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329" w:rsidRDefault="007B2329" w:rsidP="00A563A9">
      <w:r w:rsidRPr="007B2329">
        <w:rPr>
          <w:noProof/>
          <w:lang w:val="en-GB" w:eastAsia="en-GB"/>
        </w:rPr>
        <w:drawing>
          <wp:inline distT="0" distB="0" distL="0" distR="0">
            <wp:extent cx="9070975" cy="5939188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39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329" w:rsidRDefault="007B2329" w:rsidP="00A563A9"/>
    <w:p w:rsidR="007B2329" w:rsidRDefault="007B2329" w:rsidP="00A563A9"/>
    <w:p w:rsidR="00A563A9" w:rsidRDefault="00A563A9" w:rsidP="00A563A9">
      <w:r>
        <w:t>REPORT MASSES AS +/-5mDa, referenced against</w:t>
      </w:r>
    </w:p>
    <w:p w:rsidR="00A563A9" w:rsidRDefault="00A563A9" w:rsidP="00A563A9">
      <w:r>
        <w:t xml:space="preserve"> Leucine Enkephalin @ 557.2802 (M+H, C13 isotope) and 556.2771 (M+H, C12 isotope) positive mode, 555.2645 (M-H, C13) and 554.2615 (M-H, C12) negative mode.</w:t>
      </w:r>
    </w:p>
    <w:p w:rsidR="00A563A9" w:rsidRDefault="00A563A9" w:rsidP="00A563A9">
      <w:r>
        <w:t>or Sulfadimethoxine @312.0840 (M+H, C13) and 311.0814 (M+H, C12) positive mode, 310.0684 (M-H, C13) and 309.0658 (M-H, C12) negative mode.</w:t>
      </w:r>
    </w:p>
    <w:p w:rsidR="00A563A9" w:rsidRDefault="00A563A9" w:rsidP="00A563A9">
      <w:r>
        <w:t>This software version MassLynx 4.1 is calibrated ignoring the electron in all cases.</w:t>
      </w:r>
    </w:p>
    <w:p w:rsidR="007B2329" w:rsidRDefault="007B2329" w:rsidP="007B2329">
      <w:r>
        <w:t>Elemental Composition Report</w:t>
      </w:r>
    </w:p>
    <w:p w:rsidR="007B2329" w:rsidRDefault="007B2329" w:rsidP="007B2329"/>
    <w:p w:rsidR="007B2329" w:rsidRDefault="007B2329" w:rsidP="007B2329">
      <w:r>
        <w:t xml:space="preserve">Single Mass Analysis </w:t>
      </w:r>
    </w:p>
    <w:p w:rsidR="007B2329" w:rsidRDefault="007B2329" w:rsidP="007B2329">
      <w:r>
        <w:t>Tolerance = 7.0 PPM   /   DBE: min = -15.0, max = 100.0</w:t>
      </w:r>
    </w:p>
    <w:p w:rsidR="007B2329" w:rsidRDefault="007B2329" w:rsidP="007B2329">
      <w:r>
        <w:t>Selected filters: None</w:t>
      </w:r>
    </w:p>
    <w:p w:rsidR="007B2329" w:rsidRDefault="007B2329" w:rsidP="007B2329"/>
    <w:p w:rsidR="007B2329" w:rsidRDefault="007B2329" w:rsidP="007B2329">
      <w:r>
        <w:t>Monoisotopic Mass, Even Electron Ions</w:t>
      </w:r>
    </w:p>
    <w:p w:rsidR="007B2329" w:rsidRDefault="007B2329" w:rsidP="007B2329">
      <w:r>
        <w:t>35 formula(e) evaluated with 1 results within limits (up to 50 best isotopic matches for each mass)</w:t>
      </w:r>
    </w:p>
    <w:p w:rsidR="007B2329" w:rsidRDefault="007B2329" w:rsidP="007B2329">
      <w:r>
        <w:t>Elements Used:</w:t>
      </w:r>
    </w:p>
    <w:p w:rsidR="007B2329" w:rsidRDefault="007B2329" w:rsidP="007B2329">
      <w:r>
        <w:t xml:space="preserve">C: 20-24    H: 0-28    N: 1-2    O: 1-5    Na: 0-1    </w:t>
      </w:r>
    </w:p>
    <w:p w:rsidR="007B2329" w:rsidRDefault="007B2329" w:rsidP="007B2329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-15.0</w:t>
      </w:r>
    </w:p>
    <w:p w:rsidR="007B2329" w:rsidRDefault="007B2329" w:rsidP="007B2329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100.0</w:t>
      </w:r>
    </w:p>
    <w:p w:rsidR="007B2329" w:rsidRDefault="007B2329" w:rsidP="007B2329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7B2329" w:rsidRDefault="007B2329" w:rsidP="007B2329">
      <w:r>
        <w:t xml:space="preserve">342.2060   </w:t>
      </w:r>
      <w:r>
        <w:tab/>
        <w:t xml:space="preserve">342.2069       </w:t>
      </w:r>
      <w:r>
        <w:tab/>
        <w:t xml:space="preserve">-0.9     </w:t>
      </w:r>
      <w:r>
        <w:tab/>
        <w:t xml:space="preserve">-2.6     </w:t>
      </w:r>
      <w:r>
        <w:tab/>
        <w:t xml:space="preserve">8.5      </w:t>
      </w:r>
      <w:r>
        <w:tab/>
        <w:t xml:space="preserve">113.5      </w:t>
      </w:r>
      <w:r>
        <w:tab/>
        <w:t>C21  H28  N  O3</w:t>
      </w:r>
    </w:p>
    <w:p w:rsidR="007B2329" w:rsidRDefault="007B2329" w:rsidP="007B2329">
      <w:r>
        <w:lastRenderedPageBreak/>
        <w:t>100.0030</w:t>
      </w:r>
      <w:r>
        <w:tab/>
        <w:t>1.013e0</w:t>
      </w:r>
    </w:p>
    <w:p w:rsidR="007B2329" w:rsidRDefault="007B2329" w:rsidP="007B2329">
      <w:r>
        <w:t>100.0098</w:t>
      </w:r>
      <w:r>
        <w:tab/>
        <w:t>2.025e0</w:t>
      </w:r>
    </w:p>
    <w:p w:rsidR="007B2329" w:rsidRDefault="007B2329" w:rsidP="007B2329">
      <w:r>
        <w:t>100.0138</w:t>
      </w:r>
      <w:r>
        <w:tab/>
        <w:t>1.266e-2</w:t>
      </w:r>
    </w:p>
    <w:p w:rsidR="007B2329" w:rsidRDefault="007B2329" w:rsidP="007B2329">
      <w:r>
        <w:t>100.0191</w:t>
      </w:r>
      <w:r>
        <w:tab/>
        <w:t>1.013e0</w:t>
      </w:r>
    </w:p>
    <w:p w:rsidR="007B2329" w:rsidRDefault="007B2329" w:rsidP="007B2329">
      <w:r>
        <w:t>100.0204</w:t>
      </w:r>
      <w:r>
        <w:tab/>
        <w:t>2.025e0</w:t>
      </w:r>
    </w:p>
    <w:p w:rsidR="007B2329" w:rsidRDefault="007B2329" w:rsidP="007B2329">
      <w:r>
        <w:t>100.0297</w:t>
      </w:r>
      <w:r>
        <w:tab/>
        <w:t>1.013e0</w:t>
      </w:r>
    </w:p>
    <w:p w:rsidR="007B2329" w:rsidRDefault="007B2329" w:rsidP="007B2329">
      <w:r>
        <w:t>100.0390</w:t>
      </w:r>
      <w:r>
        <w:tab/>
        <w:t>2.025e0</w:t>
      </w:r>
    </w:p>
    <w:p w:rsidR="007B2329" w:rsidRDefault="007B2329" w:rsidP="007B2329">
      <w:r>
        <w:t>100.0484</w:t>
      </w:r>
      <w:r>
        <w:tab/>
        <w:t>2.025e0</w:t>
      </w:r>
    </w:p>
    <w:p w:rsidR="007B2329" w:rsidRDefault="007B2329" w:rsidP="007B2329">
      <w:r>
        <w:t>100.0509</w:t>
      </w:r>
      <w:r>
        <w:tab/>
        <w:t>1.089e0</w:t>
      </w:r>
    </w:p>
    <w:p w:rsidR="007B2329" w:rsidRDefault="007B2329" w:rsidP="007B2329">
      <w:r>
        <w:t>100.0529</w:t>
      </w:r>
      <w:r>
        <w:tab/>
        <w:t>4.051e0</w:t>
      </w:r>
    </w:p>
    <w:p w:rsidR="007B2329" w:rsidRDefault="007B2329" w:rsidP="007B2329">
      <w:r>
        <w:t>100.0564</w:t>
      </w:r>
      <w:r>
        <w:tab/>
        <w:t>5.801e0</w:t>
      </w:r>
    </w:p>
    <w:p w:rsidR="007B2329" w:rsidRDefault="007B2329" w:rsidP="007B2329">
      <w:r>
        <w:t>100.0708</w:t>
      </w:r>
      <w:r>
        <w:tab/>
        <w:t>8.101e0</w:t>
      </w:r>
    </w:p>
    <w:p w:rsidR="007B2329" w:rsidRDefault="007B2329" w:rsidP="007B2329">
      <w:r>
        <w:t>100.0723</w:t>
      </w:r>
      <w:r>
        <w:tab/>
        <w:t>2.025e0</w:t>
      </w:r>
    </w:p>
    <w:p w:rsidR="007B2329" w:rsidRDefault="007B2329" w:rsidP="007B2329">
      <w:r>
        <w:t>100.0796</w:t>
      </w:r>
      <w:r>
        <w:tab/>
        <w:t>2.101e0</w:t>
      </w:r>
    </w:p>
    <w:p w:rsidR="007B2329" w:rsidRDefault="007B2329" w:rsidP="007B2329">
      <w:r>
        <w:t>100.0856</w:t>
      </w:r>
      <w:r>
        <w:tab/>
        <w:t>1.013e0</w:t>
      </w:r>
    </w:p>
    <w:p w:rsidR="007B2329" w:rsidRDefault="007B2329" w:rsidP="007B2329">
      <w:r>
        <w:t>100.0901</w:t>
      </w:r>
      <w:r>
        <w:tab/>
        <w:t>2.368e0</w:t>
      </w:r>
    </w:p>
    <w:p w:rsidR="007B2329" w:rsidRDefault="007B2329" w:rsidP="007B2329">
      <w:r>
        <w:t>100.1081</w:t>
      </w:r>
      <w:r>
        <w:tab/>
        <w:t>2.532e-2</w:t>
      </w:r>
    </w:p>
    <w:p w:rsidR="007B2329" w:rsidRDefault="007B2329" w:rsidP="007B2329">
      <w:r>
        <w:t>100.1122</w:t>
      </w:r>
      <w:r>
        <w:tab/>
        <w:t>3.038e0</w:t>
      </w:r>
    </w:p>
    <w:p w:rsidR="007B2329" w:rsidRDefault="007B2329" w:rsidP="007B2329">
      <w:r>
        <w:t>100.1148</w:t>
      </w:r>
      <w:r>
        <w:tab/>
        <w:t>3.038e0</w:t>
      </w:r>
    </w:p>
    <w:p w:rsidR="007B2329" w:rsidRDefault="007B2329" w:rsidP="007B2329">
      <w:r>
        <w:lastRenderedPageBreak/>
        <w:t>100.1162</w:t>
      </w:r>
      <w:r>
        <w:tab/>
        <w:t>2.025e0</w:t>
      </w:r>
    </w:p>
    <w:p w:rsidR="007B2329" w:rsidRDefault="007B2329" w:rsidP="007B2329">
      <w:r>
        <w:t>100.1213</w:t>
      </w:r>
      <w:r>
        <w:tab/>
        <w:t>2.038e0</w:t>
      </w:r>
    </w:p>
    <w:p w:rsidR="007B2329" w:rsidRDefault="007B2329" w:rsidP="007B2329">
      <w:r>
        <w:t>100.1281</w:t>
      </w:r>
      <w:r>
        <w:tab/>
        <w:t>2.025e0</w:t>
      </w:r>
    </w:p>
    <w:p w:rsidR="007B2329" w:rsidRDefault="007B2329" w:rsidP="007B2329">
      <w:r>
        <w:t>100.1361</w:t>
      </w:r>
      <w:r>
        <w:tab/>
        <w:t>1.013e0</w:t>
      </w:r>
    </w:p>
    <w:p w:rsidR="007B2329" w:rsidRDefault="007B2329" w:rsidP="007B2329">
      <w:r>
        <w:t>100.1373</w:t>
      </w:r>
      <w:r>
        <w:tab/>
        <w:t>2.025e0</w:t>
      </w:r>
    </w:p>
    <w:p w:rsidR="007B2329" w:rsidRDefault="007B2329" w:rsidP="007B2329">
      <w:r>
        <w:t>100.1435</w:t>
      </w:r>
      <w:r>
        <w:tab/>
        <w:t>4.051e0</w:t>
      </w:r>
    </w:p>
    <w:p w:rsidR="007B2329" w:rsidRDefault="007B2329" w:rsidP="007B2329">
      <w:r>
        <w:t>100.1600</w:t>
      </w:r>
      <w:r>
        <w:tab/>
        <w:t>2.025e0</w:t>
      </w:r>
    </w:p>
    <w:p w:rsidR="007B2329" w:rsidRDefault="007B2329" w:rsidP="007B2329">
      <w:r>
        <w:t>100.1733</w:t>
      </w:r>
      <w:r>
        <w:tab/>
        <w:t>1.013e0</w:t>
      </w:r>
    </w:p>
    <w:p w:rsidR="007B2329" w:rsidRDefault="007B2329" w:rsidP="007B2329">
      <w:r>
        <w:t>100.1785</w:t>
      </w:r>
      <w:r>
        <w:tab/>
        <w:t>1.013e0</w:t>
      </w:r>
    </w:p>
    <w:p w:rsidR="007B2329" w:rsidRDefault="007B2329" w:rsidP="007B2329">
      <w:r>
        <w:t>100.1867</w:t>
      </w:r>
      <w:r>
        <w:tab/>
        <w:t>1.013e0</w:t>
      </w:r>
    </w:p>
    <w:p w:rsidR="007B2329" w:rsidRDefault="007B2329" w:rsidP="007B2329">
      <w:r>
        <w:t>100.1895</w:t>
      </w:r>
      <w:r>
        <w:tab/>
        <w:t>1.013e0</w:t>
      </w:r>
    </w:p>
    <w:p w:rsidR="007B2329" w:rsidRDefault="007B2329" w:rsidP="007B2329">
      <w:r>
        <w:t>100.1917</w:t>
      </w:r>
      <w:r>
        <w:tab/>
        <w:t>1.013e0</w:t>
      </w:r>
    </w:p>
    <w:p w:rsidR="007B2329" w:rsidRDefault="007B2329" w:rsidP="007B2329">
      <w:r>
        <w:t>100.2000</w:t>
      </w:r>
      <w:r>
        <w:tab/>
        <w:t>1.013e0</w:t>
      </w:r>
    </w:p>
    <w:p w:rsidR="007B2329" w:rsidRDefault="007B2329" w:rsidP="007B2329">
      <w:r>
        <w:t>100.2079</w:t>
      </w:r>
      <w:r>
        <w:tab/>
        <w:t>1.013e0</w:t>
      </w:r>
    </w:p>
    <w:p w:rsidR="007B2329" w:rsidRDefault="007B2329" w:rsidP="007B2329">
      <w:r>
        <w:t>100.2159</w:t>
      </w:r>
      <w:r>
        <w:tab/>
        <w:t>1.013e0</w:t>
      </w:r>
    </w:p>
    <w:p w:rsidR="007B2329" w:rsidRDefault="007B2329" w:rsidP="007B2329">
      <w:r>
        <w:t>100.2239</w:t>
      </w:r>
      <w:r>
        <w:tab/>
        <w:t>2.025e0</w:t>
      </w:r>
    </w:p>
    <w:p w:rsidR="007B2329" w:rsidRDefault="007B2329" w:rsidP="007B2329">
      <w:r>
        <w:t>100.2290</w:t>
      </w:r>
      <w:r>
        <w:tab/>
        <w:t>2.025e0</w:t>
      </w:r>
    </w:p>
    <w:p w:rsidR="007B2329" w:rsidRDefault="007B2329" w:rsidP="007B2329">
      <w:r>
        <w:t>100.2412</w:t>
      </w:r>
      <w:r>
        <w:tab/>
        <w:t>2.025e0</w:t>
      </w:r>
    </w:p>
    <w:p w:rsidR="007B2329" w:rsidRDefault="007B2329" w:rsidP="007B2329">
      <w:r>
        <w:t>100.2423</w:t>
      </w:r>
      <w:r>
        <w:tab/>
        <w:t>1.266e-2</w:t>
      </w:r>
    </w:p>
    <w:p w:rsidR="007B2329" w:rsidRDefault="007B2329" w:rsidP="007B2329">
      <w:r>
        <w:lastRenderedPageBreak/>
        <w:t>100.2584</w:t>
      </w:r>
      <w:r>
        <w:tab/>
        <w:t>1.266e-2</w:t>
      </w:r>
    </w:p>
    <w:p w:rsidR="007B2329" w:rsidRDefault="007B2329" w:rsidP="007B2329">
      <w:r>
        <w:t>100.2639</w:t>
      </w:r>
      <w:r>
        <w:tab/>
        <w:t>1.266e-2</w:t>
      </w:r>
    </w:p>
    <w:p w:rsidR="007B2329" w:rsidRDefault="007B2329" w:rsidP="007B2329">
      <w:r>
        <w:t>100.2664</w:t>
      </w:r>
      <w:r>
        <w:tab/>
        <w:t>2.025e0</w:t>
      </w:r>
    </w:p>
    <w:p w:rsidR="007B2329" w:rsidRDefault="007B2329" w:rsidP="007B2329">
      <w:r>
        <w:t>100.2718</w:t>
      </w:r>
      <w:r>
        <w:tab/>
        <w:t>1.013e0</w:t>
      </w:r>
    </w:p>
    <w:p w:rsidR="007B2329" w:rsidRDefault="007B2329" w:rsidP="007B2329">
      <w:r>
        <w:t>100.2984</w:t>
      </w:r>
      <w:r>
        <w:tab/>
        <w:t>2.025e0</w:t>
      </w:r>
    </w:p>
    <w:p w:rsidR="007B2329" w:rsidRDefault="007B2329" w:rsidP="007B2329">
      <w:r>
        <w:t>100.3038</w:t>
      </w:r>
      <w:r>
        <w:tab/>
        <w:t>2.025e0</w:t>
      </w:r>
    </w:p>
    <w:p w:rsidR="007B2329" w:rsidRDefault="007B2329" w:rsidP="007B2329">
      <w:r>
        <w:t>100.3062</w:t>
      </w:r>
      <w:r>
        <w:tab/>
        <w:t>1.266e-2</w:t>
      </w:r>
    </w:p>
    <w:p w:rsidR="007B2329" w:rsidRDefault="007B2329" w:rsidP="007B2329">
      <w:r>
        <w:t>100.3170</w:t>
      </w:r>
      <w:r>
        <w:tab/>
        <w:t>1.013e0</w:t>
      </w:r>
    </w:p>
    <w:p w:rsidR="007B2329" w:rsidRDefault="007B2329" w:rsidP="007B2329">
      <w:r>
        <w:t>100.3278</w:t>
      </w:r>
      <w:r>
        <w:tab/>
        <w:t>1.013e0</w:t>
      </w:r>
    </w:p>
    <w:p w:rsidR="007B2329" w:rsidRDefault="007B2329" w:rsidP="007B2329">
      <w:r>
        <w:t>100.3329</w:t>
      </w:r>
      <w:r>
        <w:tab/>
        <w:t>3.038e0</w:t>
      </w:r>
    </w:p>
    <w:p w:rsidR="007B2329" w:rsidRDefault="007B2329" w:rsidP="007B2329">
      <w:r>
        <w:t>100.3357</w:t>
      </w:r>
      <w:r>
        <w:tab/>
        <w:t>2.025e0</w:t>
      </w:r>
    </w:p>
    <w:p w:rsidR="007B2329" w:rsidRDefault="007B2329" w:rsidP="007B2329">
      <w:r>
        <w:t>100.3383</w:t>
      </w:r>
      <w:r>
        <w:tab/>
        <w:t>1.013e0</w:t>
      </w:r>
    </w:p>
    <w:p w:rsidR="007B2329" w:rsidRDefault="007B2329" w:rsidP="007B2329">
      <w:r>
        <w:t>100.3462</w:t>
      </w:r>
      <w:r>
        <w:tab/>
        <w:t>1.266e-2</w:t>
      </w:r>
    </w:p>
    <w:p w:rsidR="007B2329" w:rsidRDefault="007B2329" w:rsidP="007B2329">
      <w:r>
        <w:t>100.3489</w:t>
      </w:r>
      <w:r>
        <w:tab/>
        <w:t>1.266e-2</w:t>
      </w:r>
    </w:p>
    <w:p w:rsidR="007B2329" w:rsidRDefault="007B2329" w:rsidP="007B2329">
      <w:r>
        <w:t>100.3596</w:t>
      </w:r>
      <w:r>
        <w:tab/>
        <w:t>1.266e-2</w:t>
      </w:r>
    </w:p>
    <w:p w:rsidR="007B2329" w:rsidRDefault="007B2329" w:rsidP="007B2329">
      <w:r>
        <w:t>100.3641</w:t>
      </w:r>
      <w:r>
        <w:tab/>
        <w:t>3.038e0</w:t>
      </w:r>
    </w:p>
    <w:p w:rsidR="007B2329" w:rsidRDefault="007B2329" w:rsidP="007B2329">
      <w:r>
        <w:t>100.3676</w:t>
      </w:r>
      <w:r>
        <w:tab/>
        <w:t>1.013e0</w:t>
      </w:r>
    </w:p>
    <w:p w:rsidR="007B2329" w:rsidRDefault="007B2329" w:rsidP="007B2329">
      <w:r>
        <w:t>100.3701</w:t>
      </w:r>
      <w:r>
        <w:tab/>
        <w:t>1.013e0</w:t>
      </w:r>
    </w:p>
    <w:p w:rsidR="007B2329" w:rsidRDefault="007B2329" w:rsidP="007B2329">
      <w:r>
        <w:t>100.3756</w:t>
      </w:r>
      <w:r>
        <w:tab/>
        <w:t>2.532e-2</w:t>
      </w:r>
    </w:p>
    <w:p w:rsidR="007B2329" w:rsidRDefault="007B2329" w:rsidP="007B2329">
      <w:r>
        <w:lastRenderedPageBreak/>
        <w:t>100.3809</w:t>
      </w:r>
      <w:r>
        <w:tab/>
        <w:t>1.013e0</w:t>
      </w:r>
    </w:p>
    <w:p w:rsidR="007B2329" w:rsidRDefault="007B2329" w:rsidP="007B2329">
      <w:r>
        <w:t>100.3889</w:t>
      </w:r>
      <w:r>
        <w:tab/>
        <w:t>1.013e0</w:t>
      </w:r>
    </w:p>
    <w:p w:rsidR="007B2329" w:rsidRDefault="007B2329" w:rsidP="007B2329">
      <w:r>
        <w:t>100.3927</w:t>
      </w:r>
      <w:r>
        <w:tab/>
        <w:t>2.038e0</w:t>
      </w:r>
    </w:p>
    <w:p w:rsidR="007B2329" w:rsidRDefault="007B2329" w:rsidP="007B2329">
      <w:r>
        <w:t>100.3995</w:t>
      </w:r>
      <w:r>
        <w:tab/>
        <w:t>1.013e0</w:t>
      </w:r>
    </w:p>
    <w:p w:rsidR="007B2329" w:rsidRDefault="007B2329" w:rsidP="007B2329">
      <w:r>
        <w:t>100.4034</w:t>
      </w:r>
      <w:r>
        <w:tab/>
        <w:t>2.025e0</w:t>
      </w:r>
    </w:p>
    <w:p w:rsidR="007B2329" w:rsidRDefault="007B2329" w:rsidP="007B2329">
      <w:r>
        <w:t>100.4115</w:t>
      </w:r>
      <w:r>
        <w:tab/>
        <w:t>2.025e0</w:t>
      </w:r>
    </w:p>
    <w:p w:rsidR="007B2329" w:rsidRDefault="007B2329" w:rsidP="007B2329">
      <w:r>
        <w:t>100.4156</w:t>
      </w:r>
      <w:r>
        <w:tab/>
        <w:t>1.013e0</w:t>
      </w:r>
    </w:p>
    <w:p w:rsidR="007B2329" w:rsidRDefault="007B2329" w:rsidP="007B2329">
      <w:r>
        <w:t>100.4223</w:t>
      </w:r>
      <w:r>
        <w:tab/>
        <w:t>2.025e0</w:t>
      </w:r>
    </w:p>
    <w:p w:rsidR="007B2329" w:rsidRDefault="007B2329" w:rsidP="007B2329">
      <w:r>
        <w:t>100.4248</w:t>
      </w:r>
      <w:r>
        <w:tab/>
        <w:t>1.025e0</w:t>
      </w:r>
    </w:p>
    <w:p w:rsidR="007B2329" w:rsidRDefault="007B2329" w:rsidP="007B2329">
      <w:r>
        <w:t>100.4315</w:t>
      </w:r>
      <w:r>
        <w:tab/>
        <w:t>1.013e0</w:t>
      </w:r>
    </w:p>
    <w:p w:rsidR="007B2329" w:rsidRDefault="007B2329" w:rsidP="007B2329">
      <w:r>
        <w:t>100.4332</w:t>
      </w:r>
      <w:r>
        <w:tab/>
        <w:t>3.038e0</w:t>
      </w:r>
    </w:p>
    <w:p w:rsidR="007B2329" w:rsidRDefault="007B2329" w:rsidP="007B2329">
      <w:r>
        <w:t>100.4395</w:t>
      </w:r>
      <w:r>
        <w:tab/>
        <w:t>1.013e0</w:t>
      </w:r>
    </w:p>
    <w:p w:rsidR="007B2329" w:rsidRDefault="007B2329" w:rsidP="007B2329">
      <w:r>
        <w:t>100.4423</w:t>
      </w:r>
      <w:r>
        <w:tab/>
        <w:t>1.013e0</w:t>
      </w:r>
    </w:p>
    <w:p w:rsidR="007B2329" w:rsidRDefault="007B2329" w:rsidP="007B2329">
      <w:r>
        <w:t>100.4447</w:t>
      </w:r>
      <w:r>
        <w:tab/>
        <w:t>2.025e0</w:t>
      </w:r>
    </w:p>
    <w:p w:rsidR="007B2329" w:rsidRDefault="007B2329" w:rsidP="007B2329">
      <w:r>
        <w:t>100.4474</w:t>
      </w:r>
      <w:r>
        <w:tab/>
        <w:t>1.013e0</w:t>
      </w:r>
    </w:p>
    <w:p w:rsidR="007B2329" w:rsidRDefault="007B2329" w:rsidP="007B2329">
      <w:r>
        <w:t>100.4529</w:t>
      </w:r>
      <w:r>
        <w:tab/>
        <w:t>2.532e-2</w:t>
      </w:r>
    </w:p>
    <w:p w:rsidR="007B2329" w:rsidRDefault="007B2329" w:rsidP="007B2329">
      <w:r>
        <w:t>100.4556</w:t>
      </w:r>
      <w:r>
        <w:tab/>
        <w:t>4.051e0</w:t>
      </w:r>
    </w:p>
    <w:p w:rsidR="007B2329" w:rsidRDefault="007B2329" w:rsidP="007B2329">
      <w:r>
        <w:t>100.4635</w:t>
      </w:r>
      <w:r>
        <w:tab/>
        <w:t>1.013e0</w:t>
      </w:r>
    </w:p>
    <w:p w:rsidR="007B2329" w:rsidRDefault="007B2329" w:rsidP="007B2329">
      <w:r>
        <w:t>100.4648</w:t>
      </w:r>
      <w:r>
        <w:tab/>
        <w:t>2.025e0</w:t>
      </w:r>
    </w:p>
    <w:p w:rsidR="007B2329" w:rsidRDefault="007B2329" w:rsidP="007B2329">
      <w:r>
        <w:lastRenderedPageBreak/>
        <w:t>100.4684</w:t>
      </w:r>
      <w:r>
        <w:tab/>
        <w:t>2.541e0</w:t>
      </w:r>
    </w:p>
    <w:p w:rsidR="007B2329" w:rsidRDefault="007B2329" w:rsidP="007B2329">
      <w:r>
        <w:t>100.4741</w:t>
      </w:r>
      <w:r>
        <w:tab/>
        <w:t>1.013e0</w:t>
      </w:r>
    </w:p>
    <w:p w:rsidR="007B2329" w:rsidRDefault="007B2329" w:rsidP="007B2329">
      <w:r>
        <w:t>100.4822</w:t>
      </w:r>
      <w:r>
        <w:tab/>
        <w:t>1.013e0</w:t>
      </w:r>
    </w:p>
    <w:p w:rsidR="007B2329" w:rsidRDefault="007B2329" w:rsidP="007B2329">
      <w:r>
        <w:t>100.4847</w:t>
      </w:r>
      <w:r>
        <w:tab/>
        <w:t>1.013e0</w:t>
      </w:r>
    </w:p>
    <w:p w:rsidR="007B2329" w:rsidRDefault="007B2329" w:rsidP="007B2329">
      <w:r>
        <w:t>100.4874</w:t>
      </w:r>
      <w:r>
        <w:tab/>
        <w:t>2.025e0</w:t>
      </w:r>
    </w:p>
    <w:p w:rsidR="007B2329" w:rsidRDefault="007B2329" w:rsidP="007B2329">
      <w:r>
        <w:t>100.4980</w:t>
      </w:r>
      <w:r>
        <w:tab/>
        <w:t>1.013e0</w:t>
      </w:r>
    </w:p>
    <w:p w:rsidR="007B2329" w:rsidRDefault="007B2329" w:rsidP="007B2329">
      <w:r>
        <w:t>100.5035</w:t>
      </w:r>
      <w:r>
        <w:tab/>
        <w:t>1.013e0</w:t>
      </w:r>
    </w:p>
    <w:p w:rsidR="007B2329" w:rsidRDefault="007B2329" w:rsidP="007B2329">
      <w:r>
        <w:t>100.5086</w:t>
      </w:r>
      <w:r>
        <w:tab/>
        <w:t>1.013e0</w:t>
      </w:r>
    </w:p>
    <w:p w:rsidR="007B2329" w:rsidRDefault="007B2329" w:rsidP="007B2329">
      <w:r>
        <w:t>100.5168</w:t>
      </w:r>
      <w:r>
        <w:tab/>
        <w:t>1.266e-2</w:t>
      </w:r>
    </w:p>
    <w:p w:rsidR="007B2329" w:rsidRDefault="007B2329" w:rsidP="007B2329">
      <w:r>
        <w:t>100.5196</w:t>
      </w:r>
      <w:r>
        <w:tab/>
        <w:t>1.013e0</w:t>
      </w:r>
    </w:p>
    <w:p w:rsidR="007B2329" w:rsidRDefault="007B2329" w:rsidP="007B2329">
      <w:r>
        <w:t>100.5274</w:t>
      </w:r>
      <w:r>
        <w:tab/>
        <w:t>1.266e-2</w:t>
      </w:r>
    </w:p>
    <w:p w:rsidR="007B2329" w:rsidRDefault="007B2329" w:rsidP="007B2329">
      <w:r>
        <w:t>100.5314</w:t>
      </w:r>
      <w:r>
        <w:tab/>
        <w:t>4.051e0</w:t>
      </w:r>
    </w:p>
    <w:p w:rsidR="007B2329" w:rsidRDefault="007B2329" w:rsidP="007B2329">
      <w:r>
        <w:t>100.5435</w:t>
      </w:r>
      <w:r>
        <w:tab/>
        <w:t>1.266e-2</w:t>
      </w:r>
    </w:p>
    <w:p w:rsidR="007B2329" w:rsidRDefault="007B2329" w:rsidP="007B2329">
      <w:r>
        <w:t>100.5461</w:t>
      </w:r>
      <w:r>
        <w:tab/>
        <w:t>1.266e-2</w:t>
      </w:r>
    </w:p>
    <w:p w:rsidR="007B2329" w:rsidRDefault="007B2329" w:rsidP="007B2329">
      <w:r>
        <w:t>100.5514</w:t>
      </w:r>
      <w:r>
        <w:tab/>
        <w:t>1.013e0</w:t>
      </w:r>
    </w:p>
    <w:p w:rsidR="007B2329" w:rsidRDefault="007B2329" w:rsidP="007B2329">
      <w:r>
        <w:t>100.5527</w:t>
      </w:r>
      <w:r>
        <w:tab/>
        <w:t>2.025e0</w:t>
      </w:r>
    </w:p>
    <w:p w:rsidR="007B2329" w:rsidRDefault="007B2329" w:rsidP="007B2329">
      <w:r>
        <w:t>100.5569</w:t>
      </w:r>
      <w:r>
        <w:tab/>
        <w:t>1.013e0</w:t>
      </w:r>
    </w:p>
    <w:p w:rsidR="007B2329" w:rsidRDefault="007B2329" w:rsidP="007B2329">
      <w:r>
        <w:t>100.5620</w:t>
      </w:r>
      <w:r>
        <w:tab/>
        <w:t>2.025e0</w:t>
      </w:r>
    </w:p>
    <w:p w:rsidR="007B2329" w:rsidRDefault="007B2329" w:rsidP="007B2329">
      <w:r>
        <w:t>100.5714</w:t>
      </w:r>
      <w:r>
        <w:tab/>
        <w:t>2.025e0</w:t>
      </w:r>
    </w:p>
    <w:p w:rsidR="007B2329" w:rsidRDefault="007B2329" w:rsidP="007B2329">
      <w:r>
        <w:lastRenderedPageBreak/>
        <w:t>100.5835</w:t>
      </w:r>
      <w:r>
        <w:tab/>
        <w:t>1.266e-2</w:t>
      </w:r>
    </w:p>
    <w:p w:rsidR="007B2329" w:rsidRDefault="007B2329" w:rsidP="007B2329">
      <w:r>
        <w:t>100.5914</w:t>
      </w:r>
      <w:r>
        <w:tab/>
        <w:t>2.025e0</w:t>
      </w:r>
    </w:p>
    <w:p w:rsidR="007B2329" w:rsidRDefault="007B2329" w:rsidP="007B2329">
      <w:r>
        <w:t>100.6020</w:t>
      </w:r>
      <w:r>
        <w:tab/>
        <w:t>1.013e0</w:t>
      </w:r>
    </w:p>
    <w:p w:rsidR="007B2329" w:rsidRDefault="007B2329" w:rsidP="007B2329">
      <w:r>
        <w:t>100.6047</w:t>
      </w:r>
      <w:r>
        <w:tab/>
        <w:t>1.013e0</w:t>
      </w:r>
    </w:p>
    <w:p w:rsidR="007B2329" w:rsidRDefault="007B2329" w:rsidP="007B2329">
      <w:r>
        <w:t>100.6075</w:t>
      </w:r>
      <w:r>
        <w:tab/>
        <w:t>1.013e0</w:t>
      </w:r>
    </w:p>
    <w:p w:rsidR="007B2329" w:rsidRDefault="007B2329" w:rsidP="007B2329">
      <w:r>
        <w:t>100.6100</w:t>
      </w:r>
      <w:r>
        <w:tab/>
        <w:t>1.025e0</w:t>
      </w:r>
    </w:p>
    <w:p w:rsidR="007B2329" w:rsidRDefault="007B2329" w:rsidP="007B2329">
      <w:r>
        <w:t>100.6133</w:t>
      </w:r>
      <w:r>
        <w:tab/>
        <w:t>2.038e0</w:t>
      </w:r>
    </w:p>
    <w:p w:rsidR="007B2329" w:rsidRDefault="007B2329" w:rsidP="007B2329">
      <w:r>
        <w:t>100.6181</w:t>
      </w:r>
      <w:r>
        <w:tab/>
        <w:t>1.266e-2</w:t>
      </w:r>
    </w:p>
    <w:p w:rsidR="007B2329" w:rsidRDefault="007B2329" w:rsidP="007B2329">
      <w:r>
        <w:t>100.6209</w:t>
      </w:r>
      <w:r>
        <w:tab/>
        <w:t>1.013e0</w:t>
      </w:r>
    </w:p>
    <w:p w:rsidR="007B2329" w:rsidRDefault="007B2329" w:rsidP="007B2329">
      <w:r>
        <w:t>100.6232</w:t>
      </w:r>
      <w:r>
        <w:tab/>
        <w:t>1.013e0</w:t>
      </w:r>
    </w:p>
    <w:p w:rsidR="007B2329" w:rsidRDefault="007B2329" w:rsidP="007B2329">
      <w:r>
        <w:t>100.6273</w:t>
      </w:r>
      <w:r>
        <w:tab/>
        <w:t>2.025e0</w:t>
      </w:r>
    </w:p>
    <w:p w:rsidR="007B2329" w:rsidRDefault="007B2329" w:rsidP="007B2329">
      <w:r>
        <w:t>100.6314</w:t>
      </w:r>
      <w:r>
        <w:tab/>
        <w:t>2.025e0</w:t>
      </w:r>
    </w:p>
    <w:p w:rsidR="007B2329" w:rsidRDefault="007B2329" w:rsidP="007B2329">
      <w:r>
        <w:t>100.6342</w:t>
      </w:r>
      <w:r>
        <w:tab/>
        <w:t>1.013e0</w:t>
      </w:r>
    </w:p>
    <w:p w:rsidR="007B2329" w:rsidRDefault="007B2329" w:rsidP="007B2329">
      <w:r>
        <w:t>100.6365</w:t>
      </w:r>
      <w:r>
        <w:tab/>
        <w:t>1.013e0</w:t>
      </w:r>
    </w:p>
    <w:p w:rsidR="007B2329" w:rsidRDefault="007B2329" w:rsidP="007B2329">
      <w:r>
        <w:t>100.6447</w:t>
      </w:r>
      <w:r>
        <w:tab/>
        <w:t>1.013e0</w:t>
      </w:r>
    </w:p>
    <w:p w:rsidR="007B2329" w:rsidRDefault="007B2329" w:rsidP="007B2329">
      <w:r>
        <w:t>100.6499</w:t>
      </w:r>
      <w:r>
        <w:tab/>
        <w:t>2.025e0</w:t>
      </w:r>
    </w:p>
    <w:p w:rsidR="007B2329" w:rsidRDefault="007B2329" w:rsidP="007B2329">
      <w:r>
        <w:t>100.6527</w:t>
      </w:r>
      <w:r>
        <w:tab/>
        <w:t>1.013e0</w:t>
      </w:r>
    </w:p>
    <w:p w:rsidR="007B2329" w:rsidRDefault="007B2329" w:rsidP="007B2329">
      <w:r>
        <w:t>100.6581</w:t>
      </w:r>
      <w:r>
        <w:tab/>
        <w:t>1.013e0</w:t>
      </w:r>
    </w:p>
    <w:p w:rsidR="007B2329" w:rsidRDefault="007B2329" w:rsidP="007B2329">
      <w:r>
        <w:t>100.6607</w:t>
      </w:r>
      <w:r>
        <w:tab/>
        <w:t>3.038e0</w:t>
      </w:r>
    </w:p>
    <w:p w:rsidR="007B2329" w:rsidRDefault="007B2329" w:rsidP="007B2329">
      <w:r>
        <w:lastRenderedPageBreak/>
        <w:t>100.6646</w:t>
      </w:r>
      <w:r>
        <w:tab/>
        <w:t>2.025e0</w:t>
      </w:r>
    </w:p>
    <w:p w:rsidR="007B2329" w:rsidRDefault="007B2329" w:rsidP="007B2329">
      <w:r>
        <w:t>100.6660</w:t>
      </w:r>
      <w:r>
        <w:tab/>
        <w:t>1.013e0</w:t>
      </w:r>
    </w:p>
    <w:p w:rsidR="007B2329" w:rsidRDefault="007B2329" w:rsidP="007B2329">
      <w:r>
        <w:t>100.6740</w:t>
      </w:r>
      <w:r>
        <w:tab/>
        <w:t>1.013e0</w:t>
      </w:r>
    </w:p>
    <w:p w:rsidR="007B2329" w:rsidRDefault="007B2329" w:rsidP="007B2329">
      <w:r>
        <w:t>100.6848</w:t>
      </w:r>
      <w:r>
        <w:tab/>
        <w:t>1.266e-2</w:t>
      </w:r>
    </w:p>
    <w:p w:rsidR="007B2329" w:rsidRDefault="007B2329" w:rsidP="007B2329">
      <w:r>
        <w:t>100.6872</w:t>
      </w:r>
      <w:r>
        <w:tab/>
        <w:t>1.013e0</w:t>
      </w:r>
    </w:p>
    <w:p w:rsidR="007B2329" w:rsidRDefault="007B2329" w:rsidP="007B2329">
      <w:r>
        <w:t>100.6927</w:t>
      </w:r>
      <w:r>
        <w:tab/>
        <w:t>2.025e0</w:t>
      </w:r>
    </w:p>
    <w:p w:rsidR="007B2329" w:rsidRDefault="007B2329" w:rsidP="007B2329">
      <w:r>
        <w:t>100.6954</w:t>
      </w:r>
      <w:r>
        <w:tab/>
        <w:t>1.266e-2</w:t>
      </w:r>
    </w:p>
    <w:p w:rsidR="007B2329" w:rsidRDefault="007B2329" w:rsidP="007B2329">
      <w:r>
        <w:t>100.7005</w:t>
      </w:r>
      <w:r>
        <w:tab/>
        <w:t>1.013e0</w:t>
      </w:r>
    </w:p>
    <w:p w:rsidR="007B2329" w:rsidRDefault="007B2329" w:rsidP="007B2329">
      <w:r>
        <w:t>100.7033</w:t>
      </w:r>
      <w:r>
        <w:tab/>
        <w:t>1.013e0</w:t>
      </w:r>
    </w:p>
    <w:p w:rsidR="007B2329" w:rsidRDefault="007B2329" w:rsidP="007B2329">
      <w:r>
        <w:t>100.7060</w:t>
      </w:r>
      <w:r>
        <w:tab/>
        <w:t>1.013e0</w:t>
      </w:r>
    </w:p>
    <w:p w:rsidR="007B2329" w:rsidRDefault="007B2329" w:rsidP="007B2329">
      <w:r>
        <w:t>100.7088</w:t>
      </w:r>
      <w:r>
        <w:tab/>
        <w:t>1.013e0</w:t>
      </w:r>
    </w:p>
    <w:p w:rsidR="007B2329" w:rsidRDefault="007B2329" w:rsidP="007B2329">
      <w:r>
        <w:t>100.7194</w:t>
      </w:r>
      <w:r>
        <w:tab/>
        <w:t>2.025e0</w:t>
      </w:r>
    </w:p>
    <w:p w:rsidR="007B2329" w:rsidRDefault="007B2329" w:rsidP="007B2329">
      <w:r>
        <w:t>100.7261</w:t>
      </w:r>
      <w:r>
        <w:tab/>
        <w:t>1.025e0</w:t>
      </w:r>
    </w:p>
    <w:p w:rsidR="007B2329" w:rsidRDefault="007B2329" w:rsidP="007B2329">
      <w:r>
        <w:t>100.7355</w:t>
      </w:r>
      <w:r>
        <w:tab/>
        <w:t>2.025e0</w:t>
      </w:r>
    </w:p>
    <w:p w:rsidR="007B2329" w:rsidRDefault="007B2329" w:rsidP="007B2329">
      <w:r>
        <w:t>100.7487</w:t>
      </w:r>
      <w:r>
        <w:tab/>
        <w:t>2.025e0</w:t>
      </w:r>
    </w:p>
    <w:p w:rsidR="007B2329" w:rsidRDefault="007B2329" w:rsidP="007B2329">
      <w:r>
        <w:t>100.7528</w:t>
      </w:r>
      <w:r>
        <w:tab/>
        <w:t>2.025e0</w:t>
      </w:r>
    </w:p>
    <w:p w:rsidR="007B2329" w:rsidRDefault="007B2329" w:rsidP="007B2329">
      <w:r>
        <w:t>100.7740</w:t>
      </w:r>
      <w:r>
        <w:tab/>
        <w:t>2.025e0</w:t>
      </w:r>
    </w:p>
    <w:p w:rsidR="007B2329" w:rsidRDefault="007B2329" w:rsidP="007B2329">
      <w:r>
        <w:t>100.7807</w:t>
      </w:r>
      <w:r>
        <w:tab/>
        <w:t>1.025e0</w:t>
      </w:r>
    </w:p>
    <w:p w:rsidR="007B2329" w:rsidRDefault="007B2329" w:rsidP="007B2329">
      <w:r>
        <w:t>100.7862</w:t>
      </w:r>
      <w:r>
        <w:tab/>
        <w:t>1.013e0</w:t>
      </w:r>
    </w:p>
    <w:p w:rsidR="007B2329" w:rsidRDefault="007B2329" w:rsidP="007B2329">
      <w:r>
        <w:lastRenderedPageBreak/>
        <w:t>100.7888</w:t>
      </w:r>
      <w:r>
        <w:tab/>
        <w:t>1.025e0</w:t>
      </w:r>
    </w:p>
    <w:p w:rsidR="007B2329" w:rsidRDefault="007B2329" w:rsidP="007B2329">
      <w:r>
        <w:t>100.8020</w:t>
      </w:r>
      <w:r>
        <w:tab/>
        <w:t>3.038e0</w:t>
      </w:r>
    </w:p>
    <w:p w:rsidR="007B2329" w:rsidRDefault="007B2329" w:rsidP="007B2329">
      <w:r>
        <w:t>100.8046</w:t>
      </w:r>
      <w:r>
        <w:tab/>
        <w:t>2.025e0</w:t>
      </w:r>
    </w:p>
    <w:p w:rsidR="007B2329" w:rsidRDefault="007B2329" w:rsidP="007B2329">
      <w:r>
        <w:t>100.8082</w:t>
      </w:r>
      <w:r>
        <w:tab/>
        <w:t>3.038e0</w:t>
      </w:r>
    </w:p>
    <w:p w:rsidR="007B2329" w:rsidRDefault="007B2329" w:rsidP="007B2329">
      <w:r>
        <w:t>100.8101</w:t>
      </w:r>
      <w:r>
        <w:tab/>
        <w:t>1.013e0</w:t>
      </w:r>
    </w:p>
    <w:p w:rsidR="007B2329" w:rsidRDefault="007B2329" w:rsidP="007B2329">
      <w:r>
        <w:t>100.8260</w:t>
      </w:r>
      <w:r>
        <w:tab/>
        <w:t>2.025e0</w:t>
      </w:r>
    </w:p>
    <w:p w:rsidR="007B2329" w:rsidRDefault="007B2329" w:rsidP="007B2329">
      <w:r>
        <w:t>100.8347</w:t>
      </w:r>
      <w:r>
        <w:tab/>
        <w:t>4.051e0</w:t>
      </w:r>
    </w:p>
    <w:p w:rsidR="007B2329" w:rsidRDefault="007B2329" w:rsidP="007B2329">
      <w:r>
        <w:t>100.8368</w:t>
      </w:r>
      <w:r>
        <w:tab/>
        <w:t>1.013e0</w:t>
      </w:r>
    </w:p>
    <w:p w:rsidR="007B2329" w:rsidRDefault="007B2329" w:rsidP="007B2329">
      <w:r>
        <w:t>100.8396</w:t>
      </w:r>
      <w:r>
        <w:tab/>
        <w:t>1.025e0</w:t>
      </w:r>
    </w:p>
    <w:p w:rsidR="007B2329" w:rsidRDefault="007B2329" w:rsidP="007B2329">
      <w:r>
        <w:t>100.8475</w:t>
      </w:r>
      <w:r>
        <w:tab/>
        <w:t>1.013e0</w:t>
      </w:r>
    </w:p>
    <w:p w:rsidR="007B2329" w:rsidRDefault="007B2329" w:rsidP="007B2329">
      <w:r>
        <w:t>100.8489</w:t>
      </w:r>
      <w:r>
        <w:tab/>
        <w:t>3.038e0</w:t>
      </w:r>
    </w:p>
    <w:p w:rsidR="007B2329" w:rsidRDefault="007B2329" w:rsidP="007B2329">
      <w:r>
        <w:t>100.8553</w:t>
      </w:r>
      <w:r>
        <w:tab/>
        <w:t>1.266e-2</w:t>
      </w:r>
    </w:p>
    <w:p w:rsidR="007B2329" w:rsidRDefault="007B2329" w:rsidP="007B2329">
      <w:r>
        <w:t>100.8636</w:t>
      </w:r>
      <w:r>
        <w:tab/>
        <w:t>1.013e0</w:t>
      </w:r>
    </w:p>
    <w:p w:rsidR="007B2329" w:rsidRDefault="007B2329" w:rsidP="007B2329">
      <w:r>
        <w:t>100.8687</w:t>
      </w:r>
      <w:r>
        <w:tab/>
        <w:t>1.013e0</w:t>
      </w:r>
    </w:p>
    <w:p w:rsidR="007B2329" w:rsidRDefault="007B2329" w:rsidP="007B2329">
      <w:r>
        <w:t>100.8702</w:t>
      </w:r>
      <w:r>
        <w:tab/>
        <w:t>4.051e0</w:t>
      </w:r>
    </w:p>
    <w:p w:rsidR="007B2329" w:rsidRDefault="007B2329" w:rsidP="007B2329">
      <w:r>
        <w:t>100.8742</w:t>
      </w:r>
      <w:r>
        <w:tab/>
        <w:t>1.266e-2</w:t>
      </w:r>
    </w:p>
    <w:p w:rsidR="007B2329" w:rsidRDefault="007B2329" w:rsidP="007B2329">
      <w:r>
        <w:t>100.8781</w:t>
      </w:r>
      <w:r>
        <w:tab/>
        <w:t>2.025e0</w:t>
      </w:r>
    </w:p>
    <w:p w:rsidR="007B2329" w:rsidRDefault="007B2329" w:rsidP="007B2329">
      <w:r>
        <w:t>100.8793</w:t>
      </w:r>
      <w:r>
        <w:tab/>
        <w:t>2.532e-2</w:t>
      </w:r>
    </w:p>
    <w:p w:rsidR="007B2329" w:rsidRDefault="007B2329" w:rsidP="007B2329">
      <w:r>
        <w:t>100.8864</w:t>
      </w:r>
      <w:r>
        <w:tab/>
        <w:t>3.038e0</w:t>
      </w:r>
    </w:p>
    <w:p w:rsidR="007B2329" w:rsidRDefault="007B2329" w:rsidP="007B2329">
      <w:r>
        <w:lastRenderedPageBreak/>
        <w:t>100.8903</w:t>
      </w:r>
      <w:r>
        <w:tab/>
        <w:t>1.013e0</w:t>
      </w:r>
    </w:p>
    <w:p w:rsidR="007B2329" w:rsidRDefault="007B2329" w:rsidP="007B2329">
      <w:r>
        <w:t>100.8926</w:t>
      </w:r>
      <w:r>
        <w:tab/>
        <w:t>1.013e0</w:t>
      </w:r>
    </w:p>
    <w:p w:rsidR="007B2329" w:rsidRDefault="007B2329" w:rsidP="007B2329">
      <w:r>
        <w:t>100.8954</w:t>
      </w:r>
      <w:r>
        <w:tab/>
        <w:t>1.013e0</w:t>
      </w:r>
    </w:p>
    <w:p w:rsidR="007B2329" w:rsidRDefault="007B2329" w:rsidP="007B2329">
      <w:r>
        <w:t>100.9022</w:t>
      </w:r>
      <w:r>
        <w:tab/>
        <w:t>3.038e0</w:t>
      </w:r>
    </w:p>
    <w:p w:rsidR="007B2329" w:rsidRDefault="007B2329" w:rsidP="007B2329">
      <w:r>
        <w:t>100.9169</w:t>
      </w:r>
      <w:r>
        <w:tab/>
        <w:t>1.013e0</w:t>
      </w:r>
    </w:p>
    <w:p w:rsidR="007B2329" w:rsidRDefault="007B2329" w:rsidP="007B2329">
      <w:r>
        <w:t>100.9249</w:t>
      </w:r>
      <w:r>
        <w:tab/>
        <w:t>1.025e0</w:t>
      </w:r>
    </w:p>
    <w:p w:rsidR="007B2329" w:rsidRDefault="007B2329" w:rsidP="007B2329">
      <w:r>
        <w:t>100.9277</w:t>
      </w:r>
      <w:r>
        <w:tab/>
        <w:t>1.013e0</w:t>
      </w:r>
    </w:p>
    <w:p w:rsidR="007B2329" w:rsidRDefault="007B2329" w:rsidP="007B2329">
      <w:r>
        <w:t>100.9301</w:t>
      </w:r>
      <w:r>
        <w:tab/>
        <w:t>1.266e-2</w:t>
      </w:r>
    </w:p>
    <w:p w:rsidR="007B2329" w:rsidRDefault="007B2329" w:rsidP="007B2329">
      <w:r>
        <w:t>100.9355</w:t>
      </w:r>
      <w:r>
        <w:tab/>
        <w:t>1.013e0</w:t>
      </w:r>
    </w:p>
    <w:p w:rsidR="007B2329" w:rsidRDefault="007B2329" w:rsidP="007B2329">
      <w:r>
        <w:t>100.9369</w:t>
      </w:r>
      <w:r>
        <w:tab/>
        <w:t>2.025e0</w:t>
      </w:r>
    </w:p>
    <w:p w:rsidR="007B2329" w:rsidRDefault="007B2329" w:rsidP="007B2329">
      <w:r>
        <w:t>100.9461</w:t>
      </w:r>
      <w:r>
        <w:tab/>
        <w:t>2.532e-2</w:t>
      </w:r>
    </w:p>
    <w:p w:rsidR="007B2329" w:rsidRDefault="007B2329" w:rsidP="007B2329">
      <w:r>
        <w:t>100.9489</w:t>
      </w:r>
      <w:r>
        <w:tab/>
        <w:t>1.266e-2</w:t>
      </w:r>
    </w:p>
    <w:p w:rsidR="007B2329" w:rsidRDefault="007B2329" w:rsidP="007B2329">
      <w:r>
        <w:t>100.9542</w:t>
      </w:r>
      <w:r>
        <w:tab/>
        <w:t>2.532e-2</w:t>
      </w:r>
    </w:p>
    <w:p w:rsidR="007B2329" w:rsidRDefault="007B2329" w:rsidP="007B2329">
      <w:r>
        <w:t>100.9582</w:t>
      </w:r>
      <w:r>
        <w:tab/>
        <w:t>2.532e-2</w:t>
      </w:r>
    </w:p>
    <w:p w:rsidR="007B2329" w:rsidRDefault="007B2329" w:rsidP="007B2329">
      <w:r>
        <w:t>100.9622</w:t>
      </w:r>
      <w:r>
        <w:tab/>
        <w:t>3.038e0</w:t>
      </w:r>
    </w:p>
    <w:p w:rsidR="007B2329" w:rsidRDefault="007B2329" w:rsidP="007B2329">
      <w:r>
        <w:t>100.9729</w:t>
      </w:r>
      <w:r>
        <w:tab/>
        <w:t>2.025e0</w:t>
      </w:r>
    </w:p>
    <w:p w:rsidR="007B2329" w:rsidRDefault="007B2329" w:rsidP="007B2329">
      <w:r>
        <w:t>100.9783</w:t>
      </w:r>
      <w:r>
        <w:tab/>
        <w:t>1.266e-2</w:t>
      </w:r>
    </w:p>
    <w:p w:rsidR="007B2329" w:rsidRDefault="007B2329" w:rsidP="007B2329">
      <w:r>
        <w:t>100.9836</w:t>
      </w:r>
      <w:r>
        <w:tab/>
        <w:t>4.051e0</w:t>
      </w:r>
    </w:p>
    <w:p w:rsidR="007B2329" w:rsidRDefault="007B2329" w:rsidP="007B2329">
      <w:r>
        <w:t>100.9937</w:t>
      </w:r>
      <w:r>
        <w:tab/>
        <w:t>4.051e0</w:t>
      </w:r>
    </w:p>
    <w:p w:rsidR="007B2329" w:rsidRDefault="007B2329" w:rsidP="007B2329">
      <w:r>
        <w:lastRenderedPageBreak/>
        <w:t>100.9996</w:t>
      </w:r>
      <w:r>
        <w:tab/>
        <w:t>1.013e0</w:t>
      </w:r>
    </w:p>
    <w:p w:rsidR="007B2329" w:rsidRDefault="007B2329" w:rsidP="007B2329">
      <w:r>
        <w:t>101.0051</w:t>
      </w:r>
      <w:r>
        <w:tab/>
        <w:t>1.013e0</w:t>
      </w:r>
    </w:p>
    <w:p w:rsidR="007B2329" w:rsidRDefault="007B2329" w:rsidP="007B2329">
      <w:r>
        <w:t>101.0062</w:t>
      </w:r>
      <w:r>
        <w:tab/>
        <w:t>2.038e0</w:t>
      </w:r>
    </w:p>
    <w:p w:rsidR="007B2329" w:rsidRDefault="007B2329" w:rsidP="007B2329">
      <w:r>
        <w:t>101.0143</w:t>
      </w:r>
      <w:r>
        <w:tab/>
        <w:t>1.025e0</w:t>
      </w:r>
    </w:p>
    <w:p w:rsidR="007B2329" w:rsidRDefault="007B2329" w:rsidP="007B2329">
      <w:r>
        <w:t>101.0263</w:t>
      </w:r>
      <w:r>
        <w:tab/>
        <w:t>1.266e-2</w:t>
      </w:r>
    </w:p>
    <w:p w:rsidR="007B2329" w:rsidRDefault="007B2329" w:rsidP="007B2329">
      <w:r>
        <w:t>101.0291</w:t>
      </w:r>
      <w:r>
        <w:tab/>
        <w:t>3.038e0</w:t>
      </w:r>
    </w:p>
    <w:p w:rsidR="007B2329" w:rsidRDefault="007B2329" w:rsidP="007B2329">
      <w:r>
        <w:t>101.0319</w:t>
      </w:r>
      <w:r>
        <w:tab/>
        <w:t>1.266e-2</w:t>
      </w:r>
    </w:p>
    <w:p w:rsidR="007B2329" w:rsidRDefault="007B2329" w:rsidP="007B2329">
      <w:r>
        <w:t>101.0412</w:t>
      </w:r>
      <w:r>
        <w:tab/>
        <w:t>3.038e0</w:t>
      </w:r>
    </w:p>
    <w:p w:rsidR="007B2329" w:rsidRDefault="007B2329" w:rsidP="007B2329">
      <w:r>
        <w:t>101.0442</w:t>
      </w:r>
      <w:r>
        <w:tab/>
        <w:t>3.038e0</w:t>
      </w:r>
    </w:p>
    <w:p w:rsidR="007B2329" w:rsidRDefault="007B2329" w:rsidP="007B2329">
      <w:r>
        <w:t>101.1011</w:t>
      </w:r>
      <w:r>
        <w:tab/>
        <w:t>1.013e0</w:t>
      </w:r>
    </w:p>
    <w:p w:rsidR="007B2329" w:rsidRDefault="007B2329" w:rsidP="007B2329">
      <w:r>
        <w:t>101.1038</w:t>
      </w:r>
      <w:r>
        <w:tab/>
        <w:t>1.013e0</w:t>
      </w:r>
    </w:p>
    <w:p w:rsidR="007B2329" w:rsidRDefault="007B2329" w:rsidP="007B2329">
      <w:r>
        <w:t>101.1066</w:t>
      </w:r>
      <w:r>
        <w:tab/>
        <w:t>1.266e-2</w:t>
      </w:r>
    </w:p>
    <w:p w:rsidR="007B2329" w:rsidRDefault="007B2329" w:rsidP="007B2329">
      <w:r>
        <w:t>101.1093</w:t>
      </w:r>
      <w:r>
        <w:tab/>
        <w:t>1.025e0</w:t>
      </w:r>
    </w:p>
    <w:p w:rsidR="007B2329" w:rsidRDefault="007B2329" w:rsidP="007B2329">
      <w:r>
        <w:t>101.1145</w:t>
      </w:r>
      <w:r>
        <w:tab/>
        <w:t>3.797e-2</w:t>
      </w:r>
    </w:p>
    <w:p w:rsidR="007B2329" w:rsidRDefault="007B2329" w:rsidP="007B2329">
      <w:r>
        <w:t>101.1158</w:t>
      </w:r>
      <w:r>
        <w:tab/>
        <w:t>2.025e0</w:t>
      </w:r>
    </w:p>
    <w:p w:rsidR="007B2329" w:rsidRDefault="007B2329" w:rsidP="007B2329">
      <w:r>
        <w:t>101.1172</w:t>
      </w:r>
      <w:r>
        <w:tab/>
        <w:t>1.013e0</w:t>
      </w:r>
    </w:p>
    <w:p w:rsidR="007B2329" w:rsidRDefault="007B2329" w:rsidP="007B2329">
      <w:r>
        <w:t>101.1226</w:t>
      </w:r>
      <w:r>
        <w:tab/>
        <w:t>1.013e0</w:t>
      </w:r>
    </w:p>
    <w:p w:rsidR="007B2329" w:rsidRDefault="007B2329" w:rsidP="007B2329">
      <w:r>
        <w:t>101.1265</w:t>
      </w:r>
      <w:r>
        <w:tab/>
        <w:t>2.025e0</w:t>
      </w:r>
    </w:p>
    <w:p w:rsidR="007B2329" w:rsidRDefault="007B2329" w:rsidP="007B2329">
      <w:r>
        <w:t>101.1334</w:t>
      </w:r>
      <w:r>
        <w:tab/>
        <w:t>2.025e0</w:t>
      </w:r>
    </w:p>
    <w:p w:rsidR="007B2329" w:rsidRDefault="007B2329" w:rsidP="007B2329">
      <w:r>
        <w:lastRenderedPageBreak/>
        <w:t>101.1346</w:t>
      </w:r>
      <w:r>
        <w:tab/>
        <w:t>4.051e0</w:t>
      </w:r>
    </w:p>
    <w:p w:rsidR="007B2329" w:rsidRDefault="007B2329" w:rsidP="007B2329">
      <w:r>
        <w:t>101.1373</w:t>
      </w:r>
      <w:r>
        <w:tab/>
        <w:t>2.025e0</w:t>
      </w:r>
    </w:p>
    <w:p w:rsidR="007B2329" w:rsidRDefault="007B2329" w:rsidP="007B2329">
      <w:r>
        <w:t>101.1412</w:t>
      </w:r>
      <w:r>
        <w:tab/>
        <w:t>2.025e0</w:t>
      </w:r>
    </w:p>
    <w:p w:rsidR="007B2329" w:rsidRDefault="007B2329" w:rsidP="007B2329">
      <w:r>
        <w:t>101.1505</w:t>
      </w:r>
      <w:r>
        <w:tab/>
        <w:t>2.025e0</w:t>
      </w:r>
    </w:p>
    <w:p w:rsidR="007B2329" w:rsidRDefault="007B2329" w:rsidP="007B2329">
      <w:r>
        <w:t>101.1546</w:t>
      </w:r>
      <w:r>
        <w:tab/>
        <w:t>1.013e0</w:t>
      </w:r>
    </w:p>
    <w:p w:rsidR="007B2329" w:rsidRDefault="007B2329" w:rsidP="007B2329">
      <w:r>
        <w:t>101.1558</w:t>
      </w:r>
      <w:r>
        <w:tab/>
        <w:t>6.955e0</w:t>
      </w:r>
    </w:p>
    <w:p w:rsidR="007B2329" w:rsidRDefault="007B2329" w:rsidP="007B2329">
      <w:r>
        <w:t>101.1587</w:t>
      </w:r>
      <w:r>
        <w:tab/>
        <w:t>4.167e0</w:t>
      </w:r>
    </w:p>
    <w:p w:rsidR="007B2329" w:rsidRDefault="007B2329" w:rsidP="007B2329">
      <w:r>
        <w:t>101.1601</w:t>
      </w:r>
      <w:r>
        <w:tab/>
        <w:t>1.025e0</w:t>
      </w:r>
    </w:p>
    <w:p w:rsidR="007B2329" w:rsidRDefault="007B2329" w:rsidP="007B2329">
      <w:r>
        <w:t>101.1723</w:t>
      </w:r>
      <w:r>
        <w:tab/>
        <w:t>5.063e0</w:t>
      </w:r>
    </w:p>
    <w:p w:rsidR="007B2329" w:rsidRDefault="007B2329" w:rsidP="007B2329">
      <w:r>
        <w:t>101.1778</w:t>
      </w:r>
      <w:r>
        <w:tab/>
        <w:t>7.089e0</w:t>
      </w:r>
    </w:p>
    <w:p w:rsidR="007B2329" w:rsidRDefault="007B2329" w:rsidP="007B2329">
      <w:r>
        <w:t>101.1827</w:t>
      </w:r>
      <w:r>
        <w:tab/>
        <w:t>2.532e-2</w:t>
      </w:r>
    </w:p>
    <w:p w:rsidR="007B2329" w:rsidRDefault="007B2329" w:rsidP="007B2329">
      <w:r>
        <w:t>101.1841</w:t>
      </w:r>
      <w:r>
        <w:tab/>
        <w:t>1.013e0</w:t>
      </w:r>
    </w:p>
    <w:p w:rsidR="007B2329" w:rsidRDefault="007B2329" w:rsidP="007B2329">
      <w:r>
        <w:t>101.1907</w:t>
      </w:r>
      <w:r>
        <w:tab/>
        <w:t>2.532e-2</w:t>
      </w:r>
    </w:p>
    <w:p w:rsidR="007B2329" w:rsidRDefault="007B2329" w:rsidP="007B2329">
      <w:r>
        <w:t>101.1920</w:t>
      </w:r>
      <w:r>
        <w:tab/>
        <w:t>2.038e0</w:t>
      </w:r>
    </w:p>
    <w:p w:rsidR="007B2329" w:rsidRDefault="007B2329" w:rsidP="007B2329">
      <w:r>
        <w:t>101.1974</w:t>
      </w:r>
      <w:r>
        <w:tab/>
        <w:t>1.038e0</w:t>
      </w:r>
    </w:p>
    <w:p w:rsidR="007B2329" w:rsidRDefault="007B2329" w:rsidP="007B2329">
      <w:r>
        <w:t>101.2061</w:t>
      </w:r>
      <w:r>
        <w:tab/>
        <w:t>1.038e0</w:t>
      </w:r>
    </w:p>
    <w:p w:rsidR="007B2329" w:rsidRDefault="007B2329" w:rsidP="007B2329">
      <w:r>
        <w:t>101.2087</w:t>
      </w:r>
      <w:r>
        <w:tab/>
        <w:t>4.051e0</w:t>
      </w:r>
    </w:p>
    <w:p w:rsidR="007B2329" w:rsidRDefault="007B2329" w:rsidP="007B2329">
      <w:r>
        <w:t>101.2121</w:t>
      </w:r>
      <w:r>
        <w:tab/>
        <w:t>1.025e0</w:t>
      </w:r>
    </w:p>
    <w:p w:rsidR="007B2329" w:rsidRDefault="007B2329" w:rsidP="007B2329">
      <w:r>
        <w:t>101.2294</w:t>
      </w:r>
      <w:r>
        <w:tab/>
        <w:t>2.025e0</w:t>
      </w:r>
    </w:p>
    <w:p w:rsidR="007B2329" w:rsidRDefault="007B2329" w:rsidP="007B2329">
      <w:r>
        <w:lastRenderedPageBreak/>
        <w:t>101.2308</w:t>
      </w:r>
      <w:r>
        <w:tab/>
        <w:t>1.025e0</w:t>
      </w:r>
    </w:p>
    <w:p w:rsidR="007B2329" w:rsidRDefault="007B2329" w:rsidP="007B2329">
      <w:r>
        <w:t>101.2321</w:t>
      </w:r>
      <w:r>
        <w:tab/>
        <w:t>3.038e0</w:t>
      </w:r>
    </w:p>
    <w:p w:rsidR="007B2329" w:rsidRDefault="007B2329" w:rsidP="007B2329">
      <w:r>
        <w:t>101.2377</w:t>
      </w:r>
      <w:r>
        <w:tab/>
        <w:t>1.266e-2</w:t>
      </w:r>
    </w:p>
    <w:p w:rsidR="007B2329" w:rsidRDefault="007B2329" w:rsidP="007B2329">
      <w:r>
        <w:t>101.2400</w:t>
      </w:r>
      <w:r>
        <w:tab/>
        <w:t>1.038e0</w:t>
      </w:r>
    </w:p>
    <w:p w:rsidR="007B2329" w:rsidRDefault="007B2329" w:rsidP="007B2329">
      <w:r>
        <w:t>101.2455</w:t>
      </w:r>
      <w:r>
        <w:tab/>
        <w:t>2.025e0</w:t>
      </w:r>
    </w:p>
    <w:p w:rsidR="007B2329" w:rsidRDefault="007B2329" w:rsidP="007B2329">
      <w:r>
        <w:t>101.2531</w:t>
      </w:r>
      <w:r>
        <w:tab/>
        <w:t>5.076e0</w:t>
      </w:r>
    </w:p>
    <w:p w:rsidR="007B2329" w:rsidRDefault="007B2329" w:rsidP="007B2329">
      <w:r>
        <w:t>101.2616</w:t>
      </w:r>
      <w:r>
        <w:tab/>
        <w:t>1.013e0</w:t>
      </w:r>
    </w:p>
    <w:p w:rsidR="007B2329" w:rsidRDefault="007B2329" w:rsidP="007B2329">
      <w:r>
        <w:t>101.2695</w:t>
      </w:r>
      <w:r>
        <w:tab/>
        <w:t>3.038e0</w:t>
      </w:r>
    </w:p>
    <w:p w:rsidR="007B2329" w:rsidRDefault="007B2329" w:rsidP="007B2329">
      <w:r>
        <w:t>101.2750</w:t>
      </w:r>
      <w:r>
        <w:tab/>
        <w:t>1.266e-2</w:t>
      </w:r>
    </w:p>
    <w:p w:rsidR="007B2329" w:rsidRDefault="007B2329" w:rsidP="007B2329">
      <w:r>
        <w:t>101.2763</w:t>
      </w:r>
      <w:r>
        <w:tab/>
        <w:t>2.025e0</w:t>
      </w:r>
    </w:p>
    <w:p w:rsidR="007B2329" w:rsidRDefault="007B2329" w:rsidP="007B2329">
      <w:r>
        <w:t>101.2783</w:t>
      </w:r>
      <w:r>
        <w:tab/>
        <w:t>3.469e0</w:t>
      </w:r>
    </w:p>
    <w:p w:rsidR="007B2329" w:rsidRDefault="007B2329" w:rsidP="007B2329">
      <w:r>
        <w:t>101.3018</w:t>
      </w:r>
      <w:r>
        <w:tab/>
        <w:t>2.025e0</w:t>
      </w:r>
    </w:p>
    <w:p w:rsidR="007B2329" w:rsidRDefault="007B2329" w:rsidP="007B2329">
      <w:r>
        <w:t>101.3043</w:t>
      </w:r>
      <w:r>
        <w:tab/>
        <w:t>2.532e-2</w:t>
      </w:r>
    </w:p>
    <w:p w:rsidR="007B2329" w:rsidRDefault="007B2329" w:rsidP="007B2329">
      <w:r>
        <w:t>101.3097</w:t>
      </w:r>
      <w:r>
        <w:tab/>
        <w:t>1.013e0</w:t>
      </w:r>
    </w:p>
    <w:p w:rsidR="007B2329" w:rsidRDefault="007B2329" w:rsidP="007B2329">
      <w:r>
        <w:t>101.3124</w:t>
      </w:r>
      <w:r>
        <w:tab/>
        <w:t>2.532e-2</w:t>
      </w:r>
    </w:p>
    <w:p w:rsidR="007B2329" w:rsidRDefault="007B2329" w:rsidP="007B2329">
      <w:r>
        <w:t>101.3159</w:t>
      </w:r>
      <w:r>
        <w:tab/>
        <w:t>3.038e0</w:t>
      </w:r>
    </w:p>
    <w:p w:rsidR="007B2329" w:rsidRDefault="007B2329" w:rsidP="007B2329">
      <w:r>
        <w:t>101.3203</w:t>
      </w:r>
      <w:r>
        <w:tab/>
        <w:t>1.266e-2</w:t>
      </w:r>
    </w:p>
    <w:p w:rsidR="007B2329" w:rsidRDefault="007B2329" w:rsidP="007B2329">
      <w:r>
        <w:t>101.3231</w:t>
      </w:r>
      <w:r>
        <w:tab/>
        <w:t>1.013e0</w:t>
      </w:r>
    </w:p>
    <w:p w:rsidR="007B2329" w:rsidRDefault="007B2329" w:rsidP="007B2329">
      <w:r>
        <w:t>101.3303</w:t>
      </w:r>
      <w:r>
        <w:tab/>
        <w:t>3.038e0</w:t>
      </w:r>
    </w:p>
    <w:p w:rsidR="007B2329" w:rsidRDefault="007B2329" w:rsidP="007B2329">
      <w:r>
        <w:lastRenderedPageBreak/>
        <w:t>101.3351</w:t>
      </w:r>
      <w:r>
        <w:tab/>
        <w:t>1.025e0</w:t>
      </w:r>
    </w:p>
    <w:p w:rsidR="007B2329" w:rsidRDefault="007B2329" w:rsidP="007B2329">
      <w:r>
        <w:t>101.3471</w:t>
      </w:r>
      <w:r>
        <w:tab/>
        <w:t>2.025e0</w:t>
      </w:r>
    </w:p>
    <w:p w:rsidR="007B2329" w:rsidRDefault="007B2329" w:rsidP="007B2329">
      <w:r>
        <w:t>101.3552</w:t>
      </w:r>
      <w:r>
        <w:tab/>
        <w:t>1.013e0</w:t>
      </w:r>
    </w:p>
    <w:p w:rsidR="007B2329" w:rsidRDefault="007B2329" w:rsidP="007B2329">
      <w:r>
        <w:t>101.3588</w:t>
      </w:r>
      <w:r>
        <w:tab/>
        <w:t>3.051e0</w:t>
      </w:r>
    </w:p>
    <w:p w:rsidR="007B2329" w:rsidRDefault="007B2329" w:rsidP="007B2329">
      <w:r>
        <w:t>101.3606</w:t>
      </w:r>
      <w:r>
        <w:tab/>
        <w:t>3.038e0</w:t>
      </w:r>
    </w:p>
    <w:p w:rsidR="007B2329" w:rsidRDefault="007B2329" w:rsidP="007B2329">
      <w:r>
        <w:t>101.3632</w:t>
      </w:r>
      <w:r>
        <w:tab/>
        <w:t>2.038e0</w:t>
      </w:r>
    </w:p>
    <w:p w:rsidR="007B2329" w:rsidRDefault="007B2329" w:rsidP="007B2329">
      <w:r>
        <w:t>101.3660</w:t>
      </w:r>
      <w:r>
        <w:tab/>
        <w:t>1.013e0</w:t>
      </w:r>
    </w:p>
    <w:p w:rsidR="007B2329" w:rsidRDefault="007B2329" w:rsidP="007B2329">
      <w:r>
        <w:t>101.3773</w:t>
      </w:r>
      <w:r>
        <w:tab/>
        <w:t>3.038e0</w:t>
      </w:r>
    </w:p>
    <w:p w:rsidR="007B2329" w:rsidRDefault="007B2329" w:rsidP="007B2329">
      <w:r>
        <w:t>101.3846</w:t>
      </w:r>
      <w:r>
        <w:tab/>
        <w:t>2.025e0</w:t>
      </w:r>
    </w:p>
    <w:p w:rsidR="007B2329" w:rsidRDefault="007B2329" w:rsidP="007B2329">
      <w:r>
        <w:t>101.3887</w:t>
      </w:r>
      <w:r>
        <w:tab/>
        <w:t>1.025e0</w:t>
      </w:r>
    </w:p>
    <w:p w:rsidR="007B2329" w:rsidRDefault="007B2329" w:rsidP="007B2329">
      <w:r>
        <w:t>101.3900</w:t>
      </w:r>
      <w:r>
        <w:tab/>
        <w:t>1.013e0</w:t>
      </w:r>
    </w:p>
    <w:p w:rsidR="007B2329" w:rsidRDefault="007B2329" w:rsidP="007B2329">
      <w:r>
        <w:t>101.3991</w:t>
      </w:r>
      <w:r>
        <w:tab/>
        <w:t>3.038e0</w:t>
      </w:r>
    </w:p>
    <w:p w:rsidR="007B2329" w:rsidRDefault="007B2329" w:rsidP="007B2329">
      <w:r>
        <w:t>101.4007</w:t>
      </w:r>
      <w:r>
        <w:tab/>
        <w:t>1.266e-2</w:t>
      </w:r>
    </w:p>
    <w:p w:rsidR="007B2329" w:rsidRDefault="007B2329" w:rsidP="007B2329">
      <w:r>
        <w:t>101.4136</w:t>
      </w:r>
      <w:r>
        <w:tab/>
        <w:t>5.063e0</w:t>
      </w:r>
    </w:p>
    <w:p w:rsidR="007B2329" w:rsidRDefault="007B2329" w:rsidP="007B2329">
      <w:r>
        <w:t>101.4274</w:t>
      </w:r>
      <w:r>
        <w:tab/>
        <w:t>1.013e0</w:t>
      </w:r>
    </w:p>
    <w:p w:rsidR="007B2329" w:rsidRDefault="007B2329" w:rsidP="007B2329">
      <w:r>
        <w:t>101.4353</w:t>
      </w:r>
      <w:r>
        <w:tab/>
        <w:t>2.025e0</w:t>
      </w:r>
    </w:p>
    <w:p w:rsidR="007B2329" w:rsidRDefault="007B2329" w:rsidP="007B2329">
      <w:r>
        <w:t>101.4462</w:t>
      </w:r>
      <w:r>
        <w:tab/>
        <w:t>1.013e0</w:t>
      </w:r>
    </w:p>
    <w:p w:rsidR="007B2329" w:rsidRDefault="007B2329" w:rsidP="007B2329">
      <w:r>
        <w:t>101.4475</w:t>
      </w:r>
      <w:r>
        <w:tab/>
        <w:t>4.051e0</w:t>
      </w:r>
    </w:p>
    <w:p w:rsidR="007B2329" w:rsidRDefault="007B2329" w:rsidP="007B2329">
      <w:r>
        <w:t>101.4542</w:t>
      </w:r>
      <w:r>
        <w:tab/>
        <w:t>1.266e-2</w:t>
      </w:r>
    </w:p>
    <w:p w:rsidR="007B2329" w:rsidRDefault="007B2329" w:rsidP="007B2329">
      <w:r>
        <w:lastRenderedPageBreak/>
        <w:t>101.4595</w:t>
      </w:r>
      <w:r>
        <w:tab/>
        <w:t>3.038e0</w:t>
      </w:r>
    </w:p>
    <w:p w:rsidR="007B2329" w:rsidRDefault="007B2329" w:rsidP="007B2329">
      <w:r>
        <w:t>101.4621</w:t>
      </w:r>
      <w:r>
        <w:tab/>
        <w:t>1.013e0</w:t>
      </w:r>
    </w:p>
    <w:p w:rsidR="007B2329" w:rsidRDefault="007B2329" w:rsidP="007B2329">
      <w:r>
        <w:t>101.4640</w:t>
      </w:r>
      <w:r>
        <w:tab/>
        <w:t>5.063e0</w:t>
      </w:r>
    </w:p>
    <w:p w:rsidR="007B2329" w:rsidRDefault="007B2329" w:rsidP="007B2329">
      <w:r>
        <w:t>101.4710</w:t>
      </w:r>
      <w:r>
        <w:tab/>
        <w:t>3.038e0</w:t>
      </w:r>
    </w:p>
    <w:p w:rsidR="007B2329" w:rsidRDefault="007B2329" w:rsidP="007B2329">
      <w:r>
        <w:t>101.4729</w:t>
      </w:r>
      <w:r>
        <w:tab/>
        <w:t>1.013e0</w:t>
      </w:r>
    </w:p>
    <w:p w:rsidR="007B2329" w:rsidRDefault="007B2329" w:rsidP="007B2329">
      <w:r>
        <w:t>101.4810</w:t>
      </w:r>
      <w:r>
        <w:tab/>
        <w:t>1.266e-2</w:t>
      </w:r>
    </w:p>
    <w:p w:rsidR="007B2329" w:rsidRDefault="007B2329" w:rsidP="007B2329">
      <w:r>
        <w:t>101.4889</w:t>
      </w:r>
      <w:r>
        <w:tab/>
        <w:t>2.025e0</w:t>
      </w:r>
    </w:p>
    <w:p w:rsidR="007B2329" w:rsidRDefault="007B2329" w:rsidP="007B2329">
      <w:r>
        <w:t>101.4995</w:t>
      </w:r>
      <w:r>
        <w:tab/>
        <w:t>1.013e0</w:t>
      </w:r>
    </w:p>
    <w:p w:rsidR="007B2329" w:rsidRDefault="007B2329" w:rsidP="007B2329">
      <w:r>
        <w:t>101.5051</w:t>
      </w:r>
      <w:r>
        <w:tab/>
        <w:t>1.013e0</w:t>
      </w:r>
    </w:p>
    <w:p w:rsidR="007B2329" w:rsidRDefault="007B2329" w:rsidP="007B2329">
      <w:r>
        <w:t>101.5064</w:t>
      </w:r>
      <w:r>
        <w:tab/>
        <w:t>4.051e0</w:t>
      </w:r>
    </w:p>
    <w:p w:rsidR="007B2329" w:rsidRDefault="007B2329" w:rsidP="007B2329">
      <w:r>
        <w:t>101.5078</w:t>
      </w:r>
      <w:r>
        <w:tab/>
        <w:t>2.025e0</w:t>
      </w:r>
    </w:p>
    <w:p w:rsidR="007B2329" w:rsidRDefault="007B2329" w:rsidP="007B2329">
      <w:r>
        <w:t>101.5129</w:t>
      </w:r>
      <w:r>
        <w:tab/>
        <w:t>1.013e0</w:t>
      </w:r>
    </w:p>
    <w:p w:rsidR="007B2329" w:rsidRDefault="007B2329" w:rsidP="007B2329">
      <w:r>
        <w:t>101.5185</w:t>
      </w:r>
      <w:r>
        <w:tab/>
        <w:t>1.266e-2</w:t>
      </w:r>
    </w:p>
    <w:p w:rsidR="007B2329" w:rsidRDefault="007B2329" w:rsidP="007B2329">
      <w:r>
        <w:t>101.5305</w:t>
      </w:r>
      <w:r>
        <w:tab/>
        <w:t>4.051e0</w:t>
      </w:r>
    </w:p>
    <w:p w:rsidR="007B2329" w:rsidRDefault="007B2329" w:rsidP="007B2329">
      <w:r>
        <w:t>101.5372</w:t>
      </w:r>
      <w:r>
        <w:tab/>
        <w:t>1.013e0</w:t>
      </w:r>
    </w:p>
    <w:p w:rsidR="007B2329" w:rsidRDefault="007B2329" w:rsidP="007B2329">
      <w:r>
        <w:t>101.5413</w:t>
      </w:r>
      <w:r>
        <w:tab/>
        <w:t>2.532e-2</w:t>
      </w:r>
    </w:p>
    <w:p w:rsidR="007B2329" w:rsidRDefault="007B2329" w:rsidP="007B2329">
      <w:r>
        <w:t>101.5480</w:t>
      </w:r>
      <w:r>
        <w:tab/>
        <w:t>2.025e0</w:t>
      </w:r>
    </w:p>
    <w:p w:rsidR="007B2329" w:rsidRDefault="007B2329" w:rsidP="007B2329">
      <w:r>
        <w:t>101.5532</w:t>
      </w:r>
      <w:r>
        <w:tab/>
        <w:t>1.266e-2</w:t>
      </w:r>
    </w:p>
    <w:p w:rsidR="007B2329" w:rsidRDefault="007B2329" w:rsidP="007B2329">
      <w:r>
        <w:t>101.5615</w:t>
      </w:r>
      <w:r>
        <w:tab/>
        <w:t>1.013e0</w:t>
      </w:r>
    </w:p>
    <w:p w:rsidR="007B2329" w:rsidRDefault="007B2329" w:rsidP="007B2329">
      <w:r>
        <w:lastRenderedPageBreak/>
        <w:t>101.5653</w:t>
      </w:r>
      <w:r>
        <w:tab/>
        <w:t>2.025e0</w:t>
      </w:r>
    </w:p>
    <w:p w:rsidR="007B2329" w:rsidRDefault="007B2329" w:rsidP="007B2329">
      <w:r>
        <w:t>101.5800</w:t>
      </w:r>
      <w:r>
        <w:tab/>
        <w:t>1.013e0</w:t>
      </w:r>
    </w:p>
    <w:p w:rsidR="007B2329" w:rsidRDefault="007B2329" w:rsidP="007B2329">
      <w:r>
        <w:t>101.5855</w:t>
      </w:r>
      <w:r>
        <w:tab/>
        <w:t>1.266e-2</w:t>
      </w:r>
    </w:p>
    <w:p w:rsidR="007B2329" w:rsidRDefault="007B2329" w:rsidP="007B2329">
      <w:r>
        <w:t>101.5892</w:t>
      </w:r>
      <w:r>
        <w:tab/>
        <w:t>3.038e0</w:t>
      </w:r>
    </w:p>
    <w:p w:rsidR="007B2329" w:rsidRDefault="007B2329" w:rsidP="007B2329">
      <w:r>
        <w:t>101.5906</w:t>
      </w:r>
      <w:r>
        <w:tab/>
        <w:t>1.013e0</w:t>
      </w:r>
    </w:p>
    <w:p w:rsidR="007B2329" w:rsidRDefault="007B2329" w:rsidP="007B2329">
      <w:r>
        <w:t>101.5922</w:t>
      </w:r>
      <w:r>
        <w:tab/>
        <w:t>2.025e0</w:t>
      </w:r>
    </w:p>
    <w:p w:rsidR="007B2329" w:rsidRDefault="007B2329" w:rsidP="007B2329">
      <w:r>
        <w:t>101.5934</w:t>
      </w:r>
      <w:r>
        <w:tab/>
        <w:t>1.266e-2</w:t>
      </w:r>
    </w:p>
    <w:p w:rsidR="007B2329" w:rsidRDefault="007B2329" w:rsidP="007B2329">
      <w:r>
        <w:t>101.5989</w:t>
      </w:r>
      <w:r>
        <w:tab/>
        <w:t>1.013e0</w:t>
      </w:r>
    </w:p>
    <w:p w:rsidR="007B2329" w:rsidRDefault="007B2329" w:rsidP="007B2329">
      <w:r>
        <w:t>101.6023</w:t>
      </w:r>
      <w:r>
        <w:tab/>
        <w:t>3.038e0</w:t>
      </w:r>
    </w:p>
    <w:p w:rsidR="007B2329" w:rsidRDefault="007B2329" w:rsidP="007B2329">
      <w:r>
        <w:t>101.6123</w:t>
      </w:r>
      <w:r>
        <w:tab/>
        <w:t>1.025e0</w:t>
      </w:r>
    </w:p>
    <w:p w:rsidR="007B2329" w:rsidRDefault="007B2329" w:rsidP="007B2329">
      <w:r>
        <w:t>101.6162</w:t>
      </w:r>
      <w:r>
        <w:tab/>
        <w:t>2.532e-2</w:t>
      </w:r>
    </w:p>
    <w:p w:rsidR="007B2329" w:rsidRDefault="007B2329" w:rsidP="007B2329">
      <w:r>
        <w:t>101.6269</w:t>
      </w:r>
      <w:r>
        <w:tab/>
        <w:t>2.025e0</w:t>
      </w:r>
    </w:p>
    <w:p w:rsidR="007B2329" w:rsidRDefault="007B2329" w:rsidP="007B2329">
      <w:r>
        <w:t>101.6308</w:t>
      </w:r>
      <w:r>
        <w:tab/>
        <w:t>2.025e0</w:t>
      </w:r>
    </w:p>
    <w:p w:rsidR="007B2329" w:rsidRDefault="007B2329" w:rsidP="007B2329">
      <w:r>
        <w:t>101.6391</w:t>
      </w:r>
      <w:r>
        <w:tab/>
        <w:t>2.025e0</w:t>
      </w:r>
    </w:p>
    <w:p w:rsidR="007B2329" w:rsidRDefault="007B2329" w:rsidP="007B2329">
      <w:r>
        <w:t>101.6410</w:t>
      </w:r>
      <w:r>
        <w:tab/>
        <w:t>5.063e0</w:t>
      </w:r>
    </w:p>
    <w:p w:rsidR="007B2329" w:rsidRDefault="007B2329" w:rsidP="007B2329">
      <w:r>
        <w:t>101.6497</w:t>
      </w:r>
      <w:r>
        <w:tab/>
        <w:t>1.013e0</w:t>
      </w:r>
    </w:p>
    <w:p w:rsidR="007B2329" w:rsidRDefault="007B2329" w:rsidP="007B2329">
      <w:r>
        <w:t>101.6550</w:t>
      </w:r>
      <w:r>
        <w:tab/>
        <w:t>1.266e-2</w:t>
      </w:r>
    </w:p>
    <w:p w:rsidR="007B2329" w:rsidRDefault="007B2329" w:rsidP="007B2329">
      <w:r>
        <w:t>101.6604</w:t>
      </w:r>
      <w:r>
        <w:tab/>
        <w:t>1.013e0</w:t>
      </w:r>
    </w:p>
    <w:p w:rsidR="007B2329" w:rsidRDefault="007B2329" w:rsidP="007B2329">
      <w:r>
        <w:t>101.6630</w:t>
      </w:r>
      <w:r>
        <w:tab/>
        <w:t>4.076e0</w:t>
      </w:r>
    </w:p>
    <w:p w:rsidR="007B2329" w:rsidRDefault="007B2329" w:rsidP="007B2329">
      <w:r>
        <w:lastRenderedPageBreak/>
        <w:t>101.6711</w:t>
      </w:r>
      <w:r>
        <w:tab/>
        <w:t>1.013e0</w:t>
      </w:r>
    </w:p>
    <w:p w:rsidR="007B2329" w:rsidRDefault="007B2329" w:rsidP="007B2329">
      <w:r>
        <w:t>101.6794</w:t>
      </w:r>
      <w:r>
        <w:tab/>
        <w:t>1.013e0</w:t>
      </w:r>
    </w:p>
    <w:p w:rsidR="007B2329" w:rsidRDefault="007B2329" w:rsidP="007B2329">
      <w:r>
        <w:t>101.6817</w:t>
      </w:r>
      <w:r>
        <w:tab/>
        <w:t>2.025e0</w:t>
      </w:r>
    </w:p>
    <w:p w:rsidR="007B2329" w:rsidRDefault="007B2329" w:rsidP="007B2329">
      <w:r>
        <w:t>101.6832</w:t>
      </w:r>
      <w:r>
        <w:tab/>
        <w:t>2.025e0</w:t>
      </w:r>
    </w:p>
    <w:p w:rsidR="007B2329" w:rsidRDefault="007B2329" w:rsidP="007B2329">
      <w:r>
        <w:t>101.6845</w:t>
      </w:r>
      <w:r>
        <w:tab/>
        <w:t>1.013e0</w:t>
      </w:r>
    </w:p>
    <w:p w:rsidR="007B2329" w:rsidRDefault="007B2329" w:rsidP="007B2329">
      <w:r>
        <w:t>101.6872</w:t>
      </w:r>
      <w:r>
        <w:tab/>
        <w:t>1.013e0</w:t>
      </w:r>
    </w:p>
    <w:p w:rsidR="007B2329" w:rsidRDefault="007B2329" w:rsidP="007B2329">
      <w:r>
        <w:t>101.6900</w:t>
      </w:r>
      <w:r>
        <w:tab/>
        <w:t>1.013e0</w:t>
      </w:r>
    </w:p>
    <w:p w:rsidR="007B2329" w:rsidRDefault="007B2329" w:rsidP="007B2329">
      <w:r>
        <w:t>101.6928</w:t>
      </w:r>
      <w:r>
        <w:tab/>
        <w:t>1.266e-2</w:t>
      </w:r>
    </w:p>
    <w:p w:rsidR="007B2329" w:rsidRDefault="007B2329" w:rsidP="007B2329">
      <w:r>
        <w:t>101.6979</w:t>
      </w:r>
      <w:r>
        <w:tab/>
        <w:t>2.025e0</w:t>
      </w:r>
    </w:p>
    <w:p w:rsidR="007B2329" w:rsidRDefault="007B2329" w:rsidP="007B2329">
      <w:r>
        <w:t>101.7034</w:t>
      </w:r>
      <w:r>
        <w:tab/>
        <w:t>1.013e0</w:t>
      </w:r>
    </w:p>
    <w:p w:rsidR="007B2329" w:rsidRDefault="007B2329" w:rsidP="007B2329">
      <w:r>
        <w:t>101.7085</w:t>
      </w:r>
      <w:r>
        <w:tab/>
        <w:t>1.013e0</w:t>
      </w:r>
    </w:p>
    <w:p w:rsidR="007B2329" w:rsidRDefault="007B2329" w:rsidP="007B2329">
      <w:r>
        <w:t>101.7114</w:t>
      </w:r>
      <w:r>
        <w:tab/>
        <w:t>1.266e-2</w:t>
      </w:r>
    </w:p>
    <w:p w:rsidR="007B2329" w:rsidRDefault="007B2329" w:rsidP="007B2329">
      <w:r>
        <w:t>101.7219</w:t>
      </w:r>
      <w:r>
        <w:tab/>
        <w:t>1.013e0</w:t>
      </w:r>
    </w:p>
    <w:p w:rsidR="007B2329" w:rsidRDefault="007B2329" w:rsidP="007B2329">
      <w:r>
        <w:t>101.7234</w:t>
      </w:r>
      <w:r>
        <w:tab/>
        <w:t>2.025e0</w:t>
      </w:r>
    </w:p>
    <w:p w:rsidR="007B2329" w:rsidRDefault="007B2329" w:rsidP="007B2329">
      <w:r>
        <w:t>101.7247</w:t>
      </w:r>
      <w:r>
        <w:tab/>
        <w:t>4.051e0</w:t>
      </w:r>
    </w:p>
    <w:p w:rsidR="007B2329" w:rsidRDefault="007B2329" w:rsidP="007B2329">
      <w:r>
        <w:t>101.7275</w:t>
      </w:r>
      <w:r>
        <w:tab/>
        <w:t>2.025e0</w:t>
      </w:r>
    </w:p>
    <w:p w:rsidR="007B2329" w:rsidRDefault="007B2329" w:rsidP="007B2329">
      <w:r>
        <w:t>101.7367</w:t>
      </w:r>
      <w:r>
        <w:tab/>
        <w:t>3.038e0</w:t>
      </w:r>
    </w:p>
    <w:p w:rsidR="007B2329" w:rsidRDefault="007B2329" w:rsidP="007B2329">
      <w:r>
        <w:t>101.7382</w:t>
      </w:r>
      <w:r>
        <w:tab/>
        <w:t>1.013e0</w:t>
      </w:r>
    </w:p>
    <w:p w:rsidR="007B2329" w:rsidRDefault="007B2329" w:rsidP="007B2329">
      <w:r>
        <w:t>101.7408</w:t>
      </w:r>
      <w:r>
        <w:tab/>
        <w:t>3.038e0</w:t>
      </w:r>
    </w:p>
    <w:p w:rsidR="007B2329" w:rsidRDefault="007B2329" w:rsidP="007B2329">
      <w:r>
        <w:lastRenderedPageBreak/>
        <w:t>101.7488</w:t>
      </w:r>
      <w:r>
        <w:tab/>
        <w:t>2.532e-2</w:t>
      </w:r>
    </w:p>
    <w:p w:rsidR="007B2329" w:rsidRDefault="007B2329" w:rsidP="007B2329">
      <w:r>
        <w:t>101.7501</w:t>
      </w:r>
      <w:r>
        <w:tab/>
        <w:t>3.038e0</w:t>
      </w:r>
    </w:p>
    <w:p w:rsidR="007B2329" w:rsidRDefault="007B2329" w:rsidP="007B2329">
      <w:r>
        <w:t>101.7529</w:t>
      </w:r>
      <w:r>
        <w:tab/>
        <w:t>1.025e0</w:t>
      </w:r>
    </w:p>
    <w:p w:rsidR="007B2329" w:rsidRDefault="007B2329" w:rsidP="007B2329">
      <w:r>
        <w:t>101.7595</w:t>
      </w:r>
      <w:r>
        <w:tab/>
        <w:t>1.013e0</w:t>
      </w:r>
    </w:p>
    <w:p w:rsidR="007B2329" w:rsidRDefault="007B2329" w:rsidP="007B2329">
      <w:r>
        <w:t>101.7650</w:t>
      </w:r>
      <w:r>
        <w:tab/>
        <w:t>2.025e0</w:t>
      </w:r>
    </w:p>
    <w:p w:rsidR="007B2329" w:rsidRDefault="007B2329" w:rsidP="007B2329">
      <w:r>
        <w:t>101.7756</w:t>
      </w:r>
      <w:r>
        <w:tab/>
        <w:t>1.266e-2</w:t>
      </w:r>
    </w:p>
    <w:p w:rsidR="007B2329" w:rsidRDefault="007B2329" w:rsidP="007B2329">
      <w:r>
        <w:t>101.7858</w:t>
      </w:r>
      <w:r>
        <w:tab/>
        <w:t>4.051e0</w:t>
      </w:r>
    </w:p>
    <w:p w:rsidR="007B2329" w:rsidRDefault="007B2329" w:rsidP="007B2329">
      <w:r>
        <w:t>101.7918</w:t>
      </w:r>
      <w:r>
        <w:tab/>
        <w:t>1.013e0</w:t>
      </w:r>
    </w:p>
    <w:p w:rsidR="007B2329" w:rsidRDefault="007B2329" w:rsidP="007B2329">
      <w:r>
        <w:t>101.7931</w:t>
      </w:r>
      <w:r>
        <w:tab/>
        <w:t>2.025e0</w:t>
      </w:r>
    </w:p>
    <w:p w:rsidR="007B2329" w:rsidRDefault="007B2329" w:rsidP="007B2329">
      <w:r>
        <w:t>101.7996</w:t>
      </w:r>
      <w:r>
        <w:tab/>
        <w:t>1.266e-2</w:t>
      </w:r>
    </w:p>
    <w:p w:rsidR="007B2329" w:rsidRDefault="007B2329" w:rsidP="007B2329">
      <w:r>
        <w:t>101.8119</w:t>
      </w:r>
      <w:r>
        <w:tab/>
        <w:t>1.025e0</w:t>
      </w:r>
    </w:p>
    <w:p w:rsidR="007B2329" w:rsidRDefault="007B2329" w:rsidP="007B2329">
      <w:r>
        <w:t>101.8131</w:t>
      </w:r>
      <w:r>
        <w:tab/>
        <w:t>2.025e0</w:t>
      </w:r>
    </w:p>
    <w:p w:rsidR="007B2329" w:rsidRDefault="007B2329" w:rsidP="007B2329">
      <w:r>
        <w:t>101.8265</w:t>
      </w:r>
      <w:r>
        <w:tab/>
        <w:t>1.013e0</w:t>
      </w:r>
    </w:p>
    <w:p w:rsidR="007B2329" w:rsidRDefault="007B2329" w:rsidP="007B2329">
      <w:r>
        <w:t>101.8348</w:t>
      </w:r>
      <w:r>
        <w:tab/>
        <w:t>1.266e-2</w:t>
      </w:r>
    </w:p>
    <w:p w:rsidR="007B2329" w:rsidRDefault="007B2329" w:rsidP="007B2329">
      <w:r>
        <w:t>101.8374</w:t>
      </w:r>
      <w:r>
        <w:tab/>
        <w:t>1.013e0</w:t>
      </w:r>
    </w:p>
    <w:p w:rsidR="007B2329" w:rsidRDefault="007B2329" w:rsidP="007B2329">
      <w:r>
        <w:t>101.8427</w:t>
      </w:r>
      <w:r>
        <w:tab/>
        <w:t>2.025e0</w:t>
      </w:r>
    </w:p>
    <w:p w:rsidR="007B2329" w:rsidRDefault="007B2329" w:rsidP="007B2329">
      <w:r>
        <w:t>101.8467</w:t>
      </w:r>
      <w:r>
        <w:tab/>
        <w:t>1.025e0</w:t>
      </w:r>
    </w:p>
    <w:p w:rsidR="007B2329" w:rsidRDefault="007B2329" w:rsidP="007B2329">
      <w:r>
        <w:t>101.8483</w:t>
      </w:r>
      <w:r>
        <w:tab/>
        <w:t>1.013e0</w:t>
      </w:r>
    </w:p>
    <w:p w:rsidR="007B2329" w:rsidRDefault="007B2329" w:rsidP="007B2329">
      <w:r>
        <w:t>101.8534</w:t>
      </w:r>
      <w:r>
        <w:tab/>
        <w:t>1.013e0</w:t>
      </w:r>
    </w:p>
    <w:p w:rsidR="007B2329" w:rsidRDefault="007B2329" w:rsidP="007B2329">
      <w:r>
        <w:lastRenderedPageBreak/>
        <w:t>101.8548</w:t>
      </w:r>
      <w:r>
        <w:tab/>
        <w:t>1.025e0</w:t>
      </w:r>
    </w:p>
    <w:p w:rsidR="007B2329" w:rsidRDefault="007B2329" w:rsidP="007B2329">
      <w:r>
        <w:t>101.8561</w:t>
      </w:r>
      <w:r>
        <w:tab/>
        <w:t>1.013e0</w:t>
      </w:r>
    </w:p>
    <w:p w:rsidR="007B2329" w:rsidRDefault="007B2329" w:rsidP="007B2329">
      <w:r>
        <w:t>101.8575</w:t>
      </w:r>
      <w:r>
        <w:tab/>
        <w:t>2.025e0</w:t>
      </w:r>
    </w:p>
    <w:p w:rsidR="007B2329" w:rsidRDefault="007B2329" w:rsidP="007B2329">
      <w:r>
        <w:t>101.8617</w:t>
      </w:r>
      <w:r>
        <w:tab/>
        <w:t>1.266e-2</w:t>
      </w:r>
    </w:p>
    <w:p w:rsidR="007B2329" w:rsidRDefault="007B2329" w:rsidP="007B2329">
      <w:r>
        <w:t>101.8641</w:t>
      </w:r>
      <w:r>
        <w:tab/>
        <w:t>1.266e-2</w:t>
      </w:r>
    </w:p>
    <w:p w:rsidR="007B2329" w:rsidRDefault="007B2329" w:rsidP="007B2329">
      <w:r>
        <w:t>101.8655</w:t>
      </w:r>
      <w:r>
        <w:tab/>
        <w:t>2.025e0</w:t>
      </w:r>
    </w:p>
    <w:p w:rsidR="007B2329" w:rsidRDefault="007B2329" w:rsidP="007B2329">
      <w:r>
        <w:t>101.8763</w:t>
      </w:r>
      <w:r>
        <w:tab/>
        <w:t>1.025e0</w:t>
      </w:r>
    </w:p>
    <w:p w:rsidR="007B2329" w:rsidRDefault="007B2329" w:rsidP="007B2329">
      <w:r>
        <w:t>101.8897</w:t>
      </w:r>
      <w:r>
        <w:tab/>
        <w:t>2.532e-2</w:t>
      </w:r>
    </w:p>
    <w:p w:rsidR="007B2329" w:rsidRDefault="007B2329" w:rsidP="007B2329">
      <w:r>
        <w:t>101.8964</w:t>
      </w:r>
      <w:r>
        <w:tab/>
        <w:t>2.532e-2</w:t>
      </w:r>
    </w:p>
    <w:p w:rsidR="007B2329" w:rsidRDefault="007B2329" w:rsidP="007B2329">
      <w:r>
        <w:t>101.8991</w:t>
      </w:r>
      <w:r>
        <w:tab/>
        <w:t>2.025e0</w:t>
      </w:r>
    </w:p>
    <w:p w:rsidR="007B2329" w:rsidRDefault="007B2329" w:rsidP="007B2329">
      <w:r>
        <w:t>101.9043</w:t>
      </w:r>
      <w:r>
        <w:tab/>
        <w:t>1.013e0</w:t>
      </w:r>
    </w:p>
    <w:p w:rsidR="007B2329" w:rsidRDefault="007B2329" w:rsidP="007B2329">
      <w:r>
        <w:t>101.9071</w:t>
      </w:r>
      <w:r>
        <w:tab/>
        <w:t>1.013e0</w:t>
      </w:r>
    </w:p>
    <w:p w:rsidR="007B2329" w:rsidRDefault="007B2329" w:rsidP="007B2329">
      <w:r>
        <w:t>101.9205</w:t>
      </w:r>
      <w:r>
        <w:tab/>
        <w:t>3.038e0</w:t>
      </w:r>
    </w:p>
    <w:p w:rsidR="007B2329" w:rsidRDefault="007B2329" w:rsidP="007B2329">
      <w:r>
        <w:t>101.9353</w:t>
      </w:r>
      <w:r>
        <w:tab/>
        <w:t>2.025e0</w:t>
      </w:r>
    </w:p>
    <w:p w:rsidR="007B2329" w:rsidRDefault="007B2329" w:rsidP="007B2329">
      <w:r>
        <w:t>101.9434</w:t>
      </w:r>
      <w:r>
        <w:tab/>
        <w:t>2.025e0</w:t>
      </w:r>
    </w:p>
    <w:p w:rsidR="007B2329" w:rsidRDefault="007B2329" w:rsidP="007B2329">
      <w:r>
        <w:t>101.9580</w:t>
      </w:r>
      <w:r>
        <w:tab/>
        <w:t>2.025e0</w:t>
      </w:r>
    </w:p>
    <w:p w:rsidR="007B2329" w:rsidRDefault="007B2329" w:rsidP="007B2329">
      <w:r>
        <w:t>101.9675</w:t>
      </w:r>
      <w:r>
        <w:tab/>
        <w:t>2.025e0</w:t>
      </w:r>
    </w:p>
    <w:p w:rsidR="007B2329" w:rsidRDefault="007B2329" w:rsidP="007B2329">
      <w:r>
        <w:t>101.9714</w:t>
      </w:r>
      <w:r>
        <w:tab/>
        <w:t>1.013e0</w:t>
      </w:r>
    </w:p>
    <w:p w:rsidR="007B2329" w:rsidRDefault="007B2329" w:rsidP="007B2329">
      <w:r>
        <w:t>101.9742</w:t>
      </w:r>
      <w:r>
        <w:tab/>
        <w:t>1.013e0</w:t>
      </w:r>
    </w:p>
    <w:p w:rsidR="007B2329" w:rsidRDefault="007B2329" w:rsidP="007B2329">
      <w:r>
        <w:lastRenderedPageBreak/>
        <w:t>101.9769</w:t>
      </w:r>
      <w:r>
        <w:tab/>
        <w:t>1.013e0</w:t>
      </w:r>
    </w:p>
    <w:p w:rsidR="007B2329" w:rsidRDefault="007B2329" w:rsidP="007B2329">
      <w:r>
        <w:t>101.9797</w:t>
      </w:r>
      <w:r>
        <w:tab/>
        <w:t>1.266e-2</w:t>
      </w:r>
    </w:p>
    <w:p w:rsidR="007B2329" w:rsidRDefault="007B2329" w:rsidP="007B2329">
      <w:r>
        <w:t>101.9835</w:t>
      </w:r>
      <w:r>
        <w:tab/>
        <w:t>2.025e0</w:t>
      </w:r>
    </w:p>
    <w:p w:rsidR="007B2329" w:rsidRDefault="007B2329" w:rsidP="007B2329">
      <w:r>
        <w:t>101.9876</w:t>
      </w:r>
      <w:r>
        <w:tab/>
        <w:t>1.025e0</w:t>
      </w:r>
    </w:p>
    <w:p w:rsidR="007B2329" w:rsidRDefault="007B2329" w:rsidP="007B2329">
      <w:r>
        <w:t>101.9932</w:t>
      </w:r>
      <w:r>
        <w:tab/>
        <w:t>1.266e-2</w:t>
      </w:r>
    </w:p>
    <w:p w:rsidR="007B2329" w:rsidRDefault="007B2329" w:rsidP="007B2329">
      <w:r>
        <w:t>101.9983</w:t>
      </w:r>
      <w:r>
        <w:tab/>
        <w:t>3.038e0</w:t>
      </w:r>
    </w:p>
    <w:p w:rsidR="007B2329" w:rsidRDefault="007B2329" w:rsidP="007B2329">
      <w:r>
        <w:t>102.0011</w:t>
      </w:r>
      <w:r>
        <w:tab/>
        <w:t>1.013e0</w:t>
      </w:r>
    </w:p>
    <w:p w:rsidR="007B2329" w:rsidRDefault="007B2329" w:rsidP="007B2329">
      <w:r>
        <w:t>102.0038</w:t>
      </w:r>
      <w:r>
        <w:tab/>
        <w:t>1.013e0</w:t>
      </w:r>
    </w:p>
    <w:p w:rsidR="007B2329" w:rsidRDefault="007B2329" w:rsidP="007B2329">
      <w:r>
        <w:t>102.0066</w:t>
      </w:r>
      <w:r>
        <w:tab/>
        <w:t>1.266e-2</w:t>
      </w:r>
    </w:p>
    <w:p w:rsidR="007B2329" w:rsidRDefault="007B2329" w:rsidP="007B2329">
      <w:r>
        <w:t>102.0104</w:t>
      </w:r>
      <w:r>
        <w:tab/>
        <w:t>2.532e-2</w:t>
      </w:r>
    </w:p>
    <w:p w:rsidR="007B2329" w:rsidRDefault="007B2329" w:rsidP="007B2329">
      <w:r>
        <w:t>102.0173</w:t>
      </w:r>
      <w:r>
        <w:tab/>
        <w:t>2.025e0</w:t>
      </w:r>
    </w:p>
    <w:p w:rsidR="007B2329" w:rsidRDefault="007B2329" w:rsidP="007B2329">
      <w:r>
        <w:t>102.0223</w:t>
      </w:r>
      <w:r>
        <w:tab/>
        <w:t>1.025e0</w:t>
      </w:r>
    </w:p>
    <w:p w:rsidR="007B2329" w:rsidRDefault="007B2329" w:rsidP="007B2329">
      <w:r>
        <w:t>102.0252</w:t>
      </w:r>
      <w:r>
        <w:tab/>
        <w:t>2.532e-2</w:t>
      </w:r>
    </w:p>
    <w:p w:rsidR="007B2329" w:rsidRDefault="007B2329" w:rsidP="007B2329">
      <w:r>
        <w:t>102.0265</w:t>
      </w:r>
      <w:r>
        <w:tab/>
        <w:t>2.025e0</w:t>
      </w:r>
    </w:p>
    <w:p w:rsidR="007B2329" w:rsidRDefault="007B2329" w:rsidP="007B2329">
      <w:r>
        <w:t>102.0306</w:t>
      </w:r>
      <w:r>
        <w:tab/>
        <w:t>1.266e-2</w:t>
      </w:r>
    </w:p>
    <w:p w:rsidR="007B2329" w:rsidRDefault="007B2329" w:rsidP="007B2329">
      <w:r>
        <w:t>102.0335</w:t>
      </w:r>
      <w:r>
        <w:tab/>
        <w:t>6.489e-1</w:t>
      </w:r>
    </w:p>
    <w:p w:rsidR="007B2329" w:rsidRDefault="007B2329" w:rsidP="007B2329">
      <w:r>
        <w:t>102.0374</w:t>
      </w:r>
      <w:r>
        <w:tab/>
        <w:t>2.025e0</w:t>
      </w:r>
    </w:p>
    <w:p w:rsidR="007B2329" w:rsidRDefault="007B2329" w:rsidP="007B2329">
      <w:r>
        <w:t>102.0453</w:t>
      </w:r>
      <w:r>
        <w:tab/>
        <w:t>2.025e0</w:t>
      </w:r>
    </w:p>
    <w:p w:rsidR="007B2329" w:rsidRDefault="007B2329" w:rsidP="007B2329">
      <w:r>
        <w:t>102.0545</w:t>
      </w:r>
      <w:r>
        <w:tab/>
        <w:t>2.150e1</w:t>
      </w:r>
    </w:p>
    <w:p w:rsidR="007B2329" w:rsidRDefault="007B2329" w:rsidP="007B2329">
      <w:r>
        <w:lastRenderedPageBreak/>
        <w:t>102.0559</w:t>
      </w:r>
      <w:r>
        <w:tab/>
        <w:t>1.507e1</w:t>
      </w:r>
    </w:p>
    <w:p w:rsidR="007B2329" w:rsidRDefault="007B2329" w:rsidP="007B2329">
      <w:r>
        <w:t>102.0573</w:t>
      </w:r>
      <w:r>
        <w:tab/>
        <w:t>1.477e2</w:t>
      </w:r>
    </w:p>
    <w:p w:rsidR="007B2329" w:rsidRDefault="007B2329" w:rsidP="007B2329">
      <w:r>
        <w:t>102.0692</w:t>
      </w:r>
      <w:r>
        <w:tab/>
        <w:t>9.114e0</w:t>
      </w:r>
    </w:p>
    <w:p w:rsidR="007B2329" w:rsidRDefault="007B2329" w:rsidP="007B2329">
      <w:r>
        <w:t>102.0808</w:t>
      </w:r>
      <w:r>
        <w:tab/>
        <w:t>3.125e0</w:t>
      </w:r>
    </w:p>
    <w:p w:rsidR="007B2329" w:rsidRDefault="007B2329" w:rsidP="007B2329">
      <w:r>
        <w:t>102.0846</w:t>
      </w:r>
      <w:r>
        <w:tab/>
        <w:t>4.051e0</w:t>
      </w:r>
    </w:p>
    <w:p w:rsidR="007B2329" w:rsidRDefault="007B2329" w:rsidP="007B2329">
      <w:r>
        <w:t>102.0950</w:t>
      </w:r>
      <w:r>
        <w:tab/>
        <w:t>3.038e0</w:t>
      </w:r>
    </w:p>
    <w:p w:rsidR="007B2329" w:rsidRDefault="007B2329" w:rsidP="007B2329">
      <w:r>
        <w:t>102.0964</w:t>
      </w:r>
      <w:r>
        <w:tab/>
        <w:t>2.025e0</w:t>
      </w:r>
    </w:p>
    <w:p w:rsidR="007B2329" w:rsidRDefault="007B2329" w:rsidP="007B2329">
      <w:r>
        <w:t>102.0985</w:t>
      </w:r>
      <w:r>
        <w:tab/>
        <w:t>2.038e0</w:t>
      </w:r>
    </w:p>
    <w:p w:rsidR="007B2329" w:rsidRDefault="007B2329" w:rsidP="007B2329">
      <w:r>
        <w:t>102.1044</w:t>
      </w:r>
      <w:r>
        <w:tab/>
        <w:t>1.025e0</w:t>
      </w:r>
    </w:p>
    <w:p w:rsidR="007B2329" w:rsidRDefault="007B2329" w:rsidP="007B2329">
      <w:r>
        <w:t>102.1057</w:t>
      </w:r>
      <w:r>
        <w:tab/>
        <w:t>1.266e-2</w:t>
      </w:r>
    </w:p>
    <w:p w:rsidR="007B2329" w:rsidRDefault="007B2329" w:rsidP="007B2329">
      <w:r>
        <w:t>102.1164</w:t>
      </w:r>
      <w:r>
        <w:tab/>
        <w:t>1.013e0</w:t>
      </w:r>
    </w:p>
    <w:p w:rsidR="007B2329" w:rsidRDefault="007B2329" w:rsidP="007B2329">
      <w:r>
        <w:t>102.1294</w:t>
      </w:r>
      <w:r>
        <w:tab/>
        <w:t>9.114e0</w:t>
      </w:r>
    </w:p>
    <w:p w:rsidR="007B2329" w:rsidRDefault="007B2329" w:rsidP="007B2329">
      <w:r>
        <w:t>102.1340</w:t>
      </w:r>
      <w:r>
        <w:tab/>
        <w:t>2.025e0</w:t>
      </w:r>
    </w:p>
    <w:p w:rsidR="007B2329" w:rsidRDefault="007B2329" w:rsidP="007B2329">
      <w:r>
        <w:t>102.1382</w:t>
      </w:r>
      <w:r>
        <w:tab/>
        <w:t>1.013e0</w:t>
      </w:r>
    </w:p>
    <w:p w:rsidR="007B2329" w:rsidRDefault="007B2329" w:rsidP="007B2329">
      <w:r>
        <w:t>102.1405</w:t>
      </w:r>
      <w:r>
        <w:tab/>
        <w:t>1.266e-2</w:t>
      </w:r>
    </w:p>
    <w:p w:rsidR="007B2329" w:rsidRDefault="007B2329" w:rsidP="007B2329">
      <w:r>
        <w:t>102.1433</w:t>
      </w:r>
      <w:r>
        <w:tab/>
        <w:t>1.013e0</w:t>
      </w:r>
    </w:p>
    <w:p w:rsidR="007B2329" w:rsidRDefault="007B2329" w:rsidP="007B2329">
      <w:r>
        <w:t>102.1480</w:t>
      </w:r>
      <w:r>
        <w:tab/>
        <w:t>3.038e0</w:t>
      </w:r>
    </w:p>
    <w:p w:rsidR="007B2329" w:rsidRDefault="007B2329" w:rsidP="007B2329">
      <w:r>
        <w:t>102.1636</w:t>
      </w:r>
      <w:r>
        <w:tab/>
        <w:t>1.025e0</w:t>
      </w:r>
    </w:p>
    <w:p w:rsidR="007B2329" w:rsidRDefault="007B2329" w:rsidP="007B2329">
      <w:r>
        <w:t>102.1729</w:t>
      </w:r>
      <w:r>
        <w:tab/>
        <w:t>1.025e0</w:t>
      </w:r>
    </w:p>
    <w:p w:rsidR="007B2329" w:rsidRDefault="007B2329" w:rsidP="007B2329">
      <w:r>
        <w:lastRenderedPageBreak/>
        <w:t>102.1928</w:t>
      </w:r>
      <w:r>
        <w:tab/>
        <w:t>2.297e0</w:t>
      </w:r>
    </w:p>
    <w:p w:rsidR="007B2329" w:rsidRDefault="007B2329" w:rsidP="007B2329">
      <w:r>
        <w:t>102.1957</w:t>
      </w:r>
      <w:r>
        <w:tab/>
        <w:t>2.025e0</w:t>
      </w:r>
    </w:p>
    <w:p w:rsidR="007B2329" w:rsidRDefault="007B2329" w:rsidP="007B2329">
      <w:r>
        <w:t>102.2026</w:t>
      </w:r>
      <w:r>
        <w:tab/>
        <w:t>2.532e-2</w:t>
      </w:r>
    </w:p>
    <w:p w:rsidR="007B2329" w:rsidRDefault="007B2329" w:rsidP="007B2329">
      <w:r>
        <w:t>102.2077</w:t>
      </w:r>
      <w:r>
        <w:tab/>
        <w:t>1.013e0</w:t>
      </w:r>
    </w:p>
    <w:p w:rsidR="007B2329" w:rsidRDefault="007B2329" w:rsidP="007B2329">
      <w:r>
        <w:t>102.2105</w:t>
      </w:r>
      <w:r>
        <w:tab/>
        <w:t>1.013e0</w:t>
      </w:r>
    </w:p>
    <w:p w:rsidR="007B2329" w:rsidRDefault="007B2329" w:rsidP="007B2329">
      <w:r>
        <w:t>102.2132</w:t>
      </w:r>
      <w:r>
        <w:tab/>
        <w:t>1.013e0</w:t>
      </w:r>
    </w:p>
    <w:p w:rsidR="007B2329" w:rsidRDefault="007B2329" w:rsidP="007B2329">
      <w:r>
        <w:t>102.2211</w:t>
      </w:r>
      <w:r>
        <w:tab/>
        <w:t>1.013e0</w:t>
      </w:r>
    </w:p>
    <w:p w:rsidR="007B2329" w:rsidRDefault="007B2329" w:rsidP="007B2329">
      <w:r>
        <w:t>102.2267</w:t>
      </w:r>
      <w:r>
        <w:tab/>
        <w:t>2.025e0</w:t>
      </w:r>
    </w:p>
    <w:p w:rsidR="007B2329" w:rsidRDefault="007B2329" w:rsidP="007B2329">
      <w:r>
        <w:t>102.2374</w:t>
      </w:r>
      <w:r>
        <w:tab/>
        <w:t>2.038e0</w:t>
      </w:r>
    </w:p>
    <w:p w:rsidR="007B2329" w:rsidRDefault="007B2329" w:rsidP="007B2329">
      <w:r>
        <w:t>102.2401</w:t>
      </w:r>
      <w:r>
        <w:tab/>
        <w:t>2.025e0</w:t>
      </w:r>
    </w:p>
    <w:p w:rsidR="007B2329" w:rsidRDefault="007B2329" w:rsidP="007B2329">
      <w:r>
        <w:t>102.2411</w:t>
      </w:r>
      <w:r>
        <w:tab/>
        <w:t>5.179e0</w:t>
      </w:r>
    </w:p>
    <w:p w:rsidR="007B2329" w:rsidRDefault="007B2329" w:rsidP="007B2329">
      <w:r>
        <w:t>102.2564</w:t>
      </w:r>
      <w:r>
        <w:tab/>
        <w:t>1.013e0</w:t>
      </w:r>
    </w:p>
    <w:p w:rsidR="007B2329" w:rsidRDefault="007B2329" w:rsidP="007B2329">
      <w:r>
        <w:t>102.2643</w:t>
      </w:r>
      <w:r>
        <w:tab/>
        <w:t>2.532e-2</w:t>
      </w:r>
    </w:p>
    <w:p w:rsidR="007B2329" w:rsidRDefault="007B2329" w:rsidP="007B2329">
      <w:r>
        <w:t>102.2670</w:t>
      </w:r>
      <w:r>
        <w:tab/>
        <w:t>5.076e0</w:t>
      </w:r>
    </w:p>
    <w:p w:rsidR="007B2329" w:rsidRDefault="007B2329" w:rsidP="007B2329">
      <w:r>
        <w:t>102.2698</w:t>
      </w:r>
      <w:r>
        <w:tab/>
        <w:t>1.013e0</w:t>
      </w:r>
    </w:p>
    <w:p w:rsidR="007B2329" w:rsidRDefault="007B2329" w:rsidP="007B2329">
      <w:r>
        <w:t>102.2736</w:t>
      </w:r>
      <w:r>
        <w:tab/>
        <w:t>2.025e0</w:t>
      </w:r>
    </w:p>
    <w:p w:rsidR="007B2329" w:rsidRDefault="007B2329" w:rsidP="007B2329">
      <w:r>
        <w:t>102.2816</w:t>
      </w:r>
      <w:r>
        <w:tab/>
        <w:t>2.025e0</w:t>
      </w:r>
    </w:p>
    <w:p w:rsidR="007B2329" w:rsidRDefault="007B2329" w:rsidP="007B2329">
      <w:r>
        <w:t>102.2844</w:t>
      </w:r>
      <w:r>
        <w:tab/>
        <w:t>1.025e0</w:t>
      </w:r>
    </w:p>
    <w:p w:rsidR="007B2329" w:rsidRDefault="007B2329" w:rsidP="007B2329">
      <w:r>
        <w:t>102.2912</w:t>
      </w:r>
      <w:r>
        <w:tab/>
        <w:t>2.025e0</w:t>
      </w:r>
    </w:p>
    <w:p w:rsidR="007B2329" w:rsidRDefault="007B2329" w:rsidP="007B2329">
      <w:r>
        <w:lastRenderedPageBreak/>
        <w:t>102.2990</w:t>
      </w:r>
      <w:r>
        <w:tab/>
        <w:t>2.025e0</w:t>
      </w:r>
    </w:p>
    <w:p w:rsidR="007B2329" w:rsidRDefault="007B2329" w:rsidP="007B2329">
      <w:r>
        <w:t>102.3074</w:t>
      </w:r>
      <w:r>
        <w:tab/>
        <w:t>3.038e0</w:t>
      </w:r>
    </w:p>
    <w:p w:rsidR="007B2329" w:rsidRDefault="007B2329" w:rsidP="007B2329">
      <w:r>
        <w:t>102.3153</w:t>
      </w:r>
      <w:r>
        <w:tab/>
        <w:t>1.013e0</w:t>
      </w:r>
    </w:p>
    <w:p w:rsidR="007B2329" w:rsidRDefault="007B2329" w:rsidP="007B2329">
      <w:r>
        <w:t>102.3188</w:t>
      </w:r>
      <w:r>
        <w:tab/>
        <w:t>9.877e-1</w:t>
      </w:r>
    </w:p>
    <w:p w:rsidR="007B2329" w:rsidRDefault="007B2329" w:rsidP="007B2329">
      <w:r>
        <w:t>102.3259</w:t>
      </w:r>
      <w:r>
        <w:tab/>
        <w:t>1.266e-2</w:t>
      </w:r>
    </w:p>
    <w:p w:rsidR="007B2329" w:rsidRDefault="007B2329" w:rsidP="007B2329">
      <w:r>
        <w:t>102.3315</w:t>
      </w:r>
      <w:r>
        <w:tab/>
        <w:t>3.038e0</w:t>
      </w:r>
    </w:p>
    <w:p w:rsidR="007B2329" w:rsidRDefault="007B2329" w:rsidP="007B2329">
      <w:r>
        <w:t>102.3477</w:t>
      </w:r>
      <w:r>
        <w:tab/>
        <w:t>1.266e-2</w:t>
      </w:r>
    </w:p>
    <w:p w:rsidR="007B2329" w:rsidRDefault="007B2329" w:rsidP="007B2329">
      <w:r>
        <w:t>102.3503</w:t>
      </w:r>
      <w:r>
        <w:tab/>
        <w:t>5.063e0</w:t>
      </w:r>
    </w:p>
    <w:p w:rsidR="007B2329" w:rsidRDefault="007B2329" w:rsidP="007B2329">
      <w:r>
        <w:t>102.3571</w:t>
      </w:r>
      <w:r>
        <w:tab/>
        <w:t>2.532e-2</w:t>
      </w:r>
    </w:p>
    <w:p w:rsidR="007B2329" w:rsidRDefault="007B2329" w:rsidP="007B2329">
      <w:r>
        <w:t>102.3691</w:t>
      </w:r>
      <w:r>
        <w:tab/>
        <w:t>1.013e0</w:t>
      </w:r>
    </w:p>
    <w:p w:rsidR="007B2329" w:rsidRDefault="007B2329" w:rsidP="007B2329">
      <w:r>
        <w:t>102.3718</w:t>
      </w:r>
      <w:r>
        <w:tab/>
        <w:t>2.025e0</w:t>
      </w:r>
    </w:p>
    <w:p w:rsidR="007B2329" w:rsidRDefault="007B2329" w:rsidP="007B2329">
      <w:r>
        <w:t>102.3853</w:t>
      </w:r>
      <w:r>
        <w:tab/>
        <w:t>1.266e-2</w:t>
      </w:r>
    </w:p>
    <w:p w:rsidR="007B2329" w:rsidRDefault="007B2329" w:rsidP="007B2329">
      <w:r>
        <w:t>102.3932</w:t>
      </w:r>
      <w:r>
        <w:tab/>
        <w:t>1.013e0</w:t>
      </w:r>
    </w:p>
    <w:p w:rsidR="007B2329" w:rsidRDefault="007B2329" w:rsidP="007B2329">
      <w:r>
        <w:t>102.3946</w:t>
      </w:r>
      <w:r>
        <w:tab/>
        <w:t>2.025e0</w:t>
      </w:r>
    </w:p>
    <w:p w:rsidR="007B2329" w:rsidRDefault="007B2329" w:rsidP="007B2329">
      <w:r>
        <w:t>102.3960</w:t>
      </w:r>
      <w:r>
        <w:tab/>
        <w:t>1.266e-2</w:t>
      </w:r>
    </w:p>
    <w:p w:rsidR="007B2329" w:rsidRDefault="007B2329" w:rsidP="007B2329">
      <w:r>
        <w:t>102.3987</w:t>
      </w:r>
      <w:r>
        <w:tab/>
        <w:t>1.013e0</w:t>
      </w:r>
    </w:p>
    <w:p w:rsidR="007B2329" w:rsidRDefault="007B2329" w:rsidP="007B2329">
      <w:r>
        <w:t>102.4016</w:t>
      </w:r>
      <w:r>
        <w:tab/>
        <w:t>1.013e0</w:t>
      </w:r>
    </w:p>
    <w:p w:rsidR="007B2329" w:rsidRDefault="007B2329" w:rsidP="007B2329">
      <w:r>
        <w:t>102.4027</w:t>
      </w:r>
      <w:r>
        <w:tab/>
        <w:t>2.025e0</w:t>
      </w:r>
    </w:p>
    <w:p w:rsidR="007B2329" w:rsidRDefault="007B2329" w:rsidP="007B2329">
      <w:r>
        <w:t>102.4150</w:t>
      </w:r>
      <w:r>
        <w:tab/>
        <w:t>1.013e0</w:t>
      </w:r>
    </w:p>
    <w:p w:rsidR="007B2329" w:rsidRDefault="007B2329" w:rsidP="007B2329">
      <w:r>
        <w:lastRenderedPageBreak/>
        <w:t>102.4257</w:t>
      </w:r>
      <w:r>
        <w:tab/>
        <w:t>2.025e0</w:t>
      </w:r>
    </w:p>
    <w:p w:rsidR="007B2329" w:rsidRDefault="007B2329" w:rsidP="007B2329">
      <w:r>
        <w:t>102.4285</w:t>
      </w:r>
      <w:r>
        <w:tab/>
        <w:t>3.038e0</w:t>
      </w:r>
    </w:p>
    <w:p w:rsidR="007B2329" w:rsidRDefault="007B2329" w:rsidP="007B2329">
      <w:r>
        <w:t>102.4308</w:t>
      </w:r>
      <w:r>
        <w:tab/>
        <w:t>1.266e-2</w:t>
      </w:r>
    </w:p>
    <w:p w:rsidR="007B2329" w:rsidRDefault="007B2329" w:rsidP="007B2329">
      <w:r>
        <w:t>102.4336</w:t>
      </w:r>
      <w:r>
        <w:tab/>
        <w:t>1.025e0</w:t>
      </w:r>
    </w:p>
    <w:p w:rsidR="007B2329" w:rsidRDefault="007B2329" w:rsidP="007B2329">
      <w:r>
        <w:t>102.4442</w:t>
      </w:r>
      <w:r>
        <w:tab/>
        <w:t>2.025e0</w:t>
      </w:r>
    </w:p>
    <w:p w:rsidR="007B2329" w:rsidRDefault="007B2329" w:rsidP="007B2329">
      <w:r>
        <w:t>102.4472</w:t>
      </w:r>
      <w:r>
        <w:tab/>
        <w:t>4.051e0</w:t>
      </w:r>
    </w:p>
    <w:p w:rsidR="007B2329" w:rsidRDefault="007B2329" w:rsidP="007B2329">
      <w:r>
        <w:t>102.4498</w:t>
      </w:r>
      <w:r>
        <w:tab/>
        <w:t>1.038e0</w:t>
      </w:r>
    </w:p>
    <w:p w:rsidR="007B2329" w:rsidRDefault="007B2329" w:rsidP="007B2329">
      <w:r>
        <w:t>102.4577</w:t>
      </w:r>
      <w:r>
        <w:tab/>
        <w:t>1.038e0</w:t>
      </w:r>
    </w:p>
    <w:p w:rsidR="007B2329" w:rsidRDefault="007B2329" w:rsidP="007B2329">
      <w:r>
        <w:t>102.4606</w:t>
      </w:r>
      <w:r>
        <w:tab/>
        <w:t>1.013e0</w:t>
      </w:r>
    </w:p>
    <w:p w:rsidR="007B2329" w:rsidRDefault="007B2329" w:rsidP="007B2329">
      <w:r>
        <w:t>102.4632</w:t>
      </w:r>
      <w:r>
        <w:tab/>
        <w:t>1.013e0</w:t>
      </w:r>
    </w:p>
    <w:p w:rsidR="007B2329" w:rsidRDefault="007B2329" w:rsidP="007B2329">
      <w:r>
        <w:t>102.4688</w:t>
      </w:r>
      <w:r>
        <w:tab/>
        <w:t>2.025e0</w:t>
      </w:r>
    </w:p>
    <w:p w:rsidR="007B2329" w:rsidRDefault="007B2329" w:rsidP="007B2329">
      <w:r>
        <w:t>102.4740</w:t>
      </w:r>
      <w:r>
        <w:tab/>
        <w:t>2.025e0</w:t>
      </w:r>
    </w:p>
    <w:p w:rsidR="007B2329" w:rsidRDefault="007B2329" w:rsidP="007B2329">
      <w:r>
        <w:t>102.4822</w:t>
      </w:r>
      <w:r>
        <w:tab/>
        <w:t>1.013e0</w:t>
      </w:r>
    </w:p>
    <w:p w:rsidR="007B2329" w:rsidRDefault="007B2329" w:rsidP="007B2329">
      <w:r>
        <w:t>102.4929</w:t>
      </w:r>
      <w:r>
        <w:tab/>
        <w:t>2.038e0</w:t>
      </w:r>
    </w:p>
    <w:p w:rsidR="007B2329" w:rsidRDefault="007B2329" w:rsidP="007B2329">
      <w:r>
        <w:t>102.5009</w:t>
      </w:r>
      <w:r>
        <w:tab/>
        <w:t>1.013e0</w:t>
      </w:r>
    </w:p>
    <w:p w:rsidR="007B2329" w:rsidRDefault="007B2329" w:rsidP="007B2329">
      <w:r>
        <w:t>102.5064</w:t>
      </w:r>
      <w:r>
        <w:tab/>
        <w:t>1.038e0</w:t>
      </w:r>
    </w:p>
    <w:p w:rsidR="007B2329" w:rsidRDefault="007B2329" w:rsidP="007B2329">
      <w:r>
        <w:t>102.5090</w:t>
      </w:r>
      <w:r>
        <w:tab/>
        <w:t>1.013e0</w:t>
      </w:r>
    </w:p>
    <w:p w:rsidR="007B2329" w:rsidRDefault="007B2329" w:rsidP="007B2329">
      <w:r>
        <w:t>102.5144</w:t>
      </w:r>
      <w:r>
        <w:tab/>
        <w:t>3.038e0</w:t>
      </w:r>
    </w:p>
    <w:p w:rsidR="007B2329" w:rsidRDefault="007B2329" w:rsidP="007B2329">
      <w:r>
        <w:t>102.5157</w:t>
      </w:r>
      <w:r>
        <w:tab/>
        <w:t>2.025e0</w:t>
      </w:r>
    </w:p>
    <w:p w:rsidR="007B2329" w:rsidRDefault="007B2329" w:rsidP="007B2329">
      <w:r>
        <w:lastRenderedPageBreak/>
        <w:t>102.5225</w:t>
      </w:r>
      <w:r>
        <w:tab/>
        <w:t>1.013e0</w:t>
      </w:r>
    </w:p>
    <w:p w:rsidR="007B2329" w:rsidRDefault="007B2329" w:rsidP="007B2329">
      <w:r>
        <w:t>102.5305</w:t>
      </w:r>
      <w:r>
        <w:tab/>
        <w:t>1.025e0</w:t>
      </w:r>
    </w:p>
    <w:p w:rsidR="007B2329" w:rsidRDefault="007B2329" w:rsidP="007B2329">
      <w:r>
        <w:t>102.5468</w:t>
      </w:r>
      <w:r>
        <w:tab/>
        <w:t>1.266e-2</w:t>
      </w:r>
    </w:p>
    <w:p w:rsidR="007B2329" w:rsidRDefault="007B2329" w:rsidP="007B2329">
      <w:r>
        <w:t>102.5519</w:t>
      </w:r>
      <w:r>
        <w:tab/>
        <w:t>1.013e0</w:t>
      </w:r>
    </w:p>
    <w:p w:rsidR="007B2329" w:rsidRDefault="007B2329" w:rsidP="007B2329">
      <w:r>
        <w:t>102.5574</w:t>
      </w:r>
      <w:r>
        <w:tab/>
        <w:t>1.266e-2</w:t>
      </w:r>
    </w:p>
    <w:p w:rsidR="007B2329" w:rsidRDefault="007B2329" w:rsidP="007B2329">
      <w:r>
        <w:t>102.5628</w:t>
      </w:r>
      <w:r>
        <w:tab/>
        <w:t>2.025e0</w:t>
      </w:r>
    </w:p>
    <w:p w:rsidR="007B2329" w:rsidRDefault="007B2329" w:rsidP="007B2329">
      <w:r>
        <w:t>102.5682</w:t>
      </w:r>
      <w:r>
        <w:tab/>
        <w:t>1.013e0</w:t>
      </w:r>
    </w:p>
    <w:p w:rsidR="007B2329" w:rsidRDefault="007B2329" w:rsidP="007B2329">
      <w:r>
        <w:t>102.5844</w:t>
      </w:r>
      <w:r>
        <w:tab/>
        <w:t>2.025e0</w:t>
      </w:r>
    </w:p>
    <w:p w:rsidR="007B2329" w:rsidRDefault="007B2329" w:rsidP="007B2329">
      <w:r>
        <w:t>102.5924</w:t>
      </w:r>
      <w:r>
        <w:tab/>
        <w:t>1.266e-2</w:t>
      </w:r>
    </w:p>
    <w:p w:rsidR="007B2329" w:rsidRDefault="007B2329" w:rsidP="007B2329">
      <w:r>
        <w:t>102.5951</w:t>
      </w:r>
      <w:r>
        <w:tab/>
        <w:t>1.266e-2</w:t>
      </w:r>
    </w:p>
    <w:p w:rsidR="007B2329" w:rsidRDefault="007B2329" w:rsidP="007B2329">
      <w:r>
        <w:t>102.6031</w:t>
      </w:r>
      <w:r>
        <w:tab/>
        <w:t>1.013e0</w:t>
      </w:r>
    </w:p>
    <w:p w:rsidR="007B2329" w:rsidRDefault="007B2329" w:rsidP="007B2329">
      <w:r>
        <w:t>102.6221</w:t>
      </w:r>
      <w:r>
        <w:tab/>
        <w:t>1.013e0</w:t>
      </w:r>
    </w:p>
    <w:p w:rsidR="007B2329" w:rsidRDefault="007B2329" w:rsidP="007B2329">
      <w:r>
        <w:t>102.6276</w:t>
      </w:r>
      <w:r>
        <w:tab/>
        <w:t>1.013e0</w:t>
      </w:r>
    </w:p>
    <w:p w:rsidR="007B2329" w:rsidRDefault="007B2329" w:rsidP="007B2329">
      <w:r>
        <w:t>102.6302</w:t>
      </w:r>
      <w:r>
        <w:tab/>
        <w:t>2.025e0</w:t>
      </w:r>
    </w:p>
    <w:p w:rsidR="007B2329" w:rsidRDefault="007B2329" w:rsidP="007B2329">
      <w:r>
        <w:t>102.6328</w:t>
      </w:r>
      <w:r>
        <w:tab/>
        <w:t>3.038e0</w:t>
      </w:r>
    </w:p>
    <w:p w:rsidR="007B2329" w:rsidRDefault="007B2329" w:rsidP="007B2329">
      <w:r>
        <w:t>102.6423</w:t>
      </w:r>
      <w:r>
        <w:tab/>
        <w:t>2.025e0</w:t>
      </w:r>
    </w:p>
    <w:p w:rsidR="007B2329" w:rsidRDefault="007B2329" w:rsidP="007B2329">
      <w:r>
        <w:t>102.6434</w:t>
      </w:r>
      <w:r>
        <w:tab/>
        <w:t>2.025e0</w:t>
      </w:r>
    </w:p>
    <w:p w:rsidR="007B2329" w:rsidRDefault="007B2329" w:rsidP="007B2329">
      <w:r>
        <w:t>102.6462</w:t>
      </w:r>
      <w:r>
        <w:tab/>
        <w:t>1.013e0</w:t>
      </w:r>
    </w:p>
    <w:p w:rsidR="007B2329" w:rsidRDefault="007B2329" w:rsidP="007B2329">
      <w:r>
        <w:t>102.6517</w:t>
      </w:r>
      <w:r>
        <w:tab/>
        <w:t>1.013e0</w:t>
      </w:r>
    </w:p>
    <w:p w:rsidR="007B2329" w:rsidRDefault="007B2329" w:rsidP="007B2329">
      <w:r>
        <w:lastRenderedPageBreak/>
        <w:t>102.6569</w:t>
      </w:r>
      <w:r>
        <w:tab/>
        <w:t>1.013e0</w:t>
      </w:r>
    </w:p>
    <w:p w:rsidR="007B2329" w:rsidRDefault="007B2329" w:rsidP="007B2329">
      <w:r>
        <w:t>102.6678</w:t>
      </w:r>
      <w:r>
        <w:tab/>
        <w:t>2.025e0</w:t>
      </w:r>
    </w:p>
    <w:p w:rsidR="007B2329" w:rsidRDefault="007B2329" w:rsidP="007B2329">
      <w:r>
        <w:t>102.6732</w:t>
      </w:r>
      <w:r>
        <w:tab/>
        <w:t>1.013e0</w:t>
      </w:r>
    </w:p>
    <w:p w:rsidR="007B2329" w:rsidRDefault="007B2329" w:rsidP="007B2329">
      <w:r>
        <w:t>102.6759</w:t>
      </w:r>
      <w:r>
        <w:tab/>
        <w:t>2.025e0</w:t>
      </w:r>
    </w:p>
    <w:p w:rsidR="007B2329" w:rsidRDefault="007B2329" w:rsidP="007B2329">
      <w:r>
        <w:t>102.6880</w:t>
      </w:r>
      <w:r>
        <w:tab/>
        <w:t>2.025e0</w:t>
      </w:r>
    </w:p>
    <w:p w:rsidR="007B2329" w:rsidRDefault="007B2329" w:rsidP="007B2329">
      <w:r>
        <w:t>102.6907</w:t>
      </w:r>
      <w:r>
        <w:tab/>
        <w:t>1.025e0</w:t>
      </w:r>
    </w:p>
    <w:p w:rsidR="007B2329" w:rsidRDefault="007B2329" w:rsidP="007B2329">
      <w:r>
        <w:t>102.7014</w:t>
      </w:r>
      <w:r>
        <w:tab/>
        <w:t>5.063e0</w:t>
      </w:r>
    </w:p>
    <w:p w:rsidR="007B2329" w:rsidRDefault="007B2329" w:rsidP="007B2329">
      <w:r>
        <w:t>102.7136</w:t>
      </w:r>
      <w:r>
        <w:tab/>
        <w:t>2.025e0</w:t>
      </w:r>
    </w:p>
    <w:p w:rsidR="007B2329" w:rsidRDefault="007B2329" w:rsidP="007B2329">
      <w:r>
        <w:t>102.7163</w:t>
      </w:r>
      <w:r>
        <w:tab/>
        <w:t>1.013e0</w:t>
      </w:r>
    </w:p>
    <w:p w:rsidR="007B2329" w:rsidRDefault="007B2329" w:rsidP="007B2329">
      <w:r>
        <w:t>102.7188</w:t>
      </w:r>
      <w:r>
        <w:tab/>
        <w:t>2.263e0</w:t>
      </w:r>
    </w:p>
    <w:p w:rsidR="007B2329" w:rsidRDefault="007B2329" w:rsidP="007B2329">
      <w:r>
        <w:t>102.7204</w:t>
      </w:r>
      <w:r>
        <w:tab/>
        <w:t>2.025e0</w:t>
      </w:r>
    </w:p>
    <w:p w:rsidR="007B2329" w:rsidRDefault="007B2329" w:rsidP="007B2329">
      <w:r>
        <w:t>102.7326</w:t>
      </w:r>
      <w:r>
        <w:tab/>
        <w:t>2.025e0</w:t>
      </w:r>
    </w:p>
    <w:p w:rsidR="007B2329" w:rsidRDefault="007B2329" w:rsidP="007B2329">
      <w:r>
        <w:t>102.7338</w:t>
      </w:r>
      <w:r>
        <w:tab/>
        <w:t>2.025e0</w:t>
      </w:r>
    </w:p>
    <w:p w:rsidR="007B2329" w:rsidRDefault="007B2329" w:rsidP="007B2329">
      <w:r>
        <w:t>102.7377</w:t>
      </w:r>
      <w:r>
        <w:tab/>
        <w:t>2.025e0</w:t>
      </w:r>
    </w:p>
    <w:p w:rsidR="007B2329" w:rsidRDefault="007B2329" w:rsidP="007B2329">
      <w:r>
        <w:t>102.7405</w:t>
      </w:r>
      <w:r>
        <w:tab/>
        <w:t>1.013e0</w:t>
      </w:r>
    </w:p>
    <w:p w:rsidR="007B2329" w:rsidRDefault="007B2329" w:rsidP="007B2329">
      <w:r>
        <w:t>102.7595</w:t>
      </w:r>
      <w:r>
        <w:tab/>
        <w:t>3.038e0</w:t>
      </w:r>
    </w:p>
    <w:p w:rsidR="007B2329" w:rsidRDefault="007B2329" w:rsidP="007B2329">
      <w:r>
        <w:t>102.7621</w:t>
      </w:r>
      <w:r>
        <w:tab/>
        <w:t>2.025e0</w:t>
      </w:r>
    </w:p>
    <w:p w:rsidR="007B2329" w:rsidRDefault="007B2329" w:rsidP="007B2329">
      <w:r>
        <w:t>102.7702</w:t>
      </w:r>
      <w:r>
        <w:tab/>
        <w:t>2.025e0</w:t>
      </w:r>
    </w:p>
    <w:p w:rsidR="007B2329" w:rsidRDefault="007B2329" w:rsidP="007B2329">
      <w:r>
        <w:t>102.7781</w:t>
      </w:r>
      <w:r>
        <w:tab/>
        <w:t>2.025e0</w:t>
      </w:r>
    </w:p>
    <w:p w:rsidR="007B2329" w:rsidRDefault="007B2329" w:rsidP="007B2329">
      <w:r>
        <w:lastRenderedPageBreak/>
        <w:t>102.7865</w:t>
      </w:r>
      <w:r>
        <w:tab/>
        <w:t>1.013e0</w:t>
      </w:r>
    </w:p>
    <w:p w:rsidR="007B2329" w:rsidRDefault="007B2329" w:rsidP="007B2329">
      <w:r>
        <w:t>102.8092</w:t>
      </w:r>
      <w:r>
        <w:tab/>
        <w:t>2.025e0</w:t>
      </w:r>
    </w:p>
    <w:p w:rsidR="007B2329" w:rsidRDefault="007B2329" w:rsidP="007B2329">
      <w:r>
        <w:t>102.8214</w:t>
      </w:r>
      <w:r>
        <w:tab/>
        <w:t>1.266e-2</w:t>
      </w:r>
    </w:p>
    <w:p w:rsidR="007B2329" w:rsidRDefault="007B2329" w:rsidP="007B2329">
      <w:r>
        <w:t>102.8321</w:t>
      </w:r>
      <w:r>
        <w:tab/>
        <w:t>1.266e-2</w:t>
      </w:r>
    </w:p>
    <w:p w:rsidR="007B2329" w:rsidRDefault="007B2329" w:rsidP="007B2329">
      <w:r>
        <w:t>102.8376</w:t>
      </w:r>
      <w:r>
        <w:tab/>
        <w:t>3.038e0</w:t>
      </w:r>
    </w:p>
    <w:p w:rsidR="007B2329" w:rsidRDefault="007B2329" w:rsidP="007B2329">
      <w:r>
        <w:t>102.8455</w:t>
      </w:r>
      <w:r>
        <w:tab/>
        <w:t>1.266e-2</w:t>
      </w:r>
    </w:p>
    <w:p w:rsidR="007B2329" w:rsidRDefault="007B2329" w:rsidP="007B2329">
      <w:r>
        <w:t>102.8511</w:t>
      </w:r>
      <w:r>
        <w:tab/>
        <w:t>1.013e0</w:t>
      </w:r>
    </w:p>
    <w:p w:rsidR="007B2329" w:rsidRDefault="007B2329" w:rsidP="007B2329">
      <w:r>
        <w:t>102.8590</w:t>
      </w:r>
      <w:r>
        <w:tab/>
        <w:t>1.013e0</w:t>
      </w:r>
    </w:p>
    <w:p w:rsidR="007B2329" w:rsidRDefault="007B2329" w:rsidP="007B2329">
      <w:r>
        <w:t>102.8618</w:t>
      </w:r>
      <w:r>
        <w:tab/>
        <w:t>1.038e0</w:t>
      </w:r>
    </w:p>
    <w:p w:rsidR="007B2329" w:rsidRDefault="007B2329" w:rsidP="007B2329">
      <w:r>
        <w:t>102.8725</w:t>
      </w:r>
      <w:r>
        <w:tab/>
        <w:t>1.013e0</w:t>
      </w:r>
    </w:p>
    <w:p w:rsidR="007B2329" w:rsidRDefault="007B2329" w:rsidP="007B2329">
      <w:r>
        <w:t>102.8809</w:t>
      </w:r>
      <w:r>
        <w:tab/>
        <w:t>1.013e0</w:t>
      </w:r>
    </w:p>
    <w:p w:rsidR="007B2329" w:rsidRDefault="007B2329" w:rsidP="007B2329">
      <w:r>
        <w:t>102.8831</w:t>
      </w:r>
      <w:r>
        <w:tab/>
        <w:t>1.013e0</w:t>
      </w:r>
    </w:p>
    <w:p w:rsidR="007B2329" w:rsidRDefault="007B2329" w:rsidP="007B2329">
      <w:r>
        <w:t>102.8944</w:t>
      </w:r>
      <w:r>
        <w:tab/>
        <w:t>1.013e0</w:t>
      </w:r>
    </w:p>
    <w:p w:rsidR="007B2329" w:rsidRDefault="007B2329" w:rsidP="007B2329">
      <w:r>
        <w:t>102.8995</w:t>
      </w:r>
      <w:r>
        <w:tab/>
        <w:t>1.025e0</w:t>
      </w:r>
    </w:p>
    <w:p w:rsidR="007B2329" w:rsidRDefault="007B2329" w:rsidP="007B2329">
      <w:r>
        <w:t>102.9022</w:t>
      </w:r>
      <w:r>
        <w:tab/>
        <w:t>1.013e0</w:t>
      </w:r>
    </w:p>
    <w:p w:rsidR="007B2329" w:rsidRDefault="007B2329" w:rsidP="007B2329">
      <w:r>
        <w:t>102.9130</w:t>
      </w:r>
      <w:r>
        <w:tab/>
        <w:t>1.013e0</w:t>
      </w:r>
    </w:p>
    <w:p w:rsidR="007B2329" w:rsidRDefault="007B2329" w:rsidP="007B2329">
      <w:r>
        <w:t>102.9213</w:t>
      </w:r>
      <w:r>
        <w:tab/>
        <w:t>2.532e-2</w:t>
      </w:r>
    </w:p>
    <w:p w:rsidR="007B2329" w:rsidRDefault="007B2329" w:rsidP="007B2329">
      <w:r>
        <w:t>102.9264</w:t>
      </w:r>
      <w:r>
        <w:tab/>
        <w:t>1.013e0</w:t>
      </w:r>
    </w:p>
    <w:p w:rsidR="007B2329" w:rsidRDefault="007B2329" w:rsidP="007B2329">
      <w:r>
        <w:t>102.9345</w:t>
      </w:r>
      <w:r>
        <w:tab/>
        <w:t>2.025e0</w:t>
      </w:r>
    </w:p>
    <w:p w:rsidR="007B2329" w:rsidRDefault="007B2329" w:rsidP="007B2329">
      <w:r>
        <w:lastRenderedPageBreak/>
        <w:t>102.9373</w:t>
      </w:r>
      <w:r>
        <w:tab/>
        <w:t>2.025e0</w:t>
      </w:r>
    </w:p>
    <w:p w:rsidR="007B2329" w:rsidRDefault="007B2329" w:rsidP="007B2329">
      <w:r>
        <w:t>102.9427</w:t>
      </w:r>
      <w:r>
        <w:tab/>
        <w:t>2.025e0</w:t>
      </w:r>
    </w:p>
    <w:p w:rsidR="007B2329" w:rsidRDefault="007B2329" w:rsidP="007B2329">
      <w:r>
        <w:t>102.9440</w:t>
      </w:r>
      <w:r>
        <w:tab/>
        <w:t>2.025e0</w:t>
      </w:r>
    </w:p>
    <w:p w:rsidR="007B2329" w:rsidRDefault="007B2329" w:rsidP="007B2329">
      <w:r>
        <w:t>102.9454</w:t>
      </w:r>
      <w:r>
        <w:tab/>
        <w:t>1.013e0</w:t>
      </w:r>
    </w:p>
    <w:p w:rsidR="007B2329" w:rsidRDefault="007B2329" w:rsidP="007B2329">
      <w:r>
        <w:t>102.9669</w:t>
      </w:r>
      <w:r>
        <w:tab/>
        <w:t>1.266e-2</w:t>
      </w:r>
    </w:p>
    <w:p w:rsidR="007B2329" w:rsidRDefault="007B2329" w:rsidP="007B2329">
      <w:r>
        <w:t>102.9697</w:t>
      </w:r>
      <w:r>
        <w:tab/>
        <w:t>1.013e0</w:t>
      </w:r>
    </w:p>
    <w:p w:rsidR="007B2329" w:rsidRDefault="007B2329" w:rsidP="007B2329">
      <w:r>
        <w:t>102.9724</w:t>
      </w:r>
      <w:r>
        <w:tab/>
        <w:t>1.266e-2</w:t>
      </w:r>
    </w:p>
    <w:p w:rsidR="007B2329" w:rsidRDefault="007B2329" w:rsidP="007B2329">
      <w:r>
        <w:t>102.9776</w:t>
      </w:r>
      <w:r>
        <w:tab/>
        <w:t>1.013e0</w:t>
      </w:r>
    </w:p>
    <w:p w:rsidR="007B2329" w:rsidRDefault="007B2329" w:rsidP="007B2329">
      <w:r>
        <w:t>102.9887</w:t>
      </w:r>
      <w:r>
        <w:tab/>
        <w:t>1.013e0</w:t>
      </w:r>
    </w:p>
    <w:p w:rsidR="007B2329" w:rsidRDefault="007B2329" w:rsidP="007B2329">
      <w:r>
        <w:t>103.0021</w:t>
      </w:r>
      <w:r>
        <w:tab/>
        <w:t>2.025e0</w:t>
      </w:r>
    </w:p>
    <w:p w:rsidR="007B2329" w:rsidRDefault="007B2329" w:rsidP="007B2329">
      <w:r>
        <w:t>103.0074</w:t>
      </w:r>
      <w:r>
        <w:tab/>
        <w:t>1.266e-2</w:t>
      </w:r>
    </w:p>
    <w:p w:rsidR="007B2329" w:rsidRDefault="007B2329" w:rsidP="007B2329">
      <w:r>
        <w:t>103.0129</w:t>
      </w:r>
      <w:r>
        <w:tab/>
        <w:t>1.013e0</w:t>
      </w:r>
    </w:p>
    <w:p w:rsidR="007B2329" w:rsidRDefault="007B2329" w:rsidP="007B2329">
      <w:r>
        <w:t>103.0156</w:t>
      </w:r>
      <w:r>
        <w:tab/>
        <w:t>1.013e0</w:t>
      </w:r>
    </w:p>
    <w:p w:rsidR="007B2329" w:rsidRDefault="007B2329" w:rsidP="007B2329">
      <w:r>
        <w:t>103.0209</w:t>
      </w:r>
      <w:r>
        <w:tab/>
        <w:t>1.025e0</w:t>
      </w:r>
    </w:p>
    <w:p w:rsidR="007B2329" w:rsidRDefault="007B2329" w:rsidP="007B2329">
      <w:r>
        <w:t>103.0264</w:t>
      </w:r>
      <w:r>
        <w:tab/>
        <w:t>2.532e-2</w:t>
      </w:r>
    </w:p>
    <w:p w:rsidR="007B2329" w:rsidRDefault="007B2329" w:rsidP="007B2329">
      <w:r>
        <w:t>103.0408</w:t>
      </w:r>
      <w:r>
        <w:tab/>
        <w:t>3.038e0</w:t>
      </w:r>
    </w:p>
    <w:p w:rsidR="007B2329" w:rsidRDefault="007B2329" w:rsidP="007B2329">
      <w:r>
        <w:t>103.0451</w:t>
      </w:r>
      <w:r>
        <w:tab/>
        <w:t>3.038e0</w:t>
      </w:r>
    </w:p>
    <w:p w:rsidR="007B2329" w:rsidRDefault="007B2329" w:rsidP="007B2329">
      <w:r>
        <w:t>103.0479</w:t>
      </w:r>
      <w:r>
        <w:tab/>
        <w:t>1.013e0</w:t>
      </w:r>
    </w:p>
    <w:p w:rsidR="007B2329" w:rsidRDefault="007B2329" w:rsidP="007B2329">
      <w:r>
        <w:t>103.0510</w:t>
      </w:r>
      <w:r>
        <w:tab/>
        <w:t>5.063e0</w:t>
      </w:r>
    </w:p>
    <w:p w:rsidR="007B2329" w:rsidRDefault="007B2329" w:rsidP="007B2329">
      <w:r>
        <w:lastRenderedPageBreak/>
        <w:t>103.0575</w:t>
      </w:r>
      <w:r>
        <w:tab/>
        <w:t>5.063e0</w:t>
      </w:r>
    </w:p>
    <w:p w:rsidR="007B2329" w:rsidRDefault="007B2329" w:rsidP="007B2329">
      <w:r>
        <w:t>103.0611</w:t>
      </w:r>
      <w:r>
        <w:tab/>
        <w:t>6.987e0</w:t>
      </w:r>
    </w:p>
    <w:p w:rsidR="007B2329" w:rsidRDefault="007B2329" w:rsidP="007B2329">
      <w:r>
        <w:t>103.0621</w:t>
      </w:r>
      <w:r>
        <w:tab/>
        <w:t>3.038e0</w:t>
      </w:r>
    </w:p>
    <w:p w:rsidR="007B2329" w:rsidRDefault="007B2329" w:rsidP="007B2329">
      <w:r>
        <w:t>103.0692</w:t>
      </w:r>
      <w:r>
        <w:tab/>
        <w:t>4.051e0</w:t>
      </w:r>
    </w:p>
    <w:p w:rsidR="007B2329" w:rsidRDefault="007B2329" w:rsidP="007B2329">
      <w:r>
        <w:t>103.0748</w:t>
      </w:r>
      <w:r>
        <w:tab/>
        <w:t>1.266e-2</w:t>
      </w:r>
    </w:p>
    <w:p w:rsidR="007B2329" w:rsidRDefault="007B2329" w:rsidP="007B2329">
      <w:r>
        <w:t>103.0771</w:t>
      </w:r>
      <w:r>
        <w:tab/>
        <w:t>4.051e0</w:t>
      </w:r>
    </w:p>
    <w:p w:rsidR="007B2329" w:rsidRDefault="007B2329" w:rsidP="007B2329">
      <w:r>
        <w:t>103.0790</w:t>
      </w:r>
      <w:r>
        <w:tab/>
        <w:t>2.532e-2</w:t>
      </w:r>
    </w:p>
    <w:p w:rsidR="007B2329" w:rsidRDefault="007B2329" w:rsidP="007B2329">
      <w:r>
        <w:t>103.0891</w:t>
      </w:r>
      <w:r>
        <w:tab/>
        <w:t>2.063e0</w:t>
      </w:r>
    </w:p>
    <w:p w:rsidR="007B2329" w:rsidRDefault="007B2329" w:rsidP="007B2329">
      <w:r>
        <w:t>103.0911</w:t>
      </w:r>
      <w:r>
        <w:tab/>
        <w:t>2.532e-2</w:t>
      </w:r>
    </w:p>
    <w:p w:rsidR="007B2329" w:rsidRDefault="007B2329" w:rsidP="007B2329">
      <w:r>
        <w:t>103.0965</w:t>
      </w:r>
      <w:r>
        <w:tab/>
        <w:t>1.013e0</w:t>
      </w:r>
    </w:p>
    <w:p w:rsidR="007B2329" w:rsidRDefault="007B2329" w:rsidP="007B2329">
      <w:r>
        <w:t>103.1018</w:t>
      </w:r>
      <w:r>
        <w:tab/>
        <w:t>1.266e-2</w:t>
      </w:r>
    </w:p>
    <w:p w:rsidR="007B2329" w:rsidRDefault="007B2329" w:rsidP="007B2329">
      <w:r>
        <w:t>103.1046</w:t>
      </w:r>
      <w:r>
        <w:tab/>
        <w:t>1.013e0</w:t>
      </w:r>
    </w:p>
    <w:p w:rsidR="007B2329" w:rsidRDefault="007B2329" w:rsidP="007B2329">
      <w:r>
        <w:t>103.1194</w:t>
      </w:r>
      <w:r>
        <w:tab/>
        <w:t>2.025e0</w:t>
      </w:r>
    </w:p>
    <w:p w:rsidR="007B2329" w:rsidRDefault="007B2329" w:rsidP="007B2329">
      <w:r>
        <w:t>103.1234</w:t>
      </w:r>
      <w:r>
        <w:tab/>
        <w:t>1.013e0</w:t>
      </w:r>
    </w:p>
    <w:p w:rsidR="007B2329" w:rsidRDefault="007B2329" w:rsidP="007B2329">
      <w:r>
        <w:t>103.1316</w:t>
      </w:r>
      <w:r>
        <w:tab/>
        <w:t>1.013e0</w:t>
      </w:r>
    </w:p>
    <w:p w:rsidR="007B2329" w:rsidRDefault="007B2329" w:rsidP="007B2329">
      <w:r>
        <w:t>103.1369</w:t>
      </w:r>
      <w:r>
        <w:tab/>
        <w:t>3.038e0</w:t>
      </w:r>
    </w:p>
    <w:p w:rsidR="007B2329" w:rsidRDefault="007B2329" w:rsidP="007B2329">
      <w:r>
        <w:t>103.1472</w:t>
      </w:r>
      <w:r>
        <w:tab/>
        <w:t>3.784e0</w:t>
      </w:r>
    </w:p>
    <w:p w:rsidR="007B2329" w:rsidRDefault="007B2329" w:rsidP="007B2329">
      <w:r>
        <w:t>103.1572</w:t>
      </w:r>
      <w:r>
        <w:tab/>
        <w:t>2.025e0</w:t>
      </w:r>
    </w:p>
    <w:p w:rsidR="007B2329" w:rsidRDefault="007B2329" w:rsidP="007B2329">
      <w:r>
        <w:t>103.1585</w:t>
      </w:r>
      <w:r>
        <w:tab/>
        <w:t>1.013e0</w:t>
      </w:r>
    </w:p>
    <w:p w:rsidR="007B2329" w:rsidRDefault="007B2329" w:rsidP="007B2329">
      <w:r>
        <w:lastRenderedPageBreak/>
        <w:t>103.1639</w:t>
      </w:r>
      <w:r>
        <w:tab/>
        <w:t>1.013e0</w:t>
      </w:r>
    </w:p>
    <w:p w:rsidR="007B2329" w:rsidRDefault="007B2329" w:rsidP="007B2329">
      <w:r>
        <w:t>103.1909</w:t>
      </w:r>
      <w:r>
        <w:tab/>
        <w:t>1.013e0</w:t>
      </w:r>
    </w:p>
    <w:p w:rsidR="007B2329" w:rsidRDefault="007B2329" w:rsidP="007B2329">
      <w:r>
        <w:t>103.1963</w:t>
      </w:r>
      <w:r>
        <w:tab/>
        <w:t>1.013e0</w:t>
      </w:r>
    </w:p>
    <w:p w:rsidR="007B2329" w:rsidRDefault="007B2329" w:rsidP="007B2329">
      <w:r>
        <w:t>103.2019</w:t>
      </w:r>
      <w:r>
        <w:tab/>
        <w:t>1.013e0</w:t>
      </w:r>
    </w:p>
    <w:p w:rsidR="007B2329" w:rsidRDefault="007B2329" w:rsidP="007B2329">
      <w:r>
        <w:t>103.2098</w:t>
      </w:r>
      <w:r>
        <w:tab/>
        <w:t>2.025e0</w:t>
      </w:r>
    </w:p>
    <w:p w:rsidR="007B2329" w:rsidRDefault="007B2329" w:rsidP="007B2329">
      <w:r>
        <w:t>103.2233</w:t>
      </w:r>
      <w:r>
        <w:tab/>
        <w:t>1.013e0</w:t>
      </w:r>
    </w:p>
    <w:p w:rsidR="007B2329" w:rsidRDefault="007B2329" w:rsidP="007B2329">
      <w:r>
        <w:t>103.2301</w:t>
      </w:r>
      <w:r>
        <w:tab/>
        <w:t>2.025e0</w:t>
      </w:r>
    </w:p>
    <w:p w:rsidR="007B2329" w:rsidRDefault="007B2329" w:rsidP="007B2329">
      <w:r>
        <w:t>103.2368</w:t>
      </w:r>
      <w:r>
        <w:tab/>
        <w:t>1.013e0</w:t>
      </w:r>
    </w:p>
    <w:p w:rsidR="007B2329" w:rsidRDefault="007B2329" w:rsidP="007B2329">
      <w:r>
        <w:t>103.2424</w:t>
      </w:r>
      <w:r>
        <w:tab/>
        <w:t>2.025e0</w:t>
      </w:r>
    </w:p>
    <w:p w:rsidR="007B2329" w:rsidRDefault="007B2329" w:rsidP="007B2329">
      <w:r>
        <w:t>103.2517</w:t>
      </w:r>
      <w:r>
        <w:tab/>
        <w:t>2.025e0</w:t>
      </w:r>
    </w:p>
    <w:p w:rsidR="007B2329" w:rsidRDefault="007B2329" w:rsidP="007B2329">
      <w:r>
        <w:t>103.2530</w:t>
      </w:r>
      <w:r>
        <w:tab/>
        <w:t>1.013e0</w:t>
      </w:r>
    </w:p>
    <w:p w:rsidR="007B2329" w:rsidRDefault="007B2329" w:rsidP="007B2329">
      <w:r>
        <w:t>103.2557</w:t>
      </w:r>
      <w:r>
        <w:tab/>
        <w:t>1.025e0</w:t>
      </w:r>
    </w:p>
    <w:p w:rsidR="007B2329" w:rsidRDefault="007B2329" w:rsidP="007B2329">
      <w:r>
        <w:t>103.2583</w:t>
      </w:r>
      <w:r>
        <w:tab/>
        <w:t>1.013e0</w:t>
      </w:r>
    </w:p>
    <w:p w:rsidR="007B2329" w:rsidRDefault="007B2329" w:rsidP="007B2329">
      <w:r>
        <w:t>103.2610</w:t>
      </w:r>
      <w:r>
        <w:tab/>
        <w:t>1.266e-2</w:t>
      </w:r>
    </w:p>
    <w:p w:rsidR="007B2329" w:rsidRDefault="007B2329" w:rsidP="007B2329">
      <w:r>
        <w:t>103.2746</w:t>
      </w:r>
      <w:r>
        <w:tab/>
        <w:t>1.013e0</w:t>
      </w:r>
    </w:p>
    <w:p w:rsidR="007B2329" w:rsidRDefault="007B2329" w:rsidP="007B2329">
      <w:r>
        <w:t>103.2773</w:t>
      </w:r>
      <w:r>
        <w:tab/>
        <w:t>1.013e0</w:t>
      </w:r>
    </w:p>
    <w:p w:rsidR="007B2329" w:rsidRDefault="007B2329" w:rsidP="007B2329">
      <w:r>
        <w:t>103.2801</w:t>
      </w:r>
      <w:r>
        <w:tab/>
        <w:t>1.266e-2</w:t>
      </w:r>
    </w:p>
    <w:p w:rsidR="007B2329" w:rsidRDefault="007B2329" w:rsidP="007B2329">
      <w:r>
        <w:t>103.2867</w:t>
      </w:r>
      <w:r>
        <w:tab/>
        <w:t>1.025e0</w:t>
      </w:r>
    </w:p>
    <w:p w:rsidR="007B2329" w:rsidRDefault="007B2329" w:rsidP="007B2329">
      <w:r>
        <w:t>103.2894</w:t>
      </w:r>
      <w:r>
        <w:tab/>
        <w:t>2.025e0</w:t>
      </w:r>
    </w:p>
    <w:p w:rsidR="007B2329" w:rsidRDefault="007B2329" w:rsidP="007B2329">
      <w:r>
        <w:lastRenderedPageBreak/>
        <w:t>103.2964</w:t>
      </w:r>
      <w:r>
        <w:tab/>
        <w:t>1.013e0</w:t>
      </w:r>
    </w:p>
    <w:p w:rsidR="007B2329" w:rsidRDefault="007B2329" w:rsidP="007B2329">
      <w:r>
        <w:t>103.3016</w:t>
      </w:r>
      <w:r>
        <w:tab/>
        <w:t>1.013e0</w:t>
      </w:r>
    </w:p>
    <w:p w:rsidR="007B2329" w:rsidRDefault="007B2329" w:rsidP="007B2329">
      <w:r>
        <w:t>103.3123</w:t>
      </w:r>
      <w:r>
        <w:tab/>
        <w:t>2.025e0</w:t>
      </w:r>
    </w:p>
    <w:p w:rsidR="007B2329" w:rsidRDefault="007B2329" w:rsidP="007B2329">
      <w:r>
        <w:t>103.3234</w:t>
      </w:r>
      <w:r>
        <w:tab/>
        <w:t>2.025e0</w:t>
      </w:r>
    </w:p>
    <w:p w:rsidR="007B2329" w:rsidRDefault="007B2329" w:rsidP="007B2329">
      <w:r>
        <w:t>103.3246</w:t>
      </w:r>
      <w:r>
        <w:tab/>
        <w:t>2.025e0</w:t>
      </w:r>
    </w:p>
    <w:p w:rsidR="007B2329" w:rsidRDefault="007B2329" w:rsidP="007B2329">
      <w:r>
        <w:t>103.3294</w:t>
      </w:r>
      <w:r>
        <w:tab/>
        <w:t>3.038e0</w:t>
      </w:r>
    </w:p>
    <w:p w:rsidR="007B2329" w:rsidRDefault="007B2329" w:rsidP="007B2329">
      <w:r>
        <w:t>103.3341</w:t>
      </w:r>
      <w:r>
        <w:tab/>
        <w:t>3.038e0</w:t>
      </w:r>
    </w:p>
    <w:p w:rsidR="007B2329" w:rsidRDefault="007B2329" w:rsidP="007B2329">
      <w:r>
        <w:t>103.3355</w:t>
      </w:r>
      <w:r>
        <w:tab/>
        <w:t>2.025e0</w:t>
      </w:r>
    </w:p>
    <w:p w:rsidR="007B2329" w:rsidRDefault="007B2329" w:rsidP="007B2329">
      <w:r>
        <w:t>103.3530</w:t>
      </w:r>
      <w:r>
        <w:tab/>
        <w:t>2.025e0</w:t>
      </w:r>
    </w:p>
    <w:p w:rsidR="007B2329" w:rsidRDefault="007B2329" w:rsidP="007B2329">
      <w:r>
        <w:t>103.3584</w:t>
      </w:r>
      <w:r>
        <w:tab/>
        <w:t>1.013e0</w:t>
      </w:r>
    </w:p>
    <w:p w:rsidR="007B2329" w:rsidRDefault="007B2329" w:rsidP="007B2329">
      <w:r>
        <w:t>103.3597</w:t>
      </w:r>
      <w:r>
        <w:tab/>
        <w:t>2.025e0</w:t>
      </w:r>
    </w:p>
    <w:p w:rsidR="007B2329" w:rsidRDefault="007B2329" w:rsidP="007B2329">
      <w:r>
        <w:t>103.3611</w:t>
      </w:r>
      <w:r>
        <w:tab/>
        <w:t>1.025e0</w:t>
      </w:r>
    </w:p>
    <w:p w:rsidR="007B2329" w:rsidRDefault="007B2329" w:rsidP="007B2329">
      <w:r>
        <w:t>103.3691</w:t>
      </w:r>
      <w:r>
        <w:tab/>
        <w:t>1.013e0</w:t>
      </w:r>
    </w:p>
    <w:p w:rsidR="007B2329" w:rsidRDefault="007B2329" w:rsidP="007B2329">
      <w:r>
        <w:t>103.3719</w:t>
      </w:r>
      <w:r>
        <w:tab/>
        <w:t>1.013e0</w:t>
      </w:r>
    </w:p>
    <w:p w:rsidR="007B2329" w:rsidRDefault="007B2329" w:rsidP="007B2329">
      <w:r>
        <w:t>103.3854</w:t>
      </w:r>
      <w:r>
        <w:tab/>
        <w:t>2.025e0</w:t>
      </w:r>
    </w:p>
    <w:p w:rsidR="007B2329" w:rsidRDefault="007B2329" w:rsidP="007B2329">
      <w:r>
        <w:t>103.3881</w:t>
      </w:r>
      <w:r>
        <w:tab/>
        <w:t>1.013e0</w:t>
      </w:r>
    </w:p>
    <w:p w:rsidR="007B2329" w:rsidRDefault="007B2329" w:rsidP="007B2329">
      <w:r>
        <w:t>103.3989</w:t>
      </w:r>
      <w:r>
        <w:tab/>
        <w:t>1.266e-2</w:t>
      </w:r>
    </w:p>
    <w:p w:rsidR="007B2329" w:rsidRDefault="007B2329" w:rsidP="007B2329">
      <w:r>
        <w:t>103.4180</w:t>
      </w:r>
      <w:r>
        <w:tab/>
        <w:t>3.038e0</w:t>
      </w:r>
    </w:p>
    <w:p w:rsidR="007B2329" w:rsidRDefault="007B2329" w:rsidP="007B2329">
      <w:r>
        <w:t>103.4204</w:t>
      </w:r>
      <w:r>
        <w:tab/>
        <w:t>1.013e0</w:t>
      </w:r>
    </w:p>
    <w:p w:rsidR="007B2329" w:rsidRDefault="007B2329" w:rsidP="007B2329">
      <w:r>
        <w:lastRenderedPageBreak/>
        <w:t>103.4259</w:t>
      </w:r>
      <w:r>
        <w:tab/>
        <w:t>3.038e0</w:t>
      </w:r>
    </w:p>
    <w:p w:rsidR="007B2329" w:rsidRDefault="007B2329" w:rsidP="007B2329">
      <w:r>
        <w:t>103.4287</w:t>
      </w:r>
      <w:r>
        <w:tab/>
        <w:t>1.013e0</w:t>
      </w:r>
    </w:p>
    <w:p w:rsidR="007B2329" w:rsidRDefault="007B2329" w:rsidP="007B2329">
      <w:r>
        <w:t>103.4315</w:t>
      </w:r>
      <w:r>
        <w:tab/>
        <w:t>2.025e0</w:t>
      </w:r>
    </w:p>
    <w:p w:rsidR="007B2329" w:rsidRDefault="007B2329" w:rsidP="007B2329">
      <w:r>
        <w:t>103.4476</w:t>
      </w:r>
      <w:r>
        <w:tab/>
        <w:t>2.025e0</w:t>
      </w:r>
    </w:p>
    <w:p w:rsidR="007B2329" w:rsidRDefault="007B2329" w:rsidP="007B2329">
      <w:r>
        <w:t>103.4529</w:t>
      </w:r>
      <w:r>
        <w:tab/>
        <w:t>1.013e0</w:t>
      </w:r>
    </w:p>
    <w:p w:rsidR="007B2329" w:rsidRDefault="007B2329" w:rsidP="007B2329">
      <w:r>
        <w:t>103.4610</w:t>
      </w:r>
      <w:r>
        <w:tab/>
        <w:t>1.013e0</w:t>
      </w:r>
    </w:p>
    <w:p w:rsidR="007B2329" w:rsidRDefault="007B2329" w:rsidP="007B2329">
      <w:r>
        <w:t>103.4637</w:t>
      </w:r>
      <w:r>
        <w:tab/>
        <w:t>1.013e0</w:t>
      </w:r>
    </w:p>
    <w:p w:rsidR="007B2329" w:rsidRDefault="007B2329" w:rsidP="007B2329">
      <w:r>
        <w:t>103.4665</w:t>
      </w:r>
      <w:r>
        <w:tab/>
        <w:t>2.025e0</w:t>
      </w:r>
    </w:p>
    <w:p w:rsidR="007B2329" w:rsidRDefault="007B2329" w:rsidP="007B2329">
      <w:r>
        <w:t>103.4721</w:t>
      </w:r>
      <w:r>
        <w:tab/>
        <w:t>2.025e0</w:t>
      </w:r>
    </w:p>
    <w:p w:rsidR="007B2329" w:rsidRDefault="007B2329" w:rsidP="007B2329">
      <w:r>
        <w:t>103.4772</w:t>
      </w:r>
      <w:r>
        <w:tab/>
        <w:t>1.013e0</w:t>
      </w:r>
    </w:p>
    <w:p w:rsidR="007B2329" w:rsidRDefault="007B2329" w:rsidP="007B2329">
      <w:r>
        <w:t>103.4827</w:t>
      </w:r>
      <w:r>
        <w:tab/>
        <w:t>1.013e0</w:t>
      </w:r>
    </w:p>
    <w:p w:rsidR="007B2329" w:rsidRDefault="007B2329" w:rsidP="007B2329">
      <w:r>
        <w:t>103.4880</w:t>
      </w:r>
      <w:r>
        <w:tab/>
        <w:t>1.013e0</w:t>
      </w:r>
    </w:p>
    <w:p w:rsidR="007B2329" w:rsidRDefault="007B2329" w:rsidP="007B2329">
      <w:r>
        <w:t>103.5098</w:t>
      </w:r>
      <w:r>
        <w:tab/>
        <w:t>1.025e0</w:t>
      </w:r>
    </w:p>
    <w:p w:rsidR="007B2329" w:rsidRDefault="007B2329" w:rsidP="007B2329">
      <w:r>
        <w:t>103.5124</w:t>
      </w:r>
      <w:r>
        <w:tab/>
        <w:t>2.025e0</w:t>
      </w:r>
    </w:p>
    <w:p w:rsidR="007B2329" w:rsidRDefault="007B2329" w:rsidP="007B2329">
      <w:r>
        <w:t>103.5206</w:t>
      </w:r>
      <w:r>
        <w:tab/>
        <w:t>2.025e0</w:t>
      </w:r>
    </w:p>
    <w:p w:rsidR="007B2329" w:rsidRDefault="007B2329" w:rsidP="007B2329">
      <w:r>
        <w:t>103.5233</w:t>
      </w:r>
      <w:r>
        <w:tab/>
        <w:t>1.013e0</w:t>
      </w:r>
    </w:p>
    <w:p w:rsidR="007B2329" w:rsidRDefault="007B2329" w:rsidP="007B2329">
      <w:r>
        <w:t>103.5313</w:t>
      </w:r>
      <w:r>
        <w:tab/>
        <w:t>1.013e0</w:t>
      </w:r>
    </w:p>
    <w:p w:rsidR="007B2329" w:rsidRDefault="007B2329" w:rsidP="007B2329">
      <w:r>
        <w:t>103.5476</w:t>
      </w:r>
      <w:r>
        <w:tab/>
        <w:t>1.025e0</w:t>
      </w:r>
    </w:p>
    <w:p w:rsidR="007B2329" w:rsidRDefault="007B2329" w:rsidP="007B2329">
      <w:r>
        <w:t>103.5639</w:t>
      </w:r>
      <w:r>
        <w:tab/>
        <w:t>2.025e0</w:t>
      </w:r>
    </w:p>
    <w:p w:rsidR="007B2329" w:rsidRDefault="007B2329" w:rsidP="007B2329">
      <w:r>
        <w:lastRenderedPageBreak/>
        <w:t>103.5651</w:t>
      </w:r>
      <w:r>
        <w:tab/>
        <w:t>2.025e0</w:t>
      </w:r>
    </w:p>
    <w:p w:rsidR="007B2329" w:rsidRDefault="007B2329" w:rsidP="007B2329">
      <w:r>
        <w:t>103.5691</w:t>
      </w:r>
      <w:r>
        <w:tab/>
        <w:t>2.025e0</w:t>
      </w:r>
    </w:p>
    <w:p w:rsidR="007B2329" w:rsidRDefault="007B2329" w:rsidP="007B2329">
      <w:r>
        <w:t>103.5732</w:t>
      </w:r>
      <w:r>
        <w:tab/>
        <w:t>2.025e0</w:t>
      </w:r>
    </w:p>
    <w:p w:rsidR="007B2329" w:rsidRDefault="007B2329" w:rsidP="007B2329">
      <w:r>
        <w:t>103.5802</w:t>
      </w:r>
      <w:r>
        <w:tab/>
        <w:t>1.013e0</w:t>
      </w:r>
    </w:p>
    <w:p w:rsidR="007B2329" w:rsidRDefault="007B2329" w:rsidP="007B2329">
      <w:r>
        <w:t>103.5882</w:t>
      </w:r>
      <w:r>
        <w:tab/>
        <w:t>1.266e-2</w:t>
      </w:r>
    </w:p>
    <w:p w:rsidR="007B2329" w:rsidRDefault="007B2329" w:rsidP="007B2329">
      <w:r>
        <w:t>103.5909</w:t>
      </w:r>
      <w:r>
        <w:tab/>
        <w:t>1.013e0</w:t>
      </w:r>
    </w:p>
    <w:p w:rsidR="007B2329" w:rsidRDefault="007B2329" w:rsidP="007B2329">
      <w:r>
        <w:t>103.5949</w:t>
      </w:r>
      <w:r>
        <w:tab/>
        <w:t>2.025e0</w:t>
      </w:r>
    </w:p>
    <w:p w:rsidR="007B2329" w:rsidRDefault="007B2329" w:rsidP="007B2329">
      <w:r>
        <w:t>103.5989</w:t>
      </w:r>
      <w:r>
        <w:tab/>
        <w:t>1.266e-2</w:t>
      </w:r>
    </w:p>
    <w:p w:rsidR="007B2329" w:rsidRDefault="007B2329" w:rsidP="007B2329">
      <w:r>
        <w:t>103.6044</w:t>
      </w:r>
      <w:r>
        <w:tab/>
        <w:t>1.266e-2</w:t>
      </w:r>
    </w:p>
    <w:p w:rsidR="007B2329" w:rsidRDefault="007B2329" w:rsidP="007B2329">
      <w:r>
        <w:t>103.6084</w:t>
      </w:r>
      <w:r>
        <w:tab/>
        <w:t>1.025e0</w:t>
      </w:r>
    </w:p>
    <w:p w:rsidR="007B2329" w:rsidRDefault="007B2329" w:rsidP="007B2329">
      <w:r>
        <w:t>103.6097</w:t>
      </w:r>
      <w:r>
        <w:tab/>
        <w:t>1.013e0</w:t>
      </w:r>
    </w:p>
    <w:p w:rsidR="007B2329" w:rsidRDefault="007B2329" w:rsidP="007B2329">
      <w:r>
        <w:t>103.6124</w:t>
      </w:r>
      <w:r>
        <w:tab/>
        <w:t>1.013e0</w:t>
      </w:r>
    </w:p>
    <w:p w:rsidR="007B2329" w:rsidRDefault="007B2329" w:rsidP="007B2329">
      <w:r>
        <w:t>103.6152</w:t>
      </w:r>
      <w:r>
        <w:tab/>
        <w:t>2.025e0</w:t>
      </w:r>
    </w:p>
    <w:p w:rsidR="007B2329" w:rsidRDefault="007B2329" w:rsidP="007B2329">
      <w:r>
        <w:t>103.6233</w:t>
      </w:r>
      <w:r>
        <w:tab/>
        <w:t>1.266e-2</w:t>
      </w:r>
    </w:p>
    <w:p w:rsidR="007B2329" w:rsidRDefault="007B2329" w:rsidP="007B2329">
      <w:r>
        <w:t>103.6368</w:t>
      </w:r>
      <w:r>
        <w:tab/>
        <w:t>1.013e0</w:t>
      </w:r>
    </w:p>
    <w:p w:rsidR="007B2329" w:rsidRDefault="007B2329" w:rsidP="007B2329">
      <w:r>
        <w:t>103.6396</w:t>
      </w:r>
      <w:r>
        <w:tab/>
        <w:t>2.038e0</w:t>
      </w:r>
    </w:p>
    <w:p w:rsidR="007B2329" w:rsidRDefault="007B2329" w:rsidP="007B2329">
      <w:r>
        <w:t>103.6423</w:t>
      </w:r>
      <w:r>
        <w:tab/>
        <w:t>1.013e0</w:t>
      </w:r>
    </w:p>
    <w:p w:rsidR="007B2329" w:rsidRDefault="007B2329" w:rsidP="007B2329">
      <w:r>
        <w:t>103.6478</w:t>
      </w:r>
      <w:r>
        <w:tab/>
        <w:t>1.013e0</w:t>
      </w:r>
    </w:p>
    <w:p w:rsidR="007B2329" w:rsidRDefault="007B2329" w:rsidP="007B2329">
      <w:r>
        <w:t>103.6558</w:t>
      </w:r>
      <w:r>
        <w:tab/>
        <w:t>1.025e0</w:t>
      </w:r>
    </w:p>
    <w:p w:rsidR="007B2329" w:rsidRDefault="007B2329" w:rsidP="007B2329">
      <w:r>
        <w:lastRenderedPageBreak/>
        <w:t>103.6585</w:t>
      </w:r>
      <w:r>
        <w:tab/>
        <w:t>1.013e0</w:t>
      </w:r>
    </w:p>
    <w:p w:rsidR="007B2329" w:rsidRDefault="007B2329" w:rsidP="007B2329">
      <w:r>
        <w:t>103.6599</w:t>
      </w:r>
      <w:r>
        <w:tab/>
        <w:t>2.025e0</w:t>
      </w:r>
    </w:p>
    <w:p w:rsidR="007B2329" w:rsidRDefault="007B2329" w:rsidP="007B2329">
      <w:r>
        <w:t>103.6639</w:t>
      </w:r>
      <w:r>
        <w:tab/>
        <w:t>1.013e0</w:t>
      </w:r>
    </w:p>
    <w:p w:rsidR="007B2329" w:rsidRDefault="007B2329" w:rsidP="007B2329">
      <w:r>
        <w:t>103.6679</w:t>
      </w:r>
      <w:r>
        <w:tab/>
        <w:t>2.025e0</w:t>
      </w:r>
    </w:p>
    <w:p w:rsidR="007B2329" w:rsidRDefault="007B2329" w:rsidP="007B2329">
      <w:r>
        <w:t>103.6707</w:t>
      </w:r>
      <w:r>
        <w:tab/>
        <w:t>2.025e0</w:t>
      </w:r>
    </w:p>
    <w:p w:rsidR="007B2329" w:rsidRDefault="007B2329" w:rsidP="007B2329">
      <w:r>
        <w:t>103.6721</w:t>
      </w:r>
      <w:r>
        <w:tab/>
        <w:t>1.013e0</w:t>
      </w:r>
    </w:p>
    <w:p w:rsidR="007B2329" w:rsidRDefault="007B2329" w:rsidP="007B2329">
      <w:r>
        <w:t>103.6774</w:t>
      </w:r>
      <w:r>
        <w:tab/>
        <w:t>1.013e0</w:t>
      </w:r>
    </w:p>
    <w:p w:rsidR="007B2329" w:rsidRDefault="007B2329" w:rsidP="007B2329">
      <w:r>
        <w:t>103.6828</w:t>
      </w:r>
      <w:r>
        <w:tab/>
        <w:t>2.025e0</w:t>
      </w:r>
    </w:p>
    <w:p w:rsidR="007B2329" w:rsidRDefault="007B2329" w:rsidP="007B2329">
      <w:r>
        <w:t>103.6896</w:t>
      </w:r>
      <w:r>
        <w:tab/>
        <w:t>2.025e0</w:t>
      </w:r>
    </w:p>
    <w:p w:rsidR="007B2329" w:rsidRDefault="007B2329" w:rsidP="007B2329">
      <w:r>
        <w:t>103.6964</w:t>
      </w:r>
      <w:r>
        <w:tab/>
        <w:t>1.013e0</w:t>
      </w:r>
    </w:p>
    <w:p w:rsidR="007B2329" w:rsidRDefault="007B2329" w:rsidP="007B2329">
      <w:r>
        <w:t>103.6984</w:t>
      </w:r>
      <w:r>
        <w:tab/>
        <w:t>3.038e0</w:t>
      </w:r>
    </w:p>
    <w:p w:rsidR="007B2329" w:rsidRDefault="007B2329" w:rsidP="007B2329">
      <w:r>
        <w:t>103.7019</w:t>
      </w:r>
      <w:r>
        <w:tab/>
        <w:t>1.013e0</w:t>
      </w:r>
    </w:p>
    <w:p w:rsidR="007B2329" w:rsidRDefault="007B2329" w:rsidP="007B2329">
      <w:r>
        <w:t>103.7086</w:t>
      </w:r>
      <w:r>
        <w:tab/>
        <w:t>6.076e0</w:t>
      </w:r>
    </w:p>
    <w:p w:rsidR="007B2329" w:rsidRDefault="007B2329" w:rsidP="007B2329">
      <w:r>
        <w:t>103.7127</w:t>
      </w:r>
      <w:r>
        <w:tab/>
        <w:t>1.013e0</w:t>
      </w:r>
    </w:p>
    <w:p w:rsidR="007B2329" w:rsidRDefault="007B2329" w:rsidP="007B2329">
      <w:r>
        <w:t>103.7235</w:t>
      </w:r>
      <w:r>
        <w:tab/>
        <w:t>1.013e0</w:t>
      </w:r>
    </w:p>
    <w:p w:rsidR="007B2329" w:rsidRDefault="007B2329" w:rsidP="007B2329">
      <w:r>
        <w:t>103.7262</w:t>
      </w:r>
      <w:r>
        <w:tab/>
        <w:t>1.013e0</w:t>
      </w:r>
    </w:p>
    <w:p w:rsidR="007B2329" w:rsidRDefault="007B2329" w:rsidP="007B2329">
      <w:r>
        <w:t>103.7303</w:t>
      </w:r>
      <w:r>
        <w:tab/>
        <w:t>2.025e0</w:t>
      </w:r>
    </w:p>
    <w:p w:rsidR="007B2329" w:rsidRDefault="007B2329" w:rsidP="007B2329">
      <w:r>
        <w:t>103.7316</w:t>
      </w:r>
      <w:r>
        <w:tab/>
        <w:t>1.013e0</w:t>
      </w:r>
    </w:p>
    <w:p w:rsidR="007B2329" w:rsidRDefault="007B2329" w:rsidP="007B2329">
      <w:r>
        <w:t>103.7341</w:t>
      </w:r>
      <w:r>
        <w:tab/>
        <w:t>1.013e0</w:t>
      </w:r>
    </w:p>
    <w:p w:rsidR="007B2329" w:rsidRDefault="007B2329" w:rsidP="007B2329">
      <w:r>
        <w:lastRenderedPageBreak/>
        <w:t>103.7505</w:t>
      </w:r>
      <w:r>
        <w:tab/>
        <w:t>1.038e0</w:t>
      </w:r>
    </w:p>
    <w:p w:rsidR="007B2329" w:rsidRDefault="007B2329" w:rsidP="007B2329">
      <w:r>
        <w:t>103.7640</w:t>
      </w:r>
      <w:r>
        <w:tab/>
        <w:t>4.051e0</w:t>
      </w:r>
    </w:p>
    <w:p w:rsidR="007B2329" w:rsidRDefault="007B2329" w:rsidP="007B2329">
      <w:r>
        <w:t>103.7729</w:t>
      </w:r>
      <w:r>
        <w:tab/>
        <w:t>3.038e0</w:t>
      </w:r>
    </w:p>
    <w:p w:rsidR="007B2329" w:rsidRDefault="007B2329" w:rsidP="007B2329">
      <w:r>
        <w:t>103.7776</w:t>
      </w:r>
      <w:r>
        <w:tab/>
        <w:t>1.013e0</w:t>
      </w:r>
    </w:p>
    <w:p w:rsidR="007B2329" w:rsidRDefault="007B2329" w:rsidP="007B2329">
      <w:r>
        <w:t>103.7803</w:t>
      </w:r>
      <w:r>
        <w:tab/>
        <w:t>1.013e0</w:t>
      </w:r>
    </w:p>
    <w:p w:rsidR="007B2329" w:rsidRDefault="007B2329" w:rsidP="007B2329">
      <w:r>
        <w:t>103.7831</w:t>
      </w:r>
      <w:r>
        <w:tab/>
        <w:t>2.025e0</w:t>
      </w:r>
    </w:p>
    <w:p w:rsidR="007B2329" w:rsidRDefault="007B2329" w:rsidP="007B2329">
      <w:r>
        <w:t>103.7883</w:t>
      </w:r>
      <w:r>
        <w:tab/>
        <w:t>1.013e0</w:t>
      </w:r>
    </w:p>
    <w:p w:rsidR="007B2329" w:rsidRDefault="007B2329" w:rsidP="007B2329">
      <w:r>
        <w:t>103.7967</w:t>
      </w:r>
      <w:r>
        <w:tab/>
        <w:t>1.013e0</w:t>
      </w:r>
    </w:p>
    <w:p w:rsidR="007B2329" w:rsidRDefault="007B2329" w:rsidP="007B2329">
      <w:r>
        <w:t>103.8006</w:t>
      </w:r>
      <w:r>
        <w:tab/>
        <w:t>2.025e0</w:t>
      </w:r>
    </w:p>
    <w:p w:rsidR="007B2329" w:rsidRDefault="007B2329" w:rsidP="007B2329">
      <w:r>
        <w:t>103.8047</w:t>
      </w:r>
      <w:r>
        <w:tab/>
        <w:t>1.266e-2</w:t>
      </w:r>
    </w:p>
    <w:p w:rsidR="007B2329" w:rsidRDefault="007B2329" w:rsidP="007B2329">
      <w:r>
        <w:t>103.8237</w:t>
      </w:r>
      <w:r>
        <w:tab/>
        <w:t>1.013e0</w:t>
      </w:r>
    </w:p>
    <w:p w:rsidR="007B2329" w:rsidRDefault="007B2329" w:rsidP="007B2329">
      <w:r>
        <w:t>103.8321</w:t>
      </w:r>
      <w:r>
        <w:tab/>
        <w:t>4.051e0</w:t>
      </w:r>
    </w:p>
    <w:p w:rsidR="007B2329" w:rsidRDefault="007B2329" w:rsidP="007B2329">
      <w:r>
        <w:t>103.8386</w:t>
      </w:r>
      <w:r>
        <w:tab/>
        <w:t>2.025e0</w:t>
      </w:r>
    </w:p>
    <w:p w:rsidR="007B2329" w:rsidRDefault="007B2329" w:rsidP="007B2329">
      <w:r>
        <w:t>103.8616</w:t>
      </w:r>
      <w:r>
        <w:tab/>
        <w:t>2.025e0</w:t>
      </w:r>
    </w:p>
    <w:p w:rsidR="007B2329" w:rsidRDefault="007B2329" w:rsidP="007B2329">
      <w:r>
        <w:t>103.8643</w:t>
      </w:r>
      <w:r>
        <w:tab/>
        <w:t>3.038e0</w:t>
      </w:r>
    </w:p>
    <w:p w:rsidR="007B2329" w:rsidRDefault="007B2329" w:rsidP="007B2329">
      <w:r>
        <w:t>103.8695</w:t>
      </w:r>
      <w:r>
        <w:tab/>
        <w:t>2.025e0</w:t>
      </w:r>
    </w:p>
    <w:p w:rsidR="007B2329" w:rsidRDefault="007B2329" w:rsidP="007B2329">
      <w:r>
        <w:t>103.8791</w:t>
      </w:r>
      <w:r>
        <w:tab/>
        <w:t>2.025e0</w:t>
      </w:r>
    </w:p>
    <w:p w:rsidR="007B2329" w:rsidRDefault="007B2329" w:rsidP="007B2329">
      <w:r>
        <w:t>103.8830</w:t>
      </w:r>
      <w:r>
        <w:tab/>
        <w:t>1.013e0</w:t>
      </w:r>
    </w:p>
    <w:p w:rsidR="007B2329" w:rsidRDefault="007B2329" w:rsidP="007B2329">
      <w:r>
        <w:t>103.8859</w:t>
      </w:r>
      <w:r>
        <w:tab/>
        <w:t>1.013e0</w:t>
      </w:r>
    </w:p>
    <w:p w:rsidR="007B2329" w:rsidRDefault="007B2329" w:rsidP="007B2329">
      <w:r>
        <w:lastRenderedPageBreak/>
        <w:t>103.8994</w:t>
      </w:r>
      <w:r>
        <w:tab/>
        <w:t>2.025e0</w:t>
      </w:r>
    </w:p>
    <w:p w:rsidR="007B2329" w:rsidRDefault="007B2329" w:rsidP="007B2329">
      <w:r>
        <w:t>103.9063</w:t>
      </w:r>
      <w:r>
        <w:tab/>
        <w:t>2.025e0</w:t>
      </w:r>
    </w:p>
    <w:p w:rsidR="007B2329" w:rsidRDefault="007B2329" w:rsidP="007B2329">
      <w:r>
        <w:t>103.9130</w:t>
      </w:r>
      <w:r>
        <w:tab/>
        <w:t>3.051e0</w:t>
      </w:r>
    </w:p>
    <w:p w:rsidR="007B2329" w:rsidRDefault="007B2329" w:rsidP="007B2329">
      <w:r>
        <w:t>103.9225</w:t>
      </w:r>
      <w:r>
        <w:tab/>
        <w:t>2.025e0</w:t>
      </w:r>
    </w:p>
    <w:p w:rsidR="007B2329" w:rsidRDefault="007B2329" w:rsidP="007B2329">
      <w:r>
        <w:t>103.9239</w:t>
      </w:r>
      <w:r>
        <w:tab/>
        <w:t>1.025e0</w:t>
      </w:r>
    </w:p>
    <w:p w:rsidR="007B2329" w:rsidRDefault="007B2329" w:rsidP="007B2329">
      <w:r>
        <w:t>103.9320</w:t>
      </w:r>
      <w:r>
        <w:tab/>
        <w:t>1.013e0</w:t>
      </w:r>
    </w:p>
    <w:p w:rsidR="007B2329" w:rsidRDefault="007B2329" w:rsidP="007B2329">
      <w:r>
        <w:t>103.9372</w:t>
      </w:r>
      <w:r>
        <w:tab/>
        <w:t>1.013e0</w:t>
      </w:r>
    </w:p>
    <w:p w:rsidR="007B2329" w:rsidRDefault="007B2329" w:rsidP="007B2329">
      <w:r>
        <w:t>103.9400</w:t>
      </w:r>
      <w:r>
        <w:tab/>
        <w:t>1.013e0</w:t>
      </w:r>
    </w:p>
    <w:p w:rsidR="007B2329" w:rsidRDefault="007B2329" w:rsidP="007B2329">
      <w:r>
        <w:t>103.9428</w:t>
      </w:r>
      <w:r>
        <w:tab/>
        <w:t>1.013e0</w:t>
      </w:r>
    </w:p>
    <w:p w:rsidR="007B2329" w:rsidRDefault="007B2329" w:rsidP="007B2329">
      <w:r>
        <w:t>103.9470</w:t>
      </w:r>
      <w:r>
        <w:tab/>
        <w:t>2.025e0</w:t>
      </w:r>
    </w:p>
    <w:p w:rsidR="007B2329" w:rsidRDefault="007B2329" w:rsidP="007B2329">
      <w:r>
        <w:t>103.9485</w:t>
      </w:r>
      <w:r>
        <w:tab/>
        <w:t>1.013e0</w:t>
      </w:r>
    </w:p>
    <w:p w:rsidR="007B2329" w:rsidRDefault="007B2329" w:rsidP="007B2329">
      <w:r>
        <w:t>103.9507</w:t>
      </w:r>
      <w:r>
        <w:tab/>
        <w:t>1.013e0</w:t>
      </w:r>
    </w:p>
    <w:p w:rsidR="007B2329" w:rsidRDefault="007B2329" w:rsidP="007B2329">
      <w:r>
        <w:t>103.9578</w:t>
      </w:r>
      <w:r>
        <w:tab/>
        <w:t>2.025e0</w:t>
      </w:r>
    </w:p>
    <w:p w:rsidR="007B2329" w:rsidRDefault="007B2329" w:rsidP="007B2329">
      <w:r>
        <w:t>103.9672</w:t>
      </w:r>
      <w:r>
        <w:tab/>
        <w:t>1.013e0</w:t>
      </w:r>
    </w:p>
    <w:p w:rsidR="007B2329" w:rsidRDefault="007B2329" w:rsidP="007B2329">
      <w:r>
        <w:t>103.9727</w:t>
      </w:r>
      <w:r>
        <w:tab/>
        <w:t>2.025e0</w:t>
      </w:r>
    </w:p>
    <w:p w:rsidR="007B2329" w:rsidRDefault="007B2329" w:rsidP="007B2329">
      <w:r>
        <w:t>103.9807</w:t>
      </w:r>
      <w:r>
        <w:tab/>
        <w:t>1.013e0</w:t>
      </w:r>
    </w:p>
    <w:p w:rsidR="007B2329" w:rsidRDefault="007B2329" w:rsidP="007B2329">
      <w:r>
        <w:t>103.9830</w:t>
      </w:r>
      <w:r>
        <w:tab/>
        <w:t>5.063e0</w:t>
      </w:r>
    </w:p>
    <w:p w:rsidR="007B2329" w:rsidRDefault="007B2329" w:rsidP="007B2329">
      <w:r>
        <w:t>103.9862</w:t>
      </w:r>
      <w:r>
        <w:tab/>
        <w:t>1.013e0</w:t>
      </w:r>
    </w:p>
    <w:p w:rsidR="007B2329" w:rsidRDefault="007B2329" w:rsidP="007B2329">
      <w:r>
        <w:t>103.9942</w:t>
      </w:r>
      <w:r>
        <w:tab/>
        <w:t>2.025e0</w:t>
      </w:r>
    </w:p>
    <w:p w:rsidR="007B2329" w:rsidRDefault="007B2329" w:rsidP="007B2329">
      <w:r>
        <w:lastRenderedPageBreak/>
        <w:t>104.0038</w:t>
      </w:r>
      <w:r>
        <w:tab/>
        <w:t>2.025e0</w:t>
      </w:r>
    </w:p>
    <w:p w:rsidR="007B2329" w:rsidRDefault="007B2329" w:rsidP="007B2329">
      <w:r>
        <w:t>104.0133</w:t>
      </w:r>
      <w:r>
        <w:tab/>
        <w:t>4.051e0</w:t>
      </w:r>
    </w:p>
    <w:p w:rsidR="007B2329" w:rsidRDefault="007B2329" w:rsidP="007B2329">
      <w:r>
        <w:t>104.0241</w:t>
      </w:r>
      <w:r>
        <w:tab/>
        <w:t>1.013e0</w:t>
      </w:r>
    </w:p>
    <w:p w:rsidR="007B2329" w:rsidRDefault="007B2329" w:rsidP="007B2329">
      <w:r>
        <w:t>104.0269</w:t>
      </w:r>
      <w:r>
        <w:tab/>
        <w:t>2.025e0</w:t>
      </w:r>
    </w:p>
    <w:p w:rsidR="007B2329" w:rsidRDefault="007B2329" w:rsidP="007B2329">
      <w:r>
        <w:t>104.0349</w:t>
      </w:r>
      <w:r>
        <w:tab/>
        <w:t>1.266e-2</w:t>
      </w:r>
    </w:p>
    <w:p w:rsidR="007B2329" w:rsidRDefault="007B2329" w:rsidP="007B2329">
      <w:r>
        <w:t>104.0404</w:t>
      </w:r>
      <w:r>
        <w:tab/>
        <w:t>3.038e0</w:t>
      </w:r>
    </w:p>
    <w:p w:rsidR="007B2329" w:rsidRDefault="007B2329" w:rsidP="007B2329">
      <w:r>
        <w:t>104.0484</w:t>
      </w:r>
      <w:r>
        <w:tab/>
        <w:t>1.266e-2</w:t>
      </w:r>
    </w:p>
    <w:p w:rsidR="007B2329" w:rsidRDefault="007B2329" w:rsidP="007B2329">
      <w:r>
        <w:t>104.0499</w:t>
      </w:r>
      <w:r>
        <w:tab/>
        <w:t>2.025e0</w:t>
      </w:r>
    </w:p>
    <w:p w:rsidR="007B2329" w:rsidRDefault="007B2329" w:rsidP="007B2329">
      <w:r>
        <w:t>104.0568</w:t>
      </w:r>
      <w:r>
        <w:tab/>
        <w:t>2.025e0</w:t>
      </w:r>
    </w:p>
    <w:p w:rsidR="007B2329" w:rsidRDefault="007B2329" w:rsidP="007B2329">
      <w:r>
        <w:t>104.0648</w:t>
      </w:r>
      <w:r>
        <w:tab/>
        <w:t>1.025e0</w:t>
      </w:r>
    </w:p>
    <w:p w:rsidR="007B2329" w:rsidRDefault="007B2329" w:rsidP="007B2329">
      <w:r>
        <w:t>104.0676</w:t>
      </w:r>
      <w:r>
        <w:tab/>
        <w:t>4.051e0</w:t>
      </w:r>
    </w:p>
    <w:p w:rsidR="007B2329" w:rsidRDefault="007B2329" w:rsidP="007B2329">
      <w:r>
        <w:t>104.0783</w:t>
      </w:r>
      <w:r>
        <w:tab/>
        <w:t>1.013e0</w:t>
      </w:r>
    </w:p>
    <w:p w:rsidR="007B2329" w:rsidRDefault="007B2329" w:rsidP="007B2329">
      <w:r>
        <w:t>104.0811</w:t>
      </w:r>
      <w:r>
        <w:tab/>
        <w:t>2.116e0</w:t>
      </w:r>
    </w:p>
    <w:p w:rsidR="007B2329" w:rsidRDefault="007B2329" w:rsidP="007B2329">
      <w:r>
        <w:t>104.0946</w:t>
      </w:r>
      <w:r>
        <w:tab/>
        <w:t>1.013e0</w:t>
      </w:r>
    </w:p>
    <w:p w:rsidR="007B2329" w:rsidRDefault="007B2329" w:rsidP="007B2329">
      <w:r>
        <w:t>104.0960</w:t>
      </w:r>
      <w:r>
        <w:tab/>
        <w:t>2.025e0</w:t>
      </w:r>
    </w:p>
    <w:p w:rsidR="007B2329" w:rsidRDefault="007B2329" w:rsidP="007B2329">
      <w:r>
        <w:t>104.0987</w:t>
      </w:r>
      <w:r>
        <w:tab/>
        <w:t>1.025e0</w:t>
      </w:r>
    </w:p>
    <w:p w:rsidR="007B2329" w:rsidRDefault="007B2329" w:rsidP="007B2329">
      <w:r>
        <w:t>104.1001</w:t>
      </w:r>
      <w:r>
        <w:tab/>
        <w:t>1.266e-2</w:t>
      </w:r>
    </w:p>
    <w:p w:rsidR="007B2329" w:rsidRDefault="007B2329" w:rsidP="007B2329">
      <w:r>
        <w:t>104.1126</w:t>
      </w:r>
      <w:r>
        <w:tab/>
        <w:t>3.798e-2</w:t>
      </w:r>
    </w:p>
    <w:p w:rsidR="007B2329" w:rsidRDefault="007B2329" w:rsidP="007B2329">
      <w:r>
        <w:t>104.1137</w:t>
      </w:r>
      <w:r>
        <w:tab/>
        <w:t>1.266e-2</w:t>
      </w:r>
    </w:p>
    <w:p w:rsidR="007B2329" w:rsidRDefault="007B2329" w:rsidP="007B2329">
      <w:r>
        <w:lastRenderedPageBreak/>
        <w:t>104.1190</w:t>
      </w:r>
      <w:r>
        <w:tab/>
        <w:t>1.013e0</w:t>
      </w:r>
    </w:p>
    <w:p w:rsidR="007B2329" w:rsidRDefault="007B2329" w:rsidP="007B2329">
      <w:r>
        <w:t>104.1298</w:t>
      </w:r>
      <w:r>
        <w:tab/>
        <w:t>1.013e0</w:t>
      </w:r>
    </w:p>
    <w:p w:rsidR="007B2329" w:rsidRDefault="007B2329" w:rsidP="007B2329">
      <w:r>
        <w:t>104.1326</w:t>
      </w:r>
      <w:r>
        <w:tab/>
        <w:t>1.013e0</w:t>
      </w:r>
    </w:p>
    <w:p w:rsidR="007B2329" w:rsidRDefault="007B2329" w:rsidP="007B2329">
      <w:r>
        <w:t>104.1381</w:t>
      </w:r>
      <w:r>
        <w:tab/>
        <w:t>1.266e-2</w:t>
      </w:r>
    </w:p>
    <w:p w:rsidR="007B2329" w:rsidRDefault="007B2329" w:rsidP="007B2329">
      <w:r>
        <w:t>104.1461</w:t>
      </w:r>
      <w:r>
        <w:tab/>
        <w:t>1.013e0</w:t>
      </w:r>
    </w:p>
    <w:p w:rsidR="007B2329" w:rsidRDefault="007B2329" w:rsidP="007B2329">
      <w:r>
        <w:t>104.1489</w:t>
      </w:r>
      <w:r>
        <w:tab/>
        <w:t>1.266e-2</w:t>
      </w:r>
    </w:p>
    <w:p w:rsidR="007B2329" w:rsidRDefault="007B2329" w:rsidP="007B2329">
      <w:r>
        <w:t>104.1517</w:t>
      </w:r>
      <w:r>
        <w:tab/>
        <w:t>1.013e0</w:t>
      </w:r>
    </w:p>
    <w:p w:rsidR="007B2329" w:rsidRDefault="007B2329" w:rsidP="007B2329">
      <w:r>
        <w:t>104.1624</w:t>
      </w:r>
      <w:r>
        <w:tab/>
        <w:t>1.013e0</w:t>
      </w:r>
    </w:p>
    <w:p w:rsidR="007B2329" w:rsidRDefault="007B2329" w:rsidP="007B2329">
      <w:r>
        <w:t>104.1652</w:t>
      </w:r>
      <w:r>
        <w:tab/>
        <w:t>1.266e-2</w:t>
      </w:r>
    </w:p>
    <w:p w:rsidR="007B2329" w:rsidRDefault="007B2329" w:rsidP="007B2329">
      <w:r>
        <w:t>104.1704</w:t>
      </w:r>
      <w:r>
        <w:tab/>
        <w:t>1.013e0</w:t>
      </w:r>
    </w:p>
    <w:p w:rsidR="007B2329" w:rsidRDefault="007B2329" w:rsidP="007B2329">
      <w:r>
        <w:t>104.1726</w:t>
      </w:r>
      <w:r>
        <w:tab/>
        <w:t>3.038e0</w:t>
      </w:r>
    </w:p>
    <w:p w:rsidR="007B2329" w:rsidRDefault="007B2329" w:rsidP="007B2329">
      <w:r>
        <w:t>104.1839</w:t>
      </w:r>
      <w:r>
        <w:tab/>
        <w:t>2.025e0</w:t>
      </w:r>
    </w:p>
    <w:p w:rsidR="007B2329" w:rsidRDefault="007B2329" w:rsidP="007B2329">
      <w:r>
        <w:t>104.1923</w:t>
      </w:r>
      <w:r>
        <w:tab/>
        <w:t>1.013e0</w:t>
      </w:r>
    </w:p>
    <w:p w:rsidR="007B2329" w:rsidRDefault="007B2329" w:rsidP="007B2329">
      <w:r>
        <w:t>104.1952</w:t>
      </w:r>
      <w:r>
        <w:tab/>
        <w:t>1.013e0</w:t>
      </w:r>
    </w:p>
    <w:p w:rsidR="007B2329" w:rsidRDefault="007B2329" w:rsidP="007B2329">
      <w:r>
        <w:t>104.2088</w:t>
      </w:r>
      <w:r>
        <w:tab/>
        <w:t>1.013e0</w:t>
      </w:r>
    </w:p>
    <w:p w:rsidR="007B2329" w:rsidRDefault="007B2329" w:rsidP="007B2329">
      <w:r>
        <w:t>104.2246</w:t>
      </w:r>
      <w:r>
        <w:tab/>
        <w:t>1.013e0</w:t>
      </w:r>
    </w:p>
    <w:p w:rsidR="007B2329" w:rsidRDefault="007B2329" w:rsidP="007B2329">
      <w:r>
        <w:t>104.2382</w:t>
      </w:r>
      <w:r>
        <w:tab/>
        <w:t>1.266e-2</w:t>
      </w:r>
    </w:p>
    <w:p w:rsidR="007B2329" w:rsidRDefault="007B2329" w:rsidP="007B2329">
      <w:r>
        <w:t>104.2494</w:t>
      </w:r>
      <w:r>
        <w:tab/>
        <w:t>1.266e-2</w:t>
      </w:r>
    </w:p>
    <w:p w:rsidR="007B2329" w:rsidRDefault="007B2329" w:rsidP="007B2329">
      <w:r>
        <w:t>104.2560</w:t>
      </w:r>
      <w:r>
        <w:tab/>
        <w:t>1.025e0</w:t>
      </w:r>
    </w:p>
    <w:p w:rsidR="007B2329" w:rsidRDefault="007B2329" w:rsidP="007B2329">
      <w:r>
        <w:lastRenderedPageBreak/>
        <w:t>104.2588</w:t>
      </w:r>
      <w:r>
        <w:tab/>
        <w:t>2.025e0</w:t>
      </w:r>
    </w:p>
    <w:p w:rsidR="007B2329" w:rsidRDefault="007B2329" w:rsidP="007B2329">
      <w:r>
        <w:t>104.2630</w:t>
      </w:r>
      <w:r>
        <w:tab/>
        <w:t>1.013e0</w:t>
      </w:r>
    </w:p>
    <w:p w:rsidR="007B2329" w:rsidRDefault="007B2329" w:rsidP="007B2329">
      <w:r>
        <w:t>104.2642</w:t>
      </w:r>
      <w:r>
        <w:tab/>
        <w:t>1.025e0</w:t>
      </w:r>
    </w:p>
    <w:p w:rsidR="007B2329" w:rsidRDefault="007B2329" w:rsidP="007B2329">
      <w:r>
        <w:t>104.2751</w:t>
      </w:r>
      <w:r>
        <w:tab/>
        <w:t>2.025e0</w:t>
      </w:r>
    </w:p>
    <w:p w:rsidR="007B2329" w:rsidRDefault="007B2329" w:rsidP="007B2329">
      <w:r>
        <w:t>104.2790</w:t>
      </w:r>
      <w:r>
        <w:tab/>
        <w:t>1.013e0</w:t>
      </w:r>
    </w:p>
    <w:p w:rsidR="007B2329" w:rsidRDefault="007B2329" w:rsidP="007B2329">
      <w:r>
        <w:t>104.2817</w:t>
      </w:r>
      <w:r>
        <w:tab/>
        <w:t>1.266e-2</w:t>
      </w:r>
    </w:p>
    <w:p w:rsidR="007B2329" w:rsidRDefault="007B2329" w:rsidP="007B2329">
      <w:r>
        <w:t>104.2845</w:t>
      </w:r>
      <w:r>
        <w:tab/>
        <w:t>1.013e0</w:t>
      </w:r>
    </w:p>
    <w:p w:rsidR="007B2329" w:rsidRDefault="007B2329" w:rsidP="007B2329">
      <w:r>
        <w:t>104.2873</w:t>
      </w:r>
      <w:r>
        <w:tab/>
        <w:t>1.013e0</w:t>
      </w:r>
    </w:p>
    <w:p w:rsidR="007B2329" w:rsidRDefault="007B2329" w:rsidP="007B2329">
      <w:r>
        <w:t>104.2981</w:t>
      </w:r>
      <w:r>
        <w:tab/>
        <w:t>1.013e0</w:t>
      </w:r>
    </w:p>
    <w:p w:rsidR="007B2329" w:rsidRDefault="007B2329" w:rsidP="007B2329">
      <w:r>
        <w:t>104.3116</w:t>
      </w:r>
      <w:r>
        <w:tab/>
        <w:t>1.013e0</w:t>
      </w:r>
    </w:p>
    <w:p w:rsidR="007B2329" w:rsidRDefault="007B2329" w:rsidP="007B2329">
      <w:r>
        <w:t>104.3144</w:t>
      </w:r>
      <w:r>
        <w:tab/>
        <w:t>1.266e-2</w:t>
      </w:r>
    </w:p>
    <w:p w:rsidR="007B2329" w:rsidRDefault="007B2329" w:rsidP="007B2329">
      <w:r>
        <w:t>104.3308</w:t>
      </w:r>
      <w:r>
        <w:tab/>
        <w:t>1.013e0</w:t>
      </w:r>
    </w:p>
    <w:p w:rsidR="007B2329" w:rsidRDefault="007B2329" w:rsidP="007B2329">
      <w:r>
        <w:t>104.3360</w:t>
      </w:r>
      <w:r>
        <w:tab/>
        <w:t>1.013e0</w:t>
      </w:r>
    </w:p>
    <w:p w:rsidR="007B2329" w:rsidRDefault="007B2329" w:rsidP="007B2329">
      <w:r>
        <w:t>104.3416</w:t>
      </w:r>
      <w:r>
        <w:tab/>
        <w:t>1.266e-2</w:t>
      </w:r>
    </w:p>
    <w:p w:rsidR="007B2329" w:rsidRDefault="007B2329" w:rsidP="007B2329">
      <w:r>
        <w:t>104.3471</w:t>
      </w:r>
      <w:r>
        <w:tab/>
        <w:t>1.266e-2</w:t>
      </w:r>
    </w:p>
    <w:p w:rsidR="007B2329" w:rsidRDefault="007B2329" w:rsidP="007B2329">
      <w:r>
        <w:t>104.3619</w:t>
      </w:r>
      <w:r>
        <w:tab/>
        <w:t>2.025e0</w:t>
      </w:r>
    </w:p>
    <w:p w:rsidR="007B2329" w:rsidRDefault="007B2329" w:rsidP="007B2329">
      <w:r>
        <w:t>104.3715</w:t>
      </w:r>
      <w:r>
        <w:tab/>
        <w:t>1.013e0</w:t>
      </w:r>
    </w:p>
    <w:p w:rsidR="007B2329" w:rsidRDefault="007B2329" w:rsidP="007B2329">
      <w:r>
        <w:t>104.3743</w:t>
      </w:r>
      <w:r>
        <w:tab/>
        <w:t>2.038e0</w:t>
      </w:r>
    </w:p>
    <w:p w:rsidR="007B2329" w:rsidRDefault="007B2329" w:rsidP="007B2329">
      <w:r>
        <w:t>104.3858</w:t>
      </w:r>
      <w:r>
        <w:tab/>
        <w:t>3.038e0</w:t>
      </w:r>
    </w:p>
    <w:p w:rsidR="007B2329" w:rsidRDefault="007B2329" w:rsidP="007B2329">
      <w:r>
        <w:lastRenderedPageBreak/>
        <w:t>104.3902</w:t>
      </w:r>
      <w:r>
        <w:tab/>
        <w:t>2.025e0</w:t>
      </w:r>
    </w:p>
    <w:p w:rsidR="007B2329" w:rsidRDefault="007B2329" w:rsidP="007B2329">
      <w:r>
        <w:t>104.3973</w:t>
      </w:r>
      <w:r>
        <w:tab/>
        <w:t>2.025e0</w:t>
      </w:r>
    </w:p>
    <w:p w:rsidR="007B2329" w:rsidRDefault="007B2329" w:rsidP="007B2329">
      <w:r>
        <w:t>104.4015</w:t>
      </w:r>
      <w:r>
        <w:tab/>
        <w:t>1.013e0</w:t>
      </w:r>
    </w:p>
    <w:p w:rsidR="007B2329" w:rsidRDefault="007B2329" w:rsidP="007B2329">
      <w:r>
        <w:t>104.4066</w:t>
      </w:r>
      <w:r>
        <w:tab/>
        <w:t>1.266e-2</w:t>
      </w:r>
    </w:p>
    <w:p w:rsidR="007B2329" w:rsidRDefault="007B2329" w:rsidP="007B2329">
      <w:r>
        <w:t>104.4202</w:t>
      </w:r>
      <w:r>
        <w:tab/>
        <w:t>1.013e0</w:t>
      </w:r>
    </w:p>
    <w:p w:rsidR="007B2329" w:rsidRDefault="007B2329" w:rsidP="007B2329">
      <w:r>
        <w:t>104.4258</w:t>
      </w:r>
      <w:r>
        <w:tab/>
        <w:t>1.013e0</w:t>
      </w:r>
    </w:p>
    <w:p w:rsidR="007B2329" w:rsidRDefault="007B2329" w:rsidP="007B2329">
      <w:r>
        <w:t>104.4286</w:t>
      </w:r>
      <w:r>
        <w:tab/>
        <w:t>2.025e0</w:t>
      </w:r>
    </w:p>
    <w:p w:rsidR="007B2329" w:rsidRDefault="007B2329" w:rsidP="007B2329">
      <w:r>
        <w:t>104.4310</w:t>
      </w:r>
      <w:r>
        <w:tab/>
        <w:t>1.013e0</w:t>
      </w:r>
    </w:p>
    <w:p w:rsidR="007B2329" w:rsidRDefault="007B2329" w:rsidP="007B2329">
      <w:r>
        <w:t>104.4422</w:t>
      </w:r>
      <w:r>
        <w:tab/>
        <w:t>1.013e0</w:t>
      </w:r>
    </w:p>
    <w:p w:rsidR="007B2329" w:rsidRDefault="007B2329" w:rsidP="007B2329">
      <w:r>
        <w:t>104.4529</w:t>
      </w:r>
      <w:r>
        <w:tab/>
        <w:t>1.013e0</w:t>
      </w:r>
    </w:p>
    <w:p w:rsidR="007B2329" w:rsidRDefault="007B2329" w:rsidP="007B2329">
      <w:r>
        <w:t>104.4694</w:t>
      </w:r>
      <w:r>
        <w:tab/>
        <w:t>1.266e-2</w:t>
      </w:r>
    </w:p>
    <w:p w:rsidR="007B2329" w:rsidRDefault="007B2329" w:rsidP="007B2329">
      <w:r>
        <w:t>104.4732</w:t>
      </w:r>
      <w:r>
        <w:tab/>
        <w:t>2.025e0</w:t>
      </w:r>
    </w:p>
    <w:p w:rsidR="007B2329" w:rsidRDefault="007B2329" w:rsidP="007B2329">
      <w:r>
        <w:t>104.4880</w:t>
      </w:r>
      <w:r>
        <w:tab/>
        <w:t>2.025e0</w:t>
      </w:r>
    </w:p>
    <w:p w:rsidR="007B2329" w:rsidRDefault="007B2329" w:rsidP="007B2329">
      <w:r>
        <w:t>104.4936</w:t>
      </w:r>
      <w:r>
        <w:tab/>
        <w:t>2.025e0</w:t>
      </w:r>
    </w:p>
    <w:p w:rsidR="007B2329" w:rsidRDefault="007B2329" w:rsidP="007B2329">
      <w:r>
        <w:t>104.4950</w:t>
      </w:r>
      <w:r>
        <w:tab/>
        <w:t>2.025e0</w:t>
      </w:r>
    </w:p>
    <w:p w:rsidR="007B2329" w:rsidRDefault="007B2329" w:rsidP="007B2329">
      <w:r>
        <w:t>104.5058</w:t>
      </w:r>
      <w:r>
        <w:tab/>
        <w:t>1.025e0</w:t>
      </w:r>
    </w:p>
    <w:p w:rsidR="007B2329" w:rsidRDefault="007B2329" w:rsidP="007B2329">
      <w:r>
        <w:t>104.5072</w:t>
      </w:r>
      <w:r>
        <w:tab/>
        <w:t>1.013e0</w:t>
      </w:r>
    </w:p>
    <w:p w:rsidR="007B2329" w:rsidRDefault="007B2329" w:rsidP="007B2329">
      <w:r>
        <w:t>104.5086</w:t>
      </w:r>
      <w:r>
        <w:tab/>
        <w:t>2.025e0</w:t>
      </w:r>
    </w:p>
    <w:p w:rsidR="007B2329" w:rsidRDefault="007B2329" w:rsidP="007B2329">
      <w:r>
        <w:t>104.5236</w:t>
      </w:r>
      <w:r>
        <w:tab/>
        <w:t>1.266e-2</w:t>
      </w:r>
    </w:p>
    <w:p w:rsidR="007B2329" w:rsidRDefault="007B2329" w:rsidP="007B2329">
      <w:r>
        <w:lastRenderedPageBreak/>
        <w:t>104.5263</w:t>
      </w:r>
      <w:r>
        <w:tab/>
        <w:t>2.025e0</w:t>
      </w:r>
    </w:p>
    <w:p w:rsidR="007B2329" w:rsidRDefault="007B2329" w:rsidP="007B2329">
      <w:r>
        <w:t>104.5281</w:t>
      </w:r>
      <w:r>
        <w:tab/>
        <w:t>3.038e0</w:t>
      </w:r>
    </w:p>
    <w:p w:rsidR="007B2329" w:rsidRDefault="007B2329" w:rsidP="007B2329">
      <w:r>
        <w:t>104.5372</w:t>
      </w:r>
      <w:r>
        <w:tab/>
        <w:t>1.266e-2</w:t>
      </w:r>
    </w:p>
    <w:p w:rsidR="007B2329" w:rsidRDefault="007B2329" w:rsidP="007B2329">
      <w:r>
        <w:t>104.5528</w:t>
      </w:r>
      <w:r>
        <w:tab/>
        <w:t>3.038e0</w:t>
      </w:r>
    </w:p>
    <w:p w:rsidR="007B2329" w:rsidRDefault="007B2329" w:rsidP="007B2329">
      <w:r>
        <w:t>104.5559</w:t>
      </w:r>
      <w:r>
        <w:tab/>
        <w:t>1.266e-2</w:t>
      </w:r>
    </w:p>
    <w:p w:rsidR="007B2329" w:rsidRDefault="007B2329" w:rsidP="007B2329">
      <w:r>
        <w:t>104.5615</w:t>
      </w:r>
      <w:r>
        <w:tab/>
        <w:t>1.013e0</w:t>
      </w:r>
    </w:p>
    <w:p w:rsidR="007B2329" w:rsidRDefault="007B2329" w:rsidP="007B2329">
      <w:r>
        <w:t>104.5751</w:t>
      </w:r>
      <w:r>
        <w:tab/>
        <w:t>1.025e0</w:t>
      </w:r>
    </w:p>
    <w:p w:rsidR="007B2329" w:rsidRDefault="007B2329" w:rsidP="007B2329">
      <w:r>
        <w:t>104.5779</w:t>
      </w:r>
      <w:r>
        <w:tab/>
        <w:t>1.013e0</w:t>
      </w:r>
    </w:p>
    <w:p w:rsidR="007B2329" w:rsidRDefault="007B2329" w:rsidP="007B2329">
      <w:r>
        <w:t>104.5808</w:t>
      </w:r>
      <w:r>
        <w:tab/>
        <w:t>1.013e0</w:t>
      </w:r>
    </w:p>
    <w:p w:rsidR="007B2329" w:rsidRDefault="007B2329" w:rsidP="007B2329">
      <w:r>
        <w:t>104.5901</w:t>
      </w:r>
      <w:r>
        <w:tab/>
        <w:t>2.025e0</w:t>
      </w:r>
    </w:p>
    <w:p w:rsidR="007B2329" w:rsidRDefault="007B2329" w:rsidP="007B2329">
      <w:r>
        <w:t>104.5968</w:t>
      </w:r>
      <w:r>
        <w:tab/>
        <w:t>1.013e0</w:t>
      </w:r>
    </w:p>
    <w:p w:rsidR="007B2329" w:rsidRDefault="007B2329" w:rsidP="007B2329">
      <w:r>
        <w:t>104.6051</w:t>
      </w:r>
      <w:r>
        <w:tab/>
        <w:t>3.038e0</w:t>
      </w:r>
    </w:p>
    <w:p w:rsidR="007B2329" w:rsidRDefault="007B2329" w:rsidP="007B2329">
      <w:r>
        <w:t>104.6079</w:t>
      </w:r>
      <w:r>
        <w:tab/>
        <w:t>1.013e0</w:t>
      </w:r>
    </w:p>
    <w:p w:rsidR="007B2329" w:rsidRDefault="007B2329" w:rsidP="007B2329">
      <w:r>
        <w:t>104.6131</w:t>
      </w:r>
      <w:r>
        <w:tab/>
        <w:t>2.025e0</w:t>
      </w:r>
    </w:p>
    <w:p w:rsidR="007B2329" w:rsidRDefault="007B2329" w:rsidP="007B2329">
      <w:r>
        <w:t>104.6219</w:t>
      </w:r>
      <w:r>
        <w:tab/>
        <w:t>4.051e0</w:t>
      </w:r>
    </w:p>
    <w:p w:rsidR="007B2329" w:rsidRDefault="007B2329" w:rsidP="007B2329">
      <w:r>
        <w:t>104.6240</w:t>
      </w:r>
      <w:r>
        <w:tab/>
        <w:t>1.013e0</w:t>
      </w:r>
    </w:p>
    <w:p w:rsidR="007B2329" w:rsidRDefault="007B2329" w:rsidP="007B2329">
      <w:r>
        <w:t>104.6267</w:t>
      </w:r>
      <w:r>
        <w:tab/>
        <w:t>1.013e0</w:t>
      </w:r>
    </w:p>
    <w:p w:rsidR="007B2329" w:rsidRDefault="007B2329" w:rsidP="007B2329">
      <w:r>
        <w:t>104.6295</w:t>
      </w:r>
      <w:r>
        <w:tab/>
        <w:t>1.013e0</w:t>
      </w:r>
    </w:p>
    <w:p w:rsidR="007B2329" w:rsidRDefault="007B2329" w:rsidP="007B2329">
      <w:r>
        <w:t>104.6377</w:t>
      </w:r>
      <w:r>
        <w:tab/>
        <w:t>1.266e-2</w:t>
      </w:r>
    </w:p>
    <w:p w:rsidR="007B2329" w:rsidRDefault="007B2329" w:rsidP="007B2329">
      <w:r>
        <w:lastRenderedPageBreak/>
        <w:t>104.6458</w:t>
      </w:r>
      <w:r>
        <w:tab/>
        <w:t>2.025e0</w:t>
      </w:r>
    </w:p>
    <w:p w:rsidR="007B2329" w:rsidRDefault="007B2329" w:rsidP="007B2329">
      <w:r>
        <w:t>104.6486</w:t>
      </w:r>
      <w:r>
        <w:tab/>
        <w:t>1.013e0</w:t>
      </w:r>
    </w:p>
    <w:p w:rsidR="007B2329" w:rsidRDefault="007B2329" w:rsidP="007B2329">
      <w:r>
        <w:t>104.6567</w:t>
      </w:r>
      <w:r>
        <w:tab/>
        <w:t>1.013e0</w:t>
      </w:r>
    </w:p>
    <w:p w:rsidR="007B2329" w:rsidRDefault="007B2329" w:rsidP="007B2329">
      <w:r>
        <w:t>104.6635</w:t>
      </w:r>
      <w:r>
        <w:tab/>
        <w:t>2.025e0</w:t>
      </w:r>
    </w:p>
    <w:p w:rsidR="007B2329" w:rsidRDefault="007B2329" w:rsidP="007B2329">
      <w:r>
        <w:t>104.6649</w:t>
      </w:r>
      <w:r>
        <w:tab/>
        <w:t>1.013e0</w:t>
      </w:r>
    </w:p>
    <w:p w:rsidR="007B2329" w:rsidRDefault="007B2329" w:rsidP="007B2329">
      <w:r>
        <w:t>104.6702</w:t>
      </w:r>
      <w:r>
        <w:tab/>
        <w:t>1.013e0</w:t>
      </w:r>
    </w:p>
    <w:p w:rsidR="007B2329" w:rsidRDefault="007B2329" w:rsidP="007B2329">
      <w:r>
        <w:t>104.6730</w:t>
      </w:r>
      <w:r>
        <w:tab/>
        <w:t>2.025e0</w:t>
      </w:r>
    </w:p>
    <w:p w:rsidR="007B2329" w:rsidRDefault="007B2329" w:rsidP="007B2329">
      <w:r>
        <w:t>104.6759</w:t>
      </w:r>
      <w:r>
        <w:tab/>
        <w:t>1.013e0</w:t>
      </w:r>
    </w:p>
    <w:p w:rsidR="007B2329" w:rsidRDefault="007B2329" w:rsidP="007B2329">
      <w:r>
        <w:t>104.6838</w:t>
      </w:r>
      <w:r>
        <w:tab/>
        <w:t>1.013e0</w:t>
      </w:r>
    </w:p>
    <w:p w:rsidR="007B2329" w:rsidRDefault="007B2329" w:rsidP="007B2329">
      <w:r>
        <w:t>104.6945</w:t>
      </w:r>
      <w:r>
        <w:tab/>
        <w:t>2.025e0</w:t>
      </w:r>
    </w:p>
    <w:p w:rsidR="007B2329" w:rsidRDefault="007B2329" w:rsidP="007B2329">
      <w:r>
        <w:t>104.6974</w:t>
      </w:r>
      <w:r>
        <w:tab/>
        <w:t>1.013e0</w:t>
      </w:r>
    </w:p>
    <w:p w:rsidR="007B2329" w:rsidRDefault="007B2329" w:rsidP="007B2329">
      <w:r>
        <w:t>104.7030</w:t>
      </w:r>
      <w:r>
        <w:tab/>
        <w:t>1.013e0</w:t>
      </w:r>
    </w:p>
    <w:p w:rsidR="007B2329" w:rsidRDefault="007B2329" w:rsidP="007B2329">
      <w:r>
        <w:t>104.7138</w:t>
      </w:r>
      <w:r>
        <w:tab/>
        <w:t>1.025e0</w:t>
      </w:r>
    </w:p>
    <w:p w:rsidR="007B2329" w:rsidRDefault="007B2329" w:rsidP="007B2329">
      <w:r>
        <w:t>104.7166</w:t>
      </w:r>
      <w:r>
        <w:tab/>
        <w:t>1.013e0</w:t>
      </w:r>
    </w:p>
    <w:p w:rsidR="007B2329" w:rsidRDefault="007B2329" w:rsidP="007B2329">
      <w:r>
        <w:t>104.7330</w:t>
      </w:r>
      <w:r>
        <w:tab/>
        <w:t>1.013e0</w:t>
      </w:r>
    </w:p>
    <w:p w:rsidR="007B2329" w:rsidRDefault="007B2329" w:rsidP="007B2329">
      <w:r>
        <w:t>104.7354</w:t>
      </w:r>
      <w:r>
        <w:tab/>
        <w:t>1.266e-2</w:t>
      </w:r>
    </w:p>
    <w:p w:rsidR="007B2329" w:rsidRDefault="007B2329" w:rsidP="007B2329">
      <w:r>
        <w:t>104.7390</w:t>
      </w:r>
      <w:r>
        <w:tab/>
        <w:t>2.038e0</w:t>
      </w:r>
    </w:p>
    <w:p w:rsidR="007B2329" w:rsidRDefault="007B2329" w:rsidP="007B2329">
      <w:r>
        <w:t>104.7466</w:t>
      </w:r>
      <w:r>
        <w:tab/>
        <w:t>1.013e0</w:t>
      </w:r>
    </w:p>
    <w:p w:rsidR="007B2329" w:rsidRDefault="007B2329" w:rsidP="007B2329">
      <w:r>
        <w:t>104.7517</w:t>
      </w:r>
      <w:r>
        <w:tab/>
        <w:t>1.013e0</w:t>
      </w:r>
    </w:p>
    <w:p w:rsidR="007B2329" w:rsidRDefault="007B2329" w:rsidP="007B2329">
      <w:r>
        <w:lastRenderedPageBreak/>
        <w:t>104.7602</w:t>
      </w:r>
      <w:r>
        <w:tab/>
        <w:t>1.013e0</w:t>
      </w:r>
    </w:p>
    <w:p w:rsidR="007B2329" w:rsidRDefault="007B2329" w:rsidP="007B2329">
      <w:r>
        <w:t>104.7737</w:t>
      </w:r>
      <w:r>
        <w:tab/>
        <w:t>2.025e0</w:t>
      </w:r>
    </w:p>
    <w:p w:rsidR="007B2329" w:rsidRDefault="007B2329" w:rsidP="007B2329">
      <w:r>
        <w:t>104.7764</w:t>
      </w:r>
      <w:r>
        <w:tab/>
        <w:t>1.013e0</w:t>
      </w:r>
    </w:p>
    <w:p w:rsidR="007B2329" w:rsidRDefault="007B2329" w:rsidP="007B2329">
      <w:r>
        <w:t>104.7940</w:t>
      </w:r>
      <w:r>
        <w:tab/>
        <w:t>2.025e0</w:t>
      </w:r>
    </w:p>
    <w:p w:rsidR="007B2329" w:rsidRDefault="007B2329" w:rsidP="007B2329">
      <w:r>
        <w:t>104.8036</w:t>
      </w:r>
      <w:r>
        <w:tab/>
        <w:t>2.025e0</w:t>
      </w:r>
    </w:p>
    <w:p w:rsidR="007B2329" w:rsidRDefault="007B2329" w:rsidP="007B2329">
      <w:r>
        <w:t>104.8061</w:t>
      </w:r>
      <w:r>
        <w:tab/>
        <w:t>1.013e0</w:t>
      </w:r>
    </w:p>
    <w:p w:rsidR="007B2329" w:rsidRDefault="007B2329" w:rsidP="007B2329">
      <w:r>
        <w:t>104.8173</w:t>
      </w:r>
      <w:r>
        <w:tab/>
        <w:t>2.025e0</w:t>
      </w:r>
    </w:p>
    <w:p w:rsidR="007B2329" w:rsidRDefault="007B2329" w:rsidP="007B2329">
      <w:r>
        <w:t>104.8197</w:t>
      </w:r>
      <w:r>
        <w:tab/>
        <w:t>2.025e0</w:t>
      </w:r>
    </w:p>
    <w:p w:rsidR="007B2329" w:rsidRDefault="007B2329" w:rsidP="007B2329">
      <w:r>
        <w:t>104.8253</w:t>
      </w:r>
      <w:r>
        <w:tab/>
        <w:t>1.013e0</w:t>
      </w:r>
    </w:p>
    <w:p w:rsidR="007B2329" w:rsidRDefault="007B2329" w:rsidP="007B2329">
      <w:r>
        <w:t>104.8310</w:t>
      </w:r>
      <w:r>
        <w:tab/>
        <w:t>2.025e0</w:t>
      </w:r>
    </w:p>
    <w:p w:rsidR="007B2329" w:rsidRDefault="007B2329" w:rsidP="007B2329">
      <w:r>
        <w:t>104.8389</w:t>
      </w:r>
      <w:r>
        <w:tab/>
        <w:t>2.038e0</w:t>
      </w:r>
    </w:p>
    <w:p w:rsidR="007B2329" w:rsidRDefault="007B2329" w:rsidP="007B2329">
      <w:r>
        <w:t>104.8417</w:t>
      </w:r>
      <w:r>
        <w:tab/>
        <w:t>1.013e0</w:t>
      </w:r>
    </w:p>
    <w:p w:rsidR="007B2329" w:rsidRDefault="007B2329" w:rsidP="007B2329">
      <w:r>
        <w:t>104.8443</w:t>
      </w:r>
      <w:r>
        <w:tab/>
        <w:t>1.025e0</w:t>
      </w:r>
    </w:p>
    <w:p w:rsidR="007B2329" w:rsidRDefault="007B2329" w:rsidP="007B2329">
      <w:r>
        <w:t>104.8553</w:t>
      </w:r>
      <w:r>
        <w:tab/>
        <w:t>1.266e-2</w:t>
      </w:r>
    </w:p>
    <w:p w:rsidR="007B2329" w:rsidRDefault="007B2329" w:rsidP="007B2329">
      <w:r>
        <w:t>104.8582</w:t>
      </w:r>
      <w:r>
        <w:tab/>
        <w:t>1.013e0</w:t>
      </w:r>
    </w:p>
    <w:p w:rsidR="007B2329" w:rsidRDefault="007B2329" w:rsidP="007B2329">
      <w:r>
        <w:t>104.8647</w:t>
      </w:r>
      <w:r>
        <w:tab/>
        <w:t>2.025e0</w:t>
      </w:r>
    </w:p>
    <w:p w:rsidR="007B2329" w:rsidRDefault="007B2329" w:rsidP="007B2329">
      <w:r>
        <w:t>104.8703</w:t>
      </w:r>
      <w:r>
        <w:tab/>
        <w:t>2.025e0</w:t>
      </w:r>
    </w:p>
    <w:p w:rsidR="007B2329" w:rsidRDefault="007B2329" w:rsidP="007B2329">
      <w:r>
        <w:t>104.8730</w:t>
      </w:r>
      <w:r>
        <w:tab/>
        <w:t>2.025e0</w:t>
      </w:r>
    </w:p>
    <w:p w:rsidR="007B2329" w:rsidRDefault="007B2329" w:rsidP="007B2329">
      <w:r>
        <w:t>104.8839</w:t>
      </w:r>
      <w:r>
        <w:tab/>
        <w:t>4.051e0</w:t>
      </w:r>
    </w:p>
    <w:p w:rsidR="007B2329" w:rsidRDefault="007B2329" w:rsidP="007B2329">
      <w:r>
        <w:lastRenderedPageBreak/>
        <w:t>104.8879</w:t>
      </w:r>
      <w:r>
        <w:tab/>
        <w:t>1.013e0</w:t>
      </w:r>
    </w:p>
    <w:p w:rsidR="007B2329" w:rsidRDefault="007B2329" w:rsidP="007B2329">
      <w:r>
        <w:t>104.8905</w:t>
      </w:r>
      <w:r>
        <w:tab/>
        <w:t>1.013e0</w:t>
      </w:r>
    </w:p>
    <w:p w:rsidR="007B2329" w:rsidRDefault="007B2329" w:rsidP="007B2329">
      <w:r>
        <w:t>104.8918</w:t>
      </w:r>
      <w:r>
        <w:tab/>
        <w:t>3.038e0</w:t>
      </w:r>
    </w:p>
    <w:p w:rsidR="007B2329" w:rsidRDefault="007B2329" w:rsidP="007B2329">
      <w:r>
        <w:t>104.9111</w:t>
      </w:r>
      <w:r>
        <w:tab/>
        <w:t>2.025e0</w:t>
      </w:r>
    </w:p>
    <w:p w:rsidR="007B2329" w:rsidRDefault="007B2329" w:rsidP="007B2329">
      <w:r>
        <w:t>104.9152</w:t>
      </w:r>
      <w:r>
        <w:tab/>
        <w:t>3.038e0</w:t>
      </w:r>
    </w:p>
    <w:p w:rsidR="007B2329" w:rsidRDefault="007B2329" w:rsidP="007B2329">
      <w:r>
        <w:t>104.9219</w:t>
      </w:r>
      <w:r>
        <w:tab/>
        <w:t>2.025e0</w:t>
      </w:r>
    </w:p>
    <w:p w:rsidR="007B2329" w:rsidRDefault="007B2329" w:rsidP="007B2329">
      <w:r>
        <w:t>104.9233</w:t>
      </w:r>
      <w:r>
        <w:tab/>
        <w:t>1.266e-2</w:t>
      </w:r>
    </w:p>
    <w:p w:rsidR="007B2329" w:rsidRDefault="007B2329" w:rsidP="007B2329">
      <w:r>
        <w:t>104.9261</w:t>
      </w:r>
      <w:r>
        <w:tab/>
        <w:t>1.266e-2</w:t>
      </w:r>
    </w:p>
    <w:p w:rsidR="007B2329" w:rsidRDefault="007B2329" w:rsidP="007B2329">
      <w:r>
        <w:t>104.9313</w:t>
      </w:r>
      <w:r>
        <w:tab/>
        <w:t>1.013e0</w:t>
      </w:r>
    </w:p>
    <w:p w:rsidR="007B2329" w:rsidRDefault="007B2329" w:rsidP="007B2329">
      <w:r>
        <w:t>104.9324</w:t>
      </w:r>
      <w:r>
        <w:tab/>
        <w:t>3.038e0</w:t>
      </w:r>
    </w:p>
    <w:p w:rsidR="007B2329" w:rsidRDefault="007B2329" w:rsidP="007B2329">
      <w:r>
        <w:t>104.9355</w:t>
      </w:r>
      <w:r>
        <w:tab/>
        <w:t>2.532e-2</w:t>
      </w:r>
    </w:p>
    <w:p w:rsidR="007B2329" w:rsidRDefault="007B2329" w:rsidP="007B2329">
      <w:r>
        <w:t>104.9369</w:t>
      </w:r>
      <w:r>
        <w:tab/>
        <w:t>1.013e0</w:t>
      </w:r>
    </w:p>
    <w:p w:rsidR="007B2329" w:rsidRDefault="007B2329" w:rsidP="007B2329">
      <w:r>
        <w:t>104.9478</w:t>
      </w:r>
      <w:r>
        <w:tab/>
        <w:t>2.025e0</w:t>
      </w:r>
    </w:p>
    <w:p w:rsidR="007B2329" w:rsidRDefault="007B2329" w:rsidP="007B2329">
      <w:r>
        <w:t>104.9683</w:t>
      </w:r>
      <w:r>
        <w:tab/>
        <w:t>1.025e0</w:t>
      </w:r>
    </w:p>
    <w:p w:rsidR="007B2329" w:rsidRDefault="007B2329" w:rsidP="007B2329">
      <w:r>
        <w:t>104.9764</w:t>
      </w:r>
      <w:r>
        <w:tab/>
        <w:t>1.025e0</w:t>
      </w:r>
    </w:p>
    <w:p w:rsidR="007B2329" w:rsidRDefault="007B2329" w:rsidP="007B2329">
      <w:r>
        <w:t>104.9778</w:t>
      </w:r>
      <w:r>
        <w:tab/>
        <w:t>1.013e0</w:t>
      </w:r>
    </w:p>
    <w:p w:rsidR="007B2329" w:rsidRDefault="007B2329" w:rsidP="007B2329">
      <w:r>
        <w:t>104.9792</w:t>
      </w:r>
      <w:r>
        <w:tab/>
        <w:t>1.025e0</w:t>
      </w:r>
    </w:p>
    <w:p w:rsidR="007B2329" w:rsidRDefault="007B2329" w:rsidP="007B2329">
      <w:r>
        <w:t>104.9914</w:t>
      </w:r>
      <w:r>
        <w:tab/>
        <w:t>1.025e0</w:t>
      </w:r>
    </w:p>
    <w:p w:rsidR="007B2329" w:rsidRDefault="007B2329" w:rsidP="007B2329">
      <w:r>
        <w:t>104.9942</w:t>
      </w:r>
      <w:r>
        <w:tab/>
        <w:t>1.013e0</w:t>
      </w:r>
    </w:p>
    <w:p w:rsidR="007B2329" w:rsidRDefault="007B2329" w:rsidP="007B2329">
      <w:r>
        <w:lastRenderedPageBreak/>
        <w:t>104.9955</w:t>
      </w:r>
      <w:r>
        <w:tab/>
        <w:t>1.025e0</w:t>
      </w:r>
    </w:p>
    <w:p w:rsidR="007B2329" w:rsidRDefault="007B2329" w:rsidP="007B2329">
      <w:r>
        <w:t>105.0022</w:t>
      </w:r>
      <w:r>
        <w:tab/>
        <w:t>3.038e0</w:t>
      </w:r>
    </w:p>
    <w:p w:rsidR="007B2329" w:rsidRDefault="007B2329" w:rsidP="007B2329">
      <w:r>
        <w:t>105.0036</w:t>
      </w:r>
      <w:r>
        <w:tab/>
        <w:t>2.025e0</w:t>
      </w:r>
    </w:p>
    <w:p w:rsidR="007B2329" w:rsidRDefault="007B2329" w:rsidP="007B2329">
      <w:r>
        <w:t>105.0077</w:t>
      </w:r>
      <w:r>
        <w:tab/>
        <w:t>1.013e0</w:t>
      </w:r>
    </w:p>
    <w:p w:rsidR="007B2329" w:rsidRDefault="007B2329" w:rsidP="007B2329">
      <w:r>
        <w:t>105.0106</w:t>
      </w:r>
      <w:r>
        <w:tab/>
        <w:t>1.013e0</w:t>
      </w:r>
    </w:p>
    <w:p w:rsidR="007B2329" w:rsidRDefault="007B2329" w:rsidP="007B2329">
      <w:r>
        <w:t>105.0158</w:t>
      </w:r>
      <w:r>
        <w:tab/>
        <w:t>1.013e0</w:t>
      </w:r>
    </w:p>
    <w:p w:rsidR="007B2329" w:rsidRDefault="007B2329" w:rsidP="007B2329">
      <w:r>
        <w:t>105.0206</w:t>
      </w:r>
      <w:r>
        <w:tab/>
        <w:t>3.038e0</w:t>
      </w:r>
    </w:p>
    <w:p w:rsidR="007B2329" w:rsidRDefault="007B2329" w:rsidP="007B2329">
      <w:r>
        <w:t>105.0444</w:t>
      </w:r>
      <w:r>
        <w:tab/>
        <w:t>1.949e2</w:t>
      </w:r>
    </w:p>
    <w:p w:rsidR="007B2329" w:rsidRDefault="007B2329" w:rsidP="007B2329">
      <w:r>
        <w:t>105.0730</w:t>
      </w:r>
      <w:r>
        <w:tab/>
        <w:t>1.013e0</w:t>
      </w:r>
    </w:p>
    <w:p w:rsidR="007B2329" w:rsidRDefault="007B2329" w:rsidP="007B2329">
      <w:r>
        <w:t>105.0758</w:t>
      </w:r>
      <w:r>
        <w:tab/>
        <w:t>3.798e-2</w:t>
      </w:r>
    </w:p>
    <w:p w:rsidR="007B2329" w:rsidRDefault="007B2329" w:rsidP="007B2329">
      <w:r>
        <w:t>105.0815</w:t>
      </w:r>
      <w:r>
        <w:tab/>
        <w:t>1.266e-2</w:t>
      </w:r>
    </w:p>
    <w:p w:rsidR="007B2329" w:rsidRDefault="007B2329" w:rsidP="007B2329">
      <w:r>
        <w:t>105.0838</w:t>
      </w:r>
      <w:r>
        <w:tab/>
        <w:t>2.691e0</w:t>
      </w:r>
    </w:p>
    <w:p w:rsidR="007B2329" w:rsidRDefault="007B2329" w:rsidP="007B2329">
      <w:r>
        <w:t>105.0894</w:t>
      </w:r>
      <w:r>
        <w:tab/>
        <w:t>3.038e0</w:t>
      </w:r>
    </w:p>
    <w:p w:rsidR="007B2329" w:rsidRDefault="007B2329" w:rsidP="007B2329">
      <w:r>
        <w:t>105.0917</w:t>
      </w:r>
      <w:r>
        <w:tab/>
        <w:t>5.063e0</w:t>
      </w:r>
    </w:p>
    <w:p w:rsidR="007B2329" w:rsidRDefault="007B2329" w:rsidP="007B2329">
      <w:r>
        <w:t>105.0962</w:t>
      </w:r>
      <w:r>
        <w:tab/>
        <w:t>2.051e0</w:t>
      </w:r>
    </w:p>
    <w:p w:rsidR="007B2329" w:rsidRDefault="007B2329" w:rsidP="007B2329">
      <w:r>
        <w:t>105.1058</w:t>
      </w:r>
      <w:r>
        <w:tab/>
        <w:t>1.266e-2</w:t>
      </w:r>
    </w:p>
    <w:p w:rsidR="007B2329" w:rsidRDefault="007B2329" w:rsidP="007B2329">
      <w:r>
        <w:t>105.1139</w:t>
      </w:r>
      <w:r>
        <w:tab/>
        <w:t>2.025e0</w:t>
      </w:r>
    </w:p>
    <w:p w:rsidR="007B2329" w:rsidRDefault="007B2329" w:rsidP="007B2329">
      <w:r>
        <w:t>105.1153</w:t>
      </w:r>
      <w:r>
        <w:tab/>
        <w:t>2.025e0</w:t>
      </w:r>
    </w:p>
    <w:p w:rsidR="007B2329" w:rsidRDefault="007B2329" w:rsidP="007B2329">
      <w:r>
        <w:t>105.1167</w:t>
      </w:r>
      <w:r>
        <w:tab/>
        <w:t>3.797e-2</w:t>
      </w:r>
    </w:p>
    <w:p w:rsidR="007B2329" w:rsidRDefault="007B2329" w:rsidP="007B2329">
      <w:r>
        <w:lastRenderedPageBreak/>
        <w:t>105.1223</w:t>
      </w:r>
      <w:r>
        <w:tab/>
        <w:t>2.532e-2</w:t>
      </w:r>
    </w:p>
    <w:p w:rsidR="007B2329" w:rsidRDefault="007B2329" w:rsidP="007B2329">
      <w:r>
        <w:t>105.1376</w:t>
      </w:r>
      <w:r>
        <w:tab/>
        <w:t>5.063e0</w:t>
      </w:r>
    </w:p>
    <w:p w:rsidR="007B2329" w:rsidRDefault="007B2329" w:rsidP="007B2329">
      <w:r>
        <w:t>105.1386</w:t>
      </w:r>
      <w:r>
        <w:tab/>
        <w:t>1.025e0</w:t>
      </w:r>
    </w:p>
    <w:p w:rsidR="007B2329" w:rsidRDefault="007B2329" w:rsidP="007B2329">
      <w:r>
        <w:t>105.1467</w:t>
      </w:r>
      <w:r>
        <w:tab/>
        <w:t>1.013e0</w:t>
      </w:r>
    </w:p>
    <w:p w:rsidR="007B2329" w:rsidRDefault="007B2329" w:rsidP="007B2329">
      <w:r>
        <w:t>105.1481</w:t>
      </w:r>
      <w:r>
        <w:tab/>
        <w:t>2.025e0</w:t>
      </w:r>
    </w:p>
    <w:p w:rsidR="007B2329" w:rsidRDefault="007B2329" w:rsidP="007B2329">
      <w:r>
        <w:t>105.1547</w:t>
      </w:r>
      <w:r>
        <w:tab/>
        <w:t>3.051e0</w:t>
      </w:r>
    </w:p>
    <w:p w:rsidR="007B2329" w:rsidRDefault="007B2329" w:rsidP="007B2329">
      <w:r>
        <w:t>105.1631</w:t>
      </w:r>
      <w:r>
        <w:tab/>
        <w:t>4.051e0</w:t>
      </w:r>
    </w:p>
    <w:p w:rsidR="007B2329" w:rsidRDefault="007B2329" w:rsidP="007B2329">
      <w:r>
        <w:t>105.1671</w:t>
      </w:r>
      <w:r>
        <w:tab/>
        <w:t>2.532e-2</w:t>
      </w:r>
    </w:p>
    <w:p w:rsidR="007B2329" w:rsidRDefault="007B2329" w:rsidP="007B2329">
      <w:r>
        <w:t>105.1739</w:t>
      </w:r>
      <w:r>
        <w:tab/>
        <w:t>1.013e0</w:t>
      </w:r>
    </w:p>
    <w:p w:rsidR="007B2329" w:rsidRDefault="007B2329" w:rsidP="007B2329">
      <w:r>
        <w:t>105.1767</w:t>
      </w:r>
      <w:r>
        <w:tab/>
        <w:t>1.013e0</w:t>
      </w:r>
    </w:p>
    <w:p w:rsidR="007B2329" w:rsidRDefault="007B2329" w:rsidP="007B2329">
      <w:r>
        <w:t>105.1796</w:t>
      </w:r>
      <w:r>
        <w:tab/>
        <w:t>2.532e-2</w:t>
      </w:r>
    </w:p>
    <w:p w:rsidR="007B2329" w:rsidRDefault="007B2329" w:rsidP="007B2329">
      <w:r>
        <w:t>105.1903</w:t>
      </w:r>
      <w:r>
        <w:tab/>
        <w:t>2.532e-2</w:t>
      </w:r>
    </w:p>
    <w:p w:rsidR="007B2329" w:rsidRDefault="007B2329" w:rsidP="007B2329">
      <w:r>
        <w:t>105.1917</w:t>
      </w:r>
      <w:r>
        <w:tab/>
        <w:t>2.025e0</w:t>
      </w:r>
    </w:p>
    <w:p w:rsidR="007B2329" w:rsidRDefault="007B2329" w:rsidP="007B2329">
      <w:r>
        <w:t>105.1937</w:t>
      </w:r>
      <w:r>
        <w:tab/>
        <w:t>6.076e0</w:t>
      </w:r>
    </w:p>
    <w:p w:rsidR="007B2329" w:rsidRDefault="007B2329" w:rsidP="007B2329">
      <w:r>
        <w:t>105.1957</w:t>
      </w:r>
      <w:r>
        <w:tab/>
        <w:t>2.025e0</w:t>
      </w:r>
    </w:p>
    <w:p w:rsidR="007B2329" w:rsidRDefault="007B2329" w:rsidP="007B2329">
      <w:r>
        <w:t>105.2074</w:t>
      </w:r>
      <w:r>
        <w:tab/>
        <w:t>7.089e0</w:t>
      </w:r>
    </w:p>
    <w:p w:rsidR="007B2329" w:rsidRDefault="007B2329" w:rsidP="007B2329">
      <w:r>
        <w:t>105.2148</w:t>
      </w:r>
      <w:r>
        <w:tab/>
        <w:t>1.013e0</w:t>
      </w:r>
    </w:p>
    <w:p w:rsidR="007B2329" w:rsidRDefault="007B2329" w:rsidP="007B2329">
      <w:r>
        <w:t>105.2204</w:t>
      </w:r>
      <w:r>
        <w:tab/>
        <w:t>1.266e-2</w:t>
      </w:r>
    </w:p>
    <w:p w:rsidR="007B2329" w:rsidRDefault="007B2329" w:rsidP="007B2329">
      <w:r>
        <w:t>105.2255</w:t>
      </w:r>
      <w:r>
        <w:tab/>
        <w:t>1.266e-2</w:t>
      </w:r>
    </w:p>
    <w:p w:rsidR="007B2329" w:rsidRDefault="007B2329" w:rsidP="007B2329">
      <w:r>
        <w:lastRenderedPageBreak/>
        <w:t>105.2312</w:t>
      </w:r>
      <w:r>
        <w:tab/>
        <w:t>4.051e0</w:t>
      </w:r>
    </w:p>
    <w:p w:rsidR="007B2329" w:rsidRDefault="007B2329" w:rsidP="007B2329">
      <w:r>
        <w:t>105.2392</w:t>
      </w:r>
      <w:r>
        <w:tab/>
        <w:t>3.038e0</w:t>
      </w:r>
    </w:p>
    <w:p w:rsidR="007B2329" w:rsidRDefault="007B2329" w:rsidP="007B2329">
      <w:r>
        <w:t>105.2420</w:t>
      </w:r>
      <w:r>
        <w:tab/>
        <w:t>3.797e-2</w:t>
      </w:r>
    </w:p>
    <w:p w:rsidR="007B2329" w:rsidRDefault="007B2329" w:rsidP="007B2329">
      <w:r>
        <w:t>105.2516</w:t>
      </w:r>
      <w:r>
        <w:tab/>
        <w:t>1.025e0</w:t>
      </w:r>
    </w:p>
    <w:p w:rsidR="007B2329" w:rsidRDefault="007B2329" w:rsidP="007B2329">
      <w:r>
        <w:t>105.2528</w:t>
      </w:r>
      <w:r>
        <w:tab/>
        <w:t>1.013e0</w:t>
      </w:r>
    </w:p>
    <w:p w:rsidR="007B2329" w:rsidRDefault="007B2329" w:rsidP="007B2329">
      <w:r>
        <w:t>105.2543</w:t>
      </w:r>
      <w:r>
        <w:tab/>
        <w:t>1.025e0</w:t>
      </w:r>
    </w:p>
    <w:p w:rsidR="007B2329" w:rsidRDefault="007B2329" w:rsidP="007B2329">
      <w:r>
        <w:t>105.2612</w:t>
      </w:r>
      <w:r>
        <w:tab/>
        <w:t>1.266e-2</w:t>
      </w:r>
    </w:p>
    <w:p w:rsidR="007B2329" w:rsidRDefault="007B2329" w:rsidP="007B2329">
      <w:r>
        <w:t>105.2638</w:t>
      </w:r>
      <w:r>
        <w:tab/>
        <w:t>2.025e0</w:t>
      </w:r>
    </w:p>
    <w:p w:rsidR="007B2329" w:rsidRDefault="007B2329" w:rsidP="007B2329">
      <w:r>
        <w:t>105.2693</w:t>
      </w:r>
      <w:r>
        <w:tab/>
        <w:t>3.038e0</w:t>
      </w:r>
    </w:p>
    <w:p w:rsidR="007B2329" w:rsidRDefault="007B2329" w:rsidP="007B2329">
      <w:r>
        <w:t>105.2707</w:t>
      </w:r>
      <w:r>
        <w:tab/>
        <w:t>2.025e0</w:t>
      </w:r>
    </w:p>
    <w:p w:rsidR="007B2329" w:rsidRDefault="007B2329" w:rsidP="007B2329">
      <w:r>
        <w:t>105.2720</w:t>
      </w:r>
      <w:r>
        <w:tab/>
        <w:t>1.266e-2</w:t>
      </w:r>
    </w:p>
    <w:p w:rsidR="007B2329" w:rsidRDefault="007B2329" w:rsidP="007B2329">
      <w:r>
        <w:t>105.2735</w:t>
      </w:r>
      <w:r>
        <w:tab/>
        <w:t>2.025e0</w:t>
      </w:r>
    </w:p>
    <w:p w:rsidR="007B2329" w:rsidRDefault="007B2329" w:rsidP="007B2329">
      <w:r>
        <w:t>105.2748</w:t>
      </w:r>
      <w:r>
        <w:tab/>
        <w:t>1.266e-2</w:t>
      </w:r>
    </w:p>
    <w:p w:rsidR="007B2329" w:rsidRDefault="007B2329" w:rsidP="007B2329">
      <w:r>
        <w:t>105.2853</w:t>
      </w:r>
      <w:r>
        <w:tab/>
        <w:t>4.025e0</w:t>
      </w:r>
    </w:p>
    <w:p w:rsidR="007B2329" w:rsidRDefault="007B2329" w:rsidP="007B2329">
      <w:r>
        <w:t>105.2914</w:t>
      </w:r>
      <w:r>
        <w:tab/>
        <w:t>1.025e0</w:t>
      </w:r>
    </w:p>
    <w:p w:rsidR="007B2329" w:rsidRDefault="007B2329" w:rsidP="007B2329">
      <w:r>
        <w:t>105.2993</w:t>
      </w:r>
      <w:r>
        <w:tab/>
        <w:t>1.266e-2</w:t>
      </w:r>
    </w:p>
    <w:p w:rsidR="007B2329" w:rsidRDefault="007B2329" w:rsidP="007B2329">
      <w:r>
        <w:t>105.3007</w:t>
      </w:r>
      <w:r>
        <w:tab/>
        <w:t>2.025e0</w:t>
      </w:r>
    </w:p>
    <w:p w:rsidR="007B2329" w:rsidRDefault="007B2329" w:rsidP="007B2329">
      <w:r>
        <w:t>105.3021</w:t>
      </w:r>
      <w:r>
        <w:tab/>
        <w:t>1.266e-2</w:t>
      </w:r>
    </w:p>
    <w:p w:rsidR="007B2329" w:rsidRDefault="007B2329" w:rsidP="007B2329">
      <w:r>
        <w:t>105.3050</w:t>
      </w:r>
      <w:r>
        <w:tab/>
        <w:t>1.013e0</w:t>
      </w:r>
    </w:p>
    <w:p w:rsidR="007B2329" w:rsidRDefault="007B2329" w:rsidP="007B2329">
      <w:r>
        <w:lastRenderedPageBreak/>
        <w:t>105.3075</w:t>
      </w:r>
      <w:r>
        <w:tab/>
        <w:t>1.013e0</w:t>
      </w:r>
    </w:p>
    <w:p w:rsidR="007B2329" w:rsidRDefault="007B2329" w:rsidP="007B2329">
      <w:r>
        <w:t>105.3130</w:t>
      </w:r>
      <w:r>
        <w:tab/>
        <w:t>1.013e0</w:t>
      </w:r>
    </w:p>
    <w:p w:rsidR="007B2329" w:rsidRDefault="007B2329" w:rsidP="007B2329">
      <w:r>
        <w:t>105.3185</w:t>
      </w:r>
      <w:r>
        <w:tab/>
        <w:t>1.013e0</w:t>
      </w:r>
    </w:p>
    <w:p w:rsidR="007B2329" w:rsidRDefault="007B2329" w:rsidP="007B2329">
      <w:r>
        <w:t>105.3253</w:t>
      </w:r>
      <w:r>
        <w:tab/>
        <w:t>2.025e0</w:t>
      </w:r>
    </w:p>
    <w:p w:rsidR="007B2329" w:rsidRDefault="007B2329" w:rsidP="007B2329">
      <w:r>
        <w:t>105.3269</w:t>
      </w:r>
      <w:r>
        <w:tab/>
        <w:t>5.076e0</w:t>
      </w:r>
    </w:p>
    <w:p w:rsidR="007B2329" w:rsidRDefault="007B2329" w:rsidP="007B2329">
      <w:r>
        <w:t>105.3333</w:t>
      </w:r>
      <w:r>
        <w:tab/>
        <w:t>1.025e0</w:t>
      </w:r>
    </w:p>
    <w:p w:rsidR="007B2329" w:rsidRDefault="007B2329" w:rsidP="007B2329">
      <w:r>
        <w:t>105.3374</w:t>
      </w:r>
      <w:r>
        <w:tab/>
        <w:t>2.025e0</w:t>
      </w:r>
    </w:p>
    <w:p w:rsidR="007B2329" w:rsidRDefault="007B2329" w:rsidP="007B2329">
      <w:r>
        <w:t>105.3403</w:t>
      </w:r>
      <w:r>
        <w:tab/>
        <w:t>1.038e0</w:t>
      </w:r>
    </w:p>
    <w:p w:rsidR="007B2329" w:rsidRDefault="007B2329" w:rsidP="007B2329">
      <w:r>
        <w:t>105.3511</w:t>
      </w:r>
      <w:r>
        <w:tab/>
        <w:t>5.063e0</w:t>
      </w:r>
    </w:p>
    <w:p w:rsidR="007B2329" w:rsidRDefault="007B2329" w:rsidP="007B2329">
      <w:r>
        <w:t>105.3538</w:t>
      </w:r>
      <w:r>
        <w:tab/>
        <w:t>1.038e0</w:t>
      </w:r>
    </w:p>
    <w:p w:rsidR="007B2329" w:rsidRDefault="007B2329" w:rsidP="007B2329">
      <w:r>
        <w:t>105.3594</w:t>
      </w:r>
      <w:r>
        <w:tab/>
        <w:t>1.204e0</w:t>
      </w:r>
    </w:p>
    <w:p w:rsidR="007B2329" w:rsidRDefault="007B2329" w:rsidP="007B2329">
      <w:r>
        <w:t>105.3646</w:t>
      </w:r>
      <w:r>
        <w:tab/>
        <w:t>1.266e-2</w:t>
      </w:r>
    </w:p>
    <w:p w:rsidR="007B2329" w:rsidRDefault="007B2329" w:rsidP="007B2329">
      <w:r>
        <w:t>105.3674</w:t>
      </w:r>
      <w:r>
        <w:tab/>
        <w:t>1.013e0</w:t>
      </w:r>
    </w:p>
    <w:p w:rsidR="007B2329" w:rsidRDefault="007B2329" w:rsidP="007B2329">
      <w:r>
        <w:t>105.3697</w:t>
      </w:r>
      <w:r>
        <w:tab/>
        <w:t>4.088e0</w:t>
      </w:r>
    </w:p>
    <w:p w:rsidR="007B2329" w:rsidRDefault="007B2329" w:rsidP="007B2329">
      <w:r>
        <w:t>105.3759</w:t>
      </w:r>
      <w:r>
        <w:tab/>
        <w:t>2.532e-2</w:t>
      </w:r>
    </w:p>
    <w:p w:rsidR="007B2329" w:rsidRDefault="007B2329" w:rsidP="007B2329">
      <w:r>
        <w:t>105.3839</w:t>
      </w:r>
      <w:r>
        <w:tab/>
        <w:t>1.013e0</w:t>
      </w:r>
    </w:p>
    <w:p w:rsidR="007B2329" w:rsidRDefault="007B2329" w:rsidP="007B2329">
      <w:r>
        <w:t>105.3948</w:t>
      </w:r>
      <w:r>
        <w:tab/>
        <w:t>3.038e0</w:t>
      </w:r>
    </w:p>
    <w:p w:rsidR="007B2329" w:rsidRDefault="007B2329" w:rsidP="007B2329">
      <w:r>
        <w:t>105.4003</w:t>
      </w:r>
      <w:r>
        <w:tab/>
        <w:t>1.025e0</w:t>
      </w:r>
    </w:p>
    <w:p w:rsidR="007B2329" w:rsidRDefault="007B2329" w:rsidP="007B2329">
      <w:r>
        <w:t>105.4058</w:t>
      </w:r>
      <w:r>
        <w:tab/>
        <w:t>1.025e0</w:t>
      </w:r>
    </w:p>
    <w:p w:rsidR="007B2329" w:rsidRDefault="007B2329" w:rsidP="007B2329">
      <w:r>
        <w:lastRenderedPageBreak/>
        <w:t>105.4248</w:t>
      </w:r>
      <w:r>
        <w:tab/>
        <w:t>2.532e-2</w:t>
      </w:r>
    </w:p>
    <w:p w:rsidR="007B2329" w:rsidRDefault="007B2329" w:rsidP="007B2329">
      <w:r>
        <w:t>105.4276</w:t>
      </w:r>
      <w:r>
        <w:tab/>
        <w:t>1.013e0</w:t>
      </w:r>
    </w:p>
    <w:p w:rsidR="007B2329" w:rsidRDefault="007B2329" w:rsidP="007B2329">
      <w:r>
        <w:t>105.4304</w:t>
      </w:r>
      <w:r>
        <w:tab/>
        <w:t>1.013e0</w:t>
      </w:r>
    </w:p>
    <w:p w:rsidR="007B2329" w:rsidRDefault="007B2329" w:rsidP="007B2329">
      <w:r>
        <w:t>105.4330</w:t>
      </w:r>
      <w:r>
        <w:tab/>
        <w:t>2.025e0</w:t>
      </w:r>
    </w:p>
    <w:p w:rsidR="007B2329" w:rsidRDefault="007B2329" w:rsidP="007B2329">
      <w:r>
        <w:t>105.4355</w:t>
      </w:r>
      <w:r>
        <w:tab/>
        <w:t>1.013e0</w:t>
      </w:r>
    </w:p>
    <w:p w:rsidR="007B2329" w:rsidRDefault="007B2329" w:rsidP="007B2329">
      <w:r>
        <w:t>105.4412</w:t>
      </w:r>
      <w:r>
        <w:tab/>
        <w:t>5.063e0</w:t>
      </w:r>
    </w:p>
    <w:p w:rsidR="007B2329" w:rsidRDefault="007B2329" w:rsidP="007B2329">
      <w:r>
        <w:t>105.4521</w:t>
      </w:r>
      <w:r>
        <w:tab/>
        <w:t>3.797e-2</w:t>
      </w:r>
    </w:p>
    <w:p w:rsidR="007B2329" w:rsidRDefault="007B2329" w:rsidP="007B2329">
      <w:r>
        <w:t>105.4583</w:t>
      </w:r>
      <w:r>
        <w:tab/>
        <w:t>3.038e0</w:t>
      </w:r>
    </w:p>
    <w:p w:rsidR="007B2329" w:rsidRDefault="007B2329" w:rsidP="007B2329">
      <w:r>
        <w:t>105.4643</w:t>
      </w:r>
      <w:r>
        <w:tab/>
        <w:t>2.025e0</w:t>
      </w:r>
    </w:p>
    <w:p w:rsidR="007B2329" w:rsidRDefault="007B2329" w:rsidP="007B2329">
      <w:r>
        <w:t>105.4657</w:t>
      </w:r>
      <w:r>
        <w:tab/>
        <w:t>2.025e0</w:t>
      </w:r>
    </w:p>
    <w:p w:rsidR="007B2329" w:rsidRDefault="007B2329" w:rsidP="007B2329">
      <w:r>
        <w:t>105.4685</w:t>
      </w:r>
      <w:r>
        <w:tab/>
        <w:t>1.266e-2</w:t>
      </w:r>
    </w:p>
    <w:p w:rsidR="007B2329" w:rsidRDefault="007B2329" w:rsidP="007B2329">
      <w:r>
        <w:t>105.4748</w:t>
      </w:r>
      <w:r>
        <w:tab/>
        <w:t>2.038e0</w:t>
      </w:r>
    </w:p>
    <w:p w:rsidR="007B2329" w:rsidRDefault="007B2329" w:rsidP="007B2329">
      <w:r>
        <w:t>105.4766</w:t>
      </w:r>
      <w:r>
        <w:tab/>
        <w:t>1.013e0</w:t>
      </w:r>
    </w:p>
    <w:p w:rsidR="007B2329" w:rsidRDefault="007B2329" w:rsidP="007B2329">
      <w:r>
        <w:t>105.4835</w:t>
      </w:r>
      <w:r>
        <w:tab/>
        <w:t>6.076e0</w:t>
      </w:r>
    </w:p>
    <w:p w:rsidR="007B2329" w:rsidRDefault="007B2329" w:rsidP="007B2329">
      <w:r>
        <w:t>105.4877</w:t>
      </w:r>
      <w:r>
        <w:tab/>
        <w:t>3.038e0</w:t>
      </w:r>
    </w:p>
    <w:p w:rsidR="007B2329" w:rsidRDefault="007B2329" w:rsidP="007B2329">
      <w:r>
        <w:t>105.4903</w:t>
      </w:r>
      <w:r>
        <w:tab/>
        <w:t>1.266e-2</w:t>
      </w:r>
    </w:p>
    <w:p w:rsidR="007B2329" w:rsidRDefault="007B2329" w:rsidP="007B2329">
      <w:r>
        <w:t>105.4986</w:t>
      </w:r>
      <w:r>
        <w:tab/>
        <w:t>2.025e0</w:t>
      </w:r>
    </w:p>
    <w:p w:rsidR="007B2329" w:rsidRDefault="007B2329" w:rsidP="007B2329">
      <w:r>
        <w:t>105.5014</w:t>
      </w:r>
      <w:r>
        <w:tab/>
        <w:t>1.025e0</w:t>
      </w:r>
    </w:p>
    <w:p w:rsidR="007B2329" w:rsidRDefault="007B2329" w:rsidP="007B2329">
      <w:r>
        <w:t>105.5065</w:t>
      </w:r>
      <w:r>
        <w:tab/>
        <w:t>2.025e0</w:t>
      </w:r>
    </w:p>
    <w:p w:rsidR="007B2329" w:rsidRDefault="007B2329" w:rsidP="007B2329">
      <w:r>
        <w:lastRenderedPageBreak/>
        <w:t>105.5094</w:t>
      </w:r>
      <w:r>
        <w:tab/>
        <w:t>1.013e0</w:t>
      </w:r>
    </w:p>
    <w:p w:rsidR="007B2329" w:rsidRDefault="007B2329" w:rsidP="007B2329">
      <w:r>
        <w:t>105.5202</w:t>
      </w:r>
      <w:r>
        <w:tab/>
        <w:t>1.266e-2</w:t>
      </w:r>
    </w:p>
    <w:p w:rsidR="007B2329" w:rsidRDefault="007B2329" w:rsidP="007B2329">
      <w:r>
        <w:t>105.5217</w:t>
      </w:r>
      <w:r>
        <w:tab/>
        <w:t>2.025e0</w:t>
      </w:r>
    </w:p>
    <w:p w:rsidR="007B2329" w:rsidRDefault="007B2329" w:rsidP="007B2329">
      <w:r>
        <w:t>105.5230</w:t>
      </w:r>
      <w:r>
        <w:tab/>
        <w:t>1.013e0</w:t>
      </w:r>
    </w:p>
    <w:p w:rsidR="007B2329" w:rsidRDefault="007B2329" w:rsidP="007B2329">
      <w:r>
        <w:t>105.5250</w:t>
      </w:r>
      <w:r>
        <w:tab/>
        <w:t>3.038e0</w:t>
      </w:r>
    </w:p>
    <w:p w:rsidR="007B2329" w:rsidRDefault="007B2329" w:rsidP="007B2329">
      <w:r>
        <w:t>105.5381</w:t>
      </w:r>
      <w:r>
        <w:tab/>
        <w:t>1.025e0</w:t>
      </w:r>
    </w:p>
    <w:p w:rsidR="007B2329" w:rsidRDefault="007B2329" w:rsidP="007B2329">
      <w:r>
        <w:t>105.5395</w:t>
      </w:r>
      <w:r>
        <w:tab/>
        <w:t>3.931e0</w:t>
      </w:r>
    </w:p>
    <w:p w:rsidR="007B2329" w:rsidRDefault="007B2329" w:rsidP="007B2329">
      <w:r>
        <w:t>105.5451</w:t>
      </w:r>
      <w:r>
        <w:tab/>
        <w:t>2.025e0</w:t>
      </w:r>
    </w:p>
    <w:p w:rsidR="007B2329" w:rsidRDefault="007B2329" w:rsidP="007B2329">
      <w:r>
        <w:t>105.5517</w:t>
      </w:r>
      <w:r>
        <w:tab/>
        <w:t>2.025e0</w:t>
      </w:r>
    </w:p>
    <w:p w:rsidR="007B2329" w:rsidRDefault="007B2329" w:rsidP="007B2329">
      <w:r>
        <w:t>105.5532</w:t>
      </w:r>
      <w:r>
        <w:tab/>
        <w:t>2.532e-2</w:t>
      </w:r>
    </w:p>
    <w:p w:rsidR="007B2329" w:rsidRDefault="007B2329" w:rsidP="007B2329">
      <w:r>
        <w:t>105.5559</w:t>
      </w:r>
      <w:r>
        <w:tab/>
        <w:t>1.266e-2</w:t>
      </w:r>
    </w:p>
    <w:p w:rsidR="007B2329" w:rsidRDefault="007B2329" w:rsidP="007B2329">
      <w:r>
        <w:t>105.5587</w:t>
      </w:r>
      <w:r>
        <w:tab/>
        <w:t>2.025e0</w:t>
      </w:r>
    </w:p>
    <w:p w:rsidR="007B2329" w:rsidRDefault="007B2329" w:rsidP="007B2329">
      <w:r>
        <w:t>105.5612</w:t>
      </w:r>
      <w:r>
        <w:tab/>
        <w:t>1.013e0</w:t>
      </w:r>
    </w:p>
    <w:p w:rsidR="007B2329" w:rsidRDefault="007B2329" w:rsidP="007B2329">
      <w:r>
        <w:t>105.5654</w:t>
      </w:r>
      <w:r>
        <w:tab/>
        <w:t>1.025e0</w:t>
      </w:r>
    </w:p>
    <w:p w:rsidR="007B2329" w:rsidRDefault="007B2329" w:rsidP="007B2329">
      <w:r>
        <w:t>105.5695</w:t>
      </w:r>
      <w:r>
        <w:tab/>
        <w:t>1.266e-2</w:t>
      </w:r>
    </w:p>
    <w:p w:rsidR="007B2329" w:rsidRDefault="007B2329" w:rsidP="007B2329">
      <w:r>
        <w:t>105.5724</w:t>
      </w:r>
      <w:r>
        <w:tab/>
        <w:t>1.013e0</w:t>
      </w:r>
    </w:p>
    <w:p w:rsidR="007B2329" w:rsidRDefault="007B2329" w:rsidP="007B2329">
      <w:r>
        <w:t>105.5750</w:t>
      </w:r>
      <w:r>
        <w:tab/>
        <w:t>2.025e0</w:t>
      </w:r>
    </w:p>
    <w:p w:rsidR="007B2329" w:rsidRDefault="007B2329" w:rsidP="007B2329">
      <w:r>
        <w:t>105.5804</w:t>
      </w:r>
      <w:r>
        <w:tab/>
        <w:t>1.013e0</w:t>
      </w:r>
    </w:p>
    <w:p w:rsidR="007B2329" w:rsidRDefault="007B2329" w:rsidP="007B2329">
      <w:r>
        <w:t>105.5832</w:t>
      </w:r>
      <w:r>
        <w:tab/>
        <w:t>8.811e-2</w:t>
      </w:r>
    </w:p>
    <w:p w:rsidR="007B2329" w:rsidRDefault="007B2329" w:rsidP="007B2329">
      <w:r>
        <w:lastRenderedPageBreak/>
        <w:t>105.5912</w:t>
      </w:r>
      <w:r>
        <w:tab/>
        <w:t>1.013e0</w:t>
      </w:r>
    </w:p>
    <w:p w:rsidR="007B2329" w:rsidRDefault="007B2329" w:rsidP="007B2329">
      <w:r>
        <w:t>105.5941</w:t>
      </w:r>
      <w:r>
        <w:tab/>
        <w:t>1.013e0</w:t>
      </w:r>
    </w:p>
    <w:p w:rsidR="007B2329" w:rsidRDefault="007B2329" w:rsidP="007B2329">
      <w:r>
        <w:t>105.5954</w:t>
      </w:r>
      <w:r>
        <w:tab/>
        <w:t>2.025e0</w:t>
      </w:r>
    </w:p>
    <w:p w:rsidR="007B2329" w:rsidRDefault="007B2329" w:rsidP="007B2329">
      <w:r>
        <w:t>105.5968</w:t>
      </w:r>
      <w:r>
        <w:tab/>
        <w:t>1.266e-2</w:t>
      </w:r>
    </w:p>
    <w:p w:rsidR="007B2329" w:rsidRDefault="007B2329" w:rsidP="007B2329">
      <w:r>
        <w:t>105.6133</w:t>
      </w:r>
      <w:r>
        <w:tab/>
        <w:t>1.013e0</w:t>
      </w:r>
    </w:p>
    <w:p w:rsidR="007B2329" w:rsidRDefault="007B2329" w:rsidP="007B2329">
      <w:r>
        <w:t>105.6185</w:t>
      </w:r>
      <w:r>
        <w:tab/>
        <w:t>1.013e0</w:t>
      </w:r>
    </w:p>
    <w:p w:rsidR="007B2329" w:rsidRDefault="007B2329" w:rsidP="007B2329">
      <w:r>
        <w:t>105.6298</w:t>
      </w:r>
      <w:r>
        <w:tab/>
        <w:t>2.532e-2</w:t>
      </w:r>
    </w:p>
    <w:p w:rsidR="007B2329" w:rsidRDefault="007B2329" w:rsidP="007B2329">
      <w:r>
        <w:t>105.6350</w:t>
      </w:r>
      <w:r>
        <w:tab/>
        <w:t>1.266e-2</w:t>
      </w:r>
    </w:p>
    <w:p w:rsidR="007B2329" w:rsidRDefault="007B2329" w:rsidP="007B2329">
      <w:r>
        <w:t>105.6378</w:t>
      </w:r>
      <w:r>
        <w:tab/>
        <w:t>1.025e0</w:t>
      </w:r>
    </w:p>
    <w:p w:rsidR="007B2329" w:rsidRDefault="007B2329" w:rsidP="007B2329">
      <w:r>
        <w:t>105.6434</w:t>
      </w:r>
      <w:r>
        <w:tab/>
        <w:t>2.025e0</w:t>
      </w:r>
    </w:p>
    <w:p w:rsidR="007B2329" w:rsidRDefault="007B2329" w:rsidP="007B2329">
      <w:r>
        <w:t>105.6514</w:t>
      </w:r>
      <w:r>
        <w:tab/>
        <w:t>1.266e-2</w:t>
      </w:r>
    </w:p>
    <w:p w:rsidR="007B2329" w:rsidRDefault="007B2329" w:rsidP="007B2329">
      <w:r>
        <w:t>105.6570</w:t>
      </w:r>
      <w:r>
        <w:tab/>
        <w:t>1.013e0</w:t>
      </w:r>
    </w:p>
    <w:p w:rsidR="007B2329" w:rsidRDefault="007B2329" w:rsidP="007B2329">
      <w:r>
        <w:t>105.6633</w:t>
      </w:r>
      <w:r>
        <w:tab/>
        <w:t>1.305e0</w:t>
      </w:r>
    </w:p>
    <w:p w:rsidR="007B2329" w:rsidRDefault="007B2329" w:rsidP="007B2329">
      <w:r>
        <w:t>105.6758</w:t>
      </w:r>
      <w:r>
        <w:tab/>
        <w:t>2.025e0</w:t>
      </w:r>
    </w:p>
    <w:p w:rsidR="007B2329" w:rsidRDefault="007B2329" w:rsidP="007B2329">
      <w:r>
        <w:t>105.6801</w:t>
      </w:r>
      <w:r>
        <w:tab/>
        <w:t>2.025e0</w:t>
      </w:r>
    </w:p>
    <w:p w:rsidR="007B2329" w:rsidRDefault="007B2329" w:rsidP="007B2329">
      <w:r>
        <w:t>105.6815</w:t>
      </w:r>
      <w:r>
        <w:tab/>
        <w:t>2.532e-2</w:t>
      </w:r>
    </w:p>
    <w:p w:rsidR="007B2329" w:rsidRDefault="007B2329" w:rsidP="007B2329">
      <w:r>
        <w:t>105.6923</w:t>
      </w:r>
      <w:r>
        <w:tab/>
        <w:t>1.013e0</w:t>
      </w:r>
    </w:p>
    <w:p w:rsidR="007B2329" w:rsidRDefault="007B2329" w:rsidP="007B2329">
      <w:r>
        <w:t>105.6993</w:t>
      </w:r>
      <w:r>
        <w:tab/>
        <w:t>2.532e-2</w:t>
      </w:r>
    </w:p>
    <w:p w:rsidR="007B2329" w:rsidRDefault="007B2329" w:rsidP="007B2329">
      <w:r>
        <w:t>105.7088</w:t>
      </w:r>
      <w:r>
        <w:tab/>
        <w:t>1.025e0</w:t>
      </w:r>
    </w:p>
    <w:p w:rsidR="007B2329" w:rsidRDefault="007B2329" w:rsidP="007B2329">
      <w:r>
        <w:lastRenderedPageBreak/>
        <w:t>105.7116</w:t>
      </w:r>
      <w:r>
        <w:tab/>
        <w:t>1.266e-2</w:t>
      </w:r>
    </w:p>
    <w:p w:rsidR="007B2329" w:rsidRDefault="007B2329" w:rsidP="007B2329">
      <w:r>
        <w:t>105.7145</w:t>
      </w:r>
      <w:r>
        <w:tab/>
        <w:t>1.013e0</w:t>
      </w:r>
    </w:p>
    <w:p w:rsidR="007B2329" w:rsidRDefault="007B2329" w:rsidP="007B2329">
      <w:r>
        <w:t>105.7170</w:t>
      </w:r>
      <w:r>
        <w:tab/>
        <w:t>1.013e0</w:t>
      </w:r>
    </w:p>
    <w:p w:rsidR="007B2329" w:rsidRDefault="007B2329" w:rsidP="007B2329">
      <w:r>
        <w:t>105.7281</w:t>
      </w:r>
      <w:r>
        <w:tab/>
        <w:t>2.532e-2</w:t>
      </w:r>
    </w:p>
    <w:p w:rsidR="007B2329" w:rsidRDefault="007B2329" w:rsidP="007B2329">
      <w:r>
        <w:t>105.7321</w:t>
      </w:r>
      <w:r>
        <w:tab/>
        <w:t>2.532e-2</w:t>
      </w:r>
    </w:p>
    <w:p w:rsidR="007B2329" w:rsidRDefault="007B2329" w:rsidP="007B2329">
      <w:r>
        <w:t>105.7444</w:t>
      </w:r>
      <w:r>
        <w:tab/>
        <w:t>1.013e0</w:t>
      </w:r>
    </w:p>
    <w:p w:rsidR="007B2329" w:rsidRDefault="007B2329" w:rsidP="007B2329">
      <w:r>
        <w:t>105.7469</w:t>
      </w:r>
      <w:r>
        <w:tab/>
        <w:t>1.013e0</w:t>
      </w:r>
    </w:p>
    <w:p w:rsidR="007B2329" w:rsidRDefault="007B2329" w:rsidP="007B2329">
      <w:r>
        <w:t>105.7511</w:t>
      </w:r>
      <w:r>
        <w:tab/>
        <w:t>1.025e0</w:t>
      </w:r>
    </w:p>
    <w:p w:rsidR="007B2329" w:rsidRDefault="007B2329" w:rsidP="007B2329">
      <w:r>
        <w:t>105.7554</w:t>
      </w:r>
      <w:r>
        <w:tab/>
        <w:t>1.013e0</w:t>
      </w:r>
    </w:p>
    <w:p w:rsidR="007B2329" w:rsidRDefault="007B2329" w:rsidP="007B2329">
      <w:r>
        <w:t>105.7613</w:t>
      </w:r>
      <w:r>
        <w:tab/>
        <w:t>2.038e0</w:t>
      </w:r>
    </w:p>
    <w:p w:rsidR="007B2329" w:rsidRDefault="007B2329" w:rsidP="007B2329">
      <w:r>
        <w:t>105.7662</w:t>
      </w:r>
      <w:r>
        <w:tab/>
        <w:t>2.532e-2</w:t>
      </w:r>
    </w:p>
    <w:p w:rsidR="007B2329" w:rsidRDefault="007B2329" w:rsidP="007B2329">
      <w:r>
        <w:t>105.7757</w:t>
      </w:r>
      <w:r>
        <w:tab/>
        <w:t>1.025e0</w:t>
      </w:r>
    </w:p>
    <w:p w:rsidR="007B2329" w:rsidRDefault="007B2329" w:rsidP="007B2329">
      <w:r>
        <w:t>105.7813</w:t>
      </w:r>
      <w:r>
        <w:tab/>
        <w:t>2.025e0</w:t>
      </w:r>
    </w:p>
    <w:p w:rsidR="007B2329" w:rsidRDefault="007B2329" w:rsidP="007B2329">
      <w:r>
        <w:t>105.7827</w:t>
      </w:r>
      <w:r>
        <w:tab/>
        <w:t>1.025e0</w:t>
      </w:r>
    </w:p>
    <w:p w:rsidR="007B2329" w:rsidRDefault="007B2329" w:rsidP="007B2329">
      <w:r>
        <w:t>105.7856</w:t>
      </w:r>
      <w:r>
        <w:tab/>
        <w:t>1.013e0</w:t>
      </w:r>
    </w:p>
    <w:p w:rsidR="007B2329" w:rsidRDefault="007B2329" w:rsidP="007B2329">
      <w:r>
        <w:t>105.7868</w:t>
      </w:r>
      <w:r>
        <w:tab/>
        <w:t>2.025e0</w:t>
      </w:r>
    </w:p>
    <w:p w:rsidR="007B2329" w:rsidRDefault="007B2329" w:rsidP="007B2329">
      <w:r>
        <w:t>105.7921</w:t>
      </w:r>
      <w:r>
        <w:tab/>
        <w:t>1.025e0</w:t>
      </w:r>
    </w:p>
    <w:p w:rsidR="007B2329" w:rsidRDefault="007B2329" w:rsidP="007B2329">
      <w:r>
        <w:t>105.7963</w:t>
      </w:r>
      <w:r>
        <w:tab/>
        <w:t>2.532e-2</w:t>
      </w:r>
    </w:p>
    <w:p w:rsidR="007B2329" w:rsidRDefault="007B2329" w:rsidP="007B2329">
      <w:r>
        <w:t>105.8044</w:t>
      </w:r>
      <w:r>
        <w:tab/>
        <w:t>1.266e-2</w:t>
      </w:r>
    </w:p>
    <w:p w:rsidR="007B2329" w:rsidRDefault="007B2329" w:rsidP="007B2329">
      <w:r>
        <w:lastRenderedPageBreak/>
        <w:t>105.8100</w:t>
      </w:r>
      <w:r>
        <w:tab/>
        <w:t>2.025e0</w:t>
      </w:r>
    </w:p>
    <w:p w:rsidR="007B2329" w:rsidRDefault="007B2329" w:rsidP="007B2329">
      <w:r>
        <w:t>105.8140</w:t>
      </w:r>
      <w:r>
        <w:tab/>
        <w:t>2.025e0</w:t>
      </w:r>
    </w:p>
    <w:p w:rsidR="007B2329" w:rsidRDefault="007B2329" w:rsidP="007B2329">
      <w:r>
        <w:t>105.8168</w:t>
      </w:r>
      <w:r>
        <w:tab/>
        <w:t>2.025e0</w:t>
      </w:r>
    </w:p>
    <w:p w:rsidR="007B2329" w:rsidRDefault="007B2329" w:rsidP="007B2329">
      <w:r>
        <w:t>105.8209</w:t>
      </w:r>
      <w:r>
        <w:tab/>
        <w:t>1.013e0</w:t>
      </w:r>
    </w:p>
    <w:p w:rsidR="007B2329" w:rsidRDefault="007B2329" w:rsidP="007B2329">
      <w:r>
        <w:t>105.8265</w:t>
      </w:r>
      <w:r>
        <w:tab/>
        <w:t>2.025e0</w:t>
      </w:r>
    </w:p>
    <w:p w:rsidR="007B2329" w:rsidRDefault="007B2329" w:rsidP="007B2329">
      <w:r>
        <w:t>105.8316</w:t>
      </w:r>
      <w:r>
        <w:tab/>
        <w:t>1.266e-2</w:t>
      </w:r>
    </w:p>
    <w:p w:rsidR="007B2329" w:rsidRDefault="007B2329" w:rsidP="007B2329">
      <w:r>
        <w:t>105.8344</w:t>
      </w:r>
      <w:r>
        <w:tab/>
        <w:t>2.038e0</w:t>
      </w:r>
    </w:p>
    <w:p w:rsidR="007B2329" w:rsidRDefault="007B2329" w:rsidP="007B2329">
      <w:r>
        <w:t>105.8373</w:t>
      </w:r>
      <w:r>
        <w:tab/>
        <w:t>1.266e-2</w:t>
      </w:r>
    </w:p>
    <w:p w:rsidR="007B2329" w:rsidRDefault="007B2329" w:rsidP="007B2329">
      <w:r>
        <w:t>105.8415</w:t>
      </w:r>
      <w:r>
        <w:tab/>
        <w:t>3.038e0</w:t>
      </w:r>
    </w:p>
    <w:p w:rsidR="007B2329" w:rsidRDefault="007B2329" w:rsidP="007B2329">
      <w:r>
        <w:t>105.8430</w:t>
      </w:r>
      <w:r>
        <w:tab/>
        <w:t>2.025e0</w:t>
      </w:r>
    </w:p>
    <w:p w:rsidR="007B2329" w:rsidRDefault="007B2329" w:rsidP="007B2329">
      <w:r>
        <w:t>105.8482</w:t>
      </w:r>
      <w:r>
        <w:tab/>
        <w:t>1.266e-2</w:t>
      </w:r>
    </w:p>
    <w:p w:rsidR="007B2329" w:rsidRDefault="007B2329" w:rsidP="007B2329">
      <w:r>
        <w:t>105.8566</w:t>
      </w:r>
      <w:r>
        <w:tab/>
        <w:t>1.266e-2</w:t>
      </w:r>
    </w:p>
    <w:p w:rsidR="007B2329" w:rsidRDefault="007B2329" w:rsidP="007B2329">
      <w:r>
        <w:t>105.8618</w:t>
      </w:r>
      <w:r>
        <w:tab/>
        <w:t>1.013e0</w:t>
      </w:r>
    </w:p>
    <w:p w:rsidR="007B2329" w:rsidRDefault="007B2329" w:rsidP="007B2329">
      <w:r>
        <w:t>105.8647</w:t>
      </w:r>
      <w:r>
        <w:tab/>
        <w:t>1.013e0</w:t>
      </w:r>
    </w:p>
    <w:p w:rsidR="007B2329" w:rsidRDefault="007B2329" w:rsidP="007B2329">
      <w:r>
        <w:t>105.8728</w:t>
      </w:r>
      <w:r>
        <w:tab/>
        <w:t>1.013e0</w:t>
      </w:r>
    </w:p>
    <w:p w:rsidR="007B2329" w:rsidRDefault="007B2329" w:rsidP="007B2329">
      <w:r>
        <w:t>105.8756</w:t>
      </w:r>
      <w:r>
        <w:tab/>
        <w:t>3.038e0</w:t>
      </w:r>
    </w:p>
    <w:p w:rsidR="007B2329" w:rsidRDefault="007B2329" w:rsidP="007B2329">
      <w:r>
        <w:t>105.8783</w:t>
      </w:r>
      <w:r>
        <w:tab/>
        <w:t>1.266e-2</w:t>
      </w:r>
    </w:p>
    <w:p w:rsidR="007B2329" w:rsidRDefault="007B2329" w:rsidP="007B2329">
      <w:r>
        <w:t>105.8906</w:t>
      </w:r>
      <w:r>
        <w:tab/>
        <w:t>2.025e0</w:t>
      </w:r>
    </w:p>
    <w:p w:rsidR="007B2329" w:rsidRDefault="007B2329" w:rsidP="007B2329">
      <w:r>
        <w:t>105.8947</w:t>
      </w:r>
      <w:r>
        <w:tab/>
        <w:t>2.532e-2</w:t>
      </w:r>
    </w:p>
    <w:p w:rsidR="007B2329" w:rsidRDefault="007B2329" w:rsidP="007B2329">
      <w:r>
        <w:lastRenderedPageBreak/>
        <w:t>105.8976</w:t>
      </w:r>
      <w:r>
        <w:tab/>
        <w:t>2.025e0</w:t>
      </w:r>
    </w:p>
    <w:p w:rsidR="007B2329" w:rsidRDefault="007B2329" w:rsidP="007B2329">
      <w:r>
        <w:t>105.9003</w:t>
      </w:r>
      <w:r>
        <w:tab/>
        <w:t>1.013e0</w:t>
      </w:r>
    </w:p>
    <w:p w:rsidR="007B2329" w:rsidRDefault="007B2329" w:rsidP="007B2329">
      <w:r>
        <w:t>105.9027</w:t>
      </w:r>
      <w:r>
        <w:tab/>
        <w:t>1.013e0</w:t>
      </w:r>
    </w:p>
    <w:p w:rsidR="007B2329" w:rsidRDefault="007B2329" w:rsidP="007B2329">
      <w:r>
        <w:t>105.9084</w:t>
      </w:r>
      <w:r>
        <w:tab/>
        <w:t>1.266e-2</w:t>
      </w:r>
    </w:p>
    <w:p w:rsidR="007B2329" w:rsidRDefault="007B2329" w:rsidP="007B2329">
      <w:r>
        <w:t>105.9130</w:t>
      </w:r>
      <w:r>
        <w:tab/>
        <w:t>3.038e0</w:t>
      </w:r>
    </w:p>
    <w:p w:rsidR="007B2329" w:rsidRDefault="007B2329" w:rsidP="007B2329">
      <w:r>
        <w:t>105.9141</w:t>
      </w:r>
      <w:r>
        <w:tab/>
        <w:t>1.266e-2</w:t>
      </w:r>
    </w:p>
    <w:p w:rsidR="007B2329" w:rsidRDefault="007B2329" w:rsidP="007B2329">
      <w:r>
        <w:t>105.9249</w:t>
      </w:r>
      <w:r>
        <w:tab/>
        <w:t>1.013e0</w:t>
      </w:r>
    </w:p>
    <w:p w:rsidR="007B2329" w:rsidRDefault="007B2329" w:rsidP="007B2329">
      <w:r>
        <w:t>105.9289</w:t>
      </w:r>
      <w:r>
        <w:tab/>
        <w:t>2.532e-2</w:t>
      </w:r>
    </w:p>
    <w:p w:rsidR="007B2329" w:rsidRDefault="007B2329" w:rsidP="007B2329">
      <w:r>
        <w:t>105.9329</w:t>
      </w:r>
      <w:r>
        <w:tab/>
        <w:t>1.013e0</w:t>
      </w:r>
    </w:p>
    <w:p w:rsidR="007B2329" w:rsidRDefault="007B2329" w:rsidP="007B2329">
      <w:r>
        <w:t>105.9385</w:t>
      </w:r>
      <w:r>
        <w:tab/>
        <w:t>1.013e0</w:t>
      </w:r>
    </w:p>
    <w:p w:rsidR="007B2329" w:rsidRDefault="007B2329" w:rsidP="007B2329">
      <w:r>
        <w:t>105.9399</w:t>
      </w:r>
      <w:r>
        <w:tab/>
        <w:t>2.025e0</w:t>
      </w:r>
    </w:p>
    <w:p w:rsidR="007B2329" w:rsidRDefault="007B2329" w:rsidP="007B2329">
      <w:r>
        <w:t>105.9715</w:t>
      </w:r>
      <w:r>
        <w:tab/>
        <w:t>3.038e0</w:t>
      </w:r>
    </w:p>
    <w:p w:rsidR="007B2329" w:rsidRDefault="007B2329" w:rsidP="007B2329">
      <w:r>
        <w:t>105.9738</w:t>
      </w:r>
      <w:r>
        <w:tab/>
        <w:t>1.266e-2</w:t>
      </w:r>
    </w:p>
    <w:p w:rsidR="007B2329" w:rsidRDefault="007B2329" w:rsidP="007B2329">
      <w:r>
        <w:t>105.9757</w:t>
      </w:r>
      <w:r>
        <w:tab/>
        <w:t>4.224e0</w:t>
      </w:r>
    </w:p>
    <w:p w:rsidR="007B2329" w:rsidRDefault="007B2329" w:rsidP="007B2329">
      <w:r>
        <w:t>105.9767</w:t>
      </w:r>
      <w:r>
        <w:tab/>
        <w:t>1.013e0</w:t>
      </w:r>
    </w:p>
    <w:p w:rsidR="007B2329" w:rsidRDefault="007B2329" w:rsidP="007B2329">
      <w:r>
        <w:t>105.9795</w:t>
      </w:r>
      <w:r>
        <w:tab/>
        <w:t>1.013e0</w:t>
      </w:r>
    </w:p>
    <w:p w:rsidR="007B2329" w:rsidRDefault="007B2329" w:rsidP="007B2329">
      <w:r>
        <w:t>105.9864</w:t>
      </w:r>
      <w:r>
        <w:tab/>
        <w:t>1.025e0</w:t>
      </w:r>
    </w:p>
    <w:p w:rsidR="007B2329" w:rsidRDefault="007B2329" w:rsidP="007B2329">
      <w:r>
        <w:t>105.9876</w:t>
      </w:r>
      <w:r>
        <w:tab/>
        <w:t>1.013e0</w:t>
      </w:r>
    </w:p>
    <w:p w:rsidR="007B2329" w:rsidRDefault="007B2329" w:rsidP="007B2329">
      <w:r>
        <w:t>105.9932</w:t>
      </w:r>
      <w:r>
        <w:tab/>
        <w:t>1.013e0</w:t>
      </w:r>
    </w:p>
    <w:p w:rsidR="007B2329" w:rsidRDefault="007B2329" w:rsidP="007B2329">
      <w:r>
        <w:lastRenderedPageBreak/>
        <w:t>106.0055</w:t>
      </w:r>
      <w:r>
        <w:tab/>
        <w:t>2.025e0</w:t>
      </w:r>
    </w:p>
    <w:p w:rsidR="007B2329" w:rsidRDefault="007B2329" w:rsidP="007B2329">
      <w:r>
        <w:t>106.0083</w:t>
      </w:r>
      <w:r>
        <w:tab/>
        <w:t>1.025e0</w:t>
      </w:r>
    </w:p>
    <w:p w:rsidR="007B2329" w:rsidRDefault="007B2329" w:rsidP="007B2329">
      <w:r>
        <w:t>106.0151</w:t>
      </w:r>
      <w:r>
        <w:tab/>
        <w:t>1.013e0</w:t>
      </w:r>
    </w:p>
    <w:p w:rsidR="007B2329" w:rsidRDefault="007B2329" w:rsidP="007B2329">
      <w:r>
        <w:t>106.0165</w:t>
      </w:r>
      <w:r>
        <w:tab/>
        <w:t>2.532e-2</w:t>
      </w:r>
    </w:p>
    <w:p w:rsidR="007B2329" w:rsidRDefault="007B2329" w:rsidP="007B2329">
      <w:r>
        <w:t>106.0233</w:t>
      </w:r>
      <w:r>
        <w:tab/>
        <w:t>4.051e0</w:t>
      </w:r>
    </w:p>
    <w:p w:rsidR="007B2329" w:rsidRDefault="007B2329" w:rsidP="007B2329">
      <w:r>
        <w:t>106.0262</w:t>
      </w:r>
      <w:r>
        <w:tab/>
        <w:t>1.013e0</w:t>
      </w:r>
    </w:p>
    <w:p w:rsidR="007B2329" w:rsidRDefault="007B2329" w:rsidP="007B2329">
      <w:r>
        <w:t>106.0275</w:t>
      </w:r>
      <w:r>
        <w:tab/>
        <w:t>2.025e0</w:t>
      </w:r>
    </w:p>
    <w:p w:rsidR="007B2329" w:rsidRDefault="007B2329" w:rsidP="007B2329">
      <w:r>
        <w:t>106.0328</w:t>
      </w:r>
      <w:r>
        <w:tab/>
        <w:t>2.532e-2</w:t>
      </w:r>
    </w:p>
    <w:p w:rsidR="007B2329" w:rsidRDefault="007B2329" w:rsidP="007B2329">
      <w:r>
        <w:t>106.0440</w:t>
      </w:r>
      <w:r>
        <w:tab/>
        <w:t>4.504e0</w:t>
      </w:r>
    </w:p>
    <w:p w:rsidR="007B2329" w:rsidRDefault="007B2329" w:rsidP="007B2329">
      <w:r>
        <w:t>106.0454</w:t>
      </w:r>
      <w:r>
        <w:tab/>
        <w:t>9.521e0</w:t>
      </w:r>
    </w:p>
    <w:p w:rsidR="007B2329" w:rsidRDefault="007B2329" w:rsidP="007B2329">
      <w:r>
        <w:t>106.0467</w:t>
      </w:r>
      <w:r>
        <w:tab/>
        <w:t>3.139e1</w:t>
      </w:r>
    </w:p>
    <w:p w:rsidR="007B2329" w:rsidRDefault="007B2329" w:rsidP="007B2329">
      <w:r>
        <w:t>106.0876</w:t>
      </w:r>
      <w:r>
        <w:tab/>
        <w:t>1.089e2</w:t>
      </w:r>
    </w:p>
    <w:p w:rsidR="007B2329" w:rsidRDefault="007B2329" w:rsidP="007B2329">
      <w:r>
        <w:t>106.0886</w:t>
      </w:r>
      <w:r>
        <w:tab/>
        <w:t>7.860e1</w:t>
      </w:r>
    </w:p>
    <w:p w:rsidR="007B2329" w:rsidRDefault="007B2329" w:rsidP="007B2329">
      <w:r>
        <w:t>106.1157</w:t>
      </w:r>
      <w:r>
        <w:tab/>
        <w:t>4.579e0</w:t>
      </w:r>
    </w:p>
    <w:p w:rsidR="007B2329" w:rsidRDefault="007B2329" w:rsidP="007B2329">
      <w:r>
        <w:t>106.1218</w:t>
      </w:r>
      <w:r>
        <w:tab/>
        <w:t>3.038e0</w:t>
      </w:r>
    </w:p>
    <w:p w:rsidR="007B2329" w:rsidRDefault="007B2329" w:rsidP="007B2329">
      <w:r>
        <w:t>106.1299</w:t>
      </w:r>
      <w:r>
        <w:tab/>
        <w:t>1.013e0</w:t>
      </w:r>
    </w:p>
    <w:p w:rsidR="007B2329" w:rsidRDefault="007B2329" w:rsidP="007B2329">
      <w:r>
        <w:t>106.1355</w:t>
      </w:r>
      <w:r>
        <w:tab/>
        <w:t>2.038e0</w:t>
      </w:r>
    </w:p>
    <w:p w:rsidR="007B2329" w:rsidRDefault="007B2329" w:rsidP="007B2329">
      <w:r>
        <w:t>106.1383</w:t>
      </w:r>
      <w:r>
        <w:tab/>
        <w:t>1.013e0</w:t>
      </w:r>
    </w:p>
    <w:p w:rsidR="007B2329" w:rsidRDefault="007B2329" w:rsidP="007B2329">
      <w:r>
        <w:t>106.1411</w:t>
      </w:r>
      <w:r>
        <w:tab/>
        <w:t>1.025e0</w:t>
      </w:r>
    </w:p>
    <w:p w:rsidR="007B2329" w:rsidRDefault="007B2329" w:rsidP="007B2329">
      <w:r>
        <w:lastRenderedPageBreak/>
        <w:t>106.1437</w:t>
      </w:r>
      <w:r>
        <w:tab/>
        <w:t>1.013e0</w:t>
      </w:r>
    </w:p>
    <w:p w:rsidR="007B2329" w:rsidRDefault="007B2329" w:rsidP="007B2329">
      <w:r>
        <w:t>106.1595</w:t>
      </w:r>
      <w:r>
        <w:tab/>
        <w:t>4.051e0</w:t>
      </w:r>
    </w:p>
    <w:p w:rsidR="007B2329" w:rsidRDefault="007B2329" w:rsidP="007B2329">
      <w:r>
        <w:t>106.1689</w:t>
      </w:r>
      <w:r>
        <w:tab/>
        <w:t>5.063e-2</w:t>
      </w:r>
    </w:p>
    <w:p w:rsidR="007B2329" w:rsidRDefault="007B2329" w:rsidP="007B2329">
      <w:r>
        <w:t>106.1747</w:t>
      </w:r>
      <w:r>
        <w:tab/>
        <w:t>2.038e0</w:t>
      </w:r>
    </w:p>
    <w:p w:rsidR="007B2329" w:rsidRDefault="007B2329" w:rsidP="007B2329">
      <w:r>
        <w:t>106.1849</w:t>
      </w:r>
      <w:r>
        <w:tab/>
        <w:t>5.063e0</w:t>
      </w:r>
    </w:p>
    <w:p w:rsidR="007B2329" w:rsidRDefault="007B2329" w:rsidP="007B2329">
      <w:r>
        <w:t>106.1865</w:t>
      </w:r>
      <w:r>
        <w:tab/>
        <w:t>5.813e0</w:t>
      </w:r>
    </w:p>
    <w:p w:rsidR="007B2329" w:rsidRDefault="007B2329" w:rsidP="007B2329">
      <w:r>
        <w:t>106.1889</w:t>
      </w:r>
      <w:r>
        <w:tab/>
        <w:t>2.532e-2</w:t>
      </w:r>
    </w:p>
    <w:p w:rsidR="007B2329" w:rsidRDefault="007B2329" w:rsidP="007B2329">
      <w:r>
        <w:t>106.1902</w:t>
      </w:r>
      <w:r>
        <w:tab/>
        <w:t>1.013e0</w:t>
      </w:r>
    </w:p>
    <w:p w:rsidR="007B2329" w:rsidRDefault="007B2329" w:rsidP="007B2329">
      <w:r>
        <w:t>106.1930</w:t>
      </w:r>
      <w:r>
        <w:tab/>
        <w:t>1.013e0</w:t>
      </w:r>
    </w:p>
    <w:p w:rsidR="007B2329" w:rsidRDefault="007B2329" w:rsidP="007B2329">
      <w:r>
        <w:t>106.1958</w:t>
      </w:r>
      <w:r>
        <w:tab/>
        <w:t>2.025e0</w:t>
      </w:r>
    </w:p>
    <w:p w:rsidR="007B2329" w:rsidRDefault="007B2329" w:rsidP="007B2329">
      <w:r>
        <w:t>106.1972</w:t>
      </w:r>
      <w:r>
        <w:tab/>
        <w:t>2.025e0</w:t>
      </w:r>
    </w:p>
    <w:p w:rsidR="007B2329" w:rsidRDefault="007B2329" w:rsidP="007B2329">
      <w:r>
        <w:t>106.2046</w:t>
      </w:r>
      <w:r>
        <w:tab/>
        <w:t>4.051e0</w:t>
      </w:r>
    </w:p>
    <w:p w:rsidR="007B2329" w:rsidRDefault="007B2329" w:rsidP="007B2329">
      <w:r>
        <w:t>106.2204</w:t>
      </w:r>
      <w:r>
        <w:tab/>
        <w:t>1.013e0</w:t>
      </w:r>
    </w:p>
    <w:p w:rsidR="007B2329" w:rsidRDefault="007B2329" w:rsidP="007B2329">
      <w:r>
        <w:t>106.2232</w:t>
      </w:r>
      <w:r>
        <w:tab/>
        <w:t>1.025e0</w:t>
      </w:r>
    </w:p>
    <w:p w:rsidR="007B2329" w:rsidRDefault="007B2329" w:rsidP="007B2329">
      <w:r>
        <w:t>106.2250</w:t>
      </w:r>
      <w:r>
        <w:tab/>
        <w:t>5.063e0</w:t>
      </w:r>
    </w:p>
    <w:p w:rsidR="007B2329" w:rsidRDefault="007B2329" w:rsidP="007B2329">
      <w:r>
        <w:t>106.2268</w:t>
      </w:r>
      <w:r>
        <w:tab/>
        <w:t>3.798e-2</w:t>
      </w:r>
    </w:p>
    <w:p w:rsidR="007B2329" w:rsidRDefault="007B2329" w:rsidP="007B2329">
      <w:r>
        <w:t>106.2341</w:t>
      </w:r>
      <w:r>
        <w:tab/>
        <w:t>1.266e-2</w:t>
      </w:r>
    </w:p>
    <w:p w:rsidR="007B2329" w:rsidRDefault="007B2329" w:rsidP="007B2329">
      <w:r>
        <w:t>106.2418</w:t>
      </w:r>
      <w:r>
        <w:tab/>
        <w:t>3.038e0</w:t>
      </w:r>
    </w:p>
    <w:p w:rsidR="007B2329" w:rsidRDefault="007B2329" w:rsidP="007B2329">
      <w:r>
        <w:t>106.2465</w:t>
      </w:r>
      <w:r>
        <w:tab/>
        <w:t>2.025e0</w:t>
      </w:r>
    </w:p>
    <w:p w:rsidR="007B2329" w:rsidRDefault="007B2329" w:rsidP="007B2329">
      <w:r>
        <w:lastRenderedPageBreak/>
        <w:t>106.2505</w:t>
      </w:r>
      <w:r>
        <w:tab/>
        <w:t>1.013e0</w:t>
      </w:r>
    </w:p>
    <w:p w:rsidR="007B2329" w:rsidRDefault="007B2329" w:rsidP="007B2329">
      <w:r>
        <w:t>106.2520</w:t>
      </w:r>
      <w:r>
        <w:tab/>
        <w:t>2.025e0</w:t>
      </w:r>
    </w:p>
    <w:p w:rsidR="007B2329" w:rsidRDefault="007B2329" w:rsidP="007B2329">
      <w:r>
        <w:t>106.2534</w:t>
      </w:r>
      <w:r>
        <w:tab/>
        <w:t>4.051e0</w:t>
      </w:r>
    </w:p>
    <w:p w:rsidR="007B2329" w:rsidRDefault="007B2329" w:rsidP="007B2329">
      <w:r>
        <w:t>106.2607</w:t>
      </w:r>
      <w:r>
        <w:tab/>
        <w:t>3.038e0</w:t>
      </w:r>
    </w:p>
    <w:p w:rsidR="007B2329" w:rsidRDefault="007B2329" w:rsidP="007B2329">
      <w:r>
        <w:t>106.2699</w:t>
      </w:r>
      <w:r>
        <w:tab/>
        <w:t>1.266e-2</w:t>
      </w:r>
    </w:p>
    <w:p w:rsidR="007B2329" w:rsidRDefault="007B2329" w:rsidP="007B2329">
      <w:r>
        <w:t>106.2726</w:t>
      </w:r>
      <w:r>
        <w:tab/>
        <w:t>2.828e0</w:t>
      </w:r>
    </w:p>
    <w:p w:rsidR="007B2329" w:rsidRDefault="007B2329" w:rsidP="007B2329">
      <w:r>
        <w:t>106.2751</w:t>
      </w:r>
      <w:r>
        <w:tab/>
        <w:t>1.266e-2</w:t>
      </w:r>
    </w:p>
    <w:p w:rsidR="007B2329" w:rsidRDefault="007B2329" w:rsidP="007B2329">
      <w:r>
        <w:t>106.2821</w:t>
      </w:r>
      <w:r>
        <w:tab/>
        <w:t>2.025e0</w:t>
      </w:r>
    </w:p>
    <w:p w:rsidR="007B2329" w:rsidRDefault="007B2329" w:rsidP="007B2329">
      <w:r>
        <w:t>106.2835</w:t>
      </w:r>
      <w:r>
        <w:tab/>
        <w:t>1.013e0</w:t>
      </w:r>
    </w:p>
    <w:p w:rsidR="007B2329" w:rsidRDefault="007B2329" w:rsidP="007B2329">
      <w:r>
        <w:t>106.2916</w:t>
      </w:r>
      <w:r>
        <w:tab/>
        <w:t>1.013e0</w:t>
      </w:r>
    </w:p>
    <w:p w:rsidR="007B2329" w:rsidRDefault="007B2329" w:rsidP="007B2329">
      <w:r>
        <w:t>106.2958</w:t>
      </w:r>
      <w:r>
        <w:tab/>
        <w:t>1.051e0</w:t>
      </w:r>
    </w:p>
    <w:p w:rsidR="007B2329" w:rsidRDefault="007B2329" w:rsidP="007B2329">
      <w:r>
        <w:t>106.3007</w:t>
      </w:r>
      <w:r>
        <w:tab/>
        <w:t>3.038e0</w:t>
      </w:r>
    </w:p>
    <w:p w:rsidR="007B2329" w:rsidRDefault="007B2329" w:rsidP="007B2329">
      <w:r>
        <w:t>106.3138</w:t>
      </w:r>
      <w:r>
        <w:tab/>
        <w:t>1.013e0</w:t>
      </w:r>
    </w:p>
    <w:p w:rsidR="007B2329" w:rsidRDefault="007B2329" w:rsidP="007B2329">
      <w:r>
        <w:t>106.3232</w:t>
      </w:r>
      <w:r>
        <w:tab/>
        <w:t>1.025e0</w:t>
      </w:r>
    </w:p>
    <w:p w:rsidR="007B2329" w:rsidRDefault="007B2329" w:rsidP="007B2329">
      <w:r>
        <w:t>106.3327</w:t>
      </w:r>
      <w:r>
        <w:tab/>
        <w:t>1.013e0</w:t>
      </w:r>
    </w:p>
    <w:p w:rsidR="007B2329" w:rsidRDefault="007B2329" w:rsidP="007B2329">
      <w:r>
        <w:t>106.3341</w:t>
      </w:r>
      <w:r>
        <w:tab/>
        <w:t>2.025e0</w:t>
      </w:r>
    </w:p>
    <w:p w:rsidR="007B2329" w:rsidRDefault="007B2329" w:rsidP="007B2329">
      <w:r>
        <w:t>106.3411</w:t>
      </w:r>
      <w:r>
        <w:tab/>
        <w:t>2.025e0</w:t>
      </w:r>
    </w:p>
    <w:p w:rsidR="007B2329" w:rsidRDefault="007B2329" w:rsidP="007B2329">
      <w:r>
        <w:t>106.3492</w:t>
      </w:r>
      <w:r>
        <w:tab/>
        <w:t>2.025e0</w:t>
      </w:r>
    </w:p>
    <w:p w:rsidR="007B2329" w:rsidRDefault="007B2329" w:rsidP="007B2329">
      <w:r>
        <w:t>106.3520</w:t>
      </w:r>
      <w:r>
        <w:tab/>
        <w:t>2.063e0</w:t>
      </w:r>
    </w:p>
    <w:p w:rsidR="007B2329" w:rsidRDefault="007B2329" w:rsidP="007B2329">
      <w:r>
        <w:lastRenderedPageBreak/>
        <w:t>106.3629</w:t>
      </w:r>
      <w:r>
        <w:tab/>
        <w:t>3.038e0</w:t>
      </w:r>
    </w:p>
    <w:p w:rsidR="007B2329" w:rsidRDefault="007B2329" w:rsidP="007B2329">
      <w:r>
        <w:t>106.3657</w:t>
      </w:r>
      <w:r>
        <w:tab/>
        <w:t>5.063e-2</w:t>
      </w:r>
    </w:p>
    <w:p w:rsidR="007B2329" w:rsidRDefault="007B2329" w:rsidP="007B2329">
      <w:r>
        <w:t>106.3765</w:t>
      </w:r>
      <w:r>
        <w:tab/>
        <w:t>1.266e-2</w:t>
      </w:r>
    </w:p>
    <w:p w:rsidR="007B2329" w:rsidRDefault="007B2329" w:rsidP="007B2329">
      <w:r>
        <w:t>106.3794</w:t>
      </w:r>
      <w:r>
        <w:tab/>
        <w:t>1.025e0</w:t>
      </w:r>
    </w:p>
    <w:p w:rsidR="007B2329" w:rsidRDefault="007B2329" w:rsidP="007B2329">
      <w:r>
        <w:t>106.3850</w:t>
      </w:r>
      <w:r>
        <w:tab/>
        <w:t>1.013e0</w:t>
      </w:r>
    </w:p>
    <w:p w:rsidR="007B2329" w:rsidRDefault="007B2329" w:rsidP="007B2329">
      <w:r>
        <w:t>106.3863</w:t>
      </w:r>
      <w:r>
        <w:tab/>
        <w:t>1.025e0</w:t>
      </w:r>
    </w:p>
    <w:p w:rsidR="007B2329" w:rsidRDefault="007B2329" w:rsidP="007B2329">
      <w:r>
        <w:t>106.3916</w:t>
      </w:r>
      <w:r>
        <w:tab/>
        <w:t>2.025e0</w:t>
      </w:r>
    </w:p>
    <w:p w:rsidR="007B2329" w:rsidRDefault="007B2329" w:rsidP="007B2329">
      <w:r>
        <w:t>106.3931</w:t>
      </w:r>
      <w:r>
        <w:tab/>
        <w:t>4.051e0</w:t>
      </w:r>
    </w:p>
    <w:p w:rsidR="007B2329" w:rsidRDefault="007B2329" w:rsidP="007B2329">
      <w:r>
        <w:t>106.4081</w:t>
      </w:r>
      <w:r>
        <w:tab/>
        <w:t>4.051e0</w:t>
      </w:r>
    </w:p>
    <w:p w:rsidR="007B2329" w:rsidRDefault="007B2329" w:rsidP="007B2329">
      <w:r>
        <w:t>106.4096</w:t>
      </w:r>
      <w:r>
        <w:tab/>
        <w:t>2.025e0</w:t>
      </w:r>
    </w:p>
    <w:p w:rsidR="007B2329" w:rsidRDefault="007B2329" w:rsidP="007B2329">
      <w:r>
        <w:t>106.4164</w:t>
      </w:r>
      <w:r>
        <w:tab/>
        <w:t>1.025e0</w:t>
      </w:r>
    </w:p>
    <w:p w:rsidR="007B2329" w:rsidRDefault="007B2329" w:rsidP="007B2329">
      <w:r>
        <w:t>106.4232</w:t>
      </w:r>
      <w:r>
        <w:tab/>
        <w:t>1.266e-2</w:t>
      </w:r>
    </w:p>
    <w:p w:rsidR="007B2329" w:rsidRDefault="007B2329" w:rsidP="007B2329">
      <w:r>
        <w:t>106.4261</w:t>
      </w:r>
      <w:r>
        <w:tab/>
        <w:t>1.013e0</w:t>
      </w:r>
    </w:p>
    <w:p w:rsidR="007B2329" w:rsidRDefault="007B2329" w:rsidP="007B2329">
      <w:r>
        <w:t>106.4274</w:t>
      </w:r>
      <w:r>
        <w:tab/>
        <w:t>1.025e0</w:t>
      </w:r>
    </w:p>
    <w:p w:rsidR="007B2329" w:rsidRDefault="007B2329" w:rsidP="007B2329">
      <w:r>
        <w:t>106.4341</w:t>
      </w:r>
      <w:r>
        <w:tab/>
        <w:t>1.266e-2</w:t>
      </w:r>
    </w:p>
    <w:p w:rsidR="007B2329" w:rsidRDefault="007B2329" w:rsidP="007B2329">
      <w:r>
        <w:t>106.4403</w:t>
      </w:r>
      <w:r>
        <w:tab/>
        <w:t>4.051e0</w:t>
      </w:r>
    </w:p>
    <w:p w:rsidR="007B2329" w:rsidRDefault="007B2329" w:rsidP="007B2329">
      <w:r>
        <w:t>106.4492</w:t>
      </w:r>
      <w:r>
        <w:tab/>
        <w:t>2.532e-2</w:t>
      </w:r>
    </w:p>
    <w:p w:rsidR="007B2329" w:rsidRDefault="007B2329" w:rsidP="007B2329">
      <w:r>
        <w:t>106.4520</w:t>
      </w:r>
      <w:r>
        <w:tab/>
        <w:t>3.038e0</w:t>
      </w:r>
    </w:p>
    <w:p w:rsidR="007B2329" w:rsidRDefault="007B2329" w:rsidP="007B2329">
      <w:r>
        <w:t>106.4575</w:t>
      </w:r>
      <w:r>
        <w:tab/>
        <w:t>2.532e-2</w:t>
      </w:r>
    </w:p>
    <w:p w:rsidR="007B2329" w:rsidRDefault="007B2329" w:rsidP="007B2329">
      <w:r>
        <w:lastRenderedPageBreak/>
        <w:t>106.4589</w:t>
      </w:r>
      <w:r>
        <w:tab/>
        <w:t>4.063e0</w:t>
      </w:r>
    </w:p>
    <w:p w:rsidR="007B2329" w:rsidRDefault="007B2329" w:rsidP="007B2329">
      <w:r>
        <w:t>106.4615</w:t>
      </w:r>
      <w:r>
        <w:tab/>
        <w:t>1.013e0</w:t>
      </w:r>
    </w:p>
    <w:p w:rsidR="007B2329" w:rsidRDefault="007B2329" w:rsidP="007B2329">
      <w:r>
        <w:t>106.4711</w:t>
      </w:r>
      <w:r>
        <w:tab/>
        <w:t>2.025e0</w:t>
      </w:r>
    </w:p>
    <w:p w:rsidR="007B2329" w:rsidRDefault="007B2329" w:rsidP="007B2329">
      <w:r>
        <w:t>106.4727</w:t>
      </w:r>
      <w:r>
        <w:tab/>
        <w:t>1.013e0</w:t>
      </w:r>
    </w:p>
    <w:p w:rsidR="007B2329" w:rsidRDefault="007B2329" w:rsidP="007B2329">
      <w:r>
        <w:t>106.4751</w:t>
      </w:r>
      <w:r>
        <w:tab/>
        <w:t>1.013e0</w:t>
      </w:r>
    </w:p>
    <w:p w:rsidR="007B2329" w:rsidRDefault="007B2329" w:rsidP="007B2329">
      <w:r>
        <w:t>106.4768</w:t>
      </w:r>
      <w:r>
        <w:tab/>
        <w:t>2.025e0</w:t>
      </w:r>
    </w:p>
    <w:p w:rsidR="007B2329" w:rsidRDefault="007B2329" w:rsidP="007B2329">
      <w:r>
        <w:t>106.4780</w:t>
      </w:r>
      <w:r>
        <w:tab/>
        <w:t>1.013e0</w:t>
      </w:r>
    </w:p>
    <w:p w:rsidR="007B2329" w:rsidRDefault="007B2329" w:rsidP="007B2329">
      <w:r>
        <w:t>106.4864</w:t>
      </w:r>
      <w:r>
        <w:tab/>
        <w:t>1.038e0</w:t>
      </w:r>
    </w:p>
    <w:p w:rsidR="007B2329" w:rsidRDefault="007B2329" w:rsidP="007B2329">
      <w:r>
        <w:t>106.4888</w:t>
      </w:r>
      <w:r>
        <w:tab/>
        <w:t>1.025e0</w:t>
      </w:r>
    </w:p>
    <w:p w:rsidR="007B2329" w:rsidRDefault="007B2329" w:rsidP="007B2329">
      <w:r>
        <w:t>106.4945</w:t>
      </w:r>
      <w:r>
        <w:tab/>
        <w:t>1.266e-2</w:t>
      </w:r>
    </w:p>
    <w:p w:rsidR="007B2329" w:rsidRDefault="007B2329" w:rsidP="007B2329">
      <w:r>
        <w:t>106.5027</w:t>
      </w:r>
      <w:r>
        <w:tab/>
        <w:t>2.025e0</w:t>
      </w:r>
    </w:p>
    <w:p w:rsidR="007B2329" w:rsidRDefault="007B2329" w:rsidP="007B2329">
      <w:r>
        <w:t>106.5080</w:t>
      </w:r>
      <w:r>
        <w:tab/>
        <w:t>5.076e0</w:t>
      </w:r>
    </w:p>
    <w:p w:rsidR="007B2329" w:rsidRDefault="007B2329" w:rsidP="007B2329">
      <w:r>
        <w:t>106.5096</w:t>
      </w:r>
      <w:r>
        <w:tab/>
        <w:t>2.025e0</w:t>
      </w:r>
    </w:p>
    <w:p w:rsidR="007B2329" w:rsidRDefault="007B2329" w:rsidP="007B2329">
      <w:r>
        <w:t>106.5110</w:t>
      </w:r>
      <w:r>
        <w:tab/>
        <w:t>1.266e-2</w:t>
      </w:r>
    </w:p>
    <w:p w:rsidR="007B2329" w:rsidRDefault="007B2329" w:rsidP="007B2329">
      <w:r>
        <w:t>106.5175</w:t>
      </w:r>
      <w:r>
        <w:tab/>
        <w:t>3.038e0</w:t>
      </w:r>
    </w:p>
    <w:p w:rsidR="007B2329" w:rsidRDefault="007B2329" w:rsidP="007B2329">
      <w:r>
        <w:t>106.5192</w:t>
      </w:r>
      <w:r>
        <w:tab/>
        <w:t>2.038e0</w:t>
      </w:r>
    </w:p>
    <w:p w:rsidR="007B2329" w:rsidRDefault="007B2329" w:rsidP="007B2329">
      <w:r>
        <w:t>106.5219</w:t>
      </w:r>
      <w:r>
        <w:tab/>
        <w:t>2.025e0</w:t>
      </w:r>
    </w:p>
    <w:p w:rsidR="007B2329" w:rsidRDefault="007B2329" w:rsidP="007B2329">
      <w:r>
        <w:t>106.5298</w:t>
      </w:r>
      <w:r>
        <w:tab/>
        <w:t>3.051e0</w:t>
      </w:r>
    </w:p>
    <w:p w:rsidR="007B2329" w:rsidRDefault="007B2329" w:rsidP="007B2329">
      <w:r>
        <w:t>106.5320</w:t>
      </w:r>
      <w:r>
        <w:tab/>
        <w:t>3.038e0</w:t>
      </w:r>
    </w:p>
    <w:p w:rsidR="007B2329" w:rsidRDefault="007B2329" w:rsidP="007B2329">
      <w:r>
        <w:lastRenderedPageBreak/>
        <w:t>106.5356</w:t>
      </w:r>
      <w:r>
        <w:tab/>
        <w:t>1.013e0</w:t>
      </w:r>
    </w:p>
    <w:p w:rsidR="007B2329" w:rsidRDefault="007B2329" w:rsidP="007B2329">
      <w:r>
        <w:t>106.5427</w:t>
      </w:r>
      <w:r>
        <w:tab/>
        <w:t>4.063e0</w:t>
      </w:r>
    </w:p>
    <w:p w:rsidR="007B2329" w:rsidRDefault="007B2329" w:rsidP="007B2329">
      <w:r>
        <w:t>106.5493</w:t>
      </w:r>
      <w:r>
        <w:tab/>
        <w:t>1.013e0</w:t>
      </w:r>
    </w:p>
    <w:p w:rsidR="007B2329" w:rsidRDefault="007B2329" w:rsidP="007B2329">
      <w:r>
        <w:t>106.5700</w:t>
      </w:r>
      <w:r>
        <w:tab/>
        <w:t>2.532e-2</w:t>
      </w:r>
    </w:p>
    <w:p w:rsidR="007B2329" w:rsidRDefault="007B2329" w:rsidP="007B2329">
      <w:r>
        <w:t>106.5715</w:t>
      </w:r>
      <w:r>
        <w:tab/>
        <w:t>2.025e0</w:t>
      </w:r>
    </w:p>
    <w:p w:rsidR="007B2329" w:rsidRDefault="007B2329" w:rsidP="007B2329">
      <w:r>
        <w:t>106.5880</w:t>
      </w:r>
      <w:r>
        <w:tab/>
        <w:t>7.101e0</w:t>
      </w:r>
    </w:p>
    <w:p w:rsidR="007B2329" w:rsidRDefault="007B2329" w:rsidP="007B2329">
      <w:r>
        <w:t>106.5903</w:t>
      </w:r>
      <w:r>
        <w:tab/>
        <w:t>1.013e0</w:t>
      </w:r>
    </w:p>
    <w:p w:rsidR="007B2329" w:rsidRDefault="007B2329" w:rsidP="007B2329">
      <w:r>
        <w:t>106.6032</w:t>
      </w:r>
      <w:r>
        <w:tab/>
        <w:t>1.038e0</w:t>
      </w:r>
    </w:p>
    <w:p w:rsidR="007B2329" w:rsidRDefault="007B2329" w:rsidP="007B2329">
      <w:r>
        <w:t>106.6057</w:t>
      </w:r>
      <w:r>
        <w:tab/>
        <w:t>4.051e0</w:t>
      </w:r>
    </w:p>
    <w:p w:rsidR="007B2329" w:rsidRDefault="007B2329" w:rsidP="007B2329">
      <w:r>
        <w:t>106.6098</w:t>
      </w:r>
      <w:r>
        <w:tab/>
        <w:t>1.013e0</w:t>
      </w:r>
    </w:p>
    <w:p w:rsidR="007B2329" w:rsidRDefault="007B2329" w:rsidP="007B2329">
      <w:r>
        <w:t>106.6154</w:t>
      </w:r>
      <w:r>
        <w:tab/>
        <w:t>1.013e0</w:t>
      </w:r>
    </w:p>
    <w:p w:rsidR="007B2329" w:rsidRDefault="007B2329" w:rsidP="007B2329">
      <w:r>
        <w:t>106.6206</w:t>
      </w:r>
      <w:r>
        <w:tab/>
        <w:t>3.051e0</w:t>
      </w:r>
    </w:p>
    <w:p w:rsidR="007B2329" w:rsidRDefault="007B2329" w:rsidP="007B2329">
      <w:r>
        <w:t>106.6285</w:t>
      </w:r>
      <w:r>
        <w:tab/>
        <w:t>4.051e0</w:t>
      </w:r>
    </w:p>
    <w:p w:rsidR="007B2329" w:rsidRDefault="007B2329" w:rsidP="007B2329">
      <w:r>
        <w:t>106.6456</w:t>
      </w:r>
      <w:r>
        <w:tab/>
        <w:t>1.266e-2</w:t>
      </w:r>
    </w:p>
    <w:p w:rsidR="007B2329" w:rsidRDefault="007B2329" w:rsidP="007B2329">
      <w:r>
        <w:t>106.6495</w:t>
      </w:r>
      <w:r>
        <w:tab/>
        <w:t>2.025e0</w:t>
      </w:r>
    </w:p>
    <w:p w:rsidR="007B2329" w:rsidRDefault="007B2329" w:rsidP="007B2329">
      <w:r>
        <w:t>106.6509</w:t>
      </w:r>
      <w:r>
        <w:tab/>
        <w:t>2.532e-2</w:t>
      </w:r>
    </w:p>
    <w:p w:rsidR="007B2329" w:rsidRDefault="007B2329" w:rsidP="007B2329">
      <w:r>
        <w:t>106.6551</w:t>
      </w:r>
      <w:r>
        <w:tab/>
        <w:t>2.532e-2</w:t>
      </w:r>
    </w:p>
    <w:p w:rsidR="007B2329" w:rsidRDefault="007B2329" w:rsidP="007B2329">
      <w:r>
        <w:t>106.6632</w:t>
      </w:r>
      <w:r>
        <w:tab/>
        <w:t>2.025e0</w:t>
      </w:r>
    </w:p>
    <w:p w:rsidR="007B2329" w:rsidRDefault="007B2329" w:rsidP="007B2329">
      <w:r>
        <w:t>106.6674</w:t>
      </w:r>
      <w:r>
        <w:tab/>
        <w:t>1.013e0</w:t>
      </w:r>
    </w:p>
    <w:p w:rsidR="007B2329" w:rsidRDefault="007B2329" w:rsidP="007B2329">
      <w:r>
        <w:lastRenderedPageBreak/>
        <w:t>106.6688</w:t>
      </w:r>
      <w:r>
        <w:tab/>
        <w:t>1.025e0</w:t>
      </w:r>
    </w:p>
    <w:p w:rsidR="007B2329" w:rsidRDefault="007B2329" w:rsidP="007B2329">
      <w:r>
        <w:t>106.6797</w:t>
      </w:r>
      <w:r>
        <w:tab/>
        <w:t>2.025e0</w:t>
      </w:r>
    </w:p>
    <w:p w:rsidR="007B2329" w:rsidRDefault="007B2329" w:rsidP="007B2329">
      <w:r>
        <w:t>106.6839</w:t>
      </w:r>
      <w:r>
        <w:tab/>
        <w:t>2.025e0</w:t>
      </w:r>
    </w:p>
    <w:p w:rsidR="007B2329" w:rsidRDefault="007B2329" w:rsidP="007B2329">
      <w:r>
        <w:t>106.6908</w:t>
      </w:r>
      <w:r>
        <w:tab/>
        <w:t>2.025e0</w:t>
      </w:r>
    </w:p>
    <w:p w:rsidR="007B2329" w:rsidRDefault="007B2329" w:rsidP="007B2329">
      <w:r>
        <w:t>106.6919</w:t>
      </w:r>
      <w:r>
        <w:tab/>
        <w:t>1.013e0</w:t>
      </w:r>
    </w:p>
    <w:p w:rsidR="007B2329" w:rsidRDefault="007B2329" w:rsidP="007B2329">
      <w:r>
        <w:t>106.6942</w:t>
      </w:r>
      <w:r>
        <w:tab/>
        <w:t>4.051e0</w:t>
      </w:r>
    </w:p>
    <w:p w:rsidR="007B2329" w:rsidRDefault="007B2329" w:rsidP="007B2329">
      <w:r>
        <w:t>106.6990</w:t>
      </w:r>
      <w:r>
        <w:tab/>
        <w:t>2.025e0</w:t>
      </w:r>
    </w:p>
    <w:p w:rsidR="007B2329" w:rsidRDefault="007B2329" w:rsidP="007B2329">
      <w:r>
        <w:t>106.7033</w:t>
      </w:r>
      <w:r>
        <w:tab/>
        <w:t>1.266e-2</w:t>
      </w:r>
    </w:p>
    <w:p w:rsidR="007B2329" w:rsidRDefault="007B2329" w:rsidP="007B2329">
      <w:r>
        <w:t>106.7085</w:t>
      </w:r>
      <w:r>
        <w:tab/>
        <w:t>1.013e0</w:t>
      </w:r>
    </w:p>
    <w:p w:rsidR="007B2329" w:rsidRDefault="007B2329" w:rsidP="007B2329">
      <w:r>
        <w:t>106.7127</w:t>
      </w:r>
      <w:r>
        <w:tab/>
        <w:t>2.025e0</w:t>
      </w:r>
    </w:p>
    <w:p w:rsidR="007B2329" w:rsidRDefault="007B2329" w:rsidP="007B2329">
      <w:r>
        <w:t>106.7141</w:t>
      </w:r>
      <w:r>
        <w:tab/>
        <w:t>3.038e0</w:t>
      </w:r>
    </w:p>
    <w:p w:rsidR="007B2329" w:rsidRDefault="007B2329" w:rsidP="007B2329">
      <w:r>
        <w:t>106.7387</w:t>
      </w:r>
      <w:r>
        <w:tab/>
        <w:t>1.013e0</w:t>
      </w:r>
    </w:p>
    <w:p w:rsidR="007B2329" w:rsidRDefault="007B2329" w:rsidP="007B2329">
      <w:r>
        <w:t>106.7400</w:t>
      </w:r>
      <w:r>
        <w:tab/>
        <w:t>3.038e0</w:t>
      </w:r>
    </w:p>
    <w:p w:rsidR="007B2329" w:rsidRDefault="007B2329" w:rsidP="007B2329">
      <w:r>
        <w:t>106.7524</w:t>
      </w:r>
      <w:r>
        <w:tab/>
        <w:t>1.266e-2</w:t>
      </w:r>
    </w:p>
    <w:p w:rsidR="007B2329" w:rsidRDefault="007B2329" w:rsidP="007B2329">
      <w:r>
        <w:t>106.7610</w:t>
      </w:r>
      <w:r>
        <w:tab/>
        <w:t>1.013e0</w:t>
      </w:r>
    </w:p>
    <w:p w:rsidR="007B2329" w:rsidRDefault="007B2329" w:rsidP="007B2329">
      <w:r>
        <w:t>106.7633</w:t>
      </w:r>
      <w:r>
        <w:tab/>
        <w:t>1.266e-2</w:t>
      </w:r>
    </w:p>
    <w:p w:rsidR="007B2329" w:rsidRDefault="007B2329" w:rsidP="007B2329">
      <w:r>
        <w:t>106.7697</w:t>
      </w:r>
      <w:r>
        <w:tab/>
        <w:t>2.038e0</w:t>
      </w:r>
    </w:p>
    <w:p w:rsidR="007B2329" w:rsidRDefault="007B2329" w:rsidP="007B2329">
      <w:r>
        <w:t>106.7731</w:t>
      </w:r>
      <w:r>
        <w:tab/>
        <w:t>1.025e0</w:t>
      </w:r>
    </w:p>
    <w:p w:rsidR="007B2329" w:rsidRDefault="007B2329" w:rsidP="007B2329">
      <w:r>
        <w:t>106.7771</w:t>
      </w:r>
      <w:r>
        <w:tab/>
        <w:t>1.025e0</w:t>
      </w:r>
    </w:p>
    <w:p w:rsidR="007B2329" w:rsidRDefault="007B2329" w:rsidP="007B2329">
      <w:r>
        <w:lastRenderedPageBreak/>
        <w:t>106.7787</w:t>
      </w:r>
      <w:r>
        <w:tab/>
        <w:t>2.532e-2</w:t>
      </w:r>
    </w:p>
    <w:p w:rsidR="007B2329" w:rsidRDefault="007B2329" w:rsidP="007B2329">
      <w:r>
        <w:t>106.7827</w:t>
      </w:r>
      <w:r>
        <w:tab/>
        <w:t>2.025e0</w:t>
      </w:r>
    </w:p>
    <w:p w:rsidR="007B2329" w:rsidRDefault="007B2329" w:rsidP="007B2329">
      <w:r>
        <w:t>106.7883</w:t>
      </w:r>
      <w:r>
        <w:tab/>
        <w:t>2.025e0</w:t>
      </w:r>
    </w:p>
    <w:p w:rsidR="007B2329" w:rsidRDefault="007B2329" w:rsidP="007B2329">
      <w:r>
        <w:t>106.8185</w:t>
      </w:r>
      <w:r>
        <w:tab/>
        <w:t>4.051e0</w:t>
      </w:r>
    </w:p>
    <w:p w:rsidR="007B2329" w:rsidRDefault="007B2329" w:rsidP="007B2329">
      <w:r>
        <w:t>106.8198</w:t>
      </w:r>
      <w:r>
        <w:tab/>
        <w:t>2.025e0</w:t>
      </w:r>
    </w:p>
    <w:p w:rsidR="007B2329" w:rsidRDefault="007B2329" w:rsidP="007B2329">
      <w:r>
        <w:t>106.8294</w:t>
      </w:r>
      <w:r>
        <w:tab/>
        <w:t>2.025e0</w:t>
      </w:r>
    </w:p>
    <w:p w:rsidR="007B2329" w:rsidRDefault="007B2329" w:rsidP="007B2329">
      <w:r>
        <w:t>106.8323</w:t>
      </w:r>
      <w:r>
        <w:tab/>
        <w:t>1.266e-2</w:t>
      </w:r>
    </w:p>
    <w:p w:rsidR="007B2329" w:rsidRDefault="007B2329" w:rsidP="007B2329">
      <w:r>
        <w:t>106.8348</w:t>
      </w:r>
      <w:r>
        <w:tab/>
        <w:t>1.266e-2</w:t>
      </w:r>
    </w:p>
    <w:p w:rsidR="007B2329" w:rsidRDefault="007B2329" w:rsidP="007B2329">
      <w:r>
        <w:t>106.8540</w:t>
      </w:r>
      <w:r>
        <w:tab/>
        <w:t>2.025e0</w:t>
      </w:r>
    </w:p>
    <w:p w:rsidR="007B2329" w:rsidRDefault="007B2329" w:rsidP="007B2329">
      <w:r>
        <w:t>106.8569</w:t>
      </w:r>
      <w:r>
        <w:tab/>
        <w:t>1.025e0</w:t>
      </w:r>
    </w:p>
    <w:p w:rsidR="007B2329" w:rsidRDefault="007B2329" w:rsidP="007B2329">
      <w:r>
        <w:t>106.8666</w:t>
      </w:r>
      <w:r>
        <w:tab/>
        <w:t>2.025e0</w:t>
      </w:r>
    </w:p>
    <w:p w:rsidR="007B2329" w:rsidRDefault="007B2329" w:rsidP="007B2329">
      <w:r>
        <w:t>106.8706</w:t>
      </w:r>
      <w:r>
        <w:tab/>
        <w:t>1.266e-2</w:t>
      </w:r>
    </w:p>
    <w:p w:rsidR="007B2329" w:rsidRDefault="007B2329" w:rsidP="007B2329">
      <w:r>
        <w:t>106.8734</w:t>
      </w:r>
      <w:r>
        <w:tab/>
        <w:t>1.013e0</w:t>
      </w:r>
    </w:p>
    <w:p w:rsidR="007B2329" w:rsidRDefault="007B2329" w:rsidP="007B2329">
      <w:r>
        <w:t>106.8747</w:t>
      </w:r>
      <w:r>
        <w:tab/>
        <w:t>2.051e0</w:t>
      </w:r>
    </w:p>
    <w:p w:rsidR="007B2329" w:rsidRDefault="007B2329" w:rsidP="007B2329">
      <w:r>
        <w:t>106.8787</w:t>
      </w:r>
      <w:r>
        <w:tab/>
        <w:t>1.013e0</w:t>
      </w:r>
    </w:p>
    <w:p w:rsidR="007B2329" w:rsidRDefault="007B2329" w:rsidP="007B2329">
      <w:r>
        <w:t>106.8815</w:t>
      </w:r>
      <w:r>
        <w:tab/>
        <w:t>1.013e0</w:t>
      </w:r>
    </w:p>
    <w:p w:rsidR="007B2329" w:rsidRDefault="007B2329" w:rsidP="007B2329">
      <w:r>
        <w:t>106.8872</w:t>
      </w:r>
      <w:r>
        <w:tab/>
        <w:t>1.013e0</w:t>
      </w:r>
    </w:p>
    <w:p w:rsidR="007B2329" w:rsidRDefault="007B2329" w:rsidP="007B2329">
      <w:r>
        <w:t>106.8900</w:t>
      </w:r>
      <w:r>
        <w:tab/>
        <w:t>1.013e0</w:t>
      </w:r>
    </w:p>
    <w:p w:rsidR="007B2329" w:rsidRDefault="007B2329" w:rsidP="007B2329">
      <w:r>
        <w:t>106.8952</w:t>
      </w:r>
      <w:r>
        <w:tab/>
        <w:t>2.025e0</w:t>
      </w:r>
    </w:p>
    <w:p w:rsidR="007B2329" w:rsidRDefault="007B2329" w:rsidP="007B2329">
      <w:r>
        <w:lastRenderedPageBreak/>
        <w:t>106.8980</w:t>
      </w:r>
      <w:r>
        <w:tab/>
        <w:t>1.013e0</w:t>
      </w:r>
    </w:p>
    <w:p w:rsidR="007B2329" w:rsidRDefault="007B2329" w:rsidP="007B2329">
      <w:r>
        <w:t>106.9009</w:t>
      </w:r>
      <w:r>
        <w:tab/>
        <w:t>1.013e0</w:t>
      </w:r>
    </w:p>
    <w:p w:rsidR="007B2329" w:rsidRDefault="007B2329" w:rsidP="007B2329">
      <w:r>
        <w:t>106.9037</w:t>
      </w:r>
      <w:r>
        <w:tab/>
        <w:t>1.013e0</w:t>
      </w:r>
    </w:p>
    <w:p w:rsidR="007B2329" w:rsidRDefault="007B2329" w:rsidP="007B2329">
      <w:r>
        <w:t>106.9065</w:t>
      </w:r>
      <w:r>
        <w:tab/>
        <w:t>1.013e0</w:t>
      </w:r>
    </w:p>
    <w:p w:rsidR="007B2329" w:rsidRDefault="007B2329" w:rsidP="007B2329">
      <w:r>
        <w:t>106.9089</w:t>
      </w:r>
      <w:r>
        <w:tab/>
        <w:t>2.025e0</w:t>
      </w:r>
    </w:p>
    <w:p w:rsidR="007B2329" w:rsidRDefault="007B2329" w:rsidP="007B2329">
      <w:r>
        <w:t>106.9174</w:t>
      </w:r>
      <w:r>
        <w:tab/>
        <w:t>2.025e0</w:t>
      </w:r>
    </w:p>
    <w:p w:rsidR="007B2329" w:rsidRDefault="007B2329" w:rsidP="007B2329">
      <w:r>
        <w:t>106.9203</w:t>
      </w:r>
      <w:r>
        <w:tab/>
        <w:t>1.013e0</w:t>
      </w:r>
    </w:p>
    <w:p w:rsidR="007B2329" w:rsidRDefault="007B2329" w:rsidP="007B2329">
      <w:r>
        <w:t>106.9215</w:t>
      </w:r>
      <w:r>
        <w:tab/>
        <w:t>1.025e0</w:t>
      </w:r>
    </w:p>
    <w:p w:rsidR="007B2329" w:rsidRDefault="007B2329" w:rsidP="007B2329">
      <w:r>
        <w:t>106.9226</w:t>
      </w:r>
      <w:r>
        <w:tab/>
        <w:t>2.025e0</w:t>
      </w:r>
    </w:p>
    <w:p w:rsidR="007B2329" w:rsidRDefault="007B2329" w:rsidP="007B2329">
      <w:r>
        <w:t>106.9255</w:t>
      </w:r>
      <w:r>
        <w:tab/>
        <w:t>1.013e0</w:t>
      </w:r>
    </w:p>
    <w:p w:rsidR="007B2329" w:rsidRDefault="007B2329" w:rsidP="007B2329">
      <w:r>
        <w:t>106.9283</w:t>
      </w:r>
      <w:r>
        <w:tab/>
        <w:t>1.013e0</w:t>
      </w:r>
    </w:p>
    <w:p w:rsidR="007B2329" w:rsidRDefault="007B2329" w:rsidP="007B2329">
      <w:r>
        <w:t>106.9392</w:t>
      </w:r>
      <w:r>
        <w:tab/>
        <w:t>1.025e0</w:t>
      </w:r>
    </w:p>
    <w:p w:rsidR="007B2329" w:rsidRDefault="007B2329" w:rsidP="007B2329">
      <w:r>
        <w:t>106.9448</w:t>
      </w:r>
      <w:r>
        <w:tab/>
        <w:t>1.025e0</w:t>
      </w:r>
    </w:p>
    <w:p w:rsidR="007B2329" w:rsidRDefault="007B2329" w:rsidP="007B2329">
      <w:r>
        <w:t>106.9529</w:t>
      </w:r>
      <w:r>
        <w:tab/>
        <w:t>2.025e0</w:t>
      </w:r>
    </w:p>
    <w:p w:rsidR="007B2329" w:rsidRDefault="007B2329" w:rsidP="007B2329">
      <w:r>
        <w:t>106.9632</w:t>
      </w:r>
      <w:r>
        <w:tab/>
        <w:t>3.038e0</w:t>
      </w:r>
    </w:p>
    <w:p w:rsidR="007B2329" w:rsidRDefault="007B2329" w:rsidP="007B2329">
      <w:r>
        <w:t>106.9832</w:t>
      </w:r>
      <w:r>
        <w:tab/>
        <w:t>1.013e0</w:t>
      </w:r>
    </w:p>
    <w:p w:rsidR="007B2329" w:rsidRDefault="007B2329" w:rsidP="007B2329">
      <w:r>
        <w:t>106.9860</w:t>
      </w:r>
      <w:r>
        <w:tab/>
        <w:t>3.038e0</w:t>
      </w:r>
    </w:p>
    <w:p w:rsidR="007B2329" w:rsidRDefault="007B2329" w:rsidP="007B2329">
      <w:r>
        <w:t>106.9943</w:t>
      </w:r>
      <w:r>
        <w:tab/>
        <w:t>1.013e0</w:t>
      </w:r>
    </w:p>
    <w:p w:rsidR="007B2329" w:rsidRDefault="007B2329" w:rsidP="007B2329">
      <w:r>
        <w:t>106.9969</w:t>
      </w:r>
      <w:r>
        <w:tab/>
        <w:t>2.025e0</w:t>
      </w:r>
    </w:p>
    <w:p w:rsidR="007B2329" w:rsidRDefault="007B2329" w:rsidP="007B2329">
      <w:r>
        <w:lastRenderedPageBreak/>
        <w:t>107.0025</w:t>
      </w:r>
      <w:r>
        <w:tab/>
        <w:t>1.266e-2</w:t>
      </w:r>
    </w:p>
    <w:p w:rsidR="007B2329" w:rsidRDefault="007B2329" w:rsidP="007B2329">
      <w:r>
        <w:t>107.0081</w:t>
      </w:r>
      <w:r>
        <w:tab/>
        <w:t>4.051e0</w:t>
      </w:r>
    </w:p>
    <w:p w:rsidR="007B2329" w:rsidRDefault="007B2329" w:rsidP="007B2329">
      <w:r>
        <w:t>107.0191</w:t>
      </w:r>
      <w:r>
        <w:tab/>
        <w:t>1.266e-2</w:t>
      </w:r>
    </w:p>
    <w:p w:rsidR="007B2329" w:rsidRDefault="007B2329" w:rsidP="007B2329">
      <w:r>
        <w:t>107.0246</w:t>
      </w:r>
      <w:r>
        <w:tab/>
        <w:t>2.025e0</w:t>
      </w:r>
    </w:p>
    <w:p w:rsidR="007B2329" w:rsidRDefault="007B2329" w:rsidP="007B2329">
      <w:r>
        <w:t>107.0300</w:t>
      </w:r>
      <w:r>
        <w:tab/>
        <w:t>1.079e0</w:t>
      </w:r>
    </w:p>
    <w:p w:rsidR="007B2329" w:rsidRDefault="007B2329" w:rsidP="007B2329">
      <w:r>
        <w:t>107.0328</w:t>
      </w:r>
      <w:r>
        <w:tab/>
        <w:t>1.013e0</w:t>
      </w:r>
    </w:p>
    <w:p w:rsidR="007B2329" w:rsidRDefault="007B2329" w:rsidP="007B2329">
      <w:r>
        <w:t>107.0487</w:t>
      </w:r>
      <w:r>
        <w:tab/>
        <w:t>1.154e1</w:t>
      </w:r>
    </w:p>
    <w:p w:rsidR="007B2329" w:rsidRDefault="007B2329" w:rsidP="007B2329">
      <w:r>
        <w:t>107.0520</w:t>
      </w:r>
      <w:r>
        <w:tab/>
        <w:t>1.435e1</w:t>
      </w:r>
    </w:p>
    <w:p w:rsidR="007B2329" w:rsidRDefault="007B2329" w:rsidP="007B2329">
      <w:r>
        <w:t>107.0539</w:t>
      </w:r>
      <w:r>
        <w:tab/>
        <w:t>8.101e0</w:t>
      </w:r>
    </w:p>
    <w:p w:rsidR="007B2329" w:rsidRDefault="007B2329" w:rsidP="007B2329">
      <w:r>
        <w:t>107.0589</w:t>
      </w:r>
      <w:r>
        <w:tab/>
        <w:t>3.101e0</w:t>
      </w:r>
    </w:p>
    <w:p w:rsidR="007B2329" w:rsidRDefault="007B2329" w:rsidP="007B2329">
      <w:r>
        <w:t>107.0616</w:t>
      </w:r>
      <w:r>
        <w:tab/>
        <w:t>5.063e0</w:t>
      </w:r>
    </w:p>
    <w:p w:rsidR="007B2329" w:rsidRDefault="007B2329" w:rsidP="007B2329">
      <w:r>
        <w:t>107.0726</w:t>
      </w:r>
      <w:r>
        <w:tab/>
        <w:t>2.025e0</w:t>
      </w:r>
    </w:p>
    <w:p w:rsidR="007B2329" w:rsidRDefault="007B2329" w:rsidP="007B2329">
      <w:r>
        <w:t>107.0880</w:t>
      </w:r>
      <w:r>
        <w:tab/>
        <w:t>1.411e1</w:t>
      </w:r>
    </w:p>
    <w:p w:rsidR="007B2329" w:rsidRDefault="007B2329" w:rsidP="007B2329">
      <w:r>
        <w:t>107.0920</w:t>
      </w:r>
      <w:r>
        <w:tab/>
        <w:t>6.241e0</w:t>
      </w:r>
    </w:p>
    <w:p w:rsidR="007B2329" w:rsidRDefault="007B2329" w:rsidP="007B2329">
      <w:r>
        <w:t>107.0947</w:t>
      </w:r>
      <w:r>
        <w:tab/>
        <w:t>1.316e1</w:t>
      </w:r>
    </w:p>
    <w:p w:rsidR="007B2329" w:rsidRDefault="007B2329" w:rsidP="007B2329">
      <w:r>
        <w:t>107.0969</w:t>
      </w:r>
      <w:r>
        <w:tab/>
        <w:t>5.063e0</w:t>
      </w:r>
    </w:p>
    <w:p w:rsidR="007B2329" w:rsidRDefault="007B2329" w:rsidP="007B2329">
      <w:r>
        <w:t>107.1026</w:t>
      </w:r>
      <w:r>
        <w:tab/>
        <w:t>3.101e0</w:t>
      </w:r>
    </w:p>
    <w:p w:rsidR="007B2329" w:rsidRDefault="007B2329" w:rsidP="007B2329">
      <w:r>
        <w:t>107.1208</w:t>
      </w:r>
      <w:r>
        <w:tab/>
        <w:t>1.266e-2</w:t>
      </w:r>
    </w:p>
    <w:p w:rsidR="007B2329" w:rsidRDefault="007B2329" w:rsidP="007B2329">
      <w:r>
        <w:t>107.1249</w:t>
      </w:r>
      <w:r>
        <w:tab/>
        <w:t>2.025e0</w:t>
      </w:r>
    </w:p>
    <w:p w:rsidR="007B2329" w:rsidRDefault="007B2329" w:rsidP="007B2329">
      <w:r>
        <w:lastRenderedPageBreak/>
        <w:t>107.1289</w:t>
      </w:r>
      <w:r>
        <w:tab/>
        <w:t>1.013e0</w:t>
      </w:r>
    </w:p>
    <w:p w:rsidR="007B2329" w:rsidRDefault="007B2329" w:rsidP="007B2329">
      <w:r>
        <w:t>107.1426</w:t>
      </w:r>
      <w:r>
        <w:tab/>
        <w:t>1.025e0</w:t>
      </w:r>
    </w:p>
    <w:p w:rsidR="007B2329" w:rsidRDefault="007B2329" w:rsidP="007B2329">
      <w:r>
        <w:t>107.1690</w:t>
      </w:r>
      <w:r>
        <w:tab/>
        <w:t>1.025e0</w:t>
      </w:r>
    </w:p>
    <w:p w:rsidR="007B2329" w:rsidRDefault="007B2329" w:rsidP="007B2329">
      <w:r>
        <w:t>107.1723</w:t>
      </w:r>
      <w:r>
        <w:tab/>
        <w:t>3.038e0</w:t>
      </w:r>
    </w:p>
    <w:p w:rsidR="007B2329" w:rsidRDefault="007B2329" w:rsidP="007B2329">
      <w:r>
        <w:t>107.1758</w:t>
      </w:r>
      <w:r>
        <w:tab/>
        <w:t>2.025e0</w:t>
      </w:r>
    </w:p>
    <w:p w:rsidR="007B2329" w:rsidRDefault="007B2329" w:rsidP="007B2329">
      <w:r>
        <w:t>107.1895</w:t>
      </w:r>
      <w:r>
        <w:tab/>
        <w:t>1.013e0</w:t>
      </w:r>
    </w:p>
    <w:p w:rsidR="007B2329" w:rsidRDefault="007B2329" w:rsidP="007B2329">
      <w:r>
        <w:t>107.1908</w:t>
      </w:r>
      <w:r>
        <w:tab/>
        <w:t>3.038e0</w:t>
      </w:r>
    </w:p>
    <w:p w:rsidR="007B2329" w:rsidRDefault="007B2329" w:rsidP="007B2329">
      <w:r>
        <w:t>107.1924</w:t>
      </w:r>
      <w:r>
        <w:tab/>
        <w:t>1.266e-2</w:t>
      </w:r>
    </w:p>
    <w:p w:rsidR="007B2329" w:rsidRDefault="007B2329" w:rsidP="007B2329">
      <w:r>
        <w:t>107.1979</w:t>
      </w:r>
      <w:r>
        <w:tab/>
        <w:t>1.013e0</w:t>
      </w:r>
    </w:p>
    <w:p w:rsidR="007B2329" w:rsidRDefault="007B2329" w:rsidP="007B2329">
      <w:r>
        <w:t>107.2004</w:t>
      </w:r>
      <w:r>
        <w:tab/>
        <w:t>1.025e0</w:t>
      </w:r>
    </w:p>
    <w:p w:rsidR="007B2329" w:rsidRDefault="007B2329" w:rsidP="007B2329">
      <w:r>
        <w:t>107.2019</w:t>
      </w:r>
      <w:r>
        <w:tab/>
        <w:t>2.025e0</w:t>
      </w:r>
    </w:p>
    <w:p w:rsidR="007B2329" w:rsidRDefault="007B2329" w:rsidP="007B2329">
      <w:r>
        <w:t>107.2033</w:t>
      </w:r>
      <w:r>
        <w:tab/>
        <w:t>1.266e-2</w:t>
      </w:r>
    </w:p>
    <w:p w:rsidR="007B2329" w:rsidRDefault="007B2329" w:rsidP="007B2329">
      <w:r>
        <w:t>107.2061</w:t>
      </w:r>
      <w:r>
        <w:tab/>
        <w:t>1.266e-2</w:t>
      </w:r>
    </w:p>
    <w:p w:rsidR="007B2329" w:rsidRDefault="007B2329" w:rsidP="007B2329">
      <w:r>
        <w:t>107.2089</w:t>
      </w:r>
      <w:r>
        <w:tab/>
        <w:t>1.013e0</w:t>
      </w:r>
    </w:p>
    <w:p w:rsidR="007B2329" w:rsidRDefault="007B2329" w:rsidP="007B2329">
      <w:r>
        <w:t>107.2131</w:t>
      </w:r>
      <w:r>
        <w:tab/>
        <w:t>1.400e0</w:t>
      </w:r>
    </w:p>
    <w:p w:rsidR="007B2329" w:rsidRDefault="007B2329" w:rsidP="007B2329">
      <w:r>
        <w:t>107.2198</w:t>
      </w:r>
      <w:r>
        <w:tab/>
        <w:t>2.025e0</w:t>
      </w:r>
    </w:p>
    <w:p w:rsidR="007B2329" w:rsidRDefault="007B2329" w:rsidP="007B2329">
      <w:r>
        <w:t>107.2240</w:t>
      </w:r>
      <w:r>
        <w:tab/>
        <w:t>2.025e0</w:t>
      </w:r>
    </w:p>
    <w:p w:rsidR="007B2329" w:rsidRDefault="007B2329" w:rsidP="007B2329">
      <w:r>
        <w:t>107.2307</w:t>
      </w:r>
      <w:r>
        <w:tab/>
        <w:t>1.013e0</w:t>
      </w:r>
    </w:p>
    <w:p w:rsidR="007B2329" w:rsidRDefault="007B2329" w:rsidP="007B2329">
      <w:r>
        <w:t>107.2419</w:t>
      </w:r>
      <w:r>
        <w:tab/>
        <w:t>2.532e-2</w:t>
      </w:r>
    </w:p>
    <w:p w:rsidR="007B2329" w:rsidRDefault="007B2329" w:rsidP="007B2329">
      <w:r>
        <w:lastRenderedPageBreak/>
        <w:t>107.2473</w:t>
      </w:r>
      <w:r>
        <w:tab/>
        <w:t>1.025e0</w:t>
      </w:r>
    </w:p>
    <w:p w:rsidR="007B2329" w:rsidRDefault="007B2329" w:rsidP="007B2329">
      <w:r>
        <w:t>107.2528</w:t>
      </w:r>
      <w:r>
        <w:tab/>
        <w:t>4.051e0</w:t>
      </w:r>
    </w:p>
    <w:p w:rsidR="007B2329" w:rsidRDefault="007B2329" w:rsidP="007B2329">
      <w:r>
        <w:t>107.2558</w:t>
      </w:r>
      <w:r>
        <w:tab/>
        <w:t>1.013e0</w:t>
      </w:r>
    </w:p>
    <w:p w:rsidR="007B2329" w:rsidRDefault="007B2329" w:rsidP="007B2329">
      <w:r>
        <w:t>107.2638</w:t>
      </w:r>
      <w:r>
        <w:tab/>
        <w:t>1.013e0</w:t>
      </w:r>
    </w:p>
    <w:p w:rsidR="007B2329" w:rsidRDefault="007B2329" w:rsidP="007B2329">
      <w:r>
        <w:t>107.2696</w:t>
      </w:r>
      <w:r>
        <w:tab/>
        <w:t>2.025e0</w:t>
      </w:r>
    </w:p>
    <w:p w:rsidR="007B2329" w:rsidRDefault="007B2329" w:rsidP="007B2329">
      <w:r>
        <w:t>107.2776</w:t>
      </w:r>
      <w:r>
        <w:tab/>
        <w:t>2.532e-2</w:t>
      </w:r>
    </w:p>
    <w:p w:rsidR="007B2329" w:rsidRDefault="007B2329" w:rsidP="007B2329">
      <w:r>
        <w:t>107.2790</w:t>
      </w:r>
      <w:r>
        <w:tab/>
        <w:t>2.025e0</w:t>
      </w:r>
    </w:p>
    <w:p w:rsidR="007B2329" w:rsidRDefault="007B2329" w:rsidP="007B2329">
      <w:r>
        <w:t>107.2867</w:t>
      </w:r>
      <w:r>
        <w:tab/>
        <w:t>2.038e0</w:t>
      </w:r>
    </w:p>
    <w:p w:rsidR="007B2329" w:rsidRDefault="007B2329" w:rsidP="007B2329">
      <w:r>
        <w:t>107.2899</w:t>
      </w:r>
      <w:r>
        <w:tab/>
        <w:t>2.025e0</w:t>
      </w:r>
    </w:p>
    <w:p w:rsidR="007B2329" w:rsidRDefault="007B2329" w:rsidP="007B2329">
      <w:r>
        <w:t>107.3079</w:t>
      </w:r>
      <w:r>
        <w:tab/>
        <w:t>4.051e0</w:t>
      </w:r>
    </w:p>
    <w:p w:rsidR="007B2329" w:rsidRDefault="007B2329" w:rsidP="007B2329">
      <w:r>
        <w:t>107.3107</w:t>
      </w:r>
      <w:r>
        <w:tab/>
        <w:t>3.038e0</w:t>
      </w:r>
    </w:p>
    <w:p w:rsidR="007B2329" w:rsidRDefault="007B2329" w:rsidP="007B2329">
      <w:r>
        <w:t>107.3216</w:t>
      </w:r>
      <w:r>
        <w:tab/>
        <w:t>2.532e-2</w:t>
      </w:r>
    </w:p>
    <w:p w:rsidR="007B2329" w:rsidRDefault="007B2329" w:rsidP="007B2329">
      <w:r>
        <w:t>107.3245</w:t>
      </w:r>
      <w:r>
        <w:tab/>
        <w:t>1.013e0</w:t>
      </w:r>
    </w:p>
    <w:p w:rsidR="007B2329" w:rsidRDefault="007B2329" w:rsidP="007B2329">
      <w:r>
        <w:t>107.3300</w:t>
      </w:r>
      <w:r>
        <w:tab/>
        <w:t>2.025e0</w:t>
      </w:r>
    </w:p>
    <w:p w:rsidR="007B2329" w:rsidRDefault="007B2329" w:rsidP="007B2329">
      <w:r>
        <w:t>107.3326</w:t>
      </w:r>
      <w:r>
        <w:tab/>
        <w:t>2.038e0</w:t>
      </w:r>
    </w:p>
    <w:p w:rsidR="007B2329" w:rsidRDefault="007B2329" w:rsidP="007B2329">
      <w:r>
        <w:t>107.3505</w:t>
      </w:r>
      <w:r>
        <w:tab/>
        <w:t>2.025e0</w:t>
      </w:r>
    </w:p>
    <w:p w:rsidR="007B2329" w:rsidRDefault="007B2329" w:rsidP="007B2329">
      <w:r>
        <w:t>107.3548</w:t>
      </w:r>
      <w:r>
        <w:tab/>
        <w:t>2.025e0</w:t>
      </w:r>
    </w:p>
    <w:p w:rsidR="007B2329" w:rsidRDefault="007B2329" w:rsidP="007B2329">
      <w:r>
        <w:t>107.3629</w:t>
      </w:r>
      <w:r>
        <w:tab/>
        <w:t>2.025e0</w:t>
      </w:r>
    </w:p>
    <w:p w:rsidR="007B2329" w:rsidRDefault="007B2329" w:rsidP="007B2329">
      <w:r>
        <w:t>107.3699</w:t>
      </w:r>
      <w:r>
        <w:tab/>
        <w:t>2.025e0</w:t>
      </w:r>
    </w:p>
    <w:p w:rsidR="007B2329" w:rsidRDefault="007B2329" w:rsidP="007B2329">
      <w:r>
        <w:lastRenderedPageBreak/>
        <w:t>107.3714</w:t>
      </w:r>
      <w:r>
        <w:tab/>
        <w:t>1.025e0</w:t>
      </w:r>
    </w:p>
    <w:p w:rsidR="007B2329" w:rsidRDefault="007B2329" w:rsidP="007B2329">
      <w:r>
        <w:t>107.3795</w:t>
      </w:r>
      <w:r>
        <w:tab/>
        <w:t>1.266e-2</w:t>
      </w:r>
    </w:p>
    <w:p w:rsidR="007B2329" w:rsidRDefault="007B2329" w:rsidP="007B2329">
      <w:r>
        <w:t>107.3823</w:t>
      </w:r>
      <w:r>
        <w:tab/>
        <w:t>3.038e0</w:t>
      </w:r>
    </w:p>
    <w:p w:rsidR="007B2329" w:rsidRDefault="007B2329" w:rsidP="007B2329">
      <w:r>
        <w:t>107.3851</w:t>
      </w:r>
      <w:r>
        <w:tab/>
        <w:t>1.013e0</w:t>
      </w:r>
    </w:p>
    <w:p w:rsidR="007B2329" w:rsidRDefault="007B2329" w:rsidP="007B2329">
      <w:r>
        <w:t>107.3920</w:t>
      </w:r>
      <w:r>
        <w:tab/>
        <w:t>2.025e0</w:t>
      </w:r>
    </w:p>
    <w:p w:rsidR="007B2329" w:rsidRDefault="007B2329" w:rsidP="007B2329">
      <w:r>
        <w:t>107.3932</w:t>
      </w:r>
      <w:r>
        <w:tab/>
        <w:t>2.532e-2</w:t>
      </w:r>
    </w:p>
    <w:p w:rsidR="007B2329" w:rsidRDefault="007B2329" w:rsidP="007B2329">
      <w:r>
        <w:t>107.3966</w:t>
      </w:r>
      <w:r>
        <w:tab/>
        <w:t>4.051e0</w:t>
      </w:r>
    </w:p>
    <w:p w:rsidR="007B2329" w:rsidRDefault="007B2329" w:rsidP="007B2329">
      <w:r>
        <w:t>107.3999</w:t>
      </w:r>
      <w:r>
        <w:tab/>
        <w:t>3.230e0</w:t>
      </w:r>
    </w:p>
    <w:p w:rsidR="007B2329" w:rsidRDefault="007B2329" w:rsidP="007B2329">
      <w:r>
        <w:t>107.4126</w:t>
      </w:r>
      <w:r>
        <w:tab/>
        <w:t>1.013e0</w:t>
      </w:r>
    </w:p>
    <w:p w:rsidR="007B2329" w:rsidRDefault="007B2329" w:rsidP="007B2329">
      <w:r>
        <w:t>107.4181</w:t>
      </w:r>
      <w:r>
        <w:tab/>
        <w:t>1.266e-2</w:t>
      </w:r>
    </w:p>
    <w:p w:rsidR="007B2329" w:rsidRDefault="007B2329" w:rsidP="007B2329">
      <w:r>
        <w:t>107.4320</w:t>
      </w:r>
      <w:r>
        <w:tab/>
        <w:t>2.025e0</w:t>
      </w:r>
    </w:p>
    <w:p w:rsidR="007B2329" w:rsidRDefault="007B2329" w:rsidP="007B2329">
      <w:r>
        <w:t>107.4344</w:t>
      </w:r>
      <w:r>
        <w:tab/>
        <w:t>2.025e0</w:t>
      </w:r>
    </w:p>
    <w:p w:rsidR="007B2329" w:rsidRDefault="007B2329" w:rsidP="007B2329">
      <w:r>
        <w:t>107.4401</w:t>
      </w:r>
      <w:r>
        <w:tab/>
        <w:t>1.013e0</w:t>
      </w:r>
    </w:p>
    <w:p w:rsidR="007B2329" w:rsidRDefault="007B2329" w:rsidP="007B2329">
      <w:r>
        <w:t>107.4484</w:t>
      </w:r>
      <w:r>
        <w:tab/>
        <w:t>3.038e0</w:t>
      </w:r>
    </w:p>
    <w:p w:rsidR="007B2329" w:rsidRDefault="007B2329" w:rsidP="007B2329">
      <w:r>
        <w:t>107.4567</w:t>
      </w:r>
      <w:r>
        <w:tab/>
        <w:t>1.025e0</w:t>
      </w:r>
    </w:p>
    <w:p w:rsidR="007B2329" w:rsidRDefault="007B2329" w:rsidP="007B2329">
      <w:r>
        <w:t>107.4635</w:t>
      </w:r>
      <w:r>
        <w:tab/>
        <w:t>2.025e0</w:t>
      </w:r>
    </w:p>
    <w:p w:rsidR="007B2329" w:rsidRDefault="007B2329" w:rsidP="007B2329">
      <w:r>
        <w:t>107.4732</w:t>
      </w:r>
      <w:r>
        <w:tab/>
        <w:t>1.266e-2</w:t>
      </w:r>
    </w:p>
    <w:p w:rsidR="007B2329" w:rsidRDefault="007B2329" w:rsidP="007B2329">
      <w:r>
        <w:t>107.4745</w:t>
      </w:r>
      <w:r>
        <w:tab/>
        <w:t>2.025e0</w:t>
      </w:r>
    </w:p>
    <w:p w:rsidR="007B2329" w:rsidRDefault="007B2329" w:rsidP="007B2329">
      <w:r>
        <w:t>107.4785</w:t>
      </w:r>
      <w:r>
        <w:tab/>
        <w:t>1.013e0</w:t>
      </w:r>
    </w:p>
    <w:p w:rsidR="007B2329" w:rsidRDefault="007B2329" w:rsidP="007B2329">
      <w:r>
        <w:lastRenderedPageBreak/>
        <w:t>107.4813</w:t>
      </w:r>
      <w:r>
        <w:tab/>
        <w:t>1.013e0</w:t>
      </w:r>
    </w:p>
    <w:p w:rsidR="007B2329" w:rsidRDefault="007B2329" w:rsidP="007B2329">
      <w:r>
        <w:t>107.4845</w:t>
      </w:r>
      <w:r>
        <w:tab/>
        <w:t>6.076e0</w:t>
      </w:r>
    </w:p>
    <w:p w:rsidR="007B2329" w:rsidRDefault="007B2329" w:rsidP="007B2329">
      <w:r>
        <w:t>107.4899</w:t>
      </w:r>
      <w:r>
        <w:tab/>
        <w:t>1.266e-2</w:t>
      </w:r>
    </w:p>
    <w:p w:rsidR="007B2329" w:rsidRDefault="007B2329" w:rsidP="007B2329">
      <w:r>
        <w:t>107.4923</w:t>
      </w:r>
      <w:r>
        <w:tab/>
        <w:t>2.025e0</w:t>
      </w:r>
    </w:p>
    <w:p w:rsidR="007B2329" w:rsidRDefault="007B2329" w:rsidP="007B2329">
      <w:r>
        <w:t>107.5036</w:t>
      </w:r>
      <w:r>
        <w:tab/>
        <w:t>1.266e-2</w:t>
      </w:r>
    </w:p>
    <w:p w:rsidR="007B2329" w:rsidRDefault="007B2329" w:rsidP="007B2329">
      <w:r>
        <w:t>107.5062</w:t>
      </w:r>
      <w:r>
        <w:tab/>
        <w:t>1.013e0</w:t>
      </w:r>
    </w:p>
    <w:p w:rsidR="007B2329" w:rsidRDefault="007B2329" w:rsidP="007B2329">
      <w:r>
        <w:t>107.5088</w:t>
      </w:r>
      <w:r>
        <w:tab/>
        <w:t>1.013e0</w:t>
      </w:r>
    </w:p>
    <w:p w:rsidR="007B2329" w:rsidRDefault="007B2329" w:rsidP="007B2329">
      <w:r>
        <w:t>107.5117</w:t>
      </w:r>
      <w:r>
        <w:tab/>
        <w:t>1.013e0</w:t>
      </w:r>
    </w:p>
    <w:p w:rsidR="007B2329" w:rsidRDefault="007B2329" w:rsidP="007B2329">
      <w:r>
        <w:t>107.5283</w:t>
      </w:r>
      <w:r>
        <w:tab/>
        <w:t>1.025e0</w:t>
      </w:r>
    </w:p>
    <w:p w:rsidR="007B2329" w:rsidRDefault="007B2329" w:rsidP="007B2329">
      <w:r>
        <w:t>107.5449</w:t>
      </w:r>
      <w:r>
        <w:tab/>
        <w:t>3.038e0</w:t>
      </w:r>
    </w:p>
    <w:p w:rsidR="007B2329" w:rsidRDefault="007B2329" w:rsidP="007B2329">
      <w:r>
        <w:t>107.5504</w:t>
      </w:r>
      <w:r>
        <w:tab/>
        <w:t>1.266e-2</w:t>
      </w:r>
    </w:p>
    <w:p w:rsidR="007B2329" w:rsidRDefault="007B2329" w:rsidP="007B2329">
      <w:r>
        <w:t>107.5529</w:t>
      </w:r>
      <w:r>
        <w:tab/>
        <w:t>2.025e0</w:t>
      </w:r>
    </w:p>
    <w:p w:rsidR="007B2329" w:rsidRDefault="007B2329" w:rsidP="007B2329">
      <w:r>
        <w:t>107.5643</w:t>
      </w:r>
      <w:r>
        <w:tab/>
        <w:t>1.266e-2</w:t>
      </w:r>
    </w:p>
    <w:p w:rsidR="007B2329" w:rsidRDefault="007B2329" w:rsidP="007B2329">
      <w:r>
        <w:t>107.5666</w:t>
      </w:r>
      <w:r>
        <w:tab/>
        <w:t>2.025e0</w:t>
      </w:r>
    </w:p>
    <w:p w:rsidR="007B2329" w:rsidRDefault="007B2329" w:rsidP="007B2329">
      <w:r>
        <w:t>107.5752</w:t>
      </w:r>
      <w:r>
        <w:tab/>
        <w:t>1.038e0</w:t>
      </w:r>
    </w:p>
    <w:p w:rsidR="007B2329" w:rsidRDefault="007B2329" w:rsidP="007B2329">
      <w:r>
        <w:t>107.5781</w:t>
      </w:r>
      <w:r>
        <w:tab/>
        <w:t>2.025e0</w:t>
      </w:r>
    </w:p>
    <w:p w:rsidR="007B2329" w:rsidRDefault="007B2329" w:rsidP="007B2329">
      <w:r>
        <w:t>107.5867</w:t>
      </w:r>
      <w:r>
        <w:tab/>
        <w:t>4.051e0</w:t>
      </w:r>
    </w:p>
    <w:p w:rsidR="007B2329" w:rsidRDefault="007B2329" w:rsidP="007B2329">
      <w:r>
        <w:t>107.5890</w:t>
      </w:r>
      <w:r>
        <w:tab/>
        <w:t>1.013e0</w:t>
      </w:r>
    </w:p>
    <w:p w:rsidR="007B2329" w:rsidRDefault="007B2329" w:rsidP="007B2329">
      <w:r>
        <w:t>107.5918</w:t>
      </w:r>
      <w:r>
        <w:tab/>
        <w:t>1.013e0</w:t>
      </w:r>
    </w:p>
    <w:p w:rsidR="007B2329" w:rsidRDefault="007B2329" w:rsidP="007B2329">
      <w:r>
        <w:lastRenderedPageBreak/>
        <w:t>107.5944</w:t>
      </w:r>
      <w:r>
        <w:tab/>
        <w:t>1.013e0</w:t>
      </w:r>
    </w:p>
    <w:p w:rsidR="007B2329" w:rsidRDefault="007B2329" w:rsidP="007B2329">
      <w:r>
        <w:t>107.6027</w:t>
      </w:r>
      <w:r>
        <w:tab/>
        <w:t>3.063e0</w:t>
      </w:r>
    </w:p>
    <w:p w:rsidR="007B2329" w:rsidRDefault="007B2329" w:rsidP="007B2329">
      <w:r>
        <w:t>107.6056</w:t>
      </w:r>
      <w:r>
        <w:tab/>
        <w:t>2.025e0</w:t>
      </w:r>
    </w:p>
    <w:p w:rsidR="007B2329" w:rsidRDefault="007B2329" w:rsidP="007B2329">
      <w:r>
        <w:t>107.6108</w:t>
      </w:r>
      <w:r>
        <w:tab/>
        <w:t>1.013e0</w:t>
      </w:r>
    </w:p>
    <w:p w:rsidR="007B2329" w:rsidRDefault="007B2329" w:rsidP="007B2329">
      <w:r>
        <w:t>107.6137</w:t>
      </w:r>
      <w:r>
        <w:tab/>
        <w:t>1.038e0</w:t>
      </w:r>
    </w:p>
    <w:p w:rsidR="007B2329" w:rsidRDefault="007B2329" w:rsidP="007B2329">
      <w:r>
        <w:t>107.6151</w:t>
      </w:r>
      <w:r>
        <w:tab/>
        <w:t>2.025e0</w:t>
      </w:r>
    </w:p>
    <w:p w:rsidR="007B2329" w:rsidRDefault="007B2329" w:rsidP="007B2329">
      <w:r>
        <w:t>107.6303</w:t>
      </w:r>
      <w:r>
        <w:tab/>
        <w:t>1.266e-2</w:t>
      </w:r>
    </w:p>
    <w:p w:rsidR="007B2329" w:rsidRDefault="007B2329" w:rsidP="007B2329">
      <w:r>
        <w:t>107.6359</w:t>
      </w:r>
      <w:r>
        <w:tab/>
        <w:t>1.266e-2</w:t>
      </w:r>
    </w:p>
    <w:p w:rsidR="007B2329" w:rsidRDefault="007B2329" w:rsidP="007B2329">
      <w:r>
        <w:t>107.6468</w:t>
      </w:r>
      <w:r>
        <w:tab/>
        <w:t>1.013e0</w:t>
      </w:r>
    </w:p>
    <w:p w:rsidR="007B2329" w:rsidRDefault="007B2329" w:rsidP="007B2329">
      <w:r>
        <w:t>107.6496</w:t>
      </w:r>
      <w:r>
        <w:tab/>
        <w:t>1.266e-2</w:t>
      </w:r>
    </w:p>
    <w:p w:rsidR="007B2329" w:rsidRDefault="007B2329" w:rsidP="007B2329">
      <w:r>
        <w:t>107.6565</w:t>
      </w:r>
      <w:r>
        <w:tab/>
        <w:t>2.025e0</w:t>
      </w:r>
    </w:p>
    <w:p w:rsidR="007B2329" w:rsidRDefault="007B2329" w:rsidP="007B2329">
      <w:r>
        <w:t>107.6614</w:t>
      </w:r>
      <w:r>
        <w:tab/>
        <w:t>3.038e0</w:t>
      </w:r>
    </w:p>
    <w:p w:rsidR="007B2329" w:rsidRDefault="007B2329" w:rsidP="007B2329">
      <w:r>
        <w:t>107.6800</w:t>
      </w:r>
      <w:r>
        <w:tab/>
        <w:t>1.013e0</w:t>
      </w:r>
    </w:p>
    <w:p w:rsidR="007B2329" w:rsidRDefault="007B2329" w:rsidP="007B2329">
      <w:r>
        <w:t>107.6827</w:t>
      </w:r>
      <w:r>
        <w:tab/>
        <w:t>1.013e0</w:t>
      </w:r>
    </w:p>
    <w:p w:rsidR="007B2329" w:rsidRDefault="007B2329" w:rsidP="007B2329">
      <w:r>
        <w:t>107.6841</w:t>
      </w:r>
      <w:r>
        <w:tab/>
        <w:t>2.025e0</w:t>
      </w:r>
    </w:p>
    <w:p w:rsidR="007B2329" w:rsidRDefault="007B2329" w:rsidP="007B2329">
      <w:r>
        <w:t>107.6924</w:t>
      </w:r>
      <w:r>
        <w:tab/>
        <w:t>3.038e0</w:t>
      </w:r>
    </w:p>
    <w:p w:rsidR="007B2329" w:rsidRDefault="007B2329" w:rsidP="007B2329">
      <w:r>
        <w:t>107.6967</w:t>
      </w:r>
      <w:r>
        <w:tab/>
        <w:t>1.266e-2</w:t>
      </w:r>
    </w:p>
    <w:p w:rsidR="007B2329" w:rsidRDefault="007B2329" w:rsidP="007B2329">
      <w:r>
        <w:t>107.7005</w:t>
      </w:r>
      <w:r>
        <w:tab/>
        <w:t>2.025e0</w:t>
      </w:r>
    </w:p>
    <w:p w:rsidR="007B2329" w:rsidRDefault="007B2329" w:rsidP="007B2329">
      <w:r>
        <w:t>107.7104</w:t>
      </w:r>
      <w:r>
        <w:tab/>
        <w:t>2.025e0</w:t>
      </w:r>
    </w:p>
    <w:p w:rsidR="007B2329" w:rsidRDefault="007B2329" w:rsidP="007B2329">
      <w:r>
        <w:lastRenderedPageBreak/>
        <w:t>107.7240</w:t>
      </w:r>
      <w:r>
        <w:tab/>
        <w:t>6.076e0</w:t>
      </w:r>
    </w:p>
    <w:p w:rsidR="007B2329" w:rsidRDefault="007B2329" w:rsidP="007B2329">
      <w:r>
        <w:t>107.7269</w:t>
      </w:r>
      <w:r>
        <w:tab/>
        <w:t>1.266e-2</w:t>
      </w:r>
    </w:p>
    <w:p w:rsidR="007B2329" w:rsidRDefault="007B2329" w:rsidP="007B2329">
      <w:r>
        <w:t>107.7293</w:t>
      </w:r>
      <w:r>
        <w:tab/>
        <w:t>1.266e-2</w:t>
      </w:r>
    </w:p>
    <w:p w:rsidR="007B2329" w:rsidRDefault="007B2329" w:rsidP="007B2329">
      <w:r>
        <w:t>107.7322</w:t>
      </w:r>
      <w:r>
        <w:tab/>
        <w:t>1.266e-2</w:t>
      </w:r>
    </w:p>
    <w:p w:rsidR="007B2329" w:rsidRDefault="007B2329" w:rsidP="007B2329">
      <w:r>
        <w:t>107.7365</w:t>
      </w:r>
      <w:r>
        <w:tab/>
        <w:t>2.025e0</w:t>
      </w:r>
    </w:p>
    <w:p w:rsidR="007B2329" w:rsidRDefault="007B2329" w:rsidP="007B2329">
      <w:r>
        <w:t>107.7414</w:t>
      </w:r>
      <w:r>
        <w:tab/>
        <w:t>3.038e0</w:t>
      </w:r>
    </w:p>
    <w:p w:rsidR="007B2329" w:rsidRDefault="007B2329" w:rsidP="007B2329">
      <w:r>
        <w:t>107.7460</w:t>
      </w:r>
      <w:r>
        <w:tab/>
        <w:t>1.013e0</w:t>
      </w:r>
    </w:p>
    <w:p w:rsidR="007B2329" w:rsidRDefault="007B2329" w:rsidP="007B2329">
      <w:r>
        <w:t>107.7503</w:t>
      </w:r>
      <w:r>
        <w:tab/>
        <w:t>2.025e0</w:t>
      </w:r>
    </w:p>
    <w:p w:rsidR="007B2329" w:rsidRDefault="007B2329" w:rsidP="007B2329">
      <w:r>
        <w:t>107.7654</w:t>
      </w:r>
      <w:r>
        <w:tab/>
        <w:t>1.266e-2</w:t>
      </w:r>
    </w:p>
    <w:p w:rsidR="007B2329" w:rsidRDefault="007B2329" w:rsidP="007B2329">
      <w:r>
        <w:t>107.7711</w:t>
      </w:r>
      <w:r>
        <w:tab/>
        <w:t>1.013e0</w:t>
      </w:r>
    </w:p>
    <w:p w:rsidR="007B2329" w:rsidRDefault="007B2329" w:rsidP="007B2329">
      <w:r>
        <w:t>107.7764</w:t>
      </w:r>
      <w:r>
        <w:tab/>
        <w:t>1.013e0</w:t>
      </w:r>
    </w:p>
    <w:p w:rsidR="007B2329" w:rsidRDefault="007B2329" w:rsidP="007B2329">
      <w:r>
        <w:t>107.7792</w:t>
      </w:r>
      <w:r>
        <w:tab/>
        <w:t>1.013e0</w:t>
      </w:r>
    </w:p>
    <w:p w:rsidR="007B2329" w:rsidRDefault="007B2329" w:rsidP="007B2329">
      <w:r>
        <w:t>107.7820</w:t>
      </w:r>
      <w:r>
        <w:tab/>
        <w:t>1.013e0</w:t>
      </w:r>
    </w:p>
    <w:p w:rsidR="007B2329" w:rsidRDefault="007B2329" w:rsidP="007B2329">
      <w:r>
        <w:t>107.7930</w:t>
      </w:r>
      <w:r>
        <w:tab/>
        <w:t>2.025e0</w:t>
      </w:r>
    </w:p>
    <w:p w:rsidR="007B2329" w:rsidRDefault="007B2329" w:rsidP="007B2329">
      <w:r>
        <w:t>107.7958</w:t>
      </w:r>
      <w:r>
        <w:tab/>
        <w:t>1.013e0</w:t>
      </w:r>
    </w:p>
    <w:p w:rsidR="007B2329" w:rsidRDefault="007B2329" w:rsidP="007B2329">
      <w:r>
        <w:t>107.8039</w:t>
      </w:r>
      <w:r>
        <w:tab/>
        <w:t>2.025e0</w:t>
      </w:r>
    </w:p>
    <w:p w:rsidR="007B2329" w:rsidRDefault="007B2329" w:rsidP="007B2329">
      <w:r>
        <w:t>107.8068</w:t>
      </w:r>
      <w:r>
        <w:tab/>
        <w:t>2.025e0</w:t>
      </w:r>
    </w:p>
    <w:p w:rsidR="007B2329" w:rsidRDefault="007B2329" w:rsidP="007B2329">
      <w:r>
        <w:t>107.8206</w:t>
      </w:r>
      <w:r>
        <w:tab/>
        <w:t>1.013e0</w:t>
      </w:r>
    </w:p>
    <w:p w:rsidR="007B2329" w:rsidRDefault="007B2329" w:rsidP="007B2329">
      <w:r>
        <w:t>107.8234</w:t>
      </w:r>
      <w:r>
        <w:tab/>
        <w:t>2.532e-2</w:t>
      </w:r>
    </w:p>
    <w:p w:rsidR="007B2329" w:rsidRDefault="007B2329" w:rsidP="007B2329">
      <w:r>
        <w:lastRenderedPageBreak/>
        <w:t>107.8248</w:t>
      </w:r>
      <w:r>
        <w:tab/>
        <w:t>2.025e0</w:t>
      </w:r>
    </w:p>
    <w:p w:rsidR="007B2329" w:rsidRDefault="007B2329" w:rsidP="007B2329">
      <w:r>
        <w:t>107.8343</w:t>
      </w:r>
      <w:r>
        <w:tab/>
        <w:t>1.013e0</w:t>
      </w:r>
    </w:p>
    <w:p w:rsidR="007B2329" w:rsidRDefault="007B2329" w:rsidP="007B2329">
      <w:r>
        <w:t>107.8399</w:t>
      </w:r>
      <w:r>
        <w:tab/>
        <w:t>1.266e-2</w:t>
      </w:r>
    </w:p>
    <w:p w:rsidR="007B2329" w:rsidRDefault="007B2329" w:rsidP="007B2329">
      <w:r>
        <w:t>107.8428</w:t>
      </w:r>
      <w:r>
        <w:tab/>
        <w:t>1.025e0</w:t>
      </w:r>
    </w:p>
    <w:p w:rsidR="007B2329" w:rsidRDefault="007B2329" w:rsidP="007B2329">
      <w:r>
        <w:t>107.8455</w:t>
      </w:r>
      <w:r>
        <w:tab/>
        <w:t>1.025e0</w:t>
      </w:r>
    </w:p>
    <w:p w:rsidR="007B2329" w:rsidRDefault="007B2329" w:rsidP="007B2329">
      <w:r>
        <w:t>107.8552</w:t>
      </w:r>
      <w:r>
        <w:tab/>
        <w:t>2.025e0</w:t>
      </w:r>
    </w:p>
    <w:p w:rsidR="007B2329" w:rsidRDefault="007B2329" w:rsidP="007B2329">
      <w:r>
        <w:t>107.8592</w:t>
      </w:r>
      <w:r>
        <w:tab/>
        <w:t>2.025e0</w:t>
      </w:r>
    </w:p>
    <w:p w:rsidR="007B2329" w:rsidRDefault="007B2329" w:rsidP="007B2329">
      <w:r>
        <w:t>107.8732</w:t>
      </w:r>
      <w:r>
        <w:tab/>
        <w:t>1.013e0</w:t>
      </w:r>
    </w:p>
    <w:p w:rsidR="007B2329" w:rsidRDefault="007B2329" w:rsidP="007B2329">
      <w:r>
        <w:t>107.8758</w:t>
      </w:r>
      <w:r>
        <w:tab/>
        <w:t>2.025e0</w:t>
      </w:r>
    </w:p>
    <w:p w:rsidR="007B2329" w:rsidRDefault="007B2329" w:rsidP="007B2329">
      <w:r>
        <w:t>107.8784</w:t>
      </w:r>
      <w:r>
        <w:tab/>
        <w:t>1.013e0</w:t>
      </w:r>
    </w:p>
    <w:p w:rsidR="007B2329" w:rsidRDefault="007B2329" w:rsidP="007B2329">
      <w:r>
        <w:t>107.8813</w:t>
      </w:r>
      <w:r>
        <w:tab/>
        <w:t>4.051e0</w:t>
      </w:r>
    </w:p>
    <w:p w:rsidR="007B2329" w:rsidRDefault="007B2329" w:rsidP="007B2329">
      <w:r>
        <w:t>107.8874</w:t>
      </w:r>
      <w:r>
        <w:tab/>
        <w:t>4.051e0</w:t>
      </w:r>
    </w:p>
    <w:p w:rsidR="007B2329" w:rsidRDefault="007B2329" w:rsidP="007B2329">
      <w:r>
        <w:t>107.8910</w:t>
      </w:r>
      <w:r>
        <w:tab/>
        <w:t>2.025e0</w:t>
      </w:r>
    </w:p>
    <w:p w:rsidR="007B2329" w:rsidRDefault="007B2329" w:rsidP="007B2329">
      <w:r>
        <w:t>107.8951</w:t>
      </w:r>
      <w:r>
        <w:tab/>
        <w:t>1.266e-2</w:t>
      </w:r>
    </w:p>
    <w:p w:rsidR="007B2329" w:rsidRDefault="007B2329" w:rsidP="007B2329">
      <w:r>
        <w:t>107.8979</w:t>
      </w:r>
      <w:r>
        <w:tab/>
        <w:t>1.013e0</w:t>
      </w:r>
    </w:p>
    <w:p w:rsidR="007B2329" w:rsidRDefault="007B2329" w:rsidP="007B2329">
      <w:r>
        <w:t>107.9037</w:t>
      </w:r>
      <w:r>
        <w:tab/>
        <w:t>2.025e0</w:t>
      </w:r>
    </w:p>
    <w:p w:rsidR="007B2329" w:rsidRDefault="007B2329" w:rsidP="007B2329">
      <w:r>
        <w:t>107.9062</w:t>
      </w:r>
      <w:r>
        <w:tab/>
        <w:t>2.025e0</w:t>
      </w:r>
    </w:p>
    <w:p w:rsidR="007B2329" w:rsidRDefault="007B2329" w:rsidP="007B2329">
      <w:r>
        <w:t>107.9226</w:t>
      </w:r>
      <w:r>
        <w:tab/>
        <w:t>1.266e-2</w:t>
      </w:r>
    </w:p>
    <w:p w:rsidR="007B2329" w:rsidRDefault="007B2329" w:rsidP="007B2329">
      <w:r>
        <w:t>107.9283</w:t>
      </w:r>
      <w:r>
        <w:tab/>
        <w:t>1.038e0</w:t>
      </w:r>
    </w:p>
    <w:p w:rsidR="007B2329" w:rsidRDefault="007B2329" w:rsidP="007B2329">
      <w:r>
        <w:lastRenderedPageBreak/>
        <w:t>107.9311</w:t>
      </w:r>
      <w:r>
        <w:tab/>
        <w:t>1.013e0</w:t>
      </w:r>
    </w:p>
    <w:p w:rsidR="007B2329" w:rsidRDefault="007B2329" w:rsidP="007B2329">
      <w:r>
        <w:t>107.9365</w:t>
      </w:r>
      <w:r>
        <w:tab/>
        <w:t>2.038e0</w:t>
      </w:r>
    </w:p>
    <w:p w:rsidR="007B2329" w:rsidRDefault="007B2329" w:rsidP="007B2329">
      <w:r>
        <w:t>107.9379</w:t>
      </w:r>
      <w:r>
        <w:tab/>
        <w:t>2.025e0</w:t>
      </w:r>
    </w:p>
    <w:p w:rsidR="007B2329" w:rsidRDefault="007B2329" w:rsidP="007B2329">
      <w:r>
        <w:t>107.9407</w:t>
      </w:r>
      <w:r>
        <w:tab/>
        <w:t>2.025e0</w:t>
      </w:r>
    </w:p>
    <w:p w:rsidR="007B2329" w:rsidRDefault="007B2329" w:rsidP="007B2329">
      <w:r>
        <w:t>107.9587</w:t>
      </w:r>
      <w:r>
        <w:tab/>
        <w:t>1.025e0</w:t>
      </w:r>
    </w:p>
    <w:p w:rsidR="007B2329" w:rsidRDefault="007B2329" w:rsidP="007B2329">
      <w:r>
        <w:t>107.9615</w:t>
      </w:r>
      <w:r>
        <w:tab/>
        <w:t>1.025e0</w:t>
      </w:r>
    </w:p>
    <w:p w:rsidR="007B2329" w:rsidRDefault="007B2329" w:rsidP="007B2329">
      <w:r>
        <w:t>107.9642</w:t>
      </w:r>
      <w:r>
        <w:tab/>
        <w:t>1.266e-2</w:t>
      </w:r>
    </w:p>
    <w:p w:rsidR="007B2329" w:rsidRDefault="007B2329" w:rsidP="007B2329">
      <w:r>
        <w:t>107.9697</w:t>
      </w:r>
      <w:r>
        <w:tab/>
        <w:t>1.013e0</w:t>
      </w:r>
    </w:p>
    <w:p w:rsidR="007B2329" w:rsidRDefault="007B2329" w:rsidP="007B2329">
      <w:r>
        <w:t>107.9710</w:t>
      </w:r>
      <w:r>
        <w:tab/>
        <w:t>1.025e0</w:t>
      </w:r>
    </w:p>
    <w:p w:rsidR="007B2329" w:rsidRDefault="007B2329" w:rsidP="007B2329">
      <w:r>
        <w:t>107.9725</w:t>
      </w:r>
      <w:r>
        <w:tab/>
        <w:t>1.013e0</w:t>
      </w:r>
    </w:p>
    <w:p w:rsidR="007B2329" w:rsidRDefault="007B2329" w:rsidP="007B2329">
      <w:r>
        <w:t>107.9782</w:t>
      </w:r>
      <w:r>
        <w:tab/>
        <w:t>1.266e-2</w:t>
      </w:r>
    </w:p>
    <w:p w:rsidR="007B2329" w:rsidRDefault="007B2329" w:rsidP="007B2329">
      <w:r>
        <w:t>107.9808</w:t>
      </w:r>
      <w:r>
        <w:tab/>
        <w:t>3.038e0</w:t>
      </w:r>
    </w:p>
    <w:p w:rsidR="007B2329" w:rsidRDefault="007B2329" w:rsidP="007B2329">
      <w:r>
        <w:t>107.9920</w:t>
      </w:r>
      <w:r>
        <w:tab/>
        <w:t>1.013e0</w:t>
      </w:r>
    </w:p>
    <w:p w:rsidR="007B2329" w:rsidRDefault="007B2329" w:rsidP="007B2329">
      <w:r>
        <w:t>107.9986</w:t>
      </w:r>
      <w:r>
        <w:tab/>
        <w:t>1.025e0</w:t>
      </w:r>
    </w:p>
    <w:p w:rsidR="007B2329" w:rsidRDefault="007B2329" w:rsidP="007B2329">
      <w:r>
        <w:t>108.0138</w:t>
      </w:r>
      <w:r>
        <w:tab/>
        <w:t>1.013e0</w:t>
      </w:r>
    </w:p>
    <w:p w:rsidR="007B2329" w:rsidRDefault="007B2329" w:rsidP="007B2329">
      <w:r>
        <w:t>108.0167</w:t>
      </w:r>
      <w:r>
        <w:tab/>
        <w:t>1.013e0</w:t>
      </w:r>
    </w:p>
    <w:p w:rsidR="007B2329" w:rsidRDefault="007B2329" w:rsidP="007B2329">
      <w:r>
        <w:t>108.0224</w:t>
      </w:r>
      <w:r>
        <w:tab/>
        <w:t>1.013e0</w:t>
      </w:r>
    </w:p>
    <w:p w:rsidR="007B2329" w:rsidRDefault="007B2329" w:rsidP="007B2329">
      <w:r>
        <w:t>108.0247</w:t>
      </w:r>
      <w:r>
        <w:tab/>
        <w:t>1.013e0</w:t>
      </w:r>
    </w:p>
    <w:p w:rsidR="007B2329" w:rsidRDefault="007B2329" w:rsidP="007B2329">
      <w:r>
        <w:t>108.0304</w:t>
      </w:r>
      <w:r>
        <w:tab/>
        <w:t>1.013e0</w:t>
      </w:r>
    </w:p>
    <w:p w:rsidR="007B2329" w:rsidRDefault="007B2329" w:rsidP="007B2329">
      <w:r>
        <w:lastRenderedPageBreak/>
        <w:t>108.0333</w:t>
      </w:r>
      <w:r>
        <w:tab/>
        <w:t>1.013e0</w:t>
      </w:r>
    </w:p>
    <w:p w:rsidR="007B2329" w:rsidRDefault="007B2329" w:rsidP="007B2329">
      <w:r>
        <w:t>108.0361</w:t>
      </w:r>
      <w:r>
        <w:tab/>
        <w:t>1.013e0</w:t>
      </w:r>
    </w:p>
    <w:p w:rsidR="007B2329" w:rsidRDefault="007B2329" w:rsidP="007B2329">
      <w:r>
        <w:t>108.0546</w:t>
      </w:r>
      <w:r>
        <w:tab/>
        <w:t>3.038e0</w:t>
      </w:r>
    </w:p>
    <w:p w:rsidR="007B2329" w:rsidRDefault="007B2329" w:rsidP="007B2329">
      <w:r>
        <w:t>108.0637</w:t>
      </w:r>
      <w:r>
        <w:tab/>
        <w:t>2.025e0</w:t>
      </w:r>
    </w:p>
    <w:p w:rsidR="007B2329" w:rsidRDefault="007B2329" w:rsidP="007B2329">
      <w:r>
        <w:t>108.0664</w:t>
      </w:r>
      <w:r>
        <w:tab/>
        <w:t>5.063e-2</w:t>
      </w:r>
    </w:p>
    <w:p w:rsidR="007B2329" w:rsidRDefault="007B2329" w:rsidP="007B2329">
      <w:r>
        <w:t>108.0704</w:t>
      </w:r>
      <w:r>
        <w:tab/>
        <w:t>5.139e0</w:t>
      </w:r>
    </w:p>
    <w:p w:rsidR="007B2329" w:rsidRDefault="007B2329" w:rsidP="007B2329">
      <w:r>
        <w:t>108.0716</w:t>
      </w:r>
      <w:r>
        <w:tab/>
        <w:t>1.249e1</w:t>
      </w:r>
    </w:p>
    <w:p w:rsidR="007B2329" w:rsidRDefault="007B2329" w:rsidP="007B2329">
      <w:r>
        <w:t>108.0735</w:t>
      </w:r>
      <w:r>
        <w:tab/>
        <w:t>7.595e-2</w:t>
      </w:r>
    </w:p>
    <w:p w:rsidR="007B2329" w:rsidRDefault="007B2329" w:rsidP="007B2329">
      <w:r>
        <w:t>108.0771</w:t>
      </w:r>
      <w:r>
        <w:tab/>
        <w:t>4.051e0</w:t>
      </w:r>
    </w:p>
    <w:p w:rsidR="007B2329" w:rsidRDefault="007B2329" w:rsidP="007B2329">
      <w:r>
        <w:t>108.0833</w:t>
      </w:r>
      <w:r>
        <w:tab/>
        <w:t>1.768e0</w:t>
      </w:r>
    </w:p>
    <w:p w:rsidR="007B2329" w:rsidRDefault="007B2329" w:rsidP="007B2329">
      <w:r>
        <w:t>108.0898</w:t>
      </w:r>
      <w:r>
        <w:tab/>
        <w:t>4.052e0</w:t>
      </w:r>
    </w:p>
    <w:p w:rsidR="007B2329" w:rsidRDefault="007B2329" w:rsidP="007B2329">
      <w:r>
        <w:t>108.0970</w:t>
      </w:r>
      <w:r>
        <w:tab/>
        <w:t>2.025e0</w:t>
      </w:r>
    </w:p>
    <w:p w:rsidR="007B2329" w:rsidRDefault="007B2329" w:rsidP="007B2329">
      <w:r>
        <w:t>108.0981</w:t>
      </w:r>
      <w:r>
        <w:tab/>
        <w:t>1.051e0</w:t>
      </w:r>
    </w:p>
    <w:p w:rsidR="007B2329" w:rsidRDefault="007B2329" w:rsidP="007B2329">
      <w:r>
        <w:t>108.1022</w:t>
      </w:r>
      <w:r>
        <w:tab/>
        <w:t>2.025e0</w:t>
      </w:r>
    </w:p>
    <w:p w:rsidR="007B2329" w:rsidRDefault="007B2329" w:rsidP="007B2329">
      <w:r>
        <w:t>108.1036</w:t>
      </w:r>
      <w:r>
        <w:tab/>
        <w:t>2.025e0</w:t>
      </w:r>
    </w:p>
    <w:p w:rsidR="007B2329" w:rsidRDefault="007B2329" w:rsidP="007B2329">
      <w:r>
        <w:t>108.1120</w:t>
      </w:r>
      <w:r>
        <w:tab/>
        <w:t>2.025e0</w:t>
      </w:r>
    </w:p>
    <w:p w:rsidR="007B2329" w:rsidRDefault="007B2329" w:rsidP="007B2329">
      <w:r>
        <w:t>108.1189</w:t>
      </w:r>
      <w:r>
        <w:tab/>
        <w:t>2.025e0</w:t>
      </w:r>
    </w:p>
    <w:p w:rsidR="007B2329" w:rsidRDefault="007B2329" w:rsidP="007B2329">
      <w:r>
        <w:t>108.1273</w:t>
      </w:r>
      <w:r>
        <w:tab/>
        <w:t>1.266e-2</w:t>
      </w:r>
    </w:p>
    <w:p w:rsidR="007B2329" w:rsidRDefault="007B2329" w:rsidP="007B2329">
      <w:r>
        <w:t>108.1326</w:t>
      </w:r>
      <w:r>
        <w:tab/>
        <w:t>1.266e-2</w:t>
      </w:r>
    </w:p>
    <w:p w:rsidR="007B2329" w:rsidRDefault="007B2329" w:rsidP="007B2329">
      <w:r>
        <w:lastRenderedPageBreak/>
        <w:t>108.1368</w:t>
      </w:r>
      <w:r>
        <w:tab/>
        <w:t>2.025e0</w:t>
      </w:r>
    </w:p>
    <w:p w:rsidR="007B2329" w:rsidRDefault="007B2329" w:rsidP="007B2329">
      <w:r>
        <w:t>108.1436</w:t>
      </w:r>
      <w:r>
        <w:tab/>
        <w:t>1.013e0</w:t>
      </w:r>
    </w:p>
    <w:p w:rsidR="007B2329" w:rsidRDefault="007B2329" w:rsidP="007B2329">
      <w:r>
        <w:t>108.1464</w:t>
      </w:r>
      <w:r>
        <w:tab/>
        <w:t>1.013e0</w:t>
      </w:r>
    </w:p>
    <w:p w:rsidR="007B2329" w:rsidRDefault="007B2329" w:rsidP="007B2329">
      <w:r>
        <w:t>108.1493</w:t>
      </w:r>
      <w:r>
        <w:tab/>
        <w:t>1.013e0</w:t>
      </w:r>
    </w:p>
    <w:p w:rsidR="007B2329" w:rsidRDefault="007B2329" w:rsidP="007B2329">
      <w:r>
        <w:t>108.1520</w:t>
      </w:r>
      <w:r>
        <w:tab/>
        <w:t>1.013e0</w:t>
      </w:r>
    </w:p>
    <w:p w:rsidR="007B2329" w:rsidRDefault="007B2329" w:rsidP="007B2329">
      <w:r>
        <w:t>108.1562</w:t>
      </w:r>
      <w:r>
        <w:tab/>
        <w:t>1.025e0</w:t>
      </w:r>
    </w:p>
    <w:p w:rsidR="007B2329" w:rsidRDefault="007B2329" w:rsidP="007B2329">
      <w:r>
        <w:t>108.1631</w:t>
      </w:r>
      <w:r>
        <w:tab/>
        <w:t>1.013e0</w:t>
      </w:r>
    </w:p>
    <w:p w:rsidR="007B2329" w:rsidRDefault="007B2329" w:rsidP="007B2329">
      <w:r>
        <w:t>108.1811</w:t>
      </w:r>
      <w:r>
        <w:tab/>
        <w:t>1.031e0</w:t>
      </w:r>
    </w:p>
    <w:p w:rsidR="007B2329" w:rsidRDefault="007B2329" w:rsidP="007B2329">
      <w:r>
        <w:t>108.1832</w:t>
      </w:r>
      <w:r>
        <w:tab/>
        <w:t>3.038e0</w:t>
      </w:r>
    </w:p>
    <w:p w:rsidR="007B2329" w:rsidRDefault="007B2329" w:rsidP="007B2329">
      <w:r>
        <w:t>108.1879</w:t>
      </w:r>
      <w:r>
        <w:tab/>
        <w:t>1.013e0</w:t>
      </w:r>
    </w:p>
    <w:p w:rsidR="007B2329" w:rsidRDefault="007B2329" w:rsidP="007B2329">
      <w:r>
        <w:t>108.1906</w:t>
      </w:r>
      <w:r>
        <w:tab/>
        <w:t>1.013e0</w:t>
      </w:r>
    </w:p>
    <w:p w:rsidR="007B2329" w:rsidRDefault="007B2329" w:rsidP="007B2329">
      <w:r>
        <w:t>108.1984</w:t>
      </w:r>
      <w:r>
        <w:tab/>
        <w:t>2.841e0</w:t>
      </w:r>
    </w:p>
    <w:p w:rsidR="007B2329" w:rsidRDefault="007B2329" w:rsidP="007B2329">
      <w:r>
        <w:t>108.2017</w:t>
      </w:r>
      <w:r>
        <w:tab/>
        <w:t>2.025e0</w:t>
      </w:r>
    </w:p>
    <w:p w:rsidR="007B2329" w:rsidRDefault="007B2329" w:rsidP="007B2329">
      <w:r>
        <w:t>108.2043</w:t>
      </w:r>
      <w:r>
        <w:tab/>
        <w:t>2.025e0</w:t>
      </w:r>
    </w:p>
    <w:p w:rsidR="007B2329" w:rsidRDefault="007B2329" w:rsidP="007B2329">
      <w:r>
        <w:t>108.2184</w:t>
      </w:r>
      <w:r>
        <w:tab/>
        <w:t>2.025e0</w:t>
      </w:r>
    </w:p>
    <w:p w:rsidR="007B2329" w:rsidRDefault="007B2329" w:rsidP="007B2329">
      <w:r>
        <w:t>108.2267</w:t>
      </w:r>
      <w:r>
        <w:tab/>
        <w:t>1.013e0</w:t>
      </w:r>
    </w:p>
    <w:p w:rsidR="007B2329" w:rsidRDefault="007B2329" w:rsidP="007B2329">
      <w:r>
        <w:t>108.2349</w:t>
      </w:r>
      <w:r>
        <w:tab/>
        <w:t>2.532e-2</w:t>
      </w:r>
    </w:p>
    <w:p w:rsidR="007B2329" w:rsidRDefault="007B2329" w:rsidP="007B2329">
      <w:r>
        <w:t>108.2363</w:t>
      </w:r>
      <w:r>
        <w:tab/>
        <w:t>2.025e0</w:t>
      </w:r>
    </w:p>
    <w:p w:rsidR="007B2329" w:rsidRDefault="007B2329" w:rsidP="007B2329">
      <w:r>
        <w:t>108.2377</w:t>
      </w:r>
      <w:r>
        <w:tab/>
        <w:t>1.013e0</w:t>
      </w:r>
    </w:p>
    <w:p w:rsidR="007B2329" w:rsidRDefault="007B2329" w:rsidP="007B2329">
      <w:r>
        <w:lastRenderedPageBreak/>
        <w:t>108.2502</w:t>
      </w:r>
      <w:r>
        <w:tab/>
        <w:t>2.025e0</w:t>
      </w:r>
    </w:p>
    <w:p w:rsidR="007B2329" w:rsidRDefault="007B2329" w:rsidP="007B2329">
      <w:r>
        <w:t>108.2515</w:t>
      </w:r>
      <w:r>
        <w:tab/>
        <w:t>1.013e0</w:t>
      </w:r>
    </w:p>
    <w:p w:rsidR="007B2329" w:rsidRDefault="007B2329" w:rsidP="007B2329">
      <w:r>
        <w:t>108.2543</w:t>
      </w:r>
      <w:r>
        <w:tab/>
        <w:t>2.025e0</w:t>
      </w:r>
    </w:p>
    <w:p w:rsidR="007B2329" w:rsidRDefault="007B2329" w:rsidP="007B2329">
      <w:r>
        <w:t>108.2571</w:t>
      </w:r>
      <w:r>
        <w:tab/>
        <w:t>1.013e0</w:t>
      </w:r>
    </w:p>
    <w:p w:rsidR="007B2329" w:rsidRDefault="007B2329" w:rsidP="007B2329">
      <w:r>
        <w:t>108.2738</w:t>
      </w:r>
      <w:r>
        <w:tab/>
        <w:t>1.013e0</w:t>
      </w:r>
    </w:p>
    <w:p w:rsidR="007B2329" w:rsidRDefault="007B2329" w:rsidP="007B2329">
      <w:r>
        <w:t>108.2751</w:t>
      </w:r>
      <w:r>
        <w:tab/>
        <w:t>2.025e0</w:t>
      </w:r>
    </w:p>
    <w:p w:rsidR="007B2329" w:rsidRDefault="007B2329" w:rsidP="007B2329">
      <w:r>
        <w:t>108.2824</w:t>
      </w:r>
      <w:r>
        <w:tab/>
        <w:t>2.038e0</w:t>
      </w:r>
    </w:p>
    <w:p w:rsidR="007B2329" w:rsidRDefault="007B2329" w:rsidP="007B2329">
      <w:r>
        <w:t>108.2929</w:t>
      </w:r>
      <w:r>
        <w:tab/>
        <w:t>1.013e0</w:t>
      </w:r>
    </w:p>
    <w:p w:rsidR="007B2329" w:rsidRDefault="007B2329" w:rsidP="007B2329">
      <w:r>
        <w:t>108.2957</w:t>
      </w:r>
      <w:r>
        <w:tab/>
        <w:t>2.025e0</w:t>
      </w:r>
    </w:p>
    <w:p w:rsidR="007B2329" w:rsidRDefault="007B2329" w:rsidP="007B2329">
      <w:r>
        <w:t>108.3013</w:t>
      </w:r>
      <w:r>
        <w:tab/>
        <w:t>1.013e0</w:t>
      </w:r>
    </w:p>
    <w:p w:rsidR="007B2329" w:rsidRDefault="007B2329" w:rsidP="007B2329">
      <w:r>
        <w:t>108.3180</w:t>
      </w:r>
      <w:r>
        <w:tab/>
        <w:t>1.013e0</w:t>
      </w:r>
    </w:p>
    <w:p w:rsidR="007B2329" w:rsidRDefault="007B2329" w:rsidP="007B2329">
      <w:r>
        <w:t>108.3194</w:t>
      </w:r>
      <w:r>
        <w:tab/>
        <w:t>2.025e0</w:t>
      </w:r>
    </w:p>
    <w:p w:rsidR="007B2329" w:rsidRDefault="007B2329" w:rsidP="007B2329">
      <w:r>
        <w:t>108.3290</w:t>
      </w:r>
      <w:r>
        <w:tab/>
        <w:t>1.013e0</w:t>
      </w:r>
    </w:p>
    <w:p w:rsidR="007B2329" w:rsidRDefault="007B2329" w:rsidP="007B2329">
      <w:r>
        <w:t>108.3347</w:t>
      </w:r>
      <w:r>
        <w:tab/>
        <w:t>1.266e-2</w:t>
      </w:r>
    </w:p>
    <w:p w:rsidR="007B2329" w:rsidRDefault="007B2329" w:rsidP="007B2329">
      <w:r>
        <w:t>108.3378</w:t>
      </w:r>
      <w:r>
        <w:tab/>
        <w:t>5.063e0</w:t>
      </w:r>
    </w:p>
    <w:p w:rsidR="007B2329" w:rsidRDefault="007B2329" w:rsidP="007B2329">
      <w:r>
        <w:t>108.3513</w:t>
      </w:r>
      <w:r>
        <w:tab/>
        <w:t>1.266e-2</w:t>
      </w:r>
    </w:p>
    <w:p w:rsidR="007B2329" w:rsidRDefault="007B2329" w:rsidP="007B2329">
      <w:r>
        <w:t>108.3595</w:t>
      </w:r>
      <w:r>
        <w:tab/>
        <w:t>1.013e0</w:t>
      </w:r>
    </w:p>
    <w:p w:rsidR="007B2329" w:rsidRDefault="007B2329" w:rsidP="007B2329">
      <w:r>
        <w:t>108.3623</w:t>
      </w:r>
      <w:r>
        <w:tab/>
        <w:t>1.013e0</w:t>
      </w:r>
    </w:p>
    <w:p w:rsidR="007B2329" w:rsidRDefault="007B2329" w:rsidP="007B2329">
      <w:r>
        <w:t>108.3652</w:t>
      </w:r>
      <w:r>
        <w:tab/>
        <w:t>1.013e0</w:t>
      </w:r>
    </w:p>
    <w:p w:rsidR="007B2329" w:rsidRDefault="007B2329" w:rsidP="007B2329">
      <w:r>
        <w:lastRenderedPageBreak/>
        <w:t>108.3676</w:t>
      </w:r>
      <w:r>
        <w:tab/>
        <w:t>1.013e0</w:t>
      </w:r>
    </w:p>
    <w:p w:rsidR="007B2329" w:rsidRDefault="007B2329" w:rsidP="007B2329">
      <w:r>
        <w:t>108.3789</w:t>
      </w:r>
      <w:r>
        <w:tab/>
        <w:t>2.025e0</w:t>
      </w:r>
    </w:p>
    <w:p w:rsidR="007B2329" w:rsidRDefault="007B2329" w:rsidP="007B2329">
      <w:r>
        <w:t>108.3834</w:t>
      </w:r>
      <w:r>
        <w:tab/>
        <w:t>3.038e0</w:t>
      </w:r>
    </w:p>
    <w:p w:rsidR="007B2329" w:rsidRDefault="007B2329" w:rsidP="007B2329">
      <w:r>
        <w:t>108.3870</w:t>
      </w:r>
      <w:r>
        <w:tab/>
        <w:t>1.025e0</w:t>
      </w:r>
    </w:p>
    <w:p w:rsidR="007B2329" w:rsidRDefault="007B2329" w:rsidP="007B2329">
      <w:r>
        <w:t>108.3884</w:t>
      </w:r>
      <w:r>
        <w:tab/>
        <w:t>2.025e0</w:t>
      </w:r>
    </w:p>
    <w:p w:rsidR="007B2329" w:rsidRDefault="007B2329" w:rsidP="007B2329">
      <w:r>
        <w:t>108.3898</w:t>
      </w:r>
      <w:r>
        <w:tab/>
        <w:t>1.013e0</w:t>
      </w:r>
    </w:p>
    <w:p w:rsidR="007B2329" w:rsidRDefault="007B2329" w:rsidP="007B2329">
      <w:r>
        <w:t>108.4008</w:t>
      </w:r>
      <w:r>
        <w:tab/>
        <w:t>1.013e0</w:t>
      </w:r>
    </w:p>
    <w:p w:rsidR="007B2329" w:rsidRDefault="007B2329" w:rsidP="007B2329">
      <w:r>
        <w:t>108.4037</w:t>
      </w:r>
      <w:r>
        <w:tab/>
        <w:t>2.025e0</w:t>
      </w:r>
    </w:p>
    <w:p w:rsidR="007B2329" w:rsidRDefault="007B2329" w:rsidP="007B2329">
      <w:r>
        <w:t>108.4065</w:t>
      </w:r>
      <w:r>
        <w:tab/>
        <w:t>1.266e-2</w:t>
      </w:r>
    </w:p>
    <w:p w:rsidR="007B2329" w:rsidRDefault="007B2329" w:rsidP="007B2329">
      <w:r>
        <w:t>108.4094</w:t>
      </w:r>
      <w:r>
        <w:tab/>
        <w:t>1.013e0</w:t>
      </w:r>
    </w:p>
    <w:p w:rsidR="007B2329" w:rsidRDefault="007B2329" w:rsidP="007B2329">
      <w:r>
        <w:t>108.4107</w:t>
      </w:r>
      <w:r>
        <w:tab/>
        <w:t>2.532e-2</w:t>
      </w:r>
    </w:p>
    <w:p w:rsidR="007B2329" w:rsidRDefault="007B2329" w:rsidP="007B2329">
      <w:r>
        <w:t>108.4120</w:t>
      </w:r>
      <w:r>
        <w:tab/>
        <w:t>1.013e0</w:t>
      </w:r>
    </w:p>
    <w:p w:rsidR="007B2329" w:rsidRDefault="007B2329" w:rsidP="007B2329">
      <w:r>
        <w:t>108.4167</w:t>
      </w:r>
      <w:r>
        <w:tab/>
        <w:t>3.038e0</w:t>
      </w:r>
    </w:p>
    <w:p w:rsidR="007B2329" w:rsidRDefault="007B2329" w:rsidP="007B2329">
      <w:r>
        <w:t>108.4203</w:t>
      </w:r>
      <w:r>
        <w:tab/>
        <w:t>1.025e0</w:t>
      </w:r>
    </w:p>
    <w:p w:rsidR="007B2329" w:rsidRDefault="007B2329" w:rsidP="007B2329">
      <w:r>
        <w:t>108.4260</w:t>
      </w:r>
      <w:r>
        <w:tab/>
        <w:t>1.013e0</w:t>
      </w:r>
    </w:p>
    <w:p w:rsidR="007B2329" w:rsidRDefault="007B2329" w:rsidP="007B2329">
      <w:r>
        <w:t>108.4341</w:t>
      </w:r>
      <w:r>
        <w:tab/>
        <w:t>2.025e0</w:t>
      </w:r>
    </w:p>
    <w:p w:rsidR="007B2329" w:rsidRDefault="007B2329" w:rsidP="007B2329">
      <w:r>
        <w:t>108.4370</w:t>
      </w:r>
      <w:r>
        <w:tab/>
        <w:t>1.013e0</w:t>
      </w:r>
    </w:p>
    <w:p w:rsidR="007B2329" w:rsidRDefault="007B2329" w:rsidP="007B2329">
      <w:r>
        <w:t>108.4424</w:t>
      </w:r>
      <w:r>
        <w:tab/>
        <w:t>2.025e0</w:t>
      </w:r>
    </w:p>
    <w:p w:rsidR="007B2329" w:rsidRDefault="007B2329" w:rsidP="007B2329">
      <w:r>
        <w:t>108.4508</w:t>
      </w:r>
      <w:r>
        <w:tab/>
        <w:t>1.266e-2</w:t>
      </w:r>
    </w:p>
    <w:p w:rsidR="007B2329" w:rsidRDefault="007B2329" w:rsidP="007B2329">
      <w:r>
        <w:lastRenderedPageBreak/>
        <w:t>108.4522</w:t>
      </w:r>
      <w:r>
        <w:tab/>
        <w:t>2.025e0</w:t>
      </w:r>
    </w:p>
    <w:p w:rsidR="007B2329" w:rsidRDefault="007B2329" w:rsidP="007B2329">
      <w:r>
        <w:t>108.4536</w:t>
      </w:r>
      <w:r>
        <w:tab/>
        <w:t>1.025e0</w:t>
      </w:r>
    </w:p>
    <w:p w:rsidR="007B2329" w:rsidRDefault="007B2329" w:rsidP="007B2329">
      <w:r>
        <w:t>108.4551</w:t>
      </w:r>
      <w:r>
        <w:tab/>
        <w:t>4.051e0</w:t>
      </w:r>
    </w:p>
    <w:p w:rsidR="007B2329" w:rsidRDefault="007B2329" w:rsidP="007B2329">
      <w:r>
        <w:t>108.4576</w:t>
      </w:r>
      <w:r>
        <w:tab/>
        <w:t>2.025e0</w:t>
      </w:r>
    </w:p>
    <w:p w:rsidR="007B2329" w:rsidRDefault="007B2329" w:rsidP="007B2329">
      <w:r>
        <w:t>108.4743</w:t>
      </w:r>
      <w:r>
        <w:tab/>
        <w:t>2.025e0</w:t>
      </w:r>
    </w:p>
    <w:p w:rsidR="007B2329" w:rsidRDefault="007B2329" w:rsidP="007B2329">
      <w:r>
        <w:t>108.4756</w:t>
      </w:r>
      <w:r>
        <w:tab/>
        <w:t>2.025e0</w:t>
      </w:r>
    </w:p>
    <w:p w:rsidR="007B2329" w:rsidRDefault="007B2329" w:rsidP="007B2329">
      <w:r>
        <w:t>108.4784</w:t>
      </w:r>
      <w:r>
        <w:tab/>
        <w:t>1.013e0</w:t>
      </w:r>
    </w:p>
    <w:p w:rsidR="007B2329" w:rsidRDefault="007B2329" w:rsidP="007B2329">
      <w:r>
        <w:t>108.4868</w:t>
      </w:r>
      <w:r>
        <w:tab/>
        <w:t>1.266e-2</w:t>
      </w:r>
    </w:p>
    <w:p w:rsidR="007B2329" w:rsidRDefault="007B2329" w:rsidP="007B2329">
      <w:r>
        <w:t>108.4922</w:t>
      </w:r>
      <w:r>
        <w:tab/>
        <w:t>1.025e0</w:t>
      </w:r>
    </w:p>
    <w:p w:rsidR="007B2329" w:rsidRDefault="007B2329" w:rsidP="007B2329">
      <w:r>
        <w:t>108.5008</w:t>
      </w:r>
      <w:r>
        <w:tab/>
        <w:t>1.266e-2</w:t>
      </w:r>
    </w:p>
    <w:p w:rsidR="007B2329" w:rsidRDefault="007B2329" w:rsidP="007B2329">
      <w:r>
        <w:t>108.5060</w:t>
      </w:r>
      <w:r>
        <w:tab/>
        <w:t>1.013e0</w:t>
      </w:r>
    </w:p>
    <w:p w:rsidR="007B2329" w:rsidRDefault="007B2329" w:rsidP="007B2329">
      <w:r>
        <w:t>108.5089</w:t>
      </w:r>
      <w:r>
        <w:tab/>
        <w:t>2.025e0</w:t>
      </w:r>
    </w:p>
    <w:p w:rsidR="007B2329" w:rsidRDefault="007B2329" w:rsidP="007B2329">
      <w:r>
        <w:t>108.5130</w:t>
      </w:r>
      <w:r>
        <w:tab/>
        <w:t>2.025e0</w:t>
      </w:r>
    </w:p>
    <w:p w:rsidR="007B2329" w:rsidRDefault="007B2329" w:rsidP="007B2329">
      <w:r>
        <w:t>108.5144</w:t>
      </w:r>
      <w:r>
        <w:tab/>
        <w:t>2.038e0</w:t>
      </w:r>
    </w:p>
    <w:p w:rsidR="007B2329" w:rsidRDefault="007B2329" w:rsidP="007B2329">
      <w:r>
        <w:t>108.5198</w:t>
      </w:r>
      <w:r>
        <w:tab/>
        <w:t>1.013e0</w:t>
      </w:r>
    </w:p>
    <w:p w:rsidR="007B2329" w:rsidRDefault="007B2329" w:rsidP="007B2329">
      <w:r>
        <w:t>108.5255</w:t>
      </w:r>
      <w:r>
        <w:tab/>
        <w:t>2.025e0</w:t>
      </w:r>
    </w:p>
    <w:p w:rsidR="007B2329" w:rsidRDefault="007B2329" w:rsidP="007B2329">
      <w:r>
        <w:t>108.5312</w:t>
      </w:r>
      <w:r>
        <w:tab/>
        <w:t>1.013e0</w:t>
      </w:r>
    </w:p>
    <w:p w:rsidR="007B2329" w:rsidRDefault="007B2329" w:rsidP="007B2329">
      <w:r>
        <w:t>108.5336</w:t>
      </w:r>
      <w:r>
        <w:tab/>
        <w:t>1.013e0</w:t>
      </w:r>
    </w:p>
    <w:p w:rsidR="007B2329" w:rsidRDefault="007B2329" w:rsidP="007B2329">
      <w:r>
        <w:t>108.5365</w:t>
      </w:r>
      <w:r>
        <w:tab/>
        <w:t>1.013e0</w:t>
      </w:r>
    </w:p>
    <w:p w:rsidR="007B2329" w:rsidRDefault="007B2329" w:rsidP="007B2329">
      <w:r>
        <w:lastRenderedPageBreak/>
        <w:t>108.5451</w:t>
      </w:r>
      <w:r>
        <w:tab/>
        <w:t>1.013e0</w:t>
      </w:r>
    </w:p>
    <w:p w:rsidR="007B2329" w:rsidRDefault="007B2329" w:rsidP="007B2329">
      <w:r>
        <w:t>108.5532</w:t>
      </w:r>
      <w:r>
        <w:tab/>
        <w:t>1.013e0</w:t>
      </w:r>
    </w:p>
    <w:p w:rsidR="007B2329" w:rsidRDefault="007B2329" w:rsidP="007B2329">
      <w:r>
        <w:t>108.5560</w:t>
      </w:r>
      <w:r>
        <w:tab/>
        <w:t>1.013e0</w:t>
      </w:r>
    </w:p>
    <w:p w:rsidR="007B2329" w:rsidRDefault="007B2329" w:rsidP="007B2329">
      <w:r>
        <w:t>108.5616</w:t>
      </w:r>
      <w:r>
        <w:tab/>
        <w:t>1.013e0</w:t>
      </w:r>
    </w:p>
    <w:p w:rsidR="007B2329" w:rsidRDefault="007B2329" w:rsidP="007B2329">
      <w:r>
        <w:t>108.5641</w:t>
      </w:r>
      <w:r>
        <w:tab/>
        <w:t>1.266e-2</w:t>
      </w:r>
    </w:p>
    <w:p w:rsidR="007B2329" w:rsidRDefault="007B2329" w:rsidP="007B2329">
      <w:r>
        <w:t>108.5726</w:t>
      </w:r>
      <w:r>
        <w:tab/>
        <w:t>2.038e0</w:t>
      </w:r>
    </w:p>
    <w:p w:rsidR="007B2329" w:rsidRDefault="007B2329" w:rsidP="007B2329">
      <w:r>
        <w:t>108.5779</w:t>
      </w:r>
      <w:r>
        <w:tab/>
        <w:t>2.025e0</w:t>
      </w:r>
    </w:p>
    <w:p w:rsidR="007B2329" w:rsidRDefault="007B2329" w:rsidP="007B2329">
      <w:r>
        <w:t>108.5836</w:t>
      </w:r>
      <w:r>
        <w:tab/>
        <w:t>1.013e0</w:t>
      </w:r>
    </w:p>
    <w:p w:rsidR="007B2329" w:rsidRDefault="007B2329" w:rsidP="007B2329">
      <w:r>
        <w:t>108.5864</w:t>
      </w:r>
      <w:r>
        <w:tab/>
        <w:t>1.013e0</w:t>
      </w:r>
    </w:p>
    <w:p w:rsidR="007B2329" w:rsidRDefault="007B2329" w:rsidP="007B2329">
      <w:r>
        <w:t>108.5989</w:t>
      </w:r>
      <w:r>
        <w:tab/>
        <w:t>1.025e0</w:t>
      </w:r>
    </w:p>
    <w:p w:rsidR="007B2329" w:rsidRDefault="007B2329" w:rsidP="007B2329">
      <w:r>
        <w:t>108.6003</w:t>
      </w:r>
      <w:r>
        <w:tab/>
        <w:t>2.025e0</w:t>
      </w:r>
    </w:p>
    <w:p w:rsidR="007B2329" w:rsidRDefault="007B2329" w:rsidP="007B2329">
      <w:r>
        <w:t>108.6017</w:t>
      </w:r>
      <w:r>
        <w:tab/>
        <w:t>2.025e0</w:t>
      </w:r>
    </w:p>
    <w:p w:rsidR="007B2329" w:rsidRDefault="007B2329" w:rsidP="007B2329">
      <w:r>
        <w:t>108.6113</w:t>
      </w:r>
      <w:r>
        <w:tab/>
        <w:t>1.266e-2</w:t>
      </w:r>
    </w:p>
    <w:p w:rsidR="007B2329" w:rsidRDefault="007B2329" w:rsidP="007B2329">
      <w:r>
        <w:t>108.6224</w:t>
      </w:r>
      <w:r>
        <w:tab/>
        <w:t>2.025e0</w:t>
      </w:r>
    </w:p>
    <w:p w:rsidR="007B2329" w:rsidRDefault="007B2329" w:rsidP="007B2329">
      <w:r>
        <w:t>108.6307</w:t>
      </w:r>
      <w:r>
        <w:tab/>
        <w:t>1.013e0</w:t>
      </w:r>
    </w:p>
    <w:p w:rsidR="007B2329" w:rsidRDefault="007B2329" w:rsidP="007B2329">
      <w:r>
        <w:t>108.6328</w:t>
      </w:r>
      <w:r>
        <w:tab/>
        <w:t>3.051e0</w:t>
      </w:r>
    </w:p>
    <w:p w:rsidR="007B2329" w:rsidRDefault="007B2329" w:rsidP="007B2329">
      <w:r>
        <w:t>108.6388</w:t>
      </w:r>
      <w:r>
        <w:tab/>
        <w:t>1.266e-2</w:t>
      </w:r>
    </w:p>
    <w:p w:rsidR="007B2329" w:rsidRDefault="007B2329" w:rsidP="007B2329">
      <w:r>
        <w:t>108.6474</w:t>
      </w:r>
      <w:r>
        <w:tab/>
        <w:t>1.013e0</w:t>
      </w:r>
    </w:p>
    <w:p w:rsidR="007B2329" w:rsidRDefault="007B2329" w:rsidP="007B2329">
      <w:r>
        <w:t>108.6528</w:t>
      </w:r>
      <w:r>
        <w:tab/>
        <w:t>1.266e-2</w:t>
      </w:r>
    </w:p>
    <w:p w:rsidR="007B2329" w:rsidRDefault="007B2329" w:rsidP="007B2329">
      <w:r>
        <w:lastRenderedPageBreak/>
        <w:t>108.6598</w:t>
      </w:r>
      <w:r>
        <w:tab/>
        <w:t>2.025e0</w:t>
      </w:r>
    </w:p>
    <w:p w:rsidR="007B2329" w:rsidRDefault="007B2329" w:rsidP="007B2329">
      <w:r>
        <w:t>108.6641</w:t>
      </w:r>
      <w:r>
        <w:tab/>
        <w:t>1.013e0</w:t>
      </w:r>
    </w:p>
    <w:p w:rsidR="007B2329" w:rsidRDefault="007B2329" w:rsidP="007B2329">
      <w:r>
        <w:t>108.6693</w:t>
      </w:r>
      <w:r>
        <w:tab/>
        <w:t>1.013e0</w:t>
      </w:r>
    </w:p>
    <w:p w:rsidR="007B2329" w:rsidRDefault="007B2329" w:rsidP="007B2329">
      <w:r>
        <w:t>108.6723</w:t>
      </w:r>
      <w:r>
        <w:tab/>
        <w:t>1.266e-2</w:t>
      </w:r>
    </w:p>
    <w:p w:rsidR="007B2329" w:rsidRDefault="007B2329" w:rsidP="007B2329">
      <w:r>
        <w:t>108.6779</w:t>
      </w:r>
      <w:r>
        <w:tab/>
        <w:t>2.025e0</w:t>
      </w:r>
    </w:p>
    <w:p w:rsidR="007B2329" w:rsidRDefault="007B2329" w:rsidP="007B2329">
      <w:r>
        <w:t>108.6834</w:t>
      </w:r>
      <w:r>
        <w:tab/>
        <w:t>4.051e0</w:t>
      </w:r>
    </w:p>
    <w:p w:rsidR="007B2329" w:rsidRDefault="007B2329" w:rsidP="007B2329">
      <w:r>
        <w:t>108.6998</w:t>
      </w:r>
      <w:r>
        <w:tab/>
        <w:t>2.532e-2</w:t>
      </w:r>
    </w:p>
    <w:p w:rsidR="007B2329" w:rsidRDefault="007B2329" w:rsidP="007B2329">
      <w:r>
        <w:t>108.7084</w:t>
      </w:r>
      <w:r>
        <w:tab/>
        <w:t>1.025e0</w:t>
      </w:r>
    </w:p>
    <w:p w:rsidR="007B2329" w:rsidRDefault="007B2329" w:rsidP="007B2329">
      <w:r>
        <w:t>108.7098</w:t>
      </w:r>
      <w:r>
        <w:tab/>
        <w:t>2.025e0</w:t>
      </w:r>
    </w:p>
    <w:p w:rsidR="007B2329" w:rsidRDefault="007B2329" w:rsidP="007B2329">
      <w:r>
        <w:t>108.7136</w:t>
      </w:r>
      <w:r>
        <w:tab/>
        <w:t>1.013e0</w:t>
      </w:r>
    </w:p>
    <w:p w:rsidR="007B2329" w:rsidRDefault="007B2329" w:rsidP="007B2329">
      <w:r>
        <w:t>108.7166</w:t>
      </w:r>
      <w:r>
        <w:tab/>
        <w:t>1.266e-2</w:t>
      </w:r>
    </w:p>
    <w:p w:rsidR="007B2329" w:rsidRDefault="007B2329" w:rsidP="007B2329">
      <w:r>
        <w:t>108.7208</w:t>
      </w:r>
      <w:r>
        <w:tab/>
        <w:t>1.025e0</w:t>
      </w:r>
    </w:p>
    <w:p w:rsidR="007B2329" w:rsidRDefault="007B2329" w:rsidP="007B2329">
      <w:r>
        <w:t>108.7303</w:t>
      </w:r>
      <w:r>
        <w:tab/>
        <w:t>1.013e0</w:t>
      </w:r>
    </w:p>
    <w:p w:rsidR="007B2329" w:rsidRDefault="007B2329" w:rsidP="007B2329">
      <w:r>
        <w:t>108.7401</w:t>
      </w:r>
      <w:r>
        <w:tab/>
        <w:t>2.025e0</w:t>
      </w:r>
    </w:p>
    <w:p w:rsidR="007B2329" w:rsidRDefault="007B2329" w:rsidP="007B2329">
      <w:r>
        <w:t>108.7415</w:t>
      </w:r>
      <w:r>
        <w:tab/>
        <w:t>4.051e0</w:t>
      </w:r>
    </w:p>
    <w:p w:rsidR="007B2329" w:rsidRDefault="007B2329" w:rsidP="007B2329">
      <w:r>
        <w:t>108.7582</w:t>
      </w:r>
      <w:r>
        <w:tab/>
        <w:t>1.013e0</w:t>
      </w:r>
    </w:p>
    <w:p w:rsidR="007B2329" w:rsidRDefault="007B2329" w:rsidP="007B2329">
      <w:r>
        <w:t>108.7775</w:t>
      </w:r>
      <w:r>
        <w:tab/>
        <w:t>1.013e0</w:t>
      </w:r>
    </w:p>
    <w:p w:rsidR="007B2329" w:rsidRDefault="007B2329" w:rsidP="007B2329">
      <w:r>
        <w:t>108.7913</w:t>
      </w:r>
      <w:r>
        <w:tab/>
        <w:t>1.013e0</w:t>
      </w:r>
    </w:p>
    <w:p w:rsidR="007B2329" w:rsidRDefault="007B2329" w:rsidP="007B2329">
      <w:r>
        <w:t>108.7999</w:t>
      </w:r>
      <w:r>
        <w:tab/>
        <w:t>1.013e0</w:t>
      </w:r>
    </w:p>
    <w:p w:rsidR="007B2329" w:rsidRDefault="007B2329" w:rsidP="007B2329">
      <w:r>
        <w:lastRenderedPageBreak/>
        <w:t>108.8027</w:t>
      </w:r>
      <w:r>
        <w:tab/>
        <w:t>1.013e0</w:t>
      </w:r>
    </w:p>
    <w:p w:rsidR="007B2329" w:rsidRDefault="007B2329" w:rsidP="007B2329">
      <w:r>
        <w:t>108.8051</w:t>
      </w:r>
      <w:r>
        <w:tab/>
        <w:t>1.013e0</w:t>
      </w:r>
    </w:p>
    <w:p w:rsidR="007B2329" w:rsidRDefault="007B2329" w:rsidP="007B2329">
      <w:r>
        <w:t>108.8165</w:t>
      </w:r>
      <w:r>
        <w:tab/>
        <w:t>3.038e0</w:t>
      </w:r>
    </w:p>
    <w:p w:rsidR="007B2329" w:rsidRDefault="007B2329" w:rsidP="007B2329">
      <w:r>
        <w:t>108.8275</w:t>
      </w:r>
      <w:r>
        <w:tab/>
        <w:t>2.025e0</w:t>
      </w:r>
    </w:p>
    <w:p w:rsidR="007B2329" w:rsidRDefault="007B2329" w:rsidP="007B2329">
      <w:r>
        <w:t>108.8351</w:t>
      </w:r>
      <w:r>
        <w:tab/>
        <w:t>4.051e0</w:t>
      </w:r>
    </w:p>
    <w:p w:rsidR="007B2329" w:rsidRDefault="007B2329" w:rsidP="007B2329">
      <w:r>
        <w:t>108.8413</w:t>
      </w:r>
      <w:r>
        <w:tab/>
        <w:t>2.532e-2</w:t>
      </w:r>
    </w:p>
    <w:p w:rsidR="007B2329" w:rsidRDefault="007B2329" w:rsidP="007B2329">
      <w:r>
        <w:t>108.8442</w:t>
      </w:r>
      <w:r>
        <w:tab/>
        <w:t>2.025e0</w:t>
      </w:r>
    </w:p>
    <w:p w:rsidR="007B2329" w:rsidRDefault="007B2329" w:rsidP="007B2329">
      <w:r>
        <w:t>108.8524</w:t>
      </w:r>
      <w:r>
        <w:tab/>
        <w:t>1.266e-2</w:t>
      </w:r>
    </w:p>
    <w:p w:rsidR="007B2329" w:rsidRDefault="007B2329" w:rsidP="007B2329">
      <w:r>
        <w:t>108.8621</w:t>
      </w:r>
      <w:r>
        <w:tab/>
        <w:t>3.038e0</w:t>
      </w:r>
    </w:p>
    <w:p w:rsidR="007B2329" w:rsidRDefault="007B2329" w:rsidP="007B2329">
      <w:r>
        <w:t>108.8635</w:t>
      </w:r>
      <w:r>
        <w:tab/>
        <w:t>1.266e-2</w:t>
      </w:r>
    </w:p>
    <w:p w:rsidR="007B2329" w:rsidRDefault="007B2329" w:rsidP="007B2329">
      <w:r>
        <w:t>108.8718</w:t>
      </w:r>
      <w:r>
        <w:tab/>
        <w:t>1.013e0</w:t>
      </w:r>
    </w:p>
    <w:p w:rsidR="007B2329" w:rsidRDefault="007B2329" w:rsidP="007B2329">
      <w:r>
        <w:t>108.8828</w:t>
      </w:r>
      <w:r>
        <w:tab/>
        <w:t>2.025e0</w:t>
      </w:r>
    </w:p>
    <w:p w:rsidR="007B2329" w:rsidRDefault="007B2329" w:rsidP="007B2329">
      <w:r>
        <w:t>108.8842</w:t>
      </w:r>
      <w:r>
        <w:tab/>
        <w:t>2.025e0</w:t>
      </w:r>
    </w:p>
    <w:p w:rsidR="007B2329" w:rsidRDefault="007B2329" w:rsidP="007B2329">
      <w:r>
        <w:t>108.8941</w:t>
      </w:r>
      <w:r>
        <w:tab/>
        <w:t>2.025e0</w:t>
      </w:r>
    </w:p>
    <w:p w:rsidR="007B2329" w:rsidRDefault="007B2329" w:rsidP="007B2329">
      <w:r>
        <w:t>108.8968</w:t>
      </w:r>
      <w:r>
        <w:tab/>
        <w:t>1.025e0</w:t>
      </w:r>
    </w:p>
    <w:p w:rsidR="007B2329" w:rsidRDefault="007B2329" w:rsidP="007B2329">
      <w:r>
        <w:t>108.8996</w:t>
      </w:r>
      <w:r>
        <w:tab/>
        <w:t>1.013e0</w:t>
      </w:r>
    </w:p>
    <w:p w:rsidR="007B2329" w:rsidRDefault="007B2329" w:rsidP="007B2329">
      <w:r>
        <w:t>108.9052</w:t>
      </w:r>
      <w:r>
        <w:tab/>
        <w:t>1.013e0</w:t>
      </w:r>
    </w:p>
    <w:p w:rsidR="007B2329" w:rsidRDefault="007B2329" w:rsidP="007B2329">
      <w:r>
        <w:t>108.9162</w:t>
      </w:r>
      <w:r>
        <w:tab/>
        <w:t>1.013e0</w:t>
      </w:r>
    </w:p>
    <w:p w:rsidR="007B2329" w:rsidRDefault="007B2329" w:rsidP="007B2329">
      <w:r>
        <w:t>108.9220</w:t>
      </w:r>
      <w:r>
        <w:tab/>
        <w:t>1.013e0</w:t>
      </w:r>
    </w:p>
    <w:p w:rsidR="007B2329" w:rsidRDefault="007B2329" w:rsidP="007B2329">
      <w:r>
        <w:lastRenderedPageBreak/>
        <w:t>108.9245</w:t>
      </w:r>
      <w:r>
        <w:tab/>
        <w:t>1.013e0</w:t>
      </w:r>
    </w:p>
    <w:p w:rsidR="007B2329" w:rsidRDefault="007B2329" w:rsidP="007B2329">
      <w:r>
        <w:t>108.9329</w:t>
      </w:r>
      <w:r>
        <w:tab/>
        <w:t>1.025e0</w:t>
      </w:r>
    </w:p>
    <w:p w:rsidR="007B2329" w:rsidRDefault="007B2329" w:rsidP="007B2329">
      <w:r>
        <w:t>108.9439</w:t>
      </w:r>
      <w:r>
        <w:tab/>
        <w:t>1.013e0</w:t>
      </w:r>
    </w:p>
    <w:p w:rsidR="007B2329" w:rsidRDefault="007B2329" w:rsidP="007B2329">
      <w:r>
        <w:t>108.9496</w:t>
      </w:r>
      <w:r>
        <w:tab/>
        <w:t>1.013e0</w:t>
      </w:r>
    </w:p>
    <w:p w:rsidR="007B2329" w:rsidRDefault="007B2329" w:rsidP="007B2329">
      <w:r>
        <w:t>108.9577</w:t>
      </w:r>
      <w:r>
        <w:tab/>
        <w:t>1.013e0</w:t>
      </w:r>
    </w:p>
    <w:p w:rsidR="007B2329" w:rsidRDefault="007B2329" w:rsidP="007B2329">
      <w:r>
        <w:t>108.9634</w:t>
      </w:r>
      <w:r>
        <w:tab/>
        <w:t>1.013e0</w:t>
      </w:r>
    </w:p>
    <w:p w:rsidR="007B2329" w:rsidRDefault="007B2329" w:rsidP="007B2329">
      <w:r>
        <w:t>108.9715</w:t>
      </w:r>
      <w:r>
        <w:tab/>
        <w:t>1.025e0</w:t>
      </w:r>
    </w:p>
    <w:p w:rsidR="007B2329" w:rsidRDefault="007B2329" w:rsidP="007B2329">
      <w:r>
        <w:t>108.9741</w:t>
      </w:r>
      <w:r>
        <w:tab/>
        <w:t>4.051e0</w:t>
      </w:r>
    </w:p>
    <w:p w:rsidR="007B2329" w:rsidRDefault="007B2329" w:rsidP="007B2329">
      <w:r>
        <w:t>108.9772</w:t>
      </w:r>
      <w:r>
        <w:tab/>
        <w:t>2.025e0</w:t>
      </w:r>
    </w:p>
    <w:p w:rsidR="007B2329" w:rsidRDefault="007B2329" w:rsidP="007B2329">
      <w:r>
        <w:t>108.9801</w:t>
      </w:r>
      <w:r>
        <w:tab/>
        <w:t>1.266e-2</w:t>
      </w:r>
    </w:p>
    <w:p w:rsidR="007B2329" w:rsidRDefault="007B2329" w:rsidP="007B2329">
      <w:r>
        <w:t>108.9939</w:t>
      </w:r>
      <w:r>
        <w:tab/>
        <w:t>1.013e0</w:t>
      </w:r>
    </w:p>
    <w:p w:rsidR="007B2329" w:rsidRDefault="007B2329" w:rsidP="007B2329">
      <w:r>
        <w:t>108.9954</w:t>
      </w:r>
      <w:r>
        <w:tab/>
        <w:t>2.025e0</w:t>
      </w:r>
    </w:p>
    <w:p w:rsidR="007B2329" w:rsidRDefault="007B2329" w:rsidP="007B2329">
      <w:r>
        <w:t>108.9968</w:t>
      </w:r>
      <w:r>
        <w:tab/>
        <w:t>1.013e0</w:t>
      </w:r>
    </w:p>
    <w:p w:rsidR="007B2329" w:rsidRDefault="007B2329" w:rsidP="007B2329">
      <w:r>
        <w:t>109.0020</w:t>
      </w:r>
      <w:r>
        <w:tab/>
        <w:t>1.013e0</w:t>
      </w:r>
    </w:p>
    <w:p w:rsidR="007B2329" w:rsidRDefault="007B2329" w:rsidP="007B2329">
      <w:r>
        <w:t>109.0049</w:t>
      </w:r>
      <w:r>
        <w:tab/>
        <w:t>1.013e0</w:t>
      </w:r>
    </w:p>
    <w:p w:rsidR="007B2329" w:rsidRDefault="007B2329" w:rsidP="007B2329">
      <w:r>
        <w:t>109.0078</w:t>
      </w:r>
      <w:r>
        <w:tab/>
        <w:t>1.013e0</w:t>
      </w:r>
    </w:p>
    <w:p w:rsidR="007B2329" w:rsidRDefault="007B2329" w:rsidP="007B2329">
      <w:r>
        <w:t>109.0188</w:t>
      </w:r>
      <w:r>
        <w:tab/>
        <w:t>1.013e0</w:t>
      </w:r>
    </w:p>
    <w:p w:rsidR="007B2329" w:rsidRDefault="007B2329" w:rsidP="007B2329">
      <w:r>
        <w:t>109.0216</w:t>
      </w:r>
      <w:r>
        <w:tab/>
        <w:t>1.025e0</w:t>
      </w:r>
    </w:p>
    <w:p w:rsidR="007B2329" w:rsidRDefault="007B2329" w:rsidP="007B2329">
      <w:r>
        <w:t>109.0245</w:t>
      </w:r>
      <w:r>
        <w:tab/>
        <w:t>2.025e0</w:t>
      </w:r>
    </w:p>
    <w:p w:rsidR="007B2329" w:rsidRDefault="007B2329" w:rsidP="007B2329">
      <w:r>
        <w:lastRenderedPageBreak/>
        <w:t>109.0274</w:t>
      </w:r>
      <w:r>
        <w:tab/>
        <w:t>1.266e-2</w:t>
      </w:r>
    </w:p>
    <w:p w:rsidR="007B2329" w:rsidRDefault="007B2329" w:rsidP="007B2329">
      <w:r>
        <w:t>109.0367</w:t>
      </w:r>
      <w:r>
        <w:tab/>
        <w:t>3.038e0</w:t>
      </w:r>
    </w:p>
    <w:p w:rsidR="007B2329" w:rsidRDefault="007B2329" w:rsidP="007B2329">
      <w:r>
        <w:t>109.0411</w:t>
      </w:r>
      <w:r>
        <w:tab/>
        <w:t>1.013e0</w:t>
      </w:r>
    </w:p>
    <w:p w:rsidR="007B2329" w:rsidRDefault="007B2329" w:rsidP="007B2329">
      <w:r>
        <w:t>109.0441</w:t>
      </w:r>
      <w:r>
        <w:tab/>
        <w:t>1.013e0</w:t>
      </w:r>
    </w:p>
    <w:p w:rsidR="007B2329" w:rsidRDefault="007B2329" w:rsidP="007B2329">
      <w:r>
        <w:t>109.0452</w:t>
      </w:r>
      <w:r>
        <w:tab/>
        <w:t>2.025e0</w:t>
      </w:r>
    </w:p>
    <w:p w:rsidR="007B2329" w:rsidRDefault="007B2329" w:rsidP="007B2329">
      <w:r>
        <w:t>109.0464</w:t>
      </w:r>
      <w:r>
        <w:tab/>
        <w:t>1.013e0</w:t>
      </w:r>
    </w:p>
    <w:p w:rsidR="007B2329" w:rsidRDefault="007B2329" w:rsidP="007B2329">
      <w:r>
        <w:t>109.0564</w:t>
      </w:r>
      <w:r>
        <w:tab/>
        <w:t>1.025e0</w:t>
      </w:r>
    </w:p>
    <w:p w:rsidR="007B2329" w:rsidRDefault="007B2329" w:rsidP="007B2329">
      <w:r>
        <w:t>109.0579</w:t>
      </w:r>
      <w:r>
        <w:tab/>
        <w:t>1.013e0</w:t>
      </w:r>
    </w:p>
    <w:p w:rsidR="007B2329" w:rsidRDefault="007B2329" w:rsidP="007B2329">
      <w:r>
        <w:t>109.0688</w:t>
      </w:r>
      <w:r>
        <w:tab/>
        <w:t>2.025e0</w:t>
      </w:r>
    </w:p>
    <w:p w:rsidR="007B2329" w:rsidRDefault="007B2329" w:rsidP="007B2329">
      <w:r>
        <w:t>109.0735</w:t>
      </w:r>
      <w:r>
        <w:tab/>
        <w:t>3.038e0</w:t>
      </w:r>
    </w:p>
    <w:p w:rsidR="007B2329" w:rsidRDefault="007B2329" w:rsidP="007B2329">
      <w:r>
        <w:t>109.0798</w:t>
      </w:r>
      <w:r>
        <w:tab/>
        <w:t>1.025e0</w:t>
      </w:r>
    </w:p>
    <w:p w:rsidR="007B2329" w:rsidRDefault="007B2329" w:rsidP="007B2329">
      <w:r>
        <w:t>109.0884</w:t>
      </w:r>
      <w:r>
        <w:tab/>
        <w:t>1.013e0</w:t>
      </w:r>
    </w:p>
    <w:p w:rsidR="007B2329" w:rsidRDefault="007B2329" w:rsidP="007B2329">
      <w:r>
        <w:t>109.1063</w:t>
      </w:r>
      <w:r>
        <w:tab/>
        <w:t>2.025e0</w:t>
      </w:r>
    </w:p>
    <w:p w:rsidR="007B2329" w:rsidRDefault="007B2329" w:rsidP="007B2329">
      <w:r>
        <w:t>109.1104</w:t>
      </w:r>
      <w:r>
        <w:tab/>
        <w:t>1.266e-2</w:t>
      </w:r>
    </w:p>
    <w:p w:rsidR="007B2329" w:rsidRDefault="007B2329" w:rsidP="007B2329">
      <w:r>
        <w:t>109.1190</w:t>
      </w:r>
      <w:r>
        <w:tab/>
        <w:t>3.038e0</w:t>
      </w:r>
    </w:p>
    <w:p w:rsidR="007B2329" w:rsidRDefault="007B2329" w:rsidP="007B2329">
      <w:r>
        <w:t>109.1271</w:t>
      </w:r>
      <w:r>
        <w:tab/>
        <w:t>1.013e0</w:t>
      </w:r>
    </w:p>
    <w:p w:rsidR="007B2329" w:rsidRDefault="007B2329" w:rsidP="007B2329">
      <w:r>
        <w:t>109.1438</w:t>
      </w:r>
      <w:r>
        <w:tab/>
        <w:t>1.266e-2</w:t>
      </w:r>
    </w:p>
    <w:p w:rsidR="007B2329" w:rsidRDefault="007B2329" w:rsidP="007B2329">
      <w:r>
        <w:t>109.1577</w:t>
      </w:r>
      <w:r>
        <w:tab/>
        <w:t>1.013e0</w:t>
      </w:r>
    </w:p>
    <w:p w:rsidR="007B2329" w:rsidRDefault="007B2329" w:rsidP="007B2329">
      <w:r>
        <w:t>109.1597</w:t>
      </w:r>
      <w:r>
        <w:tab/>
        <w:t>2.051e0</w:t>
      </w:r>
    </w:p>
    <w:p w:rsidR="007B2329" w:rsidRDefault="007B2329" w:rsidP="007B2329">
      <w:r>
        <w:lastRenderedPageBreak/>
        <w:t>109.1685</w:t>
      </w:r>
      <w:r>
        <w:tab/>
        <w:t>1.013e0</w:t>
      </w:r>
    </w:p>
    <w:p w:rsidR="007B2329" w:rsidRDefault="007B2329" w:rsidP="007B2329">
      <w:r>
        <w:t>109.1715</w:t>
      </w:r>
      <w:r>
        <w:tab/>
        <w:t>1.013e0</w:t>
      </w:r>
    </w:p>
    <w:p w:rsidR="007B2329" w:rsidRDefault="007B2329" w:rsidP="007B2329">
      <w:r>
        <w:t>109.1743</w:t>
      </w:r>
      <w:r>
        <w:tab/>
        <w:t>1.013e0</w:t>
      </w:r>
    </w:p>
    <w:p w:rsidR="007B2329" w:rsidRDefault="007B2329" w:rsidP="007B2329">
      <w:r>
        <w:t>109.1910</w:t>
      </w:r>
      <w:r>
        <w:tab/>
        <w:t>1.013e0</w:t>
      </w:r>
    </w:p>
    <w:p w:rsidR="007B2329" w:rsidRDefault="007B2329" w:rsidP="007B2329">
      <w:r>
        <w:t>109.1939</w:t>
      </w:r>
      <w:r>
        <w:tab/>
        <w:t>1.025e0</w:t>
      </w:r>
    </w:p>
    <w:p w:rsidR="007B2329" w:rsidRDefault="007B2329" w:rsidP="007B2329">
      <w:r>
        <w:t>109.2020</w:t>
      </w:r>
      <w:r>
        <w:tab/>
        <w:t>1.013e0</w:t>
      </w:r>
    </w:p>
    <w:p w:rsidR="007B2329" w:rsidRDefault="007B2329" w:rsidP="007B2329">
      <w:r>
        <w:t>109.2063</w:t>
      </w:r>
      <w:r>
        <w:tab/>
        <w:t>2.025e0</w:t>
      </w:r>
    </w:p>
    <w:p w:rsidR="007B2329" w:rsidRDefault="007B2329" w:rsidP="007B2329">
      <w:r>
        <w:t>109.2077</w:t>
      </w:r>
      <w:r>
        <w:tab/>
        <w:t>1.266e-2</w:t>
      </w:r>
    </w:p>
    <w:p w:rsidR="007B2329" w:rsidRDefault="007B2329" w:rsidP="007B2329">
      <w:r>
        <w:t>109.2106</w:t>
      </w:r>
      <w:r>
        <w:tab/>
        <w:t>1.013e0</w:t>
      </w:r>
    </w:p>
    <w:p w:rsidR="007B2329" w:rsidRDefault="007B2329" w:rsidP="007B2329">
      <w:r>
        <w:t>109.2216</w:t>
      </w:r>
      <w:r>
        <w:tab/>
        <w:t>1.013e0</w:t>
      </w:r>
    </w:p>
    <w:p w:rsidR="007B2329" w:rsidRDefault="007B2329" w:rsidP="007B2329">
      <w:r>
        <w:t>109.2230</w:t>
      </w:r>
      <w:r>
        <w:tab/>
        <w:t>2.025e0</w:t>
      </w:r>
    </w:p>
    <w:p w:rsidR="007B2329" w:rsidRDefault="007B2329" w:rsidP="007B2329">
      <w:r>
        <w:t>109.2273</w:t>
      </w:r>
      <w:r>
        <w:tab/>
        <w:t>1.013e0</w:t>
      </w:r>
    </w:p>
    <w:p w:rsidR="007B2329" w:rsidRDefault="007B2329" w:rsidP="007B2329">
      <w:r>
        <w:t>109.2296</w:t>
      </w:r>
      <w:r>
        <w:tab/>
        <w:t>1.013e0</w:t>
      </w:r>
    </w:p>
    <w:p w:rsidR="007B2329" w:rsidRDefault="007B2329" w:rsidP="007B2329">
      <w:r>
        <w:t>109.2326</w:t>
      </w:r>
      <w:r>
        <w:tab/>
        <w:t>1.013e0</w:t>
      </w:r>
    </w:p>
    <w:p w:rsidR="007B2329" w:rsidRDefault="007B2329" w:rsidP="007B2329">
      <w:r>
        <w:t>109.2437</w:t>
      </w:r>
      <w:r>
        <w:tab/>
        <w:t>1.266e-2</w:t>
      </w:r>
    </w:p>
    <w:p w:rsidR="007B2329" w:rsidRDefault="007B2329" w:rsidP="007B2329">
      <w:r>
        <w:t>109.2464</w:t>
      </w:r>
      <w:r>
        <w:tab/>
        <w:t>2.025e0</w:t>
      </w:r>
    </w:p>
    <w:p w:rsidR="007B2329" w:rsidRDefault="007B2329" w:rsidP="007B2329">
      <w:r>
        <w:t>109.2501</w:t>
      </w:r>
      <w:r>
        <w:tab/>
        <w:t>3.038e0</w:t>
      </w:r>
    </w:p>
    <w:p w:rsidR="007B2329" w:rsidRDefault="007B2329" w:rsidP="007B2329">
      <w:r>
        <w:t>109.2541</w:t>
      </w:r>
      <w:r>
        <w:tab/>
        <w:t>3.038e0</w:t>
      </w:r>
    </w:p>
    <w:p w:rsidR="007B2329" w:rsidRDefault="007B2329" w:rsidP="007B2329">
      <w:r>
        <w:t>109.2602</w:t>
      </w:r>
      <w:r>
        <w:tab/>
        <w:t>1.025e0</w:t>
      </w:r>
    </w:p>
    <w:p w:rsidR="007B2329" w:rsidRDefault="007B2329" w:rsidP="007B2329">
      <w:r>
        <w:lastRenderedPageBreak/>
        <w:t>109.2770</w:t>
      </w:r>
      <w:r>
        <w:tab/>
        <w:t>1.013e0</w:t>
      </w:r>
    </w:p>
    <w:p w:rsidR="007B2329" w:rsidRDefault="007B2329" w:rsidP="007B2329">
      <w:r>
        <w:t>109.2856</w:t>
      </w:r>
      <w:r>
        <w:tab/>
        <w:t>2.025e0</w:t>
      </w:r>
    </w:p>
    <w:p w:rsidR="007B2329" w:rsidRDefault="007B2329" w:rsidP="007B2329">
      <w:r>
        <w:t>109.2937</w:t>
      </w:r>
      <w:r>
        <w:tab/>
        <w:t>1.013e0</w:t>
      </w:r>
    </w:p>
    <w:p w:rsidR="007B2329" w:rsidRDefault="007B2329" w:rsidP="007B2329">
      <w:r>
        <w:t>109.2966</w:t>
      </w:r>
      <w:r>
        <w:tab/>
        <w:t>4.051e0</w:t>
      </w:r>
    </w:p>
    <w:p w:rsidR="007B2329" w:rsidRDefault="007B2329" w:rsidP="007B2329">
      <w:r>
        <w:t>109.3007</w:t>
      </w:r>
      <w:r>
        <w:tab/>
        <w:t>2.025e0</w:t>
      </w:r>
    </w:p>
    <w:p w:rsidR="007B2329" w:rsidRDefault="007B2329" w:rsidP="007B2329">
      <w:r>
        <w:t>109.3161</w:t>
      </w:r>
      <w:r>
        <w:tab/>
        <w:t>1.013e0</w:t>
      </w:r>
    </w:p>
    <w:p w:rsidR="007B2329" w:rsidRDefault="007B2329" w:rsidP="007B2329">
      <w:r>
        <w:t>109.3243</w:t>
      </w:r>
      <w:r>
        <w:tab/>
        <w:t>1.013e0</w:t>
      </w:r>
    </w:p>
    <w:p w:rsidR="007B2329" w:rsidRDefault="007B2329" w:rsidP="007B2329">
      <w:r>
        <w:t>109.3271</w:t>
      </w:r>
      <w:r>
        <w:tab/>
        <w:t>3.038e0</w:t>
      </w:r>
    </w:p>
    <w:p w:rsidR="007B2329" w:rsidRDefault="007B2329" w:rsidP="007B2329">
      <w:r>
        <w:t>109.3329</w:t>
      </w:r>
      <w:r>
        <w:tab/>
        <w:t>1.013e0</w:t>
      </w:r>
    </w:p>
    <w:p w:rsidR="007B2329" w:rsidRDefault="007B2329" w:rsidP="007B2329">
      <w:r>
        <w:t>109.3382</w:t>
      </w:r>
      <w:r>
        <w:tab/>
        <w:t>1.013e0</w:t>
      </w:r>
    </w:p>
    <w:p w:rsidR="007B2329" w:rsidRDefault="007B2329" w:rsidP="007B2329">
      <w:r>
        <w:t>109.3605</w:t>
      </w:r>
      <w:r>
        <w:tab/>
        <w:t>3.038e0</w:t>
      </w:r>
    </w:p>
    <w:p w:rsidR="007B2329" w:rsidRDefault="007B2329" w:rsidP="007B2329">
      <w:r>
        <w:t>109.3635</w:t>
      </w:r>
      <w:r>
        <w:tab/>
        <w:t>1.013e0</w:t>
      </w:r>
    </w:p>
    <w:p w:rsidR="007B2329" w:rsidRDefault="007B2329" w:rsidP="007B2329">
      <w:r>
        <w:t>109.3744</w:t>
      </w:r>
      <w:r>
        <w:tab/>
        <w:t>3.038e0</w:t>
      </w:r>
    </w:p>
    <w:p w:rsidR="007B2329" w:rsidRDefault="007B2329" w:rsidP="007B2329">
      <w:r>
        <w:t>109.3883</w:t>
      </w:r>
      <w:r>
        <w:tab/>
        <w:t>1.013e0</w:t>
      </w:r>
    </w:p>
    <w:p w:rsidR="007B2329" w:rsidRDefault="007B2329" w:rsidP="007B2329">
      <w:r>
        <w:t>109.3911</w:t>
      </w:r>
      <w:r>
        <w:tab/>
        <w:t>1.013e0</w:t>
      </w:r>
    </w:p>
    <w:p w:rsidR="007B2329" w:rsidRDefault="007B2329" w:rsidP="007B2329">
      <w:r>
        <w:t>109.3992</w:t>
      </w:r>
      <w:r>
        <w:tab/>
        <w:t>1.013e0</w:t>
      </w:r>
    </w:p>
    <w:p w:rsidR="007B2329" w:rsidRDefault="007B2329" w:rsidP="007B2329">
      <w:r>
        <w:t>109.4064</w:t>
      </w:r>
      <w:r>
        <w:tab/>
        <w:t>1.025e0</w:t>
      </w:r>
    </w:p>
    <w:p w:rsidR="007B2329" w:rsidRDefault="007B2329" w:rsidP="007B2329">
      <w:r>
        <w:t>109.4078</w:t>
      </w:r>
      <w:r>
        <w:tab/>
        <w:t>1.266e-2</w:t>
      </w:r>
    </w:p>
    <w:p w:rsidR="007B2329" w:rsidRDefault="007B2329" w:rsidP="007B2329">
      <w:r>
        <w:t>109.4096</w:t>
      </w:r>
      <w:r>
        <w:tab/>
        <w:t>3.038e0</w:t>
      </w:r>
    </w:p>
    <w:p w:rsidR="007B2329" w:rsidRDefault="007B2329" w:rsidP="007B2329">
      <w:r>
        <w:lastRenderedPageBreak/>
        <w:t>109.4131</w:t>
      </w:r>
      <w:r>
        <w:tab/>
        <w:t>1.013e0</w:t>
      </w:r>
    </w:p>
    <w:p w:rsidR="007B2329" w:rsidRDefault="007B2329" w:rsidP="007B2329">
      <w:r>
        <w:t>109.4188</w:t>
      </w:r>
      <w:r>
        <w:tab/>
        <w:t>1.266e-2</w:t>
      </w:r>
    </w:p>
    <w:p w:rsidR="007B2329" w:rsidRDefault="007B2329" w:rsidP="007B2329">
      <w:r>
        <w:t>109.4298</w:t>
      </w:r>
      <w:r>
        <w:tab/>
        <w:t>1.013e0</w:t>
      </w:r>
    </w:p>
    <w:p w:rsidR="007B2329" w:rsidRDefault="007B2329" w:rsidP="007B2329">
      <w:r>
        <w:t>109.4384</w:t>
      </w:r>
      <w:r>
        <w:tab/>
        <w:t>2.025e0</w:t>
      </w:r>
    </w:p>
    <w:p w:rsidR="007B2329" w:rsidRDefault="007B2329" w:rsidP="007B2329">
      <w:r>
        <w:t>109.4411</w:t>
      </w:r>
      <w:r>
        <w:tab/>
        <w:t>4.063e0</w:t>
      </w:r>
    </w:p>
    <w:p w:rsidR="007B2329" w:rsidRDefault="007B2329" w:rsidP="007B2329">
      <w:r>
        <w:t>109.4436</w:t>
      </w:r>
      <w:r>
        <w:tab/>
        <w:t>1.013e0</w:t>
      </w:r>
    </w:p>
    <w:p w:rsidR="007B2329" w:rsidRDefault="007B2329" w:rsidP="007B2329">
      <w:r>
        <w:t>109.4577</w:t>
      </w:r>
      <w:r>
        <w:tab/>
        <w:t>1.013e0</w:t>
      </w:r>
    </w:p>
    <w:p w:rsidR="007B2329" w:rsidRDefault="007B2329" w:rsidP="007B2329">
      <w:r>
        <w:t>109.4633</w:t>
      </w:r>
      <w:r>
        <w:tab/>
        <w:t>2.025e0</w:t>
      </w:r>
    </w:p>
    <w:p w:rsidR="007B2329" w:rsidRDefault="007B2329" w:rsidP="007B2329">
      <w:r>
        <w:t>109.4690</w:t>
      </w:r>
      <w:r>
        <w:tab/>
        <w:t>3.038e0</w:t>
      </w:r>
    </w:p>
    <w:p w:rsidR="007B2329" w:rsidRDefault="007B2329" w:rsidP="007B2329">
      <w:r>
        <w:t>109.4719</w:t>
      </w:r>
      <w:r>
        <w:tab/>
        <w:t>1.013e0</w:t>
      </w:r>
    </w:p>
    <w:p w:rsidR="007B2329" w:rsidRDefault="007B2329" w:rsidP="007B2329">
      <w:r>
        <w:t>109.4771</w:t>
      </w:r>
      <w:r>
        <w:tab/>
        <w:t>1.013e0</w:t>
      </w:r>
    </w:p>
    <w:p w:rsidR="007B2329" w:rsidRDefault="007B2329" w:rsidP="007B2329">
      <w:r>
        <w:t>109.4858</w:t>
      </w:r>
      <w:r>
        <w:tab/>
        <w:t>1.013e0</w:t>
      </w:r>
    </w:p>
    <w:p w:rsidR="007B2329" w:rsidRDefault="007B2329" w:rsidP="007B2329">
      <w:r>
        <w:t>109.4939</w:t>
      </w:r>
      <w:r>
        <w:tab/>
        <w:t>1.025e0</w:t>
      </w:r>
    </w:p>
    <w:p w:rsidR="007B2329" w:rsidRDefault="007B2329" w:rsidP="007B2329">
      <w:r>
        <w:t>109.5078</w:t>
      </w:r>
      <w:r>
        <w:tab/>
        <w:t>1.013e0</w:t>
      </w:r>
    </w:p>
    <w:p w:rsidR="007B2329" w:rsidRDefault="007B2329" w:rsidP="007B2329">
      <w:r>
        <w:t>109.5106</w:t>
      </w:r>
      <w:r>
        <w:tab/>
        <w:t>2.038e0</w:t>
      </w:r>
    </w:p>
    <w:p w:rsidR="007B2329" w:rsidRDefault="007B2329" w:rsidP="007B2329">
      <w:r>
        <w:t>109.5189</w:t>
      </w:r>
      <w:r>
        <w:tab/>
        <w:t>1.013e0</w:t>
      </w:r>
    </w:p>
    <w:p w:rsidR="007B2329" w:rsidRDefault="007B2329" w:rsidP="007B2329">
      <w:r>
        <w:t>109.5302</w:t>
      </w:r>
      <w:r>
        <w:tab/>
        <w:t>1.013e0</w:t>
      </w:r>
    </w:p>
    <w:p w:rsidR="007B2329" w:rsidRDefault="007B2329" w:rsidP="007B2329">
      <w:r>
        <w:t>109.5495</w:t>
      </w:r>
      <w:r>
        <w:tab/>
        <w:t>1.013e0</w:t>
      </w:r>
    </w:p>
    <w:p w:rsidR="007B2329" w:rsidRDefault="007B2329" w:rsidP="007B2329">
      <w:r>
        <w:t>109.5551</w:t>
      </w:r>
      <w:r>
        <w:tab/>
        <w:t>1.013e0</w:t>
      </w:r>
    </w:p>
    <w:p w:rsidR="007B2329" w:rsidRDefault="007B2329" w:rsidP="007B2329">
      <w:r>
        <w:lastRenderedPageBreak/>
        <w:t>109.5579</w:t>
      </w:r>
      <w:r>
        <w:tab/>
        <w:t>2.025e0</w:t>
      </w:r>
    </w:p>
    <w:p w:rsidR="007B2329" w:rsidRDefault="007B2329" w:rsidP="007B2329">
      <w:r>
        <w:t>109.5593</w:t>
      </w:r>
      <w:r>
        <w:tab/>
        <w:t>2.025e0</w:t>
      </w:r>
    </w:p>
    <w:p w:rsidR="007B2329" w:rsidRDefault="007B2329" w:rsidP="007B2329">
      <w:r>
        <w:t>109.5828</w:t>
      </w:r>
      <w:r>
        <w:tab/>
        <w:t>1.013e0</w:t>
      </w:r>
    </w:p>
    <w:p w:rsidR="007B2329" w:rsidRDefault="007B2329" w:rsidP="007B2329">
      <w:r>
        <w:t>109.5885</w:t>
      </w:r>
      <w:r>
        <w:tab/>
        <w:t>1.013e0</w:t>
      </w:r>
    </w:p>
    <w:p w:rsidR="007B2329" w:rsidRDefault="007B2329" w:rsidP="007B2329">
      <w:r>
        <w:t>109.5996</w:t>
      </w:r>
      <w:r>
        <w:tab/>
        <w:t>2.025e0</w:t>
      </w:r>
    </w:p>
    <w:p w:rsidR="007B2329" w:rsidRDefault="007B2329" w:rsidP="007B2329">
      <w:r>
        <w:t>109.6052</w:t>
      </w:r>
      <w:r>
        <w:tab/>
        <w:t>1.266e-2</w:t>
      </w:r>
    </w:p>
    <w:p w:rsidR="007B2329" w:rsidRDefault="007B2329" w:rsidP="007B2329">
      <w:r>
        <w:t>109.6163</w:t>
      </w:r>
      <w:r>
        <w:tab/>
        <w:t>1.013e0</w:t>
      </w:r>
    </w:p>
    <w:p w:rsidR="007B2329" w:rsidRDefault="007B2329" w:rsidP="007B2329">
      <w:r>
        <w:t>109.6220</w:t>
      </w:r>
      <w:r>
        <w:tab/>
        <w:t>1.013e0</w:t>
      </w:r>
    </w:p>
    <w:p w:rsidR="007B2329" w:rsidRDefault="007B2329" w:rsidP="007B2329">
      <w:r>
        <w:t>109.6232</w:t>
      </w:r>
      <w:r>
        <w:tab/>
        <w:t>2.025e0</w:t>
      </w:r>
    </w:p>
    <w:p w:rsidR="007B2329" w:rsidRDefault="007B2329" w:rsidP="007B2329">
      <w:r>
        <w:t>109.6330</w:t>
      </w:r>
      <w:r>
        <w:tab/>
        <w:t>1.013e0</w:t>
      </w:r>
    </w:p>
    <w:p w:rsidR="007B2329" w:rsidRDefault="007B2329" w:rsidP="007B2329">
      <w:r>
        <w:t>109.6358</w:t>
      </w:r>
      <w:r>
        <w:tab/>
        <w:t>1.013e0</w:t>
      </w:r>
    </w:p>
    <w:p w:rsidR="007B2329" w:rsidRDefault="007B2329" w:rsidP="007B2329">
      <w:r>
        <w:t>109.6497</w:t>
      </w:r>
      <w:r>
        <w:tab/>
        <w:t>1.013e0</w:t>
      </w:r>
    </w:p>
    <w:p w:rsidR="007B2329" w:rsidRDefault="007B2329" w:rsidP="007B2329">
      <w:r>
        <w:t>109.6608</w:t>
      </w:r>
      <w:r>
        <w:tab/>
        <w:t>2.025e0</w:t>
      </w:r>
    </w:p>
    <w:p w:rsidR="007B2329" w:rsidRDefault="007B2329" w:rsidP="007B2329">
      <w:r>
        <w:t>109.6693</w:t>
      </w:r>
      <w:r>
        <w:tab/>
        <w:t>1.013e0</w:t>
      </w:r>
    </w:p>
    <w:p w:rsidR="007B2329" w:rsidRDefault="007B2329" w:rsidP="007B2329">
      <w:r>
        <w:t>109.7081</w:t>
      </w:r>
      <w:r>
        <w:tab/>
        <w:t>1.266e-2</w:t>
      </w:r>
    </w:p>
    <w:p w:rsidR="007B2329" w:rsidRDefault="007B2329" w:rsidP="007B2329">
      <w:r>
        <w:t>109.7166</w:t>
      </w:r>
      <w:r>
        <w:tab/>
        <w:t>2.025e0</w:t>
      </w:r>
    </w:p>
    <w:p w:rsidR="007B2329" w:rsidRDefault="007B2329" w:rsidP="007B2329">
      <w:r>
        <w:t>109.7220</w:t>
      </w:r>
      <w:r>
        <w:tab/>
        <w:t>1.013e0</w:t>
      </w:r>
    </w:p>
    <w:p w:rsidR="007B2329" w:rsidRDefault="007B2329" w:rsidP="007B2329">
      <w:r>
        <w:t>109.7249</w:t>
      </w:r>
      <w:r>
        <w:tab/>
        <w:t>1.013e0</w:t>
      </w:r>
    </w:p>
    <w:p w:rsidR="007B2329" w:rsidRDefault="007B2329" w:rsidP="007B2329">
      <w:r>
        <w:t>109.7291</w:t>
      </w:r>
      <w:r>
        <w:tab/>
        <w:t>2.025e0</w:t>
      </w:r>
    </w:p>
    <w:p w:rsidR="007B2329" w:rsidRDefault="007B2329" w:rsidP="007B2329">
      <w:r>
        <w:lastRenderedPageBreak/>
        <w:t>109.7333</w:t>
      </w:r>
      <w:r>
        <w:tab/>
        <w:t>1.013e0</w:t>
      </w:r>
    </w:p>
    <w:p w:rsidR="007B2329" w:rsidRDefault="007B2329" w:rsidP="007B2329">
      <w:r>
        <w:t>109.7358</w:t>
      </w:r>
      <w:r>
        <w:tab/>
        <w:t>2.025e0</w:t>
      </w:r>
    </w:p>
    <w:p w:rsidR="007B2329" w:rsidRDefault="007B2329" w:rsidP="007B2329">
      <w:r>
        <w:t>109.7374</w:t>
      </w:r>
      <w:r>
        <w:tab/>
        <w:t>2.025e0</w:t>
      </w:r>
    </w:p>
    <w:p w:rsidR="007B2329" w:rsidRDefault="007B2329" w:rsidP="007B2329">
      <w:r>
        <w:t>109.7387</w:t>
      </w:r>
      <w:r>
        <w:tab/>
        <w:t>1.013e0</w:t>
      </w:r>
    </w:p>
    <w:p w:rsidR="007B2329" w:rsidRDefault="007B2329" w:rsidP="007B2329">
      <w:r>
        <w:t>109.7416</w:t>
      </w:r>
      <w:r>
        <w:tab/>
        <w:t>1.013e0</w:t>
      </w:r>
    </w:p>
    <w:p w:rsidR="007B2329" w:rsidRDefault="007B2329" w:rsidP="007B2329">
      <w:r>
        <w:t>109.7526</w:t>
      </w:r>
      <w:r>
        <w:tab/>
        <w:t>1.013e0</w:t>
      </w:r>
    </w:p>
    <w:p w:rsidR="007B2329" w:rsidRDefault="007B2329" w:rsidP="007B2329">
      <w:r>
        <w:t>109.7540</w:t>
      </w:r>
      <w:r>
        <w:tab/>
        <w:t>2.025e0</w:t>
      </w:r>
    </w:p>
    <w:p w:rsidR="007B2329" w:rsidRDefault="007B2329" w:rsidP="007B2329">
      <w:r>
        <w:t>109.7562</w:t>
      </w:r>
      <w:r>
        <w:tab/>
        <w:t>3.038e0</w:t>
      </w:r>
    </w:p>
    <w:p w:rsidR="007B2329" w:rsidRDefault="007B2329" w:rsidP="007B2329">
      <w:r>
        <w:t>109.7640</w:t>
      </w:r>
      <w:r>
        <w:tab/>
        <w:t>1.266e-2</w:t>
      </w:r>
    </w:p>
    <w:p w:rsidR="007B2329" w:rsidRDefault="007B2329" w:rsidP="007B2329">
      <w:r>
        <w:t>109.7780</w:t>
      </w:r>
      <w:r>
        <w:tab/>
        <w:t>1.013e0</w:t>
      </w:r>
    </w:p>
    <w:p w:rsidR="007B2329" w:rsidRDefault="007B2329" w:rsidP="007B2329">
      <w:r>
        <w:t>109.7946</w:t>
      </w:r>
      <w:r>
        <w:tab/>
        <w:t>1.013e0</w:t>
      </w:r>
    </w:p>
    <w:p w:rsidR="007B2329" w:rsidRDefault="007B2329" w:rsidP="007B2329">
      <w:r>
        <w:t>109.8057</w:t>
      </w:r>
      <w:r>
        <w:tab/>
        <w:t>1.025e0</w:t>
      </w:r>
    </w:p>
    <w:p w:rsidR="007B2329" w:rsidRDefault="007B2329" w:rsidP="007B2329">
      <w:r>
        <w:t>109.8086</w:t>
      </w:r>
      <w:r>
        <w:tab/>
        <w:t>1.013e0</w:t>
      </w:r>
    </w:p>
    <w:p w:rsidR="007B2329" w:rsidRDefault="007B2329" w:rsidP="007B2329">
      <w:r>
        <w:t>109.8138</w:t>
      </w:r>
      <w:r>
        <w:tab/>
        <w:t>1.266e-2</w:t>
      </w:r>
    </w:p>
    <w:p w:rsidR="007B2329" w:rsidRDefault="007B2329" w:rsidP="007B2329">
      <w:r>
        <w:t>109.8196</w:t>
      </w:r>
      <w:r>
        <w:tab/>
        <w:t>1.013e0</w:t>
      </w:r>
    </w:p>
    <w:p w:rsidR="007B2329" w:rsidRDefault="007B2329" w:rsidP="007B2329">
      <w:r>
        <w:t>109.8224</w:t>
      </w:r>
      <w:r>
        <w:tab/>
        <w:t>1.266e-2</w:t>
      </w:r>
    </w:p>
    <w:p w:rsidR="007B2329" w:rsidRDefault="007B2329" w:rsidP="007B2329">
      <w:r>
        <w:t>109.8309</w:t>
      </w:r>
      <w:r>
        <w:tab/>
        <w:t>3.267e0</w:t>
      </w:r>
    </w:p>
    <w:p w:rsidR="007B2329" w:rsidRDefault="007B2329" w:rsidP="007B2329">
      <w:r>
        <w:t>109.8459</w:t>
      </w:r>
      <w:r>
        <w:tab/>
        <w:t>2.025e0</w:t>
      </w:r>
    </w:p>
    <w:p w:rsidR="007B2329" w:rsidRDefault="007B2329" w:rsidP="007B2329">
      <w:r>
        <w:t>109.8474</w:t>
      </w:r>
      <w:r>
        <w:tab/>
        <w:t>1.266e-2</w:t>
      </w:r>
    </w:p>
    <w:p w:rsidR="007B2329" w:rsidRDefault="007B2329" w:rsidP="007B2329">
      <w:r>
        <w:lastRenderedPageBreak/>
        <w:t>109.8488</w:t>
      </w:r>
      <w:r>
        <w:tab/>
        <w:t>4.051e0</w:t>
      </w:r>
    </w:p>
    <w:p w:rsidR="007B2329" w:rsidRDefault="007B2329" w:rsidP="007B2329">
      <w:r>
        <w:t>109.8531</w:t>
      </w:r>
      <w:r>
        <w:tab/>
        <w:t>2.025e0</w:t>
      </w:r>
    </w:p>
    <w:p w:rsidR="007B2329" w:rsidRDefault="007B2329" w:rsidP="007B2329">
      <w:r>
        <w:t>109.8612</w:t>
      </w:r>
      <w:r>
        <w:tab/>
        <w:t>1.013e0</w:t>
      </w:r>
    </w:p>
    <w:p w:rsidR="007B2329" w:rsidRDefault="007B2329" w:rsidP="007B2329">
      <w:r>
        <w:t>109.8751</w:t>
      </w:r>
      <w:r>
        <w:tab/>
        <w:t>1.013e0</w:t>
      </w:r>
    </w:p>
    <w:p w:rsidR="007B2329" w:rsidRDefault="007B2329" w:rsidP="007B2329">
      <w:r>
        <w:t>109.8780</w:t>
      </w:r>
      <w:r>
        <w:tab/>
        <w:t>1.013e0</w:t>
      </w:r>
    </w:p>
    <w:p w:rsidR="007B2329" w:rsidRDefault="007B2329" w:rsidP="007B2329">
      <w:r>
        <w:t>109.8808</w:t>
      </w:r>
      <w:r>
        <w:tab/>
        <w:t>3.038e0</w:t>
      </w:r>
    </w:p>
    <w:p w:rsidR="007B2329" w:rsidRDefault="007B2329" w:rsidP="007B2329">
      <w:r>
        <w:t>109.8837</w:t>
      </w:r>
      <w:r>
        <w:tab/>
        <w:t>2.025e0</w:t>
      </w:r>
    </w:p>
    <w:p w:rsidR="007B2329" w:rsidRDefault="007B2329" w:rsidP="007B2329">
      <w:r>
        <w:t>109.8866</w:t>
      </w:r>
      <w:r>
        <w:tab/>
        <w:t>1.266e-2</w:t>
      </w:r>
    </w:p>
    <w:p w:rsidR="007B2329" w:rsidRDefault="007B2329" w:rsidP="007B2329">
      <w:r>
        <w:t>109.8892</w:t>
      </w:r>
      <w:r>
        <w:tab/>
        <w:t>2.025e0</w:t>
      </w:r>
    </w:p>
    <w:p w:rsidR="007B2329" w:rsidRDefault="007B2329" w:rsidP="007B2329">
      <w:r>
        <w:t>109.8976</w:t>
      </w:r>
      <w:r>
        <w:tab/>
        <w:t>1.013e0</w:t>
      </w:r>
    </w:p>
    <w:p w:rsidR="007B2329" w:rsidRDefault="007B2329" w:rsidP="007B2329">
      <w:r>
        <w:t>109.9005</w:t>
      </w:r>
      <w:r>
        <w:tab/>
        <w:t>1.013e0</w:t>
      </w:r>
    </w:p>
    <w:p w:rsidR="007B2329" w:rsidRDefault="007B2329" w:rsidP="007B2329">
      <w:r>
        <w:t>109.9032</w:t>
      </w:r>
      <w:r>
        <w:tab/>
        <w:t>2.025e0</w:t>
      </w:r>
    </w:p>
    <w:p w:rsidR="007B2329" w:rsidRDefault="007B2329" w:rsidP="007B2329">
      <w:r>
        <w:t>109.9057</w:t>
      </w:r>
      <w:r>
        <w:tab/>
        <w:t>1.013e0</w:t>
      </w:r>
    </w:p>
    <w:p w:rsidR="007B2329" w:rsidRDefault="007B2329" w:rsidP="007B2329">
      <w:r>
        <w:t>109.9072</w:t>
      </w:r>
      <w:r>
        <w:tab/>
        <w:t>2.025e0</w:t>
      </w:r>
    </w:p>
    <w:p w:rsidR="007B2329" w:rsidRDefault="007B2329" w:rsidP="007B2329">
      <w:r>
        <w:t>109.9143</w:t>
      </w:r>
      <w:r>
        <w:tab/>
        <w:t>1.013e0</w:t>
      </w:r>
    </w:p>
    <w:p w:rsidR="007B2329" w:rsidRDefault="007B2329" w:rsidP="007B2329">
      <w:r>
        <w:t>109.9225</w:t>
      </w:r>
      <w:r>
        <w:tab/>
        <w:t>2.025e0</w:t>
      </w:r>
    </w:p>
    <w:p w:rsidR="007B2329" w:rsidRDefault="007B2329" w:rsidP="007B2329">
      <w:r>
        <w:t>109.9363</w:t>
      </w:r>
      <w:r>
        <w:tab/>
        <w:t>2.025e0</w:t>
      </w:r>
    </w:p>
    <w:p w:rsidR="007B2329" w:rsidRDefault="007B2329" w:rsidP="007B2329">
      <w:r>
        <w:t>109.9374</w:t>
      </w:r>
      <w:r>
        <w:tab/>
        <w:t>3.038e0</w:t>
      </w:r>
    </w:p>
    <w:p w:rsidR="007B2329" w:rsidRDefault="007B2329" w:rsidP="007B2329">
      <w:r>
        <w:t>109.9504</w:t>
      </w:r>
      <w:r>
        <w:tab/>
        <w:t>1.025e0</w:t>
      </w:r>
    </w:p>
    <w:p w:rsidR="007B2329" w:rsidRDefault="007B2329" w:rsidP="007B2329">
      <w:r>
        <w:lastRenderedPageBreak/>
        <w:t>109.9618</w:t>
      </w:r>
      <w:r>
        <w:tab/>
        <w:t>1.013e0</w:t>
      </w:r>
    </w:p>
    <w:p w:rsidR="007B2329" w:rsidRDefault="007B2329" w:rsidP="007B2329">
      <w:r>
        <w:t>109.9699</w:t>
      </w:r>
      <w:r>
        <w:tab/>
        <w:t>1.013e0</w:t>
      </w:r>
    </w:p>
    <w:p w:rsidR="007B2329" w:rsidRDefault="007B2329" w:rsidP="007B2329">
      <w:r>
        <w:t>109.9756</w:t>
      </w:r>
      <w:r>
        <w:tab/>
        <w:t>1.013e0</w:t>
      </w:r>
    </w:p>
    <w:p w:rsidR="007B2329" w:rsidRDefault="007B2329" w:rsidP="007B2329">
      <w:r>
        <w:t>109.9895</w:t>
      </w:r>
      <w:r>
        <w:tab/>
        <w:t>1.013e0</w:t>
      </w:r>
    </w:p>
    <w:p w:rsidR="007B2329" w:rsidRDefault="007B2329" w:rsidP="007B2329">
      <w:r>
        <w:t>110.0005</w:t>
      </w:r>
      <w:r>
        <w:tab/>
        <w:t>2.025e0</w:t>
      </w:r>
    </w:p>
    <w:p w:rsidR="007B2329" w:rsidRDefault="007B2329" w:rsidP="007B2329">
      <w:r>
        <w:t>110.0118</w:t>
      </w:r>
      <w:r>
        <w:tab/>
        <w:t>2.025e0</w:t>
      </w:r>
    </w:p>
    <w:p w:rsidR="007B2329" w:rsidRDefault="007B2329" w:rsidP="007B2329">
      <w:r>
        <w:t>110.0144</w:t>
      </w:r>
      <w:r>
        <w:tab/>
        <w:t>2.025e0</w:t>
      </w:r>
    </w:p>
    <w:p w:rsidR="007B2329" w:rsidRDefault="007B2329" w:rsidP="007B2329">
      <w:r>
        <w:t>110.0230</w:t>
      </w:r>
      <w:r>
        <w:tab/>
        <w:t>1.013e0</w:t>
      </w:r>
    </w:p>
    <w:p w:rsidR="007B2329" w:rsidRDefault="007B2329" w:rsidP="007B2329">
      <w:r>
        <w:t>110.0260</w:t>
      </w:r>
      <w:r>
        <w:tab/>
        <w:t>2.038e0</w:t>
      </w:r>
    </w:p>
    <w:p w:rsidR="007B2329" w:rsidRDefault="007B2329" w:rsidP="007B2329">
      <w:r>
        <w:t>110.0271</w:t>
      </w:r>
      <w:r>
        <w:tab/>
        <w:t>2.025e0</w:t>
      </w:r>
    </w:p>
    <w:p w:rsidR="007B2329" w:rsidRDefault="007B2329" w:rsidP="007B2329">
      <w:r>
        <w:t>110.0369</w:t>
      </w:r>
      <w:r>
        <w:tab/>
        <w:t>2.025e0</w:t>
      </w:r>
    </w:p>
    <w:p w:rsidR="007B2329" w:rsidRDefault="007B2329" w:rsidP="007B2329">
      <w:r>
        <w:t>110.0398</w:t>
      </w:r>
      <w:r>
        <w:tab/>
        <w:t>1.013e0</w:t>
      </w:r>
    </w:p>
    <w:p w:rsidR="007B2329" w:rsidRDefault="007B2329" w:rsidP="007B2329">
      <w:r>
        <w:t>110.0426</w:t>
      </w:r>
      <w:r>
        <w:tab/>
        <w:t>1.013e0</w:t>
      </w:r>
    </w:p>
    <w:p w:rsidR="007B2329" w:rsidRDefault="007B2329" w:rsidP="007B2329">
      <w:r>
        <w:t>110.0452</w:t>
      </w:r>
      <w:r>
        <w:tab/>
        <w:t>3.038e0</w:t>
      </w:r>
    </w:p>
    <w:p w:rsidR="007B2329" w:rsidRDefault="007B2329" w:rsidP="007B2329">
      <w:r>
        <w:t>110.0591</w:t>
      </w:r>
      <w:r>
        <w:tab/>
        <w:t>1.025e0</w:t>
      </w:r>
    </w:p>
    <w:p w:rsidR="007B2329" w:rsidRDefault="007B2329" w:rsidP="007B2329">
      <w:r>
        <w:t>110.0633</w:t>
      </w:r>
      <w:r>
        <w:tab/>
        <w:t>2.025e0</w:t>
      </w:r>
    </w:p>
    <w:p w:rsidR="007B2329" w:rsidRDefault="007B2329" w:rsidP="007B2329">
      <w:r>
        <w:t>110.0697</w:t>
      </w:r>
      <w:r>
        <w:tab/>
        <w:t>7.089e0</w:t>
      </w:r>
    </w:p>
    <w:p w:rsidR="007B2329" w:rsidRDefault="007B2329" w:rsidP="007B2329">
      <w:r>
        <w:t>110.0746</w:t>
      </w:r>
      <w:r>
        <w:tab/>
        <w:t>5.706e-1</w:t>
      </w:r>
    </w:p>
    <w:p w:rsidR="007B2329" w:rsidRDefault="007B2329" w:rsidP="007B2329">
      <w:r>
        <w:t>110.0759</w:t>
      </w:r>
      <w:r>
        <w:tab/>
        <w:t>3.038e0</w:t>
      </w:r>
    </w:p>
    <w:p w:rsidR="007B2329" w:rsidRDefault="007B2329" w:rsidP="007B2329">
      <w:r>
        <w:lastRenderedPageBreak/>
        <w:t>110.0776</w:t>
      </w:r>
      <w:r>
        <w:tab/>
        <w:t>4.051e0</w:t>
      </w:r>
    </w:p>
    <w:p w:rsidR="007B2329" w:rsidRDefault="007B2329" w:rsidP="007B2329">
      <w:r>
        <w:t>110.0816</w:t>
      </w:r>
      <w:r>
        <w:tab/>
        <w:t>1.013e0</w:t>
      </w:r>
    </w:p>
    <w:p w:rsidR="007B2329" w:rsidRDefault="007B2329" w:rsidP="007B2329">
      <w:r>
        <w:t>110.0843</w:t>
      </w:r>
      <w:r>
        <w:tab/>
        <w:t>3.038e0</w:t>
      </w:r>
    </w:p>
    <w:p w:rsidR="007B2329" w:rsidRDefault="007B2329" w:rsidP="007B2329">
      <w:r>
        <w:t>110.0898</w:t>
      </w:r>
      <w:r>
        <w:tab/>
        <w:t>1.013e0</w:t>
      </w:r>
    </w:p>
    <w:p w:rsidR="007B2329" w:rsidRDefault="007B2329" w:rsidP="007B2329">
      <w:r>
        <w:t>110.0954</w:t>
      </w:r>
      <w:r>
        <w:tab/>
        <w:t>2.025e0</w:t>
      </w:r>
    </w:p>
    <w:p w:rsidR="007B2329" w:rsidRDefault="007B2329" w:rsidP="007B2329">
      <w:r>
        <w:t>110.1008</w:t>
      </w:r>
      <w:r>
        <w:tab/>
        <w:t>4.051e0</w:t>
      </w:r>
    </w:p>
    <w:p w:rsidR="007B2329" w:rsidRDefault="007B2329" w:rsidP="007B2329">
      <w:r>
        <w:t>110.1093</w:t>
      </w:r>
      <w:r>
        <w:tab/>
        <w:t>3.038e0</w:t>
      </w:r>
    </w:p>
    <w:p w:rsidR="007B2329" w:rsidRDefault="007B2329" w:rsidP="007B2329">
      <w:r>
        <w:t>110.1122</w:t>
      </w:r>
      <w:r>
        <w:tab/>
        <w:t>1.013e0</w:t>
      </w:r>
    </w:p>
    <w:p w:rsidR="007B2329" w:rsidRDefault="007B2329" w:rsidP="007B2329">
      <w:r>
        <w:t>110.1164</w:t>
      </w:r>
      <w:r>
        <w:tab/>
        <w:t>2.025e0</w:t>
      </w:r>
    </w:p>
    <w:p w:rsidR="007B2329" w:rsidRDefault="007B2329" w:rsidP="007B2329">
      <w:r>
        <w:t>110.1261</w:t>
      </w:r>
      <w:r>
        <w:tab/>
        <w:t>1.013e0</w:t>
      </w:r>
    </w:p>
    <w:p w:rsidR="007B2329" w:rsidRDefault="007B2329" w:rsidP="007B2329">
      <w:r>
        <w:t>110.1285</w:t>
      </w:r>
      <w:r>
        <w:tab/>
        <w:t>3.038e0</w:t>
      </w:r>
    </w:p>
    <w:p w:rsidR="007B2329" w:rsidRDefault="007B2329" w:rsidP="007B2329">
      <w:r>
        <w:t>110.1318</w:t>
      </w:r>
      <w:r>
        <w:tab/>
        <w:t>1.013e0</w:t>
      </w:r>
    </w:p>
    <w:p w:rsidR="007B2329" w:rsidRDefault="007B2329" w:rsidP="007B2329">
      <w:r>
        <w:t>110.1348</w:t>
      </w:r>
      <w:r>
        <w:tab/>
        <w:t>1.266e-2</w:t>
      </w:r>
    </w:p>
    <w:p w:rsidR="007B2329" w:rsidRDefault="007B2329" w:rsidP="007B2329">
      <w:r>
        <w:t>110.1457</w:t>
      </w:r>
      <w:r>
        <w:tab/>
        <w:t>1.013e0</w:t>
      </w:r>
    </w:p>
    <w:p w:rsidR="007B2329" w:rsidRDefault="007B2329" w:rsidP="007B2329">
      <w:r>
        <w:t>110.1471</w:t>
      </w:r>
      <w:r>
        <w:tab/>
        <w:t>1.025e0</w:t>
      </w:r>
    </w:p>
    <w:p w:rsidR="007B2329" w:rsidRDefault="007B2329" w:rsidP="007B2329">
      <w:r>
        <w:t>110.1513</w:t>
      </w:r>
      <w:r>
        <w:tab/>
        <w:t>1.013e0</w:t>
      </w:r>
    </w:p>
    <w:p w:rsidR="007B2329" w:rsidRDefault="007B2329" w:rsidP="007B2329">
      <w:r>
        <w:t>110.1596</w:t>
      </w:r>
      <w:r>
        <w:tab/>
        <w:t>1.013e0</w:t>
      </w:r>
    </w:p>
    <w:p w:rsidR="007B2329" w:rsidRDefault="007B2329" w:rsidP="007B2329">
      <w:r>
        <w:t>110.1678</w:t>
      </w:r>
      <w:r>
        <w:tab/>
        <w:t>2.025e0</w:t>
      </w:r>
    </w:p>
    <w:p w:rsidR="007B2329" w:rsidRDefault="007B2329" w:rsidP="007B2329">
      <w:r>
        <w:t>110.1706</w:t>
      </w:r>
      <w:r>
        <w:tab/>
        <w:t>1.266e-2</w:t>
      </w:r>
    </w:p>
    <w:p w:rsidR="007B2329" w:rsidRDefault="007B2329" w:rsidP="007B2329">
      <w:r>
        <w:lastRenderedPageBreak/>
        <w:t>110.2013</w:t>
      </w:r>
      <w:r>
        <w:tab/>
        <w:t>1.266e-2</w:t>
      </w:r>
    </w:p>
    <w:p w:rsidR="007B2329" w:rsidRDefault="007B2329" w:rsidP="007B2329">
      <w:r>
        <w:t>110.2128</w:t>
      </w:r>
      <w:r>
        <w:tab/>
        <w:t>1.266e-2</w:t>
      </w:r>
    </w:p>
    <w:p w:rsidR="007B2329" w:rsidRDefault="007B2329" w:rsidP="007B2329">
      <w:r>
        <w:t>110.2238</w:t>
      </w:r>
      <w:r>
        <w:tab/>
        <w:t>2.532e-2</w:t>
      </w:r>
    </w:p>
    <w:p w:rsidR="007B2329" w:rsidRDefault="007B2329" w:rsidP="007B2329">
      <w:r>
        <w:t>110.2294</w:t>
      </w:r>
      <w:r>
        <w:tab/>
        <w:t>2.025e0</w:t>
      </w:r>
    </w:p>
    <w:p w:rsidR="007B2329" w:rsidRDefault="007B2329" w:rsidP="007B2329">
      <w:r>
        <w:t>110.2349</w:t>
      </w:r>
      <w:r>
        <w:tab/>
        <w:t>1.013e0</w:t>
      </w:r>
    </w:p>
    <w:p w:rsidR="007B2329" w:rsidRDefault="007B2329" w:rsidP="007B2329">
      <w:r>
        <w:t>110.2574</w:t>
      </w:r>
      <w:r>
        <w:tab/>
        <w:t>1.266e-2</w:t>
      </w:r>
    </w:p>
    <w:p w:rsidR="007B2329" w:rsidRDefault="007B2329" w:rsidP="007B2329">
      <w:r>
        <w:t>110.2601</w:t>
      </w:r>
      <w:r>
        <w:tab/>
        <w:t>1.013e0</w:t>
      </w:r>
    </w:p>
    <w:p w:rsidR="007B2329" w:rsidRDefault="007B2329" w:rsidP="007B2329">
      <w:r>
        <w:t>110.2655</w:t>
      </w:r>
      <w:r>
        <w:tab/>
        <w:t>2.025e0</w:t>
      </w:r>
    </w:p>
    <w:p w:rsidR="007B2329" w:rsidRDefault="007B2329" w:rsidP="007B2329">
      <w:r>
        <w:t>110.2767</w:t>
      </w:r>
      <w:r>
        <w:tab/>
        <w:t>1.013e0</w:t>
      </w:r>
    </w:p>
    <w:p w:rsidR="007B2329" w:rsidRDefault="007B2329" w:rsidP="007B2329">
      <w:r>
        <w:t>110.2876</w:t>
      </w:r>
      <w:r>
        <w:tab/>
        <w:t>4.051e0</w:t>
      </w:r>
    </w:p>
    <w:p w:rsidR="007B2329" w:rsidRDefault="007B2329" w:rsidP="007B2329">
      <w:r>
        <w:t>110.2977</w:t>
      </w:r>
      <w:r>
        <w:tab/>
        <w:t>2.025e0</w:t>
      </w:r>
    </w:p>
    <w:p w:rsidR="007B2329" w:rsidRDefault="007B2329" w:rsidP="007B2329">
      <w:r>
        <w:t>110.3019</w:t>
      </w:r>
      <w:r>
        <w:tab/>
        <w:t>1.013e0</w:t>
      </w:r>
    </w:p>
    <w:p w:rsidR="007B2329" w:rsidRDefault="007B2329" w:rsidP="007B2329">
      <w:r>
        <w:t>110.3075</w:t>
      </w:r>
      <w:r>
        <w:tab/>
        <w:t>1.013e0</w:t>
      </w:r>
    </w:p>
    <w:p w:rsidR="007B2329" w:rsidRDefault="007B2329" w:rsidP="007B2329">
      <w:r>
        <w:t>110.3217</w:t>
      </w:r>
      <w:r>
        <w:tab/>
        <w:t>1.013e0</w:t>
      </w:r>
    </w:p>
    <w:p w:rsidR="007B2329" w:rsidRDefault="007B2329" w:rsidP="007B2329">
      <w:r>
        <w:t>110.3240</w:t>
      </w:r>
      <w:r>
        <w:tab/>
        <w:t>1.013e0</w:t>
      </w:r>
    </w:p>
    <w:p w:rsidR="007B2329" w:rsidRDefault="007B2329" w:rsidP="007B2329">
      <w:r>
        <w:t>110.3327</w:t>
      </w:r>
      <w:r>
        <w:tab/>
        <w:t>1.013e0</w:t>
      </w:r>
    </w:p>
    <w:p w:rsidR="007B2329" w:rsidRDefault="007B2329" w:rsidP="007B2329">
      <w:r>
        <w:t>110.3396</w:t>
      </w:r>
      <w:r>
        <w:tab/>
        <w:t>2.025e0</w:t>
      </w:r>
    </w:p>
    <w:p w:rsidR="007B2329" w:rsidRDefault="007B2329" w:rsidP="007B2329">
      <w:r>
        <w:t>110.3408</w:t>
      </w:r>
      <w:r>
        <w:tab/>
        <w:t>1.013e0</w:t>
      </w:r>
    </w:p>
    <w:p w:rsidR="007B2329" w:rsidRDefault="007B2329" w:rsidP="007B2329">
      <w:r>
        <w:t>110.3524</w:t>
      </w:r>
      <w:r>
        <w:tab/>
        <w:t>1.013e0</w:t>
      </w:r>
    </w:p>
    <w:p w:rsidR="007B2329" w:rsidRDefault="007B2329" w:rsidP="007B2329">
      <w:r>
        <w:lastRenderedPageBreak/>
        <w:t>110.3576</w:t>
      </w:r>
      <w:r>
        <w:tab/>
        <w:t>1.013e0</w:t>
      </w:r>
    </w:p>
    <w:p w:rsidR="007B2329" w:rsidRDefault="007B2329" w:rsidP="007B2329">
      <w:r>
        <w:t>110.3643</w:t>
      </w:r>
      <w:r>
        <w:tab/>
        <w:t>4.051e0</w:t>
      </w:r>
    </w:p>
    <w:p w:rsidR="007B2329" w:rsidRDefault="007B2329" w:rsidP="007B2329">
      <w:r>
        <w:t>110.3691</w:t>
      </w:r>
      <w:r>
        <w:tab/>
        <w:t>1.013e0</w:t>
      </w:r>
    </w:p>
    <w:p w:rsidR="007B2329" w:rsidRDefault="007B2329" w:rsidP="007B2329">
      <w:r>
        <w:t>110.3730</w:t>
      </w:r>
      <w:r>
        <w:tab/>
        <w:t>2.025e0</w:t>
      </w:r>
    </w:p>
    <w:p w:rsidR="007B2329" w:rsidRDefault="007B2329" w:rsidP="007B2329">
      <w:r>
        <w:t>110.3773</w:t>
      </w:r>
      <w:r>
        <w:tab/>
        <w:t>3.038e0</w:t>
      </w:r>
    </w:p>
    <w:p w:rsidR="007B2329" w:rsidRDefault="007B2329" w:rsidP="007B2329">
      <w:r>
        <w:t>110.3830</w:t>
      </w:r>
      <w:r>
        <w:tab/>
        <w:t>1.013e0</w:t>
      </w:r>
    </w:p>
    <w:p w:rsidR="007B2329" w:rsidRDefault="007B2329" w:rsidP="007B2329">
      <w:r>
        <w:t>110.3912</w:t>
      </w:r>
      <w:r>
        <w:tab/>
        <w:t>1.013e0</w:t>
      </w:r>
    </w:p>
    <w:p w:rsidR="007B2329" w:rsidRDefault="007B2329" w:rsidP="007B2329">
      <w:r>
        <w:t>110.3969</w:t>
      </w:r>
      <w:r>
        <w:tab/>
        <w:t>1.025e0</w:t>
      </w:r>
    </w:p>
    <w:p w:rsidR="007B2329" w:rsidRDefault="007B2329" w:rsidP="007B2329">
      <w:r>
        <w:t>110.3987</w:t>
      </w:r>
      <w:r>
        <w:tab/>
        <w:t>3.038e0</w:t>
      </w:r>
    </w:p>
    <w:p w:rsidR="007B2329" w:rsidRDefault="007B2329" w:rsidP="007B2329">
      <w:r>
        <w:t>110.4080</w:t>
      </w:r>
      <w:r>
        <w:tab/>
        <w:t>2.025e0</w:t>
      </w:r>
    </w:p>
    <w:p w:rsidR="007B2329" w:rsidRDefault="007B2329" w:rsidP="007B2329">
      <w:r>
        <w:t>110.4248</w:t>
      </w:r>
      <w:r>
        <w:tab/>
        <w:t>1.013e0</w:t>
      </w:r>
    </w:p>
    <w:p w:rsidR="007B2329" w:rsidRDefault="007B2329" w:rsidP="007B2329">
      <w:r>
        <w:t>110.4276</w:t>
      </w:r>
      <w:r>
        <w:tab/>
        <w:t>1.013e0</w:t>
      </w:r>
    </w:p>
    <w:p w:rsidR="007B2329" w:rsidRDefault="007B2329" w:rsidP="007B2329">
      <w:r>
        <w:t>110.4358</w:t>
      </w:r>
      <w:r>
        <w:tab/>
        <w:t>1.266e-2</w:t>
      </w:r>
    </w:p>
    <w:p w:rsidR="007B2329" w:rsidRDefault="007B2329" w:rsidP="007B2329">
      <w:r>
        <w:t>110.4395</w:t>
      </w:r>
      <w:r>
        <w:tab/>
        <w:t>3.038e0</w:t>
      </w:r>
    </w:p>
    <w:p w:rsidR="007B2329" w:rsidRDefault="007B2329" w:rsidP="007B2329">
      <w:r>
        <w:t>110.4551</w:t>
      </w:r>
      <w:r>
        <w:tab/>
        <w:t>4.051e0</w:t>
      </w:r>
    </w:p>
    <w:p w:rsidR="007B2329" w:rsidRDefault="007B2329" w:rsidP="007B2329">
      <w:r>
        <w:t>110.4752</w:t>
      </w:r>
      <w:r>
        <w:tab/>
        <w:t>1.013e0</w:t>
      </w:r>
    </w:p>
    <w:p w:rsidR="007B2329" w:rsidRDefault="007B2329" w:rsidP="007B2329">
      <w:r>
        <w:t>110.4781</w:t>
      </w:r>
      <w:r>
        <w:tab/>
        <w:t>1.013e0</w:t>
      </w:r>
    </w:p>
    <w:p w:rsidR="007B2329" w:rsidRDefault="007B2329" w:rsidP="007B2329">
      <w:r>
        <w:t>110.4862</w:t>
      </w:r>
      <w:r>
        <w:tab/>
        <w:t>1.013e0</w:t>
      </w:r>
    </w:p>
    <w:p w:rsidR="007B2329" w:rsidRDefault="007B2329" w:rsidP="007B2329">
      <w:r>
        <w:t>110.4890</w:t>
      </w:r>
      <w:r>
        <w:tab/>
        <w:t>1.266e-2</w:t>
      </w:r>
    </w:p>
    <w:p w:rsidR="007B2329" w:rsidRDefault="007B2329" w:rsidP="007B2329">
      <w:r>
        <w:lastRenderedPageBreak/>
        <w:t>110.4972</w:t>
      </w:r>
      <w:r>
        <w:tab/>
        <w:t>1.013e0</w:t>
      </w:r>
    </w:p>
    <w:p w:rsidR="007B2329" w:rsidRDefault="007B2329" w:rsidP="007B2329">
      <w:r>
        <w:t>110.5001</w:t>
      </w:r>
      <w:r>
        <w:tab/>
        <w:t>1.013e0</w:t>
      </w:r>
    </w:p>
    <w:p w:rsidR="007B2329" w:rsidRDefault="007B2329" w:rsidP="007B2329">
      <w:r>
        <w:t>110.5058</w:t>
      </w:r>
      <w:r>
        <w:tab/>
        <w:t>1.013e0</w:t>
      </w:r>
    </w:p>
    <w:p w:rsidR="007B2329" w:rsidRDefault="007B2329" w:rsidP="007B2329">
      <w:r>
        <w:t>110.5088</w:t>
      </w:r>
      <w:r>
        <w:tab/>
        <w:t>3.038e0</w:t>
      </w:r>
    </w:p>
    <w:p w:rsidR="007B2329" w:rsidRDefault="007B2329" w:rsidP="007B2329">
      <w:r>
        <w:t>110.5169</w:t>
      </w:r>
      <w:r>
        <w:tab/>
        <w:t>2.532e-2</w:t>
      </w:r>
    </w:p>
    <w:p w:rsidR="007B2329" w:rsidRDefault="007B2329" w:rsidP="007B2329">
      <w:r>
        <w:t>110.5198</w:t>
      </w:r>
      <w:r>
        <w:tab/>
        <w:t>1.013e0</w:t>
      </w:r>
    </w:p>
    <w:p w:rsidR="007B2329" w:rsidRDefault="007B2329" w:rsidP="007B2329">
      <w:r>
        <w:t>110.5279</w:t>
      </w:r>
      <w:r>
        <w:tab/>
        <w:t>1.013e0</w:t>
      </w:r>
    </w:p>
    <w:p w:rsidR="007B2329" w:rsidRDefault="007B2329" w:rsidP="007B2329">
      <w:r>
        <w:t>110.5295</w:t>
      </w:r>
      <w:r>
        <w:tab/>
        <w:t>2.025e0</w:t>
      </w:r>
    </w:p>
    <w:p w:rsidR="007B2329" w:rsidRDefault="007B2329" w:rsidP="007B2329">
      <w:r>
        <w:t>110.5309</w:t>
      </w:r>
      <w:r>
        <w:tab/>
        <w:t>3.038e0</w:t>
      </w:r>
    </w:p>
    <w:p w:rsidR="007B2329" w:rsidRDefault="007B2329" w:rsidP="007B2329">
      <w:r>
        <w:t>110.5395</w:t>
      </w:r>
      <w:r>
        <w:tab/>
        <w:t>1.013e0</w:t>
      </w:r>
    </w:p>
    <w:p w:rsidR="007B2329" w:rsidRDefault="007B2329" w:rsidP="007B2329">
      <w:r>
        <w:t>110.5534</w:t>
      </w:r>
      <w:r>
        <w:tab/>
        <w:t>1.025e0</w:t>
      </w:r>
    </w:p>
    <w:p w:rsidR="007B2329" w:rsidRDefault="007B2329" w:rsidP="007B2329">
      <w:r>
        <w:t>110.5563</w:t>
      </w:r>
      <w:r>
        <w:tab/>
        <w:t>1.013e0</w:t>
      </w:r>
    </w:p>
    <w:p w:rsidR="007B2329" w:rsidRDefault="007B2329" w:rsidP="007B2329">
      <w:r>
        <w:t>110.5615</w:t>
      </w:r>
      <w:r>
        <w:tab/>
        <w:t>1.266e-2</w:t>
      </w:r>
    </w:p>
    <w:p w:rsidR="007B2329" w:rsidRDefault="007B2329" w:rsidP="007B2329">
      <w:r>
        <w:t>110.5702</w:t>
      </w:r>
      <w:r>
        <w:tab/>
        <w:t>1.013e0</w:t>
      </w:r>
    </w:p>
    <w:p w:rsidR="007B2329" w:rsidRDefault="007B2329" w:rsidP="007B2329">
      <w:r>
        <w:t>110.5841</w:t>
      </w:r>
      <w:r>
        <w:tab/>
        <w:t>1.013e0</w:t>
      </w:r>
    </w:p>
    <w:p w:rsidR="007B2329" w:rsidRDefault="007B2329" w:rsidP="007B2329">
      <w:r>
        <w:t>110.5870</w:t>
      </w:r>
      <w:r>
        <w:tab/>
        <w:t>1.013e0</w:t>
      </w:r>
    </w:p>
    <w:p w:rsidR="007B2329" w:rsidRDefault="007B2329" w:rsidP="007B2329">
      <w:r>
        <w:t>110.5922</w:t>
      </w:r>
      <w:r>
        <w:tab/>
        <w:t>1.013e0</w:t>
      </w:r>
    </w:p>
    <w:p w:rsidR="007B2329" w:rsidRDefault="007B2329" w:rsidP="007B2329">
      <w:r>
        <w:t>110.5937</w:t>
      </w:r>
      <w:r>
        <w:tab/>
        <w:t>2.025e0</w:t>
      </w:r>
    </w:p>
    <w:p w:rsidR="007B2329" w:rsidRDefault="007B2329" w:rsidP="007B2329">
      <w:r>
        <w:t>110.5980</w:t>
      </w:r>
      <w:r>
        <w:tab/>
        <w:t>2.025e0</w:t>
      </w:r>
    </w:p>
    <w:p w:rsidR="007B2329" w:rsidRDefault="007B2329" w:rsidP="007B2329">
      <w:r>
        <w:lastRenderedPageBreak/>
        <w:t>110.6148</w:t>
      </w:r>
      <w:r>
        <w:tab/>
        <w:t>1.266e-2</w:t>
      </w:r>
    </w:p>
    <w:p w:rsidR="007B2329" w:rsidRDefault="007B2329" w:rsidP="007B2329">
      <w:r>
        <w:t>110.6230</w:t>
      </w:r>
      <w:r>
        <w:tab/>
        <w:t>2.025e0</w:t>
      </w:r>
    </w:p>
    <w:p w:rsidR="007B2329" w:rsidRDefault="007B2329" w:rsidP="007B2329">
      <w:r>
        <w:t>110.6259</w:t>
      </w:r>
      <w:r>
        <w:tab/>
        <w:t>2.025e0</w:t>
      </w:r>
    </w:p>
    <w:p w:rsidR="007B2329" w:rsidRDefault="007B2329" w:rsidP="007B2329">
      <w:r>
        <w:t>110.6288</w:t>
      </w:r>
      <w:r>
        <w:tab/>
        <w:t>1.013e0</w:t>
      </w:r>
    </w:p>
    <w:p w:rsidR="007B2329" w:rsidRDefault="007B2329" w:rsidP="007B2329">
      <w:r>
        <w:t>110.6346</w:t>
      </w:r>
      <w:r>
        <w:tab/>
        <w:t>2.025e0</w:t>
      </w:r>
    </w:p>
    <w:p w:rsidR="007B2329" w:rsidRDefault="007B2329" w:rsidP="007B2329">
      <w:r>
        <w:t>110.6369</w:t>
      </w:r>
      <w:r>
        <w:tab/>
        <w:t>1.013e0</w:t>
      </w:r>
    </w:p>
    <w:p w:rsidR="007B2329" w:rsidRDefault="007B2329" w:rsidP="007B2329">
      <w:r>
        <w:t>110.6427</w:t>
      </w:r>
      <w:r>
        <w:tab/>
        <w:t>1.013e0</w:t>
      </w:r>
    </w:p>
    <w:p w:rsidR="007B2329" w:rsidRDefault="007B2329" w:rsidP="007B2329">
      <w:r>
        <w:t>110.6484</w:t>
      </w:r>
      <w:r>
        <w:tab/>
        <w:t>2.025e0</w:t>
      </w:r>
    </w:p>
    <w:p w:rsidR="007B2329" w:rsidRDefault="007B2329" w:rsidP="007B2329">
      <w:r>
        <w:t>110.6537</w:t>
      </w:r>
      <w:r>
        <w:tab/>
        <w:t>2.025e0</w:t>
      </w:r>
    </w:p>
    <w:p w:rsidR="007B2329" w:rsidRDefault="007B2329" w:rsidP="007B2329">
      <w:r>
        <w:t>110.6595</w:t>
      </w:r>
      <w:r>
        <w:tab/>
        <w:t>1.266e-2</w:t>
      </w:r>
    </w:p>
    <w:p w:rsidR="007B2329" w:rsidRDefault="007B2329" w:rsidP="007B2329">
      <w:r>
        <w:t>110.6792</w:t>
      </w:r>
      <w:r>
        <w:tab/>
        <w:t>2.025e0</w:t>
      </w:r>
    </w:p>
    <w:p w:rsidR="007B2329" w:rsidRDefault="007B2329" w:rsidP="007B2329">
      <w:r>
        <w:t>110.6820</w:t>
      </w:r>
      <w:r>
        <w:tab/>
        <w:t>1.013e0</w:t>
      </w:r>
    </w:p>
    <w:p w:rsidR="007B2329" w:rsidRDefault="007B2329" w:rsidP="007B2329">
      <w:r>
        <w:t>110.6839</w:t>
      </w:r>
      <w:r>
        <w:tab/>
        <w:t>3.038e0</w:t>
      </w:r>
    </w:p>
    <w:p w:rsidR="007B2329" w:rsidRDefault="007B2329" w:rsidP="007B2329">
      <w:r>
        <w:t>110.6874</w:t>
      </w:r>
      <w:r>
        <w:tab/>
        <w:t>2.025e0</w:t>
      </w:r>
    </w:p>
    <w:p w:rsidR="007B2329" w:rsidRDefault="007B2329" w:rsidP="007B2329">
      <w:r>
        <w:t>110.6986</w:t>
      </w:r>
      <w:r>
        <w:tab/>
        <w:t>2.025e0</w:t>
      </w:r>
    </w:p>
    <w:p w:rsidR="007B2329" w:rsidRDefault="007B2329" w:rsidP="007B2329">
      <w:r>
        <w:t>110.7012</w:t>
      </w:r>
      <w:r>
        <w:tab/>
        <w:t>4.051e0</w:t>
      </w:r>
    </w:p>
    <w:p w:rsidR="007B2329" w:rsidRDefault="007B2329" w:rsidP="007B2329">
      <w:r>
        <w:t>110.7155</w:t>
      </w:r>
      <w:r>
        <w:tab/>
        <w:t>2.025e0</w:t>
      </w:r>
    </w:p>
    <w:p w:rsidR="007B2329" w:rsidRDefault="007B2329" w:rsidP="007B2329">
      <w:r>
        <w:t>110.7268</w:t>
      </w:r>
      <w:r>
        <w:tab/>
        <w:t>2.038e0</w:t>
      </w:r>
    </w:p>
    <w:p w:rsidR="007B2329" w:rsidRDefault="007B2329" w:rsidP="007B2329">
      <w:r>
        <w:t>110.7322</w:t>
      </w:r>
      <w:r>
        <w:tab/>
        <w:t>2.025e0</w:t>
      </w:r>
    </w:p>
    <w:p w:rsidR="007B2329" w:rsidRDefault="007B2329" w:rsidP="007B2329">
      <w:r>
        <w:lastRenderedPageBreak/>
        <w:t>110.7349</w:t>
      </w:r>
      <w:r>
        <w:tab/>
        <w:t>1.013e0</w:t>
      </w:r>
    </w:p>
    <w:p w:rsidR="007B2329" w:rsidRDefault="007B2329" w:rsidP="007B2329">
      <w:r>
        <w:t>110.7406</w:t>
      </w:r>
      <w:r>
        <w:tab/>
        <w:t>2.025e0</w:t>
      </w:r>
    </w:p>
    <w:p w:rsidR="007B2329" w:rsidRDefault="007B2329" w:rsidP="007B2329">
      <w:r>
        <w:t>110.7488</w:t>
      </w:r>
      <w:r>
        <w:tab/>
        <w:t>1.013e0</w:t>
      </w:r>
    </w:p>
    <w:p w:rsidR="007B2329" w:rsidRDefault="007B2329" w:rsidP="007B2329">
      <w:r>
        <w:t>110.7574</w:t>
      </w:r>
      <w:r>
        <w:tab/>
        <w:t>1.013e0</w:t>
      </w:r>
    </w:p>
    <w:p w:rsidR="007B2329" w:rsidRDefault="007B2329" w:rsidP="007B2329">
      <w:r>
        <w:t>110.7770</w:t>
      </w:r>
      <w:r>
        <w:tab/>
        <w:t>2.025e0</w:t>
      </w:r>
    </w:p>
    <w:p w:rsidR="007B2329" w:rsidRDefault="007B2329" w:rsidP="007B2329">
      <w:r>
        <w:t>110.7882</w:t>
      </w:r>
      <w:r>
        <w:tab/>
        <w:t>1.013e0</w:t>
      </w:r>
    </w:p>
    <w:p w:rsidR="007B2329" w:rsidRDefault="007B2329" w:rsidP="007B2329">
      <w:r>
        <w:t>110.7896</w:t>
      </w:r>
      <w:r>
        <w:tab/>
        <w:t>2.025e0</w:t>
      </w:r>
    </w:p>
    <w:p w:rsidR="007B2329" w:rsidRDefault="007B2329" w:rsidP="007B2329">
      <w:r>
        <w:t>110.7993</w:t>
      </w:r>
      <w:r>
        <w:tab/>
        <w:t>1.013e0</w:t>
      </w:r>
    </w:p>
    <w:p w:rsidR="007B2329" w:rsidRDefault="007B2329" w:rsidP="007B2329">
      <w:r>
        <w:t>110.8021</w:t>
      </w:r>
      <w:r>
        <w:tab/>
        <w:t>1.013e0</w:t>
      </w:r>
    </w:p>
    <w:p w:rsidR="007B2329" w:rsidRDefault="007B2329" w:rsidP="007B2329">
      <w:r>
        <w:t>110.8103</w:t>
      </w:r>
      <w:r>
        <w:tab/>
        <w:t>2.025e0</w:t>
      </w:r>
    </w:p>
    <w:p w:rsidR="007B2329" w:rsidRDefault="007B2329" w:rsidP="007B2329">
      <w:r>
        <w:t>110.8161</w:t>
      </w:r>
      <w:r>
        <w:tab/>
        <w:t>1.013e0</w:t>
      </w:r>
    </w:p>
    <w:p w:rsidR="007B2329" w:rsidRDefault="007B2329" w:rsidP="007B2329">
      <w:r>
        <w:t>110.8189</w:t>
      </w:r>
      <w:r>
        <w:tab/>
        <w:t>2.025e0</w:t>
      </w:r>
    </w:p>
    <w:p w:rsidR="007B2329" w:rsidRDefault="007B2329" w:rsidP="007B2329">
      <w:r>
        <w:t>110.8329</w:t>
      </w:r>
      <w:r>
        <w:tab/>
        <w:t>1.013e0</w:t>
      </w:r>
    </w:p>
    <w:p w:rsidR="007B2329" w:rsidRDefault="007B2329" w:rsidP="007B2329">
      <w:r>
        <w:t>110.8343</w:t>
      </w:r>
      <w:r>
        <w:tab/>
        <w:t>2.025e0</w:t>
      </w:r>
    </w:p>
    <w:p w:rsidR="007B2329" w:rsidRDefault="007B2329" w:rsidP="007B2329">
      <w:r>
        <w:t>110.8357</w:t>
      </w:r>
      <w:r>
        <w:tab/>
        <w:t>1.013e0</w:t>
      </w:r>
    </w:p>
    <w:p w:rsidR="007B2329" w:rsidRDefault="007B2329" w:rsidP="007B2329">
      <w:r>
        <w:t>110.8384</w:t>
      </w:r>
      <w:r>
        <w:tab/>
        <w:t>3.051e0</w:t>
      </w:r>
    </w:p>
    <w:p w:rsidR="007B2329" w:rsidRDefault="007B2329" w:rsidP="007B2329">
      <w:r>
        <w:t>110.8608</w:t>
      </w:r>
      <w:r>
        <w:tab/>
        <w:t>2.025e0</w:t>
      </w:r>
    </w:p>
    <w:p w:rsidR="007B2329" w:rsidRDefault="007B2329" w:rsidP="007B2329">
      <w:r>
        <w:t>110.8622</w:t>
      </w:r>
      <w:r>
        <w:tab/>
        <w:t>2.025e0</w:t>
      </w:r>
    </w:p>
    <w:p w:rsidR="007B2329" w:rsidRDefault="007B2329" w:rsidP="007B2329">
      <w:r>
        <w:t>110.8637</w:t>
      </w:r>
      <w:r>
        <w:tab/>
        <w:t>1.013e0</w:t>
      </w:r>
    </w:p>
    <w:p w:rsidR="007B2329" w:rsidRDefault="007B2329" w:rsidP="007B2329">
      <w:r>
        <w:lastRenderedPageBreak/>
        <w:t>110.8747</w:t>
      </w:r>
      <w:r>
        <w:tab/>
        <w:t>1.266e-2</w:t>
      </w:r>
    </w:p>
    <w:p w:rsidR="007B2329" w:rsidRDefault="007B2329" w:rsidP="007B2329">
      <w:r>
        <w:t>110.8762</w:t>
      </w:r>
      <w:r>
        <w:tab/>
        <w:t>2.025e0</w:t>
      </w:r>
    </w:p>
    <w:p w:rsidR="007B2329" w:rsidRDefault="007B2329" w:rsidP="007B2329">
      <w:r>
        <w:t>110.8776</w:t>
      </w:r>
      <w:r>
        <w:tab/>
        <w:t>1.013e0</w:t>
      </w:r>
    </w:p>
    <w:p w:rsidR="007B2329" w:rsidRDefault="007B2329" w:rsidP="007B2329">
      <w:r>
        <w:t>110.8833</w:t>
      </w:r>
      <w:r>
        <w:tab/>
        <w:t>1.013e0</w:t>
      </w:r>
    </w:p>
    <w:p w:rsidR="007B2329" w:rsidRDefault="007B2329" w:rsidP="007B2329">
      <w:r>
        <w:t>110.8887</w:t>
      </w:r>
      <w:r>
        <w:tab/>
        <w:t>2.025e0</w:t>
      </w:r>
    </w:p>
    <w:p w:rsidR="007B2329" w:rsidRDefault="007B2329" w:rsidP="007B2329">
      <w:r>
        <w:t>110.8897</w:t>
      </w:r>
      <w:r>
        <w:tab/>
        <w:t>3.038e0</w:t>
      </w:r>
    </w:p>
    <w:p w:rsidR="007B2329" w:rsidRDefault="007B2329" w:rsidP="007B2329">
      <w:r>
        <w:t>110.8915</w:t>
      </w:r>
      <w:r>
        <w:tab/>
        <w:t>1.266e-2</w:t>
      </w:r>
    </w:p>
    <w:p w:rsidR="007B2329" w:rsidRDefault="007B2329" w:rsidP="007B2329">
      <w:r>
        <w:t>110.9196</w:t>
      </w:r>
      <w:r>
        <w:tab/>
        <w:t>1.013e0</w:t>
      </w:r>
    </w:p>
    <w:p w:rsidR="007B2329" w:rsidRDefault="007B2329" w:rsidP="007B2329">
      <w:r>
        <w:t>110.9223</w:t>
      </w:r>
      <w:r>
        <w:tab/>
        <w:t>1.013e0</w:t>
      </w:r>
    </w:p>
    <w:p w:rsidR="007B2329" w:rsidRDefault="007B2329" w:rsidP="007B2329">
      <w:r>
        <w:t>110.9281</w:t>
      </w:r>
      <w:r>
        <w:tab/>
        <w:t>1.025e0</w:t>
      </w:r>
    </w:p>
    <w:p w:rsidR="007B2329" w:rsidRDefault="007B2329" w:rsidP="007B2329">
      <w:r>
        <w:t>110.9420</w:t>
      </w:r>
      <w:r>
        <w:tab/>
        <w:t>3.051e0</w:t>
      </w:r>
    </w:p>
    <w:p w:rsidR="007B2329" w:rsidRDefault="007B2329" w:rsidP="007B2329">
      <w:r>
        <w:t>110.9449</w:t>
      </w:r>
      <w:r>
        <w:tab/>
        <w:t>1.013e0</w:t>
      </w:r>
    </w:p>
    <w:p w:rsidR="007B2329" w:rsidRDefault="007B2329" w:rsidP="007B2329">
      <w:r>
        <w:t>110.9560</w:t>
      </w:r>
      <w:r>
        <w:tab/>
        <w:t>1.013e0</w:t>
      </w:r>
    </w:p>
    <w:p w:rsidR="007B2329" w:rsidRDefault="007B2329" w:rsidP="007B2329">
      <w:r>
        <w:t>110.9687</w:t>
      </w:r>
      <w:r>
        <w:tab/>
        <w:t>1.025e0</w:t>
      </w:r>
    </w:p>
    <w:p w:rsidR="007B2329" w:rsidRDefault="007B2329" w:rsidP="007B2329">
      <w:r>
        <w:t>110.9815</w:t>
      </w:r>
      <w:r>
        <w:tab/>
        <w:t>1.013e0</w:t>
      </w:r>
    </w:p>
    <w:p w:rsidR="007B2329" w:rsidRDefault="007B2329" w:rsidP="007B2329">
      <w:r>
        <w:t>110.9838</w:t>
      </w:r>
      <w:r>
        <w:tab/>
        <w:t>1.266e-2</w:t>
      </w:r>
    </w:p>
    <w:p w:rsidR="007B2329" w:rsidRDefault="007B2329" w:rsidP="007B2329">
      <w:r>
        <w:t>110.9867</w:t>
      </w:r>
      <w:r>
        <w:tab/>
        <w:t>2.025e0</w:t>
      </w:r>
    </w:p>
    <w:p w:rsidR="007B2329" w:rsidRDefault="007B2329" w:rsidP="007B2329">
      <w:r>
        <w:t>110.9896</w:t>
      </w:r>
      <w:r>
        <w:tab/>
        <w:t>1.013e0</w:t>
      </w:r>
    </w:p>
    <w:p w:rsidR="007B2329" w:rsidRDefault="007B2329" w:rsidP="007B2329">
      <w:r>
        <w:t>110.9981</w:t>
      </w:r>
      <w:r>
        <w:tab/>
        <w:t>1.013e0</w:t>
      </w:r>
    </w:p>
    <w:p w:rsidR="007B2329" w:rsidRDefault="007B2329" w:rsidP="007B2329">
      <w:r>
        <w:lastRenderedPageBreak/>
        <w:t>111.0006</w:t>
      </w:r>
      <w:r>
        <w:tab/>
        <w:t>1.266e-2</w:t>
      </w:r>
    </w:p>
    <w:p w:rsidR="007B2329" w:rsidRDefault="007B2329" w:rsidP="007B2329">
      <w:r>
        <w:t>111.0036</w:t>
      </w:r>
      <w:r>
        <w:tab/>
        <w:t>2.025e0</w:t>
      </w:r>
    </w:p>
    <w:p w:rsidR="007B2329" w:rsidRDefault="007B2329" w:rsidP="007B2329">
      <w:r>
        <w:t>111.0064</w:t>
      </w:r>
      <w:r>
        <w:tab/>
        <w:t>1.013e0</w:t>
      </w:r>
    </w:p>
    <w:p w:rsidR="007B2329" w:rsidRDefault="007B2329" w:rsidP="007B2329">
      <w:r>
        <w:t>111.0107</w:t>
      </w:r>
      <w:r>
        <w:tab/>
        <w:t>1.025e0</w:t>
      </w:r>
    </w:p>
    <w:p w:rsidR="007B2329" w:rsidRDefault="007B2329" w:rsidP="007B2329">
      <w:r>
        <w:t>111.0123</w:t>
      </w:r>
      <w:r>
        <w:tab/>
        <w:t>1.013e0</w:t>
      </w:r>
    </w:p>
    <w:p w:rsidR="007B2329" w:rsidRDefault="007B2329" w:rsidP="007B2329">
      <w:r>
        <w:t>111.0148</w:t>
      </w:r>
      <w:r>
        <w:tab/>
        <w:t>1.013e0</w:t>
      </w:r>
    </w:p>
    <w:p w:rsidR="007B2329" w:rsidRDefault="007B2329" w:rsidP="007B2329">
      <w:r>
        <w:t>111.0204</w:t>
      </w:r>
      <w:r>
        <w:tab/>
        <w:t>2.025e0</w:t>
      </w:r>
    </w:p>
    <w:p w:rsidR="007B2329" w:rsidRDefault="007B2329" w:rsidP="007B2329">
      <w:r>
        <w:t>111.0233</w:t>
      </w:r>
      <w:r>
        <w:tab/>
        <w:t>1.013e0</w:t>
      </w:r>
    </w:p>
    <w:p w:rsidR="007B2329" w:rsidRDefault="007B2329" w:rsidP="007B2329">
      <w:r>
        <w:t>111.0247</w:t>
      </w:r>
      <w:r>
        <w:tab/>
        <w:t>2.025e0</w:t>
      </w:r>
    </w:p>
    <w:p w:rsidR="007B2329" w:rsidRDefault="007B2329" w:rsidP="007B2329">
      <w:r>
        <w:t>111.0261</w:t>
      </w:r>
      <w:r>
        <w:tab/>
        <w:t>1.013e0</w:t>
      </w:r>
    </w:p>
    <w:p w:rsidR="007B2329" w:rsidRDefault="007B2329" w:rsidP="007B2329">
      <w:r>
        <w:t>111.0430</w:t>
      </w:r>
      <w:r>
        <w:tab/>
        <w:t>1.013e0</w:t>
      </w:r>
    </w:p>
    <w:p w:rsidR="007B2329" w:rsidRDefault="007B2329" w:rsidP="007B2329">
      <w:r>
        <w:t>111.0482</w:t>
      </w:r>
      <w:r>
        <w:tab/>
        <w:t>1.013e0</w:t>
      </w:r>
    </w:p>
    <w:p w:rsidR="007B2329" w:rsidRDefault="007B2329" w:rsidP="007B2329">
      <w:r>
        <w:t>111.0526</w:t>
      </w:r>
      <w:r>
        <w:tab/>
        <w:t>5.063e-2</w:t>
      </w:r>
    </w:p>
    <w:p w:rsidR="007B2329" w:rsidRDefault="007B2329" w:rsidP="007B2329">
      <w:r>
        <w:t>111.0651</w:t>
      </w:r>
      <w:r>
        <w:tab/>
        <w:t>2.038e0</w:t>
      </w:r>
    </w:p>
    <w:p w:rsidR="007B2329" w:rsidRDefault="007B2329" w:rsidP="007B2329">
      <w:r>
        <w:t>111.0666</w:t>
      </w:r>
      <w:r>
        <w:tab/>
        <w:t>2.025e0</w:t>
      </w:r>
    </w:p>
    <w:p w:rsidR="007B2329" w:rsidRDefault="007B2329" w:rsidP="007B2329">
      <w:r>
        <w:t>111.0680</w:t>
      </w:r>
      <w:r>
        <w:tab/>
        <w:t>2.025e0</w:t>
      </w:r>
    </w:p>
    <w:p w:rsidR="007B2329" w:rsidRDefault="007B2329" w:rsidP="007B2329">
      <w:r>
        <w:t>111.0738</w:t>
      </w:r>
      <w:r>
        <w:tab/>
        <w:t>1.013e0</w:t>
      </w:r>
    </w:p>
    <w:p w:rsidR="007B2329" w:rsidRDefault="007B2329" w:rsidP="007B2329">
      <w:r>
        <w:t>111.0766</w:t>
      </w:r>
      <w:r>
        <w:tab/>
        <w:t>1.013e0</w:t>
      </w:r>
    </w:p>
    <w:p w:rsidR="007B2329" w:rsidRDefault="007B2329" w:rsidP="007B2329">
      <w:r>
        <w:t>111.0792</w:t>
      </w:r>
      <w:r>
        <w:tab/>
        <w:t>2.025e0</w:t>
      </w:r>
    </w:p>
    <w:p w:rsidR="007B2329" w:rsidRDefault="007B2329" w:rsidP="007B2329">
      <w:r>
        <w:lastRenderedPageBreak/>
        <w:t>111.0813</w:t>
      </w:r>
      <w:r>
        <w:tab/>
        <w:t>3.038e0</w:t>
      </w:r>
    </w:p>
    <w:p w:rsidR="007B2329" w:rsidRDefault="007B2329" w:rsidP="007B2329">
      <w:r>
        <w:t>111.0849</w:t>
      </w:r>
      <w:r>
        <w:tab/>
        <w:t>2.025e0</w:t>
      </w:r>
    </w:p>
    <w:p w:rsidR="007B2329" w:rsidRDefault="007B2329" w:rsidP="007B2329">
      <w:r>
        <w:t>111.0931</w:t>
      </w:r>
      <w:r>
        <w:tab/>
        <w:t>4.089e0</w:t>
      </w:r>
    </w:p>
    <w:p w:rsidR="007B2329" w:rsidRDefault="007B2329" w:rsidP="007B2329">
      <w:r>
        <w:t>111.0946</w:t>
      </w:r>
      <w:r>
        <w:tab/>
        <w:t>2.025e0</w:t>
      </w:r>
    </w:p>
    <w:p w:rsidR="007B2329" w:rsidRDefault="007B2329" w:rsidP="007B2329">
      <w:r>
        <w:t>111.0974</w:t>
      </w:r>
      <w:r>
        <w:tab/>
        <w:t>2.532e-2</w:t>
      </w:r>
    </w:p>
    <w:p w:rsidR="007B2329" w:rsidRDefault="007B2329" w:rsidP="007B2329">
      <w:r>
        <w:t>111.1045</w:t>
      </w:r>
      <w:r>
        <w:tab/>
        <w:t>1.013e0</w:t>
      </w:r>
    </w:p>
    <w:p w:rsidR="007B2329" w:rsidRDefault="007B2329" w:rsidP="007B2329">
      <w:r>
        <w:t>111.1100</w:t>
      </w:r>
      <w:r>
        <w:tab/>
        <w:t>1.013e0</w:t>
      </w:r>
    </w:p>
    <w:p w:rsidR="007B2329" w:rsidRDefault="007B2329" w:rsidP="007B2329">
      <w:r>
        <w:t>111.1193</w:t>
      </w:r>
      <w:r>
        <w:tab/>
        <w:t>3.038e0</w:t>
      </w:r>
    </w:p>
    <w:p w:rsidR="007B2329" w:rsidRDefault="007B2329" w:rsidP="007B2329">
      <w:r>
        <w:t>111.1214</w:t>
      </w:r>
      <w:r>
        <w:tab/>
        <w:t>1.013e0</w:t>
      </w:r>
    </w:p>
    <w:p w:rsidR="007B2329" w:rsidRDefault="007B2329" w:rsidP="007B2329">
      <w:r>
        <w:t>111.1267</w:t>
      </w:r>
      <w:r>
        <w:tab/>
        <w:t>1.013e0</w:t>
      </w:r>
    </w:p>
    <w:p w:rsidR="007B2329" w:rsidRDefault="007B2329" w:rsidP="007B2329">
      <w:r>
        <w:t>111.1296</w:t>
      </w:r>
      <w:r>
        <w:tab/>
        <w:t>1.266e-2</w:t>
      </w:r>
    </w:p>
    <w:p w:rsidR="007B2329" w:rsidRDefault="007B2329" w:rsidP="007B2329">
      <w:r>
        <w:t>111.1310</w:t>
      </w:r>
      <w:r>
        <w:tab/>
        <w:t>2.025e0</w:t>
      </w:r>
    </w:p>
    <w:p w:rsidR="007B2329" w:rsidRDefault="007B2329" w:rsidP="007B2329">
      <w:r>
        <w:t>111.1325</w:t>
      </w:r>
      <w:r>
        <w:tab/>
        <w:t>1.013e0</w:t>
      </w:r>
    </w:p>
    <w:p w:rsidR="007B2329" w:rsidRDefault="007B2329" w:rsidP="007B2329">
      <w:r>
        <w:t>111.1450</w:t>
      </w:r>
      <w:r>
        <w:tab/>
        <w:t>2.025e0</w:t>
      </w:r>
    </w:p>
    <w:p w:rsidR="007B2329" w:rsidRDefault="007B2329" w:rsidP="007B2329">
      <w:r>
        <w:t>111.1690</w:t>
      </w:r>
      <w:r>
        <w:tab/>
        <w:t>2.025e0</w:t>
      </w:r>
    </w:p>
    <w:p w:rsidR="007B2329" w:rsidRDefault="007B2329" w:rsidP="007B2329">
      <w:r>
        <w:t>111.1719</w:t>
      </w:r>
      <w:r>
        <w:tab/>
        <w:t>1.013e0</w:t>
      </w:r>
    </w:p>
    <w:p w:rsidR="007B2329" w:rsidRDefault="007B2329" w:rsidP="007B2329">
      <w:r>
        <w:t>111.1772</w:t>
      </w:r>
      <w:r>
        <w:tab/>
        <w:t>1.013e0</w:t>
      </w:r>
    </w:p>
    <w:p w:rsidR="007B2329" w:rsidRDefault="007B2329" w:rsidP="007B2329">
      <w:r>
        <w:t>111.1801</w:t>
      </w:r>
      <w:r>
        <w:tab/>
        <w:t>1.013e0</w:t>
      </w:r>
    </w:p>
    <w:p w:rsidR="007B2329" w:rsidRDefault="007B2329" w:rsidP="007B2329">
      <w:r>
        <w:t>111.1825</w:t>
      </w:r>
      <w:r>
        <w:tab/>
        <w:t>3.038e0</w:t>
      </w:r>
    </w:p>
    <w:p w:rsidR="007B2329" w:rsidRDefault="007B2329" w:rsidP="007B2329">
      <w:r>
        <w:lastRenderedPageBreak/>
        <w:t>111.1927</w:t>
      </w:r>
      <w:r>
        <w:tab/>
        <w:t>2.025e0</w:t>
      </w:r>
    </w:p>
    <w:p w:rsidR="007B2329" w:rsidRDefault="007B2329" w:rsidP="007B2329">
      <w:r>
        <w:t>111.1941</w:t>
      </w:r>
      <w:r>
        <w:tab/>
        <w:t>1.266e-2</w:t>
      </w:r>
    </w:p>
    <w:p w:rsidR="007B2329" w:rsidRDefault="007B2329" w:rsidP="007B2329">
      <w:r>
        <w:t>111.2028</w:t>
      </w:r>
      <w:r>
        <w:tab/>
        <w:t>1.025e0</w:t>
      </w:r>
    </w:p>
    <w:p w:rsidR="007B2329" w:rsidRDefault="007B2329" w:rsidP="007B2329">
      <w:r>
        <w:t>111.2052</w:t>
      </w:r>
      <w:r>
        <w:tab/>
        <w:t>1.013e0</w:t>
      </w:r>
    </w:p>
    <w:p w:rsidR="007B2329" w:rsidRDefault="007B2329" w:rsidP="007B2329">
      <w:r>
        <w:t>111.2166</w:t>
      </w:r>
      <w:r>
        <w:tab/>
        <w:t>1.013e0</w:t>
      </w:r>
    </w:p>
    <w:p w:rsidR="007B2329" w:rsidRDefault="007B2329" w:rsidP="007B2329">
      <w:r>
        <w:t>111.2196</w:t>
      </w:r>
      <w:r>
        <w:tab/>
        <w:t>2.025e0</w:t>
      </w:r>
    </w:p>
    <w:p w:rsidR="007B2329" w:rsidRDefault="007B2329" w:rsidP="007B2329">
      <w:r>
        <w:t>111.2263</w:t>
      </w:r>
      <w:r>
        <w:tab/>
        <w:t>1.226e-1</w:t>
      </w:r>
    </w:p>
    <w:p w:rsidR="007B2329" w:rsidRDefault="007B2329" w:rsidP="007B2329">
      <w:r>
        <w:t>111.2474</w:t>
      </w:r>
      <w:r>
        <w:tab/>
        <w:t>1.013e0</w:t>
      </w:r>
    </w:p>
    <w:p w:rsidR="007B2329" w:rsidRDefault="007B2329" w:rsidP="007B2329">
      <w:r>
        <w:t>111.2503</w:t>
      </w:r>
      <w:r>
        <w:tab/>
        <w:t>5.076e0</w:t>
      </w:r>
    </w:p>
    <w:p w:rsidR="007B2329" w:rsidRDefault="007B2329" w:rsidP="007B2329">
      <w:r>
        <w:t>111.2529</w:t>
      </w:r>
      <w:r>
        <w:tab/>
        <w:t>1.013e0</w:t>
      </w:r>
    </w:p>
    <w:p w:rsidR="007B2329" w:rsidRDefault="007B2329" w:rsidP="007B2329">
      <w:r>
        <w:t>111.2605</w:t>
      </w:r>
      <w:r>
        <w:tab/>
        <w:t>4.063e0</w:t>
      </w:r>
    </w:p>
    <w:p w:rsidR="007B2329" w:rsidRDefault="007B2329" w:rsidP="007B2329">
      <w:r>
        <w:t>111.2615</w:t>
      </w:r>
      <w:r>
        <w:tab/>
        <w:t>1.013e0</w:t>
      </w:r>
    </w:p>
    <w:p w:rsidR="007B2329" w:rsidRDefault="007B2329" w:rsidP="007B2329">
      <w:r>
        <w:t>111.2672</w:t>
      </w:r>
      <w:r>
        <w:tab/>
        <w:t>1.013e0</w:t>
      </w:r>
    </w:p>
    <w:p w:rsidR="007B2329" w:rsidRDefault="007B2329" w:rsidP="007B2329">
      <w:r>
        <w:t>111.2839</w:t>
      </w:r>
      <w:r>
        <w:tab/>
        <w:t>1.013e0</w:t>
      </w:r>
    </w:p>
    <w:p w:rsidR="007B2329" w:rsidRDefault="007B2329" w:rsidP="007B2329">
      <w:r>
        <w:t>111.2980</w:t>
      </w:r>
      <w:r>
        <w:tab/>
        <w:t>1.013e0</w:t>
      </w:r>
    </w:p>
    <w:p w:rsidR="007B2329" w:rsidRDefault="007B2329" w:rsidP="007B2329">
      <w:r>
        <w:t>111.2993</w:t>
      </w:r>
      <w:r>
        <w:tab/>
        <w:t>2.025e0</w:t>
      </w:r>
    </w:p>
    <w:p w:rsidR="007B2329" w:rsidRDefault="007B2329" w:rsidP="007B2329">
      <w:r>
        <w:t>111.3034</w:t>
      </w:r>
      <w:r>
        <w:tab/>
        <w:t>2.025e0</w:t>
      </w:r>
    </w:p>
    <w:p w:rsidR="007B2329" w:rsidRDefault="007B2329" w:rsidP="007B2329">
      <w:r>
        <w:t>111.3216</w:t>
      </w:r>
      <w:r>
        <w:tab/>
        <w:t>2.025e0</w:t>
      </w:r>
    </w:p>
    <w:p w:rsidR="007B2329" w:rsidRDefault="007B2329" w:rsidP="007B2329">
      <w:r>
        <w:t>111.3341</w:t>
      </w:r>
      <w:r>
        <w:tab/>
        <w:t>1.013e0</w:t>
      </w:r>
    </w:p>
    <w:p w:rsidR="007B2329" w:rsidRDefault="007B2329" w:rsidP="007B2329">
      <w:r>
        <w:lastRenderedPageBreak/>
        <w:t>111.3510</w:t>
      </w:r>
      <w:r>
        <w:tab/>
        <w:t>2.025e0</w:t>
      </w:r>
    </w:p>
    <w:p w:rsidR="007B2329" w:rsidRDefault="007B2329" w:rsidP="007B2329">
      <w:r>
        <w:t>111.3626</w:t>
      </w:r>
      <w:r>
        <w:tab/>
        <w:t>1.013e0</w:t>
      </w:r>
    </w:p>
    <w:p w:rsidR="007B2329" w:rsidRDefault="007B2329" w:rsidP="007B2329">
      <w:r>
        <w:t>111.3707</w:t>
      </w:r>
      <w:r>
        <w:tab/>
        <w:t>1.013e0</w:t>
      </w:r>
    </w:p>
    <w:p w:rsidR="007B2329" w:rsidRDefault="007B2329" w:rsidP="007B2329">
      <w:r>
        <w:t>111.3779</w:t>
      </w:r>
      <w:r>
        <w:tab/>
        <w:t>3.038e0</w:t>
      </w:r>
    </w:p>
    <w:p w:rsidR="007B2329" w:rsidRDefault="007B2329" w:rsidP="007B2329">
      <w:r>
        <w:t>111.3793</w:t>
      </w:r>
      <w:r>
        <w:tab/>
        <w:t>2.025e0</w:t>
      </w:r>
    </w:p>
    <w:p w:rsidR="007B2329" w:rsidRDefault="007B2329" w:rsidP="007B2329">
      <w:r>
        <w:t>111.3818</w:t>
      </w:r>
      <w:r>
        <w:tab/>
        <w:t>2.025e0</w:t>
      </w:r>
    </w:p>
    <w:p w:rsidR="007B2329" w:rsidRDefault="007B2329" w:rsidP="007B2329">
      <w:r>
        <w:t>111.3876</w:t>
      </w:r>
      <w:r>
        <w:tab/>
        <w:t>2.025e0</w:t>
      </w:r>
    </w:p>
    <w:p w:rsidR="007B2329" w:rsidRDefault="007B2329" w:rsidP="007B2329">
      <w:r>
        <w:t>111.3905</w:t>
      </w:r>
      <w:r>
        <w:tab/>
        <w:t>1.266e-2</w:t>
      </w:r>
    </w:p>
    <w:p w:rsidR="007B2329" w:rsidRDefault="007B2329" w:rsidP="007B2329">
      <w:r>
        <w:t>111.4059</w:t>
      </w:r>
      <w:r>
        <w:tab/>
        <w:t>2.025e0</w:t>
      </w:r>
    </w:p>
    <w:p w:rsidR="007B2329" w:rsidRDefault="007B2329" w:rsidP="007B2329">
      <w:r>
        <w:t>111.4073</w:t>
      </w:r>
      <w:r>
        <w:tab/>
        <w:t>1.025e0</w:t>
      </w:r>
    </w:p>
    <w:p w:rsidR="007B2329" w:rsidRDefault="007B2329" w:rsidP="007B2329">
      <w:r>
        <w:t>111.4103</w:t>
      </w:r>
      <w:r>
        <w:tab/>
        <w:t>2.532e-2</w:t>
      </w:r>
    </w:p>
    <w:p w:rsidR="007B2329" w:rsidRDefault="007B2329" w:rsidP="007B2329">
      <w:r>
        <w:t>111.4127</w:t>
      </w:r>
      <w:r>
        <w:tab/>
        <w:t>1.013e0</w:t>
      </w:r>
    </w:p>
    <w:p w:rsidR="007B2329" w:rsidRDefault="007B2329" w:rsidP="007B2329">
      <w:r>
        <w:t>111.4213</w:t>
      </w:r>
      <w:r>
        <w:tab/>
        <w:t>1.013e0</w:t>
      </w:r>
    </w:p>
    <w:p w:rsidR="007B2329" w:rsidRDefault="007B2329" w:rsidP="007B2329">
      <w:r>
        <w:t>111.4242</w:t>
      </w:r>
      <w:r>
        <w:tab/>
        <w:t>1.013e0</w:t>
      </w:r>
    </w:p>
    <w:p w:rsidR="007B2329" w:rsidRDefault="007B2329" w:rsidP="007B2329">
      <w:r>
        <w:t>111.4353</w:t>
      </w:r>
      <w:r>
        <w:tab/>
        <w:t>1.013e0</w:t>
      </w:r>
    </w:p>
    <w:p w:rsidR="007B2329" w:rsidRDefault="007B2329" w:rsidP="007B2329">
      <w:r>
        <w:t>111.4381</w:t>
      </w:r>
      <w:r>
        <w:tab/>
        <w:t>1.013e0</w:t>
      </w:r>
    </w:p>
    <w:p w:rsidR="007B2329" w:rsidRDefault="007B2329" w:rsidP="007B2329">
      <w:r>
        <w:t>111.4437</w:t>
      </w:r>
      <w:r>
        <w:tab/>
        <w:t>1.013e0</w:t>
      </w:r>
    </w:p>
    <w:p w:rsidR="007B2329" w:rsidRDefault="007B2329" w:rsidP="007B2329">
      <w:r>
        <w:t>111.4579</w:t>
      </w:r>
      <w:r>
        <w:tab/>
        <w:t>1.013e0</w:t>
      </w:r>
    </w:p>
    <w:p w:rsidR="007B2329" w:rsidRDefault="007B2329" w:rsidP="007B2329">
      <w:r>
        <w:t>111.4632</w:t>
      </w:r>
      <w:r>
        <w:tab/>
        <w:t>1.013e0</w:t>
      </w:r>
    </w:p>
    <w:p w:rsidR="007B2329" w:rsidRDefault="007B2329" w:rsidP="007B2329">
      <w:r>
        <w:lastRenderedPageBreak/>
        <w:t>111.4676</w:t>
      </w:r>
      <w:r>
        <w:tab/>
        <w:t>2.025e0</w:t>
      </w:r>
    </w:p>
    <w:p w:rsidR="007B2329" w:rsidRDefault="007B2329" w:rsidP="007B2329">
      <w:r>
        <w:t>111.4690</w:t>
      </w:r>
      <w:r>
        <w:tab/>
        <w:t>2.025e0</w:t>
      </w:r>
    </w:p>
    <w:p w:rsidR="007B2329" w:rsidRDefault="007B2329" w:rsidP="007B2329">
      <w:r>
        <w:t>111.4748</w:t>
      </w:r>
      <w:r>
        <w:tab/>
        <w:t>1.266e-2</w:t>
      </w:r>
    </w:p>
    <w:p w:rsidR="007B2329" w:rsidRDefault="007B2329" w:rsidP="007B2329">
      <w:r>
        <w:t>111.4801</w:t>
      </w:r>
      <w:r>
        <w:tab/>
        <w:t>1.013e0</w:t>
      </w:r>
    </w:p>
    <w:p w:rsidR="007B2329" w:rsidRDefault="007B2329" w:rsidP="007B2329">
      <w:r>
        <w:t>111.4858</w:t>
      </w:r>
      <w:r>
        <w:tab/>
        <w:t>1.013e0</w:t>
      </w:r>
    </w:p>
    <w:p w:rsidR="007B2329" w:rsidRDefault="007B2329" w:rsidP="007B2329">
      <w:r>
        <w:t>111.4888</w:t>
      </w:r>
      <w:r>
        <w:tab/>
        <w:t>1.013e0</w:t>
      </w:r>
    </w:p>
    <w:p w:rsidR="007B2329" w:rsidRDefault="007B2329" w:rsidP="007B2329">
      <w:r>
        <w:t>111.4969</w:t>
      </w:r>
      <w:r>
        <w:tab/>
        <w:t>1.266e-2</w:t>
      </w:r>
    </w:p>
    <w:p w:rsidR="007B2329" w:rsidRDefault="007B2329" w:rsidP="007B2329">
      <w:r>
        <w:t>111.4998</w:t>
      </w:r>
      <w:r>
        <w:tab/>
        <w:t>1.013e0</w:t>
      </w:r>
    </w:p>
    <w:p w:rsidR="007B2329" w:rsidRDefault="007B2329" w:rsidP="007B2329">
      <w:r>
        <w:t>111.5082</w:t>
      </w:r>
      <w:r>
        <w:tab/>
        <w:t>2.038e0</w:t>
      </w:r>
    </w:p>
    <w:p w:rsidR="007B2329" w:rsidRDefault="007B2329" w:rsidP="007B2329">
      <w:r>
        <w:t>111.5196</w:t>
      </w:r>
      <w:r>
        <w:tab/>
        <w:t>1.266e-2</w:t>
      </w:r>
    </w:p>
    <w:p w:rsidR="007B2329" w:rsidRDefault="007B2329" w:rsidP="007B2329">
      <w:r>
        <w:t>111.5223</w:t>
      </w:r>
      <w:r>
        <w:tab/>
        <w:t>2.025e0</w:t>
      </w:r>
    </w:p>
    <w:p w:rsidR="007B2329" w:rsidRDefault="007B2329" w:rsidP="007B2329">
      <w:r>
        <w:t>111.5251</w:t>
      </w:r>
      <w:r>
        <w:tab/>
        <w:t>2.025e0</w:t>
      </w:r>
    </w:p>
    <w:p w:rsidR="007B2329" w:rsidRDefault="007B2329" w:rsidP="007B2329">
      <w:r>
        <w:t>111.5307</w:t>
      </w:r>
      <w:r>
        <w:tab/>
        <w:t>1.013e0</w:t>
      </w:r>
    </w:p>
    <w:p w:rsidR="007B2329" w:rsidRDefault="007B2329" w:rsidP="007B2329">
      <w:r>
        <w:t>111.5335</w:t>
      </w:r>
      <w:r>
        <w:tab/>
        <w:t>1.013e0</w:t>
      </w:r>
    </w:p>
    <w:p w:rsidR="007B2329" w:rsidRDefault="007B2329" w:rsidP="007B2329">
      <w:r>
        <w:t>111.5364</w:t>
      </w:r>
      <w:r>
        <w:tab/>
        <w:t>1.013e0</w:t>
      </w:r>
    </w:p>
    <w:p w:rsidR="007B2329" w:rsidRDefault="007B2329" w:rsidP="007B2329">
      <w:r>
        <w:t>111.5417</w:t>
      </w:r>
      <w:r>
        <w:tab/>
        <w:t>1.013e0</w:t>
      </w:r>
    </w:p>
    <w:p w:rsidR="007B2329" w:rsidRDefault="007B2329" w:rsidP="007B2329">
      <w:r>
        <w:t>111.5586</w:t>
      </w:r>
      <w:r>
        <w:tab/>
        <w:t>1.013e0</w:t>
      </w:r>
    </w:p>
    <w:p w:rsidR="007B2329" w:rsidRDefault="007B2329" w:rsidP="007B2329">
      <w:r>
        <w:t>111.5601</w:t>
      </w:r>
      <w:r>
        <w:tab/>
        <w:t>4.051e0</w:t>
      </w:r>
    </w:p>
    <w:p w:rsidR="007B2329" w:rsidRDefault="007B2329" w:rsidP="007B2329">
      <w:r>
        <w:t>111.5644</w:t>
      </w:r>
      <w:r>
        <w:tab/>
        <w:t>1.025e0</w:t>
      </w:r>
    </w:p>
    <w:p w:rsidR="007B2329" w:rsidRDefault="007B2329" w:rsidP="007B2329">
      <w:r>
        <w:lastRenderedPageBreak/>
        <w:t>111.5821</w:t>
      </w:r>
      <w:r>
        <w:tab/>
        <w:t>3.038e0</w:t>
      </w:r>
    </w:p>
    <w:p w:rsidR="007B2329" w:rsidRDefault="007B2329" w:rsidP="007B2329">
      <w:r>
        <w:t>111.5842</w:t>
      </w:r>
      <w:r>
        <w:tab/>
        <w:t>1.013e0</w:t>
      </w:r>
    </w:p>
    <w:p w:rsidR="007B2329" w:rsidRDefault="007B2329" w:rsidP="007B2329">
      <w:r>
        <w:t>111.5910</w:t>
      </w:r>
      <w:r>
        <w:tab/>
        <w:t>1.025e0</w:t>
      </w:r>
    </w:p>
    <w:p w:rsidR="007B2329" w:rsidRDefault="007B2329" w:rsidP="007B2329">
      <w:r>
        <w:t>111.5924</w:t>
      </w:r>
      <w:r>
        <w:tab/>
        <w:t>1.013e0</w:t>
      </w:r>
    </w:p>
    <w:p w:rsidR="007B2329" w:rsidRDefault="007B2329" w:rsidP="007B2329">
      <w:r>
        <w:t>111.5981</w:t>
      </w:r>
      <w:r>
        <w:tab/>
        <w:t>1.013e0</w:t>
      </w:r>
    </w:p>
    <w:p w:rsidR="007B2329" w:rsidRDefault="007B2329" w:rsidP="007B2329">
      <w:r>
        <w:t>111.6011</w:t>
      </w:r>
      <w:r>
        <w:tab/>
        <w:t>1.013e0</w:t>
      </w:r>
    </w:p>
    <w:p w:rsidR="007B2329" w:rsidRDefault="007B2329" w:rsidP="007B2329">
      <w:r>
        <w:t>111.6180</w:t>
      </w:r>
      <w:r>
        <w:tab/>
        <w:t>1.013e0</w:t>
      </w:r>
    </w:p>
    <w:p w:rsidR="007B2329" w:rsidRDefault="007B2329" w:rsidP="007B2329">
      <w:r>
        <w:t>111.6247</w:t>
      </w:r>
      <w:r>
        <w:tab/>
        <w:t>2.025e0</w:t>
      </w:r>
    </w:p>
    <w:p w:rsidR="007B2329" w:rsidRDefault="007B2329" w:rsidP="007B2329">
      <w:r>
        <w:t>111.6269</w:t>
      </w:r>
      <w:r>
        <w:tab/>
        <w:t>3.038e0</w:t>
      </w:r>
    </w:p>
    <w:p w:rsidR="007B2329" w:rsidRDefault="007B2329" w:rsidP="007B2329">
      <w:r>
        <w:t>111.6319</w:t>
      </w:r>
      <w:r>
        <w:tab/>
        <w:t>1.013e0</w:t>
      </w:r>
    </w:p>
    <w:p w:rsidR="007B2329" w:rsidRDefault="007B2329" w:rsidP="007B2329">
      <w:r>
        <w:t>111.6488</w:t>
      </w:r>
      <w:r>
        <w:tab/>
        <w:t>1.013e0</w:t>
      </w:r>
    </w:p>
    <w:p w:rsidR="007B2329" w:rsidRDefault="007B2329" w:rsidP="007B2329">
      <w:r>
        <w:t>111.6515</w:t>
      </w:r>
      <w:r>
        <w:tab/>
        <w:t>1.013e0</w:t>
      </w:r>
    </w:p>
    <w:p w:rsidR="007B2329" w:rsidRDefault="007B2329" w:rsidP="007B2329">
      <w:r>
        <w:t>111.6657</w:t>
      </w:r>
      <w:r>
        <w:tab/>
        <w:t>1.013e0</w:t>
      </w:r>
    </w:p>
    <w:p w:rsidR="007B2329" w:rsidRDefault="007B2329" w:rsidP="007B2329">
      <w:r>
        <w:t>111.6710</w:t>
      </w:r>
      <w:r>
        <w:tab/>
        <w:t>1.013e0</w:t>
      </w:r>
    </w:p>
    <w:p w:rsidR="007B2329" w:rsidRDefault="007B2329" w:rsidP="007B2329">
      <w:r>
        <w:t>111.6826</w:t>
      </w:r>
      <w:r>
        <w:tab/>
        <w:t>1.266e-2</w:t>
      </w:r>
    </w:p>
    <w:p w:rsidR="007B2329" w:rsidRDefault="007B2329" w:rsidP="007B2329">
      <w:r>
        <w:t>111.6850</w:t>
      </w:r>
      <w:r>
        <w:tab/>
        <w:t>1.013e0</w:t>
      </w:r>
    </w:p>
    <w:p w:rsidR="007B2329" w:rsidRDefault="007B2329" w:rsidP="007B2329">
      <w:r>
        <w:t>111.6907</w:t>
      </w:r>
      <w:r>
        <w:tab/>
        <w:t>1.013e0</w:t>
      </w:r>
    </w:p>
    <w:p w:rsidR="007B2329" w:rsidRDefault="007B2329" w:rsidP="007B2329">
      <w:r>
        <w:t>111.6965</w:t>
      </w:r>
      <w:r>
        <w:tab/>
        <w:t>1.013e0</w:t>
      </w:r>
    </w:p>
    <w:p w:rsidR="007B2329" w:rsidRDefault="007B2329" w:rsidP="007B2329">
      <w:r>
        <w:t>111.6993</w:t>
      </w:r>
      <w:r>
        <w:tab/>
        <w:t>1.013e0</w:t>
      </w:r>
    </w:p>
    <w:p w:rsidR="007B2329" w:rsidRDefault="007B2329" w:rsidP="007B2329">
      <w:r>
        <w:lastRenderedPageBreak/>
        <w:t>111.7076</w:t>
      </w:r>
      <w:r>
        <w:tab/>
        <w:t>1.266e-2</w:t>
      </w:r>
    </w:p>
    <w:p w:rsidR="007B2329" w:rsidRDefault="007B2329" w:rsidP="007B2329">
      <w:r>
        <w:t>111.7134</w:t>
      </w:r>
      <w:r>
        <w:tab/>
        <w:t>1.013e0</w:t>
      </w:r>
    </w:p>
    <w:p w:rsidR="007B2329" w:rsidRDefault="007B2329" w:rsidP="007B2329">
      <w:r>
        <w:t>111.7186</w:t>
      </w:r>
      <w:r>
        <w:tab/>
        <w:t>1.266e-2</w:t>
      </w:r>
    </w:p>
    <w:p w:rsidR="007B2329" w:rsidRDefault="007B2329" w:rsidP="007B2329">
      <w:r>
        <w:t>111.7230</w:t>
      </w:r>
      <w:r>
        <w:tab/>
        <w:t>2.025e0</w:t>
      </w:r>
    </w:p>
    <w:p w:rsidR="007B2329" w:rsidRDefault="007B2329" w:rsidP="007B2329">
      <w:r>
        <w:t>111.7273</w:t>
      </w:r>
      <w:r>
        <w:tab/>
        <w:t>1.013e0</w:t>
      </w:r>
    </w:p>
    <w:p w:rsidR="007B2329" w:rsidRDefault="007B2329" w:rsidP="007B2329">
      <w:r>
        <w:t>111.7355</w:t>
      </w:r>
      <w:r>
        <w:tab/>
        <w:t>1.266e-2</w:t>
      </w:r>
    </w:p>
    <w:p w:rsidR="007B2329" w:rsidRDefault="007B2329" w:rsidP="007B2329">
      <w:r>
        <w:t>111.7385</w:t>
      </w:r>
      <w:r>
        <w:tab/>
        <w:t>2.025e0</w:t>
      </w:r>
    </w:p>
    <w:p w:rsidR="007B2329" w:rsidRDefault="007B2329" w:rsidP="007B2329">
      <w:r>
        <w:t>111.7495</w:t>
      </w:r>
      <w:r>
        <w:tab/>
        <w:t>2.025e0</w:t>
      </w:r>
    </w:p>
    <w:p w:rsidR="007B2329" w:rsidRDefault="007B2329" w:rsidP="007B2329">
      <w:r>
        <w:t>111.7568</w:t>
      </w:r>
      <w:r>
        <w:tab/>
        <w:t>1.025e0</w:t>
      </w:r>
    </w:p>
    <w:p w:rsidR="007B2329" w:rsidRDefault="007B2329" w:rsidP="007B2329">
      <w:r>
        <w:t>111.7663</w:t>
      </w:r>
      <w:r>
        <w:tab/>
        <w:t>2.025e0</w:t>
      </w:r>
    </w:p>
    <w:p w:rsidR="007B2329" w:rsidRDefault="007B2329" w:rsidP="007B2329">
      <w:r>
        <w:t>111.7751</w:t>
      </w:r>
      <w:r>
        <w:tab/>
        <w:t>1.013e0</w:t>
      </w:r>
    </w:p>
    <w:p w:rsidR="007B2329" w:rsidRDefault="007B2329" w:rsidP="007B2329">
      <w:r>
        <w:t>111.7780</w:t>
      </w:r>
      <w:r>
        <w:tab/>
        <w:t>1.013e0</w:t>
      </w:r>
    </w:p>
    <w:p w:rsidR="007B2329" w:rsidRDefault="007B2329" w:rsidP="007B2329">
      <w:r>
        <w:t>111.7891</w:t>
      </w:r>
      <w:r>
        <w:tab/>
        <w:t>1.013e0</w:t>
      </w:r>
    </w:p>
    <w:p w:rsidR="007B2329" w:rsidRDefault="007B2329" w:rsidP="007B2329">
      <w:r>
        <w:t>111.7920</w:t>
      </w:r>
      <w:r>
        <w:tab/>
        <w:t>1.013e0</w:t>
      </w:r>
    </w:p>
    <w:p w:rsidR="007B2329" w:rsidRDefault="007B2329" w:rsidP="007B2329">
      <w:r>
        <w:t>111.8001</w:t>
      </w:r>
      <w:r>
        <w:tab/>
        <w:t>1.025e0</w:t>
      </w:r>
    </w:p>
    <w:p w:rsidR="007B2329" w:rsidRDefault="007B2329" w:rsidP="007B2329">
      <w:r>
        <w:t>111.8017</w:t>
      </w:r>
      <w:r>
        <w:tab/>
        <w:t>2.025e0</w:t>
      </w:r>
    </w:p>
    <w:p w:rsidR="007B2329" w:rsidRDefault="007B2329" w:rsidP="007B2329">
      <w:r>
        <w:t>111.8031</w:t>
      </w:r>
      <w:r>
        <w:tab/>
        <w:t>1.013e0</w:t>
      </w:r>
    </w:p>
    <w:p w:rsidR="007B2329" w:rsidRDefault="007B2329" w:rsidP="007B2329">
      <w:r>
        <w:t>111.8059</w:t>
      </w:r>
      <w:r>
        <w:tab/>
        <w:t>1.013e0</w:t>
      </w:r>
    </w:p>
    <w:p w:rsidR="007B2329" w:rsidRDefault="007B2329" w:rsidP="007B2329">
      <w:r>
        <w:t>111.8075</w:t>
      </w:r>
      <w:r>
        <w:tab/>
        <w:t>2.025e0</w:t>
      </w:r>
    </w:p>
    <w:p w:rsidR="007B2329" w:rsidRDefault="007B2329" w:rsidP="007B2329">
      <w:r>
        <w:lastRenderedPageBreak/>
        <w:t>111.8117</w:t>
      </w:r>
      <w:r>
        <w:tab/>
        <w:t>1.266e-2</w:t>
      </w:r>
    </w:p>
    <w:p w:rsidR="007B2329" w:rsidRDefault="007B2329" w:rsidP="007B2329">
      <w:r>
        <w:t>111.8200</w:t>
      </w:r>
      <w:r>
        <w:tab/>
        <w:t>1.013e0</w:t>
      </w:r>
    </w:p>
    <w:p w:rsidR="007B2329" w:rsidRDefault="007B2329" w:rsidP="007B2329">
      <w:r>
        <w:t>111.8228</w:t>
      </w:r>
      <w:r>
        <w:tab/>
        <w:t>1.266e-2</w:t>
      </w:r>
    </w:p>
    <w:p w:rsidR="007B2329" w:rsidRDefault="007B2329" w:rsidP="007B2329">
      <w:r>
        <w:t>111.8285</w:t>
      </w:r>
      <w:r>
        <w:tab/>
        <w:t>1.013e0</w:t>
      </w:r>
    </w:p>
    <w:p w:rsidR="007B2329" w:rsidRDefault="007B2329" w:rsidP="007B2329">
      <w:r>
        <w:t>111.8340</w:t>
      </w:r>
      <w:r>
        <w:tab/>
        <w:t>1.013e0</w:t>
      </w:r>
    </w:p>
    <w:p w:rsidR="007B2329" w:rsidRDefault="007B2329" w:rsidP="007B2329">
      <w:r>
        <w:t>111.8369</w:t>
      </w:r>
      <w:r>
        <w:tab/>
        <w:t>1.013e0</w:t>
      </w:r>
    </w:p>
    <w:p w:rsidR="007B2329" w:rsidRDefault="007B2329" w:rsidP="007B2329">
      <w:r>
        <w:t>111.8479</w:t>
      </w:r>
      <w:r>
        <w:tab/>
        <w:t>1.013e0</w:t>
      </w:r>
    </w:p>
    <w:p w:rsidR="007B2329" w:rsidRDefault="007B2329" w:rsidP="007B2329">
      <w:r>
        <w:t>111.8537</w:t>
      </w:r>
      <w:r>
        <w:tab/>
        <w:t>1.266e-2</w:t>
      </w:r>
    </w:p>
    <w:p w:rsidR="007B2329" w:rsidRDefault="007B2329" w:rsidP="007B2329">
      <w:r>
        <w:t>111.8567</w:t>
      </w:r>
      <w:r>
        <w:tab/>
        <w:t>2.025e0</w:t>
      </w:r>
    </w:p>
    <w:p w:rsidR="007B2329" w:rsidRDefault="007B2329" w:rsidP="007B2329">
      <w:r>
        <w:t>111.8648</w:t>
      </w:r>
      <w:r>
        <w:tab/>
        <w:t>1.266e-2</w:t>
      </w:r>
    </w:p>
    <w:p w:rsidR="007B2329" w:rsidRDefault="007B2329" w:rsidP="007B2329">
      <w:r>
        <w:t>111.8678</w:t>
      </w:r>
      <w:r>
        <w:tab/>
        <w:t>1.013e0</w:t>
      </w:r>
    </w:p>
    <w:p w:rsidR="007B2329" w:rsidRDefault="007B2329" w:rsidP="007B2329">
      <w:r>
        <w:t>111.8817</w:t>
      </w:r>
      <w:r>
        <w:tab/>
        <w:t>1.266e-2</w:t>
      </w:r>
    </w:p>
    <w:p w:rsidR="007B2329" w:rsidRDefault="007B2329" w:rsidP="007B2329">
      <w:r>
        <w:t>111.9044</w:t>
      </w:r>
      <w:r>
        <w:tab/>
        <w:t>2.025e0</w:t>
      </w:r>
    </w:p>
    <w:p w:rsidR="007B2329" w:rsidRDefault="007B2329" w:rsidP="007B2329">
      <w:r>
        <w:t>111.9126</w:t>
      </w:r>
      <w:r>
        <w:tab/>
        <w:t>1.013e0</w:t>
      </w:r>
    </w:p>
    <w:p w:rsidR="007B2329" w:rsidRDefault="007B2329" w:rsidP="007B2329">
      <w:r>
        <w:t>111.9281</w:t>
      </w:r>
      <w:r>
        <w:tab/>
        <w:t>2.025e0</w:t>
      </w:r>
    </w:p>
    <w:p w:rsidR="007B2329" w:rsidRDefault="007B2329" w:rsidP="007B2329">
      <w:r>
        <w:t>111.9324</w:t>
      </w:r>
      <w:r>
        <w:tab/>
        <w:t>2.025e0</w:t>
      </w:r>
    </w:p>
    <w:p w:rsidR="007B2329" w:rsidRDefault="007B2329" w:rsidP="007B2329">
      <w:r>
        <w:t>111.9410</w:t>
      </w:r>
      <w:r>
        <w:tab/>
        <w:t>1.013e0</w:t>
      </w:r>
    </w:p>
    <w:p w:rsidR="007B2329" w:rsidRDefault="007B2329" w:rsidP="007B2329">
      <w:r>
        <w:t>111.9493</w:t>
      </w:r>
      <w:r>
        <w:tab/>
        <w:t>1.013e0</w:t>
      </w:r>
    </w:p>
    <w:p w:rsidR="007B2329" w:rsidRDefault="007B2329" w:rsidP="007B2329">
      <w:r>
        <w:t>111.9633</w:t>
      </w:r>
      <w:r>
        <w:tab/>
        <w:t>1.013e0</w:t>
      </w:r>
    </w:p>
    <w:p w:rsidR="007B2329" w:rsidRDefault="007B2329" w:rsidP="007B2329">
      <w:r>
        <w:lastRenderedPageBreak/>
        <w:t>111.9691</w:t>
      </w:r>
      <w:r>
        <w:tab/>
        <w:t>1.266e-2</w:t>
      </w:r>
    </w:p>
    <w:p w:rsidR="007B2329" w:rsidRDefault="007B2329" w:rsidP="007B2329">
      <w:r>
        <w:t>111.9810</w:t>
      </w:r>
      <w:r>
        <w:tab/>
        <w:t>3.038e0</w:t>
      </w:r>
    </w:p>
    <w:p w:rsidR="007B2329" w:rsidRDefault="007B2329" w:rsidP="007B2329">
      <w:r>
        <w:t>111.9831</w:t>
      </w:r>
      <w:r>
        <w:tab/>
        <w:t>1.013e0</w:t>
      </w:r>
    </w:p>
    <w:p w:rsidR="007B2329" w:rsidRDefault="007B2329" w:rsidP="007B2329">
      <w:r>
        <w:t>111.9873</w:t>
      </w:r>
      <w:r>
        <w:tab/>
        <w:t>2.025e0</w:t>
      </w:r>
    </w:p>
    <w:p w:rsidR="007B2329" w:rsidRDefault="007B2329" w:rsidP="007B2329">
      <w:r>
        <w:t>112.0198</w:t>
      </w:r>
      <w:r>
        <w:tab/>
        <w:t>1.013e0</w:t>
      </w:r>
    </w:p>
    <w:p w:rsidR="007B2329" w:rsidRDefault="007B2329" w:rsidP="007B2329">
      <w:r>
        <w:t>112.0211</w:t>
      </w:r>
      <w:r>
        <w:tab/>
        <w:t>2.025e0</w:t>
      </w:r>
    </w:p>
    <w:p w:rsidR="007B2329" w:rsidRDefault="007B2329" w:rsidP="007B2329">
      <w:r>
        <w:t>112.0224</w:t>
      </w:r>
      <w:r>
        <w:tab/>
        <w:t>1.013e0</w:t>
      </w:r>
    </w:p>
    <w:p w:rsidR="007B2329" w:rsidRDefault="007B2329" w:rsidP="007B2329">
      <w:r>
        <w:t>112.0250</w:t>
      </w:r>
      <w:r>
        <w:tab/>
        <w:t>1.266e-2</w:t>
      </w:r>
    </w:p>
    <w:p w:rsidR="007B2329" w:rsidRDefault="007B2329" w:rsidP="007B2329">
      <w:r>
        <w:t>112.0305</w:t>
      </w:r>
      <w:r>
        <w:tab/>
        <w:t>4.051e0</w:t>
      </w:r>
    </w:p>
    <w:p w:rsidR="007B2329" w:rsidRDefault="007B2329" w:rsidP="007B2329">
      <w:r>
        <w:t>112.0338</w:t>
      </w:r>
      <w:r>
        <w:tab/>
        <w:t>1.025e0</w:t>
      </w:r>
    </w:p>
    <w:p w:rsidR="007B2329" w:rsidRDefault="007B2329" w:rsidP="007B2329">
      <w:r>
        <w:t>112.0420</w:t>
      </w:r>
      <w:r>
        <w:tab/>
        <w:t>1.013e0</w:t>
      </w:r>
    </w:p>
    <w:p w:rsidR="007B2329" w:rsidRDefault="007B2329" w:rsidP="007B2329">
      <w:r>
        <w:t>112.0478</w:t>
      </w:r>
      <w:r>
        <w:tab/>
        <w:t>1.013e0</w:t>
      </w:r>
    </w:p>
    <w:p w:rsidR="007B2329" w:rsidRDefault="007B2329" w:rsidP="007B2329">
      <w:r>
        <w:t>112.0506</w:t>
      </w:r>
      <w:r>
        <w:tab/>
        <w:t>1.025e0</w:t>
      </w:r>
    </w:p>
    <w:p w:rsidR="007B2329" w:rsidRDefault="007B2329" w:rsidP="007B2329">
      <w:r>
        <w:t>112.0525</w:t>
      </w:r>
      <w:r>
        <w:tab/>
        <w:t>3.038e0</w:t>
      </w:r>
    </w:p>
    <w:p w:rsidR="007B2329" w:rsidRDefault="007B2329" w:rsidP="007B2329">
      <w:r>
        <w:t>112.0595</w:t>
      </w:r>
      <w:r>
        <w:tab/>
        <w:t>4.051e0</w:t>
      </w:r>
    </w:p>
    <w:p w:rsidR="007B2329" w:rsidRDefault="007B2329" w:rsidP="007B2329">
      <w:r>
        <w:t>112.0618</w:t>
      </w:r>
      <w:r>
        <w:tab/>
        <w:t>2.025e0</w:t>
      </w:r>
    </w:p>
    <w:p w:rsidR="007B2329" w:rsidRDefault="007B2329" w:rsidP="007B2329">
      <w:r>
        <w:t>112.0787</w:t>
      </w:r>
      <w:r>
        <w:tab/>
        <w:t>1.266e-2</w:t>
      </w:r>
    </w:p>
    <w:p w:rsidR="007B2329" w:rsidRDefault="007B2329" w:rsidP="007B2329">
      <w:r>
        <w:t>112.0825</w:t>
      </w:r>
      <w:r>
        <w:tab/>
        <w:t>3.038e0</w:t>
      </w:r>
    </w:p>
    <w:p w:rsidR="007B2329" w:rsidRDefault="007B2329" w:rsidP="007B2329">
      <w:r>
        <w:t>112.0839</w:t>
      </w:r>
      <w:r>
        <w:tab/>
        <w:t>4.063e0</w:t>
      </w:r>
    </w:p>
    <w:p w:rsidR="007B2329" w:rsidRDefault="007B2329" w:rsidP="007B2329">
      <w:r>
        <w:lastRenderedPageBreak/>
        <w:t>112.0897</w:t>
      </w:r>
      <w:r>
        <w:tab/>
        <w:t>1.013e0</w:t>
      </w:r>
    </w:p>
    <w:p w:rsidR="007B2329" w:rsidRDefault="007B2329" w:rsidP="007B2329">
      <w:r>
        <w:t>112.0956</w:t>
      </w:r>
      <w:r>
        <w:tab/>
        <w:t>1.013e0</w:t>
      </w:r>
    </w:p>
    <w:p w:rsidR="007B2329" w:rsidRDefault="007B2329" w:rsidP="007B2329">
      <w:r>
        <w:t>112.0998</w:t>
      </w:r>
      <w:r>
        <w:tab/>
        <w:t>1.025e0</w:t>
      </w:r>
    </w:p>
    <w:p w:rsidR="007B2329" w:rsidRDefault="007B2329" w:rsidP="007B2329">
      <w:r>
        <w:t>112.1014</w:t>
      </w:r>
      <w:r>
        <w:tab/>
        <w:t>1.013e0</w:t>
      </w:r>
    </w:p>
    <w:p w:rsidR="007B2329" w:rsidRDefault="007B2329" w:rsidP="007B2329">
      <w:r>
        <w:t>112.1125</w:t>
      </w:r>
      <w:r>
        <w:tab/>
        <w:t>1.266e-2</w:t>
      </w:r>
    </w:p>
    <w:p w:rsidR="007B2329" w:rsidRDefault="007B2329" w:rsidP="007B2329">
      <w:r>
        <w:t>112.1183</w:t>
      </w:r>
      <w:r>
        <w:tab/>
        <w:t>1.013e0</w:t>
      </w:r>
    </w:p>
    <w:p w:rsidR="007B2329" w:rsidRDefault="007B2329" w:rsidP="007B2329">
      <w:r>
        <w:t>112.1279</w:t>
      </w:r>
      <w:r>
        <w:tab/>
        <w:t>2.025e0</w:t>
      </w:r>
    </w:p>
    <w:p w:rsidR="007B2329" w:rsidRDefault="007B2329" w:rsidP="007B2329">
      <w:r>
        <w:t>112.1294</w:t>
      </w:r>
      <w:r>
        <w:tab/>
        <w:t>1.266e-2</w:t>
      </w:r>
    </w:p>
    <w:p w:rsidR="007B2329" w:rsidRDefault="007B2329" w:rsidP="007B2329">
      <w:r>
        <w:t>112.1351</w:t>
      </w:r>
      <w:r>
        <w:tab/>
        <w:t>1.013e0</w:t>
      </w:r>
    </w:p>
    <w:p w:rsidR="007B2329" w:rsidRDefault="007B2329" w:rsidP="007B2329">
      <w:r>
        <w:t>112.1376</w:t>
      </w:r>
      <w:r>
        <w:tab/>
        <w:t>1.013e0</w:t>
      </w:r>
    </w:p>
    <w:p w:rsidR="007B2329" w:rsidRDefault="007B2329" w:rsidP="007B2329">
      <w:r>
        <w:t>112.1463</w:t>
      </w:r>
      <w:r>
        <w:tab/>
        <w:t>1.013e0</w:t>
      </w:r>
    </w:p>
    <w:p w:rsidR="007B2329" w:rsidRDefault="007B2329" w:rsidP="007B2329">
      <w:r>
        <w:t>112.1519</w:t>
      </w:r>
      <w:r>
        <w:tab/>
        <w:t>1.013e0</w:t>
      </w:r>
    </w:p>
    <w:p w:rsidR="007B2329" w:rsidRDefault="007B2329" w:rsidP="007B2329">
      <w:r>
        <w:t>112.1854</w:t>
      </w:r>
      <w:r>
        <w:tab/>
        <w:t>1.013e0</w:t>
      </w:r>
    </w:p>
    <w:p w:rsidR="007B2329" w:rsidRDefault="007B2329" w:rsidP="007B2329">
      <w:r>
        <w:t>112.1970</w:t>
      </w:r>
      <w:r>
        <w:tab/>
        <w:t>2.025e0</w:t>
      </w:r>
    </w:p>
    <w:p w:rsidR="007B2329" w:rsidRDefault="007B2329" w:rsidP="007B2329">
      <w:r>
        <w:t>112.2111</w:t>
      </w:r>
      <w:r>
        <w:tab/>
        <w:t>2.025e0</w:t>
      </w:r>
    </w:p>
    <w:p w:rsidR="007B2329" w:rsidRDefault="007B2329" w:rsidP="007B2329">
      <w:r>
        <w:t>112.2139</w:t>
      </w:r>
      <w:r>
        <w:tab/>
        <w:t>1.013e0</w:t>
      </w:r>
    </w:p>
    <w:p w:rsidR="007B2329" w:rsidRDefault="007B2329" w:rsidP="007B2329">
      <w:r>
        <w:t>112.2153</w:t>
      </w:r>
      <w:r>
        <w:tab/>
        <w:t>2.025e0</w:t>
      </w:r>
    </w:p>
    <w:p w:rsidR="007B2329" w:rsidRDefault="007B2329" w:rsidP="007B2329">
      <w:r>
        <w:t>112.2308</w:t>
      </w:r>
      <w:r>
        <w:tab/>
        <w:t>2.025e0</w:t>
      </w:r>
    </w:p>
    <w:p w:rsidR="007B2329" w:rsidRDefault="007B2329" w:rsidP="007B2329">
      <w:r>
        <w:t>112.2362</w:t>
      </w:r>
      <w:r>
        <w:tab/>
        <w:t>1.013e0</w:t>
      </w:r>
    </w:p>
    <w:p w:rsidR="007B2329" w:rsidRDefault="007B2329" w:rsidP="007B2329">
      <w:r>
        <w:lastRenderedPageBreak/>
        <w:t>112.2391</w:t>
      </w:r>
      <w:r>
        <w:tab/>
        <w:t>4.051e0</w:t>
      </w:r>
    </w:p>
    <w:p w:rsidR="007B2329" w:rsidRDefault="007B2329" w:rsidP="007B2329">
      <w:r>
        <w:t>112.2503</w:t>
      </w:r>
      <w:r>
        <w:tab/>
        <w:t>2.025e0</w:t>
      </w:r>
    </w:p>
    <w:p w:rsidR="007B2329" w:rsidRDefault="007B2329" w:rsidP="007B2329">
      <w:r>
        <w:t>112.2700</w:t>
      </w:r>
      <w:r>
        <w:tab/>
        <w:t>1.013e0</w:t>
      </w:r>
    </w:p>
    <w:p w:rsidR="007B2329" w:rsidRDefault="007B2329" w:rsidP="007B2329">
      <w:r>
        <w:t>112.2814</w:t>
      </w:r>
      <w:r>
        <w:tab/>
        <w:t>1.013e0</w:t>
      </w:r>
    </w:p>
    <w:p w:rsidR="007B2329" w:rsidRDefault="007B2329" w:rsidP="007B2329">
      <w:r>
        <w:t>112.2840</w:t>
      </w:r>
      <w:r>
        <w:tab/>
        <w:t>1.013e0</w:t>
      </w:r>
    </w:p>
    <w:p w:rsidR="007B2329" w:rsidRDefault="007B2329" w:rsidP="007B2329">
      <w:r>
        <w:t>112.2927</w:t>
      </w:r>
      <w:r>
        <w:tab/>
        <w:t>1.013e0</w:t>
      </w:r>
    </w:p>
    <w:p w:rsidR="007B2329" w:rsidRDefault="007B2329" w:rsidP="007B2329">
      <w:r>
        <w:t>112.2956</w:t>
      </w:r>
      <w:r>
        <w:tab/>
        <w:t>2.025e0</w:t>
      </w:r>
    </w:p>
    <w:p w:rsidR="007B2329" w:rsidRDefault="007B2329" w:rsidP="007B2329">
      <w:r>
        <w:t>112.3024</w:t>
      </w:r>
      <w:r>
        <w:tab/>
        <w:t>2.025e0</w:t>
      </w:r>
    </w:p>
    <w:p w:rsidR="007B2329" w:rsidRDefault="007B2329" w:rsidP="007B2329">
      <w:r>
        <w:t>112.3096</w:t>
      </w:r>
      <w:r>
        <w:tab/>
        <w:t>2.038e0</w:t>
      </w:r>
    </w:p>
    <w:p w:rsidR="007B2329" w:rsidRDefault="007B2329" w:rsidP="007B2329">
      <w:r>
        <w:t>112.3236</w:t>
      </w:r>
      <w:r>
        <w:tab/>
        <w:t>1.013e0</w:t>
      </w:r>
    </w:p>
    <w:p w:rsidR="007B2329" w:rsidRDefault="007B2329" w:rsidP="007B2329">
      <w:r>
        <w:t>112.3278</w:t>
      </w:r>
      <w:r>
        <w:tab/>
        <w:t>1.025e0</w:t>
      </w:r>
    </w:p>
    <w:p w:rsidR="007B2329" w:rsidRDefault="007B2329" w:rsidP="007B2329">
      <w:r>
        <w:t>112.3295</w:t>
      </w:r>
      <w:r>
        <w:tab/>
        <w:t>1.013e0</w:t>
      </w:r>
    </w:p>
    <w:p w:rsidR="007B2329" w:rsidRDefault="007B2329" w:rsidP="007B2329">
      <w:r>
        <w:t>112.3320</w:t>
      </w:r>
      <w:r>
        <w:tab/>
        <w:t>3.038e0</w:t>
      </w:r>
    </w:p>
    <w:p w:rsidR="007B2329" w:rsidRDefault="007B2329" w:rsidP="007B2329">
      <w:r>
        <w:t>112.3334</w:t>
      </w:r>
      <w:r>
        <w:tab/>
        <w:t>1.025e0</w:t>
      </w:r>
    </w:p>
    <w:p w:rsidR="007B2329" w:rsidRDefault="007B2329" w:rsidP="007B2329">
      <w:r>
        <w:t>112.3448</w:t>
      </w:r>
      <w:r>
        <w:tab/>
        <w:t>2.025e0</w:t>
      </w:r>
    </w:p>
    <w:p w:rsidR="007B2329" w:rsidRDefault="007B2329" w:rsidP="007B2329">
      <w:r>
        <w:t>112.3463</w:t>
      </w:r>
      <w:r>
        <w:tab/>
        <w:t>1.266e-2</w:t>
      </w:r>
    </w:p>
    <w:p w:rsidR="007B2329" w:rsidRDefault="007B2329" w:rsidP="007B2329">
      <w:r>
        <w:t>112.3546</w:t>
      </w:r>
      <w:r>
        <w:tab/>
        <w:t>1.266e-2</w:t>
      </w:r>
    </w:p>
    <w:p w:rsidR="007B2329" w:rsidRDefault="007B2329" w:rsidP="007B2329">
      <w:r>
        <w:t>112.3604</w:t>
      </w:r>
      <w:r>
        <w:tab/>
        <w:t>1.013e0</w:t>
      </w:r>
    </w:p>
    <w:p w:rsidR="007B2329" w:rsidRDefault="007B2329" w:rsidP="007B2329">
      <w:r>
        <w:t>112.3716</w:t>
      </w:r>
      <w:r>
        <w:tab/>
        <w:t>1.013e0</w:t>
      </w:r>
    </w:p>
    <w:p w:rsidR="007B2329" w:rsidRDefault="007B2329" w:rsidP="007B2329">
      <w:r>
        <w:lastRenderedPageBreak/>
        <w:t>112.3744</w:t>
      </w:r>
      <w:r>
        <w:tab/>
        <w:t>1.013e0</w:t>
      </w:r>
    </w:p>
    <w:p w:rsidR="007B2329" w:rsidRDefault="007B2329" w:rsidP="007B2329">
      <w:r>
        <w:t>112.3799</w:t>
      </w:r>
      <w:r>
        <w:tab/>
        <w:t>3.038e0</w:t>
      </w:r>
    </w:p>
    <w:p w:rsidR="007B2329" w:rsidRDefault="007B2329" w:rsidP="007B2329">
      <w:r>
        <w:t>112.3856</w:t>
      </w:r>
      <w:r>
        <w:tab/>
        <w:t>1.013e0</w:t>
      </w:r>
    </w:p>
    <w:p w:rsidR="007B2329" w:rsidRDefault="007B2329" w:rsidP="007B2329">
      <w:r>
        <w:t>112.3913</w:t>
      </w:r>
      <w:r>
        <w:tab/>
        <w:t>1.013e0</w:t>
      </w:r>
    </w:p>
    <w:p w:rsidR="007B2329" w:rsidRDefault="007B2329" w:rsidP="007B2329">
      <w:r>
        <w:t>112.3927</w:t>
      </w:r>
      <w:r>
        <w:tab/>
        <w:t>2.025e0</w:t>
      </w:r>
    </w:p>
    <w:p w:rsidR="007B2329" w:rsidRDefault="007B2329" w:rsidP="007B2329">
      <w:r>
        <w:t>112.4025</w:t>
      </w:r>
      <w:r>
        <w:tab/>
        <w:t>1.266e-2</w:t>
      </w:r>
    </w:p>
    <w:p w:rsidR="007B2329" w:rsidRDefault="007B2329" w:rsidP="007B2329">
      <w:r>
        <w:t>112.4053</w:t>
      </w:r>
      <w:r>
        <w:tab/>
        <w:t>1.013e0</w:t>
      </w:r>
    </w:p>
    <w:p w:rsidR="007B2329" w:rsidRDefault="007B2329" w:rsidP="007B2329">
      <w:r>
        <w:t>112.4083</w:t>
      </w:r>
      <w:r>
        <w:tab/>
        <w:t>1.013e0</w:t>
      </w:r>
    </w:p>
    <w:p w:rsidR="007B2329" w:rsidRDefault="007B2329" w:rsidP="007B2329">
      <w:r>
        <w:t>112.4112</w:t>
      </w:r>
      <w:r>
        <w:tab/>
        <w:t>1.025e0</w:t>
      </w:r>
    </w:p>
    <w:p w:rsidR="007B2329" w:rsidRDefault="007B2329" w:rsidP="007B2329">
      <w:r>
        <w:t>112.4152</w:t>
      </w:r>
      <w:r>
        <w:tab/>
        <w:t>2.025e0</w:t>
      </w:r>
    </w:p>
    <w:p w:rsidR="007B2329" w:rsidRDefault="007B2329" w:rsidP="007B2329">
      <w:r>
        <w:t>112.4280</w:t>
      </w:r>
      <w:r>
        <w:tab/>
        <w:t>1.013e0</w:t>
      </w:r>
    </w:p>
    <w:p w:rsidR="007B2329" w:rsidRDefault="007B2329" w:rsidP="007B2329">
      <w:r>
        <w:t>112.4421</w:t>
      </w:r>
      <w:r>
        <w:tab/>
        <w:t>1.013e0</w:t>
      </w:r>
    </w:p>
    <w:p w:rsidR="007B2329" w:rsidRDefault="007B2329" w:rsidP="007B2329">
      <w:r>
        <w:t>112.4504</w:t>
      </w:r>
      <w:r>
        <w:tab/>
        <w:t>2.025e0</w:t>
      </w:r>
    </w:p>
    <w:p w:rsidR="007B2329" w:rsidRDefault="007B2329" w:rsidP="007B2329">
      <w:r>
        <w:t>112.4547</w:t>
      </w:r>
      <w:r>
        <w:tab/>
        <w:t>2.025e0</w:t>
      </w:r>
    </w:p>
    <w:p w:rsidR="007B2329" w:rsidRDefault="007B2329" w:rsidP="007B2329">
      <w:r>
        <w:t>112.4561</w:t>
      </w:r>
      <w:r>
        <w:tab/>
        <w:t>3.038e0</w:t>
      </w:r>
    </w:p>
    <w:p w:rsidR="007B2329" w:rsidRDefault="007B2329" w:rsidP="007B2329">
      <w:r>
        <w:t>112.4616</w:t>
      </w:r>
      <w:r>
        <w:tab/>
        <w:t>1.013e0</w:t>
      </w:r>
    </w:p>
    <w:p w:rsidR="007B2329" w:rsidRDefault="007B2329" w:rsidP="007B2329">
      <w:r>
        <w:t>112.4702</w:t>
      </w:r>
      <w:r>
        <w:tab/>
        <w:t>2.025e0</w:t>
      </w:r>
    </w:p>
    <w:p w:rsidR="007B2329" w:rsidRDefault="007B2329" w:rsidP="007B2329">
      <w:r>
        <w:t>112.4730</w:t>
      </w:r>
      <w:r>
        <w:tab/>
        <w:t>1.013e0</w:t>
      </w:r>
    </w:p>
    <w:p w:rsidR="007B2329" w:rsidRDefault="007B2329" w:rsidP="007B2329">
      <w:r>
        <w:t>112.4842</w:t>
      </w:r>
      <w:r>
        <w:tab/>
        <w:t>1.013e0</w:t>
      </w:r>
    </w:p>
    <w:p w:rsidR="007B2329" w:rsidRDefault="007B2329" w:rsidP="007B2329">
      <w:r>
        <w:lastRenderedPageBreak/>
        <w:t>112.4871</w:t>
      </w:r>
      <w:r>
        <w:tab/>
        <w:t>1.013e0</w:t>
      </w:r>
    </w:p>
    <w:p w:rsidR="007B2329" w:rsidRDefault="007B2329" w:rsidP="007B2329">
      <w:r>
        <w:t>112.4952</w:t>
      </w:r>
      <w:r>
        <w:tab/>
        <w:t>1.013e0</w:t>
      </w:r>
    </w:p>
    <w:p w:rsidR="007B2329" w:rsidRDefault="007B2329" w:rsidP="007B2329">
      <w:r>
        <w:t>112.5011</w:t>
      </w:r>
      <w:r>
        <w:tab/>
        <w:t>1.013e0</w:t>
      </w:r>
    </w:p>
    <w:p w:rsidR="007B2329" w:rsidRDefault="007B2329" w:rsidP="007B2329">
      <w:r>
        <w:t>112.5252</w:t>
      </w:r>
      <w:r>
        <w:tab/>
        <w:t>1.025e0</w:t>
      </w:r>
    </w:p>
    <w:p w:rsidR="007B2329" w:rsidRDefault="007B2329" w:rsidP="007B2329">
      <w:r>
        <w:t>112.5321</w:t>
      </w:r>
      <w:r>
        <w:tab/>
        <w:t>1.266e-2</w:t>
      </w:r>
    </w:p>
    <w:p w:rsidR="007B2329" w:rsidRDefault="007B2329" w:rsidP="007B2329">
      <w:r>
        <w:t>112.5434</w:t>
      </w:r>
      <w:r>
        <w:tab/>
        <w:t>1.013e0</w:t>
      </w:r>
    </w:p>
    <w:p w:rsidR="007B2329" w:rsidRDefault="007B2329" w:rsidP="007B2329">
      <w:r>
        <w:t>112.5454</w:t>
      </w:r>
      <w:r>
        <w:tab/>
        <w:t>8.101e0</w:t>
      </w:r>
    </w:p>
    <w:p w:rsidR="007B2329" w:rsidRDefault="007B2329" w:rsidP="007B2329">
      <w:r>
        <w:t>112.5578</w:t>
      </w:r>
      <w:r>
        <w:tab/>
        <w:t>1.013e0</w:t>
      </w:r>
    </w:p>
    <w:p w:rsidR="007B2329" w:rsidRDefault="007B2329" w:rsidP="007B2329">
      <w:r>
        <w:t>112.5604</w:t>
      </w:r>
      <w:r>
        <w:tab/>
        <w:t>2.532e-2</w:t>
      </w:r>
    </w:p>
    <w:p w:rsidR="007B2329" w:rsidRDefault="007B2329" w:rsidP="007B2329">
      <w:r>
        <w:t>112.5645</w:t>
      </w:r>
      <w:r>
        <w:tab/>
        <w:t>1.025e0</w:t>
      </w:r>
    </w:p>
    <w:p w:rsidR="007B2329" w:rsidRDefault="007B2329" w:rsidP="007B2329">
      <w:r>
        <w:t>112.5746</w:t>
      </w:r>
      <w:r>
        <w:tab/>
        <w:t>1.013e0</w:t>
      </w:r>
    </w:p>
    <w:p w:rsidR="007B2329" w:rsidRDefault="007B2329" w:rsidP="007B2329">
      <w:r>
        <w:t>112.5772</w:t>
      </w:r>
      <w:r>
        <w:tab/>
        <w:t>2.025e0</w:t>
      </w:r>
    </w:p>
    <w:p w:rsidR="007B2329" w:rsidRDefault="007B2329" w:rsidP="007B2329">
      <w:r>
        <w:t>112.5800</w:t>
      </w:r>
      <w:r>
        <w:tab/>
        <w:t>1.013e0</w:t>
      </w:r>
    </w:p>
    <w:p w:rsidR="007B2329" w:rsidRDefault="007B2329" w:rsidP="007B2329">
      <w:r>
        <w:t>112.5829</w:t>
      </w:r>
      <w:r>
        <w:tab/>
        <w:t>1.266e-2</w:t>
      </w:r>
    </w:p>
    <w:p w:rsidR="007B2329" w:rsidRDefault="007B2329" w:rsidP="007B2329">
      <w:r>
        <w:t>112.5858</w:t>
      </w:r>
      <w:r>
        <w:tab/>
        <w:t>1.013e0</w:t>
      </w:r>
    </w:p>
    <w:p w:rsidR="007B2329" w:rsidRDefault="007B2329" w:rsidP="007B2329">
      <w:r>
        <w:t>112.5887</w:t>
      </w:r>
      <w:r>
        <w:tab/>
        <w:t>1.013e0</w:t>
      </w:r>
    </w:p>
    <w:p w:rsidR="007B2329" w:rsidRDefault="007B2329" w:rsidP="007B2329">
      <w:r>
        <w:t>112.5998</w:t>
      </w:r>
      <w:r>
        <w:tab/>
        <w:t>2.025e0</w:t>
      </w:r>
    </w:p>
    <w:p w:rsidR="007B2329" w:rsidRDefault="007B2329" w:rsidP="007B2329">
      <w:r>
        <w:t>112.6012</w:t>
      </w:r>
      <w:r>
        <w:tab/>
        <w:t>6.076e0</w:t>
      </w:r>
    </w:p>
    <w:p w:rsidR="007B2329" w:rsidRDefault="007B2329" w:rsidP="007B2329">
      <w:r>
        <w:t>112.6110</w:t>
      </w:r>
      <w:r>
        <w:tab/>
        <w:t>1.013e0</w:t>
      </w:r>
    </w:p>
    <w:p w:rsidR="007B2329" w:rsidRDefault="007B2329" w:rsidP="007B2329">
      <w:r>
        <w:lastRenderedPageBreak/>
        <w:t>112.6138</w:t>
      </w:r>
      <w:r>
        <w:tab/>
        <w:t>2.025e0</w:t>
      </w:r>
    </w:p>
    <w:p w:rsidR="007B2329" w:rsidRDefault="007B2329" w:rsidP="007B2329">
      <w:r>
        <w:t>112.6182</w:t>
      </w:r>
      <w:r>
        <w:tab/>
        <w:t>3.038e0</w:t>
      </w:r>
    </w:p>
    <w:p w:rsidR="007B2329" w:rsidRDefault="007B2329" w:rsidP="007B2329">
      <w:r>
        <w:t>112.6308</w:t>
      </w:r>
      <w:r>
        <w:tab/>
        <w:t>1.025e0</w:t>
      </w:r>
    </w:p>
    <w:p w:rsidR="007B2329" w:rsidRDefault="007B2329" w:rsidP="007B2329">
      <w:r>
        <w:t>112.6420</w:t>
      </w:r>
      <w:r>
        <w:tab/>
        <w:t>1.013e0</w:t>
      </w:r>
    </w:p>
    <w:p w:rsidR="007B2329" w:rsidRDefault="007B2329" w:rsidP="007B2329">
      <w:r>
        <w:t>112.6469</w:t>
      </w:r>
      <w:r>
        <w:tab/>
        <w:t>3.038e0</w:t>
      </w:r>
    </w:p>
    <w:p w:rsidR="007B2329" w:rsidRDefault="007B2329" w:rsidP="007B2329">
      <w:r>
        <w:t>112.6536</w:t>
      </w:r>
      <w:r>
        <w:tab/>
        <w:t>2.532e-2</w:t>
      </w:r>
    </w:p>
    <w:p w:rsidR="007B2329" w:rsidRDefault="007B2329" w:rsidP="007B2329">
      <w:r>
        <w:t>112.6549</w:t>
      </w:r>
      <w:r>
        <w:tab/>
        <w:t>2.025e0</w:t>
      </w:r>
    </w:p>
    <w:p w:rsidR="007B2329" w:rsidRDefault="007B2329" w:rsidP="007B2329">
      <w:r>
        <w:t>112.6588</w:t>
      </w:r>
      <w:r>
        <w:tab/>
        <w:t>1.013e0</w:t>
      </w:r>
    </w:p>
    <w:p w:rsidR="007B2329" w:rsidRDefault="007B2329" w:rsidP="007B2329">
      <w:r>
        <w:t>112.6618</w:t>
      </w:r>
      <w:r>
        <w:tab/>
        <w:t>1.013e0</w:t>
      </w:r>
    </w:p>
    <w:p w:rsidR="007B2329" w:rsidRDefault="007B2329" w:rsidP="007B2329">
      <w:r>
        <w:t>112.6675</w:t>
      </w:r>
      <w:r>
        <w:tab/>
        <w:t>2.025e0</w:t>
      </w:r>
    </w:p>
    <w:p w:rsidR="007B2329" w:rsidRDefault="007B2329" w:rsidP="007B2329">
      <w:r>
        <w:t>112.6705</w:t>
      </w:r>
      <w:r>
        <w:tab/>
        <w:t>2.025e0</w:t>
      </w:r>
    </w:p>
    <w:p w:rsidR="007B2329" w:rsidRDefault="007B2329" w:rsidP="007B2329">
      <w:r>
        <w:t>112.6758</w:t>
      </w:r>
      <w:r>
        <w:tab/>
        <w:t>1.266e-2</w:t>
      </w:r>
    </w:p>
    <w:p w:rsidR="007B2329" w:rsidRDefault="007B2329" w:rsidP="007B2329">
      <w:r>
        <w:t>112.6816</w:t>
      </w:r>
      <w:r>
        <w:tab/>
        <w:t>1.013e0</w:t>
      </w:r>
    </w:p>
    <w:p w:rsidR="007B2329" w:rsidRDefault="007B2329" w:rsidP="007B2329">
      <w:r>
        <w:t>112.6845</w:t>
      </w:r>
      <w:r>
        <w:tab/>
        <w:t>2.025e0</w:t>
      </w:r>
    </w:p>
    <w:p w:rsidR="007B2329" w:rsidRDefault="007B2329" w:rsidP="007B2329">
      <w:r>
        <w:t>112.6874</w:t>
      </w:r>
      <w:r>
        <w:tab/>
        <w:t>1.013e0</w:t>
      </w:r>
    </w:p>
    <w:p w:rsidR="007B2329" w:rsidRDefault="007B2329" w:rsidP="007B2329">
      <w:r>
        <w:t>112.6901</w:t>
      </w:r>
      <w:r>
        <w:tab/>
        <w:t>1.266e-2</w:t>
      </w:r>
    </w:p>
    <w:p w:rsidR="007B2329" w:rsidRDefault="007B2329" w:rsidP="007B2329">
      <w:r>
        <w:t>112.6971</w:t>
      </w:r>
      <w:r>
        <w:tab/>
        <w:t>2.025e0</w:t>
      </w:r>
    </w:p>
    <w:p w:rsidR="007B2329" w:rsidRDefault="007B2329" w:rsidP="007B2329">
      <w:r>
        <w:t>112.7085</w:t>
      </w:r>
      <w:r>
        <w:tab/>
        <w:t>2.025e0</w:t>
      </w:r>
    </w:p>
    <w:p w:rsidR="007B2329" w:rsidRDefault="007B2329" w:rsidP="007B2329">
      <w:r>
        <w:t>112.7126</w:t>
      </w:r>
      <w:r>
        <w:tab/>
        <w:t>4.051e0</w:t>
      </w:r>
    </w:p>
    <w:p w:rsidR="007B2329" w:rsidRDefault="007B2329" w:rsidP="007B2329">
      <w:r>
        <w:lastRenderedPageBreak/>
        <w:t>112.7170</w:t>
      </w:r>
      <w:r>
        <w:tab/>
        <w:t>2.025e0</w:t>
      </w:r>
    </w:p>
    <w:p w:rsidR="007B2329" w:rsidRDefault="007B2329" w:rsidP="007B2329">
      <w:r>
        <w:t>112.7436</w:t>
      </w:r>
      <w:r>
        <w:tab/>
        <w:t>1.013e0</w:t>
      </w:r>
    </w:p>
    <w:p w:rsidR="007B2329" w:rsidRDefault="007B2329" w:rsidP="007B2329">
      <w:r>
        <w:t>112.7551</w:t>
      </w:r>
      <w:r>
        <w:tab/>
        <w:t>1.013e0</w:t>
      </w:r>
    </w:p>
    <w:p w:rsidR="007B2329" w:rsidRDefault="007B2329" w:rsidP="007B2329">
      <w:r>
        <w:t>112.7618</w:t>
      </w:r>
      <w:r>
        <w:tab/>
        <w:t>2.038e0</w:t>
      </w:r>
    </w:p>
    <w:p w:rsidR="007B2329" w:rsidRDefault="007B2329" w:rsidP="007B2329">
      <w:r>
        <w:t>112.7634</w:t>
      </w:r>
      <w:r>
        <w:tab/>
        <w:t>1.013e0</w:t>
      </w:r>
    </w:p>
    <w:p w:rsidR="007B2329" w:rsidRDefault="007B2329" w:rsidP="007B2329">
      <w:r>
        <w:t>112.7663</w:t>
      </w:r>
      <w:r>
        <w:tab/>
        <w:t>1.025e0</w:t>
      </w:r>
    </w:p>
    <w:p w:rsidR="007B2329" w:rsidRDefault="007B2329" w:rsidP="007B2329">
      <w:r>
        <w:t>112.7720</w:t>
      </w:r>
      <w:r>
        <w:tab/>
        <w:t>1.013e0</w:t>
      </w:r>
    </w:p>
    <w:p w:rsidR="007B2329" w:rsidRDefault="007B2329" w:rsidP="007B2329">
      <w:r>
        <w:t>112.7804</w:t>
      </w:r>
      <w:r>
        <w:tab/>
        <w:t>2.025e0</w:t>
      </w:r>
    </w:p>
    <w:p w:rsidR="007B2329" w:rsidRDefault="007B2329" w:rsidP="007B2329">
      <w:r>
        <w:t>112.7862</w:t>
      </w:r>
      <w:r>
        <w:tab/>
        <w:t>3.038e0</w:t>
      </w:r>
    </w:p>
    <w:p w:rsidR="007B2329" w:rsidRDefault="007B2329" w:rsidP="007B2329">
      <w:r>
        <w:t>112.7944</w:t>
      </w:r>
      <w:r>
        <w:tab/>
        <w:t>2.025e0</w:t>
      </w:r>
    </w:p>
    <w:p w:rsidR="007B2329" w:rsidRDefault="007B2329" w:rsidP="007B2329">
      <w:r>
        <w:t>112.8084</w:t>
      </w:r>
      <w:r>
        <w:tab/>
        <w:t>1.013e0</w:t>
      </w:r>
    </w:p>
    <w:p w:rsidR="007B2329" w:rsidRDefault="007B2329" w:rsidP="007B2329">
      <w:r>
        <w:t>112.8254</w:t>
      </w:r>
      <w:r>
        <w:tab/>
        <w:t>1.013e0</w:t>
      </w:r>
    </w:p>
    <w:p w:rsidR="007B2329" w:rsidRDefault="007B2329" w:rsidP="007B2329">
      <w:r>
        <w:t>112.8371</w:t>
      </w:r>
      <w:r>
        <w:tab/>
        <w:t>1.266e-2</w:t>
      </w:r>
    </w:p>
    <w:p w:rsidR="007B2329" w:rsidRDefault="007B2329" w:rsidP="007B2329">
      <w:r>
        <w:t>112.8453</w:t>
      </w:r>
      <w:r>
        <w:tab/>
        <w:t>1.013e0</w:t>
      </w:r>
    </w:p>
    <w:p w:rsidR="007B2329" w:rsidRDefault="007B2329" w:rsidP="007B2329">
      <w:r>
        <w:t>112.8511</w:t>
      </w:r>
      <w:r>
        <w:tab/>
        <w:t>2.025e0</w:t>
      </w:r>
    </w:p>
    <w:p w:rsidR="007B2329" w:rsidRDefault="007B2329" w:rsidP="007B2329">
      <w:r>
        <w:t>112.8551</w:t>
      </w:r>
      <w:r>
        <w:tab/>
        <w:t>1.025e0</w:t>
      </w:r>
    </w:p>
    <w:p w:rsidR="007B2329" w:rsidRDefault="007B2329" w:rsidP="007B2329">
      <w:r>
        <w:t>112.8594</w:t>
      </w:r>
      <w:r>
        <w:tab/>
        <w:t>1.013e0</w:t>
      </w:r>
    </w:p>
    <w:p w:rsidR="007B2329" w:rsidRDefault="007B2329" w:rsidP="007B2329">
      <w:r>
        <w:t>112.8623</w:t>
      </w:r>
      <w:r>
        <w:tab/>
        <w:t>1.013e0</w:t>
      </w:r>
    </w:p>
    <w:p w:rsidR="007B2329" w:rsidRDefault="007B2329" w:rsidP="007B2329">
      <w:r>
        <w:t>112.8651</w:t>
      </w:r>
      <w:r>
        <w:tab/>
        <w:t>1.013e0</w:t>
      </w:r>
    </w:p>
    <w:p w:rsidR="007B2329" w:rsidRDefault="007B2329" w:rsidP="007B2329">
      <w:r>
        <w:lastRenderedPageBreak/>
        <w:t>112.8717</w:t>
      </w:r>
      <w:r>
        <w:tab/>
        <w:t>3.038e0</w:t>
      </w:r>
    </w:p>
    <w:p w:rsidR="007B2329" w:rsidRDefault="007B2329" w:rsidP="007B2329">
      <w:r>
        <w:t>112.8850</w:t>
      </w:r>
      <w:r>
        <w:tab/>
        <w:t>1.266e-2</w:t>
      </w:r>
    </w:p>
    <w:p w:rsidR="007B2329" w:rsidRDefault="007B2329" w:rsidP="007B2329">
      <w:r>
        <w:t>112.8903</w:t>
      </w:r>
      <w:r>
        <w:tab/>
        <w:t>1.013e0</w:t>
      </w:r>
    </w:p>
    <w:p w:rsidR="007B2329" w:rsidRDefault="007B2329" w:rsidP="007B2329">
      <w:r>
        <w:t>112.8933</w:t>
      </w:r>
      <w:r>
        <w:tab/>
        <w:t>1.266e-2</w:t>
      </w:r>
    </w:p>
    <w:p w:rsidR="007B2329" w:rsidRDefault="007B2329" w:rsidP="007B2329">
      <w:r>
        <w:t>112.8991</w:t>
      </w:r>
      <w:r>
        <w:tab/>
        <w:t>1.013e0</w:t>
      </w:r>
    </w:p>
    <w:p w:rsidR="007B2329" w:rsidRDefault="007B2329" w:rsidP="007B2329">
      <w:r>
        <w:t>112.9045</w:t>
      </w:r>
      <w:r>
        <w:tab/>
        <w:t>4.051e0</w:t>
      </w:r>
    </w:p>
    <w:p w:rsidR="007B2329" w:rsidRDefault="007B2329" w:rsidP="007B2329">
      <w:r>
        <w:t>112.9102</w:t>
      </w:r>
      <w:r>
        <w:tab/>
        <w:t>1.266e-2</w:t>
      </w:r>
    </w:p>
    <w:p w:rsidR="007B2329" w:rsidRDefault="007B2329" w:rsidP="007B2329">
      <w:r>
        <w:t>112.9131</w:t>
      </w:r>
      <w:r>
        <w:tab/>
        <w:t>1.013e0</w:t>
      </w:r>
    </w:p>
    <w:p w:rsidR="007B2329" w:rsidRDefault="007B2329" w:rsidP="007B2329">
      <w:r>
        <w:t>112.9195</w:t>
      </w:r>
      <w:r>
        <w:tab/>
        <w:t>3.038e0</w:t>
      </w:r>
    </w:p>
    <w:p w:rsidR="007B2329" w:rsidRDefault="007B2329" w:rsidP="007B2329">
      <w:r>
        <w:t>112.9216</w:t>
      </w:r>
      <w:r>
        <w:tab/>
        <w:t>2.038e0</w:t>
      </w:r>
    </w:p>
    <w:p w:rsidR="007B2329" w:rsidRDefault="007B2329" w:rsidP="007B2329">
      <w:r>
        <w:t>112.9272</w:t>
      </w:r>
      <w:r>
        <w:tab/>
        <w:t>1.025e0</w:t>
      </w:r>
    </w:p>
    <w:p w:rsidR="007B2329" w:rsidRDefault="007B2329" w:rsidP="007B2329">
      <w:r>
        <w:t>112.9330</w:t>
      </w:r>
      <w:r>
        <w:tab/>
        <w:t>3.038e0</w:t>
      </w:r>
    </w:p>
    <w:p w:rsidR="007B2329" w:rsidRDefault="007B2329" w:rsidP="007B2329">
      <w:r>
        <w:t>112.9412</w:t>
      </w:r>
      <w:r>
        <w:tab/>
        <w:t>2.025e0</w:t>
      </w:r>
    </w:p>
    <w:p w:rsidR="007B2329" w:rsidRDefault="007B2329" w:rsidP="007B2329">
      <w:r>
        <w:t>112.9552</w:t>
      </w:r>
      <w:r>
        <w:tab/>
        <w:t>1.013e0</w:t>
      </w:r>
    </w:p>
    <w:p w:rsidR="007B2329" w:rsidRDefault="007B2329" w:rsidP="007B2329">
      <w:r>
        <w:t>112.9582</w:t>
      </w:r>
      <w:r>
        <w:tab/>
        <w:t>1.013e0</w:t>
      </w:r>
    </w:p>
    <w:p w:rsidR="007B2329" w:rsidRDefault="007B2329" w:rsidP="007B2329">
      <w:r>
        <w:t>112.9738</w:t>
      </w:r>
      <w:r>
        <w:tab/>
        <w:t>2.025e0</w:t>
      </w:r>
    </w:p>
    <w:p w:rsidR="007B2329" w:rsidRDefault="007B2329" w:rsidP="007B2329">
      <w:r>
        <w:t>112.9752</w:t>
      </w:r>
      <w:r>
        <w:tab/>
        <w:t>1.013e0</w:t>
      </w:r>
    </w:p>
    <w:p w:rsidR="007B2329" w:rsidRDefault="007B2329" w:rsidP="007B2329">
      <w:r>
        <w:t>112.9781</w:t>
      </w:r>
      <w:r>
        <w:tab/>
        <w:t>1.013e0</w:t>
      </w:r>
    </w:p>
    <w:p w:rsidR="007B2329" w:rsidRDefault="007B2329" w:rsidP="007B2329">
      <w:r>
        <w:t>112.9865</w:t>
      </w:r>
      <w:r>
        <w:tab/>
        <w:t>2.025e0</w:t>
      </w:r>
    </w:p>
    <w:p w:rsidR="007B2329" w:rsidRDefault="007B2329" w:rsidP="007B2329">
      <w:r>
        <w:lastRenderedPageBreak/>
        <w:t>112.9904</w:t>
      </w:r>
      <w:r>
        <w:tab/>
        <w:t>2.240e0</w:t>
      </w:r>
    </w:p>
    <w:p w:rsidR="007B2329" w:rsidRDefault="007B2329" w:rsidP="007B2329">
      <w:r>
        <w:t>112.9979</w:t>
      </w:r>
      <w:r>
        <w:tab/>
        <w:t>2.025e0</w:t>
      </w:r>
    </w:p>
    <w:p w:rsidR="007B2329" w:rsidRDefault="007B2329" w:rsidP="007B2329">
      <w:r>
        <w:t>113.0009</w:t>
      </w:r>
      <w:r>
        <w:tab/>
        <w:t>1.013e0</w:t>
      </w:r>
    </w:p>
    <w:p w:rsidR="007B2329" w:rsidRDefault="007B2329" w:rsidP="007B2329">
      <w:r>
        <w:t>113.0034</w:t>
      </w:r>
      <w:r>
        <w:tab/>
        <w:t>1.013e0</w:t>
      </w:r>
    </w:p>
    <w:p w:rsidR="007B2329" w:rsidRDefault="007B2329" w:rsidP="007B2329">
      <w:r>
        <w:t>113.0091</w:t>
      </w:r>
      <w:r>
        <w:tab/>
        <w:t>1.013e0</w:t>
      </w:r>
    </w:p>
    <w:p w:rsidR="007B2329" w:rsidRDefault="007B2329" w:rsidP="007B2329">
      <w:r>
        <w:t>113.0178</w:t>
      </w:r>
      <w:r>
        <w:tab/>
        <w:t>1.266e-2</w:t>
      </w:r>
    </w:p>
    <w:p w:rsidR="007B2329" w:rsidRDefault="007B2329" w:rsidP="007B2329">
      <w:r>
        <w:t>113.0204</w:t>
      </w:r>
      <w:r>
        <w:tab/>
        <w:t>2.025e0</w:t>
      </w:r>
    </w:p>
    <w:p w:rsidR="007B2329" w:rsidRDefault="007B2329" w:rsidP="007B2329">
      <w:r>
        <w:t>113.0231</w:t>
      </w:r>
      <w:r>
        <w:tab/>
        <w:t>1.013e0</w:t>
      </w:r>
    </w:p>
    <w:p w:rsidR="007B2329" w:rsidRDefault="007B2329" w:rsidP="007B2329">
      <w:r>
        <w:t>113.0289</w:t>
      </w:r>
      <w:r>
        <w:tab/>
        <w:t>2.025e0</w:t>
      </w:r>
    </w:p>
    <w:p w:rsidR="007B2329" w:rsidRDefault="007B2329" w:rsidP="007B2329">
      <w:r>
        <w:t>113.0318</w:t>
      </w:r>
      <w:r>
        <w:tab/>
        <w:t>1.013e0</w:t>
      </w:r>
    </w:p>
    <w:p w:rsidR="007B2329" w:rsidRDefault="007B2329" w:rsidP="007B2329">
      <w:r>
        <w:t>113.0348</w:t>
      </w:r>
      <w:r>
        <w:tab/>
        <w:t>1.013e0</w:t>
      </w:r>
    </w:p>
    <w:p w:rsidR="007B2329" w:rsidRDefault="007B2329" w:rsidP="007B2329">
      <w:r>
        <w:t>113.0401</w:t>
      </w:r>
      <w:r>
        <w:tab/>
        <w:t>1.013e0</w:t>
      </w:r>
    </w:p>
    <w:p w:rsidR="007B2329" w:rsidRDefault="007B2329" w:rsidP="007B2329">
      <w:r>
        <w:t>113.0430</w:t>
      </w:r>
      <w:r>
        <w:tab/>
        <w:t>2.025e0</w:t>
      </w:r>
    </w:p>
    <w:p w:rsidR="007B2329" w:rsidRDefault="007B2329" w:rsidP="007B2329">
      <w:r>
        <w:t>113.0488</w:t>
      </w:r>
      <w:r>
        <w:tab/>
        <w:t>1.013e0</w:t>
      </w:r>
    </w:p>
    <w:p w:rsidR="007B2329" w:rsidRDefault="007B2329" w:rsidP="007B2329">
      <w:r>
        <w:t>113.0560</w:t>
      </w:r>
      <w:r>
        <w:tab/>
        <w:t>1.421e0</w:t>
      </w:r>
    </w:p>
    <w:p w:rsidR="007B2329" w:rsidRDefault="007B2329" w:rsidP="007B2329">
      <w:r>
        <w:t>113.0637</w:t>
      </w:r>
      <w:r>
        <w:tab/>
        <w:t>2.038e0</w:t>
      </w:r>
    </w:p>
    <w:p w:rsidR="007B2329" w:rsidRDefault="007B2329" w:rsidP="007B2329">
      <w:r>
        <w:t>113.0676</w:t>
      </w:r>
      <w:r>
        <w:tab/>
        <w:t>3.038e0</w:t>
      </w:r>
    </w:p>
    <w:p w:rsidR="007B2329" w:rsidRDefault="007B2329" w:rsidP="007B2329">
      <w:r>
        <w:t>113.0693</w:t>
      </w:r>
      <w:r>
        <w:tab/>
        <w:t>3.038e0</w:t>
      </w:r>
    </w:p>
    <w:p w:rsidR="007B2329" w:rsidRDefault="007B2329" w:rsidP="007B2329">
      <w:r>
        <w:t>113.0712</w:t>
      </w:r>
      <w:r>
        <w:tab/>
        <w:t>4.089e0</w:t>
      </w:r>
    </w:p>
    <w:p w:rsidR="007B2329" w:rsidRDefault="007B2329" w:rsidP="007B2329">
      <w:r>
        <w:lastRenderedPageBreak/>
        <w:t>113.0755</w:t>
      </w:r>
      <w:r>
        <w:tab/>
        <w:t>3.051e0</w:t>
      </w:r>
    </w:p>
    <w:p w:rsidR="007B2329" w:rsidRDefault="007B2329" w:rsidP="007B2329">
      <w:r>
        <w:t>113.0868</w:t>
      </w:r>
      <w:r>
        <w:tab/>
        <w:t>2.025e0</w:t>
      </w:r>
    </w:p>
    <w:p w:rsidR="007B2329" w:rsidRDefault="007B2329" w:rsidP="007B2329">
      <w:r>
        <w:t>113.0882</w:t>
      </w:r>
      <w:r>
        <w:tab/>
        <w:t>2.025e0</w:t>
      </w:r>
    </w:p>
    <w:p w:rsidR="007B2329" w:rsidRDefault="007B2329" w:rsidP="007B2329">
      <w:r>
        <w:t>113.0910</w:t>
      </w:r>
      <w:r>
        <w:tab/>
        <w:t>1.013e0</w:t>
      </w:r>
    </w:p>
    <w:p w:rsidR="007B2329" w:rsidRDefault="007B2329" w:rsidP="007B2329">
      <w:r>
        <w:t>113.0939</w:t>
      </w:r>
      <w:r>
        <w:tab/>
        <w:t>1.013e0</w:t>
      </w:r>
    </w:p>
    <w:p w:rsidR="007B2329" w:rsidRDefault="007B2329" w:rsidP="007B2329">
      <w:r>
        <w:t>113.1024</w:t>
      </w:r>
      <w:r>
        <w:tab/>
        <w:t>1.025e0</w:t>
      </w:r>
    </w:p>
    <w:p w:rsidR="007B2329" w:rsidRDefault="007B2329" w:rsidP="007B2329">
      <w:r>
        <w:t>113.1050</w:t>
      </w:r>
      <w:r>
        <w:tab/>
        <w:t>1.051e0</w:t>
      </w:r>
    </w:p>
    <w:p w:rsidR="007B2329" w:rsidRDefault="007B2329" w:rsidP="007B2329">
      <w:r>
        <w:t>113.1069</w:t>
      </w:r>
      <w:r>
        <w:tab/>
        <w:t>5.063e0</w:t>
      </w:r>
    </w:p>
    <w:p w:rsidR="007B2329" w:rsidRDefault="007B2329" w:rsidP="007B2329">
      <w:r>
        <w:t>113.1138</w:t>
      </w:r>
      <w:r>
        <w:tab/>
        <w:t>1.025e0</w:t>
      </w:r>
    </w:p>
    <w:p w:rsidR="007B2329" w:rsidRDefault="007B2329" w:rsidP="007B2329">
      <w:r>
        <w:t>113.1168</w:t>
      </w:r>
      <w:r>
        <w:tab/>
        <w:t>1.025e0</w:t>
      </w:r>
    </w:p>
    <w:p w:rsidR="007B2329" w:rsidRDefault="007B2329" w:rsidP="007B2329">
      <w:r>
        <w:t>113.1399</w:t>
      </w:r>
      <w:r>
        <w:tab/>
        <w:t>3.038e0</w:t>
      </w:r>
    </w:p>
    <w:p w:rsidR="007B2329" w:rsidRDefault="007B2329" w:rsidP="007B2329">
      <w:r>
        <w:t>113.1419</w:t>
      </w:r>
      <w:r>
        <w:tab/>
        <w:t>1.013e0</w:t>
      </w:r>
    </w:p>
    <w:p w:rsidR="007B2329" w:rsidRDefault="007B2329" w:rsidP="007B2329">
      <w:r>
        <w:t>113.1478</w:t>
      </w:r>
      <w:r>
        <w:tab/>
        <w:t>3.038e0</w:t>
      </w:r>
    </w:p>
    <w:p w:rsidR="007B2329" w:rsidRDefault="007B2329" w:rsidP="007B2329">
      <w:r>
        <w:t>113.1507</w:t>
      </w:r>
      <w:r>
        <w:tab/>
        <w:t>1.013e0</w:t>
      </w:r>
    </w:p>
    <w:p w:rsidR="007B2329" w:rsidRDefault="007B2329" w:rsidP="007B2329">
      <w:r>
        <w:t>113.1618</w:t>
      </w:r>
      <w:r>
        <w:tab/>
        <w:t>2.025e0</w:t>
      </w:r>
    </w:p>
    <w:p w:rsidR="007B2329" w:rsidRDefault="007B2329" w:rsidP="007B2329">
      <w:r>
        <w:t>113.1647</w:t>
      </w:r>
      <w:r>
        <w:tab/>
        <w:t>1.013e0</w:t>
      </w:r>
    </w:p>
    <w:p w:rsidR="007B2329" w:rsidRDefault="007B2329" w:rsidP="007B2329">
      <w:r>
        <w:t>113.1796</w:t>
      </w:r>
      <w:r>
        <w:tab/>
        <w:t>3.004e0</w:t>
      </w:r>
    </w:p>
    <w:p w:rsidR="007B2329" w:rsidRDefault="007B2329" w:rsidP="007B2329">
      <w:r>
        <w:t>113.1899</w:t>
      </w:r>
      <w:r>
        <w:tab/>
        <w:t>1.013e0</w:t>
      </w:r>
    </w:p>
    <w:p w:rsidR="007B2329" w:rsidRDefault="007B2329" w:rsidP="007B2329">
      <w:r>
        <w:t>113.1928</w:t>
      </w:r>
      <w:r>
        <w:tab/>
        <w:t>2.025e0</w:t>
      </w:r>
    </w:p>
    <w:p w:rsidR="007B2329" w:rsidRDefault="007B2329" w:rsidP="007B2329">
      <w:r>
        <w:lastRenderedPageBreak/>
        <w:t>113.1943</w:t>
      </w:r>
      <w:r>
        <w:tab/>
        <w:t>2.025e0</w:t>
      </w:r>
    </w:p>
    <w:p w:rsidR="007B2329" w:rsidRDefault="007B2329" w:rsidP="007B2329">
      <w:r>
        <w:t>113.1957</w:t>
      </w:r>
      <w:r>
        <w:tab/>
        <w:t>1.013e0</w:t>
      </w:r>
    </w:p>
    <w:p w:rsidR="007B2329" w:rsidRDefault="007B2329" w:rsidP="007B2329">
      <w:r>
        <w:t>113.2040</w:t>
      </w:r>
      <w:r>
        <w:tab/>
        <w:t>2.025e0</w:t>
      </w:r>
    </w:p>
    <w:p w:rsidR="007B2329" w:rsidRDefault="007B2329" w:rsidP="007B2329">
      <w:r>
        <w:t>113.2069</w:t>
      </w:r>
      <w:r>
        <w:tab/>
        <w:t>1.025e0</w:t>
      </w:r>
    </w:p>
    <w:p w:rsidR="007B2329" w:rsidRDefault="007B2329" w:rsidP="007B2329">
      <w:r>
        <w:t>113.2127</w:t>
      </w:r>
      <w:r>
        <w:tab/>
        <w:t>1.013e0</w:t>
      </w:r>
    </w:p>
    <w:p w:rsidR="007B2329" w:rsidRDefault="007B2329" w:rsidP="007B2329">
      <w:r>
        <w:t>113.2157</w:t>
      </w:r>
      <w:r>
        <w:tab/>
        <w:t>2.025e0</w:t>
      </w:r>
    </w:p>
    <w:p w:rsidR="007B2329" w:rsidRDefault="007B2329" w:rsidP="007B2329">
      <w:r>
        <w:t>113.2239</w:t>
      </w:r>
      <w:r>
        <w:tab/>
        <w:t>2.025e0</w:t>
      </w:r>
    </w:p>
    <w:p w:rsidR="007B2329" w:rsidRDefault="007B2329" w:rsidP="007B2329">
      <w:r>
        <w:t>113.2327</w:t>
      </w:r>
      <w:r>
        <w:tab/>
        <w:t>2.025e0</w:t>
      </w:r>
    </w:p>
    <w:p w:rsidR="007B2329" w:rsidRDefault="007B2329" w:rsidP="007B2329">
      <w:r>
        <w:t>113.2352</w:t>
      </w:r>
      <w:r>
        <w:tab/>
        <w:t>1.013e0</w:t>
      </w:r>
    </w:p>
    <w:p w:rsidR="007B2329" w:rsidRDefault="007B2329" w:rsidP="007B2329">
      <w:r>
        <w:t>113.2438</w:t>
      </w:r>
      <w:r>
        <w:tab/>
        <w:t>1.013e0</w:t>
      </w:r>
    </w:p>
    <w:p w:rsidR="007B2329" w:rsidRDefault="007B2329" w:rsidP="007B2329">
      <w:r>
        <w:t>113.2497</w:t>
      </w:r>
      <w:r>
        <w:tab/>
        <w:t>1.013e0</w:t>
      </w:r>
    </w:p>
    <w:p w:rsidR="007B2329" w:rsidRDefault="007B2329" w:rsidP="007B2329">
      <w:r>
        <w:t>113.2549</w:t>
      </w:r>
      <w:r>
        <w:tab/>
        <w:t>1.013e0</w:t>
      </w:r>
    </w:p>
    <w:p w:rsidR="007B2329" w:rsidRDefault="007B2329" w:rsidP="007B2329">
      <w:r>
        <w:t>113.2578</w:t>
      </w:r>
      <w:r>
        <w:tab/>
        <w:t>1.266e-2</w:t>
      </w:r>
    </w:p>
    <w:p w:rsidR="007B2329" w:rsidRDefault="007B2329" w:rsidP="007B2329">
      <w:r>
        <w:t>113.2607</w:t>
      </w:r>
      <w:r>
        <w:tab/>
        <w:t>1.013e0</w:t>
      </w:r>
    </w:p>
    <w:p w:rsidR="007B2329" w:rsidRDefault="007B2329" w:rsidP="007B2329">
      <w:r>
        <w:t>113.2720</w:t>
      </w:r>
      <w:r>
        <w:tab/>
        <w:t>1.013e0</w:t>
      </w:r>
    </w:p>
    <w:p w:rsidR="007B2329" w:rsidRDefault="007B2329" w:rsidP="007B2329">
      <w:r>
        <w:t>113.2820</w:t>
      </w:r>
      <w:r>
        <w:tab/>
        <w:t>1.025e0</w:t>
      </w:r>
    </w:p>
    <w:p w:rsidR="007B2329" w:rsidRDefault="007B2329" w:rsidP="007B2329">
      <w:r>
        <w:t>113.2860</w:t>
      </w:r>
      <w:r>
        <w:tab/>
        <w:t>1.013e0</w:t>
      </w:r>
    </w:p>
    <w:p w:rsidR="007B2329" w:rsidRDefault="007B2329" w:rsidP="007B2329">
      <w:r>
        <w:t>113.2876</w:t>
      </w:r>
      <w:r>
        <w:tab/>
        <w:t>2.025e0</w:t>
      </w:r>
    </w:p>
    <w:p w:rsidR="007B2329" w:rsidRDefault="007B2329" w:rsidP="007B2329">
      <w:r>
        <w:t>113.3005</w:t>
      </w:r>
      <w:r>
        <w:tab/>
        <w:t>1.025e0</w:t>
      </w:r>
    </w:p>
    <w:p w:rsidR="007B2329" w:rsidRDefault="007B2329" w:rsidP="007B2329">
      <w:r>
        <w:lastRenderedPageBreak/>
        <w:t>113.3046</w:t>
      </w:r>
      <w:r>
        <w:tab/>
        <w:t>2.025e0</w:t>
      </w:r>
    </w:p>
    <w:p w:rsidR="007B2329" w:rsidRDefault="007B2329" w:rsidP="007B2329">
      <w:r>
        <w:t>113.3059</w:t>
      </w:r>
      <w:r>
        <w:tab/>
        <w:t>1.025e0</w:t>
      </w:r>
    </w:p>
    <w:p w:rsidR="007B2329" w:rsidRDefault="007B2329" w:rsidP="007B2329">
      <w:r>
        <w:t>113.3199</w:t>
      </w:r>
      <w:r>
        <w:tab/>
        <w:t>1.013e0</w:t>
      </w:r>
    </w:p>
    <w:p w:rsidR="007B2329" w:rsidRDefault="007B2329" w:rsidP="007B2329">
      <w:r>
        <w:t>113.3316</w:t>
      </w:r>
      <w:r>
        <w:tab/>
        <w:t>1.025e0</w:t>
      </w:r>
    </w:p>
    <w:p w:rsidR="007B2329" w:rsidRDefault="007B2329" w:rsidP="007B2329">
      <w:r>
        <w:t>113.3327</w:t>
      </w:r>
      <w:r>
        <w:tab/>
        <w:t>3.038e0</w:t>
      </w:r>
    </w:p>
    <w:p w:rsidR="007B2329" w:rsidRDefault="007B2329" w:rsidP="007B2329">
      <w:r>
        <w:t>113.3343</w:t>
      </w:r>
      <w:r>
        <w:tab/>
        <w:t>1.013e0</w:t>
      </w:r>
    </w:p>
    <w:p w:rsidR="007B2329" w:rsidRDefault="007B2329" w:rsidP="007B2329">
      <w:r>
        <w:t>113.3486</w:t>
      </w:r>
      <w:r>
        <w:tab/>
        <w:t>1.013e0</w:t>
      </w:r>
    </w:p>
    <w:p w:rsidR="007B2329" w:rsidRDefault="007B2329" w:rsidP="007B2329">
      <w:r>
        <w:t>113.3539</w:t>
      </w:r>
      <w:r>
        <w:tab/>
        <w:t>2.025e0</w:t>
      </w:r>
    </w:p>
    <w:p w:rsidR="007B2329" w:rsidRDefault="007B2329" w:rsidP="007B2329">
      <w:r>
        <w:t>113.3682</w:t>
      </w:r>
      <w:r>
        <w:tab/>
        <w:t>1.013e0</w:t>
      </w:r>
    </w:p>
    <w:p w:rsidR="007B2329" w:rsidRDefault="007B2329" w:rsidP="007B2329">
      <w:r>
        <w:t>113.3738</w:t>
      </w:r>
      <w:r>
        <w:tab/>
        <w:t>2.025e0</w:t>
      </w:r>
    </w:p>
    <w:p w:rsidR="007B2329" w:rsidRDefault="007B2329" w:rsidP="007B2329">
      <w:r>
        <w:t>113.3767</w:t>
      </w:r>
      <w:r>
        <w:tab/>
        <w:t>1.013e0</w:t>
      </w:r>
    </w:p>
    <w:p w:rsidR="007B2329" w:rsidRDefault="007B2329" w:rsidP="007B2329">
      <w:r>
        <w:t>113.3908</w:t>
      </w:r>
      <w:r>
        <w:tab/>
        <w:t>2.025e0</w:t>
      </w:r>
    </w:p>
    <w:p w:rsidR="007B2329" w:rsidRDefault="007B2329" w:rsidP="007B2329">
      <w:r>
        <w:t>113.3937</w:t>
      </w:r>
      <w:r>
        <w:tab/>
        <w:t>1.013e0</w:t>
      </w:r>
    </w:p>
    <w:p w:rsidR="007B2329" w:rsidRDefault="007B2329" w:rsidP="007B2329">
      <w:r>
        <w:t>113.4078</w:t>
      </w:r>
      <w:r>
        <w:tab/>
        <w:t>1.038e0</w:t>
      </w:r>
    </w:p>
    <w:p w:rsidR="007B2329" w:rsidRDefault="007B2329" w:rsidP="007B2329">
      <w:r>
        <w:t>113.4107</w:t>
      </w:r>
      <w:r>
        <w:tab/>
        <w:t>1.013e0</w:t>
      </w:r>
    </w:p>
    <w:p w:rsidR="007B2329" w:rsidRDefault="007B2329" w:rsidP="007B2329">
      <w:r>
        <w:t>113.4190</w:t>
      </w:r>
      <w:r>
        <w:tab/>
        <w:t>2.025e0</w:t>
      </w:r>
    </w:p>
    <w:p w:rsidR="007B2329" w:rsidRDefault="007B2329" w:rsidP="007B2329">
      <w:r>
        <w:t>113.4359</w:t>
      </w:r>
      <w:r>
        <w:tab/>
        <w:t>1.266e-2</w:t>
      </w:r>
    </w:p>
    <w:p w:rsidR="007B2329" w:rsidRDefault="007B2329" w:rsidP="007B2329">
      <w:r>
        <w:t>113.4388</w:t>
      </w:r>
      <w:r>
        <w:tab/>
        <w:t>2.025e0</w:t>
      </w:r>
    </w:p>
    <w:p w:rsidR="007B2329" w:rsidRDefault="007B2329" w:rsidP="007B2329">
      <w:r>
        <w:t>113.4418</w:t>
      </w:r>
      <w:r>
        <w:tab/>
        <w:t>1.266e-2</w:t>
      </w:r>
    </w:p>
    <w:p w:rsidR="007B2329" w:rsidRDefault="007B2329" w:rsidP="007B2329">
      <w:r>
        <w:lastRenderedPageBreak/>
        <w:t>113.4544</w:t>
      </w:r>
      <w:r>
        <w:tab/>
        <w:t>1.025e0</w:t>
      </w:r>
    </w:p>
    <w:p w:rsidR="007B2329" w:rsidRDefault="007B2329" w:rsidP="007B2329">
      <w:r>
        <w:t>113.4588</w:t>
      </w:r>
      <w:r>
        <w:tab/>
        <w:t>1.013e0</w:t>
      </w:r>
    </w:p>
    <w:p w:rsidR="007B2329" w:rsidRDefault="007B2329" w:rsidP="007B2329">
      <w:r>
        <w:t>113.4640</w:t>
      </w:r>
      <w:r>
        <w:tab/>
        <w:t>3.873e0</w:t>
      </w:r>
    </w:p>
    <w:p w:rsidR="007B2329" w:rsidRDefault="007B2329" w:rsidP="007B2329">
      <w:r>
        <w:t>113.4816</w:t>
      </w:r>
      <w:r>
        <w:tab/>
        <w:t>2.025e0</w:t>
      </w:r>
    </w:p>
    <w:p w:rsidR="007B2329" w:rsidRDefault="007B2329" w:rsidP="007B2329">
      <w:r>
        <w:t>113.4869</w:t>
      </w:r>
      <w:r>
        <w:tab/>
        <w:t>1.013e0</w:t>
      </w:r>
    </w:p>
    <w:p w:rsidR="007B2329" w:rsidRDefault="007B2329" w:rsidP="007B2329">
      <w:r>
        <w:t>113.4884</w:t>
      </w:r>
      <w:r>
        <w:tab/>
        <w:t>2.025e0</w:t>
      </w:r>
    </w:p>
    <w:p w:rsidR="007B2329" w:rsidRDefault="007B2329" w:rsidP="007B2329">
      <w:r>
        <w:t>113.4899</w:t>
      </w:r>
      <w:r>
        <w:tab/>
        <w:t>2.025e0</w:t>
      </w:r>
    </w:p>
    <w:p w:rsidR="007B2329" w:rsidRDefault="007B2329" w:rsidP="007B2329">
      <w:r>
        <w:t>113.4928</w:t>
      </w:r>
      <w:r>
        <w:tab/>
        <w:t>1.013e0</w:t>
      </w:r>
    </w:p>
    <w:p w:rsidR="007B2329" w:rsidRDefault="007B2329" w:rsidP="007B2329">
      <w:r>
        <w:t>113.4986</w:t>
      </w:r>
      <w:r>
        <w:tab/>
        <w:t>1.013e0</w:t>
      </w:r>
    </w:p>
    <w:p w:rsidR="007B2329" w:rsidRDefault="007B2329" w:rsidP="007B2329">
      <w:r>
        <w:t>113.5069</w:t>
      </w:r>
      <w:r>
        <w:tab/>
        <w:t>2.025e0</w:t>
      </w:r>
    </w:p>
    <w:p w:rsidR="007B2329" w:rsidRDefault="007B2329" w:rsidP="007B2329">
      <w:r>
        <w:t>113.5267</w:t>
      </w:r>
      <w:r>
        <w:tab/>
        <w:t>1.013e0</w:t>
      </w:r>
    </w:p>
    <w:p w:rsidR="007B2329" w:rsidRDefault="007B2329" w:rsidP="007B2329">
      <w:r>
        <w:t>113.5379</w:t>
      </w:r>
      <w:r>
        <w:tab/>
        <w:t>1.266e-2</w:t>
      </w:r>
    </w:p>
    <w:p w:rsidR="007B2329" w:rsidRDefault="007B2329" w:rsidP="007B2329">
      <w:r>
        <w:t>113.5448</w:t>
      </w:r>
      <w:r>
        <w:tab/>
        <w:t>5.063e0</w:t>
      </w:r>
    </w:p>
    <w:p w:rsidR="007B2329" w:rsidRDefault="007B2329" w:rsidP="007B2329">
      <w:r>
        <w:t>113.5637</w:t>
      </w:r>
      <w:r>
        <w:tab/>
        <w:t>1.013e0</w:t>
      </w:r>
    </w:p>
    <w:p w:rsidR="007B2329" w:rsidRDefault="007B2329" w:rsidP="007B2329">
      <w:r>
        <w:t>113.5720</w:t>
      </w:r>
      <w:r>
        <w:tab/>
        <w:t>1.013e0</w:t>
      </w:r>
    </w:p>
    <w:p w:rsidR="007B2329" w:rsidRDefault="007B2329" w:rsidP="007B2329">
      <w:r>
        <w:t>113.5807</w:t>
      </w:r>
      <w:r>
        <w:tab/>
        <w:t>1.013e0</w:t>
      </w:r>
    </w:p>
    <w:p w:rsidR="007B2329" w:rsidRDefault="007B2329" w:rsidP="007B2329">
      <w:r>
        <w:t>113.5834</w:t>
      </w:r>
      <w:r>
        <w:tab/>
        <w:t>1.025e0</w:t>
      </w:r>
    </w:p>
    <w:p w:rsidR="007B2329" w:rsidRDefault="007B2329" w:rsidP="007B2329">
      <w:r>
        <w:t>113.5860</w:t>
      </w:r>
      <w:r>
        <w:tab/>
        <w:t>1.013e0</w:t>
      </w:r>
    </w:p>
    <w:p w:rsidR="007B2329" w:rsidRDefault="007B2329" w:rsidP="007B2329">
      <w:r>
        <w:t>113.5919</w:t>
      </w:r>
      <w:r>
        <w:tab/>
        <w:t>2.025e0</w:t>
      </w:r>
    </w:p>
    <w:p w:rsidR="007B2329" w:rsidRDefault="007B2329" w:rsidP="007B2329">
      <w:r>
        <w:lastRenderedPageBreak/>
        <w:t>113.5947</w:t>
      </w:r>
      <w:r>
        <w:tab/>
        <w:t>1.266e-2</w:t>
      </w:r>
    </w:p>
    <w:p w:rsidR="007B2329" w:rsidRDefault="007B2329" w:rsidP="007B2329">
      <w:r>
        <w:t>113.5977</w:t>
      </w:r>
      <w:r>
        <w:tab/>
        <w:t>1.013e0</w:t>
      </w:r>
    </w:p>
    <w:p w:rsidR="007B2329" w:rsidRDefault="007B2329" w:rsidP="007B2329">
      <w:r>
        <w:t>113.6005</w:t>
      </w:r>
      <w:r>
        <w:tab/>
        <w:t>1.013e0</w:t>
      </w:r>
    </w:p>
    <w:p w:rsidR="007B2329" w:rsidRDefault="007B2329" w:rsidP="007B2329">
      <w:r>
        <w:t>113.6030</w:t>
      </w:r>
      <w:r>
        <w:tab/>
        <w:t>1.013e0</w:t>
      </w:r>
    </w:p>
    <w:p w:rsidR="007B2329" w:rsidRDefault="007B2329" w:rsidP="007B2329">
      <w:r>
        <w:t>113.6074</w:t>
      </w:r>
      <w:r>
        <w:tab/>
        <w:t>2.025e0</w:t>
      </w:r>
    </w:p>
    <w:p w:rsidR="007B2329" w:rsidRDefault="007B2329" w:rsidP="007B2329">
      <w:r>
        <w:t>113.6117</w:t>
      </w:r>
      <w:r>
        <w:tab/>
        <w:t>1.266e-2</w:t>
      </w:r>
    </w:p>
    <w:p w:rsidR="007B2329" w:rsidRDefault="007B2329" w:rsidP="007B2329">
      <w:r>
        <w:t>113.6200</w:t>
      </w:r>
      <w:r>
        <w:tab/>
        <w:t>1.013e0</w:t>
      </w:r>
    </w:p>
    <w:p w:rsidR="007B2329" w:rsidRDefault="007B2329" w:rsidP="007B2329">
      <w:r>
        <w:t>113.6211</w:t>
      </w:r>
      <w:r>
        <w:tab/>
        <w:t>3.038e0</w:t>
      </w:r>
    </w:p>
    <w:p w:rsidR="007B2329" w:rsidRDefault="007B2329" w:rsidP="007B2329">
      <w:r>
        <w:t>113.6358</w:t>
      </w:r>
      <w:r>
        <w:tab/>
        <w:t>2.025e0</w:t>
      </w:r>
    </w:p>
    <w:p w:rsidR="007B2329" w:rsidRDefault="007B2329" w:rsidP="007B2329">
      <w:r>
        <w:t>113.6429</w:t>
      </w:r>
      <w:r>
        <w:tab/>
        <w:t>1.266e-2</w:t>
      </w:r>
    </w:p>
    <w:p w:rsidR="007B2329" w:rsidRDefault="007B2329" w:rsidP="007B2329">
      <w:r>
        <w:t>113.6487</w:t>
      </w:r>
      <w:r>
        <w:tab/>
        <w:t>1.013e0</w:t>
      </w:r>
    </w:p>
    <w:p w:rsidR="007B2329" w:rsidRDefault="007B2329" w:rsidP="007B2329">
      <w:r>
        <w:t>113.6514</w:t>
      </w:r>
      <w:r>
        <w:tab/>
        <w:t>1.013e0</w:t>
      </w:r>
    </w:p>
    <w:p w:rsidR="007B2329" w:rsidRDefault="007B2329" w:rsidP="007B2329">
      <w:r>
        <w:t>113.6540</w:t>
      </w:r>
      <w:r>
        <w:tab/>
        <w:t>1.013e0</w:t>
      </w:r>
    </w:p>
    <w:p w:rsidR="007B2329" w:rsidRDefault="007B2329" w:rsidP="007B2329">
      <w:r>
        <w:t>113.6599</w:t>
      </w:r>
      <w:r>
        <w:tab/>
        <w:t>2.025e0</w:t>
      </w:r>
    </w:p>
    <w:p w:rsidR="007B2329" w:rsidRDefault="007B2329" w:rsidP="007B2329">
      <w:r>
        <w:t>113.6684</w:t>
      </w:r>
      <w:r>
        <w:tab/>
        <w:t>1.013e0</w:t>
      </w:r>
    </w:p>
    <w:p w:rsidR="007B2329" w:rsidRDefault="007B2329" w:rsidP="007B2329">
      <w:r>
        <w:t>113.6719</w:t>
      </w:r>
      <w:r>
        <w:tab/>
        <w:t>2.038e0</w:t>
      </w:r>
    </w:p>
    <w:p w:rsidR="007B2329" w:rsidRDefault="007B2329" w:rsidP="007B2329">
      <w:r>
        <w:t>113.6740</w:t>
      </w:r>
      <w:r>
        <w:tab/>
        <w:t>1.013e0</w:t>
      </w:r>
    </w:p>
    <w:p w:rsidR="007B2329" w:rsidRDefault="007B2329" w:rsidP="007B2329">
      <w:r>
        <w:t>113.6769</w:t>
      </w:r>
      <w:r>
        <w:tab/>
        <w:t>2.025e0</w:t>
      </w:r>
    </w:p>
    <w:p w:rsidR="007B2329" w:rsidRDefault="007B2329" w:rsidP="007B2329">
      <w:r>
        <w:t>113.6812</w:t>
      </w:r>
      <w:r>
        <w:tab/>
        <w:t>2.025e0</w:t>
      </w:r>
    </w:p>
    <w:p w:rsidR="007B2329" w:rsidRDefault="007B2329" w:rsidP="007B2329">
      <w:r>
        <w:lastRenderedPageBreak/>
        <w:t>113.6968</w:t>
      </w:r>
      <w:r>
        <w:tab/>
        <w:t>2.025e0</w:t>
      </w:r>
    </w:p>
    <w:p w:rsidR="007B2329" w:rsidRDefault="007B2329" w:rsidP="007B2329">
      <w:r>
        <w:t>113.7024</w:t>
      </w:r>
      <w:r>
        <w:tab/>
        <w:t>5.063e0</w:t>
      </w:r>
    </w:p>
    <w:p w:rsidR="007B2329" w:rsidRDefault="007B2329" w:rsidP="007B2329">
      <w:r>
        <w:t>113.7138</w:t>
      </w:r>
      <w:r>
        <w:tab/>
        <w:t>1.013e0</w:t>
      </w:r>
    </w:p>
    <w:p w:rsidR="007B2329" w:rsidRDefault="007B2329" w:rsidP="007B2329">
      <w:r>
        <w:t>113.7168</w:t>
      </w:r>
      <w:r>
        <w:tab/>
        <w:t>1.013e0</w:t>
      </w:r>
    </w:p>
    <w:p w:rsidR="007B2329" w:rsidRDefault="007B2329" w:rsidP="007B2329">
      <w:r>
        <w:t>113.7250</w:t>
      </w:r>
      <w:r>
        <w:tab/>
        <w:t>1.013e0</w:t>
      </w:r>
    </w:p>
    <w:p w:rsidR="007B2329" w:rsidRDefault="007B2329" w:rsidP="007B2329">
      <w:r>
        <w:t>113.7279</w:t>
      </w:r>
      <w:r>
        <w:tab/>
        <w:t>1.038e0</w:t>
      </w:r>
    </w:p>
    <w:p w:rsidR="007B2329" w:rsidRDefault="007B2329" w:rsidP="007B2329">
      <w:r>
        <w:t>113.7308</w:t>
      </w:r>
      <w:r>
        <w:tab/>
        <w:t>1.013e0</w:t>
      </w:r>
    </w:p>
    <w:p w:rsidR="007B2329" w:rsidRDefault="007B2329" w:rsidP="007B2329">
      <w:r>
        <w:t>113.7391</w:t>
      </w:r>
      <w:r>
        <w:tab/>
        <w:t>1.013e0</w:t>
      </w:r>
    </w:p>
    <w:p w:rsidR="007B2329" w:rsidRDefault="007B2329" w:rsidP="007B2329">
      <w:r>
        <w:t>113.7420</w:t>
      </w:r>
      <w:r>
        <w:tab/>
        <w:t>1.013e0</w:t>
      </w:r>
    </w:p>
    <w:p w:rsidR="007B2329" w:rsidRDefault="007B2329" w:rsidP="007B2329">
      <w:r>
        <w:t>113.7492</w:t>
      </w:r>
      <w:r>
        <w:tab/>
        <w:t>2.025e0</w:t>
      </w:r>
    </w:p>
    <w:p w:rsidR="007B2329" w:rsidRDefault="007B2329" w:rsidP="007B2329">
      <w:r>
        <w:t>113.7561</w:t>
      </w:r>
      <w:r>
        <w:tab/>
        <w:t>1.013e0</w:t>
      </w:r>
    </w:p>
    <w:p w:rsidR="007B2329" w:rsidRDefault="007B2329" w:rsidP="007B2329">
      <w:r>
        <w:t>113.7690</w:t>
      </w:r>
      <w:r>
        <w:tab/>
        <w:t>2.025e0</w:t>
      </w:r>
    </w:p>
    <w:p w:rsidR="007B2329" w:rsidRDefault="007B2329" w:rsidP="007B2329">
      <w:r>
        <w:t>113.7819</w:t>
      </w:r>
      <w:r>
        <w:tab/>
        <w:t>1.266e-2</w:t>
      </w:r>
    </w:p>
    <w:p w:rsidR="007B2329" w:rsidRDefault="007B2329" w:rsidP="007B2329">
      <w:r>
        <w:t>113.7848</w:t>
      </w:r>
      <w:r>
        <w:tab/>
        <w:t>1.025e0</w:t>
      </w:r>
    </w:p>
    <w:p w:rsidR="007B2329" w:rsidRDefault="007B2329" w:rsidP="007B2329">
      <w:r>
        <w:t>113.8042</w:t>
      </w:r>
      <w:r>
        <w:tab/>
        <w:t>1.013e0</w:t>
      </w:r>
    </w:p>
    <w:p w:rsidR="007B2329" w:rsidRDefault="007B2329" w:rsidP="007B2329">
      <w:r>
        <w:t>113.8072</w:t>
      </w:r>
      <w:r>
        <w:tab/>
        <w:t>1.013e0</w:t>
      </w:r>
    </w:p>
    <w:p w:rsidR="007B2329" w:rsidRDefault="007B2329" w:rsidP="007B2329">
      <w:r>
        <w:t>113.8130</w:t>
      </w:r>
      <w:r>
        <w:tab/>
        <w:t>1.013e0</w:t>
      </w:r>
    </w:p>
    <w:p w:rsidR="007B2329" w:rsidRDefault="007B2329" w:rsidP="007B2329">
      <w:r>
        <w:t>113.8242</w:t>
      </w:r>
      <w:r>
        <w:tab/>
        <w:t>1.013e0</w:t>
      </w:r>
    </w:p>
    <w:p w:rsidR="007B2329" w:rsidRDefault="007B2329" w:rsidP="007B2329">
      <w:r>
        <w:t>113.8300</w:t>
      </w:r>
      <w:r>
        <w:tab/>
        <w:t>1.013e0</w:t>
      </w:r>
    </w:p>
    <w:p w:rsidR="007B2329" w:rsidRDefault="007B2329" w:rsidP="007B2329">
      <w:r>
        <w:lastRenderedPageBreak/>
        <w:t>113.8315</w:t>
      </w:r>
      <w:r>
        <w:tab/>
        <w:t>4.051e0</w:t>
      </w:r>
    </w:p>
    <w:p w:rsidR="007B2329" w:rsidRDefault="007B2329" w:rsidP="007B2329">
      <w:r>
        <w:t>113.8357</w:t>
      </w:r>
      <w:r>
        <w:tab/>
        <w:t>1.013e0</w:t>
      </w:r>
    </w:p>
    <w:p w:rsidR="007B2329" w:rsidRDefault="007B2329" w:rsidP="007B2329">
      <w:r>
        <w:t>113.8441</w:t>
      </w:r>
      <w:r>
        <w:tab/>
        <w:t>1.013e0</w:t>
      </w:r>
    </w:p>
    <w:p w:rsidR="007B2329" w:rsidRDefault="007B2329" w:rsidP="007B2329">
      <w:r>
        <w:t>113.8552</w:t>
      </w:r>
      <w:r>
        <w:tab/>
        <w:t>1.013e0</w:t>
      </w:r>
    </w:p>
    <w:p w:rsidR="007B2329" w:rsidRDefault="007B2329" w:rsidP="007B2329">
      <w:r>
        <w:t>113.8583</w:t>
      </w:r>
      <w:r>
        <w:tab/>
        <w:t>2.025e0</w:t>
      </w:r>
    </w:p>
    <w:p w:rsidR="007B2329" w:rsidRDefault="007B2329" w:rsidP="007B2329">
      <w:r>
        <w:t>113.8683</w:t>
      </w:r>
      <w:r>
        <w:tab/>
        <w:t>2.025e0</w:t>
      </w:r>
    </w:p>
    <w:p w:rsidR="007B2329" w:rsidRDefault="007B2329" w:rsidP="007B2329">
      <w:r>
        <w:t>113.8723</w:t>
      </w:r>
      <w:r>
        <w:tab/>
        <w:t>1.266e-2</w:t>
      </w:r>
    </w:p>
    <w:p w:rsidR="007B2329" w:rsidRDefault="007B2329" w:rsidP="007B2329">
      <w:r>
        <w:t>113.8867</w:t>
      </w:r>
      <w:r>
        <w:tab/>
        <w:t>1.013e0</w:t>
      </w:r>
    </w:p>
    <w:p w:rsidR="007B2329" w:rsidRDefault="007B2329" w:rsidP="007B2329">
      <w:r>
        <w:t>113.8893</w:t>
      </w:r>
      <w:r>
        <w:tab/>
        <w:t>2.038e0</w:t>
      </w:r>
    </w:p>
    <w:p w:rsidR="007B2329" w:rsidRDefault="007B2329" w:rsidP="007B2329">
      <w:r>
        <w:t>113.8909</w:t>
      </w:r>
      <w:r>
        <w:tab/>
        <w:t>2.025e0</w:t>
      </w:r>
    </w:p>
    <w:p w:rsidR="007B2329" w:rsidRDefault="007B2329" w:rsidP="007B2329">
      <w:r>
        <w:t>113.8923</w:t>
      </w:r>
      <w:r>
        <w:tab/>
        <w:t>1.013e0</w:t>
      </w:r>
    </w:p>
    <w:p w:rsidR="007B2329" w:rsidRDefault="007B2329" w:rsidP="007B2329">
      <w:r>
        <w:t>113.9093</w:t>
      </w:r>
      <w:r>
        <w:tab/>
        <w:t>1.013e0</w:t>
      </w:r>
    </w:p>
    <w:p w:rsidR="007B2329" w:rsidRDefault="007B2329" w:rsidP="007B2329">
      <w:r>
        <w:t>113.9122</w:t>
      </w:r>
      <w:r>
        <w:tab/>
        <w:t>1.013e0</w:t>
      </w:r>
    </w:p>
    <w:p w:rsidR="007B2329" w:rsidRDefault="007B2329" w:rsidP="007B2329">
      <w:r>
        <w:t>113.9166</w:t>
      </w:r>
      <w:r>
        <w:tab/>
        <w:t>2.025e0</w:t>
      </w:r>
    </w:p>
    <w:p w:rsidR="007B2329" w:rsidRDefault="007B2329" w:rsidP="007B2329">
      <w:r>
        <w:t>113.9322</w:t>
      </w:r>
      <w:r>
        <w:tab/>
        <w:t>1.025e0</w:t>
      </w:r>
    </w:p>
    <w:p w:rsidR="007B2329" w:rsidRDefault="007B2329" w:rsidP="007B2329">
      <w:r>
        <w:t>113.9522</w:t>
      </w:r>
      <w:r>
        <w:tab/>
        <w:t>1.013e0</w:t>
      </w:r>
    </w:p>
    <w:p w:rsidR="007B2329" w:rsidRDefault="007B2329" w:rsidP="007B2329">
      <w:r>
        <w:t>113.9547</w:t>
      </w:r>
      <w:r>
        <w:tab/>
        <w:t>2.025e0</w:t>
      </w:r>
    </w:p>
    <w:p w:rsidR="007B2329" w:rsidRDefault="007B2329" w:rsidP="007B2329">
      <w:r>
        <w:t>113.9574</w:t>
      </w:r>
      <w:r>
        <w:tab/>
        <w:t>1.025e0</w:t>
      </w:r>
    </w:p>
    <w:p w:rsidR="007B2329" w:rsidRDefault="007B2329" w:rsidP="007B2329">
      <w:r>
        <w:t>113.9648</w:t>
      </w:r>
      <w:r>
        <w:tab/>
        <w:t>2.025e0</w:t>
      </w:r>
    </w:p>
    <w:p w:rsidR="007B2329" w:rsidRDefault="007B2329" w:rsidP="007B2329">
      <w:r>
        <w:lastRenderedPageBreak/>
        <w:t>113.9662</w:t>
      </w:r>
      <w:r>
        <w:tab/>
        <w:t>2.025e0</w:t>
      </w:r>
    </w:p>
    <w:p w:rsidR="007B2329" w:rsidRDefault="007B2329" w:rsidP="007B2329">
      <w:r>
        <w:t>113.9692</w:t>
      </w:r>
      <w:r>
        <w:tab/>
        <w:t>1.013e0</w:t>
      </w:r>
    </w:p>
    <w:p w:rsidR="007B2329" w:rsidRDefault="007B2329" w:rsidP="007B2329">
      <w:r>
        <w:t>113.9717</w:t>
      </w:r>
      <w:r>
        <w:tab/>
        <w:t>1.266e-2</w:t>
      </w:r>
    </w:p>
    <w:p w:rsidR="007B2329" w:rsidRDefault="007B2329" w:rsidP="007B2329">
      <w:r>
        <w:t>113.9774</w:t>
      </w:r>
      <w:r>
        <w:tab/>
        <w:t>1.013e0</w:t>
      </w:r>
    </w:p>
    <w:p w:rsidR="007B2329" w:rsidRDefault="007B2329" w:rsidP="007B2329">
      <w:r>
        <w:t>113.9803</w:t>
      </w:r>
      <w:r>
        <w:tab/>
        <w:t>1.013e0</w:t>
      </w:r>
    </w:p>
    <w:p w:rsidR="007B2329" w:rsidRDefault="007B2329" w:rsidP="007B2329">
      <w:r>
        <w:t>113.9887</w:t>
      </w:r>
      <w:r>
        <w:tab/>
        <w:t>1.013e0</w:t>
      </w:r>
    </w:p>
    <w:p w:rsidR="007B2329" w:rsidRDefault="007B2329" w:rsidP="007B2329">
      <w:r>
        <w:t>114.0085</w:t>
      </w:r>
      <w:r>
        <w:tab/>
        <w:t>1.013e0</w:t>
      </w:r>
    </w:p>
    <w:p w:rsidR="007B2329" w:rsidRDefault="007B2329" w:rsidP="007B2329">
      <w:r>
        <w:t>114.0173</w:t>
      </w:r>
      <w:r>
        <w:tab/>
        <w:t>4.051e0</w:t>
      </w:r>
    </w:p>
    <w:p w:rsidR="007B2329" w:rsidRDefault="007B2329" w:rsidP="007B2329">
      <w:r>
        <w:t>114.0202</w:t>
      </w:r>
      <w:r>
        <w:tab/>
        <w:t>2.038e0</w:t>
      </w:r>
    </w:p>
    <w:p w:rsidR="007B2329" w:rsidRDefault="007B2329" w:rsidP="007B2329">
      <w:r>
        <w:t>114.0285</w:t>
      </w:r>
      <w:r>
        <w:tab/>
        <w:t>2.025e0</w:t>
      </w:r>
    </w:p>
    <w:p w:rsidR="007B2329" w:rsidRDefault="007B2329" w:rsidP="007B2329">
      <w:r>
        <w:t>114.0343</w:t>
      </w:r>
      <w:r>
        <w:tab/>
        <w:t>1.013e0</w:t>
      </w:r>
    </w:p>
    <w:p w:rsidR="007B2329" w:rsidRDefault="007B2329" w:rsidP="007B2329">
      <w:r>
        <w:t>114.0426</w:t>
      </w:r>
      <w:r>
        <w:tab/>
        <w:t>1.013e0</w:t>
      </w:r>
    </w:p>
    <w:p w:rsidR="007B2329" w:rsidRDefault="007B2329" w:rsidP="007B2329">
      <w:r>
        <w:t>114.0440</w:t>
      </w:r>
      <w:r>
        <w:tab/>
        <w:t>2.025e0</w:t>
      </w:r>
    </w:p>
    <w:p w:rsidR="007B2329" w:rsidRDefault="007B2329" w:rsidP="007B2329">
      <w:r>
        <w:t>114.0455</w:t>
      </w:r>
      <w:r>
        <w:tab/>
        <w:t>1.013e0</w:t>
      </w:r>
    </w:p>
    <w:p w:rsidR="007B2329" w:rsidRDefault="007B2329" w:rsidP="007B2329">
      <w:r>
        <w:t>114.0484</w:t>
      </w:r>
      <w:r>
        <w:tab/>
        <w:t>1.013e0</w:t>
      </w:r>
    </w:p>
    <w:p w:rsidR="007B2329" w:rsidRDefault="007B2329" w:rsidP="007B2329">
      <w:r>
        <w:t>114.0543</w:t>
      </w:r>
      <w:r>
        <w:tab/>
        <w:t>1.013e0</w:t>
      </w:r>
    </w:p>
    <w:p w:rsidR="007B2329" w:rsidRDefault="007B2329" w:rsidP="007B2329">
      <w:r>
        <w:t>114.0655</w:t>
      </w:r>
      <w:r>
        <w:tab/>
        <w:t>5.076e0</w:t>
      </w:r>
    </w:p>
    <w:p w:rsidR="007B2329" w:rsidRDefault="007B2329" w:rsidP="007B2329">
      <w:r>
        <w:t>114.0713</w:t>
      </w:r>
      <w:r>
        <w:tab/>
        <w:t>1.266e-2</w:t>
      </w:r>
    </w:p>
    <w:p w:rsidR="007B2329" w:rsidRDefault="007B2329" w:rsidP="007B2329">
      <w:r>
        <w:t>114.0825</w:t>
      </w:r>
      <w:r>
        <w:tab/>
        <w:t>3.038e0</w:t>
      </w:r>
    </w:p>
    <w:p w:rsidR="007B2329" w:rsidRDefault="007B2329" w:rsidP="007B2329">
      <w:r>
        <w:lastRenderedPageBreak/>
        <w:t>114.0855</w:t>
      </w:r>
      <w:r>
        <w:tab/>
        <w:t>2.025e0</w:t>
      </w:r>
    </w:p>
    <w:p w:rsidR="007B2329" w:rsidRDefault="007B2329" w:rsidP="007B2329">
      <w:r>
        <w:t>114.0908</w:t>
      </w:r>
      <w:r>
        <w:tab/>
        <w:t>1.013e0</w:t>
      </w:r>
    </w:p>
    <w:p w:rsidR="007B2329" w:rsidRDefault="007B2329" w:rsidP="007B2329">
      <w:r>
        <w:t>114.0923</w:t>
      </w:r>
      <w:r>
        <w:tab/>
        <w:t>6.089e0</w:t>
      </w:r>
    </w:p>
    <w:p w:rsidR="007B2329" w:rsidRDefault="007B2329" w:rsidP="007B2329">
      <w:r>
        <w:t>114.1107</w:t>
      </w:r>
      <w:r>
        <w:tab/>
        <w:t>1.038e0</w:t>
      </w:r>
    </w:p>
    <w:p w:rsidR="007B2329" w:rsidRDefault="007B2329" w:rsidP="007B2329">
      <w:r>
        <w:t>114.1366</w:t>
      </w:r>
      <w:r>
        <w:tab/>
        <w:t>2.025e0</w:t>
      </w:r>
    </w:p>
    <w:p w:rsidR="007B2329" w:rsidRDefault="007B2329" w:rsidP="007B2329">
      <w:r>
        <w:t>114.1393</w:t>
      </w:r>
      <w:r>
        <w:tab/>
        <w:t>1.266e-2</w:t>
      </w:r>
    </w:p>
    <w:p w:rsidR="007B2329" w:rsidRDefault="007B2329" w:rsidP="007B2329">
      <w:r>
        <w:t>114.1492</w:t>
      </w:r>
      <w:r>
        <w:tab/>
        <w:t>2.025e0</w:t>
      </w:r>
    </w:p>
    <w:p w:rsidR="007B2329" w:rsidRDefault="007B2329" w:rsidP="007B2329">
      <w:r>
        <w:t>114.1507</w:t>
      </w:r>
      <w:r>
        <w:tab/>
        <w:t>3.038e0</w:t>
      </w:r>
    </w:p>
    <w:p w:rsidR="007B2329" w:rsidRDefault="007B2329" w:rsidP="007B2329">
      <w:r>
        <w:t>114.1604</w:t>
      </w:r>
      <w:r>
        <w:tab/>
        <w:t>1.025e0</w:t>
      </w:r>
    </w:p>
    <w:p w:rsidR="007B2329" w:rsidRDefault="007B2329" w:rsidP="007B2329">
      <w:r>
        <w:t>114.1648</w:t>
      </w:r>
      <w:r>
        <w:tab/>
        <w:t>1.013e0</w:t>
      </w:r>
    </w:p>
    <w:p w:rsidR="007B2329" w:rsidRDefault="007B2329" w:rsidP="007B2329">
      <w:r>
        <w:t>114.1748</w:t>
      </w:r>
      <w:r>
        <w:tab/>
        <w:t>2.025e0</w:t>
      </w:r>
    </w:p>
    <w:p w:rsidR="007B2329" w:rsidRDefault="007B2329" w:rsidP="007B2329">
      <w:r>
        <w:t>114.1775</w:t>
      </w:r>
      <w:r>
        <w:tab/>
        <w:t>2.025e0</w:t>
      </w:r>
    </w:p>
    <w:p w:rsidR="007B2329" w:rsidRDefault="007B2329" w:rsidP="007B2329">
      <w:r>
        <w:t>114.1819</w:t>
      </w:r>
      <w:r>
        <w:tab/>
        <w:t>2.025e0</w:t>
      </w:r>
    </w:p>
    <w:p w:rsidR="007B2329" w:rsidRDefault="007B2329" w:rsidP="007B2329">
      <w:r>
        <w:t>114.1889</w:t>
      </w:r>
      <w:r>
        <w:tab/>
        <w:t>1.025e0</w:t>
      </w:r>
    </w:p>
    <w:p w:rsidR="007B2329" w:rsidRDefault="007B2329" w:rsidP="007B2329">
      <w:r>
        <w:t>114.1960</w:t>
      </w:r>
      <w:r>
        <w:tab/>
        <w:t>1.266e-2</w:t>
      </w:r>
    </w:p>
    <w:p w:rsidR="007B2329" w:rsidRDefault="007B2329" w:rsidP="007B2329">
      <w:r>
        <w:t>114.2074</w:t>
      </w:r>
      <w:r>
        <w:tab/>
        <w:t>1.013e0</w:t>
      </w:r>
    </w:p>
    <w:p w:rsidR="007B2329" w:rsidRDefault="007B2329" w:rsidP="007B2329">
      <w:r>
        <w:t>114.2088</w:t>
      </w:r>
      <w:r>
        <w:tab/>
        <w:t>2.025e0</w:t>
      </w:r>
    </w:p>
    <w:p w:rsidR="007B2329" w:rsidRDefault="007B2329" w:rsidP="007B2329">
      <w:r>
        <w:t>114.2100</w:t>
      </w:r>
      <w:r>
        <w:tab/>
        <w:t>1.013e0</w:t>
      </w:r>
    </w:p>
    <w:p w:rsidR="007B2329" w:rsidRDefault="007B2329" w:rsidP="007B2329">
      <w:r>
        <w:t>114.2116</w:t>
      </w:r>
      <w:r>
        <w:tab/>
        <w:t>2.025e0</w:t>
      </w:r>
    </w:p>
    <w:p w:rsidR="007B2329" w:rsidRDefault="007B2329" w:rsidP="007B2329">
      <w:r>
        <w:lastRenderedPageBreak/>
        <w:t>114.2130</w:t>
      </w:r>
      <w:r>
        <w:tab/>
        <w:t>1.013e0</w:t>
      </w:r>
    </w:p>
    <w:p w:rsidR="007B2329" w:rsidRDefault="007B2329" w:rsidP="007B2329">
      <w:r>
        <w:t>114.2245</w:t>
      </w:r>
      <w:r>
        <w:tab/>
        <w:t>1.013e0</w:t>
      </w:r>
    </w:p>
    <w:p w:rsidR="007B2329" w:rsidRDefault="007B2329" w:rsidP="007B2329">
      <w:r>
        <w:t>114.2301</w:t>
      </w:r>
      <w:r>
        <w:tab/>
        <w:t>1.013e0</w:t>
      </w:r>
    </w:p>
    <w:p w:rsidR="007B2329" w:rsidRDefault="007B2329" w:rsidP="007B2329">
      <w:r>
        <w:t>114.2359</w:t>
      </w:r>
      <w:r>
        <w:tab/>
        <w:t>3.038e0</w:t>
      </w:r>
    </w:p>
    <w:p w:rsidR="007B2329" w:rsidRDefault="007B2329" w:rsidP="007B2329">
      <w:r>
        <w:t>114.2389</w:t>
      </w:r>
      <w:r>
        <w:tab/>
        <w:t>1.025e0</w:t>
      </w:r>
    </w:p>
    <w:p w:rsidR="007B2329" w:rsidRDefault="007B2329" w:rsidP="007B2329">
      <w:r>
        <w:t>114.2406</w:t>
      </w:r>
      <w:r>
        <w:tab/>
        <w:t>3.038e0</w:t>
      </w:r>
    </w:p>
    <w:p w:rsidR="007B2329" w:rsidRDefault="007B2329" w:rsidP="007B2329">
      <w:r>
        <w:t>114.2441</w:t>
      </w:r>
      <w:r>
        <w:tab/>
        <w:t>1.013e0</w:t>
      </w:r>
    </w:p>
    <w:p w:rsidR="007B2329" w:rsidRDefault="007B2329" w:rsidP="007B2329">
      <w:r>
        <w:t>114.2471</w:t>
      </w:r>
      <w:r>
        <w:tab/>
        <w:t>1.013e0</w:t>
      </w:r>
    </w:p>
    <w:p w:rsidR="007B2329" w:rsidRDefault="007B2329" w:rsidP="007B2329">
      <w:r>
        <w:t>114.2559</w:t>
      </w:r>
      <w:r>
        <w:tab/>
        <w:t>1.013e0</w:t>
      </w:r>
    </w:p>
    <w:p w:rsidR="007B2329" w:rsidRDefault="007B2329" w:rsidP="007B2329">
      <w:r>
        <w:t>114.2612</w:t>
      </w:r>
      <w:r>
        <w:tab/>
        <w:t>1.013e0</w:t>
      </w:r>
    </w:p>
    <w:p w:rsidR="007B2329" w:rsidRDefault="007B2329" w:rsidP="007B2329">
      <w:r>
        <w:t>114.2642</w:t>
      </w:r>
      <w:r>
        <w:tab/>
        <w:t>3.051e0</w:t>
      </w:r>
    </w:p>
    <w:p w:rsidR="007B2329" w:rsidRDefault="007B2329" w:rsidP="007B2329">
      <w:r>
        <w:t>114.2671</w:t>
      </w:r>
      <w:r>
        <w:tab/>
        <w:t>1.025e0</w:t>
      </w:r>
    </w:p>
    <w:p w:rsidR="007B2329" w:rsidRDefault="007B2329" w:rsidP="007B2329">
      <w:r>
        <w:t>114.2856</w:t>
      </w:r>
      <w:r>
        <w:tab/>
        <w:t>2.025e0</w:t>
      </w:r>
    </w:p>
    <w:p w:rsidR="007B2329" w:rsidRDefault="007B2329" w:rsidP="007B2329">
      <w:r>
        <w:t>114.2900</w:t>
      </w:r>
      <w:r>
        <w:tab/>
        <w:t>1.013e0</w:t>
      </w:r>
    </w:p>
    <w:p w:rsidR="007B2329" w:rsidRDefault="007B2329" w:rsidP="007B2329">
      <w:r>
        <w:t>114.2953</w:t>
      </w:r>
      <w:r>
        <w:tab/>
        <w:t>1.013e0</w:t>
      </w:r>
    </w:p>
    <w:p w:rsidR="007B2329" w:rsidRDefault="007B2329" w:rsidP="007B2329">
      <w:r>
        <w:t>114.3040</w:t>
      </w:r>
      <w:r>
        <w:tab/>
        <w:t>1.013e0</w:t>
      </w:r>
    </w:p>
    <w:p w:rsidR="007B2329" w:rsidRDefault="007B2329" w:rsidP="007B2329">
      <w:r>
        <w:t>114.3123</w:t>
      </w:r>
      <w:r>
        <w:tab/>
        <w:t>2.532e-2</w:t>
      </w:r>
    </w:p>
    <w:p w:rsidR="007B2329" w:rsidRDefault="007B2329" w:rsidP="007B2329">
      <w:r>
        <w:t>114.3182</w:t>
      </w:r>
      <w:r>
        <w:tab/>
        <w:t>1.013e0</w:t>
      </w:r>
    </w:p>
    <w:p w:rsidR="007B2329" w:rsidRDefault="007B2329" w:rsidP="007B2329">
      <w:r>
        <w:t>114.3197</w:t>
      </w:r>
      <w:r>
        <w:tab/>
        <w:t>2.025e0</w:t>
      </w:r>
    </w:p>
    <w:p w:rsidR="007B2329" w:rsidRDefault="007B2329" w:rsidP="007B2329">
      <w:r>
        <w:lastRenderedPageBreak/>
        <w:t>114.3523</w:t>
      </w:r>
      <w:r>
        <w:tab/>
        <w:t>3.038e0</w:t>
      </w:r>
    </w:p>
    <w:p w:rsidR="007B2329" w:rsidRDefault="007B2329" w:rsidP="007B2329">
      <w:r>
        <w:t>114.3552</w:t>
      </w:r>
      <w:r>
        <w:tab/>
        <w:t>1.013e0</w:t>
      </w:r>
    </w:p>
    <w:p w:rsidR="007B2329" w:rsidRDefault="007B2329" w:rsidP="007B2329">
      <w:r>
        <w:t>114.3750</w:t>
      </w:r>
      <w:r>
        <w:tab/>
        <w:t>1.038e0</w:t>
      </w:r>
    </w:p>
    <w:p w:rsidR="007B2329" w:rsidRDefault="007B2329" w:rsidP="007B2329">
      <w:r>
        <w:t>114.3805</w:t>
      </w:r>
      <w:r>
        <w:tab/>
        <w:t>1.013e0</w:t>
      </w:r>
    </w:p>
    <w:p w:rsidR="007B2329" w:rsidRDefault="007B2329" w:rsidP="007B2329">
      <w:r>
        <w:t>114.3835</w:t>
      </w:r>
      <w:r>
        <w:tab/>
        <w:t>1.013e0</w:t>
      </w:r>
    </w:p>
    <w:p w:rsidR="007B2329" w:rsidRDefault="007B2329" w:rsidP="007B2329">
      <w:r>
        <w:t>114.3893</w:t>
      </w:r>
      <w:r>
        <w:tab/>
        <w:t>1.266e-2</w:t>
      </w:r>
    </w:p>
    <w:p w:rsidR="007B2329" w:rsidRDefault="007B2329" w:rsidP="007B2329">
      <w:r>
        <w:t>114.4104</w:t>
      </w:r>
      <w:r>
        <w:tab/>
        <w:t>3.038e0</w:t>
      </w:r>
    </w:p>
    <w:p w:rsidR="007B2329" w:rsidRDefault="007B2329" w:rsidP="007B2329">
      <w:r>
        <w:t>114.4147</w:t>
      </w:r>
      <w:r>
        <w:tab/>
        <w:t>1.013e0</w:t>
      </w:r>
    </w:p>
    <w:p w:rsidR="007B2329" w:rsidRDefault="007B2329" w:rsidP="007B2329">
      <w:r>
        <w:t>114.4176</w:t>
      </w:r>
      <w:r>
        <w:tab/>
        <w:t>2.025e0</w:t>
      </w:r>
    </w:p>
    <w:p w:rsidR="007B2329" w:rsidRDefault="007B2329" w:rsidP="007B2329">
      <w:r>
        <w:t>114.4205</w:t>
      </w:r>
      <w:r>
        <w:tab/>
        <w:t>1.266e-2</w:t>
      </w:r>
    </w:p>
    <w:p w:rsidR="007B2329" w:rsidRDefault="007B2329" w:rsidP="007B2329">
      <w:r>
        <w:t>114.4265</w:t>
      </w:r>
      <w:r>
        <w:tab/>
        <w:t>1.013e0</w:t>
      </w:r>
    </w:p>
    <w:p w:rsidR="007B2329" w:rsidRDefault="007B2329" w:rsidP="007B2329">
      <w:r>
        <w:t>114.4347</w:t>
      </w:r>
      <w:r>
        <w:tab/>
        <w:t>1.266e-2</w:t>
      </w:r>
    </w:p>
    <w:p w:rsidR="007B2329" w:rsidRDefault="007B2329" w:rsidP="007B2329">
      <w:r>
        <w:t>114.4436</w:t>
      </w:r>
      <w:r>
        <w:tab/>
        <w:t>1.013e0</w:t>
      </w:r>
    </w:p>
    <w:p w:rsidR="007B2329" w:rsidRDefault="007B2329" w:rsidP="007B2329">
      <w:r>
        <w:t>114.4461</w:t>
      </w:r>
      <w:r>
        <w:tab/>
        <w:t>2.025e0</w:t>
      </w:r>
    </w:p>
    <w:p w:rsidR="007B2329" w:rsidRDefault="007B2329" w:rsidP="007B2329">
      <w:r>
        <w:t>114.4547</w:t>
      </w:r>
      <w:r>
        <w:tab/>
        <w:t>2.025e0</w:t>
      </w:r>
    </w:p>
    <w:p w:rsidR="007B2329" w:rsidRDefault="007B2329" w:rsidP="007B2329">
      <w:r>
        <w:t>114.4631</w:t>
      </w:r>
      <w:r>
        <w:tab/>
        <w:t>2.025e0</w:t>
      </w:r>
    </w:p>
    <w:p w:rsidR="007B2329" w:rsidRDefault="007B2329" w:rsidP="007B2329">
      <w:r>
        <w:t>114.4776</w:t>
      </w:r>
      <w:r>
        <w:tab/>
        <w:t>1.025e0</w:t>
      </w:r>
    </w:p>
    <w:p w:rsidR="007B2329" w:rsidRDefault="007B2329" w:rsidP="007B2329">
      <w:r>
        <w:t>114.4815</w:t>
      </w:r>
      <w:r>
        <w:tab/>
        <w:t>2.025e0</w:t>
      </w:r>
    </w:p>
    <w:p w:rsidR="007B2329" w:rsidRDefault="007B2329" w:rsidP="007B2329">
      <w:r>
        <w:t>114.4829</w:t>
      </w:r>
      <w:r>
        <w:tab/>
        <w:t>1.013e0</w:t>
      </w:r>
    </w:p>
    <w:p w:rsidR="007B2329" w:rsidRDefault="007B2329" w:rsidP="007B2329">
      <w:r>
        <w:lastRenderedPageBreak/>
        <w:t>114.4888</w:t>
      </w:r>
      <w:r>
        <w:tab/>
        <w:t>1.013e0</w:t>
      </w:r>
    </w:p>
    <w:p w:rsidR="007B2329" w:rsidRDefault="007B2329" w:rsidP="007B2329">
      <w:r>
        <w:t>114.4959</w:t>
      </w:r>
      <w:r>
        <w:tab/>
        <w:t>2.025e0</w:t>
      </w:r>
    </w:p>
    <w:p w:rsidR="007B2329" w:rsidRDefault="007B2329" w:rsidP="007B2329">
      <w:r>
        <w:t>114.5000</w:t>
      </w:r>
      <w:r>
        <w:tab/>
        <w:t>2.025e0</w:t>
      </w:r>
    </w:p>
    <w:p w:rsidR="007B2329" w:rsidRDefault="007B2329" w:rsidP="007B2329">
      <w:r>
        <w:t>114.5059</w:t>
      </w:r>
      <w:r>
        <w:tab/>
        <w:t>1.013e0</w:t>
      </w:r>
    </w:p>
    <w:p w:rsidR="007B2329" w:rsidRDefault="007B2329" w:rsidP="007B2329">
      <w:r>
        <w:t>114.5117</w:t>
      </w:r>
      <w:r>
        <w:tab/>
        <w:t>1.266e-2</w:t>
      </w:r>
    </w:p>
    <w:p w:rsidR="007B2329" w:rsidRDefault="007B2329" w:rsidP="007B2329">
      <w:r>
        <w:t>114.5171</w:t>
      </w:r>
      <w:r>
        <w:tab/>
        <w:t>1.013e0</w:t>
      </w:r>
    </w:p>
    <w:p w:rsidR="007B2329" w:rsidRDefault="007B2329" w:rsidP="007B2329">
      <w:r>
        <w:t>114.5288</w:t>
      </w:r>
      <w:r>
        <w:tab/>
        <w:t>1.266e-2</w:t>
      </w:r>
    </w:p>
    <w:p w:rsidR="007B2329" w:rsidRDefault="007B2329" w:rsidP="007B2329">
      <w:r>
        <w:t>114.5371</w:t>
      </w:r>
      <w:r>
        <w:tab/>
        <w:t>1.013e0</w:t>
      </w:r>
    </w:p>
    <w:p w:rsidR="007B2329" w:rsidRDefault="007B2329" w:rsidP="007B2329">
      <w:r>
        <w:t>114.5429</w:t>
      </w:r>
      <w:r>
        <w:tab/>
        <w:t>1.013e0</w:t>
      </w:r>
    </w:p>
    <w:p w:rsidR="007B2329" w:rsidRDefault="007B2329" w:rsidP="007B2329">
      <w:r>
        <w:t>114.5542</w:t>
      </w:r>
      <w:r>
        <w:tab/>
        <w:t>1.013e0</w:t>
      </w:r>
    </w:p>
    <w:p w:rsidR="007B2329" w:rsidRDefault="007B2329" w:rsidP="007B2329">
      <w:r>
        <w:t>114.5566</w:t>
      </w:r>
      <w:r>
        <w:tab/>
        <w:t>2.051e0</w:t>
      </w:r>
    </w:p>
    <w:p w:rsidR="007B2329" w:rsidRDefault="007B2329" w:rsidP="007B2329">
      <w:r>
        <w:t>114.5630</w:t>
      </w:r>
      <w:r>
        <w:tab/>
        <w:t>1.013e0</w:t>
      </w:r>
    </w:p>
    <w:p w:rsidR="007B2329" w:rsidRDefault="007B2329" w:rsidP="007B2329">
      <w:r>
        <w:t>114.5712</w:t>
      </w:r>
      <w:r>
        <w:tab/>
        <w:t>2.025e0</w:t>
      </w:r>
    </w:p>
    <w:p w:rsidR="007B2329" w:rsidRDefault="007B2329" w:rsidP="007B2329">
      <w:r>
        <w:t>114.5800</w:t>
      </w:r>
      <w:r>
        <w:tab/>
        <w:t>1.013e0</w:t>
      </w:r>
    </w:p>
    <w:p w:rsidR="007B2329" w:rsidRDefault="007B2329" w:rsidP="007B2329">
      <w:r>
        <w:t>114.5826</w:t>
      </w:r>
      <w:r>
        <w:tab/>
        <w:t>1.013e0</w:t>
      </w:r>
    </w:p>
    <w:p w:rsidR="007B2329" w:rsidRDefault="007B2329" w:rsidP="007B2329">
      <w:r>
        <w:t>114.5941</w:t>
      </w:r>
      <w:r>
        <w:tab/>
        <w:t>1.013e0</w:t>
      </w:r>
    </w:p>
    <w:p w:rsidR="007B2329" w:rsidRDefault="007B2329" w:rsidP="007B2329">
      <w:r>
        <w:t>114.5971</w:t>
      </w:r>
      <w:r>
        <w:tab/>
        <w:t>1.013e0</w:t>
      </w:r>
    </w:p>
    <w:p w:rsidR="007B2329" w:rsidRDefault="007B2329" w:rsidP="007B2329">
      <w:r>
        <w:t>114.6024</w:t>
      </w:r>
      <w:r>
        <w:tab/>
        <w:t>1.013e0</w:t>
      </w:r>
    </w:p>
    <w:p w:rsidR="007B2329" w:rsidRDefault="007B2329" w:rsidP="007B2329">
      <w:r>
        <w:t>114.6111</w:t>
      </w:r>
      <w:r>
        <w:tab/>
        <w:t>1.013e0</w:t>
      </w:r>
    </w:p>
    <w:p w:rsidR="007B2329" w:rsidRDefault="007B2329" w:rsidP="007B2329">
      <w:r>
        <w:lastRenderedPageBreak/>
        <w:t>114.6168</w:t>
      </w:r>
      <w:r>
        <w:tab/>
        <w:t>1.013e0</w:t>
      </w:r>
    </w:p>
    <w:p w:rsidR="007B2329" w:rsidRDefault="007B2329" w:rsidP="007B2329">
      <w:r>
        <w:t>114.6312</w:t>
      </w:r>
      <w:r>
        <w:tab/>
        <w:t>1.013e0</w:t>
      </w:r>
    </w:p>
    <w:p w:rsidR="007B2329" w:rsidRDefault="007B2329" w:rsidP="007B2329">
      <w:r>
        <w:t>114.6352</w:t>
      </w:r>
      <w:r>
        <w:tab/>
        <w:t>2.025e0</w:t>
      </w:r>
    </w:p>
    <w:p w:rsidR="007B2329" w:rsidRDefault="007B2329" w:rsidP="007B2329">
      <w:r>
        <w:t>114.6365</w:t>
      </w:r>
      <w:r>
        <w:tab/>
        <w:t>1.013e0</w:t>
      </w:r>
    </w:p>
    <w:p w:rsidR="007B2329" w:rsidRDefault="007B2329" w:rsidP="007B2329">
      <w:r>
        <w:t>114.6509</w:t>
      </w:r>
      <w:r>
        <w:tab/>
        <w:t>1.013e0</w:t>
      </w:r>
    </w:p>
    <w:p w:rsidR="007B2329" w:rsidRDefault="007B2329" w:rsidP="007B2329">
      <w:r>
        <w:t>114.6573</w:t>
      </w:r>
      <w:r>
        <w:tab/>
        <w:t>3.038e0</w:t>
      </w:r>
    </w:p>
    <w:p w:rsidR="007B2329" w:rsidRDefault="007B2329" w:rsidP="007B2329">
      <w:r>
        <w:t>114.6595</w:t>
      </w:r>
      <w:r>
        <w:tab/>
        <w:t>1.025e0</w:t>
      </w:r>
    </w:p>
    <w:p w:rsidR="007B2329" w:rsidRDefault="007B2329" w:rsidP="007B2329">
      <w:r>
        <w:t>114.6667</w:t>
      </w:r>
      <w:r>
        <w:tab/>
        <w:t>2.025e0</w:t>
      </w:r>
    </w:p>
    <w:p w:rsidR="007B2329" w:rsidRDefault="007B2329" w:rsidP="007B2329">
      <w:r>
        <w:t>114.6795</w:t>
      </w:r>
      <w:r>
        <w:tab/>
        <w:t>3.038e0</w:t>
      </w:r>
    </w:p>
    <w:p w:rsidR="007B2329" w:rsidRDefault="007B2329" w:rsidP="007B2329">
      <w:r>
        <w:t>114.6819</w:t>
      </w:r>
      <w:r>
        <w:tab/>
        <w:t>5.063e0</w:t>
      </w:r>
    </w:p>
    <w:p w:rsidR="007B2329" w:rsidRDefault="007B2329" w:rsidP="007B2329">
      <w:r>
        <w:t>114.6936</w:t>
      </w:r>
      <w:r>
        <w:tab/>
        <w:t>2.025e0</w:t>
      </w:r>
    </w:p>
    <w:p w:rsidR="007B2329" w:rsidRDefault="007B2329" w:rsidP="007B2329">
      <w:r>
        <w:t>114.6995</w:t>
      </w:r>
      <w:r>
        <w:tab/>
        <w:t>1.013e0</w:t>
      </w:r>
    </w:p>
    <w:p w:rsidR="007B2329" w:rsidRDefault="007B2329" w:rsidP="007B2329">
      <w:r>
        <w:t>114.7048</w:t>
      </w:r>
      <w:r>
        <w:tab/>
        <w:t>1.266e-2</w:t>
      </w:r>
    </w:p>
    <w:p w:rsidR="007B2329" w:rsidRDefault="007B2329" w:rsidP="007B2329">
      <w:r>
        <w:t>114.7107</w:t>
      </w:r>
      <w:r>
        <w:tab/>
        <w:t>1.266e-2</w:t>
      </w:r>
    </w:p>
    <w:p w:rsidR="007B2329" w:rsidRDefault="007B2329" w:rsidP="007B2329">
      <w:r>
        <w:t>114.7136</w:t>
      </w:r>
      <w:r>
        <w:tab/>
        <w:t>1.013e0</w:t>
      </w:r>
    </w:p>
    <w:p w:rsidR="007B2329" w:rsidRDefault="007B2329" w:rsidP="007B2329">
      <w:r>
        <w:t>114.7234</w:t>
      </w:r>
      <w:r>
        <w:tab/>
        <w:t>1.025e0</w:t>
      </w:r>
    </w:p>
    <w:p w:rsidR="007B2329" w:rsidRDefault="007B2329" w:rsidP="007B2329">
      <w:r>
        <w:t>114.7337</w:t>
      </w:r>
      <w:r>
        <w:tab/>
        <w:t>1.013e0</w:t>
      </w:r>
    </w:p>
    <w:p w:rsidR="007B2329" w:rsidRDefault="007B2329" w:rsidP="007B2329">
      <w:r>
        <w:t>114.7420</w:t>
      </w:r>
      <w:r>
        <w:tab/>
        <w:t>2.025e0</w:t>
      </w:r>
    </w:p>
    <w:p w:rsidR="007B2329" w:rsidRDefault="007B2329" w:rsidP="007B2329">
      <w:r>
        <w:t>114.7478</w:t>
      </w:r>
      <w:r>
        <w:tab/>
        <w:t>2.025e0</w:t>
      </w:r>
    </w:p>
    <w:p w:rsidR="007B2329" w:rsidRDefault="007B2329" w:rsidP="007B2329">
      <w:r>
        <w:lastRenderedPageBreak/>
        <w:t>114.7534</w:t>
      </w:r>
      <w:r>
        <w:tab/>
        <w:t>1.013e0</w:t>
      </w:r>
    </w:p>
    <w:p w:rsidR="007B2329" w:rsidRDefault="007B2329" w:rsidP="007B2329">
      <w:r>
        <w:t>114.7590</w:t>
      </w:r>
      <w:r>
        <w:tab/>
        <w:t>1.013e0</w:t>
      </w:r>
    </w:p>
    <w:p w:rsidR="007B2329" w:rsidRDefault="007B2329" w:rsidP="007B2329">
      <w:r>
        <w:t>114.7705</w:t>
      </w:r>
      <w:r>
        <w:tab/>
        <w:t>1.013e0</w:t>
      </w:r>
    </w:p>
    <w:p w:rsidR="007B2329" w:rsidRDefault="007B2329" w:rsidP="007B2329">
      <w:r>
        <w:t>114.7719</w:t>
      </w:r>
      <w:r>
        <w:tab/>
        <w:t>2.025e0</w:t>
      </w:r>
    </w:p>
    <w:p w:rsidR="007B2329" w:rsidRDefault="007B2329" w:rsidP="007B2329">
      <w:r>
        <w:t>114.7790</w:t>
      </w:r>
      <w:r>
        <w:tab/>
        <w:t>2.025e0</w:t>
      </w:r>
    </w:p>
    <w:p w:rsidR="007B2329" w:rsidRDefault="007B2329" w:rsidP="007B2329">
      <w:r>
        <w:t>114.7902</w:t>
      </w:r>
      <w:r>
        <w:tab/>
        <w:t>1.013e0</w:t>
      </w:r>
    </w:p>
    <w:p w:rsidR="007B2329" w:rsidRDefault="007B2329" w:rsidP="007B2329">
      <w:r>
        <w:t>114.7961</w:t>
      </w:r>
      <w:r>
        <w:tab/>
        <w:t>3.038e0</w:t>
      </w:r>
    </w:p>
    <w:p w:rsidR="007B2329" w:rsidRDefault="007B2329" w:rsidP="007B2329">
      <w:r>
        <w:t>114.8132</w:t>
      </w:r>
      <w:r>
        <w:tab/>
        <w:t>1.266e-2</w:t>
      </w:r>
    </w:p>
    <w:p w:rsidR="007B2329" w:rsidRDefault="007B2329" w:rsidP="007B2329">
      <w:r>
        <w:t>114.8161</w:t>
      </w:r>
      <w:r>
        <w:tab/>
        <w:t>1.013e0</w:t>
      </w:r>
    </w:p>
    <w:p w:rsidR="007B2329" w:rsidRDefault="007B2329" w:rsidP="007B2329">
      <w:r>
        <w:t>114.8218</w:t>
      </w:r>
      <w:r>
        <w:tab/>
        <w:t>1.013e0</w:t>
      </w:r>
    </w:p>
    <w:p w:rsidR="007B2329" w:rsidRDefault="007B2329" w:rsidP="007B2329">
      <w:r>
        <w:t>114.8303</w:t>
      </w:r>
      <w:r>
        <w:tab/>
        <w:t>1.013e0</w:t>
      </w:r>
    </w:p>
    <w:p w:rsidR="007B2329" w:rsidRDefault="007B2329" w:rsidP="007B2329">
      <w:r>
        <w:t>114.8615</w:t>
      </w:r>
      <w:r>
        <w:tab/>
        <w:t>1.013e0</w:t>
      </w:r>
    </w:p>
    <w:p w:rsidR="007B2329" w:rsidRDefault="007B2329" w:rsidP="007B2329">
      <w:r>
        <w:t>114.8703</w:t>
      </w:r>
      <w:r>
        <w:tab/>
        <w:t>1.025e0</w:t>
      </w:r>
    </w:p>
    <w:p w:rsidR="007B2329" w:rsidRDefault="007B2329" w:rsidP="007B2329">
      <w:r>
        <w:t>114.8830</w:t>
      </w:r>
      <w:r>
        <w:tab/>
        <w:t>1.025e0</w:t>
      </w:r>
    </w:p>
    <w:p w:rsidR="007B2329" w:rsidRDefault="007B2329" w:rsidP="007B2329">
      <w:r>
        <w:t>114.8927</w:t>
      </w:r>
      <w:r>
        <w:tab/>
        <w:t>1.266e-2</w:t>
      </w:r>
    </w:p>
    <w:p w:rsidR="007B2329" w:rsidRDefault="007B2329" w:rsidP="007B2329">
      <w:r>
        <w:t>114.8986</w:t>
      </w:r>
      <w:r>
        <w:tab/>
        <w:t>1.266e-2</w:t>
      </w:r>
    </w:p>
    <w:p w:rsidR="007B2329" w:rsidRDefault="007B2329" w:rsidP="007B2329">
      <w:r>
        <w:t>114.9015</w:t>
      </w:r>
      <w:r>
        <w:tab/>
        <w:t>1.013e0</w:t>
      </w:r>
    </w:p>
    <w:p w:rsidR="007B2329" w:rsidRDefault="007B2329" w:rsidP="007B2329">
      <w:r>
        <w:t>114.9030</w:t>
      </w:r>
      <w:r>
        <w:tab/>
        <w:t>1.025e0</w:t>
      </w:r>
    </w:p>
    <w:p w:rsidR="007B2329" w:rsidRDefault="007B2329" w:rsidP="007B2329">
      <w:r>
        <w:t>114.9098</w:t>
      </w:r>
      <w:r>
        <w:tab/>
        <w:t>1.013e0</w:t>
      </w:r>
    </w:p>
    <w:p w:rsidR="007B2329" w:rsidRDefault="007B2329" w:rsidP="007B2329">
      <w:r>
        <w:lastRenderedPageBreak/>
        <w:t>114.9157</w:t>
      </w:r>
      <w:r>
        <w:tab/>
        <w:t>1.266e-2</w:t>
      </w:r>
    </w:p>
    <w:p w:rsidR="007B2329" w:rsidRDefault="007B2329" w:rsidP="007B2329">
      <w:r>
        <w:t>114.9216</w:t>
      </w:r>
      <w:r>
        <w:tab/>
        <w:t>1.013e0</w:t>
      </w:r>
    </w:p>
    <w:p w:rsidR="007B2329" w:rsidRDefault="007B2329" w:rsidP="007B2329">
      <w:r>
        <w:t>114.9244</w:t>
      </w:r>
      <w:r>
        <w:tab/>
        <w:t>1.013e0</w:t>
      </w:r>
    </w:p>
    <w:p w:rsidR="007B2329" w:rsidRDefault="007B2329" w:rsidP="007B2329">
      <w:r>
        <w:t>114.9357</w:t>
      </w:r>
      <w:r>
        <w:tab/>
        <w:t>1.013e0</w:t>
      </w:r>
    </w:p>
    <w:p w:rsidR="007B2329" w:rsidRDefault="007B2329" w:rsidP="007B2329">
      <w:r>
        <w:t>114.9387</w:t>
      </w:r>
      <w:r>
        <w:tab/>
        <w:t>1.266e-2</w:t>
      </w:r>
    </w:p>
    <w:p w:rsidR="007B2329" w:rsidRDefault="007B2329" w:rsidP="007B2329">
      <w:r>
        <w:t>114.9415</w:t>
      </w:r>
      <w:r>
        <w:tab/>
        <w:t>1.013e0</w:t>
      </w:r>
    </w:p>
    <w:p w:rsidR="007B2329" w:rsidRDefault="007B2329" w:rsidP="007B2329">
      <w:r>
        <w:t>114.9470</w:t>
      </w:r>
      <w:r>
        <w:tab/>
        <w:t>1.013e0</w:t>
      </w:r>
    </w:p>
    <w:p w:rsidR="007B2329" w:rsidRDefault="007B2329" w:rsidP="007B2329">
      <w:r>
        <w:t>114.9510</w:t>
      </w:r>
      <w:r>
        <w:tab/>
        <w:t>4.063e0</w:t>
      </w:r>
    </w:p>
    <w:p w:rsidR="007B2329" w:rsidRDefault="007B2329" w:rsidP="007B2329">
      <w:r>
        <w:t>114.9627</w:t>
      </w:r>
      <w:r>
        <w:tab/>
        <w:t>2.025e0</w:t>
      </w:r>
    </w:p>
    <w:p w:rsidR="007B2329" w:rsidRDefault="007B2329" w:rsidP="007B2329">
      <w:r>
        <w:t>114.9641</w:t>
      </w:r>
      <w:r>
        <w:tab/>
        <w:t>1.013e0</w:t>
      </w:r>
    </w:p>
    <w:p w:rsidR="007B2329" w:rsidRDefault="007B2329" w:rsidP="007B2329">
      <w:r>
        <w:t>114.9664</w:t>
      </w:r>
      <w:r>
        <w:tab/>
        <w:t>4.051e0</w:t>
      </w:r>
    </w:p>
    <w:p w:rsidR="007B2329" w:rsidRDefault="007B2329" w:rsidP="007B2329">
      <w:r>
        <w:t>114.9849</w:t>
      </w:r>
      <w:r>
        <w:tab/>
        <w:t>3.038e0</w:t>
      </w:r>
    </w:p>
    <w:p w:rsidR="007B2329" w:rsidRDefault="007B2329" w:rsidP="007B2329">
      <w:r>
        <w:t>114.9870</w:t>
      </w:r>
      <w:r>
        <w:tab/>
        <w:t>1.266e-2</w:t>
      </w:r>
    </w:p>
    <w:p w:rsidR="007B2329" w:rsidRDefault="007B2329" w:rsidP="007B2329">
      <w:r>
        <w:t>114.9929</w:t>
      </w:r>
      <w:r>
        <w:tab/>
        <w:t>1.025e0</w:t>
      </w:r>
    </w:p>
    <w:p w:rsidR="007B2329" w:rsidRDefault="007B2329" w:rsidP="007B2329">
      <w:r>
        <w:t>114.9941</w:t>
      </w:r>
      <w:r>
        <w:tab/>
        <w:t>2.025e0</w:t>
      </w:r>
    </w:p>
    <w:p w:rsidR="007B2329" w:rsidRDefault="007B2329" w:rsidP="007B2329">
      <w:r>
        <w:t>114.9997</w:t>
      </w:r>
      <w:r>
        <w:tab/>
        <w:t>2.025e0</w:t>
      </w:r>
    </w:p>
    <w:p w:rsidR="007B2329" w:rsidRDefault="007B2329" w:rsidP="007B2329">
      <w:r>
        <w:t>115.0112</w:t>
      </w:r>
      <w:r>
        <w:tab/>
        <w:t>2.025e0</w:t>
      </w:r>
    </w:p>
    <w:p w:rsidR="007B2329" w:rsidRDefault="007B2329" w:rsidP="007B2329">
      <w:r>
        <w:t>115.0125</w:t>
      </w:r>
      <w:r>
        <w:tab/>
        <w:t>1.013e0</w:t>
      </w:r>
    </w:p>
    <w:p w:rsidR="007B2329" w:rsidRDefault="007B2329" w:rsidP="007B2329">
      <w:r>
        <w:t>115.0183</w:t>
      </w:r>
      <w:r>
        <w:tab/>
        <w:t>1.013e0</w:t>
      </w:r>
    </w:p>
    <w:p w:rsidR="007B2329" w:rsidRDefault="007B2329" w:rsidP="007B2329">
      <w:r>
        <w:lastRenderedPageBreak/>
        <w:t>115.0241</w:t>
      </w:r>
      <w:r>
        <w:tab/>
        <w:t>1.266e-2</w:t>
      </w:r>
    </w:p>
    <w:p w:rsidR="007B2329" w:rsidRDefault="007B2329" w:rsidP="007B2329">
      <w:r>
        <w:t>115.0255</w:t>
      </w:r>
      <w:r>
        <w:tab/>
        <w:t>2.025e0</w:t>
      </w:r>
    </w:p>
    <w:p w:rsidR="007B2329" w:rsidRDefault="007B2329" w:rsidP="007B2329">
      <w:r>
        <w:t>115.0297</w:t>
      </w:r>
      <w:r>
        <w:tab/>
        <w:t>2.025e0</w:t>
      </w:r>
    </w:p>
    <w:p w:rsidR="007B2329" w:rsidRDefault="007B2329" w:rsidP="007B2329">
      <w:r>
        <w:t>115.0383</w:t>
      </w:r>
      <w:r>
        <w:tab/>
        <w:t>1.025e0</w:t>
      </w:r>
    </w:p>
    <w:p w:rsidR="007B2329" w:rsidRDefault="007B2329" w:rsidP="007B2329">
      <w:r>
        <w:t>115.0432</w:t>
      </w:r>
      <w:r>
        <w:tab/>
        <w:t>3.038e0</w:t>
      </w:r>
    </w:p>
    <w:p w:rsidR="007B2329" w:rsidRDefault="007B2329" w:rsidP="007B2329">
      <w:r>
        <w:t>115.0467</w:t>
      </w:r>
      <w:r>
        <w:tab/>
        <w:t>1.051e0</w:t>
      </w:r>
    </w:p>
    <w:p w:rsidR="007B2329" w:rsidRDefault="007B2329" w:rsidP="007B2329">
      <w:r>
        <w:t>115.0578</w:t>
      </w:r>
      <w:r>
        <w:tab/>
        <w:t>1.938e0</w:t>
      </w:r>
    </w:p>
    <w:p w:rsidR="007B2329" w:rsidRDefault="007B2329" w:rsidP="007B2329">
      <w:r>
        <w:t>115.0614</w:t>
      </w:r>
      <w:r>
        <w:tab/>
        <w:t>1.013e0</w:t>
      </w:r>
    </w:p>
    <w:p w:rsidR="007B2329" w:rsidRDefault="007B2329" w:rsidP="007B2329">
      <w:r>
        <w:t>115.0872</w:t>
      </w:r>
      <w:r>
        <w:tab/>
        <w:t>5.495e2</w:t>
      </w:r>
    </w:p>
    <w:p w:rsidR="007B2329" w:rsidRDefault="007B2329" w:rsidP="007B2329">
      <w:r>
        <w:t>115.1139</w:t>
      </w:r>
      <w:r>
        <w:tab/>
        <w:t>2.025e0</w:t>
      </w:r>
    </w:p>
    <w:p w:rsidR="007B2329" w:rsidRDefault="007B2329" w:rsidP="007B2329">
      <w:r>
        <w:t>115.1297</w:t>
      </w:r>
      <w:r>
        <w:tab/>
        <w:t>2.038e0</w:t>
      </w:r>
    </w:p>
    <w:p w:rsidR="007B2329" w:rsidRDefault="007B2329" w:rsidP="007B2329">
      <w:r>
        <w:t>115.1424</w:t>
      </w:r>
      <w:r>
        <w:tab/>
        <w:t>2.025e0</w:t>
      </w:r>
    </w:p>
    <w:p w:rsidR="007B2329" w:rsidRDefault="007B2329" w:rsidP="007B2329">
      <w:r>
        <w:t>115.1438</w:t>
      </w:r>
      <w:r>
        <w:tab/>
        <w:t>1.013e0</w:t>
      </w:r>
    </w:p>
    <w:p w:rsidR="007B2329" w:rsidRDefault="007B2329" w:rsidP="007B2329">
      <w:r>
        <w:t>115.1453</w:t>
      </w:r>
      <w:r>
        <w:tab/>
        <w:t>9.572e-1</w:t>
      </w:r>
    </w:p>
    <w:p w:rsidR="007B2329" w:rsidRDefault="007B2329" w:rsidP="007B2329">
      <w:r>
        <w:t>115.1522</w:t>
      </w:r>
      <w:r>
        <w:tab/>
        <w:t>1.266e-2</w:t>
      </w:r>
    </w:p>
    <w:p w:rsidR="007B2329" w:rsidRDefault="007B2329" w:rsidP="007B2329">
      <w:r>
        <w:t>115.1609</w:t>
      </w:r>
      <w:r>
        <w:tab/>
        <w:t>2.025e0</w:t>
      </w:r>
    </w:p>
    <w:p w:rsidR="007B2329" w:rsidRDefault="007B2329" w:rsidP="007B2329">
      <w:r>
        <w:t>115.1639</w:t>
      </w:r>
      <w:r>
        <w:tab/>
        <w:t>1.266e-2</w:t>
      </w:r>
    </w:p>
    <w:p w:rsidR="007B2329" w:rsidRDefault="007B2329" w:rsidP="007B2329">
      <w:r>
        <w:t>115.1712</w:t>
      </w:r>
      <w:r>
        <w:tab/>
        <w:t>3.038e0</w:t>
      </w:r>
    </w:p>
    <w:p w:rsidR="007B2329" w:rsidRDefault="007B2329" w:rsidP="007B2329">
      <w:r>
        <w:t>115.1722</w:t>
      </w:r>
      <w:r>
        <w:tab/>
        <w:t>1.266e-2</w:t>
      </w:r>
    </w:p>
    <w:p w:rsidR="007B2329" w:rsidRDefault="007B2329" w:rsidP="007B2329">
      <w:r>
        <w:lastRenderedPageBreak/>
        <w:t>115.1766</w:t>
      </w:r>
      <w:r>
        <w:tab/>
        <w:t>2.532e-2</w:t>
      </w:r>
    </w:p>
    <w:p w:rsidR="007B2329" w:rsidRDefault="007B2329" w:rsidP="007B2329">
      <w:r>
        <w:t>115.1785</w:t>
      </w:r>
      <w:r>
        <w:tab/>
        <w:t>2.051e0</w:t>
      </w:r>
    </w:p>
    <w:p w:rsidR="007B2329" w:rsidRDefault="007B2329" w:rsidP="007B2329">
      <w:r>
        <w:t>115.1863</w:t>
      </w:r>
      <w:r>
        <w:tab/>
        <w:t>1.013e0</w:t>
      </w:r>
    </w:p>
    <w:p w:rsidR="007B2329" w:rsidRDefault="007B2329" w:rsidP="007B2329">
      <w:r>
        <w:t>115.1922</w:t>
      </w:r>
      <w:r>
        <w:tab/>
        <w:t>2.025e0</w:t>
      </w:r>
    </w:p>
    <w:p w:rsidR="007B2329" w:rsidRDefault="007B2329" w:rsidP="007B2329">
      <w:r>
        <w:t>115.2036</w:t>
      </w:r>
      <w:r>
        <w:tab/>
        <w:t>2.025e0</w:t>
      </w:r>
    </w:p>
    <w:p w:rsidR="007B2329" w:rsidRDefault="007B2329" w:rsidP="007B2329">
      <w:r>
        <w:t>115.2123</w:t>
      </w:r>
      <w:r>
        <w:tab/>
        <w:t>6.076e0</w:t>
      </w:r>
    </w:p>
    <w:p w:rsidR="007B2329" w:rsidRDefault="007B2329" w:rsidP="007B2329">
      <w:r>
        <w:t>115.2139</w:t>
      </w:r>
      <w:r>
        <w:tab/>
        <w:t>3.038e0</w:t>
      </w:r>
    </w:p>
    <w:p w:rsidR="007B2329" w:rsidRDefault="007B2329" w:rsidP="007B2329">
      <w:r>
        <w:t>115.2153</w:t>
      </w:r>
      <w:r>
        <w:tab/>
        <w:t>2.025e0</w:t>
      </w:r>
    </w:p>
    <w:p w:rsidR="007B2329" w:rsidRDefault="007B2329" w:rsidP="007B2329">
      <w:r>
        <w:t>115.2166</w:t>
      </w:r>
      <w:r>
        <w:tab/>
        <w:t>2.025e0</w:t>
      </w:r>
    </w:p>
    <w:p w:rsidR="007B2329" w:rsidRDefault="007B2329" w:rsidP="007B2329">
      <w:r>
        <w:t>115.2265</w:t>
      </w:r>
      <w:r>
        <w:tab/>
        <w:t>3.038e0</w:t>
      </w:r>
    </w:p>
    <w:p w:rsidR="007B2329" w:rsidRDefault="007B2329" w:rsidP="007B2329">
      <w:r>
        <w:t>115.2294</w:t>
      </w:r>
      <w:r>
        <w:tab/>
        <w:t>2.025e0</w:t>
      </w:r>
    </w:p>
    <w:p w:rsidR="007B2329" w:rsidRDefault="007B2329" w:rsidP="007B2329">
      <w:r>
        <w:t>115.2308</w:t>
      </w:r>
      <w:r>
        <w:tab/>
        <w:t>4.051e0</w:t>
      </w:r>
    </w:p>
    <w:p w:rsidR="007B2329" w:rsidRDefault="007B2329" w:rsidP="007B2329">
      <w:r>
        <w:t>115.2325</w:t>
      </w:r>
      <w:r>
        <w:tab/>
        <w:t>4.051e0</w:t>
      </w:r>
    </w:p>
    <w:p w:rsidR="007B2329" w:rsidRDefault="007B2329" w:rsidP="007B2329">
      <w:r>
        <w:t>115.2436</w:t>
      </w:r>
      <w:r>
        <w:tab/>
        <w:t>2.025e0</w:t>
      </w:r>
    </w:p>
    <w:p w:rsidR="007B2329" w:rsidRDefault="007B2329" w:rsidP="007B2329">
      <w:r>
        <w:t>115.2523</w:t>
      </w:r>
      <w:r>
        <w:tab/>
        <w:t>1.013e0</w:t>
      </w:r>
    </w:p>
    <w:p w:rsidR="007B2329" w:rsidRDefault="007B2329" w:rsidP="007B2329">
      <w:r>
        <w:t>115.2548</w:t>
      </w:r>
      <w:r>
        <w:tab/>
        <w:t>1.013e0</w:t>
      </w:r>
    </w:p>
    <w:p w:rsidR="007B2329" w:rsidRDefault="007B2329" w:rsidP="007B2329">
      <w:r>
        <w:t>115.2577</w:t>
      </w:r>
      <w:r>
        <w:tab/>
        <w:t>2.025e0</w:t>
      </w:r>
    </w:p>
    <w:p w:rsidR="007B2329" w:rsidRDefault="007B2329" w:rsidP="007B2329">
      <w:r>
        <w:t>115.2591</w:t>
      </w:r>
      <w:r>
        <w:tab/>
        <w:t>6.076e0</w:t>
      </w:r>
    </w:p>
    <w:p w:rsidR="007B2329" w:rsidRDefault="007B2329" w:rsidP="007B2329">
      <w:r>
        <w:t>115.2607</w:t>
      </w:r>
      <w:r>
        <w:tab/>
        <w:t>1.025e0</w:t>
      </w:r>
    </w:p>
    <w:p w:rsidR="007B2329" w:rsidRDefault="007B2329" w:rsidP="007B2329">
      <w:r>
        <w:lastRenderedPageBreak/>
        <w:t>115.2636</w:t>
      </w:r>
      <w:r>
        <w:tab/>
        <w:t>1.013e0</w:t>
      </w:r>
    </w:p>
    <w:p w:rsidR="007B2329" w:rsidRDefault="007B2329" w:rsidP="007B2329">
      <w:r>
        <w:t>115.2822</w:t>
      </w:r>
      <w:r>
        <w:tab/>
        <w:t>2.025e0</w:t>
      </w:r>
    </w:p>
    <w:p w:rsidR="007B2329" w:rsidRDefault="007B2329" w:rsidP="007B2329">
      <w:r>
        <w:t>115.2879</w:t>
      </w:r>
      <w:r>
        <w:tab/>
        <w:t>1.025e0</w:t>
      </w:r>
    </w:p>
    <w:p w:rsidR="007B2329" w:rsidRDefault="007B2329" w:rsidP="007B2329">
      <w:r>
        <w:t>115.2891</w:t>
      </w:r>
      <w:r>
        <w:tab/>
        <w:t>2.025e0</w:t>
      </w:r>
    </w:p>
    <w:p w:rsidR="007B2329" w:rsidRDefault="007B2329" w:rsidP="007B2329">
      <w:r>
        <w:t>115.2926</w:t>
      </w:r>
      <w:r>
        <w:tab/>
        <w:t>4.051e0</w:t>
      </w:r>
    </w:p>
    <w:p w:rsidR="007B2329" w:rsidRDefault="007B2329" w:rsidP="007B2329">
      <w:r>
        <w:t>115.2979</w:t>
      </w:r>
      <w:r>
        <w:tab/>
        <w:t>3.038e0</w:t>
      </w:r>
    </w:p>
    <w:p w:rsidR="007B2329" w:rsidRDefault="007B2329" w:rsidP="007B2329">
      <w:r>
        <w:t>115.3038</w:t>
      </w:r>
      <w:r>
        <w:tab/>
        <w:t>1.013e0</w:t>
      </w:r>
    </w:p>
    <w:p w:rsidR="007B2329" w:rsidRDefault="007B2329" w:rsidP="007B2329">
      <w:r>
        <w:t>115.3135</w:t>
      </w:r>
      <w:r>
        <w:tab/>
        <w:t>2.532e-2</w:t>
      </w:r>
    </w:p>
    <w:p w:rsidR="007B2329" w:rsidRDefault="007B2329" w:rsidP="007B2329">
      <w:r>
        <w:t>115.3150</w:t>
      </w:r>
      <w:r>
        <w:tab/>
        <w:t>2.025e0</w:t>
      </w:r>
    </w:p>
    <w:p w:rsidR="007B2329" w:rsidRDefault="007B2329" w:rsidP="007B2329">
      <w:r>
        <w:t>115.3179</w:t>
      </w:r>
      <w:r>
        <w:tab/>
        <w:t>1.013e0</w:t>
      </w:r>
    </w:p>
    <w:p w:rsidR="007B2329" w:rsidRDefault="007B2329" w:rsidP="007B2329">
      <w:r>
        <w:t>115.3209</w:t>
      </w:r>
      <w:r>
        <w:tab/>
        <w:t>1.013e0</w:t>
      </w:r>
    </w:p>
    <w:p w:rsidR="007B2329" w:rsidRDefault="007B2329" w:rsidP="007B2329">
      <w:r>
        <w:t>115.3262</w:t>
      </w:r>
      <w:r>
        <w:tab/>
        <w:t>1.266e-2</w:t>
      </w:r>
    </w:p>
    <w:p w:rsidR="007B2329" w:rsidRDefault="007B2329" w:rsidP="007B2329">
      <w:r>
        <w:t>115.3306</w:t>
      </w:r>
      <w:r>
        <w:tab/>
        <w:t>2.025e0</w:t>
      </w:r>
    </w:p>
    <w:p w:rsidR="007B2329" w:rsidRDefault="007B2329" w:rsidP="007B2329">
      <w:r>
        <w:t>115.3321</w:t>
      </w:r>
      <w:r>
        <w:tab/>
        <w:t>1.013e0</w:t>
      </w:r>
    </w:p>
    <w:p w:rsidR="007B2329" w:rsidRDefault="007B2329" w:rsidP="007B2329">
      <w:r>
        <w:t>115.3380</w:t>
      </w:r>
      <w:r>
        <w:tab/>
        <w:t>1.013e0</w:t>
      </w:r>
    </w:p>
    <w:p w:rsidR="007B2329" w:rsidRDefault="007B2329" w:rsidP="007B2329">
      <w:r>
        <w:t>115.3393</w:t>
      </w:r>
      <w:r>
        <w:tab/>
        <w:t>1.025e0</w:t>
      </w:r>
    </w:p>
    <w:p w:rsidR="007B2329" w:rsidRDefault="007B2329" w:rsidP="007B2329">
      <w:r>
        <w:t>115.3433</w:t>
      </w:r>
      <w:r>
        <w:tab/>
        <w:t>1.266e-2</w:t>
      </w:r>
    </w:p>
    <w:p w:rsidR="007B2329" w:rsidRDefault="007B2329" w:rsidP="007B2329">
      <w:r>
        <w:t>115.3449</w:t>
      </w:r>
      <w:r>
        <w:tab/>
        <w:t>6.076e0</w:t>
      </w:r>
    </w:p>
    <w:p w:rsidR="007B2329" w:rsidRDefault="007B2329" w:rsidP="007B2329">
      <w:r>
        <w:t>115.3577</w:t>
      </w:r>
      <w:r>
        <w:tab/>
        <w:t>2.025e0</w:t>
      </w:r>
    </w:p>
    <w:p w:rsidR="007B2329" w:rsidRDefault="007B2329" w:rsidP="007B2329">
      <w:r>
        <w:lastRenderedPageBreak/>
        <w:t>115.3634</w:t>
      </w:r>
      <w:r>
        <w:tab/>
        <w:t>1.025e0</w:t>
      </w:r>
    </w:p>
    <w:p w:rsidR="007B2329" w:rsidRDefault="007B2329" w:rsidP="007B2329">
      <w:r>
        <w:t>115.3722</w:t>
      </w:r>
      <w:r>
        <w:tab/>
        <w:t>2.025e0</w:t>
      </w:r>
    </w:p>
    <w:p w:rsidR="007B2329" w:rsidRDefault="007B2329" w:rsidP="007B2329">
      <w:r>
        <w:t>115.3749</w:t>
      </w:r>
      <w:r>
        <w:tab/>
        <w:t>1.013e0</w:t>
      </w:r>
    </w:p>
    <w:p w:rsidR="007B2329" w:rsidRDefault="007B2329" w:rsidP="007B2329">
      <w:r>
        <w:t>115.3762</w:t>
      </w:r>
      <w:r>
        <w:tab/>
        <w:t>2.025e0</w:t>
      </w:r>
    </w:p>
    <w:p w:rsidR="007B2329" w:rsidRDefault="007B2329" w:rsidP="007B2329">
      <w:r>
        <w:t>115.3824</w:t>
      </w:r>
      <w:r>
        <w:tab/>
        <w:t>4.051e0</w:t>
      </w:r>
    </w:p>
    <w:p w:rsidR="007B2329" w:rsidRDefault="007B2329" w:rsidP="007B2329">
      <w:r>
        <w:t>115.3878</w:t>
      </w:r>
      <w:r>
        <w:tab/>
        <w:t>2.025e0</w:t>
      </w:r>
    </w:p>
    <w:p w:rsidR="007B2329" w:rsidRDefault="007B2329" w:rsidP="007B2329">
      <w:r>
        <w:t>115.3893</w:t>
      </w:r>
      <w:r>
        <w:tab/>
        <w:t>1.013e0</w:t>
      </w:r>
    </w:p>
    <w:p w:rsidR="007B2329" w:rsidRDefault="007B2329" w:rsidP="007B2329">
      <w:r>
        <w:t>115.4006</w:t>
      </w:r>
      <w:r>
        <w:tab/>
        <w:t>2.025e0</w:t>
      </w:r>
    </w:p>
    <w:p w:rsidR="007B2329" w:rsidRDefault="007B2329" w:rsidP="007B2329">
      <w:r>
        <w:t>115.4065</w:t>
      </w:r>
      <w:r>
        <w:tab/>
        <w:t>1.013e0</w:t>
      </w:r>
    </w:p>
    <w:p w:rsidR="007B2329" w:rsidRDefault="007B2329" w:rsidP="007B2329">
      <w:r>
        <w:t>115.4118</w:t>
      </w:r>
      <w:r>
        <w:tab/>
        <w:t>2.025e0</w:t>
      </w:r>
    </w:p>
    <w:p w:rsidR="007B2329" w:rsidRDefault="007B2329" w:rsidP="007B2329">
      <w:r>
        <w:t>115.4148</w:t>
      </w:r>
      <w:r>
        <w:tab/>
        <w:t>2.038e0</w:t>
      </w:r>
    </w:p>
    <w:p w:rsidR="007B2329" w:rsidRDefault="007B2329" w:rsidP="007B2329">
      <w:r>
        <w:t>115.4277</w:t>
      </w:r>
      <w:r>
        <w:tab/>
        <w:t>2.025e0</w:t>
      </w:r>
    </w:p>
    <w:p w:rsidR="007B2329" w:rsidRDefault="007B2329" w:rsidP="007B2329">
      <w:r>
        <w:t>115.4289</w:t>
      </w:r>
      <w:r>
        <w:tab/>
        <w:t>1.013e0</w:t>
      </w:r>
    </w:p>
    <w:p w:rsidR="007B2329" w:rsidRDefault="007B2329" w:rsidP="007B2329">
      <w:r>
        <w:t>115.4300</w:t>
      </w:r>
      <w:r>
        <w:tab/>
        <w:t>3.038e0</w:t>
      </w:r>
    </w:p>
    <w:p w:rsidR="007B2329" w:rsidRDefault="007B2329" w:rsidP="007B2329">
      <w:r>
        <w:t>115.4319</w:t>
      </w:r>
      <w:r>
        <w:tab/>
        <w:t>1.266e-2</w:t>
      </w:r>
    </w:p>
    <w:p w:rsidR="007B2329" w:rsidRDefault="007B2329" w:rsidP="007B2329">
      <w:r>
        <w:t>115.4374</w:t>
      </w:r>
      <w:r>
        <w:tab/>
        <w:t>4.077e0</w:t>
      </w:r>
    </w:p>
    <w:p w:rsidR="007B2329" w:rsidRDefault="007B2329" w:rsidP="007B2329">
      <w:r>
        <w:t>115.4407</w:t>
      </w:r>
      <w:r>
        <w:tab/>
        <w:t>1.025e0</w:t>
      </w:r>
    </w:p>
    <w:p w:rsidR="007B2329" w:rsidRDefault="007B2329" w:rsidP="007B2329">
      <w:r>
        <w:t>115.4491</w:t>
      </w:r>
      <w:r>
        <w:tab/>
        <w:t>1.266e-2</w:t>
      </w:r>
    </w:p>
    <w:p w:rsidR="007B2329" w:rsidRDefault="007B2329" w:rsidP="007B2329">
      <w:r>
        <w:t>115.4549</w:t>
      </w:r>
      <w:r>
        <w:tab/>
        <w:t>2.025e0</w:t>
      </w:r>
    </w:p>
    <w:p w:rsidR="007B2329" w:rsidRDefault="007B2329" w:rsidP="007B2329">
      <w:r>
        <w:lastRenderedPageBreak/>
        <w:t>115.4607</w:t>
      </w:r>
      <w:r>
        <w:tab/>
        <w:t>2.038e0</w:t>
      </w:r>
    </w:p>
    <w:p w:rsidR="007B2329" w:rsidRDefault="007B2329" w:rsidP="007B2329">
      <w:r>
        <w:t>115.4691</w:t>
      </w:r>
      <w:r>
        <w:tab/>
        <w:t>1.013e0</w:t>
      </w:r>
    </w:p>
    <w:p w:rsidR="007B2329" w:rsidRDefault="007B2329" w:rsidP="007B2329">
      <w:r>
        <w:t>115.4753</w:t>
      </w:r>
      <w:r>
        <w:tab/>
        <w:t>4.063e0</w:t>
      </w:r>
    </w:p>
    <w:p w:rsidR="007B2329" w:rsidRDefault="007B2329" w:rsidP="007B2329">
      <w:r>
        <w:t>115.4951</w:t>
      </w:r>
      <w:r>
        <w:tab/>
        <w:t>1.025e0</w:t>
      </w:r>
    </w:p>
    <w:p w:rsidR="007B2329" w:rsidRDefault="007B2329" w:rsidP="007B2329">
      <w:r>
        <w:t>115.5098</w:t>
      </w:r>
      <w:r>
        <w:tab/>
        <w:t>4.051e0</w:t>
      </w:r>
    </w:p>
    <w:p w:rsidR="007B2329" w:rsidRDefault="007B2329" w:rsidP="007B2329">
      <w:r>
        <w:t>115.5122</w:t>
      </w:r>
      <w:r>
        <w:tab/>
        <w:t>1.013e0</w:t>
      </w:r>
    </w:p>
    <w:p w:rsidR="007B2329" w:rsidRDefault="007B2329" w:rsidP="007B2329">
      <w:r>
        <w:t>115.5148</w:t>
      </w:r>
      <w:r>
        <w:tab/>
        <w:t>1.013e0</w:t>
      </w:r>
    </w:p>
    <w:p w:rsidR="007B2329" w:rsidRDefault="007B2329" w:rsidP="007B2329">
      <w:r>
        <w:t>115.5263</w:t>
      </w:r>
      <w:r>
        <w:tab/>
        <w:t>1.013e0</w:t>
      </w:r>
    </w:p>
    <w:p w:rsidR="007B2329" w:rsidRDefault="007B2329" w:rsidP="007B2329">
      <w:r>
        <w:t>115.5278</w:t>
      </w:r>
      <w:r>
        <w:tab/>
        <w:t>2.025e0</w:t>
      </w:r>
    </w:p>
    <w:p w:rsidR="007B2329" w:rsidRDefault="007B2329" w:rsidP="007B2329">
      <w:r>
        <w:t>115.5405</w:t>
      </w:r>
      <w:r>
        <w:tab/>
        <w:t>1.013e0</w:t>
      </w:r>
    </w:p>
    <w:p w:rsidR="007B2329" w:rsidRDefault="007B2329" w:rsidP="007B2329">
      <w:r>
        <w:t>115.5434</w:t>
      </w:r>
      <w:r>
        <w:tab/>
        <w:t>2.025e0</w:t>
      </w:r>
    </w:p>
    <w:p w:rsidR="007B2329" w:rsidRDefault="007B2329" w:rsidP="007B2329">
      <w:r>
        <w:t>115.5465</w:t>
      </w:r>
      <w:r>
        <w:tab/>
        <w:t>1.013e0</w:t>
      </w:r>
    </w:p>
    <w:p w:rsidR="007B2329" w:rsidRDefault="007B2329" w:rsidP="007B2329">
      <w:r>
        <w:t>115.5491</w:t>
      </w:r>
      <w:r>
        <w:tab/>
        <w:t>1.013e0</w:t>
      </w:r>
    </w:p>
    <w:p w:rsidR="007B2329" w:rsidRDefault="007B2329" w:rsidP="007B2329">
      <w:r>
        <w:t>115.5518</w:t>
      </w:r>
      <w:r>
        <w:tab/>
        <w:t>1.266e-2</w:t>
      </w:r>
    </w:p>
    <w:p w:rsidR="007B2329" w:rsidRDefault="007B2329" w:rsidP="007B2329">
      <w:r>
        <w:t>115.5663</w:t>
      </w:r>
      <w:r>
        <w:tab/>
        <w:t>1.013e0</w:t>
      </w:r>
    </w:p>
    <w:p w:rsidR="007B2329" w:rsidRDefault="007B2329" w:rsidP="007B2329">
      <w:r>
        <w:t>115.5719</w:t>
      </w:r>
      <w:r>
        <w:tab/>
        <w:t>1.013e0</w:t>
      </w:r>
    </w:p>
    <w:p w:rsidR="007B2329" w:rsidRDefault="007B2329" w:rsidP="007B2329">
      <w:r>
        <w:t>115.5860</w:t>
      </w:r>
      <w:r>
        <w:tab/>
        <w:t>1.266e-2</w:t>
      </w:r>
    </w:p>
    <w:p w:rsidR="007B2329" w:rsidRDefault="007B2329" w:rsidP="007B2329">
      <w:r>
        <w:t>115.5889</w:t>
      </w:r>
      <w:r>
        <w:tab/>
        <w:t>2.025e0</w:t>
      </w:r>
    </w:p>
    <w:p w:rsidR="007B2329" w:rsidRDefault="007B2329" w:rsidP="007B2329">
      <w:r>
        <w:t>115.5920</w:t>
      </w:r>
      <w:r>
        <w:tab/>
        <w:t>2.025e0</w:t>
      </w:r>
    </w:p>
    <w:p w:rsidR="007B2329" w:rsidRDefault="007B2329" w:rsidP="007B2329">
      <w:r>
        <w:lastRenderedPageBreak/>
        <w:t>115.5949</w:t>
      </w:r>
      <w:r>
        <w:tab/>
        <w:t>5.063e0</w:t>
      </w:r>
    </w:p>
    <w:p w:rsidR="007B2329" w:rsidRDefault="007B2329" w:rsidP="007B2329">
      <w:r>
        <w:t>115.6061</w:t>
      </w:r>
      <w:r>
        <w:tab/>
        <w:t>1.013e0</w:t>
      </w:r>
    </w:p>
    <w:p w:rsidR="007B2329" w:rsidRDefault="007B2329" w:rsidP="007B2329">
      <w:r>
        <w:t>115.6091</w:t>
      </w:r>
      <w:r>
        <w:tab/>
        <w:t>1.266e-2</w:t>
      </w:r>
    </w:p>
    <w:p w:rsidR="007B2329" w:rsidRDefault="007B2329" w:rsidP="007B2329">
      <w:r>
        <w:t>115.6233</w:t>
      </w:r>
      <w:r>
        <w:tab/>
        <w:t>1.013e0</w:t>
      </w:r>
    </w:p>
    <w:p w:rsidR="007B2329" w:rsidRDefault="007B2329" w:rsidP="007B2329">
      <w:r>
        <w:t>115.6277</w:t>
      </w:r>
      <w:r>
        <w:tab/>
        <w:t>2.025e0</w:t>
      </w:r>
    </w:p>
    <w:p w:rsidR="007B2329" w:rsidRDefault="007B2329" w:rsidP="007B2329">
      <w:r>
        <w:t>115.6291</w:t>
      </w:r>
      <w:r>
        <w:tab/>
        <w:t>1.025e0</w:t>
      </w:r>
    </w:p>
    <w:p w:rsidR="007B2329" w:rsidRDefault="007B2329" w:rsidP="007B2329">
      <w:r>
        <w:t>115.6433</w:t>
      </w:r>
      <w:r>
        <w:tab/>
        <w:t>1.013e0</w:t>
      </w:r>
    </w:p>
    <w:p w:rsidR="007B2329" w:rsidRDefault="007B2329" w:rsidP="007B2329">
      <w:r>
        <w:t>115.6463</w:t>
      </w:r>
      <w:r>
        <w:tab/>
        <w:t>2.025e0</w:t>
      </w:r>
    </w:p>
    <w:p w:rsidR="007B2329" w:rsidRDefault="007B2329" w:rsidP="007B2329">
      <w:r>
        <w:t>115.6567</w:t>
      </w:r>
      <w:r>
        <w:tab/>
        <w:t>5.063e0</w:t>
      </w:r>
    </w:p>
    <w:p w:rsidR="007B2329" w:rsidRDefault="007B2329" w:rsidP="007B2329">
      <w:r>
        <w:t>115.6663</w:t>
      </w:r>
      <w:r>
        <w:tab/>
        <w:t>2.025e0</w:t>
      </w:r>
    </w:p>
    <w:p w:rsidR="007B2329" w:rsidRDefault="007B2329" w:rsidP="007B2329">
      <w:r>
        <w:t>115.6693</w:t>
      </w:r>
      <w:r>
        <w:tab/>
        <w:t>1.013e0</w:t>
      </w:r>
    </w:p>
    <w:p w:rsidR="007B2329" w:rsidRDefault="007B2329" w:rsidP="007B2329">
      <w:r>
        <w:t>115.6706</w:t>
      </w:r>
      <w:r>
        <w:tab/>
        <w:t>2.025e0</w:t>
      </w:r>
    </w:p>
    <w:p w:rsidR="007B2329" w:rsidRDefault="007B2329" w:rsidP="007B2329">
      <w:r>
        <w:t>115.6776</w:t>
      </w:r>
      <w:r>
        <w:tab/>
        <w:t>1.025e0</w:t>
      </w:r>
    </w:p>
    <w:p w:rsidR="007B2329" w:rsidRDefault="007B2329" w:rsidP="007B2329">
      <w:r>
        <w:t>115.6806</w:t>
      </w:r>
      <w:r>
        <w:tab/>
        <w:t>1.013e0</w:t>
      </w:r>
    </w:p>
    <w:p w:rsidR="007B2329" w:rsidRDefault="007B2329" w:rsidP="007B2329">
      <w:r>
        <w:t>115.6849</w:t>
      </w:r>
      <w:r>
        <w:tab/>
        <w:t>2.025e0</w:t>
      </w:r>
    </w:p>
    <w:p w:rsidR="007B2329" w:rsidRDefault="007B2329" w:rsidP="007B2329">
      <w:r>
        <w:t>115.6865</w:t>
      </w:r>
      <w:r>
        <w:tab/>
        <w:t>1.013e0</w:t>
      </w:r>
    </w:p>
    <w:p w:rsidR="007B2329" w:rsidRDefault="007B2329" w:rsidP="007B2329">
      <w:r>
        <w:t>115.6933</w:t>
      </w:r>
      <w:r>
        <w:tab/>
        <w:t>2.025e0</w:t>
      </w:r>
    </w:p>
    <w:p w:rsidR="007B2329" w:rsidRDefault="007B2329" w:rsidP="007B2329">
      <w:r>
        <w:t>115.6948</w:t>
      </w:r>
      <w:r>
        <w:tab/>
        <w:t>1.013e0</w:t>
      </w:r>
    </w:p>
    <w:p w:rsidR="007B2329" w:rsidRDefault="007B2329" w:rsidP="007B2329">
      <w:r>
        <w:t>115.6977</w:t>
      </w:r>
      <w:r>
        <w:tab/>
        <w:t>3.038e0</w:t>
      </w:r>
    </w:p>
    <w:p w:rsidR="007B2329" w:rsidRDefault="007B2329" w:rsidP="007B2329">
      <w:r>
        <w:lastRenderedPageBreak/>
        <w:t>115.7063</w:t>
      </w:r>
      <w:r>
        <w:tab/>
        <w:t>1.013e0</w:t>
      </w:r>
    </w:p>
    <w:p w:rsidR="007B2329" w:rsidRDefault="007B2329" w:rsidP="007B2329">
      <w:r>
        <w:t>115.7149</w:t>
      </w:r>
      <w:r>
        <w:tab/>
        <w:t>1.013e0</w:t>
      </w:r>
    </w:p>
    <w:p w:rsidR="007B2329" w:rsidRDefault="007B2329" w:rsidP="007B2329">
      <w:r>
        <w:t>115.7178</w:t>
      </w:r>
      <w:r>
        <w:tab/>
        <w:t>2.025e0</w:t>
      </w:r>
    </w:p>
    <w:p w:rsidR="007B2329" w:rsidRDefault="007B2329" w:rsidP="007B2329">
      <w:r>
        <w:t>115.7261</w:t>
      </w:r>
      <w:r>
        <w:tab/>
        <w:t>1.013e0</w:t>
      </w:r>
    </w:p>
    <w:p w:rsidR="007B2329" w:rsidRDefault="007B2329" w:rsidP="007B2329">
      <w:r>
        <w:t>115.7276</w:t>
      </w:r>
      <w:r>
        <w:tab/>
        <w:t>2.025e0</w:t>
      </w:r>
    </w:p>
    <w:p w:rsidR="007B2329" w:rsidRDefault="007B2329" w:rsidP="007B2329">
      <w:r>
        <w:t>115.7320</w:t>
      </w:r>
      <w:r>
        <w:tab/>
        <w:t>1.013e0</w:t>
      </w:r>
    </w:p>
    <w:p w:rsidR="007B2329" w:rsidRDefault="007B2329" w:rsidP="007B2329">
      <w:r>
        <w:t>115.7349</w:t>
      </w:r>
      <w:r>
        <w:tab/>
        <w:t>2.025e0</w:t>
      </w:r>
    </w:p>
    <w:p w:rsidR="007B2329" w:rsidRDefault="007B2329" w:rsidP="007B2329">
      <w:r>
        <w:t>115.7379</w:t>
      </w:r>
      <w:r>
        <w:tab/>
        <w:t>1.013e0</w:t>
      </w:r>
    </w:p>
    <w:p w:rsidR="007B2329" w:rsidRDefault="007B2329" w:rsidP="007B2329">
      <w:r>
        <w:t>115.7491</w:t>
      </w:r>
      <w:r>
        <w:tab/>
        <w:t>1.013e0</w:t>
      </w:r>
    </w:p>
    <w:p w:rsidR="007B2329" w:rsidRDefault="007B2329" w:rsidP="007B2329">
      <w:r>
        <w:t>115.7627</w:t>
      </w:r>
      <w:r>
        <w:tab/>
        <w:t>4.051e0</w:t>
      </w:r>
    </w:p>
    <w:p w:rsidR="007B2329" w:rsidRDefault="007B2329" w:rsidP="007B2329">
      <w:r>
        <w:t>115.7776</w:t>
      </w:r>
      <w:r>
        <w:tab/>
        <w:t>1.266e-2</w:t>
      </w:r>
    </w:p>
    <w:p w:rsidR="007B2329" w:rsidRDefault="007B2329" w:rsidP="007B2329">
      <w:r>
        <w:t>115.7864</w:t>
      </w:r>
      <w:r>
        <w:tab/>
        <w:t>2.025e0</w:t>
      </w:r>
    </w:p>
    <w:p w:rsidR="007B2329" w:rsidRDefault="007B2329" w:rsidP="007B2329">
      <w:r>
        <w:t>115.8147</w:t>
      </w:r>
      <w:r>
        <w:tab/>
        <w:t>1.013e0</w:t>
      </w:r>
    </w:p>
    <w:p w:rsidR="007B2329" w:rsidRDefault="007B2329" w:rsidP="007B2329">
      <w:r>
        <w:t>115.8307</w:t>
      </w:r>
      <w:r>
        <w:tab/>
        <w:t>2.025e0</w:t>
      </w:r>
    </w:p>
    <w:p w:rsidR="007B2329" w:rsidRDefault="007B2329" w:rsidP="007B2329">
      <w:r>
        <w:t>115.8334</w:t>
      </w:r>
      <w:r>
        <w:tab/>
        <w:t>2.025e0</w:t>
      </w:r>
    </w:p>
    <w:p w:rsidR="007B2329" w:rsidRDefault="007B2329" w:rsidP="007B2329">
      <w:r>
        <w:t>115.8490</w:t>
      </w:r>
      <w:r>
        <w:tab/>
        <w:t>2.025e0</w:t>
      </w:r>
    </w:p>
    <w:p w:rsidR="007B2329" w:rsidRDefault="007B2329" w:rsidP="007B2329">
      <w:r>
        <w:t>115.8649</w:t>
      </w:r>
      <w:r>
        <w:tab/>
        <w:t>2.025e0</w:t>
      </w:r>
    </w:p>
    <w:p w:rsidR="007B2329" w:rsidRDefault="007B2329" w:rsidP="007B2329">
      <w:r>
        <w:t>115.8721</w:t>
      </w:r>
      <w:r>
        <w:tab/>
        <w:t>3.038e0</w:t>
      </w:r>
    </w:p>
    <w:p w:rsidR="007B2329" w:rsidRDefault="007B2329" w:rsidP="007B2329">
      <w:r>
        <w:t>115.8834</w:t>
      </w:r>
      <w:r>
        <w:tab/>
        <w:t>1.025e0</w:t>
      </w:r>
    </w:p>
    <w:p w:rsidR="007B2329" w:rsidRDefault="007B2329" w:rsidP="007B2329">
      <w:r>
        <w:lastRenderedPageBreak/>
        <w:t>115.8922</w:t>
      </w:r>
      <w:r>
        <w:tab/>
        <w:t>1.013e0</w:t>
      </w:r>
    </w:p>
    <w:p w:rsidR="007B2329" w:rsidRDefault="007B2329" w:rsidP="007B2329">
      <w:r>
        <w:t>115.8981</w:t>
      </w:r>
      <w:r>
        <w:tab/>
        <w:t>2.532e-2</w:t>
      </w:r>
    </w:p>
    <w:p w:rsidR="007B2329" w:rsidRDefault="007B2329" w:rsidP="007B2329">
      <w:r>
        <w:t>115.9035</w:t>
      </w:r>
      <w:r>
        <w:tab/>
        <w:t>1.013e0</w:t>
      </w:r>
    </w:p>
    <w:p w:rsidR="007B2329" w:rsidRDefault="007B2329" w:rsidP="007B2329">
      <w:r>
        <w:t>115.9154</w:t>
      </w:r>
      <w:r>
        <w:tab/>
        <w:t>1.013e0</w:t>
      </w:r>
    </w:p>
    <w:p w:rsidR="007B2329" w:rsidRDefault="007B2329" w:rsidP="007B2329">
      <w:r>
        <w:t>115.9178</w:t>
      </w:r>
      <w:r>
        <w:tab/>
        <w:t>1.013e0</w:t>
      </w:r>
    </w:p>
    <w:p w:rsidR="007B2329" w:rsidRDefault="007B2329" w:rsidP="007B2329">
      <w:r>
        <w:t>115.9236</w:t>
      </w:r>
      <w:r>
        <w:tab/>
        <w:t>1.013e0</w:t>
      </w:r>
    </w:p>
    <w:p w:rsidR="007B2329" w:rsidRDefault="007B2329" w:rsidP="007B2329">
      <w:r>
        <w:t>115.9265</w:t>
      </w:r>
      <w:r>
        <w:tab/>
        <w:t>2.025e0</w:t>
      </w:r>
    </w:p>
    <w:p w:rsidR="007B2329" w:rsidRDefault="007B2329" w:rsidP="007B2329">
      <w:r>
        <w:t>115.9325</w:t>
      </w:r>
      <w:r>
        <w:tab/>
        <w:t>1.013e0</w:t>
      </w:r>
    </w:p>
    <w:p w:rsidR="007B2329" w:rsidRDefault="007B2329" w:rsidP="007B2329">
      <w:r>
        <w:t>115.9408</w:t>
      </w:r>
      <w:r>
        <w:tab/>
        <w:t>1.013e0</w:t>
      </w:r>
    </w:p>
    <w:p w:rsidR="007B2329" w:rsidRDefault="007B2329" w:rsidP="007B2329">
      <w:r>
        <w:t>115.9422</w:t>
      </w:r>
      <w:r>
        <w:tab/>
        <w:t>1.025e0</w:t>
      </w:r>
    </w:p>
    <w:p w:rsidR="007B2329" w:rsidRDefault="007B2329" w:rsidP="007B2329">
      <w:r>
        <w:t>115.9437</w:t>
      </w:r>
      <w:r>
        <w:tab/>
        <w:t>1.013e0</w:t>
      </w:r>
    </w:p>
    <w:p w:rsidR="007B2329" w:rsidRDefault="007B2329" w:rsidP="007B2329">
      <w:r>
        <w:t>115.9496</w:t>
      </w:r>
      <w:r>
        <w:tab/>
        <w:t>1.266e-2</w:t>
      </w:r>
    </w:p>
    <w:p w:rsidR="007B2329" w:rsidRDefault="007B2329" w:rsidP="007B2329">
      <w:r>
        <w:t>115.9549</w:t>
      </w:r>
      <w:r>
        <w:tab/>
        <w:t>2.025e0</w:t>
      </w:r>
    </w:p>
    <w:p w:rsidR="007B2329" w:rsidRDefault="007B2329" w:rsidP="007B2329">
      <w:r>
        <w:t>115.9638</w:t>
      </w:r>
      <w:r>
        <w:tab/>
        <w:t>2.025e0</w:t>
      </w:r>
    </w:p>
    <w:p w:rsidR="007B2329" w:rsidRDefault="007B2329" w:rsidP="007B2329">
      <w:r>
        <w:t>115.9653</w:t>
      </w:r>
      <w:r>
        <w:tab/>
        <w:t>1.025e0</w:t>
      </w:r>
    </w:p>
    <w:p w:rsidR="007B2329" w:rsidRDefault="007B2329" w:rsidP="007B2329">
      <w:r>
        <w:t>115.9666</w:t>
      </w:r>
      <w:r>
        <w:tab/>
        <w:t>4.051e0</w:t>
      </w:r>
    </w:p>
    <w:p w:rsidR="007B2329" w:rsidRDefault="007B2329" w:rsidP="007B2329">
      <w:r>
        <w:t>115.9795</w:t>
      </w:r>
      <w:r>
        <w:tab/>
        <w:t>2.025e0</w:t>
      </w:r>
    </w:p>
    <w:p w:rsidR="007B2329" w:rsidRDefault="007B2329" w:rsidP="007B2329">
      <w:r>
        <w:t>115.9867</w:t>
      </w:r>
      <w:r>
        <w:tab/>
        <w:t>1.013e0</w:t>
      </w:r>
    </w:p>
    <w:p w:rsidR="007B2329" w:rsidRDefault="007B2329" w:rsidP="007B2329">
      <w:r>
        <w:t>115.9880</w:t>
      </w:r>
      <w:r>
        <w:tab/>
        <w:t>2.025e0</w:t>
      </w:r>
    </w:p>
    <w:p w:rsidR="007B2329" w:rsidRDefault="007B2329" w:rsidP="007B2329">
      <w:r>
        <w:lastRenderedPageBreak/>
        <w:t>115.9937</w:t>
      </w:r>
      <w:r>
        <w:tab/>
        <w:t>2.025e0</w:t>
      </w:r>
    </w:p>
    <w:p w:rsidR="007B2329" w:rsidRDefault="007B2329" w:rsidP="007B2329">
      <w:r>
        <w:t>115.9996</w:t>
      </w:r>
      <w:r>
        <w:tab/>
        <w:t>2.025e0</w:t>
      </w:r>
    </w:p>
    <w:p w:rsidR="007B2329" w:rsidRDefault="007B2329" w:rsidP="007B2329">
      <w:r>
        <w:t>116.0124</w:t>
      </w:r>
      <w:r>
        <w:tab/>
        <w:t>1.013e0</w:t>
      </w:r>
    </w:p>
    <w:p w:rsidR="007B2329" w:rsidRDefault="007B2329" w:rsidP="007B2329">
      <w:r>
        <w:t>116.0153</w:t>
      </w:r>
      <w:r>
        <w:tab/>
        <w:t>1.013e0</w:t>
      </w:r>
    </w:p>
    <w:p w:rsidR="007B2329" w:rsidRDefault="007B2329" w:rsidP="007B2329">
      <w:r>
        <w:t>116.0211</w:t>
      </w:r>
      <w:r>
        <w:tab/>
        <w:t>2.025e0</w:t>
      </w:r>
    </w:p>
    <w:p w:rsidR="007B2329" w:rsidRDefault="007B2329" w:rsidP="007B2329">
      <w:r>
        <w:t>116.0238</w:t>
      </w:r>
      <w:r>
        <w:tab/>
        <w:t>2.038e0</w:t>
      </w:r>
    </w:p>
    <w:p w:rsidR="007B2329" w:rsidRDefault="007B2329" w:rsidP="007B2329">
      <w:r>
        <w:t>116.0324</w:t>
      </w:r>
      <w:r>
        <w:tab/>
        <w:t>1.013e0</w:t>
      </w:r>
    </w:p>
    <w:p w:rsidR="007B2329" w:rsidRDefault="007B2329" w:rsidP="007B2329">
      <w:r>
        <w:t>116.0396</w:t>
      </w:r>
      <w:r>
        <w:tab/>
        <w:t>6.076e0</w:t>
      </w:r>
    </w:p>
    <w:p w:rsidR="007B2329" w:rsidRDefault="007B2329" w:rsidP="007B2329">
      <w:r>
        <w:t>116.0556</w:t>
      </w:r>
      <w:r>
        <w:tab/>
        <w:t>1.013e0</w:t>
      </w:r>
    </w:p>
    <w:p w:rsidR="007B2329" w:rsidRDefault="007B2329" w:rsidP="007B2329">
      <w:r>
        <w:t>116.0649</w:t>
      </w:r>
      <w:r>
        <w:tab/>
        <w:t>6.076e0</w:t>
      </w:r>
    </w:p>
    <w:p w:rsidR="007B2329" w:rsidRDefault="007B2329" w:rsidP="007B2329">
      <w:r>
        <w:t>116.0695</w:t>
      </w:r>
      <w:r>
        <w:tab/>
        <w:t>1.493e1</w:t>
      </w:r>
    </w:p>
    <w:p w:rsidR="007B2329" w:rsidRDefault="007B2329" w:rsidP="007B2329">
      <w:r>
        <w:t>116.0745</w:t>
      </w:r>
      <w:r>
        <w:tab/>
        <w:t>6.076e0</w:t>
      </w:r>
    </w:p>
    <w:p w:rsidR="007B2329" w:rsidRDefault="007B2329" w:rsidP="007B2329">
      <w:r>
        <w:t>116.0784</w:t>
      </w:r>
      <w:r>
        <w:tab/>
        <w:t>1.545e0</w:t>
      </w:r>
    </w:p>
    <w:p w:rsidR="007B2329" w:rsidRDefault="007B2329" w:rsidP="007B2329">
      <w:r>
        <w:t>116.0821</w:t>
      </w:r>
      <w:r>
        <w:tab/>
        <w:t>1.360e1</w:t>
      </w:r>
    </w:p>
    <w:p w:rsidR="007B2329" w:rsidRDefault="007B2329" w:rsidP="007B2329">
      <w:r>
        <w:t>116.0878</w:t>
      </w:r>
      <w:r>
        <w:tab/>
        <w:t>1.215e1</w:t>
      </w:r>
    </w:p>
    <w:p w:rsidR="007B2329" w:rsidRDefault="007B2329" w:rsidP="007B2329">
      <w:r>
        <w:t>116.0900</w:t>
      </w:r>
      <w:r>
        <w:tab/>
        <w:t>1.746e1</w:t>
      </w:r>
    </w:p>
    <w:p w:rsidR="007B2329" w:rsidRDefault="007B2329" w:rsidP="007B2329">
      <w:r>
        <w:t>116.0921</w:t>
      </w:r>
      <w:r>
        <w:tab/>
        <w:t>1.418e1</w:t>
      </w:r>
    </w:p>
    <w:p w:rsidR="007B2329" w:rsidRDefault="007B2329" w:rsidP="007B2329">
      <w:r>
        <w:t>116.0974</w:t>
      </w:r>
      <w:r>
        <w:tab/>
        <w:t>7.114e0</w:t>
      </w:r>
    </w:p>
    <w:p w:rsidR="007B2329" w:rsidRDefault="007B2329" w:rsidP="007B2329">
      <w:r>
        <w:t>116.1099</w:t>
      </w:r>
      <w:r>
        <w:tab/>
        <w:t>1.013e0</w:t>
      </w:r>
    </w:p>
    <w:p w:rsidR="007B2329" w:rsidRDefault="007B2329" w:rsidP="007B2329">
      <w:r>
        <w:lastRenderedPageBreak/>
        <w:t>116.1124</w:t>
      </w:r>
      <w:r>
        <w:tab/>
        <w:t>1.266e-2</w:t>
      </w:r>
    </w:p>
    <w:p w:rsidR="007B2329" w:rsidRDefault="007B2329" w:rsidP="007B2329">
      <w:r>
        <w:t>116.1153</w:t>
      </w:r>
      <w:r>
        <w:tab/>
        <w:t>1.013e0</w:t>
      </w:r>
    </w:p>
    <w:p w:rsidR="007B2329" w:rsidRDefault="007B2329" w:rsidP="007B2329">
      <w:r>
        <w:t>116.1233</w:t>
      </w:r>
      <w:r>
        <w:tab/>
        <w:t>3.038e0</w:t>
      </w:r>
    </w:p>
    <w:p w:rsidR="007B2329" w:rsidRDefault="007B2329" w:rsidP="007B2329">
      <w:r>
        <w:t>116.1271</w:t>
      </w:r>
      <w:r>
        <w:tab/>
        <w:t>1.013e0</w:t>
      </w:r>
    </w:p>
    <w:p w:rsidR="007B2329" w:rsidRDefault="007B2329" w:rsidP="007B2329">
      <w:r>
        <w:t>116.1296</w:t>
      </w:r>
      <w:r>
        <w:tab/>
        <w:t>1.013e0</w:t>
      </w:r>
    </w:p>
    <w:p w:rsidR="007B2329" w:rsidRDefault="007B2329" w:rsidP="007B2329">
      <w:r>
        <w:t>116.1325</w:t>
      </w:r>
      <w:r>
        <w:tab/>
        <w:t>1.266e-2</w:t>
      </w:r>
    </w:p>
    <w:p w:rsidR="007B2329" w:rsidRDefault="007B2329" w:rsidP="007B2329">
      <w:r>
        <w:t>116.1395</w:t>
      </w:r>
      <w:r>
        <w:tab/>
        <w:t>4.051e0</w:t>
      </w:r>
    </w:p>
    <w:p w:rsidR="007B2329" w:rsidRDefault="007B2329" w:rsidP="007B2329">
      <w:r>
        <w:t>116.1470</w:t>
      </w:r>
      <w:r>
        <w:tab/>
        <w:t>2.532e-2</w:t>
      </w:r>
    </w:p>
    <w:p w:rsidR="007B2329" w:rsidRDefault="007B2329" w:rsidP="007B2329">
      <w:r>
        <w:t>116.1497</w:t>
      </w:r>
      <w:r>
        <w:tab/>
        <w:t>2.025e0</w:t>
      </w:r>
    </w:p>
    <w:p w:rsidR="007B2329" w:rsidRDefault="007B2329" w:rsidP="007B2329">
      <w:r>
        <w:t>116.1556</w:t>
      </w:r>
      <w:r>
        <w:tab/>
        <w:t>2.025e0</w:t>
      </w:r>
    </w:p>
    <w:p w:rsidR="007B2329" w:rsidRDefault="007B2329" w:rsidP="007B2329">
      <w:r>
        <w:t>116.1585</w:t>
      </w:r>
      <w:r>
        <w:tab/>
        <w:t>1.013e0</w:t>
      </w:r>
    </w:p>
    <w:p w:rsidR="007B2329" w:rsidRDefault="007B2329" w:rsidP="007B2329">
      <w:r>
        <w:t>116.1641</w:t>
      </w:r>
      <w:r>
        <w:tab/>
        <w:t>1.013e0</w:t>
      </w:r>
    </w:p>
    <w:p w:rsidR="007B2329" w:rsidRDefault="007B2329" w:rsidP="007B2329">
      <w:r>
        <w:t>116.1727</w:t>
      </w:r>
      <w:r>
        <w:tab/>
        <w:t>3.038e0</w:t>
      </w:r>
    </w:p>
    <w:p w:rsidR="007B2329" w:rsidRDefault="007B2329" w:rsidP="007B2329">
      <w:r>
        <w:t>116.1757</w:t>
      </w:r>
      <w:r>
        <w:tab/>
        <w:t>2.025e0</w:t>
      </w:r>
    </w:p>
    <w:p w:rsidR="007B2329" w:rsidRDefault="007B2329" w:rsidP="007B2329">
      <w:r>
        <w:t>116.1899</w:t>
      </w:r>
      <w:r>
        <w:tab/>
        <w:t>1.013e0</w:t>
      </w:r>
    </w:p>
    <w:p w:rsidR="007B2329" w:rsidRDefault="007B2329" w:rsidP="007B2329">
      <w:r>
        <w:t>116.1987</w:t>
      </w:r>
      <w:r>
        <w:tab/>
        <w:t>1.266e-2</w:t>
      </w:r>
    </w:p>
    <w:p w:rsidR="007B2329" w:rsidRDefault="007B2329" w:rsidP="007B2329">
      <w:r>
        <w:t>116.2012</w:t>
      </w:r>
      <w:r>
        <w:tab/>
        <w:t>1.013e0</w:t>
      </w:r>
    </w:p>
    <w:p w:rsidR="007B2329" w:rsidRDefault="007B2329" w:rsidP="007B2329">
      <w:r>
        <w:t>116.2042</w:t>
      </w:r>
      <w:r>
        <w:tab/>
        <w:t>1.013e0</w:t>
      </w:r>
    </w:p>
    <w:p w:rsidR="007B2329" w:rsidRDefault="007B2329" w:rsidP="007B2329">
      <w:r>
        <w:t>116.2071</w:t>
      </w:r>
      <w:r>
        <w:tab/>
        <w:t>1.013e0</w:t>
      </w:r>
    </w:p>
    <w:p w:rsidR="007B2329" w:rsidRDefault="007B2329" w:rsidP="007B2329">
      <w:r>
        <w:lastRenderedPageBreak/>
        <w:t>116.2159</w:t>
      </w:r>
      <w:r>
        <w:tab/>
        <w:t>1.013e0</w:t>
      </w:r>
    </w:p>
    <w:p w:rsidR="007B2329" w:rsidRDefault="007B2329" w:rsidP="007B2329">
      <w:r>
        <w:t>116.2184</w:t>
      </w:r>
      <w:r>
        <w:tab/>
        <w:t>1.025e0</w:t>
      </w:r>
    </w:p>
    <w:p w:rsidR="007B2329" w:rsidRDefault="007B2329" w:rsidP="007B2329">
      <w:r>
        <w:t>116.2213</w:t>
      </w:r>
      <w:r>
        <w:tab/>
        <w:t>1.025e0</w:t>
      </w:r>
    </w:p>
    <w:p w:rsidR="007B2329" w:rsidRDefault="007B2329" w:rsidP="007B2329">
      <w:r>
        <w:t>116.2272</w:t>
      </w:r>
      <w:r>
        <w:tab/>
        <w:t>1.013e0</w:t>
      </w:r>
    </w:p>
    <w:p w:rsidR="007B2329" w:rsidRDefault="007B2329" w:rsidP="007B2329">
      <w:r>
        <w:t>116.2385</w:t>
      </w:r>
      <w:r>
        <w:tab/>
        <w:t>1.013e0</w:t>
      </w:r>
    </w:p>
    <w:p w:rsidR="007B2329" w:rsidRDefault="007B2329" w:rsidP="007B2329">
      <w:r>
        <w:t>116.2444</w:t>
      </w:r>
      <w:r>
        <w:tab/>
        <w:t>2.038e0</w:t>
      </w:r>
    </w:p>
    <w:p w:rsidR="007B2329" w:rsidRDefault="007B2329" w:rsidP="007B2329">
      <w:r>
        <w:t>116.2474</w:t>
      </w:r>
      <w:r>
        <w:tab/>
        <w:t>1.025e0</w:t>
      </w:r>
    </w:p>
    <w:p w:rsidR="007B2329" w:rsidRDefault="007B2329" w:rsidP="007B2329">
      <w:r>
        <w:t>116.2587</w:t>
      </w:r>
      <w:r>
        <w:tab/>
        <w:t>1.013e0</w:t>
      </w:r>
    </w:p>
    <w:p w:rsidR="007B2329" w:rsidRDefault="007B2329" w:rsidP="007B2329">
      <w:r>
        <w:t>116.2616</w:t>
      </w:r>
      <w:r>
        <w:tab/>
        <w:t>1.013e0</w:t>
      </w:r>
    </w:p>
    <w:p w:rsidR="007B2329" w:rsidRDefault="007B2329" w:rsidP="007B2329">
      <w:r>
        <w:t>116.2728</w:t>
      </w:r>
      <w:r>
        <w:tab/>
        <w:t>4.051e0</w:t>
      </w:r>
    </w:p>
    <w:p w:rsidR="007B2329" w:rsidRDefault="007B2329" w:rsidP="007B2329">
      <w:r>
        <w:t>116.2787</w:t>
      </w:r>
      <w:r>
        <w:tab/>
        <w:t>1.013e0</w:t>
      </w:r>
    </w:p>
    <w:p w:rsidR="007B2329" w:rsidRDefault="007B2329" w:rsidP="007B2329">
      <w:r>
        <w:t>116.2875</w:t>
      </w:r>
      <w:r>
        <w:tab/>
        <w:t>1.013e0</w:t>
      </w:r>
    </w:p>
    <w:p w:rsidR="007B2329" w:rsidRDefault="007B2329" w:rsidP="007B2329">
      <w:r>
        <w:t>116.2960</w:t>
      </w:r>
      <w:r>
        <w:tab/>
        <w:t>1.013e0</w:t>
      </w:r>
    </w:p>
    <w:p w:rsidR="007B2329" w:rsidRDefault="007B2329" w:rsidP="007B2329">
      <w:r>
        <w:t>116.2988</w:t>
      </w:r>
      <w:r>
        <w:tab/>
        <w:t>1.013e0</w:t>
      </w:r>
    </w:p>
    <w:p w:rsidR="007B2329" w:rsidRDefault="007B2329" w:rsidP="007B2329">
      <w:r>
        <w:t>116.3131</w:t>
      </w:r>
      <w:r>
        <w:tab/>
        <w:t>1.013e0</w:t>
      </w:r>
    </w:p>
    <w:p w:rsidR="007B2329" w:rsidRDefault="007B2329" w:rsidP="007B2329">
      <w:r>
        <w:t>116.3161</w:t>
      </w:r>
      <w:r>
        <w:tab/>
        <w:t>1.013e0</w:t>
      </w:r>
    </w:p>
    <w:p w:rsidR="007B2329" w:rsidRDefault="007B2329" w:rsidP="007B2329">
      <w:r>
        <w:t>116.3190</w:t>
      </w:r>
      <w:r>
        <w:tab/>
        <w:t>1.013e0</w:t>
      </w:r>
    </w:p>
    <w:p w:rsidR="007B2329" w:rsidRDefault="007B2329" w:rsidP="007B2329">
      <w:r>
        <w:t>116.3220</w:t>
      </w:r>
      <w:r>
        <w:tab/>
        <w:t>2.025e0</w:t>
      </w:r>
    </w:p>
    <w:p w:rsidR="007B2329" w:rsidRDefault="007B2329" w:rsidP="007B2329">
      <w:r>
        <w:t>116.3244</w:t>
      </w:r>
      <w:r>
        <w:tab/>
        <w:t>1.013e0</w:t>
      </w:r>
    </w:p>
    <w:p w:rsidR="007B2329" w:rsidRDefault="007B2329" w:rsidP="007B2329">
      <w:r>
        <w:lastRenderedPageBreak/>
        <w:t>116.3273</w:t>
      </w:r>
      <w:r>
        <w:tab/>
        <w:t>1.013e0</w:t>
      </w:r>
    </w:p>
    <w:p w:rsidR="007B2329" w:rsidRDefault="007B2329" w:rsidP="007B2329">
      <w:r>
        <w:t>116.3332</w:t>
      </w:r>
      <w:r>
        <w:tab/>
        <w:t>1.025e0</w:t>
      </w:r>
    </w:p>
    <w:p w:rsidR="007B2329" w:rsidRDefault="007B2329" w:rsidP="007B2329">
      <w:r>
        <w:t>116.3475</w:t>
      </w:r>
      <w:r>
        <w:tab/>
        <w:t>1.013e0</w:t>
      </w:r>
    </w:p>
    <w:p w:rsidR="007B2329" w:rsidRDefault="007B2329" w:rsidP="007B2329">
      <w:r>
        <w:t>116.3533</w:t>
      </w:r>
      <w:r>
        <w:tab/>
        <w:t>1.013e0</w:t>
      </w:r>
    </w:p>
    <w:p w:rsidR="007B2329" w:rsidRDefault="007B2329" w:rsidP="007B2329">
      <w:r>
        <w:t>116.3617</w:t>
      </w:r>
      <w:r>
        <w:tab/>
        <w:t>1.013e0</w:t>
      </w:r>
    </w:p>
    <w:p w:rsidR="007B2329" w:rsidRDefault="007B2329" w:rsidP="007B2329">
      <w:r>
        <w:t>116.3647</w:t>
      </w:r>
      <w:r>
        <w:tab/>
        <w:t>2.025e0</w:t>
      </w:r>
    </w:p>
    <w:p w:rsidR="007B2329" w:rsidRDefault="007B2329" w:rsidP="007B2329">
      <w:r>
        <w:t>116.3676</w:t>
      </w:r>
      <w:r>
        <w:tab/>
        <w:t>2.025e0</w:t>
      </w:r>
    </w:p>
    <w:p w:rsidR="007B2329" w:rsidRDefault="007B2329" w:rsidP="007B2329">
      <w:r>
        <w:t>116.3818</w:t>
      </w:r>
      <w:r>
        <w:tab/>
        <w:t>1.013e0</w:t>
      </w:r>
    </w:p>
    <w:p w:rsidR="007B2329" w:rsidRDefault="007B2329" w:rsidP="007B2329">
      <w:r>
        <w:t>116.3907</w:t>
      </w:r>
      <w:r>
        <w:tab/>
        <w:t>1.013e0</w:t>
      </w:r>
    </w:p>
    <w:p w:rsidR="007B2329" w:rsidRDefault="007B2329" w:rsidP="007B2329">
      <w:r>
        <w:t>116.3936</w:t>
      </w:r>
      <w:r>
        <w:tab/>
        <w:t>1.013e0</w:t>
      </w:r>
    </w:p>
    <w:p w:rsidR="007B2329" w:rsidRDefault="007B2329" w:rsidP="007B2329">
      <w:r>
        <w:t>116.3990</w:t>
      </w:r>
      <w:r>
        <w:tab/>
        <w:t>1.013e0</w:t>
      </w:r>
    </w:p>
    <w:p w:rsidR="007B2329" w:rsidRDefault="007B2329" w:rsidP="007B2329">
      <w:r>
        <w:t>116.4079</w:t>
      </w:r>
      <w:r>
        <w:tab/>
        <w:t>1.266e-2</w:t>
      </w:r>
    </w:p>
    <w:p w:rsidR="007B2329" w:rsidRDefault="007B2329" w:rsidP="007B2329">
      <w:r>
        <w:t>116.4162</w:t>
      </w:r>
      <w:r>
        <w:tab/>
        <w:t>1.266e-2</w:t>
      </w:r>
    </w:p>
    <w:p w:rsidR="007B2329" w:rsidRDefault="007B2329" w:rsidP="007B2329">
      <w:r>
        <w:t>116.4221</w:t>
      </w:r>
      <w:r>
        <w:tab/>
        <w:t>1.013e0</w:t>
      </w:r>
    </w:p>
    <w:p w:rsidR="007B2329" w:rsidRDefault="007B2329" w:rsidP="007B2329">
      <w:r>
        <w:t>116.4262</w:t>
      </w:r>
      <w:r>
        <w:tab/>
        <w:t>3.038e0</w:t>
      </w:r>
    </w:p>
    <w:p w:rsidR="007B2329" w:rsidRDefault="007B2329" w:rsidP="007B2329">
      <w:r>
        <w:t>116.4306</w:t>
      </w:r>
      <w:r>
        <w:tab/>
        <w:t>2.025e0</w:t>
      </w:r>
    </w:p>
    <w:p w:rsidR="007B2329" w:rsidRDefault="007B2329" w:rsidP="007B2329">
      <w:r>
        <w:t>116.4454</w:t>
      </w:r>
      <w:r>
        <w:tab/>
        <w:t>4.051e0</w:t>
      </w:r>
    </w:p>
    <w:p w:rsidR="007B2329" w:rsidRDefault="007B2329" w:rsidP="007B2329">
      <w:r>
        <w:t>116.4479</w:t>
      </w:r>
      <w:r>
        <w:tab/>
        <w:t>1.013e0</w:t>
      </w:r>
    </w:p>
    <w:p w:rsidR="007B2329" w:rsidRDefault="007B2329" w:rsidP="007B2329">
      <w:r>
        <w:t>116.4580</w:t>
      </w:r>
      <w:r>
        <w:tab/>
        <w:t>2.025e0</w:t>
      </w:r>
    </w:p>
    <w:p w:rsidR="007B2329" w:rsidRDefault="007B2329" w:rsidP="007B2329">
      <w:r>
        <w:lastRenderedPageBreak/>
        <w:t>116.4594</w:t>
      </w:r>
      <w:r>
        <w:tab/>
        <w:t>1.013e0</w:t>
      </w:r>
    </w:p>
    <w:p w:rsidR="007B2329" w:rsidRDefault="007B2329" w:rsidP="007B2329">
      <w:r>
        <w:t>116.4624</w:t>
      </w:r>
      <w:r>
        <w:tab/>
        <w:t>2.025e0</w:t>
      </w:r>
    </w:p>
    <w:p w:rsidR="007B2329" w:rsidRDefault="007B2329" w:rsidP="007B2329">
      <w:r>
        <w:t>116.4679</w:t>
      </w:r>
      <w:r>
        <w:tab/>
        <w:t>2.025e0</w:t>
      </w:r>
    </w:p>
    <w:p w:rsidR="007B2329" w:rsidRDefault="007B2329" w:rsidP="007B2329">
      <w:r>
        <w:t>116.4766</w:t>
      </w:r>
      <w:r>
        <w:tab/>
        <w:t>1.013e0</w:t>
      </w:r>
    </w:p>
    <w:p w:rsidR="007B2329" w:rsidRDefault="007B2329" w:rsidP="007B2329">
      <w:r>
        <w:t>116.4796</w:t>
      </w:r>
      <w:r>
        <w:tab/>
        <w:t>2.532e-2</w:t>
      </w:r>
    </w:p>
    <w:p w:rsidR="007B2329" w:rsidRDefault="007B2329" w:rsidP="007B2329">
      <w:r>
        <w:t>116.4856</w:t>
      </w:r>
      <w:r>
        <w:tab/>
        <w:t>3.051e0</w:t>
      </w:r>
    </w:p>
    <w:p w:rsidR="007B2329" w:rsidRDefault="007B2329" w:rsidP="007B2329">
      <w:r>
        <w:t>116.4880</w:t>
      </w:r>
      <w:r>
        <w:tab/>
        <w:t>1.266e-2</w:t>
      </w:r>
    </w:p>
    <w:p w:rsidR="007B2329" w:rsidRDefault="007B2329" w:rsidP="007B2329">
      <w:r>
        <w:t>116.5030</w:t>
      </w:r>
      <w:r>
        <w:tab/>
        <w:t>4.051e0</w:t>
      </w:r>
    </w:p>
    <w:p w:rsidR="007B2329" w:rsidRDefault="007B2329" w:rsidP="007B2329">
      <w:r>
        <w:t>116.5081</w:t>
      </w:r>
      <w:r>
        <w:tab/>
        <w:t>1.266e-2</w:t>
      </w:r>
    </w:p>
    <w:p w:rsidR="007B2329" w:rsidRDefault="007B2329" w:rsidP="007B2329">
      <w:r>
        <w:t>116.5154</w:t>
      </w:r>
      <w:r>
        <w:tab/>
        <w:t>2.025e0</w:t>
      </w:r>
    </w:p>
    <w:p w:rsidR="007B2329" w:rsidRDefault="007B2329" w:rsidP="007B2329">
      <w:r>
        <w:t>116.5195</w:t>
      </w:r>
      <w:r>
        <w:tab/>
        <w:t>1.013e0</w:t>
      </w:r>
    </w:p>
    <w:p w:rsidR="007B2329" w:rsidRDefault="007B2329" w:rsidP="007B2329">
      <w:r>
        <w:t>116.5238</w:t>
      </w:r>
      <w:r>
        <w:tab/>
        <w:t>2.025e0</w:t>
      </w:r>
    </w:p>
    <w:p w:rsidR="007B2329" w:rsidRDefault="007B2329" w:rsidP="007B2329">
      <w:r>
        <w:t>116.5254</w:t>
      </w:r>
      <w:r>
        <w:tab/>
        <w:t>1.013e0</w:t>
      </w:r>
    </w:p>
    <w:p w:rsidR="007B2329" w:rsidRDefault="007B2329" w:rsidP="007B2329">
      <w:r>
        <w:t>116.5312</w:t>
      </w:r>
      <w:r>
        <w:tab/>
        <w:t>1.013e0</w:t>
      </w:r>
    </w:p>
    <w:p w:rsidR="007B2329" w:rsidRDefault="007B2329" w:rsidP="007B2329">
      <w:r>
        <w:t>116.5361</w:t>
      </w:r>
      <w:r>
        <w:tab/>
        <w:t>3.038e0</w:t>
      </w:r>
    </w:p>
    <w:p w:rsidR="007B2329" w:rsidRDefault="007B2329" w:rsidP="007B2329">
      <w:r>
        <w:t>116.5455</w:t>
      </w:r>
      <w:r>
        <w:tab/>
        <w:t>1.013e0</w:t>
      </w:r>
    </w:p>
    <w:p w:rsidR="007B2329" w:rsidRDefault="007B2329" w:rsidP="007B2329">
      <w:r>
        <w:t>116.5567</w:t>
      </w:r>
      <w:r>
        <w:tab/>
        <w:t>1.013e0</w:t>
      </w:r>
    </w:p>
    <w:p w:rsidR="007B2329" w:rsidRDefault="007B2329" w:rsidP="007B2329">
      <w:r>
        <w:t>116.5597</w:t>
      </w:r>
      <w:r>
        <w:tab/>
        <w:t>1.013e0</w:t>
      </w:r>
    </w:p>
    <w:p w:rsidR="007B2329" w:rsidRDefault="007B2329" w:rsidP="007B2329">
      <w:r>
        <w:t>116.5685</w:t>
      </w:r>
      <w:r>
        <w:tab/>
        <w:t>1.013e0</w:t>
      </w:r>
    </w:p>
    <w:p w:rsidR="007B2329" w:rsidRDefault="007B2329" w:rsidP="007B2329">
      <w:r>
        <w:lastRenderedPageBreak/>
        <w:t>116.5714</w:t>
      </w:r>
      <w:r>
        <w:tab/>
        <w:t>1.013e0</w:t>
      </w:r>
    </w:p>
    <w:p w:rsidR="007B2329" w:rsidRDefault="007B2329" w:rsidP="007B2329">
      <w:r>
        <w:t>116.5828</w:t>
      </w:r>
      <w:r>
        <w:tab/>
        <w:t>1.266e-2</w:t>
      </w:r>
    </w:p>
    <w:p w:rsidR="007B2329" w:rsidRDefault="007B2329" w:rsidP="007B2329">
      <w:r>
        <w:t>116.5888</w:t>
      </w:r>
      <w:r>
        <w:tab/>
        <w:t>1.013e0</w:t>
      </w:r>
    </w:p>
    <w:p w:rsidR="007B2329" w:rsidRDefault="007B2329" w:rsidP="007B2329">
      <w:r>
        <w:t>116.5940</w:t>
      </w:r>
      <w:r>
        <w:tab/>
        <w:t>2.025e0</w:t>
      </w:r>
    </w:p>
    <w:p w:rsidR="007B2329" w:rsidRDefault="007B2329" w:rsidP="007B2329">
      <w:r>
        <w:t>116.6059</w:t>
      </w:r>
      <w:r>
        <w:tab/>
        <w:t>1.266e-2</w:t>
      </w:r>
    </w:p>
    <w:p w:rsidR="007B2329" w:rsidRDefault="007B2329" w:rsidP="007B2329">
      <w:r>
        <w:t>116.6099</w:t>
      </w:r>
      <w:r>
        <w:tab/>
        <w:t>2.025e0</w:t>
      </w:r>
    </w:p>
    <w:p w:rsidR="007B2329" w:rsidRDefault="007B2329" w:rsidP="007B2329">
      <w:r>
        <w:t>116.6113</w:t>
      </w:r>
      <w:r>
        <w:tab/>
        <w:t>1.013e0</w:t>
      </w:r>
    </w:p>
    <w:p w:rsidR="007B2329" w:rsidRDefault="007B2329" w:rsidP="007B2329">
      <w:r>
        <w:t>116.6157</w:t>
      </w:r>
      <w:r>
        <w:tab/>
        <w:t>2.025e0</w:t>
      </w:r>
    </w:p>
    <w:p w:rsidR="007B2329" w:rsidRDefault="007B2329" w:rsidP="007B2329">
      <w:r>
        <w:t>116.6231</w:t>
      </w:r>
      <w:r>
        <w:tab/>
        <w:t>1.013e0</w:t>
      </w:r>
    </w:p>
    <w:p w:rsidR="007B2329" w:rsidRDefault="007B2329" w:rsidP="007B2329">
      <w:r>
        <w:t>116.6344</w:t>
      </w:r>
      <w:r>
        <w:tab/>
        <w:t>1.266e-2</w:t>
      </w:r>
    </w:p>
    <w:p w:rsidR="007B2329" w:rsidRDefault="007B2329" w:rsidP="007B2329">
      <w:r>
        <w:t>116.6388</w:t>
      </w:r>
      <w:r>
        <w:tab/>
        <w:t>2.025e0</w:t>
      </w:r>
    </w:p>
    <w:p w:rsidR="007B2329" w:rsidRDefault="007B2329" w:rsidP="007B2329">
      <w:r>
        <w:t>116.6403</w:t>
      </w:r>
      <w:r>
        <w:tab/>
        <w:t>1.013e0</w:t>
      </w:r>
    </w:p>
    <w:p w:rsidR="007B2329" w:rsidRDefault="007B2329" w:rsidP="007B2329">
      <w:r>
        <w:t>116.6456</w:t>
      </w:r>
      <w:r>
        <w:tab/>
        <w:t>1.013e0</w:t>
      </w:r>
    </w:p>
    <w:p w:rsidR="007B2329" w:rsidRDefault="007B2329" w:rsidP="007B2329">
      <w:r>
        <w:t>116.6516</w:t>
      </w:r>
      <w:r>
        <w:tab/>
        <w:t>1.013e0</w:t>
      </w:r>
    </w:p>
    <w:p w:rsidR="007B2329" w:rsidRDefault="007B2329" w:rsidP="007B2329">
      <w:r>
        <w:t>116.6530</w:t>
      </w:r>
      <w:r>
        <w:tab/>
        <w:t>2.025e0</w:t>
      </w:r>
    </w:p>
    <w:p w:rsidR="007B2329" w:rsidRDefault="007B2329" w:rsidP="007B2329">
      <w:r>
        <w:t>116.6605</w:t>
      </w:r>
      <w:r>
        <w:tab/>
        <w:t>2.025e0</w:t>
      </w:r>
    </w:p>
    <w:p w:rsidR="007B2329" w:rsidRDefault="007B2329" w:rsidP="007B2329">
      <w:r>
        <w:t>116.6688</w:t>
      </w:r>
      <w:r>
        <w:tab/>
        <w:t>1.013e0</w:t>
      </w:r>
    </w:p>
    <w:p w:rsidR="007B2329" w:rsidRDefault="007B2329" w:rsidP="007B2329">
      <w:r>
        <w:t>116.6765</w:t>
      </w:r>
      <w:r>
        <w:tab/>
        <w:t>4.051e0</w:t>
      </w:r>
    </w:p>
    <w:p w:rsidR="007B2329" w:rsidRDefault="007B2329" w:rsidP="007B2329">
      <w:r>
        <w:t>116.6777</w:t>
      </w:r>
      <w:r>
        <w:tab/>
        <w:t>1.013e0</w:t>
      </w:r>
    </w:p>
    <w:p w:rsidR="007B2329" w:rsidRDefault="007B2329" w:rsidP="007B2329">
      <w:r>
        <w:lastRenderedPageBreak/>
        <w:t>116.6890</w:t>
      </w:r>
      <w:r>
        <w:tab/>
        <w:t>1.013e0</w:t>
      </w:r>
    </w:p>
    <w:p w:rsidR="007B2329" w:rsidRDefault="007B2329" w:rsidP="007B2329">
      <w:r>
        <w:t>116.6919</w:t>
      </w:r>
      <w:r>
        <w:tab/>
        <w:t>1.013e0</w:t>
      </w:r>
    </w:p>
    <w:p w:rsidR="007B2329" w:rsidRDefault="007B2329" w:rsidP="007B2329">
      <w:r>
        <w:t>116.6949</w:t>
      </w:r>
      <w:r>
        <w:tab/>
        <w:t>1.013e0</w:t>
      </w:r>
    </w:p>
    <w:p w:rsidR="007B2329" w:rsidRDefault="007B2329" w:rsidP="007B2329">
      <w:r>
        <w:t>116.6981</w:t>
      </w:r>
      <w:r>
        <w:tab/>
        <w:t>3.051e0</w:t>
      </w:r>
    </w:p>
    <w:p w:rsidR="007B2329" w:rsidRDefault="007B2329" w:rsidP="007B2329">
      <w:r>
        <w:t>116.7062</w:t>
      </w:r>
      <w:r>
        <w:tab/>
        <w:t>1.013e0</w:t>
      </w:r>
    </w:p>
    <w:p w:rsidR="007B2329" w:rsidRDefault="007B2329" w:rsidP="007B2329">
      <w:r>
        <w:t>116.7234</w:t>
      </w:r>
      <w:r>
        <w:tab/>
        <w:t>3.038e0</w:t>
      </w:r>
    </w:p>
    <w:p w:rsidR="007B2329" w:rsidRDefault="007B2329" w:rsidP="007B2329">
      <w:r>
        <w:t>116.7334</w:t>
      </w:r>
      <w:r>
        <w:tab/>
        <w:t>1.051e0</w:t>
      </w:r>
    </w:p>
    <w:p w:rsidR="007B2329" w:rsidRDefault="007B2329" w:rsidP="007B2329">
      <w:r>
        <w:t>116.7406</w:t>
      </w:r>
      <w:r>
        <w:tab/>
        <w:t>2.038e0</w:t>
      </w:r>
    </w:p>
    <w:p w:rsidR="007B2329" w:rsidRDefault="007B2329" w:rsidP="007B2329">
      <w:r>
        <w:t>116.7421</w:t>
      </w:r>
      <w:r>
        <w:tab/>
        <w:t>2.025e0</w:t>
      </w:r>
    </w:p>
    <w:p w:rsidR="007B2329" w:rsidRDefault="007B2329" w:rsidP="007B2329">
      <w:r>
        <w:t>116.7465</w:t>
      </w:r>
      <w:r>
        <w:tab/>
        <w:t>1.266e-2</w:t>
      </w:r>
    </w:p>
    <w:p w:rsidR="007B2329" w:rsidRDefault="007B2329" w:rsidP="007B2329">
      <w:r>
        <w:t>116.7521</w:t>
      </w:r>
      <w:r>
        <w:tab/>
        <w:t>1.038e0</w:t>
      </w:r>
    </w:p>
    <w:p w:rsidR="007B2329" w:rsidRDefault="007B2329" w:rsidP="007B2329">
      <w:r>
        <w:t>116.7607</w:t>
      </w:r>
      <w:r>
        <w:tab/>
        <w:t>1.013e0</w:t>
      </w:r>
    </w:p>
    <w:p w:rsidR="007B2329" w:rsidRDefault="007B2329" w:rsidP="007B2329">
      <w:r>
        <w:t>116.7678</w:t>
      </w:r>
      <w:r>
        <w:tab/>
        <w:t>1.025e0</w:t>
      </w:r>
    </w:p>
    <w:p w:rsidR="007B2329" w:rsidRDefault="007B2329" w:rsidP="007B2329">
      <w:r>
        <w:t>116.7693</w:t>
      </w:r>
      <w:r>
        <w:tab/>
        <w:t>1.013e0</w:t>
      </w:r>
    </w:p>
    <w:p w:rsidR="007B2329" w:rsidRDefault="007B2329" w:rsidP="007B2329">
      <w:r>
        <w:t>116.7720</w:t>
      </w:r>
      <w:r>
        <w:tab/>
        <w:t>1.013e0</w:t>
      </w:r>
    </w:p>
    <w:p w:rsidR="007B2329" w:rsidRDefault="007B2329" w:rsidP="007B2329">
      <w:r>
        <w:t>116.7780</w:t>
      </w:r>
      <w:r>
        <w:tab/>
        <w:t>1.266e-2</w:t>
      </w:r>
    </w:p>
    <w:p w:rsidR="007B2329" w:rsidRDefault="007B2329" w:rsidP="007B2329">
      <w:r>
        <w:t>116.7839</w:t>
      </w:r>
      <w:r>
        <w:tab/>
        <w:t>1.013e0</w:t>
      </w:r>
    </w:p>
    <w:p w:rsidR="007B2329" w:rsidRDefault="007B2329" w:rsidP="007B2329">
      <w:r>
        <w:t>116.7867</w:t>
      </w:r>
      <w:r>
        <w:tab/>
        <w:t>1.013e0</w:t>
      </w:r>
    </w:p>
    <w:p w:rsidR="007B2329" w:rsidRDefault="007B2329" w:rsidP="007B2329">
      <w:r>
        <w:t>116.7952</w:t>
      </w:r>
      <w:r>
        <w:tab/>
        <w:t>1.266e-2</w:t>
      </w:r>
    </w:p>
    <w:p w:rsidR="007B2329" w:rsidRDefault="007B2329" w:rsidP="007B2329">
      <w:r>
        <w:lastRenderedPageBreak/>
        <w:t>116.7981</w:t>
      </w:r>
      <w:r>
        <w:tab/>
        <w:t>1.013e0</w:t>
      </w:r>
    </w:p>
    <w:p w:rsidR="007B2329" w:rsidRDefault="007B2329" w:rsidP="007B2329">
      <w:r>
        <w:t>116.8040</w:t>
      </w:r>
      <w:r>
        <w:tab/>
        <w:t>1.013e0</w:t>
      </w:r>
    </w:p>
    <w:p w:rsidR="007B2329" w:rsidRDefault="007B2329" w:rsidP="007B2329">
      <w:r>
        <w:t>116.8065</w:t>
      </w:r>
      <w:r>
        <w:tab/>
        <w:t>2.025e0</w:t>
      </w:r>
    </w:p>
    <w:p w:rsidR="007B2329" w:rsidRDefault="007B2329" w:rsidP="007B2329">
      <w:r>
        <w:t>116.8174</w:t>
      </w:r>
      <w:r>
        <w:tab/>
        <w:t>3.038e0</w:t>
      </w:r>
    </w:p>
    <w:p w:rsidR="007B2329" w:rsidRDefault="007B2329" w:rsidP="007B2329">
      <w:r>
        <w:t>116.8213</w:t>
      </w:r>
      <w:r>
        <w:tab/>
        <w:t>1.013e0</w:t>
      </w:r>
    </w:p>
    <w:p w:rsidR="007B2329" w:rsidRDefault="007B2329" w:rsidP="007B2329">
      <w:r>
        <w:t>116.8266</w:t>
      </w:r>
      <w:r>
        <w:tab/>
        <w:t>1.013e0</w:t>
      </w:r>
    </w:p>
    <w:p w:rsidR="007B2329" w:rsidRDefault="007B2329" w:rsidP="007B2329">
      <w:r>
        <w:t>116.8355</w:t>
      </w:r>
      <w:r>
        <w:tab/>
        <w:t>1.013e0</w:t>
      </w:r>
    </w:p>
    <w:p w:rsidR="007B2329" w:rsidRDefault="007B2329" w:rsidP="007B2329">
      <w:r>
        <w:t>116.8498</w:t>
      </w:r>
      <w:r>
        <w:tab/>
        <w:t>2.025e0</w:t>
      </w:r>
    </w:p>
    <w:p w:rsidR="007B2329" w:rsidRDefault="007B2329" w:rsidP="007B2329">
      <w:r>
        <w:t>116.8527</w:t>
      </w:r>
      <w:r>
        <w:tab/>
        <w:t>2.025e0</w:t>
      </w:r>
    </w:p>
    <w:p w:rsidR="007B2329" w:rsidRDefault="007B2329" w:rsidP="007B2329">
      <w:r>
        <w:t>116.8557</w:t>
      </w:r>
      <w:r>
        <w:tab/>
        <w:t>1.013e0</w:t>
      </w:r>
    </w:p>
    <w:p w:rsidR="007B2329" w:rsidRDefault="007B2329" w:rsidP="007B2329">
      <w:r>
        <w:t>116.8571</w:t>
      </w:r>
      <w:r>
        <w:tab/>
        <w:t>2.025e0</w:t>
      </w:r>
    </w:p>
    <w:p w:rsidR="007B2329" w:rsidRDefault="007B2329" w:rsidP="007B2329">
      <w:r>
        <w:t>116.8610</w:t>
      </w:r>
      <w:r>
        <w:tab/>
        <w:t>1.013e0</w:t>
      </w:r>
    </w:p>
    <w:p w:rsidR="007B2329" w:rsidRDefault="007B2329" w:rsidP="007B2329">
      <w:r>
        <w:t>116.8699</w:t>
      </w:r>
      <w:r>
        <w:tab/>
        <w:t>1.013e0</w:t>
      </w:r>
    </w:p>
    <w:p w:rsidR="007B2329" w:rsidRDefault="007B2329" w:rsidP="007B2329">
      <w:r>
        <w:t>116.8714</w:t>
      </w:r>
      <w:r>
        <w:tab/>
        <w:t>2.025e0</w:t>
      </w:r>
    </w:p>
    <w:p w:rsidR="007B2329" w:rsidRDefault="007B2329" w:rsidP="007B2329">
      <w:r>
        <w:t>116.8902</w:t>
      </w:r>
      <w:r>
        <w:tab/>
        <w:t>2.025e0</w:t>
      </w:r>
    </w:p>
    <w:p w:rsidR="007B2329" w:rsidRDefault="007B2329" w:rsidP="007B2329">
      <w:r>
        <w:t>116.9015</w:t>
      </w:r>
      <w:r>
        <w:tab/>
        <w:t>1.013e0</w:t>
      </w:r>
    </w:p>
    <w:p w:rsidR="007B2329" w:rsidRDefault="007B2329" w:rsidP="007B2329">
      <w:r>
        <w:t>116.9073</w:t>
      </w:r>
      <w:r>
        <w:tab/>
        <w:t>1.266e-2</w:t>
      </w:r>
    </w:p>
    <w:p w:rsidR="007B2329" w:rsidRDefault="007B2329" w:rsidP="007B2329">
      <w:r>
        <w:t>116.9110</w:t>
      </w:r>
      <w:r>
        <w:tab/>
        <w:t>4.051e0</w:t>
      </w:r>
    </w:p>
    <w:p w:rsidR="007B2329" w:rsidRDefault="007B2329" w:rsidP="007B2329">
      <w:r>
        <w:t>116.9130</w:t>
      </w:r>
      <w:r>
        <w:tab/>
        <w:t>1.013e0</w:t>
      </w:r>
    </w:p>
    <w:p w:rsidR="007B2329" w:rsidRDefault="007B2329" w:rsidP="007B2329">
      <w:r>
        <w:lastRenderedPageBreak/>
        <w:t>116.9216</w:t>
      </w:r>
      <w:r>
        <w:tab/>
        <w:t>1.013e0</w:t>
      </w:r>
    </w:p>
    <w:p w:rsidR="007B2329" w:rsidRDefault="007B2329" w:rsidP="007B2329">
      <w:r>
        <w:t>116.9303</w:t>
      </w:r>
      <w:r>
        <w:tab/>
        <w:t>1.013e0</w:t>
      </w:r>
    </w:p>
    <w:p w:rsidR="007B2329" w:rsidRDefault="007B2329" w:rsidP="007B2329">
      <w:r>
        <w:t>116.9316</w:t>
      </w:r>
      <w:r>
        <w:tab/>
        <w:t>2.025e0</w:t>
      </w:r>
    </w:p>
    <w:p w:rsidR="007B2329" w:rsidRDefault="007B2329" w:rsidP="007B2329">
      <w:r>
        <w:t>116.9388</w:t>
      </w:r>
      <w:r>
        <w:tab/>
        <w:t>2.025e0</w:t>
      </w:r>
    </w:p>
    <w:p w:rsidR="007B2329" w:rsidRDefault="007B2329" w:rsidP="007B2329">
      <w:r>
        <w:t>116.9403</w:t>
      </w:r>
      <w:r>
        <w:tab/>
        <w:t>2.025e0</w:t>
      </w:r>
    </w:p>
    <w:p w:rsidR="007B2329" w:rsidRDefault="007B2329" w:rsidP="007B2329">
      <w:r>
        <w:t>116.9417</w:t>
      </w:r>
      <w:r>
        <w:tab/>
        <w:t>1.013e0</w:t>
      </w:r>
    </w:p>
    <w:p w:rsidR="007B2329" w:rsidRDefault="007B2329" w:rsidP="007B2329">
      <w:r>
        <w:t>116.9447</w:t>
      </w:r>
      <w:r>
        <w:tab/>
        <w:t>1.013e0</w:t>
      </w:r>
    </w:p>
    <w:p w:rsidR="007B2329" w:rsidRDefault="007B2329" w:rsidP="007B2329">
      <w:r>
        <w:t>116.9502</w:t>
      </w:r>
      <w:r>
        <w:tab/>
        <w:t>1.013e0</w:t>
      </w:r>
    </w:p>
    <w:p w:rsidR="007B2329" w:rsidRDefault="007B2329" w:rsidP="007B2329">
      <w:r>
        <w:t>116.9561</w:t>
      </w:r>
      <w:r>
        <w:tab/>
        <w:t>1.013e0</w:t>
      </w:r>
    </w:p>
    <w:p w:rsidR="007B2329" w:rsidRDefault="007B2329" w:rsidP="007B2329">
      <w:r>
        <w:t>116.9590</w:t>
      </w:r>
      <w:r>
        <w:tab/>
        <w:t>1.013e0</w:t>
      </w:r>
    </w:p>
    <w:p w:rsidR="007B2329" w:rsidRDefault="007B2329" w:rsidP="007B2329">
      <w:r>
        <w:t>116.9650</w:t>
      </w:r>
      <w:r>
        <w:tab/>
        <w:t>1.013e0</w:t>
      </w:r>
    </w:p>
    <w:p w:rsidR="007B2329" w:rsidRDefault="007B2329" w:rsidP="007B2329">
      <w:r>
        <w:t>116.9733</w:t>
      </w:r>
      <w:r>
        <w:tab/>
        <w:t>1.013e0</w:t>
      </w:r>
    </w:p>
    <w:p w:rsidR="007B2329" w:rsidRDefault="007B2329" w:rsidP="007B2329">
      <w:r>
        <w:t>116.9763</w:t>
      </w:r>
      <w:r>
        <w:tab/>
        <w:t>1.025e0</w:t>
      </w:r>
    </w:p>
    <w:p w:rsidR="007B2329" w:rsidRDefault="007B2329" w:rsidP="007B2329">
      <w:r>
        <w:t>116.9875</w:t>
      </w:r>
      <w:r>
        <w:tab/>
        <w:t>2.025e0</w:t>
      </w:r>
    </w:p>
    <w:p w:rsidR="007B2329" w:rsidRDefault="007B2329" w:rsidP="007B2329">
      <w:r>
        <w:t>116.9905</w:t>
      </w:r>
      <w:r>
        <w:tab/>
        <w:t>2.025e0</w:t>
      </w:r>
    </w:p>
    <w:p w:rsidR="007B2329" w:rsidRDefault="007B2329" w:rsidP="007B2329">
      <w:r>
        <w:t>117.0022</w:t>
      </w:r>
      <w:r>
        <w:tab/>
        <w:t>1.013e0</w:t>
      </w:r>
    </w:p>
    <w:p w:rsidR="007B2329" w:rsidRDefault="007B2329" w:rsidP="007B2329">
      <w:r>
        <w:t>117.0063</w:t>
      </w:r>
      <w:r>
        <w:tab/>
        <w:t>2.025e0</w:t>
      </w:r>
    </w:p>
    <w:p w:rsidR="007B2329" w:rsidRDefault="007B2329" w:rsidP="007B2329">
      <w:r>
        <w:t>117.0078</w:t>
      </w:r>
      <w:r>
        <w:tab/>
        <w:t>1.013e0</w:t>
      </w:r>
    </w:p>
    <w:p w:rsidR="007B2329" w:rsidRDefault="007B2329" w:rsidP="007B2329">
      <w:r>
        <w:t>117.0294</w:t>
      </w:r>
      <w:r>
        <w:tab/>
        <w:t>1.072e0</w:t>
      </w:r>
    </w:p>
    <w:p w:rsidR="007B2329" w:rsidRDefault="007B2329" w:rsidP="007B2329">
      <w:r>
        <w:lastRenderedPageBreak/>
        <w:t>117.0324</w:t>
      </w:r>
      <w:r>
        <w:tab/>
        <w:t>2.025e0</w:t>
      </w:r>
    </w:p>
    <w:p w:rsidR="007B2329" w:rsidRDefault="007B2329" w:rsidP="007B2329">
      <w:r>
        <w:t>117.0368</w:t>
      </w:r>
      <w:r>
        <w:tab/>
        <w:t>1.013e0</w:t>
      </w:r>
    </w:p>
    <w:p w:rsidR="007B2329" w:rsidRDefault="007B2329" w:rsidP="007B2329">
      <w:r>
        <w:t>117.0568</w:t>
      </w:r>
      <w:r>
        <w:tab/>
        <w:t>3.038e0</w:t>
      </w:r>
    </w:p>
    <w:p w:rsidR="007B2329" w:rsidRDefault="007B2329" w:rsidP="007B2329">
      <w:r>
        <w:t>117.0645</w:t>
      </w:r>
      <w:r>
        <w:tab/>
        <w:t>1.214e1</w:t>
      </w:r>
    </w:p>
    <w:p w:rsidR="007B2329" w:rsidRDefault="007B2329" w:rsidP="007B2329">
      <w:r>
        <w:t>117.0655</w:t>
      </w:r>
      <w:r>
        <w:tab/>
        <w:t>1.722e1</w:t>
      </w:r>
    </w:p>
    <w:p w:rsidR="007B2329" w:rsidRDefault="007B2329" w:rsidP="007B2329">
      <w:r>
        <w:t>117.0696</w:t>
      </w:r>
      <w:r>
        <w:tab/>
        <w:t>2.257e0</w:t>
      </w:r>
    </w:p>
    <w:p w:rsidR="007B2329" w:rsidRDefault="007B2329" w:rsidP="007B2329">
      <w:r>
        <w:t>117.0804</w:t>
      </w:r>
      <w:r>
        <w:tab/>
        <w:t>3.055e0</w:t>
      </w:r>
    </w:p>
    <w:p w:rsidR="007B2329" w:rsidRDefault="007B2329" w:rsidP="007B2329">
      <w:r>
        <w:t>117.0870</w:t>
      </w:r>
      <w:r>
        <w:tab/>
        <w:t>2.025e0</w:t>
      </w:r>
    </w:p>
    <w:p w:rsidR="007B2329" w:rsidRDefault="007B2329" w:rsidP="007B2329">
      <w:r>
        <w:t>117.0892</w:t>
      </w:r>
      <w:r>
        <w:tab/>
        <w:t>1.038e0</w:t>
      </w:r>
    </w:p>
    <w:p w:rsidR="007B2329" w:rsidRDefault="007B2329" w:rsidP="007B2329">
      <w:r>
        <w:t>117.1027</w:t>
      </w:r>
      <w:r>
        <w:tab/>
        <w:t>1.013e0</w:t>
      </w:r>
    </w:p>
    <w:p w:rsidR="007B2329" w:rsidRDefault="007B2329" w:rsidP="007B2329">
      <w:r>
        <w:t>117.1040</w:t>
      </w:r>
      <w:r>
        <w:tab/>
        <w:t>2.038e0</w:t>
      </w:r>
    </w:p>
    <w:p w:rsidR="007B2329" w:rsidRDefault="007B2329" w:rsidP="007B2329">
      <w:r>
        <w:t>117.1229</w:t>
      </w:r>
      <w:r>
        <w:tab/>
        <w:t>1.013e0</w:t>
      </w:r>
    </w:p>
    <w:p w:rsidR="007B2329" w:rsidRDefault="007B2329" w:rsidP="007B2329">
      <w:r>
        <w:t>117.1287</w:t>
      </w:r>
      <w:r>
        <w:tab/>
        <w:t>1.266e-2</w:t>
      </w:r>
    </w:p>
    <w:p w:rsidR="007B2329" w:rsidRDefault="007B2329" w:rsidP="007B2329">
      <w:r>
        <w:t>117.1372</w:t>
      </w:r>
      <w:r>
        <w:tab/>
        <w:t>1.013e0</w:t>
      </w:r>
    </w:p>
    <w:p w:rsidR="007B2329" w:rsidRDefault="007B2329" w:rsidP="007B2329">
      <w:r>
        <w:t>117.1432</w:t>
      </w:r>
      <w:r>
        <w:tab/>
        <w:t>3.038e0</w:t>
      </w:r>
    </w:p>
    <w:p w:rsidR="007B2329" w:rsidRDefault="007B2329" w:rsidP="007B2329">
      <w:r>
        <w:t>117.1473</w:t>
      </w:r>
      <w:r>
        <w:tab/>
        <w:t>2.025e0</w:t>
      </w:r>
    </w:p>
    <w:p w:rsidR="007B2329" w:rsidRDefault="007B2329" w:rsidP="007B2329">
      <w:r>
        <w:t>117.1485</w:t>
      </w:r>
      <w:r>
        <w:tab/>
        <w:t>1.013e0</w:t>
      </w:r>
    </w:p>
    <w:p w:rsidR="007B2329" w:rsidRDefault="007B2329" w:rsidP="007B2329">
      <w:r>
        <w:t>117.1574</w:t>
      </w:r>
      <w:r>
        <w:tab/>
        <w:t>1.013e0</w:t>
      </w:r>
    </w:p>
    <w:p w:rsidR="007B2329" w:rsidRDefault="007B2329" w:rsidP="007B2329">
      <w:r>
        <w:t>117.1647</w:t>
      </w:r>
      <w:r>
        <w:tab/>
        <w:t>2.025e0</w:t>
      </w:r>
    </w:p>
    <w:p w:rsidR="007B2329" w:rsidRDefault="007B2329" w:rsidP="007B2329">
      <w:r>
        <w:lastRenderedPageBreak/>
        <w:t>117.1675</w:t>
      </w:r>
      <w:r>
        <w:tab/>
        <w:t>2.025e0</w:t>
      </w:r>
    </w:p>
    <w:p w:rsidR="007B2329" w:rsidRDefault="007B2329" w:rsidP="007B2329">
      <w:r>
        <w:t>117.1687</w:t>
      </w:r>
      <w:r>
        <w:tab/>
        <w:t>1.266e-2</w:t>
      </w:r>
    </w:p>
    <w:p w:rsidR="007B2329" w:rsidRDefault="007B2329" w:rsidP="007B2329">
      <w:r>
        <w:t>117.1732</w:t>
      </w:r>
      <w:r>
        <w:tab/>
        <w:t>2.025e0</w:t>
      </w:r>
    </w:p>
    <w:p w:rsidR="007B2329" w:rsidRDefault="007B2329" w:rsidP="007B2329">
      <w:r>
        <w:t>117.1776</w:t>
      </w:r>
      <w:r>
        <w:tab/>
        <w:t>2.025e0</w:t>
      </w:r>
    </w:p>
    <w:p w:rsidR="007B2329" w:rsidRDefault="007B2329" w:rsidP="007B2329">
      <w:r>
        <w:t>117.1859</w:t>
      </w:r>
      <w:r>
        <w:tab/>
        <w:t>1.013e0</w:t>
      </w:r>
    </w:p>
    <w:p w:rsidR="007B2329" w:rsidRDefault="007B2329" w:rsidP="007B2329">
      <w:r>
        <w:t>117.1890</w:t>
      </w:r>
      <w:r>
        <w:tab/>
        <w:t>1.013e0</w:t>
      </w:r>
    </w:p>
    <w:p w:rsidR="007B2329" w:rsidRDefault="007B2329" w:rsidP="007B2329">
      <w:r>
        <w:t>117.1919</w:t>
      </w:r>
      <w:r>
        <w:tab/>
        <w:t>1.013e0</w:t>
      </w:r>
    </w:p>
    <w:p w:rsidR="007B2329" w:rsidRDefault="007B2329" w:rsidP="007B2329">
      <w:r>
        <w:t>117.2061</w:t>
      </w:r>
      <w:r>
        <w:tab/>
        <w:t>2.025e0</w:t>
      </w:r>
    </w:p>
    <w:p w:rsidR="007B2329" w:rsidRDefault="007B2329" w:rsidP="007B2329">
      <w:r>
        <w:t>117.2150</w:t>
      </w:r>
      <w:r>
        <w:tab/>
        <w:t>1.025e0</w:t>
      </w:r>
    </w:p>
    <w:p w:rsidR="007B2329" w:rsidRDefault="007B2329" w:rsidP="007B2329">
      <w:r>
        <w:t>117.2234</w:t>
      </w:r>
      <w:r>
        <w:tab/>
        <w:t>1.013e0</w:t>
      </w:r>
    </w:p>
    <w:p w:rsidR="007B2329" w:rsidRDefault="007B2329" w:rsidP="007B2329">
      <w:r>
        <w:t>117.2264</w:t>
      </w:r>
      <w:r>
        <w:tab/>
        <w:t>2.025e0</w:t>
      </w:r>
    </w:p>
    <w:p w:rsidR="007B2329" w:rsidRDefault="007B2329" w:rsidP="007B2329">
      <w:r>
        <w:t>117.2293</w:t>
      </w:r>
      <w:r>
        <w:tab/>
        <w:t>1.013e0</w:t>
      </w:r>
    </w:p>
    <w:p w:rsidR="007B2329" w:rsidRDefault="007B2329" w:rsidP="007B2329">
      <w:r>
        <w:t>117.2344</w:t>
      </w:r>
      <w:r>
        <w:tab/>
        <w:t>3.038e0</w:t>
      </w:r>
    </w:p>
    <w:p w:rsidR="007B2329" w:rsidRDefault="007B2329" w:rsidP="007B2329">
      <w:r>
        <w:t>117.2365</w:t>
      </w:r>
      <w:r>
        <w:tab/>
        <w:t>2.025e0</w:t>
      </w:r>
    </w:p>
    <w:p w:rsidR="007B2329" w:rsidRDefault="007B2329" w:rsidP="007B2329">
      <w:r>
        <w:t>117.2422</w:t>
      </w:r>
      <w:r>
        <w:tab/>
        <w:t>2.025e0</w:t>
      </w:r>
    </w:p>
    <w:p w:rsidR="007B2329" w:rsidRDefault="007B2329" w:rsidP="007B2329">
      <w:r>
        <w:t>117.2466</w:t>
      </w:r>
      <w:r>
        <w:tab/>
        <w:t>1.013e0</w:t>
      </w:r>
    </w:p>
    <w:p w:rsidR="007B2329" w:rsidRDefault="007B2329" w:rsidP="007B2329">
      <w:r>
        <w:t>117.2525</w:t>
      </w:r>
      <w:r>
        <w:tab/>
        <w:t>3.038e0</w:t>
      </w:r>
    </w:p>
    <w:p w:rsidR="007B2329" w:rsidRDefault="007B2329" w:rsidP="007B2329">
      <w:r>
        <w:t>117.2553</w:t>
      </w:r>
      <w:r>
        <w:tab/>
        <w:t>1.013e0</w:t>
      </w:r>
    </w:p>
    <w:p w:rsidR="007B2329" w:rsidRDefault="007B2329" w:rsidP="007B2329">
      <w:r>
        <w:t>117.2608</w:t>
      </w:r>
      <w:r>
        <w:tab/>
        <w:t>1.013e0</w:t>
      </w:r>
    </w:p>
    <w:p w:rsidR="007B2329" w:rsidRDefault="007B2329" w:rsidP="007B2329">
      <w:r>
        <w:lastRenderedPageBreak/>
        <w:t>117.2638</w:t>
      </w:r>
      <w:r>
        <w:tab/>
        <w:t>1.013e0</w:t>
      </w:r>
    </w:p>
    <w:p w:rsidR="007B2329" w:rsidRDefault="007B2329" w:rsidP="007B2329">
      <w:r>
        <w:t>117.2795</w:t>
      </w:r>
      <w:r>
        <w:tab/>
        <w:t>1.025e0</w:t>
      </w:r>
    </w:p>
    <w:p w:rsidR="007B2329" w:rsidRDefault="007B2329" w:rsidP="007B2329">
      <w:r>
        <w:t>117.2840</w:t>
      </w:r>
      <w:r>
        <w:tab/>
        <w:t>1.013e0</w:t>
      </w:r>
    </w:p>
    <w:p w:rsidR="007B2329" w:rsidRDefault="007B2329" w:rsidP="007B2329">
      <w:r>
        <w:t>117.2900</w:t>
      </w:r>
      <w:r>
        <w:tab/>
        <w:t>1.266e-2</w:t>
      </w:r>
    </w:p>
    <w:p w:rsidR="007B2329" w:rsidRDefault="007B2329" w:rsidP="007B2329">
      <w:r>
        <w:t>117.3099</w:t>
      </w:r>
      <w:r>
        <w:tab/>
        <w:t>1.013e0</w:t>
      </w:r>
    </w:p>
    <w:p w:rsidR="007B2329" w:rsidRDefault="007B2329" w:rsidP="007B2329">
      <w:r>
        <w:t>117.3215</w:t>
      </w:r>
      <w:r>
        <w:tab/>
        <w:t>1.013e0</w:t>
      </w:r>
    </w:p>
    <w:p w:rsidR="007B2329" w:rsidRDefault="007B2329" w:rsidP="007B2329">
      <w:r>
        <w:t>117.3230</w:t>
      </w:r>
      <w:r>
        <w:tab/>
        <w:t>4.051e0</w:t>
      </w:r>
    </w:p>
    <w:p w:rsidR="007B2329" w:rsidRDefault="007B2329" w:rsidP="007B2329">
      <w:r>
        <w:t>117.3327</w:t>
      </w:r>
      <w:r>
        <w:tab/>
        <w:t>2.025e0</w:t>
      </w:r>
    </w:p>
    <w:p w:rsidR="007B2329" w:rsidRDefault="007B2329" w:rsidP="007B2329">
      <w:r>
        <w:t>117.3387</w:t>
      </w:r>
      <w:r>
        <w:tab/>
        <w:t>1.266e-2</w:t>
      </w:r>
    </w:p>
    <w:p w:rsidR="007B2329" w:rsidRDefault="007B2329" w:rsidP="007B2329">
      <w:r>
        <w:t>117.3472</w:t>
      </w:r>
      <w:r>
        <w:tab/>
        <w:t>1.025e0</w:t>
      </w:r>
    </w:p>
    <w:p w:rsidR="007B2329" w:rsidRDefault="007B2329" w:rsidP="007B2329">
      <w:r>
        <w:t>117.3500</w:t>
      </w:r>
      <w:r>
        <w:tab/>
        <w:t>3.038e0</w:t>
      </w:r>
    </w:p>
    <w:p w:rsidR="007B2329" w:rsidRDefault="007B2329" w:rsidP="007B2329">
      <w:r>
        <w:t>117.3531</w:t>
      </w:r>
      <w:r>
        <w:tab/>
        <w:t>1.266e-2</w:t>
      </w:r>
    </w:p>
    <w:p w:rsidR="007B2329" w:rsidRDefault="007B2329" w:rsidP="007B2329">
      <w:r>
        <w:t>117.3589</w:t>
      </w:r>
      <w:r>
        <w:tab/>
        <w:t>1.013e0</w:t>
      </w:r>
    </w:p>
    <w:p w:rsidR="007B2329" w:rsidRDefault="007B2329" w:rsidP="007B2329">
      <w:r>
        <w:t>117.3703</w:t>
      </w:r>
      <w:r>
        <w:tab/>
        <w:t>1.266e-2</w:t>
      </w:r>
    </w:p>
    <w:p w:rsidR="007B2329" w:rsidRDefault="007B2329" w:rsidP="007B2329">
      <w:r>
        <w:t>117.3762</w:t>
      </w:r>
      <w:r>
        <w:tab/>
        <w:t>1.266e-2</w:t>
      </w:r>
    </w:p>
    <w:p w:rsidR="007B2329" w:rsidRDefault="007B2329" w:rsidP="007B2329">
      <w:r>
        <w:t>117.3792</w:t>
      </w:r>
      <w:r>
        <w:tab/>
        <w:t>1.013e0</w:t>
      </w:r>
    </w:p>
    <w:p w:rsidR="007B2329" w:rsidRDefault="007B2329" w:rsidP="007B2329">
      <w:r>
        <w:t>117.3820</w:t>
      </w:r>
      <w:r>
        <w:tab/>
        <w:t>1.266e-2</w:t>
      </w:r>
    </w:p>
    <w:p w:rsidR="007B2329" w:rsidRDefault="007B2329" w:rsidP="007B2329">
      <w:r>
        <w:t>117.3846</w:t>
      </w:r>
      <w:r>
        <w:tab/>
        <w:t>2.025e0</w:t>
      </w:r>
    </w:p>
    <w:p w:rsidR="007B2329" w:rsidRDefault="007B2329" w:rsidP="007B2329">
      <w:r>
        <w:t>117.3949</w:t>
      </w:r>
      <w:r>
        <w:tab/>
        <w:t>2.025e0</w:t>
      </w:r>
    </w:p>
    <w:p w:rsidR="007B2329" w:rsidRDefault="007B2329" w:rsidP="007B2329">
      <w:r>
        <w:lastRenderedPageBreak/>
        <w:t>117.3965</w:t>
      </w:r>
      <w:r>
        <w:tab/>
        <w:t>2.025e0</w:t>
      </w:r>
    </w:p>
    <w:p w:rsidR="007B2329" w:rsidRDefault="007B2329" w:rsidP="007B2329">
      <w:r>
        <w:t>117.3994</w:t>
      </w:r>
      <w:r>
        <w:tab/>
        <w:t>2.532e-2</w:t>
      </w:r>
    </w:p>
    <w:p w:rsidR="007B2329" w:rsidRDefault="007B2329" w:rsidP="007B2329">
      <w:r>
        <w:t>117.4077</w:t>
      </w:r>
      <w:r>
        <w:tab/>
        <w:t>1.013e0</w:t>
      </w:r>
    </w:p>
    <w:p w:rsidR="007B2329" w:rsidRDefault="007B2329" w:rsidP="007B2329">
      <w:r>
        <w:t>117.4092</w:t>
      </w:r>
      <w:r>
        <w:tab/>
        <w:t>2.025e0</w:t>
      </w:r>
    </w:p>
    <w:p w:rsidR="007B2329" w:rsidRDefault="007B2329" w:rsidP="007B2329">
      <w:r>
        <w:t>117.4136</w:t>
      </w:r>
      <w:r>
        <w:tab/>
        <w:t>1.013e0</w:t>
      </w:r>
    </w:p>
    <w:p w:rsidR="007B2329" w:rsidRDefault="007B2329" w:rsidP="007B2329">
      <w:r>
        <w:t>117.4250</w:t>
      </w:r>
      <w:r>
        <w:tab/>
        <w:t>1.013e0</w:t>
      </w:r>
    </w:p>
    <w:p w:rsidR="007B2329" w:rsidRDefault="007B2329" w:rsidP="007B2329">
      <w:r>
        <w:t>117.4309</w:t>
      </w:r>
      <w:r>
        <w:tab/>
        <w:t>1.013e0</w:t>
      </w:r>
    </w:p>
    <w:p w:rsidR="007B2329" w:rsidRDefault="007B2329" w:rsidP="007B2329">
      <w:r>
        <w:t>117.4324</w:t>
      </w:r>
      <w:r>
        <w:tab/>
        <w:t>1.025e0</w:t>
      </w:r>
    </w:p>
    <w:p w:rsidR="007B2329" w:rsidRDefault="007B2329" w:rsidP="007B2329">
      <w:r>
        <w:t>117.4422</w:t>
      </w:r>
      <w:r>
        <w:tab/>
        <w:t>2.025e0</w:t>
      </w:r>
    </w:p>
    <w:p w:rsidR="007B2329" w:rsidRDefault="007B2329" w:rsidP="007B2329">
      <w:r>
        <w:t>117.4511</w:t>
      </w:r>
      <w:r>
        <w:tab/>
        <w:t>2.532e-2</w:t>
      </w:r>
    </w:p>
    <w:p w:rsidR="007B2329" w:rsidRDefault="007B2329" w:rsidP="007B2329">
      <w:r>
        <w:t>117.4594</w:t>
      </w:r>
      <w:r>
        <w:tab/>
        <w:t>2.025e0</w:t>
      </w:r>
    </w:p>
    <w:p w:rsidR="007B2329" w:rsidRDefault="007B2329" w:rsidP="007B2329">
      <w:r>
        <w:t>117.4625</w:t>
      </w:r>
      <w:r>
        <w:tab/>
        <w:t>1.013e0</w:t>
      </w:r>
    </w:p>
    <w:p w:rsidR="007B2329" w:rsidRDefault="007B2329" w:rsidP="007B2329">
      <w:r>
        <w:t>117.4767</w:t>
      </w:r>
      <w:r>
        <w:tab/>
        <w:t>1.013e0</w:t>
      </w:r>
    </w:p>
    <w:p w:rsidR="007B2329" w:rsidRDefault="007B2329" w:rsidP="007B2329">
      <w:r>
        <w:t>117.4797</w:t>
      </w:r>
      <w:r>
        <w:tab/>
        <w:t>1.013e0</w:t>
      </w:r>
    </w:p>
    <w:p w:rsidR="007B2329" w:rsidRDefault="007B2329" w:rsidP="007B2329">
      <w:r>
        <w:t>117.4812</w:t>
      </w:r>
      <w:r>
        <w:tab/>
        <w:t>2.025e0</w:t>
      </w:r>
    </w:p>
    <w:p w:rsidR="007B2329" w:rsidRDefault="007B2329" w:rsidP="007B2329">
      <w:r>
        <w:t>117.4886</w:t>
      </w:r>
      <w:r>
        <w:tab/>
        <w:t>2.025e0</w:t>
      </w:r>
    </w:p>
    <w:p w:rsidR="007B2329" w:rsidRDefault="007B2329" w:rsidP="007B2329">
      <w:r>
        <w:t>117.4914</w:t>
      </w:r>
      <w:r>
        <w:tab/>
        <w:t>1.013e0</w:t>
      </w:r>
    </w:p>
    <w:p w:rsidR="007B2329" w:rsidRDefault="007B2329" w:rsidP="007B2329">
      <w:r>
        <w:t>117.4939</w:t>
      </w:r>
      <w:r>
        <w:tab/>
        <w:t>1.013e0</w:t>
      </w:r>
    </w:p>
    <w:p w:rsidR="007B2329" w:rsidRDefault="007B2329" w:rsidP="007B2329">
      <w:r>
        <w:t>117.5029</w:t>
      </w:r>
      <w:r>
        <w:tab/>
        <w:t>1.013e0</w:t>
      </w:r>
    </w:p>
    <w:p w:rsidR="007B2329" w:rsidRDefault="007B2329" w:rsidP="007B2329">
      <w:r>
        <w:lastRenderedPageBreak/>
        <w:t>117.5100</w:t>
      </w:r>
      <w:r>
        <w:tab/>
        <w:t>2.532e-2</w:t>
      </w:r>
    </w:p>
    <w:p w:rsidR="007B2329" w:rsidRDefault="007B2329" w:rsidP="007B2329">
      <w:r>
        <w:t>117.5172</w:t>
      </w:r>
      <w:r>
        <w:tab/>
        <w:t>1.013e0</w:t>
      </w:r>
    </w:p>
    <w:p w:rsidR="007B2329" w:rsidRDefault="007B2329" w:rsidP="007B2329">
      <w:r>
        <w:t>117.5201</w:t>
      </w:r>
      <w:r>
        <w:tab/>
        <w:t>1.025e0</w:t>
      </w:r>
    </w:p>
    <w:p w:rsidR="007B2329" w:rsidRDefault="007B2329" w:rsidP="007B2329">
      <w:r>
        <w:t>117.5434</w:t>
      </w:r>
      <w:r>
        <w:tab/>
        <w:t>1.266e-2</w:t>
      </w:r>
    </w:p>
    <w:p w:rsidR="007B2329" w:rsidRDefault="007B2329" w:rsidP="007B2329">
      <w:r>
        <w:t>117.5547</w:t>
      </w:r>
      <w:r>
        <w:tab/>
        <w:t>1.013e0</w:t>
      </w:r>
    </w:p>
    <w:p w:rsidR="007B2329" w:rsidRDefault="007B2329" w:rsidP="007B2329">
      <w:r>
        <w:t>117.5581</w:t>
      </w:r>
      <w:r>
        <w:tab/>
        <w:t>6.076e0</w:t>
      </w:r>
    </w:p>
    <w:p w:rsidR="007B2329" w:rsidRDefault="007B2329" w:rsidP="007B2329">
      <w:r>
        <w:t>117.5636</w:t>
      </w:r>
      <w:r>
        <w:tab/>
        <w:t>1.013e0</w:t>
      </w:r>
    </w:p>
    <w:p w:rsidR="007B2329" w:rsidRDefault="007B2329" w:rsidP="007B2329">
      <w:r>
        <w:t>117.5821</w:t>
      </w:r>
      <w:r>
        <w:tab/>
        <w:t>1.025e0</w:t>
      </w:r>
    </w:p>
    <w:p w:rsidR="007B2329" w:rsidRDefault="007B2329" w:rsidP="007B2329">
      <w:r>
        <w:t>117.5835</w:t>
      </w:r>
      <w:r>
        <w:tab/>
        <w:t>2.025e0</w:t>
      </w:r>
    </w:p>
    <w:p w:rsidR="007B2329" w:rsidRDefault="007B2329" w:rsidP="007B2329">
      <w:r>
        <w:t>117.5922</w:t>
      </w:r>
      <w:r>
        <w:tab/>
        <w:t>1.013e0</w:t>
      </w:r>
    </w:p>
    <w:p w:rsidR="007B2329" w:rsidRDefault="007B2329" w:rsidP="007B2329">
      <w:r>
        <w:t>117.6065</w:t>
      </w:r>
      <w:r>
        <w:tab/>
        <w:t>2.025e0</w:t>
      </w:r>
    </w:p>
    <w:p w:rsidR="007B2329" w:rsidRDefault="007B2329" w:rsidP="007B2329">
      <w:r>
        <w:t>117.6124</w:t>
      </w:r>
      <w:r>
        <w:tab/>
        <w:t>1.013e0</w:t>
      </w:r>
    </w:p>
    <w:p w:rsidR="007B2329" w:rsidRDefault="007B2329" w:rsidP="007B2329">
      <w:r>
        <w:t>117.6279</w:t>
      </w:r>
      <w:r>
        <w:tab/>
        <w:t>3.038e0</w:t>
      </w:r>
    </w:p>
    <w:p w:rsidR="007B2329" w:rsidRDefault="007B2329" w:rsidP="007B2329">
      <w:r>
        <w:t>117.6410</w:t>
      </w:r>
      <w:r>
        <w:tab/>
        <w:t>1.013e0</w:t>
      </w:r>
    </w:p>
    <w:p w:rsidR="007B2329" w:rsidRDefault="007B2329" w:rsidP="007B2329">
      <w:r>
        <w:t>117.6469</w:t>
      </w:r>
      <w:r>
        <w:tab/>
        <w:t>1.013e0</w:t>
      </w:r>
    </w:p>
    <w:p w:rsidR="007B2329" w:rsidRDefault="007B2329" w:rsidP="007B2329">
      <w:r>
        <w:t>117.6499</w:t>
      </w:r>
      <w:r>
        <w:tab/>
        <w:t>1.266e-2</w:t>
      </w:r>
    </w:p>
    <w:p w:rsidR="007B2329" w:rsidRDefault="007B2329" w:rsidP="007B2329">
      <w:r>
        <w:t>117.6556</w:t>
      </w:r>
      <w:r>
        <w:tab/>
        <w:t>1.266e-2</w:t>
      </w:r>
    </w:p>
    <w:p w:rsidR="007B2329" w:rsidRDefault="007B2329" w:rsidP="007B2329">
      <w:r>
        <w:t>117.6642</w:t>
      </w:r>
      <w:r>
        <w:tab/>
        <w:t>1.013e0</w:t>
      </w:r>
    </w:p>
    <w:p w:rsidR="007B2329" w:rsidRDefault="007B2329" w:rsidP="007B2329">
      <w:r>
        <w:t>117.6672</w:t>
      </w:r>
      <w:r>
        <w:tab/>
        <w:t>1.013e0</w:t>
      </w:r>
    </w:p>
    <w:p w:rsidR="007B2329" w:rsidRDefault="007B2329" w:rsidP="007B2329">
      <w:r>
        <w:lastRenderedPageBreak/>
        <w:t>117.6716</w:t>
      </w:r>
      <w:r>
        <w:tab/>
        <w:t>2.025e0</w:t>
      </w:r>
    </w:p>
    <w:p w:rsidR="007B2329" w:rsidRDefault="007B2329" w:rsidP="007B2329">
      <w:r>
        <w:t>117.6731</w:t>
      </w:r>
      <w:r>
        <w:tab/>
        <w:t>1.025e0</w:t>
      </w:r>
    </w:p>
    <w:p w:rsidR="007B2329" w:rsidRDefault="007B2329" w:rsidP="007B2329">
      <w:r>
        <w:t>117.6772</w:t>
      </w:r>
      <w:r>
        <w:tab/>
        <w:t>2.025e0</w:t>
      </w:r>
    </w:p>
    <w:p w:rsidR="007B2329" w:rsidRDefault="007B2329" w:rsidP="007B2329">
      <w:r>
        <w:t>117.6829</w:t>
      </w:r>
      <w:r>
        <w:tab/>
        <w:t>2.025e0</w:t>
      </w:r>
    </w:p>
    <w:p w:rsidR="007B2329" w:rsidRDefault="007B2329" w:rsidP="007B2329">
      <w:r>
        <w:t>117.6844</w:t>
      </w:r>
      <w:r>
        <w:tab/>
        <w:t>2.025e0</w:t>
      </w:r>
    </w:p>
    <w:p w:rsidR="007B2329" w:rsidRDefault="007B2329" w:rsidP="007B2329">
      <w:r>
        <w:t>117.6973</w:t>
      </w:r>
      <w:r>
        <w:tab/>
        <w:t>2.025e0</w:t>
      </w:r>
    </w:p>
    <w:p w:rsidR="007B2329" w:rsidRDefault="007B2329" w:rsidP="007B2329">
      <w:r>
        <w:t>117.6988</w:t>
      </w:r>
      <w:r>
        <w:tab/>
        <w:t>2.025e0</w:t>
      </w:r>
    </w:p>
    <w:p w:rsidR="007B2329" w:rsidRDefault="007B2329" w:rsidP="007B2329">
      <w:r>
        <w:t>117.7160</w:t>
      </w:r>
      <w:r>
        <w:tab/>
        <w:t>1.266e-2</w:t>
      </w:r>
    </w:p>
    <w:p w:rsidR="007B2329" w:rsidRDefault="007B2329" w:rsidP="007B2329">
      <w:r>
        <w:t>117.7190</w:t>
      </w:r>
      <w:r>
        <w:tab/>
        <w:t>1.013e0</w:t>
      </w:r>
    </w:p>
    <w:p w:rsidR="007B2329" w:rsidRDefault="007B2329" w:rsidP="007B2329">
      <w:r>
        <w:t>117.7219</w:t>
      </w:r>
      <w:r>
        <w:tab/>
        <w:t>1.013e0</w:t>
      </w:r>
    </w:p>
    <w:p w:rsidR="007B2329" w:rsidRDefault="007B2329" w:rsidP="007B2329">
      <w:r>
        <w:t>117.7249</w:t>
      </w:r>
      <w:r>
        <w:tab/>
        <w:t>1.013e0</w:t>
      </w:r>
    </w:p>
    <w:p w:rsidR="007B2329" w:rsidRDefault="007B2329" w:rsidP="007B2329">
      <w:r>
        <w:t>117.7363</w:t>
      </w:r>
      <w:r>
        <w:tab/>
        <w:t>1.266e-2</w:t>
      </w:r>
    </w:p>
    <w:p w:rsidR="007B2329" w:rsidRDefault="007B2329" w:rsidP="007B2329">
      <w:r>
        <w:t>117.7392</w:t>
      </w:r>
      <w:r>
        <w:tab/>
        <w:t>1.013e0</w:t>
      </w:r>
    </w:p>
    <w:p w:rsidR="007B2329" w:rsidRDefault="007B2329" w:rsidP="007B2329">
      <w:r>
        <w:t>117.7478</w:t>
      </w:r>
      <w:r>
        <w:tab/>
        <w:t>1.266e-2</w:t>
      </w:r>
    </w:p>
    <w:p w:rsidR="007B2329" w:rsidRDefault="007B2329" w:rsidP="007B2329">
      <w:r>
        <w:t>117.7625</w:t>
      </w:r>
      <w:r>
        <w:tab/>
        <w:t>1.013e0</w:t>
      </w:r>
    </w:p>
    <w:p w:rsidR="007B2329" w:rsidRDefault="007B2329" w:rsidP="007B2329">
      <w:r>
        <w:t>117.7677</w:t>
      </w:r>
      <w:r>
        <w:tab/>
        <w:t>2.025e0</w:t>
      </w:r>
    </w:p>
    <w:p w:rsidR="007B2329" w:rsidRDefault="007B2329" w:rsidP="007B2329">
      <w:r>
        <w:t>117.7738</w:t>
      </w:r>
      <w:r>
        <w:tab/>
        <w:t>1.013e0</w:t>
      </w:r>
    </w:p>
    <w:p w:rsidR="007B2329" w:rsidRDefault="007B2329" w:rsidP="007B2329">
      <w:r>
        <w:t>117.7797</w:t>
      </w:r>
      <w:r>
        <w:tab/>
        <w:t>1.013e0</w:t>
      </w:r>
    </w:p>
    <w:p w:rsidR="007B2329" w:rsidRDefault="007B2329" w:rsidP="007B2329">
      <w:r>
        <w:t>117.7827</w:t>
      </w:r>
      <w:r>
        <w:tab/>
        <w:t>1.013e0</w:t>
      </w:r>
    </w:p>
    <w:p w:rsidR="007B2329" w:rsidRDefault="007B2329" w:rsidP="007B2329">
      <w:r>
        <w:lastRenderedPageBreak/>
        <w:t>117.7940</w:t>
      </w:r>
      <w:r>
        <w:tab/>
        <w:t>1.013e0</w:t>
      </w:r>
    </w:p>
    <w:p w:rsidR="007B2329" w:rsidRDefault="007B2329" w:rsidP="007B2329">
      <w:r>
        <w:t>117.7999</w:t>
      </w:r>
      <w:r>
        <w:tab/>
        <w:t>2.025e0</w:t>
      </w:r>
    </w:p>
    <w:p w:rsidR="007B2329" w:rsidRDefault="007B2329" w:rsidP="007B2329">
      <w:r>
        <w:t>117.8053</w:t>
      </w:r>
      <w:r>
        <w:tab/>
        <w:t>1.013e0</w:t>
      </w:r>
    </w:p>
    <w:p w:rsidR="007B2329" w:rsidRDefault="007B2329" w:rsidP="007B2329">
      <w:r>
        <w:t>117.8083</w:t>
      </w:r>
      <w:r>
        <w:tab/>
        <w:t>2.025e0</w:t>
      </w:r>
    </w:p>
    <w:p w:rsidR="007B2329" w:rsidRDefault="007B2329" w:rsidP="007B2329">
      <w:r>
        <w:t>117.8113</w:t>
      </w:r>
      <w:r>
        <w:tab/>
        <w:t>1.266e-2</w:t>
      </w:r>
    </w:p>
    <w:p w:rsidR="007B2329" w:rsidRDefault="007B2329" w:rsidP="007B2329">
      <w:r>
        <w:t>117.8201</w:t>
      </w:r>
      <w:r>
        <w:tab/>
        <w:t>1.013e0</w:t>
      </w:r>
    </w:p>
    <w:p w:rsidR="007B2329" w:rsidRDefault="007B2329" w:rsidP="007B2329">
      <w:r>
        <w:t>117.8315</w:t>
      </w:r>
      <w:r>
        <w:tab/>
        <w:t>1.013e0</w:t>
      </w:r>
    </w:p>
    <w:p w:rsidR="007B2329" w:rsidRDefault="007B2329" w:rsidP="007B2329">
      <w:r>
        <w:t>117.8429</w:t>
      </w:r>
      <w:r>
        <w:tab/>
        <w:t>2.025e0</w:t>
      </w:r>
    </w:p>
    <w:p w:rsidR="007B2329" w:rsidRDefault="007B2329" w:rsidP="007B2329">
      <w:r>
        <w:t>117.8444</w:t>
      </w:r>
      <w:r>
        <w:tab/>
        <w:t>2.025e0</w:t>
      </w:r>
    </w:p>
    <w:p w:rsidR="007B2329" w:rsidRDefault="007B2329" w:rsidP="007B2329">
      <w:r>
        <w:t>117.8503</w:t>
      </w:r>
      <w:r>
        <w:tab/>
        <w:t>2.025e0</w:t>
      </w:r>
    </w:p>
    <w:p w:rsidR="007B2329" w:rsidRDefault="007B2329" w:rsidP="007B2329">
      <w:r>
        <w:t>117.8601</w:t>
      </w:r>
      <w:r>
        <w:tab/>
        <w:t>1.013e0</w:t>
      </w:r>
    </w:p>
    <w:p w:rsidR="007B2329" w:rsidRDefault="007B2329" w:rsidP="007B2329">
      <w:r>
        <w:t>117.8690</w:t>
      </w:r>
      <w:r>
        <w:tab/>
        <w:t>1.013e0</w:t>
      </w:r>
    </w:p>
    <w:p w:rsidR="007B2329" w:rsidRDefault="007B2329" w:rsidP="007B2329">
      <w:r>
        <w:t>117.8720</w:t>
      </w:r>
      <w:r>
        <w:tab/>
        <w:t>2.532e-2</w:t>
      </w:r>
    </w:p>
    <w:p w:rsidR="007B2329" w:rsidRDefault="007B2329" w:rsidP="007B2329">
      <w:r>
        <w:t>117.8750</w:t>
      </w:r>
      <w:r>
        <w:tab/>
        <w:t>1.013e0</w:t>
      </w:r>
    </w:p>
    <w:p w:rsidR="007B2329" w:rsidRDefault="007B2329" w:rsidP="007B2329">
      <w:r>
        <w:t>117.8924</w:t>
      </w:r>
      <w:r>
        <w:tab/>
        <w:t>1.013e0</w:t>
      </w:r>
    </w:p>
    <w:p w:rsidR="007B2329" w:rsidRDefault="007B2329" w:rsidP="007B2329">
      <w:r>
        <w:t>117.8936</w:t>
      </w:r>
      <w:r>
        <w:tab/>
        <w:t>2.025e0</w:t>
      </w:r>
    </w:p>
    <w:p w:rsidR="007B2329" w:rsidRDefault="007B2329" w:rsidP="007B2329">
      <w:r>
        <w:t>117.8977</w:t>
      </w:r>
      <w:r>
        <w:tab/>
        <w:t>1.013e0</w:t>
      </w:r>
    </w:p>
    <w:p w:rsidR="007B2329" w:rsidRDefault="007B2329" w:rsidP="007B2329">
      <w:r>
        <w:t>117.9036</w:t>
      </w:r>
      <w:r>
        <w:tab/>
        <w:t>1.013e0</w:t>
      </w:r>
    </w:p>
    <w:p w:rsidR="007B2329" w:rsidRDefault="007B2329" w:rsidP="007B2329">
      <w:r>
        <w:t>117.9149</w:t>
      </w:r>
      <w:r>
        <w:tab/>
        <w:t>2.025e0</w:t>
      </w:r>
    </w:p>
    <w:p w:rsidR="007B2329" w:rsidRDefault="007B2329" w:rsidP="007B2329">
      <w:r>
        <w:lastRenderedPageBreak/>
        <w:t>117.9180</w:t>
      </w:r>
      <w:r>
        <w:tab/>
        <w:t>1.013e0</w:t>
      </w:r>
    </w:p>
    <w:p w:rsidR="007B2329" w:rsidRDefault="007B2329" w:rsidP="007B2329">
      <w:r>
        <w:t>117.9239</w:t>
      </w:r>
      <w:r>
        <w:tab/>
        <w:t>1.013e0</w:t>
      </w:r>
    </w:p>
    <w:p w:rsidR="007B2329" w:rsidRDefault="007B2329" w:rsidP="007B2329">
      <w:r>
        <w:t>117.9269</w:t>
      </w:r>
      <w:r>
        <w:tab/>
        <w:t>1.013e0</w:t>
      </w:r>
    </w:p>
    <w:p w:rsidR="007B2329" w:rsidRDefault="007B2329" w:rsidP="007B2329">
      <w:r>
        <w:t>117.9311</w:t>
      </w:r>
      <w:r>
        <w:tab/>
        <w:t>2.025e0</w:t>
      </w:r>
    </w:p>
    <w:p w:rsidR="007B2329" w:rsidRDefault="007B2329" w:rsidP="007B2329">
      <w:r>
        <w:t>117.9352</w:t>
      </w:r>
      <w:r>
        <w:tab/>
        <w:t>1.013e0</w:t>
      </w:r>
    </w:p>
    <w:p w:rsidR="007B2329" w:rsidRDefault="007B2329" w:rsidP="007B2329">
      <w:r>
        <w:t>117.9442</w:t>
      </w:r>
      <w:r>
        <w:tab/>
        <w:t>1.025e0</w:t>
      </w:r>
    </w:p>
    <w:p w:rsidR="007B2329" w:rsidRDefault="007B2329" w:rsidP="007B2329">
      <w:r>
        <w:t>117.9472</w:t>
      </w:r>
      <w:r>
        <w:tab/>
        <w:t>1.013e0</w:t>
      </w:r>
    </w:p>
    <w:p w:rsidR="007B2329" w:rsidRDefault="007B2329" w:rsidP="007B2329">
      <w:r>
        <w:t>117.9585</w:t>
      </w:r>
      <w:r>
        <w:tab/>
        <w:t>1.013e0</w:t>
      </w:r>
    </w:p>
    <w:p w:rsidR="007B2329" w:rsidRDefault="007B2329" w:rsidP="007B2329">
      <w:r>
        <w:t>117.9614</w:t>
      </w:r>
      <w:r>
        <w:tab/>
        <w:t>2.025e0</w:t>
      </w:r>
    </w:p>
    <w:p w:rsidR="007B2329" w:rsidRDefault="007B2329" w:rsidP="007B2329">
      <w:r>
        <w:t>117.9685</w:t>
      </w:r>
      <w:r>
        <w:tab/>
        <w:t>2.532e-2</w:t>
      </w:r>
    </w:p>
    <w:p w:rsidR="007B2329" w:rsidRDefault="007B2329" w:rsidP="007B2329">
      <w:r>
        <w:t>117.9901</w:t>
      </w:r>
      <w:r>
        <w:tab/>
        <w:t>1.013e0</w:t>
      </w:r>
    </w:p>
    <w:p w:rsidR="007B2329" w:rsidRDefault="007B2329" w:rsidP="007B2329">
      <w:r>
        <w:t>118.0004</w:t>
      </w:r>
      <w:r>
        <w:tab/>
        <w:t>1.025e0</w:t>
      </w:r>
    </w:p>
    <w:p w:rsidR="007B2329" w:rsidRDefault="007B2329" w:rsidP="007B2329">
      <w:r>
        <w:t>118.0033</w:t>
      </w:r>
      <w:r>
        <w:tab/>
        <w:t>1.025e0</w:t>
      </w:r>
    </w:p>
    <w:p w:rsidR="007B2329" w:rsidRDefault="007B2329" w:rsidP="007B2329">
      <w:r>
        <w:t>118.0047</w:t>
      </w:r>
      <w:r>
        <w:tab/>
        <w:t>1.266e-2</w:t>
      </w:r>
    </w:p>
    <w:p w:rsidR="007B2329" w:rsidRDefault="007B2329" w:rsidP="007B2329">
      <w:r>
        <w:t>118.0133</w:t>
      </w:r>
      <w:r>
        <w:tab/>
        <w:t>1.013e0</w:t>
      </w:r>
    </w:p>
    <w:p w:rsidR="007B2329" w:rsidRDefault="007B2329" w:rsidP="007B2329">
      <w:r>
        <w:t>118.0163</w:t>
      </w:r>
      <w:r>
        <w:tab/>
        <w:t>1.013e0</w:t>
      </w:r>
    </w:p>
    <w:p w:rsidR="007B2329" w:rsidRDefault="007B2329" w:rsidP="007B2329">
      <w:r>
        <w:t>118.0247</w:t>
      </w:r>
      <w:r>
        <w:tab/>
        <w:t>3.038e0</w:t>
      </w:r>
    </w:p>
    <w:p w:rsidR="007B2329" w:rsidRDefault="007B2329" w:rsidP="007B2329">
      <w:r>
        <w:t>118.0276</w:t>
      </w:r>
      <w:r>
        <w:tab/>
        <w:t>1.013e0</w:t>
      </w:r>
    </w:p>
    <w:p w:rsidR="007B2329" w:rsidRDefault="007B2329" w:rsidP="007B2329">
      <w:r>
        <w:t>118.0366</w:t>
      </w:r>
      <w:r>
        <w:tab/>
        <w:t>3.339e0</w:t>
      </w:r>
    </w:p>
    <w:p w:rsidR="007B2329" w:rsidRDefault="007B2329" w:rsidP="007B2329">
      <w:r>
        <w:lastRenderedPageBreak/>
        <w:t>118.0422</w:t>
      </w:r>
      <w:r>
        <w:tab/>
        <w:t>2.025e0</w:t>
      </w:r>
    </w:p>
    <w:p w:rsidR="007B2329" w:rsidRDefault="007B2329" w:rsidP="007B2329">
      <w:r>
        <w:t>118.0538</w:t>
      </w:r>
      <w:r>
        <w:tab/>
        <w:t>1.013e0</w:t>
      </w:r>
    </w:p>
    <w:p w:rsidR="007B2329" w:rsidRDefault="007B2329" w:rsidP="007B2329">
      <w:r>
        <w:t>118.0582</w:t>
      </w:r>
      <w:r>
        <w:tab/>
        <w:t>2.025e0</w:t>
      </w:r>
    </w:p>
    <w:p w:rsidR="007B2329" w:rsidRDefault="007B2329" w:rsidP="007B2329">
      <w:r>
        <w:t>118.0664</w:t>
      </w:r>
      <w:r>
        <w:tab/>
        <w:t>4.101e0</w:t>
      </w:r>
    </w:p>
    <w:p w:rsidR="007B2329" w:rsidRDefault="007B2329" w:rsidP="007B2329">
      <w:r>
        <w:t>118.0711</w:t>
      </w:r>
      <w:r>
        <w:tab/>
        <w:t>2.033e0</w:t>
      </w:r>
    </w:p>
    <w:p w:rsidR="007B2329" w:rsidRDefault="007B2329" w:rsidP="007B2329">
      <w:r>
        <w:t>118.0748</w:t>
      </w:r>
      <w:r>
        <w:tab/>
        <w:t>4.051e0</w:t>
      </w:r>
    </w:p>
    <w:p w:rsidR="007B2329" w:rsidRDefault="007B2329" w:rsidP="007B2329">
      <w:r>
        <w:t>118.0795</w:t>
      </w:r>
      <w:r>
        <w:tab/>
        <w:t>1.013e1</w:t>
      </w:r>
    </w:p>
    <w:p w:rsidR="007B2329" w:rsidRDefault="007B2329" w:rsidP="007B2329">
      <w:r>
        <w:t>118.0935</w:t>
      </w:r>
      <w:r>
        <w:tab/>
        <w:t>5.063e0</w:t>
      </w:r>
    </w:p>
    <w:p w:rsidR="007B2329" w:rsidRDefault="007B2329" w:rsidP="007B2329">
      <w:r>
        <w:t>118.0997</w:t>
      </w:r>
      <w:r>
        <w:tab/>
        <w:t>1.013e0</w:t>
      </w:r>
    </w:p>
    <w:p w:rsidR="007B2329" w:rsidRDefault="007B2329" w:rsidP="007B2329">
      <w:r>
        <w:t>118.1012</w:t>
      </w:r>
      <w:r>
        <w:tab/>
        <w:t>1.965e0</w:t>
      </w:r>
    </w:p>
    <w:p w:rsidR="007B2329" w:rsidRDefault="007B2329" w:rsidP="007B2329">
      <w:r>
        <w:t>118.1057</w:t>
      </w:r>
      <w:r>
        <w:tab/>
        <w:t>1.013e0</w:t>
      </w:r>
    </w:p>
    <w:p w:rsidR="007B2329" w:rsidRDefault="007B2329" w:rsidP="007B2329">
      <w:r>
        <w:t>118.1072</w:t>
      </w:r>
      <w:r>
        <w:tab/>
        <w:t>2.025e0</w:t>
      </w:r>
    </w:p>
    <w:p w:rsidR="007B2329" w:rsidRDefault="007B2329" w:rsidP="007B2329">
      <w:r>
        <w:t>118.1170</w:t>
      </w:r>
      <w:r>
        <w:tab/>
        <w:t>1.013e0</w:t>
      </w:r>
    </w:p>
    <w:p w:rsidR="007B2329" w:rsidRDefault="007B2329" w:rsidP="007B2329">
      <w:r>
        <w:t>118.1200</w:t>
      </w:r>
      <w:r>
        <w:tab/>
        <w:t>2.532e-2</w:t>
      </w:r>
    </w:p>
    <w:p w:rsidR="007B2329" w:rsidRDefault="007B2329" w:rsidP="007B2329">
      <w:r>
        <w:t>118.1345</w:t>
      </w:r>
      <w:r>
        <w:tab/>
        <w:t>1.013e0</w:t>
      </w:r>
    </w:p>
    <w:p w:rsidR="007B2329" w:rsidRDefault="007B2329" w:rsidP="007B2329">
      <w:r>
        <w:t>118.1404</w:t>
      </w:r>
      <w:r>
        <w:tab/>
        <w:t>2.025e0</w:t>
      </w:r>
    </w:p>
    <w:p w:rsidR="007B2329" w:rsidRDefault="007B2329" w:rsidP="007B2329">
      <w:r>
        <w:t>118.1606</w:t>
      </w:r>
      <w:r>
        <w:tab/>
        <w:t>2.532e-2</w:t>
      </w:r>
    </w:p>
    <w:p w:rsidR="007B2329" w:rsidRDefault="007B2329" w:rsidP="007B2329">
      <w:r>
        <w:t>118.1621</w:t>
      </w:r>
      <w:r>
        <w:tab/>
        <w:t>2.025e0</w:t>
      </w:r>
    </w:p>
    <w:p w:rsidR="007B2329" w:rsidRDefault="007B2329" w:rsidP="007B2329">
      <w:r>
        <w:t>118.1644</w:t>
      </w:r>
      <w:r>
        <w:tab/>
        <w:t>3.038e0</w:t>
      </w:r>
    </w:p>
    <w:p w:rsidR="007B2329" w:rsidRDefault="007B2329" w:rsidP="007B2329">
      <w:r>
        <w:lastRenderedPageBreak/>
        <w:t>118.1720</w:t>
      </w:r>
      <w:r>
        <w:tab/>
        <w:t>1.013e0</w:t>
      </w:r>
    </w:p>
    <w:p w:rsidR="007B2329" w:rsidRDefault="007B2329" w:rsidP="007B2329">
      <w:r>
        <w:t>118.1779</w:t>
      </w:r>
      <w:r>
        <w:tab/>
        <w:t>1.266e-2</w:t>
      </w:r>
    </w:p>
    <w:p w:rsidR="007B2329" w:rsidRDefault="007B2329" w:rsidP="007B2329">
      <w:r>
        <w:t>118.1832</w:t>
      </w:r>
      <w:r>
        <w:tab/>
        <w:t>4.051e0</w:t>
      </w:r>
    </w:p>
    <w:p w:rsidR="007B2329" w:rsidRDefault="007B2329" w:rsidP="007B2329">
      <w:r>
        <w:t>118.1869</w:t>
      </w:r>
      <w:r>
        <w:tab/>
        <w:t>1.025e0</w:t>
      </w:r>
    </w:p>
    <w:p w:rsidR="007B2329" w:rsidRDefault="007B2329" w:rsidP="007B2329">
      <w:r>
        <w:t>118.1895</w:t>
      </w:r>
      <w:r>
        <w:tab/>
        <w:t>2.025e0</w:t>
      </w:r>
    </w:p>
    <w:p w:rsidR="007B2329" w:rsidRDefault="007B2329" w:rsidP="007B2329">
      <w:r>
        <w:t>118.2011</w:t>
      </w:r>
      <w:r>
        <w:tab/>
        <w:t>1.013e0</w:t>
      </w:r>
    </w:p>
    <w:p w:rsidR="007B2329" w:rsidRDefault="007B2329" w:rsidP="007B2329">
      <w:r>
        <w:t>118.2026</w:t>
      </w:r>
      <w:r>
        <w:tab/>
        <w:t>2.025e0</w:t>
      </w:r>
    </w:p>
    <w:p w:rsidR="007B2329" w:rsidRDefault="007B2329" w:rsidP="007B2329">
      <w:r>
        <w:t>118.2155</w:t>
      </w:r>
      <w:r>
        <w:tab/>
        <w:t>1.013e0</w:t>
      </w:r>
    </w:p>
    <w:p w:rsidR="007B2329" w:rsidRDefault="007B2329" w:rsidP="007B2329">
      <w:r>
        <w:t>118.2298</w:t>
      </w:r>
      <w:r>
        <w:tab/>
        <w:t>1.013e0</w:t>
      </w:r>
    </w:p>
    <w:p w:rsidR="007B2329" w:rsidRDefault="007B2329" w:rsidP="007B2329">
      <w:r>
        <w:t>118.2343</w:t>
      </w:r>
      <w:r>
        <w:tab/>
        <w:t>2.025e0</w:t>
      </w:r>
    </w:p>
    <w:p w:rsidR="007B2329" w:rsidRDefault="007B2329" w:rsidP="007B2329">
      <w:r>
        <w:t>118.2357</w:t>
      </w:r>
      <w:r>
        <w:tab/>
        <w:t>1.013e0</w:t>
      </w:r>
    </w:p>
    <w:p w:rsidR="007B2329" w:rsidRDefault="007B2329" w:rsidP="007B2329">
      <w:r>
        <w:t>118.2418</w:t>
      </w:r>
      <w:r>
        <w:tab/>
        <w:t>1.025e0</w:t>
      </w:r>
    </w:p>
    <w:p w:rsidR="007B2329" w:rsidRDefault="007B2329" w:rsidP="007B2329">
      <w:r>
        <w:t>118.2445</w:t>
      </w:r>
      <w:r>
        <w:tab/>
        <w:t>1.013e0</w:t>
      </w:r>
    </w:p>
    <w:p w:rsidR="007B2329" w:rsidRDefault="007B2329" w:rsidP="007B2329">
      <w:r>
        <w:t>118.2605</w:t>
      </w:r>
      <w:r>
        <w:tab/>
        <w:t>2.025e0</w:t>
      </w:r>
    </w:p>
    <w:p w:rsidR="007B2329" w:rsidRDefault="007B2329" w:rsidP="007B2329">
      <w:r>
        <w:t>118.2620</w:t>
      </w:r>
      <w:r>
        <w:tab/>
        <w:t>1.013e0</w:t>
      </w:r>
    </w:p>
    <w:p w:rsidR="007B2329" w:rsidRDefault="007B2329" w:rsidP="007B2329">
      <w:r>
        <w:t>118.2674</w:t>
      </w:r>
      <w:r>
        <w:tab/>
        <w:t>1.266e-2</w:t>
      </w:r>
    </w:p>
    <w:p w:rsidR="007B2329" w:rsidRDefault="007B2329" w:rsidP="007B2329">
      <w:r>
        <w:t>118.2906</w:t>
      </w:r>
      <w:r>
        <w:tab/>
        <w:t>2.025e0</w:t>
      </w:r>
    </w:p>
    <w:p w:rsidR="007B2329" w:rsidRDefault="007B2329" w:rsidP="007B2329">
      <w:r>
        <w:t>118.2979</w:t>
      </w:r>
      <w:r>
        <w:tab/>
        <w:t>2.025e0</w:t>
      </w:r>
    </w:p>
    <w:p w:rsidR="007B2329" w:rsidRDefault="007B2329" w:rsidP="007B2329">
      <w:r>
        <w:t>118.3036</w:t>
      </w:r>
      <w:r>
        <w:tab/>
        <w:t>2.025e0</w:t>
      </w:r>
    </w:p>
    <w:p w:rsidR="007B2329" w:rsidRDefault="007B2329" w:rsidP="007B2329">
      <w:r>
        <w:lastRenderedPageBreak/>
        <w:t>118.3049</w:t>
      </w:r>
      <w:r>
        <w:tab/>
        <w:t>1.025e0</w:t>
      </w:r>
    </w:p>
    <w:p w:rsidR="007B2329" w:rsidRDefault="007B2329" w:rsidP="007B2329">
      <w:r>
        <w:t>118.3080</w:t>
      </w:r>
      <w:r>
        <w:tab/>
        <w:t>1.013e0</w:t>
      </w:r>
    </w:p>
    <w:p w:rsidR="007B2329" w:rsidRDefault="007B2329" w:rsidP="007B2329">
      <w:r>
        <w:t>118.3170</w:t>
      </w:r>
      <w:r>
        <w:tab/>
        <w:t>1.013e0</w:t>
      </w:r>
    </w:p>
    <w:p w:rsidR="007B2329" w:rsidRDefault="007B2329" w:rsidP="007B2329">
      <w:r>
        <w:t>118.3195</w:t>
      </w:r>
      <w:r>
        <w:tab/>
        <w:t>1.013e0</w:t>
      </w:r>
    </w:p>
    <w:p w:rsidR="007B2329" w:rsidRDefault="007B2329" w:rsidP="007B2329">
      <w:r>
        <w:t>118.3223</w:t>
      </w:r>
      <w:r>
        <w:tab/>
        <w:t>1.013e0</w:t>
      </w:r>
    </w:p>
    <w:p w:rsidR="007B2329" w:rsidRDefault="007B2329" w:rsidP="007B2329">
      <w:r>
        <w:t>118.3411</w:t>
      </w:r>
      <w:r>
        <w:tab/>
        <w:t>2.025e0</w:t>
      </w:r>
    </w:p>
    <w:p w:rsidR="007B2329" w:rsidRDefault="007B2329" w:rsidP="007B2329">
      <w:r>
        <w:t>118.3456</w:t>
      </w:r>
      <w:r>
        <w:tab/>
        <w:t>1.266e-2</w:t>
      </w:r>
    </w:p>
    <w:p w:rsidR="007B2329" w:rsidRDefault="007B2329" w:rsidP="007B2329">
      <w:r>
        <w:t>118.3471</w:t>
      </w:r>
      <w:r>
        <w:tab/>
        <w:t>2.025e0</w:t>
      </w:r>
    </w:p>
    <w:p w:rsidR="007B2329" w:rsidRDefault="007B2329" w:rsidP="007B2329">
      <w:r>
        <w:t>118.3529</w:t>
      </w:r>
      <w:r>
        <w:tab/>
        <w:t>2.025e0</w:t>
      </w:r>
    </w:p>
    <w:p w:rsidR="007B2329" w:rsidRDefault="007B2329" w:rsidP="007B2329">
      <w:r>
        <w:t>118.3599</w:t>
      </w:r>
      <w:r>
        <w:tab/>
        <w:t>2.025e0</w:t>
      </w:r>
    </w:p>
    <w:p w:rsidR="007B2329" w:rsidRDefault="007B2329" w:rsidP="007B2329">
      <w:r>
        <w:t>118.3644</w:t>
      </w:r>
      <w:r>
        <w:tab/>
        <w:t>1.025e0</w:t>
      </w:r>
    </w:p>
    <w:p w:rsidR="007B2329" w:rsidRDefault="007B2329" w:rsidP="007B2329">
      <w:r>
        <w:t>118.3688</w:t>
      </w:r>
      <w:r>
        <w:tab/>
        <w:t>1.013e0</w:t>
      </w:r>
    </w:p>
    <w:p w:rsidR="007B2329" w:rsidRDefault="007B2329" w:rsidP="007B2329">
      <w:r>
        <w:t>118.3832</w:t>
      </w:r>
      <w:r>
        <w:tab/>
        <w:t>1.013e0</w:t>
      </w:r>
    </w:p>
    <w:p w:rsidR="007B2329" w:rsidRDefault="007B2329" w:rsidP="007B2329">
      <w:r>
        <w:t>118.3861</w:t>
      </w:r>
      <w:r>
        <w:tab/>
        <w:t>2.025e0</w:t>
      </w:r>
    </w:p>
    <w:p w:rsidR="007B2329" w:rsidRDefault="007B2329" w:rsidP="007B2329">
      <w:r>
        <w:t>118.3945</w:t>
      </w:r>
      <w:r>
        <w:tab/>
        <w:t>1.013e0</w:t>
      </w:r>
    </w:p>
    <w:p w:rsidR="007B2329" w:rsidRDefault="007B2329" w:rsidP="007B2329">
      <w:r>
        <w:t>118.4034</w:t>
      </w:r>
      <w:r>
        <w:tab/>
        <w:t>2.025e0</w:t>
      </w:r>
    </w:p>
    <w:p w:rsidR="007B2329" w:rsidRDefault="007B2329" w:rsidP="007B2329">
      <w:r>
        <w:t>118.4064</w:t>
      </w:r>
      <w:r>
        <w:tab/>
        <w:t>1.013e0</w:t>
      </w:r>
    </w:p>
    <w:p w:rsidR="007B2329" w:rsidRDefault="007B2329" w:rsidP="007B2329">
      <w:r>
        <w:t>118.4208</w:t>
      </w:r>
      <w:r>
        <w:tab/>
        <w:t>1.013e0</w:t>
      </w:r>
    </w:p>
    <w:p w:rsidR="007B2329" w:rsidRDefault="007B2329" w:rsidP="007B2329">
      <w:r>
        <w:t>118.4223</w:t>
      </w:r>
      <w:r>
        <w:tab/>
        <w:t>2.025e0</w:t>
      </w:r>
    </w:p>
    <w:p w:rsidR="007B2329" w:rsidRDefault="007B2329" w:rsidP="007B2329">
      <w:r>
        <w:lastRenderedPageBreak/>
        <w:t>118.4267</w:t>
      </w:r>
      <w:r>
        <w:tab/>
        <w:t>4.051e0</w:t>
      </w:r>
    </w:p>
    <w:p w:rsidR="007B2329" w:rsidRDefault="007B2329" w:rsidP="007B2329">
      <w:r>
        <w:t>118.4352</w:t>
      </w:r>
      <w:r>
        <w:tab/>
        <w:t>1.013e0</w:t>
      </w:r>
    </w:p>
    <w:p w:rsidR="007B2329" w:rsidRDefault="007B2329" w:rsidP="007B2329">
      <w:r>
        <w:t>118.4411</w:t>
      </w:r>
      <w:r>
        <w:tab/>
        <w:t>1.013e0</w:t>
      </w:r>
    </w:p>
    <w:p w:rsidR="007B2329" w:rsidRDefault="007B2329" w:rsidP="007B2329">
      <w:r>
        <w:t>118.4496</w:t>
      </w:r>
      <w:r>
        <w:tab/>
        <w:t>1.013e0</w:t>
      </w:r>
    </w:p>
    <w:p w:rsidR="007B2329" w:rsidRDefault="007B2329" w:rsidP="007B2329">
      <w:r>
        <w:t>118.4524</w:t>
      </w:r>
      <w:r>
        <w:tab/>
        <w:t>1.266e-2</w:t>
      </w:r>
    </w:p>
    <w:p w:rsidR="007B2329" w:rsidRDefault="007B2329" w:rsidP="007B2329">
      <w:r>
        <w:t>118.4671</w:t>
      </w:r>
      <w:r>
        <w:tab/>
        <w:t>1.013e0</w:t>
      </w:r>
    </w:p>
    <w:p w:rsidR="007B2329" w:rsidRDefault="007B2329" w:rsidP="007B2329">
      <w:r>
        <w:t>118.4817</w:t>
      </w:r>
      <w:r>
        <w:tab/>
        <w:t>3.038e0</w:t>
      </w:r>
    </w:p>
    <w:p w:rsidR="007B2329" w:rsidRDefault="007B2329" w:rsidP="007B2329">
      <w:r>
        <w:t>118.4858</w:t>
      </w:r>
      <w:r>
        <w:tab/>
        <w:t>2.025e0</w:t>
      </w:r>
    </w:p>
    <w:p w:rsidR="007B2329" w:rsidRDefault="007B2329" w:rsidP="007B2329">
      <w:r>
        <w:t>118.5034</w:t>
      </w:r>
      <w:r>
        <w:tab/>
        <w:t>2.025e0</w:t>
      </w:r>
    </w:p>
    <w:p w:rsidR="007B2329" w:rsidRDefault="007B2329" w:rsidP="007B2329">
      <w:r>
        <w:t>118.5073</w:t>
      </w:r>
      <w:r>
        <w:tab/>
        <w:t>1.013e0</w:t>
      </w:r>
    </w:p>
    <w:p w:rsidR="007B2329" w:rsidRDefault="007B2329" w:rsidP="007B2329">
      <w:r>
        <w:t>118.5104</w:t>
      </w:r>
      <w:r>
        <w:tab/>
        <w:t>1.013e0</w:t>
      </w:r>
    </w:p>
    <w:p w:rsidR="007B2329" w:rsidRDefault="007B2329" w:rsidP="007B2329">
      <w:r>
        <w:t>118.5193</w:t>
      </w:r>
      <w:r>
        <w:tab/>
        <w:t>1.013e0</w:t>
      </w:r>
    </w:p>
    <w:p w:rsidR="007B2329" w:rsidRDefault="007B2329" w:rsidP="007B2329">
      <w:r>
        <w:t>118.5221</w:t>
      </w:r>
      <w:r>
        <w:tab/>
        <w:t>1.025e0</w:t>
      </w:r>
    </w:p>
    <w:p w:rsidR="007B2329" w:rsidRDefault="007B2329" w:rsidP="007B2329">
      <w:r>
        <w:t>118.5247</w:t>
      </w:r>
      <w:r>
        <w:tab/>
        <w:t>1.013e0</w:t>
      </w:r>
    </w:p>
    <w:p w:rsidR="007B2329" w:rsidRDefault="007B2329" w:rsidP="007B2329">
      <w:r>
        <w:t>118.5366</w:t>
      </w:r>
      <w:r>
        <w:tab/>
        <w:t>1.266e-2</w:t>
      </w:r>
    </w:p>
    <w:p w:rsidR="007B2329" w:rsidRDefault="007B2329" w:rsidP="007B2329">
      <w:r>
        <w:t>118.5539</w:t>
      </w:r>
      <w:r>
        <w:tab/>
        <w:t>1.013e0</w:t>
      </w:r>
    </w:p>
    <w:p w:rsidR="007B2329" w:rsidRDefault="007B2329" w:rsidP="007B2329">
      <w:r>
        <w:t>118.5623</w:t>
      </w:r>
      <w:r>
        <w:tab/>
        <w:t>1.013e0</w:t>
      </w:r>
    </w:p>
    <w:p w:rsidR="007B2329" w:rsidRDefault="007B2329" w:rsidP="007B2329">
      <w:r>
        <w:t>118.5639</w:t>
      </w:r>
      <w:r>
        <w:tab/>
        <w:t>2.025e0</w:t>
      </w:r>
    </w:p>
    <w:p w:rsidR="007B2329" w:rsidRDefault="007B2329" w:rsidP="007B2329">
      <w:r>
        <w:t>118.5653</w:t>
      </w:r>
      <w:r>
        <w:tab/>
        <w:t>1.013e0</w:t>
      </w:r>
    </w:p>
    <w:p w:rsidR="007B2329" w:rsidRDefault="007B2329" w:rsidP="007B2329">
      <w:r>
        <w:lastRenderedPageBreak/>
        <w:t>118.5683</w:t>
      </w:r>
      <w:r>
        <w:tab/>
        <w:t>1.266e-2</w:t>
      </w:r>
    </w:p>
    <w:p w:rsidR="007B2329" w:rsidRDefault="007B2329" w:rsidP="007B2329">
      <w:r>
        <w:t>118.5856</w:t>
      </w:r>
      <w:r>
        <w:tab/>
        <w:t>2.025e0</w:t>
      </w:r>
    </w:p>
    <w:p w:rsidR="007B2329" w:rsidRDefault="007B2329" w:rsidP="007B2329">
      <w:r>
        <w:t>118.5930</w:t>
      </w:r>
      <w:r>
        <w:tab/>
        <w:t>2.025e0</w:t>
      </w:r>
    </w:p>
    <w:p w:rsidR="007B2329" w:rsidRDefault="007B2329" w:rsidP="007B2329">
      <w:r>
        <w:t>118.5999</w:t>
      </w:r>
      <w:r>
        <w:tab/>
        <w:t>1.013e0</w:t>
      </w:r>
    </w:p>
    <w:p w:rsidR="007B2329" w:rsidRDefault="007B2329" w:rsidP="007B2329">
      <w:r>
        <w:t>118.6029</w:t>
      </w:r>
      <w:r>
        <w:tab/>
        <w:t>1.013e0</w:t>
      </w:r>
    </w:p>
    <w:p w:rsidR="007B2329" w:rsidRDefault="007B2329" w:rsidP="007B2329">
      <w:r>
        <w:t>118.6045</w:t>
      </w:r>
      <w:r>
        <w:tab/>
        <w:t>1.025e0</w:t>
      </w:r>
    </w:p>
    <w:p w:rsidR="007B2329" w:rsidRDefault="007B2329" w:rsidP="007B2329">
      <w:r>
        <w:t>118.6059</w:t>
      </w:r>
      <w:r>
        <w:tab/>
        <w:t>1.013e0</w:t>
      </w:r>
    </w:p>
    <w:p w:rsidR="007B2329" w:rsidRDefault="007B2329" w:rsidP="007B2329">
      <w:r>
        <w:t>118.6391</w:t>
      </w:r>
      <w:r>
        <w:tab/>
        <w:t>2.025e0</w:t>
      </w:r>
    </w:p>
    <w:p w:rsidR="007B2329" w:rsidRDefault="007B2329" w:rsidP="007B2329">
      <w:r>
        <w:t>118.6420</w:t>
      </w:r>
      <w:r>
        <w:tab/>
        <w:t>1.025e0</w:t>
      </w:r>
    </w:p>
    <w:p w:rsidR="007B2329" w:rsidRDefault="007B2329" w:rsidP="007B2329">
      <w:r>
        <w:t>118.6509</w:t>
      </w:r>
      <w:r>
        <w:tab/>
        <w:t>2.025e0</w:t>
      </w:r>
    </w:p>
    <w:p w:rsidR="007B2329" w:rsidRDefault="007B2329" w:rsidP="007B2329">
      <w:r>
        <w:t>118.6525</w:t>
      </w:r>
      <w:r>
        <w:tab/>
        <w:t>1.013e0</w:t>
      </w:r>
    </w:p>
    <w:p w:rsidR="007B2329" w:rsidRDefault="007B2329" w:rsidP="007B2329">
      <w:r>
        <w:t>118.6579</w:t>
      </w:r>
      <w:r>
        <w:tab/>
        <w:t>2.025e0</w:t>
      </w:r>
    </w:p>
    <w:p w:rsidR="007B2329" w:rsidRDefault="007B2329" w:rsidP="007B2329">
      <w:r>
        <w:t>118.6638</w:t>
      </w:r>
      <w:r>
        <w:tab/>
        <w:t>1.266e-2</w:t>
      </w:r>
    </w:p>
    <w:p w:rsidR="007B2329" w:rsidRDefault="007B2329" w:rsidP="007B2329">
      <w:r>
        <w:t>118.6668</w:t>
      </w:r>
      <w:r>
        <w:tab/>
        <w:t>1.013e0</w:t>
      </w:r>
    </w:p>
    <w:p w:rsidR="007B2329" w:rsidRDefault="007B2329" w:rsidP="007B2329">
      <w:r>
        <w:t>118.6782</w:t>
      </w:r>
      <w:r>
        <w:tab/>
        <w:t>1.013e0</w:t>
      </w:r>
    </w:p>
    <w:p w:rsidR="007B2329" w:rsidRDefault="007B2329" w:rsidP="007B2329">
      <w:r>
        <w:t>118.6812</w:t>
      </w:r>
      <w:r>
        <w:tab/>
        <w:t>1.013e0</w:t>
      </w:r>
    </w:p>
    <w:p w:rsidR="007B2329" w:rsidRDefault="007B2329" w:rsidP="007B2329">
      <w:r>
        <w:t>118.6841</w:t>
      </w:r>
      <w:r>
        <w:tab/>
        <w:t>1.013e0</w:t>
      </w:r>
    </w:p>
    <w:p w:rsidR="007B2329" w:rsidRDefault="007B2329" w:rsidP="007B2329">
      <w:r>
        <w:t>118.6872</w:t>
      </w:r>
      <w:r>
        <w:tab/>
        <w:t>1.266e-2</w:t>
      </w:r>
    </w:p>
    <w:p w:rsidR="007B2329" w:rsidRDefault="007B2329" w:rsidP="007B2329">
      <w:r>
        <w:t>118.6927</w:t>
      </w:r>
      <w:r>
        <w:tab/>
        <w:t>1.266e-2</w:t>
      </w:r>
    </w:p>
    <w:p w:rsidR="007B2329" w:rsidRDefault="007B2329" w:rsidP="007B2329">
      <w:r>
        <w:lastRenderedPageBreak/>
        <w:t>118.6964</w:t>
      </w:r>
      <w:r>
        <w:tab/>
        <w:t>3.038e0</w:t>
      </w:r>
    </w:p>
    <w:p w:rsidR="007B2329" w:rsidRDefault="007B2329" w:rsidP="007B2329">
      <w:r>
        <w:t>118.6986</w:t>
      </w:r>
      <w:r>
        <w:tab/>
        <w:t>1.013e0</w:t>
      </w:r>
    </w:p>
    <w:p w:rsidR="007B2329" w:rsidRDefault="007B2329" w:rsidP="007B2329">
      <w:r>
        <w:t>118.7060</w:t>
      </w:r>
      <w:r>
        <w:tab/>
        <w:t>2.025e0</w:t>
      </w:r>
    </w:p>
    <w:p w:rsidR="007B2329" w:rsidRDefault="007B2329" w:rsidP="007B2329">
      <w:r>
        <w:t>118.7159</w:t>
      </w:r>
      <w:r>
        <w:tab/>
        <w:t>1.013e0</w:t>
      </w:r>
    </w:p>
    <w:p w:rsidR="007B2329" w:rsidRDefault="007B2329" w:rsidP="007B2329">
      <w:r>
        <w:t>118.7218</w:t>
      </w:r>
      <w:r>
        <w:tab/>
        <w:t>1.013e0</w:t>
      </w:r>
    </w:p>
    <w:p w:rsidR="007B2329" w:rsidRDefault="007B2329" w:rsidP="007B2329">
      <w:r>
        <w:t>118.7248</w:t>
      </w:r>
      <w:r>
        <w:tab/>
        <w:t>2.038e0</w:t>
      </w:r>
    </w:p>
    <w:p w:rsidR="007B2329" w:rsidRDefault="007B2329" w:rsidP="007B2329">
      <w:r>
        <w:t>118.7391</w:t>
      </w:r>
      <w:r>
        <w:tab/>
        <w:t>2.025e0</w:t>
      </w:r>
    </w:p>
    <w:p w:rsidR="007B2329" w:rsidRDefault="007B2329" w:rsidP="007B2329">
      <w:r>
        <w:t>118.7478</w:t>
      </w:r>
      <w:r>
        <w:tab/>
        <w:t>1.013e0</w:t>
      </w:r>
    </w:p>
    <w:p w:rsidR="007B2329" w:rsidRDefault="007B2329" w:rsidP="007B2329">
      <w:r>
        <w:t>118.7535</w:t>
      </w:r>
      <w:r>
        <w:tab/>
        <w:t>1.013e0</w:t>
      </w:r>
    </w:p>
    <w:p w:rsidR="007B2329" w:rsidRDefault="007B2329" w:rsidP="007B2329">
      <w:r>
        <w:t>118.7550</w:t>
      </w:r>
      <w:r>
        <w:tab/>
        <w:t>2.025e0</w:t>
      </w:r>
    </w:p>
    <w:p w:rsidR="007B2329" w:rsidRDefault="007B2329" w:rsidP="007B2329">
      <w:r>
        <w:t>118.7565</w:t>
      </w:r>
      <w:r>
        <w:tab/>
        <w:t>1.013e0</w:t>
      </w:r>
    </w:p>
    <w:p w:rsidR="007B2329" w:rsidRDefault="007B2329" w:rsidP="007B2329">
      <w:r>
        <w:t>118.7679</w:t>
      </w:r>
      <w:r>
        <w:tab/>
        <w:t>1.013e0</w:t>
      </w:r>
    </w:p>
    <w:p w:rsidR="007B2329" w:rsidRDefault="007B2329" w:rsidP="007B2329">
      <w:r>
        <w:t>118.7739</w:t>
      </w:r>
      <w:r>
        <w:tab/>
        <w:t>2.025e0</w:t>
      </w:r>
    </w:p>
    <w:p w:rsidR="007B2329" w:rsidRDefault="007B2329" w:rsidP="007B2329">
      <w:r>
        <w:t>118.7798</w:t>
      </w:r>
      <w:r>
        <w:tab/>
        <w:t>1.025e0</w:t>
      </w:r>
    </w:p>
    <w:p w:rsidR="007B2329" w:rsidRDefault="007B2329" w:rsidP="007B2329">
      <w:r>
        <w:t>118.7854</w:t>
      </w:r>
      <w:r>
        <w:tab/>
        <w:t>1.266e-2</w:t>
      </w:r>
    </w:p>
    <w:p w:rsidR="007B2329" w:rsidRDefault="007B2329" w:rsidP="007B2329">
      <w:r>
        <w:t>118.7882</w:t>
      </w:r>
      <w:r>
        <w:tab/>
        <w:t>1.013e0</w:t>
      </w:r>
    </w:p>
    <w:p w:rsidR="007B2329" w:rsidRDefault="007B2329" w:rsidP="007B2329">
      <w:r>
        <w:t>118.7986</w:t>
      </w:r>
      <w:r>
        <w:tab/>
        <w:t>2.025e0</w:t>
      </w:r>
    </w:p>
    <w:p w:rsidR="007B2329" w:rsidRDefault="007B2329" w:rsidP="007B2329">
      <w:r>
        <w:t>118.8001</w:t>
      </w:r>
      <w:r>
        <w:tab/>
        <w:t>1.013e0</w:t>
      </w:r>
    </w:p>
    <w:p w:rsidR="007B2329" w:rsidRDefault="007B2329" w:rsidP="007B2329">
      <w:r>
        <w:t>118.8115</w:t>
      </w:r>
      <w:r>
        <w:tab/>
        <w:t>1.013e0</w:t>
      </w:r>
    </w:p>
    <w:p w:rsidR="007B2329" w:rsidRDefault="007B2329" w:rsidP="007B2329">
      <w:r>
        <w:lastRenderedPageBreak/>
        <w:t>118.8132</w:t>
      </w:r>
      <w:r>
        <w:tab/>
        <w:t>4.063e0</w:t>
      </w:r>
    </w:p>
    <w:p w:rsidR="007B2329" w:rsidRDefault="007B2329" w:rsidP="007B2329">
      <w:r>
        <w:t>118.8206</w:t>
      </w:r>
      <w:r>
        <w:tab/>
        <w:t>1.013e0</w:t>
      </w:r>
    </w:p>
    <w:p w:rsidR="007B2329" w:rsidRDefault="007B2329" w:rsidP="007B2329">
      <w:r>
        <w:t>118.8258</w:t>
      </w:r>
      <w:r>
        <w:tab/>
        <w:t>2.532e-2</w:t>
      </w:r>
    </w:p>
    <w:p w:rsidR="007B2329" w:rsidRDefault="007B2329" w:rsidP="007B2329">
      <w:r>
        <w:t>118.8303</w:t>
      </w:r>
      <w:r>
        <w:tab/>
        <w:t>2.025e0</w:t>
      </w:r>
    </w:p>
    <w:p w:rsidR="007B2329" w:rsidRDefault="007B2329" w:rsidP="007B2329">
      <w:r>
        <w:t>118.8318</w:t>
      </w:r>
      <w:r>
        <w:tab/>
        <w:t>2.025e0</w:t>
      </w:r>
    </w:p>
    <w:p w:rsidR="007B2329" w:rsidRDefault="007B2329" w:rsidP="007B2329">
      <w:r>
        <w:t>118.8392</w:t>
      </w:r>
      <w:r>
        <w:tab/>
        <w:t>2.025e0</w:t>
      </w:r>
    </w:p>
    <w:p w:rsidR="007B2329" w:rsidRDefault="007B2329" w:rsidP="007B2329">
      <w:r>
        <w:t>118.8407</w:t>
      </w:r>
      <w:r>
        <w:tab/>
        <w:t>1.013e0</w:t>
      </w:r>
    </w:p>
    <w:p w:rsidR="007B2329" w:rsidRDefault="007B2329" w:rsidP="007B2329">
      <w:r>
        <w:t>118.8462</w:t>
      </w:r>
      <w:r>
        <w:tab/>
        <w:t>1.013e0</w:t>
      </w:r>
    </w:p>
    <w:p w:rsidR="007B2329" w:rsidRDefault="007B2329" w:rsidP="007B2329">
      <w:r>
        <w:t>118.8536</w:t>
      </w:r>
      <w:r>
        <w:tab/>
        <w:t>1.025e0</w:t>
      </w:r>
    </w:p>
    <w:p w:rsidR="007B2329" w:rsidRDefault="007B2329" w:rsidP="007B2329">
      <w:r>
        <w:t>118.8551</w:t>
      </w:r>
      <w:r>
        <w:tab/>
        <w:t>1.013e0</w:t>
      </w:r>
    </w:p>
    <w:p w:rsidR="007B2329" w:rsidRDefault="007B2329" w:rsidP="007B2329">
      <w:r>
        <w:t>118.8582</w:t>
      </w:r>
      <w:r>
        <w:tab/>
        <w:t>1.013e0</w:t>
      </w:r>
    </w:p>
    <w:p w:rsidR="007B2329" w:rsidRDefault="007B2329" w:rsidP="007B2329">
      <w:r>
        <w:t>118.8755</w:t>
      </w:r>
      <w:r>
        <w:tab/>
        <w:t>1.013e0</w:t>
      </w:r>
    </w:p>
    <w:p w:rsidR="007B2329" w:rsidRDefault="007B2329" w:rsidP="007B2329">
      <w:r>
        <w:t>118.8783</w:t>
      </w:r>
      <w:r>
        <w:tab/>
        <w:t>2.025e0</w:t>
      </w:r>
    </w:p>
    <w:p w:rsidR="007B2329" w:rsidRDefault="007B2329" w:rsidP="007B2329">
      <w:r>
        <w:t>118.8928</w:t>
      </w:r>
      <w:r>
        <w:tab/>
        <w:t>1.266e-2</w:t>
      </w:r>
    </w:p>
    <w:p w:rsidR="007B2329" w:rsidRDefault="007B2329" w:rsidP="007B2329">
      <w:r>
        <w:t>118.8959</w:t>
      </w:r>
      <w:r>
        <w:tab/>
        <w:t>1.013e0</w:t>
      </w:r>
    </w:p>
    <w:p w:rsidR="007B2329" w:rsidRDefault="007B2329" w:rsidP="007B2329">
      <w:r>
        <w:t>118.8998</w:t>
      </w:r>
      <w:r>
        <w:tab/>
        <w:t>2.025e0</w:t>
      </w:r>
    </w:p>
    <w:p w:rsidR="007B2329" w:rsidRDefault="007B2329" w:rsidP="007B2329">
      <w:r>
        <w:t>118.9012</w:t>
      </w:r>
      <w:r>
        <w:tab/>
        <w:t>1.025e0</w:t>
      </w:r>
    </w:p>
    <w:p w:rsidR="007B2329" w:rsidRDefault="007B2329" w:rsidP="007B2329">
      <w:r>
        <w:t>118.9072</w:t>
      </w:r>
      <w:r>
        <w:tab/>
        <w:t>1.013e0</w:t>
      </w:r>
    </w:p>
    <w:p w:rsidR="007B2329" w:rsidRDefault="007B2329" w:rsidP="007B2329">
      <w:r>
        <w:t>118.9087</w:t>
      </w:r>
      <w:r>
        <w:tab/>
        <w:t>2.025e0</w:t>
      </w:r>
    </w:p>
    <w:p w:rsidR="007B2329" w:rsidRDefault="007B2329" w:rsidP="007B2329">
      <w:r>
        <w:lastRenderedPageBreak/>
        <w:t>118.9101</w:t>
      </w:r>
      <w:r>
        <w:tab/>
        <w:t>1.013e0</w:t>
      </w:r>
    </w:p>
    <w:p w:rsidR="007B2329" w:rsidRDefault="007B2329" w:rsidP="007B2329">
      <w:r>
        <w:t>118.9159</w:t>
      </w:r>
      <w:r>
        <w:tab/>
        <w:t>1.266e-2</w:t>
      </w:r>
    </w:p>
    <w:p w:rsidR="007B2329" w:rsidRDefault="007B2329" w:rsidP="007B2329">
      <w:r>
        <w:t>118.9216</w:t>
      </w:r>
      <w:r>
        <w:tab/>
        <w:t>1.013e0</w:t>
      </w:r>
    </w:p>
    <w:p w:rsidR="007B2329" w:rsidRDefault="007B2329" w:rsidP="007B2329">
      <w:r>
        <w:t>118.9245</w:t>
      </w:r>
      <w:r>
        <w:tab/>
        <w:t>1.013e0</w:t>
      </w:r>
    </w:p>
    <w:p w:rsidR="007B2329" w:rsidRDefault="007B2329" w:rsidP="007B2329">
      <w:r>
        <w:t>118.9305</w:t>
      </w:r>
      <w:r>
        <w:tab/>
        <w:t>2.051e0</w:t>
      </w:r>
    </w:p>
    <w:p w:rsidR="007B2329" w:rsidRDefault="007B2329" w:rsidP="007B2329">
      <w:r>
        <w:t>118.9509</w:t>
      </w:r>
      <w:r>
        <w:tab/>
        <w:t>2.532e-2</w:t>
      </w:r>
    </w:p>
    <w:p w:rsidR="007B2329" w:rsidRDefault="007B2329" w:rsidP="007B2329">
      <w:r>
        <w:t>118.9562</w:t>
      </w:r>
      <w:r>
        <w:tab/>
        <w:t>1.013e0</w:t>
      </w:r>
    </w:p>
    <w:p w:rsidR="007B2329" w:rsidRDefault="007B2329" w:rsidP="007B2329">
      <w:r>
        <w:t>118.9592</w:t>
      </w:r>
      <w:r>
        <w:tab/>
        <w:t>1.013e0</w:t>
      </w:r>
    </w:p>
    <w:p w:rsidR="007B2329" w:rsidRDefault="007B2329" w:rsidP="007B2329">
      <w:r>
        <w:t>118.9682</w:t>
      </w:r>
      <w:r>
        <w:tab/>
        <w:t>1.013e0</w:t>
      </w:r>
    </w:p>
    <w:p w:rsidR="007B2329" w:rsidRDefault="007B2329" w:rsidP="007B2329">
      <w:r>
        <w:t>118.9726</w:t>
      </w:r>
      <w:r>
        <w:tab/>
        <w:t>2.038e0</w:t>
      </w:r>
    </w:p>
    <w:p w:rsidR="007B2329" w:rsidRDefault="007B2329" w:rsidP="007B2329">
      <w:r>
        <w:t>118.9825</w:t>
      </w:r>
      <w:r>
        <w:tab/>
        <w:t>1.266e-2</w:t>
      </w:r>
    </w:p>
    <w:p w:rsidR="007B2329" w:rsidRDefault="007B2329" w:rsidP="007B2329">
      <w:r>
        <w:t>118.9855</w:t>
      </w:r>
      <w:r>
        <w:tab/>
        <w:t>1.025e0</w:t>
      </w:r>
    </w:p>
    <w:p w:rsidR="007B2329" w:rsidRDefault="007B2329" w:rsidP="007B2329">
      <w:r>
        <w:t>118.9969</w:t>
      </w:r>
      <w:r>
        <w:tab/>
        <w:t>2.025e0</w:t>
      </w:r>
    </w:p>
    <w:p w:rsidR="007B2329" w:rsidRDefault="007B2329" w:rsidP="007B2329">
      <w:r>
        <w:t>119.0143</w:t>
      </w:r>
      <w:r>
        <w:tab/>
        <w:t>1.013e0</w:t>
      </w:r>
    </w:p>
    <w:p w:rsidR="007B2329" w:rsidRDefault="007B2329" w:rsidP="007B2329">
      <w:r>
        <w:t>119.0172</w:t>
      </w:r>
      <w:r>
        <w:tab/>
        <w:t>3.038e0</w:t>
      </w:r>
    </w:p>
    <w:p w:rsidR="007B2329" w:rsidRDefault="007B2329" w:rsidP="007B2329">
      <w:r>
        <w:t>119.0247</w:t>
      </w:r>
      <w:r>
        <w:tab/>
        <w:t>1.025e0</w:t>
      </w:r>
    </w:p>
    <w:p w:rsidR="007B2329" w:rsidRDefault="007B2329" w:rsidP="007B2329">
      <w:r>
        <w:t>119.0520</w:t>
      </w:r>
      <w:r>
        <w:tab/>
        <w:t>2.025e0</w:t>
      </w:r>
    </w:p>
    <w:p w:rsidR="007B2329" w:rsidRDefault="007B2329" w:rsidP="007B2329">
      <w:r>
        <w:t>119.0609</w:t>
      </w:r>
      <w:r>
        <w:tab/>
        <w:t>2.025e0</w:t>
      </w:r>
    </w:p>
    <w:p w:rsidR="007B2329" w:rsidRDefault="007B2329" w:rsidP="007B2329">
      <w:r>
        <w:t>119.0639</w:t>
      </w:r>
      <w:r>
        <w:tab/>
        <w:t>1.013e0</w:t>
      </w:r>
    </w:p>
    <w:p w:rsidR="007B2329" w:rsidRDefault="007B2329" w:rsidP="007B2329">
      <w:r>
        <w:lastRenderedPageBreak/>
        <w:t>119.0692</w:t>
      </w:r>
      <w:r>
        <w:tab/>
        <w:t>1.266e-2</w:t>
      </w:r>
    </w:p>
    <w:p w:rsidR="007B2329" w:rsidRDefault="007B2329" w:rsidP="007B2329">
      <w:r>
        <w:t>119.0783</w:t>
      </w:r>
      <w:r>
        <w:tab/>
        <w:t>1.013e0</w:t>
      </w:r>
    </w:p>
    <w:p w:rsidR="007B2329" w:rsidRDefault="007B2329" w:rsidP="007B2329">
      <w:r>
        <w:t>119.0795</w:t>
      </w:r>
      <w:r>
        <w:tab/>
        <w:t>1.038e0</w:t>
      </w:r>
    </w:p>
    <w:p w:rsidR="007B2329" w:rsidRDefault="007B2329" w:rsidP="007B2329">
      <w:r>
        <w:t>119.0813</w:t>
      </w:r>
      <w:r>
        <w:tab/>
        <w:t>1.266e-2</w:t>
      </w:r>
    </w:p>
    <w:p w:rsidR="007B2329" w:rsidRDefault="007B2329" w:rsidP="007B2329">
      <w:r>
        <w:t>119.0844</w:t>
      </w:r>
      <w:r>
        <w:tab/>
        <w:t>3.063e0</w:t>
      </w:r>
    </w:p>
    <w:p w:rsidR="007B2329" w:rsidRDefault="007B2329" w:rsidP="007B2329">
      <w:r>
        <w:t>119.1001</w:t>
      </w:r>
      <w:r>
        <w:tab/>
        <w:t>1.025e0</w:t>
      </w:r>
    </w:p>
    <w:p w:rsidR="007B2329" w:rsidRDefault="007B2329" w:rsidP="007B2329">
      <w:r>
        <w:t>119.1030</w:t>
      </w:r>
      <w:r>
        <w:tab/>
        <w:t>1.025e0</w:t>
      </w:r>
    </w:p>
    <w:p w:rsidR="007B2329" w:rsidRDefault="007B2329" w:rsidP="007B2329">
      <w:r>
        <w:t>119.1069</w:t>
      </w:r>
      <w:r>
        <w:tab/>
        <w:t>1.013e0</w:t>
      </w:r>
    </w:p>
    <w:p w:rsidR="007B2329" w:rsidRDefault="007B2329" w:rsidP="007B2329">
      <w:r>
        <w:t>119.1100</w:t>
      </w:r>
      <w:r>
        <w:tab/>
        <w:t>1.013e0</w:t>
      </w:r>
    </w:p>
    <w:p w:rsidR="007B2329" w:rsidRDefault="007B2329" w:rsidP="007B2329">
      <w:r>
        <w:t>119.1160</w:t>
      </w:r>
      <w:r>
        <w:tab/>
        <w:t>2.025e0</w:t>
      </w:r>
    </w:p>
    <w:p w:rsidR="007B2329" w:rsidRDefault="007B2329" w:rsidP="007B2329">
      <w:r>
        <w:t>119.1190</w:t>
      </w:r>
      <w:r>
        <w:tab/>
        <w:t>3.038e0</w:t>
      </w:r>
    </w:p>
    <w:p w:rsidR="007B2329" w:rsidRDefault="007B2329" w:rsidP="007B2329">
      <w:r>
        <w:t>119.1363</w:t>
      </w:r>
      <w:r>
        <w:tab/>
        <w:t>1.013e0</w:t>
      </w:r>
    </w:p>
    <w:p w:rsidR="007B2329" w:rsidRDefault="007B2329" w:rsidP="007B2329">
      <w:r>
        <w:t>119.1447</w:t>
      </w:r>
      <w:r>
        <w:tab/>
        <w:t>1.266e-2</w:t>
      </w:r>
    </w:p>
    <w:p w:rsidR="007B2329" w:rsidRDefault="007B2329" w:rsidP="007B2329">
      <w:r>
        <w:t>119.1492</w:t>
      </w:r>
      <w:r>
        <w:tab/>
        <w:t>2.025e0</w:t>
      </w:r>
    </w:p>
    <w:p w:rsidR="007B2329" w:rsidRDefault="007B2329" w:rsidP="007B2329">
      <w:r>
        <w:t>119.1622</w:t>
      </w:r>
      <w:r>
        <w:tab/>
        <w:t>1.013e0</w:t>
      </w:r>
    </w:p>
    <w:p w:rsidR="007B2329" w:rsidRDefault="007B2329" w:rsidP="007B2329">
      <w:r>
        <w:t>119.1650</w:t>
      </w:r>
      <w:r>
        <w:tab/>
        <w:t>1.013e0</w:t>
      </w:r>
    </w:p>
    <w:p w:rsidR="007B2329" w:rsidRDefault="007B2329" w:rsidP="007B2329">
      <w:r>
        <w:t>119.1681</w:t>
      </w:r>
      <w:r>
        <w:tab/>
        <w:t>1.013e0</w:t>
      </w:r>
    </w:p>
    <w:p w:rsidR="007B2329" w:rsidRDefault="007B2329" w:rsidP="007B2329">
      <w:r>
        <w:t>119.1740</w:t>
      </w:r>
      <w:r>
        <w:tab/>
        <w:t>1.266e-2</w:t>
      </w:r>
    </w:p>
    <w:p w:rsidR="007B2329" w:rsidRDefault="007B2329" w:rsidP="007B2329">
      <w:r>
        <w:t>119.1770</w:t>
      </w:r>
      <w:r>
        <w:tab/>
        <w:t>3.038e0</w:t>
      </w:r>
    </w:p>
    <w:p w:rsidR="007B2329" w:rsidRDefault="007B2329" w:rsidP="007B2329">
      <w:r>
        <w:lastRenderedPageBreak/>
        <w:t>119.1824</w:t>
      </w:r>
      <w:r>
        <w:tab/>
        <w:t>1.025e0</w:t>
      </w:r>
    </w:p>
    <w:p w:rsidR="007B2329" w:rsidRDefault="007B2329" w:rsidP="007B2329">
      <w:r>
        <w:t>119.1855</w:t>
      </w:r>
      <w:r>
        <w:tab/>
        <w:t>1.025e0</w:t>
      </w:r>
    </w:p>
    <w:p w:rsidR="007B2329" w:rsidRDefault="007B2329" w:rsidP="007B2329">
      <w:r>
        <w:t>119.1958</w:t>
      </w:r>
      <w:r>
        <w:tab/>
        <w:t>2.025e0</w:t>
      </w:r>
    </w:p>
    <w:p w:rsidR="007B2329" w:rsidRDefault="007B2329" w:rsidP="007B2329">
      <w:r>
        <w:t>119.2046</w:t>
      </w:r>
      <w:r>
        <w:tab/>
        <w:t>2.253e0</w:t>
      </w:r>
    </w:p>
    <w:p w:rsidR="007B2329" w:rsidRDefault="007B2329" w:rsidP="007B2329">
      <w:r>
        <w:t>119.2087</w:t>
      </w:r>
      <w:r>
        <w:tab/>
        <w:t>1.013e0</w:t>
      </w:r>
    </w:p>
    <w:p w:rsidR="007B2329" w:rsidRDefault="007B2329" w:rsidP="007B2329">
      <w:r>
        <w:t>119.2133</w:t>
      </w:r>
      <w:r>
        <w:tab/>
        <w:t>2.025e0</w:t>
      </w:r>
    </w:p>
    <w:p w:rsidR="007B2329" w:rsidRDefault="007B2329" w:rsidP="007B2329">
      <w:r>
        <w:t>119.2175</w:t>
      </w:r>
      <w:r>
        <w:tab/>
        <w:t>1.013e0</w:t>
      </w:r>
    </w:p>
    <w:p w:rsidR="007B2329" w:rsidRDefault="007B2329" w:rsidP="007B2329">
      <w:r>
        <w:t>119.2201</w:t>
      </w:r>
      <w:r>
        <w:tab/>
        <w:t>1.025e0</w:t>
      </w:r>
    </w:p>
    <w:p w:rsidR="007B2329" w:rsidRDefault="007B2329" w:rsidP="007B2329">
      <w:r>
        <w:t>119.2262</w:t>
      </w:r>
      <w:r>
        <w:tab/>
        <w:t>1.025e0</w:t>
      </w:r>
    </w:p>
    <w:p w:rsidR="007B2329" w:rsidRDefault="007B2329" w:rsidP="007B2329">
      <w:r>
        <w:t>119.2377</w:t>
      </w:r>
      <w:r>
        <w:tab/>
        <w:t>1.266e-2</w:t>
      </w:r>
    </w:p>
    <w:p w:rsidR="007B2329" w:rsidRDefault="007B2329" w:rsidP="007B2329">
      <w:r>
        <w:t>119.2392</w:t>
      </w:r>
      <w:r>
        <w:tab/>
        <w:t>4.051e0</w:t>
      </w:r>
    </w:p>
    <w:p w:rsidR="007B2329" w:rsidRDefault="007B2329" w:rsidP="007B2329">
      <w:r>
        <w:t>119.2494</w:t>
      </w:r>
      <w:r>
        <w:tab/>
        <w:t>1.266e-2</w:t>
      </w:r>
    </w:p>
    <w:p w:rsidR="007B2329" w:rsidRDefault="007B2329" w:rsidP="007B2329">
      <w:r>
        <w:t>119.2668</w:t>
      </w:r>
      <w:r>
        <w:tab/>
        <w:t>2.025e0</w:t>
      </w:r>
    </w:p>
    <w:p w:rsidR="007B2329" w:rsidRDefault="007B2329" w:rsidP="007B2329">
      <w:r>
        <w:t>119.2754</w:t>
      </w:r>
      <w:r>
        <w:tab/>
        <w:t>1.266e-2</w:t>
      </w:r>
    </w:p>
    <w:p w:rsidR="007B2329" w:rsidRDefault="007B2329" w:rsidP="007B2329">
      <w:r>
        <w:t>119.2842</w:t>
      </w:r>
      <w:r>
        <w:tab/>
        <w:t>1.013e0</w:t>
      </w:r>
    </w:p>
    <w:p w:rsidR="007B2329" w:rsidRDefault="007B2329" w:rsidP="007B2329">
      <w:r>
        <w:t>119.2930</w:t>
      </w:r>
      <w:r>
        <w:tab/>
        <w:t>6.076e0</w:t>
      </w:r>
    </w:p>
    <w:p w:rsidR="007B2329" w:rsidRDefault="007B2329" w:rsidP="007B2329">
      <w:r>
        <w:t>119.3031</w:t>
      </w:r>
      <w:r>
        <w:tab/>
        <w:t>2.025e0</w:t>
      </w:r>
    </w:p>
    <w:p w:rsidR="007B2329" w:rsidRDefault="007B2329" w:rsidP="007B2329">
      <w:r>
        <w:t>119.3160</w:t>
      </w:r>
      <w:r>
        <w:tab/>
        <w:t>1.013e0</w:t>
      </w:r>
    </w:p>
    <w:p w:rsidR="007B2329" w:rsidRDefault="007B2329" w:rsidP="007B2329">
      <w:r>
        <w:t>119.3219</w:t>
      </w:r>
      <w:r>
        <w:tab/>
        <w:t>1.013e0</w:t>
      </w:r>
    </w:p>
    <w:p w:rsidR="007B2329" w:rsidRDefault="007B2329" w:rsidP="007B2329">
      <w:r>
        <w:lastRenderedPageBreak/>
        <w:t>119.3279</w:t>
      </w:r>
      <w:r>
        <w:tab/>
        <w:t>1.025e0</w:t>
      </w:r>
    </w:p>
    <w:p w:rsidR="007B2329" w:rsidRDefault="007B2329" w:rsidP="007B2329">
      <w:r>
        <w:t>119.3294</w:t>
      </w:r>
      <w:r>
        <w:tab/>
        <w:t>2.025e0</w:t>
      </w:r>
    </w:p>
    <w:p w:rsidR="007B2329" w:rsidRDefault="007B2329" w:rsidP="007B2329">
      <w:r>
        <w:t>119.3308</w:t>
      </w:r>
      <w:r>
        <w:tab/>
        <w:t>1.025e0</w:t>
      </w:r>
    </w:p>
    <w:p w:rsidR="007B2329" w:rsidRDefault="007B2329" w:rsidP="007B2329">
      <w:r>
        <w:t>119.3378</w:t>
      </w:r>
      <w:r>
        <w:tab/>
        <w:t>1.025e0</w:t>
      </w:r>
    </w:p>
    <w:p w:rsidR="007B2329" w:rsidRDefault="007B2329" w:rsidP="007B2329">
      <w:r>
        <w:t>119.3484</w:t>
      </w:r>
      <w:r>
        <w:tab/>
        <w:t>1.013e0</w:t>
      </w:r>
    </w:p>
    <w:p w:rsidR="007B2329" w:rsidRDefault="007B2329" w:rsidP="007B2329">
      <w:r>
        <w:t>119.3537</w:t>
      </w:r>
      <w:r>
        <w:tab/>
        <w:t>1.266e-2</w:t>
      </w:r>
    </w:p>
    <w:p w:rsidR="007B2329" w:rsidRDefault="007B2329" w:rsidP="007B2329">
      <w:r>
        <w:t>119.3597</w:t>
      </w:r>
      <w:r>
        <w:tab/>
        <w:t>2.532e-2</w:t>
      </w:r>
    </w:p>
    <w:p w:rsidR="007B2329" w:rsidRDefault="007B2329" w:rsidP="007B2329">
      <w:r>
        <w:t>119.3657</w:t>
      </w:r>
      <w:r>
        <w:tab/>
        <w:t>1.013e0</w:t>
      </w:r>
    </w:p>
    <w:p w:rsidR="007B2329" w:rsidRDefault="007B2329" w:rsidP="007B2329">
      <w:r>
        <w:t>119.3686</w:t>
      </w:r>
      <w:r>
        <w:tab/>
        <w:t>1.013e0</w:t>
      </w:r>
    </w:p>
    <w:p w:rsidR="007B2329" w:rsidRDefault="007B2329" w:rsidP="007B2329">
      <w:r>
        <w:t>119.3800</w:t>
      </w:r>
      <w:r>
        <w:tab/>
        <w:t>2.025e0</w:t>
      </w:r>
    </w:p>
    <w:p w:rsidR="007B2329" w:rsidRDefault="007B2329" w:rsidP="007B2329">
      <w:r>
        <w:t>119.3935</w:t>
      </w:r>
      <w:r>
        <w:tab/>
        <w:t>2.294e0</w:t>
      </w:r>
    </w:p>
    <w:p w:rsidR="007B2329" w:rsidRDefault="007B2329" w:rsidP="007B2329">
      <w:r>
        <w:t>119.4005</w:t>
      </w:r>
      <w:r>
        <w:tab/>
        <w:t>3.051e0</w:t>
      </w:r>
    </w:p>
    <w:p w:rsidR="007B2329" w:rsidRDefault="007B2329" w:rsidP="007B2329">
      <w:r>
        <w:t>119.4064</w:t>
      </w:r>
      <w:r>
        <w:tab/>
        <w:t>1.013e0</w:t>
      </w:r>
    </w:p>
    <w:p w:rsidR="007B2329" w:rsidRDefault="007B2329" w:rsidP="007B2329">
      <w:r>
        <w:t>119.4089</w:t>
      </w:r>
      <w:r>
        <w:tab/>
        <w:t>1.266e-2</w:t>
      </w:r>
    </w:p>
    <w:p w:rsidR="007B2329" w:rsidRDefault="007B2329" w:rsidP="007B2329">
      <w:r>
        <w:t>119.4118</w:t>
      </w:r>
      <w:r>
        <w:tab/>
        <w:t>1.025e0</w:t>
      </w:r>
    </w:p>
    <w:p w:rsidR="007B2329" w:rsidRDefault="007B2329" w:rsidP="007B2329">
      <w:r>
        <w:t>119.4163</w:t>
      </w:r>
      <w:r>
        <w:tab/>
        <w:t>1.025e0</w:t>
      </w:r>
    </w:p>
    <w:p w:rsidR="007B2329" w:rsidRDefault="007B2329" w:rsidP="007B2329">
      <w:r>
        <w:t>119.4178</w:t>
      </w:r>
      <w:r>
        <w:tab/>
        <w:t>1.013e0</w:t>
      </w:r>
    </w:p>
    <w:p w:rsidR="007B2329" w:rsidRDefault="007B2329" w:rsidP="007B2329">
      <w:r>
        <w:t>119.4238</w:t>
      </w:r>
      <w:r>
        <w:tab/>
        <w:t>2.025e0</w:t>
      </w:r>
    </w:p>
    <w:p w:rsidR="007B2329" w:rsidRDefault="007B2329" w:rsidP="007B2329">
      <w:r>
        <w:t>119.4337</w:t>
      </w:r>
      <w:r>
        <w:tab/>
        <w:t>2.025e0</w:t>
      </w:r>
    </w:p>
    <w:p w:rsidR="007B2329" w:rsidRDefault="007B2329" w:rsidP="007B2329">
      <w:r>
        <w:lastRenderedPageBreak/>
        <w:t>119.4381</w:t>
      </w:r>
      <w:r>
        <w:tab/>
        <w:t>2.025e0</w:t>
      </w:r>
    </w:p>
    <w:p w:rsidR="007B2329" w:rsidRDefault="007B2329" w:rsidP="007B2329">
      <w:r>
        <w:t>119.4442</w:t>
      </w:r>
      <w:r>
        <w:tab/>
        <w:t>1.266e-2</w:t>
      </w:r>
    </w:p>
    <w:p w:rsidR="007B2329" w:rsidRDefault="007B2329" w:rsidP="007B2329">
      <w:r>
        <w:t>119.4467</w:t>
      </w:r>
      <w:r>
        <w:tab/>
        <w:t>3.038e0</w:t>
      </w:r>
    </w:p>
    <w:p w:rsidR="007B2329" w:rsidRDefault="007B2329" w:rsidP="007B2329">
      <w:r>
        <w:t>119.4616</w:t>
      </w:r>
      <w:r>
        <w:tab/>
        <w:t>1.013e0</w:t>
      </w:r>
    </w:p>
    <w:p w:rsidR="007B2329" w:rsidRDefault="007B2329" w:rsidP="007B2329">
      <w:r>
        <w:t>119.4643</w:t>
      </w:r>
      <w:r>
        <w:tab/>
        <w:t>1.013e0</w:t>
      </w:r>
    </w:p>
    <w:p w:rsidR="007B2329" w:rsidRDefault="007B2329" w:rsidP="007B2329">
      <w:r>
        <w:t>119.4669</w:t>
      </w:r>
      <w:r>
        <w:tab/>
        <w:t>1.266e-2</w:t>
      </w:r>
    </w:p>
    <w:p w:rsidR="007B2329" w:rsidRDefault="007B2329" w:rsidP="007B2329">
      <w:r>
        <w:t>119.4820</w:t>
      </w:r>
      <w:r>
        <w:tab/>
        <w:t>3.038e0</w:t>
      </w:r>
    </w:p>
    <w:p w:rsidR="007B2329" w:rsidRDefault="007B2329" w:rsidP="007B2329">
      <w:r>
        <w:t>119.4873</w:t>
      </w:r>
      <w:r>
        <w:tab/>
        <w:t>3.038e0</w:t>
      </w:r>
    </w:p>
    <w:p w:rsidR="007B2329" w:rsidRDefault="007B2329" w:rsidP="007B2329">
      <w:r>
        <w:t>119.4963</w:t>
      </w:r>
      <w:r>
        <w:tab/>
        <w:t>1.013e0</w:t>
      </w:r>
    </w:p>
    <w:p w:rsidR="007B2329" w:rsidRDefault="007B2329" w:rsidP="007B2329">
      <w:r>
        <w:t>119.4984</w:t>
      </w:r>
      <w:r>
        <w:tab/>
        <w:t>3.038e0</w:t>
      </w:r>
    </w:p>
    <w:p w:rsidR="007B2329" w:rsidRDefault="007B2329" w:rsidP="007B2329">
      <w:r>
        <w:t>119.5021</w:t>
      </w:r>
      <w:r>
        <w:tab/>
        <w:t>3.051e0</w:t>
      </w:r>
    </w:p>
    <w:p w:rsidR="007B2329" w:rsidRDefault="007B2329" w:rsidP="007B2329">
      <w:r>
        <w:t>119.5251</w:t>
      </w:r>
      <w:r>
        <w:tab/>
        <w:t>1.013e0</w:t>
      </w:r>
    </w:p>
    <w:p w:rsidR="007B2329" w:rsidRDefault="007B2329" w:rsidP="007B2329">
      <w:r>
        <w:t>119.5276</w:t>
      </w:r>
      <w:r>
        <w:tab/>
        <w:t>5.063e0</w:t>
      </w:r>
    </w:p>
    <w:p w:rsidR="007B2329" w:rsidRDefault="007B2329" w:rsidP="007B2329">
      <w:r>
        <w:t>119.5311</w:t>
      </w:r>
      <w:r>
        <w:tab/>
        <w:t>2.025e0</w:t>
      </w:r>
    </w:p>
    <w:p w:rsidR="007B2329" w:rsidRDefault="007B2329" w:rsidP="007B2329">
      <w:r>
        <w:t>119.5340</w:t>
      </w:r>
      <w:r>
        <w:tab/>
        <w:t>1.013e0</w:t>
      </w:r>
    </w:p>
    <w:p w:rsidR="007B2329" w:rsidRDefault="007B2329" w:rsidP="007B2329">
      <w:r>
        <w:t>119.5455</w:t>
      </w:r>
      <w:r>
        <w:tab/>
        <w:t>1.013e0</w:t>
      </w:r>
    </w:p>
    <w:p w:rsidR="007B2329" w:rsidRDefault="007B2329" w:rsidP="007B2329">
      <w:r>
        <w:t>119.5514</w:t>
      </w:r>
      <w:r>
        <w:tab/>
        <w:t>1.013e0</w:t>
      </w:r>
    </w:p>
    <w:p w:rsidR="007B2329" w:rsidRDefault="007B2329" w:rsidP="007B2329">
      <w:r>
        <w:t>119.5544</w:t>
      </w:r>
      <w:r>
        <w:tab/>
        <w:t>1.013e0</w:t>
      </w:r>
    </w:p>
    <w:p w:rsidR="007B2329" w:rsidRDefault="007B2329" w:rsidP="007B2329">
      <w:r>
        <w:t>119.5628</w:t>
      </w:r>
      <w:r>
        <w:tab/>
        <w:t>1.266e-2</w:t>
      </w:r>
    </w:p>
    <w:p w:rsidR="007B2329" w:rsidRDefault="007B2329" w:rsidP="007B2329">
      <w:r>
        <w:lastRenderedPageBreak/>
        <w:t>119.5665</w:t>
      </w:r>
      <w:r>
        <w:tab/>
        <w:t>4.051e0</w:t>
      </w:r>
    </w:p>
    <w:p w:rsidR="007B2329" w:rsidRDefault="007B2329" w:rsidP="007B2329">
      <w:r>
        <w:t>119.5688</w:t>
      </w:r>
      <w:r>
        <w:tab/>
        <w:t>1.038e0</w:t>
      </w:r>
    </w:p>
    <w:p w:rsidR="007B2329" w:rsidRDefault="007B2329" w:rsidP="007B2329">
      <w:r>
        <w:t>119.5719</w:t>
      </w:r>
      <w:r>
        <w:tab/>
        <w:t>1.013e0</w:t>
      </w:r>
    </w:p>
    <w:p w:rsidR="007B2329" w:rsidRDefault="007B2329" w:rsidP="007B2329">
      <w:r>
        <w:t>119.5803</w:t>
      </w:r>
      <w:r>
        <w:tab/>
        <w:t>1.013e0</w:t>
      </w:r>
    </w:p>
    <w:p w:rsidR="007B2329" w:rsidRDefault="007B2329" w:rsidP="007B2329">
      <w:r>
        <w:t>119.5952</w:t>
      </w:r>
      <w:r>
        <w:tab/>
        <w:t>1.013e0</w:t>
      </w:r>
    </w:p>
    <w:p w:rsidR="007B2329" w:rsidRDefault="007B2329" w:rsidP="007B2329">
      <w:r>
        <w:t>119.5966</w:t>
      </w:r>
      <w:r>
        <w:tab/>
        <w:t>2.025e0</w:t>
      </w:r>
    </w:p>
    <w:p w:rsidR="007B2329" w:rsidRDefault="007B2329" w:rsidP="007B2329">
      <w:r>
        <w:t>119.5980</w:t>
      </w:r>
      <w:r>
        <w:tab/>
        <w:t>2.038e0</w:t>
      </w:r>
    </w:p>
    <w:p w:rsidR="007B2329" w:rsidRDefault="007B2329" w:rsidP="007B2329">
      <w:r>
        <w:t>119.6096</w:t>
      </w:r>
      <w:r>
        <w:tab/>
        <w:t>5.063e0</w:t>
      </w:r>
    </w:p>
    <w:p w:rsidR="007B2329" w:rsidRDefault="007B2329" w:rsidP="007B2329">
      <w:r>
        <w:t>119.6156</w:t>
      </w:r>
      <w:r>
        <w:tab/>
        <w:t>1.266e-2</w:t>
      </w:r>
    </w:p>
    <w:p w:rsidR="007B2329" w:rsidRDefault="007B2329" w:rsidP="007B2329">
      <w:r>
        <w:t>119.6225</w:t>
      </w:r>
      <w:r>
        <w:tab/>
        <w:t>4.051e0</w:t>
      </w:r>
    </w:p>
    <w:p w:rsidR="007B2329" w:rsidRDefault="007B2329" w:rsidP="007B2329">
      <w:r>
        <w:t>119.6330</w:t>
      </w:r>
      <w:r>
        <w:tab/>
        <w:t>1.013e0</w:t>
      </w:r>
    </w:p>
    <w:p w:rsidR="007B2329" w:rsidRDefault="007B2329" w:rsidP="007B2329">
      <w:r>
        <w:t>119.6414</w:t>
      </w:r>
      <w:r>
        <w:tab/>
        <w:t>2.025e0</w:t>
      </w:r>
    </w:p>
    <w:p w:rsidR="007B2329" w:rsidRDefault="007B2329" w:rsidP="007B2329">
      <w:r>
        <w:t>119.6474</w:t>
      </w:r>
      <w:r>
        <w:tab/>
        <w:t>1.013e0</w:t>
      </w:r>
    </w:p>
    <w:p w:rsidR="007B2329" w:rsidRDefault="007B2329" w:rsidP="007B2329">
      <w:r>
        <w:t>119.6560</w:t>
      </w:r>
      <w:r>
        <w:tab/>
        <w:t>2.025e0</w:t>
      </w:r>
    </w:p>
    <w:p w:rsidR="007B2329" w:rsidRDefault="007B2329" w:rsidP="007B2329">
      <w:r>
        <w:t>119.6574</w:t>
      </w:r>
      <w:r>
        <w:tab/>
        <w:t>2.025e0</w:t>
      </w:r>
    </w:p>
    <w:p w:rsidR="007B2329" w:rsidRDefault="007B2329" w:rsidP="007B2329">
      <w:r>
        <w:t>119.6778</w:t>
      </w:r>
      <w:r>
        <w:tab/>
        <w:t>2.025e0</w:t>
      </w:r>
    </w:p>
    <w:p w:rsidR="007B2329" w:rsidRDefault="007B2329" w:rsidP="007B2329">
      <w:r>
        <w:t>119.6822</w:t>
      </w:r>
      <w:r>
        <w:tab/>
        <w:t>2.025e0</w:t>
      </w:r>
    </w:p>
    <w:p w:rsidR="007B2329" w:rsidRDefault="007B2329" w:rsidP="007B2329">
      <w:r>
        <w:t>119.6838</w:t>
      </w:r>
      <w:r>
        <w:tab/>
        <w:t>5.063e0</w:t>
      </w:r>
    </w:p>
    <w:p w:rsidR="007B2329" w:rsidRDefault="007B2329" w:rsidP="007B2329">
      <w:r>
        <w:t>119.6904</w:t>
      </w:r>
      <w:r>
        <w:tab/>
        <w:t>1.038e0</w:t>
      </w:r>
    </w:p>
    <w:p w:rsidR="007B2329" w:rsidRDefault="007B2329" w:rsidP="007B2329">
      <w:r>
        <w:lastRenderedPageBreak/>
        <w:t>119.6966</w:t>
      </w:r>
      <w:r>
        <w:tab/>
        <w:t>1.266e-2</w:t>
      </w:r>
    </w:p>
    <w:p w:rsidR="007B2329" w:rsidRDefault="007B2329" w:rsidP="007B2329">
      <w:r>
        <w:t>119.7056</w:t>
      </w:r>
      <w:r>
        <w:tab/>
        <w:t>4.051e0</w:t>
      </w:r>
    </w:p>
    <w:p w:rsidR="007B2329" w:rsidRDefault="007B2329" w:rsidP="007B2329">
      <w:r>
        <w:t>119.7070</w:t>
      </w:r>
      <w:r>
        <w:tab/>
        <w:t>2.025e0</w:t>
      </w:r>
    </w:p>
    <w:p w:rsidR="007B2329" w:rsidRDefault="007B2329" w:rsidP="007B2329">
      <w:r>
        <w:t>119.7085</w:t>
      </w:r>
      <w:r>
        <w:tab/>
        <w:t>1.266e-2</w:t>
      </w:r>
    </w:p>
    <w:p w:rsidR="007B2329" w:rsidRDefault="007B2329" w:rsidP="007B2329">
      <w:r>
        <w:t>119.7185</w:t>
      </w:r>
      <w:r>
        <w:tab/>
        <w:t>3.051e0</w:t>
      </w:r>
    </w:p>
    <w:p w:rsidR="007B2329" w:rsidRDefault="007B2329" w:rsidP="007B2329">
      <w:r>
        <w:t>119.7200</w:t>
      </w:r>
      <w:r>
        <w:tab/>
        <w:t>1.013e0</w:t>
      </w:r>
    </w:p>
    <w:p w:rsidR="007B2329" w:rsidRDefault="007B2329" w:rsidP="007B2329">
      <w:r>
        <w:t>119.7260</w:t>
      </w:r>
      <w:r>
        <w:tab/>
        <w:t>1.013e0</w:t>
      </w:r>
    </w:p>
    <w:p w:rsidR="007B2329" w:rsidRDefault="007B2329" w:rsidP="007B2329">
      <w:r>
        <w:t>119.7317</w:t>
      </w:r>
      <w:r>
        <w:tab/>
        <w:t>4.051e0</w:t>
      </w:r>
    </w:p>
    <w:p w:rsidR="007B2329" w:rsidRDefault="007B2329" w:rsidP="007B2329">
      <w:r>
        <w:t>119.7418</w:t>
      </w:r>
      <w:r>
        <w:tab/>
        <w:t>2.025e0</w:t>
      </w:r>
    </w:p>
    <w:p w:rsidR="007B2329" w:rsidRDefault="007B2329" w:rsidP="007B2329">
      <w:r>
        <w:t>119.7493</w:t>
      </w:r>
      <w:r>
        <w:tab/>
        <w:t>1.013e0</w:t>
      </w:r>
    </w:p>
    <w:p w:rsidR="007B2329" w:rsidRDefault="007B2329" w:rsidP="007B2329">
      <w:r>
        <w:t>119.7547</w:t>
      </w:r>
      <w:r>
        <w:tab/>
        <w:t>1.266e-2</w:t>
      </w:r>
    </w:p>
    <w:p w:rsidR="007B2329" w:rsidRDefault="007B2329" w:rsidP="007B2329">
      <w:r>
        <w:t>119.7578</w:t>
      </w:r>
      <w:r>
        <w:tab/>
        <w:t>2.025e0</w:t>
      </w:r>
    </w:p>
    <w:p w:rsidR="007B2329" w:rsidRDefault="007B2329" w:rsidP="007B2329">
      <w:r>
        <w:t>119.7668</w:t>
      </w:r>
      <w:r>
        <w:tab/>
        <w:t>2.038e0</w:t>
      </w:r>
    </w:p>
    <w:p w:rsidR="007B2329" w:rsidRDefault="007B2329" w:rsidP="007B2329">
      <w:r>
        <w:t>119.7694</w:t>
      </w:r>
      <w:r>
        <w:tab/>
        <w:t>2.025e0</w:t>
      </w:r>
    </w:p>
    <w:p w:rsidR="007B2329" w:rsidRDefault="007B2329" w:rsidP="007B2329">
      <w:r>
        <w:t>119.7872</w:t>
      </w:r>
      <w:r>
        <w:tab/>
        <w:t>1.266e-2</w:t>
      </w:r>
    </w:p>
    <w:p w:rsidR="007B2329" w:rsidRDefault="007B2329" w:rsidP="007B2329">
      <w:r>
        <w:t>119.7897</w:t>
      </w:r>
      <w:r>
        <w:tab/>
        <w:t>1.013e0</w:t>
      </w:r>
    </w:p>
    <w:p w:rsidR="007B2329" w:rsidRDefault="007B2329" w:rsidP="007B2329">
      <w:r>
        <w:t>119.7986</w:t>
      </w:r>
      <w:r>
        <w:tab/>
        <w:t>1.025e0</w:t>
      </w:r>
    </w:p>
    <w:p w:rsidR="007B2329" w:rsidRDefault="007B2329" w:rsidP="007B2329">
      <w:r>
        <w:t>119.8015</w:t>
      </w:r>
      <w:r>
        <w:tab/>
        <w:t>1.013e0</w:t>
      </w:r>
    </w:p>
    <w:p w:rsidR="007B2329" w:rsidRDefault="007B2329" w:rsidP="007B2329">
      <w:r>
        <w:t>119.8046</w:t>
      </w:r>
      <w:r>
        <w:tab/>
        <w:t>1.025e0</w:t>
      </w:r>
    </w:p>
    <w:p w:rsidR="007B2329" w:rsidRDefault="007B2329" w:rsidP="007B2329">
      <w:r>
        <w:lastRenderedPageBreak/>
        <w:t>119.8160</w:t>
      </w:r>
      <w:r>
        <w:tab/>
        <w:t>1.013e0</w:t>
      </w:r>
    </w:p>
    <w:p w:rsidR="007B2329" w:rsidRDefault="007B2329" w:rsidP="007B2329">
      <w:r>
        <w:t>119.8189</w:t>
      </w:r>
      <w:r>
        <w:tab/>
        <w:t>1.266e-2</w:t>
      </w:r>
    </w:p>
    <w:p w:rsidR="007B2329" w:rsidRDefault="007B2329" w:rsidP="007B2329">
      <w:r>
        <w:t>119.8204</w:t>
      </w:r>
      <w:r>
        <w:tab/>
        <w:t>2.025e0</w:t>
      </w:r>
    </w:p>
    <w:p w:rsidR="007B2329" w:rsidRDefault="007B2329" w:rsidP="007B2329">
      <w:r>
        <w:t>119.8250</w:t>
      </w:r>
      <w:r>
        <w:tab/>
        <w:t>1.266e-2</w:t>
      </w:r>
    </w:p>
    <w:p w:rsidR="007B2329" w:rsidRDefault="007B2329" w:rsidP="007B2329">
      <w:r>
        <w:t>119.8334</w:t>
      </w:r>
      <w:r>
        <w:tab/>
        <w:t>2.532e-2</w:t>
      </w:r>
    </w:p>
    <w:p w:rsidR="007B2329" w:rsidRDefault="007B2329" w:rsidP="007B2329">
      <w:r>
        <w:t>119.8423</w:t>
      </w:r>
      <w:r>
        <w:tab/>
        <w:t>2.025e0</w:t>
      </w:r>
    </w:p>
    <w:p w:rsidR="007B2329" w:rsidRDefault="007B2329" w:rsidP="007B2329">
      <w:r>
        <w:t>119.8438</w:t>
      </w:r>
      <w:r>
        <w:tab/>
        <w:t>4.051e0</w:t>
      </w:r>
    </w:p>
    <w:p w:rsidR="007B2329" w:rsidRDefault="007B2329" w:rsidP="007B2329">
      <w:r>
        <w:t>119.8654</w:t>
      </w:r>
      <w:r>
        <w:tab/>
        <w:t>2.038e0</w:t>
      </w:r>
    </w:p>
    <w:p w:rsidR="007B2329" w:rsidRDefault="007B2329" w:rsidP="007B2329">
      <w:r>
        <w:t>119.8712</w:t>
      </w:r>
      <w:r>
        <w:tab/>
        <w:t>1.013e0</w:t>
      </w:r>
    </w:p>
    <w:p w:rsidR="007B2329" w:rsidRDefault="007B2329" w:rsidP="007B2329">
      <w:r>
        <w:t>119.8886</w:t>
      </w:r>
      <w:r>
        <w:tab/>
        <w:t>2.025e0</w:t>
      </w:r>
    </w:p>
    <w:p w:rsidR="007B2329" w:rsidRDefault="007B2329" w:rsidP="007B2329">
      <w:r>
        <w:t>119.8905</w:t>
      </w:r>
      <w:r>
        <w:tab/>
        <w:t>2.276e0</w:t>
      </w:r>
    </w:p>
    <w:p w:rsidR="007B2329" w:rsidRDefault="007B2329" w:rsidP="007B2329">
      <w:r>
        <w:t>119.8975</w:t>
      </w:r>
      <w:r>
        <w:tab/>
        <w:t>3.038e0</w:t>
      </w:r>
    </w:p>
    <w:p w:rsidR="007B2329" w:rsidRDefault="007B2329" w:rsidP="007B2329">
      <w:r>
        <w:t>119.8992</w:t>
      </w:r>
      <w:r>
        <w:tab/>
        <w:t>2.025e0</w:t>
      </w:r>
    </w:p>
    <w:p w:rsidR="007B2329" w:rsidRDefault="007B2329" w:rsidP="007B2329">
      <w:r>
        <w:t>119.9104</w:t>
      </w:r>
      <w:r>
        <w:tab/>
        <w:t>2.025e0</w:t>
      </w:r>
    </w:p>
    <w:p w:rsidR="007B2329" w:rsidRDefault="007B2329" w:rsidP="007B2329">
      <w:r>
        <w:t>119.9120</w:t>
      </w:r>
      <w:r>
        <w:tab/>
        <w:t>1.266e-2</w:t>
      </w:r>
    </w:p>
    <w:p w:rsidR="007B2329" w:rsidRDefault="007B2329" w:rsidP="007B2329">
      <w:r>
        <w:t>119.9155</w:t>
      </w:r>
      <w:r>
        <w:tab/>
        <w:t>4.051e0</w:t>
      </w:r>
    </w:p>
    <w:p w:rsidR="007B2329" w:rsidRDefault="007B2329" w:rsidP="007B2329">
      <w:r>
        <w:t>119.9180</w:t>
      </w:r>
      <w:r>
        <w:tab/>
        <w:t>1.266e-2</w:t>
      </w:r>
    </w:p>
    <w:p w:rsidR="007B2329" w:rsidRDefault="007B2329" w:rsidP="007B2329">
      <w:r>
        <w:t>119.9237</w:t>
      </w:r>
      <w:r>
        <w:tab/>
        <w:t>1.013e0</w:t>
      </w:r>
    </w:p>
    <w:p w:rsidR="007B2329" w:rsidRDefault="007B2329" w:rsidP="007B2329">
      <w:r>
        <w:t>119.9252</w:t>
      </w:r>
      <w:r>
        <w:tab/>
        <w:t>2.025e0</w:t>
      </w:r>
    </w:p>
    <w:p w:rsidR="007B2329" w:rsidRDefault="007B2329" w:rsidP="007B2329">
      <w:r>
        <w:lastRenderedPageBreak/>
        <w:t>119.9358</w:t>
      </w:r>
      <w:r>
        <w:tab/>
        <w:t>5.076e0</w:t>
      </w:r>
    </w:p>
    <w:p w:rsidR="007B2329" w:rsidRDefault="007B2329" w:rsidP="007B2329">
      <w:r>
        <w:t>119.9413</w:t>
      </w:r>
      <w:r>
        <w:tab/>
        <w:t>1.013e0</w:t>
      </w:r>
    </w:p>
    <w:p w:rsidR="007B2329" w:rsidRDefault="007B2329" w:rsidP="007B2329">
      <w:r>
        <w:t>119.9426</w:t>
      </w:r>
      <w:r>
        <w:tab/>
        <w:t>1.025e0</w:t>
      </w:r>
    </w:p>
    <w:p w:rsidR="007B2329" w:rsidRDefault="007B2329" w:rsidP="007B2329">
      <w:r>
        <w:t>119.9561</w:t>
      </w:r>
      <w:r>
        <w:tab/>
        <w:t>4.051e0</w:t>
      </w:r>
    </w:p>
    <w:p w:rsidR="007B2329" w:rsidRDefault="007B2329" w:rsidP="007B2329">
      <w:r>
        <w:t>119.9588</w:t>
      </w:r>
      <w:r>
        <w:tab/>
        <w:t>1.013e0</w:t>
      </w:r>
    </w:p>
    <w:p w:rsidR="007B2329" w:rsidRDefault="007B2329" w:rsidP="007B2329">
      <w:r>
        <w:t>119.9615</w:t>
      </w:r>
      <w:r>
        <w:tab/>
        <w:t>2.025e0</w:t>
      </w:r>
    </w:p>
    <w:p w:rsidR="007B2329" w:rsidRDefault="007B2329" w:rsidP="007B2329">
      <w:r>
        <w:t>119.9705</w:t>
      </w:r>
      <w:r>
        <w:tab/>
        <w:t>3.104e0</w:t>
      </w:r>
    </w:p>
    <w:p w:rsidR="007B2329" w:rsidRDefault="007B2329" w:rsidP="007B2329">
      <w:r>
        <w:t>119.9747</w:t>
      </w:r>
      <w:r>
        <w:tab/>
        <w:t>2.025e0</w:t>
      </w:r>
    </w:p>
    <w:p w:rsidR="007B2329" w:rsidRDefault="007B2329" w:rsidP="007B2329">
      <w:r>
        <w:t>119.9762</w:t>
      </w:r>
      <w:r>
        <w:tab/>
        <w:t>2.038e0</w:t>
      </w:r>
    </w:p>
    <w:p w:rsidR="007B2329" w:rsidRDefault="007B2329" w:rsidP="007B2329">
      <w:r>
        <w:t>119.9816</w:t>
      </w:r>
      <w:r>
        <w:tab/>
        <w:t>7.610e0</w:t>
      </w:r>
    </w:p>
    <w:p w:rsidR="007B2329" w:rsidRDefault="007B2329" w:rsidP="007B2329">
      <w:r>
        <w:t>119.9967</w:t>
      </w:r>
      <w:r>
        <w:tab/>
        <w:t>5.063e0</w:t>
      </w:r>
    </w:p>
    <w:p w:rsidR="007B2329" w:rsidRDefault="007B2329" w:rsidP="007B2329">
      <w:r>
        <w:t>120.0021</w:t>
      </w:r>
      <w:r>
        <w:tab/>
        <w:t>2.532e-2</w:t>
      </w:r>
    </w:p>
    <w:p w:rsidR="007B2329" w:rsidRDefault="007B2329" w:rsidP="007B2329">
      <w:r>
        <w:t>120.0060</w:t>
      </w:r>
      <w:r>
        <w:tab/>
        <w:t>4.051e0</w:t>
      </w:r>
    </w:p>
    <w:p w:rsidR="007B2329" w:rsidRDefault="007B2329" w:rsidP="007B2329">
      <w:r>
        <w:t>120.0852</w:t>
      </w:r>
      <w:r>
        <w:tab/>
        <w:t>2.025e0</w:t>
      </w:r>
    </w:p>
    <w:p w:rsidR="007B2329" w:rsidRDefault="007B2329" w:rsidP="007B2329">
      <w:r>
        <w:t>120.0867</w:t>
      </w:r>
      <w:r>
        <w:tab/>
        <w:t>2.025e0</w:t>
      </w:r>
    </w:p>
    <w:p w:rsidR="007B2329" w:rsidRDefault="007B2329" w:rsidP="007B2329">
      <w:r>
        <w:t>120.0897</w:t>
      </w:r>
      <w:r>
        <w:tab/>
        <w:t>3.038e0</w:t>
      </w:r>
    </w:p>
    <w:p w:rsidR="007B2329" w:rsidRDefault="007B2329" w:rsidP="007B2329">
      <w:r>
        <w:t>120.0982</w:t>
      </w:r>
      <w:r>
        <w:tab/>
        <w:t>1.013e0</w:t>
      </w:r>
    </w:p>
    <w:p w:rsidR="007B2329" w:rsidRDefault="007B2329" w:rsidP="007B2329">
      <w:r>
        <w:t>120.1041</w:t>
      </w:r>
      <w:r>
        <w:tab/>
        <w:t>1.013e0</w:t>
      </w:r>
    </w:p>
    <w:p w:rsidR="007B2329" w:rsidRDefault="007B2329" w:rsidP="007B2329">
      <w:r>
        <w:t>120.1101</w:t>
      </w:r>
      <w:r>
        <w:tab/>
        <w:t>2.051e0</w:t>
      </w:r>
    </w:p>
    <w:p w:rsidR="007B2329" w:rsidRDefault="007B2329" w:rsidP="007B2329">
      <w:r>
        <w:lastRenderedPageBreak/>
        <w:t>120.1130</w:t>
      </w:r>
      <w:r>
        <w:tab/>
        <w:t>2.051e0</w:t>
      </w:r>
    </w:p>
    <w:p w:rsidR="007B2329" w:rsidRDefault="007B2329" w:rsidP="007B2329">
      <w:r>
        <w:t>120.1246</w:t>
      </w:r>
      <w:r>
        <w:tab/>
        <w:t>5.089e0</w:t>
      </w:r>
    </w:p>
    <w:p w:rsidR="007B2329" w:rsidRDefault="007B2329" w:rsidP="007B2329">
      <w:r>
        <w:t>120.1260</w:t>
      </w:r>
      <w:r>
        <w:tab/>
        <w:t>2.025e0</w:t>
      </w:r>
    </w:p>
    <w:p w:rsidR="007B2329" w:rsidRDefault="007B2329" w:rsidP="007B2329">
      <w:r>
        <w:t>120.1297</w:t>
      </w:r>
      <w:r>
        <w:tab/>
        <w:t>9.332e0</w:t>
      </w:r>
    </w:p>
    <w:p w:rsidR="007B2329" w:rsidRDefault="007B2329" w:rsidP="007B2329">
      <w:r>
        <w:t>120.1321</w:t>
      </w:r>
      <w:r>
        <w:tab/>
        <w:t>7.402e0</w:t>
      </w:r>
    </w:p>
    <w:p w:rsidR="007B2329" w:rsidRDefault="007B2329" w:rsidP="007B2329">
      <w:r>
        <w:t>120.1334</w:t>
      </w:r>
      <w:r>
        <w:tab/>
        <w:t>5.063e0</w:t>
      </w:r>
    </w:p>
    <w:p w:rsidR="007B2329" w:rsidRDefault="007B2329" w:rsidP="007B2329">
      <w:r>
        <w:t>120.1491</w:t>
      </w:r>
      <w:r>
        <w:tab/>
        <w:t>5.126e0</w:t>
      </w:r>
    </w:p>
    <w:p w:rsidR="007B2329" w:rsidRDefault="007B2329" w:rsidP="007B2329">
      <w:r>
        <w:t>120.1522</w:t>
      </w:r>
      <w:r>
        <w:tab/>
        <w:t>3.063e0</w:t>
      </w:r>
    </w:p>
    <w:p w:rsidR="007B2329" w:rsidRDefault="007B2329" w:rsidP="007B2329">
      <w:r>
        <w:t>120.1557</w:t>
      </w:r>
      <w:r>
        <w:tab/>
        <w:t>8.464e0</w:t>
      </w:r>
    </w:p>
    <w:p w:rsidR="007B2329" w:rsidRDefault="007B2329" w:rsidP="007B2329">
      <w:r>
        <w:t>120.1639</w:t>
      </w:r>
      <w:r>
        <w:tab/>
        <w:t>8.101e0</w:t>
      </w:r>
    </w:p>
    <w:p w:rsidR="007B2329" w:rsidRDefault="007B2329" w:rsidP="007B2329">
      <w:r>
        <w:t>120.1670</w:t>
      </w:r>
      <w:r>
        <w:tab/>
        <w:t>1.115e1</w:t>
      </w:r>
    </w:p>
    <w:p w:rsidR="007B2329" w:rsidRDefault="007B2329" w:rsidP="007B2329">
      <w:r>
        <w:t>120.1683</w:t>
      </w:r>
      <w:r>
        <w:tab/>
        <w:t>4.089e0</w:t>
      </w:r>
    </w:p>
    <w:p w:rsidR="007B2329" w:rsidRDefault="007B2329" w:rsidP="007B2329">
      <w:r>
        <w:t>120.1763</w:t>
      </w:r>
      <w:r>
        <w:tab/>
        <w:t>1.013e1</w:t>
      </w:r>
    </w:p>
    <w:p w:rsidR="007B2329" w:rsidRDefault="007B2329" w:rsidP="007B2329">
      <w:r>
        <w:t>120.1843</w:t>
      </w:r>
      <w:r>
        <w:tab/>
        <w:t>2.048e0</w:t>
      </w:r>
    </w:p>
    <w:p w:rsidR="007B2329" w:rsidRDefault="007B2329" w:rsidP="007B2329">
      <w:r>
        <w:t>120.1859</w:t>
      </w:r>
      <w:r>
        <w:tab/>
        <w:t>2.532e-2</w:t>
      </w:r>
    </w:p>
    <w:p w:rsidR="007B2329" w:rsidRDefault="007B2329" w:rsidP="007B2329">
      <w:r>
        <w:t>120.1888</w:t>
      </w:r>
      <w:r>
        <w:tab/>
        <w:t>1.013e0</w:t>
      </w:r>
    </w:p>
    <w:p w:rsidR="007B2329" w:rsidRDefault="007B2329" w:rsidP="007B2329">
      <w:r>
        <w:t>120.1974</w:t>
      </w:r>
      <w:r>
        <w:tab/>
        <w:t>6.076e0</w:t>
      </w:r>
    </w:p>
    <w:p w:rsidR="007B2329" w:rsidRDefault="007B2329" w:rsidP="007B2329">
      <w:r>
        <w:t>120.2033</w:t>
      </w:r>
      <w:r>
        <w:tab/>
        <w:t>1.013e0</w:t>
      </w:r>
    </w:p>
    <w:p w:rsidR="007B2329" w:rsidRDefault="007B2329" w:rsidP="007B2329">
      <w:r>
        <w:t>120.2084</w:t>
      </w:r>
      <w:r>
        <w:tab/>
        <w:t>3.038e0</w:t>
      </w:r>
    </w:p>
    <w:p w:rsidR="007B2329" w:rsidRDefault="007B2329" w:rsidP="007B2329">
      <w:r>
        <w:lastRenderedPageBreak/>
        <w:t>120.2096</w:t>
      </w:r>
      <w:r>
        <w:tab/>
        <w:t>4.076e0</w:t>
      </w:r>
    </w:p>
    <w:p w:rsidR="007B2329" w:rsidRDefault="007B2329" w:rsidP="007B2329">
      <w:r>
        <w:t>120.2204</w:t>
      </w:r>
      <w:r>
        <w:tab/>
        <w:t>1.306e1</w:t>
      </w:r>
    </w:p>
    <w:p w:rsidR="007B2329" w:rsidRDefault="007B2329" w:rsidP="007B2329">
      <w:r>
        <w:t>120.2266</w:t>
      </w:r>
      <w:r>
        <w:tab/>
        <w:t>2.532e-2</w:t>
      </w:r>
    </w:p>
    <w:p w:rsidR="007B2329" w:rsidRDefault="007B2329" w:rsidP="007B2329">
      <w:r>
        <w:t>120.2300</w:t>
      </w:r>
      <w:r>
        <w:tab/>
        <w:t>7.763e0</w:t>
      </w:r>
    </w:p>
    <w:p w:rsidR="007B2329" w:rsidRDefault="007B2329" w:rsidP="007B2329">
      <w:r>
        <w:t>120.2411</w:t>
      </w:r>
      <w:r>
        <w:tab/>
        <w:t>5.063e0</w:t>
      </w:r>
    </w:p>
    <w:p w:rsidR="007B2329" w:rsidRDefault="007B2329" w:rsidP="007B2329">
      <w:r>
        <w:t>120.2426</w:t>
      </w:r>
      <w:r>
        <w:tab/>
        <w:t>2.532e-2</w:t>
      </w:r>
    </w:p>
    <w:p w:rsidR="007B2329" w:rsidRDefault="007B2329" w:rsidP="007B2329">
      <w:r>
        <w:t>120.2501</w:t>
      </w:r>
      <w:r>
        <w:tab/>
        <w:t>1.013e0</w:t>
      </w:r>
    </w:p>
    <w:p w:rsidR="007B2329" w:rsidRDefault="007B2329" w:rsidP="007B2329">
      <w:r>
        <w:t>120.2514</w:t>
      </w:r>
      <w:r>
        <w:tab/>
        <w:t>2.532e-2</w:t>
      </w:r>
    </w:p>
    <w:p w:rsidR="007B2329" w:rsidRDefault="007B2329" w:rsidP="007B2329">
      <w:r>
        <w:t>120.2541</w:t>
      </w:r>
      <w:r>
        <w:tab/>
        <w:t>1.025e0</w:t>
      </w:r>
    </w:p>
    <w:p w:rsidR="007B2329" w:rsidRDefault="007B2329" w:rsidP="007B2329">
      <w:r>
        <w:t>120.2615</w:t>
      </w:r>
      <w:r>
        <w:tab/>
        <w:t>1.013e0</w:t>
      </w:r>
    </w:p>
    <w:p w:rsidR="007B2329" w:rsidRDefault="007B2329" w:rsidP="007B2329">
      <w:r>
        <w:t>120.2638</w:t>
      </w:r>
      <w:r>
        <w:tab/>
        <w:t>3.038e0</w:t>
      </w:r>
    </w:p>
    <w:p w:rsidR="007B2329" w:rsidRDefault="007B2329" w:rsidP="007B2329">
      <w:r>
        <w:t>120.2672</w:t>
      </w:r>
      <w:r>
        <w:tab/>
        <w:t>2.410e0</w:t>
      </w:r>
    </w:p>
    <w:p w:rsidR="007B2329" w:rsidRDefault="007B2329" w:rsidP="007B2329">
      <w:r>
        <w:t>120.2688</w:t>
      </w:r>
      <w:r>
        <w:tab/>
        <w:t>2.025e0</w:t>
      </w:r>
    </w:p>
    <w:p w:rsidR="007B2329" w:rsidRDefault="007B2329" w:rsidP="007B2329">
      <w:r>
        <w:t>120.2707</w:t>
      </w:r>
      <w:r>
        <w:tab/>
        <w:t>4.063e0</w:t>
      </w:r>
    </w:p>
    <w:p w:rsidR="007B2329" w:rsidRDefault="007B2329" w:rsidP="007B2329">
      <w:r>
        <w:t>120.2745</w:t>
      </w:r>
      <w:r>
        <w:tab/>
        <w:t>2.025e0</w:t>
      </w:r>
    </w:p>
    <w:p w:rsidR="007B2329" w:rsidRDefault="007B2329" w:rsidP="007B2329">
      <w:r>
        <w:t>120.2809</w:t>
      </w:r>
      <w:r>
        <w:tab/>
        <w:t>5.114e0</w:t>
      </w:r>
    </w:p>
    <w:p w:rsidR="007B2329" w:rsidRDefault="007B2329" w:rsidP="007B2329">
      <w:r>
        <w:t>120.2895</w:t>
      </w:r>
      <w:r>
        <w:tab/>
        <w:t>3.063e0</w:t>
      </w:r>
    </w:p>
    <w:p w:rsidR="007B2329" w:rsidRDefault="007B2329" w:rsidP="007B2329">
      <w:r>
        <w:t>120.2906</w:t>
      </w:r>
      <w:r>
        <w:tab/>
        <w:t>1.013e0</w:t>
      </w:r>
    </w:p>
    <w:p w:rsidR="007B2329" w:rsidRDefault="007B2329" w:rsidP="007B2329">
      <w:r>
        <w:t>120.2920</w:t>
      </w:r>
      <w:r>
        <w:tab/>
        <w:t>2.025e0</w:t>
      </w:r>
    </w:p>
    <w:p w:rsidR="007B2329" w:rsidRDefault="007B2329" w:rsidP="007B2329">
      <w:r>
        <w:lastRenderedPageBreak/>
        <w:t>120.2934</w:t>
      </w:r>
      <w:r>
        <w:tab/>
        <w:t>4.051e0</w:t>
      </w:r>
    </w:p>
    <w:p w:rsidR="007B2329" w:rsidRDefault="007B2329" w:rsidP="007B2329">
      <w:r>
        <w:t>120.2968</w:t>
      </w:r>
      <w:r>
        <w:tab/>
        <w:t>3.798e-2</w:t>
      </w:r>
    </w:p>
    <w:p w:rsidR="007B2329" w:rsidRDefault="007B2329" w:rsidP="007B2329">
      <w:r>
        <w:t>120.3084</w:t>
      </w:r>
      <w:r>
        <w:tab/>
        <w:t>4.051e0</w:t>
      </w:r>
    </w:p>
    <w:p w:rsidR="007B2329" w:rsidRDefault="007B2329" w:rsidP="007B2329">
      <w:r>
        <w:t>120.3097</w:t>
      </w:r>
      <w:r>
        <w:tab/>
        <w:t>2.025e0</w:t>
      </w:r>
    </w:p>
    <w:p w:rsidR="007B2329" w:rsidRDefault="007B2329" w:rsidP="007B2329">
      <w:r>
        <w:t>120.3168</w:t>
      </w:r>
      <w:r>
        <w:tab/>
        <w:t>3.059e0</w:t>
      </w:r>
    </w:p>
    <w:p w:rsidR="007B2329" w:rsidRDefault="007B2329" w:rsidP="007B2329">
      <w:r>
        <w:t>120.3184</w:t>
      </w:r>
      <w:r>
        <w:tab/>
        <w:t>2.025e0</w:t>
      </w:r>
    </w:p>
    <w:p w:rsidR="007B2329" w:rsidRDefault="007B2329" w:rsidP="007B2329">
      <w:r>
        <w:t>120.3259</w:t>
      </w:r>
      <w:r>
        <w:tab/>
        <w:t>1.013e0</w:t>
      </w:r>
    </w:p>
    <w:p w:rsidR="007B2329" w:rsidRDefault="007B2329" w:rsidP="007B2329">
      <w:r>
        <w:t>120.3276</w:t>
      </w:r>
      <w:r>
        <w:tab/>
        <w:t>2.732e0</w:t>
      </w:r>
    </w:p>
    <w:p w:rsidR="007B2329" w:rsidRDefault="007B2329" w:rsidP="007B2329">
      <w:r>
        <w:t>120.3287</w:t>
      </w:r>
      <w:r>
        <w:tab/>
        <w:t>2.025e0</w:t>
      </w:r>
    </w:p>
    <w:p w:rsidR="007B2329" w:rsidRDefault="007B2329" w:rsidP="007B2329">
      <w:r>
        <w:t>120.3313</w:t>
      </w:r>
      <w:r>
        <w:tab/>
        <w:t>2.051e0</w:t>
      </w:r>
    </w:p>
    <w:p w:rsidR="007B2329" w:rsidRDefault="007B2329" w:rsidP="007B2329">
      <w:r>
        <w:t>120.3343</w:t>
      </w:r>
      <w:r>
        <w:tab/>
        <w:t>1.266e-2</w:t>
      </w:r>
    </w:p>
    <w:p w:rsidR="007B2329" w:rsidRDefault="007B2329" w:rsidP="007B2329">
      <w:r>
        <w:t>120.3463</w:t>
      </w:r>
      <w:r>
        <w:tab/>
        <w:t>2.025e0</w:t>
      </w:r>
    </w:p>
    <w:p w:rsidR="007B2329" w:rsidRDefault="007B2329" w:rsidP="007B2329">
      <w:r>
        <w:t>120.3490</w:t>
      </w:r>
      <w:r>
        <w:tab/>
        <w:t>1.013e0</w:t>
      </w:r>
    </w:p>
    <w:p w:rsidR="007B2329" w:rsidRDefault="007B2329" w:rsidP="007B2329">
      <w:r>
        <w:t>120.3506</w:t>
      </w:r>
      <w:r>
        <w:tab/>
        <w:t>9.842e0</w:t>
      </w:r>
    </w:p>
    <w:p w:rsidR="007B2329" w:rsidRDefault="007B2329" w:rsidP="007B2329">
      <w:r>
        <w:t>120.3652</w:t>
      </w:r>
      <w:r>
        <w:tab/>
        <w:t>2.025e0</w:t>
      </w:r>
    </w:p>
    <w:p w:rsidR="007B2329" w:rsidRDefault="007B2329" w:rsidP="007B2329">
      <w:r>
        <w:t>120.3801</w:t>
      </w:r>
      <w:r>
        <w:tab/>
        <w:t>7.089e0</w:t>
      </w:r>
    </w:p>
    <w:p w:rsidR="007B2329" w:rsidRDefault="007B2329" w:rsidP="007B2329">
      <w:r>
        <w:t>120.3811</w:t>
      </w:r>
      <w:r>
        <w:tab/>
        <w:t>2.025e0</w:t>
      </w:r>
    </w:p>
    <w:p w:rsidR="007B2329" w:rsidRDefault="007B2329" w:rsidP="007B2329">
      <w:r>
        <w:t>120.3976</w:t>
      </w:r>
      <w:r>
        <w:tab/>
        <w:t>8.139e0</w:t>
      </w:r>
    </w:p>
    <w:p w:rsidR="007B2329" w:rsidRDefault="007B2329" w:rsidP="007B2329">
      <w:r>
        <w:t>120.4012</w:t>
      </w:r>
      <w:r>
        <w:tab/>
        <w:t>5.063e-2</w:t>
      </w:r>
    </w:p>
    <w:p w:rsidR="007B2329" w:rsidRDefault="007B2329" w:rsidP="007B2329">
      <w:r>
        <w:lastRenderedPageBreak/>
        <w:t>120.4047</w:t>
      </w:r>
      <w:r>
        <w:tab/>
        <w:t>1.246e1</w:t>
      </w:r>
    </w:p>
    <w:p w:rsidR="007B2329" w:rsidRDefault="007B2329" w:rsidP="007B2329">
      <w:r>
        <w:t>120.4060</w:t>
      </w:r>
      <w:r>
        <w:tab/>
        <w:t>3.038e0</w:t>
      </w:r>
    </w:p>
    <w:p w:rsidR="007B2329" w:rsidRDefault="007B2329" w:rsidP="007B2329">
      <w:r>
        <w:t>120.4130</w:t>
      </w:r>
      <w:r>
        <w:tab/>
        <w:t>1.013e0</w:t>
      </w:r>
    </w:p>
    <w:p w:rsidR="007B2329" w:rsidRDefault="007B2329" w:rsidP="007B2329">
      <w:r>
        <w:t>120.4190</w:t>
      </w:r>
      <w:r>
        <w:tab/>
        <w:t>2.532e-2</w:t>
      </w:r>
    </w:p>
    <w:p w:rsidR="007B2329" w:rsidRDefault="007B2329" w:rsidP="007B2329">
      <w:r>
        <w:t>120.4277</w:t>
      </w:r>
      <w:r>
        <w:tab/>
        <w:t>2.640e0</w:t>
      </w:r>
    </w:p>
    <w:p w:rsidR="007B2329" w:rsidRDefault="007B2329" w:rsidP="007B2329">
      <w:r>
        <w:t>120.4305</w:t>
      </w:r>
      <w:r>
        <w:tab/>
        <w:t>2.025e0</w:t>
      </w:r>
    </w:p>
    <w:p w:rsidR="007B2329" w:rsidRDefault="007B2329" w:rsidP="007B2329">
      <w:r>
        <w:t>120.4335</w:t>
      </w:r>
      <w:r>
        <w:tab/>
        <w:t>2.025e0</w:t>
      </w:r>
    </w:p>
    <w:p w:rsidR="007B2329" w:rsidRDefault="007B2329" w:rsidP="007B2329">
      <w:r>
        <w:t>120.4350</w:t>
      </w:r>
      <w:r>
        <w:tab/>
        <w:t>1.025e0</w:t>
      </w:r>
    </w:p>
    <w:p w:rsidR="007B2329" w:rsidRDefault="007B2329" w:rsidP="007B2329">
      <w:r>
        <w:t>120.4365</w:t>
      </w:r>
      <w:r>
        <w:tab/>
        <w:t>1.013e0</w:t>
      </w:r>
    </w:p>
    <w:p w:rsidR="007B2329" w:rsidRDefault="007B2329" w:rsidP="007B2329">
      <w:r>
        <w:t>120.4394</w:t>
      </w:r>
      <w:r>
        <w:tab/>
        <w:t>3.038e0</w:t>
      </w:r>
    </w:p>
    <w:p w:rsidR="007B2329" w:rsidRDefault="007B2329" w:rsidP="007B2329">
      <w:r>
        <w:t>120.4461</w:t>
      </w:r>
      <w:r>
        <w:tab/>
        <w:t>5.370e0</w:t>
      </w:r>
    </w:p>
    <w:p w:rsidR="007B2329" w:rsidRDefault="007B2329" w:rsidP="007B2329">
      <w:r>
        <w:t>120.4490</w:t>
      </w:r>
      <w:r>
        <w:tab/>
        <w:t>4.063e0</w:t>
      </w:r>
    </w:p>
    <w:p w:rsidR="007B2329" w:rsidRDefault="007B2329" w:rsidP="007B2329">
      <w:r>
        <w:t>120.4539</w:t>
      </w:r>
      <w:r>
        <w:tab/>
        <w:t>2.071e0</w:t>
      </w:r>
    </w:p>
    <w:p w:rsidR="007B2329" w:rsidRDefault="007B2329" w:rsidP="007B2329">
      <w:r>
        <w:t>120.4569</w:t>
      </w:r>
      <w:r>
        <w:tab/>
        <w:t>1.013e0</w:t>
      </w:r>
    </w:p>
    <w:p w:rsidR="007B2329" w:rsidRDefault="007B2329" w:rsidP="007B2329">
      <w:r>
        <w:t>120.4622</w:t>
      </w:r>
      <w:r>
        <w:tab/>
        <w:t>3.038e0</w:t>
      </w:r>
    </w:p>
    <w:p w:rsidR="007B2329" w:rsidRDefault="007B2329" w:rsidP="007B2329">
      <w:r>
        <w:t>120.4635</w:t>
      </w:r>
      <w:r>
        <w:tab/>
        <w:t>3.038e0</w:t>
      </w:r>
    </w:p>
    <w:p w:rsidR="007B2329" w:rsidRDefault="007B2329" w:rsidP="007B2329">
      <w:r>
        <w:t>120.4744</w:t>
      </w:r>
      <w:r>
        <w:tab/>
        <w:t>2.025e0</w:t>
      </w:r>
    </w:p>
    <w:p w:rsidR="007B2329" w:rsidRDefault="007B2329" w:rsidP="007B2329">
      <w:r>
        <w:t>120.4773</w:t>
      </w:r>
      <w:r>
        <w:tab/>
        <w:t>2.247e0</w:t>
      </w:r>
    </w:p>
    <w:p w:rsidR="007B2329" w:rsidRDefault="007B2329" w:rsidP="007B2329">
      <w:r>
        <w:t>120.4860</w:t>
      </w:r>
      <w:r>
        <w:tab/>
        <w:t>4.051e0</w:t>
      </w:r>
    </w:p>
    <w:p w:rsidR="007B2329" w:rsidRDefault="007B2329" w:rsidP="007B2329">
      <w:r>
        <w:lastRenderedPageBreak/>
        <w:t>120.4918</w:t>
      </w:r>
      <w:r>
        <w:tab/>
        <w:t>4.051e0</w:t>
      </w:r>
    </w:p>
    <w:p w:rsidR="007B2329" w:rsidRDefault="007B2329" w:rsidP="007B2329">
      <w:r>
        <w:t>120.4966</w:t>
      </w:r>
      <w:r>
        <w:tab/>
        <w:t>3.038e0</w:t>
      </w:r>
    </w:p>
    <w:p w:rsidR="007B2329" w:rsidRDefault="007B2329" w:rsidP="007B2329">
      <w:r>
        <w:t>120.5037</w:t>
      </w:r>
      <w:r>
        <w:tab/>
        <w:t>1.266e-2</w:t>
      </w:r>
    </w:p>
    <w:p w:rsidR="007B2329" w:rsidRDefault="007B2329" w:rsidP="007B2329">
      <w:r>
        <w:t>120.5112</w:t>
      </w:r>
      <w:r>
        <w:tab/>
        <w:t>5.240e0</w:t>
      </w:r>
    </w:p>
    <w:p w:rsidR="007B2329" w:rsidRDefault="007B2329" w:rsidP="007B2329">
      <w:r>
        <w:t>120.5123</w:t>
      </w:r>
      <w:r>
        <w:tab/>
        <w:t>2.532e-2</w:t>
      </w:r>
    </w:p>
    <w:p w:rsidR="007B2329" w:rsidRDefault="007B2329" w:rsidP="007B2329">
      <w:r>
        <w:t>120.5138</w:t>
      </w:r>
      <w:r>
        <w:tab/>
        <w:t>4.096e0</w:t>
      </w:r>
    </w:p>
    <w:p w:rsidR="007B2329" w:rsidRDefault="007B2329" w:rsidP="007B2329">
      <w:r>
        <w:t>120.5213</w:t>
      </w:r>
      <w:r>
        <w:tab/>
        <w:t>3.798e-2</w:t>
      </w:r>
    </w:p>
    <w:p w:rsidR="007B2329" w:rsidRDefault="007B2329" w:rsidP="007B2329">
      <w:r>
        <w:t>120.5297</w:t>
      </w:r>
      <w:r>
        <w:tab/>
        <w:t>5.076e0</w:t>
      </w:r>
    </w:p>
    <w:p w:rsidR="007B2329" w:rsidRDefault="007B2329" w:rsidP="007B2329">
      <w:r>
        <w:t>120.5342</w:t>
      </w:r>
      <w:r>
        <w:tab/>
        <w:t>2.532e-2</w:t>
      </w:r>
    </w:p>
    <w:p w:rsidR="007B2329" w:rsidRDefault="007B2329" w:rsidP="007B2329">
      <w:r>
        <w:t>120.5387</w:t>
      </w:r>
      <w:r>
        <w:tab/>
        <w:t>2.025e0</w:t>
      </w:r>
    </w:p>
    <w:p w:rsidR="007B2329" w:rsidRDefault="007B2329" w:rsidP="007B2329">
      <w:r>
        <w:t>120.5471</w:t>
      </w:r>
      <w:r>
        <w:tab/>
        <w:t>1.266e-2</w:t>
      </w:r>
    </w:p>
    <w:p w:rsidR="007B2329" w:rsidRDefault="007B2329" w:rsidP="007B2329">
      <w:r>
        <w:t>120.5556</w:t>
      </w:r>
      <w:r>
        <w:tab/>
        <w:t>6.062e0</w:t>
      </w:r>
    </w:p>
    <w:p w:rsidR="007B2329" w:rsidRDefault="007B2329" w:rsidP="007B2329">
      <w:r>
        <w:t>120.5644</w:t>
      </w:r>
      <w:r>
        <w:tab/>
        <w:t>2.051e0</w:t>
      </w:r>
    </w:p>
    <w:p w:rsidR="007B2329" w:rsidRDefault="007B2329" w:rsidP="007B2329">
      <w:r>
        <w:t>120.5676</w:t>
      </w:r>
      <w:r>
        <w:tab/>
        <w:t>2.532e-2</w:t>
      </w:r>
    </w:p>
    <w:p w:rsidR="007B2329" w:rsidRDefault="007B2329" w:rsidP="007B2329">
      <w:r>
        <w:t>120.5696</w:t>
      </w:r>
      <w:r>
        <w:tab/>
        <w:t>2.340e0</w:t>
      </w:r>
    </w:p>
    <w:p w:rsidR="007B2329" w:rsidRDefault="007B2329" w:rsidP="007B2329">
      <w:r>
        <w:t>120.5722</w:t>
      </w:r>
      <w:r>
        <w:tab/>
        <w:t>3.101e0</w:t>
      </w:r>
    </w:p>
    <w:p w:rsidR="007B2329" w:rsidRDefault="007B2329" w:rsidP="007B2329">
      <w:r>
        <w:t>120.5743</w:t>
      </w:r>
      <w:r>
        <w:tab/>
        <w:t>6.076e0</w:t>
      </w:r>
    </w:p>
    <w:p w:rsidR="007B2329" w:rsidRDefault="007B2329" w:rsidP="007B2329">
      <w:r>
        <w:t>120.5838</w:t>
      </w:r>
      <w:r>
        <w:tab/>
        <w:t>8.825e0</w:t>
      </w:r>
    </w:p>
    <w:p w:rsidR="007B2329" w:rsidRDefault="007B2329" w:rsidP="007B2329">
      <w:r>
        <w:t>120.5904</w:t>
      </w:r>
      <w:r>
        <w:tab/>
        <w:t>3.038e0</w:t>
      </w:r>
    </w:p>
    <w:p w:rsidR="007B2329" w:rsidRDefault="007B2329" w:rsidP="007B2329">
      <w:r>
        <w:lastRenderedPageBreak/>
        <w:t>120.5940</w:t>
      </w:r>
      <w:r>
        <w:tab/>
        <w:t>2.264e0</w:t>
      </w:r>
    </w:p>
    <w:p w:rsidR="007B2329" w:rsidRDefault="007B2329" w:rsidP="007B2329">
      <w:r>
        <w:t>120.5970</w:t>
      </w:r>
      <w:r>
        <w:tab/>
        <w:t>3.038e0</w:t>
      </w:r>
    </w:p>
    <w:p w:rsidR="007B2329" w:rsidRDefault="007B2329" w:rsidP="007B2329">
      <w:r>
        <w:t>120.6041</w:t>
      </w:r>
      <w:r>
        <w:tab/>
        <w:t>1.025e0</w:t>
      </w:r>
    </w:p>
    <w:p w:rsidR="007B2329" w:rsidRDefault="007B2329" w:rsidP="007B2329">
      <w:r>
        <w:t>120.6086</w:t>
      </w:r>
      <w:r>
        <w:tab/>
        <w:t>1.266e-2</w:t>
      </w:r>
    </w:p>
    <w:p w:rsidR="007B2329" w:rsidRDefault="007B2329" w:rsidP="007B2329">
      <w:r>
        <w:t>120.6146</w:t>
      </w:r>
      <w:r>
        <w:tab/>
        <w:t>1.025e0</w:t>
      </w:r>
    </w:p>
    <w:p w:rsidR="007B2329" w:rsidRDefault="007B2329" w:rsidP="007B2329">
      <w:r>
        <w:t>120.6161</w:t>
      </w:r>
      <w:r>
        <w:tab/>
        <w:t>2.532e-2</w:t>
      </w:r>
    </w:p>
    <w:p w:rsidR="007B2329" w:rsidRDefault="007B2329" w:rsidP="007B2329">
      <w:r>
        <w:t>120.6216</w:t>
      </w:r>
      <w:r>
        <w:tab/>
        <w:t>2.532e-2</w:t>
      </w:r>
    </w:p>
    <w:p w:rsidR="007B2329" w:rsidRDefault="007B2329" w:rsidP="007B2329">
      <w:r>
        <w:t>120.6260</w:t>
      </w:r>
      <w:r>
        <w:tab/>
        <w:t>2.025e0</w:t>
      </w:r>
    </w:p>
    <w:p w:rsidR="007B2329" w:rsidRDefault="007B2329" w:rsidP="007B2329">
      <w:r>
        <w:t>120.6316</w:t>
      </w:r>
      <w:r>
        <w:tab/>
        <w:t>4.051e0</w:t>
      </w:r>
    </w:p>
    <w:p w:rsidR="007B2329" w:rsidRDefault="007B2329" w:rsidP="007B2329">
      <w:r>
        <w:t>120.6381</w:t>
      </w:r>
      <w:r>
        <w:tab/>
        <w:t>1.013e0</w:t>
      </w:r>
    </w:p>
    <w:p w:rsidR="007B2329" w:rsidRDefault="007B2329" w:rsidP="007B2329">
      <w:r>
        <w:t>120.6421</w:t>
      </w:r>
      <w:r>
        <w:tab/>
        <w:t>2.025e0</w:t>
      </w:r>
    </w:p>
    <w:p w:rsidR="007B2329" w:rsidRDefault="007B2329" w:rsidP="007B2329">
      <w:r>
        <w:t>120.6454</w:t>
      </w:r>
      <w:r>
        <w:tab/>
        <w:t>4.333e0</w:t>
      </w:r>
    </w:p>
    <w:p w:rsidR="007B2329" w:rsidRDefault="007B2329" w:rsidP="007B2329">
      <w:r>
        <w:t>120.6465</w:t>
      </w:r>
      <w:r>
        <w:tab/>
        <w:t>2.532e-2</w:t>
      </w:r>
    </w:p>
    <w:p w:rsidR="007B2329" w:rsidRDefault="007B2329" w:rsidP="007B2329">
      <w:r>
        <w:t>120.6503</w:t>
      </w:r>
      <w:r>
        <w:tab/>
        <w:t>3.111e0</w:t>
      </w:r>
    </w:p>
    <w:p w:rsidR="007B2329" w:rsidRDefault="007B2329" w:rsidP="007B2329">
      <w:r>
        <w:t>120.6525</w:t>
      </w:r>
      <w:r>
        <w:tab/>
        <w:t>2.025e0</w:t>
      </w:r>
    </w:p>
    <w:p w:rsidR="007B2329" w:rsidRDefault="007B2329" w:rsidP="007B2329">
      <w:r>
        <w:t>120.6541</w:t>
      </w:r>
      <w:r>
        <w:tab/>
        <w:t>3.038e0</w:t>
      </w:r>
    </w:p>
    <w:p w:rsidR="007B2329" w:rsidRDefault="007B2329" w:rsidP="007B2329">
      <w:r>
        <w:t>120.6584</w:t>
      </w:r>
      <w:r>
        <w:tab/>
        <w:t>1.025e0</w:t>
      </w:r>
    </w:p>
    <w:p w:rsidR="007B2329" w:rsidRDefault="007B2329" w:rsidP="007B2329">
      <w:r>
        <w:t>120.6639</w:t>
      </w:r>
      <w:r>
        <w:tab/>
        <w:t>2.532e-2</w:t>
      </w:r>
    </w:p>
    <w:p w:rsidR="007B2329" w:rsidRDefault="007B2329" w:rsidP="007B2329">
      <w:r>
        <w:t>120.6669</w:t>
      </w:r>
      <w:r>
        <w:tab/>
        <w:t>2.532e-2</w:t>
      </w:r>
    </w:p>
    <w:p w:rsidR="007B2329" w:rsidRDefault="007B2329" w:rsidP="007B2329">
      <w:r>
        <w:lastRenderedPageBreak/>
        <w:t>120.6729</w:t>
      </w:r>
      <w:r>
        <w:tab/>
        <w:t>6.329e-2</w:t>
      </w:r>
    </w:p>
    <w:p w:rsidR="007B2329" w:rsidRDefault="007B2329" w:rsidP="007B2329">
      <w:r>
        <w:t>120.6760</w:t>
      </w:r>
      <w:r>
        <w:tab/>
        <w:t>2.025e0</w:t>
      </w:r>
    </w:p>
    <w:p w:rsidR="007B2329" w:rsidRDefault="007B2329" w:rsidP="007B2329">
      <w:r>
        <w:t>120.6772</w:t>
      </w:r>
      <w:r>
        <w:tab/>
        <w:t>2.025e0</w:t>
      </w:r>
    </w:p>
    <w:p w:rsidR="007B2329" w:rsidRDefault="007B2329" w:rsidP="007B2329">
      <w:r>
        <w:t>120.6813</w:t>
      </w:r>
      <w:r>
        <w:tab/>
        <w:t>1.013e0</w:t>
      </w:r>
    </w:p>
    <w:p w:rsidR="007B2329" w:rsidRDefault="007B2329" w:rsidP="007B2329">
      <w:r>
        <w:t>120.6858</w:t>
      </w:r>
      <w:r>
        <w:tab/>
        <w:t>1.025e0</w:t>
      </w:r>
    </w:p>
    <w:p w:rsidR="007B2329" w:rsidRDefault="007B2329" w:rsidP="007B2329">
      <w:r>
        <w:t>120.6916</w:t>
      </w:r>
      <w:r>
        <w:tab/>
        <w:t>4.063e0</w:t>
      </w:r>
    </w:p>
    <w:p w:rsidR="007B2329" w:rsidRDefault="007B2329" w:rsidP="007B2329">
      <w:r>
        <w:t>120.6964</w:t>
      </w:r>
      <w:r>
        <w:tab/>
        <w:t>1.025e0</w:t>
      </w:r>
    </w:p>
    <w:p w:rsidR="007B2329" w:rsidRDefault="007B2329" w:rsidP="007B2329">
      <w:r>
        <w:t>120.6991</w:t>
      </w:r>
      <w:r>
        <w:tab/>
        <w:t>1.266e-2</w:t>
      </w:r>
    </w:p>
    <w:p w:rsidR="007B2329" w:rsidRDefault="007B2329" w:rsidP="007B2329">
      <w:r>
        <w:t>120.7049</w:t>
      </w:r>
      <w:r>
        <w:tab/>
        <w:t>1.266e-2</w:t>
      </w:r>
    </w:p>
    <w:p w:rsidR="007B2329" w:rsidRDefault="007B2329" w:rsidP="007B2329">
      <w:r>
        <w:t>120.7108</w:t>
      </w:r>
      <w:r>
        <w:tab/>
        <w:t>2.532e-2</w:t>
      </w:r>
    </w:p>
    <w:p w:rsidR="007B2329" w:rsidRDefault="007B2329" w:rsidP="007B2329">
      <w:r>
        <w:t>120.7123</w:t>
      </w:r>
      <w:r>
        <w:tab/>
        <w:t>2.025e0</w:t>
      </w:r>
    </w:p>
    <w:p w:rsidR="007B2329" w:rsidRDefault="007B2329" w:rsidP="007B2329">
      <w:r>
        <w:t>120.7153</w:t>
      </w:r>
      <w:r>
        <w:tab/>
        <w:t>2.025e0</w:t>
      </w:r>
    </w:p>
    <w:p w:rsidR="007B2329" w:rsidRDefault="007B2329" w:rsidP="007B2329">
      <w:r>
        <w:t>120.7182</w:t>
      </w:r>
      <w:r>
        <w:tab/>
        <w:t>2.025e0</w:t>
      </w:r>
    </w:p>
    <w:p w:rsidR="007B2329" w:rsidRDefault="007B2329" w:rsidP="007B2329">
      <w:r>
        <w:t>120.7277</w:t>
      </w:r>
      <w:r>
        <w:tab/>
        <w:t>3.038e0</w:t>
      </w:r>
    </w:p>
    <w:p w:rsidR="007B2329" w:rsidRDefault="007B2329" w:rsidP="007B2329">
      <w:r>
        <w:t>120.7298</w:t>
      </w:r>
      <w:r>
        <w:tab/>
        <w:t>2.025e0</w:t>
      </w:r>
    </w:p>
    <w:p w:rsidR="007B2329" w:rsidRDefault="007B2329" w:rsidP="007B2329">
      <w:r>
        <w:t>120.7357</w:t>
      </w:r>
      <w:r>
        <w:tab/>
        <w:t>1.025e0</w:t>
      </w:r>
    </w:p>
    <w:p w:rsidR="007B2329" w:rsidRDefault="007B2329" w:rsidP="007B2329">
      <w:r>
        <w:t>120.7458</w:t>
      </w:r>
      <w:r>
        <w:tab/>
        <w:t>1.266e-2</w:t>
      </w:r>
    </w:p>
    <w:p w:rsidR="007B2329" w:rsidRDefault="007B2329" w:rsidP="007B2329">
      <w:r>
        <w:t>120.7488</w:t>
      </w:r>
      <w:r>
        <w:tab/>
        <w:t>1.013e0</w:t>
      </w:r>
    </w:p>
    <w:p w:rsidR="007B2329" w:rsidRDefault="007B2329" w:rsidP="007B2329">
      <w:r>
        <w:t>120.7503</w:t>
      </w:r>
      <w:r>
        <w:tab/>
        <w:t>2.025e0</w:t>
      </w:r>
    </w:p>
    <w:p w:rsidR="007B2329" w:rsidRDefault="007B2329" w:rsidP="007B2329">
      <w:r>
        <w:lastRenderedPageBreak/>
        <w:t>120.7517</w:t>
      </w:r>
      <w:r>
        <w:tab/>
        <w:t>1.013e0</w:t>
      </w:r>
    </w:p>
    <w:p w:rsidR="007B2329" w:rsidRDefault="007B2329" w:rsidP="007B2329">
      <w:r>
        <w:t>120.7566</w:t>
      </w:r>
      <w:r>
        <w:tab/>
        <w:t>1.038e0</w:t>
      </w:r>
    </w:p>
    <w:p w:rsidR="007B2329" w:rsidRDefault="007B2329" w:rsidP="007B2329">
      <w:r>
        <w:t>120.7727</w:t>
      </w:r>
      <w:r>
        <w:tab/>
        <w:t>5.063e0</w:t>
      </w:r>
    </w:p>
    <w:p w:rsidR="007B2329" w:rsidRDefault="007B2329" w:rsidP="007B2329">
      <w:r>
        <w:t>120.7779</w:t>
      </w:r>
      <w:r>
        <w:tab/>
        <w:t>1.013e0</w:t>
      </w:r>
    </w:p>
    <w:p w:rsidR="007B2329" w:rsidRDefault="007B2329" w:rsidP="007B2329">
      <w:r>
        <w:t>120.7799</w:t>
      </w:r>
      <w:r>
        <w:tab/>
        <w:t>3.038e0</w:t>
      </w:r>
    </w:p>
    <w:p w:rsidR="007B2329" w:rsidRDefault="007B2329" w:rsidP="007B2329">
      <w:r>
        <w:t>120.7837</w:t>
      </w:r>
      <w:r>
        <w:tab/>
        <w:t>3.038e0</w:t>
      </w:r>
    </w:p>
    <w:p w:rsidR="007B2329" w:rsidRDefault="007B2329" w:rsidP="007B2329">
      <w:r>
        <w:t>120.7983</w:t>
      </w:r>
      <w:r>
        <w:tab/>
        <w:t>1.013e0</w:t>
      </w:r>
    </w:p>
    <w:p w:rsidR="007B2329" w:rsidRDefault="007B2329" w:rsidP="007B2329">
      <w:r>
        <w:t>120.7997</w:t>
      </w:r>
      <w:r>
        <w:tab/>
        <w:t>1.025e0</w:t>
      </w:r>
    </w:p>
    <w:p w:rsidR="007B2329" w:rsidRDefault="007B2329" w:rsidP="007B2329">
      <w:r>
        <w:t>120.8042</w:t>
      </w:r>
      <w:r>
        <w:tab/>
        <w:t>1.013e0</w:t>
      </w:r>
    </w:p>
    <w:p w:rsidR="007B2329" w:rsidRDefault="007B2329" w:rsidP="007B2329">
      <w:r>
        <w:t>120.8076</w:t>
      </w:r>
      <w:r>
        <w:tab/>
        <w:t>4.051e0</w:t>
      </w:r>
    </w:p>
    <w:p w:rsidR="007B2329" w:rsidRDefault="007B2329" w:rsidP="007B2329">
      <w:r>
        <w:t>120.8149</w:t>
      </w:r>
      <w:r>
        <w:tab/>
        <w:t>4.606e0</w:t>
      </w:r>
    </w:p>
    <w:p w:rsidR="007B2329" w:rsidRDefault="007B2329" w:rsidP="007B2329">
      <w:r>
        <w:t>120.8216</w:t>
      </w:r>
      <w:r>
        <w:tab/>
        <w:t>2.025e0</w:t>
      </w:r>
    </w:p>
    <w:p w:rsidR="007B2329" w:rsidRDefault="007B2329" w:rsidP="007B2329">
      <w:r>
        <w:t>120.8352</w:t>
      </w:r>
      <w:r>
        <w:tab/>
        <w:t>7.089e0</w:t>
      </w:r>
    </w:p>
    <w:p w:rsidR="007B2329" w:rsidRDefault="007B2329" w:rsidP="007B2329">
      <w:r>
        <w:t>120.8421</w:t>
      </w:r>
      <w:r>
        <w:tab/>
        <w:t>1.013e0</w:t>
      </w:r>
    </w:p>
    <w:p w:rsidR="007B2329" w:rsidRDefault="007B2329" w:rsidP="007B2329">
      <w:r>
        <w:t>120.8512</w:t>
      </w:r>
      <w:r>
        <w:tab/>
        <w:t>1.038e0</w:t>
      </w:r>
    </w:p>
    <w:p w:rsidR="007B2329" w:rsidRDefault="007B2329" w:rsidP="007B2329">
      <w:r>
        <w:t>120.8542</w:t>
      </w:r>
      <w:r>
        <w:tab/>
        <w:t>1.266e-2</w:t>
      </w:r>
    </w:p>
    <w:p w:rsidR="007B2329" w:rsidRDefault="007B2329" w:rsidP="007B2329">
      <w:r>
        <w:t>120.8671</w:t>
      </w:r>
      <w:r>
        <w:tab/>
        <w:t>1.025e0</w:t>
      </w:r>
    </w:p>
    <w:p w:rsidR="007B2329" w:rsidRDefault="007B2329" w:rsidP="007B2329">
      <w:r>
        <w:t>120.8686</w:t>
      </w:r>
      <w:r>
        <w:tab/>
        <w:t>1.025e0</w:t>
      </w:r>
    </w:p>
    <w:p w:rsidR="007B2329" w:rsidRDefault="007B2329" w:rsidP="007B2329">
      <w:r>
        <w:t>120.8771</w:t>
      </w:r>
      <w:r>
        <w:tab/>
        <w:t>3.038e0</w:t>
      </w:r>
    </w:p>
    <w:p w:rsidR="007B2329" w:rsidRDefault="007B2329" w:rsidP="007B2329">
      <w:r>
        <w:lastRenderedPageBreak/>
        <w:t>120.8801</w:t>
      </w:r>
      <w:r>
        <w:tab/>
        <w:t>1.266e-2</w:t>
      </w:r>
    </w:p>
    <w:p w:rsidR="007B2329" w:rsidRDefault="007B2329" w:rsidP="007B2329">
      <w:r>
        <w:t>120.8831</w:t>
      </w:r>
      <w:r>
        <w:tab/>
        <w:t>1.013e0</w:t>
      </w:r>
    </w:p>
    <w:p w:rsidR="007B2329" w:rsidRDefault="007B2329" w:rsidP="007B2329">
      <w:r>
        <w:t>120.8846</w:t>
      </w:r>
      <w:r>
        <w:tab/>
        <w:t>2.025e0</w:t>
      </w:r>
    </w:p>
    <w:p w:rsidR="007B2329" w:rsidRDefault="007B2329" w:rsidP="007B2329">
      <w:r>
        <w:t>120.8891</w:t>
      </w:r>
      <w:r>
        <w:tab/>
        <w:t>1.266e-2</w:t>
      </w:r>
    </w:p>
    <w:p w:rsidR="007B2329" w:rsidRDefault="007B2329" w:rsidP="007B2329">
      <w:r>
        <w:t>120.8921</w:t>
      </w:r>
      <w:r>
        <w:tab/>
        <w:t>1.013e0</w:t>
      </w:r>
    </w:p>
    <w:p w:rsidR="007B2329" w:rsidRDefault="007B2329" w:rsidP="007B2329">
      <w:r>
        <w:t>120.8949</w:t>
      </w:r>
      <w:r>
        <w:tab/>
        <w:t>2.025e0</w:t>
      </w:r>
    </w:p>
    <w:p w:rsidR="007B2329" w:rsidRDefault="007B2329" w:rsidP="007B2329">
      <w:r>
        <w:t>120.9035</w:t>
      </w:r>
      <w:r>
        <w:tab/>
        <w:t>2.051e0</w:t>
      </w:r>
    </w:p>
    <w:p w:rsidR="007B2329" w:rsidRDefault="007B2329" w:rsidP="007B2329">
      <w:r>
        <w:t>120.9081</w:t>
      </w:r>
      <w:r>
        <w:tab/>
        <w:t>1.025e0</w:t>
      </w:r>
    </w:p>
    <w:p w:rsidR="007B2329" w:rsidRDefault="007B2329" w:rsidP="007B2329">
      <w:r>
        <w:t>120.9127</w:t>
      </w:r>
      <w:r>
        <w:tab/>
        <w:t>1.013e0</w:t>
      </w:r>
    </w:p>
    <w:p w:rsidR="007B2329" w:rsidRDefault="007B2329" w:rsidP="007B2329">
      <w:r>
        <w:t>120.9164</w:t>
      </w:r>
      <w:r>
        <w:tab/>
        <w:t>5.063e0</w:t>
      </w:r>
    </w:p>
    <w:p w:rsidR="007B2329" w:rsidRDefault="007B2329" w:rsidP="007B2329">
      <w:r>
        <w:t>120.9180</w:t>
      </w:r>
      <w:r>
        <w:tab/>
        <w:t>1.013e0</w:t>
      </w:r>
    </w:p>
    <w:p w:rsidR="007B2329" w:rsidRDefault="007B2329" w:rsidP="007B2329">
      <w:r>
        <w:t>120.9210</w:t>
      </w:r>
      <w:r>
        <w:tab/>
        <w:t>1.013e0</w:t>
      </w:r>
    </w:p>
    <w:p w:rsidR="007B2329" w:rsidRDefault="007B2329" w:rsidP="007B2329">
      <w:r>
        <w:t>120.9270</w:t>
      </w:r>
      <w:r>
        <w:tab/>
        <w:t>1.266e-2</w:t>
      </w:r>
    </w:p>
    <w:p w:rsidR="007B2329" w:rsidRDefault="007B2329" w:rsidP="007B2329">
      <w:r>
        <w:t>120.9343</w:t>
      </w:r>
      <w:r>
        <w:tab/>
        <w:t>1.025e0</w:t>
      </w:r>
    </w:p>
    <w:p w:rsidR="007B2329" w:rsidRDefault="007B2329" w:rsidP="007B2329">
      <w:r>
        <w:t>120.9385</w:t>
      </w:r>
      <w:r>
        <w:tab/>
        <w:t>3.038e0</w:t>
      </w:r>
    </w:p>
    <w:p w:rsidR="007B2329" w:rsidRDefault="007B2329" w:rsidP="007B2329">
      <w:r>
        <w:t>120.9407</w:t>
      </w:r>
      <w:r>
        <w:tab/>
        <w:t>3.038e0</w:t>
      </w:r>
    </w:p>
    <w:p w:rsidR="007B2329" w:rsidRDefault="007B2329" w:rsidP="007B2329">
      <w:r>
        <w:t>120.9475</w:t>
      </w:r>
      <w:r>
        <w:tab/>
        <w:t>1.013e0</w:t>
      </w:r>
    </w:p>
    <w:p w:rsidR="007B2329" w:rsidRDefault="007B2329" w:rsidP="007B2329">
      <w:r>
        <w:t>120.9534</w:t>
      </w:r>
      <w:r>
        <w:tab/>
        <w:t>1.266e-2</w:t>
      </w:r>
    </w:p>
    <w:p w:rsidR="007B2329" w:rsidRDefault="007B2329" w:rsidP="007B2329">
      <w:r>
        <w:t>120.9576</w:t>
      </w:r>
      <w:r>
        <w:tab/>
        <w:t>2.025e0</w:t>
      </w:r>
    </w:p>
    <w:p w:rsidR="007B2329" w:rsidRDefault="007B2329" w:rsidP="007B2329">
      <w:r>
        <w:lastRenderedPageBreak/>
        <w:t>120.9620</w:t>
      </w:r>
      <w:r>
        <w:tab/>
        <w:t>2.025e0</w:t>
      </w:r>
    </w:p>
    <w:p w:rsidR="007B2329" w:rsidRDefault="007B2329" w:rsidP="007B2329">
      <w:r>
        <w:t>120.9650</w:t>
      </w:r>
      <w:r>
        <w:tab/>
        <w:t>1.266e-2</w:t>
      </w:r>
    </w:p>
    <w:p w:rsidR="007B2329" w:rsidRDefault="007B2329" w:rsidP="007B2329">
      <w:r>
        <w:t>120.9680</w:t>
      </w:r>
      <w:r>
        <w:tab/>
        <w:t>1.013e0</w:t>
      </w:r>
    </w:p>
    <w:p w:rsidR="007B2329" w:rsidRDefault="007B2329" w:rsidP="007B2329">
      <w:r>
        <w:t>120.9710</w:t>
      </w:r>
      <w:r>
        <w:tab/>
        <w:t>1.013e0</w:t>
      </w:r>
    </w:p>
    <w:p w:rsidR="007B2329" w:rsidRDefault="007B2329" w:rsidP="007B2329">
      <w:r>
        <w:t>120.9780</w:t>
      </w:r>
      <w:r>
        <w:tab/>
        <w:t>2.025e0</w:t>
      </w:r>
    </w:p>
    <w:p w:rsidR="007B2329" w:rsidRDefault="007B2329" w:rsidP="007B2329">
      <w:r>
        <w:t>120.9855</w:t>
      </w:r>
      <w:r>
        <w:tab/>
        <w:t>2.025e0</w:t>
      </w:r>
    </w:p>
    <w:p w:rsidR="007B2329" w:rsidRDefault="007B2329" w:rsidP="007B2329">
      <w:r>
        <w:t>120.9870</w:t>
      </w:r>
      <w:r>
        <w:tab/>
        <w:t>2.025e0</w:t>
      </w:r>
    </w:p>
    <w:p w:rsidR="007B2329" w:rsidRDefault="007B2329" w:rsidP="007B2329">
      <w:r>
        <w:t>120.9885</w:t>
      </w:r>
      <w:r>
        <w:tab/>
        <w:t>2.025e0</w:t>
      </w:r>
    </w:p>
    <w:p w:rsidR="007B2329" w:rsidRDefault="007B2329" w:rsidP="007B2329">
      <w:r>
        <w:t>121.0101</w:t>
      </w:r>
      <w:r>
        <w:tab/>
        <w:t>4.805e0</w:t>
      </w:r>
    </w:p>
    <w:p w:rsidR="007B2329" w:rsidRDefault="007B2329" w:rsidP="007B2329">
      <w:r>
        <w:t>121.0119</w:t>
      </w:r>
      <w:r>
        <w:tab/>
        <w:t>1.266e-2</w:t>
      </w:r>
    </w:p>
    <w:p w:rsidR="007B2329" w:rsidRDefault="007B2329" w:rsidP="007B2329">
      <w:r>
        <w:t>121.0132</w:t>
      </w:r>
      <w:r>
        <w:tab/>
        <w:t>2.532e-2</w:t>
      </w:r>
    </w:p>
    <w:p w:rsidR="007B2329" w:rsidRDefault="007B2329" w:rsidP="007B2329">
      <w:r>
        <w:t>121.0166</w:t>
      </w:r>
      <w:r>
        <w:tab/>
        <w:t>1.038e0</w:t>
      </w:r>
    </w:p>
    <w:p w:rsidR="007B2329" w:rsidRDefault="007B2329" w:rsidP="007B2329">
      <w:r>
        <w:t>121.0245</w:t>
      </w:r>
      <w:r>
        <w:tab/>
        <w:t>1.386e-1</w:t>
      </w:r>
    </w:p>
    <w:p w:rsidR="007B2329" w:rsidRDefault="007B2329" w:rsidP="007B2329">
      <w:r>
        <w:t>121.0500</w:t>
      </w:r>
      <w:r>
        <w:tab/>
        <w:t>9.450e1</w:t>
      </w:r>
    </w:p>
    <w:p w:rsidR="007B2329" w:rsidRDefault="007B2329" w:rsidP="007B2329">
      <w:r>
        <w:t>121.0511</w:t>
      </w:r>
      <w:r>
        <w:tab/>
        <w:t>2.306e1</w:t>
      </w:r>
    </w:p>
    <w:p w:rsidR="007B2329" w:rsidRDefault="007B2329" w:rsidP="007B2329">
      <w:r>
        <w:t>121.0790</w:t>
      </w:r>
      <w:r>
        <w:tab/>
        <w:t>3.038e0</w:t>
      </w:r>
    </w:p>
    <w:p w:rsidR="007B2329" w:rsidRDefault="007B2329" w:rsidP="007B2329">
      <w:r>
        <w:t>121.0819</w:t>
      </w:r>
      <w:r>
        <w:tab/>
        <w:t>2.025e0</w:t>
      </w:r>
    </w:p>
    <w:p w:rsidR="007B2329" w:rsidRDefault="007B2329" w:rsidP="007B2329">
      <w:r>
        <w:t>121.0880</w:t>
      </w:r>
      <w:r>
        <w:tab/>
        <w:t>1.013e0</w:t>
      </w:r>
    </w:p>
    <w:p w:rsidR="007B2329" w:rsidRDefault="007B2329" w:rsidP="007B2329">
      <w:r>
        <w:t>121.0894</w:t>
      </w:r>
      <w:r>
        <w:tab/>
        <w:t>1.025e0</w:t>
      </w:r>
    </w:p>
    <w:p w:rsidR="007B2329" w:rsidRDefault="007B2329" w:rsidP="007B2329">
      <w:r>
        <w:lastRenderedPageBreak/>
        <w:t>121.0909</w:t>
      </w:r>
      <w:r>
        <w:tab/>
        <w:t>1.013e0</w:t>
      </w:r>
    </w:p>
    <w:p w:rsidR="007B2329" w:rsidRDefault="007B2329" w:rsidP="007B2329">
      <w:r>
        <w:t>121.0934</w:t>
      </w:r>
      <w:r>
        <w:tab/>
        <w:t>1.266e-2</w:t>
      </w:r>
    </w:p>
    <w:p w:rsidR="007B2329" w:rsidRDefault="007B2329" w:rsidP="007B2329">
      <w:r>
        <w:t>121.0964</w:t>
      </w:r>
      <w:r>
        <w:tab/>
        <w:t>3.797e-2</w:t>
      </w:r>
    </w:p>
    <w:p w:rsidR="007B2329" w:rsidRDefault="007B2329" w:rsidP="007B2329">
      <w:r>
        <w:t>121.1085</w:t>
      </w:r>
      <w:r>
        <w:tab/>
        <w:t>1.013e0</w:t>
      </w:r>
    </w:p>
    <w:p w:rsidR="007B2329" w:rsidRDefault="007B2329" w:rsidP="007B2329">
      <w:r>
        <w:t>121.1113</w:t>
      </w:r>
      <w:r>
        <w:tab/>
        <w:t>1.013e0</w:t>
      </w:r>
    </w:p>
    <w:p w:rsidR="007B2329" w:rsidRDefault="007B2329" w:rsidP="007B2329">
      <w:r>
        <w:t>121.1127</w:t>
      </w:r>
      <w:r>
        <w:tab/>
        <w:t>2.025e0</w:t>
      </w:r>
    </w:p>
    <w:p w:rsidR="007B2329" w:rsidRDefault="007B2329" w:rsidP="007B2329">
      <w:r>
        <w:t>121.1139</w:t>
      </w:r>
      <w:r>
        <w:tab/>
        <w:t>1.025e0</w:t>
      </w:r>
    </w:p>
    <w:p w:rsidR="007B2329" w:rsidRDefault="007B2329" w:rsidP="007B2329">
      <w:r>
        <w:t>121.1169</w:t>
      </w:r>
      <w:r>
        <w:tab/>
        <w:t>1.013e0</w:t>
      </w:r>
    </w:p>
    <w:p w:rsidR="007B2329" w:rsidRDefault="007B2329" w:rsidP="007B2329">
      <w:r>
        <w:t>121.1316</w:t>
      </w:r>
      <w:r>
        <w:tab/>
        <w:t>3.051e0</w:t>
      </w:r>
    </w:p>
    <w:p w:rsidR="007B2329" w:rsidRDefault="007B2329" w:rsidP="007B2329">
      <w:r>
        <w:t>121.1343</w:t>
      </w:r>
      <w:r>
        <w:tab/>
        <w:t>1.013e0</w:t>
      </w:r>
    </w:p>
    <w:p w:rsidR="007B2329" w:rsidRDefault="007B2329" w:rsidP="007B2329">
      <w:r>
        <w:t>121.1404</w:t>
      </w:r>
      <w:r>
        <w:tab/>
        <w:t>2.025e0</w:t>
      </w:r>
    </w:p>
    <w:p w:rsidR="007B2329" w:rsidRDefault="007B2329" w:rsidP="007B2329">
      <w:r>
        <w:t>121.1447</w:t>
      </w:r>
      <w:r>
        <w:tab/>
        <w:t>2.038e0</w:t>
      </w:r>
    </w:p>
    <w:p w:rsidR="007B2329" w:rsidRDefault="007B2329" w:rsidP="007B2329">
      <w:r>
        <w:t>121.1495</w:t>
      </w:r>
      <w:r>
        <w:tab/>
        <w:t>2.532e-2</w:t>
      </w:r>
    </w:p>
    <w:p w:rsidR="007B2329" w:rsidRDefault="007B2329" w:rsidP="007B2329">
      <w:r>
        <w:t>121.1520</w:t>
      </w:r>
      <w:r>
        <w:tab/>
        <w:t>1.013e0</w:t>
      </w:r>
    </w:p>
    <w:p w:rsidR="007B2329" w:rsidRDefault="007B2329" w:rsidP="007B2329">
      <w:r>
        <w:t>121.1579</w:t>
      </w:r>
      <w:r>
        <w:tab/>
        <w:t>3.038e0</w:t>
      </w:r>
    </w:p>
    <w:p w:rsidR="007B2329" w:rsidRDefault="007B2329" w:rsidP="007B2329">
      <w:r>
        <w:t>121.1639</w:t>
      </w:r>
      <w:r>
        <w:tab/>
        <w:t>1.013e0</w:t>
      </w:r>
    </w:p>
    <w:p w:rsidR="007B2329" w:rsidRDefault="007B2329" w:rsidP="007B2329">
      <w:r>
        <w:t>121.1654</w:t>
      </w:r>
      <w:r>
        <w:tab/>
        <w:t>1.025e0</w:t>
      </w:r>
    </w:p>
    <w:p w:rsidR="007B2329" w:rsidRDefault="007B2329" w:rsidP="007B2329">
      <w:r>
        <w:t>121.1784</w:t>
      </w:r>
      <w:r>
        <w:tab/>
        <w:t>2.025e0</w:t>
      </w:r>
    </w:p>
    <w:p w:rsidR="007B2329" w:rsidRDefault="007B2329" w:rsidP="007B2329">
      <w:r>
        <w:t>121.1799</w:t>
      </w:r>
      <w:r>
        <w:tab/>
        <w:t>2.532e-2</w:t>
      </w:r>
    </w:p>
    <w:p w:rsidR="007B2329" w:rsidRDefault="007B2329" w:rsidP="007B2329">
      <w:r>
        <w:lastRenderedPageBreak/>
        <w:t>121.1874</w:t>
      </w:r>
      <w:r>
        <w:tab/>
        <w:t>5.063e0</w:t>
      </w:r>
    </w:p>
    <w:p w:rsidR="007B2329" w:rsidRDefault="007B2329" w:rsidP="007B2329">
      <w:r>
        <w:t>121.1902</w:t>
      </w:r>
      <w:r>
        <w:tab/>
        <w:t>1.013e0</w:t>
      </w:r>
    </w:p>
    <w:p w:rsidR="007B2329" w:rsidRDefault="007B2329" w:rsidP="007B2329">
      <w:r>
        <w:t>121.1989</w:t>
      </w:r>
      <w:r>
        <w:tab/>
        <w:t>1.013e0</w:t>
      </w:r>
    </w:p>
    <w:p w:rsidR="007B2329" w:rsidRDefault="007B2329" w:rsidP="007B2329">
      <w:r>
        <w:t>121.2027</w:t>
      </w:r>
      <w:r>
        <w:tab/>
        <w:t>2.038e0</w:t>
      </w:r>
    </w:p>
    <w:p w:rsidR="007B2329" w:rsidRDefault="007B2329" w:rsidP="007B2329">
      <w:r>
        <w:t>121.2079</w:t>
      </w:r>
      <w:r>
        <w:tab/>
        <w:t>6.329e-2</w:t>
      </w:r>
    </w:p>
    <w:p w:rsidR="007B2329" w:rsidRDefault="007B2329" w:rsidP="007B2329">
      <w:r>
        <w:t>121.2107</w:t>
      </w:r>
      <w:r>
        <w:tab/>
        <w:t>3.038e0</w:t>
      </w:r>
    </w:p>
    <w:p w:rsidR="007B2329" w:rsidRDefault="007B2329" w:rsidP="007B2329">
      <w:r>
        <w:t>121.2224</w:t>
      </w:r>
      <w:r>
        <w:tab/>
        <w:t>2.064e0</w:t>
      </w:r>
    </w:p>
    <w:p w:rsidR="007B2329" w:rsidRDefault="007B2329" w:rsidP="007B2329">
      <w:r>
        <w:t>121.2324</w:t>
      </w:r>
      <w:r>
        <w:tab/>
        <w:t>2.025e0</w:t>
      </w:r>
    </w:p>
    <w:p w:rsidR="007B2329" w:rsidRDefault="007B2329" w:rsidP="007B2329">
      <w:r>
        <w:t>121.2338</w:t>
      </w:r>
      <w:r>
        <w:tab/>
        <w:t>3.797e-2</w:t>
      </w:r>
    </w:p>
    <w:p w:rsidR="007B2329" w:rsidRDefault="007B2329" w:rsidP="007B2329">
      <w:r>
        <w:t>121.2414</w:t>
      </w:r>
      <w:r>
        <w:tab/>
        <w:t>1.025e0</w:t>
      </w:r>
    </w:p>
    <w:p w:rsidR="007B2329" w:rsidRDefault="007B2329" w:rsidP="007B2329">
      <w:r>
        <w:t>121.2451</w:t>
      </w:r>
      <w:r>
        <w:tab/>
        <w:t>3.038e0</w:t>
      </w:r>
    </w:p>
    <w:p w:rsidR="007B2329" w:rsidRDefault="007B2329" w:rsidP="007B2329">
      <w:r>
        <w:t>121.2488</w:t>
      </w:r>
      <w:r>
        <w:tab/>
        <w:t>2.025e0</w:t>
      </w:r>
    </w:p>
    <w:p w:rsidR="007B2329" w:rsidRDefault="007B2329" w:rsidP="007B2329">
      <w:r>
        <w:t>121.2514</w:t>
      </w:r>
      <w:r>
        <w:tab/>
        <w:t>1.013e0</w:t>
      </w:r>
    </w:p>
    <w:p w:rsidR="007B2329" w:rsidRDefault="007B2329" w:rsidP="007B2329">
      <w:r>
        <w:t>121.2543</w:t>
      </w:r>
      <w:r>
        <w:tab/>
        <w:t>1.013e0</w:t>
      </w:r>
    </w:p>
    <w:p w:rsidR="007B2329" w:rsidRDefault="007B2329" w:rsidP="007B2329">
      <w:r>
        <w:t>121.2604</w:t>
      </w:r>
      <w:r>
        <w:tab/>
        <w:t>2.532e-2</w:t>
      </w:r>
    </w:p>
    <w:p w:rsidR="007B2329" w:rsidRDefault="007B2329" w:rsidP="007B2329">
      <w:r>
        <w:t>121.2692</w:t>
      </w:r>
      <w:r>
        <w:tab/>
        <w:t>2.025e0</w:t>
      </w:r>
    </w:p>
    <w:p w:rsidR="007B2329" w:rsidRDefault="007B2329" w:rsidP="007B2329">
      <w:r>
        <w:t>121.2779</w:t>
      </w:r>
      <w:r>
        <w:tab/>
        <w:t>2.025e0</w:t>
      </w:r>
    </w:p>
    <w:p w:rsidR="007B2329" w:rsidRDefault="007B2329" w:rsidP="007B2329">
      <w:r>
        <w:t>121.2824</w:t>
      </w:r>
      <w:r>
        <w:tab/>
        <w:t>2.025e0</w:t>
      </w:r>
    </w:p>
    <w:p w:rsidR="007B2329" w:rsidRDefault="007B2329" w:rsidP="007B2329">
      <w:r>
        <w:t>121.2848</w:t>
      </w:r>
      <w:r>
        <w:tab/>
        <w:t>1.038e0</w:t>
      </w:r>
    </w:p>
    <w:p w:rsidR="007B2329" w:rsidRDefault="007B2329" w:rsidP="007B2329">
      <w:r>
        <w:lastRenderedPageBreak/>
        <w:t>121.2923</w:t>
      </w:r>
      <w:r>
        <w:tab/>
        <w:t>1.025e0</w:t>
      </w:r>
    </w:p>
    <w:p w:rsidR="007B2329" w:rsidRDefault="007B2329" w:rsidP="007B2329">
      <w:r>
        <w:t>121.3044</w:t>
      </w:r>
      <w:r>
        <w:tab/>
        <w:t>1.013e0</w:t>
      </w:r>
    </w:p>
    <w:p w:rsidR="007B2329" w:rsidRDefault="007B2329" w:rsidP="007B2329">
      <w:r>
        <w:t>121.3088</w:t>
      </w:r>
      <w:r>
        <w:tab/>
        <w:t>1.025e0</w:t>
      </w:r>
    </w:p>
    <w:p w:rsidR="007B2329" w:rsidRDefault="007B2329" w:rsidP="007B2329">
      <w:r>
        <w:t>121.3101</w:t>
      </w:r>
      <w:r>
        <w:tab/>
        <w:t>1.025e0</w:t>
      </w:r>
    </w:p>
    <w:p w:rsidR="007B2329" w:rsidRDefault="007B2329" w:rsidP="007B2329">
      <w:r>
        <w:t>121.3280</w:t>
      </w:r>
      <w:r>
        <w:tab/>
        <w:t>1.013e0</w:t>
      </w:r>
    </w:p>
    <w:p w:rsidR="007B2329" w:rsidRDefault="007B2329" w:rsidP="007B2329">
      <w:r>
        <w:t>121.3291</w:t>
      </w:r>
      <w:r>
        <w:tab/>
        <w:t>2.025e0</w:t>
      </w:r>
    </w:p>
    <w:p w:rsidR="007B2329" w:rsidRDefault="007B2329" w:rsidP="007B2329">
      <w:r>
        <w:t>121.3325</w:t>
      </w:r>
      <w:r>
        <w:tab/>
        <w:t>3.038e0</w:t>
      </w:r>
    </w:p>
    <w:p w:rsidR="007B2329" w:rsidRDefault="007B2329" w:rsidP="007B2329">
      <w:r>
        <w:t>121.3364</w:t>
      </w:r>
      <w:r>
        <w:tab/>
        <w:t>1.013e0</w:t>
      </w:r>
    </w:p>
    <w:p w:rsidR="007B2329" w:rsidRDefault="007B2329" w:rsidP="007B2329">
      <w:r>
        <w:t>121.3394</w:t>
      </w:r>
      <w:r>
        <w:tab/>
        <w:t>1.013e0</w:t>
      </w:r>
    </w:p>
    <w:p w:rsidR="007B2329" w:rsidRDefault="007B2329" w:rsidP="007B2329">
      <w:r>
        <w:t>121.3424</w:t>
      </w:r>
      <w:r>
        <w:tab/>
        <w:t>2.025e0</w:t>
      </w:r>
    </w:p>
    <w:p w:rsidR="007B2329" w:rsidRDefault="007B2329" w:rsidP="007B2329">
      <w:r>
        <w:t>121.3469</w:t>
      </w:r>
      <w:r>
        <w:tab/>
        <w:t>1.025e0</w:t>
      </w:r>
    </w:p>
    <w:p w:rsidR="007B2329" w:rsidRDefault="007B2329" w:rsidP="007B2329">
      <w:r>
        <w:t>121.3484</w:t>
      </w:r>
      <w:r>
        <w:tab/>
        <w:t>1.266e-2</w:t>
      </w:r>
    </w:p>
    <w:p w:rsidR="007B2329" w:rsidRDefault="007B2329" w:rsidP="007B2329">
      <w:r>
        <w:t>121.3497</w:t>
      </w:r>
      <w:r>
        <w:tab/>
        <w:t>2.025e0</w:t>
      </w:r>
    </w:p>
    <w:p w:rsidR="007B2329" w:rsidRDefault="007B2329" w:rsidP="007B2329">
      <w:r>
        <w:t>121.3614</w:t>
      </w:r>
      <w:r>
        <w:tab/>
        <w:t>6.076e0</w:t>
      </w:r>
    </w:p>
    <w:p w:rsidR="007B2329" w:rsidRDefault="007B2329" w:rsidP="007B2329">
      <w:r>
        <w:t>121.3671</w:t>
      </w:r>
      <w:r>
        <w:tab/>
        <w:t>2.025e0</w:t>
      </w:r>
    </w:p>
    <w:p w:rsidR="007B2329" w:rsidRDefault="007B2329" w:rsidP="007B2329">
      <w:r>
        <w:t>121.3688</w:t>
      </w:r>
      <w:r>
        <w:tab/>
        <w:t>2.025e0</w:t>
      </w:r>
    </w:p>
    <w:p w:rsidR="007B2329" w:rsidRDefault="007B2329" w:rsidP="007B2329">
      <w:r>
        <w:t>121.3730</w:t>
      </w:r>
      <w:r>
        <w:tab/>
        <w:t>2.025e0</w:t>
      </w:r>
    </w:p>
    <w:p w:rsidR="007B2329" w:rsidRDefault="007B2329" w:rsidP="007B2329">
      <w:r>
        <w:t>121.3783</w:t>
      </w:r>
      <w:r>
        <w:tab/>
        <w:t>3.233e0</w:t>
      </w:r>
    </w:p>
    <w:p w:rsidR="007B2329" w:rsidRDefault="007B2329" w:rsidP="007B2329">
      <w:r>
        <w:t>121.3865</w:t>
      </w:r>
      <w:r>
        <w:tab/>
        <w:t>1.038e0</w:t>
      </w:r>
    </w:p>
    <w:p w:rsidR="007B2329" w:rsidRDefault="007B2329" w:rsidP="007B2329">
      <w:r>
        <w:lastRenderedPageBreak/>
        <w:t>121.3934</w:t>
      </w:r>
      <w:r>
        <w:tab/>
        <w:t>4.051e0</w:t>
      </w:r>
    </w:p>
    <w:p w:rsidR="007B2329" w:rsidRDefault="007B2329" w:rsidP="007B2329">
      <w:r>
        <w:t>121.4069</w:t>
      </w:r>
      <w:r>
        <w:tab/>
        <w:t>2.025e0</w:t>
      </w:r>
    </w:p>
    <w:p w:rsidR="007B2329" w:rsidRDefault="007B2329" w:rsidP="007B2329">
      <w:r>
        <w:t>121.4124</w:t>
      </w:r>
      <w:r>
        <w:tab/>
        <w:t>1.013e0</w:t>
      </w:r>
    </w:p>
    <w:p w:rsidR="007B2329" w:rsidRDefault="007B2329" w:rsidP="007B2329">
      <w:r>
        <w:t>121.4245</w:t>
      </w:r>
      <w:r>
        <w:tab/>
        <w:t>1.013e0</w:t>
      </w:r>
    </w:p>
    <w:p w:rsidR="007B2329" w:rsidRDefault="007B2329" w:rsidP="007B2329">
      <w:r>
        <w:t>121.4275</w:t>
      </w:r>
      <w:r>
        <w:tab/>
        <w:t>3.038e0</w:t>
      </w:r>
    </w:p>
    <w:p w:rsidR="007B2329" w:rsidRDefault="007B2329" w:rsidP="007B2329">
      <w:r>
        <w:t>121.4420</w:t>
      </w:r>
      <w:r>
        <w:tab/>
        <w:t>2.025e0</w:t>
      </w:r>
    </w:p>
    <w:p w:rsidR="007B2329" w:rsidRDefault="007B2329" w:rsidP="007B2329">
      <w:r>
        <w:t>121.4451</w:t>
      </w:r>
      <w:r>
        <w:tab/>
        <w:t>2.025e0</w:t>
      </w:r>
    </w:p>
    <w:p w:rsidR="007B2329" w:rsidRDefault="007B2329" w:rsidP="007B2329">
      <w:r>
        <w:t>121.4550</w:t>
      </w:r>
      <w:r>
        <w:tab/>
        <w:t>1.025e0</w:t>
      </w:r>
    </w:p>
    <w:p w:rsidR="007B2329" w:rsidRDefault="007B2329" w:rsidP="007B2329">
      <w:r>
        <w:t>121.4565</w:t>
      </w:r>
      <w:r>
        <w:tab/>
        <w:t>2.025e0</w:t>
      </w:r>
    </w:p>
    <w:p w:rsidR="007B2329" w:rsidRDefault="007B2329" w:rsidP="007B2329">
      <w:r>
        <w:t>121.4595</w:t>
      </w:r>
      <w:r>
        <w:tab/>
        <w:t>1.013e0</w:t>
      </w:r>
    </w:p>
    <w:p w:rsidR="007B2329" w:rsidRDefault="007B2329" w:rsidP="007B2329">
      <w:r>
        <w:t>121.4670</w:t>
      </w:r>
      <w:r>
        <w:tab/>
        <w:t>2.025e0</w:t>
      </w:r>
    </w:p>
    <w:p w:rsidR="007B2329" w:rsidRDefault="007B2329" w:rsidP="007B2329">
      <w:r>
        <w:t>121.4830</w:t>
      </w:r>
      <w:r>
        <w:tab/>
        <w:t>2.025e0</w:t>
      </w:r>
    </w:p>
    <w:p w:rsidR="007B2329" w:rsidRDefault="007B2329" w:rsidP="007B2329">
      <w:r>
        <w:t>121.4841</w:t>
      </w:r>
      <w:r>
        <w:tab/>
        <w:t>3.038e0</w:t>
      </w:r>
    </w:p>
    <w:p w:rsidR="007B2329" w:rsidRDefault="007B2329" w:rsidP="007B2329">
      <w:r>
        <w:t>121.4861</w:t>
      </w:r>
      <w:r>
        <w:tab/>
        <w:t>1.013e0</w:t>
      </w:r>
    </w:p>
    <w:p w:rsidR="007B2329" w:rsidRDefault="007B2329" w:rsidP="007B2329">
      <w:r>
        <w:t>121.5005</w:t>
      </w:r>
      <w:r>
        <w:tab/>
        <w:t>1.266e-2</w:t>
      </w:r>
    </w:p>
    <w:p w:rsidR="007B2329" w:rsidRDefault="007B2329" w:rsidP="007B2329">
      <w:r>
        <w:t>121.5036</w:t>
      </w:r>
      <w:r>
        <w:tab/>
        <w:t>2.025e0</w:t>
      </w:r>
    </w:p>
    <w:p w:rsidR="007B2329" w:rsidRDefault="007B2329" w:rsidP="007B2329">
      <w:r>
        <w:t>121.5050</w:t>
      </w:r>
      <w:r>
        <w:tab/>
        <w:t>2.025e0</w:t>
      </w:r>
    </w:p>
    <w:p w:rsidR="007B2329" w:rsidRDefault="007B2329" w:rsidP="007B2329">
      <w:r>
        <w:t>121.5066</w:t>
      </w:r>
      <w:r>
        <w:tab/>
        <w:t>2.025e0</w:t>
      </w:r>
    </w:p>
    <w:p w:rsidR="007B2329" w:rsidRDefault="007B2329" w:rsidP="007B2329">
      <w:r>
        <w:t>121.5210</w:t>
      </w:r>
      <w:r>
        <w:tab/>
        <w:t>1.013e0</w:t>
      </w:r>
    </w:p>
    <w:p w:rsidR="007B2329" w:rsidRDefault="007B2329" w:rsidP="007B2329">
      <w:r>
        <w:lastRenderedPageBreak/>
        <w:t>121.5241</w:t>
      </w:r>
      <w:r>
        <w:tab/>
        <w:t>1.013e0</w:t>
      </w:r>
    </w:p>
    <w:p w:rsidR="007B2329" w:rsidRDefault="007B2329" w:rsidP="007B2329">
      <w:r>
        <w:t>121.5283</w:t>
      </w:r>
      <w:r>
        <w:tab/>
        <w:t>3.051e0</w:t>
      </w:r>
    </w:p>
    <w:p w:rsidR="007B2329" w:rsidRDefault="007B2329" w:rsidP="007B2329">
      <w:r>
        <w:t>121.5298</w:t>
      </w:r>
      <w:r>
        <w:tab/>
        <w:t>1.038e0</w:t>
      </w:r>
    </w:p>
    <w:p w:rsidR="007B2329" w:rsidRDefault="007B2329" w:rsidP="007B2329">
      <w:r>
        <w:t>121.5325</w:t>
      </w:r>
      <w:r>
        <w:tab/>
        <w:t>1.013e0</w:t>
      </w:r>
    </w:p>
    <w:p w:rsidR="007B2329" w:rsidRDefault="007B2329" w:rsidP="007B2329">
      <w:r>
        <w:t>121.5386</w:t>
      </w:r>
      <w:r>
        <w:tab/>
        <w:t>1.013e0</w:t>
      </w:r>
    </w:p>
    <w:p w:rsidR="007B2329" w:rsidRDefault="007B2329" w:rsidP="007B2329">
      <w:r>
        <w:t>121.5446</w:t>
      </w:r>
      <w:r>
        <w:tab/>
        <w:t>1.266e-2</w:t>
      </w:r>
    </w:p>
    <w:p w:rsidR="007B2329" w:rsidRDefault="007B2329" w:rsidP="007B2329">
      <w:r>
        <w:t>121.5531</w:t>
      </w:r>
      <w:r>
        <w:tab/>
        <w:t>5.063e0</w:t>
      </w:r>
    </w:p>
    <w:p w:rsidR="007B2329" w:rsidRDefault="007B2329" w:rsidP="007B2329">
      <w:r>
        <w:t>121.5561</w:t>
      </w:r>
      <w:r>
        <w:tab/>
        <w:t>1.266e-2</w:t>
      </w:r>
    </w:p>
    <w:p w:rsidR="007B2329" w:rsidRDefault="007B2329" w:rsidP="007B2329">
      <w:r>
        <w:t>121.5621</w:t>
      </w:r>
      <w:r>
        <w:tab/>
        <w:t>2.025e0</w:t>
      </w:r>
    </w:p>
    <w:p w:rsidR="007B2329" w:rsidRDefault="007B2329" w:rsidP="007B2329">
      <w:r>
        <w:t>121.5679</w:t>
      </w:r>
      <w:r>
        <w:tab/>
        <w:t>3.038e0</w:t>
      </w:r>
    </w:p>
    <w:p w:rsidR="007B2329" w:rsidRDefault="007B2329" w:rsidP="007B2329">
      <w:r>
        <w:t>121.5707</w:t>
      </w:r>
      <w:r>
        <w:tab/>
        <w:t>4.063e0</w:t>
      </w:r>
    </w:p>
    <w:p w:rsidR="007B2329" w:rsidRDefault="007B2329" w:rsidP="007B2329">
      <w:r>
        <w:t>121.5766</w:t>
      </w:r>
      <w:r>
        <w:tab/>
        <w:t>1.013e0</w:t>
      </w:r>
    </w:p>
    <w:p w:rsidR="007B2329" w:rsidRDefault="007B2329" w:rsidP="007B2329">
      <w:r>
        <w:t>121.5826</w:t>
      </w:r>
      <w:r>
        <w:tab/>
        <w:t>1.266e-2</w:t>
      </w:r>
    </w:p>
    <w:p w:rsidR="007B2329" w:rsidRDefault="007B2329" w:rsidP="007B2329">
      <w:r>
        <w:t>121.5842</w:t>
      </w:r>
      <w:r>
        <w:tab/>
        <w:t>2.025e0</w:t>
      </w:r>
    </w:p>
    <w:p w:rsidR="007B2329" w:rsidRDefault="007B2329" w:rsidP="007B2329">
      <w:r>
        <w:t>121.5884</w:t>
      </w:r>
      <w:r>
        <w:tab/>
        <w:t>2.025e0</w:t>
      </w:r>
    </w:p>
    <w:p w:rsidR="007B2329" w:rsidRDefault="007B2329" w:rsidP="007B2329">
      <w:r>
        <w:t>121.5911</w:t>
      </w:r>
      <w:r>
        <w:tab/>
        <w:t>2.025e0</w:t>
      </w:r>
    </w:p>
    <w:p w:rsidR="007B2329" w:rsidRDefault="007B2329" w:rsidP="007B2329">
      <w:r>
        <w:t>121.6002</w:t>
      </w:r>
      <w:r>
        <w:tab/>
        <w:t>3.038e0</w:t>
      </w:r>
    </w:p>
    <w:p w:rsidR="007B2329" w:rsidRDefault="007B2329" w:rsidP="007B2329">
      <w:r>
        <w:t>121.6032</w:t>
      </w:r>
      <w:r>
        <w:tab/>
        <w:t>1.266e-2</w:t>
      </w:r>
    </w:p>
    <w:p w:rsidR="007B2329" w:rsidRDefault="007B2329" w:rsidP="007B2329">
      <w:r>
        <w:t>121.6192</w:t>
      </w:r>
      <w:r>
        <w:tab/>
        <w:t>2.025e0</w:t>
      </w:r>
    </w:p>
    <w:p w:rsidR="007B2329" w:rsidRDefault="007B2329" w:rsidP="007B2329">
      <w:r>
        <w:lastRenderedPageBreak/>
        <w:t>121.6267</w:t>
      </w:r>
      <w:r>
        <w:tab/>
        <w:t>1.013e0</w:t>
      </w:r>
    </w:p>
    <w:p w:rsidR="007B2329" w:rsidRDefault="007B2329" w:rsidP="007B2329">
      <w:r>
        <w:t>121.6307</w:t>
      </w:r>
      <w:r>
        <w:tab/>
        <w:t>2.025e0</w:t>
      </w:r>
    </w:p>
    <w:p w:rsidR="007B2329" w:rsidRDefault="007B2329" w:rsidP="007B2329">
      <w:r>
        <w:t>121.6322</w:t>
      </w:r>
      <w:r>
        <w:tab/>
        <w:t>1.013e0</w:t>
      </w:r>
    </w:p>
    <w:p w:rsidR="007B2329" w:rsidRDefault="007B2329" w:rsidP="007B2329">
      <w:r>
        <w:t>121.6352</w:t>
      </w:r>
      <w:r>
        <w:tab/>
        <w:t>1.266e-2</w:t>
      </w:r>
    </w:p>
    <w:p w:rsidR="007B2329" w:rsidRDefault="007B2329" w:rsidP="007B2329">
      <w:r>
        <w:t>121.6382</w:t>
      </w:r>
      <w:r>
        <w:tab/>
        <w:t>2.025e0</w:t>
      </w:r>
    </w:p>
    <w:p w:rsidR="007B2329" w:rsidRDefault="007B2329" w:rsidP="007B2329">
      <w:r>
        <w:t>121.6412</w:t>
      </w:r>
      <w:r>
        <w:tab/>
        <w:t>1.013e0</w:t>
      </w:r>
    </w:p>
    <w:p w:rsidR="007B2329" w:rsidRDefault="007B2329" w:rsidP="007B2329">
      <w:r>
        <w:t>121.6617</w:t>
      </w:r>
      <w:r>
        <w:tab/>
        <w:t>3.038e0</w:t>
      </w:r>
    </w:p>
    <w:p w:rsidR="007B2329" w:rsidRDefault="007B2329" w:rsidP="007B2329">
      <w:r>
        <w:t>121.6718</w:t>
      </w:r>
      <w:r>
        <w:tab/>
        <w:t>4.051e0</w:t>
      </w:r>
    </w:p>
    <w:p w:rsidR="007B2329" w:rsidRDefault="007B2329" w:rsidP="007B2329">
      <w:r>
        <w:t>121.6732</w:t>
      </w:r>
      <w:r>
        <w:tab/>
        <w:t>2.025e0</w:t>
      </w:r>
    </w:p>
    <w:p w:rsidR="007B2329" w:rsidRDefault="007B2329" w:rsidP="007B2329">
      <w:r>
        <w:t>121.6747</w:t>
      </w:r>
      <w:r>
        <w:tab/>
        <w:t>2.025e0</w:t>
      </w:r>
    </w:p>
    <w:p w:rsidR="007B2329" w:rsidRDefault="007B2329" w:rsidP="007B2329">
      <w:r>
        <w:t>121.6793</w:t>
      </w:r>
      <w:r>
        <w:tab/>
        <w:t>1.266e-2</w:t>
      </w:r>
    </w:p>
    <w:p w:rsidR="007B2329" w:rsidRDefault="007B2329" w:rsidP="007B2329">
      <w:r>
        <w:t>121.6853</w:t>
      </w:r>
      <w:r>
        <w:tab/>
        <w:t>2.025e0</w:t>
      </w:r>
    </w:p>
    <w:p w:rsidR="007B2329" w:rsidRDefault="007B2329" w:rsidP="007B2329">
      <w:r>
        <w:t>121.6888</w:t>
      </w:r>
      <w:r>
        <w:tab/>
        <w:t>3.038e0</w:t>
      </w:r>
    </w:p>
    <w:p w:rsidR="007B2329" w:rsidRDefault="007B2329" w:rsidP="007B2329">
      <w:r>
        <w:t>121.7043</w:t>
      </w:r>
      <w:r>
        <w:tab/>
        <w:t>2.532e-2</w:t>
      </w:r>
    </w:p>
    <w:p w:rsidR="007B2329" w:rsidRDefault="007B2329" w:rsidP="007B2329">
      <w:r>
        <w:t>121.7085</w:t>
      </w:r>
      <w:r>
        <w:tab/>
        <w:t>2.025e0</w:t>
      </w:r>
    </w:p>
    <w:p w:rsidR="007B2329" w:rsidRDefault="007B2329" w:rsidP="007B2329">
      <w:r>
        <w:t>121.7204</w:t>
      </w:r>
      <w:r>
        <w:tab/>
        <w:t>1.013e0</w:t>
      </w:r>
    </w:p>
    <w:p w:rsidR="007B2329" w:rsidRDefault="007B2329" w:rsidP="007B2329">
      <w:r>
        <w:t>121.7234</w:t>
      </w:r>
      <w:r>
        <w:tab/>
        <w:t>1.013e0</w:t>
      </w:r>
    </w:p>
    <w:p w:rsidR="007B2329" w:rsidRDefault="007B2329" w:rsidP="007B2329">
      <w:r>
        <w:t>121.7247</w:t>
      </w:r>
      <w:r>
        <w:tab/>
        <w:t>4.051e0</w:t>
      </w:r>
    </w:p>
    <w:p w:rsidR="007B2329" w:rsidRDefault="007B2329" w:rsidP="007B2329">
      <w:r>
        <w:t>121.7349</w:t>
      </w:r>
      <w:r>
        <w:tab/>
        <w:t>1.013e0</w:t>
      </w:r>
    </w:p>
    <w:p w:rsidR="007B2329" w:rsidRDefault="007B2329" w:rsidP="007B2329">
      <w:r>
        <w:lastRenderedPageBreak/>
        <w:t>121.7364</w:t>
      </w:r>
      <w:r>
        <w:tab/>
        <w:t>2.025e0</w:t>
      </w:r>
    </w:p>
    <w:p w:rsidR="007B2329" w:rsidRDefault="007B2329" w:rsidP="007B2329">
      <w:r>
        <w:t>121.7409</w:t>
      </w:r>
      <w:r>
        <w:tab/>
        <w:t>4.051e0</w:t>
      </w:r>
    </w:p>
    <w:p w:rsidR="007B2329" w:rsidRDefault="007B2329" w:rsidP="007B2329">
      <w:r>
        <w:t>121.7555</w:t>
      </w:r>
      <w:r>
        <w:tab/>
        <w:t>2.025e0</w:t>
      </w:r>
    </w:p>
    <w:p w:rsidR="007B2329" w:rsidRDefault="007B2329" w:rsidP="007B2329">
      <w:r>
        <w:t>121.7584</w:t>
      </w:r>
      <w:r>
        <w:tab/>
        <w:t>2.025e0</w:t>
      </w:r>
    </w:p>
    <w:p w:rsidR="007B2329" w:rsidRDefault="007B2329" w:rsidP="007B2329">
      <w:r>
        <w:t>121.7729</w:t>
      </w:r>
      <w:r>
        <w:tab/>
        <w:t>1.025e0</w:t>
      </w:r>
    </w:p>
    <w:p w:rsidR="007B2329" w:rsidRDefault="007B2329" w:rsidP="007B2329">
      <w:r>
        <w:t>121.7851</w:t>
      </w:r>
      <w:r>
        <w:tab/>
        <w:t>2.025e0</w:t>
      </w:r>
    </w:p>
    <w:p w:rsidR="007B2329" w:rsidRDefault="007B2329" w:rsidP="007B2329">
      <w:r>
        <w:t>121.7905</w:t>
      </w:r>
      <w:r>
        <w:tab/>
        <w:t>4.051e0</w:t>
      </w:r>
    </w:p>
    <w:p w:rsidR="007B2329" w:rsidRDefault="007B2329" w:rsidP="007B2329">
      <w:r>
        <w:t>121.8026</w:t>
      </w:r>
      <w:r>
        <w:tab/>
        <w:t>1.013e0</w:t>
      </w:r>
    </w:p>
    <w:p w:rsidR="007B2329" w:rsidRDefault="007B2329" w:rsidP="007B2329">
      <w:r>
        <w:t>121.8041</w:t>
      </w:r>
      <w:r>
        <w:tab/>
        <w:t>2.025e0</w:t>
      </w:r>
    </w:p>
    <w:p w:rsidR="007B2329" w:rsidRDefault="007B2329" w:rsidP="007B2329">
      <w:r>
        <w:t>121.8056</w:t>
      </w:r>
      <w:r>
        <w:tab/>
        <w:t>3.038e0</w:t>
      </w:r>
    </w:p>
    <w:p w:rsidR="007B2329" w:rsidRDefault="007B2329" w:rsidP="007B2329">
      <w:r>
        <w:t>121.8083</w:t>
      </w:r>
      <w:r>
        <w:tab/>
        <w:t>1.266e-2</w:t>
      </w:r>
    </w:p>
    <w:p w:rsidR="007B2329" w:rsidRDefault="007B2329" w:rsidP="007B2329">
      <w:r>
        <w:t>121.8141</w:t>
      </w:r>
      <w:r>
        <w:tab/>
        <w:t>1.013e0</w:t>
      </w:r>
    </w:p>
    <w:p w:rsidR="007B2329" w:rsidRDefault="007B2329" w:rsidP="007B2329">
      <w:r>
        <w:t>121.8246</w:t>
      </w:r>
      <w:r>
        <w:tab/>
        <w:t>2.532e-2</w:t>
      </w:r>
    </w:p>
    <w:p w:rsidR="007B2329" w:rsidRDefault="007B2329" w:rsidP="007B2329">
      <w:r>
        <w:t>121.8293</w:t>
      </w:r>
      <w:r>
        <w:tab/>
        <w:t>5.063e0</w:t>
      </w:r>
    </w:p>
    <w:p w:rsidR="007B2329" w:rsidRDefault="007B2329" w:rsidP="007B2329">
      <w:r>
        <w:t>121.8376</w:t>
      </w:r>
      <w:r>
        <w:tab/>
        <w:t>4.051e0</w:t>
      </w:r>
    </w:p>
    <w:p w:rsidR="007B2329" w:rsidRDefault="007B2329" w:rsidP="007B2329">
      <w:r>
        <w:t>121.8436</w:t>
      </w:r>
      <w:r>
        <w:tab/>
        <w:t>1.013e0</w:t>
      </w:r>
    </w:p>
    <w:p w:rsidR="007B2329" w:rsidRDefault="007B2329" w:rsidP="007B2329">
      <w:r>
        <w:t>121.8507</w:t>
      </w:r>
      <w:r>
        <w:tab/>
        <w:t>2.025e0</w:t>
      </w:r>
    </w:p>
    <w:p w:rsidR="007B2329" w:rsidRDefault="007B2329" w:rsidP="007B2329">
      <w:r>
        <w:t>121.8626</w:t>
      </w:r>
      <w:r>
        <w:tab/>
        <w:t>2.025e0</w:t>
      </w:r>
    </w:p>
    <w:p w:rsidR="007B2329" w:rsidRDefault="007B2329" w:rsidP="007B2329">
      <w:r>
        <w:t>121.8642</w:t>
      </w:r>
      <w:r>
        <w:tab/>
        <w:t>1.013e0</w:t>
      </w:r>
    </w:p>
    <w:p w:rsidR="007B2329" w:rsidRDefault="007B2329" w:rsidP="007B2329">
      <w:r>
        <w:lastRenderedPageBreak/>
        <w:t>121.8657</w:t>
      </w:r>
      <w:r>
        <w:tab/>
        <w:t>2.025e0</w:t>
      </w:r>
    </w:p>
    <w:p w:rsidR="007B2329" w:rsidRDefault="007B2329" w:rsidP="007B2329">
      <w:r>
        <w:t>121.8697</w:t>
      </w:r>
      <w:r>
        <w:tab/>
        <w:t>1.013e0</w:t>
      </w:r>
    </w:p>
    <w:p w:rsidR="007B2329" w:rsidRDefault="007B2329" w:rsidP="007B2329">
      <w:r>
        <w:t>121.8817</w:t>
      </w:r>
      <w:r>
        <w:tab/>
        <w:t>1.013e0</w:t>
      </w:r>
    </w:p>
    <w:p w:rsidR="007B2329" w:rsidRDefault="007B2329" w:rsidP="007B2329">
      <w:r>
        <w:t>121.8848</w:t>
      </w:r>
      <w:r>
        <w:tab/>
        <w:t>1.025e0</w:t>
      </w:r>
    </w:p>
    <w:p w:rsidR="007B2329" w:rsidRDefault="007B2329" w:rsidP="007B2329">
      <w:r>
        <w:t>121.8903</w:t>
      </w:r>
      <w:r>
        <w:tab/>
        <w:t>1.013e0</w:t>
      </w:r>
    </w:p>
    <w:p w:rsidR="007B2329" w:rsidRDefault="007B2329" w:rsidP="007B2329">
      <w:r>
        <w:t>121.8932</w:t>
      </w:r>
      <w:r>
        <w:tab/>
        <w:t>1.013e0</w:t>
      </w:r>
    </w:p>
    <w:p w:rsidR="007B2329" w:rsidRDefault="007B2329" w:rsidP="007B2329">
      <w:r>
        <w:t>121.8992</w:t>
      </w:r>
      <w:r>
        <w:tab/>
        <w:t>2.025e0</w:t>
      </w:r>
    </w:p>
    <w:p w:rsidR="007B2329" w:rsidRDefault="007B2329" w:rsidP="007B2329">
      <w:r>
        <w:t>121.9008</w:t>
      </w:r>
      <w:r>
        <w:tab/>
        <w:t>2.025e0</w:t>
      </w:r>
    </w:p>
    <w:p w:rsidR="007B2329" w:rsidRDefault="007B2329" w:rsidP="007B2329">
      <w:r>
        <w:t>121.9022</w:t>
      </w:r>
      <w:r>
        <w:tab/>
        <w:t>1.013e0</w:t>
      </w:r>
    </w:p>
    <w:p w:rsidR="007B2329" w:rsidRDefault="007B2329" w:rsidP="007B2329">
      <w:r>
        <w:t>121.9067</w:t>
      </w:r>
      <w:r>
        <w:tab/>
        <w:t>2.532e-2</w:t>
      </w:r>
    </w:p>
    <w:p w:rsidR="007B2329" w:rsidRDefault="007B2329" w:rsidP="007B2329">
      <w:r>
        <w:t>121.9228</w:t>
      </w:r>
      <w:r>
        <w:tab/>
        <w:t>1.013e0</w:t>
      </w:r>
    </w:p>
    <w:p w:rsidR="007B2329" w:rsidRDefault="007B2329" w:rsidP="007B2329">
      <w:r>
        <w:t>121.9243</w:t>
      </w:r>
      <w:r>
        <w:tab/>
        <w:t>2.025e0</w:t>
      </w:r>
    </w:p>
    <w:p w:rsidR="007B2329" w:rsidRDefault="007B2329" w:rsidP="007B2329">
      <w:r>
        <w:t>121.9259</w:t>
      </w:r>
      <w:r>
        <w:tab/>
        <w:t>1.025e0</w:t>
      </w:r>
    </w:p>
    <w:p w:rsidR="007B2329" w:rsidRDefault="007B2329" w:rsidP="007B2329">
      <w:r>
        <w:t>121.9287</w:t>
      </w:r>
      <w:r>
        <w:tab/>
        <w:t>1.013e0</w:t>
      </w:r>
    </w:p>
    <w:p w:rsidR="007B2329" w:rsidRDefault="007B2329" w:rsidP="007B2329">
      <w:r>
        <w:t>121.9358</w:t>
      </w:r>
      <w:r>
        <w:tab/>
        <w:t>2.025e0</w:t>
      </w:r>
    </w:p>
    <w:p w:rsidR="007B2329" w:rsidRDefault="007B2329" w:rsidP="007B2329">
      <w:r>
        <w:t>121.9434</w:t>
      </w:r>
      <w:r>
        <w:tab/>
        <w:t>3.797e-2</w:t>
      </w:r>
    </w:p>
    <w:p w:rsidR="007B2329" w:rsidRDefault="007B2329" w:rsidP="007B2329">
      <w:r>
        <w:t>121.9491</w:t>
      </w:r>
      <w:r>
        <w:tab/>
        <w:t>2.025e0</w:t>
      </w:r>
    </w:p>
    <w:p w:rsidR="007B2329" w:rsidRDefault="007B2329" w:rsidP="007B2329">
      <w:r>
        <w:t>121.9507</w:t>
      </w:r>
      <w:r>
        <w:tab/>
        <w:t>2.025e0</w:t>
      </w:r>
    </w:p>
    <w:p w:rsidR="007B2329" w:rsidRDefault="007B2329" w:rsidP="007B2329">
      <w:r>
        <w:t>121.9670</w:t>
      </w:r>
      <w:r>
        <w:tab/>
        <w:t>1.266e-2</w:t>
      </w:r>
    </w:p>
    <w:p w:rsidR="007B2329" w:rsidRDefault="007B2329" w:rsidP="007B2329">
      <w:r>
        <w:lastRenderedPageBreak/>
        <w:t>121.9688</w:t>
      </w:r>
      <w:r>
        <w:tab/>
        <w:t>2.051e0</w:t>
      </w:r>
    </w:p>
    <w:p w:rsidR="007B2329" w:rsidRDefault="007B2329" w:rsidP="007B2329">
      <w:r>
        <w:t>121.9721</w:t>
      </w:r>
      <w:r>
        <w:tab/>
        <w:t>4.051e0</w:t>
      </w:r>
    </w:p>
    <w:p w:rsidR="007B2329" w:rsidRDefault="007B2329" w:rsidP="007B2329">
      <w:r>
        <w:t>121.9785</w:t>
      </w:r>
      <w:r>
        <w:tab/>
        <w:t>1.013e0</w:t>
      </w:r>
    </w:p>
    <w:p w:rsidR="007B2329" w:rsidRDefault="007B2329" w:rsidP="007B2329">
      <w:r>
        <w:t>121.9845</w:t>
      </w:r>
      <w:r>
        <w:tab/>
        <w:t>1.013e0</w:t>
      </w:r>
    </w:p>
    <w:p w:rsidR="007B2329" w:rsidRDefault="007B2329" w:rsidP="007B2329">
      <w:r>
        <w:t>121.9875</w:t>
      </w:r>
      <w:r>
        <w:tab/>
        <w:t>1.013e0</w:t>
      </w:r>
    </w:p>
    <w:p w:rsidR="007B2329" w:rsidRDefault="007B2329" w:rsidP="007B2329">
      <w:r>
        <w:t>121.9888</w:t>
      </w:r>
      <w:r>
        <w:tab/>
        <w:t>1.025e0</w:t>
      </w:r>
    </w:p>
    <w:p w:rsidR="007B2329" w:rsidRDefault="007B2329" w:rsidP="007B2329">
      <w:r>
        <w:t>121.9975</w:t>
      </w:r>
      <w:r>
        <w:tab/>
        <w:t>1.025e0</w:t>
      </w:r>
    </w:p>
    <w:p w:rsidR="007B2329" w:rsidRDefault="007B2329" w:rsidP="007B2329">
      <w:r>
        <w:t>122.0181</w:t>
      </w:r>
      <w:r>
        <w:tab/>
        <w:t>4.051e0</w:t>
      </w:r>
    </w:p>
    <w:p w:rsidR="007B2329" w:rsidRDefault="007B2329" w:rsidP="007B2329">
      <w:r>
        <w:t>122.0210</w:t>
      </w:r>
      <w:r>
        <w:tab/>
        <w:t>2.038e0</w:t>
      </w:r>
    </w:p>
    <w:p w:rsidR="007B2329" w:rsidRDefault="007B2329" w:rsidP="007B2329">
      <w:r>
        <w:t>122.0226</w:t>
      </w:r>
      <w:r>
        <w:tab/>
        <w:t>1.013e0</w:t>
      </w:r>
    </w:p>
    <w:p w:rsidR="007B2329" w:rsidRDefault="007B2329" w:rsidP="007B2329">
      <w:r>
        <w:t>122.0433</w:t>
      </w:r>
      <w:r>
        <w:tab/>
        <w:t>8.502e1</w:t>
      </w:r>
    </w:p>
    <w:p w:rsidR="007B2329" w:rsidRDefault="007B2329" w:rsidP="007B2329">
      <w:r>
        <w:t>122.0783</w:t>
      </w:r>
      <w:r>
        <w:tab/>
        <w:t>3.038e0</w:t>
      </w:r>
    </w:p>
    <w:p w:rsidR="007B2329" w:rsidRDefault="007B2329" w:rsidP="007B2329">
      <w:r>
        <w:t>122.0907</w:t>
      </w:r>
      <w:r>
        <w:tab/>
        <w:t>6.506e0</w:t>
      </w:r>
    </w:p>
    <w:p w:rsidR="007B2329" w:rsidRDefault="007B2329" w:rsidP="007B2329">
      <w:r>
        <w:t>122.0960</w:t>
      </w:r>
      <w:r>
        <w:tab/>
        <w:t>1.302e1</w:t>
      </w:r>
    </w:p>
    <w:p w:rsidR="007B2329" w:rsidRDefault="007B2329" w:rsidP="007B2329">
      <w:r>
        <w:t>122.1062</w:t>
      </w:r>
      <w:r>
        <w:tab/>
        <w:t>4.051e0</w:t>
      </w:r>
    </w:p>
    <w:p w:rsidR="007B2329" w:rsidRDefault="007B2329" w:rsidP="007B2329">
      <w:r>
        <w:t>122.1072</w:t>
      </w:r>
      <w:r>
        <w:tab/>
        <w:t>5.201e0</w:t>
      </w:r>
    </w:p>
    <w:p w:rsidR="007B2329" w:rsidRDefault="007B2329" w:rsidP="007B2329">
      <w:r>
        <w:t>122.1259</w:t>
      </w:r>
      <w:r>
        <w:tab/>
        <w:t>2.488e0</w:t>
      </w:r>
    </w:p>
    <w:p w:rsidR="007B2329" w:rsidRDefault="007B2329" w:rsidP="007B2329">
      <w:r>
        <w:t>122.1312</w:t>
      </w:r>
      <w:r>
        <w:tab/>
        <w:t>2.025e0</w:t>
      </w:r>
    </w:p>
    <w:p w:rsidR="007B2329" w:rsidRDefault="007B2329" w:rsidP="007B2329">
      <w:r>
        <w:t>122.1339</w:t>
      </w:r>
      <w:r>
        <w:tab/>
        <w:t>2.025e0</w:t>
      </w:r>
    </w:p>
    <w:p w:rsidR="007B2329" w:rsidRDefault="007B2329" w:rsidP="007B2329">
      <w:r>
        <w:lastRenderedPageBreak/>
        <w:t>122.1369</w:t>
      </w:r>
      <w:r>
        <w:tab/>
        <w:t>1.013e0</w:t>
      </w:r>
    </w:p>
    <w:p w:rsidR="007B2329" w:rsidRDefault="007B2329" w:rsidP="007B2329">
      <w:r>
        <w:t>122.1400</w:t>
      </w:r>
      <w:r>
        <w:tab/>
        <w:t>1.266e-2</w:t>
      </w:r>
    </w:p>
    <w:p w:rsidR="007B2329" w:rsidRDefault="007B2329" w:rsidP="007B2329">
      <w:r>
        <w:t>122.1575</w:t>
      </w:r>
      <w:r>
        <w:tab/>
        <w:t>1.025e0</w:t>
      </w:r>
    </w:p>
    <w:p w:rsidR="007B2329" w:rsidRDefault="007B2329" w:rsidP="007B2329">
      <w:r>
        <w:t>122.1605</w:t>
      </w:r>
      <w:r>
        <w:tab/>
        <w:t>2.532e-2</w:t>
      </w:r>
    </w:p>
    <w:p w:rsidR="007B2329" w:rsidRDefault="007B2329" w:rsidP="007B2329">
      <w:r>
        <w:t>122.1620</w:t>
      </w:r>
      <w:r>
        <w:tab/>
        <w:t>2.025e0</w:t>
      </w:r>
    </w:p>
    <w:p w:rsidR="007B2329" w:rsidRDefault="007B2329" w:rsidP="007B2329">
      <w:r>
        <w:t>122.1630</w:t>
      </w:r>
      <w:r>
        <w:tab/>
        <w:t>4.051e0</w:t>
      </w:r>
    </w:p>
    <w:p w:rsidR="007B2329" w:rsidRDefault="007B2329" w:rsidP="007B2329">
      <w:r>
        <w:t>122.1721</w:t>
      </w:r>
      <w:r>
        <w:tab/>
        <w:t>2.532e-2</w:t>
      </w:r>
    </w:p>
    <w:p w:rsidR="007B2329" w:rsidRDefault="007B2329" w:rsidP="007B2329">
      <w:r>
        <w:t>122.1736</w:t>
      </w:r>
      <w:r>
        <w:tab/>
        <w:t>2.025e0</w:t>
      </w:r>
    </w:p>
    <w:p w:rsidR="007B2329" w:rsidRDefault="007B2329" w:rsidP="007B2329">
      <w:r>
        <w:t>122.1751</w:t>
      </w:r>
      <w:r>
        <w:tab/>
        <w:t>1.266e-2</w:t>
      </w:r>
    </w:p>
    <w:p w:rsidR="007B2329" w:rsidRDefault="007B2329" w:rsidP="007B2329">
      <w:r>
        <w:t>122.1811</w:t>
      </w:r>
      <w:r>
        <w:tab/>
        <w:t>1.266e-2</w:t>
      </w:r>
    </w:p>
    <w:p w:rsidR="007B2329" w:rsidRDefault="007B2329" w:rsidP="007B2329">
      <w:r>
        <w:t>122.1927</w:t>
      </w:r>
      <w:r>
        <w:tab/>
        <w:t>2.532e-2</w:t>
      </w:r>
    </w:p>
    <w:p w:rsidR="007B2329" w:rsidRDefault="007B2329" w:rsidP="007B2329">
      <w:r>
        <w:t>122.1942</w:t>
      </w:r>
      <w:r>
        <w:tab/>
        <w:t>2.025e0</w:t>
      </w:r>
    </w:p>
    <w:p w:rsidR="007B2329" w:rsidRDefault="007B2329" w:rsidP="007B2329">
      <w:r>
        <w:t>122.2064</w:t>
      </w:r>
      <w:r>
        <w:tab/>
        <w:t>3.038e0</w:t>
      </w:r>
    </w:p>
    <w:p w:rsidR="007B2329" w:rsidRDefault="007B2329" w:rsidP="007B2329">
      <w:r>
        <w:t>122.2090</w:t>
      </w:r>
      <w:r>
        <w:tab/>
        <w:t>2.532e-2</w:t>
      </w:r>
    </w:p>
    <w:p w:rsidR="007B2329" w:rsidRDefault="007B2329" w:rsidP="007B2329">
      <w:r>
        <w:t>122.2106</w:t>
      </w:r>
      <w:r>
        <w:tab/>
        <w:t>3.797e-2</w:t>
      </w:r>
    </w:p>
    <w:p w:rsidR="007B2329" w:rsidRDefault="007B2329" w:rsidP="007B2329">
      <w:r>
        <w:t>122.2177</w:t>
      </w:r>
      <w:r>
        <w:tab/>
        <w:t>2.025e0</w:t>
      </w:r>
    </w:p>
    <w:p w:rsidR="007B2329" w:rsidRDefault="007B2329" w:rsidP="007B2329">
      <w:r>
        <w:t>122.2223</w:t>
      </w:r>
      <w:r>
        <w:tab/>
        <w:t>1.013e0</w:t>
      </w:r>
    </w:p>
    <w:p w:rsidR="007B2329" w:rsidRDefault="007B2329" w:rsidP="007B2329">
      <w:r>
        <w:t>122.2238</w:t>
      </w:r>
      <w:r>
        <w:tab/>
        <w:t>2.025e0</w:t>
      </w:r>
    </w:p>
    <w:p w:rsidR="007B2329" w:rsidRDefault="007B2329" w:rsidP="007B2329">
      <w:r>
        <w:t>122.2283</w:t>
      </w:r>
      <w:r>
        <w:tab/>
        <w:t>2.532e-2</w:t>
      </w:r>
    </w:p>
    <w:p w:rsidR="007B2329" w:rsidRDefault="007B2329" w:rsidP="007B2329">
      <w:r>
        <w:lastRenderedPageBreak/>
        <w:t>122.2353</w:t>
      </w:r>
      <w:r>
        <w:tab/>
        <w:t>2.025e0</w:t>
      </w:r>
    </w:p>
    <w:p w:rsidR="007B2329" w:rsidRDefault="007B2329" w:rsidP="007B2329">
      <w:r>
        <w:t>122.2398</w:t>
      </w:r>
      <w:r>
        <w:tab/>
        <w:t>1.013e0</w:t>
      </w:r>
    </w:p>
    <w:p w:rsidR="007B2329" w:rsidRDefault="007B2329" w:rsidP="007B2329">
      <w:r>
        <w:t>122.2474</w:t>
      </w:r>
      <w:r>
        <w:tab/>
        <w:t>2.025e0</w:t>
      </w:r>
    </w:p>
    <w:p w:rsidR="007B2329" w:rsidRDefault="007B2329" w:rsidP="007B2329">
      <w:r>
        <w:t>122.2489</w:t>
      </w:r>
      <w:r>
        <w:tab/>
        <w:t>1.013e0</w:t>
      </w:r>
    </w:p>
    <w:p w:rsidR="007B2329" w:rsidRDefault="007B2329" w:rsidP="007B2329">
      <w:r>
        <w:t>122.2516</w:t>
      </w:r>
      <w:r>
        <w:tab/>
        <w:t>1.013e0</w:t>
      </w:r>
    </w:p>
    <w:p w:rsidR="007B2329" w:rsidRDefault="007B2329" w:rsidP="007B2329">
      <w:r>
        <w:t>122.2649</w:t>
      </w:r>
      <w:r>
        <w:tab/>
        <w:t>2.025e0</w:t>
      </w:r>
    </w:p>
    <w:p w:rsidR="007B2329" w:rsidRDefault="007B2329" w:rsidP="007B2329">
      <w:r>
        <w:t>122.2664</w:t>
      </w:r>
      <w:r>
        <w:tab/>
        <w:t>1.013e0</w:t>
      </w:r>
    </w:p>
    <w:p w:rsidR="007B2329" w:rsidRDefault="007B2329" w:rsidP="007B2329">
      <w:r>
        <w:t>122.2695</w:t>
      </w:r>
      <w:r>
        <w:tab/>
        <w:t>1.025e0</w:t>
      </w:r>
    </w:p>
    <w:p w:rsidR="007B2329" w:rsidRDefault="007B2329" w:rsidP="007B2329">
      <w:r>
        <w:t>122.2735</w:t>
      </w:r>
      <w:r>
        <w:tab/>
        <w:t>1.025e0</w:t>
      </w:r>
    </w:p>
    <w:p w:rsidR="007B2329" w:rsidRDefault="007B2329" w:rsidP="007B2329">
      <w:r>
        <w:t>122.2810</w:t>
      </w:r>
      <w:r>
        <w:tab/>
        <w:t>2.025e0</w:t>
      </w:r>
    </w:p>
    <w:p w:rsidR="007B2329" w:rsidRDefault="007B2329" w:rsidP="007B2329">
      <w:r>
        <w:t>122.2931</w:t>
      </w:r>
      <w:r>
        <w:tab/>
        <w:t>4.063e0</w:t>
      </w:r>
    </w:p>
    <w:p w:rsidR="007B2329" w:rsidRDefault="007B2329" w:rsidP="007B2329">
      <w:r>
        <w:t>122.2970</w:t>
      </w:r>
      <w:r>
        <w:tab/>
        <w:t>2.025e0</w:t>
      </w:r>
    </w:p>
    <w:p w:rsidR="007B2329" w:rsidRDefault="007B2329" w:rsidP="007B2329">
      <w:r>
        <w:t>122.2986</w:t>
      </w:r>
      <w:r>
        <w:tab/>
        <w:t>1.013e0</w:t>
      </w:r>
    </w:p>
    <w:p w:rsidR="007B2329" w:rsidRDefault="007B2329" w:rsidP="007B2329">
      <w:r>
        <w:t>122.3046</w:t>
      </w:r>
      <w:r>
        <w:tab/>
        <w:t>2.025e0</w:t>
      </w:r>
    </w:p>
    <w:p w:rsidR="007B2329" w:rsidRDefault="007B2329" w:rsidP="007B2329">
      <w:r>
        <w:t>122.3076</w:t>
      </w:r>
      <w:r>
        <w:tab/>
        <w:t>3.038e0</w:t>
      </w:r>
    </w:p>
    <w:p w:rsidR="007B2329" w:rsidRDefault="007B2329" w:rsidP="007B2329">
      <w:r>
        <w:t>122.3160</w:t>
      </w:r>
      <w:r>
        <w:tab/>
        <w:t>3.038e0</w:t>
      </w:r>
    </w:p>
    <w:p w:rsidR="007B2329" w:rsidRDefault="007B2329" w:rsidP="007B2329">
      <w:r>
        <w:t>122.3312</w:t>
      </w:r>
      <w:r>
        <w:tab/>
        <w:t>1.013e0</w:t>
      </w:r>
    </w:p>
    <w:p w:rsidR="007B2329" w:rsidRDefault="007B2329" w:rsidP="007B2329">
      <w:r>
        <w:t>122.3325</w:t>
      </w:r>
      <w:r>
        <w:tab/>
        <w:t>1.025e0</w:t>
      </w:r>
    </w:p>
    <w:p w:rsidR="007B2329" w:rsidRDefault="007B2329" w:rsidP="007B2329">
      <w:r>
        <w:t>122.3339</w:t>
      </w:r>
      <w:r>
        <w:tab/>
        <w:t>1.025e0</w:t>
      </w:r>
    </w:p>
    <w:p w:rsidR="007B2329" w:rsidRDefault="007B2329" w:rsidP="007B2329">
      <w:r>
        <w:lastRenderedPageBreak/>
        <w:t>122.3398</w:t>
      </w:r>
      <w:r>
        <w:tab/>
        <w:t>1.013e0</w:t>
      </w:r>
    </w:p>
    <w:p w:rsidR="007B2329" w:rsidRDefault="007B2329" w:rsidP="007B2329">
      <w:r>
        <w:t>122.3518</w:t>
      </w:r>
      <w:r>
        <w:tab/>
        <w:t>1.038e0</w:t>
      </w:r>
    </w:p>
    <w:p w:rsidR="007B2329" w:rsidRDefault="007B2329" w:rsidP="007B2329">
      <w:r>
        <w:t>122.3544</w:t>
      </w:r>
      <w:r>
        <w:tab/>
        <w:t>2.051e0</w:t>
      </w:r>
    </w:p>
    <w:p w:rsidR="007B2329" w:rsidRDefault="007B2329" w:rsidP="007B2329">
      <w:r>
        <w:t>122.3572</w:t>
      </w:r>
      <w:r>
        <w:tab/>
        <w:t>1.013e0</w:t>
      </w:r>
    </w:p>
    <w:p w:rsidR="007B2329" w:rsidRDefault="007B2329" w:rsidP="007B2329">
      <w:r>
        <w:t>122.3710</w:t>
      </w:r>
      <w:r>
        <w:tab/>
        <w:t>3.038e0</w:t>
      </w:r>
    </w:p>
    <w:p w:rsidR="007B2329" w:rsidRDefault="007B2329" w:rsidP="007B2329">
      <w:r>
        <w:t>122.3723</w:t>
      </w:r>
      <w:r>
        <w:tab/>
        <w:t>1.013e0</w:t>
      </w:r>
    </w:p>
    <w:p w:rsidR="007B2329" w:rsidRDefault="007B2329" w:rsidP="007B2329">
      <w:r>
        <w:t>122.3749</w:t>
      </w:r>
      <w:r>
        <w:tab/>
        <w:t>2.025e0</w:t>
      </w:r>
    </w:p>
    <w:p w:rsidR="007B2329" w:rsidRDefault="007B2329" w:rsidP="007B2329">
      <w:r>
        <w:t>122.3929</w:t>
      </w:r>
      <w:r>
        <w:tab/>
        <w:t>1.013e0</w:t>
      </w:r>
    </w:p>
    <w:p w:rsidR="007B2329" w:rsidRDefault="007B2329" w:rsidP="007B2329">
      <w:r>
        <w:t>122.3957</w:t>
      </w:r>
      <w:r>
        <w:tab/>
        <w:t>2.038e0</w:t>
      </w:r>
    </w:p>
    <w:p w:rsidR="007B2329" w:rsidRDefault="007B2329" w:rsidP="007B2329">
      <w:r>
        <w:t>122.3984</w:t>
      </w:r>
      <w:r>
        <w:tab/>
        <w:t>2.025e0</w:t>
      </w:r>
    </w:p>
    <w:p w:rsidR="007B2329" w:rsidRDefault="007B2329" w:rsidP="007B2329">
      <w:r>
        <w:t>122.4030</w:t>
      </w:r>
      <w:r>
        <w:tab/>
        <w:t>2.532e-2</w:t>
      </w:r>
    </w:p>
    <w:p w:rsidR="007B2329" w:rsidRDefault="007B2329" w:rsidP="007B2329">
      <w:r>
        <w:t>122.4045</w:t>
      </w:r>
      <w:r>
        <w:tab/>
        <w:t>1.013e0</w:t>
      </w:r>
    </w:p>
    <w:p w:rsidR="007B2329" w:rsidRDefault="007B2329" w:rsidP="007B2329">
      <w:r>
        <w:t>122.4160</w:t>
      </w:r>
      <w:r>
        <w:tab/>
        <w:t>2.025e0</w:t>
      </w:r>
    </w:p>
    <w:p w:rsidR="007B2329" w:rsidRDefault="007B2329" w:rsidP="007B2329">
      <w:r>
        <w:t>122.4220</w:t>
      </w:r>
      <w:r>
        <w:tab/>
        <w:t>2.025e0</w:t>
      </w:r>
    </w:p>
    <w:p w:rsidR="007B2329" w:rsidRDefault="007B2329" w:rsidP="007B2329">
      <w:r>
        <w:t>122.4281</w:t>
      </w:r>
      <w:r>
        <w:tab/>
        <w:t>1.013e0</w:t>
      </w:r>
    </w:p>
    <w:p w:rsidR="007B2329" w:rsidRDefault="007B2329" w:rsidP="007B2329">
      <w:r>
        <w:t>122.4340</w:t>
      </w:r>
      <w:r>
        <w:tab/>
        <w:t>1.013e0</w:t>
      </w:r>
    </w:p>
    <w:p w:rsidR="007B2329" w:rsidRDefault="007B2329" w:rsidP="007B2329">
      <w:r>
        <w:t>122.4397</w:t>
      </w:r>
      <w:r>
        <w:tab/>
        <w:t>1.013e0</w:t>
      </w:r>
    </w:p>
    <w:p w:rsidR="007B2329" w:rsidRDefault="007B2329" w:rsidP="007B2329">
      <w:r>
        <w:t>122.4430</w:t>
      </w:r>
      <w:r>
        <w:tab/>
        <w:t>4.063e0</w:t>
      </w:r>
    </w:p>
    <w:p w:rsidR="007B2329" w:rsidRDefault="007B2329" w:rsidP="007B2329">
      <w:r>
        <w:t>122.4457</w:t>
      </w:r>
      <w:r>
        <w:tab/>
        <w:t>1.013e0</w:t>
      </w:r>
    </w:p>
    <w:p w:rsidR="007B2329" w:rsidRDefault="007B2329" w:rsidP="007B2329">
      <w:r>
        <w:lastRenderedPageBreak/>
        <w:t>122.4487</w:t>
      </w:r>
      <w:r>
        <w:tab/>
        <w:t>1.013e0</w:t>
      </w:r>
    </w:p>
    <w:p w:rsidR="007B2329" w:rsidRDefault="007B2329" w:rsidP="007B2329">
      <w:r>
        <w:t>122.4517</w:t>
      </w:r>
      <w:r>
        <w:tab/>
        <w:t>1.013e0</w:t>
      </w:r>
    </w:p>
    <w:p w:rsidR="007B2329" w:rsidRDefault="007B2329" w:rsidP="007B2329">
      <w:r>
        <w:t>122.4735</w:t>
      </w:r>
      <w:r>
        <w:tab/>
        <w:t>2.025e0</w:t>
      </w:r>
    </w:p>
    <w:p w:rsidR="007B2329" w:rsidRDefault="007B2329" w:rsidP="007B2329">
      <w:r>
        <w:t>122.4777</w:t>
      </w:r>
      <w:r>
        <w:tab/>
        <w:t>1.013e0</w:t>
      </w:r>
    </w:p>
    <w:p w:rsidR="007B2329" w:rsidRDefault="007B2329" w:rsidP="007B2329">
      <w:r>
        <w:t>122.4899</w:t>
      </w:r>
      <w:r>
        <w:tab/>
        <w:t>1.266e-2</w:t>
      </w:r>
    </w:p>
    <w:p w:rsidR="007B2329" w:rsidRDefault="007B2329" w:rsidP="007B2329">
      <w:r>
        <w:t>122.4930</w:t>
      </w:r>
      <w:r>
        <w:tab/>
        <w:t>1.013e0</w:t>
      </w:r>
    </w:p>
    <w:p w:rsidR="007B2329" w:rsidRDefault="007B2329" w:rsidP="007B2329">
      <w:r>
        <w:t>122.4983</w:t>
      </w:r>
      <w:r>
        <w:tab/>
        <w:t>1.013e0</w:t>
      </w:r>
    </w:p>
    <w:p w:rsidR="007B2329" w:rsidRDefault="007B2329" w:rsidP="007B2329">
      <w:r>
        <w:t>122.5014</w:t>
      </w:r>
      <w:r>
        <w:tab/>
        <w:t>2.025e0</w:t>
      </w:r>
    </w:p>
    <w:p w:rsidR="007B2329" w:rsidRDefault="007B2329" w:rsidP="007B2329">
      <w:r>
        <w:t>122.5135</w:t>
      </w:r>
      <w:r>
        <w:tab/>
        <w:t>2.025e0</w:t>
      </w:r>
    </w:p>
    <w:p w:rsidR="007B2329" w:rsidRDefault="007B2329" w:rsidP="007B2329">
      <w:r>
        <w:t>122.5220</w:t>
      </w:r>
      <w:r>
        <w:tab/>
        <w:t>2.025e0</w:t>
      </w:r>
    </w:p>
    <w:p w:rsidR="007B2329" w:rsidRDefault="007B2329" w:rsidP="007B2329">
      <w:r>
        <w:t>122.5311</w:t>
      </w:r>
      <w:r>
        <w:tab/>
        <w:t>1.013e0</w:t>
      </w:r>
    </w:p>
    <w:p w:rsidR="007B2329" w:rsidRDefault="007B2329" w:rsidP="007B2329">
      <w:r>
        <w:t>122.5326</w:t>
      </w:r>
      <w:r>
        <w:tab/>
        <w:t>2.532e-2</w:t>
      </w:r>
    </w:p>
    <w:p w:rsidR="007B2329" w:rsidRDefault="007B2329" w:rsidP="007B2329">
      <w:r>
        <w:t>122.5368</w:t>
      </w:r>
      <w:r>
        <w:tab/>
        <w:t>1.013e0</w:t>
      </w:r>
    </w:p>
    <w:p w:rsidR="007B2329" w:rsidRDefault="007B2329" w:rsidP="007B2329">
      <w:r>
        <w:t>122.5489</w:t>
      </w:r>
      <w:r>
        <w:tab/>
        <w:t>7.089e0</w:t>
      </w:r>
    </w:p>
    <w:p w:rsidR="007B2329" w:rsidRDefault="007B2329" w:rsidP="007B2329">
      <w:r>
        <w:t>122.5692</w:t>
      </w:r>
      <w:r>
        <w:tab/>
        <w:t>1.013e0</w:t>
      </w:r>
    </w:p>
    <w:p w:rsidR="007B2329" w:rsidRDefault="007B2329" w:rsidP="007B2329">
      <w:r>
        <w:t>122.5707</w:t>
      </w:r>
      <w:r>
        <w:tab/>
        <w:t>2.025e0</w:t>
      </w:r>
    </w:p>
    <w:p w:rsidR="007B2329" w:rsidRDefault="007B2329" w:rsidP="007B2329">
      <w:r>
        <w:t>122.5738</w:t>
      </w:r>
      <w:r>
        <w:tab/>
        <w:t>2.025e0</w:t>
      </w:r>
    </w:p>
    <w:p w:rsidR="007B2329" w:rsidRDefault="007B2329" w:rsidP="007B2329">
      <w:r>
        <w:t>122.5753</w:t>
      </w:r>
      <w:r>
        <w:tab/>
        <w:t>2.025e0</w:t>
      </w:r>
    </w:p>
    <w:p w:rsidR="007B2329" w:rsidRDefault="007B2329" w:rsidP="007B2329">
      <w:r>
        <w:t>122.5807</w:t>
      </w:r>
      <w:r>
        <w:tab/>
        <w:t>1.266e-2</w:t>
      </w:r>
    </w:p>
    <w:p w:rsidR="007B2329" w:rsidRDefault="007B2329" w:rsidP="007B2329">
      <w:r>
        <w:lastRenderedPageBreak/>
        <w:t>122.5869</w:t>
      </w:r>
      <w:r>
        <w:tab/>
        <w:t>3.038e0</w:t>
      </w:r>
    </w:p>
    <w:p w:rsidR="007B2329" w:rsidRDefault="007B2329" w:rsidP="007B2329">
      <w:r>
        <w:t>122.5959</w:t>
      </w:r>
      <w:r>
        <w:tab/>
        <w:t>1.013e0</w:t>
      </w:r>
    </w:p>
    <w:p w:rsidR="007B2329" w:rsidRDefault="007B2329" w:rsidP="007B2329">
      <w:r>
        <w:t>122.5986</w:t>
      </w:r>
      <w:r>
        <w:tab/>
        <w:t>1.013e0</w:t>
      </w:r>
    </w:p>
    <w:p w:rsidR="007B2329" w:rsidRDefault="007B2329" w:rsidP="007B2329">
      <w:r>
        <w:t>122.6135</w:t>
      </w:r>
      <w:r>
        <w:tab/>
        <w:t>1.266e-2</w:t>
      </w:r>
    </w:p>
    <w:p w:rsidR="007B2329" w:rsidRDefault="007B2329" w:rsidP="007B2329">
      <w:r>
        <w:t>122.6166</w:t>
      </w:r>
      <w:r>
        <w:tab/>
        <w:t>1.266e-2</w:t>
      </w:r>
    </w:p>
    <w:p w:rsidR="007B2329" w:rsidRDefault="007B2329" w:rsidP="007B2329">
      <w:r>
        <w:t>122.6219</w:t>
      </w:r>
      <w:r>
        <w:tab/>
        <w:t>1.013e0</w:t>
      </w:r>
    </w:p>
    <w:p w:rsidR="007B2329" w:rsidRDefault="007B2329" w:rsidP="007B2329">
      <w:r>
        <w:t>122.6371</w:t>
      </w:r>
      <w:r>
        <w:tab/>
        <w:t>1.266e-2</w:t>
      </w:r>
    </w:p>
    <w:p w:rsidR="007B2329" w:rsidRDefault="007B2329" w:rsidP="007B2329">
      <w:r>
        <w:t>122.6397</w:t>
      </w:r>
      <w:r>
        <w:tab/>
        <w:t>1.266e-2</w:t>
      </w:r>
    </w:p>
    <w:p w:rsidR="007B2329" w:rsidRDefault="007B2329" w:rsidP="007B2329">
      <w:r>
        <w:t>122.6426</w:t>
      </w:r>
      <w:r>
        <w:tab/>
        <w:t>1.013e0</w:t>
      </w:r>
    </w:p>
    <w:p w:rsidR="007B2329" w:rsidRDefault="007B2329" w:rsidP="007B2329">
      <w:r>
        <w:t>122.6486</w:t>
      </w:r>
      <w:r>
        <w:tab/>
        <w:t>1.013e0</w:t>
      </w:r>
    </w:p>
    <w:p w:rsidR="007B2329" w:rsidRDefault="007B2329" w:rsidP="007B2329">
      <w:r>
        <w:t>122.6603</w:t>
      </w:r>
      <w:r>
        <w:tab/>
        <w:t>3.051e0</w:t>
      </w:r>
    </w:p>
    <w:p w:rsidR="007B2329" w:rsidRDefault="007B2329" w:rsidP="007B2329">
      <w:r>
        <w:t>122.6693</w:t>
      </w:r>
      <w:r>
        <w:tab/>
        <w:t>2.051e0</w:t>
      </w:r>
    </w:p>
    <w:p w:rsidR="007B2329" w:rsidRDefault="007B2329" w:rsidP="007B2329">
      <w:r>
        <w:t>122.6722</w:t>
      </w:r>
      <w:r>
        <w:tab/>
        <w:t>1.013e0</w:t>
      </w:r>
    </w:p>
    <w:p w:rsidR="007B2329" w:rsidRDefault="007B2329" w:rsidP="007B2329">
      <w:r>
        <w:t>122.6868</w:t>
      </w:r>
      <w:r>
        <w:tab/>
        <w:t>2.025e0</w:t>
      </w:r>
    </w:p>
    <w:p w:rsidR="007B2329" w:rsidRDefault="007B2329" w:rsidP="007B2329">
      <w:r>
        <w:t>122.6883</w:t>
      </w:r>
      <w:r>
        <w:tab/>
        <w:t>2.025e0</w:t>
      </w:r>
    </w:p>
    <w:p w:rsidR="007B2329" w:rsidRDefault="007B2329" w:rsidP="007B2329">
      <w:r>
        <w:t>122.6944</w:t>
      </w:r>
      <w:r>
        <w:tab/>
        <w:t>2.025e0</w:t>
      </w:r>
    </w:p>
    <w:p w:rsidR="007B2329" w:rsidRDefault="007B2329" w:rsidP="007B2329">
      <w:r>
        <w:t>122.7029</w:t>
      </w:r>
      <w:r>
        <w:tab/>
        <w:t>1.025e0</w:t>
      </w:r>
    </w:p>
    <w:p w:rsidR="007B2329" w:rsidRDefault="007B2329" w:rsidP="007B2329">
      <w:r>
        <w:t>122.7090</w:t>
      </w:r>
      <w:r>
        <w:tab/>
        <w:t>2.025e0</w:t>
      </w:r>
    </w:p>
    <w:p w:rsidR="007B2329" w:rsidRDefault="007B2329" w:rsidP="007B2329">
      <w:r>
        <w:t>122.7150</w:t>
      </w:r>
      <w:r>
        <w:tab/>
        <w:t>2.025e0</w:t>
      </w:r>
    </w:p>
    <w:p w:rsidR="007B2329" w:rsidRDefault="007B2329" w:rsidP="007B2329">
      <w:r>
        <w:lastRenderedPageBreak/>
        <w:t>122.7194</w:t>
      </w:r>
      <w:r>
        <w:tab/>
        <w:t>1.013e0</w:t>
      </w:r>
    </w:p>
    <w:p w:rsidR="007B2329" w:rsidRDefault="007B2329" w:rsidP="007B2329">
      <w:r>
        <w:t>122.7220</w:t>
      </w:r>
      <w:r>
        <w:tab/>
        <w:t>1.013e0</w:t>
      </w:r>
    </w:p>
    <w:p w:rsidR="007B2329" w:rsidRDefault="007B2329" w:rsidP="007B2329">
      <w:r>
        <w:t>122.7236</w:t>
      </w:r>
      <w:r>
        <w:tab/>
        <w:t>1.025e0</w:t>
      </w:r>
    </w:p>
    <w:p w:rsidR="007B2329" w:rsidRDefault="007B2329" w:rsidP="007B2329">
      <w:r>
        <w:t>122.7311</w:t>
      </w:r>
      <w:r>
        <w:tab/>
        <w:t>1.013e0</w:t>
      </w:r>
    </w:p>
    <w:p w:rsidR="007B2329" w:rsidRDefault="007B2329" w:rsidP="007B2329">
      <w:r>
        <w:t>122.7332</w:t>
      </w:r>
      <w:r>
        <w:tab/>
        <w:t>3.038e0</w:t>
      </w:r>
    </w:p>
    <w:p w:rsidR="007B2329" w:rsidRDefault="007B2329" w:rsidP="007B2329">
      <w:r>
        <w:t>122.7442</w:t>
      </w:r>
      <w:r>
        <w:tab/>
        <w:t>2.025e0</w:t>
      </w:r>
    </w:p>
    <w:p w:rsidR="007B2329" w:rsidRDefault="007B2329" w:rsidP="007B2329">
      <w:r>
        <w:t>122.7457</w:t>
      </w:r>
      <w:r>
        <w:tab/>
        <w:t>1.025e0</w:t>
      </w:r>
    </w:p>
    <w:p w:rsidR="007B2329" w:rsidRDefault="007B2329" w:rsidP="007B2329">
      <w:r>
        <w:t>122.7547</w:t>
      </w:r>
      <w:r>
        <w:tab/>
        <w:t>1.013e0</w:t>
      </w:r>
    </w:p>
    <w:p w:rsidR="007B2329" w:rsidRDefault="007B2329" w:rsidP="007B2329">
      <w:r>
        <w:t>122.7578</w:t>
      </w:r>
      <w:r>
        <w:tab/>
        <w:t>1.013e0</w:t>
      </w:r>
    </w:p>
    <w:p w:rsidR="007B2329" w:rsidRDefault="007B2329" w:rsidP="007B2329">
      <w:r>
        <w:t>122.7632</w:t>
      </w:r>
      <w:r>
        <w:tab/>
        <w:t>1.266e-2</w:t>
      </w:r>
    </w:p>
    <w:p w:rsidR="007B2329" w:rsidRDefault="007B2329" w:rsidP="007B2329">
      <w:r>
        <w:t>122.7784</w:t>
      </w:r>
      <w:r>
        <w:tab/>
        <w:t>2.025e0</w:t>
      </w:r>
    </w:p>
    <w:p w:rsidR="007B2329" w:rsidRDefault="007B2329" w:rsidP="007B2329">
      <w:r>
        <w:t>122.7812</w:t>
      </w:r>
      <w:r>
        <w:tab/>
        <w:t>1.266e-2</w:t>
      </w:r>
    </w:p>
    <w:p w:rsidR="007B2329" w:rsidRDefault="007B2329" w:rsidP="007B2329">
      <w:r>
        <w:t>122.7929</w:t>
      </w:r>
      <w:r>
        <w:tab/>
        <w:t>1.013e0</w:t>
      </w:r>
    </w:p>
    <w:p w:rsidR="007B2329" w:rsidRDefault="007B2329" w:rsidP="007B2329">
      <w:r>
        <w:t>122.7944</w:t>
      </w:r>
      <w:r>
        <w:tab/>
        <w:t>2.025e0</w:t>
      </w:r>
    </w:p>
    <w:p w:rsidR="007B2329" w:rsidRDefault="007B2329" w:rsidP="007B2329">
      <w:r>
        <w:t>122.7959</w:t>
      </w:r>
      <w:r>
        <w:tab/>
        <w:t>1.013e0</w:t>
      </w:r>
    </w:p>
    <w:p w:rsidR="007B2329" w:rsidRDefault="007B2329" w:rsidP="007B2329">
      <w:r>
        <w:t>122.8075</w:t>
      </w:r>
      <w:r>
        <w:tab/>
        <w:t>1.266e-2</w:t>
      </w:r>
    </w:p>
    <w:p w:rsidR="007B2329" w:rsidRDefault="007B2329" w:rsidP="007B2329">
      <w:r>
        <w:t>122.8105</w:t>
      </w:r>
      <w:r>
        <w:tab/>
        <w:t>1.013e0</w:t>
      </w:r>
    </w:p>
    <w:p w:rsidR="007B2329" w:rsidRDefault="007B2329" w:rsidP="007B2329">
      <w:r>
        <w:t>122.8136</w:t>
      </w:r>
      <w:r>
        <w:tab/>
        <w:t>1.266e-2</w:t>
      </w:r>
    </w:p>
    <w:p w:rsidR="007B2329" w:rsidRDefault="007B2329" w:rsidP="007B2329">
      <w:r>
        <w:t>122.8166</w:t>
      </w:r>
      <w:r>
        <w:tab/>
        <w:t>1.013e0</w:t>
      </w:r>
    </w:p>
    <w:p w:rsidR="007B2329" w:rsidRDefault="007B2329" w:rsidP="007B2329">
      <w:r>
        <w:lastRenderedPageBreak/>
        <w:t>122.8197</w:t>
      </w:r>
      <w:r>
        <w:tab/>
        <w:t>1.013e0</w:t>
      </w:r>
    </w:p>
    <w:p w:rsidR="007B2329" w:rsidRDefault="007B2329" w:rsidP="007B2329">
      <w:r>
        <w:t>122.8224</w:t>
      </w:r>
      <w:r>
        <w:tab/>
        <w:t>1.266e-2</w:t>
      </w:r>
    </w:p>
    <w:p w:rsidR="007B2329" w:rsidRDefault="007B2329" w:rsidP="007B2329">
      <w:r>
        <w:t>122.8312</w:t>
      </w:r>
      <w:r>
        <w:tab/>
        <w:t>2.025e0</w:t>
      </w:r>
    </w:p>
    <w:p w:rsidR="007B2329" w:rsidRDefault="007B2329" w:rsidP="007B2329">
      <w:r>
        <w:t>122.8372</w:t>
      </w:r>
      <w:r>
        <w:tab/>
        <w:t>1.013e0</w:t>
      </w:r>
    </w:p>
    <w:p w:rsidR="007B2329" w:rsidRDefault="007B2329" w:rsidP="007B2329">
      <w:r>
        <w:t>122.8415</w:t>
      </w:r>
      <w:r>
        <w:tab/>
        <w:t>2.025e0</w:t>
      </w:r>
    </w:p>
    <w:p w:rsidR="007B2329" w:rsidRDefault="007B2329" w:rsidP="007B2329">
      <w:r>
        <w:t>122.8431</w:t>
      </w:r>
      <w:r>
        <w:tab/>
        <w:t>1.013e0</w:t>
      </w:r>
    </w:p>
    <w:p w:rsidR="007B2329" w:rsidRDefault="007B2329" w:rsidP="007B2329">
      <w:r>
        <w:t>122.8518</w:t>
      </w:r>
      <w:r>
        <w:tab/>
        <w:t>1.266e-2</w:t>
      </w:r>
    </w:p>
    <w:p w:rsidR="007B2329" w:rsidRDefault="007B2329" w:rsidP="007B2329">
      <w:r>
        <w:t>122.8739</w:t>
      </w:r>
      <w:r>
        <w:tab/>
        <w:t>1.025e0</w:t>
      </w:r>
    </w:p>
    <w:p w:rsidR="007B2329" w:rsidRDefault="007B2329" w:rsidP="007B2329">
      <w:r>
        <w:t>122.8784</w:t>
      </w:r>
      <w:r>
        <w:tab/>
        <w:t>2.025e0</w:t>
      </w:r>
    </w:p>
    <w:p w:rsidR="007B2329" w:rsidRDefault="007B2329" w:rsidP="007B2329">
      <w:r>
        <w:t>122.8816</w:t>
      </w:r>
      <w:r>
        <w:tab/>
        <w:t>1.025e0</w:t>
      </w:r>
    </w:p>
    <w:p w:rsidR="007B2329" w:rsidRDefault="007B2329" w:rsidP="007B2329">
      <w:r>
        <w:t>122.8960</w:t>
      </w:r>
      <w:r>
        <w:tab/>
        <w:t>3.038e0</w:t>
      </w:r>
    </w:p>
    <w:p w:rsidR="007B2329" w:rsidRDefault="007B2329" w:rsidP="007B2329">
      <w:r>
        <w:t>122.8991</w:t>
      </w:r>
      <w:r>
        <w:tab/>
        <w:t>1.266e-2</w:t>
      </w:r>
    </w:p>
    <w:p w:rsidR="007B2329" w:rsidRDefault="007B2329" w:rsidP="007B2329">
      <w:r>
        <w:t>122.9084</w:t>
      </w:r>
      <w:r>
        <w:tab/>
        <w:t>3.051e0</w:t>
      </w:r>
    </w:p>
    <w:p w:rsidR="007B2329" w:rsidRDefault="007B2329" w:rsidP="007B2329">
      <w:r>
        <w:t>122.9158</w:t>
      </w:r>
      <w:r>
        <w:tab/>
        <w:t>3.051e0</w:t>
      </w:r>
    </w:p>
    <w:p w:rsidR="007B2329" w:rsidRDefault="007B2329" w:rsidP="007B2329">
      <w:r>
        <w:t>122.9312</w:t>
      </w:r>
      <w:r>
        <w:tab/>
        <w:t>1.013e0</w:t>
      </w:r>
    </w:p>
    <w:p w:rsidR="007B2329" w:rsidRDefault="007B2329" w:rsidP="007B2329">
      <w:r>
        <w:t>122.9343</w:t>
      </w:r>
      <w:r>
        <w:tab/>
        <w:t>1.013e0</w:t>
      </w:r>
    </w:p>
    <w:p w:rsidR="007B2329" w:rsidRDefault="007B2329" w:rsidP="007B2329">
      <w:r>
        <w:t>122.9403</w:t>
      </w:r>
      <w:r>
        <w:tab/>
        <w:t>3.038e0</w:t>
      </w:r>
    </w:p>
    <w:p w:rsidR="007B2329" w:rsidRDefault="007B2329" w:rsidP="007B2329">
      <w:r>
        <w:t>122.9448</w:t>
      </w:r>
      <w:r>
        <w:tab/>
        <w:t>2.025e0</w:t>
      </w:r>
    </w:p>
    <w:p w:rsidR="007B2329" w:rsidRDefault="007B2329" w:rsidP="007B2329">
      <w:r>
        <w:t>122.9533</w:t>
      </w:r>
      <w:r>
        <w:tab/>
        <w:t>2.025e0</w:t>
      </w:r>
    </w:p>
    <w:p w:rsidR="007B2329" w:rsidRDefault="007B2329" w:rsidP="007B2329">
      <w:r>
        <w:lastRenderedPageBreak/>
        <w:t>122.9549</w:t>
      </w:r>
      <w:r>
        <w:tab/>
        <w:t>1.013e0</w:t>
      </w:r>
    </w:p>
    <w:p w:rsidR="007B2329" w:rsidRDefault="007B2329" w:rsidP="007B2329">
      <w:r>
        <w:t>122.9579</w:t>
      </w:r>
      <w:r>
        <w:tab/>
        <w:t>1.013e0</w:t>
      </w:r>
    </w:p>
    <w:p w:rsidR="007B2329" w:rsidRDefault="007B2329" w:rsidP="007B2329">
      <w:r>
        <w:t>122.9725</w:t>
      </w:r>
      <w:r>
        <w:tab/>
        <w:t>1.266e-2</w:t>
      </w:r>
    </w:p>
    <w:p w:rsidR="007B2329" w:rsidRDefault="007B2329" w:rsidP="007B2329">
      <w:r>
        <w:t>122.9874</w:t>
      </w:r>
      <w:r>
        <w:tab/>
        <w:t>2.051e0</w:t>
      </w:r>
    </w:p>
    <w:p w:rsidR="007B2329" w:rsidRDefault="007B2329" w:rsidP="007B2329">
      <w:r>
        <w:t>122.9887</w:t>
      </w:r>
      <w:r>
        <w:tab/>
        <w:t>1.025e0</w:t>
      </w:r>
    </w:p>
    <w:p w:rsidR="007B2329" w:rsidRDefault="007B2329" w:rsidP="007B2329">
      <w:r>
        <w:t>122.9933</w:t>
      </w:r>
      <w:r>
        <w:tab/>
        <w:t>4.051e0</w:t>
      </w:r>
    </w:p>
    <w:p w:rsidR="007B2329" w:rsidRDefault="007B2329" w:rsidP="007B2329">
      <w:r>
        <w:t>122.9962</w:t>
      </w:r>
      <w:r>
        <w:tab/>
        <w:t>1.013e0</w:t>
      </w:r>
    </w:p>
    <w:p w:rsidR="007B2329" w:rsidRDefault="007B2329" w:rsidP="007B2329">
      <w:r>
        <w:t>122.9977</w:t>
      </w:r>
      <w:r>
        <w:tab/>
        <w:t>2.025e0</w:t>
      </w:r>
    </w:p>
    <w:p w:rsidR="007B2329" w:rsidRDefault="007B2329" w:rsidP="007B2329">
      <w:r>
        <w:t>122.9992</w:t>
      </w:r>
      <w:r>
        <w:tab/>
        <w:t>1.013e0</w:t>
      </w:r>
    </w:p>
    <w:p w:rsidR="007B2329" w:rsidRDefault="007B2329" w:rsidP="007B2329">
      <w:r>
        <w:t>123.0138</w:t>
      </w:r>
      <w:r>
        <w:tab/>
        <w:t>1.266e-2</w:t>
      </w:r>
    </w:p>
    <w:p w:rsidR="007B2329" w:rsidRDefault="007B2329" w:rsidP="007B2329">
      <w:r>
        <w:t>123.0244</w:t>
      </w:r>
      <w:r>
        <w:tab/>
        <w:t>1.025e0</w:t>
      </w:r>
    </w:p>
    <w:p w:rsidR="007B2329" w:rsidRDefault="007B2329" w:rsidP="007B2329">
      <w:r>
        <w:t>123.0344</w:t>
      </w:r>
      <w:r>
        <w:tab/>
        <w:t>1.013e0</w:t>
      </w:r>
    </w:p>
    <w:p w:rsidR="007B2329" w:rsidRDefault="007B2329" w:rsidP="007B2329">
      <w:r>
        <w:t>123.0375</w:t>
      </w:r>
      <w:r>
        <w:tab/>
        <w:t>1.013e0</w:t>
      </w:r>
    </w:p>
    <w:p w:rsidR="007B2329" w:rsidRDefault="007B2329" w:rsidP="007B2329">
      <w:r>
        <w:t>123.0435</w:t>
      </w:r>
      <w:r>
        <w:tab/>
        <w:t>3.063e0</w:t>
      </w:r>
    </w:p>
    <w:p w:rsidR="007B2329" w:rsidRDefault="007B2329" w:rsidP="007B2329">
      <w:r>
        <w:t>123.0515</w:t>
      </w:r>
      <w:r>
        <w:tab/>
        <w:t>4.742e0</w:t>
      </w:r>
    </w:p>
    <w:p w:rsidR="007B2329" w:rsidRDefault="007B2329" w:rsidP="007B2329">
      <w:r>
        <w:t>123.0541</w:t>
      </w:r>
      <w:r>
        <w:tab/>
        <w:t>1.051e0</w:t>
      </w:r>
    </w:p>
    <w:p w:rsidR="007B2329" w:rsidRDefault="007B2329" w:rsidP="007B2329">
      <w:r>
        <w:t>123.0596</w:t>
      </w:r>
      <w:r>
        <w:tab/>
        <w:t>1.025e0</w:t>
      </w:r>
    </w:p>
    <w:p w:rsidR="007B2329" w:rsidRDefault="007B2329" w:rsidP="007B2329">
      <w:r>
        <w:t>123.0611</w:t>
      </w:r>
      <w:r>
        <w:tab/>
        <w:t>4.076e0</w:t>
      </w:r>
    </w:p>
    <w:p w:rsidR="007B2329" w:rsidRDefault="007B2329" w:rsidP="007B2329">
      <w:r>
        <w:t>123.0626</w:t>
      </w:r>
      <w:r>
        <w:tab/>
        <w:t>2.025e0</w:t>
      </w:r>
    </w:p>
    <w:p w:rsidR="007B2329" w:rsidRDefault="007B2329" w:rsidP="007B2329">
      <w:r>
        <w:lastRenderedPageBreak/>
        <w:t>123.0672</w:t>
      </w:r>
      <w:r>
        <w:tab/>
        <w:t>1.013e0</w:t>
      </w:r>
    </w:p>
    <w:p w:rsidR="007B2329" w:rsidRDefault="007B2329" w:rsidP="007B2329">
      <w:r>
        <w:t>123.0817</w:t>
      </w:r>
      <w:r>
        <w:tab/>
        <w:t>1.013e0</w:t>
      </w:r>
    </w:p>
    <w:p w:rsidR="007B2329" w:rsidRDefault="007B2329" w:rsidP="007B2329">
      <w:r>
        <w:t>123.0863</w:t>
      </w:r>
      <w:r>
        <w:tab/>
        <w:t>4.051e0</w:t>
      </w:r>
    </w:p>
    <w:p w:rsidR="007B2329" w:rsidRDefault="007B2329" w:rsidP="007B2329">
      <w:r>
        <w:t>123.0879</w:t>
      </w:r>
      <w:r>
        <w:tab/>
        <w:t>3.038e0</w:t>
      </w:r>
    </w:p>
    <w:p w:rsidR="007B2329" w:rsidRDefault="007B2329" w:rsidP="007B2329">
      <w:r>
        <w:t>123.0976</w:t>
      </w:r>
      <w:r>
        <w:tab/>
        <w:t>3.411e0</w:t>
      </w:r>
    </w:p>
    <w:p w:rsidR="007B2329" w:rsidRDefault="007B2329" w:rsidP="007B2329">
      <w:r>
        <w:t>123.1083</w:t>
      </w:r>
      <w:r>
        <w:tab/>
        <w:t>4.051e0</w:t>
      </w:r>
    </w:p>
    <w:p w:rsidR="007B2329" w:rsidRDefault="007B2329" w:rsidP="007B2329">
      <w:r>
        <w:t>123.1126</w:t>
      </w:r>
      <w:r>
        <w:tab/>
        <w:t>1.025e0</w:t>
      </w:r>
    </w:p>
    <w:p w:rsidR="007B2329" w:rsidRDefault="007B2329" w:rsidP="007B2329">
      <w:r>
        <w:t>123.1230</w:t>
      </w:r>
      <w:r>
        <w:tab/>
        <w:t>1.013e0</w:t>
      </w:r>
    </w:p>
    <w:p w:rsidR="007B2329" w:rsidRDefault="007B2329" w:rsidP="007B2329">
      <w:r>
        <w:t>123.1260</w:t>
      </w:r>
      <w:r>
        <w:tab/>
        <w:t>1.025e0</w:t>
      </w:r>
    </w:p>
    <w:p w:rsidR="007B2329" w:rsidRDefault="007B2329" w:rsidP="007B2329">
      <w:r>
        <w:t>123.1437</w:t>
      </w:r>
      <w:r>
        <w:tab/>
        <w:t>1.266e-2</w:t>
      </w:r>
    </w:p>
    <w:p w:rsidR="007B2329" w:rsidRDefault="007B2329" w:rsidP="007B2329">
      <w:r>
        <w:t>123.1551</w:t>
      </w:r>
      <w:r>
        <w:tab/>
        <w:t>1.013e0</w:t>
      </w:r>
    </w:p>
    <w:p w:rsidR="007B2329" w:rsidRDefault="007B2329" w:rsidP="007B2329">
      <w:r>
        <w:t>123.1604</w:t>
      </w:r>
      <w:r>
        <w:tab/>
        <w:t>3.038e0</w:t>
      </w:r>
    </w:p>
    <w:p w:rsidR="007B2329" w:rsidRDefault="007B2329" w:rsidP="007B2329">
      <w:r>
        <w:t>123.1644</w:t>
      </w:r>
      <w:r>
        <w:tab/>
        <w:t>2.532e-2</w:t>
      </w:r>
    </w:p>
    <w:p w:rsidR="007B2329" w:rsidRDefault="007B2329" w:rsidP="007B2329">
      <w:r>
        <w:t>123.1731</w:t>
      </w:r>
      <w:r>
        <w:tab/>
        <w:t>4.051e0</w:t>
      </w:r>
    </w:p>
    <w:p w:rsidR="007B2329" w:rsidRDefault="007B2329" w:rsidP="007B2329">
      <w:r>
        <w:t>123.1758</w:t>
      </w:r>
      <w:r>
        <w:tab/>
        <w:t>1.266e-2</w:t>
      </w:r>
    </w:p>
    <w:p w:rsidR="007B2329" w:rsidRDefault="007B2329" w:rsidP="007B2329">
      <w:r>
        <w:t>123.1789</w:t>
      </w:r>
      <w:r>
        <w:tab/>
        <w:t>2.025e0</w:t>
      </w:r>
    </w:p>
    <w:p w:rsidR="007B2329" w:rsidRDefault="007B2329" w:rsidP="007B2329">
      <w:r>
        <w:t>123.1849</w:t>
      </w:r>
      <w:r>
        <w:tab/>
        <w:t>1.013e0</w:t>
      </w:r>
    </w:p>
    <w:p w:rsidR="007B2329" w:rsidRDefault="007B2329" w:rsidP="007B2329">
      <w:r>
        <w:t>123.1880</w:t>
      </w:r>
      <w:r>
        <w:tab/>
        <w:t>1.013e0</w:t>
      </w:r>
    </w:p>
    <w:p w:rsidR="007B2329" w:rsidRDefault="007B2329" w:rsidP="007B2329">
      <w:r>
        <w:t>123.1938</w:t>
      </w:r>
      <w:r>
        <w:tab/>
        <w:t>1.025e0</w:t>
      </w:r>
    </w:p>
    <w:p w:rsidR="007B2329" w:rsidRDefault="007B2329" w:rsidP="007B2329">
      <w:r>
        <w:lastRenderedPageBreak/>
        <w:t>123.1996</w:t>
      </w:r>
      <w:r>
        <w:tab/>
        <w:t>1.013e0</w:t>
      </w:r>
    </w:p>
    <w:p w:rsidR="007B2329" w:rsidRDefault="007B2329" w:rsidP="007B2329">
      <w:r>
        <w:t>123.2056</w:t>
      </w:r>
      <w:r>
        <w:tab/>
        <w:t>2.025e0</w:t>
      </w:r>
    </w:p>
    <w:p w:rsidR="007B2329" w:rsidRDefault="007B2329" w:rsidP="007B2329">
      <w:r>
        <w:t>123.2086</w:t>
      </w:r>
      <w:r>
        <w:tab/>
        <w:t>1.013e0</w:t>
      </w:r>
    </w:p>
    <w:p w:rsidR="007B2329" w:rsidRDefault="007B2329" w:rsidP="007B2329">
      <w:r>
        <w:t>123.2202</w:t>
      </w:r>
      <w:r>
        <w:tab/>
        <w:t>1.013e0</w:t>
      </w:r>
    </w:p>
    <w:p w:rsidR="007B2329" w:rsidRDefault="007B2329" w:rsidP="007B2329">
      <w:r>
        <w:t>123.2263</w:t>
      </w:r>
      <w:r>
        <w:tab/>
        <w:t>3.038e0</w:t>
      </w:r>
    </w:p>
    <w:p w:rsidR="007B2329" w:rsidRDefault="007B2329" w:rsidP="007B2329">
      <w:r>
        <w:t>123.2424</w:t>
      </w:r>
      <w:r>
        <w:tab/>
        <w:t>2.025e0</w:t>
      </w:r>
    </w:p>
    <w:p w:rsidR="007B2329" w:rsidRDefault="007B2329" w:rsidP="007B2329">
      <w:r>
        <w:t>123.2454</w:t>
      </w:r>
      <w:r>
        <w:tab/>
        <w:t>3.051e0</w:t>
      </w:r>
    </w:p>
    <w:p w:rsidR="007B2329" w:rsidRDefault="007B2329" w:rsidP="007B2329">
      <w:r>
        <w:t>123.2615</w:t>
      </w:r>
      <w:r>
        <w:tab/>
        <w:t>2.025e0</w:t>
      </w:r>
    </w:p>
    <w:p w:rsidR="007B2329" w:rsidRDefault="007B2329" w:rsidP="007B2329">
      <w:r>
        <w:t>123.2675</w:t>
      </w:r>
      <w:r>
        <w:tab/>
        <w:t>1.013e0</w:t>
      </w:r>
    </w:p>
    <w:p w:rsidR="007B2329" w:rsidRDefault="007B2329" w:rsidP="007B2329">
      <w:r>
        <w:t>123.2691</w:t>
      </w:r>
      <w:r>
        <w:tab/>
        <w:t>2.025e0</w:t>
      </w:r>
    </w:p>
    <w:p w:rsidR="007B2329" w:rsidRDefault="007B2329" w:rsidP="007B2329">
      <w:r>
        <w:t>123.2765</w:t>
      </w:r>
      <w:r>
        <w:tab/>
        <w:t>1.266e-2</w:t>
      </w:r>
    </w:p>
    <w:p w:rsidR="007B2329" w:rsidRDefault="007B2329" w:rsidP="007B2329">
      <w:r>
        <w:t>123.2943</w:t>
      </w:r>
      <w:r>
        <w:tab/>
        <w:t>2.025e0</w:t>
      </w:r>
    </w:p>
    <w:p w:rsidR="007B2329" w:rsidRDefault="007B2329" w:rsidP="007B2329">
      <w:r>
        <w:t>123.2999</w:t>
      </w:r>
      <w:r>
        <w:tab/>
        <w:t>4.051e0</w:t>
      </w:r>
    </w:p>
    <w:p w:rsidR="007B2329" w:rsidRDefault="007B2329" w:rsidP="007B2329">
      <w:r>
        <w:t>123.3059</w:t>
      </w:r>
      <w:r>
        <w:tab/>
        <w:t>3.038e0</w:t>
      </w:r>
    </w:p>
    <w:p w:rsidR="007B2329" w:rsidRDefault="007B2329" w:rsidP="007B2329">
      <w:r>
        <w:t>123.3150</w:t>
      </w:r>
      <w:r>
        <w:tab/>
        <w:t>1.266e-2</w:t>
      </w:r>
    </w:p>
    <w:p w:rsidR="007B2329" w:rsidRDefault="007B2329" w:rsidP="007B2329">
      <w:r>
        <w:t>123.3204</w:t>
      </w:r>
      <w:r>
        <w:tab/>
        <w:t>1.013e0</w:t>
      </w:r>
    </w:p>
    <w:p w:rsidR="007B2329" w:rsidRDefault="007B2329" w:rsidP="007B2329">
      <w:r>
        <w:t>123.3265</w:t>
      </w:r>
      <w:r>
        <w:tab/>
        <w:t>1.013e0</w:t>
      </w:r>
    </w:p>
    <w:p w:rsidR="007B2329" w:rsidRDefault="007B2329" w:rsidP="007B2329">
      <w:r>
        <w:t>123.3295</w:t>
      </w:r>
      <w:r>
        <w:tab/>
        <w:t>1.013e0</w:t>
      </w:r>
    </w:p>
    <w:p w:rsidR="007B2329" w:rsidRDefault="007B2329" w:rsidP="007B2329">
      <w:r>
        <w:t>123.3356</w:t>
      </w:r>
      <w:r>
        <w:tab/>
        <w:t>1.013e0</w:t>
      </w:r>
    </w:p>
    <w:p w:rsidR="007B2329" w:rsidRDefault="007B2329" w:rsidP="007B2329">
      <w:r>
        <w:lastRenderedPageBreak/>
        <w:t>123.3385</w:t>
      </w:r>
      <w:r>
        <w:tab/>
        <w:t>1.013e0</w:t>
      </w:r>
    </w:p>
    <w:p w:rsidR="007B2329" w:rsidRDefault="007B2329" w:rsidP="007B2329">
      <w:r>
        <w:t>123.3472</w:t>
      </w:r>
      <w:r>
        <w:tab/>
        <w:t>1.013e0</w:t>
      </w:r>
    </w:p>
    <w:p w:rsidR="007B2329" w:rsidRDefault="007B2329" w:rsidP="007B2329">
      <w:r>
        <w:t>123.3502</w:t>
      </w:r>
      <w:r>
        <w:tab/>
        <w:t>1.013e0</w:t>
      </w:r>
    </w:p>
    <w:p w:rsidR="007B2329" w:rsidRDefault="007B2329" w:rsidP="007B2329">
      <w:r>
        <w:t>123.3532</w:t>
      </w:r>
      <w:r>
        <w:tab/>
        <w:t>1.013e0</w:t>
      </w:r>
    </w:p>
    <w:p w:rsidR="007B2329" w:rsidRDefault="007B2329" w:rsidP="007B2329">
      <w:r>
        <w:t>123.3563</w:t>
      </w:r>
      <w:r>
        <w:tab/>
        <w:t>2.025e0</w:t>
      </w:r>
    </w:p>
    <w:p w:rsidR="007B2329" w:rsidRDefault="007B2329" w:rsidP="007B2329">
      <w:r>
        <w:t>123.3648</w:t>
      </w:r>
      <w:r>
        <w:tab/>
        <w:t>1.013e0</w:t>
      </w:r>
    </w:p>
    <w:p w:rsidR="007B2329" w:rsidRDefault="007B2329" w:rsidP="007B2329">
      <w:r>
        <w:t>123.3739</w:t>
      </w:r>
      <w:r>
        <w:tab/>
        <w:t>2.038e0</w:t>
      </w:r>
    </w:p>
    <w:p w:rsidR="007B2329" w:rsidRDefault="007B2329" w:rsidP="007B2329">
      <w:r>
        <w:t>123.3770</w:t>
      </w:r>
      <w:r>
        <w:tab/>
        <w:t>1.266e-2</w:t>
      </w:r>
    </w:p>
    <w:p w:rsidR="007B2329" w:rsidRDefault="007B2329" w:rsidP="007B2329">
      <w:r>
        <w:t>123.3798</w:t>
      </w:r>
      <w:r>
        <w:tab/>
        <w:t>1.266e-2</w:t>
      </w:r>
    </w:p>
    <w:p w:rsidR="007B2329" w:rsidRDefault="007B2329" w:rsidP="007B2329">
      <w:r>
        <w:t>123.3824</w:t>
      </w:r>
      <w:r>
        <w:tab/>
        <w:t>1.013e0</w:t>
      </w:r>
    </w:p>
    <w:p w:rsidR="007B2329" w:rsidRDefault="007B2329" w:rsidP="007B2329">
      <w:r>
        <w:t>123.3854</w:t>
      </w:r>
      <w:r>
        <w:tab/>
        <w:t>1.013e0</w:t>
      </w:r>
    </w:p>
    <w:p w:rsidR="007B2329" w:rsidRDefault="007B2329" w:rsidP="007B2329">
      <w:r>
        <w:t>123.3945</w:t>
      </w:r>
      <w:r>
        <w:tab/>
        <w:t>1.013e0</w:t>
      </w:r>
    </w:p>
    <w:p w:rsidR="007B2329" w:rsidRDefault="007B2329" w:rsidP="007B2329">
      <w:r>
        <w:t>123.4018</w:t>
      </w:r>
      <w:r>
        <w:tab/>
        <w:t>2.532e-2</w:t>
      </w:r>
    </w:p>
    <w:p w:rsidR="007B2329" w:rsidRDefault="007B2329" w:rsidP="007B2329">
      <w:r>
        <w:t>123.4122</w:t>
      </w:r>
      <w:r>
        <w:tab/>
        <w:t>1.025e0</w:t>
      </w:r>
    </w:p>
    <w:p w:rsidR="007B2329" w:rsidRDefault="007B2329" w:rsidP="007B2329">
      <w:r>
        <w:t>123.4212</w:t>
      </w:r>
      <w:r>
        <w:tab/>
        <w:t>2.025e0</w:t>
      </w:r>
    </w:p>
    <w:p w:rsidR="007B2329" w:rsidRDefault="007B2329" w:rsidP="007B2329">
      <w:r>
        <w:t>123.4359</w:t>
      </w:r>
      <w:r>
        <w:tab/>
        <w:t>1.013e0</w:t>
      </w:r>
    </w:p>
    <w:p w:rsidR="007B2329" w:rsidRDefault="007B2329" w:rsidP="007B2329">
      <w:r>
        <w:t>123.4505</w:t>
      </w:r>
      <w:r>
        <w:tab/>
        <w:t>1.266e-2</w:t>
      </w:r>
    </w:p>
    <w:p w:rsidR="007B2329" w:rsidRDefault="007B2329" w:rsidP="007B2329">
      <w:r>
        <w:t>123.4565</w:t>
      </w:r>
      <w:r>
        <w:tab/>
        <w:t>1.013e0</w:t>
      </w:r>
    </w:p>
    <w:p w:rsidR="007B2329" w:rsidRDefault="007B2329" w:rsidP="007B2329">
      <w:r>
        <w:t>123.4596</w:t>
      </w:r>
      <w:r>
        <w:tab/>
        <w:t>2.025e0</w:t>
      </w:r>
    </w:p>
    <w:p w:rsidR="007B2329" w:rsidRDefault="007B2329" w:rsidP="007B2329">
      <w:r>
        <w:lastRenderedPageBreak/>
        <w:t>123.4625</w:t>
      </w:r>
      <w:r>
        <w:tab/>
        <w:t>2.025e0</w:t>
      </w:r>
    </w:p>
    <w:p w:rsidR="007B2329" w:rsidRDefault="007B2329" w:rsidP="007B2329">
      <w:r>
        <w:t>123.4712</w:t>
      </w:r>
      <w:r>
        <w:tab/>
        <w:t>1.013e0</w:t>
      </w:r>
    </w:p>
    <w:p w:rsidR="007B2329" w:rsidRDefault="007B2329" w:rsidP="007B2329">
      <w:r>
        <w:t>123.4772</w:t>
      </w:r>
      <w:r>
        <w:tab/>
        <w:t>1.266e-2</w:t>
      </w:r>
    </w:p>
    <w:p w:rsidR="007B2329" w:rsidRDefault="007B2329" w:rsidP="007B2329">
      <w:r>
        <w:t>123.4787</w:t>
      </w:r>
      <w:r>
        <w:tab/>
        <w:t>2.025e0</w:t>
      </w:r>
    </w:p>
    <w:p w:rsidR="007B2329" w:rsidRDefault="007B2329" w:rsidP="007B2329">
      <w:r>
        <w:t>123.4859</w:t>
      </w:r>
      <w:r>
        <w:tab/>
        <w:t>1.266e-2</w:t>
      </w:r>
    </w:p>
    <w:p w:rsidR="007B2329" w:rsidRDefault="007B2329" w:rsidP="007B2329">
      <w:r>
        <w:t>123.4918</w:t>
      </w:r>
      <w:r>
        <w:tab/>
        <w:t>1.266e-2</w:t>
      </w:r>
    </w:p>
    <w:p w:rsidR="007B2329" w:rsidRDefault="007B2329" w:rsidP="007B2329">
      <w:r>
        <w:t>123.5009</w:t>
      </w:r>
      <w:r>
        <w:tab/>
        <w:t>1.013e0</w:t>
      </w:r>
    </w:p>
    <w:p w:rsidR="007B2329" w:rsidRDefault="007B2329" w:rsidP="007B2329">
      <w:r>
        <w:t>123.5110</w:t>
      </w:r>
      <w:r>
        <w:tab/>
        <w:t>2.025e0</w:t>
      </w:r>
    </w:p>
    <w:p w:rsidR="007B2329" w:rsidRDefault="007B2329" w:rsidP="007B2329">
      <w:r>
        <w:t>123.5246</w:t>
      </w:r>
      <w:r>
        <w:tab/>
        <w:t>2.025e0</w:t>
      </w:r>
    </w:p>
    <w:p w:rsidR="007B2329" w:rsidRDefault="007B2329" w:rsidP="007B2329">
      <w:r>
        <w:t>123.5273</w:t>
      </w:r>
      <w:r>
        <w:tab/>
        <w:t>1.013e0</w:t>
      </w:r>
    </w:p>
    <w:p w:rsidR="007B2329" w:rsidRDefault="007B2329" w:rsidP="007B2329">
      <w:r>
        <w:t>123.5332</w:t>
      </w:r>
      <w:r>
        <w:tab/>
        <w:t>1.013e0</w:t>
      </w:r>
    </w:p>
    <w:p w:rsidR="007B2329" w:rsidRDefault="007B2329" w:rsidP="007B2329">
      <w:r>
        <w:t>123.5392</w:t>
      </w:r>
      <w:r>
        <w:tab/>
        <w:t>2.025e0</w:t>
      </w:r>
    </w:p>
    <w:p w:rsidR="007B2329" w:rsidRDefault="007B2329" w:rsidP="007B2329">
      <w:r>
        <w:t>123.5538</w:t>
      </w:r>
      <w:r>
        <w:tab/>
        <w:t>2.038e0</w:t>
      </w:r>
    </w:p>
    <w:p w:rsidR="007B2329" w:rsidRDefault="007B2329" w:rsidP="007B2329">
      <w:r>
        <w:t>123.5660</w:t>
      </w:r>
      <w:r>
        <w:tab/>
        <w:t>1.013e0</w:t>
      </w:r>
    </w:p>
    <w:p w:rsidR="007B2329" w:rsidRDefault="007B2329" w:rsidP="007B2329">
      <w:r>
        <w:t>123.5687</w:t>
      </w:r>
      <w:r>
        <w:tab/>
        <w:t>3.797e-2</w:t>
      </w:r>
    </w:p>
    <w:p w:rsidR="007B2329" w:rsidRDefault="007B2329" w:rsidP="007B2329">
      <w:r>
        <w:t>123.5745</w:t>
      </w:r>
      <w:r>
        <w:tab/>
        <w:t>1.013e0</w:t>
      </w:r>
    </w:p>
    <w:p w:rsidR="007B2329" w:rsidRDefault="007B2329" w:rsidP="007B2329">
      <w:r>
        <w:t>123.5805</w:t>
      </w:r>
      <w:r>
        <w:tab/>
        <w:t>1.013e0</w:t>
      </w:r>
    </w:p>
    <w:p w:rsidR="007B2329" w:rsidRDefault="007B2329" w:rsidP="007B2329">
      <w:r>
        <w:t>123.6101</w:t>
      </w:r>
      <w:r>
        <w:tab/>
        <w:t>1.266e-2</w:t>
      </w:r>
    </w:p>
    <w:p w:rsidR="007B2329" w:rsidRDefault="007B2329" w:rsidP="007B2329">
      <w:r>
        <w:t>123.6159</w:t>
      </w:r>
      <w:r>
        <w:tab/>
        <w:t>1.013e0</w:t>
      </w:r>
    </w:p>
    <w:p w:rsidR="007B2329" w:rsidRDefault="007B2329" w:rsidP="007B2329">
      <w:r>
        <w:lastRenderedPageBreak/>
        <w:t>123.6189</w:t>
      </w:r>
      <w:r>
        <w:tab/>
        <w:t>4.051e0</w:t>
      </w:r>
    </w:p>
    <w:p w:rsidR="007B2329" w:rsidRDefault="007B2329" w:rsidP="007B2329">
      <w:r>
        <w:t>123.6308</w:t>
      </w:r>
      <w:r>
        <w:tab/>
        <w:t>3.038e0</w:t>
      </w:r>
    </w:p>
    <w:p w:rsidR="007B2329" w:rsidRDefault="007B2329" w:rsidP="007B2329">
      <w:r>
        <w:t>123.6374</w:t>
      </w:r>
      <w:r>
        <w:tab/>
        <w:t>3.038e0</w:t>
      </w:r>
    </w:p>
    <w:p w:rsidR="007B2329" w:rsidRDefault="007B2329" w:rsidP="007B2329">
      <w:r>
        <w:t>123.6471</w:t>
      </w:r>
      <w:r>
        <w:tab/>
        <w:t>2.025e0</w:t>
      </w:r>
    </w:p>
    <w:p w:rsidR="007B2329" w:rsidRDefault="007B2329" w:rsidP="007B2329">
      <w:r>
        <w:t>123.6487</w:t>
      </w:r>
      <w:r>
        <w:tab/>
        <w:t>1.013e0</w:t>
      </w:r>
    </w:p>
    <w:p w:rsidR="007B2329" w:rsidRDefault="007B2329" w:rsidP="007B2329">
      <w:r>
        <w:t>123.6663</w:t>
      </w:r>
      <w:r>
        <w:tab/>
        <w:t>1.266e-2</w:t>
      </w:r>
    </w:p>
    <w:p w:rsidR="007B2329" w:rsidRDefault="007B2329" w:rsidP="007B2329">
      <w:r>
        <w:t>123.6722</w:t>
      </w:r>
      <w:r>
        <w:tab/>
        <w:t>3.038e0</w:t>
      </w:r>
    </w:p>
    <w:p w:rsidR="007B2329" w:rsidRDefault="007B2329" w:rsidP="007B2329">
      <w:r>
        <w:t>123.6825</w:t>
      </w:r>
      <w:r>
        <w:tab/>
        <w:t>2.025e0</w:t>
      </w:r>
    </w:p>
    <w:p w:rsidR="007B2329" w:rsidRDefault="007B2329" w:rsidP="007B2329">
      <w:r>
        <w:t>123.6839</w:t>
      </w:r>
      <w:r>
        <w:tab/>
        <w:t>1.013e0</w:t>
      </w:r>
    </w:p>
    <w:p w:rsidR="007B2329" w:rsidRDefault="007B2329" w:rsidP="007B2329">
      <w:r>
        <w:t>123.6855</w:t>
      </w:r>
      <w:r>
        <w:tab/>
        <w:t>1.025e0</w:t>
      </w:r>
    </w:p>
    <w:p w:rsidR="007B2329" w:rsidRDefault="007B2329" w:rsidP="007B2329">
      <w:r>
        <w:t>123.6885</w:t>
      </w:r>
      <w:r>
        <w:tab/>
        <w:t>2.025e0</w:t>
      </w:r>
    </w:p>
    <w:p w:rsidR="007B2329" w:rsidRDefault="007B2329" w:rsidP="007B2329">
      <w:r>
        <w:t>123.6930</w:t>
      </w:r>
      <w:r>
        <w:tab/>
        <w:t>1.013e0</w:t>
      </w:r>
    </w:p>
    <w:p w:rsidR="007B2329" w:rsidRDefault="007B2329" w:rsidP="007B2329">
      <w:r>
        <w:t>123.6955</w:t>
      </w:r>
      <w:r>
        <w:tab/>
        <w:t>1.013e0</w:t>
      </w:r>
    </w:p>
    <w:p w:rsidR="007B2329" w:rsidRDefault="007B2329" w:rsidP="007B2329">
      <w:r>
        <w:t>123.6985</w:t>
      </w:r>
      <w:r>
        <w:tab/>
        <w:t>1.013e0</w:t>
      </w:r>
    </w:p>
    <w:p w:rsidR="007B2329" w:rsidRDefault="007B2329" w:rsidP="007B2329">
      <w:r>
        <w:t>123.7065</w:t>
      </w:r>
      <w:r>
        <w:tab/>
        <w:t>3.038e0</w:t>
      </w:r>
    </w:p>
    <w:p w:rsidR="007B2329" w:rsidRDefault="007B2329" w:rsidP="007B2329">
      <w:r>
        <w:t>123.7077</w:t>
      </w:r>
      <w:r>
        <w:tab/>
        <w:t>2.025e0</w:t>
      </w:r>
    </w:p>
    <w:p w:rsidR="007B2329" w:rsidRDefault="007B2329" w:rsidP="007B2329">
      <w:r>
        <w:t>123.7122</w:t>
      </w:r>
      <w:r>
        <w:tab/>
        <w:t>2.025e0</w:t>
      </w:r>
    </w:p>
    <w:p w:rsidR="007B2329" w:rsidRDefault="007B2329" w:rsidP="007B2329">
      <w:r>
        <w:t>123.7253</w:t>
      </w:r>
      <w:r>
        <w:tab/>
        <w:t>1.025e0</w:t>
      </w:r>
    </w:p>
    <w:p w:rsidR="007B2329" w:rsidRDefault="007B2329" w:rsidP="007B2329">
      <w:r>
        <w:t>123.7315</w:t>
      </w:r>
      <w:r>
        <w:tab/>
        <w:t>2.025e0</w:t>
      </w:r>
    </w:p>
    <w:p w:rsidR="007B2329" w:rsidRDefault="007B2329" w:rsidP="007B2329">
      <w:r>
        <w:lastRenderedPageBreak/>
        <w:t>123.7344</w:t>
      </w:r>
      <w:r>
        <w:tab/>
        <w:t>1.013e0</w:t>
      </w:r>
    </w:p>
    <w:p w:rsidR="007B2329" w:rsidRDefault="007B2329" w:rsidP="007B2329">
      <w:r>
        <w:t>123.7357</w:t>
      </w:r>
      <w:r>
        <w:tab/>
        <w:t>2.025e0</w:t>
      </w:r>
    </w:p>
    <w:p w:rsidR="007B2329" w:rsidRDefault="007B2329" w:rsidP="007B2329">
      <w:r>
        <w:t>123.7399</w:t>
      </w:r>
      <w:r>
        <w:tab/>
        <w:t>2.025e0</w:t>
      </w:r>
    </w:p>
    <w:p w:rsidR="007B2329" w:rsidRDefault="007B2329" w:rsidP="007B2329">
      <w:r>
        <w:t>123.7430</w:t>
      </w:r>
      <w:r>
        <w:tab/>
        <w:t>1.025e0</w:t>
      </w:r>
    </w:p>
    <w:p w:rsidR="007B2329" w:rsidRDefault="007B2329" w:rsidP="007B2329">
      <w:r>
        <w:t>123.7521</w:t>
      </w:r>
      <w:r>
        <w:tab/>
        <w:t>2.025e0</w:t>
      </w:r>
    </w:p>
    <w:p w:rsidR="007B2329" w:rsidRDefault="007B2329" w:rsidP="007B2329">
      <w:r>
        <w:t>123.7621</w:t>
      </w:r>
      <w:r>
        <w:tab/>
        <w:t>2.025e0</w:t>
      </w:r>
    </w:p>
    <w:p w:rsidR="007B2329" w:rsidRDefault="007B2329" w:rsidP="007B2329">
      <w:r>
        <w:t>123.7667</w:t>
      </w:r>
      <w:r>
        <w:tab/>
        <w:t>4.051e0</w:t>
      </w:r>
    </w:p>
    <w:p w:rsidR="007B2329" w:rsidRDefault="007B2329" w:rsidP="007B2329">
      <w:r>
        <w:t>123.7697</w:t>
      </w:r>
      <w:r>
        <w:tab/>
        <w:t>1.013e0</w:t>
      </w:r>
    </w:p>
    <w:p w:rsidR="007B2329" w:rsidRDefault="007B2329" w:rsidP="007B2329">
      <w:r>
        <w:t>123.7764</w:t>
      </w:r>
      <w:r>
        <w:tab/>
        <w:t>2.051e0</w:t>
      </w:r>
    </w:p>
    <w:p w:rsidR="007B2329" w:rsidRDefault="007B2329" w:rsidP="007B2329">
      <w:r>
        <w:t>123.7799</w:t>
      </w:r>
      <w:r>
        <w:tab/>
        <w:t>1.025e0</w:t>
      </w:r>
    </w:p>
    <w:p w:rsidR="007B2329" w:rsidRDefault="007B2329" w:rsidP="007B2329">
      <w:r>
        <w:t>123.7813</w:t>
      </w:r>
      <w:r>
        <w:tab/>
        <w:t>1.013e0</w:t>
      </w:r>
    </w:p>
    <w:p w:rsidR="007B2329" w:rsidRDefault="007B2329" w:rsidP="007B2329">
      <w:r>
        <w:t>123.7905</w:t>
      </w:r>
      <w:r>
        <w:tab/>
        <w:t>2.025e0</w:t>
      </w:r>
    </w:p>
    <w:p w:rsidR="007B2329" w:rsidRDefault="007B2329" w:rsidP="007B2329">
      <w:r>
        <w:t>123.7935</w:t>
      </w:r>
      <w:r>
        <w:tab/>
        <w:t>2.532e-2</w:t>
      </w:r>
    </w:p>
    <w:p w:rsidR="007B2329" w:rsidRDefault="007B2329" w:rsidP="007B2329">
      <w:r>
        <w:t>123.7966</w:t>
      </w:r>
      <w:r>
        <w:tab/>
        <w:t>1.013e0</w:t>
      </w:r>
    </w:p>
    <w:p w:rsidR="007B2329" w:rsidRDefault="007B2329" w:rsidP="007B2329">
      <w:r>
        <w:t>123.7992</w:t>
      </w:r>
      <w:r>
        <w:tab/>
        <w:t>1.013e0</w:t>
      </w:r>
    </w:p>
    <w:p w:rsidR="007B2329" w:rsidRDefault="007B2329" w:rsidP="007B2329">
      <w:r>
        <w:t>123.8142</w:t>
      </w:r>
      <w:r>
        <w:tab/>
        <w:t>2.025e0</w:t>
      </w:r>
    </w:p>
    <w:p w:rsidR="007B2329" w:rsidRDefault="007B2329" w:rsidP="007B2329">
      <w:r>
        <w:t>123.8407</w:t>
      </w:r>
      <w:r>
        <w:tab/>
        <w:t>2.025e0</w:t>
      </w:r>
    </w:p>
    <w:p w:rsidR="007B2329" w:rsidRDefault="007B2329" w:rsidP="007B2329">
      <w:r>
        <w:t>123.8433</w:t>
      </w:r>
      <w:r>
        <w:tab/>
        <w:t>1.013e0</w:t>
      </w:r>
    </w:p>
    <w:p w:rsidR="007B2329" w:rsidRDefault="007B2329" w:rsidP="007B2329">
      <w:r>
        <w:t>123.8464</w:t>
      </w:r>
      <w:r>
        <w:tab/>
        <w:t>1.266e-2</w:t>
      </w:r>
    </w:p>
    <w:p w:rsidR="007B2329" w:rsidRDefault="007B2329" w:rsidP="007B2329">
      <w:r>
        <w:lastRenderedPageBreak/>
        <w:t>123.8495</w:t>
      </w:r>
      <w:r>
        <w:tab/>
        <w:t>1.013e0</w:t>
      </w:r>
    </w:p>
    <w:p w:rsidR="007B2329" w:rsidRDefault="007B2329" w:rsidP="007B2329">
      <w:r>
        <w:t>123.8614</w:t>
      </w:r>
      <w:r>
        <w:tab/>
        <w:t>1.013e0</w:t>
      </w:r>
    </w:p>
    <w:p w:rsidR="007B2329" w:rsidRDefault="007B2329" w:rsidP="007B2329">
      <w:r>
        <w:t>123.8693</w:t>
      </w:r>
      <w:r>
        <w:tab/>
        <w:t>3.038e0</w:t>
      </w:r>
    </w:p>
    <w:p w:rsidR="007B2329" w:rsidRDefault="007B2329" w:rsidP="007B2329">
      <w:r>
        <w:t>123.8763</w:t>
      </w:r>
      <w:r>
        <w:tab/>
        <w:t>1.013e0</w:t>
      </w:r>
    </w:p>
    <w:p w:rsidR="007B2329" w:rsidRDefault="007B2329" w:rsidP="007B2329">
      <w:r>
        <w:t>123.8878</w:t>
      </w:r>
      <w:r>
        <w:tab/>
        <w:t>1.013e0</w:t>
      </w:r>
    </w:p>
    <w:p w:rsidR="007B2329" w:rsidRDefault="007B2329" w:rsidP="007B2329">
      <w:r>
        <w:t>123.8909</w:t>
      </w:r>
      <w:r>
        <w:tab/>
        <w:t>2.025e0</w:t>
      </w:r>
    </w:p>
    <w:p w:rsidR="007B2329" w:rsidRDefault="007B2329" w:rsidP="007B2329">
      <w:r>
        <w:t>123.8939</w:t>
      </w:r>
      <w:r>
        <w:tab/>
        <w:t>2.025e0</w:t>
      </w:r>
    </w:p>
    <w:p w:rsidR="007B2329" w:rsidRDefault="007B2329" w:rsidP="007B2329">
      <w:r>
        <w:t>123.9055</w:t>
      </w:r>
      <w:r>
        <w:tab/>
        <w:t>1.013e0</w:t>
      </w:r>
    </w:p>
    <w:p w:rsidR="007B2329" w:rsidRDefault="007B2329" w:rsidP="007B2329">
      <w:r>
        <w:t>123.9140</w:t>
      </w:r>
      <w:r>
        <w:tab/>
        <w:t>4.051e0</w:t>
      </w:r>
    </w:p>
    <w:p w:rsidR="007B2329" w:rsidRDefault="007B2329" w:rsidP="007B2329">
      <w:r>
        <w:t>123.9176</w:t>
      </w:r>
      <w:r>
        <w:tab/>
        <w:t>1.266e-2</w:t>
      </w:r>
    </w:p>
    <w:p w:rsidR="007B2329" w:rsidRDefault="007B2329" w:rsidP="007B2329">
      <w:r>
        <w:t>123.9237</w:t>
      </w:r>
      <w:r>
        <w:tab/>
        <w:t>1.013e0</w:t>
      </w:r>
    </w:p>
    <w:p w:rsidR="007B2329" w:rsidRDefault="007B2329" w:rsidP="007B2329">
      <w:r>
        <w:t>123.9292</w:t>
      </w:r>
      <w:r>
        <w:tab/>
        <w:t>1.266e-2</w:t>
      </w:r>
    </w:p>
    <w:p w:rsidR="007B2329" w:rsidRDefault="007B2329" w:rsidP="007B2329">
      <w:r>
        <w:t>123.9323</w:t>
      </w:r>
      <w:r>
        <w:tab/>
        <w:t>1.013e0</w:t>
      </w:r>
    </w:p>
    <w:p w:rsidR="007B2329" w:rsidRDefault="007B2329" w:rsidP="007B2329">
      <w:r>
        <w:t>123.9338</w:t>
      </w:r>
      <w:r>
        <w:tab/>
        <w:t>2.025e0</w:t>
      </w:r>
    </w:p>
    <w:p w:rsidR="007B2329" w:rsidRDefault="007B2329" w:rsidP="007B2329">
      <w:r>
        <w:t>123.9414</w:t>
      </w:r>
      <w:r>
        <w:tab/>
        <w:t>1.013e0</w:t>
      </w:r>
    </w:p>
    <w:p w:rsidR="007B2329" w:rsidRDefault="007B2329" w:rsidP="007B2329">
      <w:r>
        <w:t>123.9470</w:t>
      </w:r>
      <w:r>
        <w:tab/>
        <w:t>1.266e-2</w:t>
      </w:r>
    </w:p>
    <w:p w:rsidR="007B2329" w:rsidRDefault="007B2329" w:rsidP="007B2329">
      <w:r>
        <w:t>123.9591</w:t>
      </w:r>
      <w:r>
        <w:tab/>
        <w:t>1.266e-2</w:t>
      </w:r>
    </w:p>
    <w:p w:rsidR="007B2329" w:rsidRDefault="007B2329" w:rsidP="007B2329">
      <w:r>
        <w:t>123.9650</w:t>
      </w:r>
      <w:r>
        <w:tab/>
        <w:t>3.038e0</w:t>
      </w:r>
    </w:p>
    <w:p w:rsidR="007B2329" w:rsidRDefault="007B2329" w:rsidP="007B2329">
      <w:r>
        <w:t>123.9706</w:t>
      </w:r>
      <w:r>
        <w:tab/>
        <w:t>2.025e0</w:t>
      </w:r>
    </w:p>
    <w:p w:rsidR="007B2329" w:rsidRDefault="007B2329" w:rsidP="007B2329">
      <w:r>
        <w:lastRenderedPageBreak/>
        <w:t>123.9737</w:t>
      </w:r>
      <w:r>
        <w:tab/>
        <w:t>1.013e0</w:t>
      </w:r>
    </w:p>
    <w:p w:rsidR="007B2329" w:rsidRDefault="007B2329" w:rsidP="007B2329">
      <w:r>
        <w:t>123.9885</w:t>
      </w:r>
      <w:r>
        <w:tab/>
        <w:t>1.013e0</w:t>
      </w:r>
    </w:p>
    <w:p w:rsidR="007B2329" w:rsidRDefault="007B2329" w:rsidP="007B2329">
      <w:r>
        <w:t>123.9913</w:t>
      </w:r>
      <w:r>
        <w:tab/>
        <w:t>2.025e0</w:t>
      </w:r>
    </w:p>
    <w:p w:rsidR="007B2329" w:rsidRDefault="007B2329" w:rsidP="007B2329">
      <w:r>
        <w:t>123.9944</w:t>
      </w:r>
      <w:r>
        <w:tab/>
        <w:t>1.013e0</w:t>
      </w:r>
    </w:p>
    <w:p w:rsidR="007B2329" w:rsidRDefault="007B2329" w:rsidP="007B2329">
      <w:r>
        <w:t>124.0103</w:t>
      </w:r>
      <w:r>
        <w:tab/>
        <w:t>2.038e0</w:t>
      </w:r>
    </w:p>
    <w:p w:rsidR="007B2329" w:rsidRDefault="007B2329" w:rsidP="007B2329">
      <w:r>
        <w:t>124.0120</w:t>
      </w:r>
      <w:r>
        <w:tab/>
        <w:t>1.013e0</w:t>
      </w:r>
    </w:p>
    <w:p w:rsidR="007B2329" w:rsidRDefault="007B2329" w:rsidP="007B2329">
      <w:r>
        <w:t>124.0151</w:t>
      </w:r>
      <w:r>
        <w:tab/>
        <w:t>1.266e-2</w:t>
      </w:r>
    </w:p>
    <w:p w:rsidR="007B2329" w:rsidRDefault="007B2329" w:rsidP="007B2329">
      <w:r>
        <w:t>124.0242</w:t>
      </w:r>
      <w:r>
        <w:tab/>
        <w:t>3.038e0</w:t>
      </w:r>
    </w:p>
    <w:p w:rsidR="007B2329" w:rsidRDefault="007B2329" w:rsidP="007B2329">
      <w:r>
        <w:t>124.0273</w:t>
      </w:r>
      <w:r>
        <w:tab/>
        <w:t>1.013e0</w:t>
      </w:r>
    </w:p>
    <w:p w:rsidR="007B2329" w:rsidRDefault="007B2329" w:rsidP="007B2329">
      <w:r>
        <w:t>124.0301</w:t>
      </w:r>
      <w:r>
        <w:tab/>
        <w:t>1.266e-2</w:t>
      </w:r>
    </w:p>
    <w:p w:rsidR="007B2329" w:rsidRDefault="007B2329" w:rsidP="007B2329">
      <w:r>
        <w:t>124.0450</w:t>
      </w:r>
      <w:r>
        <w:tab/>
        <w:t>1.266e-2</w:t>
      </w:r>
    </w:p>
    <w:p w:rsidR="007B2329" w:rsidRDefault="007B2329" w:rsidP="007B2329">
      <w:r>
        <w:t>124.0480</w:t>
      </w:r>
      <w:r>
        <w:tab/>
        <w:t>2.025e0</w:t>
      </w:r>
    </w:p>
    <w:p w:rsidR="007B2329" w:rsidRDefault="007B2329" w:rsidP="007B2329">
      <w:r>
        <w:t>124.0494</w:t>
      </w:r>
      <w:r>
        <w:tab/>
        <w:t>2.051e0</w:t>
      </w:r>
    </w:p>
    <w:p w:rsidR="007B2329" w:rsidRDefault="007B2329" w:rsidP="007B2329">
      <w:r>
        <w:t>124.0508</w:t>
      </w:r>
      <w:r>
        <w:tab/>
        <w:t>1.013e0</w:t>
      </w:r>
    </w:p>
    <w:p w:rsidR="007B2329" w:rsidRDefault="007B2329" w:rsidP="007B2329">
      <w:r>
        <w:t>124.0521</w:t>
      </w:r>
      <w:r>
        <w:tab/>
        <w:t>2.025e0</w:t>
      </w:r>
    </w:p>
    <w:p w:rsidR="007B2329" w:rsidRDefault="007B2329" w:rsidP="007B2329">
      <w:r>
        <w:t>124.0534</w:t>
      </w:r>
      <w:r>
        <w:tab/>
        <w:t>1.013e0</w:t>
      </w:r>
    </w:p>
    <w:p w:rsidR="007B2329" w:rsidRDefault="007B2329" w:rsidP="007B2329">
      <w:r>
        <w:t>124.0550</w:t>
      </w:r>
      <w:r>
        <w:tab/>
        <w:t>2.025e0</w:t>
      </w:r>
    </w:p>
    <w:p w:rsidR="007B2329" w:rsidRDefault="007B2329" w:rsidP="007B2329">
      <w:r>
        <w:t>124.0598</w:t>
      </w:r>
      <w:r>
        <w:tab/>
        <w:t>5.063e0</w:t>
      </w:r>
    </w:p>
    <w:p w:rsidR="007B2329" w:rsidRDefault="007B2329" w:rsidP="007B2329">
      <w:r>
        <w:t>124.0910</w:t>
      </w:r>
      <w:r>
        <w:tab/>
        <w:t>2.633e1</w:t>
      </w:r>
    </w:p>
    <w:p w:rsidR="007B2329" w:rsidRDefault="007B2329" w:rsidP="007B2329">
      <w:r>
        <w:lastRenderedPageBreak/>
        <w:t>124.1186</w:t>
      </w:r>
      <w:r>
        <w:tab/>
        <w:t>1.025e0</w:t>
      </w:r>
    </w:p>
    <w:p w:rsidR="007B2329" w:rsidRDefault="007B2329" w:rsidP="007B2329">
      <w:r>
        <w:t>124.1262</w:t>
      </w:r>
      <w:r>
        <w:tab/>
        <w:t>7.194e0</w:t>
      </w:r>
    </w:p>
    <w:p w:rsidR="007B2329" w:rsidRDefault="007B2329" w:rsidP="007B2329">
      <w:r>
        <w:t>124.1393</w:t>
      </w:r>
      <w:r>
        <w:tab/>
        <w:t>1.266e-2</w:t>
      </w:r>
    </w:p>
    <w:p w:rsidR="007B2329" w:rsidRDefault="007B2329" w:rsidP="007B2329">
      <w:r>
        <w:t>124.1646</w:t>
      </w:r>
      <w:r>
        <w:tab/>
        <w:t>2.025e0</w:t>
      </w:r>
    </w:p>
    <w:p w:rsidR="007B2329" w:rsidRDefault="007B2329" w:rsidP="007B2329">
      <w:r>
        <w:t>124.1662</w:t>
      </w:r>
      <w:r>
        <w:tab/>
        <w:t>1.013e0</w:t>
      </w:r>
    </w:p>
    <w:p w:rsidR="007B2329" w:rsidRDefault="007B2329" w:rsidP="007B2329">
      <w:r>
        <w:t>124.1722</w:t>
      </w:r>
      <w:r>
        <w:tab/>
        <w:t>1.013e0</w:t>
      </w:r>
    </w:p>
    <w:p w:rsidR="007B2329" w:rsidRDefault="007B2329" w:rsidP="007B2329">
      <w:r>
        <w:t>124.1960</w:t>
      </w:r>
      <w:r>
        <w:tab/>
        <w:t>2.025e0</w:t>
      </w:r>
    </w:p>
    <w:p w:rsidR="007B2329" w:rsidRDefault="007B2329" w:rsidP="007B2329">
      <w:r>
        <w:t>124.2015</w:t>
      </w:r>
      <w:r>
        <w:tab/>
        <w:t>1.266e-2</w:t>
      </w:r>
    </w:p>
    <w:p w:rsidR="007B2329" w:rsidRDefault="007B2329" w:rsidP="007B2329">
      <w:r>
        <w:t>124.2106</w:t>
      </w:r>
      <w:r>
        <w:tab/>
        <w:t>1.013e0</w:t>
      </w:r>
    </w:p>
    <w:p w:rsidR="007B2329" w:rsidRDefault="007B2329" w:rsidP="007B2329">
      <w:r>
        <w:t>124.2141</w:t>
      </w:r>
      <w:r>
        <w:tab/>
        <w:t>4.063e0</w:t>
      </w:r>
    </w:p>
    <w:p w:rsidR="007B2329" w:rsidRDefault="007B2329" w:rsidP="007B2329">
      <w:r>
        <w:t>124.2253</w:t>
      </w:r>
      <w:r>
        <w:tab/>
        <w:t>3.038e0</w:t>
      </w:r>
    </w:p>
    <w:p w:rsidR="007B2329" w:rsidRDefault="007B2329" w:rsidP="007B2329">
      <w:r>
        <w:t>124.2344</w:t>
      </w:r>
      <w:r>
        <w:tab/>
        <w:t>1.013e0</w:t>
      </w:r>
    </w:p>
    <w:p w:rsidR="007B2329" w:rsidRDefault="007B2329" w:rsidP="007B2329">
      <w:r>
        <w:t>124.2404</w:t>
      </w:r>
      <w:r>
        <w:tab/>
        <w:t>1.013e0</w:t>
      </w:r>
    </w:p>
    <w:p w:rsidR="007B2329" w:rsidRDefault="007B2329" w:rsidP="007B2329">
      <w:r>
        <w:t>124.2536</w:t>
      </w:r>
      <w:r>
        <w:tab/>
        <w:t>2.025e0</w:t>
      </w:r>
    </w:p>
    <w:p w:rsidR="007B2329" w:rsidRDefault="007B2329" w:rsidP="007B2329">
      <w:r>
        <w:t>124.2612</w:t>
      </w:r>
      <w:r>
        <w:tab/>
        <w:t>1.013e0</w:t>
      </w:r>
    </w:p>
    <w:p w:rsidR="007B2329" w:rsidRDefault="007B2329" w:rsidP="007B2329">
      <w:r>
        <w:t>124.2653</w:t>
      </w:r>
      <w:r>
        <w:tab/>
        <w:t>2.025e0</w:t>
      </w:r>
    </w:p>
    <w:p w:rsidR="007B2329" w:rsidRDefault="007B2329" w:rsidP="007B2329">
      <w:r>
        <w:t>124.2713</w:t>
      </w:r>
      <w:r>
        <w:tab/>
        <w:t>2.025e0</w:t>
      </w:r>
    </w:p>
    <w:p w:rsidR="007B2329" w:rsidRDefault="007B2329" w:rsidP="007B2329">
      <w:r>
        <w:t>124.2820</w:t>
      </w:r>
      <w:r>
        <w:tab/>
        <w:t>1.013e0</w:t>
      </w:r>
    </w:p>
    <w:p w:rsidR="007B2329" w:rsidRDefault="007B2329" w:rsidP="007B2329">
      <w:r>
        <w:t>124.2874</w:t>
      </w:r>
      <w:r>
        <w:tab/>
        <w:t>2.025e0</w:t>
      </w:r>
    </w:p>
    <w:p w:rsidR="007B2329" w:rsidRDefault="007B2329" w:rsidP="007B2329">
      <w:r>
        <w:lastRenderedPageBreak/>
        <w:t>124.2997</w:t>
      </w:r>
      <w:r>
        <w:tab/>
        <w:t>1.266e-2</w:t>
      </w:r>
    </w:p>
    <w:p w:rsidR="007B2329" w:rsidRDefault="007B2329" w:rsidP="007B2329">
      <w:r>
        <w:t>124.3027</w:t>
      </w:r>
      <w:r>
        <w:tab/>
        <w:t>3.038e0</w:t>
      </w:r>
    </w:p>
    <w:p w:rsidR="007B2329" w:rsidRDefault="007B2329" w:rsidP="007B2329">
      <w:r>
        <w:t>124.3067</w:t>
      </w:r>
      <w:r>
        <w:tab/>
        <w:t>2.025e0</w:t>
      </w:r>
    </w:p>
    <w:p w:rsidR="007B2329" w:rsidRDefault="007B2329" w:rsidP="007B2329">
      <w:r>
        <w:t>124.3088</w:t>
      </w:r>
      <w:r>
        <w:tab/>
        <w:t>2.051e0</w:t>
      </w:r>
    </w:p>
    <w:p w:rsidR="007B2329" w:rsidRDefault="007B2329" w:rsidP="007B2329">
      <w:r>
        <w:t>124.3204</w:t>
      </w:r>
      <w:r>
        <w:tab/>
        <w:t>1.266e-2</w:t>
      </w:r>
    </w:p>
    <w:p w:rsidR="007B2329" w:rsidRDefault="007B2329" w:rsidP="007B2329">
      <w:r>
        <w:t>124.3263</w:t>
      </w:r>
      <w:r>
        <w:tab/>
        <w:t>1.013e0</w:t>
      </w:r>
    </w:p>
    <w:p w:rsidR="007B2329" w:rsidRDefault="007B2329" w:rsidP="007B2329">
      <w:r>
        <w:t>124.3289</w:t>
      </w:r>
      <w:r>
        <w:tab/>
        <w:t>1.266e-2</w:t>
      </w:r>
    </w:p>
    <w:p w:rsidR="007B2329" w:rsidRDefault="007B2329" w:rsidP="007B2329">
      <w:r>
        <w:t>124.3350</w:t>
      </w:r>
      <w:r>
        <w:tab/>
        <w:t>1.013e0</w:t>
      </w:r>
    </w:p>
    <w:p w:rsidR="007B2329" w:rsidRDefault="007B2329" w:rsidP="007B2329">
      <w:r>
        <w:t>124.3471</w:t>
      </w:r>
      <w:r>
        <w:tab/>
        <w:t>1.013e0</w:t>
      </w:r>
    </w:p>
    <w:p w:rsidR="007B2329" w:rsidRDefault="007B2329" w:rsidP="007B2329">
      <w:r>
        <w:t>124.3557</w:t>
      </w:r>
      <w:r>
        <w:tab/>
        <w:t>2.025e0</w:t>
      </w:r>
    </w:p>
    <w:p w:rsidR="007B2329" w:rsidRDefault="007B2329" w:rsidP="007B2329">
      <w:r>
        <w:t>124.3588</w:t>
      </w:r>
      <w:r>
        <w:tab/>
        <w:t>1.013e0</w:t>
      </w:r>
    </w:p>
    <w:p w:rsidR="007B2329" w:rsidRDefault="007B2329" w:rsidP="007B2329">
      <w:r>
        <w:t>124.3679</w:t>
      </w:r>
      <w:r>
        <w:tab/>
        <w:t>1.013e0</w:t>
      </w:r>
    </w:p>
    <w:p w:rsidR="007B2329" w:rsidRDefault="007B2329" w:rsidP="007B2329">
      <w:r>
        <w:t>124.3705</w:t>
      </w:r>
      <w:r>
        <w:tab/>
        <w:t>1.013e0</w:t>
      </w:r>
    </w:p>
    <w:p w:rsidR="007B2329" w:rsidRDefault="007B2329" w:rsidP="007B2329">
      <w:r>
        <w:t>124.3742</w:t>
      </w:r>
      <w:r>
        <w:tab/>
        <w:t>3.038e0</w:t>
      </w:r>
    </w:p>
    <w:p w:rsidR="007B2329" w:rsidRDefault="007B2329" w:rsidP="007B2329">
      <w:r>
        <w:t>124.3856</w:t>
      </w:r>
      <w:r>
        <w:tab/>
        <w:t>1.013e0</w:t>
      </w:r>
    </w:p>
    <w:p w:rsidR="007B2329" w:rsidRDefault="007B2329" w:rsidP="007B2329">
      <w:r>
        <w:t>124.3900</w:t>
      </w:r>
      <w:r>
        <w:tab/>
        <w:t>2.025e0</w:t>
      </w:r>
    </w:p>
    <w:p w:rsidR="007B2329" w:rsidRDefault="007B2329" w:rsidP="007B2329">
      <w:r>
        <w:t>124.3913</w:t>
      </w:r>
      <w:r>
        <w:tab/>
        <w:t>1.013e0</w:t>
      </w:r>
    </w:p>
    <w:p w:rsidR="007B2329" w:rsidRDefault="007B2329" w:rsidP="007B2329">
      <w:r>
        <w:t>124.3972</w:t>
      </w:r>
      <w:r>
        <w:tab/>
        <w:t>2.025e0</w:t>
      </w:r>
    </w:p>
    <w:p w:rsidR="007B2329" w:rsidRDefault="007B2329" w:rsidP="007B2329">
      <w:r>
        <w:t>124.4033</w:t>
      </w:r>
      <w:r>
        <w:tab/>
        <w:t>1.013e0</w:t>
      </w:r>
    </w:p>
    <w:p w:rsidR="007B2329" w:rsidRDefault="007B2329" w:rsidP="007B2329">
      <w:r>
        <w:lastRenderedPageBreak/>
        <w:t>124.4064</w:t>
      </w:r>
      <w:r>
        <w:tab/>
        <w:t>2.025e0</w:t>
      </w:r>
    </w:p>
    <w:p w:rsidR="007B2329" w:rsidRDefault="007B2329" w:rsidP="007B2329">
      <w:r>
        <w:t>124.4095</w:t>
      </w:r>
      <w:r>
        <w:tab/>
        <w:t>1.013e0</w:t>
      </w:r>
    </w:p>
    <w:p w:rsidR="007B2329" w:rsidRDefault="007B2329" w:rsidP="007B2329">
      <w:r>
        <w:t>124.4148</w:t>
      </w:r>
      <w:r>
        <w:tab/>
        <w:t>1.013e0</w:t>
      </w:r>
    </w:p>
    <w:p w:rsidR="007B2329" w:rsidRDefault="007B2329" w:rsidP="007B2329">
      <w:r>
        <w:t>124.4210</w:t>
      </w:r>
      <w:r>
        <w:tab/>
        <w:t>1.013e0</w:t>
      </w:r>
    </w:p>
    <w:p w:rsidR="007B2329" w:rsidRDefault="007B2329" w:rsidP="007B2329">
      <w:r>
        <w:t>124.4240</w:t>
      </w:r>
      <w:r>
        <w:tab/>
        <w:t>1.013e0</w:t>
      </w:r>
    </w:p>
    <w:p w:rsidR="007B2329" w:rsidRDefault="007B2329" w:rsidP="007B2329">
      <w:r>
        <w:t>124.4302</w:t>
      </w:r>
      <w:r>
        <w:tab/>
        <w:t>3.038e0</w:t>
      </w:r>
    </w:p>
    <w:p w:rsidR="007B2329" w:rsidRDefault="007B2329" w:rsidP="007B2329">
      <w:r>
        <w:t>124.4316</w:t>
      </w:r>
      <w:r>
        <w:tab/>
        <w:t>2.025e0</w:t>
      </w:r>
    </w:p>
    <w:p w:rsidR="007B2329" w:rsidRDefault="007B2329" w:rsidP="007B2329">
      <w:r>
        <w:t>124.4330</w:t>
      </w:r>
      <w:r>
        <w:tab/>
        <w:t>1.266e-2</w:t>
      </w:r>
    </w:p>
    <w:p w:rsidR="007B2329" w:rsidRDefault="007B2329" w:rsidP="007B2329">
      <w:r>
        <w:t>124.4356</w:t>
      </w:r>
      <w:r>
        <w:tab/>
        <w:t>1.013e0</w:t>
      </w:r>
    </w:p>
    <w:p w:rsidR="007B2329" w:rsidRDefault="007B2329" w:rsidP="007B2329">
      <w:r>
        <w:t>124.4387</w:t>
      </w:r>
      <w:r>
        <w:tab/>
        <w:t>1.013e0</w:t>
      </w:r>
    </w:p>
    <w:p w:rsidR="007B2329" w:rsidRDefault="007B2329" w:rsidP="007B2329">
      <w:r>
        <w:t>124.4522</w:t>
      </w:r>
      <w:r>
        <w:tab/>
        <w:t>2.025e0</w:t>
      </w:r>
    </w:p>
    <w:p w:rsidR="007B2329" w:rsidRDefault="007B2329" w:rsidP="007B2329">
      <w:r>
        <w:t>124.4537</w:t>
      </w:r>
      <w:r>
        <w:tab/>
        <w:t>1.266e-2</w:t>
      </w:r>
    </w:p>
    <w:p w:rsidR="007B2329" w:rsidRDefault="007B2329" w:rsidP="007B2329">
      <w:r>
        <w:t>124.4609</w:t>
      </w:r>
      <w:r>
        <w:tab/>
        <w:t>1.025e0</w:t>
      </w:r>
    </w:p>
    <w:p w:rsidR="007B2329" w:rsidRDefault="007B2329" w:rsidP="007B2329">
      <w:r>
        <w:t>124.4625</w:t>
      </w:r>
      <w:r>
        <w:tab/>
        <w:t>2.025e0</w:t>
      </w:r>
    </w:p>
    <w:p w:rsidR="007B2329" w:rsidRDefault="007B2329" w:rsidP="007B2329">
      <w:r>
        <w:t>124.4655</w:t>
      </w:r>
      <w:r>
        <w:tab/>
        <w:t>1.025e0</w:t>
      </w:r>
    </w:p>
    <w:p w:rsidR="007B2329" w:rsidRDefault="007B2329" w:rsidP="007B2329">
      <w:r>
        <w:t>124.4787</w:t>
      </w:r>
      <w:r>
        <w:tab/>
        <w:t>1.025e0</w:t>
      </w:r>
    </w:p>
    <w:p w:rsidR="007B2329" w:rsidRDefault="007B2329" w:rsidP="007B2329">
      <w:r>
        <w:t>124.4832</w:t>
      </w:r>
      <w:r>
        <w:tab/>
        <w:t>2.025e0</w:t>
      </w:r>
    </w:p>
    <w:p w:rsidR="007B2329" w:rsidRDefault="007B2329" w:rsidP="007B2329">
      <w:r>
        <w:t>124.4913</w:t>
      </w:r>
      <w:r>
        <w:tab/>
        <w:t>5.063e0</w:t>
      </w:r>
    </w:p>
    <w:p w:rsidR="007B2329" w:rsidRDefault="007B2329" w:rsidP="007B2329">
      <w:r>
        <w:t>124.4954</w:t>
      </w:r>
      <w:r>
        <w:tab/>
        <w:t>1.013e0</w:t>
      </w:r>
    </w:p>
    <w:p w:rsidR="007B2329" w:rsidRDefault="007B2329" w:rsidP="007B2329">
      <w:r>
        <w:lastRenderedPageBreak/>
        <w:t>124.5009</w:t>
      </w:r>
      <w:r>
        <w:tab/>
        <w:t>1.013e0</w:t>
      </w:r>
    </w:p>
    <w:p w:rsidR="007B2329" w:rsidRDefault="007B2329" w:rsidP="007B2329">
      <w:r>
        <w:t>124.5070</w:t>
      </w:r>
      <w:r>
        <w:tab/>
        <w:t>2.025e0</w:t>
      </w:r>
    </w:p>
    <w:p w:rsidR="007B2329" w:rsidRDefault="007B2329" w:rsidP="007B2329">
      <w:r>
        <w:t>124.5162</w:t>
      </w:r>
      <w:r>
        <w:tab/>
        <w:t>1.013e0</w:t>
      </w:r>
    </w:p>
    <w:p w:rsidR="007B2329" w:rsidRDefault="007B2329" w:rsidP="007B2329">
      <w:r>
        <w:t>124.5247</w:t>
      </w:r>
      <w:r>
        <w:tab/>
        <w:t>2.025e0</w:t>
      </w:r>
    </w:p>
    <w:p w:rsidR="007B2329" w:rsidRDefault="007B2329" w:rsidP="007B2329">
      <w:r>
        <w:t>124.5339</w:t>
      </w:r>
      <w:r>
        <w:tab/>
        <w:t>1.266e-2</w:t>
      </w:r>
    </w:p>
    <w:p w:rsidR="007B2329" w:rsidRDefault="007B2329" w:rsidP="007B2329">
      <w:r>
        <w:t>124.5370</w:t>
      </w:r>
      <w:r>
        <w:tab/>
        <w:t>1.013e0</w:t>
      </w:r>
    </w:p>
    <w:p w:rsidR="007B2329" w:rsidRDefault="007B2329" w:rsidP="007B2329">
      <w:r>
        <w:t>124.5412</w:t>
      </w:r>
      <w:r>
        <w:tab/>
        <w:t>1.025e0</w:t>
      </w:r>
    </w:p>
    <w:p w:rsidR="007B2329" w:rsidRDefault="007B2329" w:rsidP="007B2329">
      <w:r>
        <w:t>124.5439</w:t>
      </w:r>
      <w:r>
        <w:tab/>
        <w:t>1.025e0</w:t>
      </w:r>
    </w:p>
    <w:p w:rsidR="007B2329" w:rsidRDefault="007B2329" w:rsidP="007B2329">
      <w:r>
        <w:t>124.5485</w:t>
      </w:r>
      <w:r>
        <w:tab/>
        <w:t>2.025e0</w:t>
      </w:r>
    </w:p>
    <w:p w:rsidR="007B2329" w:rsidRDefault="007B2329" w:rsidP="007B2329">
      <w:r>
        <w:t>124.5605</w:t>
      </w:r>
      <w:r>
        <w:tab/>
        <w:t>1.013e0</w:t>
      </w:r>
    </w:p>
    <w:p w:rsidR="007B2329" w:rsidRDefault="007B2329" w:rsidP="007B2329">
      <w:r>
        <w:t>124.5723</w:t>
      </w:r>
      <w:r>
        <w:tab/>
        <w:t>1.025e0</w:t>
      </w:r>
    </w:p>
    <w:p w:rsidR="007B2329" w:rsidRDefault="007B2329" w:rsidP="007B2329">
      <w:r>
        <w:t>124.5753</w:t>
      </w:r>
      <w:r>
        <w:tab/>
        <w:t>1.266e-2</w:t>
      </w:r>
    </w:p>
    <w:p w:rsidR="007B2329" w:rsidRDefault="007B2329" w:rsidP="007B2329">
      <w:r>
        <w:t>124.5848</w:t>
      </w:r>
      <w:r>
        <w:tab/>
        <w:t>2.038e0</w:t>
      </w:r>
    </w:p>
    <w:p w:rsidR="007B2329" w:rsidRDefault="007B2329" w:rsidP="007B2329">
      <w:r>
        <w:t>124.5961</w:t>
      </w:r>
      <w:r>
        <w:tab/>
        <w:t>1.013e0</w:t>
      </w:r>
    </w:p>
    <w:p w:rsidR="007B2329" w:rsidRDefault="007B2329" w:rsidP="007B2329">
      <w:r>
        <w:t>124.6099</w:t>
      </w:r>
      <w:r>
        <w:tab/>
        <w:t>3.038e0</w:t>
      </w:r>
    </w:p>
    <w:p w:rsidR="007B2329" w:rsidRDefault="007B2329" w:rsidP="007B2329">
      <w:r>
        <w:t>124.6138</w:t>
      </w:r>
      <w:r>
        <w:tab/>
        <w:t>1.013e0</w:t>
      </w:r>
    </w:p>
    <w:p w:rsidR="007B2329" w:rsidRDefault="007B2329" w:rsidP="007B2329">
      <w:r>
        <w:t>124.6153</w:t>
      </w:r>
      <w:r>
        <w:tab/>
        <w:t>2.025e0</w:t>
      </w:r>
    </w:p>
    <w:p w:rsidR="007B2329" w:rsidRDefault="007B2329" w:rsidP="007B2329">
      <w:r>
        <w:t>124.6330</w:t>
      </w:r>
      <w:r>
        <w:tab/>
        <w:t>2.025e0</w:t>
      </w:r>
    </w:p>
    <w:p w:rsidR="007B2329" w:rsidRDefault="007B2329" w:rsidP="007B2329">
      <w:r>
        <w:t>124.6345</w:t>
      </w:r>
      <w:r>
        <w:tab/>
        <w:t>2.025e0</w:t>
      </w:r>
    </w:p>
    <w:p w:rsidR="007B2329" w:rsidRDefault="007B2329" w:rsidP="007B2329">
      <w:r>
        <w:lastRenderedPageBreak/>
        <w:t>124.6522</w:t>
      </w:r>
      <w:r>
        <w:tab/>
        <w:t>1.025e0</w:t>
      </w:r>
    </w:p>
    <w:p w:rsidR="007B2329" w:rsidRDefault="007B2329" w:rsidP="007B2329">
      <w:r>
        <w:t>124.6553</w:t>
      </w:r>
      <w:r>
        <w:tab/>
        <w:t>1.013e0</w:t>
      </w:r>
    </w:p>
    <w:p w:rsidR="007B2329" w:rsidRDefault="007B2329" w:rsidP="007B2329">
      <w:r>
        <w:t>124.6614</w:t>
      </w:r>
      <w:r>
        <w:tab/>
        <w:t>1.013e0</w:t>
      </w:r>
    </w:p>
    <w:p w:rsidR="007B2329" w:rsidRDefault="007B2329" w:rsidP="007B2329">
      <w:r>
        <w:t>124.6645</w:t>
      </w:r>
      <w:r>
        <w:tab/>
        <w:t>1.013e0</w:t>
      </w:r>
    </w:p>
    <w:p w:rsidR="007B2329" w:rsidRDefault="007B2329" w:rsidP="007B2329">
      <w:r>
        <w:t>124.6882</w:t>
      </w:r>
      <w:r>
        <w:tab/>
        <w:t>1.013e0</w:t>
      </w:r>
    </w:p>
    <w:p w:rsidR="007B2329" w:rsidRDefault="007B2329" w:rsidP="007B2329">
      <w:r>
        <w:t>124.6937</w:t>
      </w:r>
      <w:r>
        <w:tab/>
        <w:t>1.266e-2</w:t>
      </w:r>
    </w:p>
    <w:p w:rsidR="007B2329" w:rsidRDefault="007B2329" w:rsidP="007B2329">
      <w:r>
        <w:t>124.6968</w:t>
      </w:r>
      <w:r>
        <w:tab/>
        <w:t>3.038e0</w:t>
      </w:r>
    </w:p>
    <w:p w:rsidR="007B2329" w:rsidRDefault="007B2329" w:rsidP="007B2329">
      <w:r>
        <w:t>124.7091</w:t>
      </w:r>
      <w:r>
        <w:tab/>
        <w:t>2.025e0</w:t>
      </w:r>
    </w:p>
    <w:p w:rsidR="007B2329" w:rsidRDefault="007B2329" w:rsidP="007B2329">
      <w:r>
        <w:t>124.7211</w:t>
      </w:r>
      <w:r>
        <w:tab/>
        <w:t>3.038e0</w:t>
      </w:r>
    </w:p>
    <w:p w:rsidR="007B2329" w:rsidRDefault="007B2329" w:rsidP="007B2329">
      <w:r>
        <w:t>124.7298</w:t>
      </w:r>
      <w:r>
        <w:tab/>
        <w:t>1.025e0</w:t>
      </w:r>
    </w:p>
    <w:p w:rsidR="007B2329" w:rsidRDefault="007B2329" w:rsidP="007B2329">
      <w:r>
        <w:t>124.7444</w:t>
      </w:r>
      <w:r>
        <w:tab/>
        <w:t>1.013e0</w:t>
      </w:r>
    </w:p>
    <w:p w:rsidR="007B2329" w:rsidRDefault="007B2329" w:rsidP="007B2329">
      <w:r>
        <w:t>124.7490</w:t>
      </w:r>
      <w:r>
        <w:tab/>
        <w:t>2.025e0</w:t>
      </w:r>
    </w:p>
    <w:p w:rsidR="007B2329" w:rsidRDefault="007B2329" w:rsidP="007B2329">
      <w:r>
        <w:t>124.7505</w:t>
      </w:r>
      <w:r>
        <w:tab/>
        <w:t>5.063e0</w:t>
      </w:r>
    </w:p>
    <w:p w:rsidR="007B2329" w:rsidRDefault="007B2329" w:rsidP="007B2329">
      <w:r>
        <w:t>124.7560</w:t>
      </w:r>
      <w:r>
        <w:tab/>
        <w:t>1.266e-2</w:t>
      </w:r>
    </w:p>
    <w:p w:rsidR="007B2329" w:rsidRDefault="007B2329" w:rsidP="007B2329">
      <w:r>
        <w:t>124.7651</w:t>
      </w:r>
      <w:r>
        <w:tab/>
        <w:t>1.013e0</w:t>
      </w:r>
    </w:p>
    <w:p w:rsidR="007B2329" w:rsidRDefault="007B2329" w:rsidP="007B2329">
      <w:r>
        <w:t>124.7682</w:t>
      </w:r>
      <w:r>
        <w:tab/>
        <w:t>1.013e0</w:t>
      </w:r>
    </w:p>
    <w:p w:rsidR="007B2329" w:rsidRDefault="007B2329" w:rsidP="007B2329">
      <w:r>
        <w:t>124.7713</w:t>
      </w:r>
      <w:r>
        <w:tab/>
        <w:t>1.266e-2</w:t>
      </w:r>
    </w:p>
    <w:p w:rsidR="007B2329" w:rsidRDefault="007B2329" w:rsidP="007B2329">
      <w:r>
        <w:t>124.7768</w:t>
      </w:r>
      <w:r>
        <w:tab/>
        <w:t>1.266e-2</w:t>
      </w:r>
    </w:p>
    <w:p w:rsidR="007B2329" w:rsidRDefault="007B2329" w:rsidP="007B2329">
      <w:r>
        <w:t>124.7977</w:t>
      </w:r>
      <w:r>
        <w:tab/>
        <w:t>1.025e0</w:t>
      </w:r>
    </w:p>
    <w:p w:rsidR="007B2329" w:rsidRDefault="007B2329" w:rsidP="007B2329">
      <w:r>
        <w:lastRenderedPageBreak/>
        <w:t>124.8006</w:t>
      </w:r>
      <w:r>
        <w:tab/>
        <w:t>1.266e-2</w:t>
      </w:r>
    </w:p>
    <w:p w:rsidR="007B2329" w:rsidRDefault="007B2329" w:rsidP="007B2329">
      <w:r>
        <w:t>124.8098</w:t>
      </w:r>
      <w:r>
        <w:tab/>
        <w:t>1.013e0</w:t>
      </w:r>
    </w:p>
    <w:p w:rsidR="007B2329" w:rsidRDefault="007B2329" w:rsidP="007B2329">
      <w:r>
        <w:t>124.8186</w:t>
      </w:r>
      <w:r>
        <w:tab/>
        <w:t>1.013e0</w:t>
      </w:r>
    </w:p>
    <w:p w:rsidR="007B2329" w:rsidRDefault="007B2329" w:rsidP="007B2329">
      <w:r>
        <w:t>124.8213</w:t>
      </w:r>
      <w:r>
        <w:tab/>
        <w:t>2.025e0</w:t>
      </w:r>
    </w:p>
    <w:p w:rsidR="007B2329" w:rsidRDefault="007B2329" w:rsidP="007B2329">
      <w:r>
        <w:t>124.8244</w:t>
      </w:r>
      <w:r>
        <w:tab/>
        <w:t>1.013e0</w:t>
      </w:r>
    </w:p>
    <w:p w:rsidR="007B2329" w:rsidRDefault="007B2329" w:rsidP="007B2329">
      <w:r>
        <w:t>124.8290</w:t>
      </w:r>
      <w:r>
        <w:tab/>
        <w:t>2.025e0</w:t>
      </w:r>
    </w:p>
    <w:p w:rsidR="007B2329" w:rsidRDefault="007B2329" w:rsidP="007B2329">
      <w:r>
        <w:t>124.8452</w:t>
      </w:r>
      <w:r>
        <w:tab/>
        <w:t>1.266e-2</w:t>
      </w:r>
    </w:p>
    <w:p w:rsidR="007B2329" w:rsidRDefault="007B2329" w:rsidP="007B2329">
      <w:r>
        <w:t>124.8482</w:t>
      </w:r>
      <w:r>
        <w:tab/>
        <w:t>2.025e0</w:t>
      </w:r>
    </w:p>
    <w:p w:rsidR="007B2329" w:rsidRDefault="007B2329" w:rsidP="007B2329">
      <w:r>
        <w:t>124.8604</w:t>
      </w:r>
      <w:r>
        <w:tab/>
        <w:t>1.013e0</w:t>
      </w:r>
    </w:p>
    <w:p w:rsidR="007B2329" w:rsidRDefault="007B2329" w:rsidP="007B2329">
      <w:r>
        <w:t>124.8617</w:t>
      </w:r>
      <w:r>
        <w:tab/>
        <w:t>2.025e0</w:t>
      </w:r>
    </w:p>
    <w:p w:rsidR="007B2329" w:rsidRDefault="007B2329" w:rsidP="007B2329">
      <w:r>
        <w:t>124.8629</w:t>
      </w:r>
      <w:r>
        <w:tab/>
        <w:t>1.013e0</w:t>
      </w:r>
    </w:p>
    <w:p w:rsidR="007B2329" w:rsidRDefault="007B2329" w:rsidP="007B2329">
      <w:r>
        <w:t>124.8720</w:t>
      </w:r>
      <w:r>
        <w:tab/>
        <w:t>1.013e0</w:t>
      </w:r>
    </w:p>
    <w:p w:rsidR="007B2329" w:rsidRDefault="007B2329" w:rsidP="007B2329">
      <w:r>
        <w:t>124.8751</w:t>
      </w:r>
      <w:r>
        <w:tab/>
        <w:t>1.025e0</w:t>
      </w:r>
    </w:p>
    <w:p w:rsidR="007B2329" w:rsidRDefault="007B2329" w:rsidP="007B2329">
      <w:r>
        <w:t>124.8782</w:t>
      </w:r>
      <w:r>
        <w:tab/>
        <w:t>2.025e0</w:t>
      </w:r>
    </w:p>
    <w:p w:rsidR="007B2329" w:rsidRDefault="007B2329" w:rsidP="007B2329">
      <w:r>
        <w:t>124.8812</w:t>
      </w:r>
      <w:r>
        <w:tab/>
        <w:t>1.013e0</w:t>
      </w:r>
    </w:p>
    <w:p w:rsidR="007B2329" w:rsidRDefault="007B2329" w:rsidP="007B2329">
      <w:r>
        <w:t>124.8959</w:t>
      </w:r>
      <w:r>
        <w:tab/>
        <w:t>1.266e-2</w:t>
      </w:r>
    </w:p>
    <w:p w:rsidR="007B2329" w:rsidRDefault="007B2329" w:rsidP="007B2329">
      <w:r>
        <w:t>124.9047</w:t>
      </w:r>
      <w:r>
        <w:tab/>
        <w:t>1.013e0</w:t>
      </w:r>
    </w:p>
    <w:p w:rsidR="007B2329" w:rsidRDefault="007B2329" w:rsidP="007B2329">
      <w:r>
        <w:t>124.9105</w:t>
      </w:r>
      <w:r>
        <w:tab/>
        <w:t>1.013e0</w:t>
      </w:r>
    </w:p>
    <w:p w:rsidR="007B2329" w:rsidRDefault="007B2329" w:rsidP="007B2329">
      <w:r>
        <w:t>124.9197</w:t>
      </w:r>
      <w:r>
        <w:tab/>
        <w:t>2.025e0</w:t>
      </w:r>
    </w:p>
    <w:p w:rsidR="007B2329" w:rsidRDefault="007B2329" w:rsidP="007B2329">
      <w:r>
        <w:lastRenderedPageBreak/>
        <w:t>124.9256</w:t>
      </w:r>
      <w:r>
        <w:tab/>
        <w:t>1.266e-2</w:t>
      </w:r>
    </w:p>
    <w:p w:rsidR="007B2329" w:rsidRDefault="007B2329" w:rsidP="007B2329">
      <w:r>
        <w:t>124.9313</w:t>
      </w:r>
      <w:r>
        <w:tab/>
        <w:t>1.013e0</w:t>
      </w:r>
    </w:p>
    <w:p w:rsidR="007B2329" w:rsidRDefault="007B2329" w:rsidP="007B2329">
      <w:r>
        <w:t>124.9357</w:t>
      </w:r>
      <w:r>
        <w:tab/>
        <w:t>3.038e0</w:t>
      </w:r>
    </w:p>
    <w:p w:rsidR="007B2329" w:rsidRDefault="007B2329" w:rsidP="007B2329">
      <w:r>
        <w:t>124.9435</w:t>
      </w:r>
      <w:r>
        <w:tab/>
        <w:t>1.013e0</w:t>
      </w:r>
    </w:p>
    <w:p w:rsidR="007B2329" w:rsidRDefault="007B2329" w:rsidP="007B2329">
      <w:r>
        <w:t>124.9450</w:t>
      </w:r>
      <w:r>
        <w:tab/>
        <w:t>2.025e0</w:t>
      </w:r>
    </w:p>
    <w:p w:rsidR="007B2329" w:rsidRDefault="007B2329" w:rsidP="007B2329">
      <w:r>
        <w:t>124.9465</w:t>
      </w:r>
      <w:r>
        <w:tab/>
        <w:t>1.013e0</w:t>
      </w:r>
    </w:p>
    <w:p w:rsidR="007B2329" w:rsidRDefault="007B2329" w:rsidP="007B2329">
      <w:r>
        <w:t>124.9491</w:t>
      </w:r>
      <w:r>
        <w:tab/>
        <w:t>1.013e0</w:t>
      </w:r>
    </w:p>
    <w:p w:rsidR="007B2329" w:rsidRDefault="007B2329" w:rsidP="007B2329">
      <w:r>
        <w:t>124.9728</w:t>
      </w:r>
      <w:r>
        <w:tab/>
        <w:t>1.013e0</w:t>
      </w:r>
    </w:p>
    <w:p w:rsidR="007B2329" w:rsidRDefault="007B2329" w:rsidP="007B2329">
      <w:r>
        <w:t>124.9759</w:t>
      </w:r>
      <w:r>
        <w:tab/>
        <w:t>1.013e0</w:t>
      </w:r>
    </w:p>
    <w:p w:rsidR="007B2329" w:rsidRDefault="007B2329" w:rsidP="007B2329">
      <w:r>
        <w:t>124.9882</w:t>
      </w:r>
      <w:r>
        <w:tab/>
        <w:t>2.025e0</w:t>
      </w:r>
    </w:p>
    <w:p w:rsidR="007B2329" w:rsidRDefault="007B2329" w:rsidP="007B2329">
      <w:r>
        <w:t>124.9930</w:t>
      </w:r>
      <w:r>
        <w:tab/>
        <w:t>3.038e0</w:t>
      </w:r>
    </w:p>
    <w:p w:rsidR="007B2329" w:rsidRDefault="007B2329" w:rsidP="007B2329">
      <w:r>
        <w:t>125.0144</w:t>
      </w:r>
      <w:r>
        <w:tab/>
        <w:t>1.013e0</w:t>
      </w:r>
    </w:p>
    <w:p w:rsidR="007B2329" w:rsidRDefault="007B2329" w:rsidP="007B2329">
      <w:r>
        <w:t>125.0206</w:t>
      </w:r>
      <w:r>
        <w:tab/>
        <w:t>1.013e0</w:t>
      </w:r>
    </w:p>
    <w:p w:rsidR="007B2329" w:rsidRDefault="007B2329" w:rsidP="007B2329">
      <w:r>
        <w:t>125.0236</w:t>
      </w:r>
      <w:r>
        <w:tab/>
        <w:t>1.013e0</w:t>
      </w:r>
    </w:p>
    <w:p w:rsidR="007B2329" w:rsidRDefault="007B2329" w:rsidP="007B2329">
      <w:r>
        <w:t>125.0266</w:t>
      </w:r>
      <w:r>
        <w:tab/>
        <w:t>1.013e0</w:t>
      </w:r>
    </w:p>
    <w:p w:rsidR="007B2329" w:rsidRDefault="007B2329" w:rsidP="007B2329">
      <w:r>
        <w:t>125.0297</w:t>
      </w:r>
      <w:r>
        <w:tab/>
        <w:t>1.013e0</w:t>
      </w:r>
    </w:p>
    <w:p w:rsidR="007B2329" w:rsidRDefault="007B2329" w:rsidP="007B2329">
      <w:r>
        <w:t>125.0340</w:t>
      </w:r>
      <w:r>
        <w:tab/>
        <w:t>4.051e0</w:t>
      </w:r>
    </w:p>
    <w:p w:rsidR="007B2329" w:rsidRDefault="007B2329" w:rsidP="007B2329">
      <w:r>
        <w:t>125.0428</w:t>
      </w:r>
      <w:r>
        <w:tab/>
        <w:t>2.025e0</w:t>
      </w:r>
    </w:p>
    <w:p w:rsidR="007B2329" w:rsidRDefault="007B2329" w:rsidP="007B2329">
      <w:r>
        <w:t>125.0505</w:t>
      </w:r>
      <w:r>
        <w:tab/>
        <w:t>3.038e0</w:t>
      </w:r>
    </w:p>
    <w:p w:rsidR="007B2329" w:rsidRDefault="007B2329" w:rsidP="007B2329">
      <w:r>
        <w:lastRenderedPageBreak/>
        <w:t>125.0535</w:t>
      </w:r>
      <w:r>
        <w:tab/>
        <w:t>2.532e-2</w:t>
      </w:r>
    </w:p>
    <w:p w:rsidR="007B2329" w:rsidRDefault="007B2329" w:rsidP="007B2329">
      <w:r>
        <w:t>125.0576</w:t>
      </w:r>
      <w:r>
        <w:tab/>
        <w:t>2.025e0</w:t>
      </w:r>
    </w:p>
    <w:p w:rsidR="007B2329" w:rsidRDefault="007B2329" w:rsidP="007B2329">
      <w:r>
        <w:t>125.0652</w:t>
      </w:r>
      <w:r>
        <w:tab/>
        <w:t>2.025e0</w:t>
      </w:r>
    </w:p>
    <w:p w:rsidR="007B2329" w:rsidRDefault="007B2329" w:rsidP="007B2329">
      <w:r>
        <w:t>125.0742</w:t>
      </w:r>
      <w:r>
        <w:tab/>
        <w:t>1.076e0</w:t>
      </w:r>
    </w:p>
    <w:p w:rsidR="007B2329" w:rsidRDefault="007B2329" w:rsidP="007B2329">
      <w:r>
        <w:t>125.0758</w:t>
      </w:r>
      <w:r>
        <w:tab/>
        <w:t>2.025e0</w:t>
      </w:r>
    </w:p>
    <w:p w:rsidR="007B2329" w:rsidRDefault="007B2329" w:rsidP="007B2329">
      <w:r>
        <w:t>125.0771</w:t>
      </w:r>
      <w:r>
        <w:tab/>
        <w:t>1.266e-2</w:t>
      </w:r>
    </w:p>
    <w:p w:rsidR="007B2329" w:rsidRDefault="007B2329" w:rsidP="007B2329">
      <w:r>
        <w:t>125.0858</w:t>
      </w:r>
      <w:r>
        <w:tab/>
        <w:t>3.114e0</w:t>
      </w:r>
    </w:p>
    <w:p w:rsidR="007B2329" w:rsidRDefault="007B2329" w:rsidP="007B2329">
      <w:r>
        <w:t>125.0875</w:t>
      </w:r>
      <w:r>
        <w:tab/>
        <w:t>2.025e0</w:t>
      </w:r>
    </w:p>
    <w:p w:rsidR="007B2329" w:rsidRDefault="007B2329" w:rsidP="007B2329">
      <w:r>
        <w:t>125.0890</w:t>
      </w:r>
      <w:r>
        <w:tab/>
        <w:t>2.532e-2</w:t>
      </w:r>
    </w:p>
    <w:p w:rsidR="007B2329" w:rsidRDefault="007B2329" w:rsidP="007B2329">
      <w:r>
        <w:t>125.0920</w:t>
      </w:r>
      <w:r>
        <w:tab/>
        <w:t>3.798e-2</w:t>
      </w:r>
    </w:p>
    <w:p w:rsidR="007B2329" w:rsidRDefault="007B2329" w:rsidP="007B2329">
      <w:r>
        <w:t>125.0939</w:t>
      </w:r>
      <w:r>
        <w:tab/>
        <w:t>5.063e0</w:t>
      </w:r>
    </w:p>
    <w:p w:rsidR="007B2329" w:rsidRDefault="007B2329" w:rsidP="007B2329">
      <w:r>
        <w:t>125.1006</w:t>
      </w:r>
      <w:r>
        <w:tab/>
        <w:t>1.013e0</w:t>
      </w:r>
    </w:p>
    <w:p w:rsidR="007B2329" w:rsidRDefault="007B2329" w:rsidP="007B2329">
      <w:r>
        <w:t>125.1082</w:t>
      </w:r>
      <w:r>
        <w:tab/>
        <w:t>6.076e0</w:t>
      </w:r>
    </w:p>
    <w:p w:rsidR="007B2329" w:rsidRDefault="007B2329" w:rsidP="007B2329">
      <w:r>
        <w:t>125.1128</w:t>
      </w:r>
      <w:r>
        <w:tab/>
        <w:t>1.089e0</w:t>
      </w:r>
    </w:p>
    <w:p w:rsidR="007B2329" w:rsidRDefault="007B2329" w:rsidP="007B2329">
      <w:r>
        <w:t>125.1215</w:t>
      </w:r>
      <w:r>
        <w:tab/>
        <w:t>1.013e0</w:t>
      </w:r>
    </w:p>
    <w:p w:rsidR="007B2329" w:rsidRDefault="007B2329" w:rsidP="007B2329">
      <w:r>
        <w:t>125.1226</w:t>
      </w:r>
      <w:r>
        <w:tab/>
        <w:t>4.051e0</w:t>
      </w:r>
    </w:p>
    <w:p w:rsidR="007B2329" w:rsidRDefault="007B2329" w:rsidP="007B2329">
      <w:r>
        <w:t>125.1244</w:t>
      </w:r>
      <w:r>
        <w:tab/>
        <w:t>1.013e0</w:t>
      </w:r>
    </w:p>
    <w:p w:rsidR="007B2329" w:rsidRDefault="007B2329" w:rsidP="007B2329">
      <w:r>
        <w:t>125.1275</w:t>
      </w:r>
      <w:r>
        <w:tab/>
        <w:t>1.266e-2</w:t>
      </w:r>
    </w:p>
    <w:p w:rsidR="007B2329" w:rsidRDefault="007B2329" w:rsidP="007B2329">
      <w:r>
        <w:t>125.1314</w:t>
      </w:r>
      <w:r>
        <w:tab/>
        <w:t>3.038e0</w:t>
      </w:r>
    </w:p>
    <w:p w:rsidR="007B2329" w:rsidRDefault="007B2329" w:rsidP="007B2329">
      <w:r>
        <w:lastRenderedPageBreak/>
        <w:t>125.1336</w:t>
      </w:r>
      <w:r>
        <w:tab/>
        <w:t>1.013e0</w:t>
      </w:r>
    </w:p>
    <w:p w:rsidR="007B2329" w:rsidRDefault="007B2329" w:rsidP="007B2329">
      <w:r>
        <w:t>125.1505</w:t>
      </w:r>
      <w:r>
        <w:tab/>
        <w:t>3.038e0</w:t>
      </w:r>
    </w:p>
    <w:p w:rsidR="007B2329" w:rsidRDefault="007B2329" w:rsidP="007B2329">
      <w:r>
        <w:t>125.1560</w:t>
      </w:r>
      <w:r>
        <w:tab/>
        <w:t>2.025e0</w:t>
      </w:r>
    </w:p>
    <w:p w:rsidR="007B2329" w:rsidRDefault="007B2329" w:rsidP="007B2329">
      <w:r>
        <w:t>125.1690</w:t>
      </w:r>
      <w:r>
        <w:tab/>
        <w:t>1.013e0</w:t>
      </w:r>
    </w:p>
    <w:p w:rsidR="007B2329" w:rsidRDefault="007B2329" w:rsidP="007B2329">
      <w:r>
        <w:t>125.1722</w:t>
      </w:r>
      <w:r>
        <w:tab/>
        <w:t>1.266e-2</w:t>
      </w:r>
    </w:p>
    <w:p w:rsidR="007B2329" w:rsidRDefault="007B2329" w:rsidP="007B2329">
      <w:r>
        <w:t>125.1752</w:t>
      </w:r>
      <w:r>
        <w:tab/>
        <w:t>1.013e0</w:t>
      </w:r>
    </w:p>
    <w:p w:rsidR="007B2329" w:rsidRDefault="007B2329" w:rsidP="007B2329">
      <w:r>
        <w:t>125.1798</w:t>
      </w:r>
      <w:r>
        <w:tab/>
        <w:t>1.025e0</w:t>
      </w:r>
    </w:p>
    <w:p w:rsidR="007B2329" w:rsidRDefault="007B2329" w:rsidP="007B2329">
      <w:r>
        <w:t>125.1843</w:t>
      </w:r>
      <w:r>
        <w:tab/>
        <w:t>1.013e0</w:t>
      </w:r>
    </w:p>
    <w:p w:rsidR="007B2329" w:rsidRDefault="007B2329" w:rsidP="007B2329">
      <w:r>
        <w:t>125.1898</w:t>
      </w:r>
      <w:r>
        <w:tab/>
        <w:t>1.013e0</w:t>
      </w:r>
    </w:p>
    <w:p w:rsidR="007B2329" w:rsidRDefault="007B2329" w:rsidP="007B2329">
      <w:r>
        <w:t>125.1960</w:t>
      </w:r>
      <w:r>
        <w:tab/>
        <w:t>1.013e0</w:t>
      </w:r>
    </w:p>
    <w:p w:rsidR="007B2329" w:rsidRDefault="007B2329" w:rsidP="007B2329">
      <w:r>
        <w:t>125.2021</w:t>
      </w:r>
      <w:r>
        <w:tab/>
        <w:t>2.025e0</w:t>
      </w:r>
    </w:p>
    <w:p w:rsidR="007B2329" w:rsidRDefault="007B2329" w:rsidP="007B2329">
      <w:r>
        <w:t>125.2106</w:t>
      </w:r>
      <w:r>
        <w:tab/>
        <w:t>1.013e0</w:t>
      </w:r>
    </w:p>
    <w:p w:rsidR="007B2329" w:rsidRDefault="007B2329" w:rsidP="007B2329">
      <w:r>
        <w:t>125.2152</w:t>
      </w:r>
      <w:r>
        <w:tab/>
        <w:t>2.025e0</w:t>
      </w:r>
    </w:p>
    <w:p w:rsidR="007B2329" w:rsidRDefault="007B2329" w:rsidP="007B2329">
      <w:r>
        <w:t>125.2260</w:t>
      </w:r>
      <w:r>
        <w:tab/>
        <w:t>1.013e0</w:t>
      </w:r>
    </w:p>
    <w:p w:rsidR="007B2329" w:rsidRDefault="007B2329" w:rsidP="007B2329">
      <w:r>
        <w:t>125.2316</w:t>
      </w:r>
      <w:r>
        <w:tab/>
        <w:t>4.051e0</w:t>
      </w:r>
    </w:p>
    <w:p w:rsidR="007B2329" w:rsidRDefault="007B2329" w:rsidP="007B2329">
      <w:r>
        <w:t>125.2436</w:t>
      </w:r>
      <w:r>
        <w:tab/>
        <w:t>2.532e-2</w:t>
      </w:r>
    </w:p>
    <w:p w:rsidR="007B2329" w:rsidRDefault="007B2329" w:rsidP="007B2329">
      <w:r>
        <w:t>125.2614</w:t>
      </w:r>
      <w:r>
        <w:tab/>
        <w:t>2.025e0</w:t>
      </w:r>
    </w:p>
    <w:p w:rsidR="007B2329" w:rsidRDefault="007B2329" w:rsidP="007B2329">
      <w:r>
        <w:t>125.2766</w:t>
      </w:r>
      <w:r>
        <w:tab/>
        <w:t>4.051e0</w:t>
      </w:r>
    </w:p>
    <w:p w:rsidR="007B2329" w:rsidRDefault="007B2329" w:rsidP="007B2329">
      <w:r>
        <w:t>125.2777</w:t>
      </w:r>
      <w:r>
        <w:tab/>
        <w:t>2.025e0</w:t>
      </w:r>
    </w:p>
    <w:p w:rsidR="007B2329" w:rsidRDefault="007B2329" w:rsidP="007B2329">
      <w:r>
        <w:lastRenderedPageBreak/>
        <w:t>125.2852</w:t>
      </w:r>
      <w:r>
        <w:tab/>
        <w:t>1.013e0</w:t>
      </w:r>
    </w:p>
    <w:p w:rsidR="007B2329" w:rsidRDefault="007B2329" w:rsidP="007B2329">
      <w:r>
        <w:t>125.3060</w:t>
      </w:r>
      <w:r>
        <w:tab/>
        <w:t>2.025e0</w:t>
      </w:r>
    </w:p>
    <w:p w:rsidR="007B2329" w:rsidRDefault="007B2329" w:rsidP="007B2329">
      <w:r>
        <w:t>125.3151</w:t>
      </w:r>
      <w:r>
        <w:tab/>
        <w:t>2.025e0</w:t>
      </w:r>
    </w:p>
    <w:p w:rsidR="007B2329" w:rsidRDefault="007B2329" w:rsidP="007B2329">
      <w:r>
        <w:t>125.3269</w:t>
      </w:r>
      <w:r>
        <w:tab/>
        <w:t>2.025e0</w:t>
      </w:r>
    </w:p>
    <w:p w:rsidR="007B2329" w:rsidRDefault="007B2329" w:rsidP="007B2329">
      <w:r>
        <w:t>125.3299</w:t>
      </w:r>
      <w:r>
        <w:tab/>
        <w:t>1.013e0</w:t>
      </w:r>
    </w:p>
    <w:p w:rsidR="007B2329" w:rsidRDefault="007B2329" w:rsidP="007B2329">
      <w:r>
        <w:t>125.3345</w:t>
      </w:r>
      <w:r>
        <w:tab/>
        <w:t>3.051e0</w:t>
      </w:r>
    </w:p>
    <w:p w:rsidR="007B2329" w:rsidRDefault="007B2329" w:rsidP="007B2329">
      <w:r>
        <w:t>125.3360</w:t>
      </w:r>
      <w:r>
        <w:tab/>
        <w:t>1.013e0</w:t>
      </w:r>
    </w:p>
    <w:p w:rsidR="007B2329" w:rsidRDefault="007B2329" w:rsidP="007B2329">
      <w:r>
        <w:t>125.3538</w:t>
      </w:r>
      <w:r>
        <w:tab/>
        <w:t>2.025e0</w:t>
      </w:r>
    </w:p>
    <w:p w:rsidR="007B2329" w:rsidRDefault="007B2329" w:rsidP="007B2329">
      <w:r>
        <w:t>125.3573</w:t>
      </w:r>
      <w:r>
        <w:tab/>
        <w:t>4.051e0</w:t>
      </w:r>
    </w:p>
    <w:p w:rsidR="007B2329" w:rsidRDefault="007B2329" w:rsidP="007B2329">
      <w:r>
        <w:t>125.3638</w:t>
      </w:r>
      <w:r>
        <w:tab/>
        <w:t>2.025e0</w:t>
      </w:r>
    </w:p>
    <w:p w:rsidR="007B2329" w:rsidRDefault="007B2329" w:rsidP="007B2329">
      <w:r>
        <w:t>125.3685</w:t>
      </w:r>
      <w:r>
        <w:tab/>
        <w:t>1.266e-2</w:t>
      </w:r>
    </w:p>
    <w:p w:rsidR="007B2329" w:rsidRDefault="007B2329" w:rsidP="007B2329">
      <w:r>
        <w:t>125.3715</w:t>
      </w:r>
      <w:r>
        <w:tab/>
        <w:t>1.013e0</w:t>
      </w:r>
    </w:p>
    <w:p w:rsidR="007B2329" w:rsidRDefault="007B2329" w:rsidP="007B2329">
      <w:r>
        <w:t>125.3746</w:t>
      </w:r>
      <w:r>
        <w:tab/>
        <w:t>1.013e0</w:t>
      </w:r>
    </w:p>
    <w:p w:rsidR="007B2329" w:rsidRDefault="007B2329" w:rsidP="007B2329">
      <w:r>
        <w:t>125.3777</w:t>
      </w:r>
      <w:r>
        <w:tab/>
        <w:t>1.013e0</w:t>
      </w:r>
    </w:p>
    <w:p w:rsidR="007B2329" w:rsidRDefault="007B2329" w:rsidP="007B2329">
      <w:r>
        <w:t>125.3805</w:t>
      </w:r>
      <w:r>
        <w:tab/>
        <w:t>1.013e0</w:t>
      </w:r>
    </w:p>
    <w:p w:rsidR="007B2329" w:rsidRDefault="007B2329" w:rsidP="007B2329">
      <w:r>
        <w:t>125.3893</w:t>
      </w:r>
      <w:r>
        <w:tab/>
        <w:t>1.013e0</w:t>
      </w:r>
    </w:p>
    <w:p w:rsidR="007B2329" w:rsidRDefault="007B2329" w:rsidP="007B2329">
      <w:r>
        <w:t>125.3923</w:t>
      </w:r>
      <w:r>
        <w:tab/>
        <w:t>1.025e0</w:t>
      </w:r>
    </w:p>
    <w:p w:rsidR="007B2329" w:rsidRDefault="007B2329" w:rsidP="007B2329">
      <w:r>
        <w:t>125.3985</w:t>
      </w:r>
      <w:r>
        <w:tab/>
        <w:t>2.025e0</w:t>
      </w:r>
    </w:p>
    <w:p w:rsidR="007B2329" w:rsidRDefault="007B2329" w:rsidP="007B2329">
      <w:r>
        <w:t>125.4102</w:t>
      </w:r>
      <w:r>
        <w:tab/>
        <w:t>1.266e-2</w:t>
      </w:r>
    </w:p>
    <w:p w:rsidR="007B2329" w:rsidRDefault="007B2329" w:rsidP="007B2329">
      <w:r>
        <w:lastRenderedPageBreak/>
        <w:t>125.4162</w:t>
      </w:r>
      <w:r>
        <w:tab/>
        <w:t>1.063e0</w:t>
      </w:r>
    </w:p>
    <w:p w:rsidR="007B2329" w:rsidRDefault="007B2329" w:rsidP="007B2329">
      <w:r>
        <w:t>125.4224</w:t>
      </w:r>
      <w:r>
        <w:tab/>
        <w:t>1.025e0</w:t>
      </w:r>
    </w:p>
    <w:p w:rsidR="007B2329" w:rsidRDefault="007B2329" w:rsidP="007B2329">
      <w:r>
        <w:t>125.4278</w:t>
      </w:r>
      <w:r>
        <w:tab/>
        <w:t>1.013e0</w:t>
      </w:r>
    </w:p>
    <w:p w:rsidR="007B2329" w:rsidRDefault="007B2329" w:rsidP="007B2329">
      <w:r>
        <w:t>125.4309</w:t>
      </w:r>
      <w:r>
        <w:tab/>
        <w:t>1.266e-2</w:t>
      </w:r>
    </w:p>
    <w:p w:rsidR="007B2329" w:rsidRDefault="007B2329" w:rsidP="007B2329">
      <w:r>
        <w:t>125.4370</w:t>
      </w:r>
      <w:r>
        <w:tab/>
        <w:t>2.038e0</w:t>
      </w:r>
    </w:p>
    <w:p w:rsidR="007B2329" w:rsidRDefault="007B2329" w:rsidP="007B2329">
      <w:r>
        <w:t>125.4387</w:t>
      </w:r>
      <w:r>
        <w:tab/>
        <w:t>5.063e0</w:t>
      </w:r>
    </w:p>
    <w:p w:rsidR="007B2329" w:rsidRDefault="007B2329" w:rsidP="007B2329">
      <w:r>
        <w:t>125.4432</w:t>
      </w:r>
      <w:r>
        <w:tab/>
        <w:t>2.025e0</w:t>
      </w:r>
    </w:p>
    <w:p w:rsidR="007B2329" w:rsidRDefault="007B2329" w:rsidP="007B2329">
      <w:r>
        <w:t>125.4517</w:t>
      </w:r>
      <w:r>
        <w:tab/>
        <w:t>1.013e0</w:t>
      </w:r>
    </w:p>
    <w:p w:rsidR="007B2329" w:rsidRDefault="007B2329" w:rsidP="007B2329">
      <w:r>
        <w:t>125.4578</w:t>
      </w:r>
      <w:r>
        <w:tab/>
        <w:t>3.038e0</w:t>
      </w:r>
    </w:p>
    <w:p w:rsidR="007B2329" w:rsidRDefault="007B2329" w:rsidP="007B2329">
      <w:r>
        <w:t>125.4593</w:t>
      </w:r>
      <w:r>
        <w:tab/>
        <w:t>2.178e0</w:t>
      </w:r>
    </w:p>
    <w:p w:rsidR="007B2329" w:rsidRDefault="007B2329" w:rsidP="007B2329">
      <w:r>
        <w:t>125.4696</w:t>
      </w:r>
      <w:r>
        <w:tab/>
        <w:t>1.013e0</w:t>
      </w:r>
    </w:p>
    <w:p w:rsidR="007B2329" w:rsidRDefault="007B2329" w:rsidP="007B2329">
      <w:r>
        <w:t>125.4724</w:t>
      </w:r>
      <w:r>
        <w:tab/>
        <w:t>2.025e0</w:t>
      </w:r>
    </w:p>
    <w:p w:rsidR="007B2329" w:rsidRDefault="007B2329" w:rsidP="007B2329">
      <w:r>
        <w:t>125.4817</w:t>
      </w:r>
      <w:r>
        <w:tab/>
        <w:t>1.013e0</w:t>
      </w:r>
    </w:p>
    <w:p w:rsidR="007B2329" w:rsidRDefault="007B2329" w:rsidP="007B2329">
      <w:r>
        <w:t>125.4932</w:t>
      </w:r>
      <w:r>
        <w:tab/>
        <w:t>1.013e0</w:t>
      </w:r>
    </w:p>
    <w:p w:rsidR="007B2329" w:rsidRDefault="007B2329" w:rsidP="007B2329">
      <w:r>
        <w:t>125.4964</w:t>
      </w:r>
      <w:r>
        <w:tab/>
        <w:t>1.025e0</w:t>
      </w:r>
    </w:p>
    <w:p w:rsidR="007B2329" w:rsidRDefault="007B2329" w:rsidP="007B2329">
      <w:r>
        <w:t>125.5115</w:t>
      </w:r>
      <w:r>
        <w:tab/>
        <w:t>1.013e0</w:t>
      </w:r>
    </w:p>
    <w:p w:rsidR="007B2329" w:rsidRDefault="007B2329" w:rsidP="007B2329">
      <w:r>
        <w:t>125.5233</w:t>
      </w:r>
      <w:r>
        <w:tab/>
        <w:t>3.038e0</w:t>
      </w:r>
    </w:p>
    <w:p w:rsidR="007B2329" w:rsidRDefault="007B2329" w:rsidP="007B2329">
      <w:r>
        <w:t>125.5294</w:t>
      </w:r>
      <w:r>
        <w:tab/>
        <w:t>1.013e0</w:t>
      </w:r>
    </w:p>
    <w:p w:rsidR="007B2329" w:rsidRDefault="007B2329" w:rsidP="007B2329">
      <w:r>
        <w:t>125.5337</w:t>
      </w:r>
      <w:r>
        <w:tab/>
        <w:t>2.025e0</w:t>
      </w:r>
    </w:p>
    <w:p w:rsidR="007B2329" w:rsidRDefault="007B2329" w:rsidP="007B2329">
      <w:r>
        <w:lastRenderedPageBreak/>
        <w:t>125.5380</w:t>
      </w:r>
      <w:r>
        <w:tab/>
        <w:t>1.013e0</w:t>
      </w:r>
    </w:p>
    <w:p w:rsidR="007B2329" w:rsidRDefault="007B2329" w:rsidP="007B2329">
      <w:r>
        <w:t>125.5472</w:t>
      </w:r>
      <w:r>
        <w:tab/>
        <w:t>1.013e0</w:t>
      </w:r>
    </w:p>
    <w:p w:rsidR="007B2329" w:rsidRDefault="007B2329" w:rsidP="007B2329">
      <w:r>
        <w:t>125.5502</w:t>
      </w:r>
      <w:r>
        <w:tab/>
        <w:t>2.025e0</w:t>
      </w:r>
    </w:p>
    <w:p w:rsidR="007B2329" w:rsidRDefault="007B2329" w:rsidP="007B2329">
      <w:r>
        <w:t>125.5534</w:t>
      </w:r>
      <w:r>
        <w:tab/>
        <w:t>2.025e0</w:t>
      </w:r>
    </w:p>
    <w:p w:rsidR="007B2329" w:rsidRDefault="007B2329" w:rsidP="007B2329">
      <w:r>
        <w:t>125.5588</w:t>
      </w:r>
      <w:r>
        <w:tab/>
        <w:t>1.013e0</w:t>
      </w:r>
    </w:p>
    <w:p w:rsidR="007B2329" w:rsidRDefault="007B2329" w:rsidP="007B2329">
      <w:r>
        <w:t>125.5619</w:t>
      </w:r>
      <w:r>
        <w:tab/>
        <w:t>1.013e0</w:t>
      </w:r>
    </w:p>
    <w:p w:rsidR="007B2329" w:rsidRDefault="007B2329" w:rsidP="007B2329">
      <w:r>
        <w:t>125.5650</w:t>
      </w:r>
      <w:r>
        <w:tab/>
        <w:t>1.266e-2</w:t>
      </w:r>
    </w:p>
    <w:p w:rsidR="007B2329" w:rsidRDefault="007B2329" w:rsidP="007B2329">
      <w:r>
        <w:t>125.5711</w:t>
      </w:r>
      <w:r>
        <w:tab/>
        <w:t>2.025e0</w:t>
      </w:r>
    </w:p>
    <w:p w:rsidR="007B2329" w:rsidRDefault="007B2329" w:rsidP="007B2329">
      <w:r>
        <w:t>125.5919</w:t>
      </w:r>
      <w:r>
        <w:tab/>
        <w:t>1.013e0</w:t>
      </w:r>
    </w:p>
    <w:p w:rsidR="007B2329" w:rsidRDefault="007B2329" w:rsidP="007B2329">
      <w:r>
        <w:t>125.6006</w:t>
      </w:r>
      <w:r>
        <w:tab/>
        <w:t>1.013e0</w:t>
      </w:r>
    </w:p>
    <w:p w:rsidR="007B2329" w:rsidRDefault="007B2329" w:rsidP="007B2329">
      <w:r>
        <w:t>125.6035</w:t>
      </w:r>
      <w:r>
        <w:tab/>
        <w:t>1.013e0</w:t>
      </w:r>
    </w:p>
    <w:p w:rsidR="007B2329" w:rsidRDefault="007B2329" w:rsidP="007B2329">
      <w:r>
        <w:t>125.6097</w:t>
      </w:r>
      <w:r>
        <w:tab/>
        <w:t>1.013e0</w:t>
      </w:r>
    </w:p>
    <w:p w:rsidR="007B2329" w:rsidRDefault="007B2329" w:rsidP="007B2329">
      <w:r>
        <w:t>125.6127</w:t>
      </w:r>
      <w:r>
        <w:tab/>
        <w:t>1.266e-2</w:t>
      </w:r>
    </w:p>
    <w:p w:rsidR="007B2329" w:rsidRDefault="007B2329" w:rsidP="007B2329">
      <w:r>
        <w:t>125.6216</w:t>
      </w:r>
      <w:r>
        <w:tab/>
        <w:t>3.038e0</w:t>
      </w:r>
    </w:p>
    <w:p w:rsidR="007B2329" w:rsidRDefault="007B2329" w:rsidP="007B2329">
      <w:r>
        <w:t>125.6243</w:t>
      </w:r>
      <w:r>
        <w:tab/>
        <w:t>2.025e0</w:t>
      </w:r>
    </w:p>
    <w:p w:rsidR="007B2329" w:rsidRDefault="007B2329" w:rsidP="007B2329">
      <w:r>
        <w:t>125.6335</w:t>
      </w:r>
      <w:r>
        <w:tab/>
        <w:t>1.013e0</w:t>
      </w:r>
    </w:p>
    <w:p w:rsidR="007B2329" w:rsidRDefault="007B2329" w:rsidP="007B2329">
      <w:r>
        <w:t>125.6574</w:t>
      </w:r>
      <w:r>
        <w:tab/>
        <w:t>1.013e0</w:t>
      </w:r>
    </w:p>
    <w:p w:rsidR="007B2329" w:rsidRDefault="007B2329" w:rsidP="007B2329">
      <w:r>
        <w:t>125.6698</w:t>
      </w:r>
      <w:r>
        <w:tab/>
        <w:t>3.038e0</w:t>
      </w:r>
    </w:p>
    <w:p w:rsidR="007B2329" w:rsidRDefault="007B2329" w:rsidP="007B2329">
      <w:r>
        <w:t>125.6844</w:t>
      </w:r>
      <w:r>
        <w:tab/>
        <w:t>2.025e0</w:t>
      </w:r>
    </w:p>
    <w:p w:rsidR="007B2329" w:rsidRDefault="007B2329" w:rsidP="007B2329">
      <w:r>
        <w:lastRenderedPageBreak/>
        <w:t>125.6871</w:t>
      </w:r>
      <w:r>
        <w:tab/>
        <w:t>1.013e0</w:t>
      </w:r>
    </w:p>
    <w:p w:rsidR="007B2329" w:rsidRDefault="007B2329" w:rsidP="007B2329">
      <w:r>
        <w:t>125.6961</w:t>
      </w:r>
      <w:r>
        <w:tab/>
        <w:t>1.013e0</w:t>
      </w:r>
    </w:p>
    <w:p w:rsidR="007B2329" w:rsidRDefault="007B2329" w:rsidP="007B2329">
      <w:r>
        <w:t>125.7108</w:t>
      </w:r>
      <w:r>
        <w:tab/>
        <w:t>1.013e0</w:t>
      </w:r>
    </w:p>
    <w:p w:rsidR="007B2329" w:rsidRDefault="007B2329" w:rsidP="007B2329">
      <w:r>
        <w:t>125.7137</w:t>
      </w:r>
      <w:r>
        <w:tab/>
        <w:t>1.013e0</w:t>
      </w:r>
    </w:p>
    <w:p w:rsidR="007B2329" w:rsidRDefault="007B2329" w:rsidP="007B2329">
      <w:r>
        <w:t>125.7169</w:t>
      </w:r>
      <w:r>
        <w:tab/>
        <w:t>1.013e0</w:t>
      </w:r>
    </w:p>
    <w:p w:rsidR="007B2329" w:rsidRDefault="007B2329" w:rsidP="007B2329">
      <w:r>
        <w:t>125.7318</w:t>
      </w:r>
      <w:r>
        <w:tab/>
        <w:t>1.013e0</w:t>
      </w:r>
    </w:p>
    <w:p w:rsidR="007B2329" w:rsidRDefault="007B2329" w:rsidP="007B2329">
      <w:r>
        <w:t>125.7345</w:t>
      </w:r>
      <w:r>
        <w:tab/>
        <w:t>1.013e0</w:t>
      </w:r>
    </w:p>
    <w:p w:rsidR="007B2329" w:rsidRDefault="007B2329" w:rsidP="007B2329">
      <w:r>
        <w:t>125.7377</w:t>
      </w:r>
      <w:r>
        <w:tab/>
        <w:t>1.266e-2</w:t>
      </w:r>
    </w:p>
    <w:p w:rsidR="007B2329" w:rsidRDefault="007B2329" w:rsidP="007B2329">
      <w:r>
        <w:t>125.7421</w:t>
      </w:r>
      <w:r>
        <w:tab/>
        <w:t>2.038e0</w:t>
      </w:r>
    </w:p>
    <w:p w:rsidR="007B2329" w:rsidRDefault="007B2329" w:rsidP="007B2329">
      <w:r>
        <w:t>125.7468</w:t>
      </w:r>
      <w:r>
        <w:tab/>
        <w:t>1.025e0</w:t>
      </w:r>
    </w:p>
    <w:p w:rsidR="007B2329" w:rsidRDefault="007B2329" w:rsidP="007B2329">
      <w:r>
        <w:t>125.7555</w:t>
      </w:r>
      <w:r>
        <w:tab/>
        <w:t>2.025e0</w:t>
      </w:r>
    </w:p>
    <w:p w:rsidR="007B2329" w:rsidRDefault="007B2329" w:rsidP="007B2329">
      <w:r>
        <w:t>125.7570</w:t>
      </w:r>
      <w:r>
        <w:tab/>
        <w:t>2.025e0</w:t>
      </w:r>
    </w:p>
    <w:p w:rsidR="007B2329" w:rsidRDefault="007B2329" w:rsidP="007B2329">
      <w:r>
        <w:t>125.7646</w:t>
      </w:r>
      <w:r>
        <w:tab/>
        <w:t>1.013e0</w:t>
      </w:r>
    </w:p>
    <w:p w:rsidR="007B2329" w:rsidRDefault="007B2329" w:rsidP="007B2329">
      <w:r>
        <w:t>125.7737</w:t>
      </w:r>
      <w:r>
        <w:tab/>
        <w:t>1.266e-2</w:t>
      </w:r>
    </w:p>
    <w:p w:rsidR="007B2329" w:rsidRDefault="007B2329" w:rsidP="007B2329">
      <w:r>
        <w:t>125.7780</w:t>
      </w:r>
      <w:r>
        <w:tab/>
        <w:t>6.076e0</w:t>
      </w:r>
    </w:p>
    <w:p w:rsidR="007B2329" w:rsidRDefault="007B2329" w:rsidP="007B2329">
      <w:r>
        <w:t>125.7870</w:t>
      </w:r>
      <w:r>
        <w:tab/>
        <w:t>2.025e0</w:t>
      </w:r>
    </w:p>
    <w:p w:rsidR="007B2329" w:rsidRDefault="007B2329" w:rsidP="007B2329">
      <w:r>
        <w:t>125.8001</w:t>
      </w:r>
      <w:r>
        <w:tab/>
        <w:t>1.025e0</w:t>
      </w:r>
    </w:p>
    <w:p w:rsidR="007B2329" w:rsidRDefault="007B2329" w:rsidP="007B2329">
      <w:r>
        <w:t>125.8033</w:t>
      </w:r>
      <w:r>
        <w:tab/>
        <w:t>1.013e0</w:t>
      </w:r>
    </w:p>
    <w:p w:rsidR="007B2329" w:rsidRDefault="007B2329" w:rsidP="007B2329">
      <w:r>
        <w:t>125.8064</w:t>
      </w:r>
      <w:r>
        <w:tab/>
        <w:t>1.013e0</w:t>
      </w:r>
    </w:p>
    <w:p w:rsidR="007B2329" w:rsidRDefault="007B2329" w:rsidP="007B2329">
      <w:r>
        <w:lastRenderedPageBreak/>
        <w:t>125.8184</w:t>
      </w:r>
      <w:r>
        <w:tab/>
        <w:t>2.025e0</w:t>
      </w:r>
    </w:p>
    <w:p w:rsidR="007B2329" w:rsidRDefault="007B2329" w:rsidP="007B2329">
      <w:r>
        <w:t>125.8210</w:t>
      </w:r>
      <w:r>
        <w:tab/>
        <w:t>2.025e0</w:t>
      </w:r>
    </w:p>
    <w:p w:rsidR="007B2329" w:rsidRDefault="007B2329" w:rsidP="007B2329">
      <w:r>
        <w:t>125.8255</w:t>
      </w:r>
      <w:r>
        <w:tab/>
        <w:t>2.025e0</w:t>
      </w:r>
    </w:p>
    <w:p w:rsidR="007B2329" w:rsidRDefault="007B2329" w:rsidP="007B2329">
      <w:r>
        <w:t>125.8272</w:t>
      </w:r>
      <w:r>
        <w:tab/>
        <w:t>1.013e0</w:t>
      </w:r>
    </w:p>
    <w:p w:rsidR="007B2329" w:rsidRDefault="007B2329" w:rsidP="007B2329">
      <w:r>
        <w:t>125.8317</w:t>
      </w:r>
      <w:r>
        <w:tab/>
        <w:t>2.025e0</w:t>
      </w:r>
    </w:p>
    <w:p w:rsidR="007B2329" w:rsidRDefault="007B2329" w:rsidP="007B2329">
      <w:r>
        <w:t>125.8394</w:t>
      </w:r>
      <w:r>
        <w:tab/>
        <w:t>1.013e0</w:t>
      </w:r>
    </w:p>
    <w:p w:rsidR="007B2329" w:rsidRDefault="007B2329" w:rsidP="007B2329">
      <w:r>
        <w:t>125.8420</w:t>
      </w:r>
      <w:r>
        <w:tab/>
        <w:t>1.266e-2</w:t>
      </w:r>
    </w:p>
    <w:p w:rsidR="007B2329" w:rsidRDefault="007B2329" w:rsidP="007B2329">
      <w:r>
        <w:t>125.8449</w:t>
      </w:r>
      <w:r>
        <w:tab/>
        <w:t>2.025e0</w:t>
      </w:r>
    </w:p>
    <w:p w:rsidR="007B2329" w:rsidRDefault="007B2329" w:rsidP="007B2329">
      <w:r>
        <w:t>125.8511</w:t>
      </w:r>
      <w:r>
        <w:tab/>
        <w:t>1.266e-2</w:t>
      </w:r>
    </w:p>
    <w:p w:rsidR="007B2329" w:rsidRDefault="007B2329" w:rsidP="007B2329">
      <w:r>
        <w:t>125.8541</w:t>
      </w:r>
      <w:r>
        <w:tab/>
        <w:t>2.025e0</w:t>
      </w:r>
    </w:p>
    <w:p w:rsidR="007B2329" w:rsidRDefault="007B2329" w:rsidP="007B2329">
      <w:r>
        <w:t>125.8557</w:t>
      </w:r>
      <w:r>
        <w:tab/>
        <w:t>2.025e0</w:t>
      </w:r>
    </w:p>
    <w:p w:rsidR="007B2329" w:rsidRDefault="007B2329" w:rsidP="007B2329">
      <w:r>
        <w:t>125.8630</w:t>
      </w:r>
      <w:r>
        <w:tab/>
        <w:t>1.013e0</w:t>
      </w:r>
    </w:p>
    <w:p w:rsidR="007B2329" w:rsidRDefault="007B2329" w:rsidP="007B2329">
      <w:r>
        <w:t>125.8867</w:t>
      </w:r>
      <w:r>
        <w:tab/>
        <w:t>1.013e0</w:t>
      </w:r>
    </w:p>
    <w:p w:rsidR="007B2329" w:rsidRDefault="007B2329" w:rsidP="007B2329">
      <w:r>
        <w:t>125.8928</w:t>
      </w:r>
      <w:r>
        <w:tab/>
        <w:t>1.013e0</w:t>
      </w:r>
    </w:p>
    <w:p w:rsidR="007B2329" w:rsidRDefault="007B2329" w:rsidP="007B2329">
      <w:r>
        <w:t>125.8958</w:t>
      </w:r>
      <w:r>
        <w:tab/>
        <w:t>1.013e0</w:t>
      </w:r>
    </w:p>
    <w:p w:rsidR="007B2329" w:rsidRDefault="007B2329" w:rsidP="007B2329">
      <w:r>
        <w:t>125.9136</w:t>
      </w:r>
      <w:r>
        <w:tab/>
        <w:t>3.038e0</w:t>
      </w:r>
    </w:p>
    <w:p w:rsidR="007B2329" w:rsidRDefault="007B2329" w:rsidP="007B2329">
      <w:r>
        <w:t>125.9287</w:t>
      </w:r>
      <w:r>
        <w:tab/>
        <w:t>2.532e-2</w:t>
      </w:r>
    </w:p>
    <w:p w:rsidR="007B2329" w:rsidRDefault="007B2329" w:rsidP="007B2329">
      <w:r>
        <w:t>125.9344</w:t>
      </w:r>
      <w:r>
        <w:tab/>
        <w:t>1.013e0</w:t>
      </w:r>
    </w:p>
    <w:p w:rsidR="007B2329" w:rsidRDefault="007B2329" w:rsidP="007B2329">
      <w:r>
        <w:t>125.9375</w:t>
      </w:r>
      <w:r>
        <w:tab/>
        <w:t>1.013e0</w:t>
      </w:r>
    </w:p>
    <w:p w:rsidR="007B2329" w:rsidRDefault="007B2329" w:rsidP="007B2329">
      <w:r>
        <w:lastRenderedPageBreak/>
        <w:t>125.9405</w:t>
      </w:r>
      <w:r>
        <w:tab/>
        <w:t>1.013e0</w:t>
      </w:r>
    </w:p>
    <w:p w:rsidR="007B2329" w:rsidRDefault="007B2329" w:rsidP="007B2329">
      <w:r>
        <w:t>125.9498</w:t>
      </w:r>
      <w:r>
        <w:tab/>
        <w:t>1.013e0</w:t>
      </w:r>
    </w:p>
    <w:p w:rsidR="007B2329" w:rsidRDefault="007B2329" w:rsidP="007B2329">
      <w:r>
        <w:t>125.9583</w:t>
      </w:r>
      <w:r>
        <w:tab/>
        <w:t>4.051e0</w:t>
      </w:r>
    </w:p>
    <w:p w:rsidR="007B2329" w:rsidRDefault="007B2329" w:rsidP="007B2329">
      <w:r>
        <w:t>125.9661</w:t>
      </w:r>
      <w:r>
        <w:tab/>
        <w:t>3.038e0</w:t>
      </w:r>
    </w:p>
    <w:p w:rsidR="007B2329" w:rsidRDefault="007B2329" w:rsidP="007B2329">
      <w:r>
        <w:t>125.9676</w:t>
      </w:r>
      <w:r>
        <w:tab/>
        <w:t>1.013e0</w:t>
      </w:r>
    </w:p>
    <w:p w:rsidR="007B2329" w:rsidRDefault="007B2329" w:rsidP="007B2329">
      <w:r>
        <w:t>125.9737</w:t>
      </w:r>
      <w:r>
        <w:tab/>
        <w:t>4.051e0</w:t>
      </w:r>
    </w:p>
    <w:p w:rsidR="007B2329" w:rsidRDefault="007B2329" w:rsidP="007B2329">
      <w:r>
        <w:t>125.9791</w:t>
      </w:r>
      <w:r>
        <w:tab/>
        <w:t>2.025e0</w:t>
      </w:r>
    </w:p>
    <w:p w:rsidR="007B2329" w:rsidRDefault="007B2329" w:rsidP="007B2329">
      <w:r>
        <w:t>125.9853</w:t>
      </w:r>
      <w:r>
        <w:tab/>
        <w:t>1.013e0</w:t>
      </w:r>
    </w:p>
    <w:p w:rsidR="007B2329" w:rsidRDefault="007B2329" w:rsidP="007B2329">
      <w:r>
        <w:t>125.9914</w:t>
      </w:r>
      <w:r>
        <w:tab/>
        <w:t>2.025e0</w:t>
      </w:r>
    </w:p>
    <w:p w:rsidR="007B2329" w:rsidRDefault="007B2329" w:rsidP="007B2329">
      <w:r>
        <w:t>125.9957</w:t>
      </w:r>
      <w:r>
        <w:tab/>
        <w:t>2.025e0</w:t>
      </w:r>
    </w:p>
    <w:p w:rsidR="007B2329" w:rsidRDefault="007B2329" w:rsidP="007B2329">
      <w:r>
        <w:t>125.9971</w:t>
      </w:r>
      <w:r>
        <w:tab/>
        <w:t>1.013e0</w:t>
      </w:r>
    </w:p>
    <w:p w:rsidR="007B2329" w:rsidRDefault="007B2329" w:rsidP="007B2329">
      <w:r>
        <w:t>126.0031</w:t>
      </w:r>
      <w:r>
        <w:tab/>
        <w:t>1.013e0</w:t>
      </w:r>
    </w:p>
    <w:p w:rsidR="007B2329" w:rsidRDefault="007B2329" w:rsidP="007B2329">
      <w:r>
        <w:t>126.0061</w:t>
      </w:r>
      <w:r>
        <w:tab/>
        <w:t>1.266e-2</w:t>
      </w:r>
    </w:p>
    <w:p w:rsidR="007B2329" w:rsidRDefault="007B2329" w:rsidP="007B2329">
      <w:r>
        <w:t>126.0208</w:t>
      </w:r>
      <w:r>
        <w:tab/>
        <w:t>1.013e0</w:t>
      </w:r>
    </w:p>
    <w:p w:rsidR="007B2329" w:rsidRDefault="007B2329" w:rsidP="007B2329">
      <w:r>
        <w:t>126.0285</w:t>
      </w:r>
      <w:r>
        <w:tab/>
        <w:t>2.025e0</w:t>
      </w:r>
    </w:p>
    <w:p w:rsidR="007B2329" w:rsidRDefault="007B2329" w:rsidP="007B2329">
      <w:r>
        <w:t>126.0346</w:t>
      </w:r>
      <w:r>
        <w:tab/>
        <w:t>2.025e0</w:t>
      </w:r>
    </w:p>
    <w:p w:rsidR="007B2329" w:rsidRDefault="007B2329" w:rsidP="007B2329">
      <w:r>
        <w:t>126.0363</w:t>
      </w:r>
      <w:r>
        <w:tab/>
        <w:t>1.266e-2</w:t>
      </w:r>
    </w:p>
    <w:p w:rsidR="007B2329" w:rsidRDefault="007B2329" w:rsidP="007B2329">
      <w:r>
        <w:t>126.0391</w:t>
      </w:r>
      <w:r>
        <w:tab/>
        <w:t>1.266e-2</w:t>
      </w:r>
    </w:p>
    <w:p w:rsidR="007B2329" w:rsidRDefault="007B2329" w:rsidP="007B2329">
      <w:r>
        <w:t>126.0453</w:t>
      </w:r>
      <w:r>
        <w:tab/>
        <w:t>3.051e0</w:t>
      </w:r>
    </w:p>
    <w:p w:rsidR="007B2329" w:rsidRDefault="007B2329" w:rsidP="007B2329">
      <w:r>
        <w:lastRenderedPageBreak/>
        <w:t>126.0484</w:t>
      </w:r>
      <w:r>
        <w:tab/>
        <w:t>2.908e-1</w:t>
      </w:r>
    </w:p>
    <w:p w:rsidR="007B2329" w:rsidRDefault="007B2329" w:rsidP="007B2329">
      <w:r>
        <w:t>126.0540</w:t>
      </w:r>
      <w:r>
        <w:tab/>
        <w:t>5.063e0</w:t>
      </w:r>
    </w:p>
    <w:p w:rsidR="007B2329" w:rsidRDefault="007B2329" w:rsidP="007B2329">
      <w:r>
        <w:t>126.0580</w:t>
      </w:r>
      <w:r>
        <w:tab/>
        <w:t>5.886e0</w:t>
      </w:r>
    </w:p>
    <w:p w:rsidR="007B2329" w:rsidRDefault="007B2329" w:rsidP="007B2329">
      <w:r>
        <w:t>126.0628</w:t>
      </w:r>
      <w:r>
        <w:tab/>
        <w:t>2.532e-2</w:t>
      </w:r>
    </w:p>
    <w:p w:rsidR="007B2329" w:rsidRDefault="007B2329" w:rsidP="007B2329">
      <w:r>
        <w:t>126.0665</w:t>
      </w:r>
      <w:r>
        <w:tab/>
        <w:t>6.076e0</w:t>
      </w:r>
    </w:p>
    <w:p w:rsidR="007B2329" w:rsidRDefault="007B2329" w:rsidP="007B2329">
      <w:r>
        <w:t>126.0688</w:t>
      </w:r>
      <w:r>
        <w:tab/>
        <w:t>2.051e0</w:t>
      </w:r>
    </w:p>
    <w:p w:rsidR="007B2329" w:rsidRDefault="007B2329" w:rsidP="007B2329">
      <w:r>
        <w:t>126.0838</w:t>
      </w:r>
      <w:r>
        <w:tab/>
        <w:t>3.038e0</w:t>
      </w:r>
    </w:p>
    <w:p w:rsidR="007B2329" w:rsidRDefault="007B2329" w:rsidP="007B2329">
      <w:r>
        <w:t>126.0870</w:t>
      </w:r>
      <w:r>
        <w:tab/>
        <w:t>3.076e0</w:t>
      </w:r>
    </w:p>
    <w:p w:rsidR="007B2329" w:rsidRDefault="007B2329" w:rsidP="007B2329">
      <w:r>
        <w:t>126.0887</w:t>
      </w:r>
      <w:r>
        <w:tab/>
        <w:t>3.038e0</w:t>
      </w:r>
    </w:p>
    <w:p w:rsidR="007B2329" w:rsidRDefault="007B2329" w:rsidP="007B2329">
      <w:r>
        <w:t>126.0957</w:t>
      </w:r>
      <w:r>
        <w:tab/>
        <w:t>2.532e-2</w:t>
      </w:r>
    </w:p>
    <w:p w:rsidR="007B2329" w:rsidRDefault="007B2329" w:rsidP="007B2329">
      <w:r>
        <w:t>126.0972</w:t>
      </w:r>
      <w:r>
        <w:tab/>
        <w:t>4.051e0</w:t>
      </w:r>
    </w:p>
    <w:p w:rsidR="007B2329" w:rsidRDefault="007B2329" w:rsidP="007B2329">
      <w:r>
        <w:t>126.1003</w:t>
      </w:r>
      <w:r>
        <w:tab/>
        <w:t>1.025e0</w:t>
      </w:r>
    </w:p>
    <w:p w:rsidR="007B2329" w:rsidRDefault="007B2329" w:rsidP="007B2329">
      <w:r>
        <w:t>126.1033</w:t>
      </w:r>
      <w:r>
        <w:tab/>
        <w:t>2.025e0</w:t>
      </w:r>
    </w:p>
    <w:p w:rsidR="007B2329" w:rsidRDefault="007B2329" w:rsidP="007B2329">
      <w:r>
        <w:t>126.1048</w:t>
      </w:r>
      <w:r>
        <w:tab/>
        <w:t>1.013e0</w:t>
      </w:r>
    </w:p>
    <w:p w:rsidR="007B2329" w:rsidRDefault="007B2329" w:rsidP="007B2329">
      <w:r>
        <w:t>126.1076</w:t>
      </w:r>
      <w:r>
        <w:tab/>
        <w:t>4.051e0</w:t>
      </w:r>
    </w:p>
    <w:p w:rsidR="007B2329" w:rsidRDefault="007B2329" w:rsidP="007B2329">
      <w:r>
        <w:t>126.1258</w:t>
      </w:r>
      <w:r>
        <w:tab/>
        <w:t>1.013e0</w:t>
      </w:r>
    </w:p>
    <w:p w:rsidR="007B2329" w:rsidRDefault="007B2329" w:rsidP="007B2329">
      <w:r>
        <w:t>126.1344</w:t>
      </w:r>
      <w:r>
        <w:tab/>
        <w:t>1.013e0</w:t>
      </w:r>
    </w:p>
    <w:p w:rsidR="007B2329" w:rsidRDefault="007B2329" w:rsidP="007B2329">
      <w:r>
        <w:t>126.1583</w:t>
      </w:r>
      <w:r>
        <w:tab/>
        <w:t>1.013e0</w:t>
      </w:r>
    </w:p>
    <w:p w:rsidR="007B2329" w:rsidRDefault="007B2329" w:rsidP="007B2329">
      <w:r>
        <w:t>126.1644</w:t>
      </w:r>
      <w:r>
        <w:tab/>
        <w:t>1.013e0</w:t>
      </w:r>
    </w:p>
    <w:p w:rsidR="007B2329" w:rsidRDefault="007B2329" w:rsidP="007B2329">
      <w:r>
        <w:lastRenderedPageBreak/>
        <w:t>126.1659</w:t>
      </w:r>
      <w:r>
        <w:tab/>
        <w:t>2.025e0</w:t>
      </w:r>
    </w:p>
    <w:p w:rsidR="007B2329" w:rsidRDefault="007B2329" w:rsidP="007B2329">
      <w:r>
        <w:t>126.1732</w:t>
      </w:r>
      <w:r>
        <w:tab/>
        <w:t>1.013e0</w:t>
      </w:r>
    </w:p>
    <w:p w:rsidR="007B2329" w:rsidRDefault="007B2329" w:rsidP="007B2329">
      <w:r>
        <w:t>126.1760</w:t>
      </w:r>
      <w:r>
        <w:tab/>
        <w:t>1.013e0</w:t>
      </w:r>
    </w:p>
    <w:p w:rsidR="007B2329" w:rsidRDefault="007B2329" w:rsidP="007B2329">
      <w:r>
        <w:t>126.1822</w:t>
      </w:r>
      <w:r>
        <w:tab/>
        <w:t>1.013e0</w:t>
      </w:r>
    </w:p>
    <w:p w:rsidR="007B2329" w:rsidRDefault="007B2329" w:rsidP="007B2329">
      <w:r>
        <w:t>126.1883</w:t>
      </w:r>
      <w:r>
        <w:tab/>
        <w:t>1.013e0</w:t>
      </w:r>
    </w:p>
    <w:p w:rsidR="007B2329" w:rsidRDefault="007B2329" w:rsidP="007B2329">
      <w:r>
        <w:t>126.1985</w:t>
      </w:r>
      <w:r>
        <w:tab/>
        <w:t>2.025e0</w:t>
      </w:r>
    </w:p>
    <w:p w:rsidR="007B2329" w:rsidRDefault="007B2329" w:rsidP="007B2329">
      <w:r>
        <w:t>126.2031</w:t>
      </w:r>
      <w:r>
        <w:tab/>
        <w:t>1.013e0</w:t>
      </w:r>
    </w:p>
    <w:p w:rsidR="007B2329" w:rsidRDefault="007B2329" w:rsidP="007B2329">
      <w:r>
        <w:t>126.2076</w:t>
      </w:r>
      <w:r>
        <w:tab/>
        <w:t>2.025e0</w:t>
      </w:r>
    </w:p>
    <w:p w:rsidR="007B2329" w:rsidRDefault="007B2329" w:rsidP="007B2329">
      <w:r>
        <w:t>126.2166</w:t>
      </w:r>
      <w:r>
        <w:tab/>
        <w:t>2.025e0</w:t>
      </w:r>
    </w:p>
    <w:p w:rsidR="007B2329" w:rsidRDefault="007B2329" w:rsidP="007B2329">
      <w:r>
        <w:t>126.2270</w:t>
      </w:r>
      <w:r>
        <w:tab/>
        <w:t>1.266e-2</w:t>
      </w:r>
    </w:p>
    <w:p w:rsidR="007B2329" w:rsidRDefault="007B2329" w:rsidP="007B2329">
      <w:r>
        <w:t>126.2316</w:t>
      </w:r>
      <w:r>
        <w:tab/>
        <w:t>1.025e0</w:t>
      </w:r>
    </w:p>
    <w:p w:rsidR="007B2329" w:rsidRDefault="007B2329" w:rsidP="007B2329">
      <w:r>
        <w:t>126.2331</w:t>
      </w:r>
      <w:r>
        <w:tab/>
        <w:t>3.038e0</w:t>
      </w:r>
    </w:p>
    <w:p w:rsidR="007B2329" w:rsidRDefault="007B2329" w:rsidP="007B2329">
      <w:r>
        <w:t>126.2448</w:t>
      </w:r>
      <w:r>
        <w:tab/>
        <w:t>1.013e0</w:t>
      </w:r>
    </w:p>
    <w:p w:rsidR="007B2329" w:rsidRDefault="007B2329" w:rsidP="007B2329">
      <w:r>
        <w:t>126.2509</w:t>
      </w:r>
      <w:r>
        <w:tab/>
        <w:t>1.013e0</w:t>
      </w:r>
    </w:p>
    <w:p w:rsidR="007B2329" w:rsidRDefault="007B2329" w:rsidP="007B2329">
      <w:r>
        <w:t>126.2540</w:t>
      </w:r>
      <w:r>
        <w:tab/>
        <w:t>1.013e0</w:t>
      </w:r>
    </w:p>
    <w:p w:rsidR="007B2329" w:rsidRDefault="007B2329" w:rsidP="007B2329">
      <w:r>
        <w:t>126.2601</w:t>
      </w:r>
      <w:r>
        <w:tab/>
        <w:t>1.025e0</w:t>
      </w:r>
    </w:p>
    <w:p w:rsidR="007B2329" w:rsidRDefault="007B2329" w:rsidP="007B2329">
      <w:r>
        <w:t>126.2794</w:t>
      </w:r>
      <w:r>
        <w:tab/>
        <w:t>2.025e0</w:t>
      </w:r>
    </w:p>
    <w:p w:rsidR="007B2329" w:rsidRDefault="007B2329" w:rsidP="007B2329">
      <w:r>
        <w:t>126.2871</w:t>
      </w:r>
      <w:r>
        <w:tab/>
        <w:t>4.051e0</w:t>
      </w:r>
    </w:p>
    <w:p w:rsidR="007B2329" w:rsidRDefault="007B2329" w:rsidP="007B2329">
      <w:r>
        <w:t>126.2896</w:t>
      </w:r>
      <w:r>
        <w:tab/>
        <w:t>1.266e-2</w:t>
      </w:r>
    </w:p>
    <w:p w:rsidR="007B2329" w:rsidRDefault="007B2329" w:rsidP="007B2329">
      <w:r>
        <w:lastRenderedPageBreak/>
        <w:t>126.3104</w:t>
      </w:r>
      <w:r>
        <w:tab/>
        <w:t>1.013e0</w:t>
      </w:r>
    </w:p>
    <w:p w:rsidR="007B2329" w:rsidRDefault="007B2329" w:rsidP="007B2329">
      <w:r>
        <w:t>126.3135</w:t>
      </w:r>
      <w:r>
        <w:tab/>
        <w:t>1.025e0</w:t>
      </w:r>
    </w:p>
    <w:p w:rsidR="007B2329" w:rsidRDefault="007B2329" w:rsidP="007B2329">
      <w:r>
        <w:t>126.3212</w:t>
      </w:r>
      <w:r>
        <w:tab/>
        <w:t>2.025e0</w:t>
      </w:r>
    </w:p>
    <w:p w:rsidR="007B2329" w:rsidRDefault="007B2329" w:rsidP="007B2329">
      <w:r>
        <w:t>126.3228</w:t>
      </w:r>
      <w:r>
        <w:tab/>
        <w:t>1.013e0</w:t>
      </w:r>
    </w:p>
    <w:p w:rsidR="007B2329" w:rsidRDefault="007B2329" w:rsidP="007B2329">
      <w:r>
        <w:t>126.3313</w:t>
      </w:r>
      <w:r>
        <w:tab/>
        <w:t>1.013e0</w:t>
      </w:r>
    </w:p>
    <w:p w:rsidR="007B2329" w:rsidRDefault="007B2329" w:rsidP="007B2329">
      <w:r>
        <w:t>126.3436</w:t>
      </w:r>
      <w:r>
        <w:tab/>
        <w:t>1.013e0</w:t>
      </w:r>
    </w:p>
    <w:p w:rsidR="007B2329" w:rsidRDefault="007B2329" w:rsidP="007B2329">
      <w:r>
        <w:t>126.3482</w:t>
      </w:r>
      <w:r>
        <w:tab/>
        <w:t>1.025e0</w:t>
      </w:r>
    </w:p>
    <w:p w:rsidR="007B2329" w:rsidRDefault="007B2329" w:rsidP="007B2329">
      <w:r>
        <w:t>126.3614</w:t>
      </w:r>
      <w:r>
        <w:tab/>
        <w:t>1.013e0</w:t>
      </w:r>
    </w:p>
    <w:p w:rsidR="007B2329" w:rsidRDefault="007B2329" w:rsidP="007B2329">
      <w:r>
        <w:t>126.3645</w:t>
      </w:r>
      <w:r>
        <w:tab/>
        <w:t>1.013e0</w:t>
      </w:r>
    </w:p>
    <w:p w:rsidR="007B2329" w:rsidRDefault="007B2329" w:rsidP="007B2329">
      <w:r>
        <w:t>126.3675</w:t>
      </w:r>
      <w:r>
        <w:tab/>
        <w:t>1.013e0</w:t>
      </w:r>
    </w:p>
    <w:p w:rsidR="007B2329" w:rsidRDefault="007B2329" w:rsidP="007B2329">
      <w:r>
        <w:t>126.3823</w:t>
      </w:r>
      <w:r>
        <w:tab/>
        <w:t>1.013e0</w:t>
      </w:r>
    </w:p>
    <w:p w:rsidR="007B2329" w:rsidRDefault="007B2329" w:rsidP="007B2329">
      <w:r>
        <w:t>126.3884</w:t>
      </w:r>
      <w:r>
        <w:tab/>
        <w:t>2.025e0</w:t>
      </w:r>
    </w:p>
    <w:p w:rsidR="007B2329" w:rsidRDefault="007B2329" w:rsidP="007B2329">
      <w:r>
        <w:t>126.4001</w:t>
      </w:r>
      <w:r>
        <w:tab/>
        <w:t>1.013e0</w:t>
      </w:r>
    </w:p>
    <w:p w:rsidR="007B2329" w:rsidRDefault="007B2329" w:rsidP="007B2329">
      <w:r>
        <w:t>126.4047</w:t>
      </w:r>
      <w:r>
        <w:tab/>
        <w:t>1.025e0</w:t>
      </w:r>
    </w:p>
    <w:p w:rsidR="007B2329" w:rsidRDefault="007B2329" w:rsidP="007B2329">
      <w:r>
        <w:t>126.4197</w:t>
      </w:r>
      <w:r>
        <w:tab/>
        <w:t>1.025e0</w:t>
      </w:r>
    </w:p>
    <w:p w:rsidR="007B2329" w:rsidRDefault="007B2329" w:rsidP="007B2329">
      <w:r>
        <w:t>126.4364</w:t>
      </w:r>
      <w:r>
        <w:tab/>
        <w:t>1.013e0</w:t>
      </w:r>
    </w:p>
    <w:p w:rsidR="007B2329" w:rsidRDefault="007B2329" w:rsidP="007B2329">
      <w:r>
        <w:t>126.4449</w:t>
      </w:r>
      <w:r>
        <w:tab/>
        <w:t>1.013e0</w:t>
      </w:r>
    </w:p>
    <w:p w:rsidR="007B2329" w:rsidRDefault="007B2329" w:rsidP="007B2329">
      <w:r>
        <w:t>126.4480</w:t>
      </w:r>
      <w:r>
        <w:tab/>
        <w:t>1.266e-2</w:t>
      </w:r>
    </w:p>
    <w:p w:rsidR="007B2329" w:rsidRDefault="007B2329" w:rsidP="007B2329">
      <w:r>
        <w:t>126.4572</w:t>
      </w:r>
      <w:r>
        <w:tab/>
        <w:t>2.025e0</w:t>
      </w:r>
    </w:p>
    <w:p w:rsidR="007B2329" w:rsidRDefault="007B2329" w:rsidP="007B2329">
      <w:r>
        <w:lastRenderedPageBreak/>
        <w:t>126.4603</w:t>
      </w:r>
      <w:r>
        <w:tab/>
        <w:t>2.025e0</w:t>
      </w:r>
    </w:p>
    <w:p w:rsidR="007B2329" w:rsidRDefault="007B2329" w:rsidP="007B2329">
      <w:r>
        <w:t>126.4629</w:t>
      </w:r>
      <w:r>
        <w:tab/>
        <w:t>2.025e0</w:t>
      </w:r>
    </w:p>
    <w:p w:rsidR="007B2329" w:rsidRDefault="007B2329" w:rsidP="007B2329">
      <w:r>
        <w:t>126.4781</w:t>
      </w:r>
      <w:r>
        <w:tab/>
        <w:t>3.038e0</w:t>
      </w:r>
    </w:p>
    <w:p w:rsidR="007B2329" w:rsidRDefault="007B2329" w:rsidP="007B2329">
      <w:r>
        <w:t>126.4812</w:t>
      </w:r>
      <w:r>
        <w:tab/>
        <w:t>1.266e-2</w:t>
      </w:r>
    </w:p>
    <w:p w:rsidR="007B2329" w:rsidRDefault="007B2329" w:rsidP="007B2329">
      <w:r>
        <w:t>126.4876</w:t>
      </w:r>
      <w:r>
        <w:tab/>
        <w:t>3.038e0</w:t>
      </w:r>
    </w:p>
    <w:p w:rsidR="007B2329" w:rsidRDefault="007B2329" w:rsidP="007B2329">
      <w:r>
        <w:t>126.4898</w:t>
      </w:r>
      <w:r>
        <w:tab/>
        <w:t>1.013e0</w:t>
      </w:r>
    </w:p>
    <w:p w:rsidR="007B2329" w:rsidRDefault="007B2329" w:rsidP="007B2329">
      <w:r>
        <w:t>126.4959</w:t>
      </w:r>
      <w:r>
        <w:tab/>
        <w:t>1.013e0</w:t>
      </w:r>
    </w:p>
    <w:p w:rsidR="007B2329" w:rsidRDefault="007B2329" w:rsidP="007B2329">
      <w:r>
        <w:t>126.4975</w:t>
      </w:r>
      <w:r>
        <w:tab/>
        <w:t>2.025e0</w:t>
      </w:r>
    </w:p>
    <w:p w:rsidR="007B2329" w:rsidRDefault="007B2329" w:rsidP="007B2329">
      <w:r>
        <w:t>126.5137</w:t>
      </w:r>
      <w:r>
        <w:tab/>
        <w:t>1.013e0</w:t>
      </w:r>
    </w:p>
    <w:p w:rsidR="007B2329" w:rsidRDefault="007B2329" w:rsidP="007B2329">
      <w:r>
        <w:t>126.5199</w:t>
      </w:r>
      <w:r>
        <w:tab/>
        <w:t>1.266e-2</w:t>
      </w:r>
    </w:p>
    <w:p w:rsidR="007B2329" w:rsidRDefault="007B2329" w:rsidP="007B2329">
      <w:r>
        <w:t>126.5214</w:t>
      </w:r>
      <w:r>
        <w:tab/>
        <w:t>2.025e0</w:t>
      </w:r>
    </w:p>
    <w:p w:rsidR="007B2329" w:rsidRDefault="007B2329" w:rsidP="007B2329">
      <w:r>
        <w:t>126.5229</w:t>
      </w:r>
      <w:r>
        <w:tab/>
        <w:t>1.013e0</w:t>
      </w:r>
    </w:p>
    <w:p w:rsidR="007B2329" w:rsidRDefault="007B2329" w:rsidP="007B2329">
      <w:r>
        <w:t>126.5261</w:t>
      </w:r>
      <w:r>
        <w:tab/>
        <w:t>1.266e-2</w:t>
      </w:r>
    </w:p>
    <w:p w:rsidR="007B2329" w:rsidRDefault="007B2329" w:rsidP="007B2329">
      <w:r>
        <w:t>126.5361</w:t>
      </w:r>
      <w:r>
        <w:tab/>
        <w:t>2.025e0</w:t>
      </w:r>
    </w:p>
    <w:p w:rsidR="007B2329" w:rsidRDefault="007B2329" w:rsidP="007B2329">
      <w:r>
        <w:t>126.5377</w:t>
      </w:r>
      <w:r>
        <w:tab/>
        <w:t>1.013e0</w:t>
      </w:r>
    </w:p>
    <w:p w:rsidR="007B2329" w:rsidRDefault="007B2329" w:rsidP="007B2329">
      <w:r>
        <w:t>126.5499</w:t>
      </w:r>
      <w:r>
        <w:tab/>
        <w:t>1.013e0</w:t>
      </w:r>
    </w:p>
    <w:p w:rsidR="007B2329" w:rsidRDefault="007B2329" w:rsidP="007B2329">
      <w:r>
        <w:t>126.5586</w:t>
      </w:r>
      <w:r>
        <w:tab/>
        <w:t>1.013e0</w:t>
      </w:r>
    </w:p>
    <w:p w:rsidR="007B2329" w:rsidRDefault="007B2329" w:rsidP="007B2329">
      <w:r>
        <w:t>126.5647</w:t>
      </w:r>
      <w:r>
        <w:tab/>
        <w:t>1.013e0</w:t>
      </w:r>
    </w:p>
    <w:p w:rsidR="007B2329" w:rsidRDefault="007B2329" w:rsidP="007B2329">
      <w:r>
        <w:t>126.5763</w:t>
      </w:r>
      <w:r>
        <w:tab/>
        <w:t>1.266e-2</w:t>
      </w:r>
    </w:p>
    <w:p w:rsidR="007B2329" w:rsidRDefault="007B2329" w:rsidP="007B2329">
      <w:r>
        <w:lastRenderedPageBreak/>
        <w:t>126.5795</w:t>
      </w:r>
      <w:r>
        <w:tab/>
        <w:t>2.025e0</w:t>
      </w:r>
    </w:p>
    <w:p w:rsidR="007B2329" w:rsidRDefault="007B2329" w:rsidP="007B2329">
      <w:r>
        <w:t>126.5948</w:t>
      </w:r>
      <w:r>
        <w:tab/>
        <w:t>1.013e0</w:t>
      </w:r>
    </w:p>
    <w:p w:rsidR="007B2329" w:rsidRDefault="007B2329" w:rsidP="007B2329">
      <w:r>
        <w:t>126.6003</w:t>
      </w:r>
      <w:r>
        <w:tab/>
        <w:t>1.013e0</w:t>
      </w:r>
    </w:p>
    <w:p w:rsidR="007B2329" w:rsidRDefault="007B2329" w:rsidP="007B2329">
      <w:r>
        <w:t>126.6050</w:t>
      </w:r>
      <w:r>
        <w:tab/>
        <w:t>2.025e0</w:t>
      </w:r>
    </w:p>
    <w:p w:rsidR="007B2329" w:rsidRDefault="007B2329" w:rsidP="007B2329">
      <w:r>
        <w:t>126.6126</w:t>
      </w:r>
      <w:r>
        <w:tab/>
        <w:t>1.013e0</w:t>
      </w:r>
    </w:p>
    <w:p w:rsidR="007B2329" w:rsidRDefault="007B2329" w:rsidP="007B2329">
      <w:r>
        <w:t>126.6158</w:t>
      </w:r>
      <w:r>
        <w:tab/>
        <w:t>1.013e0</w:t>
      </w:r>
    </w:p>
    <w:p w:rsidR="007B2329" w:rsidRDefault="007B2329" w:rsidP="007B2329">
      <w:r>
        <w:t>126.6170</w:t>
      </w:r>
      <w:r>
        <w:tab/>
        <w:t>2.025e0</w:t>
      </w:r>
    </w:p>
    <w:p w:rsidR="007B2329" w:rsidRDefault="007B2329" w:rsidP="007B2329">
      <w:r>
        <w:t>126.6212</w:t>
      </w:r>
      <w:r>
        <w:tab/>
        <w:t>1.013e0</w:t>
      </w:r>
    </w:p>
    <w:p w:rsidR="007B2329" w:rsidRDefault="007B2329" w:rsidP="007B2329">
      <w:r>
        <w:t>126.6243</w:t>
      </w:r>
      <w:r>
        <w:tab/>
        <w:t>1.013e0</w:t>
      </w:r>
    </w:p>
    <w:p w:rsidR="007B2329" w:rsidRDefault="007B2329" w:rsidP="007B2329">
      <w:r>
        <w:t>126.6366</w:t>
      </w:r>
      <w:r>
        <w:tab/>
        <w:t>1.025e0</w:t>
      </w:r>
    </w:p>
    <w:p w:rsidR="007B2329" w:rsidRDefault="007B2329" w:rsidP="007B2329">
      <w:r>
        <w:t>126.6397</w:t>
      </w:r>
      <w:r>
        <w:tab/>
        <w:t>1.013e0</w:t>
      </w:r>
    </w:p>
    <w:p w:rsidR="007B2329" w:rsidRDefault="007B2329" w:rsidP="007B2329">
      <w:r>
        <w:t>126.6452</w:t>
      </w:r>
      <w:r>
        <w:tab/>
        <w:t>2.025e0</w:t>
      </w:r>
    </w:p>
    <w:p w:rsidR="007B2329" w:rsidRDefault="007B2329" w:rsidP="007B2329">
      <w:r>
        <w:t>126.6483</w:t>
      </w:r>
      <w:r>
        <w:tab/>
        <w:t>1.266e-2</w:t>
      </w:r>
    </w:p>
    <w:p w:rsidR="007B2329" w:rsidRDefault="007B2329" w:rsidP="007B2329">
      <w:r>
        <w:t>126.6514</w:t>
      </w:r>
      <w:r>
        <w:tab/>
        <w:t>1.013e0</w:t>
      </w:r>
    </w:p>
    <w:p w:rsidR="007B2329" w:rsidRDefault="007B2329" w:rsidP="007B2329">
      <w:r>
        <w:t>126.6607</w:t>
      </w:r>
      <w:r>
        <w:tab/>
        <w:t>1.013e0</w:t>
      </w:r>
    </w:p>
    <w:p w:rsidR="007B2329" w:rsidRDefault="007B2329" w:rsidP="007B2329">
      <w:r>
        <w:t>126.6661</w:t>
      </w:r>
      <w:r>
        <w:tab/>
        <w:t>1.013e0</w:t>
      </w:r>
    </w:p>
    <w:p w:rsidR="007B2329" w:rsidRDefault="007B2329" w:rsidP="007B2329">
      <w:r>
        <w:t>126.6815</w:t>
      </w:r>
      <w:r>
        <w:tab/>
        <w:t>2.025e0</w:t>
      </w:r>
    </w:p>
    <w:p w:rsidR="007B2329" w:rsidRDefault="007B2329" w:rsidP="007B2329">
      <w:r>
        <w:t>126.6886</w:t>
      </w:r>
      <w:r>
        <w:tab/>
        <w:t>2.025e0</w:t>
      </w:r>
    </w:p>
    <w:p w:rsidR="007B2329" w:rsidRDefault="007B2329" w:rsidP="007B2329">
      <w:r>
        <w:t>126.6900</w:t>
      </w:r>
      <w:r>
        <w:tab/>
        <w:t>1.013e0</w:t>
      </w:r>
    </w:p>
    <w:p w:rsidR="007B2329" w:rsidRDefault="007B2329" w:rsidP="007B2329">
      <w:r>
        <w:lastRenderedPageBreak/>
        <w:t>126.6932</w:t>
      </w:r>
      <w:r>
        <w:tab/>
        <w:t>1.266e-2</w:t>
      </w:r>
    </w:p>
    <w:p w:rsidR="007B2329" w:rsidRDefault="007B2329" w:rsidP="007B2329">
      <w:r>
        <w:t>126.6947</w:t>
      </w:r>
      <w:r>
        <w:tab/>
        <w:t>2.025e0</w:t>
      </w:r>
    </w:p>
    <w:p w:rsidR="007B2329" w:rsidRDefault="007B2329" w:rsidP="007B2329">
      <w:r>
        <w:t>126.6962</w:t>
      </w:r>
      <w:r>
        <w:tab/>
        <w:t>1.266e-2</w:t>
      </w:r>
    </w:p>
    <w:p w:rsidR="007B2329" w:rsidRDefault="007B2329" w:rsidP="007B2329">
      <w:r>
        <w:t>126.7016</w:t>
      </w:r>
      <w:r>
        <w:tab/>
        <w:t>3.038e0</w:t>
      </w:r>
    </w:p>
    <w:p w:rsidR="007B2329" w:rsidRDefault="007B2329" w:rsidP="007B2329">
      <w:r>
        <w:t>126.7055</w:t>
      </w:r>
      <w:r>
        <w:tab/>
        <w:t>1.013e0</w:t>
      </w:r>
    </w:p>
    <w:p w:rsidR="007B2329" w:rsidRDefault="007B2329" w:rsidP="007B2329">
      <w:r>
        <w:t>126.7083</w:t>
      </w:r>
      <w:r>
        <w:tab/>
        <w:t>1.266e-2</w:t>
      </w:r>
    </w:p>
    <w:p w:rsidR="007B2329" w:rsidRDefault="007B2329" w:rsidP="007B2329">
      <w:r>
        <w:t>126.7110</w:t>
      </w:r>
      <w:r>
        <w:tab/>
        <w:t>1.013e0</w:t>
      </w:r>
    </w:p>
    <w:p w:rsidR="007B2329" w:rsidRDefault="007B2329" w:rsidP="007B2329">
      <w:r>
        <w:t>126.7171</w:t>
      </w:r>
      <w:r>
        <w:tab/>
        <w:t>1.013e0</w:t>
      </w:r>
    </w:p>
    <w:p w:rsidR="007B2329" w:rsidRDefault="007B2329" w:rsidP="007B2329">
      <w:r>
        <w:t>126.7364</w:t>
      </w:r>
      <w:r>
        <w:tab/>
        <w:t>2.025e0</w:t>
      </w:r>
    </w:p>
    <w:p w:rsidR="007B2329" w:rsidRDefault="007B2329" w:rsidP="007B2329">
      <w:r>
        <w:t>126.7380</w:t>
      </w:r>
      <w:r>
        <w:tab/>
        <w:t>1.013e0</w:t>
      </w:r>
    </w:p>
    <w:p w:rsidR="007B2329" w:rsidRDefault="007B2329" w:rsidP="007B2329">
      <w:r>
        <w:t>126.7441</w:t>
      </w:r>
      <w:r>
        <w:tab/>
        <w:t>1.013e0</w:t>
      </w:r>
    </w:p>
    <w:p w:rsidR="007B2329" w:rsidRDefault="007B2329" w:rsidP="007B2329">
      <w:r>
        <w:t>126.7489</w:t>
      </w:r>
      <w:r>
        <w:tab/>
        <w:t>2.025e0</w:t>
      </w:r>
    </w:p>
    <w:p w:rsidR="007B2329" w:rsidRDefault="007B2329" w:rsidP="007B2329">
      <w:r>
        <w:t>126.7559</w:t>
      </w:r>
      <w:r>
        <w:tab/>
        <w:t>2.025e0</w:t>
      </w:r>
    </w:p>
    <w:p w:rsidR="007B2329" w:rsidRDefault="007B2329" w:rsidP="007B2329">
      <w:r>
        <w:t>126.7743</w:t>
      </w:r>
      <w:r>
        <w:tab/>
        <w:t>1.266e-2</w:t>
      </w:r>
    </w:p>
    <w:p w:rsidR="007B2329" w:rsidRDefault="007B2329" w:rsidP="007B2329">
      <w:r>
        <w:t>126.7798</w:t>
      </w:r>
      <w:r>
        <w:tab/>
        <w:t>3.038e0</w:t>
      </w:r>
    </w:p>
    <w:p w:rsidR="007B2329" w:rsidRDefault="007B2329" w:rsidP="007B2329">
      <w:r>
        <w:t>126.7891</w:t>
      </w:r>
      <w:r>
        <w:tab/>
        <w:t>2.025e0</w:t>
      </w:r>
    </w:p>
    <w:p w:rsidR="007B2329" w:rsidRDefault="007B2329" w:rsidP="007B2329">
      <w:r>
        <w:t>126.7939</w:t>
      </w:r>
      <w:r>
        <w:tab/>
        <w:t>3.038e0</w:t>
      </w:r>
    </w:p>
    <w:p w:rsidR="007B2329" w:rsidRDefault="007B2329" w:rsidP="007B2329">
      <w:r>
        <w:t>126.8007</w:t>
      </w:r>
      <w:r>
        <w:tab/>
        <w:t>1.013e0</w:t>
      </w:r>
    </w:p>
    <w:p w:rsidR="007B2329" w:rsidRDefault="007B2329" w:rsidP="007B2329">
      <w:r>
        <w:t>126.8054</w:t>
      </w:r>
      <w:r>
        <w:tab/>
        <w:t>2.025e0</w:t>
      </w:r>
    </w:p>
    <w:p w:rsidR="007B2329" w:rsidRDefault="007B2329" w:rsidP="007B2329">
      <w:r>
        <w:lastRenderedPageBreak/>
        <w:t>126.8069</w:t>
      </w:r>
      <w:r>
        <w:tab/>
        <w:t>2.025e0</w:t>
      </w:r>
    </w:p>
    <w:p w:rsidR="007B2329" w:rsidRDefault="007B2329" w:rsidP="007B2329">
      <w:r>
        <w:t>126.8131</w:t>
      </w:r>
      <w:r>
        <w:tab/>
        <w:t>1.013e0</w:t>
      </w:r>
    </w:p>
    <w:p w:rsidR="007B2329" w:rsidRDefault="007B2329" w:rsidP="007B2329">
      <w:r>
        <w:t>126.8579</w:t>
      </w:r>
      <w:r>
        <w:tab/>
        <w:t>1.013e0</w:t>
      </w:r>
    </w:p>
    <w:p w:rsidR="007B2329" w:rsidRDefault="007B2329" w:rsidP="007B2329">
      <w:r>
        <w:t>126.8610</w:t>
      </w:r>
      <w:r>
        <w:tab/>
        <w:t>2.025e0</w:t>
      </w:r>
    </w:p>
    <w:p w:rsidR="007B2329" w:rsidRDefault="007B2329" w:rsidP="007B2329">
      <w:r>
        <w:t>126.8642</w:t>
      </w:r>
      <w:r>
        <w:tab/>
        <w:t>1.013e0</w:t>
      </w:r>
    </w:p>
    <w:p w:rsidR="007B2329" w:rsidRDefault="007B2329" w:rsidP="007B2329">
      <w:r>
        <w:t>126.8668</w:t>
      </w:r>
      <w:r>
        <w:tab/>
        <w:t>1.013e0</w:t>
      </w:r>
    </w:p>
    <w:p w:rsidR="007B2329" w:rsidRDefault="007B2329" w:rsidP="007B2329">
      <w:r>
        <w:t>126.8758</w:t>
      </w:r>
      <w:r>
        <w:tab/>
        <w:t>1.013e0</w:t>
      </w:r>
    </w:p>
    <w:p w:rsidR="007B2329" w:rsidRDefault="007B2329" w:rsidP="007B2329">
      <w:r>
        <w:t>126.8788</w:t>
      </w:r>
      <w:r>
        <w:tab/>
        <w:t>1.013e0</w:t>
      </w:r>
    </w:p>
    <w:p w:rsidR="007B2329" w:rsidRDefault="007B2329" w:rsidP="007B2329">
      <w:r>
        <w:t>126.8804</w:t>
      </w:r>
      <w:r>
        <w:tab/>
        <w:t>2.025e0</w:t>
      </w:r>
    </w:p>
    <w:p w:rsidR="007B2329" w:rsidRDefault="007B2329" w:rsidP="007B2329">
      <w:r>
        <w:t>126.8936</w:t>
      </w:r>
      <w:r>
        <w:tab/>
        <w:t>2.025e0</w:t>
      </w:r>
    </w:p>
    <w:p w:rsidR="007B2329" w:rsidRDefault="007B2329" w:rsidP="007B2329">
      <w:r>
        <w:t>126.9117</w:t>
      </w:r>
      <w:r>
        <w:tab/>
        <w:t>1.013e0</w:t>
      </w:r>
    </w:p>
    <w:p w:rsidR="007B2329" w:rsidRDefault="007B2329" w:rsidP="007B2329">
      <w:r>
        <w:t>126.9145</w:t>
      </w:r>
      <w:r>
        <w:tab/>
        <w:t>1.013e0</w:t>
      </w:r>
    </w:p>
    <w:p w:rsidR="007B2329" w:rsidRDefault="007B2329" w:rsidP="007B2329">
      <w:r>
        <w:t>126.9207</w:t>
      </w:r>
      <w:r>
        <w:tab/>
        <w:t>1.013e0</w:t>
      </w:r>
    </w:p>
    <w:p w:rsidR="007B2329" w:rsidRDefault="007B2329" w:rsidP="007B2329">
      <w:r>
        <w:t>126.9238</w:t>
      </w:r>
      <w:r>
        <w:tab/>
        <w:t>1.013e0</w:t>
      </w:r>
    </w:p>
    <w:p w:rsidR="007B2329" w:rsidRDefault="007B2329" w:rsidP="007B2329">
      <w:r>
        <w:t>126.9283</w:t>
      </w:r>
      <w:r>
        <w:tab/>
        <w:t>2.025e0</w:t>
      </w:r>
    </w:p>
    <w:p w:rsidR="007B2329" w:rsidRDefault="007B2329" w:rsidP="007B2329">
      <w:r>
        <w:t>126.9314</w:t>
      </w:r>
      <w:r>
        <w:tab/>
        <w:t>2.025e0</w:t>
      </w:r>
    </w:p>
    <w:p w:rsidR="007B2329" w:rsidRDefault="007B2329" w:rsidP="007B2329">
      <w:r>
        <w:t>126.9385</w:t>
      </w:r>
      <w:r>
        <w:tab/>
        <w:t>1.013e0</w:t>
      </w:r>
    </w:p>
    <w:p w:rsidR="007B2329" w:rsidRDefault="007B2329" w:rsidP="007B2329">
      <w:r>
        <w:t>126.9477</w:t>
      </w:r>
      <w:r>
        <w:tab/>
        <w:t>1.266e-2</w:t>
      </w:r>
    </w:p>
    <w:p w:rsidR="007B2329" w:rsidRDefault="007B2329" w:rsidP="007B2329">
      <w:r>
        <w:t>126.9508</w:t>
      </w:r>
      <w:r>
        <w:tab/>
        <w:t>2.532e-2</w:t>
      </w:r>
    </w:p>
    <w:p w:rsidR="007B2329" w:rsidRDefault="007B2329" w:rsidP="007B2329">
      <w:r>
        <w:lastRenderedPageBreak/>
        <w:t>126.9567</w:t>
      </w:r>
      <w:r>
        <w:tab/>
        <w:t>1.013e0</w:t>
      </w:r>
    </w:p>
    <w:p w:rsidR="007B2329" w:rsidRDefault="007B2329" w:rsidP="007B2329">
      <w:r>
        <w:t>126.9609</w:t>
      </w:r>
      <w:r>
        <w:tab/>
        <w:t>2.025e0</w:t>
      </w:r>
    </w:p>
    <w:p w:rsidR="007B2329" w:rsidRDefault="007B2329" w:rsidP="007B2329">
      <w:r>
        <w:t>126.9625</w:t>
      </w:r>
      <w:r>
        <w:tab/>
        <w:t>1.013e0</w:t>
      </w:r>
    </w:p>
    <w:p w:rsidR="007B2329" w:rsidRDefault="007B2329" w:rsidP="007B2329">
      <w:r>
        <w:t>126.9687</w:t>
      </w:r>
      <w:r>
        <w:tab/>
        <w:t>1.013e0</w:t>
      </w:r>
    </w:p>
    <w:p w:rsidR="007B2329" w:rsidRDefault="007B2329" w:rsidP="007B2329">
      <w:r>
        <w:t>126.9779</w:t>
      </w:r>
      <w:r>
        <w:tab/>
        <w:t>1.013e0</w:t>
      </w:r>
    </w:p>
    <w:p w:rsidR="007B2329" w:rsidRDefault="007B2329" w:rsidP="007B2329">
      <w:r>
        <w:t>126.9805</w:t>
      </w:r>
      <w:r>
        <w:tab/>
        <w:t>1.013e0</w:t>
      </w:r>
    </w:p>
    <w:p w:rsidR="007B2329" w:rsidRDefault="007B2329" w:rsidP="007B2329">
      <w:r>
        <w:t>126.9896</w:t>
      </w:r>
      <w:r>
        <w:tab/>
        <w:t>1.013e0</w:t>
      </w:r>
    </w:p>
    <w:p w:rsidR="007B2329" w:rsidRDefault="007B2329" w:rsidP="007B2329">
      <w:r>
        <w:t>126.9926</w:t>
      </w:r>
      <w:r>
        <w:tab/>
        <w:t>1.013e0</w:t>
      </w:r>
    </w:p>
    <w:p w:rsidR="007B2329" w:rsidRDefault="007B2329" w:rsidP="007B2329">
      <w:r>
        <w:t>126.9957</w:t>
      </w:r>
      <w:r>
        <w:tab/>
        <w:t>2.038e0</w:t>
      </w:r>
    </w:p>
    <w:p w:rsidR="007B2329" w:rsidRDefault="007B2329" w:rsidP="007B2329">
      <w:r>
        <w:t>126.9988</w:t>
      </w:r>
      <w:r>
        <w:tab/>
        <w:t>1.013e0</w:t>
      </w:r>
    </w:p>
    <w:p w:rsidR="007B2329" w:rsidRDefault="007B2329" w:rsidP="007B2329">
      <w:r>
        <w:t>127.0089</w:t>
      </w:r>
      <w:r>
        <w:tab/>
        <w:t>2.025e0</w:t>
      </w:r>
    </w:p>
    <w:p w:rsidR="007B2329" w:rsidRDefault="007B2329" w:rsidP="007B2329">
      <w:r>
        <w:t>127.0106</w:t>
      </w:r>
      <w:r>
        <w:tab/>
        <w:t>1.266e-2</w:t>
      </w:r>
    </w:p>
    <w:p w:rsidR="007B2329" w:rsidRDefault="007B2329" w:rsidP="007B2329">
      <w:r>
        <w:t>127.0198</w:t>
      </w:r>
      <w:r>
        <w:tab/>
        <w:t>2.025e0</w:t>
      </w:r>
    </w:p>
    <w:p w:rsidR="007B2329" w:rsidRDefault="007B2329" w:rsidP="007B2329">
      <w:r>
        <w:t>127.0228</w:t>
      </w:r>
      <w:r>
        <w:tab/>
        <w:t>2.025e0</w:t>
      </w:r>
    </w:p>
    <w:p w:rsidR="007B2329" w:rsidRDefault="007B2329" w:rsidP="007B2329">
      <w:r>
        <w:t>127.0252</w:t>
      </w:r>
      <w:r>
        <w:tab/>
        <w:t>5.063e0</w:t>
      </w:r>
    </w:p>
    <w:p w:rsidR="007B2329" w:rsidRDefault="007B2329" w:rsidP="007B2329">
      <w:r>
        <w:t>127.0303</w:t>
      </w:r>
      <w:r>
        <w:tab/>
        <w:t>4.051e0</w:t>
      </w:r>
    </w:p>
    <w:p w:rsidR="007B2329" w:rsidRDefault="007B2329" w:rsidP="007B2329">
      <w:r>
        <w:t>127.0314</w:t>
      </w:r>
      <w:r>
        <w:tab/>
        <w:t>3.038e0</w:t>
      </w:r>
    </w:p>
    <w:p w:rsidR="007B2329" w:rsidRDefault="007B2329" w:rsidP="007B2329">
      <w:r>
        <w:t>127.0333</w:t>
      </w:r>
      <w:r>
        <w:tab/>
        <w:t>7.089e0</w:t>
      </w:r>
    </w:p>
    <w:p w:rsidR="007B2329" w:rsidRDefault="007B2329" w:rsidP="007B2329">
      <w:r>
        <w:t>127.0460</w:t>
      </w:r>
      <w:r>
        <w:tab/>
        <w:t>2.588e0</w:t>
      </w:r>
    </w:p>
    <w:p w:rsidR="007B2329" w:rsidRDefault="007B2329" w:rsidP="007B2329">
      <w:r>
        <w:lastRenderedPageBreak/>
        <w:t>127.0479</w:t>
      </w:r>
      <w:r>
        <w:tab/>
        <w:t>2.025e0</w:t>
      </w:r>
    </w:p>
    <w:p w:rsidR="007B2329" w:rsidRDefault="007B2329" w:rsidP="007B2329">
      <w:r>
        <w:t>127.0555</w:t>
      </w:r>
      <w:r>
        <w:tab/>
        <w:t>2.025e0</w:t>
      </w:r>
    </w:p>
    <w:p w:rsidR="007B2329" w:rsidRDefault="007B2329" w:rsidP="007B2329">
      <w:r>
        <w:t>127.0585</w:t>
      </w:r>
      <w:r>
        <w:tab/>
        <w:t>2.025e0</w:t>
      </w:r>
    </w:p>
    <w:p w:rsidR="007B2329" w:rsidRDefault="007B2329" w:rsidP="007B2329">
      <w:r>
        <w:t>127.0615</w:t>
      </w:r>
      <w:r>
        <w:tab/>
        <w:t>1.266e-2</w:t>
      </w:r>
    </w:p>
    <w:p w:rsidR="007B2329" w:rsidRDefault="007B2329" w:rsidP="007B2329">
      <w:r>
        <w:t>127.0809</w:t>
      </w:r>
      <w:r>
        <w:tab/>
        <w:t>3.051e0</w:t>
      </w:r>
    </w:p>
    <w:p w:rsidR="007B2329" w:rsidRDefault="007B2329" w:rsidP="007B2329">
      <w:r>
        <w:t>127.0844</w:t>
      </w:r>
      <w:r>
        <w:tab/>
        <w:t>5.063e0</w:t>
      </w:r>
    </w:p>
    <w:p w:rsidR="007B2329" w:rsidRDefault="007B2329" w:rsidP="007B2329">
      <w:r>
        <w:t>127.0856</w:t>
      </w:r>
      <w:r>
        <w:tab/>
        <w:t>1.266e-2</w:t>
      </w:r>
    </w:p>
    <w:p w:rsidR="007B2329" w:rsidRDefault="007B2329" w:rsidP="007B2329">
      <w:r>
        <w:t>127.0900</w:t>
      </w:r>
      <w:r>
        <w:tab/>
        <w:t>7.101e0</w:t>
      </w:r>
    </w:p>
    <w:p w:rsidR="007B2329" w:rsidRDefault="007B2329" w:rsidP="007B2329">
      <w:r>
        <w:t>127.0915</w:t>
      </w:r>
      <w:r>
        <w:tab/>
        <w:t>3.063e0</w:t>
      </w:r>
    </w:p>
    <w:p w:rsidR="007B2329" w:rsidRDefault="007B2329" w:rsidP="007B2329">
      <w:r>
        <w:t>127.1127</w:t>
      </w:r>
      <w:r>
        <w:tab/>
        <w:t>2.025e0</w:t>
      </w:r>
    </w:p>
    <w:p w:rsidR="007B2329" w:rsidRDefault="007B2329" w:rsidP="007B2329">
      <w:r>
        <w:t>127.1154</w:t>
      </w:r>
      <w:r>
        <w:tab/>
        <w:t>2.025e0</w:t>
      </w:r>
    </w:p>
    <w:p w:rsidR="007B2329" w:rsidRDefault="007B2329" w:rsidP="007B2329">
      <w:r>
        <w:t>127.1182</w:t>
      </w:r>
      <w:r>
        <w:tab/>
        <w:t>1.013e0</w:t>
      </w:r>
    </w:p>
    <w:p w:rsidR="007B2329" w:rsidRDefault="007B2329" w:rsidP="007B2329">
      <w:r>
        <w:t>127.1212</w:t>
      </w:r>
      <w:r>
        <w:tab/>
        <w:t>4.051e0</w:t>
      </w:r>
    </w:p>
    <w:p w:rsidR="007B2329" w:rsidRDefault="007B2329" w:rsidP="007B2329">
      <w:r>
        <w:t>127.1337</w:t>
      </w:r>
      <w:r>
        <w:tab/>
        <w:t>2.025e0</w:t>
      </w:r>
    </w:p>
    <w:p w:rsidR="007B2329" w:rsidRDefault="007B2329" w:rsidP="007B2329">
      <w:r>
        <w:t>127.1366</w:t>
      </w:r>
      <w:r>
        <w:tab/>
        <w:t>4.051e0</w:t>
      </w:r>
    </w:p>
    <w:p w:rsidR="007B2329" w:rsidRDefault="007B2329" w:rsidP="007B2329">
      <w:r>
        <w:t>127.1514</w:t>
      </w:r>
      <w:r>
        <w:tab/>
        <w:t>1.266e-2</w:t>
      </w:r>
    </w:p>
    <w:p w:rsidR="007B2329" w:rsidRDefault="007B2329" w:rsidP="007B2329">
      <w:r>
        <w:t>127.1605</w:t>
      </w:r>
      <w:r>
        <w:tab/>
        <w:t>1.013e0</w:t>
      </w:r>
    </w:p>
    <w:p w:rsidR="007B2329" w:rsidRDefault="007B2329" w:rsidP="007B2329">
      <w:r>
        <w:t>127.1647</w:t>
      </w:r>
      <w:r>
        <w:tab/>
        <w:t>2.025e0</w:t>
      </w:r>
    </w:p>
    <w:p w:rsidR="007B2329" w:rsidRDefault="007B2329" w:rsidP="007B2329">
      <w:r>
        <w:t>127.1786</w:t>
      </w:r>
      <w:r>
        <w:tab/>
        <w:t>1.013e0</w:t>
      </w:r>
    </w:p>
    <w:p w:rsidR="007B2329" w:rsidRDefault="007B2329" w:rsidP="007B2329">
      <w:r>
        <w:lastRenderedPageBreak/>
        <w:t>127.1799</w:t>
      </w:r>
      <w:r>
        <w:tab/>
        <w:t>4.051e0</w:t>
      </w:r>
    </w:p>
    <w:p w:rsidR="007B2329" w:rsidRDefault="007B2329" w:rsidP="007B2329">
      <w:r>
        <w:t>127.1828</w:t>
      </w:r>
      <w:r>
        <w:tab/>
        <w:t>2.025e0</w:t>
      </w:r>
    </w:p>
    <w:p w:rsidR="007B2329" w:rsidRDefault="007B2329" w:rsidP="007B2329">
      <w:r>
        <w:t>127.1995</w:t>
      </w:r>
      <w:r>
        <w:tab/>
        <w:t>1.013e0</w:t>
      </w:r>
    </w:p>
    <w:p w:rsidR="007B2329" w:rsidRDefault="007B2329" w:rsidP="007B2329">
      <w:r>
        <w:t>127.2112</w:t>
      </w:r>
      <w:r>
        <w:tab/>
        <w:t>1.013e0</w:t>
      </w:r>
    </w:p>
    <w:p w:rsidR="007B2329" w:rsidRDefault="007B2329" w:rsidP="007B2329">
      <w:r>
        <w:t>127.2173</w:t>
      </w:r>
      <w:r>
        <w:tab/>
        <w:t>2.025e0</w:t>
      </w:r>
    </w:p>
    <w:p w:rsidR="007B2329" w:rsidRDefault="007B2329" w:rsidP="007B2329">
      <w:r>
        <w:t>127.2251</w:t>
      </w:r>
      <w:r>
        <w:tab/>
        <w:t>1.025e0</w:t>
      </w:r>
    </w:p>
    <w:p w:rsidR="007B2329" w:rsidRDefault="007B2329" w:rsidP="007B2329">
      <w:r>
        <w:t>127.2267</w:t>
      </w:r>
      <w:r>
        <w:tab/>
        <w:t>1.013e0</w:t>
      </w:r>
    </w:p>
    <w:p w:rsidR="007B2329" w:rsidRDefault="007B2329" w:rsidP="007B2329">
      <w:r>
        <w:t>127.2444</w:t>
      </w:r>
      <w:r>
        <w:tab/>
        <w:t>1.266e-2</w:t>
      </w:r>
    </w:p>
    <w:p w:rsidR="007B2329" w:rsidRDefault="007B2329" w:rsidP="007B2329">
      <w:r>
        <w:t>127.2592</w:t>
      </w:r>
      <w:r>
        <w:tab/>
        <w:t>1.013e0</w:t>
      </w:r>
    </w:p>
    <w:p w:rsidR="007B2329" w:rsidRDefault="007B2329" w:rsidP="007B2329">
      <w:r>
        <w:t>127.2607</w:t>
      </w:r>
      <w:r>
        <w:tab/>
        <w:t>2.025e0</w:t>
      </w:r>
    </w:p>
    <w:p w:rsidR="007B2329" w:rsidRDefault="007B2329" w:rsidP="007B2329">
      <w:r>
        <w:t>127.2744</w:t>
      </w:r>
      <w:r>
        <w:tab/>
        <w:t>1.013e0</w:t>
      </w:r>
    </w:p>
    <w:p w:rsidR="007B2329" w:rsidRDefault="007B2329" w:rsidP="007B2329">
      <w:r>
        <w:t>127.2757</w:t>
      </w:r>
      <w:r>
        <w:tab/>
        <w:t>2.025e0</w:t>
      </w:r>
    </w:p>
    <w:p w:rsidR="007B2329" w:rsidRDefault="007B2329" w:rsidP="007B2329">
      <w:r>
        <w:t>127.2770</w:t>
      </w:r>
      <w:r>
        <w:tab/>
        <w:t>1.013e0</w:t>
      </w:r>
    </w:p>
    <w:p w:rsidR="007B2329" w:rsidRDefault="007B2329" w:rsidP="007B2329">
      <w:r>
        <w:t>127.2832</w:t>
      </w:r>
      <w:r>
        <w:tab/>
        <w:t>2.025e0</w:t>
      </w:r>
    </w:p>
    <w:p w:rsidR="007B2329" w:rsidRDefault="007B2329" w:rsidP="007B2329">
      <w:r>
        <w:t>127.2894</w:t>
      </w:r>
      <w:r>
        <w:tab/>
        <w:t>1.013e0</w:t>
      </w:r>
    </w:p>
    <w:p w:rsidR="007B2329" w:rsidRDefault="007B2329" w:rsidP="007B2329">
      <w:r>
        <w:t>127.3042</w:t>
      </w:r>
      <w:r>
        <w:tab/>
        <w:t>1.013e0</w:t>
      </w:r>
    </w:p>
    <w:p w:rsidR="007B2329" w:rsidRDefault="007B2329" w:rsidP="007B2329">
      <w:r>
        <w:t>127.3134</w:t>
      </w:r>
      <w:r>
        <w:tab/>
        <w:t>1.013e0</w:t>
      </w:r>
    </w:p>
    <w:p w:rsidR="007B2329" w:rsidRDefault="007B2329" w:rsidP="007B2329">
      <w:r>
        <w:t>127.3251</w:t>
      </w:r>
      <w:r>
        <w:tab/>
        <w:t>1.013e0</w:t>
      </w:r>
    </w:p>
    <w:p w:rsidR="007B2329" w:rsidRDefault="007B2329" w:rsidP="007B2329">
      <w:r>
        <w:t>127.3282</w:t>
      </w:r>
      <w:r>
        <w:tab/>
        <w:t>1.013e0</w:t>
      </w:r>
    </w:p>
    <w:p w:rsidR="007B2329" w:rsidRDefault="007B2329" w:rsidP="007B2329">
      <w:r>
        <w:lastRenderedPageBreak/>
        <w:t>127.3374</w:t>
      </w:r>
      <w:r>
        <w:tab/>
        <w:t>1.013e0</w:t>
      </w:r>
    </w:p>
    <w:p w:rsidR="007B2329" w:rsidRDefault="007B2329" w:rsidP="007B2329">
      <w:r>
        <w:t>127.3389</w:t>
      </w:r>
      <w:r>
        <w:tab/>
        <w:t>2.025e0</w:t>
      </w:r>
    </w:p>
    <w:p w:rsidR="007B2329" w:rsidRDefault="007B2329" w:rsidP="007B2329">
      <w:r>
        <w:t>127.3522</w:t>
      </w:r>
      <w:r>
        <w:tab/>
        <w:t>1.013e0</w:t>
      </w:r>
    </w:p>
    <w:p w:rsidR="007B2329" w:rsidRDefault="007B2329" w:rsidP="007B2329">
      <w:r>
        <w:t>127.3553</w:t>
      </w:r>
      <w:r>
        <w:tab/>
        <w:t>1.013e0</w:t>
      </w:r>
    </w:p>
    <w:p w:rsidR="007B2329" w:rsidRDefault="007B2329" w:rsidP="007B2329">
      <w:r>
        <w:t>127.3700</w:t>
      </w:r>
      <w:r>
        <w:tab/>
        <w:t>2.025e0</w:t>
      </w:r>
    </w:p>
    <w:p w:rsidR="007B2329" w:rsidRDefault="007B2329" w:rsidP="007B2329">
      <w:r>
        <w:t>127.3941</w:t>
      </w:r>
      <w:r>
        <w:tab/>
        <w:t>1.013e0</w:t>
      </w:r>
    </w:p>
    <w:p w:rsidR="007B2329" w:rsidRDefault="007B2329" w:rsidP="007B2329">
      <w:r>
        <w:t>127.3972</w:t>
      </w:r>
      <w:r>
        <w:tab/>
        <w:t>1.266e-2</w:t>
      </w:r>
    </w:p>
    <w:p w:rsidR="007B2329" w:rsidRDefault="007B2329" w:rsidP="007B2329">
      <w:r>
        <w:t>127.4064</w:t>
      </w:r>
      <w:r>
        <w:tab/>
        <w:t>2.025e0</w:t>
      </w:r>
    </w:p>
    <w:p w:rsidR="007B2329" w:rsidRDefault="007B2329" w:rsidP="007B2329">
      <w:r>
        <w:t>127.4080</w:t>
      </w:r>
      <w:r>
        <w:tab/>
        <w:t>2.025e0</w:t>
      </w:r>
    </w:p>
    <w:p w:rsidR="007B2329" w:rsidRDefault="007B2329" w:rsidP="007B2329">
      <w:r>
        <w:t>127.4095</w:t>
      </w:r>
      <w:r>
        <w:tab/>
        <w:t>1.025e0</w:t>
      </w:r>
    </w:p>
    <w:p w:rsidR="007B2329" w:rsidRDefault="007B2329" w:rsidP="007B2329">
      <w:r>
        <w:t>127.4182</w:t>
      </w:r>
      <w:r>
        <w:tab/>
        <w:t>1.013e0</w:t>
      </w:r>
    </w:p>
    <w:p w:rsidR="007B2329" w:rsidRDefault="007B2329" w:rsidP="007B2329">
      <w:r>
        <w:t>127.4227</w:t>
      </w:r>
      <w:r>
        <w:tab/>
        <w:t>2.025e0</w:t>
      </w:r>
    </w:p>
    <w:p w:rsidR="007B2329" w:rsidRDefault="007B2329" w:rsidP="007B2329">
      <w:r>
        <w:t>127.4243</w:t>
      </w:r>
      <w:r>
        <w:tab/>
        <w:t>1.013e0</w:t>
      </w:r>
    </w:p>
    <w:p w:rsidR="007B2329" w:rsidRDefault="007B2329" w:rsidP="007B2329">
      <w:r>
        <w:t>127.4334</w:t>
      </w:r>
      <w:r>
        <w:tab/>
        <w:t>1.266e-2</w:t>
      </w:r>
    </w:p>
    <w:p w:rsidR="007B2329" w:rsidRDefault="007B2329" w:rsidP="007B2329">
      <w:r>
        <w:t>127.4348</w:t>
      </w:r>
      <w:r>
        <w:tab/>
        <w:t>2.025e0</w:t>
      </w:r>
    </w:p>
    <w:p w:rsidR="007B2329" w:rsidRDefault="007B2329" w:rsidP="007B2329">
      <w:r>
        <w:t>127.4361</w:t>
      </w:r>
      <w:r>
        <w:tab/>
        <w:t>2.025e0</w:t>
      </w:r>
    </w:p>
    <w:p w:rsidR="007B2329" w:rsidRDefault="007B2329" w:rsidP="007B2329">
      <w:r>
        <w:t>127.4514</w:t>
      </w:r>
      <w:r>
        <w:tab/>
        <w:t>1.013e0</w:t>
      </w:r>
    </w:p>
    <w:p w:rsidR="007B2329" w:rsidRDefault="007B2329" w:rsidP="007B2329">
      <w:r>
        <w:t>127.4546</w:t>
      </w:r>
      <w:r>
        <w:tab/>
        <w:t>1.013e0</w:t>
      </w:r>
    </w:p>
    <w:p w:rsidR="007B2329" w:rsidRDefault="007B2329" w:rsidP="007B2329">
      <w:r>
        <w:t>127.4724</w:t>
      </w:r>
      <w:r>
        <w:tab/>
        <w:t>1.013e0</w:t>
      </w:r>
    </w:p>
    <w:p w:rsidR="007B2329" w:rsidRDefault="007B2329" w:rsidP="007B2329">
      <w:r>
        <w:lastRenderedPageBreak/>
        <w:t>127.4769</w:t>
      </w:r>
      <w:r>
        <w:tab/>
        <w:t>2.025e0</w:t>
      </w:r>
    </w:p>
    <w:p w:rsidR="007B2329" w:rsidRDefault="007B2329" w:rsidP="007B2329">
      <w:r>
        <w:t>127.4840</w:t>
      </w:r>
      <w:r>
        <w:tab/>
        <w:t>1.013e0</w:t>
      </w:r>
    </w:p>
    <w:p w:rsidR="007B2329" w:rsidRDefault="007B2329" w:rsidP="007B2329">
      <w:r>
        <w:t>127.4887</w:t>
      </w:r>
      <w:r>
        <w:tab/>
        <w:t>2.025e0</w:t>
      </w:r>
    </w:p>
    <w:p w:rsidR="007B2329" w:rsidRDefault="007B2329" w:rsidP="007B2329">
      <w:r>
        <w:t>127.4918</w:t>
      </w:r>
      <w:r>
        <w:tab/>
        <w:t>2.025e0</w:t>
      </w:r>
    </w:p>
    <w:p w:rsidR="007B2329" w:rsidRDefault="007B2329" w:rsidP="007B2329">
      <w:r>
        <w:t>127.5050</w:t>
      </w:r>
      <w:r>
        <w:tab/>
        <w:t>1.013e0</w:t>
      </w:r>
    </w:p>
    <w:p w:rsidR="007B2329" w:rsidRDefault="007B2329" w:rsidP="007B2329">
      <w:r>
        <w:t>127.5081</w:t>
      </w:r>
      <w:r>
        <w:tab/>
        <w:t>1.013e0</w:t>
      </w:r>
    </w:p>
    <w:p w:rsidR="007B2329" w:rsidRDefault="007B2329" w:rsidP="007B2329">
      <w:r>
        <w:t>127.5143</w:t>
      </w:r>
      <w:r>
        <w:tab/>
        <w:t>2.025e0</w:t>
      </w:r>
    </w:p>
    <w:p w:rsidR="007B2329" w:rsidRDefault="007B2329" w:rsidP="007B2329">
      <w:r>
        <w:t>127.5235</w:t>
      </w:r>
      <w:r>
        <w:tab/>
        <w:t>2.025e0</w:t>
      </w:r>
    </w:p>
    <w:p w:rsidR="007B2329" w:rsidRDefault="007B2329" w:rsidP="007B2329">
      <w:r>
        <w:t>127.5290</w:t>
      </w:r>
      <w:r>
        <w:tab/>
        <w:t>1.013e0</w:t>
      </w:r>
    </w:p>
    <w:p w:rsidR="007B2329" w:rsidRDefault="007B2329" w:rsidP="007B2329">
      <w:r>
        <w:t>127.5321</w:t>
      </w:r>
      <w:r>
        <w:tab/>
        <w:t>2.025e0</w:t>
      </w:r>
    </w:p>
    <w:p w:rsidR="007B2329" w:rsidRDefault="007B2329" w:rsidP="007B2329">
      <w:r>
        <w:t>127.5445</w:t>
      </w:r>
      <w:r>
        <w:tab/>
        <w:t>1.013e0</w:t>
      </w:r>
    </w:p>
    <w:p w:rsidR="007B2329" w:rsidRDefault="007B2329" w:rsidP="007B2329">
      <w:r>
        <w:t>127.5488</w:t>
      </w:r>
      <w:r>
        <w:tab/>
        <w:t>3.038e0</w:t>
      </w:r>
    </w:p>
    <w:p w:rsidR="007B2329" w:rsidRDefault="007B2329" w:rsidP="007B2329">
      <w:r>
        <w:t>127.5608</w:t>
      </w:r>
      <w:r>
        <w:tab/>
        <w:t>2.025e0</w:t>
      </w:r>
    </w:p>
    <w:p w:rsidR="007B2329" w:rsidRDefault="007B2329" w:rsidP="007B2329">
      <w:r>
        <w:t>127.5670</w:t>
      </w:r>
      <w:r>
        <w:tab/>
        <w:t>2.025e0</w:t>
      </w:r>
    </w:p>
    <w:p w:rsidR="007B2329" w:rsidRDefault="007B2329" w:rsidP="007B2329">
      <w:r>
        <w:t>127.5740</w:t>
      </w:r>
      <w:r>
        <w:tab/>
        <w:t>1.013e0</w:t>
      </w:r>
    </w:p>
    <w:p w:rsidR="007B2329" w:rsidRDefault="007B2329" w:rsidP="007B2329">
      <w:r>
        <w:t>127.5771</w:t>
      </w:r>
      <w:r>
        <w:tab/>
        <w:t>3.038e0</w:t>
      </w:r>
    </w:p>
    <w:p w:rsidR="007B2329" w:rsidRDefault="007B2329" w:rsidP="007B2329">
      <w:r>
        <w:t>127.5802</w:t>
      </w:r>
      <w:r>
        <w:tab/>
        <w:t>1.013e0</w:t>
      </w:r>
    </w:p>
    <w:p w:rsidR="007B2329" w:rsidRDefault="007B2329" w:rsidP="007B2329">
      <w:r>
        <w:t>127.5834</w:t>
      </w:r>
      <w:r>
        <w:tab/>
        <w:t>1.013e0</w:t>
      </w:r>
    </w:p>
    <w:p w:rsidR="007B2329" w:rsidRDefault="007B2329" w:rsidP="007B2329">
      <w:r>
        <w:t>127.5953</w:t>
      </w:r>
      <w:r>
        <w:tab/>
        <w:t>2.025e0</w:t>
      </w:r>
    </w:p>
    <w:p w:rsidR="007B2329" w:rsidRDefault="007B2329" w:rsidP="007B2329">
      <w:r>
        <w:lastRenderedPageBreak/>
        <w:t>127.5980</w:t>
      </w:r>
      <w:r>
        <w:tab/>
        <w:t>1.013e0</w:t>
      </w:r>
    </w:p>
    <w:p w:rsidR="007B2329" w:rsidRDefault="007B2329" w:rsidP="007B2329">
      <w:r>
        <w:t>127.6136</w:t>
      </w:r>
      <w:r>
        <w:tab/>
        <w:t>1.013e0</w:t>
      </w:r>
    </w:p>
    <w:p w:rsidR="007B2329" w:rsidRDefault="007B2329" w:rsidP="007B2329">
      <w:r>
        <w:t>127.6165</w:t>
      </w:r>
      <w:r>
        <w:tab/>
        <w:t>1.013e0</w:t>
      </w:r>
    </w:p>
    <w:p w:rsidR="007B2329" w:rsidRDefault="007B2329" w:rsidP="007B2329">
      <w:r>
        <w:t>127.6192</w:t>
      </w:r>
      <w:r>
        <w:tab/>
        <w:t>1.013e0</w:t>
      </w:r>
    </w:p>
    <w:p w:rsidR="007B2329" w:rsidRDefault="007B2329" w:rsidP="007B2329">
      <w:r>
        <w:t>127.6221</w:t>
      </w:r>
      <w:r>
        <w:tab/>
        <w:t>1.013e0</w:t>
      </w:r>
    </w:p>
    <w:p w:rsidR="007B2329" w:rsidRDefault="007B2329" w:rsidP="007B2329">
      <w:r>
        <w:t>127.6345</w:t>
      </w:r>
      <w:r>
        <w:tab/>
        <w:t>2.025e0</w:t>
      </w:r>
    </w:p>
    <w:p w:rsidR="007B2329" w:rsidRDefault="007B2329" w:rsidP="007B2329">
      <w:r>
        <w:t>127.6493</w:t>
      </w:r>
      <w:r>
        <w:tab/>
        <w:t>1.266e-2</w:t>
      </w:r>
    </w:p>
    <w:p w:rsidR="007B2329" w:rsidRDefault="007B2329" w:rsidP="007B2329">
      <w:r>
        <w:t>127.6524</w:t>
      </w:r>
      <w:r>
        <w:tab/>
        <w:t>1.013e0</w:t>
      </w:r>
    </w:p>
    <w:p w:rsidR="007B2329" w:rsidRDefault="007B2329" w:rsidP="007B2329">
      <w:r>
        <w:t>127.6657</w:t>
      </w:r>
      <w:r>
        <w:tab/>
        <w:t>2.025e0</w:t>
      </w:r>
    </w:p>
    <w:p w:rsidR="007B2329" w:rsidRDefault="007B2329" w:rsidP="007B2329">
      <w:r>
        <w:t>127.6764</w:t>
      </w:r>
      <w:r>
        <w:tab/>
        <w:t>3.038e0</w:t>
      </w:r>
    </w:p>
    <w:p w:rsidR="007B2329" w:rsidRDefault="007B2329" w:rsidP="007B2329">
      <w:r>
        <w:t>127.6780</w:t>
      </w:r>
      <w:r>
        <w:tab/>
        <w:t>2.025e0</w:t>
      </w:r>
    </w:p>
    <w:p w:rsidR="007B2329" w:rsidRDefault="007B2329" w:rsidP="007B2329">
      <w:r>
        <w:t>127.6855</w:t>
      </w:r>
      <w:r>
        <w:tab/>
        <w:t>1.013e0</w:t>
      </w:r>
    </w:p>
    <w:p w:rsidR="007B2329" w:rsidRDefault="007B2329" w:rsidP="007B2329">
      <w:r>
        <w:t>127.6912</w:t>
      </w:r>
      <w:r>
        <w:tab/>
        <w:t>1.013e0</w:t>
      </w:r>
    </w:p>
    <w:p w:rsidR="007B2329" w:rsidRDefault="007B2329" w:rsidP="007B2329">
      <w:r>
        <w:t>127.6943</w:t>
      </w:r>
      <w:r>
        <w:tab/>
        <w:t>1.025e0</w:t>
      </w:r>
    </w:p>
    <w:p w:rsidR="007B2329" w:rsidRDefault="007B2329" w:rsidP="007B2329">
      <w:r>
        <w:t>127.6959</w:t>
      </w:r>
      <w:r>
        <w:tab/>
        <w:t>2.025e0</w:t>
      </w:r>
    </w:p>
    <w:p w:rsidR="007B2329" w:rsidRDefault="007B2329" w:rsidP="007B2329">
      <w:r>
        <w:t>127.7245</w:t>
      </w:r>
      <w:r>
        <w:tab/>
        <w:t>1.013e0</w:t>
      </w:r>
    </w:p>
    <w:p w:rsidR="007B2329" w:rsidRDefault="007B2329" w:rsidP="007B2329">
      <w:r>
        <w:t>127.7276</w:t>
      </w:r>
      <w:r>
        <w:tab/>
        <w:t>1.013e0</w:t>
      </w:r>
    </w:p>
    <w:p w:rsidR="007B2329" w:rsidRDefault="007B2329" w:rsidP="007B2329">
      <w:r>
        <w:t>127.7362</w:t>
      </w:r>
      <w:r>
        <w:tab/>
        <w:t>3.038e0</w:t>
      </w:r>
    </w:p>
    <w:p w:rsidR="007B2329" w:rsidRDefault="007B2329" w:rsidP="007B2329">
      <w:r>
        <w:t>127.7393</w:t>
      </w:r>
      <w:r>
        <w:tab/>
        <w:t>2.025e0</w:t>
      </w:r>
    </w:p>
    <w:p w:rsidR="007B2329" w:rsidRDefault="007B2329" w:rsidP="007B2329">
      <w:r>
        <w:lastRenderedPageBreak/>
        <w:t>127.7424</w:t>
      </w:r>
      <w:r>
        <w:tab/>
        <w:t>1.013e0</w:t>
      </w:r>
    </w:p>
    <w:p w:rsidR="007B2329" w:rsidRDefault="007B2329" w:rsidP="007B2329">
      <w:r>
        <w:t>127.7455</w:t>
      </w:r>
      <w:r>
        <w:tab/>
        <w:t>1.266e-2</w:t>
      </w:r>
    </w:p>
    <w:p w:rsidR="007B2329" w:rsidRDefault="007B2329" w:rsidP="007B2329">
      <w:r>
        <w:t>127.7518</w:t>
      </w:r>
      <w:r>
        <w:tab/>
        <w:t>2.025e0</w:t>
      </w:r>
    </w:p>
    <w:p w:rsidR="007B2329" w:rsidRDefault="007B2329" w:rsidP="007B2329">
      <w:r>
        <w:t>127.7560</w:t>
      </w:r>
      <w:r>
        <w:tab/>
        <w:t>2.025e0</w:t>
      </w:r>
    </w:p>
    <w:p w:rsidR="007B2329" w:rsidRDefault="007B2329" w:rsidP="007B2329">
      <w:r>
        <w:t>127.7665</w:t>
      </w:r>
      <w:r>
        <w:tab/>
        <w:t>1.013e0</w:t>
      </w:r>
    </w:p>
    <w:p w:rsidR="007B2329" w:rsidRDefault="007B2329" w:rsidP="007B2329">
      <w:r>
        <w:t>127.7696</w:t>
      </w:r>
      <w:r>
        <w:tab/>
        <w:t>1.038e0</w:t>
      </w:r>
    </w:p>
    <w:p w:rsidR="007B2329" w:rsidRDefault="007B2329" w:rsidP="007B2329">
      <w:r>
        <w:t>127.7758</w:t>
      </w:r>
      <w:r>
        <w:tab/>
        <w:t>1.025e0</w:t>
      </w:r>
    </w:p>
    <w:p w:rsidR="007B2329" w:rsidRDefault="007B2329" w:rsidP="007B2329">
      <w:r>
        <w:t>127.7812</w:t>
      </w:r>
      <w:r>
        <w:tab/>
        <w:t>1.013e0</w:t>
      </w:r>
    </w:p>
    <w:p w:rsidR="007B2329" w:rsidRDefault="007B2329" w:rsidP="007B2329">
      <w:r>
        <w:t>127.7844</w:t>
      </w:r>
      <w:r>
        <w:tab/>
        <w:t>1.266e-2</w:t>
      </w:r>
    </w:p>
    <w:p w:rsidR="007B2329" w:rsidRDefault="007B2329" w:rsidP="007B2329">
      <w:r>
        <w:t>127.7875</w:t>
      </w:r>
      <w:r>
        <w:tab/>
        <w:t>1.266e-2</w:t>
      </w:r>
    </w:p>
    <w:p w:rsidR="007B2329" w:rsidRDefault="007B2329" w:rsidP="007B2329">
      <w:r>
        <w:t>127.7936</w:t>
      </w:r>
      <w:r>
        <w:tab/>
        <w:t>1.013e0</w:t>
      </w:r>
    </w:p>
    <w:p w:rsidR="007B2329" w:rsidRDefault="007B2329" w:rsidP="007B2329">
      <w:r>
        <w:t>127.7967</w:t>
      </w:r>
      <w:r>
        <w:tab/>
        <w:t>2.025e0</w:t>
      </w:r>
    </w:p>
    <w:p w:rsidR="007B2329" w:rsidRDefault="007B2329" w:rsidP="007B2329">
      <w:r>
        <w:t>127.8053</w:t>
      </w:r>
      <w:r>
        <w:tab/>
        <w:t>1.266e-2</w:t>
      </w:r>
    </w:p>
    <w:p w:rsidR="007B2329" w:rsidRDefault="007B2329" w:rsidP="007B2329">
      <w:r>
        <w:t>127.8084</w:t>
      </w:r>
      <w:r>
        <w:tab/>
        <w:t>3.038e0</w:t>
      </w:r>
    </w:p>
    <w:p w:rsidR="007B2329" w:rsidRDefault="007B2329" w:rsidP="007B2329">
      <w:r>
        <w:t>127.8146</w:t>
      </w:r>
      <w:r>
        <w:tab/>
        <w:t>1.013e0</w:t>
      </w:r>
    </w:p>
    <w:p w:rsidR="007B2329" w:rsidRDefault="007B2329" w:rsidP="007B2329">
      <w:r>
        <w:t>127.8176</w:t>
      </w:r>
      <w:r>
        <w:tab/>
        <w:t>1.013e0</w:t>
      </w:r>
    </w:p>
    <w:p w:rsidR="007B2329" w:rsidRDefault="007B2329" w:rsidP="007B2329">
      <w:r>
        <w:t>127.8551</w:t>
      </w:r>
      <w:r>
        <w:tab/>
        <w:t>5.063e0</w:t>
      </w:r>
    </w:p>
    <w:p w:rsidR="007B2329" w:rsidRDefault="007B2329" w:rsidP="007B2329">
      <w:r>
        <w:t>127.8703</w:t>
      </w:r>
      <w:r>
        <w:tab/>
        <w:t>2.025e0</w:t>
      </w:r>
    </w:p>
    <w:p w:rsidR="007B2329" w:rsidRDefault="007B2329" w:rsidP="007B2329">
      <w:r>
        <w:t>127.8775</w:t>
      </w:r>
      <w:r>
        <w:tab/>
        <w:t>1.013e0</w:t>
      </w:r>
    </w:p>
    <w:p w:rsidR="007B2329" w:rsidRDefault="007B2329" w:rsidP="007B2329">
      <w:r>
        <w:lastRenderedPageBreak/>
        <w:t>127.8868</w:t>
      </w:r>
      <w:r>
        <w:tab/>
        <w:t>1.266e-2</w:t>
      </w:r>
    </w:p>
    <w:p w:rsidR="007B2329" w:rsidRDefault="007B2329" w:rsidP="007B2329">
      <w:r>
        <w:t>127.8899</w:t>
      </w:r>
      <w:r>
        <w:tab/>
        <w:t>1.013e0</w:t>
      </w:r>
    </w:p>
    <w:p w:rsidR="007B2329" w:rsidRDefault="007B2329" w:rsidP="007B2329">
      <w:r>
        <w:t>127.8929</w:t>
      </w:r>
      <w:r>
        <w:tab/>
        <w:t>1.013e0</w:t>
      </w:r>
    </w:p>
    <w:p w:rsidR="007B2329" w:rsidRDefault="007B2329" w:rsidP="007B2329">
      <w:r>
        <w:t>127.9047</w:t>
      </w:r>
      <w:r>
        <w:tab/>
        <w:t>1.025e0</w:t>
      </w:r>
    </w:p>
    <w:p w:rsidR="007B2329" w:rsidRDefault="007B2329" w:rsidP="007B2329">
      <w:r>
        <w:t>127.9195</w:t>
      </w:r>
      <w:r>
        <w:tab/>
        <w:t>1.013e0</w:t>
      </w:r>
    </w:p>
    <w:p w:rsidR="007B2329" w:rsidRDefault="007B2329" w:rsidP="007B2329">
      <w:r>
        <w:t>127.9206</w:t>
      </w:r>
      <w:r>
        <w:tab/>
        <w:t>3.038e0</w:t>
      </w:r>
    </w:p>
    <w:p w:rsidR="007B2329" w:rsidRDefault="007B2329" w:rsidP="007B2329">
      <w:r>
        <w:t>127.9240</w:t>
      </w:r>
      <w:r>
        <w:tab/>
        <w:t>1.025e0</w:t>
      </w:r>
    </w:p>
    <w:p w:rsidR="007B2329" w:rsidRDefault="007B2329" w:rsidP="007B2329">
      <w:r>
        <w:t>127.9319</w:t>
      </w:r>
      <w:r>
        <w:tab/>
        <w:t>1.266e-2</w:t>
      </w:r>
    </w:p>
    <w:p w:rsidR="007B2329" w:rsidRDefault="007B2329" w:rsidP="007B2329">
      <w:r>
        <w:t>127.9381</w:t>
      </w:r>
      <w:r>
        <w:tab/>
        <w:t>1.013e0</w:t>
      </w:r>
    </w:p>
    <w:p w:rsidR="007B2329" w:rsidRDefault="007B2329" w:rsidP="007B2329">
      <w:r>
        <w:t>127.9408</w:t>
      </w:r>
      <w:r>
        <w:tab/>
        <w:t>1.013e0</w:t>
      </w:r>
    </w:p>
    <w:p w:rsidR="007B2329" w:rsidRDefault="007B2329" w:rsidP="007B2329">
      <w:r>
        <w:t>127.9424</w:t>
      </w:r>
      <w:r>
        <w:tab/>
        <w:t>1.025e0</w:t>
      </w:r>
    </w:p>
    <w:p w:rsidR="007B2329" w:rsidRDefault="007B2329" w:rsidP="007B2329">
      <w:r>
        <w:t>127.9591</w:t>
      </w:r>
      <w:r>
        <w:tab/>
        <w:t>1.013e0</w:t>
      </w:r>
    </w:p>
    <w:p w:rsidR="007B2329" w:rsidRDefault="007B2329" w:rsidP="007B2329">
      <w:r>
        <w:t>127.9605</w:t>
      </w:r>
      <w:r>
        <w:tab/>
        <w:t>2.025e0</w:t>
      </w:r>
    </w:p>
    <w:p w:rsidR="007B2329" w:rsidRDefault="007B2329" w:rsidP="007B2329">
      <w:r>
        <w:t>127.9676</w:t>
      </w:r>
      <w:r>
        <w:tab/>
        <w:t>1.013e0</w:t>
      </w:r>
    </w:p>
    <w:p w:rsidR="007B2329" w:rsidRDefault="007B2329" w:rsidP="007B2329">
      <w:r>
        <w:t>127.9800</w:t>
      </w:r>
      <w:r>
        <w:tab/>
        <w:t>1.013e0</w:t>
      </w:r>
    </w:p>
    <w:p w:rsidR="007B2329" w:rsidRDefault="007B2329" w:rsidP="007B2329">
      <w:r>
        <w:t>127.9831</w:t>
      </w:r>
      <w:r>
        <w:tab/>
        <w:t>1.013e0</w:t>
      </w:r>
    </w:p>
    <w:p w:rsidR="007B2329" w:rsidRDefault="007B2329" w:rsidP="007B2329">
      <w:r>
        <w:t>127.9860</w:t>
      </w:r>
      <w:r>
        <w:tab/>
        <w:t>1.013e0</w:t>
      </w:r>
    </w:p>
    <w:p w:rsidR="007B2329" w:rsidRDefault="007B2329" w:rsidP="007B2329">
      <w:r>
        <w:t>127.9917</w:t>
      </w:r>
      <w:r>
        <w:tab/>
        <w:t>1.266e-2</w:t>
      </w:r>
    </w:p>
    <w:p w:rsidR="007B2329" w:rsidRDefault="007B2329" w:rsidP="007B2329">
      <w:r>
        <w:t>127.9964</w:t>
      </w:r>
      <w:r>
        <w:tab/>
        <w:t>2.025e0</w:t>
      </w:r>
    </w:p>
    <w:p w:rsidR="007B2329" w:rsidRDefault="007B2329" w:rsidP="007B2329">
      <w:r>
        <w:lastRenderedPageBreak/>
        <w:t>127.9979</w:t>
      </w:r>
      <w:r>
        <w:tab/>
        <w:t>1.013e0</w:t>
      </w:r>
    </w:p>
    <w:p w:rsidR="007B2329" w:rsidRDefault="007B2329" w:rsidP="007B2329">
      <w:r>
        <w:t>128.0010</w:t>
      </w:r>
      <w:r>
        <w:tab/>
        <w:t>1.266e-2</w:t>
      </w:r>
    </w:p>
    <w:p w:rsidR="007B2329" w:rsidRDefault="007B2329" w:rsidP="007B2329">
      <w:r>
        <w:t>128.0072</w:t>
      </w:r>
      <w:r>
        <w:tab/>
        <w:t>1.013e0</w:t>
      </w:r>
    </w:p>
    <w:p w:rsidR="007B2329" w:rsidRDefault="007B2329" w:rsidP="007B2329">
      <w:r>
        <w:t>128.0126</w:t>
      </w:r>
      <w:r>
        <w:tab/>
        <w:t>2.025e0</w:t>
      </w:r>
    </w:p>
    <w:p w:rsidR="007B2329" w:rsidRDefault="007B2329" w:rsidP="007B2329">
      <w:r>
        <w:t>128.0204</w:t>
      </w:r>
      <w:r>
        <w:tab/>
        <w:t>2.025e0</w:t>
      </w:r>
    </w:p>
    <w:p w:rsidR="007B2329" w:rsidRDefault="007B2329" w:rsidP="007B2329">
      <w:r>
        <w:t>128.0228</w:t>
      </w:r>
      <w:r>
        <w:tab/>
        <w:t>2.038e0</w:t>
      </w:r>
    </w:p>
    <w:p w:rsidR="007B2329" w:rsidRDefault="007B2329" w:rsidP="007B2329">
      <w:r>
        <w:t>128.0313</w:t>
      </w:r>
      <w:r>
        <w:tab/>
        <w:t>1.013e0</w:t>
      </w:r>
    </w:p>
    <w:p w:rsidR="007B2329" w:rsidRDefault="007B2329" w:rsidP="007B2329">
      <w:r>
        <w:t>128.0357</w:t>
      </w:r>
      <w:r>
        <w:tab/>
        <w:t>3.051e0</w:t>
      </w:r>
    </w:p>
    <w:p w:rsidR="007B2329" w:rsidRDefault="007B2329" w:rsidP="007B2329">
      <w:r>
        <w:t>128.0430</w:t>
      </w:r>
      <w:r>
        <w:tab/>
        <w:t>5.159e0</w:t>
      </w:r>
    </w:p>
    <w:p w:rsidR="007B2329" w:rsidRDefault="007B2329" w:rsidP="007B2329">
      <w:r>
        <w:t>128.0523</w:t>
      </w:r>
      <w:r>
        <w:tab/>
        <w:t>1.025e0</w:t>
      </w:r>
    </w:p>
    <w:p w:rsidR="007B2329" w:rsidRDefault="007B2329" w:rsidP="007B2329">
      <w:r>
        <w:t>128.0580</w:t>
      </w:r>
      <w:r>
        <w:tab/>
        <w:t>3.051e0</w:t>
      </w:r>
    </w:p>
    <w:p w:rsidR="007B2329" w:rsidRDefault="007B2329" w:rsidP="007B2329">
      <w:r>
        <w:t>128.0593</w:t>
      </w:r>
      <w:r>
        <w:tab/>
        <w:t>3.586e0</w:t>
      </w:r>
    </w:p>
    <w:p w:rsidR="007B2329" w:rsidRDefault="007B2329" w:rsidP="007B2329">
      <w:r>
        <w:t>128.0609</w:t>
      </w:r>
      <w:r>
        <w:tab/>
        <w:t>1.025e0</w:t>
      </w:r>
    </w:p>
    <w:p w:rsidR="007B2329" w:rsidRDefault="007B2329" w:rsidP="007B2329">
      <w:r>
        <w:t>128.0640</w:t>
      </w:r>
      <w:r>
        <w:tab/>
        <w:t>1.013e0</w:t>
      </w:r>
    </w:p>
    <w:p w:rsidR="007B2329" w:rsidRDefault="007B2329" w:rsidP="007B2329">
      <w:r>
        <w:t>128.0655</w:t>
      </w:r>
      <w:r>
        <w:tab/>
        <w:t>2.025e0</w:t>
      </w:r>
    </w:p>
    <w:p w:rsidR="007B2329" w:rsidRDefault="007B2329" w:rsidP="007B2329">
      <w:r>
        <w:t>128.0693</w:t>
      </w:r>
      <w:r>
        <w:tab/>
        <w:t>5.063e0</w:t>
      </w:r>
    </w:p>
    <w:p w:rsidR="007B2329" w:rsidRDefault="007B2329" w:rsidP="007B2329">
      <w:r>
        <w:t>128.0764</w:t>
      </w:r>
      <w:r>
        <w:tab/>
        <w:t>1.266e-2</w:t>
      </w:r>
    </w:p>
    <w:p w:rsidR="007B2329" w:rsidRDefault="007B2329" w:rsidP="007B2329">
      <w:r>
        <w:t>128.0850</w:t>
      </w:r>
      <w:r>
        <w:tab/>
        <w:t>1.013e0</w:t>
      </w:r>
    </w:p>
    <w:p w:rsidR="007B2329" w:rsidRDefault="007B2329" w:rsidP="007B2329">
      <w:r>
        <w:t>128.0911</w:t>
      </w:r>
      <w:r>
        <w:tab/>
        <w:t>1.025e0</w:t>
      </w:r>
    </w:p>
    <w:p w:rsidR="007B2329" w:rsidRDefault="007B2329" w:rsidP="007B2329">
      <w:r>
        <w:lastRenderedPageBreak/>
        <w:t>128.0927</w:t>
      </w:r>
      <w:r>
        <w:tab/>
        <w:t>2.025e0</w:t>
      </w:r>
    </w:p>
    <w:p w:rsidR="007B2329" w:rsidRDefault="007B2329" w:rsidP="007B2329">
      <w:r>
        <w:t>128.0974</w:t>
      </w:r>
      <w:r>
        <w:tab/>
        <w:t>1.266e-2</w:t>
      </w:r>
    </w:p>
    <w:p w:rsidR="007B2329" w:rsidRDefault="007B2329" w:rsidP="007B2329">
      <w:r>
        <w:t>128.1031</w:t>
      </w:r>
      <w:r>
        <w:tab/>
        <w:t>5.063e0</w:t>
      </w:r>
    </w:p>
    <w:p w:rsidR="007B2329" w:rsidRDefault="007B2329" w:rsidP="007B2329">
      <w:r>
        <w:t>128.1059</w:t>
      </w:r>
      <w:r>
        <w:tab/>
        <w:t>1.025e0</w:t>
      </w:r>
    </w:p>
    <w:p w:rsidR="007B2329" w:rsidRDefault="007B2329" w:rsidP="007B2329">
      <w:r>
        <w:t>128.1183</w:t>
      </w:r>
      <w:r>
        <w:tab/>
        <w:t>3.051e0</w:t>
      </w:r>
    </w:p>
    <w:p w:rsidR="007B2329" w:rsidRDefault="007B2329" w:rsidP="007B2329">
      <w:r>
        <w:t>128.1300</w:t>
      </w:r>
      <w:r>
        <w:tab/>
        <w:t>2.025e0</w:t>
      </w:r>
    </w:p>
    <w:p w:rsidR="007B2329" w:rsidRDefault="007B2329" w:rsidP="007B2329">
      <w:r>
        <w:t>128.1363</w:t>
      </w:r>
      <w:r>
        <w:tab/>
        <w:t>1.266e-2</w:t>
      </w:r>
    </w:p>
    <w:p w:rsidR="007B2329" w:rsidRDefault="007B2329" w:rsidP="007B2329">
      <w:r>
        <w:t>128.1541</w:t>
      </w:r>
      <w:r>
        <w:tab/>
        <w:t>4.051e0</w:t>
      </w:r>
    </w:p>
    <w:p w:rsidR="007B2329" w:rsidRDefault="007B2329" w:rsidP="007B2329">
      <w:r>
        <w:t>128.1665</w:t>
      </w:r>
      <w:r>
        <w:tab/>
        <w:t>2.025e0</w:t>
      </w:r>
    </w:p>
    <w:p w:rsidR="007B2329" w:rsidRDefault="007B2329" w:rsidP="007B2329">
      <w:r>
        <w:t>128.1798</w:t>
      </w:r>
      <w:r>
        <w:tab/>
        <w:t>2.025e0</w:t>
      </w:r>
    </w:p>
    <w:p w:rsidR="007B2329" w:rsidRDefault="007B2329" w:rsidP="007B2329">
      <w:r>
        <w:t>128.1844</w:t>
      </w:r>
      <w:r>
        <w:tab/>
        <w:t>2.025e0</w:t>
      </w:r>
    </w:p>
    <w:p w:rsidR="007B2329" w:rsidRDefault="007B2329" w:rsidP="007B2329">
      <w:r>
        <w:t>128.1875</w:t>
      </w:r>
      <w:r>
        <w:tab/>
        <w:t>1.013e0</w:t>
      </w:r>
    </w:p>
    <w:p w:rsidR="007B2329" w:rsidRDefault="007B2329" w:rsidP="007B2329">
      <w:r>
        <w:t>128.1964</w:t>
      </w:r>
      <w:r>
        <w:tab/>
        <w:t>1.266e-2</w:t>
      </w:r>
    </w:p>
    <w:p w:rsidR="007B2329" w:rsidRDefault="007B2329" w:rsidP="007B2329">
      <w:r>
        <w:t>128.2178</w:t>
      </w:r>
      <w:r>
        <w:tab/>
        <w:t>1.013e0</w:t>
      </w:r>
    </w:p>
    <w:p w:rsidR="007B2329" w:rsidRDefault="007B2329" w:rsidP="007B2329">
      <w:r>
        <w:t>128.2494</w:t>
      </w:r>
      <w:r>
        <w:tab/>
        <w:t>4.051e0</w:t>
      </w:r>
    </w:p>
    <w:p w:rsidR="007B2329" w:rsidRDefault="007B2329" w:rsidP="007B2329">
      <w:r>
        <w:t>128.2598</w:t>
      </w:r>
      <w:r>
        <w:tab/>
        <w:t>1.013e0</w:t>
      </w:r>
    </w:p>
    <w:p w:rsidR="007B2329" w:rsidRDefault="007B2329" w:rsidP="007B2329">
      <w:r>
        <w:t>128.2641</w:t>
      </w:r>
      <w:r>
        <w:tab/>
        <w:t>2.025e0</w:t>
      </w:r>
    </w:p>
    <w:p w:rsidR="007B2329" w:rsidRDefault="007B2329" w:rsidP="007B2329">
      <w:r>
        <w:t>128.2714</w:t>
      </w:r>
      <w:r>
        <w:tab/>
        <w:t>2.025e0</w:t>
      </w:r>
    </w:p>
    <w:p w:rsidR="007B2329" w:rsidRDefault="007B2329" w:rsidP="007B2329">
      <w:r>
        <w:t>128.2817</w:t>
      </w:r>
      <w:r>
        <w:tab/>
        <w:t>3.038e0</w:t>
      </w:r>
    </w:p>
    <w:p w:rsidR="007B2329" w:rsidRDefault="007B2329" w:rsidP="007B2329">
      <w:r>
        <w:lastRenderedPageBreak/>
        <w:t>128.2839</w:t>
      </w:r>
      <w:r>
        <w:tab/>
        <w:t>1.013e0</w:t>
      </w:r>
    </w:p>
    <w:p w:rsidR="007B2329" w:rsidRDefault="007B2329" w:rsidP="007B2329">
      <w:r>
        <w:t>128.2854</w:t>
      </w:r>
      <w:r>
        <w:tab/>
        <w:t>2.025e0</w:t>
      </w:r>
    </w:p>
    <w:p w:rsidR="007B2329" w:rsidRDefault="007B2329" w:rsidP="007B2329">
      <w:r>
        <w:t>128.3049</w:t>
      </w:r>
      <w:r>
        <w:tab/>
        <w:t>1.013e0</w:t>
      </w:r>
    </w:p>
    <w:p w:rsidR="007B2329" w:rsidRDefault="007B2329" w:rsidP="007B2329">
      <w:r>
        <w:t>128.3110</w:t>
      </w:r>
      <w:r>
        <w:tab/>
        <w:t>1.013e0</w:t>
      </w:r>
    </w:p>
    <w:p w:rsidR="007B2329" w:rsidRDefault="007B2329" w:rsidP="007B2329">
      <w:r>
        <w:t>128.3167</w:t>
      </w:r>
      <w:r>
        <w:tab/>
        <w:t>4.063e0</w:t>
      </w:r>
    </w:p>
    <w:p w:rsidR="007B2329" w:rsidRDefault="007B2329" w:rsidP="007B2329">
      <w:r>
        <w:t>128.3197</w:t>
      </w:r>
      <w:r>
        <w:tab/>
        <w:t>2.025e0</w:t>
      </w:r>
    </w:p>
    <w:p w:rsidR="007B2329" w:rsidRDefault="007B2329" w:rsidP="007B2329">
      <w:r>
        <w:t>128.3259</w:t>
      </w:r>
      <w:r>
        <w:tab/>
        <w:t>1.025e0</w:t>
      </w:r>
    </w:p>
    <w:p w:rsidR="007B2329" w:rsidRDefault="007B2329" w:rsidP="007B2329">
      <w:r>
        <w:t>128.3290</w:t>
      </w:r>
      <w:r>
        <w:tab/>
        <w:t>2.025e0</w:t>
      </w:r>
    </w:p>
    <w:p w:rsidR="007B2329" w:rsidRDefault="007B2329" w:rsidP="007B2329">
      <w:r>
        <w:t>128.3377</w:t>
      </w:r>
      <w:r>
        <w:tab/>
        <w:t>1.266e-2</w:t>
      </w:r>
    </w:p>
    <w:p w:rsidR="007B2329" w:rsidRDefault="007B2329" w:rsidP="007B2329">
      <w:r>
        <w:t>128.3563</w:t>
      </w:r>
      <w:r>
        <w:tab/>
        <w:t>1.013e0</w:t>
      </w:r>
    </w:p>
    <w:p w:rsidR="007B2329" w:rsidRDefault="007B2329" w:rsidP="007B2329">
      <w:r>
        <w:t>128.3649</w:t>
      </w:r>
      <w:r>
        <w:tab/>
        <w:t>1.266e-2</w:t>
      </w:r>
    </w:p>
    <w:p w:rsidR="007B2329" w:rsidRDefault="007B2329" w:rsidP="007B2329">
      <w:r>
        <w:t>128.3858</w:t>
      </w:r>
      <w:r>
        <w:tab/>
        <w:t>1.013e0</w:t>
      </w:r>
    </w:p>
    <w:p w:rsidR="007B2329" w:rsidRDefault="007B2329" w:rsidP="007B2329">
      <w:r>
        <w:t>128.3890</w:t>
      </w:r>
      <w:r>
        <w:tab/>
        <w:t>1.013e0</w:t>
      </w:r>
    </w:p>
    <w:p w:rsidR="007B2329" w:rsidRDefault="007B2329" w:rsidP="007B2329">
      <w:r>
        <w:t>128.3921</w:t>
      </w:r>
      <w:r>
        <w:tab/>
        <w:t>1.025e0</w:t>
      </w:r>
    </w:p>
    <w:p w:rsidR="007B2329" w:rsidRDefault="007B2329" w:rsidP="007B2329">
      <w:r>
        <w:t>128.3982</w:t>
      </w:r>
      <w:r>
        <w:tab/>
        <w:t>1.013e0</w:t>
      </w:r>
    </w:p>
    <w:p w:rsidR="007B2329" w:rsidRDefault="007B2329" w:rsidP="007B2329">
      <w:r>
        <w:t>128.4043</w:t>
      </w:r>
      <w:r>
        <w:tab/>
        <w:t>3.038e0</w:t>
      </w:r>
    </w:p>
    <w:p w:rsidR="007B2329" w:rsidRDefault="007B2329" w:rsidP="007B2329">
      <w:r>
        <w:t>128.4131</w:t>
      </w:r>
      <w:r>
        <w:tab/>
        <w:t>1.025e0</w:t>
      </w:r>
    </w:p>
    <w:p w:rsidR="007B2329" w:rsidRDefault="007B2329" w:rsidP="007B2329">
      <w:r>
        <w:t>128.4162</w:t>
      </w:r>
      <w:r>
        <w:tab/>
        <w:t>2.025e0</w:t>
      </w:r>
    </w:p>
    <w:p w:rsidR="007B2329" w:rsidRDefault="007B2329" w:rsidP="007B2329">
      <w:r>
        <w:t>128.4192</w:t>
      </w:r>
      <w:r>
        <w:tab/>
        <w:t>1.013e0</w:t>
      </w:r>
    </w:p>
    <w:p w:rsidR="007B2329" w:rsidRDefault="007B2329" w:rsidP="007B2329">
      <w:r>
        <w:lastRenderedPageBreak/>
        <w:t>128.4372</w:t>
      </w:r>
      <w:r>
        <w:tab/>
        <w:t>1.025e0</w:t>
      </w:r>
    </w:p>
    <w:p w:rsidR="007B2329" w:rsidRDefault="007B2329" w:rsidP="007B2329">
      <w:r>
        <w:t>128.4447</w:t>
      </w:r>
      <w:r>
        <w:tab/>
        <w:t>3.038e0</w:t>
      </w:r>
    </w:p>
    <w:p w:rsidR="007B2329" w:rsidRDefault="007B2329" w:rsidP="007B2329">
      <w:r>
        <w:t>128.4496</w:t>
      </w:r>
      <w:r>
        <w:tab/>
        <w:t>2.025e0</w:t>
      </w:r>
    </w:p>
    <w:p w:rsidR="007B2329" w:rsidRDefault="007B2329" w:rsidP="007B2329">
      <w:r>
        <w:t>128.4644</w:t>
      </w:r>
      <w:r>
        <w:tab/>
        <w:t>1.013e0</w:t>
      </w:r>
    </w:p>
    <w:p w:rsidR="007B2329" w:rsidRDefault="007B2329" w:rsidP="007B2329">
      <w:r>
        <w:t>128.4765</w:t>
      </w:r>
      <w:r>
        <w:tab/>
        <w:t>1.266e-2</w:t>
      </w:r>
    </w:p>
    <w:p w:rsidR="007B2329" w:rsidRDefault="007B2329" w:rsidP="007B2329">
      <w:r>
        <w:t>128.4823</w:t>
      </w:r>
      <w:r>
        <w:tab/>
        <w:t>2.025e0</w:t>
      </w:r>
    </w:p>
    <w:p w:rsidR="007B2329" w:rsidRDefault="007B2329" w:rsidP="007B2329">
      <w:r>
        <w:t>128.4855</w:t>
      </w:r>
      <w:r>
        <w:tab/>
        <w:t>1.013e0</w:t>
      </w:r>
    </w:p>
    <w:p w:rsidR="007B2329" w:rsidRDefault="007B2329" w:rsidP="007B2329">
      <w:r>
        <w:t>128.4885</w:t>
      </w:r>
      <w:r>
        <w:tab/>
        <w:t>1.013e0</w:t>
      </w:r>
    </w:p>
    <w:p w:rsidR="007B2329" w:rsidRDefault="007B2329" w:rsidP="007B2329">
      <w:r>
        <w:t>128.5005</w:t>
      </w:r>
      <w:r>
        <w:tab/>
        <w:t>1.013e0</w:t>
      </w:r>
    </w:p>
    <w:p w:rsidR="007B2329" w:rsidRDefault="007B2329" w:rsidP="007B2329">
      <w:r>
        <w:t>128.5033</w:t>
      </w:r>
      <w:r>
        <w:tab/>
        <w:t>1.013e0</w:t>
      </w:r>
    </w:p>
    <w:p w:rsidR="007B2329" w:rsidRDefault="007B2329" w:rsidP="007B2329">
      <w:r>
        <w:t>128.5096</w:t>
      </w:r>
      <w:r>
        <w:tab/>
        <w:t>1.266e-2</w:t>
      </w:r>
    </w:p>
    <w:p w:rsidR="007B2329" w:rsidRDefault="007B2329" w:rsidP="007B2329">
      <w:r>
        <w:t>128.5126</w:t>
      </w:r>
      <w:r>
        <w:tab/>
        <w:t>2.532e-2</w:t>
      </w:r>
    </w:p>
    <w:p w:rsidR="007B2329" w:rsidRDefault="007B2329" w:rsidP="007B2329">
      <w:r>
        <w:t>128.5154</w:t>
      </w:r>
      <w:r>
        <w:tab/>
        <w:t>7.089e0</w:t>
      </w:r>
    </w:p>
    <w:p w:rsidR="007B2329" w:rsidRDefault="007B2329" w:rsidP="007B2329">
      <w:r>
        <w:t>128.5188</w:t>
      </w:r>
      <w:r>
        <w:tab/>
        <w:t>1.013e0</w:t>
      </w:r>
    </w:p>
    <w:p w:rsidR="007B2329" w:rsidRDefault="007B2329" w:rsidP="007B2329">
      <w:r>
        <w:t>128.5337</w:t>
      </w:r>
      <w:r>
        <w:tab/>
        <w:t>1.013e0</w:t>
      </w:r>
    </w:p>
    <w:p w:rsidR="007B2329" w:rsidRDefault="007B2329" w:rsidP="007B2329">
      <w:r>
        <w:t>128.5399</w:t>
      </w:r>
      <w:r>
        <w:tab/>
        <w:t>1.013e0</w:t>
      </w:r>
    </w:p>
    <w:p w:rsidR="007B2329" w:rsidRDefault="007B2329" w:rsidP="007B2329">
      <w:r>
        <w:t>128.5501</w:t>
      </w:r>
      <w:r>
        <w:tab/>
        <w:t>2.025e0</w:t>
      </w:r>
    </w:p>
    <w:p w:rsidR="007B2329" w:rsidRDefault="007B2329" w:rsidP="007B2329">
      <w:r>
        <w:t>128.5578</w:t>
      </w:r>
      <w:r>
        <w:tab/>
        <w:t>1.266e-2</w:t>
      </w:r>
    </w:p>
    <w:p w:rsidR="007B2329" w:rsidRDefault="007B2329" w:rsidP="007B2329">
      <w:r>
        <w:t>128.5609</w:t>
      </w:r>
      <w:r>
        <w:tab/>
        <w:t>1.013e0</w:t>
      </w:r>
    </w:p>
    <w:p w:rsidR="007B2329" w:rsidRDefault="007B2329" w:rsidP="007B2329">
      <w:r>
        <w:lastRenderedPageBreak/>
        <w:t>128.5640</w:t>
      </w:r>
      <w:r>
        <w:tab/>
        <w:t>1.013e0</w:t>
      </w:r>
    </w:p>
    <w:p w:rsidR="007B2329" w:rsidRDefault="007B2329" w:rsidP="007B2329">
      <w:r>
        <w:t>128.5654</w:t>
      </w:r>
      <w:r>
        <w:tab/>
        <w:t>4.051e0</w:t>
      </w:r>
    </w:p>
    <w:p w:rsidR="007B2329" w:rsidRDefault="007B2329" w:rsidP="007B2329">
      <w:r>
        <w:t>128.5741</w:t>
      </w:r>
      <w:r>
        <w:tab/>
        <w:t>2.025e0</w:t>
      </w:r>
    </w:p>
    <w:p w:rsidR="007B2329" w:rsidRDefault="007B2329" w:rsidP="007B2329">
      <w:r>
        <w:t>128.5850</w:t>
      </w:r>
      <w:r>
        <w:tab/>
        <w:t>2.025e0</w:t>
      </w:r>
    </w:p>
    <w:p w:rsidR="007B2329" w:rsidRDefault="007B2329" w:rsidP="007B2329">
      <w:r>
        <w:t>128.6030</w:t>
      </w:r>
      <w:r>
        <w:tab/>
        <w:t>2.025e0</w:t>
      </w:r>
    </w:p>
    <w:p w:rsidR="007B2329" w:rsidRDefault="007B2329" w:rsidP="007B2329">
      <w:r>
        <w:t>128.6060</w:t>
      </w:r>
      <w:r>
        <w:tab/>
        <w:t>3.038e0</w:t>
      </w:r>
    </w:p>
    <w:p w:rsidR="007B2329" w:rsidRDefault="007B2329" w:rsidP="007B2329">
      <w:r>
        <w:t>128.6092</w:t>
      </w:r>
      <w:r>
        <w:tab/>
        <w:t>1.013e0</w:t>
      </w:r>
    </w:p>
    <w:p w:rsidR="007B2329" w:rsidRDefault="007B2329" w:rsidP="007B2329">
      <w:r>
        <w:t>128.6123</w:t>
      </w:r>
      <w:r>
        <w:tab/>
        <w:t>2.025e0</w:t>
      </w:r>
    </w:p>
    <w:p w:rsidR="007B2329" w:rsidRDefault="007B2329" w:rsidP="007B2329">
      <w:r>
        <w:t>128.6138</w:t>
      </w:r>
      <w:r>
        <w:tab/>
        <w:t>2.025e0</w:t>
      </w:r>
    </w:p>
    <w:p w:rsidR="007B2329" w:rsidRDefault="007B2329" w:rsidP="007B2329">
      <w:r>
        <w:t>128.6154</w:t>
      </w:r>
      <w:r>
        <w:tab/>
        <w:t>1.013e0</w:t>
      </w:r>
    </w:p>
    <w:p w:rsidR="007B2329" w:rsidRDefault="007B2329" w:rsidP="007B2329">
      <w:r>
        <w:t>128.6394</w:t>
      </w:r>
      <w:r>
        <w:tab/>
        <w:t>1.013e0</w:t>
      </w:r>
    </w:p>
    <w:p w:rsidR="007B2329" w:rsidRDefault="007B2329" w:rsidP="007B2329">
      <w:r>
        <w:t>128.6481</w:t>
      </w:r>
      <w:r>
        <w:tab/>
        <w:t>1.013e0</w:t>
      </w:r>
    </w:p>
    <w:p w:rsidR="007B2329" w:rsidRDefault="007B2329" w:rsidP="007B2329">
      <w:r>
        <w:t>128.6574</w:t>
      </w:r>
      <w:r>
        <w:tab/>
        <w:t>2.025e0</w:t>
      </w:r>
    </w:p>
    <w:p w:rsidR="007B2329" w:rsidRDefault="007B2329" w:rsidP="007B2329">
      <w:r>
        <w:t>128.6605</w:t>
      </w:r>
      <w:r>
        <w:tab/>
        <w:t>2.025e0</w:t>
      </w:r>
    </w:p>
    <w:p w:rsidR="007B2329" w:rsidRDefault="007B2329" w:rsidP="007B2329">
      <w:r>
        <w:t>128.6648</w:t>
      </w:r>
      <w:r>
        <w:tab/>
        <w:t>1.025e0</w:t>
      </w:r>
    </w:p>
    <w:p w:rsidR="007B2329" w:rsidRDefault="007B2329" w:rsidP="007B2329">
      <w:r>
        <w:t>128.6815</w:t>
      </w:r>
      <w:r>
        <w:tab/>
        <w:t>2.025e0</w:t>
      </w:r>
    </w:p>
    <w:p w:rsidR="007B2329" w:rsidRDefault="007B2329" w:rsidP="007B2329">
      <w:r>
        <w:t>128.6847</w:t>
      </w:r>
      <w:r>
        <w:tab/>
        <w:t>1.266e-2</w:t>
      </w:r>
    </w:p>
    <w:p w:rsidR="007B2329" w:rsidRDefault="007B2329" w:rsidP="007B2329">
      <w:r>
        <w:t>128.6868</w:t>
      </w:r>
      <w:r>
        <w:tab/>
        <w:t>4.051e0</w:t>
      </w:r>
    </w:p>
    <w:p w:rsidR="007B2329" w:rsidRDefault="007B2329" w:rsidP="007B2329">
      <w:r>
        <w:t>128.6932</w:t>
      </w:r>
      <w:r>
        <w:tab/>
        <w:t>4.051e0</w:t>
      </w:r>
    </w:p>
    <w:p w:rsidR="007B2329" w:rsidRDefault="007B2329" w:rsidP="007B2329">
      <w:r>
        <w:lastRenderedPageBreak/>
        <w:t>128.6973</w:t>
      </w:r>
      <w:r>
        <w:tab/>
        <w:t>3.038e0</w:t>
      </w:r>
    </w:p>
    <w:p w:rsidR="007B2329" w:rsidRDefault="007B2329" w:rsidP="007B2329">
      <w:r>
        <w:t>128.7079</w:t>
      </w:r>
      <w:r>
        <w:tab/>
        <w:t>3.038e0</w:t>
      </w:r>
    </w:p>
    <w:p w:rsidR="007B2329" w:rsidRDefault="007B2329" w:rsidP="007B2329">
      <w:r>
        <w:t>128.7115</w:t>
      </w:r>
      <w:r>
        <w:tab/>
        <w:t>1.013e0</w:t>
      </w:r>
    </w:p>
    <w:p w:rsidR="007B2329" w:rsidRDefault="007B2329" w:rsidP="007B2329">
      <w:r>
        <w:t>128.7143</w:t>
      </w:r>
      <w:r>
        <w:tab/>
        <w:t>1.013e0</w:t>
      </w:r>
    </w:p>
    <w:p w:rsidR="007B2329" w:rsidRDefault="007B2329" w:rsidP="007B2329">
      <w:r>
        <w:t>128.7236</w:t>
      </w:r>
      <w:r>
        <w:tab/>
        <w:t>1.013e0</w:t>
      </w:r>
    </w:p>
    <w:p w:rsidR="007B2329" w:rsidRDefault="007B2329" w:rsidP="007B2329">
      <w:r>
        <w:t>128.7298</w:t>
      </w:r>
      <w:r>
        <w:tab/>
        <w:t>2.532e-2</w:t>
      </w:r>
    </w:p>
    <w:p w:rsidR="007B2329" w:rsidRDefault="007B2329" w:rsidP="007B2329">
      <w:r>
        <w:t>128.7384</w:t>
      </w:r>
      <w:r>
        <w:tab/>
        <w:t>1.013e0</w:t>
      </w:r>
    </w:p>
    <w:p w:rsidR="007B2329" w:rsidRDefault="007B2329" w:rsidP="007B2329">
      <w:r>
        <w:t>128.7415</w:t>
      </w:r>
      <w:r>
        <w:tab/>
        <w:t>1.025e0</w:t>
      </w:r>
    </w:p>
    <w:p w:rsidR="007B2329" w:rsidRDefault="007B2329" w:rsidP="007B2329">
      <w:r>
        <w:t>128.7447</w:t>
      </w:r>
      <w:r>
        <w:tab/>
        <w:t>1.266e-2</w:t>
      </w:r>
    </w:p>
    <w:p w:rsidR="007B2329" w:rsidRDefault="007B2329" w:rsidP="007B2329">
      <w:r>
        <w:t>128.7477</w:t>
      </w:r>
      <w:r>
        <w:tab/>
        <w:t>1.013e0</w:t>
      </w:r>
    </w:p>
    <w:p w:rsidR="007B2329" w:rsidRDefault="007B2329" w:rsidP="007B2329">
      <w:r>
        <w:t>128.7508</w:t>
      </w:r>
      <w:r>
        <w:tab/>
        <w:t>1.013e0</w:t>
      </w:r>
    </w:p>
    <w:p w:rsidR="007B2329" w:rsidRDefault="007B2329" w:rsidP="007B2329">
      <w:r>
        <w:t>128.7571</w:t>
      </w:r>
      <w:r>
        <w:tab/>
        <w:t>1.013e0</w:t>
      </w:r>
    </w:p>
    <w:p w:rsidR="007B2329" w:rsidRDefault="007B2329" w:rsidP="007B2329">
      <w:r>
        <w:t>128.7898</w:t>
      </w:r>
      <w:r>
        <w:tab/>
        <w:t>1.013e0</w:t>
      </w:r>
    </w:p>
    <w:p w:rsidR="007B2329" w:rsidRDefault="007B2329" w:rsidP="007B2329">
      <w:r>
        <w:t>128.7960</w:t>
      </w:r>
      <w:r>
        <w:tab/>
        <w:t>1.013e0</w:t>
      </w:r>
    </w:p>
    <w:p w:rsidR="007B2329" w:rsidRDefault="007B2329" w:rsidP="007B2329">
      <w:r>
        <w:t>128.7992</w:t>
      </w:r>
      <w:r>
        <w:tab/>
        <w:t>1.013e0</w:t>
      </w:r>
    </w:p>
    <w:p w:rsidR="007B2329" w:rsidRDefault="007B2329" w:rsidP="007B2329">
      <w:r>
        <w:t>128.8065</w:t>
      </w:r>
      <w:r>
        <w:tab/>
        <w:t>2.025e0</w:t>
      </w:r>
    </w:p>
    <w:p w:rsidR="007B2329" w:rsidRDefault="007B2329" w:rsidP="007B2329">
      <w:r>
        <w:t>128.8079</w:t>
      </w:r>
      <w:r>
        <w:tab/>
        <w:t>2.025e0</w:t>
      </w:r>
    </w:p>
    <w:p w:rsidR="007B2329" w:rsidRDefault="007B2329" w:rsidP="007B2329">
      <w:r>
        <w:t>128.8202</w:t>
      </w:r>
      <w:r>
        <w:tab/>
        <w:t>1.013e0</w:t>
      </w:r>
    </w:p>
    <w:p w:rsidR="007B2329" w:rsidRDefault="007B2329" w:rsidP="007B2329">
      <w:r>
        <w:t>128.8319</w:t>
      </w:r>
      <w:r>
        <w:tab/>
        <w:t>1.013e0</w:t>
      </w:r>
    </w:p>
    <w:p w:rsidR="007B2329" w:rsidRDefault="007B2329" w:rsidP="007B2329">
      <w:r>
        <w:lastRenderedPageBreak/>
        <w:t>128.8412</w:t>
      </w:r>
      <w:r>
        <w:tab/>
        <w:t>3.038e0</w:t>
      </w:r>
    </w:p>
    <w:p w:rsidR="007B2329" w:rsidRDefault="007B2329" w:rsidP="007B2329">
      <w:r>
        <w:t>128.8443</w:t>
      </w:r>
      <w:r>
        <w:tab/>
        <w:t>1.013e0</w:t>
      </w:r>
    </w:p>
    <w:p w:rsidR="007B2329" w:rsidRDefault="007B2329" w:rsidP="007B2329">
      <w:r>
        <w:t>128.8506</w:t>
      </w:r>
      <w:r>
        <w:tab/>
        <w:t>1.266e-2</w:t>
      </w:r>
    </w:p>
    <w:p w:rsidR="007B2329" w:rsidRDefault="007B2329" w:rsidP="007B2329">
      <w:r>
        <w:t>128.8654</w:t>
      </w:r>
      <w:r>
        <w:tab/>
        <w:t>1.013e0</w:t>
      </w:r>
    </w:p>
    <w:p w:rsidR="007B2329" w:rsidRDefault="007B2329" w:rsidP="007B2329">
      <w:r>
        <w:t>128.8716</w:t>
      </w:r>
      <w:r>
        <w:tab/>
        <w:t>1.266e-2</w:t>
      </w:r>
    </w:p>
    <w:p w:rsidR="007B2329" w:rsidRDefault="007B2329" w:rsidP="007B2329">
      <w:r>
        <w:t>128.8864</w:t>
      </w:r>
      <w:r>
        <w:tab/>
        <w:t>1.013e0</w:t>
      </w:r>
    </w:p>
    <w:p w:rsidR="007B2329" w:rsidRDefault="007B2329" w:rsidP="007B2329">
      <w:r>
        <w:t>128.8880</w:t>
      </w:r>
      <w:r>
        <w:tab/>
        <w:t>2.025e0</w:t>
      </w:r>
    </w:p>
    <w:p w:rsidR="007B2329" w:rsidRDefault="007B2329" w:rsidP="007B2329">
      <w:r>
        <w:t>128.8927</w:t>
      </w:r>
      <w:r>
        <w:tab/>
        <w:t>1.013e0</w:t>
      </w:r>
    </w:p>
    <w:p w:rsidR="007B2329" w:rsidRDefault="007B2329" w:rsidP="007B2329">
      <w:r>
        <w:t>128.8958</w:t>
      </w:r>
      <w:r>
        <w:tab/>
        <w:t>1.266e-2</w:t>
      </w:r>
    </w:p>
    <w:p w:rsidR="007B2329" w:rsidRDefault="007B2329" w:rsidP="007B2329">
      <w:r>
        <w:t>128.9015</w:t>
      </w:r>
      <w:r>
        <w:tab/>
        <w:t>1.013e0</w:t>
      </w:r>
    </w:p>
    <w:p w:rsidR="007B2329" w:rsidRDefault="007B2329" w:rsidP="007B2329">
      <w:r>
        <w:t>128.9168</w:t>
      </w:r>
      <w:r>
        <w:tab/>
        <w:t>1.013e0</w:t>
      </w:r>
    </w:p>
    <w:p w:rsidR="007B2329" w:rsidRDefault="007B2329" w:rsidP="007B2329">
      <w:r>
        <w:t>128.9284</w:t>
      </w:r>
      <w:r>
        <w:tab/>
        <w:t>3.038e0</w:t>
      </w:r>
    </w:p>
    <w:p w:rsidR="007B2329" w:rsidRDefault="007B2329" w:rsidP="007B2329">
      <w:r>
        <w:t>128.9316</w:t>
      </w:r>
      <w:r>
        <w:tab/>
        <w:t>1.266e-2</w:t>
      </w:r>
    </w:p>
    <w:p w:rsidR="007B2329" w:rsidRDefault="007B2329" w:rsidP="007B2329">
      <w:r>
        <w:t>128.9348</w:t>
      </w:r>
      <w:r>
        <w:tab/>
        <w:t>1.013e0</w:t>
      </w:r>
    </w:p>
    <w:p w:rsidR="007B2329" w:rsidRDefault="007B2329" w:rsidP="007B2329">
      <w:r>
        <w:t>128.9378</w:t>
      </w:r>
      <w:r>
        <w:tab/>
        <w:t>1.013e0</w:t>
      </w:r>
    </w:p>
    <w:p w:rsidR="007B2329" w:rsidRDefault="007B2329" w:rsidP="007B2329">
      <w:r>
        <w:t>128.9409</w:t>
      </w:r>
      <w:r>
        <w:tab/>
        <w:t>1.013e0</w:t>
      </w:r>
    </w:p>
    <w:p w:rsidR="007B2329" w:rsidRDefault="007B2329" w:rsidP="007B2329">
      <w:r>
        <w:t>128.9440</w:t>
      </w:r>
      <w:r>
        <w:tab/>
        <w:t>1.266e-2</w:t>
      </w:r>
    </w:p>
    <w:p w:rsidR="007B2329" w:rsidRDefault="007B2329" w:rsidP="007B2329">
      <w:r>
        <w:t>128.9470</w:t>
      </w:r>
      <w:r>
        <w:tab/>
        <w:t>1.013e0</w:t>
      </w:r>
    </w:p>
    <w:p w:rsidR="007B2329" w:rsidRDefault="007B2329" w:rsidP="007B2329">
      <w:r>
        <w:t>128.9589</w:t>
      </w:r>
      <w:r>
        <w:tab/>
        <w:t>2.025e0</w:t>
      </w:r>
    </w:p>
    <w:p w:rsidR="007B2329" w:rsidRDefault="007B2329" w:rsidP="007B2329">
      <w:r>
        <w:lastRenderedPageBreak/>
        <w:t>128.9651</w:t>
      </w:r>
      <w:r>
        <w:tab/>
        <w:t>1.013e0</w:t>
      </w:r>
    </w:p>
    <w:p w:rsidR="007B2329" w:rsidRDefault="007B2329" w:rsidP="007B2329">
      <w:r>
        <w:t>128.9682</w:t>
      </w:r>
      <w:r>
        <w:tab/>
        <w:t>1.013e0</w:t>
      </w:r>
    </w:p>
    <w:p w:rsidR="007B2329" w:rsidRDefault="007B2329" w:rsidP="007B2329">
      <w:r>
        <w:t>128.9815</w:t>
      </w:r>
      <w:r>
        <w:tab/>
        <w:t>2.025e0</w:t>
      </w:r>
    </w:p>
    <w:p w:rsidR="007B2329" w:rsidRDefault="007B2329" w:rsidP="007B2329">
      <w:r>
        <w:t>128.9892</w:t>
      </w:r>
      <w:r>
        <w:tab/>
        <w:t>1.013e0</w:t>
      </w:r>
    </w:p>
    <w:p w:rsidR="007B2329" w:rsidRDefault="007B2329" w:rsidP="007B2329">
      <w:r>
        <w:t>128.9979</w:t>
      </w:r>
      <w:r>
        <w:tab/>
        <w:t>1.013e0</w:t>
      </w:r>
    </w:p>
    <w:p w:rsidR="007B2329" w:rsidRDefault="007B2329" w:rsidP="007B2329">
      <w:r>
        <w:t>129.0010</w:t>
      </w:r>
      <w:r>
        <w:tab/>
        <w:t>1.013e0</w:t>
      </w:r>
    </w:p>
    <w:p w:rsidR="007B2329" w:rsidRDefault="007B2329" w:rsidP="007B2329">
      <w:r>
        <w:t>129.0072</w:t>
      </w:r>
      <w:r>
        <w:tab/>
        <w:t>1.013e0</w:t>
      </w:r>
    </w:p>
    <w:p w:rsidR="007B2329" w:rsidRDefault="007B2329" w:rsidP="007B2329">
      <w:r>
        <w:t>129.0103</w:t>
      </w:r>
      <w:r>
        <w:tab/>
        <w:t>1.013e0</w:t>
      </w:r>
    </w:p>
    <w:p w:rsidR="007B2329" w:rsidRDefault="007B2329" w:rsidP="007B2329">
      <w:r>
        <w:t>129.0166</w:t>
      </w:r>
      <w:r>
        <w:tab/>
        <w:t>3.051e0</w:t>
      </w:r>
    </w:p>
    <w:p w:rsidR="007B2329" w:rsidRDefault="007B2329" w:rsidP="007B2329">
      <w:r>
        <w:t>129.0208</w:t>
      </w:r>
      <w:r>
        <w:tab/>
        <w:t>2.025e0</w:t>
      </w:r>
    </w:p>
    <w:p w:rsidR="007B2329" w:rsidRDefault="007B2329" w:rsidP="007B2329">
      <w:r>
        <w:t>129.0251</w:t>
      </w:r>
      <w:r>
        <w:tab/>
        <w:t>2.025e0</w:t>
      </w:r>
    </w:p>
    <w:p w:rsidR="007B2329" w:rsidRDefault="007B2329" w:rsidP="007B2329">
      <w:r>
        <w:t>129.0345</w:t>
      </w:r>
      <w:r>
        <w:tab/>
        <w:t>2.038e0</w:t>
      </w:r>
    </w:p>
    <w:p w:rsidR="007B2329" w:rsidRDefault="007B2329" w:rsidP="007B2329">
      <w:r>
        <w:t>129.0385</w:t>
      </w:r>
      <w:r>
        <w:tab/>
        <w:t>3.038e0</w:t>
      </w:r>
    </w:p>
    <w:p w:rsidR="007B2329" w:rsidRDefault="007B2329" w:rsidP="007B2329">
      <w:r>
        <w:t>129.0438</w:t>
      </w:r>
      <w:r>
        <w:tab/>
        <w:t>4.544e0</w:t>
      </w:r>
    </w:p>
    <w:p w:rsidR="007B2329" w:rsidRDefault="007B2329" w:rsidP="007B2329">
      <w:r>
        <w:t>129.0602</w:t>
      </w:r>
      <w:r>
        <w:tab/>
        <w:t>1.025e0</w:t>
      </w:r>
    </w:p>
    <w:p w:rsidR="007B2329" w:rsidRDefault="007B2329" w:rsidP="007B2329">
      <w:r>
        <w:t>129.0649</w:t>
      </w:r>
      <w:r>
        <w:tab/>
        <w:t>1.013e0</w:t>
      </w:r>
    </w:p>
    <w:p w:rsidR="007B2329" w:rsidRDefault="007B2329" w:rsidP="007B2329">
      <w:r>
        <w:t>129.0664</w:t>
      </w:r>
      <w:r>
        <w:tab/>
        <w:t>1.089e0</w:t>
      </w:r>
    </w:p>
    <w:p w:rsidR="007B2329" w:rsidRDefault="007B2329" w:rsidP="007B2329">
      <w:r>
        <w:t>129.0799</w:t>
      </w:r>
      <w:r>
        <w:tab/>
        <w:t>1.150e0</w:t>
      </w:r>
    </w:p>
    <w:p w:rsidR="007B2329" w:rsidRDefault="007B2329" w:rsidP="007B2329">
      <w:r>
        <w:t>129.0889</w:t>
      </w:r>
      <w:r>
        <w:tab/>
        <w:t>1.013e0</w:t>
      </w:r>
    </w:p>
    <w:p w:rsidR="007B2329" w:rsidRDefault="007B2329" w:rsidP="007B2329">
      <w:r>
        <w:lastRenderedPageBreak/>
        <w:t>129.0918</w:t>
      </w:r>
      <w:r>
        <w:tab/>
        <w:t>6.076e0</w:t>
      </w:r>
    </w:p>
    <w:p w:rsidR="007B2329" w:rsidRDefault="007B2329" w:rsidP="007B2329">
      <w:r>
        <w:t>129.1038</w:t>
      </w:r>
      <w:r>
        <w:tab/>
        <w:t>5.063e0</w:t>
      </w:r>
    </w:p>
    <w:p w:rsidR="007B2329" w:rsidRDefault="007B2329" w:rsidP="007B2329">
      <w:r>
        <w:t>129.1069</w:t>
      </w:r>
      <w:r>
        <w:tab/>
        <w:t>1.013e0</w:t>
      </w:r>
    </w:p>
    <w:p w:rsidR="007B2329" w:rsidRDefault="007B2329" w:rsidP="007B2329">
      <w:r>
        <w:t>129.1122</w:t>
      </w:r>
      <w:r>
        <w:tab/>
        <w:t>3.038e0</w:t>
      </w:r>
    </w:p>
    <w:p w:rsidR="007B2329" w:rsidRDefault="007B2329" w:rsidP="007B2329">
      <w:r>
        <w:t>129.1265</w:t>
      </w:r>
      <w:r>
        <w:tab/>
        <w:t>2.025e0</w:t>
      </w:r>
    </w:p>
    <w:p w:rsidR="007B2329" w:rsidRDefault="007B2329" w:rsidP="007B2329">
      <w:r>
        <w:t>129.1311</w:t>
      </w:r>
      <w:r>
        <w:tab/>
        <w:t>1.013e0</w:t>
      </w:r>
    </w:p>
    <w:p w:rsidR="007B2329" w:rsidRDefault="007B2329" w:rsidP="007B2329">
      <w:r>
        <w:t>129.1357</w:t>
      </w:r>
      <w:r>
        <w:tab/>
        <w:t>2.025e0</w:t>
      </w:r>
    </w:p>
    <w:p w:rsidR="007B2329" w:rsidRDefault="007B2329" w:rsidP="007B2329">
      <w:r>
        <w:t>129.1399</w:t>
      </w:r>
      <w:r>
        <w:tab/>
        <w:t>1.025e0</w:t>
      </w:r>
    </w:p>
    <w:p w:rsidR="007B2329" w:rsidRDefault="007B2329" w:rsidP="007B2329">
      <w:r>
        <w:t>129.1522</w:t>
      </w:r>
      <w:r>
        <w:tab/>
        <w:t>2.532e-2</w:t>
      </w:r>
    </w:p>
    <w:p w:rsidR="007B2329" w:rsidRDefault="007B2329" w:rsidP="007B2329">
      <w:r>
        <w:t>129.1553</w:t>
      </w:r>
      <w:r>
        <w:tab/>
        <w:t>1.013e0</w:t>
      </w:r>
    </w:p>
    <w:p w:rsidR="007B2329" w:rsidRDefault="007B2329" w:rsidP="007B2329">
      <w:r>
        <w:t>129.1621</w:t>
      </w:r>
      <w:r>
        <w:tab/>
        <w:t>5.063e0</w:t>
      </w:r>
    </w:p>
    <w:p w:rsidR="007B2329" w:rsidRDefault="007B2329" w:rsidP="007B2329">
      <w:r>
        <w:t>129.1779</w:t>
      </w:r>
      <w:r>
        <w:tab/>
        <w:t>2.025e0</w:t>
      </w:r>
    </w:p>
    <w:p w:rsidR="007B2329" w:rsidRDefault="007B2329" w:rsidP="007B2329">
      <w:r>
        <w:t>129.1855</w:t>
      </w:r>
      <w:r>
        <w:tab/>
        <w:t>1.266e-2</w:t>
      </w:r>
    </w:p>
    <w:p w:rsidR="007B2329" w:rsidRDefault="007B2329" w:rsidP="007B2329">
      <w:r>
        <w:t>129.1881</w:t>
      </w:r>
      <w:r>
        <w:tab/>
        <w:t>1.013e0</w:t>
      </w:r>
    </w:p>
    <w:p w:rsidR="007B2329" w:rsidRDefault="007B2329" w:rsidP="007B2329">
      <w:r>
        <w:t>129.1897</w:t>
      </w:r>
      <w:r>
        <w:tab/>
        <w:t>2.025e0</w:t>
      </w:r>
    </w:p>
    <w:p w:rsidR="007B2329" w:rsidRDefault="007B2329" w:rsidP="007B2329">
      <w:r>
        <w:t>129.2068</w:t>
      </w:r>
      <w:r>
        <w:tab/>
        <w:t>1.266e-2</w:t>
      </w:r>
    </w:p>
    <w:p w:rsidR="007B2329" w:rsidRDefault="007B2329" w:rsidP="007B2329">
      <w:r>
        <w:t>129.2124</w:t>
      </w:r>
      <w:r>
        <w:tab/>
        <w:t>4.063e0</w:t>
      </w:r>
    </w:p>
    <w:p w:rsidR="007B2329" w:rsidRDefault="007B2329" w:rsidP="007B2329">
      <w:r>
        <w:t>129.2186</w:t>
      </w:r>
      <w:r>
        <w:tab/>
        <w:t>1.013e0</w:t>
      </w:r>
    </w:p>
    <w:p w:rsidR="007B2329" w:rsidRDefault="007B2329" w:rsidP="007B2329">
      <w:r>
        <w:t>129.2364</w:t>
      </w:r>
      <w:r>
        <w:tab/>
        <w:t>1.013e0</w:t>
      </w:r>
    </w:p>
    <w:p w:rsidR="007B2329" w:rsidRDefault="007B2329" w:rsidP="007B2329">
      <w:r>
        <w:lastRenderedPageBreak/>
        <w:t>129.2579</w:t>
      </w:r>
      <w:r>
        <w:tab/>
        <w:t>1.013e0</w:t>
      </w:r>
    </w:p>
    <w:p w:rsidR="007B2329" w:rsidRDefault="007B2329" w:rsidP="007B2329">
      <w:r>
        <w:t>129.2731</w:t>
      </w:r>
      <w:r>
        <w:tab/>
        <w:t>1.266e-2</w:t>
      </w:r>
    </w:p>
    <w:p w:rsidR="007B2329" w:rsidRDefault="007B2329" w:rsidP="007B2329">
      <w:r>
        <w:t>129.2793</w:t>
      </w:r>
      <w:r>
        <w:tab/>
        <w:t>1.013e0</w:t>
      </w:r>
    </w:p>
    <w:p w:rsidR="007B2329" w:rsidRDefault="007B2329" w:rsidP="007B2329">
      <w:r>
        <w:t>129.2820</w:t>
      </w:r>
      <w:r>
        <w:tab/>
        <w:t>1.013e0</w:t>
      </w:r>
    </w:p>
    <w:p w:rsidR="007B2329" w:rsidRDefault="007B2329" w:rsidP="007B2329">
      <w:r>
        <w:t>129.2911</w:t>
      </w:r>
      <w:r>
        <w:tab/>
        <w:t>1.013e0</w:t>
      </w:r>
    </w:p>
    <w:p w:rsidR="007B2329" w:rsidRDefault="007B2329" w:rsidP="007B2329">
      <w:r>
        <w:t>129.2942</w:t>
      </w:r>
      <w:r>
        <w:tab/>
        <w:t>1.013e0</w:t>
      </w:r>
    </w:p>
    <w:p w:rsidR="007B2329" w:rsidRDefault="007B2329" w:rsidP="007B2329">
      <w:r>
        <w:t>129.3004</w:t>
      </w:r>
      <w:r>
        <w:tab/>
        <w:t>2.025e0</w:t>
      </w:r>
    </w:p>
    <w:p w:rsidR="007B2329" w:rsidRDefault="007B2329" w:rsidP="007B2329">
      <w:r>
        <w:t>129.3062</w:t>
      </w:r>
      <w:r>
        <w:tab/>
        <w:t>1.013e0</w:t>
      </w:r>
    </w:p>
    <w:p w:rsidR="007B2329" w:rsidRDefault="007B2329" w:rsidP="007B2329">
      <w:r>
        <w:t>129.3121</w:t>
      </w:r>
      <w:r>
        <w:tab/>
        <w:t>1.013e0</w:t>
      </w:r>
    </w:p>
    <w:p w:rsidR="007B2329" w:rsidRDefault="007B2329" w:rsidP="007B2329">
      <w:r>
        <w:t>129.3184</w:t>
      </w:r>
      <w:r>
        <w:tab/>
        <w:t>3.038e0</w:t>
      </w:r>
    </w:p>
    <w:p w:rsidR="007B2329" w:rsidRDefault="007B2329" w:rsidP="007B2329">
      <w:r>
        <w:t>129.3284</w:t>
      </w:r>
      <w:r>
        <w:tab/>
        <w:t>3.038e0</w:t>
      </w:r>
    </w:p>
    <w:p w:rsidR="007B2329" w:rsidRDefault="007B2329" w:rsidP="007B2329">
      <w:r>
        <w:t>129.3346</w:t>
      </w:r>
      <w:r>
        <w:tab/>
        <w:t>2.025e0</w:t>
      </w:r>
    </w:p>
    <w:p w:rsidR="007B2329" w:rsidRDefault="007B2329" w:rsidP="007B2329">
      <w:r>
        <w:t>129.3395</w:t>
      </w:r>
      <w:r>
        <w:tab/>
        <w:t>1.013e0</w:t>
      </w:r>
    </w:p>
    <w:p w:rsidR="007B2329" w:rsidRDefault="007B2329" w:rsidP="007B2329">
      <w:r>
        <w:t>129.3425</w:t>
      </w:r>
      <w:r>
        <w:tab/>
        <w:t>1.013e0</w:t>
      </w:r>
    </w:p>
    <w:p w:rsidR="007B2329" w:rsidRDefault="007B2329" w:rsidP="007B2329">
      <w:r>
        <w:t>129.3574</w:t>
      </w:r>
      <w:r>
        <w:tab/>
        <w:t>2.025e0</w:t>
      </w:r>
    </w:p>
    <w:p w:rsidR="007B2329" w:rsidRDefault="007B2329" w:rsidP="007B2329">
      <w:r>
        <w:t>129.3667</w:t>
      </w:r>
      <w:r>
        <w:tab/>
        <w:t>1.013e0</w:t>
      </w:r>
    </w:p>
    <w:p w:rsidR="007B2329" w:rsidRDefault="007B2329" w:rsidP="007B2329">
      <w:r>
        <w:t>129.3698</w:t>
      </w:r>
      <w:r>
        <w:tab/>
        <w:t>1.013e0</w:t>
      </w:r>
    </w:p>
    <w:p w:rsidR="007B2329" w:rsidRDefault="007B2329" w:rsidP="007B2329">
      <w:r>
        <w:t>129.3730</w:t>
      </w:r>
      <w:r>
        <w:tab/>
        <w:t>1.013e0</w:t>
      </w:r>
    </w:p>
    <w:p w:rsidR="007B2329" w:rsidRDefault="007B2329" w:rsidP="007B2329">
      <w:r>
        <w:t>129.3786</w:t>
      </w:r>
      <w:r>
        <w:tab/>
        <w:t>1.013e0</w:t>
      </w:r>
    </w:p>
    <w:p w:rsidR="007B2329" w:rsidRDefault="007B2329" w:rsidP="007B2329">
      <w:r>
        <w:lastRenderedPageBreak/>
        <w:t>129.3847</w:t>
      </w:r>
      <w:r>
        <w:tab/>
        <w:t>1.013e0</w:t>
      </w:r>
    </w:p>
    <w:p w:rsidR="007B2329" w:rsidRDefault="007B2329" w:rsidP="007B2329">
      <w:r>
        <w:t>129.3878</w:t>
      </w:r>
      <w:r>
        <w:tab/>
        <w:t>2.025e0</w:t>
      </w:r>
    </w:p>
    <w:p w:rsidR="007B2329" w:rsidRDefault="007B2329" w:rsidP="007B2329">
      <w:r>
        <w:t>129.3909</w:t>
      </w:r>
      <w:r>
        <w:tab/>
        <w:t>1.013e0</w:t>
      </w:r>
    </w:p>
    <w:p w:rsidR="007B2329" w:rsidRDefault="007B2329" w:rsidP="007B2329">
      <w:r>
        <w:t>129.4001</w:t>
      </w:r>
      <w:r>
        <w:tab/>
        <w:t>1.013e0</w:t>
      </w:r>
    </w:p>
    <w:p w:rsidR="007B2329" w:rsidRDefault="007B2329" w:rsidP="007B2329">
      <w:r>
        <w:t>129.4057</w:t>
      </w:r>
      <w:r>
        <w:tab/>
        <w:t>1.013e0</w:t>
      </w:r>
    </w:p>
    <w:p w:rsidR="007B2329" w:rsidRDefault="007B2329" w:rsidP="007B2329">
      <w:r>
        <w:t>129.4151</w:t>
      </w:r>
      <w:r>
        <w:tab/>
        <w:t>1.266e-2</w:t>
      </w:r>
    </w:p>
    <w:p w:rsidR="007B2329" w:rsidRDefault="007B2329" w:rsidP="007B2329">
      <w:r>
        <w:t>129.4182</w:t>
      </w:r>
      <w:r>
        <w:tab/>
        <w:t>1.013e0</w:t>
      </w:r>
    </w:p>
    <w:p w:rsidR="007B2329" w:rsidRDefault="007B2329" w:rsidP="007B2329">
      <w:r>
        <w:t>129.4243</w:t>
      </w:r>
      <w:r>
        <w:tab/>
        <w:t>1.013e0</w:t>
      </w:r>
    </w:p>
    <w:p w:rsidR="007B2329" w:rsidRDefault="007B2329" w:rsidP="007B2329">
      <w:r>
        <w:t>129.4299</w:t>
      </w:r>
      <w:r>
        <w:tab/>
        <w:t>1.013e0</w:t>
      </w:r>
    </w:p>
    <w:p w:rsidR="007B2329" w:rsidRDefault="007B2329" w:rsidP="007B2329">
      <w:r>
        <w:t>129.4339</w:t>
      </w:r>
      <w:r>
        <w:tab/>
        <w:t>3.038e0</w:t>
      </w:r>
    </w:p>
    <w:p w:rsidR="007B2329" w:rsidRDefault="007B2329" w:rsidP="007B2329">
      <w:r>
        <w:t>129.4362</w:t>
      </w:r>
      <w:r>
        <w:tab/>
        <w:t>3.038e0</w:t>
      </w:r>
    </w:p>
    <w:p w:rsidR="007B2329" w:rsidRDefault="007B2329" w:rsidP="007B2329">
      <w:r>
        <w:t>129.4541</w:t>
      </w:r>
      <w:r>
        <w:tab/>
        <w:t>3.038e0</w:t>
      </w:r>
    </w:p>
    <w:p w:rsidR="007B2329" w:rsidRDefault="007B2329" w:rsidP="007B2329">
      <w:r>
        <w:t>129.4574</w:t>
      </w:r>
      <w:r>
        <w:tab/>
        <w:t>1.266e-2</w:t>
      </w:r>
    </w:p>
    <w:p w:rsidR="007B2329" w:rsidRDefault="007B2329" w:rsidP="007B2329">
      <w:r>
        <w:t>129.4627</w:t>
      </w:r>
      <w:r>
        <w:tab/>
        <w:t>3.038e0</w:t>
      </w:r>
    </w:p>
    <w:p w:rsidR="007B2329" w:rsidRDefault="007B2329" w:rsidP="007B2329">
      <w:r>
        <w:t>129.4697</w:t>
      </w:r>
      <w:r>
        <w:tab/>
        <w:t>1.013e0</w:t>
      </w:r>
    </w:p>
    <w:p w:rsidR="007B2329" w:rsidRDefault="007B2329" w:rsidP="007B2329">
      <w:r>
        <w:t>129.4784</w:t>
      </w:r>
      <w:r>
        <w:tab/>
        <w:t>1.013e0</w:t>
      </w:r>
    </w:p>
    <w:p w:rsidR="007B2329" w:rsidRDefault="007B2329" w:rsidP="007B2329">
      <w:r>
        <w:t>129.4877</w:t>
      </w:r>
      <w:r>
        <w:tab/>
        <w:t>1.025e0</w:t>
      </w:r>
    </w:p>
    <w:p w:rsidR="007B2329" w:rsidRDefault="007B2329" w:rsidP="007B2329">
      <w:r>
        <w:t>129.4908</w:t>
      </w:r>
      <w:r>
        <w:tab/>
        <w:t>1.013e0</w:t>
      </w:r>
    </w:p>
    <w:p w:rsidR="007B2329" w:rsidRDefault="007B2329" w:rsidP="007B2329">
      <w:r>
        <w:t>129.4995</w:t>
      </w:r>
      <w:r>
        <w:tab/>
        <w:t>1.013e0</w:t>
      </w:r>
    </w:p>
    <w:p w:rsidR="007B2329" w:rsidRDefault="007B2329" w:rsidP="007B2329">
      <w:r>
        <w:lastRenderedPageBreak/>
        <w:t>129.5058</w:t>
      </w:r>
      <w:r>
        <w:tab/>
        <w:t>1.013e0</w:t>
      </w:r>
    </w:p>
    <w:p w:rsidR="007B2329" w:rsidRDefault="007B2329" w:rsidP="007B2329">
      <w:r>
        <w:t>129.5150</w:t>
      </w:r>
      <w:r>
        <w:tab/>
        <w:t>2.532e-2</w:t>
      </w:r>
    </w:p>
    <w:p w:rsidR="007B2329" w:rsidRDefault="007B2329" w:rsidP="007B2329">
      <w:r>
        <w:t>129.5210</w:t>
      </w:r>
      <w:r>
        <w:tab/>
        <w:t>1.013e0</w:t>
      </w:r>
    </w:p>
    <w:p w:rsidR="007B2329" w:rsidRDefault="007B2329" w:rsidP="007B2329">
      <w:r>
        <w:t>129.5314</w:t>
      </w:r>
      <w:r>
        <w:tab/>
        <w:t>2.532e-2</w:t>
      </w:r>
    </w:p>
    <w:p w:rsidR="007B2329" w:rsidRDefault="007B2329" w:rsidP="007B2329">
      <w:r>
        <w:t>129.5346</w:t>
      </w:r>
      <w:r>
        <w:tab/>
        <w:t>3.127e0</w:t>
      </w:r>
    </w:p>
    <w:p w:rsidR="007B2329" w:rsidRDefault="007B2329" w:rsidP="007B2329">
      <w:r>
        <w:t>129.5361</w:t>
      </w:r>
      <w:r>
        <w:tab/>
        <w:t>1.013e0</w:t>
      </w:r>
    </w:p>
    <w:p w:rsidR="007B2329" w:rsidRDefault="007B2329" w:rsidP="007B2329">
      <w:r>
        <w:t>129.5374</w:t>
      </w:r>
      <w:r>
        <w:tab/>
        <w:t>4.063e0</w:t>
      </w:r>
    </w:p>
    <w:p w:rsidR="007B2329" w:rsidRDefault="007B2329" w:rsidP="007B2329">
      <w:r>
        <w:t>129.5479</w:t>
      </w:r>
      <w:r>
        <w:tab/>
        <w:t>1.266e-2</w:t>
      </w:r>
    </w:p>
    <w:p w:rsidR="007B2329" w:rsidRDefault="007B2329" w:rsidP="007B2329">
      <w:r>
        <w:t>129.5634</w:t>
      </w:r>
      <w:r>
        <w:tab/>
        <w:t>3.038e0</w:t>
      </w:r>
    </w:p>
    <w:p w:rsidR="007B2329" w:rsidRDefault="007B2329" w:rsidP="007B2329">
      <w:r>
        <w:t>129.5666</w:t>
      </w:r>
      <w:r>
        <w:tab/>
        <w:t>1.013e0</w:t>
      </w:r>
    </w:p>
    <w:p w:rsidR="007B2329" w:rsidRDefault="007B2329" w:rsidP="007B2329">
      <w:r>
        <w:t>129.5694</w:t>
      </w:r>
      <w:r>
        <w:tab/>
        <w:t>1.013e0</w:t>
      </w:r>
    </w:p>
    <w:p w:rsidR="007B2329" w:rsidRDefault="007B2329" w:rsidP="007B2329">
      <w:r>
        <w:t>129.5721</w:t>
      </w:r>
      <w:r>
        <w:tab/>
        <w:t>2.025e0</w:t>
      </w:r>
    </w:p>
    <w:p w:rsidR="007B2329" w:rsidRDefault="007B2329" w:rsidP="007B2329">
      <w:r>
        <w:t>129.5860</w:t>
      </w:r>
      <w:r>
        <w:tab/>
        <w:t>1.025e0</w:t>
      </w:r>
    </w:p>
    <w:p w:rsidR="007B2329" w:rsidRDefault="007B2329" w:rsidP="007B2329">
      <w:r>
        <w:t>129.5891</w:t>
      </w:r>
      <w:r>
        <w:tab/>
        <w:t>2.025e0</w:t>
      </w:r>
    </w:p>
    <w:p w:rsidR="007B2329" w:rsidRDefault="007B2329" w:rsidP="007B2329">
      <w:r>
        <w:t>129.5908</w:t>
      </w:r>
      <w:r>
        <w:tab/>
        <w:t>1.266e-2</w:t>
      </w:r>
    </w:p>
    <w:p w:rsidR="007B2329" w:rsidRDefault="007B2329" w:rsidP="007B2329">
      <w:r>
        <w:t>129.5936</w:t>
      </w:r>
      <w:r>
        <w:tab/>
        <w:t>1.013e0</w:t>
      </w:r>
    </w:p>
    <w:p w:rsidR="007B2329" w:rsidRDefault="007B2329" w:rsidP="007B2329">
      <w:r>
        <w:t>129.6025</w:t>
      </w:r>
      <w:r>
        <w:tab/>
        <w:t>2.025e0</w:t>
      </w:r>
    </w:p>
    <w:p w:rsidR="007B2329" w:rsidRDefault="007B2329" w:rsidP="007B2329">
      <w:r>
        <w:t>129.6150</w:t>
      </w:r>
      <w:r>
        <w:tab/>
        <w:t>1.013e0</w:t>
      </w:r>
    </w:p>
    <w:p w:rsidR="007B2329" w:rsidRDefault="007B2329" w:rsidP="007B2329">
      <w:r>
        <w:t>129.6164</w:t>
      </w:r>
      <w:r>
        <w:tab/>
        <w:t>2.532e-2</w:t>
      </w:r>
    </w:p>
    <w:p w:rsidR="007B2329" w:rsidRDefault="007B2329" w:rsidP="007B2329">
      <w:r>
        <w:lastRenderedPageBreak/>
        <w:t>129.6204</w:t>
      </w:r>
      <w:r>
        <w:tab/>
        <w:t>1.013e0</w:t>
      </w:r>
    </w:p>
    <w:p w:rsidR="007B2329" w:rsidRDefault="007B2329" w:rsidP="007B2329">
      <w:r>
        <w:t>129.6236</w:t>
      </w:r>
      <w:r>
        <w:tab/>
        <w:t>3.038e0</w:t>
      </w:r>
    </w:p>
    <w:p w:rsidR="007B2329" w:rsidRDefault="007B2329" w:rsidP="007B2329">
      <w:r>
        <w:t>129.6478</w:t>
      </w:r>
      <w:r>
        <w:tab/>
        <w:t>1.266e-2</w:t>
      </w:r>
    </w:p>
    <w:p w:rsidR="007B2329" w:rsidRDefault="007B2329" w:rsidP="007B2329">
      <w:r>
        <w:t>129.6509</w:t>
      </w:r>
      <w:r>
        <w:tab/>
        <w:t>1.013e0</w:t>
      </w:r>
    </w:p>
    <w:p w:rsidR="007B2329" w:rsidRDefault="007B2329" w:rsidP="007B2329">
      <w:r>
        <w:t>129.6635</w:t>
      </w:r>
      <w:r>
        <w:tab/>
        <w:t>2.025e0</w:t>
      </w:r>
    </w:p>
    <w:p w:rsidR="007B2329" w:rsidRDefault="007B2329" w:rsidP="007B2329">
      <w:r>
        <w:t>129.6782</w:t>
      </w:r>
      <w:r>
        <w:tab/>
        <w:t>1.013e0</w:t>
      </w:r>
    </w:p>
    <w:p w:rsidR="007B2329" w:rsidRDefault="007B2329" w:rsidP="007B2329">
      <w:r>
        <w:t>129.6813</w:t>
      </w:r>
      <w:r>
        <w:tab/>
        <w:t>1.013e0</w:t>
      </w:r>
    </w:p>
    <w:p w:rsidR="007B2329" w:rsidRDefault="007B2329" w:rsidP="007B2329">
      <w:r>
        <w:t>129.6904</w:t>
      </w:r>
      <w:r>
        <w:tab/>
        <w:t>1.013e0</w:t>
      </w:r>
    </w:p>
    <w:p w:rsidR="007B2329" w:rsidRDefault="007B2329" w:rsidP="007B2329">
      <w:r>
        <w:t>129.6962</w:t>
      </w:r>
      <w:r>
        <w:tab/>
        <w:t>1.025e0</w:t>
      </w:r>
    </w:p>
    <w:p w:rsidR="007B2329" w:rsidRDefault="007B2329" w:rsidP="007B2329">
      <w:r>
        <w:t>129.7024</w:t>
      </w:r>
      <w:r>
        <w:tab/>
        <w:t>2.025e0</w:t>
      </w:r>
    </w:p>
    <w:p w:rsidR="007B2329" w:rsidRDefault="007B2329" w:rsidP="007B2329">
      <w:r>
        <w:t>129.7087</w:t>
      </w:r>
      <w:r>
        <w:tab/>
        <w:t>1.013e0</w:t>
      </w:r>
    </w:p>
    <w:p w:rsidR="007B2329" w:rsidRDefault="007B2329" w:rsidP="007B2329">
      <w:r>
        <w:t>129.7146</w:t>
      </w:r>
      <w:r>
        <w:tab/>
        <w:t>1.013e0</w:t>
      </w:r>
    </w:p>
    <w:p w:rsidR="007B2329" w:rsidRDefault="007B2329" w:rsidP="007B2329">
      <w:r>
        <w:t>129.7204</w:t>
      </w:r>
      <w:r>
        <w:tab/>
        <w:t>1.013e0</w:t>
      </w:r>
    </w:p>
    <w:p w:rsidR="007B2329" w:rsidRDefault="007B2329" w:rsidP="007B2329">
      <w:r>
        <w:t>129.7329</w:t>
      </w:r>
      <w:r>
        <w:tab/>
        <w:t>1.266e-2</w:t>
      </w:r>
    </w:p>
    <w:p w:rsidR="007B2329" w:rsidRDefault="007B2329" w:rsidP="007B2329">
      <w:r>
        <w:t>129.7403</w:t>
      </w:r>
      <w:r>
        <w:tab/>
        <w:t>2.025e0</w:t>
      </w:r>
    </w:p>
    <w:p w:rsidR="007B2329" w:rsidRDefault="007B2329" w:rsidP="007B2329">
      <w:r>
        <w:t>129.7540</w:t>
      </w:r>
      <w:r>
        <w:tab/>
        <w:t>1.013e0</w:t>
      </w:r>
    </w:p>
    <w:p w:rsidR="007B2329" w:rsidRDefault="007B2329" w:rsidP="007B2329">
      <w:r>
        <w:t>129.7571</w:t>
      </w:r>
      <w:r>
        <w:tab/>
        <w:t>1.013e0</w:t>
      </w:r>
    </w:p>
    <w:p w:rsidR="007B2329" w:rsidRDefault="007B2329" w:rsidP="007B2329">
      <w:r>
        <w:t>129.7616</w:t>
      </w:r>
      <w:r>
        <w:tab/>
        <w:t>2.025e0</w:t>
      </w:r>
    </w:p>
    <w:p w:rsidR="007B2329" w:rsidRDefault="007B2329" w:rsidP="007B2329">
      <w:r>
        <w:t>129.7657</w:t>
      </w:r>
      <w:r>
        <w:tab/>
        <w:t>2.025e0</w:t>
      </w:r>
    </w:p>
    <w:p w:rsidR="007B2329" w:rsidRDefault="007B2329" w:rsidP="007B2329">
      <w:r>
        <w:lastRenderedPageBreak/>
        <w:t>129.7791</w:t>
      </w:r>
      <w:r>
        <w:tab/>
        <w:t>3.038e0</w:t>
      </w:r>
    </w:p>
    <w:p w:rsidR="007B2329" w:rsidRDefault="007B2329" w:rsidP="007B2329">
      <w:r>
        <w:t>129.7859</w:t>
      </w:r>
      <w:r>
        <w:tab/>
        <w:t>2.025e0</w:t>
      </w:r>
    </w:p>
    <w:p w:rsidR="007B2329" w:rsidRDefault="007B2329" w:rsidP="007B2329">
      <w:r>
        <w:t>129.7872</w:t>
      </w:r>
      <w:r>
        <w:tab/>
        <w:t>1.266e-2</w:t>
      </w:r>
    </w:p>
    <w:p w:rsidR="007B2329" w:rsidRDefault="007B2329" w:rsidP="007B2329">
      <w:r>
        <w:t>129.7931</w:t>
      </w:r>
      <w:r>
        <w:tab/>
        <w:t>1.013e0</w:t>
      </w:r>
    </w:p>
    <w:p w:rsidR="007B2329" w:rsidRDefault="007B2329" w:rsidP="007B2329">
      <w:r>
        <w:t>129.7993</w:t>
      </w:r>
      <w:r>
        <w:tab/>
        <w:t>1.013e0</w:t>
      </w:r>
    </w:p>
    <w:p w:rsidR="007B2329" w:rsidRDefault="007B2329" w:rsidP="007B2329">
      <w:r>
        <w:t>129.8056</w:t>
      </w:r>
      <w:r>
        <w:tab/>
        <w:t>2.025e0</w:t>
      </w:r>
    </w:p>
    <w:p w:rsidR="007B2329" w:rsidRDefault="007B2329" w:rsidP="007B2329">
      <w:r>
        <w:t>129.8141</w:t>
      </w:r>
      <w:r>
        <w:tab/>
        <w:t>1.013e0</w:t>
      </w:r>
    </w:p>
    <w:p w:rsidR="007B2329" w:rsidRDefault="007B2329" w:rsidP="007B2329">
      <w:r>
        <w:t>129.8205</w:t>
      </w:r>
      <w:r>
        <w:tab/>
        <w:t>1.013e0</w:t>
      </w:r>
    </w:p>
    <w:p w:rsidR="007B2329" w:rsidRDefault="007B2329" w:rsidP="007B2329">
      <w:r>
        <w:t>129.8236</w:t>
      </w:r>
      <w:r>
        <w:tab/>
        <w:t>1.013e0</w:t>
      </w:r>
    </w:p>
    <w:p w:rsidR="007B2329" w:rsidRDefault="007B2329" w:rsidP="007B2329">
      <w:r>
        <w:t>129.8267</w:t>
      </w:r>
      <w:r>
        <w:tab/>
        <w:t>1.013e0</w:t>
      </w:r>
    </w:p>
    <w:p w:rsidR="007B2329" w:rsidRDefault="007B2329" w:rsidP="007B2329">
      <w:r>
        <w:t>129.8298</w:t>
      </w:r>
      <w:r>
        <w:tab/>
        <w:t>1.013e0</w:t>
      </w:r>
    </w:p>
    <w:p w:rsidR="007B2329" w:rsidRDefault="007B2329" w:rsidP="007B2329">
      <w:r>
        <w:t>129.8330</w:t>
      </w:r>
      <w:r>
        <w:tab/>
        <w:t>1.013e0</w:t>
      </w:r>
    </w:p>
    <w:p w:rsidR="007B2329" w:rsidRDefault="007B2329" w:rsidP="007B2329">
      <w:r>
        <w:t>129.8357</w:t>
      </w:r>
      <w:r>
        <w:tab/>
        <w:t>1.025e0</w:t>
      </w:r>
    </w:p>
    <w:p w:rsidR="007B2329" w:rsidRDefault="007B2329" w:rsidP="007B2329">
      <w:r>
        <w:t>129.8415</w:t>
      </w:r>
      <w:r>
        <w:tab/>
        <w:t>1.266e-2</w:t>
      </w:r>
    </w:p>
    <w:p w:rsidR="007B2329" w:rsidRDefault="007B2329" w:rsidP="007B2329">
      <w:r>
        <w:t>129.8496</w:t>
      </w:r>
      <w:r>
        <w:tab/>
        <w:t>3.038e0</w:t>
      </w:r>
    </w:p>
    <w:p w:rsidR="007B2329" w:rsidRDefault="007B2329" w:rsidP="007B2329">
      <w:r>
        <w:t>129.8598</w:t>
      </w:r>
      <w:r>
        <w:tab/>
        <w:t>1.013e0</w:t>
      </w:r>
    </w:p>
    <w:p w:rsidR="007B2329" w:rsidRDefault="007B2329" w:rsidP="007B2329">
      <w:r>
        <w:t>129.8714</w:t>
      </w:r>
      <w:r>
        <w:tab/>
        <w:t>4.051e0</w:t>
      </w:r>
    </w:p>
    <w:p w:rsidR="007B2329" w:rsidRDefault="007B2329" w:rsidP="007B2329">
      <w:r>
        <w:t>129.8751</w:t>
      </w:r>
      <w:r>
        <w:tab/>
        <w:t>1.013e0</w:t>
      </w:r>
    </w:p>
    <w:p w:rsidR="007B2329" w:rsidRDefault="007B2329" w:rsidP="007B2329">
      <w:r>
        <w:t>129.8814</w:t>
      </w:r>
      <w:r>
        <w:tab/>
        <w:t>1.025e0</w:t>
      </w:r>
    </w:p>
    <w:p w:rsidR="007B2329" w:rsidRDefault="007B2329" w:rsidP="007B2329">
      <w:r>
        <w:lastRenderedPageBreak/>
        <w:t>129.8854</w:t>
      </w:r>
      <w:r>
        <w:tab/>
        <w:t>2.025e0</w:t>
      </w:r>
    </w:p>
    <w:p w:rsidR="007B2329" w:rsidRDefault="007B2329" w:rsidP="007B2329">
      <w:r>
        <w:t>129.8900</w:t>
      </w:r>
      <w:r>
        <w:tab/>
        <w:t>1.013e0</w:t>
      </w:r>
    </w:p>
    <w:p w:rsidR="007B2329" w:rsidRDefault="007B2329" w:rsidP="007B2329">
      <w:r>
        <w:t>129.9056</w:t>
      </w:r>
      <w:r>
        <w:tab/>
        <w:t>1.013e0</w:t>
      </w:r>
    </w:p>
    <w:p w:rsidR="007B2329" w:rsidRDefault="007B2329" w:rsidP="007B2329">
      <w:r>
        <w:t>129.9110</w:t>
      </w:r>
      <w:r>
        <w:tab/>
        <w:t>1.266e-2</w:t>
      </w:r>
    </w:p>
    <w:p w:rsidR="007B2329" w:rsidRDefault="007B2329" w:rsidP="007B2329">
      <w:r>
        <w:t>129.9267</w:t>
      </w:r>
      <w:r>
        <w:tab/>
        <w:t>1.013e0</w:t>
      </w:r>
    </w:p>
    <w:p w:rsidR="007B2329" w:rsidRDefault="007B2329" w:rsidP="007B2329">
      <w:r>
        <w:t>129.9299</w:t>
      </w:r>
      <w:r>
        <w:tab/>
        <w:t>1.013e0</w:t>
      </w:r>
    </w:p>
    <w:p w:rsidR="007B2329" w:rsidRDefault="007B2329" w:rsidP="007B2329">
      <w:r>
        <w:t>129.9353</w:t>
      </w:r>
      <w:r>
        <w:tab/>
        <w:t>4.051e0</w:t>
      </w:r>
    </w:p>
    <w:p w:rsidR="007B2329" w:rsidRDefault="007B2329" w:rsidP="007B2329">
      <w:r>
        <w:t>129.9416</w:t>
      </w:r>
      <w:r>
        <w:tab/>
        <w:t>1.013e0</w:t>
      </w:r>
    </w:p>
    <w:p w:rsidR="007B2329" w:rsidRDefault="007B2329" w:rsidP="007B2329">
      <w:r>
        <w:t>129.9447</w:t>
      </w:r>
      <w:r>
        <w:tab/>
        <w:t>2.025e0</w:t>
      </w:r>
    </w:p>
    <w:p w:rsidR="007B2329" w:rsidRDefault="007B2329" w:rsidP="007B2329">
      <w:r>
        <w:t>129.9595</w:t>
      </w:r>
      <w:r>
        <w:tab/>
        <w:t>1.013e0</w:t>
      </w:r>
    </w:p>
    <w:p w:rsidR="007B2329" w:rsidRDefault="007B2329" w:rsidP="007B2329">
      <w:r>
        <w:t>129.9659</w:t>
      </w:r>
      <w:r>
        <w:tab/>
        <w:t>1.013e0</w:t>
      </w:r>
    </w:p>
    <w:p w:rsidR="007B2329" w:rsidRDefault="007B2329" w:rsidP="007B2329">
      <w:r>
        <w:t>129.9689</w:t>
      </w:r>
      <w:r>
        <w:tab/>
        <w:t>1.013e0</w:t>
      </w:r>
    </w:p>
    <w:p w:rsidR="007B2329" w:rsidRDefault="007B2329" w:rsidP="007B2329">
      <w:r>
        <w:t>129.9797</w:t>
      </w:r>
      <w:r>
        <w:tab/>
        <w:t>2.025e0</w:t>
      </w:r>
    </w:p>
    <w:p w:rsidR="007B2329" w:rsidRDefault="007B2329" w:rsidP="007B2329">
      <w:r>
        <w:t>129.9838</w:t>
      </w:r>
      <w:r>
        <w:tab/>
        <w:t>3.038e0</w:t>
      </w:r>
    </w:p>
    <w:p w:rsidR="007B2329" w:rsidRDefault="007B2329" w:rsidP="007B2329">
      <w:r>
        <w:t>129.9901</w:t>
      </w:r>
      <w:r>
        <w:tab/>
        <w:t>2.025e0</w:t>
      </w:r>
    </w:p>
    <w:p w:rsidR="007B2329" w:rsidRDefault="007B2329" w:rsidP="007B2329">
      <w:r>
        <w:t>129.9932</w:t>
      </w:r>
      <w:r>
        <w:tab/>
        <w:t>1.013e0</w:t>
      </w:r>
    </w:p>
    <w:p w:rsidR="007B2329" w:rsidRDefault="007B2329" w:rsidP="007B2329">
      <w:r>
        <w:t>130.0081</w:t>
      </w:r>
      <w:r>
        <w:tab/>
        <w:t>2.025e0</w:t>
      </w:r>
    </w:p>
    <w:p w:rsidR="007B2329" w:rsidRDefault="007B2329" w:rsidP="007B2329">
      <w:r>
        <w:t>130.0112</w:t>
      </w:r>
      <w:r>
        <w:tab/>
        <w:t>1.013e0</w:t>
      </w:r>
    </w:p>
    <w:p w:rsidR="007B2329" w:rsidRDefault="007B2329" w:rsidP="007B2329">
      <w:r>
        <w:t>130.0143</w:t>
      </w:r>
      <w:r>
        <w:tab/>
        <w:t>1.013e0</w:t>
      </w:r>
    </w:p>
    <w:p w:rsidR="007B2329" w:rsidRDefault="007B2329" w:rsidP="007B2329">
      <w:r>
        <w:lastRenderedPageBreak/>
        <w:t>130.0269</w:t>
      </w:r>
      <w:r>
        <w:tab/>
        <w:t>1.266e-2</w:t>
      </w:r>
    </w:p>
    <w:p w:rsidR="007B2329" w:rsidRDefault="007B2329" w:rsidP="007B2329">
      <w:r>
        <w:t>130.0309</w:t>
      </w:r>
      <w:r>
        <w:tab/>
        <w:t>1.025e0</w:t>
      </w:r>
    </w:p>
    <w:p w:rsidR="007B2329" w:rsidRDefault="007B2329" w:rsidP="007B2329">
      <w:r>
        <w:t>130.0326</w:t>
      </w:r>
      <w:r>
        <w:tab/>
        <w:t>4.458e0</w:t>
      </w:r>
    </w:p>
    <w:p w:rsidR="007B2329" w:rsidRDefault="007B2329" w:rsidP="007B2329">
      <w:r>
        <w:t>130.0341</w:t>
      </w:r>
      <w:r>
        <w:tab/>
        <w:t>1.682e0</w:t>
      </w:r>
    </w:p>
    <w:p w:rsidR="007B2329" w:rsidRDefault="007B2329" w:rsidP="007B2329">
      <w:r>
        <w:t>130.0355</w:t>
      </w:r>
      <w:r>
        <w:tab/>
        <w:t>1.266e-2</w:t>
      </w:r>
    </w:p>
    <w:p w:rsidR="007B2329" w:rsidRDefault="007B2329" w:rsidP="007B2329">
      <w:r>
        <w:t>130.0386</w:t>
      </w:r>
      <w:r>
        <w:tab/>
        <w:t>1.266e-2</w:t>
      </w:r>
    </w:p>
    <w:p w:rsidR="007B2329" w:rsidRDefault="007B2329" w:rsidP="007B2329">
      <w:r>
        <w:t>130.0495</w:t>
      </w:r>
      <w:r>
        <w:tab/>
        <w:t>3.051e0</w:t>
      </w:r>
    </w:p>
    <w:p w:rsidR="007B2329" w:rsidRDefault="007B2329" w:rsidP="007B2329">
      <w:r>
        <w:t>130.0565</w:t>
      </w:r>
      <w:r>
        <w:tab/>
        <w:t>2.025e0</w:t>
      </w:r>
    </w:p>
    <w:p w:rsidR="007B2329" w:rsidRDefault="007B2329" w:rsidP="007B2329">
      <w:r>
        <w:t>130.0596</w:t>
      </w:r>
      <w:r>
        <w:tab/>
        <w:t>1.013e0</w:t>
      </w:r>
    </w:p>
    <w:p w:rsidR="007B2329" w:rsidRDefault="007B2329" w:rsidP="007B2329">
      <w:r>
        <w:t>130.0628</w:t>
      </w:r>
      <w:r>
        <w:tab/>
        <w:t>1.013e0</w:t>
      </w:r>
    </w:p>
    <w:p w:rsidR="007B2329" w:rsidRDefault="007B2329" w:rsidP="007B2329">
      <w:r>
        <w:t>130.0690</w:t>
      </w:r>
      <w:r>
        <w:tab/>
        <w:t>2.532e-2</w:t>
      </w:r>
    </w:p>
    <w:p w:rsidR="007B2329" w:rsidRDefault="007B2329" w:rsidP="007B2329">
      <w:r>
        <w:t>130.0753</w:t>
      </w:r>
      <w:r>
        <w:tab/>
        <w:t>2.025e0</w:t>
      </w:r>
    </w:p>
    <w:p w:rsidR="007B2329" w:rsidRDefault="007B2329" w:rsidP="007B2329">
      <w:r>
        <w:t>130.0836</w:t>
      </w:r>
      <w:r>
        <w:tab/>
        <w:t>2.555e0</w:t>
      </w:r>
    </w:p>
    <w:p w:rsidR="007B2329" w:rsidRDefault="007B2329" w:rsidP="007B2329">
      <w:r>
        <w:t>130.0981</w:t>
      </w:r>
      <w:r>
        <w:tab/>
        <w:t>9.316e0</w:t>
      </w:r>
    </w:p>
    <w:p w:rsidR="007B2329" w:rsidRDefault="007B2329" w:rsidP="007B2329">
      <w:r>
        <w:t>130.1014</w:t>
      </w:r>
      <w:r>
        <w:tab/>
        <w:t>7.572e0</w:t>
      </w:r>
    </w:p>
    <w:p w:rsidR="007B2329" w:rsidRDefault="007B2329" w:rsidP="007B2329">
      <w:r>
        <w:t>130.1206</w:t>
      </w:r>
      <w:r>
        <w:tab/>
        <w:t>1.013e0</w:t>
      </w:r>
    </w:p>
    <w:p w:rsidR="007B2329" w:rsidRDefault="007B2329" w:rsidP="007B2329">
      <w:r>
        <w:t>130.1266</w:t>
      </w:r>
      <w:r>
        <w:tab/>
        <w:t>1.266e-2</w:t>
      </w:r>
    </w:p>
    <w:p w:rsidR="007B2329" w:rsidRDefault="007B2329" w:rsidP="007B2329">
      <w:r>
        <w:t>130.1280</w:t>
      </w:r>
      <w:r>
        <w:tab/>
        <w:t>2.025e0</w:t>
      </w:r>
    </w:p>
    <w:p w:rsidR="007B2329" w:rsidRDefault="007B2329" w:rsidP="007B2329">
      <w:r>
        <w:t>130.1355</w:t>
      </w:r>
      <w:r>
        <w:tab/>
        <w:t>1.013e0</w:t>
      </w:r>
    </w:p>
    <w:p w:rsidR="007B2329" w:rsidRDefault="007B2329" w:rsidP="007B2329">
      <w:r>
        <w:lastRenderedPageBreak/>
        <w:t>130.1387</w:t>
      </w:r>
      <w:r>
        <w:tab/>
        <w:t>1.013e0</w:t>
      </w:r>
    </w:p>
    <w:p w:rsidR="007B2329" w:rsidRDefault="007B2329" w:rsidP="007B2329">
      <w:r>
        <w:t>130.1555</w:t>
      </w:r>
      <w:r>
        <w:tab/>
        <w:t>1.013e1</w:t>
      </w:r>
    </w:p>
    <w:p w:rsidR="007B2329" w:rsidRDefault="007B2329" w:rsidP="007B2329">
      <w:r>
        <w:t>130.1592</w:t>
      </w:r>
      <w:r>
        <w:tab/>
        <w:t>1.013e-1</w:t>
      </w:r>
    </w:p>
    <w:p w:rsidR="007B2329" w:rsidRDefault="007B2329" w:rsidP="007B2329">
      <w:r>
        <w:t>130.1730</w:t>
      </w:r>
      <w:r>
        <w:tab/>
        <w:t>1.038e0</w:t>
      </w:r>
    </w:p>
    <w:p w:rsidR="007B2329" w:rsidRDefault="007B2329" w:rsidP="007B2329">
      <w:r>
        <w:t>130.1779</w:t>
      </w:r>
      <w:r>
        <w:tab/>
        <w:t>2.025e0</w:t>
      </w:r>
    </w:p>
    <w:p w:rsidR="007B2329" w:rsidRDefault="007B2329" w:rsidP="007B2329">
      <w:r>
        <w:t>130.1872</w:t>
      </w:r>
      <w:r>
        <w:tab/>
        <w:t>1.013e0</w:t>
      </w:r>
    </w:p>
    <w:p w:rsidR="007B2329" w:rsidRDefault="007B2329" w:rsidP="007B2329">
      <w:r>
        <w:t>130.1918</w:t>
      </w:r>
      <w:r>
        <w:tab/>
        <w:t>2.025e0</w:t>
      </w:r>
    </w:p>
    <w:p w:rsidR="007B2329" w:rsidRDefault="007B2329" w:rsidP="007B2329">
      <w:r>
        <w:t>130.2051</w:t>
      </w:r>
      <w:r>
        <w:tab/>
        <w:t>3.038e0</w:t>
      </w:r>
    </w:p>
    <w:p w:rsidR="007B2329" w:rsidRDefault="007B2329" w:rsidP="007B2329">
      <w:r>
        <w:t>130.2065</w:t>
      </w:r>
      <w:r>
        <w:tab/>
        <w:t>3.038e0</w:t>
      </w:r>
    </w:p>
    <w:p w:rsidR="007B2329" w:rsidRDefault="007B2329" w:rsidP="007B2329">
      <w:r>
        <w:t>130.2083</w:t>
      </w:r>
      <w:r>
        <w:tab/>
        <w:t>2.025e0</w:t>
      </w:r>
    </w:p>
    <w:p w:rsidR="007B2329" w:rsidRDefault="007B2329" w:rsidP="007B2329">
      <w:r>
        <w:t>130.2145</w:t>
      </w:r>
      <w:r>
        <w:tab/>
        <w:t>2.532e-2</w:t>
      </w:r>
    </w:p>
    <w:p w:rsidR="007B2329" w:rsidRDefault="007B2329" w:rsidP="007B2329">
      <w:r>
        <w:t>130.2264</w:t>
      </w:r>
      <w:r>
        <w:tab/>
        <w:t>1.025e0</w:t>
      </w:r>
    </w:p>
    <w:p w:rsidR="007B2329" w:rsidRDefault="007B2329" w:rsidP="007B2329">
      <w:r>
        <w:t>130.2294</w:t>
      </w:r>
      <w:r>
        <w:tab/>
        <w:t>1.013e0</w:t>
      </w:r>
    </w:p>
    <w:p w:rsidR="007B2329" w:rsidRDefault="007B2329" w:rsidP="007B2329">
      <w:r>
        <w:t>130.2326</w:t>
      </w:r>
      <w:r>
        <w:tab/>
        <w:t>1.013e0</w:t>
      </w:r>
    </w:p>
    <w:p w:rsidR="007B2329" w:rsidRDefault="007B2329" w:rsidP="007B2329">
      <w:r>
        <w:t>130.2357</w:t>
      </w:r>
      <w:r>
        <w:tab/>
        <w:t>1.013e0</w:t>
      </w:r>
    </w:p>
    <w:p w:rsidR="007B2329" w:rsidRDefault="007B2329" w:rsidP="007B2329">
      <w:r>
        <w:t>130.2419</w:t>
      </w:r>
      <w:r>
        <w:tab/>
        <w:t>1.013e0</w:t>
      </w:r>
    </w:p>
    <w:p w:rsidR="007B2329" w:rsidRDefault="007B2329" w:rsidP="007B2329">
      <w:r>
        <w:t>130.2450</w:t>
      </w:r>
      <w:r>
        <w:tab/>
        <w:t>1.013e0</w:t>
      </w:r>
    </w:p>
    <w:p w:rsidR="007B2329" w:rsidRDefault="007B2329" w:rsidP="007B2329">
      <w:r>
        <w:t>130.2615</w:t>
      </w:r>
      <w:r>
        <w:tab/>
        <w:t>2.025e0</w:t>
      </w:r>
    </w:p>
    <w:p w:rsidR="007B2329" w:rsidRDefault="007B2329" w:rsidP="007B2329">
      <w:r>
        <w:t>130.2630</w:t>
      </w:r>
      <w:r>
        <w:tab/>
        <w:t>1.013e0</w:t>
      </w:r>
    </w:p>
    <w:p w:rsidR="007B2329" w:rsidRDefault="007B2329" w:rsidP="007B2329">
      <w:r>
        <w:lastRenderedPageBreak/>
        <w:t>130.2693</w:t>
      </w:r>
      <w:r>
        <w:tab/>
        <w:t>3.038e0</w:t>
      </w:r>
    </w:p>
    <w:p w:rsidR="007B2329" w:rsidRDefault="007B2329" w:rsidP="007B2329">
      <w:r>
        <w:t>130.2723</w:t>
      </w:r>
      <w:r>
        <w:tab/>
        <w:t>1.266e-2</w:t>
      </w:r>
    </w:p>
    <w:p w:rsidR="007B2329" w:rsidRDefault="007B2329" w:rsidP="007B2329">
      <w:r>
        <w:t>130.2750</w:t>
      </w:r>
      <w:r>
        <w:tab/>
        <w:t>1.013e0</w:t>
      </w:r>
    </w:p>
    <w:p w:rsidR="007B2329" w:rsidRDefault="007B2329" w:rsidP="007B2329">
      <w:r>
        <w:t>130.2779</w:t>
      </w:r>
      <w:r>
        <w:tab/>
        <w:t>1.013e0</w:t>
      </w:r>
    </w:p>
    <w:p w:rsidR="007B2329" w:rsidRDefault="007B2329" w:rsidP="007B2329">
      <w:r>
        <w:t>130.2811</w:t>
      </w:r>
      <w:r>
        <w:tab/>
        <w:t>1.013e0</w:t>
      </w:r>
    </w:p>
    <w:p w:rsidR="007B2329" w:rsidRDefault="007B2329" w:rsidP="007B2329">
      <w:r>
        <w:t>130.2873</w:t>
      </w:r>
      <w:r>
        <w:tab/>
        <w:t>2.025e0</w:t>
      </w:r>
    </w:p>
    <w:p w:rsidR="007B2329" w:rsidRDefault="007B2329" w:rsidP="007B2329">
      <w:r>
        <w:t>130.2951</w:t>
      </w:r>
      <w:r>
        <w:tab/>
        <w:t>9.415e-1</w:t>
      </w:r>
    </w:p>
    <w:p w:rsidR="007B2329" w:rsidRDefault="007B2329" w:rsidP="007B2329">
      <w:r>
        <w:t>130.2966</w:t>
      </w:r>
      <w:r>
        <w:tab/>
        <w:t>1.013e0</w:t>
      </w:r>
    </w:p>
    <w:p w:rsidR="007B2329" w:rsidRDefault="007B2329" w:rsidP="007B2329">
      <w:r>
        <w:t>130.2993</w:t>
      </w:r>
      <w:r>
        <w:tab/>
        <w:t>2.025e0</w:t>
      </w:r>
    </w:p>
    <w:p w:rsidR="007B2329" w:rsidRDefault="007B2329" w:rsidP="007B2329">
      <w:r>
        <w:t>130.3115</w:t>
      </w:r>
      <w:r>
        <w:tab/>
        <w:t>2.025e0</w:t>
      </w:r>
    </w:p>
    <w:p w:rsidR="007B2329" w:rsidRDefault="007B2329" w:rsidP="007B2329">
      <w:r>
        <w:t>130.3178</w:t>
      </w:r>
      <w:r>
        <w:tab/>
        <w:t>1.013e0</w:t>
      </w:r>
    </w:p>
    <w:p w:rsidR="007B2329" w:rsidRDefault="007B2329" w:rsidP="007B2329">
      <w:r>
        <w:t>130.3223</w:t>
      </w:r>
      <w:r>
        <w:tab/>
        <w:t>2.025e0</w:t>
      </w:r>
    </w:p>
    <w:p w:rsidR="007B2329" w:rsidRDefault="007B2329" w:rsidP="007B2329">
      <w:r>
        <w:t>130.3236</w:t>
      </w:r>
      <w:r>
        <w:tab/>
        <w:t>1.266e-2</w:t>
      </w:r>
    </w:p>
    <w:p w:rsidR="007B2329" w:rsidRDefault="007B2329" w:rsidP="007B2329">
      <w:r>
        <w:t>130.3343</w:t>
      </w:r>
      <w:r>
        <w:tab/>
        <w:t>2.025e0</w:t>
      </w:r>
    </w:p>
    <w:p w:rsidR="007B2329" w:rsidRDefault="007B2329" w:rsidP="007B2329">
      <w:r>
        <w:t>130.3421</w:t>
      </w:r>
      <w:r>
        <w:tab/>
        <w:t>2.025e0</w:t>
      </w:r>
    </w:p>
    <w:p w:rsidR="007B2329" w:rsidRDefault="007B2329" w:rsidP="007B2329">
      <w:r>
        <w:t>130.3452</w:t>
      </w:r>
      <w:r>
        <w:tab/>
        <w:t>1.013e0</w:t>
      </w:r>
    </w:p>
    <w:p w:rsidR="007B2329" w:rsidRDefault="007B2329" w:rsidP="007B2329">
      <w:r>
        <w:t>130.3601</w:t>
      </w:r>
      <w:r>
        <w:tab/>
        <w:t>1.266e-2</w:t>
      </w:r>
    </w:p>
    <w:p w:rsidR="007B2329" w:rsidRDefault="007B2329" w:rsidP="007B2329">
      <w:r>
        <w:t>130.3632</w:t>
      </w:r>
      <w:r>
        <w:tab/>
        <w:t>1.013e0</w:t>
      </w:r>
    </w:p>
    <w:p w:rsidR="007B2329" w:rsidRDefault="007B2329" w:rsidP="007B2329">
      <w:r>
        <w:t>130.3676</w:t>
      </w:r>
      <w:r>
        <w:tab/>
        <w:t>3.038e0</w:t>
      </w:r>
    </w:p>
    <w:p w:rsidR="007B2329" w:rsidRDefault="007B2329" w:rsidP="007B2329">
      <w:r>
        <w:lastRenderedPageBreak/>
        <w:t>130.3696</w:t>
      </w:r>
      <w:r>
        <w:tab/>
        <w:t>1.013e0</w:t>
      </w:r>
    </w:p>
    <w:p w:rsidR="007B2329" w:rsidRDefault="007B2329" w:rsidP="007B2329">
      <w:r>
        <w:t>130.3781</w:t>
      </w:r>
      <w:r>
        <w:tab/>
        <w:t>1.013e0</w:t>
      </w:r>
    </w:p>
    <w:p w:rsidR="007B2329" w:rsidRDefault="007B2329" w:rsidP="007B2329">
      <w:r>
        <w:t>130.4117</w:t>
      </w:r>
      <w:r>
        <w:tab/>
        <w:t>1.013e0</w:t>
      </w:r>
    </w:p>
    <w:p w:rsidR="007B2329" w:rsidRDefault="007B2329" w:rsidP="007B2329">
      <w:r>
        <w:t>130.4149</w:t>
      </w:r>
      <w:r>
        <w:tab/>
        <w:t>1.013e0</w:t>
      </w:r>
    </w:p>
    <w:p w:rsidR="007B2329" w:rsidRDefault="007B2329" w:rsidP="007B2329">
      <w:r>
        <w:t>130.4164</w:t>
      </w:r>
      <w:r>
        <w:tab/>
        <w:t>2.532e-2</w:t>
      </w:r>
    </w:p>
    <w:p w:rsidR="007B2329" w:rsidRDefault="007B2329" w:rsidP="007B2329">
      <w:r>
        <w:t>130.4209</w:t>
      </w:r>
      <w:r>
        <w:tab/>
        <w:t>1.013e0</w:t>
      </w:r>
    </w:p>
    <w:p w:rsidR="007B2329" w:rsidRDefault="007B2329" w:rsidP="007B2329">
      <w:r>
        <w:t>130.4330</w:t>
      </w:r>
      <w:r>
        <w:tab/>
        <w:t>1.013e0</w:t>
      </w:r>
    </w:p>
    <w:p w:rsidR="007B2329" w:rsidRDefault="007B2329" w:rsidP="007B2329">
      <w:r>
        <w:t>130.4360</w:t>
      </w:r>
      <w:r>
        <w:tab/>
        <w:t>1.266e-2</w:t>
      </w:r>
    </w:p>
    <w:p w:rsidR="007B2329" w:rsidRDefault="007B2329" w:rsidP="007B2329">
      <w:r>
        <w:t>130.4392</w:t>
      </w:r>
      <w:r>
        <w:tab/>
        <w:t>3.038e0</w:t>
      </w:r>
    </w:p>
    <w:p w:rsidR="007B2329" w:rsidRDefault="007B2329" w:rsidP="007B2329">
      <w:r>
        <w:t>130.4479</w:t>
      </w:r>
      <w:r>
        <w:tab/>
        <w:t>1.013e0</w:t>
      </w:r>
    </w:p>
    <w:p w:rsidR="007B2329" w:rsidRDefault="007B2329" w:rsidP="007B2329">
      <w:r>
        <w:t>130.4619</w:t>
      </w:r>
      <w:r>
        <w:tab/>
        <w:t>1.025e0</w:t>
      </w:r>
    </w:p>
    <w:p w:rsidR="007B2329" w:rsidRDefault="007B2329" w:rsidP="007B2329">
      <w:r>
        <w:t>130.4666</w:t>
      </w:r>
      <w:r>
        <w:tab/>
        <w:t>3.038e0</w:t>
      </w:r>
    </w:p>
    <w:p w:rsidR="007B2329" w:rsidRDefault="007B2329" w:rsidP="007B2329">
      <w:r>
        <w:t>130.4846</w:t>
      </w:r>
      <w:r>
        <w:tab/>
        <w:t>1.013e0</w:t>
      </w:r>
    </w:p>
    <w:p w:rsidR="007B2329" w:rsidRDefault="007B2329" w:rsidP="007B2329">
      <w:r>
        <w:t>130.4938</w:t>
      </w:r>
      <w:r>
        <w:tab/>
        <w:t>1.025e0</w:t>
      </w:r>
    </w:p>
    <w:p w:rsidR="007B2329" w:rsidRDefault="007B2329" w:rsidP="007B2329">
      <w:r>
        <w:t>130.5026</w:t>
      </w:r>
      <w:r>
        <w:tab/>
        <w:t>2.025e0</w:t>
      </w:r>
    </w:p>
    <w:p w:rsidR="007B2329" w:rsidRDefault="007B2329" w:rsidP="007B2329">
      <w:r>
        <w:t>130.5090</w:t>
      </w:r>
      <w:r>
        <w:tab/>
        <w:t>1.140e0</w:t>
      </w:r>
    </w:p>
    <w:p w:rsidR="007B2329" w:rsidRDefault="007B2329" w:rsidP="007B2329">
      <w:r>
        <w:t>130.5307</w:t>
      </w:r>
      <w:r>
        <w:tab/>
        <w:t>4.019e1</w:t>
      </w:r>
    </w:p>
    <w:p w:rsidR="007B2329" w:rsidRDefault="007B2329" w:rsidP="007B2329">
      <w:r>
        <w:t>130.5339</w:t>
      </w:r>
      <w:r>
        <w:tab/>
        <w:t>1.308e1</w:t>
      </w:r>
    </w:p>
    <w:p w:rsidR="007B2329" w:rsidRDefault="007B2329" w:rsidP="007B2329">
      <w:r>
        <w:t>130.5351</w:t>
      </w:r>
      <w:r>
        <w:tab/>
        <w:t>2.877e1</w:t>
      </w:r>
    </w:p>
    <w:p w:rsidR="007B2329" w:rsidRDefault="007B2329" w:rsidP="007B2329">
      <w:r>
        <w:lastRenderedPageBreak/>
        <w:t>130.5637</w:t>
      </w:r>
      <w:r>
        <w:tab/>
        <w:t>2.025e0</w:t>
      </w:r>
    </w:p>
    <w:p w:rsidR="007B2329" w:rsidRDefault="007B2329" w:rsidP="007B2329">
      <w:r>
        <w:t>130.5667</w:t>
      </w:r>
      <w:r>
        <w:tab/>
        <w:t>3.051e0</w:t>
      </w:r>
    </w:p>
    <w:p w:rsidR="007B2329" w:rsidRDefault="007B2329" w:rsidP="007B2329">
      <w:r>
        <w:t>130.5695</w:t>
      </w:r>
      <w:r>
        <w:tab/>
        <w:t>1.266e-2</w:t>
      </w:r>
    </w:p>
    <w:p w:rsidR="007B2329" w:rsidRDefault="007B2329" w:rsidP="007B2329">
      <w:r>
        <w:t>130.5723</w:t>
      </w:r>
      <w:r>
        <w:tab/>
        <w:t>1.266e-2</w:t>
      </w:r>
    </w:p>
    <w:p w:rsidR="007B2329" w:rsidRDefault="007B2329" w:rsidP="007B2329">
      <w:r>
        <w:t>130.5817</w:t>
      </w:r>
      <w:r>
        <w:tab/>
        <w:t>2.025e0</w:t>
      </w:r>
    </w:p>
    <w:p w:rsidR="007B2329" w:rsidRDefault="007B2329" w:rsidP="007B2329">
      <w:r>
        <w:t>130.5848</w:t>
      </w:r>
      <w:r>
        <w:tab/>
        <w:t>1.013e0</w:t>
      </w:r>
    </w:p>
    <w:p w:rsidR="007B2329" w:rsidRDefault="007B2329" w:rsidP="007B2329">
      <w:r>
        <w:t>130.5925</w:t>
      </w:r>
      <w:r>
        <w:tab/>
        <w:t>2.025e0</w:t>
      </w:r>
    </w:p>
    <w:p w:rsidR="007B2329" w:rsidRDefault="007B2329" w:rsidP="007B2329">
      <w:r>
        <w:t>130.5939</w:t>
      </w:r>
      <w:r>
        <w:tab/>
        <w:t>1.013e0</w:t>
      </w:r>
    </w:p>
    <w:p w:rsidR="007B2329" w:rsidRDefault="007B2329" w:rsidP="007B2329">
      <w:r>
        <w:t>130.6091</w:t>
      </w:r>
      <w:r>
        <w:tab/>
        <w:t>1.013e0</w:t>
      </w:r>
    </w:p>
    <w:p w:rsidR="007B2329" w:rsidRDefault="007B2329" w:rsidP="007B2329">
      <w:r>
        <w:t>130.6182</w:t>
      </w:r>
      <w:r>
        <w:tab/>
        <w:t>1.013e0</w:t>
      </w:r>
    </w:p>
    <w:p w:rsidR="007B2329" w:rsidRDefault="007B2329" w:rsidP="007B2329">
      <w:r>
        <w:t>130.6272</w:t>
      </w:r>
      <w:r>
        <w:tab/>
        <w:t>1.266e-2</w:t>
      </w:r>
    </w:p>
    <w:p w:rsidR="007B2329" w:rsidRDefault="007B2329" w:rsidP="007B2329">
      <w:r>
        <w:t>130.6347</w:t>
      </w:r>
      <w:r>
        <w:tab/>
        <w:t>3.038e0</w:t>
      </w:r>
    </w:p>
    <w:p w:rsidR="007B2329" w:rsidRDefault="007B2329" w:rsidP="007B2329">
      <w:r>
        <w:t>130.6365</w:t>
      </w:r>
      <w:r>
        <w:tab/>
        <w:t>2.025e0</w:t>
      </w:r>
    </w:p>
    <w:p w:rsidR="007B2329" w:rsidRDefault="007B2329" w:rsidP="007B2329">
      <w:r>
        <w:t>130.6397</w:t>
      </w:r>
      <w:r>
        <w:tab/>
        <w:t>1.266e-2</w:t>
      </w:r>
    </w:p>
    <w:p w:rsidR="007B2329" w:rsidRDefault="007B2329" w:rsidP="007B2329">
      <w:r>
        <w:t>130.6452</w:t>
      </w:r>
      <w:r>
        <w:tab/>
        <w:t>1.013e0</w:t>
      </w:r>
    </w:p>
    <w:p w:rsidR="007B2329" w:rsidRDefault="007B2329" w:rsidP="007B2329">
      <w:r>
        <w:t>130.6515</w:t>
      </w:r>
      <w:r>
        <w:tab/>
        <w:t>1.013e0</w:t>
      </w:r>
    </w:p>
    <w:p w:rsidR="007B2329" w:rsidRDefault="007B2329" w:rsidP="007B2329">
      <w:r>
        <w:t>130.6577</w:t>
      </w:r>
      <w:r>
        <w:tab/>
        <w:t>1.013e0</w:t>
      </w:r>
    </w:p>
    <w:p w:rsidR="007B2329" w:rsidRDefault="007B2329" w:rsidP="007B2329">
      <w:r>
        <w:t>130.6640</w:t>
      </w:r>
      <w:r>
        <w:tab/>
        <w:t>1.013e0</w:t>
      </w:r>
    </w:p>
    <w:p w:rsidR="007B2329" w:rsidRDefault="007B2329" w:rsidP="007B2329">
      <w:r>
        <w:t>130.6696</w:t>
      </w:r>
      <w:r>
        <w:tab/>
        <w:t>1.013e0</w:t>
      </w:r>
    </w:p>
    <w:p w:rsidR="007B2329" w:rsidRDefault="007B2329" w:rsidP="007B2329">
      <w:r>
        <w:lastRenderedPageBreak/>
        <w:t>130.6851</w:t>
      </w:r>
      <w:r>
        <w:tab/>
        <w:t>1.266e-2</w:t>
      </w:r>
    </w:p>
    <w:p w:rsidR="007B2329" w:rsidRDefault="007B2329" w:rsidP="007B2329">
      <w:r>
        <w:t>130.6882</w:t>
      </w:r>
      <w:r>
        <w:tab/>
        <w:t>1.013e0</w:t>
      </w:r>
    </w:p>
    <w:p w:rsidR="007B2329" w:rsidRDefault="007B2329" w:rsidP="007B2329">
      <w:r>
        <w:t>130.7001</w:t>
      </w:r>
      <w:r>
        <w:tab/>
        <w:t>2.025e0</w:t>
      </w:r>
    </w:p>
    <w:p w:rsidR="007B2329" w:rsidRDefault="007B2329" w:rsidP="007B2329">
      <w:r>
        <w:t>130.7085</w:t>
      </w:r>
      <w:r>
        <w:tab/>
        <w:t>3.038e0</w:t>
      </w:r>
    </w:p>
    <w:p w:rsidR="007B2329" w:rsidRDefault="007B2329" w:rsidP="007B2329">
      <w:r>
        <w:t>130.7126</w:t>
      </w:r>
      <w:r>
        <w:tab/>
        <w:t>1.025e0</w:t>
      </w:r>
    </w:p>
    <w:p w:rsidR="007B2329" w:rsidRDefault="007B2329" w:rsidP="007B2329">
      <w:r>
        <w:t>130.7157</w:t>
      </w:r>
      <w:r>
        <w:tab/>
        <w:t>1.013e0</w:t>
      </w:r>
    </w:p>
    <w:p w:rsidR="007B2329" w:rsidRDefault="007B2329" w:rsidP="007B2329">
      <w:r>
        <w:t>130.7183</w:t>
      </w:r>
      <w:r>
        <w:tab/>
        <w:t>2.025e0</w:t>
      </w:r>
    </w:p>
    <w:p w:rsidR="007B2329" w:rsidRDefault="007B2329" w:rsidP="007B2329">
      <w:r>
        <w:t>130.7243</w:t>
      </w:r>
      <w:r>
        <w:tab/>
        <w:t>1.013e0</w:t>
      </w:r>
    </w:p>
    <w:p w:rsidR="007B2329" w:rsidRDefault="007B2329" w:rsidP="007B2329">
      <w:r>
        <w:t>130.7275</w:t>
      </w:r>
      <w:r>
        <w:tab/>
        <w:t>2.025e0</w:t>
      </w:r>
    </w:p>
    <w:p w:rsidR="007B2329" w:rsidRDefault="007B2329" w:rsidP="007B2329">
      <w:r>
        <w:t>130.7306</w:t>
      </w:r>
      <w:r>
        <w:tab/>
        <w:t>1.013e0</w:t>
      </w:r>
    </w:p>
    <w:p w:rsidR="007B2329" w:rsidRDefault="007B2329" w:rsidP="007B2329">
      <w:r>
        <w:t>130.7337</w:t>
      </w:r>
      <w:r>
        <w:tab/>
        <w:t>3.038e0</w:t>
      </w:r>
    </w:p>
    <w:p w:rsidR="007B2329" w:rsidRDefault="007B2329" w:rsidP="007B2329">
      <w:r>
        <w:t>130.7427</w:t>
      </w:r>
      <w:r>
        <w:tab/>
        <w:t>1.013e0</w:t>
      </w:r>
    </w:p>
    <w:p w:rsidR="007B2329" w:rsidRDefault="007B2329" w:rsidP="007B2329">
      <w:r>
        <w:t>130.7518</w:t>
      </w:r>
      <w:r>
        <w:tab/>
        <w:t>1.013e0</w:t>
      </w:r>
    </w:p>
    <w:p w:rsidR="007B2329" w:rsidRDefault="007B2329" w:rsidP="007B2329">
      <w:r>
        <w:t>130.7580</w:t>
      </w:r>
      <w:r>
        <w:tab/>
        <w:t>1.013e0</w:t>
      </w:r>
    </w:p>
    <w:p w:rsidR="007B2329" w:rsidRDefault="007B2329" w:rsidP="007B2329">
      <w:r>
        <w:t>130.7628</w:t>
      </w:r>
      <w:r>
        <w:tab/>
        <w:t>2.532e-2</w:t>
      </w:r>
    </w:p>
    <w:p w:rsidR="007B2329" w:rsidRDefault="007B2329" w:rsidP="007B2329">
      <w:r>
        <w:t>130.7657</w:t>
      </w:r>
      <w:r>
        <w:tab/>
        <w:t>2.532e-2</w:t>
      </w:r>
    </w:p>
    <w:p w:rsidR="007B2329" w:rsidRDefault="007B2329" w:rsidP="007B2329">
      <w:r>
        <w:t>130.7729</w:t>
      </w:r>
      <w:r>
        <w:tab/>
        <w:t>1.013e0</w:t>
      </w:r>
    </w:p>
    <w:p w:rsidR="007B2329" w:rsidRDefault="007B2329" w:rsidP="007B2329">
      <w:r>
        <w:t>130.7823</w:t>
      </w:r>
      <w:r>
        <w:tab/>
        <w:t>1.013e0</w:t>
      </w:r>
    </w:p>
    <w:p w:rsidR="007B2329" w:rsidRDefault="007B2329" w:rsidP="007B2329">
      <w:r>
        <w:t>130.7941</w:t>
      </w:r>
      <w:r>
        <w:tab/>
        <w:t>1.013e0</w:t>
      </w:r>
    </w:p>
    <w:p w:rsidR="007B2329" w:rsidRDefault="007B2329" w:rsidP="007B2329">
      <w:r>
        <w:lastRenderedPageBreak/>
        <w:t>130.7972</w:t>
      </w:r>
      <w:r>
        <w:tab/>
        <w:t>1.013e0</w:t>
      </w:r>
    </w:p>
    <w:p w:rsidR="007B2329" w:rsidRDefault="007B2329" w:rsidP="007B2329">
      <w:r>
        <w:t>130.7988</w:t>
      </w:r>
      <w:r>
        <w:tab/>
        <w:t>2.025e0</w:t>
      </w:r>
    </w:p>
    <w:p w:rsidR="007B2329" w:rsidRDefault="007B2329" w:rsidP="007B2329">
      <w:r>
        <w:t>130.8097</w:t>
      </w:r>
      <w:r>
        <w:tab/>
        <w:t>1.013e0</w:t>
      </w:r>
    </w:p>
    <w:p w:rsidR="007B2329" w:rsidRDefault="007B2329" w:rsidP="007B2329">
      <w:r>
        <w:t>130.8158</w:t>
      </w:r>
      <w:r>
        <w:tab/>
        <w:t>3.038e0</w:t>
      </w:r>
    </w:p>
    <w:p w:rsidR="007B2329" w:rsidRDefault="007B2329" w:rsidP="007B2329">
      <w:r>
        <w:t>130.8215</w:t>
      </w:r>
      <w:r>
        <w:tab/>
        <w:t>1.013e0</w:t>
      </w:r>
    </w:p>
    <w:p w:rsidR="007B2329" w:rsidRDefault="007B2329" w:rsidP="007B2329">
      <w:r>
        <w:t>130.8239</w:t>
      </w:r>
      <w:r>
        <w:tab/>
        <w:t>1.460e0</w:t>
      </w:r>
    </w:p>
    <w:p w:rsidR="007B2329" w:rsidRDefault="007B2329" w:rsidP="007B2329">
      <w:r>
        <w:t>130.8402</w:t>
      </w:r>
      <w:r>
        <w:tab/>
        <w:t>2.025e0</w:t>
      </w:r>
    </w:p>
    <w:p w:rsidR="007B2329" w:rsidRDefault="007B2329" w:rsidP="007B2329">
      <w:r>
        <w:t>130.8416</w:t>
      </w:r>
      <w:r>
        <w:tab/>
        <w:t>2.025e0</w:t>
      </w:r>
    </w:p>
    <w:p w:rsidR="007B2329" w:rsidRDefault="007B2329" w:rsidP="007B2329">
      <w:r>
        <w:t>130.8429</w:t>
      </w:r>
      <w:r>
        <w:tab/>
        <w:t>1.013e0</w:t>
      </w:r>
    </w:p>
    <w:p w:rsidR="007B2329" w:rsidRDefault="007B2329" w:rsidP="007B2329">
      <w:r>
        <w:t>130.8458</w:t>
      </w:r>
      <w:r>
        <w:tab/>
        <w:t>2.025e0</w:t>
      </w:r>
    </w:p>
    <w:p w:rsidR="007B2329" w:rsidRDefault="007B2329" w:rsidP="007B2329">
      <w:r>
        <w:t>130.8521</w:t>
      </w:r>
      <w:r>
        <w:tab/>
        <w:t>1.266e-2</w:t>
      </w:r>
    </w:p>
    <w:p w:rsidR="007B2329" w:rsidRDefault="007B2329" w:rsidP="007B2329">
      <w:r>
        <w:t>130.8615</w:t>
      </w:r>
      <w:r>
        <w:tab/>
        <w:t>1.013e0</w:t>
      </w:r>
    </w:p>
    <w:p w:rsidR="007B2329" w:rsidRDefault="007B2329" w:rsidP="007B2329">
      <w:r>
        <w:t>130.8687</w:t>
      </w:r>
      <w:r>
        <w:tab/>
        <w:t>2.025e0</w:t>
      </w:r>
    </w:p>
    <w:p w:rsidR="007B2329" w:rsidRDefault="007B2329" w:rsidP="007B2329">
      <w:r>
        <w:t>130.8733</w:t>
      </w:r>
      <w:r>
        <w:tab/>
        <w:t>1.013e0</w:t>
      </w:r>
    </w:p>
    <w:p w:rsidR="007B2329" w:rsidRDefault="007B2329" w:rsidP="007B2329">
      <w:r>
        <w:t>130.8764</w:t>
      </w:r>
      <w:r>
        <w:tab/>
        <w:t>1.025e0</w:t>
      </w:r>
    </w:p>
    <w:p w:rsidR="007B2329" w:rsidRDefault="007B2329" w:rsidP="007B2329">
      <w:r>
        <w:t>130.8795</w:t>
      </w:r>
      <w:r>
        <w:tab/>
        <w:t>1.266e-2</w:t>
      </w:r>
    </w:p>
    <w:p w:rsidR="007B2329" w:rsidRDefault="007B2329" w:rsidP="007B2329">
      <w:r>
        <w:t>130.8826</w:t>
      </w:r>
      <w:r>
        <w:tab/>
        <w:t>1.266e-2</w:t>
      </w:r>
    </w:p>
    <w:p w:rsidR="007B2329" w:rsidRDefault="007B2329" w:rsidP="007B2329">
      <w:r>
        <w:t>130.8916</w:t>
      </w:r>
      <w:r>
        <w:tab/>
        <w:t>1.013e0</w:t>
      </w:r>
    </w:p>
    <w:p w:rsidR="007B2329" w:rsidRDefault="007B2329" w:rsidP="007B2329">
      <w:r>
        <w:t>130.8976</w:t>
      </w:r>
      <w:r>
        <w:tab/>
        <w:t>1.266e-2</w:t>
      </w:r>
    </w:p>
    <w:p w:rsidR="007B2329" w:rsidRDefault="007B2329" w:rsidP="007B2329">
      <w:r>
        <w:lastRenderedPageBreak/>
        <w:t>130.9219</w:t>
      </w:r>
      <w:r>
        <w:tab/>
        <w:t>1.013e0</w:t>
      </w:r>
    </w:p>
    <w:p w:rsidR="007B2329" w:rsidRDefault="007B2329" w:rsidP="007B2329">
      <w:r>
        <w:t>130.9251</w:t>
      </w:r>
      <w:r>
        <w:tab/>
        <w:t>1.013e0</w:t>
      </w:r>
    </w:p>
    <w:p w:rsidR="007B2329" w:rsidRDefault="007B2329" w:rsidP="007B2329">
      <w:r>
        <w:t>130.9281</w:t>
      </w:r>
      <w:r>
        <w:tab/>
        <w:t>1.013e0</w:t>
      </w:r>
    </w:p>
    <w:p w:rsidR="007B2329" w:rsidRDefault="007B2329" w:rsidP="007B2329">
      <w:r>
        <w:t>130.9404</w:t>
      </w:r>
      <w:r>
        <w:tab/>
        <w:t>1.013e0</w:t>
      </w:r>
    </w:p>
    <w:p w:rsidR="007B2329" w:rsidRDefault="007B2329" w:rsidP="007B2329">
      <w:r>
        <w:t>130.9432</w:t>
      </w:r>
      <w:r>
        <w:tab/>
        <w:t>2.025e0</w:t>
      </w:r>
    </w:p>
    <w:p w:rsidR="007B2329" w:rsidRDefault="007B2329" w:rsidP="007B2329">
      <w:r>
        <w:t>130.9529</w:t>
      </w:r>
      <w:r>
        <w:tab/>
        <w:t>4.051e0</w:t>
      </w:r>
    </w:p>
    <w:p w:rsidR="007B2329" w:rsidRDefault="007B2329" w:rsidP="007B2329">
      <w:r>
        <w:t>130.9588</w:t>
      </w:r>
      <w:r>
        <w:tab/>
        <w:t>1.025e0</w:t>
      </w:r>
    </w:p>
    <w:p w:rsidR="007B2329" w:rsidRDefault="007B2329" w:rsidP="007B2329">
      <w:r>
        <w:t>130.9647</w:t>
      </w:r>
      <w:r>
        <w:tab/>
        <w:t>3.038e0</w:t>
      </w:r>
    </w:p>
    <w:p w:rsidR="007B2329" w:rsidRDefault="007B2329" w:rsidP="007B2329">
      <w:r>
        <w:t>130.9705</w:t>
      </w:r>
      <w:r>
        <w:tab/>
        <w:t>1.038e0</w:t>
      </w:r>
    </w:p>
    <w:p w:rsidR="007B2329" w:rsidRDefault="007B2329" w:rsidP="007B2329">
      <w:r>
        <w:t>130.9768</w:t>
      </w:r>
      <w:r>
        <w:tab/>
        <w:t>1.025e0</w:t>
      </w:r>
    </w:p>
    <w:p w:rsidR="007B2329" w:rsidRDefault="007B2329" w:rsidP="007B2329">
      <w:r>
        <w:t>130.9815</w:t>
      </w:r>
      <w:r>
        <w:tab/>
        <w:t>2.025e0</w:t>
      </w:r>
    </w:p>
    <w:p w:rsidR="007B2329" w:rsidRDefault="007B2329" w:rsidP="007B2329">
      <w:r>
        <w:t>130.9857</w:t>
      </w:r>
      <w:r>
        <w:tab/>
        <w:t>3.038e0</w:t>
      </w:r>
    </w:p>
    <w:p w:rsidR="007B2329" w:rsidRDefault="007B2329" w:rsidP="007B2329">
      <w:r>
        <w:t>130.9892</w:t>
      </w:r>
      <w:r>
        <w:tab/>
        <w:t>1.013e0</w:t>
      </w:r>
    </w:p>
    <w:p w:rsidR="007B2329" w:rsidRDefault="007B2329" w:rsidP="007B2329">
      <w:r>
        <w:t>130.9919</w:t>
      </w:r>
      <w:r>
        <w:tab/>
        <w:t>2.025e0</w:t>
      </w:r>
    </w:p>
    <w:p w:rsidR="007B2329" w:rsidRDefault="007B2329" w:rsidP="007B2329">
      <w:r>
        <w:t>131.0105</w:t>
      </w:r>
      <w:r>
        <w:tab/>
        <w:t>2.025e0</w:t>
      </w:r>
    </w:p>
    <w:p w:rsidR="007B2329" w:rsidRDefault="007B2329" w:rsidP="007B2329">
      <w:r>
        <w:t>131.0121</w:t>
      </w:r>
      <w:r>
        <w:tab/>
        <w:t>2.025e0</w:t>
      </w:r>
    </w:p>
    <w:p w:rsidR="007B2329" w:rsidRDefault="007B2329" w:rsidP="007B2329">
      <w:r>
        <w:t>131.0177</w:t>
      </w:r>
      <w:r>
        <w:tab/>
        <w:t>1.025e0</w:t>
      </w:r>
    </w:p>
    <w:p w:rsidR="007B2329" w:rsidRDefault="007B2329" w:rsidP="007B2329">
      <w:r>
        <w:t>131.0191</w:t>
      </w:r>
      <w:r>
        <w:tab/>
        <w:t>1.025e0</w:t>
      </w:r>
    </w:p>
    <w:p w:rsidR="007B2329" w:rsidRDefault="007B2329" w:rsidP="007B2329">
      <w:r>
        <w:t>131.0223</w:t>
      </w:r>
      <w:r>
        <w:tab/>
        <w:t>1.013e0</w:t>
      </w:r>
    </w:p>
    <w:p w:rsidR="007B2329" w:rsidRDefault="007B2329" w:rsidP="007B2329">
      <w:r>
        <w:lastRenderedPageBreak/>
        <w:t>131.0285</w:t>
      </w:r>
      <w:r>
        <w:tab/>
        <w:t>1.266e-2</w:t>
      </w:r>
    </w:p>
    <w:p w:rsidR="007B2329" w:rsidRDefault="007B2329" w:rsidP="007B2329">
      <w:r>
        <w:t>131.0348</w:t>
      </w:r>
      <w:r>
        <w:tab/>
        <w:t>8.101e0</w:t>
      </w:r>
    </w:p>
    <w:p w:rsidR="007B2329" w:rsidRDefault="007B2329" w:rsidP="007B2329">
      <w:r>
        <w:t>131.0376</w:t>
      </w:r>
      <w:r>
        <w:tab/>
        <w:t>6.586e0</w:t>
      </w:r>
    </w:p>
    <w:p w:rsidR="007B2329" w:rsidRDefault="007B2329" w:rsidP="007B2329">
      <w:r>
        <w:t>131.0436</w:t>
      </w:r>
      <w:r>
        <w:tab/>
        <w:t>2.051e0</w:t>
      </w:r>
    </w:p>
    <w:p w:rsidR="007B2329" w:rsidRDefault="007B2329" w:rsidP="007B2329">
      <w:r>
        <w:t>131.0482</w:t>
      </w:r>
      <w:r>
        <w:tab/>
        <w:t>2.025e0</w:t>
      </w:r>
    </w:p>
    <w:p w:rsidR="007B2329" w:rsidRDefault="007B2329" w:rsidP="007B2329">
      <w:r>
        <w:t>131.0498</w:t>
      </w:r>
      <w:r>
        <w:tab/>
        <w:t>2.025e0</w:t>
      </w:r>
    </w:p>
    <w:p w:rsidR="007B2329" w:rsidRDefault="007B2329" w:rsidP="007B2329">
      <w:r>
        <w:t>131.0736</w:t>
      </w:r>
      <w:r>
        <w:tab/>
        <w:t>4.051e0</w:t>
      </w:r>
    </w:p>
    <w:p w:rsidR="007B2329" w:rsidRDefault="007B2329" w:rsidP="007B2329">
      <w:r>
        <w:t>131.0756</w:t>
      </w:r>
      <w:r>
        <w:tab/>
        <w:t>4.051e0</w:t>
      </w:r>
    </w:p>
    <w:p w:rsidR="007B2329" w:rsidRDefault="007B2329" w:rsidP="007B2329">
      <w:r>
        <w:t>131.0803</w:t>
      </w:r>
      <w:r>
        <w:tab/>
        <w:t>7.164e0</w:t>
      </w:r>
    </w:p>
    <w:p w:rsidR="007B2329" w:rsidRDefault="007B2329" w:rsidP="007B2329">
      <w:r>
        <w:t>131.0909</w:t>
      </w:r>
      <w:r>
        <w:tab/>
        <w:t>1.737e1</w:t>
      </w:r>
    </w:p>
    <w:p w:rsidR="007B2329" w:rsidRDefault="007B2329" w:rsidP="007B2329">
      <w:r>
        <w:t>131.0954</w:t>
      </w:r>
      <w:r>
        <w:tab/>
        <w:t>3.038e0</w:t>
      </w:r>
    </w:p>
    <w:p w:rsidR="007B2329" w:rsidRDefault="007B2329" w:rsidP="007B2329">
      <w:r>
        <w:t>131.1015</w:t>
      </w:r>
      <w:r>
        <w:tab/>
        <w:t>1.025e0</w:t>
      </w:r>
    </w:p>
    <w:p w:rsidR="007B2329" w:rsidRDefault="007B2329" w:rsidP="007B2329">
      <w:r>
        <w:t>131.1040</w:t>
      </w:r>
      <w:r>
        <w:tab/>
        <w:t>4.051e0</w:t>
      </w:r>
    </w:p>
    <w:p w:rsidR="007B2329" w:rsidRDefault="007B2329" w:rsidP="007B2329">
      <w:r>
        <w:t>131.1195</w:t>
      </w:r>
      <w:r>
        <w:tab/>
        <w:t>1.038e0</w:t>
      </w:r>
    </w:p>
    <w:p w:rsidR="007B2329" w:rsidRDefault="007B2329" w:rsidP="007B2329">
      <w:r>
        <w:t>131.1227</w:t>
      </w:r>
      <w:r>
        <w:tab/>
        <w:t>1.013e0</w:t>
      </w:r>
    </w:p>
    <w:p w:rsidR="007B2329" w:rsidRDefault="007B2329" w:rsidP="007B2329">
      <w:r>
        <w:t>131.1321</w:t>
      </w:r>
      <w:r>
        <w:tab/>
        <w:t>1.013e0</w:t>
      </w:r>
    </w:p>
    <w:p w:rsidR="007B2329" w:rsidRDefault="007B2329" w:rsidP="007B2329">
      <w:r>
        <w:t>131.1352</w:t>
      </w:r>
      <w:r>
        <w:tab/>
        <w:t>3.051e0</w:t>
      </w:r>
    </w:p>
    <w:p w:rsidR="007B2329" w:rsidRDefault="007B2329" w:rsidP="007B2329">
      <w:r>
        <w:t>131.1398</w:t>
      </w:r>
      <w:r>
        <w:tab/>
        <w:t>1.025e0</w:t>
      </w:r>
    </w:p>
    <w:p w:rsidR="007B2329" w:rsidRDefault="007B2329" w:rsidP="007B2329">
      <w:r>
        <w:t>131.1438</w:t>
      </w:r>
      <w:r>
        <w:tab/>
        <w:t>1.266e-2</w:t>
      </w:r>
    </w:p>
    <w:p w:rsidR="007B2329" w:rsidRDefault="007B2329" w:rsidP="007B2329">
      <w:r>
        <w:lastRenderedPageBreak/>
        <w:t>131.1564</w:t>
      </w:r>
      <w:r>
        <w:tab/>
        <w:t>1.266e-2</w:t>
      </w:r>
    </w:p>
    <w:p w:rsidR="007B2329" w:rsidRDefault="007B2329" w:rsidP="007B2329">
      <w:r>
        <w:t>131.1628</w:t>
      </w:r>
      <w:r>
        <w:tab/>
        <w:t>2.051e0</w:t>
      </w:r>
    </w:p>
    <w:p w:rsidR="007B2329" w:rsidRDefault="007B2329" w:rsidP="007B2329">
      <w:r>
        <w:t>131.1683</w:t>
      </w:r>
      <w:r>
        <w:tab/>
        <w:t>2.038e0</w:t>
      </w:r>
    </w:p>
    <w:p w:rsidR="007B2329" w:rsidRDefault="007B2329" w:rsidP="007B2329">
      <w:r>
        <w:t>131.1839</w:t>
      </w:r>
      <w:r>
        <w:tab/>
        <w:t>2.025e0</w:t>
      </w:r>
    </w:p>
    <w:p w:rsidR="007B2329" w:rsidRDefault="007B2329" w:rsidP="007B2329">
      <w:r>
        <w:t>131.1900</w:t>
      </w:r>
      <w:r>
        <w:tab/>
        <w:t>2.025e0</w:t>
      </w:r>
    </w:p>
    <w:p w:rsidR="007B2329" w:rsidRDefault="007B2329" w:rsidP="007B2329">
      <w:r>
        <w:t>131.1957</w:t>
      </w:r>
      <w:r>
        <w:tab/>
        <w:t>1.013e0</w:t>
      </w:r>
    </w:p>
    <w:p w:rsidR="007B2329" w:rsidRDefault="007B2329" w:rsidP="007B2329">
      <w:r>
        <w:t>131.2051</w:t>
      </w:r>
      <w:r>
        <w:tab/>
        <w:t>1.266e-2</w:t>
      </w:r>
    </w:p>
    <w:p w:rsidR="007B2329" w:rsidRDefault="007B2329" w:rsidP="007B2329">
      <w:r>
        <w:t>131.2114</w:t>
      </w:r>
      <w:r>
        <w:tab/>
        <w:t>1.013e0</w:t>
      </w:r>
    </w:p>
    <w:p w:rsidR="007B2329" w:rsidRDefault="007B2329" w:rsidP="007B2329">
      <w:r>
        <w:t>131.2144</w:t>
      </w:r>
      <w:r>
        <w:tab/>
        <w:t>1.013e0</w:t>
      </w:r>
    </w:p>
    <w:p w:rsidR="007B2329" w:rsidRDefault="007B2329" w:rsidP="007B2329">
      <w:r>
        <w:t>131.2232</w:t>
      </w:r>
      <w:r>
        <w:tab/>
        <w:t>1.013e0</w:t>
      </w:r>
    </w:p>
    <w:p w:rsidR="007B2329" w:rsidRDefault="007B2329" w:rsidP="007B2329">
      <w:r>
        <w:t>131.2263</w:t>
      </w:r>
      <w:r>
        <w:tab/>
        <w:t>2.025e0</w:t>
      </w:r>
    </w:p>
    <w:p w:rsidR="007B2329" w:rsidRDefault="007B2329" w:rsidP="007B2329">
      <w:r>
        <w:t>131.2429</w:t>
      </w:r>
      <w:r>
        <w:tab/>
        <w:t>2.025e0</w:t>
      </w:r>
    </w:p>
    <w:p w:rsidR="007B2329" w:rsidRDefault="007B2329" w:rsidP="007B2329">
      <w:r>
        <w:t>131.2475</w:t>
      </w:r>
      <w:r>
        <w:tab/>
        <w:t>2.025e0</w:t>
      </w:r>
    </w:p>
    <w:p w:rsidR="007B2329" w:rsidRDefault="007B2329" w:rsidP="007B2329">
      <w:r>
        <w:t>131.2538</w:t>
      </w:r>
      <w:r>
        <w:tab/>
        <w:t>1.266e-2</w:t>
      </w:r>
    </w:p>
    <w:p w:rsidR="007B2329" w:rsidRDefault="007B2329" w:rsidP="007B2329">
      <w:r>
        <w:t>131.2569</w:t>
      </w:r>
      <w:r>
        <w:tab/>
        <w:t>1.266e-2</w:t>
      </w:r>
    </w:p>
    <w:p w:rsidR="007B2329" w:rsidRDefault="007B2329" w:rsidP="007B2329">
      <w:r>
        <w:t>131.2659</w:t>
      </w:r>
      <w:r>
        <w:tab/>
        <w:t>3.038e0</w:t>
      </w:r>
    </w:p>
    <w:p w:rsidR="007B2329" w:rsidRDefault="007B2329" w:rsidP="007B2329">
      <w:r>
        <w:t>131.2687</w:t>
      </w:r>
      <w:r>
        <w:tab/>
        <w:t>1.013e0</w:t>
      </w:r>
    </w:p>
    <w:p w:rsidR="007B2329" w:rsidRDefault="007B2329" w:rsidP="007B2329">
      <w:r>
        <w:t>131.2702</w:t>
      </w:r>
      <w:r>
        <w:tab/>
        <w:t>2.025e0</w:t>
      </w:r>
    </w:p>
    <w:p w:rsidR="007B2329" w:rsidRDefault="007B2329" w:rsidP="007B2329">
      <w:r>
        <w:t>131.2750</w:t>
      </w:r>
      <w:r>
        <w:tab/>
        <w:t>1.013e0</w:t>
      </w:r>
    </w:p>
    <w:p w:rsidR="007B2329" w:rsidRDefault="007B2329" w:rsidP="007B2329">
      <w:r>
        <w:lastRenderedPageBreak/>
        <w:t>131.2812</w:t>
      </w:r>
      <w:r>
        <w:tab/>
        <w:t>2.025e0</w:t>
      </w:r>
    </w:p>
    <w:p w:rsidR="007B2329" w:rsidRDefault="007B2329" w:rsidP="007B2329">
      <w:r>
        <w:t>131.2905</w:t>
      </w:r>
      <w:r>
        <w:tab/>
        <w:t>1.025e0</w:t>
      </w:r>
    </w:p>
    <w:p w:rsidR="007B2329" w:rsidRDefault="007B2329" w:rsidP="007B2329">
      <w:r>
        <w:t>131.2931</w:t>
      </w:r>
      <w:r>
        <w:tab/>
        <w:t>2.025e0</w:t>
      </w:r>
    </w:p>
    <w:p w:rsidR="007B2329" w:rsidRDefault="007B2329" w:rsidP="007B2329">
      <w:r>
        <w:t>131.3087</w:t>
      </w:r>
      <w:r>
        <w:tab/>
        <w:t>1.266e-2</w:t>
      </w:r>
    </w:p>
    <w:p w:rsidR="007B2329" w:rsidRDefault="007B2329" w:rsidP="007B2329">
      <w:r>
        <w:t>131.3176</w:t>
      </w:r>
      <w:r>
        <w:tab/>
        <w:t>1.013e0</w:t>
      </w:r>
    </w:p>
    <w:p w:rsidR="007B2329" w:rsidRDefault="007B2329" w:rsidP="007B2329">
      <w:r>
        <w:t>131.3205</w:t>
      </w:r>
      <w:r>
        <w:tab/>
        <w:t>1.013e0</w:t>
      </w:r>
    </w:p>
    <w:p w:rsidR="007B2329" w:rsidRDefault="007B2329" w:rsidP="007B2329">
      <w:r>
        <w:t>131.3237</w:t>
      </w:r>
      <w:r>
        <w:tab/>
        <w:t>1.013e0</w:t>
      </w:r>
    </w:p>
    <w:p w:rsidR="007B2329" w:rsidRDefault="007B2329" w:rsidP="007B2329">
      <w:r>
        <w:t>131.3299</w:t>
      </w:r>
      <w:r>
        <w:tab/>
        <w:t>1.266e-2</w:t>
      </w:r>
    </w:p>
    <w:p w:rsidR="007B2329" w:rsidRDefault="007B2329" w:rsidP="007B2329">
      <w:r>
        <w:t>131.3363</w:t>
      </w:r>
      <w:r>
        <w:tab/>
        <w:t>1.025e0</w:t>
      </w:r>
    </w:p>
    <w:p w:rsidR="007B2329" w:rsidRDefault="007B2329" w:rsidP="007B2329">
      <w:r>
        <w:t>131.3393</w:t>
      </w:r>
      <w:r>
        <w:tab/>
        <w:t>1.013e0</w:t>
      </w:r>
    </w:p>
    <w:p w:rsidR="007B2329" w:rsidRDefault="007B2329" w:rsidP="007B2329">
      <w:r>
        <w:t>131.3420</w:t>
      </w:r>
      <w:r>
        <w:tab/>
        <w:t>2.025e0</w:t>
      </w:r>
    </w:p>
    <w:p w:rsidR="007B2329" w:rsidRDefault="007B2329" w:rsidP="007B2329">
      <w:r>
        <w:t>131.3512</w:t>
      </w:r>
      <w:r>
        <w:tab/>
        <w:t>1.013e0</w:t>
      </w:r>
    </w:p>
    <w:p w:rsidR="007B2329" w:rsidRDefault="007B2329" w:rsidP="007B2329">
      <w:r>
        <w:t>131.3543</w:t>
      </w:r>
      <w:r>
        <w:tab/>
        <w:t>1.013e0</w:t>
      </w:r>
    </w:p>
    <w:p w:rsidR="007B2329" w:rsidRDefault="007B2329" w:rsidP="007B2329">
      <w:r>
        <w:t>131.3574</w:t>
      </w:r>
      <w:r>
        <w:tab/>
        <w:t>1.266e-2</w:t>
      </w:r>
    </w:p>
    <w:p w:rsidR="007B2329" w:rsidRDefault="007B2329" w:rsidP="007B2329">
      <w:r>
        <w:t>131.3677</w:t>
      </w:r>
      <w:r>
        <w:tab/>
        <w:t>3.038e0</w:t>
      </w:r>
    </w:p>
    <w:p w:rsidR="007B2329" w:rsidRDefault="007B2329" w:rsidP="007B2329">
      <w:r>
        <w:t>131.3694</w:t>
      </w:r>
      <w:r>
        <w:tab/>
        <w:t>3.038e0</w:t>
      </w:r>
    </w:p>
    <w:p w:rsidR="007B2329" w:rsidRDefault="007B2329" w:rsidP="007B2329">
      <w:r>
        <w:t>131.3756</w:t>
      </w:r>
      <w:r>
        <w:tab/>
        <w:t>1.013e0</w:t>
      </w:r>
    </w:p>
    <w:p w:rsidR="007B2329" w:rsidRDefault="007B2329" w:rsidP="007B2329">
      <w:r>
        <w:t>131.3849</w:t>
      </w:r>
      <w:r>
        <w:tab/>
        <w:t>1.013e0</w:t>
      </w:r>
    </w:p>
    <w:p w:rsidR="007B2329" w:rsidRDefault="007B2329" w:rsidP="007B2329">
      <w:r>
        <w:t>131.3894</w:t>
      </w:r>
      <w:r>
        <w:tab/>
        <w:t>3.624e0</w:t>
      </w:r>
    </w:p>
    <w:p w:rsidR="007B2329" w:rsidRDefault="007B2329" w:rsidP="007B2329">
      <w:r>
        <w:lastRenderedPageBreak/>
        <w:t>131.4030</w:t>
      </w:r>
      <w:r>
        <w:tab/>
        <w:t>1.013e0</w:t>
      </w:r>
    </w:p>
    <w:p w:rsidR="007B2329" w:rsidRDefault="007B2329" w:rsidP="007B2329">
      <w:r>
        <w:t>131.4061</w:t>
      </w:r>
      <w:r>
        <w:tab/>
        <w:t>1.013e0</w:t>
      </w:r>
    </w:p>
    <w:p w:rsidR="007B2329" w:rsidRDefault="007B2329" w:rsidP="007B2329">
      <w:r>
        <w:t>131.4124</w:t>
      </w:r>
      <w:r>
        <w:tab/>
        <w:t>1.013e0</w:t>
      </w:r>
    </w:p>
    <w:p w:rsidR="007B2329" w:rsidRDefault="007B2329" w:rsidP="007B2329">
      <w:r>
        <w:t>131.4182</w:t>
      </w:r>
      <w:r>
        <w:tab/>
        <w:t>1.013e0</w:t>
      </w:r>
    </w:p>
    <w:p w:rsidR="007B2329" w:rsidRDefault="007B2329" w:rsidP="007B2329">
      <w:r>
        <w:t>131.4273</w:t>
      </w:r>
      <w:r>
        <w:tab/>
        <w:t>1.013e0</w:t>
      </w:r>
    </w:p>
    <w:p w:rsidR="007B2329" w:rsidRDefault="007B2329" w:rsidP="007B2329">
      <w:r>
        <w:t>131.4367</w:t>
      </w:r>
      <w:r>
        <w:tab/>
        <w:t>1.013e0</w:t>
      </w:r>
    </w:p>
    <w:p w:rsidR="007B2329" w:rsidRDefault="007B2329" w:rsidP="007B2329">
      <w:r>
        <w:t>131.4426</w:t>
      </w:r>
      <w:r>
        <w:tab/>
        <w:t>5.063e0</w:t>
      </w:r>
    </w:p>
    <w:p w:rsidR="007B2329" w:rsidRDefault="007B2329" w:rsidP="007B2329">
      <w:r>
        <w:t>131.4579</w:t>
      </w:r>
      <w:r>
        <w:tab/>
        <w:t>1.013e0</w:t>
      </w:r>
    </w:p>
    <w:p w:rsidR="007B2329" w:rsidRDefault="007B2329" w:rsidP="007B2329">
      <w:r>
        <w:t>131.4610</w:t>
      </w:r>
      <w:r>
        <w:tab/>
        <w:t>1.025e0</w:t>
      </w:r>
    </w:p>
    <w:p w:rsidR="007B2329" w:rsidRDefault="007B2329" w:rsidP="007B2329">
      <w:r>
        <w:t>131.4760</w:t>
      </w:r>
      <w:r>
        <w:tab/>
        <w:t>2.025e0</w:t>
      </w:r>
    </w:p>
    <w:p w:rsidR="007B2329" w:rsidRDefault="007B2329" w:rsidP="007B2329">
      <w:r>
        <w:t>131.4851</w:t>
      </w:r>
      <w:r>
        <w:tab/>
        <w:t>3.038e0</w:t>
      </w:r>
    </w:p>
    <w:p w:rsidR="007B2329" w:rsidRDefault="007B2329" w:rsidP="007B2329">
      <w:r>
        <w:t>131.4989</w:t>
      </w:r>
      <w:r>
        <w:tab/>
        <w:t>1.025e0</w:t>
      </w:r>
    </w:p>
    <w:p w:rsidR="007B2329" w:rsidRDefault="007B2329" w:rsidP="007B2329">
      <w:r>
        <w:t>131.5036</w:t>
      </w:r>
      <w:r>
        <w:tab/>
        <w:t>1.266e-2</w:t>
      </w:r>
    </w:p>
    <w:p w:rsidR="007B2329" w:rsidRDefault="007B2329" w:rsidP="007B2329">
      <w:r>
        <w:t>131.5129</w:t>
      </w:r>
      <w:r>
        <w:tab/>
        <w:t>1.013e0</w:t>
      </w:r>
    </w:p>
    <w:p w:rsidR="007B2329" w:rsidRDefault="007B2329" w:rsidP="007B2329">
      <w:r>
        <w:t>131.5160</w:t>
      </w:r>
      <w:r>
        <w:tab/>
        <w:t>1.013e0</w:t>
      </w:r>
    </w:p>
    <w:p w:rsidR="007B2329" w:rsidRDefault="007B2329" w:rsidP="007B2329">
      <w:r>
        <w:t>131.5188</w:t>
      </w:r>
      <w:r>
        <w:tab/>
        <w:t>1.266e-2</w:t>
      </w:r>
    </w:p>
    <w:p w:rsidR="007B2329" w:rsidRDefault="007B2329" w:rsidP="007B2329">
      <w:r>
        <w:t>131.5279</w:t>
      </w:r>
      <w:r>
        <w:tab/>
        <w:t>1.266e-2</w:t>
      </w:r>
    </w:p>
    <w:p w:rsidR="007B2329" w:rsidRDefault="007B2329" w:rsidP="007B2329">
      <w:r>
        <w:t>131.5310</w:t>
      </w:r>
      <w:r>
        <w:tab/>
        <w:t>1.013e0</w:t>
      </w:r>
    </w:p>
    <w:p w:rsidR="007B2329" w:rsidRDefault="007B2329" w:rsidP="007B2329">
      <w:r>
        <w:t>131.5325</w:t>
      </w:r>
      <w:r>
        <w:tab/>
        <w:t>1.025e0</w:t>
      </w:r>
    </w:p>
    <w:p w:rsidR="007B2329" w:rsidRDefault="007B2329" w:rsidP="007B2329">
      <w:r>
        <w:lastRenderedPageBreak/>
        <w:t>131.5341</w:t>
      </w:r>
      <w:r>
        <w:tab/>
        <w:t>1.013e0</w:t>
      </w:r>
    </w:p>
    <w:p w:rsidR="007B2329" w:rsidRDefault="007B2329" w:rsidP="007B2329">
      <w:r>
        <w:t>131.5491</w:t>
      </w:r>
      <w:r>
        <w:tab/>
        <w:t>2.025e0</w:t>
      </w:r>
    </w:p>
    <w:p w:rsidR="007B2329" w:rsidRDefault="007B2329" w:rsidP="007B2329">
      <w:r>
        <w:t>131.5554</w:t>
      </w:r>
      <w:r>
        <w:tab/>
        <w:t>2.038e0</w:t>
      </w:r>
    </w:p>
    <w:p w:rsidR="007B2329" w:rsidRDefault="007B2329" w:rsidP="007B2329">
      <w:r>
        <w:t>131.5580</w:t>
      </w:r>
      <w:r>
        <w:tab/>
        <w:t>4.051e0</w:t>
      </w:r>
    </w:p>
    <w:p w:rsidR="007B2329" w:rsidRDefault="007B2329" w:rsidP="007B2329">
      <w:r>
        <w:t>131.5691</w:t>
      </w:r>
      <w:r>
        <w:tab/>
        <w:t>2.532e-2</w:t>
      </w:r>
    </w:p>
    <w:p w:rsidR="007B2329" w:rsidRDefault="007B2329" w:rsidP="007B2329">
      <w:r>
        <w:t>131.5714</w:t>
      </w:r>
      <w:r>
        <w:tab/>
        <w:t>3.038e0</w:t>
      </w:r>
    </w:p>
    <w:p w:rsidR="007B2329" w:rsidRDefault="007B2329" w:rsidP="007B2329">
      <w:r>
        <w:t>131.5766</w:t>
      </w:r>
      <w:r>
        <w:tab/>
        <w:t>1.013e0</w:t>
      </w:r>
    </w:p>
    <w:p w:rsidR="007B2329" w:rsidRDefault="007B2329" w:rsidP="007B2329">
      <w:r>
        <w:t>131.5844</w:t>
      </w:r>
      <w:r>
        <w:tab/>
        <w:t>1.025e0</w:t>
      </w:r>
    </w:p>
    <w:p w:rsidR="007B2329" w:rsidRDefault="007B2329" w:rsidP="007B2329">
      <w:r>
        <w:t>131.6041</w:t>
      </w:r>
      <w:r>
        <w:tab/>
        <w:t>1.013e0</w:t>
      </w:r>
    </w:p>
    <w:p w:rsidR="007B2329" w:rsidRDefault="007B2329" w:rsidP="007B2329">
      <w:r>
        <w:t>131.6103</w:t>
      </w:r>
      <w:r>
        <w:tab/>
        <w:t>2.025e0</w:t>
      </w:r>
    </w:p>
    <w:p w:rsidR="007B2329" w:rsidRDefault="007B2329" w:rsidP="007B2329">
      <w:r>
        <w:t>131.6221</w:t>
      </w:r>
      <w:r>
        <w:tab/>
        <w:t>1.013e0</w:t>
      </w:r>
    </w:p>
    <w:p w:rsidR="007B2329" w:rsidRDefault="007B2329" w:rsidP="007B2329">
      <w:r>
        <w:t>131.6253</w:t>
      </w:r>
      <w:r>
        <w:tab/>
        <w:t>1.013e0</w:t>
      </w:r>
    </w:p>
    <w:p w:rsidR="007B2329" w:rsidRDefault="007B2329" w:rsidP="007B2329">
      <w:r>
        <w:t>131.6284</w:t>
      </w:r>
      <w:r>
        <w:tab/>
        <w:t>2.025e0</w:t>
      </w:r>
    </w:p>
    <w:p w:rsidR="007B2329" w:rsidRDefault="007B2329" w:rsidP="007B2329">
      <w:r>
        <w:t>131.6379</w:t>
      </w:r>
      <w:r>
        <w:tab/>
        <w:t>1.266e-2</w:t>
      </w:r>
    </w:p>
    <w:p w:rsidR="007B2329" w:rsidRDefault="007B2329" w:rsidP="007B2329">
      <w:r>
        <w:t>131.6410</w:t>
      </w:r>
      <w:r>
        <w:tab/>
        <w:t>2.025e0</w:t>
      </w:r>
    </w:p>
    <w:p w:rsidR="007B2329" w:rsidRDefault="007B2329" w:rsidP="007B2329">
      <w:r>
        <w:t>131.6496</w:t>
      </w:r>
      <w:r>
        <w:tab/>
        <w:t>2.025e0</w:t>
      </w:r>
    </w:p>
    <w:p w:rsidR="007B2329" w:rsidRDefault="007B2329" w:rsidP="007B2329">
      <w:r>
        <w:t>131.6622</w:t>
      </w:r>
      <w:r>
        <w:tab/>
        <w:t>1.013e0</w:t>
      </w:r>
    </w:p>
    <w:p w:rsidR="007B2329" w:rsidRDefault="007B2329" w:rsidP="007B2329">
      <w:r>
        <w:t>131.6654</w:t>
      </w:r>
      <w:r>
        <w:tab/>
        <w:t>2.532e-2</w:t>
      </w:r>
    </w:p>
    <w:p w:rsidR="007B2329" w:rsidRDefault="007B2329" w:rsidP="007B2329">
      <w:r>
        <w:t>131.6669</w:t>
      </w:r>
      <w:r>
        <w:tab/>
        <w:t>2.025e0</w:t>
      </w:r>
    </w:p>
    <w:p w:rsidR="007B2329" w:rsidRDefault="007B2329" w:rsidP="007B2329">
      <w:r>
        <w:lastRenderedPageBreak/>
        <w:t>131.6684</w:t>
      </w:r>
      <w:r>
        <w:tab/>
        <w:t>1.266e-2</w:t>
      </w:r>
    </w:p>
    <w:p w:rsidR="007B2329" w:rsidRDefault="007B2329" w:rsidP="007B2329">
      <w:r>
        <w:t>131.6711</w:t>
      </w:r>
      <w:r>
        <w:tab/>
        <w:t>1.266e-2</w:t>
      </w:r>
    </w:p>
    <w:p w:rsidR="007B2329" w:rsidRDefault="007B2329" w:rsidP="007B2329">
      <w:r>
        <w:t>131.6866</w:t>
      </w:r>
      <w:r>
        <w:tab/>
        <w:t>1.266e-2</w:t>
      </w:r>
    </w:p>
    <w:p w:rsidR="007B2329" w:rsidRDefault="007B2329" w:rsidP="007B2329">
      <w:r>
        <w:t>131.6983</w:t>
      </w:r>
      <w:r>
        <w:tab/>
        <w:t>1.013e0</w:t>
      </w:r>
    </w:p>
    <w:p w:rsidR="007B2329" w:rsidRDefault="007B2329" w:rsidP="007B2329">
      <w:r>
        <w:t>131.7016</w:t>
      </w:r>
      <w:r>
        <w:tab/>
        <w:t>1.013e0</w:t>
      </w:r>
    </w:p>
    <w:p w:rsidR="007B2329" w:rsidRDefault="007B2329" w:rsidP="007B2329">
      <w:r>
        <w:t>131.7047</w:t>
      </w:r>
      <w:r>
        <w:tab/>
        <w:t>1.266e-2</w:t>
      </w:r>
    </w:p>
    <w:p w:rsidR="007B2329" w:rsidRDefault="007B2329" w:rsidP="007B2329">
      <w:r>
        <w:t>131.7141</w:t>
      </w:r>
      <w:r>
        <w:tab/>
        <w:t>1.013e0</w:t>
      </w:r>
    </w:p>
    <w:p w:rsidR="007B2329" w:rsidRDefault="007B2329" w:rsidP="007B2329">
      <w:r>
        <w:t>131.7173</w:t>
      </w:r>
      <w:r>
        <w:tab/>
        <w:t>3.038e0</w:t>
      </w:r>
    </w:p>
    <w:p w:rsidR="007B2329" w:rsidRDefault="007B2329" w:rsidP="007B2329">
      <w:r>
        <w:t>131.7259</w:t>
      </w:r>
      <w:r>
        <w:tab/>
        <w:t>3.038e0</w:t>
      </w:r>
    </w:p>
    <w:p w:rsidR="007B2329" w:rsidRDefault="007B2329" w:rsidP="007B2329">
      <w:r>
        <w:t>131.7385</w:t>
      </w:r>
      <w:r>
        <w:tab/>
        <w:t>2.025e0</w:t>
      </w:r>
    </w:p>
    <w:p w:rsidR="007B2329" w:rsidRDefault="007B2329" w:rsidP="007B2329">
      <w:r>
        <w:t>131.7473</w:t>
      </w:r>
      <w:r>
        <w:tab/>
        <w:t>1.013e0</w:t>
      </w:r>
    </w:p>
    <w:p w:rsidR="007B2329" w:rsidRDefault="007B2329" w:rsidP="007B2329">
      <w:r>
        <w:t>131.7503</w:t>
      </w:r>
      <w:r>
        <w:tab/>
        <w:t>1.013e0</w:t>
      </w:r>
    </w:p>
    <w:p w:rsidR="007B2329" w:rsidRDefault="007B2329" w:rsidP="007B2329">
      <w:r>
        <w:t>131.7534</w:t>
      </w:r>
      <w:r>
        <w:tab/>
        <w:t>1.013e0</w:t>
      </w:r>
    </w:p>
    <w:p w:rsidR="007B2329" w:rsidRDefault="007B2329" w:rsidP="007B2329">
      <w:r>
        <w:t>131.7566</w:t>
      </w:r>
      <w:r>
        <w:tab/>
        <w:t>4.051e0</w:t>
      </w:r>
    </w:p>
    <w:p w:rsidR="007B2329" w:rsidRDefault="007B2329" w:rsidP="007B2329">
      <w:r>
        <w:t>131.7582</w:t>
      </w:r>
      <w:r>
        <w:tab/>
        <w:t>2.025e0</w:t>
      </w:r>
    </w:p>
    <w:p w:rsidR="007B2329" w:rsidRDefault="007B2329" w:rsidP="007B2329">
      <w:r>
        <w:t>131.7691</w:t>
      </w:r>
      <w:r>
        <w:tab/>
        <w:t>2.025e0</w:t>
      </w:r>
    </w:p>
    <w:p w:rsidR="007B2329" w:rsidRDefault="007B2329" w:rsidP="007B2329">
      <w:r>
        <w:t>131.7719</w:t>
      </w:r>
      <w:r>
        <w:tab/>
        <w:t>1.013e0</w:t>
      </w:r>
    </w:p>
    <w:p w:rsidR="007B2329" w:rsidRDefault="007B2329" w:rsidP="007B2329">
      <w:r>
        <w:t>131.7787</w:t>
      </w:r>
      <w:r>
        <w:tab/>
        <w:t>3.038e0</w:t>
      </w:r>
    </w:p>
    <w:p w:rsidR="007B2329" w:rsidRDefault="007B2329" w:rsidP="007B2329">
      <w:r>
        <w:t>131.7810</w:t>
      </w:r>
      <w:r>
        <w:tab/>
        <w:t>2.025e0</w:t>
      </w:r>
    </w:p>
    <w:p w:rsidR="007B2329" w:rsidRDefault="007B2329" w:rsidP="007B2329">
      <w:r>
        <w:lastRenderedPageBreak/>
        <w:t>131.7841</w:t>
      </w:r>
      <w:r>
        <w:tab/>
        <w:t>3.038e0</w:t>
      </w:r>
    </w:p>
    <w:p w:rsidR="007B2329" w:rsidRDefault="007B2329" w:rsidP="007B2329">
      <w:r>
        <w:t>131.7978</w:t>
      </w:r>
      <w:r>
        <w:tab/>
        <w:t>2.025e0</w:t>
      </w:r>
    </w:p>
    <w:p w:rsidR="007B2329" w:rsidRDefault="007B2329" w:rsidP="007B2329">
      <w:r>
        <w:t>131.7991</w:t>
      </w:r>
      <w:r>
        <w:tab/>
        <w:t>1.013e0</w:t>
      </w:r>
    </w:p>
    <w:p w:rsidR="007B2329" w:rsidRDefault="007B2329" w:rsidP="007B2329">
      <w:r>
        <w:t>131.8013</w:t>
      </w:r>
      <w:r>
        <w:tab/>
        <w:t>3.038e0</w:t>
      </w:r>
    </w:p>
    <w:p w:rsidR="007B2329" w:rsidRDefault="007B2329" w:rsidP="007B2329">
      <w:r>
        <w:t>131.8147</w:t>
      </w:r>
      <w:r>
        <w:tab/>
        <w:t>1.013e0</w:t>
      </w:r>
    </w:p>
    <w:p w:rsidR="007B2329" w:rsidRDefault="007B2329" w:rsidP="007B2329">
      <w:r>
        <w:t>131.8179</w:t>
      </w:r>
      <w:r>
        <w:tab/>
        <w:t>1.266e-2</w:t>
      </w:r>
    </w:p>
    <w:p w:rsidR="007B2329" w:rsidRDefault="007B2329" w:rsidP="007B2329">
      <w:r>
        <w:t>131.8265</w:t>
      </w:r>
      <w:r>
        <w:tab/>
        <w:t>3.038e0</w:t>
      </w:r>
    </w:p>
    <w:p w:rsidR="007B2329" w:rsidRDefault="007B2329" w:rsidP="007B2329">
      <w:r>
        <w:t>131.8329</w:t>
      </w:r>
      <w:r>
        <w:tab/>
        <w:t>1.013e0</w:t>
      </w:r>
    </w:p>
    <w:p w:rsidR="007B2329" w:rsidRDefault="007B2329" w:rsidP="007B2329">
      <w:r>
        <w:t>131.8391</w:t>
      </w:r>
      <w:r>
        <w:tab/>
        <w:t>1.013e0</w:t>
      </w:r>
    </w:p>
    <w:p w:rsidR="007B2329" w:rsidRDefault="007B2329" w:rsidP="007B2329">
      <w:r>
        <w:t>131.8423</w:t>
      </w:r>
      <w:r>
        <w:tab/>
        <w:t>1.013e0</w:t>
      </w:r>
    </w:p>
    <w:p w:rsidR="007B2329" w:rsidRDefault="007B2329" w:rsidP="007B2329">
      <w:r>
        <w:t>131.8455</w:t>
      </w:r>
      <w:r>
        <w:tab/>
        <w:t>1.266e-2</w:t>
      </w:r>
    </w:p>
    <w:p w:rsidR="007B2329" w:rsidRDefault="007B2329" w:rsidP="007B2329">
      <w:r>
        <w:t>131.8497</w:t>
      </w:r>
      <w:r>
        <w:tab/>
        <w:t>2.025e0</w:t>
      </w:r>
    </w:p>
    <w:p w:rsidR="007B2329" w:rsidRDefault="007B2329" w:rsidP="007B2329">
      <w:r>
        <w:t>131.8509</w:t>
      </w:r>
      <w:r>
        <w:tab/>
        <w:t>1.013e0</w:t>
      </w:r>
    </w:p>
    <w:p w:rsidR="007B2329" w:rsidRDefault="007B2329" w:rsidP="007B2329">
      <w:r>
        <w:t>131.8532</w:t>
      </w:r>
      <w:r>
        <w:tab/>
        <w:t>3.038e0</w:t>
      </w:r>
    </w:p>
    <w:p w:rsidR="007B2329" w:rsidRDefault="007B2329" w:rsidP="007B2329">
      <w:r>
        <w:t>131.8635</w:t>
      </w:r>
      <w:r>
        <w:tab/>
        <w:t>1.013e0</w:t>
      </w:r>
    </w:p>
    <w:p w:rsidR="007B2329" w:rsidRDefault="007B2329" w:rsidP="007B2329">
      <w:r>
        <w:t>131.8651</w:t>
      </w:r>
      <w:r>
        <w:tab/>
        <w:t>2.025e0</w:t>
      </w:r>
    </w:p>
    <w:p w:rsidR="007B2329" w:rsidRDefault="007B2329" w:rsidP="007B2329">
      <w:r>
        <w:t>131.8682</w:t>
      </w:r>
      <w:r>
        <w:tab/>
        <w:t>2.025e0</w:t>
      </w:r>
    </w:p>
    <w:p w:rsidR="007B2329" w:rsidRDefault="007B2329" w:rsidP="007B2329">
      <w:r>
        <w:t>131.8910</w:t>
      </w:r>
      <w:r>
        <w:tab/>
        <w:t>1.013e0</w:t>
      </w:r>
    </w:p>
    <w:p w:rsidR="007B2329" w:rsidRDefault="007B2329" w:rsidP="007B2329">
      <w:r>
        <w:t>131.8986</w:t>
      </w:r>
      <w:r>
        <w:tab/>
        <w:t>4.051e0</w:t>
      </w:r>
    </w:p>
    <w:p w:rsidR="007B2329" w:rsidRDefault="007B2329" w:rsidP="007B2329">
      <w:r>
        <w:lastRenderedPageBreak/>
        <w:t>131.9000</w:t>
      </w:r>
      <w:r>
        <w:tab/>
        <w:t>1.013e0</w:t>
      </w:r>
    </w:p>
    <w:p w:rsidR="007B2329" w:rsidRDefault="007B2329" w:rsidP="007B2329">
      <w:r>
        <w:t>131.9060</w:t>
      </w:r>
      <w:r>
        <w:tab/>
        <w:t>2.532e-2</w:t>
      </w:r>
    </w:p>
    <w:p w:rsidR="007B2329" w:rsidRDefault="007B2329" w:rsidP="007B2329">
      <w:r>
        <w:t>131.9085</w:t>
      </w:r>
      <w:r>
        <w:tab/>
        <w:t>4.051e0</w:t>
      </w:r>
    </w:p>
    <w:p w:rsidR="007B2329" w:rsidRDefault="007B2329" w:rsidP="007B2329">
      <w:r>
        <w:t>131.9124</w:t>
      </w:r>
      <w:r>
        <w:tab/>
        <w:t>2.025e0</w:t>
      </w:r>
    </w:p>
    <w:p w:rsidR="007B2329" w:rsidRDefault="007B2329" w:rsidP="007B2329">
      <w:r>
        <w:t>131.9201</w:t>
      </w:r>
      <w:r>
        <w:tab/>
        <w:t>2.025e0</w:t>
      </w:r>
    </w:p>
    <w:p w:rsidR="007B2329" w:rsidRDefault="007B2329" w:rsidP="007B2329">
      <w:r>
        <w:t>131.9218</w:t>
      </w:r>
      <w:r>
        <w:tab/>
        <w:t>1.013e0</w:t>
      </w:r>
    </w:p>
    <w:p w:rsidR="007B2329" w:rsidRDefault="007B2329" w:rsidP="007B2329">
      <w:r>
        <w:t>131.9304</w:t>
      </w:r>
      <w:r>
        <w:tab/>
        <w:t>1.013e0</w:t>
      </w:r>
    </w:p>
    <w:p w:rsidR="007B2329" w:rsidRDefault="007B2329" w:rsidP="007B2329">
      <w:r>
        <w:t>131.9336</w:t>
      </w:r>
      <w:r>
        <w:tab/>
        <w:t>1.013e0</w:t>
      </w:r>
    </w:p>
    <w:p w:rsidR="007B2329" w:rsidRDefault="007B2329" w:rsidP="007B2329">
      <w:r>
        <w:t>131.9564</w:t>
      </w:r>
      <w:r>
        <w:tab/>
        <w:t>2.532e-2</w:t>
      </w:r>
    </w:p>
    <w:p w:rsidR="007B2329" w:rsidRDefault="007B2329" w:rsidP="007B2329">
      <w:r>
        <w:t>131.9611</w:t>
      </w:r>
      <w:r>
        <w:tab/>
        <w:t>1.013e0</w:t>
      </w:r>
    </w:p>
    <w:p w:rsidR="007B2329" w:rsidRDefault="007B2329" w:rsidP="007B2329">
      <w:r>
        <w:t>131.9658</w:t>
      </w:r>
      <w:r>
        <w:tab/>
        <w:t>1.025e0</w:t>
      </w:r>
    </w:p>
    <w:p w:rsidR="007B2329" w:rsidRDefault="007B2329" w:rsidP="007B2329">
      <w:r>
        <w:t>131.9736</w:t>
      </w:r>
      <w:r>
        <w:tab/>
        <w:t>1.013e0</w:t>
      </w:r>
    </w:p>
    <w:p w:rsidR="007B2329" w:rsidRDefault="007B2329" w:rsidP="007B2329">
      <w:r>
        <w:t>131.9763</w:t>
      </w:r>
      <w:r>
        <w:tab/>
        <w:t>1.013e0</w:t>
      </w:r>
    </w:p>
    <w:p w:rsidR="007B2329" w:rsidRDefault="007B2329" w:rsidP="007B2329">
      <w:r>
        <w:t>131.9886</w:t>
      </w:r>
      <w:r>
        <w:tab/>
        <w:t>2.025e0</w:t>
      </w:r>
    </w:p>
    <w:p w:rsidR="007B2329" w:rsidRDefault="007B2329" w:rsidP="007B2329">
      <w:r>
        <w:t>131.9949</w:t>
      </w:r>
      <w:r>
        <w:tab/>
        <w:t>1.013e0</w:t>
      </w:r>
    </w:p>
    <w:p w:rsidR="007B2329" w:rsidRDefault="007B2329" w:rsidP="007B2329">
      <w:r>
        <w:t>131.9981</w:t>
      </w:r>
      <w:r>
        <w:tab/>
        <w:t>1.013e0</w:t>
      </w:r>
    </w:p>
    <w:p w:rsidR="007B2329" w:rsidRDefault="007B2329" w:rsidP="007B2329">
      <w:r>
        <w:t>132.0009</w:t>
      </w:r>
      <w:r>
        <w:tab/>
        <w:t>2.532e-2</w:t>
      </w:r>
    </w:p>
    <w:p w:rsidR="007B2329" w:rsidRDefault="007B2329" w:rsidP="007B2329">
      <w:r>
        <w:t>132.0067</w:t>
      </w:r>
      <w:r>
        <w:tab/>
        <w:t>2.025e0</w:t>
      </w:r>
    </w:p>
    <w:p w:rsidR="007B2329" w:rsidRDefault="007B2329" w:rsidP="007B2329">
      <w:r>
        <w:t>132.0161</w:t>
      </w:r>
      <w:r>
        <w:tab/>
        <w:t>1.013e0</w:t>
      </w:r>
    </w:p>
    <w:p w:rsidR="007B2329" w:rsidRDefault="007B2329" w:rsidP="007B2329">
      <w:r>
        <w:lastRenderedPageBreak/>
        <w:t>132.0254</w:t>
      </w:r>
      <w:r>
        <w:tab/>
        <w:t>1.025e0</w:t>
      </w:r>
    </w:p>
    <w:p w:rsidR="007B2329" w:rsidRDefault="007B2329" w:rsidP="007B2329">
      <w:r>
        <w:t>132.0343</w:t>
      </w:r>
      <w:r>
        <w:tab/>
        <w:t>1.266e-2</w:t>
      </w:r>
    </w:p>
    <w:p w:rsidR="007B2329" w:rsidRDefault="007B2329" w:rsidP="007B2329">
      <w:r>
        <w:t>132.0527</w:t>
      </w:r>
      <w:r>
        <w:tab/>
        <w:t>3.038e0</w:t>
      </w:r>
    </w:p>
    <w:p w:rsidR="007B2329" w:rsidRDefault="007B2329" w:rsidP="007B2329">
      <w:r>
        <w:t>132.0540</w:t>
      </w:r>
      <w:r>
        <w:tab/>
        <w:t>2.025e0</w:t>
      </w:r>
    </w:p>
    <w:p w:rsidR="007B2329" w:rsidRDefault="007B2329" w:rsidP="007B2329">
      <w:r>
        <w:t>132.0618</w:t>
      </w:r>
      <w:r>
        <w:tab/>
        <w:t>1.025e0</w:t>
      </w:r>
    </w:p>
    <w:p w:rsidR="007B2329" w:rsidRDefault="007B2329" w:rsidP="007B2329">
      <w:r>
        <w:t>132.0656</w:t>
      </w:r>
      <w:r>
        <w:tab/>
        <w:t>3.076e0</w:t>
      </w:r>
    </w:p>
    <w:p w:rsidR="007B2329" w:rsidRDefault="007B2329" w:rsidP="007B2329">
      <w:r>
        <w:t>132.0681</w:t>
      </w:r>
      <w:r>
        <w:tab/>
        <w:t>1.013e0</w:t>
      </w:r>
    </w:p>
    <w:p w:rsidR="007B2329" w:rsidRDefault="007B2329" w:rsidP="007B2329">
      <w:r>
        <w:t>132.0712</w:t>
      </w:r>
      <w:r>
        <w:tab/>
        <w:t>1.013e0</w:t>
      </w:r>
    </w:p>
    <w:p w:rsidR="007B2329" w:rsidRDefault="007B2329" w:rsidP="007B2329">
      <w:r>
        <w:t>132.0815</w:t>
      </w:r>
      <w:r>
        <w:tab/>
        <w:t>2.025e0</w:t>
      </w:r>
    </w:p>
    <w:p w:rsidR="007B2329" w:rsidRDefault="007B2329" w:rsidP="007B2329">
      <w:r>
        <w:t>132.0872</w:t>
      </w:r>
      <w:r>
        <w:tab/>
        <w:t>2.051e0</w:t>
      </w:r>
    </w:p>
    <w:p w:rsidR="007B2329" w:rsidRDefault="007B2329" w:rsidP="007B2329">
      <w:r>
        <w:t>132.0894</w:t>
      </w:r>
      <w:r>
        <w:tab/>
        <w:t>2.025e0</w:t>
      </w:r>
    </w:p>
    <w:p w:rsidR="007B2329" w:rsidRDefault="007B2329" w:rsidP="007B2329">
      <w:r>
        <w:t>132.0976</w:t>
      </w:r>
      <w:r>
        <w:tab/>
        <w:t>5.063e0</w:t>
      </w:r>
    </w:p>
    <w:p w:rsidR="007B2329" w:rsidRDefault="007B2329" w:rsidP="007B2329">
      <w:r>
        <w:t>132.0994</w:t>
      </w:r>
      <w:r>
        <w:tab/>
        <w:t>4.051e0</w:t>
      </w:r>
    </w:p>
    <w:p w:rsidR="007B2329" w:rsidRDefault="007B2329" w:rsidP="007B2329">
      <w:r>
        <w:t>132.1074</w:t>
      </w:r>
      <w:r>
        <w:tab/>
        <w:t>1.013e0</w:t>
      </w:r>
    </w:p>
    <w:p w:rsidR="007B2329" w:rsidRDefault="007B2329" w:rsidP="007B2329">
      <w:r>
        <w:t>132.1138</w:t>
      </w:r>
      <w:r>
        <w:tab/>
        <w:t>1.013e0</w:t>
      </w:r>
    </w:p>
    <w:p w:rsidR="007B2329" w:rsidRDefault="007B2329" w:rsidP="007B2329">
      <w:r>
        <w:t>132.1200</w:t>
      </w:r>
      <w:r>
        <w:tab/>
        <w:t>1.013e0</w:t>
      </w:r>
    </w:p>
    <w:p w:rsidR="007B2329" w:rsidRDefault="007B2329" w:rsidP="007B2329">
      <w:r>
        <w:t>132.1232</w:t>
      </w:r>
      <w:r>
        <w:tab/>
        <w:t>1.013e0</w:t>
      </w:r>
    </w:p>
    <w:p w:rsidR="007B2329" w:rsidRDefault="007B2329" w:rsidP="007B2329">
      <w:r>
        <w:t>132.1319</w:t>
      </w:r>
      <w:r>
        <w:tab/>
        <w:t>1.013e0</w:t>
      </w:r>
    </w:p>
    <w:p w:rsidR="007B2329" w:rsidRDefault="007B2329" w:rsidP="007B2329">
      <w:r>
        <w:t>132.1382</w:t>
      </w:r>
      <w:r>
        <w:tab/>
        <w:t>1.013e0</w:t>
      </w:r>
    </w:p>
    <w:p w:rsidR="007B2329" w:rsidRDefault="007B2329" w:rsidP="007B2329">
      <w:r>
        <w:lastRenderedPageBreak/>
        <w:t>132.1510</w:t>
      </w:r>
      <w:r>
        <w:tab/>
        <w:t>4.051e0</w:t>
      </w:r>
    </w:p>
    <w:p w:rsidR="007B2329" w:rsidRDefault="007B2329" w:rsidP="007B2329">
      <w:r>
        <w:t>132.1537</w:t>
      </w:r>
      <w:r>
        <w:tab/>
        <w:t>1.013e0</w:t>
      </w:r>
    </w:p>
    <w:p w:rsidR="007B2329" w:rsidRDefault="007B2329" w:rsidP="007B2329">
      <w:r>
        <w:t>132.1551</w:t>
      </w:r>
      <w:r>
        <w:tab/>
        <w:t>2.025e0</w:t>
      </w:r>
    </w:p>
    <w:p w:rsidR="007B2329" w:rsidRDefault="007B2329" w:rsidP="007B2329">
      <w:r>
        <w:t>132.1564</w:t>
      </w:r>
      <w:r>
        <w:tab/>
        <w:t>1.013e0</w:t>
      </w:r>
    </w:p>
    <w:p w:rsidR="007B2329" w:rsidRDefault="007B2329" w:rsidP="007B2329">
      <w:r>
        <w:t>132.1594</w:t>
      </w:r>
      <w:r>
        <w:tab/>
        <w:t>1.013e0</w:t>
      </w:r>
    </w:p>
    <w:p w:rsidR="007B2329" w:rsidRDefault="007B2329" w:rsidP="007B2329">
      <w:r>
        <w:t>132.1720</w:t>
      </w:r>
      <w:r>
        <w:tab/>
        <w:t>1.025e0</w:t>
      </w:r>
    </w:p>
    <w:p w:rsidR="007B2329" w:rsidRDefault="007B2329" w:rsidP="007B2329">
      <w:r>
        <w:t>132.1810</w:t>
      </w:r>
      <w:r>
        <w:tab/>
        <w:t>5.063e0</w:t>
      </w:r>
    </w:p>
    <w:p w:rsidR="007B2329" w:rsidRDefault="007B2329" w:rsidP="007B2329">
      <w:r>
        <w:t>132.1869</w:t>
      </w:r>
      <w:r>
        <w:tab/>
        <w:t>2.532e-2</w:t>
      </w:r>
    </w:p>
    <w:p w:rsidR="007B2329" w:rsidRDefault="007B2329" w:rsidP="007B2329">
      <w:r>
        <w:t>132.2050</w:t>
      </w:r>
      <w:r>
        <w:tab/>
        <w:t>3.813e0</w:t>
      </w:r>
    </w:p>
    <w:p w:rsidR="007B2329" w:rsidRDefault="007B2329" w:rsidP="007B2329">
      <w:r>
        <w:t>132.2208</w:t>
      </w:r>
      <w:r>
        <w:tab/>
        <w:t>1.266e-2</w:t>
      </w:r>
    </w:p>
    <w:p w:rsidR="007B2329" w:rsidRDefault="007B2329" w:rsidP="007B2329">
      <w:r>
        <w:t>132.2240</w:t>
      </w:r>
      <w:r>
        <w:tab/>
        <w:t>2.025e0</w:t>
      </w:r>
    </w:p>
    <w:p w:rsidR="007B2329" w:rsidRDefault="007B2329" w:rsidP="007B2329">
      <w:r>
        <w:t>132.2329</w:t>
      </w:r>
      <w:r>
        <w:tab/>
        <w:t>2.025e0</w:t>
      </w:r>
    </w:p>
    <w:p w:rsidR="007B2329" w:rsidRDefault="007B2329" w:rsidP="007B2329">
      <w:r>
        <w:t>132.2515</w:t>
      </w:r>
      <w:r>
        <w:tab/>
        <w:t>1.013e0</w:t>
      </w:r>
    </w:p>
    <w:p w:rsidR="007B2329" w:rsidRDefault="007B2329" w:rsidP="007B2329">
      <w:r>
        <w:t>132.2547</w:t>
      </w:r>
      <w:r>
        <w:tab/>
        <w:t>1.013e0</w:t>
      </w:r>
    </w:p>
    <w:p w:rsidR="007B2329" w:rsidRDefault="007B2329" w:rsidP="007B2329">
      <w:r>
        <w:t>132.2728</w:t>
      </w:r>
      <w:r>
        <w:tab/>
        <w:t>1.013e0</w:t>
      </w:r>
    </w:p>
    <w:p w:rsidR="007B2329" w:rsidRDefault="007B2329" w:rsidP="007B2329">
      <w:r>
        <w:t>132.2972</w:t>
      </w:r>
      <w:r>
        <w:tab/>
        <w:t>1.013e0</w:t>
      </w:r>
    </w:p>
    <w:p w:rsidR="007B2329" w:rsidRDefault="007B2329" w:rsidP="007B2329">
      <w:r>
        <w:t>132.3094</w:t>
      </w:r>
      <w:r>
        <w:tab/>
        <w:t>2.025e0</w:t>
      </w:r>
    </w:p>
    <w:p w:rsidR="007B2329" w:rsidRDefault="007B2329" w:rsidP="007B2329">
      <w:r>
        <w:t>132.3200</w:t>
      </w:r>
      <w:r>
        <w:tab/>
        <w:t>2.025e0</w:t>
      </w:r>
    </w:p>
    <w:p w:rsidR="007B2329" w:rsidRDefault="007B2329" w:rsidP="007B2329">
      <w:r>
        <w:t>132.3217</w:t>
      </w:r>
      <w:r>
        <w:tab/>
        <w:t>1.013e0</w:t>
      </w:r>
    </w:p>
    <w:p w:rsidR="007B2329" w:rsidRDefault="007B2329" w:rsidP="007B2329">
      <w:r>
        <w:lastRenderedPageBreak/>
        <w:t>132.3311</w:t>
      </w:r>
      <w:r>
        <w:tab/>
        <w:t>1.013e0</w:t>
      </w:r>
    </w:p>
    <w:p w:rsidR="007B2329" w:rsidRDefault="007B2329" w:rsidP="007B2329">
      <w:r>
        <w:t>132.3354</w:t>
      </w:r>
      <w:r>
        <w:tab/>
        <w:t>2.025e0</w:t>
      </w:r>
    </w:p>
    <w:p w:rsidR="007B2329" w:rsidRDefault="007B2329" w:rsidP="007B2329">
      <w:r>
        <w:t>132.3492</w:t>
      </w:r>
      <w:r>
        <w:tab/>
        <w:t>1.013e0</w:t>
      </w:r>
    </w:p>
    <w:p w:rsidR="007B2329" w:rsidRDefault="007B2329" w:rsidP="007B2329">
      <w:r>
        <w:t>132.3523</w:t>
      </w:r>
      <w:r>
        <w:tab/>
        <w:t>1.013e0</w:t>
      </w:r>
    </w:p>
    <w:p w:rsidR="007B2329" w:rsidRDefault="007B2329" w:rsidP="007B2329">
      <w:r>
        <w:t>132.3555</w:t>
      </w:r>
      <w:r>
        <w:tab/>
        <w:t>1.266e-2</w:t>
      </w:r>
    </w:p>
    <w:p w:rsidR="007B2329" w:rsidRDefault="007B2329" w:rsidP="007B2329">
      <w:r>
        <w:t>132.3571</w:t>
      </w:r>
      <w:r>
        <w:tab/>
        <w:t>2.025e0</w:t>
      </w:r>
    </w:p>
    <w:p w:rsidR="007B2329" w:rsidRDefault="007B2329" w:rsidP="007B2329">
      <w:r>
        <w:t>132.3586</w:t>
      </w:r>
      <w:r>
        <w:tab/>
        <w:t>1.266e-2</w:t>
      </w:r>
    </w:p>
    <w:p w:rsidR="007B2329" w:rsidRDefault="007B2329" w:rsidP="007B2329">
      <w:r>
        <w:t>132.3613</w:t>
      </w:r>
      <w:r>
        <w:tab/>
        <w:t>1.013e0</w:t>
      </w:r>
    </w:p>
    <w:p w:rsidR="007B2329" w:rsidRDefault="007B2329" w:rsidP="007B2329">
      <w:r>
        <w:t>132.3767</w:t>
      </w:r>
      <w:r>
        <w:tab/>
        <w:t>2.025e0</w:t>
      </w:r>
    </w:p>
    <w:p w:rsidR="007B2329" w:rsidRDefault="007B2329" w:rsidP="007B2329">
      <w:r>
        <w:t>132.4075</w:t>
      </w:r>
      <w:r>
        <w:tab/>
        <w:t>1.013e0</w:t>
      </w:r>
    </w:p>
    <w:p w:rsidR="007B2329" w:rsidRDefault="007B2329" w:rsidP="007B2329">
      <w:r>
        <w:t>132.4105</w:t>
      </w:r>
      <w:r>
        <w:tab/>
        <w:t>1.013e0</w:t>
      </w:r>
    </w:p>
    <w:p w:rsidR="007B2329" w:rsidRDefault="007B2329" w:rsidP="007B2329">
      <w:r>
        <w:t>132.4133</w:t>
      </w:r>
      <w:r>
        <w:tab/>
        <w:t>1.013e0</w:t>
      </w:r>
    </w:p>
    <w:p w:rsidR="007B2329" w:rsidRDefault="007B2329" w:rsidP="007B2329">
      <w:r>
        <w:t>132.4193</w:t>
      </w:r>
      <w:r>
        <w:tab/>
        <w:t>1.013e0</w:t>
      </w:r>
    </w:p>
    <w:p w:rsidR="007B2329" w:rsidRDefault="007B2329" w:rsidP="007B2329">
      <w:r>
        <w:t>132.4393</w:t>
      </w:r>
      <w:r>
        <w:tab/>
        <w:t>1.025e0</w:t>
      </w:r>
    </w:p>
    <w:p w:rsidR="007B2329" w:rsidRDefault="007B2329" w:rsidP="007B2329">
      <w:r>
        <w:t>132.4406</w:t>
      </w:r>
      <w:r>
        <w:tab/>
        <w:t>1.013e0</w:t>
      </w:r>
    </w:p>
    <w:p w:rsidR="007B2329" w:rsidRDefault="007B2329" w:rsidP="007B2329">
      <w:r>
        <w:t>132.4500</w:t>
      </w:r>
      <w:r>
        <w:tab/>
        <w:t>2.025e0</w:t>
      </w:r>
    </w:p>
    <w:p w:rsidR="007B2329" w:rsidRDefault="007B2329" w:rsidP="007B2329">
      <w:r>
        <w:t>132.4563</w:t>
      </w:r>
      <w:r>
        <w:tab/>
        <w:t>2.038e0</w:t>
      </w:r>
    </w:p>
    <w:p w:rsidR="007B2329" w:rsidRDefault="007B2329" w:rsidP="007B2329">
      <w:r>
        <w:t>132.4653</w:t>
      </w:r>
      <w:r>
        <w:tab/>
        <w:t>2.025e0</w:t>
      </w:r>
    </w:p>
    <w:p w:rsidR="007B2329" w:rsidRDefault="007B2329" w:rsidP="007B2329">
      <w:r>
        <w:t>132.4807</w:t>
      </w:r>
      <w:r>
        <w:tab/>
        <w:t>2.038e0</w:t>
      </w:r>
    </w:p>
    <w:p w:rsidR="007B2329" w:rsidRDefault="007B2329" w:rsidP="007B2329">
      <w:r>
        <w:lastRenderedPageBreak/>
        <w:t>132.4957</w:t>
      </w:r>
      <w:r>
        <w:tab/>
        <w:t>1.013e0</w:t>
      </w:r>
    </w:p>
    <w:p w:rsidR="007B2329" w:rsidRDefault="007B2329" w:rsidP="007B2329">
      <w:r>
        <w:t>132.4989</w:t>
      </w:r>
      <w:r>
        <w:tab/>
        <w:t>2.025e0</w:t>
      </w:r>
    </w:p>
    <w:p w:rsidR="007B2329" w:rsidRDefault="007B2329" w:rsidP="007B2329">
      <w:r>
        <w:t>132.5020</w:t>
      </w:r>
      <w:r>
        <w:tab/>
        <w:t>2.025e0</w:t>
      </w:r>
    </w:p>
    <w:p w:rsidR="007B2329" w:rsidRDefault="007B2329" w:rsidP="007B2329">
      <w:r>
        <w:t>132.5262</w:t>
      </w:r>
      <w:r>
        <w:tab/>
        <w:t>3.038e0</w:t>
      </w:r>
    </w:p>
    <w:p w:rsidR="007B2329" w:rsidRDefault="007B2329" w:rsidP="007B2329">
      <w:r>
        <w:t>132.5296</w:t>
      </w:r>
      <w:r>
        <w:tab/>
        <w:t>1.013e0</w:t>
      </w:r>
    </w:p>
    <w:p w:rsidR="007B2329" w:rsidRDefault="007B2329" w:rsidP="007B2329">
      <w:r>
        <w:t>132.5446</w:t>
      </w:r>
      <w:r>
        <w:tab/>
        <w:t>1.013e0</w:t>
      </w:r>
    </w:p>
    <w:p w:rsidR="007B2329" w:rsidRDefault="007B2329" w:rsidP="007B2329">
      <w:r>
        <w:t>132.5541</w:t>
      </w:r>
      <w:r>
        <w:tab/>
        <w:t>1.013e0</w:t>
      </w:r>
    </w:p>
    <w:p w:rsidR="007B2329" w:rsidRDefault="007B2329" w:rsidP="007B2329">
      <w:r>
        <w:t>132.5572</w:t>
      </w:r>
      <w:r>
        <w:tab/>
        <w:t>1.025e0</w:t>
      </w:r>
    </w:p>
    <w:p w:rsidR="007B2329" w:rsidRDefault="007B2329" w:rsidP="007B2329">
      <w:r>
        <w:t>132.5635</w:t>
      </w:r>
      <w:r>
        <w:tab/>
        <w:t>1.013e0</w:t>
      </w:r>
    </w:p>
    <w:p w:rsidR="007B2329" w:rsidRDefault="007B2329" w:rsidP="007B2329">
      <w:r>
        <w:t>132.5785</w:t>
      </w:r>
      <w:r>
        <w:tab/>
        <w:t>2.025e0</w:t>
      </w:r>
    </w:p>
    <w:p w:rsidR="007B2329" w:rsidRDefault="007B2329" w:rsidP="007B2329">
      <w:r>
        <w:t>132.5967</w:t>
      </w:r>
      <w:r>
        <w:tab/>
        <w:t>1.013e0</w:t>
      </w:r>
    </w:p>
    <w:p w:rsidR="007B2329" w:rsidRDefault="007B2329" w:rsidP="007B2329">
      <w:r>
        <w:t>132.6030</w:t>
      </w:r>
      <w:r>
        <w:tab/>
        <w:t>1.266e-2</w:t>
      </w:r>
    </w:p>
    <w:p w:rsidR="007B2329" w:rsidRDefault="007B2329" w:rsidP="007B2329">
      <w:r>
        <w:t>132.6156</w:t>
      </w:r>
      <w:r>
        <w:tab/>
        <w:t>2.025e0</w:t>
      </w:r>
    </w:p>
    <w:p w:rsidR="007B2329" w:rsidRDefault="007B2329" w:rsidP="007B2329">
      <w:r>
        <w:t>132.6212</w:t>
      </w:r>
      <w:r>
        <w:tab/>
        <w:t>2.025e0</w:t>
      </w:r>
    </w:p>
    <w:p w:rsidR="007B2329" w:rsidRDefault="007B2329" w:rsidP="007B2329">
      <w:r>
        <w:t>132.6243</w:t>
      </w:r>
      <w:r>
        <w:tab/>
        <w:t>1.266e-2</w:t>
      </w:r>
    </w:p>
    <w:p w:rsidR="007B2329" w:rsidRDefault="007B2329" w:rsidP="007B2329">
      <w:r>
        <w:t>132.6274</w:t>
      </w:r>
      <w:r>
        <w:tab/>
        <w:t>1.013e0</w:t>
      </w:r>
    </w:p>
    <w:p w:rsidR="007B2329" w:rsidRDefault="007B2329" w:rsidP="007B2329">
      <w:r>
        <w:t>132.6290</w:t>
      </w:r>
      <w:r>
        <w:tab/>
        <w:t>2.025e0</w:t>
      </w:r>
    </w:p>
    <w:p w:rsidR="007B2329" w:rsidRDefault="007B2329" w:rsidP="007B2329">
      <w:r>
        <w:t>132.6306</w:t>
      </w:r>
      <w:r>
        <w:tab/>
        <w:t>1.013e0</w:t>
      </w:r>
    </w:p>
    <w:p w:rsidR="007B2329" w:rsidRDefault="007B2329" w:rsidP="007B2329">
      <w:r>
        <w:t>132.6321</w:t>
      </w:r>
      <w:r>
        <w:tab/>
        <w:t>2.025e0</w:t>
      </w:r>
    </w:p>
    <w:p w:rsidR="007B2329" w:rsidRDefault="007B2329" w:rsidP="007B2329">
      <w:r>
        <w:lastRenderedPageBreak/>
        <w:t>132.6400</w:t>
      </w:r>
      <w:r>
        <w:tab/>
        <w:t>1.013e0</w:t>
      </w:r>
    </w:p>
    <w:p w:rsidR="007B2329" w:rsidRDefault="007B2329" w:rsidP="007B2329">
      <w:r>
        <w:t>132.6445</w:t>
      </w:r>
      <w:r>
        <w:tab/>
        <w:t>2.025e0</w:t>
      </w:r>
    </w:p>
    <w:p w:rsidR="007B2329" w:rsidRDefault="007B2329" w:rsidP="007B2329">
      <w:r>
        <w:t>132.6582</w:t>
      </w:r>
      <w:r>
        <w:tab/>
        <w:t>1.013e0</w:t>
      </w:r>
    </w:p>
    <w:p w:rsidR="007B2329" w:rsidRDefault="007B2329" w:rsidP="007B2329">
      <w:r>
        <w:t>132.6676</w:t>
      </w:r>
      <w:r>
        <w:tab/>
        <w:t>3.038e0</w:t>
      </w:r>
    </w:p>
    <w:p w:rsidR="007B2329" w:rsidRDefault="007B2329" w:rsidP="007B2329">
      <w:r>
        <w:t>132.6748</w:t>
      </w:r>
      <w:r>
        <w:tab/>
        <w:t>1.025e0</w:t>
      </w:r>
    </w:p>
    <w:p w:rsidR="007B2329" w:rsidRDefault="007B2329" w:rsidP="007B2329">
      <w:r>
        <w:t>132.6762</w:t>
      </w:r>
      <w:r>
        <w:tab/>
        <w:t>1.013e0</w:t>
      </w:r>
    </w:p>
    <w:p w:rsidR="007B2329" w:rsidRDefault="007B2329" w:rsidP="007B2329">
      <w:r>
        <w:t>132.6826</w:t>
      </w:r>
      <w:r>
        <w:tab/>
        <w:t>2.025e0</w:t>
      </w:r>
    </w:p>
    <w:p w:rsidR="007B2329" w:rsidRDefault="007B2329" w:rsidP="007B2329">
      <w:r>
        <w:t>132.6857</w:t>
      </w:r>
      <w:r>
        <w:tab/>
        <w:t>1.266e-2</w:t>
      </w:r>
    </w:p>
    <w:p w:rsidR="007B2329" w:rsidRDefault="007B2329" w:rsidP="007B2329">
      <w:r>
        <w:t>132.6952</w:t>
      </w:r>
      <w:r>
        <w:tab/>
        <w:t>1.013e0</w:t>
      </w:r>
    </w:p>
    <w:p w:rsidR="007B2329" w:rsidRDefault="007B2329" w:rsidP="007B2329">
      <w:r>
        <w:t>132.6979</w:t>
      </w:r>
      <w:r>
        <w:tab/>
        <w:t>2.025e0</w:t>
      </w:r>
    </w:p>
    <w:p w:rsidR="007B2329" w:rsidRDefault="007B2329" w:rsidP="007B2329">
      <w:r>
        <w:t>132.7007</w:t>
      </w:r>
      <w:r>
        <w:tab/>
        <w:t>2.025e0</w:t>
      </w:r>
    </w:p>
    <w:p w:rsidR="007B2329" w:rsidRDefault="007B2329" w:rsidP="007B2329">
      <w:r>
        <w:t>132.7118</w:t>
      </w:r>
      <w:r>
        <w:tab/>
        <w:t>2.025e0</w:t>
      </w:r>
    </w:p>
    <w:p w:rsidR="007B2329" w:rsidRDefault="007B2329" w:rsidP="007B2329">
      <w:r>
        <w:t>132.7133</w:t>
      </w:r>
      <w:r>
        <w:tab/>
        <w:t>1.013e0</w:t>
      </w:r>
    </w:p>
    <w:p w:rsidR="007B2329" w:rsidRDefault="007B2329" w:rsidP="007B2329">
      <w:r>
        <w:t>132.7226</w:t>
      </w:r>
      <w:r>
        <w:tab/>
        <w:t>1.013e0</w:t>
      </w:r>
    </w:p>
    <w:p w:rsidR="007B2329" w:rsidRDefault="007B2329" w:rsidP="007B2329">
      <w:r>
        <w:t>132.7409</w:t>
      </w:r>
      <w:r>
        <w:tab/>
        <w:t>2.025e0</w:t>
      </w:r>
    </w:p>
    <w:p w:rsidR="007B2329" w:rsidRDefault="007B2329" w:rsidP="007B2329">
      <w:r>
        <w:t>132.7426</w:t>
      </w:r>
      <w:r>
        <w:tab/>
        <w:t>2.025e0</w:t>
      </w:r>
    </w:p>
    <w:p w:rsidR="007B2329" w:rsidRDefault="007B2329" w:rsidP="007B2329">
      <w:r>
        <w:t>132.7440</w:t>
      </w:r>
      <w:r>
        <w:tab/>
        <w:t>1.013e0</w:t>
      </w:r>
    </w:p>
    <w:p w:rsidR="007B2329" w:rsidRDefault="007B2329" w:rsidP="007B2329">
      <w:r>
        <w:t>132.7527</w:t>
      </w:r>
      <w:r>
        <w:tab/>
        <w:t>2.025e0</w:t>
      </w:r>
    </w:p>
    <w:p w:rsidR="007B2329" w:rsidRDefault="007B2329" w:rsidP="007B2329">
      <w:r>
        <w:t>132.7560</w:t>
      </w:r>
      <w:r>
        <w:tab/>
        <w:t>1.013e0</w:t>
      </w:r>
    </w:p>
    <w:p w:rsidR="007B2329" w:rsidRDefault="007B2329" w:rsidP="007B2329">
      <w:r>
        <w:lastRenderedPageBreak/>
        <w:t>132.7774</w:t>
      </w:r>
      <w:r>
        <w:tab/>
        <w:t>1.013e0</w:t>
      </w:r>
    </w:p>
    <w:p w:rsidR="007B2329" w:rsidRDefault="007B2329" w:rsidP="007B2329">
      <w:r>
        <w:t>132.7804</w:t>
      </w:r>
      <w:r>
        <w:tab/>
        <w:t>1.013e0</w:t>
      </w:r>
    </w:p>
    <w:p w:rsidR="007B2329" w:rsidRDefault="007B2329" w:rsidP="007B2329">
      <w:r>
        <w:t>132.7898</w:t>
      </w:r>
      <w:r>
        <w:tab/>
        <w:t>1.013e0</w:t>
      </w:r>
    </w:p>
    <w:p w:rsidR="007B2329" w:rsidRDefault="007B2329" w:rsidP="007B2329">
      <w:r>
        <w:t>132.7993</w:t>
      </w:r>
      <w:r>
        <w:tab/>
        <w:t>1.013e0</w:t>
      </w:r>
    </w:p>
    <w:p w:rsidR="007B2329" w:rsidRDefault="007B2329" w:rsidP="007B2329">
      <w:r>
        <w:t>132.8063</w:t>
      </w:r>
      <w:r>
        <w:tab/>
        <w:t>1.025e0</w:t>
      </w:r>
    </w:p>
    <w:p w:rsidR="007B2329" w:rsidRDefault="007B2329" w:rsidP="007B2329">
      <w:r>
        <w:t>132.8080</w:t>
      </w:r>
      <w:r>
        <w:tab/>
        <w:t>2.025e0</w:t>
      </w:r>
    </w:p>
    <w:p w:rsidR="007B2329" w:rsidRDefault="007B2329" w:rsidP="007B2329">
      <w:r>
        <w:t>132.8143</w:t>
      </w:r>
      <w:r>
        <w:tab/>
        <w:t>1.025e0</w:t>
      </w:r>
    </w:p>
    <w:p w:rsidR="007B2329" w:rsidRDefault="007B2329" w:rsidP="007B2329">
      <w:r>
        <w:t>132.8268</w:t>
      </w:r>
      <w:r>
        <w:tab/>
        <w:t>1.013e0</w:t>
      </w:r>
    </w:p>
    <w:p w:rsidR="007B2329" w:rsidRDefault="007B2329" w:rsidP="007B2329">
      <w:r>
        <w:t>132.8324</w:t>
      </w:r>
      <w:r>
        <w:tab/>
        <w:t>1.013e0</w:t>
      </w:r>
    </w:p>
    <w:p w:rsidR="007B2329" w:rsidRDefault="007B2329" w:rsidP="007B2329">
      <w:r>
        <w:t>132.8339</w:t>
      </w:r>
      <w:r>
        <w:tab/>
        <w:t>2.025e0</w:t>
      </w:r>
    </w:p>
    <w:p w:rsidR="007B2329" w:rsidRDefault="007B2329" w:rsidP="007B2329">
      <w:r>
        <w:t>132.8388</w:t>
      </w:r>
      <w:r>
        <w:tab/>
        <w:t>1.025e0</w:t>
      </w:r>
    </w:p>
    <w:p w:rsidR="007B2329" w:rsidRDefault="007B2329" w:rsidP="007B2329">
      <w:r>
        <w:t>132.8435</w:t>
      </w:r>
      <w:r>
        <w:tab/>
        <w:t>1.025e0</w:t>
      </w:r>
    </w:p>
    <w:p w:rsidR="007B2329" w:rsidRDefault="007B2329" w:rsidP="007B2329">
      <w:r>
        <w:t>132.8514</w:t>
      </w:r>
      <w:r>
        <w:tab/>
        <w:t>2.025e0</w:t>
      </w:r>
    </w:p>
    <w:p w:rsidR="007B2329" w:rsidRDefault="007B2329" w:rsidP="007B2329">
      <w:r>
        <w:t>132.8816</w:t>
      </w:r>
      <w:r>
        <w:tab/>
        <w:t>2.025e0</w:t>
      </w:r>
    </w:p>
    <w:p w:rsidR="007B2329" w:rsidRDefault="007B2329" w:rsidP="007B2329">
      <w:r>
        <w:t>132.8845</w:t>
      </w:r>
      <w:r>
        <w:tab/>
        <w:t>1.013e0</w:t>
      </w:r>
    </w:p>
    <w:p w:rsidR="007B2329" w:rsidRDefault="007B2329" w:rsidP="007B2329">
      <w:r>
        <w:t>132.8971</w:t>
      </w:r>
      <w:r>
        <w:tab/>
        <w:t>1.013e0</w:t>
      </w:r>
    </w:p>
    <w:p w:rsidR="007B2329" w:rsidRDefault="007B2329" w:rsidP="007B2329">
      <w:r>
        <w:t>132.9002</w:t>
      </w:r>
      <w:r>
        <w:tab/>
        <w:t>1.013e0</w:t>
      </w:r>
    </w:p>
    <w:p w:rsidR="007B2329" w:rsidRDefault="007B2329" w:rsidP="007B2329">
      <w:r>
        <w:t>132.9063</w:t>
      </w:r>
      <w:r>
        <w:tab/>
        <w:t>1.013e0</w:t>
      </w:r>
    </w:p>
    <w:p w:rsidR="007B2329" w:rsidRDefault="007B2329" w:rsidP="007B2329">
      <w:r>
        <w:t>132.9121</w:t>
      </w:r>
      <w:r>
        <w:tab/>
        <w:t>1.266e-2</w:t>
      </w:r>
    </w:p>
    <w:p w:rsidR="007B2329" w:rsidRDefault="007B2329" w:rsidP="007B2329">
      <w:r>
        <w:lastRenderedPageBreak/>
        <w:t>132.9153</w:t>
      </w:r>
      <w:r>
        <w:tab/>
        <w:t>1.013e0</w:t>
      </w:r>
    </w:p>
    <w:p w:rsidR="007B2329" w:rsidRDefault="007B2329" w:rsidP="007B2329">
      <w:r>
        <w:t>132.9279</w:t>
      </w:r>
      <w:r>
        <w:tab/>
        <w:t>1.013e0</w:t>
      </w:r>
    </w:p>
    <w:p w:rsidR="007B2329" w:rsidRDefault="007B2329" w:rsidP="007B2329">
      <w:r>
        <w:t>132.9323</w:t>
      </w:r>
      <w:r>
        <w:tab/>
        <w:t>2.025e0</w:t>
      </w:r>
    </w:p>
    <w:p w:rsidR="007B2329" w:rsidRDefault="007B2329" w:rsidP="007B2329">
      <w:r>
        <w:t>132.9397</w:t>
      </w:r>
      <w:r>
        <w:tab/>
        <w:t>1.013e0</w:t>
      </w:r>
    </w:p>
    <w:p w:rsidR="007B2329" w:rsidRDefault="007B2329" w:rsidP="007B2329">
      <w:r>
        <w:t>132.9429</w:t>
      </w:r>
      <w:r>
        <w:tab/>
        <w:t>1.013e0</w:t>
      </w:r>
    </w:p>
    <w:p w:rsidR="007B2329" w:rsidRDefault="007B2329" w:rsidP="007B2329">
      <w:r>
        <w:t>132.9508</w:t>
      </w:r>
      <w:r>
        <w:tab/>
        <w:t>2.025e0</w:t>
      </w:r>
    </w:p>
    <w:p w:rsidR="007B2329" w:rsidRDefault="007B2329" w:rsidP="007B2329">
      <w:r>
        <w:t>132.9524</w:t>
      </w:r>
      <w:r>
        <w:tab/>
        <w:t>1.013e0</w:t>
      </w:r>
    </w:p>
    <w:p w:rsidR="007B2329" w:rsidRDefault="007B2329" w:rsidP="007B2329">
      <w:r>
        <w:t>132.9584</w:t>
      </w:r>
      <w:r>
        <w:tab/>
        <w:t>1.266e-2</w:t>
      </w:r>
    </w:p>
    <w:p w:rsidR="007B2329" w:rsidRDefault="007B2329" w:rsidP="007B2329">
      <w:r>
        <w:t>132.9706</w:t>
      </w:r>
      <w:r>
        <w:tab/>
        <w:t>1.013e0</w:t>
      </w:r>
    </w:p>
    <w:p w:rsidR="007B2329" w:rsidRDefault="007B2329" w:rsidP="007B2329">
      <w:r>
        <w:t>132.9737</w:t>
      </w:r>
      <w:r>
        <w:tab/>
        <w:t>1.013e0</w:t>
      </w:r>
    </w:p>
    <w:p w:rsidR="007B2329" w:rsidRDefault="007B2329" w:rsidP="007B2329">
      <w:r>
        <w:t>132.9800</w:t>
      </w:r>
      <w:r>
        <w:tab/>
        <w:t>1.013e0</w:t>
      </w:r>
    </w:p>
    <w:p w:rsidR="007B2329" w:rsidRDefault="007B2329" w:rsidP="007B2329">
      <w:r>
        <w:t>132.9831</w:t>
      </w:r>
      <w:r>
        <w:tab/>
        <w:t>2.025e0</w:t>
      </w:r>
    </w:p>
    <w:p w:rsidR="007B2329" w:rsidRDefault="007B2329" w:rsidP="007B2329">
      <w:r>
        <w:t>132.9950</w:t>
      </w:r>
      <w:r>
        <w:tab/>
        <w:t>2.038e0</w:t>
      </w:r>
    </w:p>
    <w:p w:rsidR="007B2329" w:rsidRDefault="007B2329" w:rsidP="007B2329">
      <w:r>
        <w:t>132.9982</w:t>
      </w:r>
      <w:r>
        <w:tab/>
        <w:t>1.013e0</w:t>
      </w:r>
    </w:p>
    <w:p w:rsidR="007B2329" w:rsidRDefault="007B2329" w:rsidP="007B2329">
      <w:r>
        <w:t>133.0013</w:t>
      </w:r>
      <w:r>
        <w:tab/>
        <w:t>1.013e0</w:t>
      </w:r>
    </w:p>
    <w:p w:rsidR="007B2329" w:rsidRDefault="007B2329" w:rsidP="007B2329">
      <w:r>
        <w:t>133.0148</w:t>
      </w:r>
      <w:r>
        <w:tab/>
        <w:t>1.025e0</w:t>
      </w:r>
    </w:p>
    <w:p w:rsidR="007B2329" w:rsidRDefault="007B2329" w:rsidP="007B2329">
      <w:r>
        <w:t>133.0257</w:t>
      </w:r>
      <w:r>
        <w:tab/>
        <w:t>1.013e0</w:t>
      </w:r>
    </w:p>
    <w:p w:rsidR="007B2329" w:rsidRDefault="007B2329" w:rsidP="007B2329">
      <w:r>
        <w:t>133.0289</w:t>
      </w:r>
      <w:r>
        <w:tab/>
        <w:t>1.266e-2</w:t>
      </w:r>
    </w:p>
    <w:p w:rsidR="007B2329" w:rsidRDefault="007B2329" w:rsidP="007B2329">
      <w:r>
        <w:t>133.0321</w:t>
      </w:r>
      <w:r>
        <w:tab/>
        <w:t>1.025e0</w:t>
      </w:r>
    </w:p>
    <w:p w:rsidR="007B2329" w:rsidRDefault="007B2329" w:rsidP="007B2329">
      <w:r>
        <w:lastRenderedPageBreak/>
        <w:t>133.0343</w:t>
      </w:r>
      <w:r>
        <w:tab/>
        <w:t>3.038e0</w:t>
      </w:r>
    </w:p>
    <w:p w:rsidR="007B2329" w:rsidRDefault="007B2329" w:rsidP="007B2329">
      <w:r>
        <w:t>133.0380</w:t>
      </w:r>
      <w:r>
        <w:tab/>
        <w:t>1.013e0</w:t>
      </w:r>
    </w:p>
    <w:p w:rsidR="007B2329" w:rsidRDefault="007B2329" w:rsidP="007B2329">
      <w:r>
        <w:t>133.0439</w:t>
      </w:r>
      <w:r>
        <w:tab/>
        <w:t>1.266e-2</w:t>
      </w:r>
    </w:p>
    <w:p w:rsidR="007B2329" w:rsidRDefault="007B2329" w:rsidP="007B2329">
      <w:r>
        <w:t>133.0502</w:t>
      </w:r>
      <w:r>
        <w:tab/>
        <w:t>1.013e0</w:t>
      </w:r>
    </w:p>
    <w:p w:rsidR="007B2329" w:rsidRDefault="007B2329" w:rsidP="007B2329">
      <w:r>
        <w:t>133.0608</w:t>
      </w:r>
      <w:r>
        <w:tab/>
        <w:t>5.063e0</w:t>
      </w:r>
    </w:p>
    <w:p w:rsidR="007B2329" w:rsidRDefault="007B2329" w:rsidP="007B2329">
      <w:r>
        <w:t>133.0684</w:t>
      </w:r>
      <w:r>
        <w:tab/>
        <w:t>1.266e-2</w:t>
      </w:r>
    </w:p>
    <w:p w:rsidR="007B2329" w:rsidRDefault="007B2329" w:rsidP="007B2329">
      <w:r>
        <w:t>133.0731</w:t>
      </w:r>
      <w:r>
        <w:tab/>
        <w:t>2.025e0</w:t>
      </w:r>
    </w:p>
    <w:p w:rsidR="007B2329" w:rsidRDefault="007B2329" w:rsidP="007B2329">
      <w:r>
        <w:t>133.0763</w:t>
      </w:r>
      <w:r>
        <w:tab/>
        <w:t>2.025e0</w:t>
      </w:r>
    </w:p>
    <w:p w:rsidR="007B2329" w:rsidRDefault="007B2329" w:rsidP="007B2329">
      <w:r>
        <w:t>133.0779</w:t>
      </w:r>
      <w:r>
        <w:tab/>
        <w:t>1.013e0</w:t>
      </w:r>
    </w:p>
    <w:p w:rsidR="007B2329" w:rsidRDefault="007B2329" w:rsidP="007B2329">
      <w:r>
        <w:t>133.0794</w:t>
      </w:r>
      <w:r>
        <w:tab/>
        <w:t>1.025e0</w:t>
      </w:r>
    </w:p>
    <w:p w:rsidR="007B2329" w:rsidRDefault="007B2329" w:rsidP="007B2329">
      <w:r>
        <w:t>133.0874</w:t>
      </w:r>
      <w:r>
        <w:tab/>
        <w:t>2.025e0</w:t>
      </w:r>
    </w:p>
    <w:p w:rsidR="007B2329" w:rsidRDefault="007B2329" w:rsidP="007B2329">
      <w:r>
        <w:t>133.0891</w:t>
      </w:r>
      <w:r>
        <w:tab/>
        <w:t>5.063e0</w:t>
      </w:r>
    </w:p>
    <w:p w:rsidR="007B2329" w:rsidRDefault="007B2329" w:rsidP="007B2329">
      <w:r>
        <w:t>133.1000</w:t>
      </w:r>
      <w:r>
        <w:tab/>
        <w:t>3.038e0</w:t>
      </w:r>
    </w:p>
    <w:p w:rsidR="007B2329" w:rsidRDefault="007B2329" w:rsidP="007B2329">
      <w:r>
        <w:t>133.1024</w:t>
      </w:r>
      <w:r>
        <w:tab/>
        <w:t>1.013e0</w:t>
      </w:r>
    </w:p>
    <w:p w:rsidR="007B2329" w:rsidRDefault="007B2329" w:rsidP="007B2329">
      <w:r>
        <w:t>133.1161</w:t>
      </w:r>
      <w:r>
        <w:tab/>
        <w:t>4.051e0</w:t>
      </w:r>
    </w:p>
    <w:p w:rsidR="007B2329" w:rsidRDefault="007B2329" w:rsidP="007B2329">
      <w:r>
        <w:t>133.1176</w:t>
      </w:r>
      <w:r>
        <w:tab/>
        <w:t>1.013e0</w:t>
      </w:r>
    </w:p>
    <w:p w:rsidR="007B2329" w:rsidRDefault="007B2329" w:rsidP="007B2329">
      <w:r>
        <w:t>133.1205</w:t>
      </w:r>
      <w:r>
        <w:tab/>
        <w:t>1.266e-2</w:t>
      </w:r>
    </w:p>
    <w:p w:rsidR="007B2329" w:rsidRDefault="007B2329" w:rsidP="007B2329">
      <w:r>
        <w:t>133.1300</w:t>
      </w:r>
      <w:r>
        <w:tab/>
        <w:t>1.013e0</w:t>
      </w:r>
    </w:p>
    <w:p w:rsidR="007B2329" w:rsidRDefault="007B2329" w:rsidP="007B2329">
      <w:r>
        <w:t>133.1331</w:t>
      </w:r>
      <w:r>
        <w:tab/>
        <w:t>2.025e0</w:t>
      </w:r>
    </w:p>
    <w:p w:rsidR="007B2329" w:rsidRDefault="007B2329" w:rsidP="007B2329">
      <w:r>
        <w:lastRenderedPageBreak/>
        <w:t>133.1363</w:t>
      </w:r>
      <w:r>
        <w:tab/>
        <w:t>2.025e0</w:t>
      </w:r>
    </w:p>
    <w:p w:rsidR="007B2329" w:rsidRDefault="007B2329" w:rsidP="007B2329">
      <w:r>
        <w:t>133.1378</w:t>
      </w:r>
      <w:r>
        <w:tab/>
        <w:t>4.051e0</w:t>
      </w:r>
    </w:p>
    <w:p w:rsidR="007B2329" w:rsidRDefault="007B2329" w:rsidP="007B2329">
      <w:r>
        <w:t>133.1482</w:t>
      </w:r>
      <w:r>
        <w:tab/>
        <w:t>1.013e0</w:t>
      </w:r>
    </w:p>
    <w:p w:rsidR="007B2329" w:rsidRDefault="007B2329" w:rsidP="007B2329">
      <w:r>
        <w:t>133.1496</w:t>
      </w:r>
      <w:r>
        <w:tab/>
        <w:t>2.025e0</w:t>
      </w:r>
    </w:p>
    <w:p w:rsidR="007B2329" w:rsidRDefault="007B2329" w:rsidP="007B2329">
      <w:r>
        <w:t>133.1529</w:t>
      </w:r>
      <w:r>
        <w:tab/>
        <w:t>2.025e0</w:t>
      </w:r>
    </w:p>
    <w:p w:rsidR="007B2329" w:rsidRDefault="007B2329" w:rsidP="007B2329">
      <w:r>
        <w:t>133.1561</w:t>
      </w:r>
      <w:r>
        <w:tab/>
        <w:t>2.025e0</w:t>
      </w:r>
    </w:p>
    <w:p w:rsidR="007B2329" w:rsidRDefault="007B2329" w:rsidP="007B2329">
      <w:r>
        <w:t>133.1751</w:t>
      </w:r>
      <w:r>
        <w:tab/>
        <w:t>4.051e0</w:t>
      </w:r>
    </w:p>
    <w:p w:rsidR="007B2329" w:rsidRDefault="007B2329" w:rsidP="007B2329">
      <w:r>
        <w:t>133.1821</w:t>
      </w:r>
      <w:r>
        <w:tab/>
        <w:t>2.025e0</w:t>
      </w:r>
    </w:p>
    <w:p w:rsidR="007B2329" w:rsidRDefault="007B2329" w:rsidP="007B2329">
      <w:r>
        <w:t>133.1884</w:t>
      </w:r>
      <w:r>
        <w:tab/>
        <w:t>1.013e0</w:t>
      </w:r>
    </w:p>
    <w:p w:rsidR="007B2329" w:rsidRDefault="007B2329" w:rsidP="007B2329">
      <w:r>
        <w:t>133.1916</w:t>
      </w:r>
      <w:r>
        <w:tab/>
        <w:t>1.266e-2</w:t>
      </w:r>
    </w:p>
    <w:p w:rsidR="007B2329" w:rsidRDefault="007B2329" w:rsidP="007B2329">
      <w:r>
        <w:t>133.2079</w:t>
      </w:r>
      <w:r>
        <w:tab/>
        <w:t>3.038e0</w:t>
      </w:r>
    </w:p>
    <w:p w:rsidR="007B2329" w:rsidRDefault="007B2329" w:rsidP="007B2329">
      <w:r>
        <w:t>133.2106</w:t>
      </w:r>
      <w:r>
        <w:tab/>
        <w:t>3.038e0</w:t>
      </w:r>
    </w:p>
    <w:p w:rsidR="007B2329" w:rsidRDefault="007B2329" w:rsidP="007B2329">
      <w:r>
        <w:t>133.2193</w:t>
      </w:r>
      <w:r>
        <w:tab/>
        <w:t>1.013e0</w:t>
      </w:r>
    </w:p>
    <w:p w:rsidR="007B2329" w:rsidRDefault="007B2329" w:rsidP="007B2329">
      <w:r>
        <w:t>133.2279</w:t>
      </w:r>
      <w:r>
        <w:tab/>
        <w:t>1.266e-2</w:t>
      </w:r>
    </w:p>
    <w:p w:rsidR="007B2329" w:rsidRDefault="007B2329" w:rsidP="007B2329">
      <w:r>
        <w:t>133.2405</w:t>
      </w:r>
      <w:r>
        <w:tab/>
        <w:t>1.013e0</w:t>
      </w:r>
    </w:p>
    <w:p w:rsidR="007B2329" w:rsidRDefault="007B2329" w:rsidP="007B2329">
      <w:r>
        <w:t>133.2437</w:t>
      </w:r>
      <w:r>
        <w:tab/>
        <w:t>1.025e0</w:t>
      </w:r>
    </w:p>
    <w:p w:rsidR="007B2329" w:rsidRDefault="007B2329" w:rsidP="007B2329">
      <w:r>
        <w:t>133.2556</w:t>
      </w:r>
      <w:r>
        <w:tab/>
        <w:t>4.051e0</w:t>
      </w:r>
    </w:p>
    <w:p w:rsidR="007B2329" w:rsidRDefault="007B2329" w:rsidP="007B2329">
      <w:r>
        <w:t>133.2650</w:t>
      </w:r>
      <w:r>
        <w:tab/>
        <w:t>1.013e0</w:t>
      </w:r>
    </w:p>
    <w:p w:rsidR="007B2329" w:rsidRDefault="007B2329" w:rsidP="007B2329">
      <w:r>
        <w:t>133.2714</w:t>
      </w:r>
      <w:r>
        <w:tab/>
        <w:t>2.025e0</w:t>
      </w:r>
    </w:p>
    <w:p w:rsidR="007B2329" w:rsidRDefault="007B2329" w:rsidP="007B2329">
      <w:r>
        <w:lastRenderedPageBreak/>
        <w:t>133.2800</w:t>
      </w:r>
      <w:r>
        <w:tab/>
        <w:t>1.013e0</w:t>
      </w:r>
    </w:p>
    <w:p w:rsidR="007B2329" w:rsidRDefault="007B2329" w:rsidP="007B2329">
      <w:r>
        <w:t>133.2864</w:t>
      </w:r>
      <w:r>
        <w:tab/>
        <w:t>2.163e0</w:t>
      </w:r>
    </w:p>
    <w:p w:rsidR="007B2329" w:rsidRDefault="007B2329" w:rsidP="007B2329">
      <w:r>
        <w:t>133.2895</w:t>
      </w:r>
      <w:r>
        <w:tab/>
        <w:t>1.013e0</w:t>
      </w:r>
    </w:p>
    <w:p w:rsidR="007B2329" w:rsidRDefault="007B2329" w:rsidP="007B2329">
      <w:r>
        <w:t>133.2926</w:t>
      </w:r>
      <w:r>
        <w:tab/>
        <w:t>1.013e0</w:t>
      </w:r>
    </w:p>
    <w:p w:rsidR="007B2329" w:rsidRDefault="007B2329" w:rsidP="007B2329">
      <w:r>
        <w:t>133.2987</w:t>
      </w:r>
      <w:r>
        <w:tab/>
        <w:t>3.038e0</w:t>
      </w:r>
    </w:p>
    <w:p w:rsidR="007B2329" w:rsidRDefault="007B2329" w:rsidP="007B2329">
      <w:r>
        <w:t>133.3017</w:t>
      </w:r>
      <w:r>
        <w:tab/>
        <w:t>1.013e0</w:t>
      </w:r>
    </w:p>
    <w:p w:rsidR="007B2329" w:rsidRDefault="007B2329" w:rsidP="007B2329">
      <w:r>
        <w:t>133.3093</w:t>
      </w:r>
      <w:r>
        <w:tab/>
        <w:t>1.025e0</w:t>
      </w:r>
    </w:p>
    <w:p w:rsidR="007B2329" w:rsidRDefault="007B2329" w:rsidP="007B2329">
      <w:r>
        <w:t>133.3109</w:t>
      </w:r>
      <w:r>
        <w:tab/>
        <w:t>1.013e0</w:t>
      </w:r>
    </w:p>
    <w:p w:rsidR="007B2329" w:rsidRDefault="007B2329" w:rsidP="007B2329">
      <w:r>
        <w:t>133.3203</w:t>
      </w:r>
      <w:r>
        <w:tab/>
        <w:t>1.013e0</w:t>
      </w:r>
    </w:p>
    <w:p w:rsidR="007B2329" w:rsidRDefault="007B2329" w:rsidP="007B2329">
      <w:r>
        <w:t>133.3219</w:t>
      </w:r>
      <w:r>
        <w:tab/>
        <w:t>1.025e0</w:t>
      </w:r>
    </w:p>
    <w:p w:rsidR="007B2329" w:rsidRDefault="007B2329" w:rsidP="007B2329">
      <w:r>
        <w:t>133.3264</w:t>
      </w:r>
      <w:r>
        <w:tab/>
        <w:t>1.266e-2</w:t>
      </w:r>
    </w:p>
    <w:p w:rsidR="007B2329" w:rsidRDefault="007B2329" w:rsidP="007B2329">
      <w:r>
        <w:t>133.3292</w:t>
      </w:r>
      <w:r>
        <w:tab/>
        <w:t>1.266e-2</w:t>
      </w:r>
    </w:p>
    <w:p w:rsidR="007B2329" w:rsidRDefault="007B2329" w:rsidP="007B2329">
      <w:r>
        <w:t>133.3354</w:t>
      </w:r>
      <w:r>
        <w:tab/>
        <w:t>1.013e0</w:t>
      </w:r>
    </w:p>
    <w:p w:rsidR="007B2329" w:rsidRDefault="007B2329" w:rsidP="007B2329">
      <w:r>
        <w:t>133.3385</w:t>
      </w:r>
      <w:r>
        <w:tab/>
        <w:t>1.013e0</w:t>
      </w:r>
    </w:p>
    <w:p w:rsidR="007B2329" w:rsidRDefault="007B2329" w:rsidP="007B2329">
      <w:r>
        <w:t>133.3416</w:t>
      </w:r>
      <w:r>
        <w:tab/>
        <w:t>1.266e-2</w:t>
      </w:r>
    </w:p>
    <w:p w:rsidR="007B2329" w:rsidRDefault="007B2329" w:rsidP="007B2329">
      <w:r>
        <w:t>133.3480</w:t>
      </w:r>
      <w:r>
        <w:tab/>
        <w:t>1.013e0</w:t>
      </w:r>
    </w:p>
    <w:p w:rsidR="007B2329" w:rsidRDefault="007B2329" w:rsidP="007B2329">
      <w:r>
        <w:t>133.3539</w:t>
      </w:r>
      <w:r>
        <w:tab/>
        <w:t>1.013e0</w:t>
      </w:r>
    </w:p>
    <w:p w:rsidR="007B2329" w:rsidRDefault="007B2329" w:rsidP="007B2329">
      <w:r>
        <w:t>133.3567</w:t>
      </w:r>
      <w:r>
        <w:tab/>
        <w:t>1.266e-2</w:t>
      </w:r>
    </w:p>
    <w:p w:rsidR="007B2329" w:rsidRDefault="007B2329" w:rsidP="007B2329">
      <w:r>
        <w:t>133.3630</w:t>
      </w:r>
      <w:r>
        <w:tab/>
        <w:t>1.266e-2</w:t>
      </w:r>
    </w:p>
    <w:p w:rsidR="007B2329" w:rsidRDefault="007B2329" w:rsidP="007B2329">
      <w:r>
        <w:lastRenderedPageBreak/>
        <w:t>133.3693</w:t>
      </w:r>
      <w:r>
        <w:tab/>
        <w:t>2.025e0</w:t>
      </w:r>
    </w:p>
    <w:p w:rsidR="007B2329" w:rsidRDefault="007B2329" w:rsidP="007B2329">
      <w:r>
        <w:t>133.3815</w:t>
      </w:r>
      <w:r>
        <w:tab/>
        <w:t>1.266e-2</w:t>
      </w:r>
    </w:p>
    <w:p w:rsidR="007B2329" w:rsidRDefault="007B2329" w:rsidP="007B2329">
      <w:r>
        <w:t>133.3876</w:t>
      </w:r>
      <w:r>
        <w:tab/>
        <w:t>3.038e0</w:t>
      </w:r>
    </w:p>
    <w:p w:rsidR="007B2329" w:rsidRDefault="007B2329" w:rsidP="007B2329">
      <w:r>
        <w:t>133.4033</w:t>
      </w:r>
      <w:r>
        <w:tab/>
        <w:t>1.013e0</w:t>
      </w:r>
    </w:p>
    <w:p w:rsidR="007B2329" w:rsidRDefault="007B2329" w:rsidP="007B2329">
      <w:r>
        <w:t>133.4183</w:t>
      </w:r>
      <w:r>
        <w:tab/>
        <w:t>1.013e0</w:t>
      </w:r>
    </w:p>
    <w:p w:rsidR="007B2329" w:rsidRDefault="007B2329" w:rsidP="007B2329">
      <w:r>
        <w:t>133.4230</w:t>
      </w:r>
      <w:r>
        <w:tab/>
        <w:t>2.025e0</w:t>
      </w:r>
    </w:p>
    <w:p w:rsidR="007B2329" w:rsidRDefault="007B2329" w:rsidP="007B2329">
      <w:r>
        <w:t>133.4310</w:t>
      </w:r>
      <w:r>
        <w:tab/>
        <w:t>1.013e0</w:t>
      </w:r>
    </w:p>
    <w:p w:rsidR="007B2329" w:rsidRDefault="007B2329" w:rsidP="007B2329">
      <w:r>
        <w:t>133.4429</w:t>
      </w:r>
      <w:r>
        <w:tab/>
        <w:t>1.013e0</w:t>
      </w:r>
    </w:p>
    <w:p w:rsidR="007B2329" w:rsidRDefault="007B2329" w:rsidP="007B2329">
      <w:r>
        <w:t>133.4460</w:t>
      </w:r>
      <w:r>
        <w:tab/>
        <w:t>1.266e-2</w:t>
      </w:r>
    </w:p>
    <w:p w:rsidR="007B2329" w:rsidRDefault="007B2329" w:rsidP="007B2329">
      <w:r>
        <w:t>133.4523</w:t>
      </w:r>
      <w:r>
        <w:tab/>
        <w:t>1.013e0</w:t>
      </w:r>
    </w:p>
    <w:p w:rsidR="007B2329" w:rsidRDefault="007B2329" w:rsidP="007B2329">
      <w:r>
        <w:t>133.4538</w:t>
      </w:r>
      <w:r>
        <w:tab/>
        <w:t>1.025e0</w:t>
      </w:r>
    </w:p>
    <w:p w:rsidR="007B2329" w:rsidRDefault="007B2329" w:rsidP="007B2329">
      <w:r>
        <w:t>133.4585</w:t>
      </w:r>
      <w:r>
        <w:tab/>
        <w:t>1.025e0</w:t>
      </w:r>
    </w:p>
    <w:p w:rsidR="007B2329" w:rsidRDefault="007B2329" w:rsidP="007B2329">
      <w:r>
        <w:t>133.4692</w:t>
      </w:r>
      <w:r>
        <w:tab/>
        <w:t>3.038e0</w:t>
      </w:r>
    </w:p>
    <w:p w:rsidR="007B2329" w:rsidRDefault="007B2329" w:rsidP="007B2329">
      <w:r>
        <w:t>133.4706</w:t>
      </w:r>
      <w:r>
        <w:tab/>
        <w:t>1.266e-2</w:t>
      </w:r>
    </w:p>
    <w:p w:rsidR="007B2329" w:rsidRDefault="007B2329" w:rsidP="007B2329">
      <w:r>
        <w:t>133.4768</w:t>
      </w:r>
      <w:r>
        <w:tab/>
        <w:t>3.038e0</w:t>
      </w:r>
    </w:p>
    <w:p w:rsidR="007B2329" w:rsidRDefault="007B2329" w:rsidP="007B2329">
      <w:r>
        <w:t>133.4832</w:t>
      </w:r>
      <w:r>
        <w:tab/>
        <w:t>2.025e0</w:t>
      </w:r>
    </w:p>
    <w:p w:rsidR="007B2329" w:rsidRDefault="007B2329" w:rsidP="007B2329">
      <w:r>
        <w:t>133.4951</w:t>
      </w:r>
      <w:r>
        <w:tab/>
        <w:t>2.025e0</w:t>
      </w:r>
    </w:p>
    <w:p w:rsidR="007B2329" w:rsidRDefault="007B2329" w:rsidP="007B2329">
      <w:r>
        <w:t>133.5013</w:t>
      </w:r>
      <w:r>
        <w:tab/>
        <w:t>3.038e0</w:t>
      </w:r>
    </w:p>
    <w:p w:rsidR="007B2329" w:rsidRDefault="007B2329" w:rsidP="007B2329">
      <w:r>
        <w:t>133.5070</w:t>
      </w:r>
      <w:r>
        <w:tab/>
        <w:t>4.051e0</w:t>
      </w:r>
    </w:p>
    <w:p w:rsidR="007B2329" w:rsidRDefault="007B2329" w:rsidP="007B2329">
      <w:r>
        <w:lastRenderedPageBreak/>
        <w:t>133.5177</w:t>
      </w:r>
      <w:r>
        <w:tab/>
        <w:t>3.038e0</w:t>
      </w:r>
    </w:p>
    <w:p w:rsidR="007B2329" w:rsidRDefault="007B2329" w:rsidP="007B2329">
      <w:r>
        <w:t>133.5227</w:t>
      </w:r>
      <w:r>
        <w:tab/>
        <w:t>2.025e0</w:t>
      </w:r>
    </w:p>
    <w:p w:rsidR="007B2329" w:rsidRDefault="007B2329" w:rsidP="007B2329">
      <w:r>
        <w:t>133.5258</w:t>
      </w:r>
      <w:r>
        <w:tab/>
        <w:t>3.038e0</w:t>
      </w:r>
    </w:p>
    <w:p w:rsidR="007B2329" w:rsidRDefault="007B2329" w:rsidP="007B2329">
      <w:r>
        <w:t>133.5337</w:t>
      </w:r>
      <w:r>
        <w:tab/>
        <w:t>2.025e0</w:t>
      </w:r>
    </w:p>
    <w:p w:rsidR="007B2329" w:rsidRDefault="007B2329" w:rsidP="007B2329">
      <w:r>
        <w:t>133.5410</w:t>
      </w:r>
      <w:r>
        <w:tab/>
        <w:t>1.013e0</w:t>
      </w:r>
    </w:p>
    <w:p w:rsidR="007B2329" w:rsidRDefault="007B2329" w:rsidP="007B2329">
      <w:r>
        <w:t>133.5504</w:t>
      </w:r>
      <w:r>
        <w:tab/>
        <w:t>2.532e-2</w:t>
      </w:r>
    </w:p>
    <w:p w:rsidR="007B2329" w:rsidRDefault="007B2329" w:rsidP="007B2329">
      <w:r>
        <w:t>133.5686</w:t>
      </w:r>
      <w:r>
        <w:tab/>
        <w:t>3.038e0</w:t>
      </w:r>
    </w:p>
    <w:p w:rsidR="007B2329" w:rsidRDefault="007B2329" w:rsidP="007B2329">
      <w:r>
        <w:t>133.5875</w:t>
      </w:r>
      <w:r>
        <w:tab/>
        <w:t>1.013e0</w:t>
      </w:r>
    </w:p>
    <w:p w:rsidR="007B2329" w:rsidRDefault="007B2329" w:rsidP="007B2329">
      <w:r>
        <w:t>133.5962</w:t>
      </w:r>
      <w:r>
        <w:tab/>
        <w:t>1.266e-2</w:t>
      </w:r>
    </w:p>
    <w:p w:rsidR="007B2329" w:rsidRDefault="007B2329" w:rsidP="007B2329">
      <w:r>
        <w:t>133.6152</w:t>
      </w:r>
      <w:r>
        <w:tab/>
        <w:t>1.013e0</w:t>
      </w:r>
    </w:p>
    <w:p w:rsidR="007B2329" w:rsidRDefault="007B2329" w:rsidP="007B2329">
      <w:r>
        <w:t>133.6239</w:t>
      </w:r>
      <w:r>
        <w:tab/>
        <w:t>1.013e0</w:t>
      </w:r>
    </w:p>
    <w:p w:rsidR="007B2329" w:rsidRDefault="007B2329" w:rsidP="007B2329">
      <w:r>
        <w:t>133.6303</w:t>
      </w:r>
      <w:r>
        <w:tab/>
        <w:t>1.013e0</w:t>
      </w:r>
    </w:p>
    <w:p w:rsidR="007B2329" w:rsidRDefault="007B2329" w:rsidP="007B2329">
      <w:r>
        <w:t>133.6318</w:t>
      </w:r>
      <w:r>
        <w:tab/>
        <w:t>4.051e0</w:t>
      </w:r>
    </w:p>
    <w:p w:rsidR="007B2329" w:rsidRDefault="007B2329" w:rsidP="007B2329">
      <w:r>
        <w:t>133.6334</w:t>
      </w:r>
      <w:r>
        <w:tab/>
        <w:t>1.013e0</w:t>
      </w:r>
    </w:p>
    <w:p w:rsidR="007B2329" w:rsidRDefault="007B2329" w:rsidP="007B2329">
      <w:r>
        <w:t>133.6429</w:t>
      </w:r>
      <w:r>
        <w:tab/>
        <w:t>1.013e0</w:t>
      </w:r>
    </w:p>
    <w:p w:rsidR="007B2329" w:rsidRDefault="007B2329" w:rsidP="007B2329">
      <w:r>
        <w:t>133.6457</w:t>
      </w:r>
      <w:r>
        <w:tab/>
        <w:t>1.013e0</w:t>
      </w:r>
    </w:p>
    <w:p w:rsidR="007B2329" w:rsidRDefault="007B2329" w:rsidP="007B2329">
      <w:r>
        <w:t>133.6500</w:t>
      </w:r>
      <w:r>
        <w:tab/>
        <w:t>2.025e0</w:t>
      </w:r>
    </w:p>
    <w:p w:rsidR="007B2329" w:rsidRDefault="007B2329" w:rsidP="007B2329">
      <w:r>
        <w:t>133.6579</w:t>
      </w:r>
      <w:r>
        <w:tab/>
        <w:t>2.038e0</w:t>
      </w:r>
    </w:p>
    <w:p w:rsidR="007B2329" w:rsidRDefault="007B2329" w:rsidP="007B2329">
      <w:r>
        <w:t>133.6674</w:t>
      </w:r>
      <w:r>
        <w:tab/>
        <w:t>2.025e0</w:t>
      </w:r>
    </w:p>
    <w:p w:rsidR="007B2329" w:rsidRDefault="007B2329" w:rsidP="007B2329">
      <w:r>
        <w:lastRenderedPageBreak/>
        <w:t>133.6705</w:t>
      </w:r>
      <w:r>
        <w:tab/>
        <w:t>1.013e0</w:t>
      </w:r>
    </w:p>
    <w:p w:rsidR="007B2329" w:rsidRDefault="007B2329" w:rsidP="007B2329">
      <w:r>
        <w:t>133.6761</w:t>
      </w:r>
      <w:r>
        <w:tab/>
        <w:t>1.013e0</w:t>
      </w:r>
    </w:p>
    <w:p w:rsidR="007B2329" w:rsidRDefault="007B2329" w:rsidP="007B2329">
      <w:r>
        <w:t>133.6793</w:t>
      </w:r>
      <w:r>
        <w:tab/>
        <w:t>1.013e0</w:t>
      </w:r>
    </w:p>
    <w:p w:rsidR="007B2329" w:rsidRDefault="007B2329" w:rsidP="007B2329">
      <w:r>
        <w:t>133.6808</w:t>
      </w:r>
      <w:r>
        <w:tab/>
        <w:t>2.025e0</w:t>
      </w:r>
    </w:p>
    <w:p w:rsidR="007B2329" w:rsidRDefault="007B2329" w:rsidP="007B2329">
      <w:r>
        <w:t>133.6919</w:t>
      </w:r>
      <w:r>
        <w:tab/>
        <w:t>2.025e0</w:t>
      </w:r>
    </w:p>
    <w:p w:rsidR="007B2329" w:rsidRDefault="007B2329" w:rsidP="007B2329">
      <w:r>
        <w:t>133.6951</w:t>
      </w:r>
      <w:r>
        <w:tab/>
        <w:t>1.266e-2</w:t>
      </w:r>
    </w:p>
    <w:p w:rsidR="007B2329" w:rsidRDefault="007B2329" w:rsidP="007B2329">
      <w:r>
        <w:t>133.7085</w:t>
      </w:r>
      <w:r>
        <w:tab/>
        <w:t>2.025e0</w:t>
      </w:r>
    </w:p>
    <w:p w:rsidR="007B2329" w:rsidRDefault="007B2329" w:rsidP="007B2329">
      <w:r>
        <w:t>133.7102</w:t>
      </w:r>
      <w:r>
        <w:tab/>
        <w:t>1.013e0</w:t>
      </w:r>
    </w:p>
    <w:p w:rsidR="007B2329" w:rsidRDefault="007B2329" w:rsidP="007B2329">
      <w:r>
        <w:t>133.7151</w:t>
      </w:r>
      <w:r>
        <w:tab/>
        <w:t>3.038e0</w:t>
      </w:r>
    </w:p>
    <w:p w:rsidR="007B2329" w:rsidRDefault="007B2329" w:rsidP="007B2329">
      <w:r>
        <w:t>133.7164</w:t>
      </w:r>
      <w:r>
        <w:tab/>
        <w:t>1.013e0</w:t>
      </w:r>
    </w:p>
    <w:p w:rsidR="007B2329" w:rsidRDefault="007B2329" w:rsidP="007B2329">
      <w:r>
        <w:t>133.7228</w:t>
      </w:r>
      <w:r>
        <w:tab/>
        <w:t>2.025e0</w:t>
      </w:r>
    </w:p>
    <w:p w:rsidR="007B2329" w:rsidRDefault="007B2329" w:rsidP="007B2329">
      <w:r>
        <w:t>133.7504</w:t>
      </w:r>
      <w:r>
        <w:tab/>
        <w:t>1.013e0</w:t>
      </w:r>
    </w:p>
    <w:p w:rsidR="007B2329" w:rsidRDefault="007B2329" w:rsidP="007B2329">
      <w:r>
        <w:t>133.7518</w:t>
      </w:r>
      <w:r>
        <w:tab/>
        <w:t>1.025e0</w:t>
      </w:r>
    </w:p>
    <w:p w:rsidR="007B2329" w:rsidRDefault="007B2329" w:rsidP="007B2329">
      <w:r>
        <w:t>133.7560</w:t>
      </w:r>
      <w:r>
        <w:tab/>
        <w:t>1.013e0</w:t>
      </w:r>
    </w:p>
    <w:p w:rsidR="007B2329" w:rsidRDefault="007B2329" w:rsidP="007B2329">
      <w:r>
        <w:t>133.7591</w:t>
      </w:r>
      <w:r>
        <w:tab/>
        <w:t>2.025e0</w:t>
      </w:r>
    </w:p>
    <w:p w:rsidR="007B2329" w:rsidRDefault="007B2329" w:rsidP="007B2329">
      <w:r>
        <w:t>133.7750</w:t>
      </w:r>
      <w:r>
        <w:tab/>
        <w:t>1.013e0</w:t>
      </w:r>
    </w:p>
    <w:p w:rsidR="007B2329" w:rsidRDefault="007B2329" w:rsidP="007B2329">
      <w:r>
        <w:t>133.7780</w:t>
      </w:r>
      <w:r>
        <w:tab/>
        <w:t>1.013e0</w:t>
      </w:r>
    </w:p>
    <w:p w:rsidR="007B2329" w:rsidRDefault="007B2329" w:rsidP="007B2329">
      <w:r>
        <w:t>133.7836</w:t>
      </w:r>
      <w:r>
        <w:tab/>
        <w:t>1.025e0</w:t>
      </w:r>
    </w:p>
    <w:p w:rsidR="007B2329" w:rsidRDefault="007B2329" w:rsidP="007B2329">
      <w:r>
        <w:t>133.7900</w:t>
      </w:r>
      <w:r>
        <w:tab/>
        <w:t>1.013e0</w:t>
      </w:r>
    </w:p>
    <w:p w:rsidR="007B2329" w:rsidRDefault="007B2329" w:rsidP="007B2329">
      <w:r>
        <w:lastRenderedPageBreak/>
        <w:t>133.8027</w:t>
      </w:r>
      <w:r>
        <w:tab/>
        <w:t>1.013e0</w:t>
      </w:r>
    </w:p>
    <w:p w:rsidR="007B2329" w:rsidRDefault="007B2329" w:rsidP="007B2329">
      <w:r>
        <w:t>133.8056</w:t>
      </w:r>
      <w:r>
        <w:tab/>
        <w:t>1.013e0</w:t>
      </w:r>
    </w:p>
    <w:p w:rsidR="007B2329" w:rsidRDefault="007B2329" w:rsidP="007B2329">
      <w:r>
        <w:t>133.8084</w:t>
      </w:r>
      <w:r>
        <w:tab/>
        <w:t>1.013e0</w:t>
      </w:r>
    </w:p>
    <w:p w:rsidR="007B2329" w:rsidRDefault="007B2329" w:rsidP="007B2329">
      <w:r>
        <w:t>133.8194</w:t>
      </w:r>
      <w:r>
        <w:tab/>
        <w:t>3.038e0</w:t>
      </w:r>
    </w:p>
    <w:p w:rsidR="007B2329" w:rsidRDefault="007B2329" w:rsidP="007B2329">
      <w:r>
        <w:t>133.8273</w:t>
      </w:r>
      <w:r>
        <w:tab/>
        <w:t>2.025e0</w:t>
      </w:r>
    </w:p>
    <w:p w:rsidR="007B2329" w:rsidRDefault="007B2329" w:rsidP="007B2329">
      <w:r>
        <w:t>133.8331</w:t>
      </w:r>
      <w:r>
        <w:tab/>
        <w:t>1.013e0</w:t>
      </w:r>
    </w:p>
    <w:p w:rsidR="007B2329" w:rsidRDefault="007B2329" w:rsidP="007B2329">
      <w:r>
        <w:t>133.8423</w:t>
      </w:r>
      <w:r>
        <w:tab/>
        <w:t>1.013e0</w:t>
      </w:r>
    </w:p>
    <w:p w:rsidR="007B2329" w:rsidRDefault="007B2329" w:rsidP="007B2329">
      <w:r>
        <w:t>133.8454</w:t>
      </w:r>
      <w:r>
        <w:tab/>
        <w:t>1.013e0</w:t>
      </w:r>
    </w:p>
    <w:p w:rsidR="007B2329" w:rsidRDefault="007B2329" w:rsidP="007B2329">
      <w:r>
        <w:t>133.8580</w:t>
      </w:r>
      <w:r>
        <w:tab/>
        <w:t>1.013e0</w:t>
      </w:r>
    </w:p>
    <w:p w:rsidR="007B2329" w:rsidRDefault="007B2329" w:rsidP="007B2329">
      <w:r>
        <w:t>133.8636</w:t>
      </w:r>
      <w:r>
        <w:tab/>
        <w:t>1.025e0</w:t>
      </w:r>
    </w:p>
    <w:p w:rsidR="007B2329" w:rsidRDefault="007B2329" w:rsidP="007B2329">
      <w:r>
        <w:t>133.8668</w:t>
      </w:r>
      <w:r>
        <w:tab/>
        <w:t>1.013e0</w:t>
      </w:r>
    </w:p>
    <w:p w:rsidR="007B2329" w:rsidRDefault="007B2329" w:rsidP="007B2329">
      <w:r>
        <w:t>133.8731</w:t>
      </w:r>
      <w:r>
        <w:tab/>
        <w:t>1.266e-2</w:t>
      </w:r>
    </w:p>
    <w:p w:rsidR="007B2329" w:rsidRDefault="007B2329" w:rsidP="007B2329">
      <w:r>
        <w:t>133.8766</w:t>
      </w:r>
      <w:r>
        <w:tab/>
        <w:t>3.038e0</w:t>
      </w:r>
    </w:p>
    <w:p w:rsidR="007B2329" w:rsidRDefault="007B2329" w:rsidP="007B2329">
      <w:r>
        <w:t>133.8898</w:t>
      </w:r>
      <w:r>
        <w:tab/>
        <w:t>2.025e0</w:t>
      </w:r>
    </w:p>
    <w:p w:rsidR="007B2329" w:rsidRDefault="007B2329" w:rsidP="007B2329">
      <w:r>
        <w:t>133.9024</w:t>
      </w:r>
      <w:r>
        <w:tab/>
        <w:t>2.025e0</w:t>
      </w:r>
    </w:p>
    <w:p w:rsidR="007B2329" w:rsidRDefault="007B2329" w:rsidP="007B2329">
      <w:r>
        <w:t>133.9160</w:t>
      </w:r>
      <w:r>
        <w:tab/>
        <w:t>1.013e0</w:t>
      </w:r>
    </w:p>
    <w:p w:rsidR="007B2329" w:rsidRDefault="007B2329" w:rsidP="007B2329">
      <w:r>
        <w:t>133.9285</w:t>
      </w:r>
      <w:r>
        <w:tab/>
        <w:t>1.013e0</w:t>
      </w:r>
    </w:p>
    <w:p w:rsidR="007B2329" w:rsidRDefault="007B2329" w:rsidP="007B2329">
      <w:r>
        <w:t>133.9316</w:t>
      </w:r>
      <w:r>
        <w:tab/>
        <w:t>1.013e0</w:t>
      </w:r>
    </w:p>
    <w:p w:rsidR="007B2329" w:rsidRDefault="007B2329" w:rsidP="007B2329">
      <w:r>
        <w:t>133.9349</w:t>
      </w:r>
      <w:r>
        <w:tab/>
        <w:t>1.013e0</w:t>
      </w:r>
    </w:p>
    <w:p w:rsidR="007B2329" w:rsidRDefault="007B2329" w:rsidP="007B2329">
      <w:r>
        <w:lastRenderedPageBreak/>
        <w:t>133.9435</w:t>
      </w:r>
      <w:r>
        <w:tab/>
        <w:t>1.013e0</w:t>
      </w:r>
    </w:p>
    <w:p w:rsidR="007B2329" w:rsidRDefault="007B2329" w:rsidP="007B2329">
      <w:r>
        <w:t>133.9467</w:t>
      </w:r>
      <w:r>
        <w:tab/>
        <w:t>1.013e0</w:t>
      </w:r>
    </w:p>
    <w:p w:rsidR="007B2329" w:rsidRDefault="007B2329" w:rsidP="007B2329">
      <w:r>
        <w:t>133.9499</w:t>
      </w:r>
      <w:r>
        <w:tab/>
        <w:t>2.025e0</w:t>
      </w:r>
    </w:p>
    <w:p w:rsidR="007B2329" w:rsidRDefault="007B2329" w:rsidP="007B2329">
      <w:r>
        <w:t>133.9593</w:t>
      </w:r>
      <w:r>
        <w:tab/>
        <w:t>2.025e0</w:t>
      </w:r>
    </w:p>
    <w:p w:rsidR="007B2329" w:rsidRDefault="007B2329" w:rsidP="007B2329">
      <w:r>
        <w:t>133.9712</w:t>
      </w:r>
      <w:r>
        <w:tab/>
        <w:t>1.266e-2</w:t>
      </w:r>
    </w:p>
    <w:p w:rsidR="007B2329" w:rsidRDefault="007B2329" w:rsidP="007B2329">
      <w:r>
        <w:t>133.9899</w:t>
      </w:r>
      <w:r>
        <w:tab/>
        <w:t>2.051e0</w:t>
      </w:r>
    </w:p>
    <w:p w:rsidR="007B2329" w:rsidRDefault="007B2329" w:rsidP="007B2329">
      <w:r>
        <w:t>133.9932</w:t>
      </w:r>
      <w:r>
        <w:tab/>
        <w:t>1.038e0</w:t>
      </w:r>
    </w:p>
    <w:p w:rsidR="007B2329" w:rsidRDefault="007B2329" w:rsidP="007B2329">
      <w:r>
        <w:t>133.9960</w:t>
      </w:r>
      <w:r>
        <w:tab/>
        <w:t>1.266e-2</w:t>
      </w:r>
    </w:p>
    <w:p w:rsidR="007B2329" w:rsidRDefault="007B2329" w:rsidP="007B2329">
      <w:r>
        <w:t>134.0022</w:t>
      </w:r>
      <w:r>
        <w:tab/>
        <w:t>1.013e0</w:t>
      </w:r>
    </w:p>
    <w:p w:rsidR="007B2329" w:rsidRDefault="007B2329" w:rsidP="007B2329">
      <w:r>
        <w:t>134.0085</w:t>
      </w:r>
      <w:r>
        <w:tab/>
        <w:t>1.266e-2</w:t>
      </w:r>
    </w:p>
    <w:p w:rsidR="007B2329" w:rsidRDefault="007B2329" w:rsidP="007B2329">
      <w:r>
        <w:t>134.0116</w:t>
      </w:r>
      <w:r>
        <w:tab/>
        <w:t>1.013e0</w:t>
      </w:r>
    </w:p>
    <w:p w:rsidR="007B2329" w:rsidRDefault="007B2329" w:rsidP="007B2329">
      <w:r>
        <w:t>134.0190</w:t>
      </w:r>
      <w:r>
        <w:tab/>
        <w:t>3.038e0</w:t>
      </w:r>
    </w:p>
    <w:p w:rsidR="007B2329" w:rsidRDefault="007B2329" w:rsidP="007B2329">
      <w:r>
        <w:t>134.0236</w:t>
      </w:r>
      <w:r>
        <w:tab/>
        <w:t>1.266e-2</w:t>
      </w:r>
    </w:p>
    <w:p w:rsidR="007B2329" w:rsidRDefault="007B2329" w:rsidP="007B2329">
      <w:r>
        <w:t>134.0314</w:t>
      </w:r>
      <w:r>
        <w:tab/>
        <w:t>2.025e0</w:t>
      </w:r>
    </w:p>
    <w:p w:rsidR="007B2329" w:rsidRDefault="007B2329" w:rsidP="007B2329">
      <w:r>
        <w:t>134.0331</w:t>
      </w:r>
      <w:r>
        <w:tab/>
        <w:t>1.013e0</w:t>
      </w:r>
    </w:p>
    <w:p w:rsidR="007B2329" w:rsidRDefault="007B2329" w:rsidP="007B2329">
      <w:r>
        <w:t>134.0457</w:t>
      </w:r>
      <w:r>
        <w:tab/>
        <w:t>1.013e0</w:t>
      </w:r>
    </w:p>
    <w:p w:rsidR="007B2329" w:rsidRDefault="007B2329" w:rsidP="007B2329">
      <w:r>
        <w:t>134.0512</w:t>
      </w:r>
      <w:r>
        <w:tab/>
        <w:t>1.013e0</w:t>
      </w:r>
    </w:p>
    <w:p w:rsidR="007B2329" w:rsidRDefault="007B2329" w:rsidP="007B2329">
      <w:r>
        <w:t>134.0544</w:t>
      </w:r>
      <w:r>
        <w:tab/>
        <w:t>2.025e0</w:t>
      </w:r>
    </w:p>
    <w:p w:rsidR="007B2329" w:rsidRDefault="007B2329" w:rsidP="007B2329">
      <w:r>
        <w:t>134.0810</w:t>
      </w:r>
      <w:r>
        <w:tab/>
        <w:t>2.229e1</w:t>
      </w:r>
    </w:p>
    <w:p w:rsidR="007B2329" w:rsidRDefault="007B2329" w:rsidP="007B2329">
      <w:r>
        <w:lastRenderedPageBreak/>
        <w:t>134.1004</w:t>
      </w:r>
      <w:r>
        <w:tab/>
        <w:t>4.450e0</w:t>
      </w:r>
    </w:p>
    <w:p w:rsidR="007B2329" w:rsidRDefault="007B2329" w:rsidP="007B2329">
      <w:r>
        <w:t>134.1019</w:t>
      </w:r>
      <w:r>
        <w:tab/>
        <w:t>3.846e0</w:t>
      </w:r>
    </w:p>
    <w:p w:rsidR="007B2329" w:rsidRDefault="007B2329" w:rsidP="007B2329">
      <w:r>
        <w:t>134.1131</w:t>
      </w:r>
      <w:r>
        <w:tab/>
        <w:t>1.266e-2</w:t>
      </w:r>
    </w:p>
    <w:p w:rsidR="007B2329" w:rsidRDefault="007B2329" w:rsidP="007B2329">
      <w:r>
        <w:t>134.1194</w:t>
      </w:r>
      <w:r>
        <w:tab/>
        <w:t>1.038e0</w:t>
      </w:r>
    </w:p>
    <w:p w:rsidR="007B2329" w:rsidRDefault="007B2329" w:rsidP="007B2329">
      <w:r>
        <w:t>134.1225</w:t>
      </w:r>
      <w:r>
        <w:tab/>
        <w:t>2.532e-2</w:t>
      </w:r>
    </w:p>
    <w:p w:rsidR="007B2329" w:rsidRDefault="007B2329" w:rsidP="007B2329">
      <w:r>
        <w:t>134.1285</w:t>
      </w:r>
      <w:r>
        <w:tab/>
        <w:t>4.051e0</w:t>
      </w:r>
    </w:p>
    <w:p w:rsidR="007B2329" w:rsidRDefault="007B2329" w:rsidP="007B2329">
      <w:r>
        <w:t>134.1534</w:t>
      </w:r>
      <w:r>
        <w:tab/>
        <w:t>1.013e0</w:t>
      </w:r>
    </w:p>
    <w:p w:rsidR="007B2329" w:rsidRDefault="007B2329" w:rsidP="007B2329">
      <w:r>
        <w:t>134.1562</w:t>
      </w:r>
      <w:r>
        <w:tab/>
        <w:t>1.013e0</w:t>
      </w:r>
    </w:p>
    <w:p w:rsidR="007B2329" w:rsidRDefault="007B2329" w:rsidP="007B2329">
      <w:r>
        <w:t>134.1589</w:t>
      </w:r>
      <w:r>
        <w:tab/>
        <w:t>1.013e0</w:t>
      </w:r>
    </w:p>
    <w:p w:rsidR="007B2329" w:rsidRDefault="007B2329" w:rsidP="007B2329">
      <w:r>
        <w:t>134.1685</w:t>
      </w:r>
      <w:r>
        <w:tab/>
        <w:t>1.013e0</w:t>
      </w:r>
    </w:p>
    <w:p w:rsidR="007B2329" w:rsidRDefault="007B2329" w:rsidP="007B2329">
      <w:r>
        <w:t>134.1828</w:t>
      </w:r>
      <w:r>
        <w:tab/>
        <w:t>5.076e0</w:t>
      </w:r>
    </w:p>
    <w:p w:rsidR="007B2329" w:rsidRDefault="007B2329" w:rsidP="007B2329">
      <w:r>
        <w:t>134.1838</w:t>
      </w:r>
      <w:r>
        <w:tab/>
        <w:t>1.013e0</w:t>
      </w:r>
    </w:p>
    <w:p w:rsidR="007B2329" w:rsidRDefault="007B2329" w:rsidP="007B2329">
      <w:r>
        <w:t>134.1866</w:t>
      </w:r>
      <w:r>
        <w:tab/>
        <w:t>1.013e0</w:t>
      </w:r>
    </w:p>
    <w:p w:rsidR="007B2329" w:rsidRDefault="007B2329" w:rsidP="007B2329">
      <w:r>
        <w:t>134.1970</w:t>
      </w:r>
      <w:r>
        <w:tab/>
        <w:t>4.051e0</w:t>
      </w:r>
    </w:p>
    <w:p w:rsidR="007B2329" w:rsidRDefault="007B2329" w:rsidP="007B2329">
      <w:r>
        <w:t>134.2025</w:t>
      </w:r>
      <w:r>
        <w:tab/>
        <w:t>1.025e0</w:t>
      </w:r>
    </w:p>
    <w:p w:rsidR="007B2329" w:rsidRDefault="007B2329" w:rsidP="007B2329">
      <w:r>
        <w:t>134.2115</w:t>
      </w:r>
      <w:r>
        <w:tab/>
        <w:t>2.025e0</w:t>
      </w:r>
    </w:p>
    <w:p w:rsidR="007B2329" w:rsidRDefault="007B2329" w:rsidP="007B2329">
      <w:r>
        <w:t>134.2144</w:t>
      </w:r>
      <w:r>
        <w:tab/>
        <w:t>1.013e0</w:t>
      </w:r>
    </w:p>
    <w:p w:rsidR="007B2329" w:rsidRDefault="007B2329" w:rsidP="007B2329">
      <w:r>
        <w:t>134.2223</w:t>
      </w:r>
      <w:r>
        <w:tab/>
        <w:t>1.025e0</w:t>
      </w:r>
    </w:p>
    <w:p w:rsidR="007B2329" w:rsidRDefault="007B2329" w:rsidP="007B2329">
      <w:r>
        <w:t>134.2255</w:t>
      </w:r>
      <w:r>
        <w:tab/>
        <w:t>2.025e0</w:t>
      </w:r>
    </w:p>
    <w:p w:rsidR="007B2329" w:rsidRDefault="007B2329" w:rsidP="007B2329">
      <w:r>
        <w:lastRenderedPageBreak/>
        <w:t>134.2349</w:t>
      </w:r>
      <w:r>
        <w:tab/>
        <w:t>2.025e0</w:t>
      </w:r>
    </w:p>
    <w:p w:rsidR="007B2329" w:rsidRDefault="007B2329" w:rsidP="007B2329">
      <w:r>
        <w:t>134.2421</w:t>
      </w:r>
      <w:r>
        <w:tab/>
        <w:t>1.013e0</w:t>
      </w:r>
    </w:p>
    <w:p w:rsidR="007B2329" w:rsidRDefault="007B2329" w:rsidP="007B2329">
      <w:r>
        <w:t>134.2548</w:t>
      </w:r>
      <w:r>
        <w:tab/>
        <w:t>4.051e0</w:t>
      </w:r>
    </w:p>
    <w:p w:rsidR="007B2329" w:rsidRDefault="007B2329" w:rsidP="007B2329">
      <w:r>
        <w:t>134.2667</w:t>
      </w:r>
      <w:r>
        <w:tab/>
        <w:t>1.013e0</w:t>
      </w:r>
    </w:p>
    <w:p w:rsidR="007B2329" w:rsidRDefault="007B2329" w:rsidP="007B2329">
      <w:r>
        <w:t>134.2794</w:t>
      </w:r>
      <w:r>
        <w:tab/>
        <w:t>1.013e0</w:t>
      </w:r>
    </w:p>
    <w:p w:rsidR="007B2329" w:rsidRDefault="007B2329" w:rsidP="007B2329">
      <w:r>
        <w:t>134.2843</w:t>
      </w:r>
      <w:r>
        <w:tab/>
        <w:t>2.025e0</w:t>
      </w:r>
    </w:p>
    <w:p w:rsidR="007B2329" w:rsidRDefault="007B2329" w:rsidP="007B2329">
      <w:r>
        <w:t>134.2857</w:t>
      </w:r>
      <w:r>
        <w:tab/>
        <w:t>1.013e0</w:t>
      </w:r>
    </w:p>
    <w:p w:rsidR="007B2329" w:rsidRDefault="007B2329" w:rsidP="007B2329">
      <w:r>
        <w:t>134.2944</w:t>
      </w:r>
      <w:r>
        <w:tab/>
        <w:t>1.013e0</w:t>
      </w:r>
    </w:p>
    <w:p w:rsidR="007B2329" w:rsidRDefault="007B2329" w:rsidP="007B2329">
      <w:r>
        <w:t>134.2976</w:t>
      </w:r>
      <w:r>
        <w:tab/>
        <w:t>1.013e0</w:t>
      </w:r>
    </w:p>
    <w:p w:rsidR="007B2329" w:rsidRDefault="007B2329" w:rsidP="007B2329">
      <w:r>
        <w:t>134.3040</w:t>
      </w:r>
      <w:r>
        <w:tab/>
        <w:t>2.025e0</w:t>
      </w:r>
    </w:p>
    <w:p w:rsidR="007B2329" w:rsidRDefault="007B2329" w:rsidP="007B2329">
      <w:r>
        <w:t>134.3193</w:t>
      </w:r>
      <w:r>
        <w:tab/>
        <w:t>1.266e-2</w:t>
      </w:r>
    </w:p>
    <w:p w:rsidR="007B2329" w:rsidRDefault="007B2329" w:rsidP="007B2329">
      <w:r>
        <w:t>134.3253</w:t>
      </w:r>
      <w:r>
        <w:tab/>
        <w:t>4.051e0</w:t>
      </w:r>
    </w:p>
    <w:p w:rsidR="007B2329" w:rsidRDefault="007B2329" w:rsidP="007B2329">
      <w:r>
        <w:t>134.3286</w:t>
      </w:r>
      <w:r>
        <w:tab/>
        <w:t>1.266e-2</w:t>
      </w:r>
    </w:p>
    <w:p w:rsidR="007B2329" w:rsidRDefault="007B2329" w:rsidP="007B2329">
      <w:r>
        <w:t>134.3442</w:t>
      </w:r>
      <w:r>
        <w:tab/>
        <w:t>1.013e0</w:t>
      </w:r>
    </w:p>
    <w:p w:rsidR="007B2329" w:rsidRDefault="007B2329" w:rsidP="007B2329">
      <w:r>
        <w:t>134.3531</w:t>
      </w:r>
      <w:r>
        <w:tab/>
        <w:t>1.013e0</w:t>
      </w:r>
    </w:p>
    <w:p w:rsidR="007B2329" w:rsidRDefault="007B2329" w:rsidP="007B2329">
      <w:r>
        <w:t>134.3563</w:t>
      </w:r>
      <w:r>
        <w:tab/>
        <w:t>3.051e0</w:t>
      </w:r>
    </w:p>
    <w:p w:rsidR="007B2329" w:rsidRDefault="007B2329" w:rsidP="007B2329">
      <w:r>
        <w:t>134.3641</w:t>
      </w:r>
      <w:r>
        <w:tab/>
        <w:t>1.025e0</w:t>
      </w:r>
    </w:p>
    <w:p w:rsidR="007B2329" w:rsidRDefault="007B2329" w:rsidP="007B2329">
      <w:r>
        <w:t>134.3657</w:t>
      </w:r>
      <w:r>
        <w:tab/>
        <w:t>2.532e-2</w:t>
      </w:r>
    </w:p>
    <w:p w:rsidR="007B2329" w:rsidRDefault="007B2329" w:rsidP="007B2329">
      <w:r>
        <w:t>134.3708</w:t>
      </w:r>
      <w:r>
        <w:tab/>
        <w:t>3.038e0</w:t>
      </w:r>
    </w:p>
    <w:p w:rsidR="007B2329" w:rsidRDefault="007B2329" w:rsidP="007B2329">
      <w:r>
        <w:lastRenderedPageBreak/>
        <w:t>134.3808</w:t>
      </w:r>
      <w:r>
        <w:tab/>
        <w:t>1.013e0</w:t>
      </w:r>
    </w:p>
    <w:p w:rsidR="007B2329" w:rsidRDefault="007B2329" w:rsidP="007B2329">
      <w:r>
        <w:t>134.3840</w:t>
      </w:r>
      <w:r>
        <w:tab/>
        <w:t>1.013e0</w:t>
      </w:r>
    </w:p>
    <w:p w:rsidR="007B2329" w:rsidRDefault="007B2329" w:rsidP="007B2329">
      <w:r>
        <w:t>134.3935</w:t>
      </w:r>
      <w:r>
        <w:tab/>
        <w:t>1.013e0</w:t>
      </w:r>
    </w:p>
    <w:p w:rsidR="007B2329" w:rsidRDefault="007B2329" w:rsidP="007B2329">
      <w:r>
        <w:t>134.3976</w:t>
      </w:r>
      <w:r>
        <w:tab/>
        <w:t>1.038e0</w:t>
      </w:r>
    </w:p>
    <w:p w:rsidR="007B2329" w:rsidRDefault="007B2329" w:rsidP="007B2329">
      <w:r>
        <w:t>134.3996</w:t>
      </w:r>
      <w:r>
        <w:tab/>
        <w:t>1.013e0</w:t>
      </w:r>
    </w:p>
    <w:p w:rsidR="007B2329" w:rsidRDefault="007B2329" w:rsidP="007B2329">
      <w:r>
        <w:t>134.4039</w:t>
      </w:r>
      <w:r>
        <w:tab/>
        <w:t>2.532e-2</w:t>
      </w:r>
    </w:p>
    <w:p w:rsidR="007B2329" w:rsidRDefault="007B2329" w:rsidP="007B2329">
      <w:r>
        <w:t>134.4054</w:t>
      </w:r>
      <w:r>
        <w:tab/>
        <w:t>2.025e0</w:t>
      </w:r>
    </w:p>
    <w:p w:rsidR="007B2329" w:rsidRDefault="007B2329" w:rsidP="007B2329">
      <w:r>
        <w:t>134.4196</w:t>
      </w:r>
      <w:r>
        <w:tab/>
        <w:t>2.025e0</w:t>
      </w:r>
    </w:p>
    <w:p w:rsidR="007B2329" w:rsidRDefault="007B2329" w:rsidP="007B2329">
      <w:r>
        <w:t>134.4279</w:t>
      </w:r>
      <w:r>
        <w:tab/>
        <w:t>4.051e0</w:t>
      </w:r>
    </w:p>
    <w:p w:rsidR="007B2329" w:rsidRDefault="007B2329" w:rsidP="007B2329">
      <w:r>
        <w:t>134.4316</w:t>
      </w:r>
      <w:r>
        <w:tab/>
        <w:t>3.038e0</w:t>
      </w:r>
    </w:p>
    <w:p w:rsidR="007B2329" w:rsidRDefault="007B2329" w:rsidP="007B2329">
      <w:r>
        <w:t>134.4331</w:t>
      </w:r>
      <w:r>
        <w:tab/>
        <w:t>2.025e0</w:t>
      </w:r>
    </w:p>
    <w:p w:rsidR="007B2329" w:rsidRDefault="007B2329" w:rsidP="007B2329">
      <w:r>
        <w:t>134.4395</w:t>
      </w:r>
      <w:r>
        <w:tab/>
        <w:t>1.266e-2</w:t>
      </w:r>
    </w:p>
    <w:p w:rsidR="007B2329" w:rsidRDefault="007B2329" w:rsidP="007B2329">
      <w:r>
        <w:t>134.4427</w:t>
      </w:r>
      <w:r>
        <w:tab/>
        <w:t>2.038e0</w:t>
      </w:r>
    </w:p>
    <w:p w:rsidR="007B2329" w:rsidRDefault="007B2329" w:rsidP="007B2329">
      <w:r>
        <w:t>134.4521</w:t>
      </w:r>
      <w:r>
        <w:tab/>
        <w:t>1.013e0</w:t>
      </w:r>
    </w:p>
    <w:p w:rsidR="007B2329" w:rsidRDefault="007B2329" w:rsidP="007B2329">
      <w:r>
        <w:t>134.4536</w:t>
      </w:r>
      <w:r>
        <w:tab/>
        <w:t>2.025e0</w:t>
      </w:r>
    </w:p>
    <w:p w:rsidR="007B2329" w:rsidRDefault="007B2329" w:rsidP="007B2329">
      <w:r>
        <w:t>134.4577</w:t>
      </w:r>
      <w:r>
        <w:tab/>
        <w:t>1.266e-2</w:t>
      </w:r>
    </w:p>
    <w:p w:rsidR="007B2329" w:rsidRDefault="007B2329" w:rsidP="007B2329">
      <w:r>
        <w:t>134.4641</w:t>
      </w:r>
      <w:r>
        <w:tab/>
        <w:t>1.013e0</w:t>
      </w:r>
    </w:p>
    <w:p w:rsidR="007B2329" w:rsidRDefault="007B2329" w:rsidP="007B2329">
      <w:r>
        <w:t>134.4704</w:t>
      </w:r>
      <w:r>
        <w:tab/>
        <w:t>2.532e-2</w:t>
      </w:r>
    </w:p>
    <w:p w:rsidR="007B2329" w:rsidRDefault="007B2329" w:rsidP="007B2329">
      <w:r>
        <w:t>134.4720</w:t>
      </w:r>
      <w:r>
        <w:tab/>
        <w:t>2.025e0</w:t>
      </w:r>
    </w:p>
    <w:p w:rsidR="007B2329" w:rsidRDefault="007B2329" w:rsidP="007B2329">
      <w:r>
        <w:lastRenderedPageBreak/>
        <w:t>134.4826</w:t>
      </w:r>
      <w:r>
        <w:tab/>
        <w:t>1.013e0</w:t>
      </w:r>
    </w:p>
    <w:p w:rsidR="007B2329" w:rsidRDefault="007B2329" w:rsidP="007B2329">
      <w:r>
        <w:t>134.5045</w:t>
      </w:r>
      <w:r>
        <w:tab/>
        <w:t>1.013e0</w:t>
      </w:r>
    </w:p>
    <w:p w:rsidR="007B2329" w:rsidRDefault="007B2329" w:rsidP="007B2329">
      <w:r>
        <w:t>134.5060</w:t>
      </w:r>
      <w:r>
        <w:tab/>
        <w:t>2.025e0</w:t>
      </w:r>
    </w:p>
    <w:p w:rsidR="007B2329" w:rsidRDefault="007B2329" w:rsidP="007B2329">
      <w:r>
        <w:t>134.5076</w:t>
      </w:r>
      <w:r>
        <w:tab/>
        <w:t>3.038e0</w:t>
      </w:r>
    </w:p>
    <w:p w:rsidR="007B2329" w:rsidRDefault="007B2329" w:rsidP="007B2329">
      <w:r>
        <w:t>134.5164</w:t>
      </w:r>
      <w:r>
        <w:tab/>
        <w:t>1.013e0</w:t>
      </w:r>
    </w:p>
    <w:p w:rsidR="007B2329" w:rsidRDefault="007B2329" w:rsidP="007B2329">
      <w:r>
        <w:t>134.5228</w:t>
      </w:r>
      <w:r>
        <w:tab/>
        <w:t>4.051e0</w:t>
      </w:r>
    </w:p>
    <w:p w:rsidR="007B2329" w:rsidRDefault="007B2329" w:rsidP="007B2329">
      <w:r>
        <w:t>134.5380</w:t>
      </w:r>
      <w:r>
        <w:tab/>
        <w:t>1.266e-2</w:t>
      </w:r>
    </w:p>
    <w:p w:rsidR="007B2329" w:rsidRDefault="007B2329" w:rsidP="007B2329">
      <w:r>
        <w:t>134.5410</w:t>
      </w:r>
      <w:r>
        <w:tab/>
        <w:t>1.013e0</w:t>
      </w:r>
    </w:p>
    <w:p w:rsidR="007B2329" w:rsidRDefault="007B2329" w:rsidP="007B2329">
      <w:r>
        <w:t>134.5439</w:t>
      </w:r>
      <w:r>
        <w:tab/>
        <w:t>3.423e0</w:t>
      </w:r>
    </w:p>
    <w:p w:rsidR="007B2329" w:rsidRDefault="007B2329" w:rsidP="007B2329">
      <w:r>
        <w:t>134.5458</w:t>
      </w:r>
      <w:r>
        <w:tab/>
        <w:t>1.025e0</w:t>
      </w:r>
    </w:p>
    <w:p w:rsidR="007B2329" w:rsidRDefault="007B2329" w:rsidP="007B2329">
      <w:r>
        <w:t>134.5505</w:t>
      </w:r>
      <w:r>
        <w:tab/>
        <w:t>1.013e0</w:t>
      </w:r>
    </w:p>
    <w:p w:rsidR="007B2329" w:rsidRDefault="007B2329" w:rsidP="007B2329">
      <w:r>
        <w:t>134.5621</w:t>
      </w:r>
      <w:r>
        <w:tab/>
        <w:t>3.038e0</w:t>
      </w:r>
    </w:p>
    <w:p w:rsidR="007B2329" w:rsidRDefault="007B2329" w:rsidP="007B2329">
      <w:r>
        <w:t>134.5657</w:t>
      </w:r>
      <w:r>
        <w:tab/>
        <w:t>1.013e0</w:t>
      </w:r>
    </w:p>
    <w:p w:rsidR="007B2329" w:rsidRDefault="007B2329" w:rsidP="007B2329">
      <w:r>
        <w:t>134.5751</w:t>
      </w:r>
      <w:r>
        <w:tab/>
        <w:t>1.013e0</w:t>
      </w:r>
    </w:p>
    <w:p w:rsidR="007B2329" w:rsidRDefault="007B2329" w:rsidP="007B2329">
      <w:r>
        <w:t>134.5892</w:t>
      </w:r>
      <w:r>
        <w:tab/>
        <w:t>1.025e0</w:t>
      </w:r>
    </w:p>
    <w:p w:rsidR="007B2329" w:rsidRDefault="007B2329" w:rsidP="007B2329">
      <w:r>
        <w:t>134.5906</w:t>
      </w:r>
      <w:r>
        <w:tab/>
        <w:t>1.266e-2</w:t>
      </w:r>
    </w:p>
    <w:p w:rsidR="007B2329" w:rsidRDefault="007B2329" w:rsidP="007B2329">
      <w:r>
        <w:t>134.5997</w:t>
      </w:r>
      <w:r>
        <w:tab/>
        <w:t>1.013e0</w:t>
      </w:r>
    </w:p>
    <w:p w:rsidR="007B2329" w:rsidRDefault="007B2329" w:rsidP="007B2329">
      <w:r>
        <w:t>134.6092</w:t>
      </w:r>
      <w:r>
        <w:tab/>
        <w:t>1.013e0</w:t>
      </w:r>
    </w:p>
    <w:p w:rsidR="007B2329" w:rsidRDefault="007B2329" w:rsidP="007B2329">
      <w:r>
        <w:t>134.6169</w:t>
      </w:r>
      <w:r>
        <w:tab/>
        <w:t>2.025e0</w:t>
      </w:r>
    </w:p>
    <w:p w:rsidR="007B2329" w:rsidRDefault="007B2329" w:rsidP="007B2329">
      <w:r>
        <w:lastRenderedPageBreak/>
        <w:t>134.6211</w:t>
      </w:r>
      <w:r>
        <w:tab/>
        <w:t>1.013e0</w:t>
      </w:r>
    </w:p>
    <w:p w:rsidR="007B2329" w:rsidRDefault="007B2329" w:rsidP="007B2329">
      <w:r>
        <w:t>134.6275</w:t>
      </w:r>
      <w:r>
        <w:tab/>
        <w:t>1.013e0</w:t>
      </w:r>
    </w:p>
    <w:p w:rsidR="007B2329" w:rsidRDefault="007B2329" w:rsidP="007B2329">
      <w:r>
        <w:t>134.6306</w:t>
      </w:r>
      <w:r>
        <w:tab/>
        <w:t>4.051e0</w:t>
      </w:r>
    </w:p>
    <w:p w:rsidR="007B2329" w:rsidRDefault="007B2329" w:rsidP="007B2329">
      <w:r>
        <w:t>134.6338</w:t>
      </w:r>
      <w:r>
        <w:tab/>
        <w:t>1.013e0</w:t>
      </w:r>
    </w:p>
    <w:p w:rsidR="007B2329" w:rsidRDefault="007B2329" w:rsidP="007B2329">
      <w:r>
        <w:t>134.6488</w:t>
      </w:r>
      <w:r>
        <w:tab/>
        <w:t>1.013e0</w:t>
      </w:r>
    </w:p>
    <w:p w:rsidR="007B2329" w:rsidRDefault="007B2329" w:rsidP="007B2329">
      <w:r>
        <w:t>134.6552</w:t>
      </w:r>
      <w:r>
        <w:tab/>
        <w:t>1.013e0</w:t>
      </w:r>
    </w:p>
    <w:p w:rsidR="007B2329" w:rsidRDefault="007B2329" w:rsidP="007B2329">
      <w:r>
        <w:t>134.6584</w:t>
      </w:r>
      <w:r>
        <w:tab/>
        <w:t>1.013e0</w:t>
      </w:r>
    </w:p>
    <w:p w:rsidR="007B2329" w:rsidRDefault="007B2329" w:rsidP="007B2329">
      <w:r>
        <w:t>134.6616</w:t>
      </w:r>
      <w:r>
        <w:tab/>
        <w:t>1.025e0</w:t>
      </w:r>
    </w:p>
    <w:p w:rsidR="007B2329" w:rsidRDefault="007B2329" w:rsidP="007B2329">
      <w:r>
        <w:t>134.6766</w:t>
      </w:r>
      <w:r>
        <w:tab/>
        <w:t>1.013e0</w:t>
      </w:r>
    </w:p>
    <w:p w:rsidR="007B2329" w:rsidRDefault="007B2329" w:rsidP="007B2329">
      <w:r>
        <w:t>134.6900</w:t>
      </w:r>
      <w:r>
        <w:tab/>
        <w:t>4.051e0</w:t>
      </w:r>
    </w:p>
    <w:p w:rsidR="007B2329" w:rsidRDefault="007B2329" w:rsidP="007B2329">
      <w:r>
        <w:t>134.6925</w:t>
      </w:r>
      <w:r>
        <w:tab/>
        <w:t>1.025e0</w:t>
      </w:r>
    </w:p>
    <w:p w:rsidR="007B2329" w:rsidRDefault="007B2329" w:rsidP="007B2329">
      <w:r>
        <w:t>134.7015</w:t>
      </w:r>
      <w:r>
        <w:tab/>
        <w:t>1.266e-2</w:t>
      </w:r>
    </w:p>
    <w:p w:rsidR="007B2329" w:rsidRDefault="007B2329" w:rsidP="007B2329">
      <w:r>
        <w:t>134.7212</w:t>
      </w:r>
      <w:r>
        <w:tab/>
        <w:t>5.063e0</w:t>
      </w:r>
    </w:p>
    <w:p w:rsidR="007B2329" w:rsidRDefault="007B2329" w:rsidP="007B2329">
      <w:r>
        <w:t>134.7235</w:t>
      </w:r>
      <w:r>
        <w:tab/>
        <w:t>1.013e0</w:t>
      </w:r>
    </w:p>
    <w:p w:rsidR="007B2329" w:rsidRDefault="007B2329" w:rsidP="007B2329">
      <w:r>
        <w:t>134.7265</w:t>
      </w:r>
      <w:r>
        <w:tab/>
        <w:t>2.025e0</w:t>
      </w:r>
    </w:p>
    <w:p w:rsidR="007B2329" w:rsidRDefault="007B2329" w:rsidP="007B2329">
      <w:r>
        <w:t>134.7370</w:t>
      </w:r>
      <w:r>
        <w:tab/>
        <w:t>2.025e0</w:t>
      </w:r>
    </w:p>
    <w:p w:rsidR="007B2329" w:rsidRDefault="007B2329" w:rsidP="007B2329">
      <w:r>
        <w:t>134.7386</w:t>
      </w:r>
      <w:r>
        <w:tab/>
        <w:t>2.025e0</w:t>
      </w:r>
    </w:p>
    <w:p w:rsidR="007B2329" w:rsidRDefault="007B2329" w:rsidP="007B2329">
      <w:r>
        <w:t>134.7664</w:t>
      </w:r>
      <w:r>
        <w:tab/>
        <w:t>1.013e0</w:t>
      </w:r>
    </w:p>
    <w:p w:rsidR="007B2329" w:rsidRDefault="007B2329" w:rsidP="007B2329">
      <w:r>
        <w:t>134.7695</w:t>
      </w:r>
      <w:r>
        <w:tab/>
        <w:t>1.013e0</w:t>
      </w:r>
    </w:p>
    <w:p w:rsidR="007B2329" w:rsidRDefault="007B2329" w:rsidP="007B2329">
      <w:r>
        <w:lastRenderedPageBreak/>
        <w:t>134.7726</w:t>
      </w:r>
      <w:r>
        <w:tab/>
        <w:t>1.266e-2</w:t>
      </w:r>
    </w:p>
    <w:p w:rsidR="007B2329" w:rsidRDefault="007B2329" w:rsidP="007B2329">
      <w:r>
        <w:t>134.7759</w:t>
      </w:r>
      <w:r>
        <w:tab/>
        <w:t>1.013e0</w:t>
      </w:r>
    </w:p>
    <w:p w:rsidR="007B2329" w:rsidRDefault="007B2329" w:rsidP="007B2329">
      <w:r>
        <w:t>134.7805</w:t>
      </w:r>
      <w:r>
        <w:tab/>
        <w:t>1.025e0</w:t>
      </w:r>
    </w:p>
    <w:p w:rsidR="007B2329" w:rsidRDefault="007B2329" w:rsidP="007B2329">
      <w:r>
        <w:t>134.7846</w:t>
      </w:r>
      <w:r>
        <w:tab/>
        <w:t>3.038e0</w:t>
      </w:r>
    </w:p>
    <w:p w:rsidR="007B2329" w:rsidRDefault="007B2329" w:rsidP="007B2329">
      <w:r>
        <w:t>134.7941</w:t>
      </w:r>
      <w:r>
        <w:tab/>
        <w:t>1.013e0</w:t>
      </w:r>
    </w:p>
    <w:p w:rsidR="007B2329" w:rsidRDefault="007B2329" w:rsidP="007B2329">
      <w:r>
        <w:t>134.7973</w:t>
      </w:r>
      <w:r>
        <w:tab/>
        <w:t>1.013e0</w:t>
      </w:r>
    </w:p>
    <w:p w:rsidR="007B2329" w:rsidRDefault="007B2329" w:rsidP="007B2329">
      <w:r>
        <w:t>134.7988</w:t>
      </w:r>
      <w:r>
        <w:tab/>
        <w:t>1.025e0</w:t>
      </w:r>
    </w:p>
    <w:p w:rsidR="007B2329" w:rsidRDefault="007B2329" w:rsidP="007B2329">
      <w:r>
        <w:t>134.8036</w:t>
      </w:r>
      <w:r>
        <w:tab/>
        <w:t>1.013e0</w:t>
      </w:r>
    </w:p>
    <w:p w:rsidR="007B2329" w:rsidRDefault="007B2329" w:rsidP="007B2329">
      <w:r>
        <w:t>134.8096</w:t>
      </w:r>
      <w:r>
        <w:tab/>
        <w:t>2.025e0</w:t>
      </w:r>
    </w:p>
    <w:p w:rsidR="007B2329" w:rsidRDefault="007B2329" w:rsidP="007B2329">
      <w:r>
        <w:t>134.8219</w:t>
      </w:r>
      <w:r>
        <w:tab/>
        <w:t>1.266e-2</w:t>
      </w:r>
    </w:p>
    <w:p w:rsidR="007B2329" w:rsidRDefault="007B2329" w:rsidP="007B2329">
      <w:r>
        <w:t>134.8315</w:t>
      </w:r>
      <w:r>
        <w:tab/>
        <w:t>2.025e0</w:t>
      </w:r>
    </w:p>
    <w:p w:rsidR="007B2329" w:rsidRDefault="007B2329" w:rsidP="007B2329">
      <w:r>
        <w:t>134.8374</w:t>
      </w:r>
      <w:r>
        <w:tab/>
        <w:t>1.013e0</w:t>
      </w:r>
    </w:p>
    <w:p w:rsidR="007B2329" w:rsidRDefault="007B2329" w:rsidP="007B2329">
      <w:r>
        <w:t>134.8401</w:t>
      </w:r>
      <w:r>
        <w:tab/>
        <w:t>1.013e0</w:t>
      </w:r>
    </w:p>
    <w:p w:rsidR="007B2329" w:rsidRDefault="007B2329" w:rsidP="007B2329">
      <w:r>
        <w:t>134.8465</w:t>
      </w:r>
      <w:r>
        <w:tab/>
        <w:t>2.025e0</w:t>
      </w:r>
    </w:p>
    <w:p w:rsidR="007B2329" w:rsidRDefault="007B2329" w:rsidP="007B2329">
      <w:r>
        <w:t>134.8497</w:t>
      </w:r>
      <w:r>
        <w:tab/>
        <w:t>1.013e0</w:t>
      </w:r>
    </w:p>
    <w:p w:rsidR="007B2329" w:rsidRDefault="007B2329" w:rsidP="007B2329">
      <w:r>
        <w:t>134.8513</w:t>
      </w:r>
      <w:r>
        <w:tab/>
        <w:t>2.025e0</w:t>
      </w:r>
    </w:p>
    <w:p w:rsidR="007B2329" w:rsidRDefault="007B2329" w:rsidP="007B2329">
      <w:r>
        <w:t>134.8651</w:t>
      </w:r>
      <w:r>
        <w:tab/>
        <w:t>3.038e0</w:t>
      </w:r>
    </w:p>
    <w:p w:rsidR="007B2329" w:rsidRDefault="007B2329" w:rsidP="007B2329">
      <w:r>
        <w:t>134.8774</w:t>
      </w:r>
      <w:r>
        <w:tab/>
        <w:t>3.038e0</w:t>
      </w:r>
    </w:p>
    <w:p w:rsidR="007B2329" w:rsidRDefault="007B2329" w:rsidP="007B2329">
      <w:r>
        <w:t>134.8929</w:t>
      </w:r>
      <w:r>
        <w:tab/>
        <w:t>4.051e0</w:t>
      </w:r>
    </w:p>
    <w:p w:rsidR="007B2329" w:rsidRDefault="007B2329" w:rsidP="007B2329">
      <w:r>
        <w:lastRenderedPageBreak/>
        <w:t>134.8957</w:t>
      </w:r>
      <w:r>
        <w:tab/>
        <w:t>1.013e0</w:t>
      </w:r>
    </w:p>
    <w:p w:rsidR="007B2329" w:rsidRDefault="007B2329" w:rsidP="007B2329">
      <w:r>
        <w:t>134.9005</w:t>
      </w:r>
      <w:r>
        <w:tab/>
        <w:t>2.025e0</w:t>
      </w:r>
    </w:p>
    <w:p w:rsidR="007B2329" w:rsidRDefault="007B2329" w:rsidP="007B2329">
      <w:r>
        <w:t>134.9036</w:t>
      </w:r>
      <w:r>
        <w:tab/>
        <w:t>2.025e0</w:t>
      </w:r>
    </w:p>
    <w:p w:rsidR="007B2329" w:rsidRDefault="007B2329" w:rsidP="007B2329">
      <w:r>
        <w:t>134.9084</w:t>
      </w:r>
      <w:r>
        <w:tab/>
        <w:t>2.025e0</w:t>
      </w:r>
    </w:p>
    <w:p w:rsidR="007B2329" w:rsidRDefault="007B2329" w:rsidP="007B2329">
      <w:r>
        <w:t>134.9133</w:t>
      </w:r>
      <w:r>
        <w:tab/>
        <w:t>2.025e0</w:t>
      </w:r>
    </w:p>
    <w:p w:rsidR="007B2329" w:rsidRDefault="007B2329" w:rsidP="007B2329">
      <w:r>
        <w:t>134.9207</w:t>
      </w:r>
      <w:r>
        <w:tab/>
        <w:t>1.266e-2</w:t>
      </w:r>
    </w:p>
    <w:p w:rsidR="007B2329" w:rsidRDefault="007B2329" w:rsidP="007B2329">
      <w:r>
        <w:t>134.9267</w:t>
      </w:r>
      <w:r>
        <w:tab/>
        <w:t>1.025e0</w:t>
      </w:r>
    </w:p>
    <w:p w:rsidR="007B2329" w:rsidRDefault="007B2329" w:rsidP="007B2329">
      <w:r>
        <w:t>134.9330</w:t>
      </w:r>
      <w:r>
        <w:tab/>
        <w:t>1.266e-2</w:t>
      </w:r>
    </w:p>
    <w:p w:rsidR="007B2329" w:rsidRDefault="007B2329" w:rsidP="007B2329">
      <w:r>
        <w:t>134.9394</w:t>
      </w:r>
      <w:r>
        <w:tab/>
        <w:t>1.013e0</w:t>
      </w:r>
    </w:p>
    <w:p w:rsidR="007B2329" w:rsidRDefault="007B2329" w:rsidP="007B2329">
      <w:r>
        <w:t>134.9484</w:t>
      </w:r>
      <w:r>
        <w:tab/>
        <w:t>1.013e0</w:t>
      </w:r>
    </w:p>
    <w:p w:rsidR="007B2329" w:rsidRDefault="007B2329" w:rsidP="007B2329">
      <w:r>
        <w:t>134.9624</w:t>
      </w:r>
      <w:r>
        <w:tab/>
        <w:t>2.025e0</w:t>
      </w:r>
    </w:p>
    <w:p w:rsidR="007B2329" w:rsidRDefault="007B2329" w:rsidP="007B2329">
      <w:r>
        <w:t>134.9640</w:t>
      </w:r>
      <w:r>
        <w:tab/>
        <w:t>1.266e-2</w:t>
      </w:r>
    </w:p>
    <w:p w:rsidR="007B2329" w:rsidRDefault="007B2329" w:rsidP="007B2329">
      <w:r>
        <w:t>134.9671</w:t>
      </w:r>
      <w:r>
        <w:tab/>
        <w:t>1.013e0</w:t>
      </w:r>
    </w:p>
    <w:p w:rsidR="007B2329" w:rsidRDefault="007B2329" w:rsidP="007B2329">
      <w:r>
        <w:t>134.9734</w:t>
      </w:r>
      <w:r>
        <w:tab/>
        <w:t>1.025e0</w:t>
      </w:r>
    </w:p>
    <w:p w:rsidR="007B2329" w:rsidRDefault="007B2329" w:rsidP="007B2329">
      <w:r>
        <w:t>134.9790</w:t>
      </w:r>
      <w:r>
        <w:tab/>
        <w:t>1.013e0</w:t>
      </w:r>
    </w:p>
    <w:p w:rsidR="007B2329" w:rsidRDefault="007B2329" w:rsidP="007B2329">
      <w:r>
        <w:t>134.9807</w:t>
      </w:r>
      <w:r>
        <w:tab/>
        <w:t>2.025e0</w:t>
      </w:r>
    </w:p>
    <w:p w:rsidR="007B2329" w:rsidRDefault="007B2329" w:rsidP="007B2329">
      <w:r>
        <w:t>134.9886</w:t>
      </w:r>
      <w:r>
        <w:tab/>
        <w:t>1.013e0</w:t>
      </w:r>
    </w:p>
    <w:p w:rsidR="007B2329" w:rsidRDefault="007B2329" w:rsidP="007B2329">
      <w:r>
        <w:t>134.9943</w:t>
      </w:r>
      <w:r>
        <w:tab/>
        <w:t>3.427e0</w:t>
      </w:r>
    </w:p>
    <w:p w:rsidR="007B2329" w:rsidRDefault="007B2329" w:rsidP="007B2329">
      <w:r>
        <w:t>135.0012</w:t>
      </w:r>
      <w:r>
        <w:tab/>
        <w:t>1.013e0</w:t>
      </w:r>
    </w:p>
    <w:p w:rsidR="007B2329" w:rsidRDefault="007B2329" w:rsidP="007B2329">
      <w:r>
        <w:lastRenderedPageBreak/>
        <w:t>135.0101</w:t>
      </w:r>
      <w:r>
        <w:tab/>
        <w:t>1.013e0</w:t>
      </w:r>
    </w:p>
    <w:p w:rsidR="007B2329" w:rsidRDefault="007B2329" w:rsidP="007B2329">
      <w:r>
        <w:t>135.0196</w:t>
      </w:r>
      <w:r>
        <w:tab/>
        <w:t>3.038e0</w:t>
      </w:r>
    </w:p>
    <w:p w:rsidR="007B2329" w:rsidRDefault="007B2329" w:rsidP="007B2329">
      <w:r>
        <w:t>135.0411</w:t>
      </w:r>
      <w:r>
        <w:tab/>
        <w:t>1.266e-2</w:t>
      </w:r>
    </w:p>
    <w:p w:rsidR="007B2329" w:rsidRDefault="007B2329" w:rsidP="007B2329">
      <w:r>
        <w:t>135.0538</w:t>
      </w:r>
      <w:r>
        <w:tab/>
        <w:t>1.013e0</w:t>
      </w:r>
    </w:p>
    <w:p w:rsidR="007B2329" w:rsidRDefault="007B2329" w:rsidP="007B2329">
      <w:r>
        <w:t>135.0616</w:t>
      </w:r>
      <w:r>
        <w:tab/>
        <w:t>7.492e0</w:t>
      </w:r>
    </w:p>
    <w:p w:rsidR="007B2329" w:rsidRDefault="007B2329" w:rsidP="007B2329">
      <w:r>
        <w:t>135.0771</w:t>
      </w:r>
      <w:r>
        <w:tab/>
        <w:t>6.076e0</w:t>
      </w:r>
    </w:p>
    <w:p w:rsidR="007B2329" w:rsidRDefault="007B2329" w:rsidP="007B2329">
      <w:r>
        <w:t>135.0783</w:t>
      </w:r>
      <w:r>
        <w:tab/>
        <w:t>1.013e0</w:t>
      </w:r>
    </w:p>
    <w:p w:rsidR="007B2329" w:rsidRDefault="007B2329" w:rsidP="007B2329">
      <w:r>
        <w:t>135.0883</w:t>
      </w:r>
      <w:r>
        <w:tab/>
        <w:t>4.799e0</w:t>
      </w:r>
    </w:p>
    <w:p w:rsidR="007B2329" w:rsidRDefault="007B2329" w:rsidP="007B2329">
      <w:r>
        <w:t>135.0954</w:t>
      </w:r>
      <w:r>
        <w:tab/>
        <w:t>1.013e1</w:t>
      </w:r>
    </w:p>
    <w:p w:rsidR="007B2329" w:rsidRDefault="007B2329" w:rsidP="007B2329">
      <w:r>
        <w:t>135.0976</w:t>
      </w:r>
      <w:r>
        <w:tab/>
        <w:t>3.038e0</w:t>
      </w:r>
    </w:p>
    <w:p w:rsidR="007B2329" w:rsidRDefault="007B2329" w:rsidP="007B2329">
      <w:r>
        <w:t>135.0988</w:t>
      </w:r>
      <w:r>
        <w:tab/>
        <w:t>4.051e0</w:t>
      </w:r>
    </w:p>
    <w:p w:rsidR="007B2329" w:rsidRDefault="007B2329" w:rsidP="007B2329">
      <w:r>
        <w:t>135.1031</w:t>
      </w:r>
      <w:r>
        <w:tab/>
        <w:t>3.063e0</w:t>
      </w:r>
    </w:p>
    <w:p w:rsidR="007B2329" w:rsidRDefault="007B2329" w:rsidP="007B2329">
      <w:r>
        <w:t>135.1046</w:t>
      </w:r>
      <w:r>
        <w:tab/>
        <w:t>2.025e0</w:t>
      </w:r>
    </w:p>
    <w:p w:rsidR="007B2329" w:rsidRDefault="007B2329" w:rsidP="007B2329">
      <w:r>
        <w:t>135.1229</w:t>
      </w:r>
      <w:r>
        <w:tab/>
        <w:t>2.025e0</w:t>
      </w:r>
    </w:p>
    <w:p w:rsidR="007B2329" w:rsidRDefault="007B2329" w:rsidP="007B2329">
      <w:r>
        <w:t>135.1372</w:t>
      </w:r>
      <w:r>
        <w:tab/>
        <w:t>1.266e-2</w:t>
      </w:r>
    </w:p>
    <w:p w:rsidR="007B2329" w:rsidRDefault="007B2329" w:rsidP="007B2329">
      <w:r>
        <w:t>135.1491</w:t>
      </w:r>
      <w:r>
        <w:tab/>
        <w:t>1.013e0</w:t>
      </w:r>
    </w:p>
    <w:p w:rsidR="007B2329" w:rsidRDefault="007B2329" w:rsidP="007B2329">
      <w:r>
        <w:t>135.1586</w:t>
      </w:r>
      <w:r>
        <w:tab/>
        <w:t>2.025e0</w:t>
      </w:r>
    </w:p>
    <w:p w:rsidR="007B2329" w:rsidRDefault="007B2329" w:rsidP="007B2329">
      <w:r>
        <w:t>135.1707</w:t>
      </w:r>
      <w:r>
        <w:tab/>
        <w:t>1.266e-2</w:t>
      </w:r>
    </w:p>
    <w:p w:rsidR="007B2329" w:rsidRDefault="007B2329" w:rsidP="007B2329">
      <w:r>
        <w:t>135.1737</w:t>
      </w:r>
      <w:r>
        <w:tab/>
        <w:t>1.038e0</w:t>
      </w:r>
    </w:p>
    <w:p w:rsidR="007B2329" w:rsidRDefault="007B2329" w:rsidP="007B2329">
      <w:r>
        <w:lastRenderedPageBreak/>
        <w:t>135.1769</w:t>
      </w:r>
      <w:r>
        <w:tab/>
        <w:t>3.038e0</w:t>
      </w:r>
    </w:p>
    <w:p w:rsidR="007B2329" w:rsidRDefault="007B2329" w:rsidP="007B2329">
      <w:r>
        <w:t>135.1864</w:t>
      </w:r>
      <w:r>
        <w:tab/>
        <w:t>1.266e-2</w:t>
      </w:r>
    </w:p>
    <w:p w:rsidR="007B2329" w:rsidRDefault="007B2329" w:rsidP="007B2329">
      <w:r>
        <w:t>135.1911</w:t>
      </w:r>
      <w:r>
        <w:tab/>
        <w:t>1.025e0</w:t>
      </w:r>
    </w:p>
    <w:p w:rsidR="007B2329" w:rsidRDefault="007B2329" w:rsidP="007B2329">
      <w:r>
        <w:t>135.1943</w:t>
      </w:r>
      <w:r>
        <w:tab/>
        <w:t>2.025e0</w:t>
      </w:r>
    </w:p>
    <w:p w:rsidR="007B2329" w:rsidRDefault="007B2329" w:rsidP="007B2329">
      <w:r>
        <w:t>135.2063</w:t>
      </w:r>
      <w:r>
        <w:tab/>
        <w:t>2.025e0</w:t>
      </w:r>
    </w:p>
    <w:p w:rsidR="007B2329" w:rsidRDefault="007B2329" w:rsidP="007B2329">
      <w:r>
        <w:t>135.2110</w:t>
      </w:r>
      <w:r>
        <w:tab/>
        <w:t>2.025e0</w:t>
      </w:r>
    </w:p>
    <w:p w:rsidR="007B2329" w:rsidRDefault="007B2329" w:rsidP="007B2329">
      <w:r>
        <w:t>135.2142</w:t>
      </w:r>
      <w:r>
        <w:tab/>
        <w:t>1.013e0</w:t>
      </w:r>
    </w:p>
    <w:p w:rsidR="007B2329" w:rsidRDefault="007B2329" w:rsidP="007B2329">
      <w:r>
        <w:t>135.2293</w:t>
      </w:r>
      <w:r>
        <w:tab/>
        <w:t>1.025e0</w:t>
      </w:r>
    </w:p>
    <w:p w:rsidR="007B2329" w:rsidRDefault="007B2329" w:rsidP="007B2329">
      <w:r>
        <w:t>135.2358</w:t>
      </w:r>
      <w:r>
        <w:tab/>
        <w:t>1.013e0</w:t>
      </w:r>
    </w:p>
    <w:p w:rsidR="007B2329" w:rsidRDefault="007B2329" w:rsidP="007B2329">
      <w:r>
        <w:t>135.2452</w:t>
      </w:r>
      <w:r>
        <w:tab/>
        <w:t>3.038e0</w:t>
      </w:r>
    </w:p>
    <w:p w:rsidR="007B2329" w:rsidRDefault="007B2329" w:rsidP="007B2329">
      <w:r>
        <w:t>135.2470</w:t>
      </w:r>
      <w:r>
        <w:tab/>
        <w:t>2.025e0</w:t>
      </w:r>
    </w:p>
    <w:p w:rsidR="007B2329" w:rsidRDefault="007B2329" w:rsidP="007B2329">
      <w:r>
        <w:t>135.2603</w:t>
      </w:r>
      <w:r>
        <w:tab/>
        <w:t>3.091e-2</w:t>
      </w:r>
    </w:p>
    <w:p w:rsidR="007B2329" w:rsidRDefault="007B2329" w:rsidP="007B2329">
      <w:r>
        <w:t>135.2761</w:t>
      </w:r>
      <w:r>
        <w:tab/>
        <w:t>3.038e0</w:t>
      </w:r>
    </w:p>
    <w:p w:rsidR="007B2329" w:rsidRDefault="007B2329" w:rsidP="007B2329">
      <w:r>
        <w:t>135.2914</w:t>
      </w:r>
      <w:r>
        <w:tab/>
        <w:t>1.013e0</w:t>
      </w:r>
    </w:p>
    <w:p w:rsidR="007B2329" w:rsidRDefault="007B2329" w:rsidP="007B2329">
      <w:r>
        <w:t>135.2977</w:t>
      </w:r>
      <w:r>
        <w:tab/>
        <w:t>1.013e0</w:t>
      </w:r>
    </w:p>
    <w:p w:rsidR="007B2329" w:rsidRDefault="007B2329" w:rsidP="007B2329">
      <w:r>
        <w:t>135.3078</w:t>
      </w:r>
      <w:r>
        <w:tab/>
        <w:t>1.038e0</w:t>
      </w:r>
    </w:p>
    <w:p w:rsidR="007B2329" w:rsidRDefault="007B2329" w:rsidP="007B2329">
      <w:r>
        <w:t>135.3098</w:t>
      </w:r>
      <w:r>
        <w:tab/>
        <w:t>1.013e0</w:t>
      </w:r>
    </w:p>
    <w:p w:rsidR="007B2329" w:rsidRDefault="007B2329" w:rsidP="007B2329">
      <w:r>
        <w:t>135.3192</w:t>
      </w:r>
      <w:r>
        <w:tab/>
        <w:t>1.013e0</w:t>
      </w:r>
    </w:p>
    <w:p w:rsidR="007B2329" w:rsidRDefault="007B2329" w:rsidP="007B2329">
      <w:r>
        <w:t>135.3319</w:t>
      </w:r>
      <w:r>
        <w:tab/>
        <w:t>3.038e0</w:t>
      </w:r>
    </w:p>
    <w:p w:rsidR="007B2329" w:rsidRDefault="007B2329" w:rsidP="007B2329">
      <w:r>
        <w:lastRenderedPageBreak/>
        <w:t>135.3486</w:t>
      </w:r>
      <w:r>
        <w:tab/>
        <w:t>2.025e0</w:t>
      </w:r>
    </w:p>
    <w:p w:rsidR="007B2329" w:rsidRDefault="007B2329" w:rsidP="007B2329">
      <w:r>
        <w:t>135.3533</w:t>
      </w:r>
      <w:r>
        <w:tab/>
        <w:t>1.025e0</w:t>
      </w:r>
    </w:p>
    <w:p w:rsidR="007B2329" w:rsidRDefault="007B2329" w:rsidP="007B2329">
      <w:r>
        <w:t>135.3565</w:t>
      </w:r>
      <w:r>
        <w:tab/>
        <w:t>1.013e0</w:t>
      </w:r>
    </w:p>
    <w:p w:rsidR="007B2329" w:rsidRDefault="007B2329" w:rsidP="007B2329">
      <w:r>
        <w:t>135.3626</w:t>
      </w:r>
      <w:r>
        <w:tab/>
        <w:t>1.013e0</w:t>
      </w:r>
    </w:p>
    <w:p w:rsidR="007B2329" w:rsidRDefault="007B2329" w:rsidP="007B2329">
      <w:r>
        <w:t>135.3654</w:t>
      </w:r>
      <w:r>
        <w:tab/>
        <w:t>1.013e0</w:t>
      </w:r>
    </w:p>
    <w:p w:rsidR="007B2329" w:rsidRDefault="007B2329" w:rsidP="007B2329">
      <w:r>
        <w:t>135.3748</w:t>
      </w:r>
      <w:r>
        <w:tab/>
        <w:t>1.266e-2</w:t>
      </w:r>
    </w:p>
    <w:p w:rsidR="007B2329" w:rsidRDefault="007B2329" w:rsidP="007B2329">
      <w:r>
        <w:t>135.3811</w:t>
      </w:r>
      <w:r>
        <w:tab/>
        <w:t>2.025e0</w:t>
      </w:r>
    </w:p>
    <w:p w:rsidR="007B2329" w:rsidRDefault="007B2329" w:rsidP="007B2329">
      <w:r>
        <w:t>135.3904</w:t>
      </w:r>
      <w:r>
        <w:tab/>
        <w:t>1.013e0</w:t>
      </w:r>
    </w:p>
    <w:p w:rsidR="007B2329" w:rsidRDefault="007B2329" w:rsidP="007B2329">
      <w:r>
        <w:t>135.4122</w:t>
      </w:r>
      <w:r>
        <w:tab/>
        <w:t>1.266e-2</w:t>
      </w:r>
    </w:p>
    <w:p w:rsidR="007B2329" w:rsidRDefault="007B2329" w:rsidP="007B2329">
      <w:r>
        <w:t>135.4273</w:t>
      </w:r>
      <w:r>
        <w:tab/>
        <w:t>1.013e0</w:t>
      </w:r>
    </w:p>
    <w:p w:rsidR="007B2329" w:rsidRDefault="007B2329" w:rsidP="007B2329">
      <w:r>
        <w:t>135.4504</w:t>
      </w:r>
      <w:r>
        <w:tab/>
        <w:t>4.051e0</w:t>
      </w:r>
    </w:p>
    <w:p w:rsidR="007B2329" w:rsidRDefault="007B2329" w:rsidP="007B2329">
      <w:r>
        <w:t>135.4519</w:t>
      </w:r>
      <w:r>
        <w:tab/>
        <w:t>1.013e0</w:t>
      </w:r>
    </w:p>
    <w:p w:rsidR="007B2329" w:rsidRDefault="007B2329" w:rsidP="007B2329">
      <w:r>
        <w:t>135.4552</w:t>
      </w:r>
      <w:r>
        <w:tab/>
        <w:t>1.013e0</w:t>
      </w:r>
    </w:p>
    <w:p w:rsidR="007B2329" w:rsidRDefault="007B2329" w:rsidP="007B2329">
      <w:r>
        <w:t>135.4747</w:t>
      </w:r>
      <w:r>
        <w:tab/>
        <w:t>3.038e0</w:t>
      </w:r>
    </w:p>
    <w:p w:rsidR="007B2329" w:rsidRDefault="007B2329" w:rsidP="007B2329">
      <w:r>
        <w:t>135.4798</w:t>
      </w:r>
      <w:r>
        <w:tab/>
        <w:t>1.013e0</w:t>
      </w:r>
    </w:p>
    <w:p w:rsidR="007B2329" w:rsidRDefault="007B2329" w:rsidP="007B2329">
      <w:r>
        <w:t>135.4830</w:t>
      </w:r>
      <w:r>
        <w:tab/>
        <w:t>1.266e-2</w:t>
      </w:r>
    </w:p>
    <w:p w:rsidR="007B2329" w:rsidRDefault="007B2329" w:rsidP="007B2329">
      <w:r>
        <w:t>135.4893</w:t>
      </w:r>
      <w:r>
        <w:tab/>
        <w:t>1.013e0</w:t>
      </w:r>
    </w:p>
    <w:p w:rsidR="007B2329" w:rsidRDefault="007B2329" w:rsidP="007B2329">
      <w:r>
        <w:t>135.4925</w:t>
      </w:r>
      <w:r>
        <w:tab/>
        <w:t>2.025e0</w:t>
      </w:r>
    </w:p>
    <w:p w:rsidR="007B2329" w:rsidRDefault="007B2329" w:rsidP="007B2329">
      <w:r>
        <w:t>135.4941</w:t>
      </w:r>
      <w:r>
        <w:tab/>
        <w:t>2.025e0</w:t>
      </w:r>
    </w:p>
    <w:p w:rsidR="007B2329" w:rsidRDefault="007B2329" w:rsidP="007B2329">
      <w:r>
        <w:lastRenderedPageBreak/>
        <w:t>135.5046</w:t>
      </w:r>
      <w:r>
        <w:tab/>
        <w:t>2.038e0</w:t>
      </w:r>
    </w:p>
    <w:p w:rsidR="007B2329" w:rsidRDefault="007B2329" w:rsidP="007B2329">
      <w:r>
        <w:t>135.5076</w:t>
      </w:r>
      <w:r>
        <w:tab/>
        <w:t>1.013e0</w:t>
      </w:r>
    </w:p>
    <w:p w:rsidR="007B2329" w:rsidRDefault="007B2329" w:rsidP="007B2329">
      <w:r>
        <w:t>135.5093</w:t>
      </w:r>
      <w:r>
        <w:tab/>
        <w:t>2.025e0</w:t>
      </w:r>
    </w:p>
    <w:p w:rsidR="007B2329" w:rsidRDefault="007B2329" w:rsidP="007B2329">
      <w:r>
        <w:t>135.5172</w:t>
      </w:r>
      <w:r>
        <w:tab/>
        <w:t>1.013e0</w:t>
      </w:r>
    </w:p>
    <w:p w:rsidR="007B2329" w:rsidRDefault="007B2329" w:rsidP="007B2329">
      <w:r>
        <w:t>135.5297</w:t>
      </w:r>
      <w:r>
        <w:tab/>
        <w:t>1.013e0</w:t>
      </w:r>
    </w:p>
    <w:p w:rsidR="007B2329" w:rsidRDefault="007B2329" w:rsidP="007B2329">
      <w:r>
        <w:t>135.5339</w:t>
      </w:r>
      <w:r>
        <w:tab/>
        <w:t>1.025e0</w:t>
      </w:r>
    </w:p>
    <w:p w:rsidR="007B2329" w:rsidRDefault="007B2329" w:rsidP="007B2329">
      <w:r>
        <w:t>135.5419</w:t>
      </w:r>
      <w:r>
        <w:tab/>
        <w:t>1.013e0</w:t>
      </w:r>
    </w:p>
    <w:p w:rsidR="007B2329" w:rsidRDefault="007B2329" w:rsidP="007B2329">
      <w:r>
        <w:t>135.5434</w:t>
      </w:r>
      <w:r>
        <w:tab/>
        <w:t>2.025e0</w:t>
      </w:r>
    </w:p>
    <w:p w:rsidR="007B2329" w:rsidRDefault="007B2329" w:rsidP="007B2329">
      <w:r>
        <w:t>135.5450</w:t>
      </w:r>
      <w:r>
        <w:tab/>
        <w:t>1.266e-2</w:t>
      </w:r>
    </w:p>
    <w:p w:rsidR="007B2329" w:rsidRDefault="007B2329" w:rsidP="007B2329">
      <w:r>
        <w:t>135.5514</w:t>
      </w:r>
      <w:r>
        <w:tab/>
        <w:t>2.025e0</w:t>
      </w:r>
    </w:p>
    <w:p w:rsidR="007B2329" w:rsidRDefault="007B2329" w:rsidP="007B2329">
      <w:r>
        <w:t>135.5576</w:t>
      </w:r>
      <w:r>
        <w:tab/>
        <w:t>1.013e0</w:t>
      </w:r>
    </w:p>
    <w:p w:rsidR="007B2329" w:rsidRDefault="007B2329" w:rsidP="007B2329">
      <w:r>
        <w:t>135.5604</w:t>
      </w:r>
      <w:r>
        <w:tab/>
        <w:t>1.013e0</w:t>
      </w:r>
    </w:p>
    <w:p w:rsidR="007B2329" w:rsidRDefault="007B2329" w:rsidP="007B2329">
      <w:r>
        <w:t>135.5665</w:t>
      </w:r>
      <w:r>
        <w:tab/>
        <w:t>1.025e0</w:t>
      </w:r>
    </w:p>
    <w:p w:rsidR="007B2329" w:rsidRDefault="007B2329" w:rsidP="007B2329">
      <w:r>
        <w:t>135.5681</w:t>
      </w:r>
      <w:r>
        <w:tab/>
        <w:t>2.025e0</w:t>
      </w:r>
    </w:p>
    <w:p w:rsidR="007B2329" w:rsidRDefault="007B2329" w:rsidP="007B2329">
      <w:r>
        <w:t>135.5697</w:t>
      </w:r>
      <w:r>
        <w:tab/>
        <w:t>4.063e0</w:t>
      </w:r>
    </w:p>
    <w:p w:rsidR="007B2329" w:rsidRDefault="007B2329" w:rsidP="007B2329">
      <w:r>
        <w:t>135.5784</w:t>
      </w:r>
      <w:r>
        <w:tab/>
        <w:t>3.038e0</w:t>
      </w:r>
    </w:p>
    <w:p w:rsidR="007B2329" w:rsidRDefault="007B2329" w:rsidP="007B2329">
      <w:r>
        <w:t>135.5839</w:t>
      </w:r>
      <w:r>
        <w:tab/>
        <w:t>2.025e0</w:t>
      </w:r>
    </w:p>
    <w:p w:rsidR="007B2329" w:rsidRDefault="007B2329" w:rsidP="007B2329">
      <w:r>
        <w:t>135.5944</w:t>
      </w:r>
      <w:r>
        <w:tab/>
        <w:t>1.013e0</w:t>
      </w:r>
    </w:p>
    <w:p w:rsidR="007B2329" w:rsidRDefault="007B2329" w:rsidP="007B2329">
      <w:r>
        <w:t>135.6007</w:t>
      </w:r>
      <w:r>
        <w:tab/>
        <w:t>1.013e0</w:t>
      </w:r>
    </w:p>
    <w:p w:rsidR="007B2329" w:rsidRDefault="007B2329" w:rsidP="007B2329">
      <w:r>
        <w:lastRenderedPageBreak/>
        <w:t>135.6055</w:t>
      </w:r>
      <w:r>
        <w:tab/>
        <w:t>2.025e0</w:t>
      </w:r>
    </w:p>
    <w:p w:rsidR="007B2329" w:rsidRDefault="007B2329" w:rsidP="007B2329">
      <w:r>
        <w:t>135.6161</w:t>
      </w:r>
      <w:r>
        <w:tab/>
        <w:t>1.013e0</w:t>
      </w:r>
    </w:p>
    <w:p w:rsidR="007B2329" w:rsidRDefault="007B2329" w:rsidP="007B2329">
      <w:r>
        <w:t>135.6222</w:t>
      </w:r>
      <w:r>
        <w:tab/>
        <w:t>1.013e0</w:t>
      </w:r>
    </w:p>
    <w:p w:rsidR="007B2329" w:rsidRDefault="007B2329" w:rsidP="007B2329">
      <w:r>
        <w:t>135.6333</w:t>
      </w:r>
      <w:r>
        <w:tab/>
        <w:t>2.025e0</w:t>
      </w:r>
    </w:p>
    <w:p w:rsidR="007B2329" w:rsidRDefault="007B2329" w:rsidP="007B2329">
      <w:r>
        <w:t>135.6349</w:t>
      </w:r>
      <w:r>
        <w:tab/>
        <w:t>1.013e0</w:t>
      </w:r>
    </w:p>
    <w:p w:rsidR="007B2329" w:rsidRDefault="007B2329" w:rsidP="007B2329">
      <w:r>
        <w:t>135.6381</w:t>
      </w:r>
      <w:r>
        <w:tab/>
        <w:t>2.025e0</w:t>
      </w:r>
    </w:p>
    <w:p w:rsidR="007B2329" w:rsidRDefault="007B2329" w:rsidP="007B2329">
      <w:r>
        <w:t>135.6518</w:t>
      </w:r>
      <w:r>
        <w:tab/>
        <w:t>4.063e0</w:t>
      </w:r>
    </w:p>
    <w:p w:rsidR="007B2329" w:rsidRDefault="007B2329" w:rsidP="007B2329">
      <w:r>
        <w:t>135.6533</w:t>
      </w:r>
      <w:r>
        <w:tab/>
        <w:t>1.266e-2</w:t>
      </w:r>
    </w:p>
    <w:p w:rsidR="007B2329" w:rsidRDefault="007B2329" w:rsidP="007B2329">
      <w:r>
        <w:t>135.6691</w:t>
      </w:r>
      <w:r>
        <w:tab/>
        <w:t>3.038e0</w:t>
      </w:r>
    </w:p>
    <w:p w:rsidR="007B2329" w:rsidRDefault="007B2329" w:rsidP="007B2329">
      <w:r>
        <w:t>135.6718</w:t>
      </w:r>
      <w:r>
        <w:tab/>
        <w:t>3.038e0</w:t>
      </w:r>
    </w:p>
    <w:p w:rsidR="007B2329" w:rsidRDefault="007B2329" w:rsidP="007B2329">
      <w:r>
        <w:t>135.6746</w:t>
      </w:r>
      <w:r>
        <w:tab/>
        <w:t>1.013e0</w:t>
      </w:r>
    </w:p>
    <w:p w:rsidR="007B2329" w:rsidRDefault="007B2329" w:rsidP="007B2329">
      <w:r>
        <w:t>135.6858</w:t>
      </w:r>
      <w:r>
        <w:tab/>
        <w:t>2.025e0</w:t>
      </w:r>
    </w:p>
    <w:p w:rsidR="007B2329" w:rsidRDefault="007B2329" w:rsidP="007B2329">
      <w:r>
        <w:t>135.6906</w:t>
      </w:r>
      <w:r>
        <w:tab/>
        <w:t>1.025e0</w:t>
      </w:r>
    </w:p>
    <w:p w:rsidR="007B2329" w:rsidRDefault="007B2329" w:rsidP="007B2329">
      <w:r>
        <w:t>135.7074</w:t>
      </w:r>
      <w:r>
        <w:tab/>
        <w:t>2.025e0</w:t>
      </w:r>
    </w:p>
    <w:p w:rsidR="007B2329" w:rsidRDefault="007B2329" w:rsidP="007B2329">
      <w:r>
        <w:t>135.7090</w:t>
      </w:r>
      <w:r>
        <w:tab/>
        <w:t>2.025e0</w:t>
      </w:r>
    </w:p>
    <w:p w:rsidR="007B2329" w:rsidRDefault="007B2329" w:rsidP="007B2329">
      <w:r>
        <w:t>135.7153</w:t>
      </w:r>
      <w:r>
        <w:tab/>
        <w:t>2.532e-2</w:t>
      </w:r>
    </w:p>
    <w:p w:rsidR="007B2329" w:rsidRDefault="007B2329" w:rsidP="007B2329">
      <w:r>
        <w:t>135.7184</w:t>
      </w:r>
      <w:r>
        <w:tab/>
        <w:t>1.013e0</w:t>
      </w:r>
    </w:p>
    <w:p w:rsidR="007B2329" w:rsidRDefault="007B2329" w:rsidP="007B2329">
      <w:r>
        <w:t>135.7335</w:t>
      </w:r>
      <w:r>
        <w:tab/>
        <w:t>3.038e0</w:t>
      </w:r>
    </w:p>
    <w:p w:rsidR="007B2329" w:rsidRDefault="007B2329" w:rsidP="007B2329">
      <w:r>
        <w:t>135.7431</w:t>
      </w:r>
      <w:r>
        <w:tab/>
        <w:t>1.013e0</w:t>
      </w:r>
    </w:p>
    <w:p w:rsidR="007B2329" w:rsidRDefault="007B2329" w:rsidP="007B2329">
      <w:r>
        <w:lastRenderedPageBreak/>
        <w:t>135.7583</w:t>
      </w:r>
      <w:r>
        <w:tab/>
        <w:t>1.013e0</w:t>
      </w:r>
    </w:p>
    <w:p w:rsidR="007B2329" w:rsidRDefault="007B2329" w:rsidP="007B2329">
      <w:r>
        <w:t>135.7679</w:t>
      </w:r>
      <w:r>
        <w:tab/>
        <w:t>2.025e0</w:t>
      </w:r>
    </w:p>
    <w:p w:rsidR="007B2329" w:rsidRDefault="007B2329" w:rsidP="007B2329">
      <w:r>
        <w:t>135.7822</w:t>
      </w:r>
      <w:r>
        <w:tab/>
        <w:t>3.038e0</w:t>
      </w:r>
    </w:p>
    <w:p w:rsidR="007B2329" w:rsidRDefault="007B2329" w:rsidP="007B2329">
      <w:r>
        <w:t>135.8085</w:t>
      </w:r>
      <w:r>
        <w:tab/>
        <w:t>2.025e0</w:t>
      </w:r>
    </w:p>
    <w:p w:rsidR="007B2329" w:rsidRDefault="007B2329" w:rsidP="007B2329">
      <w:r>
        <w:t>135.8141</w:t>
      </w:r>
      <w:r>
        <w:tab/>
        <w:t>3.038e0</w:t>
      </w:r>
    </w:p>
    <w:p w:rsidR="007B2329" w:rsidRDefault="007B2329" w:rsidP="007B2329">
      <w:r>
        <w:t>135.8332</w:t>
      </w:r>
      <w:r>
        <w:tab/>
        <w:t>1.013e0</w:t>
      </w:r>
    </w:p>
    <w:p w:rsidR="007B2329" w:rsidRDefault="007B2329" w:rsidP="007B2329">
      <w:r>
        <w:t>135.8393</w:t>
      </w:r>
      <w:r>
        <w:tab/>
        <w:t>1.013e0</w:t>
      </w:r>
    </w:p>
    <w:p w:rsidR="007B2329" w:rsidRDefault="007B2329" w:rsidP="007B2329">
      <w:r>
        <w:t>135.8421</w:t>
      </w:r>
      <w:r>
        <w:tab/>
        <w:t>1.266e-2</w:t>
      </w:r>
    </w:p>
    <w:p w:rsidR="007B2329" w:rsidRDefault="007B2329" w:rsidP="007B2329">
      <w:r>
        <w:t>135.8450</w:t>
      </w:r>
      <w:r>
        <w:tab/>
        <w:t>1.013e0</w:t>
      </w:r>
    </w:p>
    <w:p w:rsidR="007B2329" w:rsidRDefault="007B2329" w:rsidP="007B2329">
      <w:r>
        <w:t>135.8483</w:t>
      </w:r>
      <w:r>
        <w:tab/>
        <w:t>1.025e0</w:t>
      </w:r>
    </w:p>
    <w:p w:rsidR="007B2329" w:rsidRDefault="007B2329" w:rsidP="007B2329">
      <w:r>
        <w:t>135.8546</w:t>
      </w:r>
      <w:r>
        <w:tab/>
        <w:t>1.266e-2</w:t>
      </w:r>
    </w:p>
    <w:p w:rsidR="007B2329" w:rsidRDefault="007B2329" w:rsidP="007B2329">
      <w:r>
        <w:t>135.8642</w:t>
      </w:r>
      <w:r>
        <w:tab/>
        <w:t>1.013e0</w:t>
      </w:r>
    </w:p>
    <w:p w:rsidR="007B2329" w:rsidRDefault="007B2329" w:rsidP="007B2329">
      <w:r>
        <w:t>135.8672</w:t>
      </w:r>
      <w:r>
        <w:tab/>
        <w:t>1.266e-2</w:t>
      </w:r>
    </w:p>
    <w:p w:rsidR="007B2329" w:rsidRDefault="007B2329" w:rsidP="007B2329">
      <w:r>
        <w:t>135.8700</w:t>
      </w:r>
      <w:r>
        <w:tab/>
        <w:t>1.013e0</w:t>
      </w:r>
    </w:p>
    <w:p w:rsidR="007B2329" w:rsidRDefault="007B2329" w:rsidP="007B2329">
      <w:r>
        <w:t>135.8979</w:t>
      </w:r>
      <w:r>
        <w:tab/>
        <w:t>1.266e-2</w:t>
      </w:r>
    </w:p>
    <w:p w:rsidR="007B2329" w:rsidRDefault="007B2329" w:rsidP="007B2329">
      <w:r>
        <w:t>135.9040</w:t>
      </w:r>
      <w:r>
        <w:tab/>
        <w:t>1.013e0</w:t>
      </w:r>
    </w:p>
    <w:p w:rsidR="007B2329" w:rsidRDefault="007B2329" w:rsidP="007B2329">
      <w:r>
        <w:t>135.9062</w:t>
      </w:r>
      <w:r>
        <w:tab/>
        <w:t>3.038e0</w:t>
      </w:r>
    </w:p>
    <w:p w:rsidR="007B2329" w:rsidRDefault="007B2329" w:rsidP="007B2329">
      <w:r>
        <w:t>135.9104</w:t>
      </w:r>
      <w:r>
        <w:tab/>
        <w:t>1.013e0</w:t>
      </w:r>
    </w:p>
    <w:p w:rsidR="007B2329" w:rsidRDefault="007B2329" w:rsidP="007B2329">
      <w:r>
        <w:t>135.9135</w:t>
      </w:r>
      <w:r>
        <w:tab/>
        <w:t>1.013e0</w:t>
      </w:r>
    </w:p>
    <w:p w:rsidR="007B2329" w:rsidRDefault="007B2329" w:rsidP="007B2329">
      <w:r>
        <w:lastRenderedPageBreak/>
        <w:t>135.9183</w:t>
      </w:r>
      <w:r>
        <w:tab/>
        <w:t>1.025e0</w:t>
      </w:r>
    </w:p>
    <w:p w:rsidR="007B2329" w:rsidRDefault="007B2329" w:rsidP="007B2329">
      <w:r>
        <w:t>135.9258</w:t>
      </w:r>
      <w:r>
        <w:tab/>
        <w:t>3.038e0</w:t>
      </w:r>
    </w:p>
    <w:p w:rsidR="007B2329" w:rsidRDefault="007B2329" w:rsidP="007B2329">
      <w:r>
        <w:t>135.9286</w:t>
      </w:r>
      <w:r>
        <w:tab/>
        <w:t>1.013e0</w:t>
      </w:r>
    </w:p>
    <w:p w:rsidR="007B2329" w:rsidRDefault="007B2329" w:rsidP="007B2329">
      <w:r>
        <w:t>135.9335</w:t>
      </w:r>
      <w:r>
        <w:tab/>
        <w:t>2.025e0</w:t>
      </w:r>
    </w:p>
    <w:p w:rsidR="007B2329" w:rsidRDefault="007B2329" w:rsidP="007B2329">
      <w:r>
        <w:t>135.9478</w:t>
      </w:r>
      <w:r>
        <w:tab/>
        <w:t>3.038e0</w:t>
      </w:r>
    </w:p>
    <w:p w:rsidR="007B2329" w:rsidRDefault="007B2329" w:rsidP="007B2329">
      <w:r>
        <w:t>135.9509</w:t>
      </w:r>
      <w:r>
        <w:tab/>
        <w:t>1.013e0</w:t>
      </w:r>
    </w:p>
    <w:p w:rsidR="007B2329" w:rsidRDefault="007B2329" w:rsidP="007B2329">
      <w:r>
        <w:t>135.9537</w:t>
      </w:r>
      <w:r>
        <w:tab/>
        <w:t>2.025e0</w:t>
      </w:r>
    </w:p>
    <w:p w:rsidR="007B2329" w:rsidRDefault="007B2329" w:rsidP="007B2329">
      <w:r>
        <w:t>135.9613</w:t>
      </w:r>
      <w:r>
        <w:tab/>
        <w:t>2.532e-2</w:t>
      </w:r>
    </w:p>
    <w:p w:rsidR="007B2329" w:rsidRDefault="007B2329" w:rsidP="007B2329">
      <w:r>
        <w:t>135.9661</w:t>
      </w:r>
      <w:r>
        <w:tab/>
        <w:t>1.013e0</w:t>
      </w:r>
    </w:p>
    <w:p w:rsidR="007B2329" w:rsidRDefault="007B2329" w:rsidP="007B2329">
      <w:r>
        <w:t>135.9724</w:t>
      </w:r>
      <w:r>
        <w:tab/>
        <w:t>1.013e0</w:t>
      </w:r>
    </w:p>
    <w:p w:rsidR="007B2329" w:rsidRDefault="007B2329" w:rsidP="007B2329">
      <w:r>
        <w:t>135.9789</w:t>
      </w:r>
      <w:r>
        <w:tab/>
        <w:t>1.266e-2</w:t>
      </w:r>
    </w:p>
    <w:p w:rsidR="007B2329" w:rsidRDefault="007B2329" w:rsidP="007B2329">
      <w:r>
        <w:t>135.9845</w:t>
      </w:r>
      <w:r>
        <w:tab/>
        <w:t>1.266e-2</w:t>
      </w:r>
    </w:p>
    <w:p w:rsidR="007B2329" w:rsidRDefault="007B2329" w:rsidP="007B2329">
      <w:r>
        <w:t>135.9940</w:t>
      </w:r>
      <w:r>
        <w:tab/>
        <w:t>2.025e0</w:t>
      </w:r>
    </w:p>
    <w:p w:rsidR="007B2329" w:rsidRDefault="007B2329" w:rsidP="007B2329">
      <w:r>
        <w:t>136.0004</w:t>
      </w:r>
      <w:r>
        <w:tab/>
        <w:t>1.013e0</w:t>
      </w:r>
    </w:p>
    <w:p w:rsidR="007B2329" w:rsidRDefault="007B2329" w:rsidP="007B2329">
      <w:r>
        <w:t>136.0035</w:t>
      </w:r>
      <w:r>
        <w:tab/>
        <w:t>1.266e-2</w:t>
      </w:r>
    </w:p>
    <w:p w:rsidR="007B2329" w:rsidRDefault="007B2329" w:rsidP="007B2329">
      <w:r>
        <w:t>136.0172</w:t>
      </w:r>
      <w:r>
        <w:tab/>
        <w:t>2.025e0</w:t>
      </w:r>
    </w:p>
    <w:p w:rsidR="007B2329" w:rsidRDefault="007B2329" w:rsidP="007B2329">
      <w:r>
        <w:t>136.0219</w:t>
      </w:r>
      <w:r>
        <w:tab/>
        <w:t>1.013e0</w:t>
      </w:r>
    </w:p>
    <w:p w:rsidR="007B2329" w:rsidRDefault="007B2329" w:rsidP="007B2329">
      <w:r>
        <w:t>136.0250</w:t>
      </w:r>
      <w:r>
        <w:tab/>
        <w:t>1.013e0</w:t>
      </w:r>
    </w:p>
    <w:p w:rsidR="007B2329" w:rsidRDefault="007B2329" w:rsidP="007B2329">
      <w:r>
        <w:t>136.0282</w:t>
      </w:r>
      <w:r>
        <w:tab/>
        <w:t>1.013e0</w:t>
      </w:r>
    </w:p>
    <w:p w:rsidR="007B2329" w:rsidRDefault="007B2329" w:rsidP="007B2329">
      <w:r>
        <w:lastRenderedPageBreak/>
        <w:t>136.0434</w:t>
      </w:r>
      <w:r>
        <w:tab/>
        <w:t>2.038e0</w:t>
      </w:r>
    </w:p>
    <w:p w:rsidR="007B2329" w:rsidRDefault="007B2329" w:rsidP="007B2329">
      <w:r>
        <w:t>136.0482</w:t>
      </w:r>
      <w:r>
        <w:tab/>
        <w:t>2.025e0</w:t>
      </w:r>
    </w:p>
    <w:p w:rsidR="007B2329" w:rsidRDefault="007B2329" w:rsidP="007B2329">
      <w:r>
        <w:t>136.0594</w:t>
      </w:r>
      <w:r>
        <w:tab/>
        <w:t>1.013e0</w:t>
      </w:r>
    </w:p>
    <w:p w:rsidR="007B2329" w:rsidRDefault="007B2329" w:rsidP="007B2329">
      <w:r>
        <w:t>136.0626</w:t>
      </w:r>
      <w:r>
        <w:tab/>
        <w:t>1.013e0</w:t>
      </w:r>
    </w:p>
    <w:p w:rsidR="007B2329" w:rsidRDefault="007B2329" w:rsidP="007B2329">
      <w:r>
        <w:t>136.0640</w:t>
      </w:r>
      <w:r>
        <w:tab/>
        <w:t>2.025e0</w:t>
      </w:r>
    </w:p>
    <w:p w:rsidR="007B2329" w:rsidRDefault="007B2329" w:rsidP="007B2329">
      <w:r>
        <w:t>136.0748</w:t>
      </w:r>
      <w:r>
        <w:tab/>
        <w:t>3.063e0</w:t>
      </w:r>
    </w:p>
    <w:p w:rsidR="007B2329" w:rsidRDefault="007B2329" w:rsidP="007B2329">
      <w:r>
        <w:t>136.0809</w:t>
      </w:r>
      <w:r>
        <w:tab/>
        <w:t>3.038e0</w:t>
      </w:r>
    </w:p>
    <w:p w:rsidR="007B2329" w:rsidRDefault="007B2329" w:rsidP="007B2329">
      <w:r>
        <w:t>136.0824</w:t>
      </w:r>
      <w:r>
        <w:tab/>
        <w:t>2.025e0</w:t>
      </w:r>
    </w:p>
    <w:p w:rsidR="007B2329" w:rsidRDefault="007B2329" w:rsidP="007B2329">
      <w:r>
        <w:t>136.0840</w:t>
      </w:r>
      <w:r>
        <w:tab/>
        <w:t>3.038e0</w:t>
      </w:r>
    </w:p>
    <w:p w:rsidR="007B2329" w:rsidRDefault="007B2329" w:rsidP="007B2329">
      <w:r>
        <w:t>136.0872</w:t>
      </w:r>
      <w:r>
        <w:tab/>
        <w:t>1.013e0</w:t>
      </w:r>
    </w:p>
    <w:p w:rsidR="007B2329" w:rsidRDefault="007B2329" w:rsidP="007B2329">
      <w:r>
        <w:t>136.0963</w:t>
      </w:r>
      <w:r>
        <w:tab/>
        <w:t>1.013e0</w:t>
      </w:r>
    </w:p>
    <w:p w:rsidR="007B2329" w:rsidRDefault="007B2329" w:rsidP="007B2329">
      <w:r>
        <w:t>136.1088</w:t>
      </w:r>
      <w:r>
        <w:tab/>
        <w:t>9.114e0</w:t>
      </w:r>
    </w:p>
    <w:p w:rsidR="007B2329" w:rsidRDefault="007B2329" w:rsidP="007B2329">
      <w:r>
        <w:t>136.1101</w:t>
      </w:r>
      <w:r>
        <w:tab/>
        <w:t>1.823e1</w:t>
      </w:r>
    </w:p>
    <w:p w:rsidR="007B2329" w:rsidRDefault="007B2329" w:rsidP="007B2329">
      <w:r>
        <w:t>136.1242</w:t>
      </w:r>
      <w:r>
        <w:tab/>
        <w:t>1.013e0</w:t>
      </w:r>
    </w:p>
    <w:p w:rsidR="007B2329" w:rsidRDefault="007B2329" w:rsidP="007B2329">
      <w:r>
        <w:t>136.1335</w:t>
      </w:r>
      <w:r>
        <w:tab/>
        <w:t>1.266e-2</w:t>
      </w:r>
    </w:p>
    <w:p w:rsidR="007B2329" w:rsidRDefault="007B2329" w:rsidP="007B2329">
      <w:r>
        <w:t>136.1366</w:t>
      </w:r>
      <w:r>
        <w:tab/>
        <w:t>1.266e-2</w:t>
      </w:r>
    </w:p>
    <w:p w:rsidR="007B2329" w:rsidRDefault="007B2329" w:rsidP="007B2329">
      <w:r>
        <w:t>136.1430</w:t>
      </w:r>
      <w:r>
        <w:tab/>
        <w:t>1.013e0</w:t>
      </w:r>
    </w:p>
    <w:p w:rsidR="007B2329" w:rsidRDefault="007B2329" w:rsidP="007B2329">
      <w:r>
        <w:t>136.1521</w:t>
      </w:r>
      <w:r>
        <w:tab/>
        <w:t>1.013e0</w:t>
      </w:r>
    </w:p>
    <w:p w:rsidR="007B2329" w:rsidRDefault="007B2329" w:rsidP="007B2329">
      <w:r>
        <w:t>136.1550</w:t>
      </w:r>
      <w:r>
        <w:tab/>
        <w:t>2.025e0</w:t>
      </w:r>
    </w:p>
    <w:p w:rsidR="007B2329" w:rsidRDefault="007B2329" w:rsidP="007B2329">
      <w:r>
        <w:lastRenderedPageBreak/>
        <w:t>136.1582</w:t>
      </w:r>
      <w:r>
        <w:tab/>
        <w:t>1.013e0</w:t>
      </w:r>
    </w:p>
    <w:p w:rsidR="007B2329" w:rsidRDefault="007B2329" w:rsidP="007B2329">
      <w:r>
        <w:t>136.1614</w:t>
      </w:r>
      <w:r>
        <w:tab/>
        <w:t>1.013e0</w:t>
      </w:r>
    </w:p>
    <w:p w:rsidR="007B2329" w:rsidRDefault="007B2329" w:rsidP="007B2329">
      <w:r>
        <w:t>136.1956</w:t>
      </w:r>
      <w:r>
        <w:tab/>
        <w:t>2.025e0</w:t>
      </w:r>
    </w:p>
    <w:p w:rsidR="007B2329" w:rsidRDefault="007B2329" w:rsidP="007B2329">
      <w:r>
        <w:t>136.2095</w:t>
      </w:r>
      <w:r>
        <w:tab/>
        <w:t>2.025e0</w:t>
      </w:r>
    </w:p>
    <w:p w:rsidR="007B2329" w:rsidRDefault="007B2329" w:rsidP="007B2329">
      <w:r>
        <w:t>136.2109</w:t>
      </w:r>
      <w:r>
        <w:tab/>
        <w:t>1.013e0</w:t>
      </w:r>
    </w:p>
    <w:p w:rsidR="007B2329" w:rsidRDefault="007B2329" w:rsidP="007B2329">
      <w:r>
        <w:t>136.2139</w:t>
      </w:r>
      <w:r>
        <w:tab/>
        <w:t>1.013e0</w:t>
      </w:r>
    </w:p>
    <w:p w:rsidR="007B2329" w:rsidRDefault="007B2329" w:rsidP="007B2329">
      <w:r>
        <w:t>136.2204</w:t>
      </w:r>
      <w:r>
        <w:tab/>
        <w:t>1.013e0</w:t>
      </w:r>
    </w:p>
    <w:p w:rsidR="007B2329" w:rsidRDefault="007B2329" w:rsidP="007B2329">
      <w:r>
        <w:t>136.2235</w:t>
      </w:r>
      <w:r>
        <w:tab/>
        <w:t>2.025e0</w:t>
      </w:r>
    </w:p>
    <w:p w:rsidR="007B2329" w:rsidRDefault="007B2329" w:rsidP="007B2329">
      <w:r>
        <w:t>136.2361</w:t>
      </w:r>
      <w:r>
        <w:tab/>
        <w:t>1.013e0</w:t>
      </w:r>
    </w:p>
    <w:p w:rsidR="007B2329" w:rsidRDefault="007B2329" w:rsidP="007B2329">
      <w:r>
        <w:t>136.2578</w:t>
      </w:r>
      <w:r>
        <w:tab/>
        <w:t>1.013e0</w:t>
      </w:r>
    </w:p>
    <w:p w:rsidR="007B2329" w:rsidRDefault="007B2329" w:rsidP="007B2329">
      <w:r>
        <w:t>136.2669</w:t>
      </w:r>
      <w:r>
        <w:tab/>
        <w:t>1.025e0</w:t>
      </w:r>
    </w:p>
    <w:p w:rsidR="007B2329" w:rsidRDefault="007B2329" w:rsidP="007B2329">
      <w:r>
        <w:t>136.2793</w:t>
      </w:r>
      <w:r>
        <w:tab/>
        <w:t>1.013e0</w:t>
      </w:r>
    </w:p>
    <w:p w:rsidR="007B2329" w:rsidRDefault="007B2329" w:rsidP="007B2329">
      <w:r>
        <w:t>136.2825</w:t>
      </w:r>
      <w:r>
        <w:tab/>
        <w:t>2.025e0</w:t>
      </w:r>
    </w:p>
    <w:p w:rsidR="007B2329" w:rsidRDefault="007B2329" w:rsidP="007B2329">
      <w:r>
        <w:t>136.2889</w:t>
      </w:r>
      <w:r>
        <w:tab/>
        <w:t>1.013e0</w:t>
      </w:r>
    </w:p>
    <w:p w:rsidR="007B2329" w:rsidRDefault="007B2329" w:rsidP="007B2329">
      <w:r>
        <w:t>136.2976</w:t>
      </w:r>
      <w:r>
        <w:tab/>
        <w:t>2.025e0</w:t>
      </w:r>
    </w:p>
    <w:p w:rsidR="007B2329" w:rsidRDefault="007B2329" w:rsidP="007B2329">
      <w:r>
        <w:t>136.3104</w:t>
      </w:r>
      <w:r>
        <w:tab/>
        <w:t>1.013e0</w:t>
      </w:r>
    </w:p>
    <w:p w:rsidR="007B2329" w:rsidRDefault="007B2329" w:rsidP="007B2329">
      <w:r>
        <w:t>136.3200</w:t>
      </w:r>
      <w:r>
        <w:tab/>
        <w:t>2.025e0</w:t>
      </w:r>
    </w:p>
    <w:p w:rsidR="007B2329" w:rsidRDefault="007B2329" w:rsidP="007B2329">
      <w:r>
        <w:t>136.3287</w:t>
      </w:r>
      <w:r>
        <w:tab/>
        <w:t>4.051e0</w:t>
      </w:r>
    </w:p>
    <w:p w:rsidR="007B2329" w:rsidRDefault="007B2329" w:rsidP="007B2329">
      <w:r>
        <w:t>136.3351</w:t>
      </w:r>
      <w:r>
        <w:tab/>
        <w:t>1.266e-2</w:t>
      </w:r>
    </w:p>
    <w:p w:rsidR="007B2329" w:rsidRDefault="007B2329" w:rsidP="007B2329">
      <w:r>
        <w:lastRenderedPageBreak/>
        <w:t>136.3537</w:t>
      </w:r>
      <w:r>
        <w:tab/>
        <w:t>1.266e-2</w:t>
      </w:r>
    </w:p>
    <w:p w:rsidR="007B2329" w:rsidRDefault="007B2329" w:rsidP="007B2329">
      <w:r>
        <w:t>136.3599</w:t>
      </w:r>
      <w:r>
        <w:tab/>
        <w:t>1.013e0</w:t>
      </w:r>
    </w:p>
    <w:p w:rsidR="007B2329" w:rsidRDefault="007B2329" w:rsidP="007B2329">
      <w:r>
        <w:t>136.3663</w:t>
      </w:r>
      <w:r>
        <w:tab/>
        <w:t>1.025e0</w:t>
      </w:r>
    </w:p>
    <w:p w:rsidR="007B2329" w:rsidRDefault="007B2329" w:rsidP="007B2329">
      <w:r>
        <w:t>136.3759</w:t>
      </w:r>
      <w:r>
        <w:tab/>
        <w:t>1.013e0</w:t>
      </w:r>
    </w:p>
    <w:p w:rsidR="007B2329" w:rsidRDefault="007B2329" w:rsidP="007B2329">
      <w:r>
        <w:t>136.3816</w:t>
      </w:r>
      <w:r>
        <w:tab/>
        <w:t>2.532e-2</w:t>
      </w:r>
    </w:p>
    <w:p w:rsidR="007B2329" w:rsidRDefault="007B2329" w:rsidP="007B2329">
      <w:r>
        <w:t>136.3942</w:t>
      </w:r>
      <w:r>
        <w:tab/>
        <w:t>1.013e0</w:t>
      </w:r>
    </w:p>
    <w:p w:rsidR="007B2329" w:rsidRDefault="007B2329" w:rsidP="007B2329">
      <w:r>
        <w:t>136.3973</w:t>
      </w:r>
      <w:r>
        <w:tab/>
        <w:t>1.013e0</w:t>
      </w:r>
    </w:p>
    <w:p w:rsidR="007B2329" w:rsidRDefault="007B2329" w:rsidP="007B2329">
      <w:r>
        <w:t>136.4156</w:t>
      </w:r>
      <w:r>
        <w:tab/>
        <w:t>1.025e0</w:t>
      </w:r>
    </w:p>
    <w:p w:rsidR="007B2329" w:rsidRDefault="007B2329" w:rsidP="007B2329">
      <w:r>
        <w:t>136.4252</w:t>
      </w:r>
      <w:r>
        <w:tab/>
        <w:t>1.013e0</w:t>
      </w:r>
    </w:p>
    <w:p w:rsidR="007B2329" w:rsidRDefault="007B2329" w:rsidP="007B2329">
      <w:r>
        <w:t>136.4284</w:t>
      </w:r>
      <w:r>
        <w:tab/>
        <w:t>4.051e0</w:t>
      </w:r>
    </w:p>
    <w:p w:rsidR="007B2329" w:rsidRDefault="007B2329" w:rsidP="007B2329">
      <w:r>
        <w:t>136.4348</w:t>
      </w:r>
      <w:r>
        <w:tab/>
        <w:t>1.266e-2</w:t>
      </w:r>
    </w:p>
    <w:p w:rsidR="007B2329" w:rsidRDefault="007B2329" w:rsidP="007B2329">
      <w:r>
        <w:t>136.4404</w:t>
      </w:r>
      <w:r>
        <w:tab/>
        <w:t>1.013e0</w:t>
      </w:r>
    </w:p>
    <w:p w:rsidR="007B2329" w:rsidRDefault="007B2329" w:rsidP="007B2329">
      <w:r>
        <w:t>136.4468</w:t>
      </w:r>
      <w:r>
        <w:tab/>
        <w:t>1.013e0</w:t>
      </w:r>
    </w:p>
    <w:p w:rsidR="007B2329" w:rsidRDefault="007B2329" w:rsidP="007B2329">
      <w:r>
        <w:t>136.4532</w:t>
      </w:r>
      <w:r>
        <w:tab/>
        <w:t>2.025e0</w:t>
      </w:r>
    </w:p>
    <w:p w:rsidR="007B2329" w:rsidRDefault="007B2329" w:rsidP="007B2329">
      <w:r>
        <w:t>136.4555</w:t>
      </w:r>
      <w:r>
        <w:tab/>
        <w:t>3.038e0</w:t>
      </w:r>
    </w:p>
    <w:p w:rsidR="007B2329" w:rsidRDefault="007B2329" w:rsidP="007B2329">
      <w:r>
        <w:t>136.4685</w:t>
      </w:r>
      <w:r>
        <w:tab/>
        <w:t>1.013e0</w:t>
      </w:r>
    </w:p>
    <w:p w:rsidR="007B2329" w:rsidRDefault="007B2329" w:rsidP="007B2329">
      <w:r>
        <w:t>136.4715</w:t>
      </w:r>
      <w:r>
        <w:tab/>
        <w:t>3.038e0</w:t>
      </w:r>
    </w:p>
    <w:p w:rsidR="007B2329" w:rsidRDefault="007B2329" w:rsidP="007B2329">
      <w:r>
        <w:t>136.4874</w:t>
      </w:r>
      <w:r>
        <w:tab/>
        <w:t>1.013e0</w:t>
      </w:r>
    </w:p>
    <w:p w:rsidR="007B2329" w:rsidRDefault="007B2329" w:rsidP="007B2329">
      <w:r>
        <w:t>136.4923</w:t>
      </w:r>
      <w:r>
        <w:tab/>
        <w:t>2.025e0</w:t>
      </w:r>
    </w:p>
    <w:p w:rsidR="007B2329" w:rsidRDefault="007B2329" w:rsidP="007B2329">
      <w:r>
        <w:lastRenderedPageBreak/>
        <w:t>136.4965</w:t>
      </w:r>
      <w:r>
        <w:tab/>
        <w:t>1.013e0</w:t>
      </w:r>
    </w:p>
    <w:p w:rsidR="007B2329" w:rsidRDefault="007B2329" w:rsidP="007B2329">
      <w:r>
        <w:t>136.5154</w:t>
      </w:r>
      <w:r>
        <w:tab/>
        <w:t>1.013e0</w:t>
      </w:r>
    </w:p>
    <w:p w:rsidR="007B2329" w:rsidRDefault="007B2329" w:rsidP="007B2329">
      <w:r>
        <w:t>136.5245</w:t>
      </w:r>
      <w:r>
        <w:tab/>
        <w:t>2.025e0</w:t>
      </w:r>
    </w:p>
    <w:p w:rsidR="007B2329" w:rsidRDefault="007B2329" w:rsidP="007B2329">
      <w:r>
        <w:t>136.5273</w:t>
      </w:r>
      <w:r>
        <w:tab/>
        <w:t>1.013e0</w:t>
      </w:r>
    </w:p>
    <w:p w:rsidR="007B2329" w:rsidRDefault="007B2329" w:rsidP="007B2329">
      <w:r>
        <w:t>136.5370</w:t>
      </w:r>
      <w:r>
        <w:tab/>
        <w:t>4.051e0</w:t>
      </w:r>
    </w:p>
    <w:p w:rsidR="007B2329" w:rsidRDefault="007B2329" w:rsidP="007B2329">
      <w:r>
        <w:t>136.5401</w:t>
      </w:r>
      <w:r>
        <w:tab/>
        <w:t>1.266e-2</w:t>
      </w:r>
    </w:p>
    <w:p w:rsidR="007B2329" w:rsidRDefault="007B2329" w:rsidP="007B2329">
      <w:r>
        <w:t>136.5465</w:t>
      </w:r>
      <w:r>
        <w:tab/>
        <w:t>2.025e0</w:t>
      </w:r>
    </w:p>
    <w:p w:rsidR="007B2329" w:rsidRDefault="007B2329" w:rsidP="007B2329">
      <w:r>
        <w:t>136.5553</w:t>
      </w:r>
      <w:r>
        <w:tab/>
        <w:t>1.266e-2</w:t>
      </w:r>
    </w:p>
    <w:p w:rsidR="007B2329" w:rsidRDefault="007B2329" w:rsidP="007B2329">
      <w:r>
        <w:t>136.5681</w:t>
      </w:r>
      <w:r>
        <w:tab/>
        <w:t>3.038e0</w:t>
      </w:r>
    </w:p>
    <w:p w:rsidR="007B2329" w:rsidRDefault="007B2329" w:rsidP="007B2329">
      <w:r>
        <w:t>136.5709</w:t>
      </w:r>
      <w:r>
        <w:tab/>
        <w:t>4.051e0</w:t>
      </w:r>
    </w:p>
    <w:p w:rsidR="007B2329" w:rsidRDefault="007B2329" w:rsidP="007B2329">
      <w:r>
        <w:t>136.5833</w:t>
      </w:r>
      <w:r>
        <w:tab/>
        <w:t>1.013e0</w:t>
      </w:r>
    </w:p>
    <w:p w:rsidR="007B2329" w:rsidRDefault="007B2329" w:rsidP="007B2329">
      <w:r>
        <w:t>136.5896</w:t>
      </w:r>
      <w:r>
        <w:tab/>
        <w:t>1.266e-2</w:t>
      </w:r>
    </w:p>
    <w:p w:rsidR="007B2329" w:rsidRDefault="007B2329" w:rsidP="007B2329">
      <w:r>
        <w:t>136.6001</w:t>
      </w:r>
      <w:r>
        <w:tab/>
        <w:t>3.038e0</w:t>
      </w:r>
    </w:p>
    <w:p w:rsidR="007B2329" w:rsidRDefault="007B2329" w:rsidP="007B2329">
      <w:r>
        <w:t>136.6319</w:t>
      </w:r>
      <w:r>
        <w:tab/>
        <w:t>2.025e0</w:t>
      </w:r>
    </w:p>
    <w:p w:rsidR="007B2329" w:rsidRDefault="007B2329" w:rsidP="007B2329">
      <w:r>
        <w:t>136.6335</w:t>
      </w:r>
      <w:r>
        <w:tab/>
        <w:t>2.025e0</w:t>
      </w:r>
    </w:p>
    <w:p w:rsidR="007B2329" w:rsidRDefault="007B2329" w:rsidP="007B2329">
      <w:r>
        <w:t>136.6366</w:t>
      </w:r>
      <w:r>
        <w:tab/>
        <w:t>1.013e0</w:t>
      </w:r>
    </w:p>
    <w:p w:rsidR="007B2329" w:rsidRDefault="007B2329" w:rsidP="007B2329">
      <w:r>
        <w:t>136.6582</w:t>
      </w:r>
      <w:r>
        <w:tab/>
        <w:t>2.025e0</w:t>
      </w:r>
    </w:p>
    <w:p w:rsidR="007B2329" w:rsidRDefault="007B2329" w:rsidP="007B2329">
      <w:r>
        <w:t>136.6630</w:t>
      </w:r>
      <w:r>
        <w:tab/>
        <w:t>2.025e0</w:t>
      </w:r>
    </w:p>
    <w:p w:rsidR="007B2329" w:rsidRDefault="007B2329" w:rsidP="007B2329">
      <w:r>
        <w:t>136.6675</w:t>
      </w:r>
      <w:r>
        <w:tab/>
        <w:t>2.025e0</w:t>
      </w:r>
    </w:p>
    <w:p w:rsidR="007B2329" w:rsidRDefault="007B2329" w:rsidP="007B2329">
      <w:r>
        <w:lastRenderedPageBreak/>
        <w:t>136.6766</w:t>
      </w:r>
      <w:r>
        <w:tab/>
        <w:t>3.038e0</w:t>
      </w:r>
    </w:p>
    <w:p w:rsidR="007B2329" w:rsidRDefault="007B2329" w:rsidP="007B2329">
      <w:r>
        <w:t>136.6798</w:t>
      </w:r>
      <w:r>
        <w:tab/>
        <w:t>2.025e0</w:t>
      </w:r>
    </w:p>
    <w:p w:rsidR="007B2329" w:rsidRDefault="007B2329" w:rsidP="007B2329">
      <w:r>
        <w:t>136.6830</w:t>
      </w:r>
      <w:r>
        <w:tab/>
        <w:t>1.266e-2</w:t>
      </w:r>
    </w:p>
    <w:p w:rsidR="007B2329" w:rsidRDefault="007B2329" w:rsidP="007B2329">
      <w:r>
        <w:t>136.6926</w:t>
      </w:r>
      <w:r>
        <w:tab/>
        <w:t>1.013e0</w:t>
      </w:r>
    </w:p>
    <w:p w:rsidR="007B2329" w:rsidRDefault="007B2329" w:rsidP="007B2329">
      <w:r>
        <w:t>136.6983</w:t>
      </w:r>
      <w:r>
        <w:tab/>
        <w:t>1.013e0</w:t>
      </w:r>
    </w:p>
    <w:p w:rsidR="007B2329" w:rsidRDefault="007B2329" w:rsidP="007B2329">
      <w:r>
        <w:t>136.7013</w:t>
      </w:r>
      <w:r>
        <w:tab/>
        <w:t>1.266e-2</w:t>
      </w:r>
    </w:p>
    <w:p w:rsidR="007B2329" w:rsidRDefault="007B2329" w:rsidP="007B2329">
      <w:r>
        <w:t>136.7110</w:t>
      </w:r>
      <w:r>
        <w:tab/>
        <w:t>2.025e0</w:t>
      </w:r>
    </w:p>
    <w:p w:rsidR="007B2329" w:rsidRDefault="007B2329" w:rsidP="007B2329">
      <w:r>
        <w:t>136.7123</w:t>
      </w:r>
      <w:r>
        <w:tab/>
        <w:t>3.038e0</w:t>
      </w:r>
    </w:p>
    <w:p w:rsidR="007B2329" w:rsidRDefault="007B2329" w:rsidP="007B2329">
      <w:r>
        <w:t>136.7250</w:t>
      </w:r>
      <w:r>
        <w:tab/>
        <w:t>2.025e0</w:t>
      </w:r>
    </w:p>
    <w:p w:rsidR="007B2329" w:rsidRDefault="007B2329" w:rsidP="007B2329">
      <w:r>
        <w:t>136.7357</w:t>
      </w:r>
      <w:r>
        <w:tab/>
        <w:t>1.013e0</w:t>
      </w:r>
    </w:p>
    <w:p w:rsidR="007B2329" w:rsidRDefault="007B2329" w:rsidP="007B2329">
      <w:r>
        <w:t>136.7545</w:t>
      </w:r>
      <w:r>
        <w:tab/>
        <w:t>2.025e0</w:t>
      </w:r>
    </w:p>
    <w:p w:rsidR="007B2329" w:rsidRDefault="007B2329" w:rsidP="007B2329">
      <w:r>
        <w:t>136.7574</w:t>
      </w:r>
      <w:r>
        <w:tab/>
        <w:t>3.038e0</w:t>
      </w:r>
    </w:p>
    <w:p w:rsidR="007B2329" w:rsidRDefault="007B2329" w:rsidP="007B2329">
      <w:r>
        <w:t>136.7700</w:t>
      </w:r>
      <w:r>
        <w:tab/>
        <w:t>1.013e0</w:t>
      </w:r>
    </w:p>
    <w:p w:rsidR="007B2329" w:rsidRDefault="007B2329" w:rsidP="007B2329">
      <w:r>
        <w:t>136.7764</w:t>
      </w:r>
      <w:r>
        <w:tab/>
        <w:t>2.025e0</w:t>
      </w:r>
    </w:p>
    <w:p w:rsidR="007B2329" w:rsidRDefault="007B2329" w:rsidP="007B2329">
      <w:r>
        <w:t>136.7825</w:t>
      </w:r>
      <w:r>
        <w:tab/>
        <w:t>1.013e0</w:t>
      </w:r>
    </w:p>
    <w:p w:rsidR="007B2329" w:rsidRDefault="007B2329" w:rsidP="007B2329">
      <w:r>
        <w:t>136.7853</w:t>
      </w:r>
      <w:r>
        <w:tab/>
        <w:t>1.013e0</w:t>
      </w:r>
    </w:p>
    <w:p w:rsidR="007B2329" w:rsidRDefault="007B2329" w:rsidP="007B2329">
      <w:r>
        <w:t>136.7884</w:t>
      </w:r>
      <w:r>
        <w:tab/>
        <w:t>1.266e-2</w:t>
      </w:r>
    </w:p>
    <w:p w:rsidR="007B2329" w:rsidRDefault="007B2329" w:rsidP="007B2329">
      <w:r>
        <w:t>136.7900</w:t>
      </w:r>
      <w:r>
        <w:tab/>
        <w:t>2.025e0</w:t>
      </w:r>
    </w:p>
    <w:p w:rsidR="007B2329" w:rsidRDefault="007B2329" w:rsidP="007B2329">
      <w:r>
        <w:t>136.8106</w:t>
      </w:r>
      <w:r>
        <w:tab/>
        <w:t>1.013e0</w:t>
      </w:r>
    </w:p>
    <w:p w:rsidR="007B2329" w:rsidRDefault="007B2329" w:rsidP="007B2329">
      <w:r>
        <w:lastRenderedPageBreak/>
        <w:t>136.8134</w:t>
      </w:r>
      <w:r>
        <w:tab/>
        <w:t>1.266e-2</w:t>
      </w:r>
    </w:p>
    <w:p w:rsidR="007B2329" w:rsidRDefault="007B2329" w:rsidP="007B2329">
      <w:r>
        <w:t>136.8371</w:t>
      </w:r>
      <w:r>
        <w:tab/>
        <w:t>2.025e0</w:t>
      </w:r>
    </w:p>
    <w:p w:rsidR="007B2329" w:rsidRDefault="007B2329" w:rsidP="007B2329">
      <w:r>
        <w:t>136.8475</w:t>
      </w:r>
      <w:r>
        <w:tab/>
        <w:t>1.025e0</w:t>
      </w:r>
    </w:p>
    <w:p w:rsidR="007B2329" w:rsidRDefault="007B2329" w:rsidP="007B2329">
      <w:r>
        <w:t>136.8507</w:t>
      </w:r>
      <w:r>
        <w:tab/>
        <w:t>1.025e0</w:t>
      </w:r>
    </w:p>
    <w:p w:rsidR="007B2329" w:rsidRDefault="007B2329" w:rsidP="007B2329">
      <w:r>
        <w:t>136.8571</w:t>
      </w:r>
      <w:r>
        <w:tab/>
        <w:t>1.013e0</w:t>
      </w:r>
    </w:p>
    <w:p w:rsidR="007B2329" w:rsidRDefault="007B2329" w:rsidP="007B2329">
      <w:r>
        <w:t>136.8618</w:t>
      </w:r>
      <w:r>
        <w:tab/>
        <w:t>2.025e0</w:t>
      </w:r>
    </w:p>
    <w:p w:rsidR="007B2329" w:rsidRDefault="007B2329" w:rsidP="007B2329">
      <w:r>
        <w:t>136.8803</w:t>
      </w:r>
      <w:r>
        <w:tab/>
        <w:t>2.025e0</w:t>
      </w:r>
    </w:p>
    <w:p w:rsidR="007B2329" w:rsidRDefault="007B2329" w:rsidP="007B2329">
      <w:r>
        <w:t>136.8819</w:t>
      </w:r>
      <w:r>
        <w:tab/>
        <w:t>3.038e0</w:t>
      </w:r>
    </w:p>
    <w:p w:rsidR="007B2329" w:rsidRDefault="007B2329" w:rsidP="007B2329">
      <w:r>
        <w:t>136.8898</w:t>
      </w:r>
      <w:r>
        <w:tab/>
        <w:t>1.025e0</w:t>
      </w:r>
    </w:p>
    <w:p w:rsidR="007B2329" w:rsidRDefault="007B2329" w:rsidP="007B2329">
      <w:r>
        <w:t>136.8914</w:t>
      </w:r>
      <w:r>
        <w:tab/>
        <w:t>1.013e0</w:t>
      </w:r>
    </w:p>
    <w:p w:rsidR="007B2329" w:rsidRDefault="007B2329" w:rsidP="007B2329">
      <w:r>
        <w:t>136.8945</w:t>
      </w:r>
      <w:r>
        <w:tab/>
        <w:t>3.038e0</w:t>
      </w:r>
    </w:p>
    <w:p w:rsidR="007B2329" w:rsidRDefault="007B2329" w:rsidP="007B2329">
      <w:r>
        <w:t>136.8978</w:t>
      </w:r>
      <w:r>
        <w:tab/>
        <w:t>2.532e-2</w:t>
      </w:r>
    </w:p>
    <w:p w:rsidR="007B2329" w:rsidRDefault="007B2329" w:rsidP="007B2329">
      <w:r>
        <w:t>136.9033</w:t>
      </w:r>
      <w:r>
        <w:tab/>
        <w:t>1.013e0</w:t>
      </w:r>
    </w:p>
    <w:p w:rsidR="007B2329" w:rsidRDefault="007B2329" w:rsidP="007B2329">
      <w:r>
        <w:t>136.9099</w:t>
      </w:r>
      <w:r>
        <w:tab/>
        <w:t>1.013e0</w:t>
      </w:r>
    </w:p>
    <w:p w:rsidR="007B2329" w:rsidRDefault="007B2329" w:rsidP="007B2329">
      <w:r>
        <w:t>136.9146</w:t>
      </w:r>
      <w:r>
        <w:tab/>
        <w:t>2.025e0</w:t>
      </w:r>
    </w:p>
    <w:p w:rsidR="007B2329" w:rsidRDefault="007B2329" w:rsidP="007B2329">
      <w:r>
        <w:t>136.9193</w:t>
      </w:r>
      <w:r>
        <w:tab/>
        <w:t>1.013e0</w:t>
      </w:r>
    </w:p>
    <w:p w:rsidR="007B2329" w:rsidRDefault="007B2329" w:rsidP="007B2329">
      <w:r>
        <w:t>136.9347</w:t>
      </w:r>
      <w:r>
        <w:tab/>
        <w:t>4.051e0</w:t>
      </w:r>
    </w:p>
    <w:p w:rsidR="007B2329" w:rsidRDefault="007B2329" w:rsidP="007B2329">
      <w:r>
        <w:t>136.9410</w:t>
      </w:r>
      <w:r>
        <w:tab/>
        <w:t>1.013e0</w:t>
      </w:r>
    </w:p>
    <w:p w:rsidR="007B2329" w:rsidRDefault="007B2329" w:rsidP="007B2329">
      <w:r>
        <w:t>136.9566</w:t>
      </w:r>
      <w:r>
        <w:tab/>
        <w:t>1.013e0</w:t>
      </w:r>
    </w:p>
    <w:p w:rsidR="007B2329" w:rsidRDefault="007B2329" w:rsidP="007B2329">
      <w:r>
        <w:lastRenderedPageBreak/>
        <w:t>136.9594</w:t>
      </w:r>
      <w:r>
        <w:tab/>
        <w:t>1.013e0</w:t>
      </w:r>
    </w:p>
    <w:p w:rsidR="007B2329" w:rsidRDefault="007B2329" w:rsidP="007B2329">
      <w:r>
        <w:t>136.9745</w:t>
      </w:r>
      <w:r>
        <w:tab/>
        <w:t>3.038e0</w:t>
      </w:r>
    </w:p>
    <w:p w:rsidR="007B2329" w:rsidRDefault="007B2329" w:rsidP="007B2329">
      <w:r>
        <w:t>136.9847</w:t>
      </w:r>
      <w:r>
        <w:tab/>
        <w:t>2.025e0</w:t>
      </w:r>
    </w:p>
    <w:p w:rsidR="007B2329" w:rsidRDefault="007B2329" w:rsidP="007B2329">
      <w:r>
        <w:t>137.0032</w:t>
      </w:r>
      <w:r>
        <w:tab/>
        <w:t>1.013e0</w:t>
      </w:r>
    </w:p>
    <w:p w:rsidR="007B2329" w:rsidRDefault="007B2329" w:rsidP="007B2329">
      <w:r>
        <w:t>137.0065</w:t>
      </w:r>
      <w:r>
        <w:tab/>
        <w:t>1.013e0</w:t>
      </w:r>
    </w:p>
    <w:p w:rsidR="007B2329" w:rsidRDefault="007B2329" w:rsidP="007B2329">
      <w:r>
        <w:t>137.0157</w:t>
      </w:r>
      <w:r>
        <w:tab/>
        <w:t>3.038e0</w:t>
      </w:r>
    </w:p>
    <w:p w:rsidR="007B2329" w:rsidRDefault="007B2329" w:rsidP="007B2329">
      <w:r>
        <w:t>137.0313</w:t>
      </w:r>
      <w:r>
        <w:tab/>
        <w:t>1.025e0</w:t>
      </w:r>
    </w:p>
    <w:p w:rsidR="007B2329" w:rsidRDefault="007B2329" w:rsidP="007B2329">
      <w:r>
        <w:t>137.0390</w:t>
      </w:r>
      <w:r>
        <w:tab/>
        <w:t>6.089e0</w:t>
      </w:r>
    </w:p>
    <w:p w:rsidR="007B2329" w:rsidRDefault="007B2329" w:rsidP="007B2329">
      <w:r>
        <w:t>137.0592</w:t>
      </w:r>
      <w:r>
        <w:tab/>
        <w:t>1.013e0</w:t>
      </w:r>
    </w:p>
    <w:p w:rsidR="007B2329" w:rsidRDefault="007B2329" w:rsidP="007B2329">
      <w:r>
        <w:t>137.0688</w:t>
      </w:r>
      <w:r>
        <w:tab/>
        <w:t>1.013e0</w:t>
      </w:r>
    </w:p>
    <w:p w:rsidR="007B2329" w:rsidRDefault="007B2329" w:rsidP="007B2329">
      <w:r>
        <w:t>137.0719</w:t>
      </w:r>
      <w:r>
        <w:tab/>
        <w:t>3.797e-2</w:t>
      </w:r>
    </w:p>
    <w:p w:rsidR="007B2329" w:rsidRDefault="007B2329" w:rsidP="007B2329">
      <w:r>
        <w:t>137.0775</w:t>
      </w:r>
      <w:r>
        <w:tab/>
        <w:t>1.266e-2</w:t>
      </w:r>
    </w:p>
    <w:p w:rsidR="007B2329" w:rsidRDefault="007B2329" w:rsidP="007B2329">
      <w:r>
        <w:t>137.0808</w:t>
      </w:r>
      <w:r>
        <w:tab/>
        <w:t>1.266e-2</w:t>
      </w:r>
    </w:p>
    <w:p w:rsidR="007B2329" w:rsidRDefault="007B2329" w:rsidP="007B2329">
      <w:r>
        <w:t>137.0872</w:t>
      </w:r>
      <w:r>
        <w:tab/>
        <w:t>1.013e0</w:t>
      </w:r>
    </w:p>
    <w:p w:rsidR="007B2329" w:rsidRDefault="007B2329" w:rsidP="007B2329">
      <w:r>
        <w:t>137.1028</w:t>
      </w:r>
      <w:r>
        <w:tab/>
        <w:t>5.076e0</w:t>
      </w:r>
    </w:p>
    <w:p w:rsidR="007B2329" w:rsidRDefault="007B2329" w:rsidP="007B2329">
      <w:r>
        <w:t>137.1087</w:t>
      </w:r>
      <w:r>
        <w:tab/>
        <w:t>1.025e0</w:t>
      </w:r>
    </w:p>
    <w:p w:rsidR="007B2329" w:rsidRDefault="007B2329" w:rsidP="007B2329">
      <w:r>
        <w:t>137.1463</w:t>
      </w:r>
      <w:r>
        <w:tab/>
        <w:t>1.013e0</w:t>
      </w:r>
    </w:p>
    <w:p w:rsidR="007B2329" w:rsidRDefault="007B2329" w:rsidP="007B2329">
      <w:r>
        <w:t>137.1591</w:t>
      </w:r>
      <w:r>
        <w:tab/>
        <w:t>1.013e0</w:t>
      </w:r>
    </w:p>
    <w:p w:rsidR="007B2329" w:rsidRDefault="007B2329" w:rsidP="007B2329">
      <w:r>
        <w:t>137.1727</w:t>
      </w:r>
      <w:r>
        <w:tab/>
        <w:t>1.025e0</w:t>
      </w:r>
    </w:p>
    <w:p w:rsidR="007B2329" w:rsidRDefault="007B2329" w:rsidP="007B2329">
      <w:r>
        <w:lastRenderedPageBreak/>
        <w:t>137.1775</w:t>
      </w:r>
      <w:r>
        <w:tab/>
        <w:t>2.025e0</w:t>
      </w:r>
    </w:p>
    <w:p w:rsidR="007B2329" w:rsidRDefault="007B2329" w:rsidP="007B2329">
      <w:r>
        <w:t>137.1840</w:t>
      </w:r>
      <w:r>
        <w:tab/>
        <w:t>1.013e0</w:t>
      </w:r>
    </w:p>
    <w:p w:rsidR="007B2329" w:rsidRDefault="007B2329" w:rsidP="007B2329">
      <w:r>
        <w:t>137.1872</w:t>
      </w:r>
      <w:r>
        <w:tab/>
        <w:t>1.013e0</w:t>
      </w:r>
    </w:p>
    <w:p w:rsidR="007B2329" w:rsidRDefault="007B2329" w:rsidP="007B2329">
      <w:r>
        <w:t>137.1959</w:t>
      </w:r>
      <w:r>
        <w:tab/>
        <w:t>1.013e0</w:t>
      </w:r>
    </w:p>
    <w:p w:rsidR="007B2329" w:rsidRDefault="007B2329" w:rsidP="007B2329">
      <w:r>
        <w:t>137.1991</w:t>
      </w:r>
      <w:r>
        <w:tab/>
        <w:t>3.038e0</w:t>
      </w:r>
    </w:p>
    <w:p w:rsidR="007B2329" w:rsidRDefault="007B2329" w:rsidP="007B2329">
      <w:r>
        <w:t>137.2086</w:t>
      </w:r>
      <w:r>
        <w:tab/>
        <w:t>1.013e0</w:t>
      </w:r>
    </w:p>
    <w:p w:rsidR="007B2329" w:rsidRDefault="007B2329" w:rsidP="007B2329">
      <w:r>
        <w:t>137.2119</w:t>
      </w:r>
      <w:r>
        <w:tab/>
        <w:t>1.013e0</w:t>
      </w:r>
    </w:p>
    <w:p w:rsidR="007B2329" w:rsidRDefault="007B2329" w:rsidP="007B2329">
      <w:r>
        <w:t>137.2151</w:t>
      </w:r>
      <w:r>
        <w:tab/>
        <w:t>1.013e0</w:t>
      </w:r>
    </w:p>
    <w:p w:rsidR="007B2329" w:rsidRDefault="007B2329" w:rsidP="007B2329">
      <w:r>
        <w:t>137.2238</w:t>
      </w:r>
      <w:r>
        <w:tab/>
        <w:t>2.025e0</w:t>
      </w:r>
    </w:p>
    <w:p w:rsidR="007B2329" w:rsidRDefault="007B2329" w:rsidP="007B2329">
      <w:r>
        <w:t>137.2271</w:t>
      </w:r>
      <w:r>
        <w:tab/>
        <w:t>1.013e0</w:t>
      </w:r>
    </w:p>
    <w:p w:rsidR="007B2329" w:rsidRDefault="007B2329" w:rsidP="007B2329">
      <w:r>
        <w:t>137.2304</w:t>
      </w:r>
      <w:r>
        <w:tab/>
        <w:t>1.013e0</w:t>
      </w:r>
    </w:p>
    <w:p w:rsidR="007B2329" w:rsidRDefault="007B2329" w:rsidP="007B2329">
      <w:r>
        <w:t>137.2335</w:t>
      </w:r>
      <w:r>
        <w:tab/>
        <w:t>1.025e0</w:t>
      </w:r>
    </w:p>
    <w:p w:rsidR="007B2329" w:rsidRDefault="007B2329" w:rsidP="007B2329">
      <w:r>
        <w:t>137.2431</w:t>
      </w:r>
      <w:r>
        <w:tab/>
        <w:t>1.013e0</w:t>
      </w:r>
    </w:p>
    <w:p w:rsidR="007B2329" w:rsidRDefault="007B2329" w:rsidP="007B2329">
      <w:r>
        <w:t>137.2679</w:t>
      </w:r>
      <w:r>
        <w:tab/>
        <w:t>2.025e0</w:t>
      </w:r>
    </w:p>
    <w:p w:rsidR="007B2329" w:rsidRDefault="007B2329" w:rsidP="007B2329">
      <w:r>
        <w:t>137.2695</w:t>
      </w:r>
      <w:r>
        <w:tab/>
        <w:t>2.025e0</w:t>
      </w:r>
    </w:p>
    <w:p w:rsidR="007B2329" w:rsidRDefault="007B2329" w:rsidP="007B2329">
      <w:r>
        <w:t>137.2711</w:t>
      </w:r>
      <w:r>
        <w:tab/>
        <w:t>2.025e0</w:t>
      </w:r>
    </w:p>
    <w:p w:rsidR="007B2329" w:rsidRDefault="007B2329" w:rsidP="007B2329">
      <w:r>
        <w:t>137.2773</w:t>
      </w:r>
      <w:r>
        <w:tab/>
        <w:t>1.013e0</w:t>
      </w:r>
    </w:p>
    <w:p w:rsidR="007B2329" w:rsidRDefault="007B2329" w:rsidP="007B2329">
      <w:r>
        <w:t>137.2830</w:t>
      </w:r>
      <w:r>
        <w:tab/>
        <w:t>1.013e0</w:t>
      </w:r>
    </w:p>
    <w:p w:rsidR="007B2329" w:rsidRDefault="007B2329" w:rsidP="007B2329">
      <w:r>
        <w:t>137.2847</w:t>
      </w:r>
      <w:r>
        <w:tab/>
        <w:t>2.025e0</w:t>
      </w:r>
    </w:p>
    <w:p w:rsidR="007B2329" w:rsidRDefault="007B2329" w:rsidP="007B2329">
      <w:r>
        <w:lastRenderedPageBreak/>
        <w:t>137.2879</w:t>
      </w:r>
      <w:r>
        <w:tab/>
        <w:t>1.025e0</w:t>
      </w:r>
    </w:p>
    <w:p w:rsidR="007B2329" w:rsidRDefault="007B2329" w:rsidP="007B2329">
      <w:r>
        <w:t>137.2927</w:t>
      </w:r>
      <w:r>
        <w:tab/>
        <w:t>2.532e-2</w:t>
      </w:r>
    </w:p>
    <w:p w:rsidR="007B2329" w:rsidRDefault="007B2329" w:rsidP="007B2329">
      <w:r>
        <w:t>137.2958</w:t>
      </w:r>
      <w:r>
        <w:tab/>
        <w:t>2.025e0</w:t>
      </w:r>
    </w:p>
    <w:p w:rsidR="007B2329" w:rsidRDefault="007B2329" w:rsidP="007B2329">
      <w:r>
        <w:t>137.3054</w:t>
      </w:r>
      <w:r>
        <w:tab/>
        <w:t>1.266e-2</w:t>
      </w:r>
    </w:p>
    <w:p w:rsidR="007B2329" w:rsidRDefault="007B2329" w:rsidP="007B2329">
      <w:r>
        <w:t>137.3110</w:t>
      </w:r>
      <w:r>
        <w:tab/>
        <w:t>1.013e0</w:t>
      </w:r>
    </w:p>
    <w:p w:rsidR="007B2329" w:rsidRDefault="007B2329" w:rsidP="007B2329">
      <w:r>
        <w:t>137.3238</w:t>
      </w:r>
      <w:r>
        <w:tab/>
        <w:t>2.025e0</w:t>
      </w:r>
    </w:p>
    <w:p w:rsidR="007B2329" w:rsidRDefault="007B2329" w:rsidP="007B2329">
      <w:r>
        <w:t>137.3270</w:t>
      </w:r>
      <w:r>
        <w:tab/>
        <w:t>1.013e0</w:t>
      </w:r>
    </w:p>
    <w:p w:rsidR="007B2329" w:rsidRDefault="007B2329" w:rsidP="007B2329">
      <w:r>
        <w:t>137.3303</w:t>
      </w:r>
      <w:r>
        <w:tab/>
        <w:t>1.266e-2</w:t>
      </w:r>
    </w:p>
    <w:p w:rsidR="007B2329" w:rsidRDefault="007B2329" w:rsidP="007B2329">
      <w:r>
        <w:t>137.3363</w:t>
      </w:r>
      <w:r>
        <w:tab/>
        <w:t>1.013e0</w:t>
      </w:r>
    </w:p>
    <w:p w:rsidR="007B2329" w:rsidRDefault="007B2329" w:rsidP="007B2329">
      <w:r>
        <w:t>137.3422</w:t>
      </w:r>
      <w:r>
        <w:tab/>
        <w:t>1.013e0</w:t>
      </w:r>
    </w:p>
    <w:p w:rsidR="007B2329" w:rsidRDefault="007B2329" w:rsidP="007B2329">
      <w:r>
        <w:t>137.3455</w:t>
      </w:r>
      <w:r>
        <w:tab/>
        <w:t>1.013e0</w:t>
      </w:r>
    </w:p>
    <w:p w:rsidR="007B2329" w:rsidRDefault="007B2329" w:rsidP="007B2329">
      <w:r>
        <w:t>137.3582</w:t>
      </w:r>
      <w:r>
        <w:tab/>
        <w:t>1.266e-2</w:t>
      </w:r>
    </w:p>
    <w:p w:rsidR="007B2329" w:rsidRDefault="007B2329" w:rsidP="007B2329">
      <w:r>
        <w:t>137.3615</w:t>
      </w:r>
      <w:r>
        <w:tab/>
        <w:t>1.266e-2</w:t>
      </w:r>
    </w:p>
    <w:p w:rsidR="007B2329" w:rsidRDefault="007B2329" w:rsidP="007B2329">
      <w:r>
        <w:t>137.3645</w:t>
      </w:r>
      <w:r>
        <w:tab/>
        <w:t>1.013e0</w:t>
      </w:r>
    </w:p>
    <w:p w:rsidR="007B2329" w:rsidRDefault="007B2329" w:rsidP="007B2329">
      <w:r>
        <w:t>137.3767</w:t>
      </w:r>
      <w:r>
        <w:tab/>
        <w:t>1.013e0</w:t>
      </w:r>
    </w:p>
    <w:p w:rsidR="007B2329" w:rsidRDefault="007B2329" w:rsidP="007B2329">
      <w:r>
        <w:t>137.3799</w:t>
      </w:r>
      <w:r>
        <w:tab/>
        <w:t>1.013e0</w:t>
      </w:r>
    </w:p>
    <w:p w:rsidR="007B2329" w:rsidRDefault="007B2329" w:rsidP="007B2329">
      <w:r>
        <w:t>137.3862</w:t>
      </w:r>
      <w:r>
        <w:tab/>
        <w:t>2.025e0</w:t>
      </w:r>
    </w:p>
    <w:p w:rsidR="007B2329" w:rsidRDefault="007B2329" w:rsidP="007B2329">
      <w:r>
        <w:t>137.3927</w:t>
      </w:r>
      <w:r>
        <w:tab/>
        <w:t>1.013e0</w:t>
      </w:r>
    </w:p>
    <w:p w:rsidR="007B2329" w:rsidRDefault="007B2329" w:rsidP="007B2329">
      <w:r>
        <w:t>137.4079</w:t>
      </w:r>
      <w:r>
        <w:tab/>
        <w:t>1.266e-2</w:t>
      </w:r>
    </w:p>
    <w:p w:rsidR="007B2329" w:rsidRDefault="007B2329" w:rsidP="007B2329">
      <w:r>
        <w:lastRenderedPageBreak/>
        <w:t>137.4111</w:t>
      </w:r>
      <w:r>
        <w:tab/>
        <w:t>1.013e0</w:t>
      </w:r>
    </w:p>
    <w:p w:rsidR="007B2329" w:rsidRDefault="007B2329" w:rsidP="007B2329">
      <w:r>
        <w:t>137.4174</w:t>
      </w:r>
      <w:r>
        <w:tab/>
        <w:t>2.038e0</w:t>
      </w:r>
    </w:p>
    <w:p w:rsidR="007B2329" w:rsidRDefault="007B2329" w:rsidP="007B2329">
      <w:r>
        <w:t>137.4190</w:t>
      </w:r>
      <w:r>
        <w:tab/>
        <w:t>2.025e0</w:t>
      </w:r>
    </w:p>
    <w:p w:rsidR="007B2329" w:rsidRDefault="007B2329" w:rsidP="007B2329">
      <w:r>
        <w:t>137.4207</w:t>
      </w:r>
      <w:r>
        <w:tab/>
        <w:t>1.013e0</w:t>
      </w:r>
    </w:p>
    <w:p w:rsidR="007B2329" w:rsidRDefault="007B2329" w:rsidP="007B2329">
      <w:r>
        <w:t>137.4294</w:t>
      </w:r>
      <w:r>
        <w:tab/>
        <w:t>1.266e-2</w:t>
      </w:r>
    </w:p>
    <w:p w:rsidR="007B2329" w:rsidRDefault="007B2329" w:rsidP="007B2329">
      <w:r>
        <w:t>137.4326</w:t>
      </w:r>
      <w:r>
        <w:tab/>
        <w:t>1.013e0</w:t>
      </w:r>
    </w:p>
    <w:p w:rsidR="007B2329" w:rsidRDefault="007B2329" w:rsidP="007B2329">
      <w:r>
        <w:t>137.4359</w:t>
      </w:r>
      <w:r>
        <w:tab/>
        <w:t>1.013e0</w:t>
      </w:r>
    </w:p>
    <w:p w:rsidR="007B2329" w:rsidRDefault="007B2329" w:rsidP="007B2329">
      <w:r>
        <w:t>137.4391</w:t>
      </w:r>
      <w:r>
        <w:tab/>
        <w:t>1.013e0</w:t>
      </w:r>
    </w:p>
    <w:p w:rsidR="007B2329" w:rsidRDefault="007B2329" w:rsidP="007B2329">
      <w:r>
        <w:t>137.4422</w:t>
      </w:r>
      <w:r>
        <w:tab/>
        <w:t>1.013e0</w:t>
      </w:r>
    </w:p>
    <w:p w:rsidR="007B2329" w:rsidRDefault="007B2329" w:rsidP="007B2329">
      <w:r>
        <w:t>137.4486</w:t>
      </w:r>
      <w:r>
        <w:tab/>
        <w:t>1.013e0</w:t>
      </w:r>
    </w:p>
    <w:p w:rsidR="007B2329" w:rsidRDefault="007B2329" w:rsidP="007B2329">
      <w:r>
        <w:t>137.4519</w:t>
      </w:r>
      <w:r>
        <w:tab/>
        <w:t>1.013e0</w:t>
      </w:r>
    </w:p>
    <w:p w:rsidR="007B2329" w:rsidRDefault="007B2329" w:rsidP="007B2329">
      <w:r>
        <w:t>137.4575</w:t>
      </w:r>
      <w:r>
        <w:tab/>
        <w:t>1.013e0</w:t>
      </w:r>
    </w:p>
    <w:p w:rsidR="007B2329" w:rsidRDefault="007B2329" w:rsidP="007B2329">
      <w:r>
        <w:t>137.4671</w:t>
      </w:r>
      <w:r>
        <w:tab/>
        <w:t>1.266e-2</w:t>
      </w:r>
    </w:p>
    <w:p w:rsidR="007B2329" w:rsidRDefault="007B2329" w:rsidP="007B2329">
      <w:r>
        <w:t>137.4750</w:t>
      </w:r>
      <w:r>
        <w:tab/>
        <w:t>2.025e0</w:t>
      </w:r>
    </w:p>
    <w:p w:rsidR="007B2329" w:rsidRDefault="007B2329" w:rsidP="007B2329">
      <w:r>
        <w:t>137.4830</w:t>
      </w:r>
      <w:r>
        <w:tab/>
        <w:t>3.038e0</w:t>
      </w:r>
    </w:p>
    <w:p w:rsidR="007B2329" w:rsidRDefault="007B2329" w:rsidP="007B2329">
      <w:r>
        <w:t>137.4857</w:t>
      </w:r>
      <w:r>
        <w:tab/>
        <w:t>1.013e0</w:t>
      </w:r>
    </w:p>
    <w:p w:rsidR="007B2329" w:rsidRDefault="007B2329" w:rsidP="007B2329">
      <w:r>
        <w:t>137.4964</w:t>
      </w:r>
      <w:r>
        <w:tab/>
        <w:t>3.038e0</w:t>
      </w:r>
    </w:p>
    <w:p w:rsidR="007B2329" w:rsidRDefault="007B2329" w:rsidP="007B2329">
      <w:r>
        <w:t>137.4983</w:t>
      </w:r>
      <w:r>
        <w:tab/>
        <w:t>1.013e0</w:t>
      </w:r>
    </w:p>
    <w:p w:rsidR="007B2329" w:rsidRDefault="007B2329" w:rsidP="007B2329">
      <w:r>
        <w:t>137.5047</w:t>
      </w:r>
      <w:r>
        <w:tab/>
        <w:t>1.013e0</w:t>
      </w:r>
    </w:p>
    <w:p w:rsidR="007B2329" w:rsidRDefault="007B2329" w:rsidP="007B2329">
      <w:r>
        <w:lastRenderedPageBreak/>
        <w:t>137.5079</w:t>
      </w:r>
      <w:r>
        <w:tab/>
        <w:t>1.266e-2</w:t>
      </w:r>
    </w:p>
    <w:p w:rsidR="007B2329" w:rsidRDefault="007B2329" w:rsidP="007B2329">
      <w:r>
        <w:t>137.5167</w:t>
      </w:r>
      <w:r>
        <w:tab/>
        <w:t>1.013e0</w:t>
      </w:r>
    </w:p>
    <w:p w:rsidR="007B2329" w:rsidRDefault="007B2329" w:rsidP="007B2329">
      <w:r>
        <w:t>137.5183</w:t>
      </w:r>
      <w:r>
        <w:tab/>
        <w:t>2.025e0</w:t>
      </w:r>
    </w:p>
    <w:p w:rsidR="007B2329" w:rsidRDefault="007B2329" w:rsidP="007B2329">
      <w:r>
        <w:t>137.5198</w:t>
      </w:r>
      <w:r>
        <w:tab/>
        <w:t>1.013e0</w:t>
      </w:r>
    </w:p>
    <w:p w:rsidR="007B2329" w:rsidRDefault="007B2329" w:rsidP="007B2329">
      <w:r>
        <w:t>137.5231</w:t>
      </w:r>
      <w:r>
        <w:tab/>
        <w:t>2.025e0</w:t>
      </w:r>
    </w:p>
    <w:p w:rsidR="007B2329" w:rsidRDefault="007B2329" w:rsidP="007B2329">
      <w:r>
        <w:t>137.5247</w:t>
      </w:r>
      <w:r>
        <w:tab/>
        <w:t>1.025e0</w:t>
      </w:r>
    </w:p>
    <w:p w:rsidR="007B2329" w:rsidRDefault="007B2329" w:rsidP="007B2329">
      <w:r>
        <w:t>137.5308</w:t>
      </w:r>
      <w:r>
        <w:tab/>
        <w:t>3.038e0</w:t>
      </w:r>
    </w:p>
    <w:p w:rsidR="007B2329" w:rsidRDefault="007B2329" w:rsidP="007B2329">
      <w:r>
        <w:t>137.5422</w:t>
      </w:r>
      <w:r>
        <w:tab/>
        <w:t>1.025e0</w:t>
      </w:r>
    </w:p>
    <w:p w:rsidR="007B2329" w:rsidRDefault="007B2329" w:rsidP="007B2329">
      <w:r>
        <w:t>137.5463</w:t>
      </w:r>
      <w:r>
        <w:tab/>
        <w:t>2.025e0</w:t>
      </w:r>
    </w:p>
    <w:p w:rsidR="007B2329" w:rsidRDefault="007B2329" w:rsidP="007B2329">
      <w:r>
        <w:t>137.5478</w:t>
      </w:r>
      <w:r>
        <w:tab/>
        <w:t>1.266e-2</w:t>
      </w:r>
    </w:p>
    <w:p w:rsidR="007B2329" w:rsidRDefault="007B2329" w:rsidP="007B2329">
      <w:r>
        <w:t>137.5511</w:t>
      </w:r>
      <w:r>
        <w:tab/>
        <w:t>1.013e0</w:t>
      </w:r>
    </w:p>
    <w:p w:rsidR="007B2329" w:rsidRDefault="007B2329" w:rsidP="007B2329">
      <w:r>
        <w:t>137.5671</w:t>
      </w:r>
      <w:r>
        <w:tab/>
        <w:t>2.025e0</w:t>
      </w:r>
    </w:p>
    <w:p w:rsidR="007B2329" w:rsidRDefault="007B2329" w:rsidP="007B2329">
      <w:r>
        <w:t>137.5702</w:t>
      </w:r>
      <w:r>
        <w:tab/>
        <w:t>1.266e-2</w:t>
      </w:r>
    </w:p>
    <w:p w:rsidR="007B2329" w:rsidRDefault="007B2329" w:rsidP="007B2329">
      <w:r>
        <w:t>137.5759</w:t>
      </w:r>
      <w:r>
        <w:tab/>
        <w:t>1.025e0</w:t>
      </w:r>
    </w:p>
    <w:p w:rsidR="007B2329" w:rsidRDefault="007B2329" w:rsidP="007B2329">
      <w:r>
        <w:t>137.5967</w:t>
      </w:r>
      <w:r>
        <w:tab/>
        <w:t>2.025e0</w:t>
      </w:r>
    </w:p>
    <w:p w:rsidR="007B2329" w:rsidRDefault="007B2329" w:rsidP="007B2329">
      <w:r>
        <w:t>137.5984</w:t>
      </w:r>
      <w:r>
        <w:tab/>
        <w:t>1.013e0</w:t>
      </w:r>
    </w:p>
    <w:p w:rsidR="007B2329" w:rsidRDefault="007B2329" w:rsidP="007B2329">
      <w:r>
        <w:t>137.6071</w:t>
      </w:r>
      <w:r>
        <w:tab/>
        <w:t>1.025e0</w:t>
      </w:r>
    </w:p>
    <w:p w:rsidR="007B2329" w:rsidRDefault="007B2329" w:rsidP="007B2329">
      <w:r>
        <w:t>137.6103</w:t>
      </w:r>
      <w:r>
        <w:tab/>
        <w:t>1.013e0</w:t>
      </w:r>
    </w:p>
    <w:p w:rsidR="007B2329" w:rsidRDefault="007B2329" w:rsidP="007B2329">
      <w:r>
        <w:t>137.6136</w:t>
      </w:r>
      <w:r>
        <w:tab/>
        <w:t>2.025e0</w:t>
      </w:r>
    </w:p>
    <w:p w:rsidR="007B2329" w:rsidRDefault="007B2329" w:rsidP="007B2329">
      <w:r>
        <w:lastRenderedPageBreak/>
        <w:t>137.6199</w:t>
      </w:r>
      <w:r>
        <w:tab/>
        <w:t>2.025e0</w:t>
      </w:r>
    </w:p>
    <w:p w:rsidR="007B2329" w:rsidRDefault="007B2329" w:rsidP="007B2329">
      <w:r>
        <w:t>137.6232</w:t>
      </w:r>
      <w:r>
        <w:tab/>
        <w:t>1.013e0</w:t>
      </w:r>
    </w:p>
    <w:p w:rsidR="007B2329" w:rsidRDefault="007B2329" w:rsidP="007B2329">
      <w:r>
        <w:t>137.6352</w:t>
      </w:r>
      <w:r>
        <w:tab/>
        <w:t>4.051e0</w:t>
      </w:r>
    </w:p>
    <w:p w:rsidR="007B2329" w:rsidRDefault="007B2329" w:rsidP="007B2329">
      <w:r>
        <w:t>137.6384</w:t>
      </w:r>
      <w:r>
        <w:tab/>
        <w:t>1.013e0</w:t>
      </w:r>
    </w:p>
    <w:p w:rsidR="007B2329" w:rsidRDefault="007B2329" w:rsidP="007B2329">
      <w:r>
        <w:t>137.6416</w:t>
      </w:r>
      <w:r>
        <w:tab/>
        <w:t>1.013e0</w:t>
      </w:r>
    </w:p>
    <w:p w:rsidR="007B2329" w:rsidRDefault="007B2329" w:rsidP="007B2329">
      <w:r>
        <w:t>137.6576</w:t>
      </w:r>
      <w:r>
        <w:tab/>
        <w:t>1.013e0</w:t>
      </w:r>
    </w:p>
    <w:p w:rsidR="007B2329" w:rsidRDefault="007B2329" w:rsidP="007B2329">
      <w:r>
        <w:t>137.6663</w:t>
      </w:r>
      <w:r>
        <w:tab/>
        <w:t>1.013e0</w:t>
      </w:r>
    </w:p>
    <w:p w:rsidR="007B2329" w:rsidRDefault="007B2329" w:rsidP="007B2329">
      <w:r>
        <w:t>137.6760</w:t>
      </w:r>
      <w:r>
        <w:tab/>
        <w:t>1.013e0</w:t>
      </w:r>
    </w:p>
    <w:p w:rsidR="007B2329" w:rsidRDefault="007B2329" w:rsidP="007B2329">
      <w:r>
        <w:t>137.6871</w:t>
      </w:r>
      <w:r>
        <w:tab/>
        <w:t>2.025e0</w:t>
      </w:r>
    </w:p>
    <w:p w:rsidR="007B2329" w:rsidRDefault="007B2329" w:rsidP="007B2329">
      <w:r>
        <w:t>137.7104</w:t>
      </w:r>
      <w:r>
        <w:tab/>
        <w:t>1.013e0</w:t>
      </w:r>
    </w:p>
    <w:p w:rsidR="007B2329" w:rsidRDefault="007B2329" w:rsidP="007B2329">
      <w:r>
        <w:t>137.7198</w:t>
      </w:r>
      <w:r>
        <w:tab/>
        <w:t>2.025e0</w:t>
      </w:r>
    </w:p>
    <w:p w:rsidR="007B2329" w:rsidRDefault="007B2329" w:rsidP="007B2329">
      <w:r>
        <w:t>137.7226</w:t>
      </w:r>
      <w:r>
        <w:tab/>
        <w:t>1.013e0</w:t>
      </w:r>
    </w:p>
    <w:p w:rsidR="007B2329" w:rsidRDefault="007B2329" w:rsidP="007B2329">
      <w:r>
        <w:t>137.7384</w:t>
      </w:r>
      <w:r>
        <w:tab/>
        <w:t>1.013e0</w:t>
      </w:r>
    </w:p>
    <w:p w:rsidR="007B2329" w:rsidRDefault="007B2329" w:rsidP="007B2329">
      <w:r>
        <w:t>137.7416</w:t>
      </w:r>
      <w:r>
        <w:tab/>
        <w:t>2.025e0</w:t>
      </w:r>
    </w:p>
    <w:p w:rsidR="007B2329" w:rsidRDefault="007B2329" w:rsidP="007B2329">
      <w:r>
        <w:t>137.7536</w:t>
      </w:r>
      <w:r>
        <w:tab/>
        <w:t>1.013e0</w:t>
      </w:r>
    </w:p>
    <w:p w:rsidR="007B2329" w:rsidRDefault="007B2329" w:rsidP="007B2329">
      <w:r>
        <w:t>137.7601</w:t>
      </w:r>
      <w:r>
        <w:tab/>
        <w:t>1.013e0</w:t>
      </w:r>
    </w:p>
    <w:p w:rsidR="007B2329" w:rsidRDefault="007B2329" w:rsidP="007B2329">
      <w:r>
        <w:t>137.7633</w:t>
      </w:r>
      <w:r>
        <w:tab/>
        <w:t>1.266e-2</w:t>
      </w:r>
    </w:p>
    <w:p w:rsidR="007B2329" w:rsidRDefault="007B2329" w:rsidP="007B2329">
      <w:r>
        <w:t>137.7664</w:t>
      </w:r>
      <w:r>
        <w:tab/>
        <w:t>3.038e0</w:t>
      </w:r>
    </w:p>
    <w:p w:rsidR="007B2329" w:rsidRDefault="007B2329" w:rsidP="007B2329">
      <w:r>
        <w:t>137.7729</w:t>
      </w:r>
      <w:r>
        <w:tab/>
        <w:t>2.025e0</w:t>
      </w:r>
    </w:p>
    <w:p w:rsidR="007B2329" w:rsidRDefault="007B2329" w:rsidP="007B2329">
      <w:r>
        <w:lastRenderedPageBreak/>
        <w:t>137.7881</w:t>
      </w:r>
      <w:r>
        <w:tab/>
        <w:t>1.266e-2</w:t>
      </w:r>
    </w:p>
    <w:p w:rsidR="007B2329" w:rsidRDefault="007B2329" w:rsidP="007B2329">
      <w:r>
        <w:t>137.8009</w:t>
      </w:r>
      <w:r>
        <w:tab/>
        <w:t>1.013e0</w:t>
      </w:r>
    </w:p>
    <w:p w:rsidR="007B2329" w:rsidRDefault="007B2329" w:rsidP="007B2329">
      <w:r>
        <w:t>137.8041</w:t>
      </w:r>
      <w:r>
        <w:tab/>
        <w:t>1.013e0</w:t>
      </w:r>
    </w:p>
    <w:p w:rsidR="007B2329" w:rsidRDefault="007B2329" w:rsidP="007B2329">
      <w:r>
        <w:t>137.8101</w:t>
      </w:r>
      <w:r>
        <w:tab/>
        <w:t>1.266e-2</w:t>
      </w:r>
    </w:p>
    <w:p w:rsidR="007B2329" w:rsidRDefault="007B2329" w:rsidP="007B2329">
      <w:r>
        <w:t>137.8161</w:t>
      </w:r>
      <w:r>
        <w:tab/>
        <w:t>1.013e0</w:t>
      </w:r>
    </w:p>
    <w:p w:rsidR="007B2329" w:rsidRDefault="007B2329" w:rsidP="007B2329">
      <w:r>
        <w:t>137.8202</w:t>
      </w:r>
      <w:r>
        <w:tab/>
        <w:t>3.038e0</w:t>
      </w:r>
    </w:p>
    <w:p w:rsidR="007B2329" w:rsidRDefault="007B2329" w:rsidP="007B2329">
      <w:r>
        <w:t>137.8384</w:t>
      </w:r>
      <w:r>
        <w:tab/>
        <w:t>1.013e0</w:t>
      </w:r>
    </w:p>
    <w:p w:rsidR="007B2329" w:rsidRDefault="007B2329" w:rsidP="007B2329">
      <w:r>
        <w:t>137.8441</w:t>
      </w:r>
      <w:r>
        <w:tab/>
        <w:t>1.013e0</w:t>
      </w:r>
    </w:p>
    <w:p w:rsidR="007B2329" w:rsidRDefault="007B2329" w:rsidP="007B2329">
      <w:r>
        <w:t>137.8474</w:t>
      </w:r>
      <w:r>
        <w:tab/>
        <w:t>1.266e-2</w:t>
      </w:r>
    </w:p>
    <w:p w:rsidR="007B2329" w:rsidRDefault="007B2329" w:rsidP="007B2329">
      <w:r>
        <w:t>137.8569</w:t>
      </w:r>
      <w:r>
        <w:tab/>
        <w:t>3.038e0</w:t>
      </w:r>
    </w:p>
    <w:p w:rsidR="007B2329" w:rsidRDefault="007B2329" w:rsidP="007B2329">
      <w:r>
        <w:t>137.8602</w:t>
      </w:r>
      <w:r>
        <w:tab/>
        <w:t>1.013e0</w:t>
      </w:r>
    </w:p>
    <w:p w:rsidR="007B2329" w:rsidRDefault="007B2329" w:rsidP="007B2329">
      <w:r>
        <w:t>137.8634</w:t>
      </w:r>
      <w:r>
        <w:tab/>
        <w:t>1.013e0</w:t>
      </w:r>
    </w:p>
    <w:p w:rsidR="007B2329" w:rsidRDefault="007B2329" w:rsidP="007B2329">
      <w:r>
        <w:t>137.8666</w:t>
      </w:r>
      <w:r>
        <w:tab/>
        <w:t>1.013e0</w:t>
      </w:r>
    </w:p>
    <w:p w:rsidR="007B2329" w:rsidRDefault="007B2329" w:rsidP="007B2329">
      <w:r>
        <w:t>137.8723</w:t>
      </w:r>
      <w:r>
        <w:tab/>
        <w:t>1.266e-2</w:t>
      </w:r>
    </w:p>
    <w:p w:rsidR="007B2329" w:rsidRDefault="007B2329" w:rsidP="007B2329">
      <w:r>
        <w:t>137.8786</w:t>
      </w:r>
      <w:r>
        <w:tab/>
        <w:t>1.013e0</w:t>
      </w:r>
    </w:p>
    <w:p w:rsidR="007B2329" w:rsidRDefault="007B2329" w:rsidP="007B2329">
      <w:r>
        <w:t>137.8914</w:t>
      </w:r>
      <w:r>
        <w:tab/>
        <w:t>1.013e0</w:t>
      </w:r>
    </w:p>
    <w:p w:rsidR="007B2329" w:rsidRDefault="007B2329" w:rsidP="007B2329">
      <w:r>
        <w:t>137.8947</w:t>
      </w:r>
      <w:r>
        <w:tab/>
        <w:t>1.013e0</w:t>
      </w:r>
    </w:p>
    <w:p w:rsidR="007B2329" w:rsidRDefault="007B2329" w:rsidP="007B2329">
      <w:r>
        <w:t>137.9005</w:t>
      </w:r>
      <w:r>
        <w:tab/>
        <w:t>1.013e0</w:t>
      </w:r>
    </w:p>
    <w:p w:rsidR="007B2329" w:rsidRDefault="007B2329" w:rsidP="007B2329">
      <w:r>
        <w:t>137.9099</w:t>
      </w:r>
      <w:r>
        <w:tab/>
        <w:t>2.025e0</w:t>
      </w:r>
    </w:p>
    <w:p w:rsidR="007B2329" w:rsidRDefault="007B2329" w:rsidP="007B2329">
      <w:r>
        <w:lastRenderedPageBreak/>
        <w:t>137.9227</w:t>
      </w:r>
      <w:r>
        <w:tab/>
        <w:t>1.266e-2</w:t>
      </w:r>
    </w:p>
    <w:p w:rsidR="007B2329" w:rsidRDefault="007B2329" w:rsidP="007B2329">
      <w:r>
        <w:t>137.9287</w:t>
      </w:r>
      <w:r>
        <w:tab/>
        <w:t>1.013e0</w:t>
      </w:r>
    </w:p>
    <w:p w:rsidR="007B2329" w:rsidRDefault="007B2329" w:rsidP="007B2329">
      <w:r>
        <w:t>137.9347</w:t>
      </w:r>
      <w:r>
        <w:tab/>
        <w:t>1.266e-2</w:t>
      </w:r>
    </w:p>
    <w:p w:rsidR="007B2329" w:rsidRDefault="007B2329" w:rsidP="007B2329">
      <w:r>
        <w:t>137.9379</w:t>
      </w:r>
      <w:r>
        <w:tab/>
        <w:t>1.013e0</w:t>
      </w:r>
    </w:p>
    <w:p w:rsidR="007B2329" w:rsidRDefault="007B2329" w:rsidP="007B2329">
      <w:r>
        <w:t>137.9540</w:t>
      </w:r>
      <w:r>
        <w:tab/>
        <w:t>1.013e0</w:t>
      </w:r>
    </w:p>
    <w:p w:rsidR="007B2329" w:rsidRDefault="007B2329" w:rsidP="007B2329">
      <w:r>
        <w:t>137.9571</w:t>
      </w:r>
      <w:r>
        <w:tab/>
        <w:t>2.038e0</w:t>
      </w:r>
    </w:p>
    <w:p w:rsidR="007B2329" w:rsidRDefault="007B2329" w:rsidP="007B2329">
      <w:r>
        <w:t>137.9641</w:t>
      </w:r>
      <w:r>
        <w:tab/>
        <w:t>2.025e0</w:t>
      </w:r>
    </w:p>
    <w:p w:rsidR="007B2329" w:rsidRDefault="007B2329" w:rsidP="007B2329">
      <w:r>
        <w:t>137.9707</w:t>
      </w:r>
      <w:r>
        <w:tab/>
        <w:t>1.025e0</w:t>
      </w:r>
    </w:p>
    <w:p w:rsidR="007B2329" w:rsidRDefault="007B2329" w:rsidP="007B2329">
      <w:r>
        <w:t>137.9724</w:t>
      </w:r>
      <w:r>
        <w:tab/>
        <w:t>2.025e0</w:t>
      </w:r>
    </w:p>
    <w:p w:rsidR="007B2329" w:rsidRDefault="007B2329" w:rsidP="007B2329">
      <w:r>
        <w:t>137.9756</w:t>
      </w:r>
      <w:r>
        <w:tab/>
        <w:t>2.038e0</w:t>
      </w:r>
    </w:p>
    <w:p w:rsidR="007B2329" w:rsidRDefault="007B2329" w:rsidP="007B2329">
      <w:r>
        <w:t>137.9819</w:t>
      </w:r>
      <w:r>
        <w:tab/>
        <w:t>1.013e0</w:t>
      </w:r>
    </w:p>
    <w:p w:rsidR="007B2329" w:rsidRDefault="007B2329" w:rsidP="007B2329">
      <w:r>
        <w:t>137.9881</w:t>
      </w:r>
      <w:r>
        <w:tab/>
        <w:t>1.266e-2</w:t>
      </w:r>
    </w:p>
    <w:p w:rsidR="007B2329" w:rsidRDefault="007B2329" w:rsidP="007B2329">
      <w:r>
        <w:t>137.9909</w:t>
      </w:r>
      <w:r>
        <w:tab/>
        <w:t>2.038e0</w:t>
      </w:r>
    </w:p>
    <w:p w:rsidR="007B2329" w:rsidRDefault="007B2329" w:rsidP="007B2329">
      <w:r>
        <w:t>138.0100</w:t>
      </w:r>
      <w:r>
        <w:tab/>
        <w:t>2.025e0</w:t>
      </w:r>
    </w:p>
    <w:p w:rsidR="007B2329" w:rsidRDefault="007B2329" w:rsidP="007B2329">
      <w:r>
        <w:t>138.0170</w:t>
      </w:r>
      <w:r>
        <w:tab/>
        <w:t>3.038e0</w:t>
      </w:r>
    </w:p>
    <w:p w:rsidR="007B2329" w:rsidRDefault="007B2329" w:rsidP="007B2329">
      <w:r>
        <w:t>138.0220</w:t>
      </w:r>
      <w:r>
        <w:tab/>
        <w:t>1.013e0</w:t>
      </w:r>
    </w:p>
    <w:p w:rsidR="007B2329" w:rsidRDefault="007B2329" w:rsidP="007B2329">
      <w:r>
        <w:t>138.0317</w:t>
      </w:r>
      <w:r>
        <w:tab/>
        <w:t>3.038e0</w:t>
      </w:r>
    </w:p>
    <w:p w:rsidR="007B2329" w:rsidRDefault="007B2329" w:rsidP="007B2329">
      <w:r>
        <w:t>138.0381</w:t>
      </w:r>
      <w:r>
        <w:tab/>
        <w:t>1.025e0</w:t>
      </w:r>
    </w:p>
    <w:p w:rsidR="007B2329" w:rsidRDefault="007B2329" w:rsidP="007B2329">
      <w:r>
        <w:t>138.0549</w:t>
      </w:r>
      <w:r>
        <w:tab/>
        <w:t>2.076e0</w:t>
      </w:r>
    </w:p>
    <w:p w:rsidR="007B2329" w:rsidRDefault="007B2329" w:rsidP="007B2329">
      <w:r>
        <w:lastRenderedPageBreak/>
        <w:t>138.0568</w:t>
      </w:r>
      <w:r>
        <w:tab/>
        <w:t>6.383e0</w:t>
      </w:r>
    </w:p>
    <w:p w:rsidR="007B2329" w:rsidRDefault="007B2329" w:rsidP="007B2329">
      <w:r>
        <w:t>138.0583</w:t>
      </w:r>
      <w:r>
        <w:tab/>
        <w:t>3.139e0</w:t>
      </w:r>
    </w:p>
    <w:p w:rsidR="007B2329" w:rsidRDefault="007B2329" w:rsidP="007B2329">
      <w:r>
        <w:t>138.0626</w:t>
      </w:r>
      <w:r>
        <w:tab/>
        <w:t>1.464e1</w:t>
      </w:r>
    </w:p>
    <w:p w:rsidR="007B2329" w:rsidRDefault="007B2329" w:rsidP="007B2329">
      <w:r>
        <w:t>138.0706</w:t>
      </w:r>
      <w:r>
        <w:tab/>
        <w:t>7.089e0</w:t>
      </w:r>
    </w:p>
    <w:p w:rsidR="007B2329" w:rsidRDefault="007B2329" w:rsidP="007B2329">
      <w:r>
        <w:t>138.0958</w:t>
      </w:r>
      <w:r>
        <w:tab/>
        <w:t>2.025e0</w:t>
      </w:r>
    </w:p>
    <w:p w:rsidR="007B2329" w:rsidRDefault="007B2329" w:rsidP="007B2329">
      <w:r>
        <w:t>138.1039</w:t>
      </w:r>
      <w:r>
        <w:tab/>
        <w:t>1.013e0</w:t>
      </w:r>
    </w:p>
    <w:p w:rsidR="007B2329" w:rsidRDefault="007B2329" w:rsidP="007B2329">
      <w:r>
        <w:t>138.1069</w:t>
      </w:r>
      <w:r>
        <w:tab/>
        <w:t>3.038e0</w:t>
      </w:r>
    </w:p>
    <w:p w:rsidR="007B2329" w:rsidRDefault="007B2329" w:rsidP="007B2329">
      <w:r>
        <w:t>138.1125</w:t>
      </w:r>
      <w:r>
        <w:tab/>
        <w:t>1.013e0</w:t>
      </w:r>
    </w:p>
    <w:p w:rsidR="007B2329" w:rsidRDefault="007B2329" w:rsidP="007B2329">
      <w:r>
        <w:t>138.1140</w:t>
      </w:r>
      <w:r>
        <w:tab/>
        <w:t>2.532e-2</w:t>
      </w:r>
    </w:p>
    <w:p w:rsidR="007B2329" w:rsidRDefault="007B2329" w:rsidP="007B2329">
      <w:r>
        <w:t>138.1254</w:t>
      </w:r>
      <w:r>
        <w:tab/>
        <w:t>1.266e-2</w:t>
      </w:r>
    </w:p>
    <w:p w:rsidR="007B2329" w:rsidRDefault="007B2329" w:rsidP="007B2329">
      <w:r>
        <w:t>138.1319</w:t>
      </w:r>
      <w:r>
        <w:tab/>
        <w:t>1.013e0</w:t>
      </w:r>
    </w:p>
    <w:p w:rsidR="007B2329" w:rsidRDefault="007B2329" w:rsidP="007B2329">
      <w:r>
        <w:t>138.1334</w:t>
      </w:r>
      <w:r>
        <w:tab/>
        <w:t>1.025e0</w:t>
      </w:r>
    </w:p>
    <w:p w:rsidR="007B2329" w:rsidRDefault="007B2329" w:rsidP="007B2329">
      <w:r>
        <w:t>138.1352</w:t>
      </w:r>
      <w:r>
        <w:tab/>
        <w:t>1.013e0</w:t>
      </w:r>
    </w:p>
    <w:p w:rsidR="007B2329" w:rsidRDefault="007B2329" w:rsidP="007B2329">
      <w:r>
        <w:t>138.1380</w:t>
      </w:r>
      <w:r>
        <w:tab/>
        <w:t>1.013e0</w:t>
      </w:r>
    </w:p>
    <w:p w:rsidR="007B2329" w:rsidRDefault="007B2329" w:rsidP="007B2329">
      <w:r>
        <w:t>138.1599</w:t>
      </w:r>
      <w:r>
        <w:tab/>
        <w:t>2.025e0</w:t>
      </w:r>
    </w:p>
    <w:p w:rsidR="007B2329" w:rsidRDefault="007B2329" w:rsidP="007B2329">
      <w:r>
        <w:t>138.1752</w:t>
      </w:r>
      <w:r>
        <w:tab/>
        <w:t>1.013e0</w:t>
      </w:r>
    </w:p>
    <w:p w:rsidR="007B2329" w:rsidRDefault="007B2329" w:rsidP="007B2329">
      <w:r>
        <w:t>138.1816</w:t>
      </w:r>
      <w:r>
        <w:tab/>
        <w:t>1.266e-2</w:t>
      </w:r>
    </w:p>
    <w:p w:rsidR="007B2329" w:rsidRDefault="007B2329" w:rsidP="007B2329">
      <w:r>
        <w:t>138.1848</w:t>
      </w:r>
      <w:r>
        <w:tab/>
        <w:t>1.013e0</w:t>
      </w:r>
    </w:p>
    <w:p w:rsidR="007B2329" w:rsidRDefault="007B2329" w:rsidP="007B2329">
      <w:r>
        <w:t>138.1913</w:t>
      </w:r>
      <w:r>
        <w:tab/>
        <w:t>1.013e0</w:t>
      </w:r>
    </w:p>
    <w:p w:rsidR="007B2329" w:rsidRDefault="007B2329" w:rsidP="007B2329">
      <w:r>
        <w:lastRenderedPageBreak/>
        <w:t>138.1945</w:t>
      </w:r>
      <w:r>
        <w:tab/>
        <w:t>1.013e0</w:t>
      </w:r>
    </w:p>
    <w:p w:rsidR="007B2329" w:rsidRDefault="007B2329" w:rsidP="007B2329">
      <w:r>
        <w:t>138.2032</w:t>
      </w:r>
      <w:r>
        <w:tab/>
        <w:t>1.013e0</w:t>
      </w:r>
    </w:p>
    <w:p w:rsidR="007B2329" w:rsidRDefault="007B2329" w:rsidP="007B2329">
      <w:r>
        <w:t>138.2247</w:t>
      </w:r>
      <w:r>
        <w:tab/>
        <w:t>5.063e0</w:t>
      </w:r>
    </w:p>
    <w:p w:rsidR="007B2329" w:rsidRDefault="007B2329" w:rsidP="007B2329">
      <w:r>
        <w:t>138.2300</w:t>
      </w:r>
      <w:r>
        <w:tab/>
        <w:t>2.025e0</w:t>
      </w:r>
    </w:p>
    <w:p w:rsidR="007B2329" w:rsidRDefault="007B2329" w:rsidP="007B2329">
      <w:r>
        <w:t>138.2320</w:t>
      </w:r>
      <w:r>
        <w:tab/>
        <w:t>3.051e0</w:t>
      </w:r>
    </w:p>
    <w:p w:rsidR="007B2329" w:rsidRDefault="007B2329" w:rsidP="007B2329">
      <w:r>
        <w:t>138.2473</w:t>
      </w:r>
      <w:r>
        <w:tab/>
        <w:t>2.025e0</w:t>
      </w:r>
    </w:p>
    <w:p w:rsidR="007B2329" w:rsidRDefault="007B2329" w:rsidP="007B2329">
      <w:r>
        <w:t>138.2569</w:t>
      </w:r>
      <w:r>
        <w:tab/>
        <w:t>2.025e0</w:t>
      </w:r>
    </w:p>
    <w:p w:rsidR="007B2329" w:rsidRDefault="007B2329" w:rsidP="007B2329">
      <w:r>
        <w:t>138.2690</w:t>
      </w:r>
      <w:r>
        <w:tab/>
        <w:t>1.013e0</w:t>
      </w:r>
    </w:p>
    <w:p w:rsidR="007B2329" w:rsidRDefault="007B2329" w:rsidP="007B2329">
      <w:r>
        <w:t>138.2706</w:t>
      </w:r>
      <w:r>
        <w:tab/>
        <w:t>2.025e0</w:t>
      </w:r>
    </w:p>
    <w:p w:rsidR="007B2329" w:rsidRDefault="007B2329" w:rsidP="007B2329">
      <w:r>
        <w:t>138.2754</w:t>
      </w:r>
      <w:r>
        <w:tab/>
        <w:t>3.038e0</w:t>
      </w:r>
    </w:p>
    <w:p w:rsidR="007B2329" w:rsidRDefault="007B2329" w:rsidP="007B2329">
      <w:r>
        <w:t>138.2880</w:t>
      </w:r>
      <w:r>
        <w:tab/>
        <w:t>2.025e0</w:t>
      </w:r>
    </w:p>
    <w:p w:rsidR="007B2329" w:rsidRDefault="007B2329" w:rsidP="007B2329">
      <w:r>
        <w:t>138.2938</w:t>
      </w:r>
      <w:r>
        <w:tab/>
        <w:t>1.013e0</w:t>
      </w:r>
    </w:p>
    <w:p w:rsidR="007B2329" w:rsidRDefault="007B2329" w:rsidP="007B2329">
      <w:r>
        <w:t>138.2971</w:t>
      </w:r>
      <w:r>
        <w:tab/>
        <w:t>2.532e-2</w:t>
      </w:r>
    </w:p>
    <w:p w:rsidR="007B2329" w:rsidRDefault="007B2329" w:rsidP="007B2329">
      <w:r>
        <w:t>138.3044</w:t>
      </w:r>
      <w:r>
        <w:tab/>
        <w:t>3.038e0</w:t>
      </w:r>
    </w:p>
    <w:p w:rsidR="007B2329" w:rsidRDefault="007B2329" w:rsidP="007B2329">
      <w:r>
        <w:t>138.3348</w:t>
      </w:r>
      <w:r>
        <w:tab/>
        <w:t>1.013e0</w:t>
      </w:r>
    </w:p>
    <w:p w:rsidR="007B2329" w:rsidRDefault="007B2329" w:rsidP="007B2329">
      <w:r>
        <w:t>138.3364</w:t>
      </w:r>
      <w:r>
        <w:tab/>
        <w:t>2.025e0</w:t>
      </w:r>
    </w:p>
    <w:p w:rsidR="007B2329" w:rsidRDefault="007B2329" w:rsidP="007B2329">
      <w:r>
        <w:t>138.3412</w:t>
      </w:r>
      <w:r>
        <w:tab/>
        <w:t>1.013e0</w:t>
      </w:r>
    </w:p>
    <w:p w:rsidR="007B2329" w:rsidRDefault="007B2329" w:rsidP="007B2329">
      <w:r>
        <w:t>138.3677</w:t>
      </w:r>
      <w:r>
        <w:tab/>
        <w:t>2.025e0</w:t>
      </w:r>
    </w:p>
    <w:p w:rsidR="007B2329" w:rsidRDefault="007B2329" w:rsidP="007B2329">
      <w:r>
        <w:t>138.3692</w:t>
      </w:r>
      <w:r>
        <w:tab/>
        <w:t>1.013e0</w:t>
      </w:r>
    </w:p>
    <w:p w:rsidR="007B2329" w:rsidRDefault="007B2329" w:rsidP="007B2329">
      <w:r>
        <w:lastRenderedPageBreak/>
        <w:t>138.3725</w:t>
      </w:r>
      <w:r>
        <w:tab/>
        <w:t>2.025e0</w:t>
      </w:r>
    </w:p>
    <w:p w:rsidR="007B2329" w:rsidRDefault="007B2329" w:rsidP="007B2329">
      <w:r>
        <w:t>138.3800</w:t>
      </w:r>
      <w:r>
        <w:tab/>
        <w:t>2.025e0</w:t>
      </w:r>
    </w:p>
    <w:p w:rsidR="007B2329" w:rsidRDefault="007B2329" w:rsidP="007B2329">
      <w:r>
        <w:t>138.3845</w:t>
      </w:r>
      <w:r>
        <w:tab/>
        <w:t>1.013e0</w:t>
      </w:r>
    </w:p>
    <w:p w:rsidR="007B2329" w:rsidRDefault="007B2329" w:rsidP="007B2329">
      <w:r>
        <w:t>138.4070</w:t>
      </w:r>
      <w:r>
        <w:tab/>
        <w:t>2.025e0</w:t>
      </w:r>
    </w:p>
    <w:p w:rsidR="007B2329" w:rsidRDefault="007B2329" w:rsidP="007B2329">
      <w:r>
        <w:t>138.4127</w:t>
      </w:r>
      <w:r>
        <w:tab/>
        <w:t>1.266e-2</w:t>
      </w:r>
    </w:p>
    <w:p w:rsidR="007B2329" w:rsidRDefault="007B2329" w:rsidP="007B2329">
      <w:r>
        <w:t>138.4238</w:t>
      </w:r>
      <w:r>
        <w:tab/>
        <w:t>2.025e0</w:t>
      </w:r>
    </w:p>
    <w:p w:rsidR="007B2329" w:rsidRDefault="007B2329" w:rsidP="007B2329">
      <w:r>
        <w:t>138.4381</w:t>
      </w:r>
      <w:r>
        <w:tab/>
        <w:t>1.013e0</w:t>
      </w:r>
    </w:p>
    <w:p w:rsidR="007B2329" w:rsidRDefault="007B2329" w:rsidP="007B2329">
      <w:r>
        <w:t>138.4552</w:t>
      </w:r>
      <w:r>
        <w:tab/>
        <w:t>2.025e0</w:t>
      </w:r>
    </w:p>
    <w:p w:rsidR="007B2329" w:rsidRDefault="007B2329" w:rsidP="007B2329">
      <w:r>
        <w:t>138.4599</w:t>
      </w:r>
      <w:r>
        <w:tab/>
        <w:t>1.013e0</w:t>
      </w:r>
    </w:p>
    <w:p w:rsidR="007B2329" w:rsidRDefault="007B2329" w:rsidP="007B2329">
      <w:r>
        <w:t>138.4665</w:t>
      </w:r>
      <w:r>
        <w:tab/>
        <w:t>3.038e0</w:t>
      </w:r>
    </w:p>
    <w:p w:rsidR="007B2329" w:rsidRDefault="007B2329" w:rsidP="007B2329">
      <w:r>
        <w:t>138.4785</w:t>
      </w:r>
      <w:r>
        <w:tab/>
        <w:t>1.013e0</w:t>
      </w:r>
    </w:p>
    <w:p w:rsidR="007B2329" w:rsidRDefault="007B2329" w:rsidP="007B2329">
      <w:r>
        <w:t>138.4848</w:t>
      </w:r>
      <w:r>
        <w:tab/>
        <w:t>1.266e-2</w:t>
      </w:r>
    </w:p>
    <w:p w:rsidR="007B2329" w:rsidRDefault="007B2329" w:rsidP="007B2329">
      <w:r>
        <w:t>138.4880</w:t>
      </w:r>
      <w:r>
        <w:tab/>
        <w:t>3.038e0</w:t>
      </w:r>
    </w:p>
    <w:p w:rsidR="007B2329" w:rsidRDefault="007B2329" w:rsidP="007B2329">
      <w:r>
        <w:t>138.4913</w:t>
      </w:r>
      <w:r>
        <w:tab/>
        <w:t>1.013e0</w:t>
      </w:r>
    </w:p>
    <w:p w:rsidR="007B2329" w:rsidRDefault="007B2329" w:rsidP="007B2329">
      <w:r>
        <w:t>138.4945</w:t>
      </w:r>
      <w:r>
        <w:tab/>
        <w:t>1.013e0</w:t>
      </w:r>
    </w:p>
    <w:p w:rsidR="007B2329" w:rsidRDefault="007B2329" w:rsidP="007B2329">
      <w:r>
        <w:t>138.5065</w:t>
      </w:r>
      <w:r>
        <w:tab/>
        <w:t>1.025e0</w:t>
      </w:r>
    </w:p>
    <w:p w:rsidR="007B2329" w:rsidRDefault="007B2329" w:rsidP="007B2329">
      <w:r>
        <w:t>138.5097</w:t>
      </w:r>
      <w:r>
        <w:tab/>
        <w:t>2.025e0</w:t>
      </w:r>
    </w:p>
    <w:p w:rsidR="007B2329" w:rsidRDefault="007B2329" w:rsidP="007B2329">
      <w:r>
        <w:t>138.5317</w:t>
      </w:r>
      <w:r>
        <w:tab/>
        <w:t>1.013e0</w:t>
      </w:r>
    </w:p>
    <w:p w:rsidR="007B2329" w:rsidRDefault="007B2329" w:rsidP="007B2329">
      <w:r>
        <w:t>138.5410</w:t>
      </w:r>
      <w:r>
        <w:tab/>
        <w:t>1.266e-2</w:t>
      </w:r>
    </w:p>
    <w:p w:rsidR="007B2329" w:rsidRDefault="007B2329" w:rsidP="007B2329">
      <w:r>
        <w:lastRenderedPageBreak/>
        <w:t>138.5507</w:t>
      </w:r>
      <w:r>
        <w:tab/>
        <w:t>1.013e0</w:t>
      </w:r>
    </w:p>
    <w:p w:rsidR="007B2329" w:rsidRDefault="007B2329" w:rsidP="007B2329">
      <w:r>
        <w:t>138.5629</w:t>
      </w:r>
      <w:r>
        <w:tab/>
        <w:t>1.013e0</w:t>
      </w:r>
    </w:p>
    <w:p w:rsidR="007B2329" w:rsidRDefault="007B2329" w:rsidP="007B2329">
      <w:r>
        <w:t>138.5659</w:t>
      </w:r>
      <w:r>
        <w:tab/>
        <w:t>1.266e-2</w:t>
      </w:r>
    </w:p>
    <w:p w:rsidR="007B2329" w:rsidRDefault="007B2329" w:rsidP="007B2329">
      <w:r>
        <w:t>138.5755</w:t>
      </w:r>
      <w:r>
        <w:tab/>
        <w:t>1.013e0</w:t>
      </w:r>
    </w:p>
    <w:p w:rsidR="007B2329" w:rsidRDefault="007B2329" w:rsidP="007B2329">
      <w:r>
        <w:t>138.5853</w:t>
      </w:r>
      <w:r>
        <w:tab/>
        <w:t>1.013e0</w:t>
      </w:r>
    </w:p>
    <w:p w:rsidR="007B2329" w:rsidRDefault="007B2329" w:rsidP="007B2329">
      <w:r>
        <w:t>138.5972</w:t>
      </w:r>
      <w:r>
        <w:tab/>
        <w:t>1.013e0</w:t>
      </w:r>
    </w:p>
    <w:p w:rsidR="007B2329" w:rsidRDefault="007B2329" w:rsidP="007B2329">
      <w:r>
        <w:t>138.6004</w:t>
      </w:r>
      <w:r>
        <w:tab/>
        <w:t>1.013e0</w:t>
      </w:r>
    </w:p>
    <w:p w:rsidR="007B2329" w:rsidRDefault="007B2329" w:rsidP="007B2329">
      <w:r>
        <w:t>138.6045</w:t>
      </w:r>
      <w:r>
        <w:tab/>
        <w:t>3.038e0</w:t>
      </w:r>
    </w:p>
    <w:p w:rsidR="007B2329" w:rsidRDefault="007B2329" w:rsidP="007B2329">
      <w:r>
        <w:t>138.6100</w:t>
      </w:r>
      <w:r>
        <w:tab/>
        <w:t>1.266e-2</w:t>
      </w:r>
    </w:p>
    <w:p w:rsidR="007B2329" w:rsidRDefault="007B2329" w:rsidP="007B2329">
      <w:r>
        <w:t>138.6196</w:t>
      </w:r>
      <w:r>
        <w:tab/>
        <w:t>1.013e0</w:t>
      </w:r>
    </w:p>
    <w:p w:rsidR="007B2329" w:rsidRDefault="007B2329" w:rsidP="007B2329">
      <w:r>
        <w:t>138.6285</w:t>
      </w:r>
      <w:r>
        <w:tab/>
        <w:t>1.013e0</w:t>
      </w:r>
    </w:p>
    <w:p w:rsidR="007B2329" w:rsidRDefault="007B2329" w:rsidP="007B2329">
      <w:r>
        <w:t>138.6350</w:t>
      </w:r>
      <w:r>
        <w:tab/>
        <w:t>1.013e0</w:t>
      </w:r>
    </w:p>
    <w:p w:rsidR="007B2329" w:rsidRDefault="007B2329" w:rsidP="007B2329">
      <w:r>
        <w:t>138.6382</w:t>
      </w:r>
      <w:r>
        <w:tab/>
        <w:t>1.013e0</w:t>
      </w:r>
    </w:p>
    <w:p w:rsidR="007B2329" w:rsidRDefault="007B2329" w:rsidP="007B2329">
      <w:r>
        <w:t>138.6447</w:t>
      </w:r>
      <w:r>
        <w:tab/>
        <w:t>1.013e0</w:t>
      </w:r>
    </w:p>
    <w:p w:rsidR="007B2329" w:rsidRDefault="007B2329" w:rsidP="007B2329">
      <w:r>
        <w:t>138.6479</w:t>
      </w:r>
      <w:r>
        <w:tab/>
        <w:t>1.013e0</w:t>
      </w:r>
    </w:p>
    <w:p w:rsidR="007B2329" w:rsidRDefault="007B2329" w:rsidP="007B2329">
      <w:r>
        <w:t>138.6597</w:t>
      </w:r>
      <w:r>
        <w:tab/>
        <w:t>8.101e0</w:t>
      </w:r>
    </w:p>
    <w:p w:rsidR="007B2329" w:rsidRDefault="007B2329" w:rsidP="007B2329">
      <w:r>
        <w:t>138.6631</w:t>
      </w:r>
      <w:r>
        <w:tab/>
        <w:t>1.013e0</w:t>
      </w:r>
    </w:p>
    <w:p w:rsidR="007B2329" w:rsidRDefault="007B2329" w:rsidP="007B2329">
      <w:r>
        <w:t>138.6663</w:t>
      </w:r>
      <w:r>
        <w:tab/>
        <w:t>2.025e0</w:t>
      </w:r>
    </w:p>
    <w:p w:rsidR="007B2329" w:rsidRDefault="007B2329" w:rsidP="007B2329">
      <w:r>
        <w:t>138.6792</w:t>
      </w:r>
      <w:r>
        <w:tab/>
        <w:t>1.013e0</w:t>
      </w:r>
    </w:p>
    <w:p w:rsidR="007B2329" w:rsidRDefault="007B2329" w:rsidP="007B2329">
      <w:r>
        <w:lastRenderedPageBreak/>
        <w:t>138.6806</w:t>
      </w:r>
      <w:r>
        <w:tab/>
        <w:t>1.025e0</w:t>
      </w:r>
    </w:p>
    <w:p w:rsidR="007B2329" w:rsidRDefault="007B2329" w:rsidP="007B2329">
      <w:r>
        <w:t>138.6912</w:t>
      </w:r>
      <w:r>
        <w:tab/>
        <w:t>1.266e-2</w:t>
      </w:r>
    </w:p>
    <w:p w:rsidR="007B2329" w:rsidRDefault="007B2329" w:rsidP="007B2329">
      <w:r>
        <w:t>138.7008</w:t>
      </w:r>
      <w:r>
        <w:tab/>
        <w:t>1.013e0</w:t>
      </w:r>
    </w:p>
    <w:p w:rsidR="007B2329" w:rsidRDefault="007B2329" w:rsidP="007B2329">
      <w:r>
        <w:t>138.7040</w:t>
      </w:r>
      <w:r>
        <w:tab/>
        <w:t>2.025e0</w:t>
      </w:r>
    </w:p>
    <w:p w:rsidR="007B2329" w:rsidRDefault="007B2329" w:rsidP="007B2329">
      <w:r>
        <w:t>138.7119</w:t>
      </w:r>
      <w:r>
        <w:tab/>
        <w:t>2.025e0</w:t>
      </w:r>
    </w:p>
    <w:p w:rsidR="007B2329" w:rsidRDefault="007B2329" w:rsidP="007B2329">
      <w:r>
        <w:t>138.7132</w:t>
      </w:r>
      <w:r>
        <w:tab/>
        <w:t>1.013e0</w:t>
      </w:r>
    </w:p>
    <w:p w:rsidR="007B2329" w:rsidRDefault="007B2329" w:rsidP="007B2329">
      <w:r>
        <w:t>138.7147</w:t>
      </w:r>
      <w:r>
        <w:tab/>
        <w:t>2.025e0</w:t>
      </w:r>
    </w:p>
    <w:p w:rsidR="007B2329" w:rsidRDefault="007B2329" w:rsidP="007B2329">
      <w:r>
        <w:t>138.7321</w:t>
      </w:r>
      <w:r>
        <w:tab/>
        <w:t>1.013e0</w:t>
      </w:r>
    </w:p>
    <w:p w:rsidR="007B2329" w:rsidRDefault="007B2329" w:rsidP="007B2329">
      <w:r>
        <w:t>138.7337</w:t>
      </w:r>
      <w:r>
        <w:tab/>
        <w:t>2.025e0</w:t>
      </w:r>
    </w:p>
    <w:p w:rsidR="007B2329" w:rsidRDefault="007B2329" w:rsidP="007B2329">
      <w:r>
        <w:t>138.7354</w:t>
      </w:r>
      <w:r>
        <w:tab/>
        <w:t>1.013e0</w:t>
      </w:r>
    </w:p>
    <w:p w:rsidR="007B2329" w:rsidRDefault="007B2329" w:rsidP="007B2329">
      <w:r>
        <w:t>138.7386</w:t>
      </w:r>
      <w:r>
        <w:tab/>
        <w:t>3.038e0</w:t>
      </w:r>
    </w:p>
    <w:p w:rsidR="007B2329" w:rsidRDefault="007B2329" w:rsidP="007B2329">
      <w:r>
        <w:t>138.7506</w:t>
      </w:r>
      <w:r>
        <w:tab/>
        <w:t>1.013e0</w:t>
      </w:r>
    </w:p>
    <w:p w:rsidR="007B2329" w:rsidRDefault="007B2329" w:rsidP="007B2329">
      <w:r>
        <w:t>138.7522</w:t>
      </w:r>
      <w:r>
        <w:tab/>
        <w:t>2.025e0</w:t>
      </w:r>
    </w:p>
    <w:p w:rsidR="007B2329" w:rsidRDefault="007B2329" w:rsidP="007B2329">
      <w:r>
        <w:t>138.7634</w:t>
      </w:r>
      <w:r>
        <w:tab/>
        <w:t>1.013e0</w:t>
      </w:r>
    </w:p>
    <w:p w:rsidR="007B2329" w:rsidRDefault="007B2329" w:rsidP="007B2329">
      <w:r>
        <w:t>138.7743</w:t>
      </w:r>
      <w:r>
        <w:tab/>
        <w:t>2.025e0</w:t>
      </w:r>
    </w:p>
    <w:p w:rsidR="007B2329" w:rsidRDefault="007B2329" w:rsidP="007B2329">
      <w:r>
        <w:t>138.7803</w:t>
      </w:r>
      <w:r>
        <w:tab/>
        <w:t>2.025e0</w:t>
      </w:r>
    </w:p>
    <w:p w:rsidR="007B2329" w:rsidRDefault="007B2329" w:rsidP="007B2329">
      <w:r>
        <w:t>138.7819</w:t>
      </w:r>
      <w:r>
        <w:tab/>
        <w:t>2.038e0</w:t>
      </w:r>
    </w:p>
    <w:p w:rsidR="007B2329" w:rsidRDefault="007B2329" w:rsidP="007B2329">
      <w:r>
        <w:t>138.7884</w:t>
      </w:r>
      <w:r>
        <w:tab/>
        <w:t>1.013e0</w:t>
      </w:r>
    </w:p>
    <w:p w:rsidR="007B2329" w:rsidRDefault="007B2329" w:rsidP="007B2329">
      <w:r>
        <w:t>138.7948</w:t>
      </w:r>
      <w:r>
        <w:tab/>
        <w:t>1.013e0</w:t>
      </w:r>
    </w:p>
    <w:p w:rsidR="007B2329" w:rsidRDefault="007B2329" w:rsidP="007B2329">
      <w:r>
        <w:lastRenderedPageBreak/>
        <w:t>138.8100</w:t>
      </w:r>
      <w:r>
        <w:tab/>
        <w:t>2.025e0</w:t>
      </w:r>
    </w:p>
    <w:p w:rsidR="007B2329" w:rsidRDefault="007B2329" w:rsidP="007B2329">
      <w:r>
        <w:t>138.8133</w:t>
      </w:r>
      <w:r>
        <w:tab/>
        <w:t>1.013e0</w:t>
      </w:r>
    </w:p>
    <w:p w:rsidR="007B2329" w:rsidRDefault="007B2329" w:rsidP="007B2329">
      <w:r>
        <w:t>138.8197</w:t>
      </w:r>
      <w:r>
        <w:tab/>
        <w:t>1.266e-2</w:t>
      </w:r>
    </w:p>
    <w:p w:rsidR="007B2329" w:rsidRDefault="007B2329" w:rsidP="007B2329">
      <w:r>
        <w:t>138.8261</w:t>
      </w:r>
      <w:r>
        <w:tab/>
        <w:t>3.038e0</w:t>
      </w:r>
    </w:p>
    <w:p w:rsidR="007B2329" w:rsidRDefault="007B2329" w:rsidP="007B2329">
      <w:r>
        <w:t>138.8311</w:t>
      </w:r>
      <w:r>
        <w:tab/>
        <w:t>2.025e0</w:t>
      </w:r>
    </w:p>
    <w:p w:rsidR="007B2329" w:rsidRDefault="007B2329" w:rsidP="007B2329">
      <w:r>
        <w:t>138.8354</w:t>
      </w:r>
      <w:r>
        <w:tab/>
        <w:t>1.013e0</w:t>
      </w:r>
    </w:p>
    <w:p w:rsidR="007B2329" w:rsidRDefault="007B2329" w:rsidP="007B2329">
      <w:r>
        <w:t>138.8479</w:t>
      </w:r>
      <w:r>
        <w:tab/>
        <w:t>1.013e0</w:t>
      </w:r>
    </w:p>
    <w:p w:rsidR="007B2329" w:rsidRDefault="007B2329" w:rsidP="007B2329">
      <w:r>
        <w:t>138.8652</w:t>
      </w:r>
      <w:r>
        <w:tab/>
        <w:t>4.063e0</w:t>
      </w:r>
    </w:p>
    <w:p w:rsidR="007B2329" w:rsidRDefault="007B2329" w:rsidP="007B2329">
      <w:r>
        <w:t>138.8694</w:t>
      </w:r>
      <w:r>
        <w:tab/>
        <w:t>1.013e0</w:t>
      </w:r>
    </w:p>
    <w:p w:rsidR="007B2329" w:rsidRDefault="007B2329" w:rsidP="007B2329">
      <w:r>
        <w:t>138.8760</w:t>
      </w:r>
      <w:r>
        <w:tab/>
        <w:t>2.025e0</w:t>
      </w:r>
    </w:p>
    <w:p w:rsidR="007B2329" w:rsidRDefault="007B2329" w:rsidP="007B2329">
      <w:r>
        <w:t>138.8792</w:t>
      </w:r>
      <w:r>
        <w:tab/>
        <w:t>1.013e0</w:t>
      </w:r>
    </w:p>
    <w:p w:rsidR="007B2329" w:rsidRDefault="007B2329" w:rsidP="007B2329">
      <w:r>
        <w:t>138.8855</w:t>
      </w:r>
      <w:r>
        <w:tab/>
        <w:t>1.013e0</w:t>
      </w:r>
    </w:p>
    <w:p w:rsidR="007B2329" w:rsidRDefault="007B2329" w:rsidP="007B2329">
      <w:r>
        <w:t>138.8888</w:t>
      </w:r>
      <w:r>
        <w:tab/>
        <w:t>1.013e0</w:t>
      </w:r>
    </w:p>
    <w:p w:rsidR="007B2329" w:rsidRDefault="007B2329" w:rsidP="007B2329">
      <w:r>
        <w:t>138.8937</w:t>
      </w:r>
      <w:r>
        <w:tab/>
        <w:t>1.025e0</w:t>
      </w:r>
    </w:p>
    <w:p w:rsidR="007B2329" w:rsidRDefault="007B2329" w:rsidP="007B2329">
      <w:r>
        <w:t>138.8979</w:t>
      </w:r>
      <w:r>
        <w:tab/>
        <w:t>1.013e0</w:t>
      </w:r>
    </w:p>
    <w:p w:rsidR="007B2329" w:rsidRDefault="007B2329" w:rsidP="007B2329">
      <w:r>
        <w:t>138.9041</w:t>
      </w:r>
      <w:r>
        <w:tab/>
        <w:t>1.013e0</w:t>
      </w:r>
    </w:p>
    <w:p w:rsidR="007B2329" w:rsidRDefault="007B2329" w:rsidP="007B2329">
      <w:r>
        <w:t>138.9169</w:t>
      </w:r>
      <w:r>
        <w:tab/>
        <w:t>1.013e0</w:t>
      </w:r>
    </w:p>
    <w:p w:rsidR="007B2329" w:rsidRDefault="007B2329" w:rsidP="007B2329">
      <w:r>
        <w:t>138.9234</w:t>
      </w:r>
      <w:r>
        <w:tab/>
        <w:t>1.266e-2</w:t>
      </w:r>
    </w:p>
    <w:p w:rsidR="007B2329" w:rsidRDefault="007B2329" w:rsidP="007B2329">
      <w:r>
        <w:t>138.9263</w:t>
      </w:r>
      <w:r>
        <w:tab/>
        <w:t>1.013e0</w:t>
      </w:r>
    </w:p>
    <w:p w:rsidR="007B2329" w:rsidRDefault="007B2329" w:rsidP="007B2329">
      <w:r>
        <w:lastRenderedPageBreak/>
        <w:t>138.9322</w:t>
      </w:r>
      <w:r>
        <w:tab/>
        <w:t>2.025e0</w:t>
      </w:r>
    </w:p>
    <w:p w:rsidR="007B2329" w:rsidRDefault="007B2329" w:rsidP="007B2329">
      <w:r>
        <w:t>138.9466</w:t>
      </w:r>
      <w:r>
        <w:tab/>
        <w:t>2.025e0</w:t>
      </w:r>
    </w:p>
    <w:p w:rsidR="007B2329" w:rsidRDefault="007B2329" w:rsidP="007B2329">
      <w:r>
        <w:t>138.9547</w:t>
      </w:r>
      <w:r>
        <w:tab/>
        <w:t>2.025e0</w:t>
      </w:r>
    </w:p>
    <w:p w:rsidR="007B2329" w:rsidRDefault="007B2329" w:rsidP="007B2329">
      <w:r>
        <w:t>138.9604</w:t>
      </w:r>
      <w:r>
        <w:tab/>
        <w:t>1.013e0</w:t>
      </w:r>
    </w:p>
    <w:p w:rsidR="007B2329" w:rsidRDefault="007B2329" w:rsidP="007B2329">
      <w:r>
        <w:t>138.9732</w:t>
      </w:r>
      <w:r>
        <w:tab/>
        <w:t>1.013e0</w:t>
      </w:r>
    </w:p>
    <w:p w:rsidR="007B2329" w:rsidRDefault="007B2329" w:rsidP="007B2329">
      <w:r>
        <w:t>138.9764</w:t>
      </w:r>
      <w:r>
        <w:tab/>
        <w:t>1.013e0</w:t>
      </w:r>
    </w:p>
    <w:p w:rsidR="007B2329" w:rsidRDefault="007B2329" w:rsidP="007B2329">
      <w:r>
        <w:t>138.9829</w:t>
      </w:r>
      <w:r>
        <w:tab/>
        <w:t>1.013e0</w:t>
      </w:r>
    </w:p>
    <w:p w:rsidR="007B2329" w:rsidRDefault="007B2329" w:rsidP="007B2329">
      <w:r>
        <w:t>138.9888</w:t>
      </w:r>
      <w:r>
        <w:tab/>
        <w:t>1.013e0</w:t>
      </w:r>
    </w:p>
    <w:p w:rsidR="007B2329" w:rsidRDefault="007B2329" w:rsidP="007B2329">
      <w:r>
        <w:t>138.9949</w:t>
      </w:r>
      <w:r>
        <w:tab/>
        <w:t>1.013e0</w:t>
      </w:r>
    </w:p>
    <w:p w:rsidR="007B2329" w:rsidRDefault="007B2329" w:rsidP="007B2329">
      <w:r>
        <w:t>139.0045</w:t>
      </w:r>
      <w:r>
        <w:tab/>
        <w:t>1.013e0</w:t>
      </w:r>
    </w:p>
    <w:p w:rsidR="007B2329" w:rsidRDefault="007B2329" w:rsidP="007B2329">
      <w:r>
        <w:t>139.0110</w:t>
      </w:r>
      <w:r>
        <w:tab/>
        <w:t>1.266e-2</w:t>
      </w:r>
    </w:p>
    <w:p w:rsidR="007B2329" w:rsidRDefault="007B2329" w:rsidP="007B2329">
      <w:r>
        <w:t>139.0229</w:t>
      </w:r>
      <w:r>
        <w:tab/>
        <w:t>1.013e0</w:t>
      </w:r>
    </w:p>
    <w:p w:rsidR="007B2329" w:rsidRDefault="007B2329" w:rsidP="007B2329">
      <w:r>
        <w:t>139.0262</w:t>
      </w:r>
      <w:r>
        <w:tab/>
        <w:t>2.532e-2</w:t>
      </w:r>
    </w:p>
    <w:p w:rsidR="007B2329" w:rsidRDefault="007B2329" w:rsidP="007B2329">
      <w:r>
        <w:t>139.0327</w:t>
      </w:r>
      <w:r>
        <w:tab/>
        <w:t>3.038e0</w:t>
      </w:r>
    </w:p>
    <w:p w:rsidR="007B2329" w:rsidRDefault="007B2329" w:rsidP="007B2329">
      <w:r>
        <w:t>139.0501</w:t>
      </w:r>
      <w:r>
        <w:tab/>
        <w:t>3.038e0</w:t>
      </w:r>
    </w:p>
    <w:p w:rsidR="007B2329" w:rsidRDefault="007B2329" w:rsidP="007B2329">
      <w:r>
        <w:t>139.0528</w:t>
      </w:r>
      <w:r>
        <w:tab/>
        <w:t>5.076e0</w:t>
      </w:r>
    </w:p>
    <w:p w:rsidR="007B2329" w:rsidRDefault="007B2329" w:rsidP="007B2329">
      <w:r>
        <w:t>139.0542</w:t>
      </w:r>
      <w:r>
        <w:tab/>
        <w:t>5.101e0</w:t>
      </w:r>
    </w:p>
    <w:p w:rsidR="007B2329" w:rsidRDefault="007B2329" w:rsidP="007B2329">
      <w:r>
        <w:t>139.0573</w:t>
      </w:r>
      <w:r>
        <w:tab/>
        <w:t>3.063e0</w:t>
      </w:r>
    </w:p>
    <w:p w:rsidR="007B2329" w:rsidRDefault="007B2329" w:rsidP="007B2329">
      <w:r>
        <w:t>139.0608</w:t>
      </w:r>
      <w:r>
        <w:tab/>
        <w:t>1.013e0</w:t>
      </w:r>
    </w:p>
    <w:p w:rsidR="007B2329" w:rsidRDefault="007B2329" w:rsidP="007B2329">
      <w:r>
        <w:lastRenderedPageBreak/>
        <w:t>139.0656</w:t>
      </w:r>
      <w:r>
        <w:tab/>
        <w:t>2.025e0</w:t>
      </w:r>
    </w:p>
    <w:p w:rsidR="007B2329" w:rsidRDefault="007B2329" w:rsidP="007B2329">
      <w:r>
        <w:t>139.0906</w:t>
      </w:r>
      <w:r>
        <w:tab/>
        <w:t>7.089e0</w:t>
      </w:r>
    </w:p>
    <w:p w:rsidR="007B2329" w:rsidRDefault="007B2329" w:rsidP="007B2329">
      <w:r>
        <w:t>139.0965</w:t>
      </w:r>
      <w:r>
        <w:tab/>
        <w:t>1.114e0</w:t>
      </w:r>
    </w:p>
    <w:p w:rsidR="007B2329" w:rsidRDefault="007B2329" w:rsidP="007B2329">
      <w:r>
        <w:t>139.1170</w:t>
      </w:r>
      <w:r>
        <w:tab/>
        <w:t>6.076e0</w:t>
      </w:r>
    </w:p>
    <w:p w:rsidR="007B2329" w:rsidRDefault="007B2329" w:rsidP="007B2329">
      <w:r>
        <w:t>139.1186</w:t>
      </w:r>
      <w:r>
        <w:tab/>
        <w:t>2.540e0</w:t>
      </w:r>
    </w:p>
    <w:p w:rsidR="007B2329" w:rsidRDefault="007B2329" w:rsidP="007B2329">
      <w:r>
        <w:t>139.1270</w:t>
      </w:r>
      <w:r>
        <w:tab/>
        <w:t>8.861e-2</w:t>
      </w:r>
    </w:p>
    <w:p w:rsidR="007B2329" w:rsidRDefault="007B2329" w:rsidP="007B2329">
      <w:r>
        <w:t>139.1349</w:t>
      </w:r>
      <w:r>
        <w:tab/>
        <w:t>2.523e0</w:t>
      </w:r>
    </w:p>
    <w:p w:rsidR="007B2329" w:rsidRDefault="007B2329" w:rsidP="007B2329">
      <w:r>
        <w:t>139.1629</w:t>
      </w:r>
      <w:r>
        <w:tab/>
        <w:t>2.025e0</w:t>
      </w:r>
    </w:p>
    <w:p w:rsidR="007B2329" w:rsidRDefault="007B2329" w:rsidP="007B2329">
      <w:r>
        <w:t>139.1709</w:t>
      </w:r>
      <w:r>
        <w:tab/>
        <w:t>1.013e0</w:t>
      </w:r>
    </w:p>
    <w:p w:rsidR="007B2329" w:rsidRDefault="007B2329" w:rsidP="007B2329">
      <w:r>
        <w:t>139.1992</w:t>
      </w:r>
      <w:r>
        <w:tab/>
        <w:t>1.013e0</w:t>
      </w:r>
    </w:p>
    <w:p w:rsidR="007B2329" w:rsidRDefault="007B2329" w:rsidP="007B2329">
      <w:r>
        <w:t>139.2022</w:t>
      </w:r>
      <w:r>
        <w:tab/>
        <w:t>1.266e-2</w:t>
      </w:r>
    </w:p>
    <w:p w:rsidR="007B2329" w:rsidRDefault="007B2329" w:rsidP="007B2329">
      <w:r>
        <w:t>139.2051</w:t>
      </w:r>
      <w:r>
        <w:tab/>
        <w:t>1.013e0</w:t>
      </w:r>
    </w:p>
    <w:p w:rsidR="007B2329" w:rsidRDefault="007B2329" w:rsidP="007B2329">
      <w:r>
        <w:t>139.2064</w:t>
      </w:r>
      <w:r>
        <w:tab/>
        <w:t>2.025e0</w:t>
      </w:r>
    </w:p>
    <w:p w:rsidR="007B2329" w:rsidRDefault="007B2329" w:rsidP="007B2329">
      <w:r>
        <w:t>139.2079</w:t>
      </w:r>
      <w:r>
        <w:tab/>
        <w:t>1.013e0</w:t>
      </w:r>
    </w:p>
    <w:p w:rsidR="007B2329" w:rsidRDefault="007B2329" w:rsidP="007B2329">
      <w:r>
        <w:t>139.2112</w:t>
      </w:r>
      <w:r>
        <w:tab/>
        <w:t>2.038e0</w:t>
      </w:r>
    </w:p>
    <w:p w:rsidR="007B2329" w:rsidRDefault="007B2329" w:rsidP="007B2329">
      <w:r>
        <w:t>139.2208</w:t>
      </w:r>
      <w:r>
        <w:tab/>
        <w:t>1.013e0</w:t>
      </w:r>
    </w:p>
    <w:p w:rsidR="007B2329" w:rsidRDefault="007B2329" w:rsidP="007B2329">
      <w:r>
        <w:t>139.2240</w:t>
      </w:r>
      <w:r>
        <w:tab/>
        <w:t>1.025e0</w:t>
      </w:r>
    </w:p>
    <w:p w:rsidR="007B2329" w:rsidRDefault="007B2329" w:rsidP="007B2329">
      <w:r>
        <w:t>139.2273</w:t>
      </w:r>
      <w:r>
        <w:tab/>
        <w:t>1.013e0</w:t>
      </w:r>
    </w:p>
    <w:p w:rsidR="007B2329" w:rsidRDefault="007B2329" w:rsidP="007B2329">
      <w:r>
        <w:t>139.2335</w:t>
      </w:r>
      <w:r>
        <w:tab/>
        <w:t>1.013e0</w:t>
      </w:r>
    </w:p>
    <w:p w:rsidR="007B2329" w:rsidRDefault="007B2329" w:rsidP="007B2329">
      <w:r>
        <w:lastRenderedPageBreak/>
        <w:t>139.2458</w:t>
      </w:r>
      <w:r>
        <w:tab/>
        <w:t>2.025e0</w:t>
      </w:r>
    </w:p>
    <w:p w:rsidR="007B2329" w:rsidRDefault="007B2329" w:rsidP="007B2329">
      <w:r>
        <w:t>139.2490</w:t>
      </w:r>
      <w:r>
        <w:tab/>
        <w:t>1.266e-2</w:t>
      </w:r>
    </w:p>
    <w:p w:rsidR="007B2329" w:rsidRDefault="007B2329" w:rsidP="007B2329">
      <w:r>
        <w:t>139.2554</w:t>
      </w:r>
      <w:r>
        <w:tab/>
        <w:t>1.013e0</w:t>
      </w:r>
    </w:p>
    <w:p w:rsidR="007B2329" w:rsidRDefault="007B2329" w:rsidP="007B2329">
      <w:r>
        <w:t>139.2587</w:t>
      </w:r>
      <w:r>
        <w:tab/>
        <w:t>1.013e0</w:t>
      </w:r>
    </w:p>
    <w:p w:rsidR="007B2329" w:rsidRDefault="007B2329" w:rsidP="007B2329">
      <w:r>
        <w:t>139.2648</w:t>
      </w:r>
      <w:r>
        <w:tab/>
        <w:t>2.025e0</w:t>
      </w:r>
    </w:p>
    <w:p w:rsidR="007B2329" w:rsidRDefault="007B2329" w:rsidP="007B2329">
      <w:r>
        <w:t>139.2677</w:t>
      </w:r>
      <w:r>
        <w:tab/>
        <w:t>1.013e0</w:t>
      </w:r>
    </w:p>
    <w:p w:rsidR="007B2329" w:rsidRDefault="007B2329" w:rsidP="007B2329">
      <w:r>
        <w:t>139.2740</w:t>
      </w:r>
      <w:r>
        <w:tab/>
        <w:t>1.013e0</w:t>
      </w:r>
    </w:p>
    <w:p w:rsidR="007B2329" w:rsidRDefault="007B2329" w:rsidP="007B2329">
      <w:r>
        <w:t>139.2836</w:t>
      </w:r>
      <w:r>
        <w:tab/>
        <w:t>1.013e0</w:t>
      </w:r>
    </w:p>
    <w:p w:rsidR="007B2329" w:rsidRDefault="007B2329" w:rsidP="007B2329">
      <w:r>
        <w:t>139.2852</w:t>
      </w:r>
      <w:r>
        <w:tab/>
        <w:t>2.532e-2</w:t>
      </w:r>
    </w:p>
    <w:p w:rsidR="007B2329" w:rsidRDefault="007B2329" w:rsidP="007B2329">
      <w:r>
        <w:t>139.2948</w:t>
      </w:r>
      <w:r>
        <w:tab/>
        <w:t>2.025e0</w:t>
      </w:r>
    </w:p>
    <w:p w:rsidR="007B2329" w:rsidRDefault="007B2329" w:rsidP="007B2329">
      <w:r>
        <w:t>139.2962</w:t>
      </w:r>
      <w:r>
        <w:tab/>
        <w:t>1.266e-2</w:t>
      </w:r>
    </w:p>
    <w:p w:rsidR="007B2329" w:rsidRDefault="007B2329" w:rsidP="007B2329">
      <w:r>
        <w:t>139.2991</w:t>
      </w:r>
      <w:r>
        <w:tab/>
        <w:t>1.013e0</w:t>
      </w:r>
    </w:p>
    <w:p w:rsidR="007B2329" w:rsidRDefault="007B2329" w:rsidP="007B2329">
      <w:r>
        <w:t>139.3020</w:t>
      </w:r>
      <w:r>
        <w:tab/>
        <w:t>1.013e0</w:t>
      </w:r>
    </w:p>
    <w:p w:rsidR="007B2329" w:rsidRDefault="007B2329" w:rsidP="007B2329">
      <w:r>
        <w:t>139.3053</w:t>
      </w:r>
      <w:r>
        <w:tab/>
        <w:t>2.025e0</w:t>
      </w:r>
    </w:p>
    <w:p w:rsidR="007B2329" w:rsidRDefault="007B2329" w:rsidP="007B2329">
      <w:r>
        <w:t>139.3246</w:t>
      </w:r>
      <w:r>
        <w:tab/>
        <w:t>1.013e0</w:t>
      </w:r>
    </w:p>
    <w:p w:rsidR="007B2329" w:rsidRDefault="007B2329" w:rsidP="007B2329">
      <w:r>
        <w:t>139.3318</w:t>
      </w:r>
      <w:r>
        <w:tab/>
        <w:t>2.532e-2</w:t>
      </w:r>
    </w:p>
    <w:p w:rsidR="007B2329" w:rsidRDefault="007B2329" w:rsidP="007B2329">
      <w:r>
        <w:t>139.3334</w:t>
      </w:r>
      <w:r>
        <w:tab/>
        <w:t>1.013e0</w:t>
      </w:r>
    </w:p>
    <w:p w:rsidR="007B2329" w:rsidRDefault="007B2329" w:rsidP="007B2329">
      <w:r>
        <w:t>139.3367</w:t>
      </w:r>
      <w:r>
        <w:tab/>
        <w:t>1.013e0</w:t>
      </w:r>
    </w:p>
    <w:p w:rsidR="007B2329" w:rsidRDefault="007B2329" w:rsidP="007B2329">
      <w:r>
        <w:t>139.3400</w:t>
      </w:r>
      <w:r>
        <w:tab/>
        <w:t>1.013e0</w:t>
      </w:r>
    </w:p>
    <w:p w:rsidR="007B2329" w:rsidRDefault="007B2329" w:rsidP="007B2329">
      <w:r>
        <w:lastRenderedPageBreak/>
        <w:t>139.3495</w:t>
      </w:r>
      <w:r>
        <w:tab/>
        <w:t>1.013e0</w:t>
      </w:r>
    </w:p>
    <w:p w:rsidR="007B2329" w:rsidRDefault="007B2329" w:rsidP="007B2329">
      <w:r>
        <w:t>139.3560</w:t>
      </w:r>
      <w:r>
        <w:tab/>
        <w:t>2.025e0</w:t>
      </w:r>
    </w:p>
    <w:p w:rsidR="007B2329" w:rsidRDefault="007B2329" w:rsidP="007B2329">
      <w:r>
        <w:t>139.3690</w:t>
      </w:r>
      <w:r>
        <w:tab/>
        <w:t>2.038e0</w:t>
      </w:r>
    </w:p>
    <w:p w:rsidR="007B2329" w:rsidRDefault="007B2329" w:rsidP="007B2329">
      <w:r>
        <w:t>139.3794</w:t>
      </w:r>
      <w:r>
        <w:tab/>
        <w:t>2.532e-2</w:t>
      </w:r>
    </w:p>
    <w:p w:rsidR="007B2329" w:rsidRDefault="007B2329" w:rsidP="007B2329">
      <w:r>
        <w:t>139.3810</w:t>
      </w:r>
      <w:r>
        <w:tab/>
        <w:t>3.038e0</w:t>
      </w:r>
    </w:p>
    <w:p w:rsidR="007B2329" w:rsidRDefault="007B2329" w:rsidP="007B2329">
      <w:r>
        <w:t>139.3827</w:t>
      </w:r>
      <w:r>
        <w:tab/>
        <w:t>2.025e0</w:t>
      </w:r>
    </w:p>
    <w:p w:rsidR="007B2329" w:rsidRDefault="007B2329" w:rsidP="007B2329">
      <w:r>
        <w:t>139.3931</w:t>
      </w:r>
      <w:r>
        <w:tab/>
        <w:t>1.013e0</w:t>
      </w:r>
    </w:p>
    <w:p w:rsidR="007B2329" w:rsidRDefault="007B2329" w:rsidP="007B2329">
      <w:r>
        <w:t>139.3962</w:t>
      </w:r>
      <w:r>
        <w:tab/>
        <w:t>2.025e0</w:t>
      </w:r>
    </w:p>
    <w:p w:rsidR="007B2329" w:rsidRDefault="007B2329" w:rsidP="007B2329">
      <w:r>
        <w:t>139.3995</w:t>
      </w:r>
      <w:r>
        <w:tab/>
        <w:t>2.025e0</w:t>
      </w:r>
    </w:p>
    <w:p w:rsidR="007B2329" w:rsidRDefault="007B2329" w:rsidP="007B2329">
      <w:r>
        <w:t>139.4173</w:t>
      </w:r>
      <w:r>
        <w:tab/>
        <w:t>2.025e0</w:t>
      </w:r>
    </w:p>
    <w:p w:rsidR="007B2329" w:rsidRDefault="007B2329" w:rsidP="007B2329">
      <w:r>
        <w:t>139.4216</w:t>
      </w:r>
      <w:r>
        <w:tab/>
        <w:t>1.266e-2</w:t>
      </w:r>
    </w:p>
    <w:p w:rsidR="007B2329" w:rsidRDefault="007B2329" w:rsidP="007B2329">
      <w:r>
        <w:t>139.4275</w:t>
      </w:r>
      <w:r>
        <w:tab/>
        <w:t>4.051e0</w:t>
      </w:r>
    </w:p>
    <w:p w:rsidR="007B2329" w:rsidRDefault="007B2329" w:rsidP="007B2329">
      <w:r>
        <w:t>139.4405</w:t>
      </w:r>
      <w:r>
        <w:tab/>
        <w:t>1.013e0</w:t>
      </w:r>
    </w:p>
    <w:p w:rsidR="007B2329" w:rsidRDefault="007B2329" w:rsidP="007B2329">
      <w:r>
        <w:t>139.4471</w:t>
      </w:r>
      <w:r>
        <w:tab/>
        <w:t>3.038e0</w:t>
      </w:r>
    </w:p>
    <w:p w:rsidR="007B2329" w:rsidRDefault="007B2329" w:rsidP="007B2329">
      <w:r>
        <w:t>139.4557</w:t>
      </w:r>
      <w:r>
        <w:tab/>
        <w:t>2.025e0</w:t>
      </w:r>
    </w:p>
    <w:p w:rsidR="007B2329" w:rsidRDefault="007B2329" w:rsidP="007B2329">
      <w:r>
        <w:t>139.4751</w:t>
      </w:r>
      <w:r>
        <w:tab/>
        <w:t>1.013e0</w:t>
      </w:r>
    </w:p>
    <w:p w:rsidR="007B2329" w:rsidRDefault="007B2329" w:rsidP="007B2329">
      <w:r>
        <w:t>139.4856</w:t>
      </w:r>
      <w:r>
        <w:tab/>
        <w:t>2.025e0</w:t>
      </w:r>
    </w:p>
    <w:p w:rsidR="007B2329" w:rsidRDefault="007B2329" w:rsidP="007B2329">
      <w:r>
        <w:t>139.4871</w:t>
      </w:r>
      <w:r>
        <w:tab/>
        <w:t>1.013e0</w:t>
      </w:r>
    </w:p>
    <w:p w:rsidR="007B2329" w:rsidRDefault="007B2329" w:rsidP="007B2329">
      <w:r>
        <w:t>139.4937</w:t>
      </w:r>
      <w:r>
        <w:tab/>
        <w:t>4.051e0</w:t>
      </w:r>
    </w:p>
    <w:p w:rsidR="007B2329" w:rsidRDefault="007B2329" w:rsidP="007B2329">
      <w:r>
        <w:lastRenderedPageBreak/>
        <w:t>139.5001</w:t>
      </w:r>
      <w:r>
        <w:tab/>
        <w:t>3.038e0</w:t>
      </w:r>
    </w:p>
    <w:p w:rsidR="007B2329" w:rsidRDefault="007B2329" w:rsidP="007B2329">
      <w:r>
        <w:t>139.5065</w:t>
      </w:r>
      <w:r>
        <w:tab/>
        <w:t>1.013e0</w:t>
      </w:r>
    </w:p>
    <w:p w:rsidR="007B2329" w:rsidRDefault="007B2329" w:rsidP="007B2329">
      <w:r>
        <w:t>139.5128</w:t>
      </w:r>
      <w:r>
        <w:tab/>
        <w:t>1.013e0</w:t>
      </w:r>
    </w:p>
    <w:p w:rsidR="007B2329" w:rsidRDefault="007B2329" w:rsidP="007B2329">
      <w:r>
        <w:t>139.5156</w:t>
      </w:r>
      <w:r>
        <w:tab/>
        <w:t>1.013e0</w:t>
      </w:r>
    </w:p>
    <w:p w:rsidR="007B2329" w:rsidRDefault="007B2329" w:rsidP="007B2329">
      <w:r>
        <w:t>139.5185</w:t>
      </w:r>
      <w:r>
        <w:tab/>
        <w:t>1.013e0</w:t>
      </w:r>
    </w:p>
    <w:p w:rsidR="007B2329" w:rsidRDefault="007B2329" w:rsidP="007B2329">
      <w:r>
        <w:t>139.5219</w:t>
      </w:r>
      <w:r>
        <w:tab/>
        <w:t>1.025e0</w:t>
      </w:r>
    </w:p>
    <w:p w:rsidR="007B2329" w:rsidRDefault="007B2329" w:rsidP="007B2329">
      <w:r>
        <w:t>139.5251</w:t>
      </w:r>
      <w:r>
        <w:tab/>
        <w:t>1.013e0</w:t>
      </w:r>
    </w:p>
    <w:p w:rsidR="007B2329" w:rsidRDefault="007B2329" w:rsidP="007B2329">
      <w:r>
        <w:t>139.5379</w:t>
      </w:r>
      <w:r>
        <w:tab/>
        <w:t>1.266e-2</w:t>
      </w:r>
    </w:p>
    <w:p w:rsidR="007B2329" w:rsidRDefault="007B2329" w:rsidP="007B2329">
      <w:r>
        <w:t>139.5470</w:t>
      </w:r>
      <w:r>
        <w:tab/>
        <w:t>1.013e0</w:t>
      </w:r>
    </w:p>
    <w:p w:rsidR="007B2329" w:rsidRDefault="007B2329" w:rsidP="007B2329">
      <w:r>
        <w:t>139.5532</w:t>
      </w:r>
      <w:r>
        <w:tab/>
        <w:t>1.013e0</w:t>
      </w:r>
    </w:p>
    <w:p w:rsidR="007B2329" w:rsidRDefault="007B2329" w:rsidP="007B2329">
      <w:r>
        <w:t>139.5565</w:t>
      </w:r>
      <w:r>
        <w:tab/>
        <w:t>1.013e0</w:t>
      </w:r>
    </w:p>
    <w:p w:rsidR="007B2329" w:rsidRDefault="007B2329" w:rsidP="007B2329">
      <w:r>
        <w:t>139.5693</w:t>
      </w:r>
      <w:r>
        <w:tab/>
        <w:t>2.025e0</w:t>
      </w:r>
    </w:p>
    <w:p w:rsidR="007B2329" w:rsidRDefault="007B2329" w:rsidP="007B2329">
      <w:r>
        <w:t>139.5755</w:t>
      </w:r>
      <w:r>
        <w:tab/>
        <w:t>1.266e-2</w:t>
      </w:r>
    </w:p>
    <w:p w:rsidR="007B2329" w:rsidRDefault="007B2329" w:rsidP="007B2329">
      <w:r>
        <w:t>139.5784</w:t>
      </w:r>
      <w:r>
        <w:tab/>
        <w:t>1.013e0</w:t>
      </w:r>
    </w:p>
    <w:p w:rsidR="007B2329" w:rsidRDefault="007B2329" w:rsidP="007B2329">
      <w:r>
        <w:t>139.5814</w:t>
      </w:r>
      <w:r>
        <w:tab/>
        <w:t>1.013e0</w:t>
      </w:r>
    </w:p>
    <w:p w:rsidR="007B2329" w:rsidRDefault="007B2329" w:rsidP="007B2329">
      <w:r>
        <w:t>139.6007</w:t>
      </w:r>
      <w:r>
        <w:tab/>
        <w:t>2.025e0</w:t>
      </w:r>
    </w:p>
    <w:p w:rsidR="007B2329" w:rsidRDefault="007B2329" w:rsidP="007B2329">
      <w:r>
        <w:t>139.6041</w:t>
      </w:r>
      <w:r>
        <w:tab/>
        <w:t>1.013e0</w:t>
      </w:r>
    </w:p>
    <w:p w:rsidR="007B2329" w:rsidRDefault="007B2329" w:rsidP="007B2329">
      <w:r>
        <w:t>139.6055</w:t>
      </w:r>
      <w:r>
        <w:tab/>
        <w:t>2.025e0</w:t>
      </w:r>
    </w:p>
    <w:p w:rsidR="007B2329" w:rsidRDefault="007B2329" w:rsidP="007B2329">
      <w:r>
        <w:t>139.6080</w:t>
      </w:r>
      <w:r>
        <w:tab/>
        <w:t>3.038e0</w:t>
      </w:r>
    </w:p>
    <w:p w:rsidR="007B2329" w:rsidRDefault="007B2329" w:rsidP="007B2329">
      <w:r>
        <w:lastRenderedPageBreak/>
        <w:t>139.6160</w:t>
      </w:r>
      <w:r>
        <w:tab/>
        <w:t>2.025e0</w:t>
      </w:r>
    </w:p>
    <w:p w:rsidR="007B2329" w:rsidRDefault="007B2329" w:rsidP="007B2329">
      <w:r>
        <w:t>139.6225</w:t>
      </w:r>
      <w:r>
        <w:tab/>
        <w:t>1.013e0</w:t>
      </w:r>
    </w:p>
    <w:p w:rsidR="007B2329" w:rsidRDefault="007B2329" w:rsidP="007B2329">
      <w:r>
        <w:t>139.6321</w:t>
      </w:r>
      <w:r>
        <w:tab/>
        <w:t>1.013e0</w:t>
      </w:r>
    </w:p>
    <w:p w:rsidR="007B2329" w:rsidRDefault="007B2329" w:rsidP="007B2329">
      <w:r>
        <w:t>139.6355</w:t>
      </w:r>
      <w:r>
        <w:tab/>
        <w:t>1.013e0</w:t>
      </w:r>
    </w:p>
    <w:p w:rsidR="007B2329" w:rsidRDefault="007B2329" w:rsidP="007B2329">
      <w:r>
        <w:t>139.6411</w:t>
      </w:r>
      <w:r>
        <w:tab/>
        <w:t>1.013e0</w:t>
      </w:r>
    </w:p>
    <w:p w:rsidR="007B2329" w:rsidRDefault="007B2329" w:rsidP="007B2329">
      <w:r>
        <w:t>139.6507</w:t>
      </w:r>
      <w:r>
        <w:tab/>
        <w:t>2.025e0</w:t>
      </w:r>
    </w:p>
    <w:p w:rsidR="007B2329" w:rsidRDefault="007B2329" w:rsidP="007B2329">
      <w:r>
        <w:t>139.6571</w:t>
      </w:r>
      <w:r>
        <w:tab/>
        <w:t>1.266e-2</w:t>
      </w:r>
    </w:p>
    <w:p w:rsidR="007B2329" w:rsidRDefault="007B2329" w:rsidP="007B2329">
      <w:r>
        <w:t>139.6603</w:t>
      </w:r>
      <w:r>
        <w:tab/>
        <w:t>1.266e-2</w:t>
      </w:r>
    </w:p>
    <w:p w:rsidR="007B2329" w:rsidRDefault="007B2329" w:rsidP="007B2329">
      <w:r>
        <w:t>139.6635</w:t>
      </w:r>
      <w:r>
        <w:tab/>
        <w:t>1.013e0</w:t>
      </w:r>
    </w:p>
    <w:p w:rsidR="007B2329" w:rsidRDefault="007B2329" w:rsidP="007B2329">
      <w:r>
        <w:t>139.6669</w:t>
      </w:r>
      <w:r>
        <w:tab/>
        <w:t>1.013e0</w:t>
      </w:r>
    </w:p>
    <w:p w:rsidR="007B2329" w:rsidRDefault="007B2329" w:rsidP="007B2329">
      <w:r>
        <w:t>139.6726</w:t>
      </w:r>
      <w:r>
        <w:tab/>
        <w:t>1.013e0</w:t>
      </w:r>
    </w:p>
    <w:p w:rsidR="007B2329" w:rsidRDefault="007B2329" w:rsidP="007B2329">
      <w:r>
        <w:t>139.6853</w:t>
      </w:r>
      <w:r>
        <w:tab/>
        <w:t>3.038e0</w:t>
      </w:r>
    </w:p>
    <w:p w:rsidR="007B2329" w:rsidRDefault="007B2329" w:rsidP="007B2329">
      <w:r>
        <w:t>139.7083</w:t>
      </w:r>
      <w:r>
        <w:tab/>
        <w:t>2.038e0</w:t>
      </w:r>
    </w:p>
    <w:p w:rsidR="007B2329" w:rsidRDefault="007B2329" w:rsidP="007B2329">
      <w:r>
        <w:t>139.7199</w:t>
      </w:r>
      <w:r>
        <w:tab/>
        <w:t>1.266e-2</w:t>
      </w:r>
    </w:p>
    <w:p w:rsidR="007B2329" w:rsidRDefault="007B2329" w:rsidP="007B2329">
      <w:r>
        <w:t>139.7264</w:t>
      </w:r>
      <w:r>
        <w:tab/>
        <w:t>1.013e0</w:t>
      </w:r>
    </w:p>
    <w:p w:rsidR="007B2329" w:rsidRDefault="007B2329" w:rsidP="007B2329">
      <w:r>
        <w:t>139.7296</w:t>
      </w:r>
      <w:r>
        <w:tab/>
        <w:t>1.013e0</w:t>
      </w:r>
    </w:p>
    <w:p w:rsidR="007B2329" w:rsidRDefault="007B2329" w:rsidP="007B2329">
      <w:r>
        <w:t>139.7417</w:t>
      </w:r>
      <w:r>
        <w:tab/>
        <w:t>1.266e-2</w:t>
      </w:r>
    </w:p>
    <w:p w:rsidR="007B2329" w:rsidRDefault="007B2329" w:rsidP="007B2329">
      <w:r>
        <w:t>139.7482</w:t>
      </w:r>
      <w:r>
        <w:tab/>
        <w:t>1.013e0</w:t>
      </w:r>
    </w:p>
    <w:p w:rsidR="007B2329" w:rsidRDefault="007B2329" w:rsidP="007B2329">
      <w:r>
        <w:t>139.7513</w:t>
      </w:r>
      <w:r>
        <w:tab/>
        <w:t>1.013e0</w:t>
      </w:r>
    </w:p>
    <w:p w:rsidR="007B2329" w:rsidRDefault="007B2329" w:rsidP="007B2329">
      <w:r>
        <w:lastRenderedPageBreak/>
        <w:t>139.7612</w:t>
      </w:r>
      <w:r>
        <w:tab/>
        <w:t>2.025e0</w:t>
      </w:r>
    </w:p>
    <w:p w:rsidR="007B2329" w:rsidRDefault="007B2329" w:rsidP="007B2329">
      <w:r>
        <w:t>139.7639</w:t>
      </w:r>
      <w:r>
        <w:tab/>
        <w:t>1.013e0</w:t>
      </w:r>
    </w:p>
    <w:p w:rsidR="007B2329" w:rsidRDefault="007B2329" w:rsidP="007B2329">
      <w:r>
        <w:t>139.7796</w:t>
      </w:r>
      <w:r>
        <w:tab/>
        <w:t>1.266e-2</w:t>
      </w:r>
    </w:p>
    <w:p w:rsidR="007B2329" w:rsidRDefault="007B2329" w:rsidP="007B2329">
      <w:r>
        <w:t>139.7876</w:t>
      </w:r>
      <w:r>
        <w:tab/>
        <w:t>1.025e0</w:t>
      </w:r>
    </w:p>
    <w:p w:rsidR="007B2329" w:rsidRDefault="007B2329" w:rsidP="007B2329">
      <w:r>
        <w:t>139.7893</w:t>
      </w:r>
      <w:r>
        <w:tab/>
        <w:t>1.013e0</w:t>
      </w:r>
    </w:p>
    <w:p w:rsidR="007B2329" w:rsidRDefault="007B2329" w:rsidP="007B2329">
      <w:r>
        <w:t>139.7982</w:t>
      </w:r>
      <w:r>
        <w:tab/>
        <w:t>1.013e0</w:t>
      </w:r>
    </w:p>
    <w:p w:rsidR="007B2329" w:rsidRDefault="007B2329" w:rsidP="007B2329">
      <w:r>
        <w:t>139.8078</w:t>
      </w:r>
      <w:r>
        <w:tab/>
        <w:t>2.145e0</w:t>
      </w:r>
    </w:p>
    <w:p w:rsidR="007B2329" w:rsidRDefault="007B2329" w:rsidP="007B2329">
      <w:r>
        <w:t>139.8110</w:t>
      </w:r>
      <w:r>
        <w:tab/>
        <w:t>1.013e0</w:t>
      </w:r>
    </w:p>
    <w:p w:rsidR="007B2329" w:rsidRDefault="007B2329" w:rsidP="007B2329">
      <w:r>
        <w:t>139.8268</w:t>
      </w:r>
      <w:r>
        <w:tab/>
        <w:t>1.013e0</w:t>
      </w:r>
    </w:p>
    <w:p w:rsidR="007B2329" w:rsidRDefault="007B2329" w:rsidP="007B2329">
      <w:r>
        <w:t>139.8297</w:t>
      </w:r>
      <w:r>
        <w:tab/>
        <w:t>2.025e0</w:t>
      </w:r>
    </w:p>
    <w:p w:rsidR="007B2329" w:rsidRDefault="007B2329" w:rsidP="007B2329">
      <w:r>
        <w:t>139.8424</w:t>
      </w:r>
      <w:r>
        <w:tab/>
        <w:t>1.013e0</w:t>
      </w:r>
    </w:p>
    <w:p w:rsidR="007B2329" w:rsidRDefault="007B2329" w:rsidP="007B2329">
      <w:r>
        <w:t>139.8609</w:t>
      </w:r>
      <w:r>
        <w:tab/>
        <w:t>1.025e0</w:t>
      </w:r>
    </w:p>
    <w:p w:rsidR="007B2329" w:rsidRDefault="007B2329" w:rsidP="007B2329">
      <w:r>
        <w:t>139.8641</w:t>
      </w:r>
      <w:r>
        <w:tab/>
        <w:t>1.266e-2</w:t>
      </w:r>
    </w:p>
    <w:p w:rsidR="007B2329" w:rsidRDefault="007B2329" w:rsidP="007B2329">
      <w:r>
        <w:t>139.8771</w:t>
      </w:r>
      <w:r>
        <w:tab/>
        <w:t>2.025e0</w:t>
      </w:r>
    </w:p>
    <w:p w:rsidR="007B2329" w:rsidRDefault="007B2329" w:rsidP="007B2329">
      <w:r>
        <w:t>139.8956</w:t>
      </w:r>
      <w:r>
        <w:tab/>
        <w:t>2.025e0</w:t>
      </w:r>
    </w:p>
    <w:p w:rsidR="007B2329" w:rsidRDefault="007B2329" w:rsidP="007B2329">
      <w:r>
        <w:t>139.9021</w:t>
      </w:r>
      <w:r>
        <w:tab/>
        <w:t>1.013e0</w:t>
      </w:r>
    </w:p>
    <w:p w:rsidR="007B2329" w:rsidRDefault="007B2329" w:rsidP="007B2329">
      <w:r>
        <w:t>139.9150</w:t>
      </w:r>
      <w:r>
        <w:tab/>
        <w:t>1.013e0</w:t>
      </w:r>
    </w:p>
    <w:p w:rsidR="007B2329" w:rsidRDefault="007B2329" w:rsidP="007B2329">
      <w:r>
        <w:t>139.9225</w:t>
      </w:r>
      <w:r>
        <w:tab/>
        <w:t>2.025e0</w:t>
      </w:r>
    </w:p>
    <w:p w:rsidR="007B2329" w:rsidRDefault="007B2329" w:rsidP="007B2329">
      <w:r>
        <w:t>139.9270</w:t>
      </w:r>
      <w:r>
        <w:tab/>
        <w:t>1.013e0</w:t>
      </w:r>
    </w:p>
    <w:p w:rsidR="007B2329" w:rsidRDefault="007B2329" w:rsidP="007B2329">
      <w:r>
        <w:lastRenderedPageBreak/>
        <w:t>139.9303</w:t>
      </w:r>
      <w:r>
        <w:tab/>
        <w:t>1.013e0</w:t>
      </w:r>
    </w:p>
    <w:p w:rsidR="007B2329" w:rsidRDefault="007B2329" w:rsidP="007B2329">
      <w:r>
        <w:t>139.9351</w:t>
      </w:r>
      <w:r>
        <w:tab/>
        <w:t>1.025e0</w:t>
      </w:r>
    </w:p>
    <w:p w:rsidR="007B2329" w:rsidRDefault="007B2329" w:rsidP="007B2329">
      <w:r>
        <w:t>139.9399</w:t>
      </w:r>
      <w:r>
        <w:tab/>
        <w:t>1.013e0</w:t>
      </w:r>
    </w:p>
    <w:p w:rsidR="007B2329" w:rsidRDefault="007B2329" w:rsidP="007B2329">
      <w:r>
        <w:t>139.9431</w:t>
      </w:r>
      <w:r>
        <w:tab/>
        <w:t>1.013e0</w:t>
      </w:r>
    </w:p>
    <w:p w:rsidR="007B2329" w:rsidRDefault="007B2329" w:rsidP="007B2329">
      <w:r>
        <w:t>139.9633</w:t>
      </w:r>
      <w:r>
        <w:tab/>
        <w:t>2.025e0</w:t>
      </w:r>
    </w:p>
    <w:p w:rsidR="007B2329" w:rsidRDefault="007B2329" w:rsidP="007B2329">
      <w:r>
        <w:t>139.9697</w:t>
      </w:r>
      <w:r>
        <w:tab/>
        <w:t>2.025e0</w:t>
      </w:r>
    </w:p>
    <w:p w:rsidR="007B2329" w:rsidRDefault="007B2329" w:rsidP="007B2329">
      <w:r>
        <w:t>139.9736</w:t>
      </w:r>
      <w:r>
        <w:tab/>
        <w:t>4.051e0</w:t>
      </w:r>
    </w:p>
    <w:p w:rsidR="007B2329" w:rsidRDefault="007B2329" w:rsidP="007B2329">
      <w:r>
        <w:t>139.9778</w:t>
      </w:r>
      <w:r>
        <w:tab/>
        <w:t>4.051e0</w:t>
      </w:r>
    </w:p>
    <w:p w:rsidR="007B2329" w:rsidRDefault="007B2329" w:rsidP="007B2329">
      <w:r>
        <w:t>139.9811</w:t>
      </w:r>
      <w:r>
        <w:tab/>
        <w:t>1.013e0</w:t>
      </w:r>
    </w:p>
    <w:p w:rsidR="007B2329" w:rsidRDefault="007B2329" w:rsidP="007B2329">
      <w:r>
        <w:t>139.9840</w:t>
      </w:r>
      <w:r>
        <w:tab/>
        <w:t>1.013e0</w:t>
      </w:r>
    </w:p>
    <w:p w:rsidR="007B2329" w:rsidRDefault="007B2329" w:rsidP="007B2329">
      <w:r>
        <w:t>139.9913</w:t>
      </w:r>
      <w:r>
        <w:tab/>
        <w:t>2.025e0</w:t>
      </w:r>
    </w:p>
    <w:p w:rsidR="007B2329" w:rsidRDefault="007B2329" w:rsidP="007B2329">
      <w:r>
        <w:t>139.9964</w:t>
      </w:r>
      <w:r>
        <w:tab/>
        <w:t>1.013e0</w:t>
      </w:r>
    </w:p>
    <w:p w:rsidR="007B2329" w:rsidRDefault="007B2329" w:rsidP="007B2329">
      <w:r>
        <w:t>139.9996</w:t>
      </w:r>
      <w:r>
        <w:tab/>
        <w:t>1.013e0</w:t>
      </w:r>
    </w:p>
    <w:p w:rsidR="007B2329" w:rsidRDefault="007B2329" w:rsidP="007B2329">
      <w:r>
        <w:t>140.0028</w:t>
      </w:r>
      <w:r>
        <w:tab/>
        <w:t>1.013e0</w:t>
      </w:r>
    </w:p>
    <w:p w:rsidR="007B2329" w:rsidRDefault="007B2329" w:rsidP="007B2329">
      <w:r>
        <w:t>140.0056</w:t>
      </w:r>
      <w:r>
        <w:tab/>
        <w:t>3.038e0</w:t>
      </w:r>
    </w:p>
    <w:p w:rsidR="007B2329" w:rsidRDefault="007B2329" w:rsidP="007B2329">
      <w:r>
        <w:t>140.0093</w:t>
      </w:r>
      <w:r>
        <w:tab/>
        <w:t>1.266e-2</w:t>
      </w:r>
    </w:p>
    <w:p w:rsidR="007B2329" w:rsidRDefault="007B2329" w:rsidP="007B2329">
      <w:r>
        <w:t>140.0311</w:t>
      </w:r>
      <w:r>
        <w:tab/>
        <w:t>1.013e0</w:t>
      </w:r>
    </w:p>
    <w:p w:rsidR="007B2329" w:rsidRDefault="007B2329" w:rsidP="007B2329">
      <w:r>
        <w:t>140.0440</w:t>
      </w:r>
      <w:r>
        <w:tab/>
        <w:t>1.013e0</w:t>
      </w:r>
    </w:p>
    <w:p w:rsidR="007B2329" w:rsidRDefault="007B2329" w:rsidP="007B2329">
      <w:r>
        <w:t>140.0560</w:t>
      </w:r>
      <w:r>
        <w:tab/>
        <w:t>4.896e-1</w:t>
      </w:r>
    </w:p>
    <w:p w:rsidR="007B2329" w:rsidRDefault="007B2329" w:rsidP="007B2329">
      <w:r>
        <w:lastRenderedPageBreak/>
        <w:t>140.0784</w:t>
      </w:r>
      <w:r>
        <w:tab/>
        <w:t>1.013e0</w:t>
      </w:r>
    </w:p>
    <w:p w:rsidR="007B2329" w:rsidRDefault="007B2329" w:rsidP="007B2329">
      <w:r>
        <w:t>140.0806</w:t>
      </w:r>
      <w:r>
        <w:tab/>
        <w:t>1.266e-1</w:t>
      </w:r>
    </w:p>
    <w:p w:rsidR="007B2329" w:rsidRDefault="007B2329" w:rsidP="007B2329">
      <w:r>
        <w:t>140.0852</w:t>
      </w:r>
      <w:r>
        <w:tab/>
        <w:t>1.193e1</w:t>
      </w:r>
    </w:p>
    <w:p w:rsidR="007B2329" w:rsidRDefault="007B2329" w:rsidP="007B2329">
      <w:r>
        <w:t>140.0907</w:t>
      </w:r>
      <w:r>
        <w:tab/>
        <w:t>1.013e0</w:t>
      </w:r>
    </w:p>
    <w:p w:rsidR="007B2329" w:rsidRDefault="007B2329" w:rsidP="007B2329">
      <w:r>
        <w:t>140.1013</w:t>
      </w:r>
      <w:r>
        <w:tab/>
        <w:t>3.038e0</w:t>
      </w:r>
    </w:p>
    <w:p w:rsidR="007B2329" w:rsidRDefault="007B2329" w:rsidP="007B2329">
      <w:r>
        <w:t>140.1096</w:t>
      </w:r>
      <w:r>
        <w:tab/>
        <w:t>4.051e0</w:t>
      </w:r>
    </w:p>
    <w:p w:rsidR="007B2329" w:rsidRDefault="007B2329" w:rsidP="007B2329">
      <w:r>
        <w:t>140.1157</w:t>
      </w:r>
      <w:r>
        <w:tab/>
        <w:t>1.013e0</w:t>
      </w:r>
    </w:p>
    <w:p w:rsidR="007B2329" w:rsidRDefault="007B2329" w:rsidP="007B2329">
      <w:r>
        <w:t>140.1171</w:t>
      </w:r>
      <w:r>
        <w:tab/>
        <w:t>1.025e0</w:t>
      </w:r>
    </w:p>
    <w:p w:rsidR="007B2329" w:rsidRDefault="007B2329" w:rsidP="007B2329">
      <w:r>
        <w:t>140.1192</w:t>
      </w:r>
      <w:r>
        <w:tab/>
        <w:t>3.051e0</w:t>
      </w:r>
    </w:p>
    <w:p w:rsidR="007B2329" w:rsidRDefault="007B2329" w:rsidP="007B2329">
      <w:r>
        <w:t>140.1213</w:t>
      </w:r>
      <w:r>
        <w:tab/>
        <w:t>3.038e0</w:t>
      </w:r>
    </w:p>
    <w:p w:rsidR="007B2329" w:rsidRDefault="007B2329" w:rsidP="007B2329">
      <w:r>
        <w:t>140.1286</w:t>
      </w:r>
      <w:r>
        <w:tab/>
        <w:t>3.038e0</w:t>
      </w:r>
    </w:p>
    <w:p w:rsidR="007B2329" w:rsidRDefault="007B2329" w:rsidP="007B2329">
      <w:r>
        <w:t>140.1601</w:t>
      </w:r>
      <w:r>
        <w:tab/>
        <w:t>3.051e0</w:t>
      </w:r>
    </w:p>
    <w:p w:rsidR="007B2329" w:rsidRDefault="007B2329" w:rsidP="007B2329">
      <w:r>
        <w:t>140.1698</w:t>
      </w:r>
      <w:r>
        <w:tab/>
        <w:t>1.013e0</w:t>
      </w:r>
    </w:p>
    <w:p w:rsidR="007B2329" w:rsidRDefault="007B2329" w:rsidP="007B2329">
      <w:r>
        <w:t>140.1785</w:t>
      </w:r>
      <w:r>
        <w:tab/>
        <w:t>1.013e0</w:t>
      </w:r>
    </w:p>
    <w:p w:rsidR="007B2329" w:rsidRDefault="007B2329" w:rsidP="007B2329">
      <w:r>
        <w:t>140.1851</w:t>
      </w:r>
      <w:r>
        <w:tab/>
        <w:t>1.013e0</w:t>
      </w:r>
    </w:p>
    <w:p w:rsidR="007B2329" w:rsidRDefault="007B2329" w:rsidP="007B2329">
      <w:r>
        <w:t>140.1883</w:t>
      </w:r>
      <w:r>
        <w:tab/>
        <w:t>3.038e0</w:t>
      </w:r>
    </w:p>
    <w:p w:rsidR="007B2329" w:rsidRDefault="007B2329" w:rsidP="007B2329">
      <w:r>
        <w:t>140.1915</w:t>
      </w:r>
      <w:r>
        <w:tab/>
        <w:t>1.013e0</w:t>
      </w:r>
    </w:p>
    <w:p w:rsidR="007B2329" w:rsidRDefault="007B2329" w:rsidP="007B2329">
      <w:r>
        <w:t>140.2013</w:t>
      </w:r>
      <w:r>
        <w:tab/>
        <w:t>3.051e0</w:t>
      </w:r>
    </w:p>
    <w:p w:rsidR="007B2329" w:rsidRDefault="007B2329" w:rsidP="007B2329">
      <w:r>
        <w:t>140.2043</w:t>
      </w:r>
      <w:r>
        <w:tab/>
        <w:t>1.013e0</w:t>
      </w:r>
    </w:p>
    <w:p w:rsidR="007B2329" w:rsidRDefault="007B2329" w:rsidP="007B2329">
      <w:r>
        <w:lastRenderedPageBreak/>
        <w:t>140.2055</w:t>
      </w:r>
      <w:r>
        <w:tab/>
        <w:t>3.038e0</w:t>
      </w:r>
    </w:p>
    <w:p w:rsidR="007B2329" w:rsidRDefault="007B2329" w:rsidP="007B2329">
      <w:r>
        <w:t>140.2230</w:t>
      </w:r>
      <w:r>
        <w:tab/>
        <w:t>1.025e0</w:t>
      </w:r>
    </w:p>
    <w:p w:rsidR="007B2329" w:rsidRDefault="007B2329" w:rsidP="007B2329">
      <w:r>
        <w:t>140.2358</w:t>
      </w:r>
      <w:r>
        <w:tab/>
        <w:t>2.025e0</w:t>
      </w:r>
    </w:p>
    <w:p w:rsidR="007B2329" w:rsidRDefault="007B2329" w:rsidP="007B2329">
      <w:r>
        <w:t>140.2401</w:t>
      </w:r>
      <w:r>
        <w:tab/>
        <w:t>2.025e0</w:t>
      </w:r>
    </w:p>
    <w:p w:rsidR="007B2329" w:rsidRDefault="007B2329" w:rsidP="007B2329">
      <w:r>
        <w:t>140.2480</w:t>
      </w:r>
      <w:r>
        <w:tab/>
        <w:t>1.013e0</w:t>
      </w:r>
    </w:p>
    <w:p w:rsidR="007B2329" w:rsidRDefault="007B2329" w:rsidP="007B2329">
      <w:r>
        <w:t>140.2528</w:t>
      </w:r>
      <w:r>
        <w:tab/>
        <w:t>2.025e0</w:t>
      </w:r>
    </w:p>
    <w:p w:rsidR="007B2329" w:rsidRDefault="007B2329" w:rsidP="007B2329">
      <w:r>
        <w:t>140.2674</w:t>
      </w:r>
      <w:r>
        <w:tab/>
        <w:t>1.013e0</w:t>
      </w:r>
    </w:p>
    <w:p w:rsidR="007B2329" w:rsidRDefault="007B2329" w:rsidP="007B2329">
      <w:r>
        <w:t>140.2730</w:t>
      </w:r>
      <w:r>
        <w:tab/>
        <w:t>1.013e0</w:t>
      </w:r>
    </w:p>
    <w:p w:rsidR="007B2329" w:rsidRDefault="007B2329" w:rsidP="007B2329">
      <w:r>
        <w:t>140.2795</w:t>
      </w:r>
      <w:r>
        <w:tab/>
        <w:t>1.266e-2</w:t>
      </w:r>
    </w:p>
    <w:p w:rsidR="007B2329" w:rsidRDefault="007B2329" w:rsidP="007B2329">
      <w:r>
        <w:t>140.2859</w:t>
      </w:r>
      <w:r>
        <w:tab/>
        <w:t>1.266e-2</w:t>
      </w:r>
    </w:p>
    <w:p w:rsidR="007B2329" w:rsidRDefault="007B2329" w:rsidP="007B2329">
      <w:r>
        <w:t>140.2891</w:t>
      </w:r>
      <w:r>
        <w:tab/>
        <w:t>1.266e-2</w:t>
      </w:r>
    </w:p>
    <w:p w:rsidR="007B2329" w:rsidRDefault="007B2329" w:rsidP="007B2329">
      <w:r>
        <w:t>140.2907</w:t>
      </w:r>
      <w:r>
        <w:tab/>
        <w:t>2.025e0</w:t>
      </w:r>
    </w:p>
    <w:p w:rsidR="007B2329" w:rsidRDefault="007B2329" w:rsidP="007B2329">
      <w:r>
        <w:t>140.3045</w:t>
      </w:r>
      <w:r>
        <w:tab/>
        <w:t>1.266e-2</w:t>
      </w:r>
    </w:p>
    <w:p w:rsidR="007B2329" w:rsidRDefault="007B2329" w:rsidP="007B2329">
      <w:r>
        <w:t>140.3077</w:t>
      </w:r>
      <w:r>
        <w:tab/>
        <w:t>1.013e0</w:t>
      </w:r>
    </w:p>
    <w:p w:rsidR="007B2329" w:rsidRDefault="007B2329" w:rsidP="007B2329">
      <w:r>
        <w:t>140.3142</w:t>
      </w:r>
      <w:r>
        <w:tab/>
        <w:t>1.013e0</w:t>
      </w:r>
    </w:p>
    <w:p w:rsidR="007B2329" w:rsidRDefault="007B2329" w:rsidP="007B2329">
      <w:r>
        <w:t>140.3190</w:t>
      </w:r>
      <w:r>
        <w:tab/>
        <w:t>2.025e0</w:t>
      </w:r>
    </w:p>
    <w:p w:rsidR="007B2329" w:rsidRDefault="007B2329" w:rsidP="007B2329">
      <w:r>
        <w:t>140.3239</w:t>
      </w:r>
      <w:r>
        <w:tab/>
        <w:t>1.013e0</w:t>
      </w:r>
    </w:p>
    <w:p w:rsidR="007B2329" w:rsidRDefault="007B2329" w:rsidP="007B2329">
      <w:r>
        <w:t>140.3360</w:t>
      </w:r>
      <w:r>
        <w:tab/>
        <w:t>1.266e-2</w:t>
      </w:r>
    </w:p>
    <w:p w:rsidR="007B2329" w:rsidRDefault="007B2329" w:rsidP="007B2329">
      <w:r>
        <w:t>140.3380</w:t>
      </w:r>
      <w:r>
        <w:tab/>
        <w:t>3.038e0</w:t>
      </w:r>
    </w:p>
    <w:p w:rsidR="007B2329" w:rsidRDefault="007B2329" w:rsidP="007B2329">
      <w:r>
        <w:lastRenderedPageBreak/>
        <w:t>140.3489</w:t>
      </w:r>
      <w:r>
        <w:tab/>
        <w:t>1.266e-2</w:t>
      </w:r>
    </w:p>
    <w:p w:rsidR="007B2329" w:rsidRDefault="007B2329" w:rsidP="007B2329">
      <w:r>
        <w:t>140.3647</w:t>
      </w:r>
      <w:r>
        <w:tab/>
        <w:t>1.025e0</w:t>
      </w:r>
    </w:p>
    <w:p w:rsidR="007B2329" w:rsidRDefault="007B2329" w:rsidP="007B2329">
      <w:r>
        <w:t>140.3739</w:t>
      </w:r>
      <w:r>
        <w:tab/>
        <w:t>1.013e0</w:t>
      </w:r>
    </w:p>
    <w:p w:rsidR="007B2329" w:rsidRDefault="007B2329" w:rsidP="007B2329">
      <w:r>
        <w:t>140.3772</w:t>
      </w:r>
      <w:r>
        <w:tab/>
        <w:t>1.025e0</w:t>
      </w:r>
    </w:p>
    <w:p w:rsidR="007B2329" w:rsidRDefault="007B2329" w:rsidP="007B2329">
      <w:r>
        <w:t>140.3868</w:t>
      </w:r>
      <w:r>
        <w:tab/>
        <w:t>1.013e0</w:t>
      </w:r>
    </w:p>
    <w:p w:rsidR="007B2329" w:rsidRDefault="007B2329" w:rsidP="007B2329">
      <w:r>
        <w:t>140.3900</w:t>
      </w:r>
      <w:r>
        <w:tab/>
        <w:t>2.025e0</w:t>
      </w:r>
    </w:p>
    <w:p w:rsidR="007B2329" w:rsidRDefault="007B2329" w:rsidP="007B2329">
      <w:r>
        <w:t>140.3949</w:t>
      </w:r>
      <w:r>
        <w:tab/>
        <w:t>2.025e0</w:t>
      </w:r>
    </w:p>
    <w:p w:rsidR="007B2329" w:rsidRDefault="007B2329" w:rsidP="007B2329">
      <w:r>
        <w:t>140.3991</w:t>
      </w:r>
      <w:r>
        <w:tab/>
        <w:t>1.013e0</w:t>
      </w:r>
    </w:p>
    <w:p w:rsidR="007B2329" w:rsidRDefault="007B2329" w:rsidP="007B2329">
      <w:r>
        <w:t>140.4021</w:t>
      </w:r>
      <w:r>
        <w:tab/>
        <w:t>1.013e0</w:t>
      </w:r>
    </w:p>
    <w:p w:rsidR="007B2329" w:rsidRDefault="007B2329" w:rsidP="007B2329">
      <w:r>
        <w:t>140.4215</w:t>
      </w:r>
      <w:r>
        <w:tab/>
        <w:t>1.013e0</w:t>
      </w:r>
    </w:p>
    <w:p w:rsidR="007B2329" w:rsidRDefault="007B2329" w:rsidP="007B2329">
      <w:r>
        <w:t>140.4249</w:t>
      </w:r>
      <w:r>
        <w:tab/>
        <w:t>4.051e0</w:t>
      </w:r>
    </w:p>
    <w:p w:rsidR="007B2329" w:rsidRDefault="007B2329" w:rsidP="007B2329">
      <w:r>
        <w:t>140.4278</w:t>
      </w:r>
      <w:r>
        <w:tab/>
        <w:t>2.025e0</w:t>
      </w:r>
    </w:p>
    <w:p w:rsidR="007B2329" w:rsidRDefault="007B2329" w:rsidP="007B2329">
      <w:r>
        <w:t>140.4433</w:t>
      </w:r>
      <w:r>
        <w:tab/>
        <w:t>1.013e0</w:t>
      </w:r>
    </w:p>
    <w:p w:rsidR="007B2329" w:rsidRDefault="007B2329" w:rsidP="007B2329">
      <w:r>
        <w:t>140.4563</w:t>
      </w:r>
      <w:r>
        <w:tab/>
        <w:t>1.013e0</w:t>
      </w:r>
    </w:p>
    <w:p w:rsidR="007B2329" w:rsidRDefault="007B2329" w:rsidP="007B2329">
      <w:r>
        <w:t>140.4578</w:t>
      </w:r>
      <w:r>
        <w:tab/>
        <w:t>2.532e-2</w:t>
      </w:r>
    </w:p>
    <w:p w:rsidR="007B2329" w:rsidRDefault="007B2329" w:rsidP="007B2329">
      <w:r>
        <w:t>140.4593</w:t>
      </w:r>
      <w:r>
        <w:tab/>
        <w:t>2.025e0</w:t>
      </w:r>
    </w:p>
    <w:p w:rsidR="007B2329" w:rsidRDefault="007B2329" w:rsidP="007B2329">
      <w:r>
        <w:t>140.4716</w:t>
      </w:r>
      <w:r>
        <w:tab/>
        <w:t>1.025e0</w:t>
      </w:r>
    </w:p>
    <w:p w:rsidR="007B2329" w:rsidRDefault="007B2329" w:rsidP="007B2329">
      <w:r>
        <w:t>140.4748</w:t>
      </w:r>
      <w:r>
        <w:tab/>
        <w:t>2.025e0</w:t>
      </w:r>
    </w:p>
    <w:p w:rsidR="007B2329" w:rsidRDefault="007B2329" w:rsidP="007B2329">
      <w:r>
        <w:t>140.4780</w:t>
      </w:r>
      <w:r>
        <w:tab/>
        <w:t>1.013e0</w:t>
      </w:r>
    </w:p>
    <w:p w:rsidR="007B2329" w:rsidRDefault="007B2329" w:rsidP="007B2329">
      <w:r>
        <w:lastRenderedPageBreak/>
        <w:t>140.4845</w:t>
      </w:r>
      <w:r>
        <w:tab/>
        <w:t>1.013e0</w:t>
      </w:r>
    </w:p>
    <w:p w:rsidR="007B2329" w:rsidRDefault="007B2329" w:rsidP="007B2329">
      <w:r>
        <w:t>140.4878</w:t>
      </w:r>
      <w:r>
        <w:tab/>
        <w:t>1.013e0</w:t>
      </w:r>
    </w:p>
    <w:p w:rsidR="007B2329" w:rsidRDefault="007B2329" w:rsidP="007B2329">
      <w:r>
        <w:t>140.4998</w:t>
      </w:r>
      <w:r>
        <w:tab/>
        <w:t>1.266e-2</w:t>
      </w:r>
    </w:p>
    <w:p w:rsidR="007B2329" w:rsidRDefault="007B2329" w:rsidP="007B2329">
      <w:r>
        <w:t>140.5095</w:t>
      </w:r>
      <w:r>
        <w:tab/>
        <w:t>1.013e0</w:t>
      </w:r>
    </w:p>
    <w:p w:rsidR="007B2329" w:rsidRDefault="007B2329" w:rsidP="007B2329">
      <w:r>
        <w:t>140.5192</w:t>
      </w:r>
      <w:r>
        <w:tab/>
        <w:t>2.025e0</w:t>
      </w:r>
    </w:p>
    <w:p w:rsidR="007B2329" w:rsidRDefault="007B2329" w:rsidP="007B2329">
      <w:r>
        <w:t>140.5253</w:t>
      </w:r>
      <w:r>
        <w:tab/>
        <w:t>1.013e0</w:t>
      </w:r>
    </w:p>
    <w:p w:rsidR="007B2329" w:rsidRDefault="007B2329" w:rsidP="007B2329">
      <w:r>
        <w:t>140.5282</w:t>
      </w:r>
      <w:r>
        <w:tab/>
        <w:t>1.013e0</w:t>
      </w:r>
    </w:p>
    <w:p w:rsidR="007B2329" w:rsidRDefault="007B2329" w:rsidP="007B2329">
      <w:r>
        <w:t>140.5362</w:t>
      </w:r>
      <w:r>
        <w:tab/>
        <w:t>2.025e0</w:t>
      </w:r>
    </w:p>
    <w:p w:rsidR="007B2329" w:rsidRDefault="007B2329" w:rsidP="007B2329">
      <w:r>
        <w:t>140.5378</w:t>
      </w:r>
      <w:r>
        <w:tab/>
        <w:t>1.013e0</w:t>
      </w:r>
    </w:p>
    <w:p w:rsidR="007B2329" w:rsidRDefault="007B2329" w:rsidP="007B2329">
      <w:r>
        <w:t>140.5410</w:t>
      </w:r>
      <w:r>
        <w:tab/>
        <w:t>1.013e0</w:t>
      </w:r>
    </w:p>
    <w:p w:rsidR="007B2329" w:rsidRDefault="007B2329" w:rsidP="007B2329">
      <w:r>
        <w:t>140.5507</w:t>
      </w:r>
      <w:r>
        <w:tab/>
        <w:t>1.013e0</w:t>
      </w:r>
    </w:p>
    <w:p w:rsidR="007B2329" w:rsidRDefault="007B2329" w:rsidP="007B2329">
      <w:r>
        <w:t>140.5569</w:t>
      </w:r>
      <w:r>
        <w:tab/>
        <w:t>2.025e0</w:t>
      </w:r>
    </w:p>
    <w:p w:rsidR="007B2329" w:rsidRDefault="007B2329" w:rsidP="007B2329">
      <w:r>
        <w:t>140.5725</w:t>
      </w:r>
      <w:r>
        <w:tab/>
        <w:t>1.013e0</w:t>
      </w:r>
    </w:p>
    <w:p w:rsidR="007B2329" w:rsidRDefault="007B2329" w:rsidP="007B2329">
      <w:r>
        <w:t>140.5757</w:t>
      </w:r>
      <w:r>
        <w:tab/>
        <w:t>1.013e0</w:t>
      </w:r>
    </w:p>
    <w:p w:rsidR="007B2329" w:rsidRDefault="007B2329" w:rsidP="007B2329">
      <w:r>
        <w:t>140.5806</w:t>
      </w:r>
      <w:r>
        <w:tab/>
        <w:t>1.025e0</w:t>
      </w:r>
    </w:p>
    <w:p w:rsidR="007B2329" w:rsidRDefault="007B2329" w:rsidP="007B2329">
      <w:r>
        <w:t>140.5822</w:t>
      </w:r>
      <w:r>
        <w:tab/>
        <w:t>1.013e0</w:t>
      </w:r>
    </w:p>
    <w:p w:rsidR="007B2329" w:rsidRDefault="007B2329" w:rsidP="007B2329">
      <w:r>
        <w:t>140.5913</w:t>
      </w:r>
      <w:r>
        <w:tab/>
        <w:t>1.013e0</w:t>
      </w:r>
    </w:p>
    <w:p w:rsidR="007B2329" w:rsidRDefault="007B2329" w:rsidP="007B2329">
      <w:r>
        <w:t>140.5976</w:t>
      </w:r>
      <w:r>
        <w:tab/>
        <w:t>1.013e0</w:t>
      </w:r>
    </w:p>
    <w:p w:rsidR="007B2329" w:rsidRDefault="007B2329" w:rsidP="007B2329">
      <w:r>
        <w:t>140.6072</w:t>
      </w:r>
      <w:r>
        <w:tab/>
        <w:t>3.038e0</w:t>
      </w:r>
    </w:p>
    <w:p w:rsidR="007B2329" w:rsidRDefault="007B2329" w:rsidP="007B2329">
      <w:r>
        <w:lastRenderedPageBreak/>
        <w:t>140.6290</w:t>
      </w:r>
      <w:r>
        <w:tab/>
        <w:t>1.013e0</w:t>
      </w:r>
    </w:p>
    <w:p w:rsidR="007B2329" w:rsidRDefault="007B2329" w:rsidP="007B2329">
      <w:r>
        <w:t>140.6323</w:t>
      </w:r>
      <w:r>
        <w:tab/>
        <w:t>2.532e-2</w:t>
      </w:r>
    </w:p>
    <w:p w:rsidR="007B2329" w:rsidRDefault="007B2329" w:rsidP="007B2329">
      <w:r>
        <w:t>140.6387</w:t>
      </w:r>
      <w:r>
        <w:tab/>
        <w:t>1.013e0</w:t>
      </w:r>
    </w:p>
    <w:p w:rsidR="007B2329" w:rsidRDefault="007B2329" w:rsidP="007B2329">
      <w:r>
        <w:t>140.6485</w:t>
      </w:r>
      <w:r>
        <w:tab/>
        <w:t>1.013e0</w:t>
      </w:r>
    </w:p>
    <w:p w:rsidR="007B2329" w:rsidRDefault="007B2329" w:rsidP="007B2329">
      <w:r>
        <w:t>140.6516</w:t>
      </w:r>
      <w:r>
        <w:tab/>
        <w:t>1.025e0</w:t>
      </w:r>
    </w:p>
    <w:p w:rsidR="007B2329" w:rsidRDefault="007B2329" w:rsidP="007B2329">
      <w:r>
        <w:t>140.6638</w:t>
      </w:r>
      <w:r>
        <w:tab/>
        <w:t>3.038e0</w:t>
      </w:r>
    </w:p>
    <w:p w:rsidR="007B2329" w:rsidRDefault="007B2329" w:rsidP="007B2329">
      <w:r>
        <w:t>140.6703</w:t>
      </w:r>
      <w:r>
        <w:tab/>
        <w:t>2.038e0</w:t>
      </w:r>
    </w:p>
    <w:p w:rsidR="007B2329" w:rsidRDefault="007B2329" w:rsidP="007B2329">
      <w:r>
        <w:t>140.6734</w:t>
      </w:r>
      <w:r>
        <w:tab/>
        <w:t>1.266e-2</w:t>
      </w:r>
    </w:p>
    <w:p w:rsidR="007B2329" w:rsidRDefault="007B2329" w:rsidP="007B2329">
      <w:r>
        <w:t>140.6860</w:t>
      </w:r>
      <w:r>
        <w:tab/>
        <w:t>2.025e0</w:t>
      </w:r>
    </w:p>
    <w:p w:rsidR="007B2329" w:rsidRDefault="007B2329" w:rsidP="007B2329">
      <w:r>
        <w:t>140.6883</w:t>
      </w:r>
      <w:r>
        <w:tab/>
        <w:t>3.915e0</w:t>
      </w:r>
    </w:p>
    <w:p w:rsidR="007B2329" w:rsidRDefault="007B2329" w:rsidP="007B2329">
      <w:r>
        <w:t>140.6986</w:t>
      </w:r>
      <w:r>
        <w:tab/>
        <w:t>1.013e0</w:t>
      </w:r>
    </w:p>
    <w:p w:rsidR="007B2329" w:rsidRDefault="007B2329" w:rsidP="007B2329">
      <w:r>
        <w:t>140.7268</w:t>
      </w:r>
      <w:r>
        <w:tab/>
        <w:t>2.038e0</w:t>
      </w:r>
    </w:p>
    <w:p w:rsidR="007B2329" w:rsidRDefault="007B2329" w:rsidP="007B2329">
      <w:r>
        <w:t>140.7284</w:t>
      </w:r>
      <w:r>
        <w:tab/>
        <w:t>2.025e0</w:t>
      </w:r>
    </w:p>
    <w:p w:rsidR="007B2329" w:rsidRDefault="007B2329" w:rsidP="007B2329">
      <w:r>
        <w:t>140.7381</w:t>
      </w:r>
      <w:r>
        <w:tab/>
        <w:t>1.025e0</w:t>
      </w:r>
    </w:p>
    <w:p w:rsidR="007B2329" w:rsidRDefault="007B2329" w:rsidP="007B2329">
      <w:r>
        <w:t>140.7430</w:t>
      </w:r>
      <w:r>
        <w:tab/>
        <w:t>1.266e-2</w:t>
      </w:r>
    </w:p>
    <w:p w:rsidR="007B2329" w:rsidRDefault="007B2329" w:rsidP="007B2329">
      <w:r>
        <w:t>140.7534</w:t>
      </w:r>
      <w:r>
        <w:tab/>
        <w:t>2.025e0</w:t>
      </w:r>
    </w:p>
    <w:p w:rsidR="007B2329" w:rsidRDefault="007B2329" w:rsidP="007B2329">
      <w:r>
        <w:t>140.7616</w:t>
      </w:r>
      <w:r>
        <w:tab/>
        <w:t>3.038e0</w:t>
      </w:r>
    </w:p>
    <w:p w:rsidR="007B2329" w:rsidRDefault="007B2329" w:rsidP="007B2329">
      <w:r>
        <w:t>140.7712</w:t>
      </w:r>
      <w:r>
        <w:tab/>
        <w:t>1.013e0</w:t>
      </w:r>
    </w:p>
    <w:p w:rsidR="007B2329" w:rsidRDefault="007B2329" w:rsidP="007B2329">
      <w:r>
        <w:t>140.7914</w:t>
      </w:r>
      <w:r>
        <w:tab/>
        <w:t>2.025e0</w:t>
      </w:r>
    </w:p>
    <w:p w:rsidR="007B2329" w:rsidRDefault="007B2329" w:rsidP="007B2329">
      <w:r>
        <w:lastRenderedPageBreak/>
        <w:t>140.7963</w:t>
      </w:r>
      <w:r>
        <w:tab/>
        <w:t>1.013e0</w:t>
      </w:r>
    </w:p>
    <w:p w:rsidR="007B2329" w:rsidRDefault="007B2329" w:rsidP="007B2329">
      <w:r>
        <w:t>140.8124</w:t>
      </w:r>
      <w:r>
        <w:tab/>
        <w:t>2.025e0</w:t>
      </w:r>
    </w:p>
    <w:p w:rsidR="007B2329" w:rsidRDefault="007B2329" w:rsidP="007B2329">
      <w:r>
        <w:t>140.8181</w:t>
      </w:r>
      <w:r>
        <w:tab/>
        <w:t>1.013e0</w:t>
      </w:r>
    </w:p>
    <w:p w:rsidR="007B2329" w:rsidRDefault="007B2329" w:rsidP="007B2329">
      <w:r>
        <w:t>140.8214</w:t>
      </w:r>
      <w:r>
        <w:tab/>
        <w:t>2.025e0</w:t>
      </w:r>
    </w:p>
    <w:p w:rsidR="007B2329" w:rsidRDefault="007B2329" w:rsidP="007B2329">
      <w:r>
        <w:t>140.8408</w:t>
      </w:r>
      <w:r>
        <w:tab/>
        <w:t>2.025e0</w:t>
      </w:r>
    </w:p>
    <w:p w:rsidR="007B2329" w:rsidRDefault="007B2329" w:rsidP="007B2329">
      <w:r>
        <w:t>140.8440</w:t>
      </w:r>
      <w:r>
        <w:tab/>
        <w:t>1.266e-2</w:t>
      </w:r>
    </w:p>
    <w:p w:rsidR="007B2329" w:rsidRDefault="007B2329" w:rsidP="007B2329">
      <w:r>
        <w:t>140.8483</w:t>
      </w:r>
      <w:r>
        <w:tab/>
        <w:t>2.025e0</w:t>
      </w:r>
    </w:p>
    <w:p w:rsidR="007B2329" w:rsidRDefault="007B2329" w:rsidP="007B2329">
      <w:r>
        <w:t>140.8562</w:t>
      </w:r>
      <w:r>
        <w:tab/>
        <w:t>1.266e-2</w:t>
      </w:r>
    </w:p>
    <w:p w:rsidR="007B2329" w:rsidRDefault="007B2329" w:rsidP="007B2329">
      <w:r>
        <w:t>140.8876</w:t>
      </w:r>
      <w:r>
        <w:tab/>
        <w:t>2.038e0</w:t>
      </w:r>
    </w:p>
    <w:p w:rsidR="007B2329" w:rsidRDefault="007B2329" w:rsidP="007B2329">
      <w:r>
        <w:t>140.9130</w:t>
      </w:r>
      <w:r>
        <w:tab/>
        <w:t>1.013e0</w:t>
      </w:r>
    </w:p>
    <w:p w:rsidR="007B2329" w:rsidRDefault="007B2329" w:rsidP="007B2329">
      <w:r>
        <w:t>140.9225</w:t>
      </w:r>
      <w:r>
        <w:tab/>
        <w:t>1.013e0</w:t>
      </w:r>
    </w:p>
    <w:p w:rsidR="007B2329" w:rsidRDefault="007B2329" w:rsidP="007B2329">
      <w:r>
        <w:t>140.9256</w:t>
      </w:r>
      <w:r>
        <w:tab/>
        <w:t>1.013e0</w:t>
      </w:r>
    </w:p>
    <w:p w:rsidR="007B2329" w:rsidRDefault="007B2329" w:rsidP="007B2329">
      <w:r>
        <w:t>140.9289</w:t>
      </w:r>
      <w:r>
        <w:tab/>
        <w:t>1.013e0</w:t>
      </w:r>
    </w:p>
    <w:p w:rsidR="007B2329" w:rsidRDefault="007B2329" w:rsidP="007B2329">
      <w:r>
        <w:t>140.9305</w:t>
      </w:r>
      <w:r>
        <w:tab/>
        <w:t>2.025e0</w:t>
      </w:r>
    </w:p>
    <w:p w:rsidR="007B2329" w:rsidRDefault="007B2329" w:rsidP="007B2329">
      <w:r>
        <w:t>140.9417</w:t>
      </w:r>
      <w:r>
        <w:tab/>
        <w:t>1.013e0</w:t>
      </w:r>
    </w:p>
    <w:p w:rsidR="007B2329" w:rsidRDefault="007B2329" w:rsidP="007B2329">
      <w:r>
        <w:t>140.9460</w:t>
      </w:r>
      <w:r>
        <w:tab/>
        <w:t>2.025e0</w:t>
      </w:r>
    </w:p>
    <w:p w:rsidR="007B2329" w:rsidRDefault="007B2329" w:rsidP="007B2329">
      <w:r>
        <w:t>140.9506</w:t>
      </w:r>
      <w:r>
        <w:tab/>
        <w:t>1.013e0</w:t>
      </w:r>
    </w:p>
    <w:p w:rsidR="007B2329" w:rsidRDefault="007B2329" w:rsidP="007B2329">
      <w:r>
        <w:t>140.9539</w:t>
      </w:r>
      <w:r>
        <w:tab/>
        <w:t>1.013e0</w:t>
      </w:r>
    </w:p>
    <w:p w:rsidR="007B2329" w:rsidRDefault="007B2329" w:rsidP="007B2329">
      <w:r>
        <w:t>140.9588</w:t>
      </w:r>
      <w:r>
        <w:tab/>
        <w:t>2.025e0</w:t>
      </w:r>
    </w:p>
    <w:p w:rsidR="007B2329" w:rsidRDefault="007B2329" w:rsidP="007B2329">
      <w:r>
        <w:lastRenderedPageBreak/>
        <w:t>140.9636</w:t>
      </w:r>
      <w:r>
        <w:tab/>
        <w:t>2.025e0</w:t>
      </w:r>
    </w:p>
    <w:p w:rsidR="007B2329" w:rsidRDefault="007B2329" w:rsidP="007B2329">
      <w:r>
        <w:t>140.9734</w:t>
      </w:r>
      <w:r>
        <w:tab/>
        <w:t>2.025e0</w:t>
      </w:r>
    </w:p>
    <w:p w:rsidR="007B2329" w:rsidRDefault="007B2329" w:rsidP="007B2329">
      <w:r>
        <w:t>140.9822</w:t>
      </w:r>
      <w:r>
        <w:tab/>
        <w:t>1.013e0</w:t>
      </w:r>
    </w:p>
    <w:p w:rsidR="007B2329" w:rsidRDefault="007B2329" w:rsidP="007B2329">
      <w:r>
        <w:t>140.9945</w:t>
      </w:r>
      <w:r>
        <w:tab/>
        <w:t>4.051e0</w:t>
      </w:r>
    </w:p>
    <w:p w:rsidR="007B2329" w:rsidRDefault="007B2329" w:rsidP="007B2329">
      <w:r>
        <w:t>141.0137</w:t>
      </w:r>
      <w:r>
        <w:tab/>
        <w:t>2.025e0</w:t>
      </w:r>
    </w:p>
    <w:p w:rsidR="007B2329" w:rsidRDefault="007B2329" w:rsidP="007B2329">
      <w:r>
        <w:t>141.0235</w:t>
      </w:r>
      <w:r>
        <w:tab/>
        <w:t>1.013e0</w:t>
      </w:r>
    </w:p>
    <w:p w:rsidR="007B2329" w:rsidRDefault="007B2329" w:rsidP="007B2329">
      <w:r>
        <w:t>141.0267</w:t>
      </w:r>
      <w:r>
        <w:tab/>
        <w:t>1.013e0</w:t>
      </w:r>
    </w:p>
    <w:p w:rsidR="007B2329" w:rsidRDefault="007B2329" w:rsidP="007B2329">
      <w:r>
        <w:t>141.0299</w:t>
      </w:r>
      <w:r>
        <w:tab/>
        <w:t>1.013e0</w:t>
      </w:r>
    </w:p>
    <w:p w:rsidR="007B2329" w:rsidRDefault="007B2329" w:rsidP="007B2329">
      <w:r>
        <w:t>141.0332</w:t>
      </w:r>
      <w:r>
        <w:tab/>
        <w:t>2.053e0</w:t>
      </w:r>
    </w:p>
    <w:p w:rsidR="007B2329" w:rsidRDefault="007B2329" w:rsidP="007B2329">
      <w:r>
        <w:t>141.0365</w:t>
      </w:r>
      <w:r>
        <w:tab/>
        <w:t>3.038e0</w:t>
      </w:r>
    </w:p>
    <w:p w:rsidR="007B2329" w:rsidRDefault="007B2329" w:rsidP="007B2329">
      <w:r>
        <w:t>141.0380</w:t>
      </w:r>
      <w:r>
        <w:tab/>
        <w:t>3.038e0</w:t>
      </w:r>
    </w:p>
    <w:p w:rsidR="007B2329" w:rsidRDefault="007B2329" w:rsidP="007B2329">
      <w:r>
        <w:t>141.0467</w:t>
      </w:r>
      <w:r>
        <w:tab/>
        <w:t>2.025e0</w:t>
      </w:r>
    </w:p>
    <w:p w:rsidR="007B2329" w:rsidRDefault="007B2329" w:rsidP="007B2329">
      <w:r>
        <w:t>141.0485</w:t>
      </w:r>
      <w:r>
        <w:tab/>
        <w:t>1.013e0</w:t>
      </w:r>
    </w:p>
    <w:p w:rsidR="007B2329" w:rsidRDefault="007B2329" w:rsidP="007B2329">
      <w:r>
        <w:t>141.0518</w:t>
      </w:r>
      <w:r>
        <w:tab/>
        <w:t>1.013e0</w:t>
      </w:r>
    </w:p>
    <w:p w:rsidR="007B2329" w:rsidRDefault="007B2329" w:rsidP="007B2329">
      <w:r>
        <w:t>141.0631</w:t>
      </w:r>
      <w:r>
        <w:tab/>
        <w:t>2.025e0</w:t>
      </w:r>
    </w:p>
    <w:p w:rsidR="007B2329" w:rsidRDefault="007B2329" w:rsidP="007B2329">
      <w:r>
        <w:t>141.0680</w:t>
      </w:r>
      <w:r>
        <w:tab/>
        <w:t>1.013e0</w:t>
      </w:r>
    </w:p>
    <w:p w:rsidR="007B2329" w:rsidRDefault="007B2329" w:rsidP="007B2329">
      <w:r>
        <w:t>141.0711</w:t>
      </w:r>
      <w:r>
        <w:tab/>
        <w:t>6.076e0</w:t>
      </w:r>
    </w:p>
    <w:p w:rsidR="007B2329" w:rsidRDefault="007B2329" w:rsidP="007B2329">
      <w:r>
        <w:t>141.0746</w:t>
      </w:r>
      <w:r>
        <w:tab/>
        <w:t>6.076e0</w:t>
      </w:r>
    </w:p>
    <w:p w:rsidR="007B2329" w:rsidRDefault="007B2329" w:rsidP="007B2329">
      <w:r>
        <w:t>141.0802</w:t>
      </w:r>
      <w:r>
        <w:tab/>
        <w:t>3.798e-2</w:t>
      </w:r>
    </w:p>
    <w:p w:rsidR="007B2329" w:rsidRDefault="007B2329" w:rsidP="007B2329">
      <w:r>
        <w:lastRenderedPageBreak/>
        <w:t>141.0963</w:t>
      </w:r>
      <w:r>
        <w:tab/>
        <w:t>2.025e0</w:t>
      </w:r>
    </w:p>
    <w:p w:rsidR="007B2329" w:rsidRDefault="007B2329" w:rsidP="007B2329">
      <w:r>
        <w:t>141.0979</w:t>
      </w:r>
      <w:r>
        <w:tab/>
        <w:t>6.101e0</w:t>
      </w:r>
    </w:p>
    <w:p w:rsidR="007B2329" w:rsidRDefault="007B2329" w:rsidP="007B2329">
      <w:r>
        <w:t>141.1057</w:t>
      </w:r>
      <w:r>
        <w:tab/>
        <w:t>1.013e0</w:t>
      </w:r>
    </w:p>
    <w:p w:rsidR="007B2329" w:rsidRDefault="007B2329" w:rsidP="007B2329">
      <w:r>
        <w:t>141.1085</w:t>
      </w:r>
      <w:r>
        <w:tab/>
        <w:t>2.038e0</w:t>
      </w:r>
    </w:p>
    <w:p w:rsidR="007B2329" w:rsidRDefault="007B2329" w:rsidP="007B2329">
      <w:r>
        <w:t>141.1115</w:t>
      </w:r>
      <w:r>
        <w:tab/>
        <w:t>1.013e0</w:t>
      </w:r>
    </w:p>
    <w:p w:rsidR="007B2329" w:rsidRDefault="007B2329" w:rsidP="007B2329">
      <w:r>
        <w:t>141.1374</w:t>
      </w:r>
      <w:r>
        <w:tab/>
        <w:t>2.025e0</w:t>
      </w:r>
    </w:p>
    <w:p w:rsidR="007B2329" w:rsidRDefault="007B2329" w:rsidP="007B2329">
      <w:r>
        <w:t>141.1431</w:t>
      </w:r>
      <w:r>
        <w:tab/>
        <w:t>1.266e-2</w:t>
      </w:r>
    </w:p>
    <w:p w:rsidR="007B2329" w:rsidRDefault="007B2329" w:rsidP="007B2329">
      <w:r>
        <w:t>141.1479</w:t>
      </w:r>
      <w:r>
        <w:tab/>
        <w:t>2.025e0</w:t>
      </w:r>
    </w:p>
    <w:p w:rsidR="007B2329" w:rsidRDefault="007B2329" w:rsidP="007B2329">
      <w:r>
        <w:t>141.1496</w:t>
      </w:r>
      <w:r>
        <w:tab/>
        <w:t>1.013e0</w:t>
      </w:r>
    </w:p>
    <w:p w:rsidR="007B2329" w:rsidRDefault="007B2329" w:rsidP="007B2329">
      <w:r>
        <w:t>141.1652</w:t>
      </w:r>
      <w:r>
        <w:tab/>
        <w:t>4.051e0</w:t>
      </w:r>
    </w:p>
    <w:p w:rsidR="007B2329" w:rsidRDefault="007B2329" w:rsidP="007B2329">
      <w:r>
        <w:t>141.1719</w:t>
      </w:r>
      <w:r>
        <w:tab/>
        <w:t>1.013e0</w:t>
      </w:r>
    </w:p>
    <w:p w:rsidR="007B2329" w:rsidRDefault="007B2329" w:rsidP="007B2329">
      <w:r>
        <w:t>141.1845</w:t>
      </w:r>
      <w:r>
        <w:tab/>
        <w:t>1.013e0</w:t>
      </w:r>
    </w:p>
    <w:p w:rsidR="007B2329" w:rsidRDefault="007B2329" w:rsidP="007B2329">
      <w:r>
        <w:t>141.1909</w:t>
      </w:r>
      <w:r>
        <w:tab/>
        <w:t>1.013e0</w:t>
      </w:r>
    </w:p>
    <w:p w:rsidR="007B2329" w:rsidRDefault="007B2329" w:rsidP="007B2329">
      <w:r>
        <w:t>141.2094</w:t>
      </w:r>
      <w:r>
        <w:tab/>
        <w:t>2.025e0</w:t>
      </w:r>
    </w:p>
    <w:p w:rsidR="007B2329" w:rsidRDefault="007B2329" w:rsidP="007B2329">
      <w:r>
        <w:t>141.2192</w:t>
      </w:r>
      <w:r>
        <w:tab/>
        <w:t>1.025e0</w:t>
      </w:r>
    </w:p>
    <w:p w:rsidR="007B2329" w:rsidRDefault="007B2329" w:rsidP="007B2329">
      <w:r>
        <w:t>141.2257</w:t>
      </w:r>
      <w:r>
        <w:tab/>
        <w:t>2.025e0</w:t>
      </w:r>
    </w:p>
    <w:p w:rsidR="007B2329" w:rsidRDefault="007B2329" w:rsidP="007B2329">
      <w:r>
        <w:t>141.2443</w:t>
      </w:r>
      <w:r>
        <w:tab/>
        <w:t>1.013e0</w:t>
      </w:r>
    </w:p>
    <w:p w:rsidR="007B2329" w:rsidRDefault="007B2329" w:rsidP="007B2329">
      <w:r>
        <w:t>141.2476</w:t>
      </w:r>
      <w:r>
        <w:tab/>
        <w:t>1.013e0</w:t>
      </w:r>
    </w:p>
    <w:p w:rsidR="007B2329" w:rsidRDefault="007B2329" w:rsidP="007B2329">
      <w:r>
        <w:t>141.2491</w:t>
      </w:r>
      <w:r>
        <w:tab/>
        <w:t>2.025e0</w:t>
      </w:r>
    </w:p>
    <w:p w:rsidR="007B2329" w:rsidRDefault="007B2329" w:rsidP="007B2329">
      <w:r>
        <w:lastRenderedPageBreak/>
        <w:t>141.2758</w:t>
      </w:r>
      <w:r>
        <w:tab/>
        <w:t>1.266e-2</w:t>
      </w:r>
    </w:p>
    <w:p w:rsidR="007B2329" w:rsidRDefault="007B2329" w:rsidP="007B2329">
      <w:r>
        <w:t>141.2791</w:t>
      </w:r>
      <w:r>
        <w:tab/>
        <w:t>1.013e0</w:t>
      </w:r>
    </w:p>
    <w:p w:rsidR="007B2329" w:rsidRDefault="007B2329" w:rsidP="007B2329">
      <w:r>
        <w:t>141.2888</w:t>
      </w:r>
      <w:r>
        <w:tab/>
        <w:t>2.025e0</w:t>
      </w:r>
    </w:p>
    <w:p w:rsidR="007B2329" w:rsidRDefault="007B2329" w:rsidP="007B2329">
      <w:r>
        <w:t>141.2953</w:t>
      </w:r>
      <w:r>
        <w:tab/>
        <w:t>2.038e0</w:t>
      </w:r>
    </w:p>
    <w:p w:rsidR="007B2329" w:rsidRDefault="007B2329" w:rsidP="007B2329">
      <w:r>
        <w:t>141.2986</w:t>
      </w:r>
      <w:r>
        <w:tab/>
        <w:t>1.013e0</w:t>
      </w:r>
    </w:p>
    <w:p w:rsidR="007B2329" w:rsidRDefault="007B2329" w:rsidP="007B2329">
      <w:r>
        <w:t>141.3171</w:t>
      </w:r>
      <w:r>
        <w:tab/>
        <w:t>1.013e0</w:t>
      </w:r>
    </w:p>
    <w:p w:rsidR="007B2329" w:rsidRDefault="007B2329" w:rsidP="007B2329">
      <w:r>
        <w:t>141.3256</w:t>
      </w:r>
      <w:r>
        <w:tab/>
        <w:t>3.427e0</w:t>
      </w:r>
    </w:p>
    <w:p w:rsidR="007B2329" w:rsidRDefault="007B2329" w:rsidP="007B2329">
      <w:r>
        <w:t>141.3333</w:t>
      </w:r>
      <w:r>
        <w:tab/>
        <w:t>1.266e-2</w:t>
      </w:r>
    </w:p>
    <w:p w:rsidR="007B2329" w:rsidRDefault="007B2329" w:rsidP="007B2329">
      <w:r>
        <w:t>141.3390</w:t>
      </w:r>
      <w:r>
        <w:tab/>
        <w:t>1.013e0</w:t>
      </w:r>
    </w:p>
    <w:p w:rsidR="007B2329" w:rsidRDefault="007B2329" w:rsidP="007B2329">
      <w:r>
        <w:t>141.3422</w:t>
      </w:r>
      <w:r>
        <w:tab/>
        <w:t>2.025e0</w:t>
      </w:r>
    </w:p>
    <w:p w:rsidR="007B2329" w:rsidRDefault="007B2329" w:rsidP="007B2329">
      <w:r>
        <w:t>141.3632</w:t>
      </w:r>
      <w:r>
        <w:tab/>
        <w:t>1.025e0</w:t>
      </w:r>
    </w:p>
    <w:p w:rsidR="007B2329" w:rsidRDefault="007B2329" w:rsidP="007B2329">
      <w:r>
        <w:t>141.3678</w:t>
      </w:r>
      <w:r>
        <w:tab/>
        <w:t>1.013e0</w:t>
      </w:r>
    </w:p>
    <w:p w:rsidR="007B2329" w:rsidRDefault="007B2329" w:rsidP="007B2329">
      <w:r>
        <w:t>141.3707</w:t>
      </w:r>
      <w:r>
        <w:tab/>
        <w:t>1.013e0</w:t>
      </w:r>
    </w:p>
    <w:p w:rsidR="007B2329" w:rsidRDefault="007B2329" w:rsidP="007B2329">
      <w:r>
        <w:t>141.3835</w:t>
      </w:r>
      <w:r>
        <w:tab/>
        <w:t>1.013e0</w:t>
      </w:r>
    </w:p>
    <w:p w:rsidR="007B2329" w:rsidRDefault="007B2329" w:rsidP="007B2329">
      <w:r>
        <w:t>141.3899</w:t>
      </w:r>
      <w:r>
        <w:tab/>
        <w:t>1.013e0</w:t>
      </w:r>
    </w:p>
    <w:p w:rsidR="007B2329" w:rsidRDefault="007B2329" w:rsidP="007B2329">
      <w:r>
        <w:t>141.3932</w:t>
      </w:r>
      <w:r>
        <w:tab/>
        <w:t>3.038e0</w:t>
      </w:r>
    </w:p>
    <w:p w:rsidR="007B2329" w:rsidRDefault="007B2329" w:rsidP="007B2329">
      <w:r>
        <w:t>141.4024</w:t>
      </w:r>
      <w:r>
        <w:tab/>
        <w:t>1.013e0</w:t>
      </w:r>
    </w:p>
    <w:p w:rsidR="007B2329" w:rsidRDefault="007B2329" w:rsidP="007B2329">
      <w:r>
        <w:t>141.4086</w:t>
      </w:r>
      <w:r>
        <w:tab/>
        <w:t>1.266e-2</w:t>
      </w:r>
    </w:p>
    <w:p w:rsidR="007B2329" w:rsidRDefault="007B2329" w:rsidP="007B2329">
      <w:r>
        <w:t>141.4202</w:t>
      </w:r>
      <w:r>
        <w:tab/>
        <w:t>3.038e0</w:t>
      </w:r>
    </w:p>
    <w:p w:rsidR="007B2329" w:rsidRDefault="007B2329" w:rsidP="007B2329">
      <w:r>
        <w:lastRenderedPageBreak/>
        <w:t>141.4312</w:t>
      </w:r>
      <w:r>
        <w:tab/>
        <w:t>1.013e0</w:t>
      </w:r>
    </w:p>
    <w:p w:rsidR="007B2329" w:rsidRDefault="007B2329" w:rsidP="007B2329">
      <w:r>
        <w:t>141.4341</w:t>
      </w:r>
      <w:r>
        <w:tab/>
        <w:t>1.013e0</w:t>
      </w:r>
    </w:p>
    <w:p w:rsidR="007B2329" w:rsidRDefault="007B2329" w:rsidP="007B2329">
      <w:r>
        <w:t>141.4401</w:t>
      </w:r>
      <w:r>
        <w:tab/>
        <w:t>1.013e0</w:t>
      </w:r>
    </w:p>
    <w:p w:rsidR="007B2329" w:rsidRDefault="007B2329" w:rsidP="007B2329">
      <w:r>
        <w:t>141.4434</w:t>
      </w:r>
      <w:r>
        <w:tab/>
        <w:t>2.025e0</w:t>
      </w:r>
    </w:p>
    <w:p w:rsidR="007B2329" w:rsidRDefault="007B2329" w:rsidP="007B2329">
      <w:r>
        <w:t>141.4532</w:t>
      </w:r>
      <w:r>
        <w:tab/>
        <w:t>1.025e0</w:t>
      </w:r>
    </w:p>
    <w:p w:rsidR="007B2329" w:rsidRDefault="007B2329" w:rsidP="007B2329">
      <w:r>
        <w:t>141.4568</w:t>
      </w:r>
      <w:r>
        <w:tab/>
        <w:t>3.038e0</w:t>
      </w:r>
    </w:p>
    <w:p w:rsidR="007B2329" w:rsidRDefault="007B2329" w:rsidP="007B2329">
      <w:r>
        <w:t>141.4580</w:t>
      </w:r>
      <w:r>
        <w:tab/>
        <w:t>2.025e0</w:t>
      </w:r>
    </w:p>
    <w:p w:rsidR="007B2329" w:rsidRDefault="007B2329" w:rsidP="007B2329">
      <w:r>
        <w:t>141.4708</w:t>
      </w:r>
      <w:r>
        <w:tab/>
        <w:t>4.051e0</w:t>
      </w:r>
    </w:p>
    <w:p w:rsidR="007B2329" w:rsidRDefault="007B2329" w:rsidP="007B2329">
      <w:r>
        <w:t>141.4798</w:t>
      </w:r>
      <w:r>
        <w:tab/>
        <w:t>2.025e0</w:t>
      </w:r>
    </w:p>
    <w:p w:rsidR="007B2329" w:rsidRDefault="007B2329" w:rsidP="007B2329">
      <w:r>
        <w:t>141.4815</w:t>
      </w:r>
      <w:r>
        <w:tab/>
        <w:t>2.025e0</w:t>
      </w:r>
    </w:p>
    <w:p w:rsidR="007B2329" w:rsidRDefault="007B2329" w:rsidP="007B2329">
      <w:r>
        <w:t>141.4912</w:t>
      </w:r>
      <w:r>
        <w:tab/>
        <w:t>1.013e0</w:t>
      </w:r>
    </w:p>
    <w:p w:rsidR="007B2329" w:rsidRDefault="007B2329" w:rsidP="007B2329">
      <w:r>
        <w:t>141.4945</w:t>
      </w:r>
      <w:r>
        <w:tab/>
        <w:t>1.013e0</w:t>
      </w:r>
    </w:p>
    <w:p w:rsidR="007B2329" w:rsidRDefault="007B2329" w:rsidP="007B2329">
      <w:r>
        <w:t>141.4976</w:t>
      </w:r>
      <w:r>
        <w:tab/>
        <w:t>2.025e0</w:t>
      </w:r>
    </w:p>
    <w:p w:rsidR="007B2329" w:rsidRDefault="007B2329" w:rsidP="007B2329">
      <w:r>
        <w:t>141.5163</w:t>
      </w:r>
      <w:r>
        <w:tab/>
        <w:t>2.025e0</w:t>
      </w:r>
    </w:p>
    <w:p w:rsidR="007B2329" w:rsidRDefault="007B2329" w:rsidP="007B2329">
      <w:r>
        <w:t>141.5260</w:t>
      </w:r>
      <w:r>
        <w:tab/>
        <w:t>1.013e0</w:t>
      </w:r>
    </w:p>
    <w:p w:rsidR="007B2329" w:rsidRDefault="007B2329" w:rsidP="007B2329">
      <w:r>
        <w:t>141.5293</w:t>
      </w:r>
      <w:r>
        <w:tab/>
        <w:t>3.038e0</w:t>
      </w:r>
    </w:p>
    <w:p w:rsidR="007B2329" w:rsidRDefault="007B2329" w:rsidP="007B2329">
      <w:r>
        <w:t>141.5398</w:t>
      </w:r>
      <w:r>
        <w:tab/>
        <w:t>2.025e0</w:t>
      </w:r>
    </w:p>
    <w:p w:rsidR="007B2329" w:rsidRDefault="007B2329" w:rsidP="007B2329">
      <w:r>
        <w:t>141.5414</w:t>
      </w:r>
      <w:r>
        <w:tab/>
        <w:t>1.266e-2</w:t>
      </w:r>
    </w:p>
    <w:p w:rsidR="007B2329" w:rsidRDefault="007B2329" w:rsidP="007B2329">
      <w:r>
        <w:t>141.5527</w:t>
      </w:r>
      <w:r>
        <w:tab/>
        <w:t>2.025e0</w:t>
      </w:r>
    </w:p>
    <w:p w:rsidR="007B2329" w:rsidRDefault="007B2329" w:rsidP="007B2329">
      <w:r>
        <w:lastRenderedPageBreak/>
        <w:t>141.5544</w:t>
      </w:r>
      <w:r>
        <w:tab/>
        <w:t>1.266e-2</w:t>
      </w:r>
    </w:p>
    <w:p w:rsidR="007B2329" w:rsidRDefault="007B2329" w:rsidP="007B2329">
      <w:r>
        <w:t>141.5585</w:t>
      </w:r>
      <w:r>
        <w:tab/>
        <w:t>3.038e0</w:t>
      </w:r>
    </w:p>
    <w:p w:rsidR="007B2329" w:rsidRDefault="007B2329" w:rsidP="007B2329">
      <w:r>
        <w:t>141.5639</w:t>
      </w:r>
      <w:r>
        <w:tab/>
        <w:t>1.013e0</w:t>
      </w:r>
    </w:p>
    <w:p w:rsidR="007B2329" w:rsidRDefault="007B2329" w:rsidP="007B2329">
      <w:r>
        <w:t>141.5697</w:t>
      </w:r>
      <w:r>
        <w:tab/>
        <w:t>1.013e0</w:t>
      </w:r>
    </w:p>
    <w:p w:rsidR="007B2329" w:rsidRDefault="007B2329" w:rsidP="007B2329">
      <w:r>
        <w:t>141.5730</w:t>
      </w:r>
      <w:r>
        <w:tab/>
        <w:t>1.013e0</w:t>
      </w:r>
    </w:p>
    <w:p w:rsidR="007B2329" w:rsidRDefault="007B2329" w:rsidP="007B2329">
      <w:r>
        <w:t>141.5763</w:t>
      </w:r>
      <w:r>
        <w:tab/>
        <w:t>1.013e0</w:t>
      </w:r>
    </w:p>
    <w:p w:rsidR="007B2329" w:rsidRDefault="007B2329" w:rsidP="007B2329">
      <w:r>
        <w:t>141.5875</w:t>
      </w:r>
      <w:r>
        <w:tab/>
        <w:t>1.025e0</w:t>
      </w:r>
    </w:p>
    <w:p w:rsidR="007B2329" w:rsidRDefault="007B2329" w:rsidP="007B2329">
      <w:r>
        <w:t>141.5925</w:t>
      </w:r>
      <w:r>
        <w:tab/>
        <w:t>2.025e0</w:t>
      </w:r>
    </w:p>
    <w:p w:rsidR="007B2329" w:rsidRDefault="007B2329" w:rsidP="007B2329">
      <w:r>
        <w:t>141.6045</w:t>
      </w:r>
      <w:r>
        <w:tab/>
        <w:t>1.013e0</w:t>
      </w:r>
    </w:p>
    <w:p w:rsidR="007B2329" w:rsidRDefault="007B2329" w:rsidP="007B2329">
      <w:r>
        <w:t>141.6207</w:t>
      </w:r>
      <w:r>
        <w:tab/>
        <w:t>1.013e0</w:t>
      </w:r>
    </w:p>
    <w:p w:rsidR="007B2329" w:rsidRDefault="007B2329" w:rsidP="007B2329">
      <w:r>
        <w:t>141.6240</w:t>
      </w:r>
      <w:r>
        <w:tab/>
        <w:t>1.013e0</w:t>
      </w:r>
    </w:p>
    <w:p w:rsidR="007B2329" w:rsidRDefault="007B2329" w:rsidP="007B2329">
      <w:r>
        <w:t>141.6361</w:t>
      </w:r>
      <w:r>
        <w:tab/>
        <w:t>2.025e0</w:t>
      </w:r>
    </w:p>
    <w:p w:rsidR="007B2329" w:rsidRDefault="007B2329" w:rsidP="007B2329">
      <w:r>
        <w:t>141.6394</w:t>
      </w:r>
      <w:r>
        <w:tab/>
        <w:t>1.266e-2</w:t>
      </w:r>
    </w:p>
    <w:p w:rsidR="007B2329" w:rsidRDefault="007B2329" w:rsidP="007B2329">
      <w:r>
        <w:t>141.6496</w:t>
      </w:r>
      <w:r>
        <w:tab/>
        <w:t>4.051e0</w:t>
      </w:r>
    </w:p>
    <w:p w:rsidR="007B2329" w:rsidRDefault="007B2329" w:rsidP="007B2329">
      <w:r>
        <w:t>141.6621</w:t>
      </w:r>
      <w:r>
        <w:tab/>
        <w:t>1.013e0</w:t>
      </w:r>
    </w:p>
    <w:p w:rsidR="007B2329" w:rsidRDefault="007B2329" w:rsidP="007B2329">
      <w:r>
        <w:t>141.6678</w:t>
      </w:r>
      <w:r>
        <w:tab/>
        <w:t>1.266e-2</w:t>
      </w:r>
    </w:p>
    <w:p w:rsidR="007B2329" w:rsidRDefault="007B2329" w:rsidP="007B2329">
      <w:r>
        <w:t>141.6840</w:t>
      </w:r>
      <w:r>
        <w:tab/>
        <w:t>1.013e0</w:t>
      </w:r>
    </w:p>
    <w:p w:rsidR="007B2329" w:rsidRDefault="007B2329" w:rsidP="007B2329">
      <w:r>
        <w:t>141.6938</w:t>
      </w:r>
      <w:r>
        <w:tab/>
        <w:t>3.038e0</w:t>
      </w:r>
    </w:p>
    <w:p w:rsidR="007B2329" w:rsidRDefault="007B2329" w:rsidP="007B2329">
      <w:r>
        <w:t>141.7155</w:t>
      </w:r>
      <w:r>
        <w:tab/>
        <w:t>1.013e0</w:t>
      </w:r>
    </w:p>
    <w:p w:rsidR="007B2329" w:rsidRDefault="007B2329" w:rsidP="007B2329">
      <w:r>
        <w:lastRenderedPageBreak/>
        <w:t>141.7188</w:t>
      </w:r>
      <w:r>
        <w:tab/>
        <w:t>1.266e-2</w:t>
      </w:r>
    </w:p>
    <w:p w:rsidR="007B2329" w:rsidRDefault="007B2329" w:rsidP="007B2329">
      <w:r>
        <w:t>141.7285</w:t>
      </w:r>
      <w:r>
        <w:tab/>
        <w:t>1.013e0</w:t>
      </w:r>
    </w:p>
    <w:p w:rsidR="007B2329" w:rsidRDefault="007B2329" w:rsidP="007B2329">
      <w:r>
        <w:t>141.7407</w:t>
      </w:r>
      <w:r>
        <w:tab/>
        <w:t>2.025e0</w:t>
      </w:r>
    </w:p>
    <w:p w:rsidR="007B2329" w:rsidRDefault="007B2329" w:rsidP="007B2329">
      <w:r>
        <w:t>141.7472</w:t>
      </w:r>
      <w:r>
        <w:tab/>
        <w:t>4.063e0</w:t>
      </w:r>
    </w:p>
    <w:p w:rsidR="007B2329" w:rsidRDefault="007B2329" w:rsidP="007B2329">
      <w:r>
        <w:t>141.7569</w:t>
      </w:r>
      <w:r>
        <w:tab/>
        <w:t>1.013e0</w:t>
      </w:r>
    </w:p>
    <w:p w:rsidR="007B2329" w:rsidRDefault="007B2329" w:rsidP="007B2329">
      <w:r>
        <w:t>141.7820</w:t>
      </w:r>
      <w:r>
        <w:tab/>
        <w:t>1.013e0</w:t>
      </w:r>
    </w:p>
    <w:p w:rsidR="007B2329" w:rsidRDefault="007B2329" w:rsidP="007B2329">
      <w:r>
        <w:t>141.7927</w:t>
      </w:r>
      <w:r>
        <w:tab/>
        <w:t>2.038e0</w:t>
      </w:r>
    </w:p>
    <w:p w:rsidR="007B2329" w:rsidRDefault="007B2329" w:rsidP="007B2329">
      <w:r>
        <w:t>141.7950</w:t>
      </w:r>
      <w:r>
        <w:tab/>
        <w:t>3.038e0</w:t>
      </w:r>
    </w:p>
    <w:p w:rsidR="007B2329" w:rsidRDefault="007B2329" w:rsidP="007B2329">
      <w:r>
        <w:t>141.7984</w:t>
      </w:r>
      <w:r>
        <w:tab/>
        <w:t>4.051e0</w:t>
      </w:r>
    </w:p>
    <w:p w:rsidR="007B2329" w:rsidRDefault="007B2329" w:rsidP="007B2329">
      <w:r>
        <w:t>141.8007</w:t>
      </w:r>
      <w:r>
        <w:tab/>
        <w:t>2.038e0</w:t>
      </w:r>
    </w:p>
    <w:p w:rsidR="007B2329" w:rsidRDefault="007B2329" w:rsidP="007B2329">
      <w:r>
        <w:t>141.8026</w:t>
      </w:r>
      <w:r>
        <w:tab/>
        <w:t>3.038e0</w:t>
      </w:r>
    </w:p>
    <w:p w:rsidR="007B2329" w:rsidRDefault="007B2329" w:rsidP="007B2329">
      <w:r>
        <w:t>141.8104</w:t>
      </w:r>
      <w:r>
        <w:tab/>
        <w:t>1.013e0</w:t>
      </w:r>
    </w:p>
    <w:p w:rsidR="007B2329" w:rsidRDefault="007B2329" w:rsidP="007B2329">
      <w:r>
        <w:t>141.8201</w:t>
      </w:r>
      <w:r>
        <w:tab/>
        <w:t>2.025e0</w:t>
      </w:r>
    </w:p>
    <w:p w:rsidR="007B2329" w:rsidRDefault="007B2329" w:rsidP="007B2329">
      <w:r>
        <w:t>141.8267</w:t>
      </w:r>
      <w:r>
        <w:tab/>
        <w:t>2.025e0</w:t>
      </w:r>
    </w:p>
    <w:p w:rsidR="007B2329" w:rsidRDefault="007B2329" w:rsidP="007B2329">
      <w:r>
        <w:t>141.8296</w:t>
      </w:r>
      <w:r>
        <w:tab/>
        <w:t>1.266e-2</w:t>
      </w:r>
    </w:p>
    <w:p w:rsidR="007B2329" w:rsidRDefault="007B2329" w:rsidP="007B2329">
      <w:r>
        <w:t>141.8339</w:t>
      </w:r>
      <w:r>
        <w:tab/>
        <w:t>2.025e0</w:t>
      </w:r>
    </w:p>
    <w:p w:rsidR="007B2329" w:rsidRDefault="007B2329" w:rsidP="007B2329">
      <w:r>
        <w:t>141.8420</w:t>
      </w:r>
      <w:r>
        <w:tab/>
        <w:t>2.025e0</w:t>
      </w:r>
    </w:p>
    <w:p w:rsidR="007B2329" w:rsidRDefault="007B2329" w:rsidP="007B2329">
      <w:r>
        <w:t>141.8521</w:t>
      </w:r>
      <w:r>
        <w:tab/>
        <w:t>8.101e0</w:t>
      </w:r>
    </w:p>
    <w:p w:rsidR="007B2329" w:rsidRDefault="007B2329" w:rsidP="007B2329">
      <w:r>
        <w:t>141.8549</w:t>
      </w:r>
      <w:r>
        <w:tab/>
        <w:t>1.013e0</w:t>
      </w:r>
    </w:p>
    <w:p w:rsidR="007B2329" w:rsidRDefault="007B2329" w:rsidP="007B2329">
      <w:r>
        <w:lastRenderedPageBreak/>
        <w:t>141.8672</w:t>
      </w:r>
      <w:r>
        <w:tab/>
        <w:t>1.013e0</w:t>
      </w:r>
    </w:p>
    <w:p w:rsidR="007B2329" w:rsidRDefault="007B2329" w:rsidP="007B2329">
      <w:r>
        <w:t>141.8688</w:t>
      </w:r>
      <w:r>
        <w:tab/>
        <w:t>2.025e0</w:t>
      </w:r>
    </w:p>
    <w:p w:rsidR="007B2329" w:rsidRDefault="007B2329" w:rsidP="007B2329">
      <w:r>
        <w:t>141.8898</w:t>
      </w:r>
      <w:r>
        <w:tab/>
        <w:t>1.013e0</w:t>
      </w:r>
    </w:p>
    <w:p w:rsidR="007B2329" w:rsidRDefault="007B2329" w:rsidP="007B2329">
      <w:r>
        <w:t>141.8917</w:t>
      </w:r>
      <w:r>
        <w:tab/>
        <w:t>2.025e0</w:t>
      </w:r>
    </w:p>
    <w:p w:rsidR="007B2329" w:rsidRDefault="007B2329" w:rsidP="007B2329">
      <w:r>
        <w:t>141.8961</w:t>
      </w:r>
      <w:r>
        <w:tab/>
        <w:t>2.025e0</w:t>
      </w:r>
    </w:p>
    <w:p w:rsidR="007B2329" w:rsidRDefault="007B2329" w:rsidP="007B2329">
      <w:r>
        <w:t>141.9003</w:t>
      </w:r>
      <w:r>
        <w:tab/>
        <w:t>2.025e0</w:t>
      </w:r>
    </w:p>
    <w:p w:rsidR="007B2329" w:rsidRDefault="007B2329" w:rsidP="007B2329">
      <w:r>
        <w:t>141.9019</w:t>
      </w:r>
      <w:r>
        <w:tab/>
        <w:t>1.013e0</w:t>
      </w:r>
    </w:p>
    <w:p w:rsidR="007B2329" w:rsidRDefault="007B2329" w:rsidP="007B2329">
      <w:r>
        <w:t>141.9085</w:t>
      </w:r>
      <w:r>
        <w:tab/>
        <w:t>1.013e0</w:t>
      </w:r>
    </w:p>
    <w:p w:rsidR="007B2329" w:rsidRDefault="007B2329" w:rsidP="007B2329">
      <w:r>
        <w:t>141.9118</w:t>
      </w:r>
      <w:r>
        <w:tab/>
        <w:t>1.013e0</w:t>
      </w:r>
    </w:p>
    <w:p w:rsidR="007B2329" w:rsidRDefault="007B2329" w:rsidP="007B2329">
      <w:r>
        <w:t>141.9368</w:t>
      </w:r>
      <w:r>
        <w:tab/>
        <w:t>1.266e-2</w:t>
      </w:r>
    </w:p>
    <w:p w:rsidR="007B2329" w:rsidRDefault="007B2329" w:rsidP="007B2329">
      <w:r>
        <w:t>141.9418</w:t>
      </w:r>
      <w:r>
        <w:tab/>
        <w:t>2.025e0</w:t>
      </w:r>
    </w:p>
    <w:p w:rsidR="007B2329" w:rsidRDefault="007B2329" w:rsidP="007B2329">
      <w:r>
        <w:t>141.9434</w:t>
      </w:r>
      <w:r>
        <w:tab/>
        <w:t>2.025e0</w:t>
      </w:r>
    </w:p>
    <w:p w:rsidR="007B2329" w:rsidRDefault="007B2329" w:rsidP="007B2329">
      <w:r>
        <w:t>141.9579</w:t>
      </w:r>
      <w:r>
        <w:tab/>
        <w:t>1.025e0</w:t>
      </w:r>
    </w:p>
    <w:p w:rsidR="007B2329" w:rsidRDefault="007B2329" w:rsidP="007B2329">
      <w:r>
        <w:t>141.9596</w:t>
      </w:r>
      <w:r>
        <w:tab/>
        <w:t>1.013e0</w:t>
      </w:r>
    </w:p>
    <w:p w:rsidR="007B2329" w:rsidRDefault="007B2329" w:rsidP="007B2329">
      <w:r>
        <w:t>141.9626</w:t>
      </w:r>
      <w:r>
        <w:tab/>
        <w:t>1.013e0</w:t>
      </w:r>
    </w:p>
    <w:p w:rsidR="007B2329" w:rsidRDefault="007B2329" w:rsidP="007B2329">
      <w:r>
        <w:t>141.9668</w:t>
      </w:r>
      <w:r>
        <w:tab/>
        <w:t>2.025e0</w:t>
      </w:r>
    </w:p>
    <w:p w:rsidR="007B2329" w:rsidRDefault="007B2329" w:rsidP="007B2329">
      <w:r>
        <w:t>141.9733</w:t>
      </w:r>
      <w:r>
        <w:tab/>
        <w:t>4.051e0</w:t>
      </w:r>
    </w:p>
    <w:p w:rsidR="007B2329" w:rsidRDefault="007B2329" w:rsidP="007B2329">
      <w:r>
        <w:t>141.9783</w:t>
      </w:r>
      <w:r>
        <w:tab/>
        <w:t>2.025e0</w:t>
      </w:r>
    </w:p>
    <w:p w:rsidR="007B2329" w:rsidRDefault="007B2329" w:rsidP="007B2329">
      <w:r>
        <w:t>141.9913</w:t>
      </w:r>
      <w:r>
        <w:tab/>
        <w:t>1.013e0</w:t>
      </w:r>
    </w:p>
    <w:p w:rsidR="007B2329" w:rsidRDefault="007B2329" w:rsidP="007B2329">
      <w:r>
        <w:lastRenderedPageBreak/>
        <w:t>141.9973</w:t>
      </w:r>
      <w:r>
        <w:tab/>
        <w:t>1.013e0</w:t>
      </w:r>
    </w:p>
    <w:p w:rsidR="007B2329" w:rsidRDefault="007B2329" w:rsidP="007B2329">
      <w:r>
        <w:t>142.0066</w:t>
      </w:r>
      <w:r>
        <w:tab/>
        <w:t>1.013e0</w:t>
      </w:r>
    </w:p>
    <w:p w:rsidR="007B2329" w:rsidRDefault="007B2329" w:rsidP="007B2329">
      <w:r>
        <w:t>142.0083</w:t>
      </w:r>
      <w:r>
        <w:tab/>
        <w:t>1.025e0</w:t>
      </w:r>
    </w:p>
    <w:p w:rsidR="007B2329" w:rsidRDefault="007B2329" w:rsidP="007B2329">
      <w:r>
        <w:t>142.0259</w:t>
      </w:r>
      <w:r>
        <w:tab/>
        <w:t>5.063e0</w:t>
      </w:r>
    </w:p>
    <w:p w:rsidR="007B2329" w:rsidRDefault="007B2329" w:rsidP="007B2329">
      <w:r>
        <w:t>142.0310</w:t>
      </w:r>
      <w:r>
        <w:tab/>
        <w:t>5.711e0</w:t>
      </w:r>
    </w:p>
    <w:p w:rsidR="007B2329" w:rsidRDefault="007B2329" w:rsidP="007B2329">
      <w:r>
        <w:t>142.0355</w:t>
      </w:r>
      <w:r>
        <w:tab/>
        <w:t>4.139e0</w:t>
      </w:r>
    </w:p>
    <w:p w:rsidR="007B2329" w:rsidRDefault="007B2329" w:rsidP="007B2329">
      <w:r>
        <w:t>142.0512</w:t>
      </w:r>
      <w:r>
        <w:tab/>
        <w:t>1.013e0</w:t>
      </w:r>
    </w:p>
    <w:p w:rsidR="007B2329" w:rsidRDefault="007B2329" w:rsidP="007B2329">
      <w:r>
        <w:t>142.0545</w:t>
      </w:r>
      <w:r>
        <w:tab/>
        <w:t>2.025e0</w:t>
      </w:r>
    </w:p>
    <w:p w:rsidR="007B2329" w:rsidRDefault="007B2329" w:rsidP="007B2329">
      <w:r>
        <w:t>142.0593</w:t>
      </w:r>
      <w:r>
        <w:tab/>
        <w:t>2.025e0</w:t>
      </w:r>
    </w:p>
    <w:p w:rsidR="007B2329" w:rsidRDefault="007B2329" w:rsidP="007B2329">
      <w:r>
        <w:t>142.0610</w:t>
      </w:r>
      <w:r>
        <w:tab/>
        <w:t>1.013e0</w:t>
      </w:r>
    </w:p>
    <w:p w:rsidR="007B2329" w:rsidRDefault="007B2329" w:rsidP="007B2329">
      <w:r>
        <w:t>142.0646</w:t>
      </w:r>
      <w:r>
        <w:tab/>
        <w:t>3.038e0</w:t>
      </w:r>
    </w:p>
    <w:p w:rsidR="007B2329" w:rsidRDefault="007B2329" w:rsidP="007B2329">
      <w:r>
        <w:t>142.0780</w:t>
      </w:r>
      <w:r>
        <w:tab/>
        <w:t>2.025e0</w:t>
      </w:r>
    </w:p>
    <w:p w:rsidR="007B2329" w:rsidRDefault="007B2329" w:rsidP="007B2329">
      <w:r>
        <w:t>142.0805</w:t>
      </w:r>
      <w:r>
        <w:tab/>
        <w:t>3.038e0</w:t>
      </w:r>
    </w:p>
    <w:p w:rsidR="007B2329" w:rsidRDefault="007B2329" w:rsidP="007B2329">
      <w:r>
        <w:t>142.0901</w:t>
      </w:r>
      <w:r>
        <w:tab/>
        <w:t>6.076e0</w:t>
      </w:r>
    </w:p>
    <w:p w:rsidR="007B2329" w:rsidRDefault="007B2329" w:rsidP="007B2329">
      <w:r>
        <w:t>142.0943</w:t>
      </w:r>
      <w:r>
        <w:tab/>
        <w:t>9.114e0</w:t>
      </w:r>
    </w:p>
    <w:p w:rsidR="007B2329" w:rsidRDefault="007B2329" w:rsidP="007B2329">
      <w:r>
        <w:t>142.1026</w:t>
      </w:r>
      <w:r>
        <w:tab/>
        <w:t>5.063e0</w:t>
      </w:r>
    </w:p>
    <w:p w:rsidR="007B2329" w:rsidRDefault="007B2329" w:rsidP="007B2329">
      <w:r>
        <w:t>142.1063</w:t>
      </w:r>
      <w:r>
        <w:tab/>
        <w:t>6.076e0</w:t>
      </w:r>
    </w:p>
    <w:p w:rsidR="007B2329" w:rsidRDefault="007B2329" w:rsidP="007B2329">
      <w:r>
        <w:t>142.1193</w:t>
      </w:r>
      <w:r>
        <w:tab/>
        <w:t>4.051e0</w:t>
      </w:r>
    </w:p>
    <w:p w:rsidR="007B2329" w:rsidRDefault="007B2329" w:rsidP="007B2329">
      <w:r>
        <w:t>142.1255</w:t>
      </w:r>
      <w:r>
        <w:tab/>
        <w:t>3.051e0</w:t>
      </w:r>
    </w:p>
    <w:p w:rsidR="007B2329" w:rsidRDefault="007B2329" w:rsidP="007B2329">
      <w:r>
        <w:lastRenderedPageBreak/>
        <w:t>142.1300</w:t>
      </w:r>
      <w:r>
        <w:tab/>
        <w:t>5.063e0</w:t>
      </w:r>
    </w:p>
    <w:p w:rsidR="007B2329" w:rsidRDefault="007B2329" w:rsidP="007B2329">
      <w:r>
        <w:t>142.1363</w:t>
      </w:r>
      <w:r>
        <w:tab/>
        <w:t>1.266e-2</w:t>
      </w:r>
    </w:p>
    <w:p w:rsidR="007B2329" w:rsidRDefault="007B2329" w:rsidP="007B2329">
      <w:r>
        <w:t>142.1461</w:t>
      </w:r>
      <w:r>
        <w:tab/>
        <w:t>1.013e0</w:t>
      </w:r>
    </w:p>
    <w:p w:rsidR="007B2329" w:rsidRDefault="007B2329" w:rsidP="007B2329">
      <w:r>
        <w:t>142.1591</w:t>
      </w:r>
      <w:r>
        <w:tab/>
        <w:t>3.797e-2</w:t>
      </w:r>
    </w:p>
    <w:p w:rsidR="007B2329" w:rsidRDefault="007B2329" w:rsidP="007B2329">
      <w:r>
        <w:t>142.1875</w:t>
      </w:r>
      <w:r>
        <w:tab/>
        <w:t>3.038e0</w:t>
      </w:r>
    </w:p>
    <w:p w:rsidR="007B2329" w:rsidRDefault="007B2329" w:rsidP="007B2329">
      <w:r>
        <w:t>142.1908</w:t>
      </w:r>
      <w:r>
        <w:tab/>
        <w:t>1.013e0</w:t>
      </w:r>
    </w:p>
    <w:p w:rsidR="007B2329" w:rsidRDefault="007B2329" w:rsidP="007B2329">
      <w:r>
        <w:t>142.1924</w:t>
      </w:r>
      <w:r>
        <w:tab/>
        <w:t>2.025e0</w:t>
      </w:r>
    </w:p>
    <w:p w:rsidR="007B2329" w:rsidRDefault="007B2329" w:rsidP="007B2329">
      <w:r>
        <w:t>142.1941</w:t>
      </w:r>
      <w:r>
        <w:tab/>
        <w:t>1.013e0</w:t>
      </w:r>
    </w:p>
    <w:p w:rsidR="007B2329" w:rsidRDefault="007B2329" w:rsidP="007B2329">
      <w:r>
        <w:t>142.2028</w:t>
      </w:r>
      <w:r>
        <w:tab/>
        <w:t>1.013e0</w:t>
      </w:r>
    </w:p>
    <w:p w:rsidR="007B2329" w:rsidRDefault="007B2329" w:rsidP="007B2329">
      <w:r>
        <w:t>142.2061</w:t>
      </w:r>
      <w:r>
        <w:tab/>
        <w:t>1.013e0</w:t>
      </w:r>
    </w:p>
    <w:p w:rsidR="007B2329" w:rsidRDefault="007B2329" w:rsidP="007B2329">
      <w:r>
        <w:t>142.2191</w:t>
      </w:r>
      <w:r>
        <w:tab/>
        <w:t>1.013e0</w:t>
      </w:r>
    </w:p>
    <w:p w:rsidR="007B2329" w:rsidRDefault="007B2329" w:rsidP="007B2329">
      <w:r>
        <w:t>142.2224</w:t>
      </w:r>
      <w:r>
        <w:tab/>
        <w:t>1.013e0</w:t>
      </w:r>
    </w:p>
    <w:p w:rsidR="007B2329" w:rsidRDefault="007B2329" w:rsidP="007B2329">
      <w:r>
        <w:t>142.2257</w:t>
      </w:r>
      <w:r>
        <w:tab/>
        <w:t>1.266e-2</w:t>
      </w:r>
    </w:p>
    <w:p w:rsidR="007B2329" w:rsidRDefault="007B2329" w:rsidP="007B2329">
      <w:r>
        <w:t>142.2289</w:t>
      </w:r>
      <w:r>
        <w:tab/>
        <w:t>1.266e-2</w:t>
      </w:r>
    </w:p>
    <w:p w:rsidR="007B2329" w:rsidRDefault="007B2329" w:rsidP="007B2329">
      <w:r>
        <w:t>142.2347</w:t>
      </w:r>
      <w:r>
        <w:tab/>
        <w:t>1.013e0</w:t>
      </w:r>
    </w:p>
    <w:p w:rsidR="007B2329" w:rsidRDefault="007B2329" w:rsidP="007B2329">
      <w:r>
        <w:t>142.2377</w:t>
      </w:r>
      <w:r>
        <w:tab/>
        <w:t>1.266e-2</w:t>
      </w:r>
    </w:p>
    <w:p w:rsidR="007B2329" w:rsidRDefault="007B2329" w:rsidP="007B2329">
      <w:r>
        <w:t>142.2443</w:t>
      </w:r>
      <w:r>
        <w:tab/>
        <w:t>1.013e0</w:t>
      </w:r>
    </w:p>
    <w:p w:rsidR="007B2329" w:rsidRDefault="007B2329" w:rsidP="007B2329">
      <w:r>
        <w:t>142.2459</w:t>
      </w:r>
      <w:r>
        <w:tab/>
        <w:t>2.025e0</w:t>
      </w:r>
    </w:p>
    <w:p w:rsidR="007B2329" w:rsidRDefault="007B2329" w:rsidP="007B2329">
      <w:r>
        <w:t>142.2476</w:t>
      </w:r>
      <w:r>
        <w:tab/>
        <w:t>2.025e0</w:t>
      </w:r>
    </w:p>
    <w:p w:rsidR="007B2329" w:rsidRDefault="007B2329" w:rsidP="007B2329">
      <w:r>
        <w:lastRenderedPageBreak/>
        <w:t>142.2508</w:t>
      </w:r>
      <w:r>
        <w:tab/>
        <w:t>1.013e0</w:t>
      </w:r>
    </w:p>
    <w:p w:rsidR="007B2329" w:rsidRDefault="007B2329" w:rsidP="007B2329">
      <w:r>
        <w:t>142.2573</w:t>
      </w:r>
      <w:r>
        <w:tab/>
        <w:t>1.013e0</w:t>
      </w:r>
    </w:p>
    <w:p w:rsidR="007B2329" w:rsidRDefault="007B2329" w:rsidP="007B2329">
      <w:r>
        <w:t>142.2665</w:t>
      </w:r>
      <w:r>
        <w:tab/>
        <w:t>1.013e0</w:t>
      </w:r>
    </w:p>
    <w:p w:rsidR="007B2329" w:rsidRDefault="007B2329" w:rsidP="007B2329">
      <w:r>
        <w:t>142.2759</w:t>
      </w:r>
      <w:r>
        <w:tab/>
        <w:t>1.025e0</w:t>
      </w:r>
    </w:p>
    <w:p w:rsidR="007B2329" w:rsidRDefault="007B2329" w:rsidP="007B2329">
      <w:r>
        <w:t>142.2793</w:t>
      </w:r>
      <w:r>
        <w:tab/>
        <w:t>1.013e0</w:t>
      </w:r>
    </w:p>
    <w:p w:rsidR="007B2329" w:rsidRDefault="007B2329" w:rsidP="007B2329">
      <w:r>
        <w:t>142.3013</w:t>
      </w:r>
      <w:r>
        <w:tab/>
        <w:t>1.025e0</w:t>
      </w:r>
    </w:p>
    <w:p w:rsidR="007B2329" w:rsidRDefault="007B2329" w:rsidP="007B2329">
      <w:r>
        <w:t>142.3109</w:t>
      </w:r>
      <w:r>
        <w:tab/>
        <w:t>1.025e0</w:t>
      </w:r>
    </w:p>
    <w:p w:rsidR="007B2329" w:rsidRDefault="007B2329" w:rsidP="007B2329">
      <w:r>
        <w:t>142.3239</w:t>
      </w:r>
      <w:r>
        <w:tab/>
        <w:t>2.025e0</w:t>
      </w:r>
    </w:p>
    <w:p w:rsidR="007B2329" w:rsidRDefault="007B2329" w:rsidP="007B2329">
      <w:r>
        <w:t>142.3303</w:t>
      </w:r>
      <w:r>
        <w:tab/>
        <w:t>1.266e-2</w:t>
      </w:r>
    </w:p>
    <w:p w:rsidR="007B2329" w:rsidRDefault="007B2329" w:rsidP="007B2329">
      <w:r>
        <w:t>142.3361</w:t>
      </w:r>
      <w:r>
        <w:tab/>
        <w:t>1.013e0</w:t>
      </w:r>
    </w:p>
    <w:p w:rsidR="007B2329" w:rsidRDefault="007B2329" w:rsidP="007B2329">
      <w:r>
        <w:t>142.3425</w:t>
      </w:r>
      <w:r>
        <w:tab/>
        <w:t>1.013e0</w:t>
      </w:r>
    </w:p>
    <w:p w:rsidR="007B2329" w:rsidRDefault="007B2329" w:rsidP="007B2329">
      <w:r>
        <w:t>142.3523</w:t>
      </w:r>
      <w:r>
        <w:tab/>
        <w:t>1.013e0</w:t>
      </w:r>
    </w:p>
    <w:p w:rsidR="007B2329" w:rsidRDefault="007B2329" w:rsidP="007B2329">
      <w:r>
        <w:t>142.3543</w:t>
      </w:r>
      <w:r>
        <w:tab/>
        <w:t>4.051e0</w:t>
      </w:r>
    </w:p>
    <w:p w:rsidR="007B2329" w:rsidRDefault="007B2329" w:rsidP="007B2329">
      <w:r>
        <w:t>142.3651</w:t>
      </w:r>
      <w:r>
        <w:tab/>
        <w:t>1.013e0</w:t>
      </w:r>
    </w:p>
    <w:p w:rsidR="007B2329" w:rsidRDefault="007B2329" w:rsidP="007B2329">
      <w:r>
        <w:t>142.3680</w:t>
      </w:r>
      <w:r>
        <w:tab/>
        <w:t>2.025e0</w:t>
      </w:r>
    </w:p>
    <w:p w:rsidR="007B2329" w:rsidRDefault="007B2329" w:rsidP="007B2329">
      <w:r>
        <w:t>142.3775</w:t>
      </w:r>
      <w:r>
        <w:tab/>
        <w:t>1.013e0</w:t>
      </w:r>
    </w:p>
    <w:p w:rsidR="007B2329" w:rsidRDefault="007B2329" w:rsidP="007B2329">
      <w:r>
        <w:t>142.3839</w:t>
      </w:r>
      <w:r>
        <w:tab/>
        <w:t>2.025e0</w:t>
      </w:r>
    </w:p>
    <w:p w:rsidR="007B2329" w:rsidRDefault="007B2329" w:rsidP="007B2329">
      <w:r>
        <w:t>142.3856</w:t>
      </w:r>
      <w:r>
        <w:tab/>
        <w:t>2.025e0</w:t>
      </w:r>
    </w:p>
    <w:p w:rsidR="007B2329" w:rsidRDefault="007B2329" w:rsidP="007B2329">
      <w:r>
        <w:t>142.3937</w:t>
      </w:r>
      <w:r>
        <w:tab/>
        <w:t>1.013e0</w:t>
      </w:r>
    </w:p>
    <w:p w:rsidR="007B2329" w:rsidRDefault="007B2329" w:rsidP="007B2329">
      <w:r>
        <w:lastRenderedPageBreak/>
        <w:t>142.3969</w:t>
      </w:r>
      <w:r>
        <w:tab/>
        <w:t>1.013e0</w:t>
      </w:r>
    </w:p>
    <w:p w:rsidR="007B2329" w:rsidRDefault="007B2329" w:rsidP="007B2329">
      <w:r>
        <w:t>142.3985</w:t>
      </w:r>
      <w:r>
        <w:tab/>
        <w:t>2.025e0</w:t>
      </w:r>
    </w:p>
    <w:p w:rsidR="007B2329" w:rsidRDefault="007B2329" w:rsidP="007B2329">
      <w:r>
        <w:t>142.3999</w:t>
      </w:r>
      <w:r>
        <w:tab/>
        <w:t>2.025e0</w:t>
      </w:r>
    </w:p>
    <w:p w:rsidR="007B2329" w:rsidRDefault="007B2329" w:rsidP="007B2329">
      <w:r>
        <w:t>142.4156</w:t>
      </w:r>
      <w:r>
        <w:tab/>
        <w:t>1.013e0</w:t>
      </w:r>
    </w:p>
    <w:p w:rsidR="007B2329" w:rsidRDefault="007B2329" w:rsidP="007B2329">
      <w:r>
        <w:t>142.4221</w:t>
      </w:r>
      <w:r>
        <w:tab/>
        <w:t>1.013e0</w:t>
      </w:r>
    </w:p>
    <w:p w:rsidR="007B2329" w:rsidRDefault="007B2329" w:rsidP="007B2329">
      <w:r>
        <w:t>142.4407</w:t>
      </w:r>
      <w:r>
        <w:tab/>
        <w:t>2.025e0</w:t>
      </w:r>
    </w:p>
    <w:p w:rsidR="007B2329" w:rsidRDefault="007B2329" w:rsidP="007B2329">
      <w:r>
        <w:t>142.4473</w:t>
      </w:r>
      <w:r>
        <w:tab/>
        <w:t>1.013e0</w:t>
      </w:r>
    </w:p>
    <w:p w:rsidR="007B2329" w:rsidRDefault="007B2329" w:rsidP="007B2329">
      <w:r>
        <w:t>142.4505</w:t>
      </w:r>
      <w:r>
        <w:tab/>
        <w:t>1.013e0</w:t>
      </w:r>
    </w:p>
    <w:p w:rsidR="007B2329" w:rsidRDefault="007B2329" w:rsidP="007B2329">
      <w:r>
        <w:t>142.4570</w:t>
      </w:r>
      <w:r>
        <w:tab/>
        <w:t>1.013e0</w:t>
      </w:r>
    </w:p>
    <w:p w:rsidR="007B2329" w:rsidRDefault="007B2329" w:rsidP="007B2329">
      <w:r>
        <w:t>142.4665</w:t>
      </w:r>
      <w:r>
        <w:tab/>
        <w:t>1.013e0</w:t>
      </w:r>
    </w:p>
    <w:p w:rsidR="007B2329" w:rsidRDefault="007B2329" w:rsidP="007B2329">
      <w:r>
        <w:t>142.4695</w:t>
      </w:r>
      <w:r>
        <w:tab/>
        <w:t>1.013e0</w:t>
      </w:r>
    </w:p>
    <w:p w:rsidR="007B2329" w:rsidRDefault="007B2329" w:rsidP="007B2329">
      <w:r>
        <w:t>142.4723</w:t>
      </w:r>
      <w:r>
        <w:tab/>
        <w:t>1.266e-2</w:t>
      </w:r>
    </w:p>
    <w:p w:rsidR="007B2329" w:rsidRDefault="007B2329" w:rsidP="007B2329">
      <w:r>
        <w:t>142.4790</w:t>
      </w:r>
      <w:r>
        <w:tab/>
        <w:t>1.013e0</w:t>
      </w:r>
    </w:p>
    <w:p w:rsidR="007B2329" w:rsidRDefault="007B2329" w:rsidP="007B2329">
      <w:r>
        <w:t>142.4822</w:t>
      </w:r>
      <w:r>
        <w:tab/>
        <w:t>1.266e-2</w:t>
      </w:r>
    </w:p>
    <w:p w:rsidR="007B2329" w:rsidRDefault="007B2329" w:rsidP="007B2329">
      <w:r>
        <w:t>142.4854</w:t>
      </w:r>
      <w:r>
        <w:tab/>
        <w:t>1.013e0</w:t>
      </w:r>
    </w:p>
    <w:p w:rsidR="007B2329" w:rsidRDefault="007B2329" w:rsidP="007B2329">
      <w:r>
        <w:t>142.5014</w:t>
      </w:r>
      <w:r>
        <w:tab/>
        <w:t>1.013e0</w:t>
      </w:r>
    </w:p>
    <w:p w:rsidR="007B2329" w:rsidRDefault="007B2329" w:rsidP="007B2329">
      <w:r>
        <w:t>142.5027</w:t>
      </w:r>
      <w:r>
        <w:tab/>
        <w:t>3.038e0</w:t>
      </w:r>
    </w:p>
    <w:p w:rsidR="007B2329" w:rsidRDefault="007B2329" w:rsidP="007B2329">
      <w:r>
        <w:t>142.5220</w:t>
      </w:r>
      <w:r>
        <w:tab/>
        <w:t>2.532e-2</w:t>
      </w:r>
    </w:p>
    <w:p w:rsidR="007B2329" w:rsidRDefault="007B2329" w:rsidP="007B2329">
      <w:r>
        <w:t>142.5362</w:t>
      </w:r>
      <w:r>
        <w:tab/>
        <w:t>1.013e0</w:t>
      </w:r>
    </w:p>
    <w:p w:rsidR="007B2329" w:rsidRDefault="007B2329" w:rsidP="007B2329">
      <w:r>
        <w:lastRenderedPageBreak/>
        <w:t>142.5423</w:t>
      </w:r>
      <w:r>
        <w:tab/>
        <w:t>1.266e-2</w:t>
      </w:r>
    </w:p>
    <w:p w:rsidR="007B2329" w:rsidRDefault="007B2329" w:rsidP="007B2329">
      <w:r>
        <w:t>142.5455</w:t>
      </w:r>
      <w:r>
        <w:tab/>
        <w:t>1.266e-2</w:t>
      </w:r>
    </w:p>
    <w:p w:rsidR="007B2329" w:rsidRDefault="007B2329" w:rsidP="007B2329">
      <w:r>
        <w:t>142.5520</w:t>
      </w:r>
      <w:r>
        <w:tab/>
        <w:t>1.266e-2</w:t>
      </w:r>
    </w:p>
    <w:p w:rsidR="007B2329" w:rsidRDefault="007B2329" w:rsidP="007B2329">
      <w:r>
        <w:t>142.5651</w:t>
      </w:r>
      <w:r>
        <w:tab/>
        <w:t>1.266e-2</w:t>
      </w:r>
    </w:p>
    <w:p w:rsidR="007B2329" w:rsidRDefault="007B2329" w:rsidP="007B2329">
      <w:r>
        <w:t>142.5772</w:t>
      </w:r>
      <w:r>
        <w:tab/>
        <w:t>1.013e0</w:t>
      </w:r>
    </w:p>
    <w:p w:rsidR="007B2329" w:rsidRDefault="007B2329" w:rsidP="007B2329">
      <w:r>
        <w:t>142.5788</w:t>
      </w:r>
      <w:r>
        <w:tab/>
        <w:t>2.025e0</w:t>
      </w:r>
    </w:p>
    <w:p w:rsidR="007B2329" w:rsidRDefault="007B2329" w:rsidP="007B2329">
      <w:r>
        <w:t>142.5837</w:t>
      </w:r>
      <w:r>
        <w:tab/>
        <w:t>1.013e0</w:t>
      </w:r>
    </w:p>
    <w:p w:rsidR="007B2329" w:rsidRDefault="007B2329" w:rsidP="007B2329">
      <w:r>
        <w:t>142.5870</w:t>
      </w:r>
      <w:r>
        <w:tab/>
        <w:t>2.025e0</w:t>
      </w:r>
    </w:p>
    <w:p w:rsidR="007B2329" w:rsidRDefault="007B2329" w:rsidP="007B2329">
      <w:r>
        <w:t>142.6000</w:t>
      </w:r>
      <w:r>
        <w:tab/>
        <w:t>1.013e0</w:t>
      </w:r>
    </w:p>
    <w:p w:rsidR="007B2329" w:rsidRDefault="007B2329" w:rsidP="007B2329">
      <w:r>
        <w:t>142.6015</w:t>
      </w:r>
      <w:r>
        <w:tab/>
        <w:t>2.025e0</w:t>
      </w:r>
    </w:p>
    <w:p w:rsidR="007B2329" w:rsidRDefault="007B2329" w:rsidP="007B2329">
      <w:r>
        <w:t>142.6059</w:t>
      </w:r>
      <w:r>
        <w:tab/>
        <w:t>1.013e0</w:t>
      </w:r>
    </w:p>
    <w:p w:rsidR="007B2329" w:rsidRDefault="007B2329" w:rsidP="007B2329">
      <w:r>
        <w:t>142.6122</w:t>
      </w:r>
      <w:r>
        <w:tab/>
        <w:t>1.013e0</w:t>
      </w:r>
    </w:p>
    <w:p w:rsidR="007B2329" w:rsidRDefault="007B2329" w:rsidP="007B2329">
      <w:r>
        <w:t>142.6187</w:t>
      </w:r>
      <w:r>
        <w:tab/>
        <w:t>3.038e0</w:t>
      </w:r>
    </w:p>
    <w:p w:rsidR="007B2329" w:rsidRDefault="007B2329" w:rsidP="007B2329">
      <w:r>
        <w:t>142.6284</w:t>
      </w:r>
      <w:r>
        <w:tab/>
        <w:t>1.013e0</w:t>
      </w:r>
    </w:p>
    <w:p w:rsidR="007B2329" w:rsidRDefault="007B2329" w:rsidP="007B2329">
      <w:r>
        <w:t>142.6332</w:t>
      </w:r>
      <w:r>
        <w:tab/>
        <w:t>2.025e0</w:t>
      </w:r>
    </w:p>
    <w:p w:rsidR="007B2329" w:rsidRDefault="007B2329" w:rsidP="007B2329">
      <w:r>
        <w:t>142.6349</w:t>
      </w:r>
      <w:r>
        <w:tab/>
        <w:t>1.266e-2</w:t>
      </w:r>
    </w:p>
    <w:p w:rsidR="007B2329" w:rsidRDefault="007B2329" w:rsidP="007B2329">
      <w:r>
        <w:t>142.6407</w:t>
      </w:r>
      <w:r>
        <w:tab/>
        <w:t>1.013e0</w:t>
      </w:r>
    </w:p>
    <w:p w:rsidR="007B2329" w:rsidRDefault="007B2329" w:rsidP="007B2329">
      <w:r>
        <w:t>142.6438</w:t>
      </w:r>
      <w:r>
        <w:tab/>
        <w:t>1.013e0</w:t>
      </w:r>
    </w:p>
    <w:p w:rsidR="007B2329" w:rsidRDefault="007B2329" w:rsidP="007B2329">
      <w:r>
        <w:t>142.6536</w:t>
      </w:r>
      <w:r>
        <w:tab/>
        <w:t>3.038e0</w:t>
      </w:r>
    </w:p>
    <w:p w:rsidR="007B2329" w:rsidRDefault="007B2329" w:rsidP="007B2329">
      <w:r>
        <w:lastRenderedPageBreak/>
        <w:t>142.6600</w:t>
      </w:r>
      <w:r>
        <w:tab/>
        <w:t>1.013e0</w:t>
      </w:r>
    </w:p>
    <w:p w:rsidR="007B2329" w:rsidRDefault="007B2329" w:rsidP="007B2329">
      <w:r>
        <w:t>142.6683</w:t>
      </w:r>
      <w:r>
        <w:tab/>
        <w:t>2.025e0</w:t>
      </w:r>
    </w:p>
    <w:p w:rsidR="007B2329" w:rsidRDefault="007B2329" w:rsidP="007B2329">
      <w:r>
        <w:t>142.6885</w:t>
      </w:r>
      <w:r>
        <w:tab/>
        <w:t>2.025e0</w:t>
      </w:r>
    </w:p>
    <w:p w:rsidR="007B2329" w:rsidRDefault="007B2329" w:rsidP="007B2329">
      <w:r>
        <w:t>142.6918</w:t>
      </w:r>
      <w:r>
        <w:tab/>
        <w:t>1.266e-2</w:t>
      </w:r>
    </w:p>
    <w:p w:rsidR="007B2329" w:rsidRDefault="007B2329" w:rsidP="007B2329">
      <w:r>
        <w:t>142.7267</w:t>
      </w:r>
      <w:r>
        <w:tab/>
        <w:t>1.013e0</w:t>
      </w:r>
    </w:p>
    <w:p w:rsidR="007B2329" w:rsidRDefault="007B2329" w:rsidP="007B2329">
      <w:r>
        <w:t>142.7299</w:t>
      </w:r>
      <w:r>
        <w:tab/>
        <w:t>2.025e0</w:t>
      </w:r>
    </w:p>
    <w:p w:rsidR="007B2329" w:rsidRDefault="007B2329" w:rsidP="007B2329">
      <w:r>
        <w:t>142.7394</w:t>
      </w:r>
      <w:r>
        <w:tab/>
        <w:t>1.266e-2</w:t>
      </w:r>
    </w:p>
    <w:p w:rsidR="007B2329" w:rsidRDefault="007B2329" w:rsidP="007B2329">
      <w:r>
        <w:t>142.7453</w:t>
      </w:r>
      <w:r>
        <w:tab/>
        <w:t>1.266e-2</w:t>
      </w:r>
    </w:p>
    <w:p w:rsidR="007B2329" w:rsidRDefault="007B2329" w:rsidP="007B2329">
      <w:r>
        <w:t>142.7552</w:t>
      </w:r>
      <w:r>
        <w:tab/>
        <w:t>1.266e-2</w:t>
      </w:r>
    </w:p>
    <w:p w:rsidR="007B2329" w:rsidRDefault="007B2329" w:rsidP="007B2329">
      <w:r>
        <w:t>142.7584</w:t>
      </w:r>
      <w:r>
        <w:tab/>
        <w:t>3.797e-2</w:t>
      </w:r>
    </w:p>
    <w:p w:rsidR="007B2329" w:rsidRDefault="007B2329" w:rsidP="007B2329">
      <w:r>
        <w:t>142.7803</w:t>
      </w:r>
      <w:r>
        <w:tab/>
        <w:t>1.013e0</w:t>
      </w:r>
    </w:p>
    <w:p w:rsidR="007B2329" w:rsidRDefault="007B2329" w:rsidP="007B2329">
      <w:r>
        <w:t>142.7820</w:t>
      </w:r>
      <w:r>
        <w:tab/>
        <w:t>1.025e0</w:t>
      </w:r>
    </w:p>
    <w:p w:rsidR="007B2329" w:rsidRDefault="007B2329" w:rsidP="007B2329">
      <w:r>
        <w:t>142.7852</w:t>
      </w:r>
      <w:r>
        <w:tab/>
        <w:t>2.025e0</w:t>
      </w:r>
    </w:p>
    <w:p w:rsidR="007B2329" w:rsidRDefault="007B2329" w:rsidP="007B2329">
      <w:r>
        <w:t>142.7902</w:t>
      </w:r>
      <w:r>
        <w:tab/>
        <w:t>2.025e0</w:t>
      </w:r>
    </w:p>
    <w:p w:rsidR="007B2329" w:rsidRDefault="007B2329" w:rsidP="007B2329">
      <w:r>
        <w:t>142.7966</w:t>
      </w:r>
      <w:r>
        <w:tab/>
        <w:t>2.025e0</w:t>
      </w:r>
    </w:p>
    <w:p w:rsidR="007B2329" w:rsidRDefault="007B2329" w:rsidP="007B2329">
      <w:r>
        <w:t>142.8032</w:t>
      </w:r>
      <w:r>
        <w:tab/>
        <w:t>3.038e0</w:t>
      </w:r>
    </w:p>
    <w:p w:rsidR="007B2329" w:rsidRDefault="007B2329" w:rsidP="007B2329">
      <w:r>
        <w:t>142.8120</w:t>
      </w:r>
      <w:r>
        <w:tab/>
        <w:t>1.013e0</w:t>
      </w:r>
    </w:p>
    <w:p w:rsidR="007B2329" w:rsidRDefault="007B2329" w:rsidP="007B2329">
      <w:r>
        <w:t>142.8153</w:t>
      </w:r>
      <w:r>
        <w:tab/>
        <w:t>2.025e0</w:t>
      </w:r>
    </w:p>
    <w:p w:rsidR="007B2329" w:rsidRDefault="007B2329" w:rsidP="007B2329">
      <w:r>
        <w:t>142.8332</w:t>
      </w:r>
      <w:r>
        <w:tab/>
        <w:t>1.025e0</w:t>
      </w:r>
    </w:p>
    <w:p w:rsidR="007B2329" w:rsidRDefault="007B2329" w:rsidP="007B2329">
      <w:r>
        <w:lastRenderedPageBreak/>
        <w:t>142.8411</w:t>
      </w:r>
      <w:r>
        <w:tab/>
        <w:t>1.266e-2</w:t>
      </w:r>
    </w:p>
    <w:p w:rsidR="007B2329" w:rsidRDefault="007B2329" w:rsidP="007B2329">
      <w:r>
        <w:t>142.8469</w:t>
      </w:r>
      <w:r>
        <w:tab/>
        <w:t>2.025e0</w:t>
      </w:r>
    </w:p>
    <w:p w:rsidR="007B2329" w:rsidRDefault="007B2329" w:rsidP="007B2329">
      <w:r>
        <w:t>142.8633</w:t>
      </w:r>
      <w:r>
        <w:tab/>
        <w:t>1.013e0</w:t>
      </w:r>
    </w:p>
    <w:p w:rsidR="007B2329" w:rsidRDefault="007B2329" w:rsidP="007B2329">
      <w:r>
        <w:t>142.8665</w:t>
      </w:r>
      <w:r>
        <w:tab/>
        <w:t>2.025e0</w:t>
      </w:r>
    </w:p>
    <w:p w:rsidR="007B2329" w:rsidRDefault="007B2329" w:rsidP="007B2329">
      <w:r>
        <w:t>142.8818</w:t>
      </w:r>
      <w:r>
        <w:tab/>
        <w:t>2.025e0</w:t>
      </w:r>
    </w:p>
    <w:p w:rsidR="007B2329" w:rsidRDefault="007B2329" w:rsidP="007B2329">
      <w:r>
        <w:t>142.8885</w:t>
      </w:r>
      <w:r>
        <w:tab/>
        <w:t>1.025e0</w:t>
      </w:r>
    </w:p>
    <w:p w:rsidR="007B2329" w:rsidRDefault="007B2329" w:rsidP="007B2329">
      <w:r>
        <w:t>142.8918</w:t>
      </w:r>
      <w:r>
        <w:tab/>
        <w:t>1.013e0</w:t>
      </w:r>
    </w:p>
    <w:p w:rsidR="007B2329" w:rsidRDefault="007B2329" w:rsidP="007B2329">
      <w:r>
        <w:t>142.8933</w:t>
      </w:r>
      <w:r>
        <w:tab/>
        <w:t>2.025e0</w:t>
      </w:r>
    </w:p>
    <w:p w:rsidR="007B2329" w:rsidRDefault="007B2329" w:rsidP="007B2329">
      <w:r>
        <w:t>142.8982</w:t>
      </w:r>
      <w:r>
        <w:tab/>
        <w:t>1.266e-2</w:t>
      </w:r>
    </w:p>
    <w:p w:rsidR="007B2329" w:rsidRDefault="007B2329" w:rsidP="007B2329">
      <w:r>
        <w:t>142.9079</w:t>
      </w:r>
      <w:r>
        <w:tab/>
        <w:t>3.038e0</w:t>
      </w:r>
    </w:p>
    <w:p w:rsidR="007B2329" w:rsidRDefault="007B2329" w:rsidP="007B2329">
      <w:r>
        <w:t>142.9109</w:t>
      </w:r>
      <w:r>
        <w:tab/>
        <w:t>3.038e0</w:t>
      </w:r>
    </w:p>
    <w:p w:rsidR="007B2329" w:rsidRDefault="007B2329" w:rsidP="007B2329">
      <w:r>
        <w:t>142.9186</w:t>
      </w:r>
      <w:r>
        <w:tab/>
        <w:t>2.025e0</w:t>
      </w:r>
    </w:p>
    <w:p w:rsidR="007B2329" w:rsidRDefault="007B2329" w:rsidP="007B2329">
      <w:r>
        <w:t>142.9218</w:t>
      </w:r>
      <w:r>
        <w:tab/>
        <w:t>1.025e0</w:t>
      </w:r>
    </w:p>
    <w:p w:rsidR="007B2329" w:rsidRDefault="007B2329" w:rsidP="007B2329">
      <w:r>
        <w:t>142.9348</w:t>
      </w:r>
      <w:r>
        <w:tab/>
        <w:t>2.025e0</w:t>
      </w:r>
    </w:p>
    <w:p w:rsidR="007B2329" w:rsidRDefault="007B2329" w:rsidP="007B2329">
      <w:r>
        <w:t>142.9458</w:t>
      </w:r>
      <w:r>
        <w:tab/>
        <w:t>1.013e0</w:t>
      </w:r>
    </w:p>
    <w:p w:rsidR="007B2329" w:rsidRDefault="007B2329" w:rsidP="007B2329">
      <w:r>
        <w:t>142.9487</w:t>
      </w:r>
      <w:r>
        <w:tab/>
        <w:t>2.025e0</w:t>
      </w:r>
    </w:p>
    <w:p w:rsidR="007B2329" w:rsidRDefault="007B2329" w:rsidP="007B2329">
      <w:r>
        <w:t>142.9518</w:t>
      </w:r>
      <w:r>
        <w:tab/>
        <w:t>3.797e-2</w:t>
      </w:r>
    </w:p>
    <w:p w:rsidR="007B2329" w:rsidRDefault="007B2329" w:rsidP="007B2329">
      <w:r>
        <w:t>142.9584</w:t>
      </w:r>
      <w:r>
        <w:tab/>
        <w:t>1.013e0</w:t>
      </w:r>
    </w:p>
    <w:p w:rsidR="007B2329" w:rsidRDefault="007B2329" w:rsidP="007B2329">
      <w:r>
        <w:t>142.9617</w:t>
      </w:r>
      <w:r>
        <w:tab/>
        <w:t>1.013e0</w:t>
      </w:r>
    </w:p>
    <w:p w:rsidR="007B2329" w:rsidRDefault="007B2329" w:rsidP="007B2329">
      <w:r>
        <w:lastRenderedPageBreak/>
        <w:t>142.9714</w:t>
      </w:r>
      <w:r>
        <w:tab/>
        <w:t>2.025e0</w:t>
      </w:r>
    </w:p>
    <w:p w:rsidR="007B2329" w:rsidRDefault="007B2329" w:rsidP="007B2329">
      <w:r>
        <w:t>142.9902</w:t>
      </w:r>
      <w:r>
        <w:tab/>
        <w:t>1.013e0</w:t>
      </w:r>
    </w:p>
    <w:p w:rsidR="007B2329" w:rsidRDefault="007B2329" w:rsidP="007B2329">
      <w:r>
        <w:t>142.9999</w:t>
      </w:r>
      <w:r>
        <w:tab/>
        <w:t>1.025e0</w:t>
      </w:r>
    </w:p>
    <w:p w:rsidR="007B2329" w:rsidRDefault="007B2329" w:rsidP="007B2329">
      <w:r>
        <w:t>143.0157</w:t>
      </w:r>
      <w:r>
        <w:tab/>
        <w:t>1.013e0</w:t>
      </w:r>
    </w:p>
    <w:p w:rsidR="007B2329" w:rsidRDefault="007B2329" w:rsidP="007B2329">
      <w:r>
        <w:t>143.0185</w:t>
      </w:r>
      <w:r>
        <w:tab/>
        <w:t>1.013e0</w:t>
      </w:r>
    </w:p>
    <w:p w:rsidR="007B2329" w:rsidRDefault="007B2329" w:rsidP="007B2329">
      <w:r>
        <w:t>143.0218</w:t>
      </w:r>
      <w:r>
        <w:tab/>
        <w:t>2.025e0</w:t>
      </w:r>
    </w:p>
    <w:p w:rsidR="007B2329" w:rsidRDefault="007B2329" w:rsidP="007B2329">
      <w:r>
        <w:t>143.0316</w:t>
      </w:r>
      <w:r>
        <w:tab/>
        <w:t>2.025e0</w:t>
      </w:r>
    </w:p>
    <w:p w:rsidR="007B2329" w:rsidRDefault="007B2329" w:rsidP="007B2329">
      <w:r>
        <w:t>143.0579</w:t>
      </w:r>
      <w:r>
        <w:tab/>
        <w:t>7.959e1</w:t>
      </w:r>
    </w:p>
    <w:p w:rsidR="007B2329" w:rsidRDefault="007B2329" w:rsidP="007B2329">
      <w:r>
        <w:t>143.0823</w:t>
      </w:r>
      <w:r>
        <w:tab/>
        <w:t>8.065e0</w:t>
      </w:r>
    </w:p>
    <w:p w:rsidR="007B2329" w:rsidRDefault="007B2329" w:rsidP="007B2329">
      <w:r>
        <w:t>143.0868</w:t>
      </w:r>
      <w:r>
        <w:tab/>
        <w:t>8.101e0</w:t>
      </w:r>
    </w:p>
    <w:p w:rsidR="007B2329" w:rsidRDefault="007B2329" w:rsidP="007B2329">
      <w:r>
        <w:t>143.0906</w:t>
      </w:r>
      <w:r>
        <w:tab/>
        <w:t>7.480e0</w:t>
      </w:r>
    </w:p>
    <w:p w:rsidR="007B2329" w:rsidRDefault="007B2329" w:rsidP="007B2329">
      <w:r>
        <w:t>143.1043</w:t>
      </w:r>
      <w:r>
        <w:tab/>
        <w:t>3.139e0</w:t>
      </w:r>
    </w:p>
    <w:p w:rsidR="007B2329" w:rsidRDefault="007B2329" w:rsidP="007B2329">
      <w:r>
        <w:t>143.1098</w:t>
      </w:r>
      <w:r>
        <w:tab/>
        <w:t>3.671e0</w:t>
      </w:r>
    </w:p>
    <w:p w:rsidR="007B2329" w:rsidRDefault="007B2329" w:rsidP="007B2329">
      <w:r>
        <w:t>143.1117</w:t>
      </w:r>
      <w:r>
        <w:tab/>
        <w:t>1.488e0</w:t>
      </w:r>
    </w:p>
    <w:p w:rsidR="007B2329" w:rsidRDefault="007B2329" w:rsidP="007B2329">
      <w:r>
        <w:t>143.1203</w:t>
      </w:r>
      <w:r>
        <w:tab/>
        <w:t>3.038e0</w:t>
      </w:r>
    </w:p>
    <w:p w:rsidR="007B2329" w:rsidRDefault="007B2329" w:rsidP="007B2329">
      <w:r>
        <w:t>143.1235</w:t>
      </w:r>
      <w:r>
        <w:tab/>
        <w:t>1.013e0</w:t>
      </w:r>
    </w:p>
    <w:p w:rsidR="007B2329" w:rsidRDefault="007B2329" w:rsidP="007B2329">
      <w:r>
        <w:t>143.1284</w:t>
      </w:r>
      <w:r>
        <w:tab/>
        <w:t>2.025e0</w:t>
      </w:r>
    </w:p>
    <w:p w:rsidR="007B2329" w:rsidRDefault="007B2329" w:rsidP="007B2329">
      <w:r>
        <w:t>143.1447</w:t>
      </w:r>
      <w:r>
        <w:tab/>
        <w:t>2.025e0</w:t>
      </w:r>
    </w:p>
    <w:p w:rsidR="007B2329" w:rsidRDefault="007B2329" w:rsidP="007B2329">
      <w:r>
        <w:t>143.1478</w:t>
      </w:r>
      <w:r>
        <w:tab/>
        <w:t>1.051e0</w:t>
      </w:r>
    </w:p>
    <w:p w:rsidR="007B2329" w:rsidRDefault="007B2329" w:rsidP="007B2329">
      <w:r>
        <w:lastRenderedPageBreak/>
        <w:t>143.1495</w:t>
      </w:r>
      <w:r>
        <w:tab/>
        <w:t>2.532e-2</w:t>
      </w:r>
    </w:p>
    <w:p w:rsidR="007B2329" w:rsidRDefault="007B2329" w:rsidP="007B2329">
      <w:r>
        <w:t>143.1552</w:t>
      </w:r>
      <w:r>
        <w:tab/>
        <w:t>2.025e0</w:t>
      </w:r>
    </w:p>
    <w:p w:rsidR="007B2329" w:rsidRDefault="007B2329" w:rsidP="007B2329">
      <w:r>
        <w:t>143.1563</w:t>
      </w:r>
      <w:r>
        <w:tab/>
        <w:t>3.798e-2</w:t>
      </w:r>
    </w:p>
    <w:p w:rsidR="007B2329" w:rsidRDefault="007B2329" w:rsidP="007B2329">
      <w:r>
        <w:t>143.1651</w:t>
      </w:r>
      <w:r>
        <w:tab/>
        <w:t>2.025e0</w:t>
      </w:r>
    </w:p>
    <w:p w:rsidR="007B2329" w:rsidRDefault="007B2329" w:rsidP="007B2329">
      <w:r>
        <w:t>143.1684</w:t>
      </w:r>
      <w:r>
        <w:tab/>
        <w:t>1.013e0</w:t>
      </w:r>
    </w:p>
    <w:p w:rsidR="007B2329" w:rsidRDefault="007B2329" w:rsidP="007B2329">
      <w:r>
        <w:t>143.1765</w:t>
      </w:r>
      <w:r>
        <w:tab/>
        <w:t>2.025e0</w:t>
      </w:r>
    </w:p>
    <w:p w:rsidR="007B2329" w:rsidRDefault="007B2329" w:rsidP="007B2329">
      <w:r>
        <w:t>143.1833</w:t>
      </w:r>
      <w:r>
        <w:tab/>
        <w:t>2.051e0</w:t>
      </w:r>
    </w:p>
    <w:p w:rsidR="007B2329" w:rsidRDefault="007B2329" w:rsidP="007B2329">
      <w:r>
        <w:t>143.1864</w:t>
      </w:r>
      <w:r>
        <w:tab/>
        <w:t>5.063e0</w:t>
      </w:r>
    </w:p>
    <w:p w:rsidR="007B2329" w:rsidRDefault="007B2329" w:rsidP="007B2329">
      <w:r>
        <w:t>143.1903</w:t>
      </w:r>
      <w:r>
        <w:tab/>
        <w:t>2.025e0</w:t>
      </w:r>
    </w:p>
    <w:p w:rsidR="007B2329" w:rsidRDefault="007B2329" w:rsidP="007B2329">
      <w:r>
        <w:t>143.2065</w:t>
      </w:r>
      <w:r>
        <w:tab/>
        <w:t>2.025e0</w:t>
      </w:r>
    </w:p>
    <w:p w:rsidR="007B2329" w:rsidRDefault="007B2329" w:rsidP="007B2329">
      <w:r>
        <w:t>143.2164</w:t>
      </w:r>
      <w:r>
        <w:tab/>
        <w:t>2.025e0</w:t>
      </w:r>
    </w:p>
    <w:p w:rsidR="007B2329" w:rsidRDefault="007B2329" w:rsidP="007B2329">
      <w:r>
        <w:t>143.2223</w:t>
      </w:r>
      <w:r>
        <w:tab/>
        <w:t>1.013e0</w:t>
      </w:r>
    </w:p>
    <w:p w:rsidR="007B2329" w:rsidRDefault="007B2329" w:rsidP="007B2329">
      <w:r>
        <w:t>143.2285</w:t>
      </w:r>
      <w:r>
        <w:tab/>
        <w:t>2.025e0</w:t>
      </w:r>
    </w:p>
    <w:p w:rsidR="007B2329" w:rsidRDefault="007B2329" w:rsidP="007B2329">
      <w:r>
        <w:t>143.2318</w:t>
      </w:r>
      <w:r>
        <w:tab/>
        <w:t>2.025e0</w:t>
      </w:r>
    </w:p>
    <w:p w:rsidR="007B2329" w:rsidRDefault="007B2329" w:rsidP="007B2329">
      <w:r>
        <w:t>143.2383</w:t>
      </w:r>
      <w:r>
        <w:tab/>
        <w:t>3.038e0</w:t>
      </w:r>
    </w:p>
    <w:p w:rsidR="007B2329" w:rsidRDefault="007B2329" w:rsidP="007B2329">
      <w:r>
        <w:t>143.2400</w:t>
      </w:r>
      <w:r>
        <w:tab/>
        <w:t>2.025e0</w:t>
      </w:r>
    </w:p>
    <w:p w:rsidR="007B2329" w:rsidRDefault="007B2329" w:rsidP="007B2329">
      <w:r>
        <w:t>143.2415</w:t>
      </w:r>
      <w:r>
        <w:tab/>
        <w:t>1.266e-2</w:t>
      </w:r>
    </w:p>
    <w:p w:rsidR="007B2329" w:rsidRDefault="007B2329" w:rsidP="007B2329">
      <w:r>
        <w:t>143.2481</w:t>
      </w:r>
      <w:r>
        <w:tab/>
        <w:t>2.025e0</w:t>
      </w:r>
    </w:p>
    <w:p w:rsidR="007B2329" w:rsidRDefault="007B2329" w:rsidP="007B2329">
      <w:r>
        <w:t>143.2505</w:t>
      </w:r>
      <w:r>
        <w:tab/>
        <w:t>3.038e0</w:t>
      </w:r>
    </w:p>
    <w:p w:rsidR="007B2329" w:rsidRDefault="007B2329" w:rsidP="007B2329">
      <w:r>
        <w:lastRenderedPageBreak/>
        <w:t>143.2634</w:t>
      </w:r>
      <w:r>
        <w:tab/>
        <w:t>2.025e0</w:t>
      </w:r>
    </w:p>
    <w:p w:rsidR="007B2329" w:rsidRDefault="007B2329" w:rsidP="007B2329">
      <w:r>
        <w:t>143.2668</w:t>
      </w:r>
      <w:r>
        <w:tab/>
        <w:t>4.063e0</w:t>
      </w:r>
    </w:p>
    <w:p w:rsidR="007B2329" w:rsidRDefault="007B2329" w:rsidP="007B2329">
      <w:r>
        <w:t>143.2798</w:t>
      </w:r>
      <w:r>
        <w:tab/>
        <w:t>2.025e0</w:t>
      </w:r>
    </w:p>
    <w:p w:rsidR="007B2329" w:rsidRDefault="007B2329" w:rsidP="007B2329">
      <w:r>
        <w:t>143.2831</w:t>
      </w:r>
      <w:r>
        <w:tab/>
        <w:t>1.266e-2</w:t>
      </w:r>
    </w:p>
    <w:p w:rsidR="007B2329" w:rsidRDefault="007B2329" w:rsidP="007B2329">
      <w:r>
        <w:t>143.2864</w:t>
      </w:r>
      <w:r>
        <w:tab/>
        <w:t>1.266e-2</w:t>
      </w:r>
    </w:p>
    <w:p w:rsidR="007B2329" w:rsidRDefault="007B2329" w:rsidP="007B2329">
      <w:r>
        <w:t>143.2907</w:t>
      </w:r>
      <w:r>
        <w:tab/>
        <w:t>3.798e-2</w:t>
      </w:r>
    </w:p>
    <w:p w:rsidR="007B2329" w:rsidRDefault="007B2329" w:rsidP="007B2329">
      <w:r>
        <w:t>143.3018</w:t>
      </w:r>
      <w:r>
        <w:tab/>
        <w:t>1.266e-2</w:t>
      </w:r>
    </w:p>
    <w:p w:rsidR="007B2329" w:rsidRDefault="007B2329" w:rsidP="007B2329">
      <w:r>
        <w:t>143.3051</w:t>
      </w:r>
      <w:r>
        <w:tab/>
        <w:t>1.266e-2</w:t>
      </w:r>
    </w:p>
    <w:p w:rsidR="007B2329" w:rsidRDefault="007B2329" w:rsidP="007B2329">
      <w:r>
        <w:t>143.3083</w:t>
      </w:r>
      <w:r>
        <w:tab/>
        <w:t>1.038e0</w:t>
      </w:r>
    </w:p>
    <w:p w:rsidR="007B2329" w:rsidRDefault="007B2329" w:rsidP="007B2329">
      <w:r>
        <w:t>143.3199</w:t>
      </w:r>
      <w:r>
        <w:tab/>
        <w:t>1.025e0</w:t>
      </w:r>
    </w:p>
    <w:p w:rsidR="007B2329" w:rsidRDefault="007B2329" w:rsidP="007B2329">
      <w:r>
        <w:t>143.3214</w:t>
      </w:r>
      <w:r>
        <w:tab/>
        <w:t>1.266e-2</w:t>
      </w:r>
    </w:p>
    <w:p w:rsidR="007B2329" w:rsidRDefault="007B2329" w:rsidP="007B2329">
      <w:r>
        <w:t>143.3272</w:t>
      </w:r>
      <w:r>
        <w:tab/>
        <w:t>7.101e0</w:t>
      </w:r>
    </w:p>
    <w:p w:rsidR="007B2329" w:rsidRDefault="007B2329" w:rsidP="007B2329">
      <w:r>
        <w:t>143.3335</w:t>
      </w:r>
      <w:r>
        <w:tab/>
        <w:t>1.013e0</w:t>
      </w:r>
    </w:p>
    <w:p w:rsidR="007B2329" w:rsidRDefault="007B2329" w:rsidP="007B2329">
      <w:r>
        <w:t>143.3368</w:t>
      </w:r>
      <w:r>
        <w:tab/>
        <w:t>3.038e0</w:t>
      </w:r>
    </w:p>
    <w:p w:rsidR="007B2329" w:rsidRDefault="007B2329" w:rsidP="007B2329">
      <w:r>
        <w:t>143.3401</w:t>
      </w:r>
      <w:r>
        <w:tab/>
        <w:t>1.013e0</w:t>
      </w:r>
    </w:p>
    <w:p w:rsidR="007B2329" w:rsidRDefault="007B2329" w:rsidP="007B2329">
      <w:r>
        <w:t>143.3564</w:t>
      </w:r>
      <w:r>
        <w:tab/>
        <w:t>1.013e0</w:t>
      </w:r>
    </w:p>
    <w:p w:rsidR="007B2329" w:rsidRDefault="007B2329" w:rsidP="007B2329">
      <w:r>
        <w:t>143.3577</w:t>
      </w:r>
      <w:r>
        <w:tab/>
        <w:t>1.742e0</w:t>
      </w:r>
    </w:p>
    <w:p w:rsidR="007B2329" w:rsidRDefault="007B2329" w:rsidP="007B2329">
      <w:r>
        <w:t>143.3622</w:t>
      </w:r>
      <w:r>
        <w:tab/>
        <w:t>1.013e0</w:t>
      </w:r>
    </w:p>
    <w:p w:rsidR="007B2329" w:rsidRDefault="007B2329" w:rsidP="007B2329">
      <w:r>
        <w:t>143.3652</w:t>
      </w:r>
      <w:r>
        <w:tab/>
        <w:t>1.038e0</w:t>
      </w:r>
    </w:p>
    <w:p w:rsidR="007B2329" w:rsidRDefault="007B2329" w:rsidP="007B2329">
      <w:r>
        <w:lastRenderedPageBreak/>
        <w:t>143.3685</w:t>
      </w:r>
      <w:r>
        <w:tab/>
        <w:t>3.038e0</w:t>
      </w:r>
    </w:p>
    <w:p w:rsidR="007B2329" w:rsidRDefault="007B2329" w:rsidP="007B2329">
      <w:r>
        <w:t>143.3702</w:t>
      </w:r>
      <w:r>
        <w:tab/>
        <w:t>2.532e-2</w:t>
      </w:r>
    </w:p>
    <w:p w:rsidR="007B2329" w:rsidRDefault="007B2329" w:rsidP="007B2329">
      <w:r>
        <w:t>143.3857</w:t>
      </w:r>
      <w:r>
        <w:tab/>
        <w:t>2.038e0</w:t>
      </w:r>
    </w:p>
    <w:p w:rsidR="007B2329" w:rsidRDefault="007B2329" w:rsidP="007B2329">
      <w:r>
        <w:t>143.3913</w:t>
      </w:r>
      <w:r>
        <w:tab/>
        <w:t>1.013e0</w:t>
      </w:r>
    </w:p>
    <w:p w:rsidR="007B2329" w:rsidRDefault="007B2329" w:rsidP="007B2329">
      <w:r>
        <w:t>143.3957</w:t>
      </w:r>
      <w:r>
        <w:tab/>
        <w:t>2.532e-2</w:t>
      </w:r>
    </w:p>
    <w:p w:rsidR="007B2329" w:rsidRDefault="007B2329" w:rsidP="007B2329">
      <w:r>
        <w:t>143.4002</w:t>
      </w:r>
      <w:r>
        <w:tab/>
        <w:t>1.013e0</w:t>
      </w:r>
    </w:p>
    <w:p w:rsidR="007B2329" w:rsidRDefault="007B2329" w:rsidP="007B2329">
      <w:r>
        <w:t>143.4035</w:t>
      </w:r>
      <w:r>
        <w:tab/>
        <w:t>2.532e-2</w:t>
      </w:r>
    </w:p>
    <w:p w:rsidR="007B2329" w:rsidRDefault="007B2329" w:rsidP="007B2329">
      <w:r>
        <w:t>143.4068</w:t>
      </w:r>
      <w:r>
        <w:tab/>
        <w:t>1.013e0</w:t>
      </w:r>
    </w:p>
    <w:p w:rsidR="007B2329" w:rsidRDefault="007B2329" w:rsidP="007B2329">
      <w:r>
        <w:t>143.4148</w:t>
      </w:r>
      <w:r>
        <w:tab/>
        <w:t>5.063e0</w:t>
      </w:r>
    </w:p>
    <w:p w:rsidR="007B2329" w:rsidRDefault="007B2329" w:rsidP="007B2329">
      <w:r>
        <w:t>143.4247</w:t>
      </w:r>
      <w:r>
        <w:tab/>
        <w:t>2.532e-2</w:t>
      </w:r>
    </w:p>
    <w:p w:rsidR="007B2329" w:rsidRDefault="007B2329" w:rsidP="007B2329">
      <w:r>
        <w:t>143.4292</w:t>
      </w:r>
      <w:r>
        <w:tab/>
        <w:t>3.038e0</w:t>
      </w:r>
    </w:p>
    <w:p w:rsidR="007B2329" w:rsidRDefault="007B2329" w:rsidP="007B2329">
      <w:r>
        <w:t>143.4352</w:t>
      </w:r>
      <w:r>
        <w:tab/>
        <w:t>1.266e-2</w:t>
      </w:r>
    </w:p>
    <w:p w:rsidR="007B2329" w:rsidRDefault="007B2329" w:rsidP="007B2329">
      <w:r>
        <w:t>143.4373</w:t>
      </w:r>
      <w:r>
        <w:tab/>
        <w:t>3.038e0</w:t>
      </w:r>
    </w:p>
    <w:p w:rsidR="007B2329" w:rsidRDefault="007B2329" w:rsidP="007B2329">
      <w:r>
        <w:t>143.4386</w:t>
      </w:r>
      <w:r>
        <w:tab/>
        <w:t>1.013e0</w:t>
      </w:r>
    </w:p>
    <w:p w:rsidR="007B2329" w:rsidRDefault="007B2329" w:rsidP="007B2329">
      <w:r>
        <w:t>143.4418</w:t>
      </w:r>
      <w:r>
        <w:tab/>
        <w:t>2.025e0</w:t>
      </w:r>
    </w:p>
    <w:p w:rsidR="007B2329" w:rsidRDefault="007B2329" w:rsidP="007B2329">
      <w:r>
        <w:t>143.4613</w:t>
      </w:r>
      <w:r>
        <w:tab/>
        <w:t>1.013e0</w:t>
      </w:r>
    </w:p>
    <w:p w:rsidR="007B2329" w:rsidRDefault="007B2329" w:rsidP="007B2329">
      <w:r>
        <w:t>143.4642</w:t>
      </w:r>
      <w:r>
        <w:tab/>
        <w:t>1.013e0</w:t>
      </w:r>
    </w:p>
    <w:p w:rsidR="007B2329" w:rsidRDefault="007B2329" w:rsidP="007B2329">
      <w:r>
        <w:t>143.4743</w:t>
      </w:r>
      <w:r>
        <w:tab/>
        <w:t>4.051e0</w:t>
      </w:r>
    </w:p>
    <w:p w:rsidR="007B2329" w:rsidRDefault="007B2329" w:rsidP="007B2329">
      <w:r>
        <w:t>143.4801</w:t>
      </w:r>
      <w:r>
        <w:tab/>
        <w:t>1.013e0</w:t>
      </w:r>
    </w:p>
    <w:p w:rsidR="007B2329" w:rsidRDefault="007B2329" w:rsidP="007B2329">
      <w:r>
        <w:lastRenderedPageBreak/>
        <w:t>143.4834</w:t>
      </w:r>
      <w:r>
        <w:tab/>
        <w:t>2.025e0</w:t>
      </w:r>
    </w:p>
    <w:p w:rsidR="007B2329" w:rsidRDefault="007B2329" w:rsidP="007B2329">
      <w:r>
        <w:t>143.4899</w:t>
      </w:r>
      <w:r>
        <w:tab/>
        <w:t>1.025e0</w:t>
      </w:r>
    </w:p>
    <w:p w:rsidR="007B2329" w:rsidRDefault="007B2329" w:rsidP="007B2329">
      <w:r>
        <w:t>143.4963</w:t>
      </w:r>
      <w:r>
        <w:tab/>
        <w:t>3.051e0</w:t>
      </w:r>
    </w:p>
    <w:p w:rsidR="007B2329" w:rsidRDefault="007B2329" w:rsidP="007B2329">
      <w:r>
        <w:t>143.4993</w:t>
      </w:r>
      <w:r>
        <w:tab/>
        <w:t>2.025e0</w:t>
      </w:r>
    </w:p>
    <w:p w:rsidR="007B2329" w:rsidRDefault="007B2329" w:rsidP="007B2329">
      <w:r>
        <w:t>143.5052</w:t>
      </w:r>
      <w:r>
        <w:tab/>
        <w:t>2.025e0</w:t>
      </w:r>
    </w:p>
    <w:p w:rsidR="007B2329" w:rsidRDefault="007B2329" w:rsidP="007B2329">
      <w:r>
        <w:t>143.5152</w:t>
      </w:r>
      <w:r>
        <w:tab/>
        <w:t>2.025e0</w:t>
      </w:r>
    </w:p>
    <w:p w:rsidR="007B2329" w:rsidRDefault="007B2329" w:rsidP="007B2329">
      <w:r>
        <w:t>143.5185</w:t>
      </w:r>
      <w:r>
        <w:tab/>
        <w:t>1.178e0</w:t>
      </w:r>
    </w:p>
    <w:p w:rsidR="007B2329" w:rsidRDefault="007B2329" w:rsidP="007B2329">
      <w:r>
        <w:t>143.5225</w:t>
      </w:r>
      <w:r>
        <w:tab/>
        <w:t>3.038e0</w:t>
      </w:r>
    </w:p>
    <w:p w:rsidR="007B2329" w:rsidRDefault="007B2329" w:rsidP="007B2329">
      <w:r>
        <w:t>143.5249</w:t>
      </w:r>
      <w:r>
        <w:tab/>
        <w:t>1.266e-2</w:t>
      </w:r>
    </w:p>
    <w:p w:rsidR="007B2329" w:rsidRDefault="007B2329" w:rsidP="007B2329">
      <w:r>
        <w:t>143.5322</w:t>
      </w:r>
      <w:r>
        <w:tab/>
        <w:t>1.063e0</w:t>
      </w:r>
    </w:p>
    <w:p w:rsidR="007B2329" w:rsidRDefault="007B2329" w:rsidP="007B2329">
      <w:r>
        <w:t>143.5372</w:t>
      </w:r>
      <w:r>
        <w:tab/>
        <w:t>1.013e0</w:t>
      </w:r>
    </w:p>
    <w:p w:rsidR="007B2329" w:rsidRDefault="007B2329" w:rsidP="007B2329">
      <w:r>
        <w:t>143.5403</w:t>
      </w:r>
      <w:r>
        <w:tab/>
        <w:t>1.013e0</w:t>
      </w:r>
    </w:p>
    <w:p w:rsidR="007B2329" w:rsidRDefault="007B2329" w:rsidP="007B2329">
      <w:r>
        <w:t>143.5501</w:t>
      </w:r>
      <w:r>
        <w:tab/>
        <w:t>1.013e0</w:t>
      </w:r>
    </w:p>
    <w:p w:rsidR="007B2329" w:rsidRDefault="007B2329" w:rsidP="007B2329">
      <w:r>
        <w:t>143.5658</w:t>
      </w:r>
      <w:r>
        <w:tab/>
        <w:t>4.051e0</w:t>
      </w:r>
    </w:p>
    <w:p w:rsidR="007B2329" w:rsidRDefault="007B2329" w:rsidP="007B2329">
      <w:r>
        <w:t>143.5678</w:t>
      </w:r>
      <w:r>
        <w:tab/>
        <w:t>2.025e0</w:t>
      </w:r>
    </w:p>
    <w:p w:rsidR="007B2329" w:rsidRDefault="007B2329" w:rsidP="007B2329">
      <w:r>
        <w:t>143.5836</w:t>
      </w:r>
      <w:r>
        <w:tab/>
        <w:t>2.025e0</w:t>
      </w:r>
    </w:p>
    <w:p w:rsidR="007B2329" w:rsidRDefault="007B2329" w:rsidP="007B2329">
      <w:r>
        <w:t>143.5852</w:t>
      </w:r>
      <w:r>
        <w:tab/>
        <w:t>1.013e0</w:t>
      </w:r>
    </w:p>
    <w:p w:rsidR="007B2329" w:rsidRDefault="007B2329" w:rsidP="007B2329">
      <w:r>
        <w:t>143.5989</w:t>
      </w:r>
      <w:r>
        <w:tab/>
        <w:t>4.051e0</w:t>
      </w:r>
    </w:p>
    <w:p w:rsidR="007B2329" w:rsidRDefault="007B2329" w:rsidP="007B2329">
      <w:r>
        <w:t>143.6014</w:t>
      </w:r>
      <w:r>
        <w:tab/>
        <w:t>1.013e0</w:t>
      </w:r>
    </w:p>
    <w:p w:rsidR="007B2329" w:rsidRDefault="007B2329" w:rsidP="007B2329">
      <w:r>
        <w:lastRenderedPageBreak/>
        <w:t>143.6043</w:t>
      </w:r>
      <w:r>
        <w:tab/>
        <w:t>1.266e-2</w:t>
      </w:r>
    </w:p>
    <w:p w:rsidR="007B2329" w:rsidRDefault="007B2329" w:rsidP="007B2329">
      <w:r>
        <w:t>143.6072</w:t>
      </w:r>
      <w:r>
        <w:tab/>
        <w:t>3.038e0</w:t>
      </w:r>
    </w:p>
    <w:p w:rsidR="007B2329" w:rsidRDefault="007B2329" w:rsidP="007B2329">
      <w:r>
        <w:t>143.6086</w:t>
      </w:r>
      <w:r>
        <w:tab/>
        <w:t>2.025e0</w:t>
      </w:r>
    </w:p>
    <w:p w:rsidR="007B2329" w:rsidRDefault="007B2329" w:rsidP="007B2329">
      <w:r>
        <w:t>143.6170</w:t>
      </w:r>
      <w:r>
        <w:tab/>
        <w:t>3.038e0</w:t>
      </w:r>
    </w:p>
    <w:p w:rsidR="007B2329" w:rsidRDefault="007B2329" w:rsidP="007B2329">
      <w:r>
        <w:t>143.6202</w:t>
      </w:r>
      <w:r>
        <w:tab/>
        <w:t>1.013e0</w:t>
      </w:r>
    </w:p>
    <w:p w:rsidR="007B2329" w:rsidRDefault="007B2329" w:rsidP="007B2329">
      <w:r>
        <w:t>143.6226</w:t>
      </w:r>
      <w:r>
        <w:tab/>
        <w:t>3.038e0</w:t>
      </w:r>
    </w:p>
    <w:p w:rsidR="007B2329" w:rsidRDefault="007B2329" w:rsidP="007B2329">
      <w:r>
        <w:t>143.6267</w:t>
      </w:r>
      <w:r>
        <w:tab/>
        <w:t>1.013e0</w:t>
      </w:r>
    </w:p>
    <w:p w:rsidR="007B2329" w:rsidRDefault="007B2329" w:rsidP="007B2329">
      <w:r>
        <w:t>143.6330</w:t>
      </w:r>
      <w:r>
        <w:tab/>
        <w:t>4.051e0</w:t>
      </w:r>
    </w:p>
    <w:p w:rsidR="007B2329" w:rsidRDefault="007B2329" w:rsidP="007B2329">
      <w:r>
        <w:t>143.6393</w:t>
      </w:r>
      <w:r>
        <w:tab/>
        <w:t>1.266e-2</w:t>
      </w:r>
    </w:p>
    <w:p w:rsidR="007B2329" w:rsidRDefault="007B2329" w:rsidP="007B2329">
      <w:r>
        <w:t>143.6585</w:t>
      </w:r>
      <w:r>
        <w:tab/>
        <w:t>3.038e0</w:t>
      </w:r>
    </w:p>
    <w:p w:rsidR="007B2329" w:rsidRDefault="007B2329" w:rsidP="007B2329">
      <w:r>
        <w:t>143.6650</w:t>
      </w:r>
      <w:r>
        <w:tab/>
        <w:t>1.013e0</w:t>
      </w:r>
    </w:p>
    <w:p w:rsidR="007B2329" w:rsidRDefault="007B2329" w:rsidP="007B2329">
      <w:r>
        <w:t>143.6683</w:t>
      </w:r>
      <w:r>
        <w:tab/>
        <w:t>1.013e0</w:t>
      </w:r>
    </w:p>
    <w:p w:rsidR="007B2329" w:rsidRDefault="007B2329" w:rsidP="007B2329">
      <w:r>
        <w:t>143.6715</w:t>
      </w:r>
      <w:r>
        <w:tab/>
        <w:t>1.013e0</w:t>
      </w:r>
    </w:p>
    <w:p w:rsidR="007B2329" w:rsidRDefault="007B2329" w:rsidP="007B2329">
      <w:r>
        <w:t>143.6773</w:t>
      </w:r>
      <w:r>
        <w:tab/>
        <w:t>2.025e0</w:t>
      </w:r>
    </w:p>
    <w:p w:rsidR="007B2329" w:rsidRDefault="007B2329" w:rsidP="007B2329">
      <w:r>
        <w:t>143.6804</w:t>
      </w:r>
      <w:r>
        <w:tab/>
        <w:t>1.013e0</w:t>
      </w:r>
    </w:p>
    <w:p w:rsidR="007B2329" w:rsidRDefault="007B2329" w:rsidP="007B2329">
      <w:r>
        <w:t>143.6871</w:t>
      </w:r>
      <w:r>
        <w:tab/>
        <w:t>1.266e-2</w:t>
      </w:r>
    </w:p>
    <w:p w:rsidR="007B2329" w:rsidRDefault="007B2329" w:rsidP="007B2329">
      <w:r>
        <w:t>143.6936</w:t>
      </w:r>
      <w:r>
        <w:tab/>
        <w:t>1.013e0</w:t>
      </w:r>
    </w:p>
    <w:p w:rsidR="007B2329" w:rsidRDefault="007B2329" w:rsidP="007B2329">
      <w:r>
        <w:t>143.7065</w:t>
      </w:r>
      <w:r>
        <w:tab/>
        <w:t>3.797e-2</w:t>
      </w:r>
    </w:p>
    <w:p w:rsidR="007B2329" w:rsidRDefault="007B2329" w:rsidP="007B2329">
      <w:r>
        <w:t>143.7081</w:t>
      </w:r>
      <w:r>
        <w:tab/>
        <w:t>1.025e0</w:t>
      </w:r>
    </w:p>
    <w:p w:rsidR="007B2329" w:rsidRDefault="007B2329" w:rsidP="007B2329">
      <w:r>
        <w:lastRenderedPageBreak/>
        <w:t>143.7204</w:t>
      </w:r>
      <w:r>
        <w:tab/>
        <w:t>2.025e0</w:t>
      </w:r>
    </w:p>
    <w:p w:rsidR="007B2329" w:rsidRDefault="007B2329" w:rsidP="007B2329">
      <w:r>
        <w:t>143.7237</w:t>
      </w:r>
      <w:r>
        <w:tab/>
        <w:t>2.025e0</w:t>
      </w:r>
    </w:p>
    <w:p w:rsidR="007B2329" w:rsidRDefault="007B2329" w:rsidP="007B2329">
      <w:r>
        <w:t>143.7254</w:t>
      </w:r>
      <w:r>
        <w:tab/>
        <w:t>1.266e-2</w:t>
      </w:r>
    </w:p>
    <w:p w:rsidR="007B2329" w:rsidRDefault="007B2329" w:rsidP="007B2329">
      <w:r>
        <w:t>143.7305</w:t>
      </w:r>
      <w:r>
        <w:tab/>
        <w:t>3.038e0</w:t>
      </w:r>
    </w:p>
    <w:p w:rsidR="007B2329" w:rsidRDefault="007B2329" w:rsidP="007B2329">
      <w:r>
        <w:t>143.7351</w:t>
      </w:r>
      <w:r>
        <w:tab/>
        <w:t>2.025e0</w:t>
      </w:r>
    </w:p>
    <w:p w:rsidR="007B2329" w:rsidRDefault="007B2329" w:rsidP="007B2329">
      <w:r>
        <w:t>143.7445</w:t>
      </w:r>
      <w:r>
        <w:tab/>
        <w:t>1.051e0</w:t>
      </w:r>
    </w:p>
    <w:p w:rsidR="007B2329" w:rsidRDefault="007B2329" w:rsidP="007B2329">
      <w:r>
        <w:t>143.7505</w:t>
      </w:r>
      <w:r>
        <w:tab/>
        <w:t>1.013e0</w:t>
      </w:r>
    </w:p>
    <w:p w:rsidR="007B2329" w:rsidRDefault="007B2329" w:rsidP="007B2329">
      <w:r>
        <w:t>143.7571</w:t>
      </w:r>
      <w:r>
        <w:tab/>
        <w:t>2.025e0</w:t>
      </w:r>
    </w:p>
    <w:p w:rsidR="007B2329" w:rsidRDefault="007B2329" w:rsidP="007B2329">
      <w:r>
        <w:t>143.7686</w:t>
      </w:r>
      <w:r>
        <w:tab/>
        <w:t>2.025e0</w:t>
      </w:r>
    </w:p>
    <w:p w:rsidR="007B2329" w:rsidRDefault="007B2329" w:rsidP="007B2329">
      <w:r>
        <w:t>143.7767</w:t>
      </w:r>
      <w:r>
        <w:tab/>
        <w:t>1.025e0</w:t>
      </w:r>
    </w:p>
    <w:p w:rsidR="007B2329" w:rsidRDefault="007B2329" w:rsidP="007B2329">
      <w:r>
        <w:t>143.7781</w:t>
      </w:r>
      <w:r>
        <w:tab/>
        <w:t>2.025e0</w:t>
      </w:r>
    </w:p>
    <w:p w:rsidR="007B2329" w:rsidRDefault="007B2329" w:rsidP="007B2329">
      <w:r>
        <w:t>143.7796</w:t>
      </w:r>
      <w:r>
        <w:tab/>
        <w:t>2.025e0</w:t>
      </w:r>
    </w:p>
    <w:p w:rsidR="007B2329" w:rsidRDefault="007B2329" w:rsidP="007B2329">
      <w:r>
        <w:t>143.7954</w:t>
      </w:r>
      <w:r>
        <w:tab/>
        <w:t>2.025e0</w:t>
      </w:r>
    </w:p>
    <w:p w:rsidR="007B2329" w:rsidRDefault="007B2329" w:rsidP="007B2329">
      <w:r>
        <w:t>143.8052</w:t>
      </w:r>
      <w:r>
        <w:tab/>
        <w:t>1.013e0</w:t>
      </w:r>
    </w:p>
    <w:p w:rsidR="007B2329" w:rsidRDefault="007B2329" w:rsidP="007B2329">
      <w:r>
        <w:t>143.8117</w:t>
      </w:r>
      <w:r>
        <w:tab/>
        <w:t>1.266e-2</w:t>
      </w:r>
    </w:p>
    <w:p w:rsidR="007B2329" w:rsidRDefault="007B2329" w:rsidP="007B2329">
      <w:r>
        <w:t>143.8175</w:t>
      </w:r>
      <w:r>
        <w:tab/>
        <w:t>3.038e0</w:t>
      </w:r>
    </w:p>
    <w:p w:rsidR="007B2329" w:rsidRDefault="007B2329" w:rsidP="007B2329">
      <w:r>
        <w:t>143.8272</w:t>
      </w:r>
      <w:r>
        <w:tab/>
        <w:t>1.013e0</w:t>
      </w:r>
    </w:p>
    <w:p w:rsidR="007B2329" w:rsidRDefault="007B2329" w:rsidP="007B2329">
      <w:r>
        <w:t>143.8296</w:t>
      </w:r>
      <w:r>
        <w:tab/>
        <w:t>3.038e0</w:t>
      </w:r>
    </w:p>
    <w:p w:rsidR="007B2329" w:rsidRDefault="007B2329" w:rsidP="007B2329">
      <w:r>
        <w:t>143.8347</w:t>
      </w:r>
      <w:r>
        <w:tab/>
        <w:t>2.333e-1</w:t>
      </w:r>
    </w:p>
    <w:p w:rsidR="007B2329" w:rsidRDefault="007B2329" w:rsidP="007B2329">
      <w:r>
        <w:lastRenderedPageBreak/>
        <w:t>143.8559</w:t>
      </w:r>
      <w:r>
        <w:tab/>
        <w:t>2.038e0</w:t>
      </w:r>
    </w:p>
    <w:p w:rsidR="007B2329" w:rsidRDefault="007B2329" w:rsidP="007B2329">
      <w:r>
        <w:t>143.8590</w:t>
      </w:r>
      <w:r>
        <w:tab/>
        <w:t>1.013e0</w:t>
      </w:r>
    </w:p>
    <w:p w:rsidR="007B2329" w:rsidRDefault="007B2329" w:rsidP="007B2329">
      <w:r>
        <w:t>143.8607</w:t>
      </w:r>
      <w:r>
        <w:tab/>
        <w:t>4.051e0</w:t>
      </w:r>
    </w:p>
    <w:p w:rsidR="007B2329" w:rsidRDefault="007B2329" w:rsidP="007B2329">
      <w:r>
        <w:t>143.8656</w:t>
      </w:r>
      <w:r>
        <w:tab/>
        <w:t>1.025e0</w:t>
      </w:r>
    </w:p>
    <w:p w:rsidR="007B2329" w:rsidRDefault="007B2329" w:rsidP="007B2329">
      <w:r>
        <w:t>143.8974</w:t>
      </w:r>
      <w:r>
        <w:tab/>
        <w:t>2.051e0</w:t>
      </w:r>
    </w:p>
    <w:p w:rsidR="007B2329" w:rsidRDefault="007B2329" w:rsidP="007B2329">
      <w:r>
        <w:t>143.9039</w:t>
      </w:r>
      <w:r>
        <w:tab/>
        <w:t>1.013e0</w:t>
      </w:r>
    </w:p>
    <w:p w:rsidR="007B2329" w:rsidRDefault="007B2329" w:rsidP="007B2329">
      <w:r>
        <w:t>143.9137</w:t>
      </w:r>
      <w:r>
        <w:tab/>
        <w:t>1.013e0</w:t>
      </w:r>
    </w:p>
    <w:p w:rsidR="007B2329" w:rsidRDefault="007B2329" w:rsidP="007B2329">
      <w:r>
        <w:t>143.9258</w:t>
      </w:r>
      <w:r>
        <w:tab/>
        <w:t>2.025e0</w:t>
      </w:r>
    </w:p>
    <w:p w:rsidR="007B2329" w:rsidRDefault="007B2329" w:rsidP="007B2329">
      <w:r>
        <w:t>143.9291</w:t>
      </w:r>
      <w:r>
        <w:tab/>
        <w:t>1.266e-2</w:t>
      </w:r>
    </w:p>
    <w:p w:rsidR="007B2329" w:rsidRDefault="007B2329" w:rsidP="007B2329">
      <w:r>
        <w:t>143.9324</w:t>
      </w:r>
      <w:r>
        <w:tab/>
        <w:t>1.266e-2</w:t>
      </w:r>
    </w:p>
    <w:p w:rsidR="007B2329" w:rsidRDefault="007B2329" w:rsidP="007B2329">
      <w:r>
        <w:t>143.9422</w:t>
      </w:r>
      <w:r>
        <w:tab/>
        <w:t>1.266e-2</w:t>
      </w:r>
    </w:p>
    <w:p w:rsidR="007B2329" w:rsidRDefault="007B2329" w:rsidP="007B2329">
      <w:r>
        <w:t>143.9521</w:t>
      </w:r>
      <w:r>
        <w:tab/>
        <w:t>2.025e0</w:t>
      </w:r>
    </w:p>
    <w:p w:rsidR="007B2329" w:rsidRDefault="007B2329" w:rsidP="007B2329">
      <w:r>
        <w:t>143.9537</w:t>
      </w:r>
      <w:r>
        <w:tab/>
        <w:t>2.025e0</w:t>
      </w:r>
    </w:p>
    <w:p w:rsidR="007B2329" w:rsidRDefault="007B2329" w:rsidP="007B2329">
      <w:r>
        <w:t>143.9550</w:t>
      </w:r>
      <w:r>
        <w:tab/>
        <w:t>2.038e0</w:t>
      </w:r>
    </w:p>
    <w:p w:rsidR="007B2329" w:rsidRDefault="007B2329" w:rsidP="007B2329">
      <w:r>
        <w:t>143.9609</w:t>
      </w:r>
      <w:r>
        <w:tab/>
        <w:t>1.013e0</w:t>
      </w:r>
    </w:p>
    <w:p w:rsidR="007B2329" w:rsidRDefault="007B2329" w:rsidP="007B2329">
      <w:r>
        <w:t>143.9708</w:t>
      </w:r>
      <w:r>
        <w:tab/>
        <w:t>1.025e0</w:t>
      </w:r>
    </w:p>
    <w:p w:rsidR="007B2329" w:rsidRDefault="007B2329" w:rsidP="007B2329">
      <w:r>
        <w:t>143.9773</w:t>
      </w:r>
      <w:r>
        <w:tab/>
        <w:t>3.051e0</w:t>
      </w:r>
    </w:p>
    <w:p w:rsidR="007B2329" w:rsidRDefault="007B2329" w:rsidP="007B2329">
      <w:r>
        <w:t>143.9839</w:t>
      </w:r>
      <w:r>
        <w:tab/>
        <w:t>1.266e-2</w:t>
      </w:r>
    </w:p>
    <w:p w:rsidR="007B2329" w:rsidRDefault="007B2329" w:rsidP="007B2329">
      <w:r>
        <w:t>144.0009</w:t>
      </w:r>
      <w:r>
        <w:tab/>
        <w:t>2.532e-2</w:t>
      </w:r>
    </w:p>
    <w:p w:rsidR="007B2329" w:rsidRDefault="007B2329" w:rsidP="007B2329">
      <w:r>
        <w:lastRenderedPageBreak/>
        <w:t>144.0026</w:t>
      </w:r>
      <w:r>
        <w:tab/>
        <w:t>1.266e-2</w:t>
      </w:r>
    </w:p>
    <w:p w:rsidR="007B2329" w:rsidRDefault="007B2329" w:rsidP="007B2329">
      <w:r>
        <w:t>144.0189</w:t>
      </w:r>
      <w:r>
        <w:tab/>
        <w:t>1.266e-2</w:t>
      </w:r>
    </w:p>
    <w:p w:rsidR="007B2329" w:rsidRDefault="007B2329" w:rsidP="007B2329">
      <w:r>
        <w:t>144.0222</w:t>
      </w:r>
      <w:r>
        <w:tab/>
        <w:t>1.266e-2</w:t>
      </w:r>
    </w:p>
    <w:p w:rsidR="007B2329" w:rsidRDefault="007B2329" w:rsidP="007B2329">
      <w:r>
        <w:t>144.0252</w:t>
      </w:r>
      <w:r>
        <w:tab/>
        <w:t>1.013e0</w:t>
      </w:r>
    </w:p>
    <w:p w:rsidR="007B2329" w:rsidRDefault="007B2329" w:rsidP="007B2329">
      <w:r>
        <w:t>144.0267</w:t>
      </w:r>
      <w:r>
        <w:tab/>
        <w:t>4.051e0</w:t>
      </w:r>
    </w:p>
    <w:p w:rsidR="007B2329" w:rsidRDefault="007B2329" w:rsidP="007B2329">
      <w:r>
        <w:t>144.0311</w:t>
      </w:r>
      <w:r>
        <w:tab/>
        <w:t>2.025e0</w:t>
      </w:r>
    </w:p>
    <w:p w:rsidR="007B2329" w:rsidRDefault="007B2329" w:rsidP="007B2329">
      <w:r>
        <w:t>144.0343</w:t>
      </w:r>
      <w:r>
        <w:tab/>
        <w:t>1.025e0</w:t>
      </w:r>
    </w:p>
    <w:p w:rsidR="007B2329" w:rsidRDefault="007B2329" w:rsidP="007B2329">
      <w:r>
        <w:t>144.0393</w:t>
      </w:r>
      <w:r>
        <w:tab/>
        <w:t>2.025e0</w:t>
      </w:r>
    </w:p>
    <w:p w:rsidR="007B2329" w:rsidRDefault="007B2329" w:rsidP="007B2329">
      <w:r>
        <w:t>144.0410</w:t>
      </w:r>
      <w:r>
        <w:tab/>
        <w:t>2.012e-1</w:t>
      </w:r>
    </w:p>
    <w:p w:rsidR="007B2329" w:rsidRDefault="007B2329" w:rsidP="007B2329">
      <w:r>
        <w:t>144.0474</w:t>
      </w:r>
      <w:r>
        <w:tab/>
        <w:t>1.013e0</w:t>
      </w:r>
    </w:p>
    <w:p w:rsidR="007B2329" w:rsidRDefault="007B2329" w:rsidP="007B2329">
      <w:r>
        <w:t>144.0615</w:t>
      </w:r>
      <w:r>
        <w:tab/>
        <w:t>4.076e0</w:t>
      </w:r>
    </w:p>
    <w:p w:rsidR="007B2329" w:rsidRDefault="007B2329" w:rsidP="007B2329">
      <w:r>
        <w:t>144.0676</w:t>
      </w:r>
      <w:r>
        <w:tab/>
        <w:t>5.588e0</w:t>
      </w:r>
    </w:p>
    <w:p w:rsidR="007B2329" w:rsidRDefault="007B2329" w:rsidP="007B2329">
      <w:r>
        <w:t>144.0789</w:t>
      </w:r>
      <w:r>
        <w:tab/>
        <w:t>8.101e0</w:t>
      </w:r>
    </w:p>
    <w:p w:rsidR="007B2329" w:rsidRDefault="007B2329" w:rsidP="007B2329">
      <w:r>
        <w:t>144.1013</w:t>
      </w:r>
      <w:r>
        <w:tab/>
        <w:t>1.266e-2</w:t>
      </w:r>
    </w:p>
    <w:p w:rsidR="007B2329" w:rsidRDefault="007B2329" w:rsidP="007B2329">
      <w:r>
        <w:t>144.1062</w:t>
      </w:r>
      <w:r>
        <w:tab/>
        <w:t>2.025e0</w:t>
      </w:r>
    </w:p>
    <w:p w:rsidR="007B2329" w:rsidRDefault="007B2329" w:rsidP="007B2329">
      <w:r>
        <w:t>144.1078</w:t>
      </w:r>
      <w:r>
        <w:tab/>
        <w:t>3.797e-2</w:t>
      </w:r>
    </w:p>
    <w:p w:rsidR="007B2329" w:rsidRDefault="007B2329" w:rsidP="007B2329">
      <w:r>
        <w:t>144.1176</w:t>
      </w:r>
      <w:r>
        <w:tab/>
        <w:t>1.266e-2</w:t>
      </w:r>
    </w:p>
    <w:p w:rsidR="007B2329" w:rsidRDefault="007B2329" w:rsidP="007B2329">
      <w:r>
        <w:t>144.1275</w:t>
      </w:r>
      <w:r>
        <w:tab/>
        <w:t>1.013e0</w:t>
      </w:r>
    </w:p>
    <w:p w:rsidR="007B2329" w:rsidRDefault="007B2329" w:rsidP="007B2329">
      <w:r>
        <w:t>144.1322</w:t>
      </w:r>
      <w:r>
        <w:tab/>
        <w:t>1.025e0</w:t>
      </w:r>
    </w:p>
    <w:p w:rsidR="007B2329" w:rsidRDefault="007B2329" w:rsidP="007B2329">
      <w:r>
        <w:lastRenderedPageBreak/>
        <w:t>144.1364</w:t>
      </w:r>
      <w:r>
        <w:tab/>
        <w:t>3.038e0</w:t>
      </w:r>
    </w:p>
    <w:p w:rsidR="007B2329" w:rsidRDefault="007B2329" w:rsidP="007B2329">
      <w:r>
        <w:t>144.1396</w:t>
      </w:r>
      <w:r>
        <w:tab/>
        <w:t>1.038e0</w:t>
      </w:r>
    </w:p>
    <w:p w:rsidR="007B2329" w:rsidRDefault="007B2329" w:rsidP="007B2329">
      <w:r>
        <w:t>144.1494</w:t>
      </w:r>
      <w:r>
        <w:tab/>
        <w:t>1.013e0</w:t>
      </w:r>
    </w:p>
    <w:p w:rsidR="007B2329" w:rsidRDefault="007B2329" w:rsidP="007B2329">
      <w:r>
        <w:t>144.1559</w:t>
      </w:r>
      <w:r>
        <w:tab/>
        <w:t>1.266e-2</w:t>
      </w:r>
    </w:p>
    <w:p w:rsidR="007B2329" w:rsidRDefault="007B2329" w:rsidP="007B2329">
      <w:r>
        <w:t>144.1625</w:t>
      </w:r>
      <w:r>
        <w:tab/>
        <w:t>1.013e0</w:t>
      </w:r>
    </w:p>
    <w:p w:rsidR="007B2329" w:rsidRDefault="007B2329" w:rsidP="007B2329">
      <w:r>
        <w:t>144.1655</w:t>
      </w:r>
      <w:r>
        <w:tab/>
        <w:t>6.698e-1</w:t>
      </w:r>
    </w:p>
    <w:p w:rsidR="007B2329" w:rsidRDefault="007B2329" w:rsidP="007B2329">
      <w:r>
        <w:t>144.1780</w:t>
      </w:r>
      <w:r>
        <w:tab/>
        <w:t>2.025e0</w:t>
      </w:r>
    </w:p>
    <w:p w:rsidR="007B2329" w:rsidRDefault="007B2329" w:rsidP="007B2329">
      <w:r>
        <w:t>144.1869</w:t>
      </w:r>
      <w:r>
        <w:tab/>
        <w:t>3.038e0</w:t>
      </w:r>
    </w:p>
    <w:p w:rsidR="007B2329" w:rsidRDefault="007B2329" w:rsidP="007B2329">
      <w:r>
        <w:t>144.1943</w:t>
      </w:r>
      <w:r>
        <w:tab/>
        <w:t>2.025e0</w:t>
      </w:r>
    </w:p>
    <w:p w:rsidR="007B2329" w:rsidRDefault="007B2329" w:rsidP="007B2329">
      <w:r>
        <w:t>144.1961</w:t>
      </w:r>
      <w:r>
        <w:tab/>
        <w:t>2.025e0</w:t>
      </w:r>
    </w:p>
    <w:p w:rsidR="007B2329" w:rsidRDefault="007B2329" w:rsidP="007B2329">
      <w:r>
        <w:t>144.1976</w:t>
      </w:r>
      <w:r>
        <w:tab/>
        <w:t>1.266e-2</w:t>
      </w:r>
    </w:p>
    <w:p w:rsidR="007B2329" w:rsidRDefault="007B2329" w:rsidP="007B2329">
      <w:r>
        <w:t>144.2069</w:t>
      </w:r>
      <w:r>
        <w:tab/>
        <w:t>4.051e0</w:t>
      </w:r>
    </w:p>
    <w:p w:rsidR="007B2329" w:rsidRDefault="007B2329" w:rsidP="007B2329">
      <w:r>
        <w:t>144.2112</w:t>
      </w:r>
      <w:r>
        <w:tab/>
        <w:t>2.025e0</w:t>
      </w:r>
    </w:p>
    <w:p w:rsidR="007B2329" w:rsidRDefault="007B2329" w:rsidP="007B2329">
      <w:r>
        <w:t>144.2130</w:t>
      </w:r>
      <w:r>
        <w:tab/>
        <w:t>1.013e0</w:t>
      </w:r>
    </w:p>
    <w:p w:rsidR="007B2329" w:rsidRDefault="007B2329" w:rsidP="007B2329">
      <w:r>
        <w:t>144.2196</w:t>
      </w:r>
      <w:r>
        <w:tab/>
        <w:t>1.013e0</w:t>
      </w:r>
    </w:p>
    <w:p w:rsidR="007B2329" w:rsidRDefault="007B2329" w:rsidP="007B2329">
      <w:r>
        <w:t>144.2328</w:t>
      </w:r>
      <w:r>
        <w:tab/>
        <w:t>1.013e0</w:t>
      </w:r>
    </w:p>
    <w:p w:rsidR="007B2329" w:rsidRDefault="007B2329" w:rsidP="007B2329">
      <w:r>
        <w:t>144.2360</w:t>
      </w:r>
      <w:r>
        <w:tab/>
        <w:t>1.266e-2</w:t>
      </w:r>
    </w:p>
    <w:p w:rsidR="007B2329" w:rsidRDefault="007B2329" w:rsidP="007B2329">
      <w:r>
        <w:t>144.2404</w:t>
      </w:r>
      <w:r>
        <w:tab/>
        <w:t>2.025e0</w:t>
      </w:r>
    </w:p>
    <w:p w:rsidR="007B2329" w:rsidRDefault="007B2329" w:rsidP="007B2329">
      <w:r>
        <w:t>144.2419</w:t>
      </w:r>
      <w:r>
        <w:tab/>
        <w:t>1.266e-2</w:t>
      </w:r>
    </w:p>
    <w:p w:rsidR="007B2329" w:rsidRDefault="007B2329" w:rsidP="007B2329">
      <w:r>
        <w:lastRenderedPageBreak/>
        <w:t>144.2547</w:t>
      </w:r>
      <w:r>
        <w:tab/>
        <w:t>2.025e0</w:t>
      </w:r>
    </w:p>
    <w:p w:rsidR="007B2329" w:rsidRDefault="007B2329" w:rsidP="007B2329">
      <w:r>
        <w:t>144.2580</w:t>
      </w:r>
      <w:r>
        <w:tab/>
        <w:t>2.532e-2</w:t>
      </w:r>
    </w:p>
    <w:p w:rsidR="007B2329" w:rsidRDefault="007B2329" w:rsidP="007B2329">
      <w:r>
        <w:t>144.2645</w:t>
      </w:r>
      <w:r>
        <w:tab/>
        <w:t>2.025e0</w:t>
      </w:r>
    </w:p>
    <w:p w:rsidR="007B2329" w:rsidRDefault="007B2329" w:rsidP="007B2329">
      <w:r>
        <w:t>144.2712</w:t>
      </w:r>
      <w:r>
        <w:tab/>
        <w:t>3.038e0</w:t>
      </w:r>
    </w:p>
    <w:p w:rsidR="007B2329" w:rsidRDefault="007B2329" w:rsidP="007B2329">
      <w:r>
        <w:t>144.2800</w:t>
      </w:r>
      <w:r>
        <w:tab/>
        <w:t>1.013e0</w:t>
      </w:r>
    </w:p>
    <w:p w:rsidR="007B2329" w:rsidRDefault="007B2329" w:rsidP="007B2329">
      <w:r>
        <w:t>144.2870</w:t>
      </w:r>
      <w:r>
        <w:tab/>
        <w:t>4.063e0</w:t>
      </w:r>
    </w:p>
    <w:p w:rsidR="007B2329" w:rsidRDefault="007B2329" w:rsidP="007B2329">
      <w:r>
        <w:t>144.2898</w:t>
      </w:r>
      <w:r>
        <w:tab/>
        <w:t>1.013e0</w:t>
      </w:r>
    </w:p>
    <w:p w:rsidR="007B2329" w:rsidRDefault="007B2329" w:rsidP="007B2329">
      <w:r>
        <w:t>144.3049</w:t>
      </w:r>
      <w:r>
        <w:tab/>
        <w:t>1.038e0</w:t>
      </w:r>
    </w:p>
    <w:p w:rsidR="007B2329" w:rsidRDefault="007B2329" w:rsidP="007B2329">
      <w:r>
        <w:t>144.3092</w:t>
      </w:r>
      <w:r>
        <w:tab/>
        <w:t>2.025e0</w:t>
      </w:r>
    </w:p>
    <w:p w:rsidR="007B2329" w:rsidRDefault="007B2329" w:rsidP="007B2329">
      <w:r>
        <w:t>144.3107</w:t>
      </w:r>
      <w:r>
        <w:tab/>
        <w:t>1.025e0</w:t>
      </w:r>
    </w:p>
    <w:p w:rsidR="007B2329" w:rsidRDefault="007B2329" w:rsidP="007B2329">
      <w:r>
        <w:t>144.3151</w:t>
      </w:r>
      <w:r>
        <w:tab/>
        <w:t>1.013e0</w:t>
      </w:r>
    </w:p>
    <w:p w:rsidR="007B2329" w:rsidRDefault="007B2329" w:rsidP="007B2329">
      <w:r>
        <w:t>144.3250</w:t>
      </w:r>
      <w:r>
        <w:tab/>
        <w:t>2.025e0</w:t>
      </w:r>
    </w:p>
    <w:p w:rsidR="007B2329" w:rsidRDefault="007B2329" w:rsidP="007B2329">
      <w:r>
        <w:t>144.3298</w:t>
      </w:r>
      <w:r>
        <w:tab/>
        <w:t>2.532e-2</w:t>
      </w:r>
    </w:p>
    <w:p w:rsidR="007B2329" w:rsidRDefault="007B2329" w:rsidP="007B2329">
      <w:r>
        <w:t>144.3535</w:t>
      </w:r>
      <w:r>
        <w:tab/>
        <w:t>1.013e0</w:t>
      </w:r>
    </w:p>
    <w:p w:rsidR="007B2329" w:rsidRDefault="007B2329" w:rsidP="007B2329">
      <w:r>
        <w:t>144.3567</w:t>
      </w:r>
      <w:r>
        <w:tab/>
        <w:t>1.266e-2</w:t>
      </w:r>
    </w:p>
    <w:p w:rsidR="007B2329" w:rsidRDefault="007B2329" w:rsidP="007B2329">
      <w:r>
        <w:t>144.3666</w:t>
      </w:r>
      <w:r>
        <w:tab/>
        <w:t>1.025e0</w:t>
      </w:r>
    </w:p>
    <w:p w:rsidR="007B2329" w:rsidRDefault="007B2329" w:rsidP="007B2329">
      <w:r>
        <w:t>144.3747</w:t>
      </w:r>
      <w:r>
        <w:tab/>
        <w:t>1.025e0</w:t>
      </w:r>
    </w:p>
    <w:p w:rsidR="007B2329" w:rsidRDefault="007B2329" w:rsidP="007B2329">
      <w:r>
        <w:t>144.3792</w:t>
      </w:r>
      <w:r>
        <w:tab/>
        <w:t>4.051e0</w:t>
      </w:r>
    </w:p>
    <w:p w:rsidR="007B2329" w:rsidRDefault="007B2329" w:rsidP="007B2329">
      <w:r>
        <w:t>144.3909</w:t>
      </w:r>
      <w:r>
        <w:tab/>
        <w:t>3.038e0</w:t>
      </w:r>
    </w:p>
    <w:p w:rsidR="007B2329" w:rsidRDefault="007B2329" w:rsidP="007B2329">
      <w:r>
        <w:lastRenderedPageBreak/>
        <w:t>144.3961</w:t>
      </w:r>
      <w:r>
        <w:tab/>
        <w:t>3.038e0</w:t>
      </w:r>
    </w:p>
    <w:p w:rsidR="007B2329" w:rsidRDefault="007B2329" w:rsidP="007B2329">
      <w:r>
        <w:t>144.4016</w:t>
      </w:r>
      <w:r>
        <w:tab/>
        <w:t>1.013e0</w:t>
      </w:r>
    </w:p>
    <w:p w:rsidR="007B2329" w:rsidRDefault="007B2329" w:rsidP="007B2329">
      <w:r>
        <w:t>144.4082</w:t>
      </w:r>
      <w:r>
        <w:tab/>
        <w:t>1.266e-2</w:t>
      </w:r>
    </w:p>
    <w:p w:rsidR="007B2329" w:rsidRDefault="007B2329" w:rsidP="007B2329">
      <w:r>
        <w:t>144.4115</w:t>
      </w:r>
      <w:r>
        <w:tab/>
        <w:t>1.266e-2</w:t>
      </w:r>
    </w:p>
    <w:p w:rsidR="007B2329" w:rsidRDefault="007B2329" w:rsidP="007B2329">
      <w:r>
        <w:t>144.4148</w:t>
      </w:r>
      <w:r>
        <w:tab/>
        <w:t>1.013e0</w:t>
      </w:r>
    </w:p>
    <w:p w:rsidR="007B2329" w:rsidRDefault="007B2329" w:rsidP="007B2329">
      <w:r>
        <w:t>144.4207</w:t>
      </w:r>
      <w:r>
        <w:tab/>
        <w:t>1.013e0</w:t>
      </w:r>
    </w:p>
    <w:p w:rsidR="007B2329" w:rsidRDefault="007B2329" w:rsidP="007B2329">
      <w:r>
        <w:t>144.4236</w:t>
      </w:r>
      <w:r>
        <w:tab/>
        <w:t>2.025e0</w:t>
      </w:r>
    </w:p>
    <w:p w:rsidR="007B2329" w:rsidRDefault="007B2329" w:rsidP="007B2329">
      <w:r>
        <w:t>144.4368</w:t>
      </w:r>
      <w:r>
        <w:tab/>
        <w:t>1.013e0</w:t>
      </w:r>
    </w:p>
    <w:p w:rsidR="007B2329" w:rsidRDefault="007B2329" w:rsidP="007B2329">
      <w:r>
        <w:t>144.4400</w:t>
      </w:r>
      <w:r>
        <w:tab/>
        <w:t>1.025e0</w:t>
      </w:r>
    </w:p>
    <w:p w:rsidR="007B2329" w:rsidRDefault="007B2329" w:rsidP="007B2329">
      <w:r>
        <w:t>144.4466</w:t>
      </w:r>
      <w:r>
        <w:tab/>
        <w:t>1.025e0</w:t>
      </w:r>
    </w:p>
    <w:p w:rsidR="007B2329" w:rsidRDefault="007B2329" w:rsidP="007B2329">
      <w:r>
        <w:t>144.4620</w:t>
      </w:r>
      <w:r>
        <w:tab/>
        <w:t>2.025e0</w:t>
      </w:r>
    </w:p>
    <w:p w:rsidR="007B2329" w:rsidRDefault="007B2329" w:rsidP="007B2329">
      <w:r>
        <w:t>144.4637</w:t>
      </w:r>
      <w:r>
        <w:tab/>
        <w:t>2.025e0</w:t>
      </w:r>
    </w:p>
    <w:p w:rsidR="007B2329" w:rsidRDefault="007B2329" w:rsidP="007B2329">
      <w:r>
        <w:t>144.4654</w:t>
      </w:r>
      <w:r>
        <w:tab/>
        <w:t>1.013e0</w:t>
      </w:r>
    </w:p>
    <w:p w:rsidR="007B2329" w:rsidRDefault="007B2329" w:rsidP="007B2329">
      <w:r>
        <w:t>144.4695</w:t>
      </w:r>
      <w:r>
        <w:tab/>
        <w:t>5.076e0</w:t>
      </w:r>
    </w:p>
    <w:p w:rsidR="007B2329" w:rsidRDefault="007B2329" w:rsidP="007B2329">
      <w:r>
        <w:t>144.4720</w:t>
      </w:r>
      <w:r>
        <w:tab/>
        <w:t>4.051e0</w:t>
      </w:r>
    </w:p>
    <w:p w:rsidR="007B2329" w:rsidRDefault="007B2329" w:rsidP="007B2329">
      <w:r>
        <w:t>144.4801</w:t>
      </w:r>
      <w:r>
        <w:tab/>
        <w:t>4.051e0</w:t>
      </w:r>
    </w:p>
    <w:p w:rsidR="007B2329" w:rsidRDefault="007B2329" w:rsidP="007B2329">
      <w:r>
        <w:t>144.4850</w:t>
      </w:r>
      <w:r>
        <w:tab/>
        <w:t>1.266e-2</w:t>
      </w:r>
    </w:p>
    <w:p w:rsidR="007B2329" w:rsidRDefault="007B2329" w:rsidP="007B2329">
      <w:r>
        <w:t>144.4881</w:t>
      </w:r>
      <w:r>
        <w:tab/>
        <w:t>2.025e0</w:t>
      </w:r>
    </w:p>
    <w:p w:rsidR="007B2329" w:rsidRDefault="007B2329" w:rsidP="007B2329">
      <w:r>
        <w:t>144.5071</w:t>
      </w:r>
      <w:r>
        <w:tab/>
        <w:t>1.013e0</w:t>
      </w:r>
    </w:p>
    <w:p w:rsidR="007B2329" w:rsidRDefault="007B2329" w:rsidP="007B2329">
      <w:r>
        <w:lastRenderedPageBreak/>
        <w:t>144.5103</w:t>
      </w:r>
      <w:r>
        <w:tab/>
        <w:t>1.266e-2</w:t>
      </w:r>
    </w:p>
    <w:p w:rsidR="007B2329" w:rsidRDefault="007B2329" w:rsidP="007B2329">
      <w:r>
        <w:t>144.5152</w:t>
      </w:r>
      <w:r>
        <w:tab/>
        <w:t>2.532e-2</w:t>
      </w:r>
    </w:p>
    <w:p w:rsidR="007B2329" w:rsidRDefault="007B2329" w:rsidP="007B2329">
      <w:r>
        <w:t>144.5202</w:t>
      </w:r>
      <w:r>
        <w:tab/>
        <w:t>1.266e-2</w:t>
      </w:r>
    </w:p>
    <w:p w:rsidR="007B2329" w:rsidRDefault="007B2329" w:rsidP="007B2329">
      <w:r>
        <w:t>144.5323</w:t>
      </w:r>
      <w:r>
        <w:tab/>
        <w:t>1.013e0</w:t>
      </w:r>
    </w:p>
    <w:p w:rsidR="007B2329" w:rsidRDefault="007B2329" w:rsidP="007B2329">
      <w:r>
        <w:t>144.5356</w:t>
      </w:r>
      <w:r>
        <w:tab/>
        <w:t>1.266e-2</w:t>
      </w:r>
    </w:p>
    <w:p w:rsidR="007B2329" w:rsidRDefault="007B2329" w:rsidP="007B2329">
      <w:r>
        <w:t>144.5536</w:t>
      </w:r>
      <w:r>
        <w:tab/>
        <w:t>3.051e0</w:t>
      </w:r>
    </w:p>
    <w:p w:rsidR="007B2329" w:rsidRDefault="007B2329" w:rsidP="007B2329">
      <w:r>
        <w:t>144.5553</w:t>
      </w:r>
      <w:r>
        <w:tab/>
        <w:t>1.266e-2</w:t>
      </w:r>
    </w:p>
    <w:p w:rsidR="007B2329" w:rsidRDefault="007B2329" w:rsidP="007B2329">
      <w:r>
        <w:t>144.5586</w:t>
      </w:r>
      <w:r>
        <w:tab/>
        <w:t>1.266e-2</w:t>
      </w:r>
    </w:p>
    <w:p w:rsidR="007B2329" w:rsidRDefault="007B2329" w:rsidP="007B2329">
      <w:r>
        <w:t>144.5688</w:t>
      </w:r>
      <w:r>
        <w:tab/>
        <w:t>2.025e0</w:t>
      </w:r>
    </w:p>
    <w:p w:rsidR="007B2329" w:rsidRDefault="007B2329" w:rsidP="007B2329">
      <w:r>
        <w:t>144.5740</w:t>
      </w:r>
      <w:r>
        <w:tab/>
        <w:t>1.025e0</w:t>
      </w:r>
    </w:p>
    <w:p w:rsidR="007B2329" w:rsidRDefault="007B2329" w:rsidP="007B2329">
      <w:r>
        <w:t>144.5838</w:t>
      </w:r>
      <w:r>
        <w:tab/>
        <w:t>1.013e0</w:t>
      </w:r>
    </w:p>
    <w:p w:rsidR="007B2329" w:rsidRDefault="007B2329" w:rsidP="007B2329">
      <w:r>
        <w:t>144.5937</w:t>
      </w:r>
      <w:r>
        <w:tab/>
        <w:t>1.025e0</w:t>
      </w:r>
    </w:p>
    <w:p w:rsidR="007B2329" w:rsidRDefault="007B2329" w:rsidP="007B2329">
      <w:r>
        <w:t>144.5996</w:t>
      </w:r>
      <w:r>
        <w:tab/>
        <w:t>1.266e-2</w:t>
      </w:r>
    </w:p>
    <w:p w:rsidR="007B2329" w:rsidRDefault="007B2329" w:rsidP="007B2329">
      <w:r>
        <w:t>144.6108</w:t>
      </w:r>
      <w:r>
        <w:tab/>
        <w:t>4.051e0</w:t>
      </w:r>
    </w:p>
    <w:p w:rsidR="007B2329" w:rsidRDefault="007B2329" w:rsidP="007B2329">
      <w:r>
        <w:t>144.6141</w:t>
      </w:r>
      <w:r>
        <w:tab/>
        <w:t>2.025e0</w:t>
      </w:r>
    </w:p>
    <w:p w:rsidR="007B2329" w:rsidRDefault="007B2329" w:rsidP="007B2329">
      <w:r>
        <w:t>144.6222</w:t>
      </w:r>
      <w:r>
        <w:tab/>
        <w:t>1.266e-2</w:t>
      </w:r>
    </w:p>
    <w:p w:rsidR="007B2329" w:rsidRDefault="007B2329" w:rsidP="007B2329">
      <w:r>
        <w:t>144.6255</w:t>
      </w:r>
      <w:r>
        <w:tab/>
        <w:t>1.025e0</w:t>
      </w:r>
    </w:p>
    <w:p w:rsidR="007B2329" w:rsidRDefault="007B2329" w:rsidP="007B2329">
      <w:r>
        <w:t>144.6335</w:t>
      </w:r>
      <w:r>
        <w:tab/>
        <w:t>2.025e0</w:t>
      </w:r>
    </w:p>
    <w:p w:rsidR="007B2329" w:rsidRDefault="007B2329" w:rsidP="007B2329">
      <w:r>
        <w:t>144.6475</w:t>
      </w:r>
      <w:r>
        <w:tab/>
        <w:t>2.025e0</w:t>
      </w:r>
    </w:p>
    <w:p w:rsidR="007B2329" w:rsidRDefault="007B2329" w:rsidP="007B2329">
      <w:r>
        <w:lastRenderedPageBreak/>
        <w:t>144.6541</w:t>
      </w:r>
      <w:r>
        <w:tab/>
        <w:t>2.025e0</w:t>
      </w:r>
    </w:p>
    <w:p w:rsidR="007B2329" w:rsidRDefault="007B2329" w:rsidP="007B2329">
      <w:r>
        <w:t>144.6701</w:t>
      </w:r>
      <w:r>
        <w:tab/>
        <w:t>3.038e0</w:t>
      </w:r>
    </w:p>
    <w:p w:rsidR="007B2329" w:rsidRDefault="007B2329" w:rsidP="007B2329">
      <w:r>
        <w:t>144.6731</w:t>
      </w:r>
      <w:r>
        <w:tab/>
        <w:t>1.013e0</w:t>
      </w:r>
    </w:p>
    <w:p w:rsidR="007B2329" w:rsidRDefault="007B2329" w:rsidP="007B2329">
      <w:r>
        <w:t>144.6794</w:t>
      </w:r>
      <w:r>
        <w:tab/>
        <w:t>2.532e-2</w:t>
      </w:r>
    </w:p>
    <w:p w:rsidR="007B2329" w:rsidRDefault="007B2329" w:rsidP="007B2329">
      <w:r>
        <w:t>144.6991</w:t>
      </w:r>
      <w:r>
        <w:tab/>
        <w:t>1.013e0</w:t>
      </w:r>
    </w:p>
    <w:p w:rsidR="007B2329" w:rsidRDefault="007B2329" w:rsidP="007B2329">
      <w:r>
        <w:t>144.7054</w:t>
      </w:r>
      <w:r>
        <w:tab/>
        <w:t>4.051e0</w:t>
      </w:r>
    </w:p>
    <w:p w:rsidR="007B2329" w:rsidRDefault="007B2329" w:rsidP="007B2329">
      <w:r>
        <w:t>144.7154</w:t>
      </w:r>
      <w:r>
        <w:tab/>
        <w:t>3.038e0</w:t>
      </w:r>
    </w:p>
    <w:p w:rsidR="007B2329" w:rsidRDefault="007B2329" w:rsidP="007B2329">
      <w:r>
        <w:t>144.7375</w:t>
      </w:r>
      <w:r>
        <w:tab/>
        <w:t>2.025e0</w:t>
      </w:r>
    </w:p>
    <w:p w:rsidR="007B2329" w:rsidRDefault="007B2329" w:rsidP="007B2329">
      <w:r>
        <w:t>144.7435</w:t>
      </w:r>
      <w:r>
        <w:tab/>
        <w:t>1.013e0</w:t>
      </w:r>
    </w:p>
    <w:p w:rsidR="007B2329" w:rsidRDefault="007B2329" w:rsidP="007B2329">
      <w:r>
        <w:t>144.7453</w:t>
      </w:r>
      <w:r>
        <w:tab/>
        <w:t>3.038e0</w:t>
      </w:r>
    </w:p>
    <w:p w:rsidR="007B2329" w:rsidRDefault="007B2329" w:rsidP="007B2329">
      <w:r>
        <w:t>144.7485</w:t>
      </w:r>
      <w:r>
        <w:tab/>
        <w:t>4.051e0</w:t>
      </w:r>
    </w:p>
    <w:p w:rsidR="007B2329" w:rsidRDefault="007B2329" w:rsidP="007B2329">
      <w:r>
        <w:t>144.7563</w:t>
      </w:r>
      <w:r>
        <w:tab/>
        <w:t>1.013e0</w:t>
      </w:r>
    </w:p>
    <w:p w:rsidR="007B2329" w:rsidRDefault="007B2329" w:rsidP="007B2329">
      <w:r>
        <w:t>144.7727</w:t>
      </w:r>
      <w:r>
        <w:tab/>
        <w:t>1.013e0</w:t>
      </w:r>
    </w:p>
    <w:p w:rsidR="007B2329" w:rsidRDefault="007B2329" w:rsidP="007B2329">
      <w:r>
        <w:t>144.7759</w:t>
      </w:r>
      <w:r>
        <w:tab/>
        <w:t>1.013e0</w:t>
      </w:r>
    </w:p>
    <w:p w:rsidR="007B2329" w:rsidRDefault="007B2329" w:rsidP="007B2329">
      <w:r>
        <w:t>144.7788</w:t>
      </w:r>
      <w:r>
        <w:tab/>
        <w:t>1.013e0</w:t>
      </w:r>
    </w:p>
    <w:p w:rsidR="007B2329" w:rsidRDefault="007B2329" w:rsidP="007B2329">
      <w:r>
        <w:t>144.7823</w:t>
      </w:r>
      <w:r>
        <w:tab/>
        <w:t>2.038e0</w:t>
      </w:r>
    </w:p>
    <w:p w:rsidR="007B2329" w:rsidRDefault="007B2329" w:rsidP="007B2329">
      <w:r>
        <w:t>144.7914</w:t>
      </w:r>
      <w:r>
        <w:tab/>
        <w:t>1.266e-2</w:t>
      </w:r>
    </w:p>
    <w:p w:rsidR="007B2329" w:rsidRDefault="007B2329" w:rsidP="007B2329">
      <w:r>
        <w:t>144.7988</w:t>
      </w:r>
      <w:r>
        <w:tab/>
        <w:t>3.038e0</w:t>
      </w:r>
    </w:p>
    <w:p w:rsidR="007B2329" w:rsidRDefault="007B2329" w:rsidP="007B2329">
      <w:r>
        <w:t>144.8045</w:t>
      </w:r>
      <w:r>
        <w:tab/>
        <w:t>1.013e0</w:t>
      </w:r>
    </w:p>
    <w:p w:rsidR="007B2329" w:rsidRDefault="007B2329" w:rsidP="007B2329">
      <w:r>
        <w:lastRenderedPageBreak/>
        <w:t>144.8094</w:t>
      </w:r>
      <w:r>
        <w:tab/>
        <w:t>2.025e0</w:t>
      </w:r>
    </w:p>
    <w:p w:rsidR="007B2329" w:rsidRDefault="007B2329" w:rsidP="007B2329">
      <w:r>
        <w:t>144.8170</w:t>
      </w:r>
      <w:r>
        <w:tab/>
        <w:t>1.013e0</w:t>
      </w:r>
    </w:p>
    <w:p w:rsidR="007B2329" w:rsidRDefault="007B2329" w:rsidP="007B2329">
      <w:r>
        <w:t>144.8298</w:t>
      </w:r>
      <w:r>
        <w:tab/>
        <w:t>2.025e0</w:t>
      </w:r>
    </w:p>
    <w:p w:rsidR="007B2329" w:rsidRDefault="007B2329" w:rsidP="007B2329">
      <w:r>
        <w:t>144.8364</w:t>
      </w:r>
      <w:r>
        <w:tab/>
        <w:t>1.025e0</w:t>
      </w:r>
    </w:p>
    <w:p w:rsidR="007B2329" w:rsidRDefault="007B2329" w:rsidP="007B2329">
      <w:r>
        <w:t>144.8429</w:t>
      </w:r>
      <w:r>
        <w:tab/>
        <w:t>1.013e0</w:t>
      </w:r>
    </w:p>
    <w:p w:rsidR="007B2329" w:rsidRDefault="007B2329" w:rsidP="007B2329">
      <w:r>
        <w:t>144.8494</w:t>
      </w:r>
      <w:r>
        <w:tab/>
        <w:t>1.013e0</w:t>
      </w:r>
    </w:p>
    <w:p w:rsidR="007B2329" w:rsidRDefault="007B2329" w:rsidP="007B2329">
      <w:r>
        <w:t>144.8617</w:t>
      </w:r>
      <w:r>
        <w:tab/>
        <w:t>1.266e-2</w:t>
      </w:r>
    </w:p>
    <w:p w:rsidR="007B2329" w:rsidRDefault="007B2329" w:rsidP="007B2329">
      <w:r>
        <w:t>144.8683</w:t>
      </w:r>
      <w:r>
        <w:tab/>
        <w:t>2.025e0</w:t>
      </w:r>
    </w:p>
    <w:p w:rsidR="007B2329" w:rsidRDefault="007B2329" w:rsidP="007B2329">
      <w:r>
        <w:t>144.8715</w:t>
      </w:r>
      <w:r>
        <w:tab/>
        <w:t>1.013e0</w:t>
      </w:r>
    </w:p>
    <w:p w:rsidR="007B2329" w:rsidRDefault="007B2329" w:rsidP="007B2329">
      <w:r>
        <w:t>144.8798</w:t>
      </w:r>
      <w:r>
        <w:tab/>
        <w:t>1.025e0</w:t>
      </w:r>
    </w:p>
    <w:p w:rsidR="007B2329" w:rsidRDefault="007B2329" w:rsidP="007B2329">
      <w:r>
        <w:t>144.8952</w:t>
      </w:r>
      <w:r>
        <w:tab/>
        <w:t>1.025e0</w:t>
      </w:r>
    </w:p>
    <w:p w:rsidR="007B2329" w:rsidRDefault="007B2329" w:rsidP="007B2329">
      <w:r>
        <w:t>144.8969</w:t>
      </w:r>
      <w:r>
        <w:tab/>
        <w:t>1.013e0</w:t>
      </w:r>
    </w:p>
    <w:p w:rsidR="007B2329" w:rsidRDefault="007B2329" w:rsidP="007B2329">
      <w:r>
        <w:t>144.9002</w:t>
      </w:r>
      <w:r>
        <w:tab/>
        <w:t>1.013e0</w:t>
      </w:r>
    </w:p>
    <w:p w:rsidR="007B2329" w:rsidRDefault="007B2329" w:rsidP="007B2329">
      <w:r>
        <w:t>144.9019</w:t>
      </w:r>
      <w:r>
        <w:tab/>
        <w:t>2.025e0</w:t>
      </w:r>
    </w:p>
    <w:p w:rsidR="007B2329" w:rsidRDefault="007B2329" w:rsidP="007B2329">
      <w:r>
        <w:t>144.9067</w:t>
      </w:r>
      <w:r>
        <w:tab/>
        <w:t>2.532e-2</w:t>
      </w:r>
    </w:p>
    <w:p w:rsidR="007B2329" w:rsidRDefault="007B2329" w:rsidP="007B2329">
      <w:r>
        <w:t>144.9166</w:t>
      </w:r>
      <w:r>
        <w:tab/>
        <w:t>1.013e0</w:t>
      </w:r>
    </w:p>
    <w:p w:rsidR="007B2329" w:rsidRDefault="007B2329" w:rsidP="007B2329">
      <w:r>
        <w:t>144.9353</w:t>
      </w:r>
      <w:r>
        <w:tab/>
        <w:t>2.025e0</w:t>
      </w:r>
    </w:p>
    <w:p w:rsidR="007B2329" w:rsidRDefault="007B2329" w:rsidP="007B2329">
      <w:r>
        <w:t>144.9386</w:t>
      </w:r>
      <w:r>
        <w:tab/>
        <w:t>1.013e0</w:t>
      </w:r>
    </w:p>
    <w:p w:rsidR="007B2329" w:rsidRDefault="007B2329" w:rsidP="007B2329">
      <w:r>
        <w:t>144.9419</w:t>
      </w:r>
      <w:r>
        <w:tab/>
        <w:t>1.266e-2</w:t>
      </w:r>
    </w:p>
    <w:p w:rsidR="007B2329" w:rsidRDefault="007B2329" w:rsidP="007B2329">
      <w:r>
        <w:lastRenderedPageBreak/>
        <w:t>144.9435</w:t>
      </w:r>
      <w:r>
        <w:tab/>
        <w:t>2.025e0</w:t>
      </w:r>
    </w:p>
    <w:p w:rsidR="007B2329" w:rsidRDefault="007B2329" w:rsidP="007B2329">
      <w:r>
        <w:t>144.9551</w:t>
      </w:r>
      <w:r>
        <w:tab/>
        <w:t>1.013e0</w:t>
      </w:r>
    </w:p>
    <w:p w:rsidR="007B2329" w:rsidRDefault="007B2329" w:rsidP="007B2329">
      <w:r>
        <w:t>144.9582</w:t>
      </w:r>
      <w:r>
        <w:tab/>
        <w:t>1.013e0</w:t>
      </w:r>
    </w:p>
    <w:p w:rsidR="007B2329" w:rsidRDefault="007B2329" w:rsidP="007B2329">
      <w:r>
        <w:t>144.9641</w:t>
      </w:r>
      <w:r>
        <w:tab/>
        <w:t>1.013e0</w:t>
      </w:r>
    </w:p>
    <w:p w:rsidR="007B2329" w:rsidRDefault="007B2329" w:rsidP="007B2329">
      <w:r>
        <w:t>144.9738</w:t>
      </w:r>
      <w:r>
        <w:tab/>
        <w:t>1.266e-2</w:t>
      </w:r>
    </w:p>
    <w:p w:rsidR="007B2329" w:rsidRDefault="007B2329" w:rsidP="007B2329">
      <w:r>
        <w:t>144.9824</w:t>
      </w:r>
      <w:r>
        <w:tab/>
        <w:t>5.063e0</w:t>
      </w:r>
    </w:p>
    <w:p w:rsidR="007B2329" w:rsidRDefault="007B2329" w:rsidP="007B2329">
      <w:r>
        <w:t>144.9934</w:t>
      </w:r>
      <w:r>
        <w:tab/>
        <w:t>1.013e0</w:t>
      </w:r>
    </w:p>
    <w:p w:rsidR="007B2329" w:rsidRDefault="007B2329" w:rsidP="007B2329">
      <w:r>
        <w:t>144.9978</w:t>
      </w:r>
      <w:r>
        <w:tab/>
        <w:t>2.025e0</w:t>
      </w:r>
    </w:p>
    <w:p w:rsidR="007B2329" w:rsidRDefault="007B2329" w:rsidP="007B2329">
      <w:r>
        <w:t>145.0005</w:t>
      </w:r>
      <w:r>
        <w:tab/>
        <w:t>3.038e0</w:t>
      </w:r>
    </w:p>
    <w:p w:rsidR="007B2329" w:rsidRDefault="007B2329" w:rsidP="007B2329">
      <w:r>
        <w:t>145.0022</w:t>
      </w:r>
      <w:r>
        <w:tab/>
        <w:t>1.025e0</w:t>
      </w:r>
    </w:p>
    <w:p w:rsidR="007B2329" w:rsidRDefault="007B2329" w:rsidP="007B2329">
      <w:r>
        <w:t>145.0123</w:t>
      </w:r>
      <w:r>
        <w:tab/>
        <w:t>2.025e0</w:t>
      </w:r>
    </w:p>
    <w:p w:rsidR="007B2329" w:rsidRDefault="007B2329" w:rsidP="007B2329">
      <w:r>
        <w:t>145.0253</w:t>
      </w:r>
      <w:r>
        <w:tab/>
        <w:t>1.013e0</w:t>
      </w:r>
    </w:p>
    <w:p w:rsidR="007B2329" w:rsidRDefault="007B2329" w:rsidP="007B2329">
      <w:r>
        <w:t>145.0346</w:t>
      </w:r>
      <w:r>
        <w:tab/>
        <w:t>2.532e-2</w:t>
      </w:r>
    </w:p>
    <w:p w:rsidR="007B2329" w:rsidRDefault="007B2329" w:rsidP="007B2329">
      <w:r>
        <w:t>145.0408</w:t>
      </w:r>
      <w:r>
        <w:tab/>
        <w:t>1.025e0</w:t>
      </w:r>
    </w:p>
    <w:p w:rsidR="007B2329" w:rsidRDefault="007B2329" w:rsidP="007B2329">
      <w:r>
        <w:t>145.0474</w:t>
      </w:r>
      <w:r>
        <w:tab/>
        <w:t>1.013e0</w:t>
      </w:r>
    </w:p>
    <w:p w:rsidR="007B2329" w:rsidRDefault="007B2329" w:rsidP="007B2329">
      <w:r>
        <w:t>145.0589</w:t>
      </w:r>
      <w:r>
        <w:tab/>
        <w:t>4.114e0</w:t>
      </w:r>
    </w:p>
    <w:p w:rsidR="007B2329" w:rsidRDefault="007B2329" w:rsidP="007B2329">
      <w:r>
        <w:t>145.0605</w:t>
      </w:r>
      <w:r>
        <w:tab/>
        <w:t>4.076e0</w:t>
      </w:r>
    </w:p>
    <w:p w:rsidR="007B2329" w:rsidRDefault="007B2329" w:rsidP="007B2329">
      <w:r>
        <w:t>145.0699</w:t>
      </w:r>
      <w:r>
        <w:tab/>
        <w:t>3.038e0</w:t>
      </w:r>
    </w:p>
    <w:p w:rsidR="007B2329" w:rsidRDefault="007B2329" w:rsidP="007B2329">
      <w:r>
        <w:t>145.0729</w:t>
      </w:r>
      <w:r>
        <w:tab/>
        <w:t>2.038e0</w:t>
      </w:r>
    </w:p>
    <w:p w:rsidR="007B2329" w:rsidRDefault="007B2329" w:rsidP="007B2329">
      <w:r>
        <w:lastRenderedPageBreak/>
        <w:t>145.0967</w:t>
      </w:r>
      <w:r>
        <w:tab/>
        <w:t>4.051e0</w:t>
      </w:r>
    </w:p>
    <w:p w:rsidR="007B2329" w:rsidRDefault="007B2329" w:rsidP="007B2329">
      <w:r>
        <w:t>145.1178</w:t>
      </w:r>
      <w:r>
        <w:tab/>
        <w:t>2.025e0</w:t>
      </w:r>
    </w:p>
    <w:p w:rsidR="007B2329" w:rsidRDefault="007B2329" w:rsidP="007B2329">
      <w:r>
        <w:t>145.1211</w:t>
      </w:r>
      <w:r>
        <w:tab/>
        <w:t>2.025e0</w:t>
      </w:r>
    </w:p>
    <w:p w:rsidR="007B2329" w:rsidRDefault="007B2329" w:rsidP="007B2329">
      <w:r>
        <w:t>145.1308</w:t>
      </w:r>
      <w:r>
        <w:tab/>
        <w:t>1.013e0</w:t>
      </w:r>
    </w:p>
    <w:p w:rsidR="007B2329" w:rsidRDefault="007B2329" w:rsidP="007B2329">
      <w:r>
        <w:t>145.1375</w:t>
      </w:r>
      <w:r>
        <w:tab/>
        <w:t>1.266e-2</w:t>
      </w:r>
    </w:p>
    <w:p w:rsidR="007B2329" w:rsidRDefault="007B2329" w:rsidP="007B2329">
      <w:r>
        <w:t>145.1406</w:t>
      </w:r>
      <w:r>
        <w:tab/>
        <w:t>1.013e0</w:t>
      </w:r>
    </w:p>
    <w:p w:rsidR="007B2329" w:rsidRDefault="007B2329" w:rsidP="007B2329">
      <w:r>
        <w:t>145.1487</w:t>
      </w:r>
      <w:r>
        <w:tab/>
        <w:t>3.038e0</w:t>
      </w:r>
    </w:p>
    <w:p w:rsidR="007B2329" w:rsidRDefault="007B2329" w:rsidP="007B2329">
      <w:r>
        <w:t>145.1530</w:t>
      </w:r>
      <w:r>
        <w:tab/>
        <w:t>1.266e-2</w:t>
      </w:r>
    </w:p>
    <w:p w:rsidR="007B2329" w:rsidRDefault="007B2329" w:rsidP="007B2329">
      <w:r>
        <w:t>145.1727</w:t>
      </w:r>
      <w:r>
        <w:tab/>
        <w:t>1.013e0</w:t>
      </w:r>
    </w:p>
    <w:p w:rsidR="007B2329" w:rsidRDefault="007B2329" w:rsidP="007B2329">
      <w:r>
        <w:t>145.1742</w:t>
      </w:r>
      <w:r>
        <w:tab/>
        <w:t>1.025e0</w:t>
      </w:r>
    </w:p>
    <w:p w:rsidR="007B2329" w:rsidRDefault="007B2329" w:rsidP="007B2329">
      <w:r>
        <w:t>145.1818</w:t>
      </w:r>
      <w:r>
        <w:tab/>
        <w:t>2.025e0</w:t>
      </w:r>
    </w:p>
    <w:p w:rsidR="007B2329" w:rsidRDefault="007B2329" w:rsidP="007B2329">
      <w:r>
        <w:t>145.1861</w:t>
      </w:r>
      <w:r>
        <w:tab/>
        <w:t>5.063e0</w:t>
      </w:r>
    </w:p>
    <w:p w:rsidR="007B2329" w:rsidRDefault="007B2329" w:rsidP="007B2329">
      <w:r>
        <w:t>145.1882</w:t>
      </w:r>
      <w:r>
        <w:tab/>
        <w:t>2.038e0</w:t>
      </w:r>
    </w:p>
    <w:p w:rsidR="007B2329" w:rsidRDefault="007B2329" w:rsidP="007B2329">
      <w:r>
        <w:t>145.1996</w:t>
      </w:r>
      <w:r>
        <w:tab/>
        <w:t>2.025e0</w:t>
      </w:r>
    </w:p>
    <w:p w:rsidR="007B2329" w:rsidRDefault="007B2329" w:rsidP="007B2329">
      <w:r>
        <w:t>145.2045</w:t>
      </w:r>
      <w:r>
        <w:tab/>
        <w:t>1.013e0</w:t>
      </w:r>
    </w:p>
    <w:p w:rsidR="007B2329" w:rsidRDefault="007B2329" w:rsidP="007B2329">
      <w:r>
        <w:t>145.2079</w:t>
      </w:r>
      <w:r>
        <w:tab/>
        <w:t>2.025e0</w:t>
      </w:r>
    </w:p>
    <w:p w:rsidR="007B2329" w:rsidRDefault="007B2329" w:rsidP="007B2329">
      <w:r>
        <w:t>145.2112</w:t>
      </w:r>
      <w:r>
        <w:tab/>
        <w:t>1.013e0</w:t>
      </w:r>
    </w:p>
    <w:p w:rsidR="007B2329" w:rsidRDefault="007B2329" w:rsidP="007B2329">
      <w:r>
        <w:t>145.2202</w:t>
      </w:r>
      <w:r>
        <w:tab/>
        <w:t>1.025e0</w:t>
      </w:r>
    </w:p>
    <w:p w:rsidR="007B2329" w:rsidRDefault="007B2329" w:rsidP="007B2329">
      <w:r>
        <w:t>145.2294</w:t>
      </w:r>
      <w:r>
        <w:tab/>
        <w:t>5.063e0</w:t>
      </w:r>
    </w:p>
    <w:p w:rsidR="007B2329" w:rsidRDefault="007B2329" w:rsidP="007B2329">
      <w:r>
        <w:lastRenderedPageBreak/>
        <w:t>145.2365</w:t>
      </w:r>
      <w:r>
        <w:tab/>
        <w:t>1.013e0</w:t>
      </w:r>
    </w:p>
    <w:p w:rsidR="007B2329" w:rsidRDefault="007B2329" w:rsidP="007B2329">
      <w:r>
        <w:t>145.2496</w:t>
      </w:r>
      <w:r>
        <w:tab/>
        <w:t>2.025e0</w:t>
      </w:r>
    </w:p>
    <w:p w:rsidR="007B2329" w:rsidRDefault="007B2329" w:rsidP="007B2329">
      <w:r>
        <w:t>145.2525</w:t>
      </w:r>
      <w:r>
        <w:tab/>
        <w:t>2.532e-2</w:t>
      </w:r>
    </w:p>
    <w:p w:rsidR="007B2329" w:rsidRDefault="007B2329" w:rsidP="007B2329">
      <w:r>
        <w:t>145.2555</w:t>
      </w:r>
      <w:r>
        <w:tab/>
        <w:t>1.013e0</w:t>
      </w:r>
    </w:p>
    <w:p w:rsidR="007B2329" w:rsidRDefault="007B2329" w:rsidP="007B2329">
      <w:r>
        <w:t>145.2684</w:t>
      </w:r>
      <w:r>
        <w:tab/>
        <w:t>1.013e0</w:t>
      </w:r>
    </w:p>
    <w:p w:rsidR="007B2329" w:rsidRDefault="007B2329" w:rsidP="007B2329">
      <w:r>
        <w:t>145.2717</w:t>
      </w:r>
      <w:r>
        <w:tab/>
        <w:t>1.266e-2</w:t>
      </w:r>
    </w:p>
    <w:p w:rsidR="007B2329" w:rsidRDefault="007B2329" w:rsidP="007B2329">
      <w:r>
        <w:t>145.2749</w:t>
      </w:r>
      <w:r>
        <w:tab/>
        <w:t>1.013e0</w:t>
      </w:r>
    </w:p>
    <w:p w:rsidR="007B2329" w:rsidRDefault="007B2329" w:rsidP="007B2329">
      <w:r>
        <w:t>145.2782</w:t>
      </w:r>
      <w:r>
        <w:tab/>
        <w:t>1.013e0</w:t>
      </w:r>
    </w:p>
    <w:p w:rsidR="007B2329" w:rsidRDefault="007B2329" w:rsidP="007B2329">
      <w:r>
        <w:t>145.2868</w:t>
      </w:r>
      <w:r>
        <w:tab/>
        <w:t>4.051e0</w:t>
      </w:r>
    </w:p>
    <w:p w:rsidR="007B2329" w:rsidRDefault="007B2329" w:rsidP="007B2329">
      <w:r>
        <w:t>145.2954</w:t>
      </w:r>
      <w:r>
        <w:tab/>
        <w:t>2.038e0</w:t>
      </w:r>
    </w:p>
    <w:p w:rsidR="007B2329" w:rsidRDefault="007B2329" w:rsidP="007B2329">
      <w:r>
        <w:t>145.3262</w:t>
      </w:r>
      <w:r>
        <w:tab/>
        <w:t>1.013e0</w:t>
      </w:r>
    </w:p>
    <w:p w:rsidR="007B2329" w:rsidRDefault="007B2329" w:rsidP="007B2329">
      <w:r>
        <w:t>145.3322</w:t>
      </w:r>
      <w:r>
        <w:tab/>
        <w:t>1.013e0</w:t>
      </w:r>
    </w:p>
    <w:p w:rsidR="007B2329" w:rsidRDefault="007B2329" w:rsidP="007B2329">
      <w:r>
        <w:t>145.3336</w:t>
      </w:r>
      <w:r>
        <w:tab/>
        <w:t>2.025e0</w:t>
      </w:r>
    </w:p>
    <w:p w:rsidR="007B2329" w:rsidRDefault="007B2329" w:rsidP="007B2329">
      <w:r>
        <w:t>145.3388</w:t>
      </w:r>
      <w:r>
        <w:tab/>
        <w:t>1.013e0</w:t>
      </w:r>
    </w:p>
    <w:p w:rsidR="007B2329" w:rsidRDefault="007B2329" w:rsidP="007B2329">
      <w:r>
        <w:t>145.3454</w:t>
      </w:r>
      <w:r>
        <w:tab/>
        <w:t>1.266e-2</w:t>
      </w:r>
    </w:p>
    <w:p w:rsidR="007B2329" w:rsidRDefault="007B2329" w:rsidP="007B2329">
      <w:r>
        <w:t>145.3552</w:t>
      </w:r>
      <w:r>
        <w:tab/>
        <w:t>1.013e0</w:t>
      </w:r>
    </w:p>
    <w:p w:rsidR="007B2329" w:rsidRDefault="007B2329" w:rsidP="007B2329">
      <w:r>
        <w:t>145.3666</w:t>
      </w:r>
      <w:r>
        <w:tab/>
        <w:t>3.038e0</w:t>
      </w:r>
    </w:p>
    <w:p w:rsidR="007B2329" w:rsidRDefault="007B2329" w:rsidP="007B2329">
      <w:r>
        <w:t>145.3740</w:t>
      </w:r>
      <w:r>
        <w:tab/>
        <w:t>3.038e0</w:t>
      </w:r>
    </w:p>
    <w:p w:rsidR="007B2329" w:rsidRDefault="007B2329" w:rsidP="007B2329">
      <w:r>
        <w:t>145.4223</w:t>
      </w:r>
      <w:r>
        <w:tab/>
        <w:t>2.025e0</w:t>
      </w:r>
    </w:p>
    <w:p w:rsidR="007B2329" w:rsidRDefault="007B2329" w:rsidP="007B2329">
      <w:r>
        <w:lastRenderedPageBreak/>
        <w:t>145.4289</w:t>
      </w:r>
      <w:r>
        <w:tab/>
        <w:t>4.051e0</w:t>
      </w:r>
    </w:p>
    <w:p w:rsidR="007B2329" w:rsidRDefault="007B2329" w:rsidP="007B2329">
      <w:r>
        <w:t>145.4383</w:t>
      </w:r>
      <w:r>
        <w:tab/>
        <w:t>1.013e0</w:t>
      </w:r>
    </w:p>
    <w:p w:rsidR="007B2329" w:rsidRDefault="007B2329" w:rsidP="007B2329">
      <w:r>
        <w:t>145.4443</w:t>
      </w:r>
      <w:r>
        <w:tab/>
        <w:t>1.013e0</w:t>
      </w:r>
    </w:p>
    <w:p w:rsidR="007B2329" w:rsidRDefault="007B2329" w:rsidP="007B2329">
      <w:r>
        <w:t>145.4477</w:t>
      </w:r>
      <w:r>
        <w:tab/>
        <w:t>1.266e-2</w:t>
      </w:r>
    </w:p>
    <w:p w:rsidR="007B2329" w:rsidRDefault="007B2329" w:rsidP="007B2329">
      <w:r>
        <w:t>145.4510</w:t>
      </w:r>
      <w:r>
        <w:tab/>
        <w:t>2.025e0</w:t>
      </w:r>
    </w:p>
    <w:p w:rsidR="007B2329" w:rsidRDefault="007B2329" w:rsidP="007B2329">
      <w:r>
        <w:t>145.4592</w:t>
      </w:r>
      <w:r>
        <w:tab/>
        <w:t>2.025e0</w:t>
      </w:r>
    </w:p>
    <w:p w:rsidR="007B2329" w:rsidRDefault="007B2329" w:rsidP="007B2329">
      <w:r>
        <w:t>145.4674</w:t>
      </w:r>
      <w:r>
        <w:tab/>
        <w:t>1.013e0</w:t>
      </w:r>
    </w:p>
    <w:p w:rsidR="007B2329" w:rsidRDefault="007B2329" w:rsidP="007B2329">
      <w:r>
        <w:t>145.4690</w:t>
      </w:r>
      <w:r>
        <w:tab/>
        <w:t>2.025e0</w:t>
      </w:r>
    </w:p>
    <w:p w:rsidR="007B2329" w:rsidRDefault="007B2329" w:rsidP="007B2329">
      <w:r>
        <w:t>145.4795</w:t>
      </w:r>
      <w:r>
        <w:tab/>
        <w:t>3.038e0</w:t>
      </w:r>
    </w:p>
    <w:p w:rsidR="007B2329" w:rsidRDefault="007B2329" w:rsidP="007B2329">
      <w:r>
        <w:t>145.4928</w:t>
      </w:r>
      <w:r>
        <w:tab/>
        <w:t>1.266e-2</w:t>
      </w:r>
    </w:p>
    <w:p w:rsidR="007B2329" w:rsidRDefault="007B2329" w:rsidP="007B2329">
      <w:r>
        <w:t>145.4967</w:t>
      </w:r>
      <w:r>
        <w:tab/>
        <w:t>4.051e0</w:t>
      </w:r>
    </w:p>
    <w:p w:rsidR="007B2329" w:rsidRDefault="007B2329" w:rsidP="007B2329">
      <w:r>
        <w:t>145.5091</w:t>
      </w:r>
      <w:r>
        <w:tab/>
        <w:t>2.532e-2</w:t>
      </w:r>
    </w:p>
    <w:p w:rsidR="007B2329" w:rsidRDefault="007B2329" w:rsidP="007B2329">
      <w:r>
        <w:t>145.5120</w:t>
      </w:r>
      <w:r>
        <w:tab/>
        <w:t>3.038e0</w:t>
      </w:r>
    </w:p>
    <w:p w:rsidR="007B2329" w:rsidRDefault="007B2329" w:rsidP="007B2329">
      <w:r>
        <w:t>145.5137</w:t>
      </w:r>
      <w:r>
        <w:tab/>
        <w:t>2.038e0</w:t>
      </w:r>
    </w:p>
    <w:p w:rsidR="007B2329" w:rsidRDefault="007B2329" w:rsidP="007B2329">
      <w:r>
        <w:t>145.5345</w:t>
      </w:r>
      <w:r>
        <w:tab/>
        <w:t>3.038e0</w:t>
      </w:r>
    </w:p>
    <w:p w:rsidR="007B2329" w:rsidRDefault="007B2329" w:rsidP="007B2329">
      <w:r>
        <w:t>145.5445</w:t>
      </w:r>
      <w:r>
        <w:tab/>
        <w:t>1.266e-2</w:t>
      </w:r>
    </w:p>
    <w:p w:rsidR="007B2329" w:rsidRDefault="007B2329" w:rsidP="007B2329">
      <w:r>
        <w:t>145.5504</w:t>
      </w:r>
      <w:r>
        <w:tab/>
        <w:t>1.013e0</w:t>
      </w:r>
    </w:p>
    <w:p w:rsidR="007B2329" w:rsidRDefault="007B2329" w:rsidP="007B2329">
      <w:r>
        <w:t>145.5517</w:t>
      </w:r>
      <w:r>
        <w:tab/>
        <w:t>2.025e0</w:t>
      </w:r>
    </w:p>
    <w:p w:rsidR="007B2329" w:rsidRDefault="007B2329" w:rsidP="007B2329">
      <w:r>
        <w:t>145.5583</w:t>
      </w:r>
      <w:r>
        <w:tab/>
        <w:t>2.532e-2</w:t>
      </w:r>
    </w:p>
    <w:p w:rsidR="007B2329" w:rsidRDefault="007B2329" w:rsidP="007B2329">
      <w:r>
        <w:lastRenderedPageBreak/>
        <w:t>145.5697</w:t>
      </w:r>
      <w:r>
        <w:tab/>
        <w:t>1.266e-2</w:t>
      </w:r>
    </w:p>
    <w:p w:rsidR="007B2329" w:rsidRDefault="007B2329" w:rsidP="007B2329">
      <w:r>
        <w:t>145.5797</w:t>
      </w:r>
      <w:r>
        <w:tab/>
        <w:t>1.266e-2</w:t>
      </w:r>
    </w:p>
    <w:p w:rsidR="007B2329" w:rsidRDefault="007B2329" w:rsidP="007B2329">
      <w:r>
        <w:t>145.5873</w:t>
      </w:r>
      <w:r>
        <w:tab/>
        <w:t>2.025e0</w:t>
      </w:r>
    </w:p>
    <w:p w:rsidR="007B2329" w:rsidRDefault="007B2329" w:rsidP="007B2329">
      <w:r>
        <w:t>145.5952</w:t>
      </w:r>
      <w:r>
        <w:tab/>
        <w:t>1.013e0</w:t>
      </w:r>
    </w:p>
    <w:p w:rsidR="007B2329" w:rsidRDefault="007B2329" w:rsidP="007B2329">
      <w:r>
        <w:t>145.5974</w:t>
      </w:r>
      <w:r>
        <w:tab/>
        <w:t>3.038e0</w:t>
      </w:r>
    </w:p>
    <w:p w:rsidR="007B2329" w:rsidRDefault="007B2329" w:rsidP="007B2329">
      <w:r>
        <w:t>145.5985</w:t>
      </w:r>
      <w:r>
        <w:tab/>
        <w:t>2.532e-2</w:t>
      </w:r>
    </w:p>
    <w:p w:rsidR="007B2329" w:rsidRDefault="007B2329" w:rsidP="007B2329">
      <w:r>
        <w:t>145.6017</w:t>
      </w:r>
      <w:r>
        <w:tab/>
        <w:t>2.025e0</w:t>
      </w:r>
    </w:p>
    <w:p w:rsidR="007B2329" w:rsidRDefault="007B2329" w:rsidP="007B2329">
      <w:r>
        <w:t>145.6083</w:t>
      </w:r>
      <w:r>
        <w:tab/>
        <w:t>2.025e0</w:t>
      </w:r>
    </w:p>
    <w:p w:rsidR="007B2329" w:rsidRDefault="007B2329" w:rsidP="007B2329">
      <w:r>
        <w:t>145.6130</w:t>
      </w:r>
      <w:r>
        <w:tab/>
        <w:t>3.038e0</w:t>
      </w:r>
    </w:p>
    <w:p w:rsidR="007B2329" w:rsidRDefault="007B2329" w:rsidP="007B2329">
      <w:r>
        <w:t>145.6337</w:t>
      </w:r>
      <w:r>
        <w:tab/>
        <w:t>1.266e-2</w:t>
      </w:r>
    </w:p>
    <w:p w:rsidR="007B2329" w:rsidRDefault="007B2329" w:rsidP="007B2329">
      <w:r>
        <w:t>145.6435</w:t>
      </w:r>
      <w:r>
        <w:tab/>
        <w:t>2.025e0</w:t>
      </w:r>
    </w:p>
    <w:p w:rsidR="007B2329" w:rsidRDefault="007B2329" w:rsidP="007B2329">
      <w:r>
        <w:t>145.6468</w:t>
      </w:r>
      <w:r>
        <w:tab/>
        <w:t>2.025e0</w:t>
      </w:r>
    </w:p>
    <w:p w:rsidR="007B2329" w:rsidRDefault="007B2329" w:rsidP="007B2329">
      <w:r>
        <w:t>145.6519</w:t>
      </w:r>
      <w:r>
        <w:tab/>
        <w:t>2.025e0</w:t>
      </w:r>
    </w:p>
    <w:p w:rsidR="007B2329" w:rsidRDefault="007B2329" w:rsidP="007B2329">
      <w:r>
        <w:t>145.6534</w:t>
      </w:r>
      <w:r>
        <w:tab/>
        <w:t>1.013e0</w:t>
      </w:r>
    </w:p>
    <w:p w:rsidR="007B2329" w:rsidRDefault="007B2329" w:rsidP="007B2329">
      <w:r>
        <w:t>145.6566</w:t>
      </w:r>
      <w:r>
        <w:tab/>
        <w:t>1.013e0</w:t>
      </w:r>
    </w:p>
    <w:p w:rsidR="007B2329" w:rsidRDefault="007B2329" w:rsidP="007B2329">
      <w:r>
        <w:t>145.6689</w:t>
      </w:r>
      <w:r>
        <w:tab/>
        <w:t>2.025e0</w:t>
      </w:r>
    </w:p>
    <w:p w:rsidR="007B2329" w:rsidRDefault="007B2329" w:rsidP="007B2329">
      <w:r>
        <w:t>145.6820</w:t>
      </w:r>
      <w:r>
        <w:tab/>
        <w:t>1.013e0</w:t>
      </w:r>
    </w:p>
    <w:p w:rsidR="007B2329" w:rsidRDefault="007B2329" w:rsidP="007B2329">
      <w:r>
        <w:t>145.6952</w:t>
      </w:r>
      <w:r>
        <w:tab/>
        <w:t>1.025e0</w:t>
      </w:r>
    </w:p>
    <w:p w:rsidR="007B2329" w:rsidRDefault="007B2329" w:rsidP="007B2329">
      <w:r>
        <w:t>145.7074</w:t>
      </w:r>
      <w:r>
        <w:tab/>
        <w:t>1.266e-2</w:t>
      </w:r>
    </w:p>
    <w:p w:rsidR="007B2329" w:rsidRDefault="007B2329" w:rsidP="007B2329">
      <w:r>
        <w:lastRenderedPageBreak/>
        <w:t>145.7107</w:t>
      </w:r>
      <w:r>
        <w:tab/>
        <w:t>1.013e0</w:t>
      </w:r>
    </w:p>
    <w:p w:rsidR="007B2329" w:rsidRDefault="007B2329" w:rsidP="007B2329">
      <w:r>
        <w:t>145.7145</w:t>
      </w:r>
      <w:r>
        <w:tab/>
        <w:t>4.051e0</w:t>
      </w:r>
    </w:p>
    <w:p w:rsidR="007B2329" w:rsidRDefault="007B2329" w:rsidP="007B2329">
      <w:r>
        <w:t>145.7206</w:t>
      </w:r>
      <w:r>
        <w:tab/>
        <w:t>1.013e0</w:t>
      </w:r>
    </w:p>
    <w:p w:rsidR="007B2329" w:rsidRDefault="007B2329" w:rsidP="007B2329">
      <w:r>
        <w:t>145.7290</w:t>
      </w:r>
      <w:r>
        <w:tab/>
        <w:t>1.025e0</w:t>
      </w:r>
    </w:p>
    <w:p w:rsidR="007B2329" w:rsidRDefault="007B2329" w:rsidP="007B2329">
      <w:r>
        <w:t>145.7460</w:t>
      </w:r>
      <w:r>
        <w:tab/>
        <w:t>1.013e0</w:t>
      </w:r>
    </w:p>
    <w:p w:rsidR="007B2329" w:rsidRDefault="007B2329" w:rsidP="007B2329">
      <w:r>
        <w:t>145.7476</w:t>
      </w:r>
      <w:r>
        <w:tab/>
        <w:t>2.025e0</w:t>
      </w:r>
    </w:p>
    <w:p w:rsidR="007B2329" w:rsidRDefault="007B2329" w:rsidP="007B2329">
      <w:r>
        <w:t>145.7525</w:t>
      </w:r>
      <w:r>
        <w:tab/>
        <w:t>2.025e0</w:t>
      </w:r>
    </w:p>
    <w:p w:rsidR="007B2329" w:rsidRDefault="007B2329" w:rsidP="007B2329">
      <w:r>
        <w:t>145.7590</w:t>
      </w:r>
      <w:r>
        <w:tab/>
        <w:t>1.013e0</w:t>
      </w:r>
    </w:p>
    <w:p w:rsidR="007B2329" w:rsidRDefault="007B2329" w:rsidP="007B2329">
      <w:r>
        <w:t>145.7719</w:t>
      </w:r>
      <w:r>
        <w:tab/>
        <w:t>1.013e0</w:t>
      </w:r>
    </w:p>
    <w:p w:rsidR="007B2329" w:rsidRDefault="007B2329" w:rsidP="007B2329">
      <w:r>
        <w:t>145.7748</w:t>
      </w:r>
      <w:r>
        <w:tab/>
        <w:t>1.013e0</w:t>
      </w:r>
    </w:p>
    <w:p w:rsidR="007B2329" w:rsidRDefault="007B2329" w:rsidP="007B2329">
      <w:r>
        <w:t>145.7798</w:t>
      </w:r>
      <w:r>
        <w:tab/>
        <w:t>3.038e0</w:t>
      </w:r>
    </w:p>
    <w:p w:rsidR="007B2329" w:rsidRDefault="007B2329" w:rsidP="007B2329">
      <w:r>
        <w:t>145.7845</w:t>
      </w:r>
      <w:r>
        <w:tab/>
        <w:t>1.013e0</w:t>
      </w:r>
    </w:p>
    <w:p w:rsidR="007B2329" w:rsidRDefault="007B2329" w:rsidP="007B2329">
      <w:r>
        <w:t>145.7894</w:t>
      </w:r>
      <w:r>
        <w:tab/>
        <w:t>2.532e-2</w:t>
      </w:r>
    </w:p>
    <w:p w:rsidR="007B2329" w:rsidRDefault="007B2329" w:rsidP="007B2329">
      <w:r>
        <w:t>145.8044</w:t>
      </w:r>
      <w:r>
        <w:tab/>
        <w:t>2.025e0</w:t>
      </w:r>
    </w:p>
    <w:p w:rsidR="007B2329" w:rsidRDefault="007B2329" w:rsidP="007B2329">
      <w:r>
        <w:t>145.8073</w:t>
      </w:r>
      <w:r>
        <w:tab/>
        <w:t>1.013e0</w:t>
      </w:r>
    </w:p>
    <w:p w:rsidR="007B2329" w:rsidRDefault="007B2329" w:rsidP="007B2329">
      <w:r>
        <w:t>145.8198</w:t>
      </w:r>
      <w:r>
        <w:tab/>
        <w:t>1.013e0</w:t>
      </w:r>
    </w:p>
    <w:p w:rsidR="007B2329" w:rsidRDefault="007B2329" w:rsidP="007B2329">
      <w:r>
        <w:t>145.8214</w:t>
      </w:r>
      <w:r>
        <w:tab/>
        <w:t>4.051e0</w:t>
      </w:r>
    </w:p>
    <w:p w:rsidR="007B2329" w:rsidRDefault="007B2329" w:rsidP="007B2329">
      <w:r>
        <w:t>145.8378</w:t>
      </w:r>
      <w:r>
        <w:tab/>
        <w:t>2.025e0</w:t>
      </w:r>
    </w:p>
    <w:p w:rsidR="007B2329" w:rsidRDefault="007B2329" w:rsidP="007B2329">
      <w:r>
        <w:t>145.8458</w:t>
      </w:r>
      <w:r>
        <w:tab/>
        <w:t>1.013e0</w:t>
      </w:r>
    </w:p>
    <w:p w:rsidR="007B2329" w:rsidRDefault="007B2329" w:rsidP="007B2329">
      <w:r>
        <w:lastRenderedPageBreak/>
        <w:t>145.8583</w:t>
      </w:r>
      <w:r>
        <w:tab/>
        <w:t>2.025e0</w:t>
      </w:r>
    </w:p>
    <w:p w:rsidR="007B2329" w:rsidRDefault="007B2329" w:rsidP="007B2329">
      <w:r>
        <w:t>145.8616</w:t>
      </w:r>
      <w:r>
        <w:tab/>
        <w:t>1.266e-2</w:t>
      </w:r>
    </w:p>
    <w:p w:rsidR="007B2329" w:rsidRDefault="007B2329" w:rsidP="007B2329">
      <w:r>
        <w:t>145.8649</w:t>
      </w:r>
      <w:r>
        <w:tab/>
        <w:t>1.013e0</w:t>
      </w:r>
    </w:p>
    <w:p w:rsidR="007B2329" w:rsidRDefault="007B2329" w:rsidP="007B2329">
      <w:r>
        <w:t>145.8681</w:t>
      </w:r>
      <w:r>
        <w:tab/>
        <w:t>1.013e0</w:t>
      </w:r>
    </w:p>
    <w:p w:rsidR="007B2329" w:rsidRDefault="007B2329" w:rsidP="007B2329">
      <w:r>
        <w:t>145.8781</w:t>
      </w:r>
      <w:r>
        <w:tab/>
        <w:t>1.013e0</w:t>
      </w:r>
    </w:p>
    <w:p w:rsidR="007B2329" w:rsidRDefault="007B2329" w:rsidP="007B2329">
      <w:r>
        <w:t>145.8796</w:t>
      </w:r>
      <w:r>
        <w:tab/>
        <w:t>2.025e0</w:t>
      </w:r>
    </w:p>
    <w:p w:rsidR="007B2329" w:rsidRDefault="007B2329" w:rsidP="007B2329">
      <w:r>
        <w:t>145.8812</w:t>
      </w:r>
      <w:r>
        <w:tab/>
        <w:t>1.013e0</w:t>
      </w:r>
    </w:p>
    <w:p w:rsidR="007B2329" w:rsidRDefault="007B2329" w:rsidP="007B2329">
      <w:r>
        <w:t>145.8842</w:t>
      </w:r>
      <w:r>
        <w:tab/>
        <w:t>1.025e0</w:t>
      </w:r>
    </w:p>
    <w:p w:rsidR="007B2329" w:rsidRDefault="007B2329" w:rsidP="007B2329">
      <w:r>
        <w:t>145.9034</w:t>
      </w:r>
      <w:r>
        <w:tab/>
        <w:t>2.025e0</w:t>
      </w:r>
    </w:p>
    <w:p w:rsidR="007B2329" w:rsidRDefault="007B2329" w:rsidP="007B2329">
      <w:r>
        <w:t>145.9067</w:t>
      </w:r>
      <w:r>
        <w:tab/>
        <w:t>2.025e0</w:t>
      </w:r>
    </w:p>
    <w:p w:rsidR="007B2329" w:rsidRDefault="007B2329" w:rsidP="007B2329">
      <w:r>
        <w:t>145.9197</w:t>
      </w:r>
      <w:r>
        <w:tab/>
        <w:t>1.013e0</w:t>
      </w:r>
    </w:p>
    <w:p w:rsidR="007B2329" w:rsidRDefault="007B2329" w:rsidP="007B2329">
      <w:r>
        <w:t>145.9354</w:t>
      </w:r>
      <w:r>
        <w:tab/>
        <w:t>1.013e0</w:t>
      </w:r>
    </w:p>
    <w:p w:rsidR="007B2329" w:rsidRDefault="007B2329" w:rsidP="007B2329">
      <w:r>
        <w:t>145.9452</w:t>
      </w:r>
      <w:r>
        <w:tab/>
        <w:t>2.038e0</w:t>
      </w:r>
    </w:p>
    <w:p w:rsidR="007B2329" w:rsidRDefault="007B2329" w:rsidP="007B2329">
      <w:r>
        <w:t>145.9519</w:t>
      </w:r>
      <w:r>
        <w:tab/>
        <w:t>1.013e0</w:t>
      </w:r>
    </w:p>
    <w:p w:rsidR="007B2329" w:rsidRDefault="007B2329" w:rsidP="007B2329">
      <w:r>
        <w:t>145.9611</w:t>
      </w:r>
      <w:r>
        <w:tab/>
        <w:t>1.013e0</w:t>
      </w:r>
    </w:p>
    <w:p w:rsidR="007B2329" w:rsidRDefault="007B2329" w:rsidP="007B2329">
      <w:r>
        <w:t>145.9640</w:t>
      </w:r>
      <w:r>
        <w:tab/>
        <w:t>1.266e-2</w:t>
      </w:r>
    </w:p>
    <w:p w:rsidR="007B2329" w:rsidRDefault="007B2329" w:rsidP="007B2329">
      <w:r>
        <w:t>145.9740</w:t>
      </w:r>
      <w:r>
        <w:tab/>
        <w:t>1.013e0</w:t>
      </w:r>
    </w:p>
    <w:p w:rsidR="007B2329" w:rsidRDefault="007B2329" w:rsidP="007B2329">
      <w:r>
        <w:t>145.9936</w:t>
      </w:r>
      <w:r>
        <w:tab/>
        <w:t>1.013e0</w:t>
      </w:r>
    </w:p>
    <w:p w:rsidR="007B2329" w:rsidRDefault="007B2329" w:rsidP="007B2329">
      <w:r>
        <w:t>146.0026</w:t>
      </w:r>
      <w:r>
        <w:tab/>
        <w:t>2.532e-2</w:t>
      </w:r>
    </w:p>
    <w:p w:rsidR="007B2329" w:rsidRDefault="007B2329" w:rsidP="007B2329">
      <w:r>
        <w:lastRenderedPageBreak/>
        <w:t>146.0059</w:t>
      </w:r>
      <w:r>
        <w:tab/>
        <w:t>1.013e0</w:t>
      </w:r>
    </w:p>
    <w:p w:rsidR="007B2329" w:rsidRDefault="007B2329" w:rsidP="007B2329">
      <w:r>
        <w:t>146.0092</w:t>
      </w:r>
      <w:r>
        <w:tab/>
        <w:t>1.013e0</w:t>
      </w:r>
    </w:p>
    <w:p w:rsidR="007B2329" w:rsidRDefault="007B2329" w:rsidP="007B2329">
      <w:r>
        <w:t>146.0191</w:t>
      </w:r>
      <w:r>
        <w:tab/>
        <w:t>1.013e0</w:t>
      </w:r>
    </w:p>
    <w:p w:rsidR="007B2329" w:rsidRDefault="007B2329" w:rsidP="007B2329">
      <w:r>
        <w:t>146.0223</w:t>
      </w:r>
      <w:r>
        <w:tab/>
        <w:t>1.013e0</w:t>
      </w:r>
    </w:p>
    <w:p w:rsidR="007B2329" w:rsidRDefault="007B2329" w:rsidP="007B2329">
      <w:r>
        <w:t>146.0290</w:t>
      </w:r>
      <w:r>
        <w:tab/>
        <w:t>1.013e0</w:t>
      </w:r>
    </w:p>
    <w:p w:rsidR="007B2329" w:rsidRDefault="007B2329" w:rsidP="007B2329">
      <w:r>
        <w:t>146.0380</w:t>
      </w:r>
      <w:r>
        <w:tab/>
        <w:t>2.025e0</w:t>
      </w:r>
    </w:p>
    <w:p w:rsidR="007B2329" w:rsidRDefault="007B2329" w:rsidP="007B2329">
      <w:r>
        <w:t>146.0396</w:t>
      </w:r>
      <w:r>
        <w:tab/>
        <w:t>1.051e0</w:t>
      </w:r>
    </w:p>
    <w:p w:rsidR="007B2329" w:rsidRDefault="007B2329" w:rsidP="007B2329">
      <w:r>
        <w:t>146.0445</w:t>
      </w:r>
      <w:r>
        <w:tab/>
        <w:t>2.532e-2</w:t>
      </w:r>
    </w:p>
    <w:p w:rsidR="007B2329" w:rsidRDefault="007B2329" w:rsidP="007B2329">
      <w:r>
        <w:t>146.0494</w:t>
      </w:r>
      <w:r>
        <w:tab/>
        <w:t>2.025e0</w:t>
      </w:r>
    </w:p>
    <w:p w:rsidR="007B2329" w:rsidRDefault="007B2329" w:rsidP="007B2329">
      <w:r>
        <w:t>146.0672</w:t>
      </w:r>
      <w:r>
        <w:tab/>
        <w:t>1.766e1</w:t>
      </w:r>
    </w:p>
    <w:p w:rsidR="007B2329" w:rsidRDefault="007B2329" w:rsidP="007B2329">
      <w:r>
        <w:t>146.0704</w:t>
      </w:r>
      <w:r>
        <w:tab/>
        <w:t>1.366e1</w:t>
      </w:r>
    </w:p>
    <w:p w:rsidR="007B2329" w:rsidRDefault="007B2329" w:rsidP="007B2329">
      <w:r>
        <w:t>146.0715</w:t>
      </w:r>
      <w:r>
        <w:tab/>
        <w:t>3.030e1</w:t>
      </w:r>
    </w:p>
    <w:p w:rsidR="007B2329" w:rsidRDefault="007B2329" w:rsidP="007B2329">
      <w:r>
        <w:t>146.1028</w:t>
      </w:r>
      <w:r>
        <w:tab/>
        <w:t>1.013e0</w:t>
      </w:r>
    </w:p>
    <w:p w:rsidR="007B2329" w:rsidRDefault="007B2329" w:rsidP="007B2329">
      <w:r>
        <w:t>146.1090</w:t>
      </w:r>
      <w:r>
        <w:tab/>
        <w:t>2.025e0</w:t>
      </w:r>
    </w:p>
    <w:p w:rsidR="007B2329" w:rsidRDefault="007B2329" w:rsidP="007B2329">
      <w:r>
        <w:t>146.1120</w:t>
      </w:r>
      <w:r>
        <w:tab/>
        <w:t>1.025e0</w:t>
      </w:r>
    </w:p>
    <w:p w:rsidR="007B2329" w:rsidRDefault="007B2329" w:rsidP="007B2329">
      <w:r>
        <w:t>146.1249</w:t>
      </w:r>
      <w:r>
        <w:tab/>
        <w:t>3.038e0</w:t>
      </w:r>
    </w:p>
    <w:p w:rsidR="007B2329" w:rsidRDefault="007B2329" w:rsidP="007B2329">
      <w:r>
        <w:t>146.1315</w:t>
      </w:r>
      <w:r>
        <w:tab/>
        <w:t>2.532e-2</w:t>
      </w:r>
    </w:p>
    <w:p w:rsidR="007B2329" w:rsidRDefault="007B2329" w:rsidP="007B2329">
      <w:r>
        <w:t>146.1357</w:t>
      </w:r>
      <w:r>
        <w:tab/>
        <w:t>4.051e0</w:t>
      </w:r>
    </w:p>
    <w:p w:rsidR="007B2329" w:rsidRDefault="007B2329" w:rsidP="007B2329">
      <w:r>
        <w:t>146.1381</w:t>
      </w:r>
      <w:r>
        <w:tab/>
        <w:t>1.013e0</w:t>
      </w:r>
    </w:p>
    <w:p w:rsidR="007B2329" w:rsidRDefault="007B2329" w:rsidP="007B2329">
      <w:r>
        <w:lastRenderedPageBreak/>
        <w:t>146.1461</w:t>
      </w:r>
      <w:r>
        <w:tab/>
        <w:t>2.025e0</w:t>
      </w:r>
    </w:p>
    <w:p w:rsidR="007B2329" w:rsidRDefault="007B2329" w:rsidP="007B2329">
      <w:r>
        <w:t>146.1635</w:t>
      </w:r>
      <w:r>
        <w:tab/>
        <w:t>2.025e0</w:t>
      </w:r>
    </w:p>
    <w:p w:rsidR="007B2329" w:rsidRDefault="007B2329" w:rsidP="007B2329">
      <w:r>
        <w:t>146.1734</w:t>
      </w:r>
      <w:r>
        <w:tab/>
        <w:t>2.025e0</w:t>
      </w:r>
    </w:p>
    <w:p w:rsidR="007B2329" w:rsidRDefault="007B2329" w:rsidP="007B2329">
      <w:r>
        <w:t>146.1766</w:t>
      </w:r>
      <w:r>
        <w:tab/>
        <w:t>1.025e0</w:t>
      </w:r>
    </w:p>
    <w:p w:rsidR="007B2329" w:rsidRDefault="007B2329" w:rsidP="007B2329">
      <w:r>
        <w:t>146.1921</w:t>
      </w:r>
      <w:r>
        <w:tab/>
        <w:t>1.013e0</w:t>
      </w:r>
    </w:p>
    <w:p w:rsidR="007B2329" w:rsidRDefault="007B2329" w:rsidP="007B2329">
      <w:r>
        <w:t>146.1936</w:t>
      </w:r>
      <w:r>
        <w:tab/>
        <w:t>3.038e0</w:t>
      </w:r>
    </w:p>
    <w:p w:rsidR="007B2329" w:rsidRDefault="007B2329" w:rsidP="007B2329">
      <w:r>
        <w:t>146.1955</w:t>
      </w:r>
      <w:r>
        <w:tab/>
        <w:t>1.013e0</w:t>
      </w:r>
    </w:p>
    <w:p w:rsidR="007B2329" w:rsidRDefault="007B2329" w:rsidP="007B2329">
      <w:r>
        <w:t>146.2021</w:t>
      </w:r>
      <w:r>
        <w:tab/>
        <w:t>4.063e0</w:t>
      </w:r>
    </w:p>
    <w:p w:rsidR="007B2329" w:rsidRDefault="007B2329" w:rsidP="007B2329">
      <w:r>
        <w:t>146.2053</w:t>
      </w:r>
      <w:r>
        <w:tab/>
        <w:t>2.025e0</w:t>
      </w:r>
    </w:p>
    <w:p w:rsidR="007B2329" w:rsidRDefault="007B2329" w:rsidP="007B2329">
      <w:r>
        <w:t>146.2086</w:t>
      </w:r>
      <w:r>
        <w:tab/>
        <w:t>1.266e-2</w:t>
      </w:r>
    </w:p>
    <w:p w:rsidR="007B2329" w:rsidRDefault="007B2329" w:rsidP="007B2329">
      <w:r>
        <w:t>146.2152</w:t>
      </w:r>
      <w:r>
        <w:tab/>
        <w:t>1.266e-2</w:t>
      </w:r>
    </w:p>
    <w:p w:rsidR="007B2329" w:rsidRDefault="007B2329" w:rsidP="007B2329">
      <w:r>
        <w:t>146.2186</w:t>
      </w:r>
      <w:r>
        <w:tab/>
        <w:t>2.025e0</w:t>
      </w:r>
    </w:p>
    <w:p w:rsidR="007B2329" w:rsidRDefault="007B2329" w:rsidP="007B2329">
      <w:r>
        <w:t>146.2308</w:t>
      </w:r>
      <w:r>
        <w:tab/>
        <w:t>3.038e0</w:t>
      </w:r>
    </w:p>
    <w:p w:rsidR="007B2329" w:rsidRDefault="007B2329" w:rsidP="007B2329">
      <w:r>
        <w:t>146.2423</w:t>
      </w:r>
      <w:r>
        <w:tab/>
        <w:t>2.025e0</w:t>
      </w:r>
    </w:p>
    <w:p w:rsidR="007B2329" w:rsidRDefault="007B2329" w:rsidP="007B2329">
      <w:r>
        <w:t>146.2522</w:t>
      </w:r>
      <w:r>
        <w:tab/>
        <w:t>1.025e0</w:t>
      </w:r>
    </w:p>
    <w:p w:rsidR="007B2329" w:rsidRDefault="007B2329" w:rsidP="007B2329">
      <w:r>
        <w:t>146.2538</w:t>
      </w:r>
      <w:r>
        <w:tab/>
        <w:t>1.013e0</w:t>
      </w:r>
    </w:p>
    <w:p w:rsidR="007B2329" w:rsidRDefault="007B2329" w:rsidP="007B2329">
      <w:r>
        <w:t>146.2571</w:t>
      </w:r>
      <w:r>
        <w:tab/>
        <w:t>1.025e0</w:t>
      </w:r>
    </w:p>
    <w:p w:rsidR="007B2329" w:rsidRDefault="007B2329" w:rsidP="007B2329">
      <w:r>
        <w:t>146.2607</w:t>
      </w:r>
      <w:r>
        <w:tab/>
        <w:t>4.051e0</w:t>
      </w:r>
    </w:p>
    <w:p w:rsidR="007B2329" w:rsidRDefault="007B2329" w:rsidP="007B2329">
      <w:r>
        <w:t>146.2630</w:t>
      </w:r>
      <w:r>
        <w:tab/>
        <w:t>1.013e0</w:t>
      </w:r>
    </w:p>
    <w:p w:rsidR="007B2329" w:rsidRDefault="007B2329" w:rsidP="007B2329">
      <w:r>
        <w:lastRenderedPageBreak/>
        <w:t>146.2693</w:t>
      </w:r>
      <w:r>
        <w:tab/>
        <w:t>1.266e-2</w:t>
      </w:r>
    </w:p>
    <w:p w:rsidR="007B2329" w:rsidRDefault="007B2329" w:rsidP="007B2329">
      <w:r>
        <w:t>146.2760</w:t>
      </w:r>
      <w:r>
        <w:tab/>
        <w:t>1.013e0</w:t>
      </w:r>
    </w:p>
    <w:p w:rsidR="007B2329" w:rsidRDefault="007B2329" w:rsidP="007B2329">
      <w:r>
        <w:t>146.2809</w:t>
      </w:r>
      <w:r>
        <w:tab/>
        <w:t>2.025e0</w:t>
      </w:r>
    </w:p>
    <w:p w:rsidR="007B2329" w:rsidRDefault="007B2329" w:rsidP="007B2329">
      <w:r>
        <w:t>146.2841</w:t>
      </w:r>
      <w:r>
        <w:tab/>
        <w:t>1.025e0</w:t>
      </w:r>
    </w:p>
    <w:p w:rsidR="007B2329" w:rsidRDefault="007B2329" w:rsidP="007B2329">
      <w:r>
        <w:t>146.2957</w:t>
      </w:r>
      <w:r>
        <w:tab/>
        <w:t>1.013e0</w:t>
      </w:r>
    </w:p>
    <w:p w:rsidR="007B2329" w:rsidRDefault="007B2329" w:rsidP="007B2329">
      <w:r>
        <w:t>146.2986</w:t>
      </w:r>
      <w:r>
        <w:tab/>
        <w:t>1.013e0</w:t>
      </w:r>
    </w:p>
    <w:p w:rsidR="007B2329" w:rsidRDefault="007B2329" w:rsidP="007B2329">
      <w:r>
        <w:t>146.3080</w:t>
      </w:r>
      <w:r>
        <w:tab/>
        <w:t>2.532e-2</w:t>
      </w:r>
    </w:p>
    <w:p w:rsidR="007B2329" w:rsidRDefault="007B2329" w:rsidP="007B2329">
      <w:r>
        <w:t>146.3112</w:t>
      </w:r>
      <w:r>
        <w:tab/>
        <w:t>1.013e0</w:t>
      </w:r>
    </w:p>
    <w:p w:rsidR="007B2329" w:rsidRDefault="007B2329" w:rsidP="007B2329">
      <w:r>
        <w:t>146.3178</w:t>
      </w:r>
      <w:r>
        <w:tab/>
        <w:t>1.266e-2</w:t>
      </w:r>
    </w:p>
    <w:p w:rsidR="007B2329" w:rsidRDefault="007B2329" w:rsidP="007B2329">
      <w:r>
        <w:t>146.3244</w:t>
      </w:r>
      <w:r>
        <w:tab/>
        <w:t>1.013e0</w:t>
      </w:r>
    </w:p>
    <w:p w:rsidR="007B2329" w:rsidRDefault="007B2329" w:rsidP="007B2329">
      <w:r>
        <w:t>146.3310</w:t>
      </w:r>
      <w:r>
        <w:tab/>
        <w:t>3.038e0</w:t>
      </w:r>
    </w:p>
    <w:p w:rsidR="007B2329" w:rsidRDefault="007B2329" w:rsidP="007B2329">
      <w:r>
        <w:t>146.3371</w:t>
      </w:r>
      <w:r>
        <w:tab/>
        <w:t>3.038e0</w:t>
      </w:r>
    </w:p>
    <w:p w:rsidR="007B2329" w:rsidRDefault="007B2329" w:rsidP="007B2329">
      <w:r>
        <w:t>146.3432</w:t>
      </w:r>
      <w:r>
        <w:tab/>
        <w:t>1.013e0</w:t>
      </w:r>
    </w:p>
    <w:p w:rsidR="007B2329" w:rsidRDefault="007B2329" w:rsidP="007B2329">
      <w:r>
        <w:t>146.3465</w:t>
      </w:r>
      <w:r>
        <w:tab/>
        <w:t>1.013e0</w:t>
      </w:r>
    </w:p>
    <w:p w:rsidR="007B2329" w:rsidRDefault="007B2329" w:rsidP="007B2329">
      <w:r>
        <w:t>146.3564</w:t>
      </w:r>
      <w:r>
        <w:tab/>
        <w:t>1.013e0</w:t>
      </w:r>
    </w:p>
    <w:p w:rsidR="007B2329" w:rsidRDefault="007B2329" w:rsidP="007B2329">
      <w:r>
        <w:t>146.3727</w:t>
      </w:r>
      <w:r>
        <w:tab/>
        <w:t>2.025e0</w:t>
      </w:r>
    </w:p>
    <w:p w:rsidR="007B2329" w:rsidRDefault="007B2329" w:rsidP="007B2329">
      <w:r>
        <w:t>146.3818</w:t>
      </w:r>
      <w:r>
        <w:tab/>
        <w:t>1.013e0</w:t>
      </w:r>
    </w:p>
    <w:p w:rsidR="007B2329" w:rsidRDefault="007B2329" w:rsidP="007B2329">
      <w:r>
        <w:t>146.3885</w:t>
      </w:r>
      <w:r>
        <w:tab/>
        <w:t>1.013e0</w:t>
      </w:r>
    </w:p>
    <w:p w:rsidR="007B2329" w:rsidRDefault="007B2329" w:rsidP="007B2329">
      <w:r>
        <w:t>146.3950</w:t>
      </w:r>
      <w:r>
        <w:tab/>
        <w:t>1.013e0</w:t>
      </w:r>
    </w:p>
    <w:p w:rsidR="007B2329" w:rsidRDefault="007B2329" w:rsidP="007B2329">
      <w:r>
        <w:lastRenderedPageBreak/>
        <w:t>146.3983</w:t>
      </w:r>
      <w:r>
        <w:tab/>
        <w:t>1.013e0</w:t>
      </w:r>
    </w:p>
    <w:p w:rsidR="007B2329" w:rsidRDefault="007B2329" w:rsidP="007B2329">
      <w:r>
        <w:t>146.4016</w:t>
      </w:r>
      <w:r>
        <w:tab/>
        <w:t>1.025e0</w:t>
      </w:r>
    </w:p>
    <w:p w:rsidR="007B2329" w:rsidRDefault="007B2329" w:rsidP="007B2329">
      <w:r>
        <w:t>146.4220</w:t>
      </w:r>
      <w:r>
        <w:tab/>
        <w:t>2.025e0</w:t>
      </w:r>
    </w:p>
    <w:p w:rsidR="007B2329" w:rsidRDefault="007B2329" w:rsidP="007B2329">
      <w:r>
        <w:t>146.4304</w:t>
      </w:r>
      <w:r>
        <w:tab/>
        <w:t>4.051e0</w:t>
      </w:r>
    </w:p>
    <w:p w:rsidR="007B2329" w:rsidRDefault="007B2329" w:rsidP="007B2329">
      <w:r>
        <w:t>146.4590</w:t>
      </w:r>
      <w:r>
        <w:tab/>
        <w:t>3.038e0</w:t>
      </w:r>
    </w:p>
    <w:p w:rsidR="007B2329" w:rsidRDefault="007B2329" w:rsidP="007B2329">
      <w:r>
        <w:t>146.4624</w:t>
      </w:r>
      <w:r>
        <w:tab/>
        <w:t>2.025e0</w:t>
      </w:r>
    </w:p>
    <w:p w:rsidR="007B2329" w:rsidRDefault="007B2329" w:rsidP="007B2329">
      <w:r>
        <w:t>146.4788</w:t>
      </w:r>
      <w:r>
        <w:tab/>
        <w:t>1.013e0</w:t>
      </w:r>
    </w:p>
    <w:p w:rsidR="007B2329" w:rsidRDefault="007B2329" w:rsidP="007B2329">
      <w:r>
        <w:t>146.4866</w:t>
      </w:r>
      <w:r>
        <w:tab/>
        <w:t>2.038e0</w:t>
      </w:r>
    </w:p>
    <w:p w:rsidR="007B2329" w:rsidRDefault="007B2329" w:rsidP="007B2329">
      <w:r>
        <w:t>146.5097</w:t>
      </w:r>
      <w:r>
        <w:tab/>
        <w:t>4.051e0</w:t>
      </w:r>
    </w:p>
    <w:p w:rsidR="007B2329" w:rsidRDefault="007B2329" w:rsidP="007B2329">
      <w:r>
        <w:t>146.5240</w:t>
      </w:r>
      <w:r>
        <w:tab/>
        <w:t>1.013e0</w:t>
      </w:r>
    </w:p>
    <w:p w:rsidR="007B2329" w:rsidRDefault="007B2329" w:rsidP="007B2329">
      <w:r>
        <w:t>146.5329</w:t>
      </w:r>
      <w:r>
        <w:tab/>
        <w:t>1.013e0</w:t>
      </w:r>
    </w:p>
    <w:p w:rsidR="007B2329" w:rsidRDefault="007B2329" w:rsidP="007B2329">
      <w:r>
        <w:t>146.5344</w:t>
      </w:r>
      <w:r>
        <w:tab/>
        <w:t>2.025e0</w:t>
      </w:r>
    </w:p>
    <w:p w:rsidR="007B2329" w:rsidRDefault="007B2329" w:rsidP="007B2329">
      <w:r>
        <w:t>146.5462</w:t>
      </w:r>
      <w:r>
        <w:tab/>
        <w:t>1.266e-2</w:t>
      </w:r>
    </w:p>
    <w:p w:rsidR="007B2329" w:rsidRDefault="007B2329" w:rsidP="007B2329">
      <w:r>
        <w:t>146.5560</w:t>
      </w:r>
      <w:r>
        <w:tab/>
        <w:t>1.266e-2</w:t>
      </w:r>
    </w:p>
    <w:p w:rsidR="007B2329" w:rsidRDefault="007B2329" w:rsidP="007B2329">
      <w:r>
        <w:t>146.5655</w:t>
      </w:r>
      <w:r>
        <w:tab/>
        <w:t>2.025e0</w:t>
      </w:r>
    </w:p>
    <w:p w:rsidR="007B2329" w:rsidRDefault="007B2329" w:rsidP="007B2329">
      <w:r>
        <w:t>146.5683</w:t>
      </w:r>
      <w:r>
        <w:tab/>
        <w:t>2.025e0</w:t>
      </w:r>
    </w:p>
    <w:p w:rsidR="007B2329" w:rsidRDefault="007B2329" w:rsidP="007B2329">
      <w:r>
        <w:t>146.5749</w:t>
      </w:r>
      <w:r>
        <w:tab/>
        <w:t>1.266e-2</w:t>
      </w:r>
    </w:p>
    <w:p w:rsidR="007B2329" w:rsidRDefault="007B2329" w:rsidP="007B2329">
      <w:r>
        <w:t>146.5848</w:t>
      </w:r>
      <w:r>
        <w:tab/>
        <w:t>1.025e0</w:t>
      </w:r>
    </w:p>
    <w:p w:rsidR="007B2329" w:rsidRDefault="007B2329" w:rsidP="007B2329">
      <w:r>
        <w:t>146.5946</w:t>
      </w:r>
      <w:r>
        <w:tab/>
        <w:t>1.013e0</w:t>
      </w:r>
    </w:p>
    <w:p w:rsidR="007B2329" w:rsidRDefault="007B2329" w:rsidP="007B2329">
      <w:r>
        <w:lastRenderedPageBreak/>
        <w:t>146.5989</w:t>
      </w:r>
      <w:r>
        <w:tab/>
        <w:t>3.038e0</w:t>
      </w:r>
    </w:p>
    <w:p w:rsidR="007B2329" w:rsidRDefault="007B2329" w:rsidP="007B2329">
      <w:r>
        <w:t>146.6012</w:t>
      </w:r>
      <w:r>
        <w:tab/>
        <w:t>1.013e0</w:t>
      </w:r>
    </w:p>
    <w:p w:rsidR="007B2329" w:rsidRDefault="007B2329" w:rsidP="007B2329">
      <w:r>
        <w:t>146.6071</w:t>
      </w:r>
      <w:r>
        <w:tab/>
        <w:t>1.013e0</w:t>
      </w:r>
    </w:p>
    <w:p w:rsidR="007B2329" w:rsidRDefault="007B2329" w:rsidP="007B2329">
      <w:r>
        <w:t>146.6101</w:t>
      </w:r>
      <w:r>
        <w:tab/>
        <w:t>1.013e0</w:t>
      </w:r>
    </w:p>
    <w:p w:rsidR="007B2329" w:rsidRDefault="007B2329" w:rsidP="007B2329">
      <w:r>
        <w:t>146.6201</w:t>
      </w:r>
      <w:r>
        <w:tab/>
        <w:t>2.025e0</w:t>
      </w:r>
    </w:p>
    <w:p w:rsidR="007B2329" w:rsidRDefault="007B2329" w:rsidP="007B2329">
      <w:r>
        <w:t>146.6266</w:t>
      </w:r>
      <w:r>
        <w:tab/>
        <w:t>1.266e-2</w:t>
      </w:r>
    </w:p>
    <w:p w:rsidR="007B2329" w:rsidRDefault="007B2329" w:rsidP="007B2329">
      <w:r>
        <w:t>146.6521</w:t>
      </w:r>
      <w:r>
        <w:tab/>
        <w:t>2.038e0</w:t>
      </w:r>
    </w:p>
    <w:p w:rsidR="007B2329" w:rsidRDefault="007B2329" w:rsidP="007B2329">
      <w:r>
        <w:t>146.6588</w:t>
      </w:r>
      <w:r>
        <w:tab/>
        <w:t>1.266e-2</w:t>
      </w:r>
    </w:p>
    <w:p w:rsidR="007B2329" w:rsidRDefault="007B2329" w:rsidP="007B2329">
      <w:r>
        <w:t>146.6620</w:t>
      </w:r>
      <w:r>
        <w:tab/>
        <w:t>2.025e0</w:t>
      </w:r>
    </w:p>
    <w:p w:rsidR="007B2329" w:rsidRDefault="007B2329" w:rsidP="007B2329">
      <w:r>
        <w:t>146.6686</w:t>
      </w:r>
      <w:r>
        <w:tab/>
        <w:t>1.013e0</w:t>
      </w:r>
    </w:p>
    <w:p w:rsidR="007B2329" w:rsidRDefault="007B2329" w:rsidP="007B2329">
      <w:r>
        <w:t>146.6719</w:t>
      </w:r>
      <w:r>
        <w:tab/>
        <w:t>1.266e-2</w:t>
      </w:r>
    </w:p>
    <w:p w:rsidR="007B2329" w:rsidRDefault="007B2329" w:rsidP="007B2329">
      <w:r>
        <w:t>146.6843</w:t>
      </w:r>
      <w:r>
        <w:tab/>
        <w:t>1.013e0</w:t>
      </w:r>
    </w:p>
    <w:p w:rsidR="007B2329" w:rsidRDefault="007B2329" w:rsidP="007B2329">
      <w:r>
        <w:t>146.6891</w:t>
      </w:r>
      <w:r>
        <w:tab/>
        <w:t>2.025e0</w:t>
      </w:r>
    </w:p>
    <w:p w:rsidR="007B2329" w:rsidRDefault="007B2329" w:rsidP="007B2329">
      <w:r>
        <w:t>146.6941</w:t>
      </w:r>
      <w:r>
        <w:tab/>
        <w:t>1.025e0</w:t>
      </w:r>
    </w:p>
    <w:p w:rsidR="007B2329" w:rsidRDefault="007B2329" w:rsidP="007B2329">
      <w:r>
        <w:t>146.7072</w:t>
      </w:r>
      <w:r>
        <w:tab/>
        <w:t>1.013e0</w:t>
      </w:r>
    </w:p>
    <w:p w:rsidR="007B2329" w:rsidRDefault="007B2329" w:rsidP="007B2329">
      <w:r>
        <w:t>146.7139</w:t>
      </w:r>
      <w:r>
        <w:tab/>
        <w:t>1.013e0</w:t>
      </w:r>
    </w:p>
    <w:p w:rsidR="007B2329" w:rsidRDefault="007B2329" w:rsidP="007B2329">
      <w:r>
        <w:t>146.7199</w:t>
      </w:r>
      <w:r>
        <w:tab/>
        <w:t>2.025e0</w:t>
      </w:r>
    </w:p>
    <w:p w:rsidR="007B2329" w:rsidRDefault="007B2329" w:rsidP="007B2329">
      <w:r>
        <w:t>146.7327</w:t>
      </w:r>
      <w:r>
        <w:tab/>
        <w:t>1.013e0</w:t>
      </w:r>
    </w:p>
    <w:p w:rsidR="007B2329" w:rsidRDefault="007B2329" w:rsidP="007B2329">
      <w:r>
        <w:t>146.7393</w:t>
      </w:r>
      <w:r>
        <w:tab/>
        <w:t>1.266e-2</w:t>
      </w:r>
    </w:p>
    <w:p w:rsidR="007B2329" w:rsidRDefault="007B2329" w:rsidP="007B2329">
      <w:r>
        <w:lastRenderedPageBreak/>
        <w:t>146.7426</w:t>
      </w:r>
      <w:r>
        <w:tab/>
        <w:t>1.013e0</w:t>
      </w:r>
    </w:p>
    <w:p w:rsidR="007B2329" w:rsidRDefault="007B2329" w:rsidP="007B2329">
      <w:r>
        <w:t>146.7443</w:t>
      </w:r>
      <w:r>
        <w:tab/>
        <w:t>2.025e0</w:t>
      </w:r>
    </w:p>
    <w:p w:rsidR="007B2329" w:rsidRDefault="007B2329" w:rsidP="007B2329">
      <w:r>
        <w:t>146.7492</w:t>
      </w:r>
      <w:r>
        <w:tab/>
        <w:t>2.025e0</w:t>
      </w:r>
    </w:p>
    <w:p w:rsidR="007B2329" w:rsidRDefault="007B2329" w:rsidP="007B2329">
      <w:r>
        <w:t>146.7585</w:t>
      </w:r>
      <w:r>
        <w:tab/>
        <w:t>1.013e0</w:t>
      </w:r>
    </w:p>
    <w:p w:rsidR="007B2329" w:rsidRDefault="007B2329" w:rsidP="007B2329">
      <w:r>
        <w:t>146.7681</w:t>
      </w:r>
      <w:r>
        <w:tab/>
        <w:t>1.266e-2</w:t>
      </w:r>
    </w:p>
    <w:p w:rsidR="007B2329" w:rsidRDefault="007B2329" w:rsidP="007B2329">
      <w:r>
        <w:t>146.7730</w:t>
      </w:r>
      <w:r>
        <w:tab/>
        <w:t>1.025e0</w:t>
      </w:r>
    </w:p>
    <w:p w:rsidR="007B2329" w:rsidRDefault="007B2329" w:rsidP="007B2329">
      <w:r>
        <w:t>146.7779</w:t>
      </w:r>
      <w:r>
        <w:tab/>
        <w:t>1.013e0</w:t>
      </w:r>
    </w:p>
    <w:p w:rsidR="007B2329" w:rsidRDefault="007B2329" w:rsidP="007B2329">
      <w:r>
        <w:t>146.8067</w:t>
      </w:r>
      <w:r>
        <w:tab/>
        <w:t>1.013e0</w:t>
      </w:r>
    </w:p>
    <w:p w:rsidR="007B2329" w:rsidRDefault="007B2329" w:rsidP="007B2329">
      <w:r>
        <w:t>146.8133</w:t>
      </w:r>
      <w:r>
        <w:tab/>
        <w:t>1.266e-2</w:t>
      </w:r>
    </w:p>
    <w:p w:rsidR="007B2329" w:rsidRDefault="007B2329" w:rsidP="007B2329">
      <w:r>
        <w:t>146.8166</w:t>
      </w:r>
      <w:r>
        <w:tab/>
        <w:t>1.013e0</w:t>
      </w:r>
    </w:p>
    <w:p w:rsidR="007B2329" w:rsidRDefault="007B2329" w:rsidP="007B2329">
      <w:r>
        <w:t>146.8198</w:t>
      </w:r>
      <w:r>
        <w:tab/>
        <w:t>2.025e0</w:t>
      </w:r>
    </w:p>
    <w:p w:rsidR="007B2329" w:rsidRDefault="007B2329" w:rsidP="007B2329">
      <w:r>
        <w:t>146.8231</w:t>
      </w:r>
      <w:r>
        <w:tab/>
        <w:t>1.013e0</w:t>
      </w:r>
    </w:p>
    <w:p w:rsidR="007B2329" w:rsidRDefault="007B2329" w:rsidP="007B2329">
      <w:r>
        <w:t>146.8299</w:t>
      </w:r>
      <w:r>
        <w:tab/>
        <w:t>2.025e0</w:t>
      </w:r>
    </w:p>
    <w:p w:rsidR="007B2329" w:rsidRDefault="007B2329" w:rsidP="007B2329">
      <w:r>
        <w:t>146.8345</w:t>
      </w:r>
      <w:r>
        <w:tab/>
        <w:t>2.025e0</w:t>
      </w:r>
    </w:p>
    <w:p w:rsidR="007B2329" w:rsidRDefault="007B2329" w:rsidP="007B2329">
      <w:r>
        <w:t>146.8420</w:t>
      </w:r>
      <w:r>
        <w:tab/>
        <w:t>1.013e0</w:t>
      </w:r>
    </w:p>
    <w:p w:rsidR="007B2329" w:rsidRDefault="007B2329" w:rsidP="007B2329">
      <w:r>
        <w:t>146.8520</w:t>
      </w:r>
      <w:r>
        <w:tab/>
        <w:t>1.013e0</w:t>
      </w:r>
    </w:p>
    <w:p w:rsidR="007B2329" w:rsidRDefault="007B2329" w:rsidP="007B2329">
      <w:r>
        <w:t>146.8618</w:t>
      </w:r>
      <w:r>
        <w:tab/>
        <w:t>1.013e0</w:t>
      </w:r>
    </w:p>
    <w:p w:rsidR="007B2329" w:rsidRDefault="007B2329" w:rsidP="007B2329">
      <w:r>
        <w:t>146.8652</w:t>
      </w:r>
      <w:r>
        <w:tab/>
        <w:t>1.013e0</w:t>
      </w:r>
    </w:p>
    <w:p w:rsidR="007B2329" w:rsidRDefault="007B2329" w:rsidP="007B2329">
      <w:r>
        <w:t>146.8715</w:t>
      </w:r>
      <w:r>
        <w:tab/>
        <w:t>1.013e0</w:t>
      </w:r>
    </w:p>
    <w:p w:rsidR="007B2329" w:rsidRDefault="007B2329" w:rsidP="007B2329">
      <w:r>
        <w:lastRenderedPageBreak/>
        <w:t>146.8788</w:t>
      </w:r>
      <w:r>
        <w:tab/>
        <w:t>2.025e0</w:t>
      </w:r>
    </w:p>
    <w:p w:rsidR="007B2329" w:rsidRDefault="007B2329" w:rsidP="007B2329">
      <w:r>
        <w:t>146.8906</w:t>
      </w:r>
      <w:r>
        <w:tab/>
        <w:t>1.266e-2</w:t>
      </w:r>
    </w:p>
    <w:p w:rsidR="007B2329" w:rsidRDefault="007B2329" w:rsidP="007B2329">
      <w:r>
        <w:t>146.8953</w:t>
      </w:r>
      <w:r>
        <w:tab/>
        <w:t>2.038e0</w:t>
      </w:r>
    </w:p>
    <w:p w:rsidR="007B2329" w:rsidRDefault="007B2329" w:rsidP="007B2329">
      <w:r>
        <w:t>146.9038</w:t>
      </w:r>
      <w:r>
        <w:tab/>
        <w:t>1.013e0</w:t>
      </w:r>
    </w:p>
    <w:p w:rsidR="007B2329" w:rsidRDefault="007B2329" w:rsidP="007B2329">
      <w:r>
        <w:t>146.9072</w:t>
      </w:r>
      <w:r>
        <w:tab/>
        <w:t>1.266e-2</w:t>
      </w:r>
    </w:p>
    <w:p w:rsidR="007B2329" w:rsidRDefault="007B2329" w:rsidP="007B2329">
      <w:r>
        <w:t>146.9260</w:t>
      </w:r>
      <w:r>
        <w:tab/>
        <w:t>4.051e0</w:t>
      </w:r>
    </w:p>
    <w:p w:rsidR="007B2329" w:rsidRDefault="007B2329" w:rsidP="007B2329">
      <w:r>
        <w:t>146.9325</w:t>
      </w:r>
      <w:r>
        <w:tab/>
        <w:t>2.038e0</w:t>
      </w:r>
    </w:p>
    <w:p w:rsidR="007B2329" w:rsidRDefault="007B2329" w:rsidP="007B2329">
      <w:r>
        <w:t>146.9358</w:t>
      </w:r>
      <w:r>
        <w:tab/>
        <w:t>1.013e0</w:t>
      </w:r>
    </w:p>
    <w:p w:rsidR="007B2329" w:rsidRDefault="007B2329" w:rsidP="007B2329">
      <w:r>
        <w:t>146.9458</w:t>
      </w:r>
      <w:r>
        <w:tab/>
        <w:t>1.013e0</w:t>
      </w:r>
    </w:p>
    <w:p w:rsidR="007B2329" w:rsidRDefault="007B2329" w:rsidP="007B2329">
      <w:r>
        <w:t>146.9679</w:t>
      </w:r>
      <w:r>
        <w:tab/>
        <w:t>1.013e0</w:t>
      </w:r>
    </w:p>
    <w:p w:rsidR="007B2329" w:rsidRDefault="007B2329" w:rsidP="007B2329">
      <w:r>
        <w:t>146.9792</w:t>
      </w:r>
      <w:r>
        <w:tab/>
        <w:t>3.038e0</w:t>
      </w:r>
    </w:p>
    <w:p w:rsidR="007B2329" w:rsidRDefault="007B2329" w:rsidP="007B2329">
      <w:r>
        <w:t>146.9861</w:t>
      </w:r>
      <w:r>
        <w:tab/>
        <w:t>7.089e0</w:t>
      </w:r>
    </w:p>
    <w:p w:rsidR="007B2329" w:rsidRDefault="007B2329" w:rsidP="007B2329">
      <w:r>
        <w:t>146.9905</w:t>
      </w:r>
      <w:r>
        <w:tab/>
        <w:t>1.013e0</w:t>
      </w:r>
    </w:p>
    <w:p w:rsidR="007B2329" w:rsidRDefault="007B2329" w:rsidP="007B2329">
      <w:r>
        <w:t>146.9934</w:t>
      </w:r>
      <w:r>
        <w:tab/>
        <w:t>1.013e0</w:t>
      </w:r>
    </w:p>
    <w:p w:rsidR="007B2329" w:rsidRDefault="007B2329" w:rsidP="007B2329">
      <w:r>
        <w:t>147.0000</w:t>
      </w:r>
      <w:r>
        <w:tab/>
        <w:t>1.266e-2</w:t>
      </w:r>
    </w:p>
    <w:p w:rsidR="007B2329" w:rsidRDefault="007B2329" w:rsidP="007B2329">
      <w:r>
        <w:t>147.0033</w:t>
      </w:r>
      <w:r>
        <w:tab/>
        <w:t>1.013e0</w:t>
      </w:r>
    </w:p>
    <w:p w:rsidR="007B2329" w:rsidRDefault="007B2329" w:rsidP="007B2329">
      <w:r>
        <w:t>147.0099</w:t>
      </w:r>
      <w:r>
        <w:tab/>
        <w:t>1.013e0</w:t>
      </w:r>
    </w:p>
    <w:p w:rsidR="007B2329" w:rsidRDefault="007B2329" w:rsidP="007B2329">
      <w:r>
        <w:t>147.0171</w:t>
      </w:r>
      <w:r>
        <w:tab/>
        <w:t>4.051e0</w:t>
      </w:r>
    </w:p>
    <w:p w:rsidR="007B2329" w:rsidRDefault="007B2329" w:rsidP="007B2329">
      <w:r>
        <w:t>147.0261</w:t>
      </w:r>
      <w:r>
        <w:tab/>
        <w:t>1.013e0</w:t>
      </w:r>
    </w:p>
    <w:p w:rsidR="007B2329" w:rsidRDefault="007B2329" w:rsidP="007B2329">
      <w:r>
        <w:lastRenderedPageBreak/>
        <w:t>147.0335</w:t>
      </w:r>
      <w:r>
        <w:tab/>
        <w:t>1.025e0</w:t>
      </w:r>
    </w:p>
    <w:p w:rsidR="007B2329" w:rsidRDefault="007B2329" w:rsidP="007B2329">
      <w:r>
        <w:t>147.0678</w:t>
      </w:r>
      <w:r>
        <w:tab/>
        <w:t>1.013e0</w:t>
      </w:r>
    </w:p>
    <w:p w:rsidR="007B2329" w:rsidRDefault="007B2329" w:rsidP="007B2329">
      <w:r>
        <w:t>147.0735</w:t>
      </w:r>
      <w:r>
        <w:tab/>
        <w:t>1.741e0</w:t>
      </w:r>
    </w:p>
    <w:p w:rsidR="007B2329" w:rsidRDefault="007B2329" w:rsidP="007B2329">
      <w:r>
        <w:t>147.0752</w:t>
      </w:r>
      <w:r>
        <w:tab/>
        <w:t>2.101e0</w:t>
      </w:r>
    </w:p>
    <w:p w:rsidR="007B2329" w:rsidRDefault="007B2329" w:rsidP="007B2329">
      <w:r>
        <w:t>147.0856</w:t>
      </w:r>
      <w:r>
        <w:tab/>
        <w:t>4.051e0</w:t>
      </w:r>
    </w:p>
    <w:p w:rsidR="007B2329" w:rsidRDefault="007B2329" w:rsidP="007B2329">
      <w:r>
        <w:t>147.0908</w:t>
      </w:r>
      <w:r>
        <w:tab/>
        <w:t>6.437e0</w:t>
      </w:r>
    </w:p>
    <w:p w:rsidR="007B2329" w:rsidRDefault="007B2329" w:rsidP="007B2329">
      <w:r>
        <w:t>147.0957</w:t>
      </w:r>
      <w:r>
        <w:tab/>
        <w:t>3.038e0</w:t>
      </w:r>
    </w:p>
    <w:p w:rsidR="007B2329" w:rsidRDefault="007B2329" w:rsidP="007B2329">
      <w:r>
        <w:t>147.1114</w:t>
      </w:r>
      <w:r>
        <w:tab/>
        <w:t>4.354e0</w:t>
      </w:r>
    </w:p>
    <w:p w:rsidR="007B2329" w:rsidRDefault="007B2329" w:rsidP="007B2329">
      <w:r>
        <w:t>147.1482</w:t>
      </w:r>
      <w:r>
        <w:tab/>
        <w:t>2.025e0</w:t>
      </w:r>
    </w:p>
    <w:p w:rsidR="007B2329" w:rsidRDefault="007B2329" w:rsidP="007B2329">
      <w:r>
        <w:t>147.1512</w:t>
      </w:r>
      <w:r>
        <w:tab/>
        <w:t>4.051e0</w:t>
      </w:r>
    </w:p>
    <w:p w:rsidR="007B2329" w:rsidRDefault="007B2329" w:rsidP="007B2329">
      <w:r>
        <w:t>147.1547</w:t>
      </w:r>
      <w:r>
        <w:tab/>
        <w:t>1.013e0</w:t>
      </w:r>
    </w:p>
    <w:p w:rsidR="007B2329" w:rsidRDefault="007B2329" w:rsidP="007B2329">
      <w:r>
        <w:t>147.1596</w:t>
      </w:r>
      <w:r>
        <w:tab/>
        <w:t>2.025e0</w:t>
      </w:r>
    </w:p>
    <w:p w:rsidR="007B2329" w:rsidRDefault="007B2329" w:rsidP="007B2329">
      <w:r>
        <w:t>147.1745</w:t>
      </w:r>
      <w:r>
        <w:tab/>
        <w:t>1.013e0</w:t>
      </w:r>
    </w:p>
    <w:p w:rsidR="007B2329" w:rsidRDefault="007B2329" w:rsidP="007B2329">
      <w:r>
        <w:t>147.1811</w:t>
      </w:r>
      <w:r>
        <w:tab/>
        <w:t>3.038e0</w:t>
      </w:r>
    </w:p>
    <w:p w:rsidR="007B2329" w:rsidRDefault="007B2329" w:rsidP="007B2329">
      <w:r>
        <w:t>147.1868</w:t>
      </w:r>
      <w:r>
        <w:tab/>
        <w:t>3.721e0</w:t>
      </w:r>
    </w:p>
    <w:p w:rsidR="007B2329" w:rsidRDefault="007B2329" w:rsidP="007B2329">
      <w:r>
        <w:t>147.1951</w:t>
      </w:r>
      <w:r>
        <w:tab/>
        <w:t>1.025e0</w:t>
      </w:r>
    </w:p>
    <w:p w:rsidR="007B2329" w:rsidRDefault="007B2329" w:rsidP="007B2329">
      <w:r>
        <w:t>147.1966</w:t>
      </w:r>
      <w:r>
        <w:tab/>
        <w:t>1.013e0</w:t>
      </w:r>
    </w:p>
    <w:p w:rsidR="007B2329" w:rsidRDefault="007B2329" w:rsidP="007B2329">
      <w:r>
        <w:t>147.2065</w:t>
      </w:r>
      <w:r>
        <w:tab/>
        <w:t>1.013e0</w:t>
      </w:r>
    </w:p>
    <w:p w:rsidR="007B2329" w:rsidRDefault="007B2329" w:rsidP="007B2329">
      <w:r>
        <w:t>147.2165</w:t>
      </w:r>
      <w:r>
        <w:tab/>
        <w:t>1.013e0</w:t>
      </w:r>
    </w:p>
    <w:p w:rsidR="007B2329" w:rsidRDefault="007B2329" w:rsidP="007B2329">
      <w:r>
        <w:lastRenderedPageBreak/>
        <w:t>147.2181</w:t>
      </w:r>
      <w:r>
        <w:tab/>
        <w:t>2.532e-2</w:t>
      </w:r>
    </w:p>
    <w:p w:rsidR="007B2329" w:rsidRDefault="007B2329" w:rsidP="007B2329">
      <w:r>
        <w:t>147.2226</w:t>
      </w:r>
      <w:r>
        <w:tab/>
        <w:t>1.013e0</w:t>
      </w:r>
    </w:p>
    <w:p w:rsidR="007B2329" w:rsidRDefault="007B2329" w:rsidP="007B2329">
      <w:r>
        <w:t>147.2287</w:t>
      </w:r>
      <w:r>
        <w:tab/>
        <w:t>1.013e0</w:t>
      </w:r>
    </w:p>
    <w:p w:rsidR="007B2329" w:rsidRDefault="007B2329" w:rsidP="007B2329">
      <w:r>
        <w:t>147.2302</w:t>
      </w:r>
      <w:r>
        <w:tab/>
        <w:t>6.076e0</w:t>
      </w:r>
    </w:p>
    <w:p w:rsidR="007B2329" w:rsidRDefault="007B2329" w:rsidP="007B2329">
      <w:r>
        <w:t>147.2320</w:t>
      </w:r>
      <w:r>
        <w:tab/>
        <w:t>2.025e0</w:t>
      </w:r>
    </w:p>
    <w:p w:rsidR="007B2329" w:rsidRDefault="007B2329" w:rsidP="007B2329">
      <w:r>
        <w:t>147.2485</w:t>
      </w:r>
      <w:r>
        <w:tab/>
        <w:t>2.025e0</w:t>
      </w:r>
    </w:p>
    <w:p w:rsidR="007B2329" w:rsidRDefault="007B2329" w:rsidP="007B2329">
      <w:r>
        <w:t>147.2584</w:t>
      </w:r>
      <w:r>
        <w:tab/>
        <w:t>1.013e0</w:t>
      </w:r>
    </w:p>
    <w:p w:rsidR="007B2329" w:rsidRDefault="007B2329" w:rsidP="007B2329">
      <w:r>
        <w:t>147.2614</w:t>
      </w:r>
      <w:r>
        <w:tab/>
        <w:t>2.025e0</w:t>
      </w:r>
    </w:p>
    <w:p w:rsidR="007B2329" w:rsidRDefault="007B2329" w:rsidP="007B2329">
      <w:r>
        <w:t>147.2644</w:t>
      </w:r>
      <w:r>
        <w:tab/>
        <w:t>1.266e-2</w:t>
      </w:r>
    </w:p>
    <w:p w:rsidR="007B2329" w:rsidRDefault="007B2329" w:rsidP="007B2329">
      <w:r>
        <w:t>147.2672</w:t>
      </w:r>
      <w:r>
        <w:tab/>
        <w:t>4.051e0</w:t>
      </w:r>
    </w:p>
    <w:p w:rsidR="007B2329" w:rsidRDefault="007B2329" w:rsidP="007B2329">
      <w:r>
        <w:t>147.2707</w:t>
      </w:r>
      <w:r>
        <w:tab/>
        <w:t>1.013e0</w:t>
      </w:r>
    </w:p>
    <w:p w:rsidR="007B2329" w:rsidRDefault="007B2329" w:rsidP="007B2329">
      <w:r>
        <w:t>147.2872</w:t>
      </w:r>
      <w:r>
        <w:tab/>
        <w:t>1.013e0</w:t>
      </w:r>
    </w:p>
    <w:p w:rsidR="007B2329" w:rsidRDefault="007B2329" w:rsidP="007B2329">
      <w:r>
        <w:t>147.2905</w:t>
      </w:r>
      <w:r>
        <w:tab/>
        <w:t>2.025e0</w:t>
      </w:r>
    </w:p>
    <w:p w:rsidR="007B2329" w:rsidRDefault="007B2329" w:rsidP="007B2329">
      <w:r>
        <w:t>147.2938</w:t>
      </w:r>
      <w:r>
        <w:tab/>
        <w:t>1.013e0</w:t>
      </w:r>
    </w:p>
    <w:p w:rsidR="007B2329" w:rsidRDefault="007B2329" w:rsidP="007B2329">
      <w:r>
        <w:t>147.2954</w:t>
      </w:r>
      <w:r>
        <w:tab/>
        <w:t>2.025e0</w:t>
      </w:r>
    </w:p>
    <w:p w:rsidR="007B2329" w:rsidRDefault="007B2329" w:rsidP="007B2329">
      <w:r>
        <w:t>147.3061</w:t>
      </w:r>
      <w:r>
        <w:tab/>
        <w:t>1.013e0</w:t>
      </w:r>
    </w:p>
    <w:p w:rsidR="007B2329" w:rsidRDefault="007B2329" w:rsidP="007B2329">
      <w:r>
        <w:t>147.3094</w:t>
      </w:r>
      <w:r>
        <w:tab/>
        <w:t>1.013e0</w:t>
      </w:r>
    </w:p>
    <w:p w:rsidR="007B2329" w:rsidRDefault="007B2329" w:rsidP="007B2329">
      <w:r>
        <w:t>147.3326</w:t>
      </w:r>
      <w:r>
        <w:tab/>
        <w:t>2.025e0</w:t>
      </w:r>
    </w:p>
    <w:p w:rsidR="007B2329" w:rsidRDefault="007B2329" w:rsidP="007B2329">
      <w:r>
        <w:t>147.3344</w:t>
      </w:r>
      <w:r>
        <w:tab/>
        <w:t>2.025e0</w:t>
      </w:r>
    </w:p>
    <w:p w:rsidR="007B2329" w:rsidRDefault="007B2329" w:rsidP="007B2329">
      <w:r>
        <w:lastRenderedPageBreak/>
        <w:t>147.3514</w:t>
      </w:r>
      <w:r>
        <w:tab/>
        <w:t>2.532e-2</w:t>
      </w:r>
    </w:p>
    <w:p w:rsidR="007B2329" w:rsidRDefault="007B2329" w:rsidP="007B2329">
      <w:r>
        <w:t>147.3597</w:t>
      </w:r>
      <w:r>
        <w:tab/>
        <w:t>2.532e-2</w:t>
      </w:r>
    </w:p>
    <w:p w:rsidR="007B2329" w:rsidRDefault="007B2329" w:rsidP="007B2329">
      <w:r>
        <w:t>147.3613</w:t>
      </w:r>
      <w:r>
        <w:tab/>
        <w:t>1.025e0</w:t>
      </w:r>
    </w:p>
    <w:p w:rsidR="007B2329" w:rsidRDefault="007B2329" w:rsidP="007B2329">
      <w:r>
        <w:t>147.3689</w:t>
      </w:r>
      <w:r>
        <w:tab/>
        <w:t>3.038e0</w:t>
      </w:r>
    </w:p>
    <w:p w:rsidR="007B2329" w:rsidRDefault="007B2329" w:rsidP="007B2329">
      <w:r>
        <w:t>147.3713</w:t>
      </w:r>
      <w:r>
        <w:tab/>
        <w:t>1.013e0</w:t>
      </w:r>
    </w:p>
    <w:p w:rsidR="007B2329" w:rsidRDefault="007B2329" w:rsidP="007B2329">
      <w:r>
        <w:t>147.3806</w:t>
      </w:r>
      <w:r>
        <w:tab/>
        <w:t>1.266e-2</w:t>
      </w:r>
    </w:p>
    <w:p w:rsidR="007B2329" w:rsidRDefault="007B2329" w:rsidP="007B2329">
      <w:r>
        <w:t>147.4194</w:t>
      </w:r>
      <w:r>
        <w:tab/>
        <w:t>1.013e0</w:t>
      </w:r>
    </w:p>
    <w:p w:rsidR="007B2329" w:rsidRDefault="007B2329" w:rsidP="007B2329">
      <w:r>
        <w:t>147.4321</w:t>
      </w:r>
      <w:r>
        <w:tab/>
        <w:t>3.038e0</w:t>
      </w:r>
    </w:p>
    <w:p w:rsidR="007B2329" w:rsidRDefault="007B2329" w:rsidP="007B2329">
      <w:r>
        <w:t>147.4470</w:t>
      </w:r>
      <w:r>
        <w:tab/>
        <w:t>2.025e0</w:t>
      </w:r>
    </w:p>
    <w:p w:rsidR="007B2329" w:rsidRDefault="007B2329" w:rsidP="007B2329">
      <w:r>
        <w:t>147.4520</w:t>
      </w:r>
      <w:r>
        <w:tab/>
        <w:t>1.013e0</w:t>
      </w:r>
    </w:p>
    <w:p w:rsidR="007B2329" w:rsidRDefault="007B2329" w:rsidP="007B2329">
      <w:r>
        <w:t>147.4551</w:t>
      </w:r>
      <w:r>
        <w:tab/>
        <w:t>1.013e0</w:t>
      </w:r>
    </w:p>
    <w:p w:rsidR="007B2329" w:rsidRDefault="007B2329" w:rsidP="007B2329">
      <w:r>
        <w:t>147.4642</w:t>
      </w:r>
      <w:r>
        <w:tab/>
        <w:t>1.013e0</w:t>
      </w:r>
    </w:p>
    <w:p w:rsidR="007B2329" w:rsidRDefault="007B2329" w:rsidP="007B2329">
      <w:r>
        <w:t>147.4657</w:t>
      </w:r>
      <w:r>
        <w:tab/>
        <w:t>1.025e0</w:t>
      </w:r>
    </w:p>
    <w:p w:rsidR="007B2329" w:rsidRDefault="007B2329" w:rsidP="007B2329">
      <w:r>
        <w:t>147.4675</w:t>
      </w:r>
      <w:r>
        <w:tab/>
        <w:t>1.013e0</w:t>
      </w:r>
    </w:p>
    <w:p w:rsidR="007B2329" w:rsidRDefault="007B2329" w:rsidP="007B2329">
      <w:r>
        <w:t>147.4775</w:t>
      </w:r>
      <w:r>
        <w:tab/>
        <w:t>2.025e0</w:t>
      </w:r>
    </w:p>
    <w:p w:rsidR="007B2329" w:rsidRDefault="007B2329" w:rsidP="007B2329">
      <w:r>
        <w:t>147.4840</w:t>
      </w:r>
      <w:r>
        <w:tab/>
        <w:t>1.266e-2</w:t>
      </w:r>
    </w:p>
    <w:p w:rsidR="007B2329" w:rsidRDefault="007B2329" w:rsidP="007B2329">
      <w:r>
        <w:t>147.4925</w:t>
      </w:r>
      <w:r>
        <w:tab/>
        <w:t>2.025e0</w:t>
      </w:r>
    </w:p>
    <w:p w:rsidR="007B2329" w:rsidRDefault="007B2329" w:rsidP="007B2329">
      <w:r>
        <w:t>147.4969</w:t>
      </w:r>
      <w:r>
        <w:tab/>
        <w:t>3.038e0</w:t>
      </w:r>
    </w:p>
    <w:p w:rsidR="007B2329" w:rsidRDefault="007B2329" w:rsidP="007B2329">
      <w:r>
        <w:t>147.4983</w:t>
      </w:r>
      <w:r>
        <w:tab/>
        <w:t>2.025e0</w:t>
      </w:r>
    </w:p>
    <w:p w:rsidR="007B2329" w:rsidRDefault="007B2329" w:rsidP="007B2329">
      <w:r>
        <w:lastRenderedPageBreak/>
        <w:t>147.5063</w:t>
      </w:r>
      <w:r>
        <w:tab/>
        <w:t>1.266e-2</w:t>
      </w:r>
    </w:p>
    <w:p w:rsidR="007B2329" w:rsidRDefault="007B2329" w:rsidP="007B2329">
      <w:r>
        <w:t>147.5129</w:t>
      </w:r>
      <w:r>
        <w:tab/>
        <w:t>1.013e0</w:t>
      </w:r>
    </w:p>
    <w:p w:rsidR="007B2329" w:rsidRDefault="007B2329" w:rsidP="007B2329">
      <w:r>
        <w:t>147.5162</w:t>
      </w:r>
      <w:r>
        <w:tab/>
        <w:t>1.266e-2</w:t>
      </w:r>
    </w:p>
    <w:p w:rsidR="007B2329" w:rsidRDefault="007B2329" w:rsidP="007B2329">
      <w:r>
        <w:t>147.5227</w:t>
      </w:r>
      <w:r>
        <w:tab/>
        <w:t>1.013e0</w:t>
      </w:r>
    </w:p>
    <w:p w:rsidR="007B2329" w:rsidRDefault="007B2329" w:rsidP="007B2329">
      <w:r>
        <w:t>147.5327</w:t>
      </w:r>
      <w:r>
        <w:tab/>
        <w:t>1.013e0</w:t>
      </w:r>
    </w:p>
    <w:p w:rsidR="007B2329" w:rsidRDefault="007B2329" w:rsidP="007B2329">
      <w:r>
        <w:t>147.5416</w:t>
      </w:r>
      <w:r>
        <w:tab/>
        <w:t>1.013e0</w:t>
      </w:r>
    </w:p>
    <w:p w:rsidR="007B2329" w:rsidRDefault="007B2329" w:rsidP="007B2329">
      <w:r>
        <w:t>147.5434</w:t>
      </w:r>
      <w:r>
        <w:tab/>
        <w:t>2.025e0</w:t>
      </w:r>
    </w:p>
    <w:p w:rsidR="007B2329" w:rsidRDefault="007B2329" w:rsidP="007B2329">
      <w:r>
        <w:t>147.5449</w:t>
      </w:r>
      <w:r>
        <w:tab/>
        <w:t>1.025e0</w:t>
      </w:r>
    </w:p>
    <w:p w:rsidR="007B2329" w:rsidRDefault="007B2329" w:rsidP="007B2329">
      <w:r>
        <w:t>147.5483</w:t>
      </w:r>
      <w:r>
        <w:tab/>
        <w:t>1.013e0</w:t>
      </w:r>
    </w:p>
    <w:p w:rsidR="007B2329" w:rsidRDefault="007B2329" w:rsidP="007B2329">
      <w:r>
        <w:t>147.5516</w:t>
      </w:r>
      <w:r>
        <w:tab/>
        <w:t>1.013e0</w:t>
      </w:r>
    </w:p>
    <w:p w:rsidR="007B2329" w:rsidRDefault="007B2329" w:rsidP="007B2329">
      <w:r>
        <w:t>147.5549</w:t>
      </w:r>
      <w:r>
        <w:tab/>
        <w:t>1.013e0</w:t>
      </w:r>
    </w:p>
    <w:p w:rsidR="007B2329" w:rsidRDefault="007B2329" w:rsidP="007B2329">
      <w:r>
        <w:t>147.5648</w:t>
      </w:r>
      <w:r>
        <w:tab/>
        <w:t>1.266e-2</w:t>
      </w:r>
    </w:p>
    <w:p w:rsidR="007B2329" w:rsidRDefault="007B2329" w:rsidP="007B2329">
      <w:r>
        <w:t>147.5715</w:t>
      </w:r>
      <w:r>
        <w:tab/>
        <w:t>2.025e0</w:t>
      </w:r>
    </w:p>
    <w:p w:rsidR="007B2329" w:rsidRDefault="007B2329" w:rsidP="007B2329">
      <w:r>
        <w:t>147.5746</w:t>
      </w:r>
      <w:r>
        <w:tab/>
        <w:t>3.038e0</w:t>
      </w:r>
    </w:p>
    <w:p w:rsidR="007B2329" w:rsidRDefault="007B2329" w:rsidP="007B2329">
      <w:r>
        <w:t>147.5789</w:t>
      </w:r>
      <w:r>
        <w:tab/>
        <w:t>2.025e0</w:t>
      </w:r>
    </w:p>
    <w:p w:rsidR="007B2329" w:rsidRDefault="007B2329" w:rsidP="007B2329">
      <w:r>
        <w:t>147.5854</w:t>
      </w:r>
      <w:r>
        <w:tab/>
        <w:t>2.025e0</w:t>
      </w:r>
    </w:p>
    <w:p w:rsidR="007B2329" w:rsidRDefault="007B2329" w:rsidP="007B2329">
      <w:r>
        <w:t>147.5903</w:t>
      </w:r>
      <w:r>
        <w:tab/>
        <w:t>2.025e0</w:t>
      </w:r>
    </w:p>
    <w:p w:rsidR="007B2329" w:rsidRDefault="007B2329" w:rsidP="007B2329">
      <w:r>
        <w:t>147.5986</w:t>
      </w:r>
      <w:r>
        <w:tab/>
        <w:t>2.025e0</w:t>
      </w:r>
    </w:p>
    <w:p w:rsidR="007B2329" w:rsidRDefault="007B2329" w:rsidP="007B2329">
      <w:r>
        <w:t>147.6035</w:t>
      </w:r>
      <w:r>
        <w:tab/>
        <w:t>1.013e0</w:t>
      </w:r>
    </w:p>
    <w:p w:rsidR="007B2329" w:rsidRDefault="007B2329" w:rsidP="007B2329">
      <w:r>
        <w:lastRenderedPageBreak/>
        <w:t>147.6102</w:t>
      </w:r>
      <w:r>
        <w:tab/>
        <w:t>1.013e0</w:t>
      </w:r>
    </w:p>
    <w:p w:rsidR="007B2329" w:rsidRDefault="007B2329" w:rsidP="007B2329">
      <w:r>
        <w:t>147.6133</w:t>
      </w:r>
      <w:r>
        <w:tab/>
        <w:t>1.013e0</w:t>
      </w:r>
    </w:p>
    <w:p w:rsidR="007B2329" w:rsidRDefault="007B2329" w:rsidP="007B2329">
      <w:r>
        <w:t>147.6224</w:t>
      </w:r>
      <w:r>
        <w:tab/>
        <w:t>1.013e0</w:t>
      </w:r>
    </w:p>
    <w:p w:rsidR="007B2329" w:rsidRDefault="007B2329" w:rsidP="007B2329">
      <w:r>
        <w:t>147.6258</w:t>
      </w:r>
      <w:r>
        <w:tab/>
        <w:t>1.266e-2</w:t>
      </w:r>
    </w:p>
    <w:p w:rsidR="007B2329" w:rsidRDefault="007B2329" w:rsidP="007B2329">
      <w:r>
        <w:t>147.6357</w:t>
      </w:r>
      <w:r>
        <w:tab/>
        <w:t>1.013e0</w:t>
      </w:r>
    </w:p>
    <w:p w:rsidR="007B2329" w:rsidRDefault="007B2329" w:rsidP="007B2329">
      <w:r>
        <w:t>147.6455</w:t>
      </w:r>
      <w:r>
        <w:tab/>
        <w:t>2.025e0</w:t>
      </w:r>
    </w:p>
    <w:p w:rsidR="007B2329" w:rsidRDefault="007B2329" w:rsidP="007B2329">
      <w:r>
        <w:t>147.6521</w:t>
      </w:r>
      <w:r>
        <w:tab/>
        <w:t>1.266e-2</w:t>
      </w:r>
    </w:p>
    <w:p w:rsidR="007B2329" w:rsidRDefault="007B2329" w:rsidP="007B2329">
      <w:r>
        <w:t>147.6581</w:t>
      </w:r>
      <w:r>
        <w:tab/>
        <w:t>1.013e0</w:t>
      </w:r>
    </w:p>
    <w:p w:rsidR="007B2329" w:rsidRDefault="007B2329" w:rsidP="007B2329">
      <w:r>
        <w:t>147.6645</w:t>
      </w:r>
      <w:r>
        <w:tab/>
        <w:t>1.013e0</w:t>
      </w:r>
    </w:p>
    <w:p w:rsidR="007B2329" w:rsidRDefault="007B2329" w:rsidP="007B2329">
      <w:r>
        <w:t>147.6702</w:t>
      </w:r>
      <w:r>
        <w:tab/>
        <w:t>3.038e0</w:t>
      </w:r>
    </w:p>
    <w:p w:rsidR="007B2329" w:rsidRDefault="007B2329" w:rsidP="007B2329">
      <w:r>
        <w:t>147.6968</w:t>
      </w:r>
      <w:r>
        <w:tab/>
        <w:t>4.051e0</w:t>
      </w:r>
    </w:p>
    <w:p w:rsidR="007B2329" w:rsidRDefault="007B2329" w:rsidP="007B2329">
      <w:r>
        <w:t>147.7098</w:t>
      </w:r>
      <w:r>
        <w:tab/>
        <w:t>1.013e0</w:t>
      </w:r>
    </w:p>
    <w:p w:rsidR="007B2329" w:rsidRDefault="007B2329" w:rsidP="007B2329">
      <w:r>
        <w:t>147.7132</w:t>
      </w:r>
      <w:r>
        <w:tab/>
        <w:t>1.013e0</w:t>
      </w:r>
    </w:p>
    <w:p w:rsidR="007B2329" w:rsidRDefault="007B2329" w:rsidP="007B2329">
      <w:r>
        <w:t>147.7164</w:t>
      </w:r>
      <w:r>
        <w:tab/>
        <w:t>2.025e0</w:t>
      </w:r>
    </w:p>
    <w:p w:rsidR="007B2329" w:rsidRDefault="007B2329" w:rsidP="007B2329">
      <w:r>
        <w:t>147.7230</w:t>
      </w:r>
      <w:r>
        <w:tab/>
        <w:t>2.025e0</w:t>
      </w:r>
    </w:p>
    <w:p w:rsidR="007B2329" w:rsidRDefault="007B2329" w:rsidP="007B2329">
      <w:r>
        <w:t>147.7297</w:t>
      </w:r>
      <w:r>
        <w:tab/>
        <w:t>1.013e0</w:t>
      </w:r>
    </w:p>
    <w:p w:rsidR="007B2329" w:rsidRDefault="007B2329" w:rsidP="007B2329">
      <w:r>
        <w:t>147.7387</w:t>
      </w:r>
      <w:r>
        <w:tab/>
        <w:t>1.013e0</w:t>
      </w:r>
    </w:p>
    <w:p w:rsidR="007B2329" w:rsidRDefault="007B2329" w:rsidP="007B2329">
      <w:r>
        <w:t>147.7486</w:t>
      </w:r>
      <w:r>
        <w:tab/>
        <w:t>1.013e0</w:t>
      </w:r>
    </w:p>
    <w:p w:rsidR="007B2329" w:rsidRDefault="007B2329" w:rsidP="007B2329">
      <w:r>
        <w:t>147.7519</w:t>
      </w:r>
      <w:r>
        <w:tab/>
        <w:t>1.266e-2</w:t>
      </w:r>
    </w:p>
    <w:p w:rsidR="007B2329" w:rsidRDefault="007B2329" w:rsidP="007B2329">
      <w:r>
        <w:lastRenderedPageBreak/>
        <w:t>147.7535</w:t>
      </w:r>
      <w:r>
        <w:tab/>
        <w:t>2.025e0</w:t>
      </w:r>
    </w:p>
    <w:p w:rsidR="007B2329" w:rsidRDefault="007B2329" w:rsidP="007B2329">
      <w:r>
        <w:t>147.7552</w:t>
      </w:r>
      <w:r>
        <w:tab/>
        <w:t>1.013e0</w:t>
      </w:r>
    </w:p>
    <w:p w:rsidR="007B2329" w:rsidRDefault="007B2329" w:rsidP="007B2329">
      <w:r>
        <w:t>147.7807</w:t>
      </w:r>
      <w:r>
        <w:tab/>
        <w:t>1.013e0</w:t>
      </w:r>
    </w:p>
    <w:p w:rsidR="007B2329" w:rsidRDefault="007B2329" w:rsidP="007B2329">
      <w:r>
        <w:t>147.7906</w:t>
      </w:r>
      <w:r>
        <w:tab/>
        <w:t>1.013e0</w:t>
      </w:r>
    </w:p>
    <w:p w:rsidR="007B2329" w:rsidRDefault="007B2329" w:rsidP="007B2329">
      <w:r>
        <w:t>147.8038</w:t>
      </w:r>
      <w:r>
        <w:tab/>
        <w:t>1.025e0</w:t>
      </w:r>
    </w:p>
    <w:p w:rsidR="007B2329" w:rsidRDefault="007B2329" w:rsidP="007B2329">
      <w:r>
        <w:t>147.8164</w:t>
      </w:r>
      <w:r>
        <w:tab/>
        <w:t>2.038e0</w:t>
      </w:r>
    </w:p>
    <w:p w:rsidR="007B2329" w:rsidRDefault="007B2329" w:rsidP="007B2329">
      <w:r>
        <w:t>147.8225</w:t>
      </w:r>
      <w:r>
        <w:tab/>
        <w:t>3.038e0</w:t>
      </w:r>
    </w:p>
    <w:p w:rsidR="007B2329" w:rsidRDefault="007B2329" w:rsidP="007B2329">
      <w:r>
        <w:t>147.8310</w:t>
      </w:r>
      <w:r>
        <w:tab/>
        <w:t>2.025e0</w:t>
      </w:r>
    </w:p>
    <w:p w:rsidR="007B2329" w:rsidRDefault="007B2329" w:rsidP="007B2329">
      <w:r>
        <w:t>147.8492</w:t>
      </w:r>
      <w:r>
        <w:tab/>
        <w:t>1.013e0</w:t>
      </w:r>
    </w:p>
    <w:p w:rsidR="007B2329" w:rsidRDefault="007B2329" w:rsidP="007B2329">
      <w:r>
        <w:t>147.8522</w:t>
      </w:r>
      <w:r>
        <w:tab/>
        <w:t>1.025e0</w:t>
      </w:r>
    </w:p>
    <w:p w:rsidR="007B2329" w:rsidRDefault="007B2329" w:rsidP="007B2329">
      <w:r>
        <w:t>147.8582</w:t>
      </w:r>
      <w:r>
        <w:tab/>
        <w:t>1.013e0</w:t>
      </w:r>
    </w:p>
    <w:p w:rsidR="007B2329" w:rsidRDefault="007B2329" w:rsidP="007B2329">
      <w:r>
        <w:t>147.8680</w:t>
      </w:r>
      <w:r>
        <w:tab/>
        <w:t>5.063e0</w:t>
      </w:r>
    </w:p>
    <w:p w:rsidR="007B2329" w:rsidRDefault="007B2329" w:rsidP="007B2329">
      <w:r>
        <w:t>147.8780</w:t>
      </w:r>
      <w:r>
        <w:tab/>
        <w:t>1.013e0</w:t>
      </w:r>
    </w:p>
    <w:p w:rsidR="007B2329" w:rsidRDefault="007B2329" w:rsidP="007B2329">
      <w:r>
        <w:t>147.8941</w:t>
      </w:r>
      <w:r>
        <w:tab/>
        <w:t>1.013e0</w:t>
      </w:r>
    </w:p>
    <w:p w:rsidR="007B2329" w:rsidRDefault="007B2329" w:rsidP="007B2329">
      <w:r>
        <w:t>147.8987</w:t>
      </w:r>
      <w:r>
        <w:tab/>
        <w:t>2.025e0</w:t>
      </w:r>
    </w:p>
    <w:p w:rsidR="007B2329" w:rsidRDefault="007B2329" w:rsidP="007B2329">
      <w:r>
        <w:t>147.9002</w:t>
      </w:r>
      <w:r>
        <w:tab/>
        <w:t>1.013e0</w:t>
      </w:r>
    </w:p>
    <w:p w:rsidR="007B2329" w:rsidRDefault="007B2329" w:rsidP="007B2329">
      <w:r>
        <w:t>147.9036</w:t>
      </w:r>
      <w:r>
        <w:tab/>
        <w:t>1.013e0</w:t>
      </w:r>
    </w:p>
    <w:p w:rsidR="007B2329" w:rsidRDefault="007B2329" w:rsidP="007B2329">
      <w:r>
        <w:t>147.9102</w:t>
      </w:r>
      <w:r>
        <w:tab/>
        <w:t>1.013e0</w:t>
      </w:r>
    </w:p>
    <w:p w:rsidR="007B2329" w:rsidRDefault="007B2329" w:rsidP="007B2329">
      <w:r>
        <w:t>147.9201</w:t>
      </w:r>
      <w:r>
        <w:tab/>
        <w:t>2.025e0</w:t>
      </w:r>
    </w:p>
    <w:p w:rsidR="007B2329" w:rsidRDefault="007B2329" w:rsidP="007B2329">
      <w:r>
        <w:lastRenderedPageBreak/>
        <w:t>147.9300</w:t>
      </w:r>
      <w:r>
        <w:tab/>
        <w:t>1.013e0</w:t>
      </w:r>
    </w:p>
    <w:p w:rsidR="007B2329" w:rsidRDefault="007B2329" w:rsidP="007B2329">
      <w:r>
        <w:t>147.9390</w:t>
      </w:r>
      <w:r>
        <w:tab/>
        <w:t>1.013e0</w:t>
      </w:r>
    </w:p>
    <w:p w:rsidR="007B2329" w:rsidRDefault="007B2329" w:rsidP="007B2329">
      <w:r>
        <w:t>147.9457</w:t>
      </w:r>
      <w:r>
        <w:tab/>
        <w:t>1.013e0</w:t>
      </w:r>
    </w:p>
    <w:p w:rsidR="007B2329" w:rsidRDefault="007B2329" w:rsidP="007B2329">
      <w:r>
        <w:t>147.9516</w:t>
      </w:r>
      <w:r>
        <w:tab/>
        <w:t>4.051e0</w:t>
      </w:r>
    </w:p>
    <w:p w:rsidR="007B2329" w:rsidRDefault="007B2329" w:rsidP="007B2329">
      <w:r>
        <w:t>147.9747</w:t>
      </w:r>
      <w:r>
        <w:tab/>
        <w:t>2.025e0</w:t>
      </w:r>
    </w:p>
    <w:p w:rsidR="007B2329" w:rsidRDefault="007B2329" w:rsidP="007B2329">
      <w:r>
        <w:t>147.9792</w:t>
      </w:r>
      <w:r>
        <w:tab/>
        <w:t>2.025e0</w:t>
      </w:r>
    </w:p>
    <w:p w:rsidR="007B2329" w:rsidRDefault="007B2329" w:rsidP="007B2329">
      <w:r>
        <w:t>147.9976</w:t>
      </w:r>
      <w:r>
        <w:tab/>
        <w:t>2.025e0</w:t>
      </w:r>
    </w:p>
    <w:p w:rsidR="007B2329" w:rsidRDefault="007B2329" w:rsidP="007B2329">
      <w:r>
        <w:t>148.0043</w:t>
      </w:r>
      <w:r>
        <w:tab/>
        <w:t>1.266e-2</w:t>
      </w:r>
    </w:p>
    <w:p w:rsidR="007B2329" w:rsidRDefault="007B2329" w:rsidP="007B2329">
      <w:r>
        <w:t>148.0137</w:t>
      </w:r>
      <w:r>
        <w:tab/>
        <w:t>1.025e0</w:t>
      </w:r>
    </w:p>
    <w:p w:rsidR="007B2329" w:rsidRDefault="007B2329" w:rsidP="007B2329">
      <w:r>
        <w:t>148.0167</w:t>
      </w:r>
      <w:r>
        <w:tab/>
        <w:t>1.013e0</w:t>
      </w:r>
    </w:p>
    <w:p w:rsidR="007B2329" w:rsidRDefault="007B2329" w:rsidP="007B2329">
      <w:r>
        <w:t>148.0265</w:t>
      </w:r>
      <w:r>
        <w:tab/>
        <w:t>1.266e-2</w:t>
      </w:r>
    </w:p>
    <w:p w:rsidR="007B2329" w:rsidRDefault="007B2329" w:rsidP="007B2329">
      <w:r>
        <w:t>148.0298</w:t>
      </w:r>
      <w:r>
        <w:tab/>
        <w:t>2.532e-2</w:t>
      </w:r>
    </w:p>
    <w:p w:rsidR="007B2329" w:rsidRDefault="007B2329" w:rsidP="007B2329">
      <w:r>
        <w:t>148.0315</w:t>
      </w:r>
      <w:r>
        <w:tab/>
        <w:t>4.051e0</w:t>
      </w:r>
    </w:p>
    <w:p w:rsidR="007B2329" w:rsidRDefault="007B2329" w:rsidP="007B2329">
      <w:r>
        <w:t>148.0381</w:t>
      </w:r>
      <w:r>
        <w:tab/>
        <w:t>2.532e-2</w:t>
      </w:r>
    </w:p>
    <w:p w:rsidR="007B2329" w:rsidRDefault="007B2329" w:rsidP="007B2329">
      <w:r>
        <w:t>148.0430</w:t>
      </w:r>
      <w:r>
        <w:tab/>
        <w:t>2.025e0</w:t>
      </w:r>
    </w:p>
    <w:p w:rsidR="007B2329" w:rsidRDefault="007B2329" w:rsidP="007B2329">
      <w:r>
        <w:t>148.0464</w:t>
      </w:r>
      <w:r>
        <w:tab/>
        <w:t>1.013e0</w:t>
      </w:r>
    </w:p>
    <w:p w:rsidR="007B2329" w:rsidRDefault="007B2329" w:rsidP="007B2329">
      <w:r>
        <w:t>148.0526</w:t>
      </w:r>
      <w:r>
        <w:tab/>
        <w:t>3.038e0</w:t>
      </w:r>
    </w:p>
    <w:p w:rsidR="007B2329" w:rsidRDefault="007B2329" w:rsidP="007B2329">
      <w:r>
        <w:t>148.0556</w:t>
      </w:r>
      <w:r>
        <w:tab/>
        <w:t>1.266e-2</w:t>
      </w:r>
    </w:p>
    <w:p w:rsidR="007B2329" w:rsidRDefault="007B2329" w:rsidP="007B2329">
      <w:r>
        <w:t>148.0587</w:t>
      </w:r>
      <w:r>
        <w:tab/>
        <w:t>1.013e0</w:t>
      </w:r>
    </w:p>
    <w:p w:rsidR="007B2329" w:rsidRDefault="007B2329" w:rsidP="007B2329">
      <w:r>
        <w:lastRenderedPageBreak/>
        <w:t>148.0620</w:t>
      </w:r>
      <w:r>
        <w:tab/>
        <w:t>3.051e0</w:t>
      </w:r>
    </w:p>
    <w:p w:rsidR="007B2329" w:rsidRDefault="007B2329" w:rsidP="007B2329">
      <w:r>
        <w:t>148.0720</w:t>
      </w:r>
      <w:r>
        <w:tab/>
        <w:t>1.013e0</w:t>
      </w:r>
    </w:p>
    <w:p w:rsidR="007B2329" w:rsidRDefault="007B2329" w:rsidP="007B2329">
      <w:r>
        <w:t>148.0911</w:t>
      </w:r>
      <w:r>
        <w:tab/>
        <w:t>8.101e0</w:t>
      </w:r>
    </w:p>
    <w:p w:rsidR="007B2329" w:rsidRDefault="007B2329" w:rsidP="007B2329">
      <w:r>
        <w:t>148.0934</w:t>
      </w:r>
      <w:r>
        <w:tab/>
        <w:t>5.089e0</w:t>
      </w:r>
    </w:p>
    <w:p w:rsidR="007B2329" w:rsidRDefault="007B2329" w:rsidP="007B2329">
      <w:r>
        <w:t>148.0961</w:t>
      </w:r>
      <w:r>
        <w:tab/>
        <w:t>2.532e-2</w:t>
      </w:r>
    </w:p>
    <w:p w:rsidR="007B2329" w:rsidRDefault="007B2329" w:rsidP="007B2329">
      <w:r>
        <w:t>148.0988</w:t>
      </w:r>
      <w:r>
        <w:tab/>
        <w:t>2.025e0</w:t>
      </w:r>
    </w:p>
    <w:p w:rsidR="007B2329" w:rsidRDefault="007B2329" w:rsidP="007B2329">
      <w:r>
        <w:t>148.1145</w:t>
      </w:r>
      <w:r>
        <w:tab/>
        <w:t>5.063e0</w:t>
      </w:r>
    </w:p>
    <w:p w:rsidR="007B2329" w:rsidRDefault="007B2329" w:rsidP="007B2329">
      <w:r>
        <w:t>148.1172</w:t>
      </w:r>
      <w:r>
        <w:tab/>
        <w:t>3.038e0</w:t>
      </w:r>
    </w:p>
    <w:p w:rsidR="007B2329" w:rsidRDefault="007B2329" w:rsidP="007B2329">
      <w:r>
        <w:t>148.1205</w:t>
      </w:r>
      <w:r>
        <w:tab/>
        <w:t>1.013e0</w:t>
      </w:r>
    </w:p>
    <w:p w:rsidR="007B2329" w:rsidRDefault="007B2329" w:rsidP="007B2329">
      <w:r>
        <w:t>148.1239</w:t>
      </w:r>
      <w:r>
        <w:tab/>
        <w:t>1.266e-2</w:t>
      </w:r>
    </w:p>
    <w:p w:rsidR="007B2329" w:rsidRDefault="007B2329" w:rsidP="007B2329">
      <w:r>
        <w:t>148.1445</w:t>
      </w:r>
      <w:r>
        <w:tab/>
        <w:t>2.025e0</w:t>
      </w:r>
    </w:p>
    <w:p w:rsidR="007B2329" w:rsidRDefault="007B2329" w:rsidP="007B2329">
      <w:r>
        <w:t>148.1461</w:t>
      </w:r>
      <w:r>
        <w:tab/>
        <w:t>1.266e-2</w:t>
      </w:r>
    </w:p>
    <w:p w:rsidR="007B2329" w:rsidRDefault="007B2329" w:rsidP="007B2329">
      <w:r>
        <w:t>148.1593</w:t>
      </w:r>
      <w:r>
        <w:tab/>
        <w:t>3.038e0</w:t>
      </w:r>
    </w:p>
    <w:p w:rsidR="007B2329" w:rsidRDefault="007B2329" w:rsidP="007B2329">
      <w:r>
        <w:t>148.1610</w:t>
      </w:r>
      <w:r>
        <w:tab/>
        <w:t>2.025e0</w:t>
      </w:r>
    </w:p>
    <w:p w:rsidR="007B2329" w:rsidRDefault="007B2329" w:rsidP="007B2329">
      <w:r>
        <w:t>148.1660</w:t>
      </w:r>
      <w:r>
        <w:tab/>
        <w:t>1.266e-2</w:t>
      </w:r>
    </w:p>
    <w:p w:rsidR="007B2329" w:rsidRDefault="007B2329" w:rsidP="007B2329">
      <w:r>
        <w:t>148.1694</w:t>
      </w:r>
      <w:r>
        <w:tab/>
        <w:t>1.013e0</w:t>
      </w:r>
    </w:p>
    <w:p w:rsidR="007B2329" w:rsidRDefault="007B2329" w:rsidP="007B2329">
      <w:r>
        <w:t>148.1754</w:t>
      </w:r>
      <w:r>
        <w:tab/>
        <w:t>1.013e0</w:t>
      </w:r>
    </w:p>
    <w:p w:rsidR="007B2329" w:rsidRDefault="007B2329" w:rsidP="007B2329">
      <w:r>
        <w:t>148.1800</w:t>
      </w:r>
      <w:r>
        <w:tab/>
        <w:t>2.025e0</w:t>
      </w:r>
    </w:p>
    <w:p w:rsidR="007B2329" w:rsidRDefault="007B2329" w:rsidP="007B2329">
      <w:r>
        <w:t>148.2173</w:t>
      </w:r>
      <w:r>
        <w:tab/>
        <w:t>1.013e0</w:t>
      </w:r>
    </w:p>
    <w:p w:rsidR="007B2329" w:rsidRDefault="007B2329" w:rsidP="007B2329">
      <w:r>
        <w:lastRenderedPageBreak/>
        <w:t>148.2204</w:t>
      </w:r>
      <w:r>
        <w:tab/>
        <w:t>1.013e0</w:t>
      </w:r>
    </w:p>
    <w:p w:rsidR="007B2329" w:rsidRDefault="007B2329" w:rsidP="007B2329">
      <w:r>
        <w:t>148.2237</w:t>
      </w:r>
      <w:r>
        <w:tab/>
        <w:t>1.013e0</w:t>
      </w:r>
    </w:p>
    <w:p w:rsidR="007B2329" w:rsidRDefault="007B2329" w:rsidP="007B2329">
      <w:r>
        <w:t>148.2253</w:t>
      </w:r>
      <w:r>
        <w:tab/>
        <w:t>1.025e0</w:t>
      </w:r>
    </w:p>
    <w:p w:rsidR="007B2329" w:rsidRDefault="007B2329" w:rsidP="007B2329">
      <w:r>
        <w:t>148.2403</w:t>
      </w:r>
      <w:r>
        <w:tab/>
        <w:t>1.013e0</w:t>
      </w:r>
    </w:p>
    <w:p w:rsidR="007B2329" w:rsidRDefault="007B2329" w:rsidP="007B2329">
      <w:r>
        <w:t>148.2417</w:t>
      </w:r>
      <w:r>
        <w:tab/>
        <w:t>2.038e0</w:t>
      </w:r>
    </w:p>
    <w:p w:rsidR="007B2329" w:rsidRDefault="007B2329" w:rsidP="007B2329">
      <w:r>
        <w:t>148.2547</w:t>
      </w:r>
      <w:r>
        <w:tab/>
        <w:t>1.025e0</w:t>
      </w:r>
    </w:p>
    <w:p w:rsidR="007B2329" w:rsidRDefault="007B2329" w:rsidP="007B2329">
      <w:r>
        <w:t>148.2562</w:t>
      </w:r>
      <w:r>
        <w:tab/>
        <w:t>1.013e0</w:t>
      </w:r>
    </w:p>
    <w:p w:rsidR="007B2329" w:rsidRDefault="007B2329" w:rsidP="007B2329">
      <w:r>
        <w:t>148.2625</w:t>
      </w:r>
      <w:r>
        <w:tab/>
        <w:t>1.013e0</w:t>
      </w:r>
    </w:p>
    <w:p w:rsidR="007B2329" w:rsidRDefault="007B2329" w:rsidP="007B2329">
      <w:r>
        <w:t>148.2658</w:t>
      </w:r>
      <w:r>
        <w:tab/>
        <w:t>2.051e0</w:t>
      </w:r>
    </w:p>
    <w:p w:rsidR="007B2329" w:rsidRDefault="007B2329" w:rsidP="007B2329">
      <w:r>
        <w:t>148.2725</w:t>
      </w:r>
      <w:r>
        <w:tab/>
        <w:t>1.013e0</w:t>
      </w:r>
    </w:p>
    <w:p w:rsidR="007B2329" w:rsidRDefault="007B2329" w:rsidP="007B2329">
      <w:r>
        <w:t>148.2824</w:t>
      </w:r>
      <w:r>
        <w:tab/>
        <w:t>1.266e-2</w:t>
      </w:r>
    </w:p>
    <w:p w:rsidR="007B2329" w:rsidRDefault="007B2329" w:rsidP="007B2329">
      <w:r>
        <w:t>148.2891</w:t>
      </w:r>
      <w:r>
        <w:tab/>
        <w:t>1.013e0</w:t>
      </w:r>
    </w:p>
    <w:p w:rsidR="007B2329" w:rsidRDefault="007B2329" w:rsidP="007B2329">
      <w:r>
        <w:t>148.2922</w:t>
      </w:r>
      <w:r>
        <w:tab/>
        <w:t>1.013e0</w:t>
      </w:r>
    </w:p>
    <w:p w:rsidR="007B2329" w:rsidRDefault="007B2329" w:rsidP="007B2329">
      <w:r>
        <w:t>148.2952</w:t>
      </w:r>
      <w:r>
        <w:tab/>
        <w:t>1.266e-2</w:t>
      </w:r>
    </w:p>
    <w:p w:rsidR="007B2329" w:rsidRDefault="007B2329" w:rsidP="007B2329">
      <w:r>
        <w:t>148.2982</w:t>
      </w:r>
      <w:r>
        <w:tab/>
        <w:t>1.013e0</w:t>
      </w:r>
    </w:p>
    <w:p w:rsidR="007B2329" w:rsidRDefault="007B2329" w:rsidP="007B2329">
      <w:r>
        <w:t>148.3046</w:t>
      </w:r>
      <w:r>
        <w:tab/>
        <w:t>1.013e0</w:t>
      </w:r>
    </w:p>
    <w:p w:rsidR="007B2329" w:rsidRDefault="007B2329" w:rsidP="007B2329">
      <w:r>
        <w:t>148.3096</w:t>
      </w:r>
      <w:r>
        <w:tab/>
        <w:t>2.025e0</w:t>
      </w:r>
    </w:p>
    <w:p w:rsidR="007B2329" w:rsidRDefault="007B2329" w:rsidP="007B2329">
      <w:r>
        <w:t>148.3155</w:t>
      </w:r>
      <w:r>
        <w:tab/>
        <w:t>3.038e0</w:t>
      </w:r>
    </w:p>
    <w:p w:rsidR="007B2329" w:rsidRDefault="007B2329" w:rsidP="007B2329">
      <w:r>
        <w:t>148.3178</w:t>
      </w:r>
      <w:r>
        <w:tab/>
        <w:t>1.013e0</w:t>
      </w:r>
    </w:p>
    <w:p w:rsidR="007B2329" w:rsidRDefault="007B2329" w:rsidP="007B2329">
      <w:r>
        <w:lastRenderedPageBreak/>
        <w:t>148.3212</w:t>
      </w:r>
      <w:r>
        <w:tab/>
        <w:t>1.266e-2</w:t>
      </w:r>
    </w:p>
    <w:p w:rsidR="007B2329" w:rsidRDefault="007B2329" w:rsidP="007B2329">
      <w:r>
        <w:t>148.3311</w:t>
      </w:r>
      <w:r>
        <w:tab/>
        <w:t>1.013e0</w:t>
      </w:r>
    </w:p>
    <w:p w:rsidR="007B2329" w:rsidRDefault="007B2329" w:rsidP="007B2329">
      <w:r>
        <w:t>148.3401</w:t>
      </w:r>
      <w:r>
        <w:tab/>
        <w:t>2.025e0</w:t>
      </w:r>
    </w:p>
    <w:p w:rsidR="007B2329" w:rsidRDefault="007B2329" w:rsidP="007B2329">
      <w:r>
        <w:t>148.3567</w:t>
      </w:r>
      <w:r>
        <w:tab/>
        <w:t>1.013e0</w:t>
      </w:r>
    </w:p>
    <w:p w:rsidR="007B2329" w:rsidRDefault="007B2329" w:rsidP="007B2329">
      <w:r>
        <w:t>148.3600</w:t>
      </w:r>
      <w:r>
        <w:tab/>
        <w:t>4.051e0</w:t>
      </w:r>
    </w:p>
    <w:p w:rsidR="007B2329" w:rsidRDefault="007B2329" w:rsidP="007B2329">
      <w:r>
        <w:t>148.3663</w:t>
      </w:r>
      <w:r>
        <w:tab/>
        <w:t>4.051e0</w:t>
      </w:r>
    </w:p>
    <w:p w:rsidR="007B2329" w:rsidRDefault="007B2329" w:rsidP="007B2329">
      <w:r>
        <w:t>148.3691</w:t>
      </w:r>
      <w:r>
        <w:tab/>
        <w:t>3.038e0</w:t>
      </w:r>
    </w:p>
    <w:p w:rsidR="007B2329" w:rsidRDefault="007B2329" w:rsidP="007B2329">
      <w:r>
        <w:t>148.3856</w:t>
      </w:r>
      <w:r>
        <w:tab/>
        <w:t>1.013e0</w:t>
      </w:r>
    </w:p>
    <w:p w:rsidR="007B2329" w:rsidRDefault="007B2329" w:rsidP="007B2329">
      <w:r>
        <w:t>148.3955</w:t>
      </w:r>
      <w:r>
        <w:tab/>
        <w:t>1.013e0</w:t>
      </w:r>
    </w:p>
    <w:p w:rsidR="007B2329" w:rsidRDefault="007B2329" w:rsidP="007B2329">
      <w:r>
        <w:t>148.4121</w:t>
      </w:r>
      <w:r>
        <w:tab/>
        <w:t>1.013e0</w:t>
      </w:r>
    </w:p>
    <w:p w:rsidR="007B2329" w:rsidRDefault="007B2329" w:rsidP="007B2329">
      <w:r>
        <w:t>148.4193</w:t>
      </w:r>
      <w:r>
        <w:tab/>
        <w:t>1.025e0</w:t>
      </w:r>
    </w:p>
    <w:p w:rsidR="007B2329" w:rsidRDefault="007B2329" w:rsidP="007B2329">
      <w:r>
        <w:t>148.4244</w:t>
      </w:r>
      <w:r>
        <w:tab/>
        <w:t>1.013e0</w:t>
      </w:r>
    </w:p>
    <w:p w:rsidR="007B2329" w:rsidRDefault="007B2329" w:rsidP="007B2329">
      <w:r>
        <w:t>148.4285</w:t>
      </w:r>
      <w:r>
        <w:tab/>
        <w:t>3.038e0</w:t>
      </w:r>
    </w:p>
    <w:p w:rsidR="007B2329" w:rsidRDefault="007B2329" w:rsidP="007B2329">
      <w:r>
        <w:t>148.4541</w:t>
      </w:r>
      <w:r>
        <w:tab/>
        <w:t>1.013e0</w:t>
      </w:r>
    </w:p>
    <w:p w:rsidR="007B2329" w:rsidRDefault="007B2329" w:rsidP="007B2329">
      <w:r>
        <w:t>148.4601</w:t>
      </w:r>
      <w:r>
        <w:tab/>
        <w:t>2.025e0</w:t>
      </w:r>
    </w:p>
    <w:p w:rsidR="007B2329" w:rsidRDefault="007B2329" w:rsidP="007B2329">
      <w:r>
        <w:t>148.4631</w:t>
      </w:r>
      <w:r>
        <w:tab/>
        <w:t>1.025e0</w:t>
      </w:r>
    </w:p>
    <w:p w:rsidR="007B2329" w:rsidRDefault="007B2329" w:rsidP="007B2329">
      <w:r>
        <w:t>148.4665</w:t>
      </w:r>
      <w:r>
        <w:tab/>
        <w:t>1.013e0</w:t>
      </w:r>
    </w:p>
    <w:p w:rsidR="007B2329" w:rsidRDefault="007B2329" w:rsidP="007B2329">
      <w:r>
        <w:t>148.4797</w:t>
      </w:r>
      <w:r>
        <w:tab/>
        <w:t>1.013e0</w:t>
      </w:r>
    </w:p>
    <w:p w:rsidR="007B2329" w:rsidRDefault="007B2329" w:rsidP="007B2329">
      <w:r>
        <w:t>148.4897</w:t>
      </w:r>
      <w:r>
        <w:tab/>
        <w:t>1.013e0</w:t>
      </w:r>
    </w:p>
    <w:p w:rsidR="007B2329" w:rsidRDefault="007B2329" w:rsidP="007B2329">
      <w:r>
        <w:lastRenderedPageBreak/>
        <w:t>148.4911</w:t>
      </w:r>
      <w:r>
        <w:tab/>
        <w:t>3.038e0</w:t>
      </w:r>
    </w:p>
    <w:p w:rsidR="007B2329" w:rsidRDefault="007B2329" w:rsidP="007B2329">
      <w:r>
        <w:t>148.5153</w:t>
      </w:r>
      <w:r>
        <w:tab/>
        <w:t>2.051e0</w:t>
      </w:r>
    </w:p>
    <w:p w:rsidR="007B2329" w:rsidRDefault="007B2329" w:rsidP="007B2329">
      <w:r>
        <w:t>148.5219</w:t>
      </w:r>
      <w:r>
        <w:tab/>
        <w:t>1.013e0</w:t>
      </w:r>
    </w:p>
    <w:p w:rsidR="007B2329" w:rsidRDefault="007B2329" w:rsidP="007B2329">
      <w:r>
        <w:t>148.5236</w:t>
      </w:r>
      <w:r>
        <w:tab/>
        <w:t>5.063e0</w:t>
      </w:r>
    </w:p>
    <w:p w:rsidR="007B2329" w:rsidRDefault="007B2329" w:rsidP="007B2329">
      <w:r>
        <w:t>148.5252</w:t>
      </w:r>
      <w:r>
        <w:tab/>
        <w:t>1.266e-2</w:t>
      </w:r>
    </w:p>
    <w:p w:rsidR="007B2329" w:rsidRDefault="007B2329" w:rsidP="007B2329">
      <w:r>
        <w:t>148.5309</w:t>
      </w:r>
      <w:r>
        <w:tab/>
        <w:t>3.038e0</w:t>
      </w:r>
    </w:p>
    <w:p w:rsidR="007B2329" w:rsidRDefault="007B2329" w:rsidP="007B2329">
      <w:r>
        <w:t>148.5411</w:t>
      </w:r>
      <w:r>
        <w:tab/>
        <w:t>1.013e0</w:t>
      </w:r>
    </w:p>
    <w:p w:rsidR="007B2329" w:rsidRDefault="007B2329" w:rsidP="007B2329">
      <w:r>
        <w:t>148.5426</w:t>
      </w:r>
      <w:r>
        <w:tab/>
        <w:t>2.025e0</w:t>
      </w:r>
    </w:p>
    <w:p w:rsidR="007B2329" w:rsidRDefault="007B2329" w:rsidP="007B2329">
      <w:r>
        <w:t>148.5474</w:t>
      </w:r>
      <w:r>
        <w:tab/>
        <w:t>3.038e0</w:t>
      </w:r>
    </w:p>
    <w:p w:rsidR="007B2329" w:rsidRDefault="007B2329" w:rsidP="007B2329">
      <w:r>
        <w:t>148.5524</w:t>
      </w:r>
      <w:r>
        <w:tab/>
        <w:t>2.025e0</w:t>
      </w:r>
    </w:p>
    <w:p w:rsidR="007B2329" w:rsidRDefault="007B2329" w:rsidP="007B2329">
      <w:r>
        <w:t>148.5657</w:t>
      </w:r>
      <w:r>
        <w:tab/>
        <w:t>1.025e0</w:t>
      </w:r>
    </w:p>
    <w:p w:rsidR="007B2329" w:rsidRDefault="007B2329" w:rsidP="007B2329">
      <w:r>
        <w:t>148.5741</w:t>
      </w:r>
      <w:r>
        <w:tab/>
        <w:t>1.013e0</w:t>
      </w:r>
    </w:p>
    <w:p w:rsidR="007B2329" w:rsidRDefault="007B2329" w:rsidP="007B2329">
      <w:r>
        <w:t>148.5801</w:t>
      </w:r>
      <w:r>
        <w:tab/>
        <w:t>1.013e0</w:t>
      </w:r>
    </w:p>
    <w:p w:rsidR="007B2329" w:rsidRDefault="007B2329" w:rsidP="007B2329">
      <w:r>
        <w:t>148.5844</w:t>
      </w:r>
      <w:r>
        <w:tab/>
        <w:t>1.025e0</w:t>
      </w:r>
    </w:p>
    <w:p w:rsidR="007B2329" w:rsidRDefault="007B2329" w:rsidP="007B2329">
      <w:r>
        <w:t>148.5929</w:t>
      </w:r>
      <w:r>
        <w:tab/>
        <w:t>1.038e0</w:t>
      </w:r>
    </w:p>
    <w:p w:rsidR="007B2329" w:rsidRDefault="007B2329" w:rsidP="007B2329">
      <w:r>
        <w:t>148.5996</w:t>
      </w:r>
      <w:r>
        <w:tab/>
        <w:t>1.013e0</w:t>
      </w:r>
    </w:p>
    <w:p w:rsidR="007B2329" w:rsidRDefault="007B2329" w:rsidP="007B2329">
      <w:r>
        <w:t>148.6028</w:t>
      </w:r>
      <w:r>
        <w:tab/>
        <w:t>1.266e-2</w:t>
      </w:r>
    </w:p>
    <w:p w:rsidR="007B2329" w:rsidRDefault="007B2329" w:rsidP="007B2329">
      <w:r>
        <w:t>148.6062</w:t>
      </w:r>
      <w:r>
        <w:tab/>
        <w:t>1.266e-2</w:t>
      </w:r>
    </w:p>
    <w:p w:rsidR="007B2329" w:rsidRDefault="007B2329" w:rsidP="007B2329">
      <w:r>
        <w:t>148.6284</w:t>
      </w:r>
      <w:r>
        <w:tab/>
        <w:t>1.013e0</w:t>
      </w:r>
    </w:p>
    <w:p w:rsidR="007B2329" w:rsidRDefault="007B2329" w:rsidP="007B2329">
      <w:r>
        <w:lastRenderedPageBreak/>
        <w:t>148.6318</w:t>
      </w:r>
      <w:r>
        <w:tab/>
        <w:t>1.266e-2</w:t>
      </w:r>
    </w:p>
    <w:p w:rsidR="007B2329" w:rsidRDefault="007B2329" w:rsidP="007B2329">
      <w:r>
        <w:t>148.6467</w:t>
      </w:r>
      <w:r>
        <w:tab/>
        <w:t>2.025e0</w:t>
      </w:r>
    </w:p>
    <w:p w:rsidR="007B2329" w:rsidRDefault="007B2329" w:rsidP="007B2329">
      <w:r>
        <w:t>148.6483</w:t>
      </w:r>
      <w:r>
        <w:tab/>
        <w:t>1.266e-2</w:t>
      </w:r>
    </w:p>
    <w:p w:rsidR="007B2329" w:rsidRDefault="007B2329" w:rsidP="007B2329">
      <w:r>
        <w:t>148.6550</w:t>
      </w:r>
      <w:r>
        <w:tab/>
        <w:t>1.013e0</w:t>
      </w:r>
    </w:p>
    <w:p w:rsidR="007B2329" w:rsidRDefault="007B2329" w:rsidP="007B2329">
      <w:r>
        <w:t>148.6581</w:t>
      </w:r>
      <w:r>
        <w:tab/>
        <w:t>1.013e0</w:t>
      </w:r>
    </w:p>
    <w:p w:rsidR="007B2329" w:rsidRDefault="007B2329" w:rsidP="007B2329">
      <w:r>
        <w:t>148.6706</w:t>
      </w:r>
      <w:r>
        <w:tab/>
        <w:t>1.013e0</w:t>
      </w:r>
    </w:p>
    <w:p w:rsidR="007B2329" w:rsidRDefault="007B2329" w:rsidP="007B2329">
      <w:r>
        <w:t>148.6820</w:t>
      </w:r>
      <w:r>
        <w:tab/>
        <w:t>3.038e0</w:t>
      </w:r>
    </w:p>
    <w:p w:rsidR="007B2329" w:rsidRDefault="007B2329" w:rsidP="007B2329">
      <w:r>
        <w:t>148.6838</w:t>
      </w:r>
      <w:r>
        <w:tab/>
        <w:t>1.266e-2</w:t>
      </w:r>
    </w:p>
    <w:p w:rsidR="007B2329" w:rsidRDefault="007B2329" w:rsidP="007B2329">
      <w:r>
        <w:t>148.6940</w:t>
      </w:r>
      <w:r>
        <w:tab/>
        <w:t>1.025e0</w:t>
      </w:r>
    </w:p>
    <w:p w:rsidR="007B2329" w:rsidRDefault="007B2329" w:rsidP="007B2329">
      <w:r>
        <w:t>148.6989</w:t>
      </w:r>
      <w:r>
        <w:tab/>
        <w:t>2.025e0</w:t>
      </w:r>
    </w:p>
    <w:p w:rsidR="007B2329" w:rsidRDefault="007B2329" w:rsidP="007B2329">
      <w:r>
        <w:t>148.7032</w:t>
      </w:r>
      <w:r>
        <w:tab/>
        <w:t>2.025e0</w:t>
      </w:r>
    </w:p>
    <w:p w:rsidR="007B2329" w:rsidRDefault="007B2329" w:rsidP="007B2329">
      <w:r>
        <w:t>148.7194</w:t>
      </w:r>
      <w:r>
        <w:tab/>
        <w:t>1.013e0</w:t>
      </w:r>
    </w:p>
    <w:p w:rsidR="007B2329" w:rsidRDefault="007B2329" w:rsidP="007B2329">
      <w:r>
        <w:t>148.7227</w:t>
      </w:r>
      <w:r>
        <w:tab/>
        <w:t>1.013e0</w:t>
      </w:r>
    </w:p>
    <w:p w:rsidR="007B2329" w:rsidRDefault="007B2329" w:rsidP="007B2329">
      <w:r>
        <w:t>148.7260</w:t>
      </w:r>
      <w:r>
        <w:tab/>
        <w:t>2.025e0</w:t>
      </w:r>
    </w:p>
    <w:p w:rsidR="007B2329" w:rsidRDefault="007B2329" w:rsidP="007B2329">
      <w:r>
        <w:t>148.7327</w:t>
      </w:r>
      <w:r>
        <w:tab/>
        <w:t>1.013e0</w:t>
      </w:r>
    </w:p>
    <w:p w:rsidR="007B2329" w:rsidRDefault="007B2329" w:rsidP="007B2329">
      <w:r>
        <w:t>148.7452</w:t>
      </w:r>
      <w:r>
        <w:tab/>
        <w:t>1.013e0</w:t>
      </w:r>
    </w:p>
    <w:p w:rsidR="007B2329" w:rsidRDefault="007B2329" w:rsidP="007B2329">
      <w:r>
        <w:t>148.7516</w:t>
      </w:r>
      <w:r>
        <w:tab/>
        <w:t>1.025e0</w:t>
      </w:r>
    </w:p>
    <w:p w:rsidR="007B2329" w:rsidRDefault="007B2329" w:rsidP="007B2329">
      <w:r>
        <w:t>148.7582</w:t>
      </w:r>
      <w:r>
        <w:tab/>
        <w:t>2.025e0</w:t>
      </w:r>
    </w:p>
    <w:p w:rsidR="007B2329" w:rsidRDefault="007B2329" w:rsidP="007B2329">
      <w:r>
        <w:t>148.7648</w:t>
      </w:r>
      <w:r>
        <w:tab/>
        <w:t>2.025e0</w:t>
      </w:r>
    </w:p>
    <w:p w:rsidR="007B2329" w:rsidRDefault="007B2329" w:rsidP="007B2329">
      <w:r>
        <w:lastRenderedPageBreak/>
        <w:t>148.7665</w:t>
      </w:r>
      <w:r>
        <w:tab/>
        <w:t>2.025e0</w:t>
      </w:r>
    </w:p>
    <w:p w:rsidR="007B2329" w:rsidRDefault="007B2329" w:rsidP="007B2329">
      <w:r>
        <w:t>148.7681</w:t>
      </w:r>
      <w:r>
        <w:tab/>
        <w:t>1.013e0</w:t>
      </w:r>
    </w:p>
    <w:p w:rsidR="007B2329" w:rsidRDefault="007B2329" w:rsidP="007B2329">
      <w:r>
        <w:t>148.7748</w:t>
      </w:r>
      <w:r>
        <w:tab/>
        <w:t>1.013e0</w:t>
      </w:r>
    </w:p>
    <w:p w:rsidR="007B2329" w:rsidRDefault="007B2329" w:rsidP="007B2329">
      <w:r>
        <w:t>148.7813</w:t>
      </w:r>
      <w:r>
        <w:tab/>
        <w:t>1.025e0</w:t>
      </w:r>
    </w:p>
    <w:p w:rsidR="007B2329" w:rsidRDefault="007B2329" w:rsidP="007B2329">
      <w:r>
        <w:t>148.7988</w:t>
      </w:r>
      <w:r>
        <w:tab/>
        <w:t>2.025e0</w:t>
      </w:r>
    </w:p>
    <w:p w:rsidR="007B2329" w:rsidRDefault="007B2329" w:rsidP="007B2329">
      <w:r>
        <w:t>148.8010</w:t>
      </w:r>
      <w:r>
        <w:tab/>
        <w:t>4.349e0</w:t>
      </w:r>
    </w:p>
    <w:p w:rsidR="007B2329" w:rsidRDefault="007B2329" w:rsidP="007B2329">
      <w:r>
        <w:t>148.8037</w:t>
      </w:r>
      <w:r>
        <w:tab/>
        <w:t>1.266e-2</w:t>
      </w:r>
    </w:p>
    <w:p w:rsidR="007B2329" w:rsidRDefault="007B2329" w:rsidP="007B2329">
      <w:r>
        <w:t>148.8170</w:t>
      </w:r>
      <w:r>
        <w:tab/>
        <w:t>1.266e-2</w:t>
      </w:r>
    </w:p>
    <w:p w:rsidR="007B2329" w:rsidRDefault="007B2329" w:rsidP="007B2329">
      <w:r>
        <w:t>148.8263</w:t>
      </w:r>
      <w:r>
        <w:tab/>
        <w:t>1.025e0</w:t>
      </w:r>
    </w:p>
    <w:p w:rsidR="007B2329" w:rsidRDefault="007B2329" w:rsidP="007B2329">
      <w:r>
        <w:t>148.8311</w:t>
      </w:r>
      <w:r>
        <w:tab/>
        <w:t>2.025e0</w:t>
      </w:r>
    </w:p>
    <w:p w:rsidR="007B2329" w:rsidRDefault="007B2329" w:rsidP="007B2329">
      <w:r>
        <w:t>148.8393</w:t>
      </w:r>
      <w:r>
        <w:tab/>
        <w:t>3.038e0</w:t>
      </w:r>
    </w:p>
    <w:p w:rsidR="007B2329" w:rsidRDefault="007B2329" w:rsidP="007B2329">
      <w:r>
        <w:t>148.8409</w:t>
      </w:r>
      <w:r>
        <w:tab/>
        <w:t>2.025e0</w:t>
      </w:r>
    </w:p>
    <w:p w:rsidR="007B2329" w:rsidRDefault="007B2329" w:rsidP="007B2329">
      <w:r>
        <w:t>148.8426</w:t>
      </w:r>
      <w:r>
        <w:tab/>
        <w:t>2.025e0</w:t>
      </w:r>
    </w:p>
    <w:p w:rsidR="007B2329" w:rsidRDefault="007B2329" w:rsidP="007B2329">
      <w:r>
        <w:t>148.8459</w:t>
      </w:r>
      <w:r>
        <w:tab/>
        <w:t>1.025e0</w:t>
      </w:r>
    </w:p>
    <w:p w:rsidR="007B2329" w:rsidRDefault="007B2329" w:rsidP="007B2329">
      <w:r>
        <w:t>148.8848</w:t>
      </w:r>
      <w:r>
        <w:tab/>
        <w:t>2.532e-2</w:t>
      </w:r>
    </w:p>
    <w:p w:rsidR="007B2329" w:rsidRDefault="007B2329" w:rsidP="007B2329">
      <w:r>
        <w:t>148.8881</w:t>
      </w:r>
      <w:r>
        <w:tab/>
        <w:t>1.013e0</w:t>
      </w:r>
    </w:p>
    <w:p w:rsidR="007B2329" w:rsidRDefault="007B2329" w:rsidP="007B2329">
      <w:r>
        <w:t>148.8999</w:t>
      </w:r>
      <w:r>
        <w:tab/>
        <w:t>1.025e0</w:t>
      </w:r>
    </w:p>
    <w:p w:rsidR="007B2329" w:rsidRDefault="007B2329" w:rsidP="007B2329">
      <w:r>
        <w:t>148.9014</w:t>
      </w:r>
      <w:r>
        <w:tab/>
        <w:t>1.013e0</w:t>
      </w:r>
    </w:p>
    <w:p w:rsidR="007B2329" w:rsidRDefault="007B2329" w:rsidP="007B2329">
      <w:r>
        <w:t>148.9075</w:t>
      </w:r>
      <w:r>
        <w:tab/>
        <w:t>1.013e0</w:t>
      </w:r>
    </w:p>
    <w:p w:rsidR="007B2329" w:rsidRDefault="007B2329" w:rsidP="007B2329">
      <w:r>
        <w:lastRenderedPageBreak/>
        <w:t>148.9105</w:t>
      </w:r>
      <w:r>
        <w:tab/>
        <w:t>1.266e-2</w:t>
      </w:r>
    </w:p>
    <w:p w:rsidR="007B2329" w:rsidRDefault="007B2329" w:rsidP="007B2329">
      <w:r>
        <w:t>148.9170</w:t>
      </w:r>
      <w:r>
        <w:tab/>
        <w:t>1.013e0</w:t>
      </w:r>
    </w:p>
    <w:p w:rsidR="007B2329" w:rsidRDefault="007B2329" w:rsidP="007B2329">
      <w:r>
        <w:t>148.9187</w:t>
      </w:r>
      <w:r>
        <w:tab/>
        <w:t>2.025e0</w:t>
      </w:r>
    </w:p>
    <w:p w:rsidR="007B2329" w:rsidRDefault="007B2329" w:rsidP="007B2329">
      <w:r>
        <w:t>148.9203</w:t>
      </w:r>
      <w:r>
        <w:tab/>
        <w:t>1.013e0</w:t>
      </w:r>
    </w:p>
    <w:p w:rsidR="007B2329" w:rsidRDefault="007B2329" w:rsidP="007B2329">
      <w:r>
        <w:t>148.9237</w:t>
      </w:r>
      <w:r>
        <w:tab/>
        <w:t>1.013e0</w:t>
      </w:r>
    </w:p>
    <w:p w:rsidR="007B2329" w:rsidRDefault="007B2329" w:rsidP="007B2329">
      <w:r>
        <w:t>148.9369</w:t>
      </w:r>
      <w:r>
        <w:tab/>
        <w:t>4.051e0</w:t>
      </w:r>
    </w:p>
    <w:p w:rsidR="007B2329" w:rsidRDefault="007B2329" w:rsidP="007B2329">
      <w:r>
        <w:t>148.9402</w:t>
      </w:r>
      <w:r>
        <w:tab/>
        <w:t>1.013e0</w:t>
      </w:r>
    </w:p>
    <w:p w:rsidR="007B2329" w:rsidRDefault="007B2329" w:rsidP="007B2329">
      <w:r>
        <w:t>148.9436</w:t>
      </w:r>
      <w:r>
        <w:tab/>
        <w:t>1.013e0</w:t>
      </w:r>
    </w:p>
    <w:p w:rsidR="007B2329" w:rsidRDefault="007B2329" w:rsidP="007B2329">
      <w:r>
        <w:t>148.9526</w:t>
      </w:r>
      <w:r>
        <w:tab/>
        <w:t>1.266e-2</w:t>
      </w:r>
    </w:p>
    <w:p w:rsidR="007B2329" w:rsidRDefault="007B2329" w:rsidP="007B2329">
      <w:r>
        <w:t>148.9539</w:t>
      </w:r>
      <w:r>
        <w:tab/>
        <w:t>3.038e0</w:t>
      </w:r>
    </w:p>
    <w:p w:rsidR="007B2329" w:rsidRDefault="007B2329" w:rsidP="007B2329">
      <w:r>
        <w:t>148.9558</w:t>
      </w:r>
      <w:r>
        <w:tab/>
        <w:t>1.266e-2</w:t>
      </w:r>
    </w:p>
    <w:p w:rsidR="007B2329" w:rsidRDefault="007B2329" w:rsidP="007B2329">
      <w:r>
        <w:t>148.9625</w:t>
      </w:r>
      <w:r>
        <w:tab/>
        <w:t>1.013e0</w:t>
      </w:r>
    </w:p>
    <w:p w:rsidR="007B2329" w:rsidRDefault="007B2329" w:rsidP="007B2329">
      <w:r>
        <w:t>148.9774</w:t>
      </w:r>
      <w:r>
        <w:tab/>
        <w:t>2.025e0</w:t>
      </w:r>
    </w:p>
    <w:p w:rsidR="007B2329" w:rsidRDefault="007B2329" w:rsidP="007B2329">
      <w:r>
        <w:t>148.9872</w:t>
      </w:r>
      <w:r>
        <w:tab/>
        <w:t>1.025e0</w:t>
      </w:r>
    </w:p>
    <w:p w:rsidR="007B2329" w:rsidRDefault="007B2329" w:rsidP="007B2329">
      <w:r>
        <w:t>148.9887</w:t>
      </w:r>
      <w:r>
        <w:tab/>
        <w:t>1.013e0</w:t>
      </w:r>
    </w:p>
    <w:p w:rsidR="007B2329" w:rsidRDefault="007B2329" w:rsidP="007B2329">
      <w:r>
        <w:t>148.9980</w:t>
      </w:r>
      <w:r>
        <w:tab/>
        <w:t>1.266e-2</w:t>
      </w:r>
    </w:p>
    <w:p w:rsidR="007B2329" w:rsidRDefault="007B2329" w:rsidP="007B2329">
      <w:r>
        <w:t>149.0014</w:t>
      </w:r>
      <w:r>
        <w:tab/>
        <w:t>1.025e0</w:t>
      </w:r>
    </w:p>
    <w:p w:rsidR="007B2329" w:rsidRDefault="007B2329" w:rsidP="007B2329">
      <w:r>
        <w:t>149.0212</w:t>
      </w:r>
      <w:r>
        <w:tab/>
        <w:t>3.038e0</w:t>
      </w:r>
    </w:p>
    <w:p w:rsidR="007B2329" w:rsidRDefault="007B2329" w:rsidP="007B2329">
      <w:r>
        <w:t>149.0261</w:t>
      </w:r>
      <w:r>
        <w:tab/>
        <w:t>6.418e0</w:t>
      </w:r>
    </w:p>
    <w:p w:rsidR="007B2329" w:rsidRDefault="007B2329" w:rsidP="007B2329">
      <w:r>
        <w:lastRenderedPageBreak/>
        <w:t>149.0273</w:t>
      </w:r>
      <w:r>
        <w:tab/>
        <w:t>2.194e1</w:t>
      </w:r>
    </w:p>
    <w:p w:rsidR="007B2329" w:rsidRDefault="007B2329" w:rsidP="007B2329">
      <w:r>
        <w:t>149.0288</w:t>
      </w:r>
      <w:r>
        <w:tab/>
        <w:t>2.468e1</w:t>
      </w:r>
    </w:p>
    <w:p w:rsidR="007B2329" w:rsidRDefault="007B2329" w:rsidP="007B2329">
      <w:r>
        <w:t>149.0379</w:t>
      </w:r>
      <w:r>
        <w:tab/>
        <w:t>3.038e0</w:t>
      </w:r>
    </w:p>
    <w:p w:rsidR="007B2329" w:rsidRDefault="007B2329" w:rsidP="007B2329">
      <w:r>
        <w:t>149.0535</w:t>
      </w:r>
      <w:r>
        <w:tab/>
        <w:t>1.013e0</w:t>
      </w:r>
    </w:p>
    <w:p w:rsidR="007B2329" w:rsidRDefault="007B2329" w:rsidP="007B2329">
      <w:r>
        <w:t>149.0759</w:t>
      </w:r>
      <w:r>
        <w:tab/>
        <w:t>1.013e0</w:t>
      </w:r>
    </w:p>
    <w:p w:rsidR="007B2329" w:rsidRDefault="007B2329" w:rsidP="007B2329">
      <w:r>
        <w:t>149.0858</w:t>
      </w:r>
      <w:r>
        <w:tab/>
        <w:t>3.063e0</w:t>
      </w:r>
    </w:p>
    <w:p w:rsidR="007B2329" w:rsidRDefault="007B2329" w:rsidP="007B2329">
      <w:r>
        <w:t>149.1024</w:t>
      </w:r>
      <w:r>
        <w:tab/>
        <w:t>2.025e0</w:t>
      </w:r>
    </w:p>
    <w:p w:rsidR="007B2329" w:rsidRDefault="007B2329" w:rsidP="007B2329">
      <w:r>
        <w:t>149.1057</w:t>
      </w:r>
      <w:r>
        <w:tab/>
        <w:t>1.266e-2</w:t>
      </w:r>
    </w:p>
    <w:p w:rsidR="007B2329" w:rsidRDefault="007B2329" w:rsidP="007B2329">
      <w:r>
        <w:t>149.1090</w:t>
      </w:r>
      <w:r>
        <w:tab/>
        <w:t>1.266e-2</w:t>
      </w:r>
    </w:p>
    <w:p w:rsidR="007B2329" w:rsidRDefault="007B2329" w:rsidP="007B2329">
      <w:r>
        <w:t>149.1120</w:t>
      </w:r>
      <w:r>
        <w:tab/>
        <w:t>1.013e0</w:t>
      </w:r>
    </w:p>
    <w:p w:rsidR="007B2329" w:rsidRDefault="007B2329" w:rsidP="007B2329">
      <w:r>
        <w:t>149.1150</w:t>
      </w:r>
      <w:r>
        <w:tab/>
        <w:t>2.038e0</w:t>
      </w:r>
    </w:p>
    <w:p w:rsidR="007B2329" w:rsidRDefault="007B2329" w:rsidP="007B2329">
      <w:r>
        <w:t>149.1246</w:t>
      </w:r>
      <w:r>
        <w:tab/>
        <w:t>1.025e0</w:t>
      </w:r>
    </w:p>
    <w:p w:rsidR="007B2329" w:rsidRDefault="007B2329" w:rsidP="007B2329">
      <w:r>
        <w:t>149.1280</w:t>
      </w:r>
      <w:r>
        <w:tab/>
        <w:t>1.266e-2</w:t>
      </w:r>
    </w:p>
    <w:p w:rsidR="007B2329" w:rsidRDefault="007B2329" w:rsidP="007B2329">
      <w:r>
        <w:t>149.1297</w:t>
      </w:r>
      <w:r>
        <w:tab/>
        <w:t>2.025e0</w:t>
      </w:r>
    </w:p>
    <w:p w:rsidR="007B2329" w:rsidRDefault="007B2329" w:rsidP="007B2329">
      <w:r>
        <w:t>149.1313</w:t>
      </w:r>
      <w:r>
        <w:tab/>
        <w:t>1.013e0</w:t>
      </w:r>
    </w:p>
    <w:p w:rsidR="007B2329" w:rsidRDefault="007B2329" w:rsidP="007B2329">
      <w:r>
        <w:t>149.1412</w:t>
      </w:r>
      <w:r>
        <w:tab/>
        <w:t>2.025e0</w:t>
      </w:r>
    </w:p>
    <w:p w:rsidR="007B2329" w:rsidRDefault="007B2329" w:rsidP="007B2329">
      <w:r>
        <w:t>149.1572</w:t>
      </w:r>
      <w:r>
        <w:tab/>
        <w:t>2.025e0</w:t>
      </w:r>
    </w:p>
    <w:p w:rsidR="007B2329" w:rsidRDefault="007B2329" w:rsidP="007B2329">
      <w:r>
        <w:t>149.1635</w:t>
      </w:r>
      <w:r>
        <w:tab/>
        <w:t>1.013e0</w:t>
      </w:r>
    </w:p>
    <w:p w:rsidR="007B2329" w:rsidRDefault="007B2329" w:rsidP="007B2329">
      <w:r>
        <w:t>149.1669</w:t>
      </w:r>
      <w:r>
        <w:tab/>
        <w:t>1.013e0</w:t>
      </w:r>
    </w:p>
    <w:p w:rsidR="007B2329" w:rsidRDefault="007B2329" w:rsidP="007B2329">
      <w:r>
        <w:lastRenderedPageBreak/>
        <w:t>149.1769</w:t>
      </w:r>
      <w:r>
        <w:tab/>
        <w:t>1.013e0</w:t>
      </w:r>
    </w:p>
    <w:p w:rsidR="007B2329" w:rsidRDefault="007B2329" w:rsidP="007B2329">
      <w:r>
        <w:t>149.1801</w:t>
      </w:r>
      <w:r>
        <w:tab/>
        <w:t>1.013e0</w:t>
      </w:r>
    </w:p>
    <w:p w:rsidR="007B2329" w:rsidRDefault="007B2329" w:rsidP="007B2329">
      <w:r>
        <w:t>149.1834</w:t>
      </w:r>
      <w:r>
        <w:tab/>
        <w:t>1.266e-2</w:t>
      </w:r>
    </w:p>
    <w:p w:rsidR="007B2329" w:rsidRDefault="007B2329" w:rsidP="007B2329">
      <w:r>
        <w:t>149.1902</w:t>
      </w:r>
      <w:r>
        <w:tab/>
        <w:t>1.266e-2</w:t>
      </w:r>
    </w:p>
    <w:p w:rsidR="007B2329" w:rsidRDefault="007B2329" w:rsidP="007B2329">
      <w:r>
        <w:t>149.1933</w:t>
      </w:r>
      <w:r>
        <w:tab/>
        <w:t>1.013e0</w:t>
      </w:r>
    </w:p>
    <w:p w:rsidR="007B2329" w:rsidRDefault="007B2329" w:rsidP="007B2329">
      <w:r>
        <w:t>149.2124</w:t>
      </w:r>
      <w:r>
        <w:tab/>
        <w:t>1.025e0</w:t>
      </w:r>
    </w:p>
    <w:p w:rsidR="007B2329" w:rsidRDefault="007B2329" w:rsidP="007B2329">
      <w:r>
        <w:t>149.2290</w:t>
      </w:r>
      <w:r>
        <w:tab/>
        <w:t>1.266e-2</w:t>
      </w:r>
    </w:p>
    <w:p w:rsidR="007B2329" w:rsidRDefault="007B2329" w:rsidP="007B2329">
      <w:r>
        <w:t>149.2355</w:t>
      </w:r>
      <w:r>
        <w:tab/>
        <w:t>1.013e0</w:t>
      </w:r>
    </w:p>
    <w:p w:rsidR="007B2329" w:rsidRDefault="007B2329" w:rsidP="007B2329">
      <w:r>
        <w:t>149.2415</w:t>
      </w:r>
      <w:r>
        <w:tab/>
        <w:t>1.013e0</w:t>
      </w:r>
    </w:p>
    <w:p w:rsidR="007B2329" w:rsidRDefault="007B2329" w:rsidP="007B2329">
      <w:r>
        <w:t>149.2580</w:t>
      </w:r>
      <w:r>
        <w:tab/>
        <w:t>1.013e0</w:t>
      </w:r>
    </w:p>
    <w:p w:rsidR="007B2329" w:rsidRDefault="007B2329" w:rsidP="007B2329">
      <w:r>
        <w:t>149.2612</w:t>
      </w:r>
      <w:r>
        <w:tab/>
        <w:t>1.266e-2</w:t>
      </w:r>
    </w:p>
    <w:p w:rsidR="007B2329" w:rsidRDefault="007B2329" w:rsidP="007B2329">
      <w:r>
        <w:t>149.2646</w:t>
      </w:r>
      <w:r>
        <w:tab/>
        <w:t>2.025e0</w:t>
      </w:r>
    </w:p>
    <w:p w:rsidR="007B2329" w:rsidRDefault="007B2329" w:rsidP="007B2329">
      <w:r>
        <w:t>149.2746</w:t>
      </w:r>
      <w:r>
        <w:tab/>
        <w:t>1.013e0</w:t>
      </w:r>
    </w:p>
    <w:p w:rsidR="007B2329" w:rsidRDefault="007B2329" w:rsidP="007B2329">
      <w:r>
        <w:t>149.2777</w:t>
      </w:r>
      <w:r>
        <w:tab/>
        <w:t>1.013e0</w:t>
      </w:r>
    </w:p>
    <w:p w:rsidR="007B2329" w:rsidRDefault="007B2329" w:rsidP="007B2329">
      <w:r>
        <w:t>149.2807</w:t>
      </w:r>
      <w:r>
        <w:tab/>
        <w:t>1.013e0</w:t>
      </w:r>
    </w:p>
    <w:p w:rsidR="007B2329" w:rsidRDefault="007B2329" w:rsidP="007B2329">
      <w:r>
        <w:t>149.2837</w:t>
      </w:r>
      <w:r>
        <w:tab/>
        <w:t>1.266e-2</w:t>
      </w:r>
    </w:p>
    <w:p w:rsidR="007B2329" w:rsidRDefault="007B2329" w:rsidP="007B2329">
      <w:r>
        <w:t>149.2868</w:t>
      </w:r>
      <w:r>
        <w:tab/>
        <w:t>1.266e-2</w:t>
      </w:r>
    </w:p>
    <w:p w:rsidR="007B2329" w:rsidRDefault="007B2329" w:rsidP="007B2329">
      <w:r>
        <w:t>149.2969</w:t>
      </w:r>
      <w:r>
        <w:tab/>
        <w:t>1.013e0</w:t>
      </w:r>
    </w:p>
    <w:p w:rsidR="007B2329" w:rsidRDefault="007B2329" w:rsidP="007B2329">
      <w:r>
        <w:t>149.3002</w:t>
      </w:r>
      <w:r>
        <w:tab/>
        <w:t>1.013e0</w:t>
      </w:r>
    </w:p>
    <w:p w:rsidR="007B2329" w:rsidRDefault="007B2329" w:rsidP="007B2329">
      <w:r>
        <w:lastRenderedPageBreak/>
        <w:t>149.3101</w:t>
      </w:r>
      <w:r>
        <w:tab/>
        <w:t>1.013e0</w:t>
      </w:r>
    </w:p>
    <w:p w:rsidR="007B2329" w:rsidRDefault="007B2329" w:rsidP="007B2329">
      <w:r>
        <w:t>149.3229</w:t>
      </w:r>
      <w:r>
        <w:tab/>
        <w:t>4.051e0</w:t>
      </w:r>
    </w:p>
    <w:p w:rsidR="007B2329" w:rsidRDefault="007B2329" w:rsidP="007B2329">
      <w:r>
        <w:t>149.3291</w:t>
      </w:r>
      <w:r>
        <w:tab/>
        <w:t>3.038e0</w:t>
      </w:r>
    </w:p>
    <w:p w:rsidR="007B2329" w:rsidRDefault="007B2329" w:rsidP="007B2329">
      <w:r>
        <w:t>149.3358</w:t>
      </w:r>
      <w:r>
        <w:tab/>
        <w:t>1.266e-2</w:t>
      </w:r>
    </w:p>
    <w:p w:rsidR="007B2329" w:rsidRDefault="007B2329" w:rsidP="007B2329">
      <w:r>
        <w:t>149.3392</w:t>
      </w:r>
      <w:r>
        <w:tab/>
        <w:t>1.013e0</w:t>
      </w:r>
    </w:p>
    <w:p w:rsidR="007B2329" w:rsidRDefault="007B2329" w:rsidP="007B2329">
      <w:r>
        <w:t>149.3474</w:t>
      </w:r>
      <w:r>
        <w:tab/>
        <w:t>2.025e0</w:t>
      </w:r>
    </w:p>
    <w:p w:rsidR="007B2329" w:rsidRDefault="007B2329" w:rsidP="007B2329">
      <w:r>
        <w:t>149.3524</w:t>
      </w:r>
      <w:r>
        <w:tab/>
        <w:t>1.013e0</w:t>
      </w:r>
    </w:p>
    <w:p w:rsidR="007B2329" w:rsidRDefault="007B2329" w:rsidP="007B2329">
      <w:r>
        <w:t>149.3557</w:t>
      </w:r>
      <w:r>
        <w:tab/>
        <w:t>1.013e0</w:t>
      </w:r>
    </w:p>
    <w:p w:rsidR="007B2329" w:rsidRDefault="007B2329" w:rsidP="007B2329">
      <w:r>
        <w:t>149.3620</w:t>
      </w:r>
      <w:r>
        <w:tab/>
        <w:t>1.013e0</w:t>
      </w:r>
    </w:p>
    <w:p w:rsidR="007B2329" w:rsidRDefault="007B2329" w:rsidP="007B2329">
      <w:r>
        <w:t>149.3680</w:t>
      </w:r>
      <w:r>
        <w:tab/>
        <w:t>1.013e0</w:t>
      </w:r>
    </w:p>
    <w:p w:rsidR="007B2329" w:rsidRDefault="007B2329" w:rsidP="007B2329">
      <w:r>
        <w:t>149.3713</w:t>
      </w:r>
      <w:r>
        <w:tab/>
        <w:t>1.013e0</w:t>
      </w:r>
    </w:p>
    <w:p w:rsidR="007B2329" w:rsidRDefault="007B2329" w:rsidP="007B2329">
      <w:r>
        <w:t>149.3813</w:t>
      </w:r>
      <w:r>
        <w:tab/>
        <w:t>2.025e0</w:t>
      </w:r>
    </w:p>
    <w:p w:rsidR="007B2329" w:rsidRDefault="007B2329" w:rsidP="007B2329">
      <w:r>
        <w:t>149.3855</w:t>
      </w:r>
      <w:r>
        <w:tab/>
        <w:t>3.038e0</w:t>
      </w:r>
    </w:p>
    <w:p w:rsidR="007B2329" w:rsidRDefault="007B2329" w:rsidP="007B2329">
      <w:r>
        <w:t>149.3879</w:t>
      </w:r>
      <w:r>
        <w:tab/>
        <w:t>1.013e0</w:t>
      </w:r>
    </w:p>
    <w:p w:rsidR="007B2329" w:rsidRDefault="007B2329" w:rsidP="007B2329">
      <w:r>
        <w:t>149.3913</w:t>
      </w:r>
      <w:r>
        <w:tab/>
        <w:t>1.013e0</w:t>
      </w:r>
    </w:p>
    <w:p w:rsidR="007B2329" w:rsidRDefault="007B2329" w:rsidP="007B2329">
      <w:r>
        <w:t>149.4019</w:t>
      </w:r>
      <w:r>
        <w:tab/>
        <w:t>4.051e0</w:t>
      </w:r>
    </w:p>
    <w:p w:rsidR="007B2329" w:rsidRDefault="007B2329" w:rsidP="007B2329">
      <w:r>
        <w:t>149.4042</w:t>
      </w:r>
      <w:r>
        <w:tab/>
        <w:t>1.013e0</w:t>
      </w:r>
    </w:p>
    <w:p w:rsidR="007B2329" w:rsidRDefault="007B2329" w:rsidP="007B2329">
      <w:r>
        <w:t>149.4169</w:t>
      </w:r>
      <w:r>
        <w:tab/>
        <w:t>1.013e0</w:t>
      </w:r>
    </w:p>
    <w:p w:rsidR="007B2329" w:rsidRDefault="007B2329" w:rsidP="007B2329">
      <w:r>
        <w:t>149.4203</w:t>
      </w:r>
      <w:r>
        <w:tab/>
        <w:t>2.532e-2</w:t>
      </w:r>
    </w:p>
    <w:p w:rsidR="007B2329" w:rsidRDefault="007B2329" w:rsidP="007B2329">
      <w:r>
        <w:lastRenderedPageBreak/>
        <w:t>149.4236</w:t>
      </w:r>
      <w:r>
        <w:tab/>
        <w:t>1.013e0</w:t>
      </w:r>
    </w:p>
    <w:p w:rsidR="007B2329" w:rsidRDefault="007B2329" w:rsidP="007B2329">
      <w:r>
        <w:t>149.4369</w:t>
      </w:r>
      <w:r>
        <w:tab/>
        <w:t>2.025e0</w:t>
      </w:r>
    </w:p>
    <w:p w:rsidR="007B2329" w:rsidRDefault="007B2329" w:rsidP="007B2329">
      <w:r>
        <w:t>149.4418</w:t>
      </w:r>
      <w:r>
        <w:tab/>
        <w:t>2.025e0</w:t>
      </w:r>
    </w:p>
    <w:p w:rsidR="007B2329" w:rsidRDefault="007B2329" w:rsidP="007B2329">
      <w:r>
        <w:t>149.4434</w:t>
      </w:r>
      <w:r>
        <w:tab/>
        <w:t>1.013e0</w:t>
      </w:r>
    </w:p>
    <w:p w:rsidR="007B2329" w:rsidRDefault="007B2329" w:rsidP="007B2329">
      <w:r>
        <w:t>149.4494</w:t>
      </w:r>
      <w:r>
        <w:tab/>
        <w:t>1.025e0</w:t>
      </w:r>
    </w:p>
    <w:p w:rsidR="007B2329" w:rsidRDefault="007B2329" w:rsidP="007B2329">
      <w:r>
        <w:t>149.4558</w:t>
      </w:r>
      <w:r>
        <w:tab/>
        <w:t>2.025e0</w:t>
      </w:r>
    </w:p>
    <w:p w:rsidR="007B2329" w:rsidRDefault="007B2329" w:rsidP="007B2329">
      <w:r>
        <w:t>149.4659</w:t>
      </w:r>
      <w:r>
        <w:tab/>
        <w:t>1.013e0</w:t>
      </w:r>
    </w:p>
    <w:p w:rsidR="007B2329" w:rsidRDefault="007B2329" w:rsidP="007B2329">
      <w:r>
        <w:t>149.4791</w:t>
      </w:r>
      <w:r>
        <w:tab/>
        <w:t>3.038e0</w:t>
      </w:r>
    </w:p>
    <w:p w:rsidR="007B2329" w:rsidRDefault="007B2329" w:rsidP="007B2329">
      <w:r>
        <w:t>149.4825</w:t>
      </w:r>
      <w:r>
        <w:tab/>
        <w:t>2.025e0</w:t>
      </w:r>
    </w:p>
    <w:p w:rsidR="007B2329" w:rsidRDefault="007B2329" w:rsidP="007B2329">
      <w:r>
        <w:t>149.4875</w:t>
      </w:r>
      <w:r>
        <w:tab/>
        <w:t>2.025e0</w:t>
      </w:r>
    </w:p>
    <w:p w:rsidR="007B2329" w:rsidRDefault="007B2329" w:rsidP="007B2329">
      <w:r>
        <w:t>149.4906</w:t>
      </w:r>
      <w:r>
        <w:tab/>
        <w:t>3.051e0</w:t>
      </w:r>
    </w:p>
    <w:p w:rsidR="007B2329" w:rsidRDefault="007B2329" w:rsidP="007B2329">
      <w:r>
        <w:t>149.5064</w:t>
      </w:r>
      <w:r>
        <w:tab/>
        <w:t>2.025e0</w:t>
      </w:r>
    </w:p>
    <w:p w:rsidR="007B2329" w:rsidRDefault="007B2329" w:rsidP="007B2329">
      <w:r>
        <w:t>149.5180</w:t>
      </w:r>
      <w:r>
        <w:tab/>
        <w:t>3.038e0</w:t>
      </w:r>
    </w:p>
    <w:p w:rsidR="007B2329" w:rsidRDefault="007B2329" w:rsidP="007B2329">
      <w:r>
        <w:t>149.5239</w:t>
      </w:r>
      <w:r>
        <w:tab/>
        <w:t>7.089e0</w:t>
      </w:r>
    </w:p>
    <w:p w:rsidR="007B2329" w:rsidRDefault="007B2329" w:rsidP="007B2329">
      <w:r>
        <w:t>149.5290</w:t>
      </w:r>
      <w:r>
        <w:tab/>
        <w:t>2.051e0</w:t>
      </w:r>
    </w:p>
    <w:p w:rsidR="007B2329" w:rsidRDefault="007B2329" w:rsidP="007B2329">
      <w:r>
        <w:t>149.5400</w:t>
      </w:r>
      <w:r>
        <w:tab/>
        <w:t>5.063e0</w:t>
      </w:r>
    </w:p>
    <w:p w:rsidR="007B2329" w:rsidRDefault="007B2329" w:rsidP="007B2329">
      <w:r>
        <w:t>149.5437</w:t>
      </w:r>
      <w:r>
        <w:tab/>
        <w:t>1.013e0</w:t>
      </w:r>
    </w:p>
    <w:p w:rsidR="007B2329" w:rsidRDefault="007B2329" w:rsidP="007B2329">
      <w:r>
        <w:t>149.5503</w:t>
      </w:r>
      <w:r>
        <w:tab/>
        <w:t>1.013e0</w:t>
      </w:r>
    </w:p>
    <w:p w:rsidR="007B2329" w:rsidRDefault="007B2329" w:rsidP="007B2329">
      <w:r>
        <w:t>149.5536</w:t>
      </w:r>
      <w:r>
        <w:tab/>
        <w:t>2.025e0</w:t>
      </w:r>
    </w:p>
    <w:p w:rsidR="007B2329" w:rsidRDefault="007B2329" w:rsidP="007B2329">
      <w:r>
        <w:lastRenderedPageBreak/>
        <w:t>149.5569</w:t>
      </w:r>
      <w:r>
        <w:tab/>
        <w:t>1.266e-2</w:t>
      </w:r>
    </w:p>
    <w:p w:rsidR="007B2329" w:rsidRDefault="007B2329" w:rsidP="007B2329">
      <w:r>
        <w:t>149.5603</w:t>
      </w:r>
      <w:r>
        <w:tab/>
        <w:t>1.013e0</w:t>
      </w:r>
    </w:p>
    <w:p w:rsidR="007B2329" w:rsidRDefault="007B2329" w:rsidP="007B2329">
      <w:r>
        <w:t>149.5636</w:t>
      </w:r>
      <w:r>
        <w:tab/>
        <w:t>1.013e0</w:t>
      </w:r>
    </w:p>
    <w:p w:rsidR="007B2329" w:rsidRDefault="007B2329" w:rsidP="007B2329">
      <w:r>
        <w:t>149.5731</w:t>
      </w:r>
      <w:r>
        <w:tab/>
        <w:t>1.266e-2</w:t>
      </w:r>
    </w:p>
    <w:p w:rsidR="007B2329" w:rsidRDefault="007B2329" w:rsidP="007B2329">
      <w:r>
        <w:t>149.5760</w:t>
      </w:r>
      <w:r>
        <w:tab/>
        <w:t>3.038e0</w:t>
      </w:r>
    </w:p>
    <w:p w:rsidR="007B2329" w:rsidRDefault="007B2329" w:rsidP="007B2329">
      <w:r>
        <w:t>149.5777</w:t>
      </w:r>
      <w:r>
        <w:tab/>
        <w:t>2.025e0</w:t>
      </w:r>
    </w:p>
    <w:p w:rsidR="007B2329" w:rsidRDefault="007B2329" w:rsidP="007B2329">
      <w:r>
        <w:t>149.5959</w:t>
      </w:r>
      <w:r>
        <w:tab/>
        <w:t>1.013e0</w:t>
      </w:r>
    </w:p>
    <w:p w:rsidR="007B2329" w:rsidRDefault="007B2329" w:rsidP="007B2329">
      <w:r>
        <w:t>149.5983</w:t>
      </w:r>
      <w:r>
        <w:tab/>
        <w:t>3.051e0</w:t>
      </w:r>
    </w:p>
    <w:p w:rsidR="007B2329" w:rsidRDefault="007B2329" w:rsidP="007B2329">
      <w:r>
        <w:t>149.6059</w:t>
      </w:r>
      <w:r>
        <w:tab/>
        <w:t>2.532e-2</w:t>
      </w:r>
    </w:p>
    <w:p w:rsidR="007B2329" w:rsidRDefault="007B2329" w:rsidP="007B2329">
      <w:r>
        <w:t>149.6093</w:t>
      </w:r>
      <w:r>
        <w:tab/>
        <w:t>1.013e0</w:t>
      </w:r>
    </w:p>
    <w:p w:rsidR="007B2329" w:rsidRDefault="007B2329" w:rsidP="007B2329">
      <w:r>
        <w:t>149.6124</w:t>
      </w:r>
      <w:r>
        <w:tab/>
        <w:t>1.013e0</w:t>
      </w:r>
    </w:p>
    <w:p w:rsidR="007B2329" w:rsidRDefault="007B2329" w:rsidP="007B2329">
      <w:r>
        <w:t>149.6216</w:t>
      </w:r>
      <w:r>
        <w:tab/>
        <w:t>5.063e0</w:t>
      </w:r>
    </w:p>
    <w:p w:rsidR="007B2329" w:rsidRDefault="007B2329" w:rsidP="007B2329">
      <w:r>
        <w:t>149.6304</w:t>
      </w:r>
      <w:r>
        <w:tab/>
        <w:t>3.038e0</w:t>
      </w:r>
    </w:p>
    <w:p w:rsidR="007B2329" w:rsidRDefault="007B2329" w:rsidP="007B2329">
      <w:r>
        <w:t>149.6415</w:t>
      </w:r>
      <w:r>
        <w:tab/>
        <w:t>2.025e0</w:t>
      </w:r>
    </w:p>
    <w:p w:rsidR="007B2329" w:rsidRDefault="007B2329" w:rsidP="007B2329">
      <w:r>
        <w:t>149.6515</w:t>
      </w:r>
      <w:r>
        <w:tab/>
        <w:t>2.025e0</w:t>
      </w:r>
    </w:p>
    <w:p w:rsidR="007B2329" w:rsidRDefault="007B2329" w:rsidP="007B2329">
      <w:r>
        <w:t>149.6671</w:t>
      </w:r>
      <w:r>
        <w:tab/>
        <w:t>2.025e0</w:t>
      </w:r>
    </w:p>
    <w:p w:rsidR="007B2329" w:rsidRDefault="007B2329" w:rsidP="007B2329">
      <w:r>
        <w:t>149.6835</w:t>
      </w:r>
      <w:r>
        <w:tab/>
        <w:t>4.051e0</w:t>
      </w:r>
    </w:p>
    <w:p w:rsidR="007B2329" w:rsidRDefault="007B2329" w:rsidP="007B2329">
      <w:r>
        <w:t>149.6870</w:t>
      </w:r>
      <w:r>
        <w:tab/>
        <w:t>2.025e0</w:t>
      </w:r>
    </w:p>
    <w:p w:rsidR="007B2329" w:rsidRDefault="007B2329" w:rsidP="007B2329">
      <w:r>
        <w:t>149.6904</w:t>
      </w:r>
      <w:r>
        <w:tab/>
        <w:t>1.266e-2</w:t>
      </w:r>
    </w:p>
    <w:p w:rsidR="007B2329" w:rsidRDefault="007B2329" w:rsidP="007B2329">
      <w:r>
        <w:lastRenderedPageBreak/>
        <w:t>149.6938</w:t>
      </w:r>
      <w:r>
        <w:tab/>
        <w:t>1.013e0</w:t>
      </w:r>
    </w:p>
    <w:p w:rsidR="007B2329" w:rsidRDefault="007B2329" w:rsidP="007B2329">
      <w:r>
        <w:t>149.7027</w:t>
      </w:r>
      <w:r>
        <w:tab/>
        <w:t>2.025e0</w:t>
      </w:r>
    </w:p>
    <w:p w:rsidR="007B2329" w:rsidRDefault="007B2329" w:rsidP="007B2329">
      <w:r>
        <w:t>149.7194</w:t>
      </w:r>
      <w:r>
        <w:tab/>
        <w:t>1.013e0</w:t>
      </w:r>
    </w:p>
    <w:p w:rsidR="007B2329" w:rsidRDefault="007B2329" w:rsidP="007B2329">
      <w:r>
        <w:t>149.7260</w:t>
      </w:r>
      <w:r>
        <w:tab/>
        <w:t>1.266e-2</w:t>
      </w:r>
    </w:p>
    <w:p w:rsidR="007B2329" w:rsidRDefault="007B2329" w:rsidP="007B2329">
      <w:r>
        <w:t>149.7361</w:t>
      </w:r>
      <w:r>
        <w:tab/>
        <w:t>1.013e0</w:t>
      </w:r>
    </w:p>
    <w:p w:rsidR="007B2329" w:rsidRDefault="007B2329" w:rsidP="007B2329">
      <w:r>
        <w:t>149.7516</w:t>
      </w:r>
      <w:r>
        <w:tab/>
        <w:t>2.025e0</w:t>
      </w:r>
    </w:p>
    <w:p w:rsidR="007B2329" w:rsidRDefault="007B2329" w:rsidP="007B2329">
      <w:r>
        <w:t>149.7650</w:t>
      </w:r>
      <w:r>
        <w:tab/>
        <w:t>2.038e0</w:t>
      </w:r>
    </w:p>
    <w:p w:rsidR="007B2329" w:rsidRDefault="007B2329" w:rsidP="007B2329">
      <w:r>
        <w:t>149.7683</w:t>
      </w:r>
      <w:r>
        <w:tab/>
        <w:t>1.013e0</w:t>
      </w:r>
    </w:p>
    <w:p w:rsidR="007B2329" w:rsidRDefault="007B2329" w:rsidP="007B2329">
      <w:r>
        <w:t>149.7716</w:t>
      </w:r>
      <w:r>
        <w:tab/>
        <w:t>1.013e0</w:t>
      </w:r>
    </w:p>
    <w:p w:rsidR="007B2329" w:rsidRDefault="007B2329" w:rsidP="007B2329">
      <w:r>
        <w:t>149.7814</w:t>
      </w:r>
      <w:r>
        <w:tab/>
        <w:t>1.013e0</w:t>
      </w:r>
    </w:p>
    <w:p w:rsidR="007B2329" w:rsidRDefault="007B2329" w:rsidP="007B2329">
      <w:r>
        <w:t>149.8072</w:t>
      </w:r>
      <w:r>
        <w:tab/>
        <w:t>1.013e0</w:t>
      </w:r>
    </w:p>
    <w:p w:rsidR="007B2329" w:rsidRDefault="007B2329" w:rsidP="007B2329">
      <w:r>
        <w:t>149.8089</w:t>
      </w:r>
      <w:r>
        <w:tab/>
        <w:t>2.025e0</w:t>
      </w:r>
    </w:p>
    <w:p w:rsidR="007B2329" w:rsidRDefault="007B2329" w:rsidP="007B2329">
      <w:r>
        <w:t>149.8105</w:t>
      </w:r>
      <w:r>
        <w:tab/>
        <w:t>1.013e0</w:t>
      </w:r>
    </w:p>
    <w:p w:rsidR="007B2329" w:rsidRDefault="007B2329" w:rsidP="007B2329">
      <w:r>
        <w:t>149.8206</w:t>
      </w:r>
      <w:r>
        <w:tab/>
        <w:t>1.013e0</w:t>
      </w:r>
    </w:p>
    <w:p w:rsidR="007B2329" w:rsidRDefault="007B2329" w:rsidP="007B2329">
      <w:r>
        <w:t>149.8237</w:t>
      </w:r>
      <w:r>
        <w:tab/>
        <w:t>1.266e-2</w:t>
      </w:r>
    </w:p>
    <w:p w:rsidR="007B2329" w:rsidRDefault="007B2329" w:rsidP="007B2329">
      <w:r>
        <w:t>149.8268</w:t>
      </w:r>
      <w:r>
        <w:tab/>
        <w:t>1.013e0</w:t>
      </w:r>
    </w:p>
    <w:p w:rsidR="007B2329" w:rsidRDefault="007B2329" w:rsidP="007B2329">
      <w:r>
        <w:t>149.8313</w:t>
      </w:r>
      <w:r>
        <w:tab/>
        <w:t>2.025e0</w:t>
      </w:r>
    </w:p>
    <w:p w:rsidR="007B2329" w:rsidRDefault="007B2329" w:rsidP="007B2329">
      <w:r>
        <w:t>149.8379</w:t>
      </w:r>
      <w:r>
        <w:tab/>
        <w:t>2.025e0</w:t>
      </w:r>
    </w:p>
    <w:p w:rsidR="007B2329" w:rsidRDefault="007B2329" w:rsidP="007B2329">
      <w:r>
        <w:t>149.8691</w:t>
      </w:r>
      <w:r>
        <w:tab/>
        <w:t>1.013e0</w:t>
      </w:r>
    </w:p>
    <w:p w:rsidR="007B2329" w:rsidRDefault="007B2329" w:rsidP="007B2329">
      <w:r>
        <w:lastRenderedPageBreak/>
        <w:t>149.8733</w:t>
      </w:r>
      <w:r>
        <w:tab/>
        <w:t>2.025e0</w:t>
      </w:r>
    </w:p>
    <w:p w:rsidR="007B2329" w:rsidRDefault="007B2329" w:rsidP="007B2329">
      <w:r>
        <w:t>149.8752</w:t>
      </w:r>
      <w:r>
        <w:tab/>
        <w:t>1.013e0</w:t>
      </w:r>
    </w:p>
    <w:p w:rsidR="007B2329" w:rsidRDefault="007B2329" w:rsidP="007B2329">
      <w:r>
        <w:t>149.8918</w:t>
      </w:r>
      <w:r>
        <w:tab/>
        <w:t>1.025e0</w:t>
      </w:r>
    </w:p>
    <w:p w:rsidR="007B2329" w:rsidRDefault="007B2329" w:rsidP="007B2329">
      <w:r>
        <w:t>149.9052</w:t>
      </w:r>
      <w:r>
        <w:tab/>
        <w:t>1.013e0</w:t>
      </w:r>
    </w:p>
    <w:p w:rsidR="007B2329" w:rsidRDefault="007B2329" w:rsidP="007B2329">
      <w:r>
        <w:t>149.9114</w:t>
      </w:r>
      <w:r>
        <w:tab/>
        <w:t>1.013e0</w:t>
      </w:r>
    </w:p>
    <w:p w:rsidR="007B2329" w:rsidRDefault="007B2329" w:rsidP="007B2329">
      <w:r>
        <w:t>149.9174</w:t>
      </w:r>
      <w:r>
        <w:tab/>
        <w:t>1.013e0</w:t>
      </w:r>
    </w:p>
    <w:p w:rsidR="007B2329" w:rsidRDefault="007B2329" w:rsidP="007B2329">
      <w:r>
        <w:t>149.9275</w:t>
      </w:r>
      <w:r>
        <w:tab/>
        <w:t>1.013e0</w:t>
      </w:r>
    </w:p>
    <w:p w:rsidR="007B2329" w:rsidRDefault="007B2329" w:rsidP="007B2329">
      <w:r>
        <w:t>149.9360</w:t>
      </w:r>
      <w:r>
        <w:tab/>
        <w:t>3.038e0</w:t>
      </w:r>
    </w:p>
    <w:p w:rsidR="007B2329" w:rsidRDefault="007B2329" w:rsidP="007B2329">
      <w:r>
        <w:t>149.9408</w:t>
      </w:r>
      <w:r>
        <w:tab/>
        <w:t>4.051e0</w:t>
      </w:r>
    </w:p>
    <w:p w:rsidR="007B2329" w:rsidRDefault="007B2329" w:rsidP="007B2329">
      <w:r>
        <w:t>149.9494</w:t>
      </w:r>
      <w:r>
        <w:tab/>
        <w:t>2.025e0</w:t>
      </w:r>
    </w:p>
    <w:p w:rsidR="007B2329" w:rsidRDefault="007B2329" w:rsidP="007B2329">
      <w:r>
        <w:t>149.9507</w:t>
      </w:r>
      <w:r>
        <w:tab/>
        <w:t>1.025e0</w:t>
      </w:r>
    </w:p>
    <w:p w:rsidR="007B2329" w:rsidRDefault="007B2329" w:rsidP="007B2329">
      <w:r>
        <w:t>149.9567</w:t>
      </w:r>
      <w:r>
        <w:tab/>
        <w:t>1.013e0</w:t>
      </w:r>
    </w:p>
    <w:p w:rsidR="007B2329" w:rsidRDefault="007B2329" w:rsidP="007B2329">
      <w:r>
        <w:t>149.9598</w:t>
      </w:r>
      <w:r>
        <w:tab/>
        <w:t>1.013e0</w:t>
      </w:r>
    </w:p>
    <w:p w:rsidR="007B2329" w:rsidRDefault="007B2329" w:rsidP="007B2329">
      <w:r>
        <w:t>149.9644</w:t>
      </w:r>
      <w:r>
        <w:tab/>
        <w:t>3.038e0</w:t>
      </w:r>
    </w:p>
    <w:p w:rsidR="007B2329" w:rsidRDefault="007B2329" w:rsidP="007B2329">
      <w:r>
        <w:t>149.9664</w:t>
      </w:r>
      <w:r>
        <w:tab/>
        <w:t>1.025e0</w:t>
      </w:r>
    </w:p>
    <w:p w:rsidR="007B2329" w:rsidRDefault="007B2329" w:rsidP="007B2329">
      <w:r>
        <w:t>149.9731</w:t>
      </w:r>
      <w:r>
        <w:tab/>
        <w:t>1.013e0</w:t>
      </w:r>
    </w:p>
    <w:p w:rsidR="007B2329" w:rsidRDefault="007B2329" w:rsidP="007B2329">
      <w:r>
        <w:t>149.9898</w:t>
      </w:r>
      <w:r>
        <w:tab/>
        <w:t>1.025e0</w:t>
      </w:r>
    </w:p>
    <w:p w:rsidR="007B2329" w:rsidRDefault="007B2329" w:rsidP="007B2329">
      <w:r>
        <w:t>149.9930</w:t>
      </w:r>
      <w:r>
        <w:tab/>
        <w:t>1.013e0</w:t>
      </w:r>
    </w:p>
    <w:p w:rsidR="007B2329" w:rsidRDefault="007B2329" w:rsidP="007B2329">
      <w:r>
        <w:t>149.9960</w:t>
      </w:r>
      <w:r>
        <w:tab/>
        <w:t>1.266e-2</w:t>
      </w:r>
    </w:p>
    <w:p w:rsidR="007B2329" w:rsidRDefault="007B2329" w:rsidP="007B2329">
      <w:r>
        <w:lastRenderedPageBreak/>
        <w:t>149.9998</w:t>
      </w:r>
      <w:r>
        <w:tab/>
        <w:t>4.051e0</w:t>
      </w:r>
    </w:p>
    <w:p w:rsidR="007B2329" w:rsidRDefault="007B2329" w:rsidP="007B2329">
      <w:r>
        <w:t>150.0021</w:t>
      </w:r>
      <w:r>
        <w:tab/>
        <w:t>1.025e0</w:t>
      </w:r>
    </w:p>
    <w:p w:rsidR="007B2329" w:rsidRDefault="007B2329" w:rsidP="007B2329">
      <w:r>
        <w:t>150.0054</w:t>
      </w:r>
      <w:r>
        <w:tab/>
        <w:t>2.025e0</w:t>
      </w:r>
    </w:p>
    <w:p w:rsidR="007B2329" w:rsidRDefault="007B2329" w:rsidP="007B2329">
      <w:r>
        <w:t>150.0287</w:t>
      </w:r>
      <w:r>
        <w:tab/>
        <w:t>3.038e0</w:t>
      </w:r>
    </w:p>
    <w:p w:rsidR="007B2329" w:rsidRDefault="007B2329" w:rsidP="007B2329">
      <w:r>
        <w:t>150.0321</w:t>
      </w:r>
      <w:r>
        <w:tab/>
        <w:t>2.038e0</w:t>
      </w:r>
    </w:p>
    <w:p w:rsidR="007B2329" w:rsidRDefault="007B2329" w:rsidP="007B2329">
      <w:r>
        <w:t>150.0355</w:t>
      </w:r>
      <w:r>
        <w:tab/>
        <w:t>2.025e0</w:t>
      </w:r>
    </w:p>
    <w:p w:rsidR="007B2329" w:rsidRDefault="007B2329" w:rsidP="007B2329">
      <w:r>
        <w:t>150.0464</w:t>
      </w:r>
      <w:r>
        <w:tab/>
        <w:t>1.114e1</w:t>
      </w:r>
    </w:p>
    <w:p w:rsidR="007B2329" w:rsidRDefault="007B2329" w:rsidP="007B2329">
      <w:r>
        <w:t>150.0477</w:t>
      </w:r>
      <w:r>
        <w:tab/>
        <w:t>1.215e1</w:t>
      </w:r>
    </w:p>
    <w:p w:rsidR="007B2329" w:rsidRDefault="007B2329" w:rsidP="007B2329">
      <w:r>
        <w:t>150.0495</w:t>
      </w:r>
      <w:r>
        <w:tab/>
        <w:t>1.054e1</w:t>
      </w:r>
    </w:p>
    <w:p w:rsidR="007B2329" w:rsidRDefault="007B2329" w:rsidP="007B2329">
      <w:r>
        <w:t>150.0510</w:t>
      </w:r>
      <w:r>
        <w:tab/>
        <w:t>6.521e0</w:t>
      </w:r>
    </w:p>
    <w:p w:rsidR="007B2329" w:rsidRDefault="007B2329" w:rsidP="007B2329">
      <w:r>
        <w:t>150.0614</w:t>
      </w:r>
      <w:r>
        <w:tab/>
        <w:t>4.051e0</w:t>
      </w:r>
    </w:p>
    <w:p w:rsidR="007B2329" w:rsidRDefault="007B2329" w:rsidP="007B2329">
      <w:r>
        <w:t>150.0808</w:t>
      </w:r>
      <w:r>
        <w:tab/>
        <w:t>1.266e-2</w:t>
      </w:r>
    </w:p>
    <w:p w:rsidR="007B2329" w:rsidRDefault="007B2329" w:rsidP="007B2329">
      <w:r>
        <w:t>150.0884</w:t>
      </w:r>
      <w:r>
        <w:tab/>
        <w:t>4.051e0</w:t>
      </w:r>
    </w:p>
    <w:p w:rsidR="007B2329" w:rsidRDefault="007B2329" w:rsidP="007B2329">
      <w:r>
        <w:t>150.0901</w:t>
      </w:r>
      <w:r>
        <w:tab/>
        <w:t>3.038e0</w:t>
      </w:r>
    </w:p>
    <w:p w:rsidR="007B2329" w:rsidRDefault="007B2329" w:rsidP="007B2329">
      <w:r>
        <w:t>150.1161</w:t>
      </w:r>
      <w:r>
        <w:tab/>
        <w:t>1.392e1</w:t>
      </w:r>
    </w:p>
    <w:p w:rsidR="007B2329" w:rsidRDefault="007B2329" w:rsidP="007B2329">
      <w:r>
        <w:t>150.1178</w:t>
      </w:r>
      <w:r>
        <w:tab/>
        <w:t>1.134e1</w:t>
      </w:r>
    </w:p>
    <w:p w:rsidR="007B2329" w:rsidRDefault="007B2329" w:rsidP="007B2329">
      <w:r>
        <w:t>150.1210</w:t>
      </w:r>
      <w:r>
        <w:tab/>
        <w:t>3.195e1</w:t>
      </w:r>
    </w:p>
    <w:p w:rsidR="007B2329" w:rsidRDefault="007B2329" w:rsidP="007B2329">
      <w:r>
        <w:t>150.1409</w:t>
      </w:r>
      <w:r>
        <w:tab/>
        <w:t>3.230e0</w:t>
      </w:r>
    </w:p>
    <w:p w:rsidR="007B2329" w:rsidRDefault="007B2329" w:rsidP="007B2329">
      <w:r>
        <w:t>150.1466</w:t>
      </w:r>
      <w:r>
        <w:tab/>
        <w:t>2.038e0</w:t>
      </w:r>
    </w:p>
    <w:p w:rsidR="007B2329" w:rsidRDefault="007B2329" w:rsidP="007B2329">
      <w:r>
        <w:lastRenderedPageBreak/>
        <w:t>150.1543</w:t>
      </w:r>
      <w:r>
        <w:tab/>
        <w:t>3.038e0</w:t>
      </w:r>
    </w:p>
    <w:p w:rsidR="007B2329" w:rsidRDefault="007B2329" w:rsidP="007B2329">
      <w:r>
        <w:t>150.1557</w:t>
      </w:r>
      <w:r>
        <w:tab/>
        <w:t>2.025e0</w:t>
      </w:r>
    </w:p>
    <w:p w:rsidR="007B2329" w:rsidRDefault="007B2329" w:rsidP="007B2329">
      <w:r>
        <w:t>150.1655</w:t>
      </w:r>
      <w:r>
        <w:tab/>
        <w:t>1.013e0</w:t>
      </w:r>
    </w:p>
    <w:p w:rsidR="007B2329" w:rsidRDefault="007B2329" w:rsidP="007B2329">
      <w:r>
        <w:t>150.1715</w:t>
      </w:r>
      <w:r>
        <w:tab/>
        <w:t>1.025e0</w:t>
      </w:r>
    </w:p>
    <w:p w:rsidR="007B2329" w:rsidRDefault="007B2329" w:rsidP="007B2329">
      <w:r>
        <w:t>150.1847</w:t>
      </w:r>
      <w:r>
        <w:tab/>
        <w:t>3.798e-2</w:t>
      </w:r>
    </w:p>
    <w:p w:rsidR="007B2329" w:rsidRDefault="007B2329" w:rsidP="007B2329">
      <w:r>
        <w:t>150.1884</w:t>
      </w:r>
      <w:r>
        <w:tab/>
        <w:t>3.313e0</w:t>
      </w:r>
    </w:p>
    <w:p w:rsidR="007B2329" w:rsidRDefault="007B2329" w:rsidP="007B2329">
      <w:r>
        <w:t>150.1914</w:t>
      </w:r>
      <w:r>
        <w:tab/>
        <w:t>3.038e0</w:t>
      </w:r>
    </w:p>
    <w:p w:rsidR="007B2329" w:rsidRDefault="007B2329" w:rsidP="007B2329">
      <w:r>
        <w:t>150.1996</w:t>
      </w:r>
      <w:r>
        <w:tab/>
        <w:t>2.025e0</w:t>
      </w:r>
    </w:p>
    <w:p w:rsidR="007B2329" w:rsidRDefault="007B2329" w:rsidP="007B2329">
      <w:r>
        <w:t>150.2014</w:t>
      </w:r>
      <w:r>
        <w:tab/>
        <w:t>1.266e-2</w:t>
      </w:r>
    </w:p>
    <w:p w:rsidR="007B2329" w:rsidRDefault="007B2329" w:rsidP="007B2329">
      <w:r>
        <w:t>150.2139</w:t>
      </w:r>
      <w:r>
        <w:tab/>
        <w:t>1.013e0</w:t>
      </w:r>
    </w:p>
    <w:p w:rsidR="007B2329" w:rsidRDefault="007B2329" w:rsidP="007B2329">
      <w:r>
        <w:t>150.2219</w:t>
      </w:r>
      <w:r>
        <w:tab/>
        <w:t>1.025e0</w:t>
      </w:r>
    </w:p>
    <w:p w:rsidR="007B2329" w:rsidRDefault="007B2329" w:rsidP="007B2329">
      <w:r>
        <w:t>150.2237</w:t>
      </w:r>
      <w:r>
        <w:tab/>
        <w:t>1.013e0</w:t>
      </w:r>
    </w:p>
    <w:p w:rsidR="007B2329" w:rsidRDefault="007B2329" w:rsidP="007B2329">
      <w:r>
        <w:t>150.2304</w:t>
      </w:r>
      <w:r>
        <w:tab/>
        <w:t>1.266e-2</w:t>
      </w:r>
    </w:p>
    <w:p w:rsidR="007B2329" w:rsidRDefault="007B2329" w:rsidP="007B2329">
      <w:r>
        <w:t>150.2503</w:t>
      </w:r>
      <w:r>
        <w:tab/>
        <w:t>1.013e0</w:t>
      </w:r>
    </w:p>
    <w:p w:rsidR="007B2329" w:rsidRDefault="007B2329" w:rsidP="007B2329">
      <w:r>
        <w:t>150.2534</w:t>
      </w:r>
      <w:r>
        <w:tab/>
        <w:t>1.013e0</w:t>
      </w:r>
    </w:p>
    <w:p w:rsidR="007B2329" w:rsidRDefault="007B2329" w:rsidP="007B2329">
      <w:r>
        <w:t>150.2563</w:t>
      </w:r>
      <w:r>
        <w:tab/>
        <w:t>2.025e0</w:t>
      </w:r>
    </w:p>
    <w:p w:rsidR="007B2329" w:rsidRDefault="007B2329" w:rsidP="007B2329">
      <w:r>
        <w:t>150.2593</w:t>
      </w:r>
      <w:r>
        <w:tab/>
        <w:t>1.013e0</w:t>
      </w:r>
    </w:p>
    <w:p w:rsidR="007B2329" w:rsidRDefault="007B2329" w:rsidP="007B2329">
      <w:r>
        <w:t>150.2661</w:t>
      </w:r>
      <w:r>
        <w:tab/>
        <w:t>1.013e0</w:t>
      </w:r>
    </w:p>
    <w:p w:rsidR="007B2329" w:rsidRDefault="007B2329" w:rsidP="007B2329">
      <w:r>
        <w:t>150.2694</w:t>
      </w:r>
      <w:r>
        <w:tab/>
        <w:t>1.013e0</w:t>
      </w:r>
    </w:p>
    <w:p w:rsidR="007B2329" w:rsidRDefault="007B2329" w:rsidP="007B2329">
      <w:r>
        <w:lastRenderedPageBreak/>
        <w:t>150.2710</w:t>
      </w:r>
      <w:r>
        <w:tab/>
        <w:t>1.025e0</w:t>
      </w:r>
    </w:p>
    <w:p w:rsidR="007B2329" w:rsidRDefault="007B2329" w:rsidP="007B2329">
      <w:r>
        <w:t>150.2760</w:t>
      </w:r>
      <w:r>
        <w:tab/>
        <w:t>1.013e0</w:t>
      </w:r>
    </w:p>
    <w:p w:rsidR="007B2329" w:rsidRDefault="007B2329" w:rsidP="007B2329">
      <w:r>
        <w:t>150.2928</w:t>
      </w:r>
      <w:r>
        <w:tab/>
        <w:t>2.051e0</w:t>
      </w:r>
    </w:p>
    <w:p w:rsidR="007B2329" w:rsidRDefault="007B2329" w:rsidP="007B2329">
      <w:r>
        <w:t>150.2957</w:t>
      </w:r>
      <w:r>
        <w:tab/>
        <w:t>1.013e0</w:t>
      </w:r>
    </w:p>
    <w:p w:rsidR="007B2329" w:rsidRDefault="007B2329" w:rsidP="007B2329">
      <w:r>
        <w:t>150.3083</w:t>
      </w:r>
      <w:r>
        <w:tab/>
        <w:t>1.013e0</w:t>
      </w:r>
    </w:p>
    <w:p w:rsidR="007B2329" w:rsidRDefault="007B2329" w:rsidP="007B2329">
      <w:r>
        <w:t>150.3168</w:t>
      </w:r>
      <w:r>
        <w:tab/>
        <w:t>2.025e0</w:t>
      </w:r>
    </w:p>
    <w:p w:rsidR="007B2329" w:rsidRDefault="007B2329" w:rsidP="007B2329">
      <w:r>
        <w:t>150.3184</w:t>
      </w:r>
      <w:r>
        <w:tab/>
        <w:t>2.025e0</w:t>
      </w:r>
    </w:p>
    <w:p w:rsidR="007B2329" w:rsidRDefault="007B2329" w:rsidP="007B2329">
      <w:r>
        <w:t>150.3250</w:t>
      </w:r>
      <w:r>
        <w:tab/>
        <w:t>1.013e0</w:t>
      </w:r>
    </w:p>
    <w:p w:rsidR="007B2329" w:rsidRDefault="007B2329" w:rsidP="007B2329">
      <w:r>
        <w:t>150.3284</w:t>
      </w:r>
      <w:r>
        <w:tab/>
        <w:t>1.013e0</w:t>
      </w:r>
    </w:p>
    <w:p w:rsidR="007B2329" w:rsidRDefault="007B2329" w:rsidP="007B2329">
      <w:r>
        <w:t>150.3381</w:t>
      </w:r>
      <w:r>
        <w:tab/>
        <w:t>1.013e0</w:t>
      </w:r>
    </w:p>
    <w:p w:rsidR="007B2329" w:rsidRDefault="007B2329" w:rsidP="007B2329">
      <w:r>
        <w:t>150.3442</w:t>
      </w:r>
      <w:r>
        <w:tab/>
        <w:t>1.013e0</w:t>
      </w:r>
    </w:p>
    <w:p w:rsidR="007B2329" w:rsidRDefault="007B2329" w:rsidP="007B2329">
      <w:r>
        <w:t>150.3541</w:t>
      </w:r>
      <w:r>
        <w:tab/>
        <w:t>1.266e-2</w:t>
      </w:r>
    </w:p>
    <w:p w:rsidR="007B2329" w:rsidRDefault="007B2329" w:rsidP="007B2329">
      <w:r>
        <w:t>150.3574</w:t>
      </w:r>
      <w:r>
        <w:tab/>
        <w:t>2.025e0</w:t>
      </w:r>
    </w:p>
    <w:p w:rsidR="007B2329" w:rsidRDefault="007B2329" w:rsidP="007B2329">
      <w:r>
        <w:t>150.3707</w:t>
      </w:r>
      <w:r>
        <w:tab/>
        <w:t>2.025e0</w:t>
      </w:r>
    </w:p>
    <w:p w:rsidR="007B2329" w:rsidRDefault="007B2329" w:rsidP="007B2329">
      <w:r>
        <w:t>150.3741</w:t>
      </w:r>
      <w:r>
        <w:tab/>
        <w:t>1.013e0</w:t>
      </w:r>
    </w:p>
    <w:p w:rsidR="007B2329" w:rsidRDefault="007B2329" w:rsidP="007B2329">
      <w:r>
        <w:t>150.3806</w:t>
      </w:r>
      <w:r>
        <w:tab/>
        <w:t>2.025e0</w:t>
      </w:r>
    </w:p>
    <w:p w:rsidR="007B2329" w:rsidRDefault="007B2329" w:rsidP="007B2329">
      <w:r>
        <w:t>150.3855</w:t>
      </w:r>
      <w:r>
        <w:tab/>
        <w:t>3.038e0</w:t>
      </w:r>
    </w:p>
    <w:p w:rsidR="007B2329" w:rsidRDefault="007B2329" w:rsidP="007B2329">
      <w:r>
        <w:t>150.3897</w:t>
      </w:r>
      <w:r>
        <w:tab/>
        <w:t>1.266e-2</w:t>
      </w:r>
    </w:p>
    <w:p w:rsidR="007B2329" w:rsidRDefault="007B2329" w:rsidP="007B2329">
      <w:r>
        <w:t>150.3964</w:t>
      </w:r>
      <w:r>
        <w:tab/>
        <w:t>1.013e0</w:t>
      </w:r>
    </w:p>
    <w:p w:rsidR="007B2329" w:rsidRDefault="007B2329" w:rsidP="007B2329">
      <w:r>
        <w:lastRenderedPageBreak/>
        <w:t>150.4014</w:t>
      </w:r>
      <w:r>
        <w:tab/>
        <w:t>2.025e0</w:t>
      </w:r>
    </w:p>
    <w:p w:rsidR="007B2329" w:rsidRDefault="007B2329" w:rsidP="007B2329">
      <w:r>
        <w:t>150.4031</w:t>
      </w:r>
      <w:r>
        <w:tab/>
        <w:t>1.013e0</w:t>
      </w:r>
    </w:p>
    <w:p w:rsidR="007B2329" w:rsidRDefault="007B2329" w:rsidP="007B2329">
      <w:r>
        <w:t>150.4064</w:t>
      </w:r>
      <w:r>
        <w:tab/>
        <w:t>2.025e0</w:t>
      </w:r>
    </w:p>
    <w:p w:rsidR="007B2329" w:rsidRDefault="007B2329" w:rsidP="007B2329">
      <w:r>
        <w:t>150.4131</w:t>
      </w:r>
      <w:r>
        <w:tab/>
        <w:t>2.025e0</w:t>
      </w:r>
    </w:p>
    <w:p w:rsidR="007B2329" w:rsidRDefault="007B2329" w:rsidP="007B2329">
      <w:r>
        <w:t>150.4198</w:t>
      </w:r>
      <w:r>
        <w:tab/>
        <w:t>1.013e0</w:t>
      </w:r>
    </w:p>
    <w:p w:rsidR="007B2329" w:rsidRDefault="007B2329" w:rsidP="007B2329">
      <w:r>
        <w:t>150.4290</w:t>
      </w:r>
      <w:r>
        <w:tab/>
        <w:t>1.013e0</w:t>
      </w:r>
    </w:p>
    <w:p w:rsidR="007B2329" w:rsidRDefault="007B2329" w:rsidP="007B2329">
      <w:r>
        <w:t>150.4321</w:t>
      </w:r>
      <w:r>
        <w:tab/>
        <w:t>1.013e0</w:t>
      </w:r>
    </w:p>
    <w:p w:rsidR="007B2329" w:rsidRDefault="007B2329" w:rsidP="007B2329">
      <w:r>
        <w:t>150.4370</w:t>
      </w:r>
      <w:r>
        <w:tab/>
        <w:t>2.025e0</w:t>
      </w:r>
    </w:p>
    <w:p w:rsidR="007B2329" w:rsidRDefault="007B2329" w:rsidP="007B2329">
      <w:r>
        <w:t>150.4454</w:t>
      </w:r>
      <w:r>
        <w:tab/>
        <w:t>1.013e0</w:t>
      </w:r>
    </w:p>
    <w:p w:rsidR="007B2329" w:rsidRDefault="007B2329" w:rsidP="007B2329">
      <w:r>
        <w:t>150.4488</w:t>
      </w:r>
      <w:r>
        <w:tab/>
        <w:t>1.025e0</w:t>
      </w:r>
    </w:p>
    <w:p w:rsidR="007B2329" w:rsidRDefault="007B2329" w:rsidP="007B2329">
      <w:r>
        <w:t>150.4621</w:t>
      </w:r>
      <w:r>
        <w:tab/>
        <w:t>2.025e0</w:t>
      </w:r>
    </w:p>
    <w:p w:rsidR="007B2329" w:rsidRDefault="007B2329" w:rsidP="007B2329">
      <w:r>
        <w:t>150.4778</w:t>
      </w:r>
      <w:r>
        <w:tab/>
        <w:t>1.266e-2</w:t>
      </w:r>
    </w:p>
    <w:p w:rsidR="007B2329" w:rsidRDefault="007B2329" w:rsidP="007B2329">
      <w:r>
        <w:t>150.4811</w:t>
      </w:r>
      <w:r>
        <w:tab/>
        <w:t>1.013e0</w:t>
      </w:r>
    </w:p>
    <w:p w:rsidR="007B2329" w:rsidRDefault="007B2329" w:rsidP="007B2329">
      <w:r>
        <w:t>150.4845</w:t>
      </w:r>
      <w:r>
        <w:tab/>
        <w:t>2.025e0</w:t>
      </w:r>
    </w:p>
    <w:p w:rsidR="007B2329" w:rsidRDefault="007B2329" w:rsidP="007B2329">
      <w:r>
        <w:t>150.5079</w:t>
      </w:r>
      <w:r>
        <w:tab/>
        <w:t>1.013e0</w:t>
      </w:r>
    </w:p>
    <w:p w:rsidR="007B2329" w:rsidRDefault="007B2329" w:rsidP="007B2329">
      <w:r>
        <w:t>150.5185</w:t>
      </w:r>
      <w:r>
        <w:tab/>
        <w:t>2.025e0</w:t>
      </w:r>
    </w:p>
    <w:p w:rsidR="007B2329" w:rsidRDefault="007B2329" w:rsidP="007B2329">
      <w:r>
        <w:t>150.5235</w:t>
      </w:r>
      <w:r>
        <w:tab/>
        <w:t>2.025e0</w:t>
      </w:r>
    </w:p>
    <w:p w:rsidR="007B2329" w:rsidRDefault="007B2329" w:rsidP="007B2329">
      <w:r>
        <w:t>150.5251</w:t>
      </w:r>
      <w:r>
        <w:tab/>
        <w:t>2.532e-2</w:t>
      </w:r>
    </w:p>
    <w:p w:rsidR="007B2329" w:rsidRDefault="007B2329" w:rsidP="007B2329">
      <w:r>
        <w:t>150.5285</w:t>
      </w:r>
      <w:r>
        <w:tab/>
        <w:t>2.025e0</w:t>
      </w:r>
    </w:p>
    <w:p w:rsidR="007B2329" w:rsidRDefault="007B2329" w:rsidP="007B2329">
      <w:r>
        <w:lastRenderedPageBreak/>
        <w:t>150.5352</w:t>
      </w:r>
      <w:r>
        <w:tab/>
        <w:t>2.025e0</w:t>
      </w:r>
    </w:p>
    <w:p w:rsidR="007B2329" w:rsidRDefault="007B2329" w:rsidP="007B2329">
      <w:r>
        <w:t>150.5418</w:t>
      </w:r>
      <w:r>
        <w:tab/>
        <w:t>2.025e0</w:t>
      </w:r>
    </w:p>
    <w:p w:rsidR="007B2329" w:rsidRDefault="007B2329" w:rsidP="007B2329">
      <w:r>
        <w:t>150.5434</w:t>
      </w:r>
      <w:r>
        <w:tab/>
        <w:t>2.038e0</w:t>
      </w:r>
    </w:p>
    <w:p w:rsidR="007B2329" w:rsidRDefault="007B2329" w:rsidP="007B2329">
      <w:r>
        <w:t>150.5497</w:t>
      </w:r>
      <w:r>
        <w:tab/>
        <w:t>1.013e1</w:t>
      </w:r>
    </w:p>
    <w:p w:rsidR="007B2329" w:rsidRDefault="007B2329" w:rsidP="007B2329">
      <w:r>
        <w:t>150.5509</w:t>
      </w:r>
      <w:r>
        <w:tab/>
        <w:t>4.063e0</w:t>
      </w:r>
    </w:p>
    <w:p w:rsidR="007B2329" w:rsidRDefault="007B2329" w:rsidP="007B2329">
      <w:r>
        <w:t>150.5692</w:t>
      </w:r>
      <w:r>
        <w:tab/>
        <w:t>1.266e-2</w:t>
      </w:r>
    </w:p>
    <w:p w:rsidR="007B2329" w:rsidRDefault="007B2329" w:rsidP="007B2329">
      <w:r>
        <w:t>150.5725</w:t>
      </w:r>
      <w:r>
        <w:tab/>
        <w:t>1.013e0</w:t>
      </w:r>
    </w:p>
    <w:p w:rsidR="007B2329" w:rsidRDefault="007B2329" w:rsidP="007B2329">
      <w:r>
        <w:t>150.5740</w:t>
      </w:r>
      <w:r>
        <w:tab/>
        <w:t>2.038e0</w:t>
      </w:r>
    </w:p>
    <w:p w:rsidR="007B2329" w:rsidRDefault="007B2329" w:rsidP="007B2329">
      <w:r>
        <w:t>150.5759</w:t>
      </w:r>
      <w:r>
        <w:tab/>
        <w:t>2.025e0</w:t>
      </w:r>
    </w:p>
    <w:p w:rsidR="007B2329" w:rsidRDefault="007B2329" w:rsidP="007B2329">
      <w:r>
        <w:t>150.5792</w:t>
      </w:r>
      <w:r>
        <w:tab/>
        <w:t>1.013e0</w:t>
      </w:r>
    </w:p>
    <w:p w:rsidR="007B2329" w:rsidRDefault="007B2329" w:rsidP="007B2329">
      <w:r>
        <w:t>150.5808</w:t>
      </w:r>
      <w:r>
        <w:tab/>
        <w:t>2.025e0</w:t>
      </w:r>
    </w:p>
    <w:p w:rsidR="007B2329" w:rsidRDefault="007B2329" w:rsidP="007B2329">
      <w:r>
        <w:t>150.5925</w:t>
      </w:r>
      <w:r>
        <w:tab/>
        <w:t>1.013e0</w:t>
      </w:r>
    </w:p>
    <w:p w:rsidR="007B2329" w:rsidRDefault="007B2329" w:rsidP="007B2329">
      <w:r>
        <w:t>150.6019</w:t>
      </w:r>
      <w:r>
        <w:tab/>
        <w:t>1.266e-2</w:t>
      </w:r>
    </w:p>
    <w:p w:rsidR="007B2329" w:rsidRDefault="007B2329" w:rsidP="007B2329">
      <w:r>
        <w:t>150.6049</w:t>
      </w:r>
      <w:r>
        <w:tab/>
        <w:t>1.266e-2</w:t>
      </w:r>
    </w:p>
    <w:p w:rsidR="007B2329" w:rsidRDefault="007B2329" w:rsidP="007B2329">
      <w:r>
        <w:t>150.6081</w:t>
      </w:r>
      <w:r>
        <w:tab/>
        <w:t>1.013e0</w:t>
      </w:r>
    </w:p>
    <w:p w:rsidR="007B2329" w:rsidRDefault="007B2329" w:rsidP="007B2329">
      <w:r>
        <w:t>150.6116</w:t>
      </w:r>
      <w:r>
        <w:tab/>
        <w:t>1.013e0</w:t>
      </w:r>
    </w:p>
    <w:p w:rsidR="007B2329" w:rsidRDefault="007B2329" w:rsidP="007B2329">
      <w:r>
        <w:t>150.6282</w:t>
      </w:r>
      <w:r>
        <w:tab/>
        <w:t>2.025e0</w:t>
      </w:r>
    </w:p>
    <w:p w:rsidR="007B2329" w:rsidRDefault="007B2329" w:rsidP="007B2329">
      <w:r>
        <w:t>150.6349</w:t>
      </w:r>
      <w:r>
        <w:tab/>
        <w:t>1.025e0</w:t>
      </w:r>
    </w:p>
    <w:p w:rsidR="007B2329" w:rsidRDefault="007B2329" w:rsidP="007B2329">
      <w:r>
        <w:t>150.6399</w:t>
      </w:r>
      <w:r>
        <w:tab/>
        <w:t>1.025e0</w:t>
      </w:r>
    </w:p>
    <w:p w:rsidR="007B2329" w:rsidRDefault="007B2329" w:rsidP="007B2329">
      <w:r>
        <w:lastRenderedPageBreak/>
        <w:t>150.6505</w:t>
      </w:r>
      <w:r>
        <w:tab/>
        <w:t>1.013e0</w:t>
      </w:r>
    </w:p>
    <w:p w:rsidR="007B2329" w:rsidRDefault="007B2329" w:rsidP="007B2329">
      <w:r>
        <w:t>150.6539</w:t>
      </w:r>
      <w:r>
        <w:tab/>
        <w:t>1.013e0</w:t>
      </w:r>
    </w:p>
    <w:p w:rsidR="007B2329" w:rsidRDefault="007B2329" w:rsidP="007B2329">
      <w:r>
        <w:t>150.6639</w:t>
      </w:r>
      <w:r>
        <w:tab/>
        <w:t>3.051e0</w:t>
      </w:r>
    </w:p>
    <w:p w:rsidR="007B2329" w:rsidRDefault="007B2329" w:rsidP="007B2329">
      <w:r>
        <w:t>150.6656</w:t>
      </w:r>
      <w:r>
        <w:tab/>
        <w:t>2.025e0</w:t>
      </w:r>
    </w:p>
    <w:p w:rsidR="007B2329" w:rsidRDefault="007B2329" w:rsidP="007B2329">
      <w:r>
        <w:t>150.6739</w:t>
      </w:r>
      <w:r>
        <w:tab/>
        <w:t>1.013e0</w:t>
      </w:r>
    </w:p>
    <w:p w:rsidR="007B2329" w:rsidRDefault="007B2329" w:rsidP="007B2329">
      <w:r>
        <w:t>150.6772</w:t>
      </w:r>
      <w:r>
        <w:tab/>
        <w:t>1.013e0</w:t>
      </w:r>
    </w:p>
    <w:p w:rsidR="007B2329" w:rsidRDefault="007B2329" w:rsidP="007B2329">
      <w:r>
        <w:t>150.6869</w:t>
      </w:r>
      <w:r>
        <w:tab/>
        <w:t>1.013e0</w:t>
      </w:r>
    </w:p>
    <w:p w:rsidR="007B2329" w:rsidRDefault="007B2329" w:rsidP="007B2329">
      <w:r>
        <w:t>150.6911</w:t>
      </w:r>
      <w:r>
        <w:tab/>
        <w:t>1.025e0</w:t>
      </w:r>
    </w:p>
    <w:p w:rsidR="007B2329" w:rsidRDefault="007B2329" w:rsidP="007B2329">
      <w:r>
        <w:t>150.7003</w:t>
      </w:r>
      <w:r>
        <w:tab/>
        <w:t>5.063e0</w:t>
      </w:r>
    </w:p>
    <w:p w:rsidR="007B2329" w:rsidRDefault="007B2329" w:rsidP="007B2329">
      <w:r>
        <w:t>150.7030</w:t>
      </w:r>
      <w:r>
        <w:tab/>
        <w:t>1.013e0</w:t>
      </w:r>
    </w:p>
    <w:p w:rsidR="007B2329" w:rsidRDefault="007B2329" w:rsidP="007B2329">
      <w:r>
        <w:t>150.7096</w:t>
      </w:r>
      <w:r>
        <w:tab/>
        <w:t>1.013e0</w:t>
      </w:r>
    </w:p>
    <w:p w:rsidR="007B2329" w:rsidRDefault="007B2329" w:rsidP="007B2329">
      <w:r>
        <w:t>150.7163</w:t>
      </w:r>
      <w:r>
        <w:tab/>
        <w:t>1.266e-2</w:t>
      </w:r>
    </w:p>
    <w:p w:rsidR="007B2329" w:rsidRDefault="007B2329" w:rsidP="007B2329">
      <w:r>
        <w:t>150.7197</w:t>
      </w:r>
      <w:r>
        <w:tab/>
        <w:t>1.266e-2</w:t>
      </w:r>
    </w:p>
    <w:p w:rsidR="007B2329" w:rsidRDefault="007B2329" w:rsidP="007B2329">
      <w:r>
        <w:t>150.7355</w:t>
      </w:r>
      <w:r>
        <w:tab/>
        <w:t>1.013e0</w:t>
      </w:r>
    </w:p>
    <w:p w:rsidR="007B2329" w:rsidRDefault="007B2329" w:rsidP="007B2329">
      <w:r>
        <w:t>150.7454</w:t>
      </w:r>
      <w:r>
        <w:tab/>
        <w:t>1.013e0</w:t>
      </w:r>
    </w:p>
    <w:p w:rsidR="007B2329" w:rsidRDefault="007B2329" w:rsidP="007B2329">
      <w:r>
        <w:t>150.7487</w:t>
      </w:r>
      <w:r>
        <w:tab/>
        <w:t>2.025e0</w:t>
      </w:r>
    </w:p>
    <w:p w:rsidR="007B2329" w:rsidRDefault="007B2329" w:rsidP="007B2329">
      <w:r>
        <w:t>150.7554</w:t>
      </w:r>
      <w:r>
        <w:tab/>
        <w:t>1.013e0</w:t>
      </w:r>
    </w:p>
    <w:p w:rsidR="007B2329" w:rsidRDefault="007B2329" w:rsidP="007B2329">
      <w:r>
        <w:t>150.7828</w:t>
      </w:r>
      <w:r>
        <w:tab/>
        <w:t>2.025e0</w:t>
      </w:r>
    </w:p>
    <w:p w:rsidR="007B2329" w:rsidRDefault="007B2329" w:rsidP="007B2329">
      <w:r>
        <w:t>150.7844</w:t>
      </w:r>
      <w:r>
        <w:tab/>
        <w:t>1.013e0</w:t>
      </w:r>
    </w:p>
    <w:p w:rsidR="007B2329" w:rsidRDefault="007B2329" w:rsidP="007B2329">
      <w:r>
        <w:lastRenderedPageBreak/>
        <w:t>150.7911</w:t>
      </w:r>
      <w:r>
        <w:tab/>
        <w:t>1.013e0</w:t>
      </w:r>
    </w:p>
    <w:p w:rsidR="007B2329" w:rsidRDefault="007B2329" w:rsidP="007B2329">
      <w:r>
        <w:t>150.8111</w:t>
      </w:r>
      <w:r>
        <w:tab/>
        <w:t>1.013e0</w:t>
      </w:r>
    </w:p>
    <w:p w:rsidR="007B2329" w:rsidRDefault="007B2329" w:rsidP="007B2329">
      <w:r>
        <w:t>150.8145</w:t>
      </w:r>
      <w:r>
        <w:tab/>
        <w:t>2.025e0</w:t>
      </w:r>
    </w:p>
    <w:p w:rsidR="007B2329" w:rsidRDefault="007B2329" w:rsidP="007B2329">
      <w:r>
        <w:t>150.8175</w:t>
      </w:r>
      <w:r>
        <w:tab/>
        <w:t>1.013e0</w:t>
      </w:r>
    </w:p>
    <w:p w:rsidR="007B2329" w:rsidRDefault="007B2329" w:rsidP="007B2329">
      <w:r>
        <w:t>150.8236</w:t>
      </w:r>
      <w:r>
        <w:tab/>
        <w:t>1.266e-2</w:t>
      </w:r>
    </w:p>
    <w:p w:rsidR="007B2329" w:rsidRDefault="007B2329" w:rsidP="007B2329">
      <w:r>
        <w:t>150.8268</w:t>
      </w:r>
      <w:r>
        <w:tab/>
        <w:t>1.013e0</w:t>
      </w:r>
    </w:p>
    <w:p w:rsidR="007B2329" w:rsidRDefault="007B2329" w:rsidP="007B2329">
      <w:r>
        <w:t>150.8292</w:t>
      </w:r>
      <w:r>
        <w:tab/>
        <w:t>3.038e0</w:t>
      </w:r>
    </w:p>
    <w:p w:rsidR="007B2329" w:rsidRDefault="007B2329" w:rsidP="007B2329">
      <w:r>
        <w:t>150.8369</w:t>
      </w:r>
      <w:r>
        <w:tab/>
        <w:t>1.266e-2</w:t>
      </w:r>
    </w:p>
    <w:p w:rsidR="007B2329" w:rsidRDefault="007B2329" w:rsidP="007B2329">
      <w:r>
        <w:t>150.8402</w:t>
      </w:r>
      <w:r>
        <w:tab/>
        <w:t>1.038e0</w:t>
      </w:r>
    </w:p>
    <w:p w:rsidR="007B2329" w:rsidRDefault="007B2329" w:rsidP="007B2329">
      <w:r>
        <w:t>150.8451</w:t>
      </w:r>
      <w:r>
        <w:tab/>
        <w:t>2.025e0</w:t>
      </w:r>
    </w:p>
    <w:p w:rsidR="007B2329" w:rsidRDefault="007B2329" w:rsidP="007B2329">
      <w:r>
        <w:t>150.8469</w:t>
      </w:r>
      <w:r>
        <w:tab/>
        <w:t>1.038e0</w:t>
      </w:r>
    </w:p>
    <w:p w:rsidR="007B2329" w:rsidRDefault="007B2329" w:rsidP="007B2329">
      <w:r>
        <w:t>150.8569</w:t>
      </w:r>
      <w:r>
        <w:tab/>
        <w:t>1.013e0</w:t>
      </w:r>
    </w:p>
    <w:p w:rsidR="007B2329" w:rsidRDefault="007B2329" w:rsidP="007B2329">
      <w:r>
        <w:t>150.8661</w:t>
      </w:r>
      <w:r>
        <w:tab/>
        <w:t>2.025e0</w:t>
      </w:r>
    </w:p>
    <w:p w:rsidR="007B2329" w:rsidRDefault="007B2329" w:rsidP="007B2329">
      <w:r>
        <w:t>150.8826</w:t>
      </w:r>
      <w:r>
        <w:tab/>
        <w:t>1.013e0</w:t>
      </w:r>
    </w:p>
    <w:p w:rsidR="007B2329" w:rsidRDefault="007B2329" w:rsidP="007B2329">
      <w:r>
        <w:t>150.8859</w:t>
      </w:r>
      <w:r>
        <w:tab/>
        <w:t>1.025e0</w:t>
      </w:r>
    </w:p>
    <w:p w:rsidR="007B2329" w:rsidRDefault="007B2329" w:rsidP="007B2329">
      <w:r>
        <w:t>150.8919</w:t>
      </w:r>
      <w:r>
        <w:tab/>
        <w:t>4.051e0</w:t>
      </w:r>
    </w:p>
    <w:p w:rsidR="007B2329" w:rsidRDefault="007B2329" w:rsidP="007B2329">
      <w:r>
        <w:t>150.8975</w:t>
      </w:r>
      <w:r>
        <w:tab/>
        <w:t>2.025e0</w:t>
      </w:r>
    </w:p>
    <w:p w:rsidR="007B2329" w:rsidRDefault="007B2329" w:rsidP="007B2329">
      <w:r>
        <w:t>150.9025</w:t>
      </w:r>
      <w:r>
        <w:tab/>
        <w:t>1.013e0</w:t>
      </w:r>
    </w:p>
    <w:p w:rsidR="007B2329" w:rsidRDefault="007B2329" w:rsidP="007B2329">
      <w:r>
        <w:t>150.9056</w:t>
      </w:r>
      <w:r>
        <w:tab/>
        <w:t>1.266e-2</w:t>
      </w:r>
    </w:p>
    <w:p w:rsidR="007B2329" w:rsidRDefault="007B2329" w:rsidP="007B2329">
      <w:r>
        <w:lastRenderedPageBreak/>
        <w:t>150.9149</w:t>
      </w:r>
      <w:r>
        <w:tab/>
        <w:t>2.025e0</w:t>
      </w:r>
    </w:p>
    <w:p w:rsidR="007B2329" w:rsidRDefault="007B2329" w:rsidP="007B2329">
      <w:r>
        <w:t>150.9200</w:t>
      </w:r>
      <w:r>
        <w:tab/>
        <w:t>1.025e0</w:t>
      </w:r>
    </w:p>
    <w:p w:rsidR="007B2329" w:rsidRDefault="007B2329" w:rsidP="007B2329">
      <w:r>
        <w:t>150.9255</w:t>
      </w:r>
      <w:r>
        <w:tab/>
        <w:t>5.063e0</w:t>
      </w:r>
    </w:p>
    <w:p w:rsidR="007B2329" w:rsidRDefault="007B2329" w:rsidP="007B2329">
      <w:r>
        <w:t>150.9366</w:t>
      </w:r>
      <w:r>
        <w:tab/>
        <w:t>2.025e0</w:t>
      </w:r>
    </w:p>
    <w:p w:rsidR="007B2329" w:rsidRDefault="007B2329" w:rsidP="007B2329">
      <w:r>
        <w:t>150.9512</w:t>
      </w:r>
      <w:r>
        <w:tab/>
        <w:t>1.013e0</w:t>
      </w:r>
    </w:p>
    <w:p w:rsidR="007B2329" w:rsidRDefault="007B2329" w:rsidP="007B2329">
      <w:r>
        <w:t>150.9528</w:t>
      </w:r>
      <w:r>
        <w:tab/>
        <w:t>1.025e0</w:t>
      </w:r>
    </w:p>
    <w:p w:rsidR="007B2329" w:rsidRDefault="007B2329" w:rsidP="007B2329">
      <w:r>
        <w:t>150.9554</w:t>
      </w:r>
      <w:r>
        <w:tab/>
        <w:t>2.038e0</w:t>
      </w:r>
    </w:p>
    <w:p w:rsidR="007B2329" w:rsidRDefault="007B2329" w:rsidP="007B2329">
      <w:r>
        <w:t>150.9607</w:t>
      </w:r>
      <w:r>
        <w:tab/>
        <w:t>2.025e0</w:t>
      </w:r>
    </w:p>
    <w:p w:rsidR="007B2329" w:rsidRDefault="007B2329" w:rsidP="007B2329">
      <w:r>
        <w:t>150.9641</w:t>
      </w:r>
      <w:r>
        <w:tab/>
        <w:t>1.013e0</w:t>
      </w:r>
    </w:p>
    <w:p w:rsidR="007B2329" w:rsidRDefault="007B2329" w:rsidP="007B2329">
      <w:r>
        <w:t>150.9707</w:t>
      </w:r>
      <w:r>
        <w:tab/>
        <w:t>1.266e-2</w:t>
      </w:r>
    </w:p>
    <w:p w:rsidR="007B2329" w:rsidRDefault="007B2329" w:rsidP="007B2329">
      <w:r>
        <w:t>150.9824</w:t>
      </w:r>
      <w:r>
        <w:tab/>
        <w:t>2.025e0</w:t>
      </w:r>
    </w:p>
    <w:p w:rsidR="007B2329" w:rsidRDefault="007B2329" w:rsidP="007B2329">
      <w:r>
        <w:t>150.9841</w:t>
      </w:r>
      <w:r>
        <w:tab/>
        <w:t>1.013e0</w:t>
      </w:r>
    </w:p>
    <w:p w:rsidR="007B2329" w:rsidRDefault="007B2329" w:rsidP="007B2329">
      <w:r>
        <w:t>150.9907</w:t>
      </w:r>
      <w:r>
        <w:tab/>
        <w:t>2.025e0</w:t>
      </w:r>
    </w:p>
    <w:p w:rsidR="007B2329" w:rsidRDefault="007B2329" w:rsidP="007B2329">
      <w:r>
        <w:t>150.9939</w:t>
      </w:r>
      <w:r>
        <w:tab/>
        <w:t>2.025e0</w:t>
      </w:r>
    </w:p>
    <w:p w:rsidR="007B2329" w:rsidRDefault="007B2329" w:rsidP="007B2329">
      <w:r>
        <w:t>150.9968</w:t>
      </w:r>
      <w:r>
        <w:tab/>
        <w:t>1.013e0</w:t>
      </w:r>
    </w:p>
    <w:p w:rsidR="007B2329" w:rsidRDefault="007B2329" w:rsidP="007B2329">
      <w:r>
        <w:t>151.0031</w:t>
      </w:r>
      <w:r>
        <w:tab/>
        <w:t>2.025e0</w:t>
      </w:r>
    </w:p>
    <w:p w:rsidR="007B2329" w:rsidRDefault="007B2329" w:rsidP="007B2329">
      <w:r>
        <w:t>151.0065</w:t>
      </w:r>
      <w:r>
        <w:tab/>
        <w:t>1.266e-2</w:t>
      </w:r>
    </w:p>
    <w:p w:rsidR="007B2329" w:rsidRDefault="007B2329" w:rsidP="007B2329">
      <w:r>
        <w:t>151.0450</w:t>
      </w:r>
      <w:r>
        <w:tab/>
        <w:t>2.001e1</w:t>
      </w:r>
    </w:p>
    <w:p w:rsidR="007B2329" w:rsidRDefault="007B2329" w:rsidP="007B2329">
      <w:r>
        <w:t>151.0468</w:t>
      </w:r>
      <w:r>
        <w:tab/>
        <w:t>4.795e1</w:t>
      </w:r>
    </w:p>
    <w:p w:rsidR="007B2329" w:rsidRDefault="007B2329" w:rsidP="007B2329">
      <w:r>
        <w:lastRenderedPageBreak/>
        <w:t>151.0487</w:t>
      </w:r>
      <w:r>
        <w:tab/>
        <w:t>4.053e1</w:t>
      </w:r>
    </w:p>
    <w:p w:rsidR="007B2329" w:rsidRDefault="007B2329" w:rsidP="007B2329">
      <w:r>
        <w:t>151.0679</w:t>
      </w:r>
      <w:r>
        <w:tab/>
        <w:t>3.038e0</w:t>
      </w:r>
    </w:p>
    <w:p w:rsidR="007B2329" w:rsidRDefault="007B2329" w:rsidP="007B2329">
      <w:r>
        <w:t>151.0923</w:t>
      </w:r>
      <w:r>
        <w:tab/>
        <w:t>3.046e0</w:t>
      </w:r>
    </w:p>
    <w:p w:rsidR="007B2329" w:rsidRDefault="007B2329" w:rsidP="007B2329">
      <w:r>
        <w:t>151.0946</w:t>
      </w:r>
      <w:r>
        <w:tab/>
        <w:t>2.025e0</w:t>
      </w:r>
    </w:p>
    <w:p w:rsidR="007B2329" w:rsidRDefault="007B2329" w:rsidP="007B2329">
      <w:r>
        <w:t>151.0967</w:t>
      </w:r>
      <w:r>
        <w:tab/>
        <w:t>5.524e0</w:t>
      </w:r>
    </w:p>
    <w:p w:rsidR="007B2329" w:rsidRDefault="007B2329" w:rsidP="007B2329">
      <w:r>
        <w:t>151.0999</w:t>
      </w:r>
      <w:r>
        <w:tab/>
        <w:t>5.639e0</w:t>
      </w:r>
    </w:p>
    <w:p w:rsidR="007B2329" w:rsidRDefault="007B2329" w:rsidP="007B2329">
      <w:r>
        <w:t>151.1013</w:t>
      </w:r>
      <w:r>
        <w:tab/>
        <w:t>1.266e-2</w:t>
      </w:r>
    </w:p>
    <w:p w:rsidR="007B2329" w:rsidRDefault="007B2329" w:rsidP="007B2329">
      <w:r>
        <w:t>151.1047</w:t>
      </w:r>
      <w:r>
        <w:tab/>
        <w:t>1.013e0</w:t>
      </w:r>
    </w:p>
    <w:p w:rsidR="007B2329" w:rsidRDefault="007B2329" w:rsidP="007B2329">
      <w:r>
        <w:t>151.1079</w:t>
      </w:r>
      <w:r>
        <w:tab/>
        <w:t>6.623e0</w:t>
      </w:r>
    </w:p>
    <w:p w:rsidR="007B2329" w:rsidRDefault="007B2329" w:rsidP="007B2329">
      <w:r>
        <w:t>151.1232</w:t>
      </w:r>
      <w:r>
        <w:tab/>
        <w:t>3.038e0</w:t>
      </w:r>
    </w:p>
    <w:p w:rsidR="007B2329" w:rsidRDefault="007B2329" w:rsidP="007B2329">
      <w:r>
        <w:t>151.1260</w:t>
      </w:r>
      <w:r>
        <w:tab/>
        <w:t>4.089e0</w:t>
      </w:r>
    </w:p>
    <w:p w:rsidR="007B2329" w:rsidRDefault="007B2329" w:rsidP="007B2329">
      <w:r>
        <w:t>151.1339</w:t>
      </w:r>
      <w:r>
        <w:tab/>
        <w:t>8.058e0</w:t>
      </w:r>
    </w:p>
    <w:p w:rsidR="007B2329" w:rsidRDefault="007B2329" w:rsidP="007B2329">
      <w:r>
        <w:t>151.1471</w:t>
      </w:r>
      <w:r>
        <w:tab/>
        <w:t>1.013e0</w:t>
      </w:r>
    </w:p>
    <w:p w:rsidR="007B2329" w:rsidRDefault="007B2329" w:rsidP="007B2329">
      <w:r>
        <w:t>151.1539</w:t>
      </w:r>
      <w:r>
        <w:tab/>
        <w:t>5.101e0</w:t>
      </w:r>
    </w:p>
    <w:p w:rsidR="007B2329" w:rsidRDefault="007B2329" w:rsidP="007B2329">
      <w:r>
        <w:t>151.1605</w:t>
      </w:r>
      <w:r>
        <w:tab/>
        <w:t>1.025e0</w:t>
      </w:r>
    </w:p>
    <w:p w:rsidR="007B2329" w:rsidRDefault="007B2329" w:rsidP="007B2329">
      <w:r>
        <w:t>151.1650</w:t>
      </w:r>
      <w:r>
        <w:tab/>
        <w:t>4.051e0</w:t>
      </w:r>
    </w:p>
    <w:p w:rsidR="007B2329" w:rsidRDefault="007B2329" w:rsidP="007B2329">
      <w:r>
        <w:t>151.1672</w:t>
      </w:r>
      <w:r>
        <w:tab/>
        <w:t>1.013e0</w:t>
      </w:r>
    </w:p>
    <w:p w:rsidR="007B2329" w:rsidRDefault="007B2329" w:rsidP="007B2329">
      <w:r>
        <w:t>151.1702</w:t>
      </w:r>
      <w:r>
        <w:tab/>
        <w:t>1.038e0</w:t>
      </w:r>
    </w:p>
    <w:p w:rsidR="007B2329" w:rsidRDefault="007B2329" w:rsidP="007B2329">
      <w:r>
        <w:t>151.1802</w:t>
      </w:r>
      <w:r>
        <w:tab/>
        <w:t>7.101e0</w:t>
      </w:r>
    </w:p>
    <w:p w:rsidR="007B2329" w:rsidRDefault="007B2329" w:rsidP="007B2329">
      <w:r>
        <w:lastRenderedPageBreak/>
        <w:t>151.1828</w:t>
      </w:r>
      <w:r>
        <w:tab/>
        <w:t>1.266e-2</w:t>
      </w:r>
    </w:p>
    <w:p w:rsidR="007B2329" w:rsidRDefault="007B2329" w:rsidP="007B2329">
      <w:r>
        <w:t>151.1862</w:t>
      </w:r>
      <w:r>
        <w:tab/>
        <w:t>1.266e-2</w:t>
      </w:r>
    </w:p>
    <w:p w:rsidR="007B2329" w:rsidRDefault="007B2329" w:rsidP="007B2329">
      <w:r>
        <w:t>151.1896</w:t>
      </w:r>
      <w:r>
        <w:tab/>
        <w:t>1.013e0</w:t>
      </w:r>
    </w:p>
    <w:p w:rsidR="007B2329" w:rsidRDefault="007B2329" w:rsidP="007B2329">
      <w:r>
        <w:t>151.1962</w:t>
      </w:r>
      <w:r>
        <w:tab/>
        <w:t>1.013e0</w:t>
      </w:r>
    </w:p>
    <w:p w:rsidR="007B2329" w:rsidRDefault="007B2329" w:rsidP="007B2329">
      <w:r>
        <w:t>151.1996</w:t>
      </w:r>
      <w:r>
        <w:tab/>
        <w:t>1.025e0</w:t>
      </w:r>
    </w:p>
    <w:p w:rsidR="007B2329" w:rsidRDefault="007B2329" w:rsidP="007B2329">
      <w:r>
        <w:t>151.2029</w:t>
      </w:r>
      <w:r>
        <w:tab/>
        <w:t>1.013e0</w:t>
      </w:r>
    </w:p>
    <w:p w:rsidR="007B2329" w:rsidRDefault="007B2329" w:rsidP="007B2329">
      <w:r>
        <w:t>151.2063</w:t>
      </w:r>
      <w:r>
        <w:tab/>
        <w:t>1.025e0</w:t>
      </w:r>
    </w:p>
    <w:p w:rsidR="007B2329" w:rsidRDefault="007B2329" w:rsidP="007B2329">
      <w:r>
        <w:t>151.2144</w:t>
      </w:r>
      <w:r>
        <w:tab/>
        <w:t>2.532e-2</w:t>
      </w:r>
    </w:p>
    <w:p w:rsidR="007B2329" w:rsidRDefault="007B2329" w:rsidP="007B2329">
      <w:r>
        <w:t>151.2189</w:t>
      </w:r>
      <w:r>
        <w:tab/>
        <w:t>1.013e0</w:t>
      </w:r>
    </w:p>
    <w:p w:rsidR="007B2329" w:rsidRDefault="007B2329" w:rsidP="007B2329">
      <w:r>
        <w:t>151.2204</w:t>
      </w:r>
      <w:r>
        <w:tab/>
        <w:t>1.025e0</w:t>
      </w:r>
    </w:p>
    <w:p w:rsidR="007B2329" w:rsidRDefault="007B2329" w:rsidP="007B2329">
      <w:r>
        <w:t>151.2270</w:t>
      </w:r>
      <w:r>
        <w:tab/>
        <w:t>2.025e0</w:t>
      </w:r>
    </w:p>
    <w:p w:rsidR="007B2329" w:rsidRDefault="007B2329" w:rsidP="007B2329">
      <w:r>
        <w:t>151.2286</w:t>
      </w:r>
      <w:r>
        <w:tab/>
        <w:t>2.025e0</w:t>
      </w:r>
    </w:p>
    <w:p w:rsidR="007B2329" w:rsidRDefault="007B2329" w:rsidP="007B2329">
      <w:r>
        <w:t>151.2337</w:t>
      </w:r>
      <w:r>
        <w:tab/>
        <w:t>2.532e-2</w:t>
      </w:r>
    </w:p>
    <w:p w:rsidR="007B2329" w:rsidRDefault="007B2329" w:rsidP="007B2329">
      <w:r>
        <w:t>151.2386</w:t>
      </w:r>
      <w:r>
        <w:tab/>
        <w:t>1.013e0</w:t>
      </w:r>
    </w:p>
    <w:p w:rsidR="007B2329" w:rsidRDefault="007B2329" w:rsidP="007B2329">
      <w:r>
        <w:t>151.2487</w:t>
      </w:r>
      <w:r>
        <w:tab/>
        <w:t>1.025e0</w:t>
      </w:r>
    </w:p>
    <w:p w:rsidR="007B2329" w:rsidRDefault="007B2329" w:rsidP="007B2329">
      <w:r>
        <w:t>151.2520</w:t>
      </w:r>
      <w:r>
        <w:tab/>
        <w:t>2.025e0</w:t>
      </w:r>
    </w:p>
    <w:p w:rsidR="007B2329" w:rsidRDefault="007B2329" w:rsidP="007B2329">
      <w:r>
        <w:t>151.2646</w:t>
      </w:r>
      <w:r>
        <w:tab/>
        <w:t>1.013e0</w:t>
      </w:r>
    </w:p>
    <w:p w:rsidR="007B2329" w:rsidRDefault="007B2329" w:rsidP="007B2329">
      <w:r>
        <w:t>151.2744</w:t>
      </w:r>
      <w:r>
        <w:tab/>
        <w:t>4.051e0</w:t>
      </w:r>
    </w:p>
    <w:p w:rsidR="007B2329" w:rsidRDefault="007B2329" w:rsidP="007B2329">
      <w:r>
        <w:t>151.2762</w:t>
      </w:r>
      <w:r>
        <w:tab/>
        <w:t>2.025e0</w:t>
      </w:r>
    </w:p>
    <w:p w:rsidR="007B2329" w:rsidRDefault="007B2329" w:rsidP="007B2329">
      <w:r>
        <w:lastRenderedPageBreak/>
        <w:t>151.2778</w:t>
      </w:r>
      <w:r>
        <w:tab/>
        <w:t>2.025e0</w:t>
      </w:r>
    </w:p>
    <w:p w:rsidR="007B2329" w:rsidRDefault="007B2329" w:rsidP="007B2329">
      <w:r>
        <w:t>151.2945</w:t>
      </w:r>
      <w:r>
        <w:tab/>
        <w:t>2.038e0</w:t>
      </w:r>
    </w:p>
    <w:p w:rsidR="007B2329" w:rsidRDefault="007B2329" w:rsidP="007B2329">
      <w:r>
        <w:t>151.2979</w:t>
      </w:r>
      <w:r>
        <w:tab/>
        <w:t>1.013e0</w:t>
      </w:r>
    </w:p>
    <w:p w:rsidR="007B2329" w:rsidRDefault="007B2329" w:rsidP="007B2329">
      <w:r>
        <w:t>151.2989</w:t>
      </w:r>
      <w:r>
        <w:tab/>
        <w:t>2.038e0</w:t>
      </w:r>
    </w:p>
    <w:p w:rsidR="007B2329" w:rsidRDefault="007B2329" w:rsidP="007B2329">
      <w:r>
        <w:t>151.3011</w:t>
      </w:r>
      <w:r>
        <w:tab/>
        <w:t>2.025e0</w:t>
      </w:r>
    </w:p>
    <w:p w:rsidR="007B2329" w:rsidRDefault="007B2329" w:rsidP="007B2329">
      <w:r>
        <w:t>151.3135</w:t>
      </w:r>
      <w:r>
        <w:tab/>
        <w:t>1.013e0</w:t>
      </w:r>
    </w:p>
    <w:p w:rsidR="007B2329" w:rsidRDefault="007B2329" w:rsidP="007B2329">
      <w:r>
        <w:t>151.3170</w:t>
      </w:r>
      <w:r>
        <w:tab/>
        <w:t>1.013e0</w:t>
      </w:r>
    </w:p>
    <w:p w:rsidR="007B2329" w:rsidRDefault="007B2329" w:rsidP="007B2329">
      <w:r>
        <w:t>151.3336</w:t>
      </w:r>
      <w:r>
        <w:tab/>
        <w:t>4.076e0</w:t>
      </w:r>
    </w:p>
    <w:p w:rsidR="007B2329" w:rsidRDefault="007B2329" w:rsidP="007B2329">
      <w:r>
        <w:t>151.3369</w:t>
      </w:r>
      <w:r>
        <w:tab/>
        <w:t>3.038e0</w:t>
      </w:r>
    </w:p>
    <w:p w:rsidR="007B2329" w:rsidRDefault="007B2329" w:rsidP="007B2329">
      <w:r>
        <w:t>151.3386</w:t>
      </w:r>
      <w:r>
        <w:tab/>
        <w:t>2.025e0</w:t>
      </w:r>
    </w:p>
    <w:p w:rsidR="007B2329" w:rsidRDefault="007B2329" w:rsidP="007B2329">
      <w:r>
        <w:t>151.3499</w:t>
      </w:r>
      <w:r>
        <w:tab/>
        <w:t>1.013e0</w:t>
      </w:r>
    </w:p>
    <w:p w:rsidR="007B2329" w:rsidRDefault="007B2329" w:rsidP="007B2329">
      <w:r>
        <w:t>151.3514</w:t>
      </w:r>
      <w:r>
        <w:tab/>
        <w:t>2.025e0</w:t>
      </w:r>
    </w:p>
    <w:p w:rsidR="007B2329" w:rsidRDefault="007B2329" w:rsidP="007B2329">
      <w:r>
        <w:t>151.3529</w:t>
      </w:r>
      <w:r>
        <w:tab/>
        <w:t>1.266e-2</w:t>
      </w:r>
    </w:p>
    <w:p w:rsidR="007B2329" w:rsidRDefault="007B2329" w:rsidP="007B2329">
      <w:r>
        <w:t>151.3559</w:t>
      </w:r>
      <w:r>
        <w:tab/>
        <w:t>1.013e0</w:t>
      </w:r>
    </w:p>
    <w:p w:rsidR="007B2329" w:rsidRDefault="007B2329" w:rsidP="007B2329">
      <w:r>
        <w:t>151.3577</w:t>
      </w:r>
      <w:r>
        <w:tab/>
        <w:t>2.025e0</w:t>
      </w:r>
    </w:p>
    <w:p w:rsidR="007B2329" w:rsidRDefault="007B2329" w:rsidP="007B2329">
      <w:r>
        <w:t>151.3593</w:t>
      </w:r>
      <w:r>
        <w:tab/>
        <w:t>1.266e-2</w:t>
      </w:r>
    </w:p>
    <w:p w:rsidR="007B2329" w:rsidRDefault="007B2329" w:rsidP="007B2329">
      <w:r>
        <w:t>151.3695</w:t>
      </w:r>
      <w:r>
        <w:tab/>
        <w:t>1.013e0</w:t>
      </w:r>
    </w:p>
    <w:p w:rsidR="007B2329" w:rsidRDefault="007B2329" w:rsidP="007B2329">
      <w:r>
        <w:t>151.3761</w:t>
      </w:r>
      <w:r>
        <w:tab/>
        <w:t>2.038e0</w:t>
      </w:r>
    </w:p>
    <w:p w:rsidR="007B2329" w:rsidRDefault="007B2329" w:rsidP="007B2329">
      <w:r>
        <w:t>151.3794</w:t>
      </w:r>
      <w:r>
        <w:tab/>
        <w:t>1.025e0</w:t>
      </w:r>
    </w:p>
    <w:p w:rsidR="007B2329" w:rsidRDefault="007B2329" w:rsidP="007B2329">
      <w:r>
        <w:lastRenderedPageBreak/>
        <w:t>151.3827</w:t>
      </w:r>
      <w:r>
        <w:tab/>
        <w:t>2.025e0</w:t>
      </w:r>
    </w:p>
    <w:p w:rsidR="007B2329" w:rsidRDefault="007B2329" w:rsidP="007B2329">
      <w:r>
        <w:t>151.4018</w:t>
      </w:r>
      <w:r>
        <w:tab/>
        <w:t>1.013e0</w:t>
      </w:r>
    </w:p>
    <w:p w:rsidR="007B2329" w:rsidRDefault="007B2329" w:rsidP="007B2329">
      <w:r>
        <w:t>151.4051</w:t>
      </w:r>
      <w:r>
        <w:tab/>
        <w:t>2.025e0</w:t>
      </w:r>
    </w:p>
    <w:p w:rsidR="007B2329" w:rsidRDefault="007B2329" w:rsidP="007B2329">
      <w:r>
        <w:t>151.4091</w:t>
      </w:r>
      <w:r>
        <w:tab/>
        <w:t>3.051e0</w:t>
      </w:r>
    </w:p>
    <w:p w:rsidR="007B2329" w:rsidRDefault="007B2329" w:rsidP="007B2329">
      <w:r>
        <w:t>151.4152</w:t>
      </w:r>
      <w:r>
        <w:tab/>
        <w:t>1.013e0</w:t>
      </w:r>
    </w:p>
    <w:p w:rsidR="007B2329" w:rsidRDefault="007B2329" w:rsidP="007B2329">
      <w:r>
        <w:t>151.4170</w:t>
      </w:r>
      <w:r>
        <w:tab/>
        <w:t>1.038e0</w:t>
      </w:r>
    </w:p>
    <w:p w:rsidR="007B2329" w:rsidRDefault="007B2329" w:rsidP="007B2329">
      <w:r>
        <w:t>151.4205</w:t>
      </w:r>
      <w:r>
        <w:tab/>
        <w:t>3.038e0</w:t>
      </w:r>
    </w:p>
    <w:p w:rsidR="007B2329" w:rsidRDefault="007B2329" w:rsidP="007B2329">
      <w:r>
        <w:t>151.4335</w:t>
      </w:r>
      <w:r>
        <w:tab/>
        <w:t>2.025e0</w:t>
      </w:r>
    </w:p>
    <w:p w:rsidR="007B2329" w:rsidRDefault="007B2329" w:rsidP="007B2329">
      <w:r>
        <w:t>151.4352</w:t>
      </w:r>
      <w:r>
        <w:tab/>
        <w:t>1.013e0</w:t>
      </w:r>
    </w:p>
    <w:p w:rsidR="007B2329" w:rsidRDefault="007B2329" w:rsidP="007B2329">
      <w:r>
        <w:t>151.4398</w:t>
      </w:r>
      <w:r>
        <w:tab/>
        <w:t>2.025e0</w:t>
      </w:r>
    </w:p>
    <w:p w:rsidR="007B2329" w:rsidRDefault="007B2329" w:rsidP="007B2329">
      <w:r>
        <w:t>151.4443</w:t>
      </w:r>
      <w:r>
        <w:tab/>
        <w:t>2.038e0</w:t>
      </w:r>
    </w:p>
    <w:p w:rsidR="007B2329" w:rsidRDefault="007B2329" w:rsidP="007B2329">
      <w:r>
        <w:t>151.4560</w:t>
      </w:r>
      <w:r>
        <w:tab/>
        <w:t>2.025e0</w:t>
      </w:r>
    </w:p>
    <w:p w:rsidR="007B2329" w:rsidRDefault="007B2329" w:rsidP="007B2329">
      <w:r>
        <w:t>151.4577</w:t>
      </w:r>
      <w:r>
        <w:tab/>
        <w:t>1.013e0</w:t>
      </w:r>
    </w:p>
    <w:p w:rsidR="007B2329" w:rsidRDefault="007B2329" w:rsidP="007B2329">
      <w:r>
        <w:t>151.4643</w:t>
      </w:r>
      <w:r>
        <w:tab/>
        <w:t>1.013e0</w:t>
      </w:r>
    </w:p>
    <w:p w:rsidR="007B2329" w:rsidRDefault="007B2329" w:rsidP="007B2329">
      <w:r>
        <w:t>151.4660</w:t>
      </w:r>
      <w:r>
        <w:tab/>
        <w:t>2.025e0</w:t>
      </w:r>
    </w:p>
    <w:p w:rsidR="007B2329" w:rsidRDefault="007B2329" w:rsidP="007B2329">
      <w:r>
        <w:t>151.4677</w:t>
      </w:r>
      <w:r>
        <w:tab/>
        <w:t>1.266e-2</w:t>
      </w:r>
    </w:p>
    <w:p w:rsidR="007B2329" w:rsidRDefault="007B2329" w:rsidP="007B2329">
      <w:r>
        <w:t>151.4748</w:t>
      </w:r>
      <w:r>
        <w:tab/>
        <w:t>1.038e0</w:t>
      </w:r>
    </w:p>
    <w:p w:rsidR="007B2329" w:rsidRDefault="007B2329" w:rsidP="007B2329">
      <w:r>
        <w:t>151.4855</w:t>
      </w:r>
      <w:r>
        <w:tab/>
        <w:t>1.025e0</w:t>
      </w:r>
    </w:p>
    <w:p w:rsidR="007B2329" w:rsidRDefault="007B2329" w:rsidP="007B2329">
      <w:r>
        <w:t>151.4870</w:t>
      </w:r>
      <w:r>
        <w:tab/>
        <w:t>1.266e-2</w:t>
      </w:r>
    </w:p>
    <w:p w:rsidR="007B2329" w:rsidRDefault="007B2329" w:rsidP="007B2329">
      <w:r>
        <w:lastRenderedPageBreak/>
        <w:t>151.4899</w:t>
      </w:r>
      <w:r>
        <w:tab/>
        <w:t>2.025e0</w:t>
      </w:r>
    </w:p>
    <w:p w:rsidR="007B2329" w:rsidRDefault="007B2329" w:rsidP="007B2329">
      <w:r>
        <w:t>151.4920</w:t>
      </w:r>
      <w:r>
        <w:tab/>
        <w:t>2.038e0</w:t>
      </w:r>
    </w:p>
    <w:p w:rsidR="007B2329" w:rsidRDefault="007B2329" w:rsidP="007B2329">
      <w:r>
        <w:t>151.4985</w:t>
      </w:r>
      <w:r>
        <w:tab/>
        <w:t>2.532e-2</w:t>
      </w:r>
    </w:p>
    <w:p w:rsidR="007B2329" w:rsidRDefault="007B2329" w:rsidP="007B2329">
      <w:r>
        <w:t>151.5068</w:t>
      </w:r>
      <w:r>
        <w:tab/>
        <w:t>2.025e0</w:t>
      </w:r>
    </w:p>
    <w:p w:rsidR="007B2329" w:rsidRDefault="007B2329" w:rsidP="007B2329">
      <w:r>
        <w:t>151.5154</w:t>
      </w:r>
      <w:r>
        <w:tab/>
        <w:t>3.798e-2</w:t>
      </w:r>
    </w:p>
    <w:p w:rsidR="007B2329" w:rsidRDefault="007B2329" w:rsidP="007B2329">
      <w:r>
        <w:t>151.5192</w:t>
      </w:r>
      <w:r>
        <w:tab/>
        <w:t>4.051e0</w:t>
      </w:r>
    </w:p>
    <w:p w:rsidR="007B2329" w:rsidRDefault="007B2329" w:rsidP="007B2329">
      <w:r>
        <w:t>151.5221</w:t>
      </w:r>
      <w:r>
        <w:tab/>
        <w:t>2.025e0</w:t>
      </w:r>
    </w:p>
    <w:p w:rsidR="007B2329" w:rsidRDefault="007B2329" w:rsidP="007B2329">
      <w:r>
        <w:t>151.5457</w:t>
      </w:r>
      <w:r>
        <w:tab/>
        <w:t>2.651e1</w:t>
      </w:r>
    </w:p>
    <w:p w:rsidR="007B2329" w:rsidRDefault="007B2329" w:rsidP="007B2329">
      <w:r>
        <w:t>151.5470</w:t>
      </w:r>
      <w:r>
        <w:tab/>
        <w:t>5.329e1</w:t>
      </w:r>
    </w:p>
    <w:p w:rsidR="007B2329" w:rsidRDefault="007B2329" w:rsidP="007B2329">
      <w:r>
        <w:t>151.5693</w:t>
      </w:r>
      <w:r>
        <w:tab/>
        <w:t>1.013e0</w:t>
      </w:r>
    </w:p>
    <w:p w:rsidR="007B2329" w:rsidRDefault="007B2329" w:rsidP="007B2329">
      <w:r>
        <w:t>151.5802</w:t>
      </w:r>
      <w:r>
        <w:tab/>
        <w:t>2.025e0</w:t>
      </w:r>
    </w:p>
    <w:p w:rsidR="007B2329" w:rsidRDefault="007B2329" w:rsidP="007B2329">
      <w:r>
        <w:t>151.5851</w:t>
      </w:r>
      <w:r>
        <w:tab/>
        <w:t>1.266e-2</w:t>
      </w:r>
    </w:p>
    <w:p w:rsidR="007B2329" w:rsidRDefault="007B2329" w:rsidP="007B2329">
      <w:r>
        <w:t>151.5918</w:t>
      </w:r>
      <w:r>
        <w:tab/>
        <w:t>3.038e0</w:t>
      </w:r>
    </w:p>
    <w:p w:rsidR="007B2329" w:rsidRDefault="007B2329" w:rsidP="007B2329">
      <w:r>
        <w:t>151.5935</w:t>
      </w:r>
      <w:r>
        <w:tab/>
        <w:t>2.025e0</w:t>
      </w:r>
    </w:p>
    <w:p w:rsidR="007B2329" w:rsidRDefault="007B2329" w:rsidP="007B2329">
      <w:r>
        <w:t>151.6018</w:t>
      </w:r>
      <w:r>
        <w:tab/>
        <w:t>2.025e0</w:t>
      </w:r>
    </w:p>
    <w:p w:rsidR="007B2329" w:rsidRDefault="007B2329" w:rsidP="007B2329">
      <w:r>
        <w:t>151.6051</w:t>
      </w:r>
      <w:r>
        <w:tab/>
        <w:t>1.266e-2</w:t>
      </w:r>
    </w:p>
    <w:p w:rsidR="007B2329" w:rsidRDefault="007B2329" w:rsidP="007B2329">
      <w:r>
        <w:t>151.6118</w:t>
      </w:r>
      <w:r>
        <w:tab/>
        <w:t>1.013e0</w:t>
      </w:r>
    </w:p>
    <w:p w:rsidR="007B2329" w:rsidRDefault="007B2329" w:rsidP="007B2329">
      <w:r>
        <w:t>151.6243</w:t>
      </w:r>
      <w:r>
        <w:tab/>
        <w:t>1.013e0</w:t>
      </w:r>
    </w:p>
    <w:p w:rsidR="007B2329" w:rsidRDefault="007B2329" w:rsidP="007B2329">
      <w:r>
        <w:t>151.6275</w:t>
      </w:r>
      <w:r>
        <w:tab/>
        <w:t>1.266e-2</w:t>
      </w:r>
    </w:p>
    <w:p w:rsidR="007B2329" w:rsidRDefault="007B2329" w:rsidP="007B2329">
      <w:r>
        <w:lastRenderedPageBreak/>
        <w:t>151.6309</w:t>
      </w:r>
      <w:r>
        <w:tab/>
        <w:t>2.532e-2</w:t>
      </w:r>
    </w:p>
    <w:p w:rsidR="007B2329" w:rsidRDefault="007B2329" w:rsidP="007B2329">
      <w:r>
        <w:t>151.6343</w:t>
      </w:r>
      <w:r>
        <w:tab/>
        <w:t>1.013e0</w:t>
      </w:r>
    </w:p>
    <w:p w:rsidR="007B2329" w:rsidRDefault="007B2329" w:rsidP="007B2329">
      <w:r>
        <w:t>151.6376</w:t>
      </w:r>
      <w:r>
        <w:tab/>
        <w:t>1.013e0</w:t>
      </w:r>
    </w:p>
    <w:p w:rsidR="007B2329" w:rsidRDefault="007B2329" w:rsidP="007B2329">
      <w:r>
        <w:t>151.6393</w:t>
      </w:r>
      <w:r>
        <w:tab/>
        <w:t>3.038e0</w:t>
      </w:r>
    </w:p>
    <w:p w:rsidR="007B2329" w:rsidRDefault="007B2329" w:rsidP="007B2329">
      <w:r>
        <w:t>151.6476</w:t>
      </w:r>
      <w:r>
        <w:tab/>
        <w:t>4.051e0</w:t>
      </w:r>
    </w:p>
    <w:p w:rsidR="007B2329" w:rsidRDefault="007B2329" w:rsidP="007B2329">
      <w:r>
        <w:t>151.6577</w:t>
      </w:r>
      <w:r>
        <w:tab/>
        <w:t>3.038e0</w:t>
      </w:r>
    </w:p>
    <w:p w:rsidR="007B2329" w:rsidRDefault="007B2329" w:rsidP="007B2329">
      <w:r>
        <w:t>151.6767</w:t>
      </w:r>
      <w:r>
        <w:tab/>
        <w:t>1.013e0</w:t>
      </w:r>
    </w:p>
    <w:p w:rsidR="007B2329" w:rsidRDefault="007B2329" w:rsidP="007B2329">
      <w:r>
        <w:t>151.6835</w:t>
      </w:r>
      <w:r>
        <w:tab/>
        <w:t>1.025e0</w:t>
      </w:r>
    </w:p>
    <w:p w:rsidR="007B2329" w:rsidRDefault="007B2329" w:rsidP="007B2329">
      <w:r>
        <w:t>151.6901</w:t>
      </w:r>
      <w:r>
        <w:tab/>
        <w:t>1.013e0</w:t>
      </w:r>
    </w:p>
    <w:p w:rsidR="007B2329" w:rsidRDefault="007B2329" w:rsidP="007B2329">
      <w:r>
        <w:t>151.7001</w:t>
      </w:r>
      <w:r>
        <w:tab/>
        <w:t>1.013e0</w:t>
      </w:r>
    </w:p>
    <w:p w:rsidR="007B2329" w:rsidRDefault="007B2329" w:rsidP="007B2329">
      <w:r>
        <w:t>151.7020</w:t>
      </w:r>
      <w:r>
        <w:tab/>
        <w:t>2.025e0</w:t>
      </w:r>
    </w:p>
    <w:p w:rsidR="007B2329" w:rsidRDefault="007B2329" w:rsidP="007B2329">
      <w:r>
        <w:t>151.7036</w:t>
      </w:r>
      <w:r>
        <w:tab/>
        <w:t>1.013e0</w:t>
      </w:r>
    </w:p>
    <w:p w:rsidR="007B2329" w:rsidRDefault="007B2329" w:rsidP="007B2329">
      <w:r>
        <w:t>151.7055</w:t>
      </w:r>
      <w:r>
        <w:tab/>
        <w:t>2.025e0</w:t>
      </w:r>
    </w:p>
    <w:p w:rsidR="007B2329" w:rsidRDefault="007B2329" w:rsidP="007B2329">
      <w:r>
        <w:t>151.7128</w:t>
      </w:r>
      <w:r>
        <w:tab/>
        <w:t>2.025e0</w:t>
      </w:r>
    </w:p>
    <w:p w:rsidR="007B2329" w:rsidRDefault="007B2329" w:rsidP="007B2329">
      <w:r>
        <w:t>151.7226</w:t>
      </w:r>
      <w:r>
        <w:tab/>
        <w:t>1.013e0</w:t>
      </w:r>
    </w:p>
    <w:p w:rsidR="007B2329" w:rsidRDefault="007B2329" w:rsidP="007B2329">
      <w:r>
        <w:t>151.7292</w:t>
      </w:r>
      <w:r>
        <w:tab/>
        <w:t>2.286e0</w:t>
      </w:r>
    </w:p>
    <w:p w:rsidR="007B2329" w:rsidRDefault="007B2329" w:rsidP="007B2329">
      <w:r>
        <w:t>151.7326</w:t>
      </w:r>
      <w:r>
        <w:tab/>
        <w:t>1.025e0</w:t>
      </w:r>
    </w:p>
    <w:p w:rsidR="007B2329" w:rsidRDefault="007B2329" w:rsidP="007B2329">
      <w:r>
        <w:t>151.7359</w:t>
      </w:r>
      <w:r>
        <w:tab/>
        <w:t>2.532e-2</w:t>
      </w:r>
    </w:p>
    <w:p w:rsidR="007B2329" w:rsidRDefault="007B2329" w:rsidP="007B2329">
      <w:r>
        <w:t>151.7426</w:t>
      </w:r>
      <w:r>
        <w:tab/>
        <w:t>1.266e-2</w:t>
      </w:r>
    </w:p>
    <w:p w:rsidR="007B2329" w:rsidRDefault="007B2329" w:rsidP="007B2329">
      <w:r>
        <w:lastRenderedPageBreak/>
        <w:t>151.7555</w:t>
      </w:r>
      <w:r>
        <w:tab/>
        <w:t>1.013e0</w:t>
      </w:r>
    </w:p>
    <w:p w:rsidR="007B2329" w:rsidRDefault="007B2329" w:rsidP="007B2329">
      <w:r>
        <w:t>151.7616</w:t>
      </w:r>
      <w:r>
        <w:tab/>
        <w:t>2.025e0</w:t>
      </w:r>
    </w:p>
    <w:p w:rsidR="007B2329" w:rsidRDefault="007B2329" w:rsidP="007B2329">
      <w:r>
        <w:t>151.7651</w:t>
      </w:r>
      <w:r>
        <w:tab/>
        <w:t>1.013e0</w:t>
      </w:r>
    </w:p>
    <w:p w:rsidR="007B2329" w:rsidRDefault="007B2329" w:rsidP="007B2329">
      <w:r>
        <w:t>151.7670</w:t>
      </w:r>
      <w:r>
        <w:tab/>
        <w:t>3.038e0</w:t>
      </w:r>
    </w:p>
    <w:p w:rsidR="007B2329" w:rsidRDefault="007B2329" w:rsidP="007B2329">
      <w:r>
        <w:t>151.7684</w:t>
      </w:r>
      <w:r>
        <w:tab/>
        <w:t>1.013e0</w:t>
      </w:r>
    </w:p>
    <w:p w:rsidR="007B2329" w:rsidRDefault="007B2329" w:rsidP="007B2329">
      <w:r>
        <w:t>151.7718</w:t>
      </w:r>
      <w:r>
        <w:tab/>
        <w:t>1.013e0</w:t>
      </w:r>
    </w:p>
    <w:p w:rsidR="007B2329" w:rsidRDefault="007B2329" w:rsidP="007B2329">
      <w:r>
        <w:t>151.7885</w:t>
      </w:r>
      <w:r>
        <w:tab/>
        <w:t>1.025e0</w:t>
      </w:r>
    </w:p>
    <w:p w:rsidR="007B2329" w:rsidRDefault="007B2329" w:rsidP="007B2329">
      <w:r>
        <w:t>151.7952</w:t>
      </w:r>
      <w:r>
        <w:tab/>
        <w:t>1.025e0</w:t>
      </w:r>
    </w:p>
    <w:p w:rsidR="007B2329" w:rsidRDefault="007B2329" w:rsidP="007B2329">
      <w:r>
        <w:t>151.7970</w:t>
      </w:r>
      <w:r>
        <w:tab/>
        <w:t>2.025e0</w:t>
      </w:r>
    </w:p>
    <w:p w:rsidR="007B2329" w:rsidRDefault="007B2329" w:rsidP="007B2329">
      <w:r>
        <w:t>151.7983</w:t>
      </w:r>
      <w:r>
        <w:tab/>
        <w:t>1.013e0</w:t>
      </w:r>
    </w:p>
    <w:p w:rsidR="007B2329" w:rsidRDefault="007B2329" w:rsidP="007B2329">
      <w:r>
        <w:t>151.7998</w:t>
      </w:r>
      <w:r>
        <w:tab/>
        <w:t>2.532e-2</w:t>
      </w:r>
    </w:p>
    <w:p w:rsidR="007B2329" w:rsidRDefault="007B2329" w:rsidP="007B2329">
      <w:r>
        <w:t>151.8075</w:t>
      </w:r>
      <w:r>
        <w:tab/>
        <w:t>1.266e-2</w:t>
      </w:r>
    </w:p>
    <w:p w:rsidR="007B2329" w:rsidRDefault="007B2329" w:rsidP="007B2329">
      <w:r>
        <w:t>151.8143</w:t>
      </w:r>
      <w:r>
        <w:tab/>
        <w:t>1.013e0</w:t>
      </w:r>
    </w:p>
    <w:p w:rsidR="007B2329" w:rsidRDefault="007B2329" w:rsidP="007B2329">
      <w:r>
        <w:t>151.8259</w:t>
      </w:r>
      <w:r>
        <w:tab/>
        <w:t>2.038e0</w:t>
      </w:r>
    </w:p>
    <w:p w:rsidR="007B2329" w:rsidRDefault="007B2329" w:rsidP="007B2329">
      <w:r>
        <w:t>151.8277</w:t>
      </w:r>
      <w:r>
        <w:tab/>
        <w:t>1.025e0</w:t>
      </w:r>
    </w:p>
    <w:p w:rsidR="007B2329" w:rsidRDefault="007B2329" w:rsidP="007B2329">
      <w:r>
        <w:t>151.8344</w:t>
      </w:r>
      <w:r>
        <w:tab/>
        <w:t>1.013e0</w:t>
      </w:r>
    </w:p>
    <w:p w:rsidR="007B2329" w:rsidRDefault="007B2329" w:rsidP="007B2329">
      <w:r>
        <w:t>151.8394</w:t>
      </w:r>
      <w:r>
        <w:tab/>
        <w:t>1.025e0</w:t>
      </w:r>
    </w:p>
    <w:p w:rsidR="007B2329" w:rsidRDefault="007B2329" w:rsidP="007B2329">
      <w:r>
        <w:t>151.8472</w:t>
      </w:r>
      <w:r>
        <w:tab/>
        <w:t>1.013e0</w:t>
      </w:r>
    </w:p>
    <w:p w:rsidR="007B2329" w:rsidRDefault="007B2329" w:rsidP="007B2329">
      <w:r>
        <w:t>151.8486</w:t>
      </w:r>
      <w:r>
        <w:tab/>
        <w:t>2.532e-2</w:t>
      </w:r>
    </w:p>
    <w:p w:rsidR="007B2329" w:rsidRDefault="007B2329" w:rsidP="007B2329">
      <w:r>
        <w:lastRenderedPageBreak/>
        <w:t>151.8568</w:t>
      </w:r>
      <w:r>
        <w:tab/>
        <w:t>1.266e-2</w:t>
      </w:r>
    </w:p>
    <w:p w:rsidR="007B2329" w:rsidRDefault="007B2329" w:rsidP="007B2329">
      <w:r>
        <w:t>151.8585</w:t>
      </w:r>
      <w:r>
        <w:tab/>
        <w:t>2.025e0</w:t>
      </w:r>
    </w:p>
    <w:p w:rsidR="007B2329" w:rsidRDefault="007B2329" w:rsidP="007B2329">
      <w:r>
        <w:t>151.8636</w:t>
      </w:r>
      <w:r>
        <w:tab/>
        <w:t>1.013e0</w:t>
      </w:r>
    </w:p>
    <w:p w:rsidR="007B2329" w:rsidRDefault="007B2329" w:rsidP="007B2329">
      <w:r>
        <w:t>151.8684</w:t>
      </w:r>
      <w:r>
        <w:tab/>
        <w:t>1.348e0</w:t>
      </w:r>
    </w:p>
    <w:p w:rsidR="007B2329" w:rsidRDefault="007B2329" w:rsidP="007B2329">
      <w:r>
        <w:t>151.8772</w:t>
      </w:r>
      <w:r>
        <w:tab/>
        <w:t>5.521e-1</w:t>
      </w:r>
    </w:p>
    <w:p w:rsidR="007B2329" w:rsidRDefault="007B2329" w:rsidP="007B2329">
      <w:r>
        <w:t>151.8992</w:t>
      </w:r>
      <w:r>
        <w:tab/>
        <w:t>1.013e0</w:t>
      </w:r>
    </w:p>
    <w:p w:rsidR="007B2329" w:rsidRDefault="007B2329" w:rsidP="007B2329">
      <w:r>
        <w:t>151.9094</w:t>
      </w:r>
      <w:r>
        <w:tab/>
        <w:t>2.025e0</w:t>
      </w:r>
    </w:p>
    <w:p w:rsidR="007B2329" w:rsidRDefault="007B2329" w:rsidP="007B2329">
      <w:r>
        <w:t>151.9127</w:t>
      </w:r>
      <w:r>
        <w:tab/>
        <w:t>1.266e-2</w:t>
      </w:r>
    </w:p>
    <w:p w:rsidR="007B2329" w:rsidRDefault="007B2329" w:rsidP="007B2329">
      <w:r>
        <w:t>151.9160</w:t>
      </w:r>
      <w:r>
        <w:tab/>
        <w:t>1.025e0</w:t>
      </w:r>
    </w:p>
    <w:p w:rsidR="007B2329" w:rsidRDefault="007B2329" w:rsidP="007B2329">
      <w:r>
        <w:t>151.9193</w:t>
      </w:r>
      <w:r>
        <w:tab/>
        <w:t>2.025e0</w:t>
      </w:r>
    </w:p>
    <w:p w:rsidR="007B2329" w:rsidRDefault="007B2329" w:rsidP="007B2329">
      <w:r>
        <w:t>151.9314</w:t>
      </w:r>
      <w:r>
        <w:tab/>
        <w:t>2.025e0</w:t>
      </w:r>
    </w:p>
    <w:p w:rsidR="007B2329" w:rsidRDefault="007B2329" w:rsidP="007B2329">
      <w:r>
        <w:t>151.9327</w:t>
      </w:r>
      <w:r>
        <w:tab/>
        <w:t>1.013e0</w:t>
      </w:r>
    </w:p>
    <w:p w:rsidR="007B2329" w:rsidRDefault="007B2329" w:rsidP="007B2329">
      <w:r>
        <w:t>151.9388</w:t>
      </w:r>
      <w:r>
        <w:tab/>
        <w:t>1.025e0</w:t>
      </w:r>
    </w:p>
    <w:p w:rsidR="007B2329" w:rsidRDefault="007B2329" w:rsidP="007B2329">
      <w:r>
        <w:t>151.9467</w:t>
      </w:r>
      <w:r>
        <w:tab/>
        <w:t>2.532e-2</w:t>
      </w:r>
    </w:p>
    <w:p w:rsidR="007B2329" w:rsidRDefault="007B2329" w:rsidP="007B2329">
      <w:r>
        <w:t>151.9502</w:t>
      </w:r>
      <w:r>
        <w:tab/>
        <w:t>2.532e-2</w:t>
      </w:r>
    </w:p>
    <w:p w:rsidR="007B2329" w:rsidRDefault="007B2329" w:rsidP="007B2329">
      <w:r>
        <w:t>151.9519</w:t>
      </w:r>
      <w:r>
        <w:tab/>
        <w:t>1.013e0</w:t>
      </w:r>
    </w:p>
    <w:p w:rsidR="007B2329" w:rsidRDefault="007B2329" w:rsidP="007B2329">
      <w:r>
        <w:t>151.9553</w:t>
      </w:r>
      <w:r>
        <w:tab/>
        <w:t>2.025e0</w:t>
      </w:r>
    </w:p>
    <w:p w:rsidR="007B2329" w:rsidRDefault="007B2329" w:rsidP="007B2329">
      <w:r>
        <w:t>151.9586</w:t>
      </w:r>
      <w:r>
        <w:tab/>
        <w:t>1.266e-2</w:t>
      </w:r>
    </w:p>
    <w:p w:rsidR="007B2329" w:rsidRDefault="007B2329" w:rsidP="007B2329">
      <w:r>
        <w:t>151.9619</w:t>
      </w:r>
      <w:r>
        <w:tab/>
        <w:t>1.013e0</w:t>
      </w:r>
    </w:p>
    <w:p w:rsidR="007B2329" w:rsidRDefault="007B2329" w:rsidP="007B2329">
      <w:r>
        <w:lastRenderedPageBreak/>
        <w:t>151.9686</w:t>
      </w:r>
      <w:r>
        <w:tab/>
        <w:t>1.013e0</w:t>
      </w:r>
    </w:p>
    <w:p w:rsidR="007B2329" w:rsidRDefault="007B2329" w:rsidP="007B2329">
      <w:r>
        <w:t>151.9720</w:t>
      </w:r>
      <w:r>
        <w:tab/>
        <w:t>2.025e0</w:t>
      </w:r>
    </w:p>
    <w:p w:rsidR="007B2329" w:rsidRDefault="007B2329" w:rsidP="007B2329">
      <w:r>
        <w:t>151.9816</w:t>
      </w:r>
      <w:r>
        <w:tab/>
        <w:t>1.266e-2</w:t>
      </w:r>
    </w:p>
    <w:p w:rsidR="007B2329" w:rsidRDefault="007B2329" w:rsidP="007B2329">
      <w:r>
        <w:t>151.9910</w:t>
      </w:r>
      <w:r>
        <w:tab/>
        <w:t>2.532e-2</w:t>
      </w:r>
    </w:p>
    <w:p w:rsidR="007B2329" w:rsidRDefault="007B2329" w:rsidP="007B2329">
      <w:r>
        <w:t>151.9978</w:t>
      </w:r>
      <w:r>
        <w:tab/>
        <w:t>1.013e0</w:t>
      </w:r>
    </w:p>
    <w:p w:rsidR="007B2329" w:rsidRDefault="007B2329" w:rsidP="007B2329">
      <w:r>
        <w:t>152.0011</w:t>
      </w:r>
      <w:r>
        <w:tab/>
        <w:t>1.013e0</w:t>
      </w:r>
    </w:p>
    <w:p w:rsidR="007B2329" w:rsidRDefault="007B2329" w:rsidP="007B2329">
      <w:r>
        <w:t>152.0045</w:t>
      </w:r>
      <w:r>
        <w:tab/>
        <w:t>1.266e-2</w:t>
      </w:r>
    </w:p>
    <w:p w:rsidR="007B2329" w:rsidRDefault="007B2329" w:rsidP="007B2329">
      <w:r>
        <w:t>152.0078</w:t>
      </w:r>
      <w:r>
        <w:tab/>
        <w:t>3.797e-2</w:t>
      </w:r>
    </w:p>
    <w:p w:rsidR="007B2329" w:rsidRDefault="007B2329" w:rsidP="007B2329">
      <w:r>
        <w:t>152.0179</w:t>
      </w:r>
      <w:r>
        <w:tab/>
        <w:t>1.013e0</w:t>
      </w:r>
    </w:p>
    <w:p w:rsidR="007B2329" w:rsidRDefault="007B2329" w:rsidP="007B2329">
      <w:r>
        <w:t>152.0275</w:t>
      </w:r>
      <w:r>
        <w:tab/>
        <w:t>3.038e0</w:t>
      </w:r>
    </w:p>
    <w:p w:rsidR="007B2329" w:rsidRDefault="007B2329" w:rsidP="007B2329">
      <w:r>
        <w:t>152.0394</w:t>
      </w:r>
      <w:r>
        <w:tab/>
        <w:t>3.038e0</w:t>
      </w:r>
    </w:p>
    <w:p w:rsidR="007B2329" w:rsidRDefault="007B2329" w:rsidP="007B2329">
      <w:r>
        <w:t>152.0453</w:t>
      </w:r>
      <w:r>
        <w:tab/>
        <w:t>1.940e1</w:t>
      </w:r>
    </w:p>
    <w:p w:rsidR="007B2329" w:rsidRDefault="007B2329" w:rsidP="007B2329">
      <w:r>
        <w:t>152.0503</w:t>
      </w:r>
      <w:r>
        <w:tab/>
        <w:t>2.453e1</w:t>
      </w:r>
    </w:p>
    <w:p w:rsidR="007B2329" w:rsidRDefault="007B2329" w:rsidP="007B2329">
      <w:r>
        <w:t>152.0568</w:t>
      </w:r>
      <w:r>
        <w:tab/>
        <w:t>1.316e1</w:t>
      </w:r>
    </w:p>
    <w:p w:rsidR="007B2329" w:rsidRDefault="007B2329" w:rsidP="007B2329">
      <w:r>
        <w:t>152.0626</w:t>
      </w:r>
      <w:r>
        <w:tab/>
        <w:t>3.832e1</w:t>
      </w:r>
    </w:p>
    <w:p w:rsidR="007B2329" w:rsidRDefault="007B2329" w:rsidP="007B2329">
      <w:r>
        <w:t>152.0636</w:t>
      </w:r>
      <w:r>
        <w:tab/>
        <w:t>5.943e0</w:t>
      </w:r>
    </w:p>
    <w:p w:rsidR="007B2329" w:rsidRDefault="007B2329" w:rsidP="007B2329">
      <w:r>
        <w:t>152.0737</w:t>
      </w:r>
      <w:r>
        <w:tab/>
        <w:t>1.496e1</w:t>
      </w:r>
    </w:p>
    <w:p w:rsidR="007B2329" w:rsidRDefault="007B2329" w:rsidP="007B2329">
      <w:r>
        <w:t>152.0812</w:t>
      </w:r>
      <w:r>
        <w:tab/>
        <w:t>2.025e0</w:t>
      </w:r>
    </w:p>
    <w:p w:rsidR="007B2329" w:rsidRDefault="007B2329" w:rsidP="007B2329">
      <w:r>
        <w:t>152.0857</w:t>
      </w:r>
      <w:r>
        <w:tab/>
        <w:t>1.051e0</w:t>
      </w:r>
    </w:p>
    <w:p w:rsidR="007B2329" w:rsidRDefault="007B2329" w:rsidP="007B2329">
      <w:r>
        <w:lastRenderedPageBreak/>
        <w:t>152.1126</w:t>
      </w:r>
      <w:r>
        <w:tab/>
        <w:t>6.076e0</w:t>
      </w:r>
    </w:p>
    <w:p w:rsidR="007B2329" w:rsidRDefault="007B2329" w:rsidP="007B2329">
      <w:r>
        <w:t>152.1192</w:t>
      </w:r>
      <w:r>
        <w:tab/>
        <w:t>1.038e0</w:t>
      </w:r>
    </w:p>
    <w:p w:rsidR="007B2329" w:rsidRDefault="007B2329" w:rsidP="007B2329">
      <w:r>
        <w:t>152.1253</w:t>
      </w:r>
      <w:r>
        <w:tab/>
        <w:t>1.013e0</w:t>
      </w:r>
    </w:p>
    <w:p w:rsidR="007B2329" w:rsidRDefault="007B2329" w:rsidP="007B2329">
      <w:r>
        <w:t>152.1320</w:t>
      </w:r>
      <w:r>
        <w:tab/>
        <w:t>1.051e0</w:t>
      </w:r>
    </w:p>
    <w:p w:rsidR="007B2329" w:rsidRDefault="007B2329" w:rsidP="007B2329">
      <w:r>
        <w:t>152.1354</w:t>
      </w:r>
      <w:r>
        <w:tab/>
        <w:t>5.063e0</w:t>
      </w:r>
    </w:p>
    <w:p w:rsidR="007B2329" w:rsidRDefault="007B2329" w:rsidP="007B2329">
      <w:r>
        <w:t>152.1422</w:t>
      </w:r>
      <w:r>
        <w:tab/>
        <w:t>2.025e0</w:t>
      </w:r>
    </w:p>
    <w:p w:rsidR="007B2329" w:rsidRDefault="007B2329" w:rsidP="007B2329">
      <w:r>
        <w:t>152.1454</w:t>
      </w:r>
      <w:r>
        <w:tab/>
        <w:t>1.266e-2</w:t>
      </w:r>
    </w:p>
    <w:p w:rsidR="007B2329" w:rsidRDefault="007B2329" w:rsidP="007B2329">
      <w:r>
        <w:t>152.1488</w:t>
      </w:r>
      <w:r>
        <w:tab/>
        <w:t>2.025e0</w:t>
      </w:r>
    </w:p>
    <w:p w:rsidR="007B2329" w:rsidRDefault="007B2329" w:rsidP="007B2329">
      <w:r>
        <w:t>152.1506</w:t>
      </w:r>
      <w:r>
        <w:tab/>
        <w:t>3.038e0</w:t>
      </w:r>
    </w:p>
    <w:p w:rsidR="007B2329" w:rsidRDefault="007B2329" w:rsidP="007B2329">
      <w:r>
        <w:t>152.1590</w:t>
      </w:r>
      <w:r>
        <w:tab/>
        <w:t>1.266e-2</w:t>
      </w:r>
    </w:p>
    <w:p w:rsidR="007B2329" w:rsidRDefault="007B2329" w:rsidP="007B2329">
      <w:r>
        <w:t>152.1620</w:t>
      </w:r>
      <w:r>
        <w:tab/>
        <w:t>1.013e0</w:t>
      </w:r>
    </w:p>
    <w:p w:rsidR="007B2329" w:rsidRDefault="007B2329" w:rsidP="007B2329">
      <w:r>
        <w:t>152.1652</w:t>
      </w:r>
      <w:r>
        <w:tab/>
        <w:t>2.038e0</w:t>
      </w:r>
    </w:p>
    <w:p w:rsidR="007B2329" w:rsidRDefault="007B2329" w:rsidP="007B2329">
      <w:r>
        <w:t>152.1779</w:t>
      </w:r>
      <w:r>
        <w:tab/>
        <w:t>4.051e0</w:t>
      </w:r>
    </w:p>
    <w:p w:rsidR="007B2329" w:rsidRDefault="007B2329" w:rsidP="007B2329">
      <w:r>
        <w:t>152.1814</w:t>
      </w:r>
      <w:r>
        <w:tab/>
        <w:t>1.266e-2</w:t>
      </w:r>
    </w:p>
    <w:p w:rsidR="007B2329" w:rsidRDefault="007B2329" w:rsidP="007B2329">
      <w:r>
        <w:t>152.1847</w:t>
      </w:r>
      <w:r>
        <w:tab/>
        <w:t>2.025e0</w:t>
      </w:r>
    </w:p>
    <w:p w:rsidR="007B2329" w:rsidRDefault="007B2329" w:rsidP="007B2329">
      <w:r>
        <w:t>152.2016</w:t>
      </w:r>
      <w:r>
        <w:tab/>
        <w:t>4.051e0</w:t>
      </w:r>
    </w:p>
    <w:p w:rsidR="007B2329" w:rsidRDefault="007B2329" w:rsidP="007B2329">
      <w:r>
        <w:t>152.2033</w:t>
      </w:r>
      <w:r>
        <w:tab/>
        <w:t>2.025e0</w:t>
      </w:r>
    </w:p>
    <w:p w:rsidR="007B2329" w:rsidRDefault="007B2329" w:rsidP="007B2329">
      <w:r>
        <w:t>152.2110</w:t>
      </w:r>
      <w:r>
        <w:tab/>
        <w:t>1.013e0</w:t>
      </w:r>
    </w:p>
    <w:p w:rsidR="007B2329" w:rsidRDefault="007B2329" w:rsidP="007B2329">
      <w:r>
        <w:t>152.2124</w:t>
      </w:r>
      <w:r>
        <w:tab/>
        <w:t>3.038e0</w:t>
      </w:r>
    </w:p>
    <w:p w:rsidR="007B2329" w:rsidRDefault="007B2329" w:rsidP="007B2329">
      <w:r>
        <w:lastRenderedPageBreak/>
        <w:t>152.2239</w:t>
      </w:r>
      <w:r>
        <w:tab/>
        <w:t>1.266e-2</w:t>
      </w:r>
    </w:p>
    <w:p w:rsidR="007B2329" w:rsidRDefault="007B2329" w:rsidP="007B2329">
      <w:r>
        <w:t>152.2306</w:t>
      </w:r>
      <w:r>
        <w:tab/>
        <w:t>1.013e0</w:t>
      </w:r>
    </w:p>
    <w:p w:rsidR="007B2329" w:rsidRDefault="007B2329" w:rsidP="007B2329">
      <w:r>
        <w:t>152.2372</w:t>
      </w:r>
      <w:r>
        <w:tab/>
        <w:t>1.025e0</w:t>
      </w:r>
    </w:p>
    <w:p w:rsidR="007B2329" w:rsidRDefault="007B2329" w:rsidP="007B2329">
      <w:r>
        <w:t>152.2473</w:t>
      </w:r>
      <w:r>
        <w:tab/>
        <w:t>1.266e-2</w:t>
      </w:r>
    </w:p>
    <w:p w:rsidR="007B2329" w:rsidRDefault="007B2329" w:rsidP="007B2329">
      <w:r>
        <w:t>152.2698</w:t>
      </w:r>
      <w:r>
        <w:tab/>
        <w:t>2.025e0</w:t>
      </w:r>
    </w:p>
    <w:p w:rsidR="007B2329" w:rsidRDefault="007B2329" w:rsidP="007B2329">
      <w:r>
        <w:t>152.2731</w:t>
      </w:r>
      <w:r>
        <w:tab/>
        <w:t>2.025e0</w:t>
      </w:r>
    </w:p>
    <w:p w:rsidR="007B2329" w:rsidRDefault="007B2329" w:rsidP="007B2329">
      <w:r>
        <w:t>152.2765</w:t>
      </w:r>
      <w:r>
        <w:tab/>
        <w:t>2.025e0</w:t>
      </w:r>
    </w:p>
    <w:p w:rsidR="007B2329" w:rsidRDefault="007B2329" w:rsidP="007B2329">
      <w:r>
        <w:t>152.2798</w:t>
      </w:r>
      <w:r>
        <w:tab/>
        <w:t>1.013e0</w:t>
      </w:r>
    </w:p>
    <w:p w:rsidR="007B2329" w:rsidRDefault="007B2329" w:rsidP="007B2329">
      <w:r>
        <w:t>152.2865</w:t>
      </w:r>
      <w:r>
        <w:tab/>
        <w:t>1.013e0</w:t>
      </w:r>
    </w:p>
    <w:p w:rsidR="007B2329" w:rsidRDefault="007B2329" w:rsidP="007B2329">
      <w:r>
        <w:t>152.2967</w:t>
      </w:r>
      <w:r>
        <w:tab/>
        <w:t>1.266e-2</w:t>
      </w:r>
    </w:p>
    <w:p w:rsidR="007B2329" w:rsidRDefault="007B2329" w:rsidP="007B2329">
      <w:r>
        <w:t>152.2999</w:t>
      </w:r>
      <w:r>
        <w:tab/>
        <w:t>1.013e0</w:t>
      </w:r>
    </w:p>
    <w:p w:rsidR="007B2329" w:rsidRDefault="007B2329" w:rsidP="007B2329">
      <w:r>
        <w:t>152.3059</w:t>
      </w:r>
      <w:r>
        <w:tab/>
        <w:t>2.025e0</w:t>
      </w:r>
    </w:p>
    <w:p w:rsidR="007B2329" w:rsidRDefault="007B2329" w:rsidP="007B2329">
      <w:r>
        <w:t>152.3090</w:t>
      </w:r>
      <w:r>
        <w:tab/>
        <w:t>1.013e0</w:t>
      </w:r>
    </w:p>
    <w:p w:rsidR="007B2329" w:rsidRDefault="007B2329" w:rsidP="007B2329">
      <w:r>
        <w:t>152.3258</w:t>
      </w:r>
      <w:r>
        <w:tab/>
        <w:t>2.025e0</w:t>
      </w:r>
    </w:p>
    <w:p w:rsidR="007B2329" w:rsidRDefault="007B2329" w:rsidP="007B2329">
      <w:r>
        <w:t>152.3324</w:t>
      </w:r>
      <w:r>
        <w:tab/>
        <w:t>1.013e0</w:t>
      </w:r>
    </w:p>
    <w:p w:rsidR="007B2329" w:rsidRDefault="007B2329" w:rsidP="007B2329">
      <w:r>
        <w:t>152.3391</w:t>
      </w:r>
      <w:r>
        <w:tab/>
        <w:t>2.025e0</w:t>
      </w:r>
    </w:p>
    <w:p w:rsidR="007B2329" w:rsidRDefault="007B2329" w:rsidP="007B2329">
      <w:r>
        <w:t>152.3457</w:t>
      </w:r>
      <w:r>
        <w:tab/>
        <w:t>1.025e0</w:t>
      </w:r>
    </w:p>
    <w:p w:rsidR="007B2329" w:rsidRDefault="007B2329" w:rsidP="007B2329">
      <w:r>
        <w:t>152.3518</w:t>
      </w:r>
      <w:r>
        <w:tab/>
        <w:t>1.025e0</w:t>
      </w:r>
    </w:p>
    <w:p w:rsidR="007B2329" w:rsidRDefault="007B2329" w:rsidP="007B2329">
      <w:r>
        <w:t>152.3548</w:t>
      </w:r>
      <w:r>
        <w:tab/>
        <w:t>2.025e0</w:t>
      </w:r>
    </w:p>
    <w:p w:rsidR="007B2329" w:rsidRDefault="007B2329" w:rsidP="007B2329">
      <w:r>
        <w:lastRenderedPageBreak/>
        <w:t>152.3676</w:t>
      </w:r>
      <w:r>
        <w:tab/>
        <w:t>4.051e0</w:t>
      </w:r>
    </w:p>
    <w:p w:rsidR="007B2329" w:rsidRDefault="007B2329" w:rsidP="007B2329">
      <w:r>
        <w:t>152.3750</w:t>
      </w:r>
      <w:r>
        <w:tab/>
        <w:t>1.013e0</w:t>
      </w:r>
    </w:p>
    <w:p w:rsidR="007B2329" w:rsidRDefault="007B2329" w:rsidP="007B2329">
      <w:r>
        <w:t>152.3783</w:t>
      </w:r>
      <w:r>
        <w:tab/>
        <w:t>1.025e0</w:t>
      </w:r>
    </w:p>
    <w:p w:rsidR="007B2329" w:rsidRDefault="007B2329" w:rsidP="007B2329">
      <w:r>
        <w:t>152.4042</w:t>
      </w:r>
      <w:r>
        <w:tab/>
        <w:t>2.025e0</w:t>
      </w:r>
    </w:p>
    <w:p w:rsidR="007B2329" w:rsidRDefault="007B2329" w:rsidP="007B2329">
      <w:r>
        <w:t>152.4075</w:t>
      </w:r>
      <w:r>
        <w:tab/>
        <w:t>1.013e0</w:t>
      </w:r>
    </w:p>
    <w:p w:rsidR="007B2329" w:rsidRDefault="007B2329" w:rsidP="007B2329">
      <w:r>
        <w:t>152.4176</w:t>
      </w:r>
      <w:r>
        <w:tab/>
        <w:t>2.025e0</w:t>
      </w:r>
    </w:p>
    <w:p w:rsidR="007B2329" w:rsidRDefault="007B2329" w:rsidP="007B2329">
      <w:r>
        <w:t>152.4260</w:t>
      </w:r>
      <w:r>
        <w:tab/>
        <w:t>2.532e-2</w:t>
      </w:r>
    </w:p>
    <w:p w:rsidR="007B2329" w:rsidRDefault="007B2329" w:rsidP="007B2329">
      <w:r>
        <w:t>152.4392</w:t>
      </w:r>
      <w:r>
        <w:tab/>
        <w:t>4.063e0</w:t>
      </w:r>
    </w:p>
    <w:p w:rsidR="007B2329" w:rsidRDefault="007B2329" w:rsidP="007B2329">
      <w:r>
        <w:t>152.4469</w:t>
      </w:r>
      <w:r>
        <w:tab/>
        <w:t>1.013e0</w:t>
      </w:r>
    </w:p>
    <w:p w:rsidR="007B2329" w:rsidRDefault="007B2329" w:rsidP="007B2329">
      <w:r>
        <w:t>152.4602</w:t>
      </w:r>
      <w:r>
        <w:tab/>
        <w:t>2.025e0</w:t>
      </w:r>
    </w:p>
    <w:p w:rsidR="007B2329" w:rsidRDefault="007B2329" w:rsidP="007B2329">
      <w:r>
        <w:t>152.4644</w:t>
      </w:r>
      <w:r>
        <w:tab/>
        <w:t>3.038e0</w:t>
      </w:r>
    </w:p>
    <w:p w:rsidR="007B2329" w:rsidRDefault="007B2329" w:rsidP="007B2329">
      <w:r>
        <w:t>152.4654</w:t>
      </w:r>
      <w:r>
        <w:tab/>
        <w:t>3.038e0</w:t>
      </w:r>
    </w:p>
    <w:p w:rsidR="007B2329" w:rsidRDefault="007B2329" w:rsidP="007B2329">
      <w:r>
        <w:t>152.4702</w:t>
      </w:r>
      <w:r>
        <w:tab/>
        <w:t>1.013e0</w:t>
      </w:r>
    </w:p>
    <w:p w:rsidR="007B2329" w:rsidRDefault="007B2329" w:rsidP="007B2329">
      <w:r>
        <w:t>152.4769</w:t>
      </w:r>
      <w:r>
        <w:tab/>
        <w:t>1.013e0</w:t>
      </w:r>
    </w:p>
    <w:p w:rsidR="007B2329" w:rsidRDefault="007B2329" w:rsidP="007B2329">
      <w:r>
        <w:t>152.4867</w:t>
      </w:r>
      <w:r>
        <w:tab/>
        <w:t>1.266e-2</w:t>
      </w:r>
    </w:p>
    <w:p w:rsidR="007B2329" w:rsidRDefault="007B2329" w:rsidP="007B2329">
      <w:r>
        <w:t>152.4960</w:t>
      </w:r>
      <w:r>
        <w:tab/>
        <w:t>1.025e0</w:t>
      </w:r>
    </w:p>
    <w:p w:rsidR="007B2329" w:rsidRDefault="007B2329" w:rsidP="007B2329">
      <w:r>
        <w:t>152.4994</w:t>
      </w:r>
      <w:r>
        <w:tab/>
        <w:t>1.013e0</w:t>
      </w:r>
    </w:p>
    <w:p w:rsidR="007B2329" w:rsidRDefault="007B2329" w:rsidP="007B2329">
      <w:r>
        <w:t>152.5061</w:t>
      </w:r>
      <w:r>
        <w:tab/>
        <w:t>1.013e0</w:t>
      </w:r>
    </w:p>
    <w:p w:rsidR="007B2329" w:rsidRDefault="007B2329" w:rsidP="007B2329">
      <w:r>
        <w:t>152.5103</w:t>
      </w:r>
      <w:r>
        <w:tab/>
        <w:t>2.038e0</w:t>
      </w:r>
    </w:p>
    <w:p w:rsidR="007B2329" w:rsidRDefault="007B2329" w:rsidP="007B2329">
      <w:r>
        <w:lastRenderedPageBreak/>
        <w:t>152.5162</w:t>
      </w:r>
      <w:r>
        <w:tab/>
        <w:t>3.038e0</w:t>
      </w:r>
    </w:p>
    <w:p w:rsidR="007B2329" w:rsidRDefault="007B2329" w:rsidP="007B2329">
      <w:r>
        <w:t>152.5195</w:t>
      </w:r>
      <w:r>
        <w:tab/>
        <w:t>1.266e-2</w:t>
      </w:r>
    </w:p>
    <w:p w:rsidR="007B2329" w:rsidRDefault="007B2329" w:rsidP="007B2329">
      <w:r>
        <w:t>152.5327</w:t>
      </w:r>
      <w:r>
        <w:tab/>
        <w:t>1.013e0</w:t>
      </w:r>
    </w:p>
    <w:p w:rsidR="007B2329" w:rsidRDefault="007B2329" w:rsidP="007B2329">
      <w:r>
        <w:t>152.5410</w:t>
      </w:r>
      <w:r>
        <w:tab/>
        <w:t>4.051e0</w:t>
      </w:r>
    </w:p>
    <w:p w:rsidR="007B2329" w:rsidRDefault="007B2329" w:rsidP="007B2329">
      <w:r>
        <w:t>152.5490</w:t>
      </w:r>
      <w:r>
        <w:tab/>
        <w:t>6.127e0</w:t>
      </w:r>
    </w:p>
    <w:p w:rsidR="007B2329" w:rsidRDefault="007B2329" w:rsidP="007B2329">
      <w:r>
        <w:t>152.5554</w:t>
      </w:r>
      <w:r>
        <w:tab/>
        <w:t>1.013e0</w:t>
      </w:r>
    </w:p>
    <w:p w:rsidR="007B2329" w:rsidRDefault="007B2329" w:rsidP="007B2329">
      <w:r>
        <w:t>152.5655</w:t>
      </w:r>
      <w:r>
        <w:tab/>
        <w:t>2.532e-2</w:t>
      </w:r>
    </w:p>
    <w:p w:rsidR="007B2329" w:rsidRDefault="007B2329" w:rsidP="007B2329">
      <w:r>
        <w:t>152.5688</w:t>
      </w:r>
      <w:r>
        <w:tab/>
        <w:t>2.025e0</w:t>
      </w:r>
    </w:p>
    <w:p w:rsidR="007B2329" w:rsidRDefault="007B2329" w:rsidP="007B2329">
      <w:r>
        <w:t>152.5848</w:t>
      </w:r>
      <w:r>
        <w:tab/>
        <w:t>1.266e-2</w:t>
      </w:r>
    </w:p>
    <w:p w:rsidR="007B2329" w:rsidRDefault="007B2329" w:rsidP="007B2329">
      <w:r>
        <w:t>152.5879</w:t>
      </w:r>
      <w:r>
        <w:tab/>
        <w:t>2.025e0</w:t>
      </w:r>
    </w:p>
    <w:p w:rsidR="007B2329" w:rsidRDefault="007B2329" w:rsidP="007B2329">
      <w:r>
        <w:t>152.5913</w:t>
      </w:r>
      <w:r>
        <w:tab/>
        <w:t>1.013e0</w:t>
      </w:r>
    </w:p>
    <w:p w:rsidR="007B2329" w:rsidRDefault="007B2329" w:rsidP="007B2329">
      <w:r>
        <w:t>152.5946</w:t>
      </w:r>
      <w:r>
        <w:tab/>
        <w:t>1.013e0</w:t>
      </w:r>
    </w:p>
    <w:p w:rsidR="007B2329" w:rsidRDefault="007B2329" w:rsidP="007B2329">
      <w:r>
        <w:t>152.6047</w:t>
      </w:r>
      <w:r>
        <w:tab/>
        <w:t>2.025e0</w:t>
      </w:r>
    </w:p>
    <w:p w:rsidR="007B2329" w:rsidRDefault="007B2329" w:rsidP="007B2329">
      <w:r>
        <w:t>152.6131</w:t>
      </w:r>
      <w:r>
        <w:tab/>
        <w:t>4.051e0</w:t>
      </w:r>
    </w:p>
    <w:p w:rsidR="007B2329" w:rsidRDefault="007B2329" w:rsidP="007B2329">
      <w:r>
        <w:t>152.6165</w:t>
      </w:r>
      <w:r>
        <w:tab/>
        <w:t>2.532e-2</w:t>
      </w:r>
    </w:p>
    <w:p w:rsidR="007B2329" w:rsidRDefault="007B2329" w:rsidP="007B2329">
      <w:r>
        <w:t>152.6215</w:t>
      </w:r>
      <w:r>
        <w:tab/>
        <w:t>1.013e0</w:t>
      </w:r>
    </w:p>
    <w:p w:rsidR="007B2329" w:rsidRDefault="007B2329" w:rsidP="007B2329">
      <w:r>
        <w:t>152.6278</w:t>
      </w:r>
      <w:r>
        <w:tab/>
        <w:t>3.038e0</w:t>
      </w:r>
    </w:p>
    <w:p w:rsidR="007B2329" w:rsidRDefault="007B2329" w:rsidP="007B2329">
      <w:r>
        <w:t>152.6308</w:t>
      </w:r>
      <w:r>
        <w:tab/>
        <w:t>1.266e-2</w:t>
      </w:r>
    </w:p>
    <w:p w:rsidR="007B2329" w:rsidRDefault="007B2329" w:rsidP="007B2329">
      <w:r>
        <w:t>152.6405</w:t>
      </w:r>
      <w:r>
        <w:tab/>
        <w:t>3.038e0</w:t>
      </w:r>
    </w:p>
    <w:p w:rsidR="007B2329" w:rsidRDefault="007B2329" w:rsidP="007B2329">
      <w:r>
        <w:lastRenderedPageBreak/>
        <w:t>152.6507</w:t>
      </w:r>
      <w:r>
        <w:tab/>
        <w:t>2.025e0</w:t>
      </w:r>
    </w:p>
    <w:p w:rsidR="007B2329" w:rsidRDefault="007B2329" w:rsidP="007B2329">
      <w:r>
        <w:t>152.6707</w:t>
      </w:r>
      <w:r>
        <w:tab/>
        <w:t>1.266e-2</w:t>
      </w:r>
    </w:p>
    <w:p w:rsidR="007B2329" w:rsidRDefault="007B2329" w:rsidP="007B2329">
      <w:r>
        <w:t>152.6768</w:t>
      </w:r>
      <w:r>
        <w:tab/>
        <w:t>1.013e0</w:t>
      </w:r>
    </w:p>
    <w:p w:rsidR="007B2329" w:rsidRDefault="007B2329" w:rsidP="007B2329">
      <w:r>
        <w:t>152.6831</w:t>
      </w:r>
      <w:r>
        <w:tab/>
        <w:t>1.013e0</w:t>
      </w:r>
    </w:p>
    <w:p w:rsidR="007B2329" w:rsidRDefault="007B2329" w:rsidP="007B2329">
      <w:r>
        <w:t>152.6900</w:t>
      </w:r>
      <w:r>
        <w:tab/>
        <w:t>1.013e0</w:t>
      </w:r>
    </w:p>
    <w:p w:rsidR="007B2329" w:rsidRDefault="007B2329" w:rsidP="007B2329">
      <w:r>
        <w:t>152.6966</w:t>
      </w:r>
      <w:r>
        <w:tab/>
        <w:t>1.025e0</w:t>
      </w:r>
    </w:p>
    <w:p w:rsidR="007B2329" w:rsidRDefault="007B2329" w:rsidP="007B2329">
      <w:r>
        <w:t>152.6983</w:t>
      </w:r>
      <w:r>
        <w:tab/>
        <w:t>2.025e0</w:t>
      </w:r>
    </w:p>
    <w:p w:rsidR="007B2329" w:rsidRDefault="007B2329" w:rsidP="007B2329">
      <w:r>
        <w:t>152.7000</w:t>
      </w:r>
      <w:r>
        <w:tab/>
        <w:t>1.013e0</w:t>
      </w:r>
    </w:p>
    <w:p w:rsidR="007B2329" w:rsidRDefault="007B2329" w:rsidP="007B2329">
      <w:r>
        <w:t>152.7015</w:t>
      </w:r>
      <w:r>
        <w:tab/>
        <w:t>2.038e0</w:t>
      </w:r>
    </w:p>
    <w:p w:rsidR="007B2329" w:rsidRDefault="007B2329" w:rsidP="007B2329">
      <w:r>
        <w:t>152.7117</w:t>
      </w:r>
      <w:r>
        <w:tab/>
        <w:t>2.025e0</w:t>
      </w:r>
    </w:p>
    <w:p w:rsidR="007B2329" w:rsidRDefault="007B2329" w:rsidP="007B2329">
      <w:r>
        <w:t>152.7135</w:t>
      </w:r>
      <w:r>
        <w:tab/>
        <w:t>1.013e0</w:t>
      </w:r>
    </w:p>
    <w:p w:rsidR="007B2329" w:rsidRDefault="007B2329" w:rsidP="007B2329">
      <w:r>
        <w:t>152.7182</w:t>
      </w:r>
      <w:r>
        <w:tab/>
        <w:t>2.025e0</w:t>
      </w:r>
    </w:p>
    <w:p w:rsidR="007B2329" w:rsidRDefault="007B2329" w:rsidP="007B2329">
      <w:r>
        <w:t>152.7392</w:t>
      </w:r>
      <w:r>
        <w:tab/>
        <w:t>3.038e0</w:t>
      </w:r>
    </w:p>
    <w:p w:rsidR="007B2329" w:rsidRDefault="007B2329" w:rsidP="007B2329">
      <w:r>
        <w:t>152.7409</w:t>
      </w:r>
      <w:r>
        <w:tab/>
        <w:t>2.025e0</w:t>
      </w:r>
    </w:p>
    <w:p w:rsidR="007B2329" w:rsidRDefault="007B2329" w:rsidP="007B2329">
      <w:r>
        <w:t>152.7493</w:t>
      </w:r>
      <w:r>
        <w:tab/>
        <w:t>1.266e-2</w:t>
      </w:r>
    </w:p>
    <w:p w:rsidR="007B2329" w:rsidRDefault="007B2329" w:rsidP="007B2329">
      <w:r>
        <w:t>152.7526</w:t>
      </w:r>
      <w:r>
        <w:tab/>
        <w:t>1.013e0</w:t>
      </w:r>
    </w:p>
    <w:p w:rsidR="007B2329" w:rsidRDefault="007B2329" w:rsidP="007B2329">
      <w:r>
        <w:t>152.7628</w:t>
      </w:r>
      <w:r>
        <w:tab/>
        <w:t>1.013e0</w:t>
      </w:r>
    </w:p>
    <w:p w:rsidR="007B2329" w:rsidRDefault="007B2329" w:rsidP="007B2329">
      <w:r>
        <w:t>152.7885</w:t>
      </w:r>
      <w:r>
        <w:tab/>
        <w:t>1.013e0</w:t>
      </w:r>
    </w:p>
    <w:p w:rsidR="007B2329" w:rsidRDefault="007B2329" w:rsidP="007B2329">
      <w:r>
        <w:t>152.7952</w:t>
      </w:r>
      <w:r>
        <w:tab/>
        <w:t>1.013e0</w:t>
      </w:r>
    </w:p>
    <w:p w:rsidR="007B2329" w:rsidRDefault="007B2329" w:rsidP="007B2329">
      <w:r>
        <w:lastRenderedPageBreak/>
        <w:t>152.8053</w:t>
      </w:r>
      <w:r>
        <w:tab/>
        <w:t>4.051e0</w:t>
      </w:r>
    </w:p>
    <w:p w:rsidR="007B2329" w:rsidRDefault="007B2329" w:rsidP="007B2329">
      <w:r>
        <w:t>152.8119</w:t>
      </w:r>
      <w:r>
        <w:tab/>
        <w:t>1.013e0</w:t>
      </w:r>
    </w:p>
    <w:p w:rsidR="007B2329" w:rsidRDefault="007B2329" w:rsidP="007B2329">
      <w:r>
        <w:t>152.8278</w:t>
      </w:r>
      <w:r>
        <w:tab/>
        <w:t>3.038e0</w:t>
      </w:r>
    </w:p>
    <w:p w:rsidR="007B2329" w:rsidRDefault="007B2329" w:rsidP="007B2329">
      <w:r>
        <w:t>152.8312</w:t>
      </w:r>
      <w:r>
        <w:tab/>
        <w:t>1.013e0</w:t>
      </w:r>
    </w:p>
    <w:p w:rsidR="007B2329" w:rsidRDefault="007B2329" w:rsidP="007B2329">
      <w:r>
        <w:t>152.8328</w:t>
      </w:r>
      <w:r>
        <w:tab/>
        <w:t>2.025e0</w:t>
      </w:r>
    </w:p>
    <w:p w:rsidR="007B2329" w:rsidRDefault="007B2329" w:rsidP="007B2329">
      <w:r>
        <w:t>152.8463</w:t>
      </w:r>
      <w:r>
        <w:tab/>
        <w:t>2.025e0</w:t>
      </w:r>
    </w:p>
    <w:p w:rsidR="007B2329" w:rsidRDefault="007B2329" w:rsidP="007B2329">
      <w:r>
        <w:t>152.8479</w:t>
      </w:r>
      <w:r>
        <w:tab/>
        <w:t>2.025e0</w:t>
      </w:r>
    </w:p>
    <w:p w:rsidR="007B2329" w:rsidRDefault="007B2329" w:rsidP="007B2329">
      <w:r>
        <w:t>152.8641</w:t>
      </w:r>
      <w:r>
        <w:tab/>
        <w:t>1.013e0</w:t>
      </w:r>
    </w:p>
    <w:p w:rsidR="007B2329" w:rsidRDefault="007B2329" w:rsidP="007B2329">
      <w:r>
        <w:t>152.8672</w:t>
      </w:r>
      <w:r>
        <w:tab/>
        <w:t>2.025e0</w:t>
      </w:r>
    </w:p>
    <w:p w:rsidR="007B2329" w:rsidRDefault="007B2329" w:rsidP="007B2329">
      <w:r>
        <w:t>152.8704</w:t>
      </w:r>
      <w:r>
        <w:tab/>
        <w:t>1.013e0</w:t>
      </w:r>
    </w:p>
    <w:p w:rsidR="007B2329" w:rsidRDefault="007B2329" w:rsidP="007B2329">
      <w:r>
        <w:t>152.8738</w:t>
      </w:r>
      <w:r>
        <w:tab/>
        <w:t>1.013e0</w:t>
      </w:r>
    </w:p>
    <w:p w:rsidR="007B2329" w:rsidRDefault="007B2329" w:rsidP="007B2329">
      <w:r>
        <w:t>152.8805</w:t>
      </w:r>
      <w:r>
        <w:tab/>
        <w:t>1.013e0</w:t>
      </w:r>
    </w:p>
    <w:p w:rsidR="007B2329" w:rsidRDefault="007B2329" w:rsidP="007B2329">
      <w:r>
        <w:t>152.8822</w:t>
      </w:r>
      <w:r>
        <w:tab/>
        <w:t>2.025e0</w:t>
      </w:r>
    </w:p>
    <w:p w:rsidR="007B2329" w:rsidRDefault="007B2329" w:rsidP="007B2329">
      <w:r>
        <w:t>152.8839</w:t>
      </w:r>
      <w:r>
        <w:tab/>
        <w:t>1.266e-2</w:t>
      </w:r>
    </w:p>
    <w:p w:rsidR="007B2329" w:rsidRDefault="007B2329" w:rsidP="007B2329">
      <w:r>
        <w:t>152.8906</w:t>
      </w:r>
      <w:r>
        <w:tab/>
        <w:t>1.025e0</w:t>
      </w:r>
    </w:p>
    <w:p w:rsidR="007B2329" w:rsidRDefault="007B2329" w:rsidP="007B2329">
      <w:r>
        <w:t>152.8974</w:t>
      </w:r>
      <w:r>
        <w:tab/>
        <w:t>3.564e0</w:t>
      </w:r>
    </w:p>
    <w:p w:rsidR="007B2329" w:rsidRDefault="007B2329" w:rsidP="007B2329">
      <w:r>
        <w:t>152.9040</w:t>
      </w:r>
      <w:r>
        <w:tab/>
        <w:t>1.013e0</w:t>
      </w:r>
    </w:p>
    <w:p w:rsidR="007B2329" w:rsidRDefault="007B2329" w:rsidP="007B2329">
      <w:r>
        <w:t>152.9101</w:t>
      </w:r>
      <w:r>
        <w:tab/>
        <w:t>2.025e0</w:t>
      </w:r>
    </w:p>
    <w:p w:rsidR="007B2329" w:rsidRDefault="007B2329" w:rsidP="007B2329">
      <w:r>
        <w:t>152.9133</w:t>
      </w:r>
      <w:r>
        <w:tab/>
        <w:t>1.025e0</w:t>
      </w:r>
    </w:p>
    <w:p w:rsidR="007B2329" w:rsidRDefault="007B2329" w:rsidP="007B2329">
      <w:r>
        <w:lastRenderedPageBreak/>
        <w:t>152.9164</w:t>
      </w:r>
      <w:r>
        <w:tab/>
        <w:t>1.013e0</w:t>
      </w:r>
    </w:p>
    <w:p w:rsidR="007B2329" w:rsidRDefault="007B2329" w:rsidP="007B2329">
      <w:r>
        <w:t>152.9265</w:t>
      </w:r>
      <w:r>
        <w:tab/>
        <w:t>1.266e-2</w:t>
      </w:r>
    </w:p>
    <w:p w:rsidR="007B2329" w:rsidRDefault="007B2329" w:rsidP="007B2329">
      <w:r>
        <w:t>152.9299</w:t>
      </w:r>
      <w:r>
        <w:tab/>
        <w:t>3.038e0</w:t>
      </w:r>
    </w:p>
    <w:p w:rsidR="007B2329" w:rsidRDefault="007B2329" w:rsidP="007B2329">
      <w:r>
        <w:t>152.9365</w:t>
      </w:r>
      <w:r>
        <w:tab/>
        <w:t>1.266e-2</w:t>
      </w:r>
    </w:p>
    <w:p w:rsidR="007B2329" w:rsidRDefault="007B2329" w:rsidP="007B2329">
      <w:r>
        <w:t>152.9398</w:t>
      </w:r>
      <w:r>
        <w:tab/>
        <w:t>1.013e0</w:t>
      </w:r>
    </w:p>
    <w:p w:rsidR="007B2329" w:rsidRDefault="007B2329" w:rsidP="007B2329">
      <w:r>
        <w:t>152.9450</w:t>
      </w:r>
      <w:r>
        <w:tab/>
        <w:t>1.025e0</w:t>
      </w:r>
    </w:p>
    <w:p w:rsidR="007B2329" w:rsidRDefault="007B2329" w:rsidP="007B2329">
      <w:r>
        <w:t>152.9466</w:t>
      </w:r>
      <w:r>
        <w:tab/>
        <w:t>1.013e0</w:t>
      </w:r>
    </w:p>
    <w:p w:rsidR="007B2329" w:rsidRDefault="007B2329" w:rsidP="007B2329">
      <w:r>
        <w:t>152.9657</w:t>
      </w:r>
      <w:r>
        <w:tab/>
        <w:t>2.025e0</w:t>
      </w:r>
    </w:p>
    <w:p w:rsidR="007B2329" w:rsidRDefault="007B2329" w:rsidP="007B2329">
      <w:r>
        <w:t>152.9725</w:t>
      </w:r>
      <w:r>
        <w:tab/>
        <w:t>1.013e0</w:t>
      </w:r>
    </w:p>
    <w:p w:rsidR="007B2329" w:rsidRDefault="007B2329" w:rsidP="007B2329">
      <w:r>
        <w:t>152.9758</w:t>
      </w:r>
      <w:r>
        <w:tab/>
        <w:t>1.013e0</w:t>
      </w:r>
    </w:p>
    <w:p w:rsidR="007B2329" w:rsidRDefault="007B2329" w:rsidP="007B2329">
      <w:r>
        <w:t>152.9825</w:t>
      </w:r>
      <w:r>
        <w:tab/>
        <w:t>1.013e0</w:t>
      </w:r>
    </w:p>
    <w:p w:rsidR="007B2329" w:rsidRDefault="007B2329" w:rsidP="007B2329">
      <w:r>
        <w:t>152.9892</w:t>
      </w:r>
      <w:r>
        <w:tab/>
        <w:t>2.025e0</w:t>
      </w:r>
    </w:p>
    <w:p w:rsidR="007B2329" w:rsidRDefault="007B2329" w:rsidP="007B2329">
      <w:r>
        <w:t>152.9926</w:t>
      </w:r>
      <w:r>
        <w:tab/>
        <w:t>1.013e0</w:t>
      </w:r>
    </w:p>
    <w:p w:rsidR="007B2329" w:rsidRDefault="007B2329" w:rsidP="007B2329">
      <w:r>
        <w:t>153.0023</w:t>
      </w:r>
      <w:r>
        <w:tab/>
        <w:t>1.013e0</w:t>
      </w:r>
    </w:p>
    <w:p w:rsidR="007B2329" w:rsidRDefault="007B2329" w:rsidP="007B2329">
      <w:r>
        <w:t>153.0054</w:t>
      </w:r>
      <w:r>
        <w:tab/>
        <w:t>1.266e-2</w:t>
      </w:r>
    </w:p>
    <w:p w:rsidR="007B2329" w:rsidRDefault="007B2329" w:rsidP="007B2329">
      <w:r>
        <w:t>153.0219</w:t>
      </w:r>
      <w:r>
        <w:tab/>
        <w:t>1.266e-2</w:t>
      </w:r>
    </w:p>
    <w:p w:rsidR="007B2329" w:rsidRDefault="007B2329" w:rsidP="007B2329">
      <w:r>
        <w:t>153.0386</w:t>
      </w:r>
      <w:r>
        <w:tab/>
        <w:t>2.123e0</w:t>
      </w:r>
    </w:p>
    <w:p w:rsidR="007B2329" w:rsidRDefault="007B2329" w:rsidP="007B2329">
      <w:r>
        <w:t>153.0423</w:t>
      </w:r>
      <w:r>
        <w:tab/>
        <w:t>8.177e0</w:t>
      </w:r>
    </w:p>
    <w:p w:rsidR="007B2329" w:rsidRDefault="007B2329" w:rsidP="007B2329">
      <w:r>
        <w:t>153.0468</w:t>
      </w:r>
      <w:r>
        <w:tab/>
        <w:t>1.120e1</w:t>
      </w:r>
    </w:p>
    <w:p w:rsidR="007B2329" w:rsidRDefault="007B2329" w:rsidP="007B2329">
      <w:r>
        <w:lastRenderedPageBreak/>
        <w:t>153.0485</w:t>
      </w:r>
      <w:r>
        <w:tab/>
        <w:t>5.063e-2</w:t>
      </w:r>
    </w:p>
    <w:p w:rsidR="007B2329" w:rsidRDefault="007B2329" w:rsidP="007B2329">
      <w:r>
        <w:t>153.0562</w:t>
      </w:r>
      <w:r>
        <w:tab/>
        <w:t>2.025e0</w:t>
      </w:r>
    </w:p>
    <w:p w:rsidR="007B2329" w:rsidRDefault="007B2329" w:rsidP="007B2329">
      <w:r>
        <w:t>153.0659</w:t>
      </w:r>
      <w:r>
        <w:tab/>
        <w:t>1.101e0</w:t>
      </w:r>
    </w:p>
    <w:p w:rsidR="007B2329" w:rsidRDefault="007B2329" w:rsidP="007B2329">
      <w:r>
        <w:t>153.0678</w:t>
      </w:r>
      <w:r>
        <w:tab/>
        <w:t>6.175e0</w:t>
      </w:r>
    </w:p>
    <w:p w:rsidR="007B2329" w:rsidRDefault="007B2329" w:rsidP="007B2329">
      <w:r>
        <w:t>153.0695</w:t>
      </w:r>
      <w:r>
        <w:tab/>
        <w:t>2.025e0</w:t>
      </w:r>
    </w:p>
    <w:p w:rsidR="007B2329" w:rsidRDefault="007B2329" w:rsidP="007B2329">
      <w:r>
        <w:t>153.0711</w:t>
      </w:r>
      <w:r>
        <w:tab/>
        <w:t>4.281e0</w:t>
      </w:r>
    </w:p>
    <w:p w:rsidR="007B2329" w:rsidRDefault="007B2329" w:rsidP="007B2329">
      <w:r>
        <w:t>153.0729</w:t>
      </w:r>
      <w:r>
        <w:tab/>
        <w:t>3.051e0</w:t>
      </w:r>
    </w:p>
    <w:p w:rsidR="007B2329" w:rsidRDefault="007B2329" w:rsidP="007B2329">
      <w:r>
        <w:t>153.0745</w:t>
      </w:r>
      <w:r>
        <w:tab/>
        <w:t>3.051e0</w:t>
      </w:r>
    </w:p>
    <w:p w:rsidR="007B2329" w:rsidRDefault="007B2329" w:rsidP="007B2329">
      <w:r>
        <w:t>153.0846</w:t>
      </w:r>
      <w:r>
        <w:tab/>
        <w:t>3.038e0</w:t>
      </w:r>
    </w:p>
    <w:p w:rsidR="007B2329" w:rsidRDefault="007B2329" w:rsidP="007B2329">
      <w:r>
        <w:t>153.0896</w:t>
      </w:r>
      <w:r>
        <w:tab/>
        <w:t>2.063e0</w:t>
      </w:r>
    </w:p>
    <w:p w:rsidR="007B2329" w:rsidRDefault="007B2329" w:rsidP="007B2329">
      <w:r>
        <w:t>153.1087</w:t>
      </w:r>
      <w:r>
        <w:tab/>
        <w:t>2.532e-2</w:t>
      </w:r>
    </w:p>
    <w:p w:rsidR="007B2329" w:rsidRDefault="007B2329" w:rsidP="007B2329">
      <w:r>
        <w:t>153.1105</w:t>
      </w:r>
      <w:r>
        <w:tab/>
        <w:t>1.013e0</w:t>
      </w:r>
    </w:p>
    <w:p w:rsidR="007B2329" w:rsidRDefault="007B2329" w:rsidP="007B2329">
      <w:r>
        <w:t>153.1125</w:t>
      </w:r>
      <w:r>
        <w:tab/>
        <w:t>5.063e0</w:t>
      </w:r>
    </w:p>
    <w:p w:rsidR="007B2329" w:rsidRDefault="007B2329" w:rsidP="007B2329">
      <w:r>
        <w:t>153.1239</w:t>
      </w:r>
      <w:r>
        <w:tab/>
        <w:t>1.013e0</w:t>
      </w:r>
    </w:p>
    <w:p w:rsidR="007B2329" w:rsidRDefault="007B2329" w:rsidP="007B2329">
      <w:r>
        <w:t>153.1426</w:t>
      </w:r>
      <w:r>
        <w:tab/>
        <w:t>2.025e0</w:t>
      </w:r>
    </w:p>
    <w:p w:rsidR="007B2329" w:rsidRDefault="007B2329" w:rsidP="007B2329">
      <w:r>
        <w:t>153.1439</w:t>
      </w:r>
      <w:r>
        <w:tab/>
        <w:t>1.025e0</w:t>
      </w:r>
    </w:p>
    <w:p w:rsidR="007B2329" w:rsidRDefault="007B2329" w:rsidP="007B2329">
      <w:r>
        <w:t>153.1499</w:t>
      </w:r>
      <w:r>
        <w:tab/>
        <w:t>5.063e0</w:t>
      </w:r>
    </w:p>
    <w:p w:rsidR="007B2329" w:rsidRDefault="007B2329" w:rsidP="007B2329">
      <w:r>
        <w:t>153.1565</w:t>
      </w:r>
      <w:r>
        <w:tab/>
        <w:t>1.013e0</w:t>
      </w:r>
    </w:p>
    <w:p w:rsidR="007B2329" w:rsidRDefault="007B2329" w:rsidP="007B2329">
      <w:r>
        <w:t>153.1599</w:t>
      </w:r>
      <w:r>
        <w:tab/>
        <w:t>1.013e0</w:t>
      </w:r>
    </w:p>
    <w:p w:rsidR="007B2329" w:rsidRDefault="007B2329" w:rsidP="007B2329">
      <w:r>
        <w:lastRenderedPageBreak/>
        <w:t>153.1666</w:t>
      </w:r>
      <w:r>
        <w:tab/>
        <w:t>2.025e0</w:t>
      </w:r>
    </w:p>
    <w:p w:rsidR="007B2329" w:rsidRDefault="007B2329" w:rsidP="007B2329">
      <w:r>
        <w:t>153.1930</w:t>
      </w:r>
      <w:r>
        <w:tab/>
        <w:t>1.266e-2</w:t>
      </w:r>
    </w:p>
    <w:p w:rsidR="007B2329" w:rsidRDefault="007B2329" w:rsidP="007B2329">
      <w:r>
        <w:t>153.2014</w:t>
      </w:r>
      <w:r>
        <w:tab/>
        <w:t>3.038e0</w:t>
      </w:r>
    </w:p>
    <w:p w:rsidR="007B2329" w:rsidRDefault="007B2329" w:rsidP="007B2329">
      <w:r>
        <w:t>153.2025</w:t>
      </w:r>
      <w:r>
        <w:tab/>
        <w:t>1.266e-2</w:t>
      </w:r>
    </w:p>
    <w:p w:rsidR="007B2329" w:rsidRDefault="007B2329" w:rsidP="007B2329">
      <w:r>
        <w:t>153.2294</w:t>
      </w:r>
      <w:r>
        <w:tab/>
        <w:t>2.025e0</w:t>
      </w:r>
    </w:p>
    <w:p w:rsidR="007B2329" w:rsidRDefault="007B2329" w:rsidP="007B2329">
      <w:r>
        <w:t>153.2423</w:t>
      </w:r>
      <w:r>
        <w:tab/>
        <w:t>1.013e0</w:t>
      </w:r>
    </w:p>
    <w:p w:rsidR="007B2329" w:rsidRDefault="007B2329" w:rsidP="007B2329">
      <w:r>
        <w:t>153.2454</w:t>
      </w:r>
      <w:r>
        <w:tab/>
        <w:t>1.013e0</w:t>
      </w:r>
    </w:p>
    <w:p w:rsidR="007B2329" w:rsidRDefault="007B2329" w:rsidP="007B2329">
      <w:r>
        <w:t>153.2519</w:t>
      </w:r>
      <w:r>
        <w:tab/>
        <w:t>1.013e0</w:t>
      </w:r>
    </w:p>
    <w:p w:rsidR="007B2329" w:rsidRDefault="007B2329" w:rsidP="007B2329">
      <w:r>
        <w:t>153.2553</w:t>
      </w:r>
      <w:r>
        <w:tab/>
        <w:t>1.013e0</w:t>
      </w:r>
    </w:p>
    <w:p w:rsidR="007B2329" w:rsidRDefault="007B2329" w:rsidP="007B2329">
      <w:r>
        <w:t>153.2653</w:t>
      </w:r>
      <w:r>
        <w:tab/>
        <w:t>1.013e0</w:t>
      </w:r>
    </w:p>
    <w:p w:rsidR="007B2329" w:rsidRDefault="007B2329" w:rsidP="007B2329">
      <w:r>
        <w:t>153.2671</w:t>
      </w:r>
      <w:r>
        <w:tab/>
        <w:t>2.532e-2</w:t>
      </w:r>
    </w:p>
    <w:p w:rsidR="007B2329" w:rsidRDefault="007B2329" w:rsidP="007B2329">
      <w:r>
        <w:t>153.2788</w:t>
      </w:r>
      <w:r>
        <w:tab/>
        <w:t>4.051e0</w:t>
      </w:r>
    </w:p>
    <w:p w:rsidR="007B2329" w:rsidRDefault="007B2329" w:rsidP="007B2329">
      <w:r>
        <w:t>153.2854</w:t>
      </w:r>
      <w:r>
        <w:tab/>
        <w:t>1.013e0</w:t>
      </w:r>
    </w:p>
    <w:p w:rsidR="007B2329" w:rsidRDefault="007B2329" w:rsidP="007B2329">
      <w:r>
        <w:t>153.2915</w:t>
      </w:r>
      <w:r>
        <w:tab/>
        <w:t>1.013e0</w:t>
      </w:r>
    </w:p>
    <w:p w:rsidR="007B2329" w:rsidRDefault="007B2329" w:rsidP="007B2329">
      <w:r>
        <w:t>153.3248</w:t>
      </w:r>
      <w:r>
        <w:tab/>
        <w:t>2.025e0</w:t>
      </w:r>
    </w:p>
    <w:p w:rsidR="007B2329" w:rsidRDefault="007B2329" w:rsidP="007B2329">
      <w:r>
        <w:t>153.3346</w:t>
      </w:r>
      <w:r>
        <w:tab/>
        <w:t>1.266e-2</w:t>
      </w:r>
    </w:p>
    <w:p w:rsidR="007B2329" w:rsidRDefault="007B2329" w:rsidP="007B2329">
      <w:r>
        <w:t>153.3377</w:t>
      </w:r>
      <w:r>
        <w:tab/>
        <w:t>1.013e0</w:t>
      </w:r>
    </w:p>
    <w:p w:rsidR="007B2329" w:rsidRDefault="007B2329" w:rsidP="007B2329">
      <w:r>
        <w:t>153.3473</w:t>
      </w:r>
      <w:r>
        <w:tab/>
        <w:t>1.013e0</w:t>
      </w:r>
    </w:p>
    <w:p w:rsidR="007B2329" w:rsidRDefault="007B2329" w:rsidP="007B2329">
      <w:r>
        <w:t>153.3489</w:t>
      </w:r>
      <w:r>
        <w:tab/>
        <w:t>2.025e0</w:t>
      </w:r>
    </w:p>
    <w:p w:rsidR="007B2329" w:rsidRDefault="007B2329" w:rsidP="007B2329">
      <w:r>
        <w:lastRenderedPageBreak/>
        <w:t>153.3507</w:t>
      </w:r>
      <w:r>
        <w:tab/>
        <w:t>1.013e0</w:t>
      </w:r>
    </w:p>
    <w:p w:rsidR="007B2329" w:rsidRDefault="007B2329" w:rsidP="007B2329">
      <w:r>
        <w:t>153.3641</w:t>
      </w:r>
      <w:r>
        <w:tab/>
        <w:t>1.013e0</w:t>
      </w:r>
    </w:p>
    <w:p w:rsidR="007B2329" w:rsidRDefault="007B2329" w:rsidP="007B2329">
      <w:r>
        <w:t>153.3674</w:t>
      </w:r>
      <w:r>
        <w:tab/>
        <w:t>1.013e0</w:t>
      </w:r>
    </w:p>
    <w:p w:rsidR="007B2329" w:rsidRDefault="007B2329" w:rsidP="007B2329">
      <w:r>
        <w:t>153.3708</w:t>
      </w:r>
      <w:r>
        <w:tab/>
        <w:t>1.266e-2</w:t>
      </w:r>
    </w:p>
    <w:p w:rsidR="007B2329" w:rsidRDefault="007B2329" w:rsidP="007B2329">
      <w:r>
        <w:t>153.3809</w:t>
      </w:r>
      <w:r>
        <w:tab/>
        <w:t>1.013e0</w:t>
      </w:r>
    </w:p>
    <w:p w:rsidR="007B2329" w:rsidRDefault="007B2329" w:rsidP="007B2329">
      <w:r>
        <w:t>153.3839</w:t>
      </w:r>
      <w:r>
        <w:tab/>
        <w:t>3.038e0</w:t>
      </w:r>
    </w:p>
    <w:p w:rsidR="007B2329" w:rsidRDefault="007B2329" w:rsidP="007B2329">
      <w:r>
        <w:t>153.3853</w:t>
      </w:r>
      <w:r>
        <w:tab/>
        <w:t>2.025e0</w:t>
      </w:r>
    </w:p>
    <w:p w:rsidR="007B2329" w:rsidRDefault="007B2329" w:rsidP="007B2329">
      <w:r>
        <w:t>153.3967</w:t>
      </w:r>
      <w:r>
        <w:tab/>
        <w:t>2.025e0</w:t>
      </w:r>
    </w:p>
    <w:p w:rsidR="007B2329" w:rsidRDefault="007B2329" w:rsidP="007B2329">
      <w:r>
        <w:t>153.4136</w:t>
      </w:r>
      <w:r>
        <w:tab/>
        <w:t>1.013e0</w:t>
      </w:r>
    </w:p>
    <w:p w:rsidR="007B2329" w:rsidRDefault="007B2329" w:rsidP="007B2329">
      <w:r>
        <w:t>153.4169</w:t>
      </w:r>
      <w:r>
        <w:tab/>
        <w:t>2.025e0</w:t>
      </w:r>
    </w:p>
    <w:p w:rsidR="007B2329" w:rsidRDefault="007B2329" w:rsidP="007B2329">
      <w:r>
        <w:t>153.4236</w:t>
      </w:r>
      <w:r>
        <w:tab/>
        <w:t>4.051e0</w:t>
      </w:r>
    </w:p>
    <w:p w:rsidR="007B2329" w:rsidRDefault="007B2329" w:rsidP="007B2329">
      <w:r>
        <w:t>153.4427</w:t>
      </w:r>
      <w:r>
        <w:tab/>
        <w:t>1.013e0</w:t>
      </w:r>
    </w:p>
    <w:p w:rsidR="007B2329" w:rsidRDefault="007B2329" w:rsidP="007B2329">
      <w:r>
        <w:t>153.4461</w:t>
      </w:r>
      <w:r>
        <w:tab/>
        <w:t>2.025e0</w:t>
      </w:r>
    </w:p>
    <w:p w:rsidR="007B2329" w:rsidRDefault="007B2329" w:rsidP="007B2329">
      <w:r>
        <w:t>153.4496</w:t>
      </w:r>
      <w:r>
        <w:tab/>
        <w:t>1.013e0</w:t>
      </w:r>
    </w:p>
    <w:p w:rsidR="007B2329" w:rsidRDefault="007B2329" w:rsidP="007B2329">
      <w:r>
        <w:t>153.4612</w:t>
      </w:r>
      <w:r>
        <w:tab/>
        <w:t>2.532e-2</w:t>
      </w:r>
    </w:p>
    <w:p w:rsidR="007B2329" w:rsidRDefault="007B2329" w:rsidP="007B2329">
      <w:r>
        <w:t>153.4629</w:t>
      </w:r>
      <w:r>
        <w:tab/>
        <w:t>2.038e0</w:t>
      </w:r>
    </w:p>
    <w:p w:rsidR="007B2329" w:rsidRDefault="007B2329" w:rsidP="007B2329">
      <w:r>
        <w:t>153.4697</w:t>
      </w:r>
      <w:r>
        <w:tab/>
        <w:t>1.013e0</w:t>
      </w:r>
    </w:p>
    <w:p w:rsidR="007B2329" w:rsidRDefault="007B2329" w:rsidP="007B2329">
      <w:r>
        <w:t>153.4763</w:t>
      </w:r>
      <w:r>
        <w:tab/>
        <w:t>1.013e0</w:t>
      </w:r>
    </w:p>
    <w:p w:rsidR="007B2329" w:rsidRDefault="007B2329" w:rsidP="007B2329">
      <w:r>
        <w:t>153.4794</w:t>
      </w:r>
      <w:r>
        <w:tab/>
        <w:t>1.013e0</w:t>
      </w:r>
    </w:p>
    <w:p w:rsidR="007B2329" w:rsidRDefault="007B2329" w:rsidP="007B2329">
      <w:r>
        <w:lastRenderedPageBreak/>
        <w:t>153.4922</w:t>
      </w:r>
      <w:r>
        <w:tab/>
        <w:t>2.025e0</w:t>
      </w:r>
    </w:p>
    <w:p w:rsidR="007B2329" w:rsidRDefault="007B2329" w:rsidP="007B2329">
      <w:r>
        <w:t>153.5090</w:t>
      </w:r>
      <w:r>
        <w:tab/>
        <w:t>2.532e-2</w:t>
      </w:r>
    </w:p>
    <w:p w:rsidR="007B2329" w:rsidRDefault="007B2329" w:rsidP="007B2329">
      <w:r>
        <w:t>153.5157</w:t>
      </w:r>
      <w:r>
        <w:tab/>
        <w:t>1.025e0</w:t>
      </w:r>
    </w:p>
    <w:p w:rsidR="007B2329" w:rsidRDefault="007B2329" w:rsidP="007B2329">
      <w:r>
        <w:t>153.5225</w:t>
      </w:r>
      <w:r>
        <w:tab/>
        <w:t>2.025e0</w:t>
      </w:r>
    </w:p>
    <w:p w:rsidR="007B2329" w:rsidRDefault="007B2329" w:rsidP="007B2329">
      <w:r>
        <w:t>153.5287</w:t>
      </w:r>
      <w:r>
        <w:tab/>
        <w:t>1.266e-2</w:t>
      </w:r>
    </w:p>
    <w:p w:rsidR="007B2329" w:rsidRDefault="007B2329" w:rsidP="007B2329">
      <w:r>
        <w:t>153.5363</w:t>
      </w:r>
      <w:r>
        <w:tab/>
        <w:t>2.025e0</w:t>
      </w:r>
    </w:p>
    <w:p w:rsidR="007B2329" w:rsidRDefault="007B2329" w:rsidP="007B2329">
      <w:r>
        <w:t>153.5382</w:t>
      </w:r>
      <w:r>
        <w:tab/>
        <w:t>1.013e0</w:t>
      </w:r>
    </w:p>
    <w:p w:rsidR="007B2329" w:rsidRDefault="007B2329" w:rsidP="007B2329">
      <w:r>
        <w:t>153.5400</w:t>
      </w:r>
      <w:r>
        <w:tab/>
        <w:t>2.025e0</w:t>
      </w:r>
    </w:p>
    <w:p w:rsidR="007B2329" w:rsidRDefault="007B2329" w:rsidP="007B2329">
      <w:r>
        <w:t>153.5484</w:t>
      </w:r>
      <w:r>
        <w:tab/>
        <w:t>1.013e0</w:t>
      </w:r>
    </w:p>
    <w:p w:rsidR="007B2329" w:rsidRDefault="007B2329" w:rsidP="007B2329">
      <w:r>
        <w:t>153.5517</w:t>
      </w:r>
      <w:r>
        <w:tab/>
        <w:t>2.532e-2</w:t>
      </w:r>
    </w:p>
    <w:p w:rsidR="007B2329" w:rsidRDefault="007B2329" w:rsidP="007B2329">
      <w:r>
        <w:t>153.5584</w:t>
      </w:r>
      <w:r>
        <w:tab/>
        <w:t>1.013e0</w:t>
      </w:r>
    </w:p>
    <w:p w:rsidR="007B2329" w:rsidRDefault="007B2329" w:rsidP="007B2329">
      <w:r>
        <w:t>153.5601</w:t>
      </w:r>
      <w:r>
        <w:tab/>
        <w:t>1.025e0</w:t>
      </w:r>
    </w:p>
    <w:p w:rsidR="007B2329" w:rsidRDefault="007B2329" w:rsidP="007B2329">
      <w:r>
        <w:t>153.5652</w:t>
      </w:r>
      <w:r>
        <w:tab/>
        <w:t>1.013e0</w:t>
      </w:r>
    </w:p>
    <w:p w:rsidR="007B2329" w:rsidRDefault="007B2329" w:rsidP="007B2329">
      <w:r>
        <w:t>153.5705</w:t>
      </w:r>
      <w:r>
        <w:tab/>
        <w:t>1.038e0</w:t>
      </w:r>
    </w:p>
    <w:p w:rsidR="007B2329" w:rsidRDefault="007B2329" w:rsidP="007B2329">
      <w:r>
        <w:t>153.5734</w:t>
      </w:r>
      <w:r>
        <w:tab/>
        <w:t>2.025e0</w:t>
      </w:r>
    </w:p>
    <w:p w:rsidR="007B2329" w:rsidRDefault="007B2329" w:rsidP="007B2329">
      <w:r>
        <w:t>153.6112</w:t>
      </w:r>
      <w:r>
        <w:tab/>
        <w:t>3.038e0</w:t>
      </w:r>
    </w:p>
    <w:p w:rsidR="007B2329" w:rsidRDefault="007B2329" w:rsidP="007B2329">
      <w:r>
        <w:t>153.6146</w:t>
      </w:r>
      <w:r>
        <w:tab/>
        <w:t>1.013e0</w:t>
      </w:r>
    </w:p>
    <w:p w:rsidR="007B2329" w:rsidRDefault="007B2329" w:rsidP="007B2329">
      <w:r>
        <w:t>153.6165</w:t>
      </w:r>
      <w:r>
        <w:tab/>
        <w:t>2.025e0</w:t>
      </w:r>
    </w:p>
    <w:p w:rsidR="007B2329" w:rsidRDefault="007B2329" w:rsidP="007B2329">
      <w:r>
        <w:t>153.6243</w:t>
      </w:r>
      <w:r>
        <w:tab/>
        <w:t>1.038e0</w:t>
      </w:r>
    </w:p>
    <w:p w:rsidR="007B2329" w:rsidRDefault="007B2329" w:rsidP="007B2329">
      <w:r>
        <w:lastRenderedPageBreak/>
        <w:t>153.6305</w:t>
      </w:r>
      <w:r>
        <w:tab/>
        <w:t>1.013e0</w:t>
      </w:r>
    </w:p>
    <w:p w:rsidR="007B2329" w:rsidRDefault="007B2329" w:rsidP="007B2329">
      <w:r>
        <w:t>153.6337</w:t>
      </w:r>
      <w:r>
        <w:tab/>
        <w:t>1.013e0</w:t>
      </w:r>
    </w:p>
    <w:p w:rsidR="007B2329" w:rsidRDefault="007B2329" w:rsidP="007B2329">
      <w:r>
        <w:t>153.6371</w:t>
      </w:r>
      <w:r>
        <w:tab/>
        <w:t>1.013e0</w:t>
      </w:r>
    </w:p>
    <w:p w:rsidR="007B2329" w:rsidRDefault="007B2329" w:rsidP="007B2329">
      <w:r>
        <w:t>153.6438</w:t>
      </w:r>
      <w:r>
        <w:tab/>
        <w:t>1.013e0</w:t>
      </w:r>
    </w:p>
    <w:p w:rsidR="007B2329" w:rsidRDefault="007B2329" w:rsidP="007B2329">
      <w:r>
        <w:t>153.6473</w:t>
      </w:r>
      <w:r>
        <w:tab/>
        <w:t>1.013e0</w:t>
      </w:r>
    </w:p>
    <w:p w:rsidR="007B2329" w:rsidRDefault="007B2329" w:rsidP="007B2329">
      <w:r>
        <w:t>153.6640</w:t>
      </w:r>
      <w:r>
        <w:tab/>
        <w:t>2.025e0</w:t>
      </w:r>
    </w:p>
    <w:p w:rsidR="007B2329" w:rsidRDefault="007B2329" w:rsidP="007B2329">
      <w:r>
        <w:t>153.6737</w:t>
      </w:r>
      <w:r>
        <w:tab/>
        <w:t>3.038e0</w:t>
      </w:r>
    </w:p>
    <w:p w:rsidR="007B2329" w:rsidRDefault="007B2329" w:rsidP="007B2329">
      <w:r>
        <w:t>153.6752</w:t>
      </w:r>
      <w:r>
        <w:tab/>
        <w:t>1.038e0</w:t>
      </w:r>
    </w:p>
    <w:p w:rsidR="007B2329" w:rsidRDefault="007B2329" w:rsidP="007B2329">
      <w:r>
        <w:t>153.6767</w:t>
      </w:r>
      <w:r>
        <w:tab/>
        <w:t>1.013e0</w:t>
      </w:r>
    </w:p>
    <w:p w:rsidR="007B2329" w:rsidRDefault="007B2329" w:rsidP="007B2329">
      <w:r>
        <w:t>153.6779</w:t>
      </w:r>
      <w:r>
        <w:tab/>
        <w:t>1.025e0</w:t>
      </w:r>
    </w:p>
    <w:p w:rsidR="007B2329" w:rsidRDefault="007B2329" w:rsidP="007B2329">
      <w:r>
        <w:t>153.6832</w:t>
      </w:r>
      <w:r>
        <w:tab/>
        <w:t>1.013e0</w:t>
      </w:r>
    </w:p>
    <w:p w:rsidR="007B2329" w:rsidRDefault="007B2329" w:rsidP="007B2329">
      <w:r>
        <w:t>153.6866</w:t>
      </w:r>
      <w:r>
        <w:tab/>
        <w:t>2.025e0</w:t>
      </w:r>
    </w:p>
    <w:p w:rsidR="007B2329" w:rsidRDefault="007B2329" w:rsidP="007B2329">
      <w:r>
        <w:t>153.6955</w:t>
      </w:r>
      <w:r>
        <w:tab/>
        <w:t>4.051e0</w:t>
      </w:r>
    </w:p>
    <w:p w:rsidR="007B2329" w:rsidRDefault="007B2329" w:rsidP="007B2329">
      <w:r>
        <w:t>153.7051</w:t>
      </w:r>
      <w:r>
        <w:tab/>
        <w:t>2.025e0</w:t>
      </w:r>
    </w:p>
    <w:p w:rsidR="007B2329" w:rsidRDefault="007B2329" w:rsidP="007B2329">
      <w:r>
        <w:t>153.7216</w:t>
      </w:r>
      <w:r>
        <w:tab/>
        <w:t>3.038e0</w:t>
      </w:r>
    </w:p>
    <w:p w:rsidR="007B2329" w:rsidRDefault="007B2329" w:rsidP="007B2329">
      <w:r>
        <w:t>153.7259</w:t>
      </w:r>
      <w:r>
        <w:tab/>
        <w:t>2.025e0</w:t>
      </w:r>
    </w:p>
    <w:p w:rsidR="007B2329" w:rsidRDefault="007B2329" w:rsidP="007B2329">
      <w:r>
        <w:t>153.7325</w:t>
      </w:r>
      <w:r>
        <w:tab/>
        <w:t>2.025e0</w:t>
      </w:r>
    </w:p>
    <w:p w:rsidR="007B2329" w:rsidRDefault="007B2329" w:rsidP="007B2329">
      <w:r>
        <w:t>153.7395</w:t>
      </w:r>
      <w:r>
        <w:tab/>
        <w:t>1.013e0</w:t>
      </w:r>
    </w:p>
    <w:p w:rsidR="007B2329" w:rsidRDefault="007B2329" w:rsidP="007B2329">
      <w:r>
        <w:t>153.7511</w:t>
      </w:r>
      <w:r>
        <w:tab/>
        <w:t>2.025e0</w:t>
      </w:r>
    </w:p>
    <w:p w:rsidR="007B2329" w:rsidRDefault="007B2329" w:rsidP="007B2329">
      <w:r>
        <w:lastRenderedPageBreak/>
        <w:t>153.7612</w:t>
      </w:r>
      <w:r>
        <w:tab/>
        <w:t>2.025e0</w:t>
      </w:r>
    </w:p>
    <w:p w:rsidR="007B2329" w:rsidRDefault="007B2329" w:rsidP="007B2329">
      <w:r>
        <w:t>153.7630</w:t>
      </w:r>
      <w:r>
        <w:tab/>
        <w:t>1.013e0</w:t>
      </w:r>
    </w:p>
    <w:p w:rsidR="007B2329" w:rsidRDefault="007B2329" w:rsidP="007B2329">
      <w:r>
        <w:t>153.7693</w:t>
      </w:r>
      <w:r>
        <w:tab/>
        <w:t>1.013e0</w:t>
      </w:r>
    </w:p>
    <w:p w:rsidR="007B2329" w:rsidRDefault="007B2329" w:rsidP="007B2329">
      <w:r>
        <w:t>153.7786</w:t>
      </w:r>
      <w:r>
        <w:tab/>
        <w:t>2.532e-2</w:t>
      </w:r>
    </w:p>
    <w:p w:rsidR="007B2329" w:rsidRDefault="007B2329" w:rsidP="007B2329">
      <w:r>
        <w:t>153.7821</w:t>
      </w:r>
      <w:r>
        <w:tab/>
        <w:t>1.013e0</w:t>
      </w:r>
    </w:p>
    <w:p w:rsidR="007B2329" w:rsidRDefault="007B2329" w:rsidP="007B2329">
      <w:r>
        <w:t>153.8090</w:t>
      </w:r>
      <w:r>
        <w:tab/>
        <w:t>1.013e0</w:t>
      </w:r>
    </w:p>
    <w:p w:rsidR="007B2329" w:rsidRDefault="007B2329" w:rsidP="007B2329">
      <w:r>
        <w:t>153.8187</w:t>
      </w:r>
      <w:r>
        <w:tab/>
        <w:t>1.013e0</w:t>
      </w:r>
    </w:p>
    <w:p w:rsidR="007B2329" w:rsidRDefault="007B2329" w:rsidP="007B2329">
      <w:r>
        <w:t>153.8217</w:t>
      </w:r>
      <w:r>
        <w:tab/>
        <w:t>1.013e0</w:t>
      </w:r>
    </w:p>
    <w:p w:rsidR="007B2329" w:rsidRDefault="007B2329" w:rsidP="007B2329">
      <w:r>
        <w:t>153.8287</w:t>
      </w:r>
      <w:r>
        <w:tab/>
        <w:t>5.063e0</w:t>
      </w:r>
    </w:p>
    <w:p w:rsidR="007B2329" w:rsidRDefault="007B2329" w:rsidP="007B2329">
      <w:r>
        <w:t>153.8383</w:t>
      </w:r>
      <w:r>
        <w:tab/>
        <w:t>1.013e0</w:t>
      </w:r>
    </w:p>
    <w:p w:rsidR="007B2329" w:rsidRDefault="007B2329" w:rsidP="007B2329">
      <w:r>
        <w:t>153.8450</w:t>
      </w:r>
      <w:r>
        <w:tab/>
        <w:t>1.266e-2</w:t>
      </w:r>
    </w:p>
    <w:p w:rsidR="007B2329" w:rsidRDefault="007B2329" w:rsidP="007B2329">
      <w:r>
        <w:t>153.8517</w:t>
      </w:r>
      <w:r>
        <w:tab/>
        <w:t>1.013e0</w:t>
      </w:r>
    </w:p>
    <w:p w:rsidR="007B2329" w:rsidRDefault="007B2329" w:rsidP="007B2329">
      <w:r>
        <w:t>153.8551</w:t>
      </w:r>
      <w:r>
        <w:tab/>
        <w:t>1.013e0</w:t>
      </w:r>
    </w:p>
    <w:p w:rsidR="007B2329" w:rsidRDefault="007B2329" w:rsidP="007B2329">
      <w:r>
        <w:t>153.8585</w:t>
      </w:r>
      <w:r>
        <w:tab/>
        <w:t>1.013e0</w:t>
      </w:r>
    </w:p>
    <w:p w:rsidR="007B2329" w:rsidRDefault="007B2329" w:rsidP="007B2329">
      <w:r>
        <w:t>153.8650</w:t>
      </w:r>
      <w:r>
        <w:tab/>
        <w:t>1.013e0</w:t>
      </w:r>
    </w:p>
    <w:p w:rsidR="007B2329" w:rsidRDefault="007B2329" w:rsidP="007B2329">
      <w:r>
        <w:t>153.8878</w:t>
      </w:r>
      <w:r>
        <w:tab/>
        <w:t>1.013e0</w:t>
      </w:r>
    </w:p>
    <w:p w:rsidR="007B2329" w:rsidRDefault="007B2329" w:rsidP="007B2329">
      <w:r>
        <w:t>153.8939</w:t>
      </w:r>
      <w:r>
        <w:tab/>
        <w:t>5.345e0</w:t>
      </w:r>
    </w:p>
    <w:p w:rsidR="007B2329" w:rsidRDefault="007B2329" w:rsidP="007B2329">
      <w:r>
        <w:t>153.9012</w:t>
      </w:r>
      <w:r>
        <w:tab/>
        <w:t>3.051e0</w:t>
      </w:r>
    </w:p>
    <w:p w:rsidR="007B2329" w:rsidRDefault="007B2329" w:rsidP="007B2329">
      <w:r>
        <w:t>153.9080</w:t>
      </w:r>
      <w:r>
        <w:tab/>
        <w:t>1.266e-2</w:t>
      </w:r>
    </w:p>
    <w:p w:rsidR="007B2329" w:rsidRDefault="007B2329" w:rsidP="007B2329">
      <w:r>
        <w:lastRenderedPageBreak/>
        <w:t>153.9174</w:t>
      </w:r>
      <w:r>
        <w:tab/>
        <w:t>3.038e0</w:t>
      </w:r>
    </w:p>
    <w:p w:rsidR="007B2329" w:rsidRDefault="007B2329" w:rsidP="007B2329">
      <w:r>
        <w:t>153.9206</w:t>
      </w:r>
      <w:r>
        <w:tab/>
        <w:t>1.013e0</w:t>
      </w:r>
    </w:p>
    <w:p w:rsidR="007B2329" w:rsidRDefault="007B2329" w:rsidP="007B2329">
      <w:r>
        <w:t>153.9222</w:t>
      </w:r>
      <w:r>
        <w:tab/>
        <w:t>2.025e0</w:t>
      </w:r>
    </w:p>
    <w:p w:rsidR="007B2329" w:rsidRDefault="007B2329" w:rsidP="007B2329">
      <w:r>
        <w:t>153.9237</w:t>
      </w:r>
      <w:r>
        <w:tab/>
        <w:t>1.013e0</w:t>
      </w:r>
    </w:p>
    <w:p w:rsidR="007B2329" w:rsidRDefault="007B2329" w:rsidP="007B2329">
      <w:r>
        <w:t>153.9271</w:t>
      </w:r>
      <w:r>
        <w:tab/>
        <w:t>1.266e-2</w:t>
      </w:r>
    </w:p>
    <w:p w:rsidR="007B2329" w:rsidRDefault="007B2329" w:rsidP="007B2329">
      <w:r>
        <w:t>153.9304</w:t>
      </w:r>
      <w:r>
        <w:tab/>
        <w:t>2.025e0</w:t>
      </w:r>
    </w:p>
    <w:p w:rsidR="007B2329" w:rsidRDefault="007B2329" w:rsidP="007B2329">
      <w:r>
        <w:t>153.9473</w:t>
      </w:r>
      <w:r>
        <w:tab/>
        <w:t>1.013e0</w:t>
      </w:r>
    </w:p>
    <w:p w:rsidR="007B2329" w:rsidRDefault="007B2329" w:rsidP="007B2329">
      <w:r>
        <w:t>153.9541</w:t>
      </w:r>
      <w:r>
        <w:tab/>
        <w:t>1.013e0</w:t>
      </w:r>
    </w:p>
    <w:p w:rsidR="007B2329" w:rsidRDefault="007B2329" w:rsidP="007B2329">
      <w:r>
        <w:t>153.9594</w:t>
      </w:r>
      <w:r>
        <w:tab/>
        <w:t>2.025e0</w:t>
      </w:r>
    </w:p>
    <w:p w:rsidR="007B2329" w:rsidRDefault="007B2329" w:rsidP="007B2329">
      <w:r>
        <w:t>153.9669</w:t>
      </w:r>
      <w:r>
        <w:tab/>
        <w:t>1.013e0</w:t>
      </w:r>
    </w:p>
    <w:p w:rsidR="007B2329" w:rsidRDefault="007B2329" w:rsidP="007B2329">
      <w:r>
        <w:t>154.0035</w:t>
      </w:r>
      <w:r>
        <w:tab/>
        <w:t>2.025e0</w:t>
      </w:r>
    </w:p>
    <w:p w:rsidR="007B2329" w:rsidRDefault="007B2329" w:rsidP="007B2329">
      <w:r>
        <w:t>154.0070</w:t>
      </w:r>
      <w:r>
        <w:tab/>
        <w:t>1.266e-2</w:t>
      </w:r>
    </w:p>
    <w:p w:rsidR="007B2329" w:rsidRDefault="007B2329" w:rsidP="007B2329">
      <w:r>
        <w:t>154.0102</w:t>
      </w:r>
      <w:r>
        <w:tab/>
        <w:t>2.025e0</w:t>
      </w:r>
    </w:p>
    <w:p w:rsidR="007B2329" w:rsidRDefault="007B2329" w:rsidP="007B2329">
      <w:r>
        <w:t>154.0163</w:t>
      </w:r>
      <w:r>
        <w:tab/>
        <w:t>3.038e0</w:t>
      </w:r>
    </w:p>
    <w:p w:rsidR="007B2329" w:rsidRDefault="007B2329" w:rsidP="007B2329">
      <w:r>
        <w:t>154.0226</w:t>
      </w:r>
      <w:r>
        <w:tab/>
        <w:t>1.266e-2</w:t>
      </w:r>
    </w:p>
    <w:p w:rsidR="007B2329" w:rsidRDefault="007B2329" w:rsidP="007B2329">
      <w:r>
        <w:t>154.0278</w:t>
      </w:r>
      <w:r>
        <w:tab/>
        <w:t>2.025e0</w:t>
      </w:r>
    </w:p>
    <w:p w:rsidR="007B2329" w:rsidRDefault="007B2329" w:rsidP="007B2329">
      <w:r>
        <w:t>154.0396</w:t>
      </w:r>
      <w:r>
        <w:tab/>
        <w:t>1.266e-2</w:t>
      </w:r>
    </w:p>
    <w:p w:rsidR="007B2329" w:rsidRDefault="007B2329" w:rsidP="007B2329">
      <w:r>
        <w:t>154.0429</w:t>
      </w:r>
      <w:r>
        <w:tab/>
        <w:t>1.266e-2</w:t>
      </w:r>
    </w:p>
    <w:p w:rsidR="007B2329" w:rsidRDefault="007B2329" w:rsidP="007B2329">
      <w:r>
        <w:t>154.0462</w:t>
      </w:r>
      <w:r>
        <w:tab/>
        <w:t>3.038e0</w:t>
      </w:r>
    </w:p>
    <w:p w:rsidR="007B2329" w:rsidRDefault="007B2329" w:rsidP="007B2329">
      <w:r>
        <w:lastRenderedPageBreak/>
        <w:t>154.0496</w:t>
      </w:r>
      <w:r>
        <w:tab/>
        <w:t>1.013e0</w:t>
      </w:r>
    </w:p>
    <w:p w:rsidR="007B2329" w:rsidRDefault="007B2329" w:rsidP="007B2329">
      <w:r>
        <w:t>154.0581</w:t>
      </w:r>
      <w:r>
        <w:tab/>
        <w:t>2.532e-2</w:t>
      </w:r>
    </w:p>
    <w:p w:rsidR="007B2329" w:rsidRDefault="007B2329" w:rsidP="007B2329">
      <w:r>
        <w:t>154.0658</w:t>
      </w:r>
      <w:r>
        <w:tab/>
        <w:t>1.013e0</w:t>
      </w:r>
    </w:p>
    <w:p w:rsidR="007B2329" w:rsidRDefault="007B2329" w:rsidP="007B2329">
      <w:r>
        <w:t>154.0721</w:t>
      </w:r>
      <w:r>
        <w:tab/>
        <w:t>1.013e0</w:t>
      </w:r>
    </w:p>
    <w:p w:rsidR="007B2329" w:rsidRDefault="007B2329" w:rsidP="007B2329">
      <w:r>
        <w:t>154.0751</w:t>
      </w:r>
      <w:r>
        <w:tab/>
        <w:t>7.089e0</w:t>
      </w:r>
    </w:p>
    <w:p w:rsidR="007B2329" w:rsidRDefault="007B2329" w:rsidP="007B2329">
      <w:r>
        <w:t>154.0789</w:t>
      </w:r>
      <w:r>
        <w:tab/>
        <w:t>6.208e0</w:t>
      </w:r>
    </w:p>
    <w:p w:rsidR="007B2329" w:rsidRDefault="007B2329" w:rsidP="007B2329">
      <w:r>
        <w:t>154.0806</w:t>
      </w:r>
      <w:r>
        <w:tab/>
        <w:t>9.127e0</w:t>
      </w:r>
    </w:p>
    <w:p w:rsidR="007B2329" w:rsidRDefault="007B2329" w:rsidP="007B2329">
      <w:r>
        <w:t>154.0924</w:t>
      </w:r>
      <w:r>
        <w:tab/>
        <w:t>1.013e0</w:t>
      </w:r>
    </w:p>
    <w:p w:rsidR="007B2329" w:rsidRDefault="007B2329" w:rsidP="007B2329">
      <w:r>
        <w:t>154.0947</w:t>
      </w:r>
      <w:r>
        <w:tab/>
        <w:t>8.101e0</w:t>
      </w:r>
    </w:p>
    <w:p w:rsidR="007B2329" w:rsidRDefault="007B2329" w:rsidP="007B2329">
      <w:r>
        <w:t>154.0978</w:t>
      </w:r>
      <w:r>
        <w:tab/>
        <w:t>3.063e0</w:t>
      </w:r>
    </w:p>
    <w:p w:rsidR="007B2329" w:rsidRDefault="007B2329" w:rsidP="007B2329">
      <w:r>
        <w:t>154.1025</w:t>
      </w:r>
      <w:r>
        <w:tab/>
        <w:t>4.051e0</w:t>
      </w:r>
    </w:p>
    <w:p w:rsidR="007B2329" w:rsidRDefault="007B2329" w:rsidP="007B2329">
      <w:r>
        <w:t>154.1041</w:t>
      </w:r>
      <w:r>
        <w:tab/>
        <w:t>4.051e0</w:t>
      </w:r>
    </w:p>
    <w:p w:rsidR="007B2329" w:rsidRDefault="007B2329" w:rsidP="007B2329">
      <w:r>
        <w:t>154.1060</w:t>
      </w:r>
      <w:r>
        <w:tab/>
        <w:t>3.038e0</w:t>
      </w:r>
    </w:p>
    <w:p w:rsidR="007B2329" w:rsidRDefault="007B2329" w:rsidP="007B2329">
      <w:r>
        <w:t>154.1250</w:t>
      </w:r>
      <w:r>
        <w:tab/>
        <w:t>1.013e0</w:t>
      </w:r>
    </w:p>
    <w:p w:rsidR="007B2329" w:rsidRDefault="007B2329" w:rsidP="007B2329">
      <w:r>
        <w:t>154.1291</w:t>
      </w:r>
      <w:r>
        <w:tab/>
        <w:t>2.038e0</w:t>
      </w:r>
    </w:p>
    <w:p w:rsidR="007B2329" w:rsidRDefault="007B2329" w:rsidP="007B2329">
      <w:r>
        <w:t>154.1452</w:t>
      </w:r>
      <w:r>
        <w:tab/>
        <w:t>1.013e0</w:t>
      </w:r>
    </w:p>
    <w:p w:rsidR="007B2329" w:rsidRDefault="007B2329" w:rsidP="007B2329">
      <w:r>
        <w:t>154.1486</w:t>
      </w:r>
      <w:r>
        <w:tab/>
        <w:t>1.013e0</w:t>
      </w:r>
    </w:p>
    <w:p w:rsidR="007B2329" w:rsidRDefault="007B2329" w:rsidP="007B2329">
      <w:r>
        <w:t>154.1573</w:t>
      </w:r>
      <w:r>
        <w:tab/>
        <w:t>2.025e0</w:t>
      </w:r>
    </w:p>
    <w:p w:rsidR="007B2329" w:rsidRDefault="007B2329" w:rsidP="007B2329">
      <w:r>
        <w:t>154.1586</w:t>
      </w:r>
      <w:r>
        <w:tab/>
        <w:t>1.013e0</w:t>
      </w:r>
    </w:p>
    <w:p w:rsidR="007B2329" w:rsidRDefault="007B2329" w:rsidP="007B2329">
      <w:r>
        <w:lastRenderedPageBreak/>
        <w:t>154.1616</w:t>
      </w:r>
      <w:r>
        <w:tab/>
        <w:t>1.266e-2</w:t>
      </w:r>
    </w:p>
    <w:p w:rsidR="007B2329" w:rsidRDefault="007B2329" w:rsidP="007B2329">
      <w:r>
        <w:t>154.1631</w:t>
      </w:r>
      <w:r>
        <w:tab/>
        <w:t>2.025e0</w:t>
      </w:r>
    </w:p>
    <w:p w:rsidR="007B2329" w:rsidRDefault="007B2329" w:rsidP="007B2329">
      <w:r>
        <w:t>154.1762</w:t>
      </w:r>
      <w:r>
        <w:tab/>
        <w:t>2.025e0</w:t>
      </w:r>
    </w:p>
    <w:p w:rsidR="007B2329" w:rsidRDefault="007B2329" w:rsidP="007B2329">
      <w:r>
        <w:t>154.1880</w:t>
      </w:r>
      <w:r>
        <w:tab/>
        <w:t>1.013e0</w:t>
      </w:r>
    </w:p>
    <w:p w:rsidR="007B2329" w:rsidRDefault="007B2329" w:rsidP="007B2329">
      <w:r>
        <w:t>154.1898</w:t>
      </w:r>
      <w:r>
        <w:tab/>
        <w:t>3.038e0</w:t>
      </w:r>
    </w:p>
    <w:p w:rsidR="007B2329" w:rsidRDefault="007B2329" w:rsidP="007B2329">
      <w:r>
        <w:t>154.1914</w:t>
      </w:r>
      <w:r>
        <w:tab/>
        <w:t>2.025e0</w:t>
      </w:r>
    </w:p>
    <w:p w:rsidR="007B2329" w:rsidRDefault="007B2329" w:rsidP="007B2329">
      <w:r>
        <w:t>154.1981</w:t>
      </w:r>
      <w:r>
        <w:tab/>
        <w:t>1.013e0</w:t>
      </w:r>
    </w:p>
    <w:p w:rsidR="007B2329" w:rsidRDefault="007B2329" w:rsidP="007B2329">
      <w:r>
        <w:t>154.2111</w:t>
      </w:r>
      <w:r>
        <w:tab/>
        <w:t>1.266e-2</w:t>
      </w:r>
    </w:p>
    <w:p w:rsidR="007B2329" w:rsidRDefault="007B2329" w:rsidP="007B2329">
      <w:r>
        <w:t>154.2142</w:t>
      </w:r>
      <w:r>
        <w:tab/>
        <w:t>1.013e0</w:t>
      </w:r>
    </w:p>
    <w:p w:rsidR="007B2329" w:rsidRDefault="007B2329" w:rsidP="007B2329">
      <w:r>
        <w:t>154.2241</w:t>
      </w:r>
      <w:r>
        <w:tab/>
        <w:t>1.266e-2</w:t>
      </w:r>
    </w:p>
    <w:p w:rsidR="007B2329" w:rsidRDefault="007B2329" w:rsidP="007B2329">
      <w:r>
        <w:t>154.2308</w:t>
      </w:r>
      <w:r>
        <w:tab/>
        <w:t>1.013e0</w:t>
      </w:r>
    </w:p>
    <w:p w:rsidR="007B2329" w:rsidRDefault="007B2329" w:rsidP="007B2329">
      <w:r>
        <w:t>154.2342</w:t>
      </w:r>
      <w:r>
        <w:tab/>
        <w:t>1.013e0</w:t>
      </w:r>
    </w:p>
    <w:p w:rsidR="007B2329" w:rsidRDefault="007B2329" w:rsidP="007B2329">
      <w:r>
        <w:t>154.2358</w:t>
      </w:r>
      <w:r>
        <w:tab/>
        <w:t>2.532e-2</w:t>
      </w:r>
    </w:p>
    <w:p w:rsidR="007B2329" w:rsidRDefault="007B2329" w:rsidP="007B2329">
      <w:r>
        <w:t>154.2409</w:t>
      </w:r>
      <w:r>
        <w:tab/>
        <w:t>1.013e0</w:t>
      </w:r>
    </w:p>
    <w:p w:rsidR="007B2329" w:rsidRDefault="007B2329" w:rsidP="007B2329">
      <w:r>
        <w:t>154.2576</w:t>
      </w:r>
      <w:r>
        <w:tab/>
        <w:t>1.013e0</w:t>
      </w:r>
    </w:p>
    <w:p w:rsidR="007B2329" w:rsidRDefault="007B2329" w:rsidP="007B2329">
      <w:r>
        <w:t>154.2607</w:t>
      </w:r>
      <w:r>
        <w:tab/>
        <w:t>1.013e0</w:t>
      </w:r>
    </w:p>
    <w:p w:rsidR="007B2329" w:rsidRDefault="007B2329" w:rsidP="007B2329">
      <w:r>
        <w:t>154.2638</w:t>
      </w:r>
      <w:r>
        <w:tab/>
        <w:t>1.013e0</w:t>
      </w:r>
    </w:p>
    <w:p w:rsidR="007B2329" w:rsidRDefault="007B2329" w:rsidP="007B2329">
      <w:r>
        <w:t>154.2929</w:t>
      </w:r>
      <w:r>
        <w:tab/>
        <w:t>3.038e0</w:t>
      </w:r>
    </w:p>
    <w:p w:rsidR="007B2329" w:rsidRDefault="007B2329" w:rsidP="007B2329">
      <w:r>
        <w:t>154.3006</w:t>
      </w:r>
      <w:r>
        <w:tab/>
        <w:t>1.013e0</w:t>
      </w:r>
    </w:p>
    <w:p w:rsidR="007B2329" w:rsidRDefault="007B2329" w:rsidP="007B2329">
      <w:r>
        <w:lastRenderedPageBreak/>
        <w:t>154.3040</w:t>
      </w:r>
      <w:r>
        <w:tab/>
        <w:t>1.013e0</w:t>
      </w:r>
    </w:p>
    <w:p w:rsidR="007B2329" w:rsidRDefault="007B2329" w:rsidP="007B2329">
      <w:r>
        <w:t>154.3102</w:t>
      </w:r>
      <w:r>
        <w:tab/>
        <w:t>1.013e0</w:t>
      </w:r>
    </w:p>
    <w:p w:rsidR="007B2329" w:rsidRDefault="007B2329" w:rsidP="007B2329">
      <w:r>
        <w:t>154.3163</w:t>
      </w:r>
      <w:r>
        <w:tab/>
        <w:t>1.013e0</w:t>
      </w:r>
    </w:p>
    <w:p w:rsidR="007B2329" w:rsidRDefault="007B2329" w:rsidP="007B2329">
      <w:r>
        <w:t>154.3256</w:t>
      </w:r>
      <w:r>
        <w:tab/>
        <w:t>3.038e0</w:t>
      </w:r>
    </w:p>
    <w:p w:rsidR="007B2329" w:rsidRDefault="007B2329" w:rsidP="007B2329">
      <w:r>
        <w:t>154.3332</w:t>
      </w:r>
      <w:r>
        <w:tab/>
        <w:t>1.013e0</w:t>
      </w:r>
    </w:p>
    <w:p w:rsidR="007B2329" w:rsidRDefault="007B2329" w:rsidP="007B2329">
      <w:r>
        <w:t>154.3467</w:t>
      </w:r>
      <w:r>
        <w:tab/>
        <w:t>1.013e0</w:t>
      </w:r>
    </w:p>
    <w:p w:rsidR="007B2329" w:rsidRDefault="007B2329" w:rsidP="007B2329">
      <w:r>
        <w:t>154.3535</w:t>
      </w:r>
      <w:r>
        <w:tab/>
        <w:t>1.025e0</w:t>
      </w:r>
    </w:p>
    <w:p w:rsidR="007B2329" w:rsidRDefault="007B2329" w:rsidP="007B2329">
      <w:r>
        <w:t>154.3628</w:t>
      </w:r>
      <w:r>
        <w:tab/>
        <w:t>1.013e0</w:t>
      </w:r>
    </w:p>
    <w:p w:rsidR="007B2329" w:rsidRDefault="007B2329" w:rsidP="007B2329">
      <w:r>
        <w:t>154.3650</w:t>
      </w:r>
      <w:r>
        <w:tab/>
        <w:t>3.038e0</w:t>
      </w:r>
    </w:p>
    <w:p w:rsidR="007B2329" w:rsidRDefault="007B2329" w:rsidP="007B2329">
      <w:r>
        <w:t>154.3673</w:t>
      </w:r>
      <w:r>
        <w:tab/>
        <w:t>1.025e0</w:t>
      </w:r>
    </w:p>
    <w:p w:rsidR="007B2329" w:rsidRDefault="007B2329" w:rsidP="007B2329">
      <w:r>
        <w:t>154.3827</w:t>
      </w:r>
      <w:r>
        <w:tab/>
        <w:t>1.013e0</w:t>
      </w:r>
    </w:p>
    <w:p w:rsidR="007B2329" w:rsidRDefault="007B2329" w:rsidP="007B2329">
      <w:r>
        <w:t>154.3895</w:t>
      </w:r>
      <w:r>
        <w:tab/>
        <w:t>1.013e0</w:t>
      </w:r>
    </w:p>
    <w:p w:rsidR="007B2329" w:rsidRDefault="007B2329" w:rsidP="007B2329">
      <w:r>
        <w:t>154.3928</w:t>
      </w:r>
      <w:r>
        <w:tab/>
        <w:t>2.025e0</w:t>
      </w:r>
    </w:p>
    <w:p w:rsidR="007B2329" w:rsidRDefault="007B2329" w:rsidP="007B2329">
      <w:r>
        <w:t>154.3962</w:t>
      </w:r>
      <w:r>
        <w:tab/>
        <w:t>1.013e0</w:t>
      </w:r>
    </w:p>
    <w:p w:rsidR="007B2329" w:rsidRDefault="007B2329" w:rsidP="007B2329">
      <w:r>
        <w:t>154.3996</w:t>
      </w:r>
      <w:r>
        <w:tab/>
        <w:t>1.013e0</w:t>
      </w:r>
    </w:p>
    <w:p w:rsidR="007B2329" w:rsidRDefault="007B2329" w:rsidP="007B2329">
      <w:r>
        <w:t>154.4154</w:t>
      </w:r>
      <w:r>
        <w:tab/>
        <w:t>1.266e-2</w:t>
      </w:r>
    </w:p>
    <w:p w:rsidR="007B2329" w:rsidRDefault="007B2329" w:rsidP="007B2329">
      <w:r>
        <w:t>154.4255</w:t>
      </w:r>
      <w:r>
        <w:tab/>
        <w:t>2.025e0</w:t>
      </w:r>
    </w:p>
    <w:p w:rsidR="007B2329" w:rsidRDefault="007B2329" w:rsidP="007B2329">
      <w:r>
        <w:t>154.4289</w:t>
      </w:r>
      <w:r>
        <w:tab/>
        <w:t>1.013e0</w:t>
      </w:r>
    </w:p>
    <w:p w:rsidR="007B2329" w:rsidRDefault="007B2329" w:rsidP="007B2329">
      <w:r>
        <w:t>154.4323</w:t>
      </w:r>
      <w:r>
        <w:tab/>
        <w:t>1.013e0</w:t>
      </w:r>
    </w:p>
    <w:p w:rsidR="007B2329" w:rsidRDefault="007B2329" w:rsidP="007B2329">
      <w:r>
        <w:lastRenderedPageBreak/>
        <w:t>154.4526</w:t>
      </w:r>
      <w:r>
        <w:tab/>
        <w:t>1.013e0</w:t>
      </w:r>
    </w:p>
    <w:p w:rsidR="007B2329" w:rsidRDefault="007B2329" w:rsidP="007B2329">
      <w:r>
        <w:t>154.4602</w:t>
      </w:r>
      <w:r>
        <w:tab/>
        <w:t>1.025e0</w:t>
      </w:r>
    </w:p>
    <w:p w:rsidR="007B2329" w:rsidRDefault="007B2329" w:rsidP="007B2329">
      <w:r>
        <w:t>154.4619</w:t>
      </w:r>
      <w:r>
        <w:tab/>
        <w:t>1.266e-2</w:t>
      </w:r>
    </w:p>
    <w:p w:rsidR="007B2329" w:rsidRDefault="007B2329" w:rsidP="007B2329">
      <w:r>
        <w:t>154.4650</w:t>
      </w:r>
      <w:r>
        <w:tab/>
        <w:t>2.025e0</w:t>
      </w:r>
    </w:p>
    <w:p w:rsidR="007B2329" w:rsidRDefault="007B2329" w:rsidP="007B2329">
      <w:r>
        <w:t>154.4683</w:t>
      </w:r>
      <w:r>
        <w:tab/>
        <w:t>1.013e0</w:t>
      </w:r>
    </w:p>
    <w:p w:rsidR="007B2329" w:rsidRDefault="007B2329" w:rsidP="007B2329">
      <w:r>
        <w:t>154.4717</w:t>
      </w:r>
      <w:r>
        <w:tab/>
        <w:t>1.013e0</w:t>
      </w:r>
    </w:p>
    <w:p w:rsidR="007B2329" w:rsidRDefault="007B2329" w:rsidP="007B2329">
      <w:r>
        <w:t>154.4818</w:t>
      </w:r>
      <w:r>
        <w:tab/>
        <w:t>1.013e0</w:t>
      </w:r>
    </w:p>
    <w:p w:rsidR="007B2329" w:rsidRDefault="007B2329" w:rsidP="007B2329">
      <w:r>
        <w:t>154.4863</w:t>
      </w:r>
      <w:r>
        <w:tab/>
        <w:t>3.038e0</w:t>
      </w:r>
    </w:p>
    <w:p w:rsidR="007B2329" w:rsidRDefault="007B2329" w:rsidP="007B2329">
      <w:r>
        <w:t>154.5178</w:t>
      </w:r>
      <w:r>
        <w:tab/>
        <w:t>1.013e0</w:t>
      </w:r>
    </w:p>
    <w:p w:rsidR="007B2329" w:rsidRDefault="007B2329" w:rsidP="007B2329">
      <w:r>
        <w:t>154.5213</w:t>
      </w:r>
      <w:r>
        <w:tab/>
        <w:t>2.025e0</w:t>
      </w:r>
    </w:p>
    <w:p w:rsidR="007B2329" w:rsidRDefault="007B2329" w:rsidP="007B2329">
      <w:r>
        <w:t>154.5314</w:t>
      </w:r>
      <w:r>
        <w:tab/>
        <w:t>1.013e0</w:t>
      </w:r>
    </w:p>
    <w:p w:rsidR="007B2329" w:rsidRDefault="007B2329" w:rsidP="007B2329">
      <w:r>
        <w:t>154.5330</w:t>
      </w:r>
      <w:r>
        <w:tab/>
        <w:t>2.025e0</w:t>
      </w:r>
    </w:p>
    <w:p w:rsidR="007B2329" w:rsidRDefault="007B2329" w:rsidP="007B2329">
      <w:r>
        <w:t>154.5397</w:t>
      </w:r>
      <w:r>
        <w:tab/>
        <w:t>2.025e0</w:t>
      </w:r>
    </w:p>
    <w:p w:rsidR="007B2329" w:rsidRDefault="007B2329" w:rsidP="007B2329">
      <w:r>
        <w:t>154.5432</w:t>
      </w:r>
      <w:r>
        <w:tab/>
        <w:t>1.025e0</w:t>
      </w:r>
    </w:p>
    <w:p w:rsidR="007B2329" w:rsidRDefault="007B2329" w:rsidP="007B2329">
      <w:r>
        <w:t>154.5549</w:t>
      </w:r>
      <w:r>
        <w:tab/>
        <w:t>1.013e0</w:t>
      </w:r>
    </w:p>
    <w:p w:rsidR="007B2329" w:rsidRDefault="007B2329" w:rsidP="007B2329">
      <w:r>
        <w:t>154.5587</w:t>
      </w:r>
      <w:r>
        <w:tab/>
        <w:t>3.051e0</w:t>
      </w:r>
    </w:p>
    <w:p w:rsidR="007B2329" w:rsidRDefault="007B2329" w:rsidP="007B2329">
      <w:r>
        <w:t>154.5609</w:t>
      </w:r>
      <w:r>
        <w:tab/>
        <w:t>2.532e-2</w:t>
      </w:r>
    </w:p>
    <w:p w:rsidR="007B2329" w:rsidRDefault="007B2329" w:rsidP="007B2329">
      <w:r>
        <w:t>154.5622</w:t>
      </w:r>
      <w:r>
        <w:tab/>
        <w:t>2.025e0</w:t>
      </w:r>
    </w:p>
    <w:p w:rsidR="007B2329" w:rsidRDefault="007B2329" w:rsidP="007B2329">
      <w:r>
        <w:t>154.5793</w:t>
      </w:r>
      <w:r>
        <w:tab/>
        <w:t>2.025e0</w:t>
      </w:r>
    </w:p>
    <w:p w:rsidR="007B2329" w:rsidRDefault="007B2329" w:rsidP="007B2329">
      <w:r>
        <w:lastRenderedPageBreak/>
        <w:t>154.5809</w:t>
      </w:r>
      <w:r>
        <w:tab/>
        <w:t>1.013e0</w:t>
      </w:r>
    </w:p>
    <w:p w:rsidR="007B2329" w:rsidRDefault="007B2329" w:rsidP="007B2329">
      <w:r>
        <w:t>154.5843</w:t>
      </w:r>
      <w:r>
        <w:tab/>
        <w:t>1.025e0</w:t>
      </w:r>
    </w:p>
    <w:p w:rsidR="007B2329" w:rsidRDefault="007B2329" w:rsidP="007B2329">
      <w:r>
        <w:t>154.5943</w:t>
      </w:r>
      <w:r>
        <w:tab/>
        <w:t>1.013e0</w:t>
      </w:r>
    </w:p>
    <w:p w:rsidR="007B2329" w:rsidRDefault="007B2329" w:rsidP="007B2329">
      <w:r>
        <w:t>154.6075</w:t>
      </w:r>
      <w:r>
        <w:tab/>
        <w:t>1.013e0</w:t>
      </w:r>
    </w:p>
    <w:p w:rsidR="007B2329" w:rsidRDefault="007B2329" w:rsidP="007B2329">
      <w:r>
        <w:t>154.6150</w:t>
      </w:r>
      <w:r>
        <w:tab/>
        <w:t>1.025e0</w:t>
      </w:r>
    </w:p>
    <w:p w:rsidR="007B2329" w:rsidRDefault="007B2329" w:rsidP="007B2329">
      <w:r>
        <w:t>154.6339</w:t>
      </w:r>
      <w:r>
        <w:tab/>
        <w:t>1.013e0</w:t>
      </w:r>
    </w:p>
    <w:p w:rsidR="007B2329" w:rsidRDefault="007B2329" w:rsidP="007B2329">
      <w:r>
        <w:t>154.6406</w:t>
      </w:r>
      <w:r>
        <w:tab/>
        <w:t>1.013e0</w:t>
      </w:r>
    </w:p>
    <w:p w:rsidR="007B2329" w:rsidRDefault="007B2329" w:rsidP="007B2329">
      <w:r>
        <w:t>154.6440</w:t>
      </w:r>
      <w:r>
        <w:tab/>
        <w:t>2.025e0</w:t>
      </w:r>
    </w:p>
    <w:p w:rsidR="007B2329" w:rsidRDefault="007B2329" w:rsidP="007B2329">
      <w:r>
        <w:t>154.6571</w:t>
      </w:r>
      <w:r>
        <w:tab/>
        <w:t>1.013e0</w:t>
      </w:r>
    </w:p>
    <w:p w:rsidR="007B2329" w:rsidRDefault="007B2329" w:rsidP="007B2329">
      <w:r>
        <w:t>154.6634</w:t>
      </w:r>
      <w:r>
        <w:tab/>
        <w:t>1.013e0</w:t>
      </w:r>
    </w:p>
    <w:p w:rsidR="007B2329" w:rsidRDefault="007B2329" w:rsidP="007B2329">
      <w:r>
        <w:t>154.6665</w:t>
      </w:r>
      <w:r>
        <w:tab/>
        <w:t>1.013e0</w:t>
      </w:r>
    </w:p>
    <w:p w:rsidR="007B2329" w:rsidRDefault="007B2329" w:rsidP="007B2329">
      <w:r>
        <w:t>154.6682</w:t>
      </w:r>
      <w:r>
        <w:tab/>
        <w:t>2.025e0</w:t>
      </w:r>
    </w:p>
    <w:p w:rsidR="007B2329" w:rsidRDefault="007B2329" w:rsidP="007B2329">
      <w:r>
        <w:t>154.6699</w:t>
      </w:r>
      <w:r>
        <w:tab/>
        <w:t>1.013e0</w:t>
      </w:r>
    </w:p>
    <w:p w:rsidR="007B2329" w:rsidRDefault="007B2329" w:rsidP="007B2329">
      <w:r>
        <w:t>154.6801</w:t>
      </w:r>
      <w:r>
        <w:tab/>
        <w:t>1.013e0</w:t>
      </w:r>
    </w:p>
    <w:p w:rsidR="007B2329" w:rsidRDefault="007B2329" w:rsidP="007B2329">
      <w:r>
        <w:t>154.6834</w:t>
      </w:r>
      <w:r>
        <w:tab/>
        <w:t>3.038e0</w:t>
      </w:r>
    </w:p>
    <w:p w:rsidR="007B2329" w:rsidRDefault="007B2329" w:rsidP="007B2329">
      <w:r>
        <w:t>154.6901</w:t>
      </w:r>
      <w:r>
        <w:tab/>
        <w:t>1.266e-2</w:t>
      </w:r>
    </w:p>
    <w:p w:rsidR="007B2329" w:rsidRDefault="007B2329" w:rsidP="007B2329">
      <w:r>
        <w:t>154.6969</w:t>
      </w:r>
      <w:r>
        <w:tab/>
        <w:t>1.013e0</w:t>
      </w:r>
    </w:p>
    <w:p w:rsidR="007B2329" w:rsidRDefault="007B2329" w:rsidP="007B2329">
      <w:r>
        <w:t>154.7003</w:t>
      </w:r>
      <w:r>
        <w:tab/>
        <w:t>1.013e0</w:t>
      </w:r>
    </w:p>
    <w:p w:rsidR="007B2329" w:rsidRDefault="007B2329" w:rsidP="007B2329">
      <w:r>
        <w:t>154.7099</w:t>
      </w:r>
      <w:r>
        <w:tab/>
        <w:t>1.013e0</w:t>
      </w:r>
    </w:p>
    <w:p w:rsidR="007B2329" w:rsidRDefault="007B2329" w:rsidP="007B2329">
      <w:r>
        <w:lastRenderedPageBreak/>
        <w:t>154.7161</w:t>
      </w:r>
      <w:r>
        <w:tab/>
        <w:t>1.266e-2</w:t>
      </w:r>
    </w:p>
    <w:p w:rsidR="007B2329" w:rsidRDefault="007B2329" w:rsidP="007B2329">
      <w:r>
        <w:t>154.7195</w:t>
      </w:r>
      <w:r>
        <w:tab/>
        <w:t>1.013e0</w:t>
      </w:r>
    </w:p>
    <w:p w:rsidR="007B2329" w:rsidRDefault="007B2329" w:rsidP="007B2329">
      <w:r>
        <w:t>154.7209</w:t>
      </w:r>
      <w:r>
        <w:tab/>
        <w:t>3.038e0</w:t>
      </w:r>
    </w:p>
    <w:p w:rsidR="007B2329" w:rsidRDefault="007B2329" w:rsidP="007B2329">
      <w:r>
        <w:t>154.7229</w:t>
      </w:r>
      <w:r>
        <w:tab/>
        <w:t>1.013e0</w:t>
      </w:r>
    </w:p>
    <w:p w:rsidR="007B2329" w:rsidRDefault="007B2329" w:rsidP="007B2329">
      <w:r>
        <w:t>154.7397</w:t>
      </w:r>
      <w:r>
        <w:tab/>
        <w:t>1.013e0</w:t>
      </w:r>
    </w:p>
    <w:p w:rsidR="007B2329" w:rsidRDefault="007B2329" w:rsidP="007B2329">
      <w:r>
        <w:t>154.7564</w:t>
      </w:r>
      <w:r>
        <w:tab/>
        <w:t>1.013e0</w:t>
      </w:r>
    </w:p>
    <w:p w:rsidR="007B2329" w:rsidRDefault="007B2329" w:rsidP="007B2329">
      <w:r>
        <w:t>154.7657</w:t>
      </w:r>
      <w:r>
        <w:tab/>
        <w:t>2.025e0</w:t>
      </w:r>
    </w:p>
    <w:p w:rsidR="007B2329" w:rsidRDefault="007B2329" w:rsidP="007B2329">
      <w:r>
        <w:t>154.7690</w:t>
      </w:r>
      <w:r>
        <w:tab/>
        <w:t>1.013e0</w:t>
      </w:r>
    </w:p>
    <w:p w:rsidR="007B2329" w:rsidRDefault="007B2329" w:rsidP="007B2329">
      <w:r>
        <w:t>154.7758</w:t>
      </w:r>
      <w:r>
        <w:tab/>
        <w:t>1.013e0</w:t>
      </w:r>
    </w:p>
    <w:p w:rsidR="007B2329" w:rsidRDefault="007B2329" w:rsidP="007B2329">
      <w:r>
        <w:t>154.7926</w:t>
      </w:r>
      <w:r>
        <w:tab/>
        <w:t>1.013e0</w:t>
      </w:r>
    </w:p>
    <w:p w:rsidR="007B2329" w:rsidRDefault="007B2329" w:rsidP="007B2329">
      <w:r>
        <w:t>154.7943</w:t>
      </w:r>
      <w:r>
        <w:tab/>
        <w:t>2.025e0</w:t>
      </w:r>
    </w:p>
    <w:p w:rsidR="007B2329" w:rsidRDefault="007B2329" w:rsidP="007B2329">
      <w:r>
        <w:t>154.7978</w:t>
      </w:r>
      <w:r>
        <w:tab/>
        <w:t>2.025e0</w:t>
      </w:r>
    </w:p>
    <w:p w:rsidR="007B2329" w:rsidRDefault="007B2329" w:rsidP="007B2329">
      <w:r>
        <w:t>154.8060</w:t>
      </w:r>
      <w:r>
        <w:tab/>
        <w:t>1.025e0</w:t>
      </w:r>
    </w:p>
    <w:p w:rsidR="007B2329" w:rsidRDefault="007B2329" w:rsidP="007B2329">
      <w:r>
        <w:t>154.8220</w:t>
      </w:r>
      <w:r>
        <w:tab/>
        <w:t>1.013e0</w:t>
      </w:r>
    </w:p>
    <w:p w:rsidR="007B2329" w:rsidRDefault="007B2329" w:rsidP="007B2329">
      <w:r>
        <w:t>154.8355</w:t>
      </w:r>
      <w:r>
        <w:tab/>
        <w:t>2.025e0</w:t>
      </w:r>
    </w:p>
    <w:p w:rsidR="007B2329" w:rsidRDefault="007B2329" w:rsidP="007B2329">
      <w:r>
        <w:t>154.8389</w:t>
      </w:r>
      <w:r>
        <w:tab/>
        <w:t>1.013e0</w:t>
      </w:r>
    </w:p>
    <w:p w:rsidR="007B2329" w:rsidRDefault="007B2329" w:rsidP="007B2329">
      <w:r>
        <w:t>154.8524</w:t>
      </w:r>
      <w:r>
        <w:tab/>
        <w:t>1.013e0</w:t>
      </w:r>
    </w:p>
    <w:p w:rsidR="007B2329" w:rsidRDefault="007B2329" w:rsidP="007B2329">
      <w:r>
        <w:t>154.8557</w:t>
      </w:r>
      <w:r>
        <w:tab/>
        <w:t>1.013e0</w:t>
      </w:r>
    </w:p>
    <w:p w:rsidR="007B2329" w:rsidRDefault="007B2329" w:rsidP="007B2329">
      <w:r>
        <w:t>154.8650</w:t>
      </w:r>
      <w:r>
        <w:tab/>
        <w:t>2.025e0</w:t>
      </w:r>
    </w:p>
    <w:p w:rsidR="007B2329" w:rsidRDefault="007B2329" w:rsidP="007B2329">
      <w:r>
        <w:lastRenderedPageBreak/>
        <w:t>154.8784</w:t>
      </w:r>
      <w:r>
        <w:tab/>
        <w:t>2.025e0</w:t>
      </w:r>
    </w:p>
    <w:p w:rsidR="007B2329" w:rsidRDefault="007B2329" w:rsidP="007B2329">
      <w:r>
        <w:t>154.8885</w:t>
      </w:r>
      <w:r>
        <w:tab/>
        <w:t>2.025e0</w:t>
      </w:r>
    </w:p>
    <w:p w:rsidR="007B2329" w:rsidRDefault="007B2329" w:rsidP="007B2329">
      <w:r>
        <w:t>154.8952</w:t>
      </w:r>
      <w:r>
        <w:tab/>
        <w:t>1.013e0</w:t>
      </w:r>
    </w:p>
    <w:p w:rsidR="007B2329" w:rsidRDefault="007B2329" w:rsidP="007B2329">
      <w:r>
        <w:t>154.9020</w:t>
      </w:r>
      <w:r>
        <w:tab/>
        <w:t>2.025e0</w:t>
      </w:r>
    </w:p>
    <w:p w:rsidR="007B2329" w:rsidRDefault="007B2329" w:rsidP="007B2329">
      <w:r>
        <w:t>154.9147</w:t>
      </w:r>
      <w:r>
        <w:tab/>
        <w:t>1.013e0</w:t>
      </w:r>
    </w:p>
    <w:p w:rsidR="007B2329" w:rsidRDefault="007B2329" w:rsidP="007B2329">
      <w:r>
        <w:t>154.9313</w:t>
      </w:r>
      <w:r>
        <w:tab/>
        <w:t>1.266e-2</w:t>
      </w:r>
    </w:p>
    <w:p w:rsidR="007B2329" w:rsidRDefault="007B2329" w:rsidP="007B2329">
      <w:r>
        <w:t>154.9380</w:t>
      </w:r>
      <w:r>
        <w:tab/>
        <w:t>1.013e0</w:t>
      </w:r>
    </w:p>
    <w:p w:rsidR="007B2329" w:rsidRDefault="007B2329" w:rsidP="007B2329">
      <w:r>
        <w:t>154.9516</w:t>
      </w:r>
      <w:r>
        <w:tab/>
        <w:t>1.013e0</w:t>
      </w:r>
    </w:p>
    <w:p w:rsidR="007B2329" w:rsidRDefault="007B2329" w:rsidP="007B2329">
      <w:r>
        <w:t>154.9551</w:t>
      </w:r>
      <w:r>
        <w:tab/>
        <w:t>1.025e0</w:t>
      </w:r>
    </w:p>
    <w:p w:rsidR="007B2329" w:rsidRDefault="007B2329" w:rsidP="007B2329">
      <w:r>
        <w:t>154.9644</w:t>
      </w:r>
      <w:r>
        <w:tab/>
        <w:t>1.013e0</w:t>
      </w:r>
    </w:p>
    <w:p w:rsidR="007B2329" w:rsidRDefault="007B2329" w:rsidP="007B2329">
      <w:r>
        <w:t>154.9655</w:t>
      </w:r>
      <w:r>
        <w:tab/>
        <w:t>1.025e0</w:t>
      </w:r>
    </w:p>
    <w:p w:rsidR="007B2329" w:rsidRDefault="007B2329" w:rsidP="007B2329">
      <w:r>
        <w:t>154.9723</w:t>
      </w:r>
      <w:r>
        <w:tab/>
        <w:t>2.025e0</w:t>
      </w:r>
    </w:p>
    <w:p w:rsidR="007B2329" w:rsidRDefault="007B2329" w:rsidP="007B2329">
      <w:r>
        <w:t>154.9844</w:t>
      </w:r>
      <w:r>
        <w:tab/>
        <w:t>1.013e0</w:t>
      </w:r>
    </w:p>
    <w:p w:rsidR="007B2329" w:rsidRDefault="007B2329" w:rsidP="007B2329">
      <w:r>
        <w:t>154.9877</w:t>
      </w:r>
      <w:r>
        <w:tab/>
        <w:t>1.266e-2</w:t>
      </w:r>
    </w:p>
    <w:p w:rsidR="007B2329" w:rsidRDefault="007B2329" w:rsidP="007B2329">
      <w:r>
        <w:t>154.9911</w:t>
      </w:r>
      <w:r>
        <w:tab/>
        <w:t>1.266e-2</w:t>
      </w:r>
    </w:p>
    <w:p w:rsidR="007B2329" w:rsidRDefault="007B2329" w:rsidP="007B2329">
      <w:r>
        <w:t>155.0012</w:t>
      </w:r>
      <w:r>
        <w:tab/>
        <w:t>1.013e0</w:t>
      </w:r>
    </w:p>
    <w:p w:rsidR="007B2329" w:rsidRDefault="007B2329" w:rsidP="007B2329">
      <w:r>
        <w:t>155.0046</w:t>
      </w:r>
      <w:r>
        <w:tab/>
        <w:t>1.013e0</w:t>
      </w:r>
    </w:p>
    <w:p w:rsidR="007B2329" w:rsidRDefault="007B2329" w:rsidP="007B2329">
      <w:r>
        <w:t>155.0204</w:t>
      </w:r>
      <w:r>
        <w:tab/>
        <w:t>1.266e-2</w:t>
      </w:r>
    </w:p>
    <w:p w:rsidR="007B2329" w:rsidRDefault="007B2329" w:rsidP="007B2329">
      <w:r>
        <w:t>155.0238</w:t>
      </w:r>
      <w:r>
        <w:tab/>
        <w:t>1.013e0</w:t>
      </w:r>
    </w:p>
    <w:p w:rsidR="007B2329" w:rsidRDefault="007B2329" w:rsidP="007B2329">
      <w:r>
        <w:lastRenderedPageBreak/>
        <w:t>155.0273</w:t>
      </w:r>
      <w:r>
        <w:tab/>
        <w:t>1.266e-2</w:t>
      </w:r>
    </w:p>
    <w:p w:rsidR="007B2329" w:rsidRDefault="007B2329" w:rsidP="007B2329">
      <w:r>
        <w:t>155.0423</w:t>
      </w:r>
      <w:r>
        <w:tab/>
        <w:t>2.025e0</w:t>
      </w:r>
    </w:p>
    <w:p w:rsidR="007B2329" w:rsidRDefault="007B2329" w:rsidP="007B2329">
      <w:r>
        <w:t>155.0440</w:t>
      </w:r>
      <w:r>
        <w:tab/>
        <w:t>1.266e-2</w:t>
      </w:r>
    </w:p>
    <w:p w:rsidR="007B2329" w:rsidRDefault="007B2329" w:rsidP="007B2329">
      <w:r>
        <w:t>155.0576</w:t>
      </w:r>
      <w:r>
        <w:tab/>
        <w:t>1.266e-2</w:t>
      </w:r>
    </w:p>
    <w:p w:rsidR="007B2329" w:rsidRDefault="007B2329" w:rsidP="007B2329">
      <w:r>
        <w:t>155.0607</w:t>
      </w:r>
      <w:r>
        <w:tab/>
        <w:t>1.013e0</w:t>
      </w:r>
    </w:p>
    <w:p w:rsidR="007B2329" w:rsidRDefault="007B2329" w:rsidP="007B2329">
      <w:r>
        <w:t>155.0638</w:t>
      </w:r>
      <w:r>
        <w:tab/>
        <w:t>2.532e-2</w:t>
      </w:r>
    </w:p>
    <w:p w:rsidR="007B2329" w:rsidRDefault="007B2329" w:rsidP="007B2329">
      <w:r>
        <w:t>155.0669</w:t>
      </w:r>
      <w:r>
        <w:tab/>
        <w:t>1.266e-2</w:t>
      </w:r>
    </w:p>
    <w:p w:rsidR="007B2329" w:rsidRDefault="007B2329" w:rsidP="007B2329">
      <w:r>
        <w:t>155.0734</w:t>
      </w:r>
      <w:r>
        <w:tab/>
        <w:t>1.013e0</w:t>
      </w:r>
    </w:p>
    <w:p w:rsidR="007B2329" w:rsidRDefault="007B2329" w:rsidP="007B2329">
      <w:r>
        <w:t>155.0793</w:t>
      </w:r>
      <w:r>
        <w:tab/>
        <w:t>3.038e0</w:t>
      </w:r>
    </w:p>
    <w:p w:rsidR="007B2329" w:rsidRDefault="007B2329" w:rsidP="007B2329">
      <w:r>
        <w:t>155.0836</w:t>
      </w:r>
      <w:r>
        <w:tab/>
        <w:t>6.076e0</w:t>
      </w:r>
    </w:p>
    <w:p w:rsidR="007B2329" w:rsidRDefault="007B2329" w:rsidP="007B2329">
      <w:r>
        <w:t>155.0869</w:t>
      </w:r>
      <w:r>
        <w:tab/>
        <w:t>7.127e0</w:t>
      </w:r>
    </w:p>
    <w:p w:rsidR="007B2329" w:rsidRDefault="007B2329" w:rsidP="007B2329">
      <w:r>
        <w:t>155.0890</w:t>
      </w:r>
      <w:r>
        <w:tab/>
        <w:t>7.089e0</w:t>
      </w:r>
    </w:p>
    <w:p w:rsidR="007B2329" w:rsidRDefault="007B2329" w:rsidP="007B2329">
      <w:r>
        <w:t>155.0937</w:t>
      </w:r>
      <w:r>
        <w:tab/>
        <w:t>1.025e0</w:t>
      </w:r>
    </w:p>
    <w:p w:rsidR="007B2329" w:rsidRDefault="007B2329" w:rsidP="007B2329">
      <w:r>
        <w:t>155.1073</w:t>
      </w:r>
      <w:r>
        <w:tab/>
        <w:t>2.025e0</w:t>
      </w:r>
    </w:p>
    <w:p w:rsidR="007B2329" w:rsidRDefault="007B2329" w:rsidP="007B2329">
      <w:r>
        <w:t>155.1135</w:t>
      </w:r>
      <w:r>
        <w:tab/>
        <w:t>1.013e0</w:t>
      </w:r>
    </w:p>
    <w:p w:rsidR="007B2329" w:rsidRDefault="007B2329" w:rsidP="007B2329">
      <w:r>
        <w:t>155.1167</w:t>
      </w:r>
      <w:r>
        <w:tab/>
        <w:t>3.038e0</w:t>
      </w:r>
    </w:p>
    <w:p w:rsidR="007B2329" w:rsidRDefault="007B2329" w:rsidP="007B2329">
      <w:r>
        <w:t>155.1182</w:t>
      </w:r>
      <w:r>
        <w:tab/>
        <w:t>2.076e0</w:t>
      </w:r>
    </w:p>
    <w:p w:rsidR="007B2329" w:rsidRDefault="007B2329" w:rsidP="007B2329">
      <w:r>
        <w:t>155.1265</w:t>
      </w:r>
      <w:r>
        <w:tab/>
        <w:t>1.013e0</w:t>
      </w:r>
    </w:p>
    <w:p w:rsidR="007B2329" w:rsidRDefault="007B2329" w:rsidP="007B2329">
      <w:r>
        <w:t>155.1466</w:t>
      </w:r>
      <w:r>
        <w:tab/>
        <w:t>1.266e-2</w:t>
      </w:r>
    </w:p>
    <w:p w:rsidR="007B2329" w:rsidRDefault="007B2329" w:rsidP="007B2329">
      <w:r>
        <w:lastRenderedPageBreak/>
        <w:t>155.1500</w:t>
      </w:r>
      <w:r>
        <w:tab/>
        <w:t>3.038e0</w:t>
      </w:r>
    </w:p>
    <w:p w:rsidR="007B2329" w:rsidRDefault="007B2329" w:rsidP="007B2329">
      <w:r>
        <w:t>155.1633</w:t>
      </w:r>
      <w:r>
        <w:tab/>
        <w:t>1.266e-2</w:t>
      </w:r>
    </w:p>
    <w:p w:rsidR="007B2329" w:rsidRDefault="007B2329" w:rsidP="007B2329">
      <w:r>
        <w:t>155.1693</w:t>
      </w:r>
      <w:r>
        <w:tab/>
        <w:t>1.025e0</w:t>
      </w:r>
    </w:p>
    <w:p w:rsidR="007B2329" w:rsidRDefault="007B2329" w:rsidP="007B2329">
      <w:r>
        <w:t>155.1726</w:t>
      </w:r>
      <w:r>
        <w:tab/>
        <w:t>1.013e0</w:t>
      </w:r>
    </w:p>
    <w:p w:rsidR="007B2329" w:rsidRDefault="007B2329" w:rsidP="007B2329">
      <w:r>
        <w:t>155.1828</w:t>
      </w:r>
      <w:r>
        <w:tab/>
        <w:t>2.025e0</w:t>
      </w:r>
    </w:p>
    <w:p w:rsidR="007B2329" w:rsidRDefault="007B2329" w:rsidP="007B2329">
      <w:r>
        <w:t>155.1896</w:t>
      </w:r>
      <w:r>
        <w:tab/>
        <w:t>1.038e0</w:t>
      </w:r>
    </w:p>
    <w:p w:rsidR="007B2329" w:rsidRDefault="007B2329" w:rsidP="007B2329">
      <w:r>
        <w:t>155.1929</w:t>
      </w:r>
      <w:r>
        <w:tab/>
        <w:t>2.025e0</w:t>
      </w:r>
    </w:p>
    <w:p w:rsidR="007B2329" w:rsidRDefault="007B2329" w:rsidP="007B2329">
      <w:r>
        <w:t>155.1962</w:t>
      </w:r>
      <w:r>
        <w:tab/>
        <w:t>2.025e0</w:t>
      </w:r>
    </w:p>
    <w:p w:rsidR="007B2329" w:rsidRDefault="007B2329" w:rsidP="007B2329">
      <w:r>
        <w:t>155.1997</w:t>
      </w:r>
      <w:r>
        <w:tab/>
        <w:t>1.013e0</w:t>
      </w:r>
    </w:p>
    <w:p w:rsidR="007B2329" w:rsidRDefault="007B2329" w:rsidP="007B2329">
      <w:r>
        <w:t>155.2064</w:t>
      </w:r>
      <w:r>
        <w:tab/>
        <w:t>1.013e0</w:t>
      </w:r>
    </w:p>
    <w:p w:rsidR="007B2329" w:rsidRDefault="007B2329" w:rsidP="007B2329">
      <w:r>
        <w:t>155.2290</w:t>
      </w:r>
      <w:r>
        <w:tab/>
        <w:t>1.013e0</w:t>
      </w:r>
    </w:p>
    <w:p w:rsidR="007B2329" w:rsidRDefault="007B2329" w:rsidP="007B2329">
      <w:r>
        <w:t>155.2325</w:t>
      </w:r>
      <w:r>
        <w:tab/>
        <w:t>1.266e-2</w:t>
      </w:r>
    </w:p>
    <w:p w:rsidR="007B2329" w:rsidRDefault="007B2329" w:rsidP="007B2329">
      <w:r>
        <w:t>155.2359</w:t>
      </w:r>
      <w:r>
        <w:tab/>
        <w:t>1.013e0</w:t>
      </w:r>
    </w:p>
    <w:p w:rsidR="007B2329" w:rsidRDefault="007B2329" w:rsidP="007B2329">
      <w:r>
        <w:t>155.2392</w:t>
      </w:r>
      <w:r>
        <w:tab/>
        <w:t>1.266e-2</w:t>
      </w:r>
    </w:p>
    <w:p w:rsidR="007B2329" w:rsidRDefault="007B2329" w:rsidP="007B2329">
      <w:r>
        <w:t>155.2459</w:t>
      </w:r>
      <w:r>
        <w:tab/>
        <w:t>1.013e0</w:t>
      </w:r>
    </w:p>
    <w:p w:rsidR="007B2329" w:rsidRDefault="007B2329" w:rsidP="007B2329">
      <w:r>
        <w:t>155.2493</w:t>
      </w:r>
      <w:r>
        <w:tab/>
        <w:t>1.013e0</w:t>
      </w:r>
    </w:p>
    <w:p w:rsidR="007B2329" w:rsidRDefault="007B2329" w:rsidP="007B2329">
      <w:r>
        <w:t>155.2510</w:t>
      </w:r>
      <w:r>
        <w:tab/>
        <w:t>1.025e0</w:t>
      </w:r>
    </w:p>
    <w:p w:rsidR="007B2329" w:rsidRDefault="007B2329" w:rsidP="007B2329">
      <w:r>
        <w:t>155.2628</w:t>
      </w:r>
      <w:r>
        <w:tab/>
        <w:t>1.266e-2</w:t>
      </w:r>
    </w:p>
    <w:p w:rsidR="007B2329" w:rsidRDefault="007B2329" w:rsidP="007B2329">
      <w:r>
        <w:t>155.2733</w:t>
      </w:r>
      <w:r>
        <w:tab/>
        <w:t>2.532e-2</w:t>
      </w:r>
    </w:p>
    <w:p w:rsidR="007B2329" w:rsidRDefault="007B2329" w:rsidP="007B2329">
      <w:r>
        <w:lastRenderedPageBreak/>
        <w:t>155.2855</w:t>
      </w:r>
      <w:r>
        <w:tab/>
        <w:t>1.013e0</w:t>
      </w:r>
    </w:p>
    <w:p w:rsidR="007B2329" w:rsidRDefault="007B2329" w:rsidP="007B2329">
      <w:r>
        <w:t>155.2889</w:t>
      </w:r>
      <w:r>
        <w:tab/>
        <w:t>1.013e0</w:t>
      </w:r>
    </w:p>
    <w:p w:rsidR="007B2329" w:rsidRDefault="007B2329" w:rsidP="007B2329">
      <w:r>
        <w:t>155.2956</w:t>
      </w:r>
      <w:r>
        <w:tab/>
        <w:t>4.051e0</w:t>
      </w:r>
    </w:p>
    <w:p w:rsidR="007B2329" w:rsidRDefault="007B2329" w:rsidP="007B2329">
      <w:r>
        <w:t>155.3017</w:t>
      </w:r>
      <w:r>
        <w:tab/>
        <w:t>4.051e0</w:t>
      </w:r>
    </w:p>
    <w:p w:rsidR="007B2329" w:rsidRDefault="007B2329" w:rsidP="007B2329">
      <w:r>
        <w:t>155.3126</w:t>
      </w:r>
      <w:r>
        <w:tab/>
        <w:t>1.013e0</w:t>
      </w:r>
    </w:p>
    <w:p w:rsidR="007B2329" w:rsidRDefault="007B2329" w:rsidP="007B2329">
      <w:r>
        <w:t>155.3188</w:t>
      </w:r>
      <w:r>
        <w:tab/>
        <w:t>2.025e0</w:t>
      </w:r>
    </w:p>
    <w:p w:rsidR="007B2329" w:rsidRDefault="007B2329" w:rsidP="007B2329">
      <w:r>
        <w:t>155.3283</w:t>
      </w:r>
      <w:r>
        <w:tab/>
        <w:t>2.025e0</w:t>
      </w:r>
    </w:p>
    <w:p w:rsidR="007B2329" w:rsidRDefault="007B2329" w:rsidP="007B2329">
      <w:r>
        <w:t>155.3317</w:t>
      </w:r>
      <w:r>
        <w:tab/>
        <w:t>1.013e0</w:t>
      </w:r>
    </w:p>
    <w:p w:rsidR="007B2329" w:rsidRDefault="007B2329" w:rsidP="007B2329">
      <w:r>
        <w:t>155.3351</w:t>
      </w:r>
      <w:r>
        <w:tab/>
        <w:t>1.013e0</w:t>
      </w:r>
    </w:p>
    <w:p w:rsidR="007B2329" w:rsidRDefault="007B2329" w:rsidP="007B2329">
      <w:r>
        <w:t>155.3419</w:t>
      </w:r>
      <w:r>
        <w:tab/>
        <w:t>2.025e0</w:t>
      </w:r>
    </w:p>
    <w:p w:rsidR="007B2329" w:rsidRDefault="007B2329" w:rsidP="007B2329">
      <w:r>
        <w:t>155.3622</w:t>
      </w:r>
      <w:r>
        <w:tab/>
        <w:t>2.025e0</w:t>
      </w:r>
    </w:p>
    <w:p w:rsidR="007B2329" w:rsidRDefault="007B2329" w:rsidP="007B2329">
      <w:r>
        <w:t>155.3717</w:t>
      </w:r>
      <w:r>
        <w:tab/>
        <w:t>1.013e0</w:t>
      </w:r>
    </w:p>
    <w:p w:rsidR="007B2329" w:rsidRDefault="007B2329" w:rsidP="007B2329">
      <w:r>
        <w:t>155.3730</w:t>
      </w:r>
      <w:r>
        <w:tab/>
        <w:t>4.051e0</w:t>
      </w:r>
    </w:p>
    <w:p w:rsidR="007B2329" w:rsidRDefault="007B2329" w:rsidP="007B2329">
      <w:r>
        <w:t>155.3748</w:t>
      </w:r>
      <w:r>
        <w:tab/>
        <w:t>1.266e-2</w:t>
      </w:r>
    </w:p>
    <w:p w:rsidR="007B2329" w:rsidRDefault="007B2329" w:rsidP="007B2329">
      <w:r>
        <w:t>155.3881</w:t>
      </w:r>
      <w:r>
        <w:tab/>
        <w:t>1.013e0</w:t>
      </w:r>
    </w:p>
    <w:p w:rsidR="007B2329" w:rsidRDefault="007B2329" w:rsidP="007B2329">
      <w:r>
        <w:t>155.4119</w:t>
      </w:r>
      <w:r>
        <w:tab/>
        <w:t>1.266e-2</w:t>
      </w:r>
    </w:p>
    <w:p w:rsidR="007B2329" w:rsidRDefault="007B2329" w:rsidP="007B2329">
      <w:r>
        <w:t>155.4152</w:t>
      </w:r>
      <w:r>
        <w:tab/>
        <w:t>1.013e0</w:t>
      </w:r>
    </w:p>
    <w:p w:rsidR="007B2329" w:rsidRDefault="007B2329" w:rsidP="007B2329">
      <w:r>
        <w:t>155.4184</w:t>
      </w:r>
      <w:r>
        <w:tab/>
        <w:t>2.025e0</w:t>
      </w:r>
    </w:p>
    <w:p w:rsidR="007B2329" w:rsidRDefault="007B2329" w:rsidP="007B2329">
      <w:r>
        <w:t>155.4246</w:t>
      </w:r>
      <w:r>
        <w:tab/>
        <w:t>1.013e0</w:t>
      </w:r>
    </w:p>
    <w:p w:rsidR="007B2329" w:rsidRDefault="007B2329" w:rsidP="007B2329">
      <w:r>
        <w:lastRenderedPageBreak/>
        <w:t>155.4278</w:t>
      </w:r>
      <w:r>
        <w:tab/>
        <w:t>2.025e0</w:t>
      </w:r>
    </w:p>
    <w:p w:rsidR="007B2329" w:rsidRDefault="007B2329" w:rsidP="007B2329">
      <w:r>
        <w:t>155.4310</w:t>
      </w:r>
      <w:r>
        <w:tab/>
        <w:t>1.013e0</w:t>
      </w:r>
    </w:p>
    <w:p w:rsidR="007B2329" w:rsidRDefault="007B2329" w:rsidP="007B2329">
      <w:r>
        <w:t>155.4547</w:t>
      </w:r>
      <w:r>
        <w:tab/>
        <w:t>1.013e0</w:t>
      </w:r>
    </w:p>
    <w:p w:rsidR="007B2329" w:rsidRDefault="007B2329" w:rsidP="007B2329">
      <w:r>
        <w:t>155.4580</w:t>
      </w:r>
      <w:r>
        <w:tab/>
        <w:t>1.013e0</w:t>
      </w:r>
    </w:p>
    <w:p w:rsidR="007B2329" w:rsidRDefault="007B2329" w:rsidP="007B2329">
      <w:r>
        <w:t>155.4649</w:t>
      </w:r>
      <w:r>
        <w:tab/>
        <w:t>2.025e0</w:t>
      </w:r>
    </w:p>
    <w:p w:rsidR="007B2329" w:rsidRDefault="007B2329" w:rsidP="007B2329">
      <w:r>
        <w:t>155.4744</w:t>
      </w:r>
      <w:r>
        <w:tab/>
        <w:t>1.266e-2</w:t>
      </w:r>
    </w:p>
    <w:p w:rsidR="007B2329" w:rsidRDefault="007B2329" w:rsidP="007B2329">
      <w:r>
        <w:t>155.4776</w:t>
      </w:r>
      <w:r>
        <w:tab/>
        <w:t>1.013e0</w:t>
      </w:r>
    </w:p>
    <w:p w:rsidR="007B2329" w:rsidRDefault="007B2329" w:rsidP="007B2329">
      <w:r>
        <w:t>155.4841</w:t>
      </w:r>
      <w:r>
        <w:tab/>
        <w:t>1.266e-2</w:t>
      </w:r>
    </w:p>
    <w:p w:rsidR="007B2329" w:rsidRDefault="007B2329" w:rsidP="007B2329">
      <w:r>
        <w:t>155.5060</w:t>
      </w:r>
      <w:r>
        <w:tab/>
        <w:t>4.051e0</w:t>
      </w:r>
    </w:p>
    <w:p w:rsidR="007B2329" w:rsidRDefault="007B2329" w:rsidP="007B2329">
      <w:r>
        <w:t>155.5078</w:t>
      </w:r>
      <w:r>
        <w:tab/>
        <w:t>1.013e0</w:t>
      </w:r>
    </w:p>
    <w:p w:rsidR="007B2329" w:rsidRDefault="007B2329" w:rsidP="007B2329">
      <w:r>
        <w:t>155.5212</w:t>
      </w:r>
      <w:r>
        <w:tab/>
        <w:t>1.013e0</w:t>
      </w:r>
    </w:p>
    <w:p w:rsidR="007B2329" w:rsidRDefault="007B2329" w:rsidP="007B2329">
      <w:r>
        <w:t>155.5243</w:t>
      </w:r>
      <w:r>
        <w:tab/>
        <w:t>1.013e0</w:t>
      </w:r>
    </w:p>
    <w:p w:rsidR="007B2329" w:rsidRDefault="007B2329" w:rsidP="007B2329">
      <w:r>
        <w:t>155.5275</w:t>
      </w:r>
      <w:r>
        <w:tab/>
        <w:t>1.013e0</w:t>
      </w:r>
    </w:p>
    <w:p w:rsidR="007B2329" w:rsidRDefault="007B2329" w:rsidP="007B2329">
      <w:r>
        <w:t>155.5305</w:t>
      </w:r>
      <w:r>
        <w:tab/>
        <w:t>1.013e0</w:t>
      </w:r>
    </w:p>
    <w:p w:rsidR="007B2329" w:rsidRDefault="007B2329" w:rsidP="007B2329">
      <w:r>
        <w:t>155.5324</w:t>
      </w:r>
      <w:r>
        <w:tab/>
        <w:t>3.038e0</w:t>
      </w:r>
    </w:p>
    <w:p w:rsidR="007B2329" w:rsidRDefault="007B2329" w:rsidP="007B2329">
      <w:r>
        <w:t>155.5414</w:t>
      </w:r>
      <w:r>
        <w:tab/>
        <w:t>2.038e0</w:t>
      </w:r>
    </w:p>
    <w:p w:rsidR="007B2329" w:rsidRDefault="007B2329" w:rsidP="007B2329">
      <w:r>
        <w:t>155.5439</w:t>
      </w:r>
      <w:r>
        <w:tab/>
        <w:t>2.025e0</w:t>
      </w:r>
    </w:p>
    <w:p w:rsidR="007B2329" w:rsidRDefault="007B2329" w:rsidP="007B2329">
      <w:r>
        <w:t>155.5473</w:t>
      </w:r>
      <w:r>
        <w:tab/>
        <w:t>2.025e0</w:t>
      </w:r>
    </w:p>
    <w:p w:rsidR="007B2329" w:rsidRDefault="007B2329" w:rsidP="007B2329">
      <w:r>
        <w:t>155.5676</w:t>
      </w:r>
      <w:r>
        <w:tab/>
        <w:t>1.013e0</w:t>
      </w:r>
    </w:p>
    <w:p w:rsidR="007B2329" w:rsidRDefault="007B2329" w:rsidP="007B2329">
      <w:r>
        <w:lastRenderedPageBreak/>
        <w:t>155.5699</w:t>
      </w:r>
      <w:r>
        <w:tab/>
        <w:t>4.051e0</w:t>
      </w:r>
    </w:p>
    <w:p w:rsidR="007B2329" w:rsidRDefault="007B2329" w:rsidP="007B2329">
      <w:r>
        <w:t>155.5711</w:t>
      </w:r>
      <w:r>
        <w:tab/>
        <w:t>1.266e-2</w:t>
      </w:r>
    </w:p>
    <w:p w:rsidR="007B2329" w:rsidRDefault="007B2329" w:rsidP="007B2329">
      <w:r>
        <w:t>155.5741</w:t>
      </w:r>
      <w:r>
        <w:tab/>
        <w:t>2.532e-2</w:t>
      </w:r>
    </w:p>
    <w:p w:rsidR="007B2329" w:rsidRDefault="007B2329" w:rsidP="007B2329">
      <w:r>
        <w:t>155.5773</w:t>
      </w:r>
      <w:r>
        <w:tab/>
        <w:t>1.013e0</w:t>
      </w:r>
    </w:p>
    <w:p w:rsidR="007B2329" w:rsidRDefault="007B2329" w:rsidP="007B2329">
      <w:r>
        <w:t>155.5835</w:t>
      </w:r>
      <w:r>
        <w:tab/>
        <w:t>1.013e0</w:t>
      </w:r>
    </w:p>
    <w:p w:rsidR="007B2329" w:rsidRDefault="007B2329" w:rsidP="007B2329">
      <w:r>
        <w:t>155.5936</w:t>
      </w:r>
      <w:r>
        <w:tab/>
        <w:t>1.013e0</w:t>
      </w:r>
    </w:p>
    <w:p w:rsidR="007B2329" w:rsidRDefault="007B2329" w:rsidP="007B2329">
      <w:r>
        <w:t>155.5953</w:t>
      </w:r>
      <w:r>
        <w:tab/>
        <w:t>2.025e0</w:t>
      </w:r>
    </w:p>
    <w:p w:rsidR="007B2329" w:rsidRDefault="007B2329" w:rsidP="007B2329">
      <w:r>
        <w:t>155.5970</w:t>
      </w:r>
      <w:r>
        <w:tab/>
        <w:t>1.013e0</w:t>
      </w:r>
    </w:p>
    <w:p w:rsidR="007B2329" w:rsidRDefault="007B2329" w:rsidP="007B2329">
      <w:r>
        <w:t>155.6037</w:t>
      </w:r>
      <w:r>
        <w:tab/>
        <w:t>1.013e0</w:t>
      </w:r>
    </w:p>
    <w:p w:rsidR="007B2329" w:rsidRDefault="007B2329" w:rsidP="007B2329">
      <w:r>
        <w:t>155.6172</w:t>
      </w:r>
      <w:r>
        <w:tab/>
        <w:t>1.013e0</w:t>
      </w:r>
    </w:p>
    <w:p w:rsidR="007B2329" w:rsidRDefault="007B2329" w:rsidP="007B2329">
      <w:r>
        <w:t>155.6207</w:t>
      </w:r>
      <w:r>
        <w:tab/>
        <w:t>3.038e0</w:t>
      </w:r>
    </w:p>
    <w:p w:rsidR="007B2329" w:rsidRDefault="007B2329" w:rsidP="007B2329">
      <w:r>
        <w:t>155.6407</w:t>
      </w:r>
      <w:r>
        <w:tab/>
        <w:t>3.038e0</w:t>
      </w:r>
    </w:p>
    <w:p w:rsidR="007B2329" w:rsidRDefault="007B2329" w:rsidP="007B2329">
      <w:r>
        <w:t>155.6501</w:t>
      </w:r>
      <w:r>
        <w:tab/>
        <w:t>2.532e-2</w:t>
      </w:r>
    </w:p>
    <w:p w:rsidR="007B2329" w:rsidRDefault="007B2329" w:rsidP="007B2329">
      <w:r>
        <w:t>155.6635</w:t>
      </w:r>
      <w:r>
        <w:tab/>
        <w:t>1.013e0</w:t>
      </w:r>
    </w:p>
    <w:p w:rsidR="007B2329" w:rsidRDefault="007B2329" w:rsidP="007B2329">
      <w:r>
        <w:t>155.6737</w:t>
      </w:r>
      <w:r>
        <w:tab/>
        <w:t>1.013e0</w:t>
      </w:r>
    </w:p>
    <w:p w:rsidR="007B2329" w:rsidRDefault="007B2329" w:rsidP="007B2329">
      <w:r>
        <w:t>155.6770</w:t>
      </w:r>
      <w:r>
        <w:tab/>
        <w:t>1.013e0</w:t>
      </w:r>
    </w:p>
    <w:p w:rsidR="007B2329" w:rsidRDefault="007B2329" w:rsidP="007B2329">
      <w:r>
        <w:t>155.6895</w:t>
      </w:r>
      <w:r>
        <w:tab/>
        <w:t>3.038e0</w:t>
      </w:r>
    </w:p>
    <w:p w:rsidR="007B2329" w:rsidRDefault="007B2329" w:rsidP="007B2329">
      <w:r>
        <w:t>155.7065</w:t>
      </w:r>
      <w:r>
        <w:tab/>
        <w:t>1.013e0</w:t>
      </w:r>
    </w:p>
    <w:p w:rsidR="007B2329" w:rsidRDefault="007B2329" w:rsidP="007B2329">
      <w:r>
        <w:t>155.7099</w:t>
      </w:r>
      <w:r>
        <w:tab/>
        <w:t>1.266e-2</w:t>
      </w:r>
    </w:p>
    <w:p w:rsidR="007B2329" w:rsidRDefault="007B2329" w:rsidP="007B2329">
      <w:r>
        <w:lastRenderedPageBreak/>
        <w:t>155.7395</w:t>
      </w:r>
      <w:r>
        <w:tab/>
        <w:t>4.063e0</w:t>
      </w:r>
    </w:p>
    <w:p w:rsidR="007B2329" w:rsidRDefault="007B2329" w:rsidP="007B2329">
      <w:r>
        <w:t>155.7494</w:t>
      </w:r>
      <w:r>
        <w:tab/>
        <w:t>1.013e0</w:t>
      </w:r>
    </w:p>
    <w:p w:rsidR="007B2329" w:rsidRDefault="007B2329" w:rsidP="007B2329">
      <w:r>
        <w:t>155.7629</w:t>
      </w:r>
      <w:r>
        <w:tab/>
        <w:t>1.266e-2</w:t>
      </w:r>
    </w:p>
    <w:p w:rsidR="007B2329" w:rsidRDefault="007B2329" w:rsidP="007B2329">
      <w:r>
        <w:t>155.7697</w:t>
      </w:r>
      <w:r>
        <w:tab/>
        <w:t>1.013e0</w:t>
      </w:r>
    </w:p>
    <w:p w:rsidR="007B2329" w:rsidRDefault="007B2329" w:rsidP="007B2329">
      <w:r>
        <w:t>155.7714</w:t>
      </w:r>
      <w:r>
        <w:tab/>
        <w:t>2.025e0</w:t>
      </w:r>
    </w:p>
    <w:p w:rsidR="007B2329" w:rsidRDefault="007B2329" w:rsidP="007B2329">
      <w:r>
        <w:t>155.7830</w:t>
      </w:r>
      <w:r>
        <w:tab/>
        <w:t>1.266e-2</w:t>
      </w:r>
    </w:p>
    <w:p w:rsidR="007B2329" w:rsidRDefault="007B2329" w:rsidP="007B2329">
      <w:r>
        <w:t>155.8008</w:t>
      </w:r>
      <w:r>
        <w:tab/>
        <w:t>2.025e0</w:t>
      </w:r>
    </w:p>
    <w:p w:rsidR="007B2329" w:rsidRDefault="007B2329" w:rsidP="007B2329">
      <w:r>
        <w:t>155.8042</w:t>
      </w:r>
      <w:r>
        <w:tab/>
        <w:t>2.025e0</w:t>
      </w:r>
    </w:p>
    <w:p w:rsidR="007B2329" w:rsidRDefault="007B2329" w:rsidP="007B2329">
      <w:r>
        <w:t>155.8108</w:t>
      </w:r>
      <w:r>
        <w:tab/>
        <w:t>3.038e0</w:t>
      </w:r>
    </w:p>
    <w:p w:rsidR="007B2329" w:rsidRDefault="007B2329" w:rsidP="007B2329">
      <w:r>
        <w:t>155.8127</w:t>
      </w:r>
      <w:r>
        <w:tab/>
        <w:t>2.025e0</w:t>
      </w:r>
    </w:p>
    <w:p w:rsidR="007B2329" w:rsidRDefault="007B2329" w:rsidP="007B2329">
      <w:r>
        <w:t>155.8330</w:t>
      </w:r>
      <w:r>
        <w:tab/>
        <w:t>1.013e0</w:t>
      </w:r>
    </w:p>
    <w:p w:rsidR="007B2329" w:rsidRDefault="007B2329" w:rsidP="007B2329">
      <w:r>
        <w:t>155.8423</w:t>
      </w:r>
      <w:r>
        <w:tab/>
        <w:t>1.013e0</w:t>
      </w:r>
    </w:p>
    <w:p w:rsidR="007B2329" w:rsidRDefault="007B2329" w:rsidP="007B2329">
      <w:r>
        <w:t>155.8454</w:t>
      </w:r>
      <w:r>
        <w:tab/>
        <w:t>1.025e0</w:t>
      </w:r>
    </w:p>
    <w:p w:rsidR="007B2329" w:rsidRDefault="007B2329" w:rsidP="007B2329">
      <w:r>
        <w:t>155.8590</w:t>
      </w:r>
      <w:r>
        <w:tab/>
        <w:t>2.038e0</w:t>
      </w:r>
    </w:p>
    <w:p w:rsidR="007B2329" w:rsidRDefault="007B2329" w:rsidP="007B2329">
      <w:r>
        <w:t>155.8607</w:t>
      </w:r>
      <w:r>
        <w:tab/>
        <w:t>2.025e0</w:t>
      </w:r>
    </w:p>
    <w:p w:rsidR="007B2329" w:rsidRDefault="007B2329" w:rsidP="007B2329">
      <w:r>
        <w:t>155.8624</w:t>
      </w:r>
      <w:r>
        <w:tab/>
        <w:t>2.025e0</w:t>
      </w:r>
    </w:p>
    <w:p w:rsidR="007B2329" w:rsidRDefault="007B2329" w:rsidP="007B2329">
      <w:r>
        <w:t>155.8657</w:t>
      </w:r>
      <w:r>
        <w:tab/>
        <w:t>1.013e0</w:t>
      </w:r>
    </w:p>
    <w:p w:rsidR="007B2329" w:rsidRDefault="007B2329" w:rsidP="007B2329">
      <w:r>
        <w:t>155.8828</w:t>
      </w:r>
      <w:r>
        <w:tab/>
        <w:t>1.013e0</w:t>
      </w:r>
    </w:p>
    <w:p w:rsidR="007B2329" w:rsidRDefault="007B2329" w:rsidP="007B2329">
      <w:r>
        <w:t>155.8922</w:t>
      </w:r>
      <w:r>
        <w:tab/>
        <w:t>1.013e0</w:t>
      </w:r>
    </w:p>
    <w:p w:rsidR="007B2329" w:rsidRDefault="007B2329" w:rsidP="007B2329">
      <w:r>
        <w:lastRenderedPageBreak/>
        <w:t>155.8953</w:t>
      </w:r>
      <w:r>
        <w:tab/>
        <w:t>1.013e0</w:t>
      </w:r>
    </w:p>
    <w:p w:rsidR="007B2329" w:rsidRDefault="007B2329" w:rsidP="007B2329">
      <w:r>
        <w:t>155.9019</w:t>
      </w:r>
      <w:r>
        <w:tab/>
        <w:t>1.013e0</w:t>
      </w:r>
    </w:p>
    <w:p w:rsidR="007B2329" w:rsidRDefault="007B2329" w:rsidP="007B2329">
      <w:r>
        <w:t>155.9087</w:t>
      </w:r>
      <w:r>
        <w:tab/>
        <w:t>1.025e0</w:t>
      </w:r>
    </w:p>
    <w:p w:rsidR="007B2329" w:rsidRDefault="007B2329" w:rsidP="007B2329">
      <w:r>
        <w:t>155.9256</w:t>
      </w:r>
      <w:r>
        <w:tab/>
        <w:t>1.013e0</w:t>
      </w:r>
    </w:p>
    <w:p w:rsidR="007B2329" w:rsidRDefault="007B2329" w:rsidP="007B2329">
      <w:r>
        <w:t>155.9390</w:t>
      </w:r>
      <w:r>
        <w:tab/>
        <w:t>1.013e0</w:t>
      </w:r>
    </w:p>
    <w:p w:rsidR="007B2329" w:rsidRDefault="007B2329" w:rsidP="007B2329">
      <w:r>
        <w:t>155.9422</w:t>
      </w:r>
      <w:r>
        <w:tab/>
        <w:t>2.025e0</w:t>
      </w:r>
    </w:p>
    <w:p w:rsidR="007B2329" w:rsidRDefault="007B2329" w:rsidP="007B2329">
      <w:r>
        <w:t>155.9584</w:t>
      </w:r>
      <w:r>
        <w:tab/>
        <w:t>1.013e0</w:t>
      </w:r>
    </w:p>
    <w:p w:rsidR="007B2329" w:rsidRDefault="007B2329" w:rsidP="007B2329">
      <w:r>
        <w:t>155.9719</w:t>
      </w:r>
      <w:r>
        <w:tab/>
        <w:t>1.013e0</w:t>
      </w:r>
    </w:p>
    <w:p w:rsidR="007B2329" w:rsidRDefault="007B2329" w:rsidP="007B2329">
      <w:r>
        <w:t>155.9821</w:t>
      </w:r>
      <w:r>
        <w:tab/>
        <w:t>1.013e0</w:t>
      </w:r>
    </w:p>
    <w:p w:rsidR="007B2329" w:rsidRDefault="007B2329" w:rsidP="007B2329">
      <w:r>
        <w:t>155.9921</w:t>
      </w:r>
      <w:r>
        <w:tab/>
        <w:t>1.013e0</w:t>
      </w:r>
    </w:p>
    <w:p w:rsidR="007B2329" w:rsidRDefault="007B2329" w:rsidP="007B2329">
      <w:r>
        <w:t>155.9953</w:t>
      </w:r>
      <w:r>
        <w:tab/>
        <w:t>2.025e0</w:t>
      </w:r>
    </w:p>
    <w:p w:rsidR="007B2329" w:rsidRDefault="007B2329" w:rsidP="007B2329">
      <w:r>
        <w:t>156.0101</w:t>
      </w:r>
      <w:r>
        <w:tab/>
        <w:t>3.038e0</w:t>
      </w:r>
    </w:p>
    <w:p w:rsidR="007B2329" w:rsidRDefault="007B2329" w:rsidP="007B2329">
      <w:r>
        <w:t>156.0116</w:t>
      </w:r>
      <w:r>
        <w:tab/>
        <w:t>1.013e0</w:t>
      </w:r>
    </w:p>
    <w:p w:rsidR="007B2329" w:rsidRDefault="007B2329" w:rsidP="007B2329">
      <w:r>
        <w:t>156.0217</w:t>
      </w:r>
      <w:r>
        <w:tab/>
        <w:t>1.013e0</w:t>
      </w:r>
    </w:p>
    <w:p w:rsidR="007B2329" w:rsidRDefault="007B2329" w:rsidP="007B2329">
      <w:r>
        <w:t>156.0234</w:t>
      </w:r>
      <w:r>
        <w:tab/>
        <w:t>2.025e0</w:t>
      </w:r>
    </w:p>
    <w:p w:rsidR="007B2329" w:rsidRDefault="007B2329" w:rsidP="007B2329">
      <w:r>
        <w:t>156.0267</w:t>
      </w:r>
      <w:r>
        <w:tab/>
        <w:t>2.025e0</w:t>
      </w:r>
    </w:p>
    <w:p w:rsidR="007B2329" w:rsidRDefault="007B2329" w:rsidP="007B2329">
      <w:r>
        <w:t>156.0352</w:t>
      </w:r>
      <w:r>
        <w:tab/>
        <w:t>2.532e-2</w:t>
      </w:r>
    </w:p>
    <w:p w:rsidR="007B2329" w:rsidRDefault="007B2329" w:rsidP="007B2329">
      <w:r>
        <w:t>156.0405</w:t>
      </w:r>
      <w:r>
        <w:tab/>
        <w:t>2.025e0</w:t>
      </w:r>
    </w:p>
    <w:p w:rsidR="007B2329" w:rsidRDefault="007B2329" w:rsidP="007B2329">
      <w:r>
        <w:t>156.0471</w:t>
      </w:r>
      <w:r>
        <w:tab/>
        <w:t>2.532e-2</w:t>
      </w:r>
    </w:p>
    <w:p w:rsidR="007B2329" w:rsidRDefault="007B2329" w:rsidP="007B2329">
      <w:r>
        <w:lastRenderedPageBreak/>
        <w:t>156.0484</w:t>
      </w:r>
      <w:r>
        <w:tab/>
        <w:t>1.013e0</w:t>
      </w:r>
    </w:p>
    <w:p w:rsidR="007B2329" w:rsidRDefault="007B2329" w:rsidP="007B2329">
      <w:r>
        <w:t>156.0546</w:t>
      </w:r>
      <w:r>
        <w:tab/>
        <w:t>1.025e0</w:t>
      </w:r>
    </w:p>
    <w:p w:rsidR="007B2329" w:rsidRDefault="007B2329" w:rsidP="007B2329">
      <w:r>
        <w:t>156.0666</w:t>
      </w:r>
      <w:r>
        <w:tab/>
        <w:t>5.063e0</w:t>
      </w:r>
    </w:p>
    <w:p w:rsidR="007B2329" w:rsidRDefault="007B2329" w:rsidP="007B2329">
      <w:r>
        <w:t>156.0681</w:t>
      </w:r>
      <w:r>
        <w:tab/>
        <w:t>1.013e0</w:t>
      </w:r>
    </w:p>
    <w:p w:rsidR="007B2329" w:rsidRDefault="007B2329" w:rsidP="007B2329">
      <w:r>
        <w:t>156.0761</w:t>
      </w:r>
      <w:r>
        <w:tab/>
        <w:t>5.063e0</w:t>
      </w:r>
    </w:p>
    <w:p w:rsidR="007B2329" w:rsidRDefault="007B2329" w:rsidP="007B2329">
      <w:r>
        <w:t>156.0816</w:t>
      </w:r>
      <w:r>
        <w:tab/>
        <w:t>3.038e0</w:t>
      </w:r>
    </w:p>
    <w:p w:rsidR="007B2329" w:rsidRDefault="007B2329" w:rsidP="007B2329">
      <w:r>
        <w:t>156.0855</w:t>
      </w:r>
      <w:r>
        <w:tab/>
        <w:t>3.552e0</w:t>
      </w:r>
    </w:p>
    <w:p w:rsidR="007B2329" w:rsidRDefault="007B2329" w:rsidP="007B2329">
      <w:r>
        <w:t>156.0889</w:t>
      </w:r>
      <w:r>
        <w:tab/>
        <w:t>9.205e0</w:t>
      </w:r>
    </w:p>
    <w:p w:rsidR="007B2329" w:rsidRDefault="007B2329" w:rsidP="007B2329">
      <w:r>
        <w:t>156.0953</w:t>
      </w:r>
      <w:r>
        <w:tab/>
        <w:t>2.025e0</w:t>
      </w:r>
    </w:p>
    <w:p w:rsidR="007B2329" w:rsidRDefault="007B2329" w:rsidP="007B2329">
      <w:r>
        <w:t>156.0986</w:t>
      </w:r>
      <w:r>
        <w:tab/>
        <w:t>2.025e0</w:t>
      </w:r>
    </w:p>
    <w:p w:rsidR="007B2329" w:rsidRDefault="007B2329" w:rsidP="007B2329">
      <w:r>
        <w:t>156.1007</w:t>
      </w:r>
      <w:r>
        <w:tab/>
        <w:t>3.826e0</w:t>
      </w:r>
    </w:p>
    <w:p w:rsidR="007B2329" w:rsidRDefault="007B2329" w:rsidP="007B2329">
      <w:r>
        <w:t>156.1041</w:t>
      </w:r>
      <w:r>
        <w:tab/>
        <w:t>3.945e0</w:t>
      </w:r>
    </w:p>
    <w:p w:rsidR="007B2329" w:rsidRDefault="007B2329" w:rsidP="007B2329">
      <w:r>
        <w:t>156.1212</w:t>
      </w:r>
      <w:r>
        <w:tab/>
        <w:t>2.568e-1</w:t>
      </w:r>
    </w:p>
    <w:p w:rsidR="007B2329" w:rsidRDefault="007B2329" w:rsidP="007B2329">
      <w:r>
        <w:t>156.1263</w:t>
      </w:r>
      <w:r>
        <w:tab/>
        <w:t>2.025e0</w:t>
      </w:r>
    </w:p>
    <w:p w:rsidR="007B2329" w:rsidRDefault="007B2329" w:rsidP="007B2329">
      <w:r>
        <w:t>156.1297</w:t>
      </w:r>
      <w:r>
        <w:tab/>
        <w:t>2.532e-2</w:t>
      </w:r>
    </w:p>
    <w:p w:rsidR="007B2329" w:rsidRDefault="007B2329" w:rsidP="007B2329">
      <w:r>
        <w:t>156.1415</w:t>
      </w:r>
      <w:r>
        <w:tab/>
        <w:t>1.266e-2</w:t>
      </w:r>
    </w:p>
    <w:p w:rsidR="007B2329" w:rsidRDefault="007B2329" w:rsidP="007B2329">
      <w:r>
        <w:t>156.1450</w:t>
      </w:r>
      <w:r>
        <w:tab/>
        <w:t>1.025e0</w:t>
      </w:r>
    </w:p>
    <w:p w:rsidR="007B2329" w:rsidRDefault="007B2329" w:rsidP="007B2329">
      <w:r>
        <w:t>156.1499</w:t>
      </w:r>
      <w:r>
        <w:tab/>
        <w:t>2.025e0</w:t>
      </w:r>
    </w:p>
    <w:p w:rsidR="007B2329" w:rsidRDefault="007B2329" w:rsidP="007B2329">
      <w:r>
        <w:t>156.1659</w:t>
      </w:r>
      <w:r>
        <w:tab/>
        <w:t>1.025e0</w:t>
      </w:r>
    </w:p>
    <w:p w:rsidR="007B2329" w:rsidRDefault="007B2329" w:rsidP="007B2329">
      <w:r>
        <w:lastRenderedPageBreak/>
        <w:t>156.1709</w:t>
      </w:r>
      <w:r>
        <w:tab/>
        <w:t>1.013e0</w:t>
      </w:r>
    </w:p>
    <w:p w:rsidR="007B2329" w:rsidRDefault="007B2329" w:rsidP="007B2329">
      <w:r>
        <w:t>156.1778</w:t>
      </w:r>
      <w:r>
        <w:tab/>
        <w:t>1.013e0</w:t>
      </w:r>
    </w:p>
    <w:p w:rsidR="007B2329" w:rsidRDefault="007B2329" w:rsidP="007B2329">
      <w:r>
        <w:t>156.1845</w:t>
      </w:r>
      <w:r>
        <w:tab/>
        <w:t>1.013e0</w:t>
      </w:r>
    </w:p>
    <w:p w:rsidR="007B2329" w:rsidRDefault="007B2329" w:rsidP="007B2329">
      <w:r>
        <w:t>156.1862</w:t>
      </w:r>
      <w:r>
        <w:tab/>
        <w:t>2.025e0</w:t>
      </w:r>
    </w:p>
    <w:p w:rsidR="007B2329" w:rsidRDefault="007B2329" w:rsidP="007B2329">
      <w:r>
        <w:t>156.1879</w:t>
      </w:r>
      <w:r>
        <w:tab/>
        <w:t>1.013e0</w:t>
      </w:r>
    </w:p>
    <w:p w:rsidR="007B2329" w:rsidRDefault="007B2329" w:rsidP="007B2329">
      <w:r>
        <w:t>156.2015</w:t>
      </w:r>
      <w:r>
        <w:tab/>
        <w:t>1.266e-2</w:t>
      </w:r>
    </w:p>
    <w:p w:rsidR="007B2329" w:rsidRDefault="007B2329" w:rsidP="007B2329">
      <w:r>
        <w:t>156.2139</w:t>
      </w:r>
      <w:r>
        <w:tab/>
        <w:t>4.051e0</w:t>
      </w:r>
    </w:p>
    <w:p w:rsidR="007B2329" w:rsidRDefault="007B2329" w:rsidP="007B2329">
      <w:r>
        <w:t>156.2241</w:t>
      </w:r>
      <w:r>
        <w:tab/>
        <w:t>1.013e0</w:t>
      </w:r>
    </w:p>
    <w:p w:rsidR="007B2329" w:rsidRDefault="007B2329" w:rsidP="007B2329">
      <w:r>
        <w:t>156.2275</w:t>
      </w:r>
      <w:r>
        <w:tab/>
        <w:t>1.013e0</w:t>
      </w:r>
    </w:p>
    <w:p w:rsidR="007B2329" w:rsidRDefault="007B2329" w:rsidP="007B2329">
      <w:r>
        <w:t>156.2309</w:t>
      </w:r>
      <w:r>
        <w:tab/>
        <w:t>1.025e0</w:t>
      </w:r>
    </w:p>
    <w:p w:rsidR="007B2329" w:rsidRDefault="007B2329" w:rsidP="007B2329">
      <w:r>
        <w:t>156.2325</w:t>
      </w:r>
      <w:r>
        <w:tab/>
        <w:t>2.025e0</w:t>
      </w:r>
    </w:p>
    <w:p w:rsidR="007B2329" w:rsidRDefault="007B2329" w:rsidP="007B2329">
      <w:r>
        <w:t>156.2376</w:t>
      </w:r>
      <w:r>
        <w:tab/>
        <w:t>2.025e0</w:t>
      </w:r>
    </w:p>
    <w:p w:rsidR="007B2329" w:rsidRDefault="007B2329" w:rsidP="007B2329">
      <w:r>
        <w:t>156.2478</w:t>
      </w:r>
      <w:r>
        <w:tab/>
        <w:t>1.013e0</w:t>
      </w:r>
    </w:p>
    <w:p w:rsidR="007B2329" w:rsidRDefault="007B2329" w:rsidP="007B2329">
      <w:r>
        <w:t>156.2546</w:t>
      </w:r>
      <w:r>
        <w:tab/>
        <w:t>1.013e0</w:t>
      </w:r>
    </w:p>
    <w:p w:rsidR="007B2329" w:rsidRDefault="007B2329" w:rsidP="007B2329">
      <w:r>
        <w:t>156.2578</w:t>
      </w:r>
      <w:r>
        <w:tab/>
        <w:t>1.266e-2</w:t>
      </w:r>
    </w:p>
    <w:p w:rsidR="007B2329" w:rsidRDefault="007B2329" w:rsidP="007B2329">
      <w:r>
        <w:t>156.2610</w:t>
      </w:r>
      <w:r>
        <w:tab/>
        <w:t>1.266e-2</w:t>
      </w:r>
    </w:p>
    <w:p w:rsidR="007B2329" w:rsidRDefault="007B2329" w:rsidP="007B2329">
      <w:r>
        <w:t>156.2739</w:t>
      </w:r>
      <w:r>
        <w:tab/>
        <w:t>1.013e0</w:t>
      </w:r>
    </w:p>
    <w:p w:rsidR="007B2329" w:rsidRDefault="007B2329" w:rsidP="007B2329">
      <w:r>
        <w:t>156.3009</w:t>
      </w:r>
      <w:r>
        <w:tab/>
        <w:t>2.025e0</w:t>
      </w:r>
    </w:p>
    <w:p w:rsidR="007B2329" w:rsidRDefault="007B2329" w:rsidP="007B2329">
      <w:r>
        <w:t>156.3044</w:t>
      </w:r>
      <w:r>
        <w:tab/>
        <w:t>1.013e0</w:t>
      </w:r>
    </w:p>
    <w:p w:rsidR="007B2329" w:rsidRDefault="007B2329" w:rsidP="007B2329">
      <w:r>
        <w:lastRenderedPageBreak/>
        <w:t>156.3060</w:t>
      </w:r>
      <w:r>
        <w:tab/>
        <w:t>2.025e0</w:t>
      </w:r>
    </w:p>
    <w:p w:rsidR="007B2329" w:rsidRDefault="007B2329" w:rsidP="007B2329">
      <w:r>
        <w:t>156.3270</w:t>
      </w:r>
      <w:r>
        <w:tab/>
        <w:t>1.025e0</w:t>
      </w:r>
    </w:p>
    <w:p w:rsidR="007B2329" w:rsidRDefault="007B2329" w:rsidP="007B2329">
      <w:r>
        <w:t>156.3338</w:t>
      </w:r>
      <w:r>
        <w:tab/>
        <w:t>3.038e0</w:t>
      </w:r>
    </w:p>
    <w:p w:rsidR="007B2329" w:rsidRDefault="007B2329" w:rsidP="007B2329">
      <w:r>
        <w:t>156.3406</w:t>
      </w:r>
      <w:r>
        <w:tab/>
        <w:t>1.013e0</w:t>
      </w:r>
    </w:p>
    <w:p w:rsidR="007B2329" w:rsidRDefault="007B2329" w:rsidP="007B2329">
      <w:r>
        <w:t>156.3507</w:t>
      </w:r>
      <w:r>
        <w:tab/>
        <w:t>2.025e0</w:t>
      </w:r>
    </w:p>
    <w:p w:rsidR="007B2329" w:rsidRDefault="007B2329" w:rsidP="007B2329">
      <w:r>
        <w:t>156.3541</w:t>
      </w:r>
      <w:r>
        <w:tab/>
        <w:t>1.266e-2</w:t>
      </w:r>
    </w:p>
    <w:p w:rsidR="007B2329" w:rsidRDefault="007B2329" w:rsidP="007B2329">
      <w:r>
        <w:t>156.3610</w:t>
      </w:r>
      <w:r>
        <w:tab/>
        <w:t>1.013e0</w:t>
      </w:r>
    </w:p>
    <w:p w:rsidR="007B2329" w:rsidRDefault="007B2329" w:rsidP="007B2329">
      <w:r>
        <w:t>156.3673</w:t>
      </w:r>
      <w:r>
        <w:tab/>
        <w:t>1.013e0</w:t>
      </w:r>
    </w:p>
    <w:p w:rsidR="007B2329" w:rsidRDefault="007B2329" w:rsidP="007B2329">
      <w:r>
        <w:t>156.3767</w:t>
      </w:r>
      <w:r>
        <w:tab/>
        <w:t>1.013e0</w:t>
      </w:r>
    </w:p>
    <w:p w:rsidR="007B2329" w:rsidRDefault="007B2329" w:rsidP="007B2329">
      <w:r>
        <w:t>156.3903</w:t>
      </w:r>
      <w:r>
        <w:tab/>
        <w:t>3.038e0</w:t>
      </w:r>
    </w:p>
    <w:p w:rsidR="007B2329" w:rsidRDefault="007B2329" w:rsidP="007B2329">
      <w:r>
        <w:t>156.4005</w:t>
      </w:r>
      <w:r>
        <w:tab/>
        <w:t>1.013e0</w:t>
      </w:r>
    </w:p>
    <w:p w:rsidR="007B2329" w:rsidRDefault="007B2329" w:rsidP="007B2329">
      <w:r>
        <w:t>156.4124</w:t>
      </w:r>
      <w:r>
        <w:tab/>
        <w:t>2.025e0</w:t>
      </w:r>
    </w:p>
    <w:p w:rsidR="007B2329" w:rsidRDefault="007B2329" w:rsidP="007B2329">
      <w:r>
        <w:t>156.4173</w:t>
      </w:r>
      <w:r>
        <w:tab/>
        <w:t>1.013e0</w:t>
      </w:r>
    </w:p>
    <w:p w:rsidR="007B2329" w:rsidRDefault="007B2329" w:rsidP="007B2329">
      <w:r>
        <w:t>156.4220</w:t>
      </w:r>
      <w:r>
        <w:tab/>
        <w:t>2.025e0</w:t>
      </w:r>
    </w:p>
    <w:p w:rsidR="007B2329" w:rsidRDefault="007B2329" w:rsidP="007B2329">
      <w:r>
        <w:t>156.4267</w:t>
      </w:r>
      <w:r>
        <w:tab/>
        <w:t>1.013e0</w:t>
      </w:r>
    </w:p>
    <w:p w:rsidR="007B2329" w:rsidRDefault="007B2329" w:rsidP="007B2329">
      <w:r>
        <w:t>156.4402</w:t>
      </w:r>
      <w:r>
        <w:tab/>
        <w:t>1.266e-2</w:t>
      </w:r>
    </w:p>
    <w:p w:rsidR="007B2329" w:rsidRDefault="007B2329" w:rsidP="007B2329">
      <w:r>
        <w:t>156.4503</w:t>
      </w:r>
      <w:r>
        <w:tab/>
        <w:t>2.025e0</w:t>
      </w:r>
    </w:p>
    <w:p w:rsidR="007B2329" w:rsidRDefault="007B2329" w:rsidP="007B2329">
      <w:r>
        <w:t>156.4575</w:t>
      </w:r>
      <w:r>
        <w:tab/>
        <w:t>1.195e0</w:t>
      </w:r>
    </w:p>
    <w:p w:rsidR="007B2329" w:rsidRDefault="007B2329" w:rsidP="007B2329">
      <w:r>
        <w:t>156.4737</w:t>
      </w:r>
      <w:r>
        <w:tab/>
        <w:t>1.013e0</w:t>
      </w:r>
    </w:p>
    <w:p w:rsidR="007B2329" w:rsidRDefault="007B2329" w:rsidP="007B2329">
      <w:r>
        <w:lastRenderedPageBreak/>
        <w:t>156.4784</w:t>
      </w:r>
      <w:r>
        <w:tab/>
        <w:t>2.025e0</w:t>
      </w:r>
    </w:p>
    <w:p w:rsidR="007B2329" w:rsidRDefault="007B2329" w:rsidP="007B2329">
      <w:r>
        <w:t>156.4865</w:t>
      </w:r>
      <w:r>
        <w:tab/>
        <w:t>1.013e0</w:t>
      </w:r>
    </w:p>
    <w:p w:rsidR="007B2329" w:rsidRDefault="007B2329" w:rsidP="007B2329">
      <w:r>
        <w:t>156.4899</w:t>
      </w:r>
      <w:r>
        <w:tab/>
        <w:t>1.013e0</w:t>
      </w:r>
    </w:p>
    <w:p w:rsidR="007B2329" w:rsidRDefault="007B2329" w:rsidP="007B2329">
      <w:r>
        <w:t>156.4950</w:t>
      </w:r>
      <w:r>
        <w:tab/>
        <w:t>2.025e0</w:t>
      </w:r>
    </w:p>
    <w:p w:rsidR="007B2329" w:rsidRDefault="007B2329" w:rsidP="007B2329">
      <w:r>
        <w:t>156.5136</w:t>
      </w:r>
      <w:r>
        <w:tab/>
        <w:t>1.013e0</w:t>
      </w:r>
    </w:p>
    <w:p w:rsidR="007B2329" w:rsidRDefault="007B2329" w:rsidP="007B2329">
      <w:r>
        <w:t>156.5153</w:t>
      </w:r>
      <w:r>
        <w:tab/>
        <w:t>2.025e0</w:t>
      </w:r>
    </w:p>
    <w:p w:rsidR="007B2329" w:rsidRDefault="007B2329" w:rsidP="007B2329">
      <w:r>
        <w:t>156.5205</w:t>
      </w:r>
      <w:r>
        <w:tab/>
        <w:t>1.013e0</w:t>
      </w:r>
    </w:p>
    <w:p w:rsidR="007B2329" w:rsidRDefault="007B2329" w:rsidP="007B2329">
      <w:r>
        <w:t>156.5331</w:t>
      </w:r>
      <w:r>
        <w:tab/>
        <w:t>1.013e0</w:t>
      </w:r>
    </w:p>
    <w:p w:rsidR="007B2329" w:rsidRDefault="007B2329" w:rsidP="007B2329">
      <w:r>
        <w:t>156.5397</w:t>
      </w:r>
      <w:r>
        <w:tab/>
        <w:t>1.013e0</w:t>
      </w:r>
    </w:p>
    <w:p w:rsidR="007B2329" w:rsidRDefault="007B2329" w:rsidP="007B2329">
      <w:r>
        <w:t>156.5601</w:t>
      </w:r>
      <w:r>
        <w:tab/>
        <w:t>3.038e0</w:t>
      </w:r>
    </w:p>
    <w:p w:rsidR="007B2329" w:rsidRDefault="007B2329" w:rsidP="007B2329">
      <w:r>
        <w:t>156.5634</w:t>
      </w:r>
      <w:r>
        <w:tab/>
        <w:t>1.266e-2</w:t>
      </w:r>
    </w:p>
    <w:p w:rsidR="007B2329" w:rsidRDefault="007B2329" w:rsidP="007B2329">
      <w:r>
        <w:t>156.5725</w:t>
      </w:r>
      <w:r>
        <w:tab/>
        <w:t>4.051e0</w:t>
      </w:r>
    </w:p>
    <w:p w:rsidR="007B2329" w:rsidRDefault="007B2329" w:rsidP="007B2329">
      <w:r>
        <w:t>156.5997</w:t>
      </w:r>
      <w:r>
        <w:tab/>
        <w:t>1.013e0</w:t>
      </w:r>
    </w:p>
    <w:p w:rsidR="007B2329" w:rsidRDefault="007B2329" w:rsidP="007B2329">
      <w:r>
        <w:t>156.6048</w:t>
      </w:r>
      <w:r>
        <w:tab/>
        <w:t>3.038e0</w:t>
      </w:r>
    </w:p>
    <w:p w:rsidR="007B2329" w:rsidRDefault="007B2329" w:rsidP="007B2329">
      <w:r>
        <w:t>156.6065</w:t>
      </w:r>
      <w:r>
        <w:tab/>
        <w:t>2.025e0</w:t>
      </w:r>
    </w:p>
    <w:p w:rsidR="007B2329" w:rsidRDefault="007B2329" w:rsidP="007B2329">
      <w:r>
        <w:t>156.6099</w:t>
      </w:r>
      <w:r>
        <w:tab/>
        <w:t>2.025e0</w:t>
      </w:r>
    </w:p>
    <w:p w:rsidR="007B2329" w:rsidRDefault="007B2329" w:rsidP="007B2329">
      <w:r>
        <w:t>156.6201</w:t>
      </w:r>
      <w:r>
        <w:tab/>
        <w:t>1.013e0</w:t>
      </w:r>
    </w:p>
    <w:p w:rsidR="007B2329" w:rsidRDefault="007B2329" w:rsidP="007B2329">
      <w:r>
        <w:t>156.6309</w:t>
      </w:r>
      <w:r>
        <w:tab/>
        <w:t>5.063e0</w:t>
      </w:r>
    </w:p>
    <w:p w:rsidR="007B2329" w:rsidRDefault="007B2329" w:rsidP="007B2329">
      <w:r>
        <w:t>156.6425</w:t>
      </w:r>
      <w:r>
        <w:tab/>
        <w:t>2.025e0</w:t>
      </w:r>
    </w:p>
    <w:p w:rsidR="007B2329" w:rsidRDefault="007B2329" w:rsidP="007B2329">
      <w:r>
        <w:lastRenderedPageBreak/>
        <w:t>156.6461</w:t>
      </w:r>
      <w:r>
        <w:tab/>
        <w:t>2.025e0</w:t>
      </w:r>
    </w:p>
    <w:p w:rsidR="007B2329" w:rsidRDefault="007B2329" w:rsidP="007B2329">
      <w:r>
        <w:t>156.6563</w:t>
      </w:r>
      <w:r>
        <w:tab/>
        <w:t>1.266e-2</w:t>
      </w:r>
    </w:p>
    <w:p w:rsidR="007B2329" w:rsidRDefault="007B2329" w:rsidP="007B2329">
      <w:r>
        <w:t>156.6664</w:t>
      </w:r>
      <w:r>
        <w:tab/>
        <w:t>2.025e0</w:t>
      </w:r>
    </w:p>
    <w:p w:rsidR="007B2329" w:rsidRDefault="007B2329" w:rsidP="007B2329">
      <w:r>
        <w:t>156.6682</w:t>
      </w:r>
      <w:r>
        <w:tab/>
        <w:t>2.025e0</w:t>
      </w:r>
    </w:p>
    <w:p w:rsidR="007B2329" w:rsidRDefault="007B2329" w:rsidP="007B2329">
      <w:r>
        <w:t>156.6698</w:t>
      </w:r>
      <w:r>
        <w:tab/>
        <w:t>1.013e0</w:t>
      </w:r>
    </w:p>
    <w:p w:rsidR="007B2329" w:rsidRDefault="007B2329" w:rsidP="007B2329">
      <w:r>
        <w:t>156.6732</w:t>
      </w:r>
      <w:r>
        <w:tab/>
        <w:t>2.532e-2</w:t>
      </w:r>
    </w:p>
    <w:p w:rsidR="007B2329" w:rsidRDefault="007B2329" w:rsidP="007B2329">
      <w:r>
        <w:t>156.6817</w:t>
      </w:r>
      <w:r>
        <w:tab/>
        <w:t>2.532e-2</w:t>
      </w:r>
    </w:p>
    <w:p w:rsidR="007B2329" w:rsidRDefault="007B2329" w:rsidP="007B2329">
      <w:r>
        <w:t>156.6929</w:t>
      </w:r>
      <w:r>
        <w:tab/>
        <w:t>1.013e0</w:t>
      </w:r>
    </w:p>
    <w:p w:rsidR="007B2329" w:rsidRDefault="007B2329" w:rsidP="007B2329">
      <w:r>
        <w:t>156.7096</w:t>
      </w:r>
      <w:r>
        <w:tab/>
        <w:t>1.013e0</w:t>
      </w:r>
    </w:p>
    <w:p w:rsidR="007B2329" w:rsidRDefault="007B2329" w:rsidP="007B2329">
      <w:r>
        <w:t>156.7214</w:t>
      </w:r>
      <w:r>
        <w:tab/>
        <w:t>3.051e0</w:t>
      </w:r>
    </w:p>
    <w:p w:rsidR="007B2329" w:rsidRDefault="007B2329" w:rsidP="007B2329">
      <w:r>
        <w:t>156.7230</w:t>
      </w:r>
      <w:r>
        <w:tab/>
        <w:t>1.013e0</w:t>
      </w:r>
    </w:p>
    <w:p w:rsidR="007B2329" w:rsidRDefault="007B2329" w:rsidP="007B2329">
      <w:r>
        <w:t>156.7298</w:t>
      </w:r>
      <w:r>
        <w:tab/>
        <w:t>1.013e0</w:t>
      </w:r>
    </w:p>
    <w:p w:rsidR="007B2329" w:rsidRDefault="007B2329" w:rsidP="007B2329">
      <w:r>
        <w:t>156.7333</w:t>
      </w:r>
      <w:r>
        <w:tab/>
        <w:t>1.013e0</w:t>
      </w:r>
    </w:p>
    <w:p w:rsidR="007B2329" w:rsidRDefault="007B2329" w:rsidP="007B2329">
      <w:r>
        <w:t>156.7494</w:t>
      </w:r>
      <w:r>
        <w:tab/>
        <w:t>1.013e0</w:t>
      </w:r>
    </w:p>
    <w:p w:rsidR="007B2329" w:rsidRDefault="007B2329" w:rsidP="007B2329">
      <w:r>
        <w:t>156.7558</w:t>
      </w:r>
      <w:r>
        <w:tab/>
        <w:t>2.025e0</w:t>
      </w:r>
    </w:p>
    <w:p w:rsidR="007B2329" w:rsidRDefault="007B2329" w:rsidP="007B2329">
      <w:r>
        <w:t>156.7797</w:t>
      </w:r>
      <w:r>
        <w:tab/>
        <w:t>1.013e0</w:t>
      </w:r>
    </w:p>
    <w:p w:rsidR="007B2329" w:rsidRDefault="007B2329" w:rsidP="007B2329">
      <w:r>
        <w:t>156.7921</w:t>
      </w:r>
      <w:r>
        <w:tab/>
        <w:t>3.038e0</w:t>
      </w:r>
    </w:p>
    <w:p w:rsidR="007B2329" w:rsidRDefault="007B2329" w:rsidP="007B2329">
      <w:r>
        <w:t>156.7965</w:t>
      </w:r>
      <w:r>
        <w:tab/>
        <w:t>1.013e0</w:t>
      </w:r>
    </w:p>
    <w:p w:rsidR="007B2329" w:rsidRDefault="007B2329" w:rsidP="007B2329">
      <w:r>
        <w:t>156.7995</w:t>
      </w:r>
      <w:r>
        <w:tab/>
        <w:t>1.013e0</w:t>
      </w:r>
    </w:p>
    <w:p w:rsidR="007B2329" w:rsidRDefault="007B2329" w:rsidP="007B2329">
      <w:r>
        <w:lastRenderedPageBreak/>
        <w:t>156.8011</w:t>
      </w:r>
      <w:r>
        <w:tab/>
        <w:t>1.025e0</w:t>
      </w:r>
    </w:p>
    <w:p w:rsidR="007B2329" w:rsidRDefault="007B2329" w:rsidP="007B2329">
      <w:r>
        <w:t>156.8027</w:t>
      </w:r>
      <w:r>
        <w:tab/>
        <w:t>1.013e0</w:t>
      </w:r>
    </w:p>
    <w:p w:rsidR="007B2329" w:rsidRDefault="007B2329" w:rsidP="007B2329">
      <w:r>
        <w:t>156.8058</w:t>
      </w:r>
      <w:r>
        <w:tab/>
        <w:t>1.013e0</w:t>
      </w:r>
    </w:p>
    <w:p w:rsidR="007B2329" w:rsidRDefault="007B2329" w:rsidP="007B2329">
      <w:r>
        <w:t>156.8126</w:t>
      </w:r>
      <w:r>
        <w:tab/>
        <w:t>1.013e0</w:t>
      </w:r>
    </w:p>
    <w:p w:rsidR="007B2329" w:rsidRDefault="007B2329" w:rsidP="007B2329">
      <w:r>
        <w:t>156.8363</w:t>
      </w:r>
      <w:r>
        <w:tab/>
        <w:t>1.013e0</w:t>
      </w:r>
    </w:p>
    <w:p w:rsidR="007B2329" w:rsidRDefault="007B2329" w:rsidP="007B2329">
      <w:r>
        <w:t>156.8397</w:t>
      </w:r>
      <w:r>
        <w:tab/>
        <w:t>1.013e0</w:t>
      </w:r>
    </w:p>
    <w:p w:rsidR="007B2329" w:rsidRDefault="007B2329" w:rsidP="007B2329">
      <w:r>
        <w:t>156.8500</w:t>
      </w:r>
      <w:r>
        <w:tab/>
        <w:t>2.025e0</w:t>
      </w:r>
    </w:p>
    <w:p w:rsidR="007B2329" w:rsidRDefault="007B2329" w:rsidP="007B2329">
      <w:r>
        <w:t>156.8529</w:t>
      </w:r>
      <w:r>
        <w:tab/>
        <w:t>1.013e0</w:t>
      </w:r>
    </w:p>
    <w:p w:rsidR="007B2329" w:rsidRDefault="007B2329" w:rsidP="007B2329">
      <w:r>
        <w:t>156.8544</w:t>
      </w:r>
      <w:r>
        <w:tab/>
        <w:t>2.025e0</w:t>
      </w:r>
    </w:p>
    <w:p w:rsidR="007B2329" w:rsidRDefault="007B2329" w:rsidP="007B2329">
      <w:r>
        <w:t>156.8725</w:t>
      </w:r>
      <w:r>
        <w:tab/>
        <w:t>2.025e0</w:t>
      </w:r>
    </w:p>
    <w:p w:rsidR="007B2329" w:rsidRDefault="007B2329" w:rsidP="007B2329">
      <w:r>
        <w:t>156.8760</w:t>
      </w:r>
      <w:r>
        <w:tab/>
        <w:t>1.013e0</w:t>
      </w:r>
    </w:p>
    <w:p w:rsidR="007B2329" w:rsidRDefault="007B2329" w:rsidP="007B2329">
      <w:r>
        <w:t>156.8777</w:t>
      </w:r>
      <w:r>
        <w:tab/>
        <w:t>2.025e0</w:t>
      </w:r>
    </w:p>
    <w:p w:rsidR="007B2329" w:rsidRDefault="007B2329" w:rsidP="007B2329">
      <w:r>
        <w:t>156.8794</w:t>
      </w:r>
      <w:r>
        <w:tab/>
        <w:t>2.025e0</w:t>
      </w:r>
    </w:p>
    <w:p w:rsidR="007B2329" w:rsidRDefault="007B2329" w:rsidP="007B2329">
      <w:r>
        <w:t>156.8895</w:t>
      </w:r>
      <w:r>
        <w:tab/>
        <w:t>1.266e-2</w:t>
      </w:r>
    </w:p>
    <w:p w:rsidR="007B2329" w:rsidRDefault="007B2329" w:rsidP="007B2329">
      <w:r>
        <w:t>156.9030</w:t>
      </w:r>
      <w:r>
        <w:tab/>
        <w:t>1.013e0</w:t>
      </w:r>
    </w:p>
    <w:p w:rsidR="007B2329" w:rsidRDefault="007B2329" w:rsidP="007B2329">
      <w:r>
        <w:t>156.9125</w:t>
      </w:r>
      <w:r>
        <w:tab/>
        <w:t>1.025e0</w:t>
      </w:r>
    </w:p>
    <w:p w:rsidR="007B2329" w:rsidRDefault="007B2329" w:rsidP="007B2329">
      <w:r>
        <w:t>156.9156</w:t>
      </w:r>
      <w:r>
        <w:tab/>
        <w:t>1.025e0</w:t>
      </w:r>
    </w:p>
    <w:p w:rsidR="007B2329" w:rsidRDefault="007B2329" w:rsidP="007B2329">
      <w:r>
        <w:t>156.9292</w:t>
      </w:r>
      <w:r>
        <w:tab/>
        <w:t>2.025e0</w:t>
      </w:r>
    </w:p>
    <w:p w:rsidR="007B2329" w:rsidRDefault="007B2329" w:rsidP="007B2329">
      <w:r>
        <w:t>156.9360</w:t>
      </w:r>
      <w:r>
        <w:tab/>
        <w:t>1.013e0</w:t>
      </w:r>
    </w:p>
    <w:p w:rsidR="007B2329" w:rsidRDefault="007B2329" w:rsidP="007B2329">
      <w:r>
        <w:lastRenderedPageBreak/>
        <w:t>156.9496</w:t>
      </w:r>
      <w:r>
        <w:tab/>
        <w:t>5.063e0</w:t>
      </w:r>
    </w:p>
    <w:p w:rsidR="007B2329" w:rsidRDefault="007B2329" w:rsidP="007B2329">
      <w:r>
        <w:t>156.9530</w:t>
      </w:r>
      <w:r>
        <w:tab/>
        <w:t>1.266e-2</w:t>
      </w:r>
    </w:p>
    <w:p w:rsidR="007B2329" w:rsidRDefault="007B2329" w:rsidP="007B2329">
      <w:r>
        <w:t>156.9595</w:t>
      </w:r>
      <w:r>
        <w:tab/>
        <w:t>1.013e0</w:t>
      </w:r>
    </w:p>
    <w:p w:rsidR="007B2329" w:rsidRDefault="007B2329" w:rsidP="007B2329">
      <w:r>
        <w:t>156.9614</w:t>
      </w:r>
      <w:r>
        <w:tab/>
        <w:t>2.025e0</w:t>
      </w:r>
    </w:p>
    <w:p w:rsidR="007B2329" w:rsidRDefault="007B2329" w:rsidP="007B2329">
      <w:r>
        <w:t>156.9658</w:t>
      </w:r>
      <w:r>
        <w:tab/>
        <w:t>1.013e0</w:t>
      </w:r>
    </w:p>
    <w:p w:rsidR="007B2329" w:rsidRDefault="007B2329" w:rsidP="007B2329">
      <w:r>
        <w:t>156.9892</w:t>
      </w:r>
      <w:r>
        <w:tab/>
        <w:t>2.025e0</w:t>
      </w:r>
    </w:p>
    <w:p w:rsidR="007B2329" w:rsidRDefault="007B2329" w:rsidP="007B2329">
      <w:r>
        <w:t>156.9960</w:t>
      </w:r>
      <w:r>
        <w:tab/>
        <w:t>1.266e-2</w:t>
      </w:r>
    </w:p>
    <w:p w:rsidR="007B2329" w:rsidRDefault="007B2329" w:rsidP="007B2329">
      <w:r>
        <w:t>157.0028</w:t>
      </w:r>
      <w:r>
        <w:tab/>
        <w:t>1.013e0</w:t>
      </w:r>
    </w:p>
    <w:p w:rsidR="007B2329" w:rsidRDefault="007B2329" w:rsidP="007B2329">
      <w:r>
        <w:t>157.0045</w:t>
      </w:r>
      <w:r>
        <w:tab/>
        <w:t>2.025e0</w:t>
      </w:r>
    </w:p>
    <w:p w:rsidR="007B2329" w:rsidRDefault="007B2329" w:rsidP="007B2329">
      <w:r>
        <w:t>157.0340</w:t>
      </w:r>
      <w:r>
        <w:tab/>
        <w:t>4.634e1</w:t>
      </w:r>
    </w:p>
    <w:p w:rsidR="007B2329" w:rsidRDefault="007B2329" w:rsidP="007B2329">
      <w:r>
        <w:t>157.0365</w:t>
      </w:r>
      <w:r>
        <w:tab/>
        <w:t>1.394e2</w:t>
      </w:r>
    </w:p>
    <w:p w:rsidR="007B2329" w:rsidRDefault="007B2329" w:rsidP="007B2329">
      <w:r>
        <w:t>157.0757</w:t>
      </w:r>
      <w:r>
        <w:tab/>
        <w:t>1.013e0</w:t>
      </w:r>
    </w:p>
    <w:p w:rsidR="007B2329" w:rsidRDefault="007B2329" w:rsidP="007B2329">
      <w:r>
        <w:t>157.0933</w:t>
      </w:r>
      <w:r>
        <w:tab/>
        <w:t>1.251e1</w:t>
      </w:r>
    </w:p>
    <w:p w:rsidR="007B2329" w:rsidRDefault="007B2329" w:rsidP="007B2329">
      <w:r>
        <w:t>157.0946</w:t>
      </w:r>
      <w:r>
        <w:tab/>
        <w:t>5.063e0</w:t>
      </w:r>
    </w:p>
    <w:p w:rsidR="007B2329" w:rsidRDefault="007B2329" w:rsidP="007B2329">
      <w:r>
        <w:t>157.0958</w:t>
      </w:r>
      <w:r>
        <w:tab/>
        <w:t>2.025e0</w:t>
      </w:r>
    </w:p>
    <w:p w:rsidR="007B2329" w:rsidRDefault="007B2329" w:rsidP="007B2329">
      <w:r>
        <w:t>157.1026</w:t>
      </w:r>
      <w:r>
        <w:tab/>
        <w:t>2.532e-2</w:t>
      </w:r>
    </w:p>
    <w:p w:rsidR="007B2329" w:rsidRDefault="007B2329" w:rsidP="007B2329">
      <w:r>
        <w:t>157.1144</w:t>
      </w:r>
      <w:r>
        <w:tab/>
        <w:t>2.025e0</w:t>
      </w:r>
    </w:p>
    <w:p w:rsidR="007B2329" w:rsidRDefault="007B2329" w:rsidP="007B2329">
      <w:r>
        <w:t>157.1196</w:t>
      </w:r>
      <w:r>
        <w:tab/>
        <w:t>1.013e0</w:t>
      </w:r>
    </w:p>
    <w:p w:rsidR="007B2329" w:rsidRDefault="007B2329" w:rsidP="007B2329">
      <w:r>
        <w:t>157.1212</w:t>
      </w:r>
      <w:r>
        <w:tab/>
        <w:t>2.025e0</w:t>
      </w:r>
    </w:p>
    <w:p w:rsidR="007B2329" w:rsidRDefault="007B2329" w:rsidP="007B2329">
      <w:r>
        <w:lastRenderedPageBreak/>
        <w:t>157.1291</w:t>
      </w:r>
      <w:r>
        <w:tab/>
        <w:t>1.266e-2</w:t>
      </w:r>
    </w:p>
    <w:p w:rsidR="007B2329" w:rsidRDefault="007B2329" w:rsidP="007B2329">
      <w:r>
        <w:t>157.1315</w:t>
      </w:r>
      <w:r>
        <w:tab/>
        <w:t>4.939e0</w:t>
      </w:r>
    </w:p>
    <w:p w:rsidR="007B2329" w:rsidRDefault="007B2329" w:rsidP="007B2329">
      <w:r>
        <w:t>157.1354</w:t>
      </w:r>
      <w:r>
        <w:tab/>
        <w:t>1.013e0</w:t>
      </w:r>
    </w:p>
    <w:p w:rsidR="007B2329" w:rsidRDefault="007B2329" w:rsidP="007B2329">
      <w:r>
        <w:t>157.1388</w:t>
      </w:r>
      <w:r>
        <w:tab/>
        <w:t>1.013e0</w:t>
      </w:r>
    </w:p>
    <w:p w:rsidR="007B2329" w:rsidRDefault="007B2329" w:rsidP="007B2329">
      <w:r>
        <w:t>157.1422</w:t>
      </w:r>
      <w:r>
        <w:tab/>
        <w:t>3.038e0</w:t>
      </w:r>
    </w:p>
    <w:p w:rsidR="007B2329" w:rsidRDefault="007B2329" w:rsidP="007B2329">
      <w:r>
        <w:t>157.1457</w:t>
      </w:r>
      <w:r>
        <w:tab/>
        <w:t>2.025e0</w:t>
      </w:r>
    </w:p>
    <w:p w:rsidR="007B2329" w:rsidRDefault="007B2329" w:rsidP="007B2329">
      <w:r>
        <w:t>157.1490</w:t>
      </w:r>
      <w:r>
        <w:tab/>
        <w:t>1.013e0</w:t>
      </w:r>
    </w:p>
    <w:p w:rsidR="007B2329" w:rsidRDefault="007B2329" w:rsidP="007B2329">
      <w:r>
        <w:t>157.1525</w:t>
      </w:r>
      <w:r>
        <w:tab/>
        <w:t>2.025e0</w:t>
      </w:r>
    </w:p>
    <w:p w:rsidR="007B2329" w:rsidRDefault="007B2329" w:rsidP="007B2329">
      <w:r>
        <w:t>157.1762</w:t>
      </w:r>
      <w:r>
        <w:tab/>
        <w:t>1.013e0</w:t>
      </w:r>
    </w:p>
    <w:p w:rsidR="007B2329" w:rsidRDefault="007B2329" w:rsidP="007B2329">
      <w:r>
        <w:t>157.1808</w:t>
      </w:r>
      <w:r>
        <w:tab/>
        <w:t>3.038e0</w:t>
      </w:r>
    </w:p>
    <w:p w:rsidR="007B2329" w:rsidRDefault="007B2329" w:rsidP="007B2329">
      <w:r>
        <w:t>157.1857</w:t>
      </w:r>
      <w:r>
        <w:tab/>
        <w:t>1.266e-2</w:t>
      </w:r>
    </w:p>
    <w:p w:rsidR="007B2329" w:rsidRDefault="007B2329" w:rsidP="007B2329">
      <w:r>
        <w:t>157.2057</w:t>
      </w:r>
      <w:r>
        <w:tab/>
        <w:t>1.025e0</w:t>
      </w:r>
    </w:p>
    <w:p w:rsidR="007B2329" w:rsidRDefault="007B2329" w:rsidP="007B2329">
      <w:r>
        <w:t>157.2091</w:t>
      </w:r>
      <w:r>
        <w:tab/>
        <w:t>2.025e0</w:t>
      </w:r>
    </w:p>
    <w:p w:rsidR="007B2329" w:rsidRDefault="007B2329" w:rsidP="007B2329">
      <w:r>
        <w:t>157.2228</w:t>
      </w:r>
      <w:r>
        <w:tab/>
        <w:t>2.025e0</w:t>
      </w:r>
    </w:p>
    <w:p w:rsidR="007B2329" w:rsidRDefault="007B2329" w:rsidP="007B2329">
      <w:r>
        <w:t>157.2245</w:t>
      </w:r>
      <w:r>
        <w:tab/>
        <w:t>2.025e0</w:t>
      </w:r>
    </w:p>
    <w:p w:rsidR="007B2329" w:rsidRDefault="007B2329" w:rsidP="007B2329">
      <w:r>
        <w:t>157.2261</w:t>
      </w:r>
      <w:r>
        <w:tab/>
        <w:t>1.013e0</w:t>
      </w:r>
    </w:p>
    <w:p w:rsidR="007B2329" w:rsidRDefault="007B2329" w:rsidP="007B2329">
      <w:r>
        <w:t>157.2328</w:t>
      </w:r>
      <w:r>
        <w:tab/>
        <w:t>1.013e0</w:t>
      </w:r>
    </w:p>
    <w:p w:rsidR="007B2329" w:rsidRDefault="007B2329" w:rsidP="007B2329">
      <w:r>
        <w:t>157.2406</w:t>
      </w:r>
      <w:r>
        <w:tab/>
        <w:t>2.025e0</w:t>
      </w:r>
    </w:p>
    <w:p w:rsidR="007B2329" w:rsidRDefault="007B2329" w:rsidP="007B2329">
      <w:r>
        <w:t>157.2420</w:t>
      </w:r>
      <w:r>
        <w:tab/>
        <w:t>2.025e0</w:t>
      </w:r>
    </w:p>
    <w:p w:rsidR="007B2329" w:rsidRDefault="007B2329" w:rsidP="007B2329">
      <w:r>
        <w:lastRenderedPageBreak/>
        <w:t>157.2487</w:t>
      </w:r>
      <w:r>
        <w:tab/>
        <w:t>1.013e0</w:t>
      </w:r>
    </w:p>
    <w:p w:rsidR="007B2329" w:rsidRDefault="007B2329" w:rsidP="007B2329">
      <w:r>
        <w:t>157.2539</w:t>
      </w:r>
      <w:r>
        <w:tab/>
        <w:t>2.025e0</w:t>
      </w:r>
    </w:p>
    <w:p w:rsidR="007B2329" w:rsidRDefault="007B2329" w:rsidP="007B2329">
      <w:r>
        <w:t>157.2658</w:t>
      </w:r>
      <w:r>
        <w:tab/>
        <w:t>1.013e0</w:t>
      </w:r>
    </w:p>
    <w:p w:rsidR="007B2329" w:rsidRDefault="007B2329" w:rsidP="007B2329">
      <w:r>
        <w:t>157.2675</w:t>
      </w:r>
      <w:r>
        <w:tab/>
        <w:t>1.025e0</w:t>
      </w:r>
    </w:p>
    <w:p w:rsidR="007B2329" w:rsidRDefault="007B2329" w:rsidP="007B2329">
      <w:r>
        <w:t>157.2692</w:t>
      </w:r>
      <w:r>
        <w:tab/>
        <w:t>3.038e0</w:t>
      </w:r>
    </w:p>
    <w:p w:rsidR="007B2329" w:rsidRDefault="007B2329" w:rsidP="007B2329">
      <w:r>
        <w:t>157.2862</w:t>
      </w:r>
      <w:r>
        <w:tab/>
        <w:t>1.013e0</w:t>
      </w:r>
    </w:p>
    <w:p w:rsidR="007B2329" w:rsidRDefault="007B2329" w:rsidP="007B2329">
      <w:r>
        <w:t>157.2894</w:t>
      </w:r>
      <w:r>
        <w:tab/>
        <w:t>1.266e-2</w:t>
      </w:r>
    </w:p>
    <w:p w:rsidR="007B2329" w:rsidRDefault="007B2329" w:rsidP="007B2329">
      <w:r>
        <w:t>157.3005</w:t>
      </w:r>
      <w:r>
        <w:tab/>
        <w:t>2.025e0</w:t>
      </w:r>
    </w:p>
    <w:p w:rsidR="007B2329" w:rsidRDefault="007B2329" w:rsidP="007B2329">
      <w:r>
        <w:t>157.3089</w:t>
      </w:r>
      <w:r>
        <w:tab/>
        <w:t>4.051e0</w:t>
      </w:r>
    </w:p>
    <w:p w:rsidR="007B2329" w:rsidRDefault="007B2329" w:rsidP="007B2329">
      <w:r>
        <w:t>157.3191</w:t>
      </w:r>
      <w:r>
        <w:tab/>
        <w:t>1.013e0</w:t>
      </w:r>
    </w:p>
    <w:p w:rsidR="007B2329" w:rsidRDefault="007B2329" w:rsidP="007B2329">
      <w:r>
        <w:t>157.3360</w:t>
      </w:r>
      <w:r>
        <w:tab/>
        <w:t>1.013e0</w:t>
      </w:r>
    </w:p>
    <w:p w:rsidR="007B2329" w:rsidRDefault="007B2329" w:rsidP="007B2329">
      <w:r>
        <w:t>157.3395</w:t>
      </w:r>
      <w:r>
        <w:tab/>
        <w:t>1.013e0</w:t>
      </w:r>
    </w:p>
    <w:p w:rsidR="007B2329" w:rsidRDefault="007B2329" w:rsidP="007B2329">
      <w:r>
        <w:t>157.3428</w:t>
      </w:r>
      <w:r>
        <w:tab/>
        <w:t>1.013e0</w:t>
      </w:r>
    </w:p>
    <w:p w:rsidR="007B2329" w:rsidRDefault="007B2329" w:rsidP="007B2329">
      <w:r>
        <w:t>157.3522</w:t>
      </w:r>
      <w:r>
        <w:tab/>
        <w:t>2.025e0</w:t>
      </w:r>
    </w:p>
    <w:p w:rsidR="007B2329" w:rsidRDefault="007B2329" w:rsidP="007B2329">
      <w:r>
        <w:t>157.3554</w:t>
      </w:r>
      <w:r>
        <w:tab/>
        <w:t>1.013e0</w:t>
      </w:r>
    </w:p>
    <w:p w:rsidR="007B2329" w:rsidRDefault="007B2329" w:rsidP="007B2329">
      <w:r>
        <w:t>157.3731</w:t>
      </w:r>
      <w:r>
        <w:tab/>
        <w:t>4.051e0</w:t>
      </w:r>
    </w:p>
    <w:p w:rsidR="007B2329" w:rsidRDefault="007B2329" w:rsidP="007B2329">
      <w:r>
        <w:t>157.3792</w:t>
      </w:r>
      <w:r>
        <w:tab/>
        <w:t>2.025e0</w:t>
      </w:r>
    </w:p>
    <w:p w:rsidR="007B2329" w:rsidRDefault="007B2329" w:rsidP="007B2329">
      <w:r>
        <w:t>157.3826</w:t>
      </w:r>
      <w:r>
        <w:tab/>
        <w:t>2.025e0</w:t>
      </w:r>
    </w:p>
    <w:p w:rsidR="007B2329" w:rsidRDefault="007B2329" w:rsidP="007B2329">
      <w:r>
        <w:t>157.3860</w:t>
      </w:r>
      <w:r>
        <w:tab/>
        <w:t>2.025e0</w:t>
      </w:r>
    </w:p>
    <w:p w:rsidR="007B2329" w:rsidRDefault="007B2329" w:rsidP="007B2329">
      <w:r>
        <w:lastRenderedPageBreak/>
        <w:t>157.3982</w:t>
      </w:r>
      <w:r>
        <w:tab/>
        <w:t>2.025e0</w:t>
      </w:r>
    </w:p>
    <w:p w:rsidR="007B2329" w:rsidRDefault="007B2329" w:rsidP="007B2329">
      <w:r>
        <w:t>157.4058</w:t>
      </w:r>
      <w:r>
        <w:tab/>
        <w:t>1.266e-2</w:t>
      </w:r>
    </w:p>
    <w:p w:rsidR="007B2329" w:rsidRDefault="007B2329" w:rsidP="007B2329">
      <w:r>
        <w:t>157.4089</w:t>
      </w:r>
      <w:r>
        <w:tab/>
        <w:t>1.013e0</w:t>
      </w:r>
    </w:p>
    <w:p w:rsidR="007B2329" w:rsidRDefault="007B2329" w:rsidP="007B2329">
      <w:r>
        <w:t>157.4206</w:t>
      </w:r>
      <w:r>
        <w:tab/>
        <w:t>1.025e0</w:t>
      </w:r>
    </w:p>
    <w:p w:rsidR="007B2329" w:rsidRDefault="007B2329" w:rsidP="007B2329">
      <w:r>
        <w:t>157.4291</w:t>
      </w:r>
      <w:r>
        <w:tab/>
        <w:t>2.025e0</w:t>
      </w:r>
    </w:p>
    <w:p w:rsidR="007B2329" w:rsidRDefault="007B2329" w:rsidP="007B2329">
      <w:r>
        <w:t>157.4359</w:t>
      </w:r>
      <w:r>
        <w:tab/>
        <w:t>1.266e-2</w:t>
      </w:r>
    </w:p>
    <w:p w:rsidR="007B2329" w:rsidRDefault="007B2329" w:rsidP="007B2329">
      <w:r>
        <w:t>157.4393</w:t>
      </w:r>
      <w:r>
        <w:tab/>
        <w:t>1.013e0</w:t>
      </w:r>
    </w:p>
    <w:p w:rsidR="007B2329" w:rsidRDefault="007B2329" w:rsidP="007B2329">
      <w:r>
        <w:t>157.4529</w:t>
      </w:r>
      <w:r>
        <w:tab/>
        <w:t>1.266e-2</w:t>
      </w:r>
    </w:p>
    <w:p w:rsidR="007B2329" w:rsidRDefault="007B2329" w:rsidP="007B2329">
      <w:r>
        <w:t>157.4592</w:t>
      </w:r>
      <w:r>
        <w:tab/>
        <w:t>1.013e0</w:t>
      </w:r>
    </w:p>
    <w:p w:rsidR="007B2329" w:rsidRDefault="007B2329" w:rsidP="007B2329">
      <w:r>
        <w:t>157.4624</w:t>
      </w:r>
      <w:r>
        <w:tab/>
        <w:t>1.013e0</w:t>
      </w:r>
    </w:p>
    <w:p w:rsidR="007B2329" w:rsidRDefault="007B2329" w:rsidP="007B2329">
      <w:r>
        <w:t>157.4722</w:t>
      </w:r>
      <w:r>
        <w:tab/>
        <w:t>1.013e0</w:t>
      </w:r>
    </w:p>
    <w:p w:rsidR="007B2329" w:rsidRDefault="007B2329" w:rsidP="007B2329">
      <w:r>
        <w:t>157.4858</w:t>
      </w:r>
      <w:r>
        <w:tab/>
        <w:t>2.038e0</w:t>
      </w:r>
    </w:p>
    <w:p w:rsidR="007B2329" w:rsidRDefault="007B2329" w:rsidP="007B2329">
      <w:r>
        <w:t>157.4926</w:t>
      </w:r>
      <w:r>
        <w:tab/>
        <w:t>1.013e0</w:t>
      </w:r>
    </w:p>
    <w:p w:rsidR="007B2329" w:rsidRDefault="007B2329" w:rsidP="007B2329">
      <w:r>
        <w:t>157.4994</w:t>
      </w:r>
      <w:r>
        <w:tab/>
        <w:t>1.013e0</w:t>
      </w:r>
    </w:p>
    <w:p w:rsidR="007B2329" w:rsidRDefault="007B2329" w:rsidP="007B2329">
      <w:r>
        <w:t>157.5174</w:t>
      </w:r>
      <w:r>
        <w:tab/>
        <w:t>1.025e0</w:t>
      </w:r>
    </w:p>
    <w:p w:rsidR="007B2329" w:rsidRDefault="007B2329" w:rsidP="007B2329">
      <w:r>
        <w:t>157.5190</w:t>
      </w:r>
      <w:r>
        <w:tab/>
        <w:t>1.013e0</w:t>
      </w:r>
    </w:p>
    <w:p w:rsidR="007B2329" w:rsidRDefault="007B2329" w:rsidP="007B2329">
      <w:r>
        <w:t>157.5255</w:t>
      </w:r>
      <w:r>
        <w:tab/>
        <w:t>1.013e0</w:t>
      </w:r>
    </w:p>
    <w:p w:rsidR="007B2329" w:rsidRDefault="007B2329" w:rsidP="007B2329">
      <w:r>
        <w:t>157.5374</w:t>
      </w:r>
      <w:r>
        <w:tab/>
        <w:t>2.025e0</w:t>
      </w:r>
    </w:p>
    <w:p w:rsidR="007B2329" w:rsidRDefault="007B2329" w:rsidP="007B2329">
      <w:r>
        <w:t>157.5527</w:t>
      </w:r>
      <w:r>
        <w:tab/>
        <w:t>1.013e0</w:t>
      </w:r>
    </w:p>
    <w:p w:rsidR="007B2329" w:rsidRDefault="007B2329" w:rsidP="007B2329">
      <w:r>
        <w:lastRenderedPageBreak/>
        <w:t>157.5579</w:t>
      </w:r>
      <w:r>
        <w:tab/>
        <w:t>2.025e0</w:t>
      </w:r>
    </w:p>
    <w:p w:rsidR="007B2329" w:rsidRDefault="007B2329" w:rsidP="007B2329">
      <w:r>
        <w:t>157.5595</w:t>
      </w:r>
      <w:r>
        <w:tab/>
        <w:t>1.266e-2</w:t>
      </w:r>
    </w:p>
    <w:p w:rsidR="007B2329" w:rsidRDefault="007B2329" w:rsidP="007B2329">
      <w:r>
        <w:t>157.5725</w:t>
      </w:r>
      <w:r>
        <w:tab/>
        <w:t>1.013e0</w:t>
      </w:r>
    </w:p>
    <w:p w:rsidR="007B2329" w:rsidRDefault="007B2329" w:rsidP="007B2329">
      <w:r>
        <w:t>157.5789</w:t>
      </w:r>
      <w:r>
        <w:tab/>
        <w:t>1.013e0</w:t>
      </w:r>
    </w:p>
    <w:p w:rsidR="007B2329" w:rsidRDefault="007B2329" w:rsidP="007B2329">
      <w:r>
        <w:t>157.5821</w:t>
      </w:r>
      <w:r>
        <w:tab/>
        <w:t>3.038e0</w:t>
      </w:r>
    </w:p>
    <w:p w:rsidR="007B2329" w:rsidRDefault="007B2329" w:rsidP="007B2329">
      <w:r>
        <w:t>157.6060</w:t>
      </w:r>
      <w:r>
        <w:tab/>
        <w:t>1.013e0</w:t>
      </w:r>
    </w:p>
    <w:p w:rsidR="007B2329" w:rsidRDefault="007B2329" w:rsidP="007B2329">
      <w:r>
        <w:t>157.6163</w:t>
      </w:r>
      <w:r>
        <w:tab/>
        <w:t>1.013e0</w:t>
      </w:r>
    </w:p>
    <w:p w:rsidR="007B2329" w:rsidRDefault="007B2329" w:rsidP="007B2329">
      <w:r>
        <w:t>157.6197</w:t>
      </w:r>
      <w:r>
        <w:tab/>
        <w:t>1.013e0</w:t>
      </w:r>
    </w:p>
    <w:p w:rsidR="007B2329" w:rsidRDefault="007B2329" w:rsidP="007B2329">
      <w:r>
        <w:t>157.6262</w:t>
      </w:r>
      <w:r>
        <w:tab/>
        <w:t>1.013e0</w:t>
      </w:r>
    </w:p>
    <w:p w:rsidR="007B2329" w:rsidRDefault="007B2329" w:rsidP="007B2329">
      <w:r>
        <w:t>157.6356</w:t>
      </w:r>
      <w:r>
        <w:tab/>
        <w:t>1.013e0</w:t>
      </w:r>
    </w:p>
    <w:p w:rsidR="007B2329" w:rsidRDefault="007B2329" w:rsidP="007B2329">
      <w:r>
        <w:t>157.6458</w:t>
      </w:r>
      <w:r>
        <w:tab/>
        <w:t>1.025e0</w:t>
      </w:r>
    </w:p>
    <w:p w:rsidR="007B2329" w:rsidRDefault="007B2329" w:rsidP="007B2329">
      <w:r>
        <w:t>157.6628</w:t>
      </w:r>
      <w:r>
        <w:tab/>
        <w:t>1.013e0</w:t>
      </w:r>
    </w:p>
    <w:p w:rsidR="007B2329" w:rsidRDefault="007B2329" w:rsidP="007B2329">
      <w:r>
        <w:t>157.6645</w:t>
      </w:r>
      <w:r>
        <w:tab/>
        <w:t>2.025e0</w:t>
      </w:r>
    </w:p>
    <w:p w:rsidR="007B2329" w:rsidRDefault="007B2329" w:rsidP="007B2329">
      <w:r>
        <w:t>157.6661</w:t>
      </w:r>
      <w:r>
        <w:tab/>
        <w:t>1.013e0</w:t>
      </w:r>
    </w:p>
    <w:p w:rsidR="007B2329" w:rsidRDefault="007B2329" w:rsidP="007B2329">
      <w:r>
        <w:t>157.6764</w:t>
      </w:r>
      <w:r>
        <w:tab/>
        <w:t>1.018e0</w:t>
      </w:r>
    </w:p>
    <w:p w:rsidR="007B2329" w:rsidRDefault="007B2329" w:rsidP="007B2329">
      <w:r>
        <w:t>157.6780</w:t>
      </w:r>
      <w:r>
        <w:tab/>
        <w:t>1.025e0</w:t>
      </w:r>
    </w:p>
    <w:p w:rsidR="007B2329" w:rsidRDefault="007B2329" w:rsidP="007B2329">
      <w:r>
        <w:t>157.6829</w:t>
      </w:r>
      <w:r>
        <w:tab/>
        <w:t>2.025e0</w:t>
      </w:r>
    </w:p>
    <w:p w:rsidR="007B2329" w:rsidRDefault="007B2329" w:rsidP="007B2329">
      <w:r>
        <w:t>157.6860</w:t>
      </w:r>
      <w:r>
        <w:tab/>
        <w:t>3.038e0</w:t>
      </w:r>
    </w:p>
    <w:p w:rsidR="007B2329" w:rsidRDefault="007B2329" w:rsidP="007B2329">
      <w:r>
        <w:t>157.6922</w:t>
      </w:r>
      <w:r>
        <w:tab/>
        <w:t>2.025e0</w:t>
      </w:r>
    </w:p>
    <w:p w:rsidR="007B2329" w:rsidRDefault="007B2329" w:rsidP="007B2329">
      <w:r>
        <w:lastRenderedPageBreak/>
        <w:t>157.6957</w:t>
      </w:r>
      <w:r>
        <w:tab/>
        <w:t>1.077e0</w:t>
      </w:r>
    </w:p>
    <w:p w:rsidR="007B2329" w:rsidRDefault="007B2329" w:rsidP="007B2329">
      <w:r>
        <w:t>157.7042</w:t>
      </w:r>
      <w:r>
        <w:tab/>
        <w:t>1.025e0</w:t>
      </w:r>
    </w:p>
    <w:p w:rsidR="007B2329" w:rsidRDefault="007B2329" w:rsidP="007B2329">
      <w:r>
        <w:t>157.7094</w:t>
      </w:r>
      <w:r>
        <w:tab/>
        <w:t>1.013e0</w:t>
      </w:r>
    </w:p>
    <w:p w:rsidR="007B2329" w:rsidRDefault="007B2329" w:rsidP="007B2329">
      <w:r>
        <w:t>157.7195</w:t>
      </w:r>
      <w:r>
        <w:tab/>
        <w:t>2.025e0</w:t>
      </w:r>
    </w:p>
    <w:p w:rsidR="007B2329" w:rsidRDefault="007B2329" w:rsidP="007B2329">
      <w:r>
        <w:t>157.7229</w:t>
      </w:r>
      <w:r>
        <w:tab/>
        <w:t>1.266e-2</w:t>
      </w:r>
    </w:p>
    <w:p w:rsidR="007B2329" w:rsidRDefault="007B2329" w:rsidP="007B2329">
      <w:r>
        <w:t>157.7364</w:t>
      </w:r>
      <w:r>
        <w:tab/>
        <w:t>1.013e0</w:t>
      </w:r>
    </w:p>
    <w:p w:rsidR="007B2329" w:rsidRDefault="007B2329" w:rsidP="007B2329">
      <w:r>
        <w:t>157.7438</w:t>
      </w:r>
      <w:r>
        <w:tab/>
        <w:t>2.025e0</w:t>
      </w:r>
    </w:p>
    <w:p w:rsidR="007B2329" w:rsidRDefault="007B2329" w:rsidP="007B2329">
      <w:r>
        <w:t>157.7458</w:t>
      </w:r>
      <w:r>
        <w:tab/>
        <w:t>1.013e0</w:t>
      </w:r>
    </w:p>
    <w:p w:rsidR="007B2329" w:rsidRDefault="007B2329" w:rsidP="007B2329">
      <w:r>
        <w:t>157.7489</w:t>
      </w:r>
      <w:r>
        <w:tab/>
        <w:t>2.532e-2</w:t>
      </w:r>
    </w:p>
    <w:p w:rsidR="007B2329" w:rsidRDefault="007B2329" w:rsidP="007B2329">
      <w:r>
        <w:t>157.7593</w:t>
      </w:r>
      <w:r>
        <w:tab/>
        <w:t>1.013e0</w:t>
      </w:r>
    </w:p>
    <w:p w:rsidR="007B2329" w:rsidRDefault="007B2329" w:rsidP="007B2329">
      <w:r>
        <w:t>157.7796</w:t>
      </w:r>
      <w:r>
        <w:tab/>
        <w:t>1.013e0</w:t>
      </w:r>
    </w:p>
    <w:p w:rsidR="007B2329" w:rsidRDefault="007B2329" w:rsidP="007B2329">
      <w:r>
        <w:t>157.7932</w:t>
      </w:r>
      <w:r>
        <w:tab/>
        <w:t>1.013e0</w:t>
      </w:r>
    </w:p>
    <w:p w:rsidR="007B2329" w:rsidRDefault="007B2329" w:rsidP="007B2329">
      <w:r>
        <w:t>157.7993</w:t>
      </w:r>
      <w:r>
        <w:tab/>
        <w:t>3.038e0</w:t>
      </w:r>
    </w:p>
    <w:p w:rsidR="007B2329" w:rsidRDefault="007B2329" w:rsidP="007B2329">
      <w:r>
        <w:t>157.8026</w:t>
      </w:r>
      <w:r>
        <w:tab/>
        <w:t>1.266e-2</w:t>
      </w:r>
    </w:p>
    <w:p w:rsidR="007B2329" w:rsidRDefault="007B2329" w:rsidP="007B2329">
      <w:r>
        <w:t>157.8160</w:t>
      </w:r>
      <w:r>
        <w:tab/>
        <w:t>1.013e0</w:t>
      </w:r>
    </w:p>
    <w:p w:rsidR="007B2329" w:rsidRDefault="007B2329" w:rsidP="007B2329">
      <w:r>
        <w:t>157.8195</w:t>
      </w:r>
      <w:r>
        <w:tab/>
        <w:t>1.013e0</w:t>
      </w:r>
    </w:p>
    <w:p w:rsidR="007B2329" w:rsidRDefault="007B2329" w:rsidP="007B2329">
      <w:r>
        <w:t>157.8364</w:t>
      </w:r>
      <w:r>
        <w:tab/>
        <w:t>1.013e0</w:t>
      </w:r>
    </w:p>
    <w:p w:rsidR="007B2329" w:rsidRDefault="007B2329" w:rsidP="007B2329">
      <w:r>
        <w:t>157.8433</w:t>
      </w:r>
      <w:r>
        <w:tab/>
        <w:t>4.051e0</w:t>
      </w:r>
    </w:p>
    <w:p w:rsidR="007B2329" w:rsidRDefault="007B2329" w:rsidP="007B2329">
      <w:r>
        <w:t>157.8625</w:t>
      </w:r>
      <w:r>
        <w:tab/>
        <w:t>1.013e0</w:t>
      </w:r>
    </w:p>
    <w:p w:rsidR="007B2329" w:rsidRDefault="007B2329" w:rsidP="007B2329">
      <w:r>
        <w:lastRenderedPageBreak/>
        <w:t>157.8660</w:t>
      </w:r>
      <w:r>
        <w:tab/>
        <w:t>2.025e0</w:t>
      </w:r>
    </w:p>
    <w:p w:rsidR="007B2329" w:rsidRDefault="007B2329" w:rsidP="007B2329">
      <w:r>
        <w:t>157.8672</w:t>
      </w:r>
      <w:r>
        <w:tab/>
        <w:t>3.038e0</w:t>
      </w:r>
    </w:p>
    <w:p w:rsidR="007B2329" w:rsidRDefault="007B2329" w:rsidP="007B2329">
      <w:r>
        <w:t>157.8728</w:t>
      </w:r>
      <w:r>
        <w:tab/>
        <w:t>1.013e0</w:t>
      </w:r>
    </w:p>
    <w:p w:rsidR="007B2329" w:rsidRDefault="007B2329" w:rsidP="007B2329">
      <w:r>
        <w:t>157.8740</w:t>
      </w:r>
      <w:r>
        <w:tab/>
        <w:t>3.051e0</w:t>
      </w:r>
    </w:p>
    <w:p w:rsidR="007B2329" w:rsidRDefault="007B2329" w:rsidP="007B2329">
      <w:r>
        <w:t>157.9001</w:t>
      </w:r>
      <w:r>
        <w:tab/>
        <w:t>1.013e0</w:t>
      </w:r>
    </w:p>
    <w:p w:rsidR="007B2329" w:rsidRDefault="007B2329" w:rsidP="007B2329">
      <w:r>
        <w:t>157.9066</w:t>
      </w:r>
      <w:r>
        <w:tab/>
        <w:t>1.013e0</w:t>
      </w:r>
    </w:p>
    <w:p w:rsidR="007B2329" w:rsidRDefault="007B2329" w:rsidP="007B2329">
      <w:r>
        <w:t>157.9245</w:t>
      </w:r>
      <w:r>
        <w:tab/>
        <w:t>2.532e-2</w:t>
      </w:r>
    </w:p>
    <w:p w:rsidR="007B2329" w:rsidRDefault="007B2329" w:rsidP="007B2329">
      <w:r>
        <w:t>157.9398</w:t>
      </w:r>
      <w:r>
        <w:tab/>
        <w:t>2.025e0</w:t>
      </w:r>
    </w:p>
    <w:p w:rsidR="007B2329" w:rsidRDefault="007B2329" w:rsidP="007B2329">
      <w:r>
        <w:t>157.9568</w:t>
      </w:r>
      <w:r>
        <w:tab/>
        <w:t>1.266e-2</w:t>
      </w:r>
    </w:p>
    <w:p w:rsidR="007B2329" w:rsidRDefault="007B2329" w:rsidP="007B2329">
      <w:r>
        <w:t>157.9603</w:t>
      </w:r>
      <w:r>
        <w:tab/>
        <w:t>3.038e0</w:t>
      </w:r>
    </w:p>
    <w:p w:rsidR="007B2329" w:rsidRDefault="007B2329" w:rsidP="007B2329">
      <w:r>
        <w:t>157.9697</w:t>
      </w:r>
      <w:r>
        <w:tab/>
        <w:t>1.013e0</w:t>
      </w:r>
    </w:p>
    <w:p w:rsidR="007B2329" w:rsidRDefault="007B2329" w:rsidP="007B2329">
      <w:r>
        <w:t>157.9778</w:t>
      </w:r>
      <w:r>
        <w:tab/>
        <w:t>2.025e0</w:t>
      </w:r>
    </w:p>
    <w:p w:rsidR="007B2329" w:rsidRDefault="007B2329" w:rsidP="007B2329">
      <w:r>
        <w:t>157.9864</w:t>
      </w:r>
      <w:r>
        <w:tab/>
        <w:t>2.025e0</w:t>
      </w:r>
    </w:p>
    <w:p w:rsidR="007B2329" w:rsidRDefault="007B2329" w:rsidP="007B2329">
      <w:r>
        <w:t>158.0000</w:t>
      </w:r>
      <w:r>
        <w:tab/>
        <w:t>1.013e0</w:t>
      </w:r>
    </w:p>
    <w:p w:rsidR="007B2329" w:rsidRDefault="007B2329" w:rsidP="007B2329">
      <w:r>
        <w:t>158.0102</w:t>
      </w:r>
      <w:r>
        <w:tab/>
        <w:t>1.013e0</w:t>
      </w:r>
    </w:p>
    <w:p w:rsidR="007B2329" w:rsidRDefault="007B2329" w:rsidP="007B2329">
      <w:r>
        <w:t>158.0233</w:t>
      </w:r>
      <w:r>
        <w:tab/>
        <w:t>1.013e0</w:t>
      </w:r>
    </w:p>
    <w:p w:rsidR="007B2329" w:rsidRDefault="007B2329" w:rsidP="007B2329">
      <w:r>
        <w:t>158.0338</w:t>
      </w:r>
      <w:r>
        <w:tab/>
        <w:t>7.038e0</w:t>
      </w:r>
    </w:p>
    <w:p w:rsidR="007B2329" w:rsidRDefault="007B2329" w:rsidP="007B2329">
      <w:r>
        <w:t>158.0353</w:t>
      </w:r>
      <w:r>
        <w:tab/>
        <w:t>1.076e0</w:t>
      </w:r>
    </w:p>
    <w:p w:rsidR="007B2329" w:rsidRDefault="007B2329" w:rsidP="007B2329">
      <w:r>
        <w:t>158.0374</w:t>
      </w:r>
      <w:r>
        <w:tab/>
        <w:t>5.063e0</w:t>
      </w:r>
    </w:p>
    <w:p w:rsidR="007B2329" w:rsidRDefault="007B2329" w:rsidP="007B2329">
      <w:r>
        <w:lastRenderedPageBreak/>
        <w:t>158.0407</w:t>
      </w:r>
      <w:r>
        <w:tab/>
        <w:t>9.718e0</w:t>
      </w:r>
    </w:p>
    <w:p w:rsidR="007B2329" w:rsidRDefault="007B2329" w:rsidP="007B2329">
      <w:r>
        <w:t>158.0439</w:t>
      </w:r>
      <w:r>
        <w:tab/>
        <w:t>3.038e0</w:t>
      </w:r>
    </w:p>
    <w:p w:rsidR="007B2329" w:rsidRDefault="007B2329" w:rsidP="007B2329">
      <w:r>
        <w:t>158.0567</w:t>
      </w:r>
      <w:r>
        <w:tab/>
        <w:t>2.025e0</w:t>
      </w:r>
    </w:p>
    <w:p w:rsidR="007B2329" w:rsidRDefault="007B2329" w:rsidP="007B2329">
      <w:r>
        <w:t>158.0605</w:t>
      </w:r>
      <w:r>
        <w:tab/>
        <w:t>3.547e0</w:t>
      </w:r>
    </w:p>
    <w:p w:rsidR="007B2329" w:rsidRDefault="007B2329" w:rsidP="007B2329">
      <w:r>
        <w:t>158.0669</w:t>
      </w:r>
      <w:r>
        <w:tab/>
        <w:t>1.013e0</w:t>
      </w:r>
    </w:p>
    <w:p w:rsidR="007B2329" w:rsidRDefault="007B2329" w:rsidP="007B2329">
      <w:r>
        <w:t>158.0770</w:t>
      </w:r>
      <w:r>
        <w:tab/>
        <w:t>1.013e0</w:t>
      </w:r>
    </w:p>
    <w:p w:rsidR="007B2329" w:rsidRDefault="007B2329" w:rsidP="007B2329">
      <w:r>
        <w:t>158.0789</w:t>
      </w:r>
      <w:r>
        <w:tab/>
        <w:t>3.038e0</w:t>
      </w:r>
    </w:p>
    <w:p w:rsidR="007B2329" w:rsidRDefault="007B2329" w:rsidP="007B2329">
      <w:r>
        <w:t>158.0896</w:t>
      </w:r>
      <w:r>
        <w:tab/>
        <w:t>3.797e-2</w:t>
      </w:r>
    </w:p>
    <w:p w:rsidR="007B2329" w:rsidRDefault="007B2329" w:rsidP="007B2329">
      <w:r>
        <w:t>158.0912</w:t>
      </w:r>
      <w:r>
        <w:tab/>
        <w:t>2.025e0</w:t>
      </w:r>
    </w:p>
    <w:p w:rsidR="007B2329" w:rsidRDefault="007B2329" w:rsidP="007B2329">
      <w:r>
        <w:t>158.0933</w:t>
      </w:r>
      <w:r>
        <w:tab/>
        <w:t>4.063e0</w:t>
      </w:r>
    </w:p>
    <w:p w:rsidR="007B2329" w:rsidRDefault="007B2329" w:rsidP="007B2329">
      <w:r>
        <w:t>158.0956</w:t>
      </w:r>
      <w:r>
        <w:tab/>
        <w:t>3.076e0</w:t>
      </w:r>
    </w:p>
    <w:p w:rsidR="007B2329" w:rsidRDefault="007B2329" w:rsidP="007B2329">
      <w:r>
        <w:t>158.1068</w:t>
      </w:r>
      <w:r>
        <w:tab/>
        <w:t>1.013e0</w:t>
      </w:r>
    </w:p>
    <w:p w:rsidR="007B2329" w:rsidRDefault="007B2329" w:rsidP="007B2329">
      <w:r>
        <w:t>158.1119</w:t>
      </w:r>
      <w:r>
        <w:tab/>
        <w:t>2.025e0</w:t>
      </w:r>
    </w:p>
    <w:p w:rsidR="007B2329" w:rsidRDefault="007B2329" w:rsidP="007B2329">
      <w:r>
        <w:t>158.1135</w:t>
      </w:r>
      <w:r>
        <w:tab/>
        <w:t>3.038e0</w:t>
      </w:r>
    </w:p>
    <w:p w:rsidR="007B2329" w:rsidRDefault="007B2329" w:rsidP="007B2329">
      <w:r>
        <w:t>158.1169</w:t>
      </w:r>
      <w:r>
        <w:tab/>
        <w:t>5.063e0</w:t>
      </w:r>
    </w:p>
    <w:p w:rsidR="007B2329" w:rsidRDefault="007B2329" w:rsidP="007B2329">
      <w:r>
        <w:t>158.1239</w:t>
      </w:r>
      <w:r>
        <w:tab/>
        <w:t>2.025e0</w:t>
      </w:r>
    </w:p>
    <w:p w:rsidR="007B2329" w:rsidRDefault="007B2329" w:rsidP="007B2329">
      <w:r>
        <w:t>158.1338</w:t>
      </w:r>
      <w:r>
        <w:tab/>
        <w:t>2.025e0</w:t>
      </w:r>
    </w:p>
    <w:p w:rsidR="007B2329" w:rsidRDefault="007B2329" w:rsidP="007B2329">
      <w:r>
        <w:t>158.1356</w:t>
      </w:r>
      <w:r>
        <w:tab/>
        <w:t>3.038e0</w:t>
      </w:r>
    </w:p>
    <w:p w:rsidR="007B2329" w:rsidRDefault="007B2329" w:rsidP="007B2329">
      <w:r>
        <w:t>158.1402</w:t>
      </w:r>
      <w:r>
        <w:tab/>
        <w:t>1.013e0</w:t>
      </w:r>
    </w:p>
    <w:p w:rsidR="007B2329" w:rsidRDefault="007B2329" w:rsidP="007B2329">
      <w:r>
        <w:lastRenderedPageBreak/>
        <w:t>158.1533</w:t>
      </w:r>
      <w:r>
        <w:tab/>
        <w:t>1.013e0</w:t>
      </w:r>
    </w:p>
    <w:p w:rsidR="007B2329" w:rsidRDefault="007B2329" w:rsidP="007B2329">
      <w:r>
        <w:t>158.1568</w:t>
      </w:r>
      <w:r>
        <w:tab/>
        <w:t>2.051e0</w:t>
      </w:r>
    </w:p>
    <w:p w:rsidR="007B2329" w:rsidRDefault="007B2329" w:rsidP="007B2329">
      <w:r>
        <w:t>158.1602</w:t>
      </w:r>
      <w:r>
        <w:tab/>
        <w:t>1.013e0</w:t>
      </w:r>
    </w:p>
    <w:p w:rsidR="007B2329" w:rsidRDefault="007B2329" w:rsidP="007B2329">
      <w:r>
        <w:t>158.1737</w:t>
      </w:r>
      <w:r>
        <w:tab/>
        <w:t>2.025e0</w:t>
      </w:r>
    </w:p>
    <w:p w:rsidR="007B2329" w:rsidRDefault="007B2329" w:rsidP="007B2329">
      <w:r>
        <w:t>158.1771</w:t>
      </w:r>
      <w:r>
        <w:tab/>
        <w:t>1.013e0</w:t>
      </w:r>
    </w:p>
    <w:p w:rsidR="007B2329" w:rsidRDefault="007B2329" w:rsidP="007B2329">
      <w:r>
        <w:t>158.1806</w:t>
      </w:r>
      <w:r>
        <w:tab/>
        <w:t>2.038e0</w:t>
      </w:r>
    </w:p>
    <w:p w:rsidR="007B2329" w:rsidRDefault="007B2329" w:rsidP="007B2329">
      <w:r>
        <w:t>158.1840</w:t>
      </w:r>
      <w:r>
        <w:tab/>
        <w:t>1.013e0</w:t>
      </w:r>
    </w:p>
    <w:p w:rsidR="007B2329" w:rsidRDefault="007B2329" w:rsidP="007B2329">
      <w:r>
        <w:t>158.1922</w:t>
      </w:r>
      <w:r>
        <w:tab/>
        <w:t>2.025e0</w:t>
      </w:r>
    </w:p>
    <w:p w:rsidR="007B2329" w:rsidRDefault="007B2329" w:rsidP="007B2329">
      <w:r>
        <w:t>158.1970</w:t>
      </w:r>
      <w:r>
        <w:tab/>
        <w:t>1.013e0</w:t>
      </w:r>
    </w:p>
    <w:p w:rsidR="007B2329" w:rsidRDefault="007B2329" w:rsidP="007B2329">
      <w:r>
        <w:t>158.2035</w:t>
      </w:r>
      <w:r>
        <w:tab/>
        <w:t>3.038e0</w:t>
      </w:r>
    </w:p>
    <w:p w:rsidR="007B2329" w:rsidRDefault="007B2329" w:rsidP="007B2329">
      <w:r>
        <w:t>158.2306</w:t>
      </w:r>
      <w:r>
        <w:tab/>
        <w:t>2.025e0</w:t>
      </w:r>
    </w:p>
    <w:p w:rsidR="007B2329" w:rsidRDefault="007B2329" w:rsidP="007B2329">
      <w:r>
        <w:t>158.2408</w:t>
      </w:r>
      <w:r>
        <w:tab/>
        <w:t>1.013e0</w:t>
      </w:r>
    </w:p>
    <w:p w:rsidR="007B2329" w:rsidRDefault="007B2329" w:rsidP="007B2329">
      <w:r>
        <w:t>158.2420</w:t>
      </w:r>
      <w:r>
        <w:tab/>
        <w:t>4.051e0</w:t>
      </w:r>
    </w:p>
    <w:p w:rsidR="007B2329" w:rsidRDefault="007B2329" w:rsidP="007B2329">
      <w:r>
        <w:t>158.2476</w:t>
      </w:r>
      <w:r>
        <w:tab/>
        <w:t>1.013e0</w:t>
      </w:r>
    </w:p>
    <w:p w:rsidR="007B2329" w:rsidRDefault="007B2329" w:rsidP="007B2329">
      <w:r>
        <w:t>158.2507</w:t>
      </w:r>
      <w:r>
        <w:tab/>
        <w:t>1.013e0</w:t>
      </w:r>
    </w:p>
    <w:p w:rsidR="007B2329" w:rsidRDefault="007B2329" w:rsidP="007B2329">
      <w:r>
        <w:t>158.2539</w:t>
      </w:r>
      <w:r>
        <w:tab/>
        <w:t>1.013e0</w:t>
      </w:r>
    </w:p>
    <w:p w:rsidR="007B2329" w:rsidRDefault="007B2329" w:rsidP="007B2329">
      <w:r>
        <w:t>158.2619</w:t>
      </w:r>
      <w:r>
        <w:tab/>
        <w:t>2.025e0</w:t>
      </w:r>
    </w:p>
    <w:p w:rsidR="007B2329" w:rsidRDefault="007B2329" w:rsidP="007B2329">
      <w:r>
        <w:t>158.2635</w:t>
      </w:r>
      <w:r>
        <w:tab/>
        <w:t>2.025e0</w:t>
      </w:r>
    </w:p>
    <w:p w:rsidR="007B2329" w:rsidRDefault="007B2329" w:rsidP="007B2329">
      <w:r>
        <w:t>158.2806</w:t>
      </w:r>
      <w:r>
        <w:tab/>
        <w:t>1.013e0</w:t>
      </w:r>
    </w:p>
    <w:p w:rsidR="007B2329" w:rsidRDefault="007B2329" w:rsidP="007B2329">
      <w:r>
        <w:lastRenderedPageBreak/>
        <w:t>158.2874</w:t>
      </w:r>
      <w:r>
        <w:tab/>
        <w:t>3.038e0</w:t>
      </w:r>
    </w:p>
    <w:p w:rsidR="007B2329" w:rsidRDefault="007B2329" w:rsidP="007B2329">
      <w:r>
        <w:t>158.3045</w:t>
      </w:r>
      <w:r>
        <w:tab/>
        <w:t>1.013e0</w:t>
      </w:r>
    </w:p>
    <w:p w:rsidR="007B2329" w:rsidRDefault="007B2329" w:rsidP="007B2329">
      <w:r>
        <w:t>158.3123</w:t>
      </w:r>
      <w:r>
        <w:tab/>
        <w:t>3.038e0</w:t>
      </w:r>
    </w:p>
    <w:p w:rsidR="007B2329" w:rsidRDefault="007B2329" w:rsidP="007B2329">
      <w:r>
        <w:t>158.3139</w:t>
      </w:r>
      <w:r>
        <w:tab/>
        <w:t>2.025e0</w:t>
      </w:r>
    </w:p>
    <w:p w:rsidR="007B2329" w:rsidRDefault="007B2329" w:rsidP="007B2329">
      <w:r>
        <w:t>158.3203</w:t>
      </w:r>
      <w:r>
        <w:tab/>
        <w:t>1.013e0</w:t>
      </w:r>
    </w:p>
    <w:p w:rsidR="007B2329" w:rsidRDefault="007B2329" w:rsidP="007B2329">
      <w:r>
        <w:t>158.3306</w:t>
      </w:r>
      <w:r>
        <w:tab/>
        <w:t>1.013e0</w:t>
      </w:r>
    </w:p>
    <w:p w:rsidR="007B2329" w:rsidRDefault="007B2329" w:rsidP="007B2329">
      <w:r>
        <w:t>158.3340</w:t>
      </w:r>
      <w:r>
        <w:tab/>
        <w:t>1.013e0</w:t>
      </w:r>
    </w:p>
    <w:p w:rsidR="007B2329" w:rsidRDefault="007B2329" w:rsidP="007B2329">
      <w:r>
        <w:t>158.3363</w:t>
      </w:r>
      <w:r>
        <w:tab/>
        <w:t>3.038e0</w:t>
      </w:r>
    </w:p>
    <w:p w:rsidR="007B2329" w:rsidRDefault="007B2329" w:rsidP="007B2329">
      <w:r>
        <w:t>158.3425</w:t>
      </w:r>
      <w:r>
        <w:tab/>
        <w:t>2.025e0</w:t>
      </w:r>
    </w:p>
    <w:p w:rsidR="007B2329" w:rsidRDefault="007B2329" w:rsidP="007B2329">
      <w:r>
        <w:t>158.3545</w:t>
      </w:r>
      <w:r>
        <w:tab/>
        <w:t>2.025e0</w:t>
      </w:r>
    </w:p>
    <w:p w:rsidR="007B2329" w:rsidRDefault="007B2329" w:rsidP="007B2329">
      <w:r>
        <w:t>158.3645</w:t>
      </w:r>
      <w:r>
        <w:tab/>
        <w:t>1.013e0</w:t>
      </w:r>
    </w:p>
    <w:p w:rsidR="007B2329" w:rsidRDefault="007B2329" w:rsidP="007B2329">
      <w:r>
        <w:t>158.3709</w:t>
      </w:r>
      <w:r>
        <w:tab/>
        <w:t>2.025e0</w:t>
      </w:r>
    </w:p>
    <w:p w:rsidR="007B2329" w:rsidRDefault="007B2329" w:rsidP="007B2329">
      <w:r>
        <w:t>158.3772</w:t>
      </w:r>
      <w:r>
        <w:tab/>
        <w:t>1.013e0</w:t>
      </w:r>
    </w:p>
    <w:p w:rsidR="007B2329" w:rsidRDefault="007B2329" w:rsidP="007B2329">
      <w:r>
        <w:t>158.3840</w:t>
      </w:r>
      <w:r>
        <w:tab/>
        <w:t>1.013e0</w:t>
      </w:r>
    </w:p>
    <w:p w:rsidR="007B2329" w:rsidRDefault="007B2329" w:rsidP="007B2329">
      <w:r>
        <w:t>158.3944</w:t>
      </w:r>
      <w:r>
        <w:tab/>
        <w:t>1.013e0</w:t>
      </w:r>
    </w:p>
    <w:p w:rsidR="007B2329" w:rsidRDefault="007B2329" w:rsidP="007B2329">
      <w:r>
        <w:t>158.4011</w:t>
      </w:r>
      <w:r>
        <w:tab/>
        <w:t>1.025e0</w:t>
      </w:r>
    </w:p>
    <w:p w:rsidR="007B2329" w:rsidRDefault="007B2329" w:rsidP="007B2329">
      <w:r>
        <w:t>158.4130</w:t>
      </w:r>
      <w:r>
        <w:tab/>
        <w:t>2.025e0</w:t>
      </w:r>
    </w:p>
    <w:p w:rsidR="007B2329" w:rsidRDefault="007B2329" w:rsidP="007B2329">
      <w:r>
        <w:t>158.4182</w:t>
      </w:r>
      <w:r>
        <w:tab/>
        <w:t>1.013e0</w:t>
      </w:r>
    </w:p>
    <w:p w:rsidR="007B2329" w:rsidRDefault="007B2329" w:rsidP="007B2329">
      <w:r>
        <w:t>158.4308</w:t>
      </w:r>
      <w:r>
        <w:tab/>
        <w:t>3.038e0</w:t>
      </w:r>
    </w:p>
    <w:p w:rsidR="007B2329" w:rsidRDefault="007B2329" w:rsidP="007B2329">
      <w:r>
        <w:lastRenderedPageBreak/>
        <w:t>158.4443</w:t>
      </w:r>
      <w:r>
        <w:tab/>
        <w:t>1.013e0</w:t>
      </w:r>
    </w:p>
    <w:p w:rsidR="007B2329" w:rsidRDefault="007B2329" w:rsidP="007B2329">
      <w:r>
        <w:t>158.4512</w:t>
      </w:r>
      <w:r>
        <w:tab/>
        <w:t>1.013e0</w:t>
      </w:r>
    </w:p>
    <w:p w:rsidR="007B2329" w:rsidRDefault="007B2329" w:rsidP="007B2329">
      <w:r>
        <w:t>158.4546</w:t>
      </w:r>
      <w:r>
        <w:tab/>
        <w:t>1.013e0</w:t>
      </w:r>
    </w:p>
    <w:p w:rsidR="007B2329" w:rsidRDefault="007B2329" w:rsidP="007B2329">
      <w:r>
        <w:t>158.4579</w:t>
      </w:r>
      <w:r>
        <w:tab/>
        <w:t>1.013e0</w:t>
      </w:r>
    </w:p>
    <w:p w:rsidR="007B2329" w:rsidRDefault="007B2329" w:rsidP="007B2329">
      <w:r>
        <w:t>158.4647</w:t>
      </w:r>
      <w:r>
        <w:tab/>
        <w:t>1.013e0</w:t>
      </w:r>
    </w:p>
    <w:p w:rsidR="007B2329" w:rsidRDefault="007B2329" w:rsidP="007B2329">
      <w:r>
        <w:t>158.4785</w:t>
      </w:r>
      <w:r>
        <w:tab/>
        <w:t>5.063e0</w:t>
      </w:r>
    </w:p>
    <w:p w:rsidR="007B2329" w:rsidRDefault="007B2329" w:rsidP="007B2329">
      <w:r>
        <w:t>158.4978</w:t>
      </w:r>
      <w:r>
        <w:tab/>
        <w:t>1.013e0</w:t>
      </w:r>
    </w:p>
    <w:p w:rsidR="007B2329" w:rsidRDefault="007B2329" w:rsidP="007B2329">
      <w:r>
        <w:t>158.4994</w:t>
      </w:r>
      <w:r>
        <w:tab/>
        <w:t>1.025e0</w:t>
      </w:r>
    </w:p>
    <w:p w:rsidR="007B2329" w:rsidRDefault="007B2329" w:rsidP="007B2329">
      <w:r>
        <w:t>158.5268</w:t>
      </w:r>
      <w:r>
        <w:tab/>
        <w:t>1.025e0</w:t>
      </w:r>
    </w:p>
    <w:p w:rsidR="007B2329" w:rsidRDefault="007B2329" w:rsidP="007B2329">
      <w:r>
        <w:t>158.5333</w:t>
      </w:r>
      <w:r>
        <w:tab/>
        <w:t>2.038e0</w:t>
      </w:r>
    </w:p>
    <w:p w:rsidR="007B2329" w:rsidRDefault="007B2329" w:rsidP="007B2329">
      <w:r>
        <w:t>158.5511</w:t>
      </w:r>
      <w:r>
        <w:tab/>
        <w:t>2.025e0</w:t>
      </w:r>
    </w:p>
    <w:p w:rsidR="007B2329" w:rsidRDefault="007B2329" w:rsidP="007B2329">
      <w:r>
        <w:t>158.5533</w:t>
      </w:r>
      <w:r>
        <w:tab/>
        <w:t>6.076e0</w:t>
      </w:r>
    </w:p>
    <w:p w:rsidR="007B2329" w:rsidRDefault="007B2329" w:rsidP="007B2329">
      <w:r>
        <w:t>158.5546</w:t>
      </w:r>
      <w:r>
        <w:tab/>
        <w:t>1.025e0</w:t>
      </w:r>
    </w:p>
    <w:p w:rsidR="007B2329" w:rsidRDefault="007B2329" w:rsidP="007B2329">
      <w:r>
        <w:t>158.5580</w:t>
      </w:r>
      <w:r>
        <w:tab/>
        <w:t>1.266e-2</w:t>
      </w:r>
    </w:p>
    <w:p w:rsidR="007B2329" w:rsidRDefault="007B2329" w:rsidP="007B2329">
      <w:r>
        <w:t>158.5649</w:t>
      </w:r>
      <w:r>
        <w:tab/>
        <w:t>1.013e0</w:t>
      </w:r>
    </w:p>
    <w:p w:rsidR="007B2329" w:rsidRDefault="007B2329" w:rsidP="007B2329">
      <w:r>
        <w:t>158.5733</w:t>
      </w:r>
      <w:r>
        <w:tab/>
        <w:t>1.025e0</w:t>
      </w:r>
    </w:p>
    <w:p w:rsidR="007B2329" w:rsidRDefault="007B2329" w:rsidP="007B2329">
      <w:r>
        <w:t>158.5819</w:t>
      </w:r>
      <w:r>
        <w:tab/>
        <w:t>1.013e0</w:t>
      </w:r>
    </w:p>
    <w:p w:rsidR="007B2329" w:rsidRDefault="007B2329" w:rsidP="007B2329">
      <w:r>
        <w:t>158.5887</w:t>
      </w:r>
      <w:r>
        <w:tab/>
        <w:t>2.025e0</w:t>
      </w:r>
    </w:p>
    <w:p w:rsidR="007B2329" w:rsidRDefault="007B2329" w:rsidP="007B2329">
      <w:r>
        <w:t>158.5986</w:t>
      </w:r>
      <w:r>
        <w:tab/>
        <w:t>1.266e-2</w:t>
      </w:r>
    </w:p>
    <w:p w:rsidR="007B2329" w:rsidRDefault="007B2329" w:rsidP="007B2329">
      <w:r>
        <w:lastRenderedPageBreak/>
        <w:t>158.6081</w:t>
      </w:r>
      <w:r>
        <w:tab/>
        <w:t>1.013e0</w:t>
      </w:r>
    </w:p>
    <w:p w:rsidR="007B2329" w:rsidRDefault="007B2329" w:rsidP="007B2329">
      <w:r>
        <w:t>158.6218</w:t>
      </w:r>
      <w:r>
        <w:tab/>
        <w:t>1.013e0</w:t>
      </w:r>
    </w:p>
    <w:p w:rsidR="007B2329" w:rsidRDefault="007B2329" w:rsidP="007B2329">
      <w:r>
        <w:t>158.6234</w:t>
      </w:r>
      <w:r>
        <w:tab/>
        <w:t>2.025e0</w:t>
      </w:r>
    </w:p>
    <w:p w:rsidR="007B2329" w:rsidRDefault="007B2329" w:rsidP="007B2329">
      <w:r>
        <w:t>158.6286</w:t>
      </w:r>
      <w:r>
        <w:tab/>
        <w:t>2.025e0</w:t>
      </w:r>
    </w:p>
    <w:p w:rsidR="007B2329" w:rsidRDefault="007B2329" w:rsidP="007B2329">
      <w:r>
        <w:t>158.6319</w:t>
      </w:r>
      <w:r>
        <w:tab/>
        <w:t>1.266e-2</w:t>
      </w:r>
    </w:p>
    <w:p w:rsidR="007B2329" w:rsidRDefault="007B2329" w:rsidP="007B2329">
      <w:r>
        <w:t>158.6353</w:t>
      </w:r>
      <w:r>
        <w:tab/>
        <w:t>1.013e0</w:t>
      </w:r>
    </w:p>
    <w:p w:rsidR="007B2329" w:rsidRDefault="007B2329" w:rsidP="007B2329">
      <w:r>
        <w:t>158.6387</w:t>
      </w:r>
      <w:r>
        <w:tab/>
        <w:t>2.025e0</w:t>
      </w:r>
    </w:p>
    <w:p w:rsidR="007B2329" w:rsidRDefault="007B2329" w:rsidP="007B2329">
      <w:r>
        <w:t>158.6422</w:t>
      </w:r>
      <w:r>
        <w:tab/>
        <w:t>1.013e0</w:t>
      </w:r>
    </w:p>
    <w:p w:rsidR="007B2329" w:rsidRDefault="007B2329" w:rsidP="007B2329">
      <w:r>
        <w:t>158.6556</w:t>
      </w:r>
      <w:r>
        <w:tab/>
        <w:t>1.266e-2</w:t>
      </w:r>
    </w:p>
    <w:p w:rsidR="007B2329" w:rsidRDefault="007B2329" w:rsidP="007B2329">
      <w:r>
        <w:t>158.6631</w:t>
      </w:r>
      <w:r>
        <w:tab/>
        <w:t>1.025e0</w:t>
      </w:r>
    </w:p>
    <w:p w:rsidR="007B2329" w:rsidRDefault="007B2329" w:rsidP="007B2329">
      <w:r>
        <w:t>158.6752</w:t>
      </w:r>
      <w:r>
        <w:tab/>
        <w:t>2.532e-2</w:t>
      </w:r>
    </w:p>
    <w:p w:rsidR="007B2329" w:rsidRDefault="007B2329" w:rsidP="007B2329">
      <w:r>
        <w:t>158.6786</w:t>
      </w:r>
      <w:r>
        <w:tab/>
        <w:t>2.025e0</w:t>
      </w:r>
    </w:p>
    <w:p w:rsidR="007B2329" w:rsidRDefault="007B2329" w:rsidP="007B2329">
      <w:r>
        <w:t>158.6839</w:t>
      </w:r>
      <w:r>
        <w:tab/>
        <w:t>3.038e0</w:t>
      </w:r>
    </w:p>
    <w:p w:rsidR="007B2329" w:rsidRDefault="007B2329" w:rsidP="007B2329">
      <w:r>
        <w:t>158.6854</w:t>
      </w:r>
      <w:r>
        <w:tab/>
        <w:t>2.025e0</w:t>
      </w:r>
    </w:p>
    <w:p w:rsidR="007B2329" w:rsidRDefault="007B2329" w:rsidP="007B2329">
      <w:r>
        <w:t>158.6922</w:t>
      </w:r>
      <w:r>
        <w:tab/>
        <w:t>1.025e0</w:t>
      </w:r>
    </w:p>
    <w:p w:rsidR="007B2329" w:rsidRDefault="007B2329" w:rsidP="007B2329">
      <w:r>
        <w:t>158.7007</w:t>
      </w:r>
      <w:r>
        <w:tab/>
        <w:t>2.025e0</w:t>
      </w:r>
    </w:p>
    <w:p w:rsidR="007B2329" w:rsidRDefault="007B2329" w:rsidP="007B2329">
      <w:r>
        <w:t>158.7190</w:t>
      </w:r>
      <w:r>
        <w:tab/>
        <w:t>2.025e0</w:t>
      </w:r>
    </w:p>
    <w:p w:rsidR="007B2329" w:rsidRDefault="007B2329" w:rsidP="007B2329">
      <w:r>
        <w:t>158.7219</w:t>
      </w:r>
      <w:r>
        <w:tab/>
        <w:t>2.025e0</w:t>
      </w:r>
    </w:p>
    <w:p w:rsidR="007B2329" w:rsidRDefault="007B2329" w:rsidP="007B2329">
      <w:r>
        <w:t>158.7355</w:t>
      </w:r>
      <w:r>
        <w:tab/>
        <w:t>1.266e-2</w:t>
      </w:r>
    </w:p>
    <w:p w:rsidR="007B2329" w:rsidRDefault="007B2329" w:rsidP="007B2329">
      <w:r>
        <w:lastRenderedPageBreak/>
        <w:t>158.7389</w:t>
      </w:r>
      <w:r>
        <w:tab/>
        <w:t>1.013e0</w:t>
      </w:r>
    </w:p>
    <w:p w:rsidR="007B2329" w:rsidRDefault="007B2329" w:rsidP="007B2329">
      <w:r>
        <w:t>158.7438</w:t>
      </w:r>
      <w:r>
        <w:tab/>
        <w:t>2.038e0</w:t>
      </w:r>
    </w:p>
    <w:p w:rsidR="007B2329" w:rsidRDefault="007B2329" w:rsidP="007B2329">
      <w:r>
        <w:t>158.7491</w:t>
      </w:r>
      <w:r>
        <w:tab/>
        <w:t>1.013e0</w:t>
      </w:r>
    </w:p>
    <w:p w:rsidR="007B2329" w:rsidRDefault="007B2329" w:rsidP="007B2329">
      <w:r>
        <w:t>158.7697</w:t>
      </w:r>
      <w:r>
        <w:tab/>
        <w:t>1.025e0</w:t>
      </w:r>
    </w:p>
    <w:p w:rsidR="007B2329" w:rsidRDefault="007B2329" w:rsidP="007B2329">
      <w:r>
        <w:t>158.7728</w:t>
      </w:r>
      <w:r>
        <w:tab/>
        <w:t>1.013e0</w:t>
      </w:r>
    </w:p>
    <w:p w:rsidR="007B2329" w:rsidRDefault="007B2329" w:rsidP="007B2329">
      <w:r>
        <w:t>158.7803</w:t>
      </w:r>
      <w:r>
        <w:tab/>
        <w:t>2.025e0</w:t>
      </w:r>
    </w:p>
    <w:p w:rsidR="007B2329" w:rsidRDefault="007B2329" w:rsidP="007B2329">
      <w:r>
        <w:t>158.7823</w:t>
      </w:r>
      <w:r>
        <w:tab/>
        <w:t>1.013e0</w:t>
      </w:r>
    </w:p>
    <w:p w:rsidR="007B2329" w:rsidRDefault="007B2329" w:rsidP="007B2329">
      <w:r>
        <w:t>158.7855</w:t>
      </w:r>
      <w:r>
        <w:tab/>
        <w:t>1.013e0</w:t>
      </w:r>
    </w:p>
    <w:p w:rsidR="007B2329" w:rsidRDefault="007B2329" w:rsidP="007B2329">
      <w:r>
        <w:t>158.7873</w:t>
      </w:r>
      <w:r>
        <w:tab/>
        <w:t>2.025e0</w:t>
      </w:r>
    </w:p>
    <w:p w:rsidR="007B2329" w:rsidRDefault="007B2329" w:rsidP="007B2329">
      <w:r>
        <w:t>158.7889</w:t>
      </w:r>
      <w:r>
        <w:tab/>
        <w:t>1.013e0</w:t>
      </w:r>
    </w:p>
    <w:p w:rsidR="007B2329" w:rsidRDefault="007B2329" w:rsidP="007B2329">
      <w:r>
        <w:t>158.7957</w:t>
      </w:r>
      <w:r>
        <w:tab/>
        <w:t>2.025e0</w:t>
      </w:r>
    </w:p>
    <w:p w:rsidR="007B2329" w:rsidRDefault="007B2329" w:rsidP="007B2329">
      <w:r>
        <w:t>158.8027</w:t>
      </w:r>
      <w:r>
        <w:tab/>
        <w:t>1.266e-2</w:t>
      </w:r>
    </w:p>
    <w:p w:rsidR="007B2329" w:rsidRDefault="007B2329" w:rsidP="007B2329">
      <w:r>
        <w:t>158.8196</w:t>
      </w:r>
      <w:r>
        <w:tab/>
        <w:t>1.013e0</w:t>
      </w:r>
    </w:p>
    <w:p w:rsidR="007B2329" w:rsidRDefault="007B2329" w:rsidP="007B2329">
      <w:r>
        <w:t>158.8299</w:t>
      </w:r>
      <w:r>
        <w:tab/>
        <w:t>1.013e0</w:t>
      </w:r>
    </w:p>
    <w:p w:rsidR="007B2329" w:rsidRDefault="007B2329" w:rsidP="007B2329">
      <w:r>
        <w:t>158.8330</w:t>
      </w:r>
      <w:r>
        <w:tab/>
        <w:t>2.025e0</w:t>
      </w:r>
    </w:p>
    <w:p w:rsidR="007B2329" w:rsidRDefault="007B2329" w:rsidP="007B2329">
      <w:r>
        <w:t>158.8423</w:t>
      </w:r>
      <w:r>
        <w:tab/>
        <w:t>2.025e0</w:t>
      </w:r>
    </w:p>
    <w:p w:rsidR="007B2329" w:rsidRDefault="007B2329" w:rsidP="007B2329">
      <w:r>
        <w:t>158.8561</w:t>
      </w:r>
      <w:r>
        <w:tab/>
        <w:t>2.025e0</w:t>
      </w:r>
    </w:p>
    <w:p w:rsidR="007B2329" w:rsidRDefault="007B2329" w:rsidP="007B2329">
      <w:r>
        <w:t>158.8630</w:t>
      </w:r>
      <w:r>
        <w:tab/>
        <w:t>1.013e0</w:t>
      </w:r>
    </w:p>
    <w:p w:rsidR="007B2329" w:rsidRDefault="007B2329" w:rsidP="007B2329">
      <w:r>
        <w:t>158.8697</w:t>
      </w:r>
      <w:r>
        <w:tab/>
        <w:t>1.013e0</w:t>
      </w:r>
    </w:p>
    <w:p w:rsidR="007B2329" w:rsidRDefault="007B2329" w:rsidP="007B2329">
      <w:r>
        <w:lastRenderedPageBreak/>
        <w:t>158.8731</w:t>
      </w:r>
      <w:r>
        <w:tab/>
        <w:t>2.532e-2</w:t>
      </w:r>
    </w:p>
    <w:p w:rsidR="007B2329" w:rsidRDefault="007B2329" w:rsidP="007B2329">
      <w:r>
        <w:t>158.8901</w:t>
      </w:r>
      <w:r>
        <w:tab/>
        <w:t>1.013e0</w:t>
      </w:r>
    </w:p>
    <w:p w:rsidR="007B2329" w:rsidRDefault="007B2329" w:rsidP="007B2329">
      <w:r>
        <w:t>158.8996</w:t>
      </w:r>
      <w:r>
        <w:tab/>
        <w:t>1.266e-2</w:t>
      </w:r>
    </w:p>
    <w:p w:rsidR="007B2329" w:rsidRDefault="007B2329" w:rsidP="007B2329">
      <w:r>
        <w:t>158.9062</w:t>
      </w:r>
      <w:r>
        <w:tab/>
        <w:t>1.013e0</w:t>
      </w:r>
    </w:p>
    <w:p w:rsidR="007B2329" w:rsidRDefault="007B2329" w:rsidP="007B2329">
      <w:r>
        <w:t>158.9096</w:t>
      </w:r>
      <w:r>
        <w:tab/>
        <w:t>1.013e0</w:t>
      </w:r>
    </w:p>
    <w:p w:rsidR="007B2329" w:rsidRDefault="007B2329" w:rsidP="007B2329">
      <w:r>
        <w:t>158.9403</w:t>
      </w:r>
      <w:r>
        <w:tab/>
        <w:t>2.025e0</w:t>
      </w:r>
    </w:p>
    <w:p w:rsidR="007B2329" w:rsidRDefault="007B2329" w:rsidP="007B2329">
      <w:r>
        <w:t>158.9492</w:t>
      </w:r>
      <w:r>
        <w:tab/>
        <w:t>2.025e0</w:t>
      </w:r>
    </w:p>
    <w:p w:rsidR="007B2329" w:rsidRDefault="007B2329" w:rsidP="007B2329">
      <w:r>
        <w:t>158.9599</w:t>
      </w:r>
      <w:r>
        <w:tab/>
        <w:t>1.013e0</w:t>
      </w:r>
    </w:p>
    <w:p w:rsidR="007B2329" w:rsidRDefault="007B2329" w:rsidP="007B2329">
      <w:r>
        <w:t>158.9615</w:t>
      </w:r>
      <w:r>
        <w:tab/>
        <w:t>1.025e0</w:t>
      </w:r>
    </w:p>
    <w:p w:rsidR="007B2329" w:rsidRDefault="007B2329" w:rsidP="007B2329">
      <w:r>
        <w:t>158.9699</w:t>
      </w:r>
      <w:r>
        <w:tab/>
        <w:t>2.025e0</w:t>
      </w:r>
    </w:p>
    <w:p w:rsidR="007B2329" w:rsidRDefault="007B2329" w:rsidP="007B2329">
      <w:r>
        <w:t>158.9734</w:t>
      </w:r>
      <w:r>
        <w:tab/>
        <w:t>1.013e0</w:t>
      </w:r>
    </w:p>
    <w:p w:rsidR="007B2329" w:rsidRDefault="007B2329" w:rsidP="007B2329">
      <w:r>
        <w:t>158.9750</w:t>
      </w:r>
      <w:r>
        <w:tab/>
        <w:t>2.025e0</w:t>
      </w:r>
    </w:p>
    <w:p w:rsidR="007B2329" w:rsidRDefault="007B2329" w:rsidP="007B2329">
      <w:r>
        <w:t>158.9904</w:t>
      </w:r>
      <w:r>
        <w:tab/>
        <w:t>1.266e-2</w:t>
      </w:r>
    </w:p>
    <w:p w:rsidR="007B2329" w:rsidRDefault="007B2329" w:rsidP="007B2329">
      <w:r>
        <w:t>158.9972</w:t>
      </w:r>
      <w:r>
        <w:tab/>
        <w:t>1.013e0</w:t>
      </w:r>
    </w:p>
    <w:p w:rsidR="007B2329" w:rsidRDefault="007B2329" w:rsidP="007B2329">
      <w:r>
        <w:t>159.0007</w:t>
      </w:r>
      <w:r>
        <w:tab/>
        <w:t>2.025e0</w:t>
      </w:r>
    </w:p>
    <w:p w:rsidR="007B2329" w:rsidRDefault="007B2329" w:rsidP="007B2329">
      <w:r>
        <w:t>159.0042</w:t>
      </w:r>
      <w:r>
        <w:tab/>
        <w:t>2.025e0</w:t>
      </w:r>
    </w:p>
    <w:p w:rsidR="007B2329" w:rsidRDefault="007B2329" w:rsidP="007B2329">
      <w:r>
        <w:t>159.0138</w:t>
      </w:r>
      <w:r>
        <w:tab/>
        <w:t>3.038e0</w:t>
      </w:r>
    </w:p>
    <w:p w:rsidR="007B2329" w:rsidRDefault="007B2329" w:rsidP="007B2329">
      <w:r>
        <w:t>159.0278</w:t>
      </w:r>
      <w:r>
        <w:tab/>
        <w:t>3.038e0</w:t>
      </w:r>
    </w:p>
    <w:p w:rsidR="007B2329" w:rsidRDefault="007B2329" w:rsidP="007B2329">
      <w:r>
        <w:t>159.0322</w:t>
      </w:r>
      <w:r>
        <w:tab/>
        <w:t>4.253e0</w:t>
      </w:r>
    </w:p>
    <w:p w:rsidR="007B2329" w:rsidRDefault="007B2329" w:rsidP="007B2329">
      <w:r>
        <w:lastRenderedPageBreak/>
        <w:t>159.0444</w:t>
      </w:r>
      <w:r>
        <w:tab/>
        <w:t>3.376e0</w:t>
      </w:r>
    </w:p>
    <w:p w:rsidR="007B2329" w:rsidRDefault="007B2329" w:rsidP="007B2329">
      <w:r>
        <w:t>159.0455</w:t>
      </w:r>
      <w:r>
        <w:tab/>
        <w:t>3.038e0</w:t>
      </w:r>
    </w:p>
    <w:p w:rsidR="007B2329" w:rsidRDefault="007B2329" w:rsidP="007B2329">
      <w:r>
        <w:t>159.0491</w:t>
      </w:r>
      <w:r>
        <w:tab/>
        <w:t>2.532e-2</w:t>
      </w:r>
    </w:p>
    <w:p w:rsidR="007B2329" w:rsidRDefault="007B2329" w:rsidP="007B2329">
      <w:r>
        <w:t>159.0667</w:t>
      </w:r>
      <w:r>
        <w:tab/>
        <w:t>1.795e0</w:t>
      </w:r>
    </w:p>
    <w:p w:rsidR="007B2329" w:rsidRDefault="007B2329" w:rsidP="007B2329">
      <w:r>
        <w:t>159.0677</w:t>
      </w:r>
      <w:r>
        <w:tab/>
        <w:t>3.797e-2</w:t>
      </w:r>
    </w:p>
    <w:p w:rsidR="007B2329" w:rsidRDefault="007B2329" w:rsidP="007B2329">
      <w:r>
        <w:t>159.0709</w:t>
      </w:r>
      <w:r>
        <w:tab/>
        <w:t>1.013e0</w:t>
      </w:r>
    </w:p>
    <w:p w:rsidR="007B2329" w:rsidRDefault="007B2329" w:rsidP="007B2329">
      <w:r>
        <w:t>159.0918</w:t>
      </w:r>
      <w:r>
        <w:tab/>
        <w:t>6.329e-2</w:t>
      </w:r>
    </w:p>
    <w:p w:rsidR="007B2329" w:rsidRDefault="007B2329" w:rsidP="007B2329">
      <w:r>
        <w:t>159.1043</w:t>
      </w:r>
      <w:r>
        <w:tab/>
        <w:t>1.266e-2</w:t>
      </w:r>
    </w:p>
    <w:p w:rsidR="007B2329" w:rsidRDefault="007B2329" w:rsidP="007B2329">
      <w:r>
        <w:t>159.1054</w:t>
      </w:r>
      <w:r>
        <w:tab/>
        <w:t>2.038e0</w:t>
      </w:r>
    </w:p>
    <w:p w:rsidR="007B2329" w:rsidRDefault="007B2329" w:rsidP="007B2329">
      <w:r>
        <w:t>159.1077</w:t>
      </w:r>
      <w:r>
        <w:tab/>
        <w:t>1.013e0</w:t>
      </w:r>
    </w:p>
    <w:p w:rsidR="007B2329" w:rsidRDefault="007B2329" w:rsidP="007B2329">
      <w:r>
        <w:t>159.1111</w:t>
      </w:r>
      <w:r>
        <w:tab/>
        <w:t>1.013e0</w:t>
      </w:r>
    </w:p>
    <w:p w:rsidR="007B2329" w:rsidRDefault="007B2329" w:rsidP="007B2329">
      <w:r>
        <w:t>159.1214</w:t>
      </w:r>
      <w:r>
        <w:tab/>
        <w:t>1.013e0</w:t>
      </w:r>
    </w:p>
    <w:p w:rsidR="007B2329" w:rsidRDefault="007B2329" w:rsidP="007B2329">
      <w:r>
        <w:t>159.1263</w:t>
      </w:r>
      <w:r>
        <w:tab/>
        <w:t>1.038e0</w:t>
      </w:r>
    </w:p>
    <w:p w:rsidR="007B2329" w:rsidRDefault="007B2329" w:rsidP="007B2329">
      <w:r>
        <w:t>159.1283</w:t>
      </w:r>
      <w:r>
        <w:tab/>
        <w:t>2.025e0</w:t>
      </w:r>
    </w:p>
    <w:p w:rsidR="007B2329" w:rsidRDefault="007B2329" w:rsidP="007B2329">
      <w:r>
        <w:t>159.1313</w:t>
      </w:r>
      <w:r>
        <w:tab/>
        <w:t>2.025e0</w:t>
      </w:r>
    </w:p>
    <w:p w:rsidR="007B2329" w:rsidRDefault="007B2329" w:rsidP="007B2329">
      <w:r>
        <w:t>159.1406</w:t>
      </w:r>
      <w:r>
        <w:tab/>
        <w:t>2.532e-2</w:t>
      </w:r>
    </w:p>
    <w:p w:rsidR="007B2329" w:rsidRDefault="007B2329" w:rsidP="007B2329">
      <w:r>
        <w:t>159.1425</w:t>
      </w:r>
      <w:r>
        <w:tab/>
        <w:t>2.025e0</w:t>
      </w:r>
    </w:p>
    <w:p w:rsidR="007B2329" w:rsidRDefault="007B2329" w:rsidP="007B2329">
      <w:r>
        <w:t>159.1510</w:t>
      </w:r>
      <w:r>
        <w:tab/>
        <w:t>1.013e0</w:t>
      </w:r>
    </w:p>
    <w:p w:rsidR="007B2329" w:rsidRDefault="007B2329" w:rsidP="007B2329">
      <w:r>
        <w:t>159.1612</w:t>
      </w:r>
      <w:r>
        <w:tab/>
        <w:t>2.025e0</w:t>
      </w:r>
    </w:p>
    <w:p w:rsidR="007B2329" w:rsidRDefault="007B2329" w:rsidP="007B2329">
      <w:r>
        <w:lastRenderedPageBreak/>
        <w:t>159.1749</w:t>
      </w:r>
      <w:r>
        <w:tab/>
        <w:t>1.013e0</w:t>
      </w:r>
    </w:p>
    <w:p w:rsidR="007B2329" w:rsidRDefault="007B2329" w:rsidP="007B2329">
      <w:r>
        <w:t>159.1783</w:t>
      </w:r>
      <w:r>
        <w:tab/>
        <w:t>1.013e0</w:t>
      </w:r>
    </w:p>
    <w:p w:rsidR="007B2329" w:rsidRDefault="007B2329" w:rsidP="007B2329">
      <w:r>
        <w:t>159.1818</w:t>
      </w:r>
      <w:r>
        <w:tab/>
        <w:t>2.025e0</w:t>
      </w:r>
    </w:p>
    <w:p w:rsidR="007B2329" w:rsidRDefault="007B2329" w:rsidP="007B2329">
      <w:r>
        <w:t>159.2045</w:t>
      </w:r>
      <w:r>
        <w:tab/>
        <w:t>4.051e0</w:t>
      </w:r>
    </w:p>
    <w:p w:rsidR="007B2329" w:rsidRDefault="007B2329" w:rsidP="007B2329">
      <w:r>
        <w:t>159.2062</w:t>
      </w:r>
      <w:r>
        <w:tab/>
        <w:t>2.025e0</w:t>
      </w:r>
    </w:p>
    <w:p w:rsidR="007B2329" w:rsidRDefault="007B2329" w:rsidP="007B2329">
      <w:r>
        <w:t>159.2251</w:t>
      </w:r>
      <w:r>
        <w:tab/>
        <w:t>1.013e0</w:t>
      </w:r>
    </w:p>
    <w:p w:rsidR="007B2329" w:rsidRDefault="007B2329" w:rsidP="007B2329">
      <w:r>
        <w:t>159.2455</w:t>
      </w:r>
      <w:r>
        <w:tab/>
        <w:t>1.013e0</w:t>
      </w:r>
    </w:p>
    <w:p w:rsidR="007B2329" w:rsidRDefault="007B2329" w:rsidP="007B2329">
      <w:r>
        <w:t>159.2470</w:t>
      </w:r>
      <w:r>
        <w:tab/>
        <w:t>2.025e0</w:t>
      </w:r>
    </w:p>
    <w:p w:rsidR="007B2329" w:rsidRDefault="007B2329" w:rsidP="007B2329">
      <w:r>
        <w:t>159.2487</w:t>
      </w:r>
      <w:r>
        <w:tab/>
        <w:t>2.025e0</w:t>
      </w:r>
    </w:p>
    <w:p w:rsidR="007B2329" w:rsidRDefault="007B2329" w:rsidP="007B2329">
      <w:r>
        <w:t>159.2549</w:t>
      </w:r>
      <w:r>
        <w:tab/>
        <w:t>2.025e0</w:t>
      </w:r>
    </w:p>
    <w:p w:rsidR="007B2329" w:rsidRDefault="007B2329" w:rsidP="007B2329">
      <w:r>
        <w:t>159.2649</w:t>
      </w:r>
      <w:r>
        <w:tab/>
        <w:t>1.013e0</w:t>
      </w:r>
    </w:p>
    <w:p w:rsidR="007B2329" w:rsidRDefault="007B2329" w:rsidP="007B2329">
      <w:r>
        <w:t>159.2683</w:t>
      </w:r>
      <w:r>
        <w:tab/>
        <w:t>1.013e0</w:t>
      </w:r>
    </w:p>
    <w:p w:rsidR="007B2329" w:rsidRDefault="007B2329" w:rsidP="007B2329">
      <w:r>
        <w:t>159.2786</w:t>
      </w:r>
      <w:r>
        <w:tab/>
        <w:t>1.013e0</w:t>
      </w:r>
    </w:p>
    <w:p w:rsidR="007B2329" w:rsidRDefault="007B2329" w:rsidP="007B2329">
      <w:r>
        <w:t>159.2820</w:t>
      </w:r>
      <w:r>
        <w:tab/>
        <w:t>1.013e0</w:t>
      </w:r>
    </w:p>
    <w:p w:rsidR="007B2329" w:rsidRDefault="007B2329" w:rsidP="007B2329">
      <w:r>
        <w:t>159.2888</w:t>
      </w:r>
      <w:r>
        <w:tab/>
        <w:t>2.025e0</w:t>
      </w:r>
    </w:p>
    <w:p w:rsidR="007B2329" w:rsidRDefault="007B2329" w:rsidP="007B2329">
      <w:r>
        <w:t>159.3042</w:t>
      </w:r>
      <w:r>
        <w:tab/>
        <w:t>1.025e0</w:t>
      </w:r>
    </w:p>
    <w:p w:rsidR="007B2329" w:rsidRDefault="007B2329" w:rsidP="007B2329">
      <w:r>
        <w:t>159.3165</w:t>
      </w:r>
      <w:r>
        <w:tab/>
        <w:t>2.025e0</w:t>
      </w:r>
    </w:p>
    <w:p w:rsidR="007B2329" w:rsidRDefault="007B2329" w:rsidP="007B2329">
      <w:r>
        <w:t>159.3458</w:t>
      </w:r>
      <w:r>
        <w:tab/>
        <w:t>1.013e0</w:t>
      </w:r>
    </w:p>
    <w:p w:rsidR="007B2329" w:rsidRDefault="007B2329" w:rsidP="007B2329">
      <w:r>
        <w:t>159.3595</w:t>
      </w:r>
      <w:r>
        <w:tab/>
        <w:t>2.025e0</w:t>
      </w:r>
    </w:p>
    <w:p w:rsidR="007B2329" w:rsidRDefault="007B2329" w:rsidP="007B2329">
      <w:r>
        <w:lastRenderedPageBreak/>
        <w:t>159.3662</w:t>
      </w:r>
      <w:r>
        <w:tab/>
        <w:t>1.013e0</w:t>
      </w:r>
    </w:p>
    <w:p w:rsidR="007B2329" w:rsidRDefault="007B2329" w:rsidP="007B2329">
      <w:r>
        <w:t>159.3678</w:t>
      </w:r>
      <w:r>
        <w:tab/>
        <w:t>1.025e0</w:t>
      </w:r>
    </w:p>
    <w:p w:rsidR="007B2329" w:rsidRDefault="007B2329" w:rsidP="007B2329">
      <w:r>
        <w:t>159.3694</w:t>
      </w:r>
      <w:r>
        <w:tab/>
        <w:t>1.013e0</w:t>
      </w:r>
    </w:p>
    <w:p w:rsidR="007B2329" w:rsidRDefault="007B2329" w:rsidP="007B2329">
      <w:r>
        <w:t>159.3726</w:t>
      </w:r>
      <w:r>
        <w:tab/>
        <w:t>1.266e-2</w:t>
      </w:r>
    </w:p>
    <w:p w:rsidR="007B2329" w:rsidRDefault="007B2329" w:rsidP="007B2329">
      <w:r>
        <w:t>159.3959</w:t>
      </w:r>
      <w:r>
        <w:tab/>
        <w:t>1.013e0</w:t>
      </w:r>
    </w:p>
    <w:p w:rsidR="007B2329" w:rsidRDefault="007B2329" w:rsidP="007B2329">
      <w:r>
        <w:t>159.3994</w:t>
      </w:r>
      <w:r>
        <w:tab/>
        <w:t>1.013e0</w:t>
      </w:r>
    </w:p>
    <w:p w:rsidR="007B2329" w:rsidRDefault="007B2329" w:rsidP="007B2329">
      <w:r>
        <w:t>159.4028</w:t>
      </w:r>
      <w:r>
        <w:tab/>
        <w:t>1.013e0</w:t>
      </w:r>
    </w:p>
    <w:p w:rsidR="007B2329" w:rsidRDefault="007B2329" w:rsidP="007B2329">
      <w:r>
        <w:t>159.4266</w:t>
      </w:r>
      <w:r>
        <w:tab/>
        <w:t>1.013e0</w:t>
      </w:r>
    </w:p>
    <w:p w:rsidR="007B2329" w:rsidRDefault="007B2329" w:rsidP="007B2329">
      <w:r>
        <w:t>159.4298</w:t>
      </w:r>
      <w:r>
        <w:tab/>
        <w:t>2.025e0</w:t>
      </w:r>
    </w:p>
    <w:p w:rsidR="007B2329" w:rsidRDefault="007B2329" w:rsidP="007B2329">
      <w:r>
        <w:t>159.4330</w:t>
      </w:r>
      <w:r>
        <w:tab/>
        <w:t>1.266e-2</w:t>
      </w:r>
    </w:p>
    <w:p w:rsidR="007B2329" w:rsidRDefault="007B2329" w:rsidP="007B2329">
      <w:r>
        <w:t>159.4461</w:t>
      </w:r>
      <w:r>
        <w:tab/>
        <w:t>2.025e0</w:t>
      </w:r>
    </w:p>
    <w:p w:rsidR="007B2329" w:rsidRDefault="007B2329" w:rsidP="007B2329">
      <w:r>
        <w:t>159.4613</w:t>
      </w:r>
      <w:r>
        <w:tab/>
        <w:t>3.038e0</w:t>
      </w:r>
    </w:p>
    <w:p w:rsidR="007B2329" w:rsidRDefault="007B2329" w:rsidP="007B2329">
      <w:r>
        <w:t>159.4632</w:t>
      </w:r>
      <w:r>
        <w:tab/>
        <w:t>2.025e0</w:t>
      </w:r>
    </w:p>
    <w:p w:rsidR="007B2329" w:rsidRDefault="007B2329" w:rsidP="007B2329">
      <w:r>
        <w:t>159.4768</w:t>
      </w:r>
      <w:r>
        <w:tab/>
        <w:t>1.266e-2</w:t>
      </w:r>
    </w:p>
    <w:p w:rsidR="007B2329" w:rsidRDefault="007B2329" w:rsidP="007B2329">
      <w:r>
        <w:t>159.4837</w:t>
      </w:r>
      <w:r>
        <w:tab/>
        <w:t>1.013e0</w:t>
      </w:r>
    </w:p>
    <w:p w:rsidR="007B2329" w:rsidRDefault="007B2329" w:rsidP="007B2329">
      <w:r>
        <w:t>159.4886</w:t>
      </w:r>
      <w:r>
        <w:tab/>
        <w:t>2.025e0</w:t>
      </w:r>
    </w:p>
    <w:p w:rsidR="007B2329" w:rsidRDefault="007B2329" w:rsidP="007B2329">
      <w:r>
        <w:t>159.4902</w:t>
      </w:r>
      <w:r>
        <w:tab/>
        <w:t>1.013e0</w:t>
      </w:r>
    </w:p>
    <w:p w:rsidR="007B2329" w:rsidRDefault="007B2329" w:rsidP="007B2329">
      <w:r>
        <w:t>159.4934</w:t>
      </w:r>
      <w:r>
        <w:tab/>
        <w:t>2.038e0</w:t>
      </w:r>
    </w:p>
    <w:p w:rsidR="007B2329" w:rsidRDefault="007B2329" w:rsidP="007B2329">
      <w:r>
        <w:t>159.4998</w:t>
      </w:r>
      <w:r>
        <w:tab/>
        <w:t>1.013e0</w:t>
      </w:r>
    </w:p>
    <w:p w:rsidR="007B2329" w:rsidRDefault="007B2329" w:rsidP="007B2329">
      <w:r>
        <w:lastRenderedPageBreak/>
        <w:t>159.5030</w:t>
      </w:r>
      <w:r>
        <w:tab/>
        <w:t>1.013e0</w:t>
      </w:r>
    </w:p>
    <w:p w:rsidR="007B2329" w:rsidRDefault="007B2329" w:rsidP="007B2329">
      <w:r>
        <w:t>159.5304</w:t>
      </w:r>
      <w:r>
        <w:tab/>
        <w:t>2.051e0</w:t>
      </w:r>
    </w:p>
    <w:p w:rsidR="007B2329" w:rsidRDefault="007B2329" w:rsidP="007B2329">
      <w:r>
        <w:t>159.5356</w:t>
      </w:r>
      <w:r>
        <w:tab/>
        <w:t>2.025e0</w:t>
      </w:r>
    </w:p>
    <w:p w:rsidR="007B2329" w:rsidRDefault="007B2329" w:rsidP="007B2329">
      <w:r>
        <w:t>159.5507</w:t>
      </w:r>
      <w:r>
        <w:tab/>
        <w:t>1.013e0</w:t>
      </w:r>
    </w:p>
    <w:p w:rsidR="007B2329" w:rsidRDefault="007B2329" w:rsidP="007B2329">
      <w:r>
        <w:t>159.5538</w:t>
      </w:r>
      <w:r>
        <w:tab/>
        <w:t>3.038e0</w:t>
      </w:r>
    </w:p>
    <w:p w:rsidR="007B2329" w:rsidRDefault="007B2329" w:rsidP="007B2329">
      <w:r>
        <w:t>159.5570</w:t>
      </w:r>
      <w:r>
        <w:tab/>
        <w:t>1.013e0</w:t>
      </w:r>
    </w:p>
    <w:p w:rsidR="007B2329" w:rsidRDefault="007B2329" w:rsidP="007B2329">
      <w:r>
        <w:t>159.5651</w:t>
      </w:r>
      <w:r>
        <w:tab/>
        <w:t>2.025e0</w:t>
      </w:r>
    </w:p>
    <w:p w:rsidR="007B2329" w:rsidRDefault="007B2329" w:rsidP="007B2329">
      <w:r>
        <w:t>159.5806</w:t>
      </w:r>
      <w:r>
        <w:tab/>
        <w:t>1.013e0</w:t>
      </w:r>
    </w:p>
    <w:p w:rsidR="007B2329" w:rsidRDefault="007B2329" w:rsidP="007B2329">
      <w:r>
        <w:t>159.5840</w:t>
      </w:r>
      <w:r>
        <w:tab/>
        <w:t>1.013e0</w:t>
      </w:r>
    </w:p>
    <w:p w:rsidR="007B2329" w:rsidRDefault="007B2329" w:rsidP="007B2329">
      <w:r>
        <w:t>159.5874</w:t>
      </w:r>
      <w:r>
        <w:tab/>
        <w:t>1.013e0</w:t>
      </w:r>
    </w:p>
    <w:p w:rsidR="007B2329" w:rsidRDefault="007B2329" w:rsidP="007B2329">
      <w:r>
        <w:t>159.5942</w:t>
      </w:r>
      <w:r>
        <w:tab/>
        <w:t>2.025e0</w:t>
      </w:r>
    </w:p>
    <w:p w:rsidR="007B2329" w:rsidRDefault="007B2329" w:rsidP="007B2329">
      <w:r>
        <w:t>159.6011</w:t>
      </w:r>
      <w:r>
        <w:tab/>
        <w:t>1.013e0</w:t>
      </w:r>
    </w:p>
    <w:p w:rsidR="007B2329" w:rsidRDefault="007B2329" w:rsidP="007B2329">
      <w:r>
        <w:t>159.6239</w:t>
      </w:r>
      <w:r>
        <w:tab/>
        <w:t>1.266e-2</w:t>
      </w:r>
    </w:p>
    <w:p w:rsidR="007B2329" w:rsidRDefault="007B2329" w:rsidP="007B2329">
      <w:r>
        <w:t>159.6308</w:t>
      </w:r>
      <w:r>
        <w:tab/>
        <w:t>1.013e0</w:t>
      </w:r>
    </w:p>
    <w:p w:rsidR="007B2329" w:rsidRDefault="007B2329" w:rsidP="007B2329">
      <w:r>
        <w:t>159.6342</w:t>
      </w:r>
      <w:r>
        <w:tab/>
        <w:t>3.038e0</w:t>
      </w:r>
    </w:p>
    <w:p w:rsidR="007B2329" w:rsidRDefault="007B2329" w:rsidP="007B2329">
      <w:r>
        <w:t>159.6478</w:t>
      </w:r>
      <w:r>
        <w:tab/>
        <w:t>1.013e0</w:t>
      </w:r>
    </w:p>
    <w:p w:rsidR="007B2329" w:rsidRDefault="007B2329" w:rsidP="007B2329">
      <w:r>
        <w:t>159.6513</w:t>
      </w:r>
      <w:r>
        <w:tab/>
        <w:t>1.013e0</w:t>
      </w:r>
    </w:p>
    <w:p w:rsidR="007B2329" w:rsidRDefault="007B2329" w:rsidP="007B2329">
      <w:r>
        <w:t>159.6598</w:t>
      </w:r>
      <w:r>
        <w:tab/>
        <w:t>2.025e0</w:t>
      </w:r>
    </w:p>
    <w:p w:rsidR="007B2329" w:rsidRDefault="007B2329" w:rsidP="007B2329">
      <w:r>
        <w:t>159.6615</w:t>
      </w:r>
      <w:r>
        <w:tab/>
        <w:t>1.013e0</w:t>
      </w:r>
    </w:p>
    <w:p w:rsidR="007B2329" w:rsidRDefault="007B2329" w:rsidP="007B2329">
      <w:r>
        <w:lastRenderedPageBreak/>
        <w:t>159.6632</w:t>
      </w:r>
      <w:r>
        <w:tab/>
        <w:t>2.025e0</w:t>
      </w:r>
    </w:p>
    <w:p w:rsidR="007B2329" w:rsidRDefault="007B2329" w:rsidP="007B2329">
      <w:r>
        <w:t>159.6747</w:t>
      </w:r>
      <w:r>
        <w:tab/>
        <w:t>1.013e0</w:t>
      </w:r>
    </w:p>
    <w:p w:rsidR="007B2329" w:rsidRDefault="007B2329" w:rsidP="007B2329">
      <w:r>
        <w:t>159.6828</w:t>
      </w:r>
      <w:r>
        <w:tab/>
        <w:t>2.025e0</w:t>
      </w:r>
    </w:p>
    <w:p w:rsidR="007B2329" w:rsidRDefault="007B2329" w:rsidP="007B2329">
      <w:r>
        <w:t>159.7049</w:t>
      </w:r>
      <w:r>
        <w:tab/>
        <w:t>2.025e0</w:t>
      </w:r>
    </w:p>
    <w:p w:rsidR="007B2329" w:rsidRDefault="007B2329" w:rsidP="007B2329">
      <w:r>
        <w:t>159.7083</w:t>
      </w:r>
      <w:r>
        <w:tab/>
        <w:t>2.025e0</w:t>
      </w:r>
    </w:p>
    <w:p w:rsidR="007B2329" w:rsidRDefault="007B2329" w:rsidP="007B2329">
      <w:r>
        <w:t>159.7220</w:t>
      </w:r>
      <w:r>
        <w:tab/>
        <w:t>1.013e0</w:t>
      </w:r>
    </w:p>
    <w:p w:rsidR="007B2329" w:rsidRDefault="007B2329" w:rsidP="007B2329">
      <w:r>
        <w:t>159.7352</w:t>
      </w:r>
      <w:r>
        <w:tab/>
        <w:t>1.013e0</w:t>
      </w:r>
    </w:p>
    <w:p w:rsidR="007B2329" w:rsidRDefault="007B2329" w:rsidP="007B2329">
      <w:r>
        <w:t>159.7384</w:t>
      </w:r>
      <w:r>
        <w:tab/>
        <w:t>1.013e0</w:t>
      </w:r>
    </w:p>
    <w:p w:rsidR="007B2329" w:rsidRDefault="007B2329" w:rsidP="007B2329">
      <w:r>
        <w:t>159.7448</w:t>
      </w:r>
      <w:r>
        <w:tab/>
        <w:t>2.025e0</w:t>
      </w:r>
    </w:p>
    <w:p w:rsidR="007B2329" w:rsidRDefault="007B2329" w:rsidP="007B2329">
      <w:r>
        <w:t>159.7517</w:t>
      </w:r>
      <w:r>
        <w:tab/>
        <w:t>3.038e0</w:t>
      </w:r>
    </w:p>
    <w:p w:rsidR="007B2329" w:rsidRDefault="007B2329" w:rsidP="007B2329">
      <w:r>
        <w:t>159.7534</w:t>
      </w:r>
      <w:r>
        <w:tab/>
        <w:t>2.025e0</w:t>
      </w:r>
    </w:p>
    <w:p w:rsidR="007B2329" w:rsidRDefault="007B2329" w:rsidP="007B2329">
      <w:r>
        <w:t>159.7619</w:t>
      </w:r>
      <w:r>
        <w:tab/>
        <w:t>3.038e0</w:t>
      </w:r>
    </w:p>
    <w:p w:rsidR="007B2329" w:rsidRDefault="007B2329" w:rsidP="007B2329">
      <w:r>
        <w:t>159.7721</w:t>
      </w:r>
      <w:r>
        <w:tab/>
        <w:t>2.025e0</w:t>
      </w:r>
    </w:p>
    <w:p w:rsidR="007B2329" w:rsidRDefault="007B2329" w:rsidP="007B2329">
      <w:r>
        <w:t>159.7893</w:t>
      </w:r>
      <w:r>
        <w:tab/>
        <w:t>1.013e0</w:t>
      </w:r>
    </w:p>
    <w:p w:rsidR="007B2329" w:rsidRDefault="007B2329" w:rsidP="007B2329">
      <w:r>
        <w:t>159.7937</w:t>
      </w:r>
      <w:r>
        <w:tab/>
        <w:t>3.038e0</w:t>
      </w:r>
    </w:p>
    <w:p w:rsidR="007B2329" w:rsidRDefault="007B2329" w:rsidP="007B2329">
      <w:r>
        <w:t>159.7958</w:t>
      </w:r>
      <w:r>
        <w:tab/>
        <w:t>1.013e0</w:t>
      </w:r>
    </w:p>
    <w:p w:rsidR="007B2329" w:rsidRDefault="007B2329" w:rsidP="007B2329">
      <w:r>
        <w:t>159.7990</w:t>
      </w:r>
      <w:r>
        <w:tab/>
        <w:t>1.013e0</w:t>
      </w:r>
    </w:p>
    <w:p w:rsidR="007B2329" w:rsidRDefault="007B2329" w:rsidP="007B2329">
      <w:r>
        <w:t>159.8121</w:t>
      </w:r>
      <w:r>
        <w:tab/>
        <w:t>2.025e0</w:t>
      </w:r>
    </w:p>
    <w:p w:rsidR="007B2329" w:rsidRDefault="007B2329" w:rsidP="007B2329">
      <w:r>
        <w:t>159.8190</w:t>
      </w:r>
      <w:r>
        <w:tab/>
        <w:t>1.013e0</w:t>
      </w:r>
    </w:p>
    <w:p w:rsidR="007B2329" w:rsidRDefault="007B2329" w:rsidP="007B2329">
      <w:r>
        <w:lastRenderedPageBreak/>
        <w:t>159.8258</w:t>
      </w:r>
      <w:r>
        <w:tab/>
        <w:t>1.013e0</w:t>
      </w:r>
    </w:p>
    <w:p w:rsidR="007B2329" w:rsidRDefault="007B2329" w:rsidP="007B2329">
      <w:r>
        <w:t>159.8292</w:t>
      </w:r>
      <w:r>
        <w:tab/>
        <w:t>1.013e0</w:t>
      </w:r>
    </w:p>
    <w:p w:rsidR="007B2329" w:rsidRDefault="007B2329" w:rsidP="007B2329">
      <w:r>
        <w:t>159.8311</w:t>
      </w:r>
      <w:r>
        <w:tab/>
        <w:t>3.038e0</w:t>
      </w:r>
    </w:p>
    <w:p w:rsidR="007B2329" w:rsidRDefault="007B2329" w:rsidP="007B2329">
      <w:r>
        <w:t>159.8360</w:t>
      </w:r>
      <w:r>
        <w:tab/>
        <w:t>1.025e0</w:t>
      </w:r>
    </w:p>
    <w:p w:rsidR="007B2329" w:rsidRDefault="007B2329" w:rsidP="007B2329">
      <w:r>
        <w:t>159.8429</w:t>
      </w:r>
      <w:r>
        <w:tab/>
        <w:t>1.013e0</w:t>
      </w:r>
    </w:p>
    <w:p w:rsidR="007B2329" w:rsidRDefault="007B2329" w:rsidP="007B2329">
      <w:r>
        <w:t>159.8498</w:t>
      </w:r>
      <w:r>
        <w:tab/>
        <w:t>1.013e0</w:t>
      </w:r>
    </w:p>
    <w:p w:rsidR="007B2329" w:rsidRDefault="007B2329" w:rsidP="007B2329">
      <w:r>
        <w:t>159.8564</w:t>
      </w:r>
      <w:r>
        <w:tab/>
        <w:t>1.025e0</w:t>
      </w:r>
    </w:p>
    <w:p w:rsidR="007B2329" w:rsidRDefault="007B2329" w:rsidP="007B2329">
      <w:r>
        <w:t>159.8690</w:t>
      </w:r>
      <w:r>
        <w:tab/>
        <w:t>1.013e0</w:t>
      </w:r>
    </w:p>
    <w:p w:rsidR="007B2329" w:rsidRDefault="007B2329" w:rsidP="007B2329">
      <w:r>
        <w:t>159.8726</w:t>
      </w:r>
      <w:r>
        <w:tab/>
        <w:t>1.013e0</w:t>
      </w:r>
    </w:p>
    <w:p w:rsidR="007B2329" w:rsidRDefault="007B2329" w:rsidP="007B2329">
      <w:r>
        <w:t>159.8760</w:t>
      </w:r>
      <w:r>
        <w:tab/>
        <w:t>1.013e0</w:t>
      </w:r>
    </w:p>
    <w:p w:rsidR="007B2329" w:rsidRDefault="007B2329" w:rsidP="007B2329">
      <w:r>
        <w:t>159.8811</w:t>
      </w:r>
      <w:r>
        <w:tab/>
        <w:t>1.025e0</w:t>
      </w:r>
    </w:p>
    <w:p w:rsidR="007B2329" w:rsidRDefault="007B2329" w:rsidP="007B2329">
      <w:r>
        <w:t>159.8828</w:t>
      </w:r>
      <w:r>
        <w:tab/>
        <w:t>1.013e0</w:t>
      </w:r>
    </w:p>
    <w:p w:rsidR="007B2329" w:rsidRDefault="007B2329" w:rsidP="007B2329">
      <w:r>
        <w:t>159.8965</w:t>
      </w:r>
      <w:r>
        <w:tab/>
        <w:t>2.025e0</w:t>
      </w:r>
    </w:p>
    <w:p w:rsidR="007B2329" w:rsidRDefault="007B2329" w:rsidP="007B2329">
      <w:r>
        <w:t>159.8982</w:t>
      </w:r>
      <w:r>
        <w:tab/>
        <w:t>2.025e0</w:t>
      </w:r>
    </w:p>
    <w:p w:rsidR="007B2329" w:rsidRDefault="007B2329" w:rsidP="007B2329">
      <w:r>
        <w:t>159.9068</w:t>
      </w:r>
      <w:r>
        <w:tab/>
        <w:t>1.013e0</w:t>
      </w:r>
    </w:p>
    <w:p w:rsidR="007B2329" w:rsidRDefault="007B2329" w:rsidP="007B2329">
      <w:r>
        <w:t>159.9103</w:t>
      </w:r>
      <w:r>
        <w:tab/>
        <w:t>1.266e-2</w:t>
      </w:r>
    </w:p>
    <w:p w:rsidR="007B2329" w:rsidRDefault="007B2329" w:rsidP="007B2329">
      <w:r>
        <w:t>159.9184</w:t>
      </w:r>
      <w:r>
        <w:tab/>
        <w:t>4.051e0</w:t>
      </w:r>
    </w:p>
    <w:p w:rsidR="007B2329" w:rsidRDefault="007B2329" w:rsidP="007B2329">
      <w:r>
        <w:t>159.9216</w:t>
      </w:r>
      <w:r>
        <w:tab/>
        <w:t>1.025e0</w:t>
      </w:r>
    </w:p>
    <w:p w:rsidR="007B2329" w:rsidRDefault="007B2329" w:rsidP="007B2329">
      <w:r>
        <w:t>159.9264</w:t>
      </w:r>
      <w:r>
        <w:tab/>
        <w:t>2.025e0</w:t>
      </w:r>
    </w:p>
    <w:p w:rsidR="007B2329" w:rsidRDefault="007B2329" w:rsidP="007B2329">
      <w:r>
        <w:lastRenderedPageBreak/>
        <w:t>159.9347</w:t>
      </w:r>
      <w:r>
        <w:tab/>
        <w:t>2.025e0</w:t>
      </w:r>
    </w:p>
    <w:p w:rsidR="007B2329" w:rsidRDefault="007B2329" w:rsidP="007B2329">
      <w:r>
        <w:t>159.9433</w:t>
      </w:r>
      <w:r>
        <w:tab/>
        <w:t>1.013e0</w:t>
      </w:r>
    </w:p>
    <w:p w:rsidR="007B2329" w:rsidRDefault="007B2329" w:rsidP="007B2329">
      <w:r>
        <w:t>159.9570</w:t>
      </w:r>
      <w:r>
        <w:tab/>
        <w:t>1.266e-2</w:t>
      </w:r>
    </w:p>
    <w:p w:rsidR="007B2329" w:rsidRDefault="007B2329" w:rsidP="007B2329">
      <w:r>
        <w:t>159.9604</w:t>
      </w:r>
      <w:r>
        <w:tab/>
        <w:t>1.013e0</w:t>
      </w:r>
    </w:p>
    <w:p w:rsidR="007B2329" w:rsidRDefault="007B2329" w:rsidP="007B2329">
      <w:r>
        <w:t>159.9638</w:t>
      </w:r>
      <w:r>
        <w:tab/>
        <w:t>1.025e0</w:t>
      </w:r>
    </w:p>
    <w:p w:rsidR="007B2329" w:rsidRDefault="007B2329" w:rsidP="007B2329">
      <w:r>
        <w:t>159.9707</w:t>
      </w:r>
      <w:r>
        <w:tab/>
        <w:t>1.013e0</w:t>
      </w:r>
    </w:p>
    <w:p w:rsidR="007B2329" w:rsidRDefault="007B2329" w:rsidP="007B2329">
      <w:r>
        <w:t>159.9806</w:t>
      </w:r>
      <w:r>
        <w:tab/>
        <w:t>1.013e0</w:t>
      </w:r>
    </w:p>
    <w:p w:rsidR="007B2329" w:rsidRDefault="007B2329" w:rsidP="007B2329">
      <w:r>
        <w:t>159.9869</w:t>
      </w:r>
      <w:r>
        <w:tab/>
        <w:t>1.013e0</w:t>
      </w:r>
    </w:p>
    <w:p w:rsidR="007B2329" w:rsidRDefault="007B2329" w:rsidP="007B2329">
      <w:r>
        <w:t>159.9951</w:t>
      </w:r>
      <w:r>
        <w:tab/>
        <w:t>3.051e0</w:t>
      </w:r>
    </w:p>
    <w:p w:rsidR="007B2329" w:rsidRDefault="007B2329" w:rsidP="007B2329">
      <w:r>
        <w:t>160.0004</w:t>
      </w:r>
      <w:r>
        <w:tab/>
        <w:t>1.013e0</w:t>
      </w:r>
    </w:p>
    <w:p w:rsidR="007B2329" w:rsidRDefault="007B2329" w:rsidP="007B2329">
      <w:r>
        <w:t>160.0175</w:t>
      </w:r>
      <w:r>
        <w:tab/>
        <w:t>1.013e0</w:t>
      </w:r>
    </w:p>
    <w:p w:rsidR="007B2329" w:rsidRDefault="007B2329" w:rsidP="007B2329">
      <w:r>
        <w:t>160.0347</w:t>
      </w:r>
      <w:r>
        <w:tab/>
        <w:t>3.038e0</w:t>
      </w:r>
    </w:p>
    <w:p w:rsidR="007B2329" w:rsidRDefault="007B2329" w:rsidP="007B2329">
      <w:r>
        <w:t>160.0395</w:t>
      </w:r>
      <w:r>
        <w:tab/>
        <w:t>2.532e-2</w:t>
      </w:r>
    </w:p>
    <w:p w:rsidR="007B2329" w:rsidRDefault="007B2329" w:rsidP="007B2329">
      <w:r>
        <w:t>160.0443</w:t>
      </w:r>
      <w:r>
        <w:tab/>
        <w:t>2.025e0</w:t>
      </w:r>
    </w:p>
    <w:p w:rsidR="007B2329" w:rsidRDefault="007B2329" w:rsidP="007B2329">
      <w:r>
        <w:t>160.0466</w:t>
      </w:r>
      <w:r>
        <w:tab/>
        <w:t>1.038e0</w:t>
      </w:r>
    </w:p>
    <w:p w:rsidR="007B2329" w:rsidRDefault="007B2329" w:rsidP="007B2329">
      <w:r>
        <w:t>160.0574</w:t>
      </w:r>
      <w:r>
        <w:tab/>
        <w:t>3.051e0</w:t>
      </w:r>
    </w:p>
    <w:p w:rsidR="007B2329" w:rsidRDefault="007B2329" w:rsidP="007B2329">
      <w:r>
        <w:t>160.0638</w:t>
      </w:r>
      <w:r>
        <w:tab/>
        <w:t>4.051e0</w:t>
      </w:r>
    </w:p>
    <w:p w:rsidR="007B2329" w:rsidRDefault="007B2329" w:rsidP="007B2329">
      <w:r>
        <w:t>160.0660</w:t>
      </w:r>
      <w:r>
        <w:tab/>
        <w:t>2.025e0</w:t>
      </w:r>
    </w:p>
    <w:p w:rsidR="007B2329" w:rsidRDefault="007B2329" w:rsidP="007B2329">
      <w:r>
        <w:t>160.0728</w:t>
      </w:r>
      <w:r>
        <w:tab/>
        <w:t>2.532e-2</w:t>
      </w:r>
    </w:p>
    <w:p w:rsidR="007B2329" w:rsidRDefault="007B2329" w:rsidP="007B2329">
      <w:r>
        <w:lastRenderedPageBreak/>
        <w:t>160.0780</w:t>
      </w:r>
      <w:r>
        <w:tab/>
        <w:t>1.013e0</w:t>
      </w:r>
    </w:p>
    <w:p w:rsidR="007B2329" w:rsidRDefault="007B2329" w:rsidP="007B2329">
      <w:r>
        <w:t>160.0797</w:t>
      </w:r>
      <w:r>
        <w:tab/>
        <w:t>1.025e0</w:t>
      </w:r>
    </w:p>
    <w:p w:rsidR="007B2329" w:rsidRDefault="007B2329" w:rsidP="007B2329">
      <w:r>
        <w:t>160.0882</w:t>
      </w:r>
      <w:r>
        <w:tab/>
        <w:t>2.025e0</w:t>
      </w:r>
    </w:p>
    <w:p w:rsidR="007B2329" w:rsidRDefault="007B2329" w:rsidP="007B2329">
      <w:r>
        <w:t>160.1021</w:t>
      </w:r>
      <w:r>
        <w:tab/>
        <w:t>5.063e0</w:t>
      </w:r>
    </w:p>
    <w:p w:rsidR="007B2329" w:rsidRDefault="007B2329" w:rsidP="007B2329">
      <w:r>
        <w:t>160.1049</w:t>
      </w:r>
      <w:r>
        <w:tab/>
        <w:t>1.013e0</w:t>
      </w:r>
    </w:p>
    <w:p w:rsidR="007B2329" w:rsidRDefault="007B2329" w:rsidP="007B2329">
      <w:r>
        <w:t>160.1179</w:t>
      </w:r>
      <w:r>
        <w:tab/>
        <w:t>1.013e0</w:t>
      </w:r>
    </w:p>
    <w:p w:rsidR="007B2329" w:rsidRDefault="007B2329" w:rsidP="007B2329">
      <w:r>
        <w:t>160.1213</w:t>
      </w:r>
      <w:r>
        <w:tab/>
        <w:t>1.266e-2</w:t>
      </w:r>
    </w:p>
    <w:p w:rsidR="007B2329" w:rsidRDefault="007B2329" w:rsidP="007B2329">
      <w:r>
        <w:t>160.1283</w:t>
      </w:r>
      <w:r>
        <w:tab/>
        <w:t>1.025e0</w:t>
      </w:r>
    </w:p>
    <w:p w:rsidR="007B2329" w:rsidRDefault="007B2329" w:rsidP="007B2329">
      <w:r>
        <w:t>160.1351</w:t>
      </w:r>
      <w:r>
        <w:tab/>
        <w:t>3.038e0</w:t>
      </w:r>
    </w:p>
    <w:p w:rsidR="007B2329" w:rsidRDefault="007B2329" w:rsidP="007B2329">
      <w:r>
        <w:t>160.1487</w:t>
      </w:r>
      <w:r>
        <w:tab/>
        <w:t>2.025e0</w:t>
      </w:r>
    </w:p>
    <w:p w:rsidR="007B2329" w:rsidRDefault="007B2329" w:rsidP="007B2329">
      <w:r>
        <w:t>160.1522</w:t>
      </w:r>
      <w:r>
        <w:tab/>
        <w:t>3.038e0</w:t>
      </w:r>
    </w:p>
    <w:p w:rsidR="007B2329" w:rsidRDefault="007B2329" w:rsidP="007B2329">
      <w:r>
        <w:t>160.1556</w:t>
      </w:r>
      <w:r>
        <w:tab/>
        <w:t>1.013e0</w:t>
      </w:r>
    </w:p>
    <w:p w:rsidR="007B2329" w:rsidRDefault="007B2329" w:rsidP="007B2329">
      <w:r>
        <w:t>160.1633</w:t>
      </w:r>
      <w:r>
        <w:tab/>
        <w:t>2.038e0</w:t>
      </w:r>
    </w:p>
    <w:p w:rsidR="007B2329" w:rsidRDefault="007B2329" w:rsidP="007B2329">
      <w:r>
        <w:t>160.1656</w:t>
      </w:r>
      <w:r>
        <w:tab/>
        <w:t>1.013e0</w:t>
      </w:r>
    </w:p>
    <w:p w:rsidR="007B2329" w:rsidRDefault="007B2329" w:rsidP="007B2329">
      <w:r>
        <w:t>160.1719</w:t>
      </w:r>
      <w:r>
        <w:tab/>
        <w:t>1.013e0</w:t>
      </w:r>
    </w:p>
    <w:p w:rsidR="007B2329" w:rsidRDefault="007B2329" w:rsidP="007B2329">
      <w:r>
        <w:t>160.1752</w:t>
      </w:r>
      <w:r>
        <w:tab/>
        <w:t>1.013e0</w:t>
      </w:r>
    </w:p>
    <w:p w:rsidR="007B2329" w:rsidRDefault="007B2329" w:rsidP="007B2329">
      <w:r>
        <w:t>160.1784</w:t>
      </w:r>
      <w:r>
        <w:tab/>
        <w:t>1.013e0</w:t>
      </w:r>
    </w:p>
    <w:p w:rsidR="007B2329" w:rsidRDefault="007B2329" w:rsidP="007B2329">
      <w:r>
        <w:t>160.1819</w:t>
      </w:r>
      <w:r>
        <w:tab/>
        <w:t>1.013e0</w:t>
      </w:r>
    </w:p>
    <w:p w:rsidR="007B2329" w:rsidRDefault="007B2329" w:rsidP="007B2329">
      <w:r>
        <w:t>160.1888</w:t>
      </w:r>
      <w:r>
        <w:tab/>
        <w:t>1.013e0</w:t>
      </w:r>
    </w:p>
    <w:p w:rsidR="007B2329" w:rsidRDefault="007B2329" w:rsidP="007B2329">
      <w:r>
        <w:lastRenderedPageBreak/>
        <w:t>160.1922</w:t>
      </w:r>
      <w:r>
        <w:tab/>
        <w:t>1.013e0</w:t>
      </w:r>
    </w:p>
    <w:p w:rsidR="007B2329" w:rsidRDefault="007B2329" w:rsidP="007B2329">
      <w:r>
        <w:t>160.2126</w:t>
      </w:r>
      <w:r>
        <w:tab/>
        <w:t>1.013e0</w:t>
      </w:r>
    </w:p>
    <w:p w:rsidR="007B2329" w:rsidRDefault="007B2329" w:rsidP="007B2329">
      <w:r>
        <w:t>160.2179</w:t>
      </w:r>
      <w:r>
        <w:tab/>
        <w:t>1.025e0</w:t>
      </w:r>
    </w:p>
    <w:p w:rsidR="007B2329" w:rsidRDefault="007B2329" w:rsidP="007B2329">
      <w:r>
        <w:t>160.2262</w:t>
      </w:r>
      <w:r>
        <w:tab/>
        <w:t>1.013e0</w:t>
      </w:r>
    </w:p>
    <w:p w:rsidR="007B2329" w:rsidRDefault="007B2329" w:rsidP="007B2329">
      <w:r>
        <w:t>160.2358</w:t>
      </w:r>
      <w:r>
        <w:tab/>
        <w:t>1.013e0</w:t>
      </w:r>
    </w:p>
    <w:p w:rsidR="007B2329" w:rsidRDefault="007B2329" w:rsidP="007B2329">
      <w:r>
        <w:t>160.2424</w:t>
      </w:r>
      <w:r>
        <w:tab/>
        <w:t>3.038e0</w:t>
      </w:r>
    </w:p>
    <w:p w:rsidR="007B2329" w:rsidRDefault="007B2329" w:rsidP="007B2329">
      <w:r>
        <w:t>160.2493</w:t>
      </w:r>
      <w:r>
        <w:tab/>
        <w:t>1.266e-2</w:t>
      </w:r>
    </w:p>
    <w:p w:rsidR="007B2329" w:rsidRDefault="007B2329" w:rsidP="007B2329">
      <w:r>
        <w:t>160.2801</w:t>
      </w:r>
      <w:r>
        <w:tab/>
        <w:t>1.025e0</w:t>
      </w:r>
    </w:p>
    <w:p w:rsidR="007B2329" w:rsidRDefault="007B2329" w:rsidP="007B2329">
      <w:r>
        <w:t>160.2852</w:t>
      </w:r>
      <w:r>
        <w:tab/>
        <w:t>2.025e0</w:t>
      </w:r>
    </w:p>
    <w:p w:rsidR="007B2329" w:rsidRDefault="007B2329" w:rsidP="007B2329">
      <w:r>
        <w:t>160.3063</w:t>
      </w:r>
      <w:r>
        <w:tab/>
        <w:t>1.013e0</w:t>
      </w:r>
    </w:p>
    <w:p w:rsidR="007B2329" w:rsidRDefault="007B2329" w:rsidP="007B2329">
      <w:r>
        <w:t>160.3098</w:t>
      </w:r>
      <w:r>
        <w:tab/>
        <w:t>1.013e0</w:t>
      </w:r>
    </w:p>
    <w:p w:rsidR="007B2329" w:rsidRDefault="007B2329" w:rsidP="007B2329">
      <w:r>
        <w:t>160.3132</w:t>
      </w:r>
      <w:r>
        <w:tab/>
        <w:t>1.013e0</w:t>
      </w:r>
    </w:p>
    <w:p w:rsidR="007B2329" w:rsidRDefault="007B2329" w:rsidP="007B2329">
      <w:r>
        <w:t>160.3167</w:t>
      </w:r>
      <w:r>
        <w:tab/>
        <w:t>3.038e0</w:t>
      </w:r>
    </w:p>
    <w:p w:rsidR="007B2329" w:rsidRDefault="007B2329" w:rsidP="007B2329">
      <w:r>
        <w:t>160.3303</w:t>
      </w:r>
      <w:r>
        <w:tab/>
        <w:t>1.013e0</w:t>
      </w:r>
    </w:p>
    <w:p w:rsidR="007B2329" w:rsidRDefault="007B2329" w:rsidP="007B2329">
      <w:r>
        <w:t>160.3337</w:t>
      </w:r>
      <w:r>
        <w:tab/>
        <w:t>2.025e0</w:t>
      </w:r>
    </w:p>
    <w:p w:rsidR="007B2329" w:rsidRDefault="007B2329" w:rsidP="007B2329">
      <w:r>
        <w:t>160.3441</w:t>
      </w:r>
      <w:r>
        <w:tab/>
        <w:t>1.013e0</w:t>
      </w:r>
    </w:p>
    <w:p w:rsidR="007B2329" w:rsidRDefault="007B2329" w:rsidP="007B2329">
      <w:r>
        <w:t>160.3475</w:t>
      </w:r>
      <w:r>
        <w:tab/>
        <w:t>3.038e0</w:t>
      </w:r>
    </w:p>
    <w:p w:rsidR="007B2329" w:rsidRDefault="007B2329" w:rsidP="007B2329">
      <w:r>
        <w:t>160.3495</w:t>
      </w:r>
      <w:r>
        <w:tab/>
        <w:t>2.025e0</w:t>
      </w:r>
    </w:p>
    <w:p w:rsidR="007B2329" w:rsidRDefault="007B2329" w:rsidP="007B2329">
      <w:r>
        <w:t>160.3507</w:t>
      </w:r>
      <w:r>
        <w:tab/>
        <w:t>1.013e0</w:t>
      </w:r>
    </w:p>
    <w:p w:rsidR="007B2329" w:rsidRDefault="007B2329" w:rsidP="007B2329">
      <w:r>
        <w:lastRenderedPageBreak/>
        <w:t>160.3539</w:t>
      </w:r>
      <w:r>
        <w:tab/>
        <w:t>1.013e0</w:t>
      </w:r>
    </w:p>
    <w:p w:rsidR="007B2329" w:rsidRDefault="007B2329" w:rsidP="007B2329">
      <w:r>
        <w:t>160.3636</w:t>
      </w:r>
      <w:r>
        <w:tab/>
        <w:t>2.025e0</w:t>
      </w:r>
    </w:p>
    <w:p w:rsidR="007B2329" w:rsidRDefault="007B2329" w:rsidP="007B2329">
      <w:r>
        <w:t>160.3703</w:t>
      </w:r>
      <w:r>
        <w:tab/>
        <w:t>1.025e0</w:t>
      </w:r>
    </w:p>
    <w:p w:rsidR="007B2329" w:rsidRDefault="007B2329" w:rsidP="007B2329">
      <w:r>
        <w:t>160.3806</w:t>
      </w:r>
      <w:r>
        <w:tab/>
        <w:t>1.013e0</w:t>
      </w:r>
    </w:p>
    <w:p w:rsidR="007B2329" w:rsidRDefault="007B2329" w:rsidP="007B2329">
      <w:r>
        <w:t>160.3908</w:t>
      </w:r>
      <w:r>
        <w:tab/>
        <w:t>1.013e0</w:t>
      </w:r>
    </w:p>
    <w:p w:rsidR="007B2329" w:rsidRDefault="007B2329" w:rsidP="007B2329">
      <w:r>
        <w:t>160.3977</w:t>
      </w:r>
      <w:r>
        <w:tab/>
        <w:t>1.013e0</w:t>
      </w:r>
    </w:p>
    <w:p w:rsidR="007B2329" w:rsidRDefault="007B2329" w:rsidP="007B2329">
      <w:r>
        <w:t>160.4080</w:t>
      </w:r>
      <w:r>
        <w:tab/>
        <w:t>1.013e0</w:t>
      </w:r>
    </w:p>
    <w:p w:rsidR="007B2329" w:rsidRDefault="007B2329" w:rsidP="007B2329">
      <w:r>
        <w:t>160.4114</w:t>
      </w:r>
      <w:r>
        <w:tab/>
        <w:t>1.013e0</w:t>
      </w:r>
    </w:p>
    <w:p w:rsidR="007B2329" w:rsidRDefault="007B2329" w:rsidP="007B2329">
      <w:r>
        <w:t>160.4147</w:t>
      </w:r>
      <w:r>
        <w:tab/>
        <w:t>1.266e-2</w:t>
      </w:r>
    </w:p>
    <w:p w:rsidR="007B2329" w:rsidRDefault="007B2329" w:rsidP="007B2329">
      <w:r>
        <w:t>160.4226</w:t>
      </w:r>
      <w:r>
        <w:tab/>
        <w:t>2.025e0</w:t>
      </w:r>
    </w:p>
    <w:p w:rsidR="007B2329" w:rsidRDefault="007B2329" w:rsidP="007B2329">
      <w:r>
        <w:t>160.4274</w:t>
      </w:r>
      <w:r>
        <w:tab/>
        <w:t>1.013e0</w:t>
      </w:r>
    </w:p>
    <w:p w:rsidR="007B2329" w:rsidRDefault="007B2329" w:rsidP="007B2329">
      <w:r>
        <w:t>160.4446</w:t>
      </w:r>
      <w:r>
        <w:tab/>
        <w:t>1.013e0</w:t>
      </w:r>
    </w:p>
    <w:p w:rsidR="007B2329" w:rsidRDefault="007B2329" w:rsidP="007B2329">
      <w:r>
        <w:t>160.4549</w:t>
      </w:r>
      <w:r>
        <w:tab/>
        <w:t>1.013e0</w:t>
      </w:r>
    </w:p>
    <w:p w:rsidR="007B2329" w:rsidRDefault="007B2329" w:rsidP="007B2329">
      <w:r>
        <w:t>160.4635</w:t>
      </w:r>
      <w:r>
        <w:tab/>
        <w:t>4.063e0</w:t>
      </w:r>
    </w:p>
    <w:p w:rsidR="007B2329" w:rsidRDefault="007B2329" w:rsidP="007B2329">
      <w:r>
        <w:t>160.4786</w:t>
      </w:r>
      <w:r>
        <w:tab/>
        <w:t>1.013e0</w:t>
      </w:r>
    </w:p>
    <w:p w:rsidR="007B2329" w:rsidRDefault="007B2329" w:rsidP="007B2329">
      <w:r>
        <w:t>160.4796</w:t>
      </w:r>
      <w:r>
        <w:tab/>
        <w:t>1.038e0</w:t>
      </w:r>
    </w:p>
    <w:p w:rsidR="007B2329" w:rsidRDefault="007B2329" w:rsidP="007B2329">
      <w:r>
        <w:t>160.4849</w:t>
      </w:r>
      <w:r>
        <w:tab/>
        <w:t>2.025e0</w:t>
      </w:r>
    </w:p>
    <w:p w:rsidR="007B2329" w:rsidRDefault="007B2329" w:rsidP="007B2329">
      <w:r>
        <w:t>160.4948</w:t>
      </w:r>
      <w:r>
        <w:tab/>
        <w:t>2.025e0</w:t>
      </w:r>
    </w:p>
    <w:p w:rsidR="007B2329" w:rsidRDefault="007B2329" w:rsidP="007B2329">
      <w:r>
        <w:t>160.5188</w:t>
      </w:r>
      <w:r>
        <w:tab/>
        <w:t>1.013e0</w:t>
      </w:r>
    </w:p>
    <w:p w:rsidR="007B2329" w:rsidRDefault="007B2329" w:rsidP="007B2329">
      <w:r>
        <w:lastRenderedPageBreak/>
        <w:t>160.5222</w:t>
      </w:r>
      <w:r>
        <w:tab/>
        <w:t>1.013e0</w:t>
      </w:r>
    </w:p>
    <w:p w:rsidR="007B2329" w:rsidRDefault="007B2329" w:rsidP="007B2329">
      <w:r>
        <w:t>160.5240</w:t>
      </w:r>
      <w:r>
        <w:tab/>
        <w:t>2.025e0</w:t>
      </w:r>
    </w:p>
    <w:p w:rsidR="007B2329" w:rsidRDefault="007B2329" w:rsidP="007B2329">
      <w:r>
        <w:t>160.5360</w:t>
      </w:r>
      <w:r>
        <w:tab/>
        <w:t>1.266e-2</w:t>
      </w:r>
    </w:p>
    <w:p w:rsidR="007B2329" w:rsidRDefault="007B2329" w:rsidP="007B2329">
      <w:r>
        <w:t>160.5380</w:t>
      </w:r>
      <w:r>
        <w:tab/>
        <w:t>2.025e0</w:t>
      </w:r>
    </w:p>
    <w:p w:rsidR="007B2329" w:rsidRDefault="007B2329" w:rsidP="007B2329">
      <w:r>
        <w:t>160.5521</w:t>
      </w:r>
      <w:r>
        <w:tab/>
        <w:t>1.025e0</w:t>
      </w:r>
    </w:p>
    <w:p w:rsidR="007B2329" w:rsidRDefault="007B2329" w:rsidP="007B2329">
      <w:r>
        <w:t>160.5553</w:t>
      </w:r>
      <w:r>
        <w:tab/>
        <w:t>2.025e0</w:t>
      </w:r>
    </w:p>
    <w:p w:rsidR="007B2329" w:rsidRDefault="007B2329" w:rsidP="007B2329">
      <w:r>
        <w:t>160.5622</w:t>
      </w:r>
      <w:r>
        <w:tab/>
        <w:t>3.038e0</w:t>
      </w:r>
    </w:p>
    <w:p w:rsidR="007B2329" w:rsidRDefault="007B2329" w:rsidP="007B2329">
      <w:r>
        <w:t>160.5691</w:t>
      </w:r>
      <w:r>
        <w:tab/>
        <w:t>1.013e0</w:t>
      </w:r>
    </w:p>
    <w:p w:rsidR="007B2329" w:rsidRDefault="007B2329" w:rsidP="007B2329">
      <w:r>
        <w:t>160.5743</w:t>
      </w:r>
      <w:r>
        <w:tab/>
        <w:t>2.051e0</w:t>
      </w:r>
    </w:p>
    <w:p w:rsidR="007B2329" w:rsidRDefault="007B2329" w:rsidP="007B2329">
      <w:r>
        <w:t>160.5845</w:t>
      </w:r>
      <w:r>
        <w:tab/>
        <w:t>1.025e0</w:t>
      </w:r>
    </w:p>
    <w:p w:rsidR="007B2329" w:rsidRDefault="007B2329" w:rsidP="007B2329">
      <w:r>
        <w:t>160.5896</w:t>
      </w:r>
      <w:r>
        <w:tab/>
        <w:t>2.025e0</w:t>
      </w:r>
    </w:p>
    <w:p w:rsidR="007B2329" w:rsidRDefault="007B2329" w:rsidP="007B2329">
      <w:r>
        <w:t>160.5931</w:t>
      </w:r>
      <w:r>
        <w:tab/>
        <w:t>2.025e0</w:t>
      </w:r>
    </w:p>
    <w:p w:rsidR="007B2329" w:rsidRDefault="007B2329" w:rsidP="007B2329">
      <w:r>
        <w:t>160.5949</w:t>
      </w:r>
      <w:r>
        <w:tab/>
        <w:t>1.025e0</w:t>
      </w:r>
    </w:p>
    <w:p w:rsidR="007B2329" w:rsidRDefault="007B2329" w:rsidP="007B2329">
      <w:r>
        <w:t>160.6065</w:t>
      </w:r>
      <w:r>
        <w:tab/>
        <w:t>1.013e0</w:t>
      </w:r>
    </w:p>
    <w:p w:rsidR="007B2329" w:rsidRDefault="007B2329" w:rsidP="007B2329">
      <w:r>
        <w:t>160.6145</w:t>
      </w:r>
      <w:r>
        <w:tab/>
        <w:t>2.025e0</w:t>
      </w:r>
    </w:p>
    <w:p w:rsidR="007B2329" w:rsidRDefault="007B2329" w:rsidP="007B2329">
      <w:r>
        <w:t>160.6228</w:t>
      </w:r>
      <w:r>
        <w:tab/>
        <w:t>1.013e0</w:t>
      </w:r>
    </w:p>
    <w:p w:rsidR="007B2329" w:rsidRDefault="007B2329" w:rsidP="007B2329">
      <w:r>
        <w:t>160.6279</w:t>
      </w:r>
      <w:r>
        <w:tab/>
        <w:t>2.025e0</w:t>
      </w:r>
    </w:p>
    <w:p w:rsidR="007B2329" w:rsidRDefault="007B2329" w:rsidP="007B2329">
      <w:r>
        <w:t>160.6297</w:t>
      </w:r>
      <w:r>
        <w:tab/>
        <w:t>2.025e0</w:t>
      </w:r>
    </w:p>
    <w:p w:rsidR="007B2329" w:rsidRDefault="007B2329" w:rsidP="007B2329">
      <w:r>
        <w:t>160.6366</w:t>
      </w:r>
      <w:r>
        <w:tab/>
        <w:t>1.013e0</w:t>
      </w:r>
    </w:p>
    <w:p w:rsidR="007B2329" w:rsidRDefault="007B2329" w:rsidP="007B2329">
      <w:r>
        <w:lastRenderedPageBreak/>
        <w:t>160.6400</w:t>
      </w:r>
      <w:r>
        <w:tab/>
        <w:t>1.013e0</w:t>
      </w:r>
    </w:p>
    <w:p w:rsidR="007B2329" w:rsidRDefault="007B2329" w:rsidP="007B2329">
      <w:r>
        <w:t>160.6434</w:t>
      </w:r>
      <w:r>
        <w:tab/>
        <w:t>1.013e0</w:t>
      </w:r>
    </w:p>
    <w:p w:rsidR="007B2329" w:rsidRDefault="007B2329" w:rsidP="007B2329">
      <w:r>
        <w:t>160.6502</w:t>
      </w:r>
      <w:r>
        <w:tab/>
        <w:t>2.025e0</w:t>
      </w:r>
    </w:p>
    <w:p w:rsidR="007B2329" w:rsidRDefault="007B2329" w:rsidP="007B2329">
      <w:r>
        <w:t>160.6628</w:t>
      </w:r>
      <w:r>
        <w:tab/>
        <w:t>3.038e0</w:t>
      </w:r>
    </w:p>
    <w:p w:rsidR="007B2329" w:rsidRDefault="007B2329" w:rsidP="007B2329">
      <w:r>
        <w:t>160.6672</w:t>
      </w:r>
      <w:r>
        <w:tab/>
        <w:t>1.013e0</w:t>
      </w:r>
    </w:p>
    <w:p w:rsidR="007B2329" w:rsidRDefault="007B2329" w:rsidP="007B2329">
      <w:r>
        <w:t>160.6705</w:t>
      </w:r>
      <w:r>
        <w:tab/>
        <w:t>1.266e-2</w:t>
      </w:r>
    </w:p>
    <w:p w:rsidR="007B2329" w:rsidRDefault="007B2329" w:rsidP="007B2329">
      <w:r>
        <w:t>160.6737</w:t>
      </w:r>
      <w:r>
        <w:tab/>
        <w:t>1.013e0</w:t>
      </w:r>
    </w:p>
    <w:p w:rsidR="007B2329" w:rsidRDefault="007B2329" w:rsidP="007B2329">
      <w:r>
        <w:t>160.6768</w:t>
      </w:r>
      <w:r>
        <w:tab/>
        <w:t>1.013e0</w:t>
      </w:r>
    </w:p>
    <w:p w:rsidR="007B2329" w:rsidRDefault="007B2329" w:rsidP="007B2329">
      <w:r>
        <w:t>160.6868</w:t>
      </w:r>
      <w:r>
        <w:tab/>
        <w:t>1.013e0</w:t>
      </w:r>
    </w:p>
    <w:p w:rsidR="007B2329" w:rsidRDefault="007B2329" w:rsidP="007B2329">
      <w:r>
        <w:t>160.7006</w:t>
      </w:r>
      <w:r>
        <w:tab/>
        <w:t>1.013e0</w:t>
      </w:r>
    </w:p>
    <w:p w:rsidR="007B2329" w:rsidRDefault="007B2329" w:rsidP="007B2329">
      <w:r>
        <w:t>160.7074</w:t>
      </w:r>
      <w:r>
        <w:tab/>
        <w:t>2.025e0</w:t>
      </w:r>
    </w:p>
    <w:p w:rsidR="007B2329" w:rsidRDefault="007B2329" w:rsidP="007B2329">
      <w:r>
        <w:t>160.7108</w:t>
      </w:r>
      <w:r>
        <w:tab/>
        <w:t>1.013e0</w:t>
      </w:r>
    </w:p>
    <w:p w:rsidR="007B2329" w:rsidRDefault="007B2329" w:rsidP="007B2329">
      <w:r>
        <w:t>160.7211</w:t>
      </w:r>
      <w:r>
        <w:tab/>
        <w:t>2.025e0</w:t>
      </w:r>
    </w:p>
    <w:p w:rsidR="007B2329" w:rsidRDefault="007B2329" w:rsidP="007B2329">
      <w:r>
        <w:t>160.7246</w:t>
      </w:r>
      <w:r>
        <w:tab/>
        <w:t>2.025e0</w:t>
      </w:r>
    </w:p>
    <w:p w:rsidR="007B2329" w:rsidRDefault="007B2329" w:rsidP="007B2329">
      <w:r>
        <w:t>160.7361</w:t>
      </w:r>
      <w:r>
        <w:tab/>
        <w:t>2.025e0</w:t>
      </w:r>
    </w:p>
    <w:p w:rsidR="007B2329" w:rsidRDefault="007B2329" w:rsidP="007B2329">
      <w:r>
        <w:t>160.7377</w:t>
      </w:r>
      <w:r>
        <w:tab/>
        <w:t>1.013e0</w:t>
      </w:r>
    </w:p>
    <w:p w:rsidR="007B2329" w:rsidRDefault="007B2329" w:rsidP="007B2329">
      <w:r>
        <w:t>160.7543</w:t>
      </w:r>
      <w:r>
        <w:tab/>
        <w:t>1.013e0</w:t>
      </w:r>
    </w:p>
    <w:p w:rsidR="007B2329" w:rsidRDefault="007B2329" w:rsidP="007B2329">
      <w:r>
        <w:t>160.7578</w:t>
      </w:r>
      <w:r>
        <w:tab/>
        <w:t>1.013e0</w:t>
      </w:r>
    </w:p>
    <w:p w:rsidR="007B2329" w:rsidRDefault="007B2329" w:rsidP="007B2329">
      <w:r>
        <w:t>160.7607</w:t>
      </w:r>
      <w:r>
        <w:tab/>
        <w:t>1.529e0</w:t>
      </w:r>
    </w:p>
    <w:p w:rsidR="007B2329" w:rsidRDefault="007B2329" w:rsidP="007B2329">
      <w:r>
        <w:lastRenderedPageBreak/>
        <w:t>160.7663</w:t>
      </w:r>
      <w:r>
        <w:tab/>
        <w:t>2.025e0</w:t>
      </w:r>
    </w:p>
    <w:p w:rsidR="007B2329" w:rsidRDefault="007B2329" w:rsidP="007B2329">
      <w:r>
        <w:t>160.7731</w:t>
      </w:r>
      <w:r>
        <w:tab/>
        <w:t>2.025e0</w:t>
      </w:r>
    </w:p>
    <w:p w:rsidR="007B2329" w:rsidRDefault="007B2329" w:rsidP="007B2329">
      <w:r>
        <w:t>160.7800</w:t>
      </w:r>
      <w:r>
        <w:tab/>
        <w:t>4.051e0</w:t>
      </w:r>
    </w:p>
    <w:p w:rsidR="007B2329" w:rsidRDefault="007B2329" w:rsidP="007B2329">
      <w:r>
        <w:t>160.7817</w:t>
      </w:r>
      <w:r>
        <w:tab/>
        <w:t>2.025e0</w:t>
      </w:r>
    </w:p>
    <w:p w:rsidR="007B2329" w:rsidRDefault="007B2329" w:rsidP="007B2329">
      <w:r>
        <w:t>160.8049</w:t>
      </w:r>
      <w:r>
        <w:tab/>
        <w:t>1.266e-2</w:t>
      </w:r>
    </w:p>
    <w:p w:rsidR="007B2329" w:rsidRDefault="007B2329" w:rsidP="007B2329">
      <w:r>
        <w:t>160.8081</w:t>
      </w:r>
      <w:r>
        <w:tab/>
        <w:t>1.266e-2</w:t>
      </w:r>
    </w:p>
    <w:p w:rsidR="007B2329" w:rsidRDefault="007B2329" w:rsidP="007B2329">
      <w:r>
        <w:t>160.8149</w:t>
      </w:r>
      <w:r>
        <w:tab/>
        <w:t>1.266e-2</w:t>
      </w:r>
    </w:p>
    <w:p w:rsidR="007B2329" w:rsidRDefault="007B2329" w:rsidP="007B2329">
      <w:r>
        <w:t>160.8286</w:t>
      </w:r>
      <w:r>
        <w:tab/>
        <w:t>1.013e0</w:t>
      </w:r>
    </w:p>
    <w:p w:rsidR="007B2329" w:rsidRDefault="007B2329" w:rsidP="007B2329">
      <w:r>
        <w:t>160.8321</w:t>
      </w:r>
      <w:r>
        <w:tab/>
        <w:t>1.013e0</w:t>
      </w:r>
    </w:p>
    <w:p w:rsidR="007B2329" w:rsidRDefault="007B2329" w:rsidP="007B2329">
      <w:r>
        <w:t>160.8423</w:t>
      </w:r>
      <w:r>
        <w:tab/>
        <w:t>1.013e0</w:t>
      </w:r>
    </w:p>
    <w:p w:rsidR="007B2329" w:rsidRDefault="007B2329" w:rsidP="007B2329">
      <w:r>
        <w:t>160.8526</w:t>
      </w:r>
      <w:r>
        <w:tab/>
        <w:t>1.013e0</w:t>
      </w:r>
    </w:p>
    <w:p w:rsidR="007B2329" w:rsidRDefault="007B2329" w:rsidP="007B2329">
      <w:r>
        <w:t>160.8561</w:t>
      </w:r>
      <w:r>
        <w:tab/>
        <w:t>1.013e0</w:t>
      </w:r>
    </w:p>
    <w:p w:rsidR="007B2329" w:rsidRDefault="007B2329" w:rsidP="007B2329">
      <w:r>
        <w:t>160.8689</w:t>
      </w:r>
      <w:r>
        <w:tab/>
        <w:t>1.013e0</w:t>
      </w:r>
    </w:p>
    <w:p w:rsidR="007B2329" w:rsidRDefault="007B2329" w:rsidP="007B2329">
      <w:r>
        <w:t>160.8721</w:t>
      </w:r>
      <w:r>
        <w:tab/>
        <w:t>1.013e0</w:t>
      </w:r>
    </w:p>
    <w:p w:rsidR="007B2329" w:rsidRDefault="007B2329" w:rsidP="007B2329">
      <w:r>
        <w:t>160.8806</w:t>
      </w:r>
      <w:r>
        <w:tab/>
        <w:t>2.025e0</w:t>
      </w:r>
    </w:p>
    <w:p w:rsidR="007B2329" w:rsidRDefault="007B2329" w:rsidP="007B2329">
      <w:r>
        <w:t>160.8995</w:t>
      </w:r>
      <w:r>
        <w:tab/>
        <w:t>1.013e0</w:t>
      </w:r>
    </w:p>
    <w:p w:rsidR="007B2329" w:rsidRDefault="007B2329" w:rsidP="007B2329">
      <w:r>
        <w:t>160.9030</w:t>
      </w:r>
      <w:r>
        <w:tab/>
        <w:t>2.025e0</w:t>
      </w:r>
    </w:p>
    <w:p w:rsidR="007B2329" w:rsidRDefault="007B2329" w:rsidP="007B2329">
      <w:r>
        <w:t>160.9098</w:t>
      </w:r>
      <w:r>
        <w:tab/>
        <w:t>2.025e0</w:t>
      </w:r>
    </w:p>
    <w:p w:rsidR="007B2329" w:rsidRDefault="007B2329" w:rsidP="007B2329">
      <w:r>
        <w:t>160.9132</w:t>
      </w:r>
      <w:r>
        <w:tab/>
        <w:t>1.013e0</w:t>
      </w:r>
    </w:p>
    <w:p w:rsidR="007B2329" w:rsidRDefault="007B2329" w:rsidP="007B2329">
      <w:r>
        <w:lastRenderedPageBreak/>
        <w:t>160.9167</w:t>
      </w:r>
      <w:r>
        <w:tab/>
        <w:t>1.013e0</w:t>
      </w:r>
    </w:p>
    <w:p w:rsidR="007B2329" w:rsidRDefault="007B2329" w:rsidP="007B2329">
      <w:r>
        <w:t>160.9234</w:t>
      </w:r>
      <w:r>
        <w:tab/>
        <w:t>2.025e0</w:t>
      </w:r>
    </w:p>
    <w:p w:rsidR="007B2329" w:rsidRDefault="007B2329" w:rsidP="007B2329">
      <w:r>
        <w:t>160.9266</w:t>
      </w:r>
      <w:r>
        <w:tab/>
        <w:t>2.025e0</w:t>
      </w:r>
    </w:p>
    <w:p w:rsidR="007B2329" w:rsidRDefault="007B2329" w:rsidP="007B2329">
      <w:r>
        <w:t>160.9330</w:t>
      </w:r>
      <w:r>
        <w:tab/>
        <w:t>1.266e-2</w:t>
      </w:r>
    </w:p>
    <w:p w:rsidR="007B2329" w:rsidRDefault="007B2329" w:rsidP="007B2329">
      <w:r>
        <w:t>160.9430</w:t>
      </w:r>
      <w:r>
        <w:tab/>
        <w:t>1.051e0</w:t>
      </w:r>
    </w:p>
    <w:p w:rsidR="007B2329" w:rsidRDefault="007B2329" w:rsidP="007B2329">
      <w:r>
        <w:t>160.9499</w:t>
      </w:r>
      <w:r>
        <w:tab/>
        <w:t>1.013e0</w:t>
      </w:r>
    </w:p>
    <w:p w:rsidR="007B2329" w:rsidRDefault="007B2329" w:rsidP="007B2329">
      <w:r>
        <w:t>160.9533</w:t>
      </w:r>
      <w:r>
        <w:tab/>
        <w:t>1.013e0</w:t>
      </w:r>
    </w:p>
    <w:p w:rsidR="007B2329" w:rsidRDefault="007B2329" w:rsidP="007B2329">
      <w:r>
        <w:t>160.9567</w:t>
      </w:r>
      <w:r>
        <w:tab/>
        <w:t>2.025e0</w:t>
      </w:r>
    </w:p>
    <w:p w:rsidR="007B2329" w:rsidRDefault="007B2329" w:rsidP="007B2329">
      <w:r>
        <w:t>160.9669</w:t>
      </w:r>
      <w:r>
        <w:tab/>
        <w:t>2.025e0</w:t>
      </w:r>
    </w:p>
    <w:p w:rsidR="007B2329" w:rsidRDefault="007B2329" w:rsidP="007B2329">
      <w:r>
        <w:t>160.9842</w:t>
      </w:r>
      <w:r>
        <w:tab/>
        <w:t>1.013e0</w:t>
      </w:r>
    </w:p>
    <w:p w:rsidR="007B2329" w:rsidRDefault="007B2329" w:rsidP="007B2329">
      <w:r>
        <w:t>160.9971</w:t>
      </w:r>
      <w:r>
        <w:tab/>
        <w:t>1.013e0</w:t>
      </w:r>
    </w:p>
    <w:p w:rsidR="007B2329" w:rsidRDefault="007B2329" w:rsidP="007B2329">
      <w:r>
        <w:t>160.9988</w:t>
      </w:r>
      <w:r>
        <w:tab/>
        <w:t>2.025e0</w:t>
      </w:r>
    </w:p>
    <w:p w:rsidR="007B2329" w:rsidRDefault="007B2329" w:rsidP="007B2329">
      <w:r>
        <w:t>161.0003</w:t>
      </w:r>
      <w:r>
        <w:tab/>
        <w:t>1.013e0</w:t>
      </w:r>
    </w:p>
    <w:p w:rsidR="007B2329" w:rsidRDefault="007B2329" w:rsidP="007B2329">
      <w:r>
        <w:t>161.0174</w:t>
      </w:r>
      <w:r>
        <w:tab/>
        <w:t>2.025e0</w:t>
      </w:r>
    </w:p>
    <w:p w:rsidR="007B2329" w:rsidRDefault="007B2329" w:rsidP="007B2329">
      <w:r>
        <w:t>161.0242</w:t>
      </w:r>
      <w:r>
        <w:tab/>
        <w:t>1.013e0</w:t>
      </w:r>
    </w:p>
    <w:p w:rsidR="007B2329" w:rsidRDefault="007B2329" w:rsidP="007B2329">
      <w:r>
        <w:t>161.0276</w:t>
      </w:r>
      <w:r>
        <w:tab/>
        <w:t>1.013e0</w:t>
      </w:r>
    </w:p>
    <w:p w:rsidR="007B2329" w:rsidRDefault="007B2329" w:rsidP="007B2329">
      <w:r>
        <w:t>161.0328</w:t>
      </w:r>
      <w:r>
        <w:tab/>
        <w:t>2.532e-2</w:t>
      </w:r>
    </w:p>
    <w:p w:rsidR="007B2329" w:rsidRDefault="007B2329" w:rsidP="007B2329">
      <w:r>
        <w:t>161.0362</w:t>
      </w:r>
      <w:r>
        <w:tab/>
        <w:t>2.025e0</w:t>
      </w:r>
    </w:p>
    <w:p w:rsidR="007B2329" w:rsidRDefault="007B2329" w:rsidP="007B2329">
      <w:r>
        <w:t>161.0414</w:t>
      </w:r>
      <w:r>
        <w:tab/>
        <w:t>1.013e0</w:t>
      </w:r>
    </w:p>
    <w:p w:rsidR="007B2329" w:rsidRDefault="007B2329" w:rsidP="007B2329">
      <w:r>
        <w:lastRenderedPageBreak/>
        <w:t>161.0448</w:t>
      </w:r>
      <w:r>
        <w:tab/>
        <w:t>1.266e-2</w:t>
      </w:r>
    </w:p>
    <w:p w:rsidR="007B2329" w:rsidRDefault="007B2329" w:rsidP="007B2329">
      <w:r>
        <w:t>161.0483</w:t>
      </w:r>
      <w:r>
        <w:tab/>
        <w:t>1.013e0</w:t>
      </w:r>
    </w:p>
    <w:p w:rsidR="007B2329" w:rsidRDefault="007B2329" w:rsidP="007B2329">
      <w:r>
        <w:t>161.0612</w:t>
      </w:r>
      <w:r>
        <w:tab/>
        <w:t>1.266e-2</w:t>
      </w:r>
    </w:p>
    <w:p w:rsidR="007B2329" w:rsidRDefault="007B2329" w:rsidP="007B2329">
      <w:r>
        <w:t>161.0708</w:t>
      </w:r>
      <w:r>
        <w:tab/>
        <w:t>5.063e0</w:t>
      </w:r>
    </w:p>
    <w:p w:rsidR="007B2329" w:rsidRDefault="007B2329" w:rsidP="007B2329">
      <w:r>
        <w:t>161.0780</w:t>
      </w:r>
      <w:r>
        <w:tab/>
        <w:t>1.266e-2</w:t>
      </w:r>
    </w:p>
    <w:p w:rsidR="007B2329" w:rsidRDefault="007B2329" w:rsidP="007B2329">
      <w:r>
        <w:t>161.0814</w:t>
      </w:r>
      <w:r>
        <w:tab/>
        <w:t>3.038e0</w:t>
      </w:r>
    </w:p>
    <w:p w:rsidR="007B2329" w:rsidRDefault="007B2329" w:rsidP="007B2329">
      <w:r>
        <w:t>161.0900</w:t>
      </w:r>
      <w:r>
        <w:tab/>
        <w:t>4.076e0</w:t>
      </w:r>
    </w:p>
    <w:p w:rsidR="007B2329" w:rsidRDefault="007B2329" w:rsidP="007B2329">
      <w:r>
        <w:t>161.1066</w:t>
      </w:r>
      <w:r>
        <w:tab/>
        <w:t>2.051e0</w:t>
      </w:r>
    </w:p>
    <w:p w:rsidR="007B2329" w:rsidRDefault="007B2329" w:rsidP="007B2329">
      <w:r>
        <w:t>161.1108</w:t>
      </w:r>
      <w:r>
        <w:tab/>
        <w:t>1.038e0</w:t>
      </w:r>
    </w:p>
    <w:p w:rsidR="007B2329" w:rsidRDefault="007B2329" w:rsidP="007B2329">
      <w:r>
        <w:t>161.1302</w:t>
      </w:r>
      <w:r>
        <w:tab/>
        <w:t>2.025e0</w:t>
      </w:r>
    </w:p>
    <w:p w:rsidR="007B2329" w:rsidRDefault="007B2329" w:rsidP="007B2329">
      <w:r>
        <w:t>161.1351</w:t>
      </w:r>
      <w:r>
        <w:tab/>
        <w:t>1.013e0</w:t>
      </w:r>
    </w:p>
    <w:p w:rsidR="007B2329" w:rsidRDefault="007B2329" w:rsidP="007B2329">
      <w:r>
        <w:t>161.1507</w:t>
      </w:r>
      <w:r>
        <w:tab/>
        <w:t>2.025e0</w:t>
      </w:r>
    </w:p>
    <w:p w:rsidR="007B2329" w:rsidRDefault="007B2329" w:rsidP="007B2329">
      <w:r>
        <w:t>161.1541</w:t>
      </w:r>
      <w:r>
        <w:tab/>
        <w:t>2.025e0</w:t>
      </w:r>
    </w:p>
    <w:p w:rsidR="007B2329" w:rsidRDefault="007B2329" w:rsidP="007B2329">
      <w:r>
        <w:t>161.1592</w:t>
      </w:r>
      <w:r>
        <w:tab/>
        <w:t>3.038e0</w:t>
      </w:r>
    </w:p>
    <w:p w:rsidR="007B2329" w:rsidRDefault="007B2329" w:rsidP="007B2329">
      <w:r>
        <w:t>161.1695</w:t>
      </w:r>
      <w:r>
        <w:tab/>
        <w:t>1.013e0</w:t>
      </w:r>
    </w:p>
    <w:p w:rsidR="007B2329" w:rsidRDefault="007B2329" w:rsidP="007B2329">
      <w:r>
        <w:t>161.1730</w:t>
      </w:r>
      <w:r>
        <w:tab/>
        <w:t>1.266e-2</w:t>
      </w:r>
    </w:p>
    <w:p w:rsidR="007B2329" w:rsidRDefault="007B2329" w:rsidP="007B2329">
      <w:r>
        <w:t>161.1799</w:t>
      </w:r>
      <w:r>
        <w:tab/>
        <w:t>1.013e0</w:t>
      </w:r>
    </w:p>
    <w:p w:rsidR="007B2329" w:rsidRDefault="007B2329" w:rsidP="007B2329">
      <w:r>
        <w:t>161.1863</w:t>
      </w:r>
      <w:r>
        <w:tab/>
        <w:t>1.025e0</w:t>
      </w:r>
    </w:p>
    <w:p w:rsidR="007B2329" w:rsidRDefault="007B2329" w:rsidP="007B2329">
      <w:r>
        <w:t>161.1926</w:t>
      </w:r>
      <w:r>
        <w:tab/>
        <w:t>1.013e0</w:t>
      </w:r>
    </w:p>
    <w:p w:rsidR="007B2329" w:rsidRDefault="007B2329" w:rsidP="007B2329">
      <w:r>
        <w:lastRenderedPageBreak/>
        <w:t>161.2062</w:t>
      </w:r>
      <w:r>
        <w:tab/>
        <w:t>1.013e0</w:t>
      </w:r>
    </w:p>
    <w:p w:rsidR="007B2329" w:rsidRDefault="007B2329" w:rsidP="007B2329">
      <w:r>
        <w:t>161.2096</w:t>
      </w:r>
      <w:r>
        <w:tab/>
        <w:t>3.038e0</w:t>
      </w:r>
    </w:p>
    <w:p w:rsidR="007B2329" w:rsidRDefault="007B2329" w:rsidP="007B2329">
      <w:r>
        <w:t>161.2233</w:t>
      </w:r>
      <w:r>
        <w:tab/>
        <w:t>2.025e0</w:t>
      </w:r>
    </w:p>
    <w:p w:rsidR="007B2329" w:rsidRDefault="007B2329" w:rsidP="007B2329">
      <w:r>
        <w:t>161.2472</w:t>
      </w:r>
      <w:r>
        <w:tab/>
        <w:t>2.025e0</w:t>
      </w:r>
    </w:p>
    <w:p w:rsidR="007B2329" w:rsidRDefault="007B2329" w:rsidP="007B2329">
      <w:r>
        <w:t>161.2600</w:t>
      </w:r>
      <w:r>
        <w:tab/>
        <w:t>1.013e0</w:t>
      </w:r>
    </w:p>
    <w:p w:rsidR="007B2329" w:rsidRDefault="007B2329" w:rsidP="007B2329">
      <w:r>
        <w:t>161.2703</w:t>
      </w:r>
      <w:r>
        <w:tab/>
        <w:t>2.025e0</w:t>
      </w:r>
    </w:p>
    <w:p w:rsidR="007B2329" w:rsidRDefault="007B2329" w:rsidP="007B2329">
      <w:r>
        <w:t>161.2756</w:t>
      </w:r>
      <w:r>
        <w:tab/>
        <w:t>3.038e0</w:t>
      </w:r>
    </w:p>
    <w:p w:rsidR="007B2329" w:rsidRDefault="007B2329" w:rsidP="007B2329">
      <w:r>
        <w:t>161.2840</w:t>
      </w:r>
      <w:r>
        <w:tab/>
        <w:t>1.013e0</w:t>
      </w:r>
    </w:p>
    <w:p w:rsidR="007B2329" w:rsidRDefault="007B2329" w:rsidP="007B2329">
      <w:r>
        <w:t>161.2857</w:t>
      </w:r>
      <w:r>
        <w:tab/>
        <w:t>2.025e0</w:t>
      </w:r>
    </w:p>
    <w:p w:rsidR="007B2329" w:rsidRDefault="007B2329" w:rsidP="007B2329">
      <w:r>
        <w:t>161.2874</w:t>
      </w:r>
      <w:r>
        <w:tab/>
        <w:t>1.266e-2</w:t>
      </w:r>
    </w:p>
    <w:p w:rsidR="007B2329" w:rsidRDefault="007B2329" w:rsidP="007B2329">
      <w:r>
        <w:t>161.3274</w:t>
      </w:r>
      <w:r>
        <w:tab/>
        <w:t>1.013e0</w:t>
      </w:r>
    </w:p>
    <w:p w:rsidR="007B2329" w:rsidRDefault="007B2329" w:rsidP="007B2329">
      <w:r>
        <w:t>161.3344</w:t>
      </w:r>
      <w:r>
        <w:tab/>
        <w:t>1.025e0</w:t>
      </w:r>
    </w:p>
    <w:p w:rsidR="007B2329" w:rsidRDefault="007B2329" w:rsidP="007B2329">
      <w:r>
        <w:t>161.3412</w:t>
      </w:r>
      <w:r>
        <w:tab/>
        <w:t>1.013e0</w:t>
      </w:r>
    </w:p>
    <w:p w:rsidR="007B2329" w:rsidRDefault="007B2329" w:rsidP="007B2329">
      <w:r>
        <w:t>161.3464</w:t>
      </w:r>
      <w:r>
        <w:tab/>
        <w:t>2.025e0</w:t>
      </w:r>
    </w:p>
    <w:p w:rsidR="007B2329" w:rsidRDefault="007B2329" w:rsidP="007B2329">
      <w:r>
        <w:t>161.3549</w:t>
      </w:r>
      <w:r>
        <w:tab/>
        <w:t>1.013e0</w:t>
      </w:r>
    </w:p>
    <w:p w:rsidR="007B2329" w:rsidRDefault="007B2329" w:rsidP="007B2329">
      <w:r>
        <w:t>161.3584</w:t>
      </w:r>
      <w:r>
        <w:tab/>
        <w:t>1.013e0</w:t>
      </w:r>
    </w:p>
    <w:p w:rsidR="007B2329" w:rsidRDefault="007B2329" w:rsidP="007B2329">
      <w:r>
        <w:t>161.3618</w:t>
      </w:r>
      <w:r>
        <w:tab/>
        <w:t>1.013e0</w:t>
      </w:r>
    </w:p>
    <w:p w:rsidR="007B2329" w:rsidRDefault="007B2329" w:rsidP="007B2329">
      <w:r>
        <w:t>161.3670</w:t>
      </w:r>
      <w:r>
        <w:tab/>
        <w:t>2.025e0</w:t>
      </w:r>
    </w:p>
    <w:p w:rsidR="007B2329" w:rsidRDefault="007B2329" w:rsidP="007B2329">
      <w:r>
        <w:t>161.3687</w:t>
      </w:r>
      <w:r>
        <w:tab/>
        <w:t>1.013e0</w:t>
      </w:r>
    </w:p>
    <w:p w:rsidR="007B2329" w:rsidRDefault="007B2329" w:rsidP="007B2329">
      <w:r>
        <w:lastRenderedPageBreak/>
        <w:t>161.3820</w:t>
      </w:r>
      <w:r>
        <w:tab/>
        <w:t>1.013e0</w:t>
      </w:r>
    </w:p>
    <w:p w:rsidR="007B2329" w:rsidRDefault="007B2329" w:rsidP="007B2329">
      <w:r>
        <w:t>161.3885</w:t>
      </w:r>
      <w:r>
        <w:tab/>
        <w:t>2.025e0</w:t>
      </w:r>
    </w:p>
    <w:p w:rsidR="007B2329" w:rsidRDefault="007B2329" w:rsidP="007B2329">
      <w:r>
        <w:t>161.4088</w:t>
      </w:r>
      <w:r>
        <w:tab/>
        <w:t>1.013e0</w:t>
      </w:r>
    </w:p>
    <w:p w:rsidR="007B2329" w:rsidRDefault="007B2329" w:rsidP="007B2329">
      <w:r>
        <w:t>161.4123</w:t>
      </w:r>
      <w:r>
        <w:tab/>
        <w:t>2.025e0</w:t>
      </w:r>
    </w:p>
    <w:p w:rsidR="007B2329" w:rsidRDefault="007B2329" w:rsidP="007B2329">
      <w:r>
        <w:t>161.4191</w:t>
      </w:r>
      <w:r>
        <w:tab/>
        <w:t>1.013e0</w:t>
      </w:r>
    </w:p>
    <w:p w:rsidR="007B2329" w:rsidRDefault="007B2329" w:rsidP="007B2329">
      <w:r>
        <w:t>161.4329</w:t>
      </w:r>
      <w:r>
        <w:tab/>
        <w:t>2.025e0</w:t>
      </w:r>
    </w:p>
    <w:p w:rsidR="007B2329" w:rsidRDefault="007B2329" w:rsidP="007B2329">
      <w:r>
        <w:t>161.4481</w:t>
      </w:r>
      <w:r>
        <w:tab/>
        <w:t>2.025e0</w:t>
      </w:r>
    </w:p>
    <w:p w:rsidR="007B2329" w:rsidRDefault="007B2329" w:rsidP="007B2329">
      <w:r>
        <w:t>161.4527</w:t>
      </w:r>
      <w:r>
        <w:tab/>
        <w:t>1.266e-2</w:t>
      </w:r>
    </w:p>
    <w:p w:rsidR="007B2329" w:rsidRDefault="007B2329" w:rsidP="007B2329">
      <w:r>
        <w:t>161.4609</w:t>
      </w:r>
      <w:r>
        <w:tab/>
        <w:t>2.025e0</w:t>
      </w:r>
    </w:p>
    <w:p w:rsidR="007B2329" w:rsidRDefault="007B2329" w:rsidP="007B2329">
      <w:r>
        <w:t>161.4677</w:t>
      </w:r>
      <w:r>
        <w:tab/>
        <w:t>1.025e0</w:t>
      </w:r>
    </w:p>
    <w:p w:rsidR="007B2329" w:rsidRDefault="007B2329" w:rsidP="007B2329">
      <w:r>
        <w:t>161.4798</w:t>
      </w:r>
      <w:r>
        <w:tab/>
        <w:t>1.013e0</w:t>
      </w:r>
    </w:p>
    <w:p w:rsidR="007B2329" w:rsidRDefault="007B2329" w:rsidP="007B2329">
      <w:r>
        <w:t>161.4866</w:t>
      </w:r>
      <w:r>
        <w:tab/>
        <w:t>2.025e0</w:t>
      </w:r>
    </w:p>
    <w:p w:rsidR="007B2329" w:rsidRDefault="007B2329" w:rsidP="007B2329">
      <w:r>
        <w:t>161.5039</w:t>
      </w:r>
      <w:r>
        <w:tab/>
        <w:t>1.266e-2</w:t>
      </w:r>
    </w:p>
    <w:p w:rsidR="007B2329" w:rsidRDefault="007B2329" w:rsidP="007B2329">
      <w:r>
        <w:t>161.5170</w:t>
      </w:r>
      <w:r>
        <w:tab/>
        <w:t>3.038e0</w:t>
      </w:r>
    </w:p>
    <w:p w:rsidR="007B2329" w:rsidRDefault="007B2329" w:rsidP="007B2329">
      <w:r>
        <w:t>161.5198</w:t>
      </w:r>
      <w:r>
        <w:tab/>
        <w:t>2.849e0</w:t>
      </w:r>
    </w:p>
    <w:p w:rsidR="007B2329" w:rsidRDefault="007B2329" w:rsidP="007B2329">
      <w:r>
        <w:t>161.5233</w:t>
      </w:r>
      <w:r>
        <w:tab/>
        <w:t>1.013e0</w:t>
      </w:r>
    </w:p>
    <w:p w:rsidR="007B2329" w:rsidRDefault="007B2329" w:rsidP="007B2329">
      <w:r>
        <w:t>161.5406</w:t>
      </w:r>
      <w:r>
        <w:tab/>
        <w:t>2.025e0</w:t>
      </w:r>
    </w:p>
    <w:p w:rsidR="007B2329" w:rsidRDefault="007B2329" w:rsidP="007B2329">
      <w:r>
        <w:t>161.5440</w:t>
      </w:r>
      <w:r>
        <w:tab/>
        <w:t>2.025e0</w:t>
      </w:r>
    </w:p>
    <w:p w:rsidR="007B2329" w:rsidRDefault="007B2329" w:rsidP="007B2329">
      <w:r>
        <w:t>161.5508</w:t>
      </w:r>
      <w:r>
        <w:tab/>
        <w:t>1.013e0</w:t>
      </w:r>
    </w:p>
    <w:p w:rsidR="007B2329" w:rsidRDefault="007B2329" w:rsidP="007B2329">
      <w:r>
        <w:lastRenderedPageBreak/>
        <w:t>161.5594</w:t>
      </w:r>
      <w:r>
        <w:tab/>
        <w:t>2.025e0</w:t>
      </w:r>
    </w:p>
    <w:p w:rsidR="007B2329" w:rsidRDefault="007B2329" w:rsidP="007B2329">
      <w:r>
        <w:t>161.5611</w:t>
      </w:r>
      <w:r>
        <w:tab/>
        <w:t>1.013e0</w:t>
      </w:r>
    </w:p>
    <w:p w:rsidR="007B2329" w:rsidRDefault="007B2329" w:rsidP="007B2329">
      <w:r>
        <w:t>161.5697</w:t>
      </w:r>
      <w:r>
        <w:tab/>
        <w:t>2.025e0</w:t>
      </w:r>
    </w:p>
    <w:p w:rsidR="007B2329" w:rsidRDefault="007B2329" w:rsidP="007B2329">
      <w:r>
        <w:t>161.5780</w:t>
      </w:r>
      <w:r>
        <w:tab/>
        <w:t>1.013e0</w:t>
      </w:r>
    </w:p>
    <w:p w:rsidR="007B2329" w:rsidRDefault="007B2329" w:rsidP="007B2329">
      <w:r>
        <w:t>161.5844</w:t>
      </w:r>
      <w:r>
        <w:tab/>
        <w:t>1.013e0</w:t>
      </w:r>
    </w:p>
    <w:p w:rsidR="007B2329" w:rsidRDefault="007B2329" w:rsidP="007B2329">
      <w:r>
        <w:t>161.5909</w:t>
      </w:r>
      <w:r>
        <w:tab/>
        <w:t>1.013e0</w:t>
      </w:r>
    </w:p>
    <w:p w:rsidR="007B2329" w:rsidRDefault="007B2329" w:rsidP="007B2329">
      <w:r>
        <w:t>161.6012</w:t>
      </w:r>
      <w:r>
        <w:tab/>
        <w:t>1.013e0</w:t>
      </w:r>
    </w:p>
    <w:p w:rsidR="007B2329" w:rsidRDefault="007B2329" w:rsidP="007B2329">
      <w:r>
        <w:t>161.6131</w:t>
      </w:r>
      <w:r>
        <w:tab/>
        <w:t>3.798e-2</w:t>
      </w:r>
    </w:p>
    <w:p w:rsidR="007B2329" w:rsidRDefault="007B2329" w:rsidP="007B2329">
      <w:r>
        <w:t>161.6356</w:t>
      </w:r>
      <w:r>
        <w:tab/>
        <w:t>1.013e0</w:t>
      </w:r>
    </w:p>
    <w:p w:rsidR="007B2329" w:rsidRDefault="007B2329" w:rsidP="007B2329">
      <w:r>
        <w:t>161.6392</w:t>
      </w:r>
      <w:r>
        <w:tab/>
        <w:t>1.013e0</w:t>
      </w:r>
    </w:p>
    <w:p w:rsidR="007B2329" w:rsidRDefault="007B2329" w:rsidP="007B2329">
      <w:r>
        <w:t>161.6423</w:t>
      </w:r>
      <w:r>
        <w:tab/>
        <w:t>1.013e0</w:t>
      </w:r>
    </w:p>
    <w:p w:rsidR="007B2329" w:rsidRDefault="007B2329" w:rsidP="007B2329">
      <w:r>
        <w:t>161.6488</w:t>
      </w:r>
      <w:r>
        <w:tab/>
        <w:t>2.025e0</w:t>
      </w:r>
    </w:p>
    <w:p w:rsidR="007B2329" w:rsidRDefault="007B2329" w:rsidP="007B2329">
      <w:r>
        <w:t>161.6565</w:t>
      </w:r>
      <w:r>
        <w:tab/>
        <w:t>2.051e0</w:t>
      </w:r>
    </w:p>
    <w:p w:rsidR="007B2329" w:rsidRDefault="007B2329" w:rsidP="007B2329">
      <w:r>
        <w:t>161.6671</w:t>
      </w:r>
      <w:r>
        <w:tab/>
        <w:t>2.025e0</w:t>
      </w:r>
    </w:p>
    <w:p w:rsidR="007B2329" w:rsidRDefault="007B2329" w:rsidP="007B2329">
      <w:r>
        <w:t>161.6758</w:t>
      </w:r>
      <w:r>
        <w:tab/>
        <w:t>2.025e0</w:t>
      </w:r>
    </w:p>
    <w:p w:rsidR="007B2329" w:rsidRDefault="007B2329" w:rsidP="007B2329">
      <w:r>
        <w:t>161.6792</w:t>
      </w:r>
      <w:r>
        <w:tab/>
        <w:t>1.013e0</w:t>
      </w:r>
    </w:p>
    <w:p w:rsidR="007B2329" w:rsidRDefault="007B2329" w:rsidP="007B2329">
      <w:r>
        <w:t>161.7033</w:t>
      </w:r>
      <w:r>
        <w:tab/>
        <w:t>2.025e0</w:t>
      </w:r>
    </w:p>
    <w:p w:rsidR="007B2329" w:rsidRDefault="007B2329" w:rsidP="007B2329">
      <w:r>
        <w:t>161.7131</w:t>
      </w:r>
      <w:r>
        <w:tab/>
        <w:t>1.013e0</w:t>
      </w:r>
    </w:p>
    <w:p w:rsidR="007B2329" w:rsidRDefault="007B2329" w:rsidP="007B2329">
      <w:r>
        <w:t>161.7162</w:t>
      </w:r>
      <w:r>
        <w:tab/>
        <w:t>2.025e0</w:t>
      </w:r>
    </w:p>
    <w:p w:rsidR="007B2329" w:rsidRDefault="007B2329" w:rsidP="007B2329">
      <w:r>
        <w:lastRenderedPageBreak/>
        <w:t>161.7195</w:t>
      </w:r>
      <w:r>
        <w:tab/>
        <w:t>1.013e0</w:t>
      </w:r>
    </w:p>
    <w:p w:rsidR="007B2329" w:rsidRDefault="007B2329" w:rsidP="007B2329">
      <w:r>
        <w:t>161.7295</w:t>
      </w:r>
      <w:r>
        <w:tab/>
        <w:t>1.266e-2</w:t>
      </w:r>
    </w:p>
    <w:p w:rsidR="007B2329" w:rsidRDefault="007B2329" w:rsidP="007B2329">
      <w:r>
        <w:t>161.7399</w:t>
      </w:r>
      <w:r>
        <w:tab/>
        <w:t>1.013e0</w:t>
      </w:r>
    </w:p>
    <w:p w:rsidR="007B2329" w:rsidRDefault="007B2329" w:rsidP="007B2329">
      <w:r>
        <w:t>161.7536</w:t>
      </w:r>
      <w:r>
        <w:tab/>
        <w:t>1.266e-2</w:t>
      </w:r>
    </w:p>
    <w:p w:rsidR="007B2329" w:rsidRDefault="007B2329" w:rsidP="007B2329">
      <w:r>
        <w:t>161.7605</w:t>
      </w:r>
      <w:r>
        <w:tab/>
        <w:t>1.025e0</w:t>
      </w:r>
    </w:p>
    <w:p w:rsidR="007B2329" w:rsidRDefault="007B2329" w:rsidP="007B2329">
      <w:r>
        <w:t>161.7657</w:t>
      </w:r>
      <w:r>
        <w:tab/>
        <w:t>1.025e0</w:t>
      </w:r>
    </w:p>
    <w:p w:rsidR="007B2329" w:rsidRDefault="007B2329" w:rsidP="007B2329">
      <w:r>
        <w:t>161.7774</w:t>
      </w:r>
      <w:r>
        <w:tab/>
        <w:t>1.013e0</w:t>
      </w:r>
    </w:p>
    <w:p w:rsidR="007B2329" w:rsidRDefault="007B2329" w:rsidP="007B2329">
      <w:r>
        <w:t>161.7866</w:t>
      </w:r>
      <w:r>
        <w:tab/>
        <w:t>8.101e0</w:t>
      </w:r>
    </w:p>
    <w:p w:rsidR="007B2329" w:rsidRDefault="007B2329" w:rsidP="007B2329">
      <w:r>
        <w:t>161.7937</w:t>
      </w:r>
      <w:r>
        <w:tab/>
        <w:t>1.013e0</w:t>
      </w:r>
    </w:p>
    <w:p w:rsidR="007B2329" w:rsidRDefault="007B2329" w:rsidP="007B2329">
      <w:r>
        <w:t>161.8125</w:t>
      </w:r>
      <w:r>
        <w:tab/>
        <w:t>3.038e0</w:t>
      </w:r>
    </w:p>
    <w:p w:rsidR="007B2329" w:rsidRDefault="007B2329" w:rsidP="007B2329">
      <w:r>
        <w:t>161.8178</w:t>
      </w:r>
      <w:r>
        <w:tab/>
        <w:t>1.013e0</w:t>
      </w:r>
    </w:p>
    <w:p w:rsidR="007B2329" w:rsidRDefault="007B2329" w:rsidP="007B2329">
      <w:r>
        <w:t>161.8281</w:t>
      </w:r>
      <w:r>
        <w:tab/>
        <w:t>1.266e-2</w:t>
      </w:r>
    </w:p>
    <w:p w:rsidR="007B2329" w:rsidRDefault="007B2329" w:rsidP="007B2329">
      <w:r>
        <w:t>161.8350</w:t>
      </w:r>
      <w:r>
        <w:tab/>
        <w:t>1.266e-2</w:t>
      </w:r>
    </w:p>
    <w:p w:rsidR="007B2329" w:rsidRDefault="007B2329" w:rsidP="007B2329">
      <w:r>
        <w:t>161.8497</w:t>
      </w:r>
      <w:r>
        <w:tab/>
        <w:t>2.025e0</w:t>
      </w:r>
    </w:p>
    <w:p w:rsidR="007B2329" w:rsidRDefault="007B2329" w:rsidP="007B2329">
      <w:r>
        <w:t>161.8514</w:t>
      </w:r>
      <w:r>
        <w:tab/>
        <w:t>1.013e0</w:t>
      </w:r>
    </w:p>
    <w:p w:rsidR="007B2329" w:rsidRDefault="007B2329" w:rsidP="007B2329">
      <w:r>
        <w:t>161.8717</w:t>
      </w:r>
      <w:r>
        <w:tab/>
        <w:t>1.013e0</w:t>
      </w:r>
    </w:p>
    <w:p w:rsidR="007B2329" w:rsidRDefault="007B2329" w:rsidP="007B2329">
      <w:r>
        <w:t>161.8752</w:t>
      </w:r>
      <w:r>
        <w:tab/>
        <w:t>1.013e0</w:t>
      </w:r>
    </w:p>
    <w:p w:rsidR="007B2329" w:rsidRDefault="007B2329" w:rsidP="007B2329">
      <w:r>
        <w:t>161.8854</w:t>
      </w:r>
      <w:r>
        <w:tab/>
        <w:t>2.025e0</w:t>
      </w:r>
    </w:p>
    <w:p w:rsidR="007B2329" w:rsidRDefault="007B2329" w:rsidP="007B2329">
      <w:r>
        <w:t>161.8957</w:t>
      </w:r>
      <w:r>
        <w:tab/>
        <w:t>2.025e0</w:t>
      </w:r>
    </w:p>
    <w:p w:rsidR="007B2329" w:rsidRDefault="007B2329" w:rsidP="007B2329">
      <w:r>
        <w:lastRenderedPageBreak/>
        <w:t>161.9062</w:t>
      </w:r>
      <w:r>
        <w:tab/>
        <w:t>1.013e0</w:t>
      </w:r>
    </w:p>
    <w:p w:rsidR="007B2329" w:rsidRDefault="007B2329" w:rsidP="007B2329">
      <w:r>
        <w:t>161.9081</w:t>
      </w:r>
      <w:r>
        <w:tab/>
        <w:t>2.025e0</w:t>
      </w:r>
    </w:p>
    <w:p w:rsidR="007B2329" w:rsidRDefault="007B2329" w:rsidP="007B2329">
      <w:r>
        <w:t>161.9126</w:t>
      </w:r>
      <w:r>
        <w:tab/>
        <w:t>2.025e0</w:t>
      </w:r>
    </w:p>
    <w:p w:rsidR="007B2329" w:rsidRDefault="007B2329" w:rsidP="007B2329">
      <w:r>
        <w:t>161.9376</w:t>
      </w:r>
      <w:r>
        <w:tab/>
        <w:t>1.025e0</w:t>
      </w:r>
    </w:p>
    <w:p w:rsidR="007B2329" w:rsidRDefault="007B2329" w:rsidP="007B2329">
      <w:r>
        <w:t>161.9634</w:t>
      </w:r>
      <w:r>
        <w:tab/>
        <w:t>1.013e0</w:t>
      </w:r>
    </w:p>
    <w:p w:rsidR="007B2329" w:rsidRDefault="007B2329" w:rsidP="007B2329">
      <w:r>
        <w:t>161.9669</w:t>
      </w:r>
      <w:r>
        <w:tab/>
        <w:t>1.013e0</w:t>
      </w:r>
    </w:p>
    <w:p w:rsidR="007B2329" w:rsidRDefault="007B2329" w:rsidP="007B2329">
      <w:r>
        <w:t>161.9835</w:t>
      </w:r>
      <w:r>
        <w:tab/>
        <w:t>2.038e0</w:t>
      </w:r>
    </w:p>
    <w:p w:rsidR="007B2329" w:rsidRDefault="007B2329" w:rsidP="007B2329">
      <w:r>
        <w:t>161.9966</w:t>
      </w:r>
      <w:r>
        <w:tab/>
        <w:t>2.025e0</w:t>
      </w:r>
    </w:p>
    <w:p w:rsidR="007B2329" w:rsidRDefault="007B2329" w:rsidP="007B2329">
      <w:r>
        <w:t>162.0207</w:t>
      </w:r>
      <w:r>
        <w:tab/>
        <w:t>4.051e0</w:t>
      </w:r>
    </w:p>
    <w:p w:rsidR="007B2329" w:rsidRDefault="007B2329" w:rsidP="007B2329">
      <w:r>
        <w:t>162.0362</w:t>
      </w:r>
      <w:r>
        <w:tab/>
        <w:t>2.025e0</w:t>
      </w:r>
    </w:p>
    <w:p w:rsidR="007B2329" w:rsidRDefault="007B2329" w:rsidP="007B2329">
      <w:r>
        <w:t>162.0496</w:t>
      </w:r>
      <w:r>
        <w:tab/>
        <w:t>9.827e-1</w:t>
      </w:r>
    </w:p>
    <w:p w:rsidR="007B2329" w:rsidRDefault="007B2329" w:rsidP="007B2329">
      <w:r>
        <w:t>162.0527</w:t>
      </w:r>
      <w:r>
        <w:tab/>
        <w:t>2.025e0</w:t>
      </w:r>
    </w:p>
    <w:p w:rsidR="007B2329" w:rsidRDefault="007B2329" w:rsidP="007B2329">
      <w:r>
        <w:t>162.0543</w:t>
      </w:r>
      <w:r>
        <w:tab/>
        <w:t>2.909e0</w:t>
      </w:r>
    </w:p>
    <w:p w:rsidR="007B2329" w:rsidRDefault="007B2329" w:rsidP="007B2329">
      <w:r>
        <w:t>162.0782</w:t>
      </w:r>
      <w:r>
        <w:tab/>
        <w:t>2.427e1</w:t>
      </w:r>
    </w:p>
    <w:p w:rsidR="007B2329" w:rsidRDefault="007B2329" w:rsidP="007B2329">
      <w:r>
        <w:t>162.0929</w:t>
      </w:r>
      <w:r>
        <w:tab/>
        <w:t>4.067e0</w:t>
      </w:r>
    </w:p>
    <w:p w:rsidR="007B2329" w:rsidRDefault="007B2329" w:rsidP="007B2329">
      <w:r>
        <w:t>162.1193</w:t>
      </w:r>
      <w:r>
        <w:tab/>
        <w:t>6.076e0</w:t>
      </w:r>
    </w:p>
    <w:p w:rsidR="007B2329" w:rsidRDefault="007B2329" w:rsidP="007B2329">
      <w:r>
        <w:t>162.1294</w:t>
      </w:r>
      <w:r>
        <w:tab/>
        <w:t>3.038e0</w:t>
      </w:r>
    </w:p>
    <w:p w:rsidR="007B2329" w:rsidRDefault="007B2329" w:rsidP="007B2329">
      <w:r>
        <w:t>162.1354</w:t>
      </w:r>
      <w:r>
        <w:tab/>
        <w:t>2.025e0</w:t>
      </w:r>
    </w:p>
    <w:p w:rsidR="007B2329" w:rsidRDefault="007B2329" w:rsidP="007B2329">
      <w:r>
        <w:t>162.1458</w:t>
      </w:r>
      <w:r>
        <w:tab/>
        <w:t>2.025e0</w:t>
      </w:r>
    </w:p>
    <w:p w:rsidR="007B2329" w:rsidRDefault="007B2329" w:rsidP="007B2329">
      <w:r>
        <w:lastRenderedPageBreak/>
        <w:t>162.1595</w:t>
      </w:r>
      <w:r>
        <w:tab/>
        <w:t>1.013e0</w:t>
      </w:r>
    </w:p>
    <w:p w:rsidR="007B2329" w:rsidRDefault="007B2329" w:rsidP="007B2329">
      <w:r>
        <w:t>162.1664</w:t>
      </w:r>
      <w:r>
        <w:tab/>
        <w:t>1.013e0</w:t>
      </w:r>
    </w:p>
    <w:p w:rsidR="007B2329" w:rsidRDefault="007B2329" w:rsidP="007B2329">
      <w:r>
        <w:t>162.1698</w:t>
      </w:r>
      <w:r>
        <w:tab/>
        <w:t>2.025e0</w:t>
      </w:r>
    </w:p>
    <w:p w:rsidR="007B2329" w:rsidRDefault="007B2329" w:rsidP="007B2329">
      <w:r>
        <w:t>162.1962</w:t>
      </w:r>
      <w:r>
        <w:tab/>
        <w:t>1.013e0</w:t>
      </w:r>
    </w:p>
    <w:p w:rsidR="007B2329" w:rsidRDefault="007B2329" w:rsidP="007B2329">
      <w:r>
        <w:t>162.1995</w:t>
      </w:r>
      <w:r>
        <w:tab/>
        <w:t>3.038e0</w:t>
      </w:r>
    </w:p>
    <w:p w:rsidR="007B2329" w:rsidRDefault="007B2329" w:rsidP="007B2329">
      <w:r>
        <w:t>162.2031</w:t>
      </w:r>
      <w:r>
        <w:tab/>
        <w:t>1.013e0</w:t>
      </w:r>
    </w:p>
    <w:p w:rsidR="007B2329" w:rsidRDefault="007B2329" w:rsidP="007B2329">
      <w:r>
        <w:t>162.2135</w:t>
      </w:r>
      <w:r>
        <w:tab/>
        <w:t>1.013e0</w:t>
      </w:r>
    </w:p>
    <w:p w:rsidR="007B2329" w:rsidRDefault="007B2329" w:rsidP="007B2329">
      <w:r>
        <w:t>162.2169</w:t>
      </w:r>
      <w:r>
        <w:tab/>
        <w:t>1.266e-2</w:t>
      </w:r>
    </w:p>
    <w:p w:rsidR="007B2329" w:rsidRDefault="007B2329" w:rsidP="007B2329">
      <w:r>
        <w:t>162.2203</w:t>
      </w:r>
      <w:r>
        <w:tab/>
        <w:t>1.013e0</w:t>
      </w:r>
    </w:p>
    <w:p w:rsidR="007B2329" w:rsidRDefault="007B2329" w:rsidP="007B2329">
      <w:r>
        <w:t>162.2237</w:t>
      </w:r>
      <w:r>
        <w:tab/>
        <w:t>2.025e0</w:t>
      </w:r>
    </w:p>
    <w:p w:rsidR="007B2329" w:rsidRDefault="007B2329" w:rsidP="007B2329">
      <w:r>
        <w:t>162.2358</w:t>
      </w:r>
      <w:r>
        <w:tab/>
        <w:t>2.532e-2</w:t>
      </w:r>
    </w:p>
    <w:p w:rsidR="007B2329" w:rsidRDefault="007B2329" w:rsidP="007B2329">
      <w:r>
        <w:t>162.2376</w:t>
      </w:r>
      <w:r>
        <w:tab/>
        <w:t>2.025e0</w:t>
      </w:r>
    </w:p>
    <w:p w:rsidR="007B2329" w:rsidRDefault="007B2329" w:rsidP="007B2329">
      <w:r>
        <w:t>162.2478</w:t>
      </w:r>
      <w:r>
        <w:tab/>
        <w:t>1.013e0</w:t>
      </w:r>
    </w:p>
    <w:p w:rsidR="007B2329" w:rsidRDefault="007B2329" w:rsidP="007B2329">
      <w:r>
        <w:t>162.2574</w:t>
      </w:r>
      <w:r>
        <w:tab/>
        <w:t>1.013e0</w:t>
      </w:r>
    </w:p>
    <w:p w:rsidR="007B2329" w:rsidRDefault="007B2329" w:rsidP="007B2329">
      <w:r>
        <w:t>162.2607</w:t>
      </w:r>
      <w:r>
        <w:tab/>
        <w:t>1.013e0</w:t>
      </w:r>
    </w:p>
    <w:p w:rsidR="007B2329" w:rsidRDefault="007B2329" w:rsidP="007B2329">
      <w:r>
        <w:t>162.2673</w:t>
      </w:r>
      <w:r>
        <w:tab/>
        <w:t>1.013e0</w:t>
      </w:r>
    </w:p>
    <w:p w:rsidR="007B2329" w:rsidRDefault="007B2329" w:rsidP="007B2329">
      <w:r>
        <w:t>162.2743</w:t>
      </w:r>
      <w:r>
        <w:tab/>
        <w:t>1.266e-2</w:t>
      </w:r>
    </w:p>
    <w:p w:rsidR="007B2329" w:rsidRDefault="007B2329" w:rsidP="007B2329">
      <w:r>
        <w:t>162.2777</w:t>
      </w:r>
      <w:r>
        <w:tab/>
        <w:t>1.013e0</w:t>
      </w:r>
    </w:p>
    <w:p w:rsidR="007B2329" w:rsidRDefault="007B2329" w:rsidP="007B2329">
      <w:r>
        <w:t>162.2846</w:t>
      </w:r>
      <w:r>
        <w:tab/>
        <w:t>1.013e0</w:t>
      </w:r>
    </w:p>
    <w:p w:rsidR="007B2329" w:rsidRDefault="007B2329" w:rsidP="007B2329">
      <w:r>
        <w:lastRenderedPageBreak/>
        <w:t>162.2880</w:t>
      </w:r>
      <w:r>
        <w:tab/>
        <w:t>3.038e0</w:t>
      </w:r>
    </w:p>
    <w:p w:rsidR="007B2329" w:rsidRDefault="007B2329" w:rsidP="007B2329">
      <w:r>
        <w:t>162.2915</w:t>
      </w:r>
      <w:r>
        <w:tab/>
        <w:t>1.013e0</w:t>
      </w:r>
    </w:p>
    <w:p w:rsidR="007B2329" w:rsidRDefault="007B2329" w:rsidP="007B2329">
      <w:r>
        <w:t>162.2983</w:t>
      </w:r>
      <w:r>
        <w:tab/>
        <w:t>1.266e-2</w:t>
      </w:r>
    </w:p>
    <w:p w:rsidR="007B2329" w:rsidRDefault="007B2329" w:rsidP="007B2329">
      <w:r>
        <w:t>162.3069</w:t>
      </w:r>
      <w:r>
        <w:tab/>
        <w:t>2.025e0</w:t>
      </w:r>
    </w:p>
    <w:p w:rsidR="007B2329" w:rsidRDefault="007B2329" w:rsidP="007B2329">
      <w:r>
        <w:t>162.3155</w:t>
      </w:r>
      <w:r>
        <w:tab/>
        <w:t>1.266e-2</w:t>
      </w:r>
    </w:p>
    <w:p w:rsidR="007B2329" w:rsidRDefault="007B2329" w:rsidP="007B2329">
      <w:r>
        <w:t>162.3252</w:t>
      </w:r>
      <w:r>
        <w:tab/>
        <w:t>1.013e0</w:t>
      </w:r>
    </w:p>
    <w:p w:rsidR="007B2329" w:rsidRDefault="007B2329" w:rsidP="007B2329">
      <w:r>
        <w:t>162.3296</w:t>
      </w:r>
      <w:r>
        <w:tab/>
        <w:t>1.025e0</w:t>
      </w:r>
    </w:p>
    <w:p w:rsidR="007B2329" w:rsidRDefault="007B2329" w:rsidP="007B2329">
      <w:r>
        <w:t>162.3316</w:t>
      </w:r>
      <w:r>
        <w:tab/>
        <w:t>1.013e0</w:t>
      </w:r>
    </w:p>
    <w:p w:rsidR="007B2329" w:rsidRDefault="007B2329" w:rsidP="007B2329">
      <w:r>
        <w:t>162.3385</w:t>
      </w:r>
      <w:r>
        <w:tab/>
        <w:t>1.013e0</w:t>
      </w:r>
    </w:p>
    <w:p w:rsidR="007B2329" w:rsidRDefault="007B2329" w:rsidP="007B2329">
      <w:r>
        <w:t>162.3592</w:t>
      </w:r>
      <w:r>
        <w:tab/>
        <w:t>2.025e0</w:t>
      </w:r>
    </w:p>
    <w:p w:rsidR="007B2329" w:rsidRDefault="007B2329" w:rsidP="007B2329">
      <w:r>
        <w:t>162.3661</w:t>
      </w:r>
      <w:r>
        <w:tab/>
        <w:t>1.266e-2</w:t>
      </w:r>
    </w:p>
    <w:p w:rsidR="007B2329" w:rsidRDefault="007B2329" w:rsidP="007B2329">
      <w:r>
        <w:t>162.3832</w:t>
      </w:r>
      <w:r>
        <w:tab/>
        <w:t>1.013e0</w:t>
      </w:r>
    </w:p>
    <w:p w:rsidR="007B2329" w:rsidRDefault="007B2329" w:rsidP="007B2329">
      <w:r>
        <w:t>162.3897</w:t>
      </w:r>
      <w:r>
        <w:tab/>
        <w:t>2.025e0</w:t>
      </w:r>
    </w:p>
    <w:p w:rsidR="007B2329" w:rsidRDefault="007B2329" w:rsidP="007B2329">
      <w:r>
        <w:t>162.3962</w:t>
      </w:r>
      <w:r>
        <w:tab/>
        <w:t>1.013e0</w:t>
      </w:r>
    </w:p>
    <w:p w:rsidR="007B2329" w:rsidRDefault="007B2329" w:rsidP="007B2329">
      <w:r>
        <w:t>162.4062</w:t>
      </w:r>
      <w:r>
        <w:tab/>
        <w:t>1.013e0</w:t>
      </w:r>
    </w:p>
    <w:p w:rsidR="007B2329" w:rsidRDefault="007B2329" w:rsidP="007B2329">
      <w:r>
        <w:t>162.4097</w:t>
      </w:r>
      <w:r>
        <w:tab/>
        <w:t>1.013e0</w:t>
      </w:r>
    </w:p>
    <w:p w:rsidR="007B2329" w:rsidRDefault="007B2329" w:rsidP="007B2329">
      <w:r>
        <w:t>162.4131</w:t>
      </w:r>
      <w:r>
        <w:tab/>
        <w:t>2.025e0</w:t>
      </w:r>
    </w:p>
    <w:p w:rsidR="007B2329" w:rsidRDefault="007B2329" w:rsidP="007B2329">
      <w:r>
        <w:t>162.4166</w:t>
      </w:r>
      <w:r>
        <w:tab/>
        <w:t>1.013e0</w:t>
      </w:r>
    </w:p>
    <w:p w:rsidR="007B2329" w:rsidRDefault="007B2329" w:rsidP="007B2329">
      <w:r>
        <w:t>162.4234</w:t>
      </w:r>
      <w:r>
        <w:tab/>
        <w:t>2.025e0</w:t>
      </w:r>
    </w:p>
    <w:p w:rsidR="007B2329" w:rsidRDefault="007B2329" w:rsidP="007B2329">
      <w:r>
        <w:lastRenderedPageBreak/>
        <w:t>162.4406</w:t>
      </w:r>
      <w:r>
        <w:tab/>
        <w:t>1.013e0</w:t>
      </w:r>
    </w:p>
    <w:p w:rsidR="007B2329" w:rsidRDefault="007B2329" w:rsidP="007B2329">
      <w:r>
        <w:t>162.4545</w:t>
      </w:r>
      <w:r>
        <w:tab/>
        <w:t>2.025e0</w:t>
      </w:r>
    </w:p>
    <w:p w:rsidR="007B2329" w:rsidRDefault="007B2329" w:rsidP="007B2329">
      <w:r>
        <w:t>162.4704</w:t>
      </w:r>
      <w:r>
        <w:tab/>
        <w:t>2.025e0</w:t>
      </w:r>
    </w:p>
    <w:p w:rsidR="007B2329" w:rsidRDefault="007B2329" w:rsidP="007B2329">
      <w:r>
        <w:t>162.4740</w:t>
      </w:r>
      <w:r>
        <w:tab/>
        <w:t>1.266e-2</w:t>
      </w:r>
    </w:p>
    <w:p w:rsidR="007B2329" w:rsidRDefault="007B2329" w:rsidP="007B2329">
      <w:r>
        <w:t>162.4827</w:t>
      </w:r>
      <w:r>
        <w:tab/>
        <w:t>1.025e0</w:t>
      </w:r>
    </w:p>
    <w:p w:rsidR="007B2329" w:rsidRDefault="007B2329" w:rsidP="007B2329">
      <w:r>
        <w:t>162.4878</w:t>
      </w:r>
      <w:r>
        <w:tab/>
        <w:t>1.013e0</w:t>
      </w:r>
    </w:p>
    <w:p w:rsidR="007B2329" w:rsidRDefault="007B2329" w:rsidP="007B2329">
      <w:r>
        <w:t>162.4981</w:t>
      </w:r>
      <w:r>
        <w:tab/>
        <w:t>1.013e0</w:t>
      </w:r>
    </w:p>
    <w:p w:rsidR="007B2329" w:rsidRDefault="007B2329" w:rsidP="007B2329">
      <w:r>
        <w:t>162.5049</w:t>
      </w:r>
      <w:r>
        <w:tab/>
        <w:t>1.266e-2</w:t>
      </w:r>
    </w:p>
    <w:p w:rsidR="007B2329" w:rsidRDefault="007B2329" w:rsidP="007B2329">
      <w:r>
        <w:t>162.5069</w:t>
      </w:r>
      <w:r>
        <w:tab/>
        <w:t>3.038e0</w:t>
      </w:r>
    </w:p>
    <w:p w:rsidR="007B2329" w:rsidRDefault="007B2329" w:rsidP="007B2329">
      <w:r>
        <w:t>162.5084</w:t>
      </w:r>
      <w:r>
        <w:tab/>
        <w:t>1.013e0</w:t>
      </w:r>
    </w:p>
    <w:p w:rsidR="007B2329" w:rsidRDefault="007B2329" w:rsidP="007B2329">
      <w:r>
        <w:t>162.5188</w:t>
      </w:r>
      <w:r>
        <w:tab/>
        <w:t>1.013e0</w:t>
      </w:r>
    </w:p>
    <w:p w:rsidR="007B2329" w:rsidRDefault="007B2329" w:rsidP="007B2329">
      <w:r>
        <w:t>162.5221</w:t>
      </w:r>
      <w:r>
        <w:tab/>
        <w:t>1.013e0</w:t>
      </w:r>
    </w:p>
    <w:p w:rsidR="007B2329" w:rsidRDefault="007B2329" w:rsidP="007B2329">
      <w:r>
        <w:t>162.5285</w:t>
      </w:r>
      <w:r>
        <w:tab/>
        <w:t>2.025e0</w:t>
      </w:r>
    </w:p>
    <w:p w:rsidR="007B2329" w:rsidRDefault="007B2329" w:rsidP="007B2329">
      <w:r>
        <w:t>162.5382</w:t>
      </w:r>
      <w:r>
        <w:tab/>
        <w:t>2.532e-2</w:t>
      </w:r>
    </w:p>
    <w:p w:rsidR="007B2329" w:rsidRDefault="007B2329" w:rsidP="007B2329">
      <w:r>
        <w:t>162.5417</w:t>
      </w:r>
      <w:r>
        <w:tab/>
        <w:t>1.013e0</w:t>
      </w:r>
    </w:p>
    <w:p w:rsidR="007B2329" w:rsidRDefault="007B2329" w:rsidP="007B2329">
      <w:r>
        <w:t>162.5590</w:t>
      </w:r>
      <w:r>
        <w:tab/>
        <w:t>1.013e0</w:t>
      </w:r>
    </w:p>
    <w:p w:rsidR="007B2329" w:rsidRDefault="007B2329" w:rsidP="007B2329">
      <w:r>
        <w:t>162.5684</w:t>
      </w:r>
      <w:r>
        <w:tab/>
        <w:t>3.038e0</w:t>
      </w:r>
    </w:p>
    <w:p w:rsidR="007B2329" w:rsidRDefault="007B2329" w:rsidP="007B2329">
      <w:r>
        <w:t>162.5727</w:t>
      </w:r>
      <w:r>
        <w:tab/>
        <w:t>3.038e0</w:t>
      </w:r>
    </w:p>
    <w:p w:rsidR="007B2329" w:rsidRDefault="007B2329" w:rsidP="007B2329">
      <w:r>
        <w:t>162.5848</w:t>
      </w:r>
      <w:r>
        <w:tab/>
        <w:t>1.025e0</w:t>
      </w:r>
    </w:p>
    <w:p w:rsidR="007B2329" w:rsidRDefault="007B2329" w:rsidP="007B2329">
      <w:r>
        <w:lastRenderedPageBreak/>
        <w:t>162.5900</w:t>
      </w:r>
      <w:r>
        <w:tab/>
        <w:t>2.038e0</w:t>
      </w:r>
    </w:p>
    <w:p w:rsidR="007B2329" w:rsidRDefault="007B2329" w:rsidP="007B2329">
      <w:r>
        <w:t>162.5996</w:t>
      </w:r>
      <w:r>
        <w:tab/>
        <w:t>1.013e0</w:t>
      </w:r>
    </w:p>
    <w:p w:rsidR="007B2329" w:rsidRDefault="007B2329" w:rsidP="007B2329">
      <w:r>
        <w:t>162.6028</w:t>
      </w:r>
      <w:r>
        <w:tab/>
        <w:t>1.025e0</w:t>
      </w:r>
    </w:p>
    <w:p w:rsidR="007B2329" w:rsidRDefault="007B2329" w:rsidP="007B2329">
      <w:r>
        <w:t>162.6061</w:t>
      </w:r>
      <w:r>
        <w:tab/>
        <w:t>2.025e0</w:t>
      </w:r>
    </w:p>
    <w:p w:rsidR="007B2329" w:rsidRDefault="007B2329" w:rsidP="007B2329">
      <w:r>
        <w:t>162.6199</w:t>
      </w:r>
      <w:r>
        <w:tab/>
        <w:t>2.025e0</w:t>
      </w:r>
    </w:p>
    <w:p w:rsidR="007B2329" w:rsidRDefault="007B2329" w:rsidP="007B2329">
      <w:r>
        <w:t>162.6302</w:t>
      </w:r>
      <w:r>
        <w:tab/>
        <w:t>1.013e0</w:t>
      </w:r>
    </w:p>
    <w:p w:rsidR="007B2329" w:rsidRDefault="007B2329" w:rsidP="007B2329">
      <w:r>
        <w:t>162.6439</w:t>
      </w:r>
      <w:r>
        <w:tab/>
        <w:t>1.013e0</w:t>
      </w:r>
    </w:p>
    <w:p w:rsidR="007B2329" w:rsidRDefault="007B2329" w:rsidP="007B2329">
      <w:r>
        <w:t>162.6508</w:t>
      </w:r>
      <w:r>
        <w:tab/>
        <w:t>2.025e0</w:t>
      </w:r>
    </w:p>
    <w:p w:rsidR="007B2329" w:rsidRDefault="007B2329" w:rsidP="007B2329">
      <w:r>
        <w:t>162.6523</w:t>
      </w:r>
      <w:r>
        <w:tab/>
        <w:t>3.798e-2</w:t>
      </w:r>
    </w:p>
    <w:p w:rsidR="007B2329" w:rsidRDefault="007B2329" w:rsidP="007B2329">
      <w:r>
        <w:t>162.6610</w:t>
      </w:r>
      <w:r>
        <w:tab/>
        <w:t>1.013e0</w:t>
      </w:r>
    </w:p>
    <w:p w:rsidR="007B2329" w:rsidRDefault="007B2329" w:rsidP="007B2329">
      <w:r>
        <w:t>162.6642</w:t>
      </w:r>
      <w:r>
        <w:tab/>
        <w:t>2.025e0</w:t>
      </w:r>
    </w:p>
    <w:p w:rsidR="007B2329" w:rsidRDefault="007B2329" w:rsidP="007B2329">
      <w:r>
        <w:t>162.6813</w:t>
      </w:r>
      <w:r>
        <w:tab/>
        <w:t>4.051e0</w:t>
      </w:r>
    </w:p>
    <w:p w:rsidR="007B2329" w:rsidRDefault="007B2329" w:rsidP="007B2329">
      <w:r>
        <w:t>162.6910</w:t>
      </w:r>
      <w:r>
        <w:tab/>
        <w:t>2.025e0</w:t>
      </w:r>
    </w:p>
    <w:p w:rsidR="007B2329" w:rsidRDefault="007B2329" w:rsidP="007B2329">
      <w:r>
        <w:t>162.7048</w:t>
      </w:r>
      <w:r>
        <w:tab/>
        <w:t>1.013e0</w:t>
      </w:r>
    </w:p>
    <w:p w:rsidR="007B2329" w:rsidRDefault="007B2329" w:rsidP="007B2329">
      <w:r>
        <w:t>162.7116</w:t>
      </w:r>
      <w:r>
        <w:tab/>
        <w:t>1.013e0</w:t>
      </w:r>
    </w:p>
    <w:p w:rsidR="007B2329" w:rsidRDefault="007B2329" w:rsidP="007B2329">
      <w:r>
        <w:t>162.7151</w:t>
      </w:r>
      <w:r>
        <w:tab/>
        <w:t>2.025e0</w:t>
      </w:r>
    </w:p>
    <w:p w:rsidR="007B2329" w:rsidRDefault="007B2329" w:rsidP="007B2329">
      <w:r>
        <w:t>162.7291</w:t>
      </w:r>
      <w:r>
        <w:tab/>
        <w:t>2.025e0</w:t>
      </w:r>
    </w:p>
    <w:p w:rsidR="007B2329" w:rsidRDefault="007B2329" w:rsidP="007B2329">
      <w:r>
        <w:t>162.7395</w:t>
      </w:r>
      <w:r>
        <w:tab/>
        <w:t>3.038e0</w:t>
      </w:r>
    </w:p>
    <w:p w:rsidR="007B2329" w:rsidRDefault="007B2329" w:rsidP="007B2329">
      <w:r>
        <w:t>162.7419</w:t>
      </w:r>
      <w:r>
        <w:tab/>
        <w:t>1.013e0</w:t>
      </w:r>
    </w:p>
    <w:p w:rsidR="007B2329" w:rsidRDefault="007B2329" w:rsidP="007B2329">
      <w:r>
        <w:lastRenderedPageBreak/>
        <w:t>162.7451</w:t>
      </w:r>
      <w:r>
        <w:tab/>
        <w:t>1.266e-2</w:t>
      </w:r>
    </w:p>
    <w:p w:rsidR="007B2329" w:rsidRDefault="007B2329" w:rsidP="007B2329">
      <w:r>
        <w:t>162.7571</w:t>
      </w:r>
      <w:r>
        <w:tab/>
        <w:t>1.025e0</w:t>
      </w:r>
    </w:p>
    <w:p w:rsidR="007B2329" w:rsidRDefault="007B2329" w:rsidP="007B2329">
      <w:r>
        <w:t>162.7623</w:t>
      </w:r>
      <w:r>
        <w:tab/>
        <w:t>2.025e0</w:t>
      </w:r>
    </w:p>
    <w:p w:rsidR="007B2329" w:rsidRDefault="007B2329" w:rsidP="007B2329">
      <w:r>
        <w:t>162.7639</w:t>
      </w:r>
      <w:r>
        <w:tab/>
        <w:t>1.025e0</w:t>
      </w:r>
    </w:p>
    <w:p w:rsidR="007B2329" w:rsidRDefault="007B2329" w:rsidP="007B2329">
      <w:r>
        <w:t>162.7760</w:t>
      </w:r>
      <w:r>
        <w:tab/>
        <w:t>1.013e0</w:t>
      </w:r>
    </w:p>
    <w:p w:rsidR="007B2329" w:rsidRDefault="007B2329" w:rsidP="007B2329">
      <w:r>
        <w:t>162.7812</w:t>
      </w:r>
      <w:r>
        <w:tab/>
        <w:t>1.025e0</w:t>
      </w:r>
    </w:p>
    <w:p w:rsidR="007B2329" w:rsidRDefault="007B2329" w:rsidP="007B2329">
      <w:r>
        <w:t>162.7829</w:t>
      </w:r>
      <w:r>
        <w:tab/>
        <w:t>3.038e0</w:t>
      </w:r>
    </w:p>
    <w:p w:rsidR="007B2329" w:rsidRDefault="007B2329" w:rsidP="007B2329">
      <w:r>
        <w:t>162.8097</w:t>
      </w:r>
      <w:r>
        <w:tab/>
        <w:t>1.013e0</w:t>
      </w:r>
    </w:p>
    <w:p w:rsidR="007B2329" w:rsidRDefault="007B2329" w:rsidP="007B2329">
      <w:r>
        <w:t>162.8181</w:t>
      </w:r>
      <w:r>
        <w:tab/>
        <w:t>3.038e0</w:t>
      </w:r>
    </w:p>
    <w:p w:rsidR="007B2329" w:rsidRDefault="007B2329" w:rsidP="007B2329">
      <w:r>
        <w:t>162.8205</w:t>
      </w:r>
      <w:r>
        <w:tab/>
        <w:t>3.038e0</w:t>
      </w:r>
    </w:p>
    <w:p w:rsidR="007B2329" w:rsidRDefault="007B2329" w:rsidP="007B2329">
      <w:r>
        <w:t>162.8231</w:t>
      </w:r>
      <w:r>
        <w:tab/>
        <w:t>1.013e0</w:t>
      </w:r>
    </w:p>
    <w:p w:rsidR="007B2329" w:rsidRDefault="007B2329" w:rsidP="007B2329">
      <w:r>
        <w:t>162.8335</w:t>
      </w:r>
      <w:r>
        <w:tab/>
        <w:t>1.013e0</w:t>
      </w:r>
    </w:p>
    <w:p w:rsidR="007B2329" w:rsidRDefault="007B2329" w:rsidP="007B2329">
      <w:r>
        <w:t>162.8370</w:t>
      </w:r>
      <w:r>
        <w:tab/>
        <w:t>2.025e0</w:t>
      </w:r>
    </w:p>
    <w:p w:rsidR="007B2329" w:rsidRDefault="007B2329" w:rsidP="007B2329">
      <w:r>
        <w:t>162.8387</w:t>
      </w:r>
      <w:r>
        <w:tab/>
        <w:t>2.025e0</w:t>
      </w:r>
    </w:p>
    <w:p w:rsidR="007B2329" w:rsidRDefault="007B2329" w:rsidP="007B2329">
      <w:r>
        <w:t>162.8472</w:t>
      </w:r>
      <w:r>
        <w:tab/>
        <w:t>1.013e0</w:t>
      </w:r>
    </w:p>
    <w:p w:rsidR="007B2329" w:rsidRDefault="007B2329" w:rsidP="007B2329">
      <w:r>
        <w:t>162.8541</w:t>
      </w:r>
      <w:r>
        <w:tab/>
        <w:t>1.013e0</w:t>
      </w:r>
    </w:p>
    <w:p w:rsidR="007B2329" w:rsidRDefault="007B2329" w:rsidP="007B2329">
      <w:r>
        <w:t>162.8576</w:t>
      </w:r>
      <w:r>
        <w:tab/>
        <w:t>2.025e0</w:t>
      </w:r>
    </w:p>
    <w:p w:rsidR="007B2329" w:rsidRDefault="007B2329" w:rsidP="007B2329">
      <w:r>
        <w:t>162.8712</w:t>
      </w:r>
      <w:r>
        <w:tab/>
        <w:t>1.013e0</w:t>
      </w:r>
    </w:p>
    <w:p w:rsidR="007B2329" w:rsidRDefault="007B2329" w:rsidP="007B2329">
      <w:r>
        <w:t>162.8745</w:t>
      </w:r>
      <w:r>
        <w:tab/>
        <w:t>1.013e0</w:t>
      </w:r>
    </w:p>
    <w:p w:rsidR="007B2329" w:rsidRDefault="007B2329" w:rsidP="007B2329">
      <w:r>
        <w:lastRenderedPageBreak/>
        <w:t>162.8841</w:t>
      </w:r>
      <w:r>
        <w:tab/>
        <w:t>3.038e0</w:t>
      </w:r>
    </w:p>
    <w:p w:rsidR="007B2329" w:rsidRDefault="007B2329" w:rsidP="007B2329">
      <w:r>
        <w:t>162.9013</w:t>
      </w:r>
      <w:r>
        <w:tab/>
        <w:t>2.025e0</w:t>
      </w:r>
    </w:p>
    <w:p w:rsidR="007B2329" w:rsidRDefault="007B2329" w:rsidP="007B2329">
      <w:r>
        <w:t>162.9254</w:t>
      </w:r>
      <w:r>
        <w:tab/>
        <w:t>3.038e0</w:t>
      </w:r>
    </w:p>
    <w:p w:rsidR="007B2329" w:rsidRDefault="007B2329" w:rsidP="007B2329">
      <w:r>
        <w:t>162.9288</w:t>
      </w:r>
      <w:r>
        <w:tab/>
        <w:t>1.266e-2</w:t>
      </w:r>
    </w:p>
    <w:p w:rsidR="007B2329" w:rsidRDefault="007B2329" w:rsidP="007B2329">
      <w:r>
        <w:t>162.9323</w:t>
      </w:r>
      <w:r>
        <w:tab/>
        <w:t>1.266e-2</w:t>
      </w:r>
    </w:p>
    <w:p w:rsidR="007B2329" w:rsidRDefault="007B2329" w:rsidP="007B2329">
      <w:r>
        <w:t>162.9392</w:t>
      </w:r>
      <w:r>
        <w:tab/>
        <w:t>1.013e0</w:t>
      </w:r>
    </w:p>
    <w:p w:rsidR="007B2329" w:rsidRDefault="007B2329" w:rsidP="007B2329">
      <w:r>
        <w:t>162.9408</w:t>
      </w:r>
      <w:r>
        <w:tab/>
        <w:t>2.025e0</w:t>
      </w:r>
    </w:p>
    <w:p w:rsidR="007B2329" w:rsidRDefault="007B2329" w:rsidP="007B2329">
      <w:r>
        <w:t>162.9489</w:t>
      </w:r>
      <w:r>
        <w:tab/>
        <w:t>1.013e0</w:t>
      </w:r>
    </w:p>
    <w:p w:rsidR="007B2329" w:rsidRDefault="007B2329" w:rsidP="007B2329">
      <w:r>
        <w:t>162.9521</w:t>
      </w:r>
      <w:r>
        <w:tab/>
        <w:t>1.013e0</w:t>
      </w:r>
    </w:p>
    <w:p w:rsidR="007B2329" w:rsidRDefault="007B2329" w:rsidP="007B2329">
      <w:r>
        <w:t>162.9863</w:t>
      </w:r>
      <w:r>
        <w:tab/>
        <w:t>1.266e-2</w:t>
      </w:r>
    </w:p>
    <w:p w:rsidR="007B2329" w:rsidRDefault="007B2329" w:rsidP="007B2329">
      <w:r>
        <w:t>162.9966</w:t>
      </w:r>
      <w:r>
        <w:tab/>
        <w:t>1.013e0</w:t>
      </w:r>
    </w:p>
    <w:p w:rsidR="007B2329" w:rsidRDefault="007B2329" w:rsidP="007B2329">
      <w:r>
        <w:t>163.0001</w:t>
      </w:r>
      <w:r>
        <w:tab/>
        <w:t>2.038e0</w:t>
      </w:r>
    </w:p>
    <w:p w:rsidR="007B2329" w:rsidRDefault="007B2329" w:rsidP="007B2329">
      <w:r>
        <w:t>163.0035</w:t>
      </w:r>
      <w:r>
        <w:tab/>
        <w:t>1.013e0</w:t>
      </w:r>
    </w:p>
    <w:p w:rsidR="007B2329" w:rsidRDefault="007B2329" w:rsidP="007B2329">
      <w:r>
        <w:t>163.0201</w:t>
      </w:r>
      <w:r>
        <w:tab/>
        <w:t>2.025e0</w:t>
      </w:r>
    </w:p>
    <w:p w:rsidR="007B2329" w:rsidRDefault="007B2329" w:rsidP="007B2329">
      <w:r>
        <w:t>163.0334</w:t>
      </w:r>
      <w:r>
        <w:tab/>
        <w:t>2.025e0</w:t>
      </w:r>
    </w:p>
    <w:p w:rsidR="007B2329" w:rsidRDefault="007B2329" w:rsidP="007B2329">
      <w:r>
        <w:t>163.0369</w:t>
      </w:r>
      <w:r>
        <w:tab/>
        <w:t>1.013e0</w:t>
      </w:r>
    </w:p>
    <w:p w:rsidR="007B2329" w:rsidRDefault="007B2329" w:rsidP="007B2329">
      <w:r>
        <w:t>163.0386</w:t>
      </w:r>
      <w:r>
        <w:tab/>
        <w:t>1.025e0</w:t>
      </w:r>
    </w:p>
    <w:p w:rsidR="007B2329" w:rsidRDefault="007B2329" w:rsidP="007B2329">
      <w:r>
        <w:t>163.0404</w:t>
      </w:r>
      <w:r>
        <w:tab/>
        <w:t>1.266e-2</w:t>
      </w:r>
    </w:p>
    <w:p w:rsidR="007B2329" w:rsidRDefault="007B2329" w:rsidP="007B2329">
      <w:r>
        <w:t>163.0438</w:t>
      </w:r>
      <w:r>
        <w:tab/>
        <w:t>2.025e0</w:t>
      </w:r>
    </w:p>
    <w:p w:rsidR="007B2329" w:rsidRDefault="007B2329" w:rsidP="007B2329">
      <w:r>
        <w:lastRenderedPageBreak/>
        <w:t>163.0655</w:t>
      </w:r>
      <w:r>
        <w:tab/>
        <w:t>9.114e0</w:t>
      </w:r>
    </w:p>
    <w:p w:rsidR="007B2329" w:rsidRDefault="007B2329" w:rsidP="007B2329">
      <w:r>
        <w:t>163.0704</w:t>
      </w:r>
      <w:r>
        <w:tab/>
        <w:t>5.151e0</w:t>
      </w:r>
    </w:p>
    <w:p w:rsidR="007B2329" w:rsidRDefault="007B2329" w:rsidP="007B2329">
      <w:r>
        <w:t>163.0748</w:t>
      </w:r>
      <w:r>
        <w:tab/>
        <w:t>1.013e0</w:t>
      </w:r>
    </w:p>
    <w:p w:rsidR="007B2329" w:rsidRDefault="007B2329" w:rsidP="007B2329">
      <w:r>
        <w:t>163.0833</w:t>
      </w:r>
      <w:r>
        <w:tab/>
        <w:t>1.013e1</w:t>
      </w:r>
    </w:p>
    <w:p w:rsidR="007B2329" w:rsidRDefault="007B2329" w:rsidP="007B2329">
      <w:r>
        <w:t>163.0898</w:t>
      </w:r>
      <w:r>
        <w:tab/>
        <w:t>7.001e0</w:t>
      </w:r>
    </w:p>
    <w:p w:rsidR="007B2329" w:rsidRDefault="007B2329" w:rsidP="007B2329">
      <w:r>
        <w:t>163.0978</w:t>
      </w:r>
      <w:r>
        <w:tab/>
        <w:t>1.013e0</w:t>
      </w:r>
    </w:p>
    <w:p w:rsidR="007B2329" w:rsidRDefault="007B2329" w:rsidP="007B2329">
      <w:r>
        <w:t>163.1116</w:t>
      </w:r>
      <w:r>
        <w:tab/>
        <w:t>1.013e0</w:t>
      </w:r>
    </w:p>
    <w:p w:rsidR="007B2329" w:rsidRDefault="007B2329" w:rsidP="007B2329">
      <w:r>
        <w:t>163.1134</w:t>
      </w:r>
      <w:r>
        <w:tab/>
        <w:t>2.025e0</w:t>
      </w:r>
    </w:p>
    <w:p w:rsidR="007B2329" w:rsidRDefault="007B2329" w:rsidP="007B2329">
      <w:r>
        <w:t>163.1220</w:t>
      </w:r>
      <w:r>
        <w:tab/>
        <w:t>2.051e0</w:t>
      </w:r>
    </w:p>
    <w:p w:rsidR="007B2329" w:rsidRDefault="007B2329" w:rsidP="007B2329">
      <w:r>
        <w:t>163.1271</w:t>
      </w:r>
      <w:r>
        <w:tab/>
        <w:t>2.025e0</w:t>
      </w:r>
    </w:p>
    <w:p w:rsidR="007B2329" w:rsidRDefault="007B2329" w:rsidP="007B2329">
      <w:r>
        <w:t>163.1296</w:t>
      </w:r>
      <w:r>
        <w:tab/>
        <w:t>1.013e1</w:t>
      </w:r>
    </w:p>
    <w:p w:rsidR="007B2329" w:rsidRDefault="007B2329" w:rsidP="007B2329">
      <w:r>
        <w:t>163.1313</w:t>
      </w:r>
      <w:r>
        <w:tab/>
        <w:t>3.038e0</w:t>
      </w:r>
    </w:p>
    <w:p w:rsidR="007B2329" w:rsidRDefault="007B2329" w:rsidP="007B2329">
      <w:r>
        <w:t>163.1325</w:t>
      </w:r>
      <w:r>
        <w:tab/>
        <w:t>3.471e0</w:t>
      </w:r>
    </w:p>
    <w:p w:rsidR="007B2329" w:rsidRDefault="007B2329" w:rsidP="007B2329">
      <w:r>
        <w:t>163.1461</w:t>
      </w:r>
      <w:r>
        <w:tab/>
        <w:t>4.051e0</w:t>
      </w:r>
    </w:p>
    <w:p w:rsidR="007B2329" w:rsidRDefault="007B2329" w:rsidP="007B2329">
      <w:r>
        <w:t>163.1595</w:t>
      </w:r>
      <w:r>
        <w:tab/>
        <w:t>1.013e0</w:t>
      </w:r>
    </w:p>
    <w:p w:rsidR="007B2329" w:rsidRDefault="007B2329" w:rsidP="007B2329">
      <w:r>
        <w:t>163.1626</w:t>
      </w:r>
      <w:r>
        <w:tab/>
        <w:t>1.013e0</w:t>
      </w:r>
    </w:p>
    <w:p w:rsidR="007B2329" w:rsidRDefault="007B2329" w:rsidP="007B2329">
      <w:r>
        <w:t>163.1659</w:t>
      </w:r>
      <w:r>
        <w:tab/>
        <w:t>1.266e-2</w:t>
      </w:r>
    </w:p>
    <w:p w:rsidR="007B2329" w:rsidRDefault="007B2329" w:rsidP="007B2329">
      <w:r>
        <w:t>163.1760</w:t>
      </w:r>
      <w:r>
        <w:tab/>
        <w:t>2.025e0</w:t>
      </w:r>
    </w:p>
    <w:p w:rsidR="007B2329" w:rsidRDefault="007B2329" w:rsidP="007B2329">
      <w:r>
        <w:t>163.1881</w:t>
      </w:r>
      <w:r>
        <w:tab/>
        <w:t>2.025e0</w:t>
      </w:r>
    </w:p>
    <w:p w:rsidR="007B2329" w:rsidRDefault="007B2329" w:rsidP="007B2329">
      <w:r>
        <w:lastRenderedPageBreak/>
        <w:t>163.1898</w:t>
      </w:r>
      <w:r>
        <w:tab/>
        <w:t>3.038e0</w:t>
      </w:r>
    </w:p>
    <w:p w:rsidR="007B2329" w:rsidRDefault="007B2329" w:rsidP="007B2329">
      <w:r>
        <w:t>163.1933</w:t>
      </w:r>
      <w:r>
        <w:tab/>
        <w:t>2.025e0</w:t>
      </w:r>
    </w:p>
    <w:p w:rsidR="007B2329" w:rsidRDefault="007B2329" w:rsidP="007B2329">
      <w:r>
        <w:t>163.2105</w:t>
      </w:r>
      <w:r>
        <w:tab/>
        <w:t>2.025e0</w:t>
      </w:r>
    </w:p>
    <w:p w:rsidR="007B2329" w:rsidRDefault="007B2329" w:rsidP="007B2329">
      <w:r>
        <w:t>163.2275</w:t>
      </w:r>
      <w:r>
        <w:tab/>
        <w:t>1.013e0</w:t>
      </w:r>
    </w:p>
    <w:p w:rsidR="007B2329" w:rsidRDefault="007B2329" w:rsidP="007B2329">
      <w:r>
        <w:t>163.2339</w:t>
      </w:r>
      <w:r>
        <w:tab/>
        <w:t>1.266e-2</w:t>
      </w:r>
    </w:p>
    <w:p w:rsidR="007B2329" w:rsidRDefault="007B2329" w:rsidP="007B2329">
      <w:r>
        <w:t>163.2372</w:t>
      </w:r>
      <w:r>
        <w:tab/>
        <w:t>1.013e0</w:t>
      </w:r>
    </w:p>
    <w:p w:rsidR="007B2329" w:rsidRDefault="007B2329" w:rsidP="007B2329">
      <w:r>
        <w:t>163.2577</w:t>
      </w:r>
      <w:r>
        <w:tab/>
        <w:t>2.025e0</w:t>
      </w:r>
    </w:p>
    <w:p w:rsidR="007B2329" w:rsidRDefault="007B2329" w:rsidP="007B2329">
      <w:r>
        <w:t>163.2612</w:t>
      </w:r>
      <w:r>
        <w:tab/>
        <w:t>3.038e0</w:t>
      </w:r>
    </w:p>
    <w:p w:rsidR="007B2329" w:rsidRDefault="007B2329" w:rsidP="007B2329">
      <w:r>
        <w:t>163.2697</w:t>
      </w:r>
      <w:r>
        <w:tab/>
        <w:t>2.025e0</w:t>
      </w:r>
    </w:p>
    <w:p w:rsidR="007B2329" w:rsidRDefault="007B2329" w:rsidP="007B2329">
      <w:r>
        <w:t>163.2783</w:t>
      </w:r>
      <w:r>
        <w:tab/>
        <w:t>1.013e0</w:t>
      </w:r>
    </w:p>
    <w:p w:rsidR="007B2329" w:rsidRDefault="007B2329" w:rsidP="007B2329">
      <w:r>
        <w:t>163.2938</w:t>
      </w:r>
      <w:r>
        <w:tab/>
        <w:t>2.025e0</w:t>
      </w:r>
    </w:p>
    <w:p w:rsidR="007B2329" w:rsidRDefault="007B2329" w:rsidP="007B2329">
      <w:r>
        <w:t>163.3021</w:t>
      </w:r>
      <w:r>
        <w:tab/>
        <w:t>2.025e0</w:t>
      </w:r>
    </w:p>
    <w:p w:rsidR="007B2329" w:rsidRDefault="007B2329" w:rsidP="007B2329">
      <w:r>
        <w:t>163.3083</w:t>
      </w:r>
      <w:r>
        <w:tab/>
        <w:t>2.025e0</w:t>
      </w:r>
    </w:p>
    <w:p w:rsidR="007B2329" w:rsidRDefault="007B2329" w:rsidP="007B2329">
      <w:r>
        <w:t>163.3221</w:t>
      </w:r>
      <w:r>
        <w:tab/>
        <w:t>1.266e-2</w:t>
      </w:r>
    </w:p>
    <w:p w:rsidR="007B2329" w:rsidRDefault="007B2329" w:rsidP="007B2329">
      <w:r>
        <w:t>163.3255</w:t>
      </w:r>
      <w:r>
        <w:tab/>
        <w:t>1.013e0</w:t>
      </w:r>
    </w:p>
    <w:p w:rsidR="007B2329" w:rsidRDefault="007B2329" w:rsidP="007B2329">
      <w:r>
        <w:t>163.3342</w:t>
      </w:r>
      <w:r>
        <w:tab/>
        <w:t>2.025e0</w:t>
      </w:r>
    </w:p>
    <w:p w:rsidR="007B2329" w:rsidRDefault="007B2329" w:rsidP="007B2329">
      <w:r>
        <w:t>163.3359</w:t>
      </w:r>
      <w:r>
        <w:tab/>
        <w:t>1.013e0</w:t>
      </w:r>
    </w:p>
    <w:p w:rsidR="007B2329" w:rsidRDefault="007B2329" w:rsidP="007B2329">
      <w:r>
        <w:t>163.3445</w:t>
      </w:r>
      <w:r>
        <w:tab/>
        <w:t>2.025e0</w:t>
      </w:r>
    </w:p>
    <w:p w:rsidR="007B2329" w:rsidRDefault="007B2329" w:rsidP="007B2329">
      <w:r>
        <w:t>163.3462</w:t>
      </w:r>
      <w:r>
        <w:tab/>
        <w:t>1.013e0</w:t>
      </w:r>
    </w:p>
    <w:p w:rsidR="007B2329" w:rsidRDefault="007B2329" w:rsidP="007B2329">
      <w:r>
        <w:lastRenderedPageBreak/>
        <w:t>163.3497</w:t>
      </w:r>
      <w:r>
        <w:tab/>
        <w:t>1.013e0</w:t>
      </w:r>
    </w:p>
    <w:p w:rsidR="007B2329" w:rsidRDefault="007B2329" w:rsidP="007B2329">
      <w:r>
        <w:t>163.3515</w:t>
      </w:r>
      <w:r>
        <w:tab/>
        <w:t>2.025e0</w:t>
      </w:r>
    </w:p>
    <w:p w:rsidR="007B2329" w:rsidRDefault="007B2329" w:rsidP="007B2329">
      <w:r>
        <w:t>163.3701</w:t>
      </w:r>
      <w:r>
        <w:tab/>
        <w:t>1.013e0</w:t>
      </w:r>
    </w:p>
    <w:p w:rsidR="007B2329" w:rsidRDefault="007B2329" w:rsidP="007B2329">
      <w:r>
        <w:t>163.3766</w:t>
      </w:r>
      <w:r>
        <w:tab/>
        <w:t>2.025e0</w:t>
      </w:r>
    </w:p>
    <w:p w:rsidR="007B2329" w:rsidRDefault="007B2329" w:rsidP="007B2329">
      <w:r>
        <w:t>163.3864</w:t>
      </w:r>
      <w:r>
        <w:tab/>
        <w:t>1.013e0</w:t>
      </w:r>
    </w:p>
    <w:p w:rsidR="007B2329" w:rsidRDefault="007B2329" w:rsidP="007B2329">
      <w:r>
        <w:t>163.3935</w:t>
      </w:r>
      <w:r>
        <w:tab/>
        <w:t>1.013e0</w:t>
      </w:r>
    </w:p>
    <w:p w:rsidR="007B2329" w:rsidRDefault="007B2329" w:rsidP="007B2329">
      <w:r>
        <w:t>163.4072</w:t>
      </w:r>
      <w:r>
        <w:tab/>
        <w:t>1.013e0</w:t>
      </w:r>
    </w:p>
    <w:p w:rsidR="007B2329" w:rsidRDefault="007B2329" w:rsidP="007B2329">
      <w:r>
        <w:t>163.4130</w:t>
      </w:r>
      <w:r>
        <w:tab/>
        <w:t>3.038e0</w:t>
      </w:r>
    </w:p>
    <w:p w:rsidR="007B2329" w:rsidRDefault="007B2329" w:rsidP="007B2329">
      <w:r>
        <w:t>163.4141</w:t>
      </w:r>
      <w:r>
        <w:tab/>
        <w:t>1.013e0</w:t>
      </w:r>
    </w:p>
    <w:p w:rsidR="007B2329" w:rsidRDefault="007B2329" w:rsidP="007B2329">
      <w:r>
        <w:t>163.4210</w:t>
      </w:r>
      <w:r>
        <w:tab/>
        <w:t>1.266e-2</w:t>
      </w:r>
    </w:p>
    <w:p w:rsidR="007B2329" w:rsidRDefault="007B2329" w:rsidP="007B2329">
      <w:r>
        <w:t>163.4245</w:t>
      </w:r>
      <w:r>
        <w:tab/>
        <w:t>1.266e-2</w:t>
      </w:r>
    </w:p>
    <w:p w:rsidR="007B2329" w:rsidRDefault="007B2329" w:rsidP="007B2329">
      <w:r>
        <w:t>163.4314</w:t>
      </w:r>
      <w:r>
        <w:tab/>
        <w:t>1.013e0</w:t>
      </w:r>
    </w:p>
    <w:p w:rsidR="007B2329" w:rsidRDefault="007B2329" w:rsidP="007B2329">
      <w:r>
        <w:t>163.4349</w:t>
      </w:r>
      <w:r>
        <w:tab/>
        <w:t>1.013e0</w:t>
      </w:r>
    </w:p>
    <w:p w:rsidR="007B2329" w:rsidRDefault="007B2329" w:rsidP="007B2329">
      <w:r>
        <w:t>163.4480</w:t>
      </w:r>
      <w:r>
        <w:tab/>
        <w:t>1.013e0</w:t>
      </w:r>
    </w:p>
    <w:p w:rsidR="007B2329" w:rsidRDefault="007B2329" w:rsidP="007B2329">
      <w:r>
        <w:t>163.4496</w:t>
      </w:r>
      <w:r>
        <w:tab/>
        <w:t>2.025e0</w:t>
      </w:r>
    </w:p>
    <w:p w:rsidR="007B2329" w:rsidRDefault="007B2329" w:rsidP="007B2329">
      <w:r>
        <w:t>163.4513</w:t>
      </w:r>
      <w:r>
        <w:tab/>
        <w:t>1.013e0</w:t>
      </w:r>
    </w:p>
    <w:p w:rsidR="007B2329" w:rsidRDefault="007B2329" w:rsidP="007B2329">
      <w:r>
        <w:t>163.4682</w:t>
      </w:r>
      <w:r>
        <w:tab/>
        <w:t>1.013e0</w:t>
      </w:r>
    </w:p>
    <w:p w:rsidR="007B2329" w:rsidRDefault="007B2329" w:rsidP="007B2329">
      <w:r>
        <w:t>163.4751</w:t>
      </w:r>
      <w:r>
        <w:tab/>
        <w:t>3.038e0</w:t>
      </w:r>
    </w:p>
    <w:p w:rsidR="007B2329" w:rsidRDefault="007B2329" w:rsidP="007B2329">
      <w:r>
        <w:t>163.4820</w:t>
      </w:r>
      <w:r>
        <w:tab/>
        <w:t>3.038e0</w:t>
      </w:r>
    </w:p>
    <w:p w:rsidR="007B2329" w:rsidRDefault="007B2329" w:rsidP="007B2329">
      <w:r>
        <w:lastRenderedPageBreak/>
        <w:t>163.4958</w:t>
      </w:r>
      <w:r>
        <w:tab/>
        <w:t>1.266e-2</w:t>
      </w:r>
    </w:p>
    <w:p w:rsidR="007B2329" w:rsidRDefault="007B2329" w:rsidP="007B2329">
      <w:r>
        <w:t>163.5062</w:t>
      </w:r>
      <w:r>
        <w:tab/>
        <w:t>2.025e0</w:t>
      </w:r>
    </w:p>
    <w:p w:rsidR="007B2329" w:rsidRDefault="007B2329" w:rsidP="007B2329">
      <w:r>
        <w:t>163.5194</w:t>
      </w:r>
      <w:r>
        <w:tab/>
        <w:t>1.013e0</w:t>
      </w:r>
    </w:p>
    <w:p w:rsidR="007B2329" w:rsidRDefault="007B2329" w:rsidP="007B2329">
      <w:r>
        <w:t>163.5226</w:t>
      </w:r>
      <w:r>
        <w:tab/>
        <w:t>1.013e0</w:t>
      </w:r>
    </w:p>
    <w:p w:rsidR="007B2329" w:rsidRDefault="007B2329" w:rsidP="007B2329">
      <w:r>
        <w:t>163.5326</w:t>
      </w:r>
      <w:r>
        <w:tab/>
        <w:t>1.013e0</w:t>
      </w:r>
    </w:p>
    <w:p w:rsidR="007B2329" w:rsidRDefault="007B2329" w:rsidP="007B2329">
      <w:r>
        <w:t>163.5396</w:t>
      </w:r>
      <w:r>
        <w:tab/>
        <w:t>1.013e0</w:t>
      </w:r>
    </w:p>
    <w:p w:rsidR="007B2329" w:rsidRDefault="007B2329" w:rsidP="007B2329">
      <w:r>
        <w:t>163.5455</w:t>
      </w:r>
      <w:r>
        <w:tab/>
        <w:t>3.038e0</w:t>
      </w:r>
    </w:p>
    <w:p w:rsidR="007B2329" w:rsidRDefault="007B2329" w:rsidP="007B2329">
      <w:r>
        <w:t>163.5500</w:t>
      </w:r>
      <w:r>
        <w:tab/>
        <w:t>1.025e0</w:t>
      </w:r>
    </w:p>
    <w:p w:rsidR="007B2329" w:rsidRDefault="007B2329" w:rsidP="007B2329">
      <w:r>
        <w:t>163.5533</w:t>
      </w:r>
      <w:r>
        <w:tab/>
        <w:t>1.266e-2</w:t>
      </w:r>
    </w:p>
    <w:p w:rsidR="007B2329" w:rsidRDefault="007B2329" w:rsidP="007B2329">
      <w:r>
        <w:t>163.5741</w:t>
      </w:r>
      <w:r>
        <w:tab/>
        <w:t>1.013e0</w:t>
      </w:r>
    </w:p>
    <w:p w:rsidR="007B2329" w:rsidRDefault="007B2329" w:rsidP="007B2329">
      <w:r>
        <w:t>163.5908</w:t>
      </w:r>
      <w:r>
        <w:tab/>
        <w:t>1.013e0</w:t>
      </w:r>
    </w:p>
    <w:p w:rsidR="007B2329" w:rsidRDefault="007B2329" w:rsidP="007B2329">
      <w:r>
        <w:t>163.5973</w:t>
      </w:r>
      <w:r>
        <w:tab/>
        <w:t>1.013e0</w:t>
      </w:r>
    </w:p>
    <w:p w:rsidR="007B2329" w:rsidRDefault="007B2329" w:rsidP="007B2329">
      <w:r>
        <w:t>163.6039</w:t>
      </w:r>
      <w:r>
        <w:tab/>
        <w:t>1.013e0</w:t>
      </w:r>
    </w:p>
    <w:p w:rsidR="007B2329" w:rsidRDefault="007B2329" w:rsidP="007B2329">
      <w:r>
        <w:t>163.6074</w:t>
      </w:r>
      <w:r>
        <w:tab/>
        <w:t>1.013e0</w:t>
      </w:r>
    </w:p>
    <w:p w:rsidR="007B2329" w:rsidRDefault="007B2329" w:rsidP="007B2329">
      <w:r>
        <w:t>163.6236</w:t>
      </w:r>
      <w:r>
        <w:tab/>
        <w:t>3.038e0</w:t>
      </w:r>
    </w:p>
    <w:p w:rsidR="007B2329" w:rsidRDefault="007B2329" w:rsidP="007B2329">
      <w:r>
        <w:t>163.6247</w:t>
      </w:r>
      <w:r>
        <w:tab/>
        <w:t>2.025e0</w:t>
      </w:r>
    </w:p>
    <w:p w:rsidR="007B2329" w:rsidRDefault="007B2329" w:rsidP="007B2329">
      <w:r>
        <w:t>163.6282</w:t>
      </w:r>
      <w:r>
        <w:tab/>
        <w:t>2.025e0</w:t>
      </w:r>
    </w:p>
    <w:p w:rsidR="007B2329" w:rsidRDefault="007B2329" w:rsidP="007B2329">
      <w:r>
        <w:t>163.6385</w:t>
      </w:r>
      <w:r>
        <w:tab/>
        <w:t>1.013e0</w:t>
      </w:r>
    </w:p>
    <w:p w:rsidR="007B2329" w:rsidRDefault="007B2329" w:rsidP="007B2329">
      <w:r>
        <w:t>163.6420</w:t>
      </w:r>
      <w:r>
        <w:tab/>
        <w:t>2.025e0</w:t>
      </w:r>
    </w:p>
    <w:p w:rsidR="007B2329" w:rsidRDefault="007B2329" w:rsidP="007B2329">
      <w:r>
        <w:lastRenderedPageBreak/>
        <w:t>163.6558</w:t>
      </w:r>
      <w:r>
        <w:tab/>
        <w:t>1.013e0</w:t>
      </w:r>
    </w:p>
    <w:p w:rsidR="007B2329" w:rsidRDefault="007B2329" w:rsidP="007B2329">
      <w:r>
        <w:t>163.6655</w:t>
      </w:r>
      <w:r>
        <w:tab/>
        <w:t>1.013e0</w:t>
      </w:r>
    </w:p>
    <w:p w:rsidR="007B2329" w:rsidRDefault="007B2329" w:rsidP="007B2329">
      <w:r>
        <w:t>163.6718</w:t>
      </w:r>
      <w:r>
        <w:tab/>
        <w:t>1.025e0</w:t>
      </w:r>
    </w:p>
    <w:p w:rsidR="007B2329" w:rsidRDefault="007B2329" w:rsidP="007B2329">
      <w:r>
        <w:t>163.6753</w:t>
      </w:r>
      <w:r>
        <w:tab/>
        <w:t>1.013e0</w:t>
      </w:r>
    </w:p>
    <w:p w:rsidR="007B2329" w:rsidRDefault="007B2329" w:rsidP="007B2329">
      <w:r>
        <w:t>163.6857</w:t>
      </w:r>
      <w:r>
        <w:tab/>
        <w:t>2.025e0</w:t>
      </w:r>
    </w:p>
    <w:p w:rsidR="007B2329" w:rsidRDefault="007B2329" w:rsidP="007B2329">
      <w:r>
        <w:t>163.6944</w:t>
      </w:r>
      <w:r>
        <w:tab/>
        <w:t>2.532e-2</w:t>
      </w:r>
    </w:p>
    <w:p w:rsidR="007B2329" w:rsidRDefault="007B2329" w:rsidP="007B2329">
      <w:r>
        <w:t>163.7065</w:t>
      </w:r>
      <w:r>
        <w:tab/>
        <w:t>1.013e0</w:t>
      </w:r>
    </w:p>
    <w:p w:rsidR="007B2329" w:rsidRDefault="007B2329" w:rsidP="007B2329">
      <w:r>
        <w:t>163.7116</w:t>
      </w:r>
      <w:r>
        <w:tab/>
        <w:t>2.025e0</w:t>
      </w:r>
    </w:p>
    <w:p w:rsidR="007B2329" w:rsidRDefault="007B2329" w:rsidP="007B2329">
      <w:r>
        <w:t>163.7338</w:t>
      </w:r>
      <w:r>
        <w:tab/>
        <w:t>1.013e0</w:t>
      </w:r>
    </w:p>
    <w:p w:rsidR="007B2329" w:rsidRDefault="007B2329" w:rsidP="007B2329">
      <w:r>
        <w:t>163.7502</w:t>
      </w:r>
      <w:r>
        <w:tab/>
        <w:t>2.025e0</w:t>
      </w:r>
    </w:p>
    <w:p w:rsidR="007B2329" w:rsidRDefault="007B2329" w:rsidP="007B2329">
      <w:r>
        <w:t>163.7675</w:t>
      </w:r>
      <w:r>
        <w:tab/>
        <w:t>1.013e0</w:t>
      </w:r>
    </w:p>
    <w:p w:rsidR="007B2329" w:rsidRDefault="007B2329" w:rsidP="007B2329">
      <w:r>
        <w:t>163.7795</w:t>
      </w:r>
      <w:r>
        <w:tab/>
        <w:t>3.038e0</w:t>
      </w:r>
    </w:p>
    <w:p w:rsidR="007B2329" w:rsidRDefault="007B2329" w:rsidP="007B2329">
      <w:r>
        <w:t>163.7866</w:t>
      </w:r>
      <w:r>
        <w:tab/>
        <w:t>3.038e0</w:t>
      </w:r>
    </w:p>
    <w:p w:rsidR="007B2329" w:rsidRDefault="007B2329" w:rsidP="007B2329">
      <w:r>
        <w:t>163.7952</w:t>
      </w:r>
      <w:r>
        <w:tab/>
        <w:t>1.025e0</w:t>
      </w:r>
    </w:p>
    <w:p w:rsidR="007B2329" w:rsidRDefault="007B2329" w:rsidP="007B2329">
      <w:r>
        <w:t>163.8117</w:t>
      </w:r>
      <w:r>
        <w:tab/>
        <w:t>2.025e0</w:t>
      </w:r>
    </w:p>
    <w:p w:rsidR="007B2329" w:rsidRDefault="007B2329" w:rsidP="007B2329">
      <w:r>
        <w:t>163.8134</w:t>
      </w:r>
      <w:r>
        <w:tab/>
        <w:t>2.025e0</w:t>
      </w:r>
    </w:p>
    <w:p w:rsidR="007B2329" w:rsidRDefault="007B2329" w:rsidP="007B2329">
      <w:r>
        <w:t>163.8150</w:t>
      </w:r>
      <w:r>
        <w:tab/>
        <w:t>1.013e0</w:t>
      </w:r>
    </w:p>
    <w:p w:rsidR="007B2329" w:rsidRDefault="007B2329" w:rsidP="007B2329">
      <w:r>
        <w:t>163.8285</w:t>
      </w:r>
      <w:r>
        <w:tab/>
        <w:t>2.025e0</w:t>
      </w:r>
    </w:p>
    <w:p w:rsidR="007B2329" w:rsidRDefault="007B2329" w:rsidP="007B2329">
      <w:r>
        <w:t>163.8320</w:t>
      </w:r>
      <w:r>
        <w:tab/>
        <w:t>2.025e0</w:t>
      </w:r>
    </w:p>
    <w:p w:rsidR="007B2329" w:rsidRDefault="007B2329" w:rsidP="007B2329">
      <w:r>
        <w:lastRenderedPageBreak/>
        <w:t>163.8458</w:t>
      </w:r>
      <w:r>
        <w:tab/>
        <w:t>1.013e0</w:t>
      </w:r>
    </w:p>
    <w:p w:rsidR="007B2329" w:rsidRDefault="007B2329" w:rsidP="007B2329">
      <w:r>
        <w:t>163.8561</w:t>
      </w:r>
      <w:r>
        <w:tab/>
        <w:t>1.025e0</w:t>
      </w:r>
    </w:p>
    <w:p w:rsidR="007B2329" w:rsidRDefault="007B2329" w:rsidP="007B2329">
      <w:r>
        <w:t>163.8668</w:t>
      </w:r>
      <w:r>
        <w:tab/>
        <w:t>3.038e0</w:t>
      </w:r>
    </w:p>
    <w:p w:rsidR="007B2329" w:rsidRDefault="007B2329" w:rsidP="007B2329">
      <w:r>
        <w:t>163.8700</w:t>
      </w:r>
      <w:r>
        <w:tab/>
        <w:t>2.025e0</w:t>
      </w:r>
    </w:p>
    <w:p w:rsidR="007B2329" w:rsidRDefault="007B2329" w:rsidP="007B2329">
      <w:r>
        <w:t>163.8849</w:t>
      </w:r>
      <w:r>
        <w:tab/>
        <w:t>4.051e0</w:t>
      </w:r>
    </w:p>
    <w:p w:rsidR="007B2329" w:rsidRDefault="007B2329" w:rsidP="007B2329">
      <w:r>
        <w:t>163.8898</w:t>
      </w:r>
      <w:r>
        <w:tab/>
        <w:t>1.013e0</w:t>
      </w:r>
    </w:p>
    <w:p w:rsidR="007B2329" w:rsidRDefault="007B2329" w:rsidP="007B2329">
      <w:r>
        <w:t>163.9051</w:t>
      </w:r>
      <w:r>
        <w:tab/>
        <w:t>2.025e0</w:t>
      </w:r>
    </w:p>
    <w:p w:rsidR="007B2329" w:rsidRDefault="007B2329" w:rsidP="007B2329">
      <w:r>
        <w:t>163.9104</w:t>
      </w:r>
      <w:r>
        <w:tab/>
        <w:t>1.013e0</w:t>
      </w:r>
    </w:p>
    <w:p w:rsidR="007B2329" w:rsidRDefault="007B2329" w:rsidP="007B2329">
      <w:r>
        <w:t>163.9138</w:t>
      </w:r>
      <w:r>
        <w:tab/>
        <w:t>1.013e0</w:t>
      </w:r>
    </w:p>
    <w:p w:rsidR="007B2329" w:rsidRDefault="007B2329" w:rsidP="007B2329">
      <w:r>
        <w:t>163.9581</w:t>
      </w:r>
      <w:r>
        <w:tab/>
        <w:t>1.013e0</w:t>
      </w:r>
    </w:p>
    <w:p w:rsidR="007B2329" w:rsidRDefault="007B2329" w:rsidP="007B2329">
      <w:r>
        <w:t>163.9614</w:t>
      </w:r>
      <w:r>
        <w:tab/>
        <w:t>1.266e-2</w:t>
      </w:r>
    </w:p>
    <w:p w:rsidR="007B2329" w:rsidRDefault="007B2329" w:rsidP="007B2329">
      <w:r>
        <w:t>163.9714</w:t>
      </w:r>
      <w:r>
        <w:tab/>
        <w:t>1.013e0</w:t>
      </w:r>
    </w:p>
    <w:p w:rsidR="007B2329" w:rsidRDefault="007B2329" w:rsidP="007B2329">
      <w:r>
        <w:t>163.9748</w:t>
      </w:r>
      <w:r>
        <w:tab/>
        <w:t>1.013e0</w:t>
      </w:r>
    </w:p>
    <w:p w:rsidR="007B2329" w:rsidRDefault="007B2329" w:rsidP="007B2329">
      <w:r>
        <w:t>163.9921</w:t>
      </w:r>
      <w:r>
        <w:tab/>
        <w:t>1.013e0</w:t>
      </w:r>
    </w:p>
    <w:p w:rsidR="007B2329" w:rsidRDefault="007B2329" w:rsidP="007B2329">
      <w:r>
        <w:t>163.9955</w:t>
      </w:r>
      <w:r>
        <w:tab/>
        <w:t>1.013e0</w:t>
      </w:r>
    </w:p>
    <w:p w:rsidR="007B2329" w:rsidRDefault="007B2329" w:rsidP="007B2329">
      <w:r>
        <w:t>163.9990</w:t>
      </w:r>
      <w:r>
        <w:tab/>
        <w:t>1.013e0</w:t>
      </w:r>
    </w:p>
    <w:p w:rsidR="007B2329" w:rsidRDefault="007B2329" w:rsidP="007B2329">
      <w:r>
        <w:t>164.0330</w:t>
      </w:r>
      <w:r>
        <w:tab/>
        <w:t>2.038e0</w:t>
      </w:r>
    </w:p>
    <w:p w:rsidR="007B2329" w:rsidRDefault="007B2329" w:rsidP="007B2329">
      <w:r>
        <w:t>164.0636</w:t>
      </w:r>
      <w:r>
        <w:tab/>
        <w:t>3.038e0</w:t>
      </w:r>
    </w:p>
    <w:p w:rsidR="007B2329" w:rsidRDefault="007B2329" w:rsidP="007B2329">
      <w:r>
        <w:t>164.0670</w:t>
      </w:r>
      <w:r>
        <w:tab/>
        <w:t>2.025e0</w:t>
      </w:r>
    </w:p>
    <w:p w:rsidR="007B2329" w:rsidRDefault="007B2329" w:rsidP="007B2329">
      <w:r>
        <w:lastRenderedPageBreak/>
        <w:t>164.0843</w:t>
      </w:r>
      <w:r>
        <w:tab/>
        <w:t>1.051e0</w:t>
      </w:r>
    </w:p>
    <w:p w:rsidR="007B2329" w:rsidRDefault="007B2329" w:rsidP="007B2329">
      <w:r>
        <w:t>164.0929</w:t>
      </w:r>
      <w:r>
        <w:tab/>
        <w:t>2.025e0</w:t>
      </w:r>
    </w:p>
    <w:p w:rsidR="007B2329" w:rsidRDefault="007B2329" w:rsidP="007B2329">
      <w:r>
        <w:t>164.0980</w:t>
      </w:r>
      <w:r>
        <w:tab/>
        <w:t>1.013e0</w:t>
      </w:r>
    </w:p>
    <w:p w:rsidR="007B2329" w:rsidRDefault="007B2329" w:rsidP="007B2329">
      <w:r>
        <w:t>164.1107</w:t>
      </w:r>
      <w:r>
        <w:tab/>
        <w:t>3.038e0</w:t>
      </w:r>
    </w:p>
    <w:p w:rsidR="007B2329" w:rsidRDefault="007B2329" w:rsidP="007B2329">
      <w:r>
        <w:t>164.1161</w:t>
      </w:r>
      <w:r>
        <w:tab/>
        <w:t>2.025e0</w:t>
      </w:r>
    </w:p>
    <w:p w:rsidR="007B2329" w:rsidRDefault="007B2329" w:rsidP="007B2329">
      <w:r>
        <w:t>164.1228</w:t>
      </w:r>
      <w:r>
        <w:tab/>
        <w:t>1.025e0</w:t>
      </w:r>
    </w:p>
    <w:p w:rsidR="007B2329" w:rsidRDefault="007B2329" w:rsidP="007B2329">
      <w:r>
        <w:t>164.1280</w:t>
      </w:r>
      <w:r>
        <w:tab/>
        <w:t>2.025e0</w:t>
      </w:r>
    </w:p>
    <w:p w:rsidR="007B2329" w:rsidRDefault="007B2329" w:rsidP="007B2329">
      <w:r>
        <w:t>164.1316</w:t>
      </w:r>
      <w:r>
        <w:tab/>
        <w:t>2.025e0</w:t>
      </w:r>
    </w:p>
    <w:p w:rsidR="007B2329" w:rsidRDefault="007B2329" w:rsidP="007B2329">
      <w:r>
        <w:t>164.1385</w:t>
      </w:r>
      <w:r>
        <w:tab/>
        <w:t>1.266e-2</w:t>
      </w:r>
    </w:p>
    <w:p w:rsidR="007B2329" w:rsidRDefault="007B2329" w:rsidP="007B2329">
      <w:r>
        <w:t>164.1419</w:t>
      </w:r>
      <w:r>
        <w:tab/>
        <w:t>3.051e0</w:t>
      </w:r>
    </w:p>
    <w:p w:rsidR="007B2329" w:rsidRDefault="007B2329" w:rsidP="007B2329">
      <w:r>
        <w:t>164.1680</w:t>
      </w:r>
      <w:r>
        <w:tab/>
        <w:t>2.532e-2</w:t>
      </w:r>
    </w:p>
    <w:p w:rsidR="007B2329" w:rsidRDefault="007B2329" w:rsidP="007B2329">
      <w:r>
        <w:t>164.1697</w:t>
      </w:r>
      <w:r>
        <w:tab/>
        <w:t>1.013e0</w:t>
      </w:r>
    </w:p>
    <w:p w:rsidR="007B2329" w:rsidRDefault="007B2329" w:rsidP="007B2329">
      <w:r>
        <w:t>164.1763</w:t>
      </w:r>
      <w:r>
        <w:tab/>
        <w:t>1.013e0</w:t>
      </w:r>
    </w:p>
    <w:p w:rsidR="007B2329" w:rsidRDefault="007B2329" w:rsidP="007B2329">
      <w:r>
        <w:t>164.1794</w:t>
      </w:r>
      <w:r>
        <w:tab/>
        <w:t>1.013e0</w:t>
      </w:r>
    </w:p>
    <w:p w:rsidR="007B2329" w:rsidRDefault="007B2329" w:rsidP="007B2329">
      <w:r>
        <w:t>164.1860</w:t>
      </w:r>
      <w:r>
        <w:tab/>
        <w:t>2.025e0</w:t>
      </w:r>
    </w:p>
    <w:p w:rsidR="007B2329" w:rsidRDefault="007B2329" w:rsidP="007B2329">
      <w:r>
        <w:t>164.1925</w:t>
      </w:r>
      <w:r>
        <w:tab/>
        <w:t>1.013e0</w:t>
      </w:r>
    </w:p>
    <w:p w:rsidR="007B2329" w:rsidRDefault="007B2329" w:rsidP="007B2329">
      <w:r>
        <w:t>164.1948</w:t>
      </w:r>
      <w:r>
        <w:tab/>
        <w:t>5.063e0</w:t>
      </w:r>
    </w:p>
    <w:p w:rsidR="007B2329" w:rsidRDefault="007B2329" w:rsidP="007B2329">
      <w:r>
        <w:t>164.2065</w:t>
      </w:r>
      <w:r>
        <w:tab/>
        <w:t>1.013e0</w:t>
      </w:r>
    </w:p>
    <w:p w:rsidR="007B2329" w:rsidRDefault="007B2329" w:rsidP="007B2329">
      <w:r>
        <w:t>164.2203</w:t>
      </w:r>
      <w:r>
        <w:tab/>
        <w:t>3.038e0</w:t>
      </w:r>
    </w:p>
    <w:p w:rsidR="007B2329" w:rsidRDefault="007B2329" w:rsidP="007B2329">
      <w:r>
        <w:lastRenderedPageBreak/>
        <w:t>164.2272</w:t>
      </w:r>
      <w:r>
        <w:tab/>
        <w:t>1.013e0</w:t>
      </w:r>
    </w:p>
    <w:p w:rsidR="007B2329" w:rsidRDefault="007B2329" w:rsidP="007B2329">
      <w:r>
        <w:t>164.2512</w:t>
      </w:r>
      <w:r>
        <w:tab/>
        <w:t>1.013e0</w:t>
      </w:r>
    </w:p>
    <w:p w:rsidR="007B2329" w:rsidRDefault="007B2329" w:rsidP="007B2329">
      <w:r>
        <w:t>164.2545</w:t>
      </w:r>
      <w:r>
        <w:tab/>
        <w:t>1.013e0</w:t>
      </w:r>
    </w:p>
    <w:p w:rsidR="007B2329" w:rsidRDefault="007B2329" w:rsidP="007B2329">
      <w:r>
        <w:t>164.2593</w:t>
      </w:r>
      <w:r>
        <w:tab/>
        <w:t>1.025e0</w:t>
      </w:r>
    </w:p>
    <w:p w:rsidR="007B2329" w:rsidRDefault="007B2329" w:rsidP="007B2329">
      <w:r>
        <w:t>164.2609</w:t>
      </w:r>
      <w:r>
        <w:tab/>
        <w:t>1.013e0</w:t>
      </w:r>
    </w:p>
    <w:p w:rsidR="007B2329" w:rsidRDefault="007B2329" w:rsidP="007B2329">
      <w:r>
        <w:t>164.2710</w:t>
      </w:r>
      <w:r>
        <w:tab/>
        <w:t>1.013e0</w:t>
      </w:r>
    </w:p>
    <w:p w:rsidR="007B2329" w:rsidRDefault="007B2329" w:rsidP="007B2329">
      <w:r>
        <w:t>164.2780</w:t>
      </w:r>
      <w:r>
        <w:tab/>
        <w:t>1.013e0</w:t>
      </w:r>
    </w:p>
    <w:p w:rsidR="007B2329" w:rsidRDefault="007B2329" w:rsidP="007B2329">
      <w:r>
        <w:t>164.2796</w:t>
      </w:r>
      <w:r>
        <w:tab/>
        <w:t>3.038e0</w:t>
      </w:r>
    </w:p>
    <w:p w:rsidR="007B2329" w:rsidRDefault="007B2329" w:rsidP="007B2329">
      <w:r>
        <w:t>164.2917</w:t>
      </w:r>
      <w:r>
        <w:tab/>
        <w:t>1.013e0</w:t>
      </w:r>
    </w:p>
    <w:p w:rsidR="007B2329" w:rsidRDefault="007B2329" w:rsidP="007B2329">
      <w:r>
        <w:t>164.3091</w:t>
      </w:r>
      <w:r>
        <w:tab/>
        <w:t>1.013e0</w:t>
      </w:r>
    </w:p>
    <w:p w:rsidR="007B2329" w:rsidRDefault="007B2329" w:rsidP="007B2329">
      <w:r>
        <w:t>164.3151</w:t>
      </w:r>
      <w:r>
        <w:tab/>
        <w:t>3.038e0</w:t>
      </w:r>
    </w:p>
    <w:p w:rsidR="007B2329" w:rsidRDefault="007B2329" w:rsidP="007B2329">
      <w:r>
        <w:t>164.3228</w:t>
      </w:r>
      <w:r>
        <w:tab/>
        <w:t>2.025e0</w:t>
      </w:r>
    </w:p>
    <w:p w:rsidR="007B2329" w:rsidRDefault="007B2329" w:rsidP="007B2329">
      <w:r>
        <w:t>164.3293</w:t>
      </w:r>
      <w:r>
        <w:tab/>
        <w:t>1.013e0</w:t>
      </w:r>
    </w:p>
    <w:p w:rsidR="007B2329" w:rsidRDefault="007B2329" w:rsidP="007B2329">
      <w:r>
        <w:t>164.3326</w:t>
      </w:r>
      <w:r>
        <w:tab/>
        <w:t>1.013e0</w:t>
      </w:r>
    </w:p>
    <w:p w:rsidR="007B2329" w:rsidRDefault="007B2329" w:rsidP="007B2329">
      <w:r>
        <w:t>164.3529</w:t>
      </w:r>
      <w:r>
        <w:tab/>
        <w:t>1.013e0</w:t>
      </w:r>
    </w:p>
    <w:p w:rsidR="007B2329" w:rsidRDefault="007B2329" w:rsidP="007B2329">
      <w:r>
        <w:t>164.3702</w:t>
      </w:r>
      <w:r>
        <w:tab/>
        <w:t>2.025e0</w:t>
      </w:r>
    </w:p>
    <w:p w:rsidR="007B2329" w:rsidRDefault="007B2329" w:rsidP="007B2329">
      <w:r>
        <w:t>164.3771</w:t>
      </w:r>
      <w:r>
        <w:tab/>
        <w:t>1.013e0</w:t>
      </w:r>
    </w:p>
    <w:p w:rsidR="007B2329" w:rsidRDefault="007B2329" w:rsidP="007B2329">
      <w:r>
        <w:t>164.3909</w:t>
      </w:r>
      <w:r>
        <w:tab/>
        <w:t>1.013e0</w:t>
      </w:r>
    </w:p>
    <w:p w:rsidR="007B2329" w:rsidRDefault="007B2329" w:rsidP="007B2329">
      <w:r>
        <w:t>164.4010</w:t>
      </w:r>
      <w:r>
        <w:tab/>
        <w:t>1.013e0</w:t>
      </w:r>
    </w:p>
    <w:p w:rsidR="007B2329" w:rsidRDefault="007B2329" w:rsidP="007B2329">
      <w:r>
        <w:lastRenderedPageBreak/>
        <w:t>164.4043</w:t>
      </w:r>
      <w:r>
        <w:tab/>
        <w:t>3.038e0</w:t>
      </w:r>
    </w:p>
    <w:p w:rsidR="007B2329" w:rsidRDefault="007B2329" w:rsidP="007B2329">
      <w:r>
        <w:t>164.4313</w:t>
      </w:r>
      <w:r>
        <w:tab/>
        <w:t>1.013e0</w:t>
      </w:r>
    </w:p>
    <w:p w:rsidR="007B2329" w:rsidRDefault="007B2329" w:rsidP="007B2329">
      <w:r>
        <w:t>164.4348</w:t>
      </w:r>
      <w:r>
        <w:tab/>
        <w:t>1.013e0</w:t>
      </w:r>
    </w:p>
    <w:p w:rsidR="007B2329" w:rsidRDefault="007B2329" w:rsidP="007B2329">
      <w:r>
        <w:t>164.4399</w:t>
      </w:r>
      <w:r>
        <w:tab/>
        <w:t>2.532e-2</w:t>
      </w:r>
    </w:p>
    <w:p w:rsidR="007B2329" w:rsidRDefault="007B2329" w:rsidP="007B2329">
      <w:r>
        <w:t>164.4486</w:t>
      </w:r>
      <w:r>
        <w:tab/>
        <w:t>2.532e-2</w:t>
      </w:r>
    </w:p>
    <w:p w:rsidR="007B2329" w:rsidRDefault="007B2329" w:rsidP="007B2329">
      <w:r>
        <w:t>164.4589</w:t>
      </w:r>
      <w:r>
        <w:tab/>
        <w:t>1.013e0</w:t>
      </w:r>
    </w:p>
    <w:p w:rsidR="007B2329" w:rsidRDefault="007B2329" w:rsidP="007B2329">
      <w:r>
        <w:t>164.4659</w:t>
      </w:r>
      <w:r>
        <w:tab/>
        <w:t>1.013e0</w:t>
      </w:r>
    </w:p>
    <w:p w:rsidR="007B2329" w:rsidRDefault="007B2329" w:rsidP="007B2329">
      <w:r>
        <w:t>164.4924</w:t>
      </w:r>
      <w:r>
        <w:tab/>
        <w:t>2.025e0</w:t>
      </w:r>
    </w:p>
    <w:p w:rsidR="007B2329" w:rsidRDefault="007B2329" w:rsidP="007B2329">
      <w:r>
        <w:t>164.4993</w:t>
      </w:r>
      <w:r>
        <w:tab/>
        <w:t>1.013e0</w:t>
      </w:r>
    </w:p>
    <w:p w:rsidR="007B2329" w:rsidRDefault="007B2329" w:rsidP="007B2329">
      <w:r>
        <w:t>164.5063</w:t>
      </w:r>
      <w:r>
        <w:tab/>
        <w:t>3.038e0</w:t>
      </w:r>
    </w:p>
    <w:p w:rsidR="007B2329" w:rsidRDefault="007B2329" w:rsidP="007B2329">
      <w:r>
        <w:t>164.5132</w:t>
      </w:r>
      <w:r>
        <w:tab/>
        <w:t>1.013e0</w:t>
      </w:r>
    </w:p>
    <w:p w:rsidR="007B2329" w:rsidRDefault="007B2329" w:rsidP="007B2329">
      <w:r>
        <w:t>164.5201</w:t>
      </w:r>
      <w:r>
        <w:tab/>
        <w:t>1.025e0</w:t>
      </w:r>
    </w:p>
    <w:p w:rsidR="007B2329" w:rsidRDefault="007B2329" w:rsidP="007B2329">
      <w:r>
        <w:t>164.5235</w:t>
      </w:r>
      <w:r>
        <w:tab/>
        <w:t>1.013e0</w:t>
      </w:r>
    </w:p>
    <w:p w:rsidR="007B2329" w:rsidRDefault="007B2329" w:rsidP="007B2329">
      <w:r>
        <w:t>164.5270</w:t>
      </w:r>
      <w:r>
        <w:tab/>
        <w:t>1.013e0</w:t>
      </w:r>
    </w:p>
    <w:p w:rsidR="007B2329" w:rsidRDefault="007B2329" w:rsidP="007B2329">
      <w:r>
        <w:t>164.5374</w:t>
      </w:r>
      <w:r>
        <w:tab/>
        <w:t>1.013e0</w:t>
      </w:r>
    </w:p>
    <w:p w:rsidR="007B2329" w:rsidRDefault="007B2329" w:rsidP="007B2329">
      <w:r>
        <w:t>164.5642</w:t>
      </w:r>
      <w:r>
        <w:tab/>
        <w:t>1.013e0</w:t>
      </w:r>
    </w:p>
    <w:p w:rsidR="007B2329" w:rsidRDefault="007B2329" w:rsidP="007B2329">
      <w:r>
        <w:t>164.5674</w:t>
      </w:r>
      <w:r>
        <w:tab/>
        <w:t>1.013e0</w:t>
      </w:r>
    </w:p>
    <w:p w:rsidR="007B2329" w:rsidRDefault="007B2329" w:rsidP="007B2329">
      <w:r>
        <w:t>164.5707</w:t>
      </w:r>
      <w:r>
        <w:tab/>
        <w:t>2.025e0</w:t>
      </w:r>
    </w:p>
    <w:p w:rsidR="007B2329" w:rsidRDefault="007B2329" w:rsidP="007B2329">
      <w:r>
        <w:t>164.5813</w:t>
      </w:r>
      <w:r>
        <w:tab/>
        <w:t>1.013e0</w:t>
      </w:r>
    </w:p>
    <w:p w:rsidR="007B2329" w:rsidRDefault="007B2329" w:rsidP="007B2329">
      <w:r>
        <w:lastRenderedPageBreak/>
        <w:t>164.5883</w:t>
      </w:r>
      <w:r>
        <w:tab/>
        <w:t>1.013e0</w:t>
      </w:r>
    </w:p>
    <w:p w:rsidR="007B2329" w:rsidRDefault="007B2329" w:rsidP="007B2329">
      <w:r>
        <w:t>164.5951</w:t>
      </w:r>
      <w:r>
        <w:tab/>
        <w:t>2.025e0</w:t>
      </w:r>
    </w:p>
    <w:p w:rsidR="007B2329" w:rsidRDefault="007B2329" w:rsidP="007B2329">
      <w:r>
        <w:t>164.5985</w:t>
      </w:r>
      <w:r>
        <w:tab/>
        <w:t>1.013e0</w:t>
      </w:r>
    </w:p>
    <w:p w:rsidR="007B2329" w:rsidRDefault="007B2329" w:rsidP="007B2329">
      <w:r>
        <w:t>164.6020</w:t>
      </w:r>
      <w:r>
        <w:tab/>
        <w:t>1.013e0</w:t>
      </w:r>
    </w:p>
    <w:p w:rsidR="007B2329" w:rsidRDefault="007B2329" w:rsidP="007B2329">
      <w:r>
        <w:t>164.6180</w:t>
      </w:r>
      <w:r>
        <w:tab/>
        <w:t>3.038e0</w:t>
      </w:r>
    </w:p>
    <w:p w:rsidR="007B2329" w:rsidRDefault="007B2329" w:rsidP="007B2329">
      <w:r>
        <w:t>164.6262</w:t>
      </w:r>
      <w:r>
        <w:tab/>
        <w:t>1.013e0</w:t>
      </w:r>
    </w:p>
    <w:p w:rsidR="007B2329" w:rsidRDefault="007B2329" w:rsidP="007B2329">
      <w:r>
        <w:t>164.6360</w:t>
      </w:r>
      <w:r>
        <w:tab/>
        <w:t>1.013e0</w:t>
      </w:r>
    </w:p>
    <w:p w:rsidR="007B2329" w:rsidRDefault="007B2329" w:rsidP="007B2329">
      <w:r>
        <w:t>164.6528</w:t>
      </w:r>
      <w:r>
        <w:tab/>
        <w:t>1.013e0</w:t>
      </w:r>
    </w:p>
    <w:p w:rsidR="007B2329" w:rsidRDefault="007B2329" w:rsidP="007B2329">
      <w:r>
        <w:t>164.6632</w:t>
      </w:r>
      <w:r>
        <w:tab/>
        <w:t>1.013e0</w:t>
      </w:r>
    </w:p>
    <w:p w:rsidR="007B2329" w:rsidRDefault="007B2329" w:rsidP="007B2329">
      <w:r>
        <w:t>164.6667</w:t>
      </w:r>
      <w:r>
        <w:tab/>
        <w:t>1.013e0</w:t>
      </w:r>
    </w:p>
    <w:p w:rsidR="007B2329" w:rsidRDefault="007B2329" w:rsidP="007B2329">
      <w:r>
        <w:t>164.6701</w:t>
      </w:r>
      <w:r>
        <w:tab/>
        <w:t>1.013e0</w:t>
      </w:r>
    </w:p>
    <w:p w:rsidR="007B2329" w:rsidRDefault="007B2329" w:rsidP="007B2329">
      <w:r>
        <w:t>164.6874</w:t>
      </w:r>
      <w:r>
        <w:tab/>
        <w:t>1.013e0</w:t>
      </w:r>
    </w:p>
    <w:p w:rsidR="007B2329" w:rsidRDefault="007B2329" w:rsidP="007B2329">
      <w:r>
        <w:t>164.6978</w:t>
      </w:r>
      <w:r>
        <w:tab/>
        <w:t>1.013e0</w:t>
      </w:r>
    </w:p>
    <w:p w:rsidR="007B2329" w:rsidRDefault="007B2329" w:rsidP="007B2329">
      <w:r>
        <w:t>164.7046</w:t>
      </w:r>
      <w:r>
        <w:tab/>
        <w:t>1.013e0</w:t>
      </w:r>
    </w:p>
    <w:p w:rsidR="007B2329" w:rsidRDefault="007B2329" w:rsidP="007B2329">
      <w:r>
        <w:t>164.7062</w:t>
      </w:r>
      <w:r>
        <w:tab/>
        <w:t>1.025e0</w:t>
      </w:r>
    </w:p>
    <w:p w:rsidR="007B2329" w:rsidRDefault="007B2329" w:rsidP="007B2329">
      <w:r>
        <w:t>164.7078</w:t>
      </w:r>
      <w:r>
        <w:tab/>
        <w:t>1.013e0</w:t>
      </w:r>
    </w:p>
    <w:p w:rsidR="007B2329" w:rsidRDefault="007B2329" w:rsidP="007B2329">
      <w:r>
        <w:t>164.7111</w:t>
      </w:r>
      <w:r>
        <w:tab/>
        <w:t>1.013e0</w:t>
      </w:r>
    </w:p>
    <w:p w:rsidR="007B2329" w:rsidRDefault="007B2329" w:rsidP="007B2329">
      <w:r>
        <w:t>164.7209</w:t>
      </w:r>
      <w:r>
        <w:tab/>
        <w:t>1.013e0</w:t>
      </w:r>
    </w:p>
    <w:p w:rsidR="007B2329" w:rsidRDefault="007B2329" w:rsidP="007B2329">
      <w:r>
        <w:t>164.7313</w:t>
      </w:r>
      <w:r>
        <w:tab/>
        <w:t>2.025e0</w:t>
      </w:r>
    </w:p>
    <w:p w:rsidR="007B2329" w:rsidRDefault="007B2329" w:rsidP="007B2329">
      <w:r>
        <w:lastRenderedPageBreak/>
        <w:t>164.7337</w:t>
      </w:r>
      <w:r>
        <w:tab/>
        <w:t>4.051e0</w:t>
      </w:r>
    </w:p>
    <w:p w:rsidR="007B2329" w:rsidRDefault="007B2329" w:rsidP="007B2329">
      <w:r>
        <w:t>164.7451</w:t>
      </w:r>
      <w:r>
        <w:tab/>
        <w:t>1.013e0</w:t>
      </w:r>
    </w:p>
    <w:p w:rsidR="007B2329" w:rsidRDefault="007B2329" w:rsidP="007B2329">
      <w:r>
        <w:t>164.7764</w:t>
      </w:r>
      <w:r>
        <w:tab/>
        <w:t>1.013e0</w:t>
      </w:r>
    </w:p>
    <w:p w:rsidR="007B2329" w:rsidRDefault="007B2329" w:rsidP="007B2329">
      <w:r>
        <w:t>164.7862</w:t>
      </w:r>
      <w:r>
        <w:tab/>
        <w:t>1.013e0</w:t>
      </w:r>
    </w:p>
    <w:p w:rsidR="007B2329" w:rsidRDefault="007B2329" w:rsidP="007B2329">
      <w:r>
        <w:t>164.7960</w:t>
      </w:r>
      <w:r>
        <w:tab/>
        <w:t>1.013e0</w:t>
      </w:r>
    </w:p>
    <w:p w:rsidR="007B2329" w:rsidRDefault="007B2329" w:rsidP="007B2329">
      <w:r>
        <w:t>164.8206</w:t>
      </w:r>
      <w:r>
        <w:tab/>
        <w:t>4.051e0</w:t>
      </w:r>
    </w:p>
    <w:p w:rsidR="007B2329" w:rsidRDefault="007B2329" w:rsidP="007B2329">
      <w:r>
        <w:t>164.8236</w:t>
      </w:r>
      <w:r>
        <w:tab/>
        <w:t>1.013e0</w:t>
      </w:r>
    </w:p>
    <w:p w:rsidR="007B2329" w:rsidRDefault="007B2329" w:rsidP="007B2329">
      <w:r>
        <w:t>164.8271</w:t>
      </w:r>
      <w:r>
        <w:tab/>
        <w:t>1.013e0</w:t>
      </w:r>
    </w:p>
    <w:p w:rsidR="007B2329" w:rsidRDefault="007B2329" w:rsidP="007B2329">
      <w:r>
        <w:t>164.8305</w:t>
      </w:r>
      <w:r>
        <w:tab/>
        <w:t>1.013e0</w:t>
      </w:r>
    </w:p>
    <w:p w:rsidR="007B2329" w:rsidRDefault="007B2329" w:rsidP="007B2329">
      <w:r>
        <w:t>164.8357</w:t>
      </w:r>
      <w:r>
        <w:tab/>
        <w:t>2.025e0</w:t>
      </w:r>
    </w:p>
    <w:p w:rsidR="007B2329" w:rsidRDefault="007B2329" w:rsidP="007B2329">
      <w:r>
        <w:t>164.8374</w:t>
      </w:r>
      <w:r>
        <w:tab/>
        <w:t>1.013e0</w:t>
      </w:r>
    </w:p>
    <w:p w:rsidR="007B2329" w:rsidRDefault="007B2329" w:rsidP="007B2329">
      <w:r>
        <w:t>164.8549</w:t>
      </w:r>
      <w:r>
        <w:tab/>
        <w:t>2.025e0</w:t>
      </w:r>
    </w:p>
    <w:p w:rsidR="007B2329" w:rsidRDefault="007B2329" w:rsidP="007B2329">
      <w:r>
        <w:t>164.8581</w:t>
      </w:r>
      <w:r>
        <w:tab/>
        <w:t>2.025e0</w:t>
      </w:r>
    </w:p>
    <w:p w:rsidR="007B2329" w:rsidRDefault="007B2329" w:rsidP="007B2329">
      <w:r>
        <w:t>164.8646</w:t>
      </w:r>
      <w:r>
        <w:tab/>
        <w:t>1.013e0</w:t>
      </w:r>
    </w:p>
    <w:p w:rsidR="007B2329" w:rsidRDefault="007B2329" w:rsidP="007B2329">
      <w:r>
        <w:t>164.8724</w:t>
      </w:r>
      <w:r>
        <w:tab/>
        <w:t>2.532e-2</w:t>
      </w:r>
    </w:p>
    <w:p w:rsidR="007B2329" w:rsidRDefault="007B2329" w:rsidP="007B2329">
      <w:r>
        <w:t>164.8744</w:t>
      </w:r>
      <w:r>
        <w:tab/>
        <w:t>2.025e0</w:t>
      </w:r>
    </w:p>
    <w:p w:rsidR="007B2329" w:rsidRDefault="007B2329" w:rsidP="007B2329">
      <w:r>
        <w:t>164.8778</w:t>
      </w:r>
      <w:r>
        <w:tab/>
        <w:t>1.013e0</w:t>
      </w:r>
    </w:p>
    <w:p w:rsidR="007B2329" w:rsidRDefault="007B2329" w:rsidP="007B2329">
      <w:r>
        <w:t>164.8813</w:t>
      </w:r>
      <w:r>
        <w:tab/>
        <w:t>1.013e0</w:t>
      </w:r>
    </w:p>
    <w:p w:rsidR="007B2329" w:rsidRDefault="007B2329" w:rsidP="007B2329">
      <w:r>
        <w:t>164.8848</w:t>
      </w:r>
      <w:r>
        <w:tab/>
        <w:t>1.025e0</w:t>
      </w:r>
    </w:p>
    <w:p w:rsidR="007B2329" w:rsidRDefault="007B2329" w:rsidP="007B2329">
      <w:r>
        <w:lastRenderedPageBreak/>
        <w:t>164.8865</w:t>
      </w:r>
      <w:r>
        <w:tab/>
        <w:t>2.025e0</w:t>
      </w:r>
    </w:p>
    <w:p w:rsidR="007B2329" w:rsidRDefault="007B2329" w:rsidP="007B2329">
      <w:r>
        <w:t>164.8918</w:t>
      </w:r>
      <w:r>
        <w:tab/>
        <w:t>1.013e0</w:t>
      </w:r>
    </w:p>
    <w:p w:rsidR="007B2329" w:rsidRDefault="007B2329" w:rsidP="007B2329">
      <w:r>
        <w:t>164.8952</w:t>
      </w:r>
      <w:r>
        <w:tab/>
        <w:t>2.025e0</w:t>
      </w:r>
    </w:p>
    <w:p w:rsidR="007B2329" w:rsidRDefault="007B2329" w:rsidP="007B2329">
      <w:r>
        <w:t>164.9021</w:t>
      </w:r>
      <w:r>
        <w:tab/>
        <w:t>2.025e0</w:t>
      </w:r>
    </w:p>
    <w:p w:rsidR="007B2329" w:rsidRDefault="007B2329" w:rsidP="007B2329">
      <w:r>
        <w:t>164.9160</w:t>
      </w:r>
      <w:r>
        <w:tab/>
        <w:t>2.025e0</w:t>
      </w:r>
    </w:p>
    <w:p w:rsidR="007B2329" w:rsidRDefault="007B2329" w:rsidP="007B2329">
      <w:r>
        <w:t>164.9315</w:t>
      </w:r>
      <w:r>
        <w:tab/>
        <w:t>2.025e0</w:t>
      </w:r>
    </w:p>
    <w:p w:rsidR="007B2329" w:rsidRDefault="007B2329" w:rsidP="007B2329">
      <w:r>
        <w:t>164.9365</w:t>
      </w:r>
      <w:r>
        <w:tab/>
        <w:t>1.013e0</w:t>
      </w:r>
    </w:p>
    <w:p w:rsidR="007B2329" w:rsidRDefault="007B2329" w:rsidP="007B2329">
      <w:r>
        <w:t>164.9382</w:t>
      </w:r>
      <w:r>
        <w:tab/>
        <w:t>2.025e0</w:t>
      </w:r>
    </w:p>
    <w:p w:rsidR="007B2329" w:rsidRDefault="007B2329" w:rsidP="007B2329">
      <w:r>
        <w:t>164.9398</w:t>
      </w:r>
      <w:r>
        <w:tab/>
        <w:t>1.013e0</w:t>
      </w:r>
    </w:p>
    <w:p w:rsidR="007B2329" w:rsidRDefault="007B2329" w:rsidP="007B2329">
      <w:r>
        <w:t>164.9496</w:t>
      </w:r>
      <w:r>
        <w:tab/>
        <w:t>1.013e0</w:t>
      </w:r>
    </w:p>
    <w:p w:rsidR="007B2329" w:rsidRDefault="007B2329" w:rsidP="007B2329">
      <w:r>
        <w:t>164.9633</w:t>
      </w:r>
      <w:r>
        <w:tab/>
        <w:t>1.266e-2</w:t>
      </w:r>
    </w:p>
    <w:p w:rsidR="007B2329" w:rsidRDefault="007B2329" w:rsidP="007B2329">
      <w:r>
        <w:t>164.9668</w:t>
      </w:r>
      <w:r>
        <w:tab/>
        <w:t>3.038e0</w:t>
      </w:r>
    </w:p>
    <w:p w:rsidR="007B2329" w:rsidRDefault="007B2329" w:rsidP="007B2329">
      <w:r>
        <w:t>164.9754</w:t>
      </w:r>
      <w:r>
        <w:tab/>
        <w:t>2.025e0</w:t>
      </w:r>
    </w:p>
    <w:p w:rsidR="007B2329" w:rsidRDefault="007B2329" w:rsidP="007B2329">
      <w:r>
        <w:t>164.9875</w:t>
      </w:r>
      <w:r>
        <w:tab/>
        <w:t>1.013e0</w:t>
      </w:r>
    </w:p>
    <w:p w:rsidR="007B2329" w:rsidRDefault="007B2329" w:rsidP="007B2329">
      <w:r>
        <w:t>164.9910</w:t>
      </w:r>
      <w:r>
        <w:tab/>
        <w:t>1.013e0</w:t>
      </w:r>
    </w:p>
    <w:p w:rsidR="007B2329" w:rsidRDefault="007B2329" w:rsidP="007B2329">
      <w:r>
        <w:t>164.9980</w:t>
      </w:r>
      <w:r>
        <w:tab/>
        <w:t>1.013e0</w:t>
      </w:r>
    </w:p>
    <w:p w:rsidR="007B2329" w:rsidRDefault="007B2329" w:rsidP="007B2329">
      <w:r>
        <w:t>165.0150</w:t>
      </w:r>
      <w:r>
        <w:tab/>
        <w:t>2.025e0</w:t>
      </w:r>
    </w:p>
    <w:p w:rsidR="007B2329" w:rsidRDefault="007B2329" w:rsidP="007B2329">
      <w:r>
        <w:t>165.0216</w:t>
      </w:r>
      <w:r>
        <w:tab/>
        <w:t>1.266e-2</w:t>
      </w:r>
    </w:p>
    <w:p w:rsidR="007B2329" w:rsidRDefault="007B2329" w:rsidP="007B2329">
      <w:r>
        <w:t>165.0313</w:t>
      </w:r>
      <w:r>
        <w:tab/>
        <w:t>1.013e0</w:t>
      </w:r>
    </w:p>
    <w:p w:rsidR="007B2329" w:rsidRDefault="007B2329" w:rsidP="007B2329">
      <w:r>
        <w:lastRenderedPageBreak/>
        <w:t>165.0348</w:t>
      </w:r>
      <w:r>
        <w:tab/>
        <w:t>2.532e-2</w:t>
      </w:r>
    </w:p>
    <w:p w:rsidR="007B2329" w:rsidRDefault="007B2329" w:rsidP="007B2329">
      <w:r>
        <w:t>165.0384</w:t>
      </w:r>
      <w:r>
        <w:tab/>
        <w:t>1.013e0</w:t>
      </w:r>
    </w:p>
    <w:p w:rsidR="007B2329" w:rsidRDefault="007B2329" w:rsidP="007B2329">
      <w:r>
        <w:t>165.0401</w:t>
      </w:r>
      <w:r>
        <w:tab/>
        <w:t>2.025e0</w:t>
      </w:r>
    </w:p>
    <w:p w:rsidR="007B2329" w:rsidRDefault="007B2329" w:rsidP="007B2329">
      <w:r>
        <w:t>165.0453</w:t>
      </w:r>
      <w:r>
        <w:tab/>
        <w:t>1.013e0</w:t>
      </w:r>
    </w:p>
    <w:p w:rsidR="007B2329" w:rsidRDefault="007B2329" w:rsidP="007B2329">
      <w:r>
        <w:t>165.0692</w:t>
      </w:r>
      <w:r>
        <w:tab/>
        <w:t>2.532e1</w:t>
      </w:r>
    </w:p>
    <w:p w:rsidR="007B2329" w:rsidRDefault="007B2329" w:rsidP="007B2329">
      <w:r>
        <w:t>165.0703</w:t>
      </w:r>
      <w:r>
        <w:tab/>
        <w:t>2.835e1</w:t>
      </w:r>
    </w:p>
    <w:p w:rsidR="007B2329" w:rsidRDefault="007B2329" w:rsidP="007B2329">
      <w:r>
        <w:t>165.0717</w:t>
      </w:r>
      <w:r>
        <w:tab/>
        <w:t>7.447e1</w:t>
      </w:r>
    </w:p>
    <w:p w:rsidR="007B2329" w:rsidRDefault="007B2329" w:rsidP="007B2329">
      <w:r>
        <w:t>165.0734</w:t>
      </w:r>
      <w:r>
        <w:tab/>
        <w:t>3.548e1</w:t>
      </w:r>
    </w:p>
    <w:p w:rsidR="007B2329" w:rsidRDefault="007B2329" w:rsidP="007B2329">
      <w:r>
        <w:t>165.1010</w:t>
      </w:r>
      <w:r>
        <w:tab/>
        <w:t>3.798e-2</w:t>
      </w:r>
    </w:p>
    <w:p w:rsidR="007B2329" w:rsidRDefault="007B2329" w:rsidP="007B2329">
      <w:r>
        <w:t>165.1066</w:t>
      </w:r>
      <w:r>
        <w:tab/>
        <w:t>1.013e0</w:t>
      </w:r>
    </w:p>
    <w:p w:rsidR="007B2329" w:rsidRDefault="007B2329" w:rsidP="007B2329">
      <w:r>
        <w:t>165.1082</w:t>
      </w:r>
      <w:r>
        <w:tab/>
        <w:t>7.089e0</w:t>
      </w:r>
    </w:p>
    <w:p w:rsidR="007B2329" w:rsidRDefault="007B2329" w:rsidP="007B2329">
      <w:r>
        <w:t>165.1169</w:t>
      </w:r>
      <w:r>
        <w:tab/>
        <w:t>1.013e0</w:t>
      </w:r>
    </w:p>
    <w:p w:rsidR="007B2329" w:rsidRDefault="007B2329" w:rsidP="007B2329">
      <w:r>
        <w:t>165.1319</w:t>
      </w:r>
      <w:r>
        <w:tab/>
        <w:t>4.063e0</w:t>
      </w:r>
    </w:p>
    <w:p w:rsidR="007B2329" w:rsidRDefault="007B2329" w:rsidP="007B2329">
      <w:r>
        <w:t>165.1481</w:t>
      </w:r>
      <w:r>
        <w:tab/>
        <w:t>1.013e0</w:t>
      </w:r>
    </w:p>
    <w:p w:rsidR="007B2329" w:rsidRDefault="007B2329" w:rsidP="007B2329">
      <w:r>
        <w:t>165.1586</w:t>
      </w:r>
      <w:r>
        <w:tab/>
        <w:t>1.013e0</w:t>
      </w:r>
    </w:p>
    <w:p w:rsidR="007B2329" w:rsidRDefault="007B2329" w:rsidP="007B2329">
      <w:r>
        <w:t>165.1603</w:t>
      </w:r>
      <w:r>
        <w:tab/>
        <w:t>2.025e0</w:t>
      </w:r>
    </w:p>
    <w:p w:rsidR="007B2329" w:rsidRDefault="007B2329" w:rsidP="007B2329">
      <w:r>
        <w:t>165.1720</w:t>
      </w:r>
      <w:r>
        <w:tab/>
        <w:t>1.013e0</w:t>
      </w:r>
    </w:p>
    <w:p w:rsidR="007B2329" w:rsidRDefault="007B2329" w:rsidP="007B2329">
      <w:r>
        <w:t>165.1754</w:t>
      </w:r>
      <w:r>
        <w:tab/>
        <w:t>1.013e0</w:t>
      </w:r>
    </w:p>
    <w:p w:rsidR="007B2329" w:rsidRDefault="007B2329" w:rsidP="007B2329">
      <w:r>
        <w:t>165.1786</w:t>
      </w:r>
      <w:r>
        <w:tab/>
        <w:t>1.013e0</w:t>
      </w:r>
    </w:p>
    <w:p w:rsidR="007B2329" w:rsidRDefault="007B2329" w:rsidP="007B2329">
      <w:r>
        <w:lastRenderedPageBreak/>
        <w:t>165.1819</w:t>
      </w:r>
      <w:r>
        <w:tab/>
        <w:t>1.013e0</w:t>
      </w:r>
    </w:p>
    <w:p w:rsidR="007B2329" w:rsidRDefault="007B2329" w:rsidP="007B2329">
      <w:r>
        <w:t>165.1852</w:t>
      </w:r>
      <w:r>
        <w:tab/>
        <w:t>1.013e0</w:t>
      </w:r>
    </w:p>
    <w:p w:rsidR="007B2329" w:rsidRDefault="007B2329" w:rsidP="007B2329">
      <w:r>
        <w:t>165.1884</w:t>
      </w:r>
      <w:r>
        <w:tab/>
        <w:t>1.013e0</w:t>
      </w:r>
    </w:p>
    <w:p w:rsidR="007B2329" w:rsidRDefault="007B2329" w:rsidP="007B2329">
      <w:r>
        <w:t>165.1989</w:t>
      </w:r>
      <w:r>
        <w:tab/>
        <w:t>1.013e0</w:t>
      </w:r>
    </w:p>
    <w:p w:rsidR="007B2329" w:rsidRDefault="007B2329" w:rsidP="007B2329">
      <w:r>
        <w:t>165.2094</w:t>
      </w:r>
      <w:r>
        <w:tab/>
        <w:t>1.013e0</w:t>
      </w:r>
    </w:p>
    <w:p w:rsidR="007B2329" w:rsidRDefault="007B2329" w:rsidP="007B2329">
      <w:r>
        <w:t>165.2163</w:t>
      </w:r>
      <w:r>
        <w:tab/>
        <w:t>1.013e0</w:t>
      </w:r>
    </w:p>
    <w:p w:rsidR="007B2329" w:rsidRDefault="007B2329" w:rsidP="007B2329">
      <w:r>
        <w:t>165.2371</w:t>
      </w:r>
      <w:r>
        <w:tab/>
        <w:t>3.038e0</w:t>
      </w:r>
    </w:p>
    <w:p w:rsidR="007B2329" w:rsidRDefault="007B2329" w:rsidP="007B2329">
      <w:r>
        <w:t>165.2474</w:t>
      </w:r>
      <w:r>
        <w:tab/>
        <w:t>1.013e0</w:t>
      </w:r>
    </w:p>
    <w:p w:rsidR="007B2329" w:rsidRDefault="007B2329" w:rsidP="007B2329">
      <w:r>
        <w:t>165.2506</w:t>
      </w:r>
      <w:r>
        <w:tab/>
        <w:t>1.013e0</w:t>
      </w:r>
    </w:p>
    <w:p w:rsidR="007B2329" w:rsidRDefault="007B2329" w:rsidP="007B2329">
      <w:r>
        <w:t>165.2605</w:t>
      </w:r>
      <w:r>
        <w:tab/>
        <w:t>1.013e0</w:t>
      </w:r>
    </w:p>
    <w:p w:rsidR="007B2329" w:rsidRDefault="007B2329" w:rsidP="007B2329">
      <w:r>
        <w:t>165.2637</w:t>
      </w:r>
      <w:r>
        <w:tab/>
        <w:t>2.025e0</w:t>
      </w:r>
    </w:p>
    <w:p w:rsidR="007B2329" w:rsidRDefault="007B2329" w:rsidP="007B2329">
      <w:r>
        <w:t>165.2740</w:t>
      </w:r>
      <w:r>
        <w:tab/>
        <w:t>1.013e0</w:t>
      </w:r>
    </w:p>
    <w:p w:rsidR="007B2329" w:rsidRDefault="007B2329" w:rsidP="007B2329">
      <w:r>
        <w:t>165.2810</w:t>
      </w:r>
      <w:r>
        <w:tab/>
        <w:t>1.013e0</w:t>
      </w:r>
    </w:p>
    <w:p w:rsidR="007B2329" w:rsidRDefault="007B2329" w:rsidP="007B2329">
      <w:r>
        <w:t>165.2879</w:t>
      </w:r>
      <w:r>
        <w:tab/>
        <w:t>2.025e0</w:t>
      </w:r>
    </w:p>
    <w:p w:rsidR="007B2329" w:rsidRDefault="007B2329" w:rsidP="007B2329">
      <w:r>
        <w:t>165.2897</w:t>
      </w:r>
      <w:r>
        <w:tab/>
        <w:t>2.025e0</w:t>
      </w:r>
    </w:p>
    <w:p w:rsidR="007B2329" w:rsidRDefault="007B2329" w:rsidP="007B2329">
      <w:r>
        <w:t>165.3087</w:t>
      </w:r>
      <w:r>
        <w:tab/>
        <w:t>1.013e0</w:t>
      </w:r>
    </w:p>
    <w:p w:rsidR="007B2329" w:rsidRDefault="007B2329" w:rsidP="007B2329">
      <w:r>
        <w:t>165.3174</w:t>
      </w:r>
      <w:r>
        <w:tab/>
        <w:t>2.025e0</w:t>
      </w:r>
    </w:p>
    <w:p w:rsidR="007B2329" w:rsidRDefault="007B2329" w:rsidP="007B2329">
      <w:r>
        <w:t>165.3227</w:t>
      </w:r>
      <w:r>
        <w:tab/>
        <w:t>1.013e0</w:t>
      </w:r>
    </w:p>
    <w:p w:rsidR="007B2329" w:rsidRDefault="007B2329" w:rsidP="007B2329">
      <w:r>
        <w:t>165.3275</w:t>
      </w:r>
      <w:r>
        <w:tab/>
        <w:t>2.025e0</w:t>
      </w:r>
    </w:p>
    <w:p w:rsidR="007B2329" w:rsidRDefault="007B2329" w:rsidP="007B2329">
      <w:r>
        <w:lastRenderedPageBreak/>
        <w:t>165.3292</w:t>
      </w:r>
      <w:r>
        <w:tab/>
        <w:t>1.266e-2</w:t>
      </w:r>
    </w:p>
    <w:p w:rsidR="007B2329" w:rsidRDefault="007B2329" w:rsidP="007B2329">
      <w:r>
        <w:t>165.3358</w:t>
      </w:r>
      <w:r>
        <w:tab/>
        <w:t>1.013e0</w:t>
      </w:r>
    </w:p>
    <w:p w:rsidR="007B2329" w:rsidRDefault="007B2329" w:rsidP="007B2329">
      <w:r>
        <w:t>165.3423</w:t>
      </w:r>
      <w:r>
        <w:tab/>
        <w:t>1.013e0</w:t>
      </w:r>
    </w:p>
    <w:p w:rsidR="007B2329" w:rsidRDefault="007B2329" w:rsidP="007B2329">
      <w:r>
        <w:t>165.3456</w:t>
      </w:r>
      <w:r>
        <w:tab/>
        <w:t>1.013e0</w:t>
      </w:r>
    </w:p>
    <w:p w:rsidR="007B2329" w:rsidRDefault="007B2329" w:rsidP="007B2329">
      <w:r>
        <w:t>165.3492</w:t>
      </w:r>
      <w:r>
        <w:tab/>
        <w:t>1.013e0</w:t>
      </w:r>
    </w:p>
    <w:p w:rsidR="007B2329" w:rsidRDefault="007B2329" w:rsidP="007B2329">
      <w:r>
        <w:t>165.3526</w:t>
      </w:r>
      <w:r>
        <w:tab/>
        <w:t>2.025e0</w:t>
      </w:r>
    </w:p>
    <w:p w:rsidR="007B2329" w:rsidRDefault="007B2329" w:rsidP="007B2329">
      <w:r>
        <w:t>165.3561</w:t>
      </w:r>
      <w:r>
        <w:tab/>
        <w:t>3.038e0</w:t>
      </w:r>
    </w:p>
    <w:p w:rsidR="007B2329" w:rsidRDefault="007B2329" w:rsidP="007B2329">
      <w:r>
        <w:t>165.3631</w:t>
      </w:r>
      <w:r>
        <w:tab/>
        <w:t>1.013e0</w:t>
      </w:r>
    </w:p>
    <w:p w:rsidR="007B2329" w:rsidRDefault="007B2329" w:rsidP="007B2329">
      <w:r>
        <w:t>165.3706</w:t>
      </w:r>
      <w:r>
        <w:tab/>
        <w:t>3.038e0</w:t>
      </w:r>
    </w:p>
    <w:p w:rsidR="007B2329" w:rsidRDefault="007B2329" w:rsidP="007B2329">
      <w:r>
        <w:t>165.3907</w:t>
      </w:r>
      <w:r>
        <w:tab/>
        <w:t>1.013e0</w:t>
      </w:r>
    </w:p>
    <w:p w:rsidR="007B2329" w:rsidRDefault="007B2329" w:rsidP="007B2329">
      <w:r>
        <w:t>165.3943</w:t>
      </w:r>
      <w:r>
        <w:tab/>
        <w:t>2.025e0</w:t>
      </w:r>
    </w:p>
    <w:p w:rsidR="007B2329" w:rsidRDefault="007B2329" w:rsidP="007B2329">
      <w:r>
        <w:t>165.3978</w:t>
      </w:r>
      <w:r>
        <w:tab/>
        <w:t>1.013e0</w:t>
      </w:r>
    </w:p>
    <w:p w:rsidR="007B2329" w:rsidRDefault="007B2329" w:rsidP="007B2329">
      <w:r>
        <w:t>165.4013</w:t>
      </w:r>
      <w:r>
        <w:tab/>
        <w:t>1.013e0</w:t>
      </w:r>
    </w:p>
    <w:p w:rsidR="007B2329" w:rsidRDefault="007B2329" w:rsidP="007B2329">
      <w:r>
        <w:t>165.4079</w:t>
      </w:r>
      <w:r>
        <w:tab/>
        <w:t>1.013e0</w:t>
      </w:r>
    </w:p>
    <w:p w:rsidR="007B2329" w:rsidRDefault="007B2329" w:rsidP="007B2329">
      <w:r>
        <w:t>165.4225</w:t>
      </w:r>
      <w:r>
        <w:tab/>
        <w:t>4.051e0</w:t>
      </w:r>
    </w:p>
    <w:p w:rsidR="007B2329" w:rsidRDefault="007B2329" w:rsidP="007B2329">
      <w:r>
        <w:t>165.4242</w:t>
      </w:r>
      <w:r>
        <w:tab/>
        <w:t>1.013e0</w:t>
      </w:r>
    </w:p>
    <w:p w:rsidR="007B2329" w:rsidRDefault="007B2329" w:rsidP="007B2329">
      <w:r>
        <w:t>165.4312</w:t>
      </w:r>
      <w:r>
        <w:tab/>
        <w:t>1.013e0</w:t>
      </w:r>
    </w:p>
    <w:p w:rsidR="007B2329" w:rsidRDefault="007B2329" w:rsidP="007B2329">
      <w:r>
        <w:t>165.4382</w:t>
      </w:r>
      <w:r>
        <w:tab/>
        <w:t>1.013e0</w:t>
      </w:r>
    </w:p>
    <w:p w:rsidR="007B2329" w:rsidRDefault="007B2329" w:rsidP="007B2329">
      <w:r>
        <w:t>165.4434</w:t>
      </w:r>
      <w:r>
        <w:tab/>
        <w:t>2.025e0</w:t>
      </w:r>
    </w:p>
    <w:p w:rsidR="007B2329" w:rsidRDefault="007B2329" w:rsidP="007B2329">
      <w:r>
        <w:lastRenderedPageBreak/>
        <w:t>165.4486</w:t>
      </w:r>
      <w:r>
        <w:tab/>
        <w:t>1.013e0</w:t>
      </w:r>
    </w:p>
    <w:p w:rsidR="007B2329" w:rsidRDefault="007B2329" w:rsidP="007B2329">
      <w:r>
        <w:t>165.4607</w:t>
      </w:r>
      <w:r>
        <w:tab/>
        <w:t>2.025e0</w:t>
      </w:r>
    </w:p>
    <w:p w:rsidR="007B2329" w:rsidRDefault="007B2329" w:rsidP="007B2329">
      <w:r>
        <w:t>165.4659</w:t>
      </w:r>
      <w:r>
        <w:tab/>
        <w:t>1.013e0</w:t>
      </w:r>
    </w:p>
    <w:p w:rsidR="007B2329" w:rsidRDefault="007B2329" w:rsidP="007B2329">
      <w:r>
        <w:t>165.4711</w:t>
      </w:r>
      <w:r>
        <w:tab/>
        <w:t>2.025e0</w:t>
      </w:r>
    </w:p>
    <w:p w:rsidR="007B2329" w:rsidRDefault="007B2329" w:rsidP="007B2329">
      <w:r>
        <w:t>165.4764</w:t>
      </w:r>
      <w:r>
        <w:tab/>
        <w:t>1.013e0</w:t>
      </w:r>
    </w:p>
    <w:p w:rsidR="007B2329" w:rsidRDefault="007B2329" w:rsidP="007B2329">
      <w:r>
        <w:t>165.4866</w:t>
      </w:r>
      <w:r>
        <w:tab/>
        <w:t>1.013e0</w:t>
      </w:r>
    </w:p>
    <w:p w:rsidR="007B2329" w:rsidRDefault="007B2329" w:rsidP="007B2329">
      <w:r>
        <w:t>165.4931</w:t>
      </w:r>
      <w:r>
        <w:tab/>
        <w:t>3.038e0</w:t>
      </w:r>
    </w:p>
    <w:p w:rsidR="007B2329" w:rsidRDefault="007B2329" w:rsidP="007B2329">
      <w:r>
        <w:t>165.4964</w:t>
      </w:r>
      <w:r>
        <w:tab/>
        <w:t>1.013e0</w:t>
      </w:r>
    </w:p>
    <w:p w:rsidR="007B2329" w:rsidRDefault="007B2329" w:rsidP="007B2329">
      <w:r>
        <w:t>165.4979</w:t>
      </w:r>
      <w:r>
        <w:tab/>
        <w:t>4.051e0</w:t>
      </w:r>
    </w:p>
    <w:p w:rsidR="007B2329" w:rsidRDefault="007B2329" w:rsidP="007B2329">
      <w:r>
        <w:t>165.5029</w:t>
      </w:r>
      <w:r>
        <w:tab/>
        <w:t>1.013e0</w:t>
      </w:r>
    </w:p>
    <w:p w:rsidR="007B2329" w:rsidRDefault="007B2329" w:rsidP="007B2329">
      <w:r>
        <w:t>165.5098</w:t>
      </w:r>
      <w:r>
        <w:tab/>
        <w:t>1.013e0</w:t>
      </w:r>
    </w:p>
    <w:p w:rsidR="007B2329" w:rsidRDefault="007B2329" w:rsidP="007B2329">
      <w:r>
        <w:t>165.5273</w:t>
      </w:r>
      <w:r>
        <w:tab/>
        <w:t>1.013e0</w:t>
      </w:r>
    </w:p>
    <w:p w:rsidR="007B2329" w:rsidRDefault="007B2329" w:rsidP="007B2329">
      <w:r>
        <w:t>165.5307</w:t>
      </w:r>
      <w:r>
        <w:tab/>
        <w:t>1.013e0</w:t>
      </w:r>
    </w:p>
    <w:p w:rsidR="007B2329" w:rsidRDefault="007B2329" w:rsidP="007B2329">
      <w:r>
        <w:t>165.5342</w:t>
      </w:r>
      <w:r>
        <w:tab/>
        <w:t>2.025e0</w:t>
      </w:r>
    </w:p>
    <w:p w:rsidR="007B2329" w:rsidRDefault="007B2329" w:rsidP="007B2329">
      <w:r>
        <w:t>165.5445</w:t>
      </w:r>
      <w:r>
        <w:tab/>
        <w:t>2.025e0</w:t>
      </w:r>
    </w:p>
    <w:p w:rsidR="007B2329" w:rsidRDefault="007B2329" w:rsidP="007B2329">
      <w:r>
        <w:t>165.5550</w:t>
      </w:r>
      <w:r>
        <w:tab/>
        <w:t>1.013e0</w:t>
      </w:r>
    </w:p>
    <w:p w:rsidR="007B2329" w:rsidRDefault="007B2329" w:rsidP="007B2329">
      <w:r>
        <w:t>165.5603</w:t>
      </w:r>
      <w:r>
        <w:tab/>
        <w:t>2.025e0</w:t>
      </w:r>
    </w:p>
    <w:p w:rsidR="007B2329" w:rsidRDefault="007B2329" w:rsidP="007B2329">
      <w:r>
        <w:t>165.5701</w:t>
      </w:r>
      <w:r>
        <w:tab/>
        <w:t>1.025e0</w:t>
      </w:r>
    </w:p>
    <w:p w:rsidR="007B2329" w:rsidRDefault="007B2329" w:rsidP="007B2329">
      <w:r>
        <w:t>165.5719</w:t>
      </w:r>
      <w:r>
        <w:tab/>
        <w:t>2.025e0</w:t>
      </w:r>
    </w:p>
    <w:p w:rsidR="007B2329" w:rsidRDefault="007B2329" w:rsidP="007B2329">
      <w:r>
        <w:lastRenderedPageBreak/>
        <w:t>165.5816</w:t>
      </w:r>
      <w:r>
        <w:tab/>
        <w:t>1.013e0</w:t>
      </w:r>
    </w:p>
    <w:p w:rsidR="007B2329" w:rsidRDefault="007B2329" w:rsidP="007B2329">
      <w:r>
        <w:t>165.5849</w:t>
      </w:r>
      <w:r>
        <w:tab/>
        <w:t>4.051e0</w:t>
      </w:r>
    </w:p>
    <w:p w:rsidR="007B2329" w:rsidRDefault="007B2329" w:rsidP="007B2329">
      <w:r>
        <w:t>165.5990</w:t>
      </w:r>
      <w:r>
        <w:tab/>
        <w:t>1.013e0</w:t>
      </w:r>
    </w:p>
    <w:p w:rsidR="007B2329" w:rsidRDefault="007B2329" w:rsidP="007B2329">
      <w:r>
        <w:t>165.6232</w:t>
      </w:r>
      <w:r>
        <w:tab/>
        <w:t>1.013e0</w:t>
      </w:r>
    </w:p>
    <w:p w:rsidR="007B2329" w:rsidRDefault="007B2329" w:rsidP="007B2329">
      <w:r>
        <w:t>165.6301</w:t>
      </w:r>
      <w:r>
        <w:tab/>
        <w:t>1.266e-2</w:t>
      </w:r>
    </w:p>
    <w:p w:rsidR="007B2329" w:rsidRDefault="007B2329" w:rsidP="007B2329">
      <w:r>
        <w:t>165.6336</w:t>
      </w:r>
      <w:r>
        <w:tab/>
        <w:t>3.051e0</w:t>
      </w:r>
    </w:p>
    <w:p w:rsidR="007B2329" w:rsidRDefault="007B2329" w:rsidP="007B2329">
      <w:r>
        <w:t>165.6538</w:t>
      </w:r>
      <w:r>
        <w:tab/>
        <w:t>1.013e0</w:t>
      </w:r>
    </w:p>
    <w:p w:rsidR="007B2329" w:rsidRDefault="007B2329" w:rsidP="007B2329">
      <w:r>
        <w:t>165.6604</w:t>
      </w:r>
      <w:r>
        <w:tab/>
        <w:t>1.013e0</w:t>
      </w:r>
    </w:p>
    <w:p w:rsidR="007B2329" w:rsidRDefault="007B2329" w:rsidP="007B2329">
      <w:r>
        <w:t>165.6728</w:t>
      </w:r>
      <w:r>
        <w:tab/>
        <w:t>3.038e0</w:t>
      </w:r>
    </w:p>
    <w:p w:rsidR="007B2329" w:rsidRDefault="007B2329" w:rsidP="007B2329">
      <w:r>
        <w:t>165.6741</w:t>
      </w:r>
      <w:r>
        <w:tab/>
        <w:t>1.013e0</w:t>
      </w:r>
    </w:p>
    <w:p w:rsidR="007B2329" w:rsidRDefault="007B2329" w:rsidP="007B2329">
      <w:r>
        <w:t>165.6810</w:t>
      </w:r>
      <w:r>
        <w:tab/>
        <w:t>2.025e0</w:t>
      </w:r>
    </w:p>
    <w:p w:rsidR="007B2329" w:rsidRDefault="007B2329" w:rsidP="007B2329">
      <w:r>
        <w:t>165.6880</w:t>
      </w:r>
      <w:r>
        <w:tab/>
        <w:t>1.266e-2</w:t>
      </w:r>
    </w:p>
    <w:p w:rsidR="007B2329" w:rsidRDefault="007B2329" w:rsidP="007B2329">
      <w:r>
        <w:t>165.7018</w:t>
      </w:r>
      <w:r>
        <w:tab/>
        <w:t>1.013e0</w:t>
      </w:r>
    </w:p>
    <w:p w:rsidR="007B2329" w:rsidRDefault="007B2329" w:rsidP="007B2329">
      <w:r>
        <w:t>165.7035</w:t>
      </w:r>
      <w:r>
        <w:tab/>
        <w:t>2.025e0</w:t>
      </w:r>
    </w:p>
    <w:p w:rsidR="007B2329" w:rsidRDefault="007B2329" w:rsidP="007B2329">
      <w:r>
        <w:t>165.7053</w:t>
      </w:r>
      <w:r>
        <w:tab/>
        <w:t>1.013e0</w:t>
      </w:r>
    </w:p>
    <w:p w:rsidR="007B2329" w:rsidRDefault="007B2329" w:rsidP="007B2329">
      <w:r>
        <w:t>165.7122</w:t>
      </w:r>
      <w:r>
        <w:tab/>
        <w:t>1.013e0</w:t>
      </w:r>
    </w:p>
    <w:p w:rsidR="007B2329" w:rsidRDefault="007B2329" w:rsidP="007B2329">
      <w:r>
        <w:t>165.7359</w:t>
      </w:r>
      <w:r>
        <w:tab/>
        <w:t>1.013e0</w:t>
      </w:r>
    </w:p>
    <w:p w:rsidR="007B2329" w:rsidRDefault="007B2329" w:rsidP="007B2329">
      <w:r>
        <w:t>165.7597</w:t>
      </w:r>
      <w:r>
        <w:tab/>
        <w:t>1.013e0</w:t>
      </w:r>
    </w:p>
    <w:p w:rsidR="007B2329" w:rsidRDefault="007B2329" w:rsidP="007B2329">
      <w:r>
        <w:t>165.7632</w:t>
      </w:r>
      <w:r>
        <w:tab/>
        <w:t>1.013e0</w:t>
      </w:r>
    </w:p>
    <w:p w:rsidR="007B2329" w:rsidRDefault="007B2329" w:rsidP="007B2329">
      <w:r>
        <w:lastRenderedPageBreak/>
        <w:t>165.8064</w:t>
      </w:r>
      <w:r>
        <w:tab/>
        <w:t>2.025e0</w:t>
      </w:r>
    </w:p>
    <w:p w:rsidR="007B2329" w:rsidRDefault="007B2329" w:rsidP="007B2329">
      <w:r>
        <w:t>165.8081</w:t>
      </w:r>
      <w:r>
        <w:tab/>
        <w:t>1.013e0</w:t>
      </w:r>
    </w:p>
    <w:p w:rsidR="007B2329" w:rsidRDefault="007B2329" w:rsidP="007B2329">
      <w:r>
        <w:t>165.8113</w:t>
      </w:r>
      <w:r>
        <w:tab/>
        <w:t>1.013e0</w:t>
      </w:r>
    </w:p>
    <w:p w:rsidR="007B2329" w:rsidRDefault="007B2329" w:rsidP="007B2329">
      <w:r>
        <w:t>165.8147</w:t>
      </w:r>
      <w:r>
        <w:tab/>
        <w:t>1.025e0</w:t>
      </w:r>
    </w:p>
    <w:p w:rsidR="007B2329" w:rsidRDefault="007B2329" w:rsidP="007B2329">
      <w:r>
        <w:t>165.8245</w:t>
      </w:r>
      <w:r>
        <w:tab/>
        <w:t>1.013e0</w:t>
      </w:r>
    </w:p>
    <w:p w:rsidR="007B2329" w:rsidRDefault="007B2329" w:rsidP="007B2329">
      <w:r>
        <w:t>165.8314</w:t>
      </w:r>
      <w:r>
        <w:tab/>
        <w:t>1.013e0</w:t>
      </w:r>
    </w:p>
    <w:p w:rsidR="007B2329" w:rsidRDefault="007B2329" w:rsidP="007B2329">
      <w:r>
        <w:t>165.8349</w:t>
      </w:r>
      <w:r>
        <w:tab/>
        <w:t>1.013e0</w:t>
      </w:r>
    </w:p>
    <w:p w:rsidR="007B2329" w:rsidRDefault="007B2329" w:rsidP="007B2329">
      <w:r>
        <w:t>165.8367</w:t>
      </w:r>
      <w:r>
        <w:tab/>
        <w:t>2.025e0</w:t>
      </w:r>
    </w:p>
    <w:p w:rsidR="007B2329" w:rsidRDefault="007B2329" w:rsidP="007B2329">
      <w:r>
        <w:t>165.8453</w:t>
      </w:r>
      <w:r>
        <w:tab/>
        <w:t>1.013e0</w:t>
      </w:r>
    </w:p>
    <w:p w:rsidR="007B2329" w:rsidRDefault="007B2329" w:rsidP="007B2329">
      <w:r>
        <w:t>165.8488</w:t>
      </w:r>
      <w:r>
        <w:tab/>
        <w:t>1.013e0</w:t>
      </w:r>
    </w:p>
    <w:p w:rsidR="007B2329" w:rsidRDefault="007B2329" w:rsidP="007B2329">
      <w:r>
        <w:t>165.8523</w:t>
      </w:r>
      <w:r>
        <w:tab/>
        <w:t>1.013e0</w:t>
      </w:r>
    </w:p>
    <w:p w:rsidR="007B2329" w:rsidRDefault="007B2329" w:rsidP="007B2329">
      <w:r>
        <w:t>165.8540</w:t>
      </w:r>
      <w:r>
        <w:tab/>
        <w:t>2.025e0</w:t>
      </w:r>
    </w:p>
    <w:p w:rsidR="007B2329" w:rsidRDefault="007B2329" w:rsidP="007B2329">
      <w:r>
        <w:t>165.8748</w:t>
      </w:r>
      <w:r>
        <w:tab/>
        <w:t>2.025e0</w:t>
      </w:r>
    </w:p>
    <w:p w:rsidR="007B2329" w:rsidRDefault="007B2329" w:rsidP="007B2329">
      <w:r>
        <w:t>165.8801</w:t>
      </w:r>
      <w:r>
        <w:tab/>
        <w:t>1.266e-2</w:t>
      </w:r>
    </w:p>
    <w:p w:rsidR="007B2329" w:rsidRDefault="007B2329" w:rsidP="007B2329">
      <w:r>
        <w:t>165.8905</w:t>
      </w:r>
      <w:r>
        <w:tab/>
        <w:t>3.051e0</w:t>
      </w:r>
    </w:p>
    <w:p w:rsidR="007B2329" w:rsidRDefault="007B2329" w:rsidP="007B2329">
      <w:r>
        <w:t>165.8936</w:t>
      </w:r>
      <w:r>
        <w:tab/>
        <w:t>3.038e0</w:t>
      </w:r>
    </w:p>
    <w:p w:rsidR="007B2329" w:rsidRDefault="007B2329" w:rsidP="007B2329">
      <w:r>
        <w:t>165.9001</w:t>
      </w:r>
      <w:r>
        <w:tab/>
        <w:t>1.013e0</w:t>
      </w:r>
    </w:p>
    <w:p w:rsidR="007B2329" w:rsidRDefault="007B2329" w:rsidP="007B2329">
      <w:r>
        <w:t>165.9100</w:t>
      </w:r>
      <w:r>
        <w:tab/>
        <w:t>1.013e0</w:t>
      </w:r>
    </w:p>
    <w:p w:rsidR="007B2329" w:rsidRDefault="007B2329" w:rsidP="007B2329">
      <w:r>
        <w:t>165.9222</w:t>
      </w:r>
      <w:r>
        <w:tab/>
        <w:t>2.025e0</w:t>
      </w:r>
    </w:p>
    <w:p w:rsidR="007B2329" w:rsidRDefault="007B2329" w:rsidP="007B2329">
      <w:r>
        <w:lastRenderedPageBreak/>
        <w:t>165.9241</w:t>
      </w:r>
      <w:r>
        <w:tab/>
        <w:t>1.013e0</w:t>
      </w:r>
    </w:p>
    <w:p w:rsidR="007B2329" w:rsidRDefault="007B2329" w:rsidP="007B2329">
      <w:r>
        <w:t>165.9379</w:t>
      </w:r>
      <w:r>
        <w:tab/>
        <w:t>1.013e0</w:t>
      </w:r>
    </w:p>
    <w:p w:rsidR="007B2329" w:rsidRDefault="007B2329" w:rsidP="007B2329">
      <w:r>
        <w:t>165.9553</w:t>
      </w:r>
      <w:r>
        <w:tab/>
        <w:t>2.025e0</w:t>
      </w:r>
    </w:p>
    <w:p w:rsidR="007B2329" w:rsidRDefault="007B2329" w:rsidP="007B2329">
      <w:r>
        <w:t>165.9588</w:t>
      </w:r>
      <w:r>
        <w:tab/>
        <w:t>1.013e0</w:t>
      </w:r>
    </w:p>
    <w:p w:rsidR="007B2329" w:rsidRDefault="007B2329" w:rsidP="007B2329">
      <w:r>
        <w:t>165.9604</w:t>
      </w:r>
      <w:r>
        <w:tab/>
        <w:t>1.038e0</w:t>
      </w:r>
    </w:p>
    <w:p w:rsidR="007B2329" w:rsidRDefault="007B2329" w:rsidP="007B2329">
      <w:r>
        <w:t>165.9691</w:t>
      </w:r>
      <w:r>
        <w:tab/>
        <w:t>1.013e0</w:t>
      </w:r>
    </w:p>
    <w:p w:rsidR="007B2329" w:rsidRDefault="007B2329" w:rsidP="007B2329">
      <w:r>
        <w:t>165.9724</w:t>
      </w:r>
      <w:r>
        <w:tab/>
        <w:t>1.013e0</w:t>
      </w:r>
    </w:p>
    <w:p w:rsidR="007B2329" w:rsidRDefault="007B2329" w:rsidP="007B2329">
      <w:r>
        <w:t>165.9789</w:t>
      </w:r>
      <w:r>
        <w:tab/>
        <w:t>1.013e0</w:t>
      </w:r>
    </w:p>
    <w:p w:rsidR="007B2329" w:rsidRDefault="007B2329" w:rsidP="007B2329">
      <w:r>
        <w:t>165.9803</w:t>
      </w:r>
      <w:r>
        <w:tab/>
        <w:t>2.025e0</w:t>
      </w:r>
    </w:p>
    <w:p w:rsidR="007B2329" w:rsidRDefault="007B2329" w:rsidP="007B2329">
      <w:r>
        <w:t>165.9822</w:t>
      </w:r>
      <w:r>
        <w:tab/>
        <w:t>1.266e-2</w:t>
      </w:r>
    </w:p>
    <w:p w:rsidR="007B2329" w:rsidRDefault="007B2329" w:rsidP="007B2329">
      <w:r>
        <w:t>165.9957</w:t>
      </w:r>
      <w:r>
        <w:tab/>
        <w:t>2.025e0</w:t>
      </w:r>
    </w:p>
    <w:p w:rsidR="007B2329" w:rsidRDefault="007B2329" w:rsidP="007B2329">
      <w:r>
        <w:t>166.0027</w:t>
      </w:r>
      <w:r>
        <w:tab/>
        <w:t>4.051e0</w:t>
      </w:r>
    </w:p>
    <w:p w:rsidR="007B2329" w:rsidRDefault="007B2329" w:rsidP="007B2329">
      <w:r>
        <w:t>166.0079</w:t>
      </w:r>
      <w:r>
        <w:tab/>
        <w:t>2.025e0</w:t>
      </w:r>
    </w:p>
    <w:p w:rsidR="007B2329" w:rsidRDefault="007B2329" w:rsidP="007B2329">
      <w:r>
        <w:t>166.0200</w:t>
      </w:r>
      <w:r>
        <w:tab/>
        <w:t>1.013e0</w:t>
      </w:r>
    </w:p>
    <w:p w:rsidR="007B2329" w:rsidRDefault="007B2329" w:rsidP="007B2329">
      <w:r>
        <w:t>166.0304</w:t>
      </w:r>
      <w:r>
        <w:tab/>
        <w:t>1.013e0</w:t>
      </w:r>
    </w:p>
    <w:p w:rsidR="007B2329" w:rsidRDefault="007B2329" w:rsidP="007B2329">
      <w:r>
        <w:t>166.0340</w:t>
      </w:r>
      <w:r>
        <w:tab/>
        <w:t>2.025e0</w:t>
      </w:r>
    </w:p>
    <w:p w:rsidR="007B2329" w:rsidRDefault="007B2329" w:rsidP="007B2329">
      <w:r>
        <w:t>166.0410</w:t>
      </w:r>
      <w:r>
        <w:tab/>
        <w:t>2.025e0</w:t>
      </w:r>
    </w:p>
    <w:p w:rsidR="007B2329" w:rsidRDefault="007B2329" w:rsidP="007B2329">
      <w:r>
        <w:t>166.0444</w:t>
      </w:r>
      <w:r>
        <w:tab/>
        <w:t>1.013e0</w:t>
      </w:r>
    </w:p>
    <w:p w:rsidR="007B2329" w:rsidRDefault="007B2329" w:rsidP="007B2329">
      <w:r>
        <w:t>166.0676</w:t>
      </w:r>
      <w:r>
        <w:tab/>
        <w:t>1.013e0</w:t>
      </w:r>
    </w:p>
    <w:p w:rsidR="007B2329" w:rsidRDefault="007B2329" w:rsidP="007B2329">
      <w:r>
        <w:lastRenderedPageBreak/>
        <w:t>166.0696</w:t>
      </w:r>
      <w:r>
        <w:tab/>
        <w:t>4.051e0</w:t>
      </w:r>
    </w:p>
    <w:p w:rsidR="007B2329" w:rsidRDefault="007B2329" w:rsidP="007B2329">
      <w:r>
        <w:t>166.0708</w:t>
      </w:r>
      <w:r>
        <w:tab/>
        <w:t>1.150e1</w:t>
      </w:r>
    </w:p>
    <w:p w:rsidR="007B2329" w:rsidRDefault="007B2329" w:rsidP="007B2329">
      <w:r>
        <w:t>166.0730</w:t>
      </w:r>
      <w:r>
        <w:tab/>
        <w:t>6.726e0</w:t>
      </w:r>
    </w:p>
    <w:p w:rsidR="007B2329" w:rsidRDefault="007B2329" w:rsidP="007B2329">
      <w:r>
        <w:t>166.0767</w:t>
      </w:r>
      <w:r>
        <w:tab/>
        <w:t>1.924e1</w:t>
      </w:r>
    </w:p>
    <w:p w:rsidR="007B2329" w:rsidRDefault="007B2329" w:rsidP="007B2329">
      <w:r>
        <w:t>166.0779</w:t>
      </w:r>
      <w:r>
        <w:tab/>
        <w:t>1.013e0</w:t>
      </w:r>
    </w:p>
    <w:p w:rsidR="007B2329" w:rsidRDefault="007B2329" w:rsidP="007B2329">
      <w:r>
        <w:t>166.0818</w:t>
      </w:r>
      <w:r>
        <w:tab/>
        <w:t>4.051e0</w:t>
      </w:r>
    </w:p>
    <w:p w:rsidR="007B2329" w:rsidRDefault="007B2329" w:rsidP="007B2329">
      <w:r>
        <w:t>166.0849</w:t>
      </w:r>
      <w:r>
        <w:tab/>
        <w:t>1.013e0</w:t>
      </w:r>
    </w:p>
    <w:p w:rsidR="007B2329" w:rsidRDefault="007B2329" w:rsidP="007B2329">
      <w:r>
        <w:t>166.0889</w:t>
      </w:r>
      <w:r>
        <w:tab/>
        <w:t>1.115e1</w:t>
      </w:r>
    </w:p>
    <w:p w:rsidR="007B2329" w:rsidRDefault="007B2329" w:rsidP="007B2329">
      <w:r>
        <w:t>166.1023</w:t>
      </w:r>
      <w:r>
        <w:tab/>
        <w:t>2.469e0</w:t>
      </w:r>
    </w:p>
    <w:p w:rsidR="007B2329" w:rsidRDefault="007B2329" w:rsidP="007B2329">
      <w:r>
        <w:t>166.1034</w:t>
      </w:r>
      <w:r>
        <w:tab/>
        <w:t>3.441e0</w:t>
      </w:r>
    </w:p>
    <w:p w:rsidR="007B2329" w:rsidRDefault="007B2329" w:rsidP="007B2329">
      <w:r>
        <w:t>166.1301</w:t>
      </w:r>
      <w:r>
        <w:tab/>
        <w:t>1.013e0</w:t>
      </w:r>
    </w:p>
    <w:p w:rsidR="007B2329" w:rsidRDefault="007B2329" w:rsidP="007B2329">
      <w:r>
        <w:t>166.1336</w:t>
      </w:r>
      <w:r>
        <w:tab/>
        <w:t>1.038e0</w:t>
      </w:r>
    </w:p>
    <w:p w:rsidR="007B2329" w:rsidRDefault="007B2329" w:rsidP="007B2329">
      <w:r>
        <w:t>166.1350</w:t>
      </w:r>
      <w:r>
        <w:tab/>
        <w:t>2.025e0</w:t>
      </w:r>
    </w:p>
    <w:p w:rsidR="007B2329" w:rsidRDefault="007B2329" w:rsidP="007B2329">
      <w:r>
        <w:t>166.1400</w:t>
      </w:r>
      <w:r>
        <w:tab/>
        <w:t>3.038e0</w:t>
      </w:r>
    </w:p>
    <w:p w:rsidR="007B2329" w:rsidRDefault="007B2329" w:rsidP="007B2329">
      <w:r>
        <w:t>166.1464</w:t>
      </w:r>
      <w:r>
        <w:tab/>
        <w:t>2.025e0</w:t>
      </w:r>
    </w:p>
    <w:p w:rsidR="007B2329" w:rsidRDefault="007B2329" w:rsidP="007B2329">
      <w:r>
        <w:t>166.1566</w:t>
      </w:r>
      <w:r>
        <w:tab/>
        <w:t>1.025e0</w:t>
      </w:r>
    </w:p>
    <w:p w:rsidR="007B2329" w:rsidRDefault="007B2329" w:rsidP="007B2329">
      <w:r>
        <w:t>166.1601</w:t>
      </w:r>
      <w:r>
        <w:tab/>
        <w:t>1.013e0</w:t>
      </w:r>
    </w:p>
    <w:p w:rsidR="007B2329" w:rsidRDefault="007B2329" w:rsidP="007B2329">
      <w:r>
        <w:t>166.1636</w:t>
      </w:r>
      <w:r>
        <w:tab/>
        <w:t>1.013e0</w:t>
      </w:r>
    </w:p>
    <w:p w:rsidR="007B2329" w:rsidRDefault="007B2329" w:rsidP="007B2329">
      <w:r>
        <w:t>166.1723</w:t>
      </w:r>
      <w:r>
        <w:tab/>
        <w:t>2.025e0</w:t>
      </w:r>
    </w:p>
    <w:p w:rsidR="007B2329" w:rsidRDefault="007B2329" w:rsidP="007B2329">
      <w:r>
        <w:lastRenderedPageBreak/>
        <w:t>166.1776</w:t>
      </w:r>
      <w:r>
        <w:tab/>
        <w:t>1.266e-2</w:t>
      </w:r>
    </w:p>
    <w:p w:rsidR="007B2329" w:rsidRDefault="007B2329" w:rsidP="007B2329">
      <w:r>
        <w:t>166.1880</w:t>
      </w:r>
      <w:r>
        <w:tab/>
        <w:t>1.013e0</w:t>
      </w:r>
    </w:p>
    <w:p w:rsidR="007B2329" w:rsidRDefault="007B2329" w:rsidP="007B2329">
      <w:r>
        <w:t>166.1949</w:t>
      </w:r>
      <w:r>
        <w:tab/>
        <w:t>2.025e0</w:t>
      </w:r>
    </w:p>
    <w:p w:rsidR="007B2329" w:rsidRDefault="007B2329" w:rsidP="007B2329">
      <w:r>
        <w:t>166.1984</w:t>
      </w:r>
      <w:r>
        <w:tab/>
        <w:t>2.025e0</w:t>
      </w:r>
    </w:p>
    <w:p w:rsidR="007B2329" w:rsidRDefault="007B2329" w:rsidP="007B2329">
      <w:r>
        <w:t>166.2019</w:t>
      </w:r>
      <w:r>
        <w:tab/>
        <w:t>1.013e0</w:t>
      </w:r>
    </w:p>
    <w:p w:rsidR="007B2329" w:rsidRDefault="007B2329" w:rsidP="007B2329">
      <w:r>
        <w:t>166.2089</w:t>
      </w:r>
      <w:r>
        <w:tab/>
        <w:t>1.013e0</w:t>
      </w:r>
    </w:p>
    <w:p w:rsidR="007B2329" w:rsidRDefault="007B2329" w:rsidP="007B2329">
      <w:r>
        <w:t>166.2124</w:t>
      </w:r>
      <w:r>
        <w:tab/>
        <w:t>1.013e0</w:t>
      </w:r>
    </w:p>
    <w:p w:rsidR="007B2329" w:rsidRDefault="007B2329" w:rsidP="007B2329">
      <w:r>
        <w:t>166.2157</w:t>
      </w:r>
      <w:r>
        <w:tab/>
        <w:t>1.013e0</w:t>
      </w:r>
    </w:p>
    <w:p w:rsidR="007B2329" w:rsidRDefault="007B2329" w:rsidP="007B2329">
      <w:r>
        <w:t>166.2222</w:t>
      </w:r>
      <w:r>
        <w:tab/>
        <w:t>1.013e0</w:t>
      </w:r>
    </w:p>
    <w:p w:rsidR="007B2329" w:rsidRDefault="007B2329" w:rsidP="007B2329">
      <w:r>
        <w:t>166.2256</w:t>
      </w:r>
      <w:r>
        <w:tab/>
        <w:t>1.025e0</w:t>
      </w:r>
    </w:p>
    <w:p w:rsidR="007B2329" w:rsidRDefault="007B2329" w:rsidP="007B2329">
      <w:r>
        <w:t>166.2321</w:t>
      </w:r>
      <w:r>
        <w:tab/>
        <w:t>1.013e0</w:t>
      </w:r>
    </w:p>
    <w:p w:rsidR="007B2329" w:rsidRDefault="007B2329" w:rsidP="007B2329">
      <w:r>
        <w:t>166.2354</w:t>
      </w:r>
      <w:r>
        <w:tab/>
        <w:t>1.013e0</w:t>
      </w:r>
    </w:p>
    <w:p w:rsidR="007B2329" w:rsidRDefault="007B2329" w:rsidP="007B2329">
      <w:r>
        <w:t>166.2494</w:t>
      </w:r>
      <w:r>
        <w:tab/>
        <w:t>5.063e0</w:t>
      </w:r>
    </w:p>
    <w:p w:rsidR="007B2329" w:rsidRDefault="007B2329" w:rsidP="007B2329">
      <w:r>
        <w:t>166.2598</w:t>
      </w:r>
      <w:r>
        <w:tab/>
        <w:t>2.025e0</w:t>
      </w:r>
    </w:p>
    <w:p w:rsidR="007B2329" w:rsidRDefault="007B2329" w:rsidP="007B2329">
      <w:r>
        <w:t>166.2633</w:t>
      </w:r>
      <w:r>
        <w:tab/>
        <w:t>1.013e0</w:t>
      </w:r>
    </w:p>
    <w:p w:rsidR="007B2329" w:rsidRDefault="007B2329" w:rsidP="007B2329">
      <w:r>
        <w:t>166.2702</w:t>
      </w:r>
      <w:r>
        <w:tab/>
        <w:t>2.025e0</w:t>
      </w:r>
    </w:p>
    <w:p w:rsidR="007B2329" w:rsidRDefault="007B2329" w:rsidP="007B2329">
      <w:r>
        <w:t>166.2772</w:t>
      </w:r>
      <w:r>
        <w:tab/>
        <w:t>1.013e0</w:t>
      </w:r>
    </w:p>
    <w:p w:rsidR="007B2329" w:rsidRDefault="007B2329" w:rsidP="007B2329">
      <w:r>
        <w:t>166.2806</w:t>
      </w:r>
      <w:r>
        <w:tab/>
        <w:t>2.025e0</w:t>
      </w:r>
    </w:p>
    <w:p w:rsidR="007B2329" w:rsidRDefault="007B2329" w:rsidP="007B2329">
      <w:r>
        <w:t>166.2982</w:t>
      </w:r>
      <w:r>
        <w:tab/>
        <w:t>3.051e0</w:t>
      </w:r>
    </w:p>
    <w:p w:rsidR="007B2329" w:rsidRDefault="007B2329" w:rsidP="007B2329">
      <w:r>
        <w:lastRenderedPageBreak/>
        <w:t>166.3281</w:t>
      </w:r>
      <w:r>
        <w:tab/>
        <w:t>1.013e0</w:t>
      </w:r>
    </w:p>
    <w:p w:rsidR="007B2329" w:rsidRDefault="007B2329" w:rsidP="007B2329">
      <w:r>
        <w:t>166.3298</w:t>
      </w:r>
      <w:r>
        <w:tab/>
        <w:t>2.025e0</w:t>
      </w:r>
    </w:p>
    <w:p w:rsidR="007B2329" w:rsidRDefault="007B2329" w:rsidP="007B2329">
      <w:r>
        <w:t>166.3315</w:t>
      </w:r>
      <w:r>
        <w:tab/>
        <w:t>2.025e0</w:t>
      </w:r>
    </w:p>
    <w:p w:rsidR="007B2329" w:rsidRDefault="007B2329" w:rsidP="007B2329">
      <w:r>
        <w:t>166.3489</w:t>
      </w:r>
      <w:r>
        <w:tab/>
        <w:t>1.013e0</w:t>
      </w:r>
    </w:p>
    <w:p w:rsidR="007B2329" w:rsidRDefault="007B2329" w:rsidP="007B2329">
      <w:r>
        <w:t>166.3698</w:t>
      </w:r>
      <w:r>
        <w:tab/>
        <w:t>2.025e0</w:t>
      </w:r>
    </w:p>
    <w:p w:rsidR="007B2329" w:rsidRDefault="007B2329" w:rsidP="007B2329">
      <w:r>
        <w:t>166.3854</w:t>
      </w:r>
      <w:r>
        <w:tab/>
        <w:t>4.051e0</w:t>
      </w:r>
    </w:p>
    <w:p w:rsidR="007B2329" w:rsidRDefault="007B2329" w:rsidP="007B2329">
      <w:r>
        <w:t>166.3868</w:t>
      </w:r>
      <w:r>
        <w:tab/>
        <w:t>1.013e0</w:t>
      </w:r>
    </w:p>
    <w:p w:rsidR="007B2329" w:rsidRDefault="007B2329" w:rsidP="007B2329">
      <w:r>
        <w:t>166.4000</w:t>
      </w:r>
      <w:r>
        <w:tab/>
        <w:t>1.013e0</w:t>
      </w:r>
    </w:p>
    <w:p w:rsidR="007B2329" w:rsidRDefault="007B2329" w:rsidP="007B2329">
      <w:r>
        <w:t>166.4104</w:t>
      </w:r>
      <w:r>
        <w:tab/>
        <w:t>1.013e0</w:t>
      </w:r>
    </w:p>
    <w:p w:rsidR="007B2329" w:rsidRDefault="007B2329" w:rsidP="007B2329">
      <w:r>
        <w:t>166.4208</w:t>
      </w:r>
      <w:r>
        <w:tab/>
        <w:t>1.013e0</w:t>
      </w:r>
    </w:p>
    <w:p w:rsidR="007B2329" w:rsidRDefault="007B2329" w:rsidP="007B2329">
      <w:r>
        <w:t>166.4313</w:t>
      </w:r>
      <w:r>
        <w:tab/>
        <w:t>1.013e0</w:t>
      </w:r>
    </w:p>
    <w:p w:rsidR="007B2329" w:rsidRDefault="007B2329" w:rsidP="007B2329">
      <w:r>
        <w:t>166.4381</w:t>
      </w:r>
      <w:r>
        <w:tab/>
        <w:t>1.013e0</w:t>
      </w:r>
    </w:p>
    <w:p w:rsidR="007B2329" w:rsidRDefault="007B2329" w:rsidP="007B2329">
      <w:r>
        <w:t>166.4451</w:t>
      </w:r>
      <w:r>
        <w:tab/>
        <w:t>1.266e-2</w:t>
      </w:r>
    </w:p>
    <w:p w:rsidR="007B2329" w:rsidRDefault="007B2329" w:rsidP="007B2329">
      <w:r>
        <w:t>166.4496</w:t>
      </w:r>
      <w:r>
        <w:tab/>
        <w:t>3.038e0</w:t>
      </w:r>
    </w:p>
    <w:p w:rsidR="007B2329" w:rsidRDefault="007B2329" w:rsidP="007B2329">
      <w:r>
        <w:t>166.4521</w:t>
      </w:r>
      <w:r>
        <w:tab/>
        <w:t>1.013e0</w:t>
      </w:r>
    </w:p>
    <w:p w:rsidR="007B2329" w:rsidRDefault="007B2329" w:rsidP="007B2329">
      <w:r>
        <w:t>166.4556</w:t>
      </w:r>
      <w:r>
        <w:tab/>
        <w:t>1.013e0</w:t>
      </w:r>
    </w:p>
    <w:p w:rsidR="007B2329" w:rsidRDefault="007B2329" w:rsidP="007B2329">
      <w:r>
        <w:t>166.4591</w:t>
      </w:r>
      <w:r>
        <w:tab/>
        <w:t>1.013e0</w:t>
      </w:r>
    </w:p>
    <w:p w:rsidR="007B2329" w:rsidRDefault="007B2329" w:rsidP="007B2329">
      <w:r>
        <w:t>166.4626</w:t>
      </w:r>
      <w:r>
        <w:tab/>
        <w:t>2.025e0</w:t>
      </w:r>
    </w:p>
    <w:p w:rsidR="007B2329" w:rsidRDefault="007B2329" w:rsidP="007B2329">
      <w:r>
        <w:t>166.4659</w:t>
      </w:r>
      <w:r>
        <w:tab/>
        <w:t>1.013e0</w:t>
      </w:r>
    </w:p>
    <w:p w:rsidR="007B2329" w:rsidRDefault="007B2329" w:rsidP="007B2329">
      <w:r>
        <w:lastRenderedPageBreak/>
        <w:t>166.4725</w:t>
      </w:r>
      <w:r>
        <w:tab/>
        <w:t>3.038e0</w:t>
      </w:r>
    </w:p>
    <w:p w:rsidR="007B2329" w:rsidRDefault="007B2329" w:rsidP="007B2329">
      <w:r>
        <w:t>166.4790</w:t>
      </w:r>
      <w:r>
        <w:tab/>
        <w:t>1.013e0</w:t>
      </w:r>
    </w:p>
    <w:p w:rsidR="007B2329" w:rsidRDefault="007B2329" w:rsidP="007B2329">
      <w:r>
        <w:t>166.4926</w:t>
      </w:r>
      <w:r>
        <w:tab/>
        <w:t>1.013e0</w:t>
      </w:r>
    </w:p>
    <w:p w:rsidR="007B2329" w:rsidRDefault="007B2329" w:rsidP="007B2329">
      <w:r>
        <w:t>166.4961</w:t>
      </w:r>
      <w:r>
        <w:tab/>
        <w:t>1.013e0</w:t>
      </w:r>
    </w:p>
    <w:p w:rsidR="007B2329" w:rsidRDefault="007B2329" w:rsidP="007B2329">
      <w:r>
        <w:t>166.5326</w:t>
      </w:r>
      <w:r>
        <w:tab/>
        <w:t>2.025e0</w:t>
      </w:r>
    </w:p>
    <w:p w:rsidR="007B2329" w:rsidRDefault="007B2329" w:rsidP="007B2329">
      <w:r>
        <w:t>166.5414</w:t>
      </w:r>
      <w:r>
        <w:tab/>
        <w:t>1.013e0</w:t>
      </w:r>
    </w:p>
    <w:p w:rsidR="007B2329" w:rsidRDefault="007B2329" w:rsidP="007B2329">
      <w:r>
        <w:t>166.5454</w:t>
      </w:r>
      <w:r>
        <w:tab/>
        <w:t>2.038e0</w:t>
      </w:r>
    </w:p>
    <w:p w:rsidR="007B2329" w:rsidRDefault="007B2329" w:rsidP="007B2329">
      <w:r>
        <w:t>166.5515</w:t>
      </w:r>
      <w:r>
        <w:tab/>
        <w:t>1.013e0</w:t>
      </w:r>
    </w:p>
    <w:p w:rsidR="007B2329" w:rsidRDefault="007B2329" w:rsidP="007B2329">
      <w:r>
        <w:t>166.5562</w:t>
      </w:r>
      <w:r>
        <w:tab/>
        <w:t>3.051e0</w:t>
      </w:r>
    </w:p>
    <w:p w:rsidR="007B2329" w:rsidRDefault="007B2329" w:rsidP="007B2329">
      <w:r>
        <w:t>166.5615</w:t>
      </w:r>
      <w:r>
        <w:tab/>
        <w:t>1.013e0</w:t>
      </w:r>
    </w:p>
    <w:p w:rsidR="007B2329" w:rsidRDefault="007B2329" w:rsidP="007B2329">
      <w:r>
        <w:t>166.5993</w:t>
      </w:r>
      <w:r>
        <w:tab/>
        <w:t>1.013e0</w:t>
      </w:r>
    </w:p>
    <w:p w:rsidR="007B2329" w:rsidRDefault="007B2329" w:rsidP="007B2329">
      <w:r>
        <w:t>166.6027</w:t>
      </w:r>
      <w:r>
        <w:tab/>
        <w:t>1.013e0</w:t>
      </w:r>
    </w:p>
    <w:p w:rsidR="007B2329" w:rsidRDefault="007B2329" w:rsidP="007B2329">
      <w:r>
        <w:t>166.6306</w:t>
      </w:r>
      <w:r>
        <w:tab/>
        <w:t>1.013e0</w:t>
      </w:r>
    </w:p>
    <w:p w:rsidR="007B2329" w:rsidRDefault="007B2329" w:rsidP="007B2329">
      <w:r>
        <w:t>166.6340</w:t>
      </w:r>
      <w:r>
        <w:tab/>
        <w:t>1.013e0</w:t>
      </w:r>
    </w:p>
    <w:p w:rsidR="007B2329" w:rsidRDefault="007B2329" w:rsidP="007B2329">
      <w:r>
        <w:t>166.6392</w:t>
      </w:r>
      <w:r>
        <w:tab/>
        <w:t>2.025e0</w:t>
      </w:r>
    </w:p>
    <w:p w:rsidR="007B2329" w:rsidRDefault="007B2329" w:rsidP="007B2329">
      <w:r>
        <w:t>166.6489</w:t>
      </w:r>
      <w:r>
        <w:tab/>
        <w:t>2.025e0</w:t>
      </w:r>
    </w:p>
    <w:p w:rsidR="007B2329" w:rsidRDefault="007B2329" w:rsidP="007B2329">
      <w:r>
        <w:t>166.6504</w:t>
      </w:r>
      <w:r>
        <w:tab/>
        <w:t>1.013e0</w:t>
      </w:r>
    </w:p>
    <w:p w:rsidR="007B2329" w:rsidRDefault="007B2329" w:rsidP="007B2329">
      <w:r>
        <w:t>166.6676</w:t>
      </w:r>
      <w:r>
        <w:tab/>
        <w:t>1.013e0</w:t>
      </w:r>
    </w:p>
    <w:p w:rsidR="007B2329" w:rsidRDefault="007B2329" w:rsidP="007B2329">
      <w:r>
        <w:t>166.6712</w:t>
      </w:r>
      <w:r>
        <w:tab/>
        <w:t>1.266e-2</w:t>
      </w:r>
    </w:p>
    <w:p w:rsidR="007B2329" w:rsidRDefault="007B2329" w:rsidP="007B2329">
      <w:r>
        <w:lastRenderedPageBreak/>
        <w:t>166.6746</w:t>
      </w:r>
      <w:r>
        <w:tab/>
        <w:t>3.038e0</w:t>
      </w:r>
    </w:p>
    <w:p w:rsidR="007B2329" w:rsidRDefault="007B2329" w:rsidP="007B2329">
      <w:r>
        <w:t>166.6954</w:t>
      </w:r>
      <w:r>
        <w:tab/>
        <w:t>1.013e0</w:t>
      </w:r>
    </w:p>
    <w:p w:rsidR="007B2329" w:rsidRDefault="007B2329" w:rsidP="007B2329">
      <w:r>
        <w:t>166.6974</w:t>
      </w:r>
      <w:r>
        <w:tab/>
        <w:t>3.038e0</w:t>
      </w:r>
    </w:p>
    <w:p w:rsidR="007B2329" w:rsidRDefault="007B2329" w:rsidP="007B2329">
      <w:r>
        <w:t>166.6989</w:t>
      </w:r>
      <w:r>
        <w:tab/>
        <w:t>1.013e0</w:t>
      </w:r>
    </w:p>
    <w:p w:rsidR="007B2329" w:rsidRDefault="007B2329" w:rsidP="007B2329">
      <w:r>
        <w:t>166.7112</w:t>
      </w:r>
      <w:r>
        <w:tab/>
        <w:t>4.051e0</w:t>
      </w:r>
    </w:p>
    <w:p w:rsidR="007B2329" w:rsidRDefault="007B2329" w:rsidP="007B2329">
      <w:r>
        <w:t>166.7246</w:t>
      </w:r>
      <w:r>
        <w:tab/>
        <w:t>2.025e0</w:t>
      </w:r>
    </w:p>
    <w:p w:rsidR="007B2329" w:rsidRDefault="007B2329" w:rsidP="007B2329">
      <w:r>
        <w:t>166.7263</w:t>
      </w:r>
      <w:r>
        <w:tab/>
        <w:t>1.025e0</w:t>
      </w:r>
    </w:p>
    <w:p w:rsidR="007B2329" w:rsidRDefault="007B2329" w:rsidP="007B2329">
      <w:r>
        <w:t>166.7296</w:t>
      </w:r>
      <w:r>
        <w:tab/>
        <w:t>2.025e0</w:t>
      </w:r>
    </w:p>
    <w:p w:rsidR="007B2329" w:rsidRDefault="007B2329" w:rsidP="007B2329">
      <w:r>
        <w:t>166.7327</w:t>
      </w:r>
      <w:r>
        <w:tab/>
        <w:t>2.025e0</w:t>
      </w:r>
    </w:p>
    <w:p w:rsidR="007B2329" w:rsidRDefault="007B2329" w:rsidP="007B2329">
      <w:r>
        <w:t>166.7569</w:t>
      </w:r>
      <w:r>
        <w:tab/>
        <w:t>1.013e0</w:t>
      </w:r>
    </w:p>
    <w:p w:rsidR="007B2329" w:rsidRDefault="007B2329" w:rsidP="007B2329">
      <w:r>
        <w:t>166.7639</w:t>
      </w:r>
      <w:r>
        <w:tab/>
        <w:t>1.013e0</w:t>
      </w:r>
    </w:p>
    <w:p w:rsidR="007B2329" w:rsidRDefault="007B2329" w:rsidP="007B2329">
      <w:r>
        <w:t>166.7743</w:t>
      </w:r>
      <w:r>
        <w:tab/>
        <w:t>1.013e0</w:t>
      </w:r>
    </w:p>
    <w:p w:rsidR="007B2329" w:rsidRDefault="007B2329" w:rsidP="007B2329">
      <w:r>
        <w:t>166.7952</w:t>
      </w:r>
      <w:r>
        <w:tab/>
        <w:t>1.013e0</w:t>
      </w:r>
    </w:p>
    <w:p w:rsidR="007B2329" w:rsidRDefault="007B2329" w:rsidP="007B2329">
      <w:r>
        <w:t>166.7987</w:t>
      </w:r>
      <w:r>
        <w:tab/>
        <w:t>1.013e0</w:t>
      </w:r>
    </w:p>
    <w:p w:rsidR="007B2329" w:rsidRDefault="007B2329" w:rsidP="007B2329">
      <w:r>
        <w:t>166.8057</w:t>
      </w:r>
      <w:r>
        <w:tab/>
        <w:t>2.025e0</w:t>
      </w:r>
    </w:p>
    <w:p w:rsidR="007B2329" w:rsidRDefault="007B2329" w:rsidP="007B2329">
      <w:r>
        <w:t>166.8122</w:t>
      </w:r>
      <w:r>
        <w:tab/>
        <w:t>5.063e0</w:t>
      </w:r>
    </w:p>
    <w:p w:rsidR="007B2329" w:rsidRDefault="007B2329" w:rsidP="007B2329">
      <w:r>
        <w:t>166.8233</w:t>
      </w:r>
      <w:r>
        <w:tab/>
        <w:t>1.025e0</w:t>
      </w:r>
    </w:p>
    <w:p w:rsidR="007B2329" w:rsidRDefault="007B2329" w:rsidP="007B2329">
      <w:r>
        <w:t>166.8323</w:t>
      </w:r>
      <w:r>
        <w:tab/>
        <w:t>1.013e0</w:t>
      </w:r>
    </w:p>
    <w:p w:rsidR="007B2329" w:rsidRDefault="007B2329" w:rsidP="007B2329">
      <w:r>
        <w:t>166.8428</w:t>
      </w:r>
      <w:r>
        <w:tab/>
        <w:t>1.013e0</w:t>
      </w:r>
    </w:p>
    <w:p w:rsidR="007B2329" w:rsidRDefault="007B2329" w:rsidP="007B2329">
      <w:r>
        <w:lastRenderedPageBreak/>
        <w:t>166.8463</w:t>
      </w:r>
      <w:r>
        <w:tab/>
        <w:t>1.013e0</w:t>
      </w:r>
    </w:p>
    <w:p w:rsidR="007B2329" w:rsidRDefault="007B2329" w:rsidP="007B2329">
      <w:r>
        <w:t>166.8532</w:t>
      </w:r>
      <w:r>
        <w:tab/>
        <w:t>1.013e0</w:t>
      </w:r>
    </w:p>
    <w:p w:rsidR="007B2329" w:rsidRDefault="007B2329" w:rsidP="007B2329">
      <w:r>
        <w:t>166.8636</w:t>
      </w:r>
      <w:r>
        <w:tab/>
        <w:t>1.013e0</w:t>
      </w:r>
    </w:p>
    <w:p w:rsidR="007B2329" w:rsidRDefault="007B2329" w:rsidP="007B2329">
      <w:r>
        <w:t>166.8775</w:t>
      </w:r>
      <w:r>
        <w:tab/>
        <w:t>1.013e0</w:t>
      </w:r>
    </w:p>
    <w:p w:rsidR="007B2329" w:rsidRDefault="007B2329" w:rsidP="007B2329">
      <w:r>
        <w:t>166.8979</w:t>
      </w:r>
      <w:r>
        <w:tab/>
        <w:t>1.013e0</w:t>
      </w:r>
    </w:p>
    <w:p w:rsidR="007B2329" w:rsidRDefault="007B2329" w:rsidP="007B2329">
      <w:r>
        <w:t>166.9111</w:t>
      </w:r>
      <w:r>
        <w:tab/>
        <w:t>1.266e-2</w:t>
      </w:r>
    </w:p>
    <w:p w:rsidR="007B2329" w:rsidRDefault="007B2329" w:rsidP="007B2329">
      <w:r>
        <w:t>166.9146</w:t>
      </w:r>
      <w:r>
        <w:tab/>
        <w:t>2.025e0</w:t>
      </w:r>
    </w:p>
    <w:p w:rsidR="007B2329" w:rsidRDefault="007B2329" w:rsidP="007B2329">
      <w:r>
        <w:t>166.9181</w:t>
      </w:r>
      <w:r>
        <w:tab/>
        <w:t>1.266e-2</w:t>
      </w:r>
    </w:p>
    <w:p w:rsidR="007B2329" w:rsidRDefault="007B2329" w:rsidP="007B2329">
      <w:r>
        <w:t>166.9216</w:t>
      </w:r>
      <w:r>
        <w:tab/>
        <w:t>2.025e0</w:t>
      </w:r>
    </w:p>
    <w:p w:rsidR="007B2329" w:rsidRDefault="007B2329" w:rsidP="007B2329">
      <w:r>
        <w:t>166.9286</w:t>
      </w:r>
      <w:r>
        <w:tab/>
        <w:t>1.013e0</w:t>
      </w:r>
    </w:p>
    <w:p w:rsidR="007B2329" w:rsidRDefault="007B2329" w:rsidP="007B2329">
      <w:r>
        <w:t>166.9338</w:t>
      </w:r>
      <w:r>
        <w:tab/>
        <w:t>4.051e0</w:t>
      </w:r>
    </w:p>
    <w:p w:rsidR="007B2329" w:rsidRDefault="007B2329" w:rsidP="007B2329">
      <w:r>
        <w:t>166.9408</w:t>
      </w:r>
      <w:r>
        <w:tab/>
        <w:t>2.025e0</w:t>
      </w:r>
    </w:p>
    <w:p w:rsidR="007B2329" w:rsidRDefault="007B2329" w:rsidP="007B2329">
      <w:r>
        <w:t>166.9460</w:t>
      </w:r>
      <w:r>
        <w:tab/>
        <w:t>6.076e0</w:t>
      </w:r>
    </w:p>
    <w:p w:rsidR="007B2329" w:rsidRDefault="007B2329" w:rsidP="007B2329">
      <w:r>
        <w:t>166.9772</w:t>
      </w:r>
      <w:r>
        <w:tab/>
        <w:t>2.025e0</w:t>
      </w:r>
    </w:p>
    <w:p w:rsidR="007B2329" w:rsidRDefault="007B2329" w:rsidP="007B2329">
      <w:r>
        <w:t>166.9954</w:t>
      </w:r>
      <w:r>
        <w:tab/>
        <w:t>2.025e0</w:t>
      </w:r>
    </w:p>
    <w:p w:rsidR="007B2329" w:rsidRDefault="007B2329" w:rsidP="007B2329">
      <w:r>
        <w:t>166.9970</w:t>
      </w:r>
      <w:r>
        <w:tab/>
        <w:t>1.013e0</w:t>
      </w:r>
    </w:p>
    <w:p w:rsidR="007B2329" w:rsidRDefault="007B2329" w:rsidP="007B2329">
      <w:r>
        <w:t>167.0110</w:t>
      </w:r>
      <w:r>
        <w:tab/>
        <w:t>1.013e0</w:t>
      </w:r>
    </w:p>
    <w:p w:rsidR="007B2329" w:rsidRDefault="007B2329" w:rsidP="007B2329">
      <w:r>
        <w:t>167.0180</w:t>
      </w:r>
      <w:r>
        <w:tab/>
        <w:t>2.025e0</w:t>
      </w:r>
    </w:p>
    <w:p w:rsidR="007B2329" w:rsidRDefault="007B2329" w:rsidP="007B2329">
      <w:r>
        <w:t>167.0197</w:t>
      </w:r>
      <w:r>
        <w:tab/>
        <w:t>2.025e0</w:t>
      </w:r>
    </w:p>
    <w:p w:rsidR="007B2329" w:rsidRDefault="007B2329" w:rsidP="007B2329">
      <w:r>
        <w:lastRenderedPageBreak/>
        <w:t>167.0212</w:t>
      </w:r>
      <w:r>
        <w:tab/>
        <w:t>6.076e0</w:t>
      </w:r>
    </w:p>
    <w:p w:rsidR="007B2329" w:rsidRDefault="007B2329" w:rsidP="007B2329">
      <w:r>
        <w:t>167.0266</w:t>
      </w:r>
      <w:r>
        <w:tab/>
        <w:t>1.025e0</w:t>
      </w:r>
    </w:p>
    <w:p w:rsidR="007B2329" w:rsidRDefault="007B2329" w:rsidP="007B2329">
      <w:r>
        <w:t>167.0284</w:t>
      </w:r>
      <w:r>
        <w:tab/>
        <w:t>1.013e0</w:t>
      </w:r>
    </w:p>
    <w:p w:rsidR="007B2329" w:rsidRDefault="007B2329" w:rsidP="007B2329">
      <w:r>
        <w:t>167.0502</w:t>
      </w:r>
      <w:r>
        <w:tab/>
        <w:t>3.038e0</w:t>
      </w:r>
    </w:p>
    <w:p w:rsidR="007B2329" w:rsidRDefault="007B2329" w:rsidP="007B2329">
      <w:r>
        <w:t>167.0664</w:t>
      </w:r>
      <w:r>
        <w:tab/>
        <w:t>1.266e-2</w:t>
      </w:r>
    </w:p>
    <w:p w:rsidR="007B2329" w:rsidRDefault="007B2329" w:rsidP="007B2329">
      <w:r>
        <w:t>167.0857</w:t>
      </w:r>
      <w:r>
        <w:tab/>
        <w:t>4.682e1</w:t>
      </w:r>
    </w:p>
    <w:p w:rsidR="007B2329" w:rsidRDefault="007B2329" w:rsidP="007B2329">
      <w:r>
        <w:t>167.0873</w:t>
      </w:r>
      <w:r>
        <w:tab/>
        <w:t>2.797e2</w:t>
      </w:r>
    </w:p>
    <w:p w:rsidR="007B2329" w:rsidRDefault="007B2329" w:rsidP="007B2329">
      <w:r>
        <w:t>167.0886</w:t>
      </w:r>
      <w:r>
        <w:tab/>
        <w:t>6.201e1</w:t>
      </w:r>
    </w:p>
    <w:p w:rsidR="007B2329" w:rsidRDefault="007B2329" w:rsidP="007B2329">
      <w:r>
        <w:t>167.0917</w:t>
      </w:r>
      <w:r>
        <w:tab/>
        <w:t>8.719e0</w:t>
      </w:r>
    </w:p>
    <w:p w:rsidR="007B2329" w:rsidRDefault="007B2329" w:rsidP="007B2329">
      <w:r>
        <w:t>167.0956</w:t>
      </w:r>
      <w:r>
        <w:tab/>
        <w:t>3.038e0</w:t>
      </w:r>
    </w:p>
    <w:p w:rsidR="007B2329" w:rsidRDefault="007B2329" w:rsidP="007B2329">
      <w:r>
        <w:t>167.1154</w:t>
      </w:r>
      <w:r>
        <w:tab/>
        <w:t>1.433e0</w:t>
      </w:r>
    </w:p>
    <w:p w:rsidR="007B2329" w:rsidRDefault="007B2329" w:rsidP="007B2329">
      <w:r>
        <w:t>167.1170</w:t>
      </w:r>
      <w:r>
        <w:tab/>
        <w:t>2.374e0</w:t>
      </w:r>
    </w:p>
    <w:p w:rsidR="007B2329" w:rsidRDefault="007B2329" w:rsidP="007B2329">
      <w:r>
        <w:t>167.1281</w:t>
      </w:r>
      <w:r>
        <w:tab/>
        <w:t>3.038e0</w:t>
      </w:r>
    </w:p>
    <w:p w:rsidR="007B2329" w:rsidRDefault="007B2329" w:rsidP="007B2329">
      <w:r>
        <w:t>167.1422</w:t>
      </w:r>
      <w:r>
        <w:tab/>
        <w:t>1.013e0</w:t>
      </w:r>
    </w:p>
    <w:p w:rsidR="007B2329" w:rsidRDefault="007B2329" w:rsidP="007B2329">
      <w:r>
        <w:t>167.1490</w:t>
      </w:r>
      <w:r>
        <w:tab/>
        <w:t>2.025e0</w:t>
      </w:r>
    </w:p>
    <w:p w:rsidR="007B2329" w:rsidRDefault="007B2329" w:rsidP="007B2329">
      <w:r>
        <w:t>167.1523</w:t>
      </w:r>
      <w:r>
        <w:tab/>
        <w:t>2.025e0</w:t>
      </w:r>
    </w:p>
    <w:p w:rsidR="007B2329" w:rsidRDefault="007B2329" w:rsidP="007B2329">
      <w:r>
        <w:t>167.1655</w:t>
      </w:r>
      <w:r>
        <w:tab/>
        <w:t>1.013e0</w:t>
      </w:r>
    </w:p>
    <w:p w:rsidR="007B2329" w:rsidRDefault="007B2329" w:rsidP="007B2329">
      <w:r>
        <w:t>167.1689</w:t>
      </w:r>
      <w:r>
        <w:tab/>
        <w:t>3.038e0</w:t>
      </w:r>
    </w:p>
    <w:p w:rsidR="007B2329" w:rsidRDefault="007B2329" w:rsidP="007B2329">
      <w:r>
        <w:t>167.1721</w:t>
      </w:r>
      <w:r>
        <w:tab/>
        <w:t>1.013e0</w:t>
      </w:r>
    </w:p>
    <w:p w:rsidR="007B2329" w:rsidRDefault="007B2329" w:rsidP="007B2329">
      <w:r>
        <w:lastRenderedPageBreak/>
        <w:t>167.1792</w:t>
      </w:r>
      <w:r>
        <w:tab/>
        <w:t>2.025e0</w:t>
      </w:r>
    </w:p>
    <w:p w:rsidR="007B2329" w:rsidRDefault="007B2329" w:rsidP="007B2329">
      <w:r>
        <w:t>167.1862</w:t>
      </w:r>
      <w:r>
        <w:tab/>
        <w:t>2.025e0</w:t>
      </w:r>
    </w:p>
    <w:p w:rsidR="007B2329" w:rsidRDefault="007B2329" w:rsidP="007B2329">
      <w:r>
        <w:t>167.1897</w:t>
      </w:r>
      <w:r>
        <w:tab/>
        <w:t>1.013e0</w:t>
      </w:r>
    </w:p>
    <w:p w:rsidR="007B2329" w:rsidRDefault="007B2329" w:rsidP="007B2329">
      <w:r>
        <w:t>167.1932</w:t>
      </w:r>
      <w:r>
        <w:tab/>
        <w:t>2.025e0</w:t>
      </w:r>
    </w:p>
    <w:p w:rsidR="007B2329" w:rsidRDefault="007B2329" w:rsidP="007B2329">
      <w:r>
        <w:t>167.2105</w:t>
      </w:r>
      <w:r>
        <w:tab/>
        <w:t>2.025e0</w:t>
      </w:r>
    </w:p>
    <w:p w:rsidR="007B2329" w:rsidRDefault="007B2329" w:rsidP="007B2329">
      <w:r>
        <w:t>167.2175</w:t>
      </w:r>
      <w:r>
        <w:tab/>
        <w:t>2.025e0</w:t>
      </w:r>
    </w:p>
    <w:p w:rsidR="007B2329" w:rsidRDefault="007B2329" w:rsidP="007B2329">
      <w:r>
        <w:t>167.2280</w:t>
      </w:r>
      <w:r>
        <w:tab/>
        <w:t>1.013e0</w:t>
      </w:r>
    </w:p>
    <w:p w:rsidR="007B2329" w:rsidRDefault="007B2329" w:rsidP="007B2329">
      <w:r>
        <w:t>167.2415</w:t>
      </w:r>
      <w:r>
        <w:tab/>
        <w:t>1.013e0</w:t>
      </w:r>
    </w:p>
    <w:p w:rsidR="007B2329" w:rsidRDefault="007B2329" w:rsidP="007B2329">
      <w:r>
        <w:t>167.2515</w:t>
      </w:r>
      <w:r>
        <w:tab/>
        <w:t>1.025e0</w:t>
      </w:r>
    </w:p>
    <w:p w:rsidR="007B2329" w:rsidRDefault="007B2329" w:rsidP="007B2329">
      <w:r>
        <w:t>167.2621</w:t>
      </w:r>
      <w:r>
        <w:tab/>
        <w:t>5.063e0</w:t>
      </w:r>
    </w:p>
    <w:p w:rsidR="007B2329" w:rsidRDefault="007B2329" w:rsidP="007B2329">
      <w:r>
        <w:t>167.2686</w:t>
      </w:r>
      <w:r>
        <w:tab/>
        <w:t>2.025e0</w:t>
      </w:r>
    </w:p>
    <w:p w:rsidR="007B2329" w:rsidRDefault="007B2329" w:rsidP="007B2329">
      <w:r>
        <w:t>167.2721</w:t>
      </w:r>
      <w:r>
        <w:tab/>
        <w:t>2.025e0</w:t>
      </w:r>
    </w:p>
    <w:p w:rsidR="007B2329" w:rsidRDefault="007B2329" w:rsidP="007B2329">
      <w:r>
        <w:t>167.2810</w:t>
      </w:r>
      <w:r>
        <w:tab/>
        <w:t>3.038e0</w:t>
      </w:r>
    </w:p>
    <w:p w:rsidR="007B2329" w:rsidRDefault="007B2329" w:rsidP="007B2329">
      <w:r>
        <w:t>167.2912</w:t>
      </w:r>
      <w:r>
        <w:tab/>
        <w:t>2.025e0</w:t>
      </w:r>
    </w:p>
    <w:p w:rsidR="007B2329" w:rsidRDefault="007B2329" w:rsidP="007B2329">
      <w:r>
        <w:t>167.2965</w:t>
      </w:r>
      <w:r>
        <w:tab/>
        <w:t>2.025e0</w:t>
      </w:r>
    </w:p>
    <w:p w:rsidR="007B2329" w:rsidRDefault="007B2329" w:rsidP="007B2329">
      <w:r>
        <w:t>167.2982</w:t>
      </w:r>
      <w:r>
        <w:tab/>
        <w:t>2.025e0</w:t>
      </w:r>
    </w:p>
    <w:p w:rsidR="007B2329" w:rsidRDefault="007B2329" w:rsidP="007B2329">
      <w:r>
        <w:t>167.3069</w:t>
      </w:r>
      <w:r>
        <w:tab/>
        <w:t>1.025e0</w:t>
      </w:r>
    </w:p>
    <w:p w:rsidR="007B2329" w:rsidRDefault="007B2329" w:rsidP="007B2329">
      <w:r>
        <w:t>167.3157</w:t>
      </w:r>
      <w:r>
        <w:tab/>
        <w:t>2.025e0</w:t>
      </w:r>
    </w:p>
    <w:p w:rsidR="007B2329" w:rsidRDefault="007B2329" w:rsidP="007B2329">
      <w:r>
        <w:t>167.3276</w:t>
      </w:r>
      <w:r>
        <w:tab/>
        <w:t>2.025e0</w:t>
      </w:r>
    </w:p>
    <w:p w:rsidR="007B2329" w:rsidRDefault="007B2329" w:rsidP="007B2329">
      <w:r>
        <w:lastRenderedPageBreak/>
        <w:t>167.3343</w:t>
      </w:r>
      <w:r>
        <w:tab/>
        <w:t>1.013e0</w:t>
      </w:r>
    </w:p>
    <w:p w:rsidR="007B2329" w:rsidRDefault="007B2329" w:rsidP="007B2329">
      <w:r>
        <w:t>167.3408</w:t>
      </w:r>
      <w:r>
        <w:tab/>
        <w:t>1.266e-2</w:t>
      </w:r>
    </w:p>
    <w:p w:rsidR="007B2329" w:rsidRDefault="007B2329" w:rsidP="007B2329">
      <w:r>
        <w:t>167.3475</w:t>
      </w:r>
      <w:r>
        <w:tab/>
        <w:t>1.013e0</w:t>
      </w:r>
    </w:p>
    <w:p w:rsidR="007B2329" w:rsidRDefault="007B2329" w:rsidP="007B2329">
      <w:r>
        <w:t>167.3495</w:t>
      </w:r>
      <w:r>
        <w:tab/>
        <w:t>3.038e0</w:t>
      </w:r>
    </w:p>
    <w:p w:rsidR="007B2329" w:rsidRDefault="007B2329" w:rsidP="007B2329">
      <w:r>
        <w:t>167.3580</w:t>
      </w:r>
      <w:r>
        <w:tab/>
        <w:t>1.013e0</w:t>
      </w:r>
    </w:p>
    <w:p w:rsidR="007B2329" w:rsidRDefault="007B2329" w:rsidP="007B2329">
      <w:r>
        <w:t>167.3598</w:t>
      </w:r>
      <w:r>
        <w:tab/>
        <w:t>2.025e0</w:t>
      </w:r>
    </w:p>
    <w:p w:rsidR="007B2329" w:rsidRDefault="007B2329" w:rsidP="007B2329">
      <w:r>
        <w:t>167.3929</w:t>
      </w:r>
      <w:r>
        <w:tab/>
        <w:t>1.013e0</w:t>
      </w:r>
    </w:p>
    <w:p w:rsidR="007B2329" w:rsidRDefault="007B2329" w:rsidP="007B2329">
      <w:r>
        <w:t>167.4069</w:t>
      </w:r>
      <w:r>
        <w:tab/>
        <w:t>1.013e0</w:t>
      </w:r>
    </w:p>
    <w:p w:rsidR="007B2329" w:rsidRDefault="007B2329" w:rsidP="007B2329">
      <w:r>
        <w:t>167.4088</w:t>
      </w:r>
      <w:r>
        <w:tab/>
        <w:t>2.025e0</w:t>
      </w:r>
    </w:p>
    <w:p w:rsidR="007B2329" w:rsidRDefault="007B2329" w:rsidP="007B2329">
      <w:r>
        <w:t>167.4104</w:t>
      </w:r>
      <w:r>
        <w:tab/>
        <w:t>2.025e0</w:t>
      </w:r>
    </w:p>
    <w:p w:rsidR="007B2329" w:rsidRDefault="007B2329" w:rsidP="007B2329">
      <w:r>
        <w:t>167.4124</w:t>
      </w:r>
      <w:r>
        <w:tab/>
        <w:t>2.025e0</w:t>
      </w:r>
    </w:p>
    <w:p w:rsidR="007B2329" w:rsidRDefault="007B2329" w:rsidP="007B2329">
      <w:r>
        <w:t>167.4136</w:t>
      </w:r>
      <w:r>
        <w:tab/>
        <w:t>1.013e0</w:t>
      </w:r>
    </w:p>
    <w:p w:rsidR="007B2329" w:rsidRDefault="007B2329" w:rsidP="007B2329">
      <w:r>
        <w:t>167.4300</w:t>
      </w:r>
      <w:r>
        <w:tab/>
        <w:t>2.532e-2</w:t>
      </w:r>
    </w:p>
    <w:p w:rsidR="007B2329" w:rsidRDefault="007B2329" w:rsidP="007B2329">
      <w:r>
        <w:t>167.4335</w:t>
      </w:r>
      <w:r>
        <w:tab/>
        <w:t>2.065e0</w:t>
      </w:r>
    </w:p>
    <w:p w:rsidR="007B2329" w:rsidRDefault="007B2329" w:rsidP="007B2329">
      <w:r>
        <w:t>167.4368</w:t>
      </w:r>
      <w:r>
        <w:tab/>
        <w:t>3.038e0</w:t>
      </w:r>
    </w:p>
    <w:p w:rsidR="007B2329" w:rsidRDefault="007B2329" w:rsidP="007B2329">
      <w:r>
        <w:t>167.4404</w:t>
      </w:r>
      <w:r>
        <w:tab/>
        <w:t>1.013e0</w:t>
      </w:r>
    </w:p>
    <w:p w:rsidR="007B2329" w:rsidRDefault="007B2329" w:rsidP="007B2329">
      <w:r>
        <w:t>167.4544</w:t>
      </w:r>
      <w:r>
        <w:tab/>
        <w:t>1.013e0</w:t>
      </w:r>
    </w:p>
    <w:p w:rsidR="007B2329" w:rsidRDefault="007B2329" w:rsidP="007B2329">
      <w:r>
        <w:t>167.4561</w:t>
      </w:r>
      <w:r>
        <w:tab/>
        <w:t>2.025e0</w:t>
      </w:r>
    </w:p>
    <w:p w:rsidR="007B2329" w:rsidRDefault="007B2329" w:rsidP="007B2329">
      <w:r>
        <w:t>167.4579</w:t>
      </w:r>
      <w:r>
        <w:tab/>
        <w:t>1.013e0</w:t>
      </w:r>
    </w:p>
    <w:p w:rsidR="007B2329" w:rsidRDefault="007B2329" w:rsidP="007B2329">
      <w:r>
        <w:lastRenderedPageBreak/>
        <w:t>167.4649</w:t>
      </w:r>
      <w:r>
        <w:tab/>
        <w:t>1.013e0</w:t>
      </w:r>
    </w:p>
    <w:p w:rsidR="007B2329" w:rsidRDefault="007B2329" w:rsidP="007B2329">
      <w:r>
        <w:t>167.4684</w:t>
      </w:r>
      <w:r>
        <w:tab/>
        <w:t>2.025e0</w:t>
      </w:r>
    </w:p>
    <w:p w:rsidR="007B2329" w:rsidRDefault="007B2329" w:rsidP="007B2329">
      <w:r>
        <w:t>167.4805</w:t>
      </w:r>
      <w:r>
        <w:tab/>
        <w:t>2.025e0</w:t>
      </w:r>
    </w:p>
    <w:p w:rsidR="007B2329" w:rsidRDefault="007B2329" w:rsidP="007B2329">
      <w:r>
        <w:t>167.4857</w:t>
      </w:r>
      <w:r>
        <w:tab/>
        <w:t>1.013e0</w:t>
      </w:r>
    </w:p>
    <w:p w:rsidR="007B2329" w:rsidRDefault="007B2329" w:rsidP="007B2329">
      <w:r>
        <w:t>167.4928</w:t>
      </w:r>
      <w:r>
        <w:tab/>
        <w:t>1.013e0</w:t>
      </w:r>
    </w:p>
    <w:p w:rsidR="007B2329" w:rsidRDefault="007B2329" w:rsidP="007B2329">
      <w:r>
        <w:t>167.4964</w:t>
      </w:r>
      <w:r>
        <w:tab/>
        <w:t>1.013e0</w:t>
      </w:r>
    </w:p>
    <w:p w:rsidR="007B2329" w:rsidRDefault="007B2329" w:rsidP="007B2329">
      <w:r>
        <w:t>167.5030</w:t>
      </w:r>
      <w:r>
        <w:tab/>
        <w:t>1.013e0</w:t>
      </w:r>
    </w:p>
    <w:p w:rsidR="007B2329" w:rsidRDefault="007B2329" w:rsidP="007B2329">
      <w:r>
        <w:t>167.5050</w:t>
      </w:r>
      <w:r>
        <w:tab/>
        <w:t>2.025e0</w:t>
      </w:r>
    </w:p>
    <w:p w:rsidR="007B2329" w:rsidRDefault="007B2329" w:rsidP="007B2329">
      <w:r>
        <w:t>167.5096</w:t>
      </w:r>
      <w:r>
        <w:tab/>
        <w:t>1.013e0</w:t>
      </w:r>
    </w:p>
    <w:p w:rsidR="007B2329" w:rsidRDefault="007B2329" w:rsidP="007B2329">
      <w:r>
        <w:t>167.5128</w:t>
      </w:r>
      <w:r>
        <w:tab/>
        <w:t>3.926e0</w:t>
      </w:r>
    </w:p>
    <w:p w:rsidR="007B2329" w:rsidRDefault="007B2329" w:rsidP="007B2329">
      <w:r>
        <w:t>167.5163</w:t>
      </w:r>
      <w:r>
        <w:tab/>
        <w:t>3.038e0</w:t>
      </w:r>
    </w:p>
    <w:p w:rsidR="007B2329" w:rsidRDefault="007B2329" w:rsidP="007B2329">
      <w:r>
        <w:t>167.5194</w:t>
      </w:r>
      <w:r>
        <w:tab/>
        <w:t>2.051e0</w:t>
      </w:r>
    </w:p>
    <w:p w:rsidR="007B2329" w:rsidRDefault="007B2329" w:rsidP="007B2329">
      <w:r>
        <w:t>167.5316</w:t>
      </w:r>
      <w:r>
        <w:tab/>
        <w:t>4.051e0</w:t>
      </w:r>
    </w:p>
    <w:p w:rsidR="007B2329" w:rsidRDefault="007B2329" w:rsidP="007B2329">
      <w:r>
        <w:t>167.5557</w:t>
      </w:r>
      <w:r>
        <w:tab/>
        <w:t>7.089e0</w:t>
      </w:r>
    </w:p>
    <w:p w:rsidR="007B2329" w:rsidRDefault="007B2329" w:rsidP="007B2329">
      <w:r>
        <w:t>167.5682</w:t>
      </w:r>
      <w:r>
        <w:tab/>
        <w:t>2.025e0</w:t>
      </w:r>
    </w:p>
    <w:p w:rsidR="007B2329" w:rsidRDefault="007B2329" w:rsidP="007B2329">
      <w:r>
        <w:t>167.5891</w:t>
      </w:r>
      <w:r>
        <w:tab/>
        <w:t>1.013e0</w:t>
      </w:r>
    </w:p>
    <w:p w:rsidR="007B2329" w:rsidRDefault="007B2329" w:rsidP="007B2329">
      <w:r>
        <w:t>167.5957</w:t>
      </w:r>
      <w:r>
        <w:tab/>
        <w:t>1.266e-2</w:t>
      </w:r>
    </w:p>
    <w:p w:rsidR="007B2329" w:rsidRDefault="007B2329" w:rsidP="007B2329">
      <w:r>
        <w:t>167.6023</w:t>
      </w:r>
      <w:r>
        <w:tab/>
        <w:t>1.013e0</w:t>
      </w:r>
    </w:p>
    <w:p w:rsidR="007B2329" w:rsidRDefault="007B2329" w:rsidP="007B2329">
      <w:r>
        <w:t>167.6090</w:t>
      </w:r>
      <w:r>
        <w:tab/>
        <w:t>1.013e0</w:t>
      </w:r>
    </w:p>
    <w:p w:rsidR="007B2329" w:rsidRDefault="007B2329" w:rsidP="007B2329">
      <w:r>
        <w:lastRenderedPageBreak/>
        <w:t>167.6228</w:t>
      </w:r>
      <w:r>
        <w:tab/>
        <w:t>5.063e0</w:t>
      </w:r>
    </w:p>
    <w:p w:rsidR="007B2329" w:rsidRDefault="007B2329" w:rsidP="007B2329">
      <w:r>
        <w:t>167.6333</w:t>
      </w:r>
      <w:r>
        <w:tab/>
        <w:t>2.025e0</w:t>
      </w:r>
    </w:p>
    <w:p w:rsidR="007B2329" w:rsidRDefault="007B2329" w:rsidP="007B2329">
      <w:r>
        <w:t>167.6351</w:t>
      </w:r>
      <w:r>
        <w:tab/>
        <w:t>2.025e0</w:t>
      </w:r>
    </w:p>
    <w:p w:rsidR="007B2329" w:rsidRDefault="007B2329" w:rsidP="007B2329">
      <w:r>
        <w:t>167.6601</w:t>
      </w:r>
      <w:r>
        <w:tab/>
        <w:t>3.038e0</w:t>
      </w:r>
    </w:p>
    <w:p w:rsidR="007B2329" w:rsidRDefault="007B2329" w:rsidP="007B2329">
      <w:r>
        <w:t>167.6647</w:t>
      </w:r>
      <w:r>
        <w:tab/>
        <w:t>1.266e-2</w:t>
      </w:r>
    </w:p>
    <w:p w:rsidR="007B2329" w:rsidRDefault="007B2329" w:rsidP="007B2329">
      <w:r>
        <w:t>167.6682</w:t>
      </w:r>
      <w:r>
        <w:tab/>
        <w:t>2.025e0</w:t>
      </w:r>
    </w:p>
    <w:p w:rsidR="007B2329" w:rsidRDefault="007B2329" w:rsidP="007B2329">
      <w:r>
        <w:t>167.6696</w:t>
      </w:r>
      <w:r>
        <w:tab/>
        <w:t>3.038e0</w:t>
      </w:r>
    </w:p>
    <w:p w:rsidR="007B2329" w:rsidRDefault="007B2329" w:rsidP="007B2329">
      <w:r>
        <w:t>167.6852</w:t>
      </w:r>
      <w:r>
        <w:tab/>
        <w:t>1.013e0</w:t>
      </w:r>
    </w:p>
    <w:p w:rsidR="007B2329" w:rsidRDefault="007B2329" w:rsidP="007B2329">
      <w:r>
        <w:t>167.6944</w:t>
      </w:r>
      <w:r>
        <w:tab/>
        <w:t>4.051e0</w:t>
      </w:r>
    </w:p>
    <w:p w:rsidR="007B2329" w:rsidRDefault="007B2329" w:rsidP="007B2329">
      <w:r>
        <w:t>167.7088</w:t>
      </w:r>
      <w:r>
        <w:tab/>
        <w:t>1.013e0</w:t>
      </w:r>
    </w:p>
    <w:p w:rsidR="007B2329" w:rsidRDefault="007B2329" w:rsidP="007B2329">
      <w:r>
        <w:t>167.7123</w:t>
      </w:r>
      <w:r>
        <w:tab/>
        <w:t>2.025e0</w:t>
      </w:r>
    </w:p>
    <w:p w:rsidR="007B2329" w:rsidRDefault="007B2329" w:rsidP="007B2329">
      <w:r>
        <w:t>167.7228</w:t>
      </w:r>
      <w:r>
        <w:tab/>
        <w:t>1.266e-2</w:t>
      </w:r>
    </w:p>
    <w:p w:rsidR="007B2329" w:rsidRDefault="007B2329" w:rsidP="007B2329">
      <w:r>
        <w:t>167.7263</w:t>
      </w:r>
      <w:r>
        <w:tab/>
        <w:t>2.025e0</w:t>
      </w:r>
    </w:p>
    <w:p w:rsidR="007B2329" w:rsidRDefault="007B2329" w:rsidP="007B2329">
      <w:r>
        <w:t>167.7279</w:t>
      </w:r>
      <w:r>
        <w:tab/>
        <w:t>5.063e0</w:t>
      </w:r>
    </w:p>
    <w:p w:rsidR="007B2329" w:rsidRDefault="007B2329" w:rsidP="007B2329">
      <w:r>
        <w:t>167.7472</w:t>
      </w:r>
      <w:r>
        <w:tab/>
        <w:t>1.013e0</w:t>
      </w:r>
    </w:p>
    <w:p w:rsidR="007B2329" w:rsidRDefault="007B2329" w:rsidP="007B2329">
      <w:r>
        <w:t>167.7542</w:t>
      </w:r>
      <w:r>
        <w:tab/>
        <w:t>1.013e0</w:t>
      </w:r>
    </w:p>
    <w:p w:rsidR="007B2329" w:rsidRDefault="007B2329" w:rsidP="007B2329">
      <w:r>
        <w:t>167.7577</w:t>
      </w:r>
      <w:r>
        <w:tab/>
        <w:t>2.025e0</w:t>
      </w:r>
    </w:p>
    <w:p w:rsidR="007B2329" w:rsidRDefault="007B2329" w:rsidP="007B2329">
      <w:r>
        <w:t>167.7681</w:t>
      </w:r>
      <w:r>
        <w:tab/>
        <w:t>1.266e-2</w:t>
      </w:r>
    </w:p>
    <w:p w:rsidR="007B2329" w:rsidRDefault="007B2329" w:rsidP="007B2329">
      <w:r>
        <w:t>167.7812</w:t>
      </w:r>
      <w:r>
        <w:tab/>
        <w:t>2.025e0</w:t>
      </w:r>
    </w:p>
    <w:p w:rsidR="007B2329" w:rsidRDefault="007B2329" w:rsidP="007B2329">
      <w:r>
        <w:lastRenderedPageBreak/>
        <w:t>167.7929</w:t>
      </w:r>
      <w:r>
        <w:tab/>
        <w:t>1.025e0</w:t>
      </w:r>
    </w:p>
    <w:p w:rsidR="007B2329" w:rsidRDefault="007B2329" w:rsidP="007B2329">
      <w:r>
        <w:t>167.8054</w:t>
      </w:r>
      <w:r>
        <w:tab/>
        <w:t>2.025e0</w:t>
      </w:r>
    </w:p>
    <w:p w:rsidR="007B2329" w:rsidRDefault="007B2329" w:rsidP="007B2329">
      <w:r>
        <w:t>167.8088</w:t>
      </w:r>
      <w:r>
        <w:tab/>
        <w:t>2.051e0</w:t>
      </w:r>
    </w:p>
    <w:p w:rsidR="007B2329" w:rsidRDefault="007B2329" w:rsidP="007B2329">
      <w:r>
        <w:t>167.8228</w:t>
      </w:r>
      <w:r>
        <w:tab/>
        <w:t>2.025e0</w:t>
      </w:r>
    </w:p>
    <w:p w:rsidR="007B2329" w:rsidRDefault="007B2329" w:rsidP="007B2329">
      <w:r>
        <w:t>167.8436</w:t>
      </w:r>
      <w:r>
        <w:tab/>
        <w:t>1.013e0</w:t>
      </w:r>
    </w:p>
    <w:p w:rsidR="007B2329" w:rsidRDefault="007B2329" w:rsidP="007B2329">
      <w:r>
        <w:t>167.8472</w:t>
      </w:r>
      <w:r>
        <w:tab/>
        <w:t>2.025e0</w:t>
      </w:r>
    </w:p>
    <w:p w:rsidR="007B2329" w:rsidRDefault="007B2329" w:rsidP="007B2329">
      <w:r>
        <w:t>167.8610</w:t>
      </w:r>
      <w:r>
        <w:tab/>
        <w:t>1.013e0</w:t>
      </w:r>
    </w:p>
    <w:p w:rsidR="007B2329" w:rsidRDefault="007B2329" w:rsidP="007B2329">
      <w:r>
        <w:t>167.8824</w:t>
      </w:r>
      <w:r>
        <w:tab/>
        <w:t>2.025e0</w:t>
      </w:r>
    </w:p>
    <w:p w:rsidR="007B2329" w:rsidRDefault="007B2329" w:rsidP="007B2329">
      <w:r>
        <w:t>167.8879</w:t>
      </w:r>
      <w:r>
        <w:tab/>
        <w:t>1.013e0</w:t>
      </w:r>
    </w:p>
    <w:p w:rsidR="007B2329" w:rsidRDefault="007B2329" w:rsidP="007B2329">
      <w:r>
        <w:t>167.8913</w:t>
      </w:r>
      <w:r>
        <w:tab/>
        <w:t>1.013e0</w:t>
      </w:r>
    </w:p>
    <w:p w:rsidR="007B2329" w:rsidRDefault="007B2329" w:rsidP="007B2329">
      <w:r>
        <w:t>167.8931</w:t>
      </w:r>
      <w:r>
        <w:tab/>
        <w:t>2.025e0</w:t>
      </w:r>
    </w:p>
    <w:p w:rsidR="007B2329" w:rsidRDefault="007B2329" w:rsidP="007B2329">
      <w:r>
        <w:t>167.8949</w:t>
      </w:r>
      <w:r>
        <w:tab/>
        <w:t>1.013e0</w:t>
      </w:r>
    </w:p>
    <w:p w:rsidR="007B2329" w:rsidRDefault="007B2329" w:rsidP="007B2329">
      <w:r>
        <w:t>167.8965</w:t>
      </w:r>
      <w:r>
        <w:tab/>
        <w:t>2.025e0</w:t>
      </w:r>
    </w:p>
    <w:p w:rsidR="007B2329" w:rsidRDefault="007B2329" w:rsidP="007B2329">
      <w:r>
        <w:t>167.9123</w:t>
      </w:r>
      <w:r>
        <w:tab/>
        <w:t>1.013e0</w:t>
      </w:r>
    </w:p>
    <w:p w:rsidR="007B2329" w:rsidRDefault="007B2329" w:rsidP="007B2329">
      <w:r>
        <w:t>167.9175</w:t>
      </w:r>
      <w:r>
        <w:tab/>
        <w:t>2.025e0</w:t>
      </w:r>
    </w:p>
    <w:p w:rsidR="007B2329" w:rsidRDefault="007B2329" w:rsidP="007B2329">
      <w:r>
        <w:t>167.9227</w:t>
      </w:r>
      <w:r>
        <w:tab/>
        <w:t>1.013e0</w:t>
      </w:r>
    </w:p>
    <w:p w:rsidR="007B2329" w:rsidRDefault="007B2329" w:rsidP="007B2329">
      <w:r>
        <w:t>167.9262</w:t>
      </w:r>
      <w:r>
        <w:tab/>
        <w:t>1.013e0</w:t>
      </w:r>
    </w:p>
    <w:p w:rsidR="007B2329" w:rsidRDefault="007B2329" w:rsidP="007B2329">
      <w:r>
        <w:t>167.9358</w:t>
      </w:r>
      <w:r>
        <w:tab/>
        <w:t>3.038e0</w:t>
      </w:r>
    </w:p>
    <w:p w:rsidR="007B2329" w:rsidRDefault="007B2329" w:rsidP="007B2329">
      <w:r>
        <w:t>167.9438</w:t>
      </w:r>
      <w:r>
        <w:tab/>
        <w:t>1.013e0</w:t>
      </w:r>
    </w:p>
    <w:p w:rsidR="007B2329" w:rsidRDefault="007B2329" w:rsidP="007B2329">
      <w:r>
        <w:lastRenderedPageBreak/>
        <w:t>167.9456</w:t>
      </w:r>
      <w:r>
        <w:tab/>
        <w:t>2.769e0</w:t>
      </w:r>
    </w:p>
    <w:p w:rsidR="007B2329" w:rsidRDefault="007B2329" w:rsidP="007B2329">
      <w:r>
        <w:t>167.9538</w:t>
      </w:r>
      <w:r>
        <w:tab/>
        <w:t>1.013e0</w:t>
      </w:r>
    </w:p>
    <w:p w:rsidR="007B2329" w:rsidRDefault="007B2329" w:rsidP="007B2329">
      <w:r>
        <w:t>167.9555</w:t>
      </w:r>
      <w:r>
        <w:tab/>
        <w:t>1.025e0</w:t>
      </w:r>
    </w:p>
    <w:p w:rsidR="007B2329" w:rsidRDefault="007B2329" w:rsidP="007B2329">
      <w:r>
        <w:t>167.9671</w:t>
      </w:r>
      <w:r>
        <w:tab/>
        <w:t>1.013e0</w:t>
      </w:r>
    </w:p>
    <w:p w:rsidR="007B2329" w:rsidRDefault="007B2329" w:rsidP="007B2329">
      <w:r>
        <w:t>167.9737</w:t>
      </w:r>
      <w:r>
        <w:tab/>
        <w:t>2.025e0</w:t>
      </w:r>
    </w:p>
    <w:p w:rsidR="007B2329" w:rsidRDefault="007B2329" w:rsidP="007B2329">
      <w:r>
        <w:t>167.9808</w:t>
      </w:r>
      <w:r>
        <w:tab/>
        <w:t>2.025e0</w:t>
      </w:r>
    </w:p>
    <w:p w:rsidR="007B2329" w:rsidRDefault="007B2329" w:rsidP="007B2329">
      <w:r>
        <w:t>167.9844</w:t>
      </w:r>
      <w:r>
        <w:tab/>
        <w:t>1.013e0</w:t>
      </w:r>
    </w:p>
    <w:p w:rsidR="007B2329" w:rsidRDefault="007B2329" w:rsidP="007B2329">
      <w:r>
        <w:t>167.9879</w:t>
      </w:r>
      <w:r>
        <w:tab/>
        <w:t>3.038e0</w:t>
      </w:r>
    </w:p>
    <w:p w:rsidR="007B2329" w:rsidRDefault="007B2329" w:rsidP="007B2329">
      <w:r>
        <w:t>168.0018</w:t>
      </w:r>
      <w:r>
        <w:tab/>
        <w:t>2.025e0</w:t>
      </w:r>
    </w:p>
    <w:p w:rsidR="007B2329" w:rsidRDefault="007B2329" w:rsidP="007B2329">
      <w:r>
        <w:t>168.0053</w:t>
      </w:r>
      <w:r>
        <w:tab/>
        <w:t>3.038e0</w:t>
      </w:r>
    </w:p>
    <w:p w:rsidR="007B2329" w:rsidRDefault="007B2329" w:rsidP="007B2329">
      <w:r>
        <w:t>168.0140</w:t>
      </w:r>
      <w:r>
        <w:tab/>
        <w:t>3.051e0</w:t>
      </w:r>
    </w:p>
    <w:p w:rsidR="007B2329" w:rsidRDefault="007B2329" w:rsidP="007B2329">
      <w:r>
        <w:t>168.0164</w:t>
      </w:r>
      <w:r>
        <w:tab/>
        <w:t>3.051e0</w:t>
      </w:r>
    </w:p>
    <w:p w:rsidR="007B2329" w:rsidRDefault="007B2329" w:rsidP="007B2329">
      <w:r>
        <w:t>168.0211</w:t>
      </w:r>
      <w:r>
        <w:tab/>
        <w:t>2.025e0</w:t>
      </w:r>
    </w:p>
    <w:p w:rsidR="007B2329" w:rsidRDefault="007B2329" w:rsidP="007B2329">
      <w:r>
        <w:t>168.0402</w:t>
      </w:r>
      <w:r>
        <w:tab/>
        <w:t>1.013e0</w:t>
      </w:r>
    </w:p>
    <w:p w:rsidR="007B2329" w:rsidRDefault="007B2329" w:rsidP="007B2329">
      <w:r>
        <w:t>168.0435</w:t>
      </w:r>
      <w:r>
        <w:tab/>
        <w:t>1.013e0</w:t>
      </w:r>
    </w:p>
    <w:p w:rsidR="007B2329" w:rsidRDefault="007B2329" w:rsidP="007B2329">
      <w:r>
        <w:t>168.0634</w:t>
      </w:r>
      <w:r>
        <w:tab/>
        <w:t>1.013e0</w:t>
      </w:r>
    </w:p>
    <w:p w:rsidR="007B2329" w:rsidRDefault="007B2329" w:rsidP="007B2329">
      <w:r>
        <w:t>168.0873</w:t>
      </w:r>
      <w:r>
        <w:tab/>
        <w:t>1.891e1</w:t>
      </w:r>
    </w:p>
    <w:p w:rsidR="007B2329" w:rsidRDefault="007B2329" w:rsidP="007B2329">
      <w:r>
        <w:t>168.0892</w:t>
      </w:r>
      <w:r>
        <w:tab/>
        <w:t>1.319e1</w:t>
      </w:r>
    </w:p>
    <w:p w:rsidR="007B2329" w:rsidRDefault="007B2329" w:rsidP="007B2329">
      <w:r>
        <w:t>168.0918</w:t>
      </w:r>
      <w:r>
        <w:tab/>
        <w:t>1.576e1</w:t>
      </w:r>
    </w:p>
    <w:p w:rsidR="007B2329" w:rsidRDefault="007B2329" w:rsidP="007B2329">
      <w:r>
        <w:lastRenderedPageBreak/>
        <w:t>168.0930</w:t>
      </w:r>
      <w:r>
        <w:tab/>
        <w:t>9.114e0</w:t>
      </w:r>
    </w:p>
    <w:p w:rsidR="007B2329" w:rsidRDefault="007B2329" w:rsidP="007B2329">
      <w:r>
        <w:t>168.0967</w:t>
      </w:r>
      <w:r>
        <w:tab/>
        <w:t>4.051e0</w:t>
      </w:r>
    </w:p>
    <w:p w:rsidR="007B2329" w:rsidRDefault="007B2329" w:rsidP="007B2329">
      <w:r>
        <w:t>168.1021</w:t>
      </w:r>
      <w:r>
        <w:tab/>
        <w:t>3.089e0</w:t>
      </w:r>
    </w:p>
    <w:p w:rsidR="007B2329" w:rsidRDefault="007B2329" w:rsidP="007B2329">
      <w:r>
        <w:t>168.1122</w:t>
      </w:r>
      <w:r>
        <w:tab/>
        <w:t>1.013e0</w:t>
      </w:r>
    </w:p>
    <w:p w:rsidR="007B2329" w:rsidRDefault="007B2329" w:rsidP="007B2329">
      <w:r>
        <w:t>168.1192</w:t>
      </w:r>
      <w:r>
        <w:tab/>
        <w:t>4.719e0</w:t>
      </w:r>
    </w:p>
    <w:p w:rsidR="007B2329" w:rsidRDefault="007B2329" w:rsidP="007B2329">
      <w:r>
        <w:t>168.1210</w:t>
      </w:r>
      <w:r>
        <w:tab/>
        <w:t>2.719e0</w:t>
      </w:r>
    </w:p>
    <w:p w:rsidR="007B2329" w:rsidRDefault="007B2329" w:rsidP="007B2329">
      <w:r>
        <w:t>168.1245</w:t>
      </w:r>
      <w:r>
        <w:tab/>
        <w:t>2.025e0</w:t>
      </w:r>
    </w:p>
    <w:p w:rsidR="007B2329" w:rsidRDefault="007B2329" w:rsidP="007B2329">
      <w:r>
        <w:t>168.1263</w:t>
      </w:r>
      <w:r>
        <w:tab/>
        <w:t>1.051e0</w:t>
      </w:r>
    </w:p>
    <w:p w:rsidR="007B2329" w:rsidRDefault="007B2329" w:rsidP="007B2329">
      <w:r>
        <w:t>168.1298</w:t>
      </w:r>
      <w:r>
        <w:tab/>
        <w:t>1.013e0</w:t>
      </w:r>
    </w:p>
    <w:p w:rsidR="007B2329" w:rsidRDefault="007B2329" w:rsidP="007B2329">
      <w:r>
        <w:t>168.1314</w:t>
      </w:r>
      <w:r>
        <w:tab/>
        <w:t>2.025e0</w:t>
      </w:r>
    </w:p>
    <w:p w:rsidR="007B2329" w:rsidRDefault="007B2329" w:rsidP="007B2329">
      <w:r>
        <w:t>168.1431</w:t>
      </w:r>
      <w:r>
        <w:tab/>
        <w:t>1.013e0</w:t>
      </w:r>
    </w:p>
    <w:p w:rsidR="007B2329" w:rsidRDefault="007B2329" w:rsidP="007B2329">
      <w:r>
        <w:t>168.1529</w:t>
      </w:r>
      <w:r>
        <w:tab/>
        <w:t>2.025e0</w:t>
      </w:r>
    </w:p>
    <w:p w:rsidR="007B2329" w:rsidRDefault="007B2329" w:rsidP="007B2329">
      <w:r>
        <w:t>168.1634</w:t>
      </w:r>
      <w:r>
        <w:tab/>
        <w:t>1.013e0</w:t>
      </w:r>
    </w:p>
    <w:p w:rsidR="007B2329" w:rsidRDefault="007B2329" w:rsidP="007B2329">
      <w:r>
        <w:t>168.1791</w:t>
      </w:r>
      <w:r>
        <w:tab/>
        <w:t>6.556e0</w:t>
      </w:r>
    </w:p>
    <w:p w:rsidR="007B2329" w:rsidRDefault="007B2329" w:rsidP="007B2329">
      <w:r>
        <w:t>168.1879</w:t>
      </w:r>
      <w:r>
        <w:tab/>
        <w:t>1.013e0</w:t>
      </w:r>
    </w:p>
    <w:p w:rsidR="007B2329" w:rsidRDefault="007B2329" w:rsidP="007B2329">
      <w:r>
        <w:t>168.1984</w:t>
      </w:r>
      <w:r>
        <w:tab/>
        <w:t>2.025e0</w:t>
      </w:r>
    </w:p>
    <w:p w:rsidR="007B2329" w:rsidRDefault="007B2329" w:rsidP="007B2329">
      <w:r>
        <w:t>168.2019</w:t>
      </w:r>
      <w:r>
        <w:tab/>
        <w:t>2.025e0</w:t>
      </w:r>
    </w:p>
    <w:p w:rsidR="007B2329" w:rsidRDefault="007B2329" w:rsidP="007B2329">
      <w:r>
        <w:t>168.2089</w:t>
      </w:r>
      <w:r>
        <w:tab/>
        <w:t>2.025e0</w:t>
      </w:r>
    </w:p>
    <w:p w:rsidR="007B2329" w:rsidRDefault="007B2329" w:rsidP="007B2329">
      <w:r>
        <w:t>168.2177</w:t>
      </w:r>
      <w:r>
        <w:tab/>
        <w:t>2.025e0</w:t>
      </w:r>
    </w:p>
    <w:p w:rsidR="007B2329" w:rsidRDefault="007B2329" w:rsidP="007B2329">
      <w:r>
        <w:lastRenderedPageBreak/>
        <w:t>168.2362</w:t>
      </w:r>
      <w:r>
        <w:tab/>
        <w:t>1.013e0</w:t>
      </w:r>
    </w:p>
    <w:p w:rsidR="007B2329" w:rsidRDefault="007B2329" w:rsidP="007B2329">
      <w:r>
        <w:t>168.2461</w:t>
      </w:r>
      <w:r>
        <w:tab/>
        <w:t>1.013e0</w:t>
      </w:r>
    </w:p>
    <w:p w:rsidR="007B2329" w:rsidRDefault="007B2329" w:rsidP="007B2329">
      <w:r>
        <w:t>168.2600</w:t>
      </w:r>
      <w:r>
        <w:tab/>
        <w:t>1.013e0</w:t>
      </w:r>
    </w:p>
    <w:p w:rsidR="007B2329" w:rsidRDefault="007B2329" w:rsidP="007B2329">
      <w:r>
        <w:t>168.2635</w:t>
      </w:r>
      <w:r>
        <w:tab/>
        <w:t>1.013e0</w:t>
      </w:r>
    </w:p>
    <w:p w:rsidR="007B2329" w:rsidRDefault="007B2329" w:rsidP="007B2329">
      <w:r>
        <w:t>168.2671</w:t>
      </w:r>
      <w:r>
        <w:tab/>
        <w:t>1.013e0</w:t>
      </w:r>
    </w:p>
    <w:p w:rsidR="007B2329" w:rsidRDefault="007B2329" w:rsidP="007B2329">
      <w:r>
        <w:t>168.2810</w:t>
      </w:r>
      <w:r>
        <w:tab/>
        <w:t>2.025e0</w:t>
      </w:r>
    </w:p>
    <w:p w:rsidR="007B2329" w:rsidRDefault="007B2329" w:rsidP="007B2329">
      <w:r>
        <w:t>168.2880</w:t>
      </w:r>
      <w:r>
        <w:tab/>
        <w:t>1.013e0</w:t>
      </w:r>
    </w:p>
    <w:p w:rsidR="007B2329" w:rsidRDefault="007B2329" w:rsidP="007B2329">
      <w:r>
        <w:t>168.3125</w:t>
      </w:r>
      <w:r>
        <w:tab/>
        <w:t>1.013e0</w:t>
      </w:r>
    </w:p>
    <w:p w:rsidR="007B2329" w:rsidRDefault="007B2329" w:rsidP="007B2329">
      <w:r>
        <w:t>168.3159</w:t>
      </w:r>
      <w:r>
        <w:tab/>
        <w:t>2.025e0</w:t>
      </w:r>
    </w:p>
    <w:p w:rsidR="007B2329" w:rsidRDefault="007B2329" w:rsidP="007B2329">
      <w:r>
        <w:t>168.3213</w:t>
      </w:r>
      <w:r>
        <w:tab/>
        <w:t>2.025e0</w:t>
      </w:r>
    </w:p>
    <w:p w:rsidR="007B2329" w:rsidRDefault="007B2329" w:rsidP="007B2329">
      <w:r>
        <w:t>168.3242</w:t>
      </w:r>
      <w:r>
        <w:tab/>
        <w:t>2.025e0</w:t>
      </w:r>
    </w:p>
    <w:p w:rsidR="007B2329" w:rsidRDefault="007B2329" w:rsidP="007B2329">
      <w:r>
        <w:t>168.3358</w:t>
      </w:r>
      <w:r>
        <w:tab/>
        <w:t>1.013e0</w:t>
      </w:r>
    </w:p>
    <w:p w:rsidR="007B2329" w:rsidRDefault="007B2329" w:rsidP="007B2329">
      <w:r>
        <w:t>168.3392</w:t>
      </w:r>
      <w:r>
        <w:tab/>
        <w:t>1.013e0</w:t>
      </w:r>
    </w:p>
    <w:p w:rsidR="007B2329" w:rsidRDefault="007B2329" w:rsidP="007B2329">
      <w:r>
        <w:t>168.3408</w:t>
      </w:r>
      <w:r>
        <w:tab/>
        <w:t>2.051e0</w:t>
      </w:r>
    </w:p>
    <w:p w:rsidR="007B2329" w:rsidRDefault="007B2329" w:rsidP="007B2329">
      <w:r>
        <w:t>168.3461</w:t>
      </w:r>
      <w:r>
        <w:tab/>
        <w:t>1.013e0</w:t>
      </w:r>
    </w:p>
    <w:p w:rsidR="007B2329" w:rsidRDefault="007B2329" w:rsidP="007B2329">
      <w:r>
        <w:t>168.3532</w:t>
      </w:r>
      <w:r>
        <w:tab/>
        <w:t>1.013e0</w:t>
      </w:r>
    </w:p>
    <w:p w:rsidR="007B2329" w:rsidRDefault="007B2329" w:rsidP="007B2329">
      <w:r>
        <w:t>168.3671</w:t>
      </w:r>
      <w:r>
        <w:tab/>
        <w:t>1.013e0</w:t>
      </w:r>
    </w:p>
    <w:p w:rsidR="007B2329" w:rsidRDefault="007B2329" w:rsidP="007B2329">
      <w:r>
        <w:t>168.3845</w:t>
      </w:r>
      <w:r>
        <w:tab/>
        <w:t>3.038e0</w:t>
      </w:r>
    </w:p>
    <w:p w:rsidR="007B2329" w:rsidRDefault="007B2329" w:rsidP="007B2329">
      <w:r>
        <w:t>168.3932</w:t>
      </w:r>
      <w:r>
        <w:tab/>
        <w:t>1.038e0</w:t>
      </w:r>
    </w:p>
    <w:p w:rsidR="007B2329" w:rsidRDefault="007B2329" w:rsidP="007B2329">
      <w:r>
        <w:lastRenderedPageBreak/>
        <w:t>168.3958</w:t>
      </w:r>
      <w:r>
        <w:tab/>
        <w:t>3.051e0</w:t>
      </w:r>
    </w:p>
    <w:p w:rsidR="007B2329" w:rsidRDefault="007B2329" w:rsidP="007B2329">
      <w:r>
        <w:t>168.4056</w:t>
      </w:r>
      <w:r>
        <w:tab/>
        <w:t>1.013e0</w:t>
      </w:r>
    </w:p>
    <w:p w:rsidR="007B2329" w:rsidRDefault="007B2329" w:rsidP="007B2329">
      <w:r>
        <w:t>168.4124</w:t>
      </w:r>
      <w:r>
        <w:tab/>
        <w:t>1.013e0</w:t>
      </w:r>
    </w:p>
    <w:p w:rsidR="007B2329" w:rsidRDefault="007B2329" w:rsidP="007B2329">
      <w:r>
        <w:t>168.4157</w:t>
      </w:r>
      <w:r>
        <w:tab/>
        <w:t>1.013e0</w:t>
      </w:r>
    </w:p>
    <w:p w:rsidR="007B2329" w:rsidRDefault="007B2329" w:rsidP="007B2329">
      <w:r>
        <w:t>168.4223</w:t>
      </w:r>
      <w:r>
        <w:tab/>
        <w:t>2.025e0</w:t>
      </w:r>
    </w:p>
    <w:p w:rsidR="007B2329" w:rsidRDefault="007B2329" w:rsidP="007B2329">
      <w:r>
        <w:t>168.4290</w:t>
      </w:r>
      <w:r>
        <w:tab/>
        <w:t>1.013e0</w:t>
      </w:r>
    </w:p>
    <w:p w:rsidR="007B2329" w:rsidRDefault="007B2329" w:rsidP="007B2329">
      <w:r>
        <w:t>168.4392</w:t>
      </w:r>
      <w:r>
        <w:tab/>
        <w:t>1.013e0</w:t>
      </w:r>
    </w:p>
    <w:p w:rsidR="007B2329" w:rsidRDefault="007B2329" w:rsidP="007B2329">
      <w:r>
        <w:t>168.4446</w:t>
      </w:r>
      <w:r>
        <w:tab/>
        <w:t>4.063e0</w:t>
      </w:r>
    </w:p>
    <w:p w:rsidR="007B2329" w:rsidRDefault="007B2329" w:rsidP="007B2329">
      <w:r>
        <w:t>168.4462</w:t>
      </w:r>
      <w:r>
        <w:tab/>
        <w:t>1.013e0</w:t>
      </w:r>
    </w:p>
    <w:p w:rsidR="007B2329" w:rsidRDefault="007B2329" w:rsidP="007B2329">
      <w:r>
        <w:t>168.4533</w:t>
      </w:r>
      <w:r>
        <w:tab/>
        <w:t>1.266e-2</w:t>
      </w:r>
    </w:p>
    <w:p w:rsidR="007B2329" w:rsidRDefault="007B2329" w:rsidP="007B2329">
      <w:r>
        <w:t>168.4672</w:t>
      </w:r>
      <w:r>
        <w:tab/>
        <w:t>1.013e0</w:t>
      </w:r>
    </w:p>
    <w:p w:rsidR="007B2329" w:rsidRDefault="007B2329" w:rsidP="007B2329">
      <w:r>
        <w:t>168.4847</w:t>
      </w:r>
      <w:r>
        <w:tab/>
        <w:t>1.013e0</w:t>
      </w:r>
    </w:p>
    <w:p w:rsidR="007B2329" w:rsidRDefault="007B2329" w:rsidP="007B2329">
      <w:r>
        <w:t>168.4899</w:t>
      </w:r>
      <w:r>
        <w:tab/>
        <w:t>2.025e0</w:t>
      </w:r>
    </w:p>
    <w:p w:rsidR="007B2329" w:rsidRDefault="007B2329" w:rsidP="007B2329">
      <w:r>
        <w:t>168.4952</w:t>
      </w:r>
      <w:r>
        <w:tab/>
        <w:t>1.013e0</w:t>
      </w:r>
    </w:p>
    <w:p w:rsidR="007B2329" w:rsidRDefault="007B2329" w:rsidP="007B2329">
      <w:r>
        <w:t>168.5022</w:t>
      </w:r>
      <w:r>
        <w:tab/>
        <w:t>1.013e0</w:t>
      </w:r>
    </w:p>
    <w:p w:rsidR="007B2329" w:rsidRDefault="007B2329" w:rsidP="007B2329">
      <w:r>
        <w:t>168.5038</w:t>
      </w:r>
      <w:r>
        <w:tab/>
        <w:t>1.025e0</w:t>
      </w:r>
    </w:p>
    <w:p w:rsidR="007B2329" w:rsidRDefault="007B2329" w:rsidP="007B2329">
      <w:r>
        <w:t>168.5121</w:t>
      </w:r>
      <w:r>
        <w:tab/>
        <w:t>2.025e0</w:t>
      </w:r>
    </w:p>
    <w:p w:rsidR="007B2329" w:rsidRDefault="007B2329" w:rsidP="007B2329">
      <w:r>
        <w:t>168.5188</w:t>
      </w:r>
      <w:r>
        <w:tab/>
        <w:t>1.013e0</w:t>
      </w:r>
    </w:p>
    <w:p w:rsidR="007B2329" w:rsidRDefault="007B2329" w:rsidP="007B2329">
      <w:r>
        <w:t>168.5235</w:t>
      </w:r>
      <w:r>
        <w:tab/>
        <w:t>2.025e0</w:t>
      </w:r>
    </w:p>
    <w:p w:rsidR="007B2329" w:rsidRDefault="007B2329" w:rsidP="007B2329">
      <w:r>
        <w:lastRenderedPageBreak/>
        <w:t>168.5255</w:t>
      </w:r>
      <w:r>
        <w:tab/>
        <w:t>1.266e-2</w:t>
      </w:r>
    </w:p>
    <w:p w:rsidR="007B2329" w:rsidRDefault="007B2329" w:rsidP="007B2329">
      <w:r>
        <w:t>168.5323</w:t>
      </w:r>
      <w:r>
        <w:tab/>
        <w:t>1.013e0</w:t>
      </w:r>
    </w:p>
    <w:p w:rsidR="007B2329" w:rsidRDefault="007B2329" w:rsidP="007B2329">
      <w:r>
        <w:t>168.5394</w:t>
      </w:r>
      <w:r>
        <w:tab/>
        <w:t>2.025e0</w:t>
      </w:r>
    </w:p>
    <w:p w:rsidR="007B2329" w:rsidRDefault="007B2329" w:rsidP="007B2329">
      <w:r>
        <w:t>168.5429</w:t>
      </w:r>
      <w:r>
        <w:tab/>
        <w:t>3.038e0</w:t>
      </w:r>
    </w:p>
    <w:p w:rsidR="007B2329" w:rsidRDefault="007B2329" w:rsidP="007B2329">
      <w:r>
        <w:t>168.5480</w:t>
      </w:r>
      <w:r>
        <w:tab/>
        <w:t>3.798e-2</w:t>
      </w:r>
    </w:p>
    <w:p w:rsidR="007B2329" w:rsidRDefault="007B2329" w:rsidP="007B2329">
      <w:r>
        <w:t>168.5534</w:t>
      </w:r>
      <w:r>
        <w:tab/>
        <w:t>2.025e0</w:t>
      </w:r>
    </w:p>
    <w:p w:rsidR="007B2329" w:rsidRDefault="007B2329" w:rsidP="007B2329">
      <w:r>
        <w:t>168.5661</w:t>
      </w:r>
      <w:r>
        <w:tab/>
        <w:t>3.038e0</w:t>
      </w:r>
    </w:p>
    <w:p w:rsidR="007B2329" w:rsidRDefault="007B2329" w:rsidP="007B2329">
      <w:r>
        <w:t>168.5743</w:t>
      </w:r>
      <w:r>
        <w:tab/>
        <w:t>4.051e0</w:t>
      </w:r>
    </w:p>
    <w:p w:rsidR="007B2329" w:rsidRDefault="007B2329" w:rsidP="007B2329">
      <w:r>
        <w:t>168.5848</w:t>
      </w:r>
      <w:r>
        <w:tab/>
        <w:t>1.013e0</w:t>
      </w:r>
    </w:p>
    <w:p w:rsidR="007B2329" w:rsidRDefault="007B2329" w:rsidP="007B2329">
      <w:r>
        <w:t>168.5935</w:t>
      </w:r>
      <w:r>
        <w:tab/>
        <w:t>1.025e0</w:t>
      </w:r>
    </w:p>
    <w:p w:rsidR="007B2329" w:rsidRDefault="007B2329" w:rsidP="007B2329">
      <w:r>
        <w:t>168.6003</w:t>
      </w:r>
      <w:r>
        <w:tab/>
        <w:t>2.025e0</w:t>
      </w:r>
    </w:p>
    <w:p w:rsidR="007B2329" w:rsidRDefault="007B2329" w:rsidP="007B2329">
      <w:r>
        <w:t>168.6119</w:t>
      </w:r>
      <w:r>
        <w:tab/>
        <w:t>2.025e0</w:t>
      </w:r>
    </w:p>
    <w:p w:rsidR="007B2329" w:rsidRDefault="007B2329" w:rsidP="007B2329">
      <w:r>
        <w:t>168.6154</w:t>
      </w:r>
      <w:r>
        <w:tab/>
        <w:t>1.013e0</w:t>
      </w:r>
    </w:p>
    <w:p w:rsidR="007B2329" w:rsidRDefault="007B2329" w:rsidP="007B2329">
      <w:r>
        <w:t>168.6255</w:t>
      </w:r>
      <w:r>
        <w:tab/>
        <w:t>1.013e0</w:t>
      </w:r>
    </w:p>
    <w:p w:rsidR="007B2329" w:rsidRDefault="007B2329" w:rsidP="007B2329">
      <w:r>
        <w:t>168.6290</w:t>
      </w:r>
      <w:r>
        <w:tab/>
        <w:t>1.013e0</w:t>
      </w:r>
    </w:p>
    <w:p w:rsidR="007B2329" w:rsidRDefault="007B2329" w:rsidP="007B2329">
      <w:r>
        <w:t>168.6343</w:t>
      </w:r>
      <w:r>
        <w:tab/>
        <w:t>2.025e0</w:t>
      </w:r>
    </w:p>
    <w:p w:rsidR="007B2329" w:rsidRDefault="007B2329" w:rsidP="007B2329">
      <w:r>
        <w:t>168.6360</w:t>
      </w:r>
      <w:r>
        <w:tab/>
        <w:t>3.038e0</w:t>
      </w:r>
    </w:p>
    <w:p w:rsidR="007B2329" w:rsidRDefault="007B2329" w:rsidP="007B2329">
      <w:r>
        <w:t>168.6396</w:t>
      </w:r>
      <w:r>
        <w:tab/>
        <w:t>1.013e0</w:t>
      </w:r>
    </w:p>
    <w:p w:rsidR="007B2329" w:rsidRDefault="007B2329" w:rsidP="007B2329">
      <w:r>
        <w:t>168.6501</w:t>
      </w:r>
      <w:r>
        <w:tab/>
        <w:t>2.025e0</w:t>
      </w:r>
    </w:p>
    <w:p w:rsidR="007B2329" w:rsidRDefault="007B2329" w:rsidP="007B2329">
      <w:r>
        <w:lastRenderedPageBreak/>
        <w:t>168.6675</w:t>
      </w:r>
      <w:r>
        <w:tab/>
        <w:t>2.025e0</w:t>
      </w:r>
    </w:p>
    <w:p w:rsidR="007B2329" w:rsidRDefault="007B2329" w:rsidP="007B2329">
      <w:r>
        <w:t>168.6709</w:t>
      </w:r>
      <w:r>
        <w:tab/>
        <w:t>1.013e0</w:t>
      </w:r>
    </w:p>
    <w:p w:rsidR="007B2329" w:rsidRDefault="007B2329" w:rsidP="007B2329">
      <w:r>
        <w:t>168.6920</w:t>
      </w:r>
      <w:r>
        <w:tab/>
        <w:t>1.013e0</w:t>
      </w:r>
    </w:p>
    <w:p w:rsidR="007B2329" w:rsidRDefault="007B2329" w:rsidP="007B2329">
      <w:r>
        <w:t>168.7019</w:t>
      </w:r>
      <w:r>
        <w:tab/>
        <w:t>2.025e0</w:t>
      </w:r>
    </w:p>
    <w:p w:rsidR="007B2329" w:rsidRDefault="007B2329" w:rsidP="007B2329">
      <w:r>
        <w:t>168.7119</w:t>
      </w:r>
      <w:r>
        <w:tab/>
        <w:t>1.013e0</w:t>
      </w:r>
    </w:p>
    <w:p w:rsidR="007B2329" w:rsidRDefault="007B2329" w:rsidP="007B2329">
      <w:r>
        <w:t>168.7153</w:t>
      </w:r>
      <w:r>
        <w:tab/>
        <w:t>1.013e0</w:t>
      </w:r>
    </w:p>
    <w:p w:rsidR="007B2329" w:rsidRDefault="007B2329" w:rsidP="007B2329">
      <w:r>
        <w:t>168.7292</w:t>
      </w:r>
      <w:r>
        <w:tab/>
        <w:t>2.025e0</w:t>
      </w:r>
    </w:p>
    <w:p w:rsidR="007B2329" w:rsidRDefault="007B2329" w:rsidP="007B2329">
      <w:r>
        <w:t>168.7363</w:t>
      </w:r>
      <w:r>
        <w:tab/>
        <w:t>1.013e0</w:t>
      </w:r>
    </w:p>
    <w:p w:rsidR="007B2329" w:rsidRDefault="007B2329" w:rsidP="007B2329">
      <w:r>
        <w:t>168.7397</w:t>
      </w:r>
      <w:r>
        <w:tab/>
        <w:t>1.013e0</w:t>
      </w:r>
    </w:p>
    <w:p w:rsidR="007B2329" w:rsidRDefault="007B2329" w:rsidP="007B2329">
      <w:r>
        <w:t>168.7433</w:t>
      </w:r>
      <w:r>
        <w:tab/>
        <w:t>1.266e-2</w:t>
      </w:r>
    </w:p>
    <w:p w:rsidR="007B2329" w:rsidRDefault="007B2329" w:rsidP="007B2329">
      <w:r>
        <w:t>168.7537</w:t>
      </w:r>
      <w:r>
        <w:tab/>
        <w:t>1.013e0</w:t>
      </w:r>
    </w:p>
    <w:p w:rsidR="007B2329" w:rsidRDefault="007B2329" w:rsidP="007B2329">
      <w:r>
        <w:t>168.7642</w:t>
      </w:r>
      <w:r>
        <w:tab/>
        <w:t>1.013e0</w:t>
      </w:r>
    </w:p>
    <w:p w:rsidR="007B2329" w:rsidRDefault="007B2329" w:rsidP="007B2329">
      <w:r>
        <w:t>168.7852</w:t>
      </w:r>
      <w:r>
        <w:tab/>
        <w:t>2.025e0</w:t>
      </w:r>
    </w:p>
    <w:p w:rsidR="007B2329" w:rsidRDefault="007B2329" w:rsidP="007B2329">
      <w:r>
        <w:t>168.7919</w:t>
      </w:r>
      <w:r>
        <w:tab/>
        <w:t>1.013e0</w:t>
      </w:r>
    </w:p>
    <w:p w:rsidR="007B2329" w:rsidRDefault="007B2329" w:rsidP="007B2329">
      <w:r>
        <w:t>168.8018</w:t>
      </w:r>
      <w:r>
        <w:tab/>
        <w:t>3.038e0</w:t>
      </w:r>
    </w:p>
    <w:p w:rsidR="007B2329" w:rsidRDefault="007B2329" w:rsidP="007B2329">
      <w:r>
        <w:t>168.8154</w:t>
      </w:r>
      <w:r>
        <w:tab/>
        <w:t>1.013e0</w:t>
      </w:r>
    </w:p>
    <w:p w:rsidR="007B2329" w:rsidRDefault="007B2329" w:rsidP="007B2329">
      <w:r>
        <w:t>168.8241</w:t>
      </w:r>
      <w:r>
        <w:tab/>
        <w:t>2.025e0</w:t>
      </w:r>
    </w:p>
    <w:p w:rsidR="007B2329" w:rsidRDefault="007B2329" w:rsidP="007B2329">
      <w:r>
        <w:t>168.8259</w:t>
      </w:r>
      <w:r>
        <w:tab/>
        <w:t>5.063e0</w:t>
      </w:r>
    </w:p>
    <w:p w:rsidR="007B2329" w:rsidRDefault="007B2329" w:rsidP="007B2329">
      <w:r>
        <w:t>168.8400</w:t>
      </w:r>
      <w:r>
        <w:tab/>
        <w:t>1.266e-2</w:t>
      </w:r>
    </w:p>
    <w:p w:rsidR="007B2329" w:rsidRDefault="007B2329" w:rsidP="007B2329">
      <w:r>
        <w:lastRenderedPageBreak/>
        <w:t>168.8434</w:t>
      </w:r>
      <w:r>
        <w:tab/>
        <w:t>1.013e0</w:t>
      </w:r>
    </w:p>
    <w:p w:rsidR="007B2329" w:rsidRDefault="007B2329" w:rsidP="007B2329">
      <w:r>
        <w:t>168.8504</w:t>
      </w:r>
      <w:r>
        <w:tab/>
        <w:t>1.025e0</w:t>
      </w:r>
    </w:p>
    <w:p w:rsidR="007B2329" w:rsidRDefault="007B2329" w:rsidP="007B2329">
      <w:r>
        <w:t>168.8644</w:t>
      </w:r>
      <w:r>
        <w:tab/>
        <w:t>1.013e0</w:t>
      </w:r>
    </w:p>
    <w:p w:rsidR="007B2329" w:rsidRDefault="007B2329" w:rsidP="007B2329">
      <w:r>
        <w:t>168.8679</w:t>
      </w:r>
      <w:r>
        <w:tab/>
        <w:t>2.025e0</w:t>
      </w:r>
    </w:p>
    <w:p w:rsidR="007B2329" w:rsidRDefault="007B2329" w:rsidP="007B2329">
      <w:r>
        <w:t>168.8785</w:t>
      </w:r>
      <w:r>
        <w:tab/>
        <w:t>1.266e-2</w:t>
      </w:r>
    </w:p>
    <w:p w:rsidR="007B2329" w:rsidRDefault="007B2329" w:rsidP="007B2329">
      <w:r>
        <w:t>168.8953</w:t>
      </w:r>
      <w:r>
        <w:tab/>
        <w:t>2.025e0</w:t>
      </w:r>
    </w:p>
    <w:p w:rsidR="007B2329" w:rsidRDefault="007B2329" w:rsidP="007B2329">
      <w:r>
        <w:t>168.9019</w:t>
      </w:r>
      <w:r>
        <w:tab/>
        <w:t>3.038e0</w:t>
      </w:r>
    </w:p>
    <w:p w:rsidR="007B2329" w:rsidRDefault="007B2329" w:rsidP="007B2329">
      <w:r>
        <w:t>168.9104</w:t>
      </w:r>
      <w:r>
        <w:tab/>
        <w:t>2.025e0</w:t>
      </w:r>
    </w:p>
    <w:p w:rsidR="007B2329" w:rsidRDefault="007B2329" w:rsidP="007B2329">
      <w:r>
        <w:t>168.9226</w:t>
      </w:r>
      <w:r>
        <w:tab/>
        <w:t>1.013e0</w:t>
      </w:r>
    </w:p>
    <w:p w:rsidR="007B2329" w:rsidRDefault="007B2329" w:rsidP="007B2329">
      <w:r>
        <w:t>168.9279</w:t>
      </w:r>
      <w:r>
        <w:tab/>
        <w:t>2.025e0</w:t>
      </w:r>
    </w:p>
    <w:p w:rsidR="007B2329" w:rsidRDefault="007B2329" w:rsidP="007B2329">
      <w:r>
        <w:t>168.9453</w:t>
      </w:r>
      <w:r>
        <w:tab/>
        <w:t>1.025e0</w:t>
      </w:r>
    </w:p>
    <w:p w:rsidR="007B2329" w:rsidRDefault="007B2329" w:rsidP="007B2329">
      <w:r>
        <w:t>168.9576</w:t>
      </w:r>
      <w:r>
        <w:tab/>
        <w:t>1.013e0</w:t>
      </w:r>
    </w:p>
    <w:p w:rsidR="007B2329" w:rsidRDefault="007B2329" w:rsidP="007B2329">
      <w:r>
        <w:t>168.9646</w:t>
      </w:r>
      <w:r>
        <w:tab/>
        <w:t>1.013e0</w:t>
      </w:r>
    </w:p>
    <w:p w:rsidR="007B2329" w:rsidRDefault="007B2329" w:rsidP="007B2329">
      <w:r>
        <w:t>168.9717</w:t>
      </w:r>
      <w:r>
        <w:tab/>
        <w:t>1.013e0</w:t>
      </w:r>
    </w:p>
    <w:p w:rsidR="007B2329" w:rsidRDefault="007B2329" w:rsidP="007B2329">
      <w:r>
        <w:t>168.9752</w:t>
      </w:r>
      <w:r>
        <w:tab/>
        <w:t>1.013e0</w:t>
      </w:r>
    </w:p>
    <w:p w:rsidR="007B2329" w:rsidRDefault="007B2329" w:rsidP="007B2329">
      <w:r>
        <w:t>168.9788</w:t>
      </w:r>
      <w:r>
        <w:tab/>
        <w:t>1.025e0</w:t>
      </w:r>
    </w:p>
    <w:p w:rsidR="007B2329" w:rsidRDefault="007B2329" w:rsidP="007B2329">
      <w:r>
        <w:t>168.9819</w:t>
      </w:r>
      <w:r>
        <w:tab/>
        <w:t>1.013e0</w:t>
      </w:r>
    </w:p>
    <w:p w:rsidR="007B2329" w:rsidRDefault="007B2329" w:rsidP="007B2329">
      <w:r>
        <w:t>168.9853</w:t>
      </w:r>
      <w:r>
        <w:tab/>
        <w:t>1.013e0</w:t>
      </w:r>
    </w:p>
    <w:p w:rsidR="007B2329" w:rsidRDefault="007B2329" w:rsidP="007B2329">
      <w:r>
        <w:t>169.0001</w:t>
      </w:r>
      <w:r>
        <w:tab/>
        <w:t>4.051e0</w:t>
      </w:r>
    </w:p>
    <w:p w:rsidR="007B2329" w:rsidRDefault="007B2329" w:rsidP="007B2329">
      <w:r>
        <w:lastRenderedPageBreak/>
        <w:t>169.0106</w:t>
      </w:r>
      <w:r>
        <w:tab/>
        <w:t>2.025e0</w:t>
      </w:r>
    </w:p>
    <w:p w:rsidR="007B2329" w:rsidRDefault="007B2329" w:rsidP="007B2329">
      <w:r>
        <w:t>169.0123</w:t>
      </w:r>
      <w:r>
        <w:tab/>
        <w:t>2.025e0</w:t>
      </w:r>
    </w:p>
    <w:p w:rsidR="007B2329" w:rsidRDefault="007B2329" w:rsidP="007B2329">
      <w:r>
        <w:t>169.0158</w:t>
      </w:r>
      <w:r>
        <w:tab/>
        <w:t>1.013e0</w:t>
      </w:r>
    </w:p>
    <w:p w:rsidR="007B2329" w:rsidRDefault="007B2329" w:rsidP="007B2329">
      <w:r>
        <w:t>169.0299</w:t>
      </w:r>
      <w:r>
        <w:tab/>
        <w:t>1.013e0</w:t>
      </w:r>
    </w:p>
    <w:p w:rsidR="007B2329" w:rsidRDefault="007B2329" w:rsidP="007B2329">
      <w:r>
        <w:t>169.0404</w:t>
      </w:r>
      <w:r>
        <w:tab/>
        <w:t>1.013e0</w:t>
      </w:r>
    </w:p>
    <w:p w:rsidR="007B2329" w:rsidRDefault="007B2329" w:rsidP="007B2329">
      <w:r>
        <w:t>169.0438</w:t>
      </w:r>
      <w:r>
        <w:tab/>
        <w:t>2.025e0</w:t>
      </w:r>
    </w:p>
    <w:p w:rsidR="007B2329" w:rsidRDefault="007B2329" w:rsidP="007B2329">
      <w:r>
        <w:t>169.0473</w:t>
      </w:r>
      <w:r>
        <w:tab/>
        <w:t>1.013e0</w:t>
      </w:r>
    </w:p>
    <w:p w:rsidR="007B2329" w:rsidRDefault="007B2329" w:rsidP="007B2329">
      <w:r>
        <w:t>169.0613</w:t>
      </w:r>
      <w:r>
        <w:tab/>
        <w:t>3.038e0</w:t>
      </w:r>
    </w:p>
    <w:p w:rsidR="007B2329" w:rsidRDefault="007B2329" w:rsidP="007B2329">
      <w:r>
        <w:t>169.0685</w:t>
      </w:r>
      <w:r>
        <w:tab/>
        <w:t>1.013e0</w:t>
      </w:r>
    </w:p>
    <w:p w:rsidR="007B2329" w:rsidRDefault="007B2329" w:rsidP="007B2329">
      <w:r>
        <w:t>169.0702</w:t>
      </w:r>
      <w:r>
        <w:tab/>
        <w:t>1.025e0</w:t>
      </w:r>
    </w:p>
    <w:p w:rsidR="007B2329" w:rsidRDefault="007B2329" w:rsidP="007B2329">
      <w:r>
        <w:t>169.0719</w:t>
      </w:r>
      <w:r>
        <w:tab/>
        <w:t>1.013e0</w:t>
      </w:r>
    </w:p>
    <w:p w:rsidR="007B2329" w:rsidRDefault="007B2329" w:rsidP="007B2329">
      <w:r>
        <w:t>169.0755</w:t>
      </w:r>
      <w:r>
        <w:tab/>
        <w:t>2.025e0</w:t>
      </w:r>
    </w:p>
    <w:p w:rsidR="007B2329" w:rsidRDefault="007B2329" w:rsidP="007B2329">
      <w:r>
        <w:t>169.0824</w:t>
      </w:r>
      <w:r>
        <w:tab/>
        <w:t>2.038e0</w:t>
      </w:r>
    </w:p>
    <w:p w:rsidR="007B2329" w:rsidRDefault="007B2329" w:rsidP="007B2329">
      <w:r>
        <w:t>169.0887</w:t>
      </w:r>
      <w:r>
        <w:tab/>
        <w:t>3.038e0</w:t>
      </w:r>
    </w:p>
    <w:p w:rsidR="007B2329" w:rsidRDefault="007B2329" w:rsidP="007B2329">
      <w:r>
        <w:t>169.0917</w:t>
      </w:r>
      <w:r>
        <w:tab/>
        <w:t>8.952e0</w:t>
      </w:r>
    </w:p>
    <w:p w:rsidR="007B2329" w:rsidRDefault="007B2329" w:rsidP="007B2329">
      <w:r>
        <w:t>169.1144</w:t>
      </w:r>
      <w:r>
        <w:tab/>
        <w:t>2.025e0</w:t>
      </w:r>
    </w:p>
    <w:p w:rsidR="007B2329" w:rsidRDefault="007B2329" w:rsidP="007B2329">
      <w:r>
        <w:t>169.1214</w:t>
      </w:r>
      <w:r>
        <w:tab/>
        <w:t>2.025e0</w:t>
      </w:r>
    </w:p>
    <w:p w:rsidR="007B2329" w:rsidRDefault="007B2329" w:rsidP="007B2329">
      <w:r>
        <w:t>169.1275</w:t>
      </w:r>
      <w:r>
        <w:tab/>
        <w:t>7.390e0</w:t>
      </w:r>
    </w:p>
    <w:p w:rsidR="007B2329" w:rsidRDefault="007B2329" w:rsidP="007B2329">
      <w:r>
        <w:t>169.1301</w:t>
      </w:r>
      <w:r>
        <w:tab/>
        <w:t>1.013e0</w:t>
      </w:r>
    </w:p>
    <w:p w:rsidR="007B2329" w:rsidRDefault="007B2329" w:rsidP="007B2329">
      <w:r>
        <w:lastRenderedPageBreak/>
        <w:t>169.1511</w:t>
      </w:r>
      <w:r>
        <w:tab/>
        <w:t>1.013e0</w:t>
      </w:r>
    </w:p>
    <w:p w:rsidR="007B2329" w:rsidRDefault="007B2329" w:rsidP="007B2329">
      <w:r>
        <w:t>169.1546</w:t>
      </w:r>
      <w:r>
        <w:tab/>
        <w:t>1.013e0</w:t>
      </w:r>
    </w:p>
    <w:p w:rsidR="007B2329" w:rsidRDefault="007B2329" w:rsidP="007B2329">
      <w:r>
        <w:t>169.1563</w:t>
      </w:r>
      <w:r>
        <w:tab/>
        <w:t>2.025e0</w:t>
      </w:r>
    </w:p>
    <w:p w:rsidR="007B2329" w:rsidRDefault="007B2329" w:rsidP="007B2329">
      <w:r>
        <w:t>169.1591</w:t>
      </w:r>
      <w:r>
        <w:tab/>
        <w:t>3.038e0</w:t>
      </w:r>
    </w:p>
    <w:p w:rsidR="007B2329" w:rsidRDefault="007B2329" w:rsidP="007B2329">
      <w:r>
        <w:t>169.1651</w:t>
      </w:r>
      <w:r>
        <w:tab/>
        <w:t>1.013e0</w:t>
      </w:r>
    </w:p>
    <w:p w:rsidR="007B2329" w:rsidRDefault="007B2329" w:rsidP="007B2329">
      <w:r>
        <w:t>169.1722</w:t>
      </w:r>
      <w:r>
        <w:tab/>
        <w:t>1.013e0</w:t>
      </w:r>
    </w:p>
    <w:p w:rsidR="007B2329" w:rsidRDefault="007B2329" w:rsidP="007B2329">
      <w:r>
        <w:t>169.1737</w:t>
      </w:r>
      <w:r>
        <w:tab/>
        <w:t>2.025e0</w:t>
      </w:r>
    </w:p>
    <w:p w:rsidR="007B2329" w:rsidRDefault="007B2329" w:rsidP="007B2329">
      <w:r>
        <w:t>169.1788</w:t>
      </w:r>
      <w:r>
        <w:tab/>
        <w:t>1.013e0</w:t>
      </w:r>
    </w:p>
    <w:p w:rsidR="007B2329" w:rsidRDefault="007B2329" w:rsidP="007B2329">
      <w:r>
        <w:t>169.1855</w:t>
      </w:r>
      <w:r>
        <w:tab/>
        <w:t>4.051e0</w:t>
      </w:r>
    </w:p>
    <w:p w:rsidR="007B2329" w:rsidRDefault="007B2329" w:rsidP="007B2329">
      <w:r>
        <w:t>169.1922</w:t>
      </w:r>
      <w:r>
        <w:tab/>
        <w:t>1.013e0</w:t>
      </w:r>
    </w:p>
    <w:p w:rsidR="007B2329" w:rsidRDefault="007B2329" w:rsidP="007B2329">
      <w:r>
        <w:t>169.2059</w:t>
      </w:r>
      <w:r>
        <w:tab/>
        <w:t>1.013e0</w:t>
      </w:r>
    </w:p>
    <w:p w:rsidR="007B2329" w:rsidRDefault="007B2329" w:rsidP="007B2329">
      <w:r>
        <w:t>169.2094</w:t>
      </w:r>
      <w:r>
        <w:tab/>
        <w:t>1.013e0</w:t>
      </w:r>
    </w:p>
    <w:p w:rsidR="007B2329" w:rsidRDefault="007B2329" w:rsidP="007B2329">
      <w:r>
        <w:t>169.2234</w:t>
      </w:r>
      <w:r>
        <w:tab/>
        <w:t>1.025e0</w:t>
      </w:r>
    </w:p>
    <w:p w:rsidR="007B2329" w:rsidRDefault="007B2329" w:rsidP="007B2329">
      <w:r>
        <w:t>169.2269</w:t>
      </w:r>
      <w:r>
        <w:tab/>
        <w:t>2.025e0</w:t>
      </w:r>
    </w:p>
    <w:p w:rsidR="007B2329" w:rsidRDefault="007B2329" w:rsidP="007B2329">
      <w:r>
        <w:t>169.2391</w:t>
      </w:r>
      <w:r>
        <w:tab/>
        <w:t>2.532e-2</w:t>
      </w:r>
    </w:p>
    <w:p w:rsidR="007B2329" w:rsidRDefault="007B2329" w:rsidP="007B2329">
      <w:r>
        <w:t>169.2409</w:t>
      </w:r>
      <w:r>
        <w:tab/>
        <w:t>1.013e0</w:t>
      </w:r>
    </w:p>
    <w:p w:rsidR="007B2329" w:rsidRDefault="007B2329" w:rsidP="007B2329">
      <w:r>
        <w:t>169.2444</w:t>
      </w:r>
      <w:r>
        <w:tab/>
        <w:t>2.025e0</w:t>
      </w:r>
    </w:p>
    <w:p w:rsidR="007B2329" w:rsidRDefault="007B2329" w:rsidP="007B2329">
      <w:r>
        <w:t>169.2549</w:t>
      </w:r>
      <w:r>
        <w:tab/>
        <w:t>1.013e0</w:t>
      </w:r>
    </w:p>
    <w:p w:rsidR="007B2329" w:rsidRDefault="007B2329" w:rsidP="007B2329">
      <w:r>
        <w:t>169.2655</w:t>
      </w:r>
      <w:r>
        <w:tab/>
        <w:t>1.025e0</w:t>
      </w:r>
    </w:p>
    <w:p w:rsidR="007B2329" w:rsidRDefault="007B2329" w:rsidP="007B2329">
      <w:r>
        <w:lastRenderedPageBreak/>
        <w:t>169.2724</w:t>
      </w:r>
      <w:r>
        <w:tab/>
        <w:t>1.013e0</w:t>
      </w:r>
    </w:p>
    <w:p w:rsidR="007B2329" w:rsidRDefault="007B2329" w:rsidP="007B2329">
      <w:r>
        <w:t>169.2790</w:t>
      </w:r>
      <w:r>
        <w:tab/>
        <w:t>1.266e-2</w:t>
      </w:r>
    </w:p>
    <w:p w:rsidR="007B2329" w:rsidRDefault="007B2329" w:rsidP="007B2329">
      <w:r>
        <w:t>169.2823</w:t>
      </w:r>
      <w:r>
        <w:tab/>
        <w:t>1.013e0</w:t>
      </w:r>
    </w:p>
    <w:p w:rsidR="007B2329" w:rsidRDefault="007B2329" w:rsidP="007B2329">
      <w:r>
        <w:t>169.2890</w:t>
      </w:r>
      <w:r>
        <w:tab/>
        <w:t>1.013e0</w:t>
      </w:r>
    </w:p>
    <w:p w:rsidR="007B2329" w:rsidRDefault="007B2329" w:rsidP="007B2329">
      <w:r>
        <w:t>169.2924</w:t>
      </w:r>
      <w:r>
        <w:tab/>
        <w:t>1.013e0</w:t>
      </w:r>
    </w:p>
    <w:p w:rsidR="007B2329" w:rsidRDefault="007B2329" w:rsidP="007B2329">
      <w:r>
        <w:t>169.2957</w:t>
      </w:r>
      <w:r>
        <w:tab/>
        <w:t>1.013e0</w:t>
      </w:r>
    </w:p>
    <w:p w:rsidR="007B2329" w:rsidRDefault="007B2329" w:rsidP="007B2329">
      <w:r>
        <w:t>169.3062</w:t>
      </w:r>
      <w:r>
        <w:tab/>
        <w:t>1.013e0</w:t>
      </w:r>
    </w:p>
    <w:p w:rsidR="007B2329" w:rsidRDefault="007B2329" w:rsidP="007B2329">
      <w:r>
        <w:t>169.3097</w:t>
      </w:r>
      <w:r>
        <w:tab/>
        <w:t>4.051e0</w:t>
      </w:r>
    </w:p>
    <w:p w:rsidR="007B2329" w:rsidRDefault="007B2329" w:rsidP="007B2329">
      <w:r>
        <w:t>169.3237</w:t>
      </w:r>
      <w:r>
        <w:tab/>
        <w:t>1.013e0</w:t>
      </w:r>
    </w:p>
    <w:p w:rsidR="007B2329" w:rsidRDefault="007B2329" w:rsidP="007B2329">
      <w:r>
        <w:t>169.3342</w:t>
      </w:r>
      <w:r>
        <w:tab/>
        <w:t>1.013e0</w:t>
      </w:r>
    </w:p>
    <w:p w:rsidR="007B2329" w:rsidRDefault="007B2329" w:rsidP="007B2329">
      <w:r>
        <w:t>169.3377</w:t>
      </w:r>
      <w:r>
        <w:tab/>
        <w:t>1.013e0</w:t>
      </w:r>
    </w:p>
    <w:p w:rsidR="007B2329" w:rsidRDefault="007B2329" w:rsidP="007B2329">
      <w:r>
        <w:t>169.3447</w:t>
      </w:r>
      <w:r>
        <w:tab/>
        <w:t>1.013e0</w:t>
      </w:r>
    </w:p>
    <w:p w:rsidR="007B2329" w:rsidRDefault="007B2329" w:rsidP="007B2329">
      <w:r>
        <w:t>169.3517</w:t>
      </w:r>
      <w:r>
        <w:tab/>
        <w:t>1.013e0</w:t>
      </w:r>
    </w:p>
    <w:p w:rsidR="007B2329" w:rsidRDefault="007B2329" w:rsidP="007B2329">
      <w:r>
        <w:t>169.3658</w:t>
      </w:r>
      <w:r>
        <w:tab/>
        <w:t>1.013e0</w:t>
      </w:r>
    </w:p>
    <w:p w:rsidR="007B2329" w:rsidRDefault="007B2329" w:rsidP="007B2329">
      <w:r>
        <w:t>169.3692</w:t>
      </w:r>
      <w:r>
        <w:tab/>
        <w:t>1.013e0</w:t>
      </w:r>
    </w:p>
    <w:p w:rsidR="007B2329" w:rsidRDefault="007B2329" w:rsidP="007B2329">
      <w:r>
        <w:t>169.3708</w:t>
      </w:r>
      <w:r>
        <w:tab/>
        <w:t>3.038e0</w:t>
      </w:r>
    </w:p>
    <w:p w:rsidR="007B2329" w:rsidRDefault="007B2329" w:rsidP="007B2329">
      <w:r>
        <w:t>169.3759</w:t>
      </w:r>
      <w:r>
        <w:tab/>
        <w:t>1.266e-2</w:t>
      </w:r>
    </w:p>
    <w:p w:rsidR="007B2329" w:rsidRDefault="007B2329" w:rsidP="007B2329">
      <w:r>
        <w:t>169.3994</w:t>
      </w:r>
      <w:r>
        <w:tab/>
        <w:t>2.025e0</w:t>
      </w:r>
    </w:p>
    <w:p w:rsidR="007B2329" w:rsidRDefault="007B2329" w:rsidP="007B2329">
      <w:r>
        <w:t>169.4011</w:t>
      </w:r>
      <w:r>
        <w:tab/>
        <w:t>2.025e0</w:t>
      </w:r>
    </w:p>
    <w:p w:rsidR="007B2329" w:rsidRDefault="007B2329" w:rsidP="007B2329">
      <w:r>
        <w:lastRenderedPageBreak/>
        <w:t>169.4030</w:t>
      </w:r>
      <w:r>
        <w:tab/>
        <w:t>2.025e0</w:t>
      </w:r>
    </w:p>
    <w:p w:rsidR="007B2329" w:rsidRDefault="007B2329" w:rsidP="007B2329">
      <w:r>
        <w:t>169.4065</w:t>
      </w:r>
      <w:r>
        <w:tab/>
        <w:t>1.013e0</w:t>
      </w:r>
    </w:p>
    <w:p w:rsidR="007B2329" w:rsidRDefault="007B2329" w:rsidP="007B2329">
      <w:r>
        <w:t>169.4135</w:t>
      </w:r>
      <w:r>
        <w:tab/>
        <w:t>2.025e0</w:t>
      </w:r>
    </w:p>
    <w:p w:rsidR="007B2329" w:rsidRDefault="007B2329" w:rsidP="007B2329">
      <w:r>
        <w:t>169.4275</w:t>
      </w:r>
      <w:r>
        <w:tab/>
        <w:t>1.013e0</w:t>
      </w:r>
    </w:p>
    <w:p w:rsidR="007B2329" w:rsidRDefault="007B2329" w:rsidP="007B2329">
      <w:r>
        <w:t>169.4380</w:t>
      </w:r>
      <w:r>
        <w:tab/>
        <w:t>1.013e0</w:t>
      </w:r>
    </w:p>
    <w:p w:rsidR="007B2329" w:rsidRDefault="007B2329" w:rsidP="007B2329">
      <w:r>
        <w:t>169.4415</w:t>
      </w:r>
      <w:r>
        <w:tab/>
        <w:t>2.025e0</w:t>
      </w:r>
    </w:p>
    <w:p w:rsidR="007B2329" w:rsidRDefault="007B2329" w:rsidP="007B2329">
      <w:r>
        <w:t>169.4720</w:t>
      </w:r>
      <w:r>
        <w:tab/>
        <w:t>3.038e0</w:t>
      </w:r>
    </w:p>
    <w:p w:rsidR="007B2329" w:rsidRDefault="007B2329" w:rsidP="007B2329">
      <w:r>
        <w:t>169.4828</w:t>
      </w:r>
      <w:r>
        <w:tab/>
        <w:t>3.038e0</w:t>
      </w:r>
    </w:p>
    <w:p w:rsidR="007B2329" w:rsidRDefault="007B2329" w:rsidP="007B2329">
      <w:r>
        <w:t>169.4863</w:t>
      </w:r>
      <w:r>
        <w:tab/>
        <w:t>1.266e-2</w:t>
      </w:r>
    </w:p>
    <w:p w:rsidR="007B2329" w:rsidRDefault="007B2329" w:rsidP="007B2329">
      <w:r>
        <w:t>169.4896</w:t>
      </w:r>
      <w:r>
        <w:tab/>
        <w:t>1.013e0</w:t>
      </w:r>
    </w:p>
    <w:p w:rsidR="007B2329" w:rsidRDefault="007B2329" w:rsidP="007B2329">
      <w:r>
        <w:t>169.4930</w:t>
      </w:r>
      <w:r>
        <w:tab/>
        <w:t>1.266e-2</w:t>
      </w:r>
    </w:p>
    <w:p w:rsidR="007B2329" w:rsidRDefault="007B2329" w:rsidP="007B2329">
      <w:r>
        <w:t>169.4998</w:t>
      </w:r>
      <w:r>
        <w:tab/>
        <w:t>1.013e0</w:t>
      </w:r>
    </w:p>
    <w:p w:rsidR="007B2329" w:rsidRDefault="007B2329" w:rsidP="007B2329">
      <w:r>
        <w:t>169.5296</w:t>
      </w:r>
      <w:r>
        <w:tab/>
        <w:t>2.025e0</w:t>
      </w:r>
    </w:p>
    <w:p w:rsidR="007B2329" w:rsidRDefault="007B2329" w:rsidP="007B2329">
      <w:r>
        <w:t>169.5405</w:t>
      </w:r>
      <w:r>
        <w:tab/>
        <w:t>2.373e1</w:t>
      </w:r>
    </w:p>
    <w:p w:rsidR="007B2329" w:rsidRDefault="007B2329" w:rsidP="007B2329">
      <w:r>
        <w:t>169.5439</w:t>
      </w:r>
      <w:r>
        <w:tab/>
        <w:t>3.560e0</w:t>
      </w:r>
    </w:p>
    <w:p w:rsidR="007B2329" w:rsidRDefault="007B2329" w:rsidP="007B2329">
      <w:r>
        <w:t>169.5454</w:t>
      </w:r>
      <w:r>
        <w:tab/>
        <w:t>4.051e0</w:t>
      </w:r>
    </w:p>
    <w:p w:rsidR="007B2329" w:rsidRDefault="007B2329" w:rsidP="007B2329">
      <w:r>
        <w:t>169.5534</w:t>
      </w:r>
      <w:r>
        <w:tab/>
        <w:t>3.038e0</w:t>
      </w:r>
    </w:p>
    <w:p w:rsidR="007B2329" w:rsidRDefault="007B2329" w:rsidP="007B2329">
      <w:r>
        <w:t>169.5626</w:t>
      </w:r>
      <w:r>
        <w:tab/>
        <w:t>5.739e0</w:t>
      </w:r>
    </w:p>
    <w:p w:rsidR="007B2329" w:rsidRDefault="007B2329" w:rsidP="007B2329">
      <w:r>
        <w:t>169.5665</w:t>
      </w:r>
      <w:r>
        <w:tab/>
        <w:t>1.013e0</w:t>
      </w:r>
    </w:p>
    <w:p w:rsidR="007B2329" w:rsidRDefault="007B2329" w:rsidP="007B2329">
      <w:r>
        <w:lastRenderedPageBreak/>
        <w:t>169.5833</w:t>
      </w:r>
      <w:r>
        <w:tab/>
        <w:t>1.266e-2</w:t>
      </w:r>
    </w:p>
    <w:p w:rsidR="007B2329" w:rsidRDefault="007B2329" w:rsidP="007B2329">
      <w:r>
        <w:t>169.5966</w:t>
      </w:r>
      <w:r>
        <w:tab/>
        <w:t>1.013e0</w:t>
      </w:r>
    </w:p>
    <w:p w:rsidR="007B2329" w:rsidRDefault="007B2329" w:rsidP="007B2329">
      <w:r>
        <w:t>169.6002</w:t>
      </w:r>
      <w:r>
        <w:tab/>
        <w:t>1.013e0</w:t>
      </w:r>
    </w:p>
    <w:p w:rsidR="007B2329" w:rsidRDefault="007B2329" w:rsidP="007B2329">
      <w:r>
        <w:t>169.6020</w:t>
      </w:r>
      <w:r>
        <w:tab/>
        <w:t>2.025e0</w:t>
      </w:r>
    </w:p>
    <w:p w:rsidR="007B2329" w:rsidRDefault="007B2329" w:rsidP="007B2329">
      <w:r>
        <w:t>169.6037</w:t>
      </w:r>
      <w:r>
        <w:tab/>
        <w:t>1.013e0</w:t>
      </w:r>
    </w:p>
    <w:p w:rsidR="007B2329" w:rsidRDefault="007B2329" w:rsidP="007B2329">
      <w:r>
        <w:t>169.6107</w:t>
      </w:r>
      <w:r>
        <w:tab/>
        <w:t>1.013e0</w:t>
      </w:r>
    </w:p>
    <w:p w:rsidR="007B2329" w:rsidRDefault="007B2329" w:rsidP="007B2329">
      <w:r>
        <w:t>169.6283</w:t>
      </w:r>
      <w:r>
        <w:tab/>
        <w:t>1.013e0</w:t>
      </w:r>
    </w:p>
    <w:p w:rsidR="007B2329" w:rsidRDefault="007B2329" w:rsidP="007B2329">
      <w:r>
        <w:t>169.6300</w:t>
      </w:r>
      <w:r>
        <w:tab/>
        <w:t>1.025e0</w:t>
      </w:r>
    </w:p>
    <w:p w:rsidR="007B2329" w:rsidRDefault="007B2329" w:rsidP="007B2329">
      <w:r>
        <w:t>169.6352</w:t>
      </w:r>
      <w:r>
        <w:tab/>
        <w:t>2.025e0</w:t>
      </w:r>
    </w:p>
    <w:p w:rsidR="007B2329" w:rsidRDefault="007B2329" w:rsidP="007B2329">
      <w:r>
        <w:t>169.6422</w:t>
      </w:r>
      <w:r>
        <w:tab/>
        <w:t>1.013e0</w:t>
      </w:r>
    </w:p>
    <w:p w:rsidR="007B2329" w:rsidRDefault="007B2329" w:rsidP="007B2329">
      <w:r>
        <w:t>169.6493</w:t>
      </w:r>
      <w:r>
        <w:tab/>
        <w:t>2.025e0</w:t>
      </w:r>
    </w:p>
    <w:p w:rsidR="007B2329" w:rsidRDefault="007B2329" w:rsidP="007B2329">
      <w:r>
        <w:t>169.6528</w:t>
      </w:r>
      <w:r>
        <w:tab/>
        <w:t>2.025e0</w:t>
      </w:r>
    </w:p>
    <w:p w:rsidR="007B2329" w:rsidRDefault="007B2329" w:rsidP="007B2329">
      <w:r>
        <w:t>169.6598</w:t>
      </w:r>
      <w:r>
        <w:tab/>
        <w:t>1.013e0</w:t>
      </w:r>
    </w:p>
    <w:p w:rsidR="007B2329" w:rsidRDefault="007B2329" w:rsidP="007B2329">
      <w:r>
        <w:t>169.6615</w:t>
      </w:r>
      <w:r>
        <w:tab/>
        <w:t>2.025e0</w:t>
      </w:r>
    </w:p>
    <w:p w:rsidR="007B2329" w:rsidRDefault="007B2329" w:rsidP="007B2329">
      <w:r>
        <w:t>169.6736</w:t>
      </w:r>
      <w:r>
        <w:tab/>
        <w:t>2.025e0</w:t>
      </w:r>
    </w:p>
    <w:p w:rsidR="007B2329" w:rsidRDefault="007B2329" w:rsidP="007B2329">
      <w:r>
        <w:t>169.6770</w:t>
      </w:r>
      <w:r>
        <w:tab/>
        <w:t>1.013e0</w:t>
      </w:r>
    </w:p>
    <w:p w:rsidR="007B2329" w:rsidRDefault="007B2329" w:rsidP="007B2329">
      <w:r>
        <w:t>169.6970</w:t>
      </w:r>
      <w:r>
        <w:tab/>
        <w:t>1.013e0</w:t>
      </w:r>
    </w:p>
    <w:p w:rsidR="007B2329" w:rsidRDefault="007B2329" w:rsidP="007B2329">
      <w:r>
        <w:t>169.7041</w:t>
      </w:r>
      <w:r>
        <w:tab/>
        <w:t>1.013e0</w:t>
      </w:r>
    </w:p>
    <w:p w:rsidR="007B2329" w:rsidRDefault="007B2329" w:rsidP="007B2329">
      <w:r>
        <w:t>169.7058</w:t>
      </w:r>
      <w:r>
        <w:tab/>
        <w:t>2.025e0</w:t>
      </w:r>
    </w:p>
    <w:p w:rsidR="007B2329" w:rsidRDefault="007B2329" w:rsidP="007B2329">
      <w:r>
        <w:lastRenderedPageBreak/>
        <w:t>169.7147</w:t>
      </w:r>
      <w:r>
        <w:tab/>
        <w:t>1.013e0</w:t>
      </w:r>
    </w:p>
    <w:p w:rsidR="007B2329" w:rsidRDefault="007B2329" w:rsidP="007B2329">
      <w:r>
        <w:t>169.7323</w:t>
      </w:r>
      <w:r>
        <w:tab/>
        <w:t>2.429e0</w:t>
      </w:r>
    </w:p>
    <w:p w:rsidR="007B2329" w:rsidRDefault="007B2329" w:rsidP="007B2329">
      <w:r>
        <w:t>169.7444</w:t>
      </w:r>
      <w:r>
        <w:tab/>
        <w:t>2.025e0</w:t>
      </w:r>
    </w:p>
    <w:p w:rsidR="007B2329" w:rsidRDefault="007B2329" w:rsidP="007B2329">
      <w:r>
        <w:t>169.7462</w:t>
      </w:r>
      <w:r>
        <w:tab/>
        <w:t>1.013e0</w:t>
      </w:r>
    </w:p>
    <w:p w:rsidR="007B2329" w:rsidRDefault="007B2329" w:rsidP="007B2329">
      <w:r>
        <w:t>169.7531</w:t>
      </w:r>
      <w:r>
        <w:tab/>
        <w:t>1.013e0</w:t>
      </w:r>
    </w:p>
    <w:p w:rsidR="007B2329" w:rsidRDefault="007B2329" w:rsidP="007B2329">
      <w:r>
        <w:t>169.7603</w:t>
      </w:r>
      <w:r>
        <w:tab/>
        <w:t>1.013e0</w:t>
      </w:r>
    </w:p>
    <w:p w:rsidR="007B2329" w:rsidRDefault="007B2329" w:rsidP="007B2329">
      <w:r>
        <w:t>169.7706</w:t>
      </w:r>
      <w:r>
        <w:tab/>
        <w:t>1.266e-2</w:t>
      </w:r>
    </w:p>
    <w:p w:rsidR="007B2329" w:rsidRDefault="007B2329" w:rsidP="007B2329">
      <w:r>
        <w:t>169.7774</w:t>
      </w:r>
      <w:r>
        <w:tab/>
        <w:t>1.266e-2</w:t>
      </w:r>
    </w:p>
    <w:p w:rsidR="007B2329" w:rsidRDefault="007B2329" w:rsidP="007B2329">
      <w:r>
        <w:t>169.7841</w:t>
      </w:r>
      <w:r>
        <w:tab/>
        <w:t>1.013e0</w:t>
      </w:r>
    </w:p>
    <w:p w:rsidR="007B2329" w:rsidRDefault="007B2329" w:rsidP="007B2329">
      <w:r>
        <w:t>169.7872</w:t>
      </w:r>
      <w:r>
        <w:tab/>
        <w:t>2.025e0</w:t>
      </w:r>
    </w:p>
    <w:p w:rsidR="007B2329" w:rsidRDefault="007B2329" w:rsidP="007B2329">
      <w:r>
        <w:t>169.7975</w:t>
      </w:r>
      <w:r>
        <w:tab/>
        <w:t>1.266e-2</w:t>
      </w:r>
    </w:p>
    <w:p w:rsidR="007B2329" w:rsidRDefault="007B2329" w:rsidP="007B2329">
      <w:r>
        <w:t>169.8186</w:t>
      </w:r>
      <w:r>
        <w:tab/>
        <w:t>1.013e0</w:t>
      </w:r>
    </w:p>
    <w:p w:rsidR="007B2329" w:rsidRDefault="007B2329" w:rsidP="007B2329">
      <w:r>
        <w:t>169.8221</w:t>
      </w:r>
      <w:r>
        <w:tab/>
        <w:t>3.038e0</w:t>
      </w:r>
    </w:p>
    <w:p w:rsidR="007B2329" w:rsidRDefault="007B2329" w:rsidP="007B2329">
      <w:r>
        <w:t>169.8256</w:t>
      </w:r>
      <w:r>
        <w:tab/>
        <w:t>1.013e0</w:t>
      </w:r>
    </w:p>
    <w:p w:rsidR="007B2329" w:rsidRDefault="007B2329" w:rsidP="007B2329">
      <w:r>
        <w:t>169.8291</w:t>
      </w:r>
      <w:r>
        <w:tab/>
        <w:t>1.013e0</w:t>
      </w:r>
    </w:p>
    <w:p w:rsidR="007B2329" w:rsidRDefault="007B2329" w:rsidP="007B2329">
      <w:r>
        <w:t>169.8361</w:t>
      </w:r>
      <w:r>
        <w:tab/>
        <w:t>3.038e0</w:t>
      </w:r>
    </w:p>
    <w:p w:rsidR="007B2329" w:rsidRDefault="007B2329" w:rsidP="007B2329">
      <w:r>
        <w:t>169.8430</w:t>
      </w:r>
      <w:r>
        <w:tab/>
        <w:t>2.025e0</w:t>
      </w:r>
    </w:p>
    <w:p w:rsidR="007B2329" w:rsidRDefault="007B2329" w:rsidP="007B2329">
      <w:r>
        <w:t>169.8465</w:t>
      </w:r>
      <w:r>
        <w:tab/>
        <w:t>1.013e0</w:t>
      </w:r>
    </w:p>
    <w:p w:rsidR="007B2329" w:rsidRDefault="007B2329" w:rsidP="007B2329">
      <w:r>
        <w:t>169.8519</w:t>
      </w:r>
      <w:r>
        <w:tab/>
        <w:t>2.025e0</w:t>
      </w:r>
    </w:p>
    <w:p w:rsidR="007B2329" w:rsidRDefault="007B2329" w:rsidP="007B2329">
      <w:r>
        <w:lastRenderedPageBreak/>
        <w:t>169.8536</w:t>
      </w:r>
      <w:r>
        <w:tab/>
        <w:t>1.013e0</w:t>
      </w:r>
    </w:p>
    <w:p w:rsidR="007B2329" w:rsidRDefault="007B2329" w:rsidP="007B2329">
      <w:r>
        <w:t>169.8571</w:t>
      </w:r>
      <w:r>
        <w:tab/>
        <w:t>1.013e0</w:t>
      </w:r>
    </w:p>
    <w:p w:rsidR="007B2329" w:rsidRDefault="007B2329" w:rsidP="007B2329">
      <w:r>
        <w:t>169.8642</w:t>
      </w:r>
      <w:r>
        <w:tab/>
        <w:t>1.013e0</w:t>
      </w:r>
    </w:p>
    <w:p w:rsidR="007B2329" w:rsidRDefault="007B2329" w:rsidP="007B2329">
      <w:r>
        <w:t>169.8711</w:t>
      </w:r>
      <w:r>
        <w:tab/>
        <w:t>1.013e0</w:t>
      </w:r>
    </w:p>
    <w:p w:rsidR="007B2329" w:rsidRDefault="007B2329" w:rsidP="007B2329">
      <w:r>
        <w:t>169.8745</w:t>
      </w:r>
      <w:r>
        <w:tab/>
        <w:t>1.013e0</w:t>
      </w:r>
    </w:p>
    <w:p w:rsidR="007B2329" w:rsidRDefault="007B2329" w:rsidP="007B2329">
      <w:r>
        <w:t>169.8879</w:t>
      </w:r>
      <w:r>
        <w:tab/>
        <w:t>2.025e0</w:t>
      </w:r>
    </w:p>
    <w:p w:rsidR="007B2329" w:rsidRDefault="007B2329" w:rsidP="007B2329">
      <w:r>
        <w:t>169.8912</w:t>
      </w:r>
      <w:r>
        <w:tab/>
        <w:t>2.025e0</w:t>
      </w:r>
    </w:p>
    <w:p w:rsidR="007B2329" w:rsidRDefault="007B2329" w:rsidP="007B2329">
      <w:r>
        <w:t>169.8979</w:t>
      </w:r>
      <w:r>
        <w:tab/>
        <w:t>1.266e-2</w:t>
      </w:r>
    </w:p>
    <w:p w:rsidR="007B2329" w:rsidRDefault="007B2329" w:rsidP="007B2329">
      <w:r>
        <w:t>169.9366</w:t>
      </w:r>
      <w:r>
        <w:tab/>
        <w:t>1.013e0</w:t>
      </w:r>
    </w:p>
    <w:p w:rsidR="007B2329" w:rsidRDefault="007B2329" w:rsidP="007B2329">
      <w:r>
        <w:t>169.9470</w:t>
      </w:r>
      <w:r>
        <w:tab/>
        <w:t>1.013e0</w:t>
      </w:r>
    </w:p>
    <w:p w:rsidR="007B2329" w:rsidRDefault="007B2329" w:rsidP="007B2329">
      <w:r>
        <w:t>169.9488</w:t>
      </w:r>
      <w:r>
        <w:tab/>
        <w:t>2.025e0</w:t>
      </w:r>
    </w:p>
    <w:p w:rsidR="007B2329" w:rsidRDefault="007B2329" w:rsidP="007B2329">
      <w:r>
        <w:t>169.9540</w:t>
      </w:r>
      <w:r>
        <w:tab/>
        <w:t>1.013e0</w:t>
      </w:r>
    </w:p>
    <w:p w:rsidR="007B2329" w:rsidRDefault="007B2329" w:rsidP="007B2329">
      <w:r>
        <w:t>169.9681</w:t>
      </w:r>
      <w:r>
        <w:tab/>
        <w:t>1.013e0</w:t>
      </w:r>
    </w:p>
    <w:p w:rsidR="007B2329" w:rsidRDefault="007B2329" w:rsidP="007B2329">
      <w:r>
        <w:t>169.9700</w:t>
      </w:r>
      <w:r>
        <w:tab/>
        <w:t>2.025e0</w:t>
      </w:r>
    </w:p>
    <w:p w:rsidR="007B2329" w:rsidRDefault="007B2329" w:rsidP="007B2329">
      <w:r>
        <w:t>169.9750</w:t>
      </w:r>
      <w:r>
        <w:tab/>
        <w:t>1.013e0</w:t>
      </w:r>
    </w:p>
    <w:p w:rsidR="007B2329" w:rsidRDefault="007B2329" w:rsidP="007B2329">
      <w:r>
        <w:t>169.9917</w:t>
      </w:r>
      <w:r>
        <w:tab/>
        <w:t>2.025e0</w:t>
      </w:r>
    </w:p>
    <w:p w:rsidR="007B2329" w:rsidRDefault="007B2329" w:rsidP="007B2329">
      <w:r>
        <w:t>170.0030</w:t>
      </w:r>
      <w:r>
        <w:tab/>
        <w:t>4.051e0</w:t>
      </w:r>
    </w:p>
    <w:p w:rsidR="007B2329" w:rsidRDefault="007B2329" w:rsidP="007B2329">
      <w:r>
        <w:t>170.0089</w:t>
      </w:r>
      <w:r>
        <w:tab/>
        <w:t>1.013e0</w:t>
      </w:r>
    </w:p>
    <w:p w:rsidR="007B2329" w:rsidRDefault="007B2329" w:rsidP="007B2329">
      <w:r>
        <w:t>170.0300</w:t>
      </w:r>
      <w:r>
        <w:tab/>
        <w:t>2.025e0</w:t>
      </w:r>
    </w:p>
    <w:p w:rsidR="007B2329" w:rsidRDefault="007B2329" w:rsidP="007B2329">
      <w:r>
        <w:lastRenderedPageBreak/>
        <w:t>170.0368</w:t>
      </w:r>
      <w:r>
        <w:tab/>
        <w:t>4.076e0</w:t>
      </w:r>
    </w:p>
    <w:p w:rsidR="007B2329" w:rsidRDefault="007B2329" w:rsidP="007B2329">
      <w:r>
        <w:t>170.0387</w:t>
      </w:r>
      <w:r>
        <w:tab/>
        <w:t>2.532e-2</w:t>
      </w:r>
    </w:p>
    <w:p w:rsidR="007B2329" w:rsidRDefault="007B2329" w:rsidP="007B2329">
      <w:r>
        <w:t>170.0405</w:t>
      </w:r>
      <w:r>
        <w:tab/>
        <w:t>3.038e0</w:t>
      </w:r>
    </w:p>
    <w:p w:rsidR="007B2329" w:rsidRDefault="007B2329" w:rsidP="007B2329">
      <w:r>
        <w:t>170.0423</w:t>
      </w:r>
      <w:r>
        <w:tab/>
        <w:t>2.051e0</w:t>
      </w:r>
    </w:p>
    <w:p w:rsidR="007B2329" w:rsidRDefault="007B2329" w:rsidP="007B2329">
      <w:r>
        <w:t>170.0530</w:t>
      </w:r>
      <w:r>
        <w:tab/>
        <w:t>7.089e0</w:t>
      </w:r>
    </w:p>
    <w:p w:rsidR="007B2329" w:rsidRDefault="007B2329" w:rsidP="007B2329">
      <w:r>
        <w:t>170.0580</w:t>
      </w:r>
      <w:r>
        <w:tab/>
        <w:t>1.038e0</w:t>
      </w:r>
    </w:p>
    <w:p w:rsidR="007B2329" w:rsidRDefault="007B2329" w:rsidP="007B2329">
      <w:r>
        <w:t>170.0650</w:t>
      </w:r>
      <w:r>
        <w:tab/>
        <w:t>1.013e0</w:t>
      </w:r>
    </w:p>
    <w:p w:rsidR="007B2329" w:rsidRDefault="007B2329" w:rsidP="007B2329">
      <w:r>
        <w:t>170.0823</w:t>
      </w:r>
      <w:r>
        <w:tab/>
        <w:t>1.013e0</w:t>
      </w:r>
    </w:p>
    <w:p w:rsidR="007B2329" w:rsidRDefault="007B2329" w:rsidP="007B2329">
      <w:r>
        <w:t>170.0840</w:t>
      </w:r>
      <w:r>
        <w:tab/>
        <w:t>2.025e0</w:t>
      </w:r>
    </w:p>
    <w:p w:rsidR="007B2329" w:rsidRDefault="007B2329" w:rsidP="007B2329">
      <w:r>
        <w:t>170.0856</w:t>
      </w:r>
      <w:r>
        <w:tab/>
        <w:t>1.266e-2</w:t>
      </w:r>
    </w:p>
    <w:p w:rsidR="007B2329" w:rsidRDefault="007B2329" w:rsidP="007B2329">
      <w:r>
        <w:t>170.0880</w:t>
      </w:r>
      <w:r>
        <w:tab/>
        <w:t>3.038e0</w:t>
      </w:r>
    </w:p>
    <w:p w:rsidR="007B2329" w:rsidRDefault="007B2329" w:rsidP="007B2329">
      <w:r>
        <w:t>170.0956</w:t>
      </w:r>
      <w:r>
        <w:tab/>
        <w:t>2.025e0</w:t>
      </w:r>
    </w:p>
    <w:p w:rsidR="007B2329" w:rsidRDefault="007B2329" w:rsidP="007B2329">
      <w:r>
        <w:t>170.0991</w:t>
      </w:r>
      <w:r>
        <w:tab/>
        <w:t>1.013e0</w:t>
      </w:r>
    </w:p>
    <w:p w:rsidR="007B2329" w:rsidRDefault="007B2329" w:rsidP="007B2329">
      <w:r>
        <w:t>170.1004</w:t>
      </w:r>
      <w:r>
        <w:tab/>
        <w:t>4.051e0</w:t>
      </w:r>
    </w:p>
    <w:p w:rsidR="007B2329" w:rsidRDefault="007B2329" w:rsidP="007B2329">
      <w:r>
        <w:t>170.1048</w:t>
      </w:r>
      <w:r>
        <w:tab/>
        <w:t>2.063e0</w:t>
      </w:r>
    </w:p>
    <w:p w:rsidR="007B2329" w:rsidRDefault="007B2329" w:rsidP="007B2329">
      <w:r>
        <w:t>170.1223</w:t>
      </w:r>
      <w:r>
        <w:tab/>
        <w:t>4.051e0</w:t>
      </w:r>
    </w:p>
    <w:p w:rsidR="007B2329" w:rsidRDefault="007B2329" w:rsidP="007B2329">
      <w:r>
        <w:t>170.1340</w:t>
      </w:r>
      <w:r>
        <w:tab/>
        <w:t>2.025e0</w:t>
      </w:r>
    </w:p>
    <w:p w:rsidR="007B2329" w:rsidRDefault="007B2329" w:rsidP="007B2329">
      <w:r>
        <w:t>170.1357</w:t>
      </w:r>
      <w:r>
        <w:tab/>
        <w:t>1.025e0</w:t>
      </w:r>
    </w:p>
    <w:p w:rsidR="007B2329" w:rsidRDefault="007B2329" w:rsidP="007B2329">
      <w:r>
        <w:t>170.1409</w:t>
      </w:r>
      <w:r>
        <w:tab/>
        <w:t>2.025e0</w:t>
      </w:r>
    </w:p>
    <w:p w:rsidR="007B2329" w:rsidRDefault="007B2329" w:rsidP="007B2329">
      <w:r>
        <w:lastRenderedPageBreak/>
        <w:t>170.1497</w:t>
      </w:r>
      <w:r>
        <w:tab/>
        <w:t>1.025e0</w:t>
      </w:r>
    </w:p>
    <w:p w:rsidR="007B2329" w:rsidRDefault="007B2329" w:rsidP="007B2329">
      <w:r>
        <w:t>170.1586</w:t>
      </w:r>
      <w:r>
        <w:tab/>
        <w:t>4.051e0</w:t>
      </w:r>
    </w:p>
    <w:p w:rsidR="007B2329" w:rsidRDefault="007B2329" w:rsidP="007B2329">
      <w:r>
        <w:t>170.1620</w:t>
      </w:r>
      <w:r>
        <w:tab/>
        <w:t>1.013e0</w:t>
      </w:r>
    </w:p>
    <w:p w:rsidR="007B2329" w:rsidRDefault="007B2329" w:rsidP="007B2329">
      <w:r>
        <w:t>170.1655</w:t>
      </w:r>
      <w:r>
        <w:tab/>
        <w:t>3.038e0</w:t>
      </w:r>
    </w:p>
    <w:p w:rsidR="007B2329" w:rsidRDefault="007B2329" w:rsidP="007B2329">
      <w:r>
        <w:t>170.1796</w:t>
      </w:r>
      <w:r>
        <w:tab/>
        <w:t>1.013e0</w:t>
      </w:r>
    </w:p>
    <w:p w:rsidR="007B2329" w:rsidRDefault="007B2329" w:rsidP="007B2329">
      <w:r>
        <w:t>170.1829</w:t>
      </w:r>
      <w:r>
        <w:tab/>
        <w:t>1.013e0</w:t>
      </w:r>
    </w:p>
    <w:p w:rsidR="007B2329" w:rsidRDefault="007B2329" w:rsidP="007B2329">
      <w:r>
        <w:t>170.1879</w:t>
      </w:r>
      <w:r>
        <w:tab/>
        <w:t>2.038e0</w:t>
      </w:r>
    </w:p>
    <w:p w:rsidR="007B2329" w:rsidRDefault="007B2329" w:rsidP="007B2329">
      <w:r>
        <w:t>170.1997</w:t>
      </w:r>
      <w:r>
        <w:tab/>
        <w:t>1.013e0</w:t>
      </w:r>
    </w:p>
    <w:p w:rsidR="007B2329" w:rsidRDefault="007B2329" w:rsidP="007B2329">
      <w:r>
        <w:t>170.2064</w:t>
      </w:r>
      <w:r>
        <w:tab/>
        <w:t>1.013e0</w:t>
      </w:r>
    </w:p>
    <w:p w:rsidR="007B2329" w:rsidRDefault="007B2329" w:rsidP="007B2329">
      <w:r>
        <w:t>170.2133</w:t>
      </w:r>
      <w:r>
        <w:tab/>
        <w:t>1.013e0</w:t>
      </w:r>
    </w:p>
    <w:p w:rsidR="007B2329" w:rsidRDefault="007B2329" w:rsidP="007B2329">
      <w:r>
        <w:t>170.2169</w:t>
      </w:r>
      <w:r>
        <w:tab/>
        <w:t>1.013e0</w:t>
      </w:r>
    </w:p>
    <w:p w:rsidR="007B2329" w:rsidRDefault="007B2329" w:rsidP="007B2329">
      <w:r>
        <w:t>170.2256</w:t>
      </w:r>
      <w:r>
        <w:tab/>
        <w:t>3.038e0</w:t>
      </w:r>
    </w:p>
    <w:p w:rsidR="007B2329" w:rsidRDefault="007B2329" w:rsidP="007B2329">
      <w:r>
        <w:t>170.2416</w:t>
      </w:r>
      <w:r>
        <w:tab/>
        <w:t>1.013e0</w:t>
      </w:r>
    </w:p>
    <w:p w:rsidR="007B2329" w:rsidRDefault="007B2329" w:rsidP="007B2329">
      <w:r>
        <w:t>170.2431</w:t>
      </w:r>
      <w:r>
        <w:tab/>
        <w:t>3.499e0</w:t>
      </w:r>
    </w:p>
    <w:p w:rsidR="007B2329" w:rsidRDefault="007B2329" w:rsidP="007B2329">
      <w:r>
        <w:t>170.2450</w:t>
      </w:r>
      <w:r>
        <w:tab/>
        <w:t>4.051e0</w:t>
      </w:r>
    </w:p>
    <w:p w:rsidR="007B2329" w:rsidRDefault="007B2329" w:rsidP="007B2329">
      <w:r>
        <w:t>170.2590</w:t>
      </w:r>
      <w:r>
        <w:tab/>
        <w:t>2.025e0</w:t>
      </w:r>
    </w:p>
    <w:p w:rsidR="007B2329" w:rsidRDefault="007B2329" w:rsidP="007B2329">
      <w:r>
        <w:t>170.2625</w:t>
      </w:r>
      <w:r>
        <w:tab/>
        <w:t>2.025e0</w:t>
      </w:r>
    </w:p>
    <w:p w:rsidR="007B2329" w:rsidRDefault="007B2329" w:rsidP="007B2329">
      <w:r>
        <w:t>170.2673</w:t>
      </w:r>
      <w:r>
        <w:tab/>
        <w:t>2.038e0</w:t>
      </w:r>
    </w:p>
    <w:p w:rsidR="007B2329" w:rsidRDefault="007B2329" w:rsidP="007B2329">
      <w:r>
        <w:t>170.2766</w:t>
      </w:r>
      <w:r>
        <w:tab/>
        <w:t>2.025e0</w:t>
      </w:r>
    </w:p>
    <w:p w:rsidR="007B2329" w:rsidRDefault="007B2329" w:rsidP="007B2329">
      <w:r>
        <w:lastRenderedPageBreak/>
        <w:t>170.2937</w:t>
      </w:r>
      <w:r>
        <w:tab/>
        <w:t>1.013e0</w:t>
      </w:r>
    </w:p>
    <w:p w:rsidR="007B2329" w:rsidRDefault="007B2329" w:rsidP="007B2329">
      <w:r>
        <w:t>170.2971</w:t>
      </w:r>
      <w:r>
        <w:tab/>
        <w:t>3.038e0</w:t>
      </w:r>
    </w:p>
    <w:p w:rsidR="007B2329" w:rsidRDefault="007B2329" w:rsidP="007B2329">
      <w:r>
        <w:t>170.3105</w:t>
      </w:r>
      <w:r>
        <w:tab/>
        <w:t>1.013e0</w:t>
      </w:r>
    </w:p>
    <w:p w:rsidR="007B2329" w:rsidRDefault="007B2329" w:rsidP="007B2329">
      <w:r>
        <w:t>170.3138</w:t>
      </w:r>
      <w:r>
        <w:tab/>
        <w:t>2.025e0</w:t>
      </w:r>
    </w:p>
    <w:p w:rsidR="007B2329" w:rsidRDefault="007B2329" w:rsidP="007B2329">
      <w:r>
        <w:t>170.3173</w:t>
      </w:r>
      <w:r>
        <w:tab/>
        <w:t>2.025e0</w:t>
      </w:r>
    </w:p>
    <w:p w:rsidR="007B2329" w:rsidRDefault="007B2329" w:rsidP="007B2329">
      <w:r>
        <w:t>170.3209</w:t>
      </w:r>
      <w:r>
        <w:tab/>
        <w:t>1.266e-2</w:t>
      </w:r>
    </w:p>
    <w:p w:rsidR="007B2329" w:rsidRDefault="007B2329" w:rsidP="007B2329">
      <w:r>
        <w:t>170.3315</w:t>
      </w:r>
      <w:r>
        <w:tab/>
        <w:t>1.013e0</w:t>
      </w:r>
    </w:p>
    <w:p w:rsidR="007B2329" w:rsidRDefault="007B2329" w:rsidP="007B2329">
      <w:r>
        <w:t>170.3333</w:t>
      </w:r>
      <w:r>
        <w:tab/>
        <w:t>2.025e0</w:t>
      </w:r>
    </w:p>
    <w:p w:rsidR="007B2329" w:rsidRDefault="007B2329" w:rsidP="007B2329">
      <w:r>
        <w:t>170.3490</w:t>
      </w:r>
      <w:r>
        <w:tab/>
        <w:t>1.013e0</w:t>
      </w:r>
    </w:p>
    <w:p w:rsidR="007B2329" w:rsidRDefault="007B2329" w:rsidP="007B2329">
      <w:r>
        <w:t>170.3595</w:t>
      </w:r>
      <w:r>
        <w:tab/>
        <w:t>2.025e0</w:t>
      </w:r>
    </w:p>
    <w:p w:rsidR="007B2329" w:rsidRDefault="007B2329" w:rsidP="007B2329">
      <w:r>
        <w:t>170.3630</w:t>
      </w:r>
      <w:r>
        <w:tab/>
        <w:t>1.013e0</w:t>
      </w:r>
    </w:p>
    <w:p w:rsidR="007B2329" w:rsidRDefault="007B2329" w:rsidP="007B2329">
      <w:r>
        <w:t>170.3665</w:t>
      </w:r>
      <w:r>
        <w:tab/>
        <w:t>2.025e0</w:t>
      </w:r>
    </w:p>
    <w:p w:rsidR="007B2329" w:rsidRDefault="007B2329" w:rsidP="007B2329">
      <w:r>
        <w:t>170.3701</w:t>
      </w:r>
      <w:r>
        <w:tab/>
        <w:t>4.051e0</w:t>
      </w:r>
    </w:p>
    <w:p w:rsidR="007B2329" w:rsidRDefault="007B2329" w:rsidP="007B2329">
      <w:r>
        <w:t>170.3807</w:t>
      </w:r>
      <w:r>
        <w:tab/>
        <w:t>1.013e0</w:t>
      </w:r>
    </w:p>
    <w:p w:rsidR="007B2329" w:rsidRDefault="007B2329" w:rsidP="007B2329">
      <w:r>
        <w:t>170.3878</w:t>
      </w:r>
      <w:r>
        <w:tab/>
        <w:t>2.025e0</w:t>
      </w:r>
    </w:p>
    <w:p w:rsidR="007B2329" w:rsidRDefault="007B2329" w:rsidP="007B2329">
      <w:r>
        <w:t>170.3914</w:t>
      </w:r>
      <w:r>
        <w:tab/>
        <w:t>2.038e0</w:t>
      </w:r>
    </w:p>
    <w:p w:rsidR="007B2329" w:rsidRDefault="007B2329" w:rsidP="007B2329">
      <w:r>
        <w:t>170.3960</w:t>
      </w:r>
      <w:r>
        <w:tab/>
        <w:t>1.025e0</w:t>
      </w:r>
    </w:p>
    <w:p w:rsidR="007B2329" w:rsidRDefault="007B2329" w:rsidP="007B2329">
      <w:r>
        <w:t>170.4011</w:t>
      </w:r>
      <w:r>
        <w:tab/>
        <w:t>1.013e0</w:t>
      </w:r>
    </w:p>
    <w:p w:rsidR="007B2329" w:rsidRDefault="007B2329" w:rsidP="007B2329">
      <w:r>
        <w:t>170.4079</w:t>
      </w:r>
      <w:r>
        <w:tab/>
        <w:t>1.013e0</w:t>
      </w:r>
    </w:p>
    <w:p w:rsidR="007B2329" w:rsidRDefault="007B2329" w:rsidP="007B2329">
      <w:r>
        <w:lastRenderedPageBreak/>
        <w:t>170.4146</w:t>
      </w:r>
      <w:r>
        <w:tab/>
        <w:t>1.013e0</w:t>
      </w:r>
    </w:p>
    <w:p w:rsidR="007B2329" w:rsidRDefault="007B2329" w:rsidP="007B2329">
      <w:r>
        <w:t>170.4178</w:t>
      </w:r>
      <w:r>
        <w:tab/>
        <w:t>2.025e0</w:t>
      </w:r>
    </w:p>
    <w:p w:rsidR="007B2329" w:rsidRDefault="007B2329" w:rsidP="007B2329">
      <w:r>
        <w:t>170.4214</w:t>
      </w:r>
      <w:r>
        <w:tab/>
        <w:t>1.013e0</w:t>
      </w:r>
    </w:p>
    <w:p w:rsidR="007B2329" w:rsidRDefault="007B2329" w:rsidP="007B2329">
      <w:r>
        <w:t>170.4286</w:t>
      </w:r>
      <w:r>
        <w:tab/>
        <w:t>1.025e0</w:t>
      </w:r>
    </w:p>
    <w:p w:rsidR="007B2329" w:rsidRDefault="007B2329" w:rsidP="007B2329">
      <w:r>
        <w:t>170.4379</w:t>
      </w:r>
      <w:r>
        <w:tab/>
        <w:t>3.038e0</w:t>
      </w:r>
    </w:p>
    <w:p w:rsidR="007B2329" w:rsidRDefault="007B2329" w:rsidP="007B2329">
      <w:r>
        <w:t>170.4426</w:t>
      </w:r>
      <w:r>
        <w:tab/>
        <w:t>1.013e0</w:t>
      </w:r>
    </w:p>
    <w:p w:rsidR="007B2329" w:rsidRDefault="007B2329" w:rsidP="007B2329">
      <w:r>
        <w:t>170.4461</w:t>
      </w:r>
      <w:r>
        <w:tab/>
        <w:t>2.025e0</w:t>
      </w:r>
    </w:p>
    <w:p w:rsidR="007B2329" w:rsidRDefault="007B2329" w:rsidP="007B2329">
      <w:r>
        <w:t>170.4636</w:t>
      </w:r>
      <w:r>
        <w:tab/>
        <w:t>2.025e0</w:t>
      </w:r>
    </w:p>
    <w:p w:rsidR="007B2329" w:rsidRDefault="007B2329" w:rsidP="007B2329">
      <w:r>
        <w:t>170.4671</w:t>
      </w:r>
      <w:r>
        <w:tab/>
        <w:t>1.013e0</w:t>
      </w:r>
    </w:p>
    <w:p w:rsidR="007B2329" w:rsidRDefault="007B2329" w:rsidP="007B2329">
      <w:r>
        <w:t>170.4706</w:t>
      </w:r>
      <w:r>
        <w:tab/>
        <w:t>3.038e0</w:t>
      </w:r>
    </w:p>
    <w:p w:rsidR="007B2329" w:rsidRDefault="007B2329" w:rsidP="007B2329">
      <w:r>
        <w:t>170.4846</w:t>
      </w:r>
      <w:r>
        <w:tab/>
        <w:t>3.038e0</w:t>
      </w:r>
    </w:p>
    <w:p w:rsidR="007B2329" w:rsidRDefault="007B2329" w:rsidP="007B2329">
      <w:r>
        <w:t>170.4882</w:t>
      </w:r>
      <w:r>
        <w:tab/>
        <w:t>1.013e0</w:t>
      </w:r>
    </w:p>
    <w:p w:rsidR="007B2329" w:rsidRDefault="007B2329" w:rsidP="007B2329">
      <w:r>
        <w:t>170.4918</w:t>
      </w:r>
      <w:r>
        <w:tab/>
        <w:t>2.025e0</w:t>
      </w:r>
    </w:p>
    <w:p w:rsidR="007B2329" w:rsidRDefault="007B2329" w:rsidP="007B2329">
      <w:r>
        <w:t>170.5036</w:t>
      </w:r>
      <w:r>
        <w:tab/>
        <w:t>2.025e0</w:t>
      </w:r>
    </w:p>
    <w:p w:rsidR="007B2329" w:rsidRDefault="007B2329" w:rsidP="007B2329">
      <w:r>
        <w:t>170.5070</w:t>
      </w:r>
      <w:r>
        <w:tab/>
        <w:t>2.025e0</w:t>
      </w:r>
    </w:p>
    <w:p w:rsidR="007B2329" w:rsidRDefault="007B2329" w:rsidP="007B2329">
      <w:r>
        <w:t>170.5188</w:t>
      </w:r>
      <w:r>
        <w:tab/>
        <w:t>1.013e0</w:t>
      </w:r>
    </w:p>
    <w:p w:rsidR="007B2329" w:rsidRDefault="007B2329" w:rsidP="007B2329">
      <w:r>
        <w:t>170.5239</w:t>
      </w:r>
      <w:r>
        <w:tab/>
        <w:t>2.025e0</w:t>
      </w:r>
    </w:p>
    <w:p w:rsidR="007B2329" w:rsidRDefault="007B2329" w:rsidP="007B2329">
      <w:r>
        <w:t>170.5255</w:t>
      </w:r>
      <w:r>
        <w:tab/>
        <w:t>1.013e0</w:t>
      </w:r>
    </w:p>
    <w:p w:rsidR="007B2329" w:rsidRDefault="007B2329" w:rsidP="007B2329">
      <w:r>
        <w:t>170.5361</w:t>
      </w:r>
      <w:r>
        <w:tab/>
        <w:t>1.013e0</w:t>
      </w:r>
    </w:p>
    <w:p w:rsidR="007B2329" w:rsidRDefault="007B2329" w:rsidP="007B2329">
      <w:r>
        <w:lastRenderedPageBreak/>
        <w:t>170.5433</w:t>
      </w:r>
      <w:r>
        <w:tab/>
        <w:t>5.063e0</w:t>
      </w:r>
    </w:p>
    <w:p w:rsidR="007B2329" w:rsidRDefault="007B2329" w:rsidP="007B2329">
      <w:r>
        <w:t>170.5467</w:t>
      </w:r>
      <w:r>
        <w:tab/>
        <w:t>1.013e0</w:t>
      </w:r>
    </w:p>
    <w:p w:rsidR="007B2329" w:rsidRDefault="007B2329" w:rsidP="007B2329">
      <w:r>
        <w:t>170.5508</w:t>
      </w:r>
      <w:r>
        <w:tab/>
        <w:t>8.101e0</w:t>
      </w:r>
    </w:p>
    <w:p w:rsidR="007B2329" w:rsidRDefault="007B2329" w:rsidP="007B2329">
      <w:r>
        <w:t>170.5537</w:t>
      </w:r>
      <w:r>
        <w:tab/>
        <w:t>2.025e0</w:t>
      </w:r>
    </w:p>
    <w:p w:rsidR="007B2329" w:rsidRDefault="007B2329" w:rsidP="007B2329">
      <w:r>
        <w:t>170.5747</w:t>
      </w:r>
      <w:r>
        <w:tab/>
        <w:t>3.038e0</w:t>
      </w:r>
    </w:p>
    <w:p w:rsidR="007B2329" w:rsidRDefault="007B2329" w:rsidP="007B2329">
      <w:r>
        <w:t>170.5853</w:t>
      </w:r>
      <w:r>
        <w:tab/>
        <w:t>1.013e0</w:t>
      </w:r>
    </w:p>
    <w:p w:rsidR="007B2329" w:rsidRDefault="007B2329" w:rsidP="007B2329">
      <w:r>
        <w:t>170.5994</w:t>
      </w:r>
      <w:r>
        <w:tab/>
        <w:t>1.013e0</w:t>
      </w:r>
    </w:p>
    <w:p w:rsidR="007B2329" w:rsidRDefault="007B2329" w:rsidP="007B2329">
      <w:r>
        <w:t>170.6028</w:t>
      </w:r>
      <w:r>
        <w:tab/>
        <w:t>1.013e0</w:t>
      </w:r>
    </w:p>
    <w:p w:rsidR="007B2329" w:rsidRDefault="007B2329" w:rsidP="007B2329">
      <w:r>
        <w:t>170.6230</w:t>
      </w:r>
      <w:r>
        <w:tab/>
        <w:t>2.025e0</w:t>
      </w:r>
    </w:p>
    <w:p w:rsidR="007B2329" w:rsidRDefault="007B2329" w:rsidP="007B2329">
      <w:r>
        <w:t>170.6247</w:t>
      </w:r>
      <w:r>
        <w:tab/>
        <w:t>4.051e0</w:t>
      </w:r>
    </w:p>
    <w:p w:rsidR="007B2329" w:rsidRDefault="007B2329" w:rsidP="007B2329">
      <w:r>
        <w:t>170.6367</w:t>
      </w:r>
      <w:r>
        <w:tab/>
        <w:t>1.013e0</w:t>
      </w:r>
    </w:p>
    <w:p w:rsidR="007B2329" w:rsidRDefault="007B2329" w:rsidP="007B2329">
      <w:r>
        <w:t>170.6437</w:t>
      </w:r>
      <w:r>
        <w:tab/>
        <w:t>1.013e0</w:t>
      </w:r>
    </w:p>
    <w:p w:rsidR="007B2329" w:rsidRDefault="007B2329" w:rsidP="007B2329">
      <w:r>
        <w:t>170.6544</w:t>
      </w:r>
      <w:r>
        <w:tab/>
        <w:t>1.013e0</w:t>
      </w:r>
    </w:p>
    <w:p w:rsidR="007B2329" w:rsidRDefault="007B2329" w:rsidP="007B2329">
      <w:r>
        <w:t>170.6718</w:t>
      </w:r>
      <w:r>
        <w:tab/>
        <w:t>1.013e0</w:t>
      </w:r>
    </w:p>
    <w:p w:rsidR="007B2329" w:rsidRDefault="007B2329" w:rsidP="007B2329">
      <w:r>
        <w:t>170.6858</w:t>
      </w:r>
      <w:r>
        <w:tab/>
        <w:t>1.013e0</w:t>
      </w:r>
    </w:p>
    <w:p w:rsidR="007B2329" w:rsidRDefault="007B2329" w:rsidP="007B2329">
      <w:r>
        <w:t>170.6877</w:t>
      </w:r>
      <w:r>
        <w:tab/>
        <w:t>2.025e0</w:t>
      </w:r>
    </w:p>
    <w:p w:rsidR="007B2329" w:rsidRDefault="007B2329" w:rsidP="007B2329">
      <w:r>
        <w:t>170.6893</w:t>
      </w:r>
      <w:r>
        <w:tab/>
        <w:t>1.013e0</w:t>
      </w:r>
    </w:p>
    <w:p w:rsidR="007B2329" w:rsidRDefault="007B2329" w:rsidP="007B2329">
      <w:r>
        <w:t>170.6964</w:t>
      </w:r>
      <w:r>
        <w:tab/>
        <w:t>1.013e0</w:t>
      </w:r>
    </w:p>
    <w:p w:rsidR="007B2329" w:rsidRDefault="007B2329" w:rsidP="007B2329">
      <w:r>
        <w:t>170.7014</w:t>
      </w:r>
      <w:r>
        <w:tab/>
        <w:t>3.038e0</w:t>
      </w:r>
    </w:p>
    <w:p w:rsidR="007B2329" w:rsidRDefault="007B2329" w:rsidP="007B2329">
      <w:r>
        <w:lastRenderedPageBreak/>
        <w:t>170.7172</w:t>
      </w:r>
      <w:r>
        <w:tab/>
        <w:t>1.013e0</w:t>
      </w:r>
    </w:p>
    <w:p w:rsidR="007B2329" w:rsidRDefault="007B2329" w:rsidP="007B2329">
      <w:r>
        <w:t>170.7238</w:t>
      </w:r>
      <w:r>
        <w:tab/>
        <w:t>1.013e0</w:t>
      </w:r>
    </w:p>
    <w:p w:rsidR="007B2329" w:rsidRDefault="007B2329" w:rsidP="007B2329">
      <w:r>
        <w:t>170.7305</w:t>
      </w:r>
      <w:r>
        <w:tab/>
        <w:t>1.013e0</w:t>
      </w:r>
    </w:p>
    <w:p w:rsidR="007B2329" w:rsidRDefault="007B2329" w:rsidP="007B2329">
      <w:r>
        <w:t>170.7323</w:t>
      </w:r>
      <w:r>
        <w:tab/>
        <w:t>2.025e0</w:t>
      </w:r>
    </w:p>
    <w:p w:rsidR="007B2329" w:rsidRDefault="007B2329" w:rsidP="007B2329">
      <w:r>
        <w:t>170.7479</w:t>
      </w:r>
      <w:r>
        <w:tab/>
        <w:t>1.013e0</w:t>
      </w:r>
    </w:p>
    <w:p w:rsidR="007B2329" w:rsidRDefault="007B2329" w:rsidP="007B2329">
      <w:r>
        <w:t>170.7496</w:t>
      </w:r>
      <w:r>
        <w:tab/>
        <w:t>2.025e0</w:t>
      </w:r>
    </w:p>
    <w:p w:rsidR="007B2329" w:rsidRDefault="007B2329" w:rsidP="007B2329">
      <w:r>
        <w:t>170.7549</w:t>
      </w:r>
      <w:r>
        <w:tab/>
        <w:t>2.025e0</w:t>
      </w:r>
    </w:p>
    <w:p w:rsidR="007B2329" w:rsidRDefault="007B2329" w:rsidP="007B2329">
      <w:r>
        <w:t>170.7565</w:t>
      </w:r>
      <w:r>
        <w:tab/>
        <w:t>3.038e0</w:t>
      </w:r>
    </w:p>
    <w:p w:rsidR="007B2329" w:rsidRDefault="007B2329" w:rsidP="007B2329">
      <w:r>
        <w:t>170.7620</w:t>
      </w:r>
      <w:r>
        <w:tab/>
        <w:t>1.013e0</w:t>
      </w:r>
    </w:p>
    <w:p w:rsidR="007B2329" w:rsidRDefault="007B2329" w:rsidP="007B2329">
      <w:r>
        <w:t>170.7848</w:t>
      </w:r>
      <w:r>
        <w:tab/>
        <w:t>2.025e0</w:t>
      </w:r>
    </w:p>
    <w:p w:rsidR="007B2329" w:rsidRDefault="007B2329" w:rsidP="007B2329">
      <w:r>
        <w:t>170.7865</w:t>
      </w:r>
      <w:r>
        <w:tab/>
        <w:t>1.013e0</w:t>
      </w:r>
    </w:p>
    <w:p w:rsidR="007B2329" w:rsidRDefault="007B2329" w:rsidP="007B2329">
      <w:r>
        <w:t>170.7883</w:t>
      </w:r>
      <w:r>
        <w:tab/>
        <w:t>3.038e0</w:t>
      </w:r>
    </w:p>
    <w:p w:rsidR="007B2329" w:rsidRDefault="007B2329" w:rsidP="007B2329">
      <w:r>
        <w:t>170.7935</w:t>
      </w:r>
      <w:r>
        <w:tab/>
        <w:t>1.013e0</w:t>
      </w:r>
    </w:p>
    <w:p w:rsidR="007B2329" w:rsidRDefault="007B2329" w:rsidP="007B2329">
      <w:r>
        <w:t>170.8041</w:t>
      </w:r>
      <w:r>
        <w:tab/>
        <w:t>1.013e0</w:t>
      </w:r>
    </w:p>
    <w:p w:rsidR="007B2329" w:rsidRDefault="007B2329" w:rsidP="007B2329">
      <w:r>
        <w:t>170.8111</w:t>
      </w:r>
      <w:r>
        <w:tab/>
        <w:t>1.013e0</w:t>
      </w:r>
    </w:p>
    <w:p w:rsidR="007B2329" w:rsidRDefault="007B2329" w:rsidP="007B2329">
      <w:r>
        <w:t>170.8147</w:t>
      </w:r>
      <w:r>
        <w:tab/>
        <w:t>1.013e0</w:t>
      </w:r>
    </w:p>
    <w:p w:rsidR="007B2329" w:rsidRDefault="007B2329" w:rsidP="007B2329">
      <w:r>
        <w:t>170.8181</w:t>
      </w:r>
      <w:r>
        <w:tab/>
        <w:t>2.025e0</w:t>
      </w:r>
    </w:p>
    <w:p w:rsidR="007B2329" w:rsidRDefault="007B2329" w:rsidP="007B2329">
      <w:r>
        <w:t>170.8248</w:t>
      </w:r>
      <w:r>
        <w:tab/>
        <w:t>3.038e0</w:t>
      </w:r>
    </w:p>
    <w:p w:rsidR="007B2329" w:rsidRDefault="007B2329" w:rsidP="007B2329">
      <w:r>
        <w:t>170.8281</w:t>
      </w:r>
      <w:r>
        <w:tab/>
        <w:t>1.013e0</w:t>
      </w:r>
    </w:p>
    <w:p w:rsidR="007B2329" w:rsidRDefault="007B2329" w:rsidP="007B2329">
      <w:r>
        <w:lastRenderedPageBreak/>
        <w:t>170.8450</w:t>
      </w:r>
      <w:r>
        <w:tab/>
        <w:t>1.013e0</w:t>
      </w:r>
    </w:p>
    <w:p w:rsidR="007B2329" w:rsidRDefault="007B2329" w:rsidP="007B2329">
      <w:r>
        <w:t>170.8520</w:t>
      </w:r>
      <w:r>
        <w:tab/>
        <w:t>1.013e0</w:t>
      </w:r>
    </w:p>
    <w:p w:rsidR="007B2329" w:rsidRDefault="007B2329" w:rsidP="007B2329">
      <w:r>
        <w:t>170.8555</w:t>
      </w:r>
      <w:r>
        <w:tab/>
        <w:t>1.013e0</w:t>
      </w:r>
    </w:p>
    <w:p w:rsidR="007B2329" w:rsidRDefault="007B2329" w:rsidP="007B2329">
      <w:r>
        <w:t>170.8679</w:t>
      </w:r>
      <w:r>
        <w:tab/>
        <w:t>2.025e0</w:t>
      </w:r>
    </w:p>
    <w:p w:rsidR="007B2329" w:rsidRDefault="007B2329" w:rsidP="007B2329">
      <w:r>
        <w:t>170.8731</w:t>
      </w:r>
      <w:r>
        <w:tab/>
        <w:t>1.013e0</w:t>
      </w:r>
    </w:p>
    <w:p w:rsidR="007B2329" w:rsidRDefault="007B2329" w:rsidP="007B2329">
      <w:r>
        <w:t>170.8836</w:t>
      </w:r>
      <w:r>
        <w:tab/>
        <w:t>1.013e0</w:t>
      </w:r>
    </w:p>
    <w:p w:rsidR="007B2329" w:rsidRDefault="007B2329" w:rsidP="007B2329">
      <w:r>
        <w:t>170.8889</w:t>
      </w:r>
      <w:r>
        <w:tab/>
        <w:t>1.025e0</w:t>
      </w:r>
    </w:p>
    <w:p w:rsidR="007B2329" w:rsidRDefault="007B2329" w:rsidP="007B2329">
      <w:r>
        <w:t>170.9047</w:t>
      </w:r>
      <w:r>
        <w:tab/>
        <w:t>3.038e0</w:t>
      </w:r>
    </w:p>
    <w:p w:rsidR="007B2329" w:rsidRDefault="007B2329" w:rsidP="007B2329">
      <w:r>
        <w:t>170.9118</w:t>
      </w:r>
      <w:r>
        <w:tab/>
        <w:t>3.038e0</w:t>
      </w:r>
    </w:p>
    <w:p w:rsidR="007B2329" w:rsidRDefault="007B2329" w:rsidP="007B2329">
      <w:r>
        <w:t>170.9179</w:t>
      </w:r>
      <w:r>
        <w:tab/>
        <w:t>3.038e0</w:t>
      </w:r>
    </w:p>
    <w:p w:rsidR="007B2329" w:rsidRDefault="007B2329" w:rsidP="007B2329">
      <w:r>
        <w:t>170.9224</w:t>
      </w:r>
      <w:r>
        <w:tab/>
        <w:t>2.025e0</w:t>
      </w:r>
    </w:p>
    <w:p w:rsidR="007B2329" w:rsidRDefault="007B2329" w:rsidP="007B2329">
      <w:r>
        <w:t>170.9278</w:t>
      </w:r>
      <w:r>
        <w:tab/>
        <w:t>2.025e0</w:t>
      </w:r>
    </w:p>
    <w:p w:rsidR="007B2329" w:rsidRDefault="007B2329" w:rsidP="007B2329">
      <w:r>
        <w:t>170.9325</w:t>
      </w:r>
      <w:r>
        <w:tab/>
        <w:t>1.013e0</w:t>
      </w:r>
    </w:p>
    <w:p w:rsidR="007B2329" w:rsidRDefault="007B2329" w:rsidP="007B2329">
      <w:r>
        <w:t>170.9359</w:t>
      </w:r>
      <w:r>
        <w:tab/>
        <w:t>2.025e0</w:t>
      </w:r>
    </w:p>
    <w:p w:rsidR="007B2329" w:rsidRDefault="007B2329" w:rsidP="007B2329">
      <w:r>
        <w:t>170.9703</w:t>
      </w:r>
      <w:r>
        <w:tab/>
        <w:t>5.063e0</w:t>
      </w:r>
    </w:p>
    <w:p w:rsidR="007B2329" w:rsidRDefault="007B2329" w:rsidP="007B2329">
      <w:r>
        <w:t>170.9966</w:t>
      </w:r>
      <w:r>
        <w:tab/>
        <w:t>2.025e0</w:t>
      </w:r>
    </w:p>
    <w:p w:rsidR="007B2329" w:rsidRDefault="007B2329" w:rsidP="007B2329">
      <w:r>
        <w:t>171.0089</w:t>
      </w:r>
      <w:r>
        <w:tab/>
        <w:t>1.013e0</w:t>
      </w:r>
    </w:p>
    <w:p w:rsidR="007B2329" w:rsidRDefault="007B2329" w:rsidP="007B2329">
      <w:r>
        <w:t>171.0107</w:t>
      </w:r>
      <w:r>
        <w:tab/>
        <w:t>2.532e-2</w:t>
      </w:r>
    </w:p>
    <w:p w:rsidR="007B2329" w:rsidRDefault="007B2329" w:rsidP="007B2329">
      <w:r>
        <w:t>171.0195</w:t>
      </w:r>
      <w:r>
        <w:tab/>
        <w:t>1.013e0</w:t>
      </w:r>
    </w:p>
    <w:p w:rsidR="007B2329" w:rsidRDefault="007B2329" w:rsidP="007B2329">
      <w:r>
        <w:lastRenderedPageBreak/>
        <w:t>171.0266</w:t>
      </w:r>
      <w:r>
        <w:tab/>
        <w:t>1.013e0</w:t>
      </w:r>
    </w:p>
    <w:p w:rsidR="007B2329" w:rsidRDefault="007B2329" w:rsidP="007B2329">
      <w:r>
        <w:t>171.0282</w:t>
      </w:r>
      <w:r>
        <w:tab/>
        <w:t>2.025e0</w:t>
      </w:r>
    </w:p>
    <w:p w:rsidR="007B2329" w:rsidRDefault="007B2329" w:rsidP="007B2329">
      <w:r>
        <w:t>171.0301</w:t>
      </w:r>
      <w:r>
        <w:tab/>
        <w:t>2.118e0</w:t>
      </w:r>
    </w:p>
    <w:p w:rsidR="007B2329" w:rsidRDefault="007B2329" w:rsidP="007B2329">
      <w:r>
        <w:t>171.0336</w:t>
      </w:r>
      <w:r>
        <w:tab/>
        <w:t>2.025e0</w:t>
      </w:r>
    </w:p>
    <w:p w:rsidR="007B2329" w:rsidRDefault="007B2329" w:rsidP="007B2329">
      <w:r>
        <w:t>171.0437</w:t>
      </w:r>
      <w:r>
        <w:tab/>
        <w:t>2.532e-2</w:t>
      </w:r>
    </w:p>
    <w:p w:rsidR="007B2329" w:rsidRDefault="007B2329" w:rsidP="007B2329">
      <w:r>
        <w:t>171.0465</w:t>
      </w:r>
      <w:r>
        <w:tab/>
        <w:t>4.051e0</w:t>
      </w:r>
    </w:p>
    <w:p w:rsidR="007B2329" w:rsidRDefault="007B2329" w:rsidP="007B2329">
      <w:r>
        <w:t>171.0605</w:t>
      </w:r>
      <w:r>
        <w:tab/>
        <w:t>1.013e0</w:t>
      </w:r>
    </w:p>
    <w:p w:rsidR="007B2329" w:rsidRDefault="007B2329" w:rsidP="007B2329">
      <w:r>
        <w:t>171.0621</w:t>
      </w:r>
      <w:r>
        <w:tab/>
        <w:t>6.076e0</w:t>
      </w:r>
    </w:p>
    <w:p w:rsidR="007B2329" w:rsidRDefault="007B2329" w:rsidP="007B2329">
      <w:r>
        <w:t>171.0688</w:t>
      </w:r>
      <w:r>
        <w:tab/>
        <w:t>5.063e0</w:t>
      </w:r>
    </w:p>
    <w:p w:rsidR="007B2329" w:rsidRDefault="007B2329" w:rsidP="007B2329">
      <w:r>
        <w:t>171.0727</w:t>
      </w:r>
      <w:r>
        <w:tab/>
        <w:t>1.025e0</w:t>
      </w:r>
    </w:p>
    <w:p w:rsidR="007B2329" w:rsidRDefault="007B2329" w:rsidP="007B2329">
      <w:r>
        <w:t>171.0956</w:t>
      </w:r>
      <w:r>
        <w:tab/>
        <w:t>2.025e0</w:t>
      </w:r>
    </w:p>
    <w:p w:rsidR="007B2329" w:rsidRDefault="007B2329" w:rsidP="007B2329">
      <w:r>
        <w:t>171.0991</w:t>
      </w:r>
      <w:r>
        <w:tab/>
        <w:t>2.025e0</w:t>
      </w:r>
    </w:p>
    <w:p w:rsidR="007B2329" w:rsidRDefault="007B2329" w:rsidP="007B2329">
      <w:r>
        <w:t>171.1061</w:t>
      </w:r>
      <w:r>
        <w:tab/>
        <w:t>3.797e-2</w:t>
      </w:r>
    </w:p>
    <w:p w:rsidR="007B2329" w:rsidRDefault="007B2329" w:rsidP="007B2329">
      <w:r>
        <w:t>171.1079</w:t>
      </w:r>
      <w:r>
        <w:tab/>
        <w:t>2.025e0</w:t>
      </w:r>
    </w:p>
    <w:p w:rsidR="007B2329" w:rsidRDefault="007B2329" w:rsidP="007B2329">
      <w:r>
        <w:t>171.1096</w:t>
      </w:r>
      <w:r>
        <w:tab/>
        <w:t>2.025e0</w:t>
      </w:r>
    </w:p>
    <w:p w:rsidR="007B2329" w:rsidRDefault="007B2329" w:rsidP="007B2329">
      <w:r>
        <w:t>171.1108</w:t>
      </w:r>
      <w:r>
        <w:tab/>
        <w:t>1.038e0</w:t>
      </w:r>
    </w:p>
    <w:p w:rsidR="007B2329" w:rsidRDefault="007B2329" w:rsidP="007B2329">
      <w:r>
        <w:t>171.1124</w:t>
      </w:r>
      <w:r>
        <w:tab/>
        <w:t>3.038e0</w:t>
      </w:r>
    </w:p>
    <w:p w:rsidR="007B2329" w:rsidRDefault="007B2329" w:rsidP="007B2329">
      <w:r>
        <w:t>171.1237</w:t>
      </w:r>
      <w:r>
        <w:tab/>
        <w:t>3.038e0</w:t>
      </w:r>
    </w:p>
    <w:p w:rsidR="007B2329" w:rsidRDefault="007B2329" w:rsidP="007B2329">
      <w:r>
        <w:t>171.1307</w:t>
      </w:r>
      <w:r>
        <w:tab/>
        <w:t>1.266e-2</w:t>
      </w:r>
    </w:p>
    <w:p w:rsidR="007B2329" w:rsidRDefault="007B2329" w:rsidP="007B2329">
      <w:r>
        <w:lastRenderedPageBreak/>
        <w:t>171.1361</w:t>
      </w:r>
      <w:r>
        <w:tab/>
        <w:t>2.025e0</w:t>
      </w:r>
    </w:p>
    <w:p w:rsidR="007B2329" w:rsidRDefault="007B2329" w:rsidP="007B2329">
      <w:r>
        <w:t>171.1413</w:t>
      </w:r>
      <w:r>
        <w:tab/>
        <w:t>1.013e0</w:t>
      </w:r>
    </w:p>
    <w:p w:rsidR="007B2329" w:rsidRDefault="007B2329" w:rsidP="007B2329">
      <w:r>
        <w:t>171.1438</w:t>
      </w:r>
      <w:r>
        <w:tab/>
        <w:t>4.089e0</w:t>
      </w:r>
    </w:p>
    <w:p w:rsidR="007B2329" w:rsidRDefault="007B2329" w:rsidP="007B2329">
      <w:r>
        <w:t>171.1528</w:t>
      </w:r>
      <w:r>
        <w:tab/>
        <w:t>8.861e-2</w:t>
      </w:r>
    </w:p>
    <w:p w:rsidR="007B2329" w:rsidRDefault="007B2329" w:rsidP="007B2329">
      <w:r>
        <w:t>171.1552</w:t>
      </w:r>
      <w:r>
        <w:tab/>
        <w:t>2.063e0</w:t>
      </w:r>
    </w:p>
    <w:p w:rsidR="007B2329" w:rsidRDefault="007B2329" w:rsidP="007B2329">
      <w:r>
        <w:t>171.1684</w:t>
      </w:r>
      <w:r>
        <w:tab/>
        <w:t>1.013e0</w:t>
      </w:r>
    </w:p>
    <w:p w:rsidR="007B2329" w:rsidRDefault="007B2329" w:rsidP="007B2329">
      <w:r>
        <w:t>171.1751</w:t>
      </w:r>
      <w:r>
        <w:tab/>
        <w:t>1.013e0</w:t>
      </w:r>
    </w:p>
    <w:p w:rsidR="007B2329" w:rsidRDefault="007B2329" w:rsidP="007B2329">
      <w:r>
        <w:t>171.1883</w:t>
      </w:r>
      <w:r>
        <w:tab/>
        <w:t>3.038e0</w:t>
      </w:r>
    </w:p>
    <w:p w:rsidR="007B2329" w:rsidRDefault="007B2329" w:rsidP="007B2329">
      <w:r>
        <w:t>171.1893</w:t>
      </w:r>
      <w:r>
        <w:tab/>
        <w:t>1.013e0</w:t>
      </w:r>
    </w:p>
    <w:p w:rsidR="007B2329" w:rsidRDefault="007B2329" w:rsidP="007B2329">
      <w:r>
        <w:t>171.1963</w:t>
      </w:r>
      <w:r>
        <w:tab/>
        <w:t>1.013e0</w:t>
      </w:r>
    </w:p>
    <w:p w:rsidR="007B2329" w:rsidRDefault="007B2329" w:rsidP="007B2329">
      <w:r>
        <w:t>171.1998</w:t>
      </w:r>
      <w:r>
        <w:tab/>
        <w:t>1.013e0</w:t>
      </w:r>
    </w:p>
    <w:p w:rsidR="007B2329" w:rsidRDefault="007B2329" w:rsidP="007B2329">
      <w:r>
        <w:t>171.2080</w:t>
      </w:r>
      <w:r>
        <w:tab/>
        <w:t>2.038e0</w:t>
      </w:r>
    </w:p>
    <w:p w:rsidR="007B2329" w:rsidRDefault="007B2329" w:rsidP="007B2329">
      <w:r>
        <w:t>171.2279</w:t>
      </w:r>
      <w:r>
        <w:tab/>
        <w:t>3.038e0</w:t>
      </w:r>
    </w:p>
    <w:p w:rsidR="007B2329" w:rsidRDefault="007B2329" w:rsidP="007B2329">
      <w:r>
        <w:t>171.2314</w:t>
      </w:r>
      <w:r>
        <w:tab/>
        <w:t>1.013e0</w:t>
      </w:r>
    </w:p>
    <w:p w:rsidR="007B2329" w:rsidRDefault="007B2329" w:rsidP="007B2329">
      <w:r>
        <w:t>171.2350</w:t>
      </w:r>
      <w:r>
        <w:tab/>
        <w:t>1.013e0</w:t>
      </w:r>
    </w:p>
    <w:p w:rsidR="007B2329" w:rsidRDefault="007B2329" w:rsidP="007B2329">
      <w:r>
        <w:t>171.2368</w:t>
      </w:r>
      <w:r>
        <w:tab/>
        <w:t>2.025e0</w:t>
      </w:r>
    </w:p>
    <w:p w:rsidR="007B2329" w:rsidRDefault="007B2329" w:rsidP="007B2329">
      <w:r>
        <w:t>171.2456</w:t>
      </w:r>
      <w:r>
        <w:tab/>
        <w:t>1.013e0</w:t>
      </w:r>
    </w:p>
    <w:p w:rsidR="007B2329" w:rsidRDefault="007B2329" w:rsidP="007B2329">
      <w:r>
        <w:t>171.2559</w:t>
      </w:r>
      <w:r>
        <w:tab/>
        <w:t>3.038e0</w:t>
      </w:r>
    </w:p>
    <w:p w:rsidR="007B2329" w:rsidRDefault="007B2329" w:rsidP="007B2329">
      <w:r>
        <w:t>171.2628</w:t>
      </w:r>
      <w:r>
        <w:tab/>
        <w:t>1.013e0</w:t>
      </w:r>
    </w:p>
    <w:p w:rsidR="007B2329" w:rsidRDefault="007B2329" w:rsidP="007B2329">
      <w:r>
        <w:lastRenderedPageBreak/>
        <w:t>171.2696</w:t>
      </w:r>
      <w:r>
        <w:tab/>
        <w:t>1.013e0</w:t>
      </w:r>
    </w:p>
    <w:p w:rsidR="007B2329" w:rsidRDefault="007B2329" w:rsidP="007B2329">
      <w:r>
        <w:t>171.2729</w:t>
      </w:r>
      <w:r>
        <w:tab/>
        <w:t>4.051e0</w:t>
      </w:r>
    </w:p>
    <w:p w:rsidR="007B2329" w:rsidRDefault="007B2329" w:rsidP="007B2329">
      <w:r>
        <w:t>171.2899</w:t>
      </w:r>
      <w:r>
        <w:tab/>
        <w:t>1.013e0</w:t>
      </w:r>
    </w:p>
    <w:p w:rsidR="007B2329" w:rsidRDefault="007B2329" w:rsidP="007B2329">
      <w:r>
        <w:t>171.2935</w:t>
      </w:r>
      <w:r>
        <w:tab/>
        <w:t>1.025e0</w:t>
      </w:r>
    </w:p>
    <w:p w:rsidR="007B2329" w:rsidRDefault="007B2329" w:rsidP="007B2329">
      <w:r>
        <w:t>171.3006</w:t>
      </w:r>
      <w:r>
        <w:tab/>
        <w:t>2.025e0</w:t>
      </w:r>
    </w:p>
    <w:p w:rsidR="007B2329" w:rsidRDefault="007B2329" w:rsidP="007B2329">
      <w:r>
        <w:t>171.3181</w:t>
      </w:r>
      <w:r>
        <w:tab/>
        <w:t>1.013e0</w:t>
      </w:r>
    </w:p>
    <w:p w:rsidR="007B2329" w:rsidRDefault="007B2329" w:rsidP="007B2329">
      <w:r>
        <w:t>171.3234</w:t>
      </w:r>
      <w:r>
        <w:tab/>
        <w:t>2.025e0</w:t>
      </w:r>
    </w:p>
    <w:p w:rsidR="007B2329" w:rsidRDefault="007B2329" w:rsidP="007B2329">
      <w:r>
        <w:t>171.3287</w:t>
      </w:r>
      <w:r>
        <w:tab/>
        <w:t>1.013e0</w:t>
      </w:r>
    </w:p>
    <w:p w:rsidR="007B2329" w:rsidRDefault="007B2329" w:rsidP="007B2329">
      <w:r>
        <w:t>171.3427</w:t>
      </w:r>
      <w:r>
        <w:tab/>
        <w:t>1.013e0</w:t>
      </w:r>
    </w:p>
    <w:p w:rsidR="007B2329" w:rsidRDefault="007B2329" w:rsidP="007B2329">
      <w:r>
        <w:t>171.3470</w:t>
      </w:r>
      <w:r>
        <w:tab/>
        <w:t>4.051e0</w:t>
      </w:r>
    </w:p>
    <w:p w:rsidR="007B2329" w:rsidRDefault="007B2329" w:rsidP="007B2329">
      <w:r>
        <w:t>171.3533</w:t>
      </w:r>
      <w:r>
        <w:tab/>
        <w:t>2.025e0</w:t>
      </w:r>
    </w:p>
    <w:p w:rsidR="007B2329" w:rsidRDefault="007B2329" w:rsidP="007B2329">
      <w:r>
        <w:t>171.3568</w:t>
      </w:r>
      <w:r>
        <w:tab/>
        <w:t>1.013e0</w:t>
      </w:r>
    </w:p>
    <w:p w:rsidR="007B2329" w:rsidRDefault="007B2329" w:rsidP="007B2329">
      <w:r>
        <w:t>171.3605</w:t>
      </w:r>
      <w:r>
        <w:tab/>
        <w:t>1.013e0</w:t>
      </w:r>
    </w:p>
    <w:p w:rsidR="007B2329" w:rsidRDefault="007B2329" w:rsidP="007B2329">
      <w:r>
        <w:t>171.3639</w:t>
      </w:r>
      <w:r>
        <w:tab/>
        <w:t>1.013e0</w:t>
      </w:r>
    </w:p>
    <w:p w:rsidR="007B2329" w:rsidRDefault="007B2329" w:rsidP="007B2329">
      <w:r>
        <w:t>171.3803</w:t>
      </w:r>
      <w:r>
        <w:tab/>
        <w:t>4.051e0</w:t>
      </w:r>
    </w:p>
    <w:p w:rsidR="007B2329" w:rsidRDefault="007B2329" w:rsidP="007B2329">
      <w:r>
        <w:t>171.3860</w:t>
      </w:r>
      <w:r>
        <w:tab/>
        <w:t>2.025e0</w:t>
      </w:r>
    </w:p>
    <w:p w:rsidR="007B2329" w:rsidRDefault="007B2329" w:rsidP="007B2329">
      <w:r>
        <w:t>171.3910</w:t>
      </w:r>
      <w:r>
        <w:tab/>
        <w:t>3.038e0</w:t>
      </w:r>
    </w:p>
    <w:p w:rsidR="007B2329" w:rsidRDefault="007B2329" w:rsidP="007B2329">
      <w:r>
        <w:t>171.4029</w:t>
      </w:r>
      <w:r>
        <w:tab/>
        <w:t>1.025e0</w:t>
      </w:r>
    </w:p>
    <w:p w:rsidR="007B2329" w:rsidRDefault="007B2329" w:rsidP="007B2329">
      <w:r>
        <w:t>171.4119</w:t>
      </w:r>
      <w:r>
        <w:tab/>
        <w:t>2.025e0</w:t>
      </w:r>
    </w:p>
    <w:p w:rsidR="007B2329" w:rsidRDefault="007B2329" w:rsidP="007B2329">
      <w:r>
        <w:lastRenderedPageBreak/>
        <w:t>171.4225</w:t>
      </w:r>
      <w:r>
        <w:tab/>
        <w:t>2.025e0</w:t>
      </w:r>
    </w:p>
    <w:p w:rsidR="007B2329" w:rsidRDefault="007B2329" w:rsidP="007B2329">
      <w:r>
        <w:t>171.4260</w:t>
      </w:r>
      <w:r>
        <w:tab/>
        <w:t>1.025e0</w:t>
      </w:r>
    </w:p>
    <w:p w:rsidR="007B2329" w:rsidRDefault="007B2329" w:rsidP="007B2329">
      <w:r>
        <w:t>171.4295</w:t>
      </w:r>
      <w:r>
        <w:tab/>
        <w:t>1.013e0</w:t>
      </w:r>
    </w:p>
    <w:p w:rsidR="007B2329" w:rsidRDefault="007B2329" w:rsidP="007B2329">
      <w:r>
        <w:t>171.4365</w:t>
      </w:r>
      <w:r>
        <w:tab/>
        <w:t>1.013e0</w:t>
      </w:r>
    </w:p>
    <w:p w:rsidR="007B2329" w:rsidRDefault="007B2329" w:rsidP="007B2329">
      <w:r>
        <w:t>171.4435</w:t>
      </w:r>
      <w:r>
        <w:tab/>
        <w:t>1.013e0</w:t>
      </w:r>
    </w:p>
    <w:p w:rsidR="007B2329" w:rsidRDefault="007B2329" w:rsidP="007B2329">
      <w:r>
        <w:t>171.4523</w:t>
      </w:r>
      <w:r>
        <w:tab/>
        <w:t>2.025e0</w:t>
      </w:r>
    </w:p>
    <w:p w:rsidR="007B2329" w:rsidRDefault="007B2329" w:rsidP="007B2329">
      <w:r>
        <w:t>171.4576</w:t>
      </w:r>
      <w:r>
        <w:tab/>
        <w:t>1.013e0</w:t>
      </w:r>
    </w:p>
    <w:p w:rsidR="007B2329" w:rsidRDefault="007B2329" w:rsidP="007B2329">
      <w:r>
        <w:t>171.4612</w:t>
      </w:r>
      <w:r>
        <w:tab/>
        <w:t>1.013e0</w:t>
      </w:r>
    </w:p>
    <w:p w:rsidR="007B2329" w:rsidRDefault="007B2329" w:rsidP="007B2329">
      <w:r>
        <w:t>171.4682</w:t>
      </w:r>
      <w:r>
        <w:tab/>
        <w:t>1.013e0</w:t>
      </w:r>
    </w:p>
    <w:p w:rsidR="007B2329" w:rsidRDefault="007B2329" w:rsidP="007B2329">
      <w:r>
        <w:t>171.4821</w:t>
      </w:r>
      <w:r>
        <w:tab/>
        <w:t>1.013e0</w:t>
      </w:r>
    </w:p>
    <w:p w:rsidR="007B2329" w:rsidRDefault="007B2329" w:rsidP="007B2329">
      <w:r>
        <w:t>171.4837</w:t>
      </w:r>
      <w:r>
        <w:tab/>
        <w:t>2.025e0</w:t>
      </w:r>
    </w:p>
    <w:p w:rsidR="007B2329" w:rsidRDefault="007B2329" w:rsidP="007B2329">
      <w:r>
        <w:t>171.4853</w:t>
      </w:r>
      <w:r>
        <w:tab/>
        <w:t>4.051e0</w:t>
      </w:r>
    </w:p>
    <w:p w:rsidR="007B2329" w:rsidRDefault="007B2329" w:rsidP="007B2329">
      <w:r>
        <w:t>171.4924</w:t>
      </w:r>
      <w:r>
        <w:tab/>
        <w:t>1.013e0</w:t>
      </w:r>
    </w:p>
    <w:p w:rsidR="007B2329" w:rsidRDefault="007B2329" w:rsidP="007B2329">
      <w:r>
        <w:t>171.4957</w:t>
      </w:r>
      <w:r>
        <w:tab/>
        <w:t>1.013e0</w:t>
      </w:r>
    </w:p>
    <w:p w:rsidR="007B2329" w:rsidRDefault="007B2329" w:rsidP="007B2329">
      <w:r>
        <w:t>171.4990</w:t>
      </w:r>
      <w:r>
        <w:tab/>
        <w:t>1.013e0</w:t>
      </w:r>
    </w:p>
    <w:p w:rsidR="007B2329" w:rsidRDefault="007B2329" w:rsidP="007B2329">
      <w:r>
        <w:t>171.5041</w:t>
      </w:r>
      <w:r>
        <w:tab/>
        <w:t>2.025e0</w:t>
      </w:r>
    </w:p>
    <w:p w:rsidR="007B2329" w:rsidRDefault="007B2329" w:rsidP="007B2329">
      <w:r>
        <w:t>171.5125</w:t>
      </w:r>
      <w:r>
        <w:tab/>
        <w:t>1.013e0</w:t>
      </w:r>
    </w:p>
    <w:p w:rsidR="007B2329" w:rsidRDefault="007B2329" w:rsidP="007B2329">
      <w:r>
        <w:t>171.5197</w:t>
      </w:r>
      <w:r>
        <w:tab/>
        <w:t>1.013e0</w:t>
      </w:r>
    </w:p>
    <w:p w:rsidR="007B2329" w:rsidRDefault="007B2329" w:rsidP="007B2329">
      <w:r>
        <w:t>171.5338</w:t>
      </w:r>
      <w:r>
        <w:tab/>
        <w:t>1.013e0</w:t>
      </w:r>
    </w:p>
    <w:p w:rsidR="007B2329" w:rsidRDefault="007B2329" w:rsidP="007B2329">
      <w:r>
        <w:lastRenderedPageBreak/>
        <w:t>171.5408</w:t>
      </w:r>
      <w:r>
        <w:tab/>
        <w:t>2.532e-2</w:t>
      </w:r>
    </w:p>
    <w:p w:rsidR="007B2329" w:rsidRDefault="007B2329" w:rsidP="007B2329">
      <w:r>
        <w:t>171.5513</w:t>
      </w:r>
      <w:r>
        <w:tab/>
        <w:t>1.013e0</w:t>
      </w:r>
    </w:p>
    <w:p w:rsidR="007B2329" w:rsidRDefault="007B2329" w:rsidP="007B2329">
      <w:r>
        <w:t>171.5539</w:t>
      </w:r>
      <w:r>
        <w:tab/>
        <w:t>4.051e0</w:t>
      </w:r>
    </w:p>
    <w:p w:rsidR="007B2329" w:rsidRDefault="007B2329" w:rsidP="007B2329">
      <w:r>
        <w:t>171.5619</w:t>
      </w:r>
      <w:r>
        <w:tab/>
        <w:t>1.013e0</w:t>
      </w:r>
    </w:p>
    <w:p w:rsidR="007B2329" w:rsidRDefault="007B2329" w:rsidP="007B2329">
      <w:r>
        <w:t>171.5689</w:t>
      </w:r>
      <w:r>
        <w:tab/>
        <w:t>2.025e0</w:t>
      </w:r>
    </w:p>
    <w:p w:rsidR="007B2329" w:rsidRDefault="007B2329" w:rsidP="007B2329">
      <w:r>
        <w:t>171.5777</w:t>
      </w:r>
      <w:r>
        <w:tab/>
        <w:t>4.051e0</w:t>
      </w:r>
    </w:p>
    <w:p w:rsidR="007B2329" w:rsidRDefault="007B2329" w:rsidP="007B2329">
      <w:r>
        <w:t>171.5849</w:t>
      </w:r>
      <w:r>
        <w:tab/>
        <w:t>4.051e0</w:t>
      </w:r>
    </w:p>
    <w:p w:rsidR="007B2329" w:rsidRDefault="007B2329" w:rsidP="007B2329">
      <w:r>
        <w:t>171.5901</w:t>
      </w:r>
      <w:r>
        <w:tab/>
        <w:t>1.013e0</w:t>
      </w:r>
    </w:p>
    <w:p w:rsidR="007B2329" w:rsidRDefault="007B2329" w:rsidP="007B2329">
      <w:r>
        <w:t>171.5970</w:t>
      </w:r>
      <w:r>
        <w:tab/>
        <w:t>1.013e0</w:t>
      </w:r>
    </w:p>
    <w:p w:rsidR="007B2329" w:rsidRDefault="007B2329" w:rsidP="007B2329">
      <w:r>
        <w:t>171.6004</w:t>
      </w:r>
      <w:r>
        <w:tab/>
        <w:t>1.013e0</w:t>
      </w:r>
    </w:p>
    <w:p w:rsidR="007B2329" w:rsidRDefault="007B2329" w:rsidP="007B2329">
      <w:r>
        <w:t>171.6071</w:t>
      </w:r>
      <w:r>
        <w:tab/>
        <w:t>1.013e0</w:t>
      </w:r>
    </w:p>
    <w:p w:rsidR="007B2329" w:rsidRDefault="007B2329" w:rsidP="007B2329">
      <w:r>
        <w:t>171.6122</w:t>
      </w:r>
      <w:r>
        <w:tab/>
        <w:t>2.025e0</w:t>
      </w:r>
    </w:p>
    <w:p w:rsidR="007B2329" w:rsidRDefault="007B2329" w:rsidP="007B2329">
      <w:r>
        <w:t>171.6139</w:t>
      </w:r>
      <w:r>
        <w:tab/>
        <w:t>1.013e0</w:t>
      </w:r>
    </w:p>
    <w:p w:rsidR="007B2329" w:rsidRDefault="007B2329" w:rsidP="007B2329">
      <w:r>
        <w:t>171.6186</w:t>
      </w:r>
      <w:r>
        <w:tab/>
        <w:t>2.025e0</w:t>
      </w:r>
    </w:p>
    <w:p w:rsidR="007B2329" w:rsidRDefault="007B2329" w:rsidP="007B2329">
      <w:r>
        <w:t>171.6207</w:t>
      </w:r>
      <w:r>
        <w:tab/>
        <w:t>1.013e0</w:t>
      </w:r>
    </w:p>
    <w:p w:rsidR="007B2329" w:rsidRDefault="007B2329" w:rsidP="007B2329">
      <w:r>
        <w:t>171.6274</w:t>
      </w:r>
      <w:r>
        <w:tab/>
        <w:t>2.025e0</w:t>
      </w:r>
    </w:p>
    <w:p w:rsidR="007B2329" w:rsidRDefault="007B2329" w:rsidP="007B2329">
      <w:r>
        <w:t>171.6381</w:t>
      </w:r>
      <w:r>
        <w:tab/>
        <w:t>1.013e0</w:t>
      </w:r>
    </w:p>
    <w:p w:rsidR="007B2329" w:rsidRDefault="007B2329" w:rsidP="007B2329">
      <w:r>
        <w:t>171.6451</w:t>
      </w:r>
      <w:r>
        <w:tab/>
        <w:t>3.038e0</w:t>
      </w:r>
    </w:p>
    <w:p w:rsidR="007B2329" w:rsidRDefault="007B2329" w:rsidP="007B2329">
      <w:r>
        <w:t>171.6593</w:t>
      </w:r>
      <w:r>
        <w:tab/>
        <w:t>1.266e-2</w:t>
      </w:r>
    </w:p>
    <w:p w:rsidR="007B2329" w:rsidRDefault="007B2329" w:rsidP="007B2329">
      <w:r>
        <w:lastRenderedPageBreak/>
        <w:t>171.6627</w:t>
      </w:r>
      <w:r>
        <w:tab/>
        <w:t>3.038e0</w:t>
      </w:r>
    </w:p>
    <w:p w:rsidR="007B2329" w:rsidRDefault="007B2329" w:rsidP="007B2329">
      <w:r>
        <w:t>171.6909</w:t>
      </w:r>
      <w:r>
        <w:tab/>
        <w:t>1.013e0</w:t>
      </w:r>
    </w:p>
    <w:p w:rsidR="007B2329" w:rsidRDefault="007B2329" w:rsidP="007B2329">
      <w:r>
        <w:t>171.6980</w:t>
      </w:r>
      <w:r>
        <w:tab/>
        <w:t>2.025e0</w:t>
      </w:r>
    </w:p>
    <w:p w:rsidR="007B2329" w:rsidRDefault="007B2329" w:rsidP="007B2329">
      <w:r>
        <w:t>171.7051</w:t>
      </w:r>
      <w:r>
        <w:tab/>
        <w:t>1.013e0</w:t>
      </w:r>
    </w:p>
    <w:p w:rsidR="007B2329" w:rsidRDefault="007B2329" w:rsidP="007B2329">
      <w:r>
        <w:t>171.7087</w:t>
      </w:r>
      <w:r>
        <w:tab/>
        <w:t>1.025e0</w:t>
      </w:r>
    </w:p>
    <w:p w:rsidR="007B2329" w:rsidRDefault="007B2329" w:rsidP="007B2329">
      <w:r>
        <w:t>171.7121</w:t>
      </w:r>
      <w:r>
        <w:tab/>
        <w:t>4.051e0</w:t>
      </w:r>
    </w:p>
    <w:p w:rsidR="007B2329" w:rsidRDefault="007B2329" w:rsidP="007B2329">
      <w:r>
        <w:t>171.7254</w:t>
      </w:r>
      <w:r>
        <w:tab/>
        <w:t>1.013e0</w:t>
      </w:r>
    </w:p>
    <w:p w:rsidR="007B2329" w:rsidRDefault="007B2329" w:rsidP="007B2329">
      <w:r>
        <w:t>171.7302</w:t>
      </w:r>
      <w:r>
        <w:tab/>
        <w:t>3.038e0</w:t>
      </w:r>
    </w:p>
    <w:p w:rsidR="007B2329" w:rsidRDefault="007B2329" w:rsidP="007B2329">
      <w:r>
        <w:t>171.7424</w:t>
      </w:r>
      <w:r>
        <w:tab/>
        <w:t>1.013e0</w:t>
      </w:r>
    </w:p>
    <w:p w:rsidR="007B2329" w:rsidRDefault="007B2329" w:rsidP="007B2329">
      <w:r>
        <w:t>171.7531</w:t>
      </w:r>
      <w:r>
        <w:tab/>
        <w:t>1.013e0</w:t>
      </w:r>
    </w:p>
    <w:p w:rsidR="007B2329" w:rsidRDefault="007B2329" w:rsidP="007B2329">
      <w:r>
        <w:t>171.7672</w:t>
      </w:r>
      <w:r>
        <w:tab/>
        <w:t>1.013e0</w:t>
      </w:r>
    </w:p>
    <w:p w:rsidR="007B2329" w:rsidRDefault="007B2329" w:rsidP="007B2329">
      <w:r>
        <w:t>171.7777</w:t>
      </w:r>
      <w:r>
        <w:tab/>
        <w:t>1.013e0</w:t>
      </w:r>
    </w:p>
    <w:p w:rsidR="007B2329" w:rsidRDefault="007B2329" w:rsidP="007B2329">
      <w:r>
        <w:t>171.7812</w:t>
      </w:r>
      <w:r>
        <w:tab/>
        <w:t>1.013e0</w:t>
      </w:r>
    </w:p>
    <w:p w:rsidR="007B2329" w:rsidRDefault="007B2329" w:rsidP="007B2329">
      <w:r>
        <w:t>171.7860</w:t>
      </w:r>
      <w:r>
        <w:tab/>
        <w:t>5.063e0</w:t>
      </w:r>
    </w:p>
    <w:p w:rsidR="007B2329" w:rsidRDefault="007B2329" w:rsidP="007B2329">
      <w:r>
        <w:t>171.7882</w:t>
      </w:r>
      <w:r>
        <w:tab/>
        <w:t>5.063e0</w:t>
      </w:r>
    </w:p>
    <w:p w:rsidR="007B2329" w:rsidRDefault="007B2329" w:rsidP="007B2329">
      <w:r>
        <w:t>171.8023</w:t>
      </w:r>
      <w:r>
        <w:tab/>
        <w:t>1.013e0</w:t>
      </w:r>
    </w:p>
    <w:p w:rsidR="007B2329" w:rsidRDefault="007B2329" w:rsidP="007B2329">
      <w:r>
        <w:t>171.8087</w:t>
      </w:r>
      <w:r>
        <w:tab/>
        <w:t>1.702e0</w:t>
      </w:r>
    </w:p>
    <w:p w:rsidR="007B2329" w:rsidRDefault="007B2329" w:rsidP="007B2329">
      <w:r>
        <w:t>171.8129</w:t>
      </w:r>
      <w:r>
        <w:tab/>
        <w:t>1.013e0</w:t>
      </w:r>
    </w:p>
    <w:p w:rsidR="007B2329" w:rsidRDefault="007B2329" w:rsidP="007B2329">
      <w:r>
        <w:t>171.8165</w:t>
      </w:r>
      <w:r>
        <w:tab/>
        <w:t>2.532e-2</w:t>
      </w:r>
    </w:p>
    <w:p w:rsidR="007B2329" w:rsidRDefault="007B2329" w:rsidP="007B2329">
      <w:r>
        <w:lastRenderedPageBreak/>
        <w:t>171.8269</w:t>
      </w:r>
      <w:r>
        <w:tab/>
        <w:t>2.038e0</w:t>
      </w:r>
    </w:p>
    <w:p w:rsidR="007B2329" w:rsidRDefault="007B2329" w:rsidP="007B2329">
      <w:r>
        <w:t>171.8336</w:t>
      </w:r>
      <w:r>
        <w:tab/>
        <w:t>1.013e0</w:t>
      </w:r>
    </w:p>
    <w:p w:rsidR="007B2329" w:rsidRDefault="007B2329" w:rsidP="007B2329">
      <w:r>
        <w:t>171.8535</w:t>
      </w:r>
      <w:r>
        <w:tab/>
        <w:t>6.076e0</w:t>
      </w:r>
    </w:p>
    <w:p w:rsidR="007B2329" w:rsidRDefault="007B2329" w:rsidP="007B2329">
      <w:r>
        <w:t>171.8555</w:t>
      </w:r>
      <w:r>
        <w:tab/>
        <w:t>2.025e0</w:t>
      </w:r>
    </w:p>
    <w:p w:rsidR="007B2329" w:rsidRDefault="007B2329" w:rsidP="007B2329">
      <w:r>
        <w:t>171.8735</w:t>
      </w:r>
      <w:r>
        <w:tab/>
        <w:t>3.038e0</w:t>
      </w:r>
    </w:p>
    <w:p w:rsidR="007B2329" w:rsidRDefault="007B2329" w:rsidP="007B2329">
      <w:r>
        <w:t>171.8786</w:t>
      </w:r>
      <w:r>
        <w:tab/>
        <w:t>1.013e0</w:t>
      </w:r>
    </w:p>
    <w:p w:rsidR="007B2329" w:rsidRDefault="007B2329" w:rsidP="007B2329">
      <w:r>
        <w:t>171.8821</w:t>
      </w:r>
      <w:r>
        <w:tab/>
        <w:t>2.025e0</w:t>
      </w:r>
    </w:p>
    <w:p w:rsidR="007B2329" w:rsidRDefault="007B2329" w:rsidP="007B2329">
      <w:r>
        <w:t>171.8857</w:t>
      </w:r>
      <w:r>
        <w:tab/>
        <w:t>1.013e0</w:t>
      </w:r>
    </w:p>
    <w:p w:rsidR="007B2329" w:rsidRDefault="007B2329" w:rsidP="007B2329">
      <w:r>
        <w:t>171.8997</w:t>
      </w:r>
      <w:r>
        <w:tab/>
        <w:t>4.051e0</w:t>
      </w:r>
    </w:p>
    <w:p w:rsidR="007B2329" w:rsidRDefault="007B2329" w:rsidP="007B2329">
      <w:r>
        <w:t>171.9032</w:t>
      </w:r>
      <w:r>
        <w:tab/>
        <w:t>3.038e0</w:t>
      </w:r>
    </w:p>
    <w:p w:rsidR="007B2329" w:rsidRDefault="007B2329" w:rsidP="007B2329">
      <w:r>
        <w:t>171.9067</w:t>
      </w:r>
      <w:r>
        <w:tab/>
        <w:t>1.013e0</w:t>
      </w:r>
    </w:p>
    <w:p w:rsidR="007B2329" w:rsidRDefault="007B2329" w:rsidP="007B2329">
      <w:r>
        <w:t>171.9173</w:t>
      </w:r>
      <w:r>
        <w:tab/>
        <w:t>1.013e0</w:t>
      </w:r>
    </w:p>
    <w:p w:rsidR="007B2329" w:rsidRDefault="007B2329" w:rsidP="007B2329">
      <w:r>
        <w:t>171.9208</w:t>
      </w:r>
      <w:r>
        <w:tab/>
        <w:t>2.025e0</w:t>
      </w:r>
    </w:p>
    <w:p w:rsidR="007B2329" w:rsidRDefault="007B2329" w:rsidP="007B2329">
      <w:r>
        <w:t>171.9261</w:t>
      </w:r>
      <w:r>
        <w:tab/>
        <w:t>2.025e0</w:t>
      </w:r>
    </w:p>
    <w:p w:rsidR="007B2329" w:rsidRDefault="007B2329" w:rsidP="007B2329">
      <w:r>
        <w:t>171.9279</w:t>
      </w:r>
      <w:r>
        <w:tab/>
        <w:t>1.013e0</w:t>
      </w:r>
    </w:p>
    <w:p w:rsidR="007B2329" w:rsidRDefault="007B2329" w:rsidP="007B2329">
      <w:r>
        <w:t>171.9350</w:t>
      </w:r>
      <w:r>
        <w:tab/>
        <w:t>1.013e0</w:t>
      </w:r>
    </w:p>
    <w:p w:rsidR="007B2329" w:rsidRDefault="007B2329" w:rsidP="007B2329">
      <w:r>
        <w:t>171.9405</w:t>
      </w:r>
      <w:r>
        <w:tab/>
        <w:t>1.839e0</w:t>
      </w:r>
    </w:p>
    <w:p w:rsidR="007B2329" w:rsidRDefault="007B2329" w:rsidP="007B2329">
      <w:r>
        <w:t>171.9486</w:t>
      </w:r>
      <w:r>
        <w:tab/>
        <w:t>1.013e0</w:t>
      </w:r>
    </w:p>
    <w:p w:rsidR="007B2329" w:rsidRDefault="007B2329" w:rsidP="007B2329">
      <w:r>
        <w:t>171.9554</w:t>
      </w:r>
      <w:r>
        <w:tab/>
        <w:t>1.013e0</w:t>
      </w:r>
    </w:p>
    <w:p w:rsidR="007B2329" w:rsidRDefault="007B2329" w:rsidP="007B2329">
      <w:r>
        <w:lastRenderedPageBreak/>
        <w:t>171.9588</w:t>
      </w:r>
      <w:r>
        <w:tab/>
        <w:t>2.025e0</w:t>
      </w:r>
    </w:p>
    <w:p w:rsidR="007B2329" w:rsidRDefault="007B2329" w:rsidP="007B2329">
      <w:r>
        <w:t>171.9673</w:t>
      </w:r>
      <w:r>
        <w:tab/>
        <w:t>2.025e0</w:t>
      </w:r>
    </w:p>
    <w:p w:rsidR="007B2329" w:rsidRDefault="007B2329" w:rsidP="007B2329">
      <w:r>
        <w:t>171.9795</w:t>
      </w:r>
      <w:r>
        <w:tab/>
        <w:t>1.013e0</w:t>
      </w:r>
    </w:p>
    <w:p w:rsidR="007B2329" w:rsidRDefault="007B2329" w:rsidP="007B2329">
      <w:r>
        <w:t>171.9829</w:t>
      </w:r>
      <w:r>
        <w:tab/>
        <w:t>1.013e0</w:t>
      </w:r>
    </w:p>
    <w:p w:rsidR="007B2329" w:rsidRDefault="007B2329" w:rsidP="007B2329">
      <w:r>
        <w:t>171.9847</w:t>
      </w:r>
      <w:r>
        <w:tab/>
        <w:t>2.025e0</w:t>
      </w:r>
    </w:p>
    <w:p w:rsidR="007B2329" w:rsidRDefault="007B2329" w:rsidP="007B2329">
      <w:r>
        <w:t>171.9935</w:t>
      </w:r>
      <w:r>
        <w:tab/>
        <w:t>1.013e0</w:t>
      </w:r>
    </w:p>
    <w:p w:rsidR="007B2329" w:rsidRDefault="007B2329" w:rsidP="007B2329">
      <w:r>
        <w:t>171.9972</w:t>
      </w:r>
      <w:r>
        <w:tab/>
        <w:t>1.013e0</w:t>
      </w:r>
    </w:p>
    <w:p w:rsidR="007B2329" w:rsidRDefault="007B2329" w:rsidP="007B2329">
      <w:r>
        <w:t>172.0042</w:t>
      </w:r>
      <w:r>
        <w:tab/>
        <w:t>1.013e0</w:t>
      </w:r>
    </w:p>
    <w:p w:rsidR="007B2329" w:rsidRDefault="007B2329" w:rsidP="007B2329">
      <w:r>
        <w:t>172.0147</w:t>
      </w:r>
      <w:r>
        <w:tab/>
        <w:t>1.013e0</w:t>
      </w:r>
    </w:p>
    <w:p w:rsidR="007B2329" w:rsidRDefault="007B2329" w:rsidP="007B2329">
      <w:r>
        <w:t>172.0217</w:t>
      </w:r>
      <w:r>
        <w:tab/>
        <w:t>2.025e0</w:t>
      </w:r>
    </w:p>
    <w:p w:rsidR="007B2329" w:rsidRDefault="007B2329" w:rsidP="007B2329">
      <w:r>
        <w:t>172.0305</w:t>
      </w:r>
      <w:r>
        <w:tab/>
        <w:t>2.025e0</w:t>
      </w:r>
    </w:p>
    <w:p w:rsidR="007B2329" w:rsidRDefault="007B2329" w:rsidP="007B2329">
      <w:r>
        <w:t>172.0411</w:t>
      </w:r>
      <w:r>
        <w:tab/>
        <w:t>2.025e0</w:t>
      </w:r>
    </w:p>
    <w:p w:rsidR="007B2329" w:rsidRDefault="007B2329" w:rsidP="007B2329">
      <w:r>
        <w:t>172.0429</w:t>
      </w:r>
      <w:r>
        <w:tab/>
        <w:t>2.025e0</w:t>
      </w:r>
    </w:p>
    <w:p w:rsidR="007B2329" w:rsidRDefault="007B2329" w:rsidP="007B2329">
      <w:r>
        <w:t>172.0448</w:t>
      </w:r>
      <w:r>
        <w:tab/>
        <w:t>1.038e0</w:t>
      </w:r>
    </w:p>
    <w:p w:rsidR="007B2329" w:rsidRDefault="007B2329" w:rsidP="007B2329">
      <w:r>
        <w:t>172.0569</w:t>
      </w:r>
      <w:r>
        <w:tab/>
        <w:t>2.025e0</w:t>
      </w:r>
    </w:p>
    <w:p w:rsidR="007B2329" w:rsidRDefault="007B2329" w:rsidP="007B2329">
      <w:r>
        <w:t>172.0772</w:t>
      </w:r>
      <w:r>
        <w:tab/>
        <w:t>1.013e0</w:t>
      </w:r>
    </w:p>
    <w:p w:rsidR="007B2329" w:rsidRDefault="007B2329" w:rsidP="007B2329">
      <w:r>
        <w:t>172.0841</w:t>
      </w:r>
      <w:r>
        <w:tab/>
        <w:t>3.038e0</w:t>
      </w:r>
    </w:p>
    <w:p w:rsidR="007B2329" w:rsidRDefault="007B2329" w:rsidP="007B2329">
      <w:r>
        <w:t>172.0854</w:t>
      </w:r>
      <w:r>
        <w:tab/>
        <w:t>2.025e0</w:t>
      </w:r>
    </w:p>
    <w:p w:rsidR="007B2329" w:rsidRDefault="007B2329" w:rsidP="007B2329">
      <w:r>
        <w:t>172.0874</w:t>
      </w:r>
      <w:r>
        <w:tab/>
        <w:t>1.013e0</w:t>
      </w:r>
    </w:p>
    <w:p w:rsidR="007B2329" w:rsidRDefault="007B2329" w:rsidP="007B2329">
      <w:r>
        <w:lastRenderedPageBreak/>
        <w:t>172.1051</w:t>
      </w:r>
      <w:r>
        <w:tab/>
        <w:t>4.051e0</w:t>
      </w:r>
    </w:p>
    <w:p w:rsidR="007B2329" w:rsidRDefault="007B2329" w:rsidP="007B2329">
      <w:r>
        <w:t>172.1085</w:t>
      </w:r>
      <w:r>
        <w:tab/>
        <w:t>2.025e0</w:t>
      </w:r>
    </w:p>
    <w:p w:rsidR="007B2329" w:rsidRDefault="007B2329" w:rsidP="007B2329">
      <w:r>
        <w:t>172.1214</w:t>
      </w:r>
      <w:r>
        <w:tab/>
        <w:t>1.527e0</w:t>
      </w:r>
    </w:p>
    <w:p w:rsidR="007B2329" w:rsidRDefault="007B2329" w:rsidP="007B2329">
      <w:r>
        <w:t>172.1227</w:t>
      </w:r>
      <w:r>
        <w:tab/>
        <w:t>1.013e0</w:t>
      </w:r>
    </w:p>
    <w:p w:rsidR="007B2329" w:rsidRDefault="007B2329" w:rsidP="007B2329">
      <w:r>
        <w:t>172.1287</w:t>
      </w:r>
      <w:r>
        <w:tab/>
        <w:t>3.038e0</w:t>
      </w:r>
    </w:p>
    <w:p w:rsidR="007B2329" w:rsidRDefault="007B2329" w:rsidP="007B2329">
      <w:r>
        <w:t>172.1315</w:t>
      </w:r>
      <w:r>
        <w:tab/>
        <w:t>2.025e0</w:t>
      </w:r>
    </w:p>
    <w:p w:rsidR="007B2329" w:rsidRDefault="007B2329" w:rsidP="007B2329">
      <w:r>
        <w:t>172.1403</w:t>
      </w:r>
      <w:r>
        <w:tab/>
        <w:t>2.025e0</w:t>
      </w:r>
    </w:p>
    <w:p w:rsidR="007B2329" w:rsidRDefault="007B2329" w:rsidP="007B2329">
      <w:r>
        <w:t>172.1438</w:t>
      </w:r>
      <w:r>
        <w:tab/>
        <w:t>2.532e-2</w:t>
      </w:r>
    </w:p>
    <w:p w:rsidR="007B2329" w:rsidRDefault="007B2329" w:rsidP="007B2329">
      <w:r>
        <w:t>172.1508</w:t>
      </w:r>
      <w:r>
        <w:tab/>
        <w:t>1.266e-2</w:t>
      </w:r>
    </w:p>
    <w:p w:rsidR="007B2329" w:rsidRDefault="007B2329" w:rsidP="007B2329">
      <w:r>
        <w:t>172.1543</w:t>
      </w:r>
      <w:r>
        <w:tab/>
        <w:t>2.025e0</w:t>
      </w:r>
    </w:p>
    <w:p w:rsidR="007B2329" w:rsidRDefault="007B2329" w:rsidP="007B2329">
      <w:r>
        <w:t>172.1579</w:t>
      </w:r>
      <w:r>
        <w:tab/>
        <w:t>2.025e0</w:t>
      </w:r>
    </w:p>
    <w:p w:rsidR="007B2329" w:rsidRDefault="007B2329" w:rsidP="007B2329">
      <w:r>
        <w:t>172.1649</w:t>
      </w:r>
      <w:r>
        <w:tab/>
        <w:t>1.013e0</w:t>
      </w:r>
    </w:p>
    <w:p w:rsidR="007B2329" w:rsidRDefault="007B2329" w:rsidP="007B2329">
      <w:r>
        <w:t>172.1800</w:t>
      </w:r>
      <w:r>
        <w:tab/>
        <w:t>3.038e0</w:t>
      </w:r>
    </w:p>
    <w:p w:rsidR="007B2329" w:rsidRDefault="007B2329" w:rsidP="007B2329">
      <w:r>
        <w:t>172.1924</w:t>
      </w:r>
      <w:r>
        <w:tab/>
        <w:t>1.013e0</w:t>
      </w:r>
    </w:p>
    <w:p w:rsidR="007B2329" w:rsidRDefault="007B2329" w:rsidP="007B2329">
      <w:r>
        <w:t>172.1958</w:t>
      </w:r>
      <w:r>
        <w:tab/>
        <w:t>2.025e0</w:t>
      </w:r>
    </w:p>
    <w:p w:rsidR="007B2329" w:rsidRDefault="007B2329" w:rsidP="007B2329">
      <w:r>
        <w:t>172.2060</w:t>
      </w:r>
      <w:r>
        <w:tab/>
        <w:t>2.025e0</w:t>
      </w:r>
    </w:p>
    <w:p w:rsidR="007B2329" w:rsidRDefault="007B2329" w:rsidP="007B2329">
      <w:r>
        <w:t>172.2130</w:t>
      </w:r>
      <w:r>
        <w:tab/>
        <w:t>1.013e0</w:t>
      </w:r>
    </w:p>
    <w:p w:rsidR="007B2329" w:rsidRDefault="007B2329" w:rsidP="007B2329">
      <w:r>
        <w:t>172.2182</w:t>
      </w:r>
      <w:r>
        <w:tab/>
        <w:t>2.025e0</w:t>
      </w:r>
    </w:p>
    <w:p w:rsidR="007B2329" w:rsidRDefault="007B2329" w:rsidP="007B2329">
      <w:r>
        <w:t>172.2201</w:t>
      </w:r>
      <w:r>
        <w:tab/>
        <w:t>1.013e0</w:t>
      </w:r>
    </w:p>
    <w:p w:rsidR="007B2329" w:rsidRDefault="007B2329" w:rsidP="007B2329">
      <w:r>
        <w:lastRenderedPageBreak/>
        <w:t>172.2342</w:t>
      </w:r>
      <w:r>
        <w:tab/>
        <w:t>1.013e0</w:t>
      </w:r>
    </w:p>
    <w:p w:rsidR="007B2329" w:rsidRDefault="007B2329" w:rsidP="007B2329">
      <w:r>
        <w:t>172.2377</w:t>
      </w:r>
      <w:r>
        <w:tab/>
        <w:t>2.025e0</w:t>
      </w:r>
    </w:p>
    <w:p w:rsidR="007B2329" w:rsidRDefault="007B2329" w:rsidP="007B2329">
      <w:r>
        <w:t>172.2447</w:t>
      </w:r>
      <w:r>
        <w:tab/>
        <w:t>1.013e0</w:t>
      </w:r>
    </w:p>
    <w:p w:rsidR="007B2329" w:rsidRDefault="007B2329" w:rsidP="007B2329">
      <w:r>
        <w:t>172.2588</w:t>
      </w:r>
      <w:r>
        <w:tab/>
        <w:t>1.013e0</w:t>
      </w:r>
    </w:p>
    <w:p w:rsidR="007B2329" w:rsidRDefault="007B2329" w:rsidP="007B2329">
      <w:r>
        <w:t>172.2641</w:t>
      </w:r>
      <w:r>
        <w:tab/>
        <w:t>2.025e0</w:t>
      </w:r>
    </w:p>
    <w:p w:rsidR="007B2329" w:rsidRDefault="007B2329" w:rsidP="007B2329">
      <w:r>
        <w:t>172.2658</w:t>
      </w:r>
      <w:r>
        <w:tab/>
        <w:t>1.013e0</w:t>
      </w:r>
    </w:p>
    <w:p w:rsidR="007B2329" w:rsidRDefault="007B2329" w:rsidP="007B2329">
      <w:r>
        <w:t>172.2688</w:t>
      </w:r>
      <w:r>
        <w:tab/>
        <w:t>2.604e0</w:t>
      </w:r>
    </w:p>
    <w:p w:rsidR="007B2329" w:rsidRDefault="007B2329" w:rsidP="007B2329">
      <w:r>
        <w:t>172.2765</w:t>
      </w:r>
      <w:r>
        <w:tab/>
        <w:t>1.013e0</w:t>
      </w:r>
    </w:p>
    <w:p w:rsidR="007B2329" w:rsidRDefault="007B2329" w:rsidP="007B2329">
      <w:r>
        <w:t>172.2801</w:t>
      </w:r>
      <w:r>
        <w:tab/>
        <w:t>1.266e-2</w:t>
      </w:r>
    </w:p>
    <w:p w:rsidR="007B2329" w:rsidRDefault="007B2329" w:rsidP="007B2329">
      <w:r>
        <w:t>172.2888</w:t>
      </w:r>
      <w:r>
        <w:tab/>
        <w:t>2.025e0</w:t>
      </w:r>
    </w:p>
    <w:p w:rsidR="007B2329" w:rsidRDefault="007B2329" w:rsidP="007B2329">
      <w:r>
        <w:t>172.2907</w:t>
      </w:r>
      <w:r>
        <w:tab/>
        <w:t>1.266e-2</w:t>
      </w:r>
    </w:p>
    <w:p w:rsidR="007B2329" w:rsidRDefault="007B2329" w:rsidP="007B2329">
      <w:r>
        <w:t>172.2941</w:t>
      </w:r>
      <w:r>
        <w:tab/>
        <w:t>2.025e0</w:t>
      </w:r>
    </w:p>
    <w:p w:rsidR="007B2329" w:rsidRDefault="007B2329" w:rsidP="007B2329">
      <w:r>
        <w:t>172.2975</w:t>
      </w:r>
      <w:r>
        <w:tab/>
        <w:t>1.044e0</w:t>
      </w:r>
    </w:p>
    <w:p w:rsidR="007B2329" w:rsidRDefault="007B2329" w:rsidP="007B2329">
      <w:r>
        <w:t>172.3009</w:t>
      </w:r>
      <w:r>
        <w:tab/>
        <w:t>1.013e0</w:t>
      </w:r>
    </w:p>
    <w:p w:rsidR="007B2329" w:rsidRDefault="007B2329" w:rsidP="007B2329">
      <w:r>
        <w:t>172.3111</w:t>
      </w:r>
      <w:r>
        <w:tab/>
        <w:t>1.013e0</w:t>
      </w:r>
    </w:p>
    <w:p w:rsidR="007B2329" w:rsidRDefault="007B2329" w:rsidP="007B2329">
      <w:r>
        <w:t>172.3145</w:t>
      </w:r>
      <w:r>
        <w:tab/>
        <w:t>1.013e0</w:t>
      </w:r>
    </w:p>
    <w:p w:rsidR="007B2329" w:rsidRDefault="007B2329" w:rsidP="007B2329">
      <w:r>
        <w:t>172.3178</w:t>
      </w:r>
      <w:r>
        <w:tab/>
        <w:t>1.013e0</w:t>
      </w:r>
    </w:p>
    <w:p w:rsidR="007B2329" w:rsidRDefault="007B2329" w:rsidP="007B2329">
      <w:r>
        <w:t>172.3212</w:t>
      </w:r>
      <w:r>
        <w:tab/>
        <w:t>1.013e0</w:t>
      </w:r>
    </w:p>
    <w:p w:rsidR="007B2329" w:rsidRDefault="007B2329" w:rsidP="007B2329">
      <w:r>
        <w:t>172.3387</w:t>
      </w:r>
      <w:r>
        <w:tab/>
        <w:t>4.723e0</w:t>
      </w:r>
    </w:p>
    <w:p w:rsidR="007B2329" w:rsidRDefault="007B2329" w:rsidP="007B2329">
      <w:r>
        <w:lastRenderedPageBreak/>
        <w:t>172.3439</w:t>
      </w:r>
      <w:r>
        <w:tab/>
        <w:t>2.025e0</w:t>
      </w:r>
    </w:p>
    <w:p w:rsidR="007B2329" w:rsidRDefault="007B2329" w:rsidP="007B2329">
      <w:r>
        <w:t>172.3493</w:t>
      </w:r>
      <w:r>
        <w:tab/>
        <w:t>1.013e0</w:t>
      </w:r>
    </w:p>
    <w:p w:rsidR="007B2329" w:rsidRDefault="007B2329" w:rsidP="007B2329">
      <w:r>
        <w:t>172.3510</w:t>
      </w:r>
      <w:r>
        <w:tab/>
        <w:t>3.038e0</w:t>
      </w:r>
    </w:p>
    <w:p w:rsidR="007B2329" w:rsidRDefault="007B2329" w:rsidP="007B2329">
      <w:r>
        <w:t>172.3528</w:t>
      </w:r>
      <w:r>
        <w:tab/>
        <w:t>2.025e0</w:t>
      </w:r>
    </w:p>
    <w:p w:rsidR="007B2329" w:rsidRDefault="007B2329" w:rsidP="007B2329">
      <w:r>
        <w:t>172.3704</w:t>
      </w:r>
      <w:r>
        <w:tab/>
        <w:t>2.025e0</w:t>
      </w:r>
    </w:p>
    <w:p w:rsidR="007B2329" w:rsidRDefault="007B2329" w:rsidP="007B2329">
      <w:r>
        <w:t>172.3739</w:t>
      </w:r>
      <w:r>
        <w:tab/>
        <w:t>1.013e0</w:t>
      </w:r>
    </w:p>
    <w:p w:rsidR="007B2329" w:rsidRDefault="007B2329" w:rsidP="007B2329">
      <w:r>
        <w:t>172.3845</w:t>
      </w:r>
      <w:r>
        <w:tab/>
        <w:t>1.266e-2</w:t>
      </w:r>
    </w:p>
    <w:p w:rsidR="007B2329" w:rsidRDefault="007B2329" w:rsidP="007B2329">
      <w:r>
        <w:t>172.3951</w:t>
      </w:r>
      <w:r>
        <w:tab/>
        <w:t>1.013e0</w:t>
      </w:r>
    </w:p>
    <w:p w:rsidR="007B2329" w:rsidRDefault="007B2329" w:rsidP="007B2329">
      <w:r>
        <w:t>172.4093</w:t>
      </w:r>
      <w:r>
        <w:tab/>
        <w:t>2.025e0</w:t>
      </w:r>
    </w:p>
    <w:p w:rsidR="007B2329" w:rsidRDefault="007B2329" w:rsidP="007B2329">
      <w:r>
        <w:t>172.4118</w:t>
      </w:r>
      <w:r>
        <w:tab/>
        <w:t>3.038e0</w:t>
      </w:r>
    </w:p>
    <w:p w:rsidR="007B2329" w:rsidRDefault="007B2329" w:rsidP="007B2329">
      <w:r>
        <w:t>172.4182</w:t>
      </w:r>
      <w:r>
        <w:tab/>
        <w:t>2.025e0</w:t>
      </w:r>
    </w:p>
    <w:p w:rsidR="007B2329" w:rsidRDefault="007B2329" w:rsidP="007B2329">
      <w:r>
        <w:t>172.4230</w:t>
      </w:r>
      <w:r>
        <w:tab/>
        <w:t>1.013e0</w:t>
      </w:r>
    </w:p>
    <w:p w:rsidR="007B2329" w:rsidRDefault="007B2329" w:rsidP="007B2329">
      <w:r>
        <w:t>172.4263</w:t>
      </w:r>
      <w:r>
        <w:tab/>
        <w:t>1.013e0</w:t>
      </w:r>
    </w:p>
    <w:p w:rsidR="007B2329" w:rsidRDefault="007B2329" w:rsidP="007B2329">
      <w:r>
        <w:t>172.4297</w:t>
      </w:r>
      <w:r>
        <w:tab/>
        <w:t>2.025e0</w:t>
      </w:r>
    </w:p>
    <w:p w:rsidR="007B2329" w:rsidRDefault="007B2329" w:rsidP="007B2329">
      <w:r>
        <w:t>172.4331</w:t>
      </w:r>
      <w:r>
        <w:tab/>
        <w:t>1.013e0</w:t>
      </w:r>
    </w:p>
    <w:p w:rsidR="007B2329" w:rsidRDefault="007B2329" w:rsidP="007B2329">
      <w:r>
        <w:t>172.4365</w:t>
      </w:r>
      <w:r>
        <w:tab/>
        <w:t>1.013e0</w:t>
      </w:r>
    </w:p>
    <w:p w:rsidR="007B2329" w:rsidRDefault="007B2329" w:rsidP="007B2329">
      <w:r>
        <w:t>172.4399</w:t>
      </w:r>
      <w:r>
        <w:tab/>
        <w:t>1.013e0</w:t>
      </w:r>
    </w:p>
    <w:p w:rsidR="007B2329" w:rsidRDefault="007B2329" w:rsidP="007B2329">
      <w:r>
        <w:t>172.4467</w:t>
      </w:r>
      <w:r>
        <w:tab/>
        <w:t>2.025e0</w:t>
      </w:r>
    </w:p>
    <w:p w:rsidR="007B2329" w:rsidRDefault="007B2329" w:rsidP="007B2329">
      <w:r>
        <w:t>172.4626</w:t>
      </w:r>
      <w:r>
        <w:tab/>
        <w:t>2.025e0</w:t>
      </w:r>
    </w:p>
    <w:p w:rsidR="007B2329" w:rsidRDefault="007B2329" w:rsidP="007B2329">
      <w:r>
        <w:lastRenderedPageBreak/>
        <w:t>172.4714</w:t>
      </w:r>
      <w:r>
        <w:tab/>
        <w:t>2.025e0</w:t>
      </w:r>
    </w:p>
    <w:p w:rsidR="007B2329" w:rsidRDefault="007B2329" w:rsidP="007B2329">
      <w:r>
        <w:t>172.4750</w:t>
      </w:r>
      <w:r>
        <w:tab/>
        <w:t>2.025e0</w:t>
      </w:r>
    </w:p>
    <w:p w:rsidR="007B2329" w:rsidRDefault="007B2329" w:rsidP="007B2329">
      <w:r>
        <w:t>172.4979</w:t>
      </w:r>
      <w:r>
        <w:tab/>
        <w:t>2.025e0</w:t>
      </w:r>
    </w:p>
    <w:p w:rsidR="007B2329" w:rsidRDefault="007B2329" w:rsidP="007B2329">
      <w:r>
        <w:t>172.4996</w:t>
      </w:r>
      <w:r>
        <w:tab/>
        <w:t>1.013e0</w:t>
      </w:r>
    </w:p>
    <w:p w:rsidR="007B2329" w:rsidRDefault="007B2329" w:rsidP="007B2329">
      <w:r>
        <w:t>172.5066</w:t>
      </w:r>
      <w:r>
        <w:tab/>
        <w:t>3.038e0</w:t>
      </w:r>
    </w:p>
    <w:p w:rsidR="007B2329" w:rsidRDefault="007B2329" w:rsidP="007B2329">
      <w:r>
        <w:t>172.5243</w:t>
      </w:r>
      <w:r>
        <w:tab/>
        <w:t>1.013e0</w:t>
      </w:r>
    </w:p>
    <w:p w:rsidR="007B2329" w:rsidRDefault="007B2329" w:rsidP="007B2329">
      <w:r>
        <w:t>172.5279</w:t>
      </w:r>
      <w:r>
        <w:tab/>
        <w:t>1.013e0</w:t>
      </w:r>
    </w:p>
    <w:p w:rsidR="007B2329" w:rsidRDefault="007B2329" w:rsidP="007B2329">
      <w:r>
        <w:t>172.5331</w:t>
      </w:r>
      <w:r>
        <w:tab/>
        <w:t>2.532e-2</w:t>
      </w:r>
    </w:p>
    <w:p w:rsidR="007B2329" w:rsidRDefault="007B2329" w:rsidP="007B2329">
      <w:r>
        <w:t>172.5350</w:t>
      </w:r>
      <w:r>
        <w:tab/>
        <w:t>2.025e0</w:t>
      </w:r>
    </w:p>
    <w:p w:rsidR="007B2329" w:rsidRDefault="007B2329" w:rsidP="007B2329">
      <w:r>
        <w:t>172.5418</w:t>
      </w:r>
      <w:r>
        <w:tab/>
        <w:t>2.025e0</w:t>
      </w:r>
    </w:p>
    <w:p w:rsidR="007B2329" w:rsidRDefault="007B2329" w:rsidP="007B2329">
      <w:r>
        <w:t>172.5485</w:t>
      </w:r>
      <w:r>
        <w:tab/>
        <w:t>1.013e0</w:t>
      </w:r>
    </w:p>
    <w:p w:rsidR="007B2329" w:rsidRDefault="007B2329" w:rsidP="007B2329">
      <w:r>
        <w:t>172.5553</w:t>
      </w:r>
      <w:r>
        <w:tab/>
        <w:t>3.038e0</w:t>
      </w:r>
    </w:p>
    <w:p w:rsidR="007B2329" w:rsidRDefault="007B2329" w:rsidP="007B2329">
      <w:r>
        <w:t>172.5597</w:t>
      </w:r>
      <w:r>
        <w:tab/>
        <w:t>3.038e0</w:t>
      </w:r>
    </w:p>
    <w:p w:rsidR="007B2329" w:rsidRDefault="007B2329" w:rsidP="007B2329">
      <w:r>
        <w:t>172.5688</w:t>
      </w:r>
      <w:r>
        <w:tab/>
        <w:t>1.013e0</w:t>
      </w:r>
    </w:p>
    <w:p w:rsidR="007B2329" w:rsidRDefault="007B2329" w:rsidP="007B2329">
      <w:r>
        <w:t>172.5721</w:t>
      </w:r>
      <w:r>
        <w:tab/>
        <w:t>4.051e0</w:t>
      </w:r>
    </w:p>
    <w:p w:rsidR="007B2329" w:rsidRDefault="007B2329" w:rsidP="007B2329">
      <w:r>
        <w:t>172.5760</w:t>
      </w:r>
      <w:r>
        <w:tab/>
        <w:t>2.532e-2</w:t>
      </w:r>
    </w:p>
    <w:p w:rsidR="007B2329" w:rsidRDefault="007B2329" w:rsidP="007B2329">
      <w:r>
        <w:t>172.5830</w:t>
      </w:r>
      <w:r>
        <w:tab/>
        <w:t>1.013e0</w:t>
      </w:r>
    </w:p>
    <w:p w:rsidR="007B2329" w:rsidRDefault="007B2329" w:rsidP="007B2329">
      <w:r>
        <w:t>172.5911</w:t>
      </w:r>
      <w:r>
        <w:tab/>
        <w:t>3.038e0</w:t>
      </w:r>
    </w:p>
    <w:p w:rsidR="007B2329" w:rsidRDefault="007B2329" w:rsidP="007B2329">
      <w:r>
        <w:t>172.5936</w:t>
      </w:r>
      <w:r>
        <w:tab/>
        <w:t>1.013e0</w:t>
      </w:r>
    </w:p>
    <w:p w:rsidR="007B2329" w:rsidRDefault="007B2329" w:rsidP="007B2329">
      <w:r>
        <w:lastRenderedPageBreak/>
        <w:t>172.6077</w:t>
      </w:r>
      <w:r>
        <w:tab/>
        <w:t>4.051e0</w:t>
      </w:r>
    </w:p>
    <w:p w:rsidR="007B2329" w:rsidRDefault="007B2329" w:rsidP="007B2329">
      <w:r>
        <w:t>172.6113</w:t>
      </w:r>
      <w:r>
        <w:tab/>
        <w:t>1.013e0</w:t>
      </w:r>
    </w:p>
    <w:p w:rsidR="007B2329" w:rsidRDefault="007B2329" w:rsidP="007B2329">
      <w:r>
        <w:t>172.6394</w:t>
      </w:r>
      <w:r>
        <w:tab/>
        <w:t>1.013e0</w:t>
      </w:r>
    </w:p>
    <w:p w:rsidR="007B2329" w:rsidRDefault="007B2329" w:rsidP="007B2329">
      <w:r>
        <w:t>172.6441</w:t>
      </w:r>
      <w:r>
        <w:tab/>
        <w:t>7.089e0</w:t>
      </w:r>
    </w:p>
    <w:p w:rsidR="007B2329" w:rsidRDefault="007B2329" w:rsidP="007B2329">
      <w:r>
        <w:t>172.6639</w:t>
      </w:r>
      <w:r>
        <w:tab/>
        <w:t>1.013e0</w:t>
      </w:r>
    </w:p>
    <w:p w:rsidR="007B2329" w:rsidRDefault="007B2329" w:rsidP="007B2329">
      <w:r>
        <w:t>172.6673</w:t>
      </w:r>
      <w:r>
        <w:tab/>
        <w:t>1.013e0</w:t>
      </w:r>
    </w:p>
    <w:p w:rsidR="007B2329" w:rsidRDefault="007B2329" w:rsidP="007B2329">
      <w:r>
        <w:t>172.6810</w:t>
      </w:r>
      <w:r>
        <w:tab/>
        <w:t>1.013e0</w:t>
      </w:r>
    </w:p>
    <w:p w:rsidR="007B2329" w:rsidRDefault="007B2329" w:rsidP="007B2329">
      <w:r>
        <w:t>172.6826</w:t>
      </w:r>
      <w:r>
        <w:tab/>
        <w:t>1.025e0</w:t>
      </w:r>
    </w:p>
    <w:p w:rsidR="007B2329" w:rsidRDefault="007B2329" w:rsidP="007B2329">
      <w:r>
        <w:t>172.6843</w:t>
      </w:r>
      <w:r>
        <w:tab/>
        <w:t>1.013e0</w:t>
      </w:r>
    </w:p>
    <w:p w:rsidR="007B2329" w:rsidRDefault="007B2329" w:rsidP="007B2329">
      <w:r>
        <w:t>172.6877</w:t>
      </w:r>
      <w:r>
        <w:tab/>
        <w:t>1.013e0</w:t>
      </w:r>
    </w:p>
    <w:p w:rsidR="007B2329" w:rsidRDefault="007B2329" w:rsidP="007B2329">
      <w:r>
        <w:t>172.6927</w:t>
      </w:r>
      <w:r>
        <w:tab/>
        <w:t>2.025e0</w:t>
      </w:r>
    </w:p>
    <w:p w:rsidR="007B2329" w:rsidRDefault="007B2329" w:rsidP="007B2329">
      <w:r>
        <w:t>172.6949</w:t>
      </w:r>
      <w:r>
        <w:tab/>
        <w:t>4.063e0</w:t>
      </w:r>
    </w:p>
    <w:p w:rsidR="007B2329" w:rsidRDefault="007B2329" w:rsidP="007B2329">
      <w:r>
        <w:t>172.7052</w:t>
      </w:r>
      <w:r>
        <w:tab/>
        <w:t>1.013e0</w:t>
      </w:r>
    </w:p>
    <w:p w:rsidR="007B2329" w:rsidRDefault="007B2329" w:rsidP="007B2329">
      <w:r>
        <w:t>172.7194</w:t>
      </w:r>
      <w:r>
        <w:tab/>
        <w:t>2.025e0</w:t>
      </w:r>
    </w:p>
    <w:p w:rsidR="007B2329" w:rsidRDefault="007B2329" w:rsidP="007B2329">
      <w:r>
        <w:t>172.7300</w:t>
      </w:r>
      <w:r>
        <w:tab/>
        <w:t>2.025e0</w:t>
      </w:r>
    </w:p>
    <w:p w:rsidR="007B2329" w:rsidRDefault="007B2329" w:rsidP="007B2329">
      <w:r>
        <w:t>172.7370</w:t>
      </w:r>
      <w:r>
        <w:tab/>
        <w:t>1.013e0</w:t>
      </w:r>
    </w:p>
    <w:p w:rsidR="007B2329" w:rsidRDefault="007B2329" w:rsidP="007B2329">
      <w:r>
        <w:t>172.7423</w:t>
      </w:r>
      <w:r>
        <w:tab/>
        <w:t>2.025e0</w:t>
      </w:r>
    </w:p>
    <w:p w:rsidR="007B2329" w:rsidRDefault="007B2329" w:rsidP="007B2329">
      <w:r>
        <w:t>172.7441</w:t>
      </w:r>
      <w:r>
        <w:tab/>
        <w:t>2.025e0</w:t>
      </w:r>
    </w:p>
    <w:p w:rsidR="007B2329" w:rsidRDefault="007B2329" w:rsidP="007B2329">
      <w:r>
        <w:t>172.7511</w:t>
      </w:r>
      <w:r>
        <w:tab/>
        <w:t>1.013e0</w:t>
      </w:r>
    </w:p>
    <w:p w:rsidR="007B2329" w:rsidRDefault="007B2329" w:rsidP="007B2329">
      <w:r>
        <w:lastRenderedPageBreak/>
        <w:t>172.7546</w:t>
      </w:r>
      <w:r>
        <w:tab/>
        <w:t>1.266e-2</w:t>
      </w:r>
    </w:p>
    <w:p w:rsidR="007B2329" w:rsidRDefault="007B2329" w:rsidP="007B2329">
      <w:r>
        <w:t>172.7617</w:t>
      </w:r>
      <w:r>
        <w:tab/>
        <w:t>1.013e0</w:t>
      </w:r>
    </w:p>
    <w:p w:rsidR="007B2329" w:rsidRDefault="007B2329" w:rsidP="007B2329">
      <w:r>
        <w:t>172.7652</w:t>
      </w:r>
      <w:r>
        <w:tab/>
        <w:t>1.013e0</w:t>
      </w:r>
    </w:p>
    <w:p w:rsidR="007B2329" w:rsidRDefault="007B2329" w:rsidP="007B2329">
      <w:r>
        <w:t>172.7740</w:t>
      </w:r>
      <w:r>
        <w:tab/>
        <w:t>2.025e0</w:t>
      </w:r>
    </w:p>
    <w:p w:rsidR="007B2329" w:rsidRDefault="007B2329" w:rsidP="007B2329">
      <w:r>
        <w:t>172.7759</w:t>
      </w:r>
      <w:r>
        <w:tab/>
        <w:t>1.013e0</w:t>
      </w:r>
    </w:p>
    <w:p w:rsidR="007B2329" w:rsidRDefault="007B2329" w:rsidP="007B2329">
      <w:r>
        <w:t>172.7794</w:t>
      </w:r>
      <w:r>
        <w:tab/>
        <w:t>2.025e0</w:t>
      </w:r>
    </w:p>
    <w:p w:rsidR="007B2329" w:rsidRDefault="007B2329" w:rsidP="007B2329">
      <w:r>
        <w:t>172.7930</w:t>
      </w:r>
      <w:r>
        <w:tab/>
        <w:t>2.025e0</w:t>
      </w:r>
    </w:p>
    <w:p w:rsidR="007B2329" w:rsidRDefault="007B2329" w:rsidP="007B2329">
      <w:r>
        <w:t>172.7998</w:t>
      </w:r>
      <w:r>
        <w:tab/>
        <w:t>1.013e0</w:t>
      </w:r>
    </w:p>
    <w:p w:rsidR="007B2329" w:rsidRDefault="007B2329" w:rsidP="007B2329">
      <w:r>
        <w:t>172.8046</w:t>
      </w:r>
      <w:r>
        <w:tab/>
        <w:t>2.025e0</w:t>
      </w:r>
    </w:p>
    <w:p w:rsidR="007B2329" w:rsidRDefault="007B2329" w:rsidP="007B2329">
      <w:r>
        <w:t>172.8134</w:t>
      </w:r>
      <w:r>
        <w:tab/>
        <w:t>1.013e0</w:t>
      </w:r>
    </w:p>
    <w:p w:rsidR="007B2329" w:rsidRDefault="007B2329" w:rsidP="007B2329">
      <w:r>
        <w:t>172.8203</w:t>
      </w:r>
      <w:r>
        <w:tab/>
        <w:t>1.013e0</w:t>
      </w:r>
    </w:p>
    <w:p w:rsidR="007B2329" w:rsidRDefault="007B2329" w:rsidP="007B2329">
      <w:r>
        <w:t>172.8220</w:t>
      </w:r>
      <w:r>
        <w:tab/>
        <w:t>2.038e0</w:t>
      </w:r>
    </w:p>
    <w:p w:rsidR="007B2329" w:rsidRDefault="007B2329" w:rsidP="007B2329">
      <w:r>
        <w:t>172.8275</w:t>
      </w:r>
      <w:r>
        <w:tab/>
        <w:t>1.013e0</w:t>
      </w:r>
    </w:p>
    <w:p w:rsidR="007B2329" w:rsidRDefault="007B2329" w:rsidP="007B2329">
      <w:r>
        <w:t>172.8346</w:t>
      </w:r>
      <w:r>
        <w:tab/>
        <w:t>2.025e0</w:t>
      </w:r>
    </w:p>
    <w:p w:rsidR="007B2329" w:rsidRDefault="007B2329" w:rsidP="007B2329">
      <w:r>
        <w:t>172.8487</w:t>
      </w:r>
      <w:r>
        <w:tab/>
        <w:t>1.013e0</w:t>
      </w:r>
    </w:p>
    <w:p w:rsidR="007B2329" w:rsidRDefault="007B2329" w:rsidP="007B2329">
      <w:r>
        <w:t>172.8663</w:t>
      </w:r>
      <w:r>
        <w:tab/>
        <w:t>2.025e0</w:t>
      </w:r>
    </w:p>
    <w:p w:rsidR="007B2329" w:rsidRDefault="007B2329" w:rsidP="007B2329">
      <w:r>
        <w:t>172.8910</w:t>
      </w:r>
      <w:r>
        <w:tab/>
        <w:t>2.025e0</w:t>
      </w:r>
    </w:p>
    <w:p w:rsidR="007B2329" w:rsidRDefault="007B2329" w:rsidP="007B2329">
      <w:r>
        <w:t>172.8947</w:t>
      </w:r>
      <w:r>
        <w:tab/>
        <w:t>4.051e0</w:t>
      </w:r>
    </w:p>
    <w:p w:rsidR="007B2329" w:rsidRDefault="007B2329" w:rsidP="007B2329">
      <w:r>
        <w:t>172.9033</w:t>
      </w:r>
      <w:r>
        <w:tab/>
        <w:t>2.025e0</w:t>
      </w:r>
    </w:p>
    <w:p w:rsidR="007B2329" w:rsidRDefault="007B2329" w:rsidP="007B2329">
      <w:r>
        <w:lastRenderedPageBreak/>
        <w:t>172.9051</w:t>
      </w:r>
      <w:r>
        <w:tab/>
        <w:t>1.013e0</w:t>
      </w:r>
    </w:p>
    <w:p w:rsidR="007B2329" w:rsidRDefault="007B2329" w:rsidP="007B2329">
      <w:r>
        <w:t>172.9085</w:t>
      </w:r>
      <w:r>
        <w:tab/>
        <w:t>2.025e0</w:t>
      </w:r>
    </w:p>
    <w:p w:rsidR="007B2329" w:rsidRDefault="007B2329" w:rsidP="007B2329">
      <w:r>
        <w:t>172.9120</w:t>
      </w:r>
      <w:r>
        <w:tab/>
        <w:t>1.013e0</w:t>
      </w:r>
    </w:p>
    <w:p w:rsidR="007B2329" w:rsidRDefault="007B2329" w:rsidP="007B2329">
      <w:r>
        <w:t>172.9256</w:t>
      </w:r>
      <w:r>
        <w:tab/>
        <w:t>1.025e0</w:t>
      </w:r>
    </w:p>
    <w:p w:rsidR="007B2329" w:rsidRDefault="007B2329" w:rsidP="007B2329">
      <w:r>
        <w:t>172.9307</w:t>
      </w:r>
      <w:r>
        <w:tab/>
        <w:t>2.025e0</w:t>
      </w:r>
    </w:p>
    <w:p w:rsidR="007B2329" w:rsidRDefault="007B2329" w:rsidP="007B2329">
      <w:r>
        <w:t>172.9357</w:t>
      </w:r>
      <w:r>
        <w:tab/>
        <w:t>1.013e0</w:t>
      </w:r>
    </w:p>
    <w:p w:rsidR="007B2329" w:rsidRDefault="007B2329" w:rsidP="007B2329">
      <w:r>
        <w:t>172.9392</w:t>
      </w:r>
      <w:r>
        <w:tab/>
        <w:t>1.013e0</w:t>
      </w:r>
    </w:p>
    <w:p w:rsidR="007B2329" w:rsidRDefault="007B2329" w:rsidP="007B2329">
      <w:r>
        <w:t>172.9461</w:t>
      </w:r>
      <w:r>
        <w:tab/>
        <w:t>2.025e0</w:t>
      </w:r>
    </w:p>
    <w:p w:rsidR="007B2329" w:rsidRDefault="007B2329" w:rsidP="007B2329">
      <w:r>
        <w:t>172.9498</w:t>
      </w:r>
      <w:r>
        <w:tab/>
        <w:t>1.013e0</w:t>
      </w:r>
    </w:p>
    <w:p w:rsidR="007B2329" w:rsidRDefault="007B2329" w:rsidP="007B2329">
      <w:r>
        <w:t>172.9556</w:t>
      </w:r>
      <w:r>
        <w:tab/>
        <w:t>4.051e0</w:t>
      </w:r>
    </w:p>
    <w:p w:rsidR="007B2329" w:rsidRDefault="007B2329" w:rsidP="007B2329">
      <w:r>
        <w:t>172.9710</w:t>
      </w:r>
      <w:r>
        <w:tab/>
        <w:t>1.013e0</w:t>
      </w:r>
    </w:p>
    <w:p w:rsidR="007B2329" w:rsidRDefault="007B2329" w:rsidP="007B2329">
      <w:r>
        <w:t>172.9851</w:t>
      </w:r>
      <w:r>
        <w:tab/>
        <w:t>1.013e0</w:t>
      </w:r>
    </w:p>
    <w:p w:rsidR="007B2329" w:rsidRDefault="007B2329" w:rsidP="007B2329">
      <w:r>
        <w:t>172.9957</w:t>
      </w:r>
      <w:r>
        <w:tab/>
        <w:t>1.013e0</w:t>
      </w:r>
    </w:p>
    <w:p w:rsidR="007B2329" w:rsidRDefault="007B2329" w:rsidP="007B2329">
      <w:r>
        <w:t>173.0133</w:t>
      </w:r>
      <w:r>
        <w:tab/>
        <w:t>4.051e0</w:t>
      </w:r>
    </w:p>
    <w:p w:rsidR="007B2329" w:rsidRDefault="007B2329" w:rsidP="007B2329">
      <w:r>
        <w:t>173.0211</w:t>
      </w:r>
      <w:r>
        <w:tab/>
        <w:t>4.051e0</w:t>
      </w:r>
    </w:p>
    <w:p w:rsidR="007B2329" w:rsidRDefault="007B2329" w:rsidP="007B2329">
      <w:r>
        <w:t>173.0240</w:t>
      </w:r>
      <w:r>
        <w:tab/>
        <w:t>1.013e0</w:t>
      </w:r>
    </w:p>
    <w:p w:rsidR="007B2329" w:rsidRDefault="007B2329" w:rsidP="007B2329">
      <w:r>
        <w:t>173.0293</w:t>
      </w:r>
      <w:r>
        <w:tab/>
        <w:t>5.063e-2</w:t>
      </w:r>
    </w:p>
    <w:p w:rsidR="007B2329" w:rsidRDefault="007B2329" w:rsidP="007B2329">
      <w:r>
        <w:t>173.0309</w:t>
      </w:r>
      <w:r>
        <w:tab/>
        <w:t>1.013e0</w:t>
      </w:r>
    </w:p>
    <w:p w:rsidR="007B2329" w:rsidRDefault="007B2329" w:rsidP="007B2329">
      <w:r>
        <w:t>173.0422</w:t>
      </w:r>
      <w:r>
        <w:tab/>
        <w:t>8.101e0</w:t>
      </w:r>
    </w:p>
    <w:p w:rsidR="007B2329" w:rsidRDefault="007B2329" w:rsidP="007B2329">
      <w:r>
        <w:lastRenderedPageBreak/>
        <w:t>173.0548</w:t>
      </w:r>
      <w:r>
        <w:tab/>
        <w:t>2.025e0</w:t>
      </w:r>
    </w:p>
    <w:p w:rsidR="007B2329" w:rsidRDefault="007B2329" w:rsidP="007B2329">
      <w:r>
        <w:t>173.0582</w:t>
      </w:r>
      <w:r>
        <w:tab/>
        <w:t>1.013e0</w:t>
      </w:r>
    </w:p>
    <w:p w:rsidR="007B2329" w:rsidRDefault="007B2329" w:rsidP="007B2329">
      <w:r>
        <w:t>173.0650</w:t>
      </w:r>
      <w:r>
        <w:tab/>
        <w:t>1.013e0</w:t>
      </w:r>
    </w:p>
    <w:p w:rsidR="007B2329" w:rsidRDefault="007B2329" w:rsidP="007B2329">
      <w:r>
        <w:t>173.0720</w:t>
      </w:r>
      <w:r>
        <w:tab/>
        <w:t>1.013e0</w:t>
      </w:r>
    </w:p>
    <w:p w:rsidR="007B2329" w:rsidRDefault="007B2329" w:rsidP="007B2329">
      <w:r>
        <w:t>173.0824</w:t>
      </w:r>
      <w:r>
        <w:tab/>
        <w:t>4.692e0</w:t>
      </w:r>
    </w:p>
    <w:p w:rsidR="007B2329" w:rsidRDefault="007B2329" w:rsidP="007B2329">
      <w:r>
        <w:t>173.0851</w:t>
      </w:r>
      <w:r>
        <w:tab/>
        <w:t>8.101e0</w:t>
      </w:r>
    </w:p>
    <w:p w:rsidR="007B2329" w:rsidRDefault="007B2329" w:rsidP="007B2329">
      <w:r>
        <w:t>173.0911</w:t>
      </w:r>
      <w:r>
        <w:tab/>
        <w:t>1.114e1</w:t>
      </w:r>
    </w:p>
    <w:p w:rsidR="007B2329" w:rsidRDefault="007B2329" w:rsidP="007B2329">
      <w:r>
        <w:t>173.1039</w:t>
      </w:r>
      <w:r>
        <w:tab/>
        <w:t>4.051e0</w:t>
      </w:r>
    </w:p>
    <w:p w:rsidR="007B2329" w:rsidRDefault="007B2329" w:rsidP="007B2329">
      <w:r>
        <w:t>173.1074</w:t>
      </w:r>
      <w:r>
        <w:tab/>
        <w:t>2.025e0</w:t>
      </w:r>
    </w:p>
    <w:p w:rsidR="007B2329" w:rsidRDefault="007B2329" w:rsidP="007B2329">
      <w:r>
        <w:t>173.1180</w:t>
      </w:r>
      <w:r>
        <w:tab/>
        <w:t>1.013e0</w:t>
      </w:r>
    </w:p>
    <w:p w:rsidR="007B2329" w:rsidRDefault="007B2329" w:rsidP="007B2329">
      <w:r>
        <w:t>173.1232</w:t>
      </w:r>
      <w:r>
        <w:tab/>
        <w:t>1.038e0</w:t>
      </w:r>
    </w:p>
    <w:p w:rsidR="007B2329" w:rsidRDefault="007B2329" w:rsidP="007B2329">
      <w:r>
        <w:t>173.1281</w:t>
      </w:r>
      <w:r>
        <w:tab/>
        <w:t>4.051e0</w:t>
      </w:r>
    </w:p>
    <w:p w:rsidR="007B2329" w:rsidRDefault="007B2329" w:rsidP="007B2329">
      <w:r>
        <w:t>173.1321</w:t>
      </w:r>
      <w:r>
        <w:tab/>
        <w:t>3.038e0</w:t>
      </w:r>
    </w:p>
    <w:p w:rsidR="007B2329" w:rsidRDefault="007B2329" w:rsidP="007B2329">
      <w:r>
        <w:t>173.1374</w:t>
      </w:r>
      <w:r>
        <w:tab/>
        <w:t>2.532e-2</w:t>
      </w:r>
    </w:p>
    <w:p w:rsidR="007B2329" w:rsidRDefault="007B2329" w:rsidP="007B2329">
      <w:r>
        <w:t>173.1445</w:t>
      </w:r>
      <w:r>
        <w:tab/>
        <w:t>2.025e0</w:t>
      </w:r>
    </w:p>
    <w:p w:rsidR="007B2329" w:rsidRDefault="007B2329" w:rsidP="007B2329">
      <w:r>
        <w:t>173.1499</w:t>
      </w:r>
      <w:r>
        <w:tab/>
        <w:t>1.013e0</w:t>
      </w:r>
    </w:p>
    <w:p w:rsidR="007B2329" w:rsidRDefault="007B2329" w:rsidP="007B2329">
      <w:r>
        <w:t>173.1520</w:t>
      </w:r>
      <w:r>
        <w:tab/>
        <w:t>3.038e0</w:t>
      </w:r>
    </w:p>
    <w:p w:rsidR="007B2329" w:rsidRDefault="007B2329" w:rsidP="007B2329">
      <w:r>
        <w:t>173.1538</w:t>
      </w:r>
      <w:r>
        <w:tab/>
        <w:t>3.038e0</w:t>
      </w:r>
    </w:p>
    <w:p w:rsidR="007B2329" w:rsidRDefault="007B2329" w:rsidP="007B2329">
      <w:r>
        <w:t>173.1671</w:t>
      </w:r>
      <w:r>
        <w:tab/>
        <w:t>1.013e0</w:t>
      </w:r>
    </w:p>
    <w:p w:rsidR="007B2329" w:rsidRDefault="007B2329" w:rsidP="007B2329">
      <w:r>
        <w:lastRenderedPageBreak/>
        <w:t>173.1691</w:t>
      </w:r>
      <w:r>
        <w:tab/>
        <w:t>2.025e0</w:t>
      </w:r>
    </w:p>
    <w:p w:rsidR="007B2329" w:rsidRDefault="007B2329" w:rsidP="007B2329">
      <w:r>
        <w:t>173.1715</w:t>
      </w:r>
      <w:r>
        <w:tab/>
        <w:t>4.051e0</w:t>
      </w:r>
    </w:p>
    <w:p w:rsidR="007B2329" w:rsidRDefault="007B2329" w:rsidP="007B2329">
      <w:r>
        <w:t>173.1840</w:t>
      </w:r>
      <w:r>
        <w:tab/>
        <w:t>2.025e0</w:t>
      </w:r>
    </w:p>
    <w:p w:rsidR="007B2329" w:rsidRDefault="007B2329" w:rsidP="007B2329">
      <w:r>
        <w:t>173.1944</w:t>
      </w:r>
      <w:r>
        <w:tab/>
        <w:t>1.013e0</w:t>
      </w:r>
    </w:p>
    <w:p w:rsidR="007B2329" w:rsidRDefault="007B2329" w:rsidP="007B2329">
      <w:r>
        <w:t>173.1997</w:t>
      </w:r>
      <w:r>
        <w:tab/>
        <w:t>1.025e0</w:t>
      </w:r>
    </w:p>
    <w:p w:rsidR="007B2329" w:rsidRDefault="007B2329" w:rsidP="007B2329">
      <w:r>
        <w:t>173.2050</w:t>
      </w:r>
      <w:r>
        <w:tab/>
        <w:t>1.013e0</w:t>
      </w:r>
    </w:p>
    <w:p w:rsidR="007B2329" w:rsidRDefault="007B2329" w:rsidP="007B2329">
      <w:r>
        <w:t>173.2086</w:t>
      </w:r>
      <w:r>
        <w:tab/>
        <w:t>1.013e0</w:t>
      </w:r>
    </w:p>
    <w:p w:rsidR="007B2329" w:rsidRDefault="007B2329" w:rsidP="007B2329">
      <w:r>
        <w:t>173.2192</w:t>
      </w:r>
      <w:r>
        <w:tab/>
        <w:t>1.013e0</w:t>
      </w:r>
    </w:p>
    <w:p w:rsidR="007B2329" w:rsidRDefault="007B2329" w:rsidP="007B2329">
      <w:r>
        <w:t>173.2207</w:t>
      </w:r>
      <w:r>
        <w:tab/>
        <w:t>2.038e0</w:t>
      </w:r>
    </w:p>
    <w:p w:rsidR="007B2329" w:rsidRDefault="007B2329" w:rsidP="007B2329">
      <w:r>
        <w:t>173.2227</w:t>
      </w:r>
      <w:r>
        <w:tab/>
        <w:t>1.013e0</w:t>
      </w:r>
    </w:p>
    <w:p w:rsidR="007B2329" w:rsidRDefault="007B2329" w:rsidP="007B2329">
      <w:r>
        <w:t>173.2244</w:t>
      </w:r>
      <w:r>
        <w:tab/>
        <w:t>2.025e0</w:t>
      </w:r>
    </w:p>
    <w:p w:rsidR="007B2329" w:rsidRDefault="007B2329" w:rsidP="007B2329">
      <w:r>
        <w:t>173.2527</w:t>
      </w:r>
      <w:r>
        <w:tab/>
        <w:t>2.025e0</w:t>
      </w:r>
    </w:p>
    <w:p w:rsidR="007B2329" w:rsidRDefault="007B2329" w:rsidP="007B2329">
      <w:r>
        <w:t>173.2545</w:t>
      </w:r>
      <w:r>
        <w:tab/>
        <w:t>1.013e0</w:t>
      </w:r>
    </w:p>
    <w:p w:rsidR="007B2329" w:rsidRDefault="007B2329" w:rsidP="007B2329">
      <w:r>
        <w:t>173.2580</w:t>
      </w:r>
      <w:r>
        <w:tab/>
        <w:t>1.013e0</w:t>
      </w:r>
    </w:p>
    <w:p w:rsidR="007B2329" w:rsidRDefault="007B2329" w:rsidP="007B2329">
      <w:r>
        <w:t>173.2615</w:t>
      </w:r>
      <w:r>
        <w:tab/>
        <w:t>1.013e0</w:t>
      </w:r>
    </w:p>
    <w:p w:rsidR="007B2329" w:rsidRDefault="007B2329" w:rsidP="007B2329">
      <w:r>
        <w:t>173.2651</w:t>
      </w:r>
      <w:r>
        <w:tab/>
        <w:t>1.013e0</w:t>
      </w:r>
    </w:p>
    <w:p w:rsidR="007B2329" w:rsidRDefault="007B2329" w:rsidP="007B2329">
      <w:r>
        <w:t>173.2753</w:t>
      </w:r>
      <w:r>
        <w:tab/>
        <w:t>4.051e0</w:t>
      </w:r>
    </w:p>
    <w:p w:rsidR="007B2329" w:rsidRDefault="007B2329" w:rsidP="007B2329">
      <w:r>
        <w:t>173.2863</w:t>
      </w:r>
      <w:r>
        <w:tab/>
        <w:t>1.013e0</w:t>
      </w:r>
    </w:p>
    <w:p w:rsidR="007B2329" w:rsidRDefault="007B2329" w:rsidP="007B2329">
      <w:r>
        <w:t>173.2966</w:t>
      </w:r>
      <w:r>
        <w:tab/>
        <w:t>2.025e0</w:t>
      </w:r>
    </w:p>
    <w:p w:rsidR="007B2329" w:rsidRDefault="007B2329" w:rsidP="007B2329">
      <w:r>
        <w:lastRenderedPageBreak/>
        <w:t>173.3032</w:t>
      </w:r>
      <w:r>
        <w:tab/>
        <w:t>2.025e0</w:t>
      </w:r>
    </w:p>
    <w:p w:rsidR="007B2329" w:rsidRDefault="007B2329" w:rsidP="007B2329">
      <w:r>
        <w:t>173.3043</w:t>
      </w:r>
      <w:r>
        <w:tab/>
        <w:t>2.038e0</w:t>
      </w:r>
    </w:p>
    <w:p w:rsidR="007B2329" w:rsidRDefault="007B2329" w:rsidP="007B2329">
      <w:r>
        <w:t>173.3101</w:t>
      </w:r>
      <w:r>
        <w:tab/>
        <w:t>1.013e0</w:t>
      </w:r>
    </w:p>
    <w:p w:rsidR="007B2329" w:rsidRDefault="007B2329" w:rsidP="007B2329">
      <w:r>
        <w:t>173.3169</w:t>
      </w:r>
      <w:r>
        <w:tab/>
        <w:t>2.025e0</w:t>
      </w:r>
    </w:p>
    <w:p w:rsidR="007B2329" w:rsidRDefault="007B2329" w:rsidP="007B2329">
      <w:r>
        <w:t>173.3203</w:t>
      </w:r>
      <w:r>
        <w:tab/>
        <w:t>1.013e0</w:t>
      </w:r>
    </w:p>
    <w:p w:rsidR="007B2329" w:rsidRDefault="007B2329" w:rsidP="007B2329">
      <w:r>
        <w:t>173.3309</w:t>
      </w:r>
      <w:r>
        <w:tab/>
        <w:t>2.025e0</w:t>
      </w:r>
    </w:p>
    <w:p w:rsidR="007B2329" w:rsidRDefault="007B2329" w:rsidP="007B2329">
      <w:r>
        <w:t>173.3416</w:t>
      </w:r>
      <w:r>
        <w:tab/>
        <w:t>1.013e0</w:t>
      </w:r>
    </w:p>
    <w:p w:rsidR="007B2329" w:rsidRDefault="007B2329" w:rsidP="007B2329">
      <w:r>
        <w:t>173.3451</w:t>
      </w:r>
      <w:r>
        <w:tab/>
        <w:t>1.013e0</w:t>
      </w:r>
    </w:p>
    <w:p w:rsidR="007B2329" w:rsidRDefault="007B2329" w:rsidP="007B2329">
      <w:r>
        <w:t>173.3539</w:t>
      </w:r>
      <w:r>
        <w:tab/>
        <w:t>2.038e0</w:t>
      </w:r>
    </w:p>
    <w:p w:rsidR="007B2329" w:rsidRDefault="007B2329" w:rsidP="007B2329">
      <w:r>
        <w:t>173.3592</w:t>
      </w:r>
      <w:r>
        <w:tab/>
        <w:t>1.013e0</w:t>
      </w:r>
    </w:p>
    <w:p w:rsidR="007B2329" w:rsidRDefault="007B2329" w:rsidP="007B2329">
      <w:r>
        <w:t>173.3628</w:t>
      </w:r>
      <w:r>
        <w:tab/>
        <w:t>1.013e0</w:t>
      </w:r>
    </w:p>
    <w:p w:rsidR="007B2329" w:rsidRDefault="007B2329" w:rsidP="007B2329">
      <w:r>
        <w:t>173.3698</w:t>
      </w:r>
      <w:r>
        <w:tab/>
        <w:t>1.013e0</w:t>
      </w:r>
    </w:p>
    <w:p w:rsidR="007B2329" w:rsidRDefault="007B2329" w:rsidP="007B2329">
      <w:r>
        <w:t>173.3792</w:t>
      </w:r>
      <w:r>
        <w:tab/>
        <w:t>5.063e0</w:t>
      </w:r>
    </w:p>
    <w:p w:rsidR="007B2329" w:rsidRDefault="007B2329" w:rsidP="007B2329">
      <w:r>
        <w:t>173.3945</w:t>
      </w:r>
      <w:r>
        <w:tab/>
        <w:t>1.013e0</w:t>
      </w:r>
    </w:p>
    <w:p w:rsidR="007B2329" w:rsidRDefault="007B2329" w:rsidP="007B2329">
      <w:r>
        <w:t>173.4007</w:t>
      </w:r>
      <w:r>
        <w:tab/>
        <w:t>3.038e0</w:t>
      </w:r>
    </w:p>
    <w:p w:rsidR="007B2329" w:rsidRDefault="007B2329" w:rsidP="007B2329">
      <w:r>
        <w:t>173.4017</w:t>
      </w:r>
      <w:r>
        <w:tab/>
        <w:t>1.013e0</w:t>
      </w:r>
    </w:p>
    <w:p w:rsidR="007B2329" w:rsidRDefault="007B2329" w:rsidP="007B2329">
      <w:r>
        <w:t>173.4192</w:t>
      </w:r>
      <w:r>
        <w:tab/>
        <w:t>3.038e0</w:t>
      </w:r>
    </w:p>
    <w:p w:rsidR="007B2329" w:rsidRDefault="007B2329" w:rsidP="007B2329">
      <w:r>
        <w:t>173.4226</w:t>
      </w:r>
      <w:r>
        <w:tab/>
        <w:t>1.013e0</w:t>
      </w:r>
    </w:p>
    <w:p w:rsidR="007B2329" w:rsidRDefault="007B2329" w:rsidP="007B2329">
      <w:r>
        <w:t>173.4439</w:t>
      </w:r>
      <w:r>
        <w:tab/>
        <w:t>3.038e0</w:t>
      </w:r>
    </w:p>
    <w:p w:rsidR="007B2329" w:rsidRDefault="007B2329" w:rsidP="007B2329">
      <w:r>
        <w:lastRenderedPageBreak/>
        <w:t>173.4464</w:t>
      </w:r>
      <w:r>
        <w:tab/>
        <w:t>1.013e0</w:t>
      </w:r>
    </w:p>
    <w:p w:rsidR="007B2329" w:rsidRDefault="007B2329" w:rsidP="007B2329">
      <w:r>
        <w:t>173.4534</w:t>
      </w:r>
      <w:r>
        <w:tab/>
        <w:t>1.266e-2</w:t>
      </w:r>
    </w:p>
    <w:p w:rsidR="007B2329" w:rsidRDefault="007B2329" w:rsidP="007B2329">
      <w:r>
        <w:t>173.4569</w:t>
      </w:r>
      <w:r>
        <w:tab/>
        <w:t>1.013e0</w:t>
      </w:r>
    </w:p>
    <w:p w:rsidR="007B2329" w:rsidRDefault="007B2329" w:rsidP="007B2329">
      <w:r>
        <w:t>173.4639</w:t>
      </w:r>
      <w:r>
        <w:tab/>
        <w:t>2.025e0</w:t>
      </w:r>
    </w:p>
    <w:p w:rsidR="007B2329" w:rsidRDefault="007B2329" w:rsidP="007B2329">
      <w:r>
        <w:t>173.4726</w:t>
      </w:r>
      <w:r>
        <w:tab/>
        <w:t>3.038e0</w:t>
      </w:r>
    </w:p>
    <w:p w:rsidR="007B2329" w:rsidRDefault="007B2329" w:rsidP="007B2329">
      <w:r>
        <w:t>173.4923</w:t>
      </w:r>
      <w:r>
        <w:tab/>
        <w:t>3.038e0</w:t>
      </w:r>
    </w:p>
    <w:p w:rsidR="007B2329" w:rsidRDefault="007B2329" w:rsidP="007B2329">
      <w:r>
        <w:t>173.4958</w:t>
      </w:r>
      <w:r>
        <w:tab/>
        <w:t>4.051e0</w:t>
      </w:r>
    </w:p>
    <w:p w:rsidR="007B2329" w:rsidRDefault="007B2329" w:rsidP="007B2329">
      <w:r>
        <w:t>173.5134</w:t>
      </w:r>
      <w:r>
        <w:tab/>
        <w:t>1.013e0</w:t>
      </w:r>
    </w:p>
    <w:p w:rsidR="007B2329" w:rsidRDefault="007B2329" w:rsidP="007B2329">
      <w:r>
        <w:t>173.5223</w:t>
      </w:r>
      <w:r>
        <w:tab/>
        <w:t>2.025e0</w:t>
      </w:r>
    </w:p>
    <w:p w:rsidR="007B2329" w:rsidRDefault="007B2329" w:rsidP="007B2329">
      <w:r>
        <w:t>173.5311</w:t>
      </w:r>
      <w:r>
        <w:tab/>
        <w:t>1.013e0</w:t>
      </w:r>
    </w:p>
    <w:p w:rsidR="007B2329" w:rsidRDefault="007B2329" w:rsidP="007B2329">
      <w:r>
        <w:t>173.5347</w:t>
      </w:r>
      <w:r>
        <w:tab/>
        <w:t>1.013e0</w:t>
      </w:r>
    </w:p>
    <w:p w:rsidR="007B2329" w:rsidRDefault="007B2329" w:rsidP="007B2329">
      <w:r>
        <w:t>173.5383</w:t>
      </w:r>
      <w:r>
        <w:tab/>
        <w:t>1.013e0</w:t>
      </w:r>
    </w:p>
    <w:p w:rsidR="007B2329" w:rsidRDefault="007B2329" w:rsidP="007B2329">
      <w:r>
        <w:t>173.5561</w:t>
      </w:r>
      <w:r>
        <w:tab/>
        <w:t>5.063e0</w:t>
      </w:r>
    </w:p>
    <w:p w:rsidR="007B2329" w:rsidRDefault="007B2329" w:rsidP="007B2329">
      <w:r>
        <w:t>173.5657</w:t>
      </w:r>
      <w:r>
        <w:tab/>
        <w:t>1.013e0</w:t>
      </w:r>
    </w:p>
    <w:p w:rsidR="007B2329" w:rsidRDefault="007B2329" w:rsidP="007B2329">
      <w:r>
        <w:t>173.5760</w:t>
      </w:r>
      <w:r>
        <w:tab/>
        <w:t>1.266e-2</w:t>
      </w:r>
    </w:p>
    <w:p w:rsidR="007B2329" w:rsidRDefault="007B2329" w:rsidP="007B2329">
      <w:r>
        <w:t>173.5828</w:t>
      </w:r>
      <w:r>
        <w:tab/>
        <w:t>1.013e0</w:t>
      </w:r>
    </w:p>
    <w:p w:rsidR="007B2329" w:rsidRDefault="007B2329" w:rsidP="007B2329">
      <w:r>
        <w:t>173.5899</w:t>
      </w:r>
      <w:r>
        <w:tab/>
        <w:t>2.025e0</w:t>
      </w:r>
    </w:p>
    <w:p w:rsidR="007B2329" w:rsidRDefault="007B2329" w:rsidP="007B2329">
      <w:r>
        <w:t>173.5970</w:t>
      </w:r>
      <w:r>
        <w:tab/>
        <w:t>2.025e0</w:t>
      </w:r>
    </w:p>
    <w:p w:rsidR="007B2329" w:rsidRDefault="007B2329" w:rsidP="007B2329">
      <w:r>
        <w:t>173.6014</w:t>
      </w:r>
      <w:r>
        <w:tab/>
        <w:t>6.076e0</w:t>
      </w:r>
    </w:p>
    <w:p w:rsidR="007B2329" w:rsidRDefault="007B2329" w:rsidP="007B2329">
      <w:r>
        <w:lastRenderedPageBreak/>
        <w:t>173.6041</w:t>
      </w:r>
      <w:r>
        <w:tab/>
        <w:t>1.013e0</w:t>
      </w:r>
    </w:p>
    <w:p w:rsidR="007B2329" w:rsidRDefault="007B2329" w:rsidP="007B2329">
      <w:r>
        <w:t>173.6289</w:t>
      </w:r>
      <w:r>
        <w:tab/>
        <w:t>2.025e0</w:t>
      </w:r>
    </w:p>
    <w:p w:rsidR="007B2329" w:rsidRDefault="007B2329" w:rsidP="007B2329">
      <w:r>
        <w:t>173.6324</w:t>
      </w:r>
      <w:r>
        <w:tab/>
        <w:t>3.038e0</w:t>
      </w:r>
    </w:p>
    <w:p w:rsidR="007B2329" w:rsidRDefault="007B2329" w:rsidP="007B2329">
      <w:r>
        <w:t>173.6360</w:t>
      </w:r>
      <w:r>
        <w:tab/>
        <w:t>2.025e0</w:t>
      </w:r>
    </w:p>
    <w:p w:rsidR="007B2329" w:rsidRDefault="007B2329" w:rsidP="007B2329">
      <w:r>
        <w:t>173.6377</w:t>
      </w:r>
      <w:r>
        <w:tab/>
        <w:t>2.025e0</w:t>
      </w:r>
    </w:p>
    <w:p w:rsidR="007B2329" w:rsidRDefault="007B2329" w:rsidP="007B2329">
      <w:r>
        <w:t>173.6465</w:t>
      </w:r>
      <w:r>
        <w:tab/>
        <w:t>1.013e0</w:t>
      </w:r>
    </w:p>
    <w:p w:rsidR="007B2329" w:rsidRDefault="007B2329" w:rsidP="007B2329">
      <w:r>
        <w:t>173.6501</w:t>
      </w:r>
      <w:r>
        <w:tab/>
        <w:t>1.013e0</w:t>
      </w:r>
    </w:p>
    <w:p w:rsidR="007B2329" w:rsidRDefault="007B2329" w:rsidP="007B2329">
      <w:r>
        <w:t>173.6589</w:t>
      </w:r>
      <w:r>
        <w:tab/>
        <w:t>2.025e0</w:t>
      </w:r>
    </w:p>
    <w:p w:rsidR="007B2329" w:rsidRDefault="007B2329" w:rsidP="007B2329">
      <w:r>
        <w:t>173.6642</w:t>
      </w:r>
      <w:r>
        <w:tab/>
        <w:t>1.013e0</w:t>
      </w:r>
    </w:p>
    <w:p w:rsidR="007B2329" w:rsidRDefault="007B2329" w:rsidP="007B2329">
      <w:r>
        <w:t>173.6749</w:t>
      </w:r>
      <w:r>
        <w:tab/>
        <w:t>3.038e0</w:t>
      </w:r>
    </w:p>
    <w:p w:rsidR="007B2329" w:rsidRDefault="007B2329" w:rsidP="007B2329">
      <w:r>
        <w:t>173.6852</w:t>
      </w:r>
      <w:r>
        <w:tab/>
        <w:t>1.013e0</w:t>
      </w:r>
    </w:p>
    <w:p w:rsidR="007B2329" w:rsidRDefault="007B2329" w:rsidP="007B2329">
      <w:r>
        <w:t>173.6937</w:t>
      </w:r>
      <w:r>
        <w:tab/>
        <w:t>1.025e0</w:t>
      </w:r>
    </w:p>
    <w:p w:rsidR="007B2329" w:rsidRDefault="007B2329" w:rsidP="007B2329">
      <w:r>
        <w:t>173.6954</w:t>
      </w:r>
      <w:r>
        <w:tab/>
        <w:t>1.013e0</w:t>
      </w:r>
    </w:p>
    <w:p w:rsidR="007B2329" w:rsidRDefault="007B2329" w:rsidP="007B2329">
      <w:r>
        <w:t>173.6987</w:t>
      </w:r>
      <w:r>
        <w:tab/>
        <w:t>2.025e0</w:t>
      </w:r>
    </w:p>
    <w:p w:rsidR="007B2329" w:rsidRDefault="007B2329" w:rsidP="007B2329">
      <w:r>
        <w:t>173.7022</w:t>
      </w:r>
      <w:r>
        <w:tab/>
        <w:t>1.013e0</w:t>
      </w:r>
    </w:p>
    <w:p w:rsidR="007B2329" w:rsidRDefault="007B2329" w:rsidP="007B2329">
      <w:r>
        <w:t>173.7090</w:t>
      </w:r>
      <w:r>
        <w:tab/>
        <w:t>1.013e0</w:t>
      </w:r>
    </w:p>
    <w:p w:rsidR="007B2329" w:rsidRDefault="007B2329" w:rsidP="007B2329">
      <w:r>
        <w:t>173.7230</w:t>
      </w:r>
      <w:r>
        <w:tab/>
        <w:t>1.013e0</w:t>
      </w:r>
    </w:p>
    <w:p w:rsidR="007B2329" w:rsidRDefault="007B2329" w:rsidP="007B2329">
      <w:r>
        <w:t>173.7443</w:t>
      </w:r>
      <w:r>
        <w:tab/>
        <w:t>1.013e0</w:t>
      </w:r>
    </w:p>
    <w:p w:rsidR="007B2329" w:rsidRDefault="007B2329" w:rsidP="007B2329">
      <w:r>
        <w:t>173.7514</w:t>
      </w:r>
      <w:r>
        <w:tab/>
        <w:t>1.013e0</w:t>
      </w:r>
    </w:p>
    <w:p w:rsidR="007B2329" w:rsidRDefault="007B2329" w:rsidP="007B2329">
      <w:r>
        <w:lastRenderedPageBreak/>
        <w:t>173.7749</w:t>
      </w:r>
      <w:r>
        <w:tab/>
        <w:t>3.038e0</w:t>
      </w:r>
    </w:p>
    <w:p w:rsidR="007B2329" w:rsidRDefault="007B2329" w:rsidP="007B2329">
      <w:r>
        <w:t>173.7761</w:t>
      </w:r>
      <w:r>
        <w:tab/>
        <w:t>2.025e0</w:t>
      </w:r>
    </w:p>
    <w:p w:rsidR="007B2329" w:rsidRDefault="007B2329" w:rsidP="007B2329">
      <w:r>
        <w:t>173.7796</w:t>
      </w:r>
      <w:r>
        <w:tab/>
        <w:t>3.038e0</w:t>
      </w:r>
    </w:p>
    <w:p w:rsidR="007B2329" w:rsidRDefault="007B2329" w:rsidP="007B2329">
      <w:r>
        <w:t>173.7974</w:t>
      </w:r>
      <w:r>
        <w:tab/>
        <w:t>1.013e0</w:t>
      </w:r>
    </w:p>
    <w:p w:rsidR="007B2329" w:rsidRDefault="007B2329" w:rsidP="007B2329">
      <w:r>
        <w:t>173.8114</w:t>
      </w:r>
      <w:r>
        <w:tab/>
        <w:t>2.025e0</w:t>
      </w:r>
    </w:p>
    <w:p w:rsidR="007B2329" w:rsidRDefault="007B2329" w:rsidP="007B2329">
      <w:r>
        <w:t>173.8182</w:t>
      </w:r>
      <w:r>
        <w:tab/>
        <w:t>1.013e0</w:t>
      </w:r>
    </w:p>
    <w:p w:rsidR="007B2329" w:rsidRDefault="007B2329" w:rsidP="007B2329">
      <w:r>
        <w:t>173.8252</w:t>
      </w:r>
      <w:r>
        <w:tab/>
        <w:t>1.266e-2</w:t>
      </w:r>
    </w:p>
    <w:p w:rsidR="007B2329" w:rsidRDefault="007B2329" w:rsidP="007B2329">
      <w:r>
        <w:t>173.8285</w:t>
      </w:r>
      <w:r>
        <w:tab/>
        <w:t>1.013e0</w:t>
      </w:r>
    </w:p>
    <w:p w:rsidR="007B2329" w:rsidRDefault="007B2329" w:rsidP="007B2329">
      <w:r>
        <w:t>173.8319</w:t>
      </w:r>
      <w:r>
        <w:tab/>
        <w:t>1.013e0</w:t>
      </w:r>
    </w:p>
    <w:p w:rsidR="007B2329" w:rsidRDefault="007B2329" w:rsidP="007B2329">
      <w:r>
        <w:t>173.8353</w:t>
      </w:r>
      <w:r>
        <w:tab/>
        <w:t>1.013e0</w:t>
      </w:r>
    </w:p>
    <w:p w:rsidR="007B2329" w:rsidRDefault="007B2329" w:rsidP="007B2329">
      <w:r>
        <w:t>173.8422</w:t>
      </w:r>
      <w:r>
        <w:tab/>
        <w:t>1.013e0</w:t>
      </w:r>
    </w:p>
    <w:p w:rsidR="007B2329" w:rsidRDefault="007B2329" w:rsidP="007B2329">
      <w:r>
        <w:t>173.8526</w:t>
      </w:r>
      <w:r>
        <w:tab/>
        <w:t>1.013e0</w:t>
      </w:r>
    </w:p>
    <w:p w:rsidR="007B2329" w:rsidRDefault="007B2329" w:rsidP="007B2329">
      <w:r>
        <w:t>173.8703</w:t>
      </w:r>
      <w:r>
        <w:tab/>
        <w:t>1.013e0</w:t>
      </w:r>
    </w:p>
    <w:p w:rsidR="007B2329" w:rsidRDefault="007B2329" w:rsidP="007B2329">
      <w:r>
        <w:t>173.8739</w:t>
      </w:r>
      <w:r>
        <w:tab/>
        <w:t>3.038e0</w:t>
      </w:r>
    </w:p>
    <w:p w:rsidR="007B2329" w:rsidRDefault="007B2329" w:rsidP="007B2329">
      <w:r>
        <w:t>173.8845</w:t>
      </w:r>
      <w:r>
        <w:tab/>
        <w:t>2.025e0</w:t>
      </w:r>
    </w:p>
    <w:p w:rsidR="007B2329" w:rsidRDefault="007B2329" w:rsidP="007B2329">
      <w:r>
        <w:t>173.8987</w:t>
      </w:r>
      <w:r>
        <w:tab/>
        <w:t>1.013e0</w:t>
      </w:r>
    </w:p>
    <w:p w:rsidR="007B2329" w:rsidRDefault="007B2329" w:rsidP="007B2329">
      <w:r>
        <w:t>173.9004</w:t>
      </w:r>
      <w:r>
        <w:tab/>
        <w:t>2.025e0</w:t>
      </w:r>
    </w:p>
    <w:p w:rsidR="007B2329" w:rsidRDefault="007B2329" w:rsidP="007B2329">
      <w:r>
        <w:t>173.9048</w:t>
      </w:r>
      <w:r>
        <w:tab/>
        <w:t>3.038e0</w:t>
      </w:r>
    </w:p>
    <w:p w:rsidR="007B2329" w:rsidRDefault="007B2329" w:rsidP="007B2329">
      <w:r>
        <w:t>173.9092</w:t>
      </w:r>
      <w:r>
        <w:tab/>
        <w:t>1.013e0</w:t>
      </w:r>
    </w:p>
    <w:p w:rsidR="007B2329" w:rsidRDefault="007B2329" w:rsidP="007B2329">
      <w:r>
        <w:lastRenderedPageBreak/>
        <w:t>173.9252</w:t>
      </w:r>
      <w:r>
        <w:tab/>
        <w:t>4.051e0</w:t>
      </w:r>
    </w:p>
    <w:p w:rsidR="007B2329" w:rsidRDefault="007B2329" w:rsidP="007B2329">
      <w:r>
        <w:t>173.9306</w:t>
      </w:r>
      <w:r>
        <w:tab/>
        <w:t>3.038e0</w:t>
      </w:r>
    </w:p>
    <w:p w:rsidR="007B2329" w:rsidRDefault="007B2329" w:rsidP="007B2329">
      <w:r>
        <w:t>173.9412</w:t>
      </w:r>
      <w:r>
        <w:tab/>
        <w:t>1.025e0</w:t>
      </w:r>
    </w:p>
    <w:p w:rsidR="007B2329" w:rsidRDefault="007B2329" w:rsidP="007B2329">
      <w:r>
        <w:t>173.9481</w:t>
      </w:r>
      <w:r>
        <w:tab/>
        <w:t>1.013e0</w:t>
      </w:r>
    </w:p>
    <w:p w:rsidR="007B2329" w:rsidRDefault="007B2329" w:rsidP="007B2329">
      <w:r>
        <w:t>173.9515</w:t>
      </w:r>
      <w:r>
        <w:tab/>
        <w:t>2.025e0</w:t>
      </w:r>
    </w:p>
    <w:p w:rsidR="007B2329" w:rsidRDefault="007B2329" w:rsidP="007B2329">
      <w:r>
        <w:t>173.9549</w:t>
      </w:r>
      <w:r>
        <w:tab/>
        <w:t>1.013e0</w:t>
      </w:r>
    </w:p>
    <w:p w:rsidR="007B2329" w:rsidRDefault="007B2329" w:rsidP="007B2329">
      <w:r>
        <w:t>173.9617</w:t>
      </w:r>
      <w:r>
        <w:tab/>
        <w:t>1.013e0</w:t>
      </w:r>
    </w:p>
    <w:p w:rsidR="007B2329" w:rsidRDefault="007B2329" w:rsidP="007B2329">
      <w:r>
        <w:t>173.9754</w:t>
      </w:r>
      <w:r>
        <w:tab/>
        <w:t>1.013e0</w:t>
      </w:r>
    </w:p>
    <w:p w:rsidR="007B2329" w:rsidRDefault="007B2329" w:rsidP="007B2329">
      <w:r>
        <w:t>173.9858</w:t>
      </w:r>
      <w:r>
        <w:tab/>
        <w:t>3.038e0</w:t>
      </w:r>
    </w:p>
    <w:p w:rsidR="007B2329" w:rsidRDefault="007B2329" w:rsidP="007B2329">
      <w:r>
        <w:t>174.0000</w:t>
      </w:r>
      <w:r>
        <w:tab/>
        <w:t>3.038e0</w:t>
      </w:r>
    </w:p>
    <w:p w:rsidR="007B2329" w:rsidRDefault="007B2329" w:rsidP="007B2329">
      <w:r>
        <w:t>174.0106</w:t>
      </w:r>
      <w:r>
        <w:tab/>
        <w:t>2.025e0</w:t>
      </w:r>
    </w:p>
    <w:p w:rsidR="007B2329" w:rsidRDefault="007B2329" w:rsidP="007B2329">
      <w:r>
        <w:t>174.0159</w:t>
      </w:r>
      <w:r>
        <w:tab/>
        <w:t>1.025e0</w:t>
      </w:r>
    </w:p>
    <w:p w:rsidR="007B2329" w:rsidRDefault="007B2329" w:rsidP="007B2329">
      <w:r>
        <w:t>174.0265</w:t>
      </w:r>
      <w:r>
        <w:tab/>
        <w:t>2.025e0</w:t>
      </w:r>
    </w:p>
    <w:p w:rsidR="007B2329" w:rsidRDefault="007B2329" w:rsidP="007B2329">
      <w:r>
        <w:t>174.0354</w:t>
      </w:r>
      <w:r>
        <w:tab/>
        <w:t>3.038e0</w:t>
      </w:r>
    </w:p>
    <w:p w:rsidR="007B2329" w:rsidRDefault="007B2329" w:rsidP="007B2329">
      <w:r>
        <w:t>174.0371</w:t>
      </w:r>
      <w:r>
        <w:tab/>
        <w:t>2.025e0</w:t>
      </w:r>
    </w:p>
    <w:p w:rsidR="007B2329" w:rsidRDefault="007B2329" w:rsidP="007B2329">
      <w:r>
        <w:t>174.0459</w:t>
      </w:r>
      <w:r>
        <w:tab/>
        <w:t>2.025e0</w:t>
      </w:r>
    </w:p>
    <w:p w:rsidR="007B2329" w:rsidRDefault="007B2329" w:rsidP="007B2329">
      <w:r>
        <w:t>174.0584</w:t>
      </w:r>
      <w:r>
        <w:tab/>
        <w:t>2.025e0</w:t>
      </w:r>
    </w:p>
    <w:p w:rsidR="007B2329" w:rsidRDefault="007B2329" w:rsidP="007B2329">
      <w:r>
        <w:t>174.0638</w:t>
      </w:r>
      <w:r>
        <w:tab/>
        <w:t>1.013e0</w:t>
      </w:r>
    </w:p>
    <w:p w:rsidR="007B2329" w:rsidRDefault="007B2329" w:rsidP="007B2329">
      <w:r>
        <w:t>174.0673</w:t>
      </w:r>
      <w:r>
        <w:tab/>
        <w:t>2.025e0</w:t>
      </w:r>
    </w:p>
    <w:p w:rsidR="007B2329" w:rsidRDefault="007B2329" w:rsidP="007B2329">
      <w:r>
        <w:lastRenderedPageBreak/>
        <w:t>174.0760</w:t>
      </w:r>
      <w:r>
        <w:tab/>
        <w:t>2.025e0</w:t>
      </w:r>
    </w:p>
    <w:p w:rsidR="007B2329" w:rsidRDefault="007B2329" w:rsidP="007B2329">
      <w:r>
        <w:t>174.0814</w:t>
      </w:r>
      <w:r>
        <w:tab/>
        <w:t>1.013e0</w:t>
      </w:r>
    </w:p>
    <w:p w:rsidR="007B2329" w:rsidRDefault="007B2329" w:rsidP="007B2329">
      <w:r>
        <w:t>174.0951</w:t>
      </w:r>
      <w:r>
        <w:tab/>
        <w:t>3.797e-2</w:t>
      </w:r>
    </w:p>
    <w:p w:rsidR="007B2329" w:rsidRDefault="007B2329" w:rsidP="007B2329">
      <w:r>
        <w:t>174.1001</w:t>
      </w:r>
      <w:r>
        <w:tab/>
        <w:t>2.532e-2</w:t>
      </w:r>
    </w:p>
    <w:p w:rsidR="007B2329" w:rsidRDefault="007B2329" w:rsidP="007B2329">
      <w:r>
        <w:t>174.1053</w:t>
      </w:r>
      <w:r>
        <w:tab/>
        <w:t>2.025e0</w:t>
      </w:r>
    </w:p>
    <w:p w:rsidR="007B2329" w:rsidRDefault="007B2329" w:rsidP="007B2329">
      <w:r>
        <w:t>174.1107</w:t>
      </w:r>
      <w:r>
        <w:tab/>
        <w:t>4.051e0</w:t>
      </w:r>
    </w:p>
    <w:p w:rsidR="007B2329" w:rsidRDefault="007B2329" w:rsidP="007B2329">
      <w:r>
        <w:t>174.1120</w:t>
      </w:r>
      <w:r>
        <w:tab/>
        <w:t>2.025e0</w:t>
      </w:r>
    </w:p>
    <w:p w:rsidR="007B2329" w:rsidRDefault="007B2329" w:rsidP="007B2329">
      <w:r>
        <w:t>174.1225</w:t>
      </w:r>
      <w:r>
        <w:tab/>
        <w:t>2.532e-2</w:t>
      </w:r>
    </w:p>
    <w:p w:rsidR="007B2329" w:rsidRDefault="007B2329" w:rsidP="007B2329">
      <w:r>
        <w:t>174.1308</w:t>
      </w:r>
      <w:r>
        <w:tab/>
        <w:t>8.101e0</w:t>
      </w:r>
    </w:p>
    <w:p w:rsidR="007B2329" w:rsidRDefault="007B2329" w:rsidP="007B2329">
      <w:r>
        <w:t>174.1332</w:t>
      </w:r>
      <w:r>
        <w:tab/>
        <w:t>1.013e0</w:t>
      </w:r>
    </w:p>
    <w:p w:rsidR="007B2329" w:rsidRDefault="007B2329" w:rsidP="007B2329">
      <w:r>
        <w:t>174.1483</w:t>
      </w:r>
      <w:r>
        <w:tab/>
        <w:t>3.038e0</w:t>
      </w:r>
    </w:p>
    <w:p w:rsidR="007B2329" w:rsidRDefault="007B2329" w:rsidP="007B2329">
      <w:r>
        <w:t>174.1580</w:t>
      </w:r>
      <w:r>
        <w:tab/>
        <w:t>1.013e0</w:t>
      </w:r>
    </w:p>
    <w:p w:rsidR="007B2329" w:rsidRDefault="007B2329" w:rsidP="007B2329">
      <w:r>
        <w:t>174.1650</w:t>
      </w:r>
      <w:r>
        <w:tab/>
        <w:t>1.013e0</w:t>
      </w:r>
    </w:p>
    <w:p w:rsidR="007B2329" w:rsidRDefault="007B2329" w:rsidP="007B2329">
      <w:r>
        <w:t>174.1792</w:t>
      </w:r>
      <w:r>
        <w:tab/>
        <w:t>1.025e0</w:t>
      </w:r>
    </w:p>
    <w:p w:rsidR="007B2329" w:rsidRDefault="007B2329" w:rsidP="007B2329">
      <w:r>
        <w:t>174.1933</w:t>
      </w:r>
      <w:r>
        <w:tab/>
        <w:t>1.013e0</w:t>
      </w:r>
    </w:p>
    <w:p w:rsidR="007B2329" w:rsidRDefault="007B2329" w:rsidP="007B2329">
      <w:r>
        <w:t>174.2147</w:t>
      </w:r>
      <w:r>
        <w:tab/>
        <w:t>1.013e0</w:t>
      </w:r>
    </w:p>
    <w:p w:rsidR="007B2329" w:rsidRDefault="007B2329" w:rsidP="007B2329">
      <w:r>
        <w:t>174.2217</w:t>
      </w:r>
      <w:r>
        <w:tab/>
        <w:t>1.025e0</w:t>
      </w:r>
    </w:p>
    <w:p w:rsidR="007B2329" w:rsidRDefault="007B2329" w:rsidP="007B2329">
      <w:r>
        <w:t>174.2250</w:t>
      </w:r>
      <w:r>
        <w:tab/>
        <w:t>2.025e0</w:t>
      </w:r>
    </w:p>
    <w:p w:rsidR="007B2329" w:rsidRDefault="007B2329" w:rsidP="007B2329">
      <w:r>
        <w:t>174.2296</w:t>
      </w:r>
      <w:r>
        <w:tab/>
        <w:t>3.038e0</w:t>
      </w:r>
    </w:p>
    <w:p w:rsidR="007B2329" w:rsidRDefault="007B2329" w:rsidP="007B2329">
      <w:r>
        <w:lastRenderedPageBreak/>
        <w:t>174.2353</w:t>
      </w:r>
      <w:r>
        <w:tab/>
        <w:t>1.013e0</w:t>
      </w:r>
    </w:p>
    <w:p w:rsidR="007B2329" w:rsidRDefault="007B2329" w:rsidP="007B2329">
      <w:r>
        <w:t>174.2387</w:t>
      </w:r>
      <w:r>
        <w:tab/>
        <w:t>1.013e0</w:t>
      </w:r>
    </w:p>
    <w:p w:rsidR="007B2329" w:rsidRDefault="007B2329" w:rsidP="007B2329">
      <w:r>
        <w:t>174.2421</w:t>
      </w:r>
      <w:r>
        <w:tab/>
        <w:t>1.013e0</w:t>
      </w:r>
    </w:p>
    <w:p w:rsidR="007B2329" w:rsidRDefault="007B2329" w:rsidP="007B2329">
      <w:r>
        <w:t>174.2455</w:t>
      </w:r>
      <w:r>
        <w:tab/>
        <w:t>1.013e0</w:t>
      </w:r>
    </w:p>
    <w:p w:rsidR="007B2329" w:rsidRDefault="007B2329" w:rsidP="007B2329">
      <w:r>
        <w:t>174.2490</w:t>
      </w:r>
      <w:r>
        <w:tab/>
        <w:t>1.013e0</w:t>
      </w:r>
    </w:p>
    <w:p w:rsidR="007B2329" w:rsidRDefault="007B2329" w:rsidP="007B2329">
      <w:r>
        <w:t>174.2591</w:t>
      </w:r>
      <w:r>
        <w:tab/>
        <w:t>1.025e0</w:t>
      </w:r>
    </w:p>
    <w:p w:rsidR="007B2329" w:rsidRDefault="007B2329" w:rsidP="007B2329">
      <w:r>
        <w:t>174.2664</w:t>
      </w:r>
      <w:r>
        <w:tab/>
        <w:t>2.025e0</w:t>
      </w:r>
    </w:p>
    <w:p w:rsidR="007B2329" w:rsidRDefault="007B2329" w:rsidP="007B2329">
      <w:r>
        <w:t>174.2735</w:t>
      </w:r>
      <w:r>
        <w:tab/>
        <w:t>3.038e0</w:t>
      </w:r>
    </w:p>
    <w:p w:rsidR="007B2329" w:rsidRDefault="007B2329" w:rsidP="007B2329">
      <w:r>
        <w:t>174.2771</w:t>
      </w:r>
      <w:r>
        <w:tab/>
        <w:t>1.266e-2</w:t>
      </w:r>
    </w:p>
    <w:p w:rsidR="007B2329" w:rsidRDefault="007B2329" w:rsidP="007B2329">
      <w:r>
        <w:t>174.2842</w:t>
      </w:r>
      <w:r>
        <w:tab/>
        <w:t>1.013e0</w:t>
      </w:r>
    </w:p>
    <w:p w:rsidR="007B2329" w:rsidRDefault="007B2329" w:rsidP="007B2329">
      <w:r>
        <w:t>174.2948</w:t>
      </w:r>
      <w:r>
        <w:tab/>
        <w:t>1.013e0</w:t>
      </w:r>
    </w:p>
    <w:p w:rsidR="007B2329" w:rsidRDefault="007B2329" w:rsidP="007B2329">
      <w:r>
        <w:t>174.3219</w:t>
      </w:r>
      <w:r>
        <w:tab/>
        <w:t>3.038e0</w:t>
      </w:r>
    </w:p>
    <w:p w:rsidR="007B2329" w:rsidRDefault="007B2329" w:rsidP="007B2329">
      <w:r>
        <w:t>174.3231</w:t>
      </w:r>
      <w:r>
        <w:tab/>
        <w:t>1.013e0</w:t>
      </w:r>
    </w:p>
    <w:p w:rsidR="007B2329" w:rsidRDefault="007B2329" w:rsidP="007B2329">
      <w:r>
        <w:t>174.3302</w:t>
      </w:r>
      <w:r>
        <w:tab/>
        <w:t>2.025e0</w:t>
      </w:r>
    </w:p>
    <w:p w:rsidR="007B2329" w:rsidRDefault="007B2329" w:rsidP="007B2329">
      <w:r>
        <w:t>174.3408</w:t>
      </w:r>
      <w:r>
        <w:tab/>
        <w:t>2.532e-2</w:t>
      </w:r>
    </w:p>
    <w:p w:rsidR="007B2329" w:rsidRDefault="007B2329" w:rsidP="007B2329">
      <w:r>
        <w:t>174.3444</w:t>
      </w:r>
      <w:r>
        <w:tab/>
        <w:t>1.013e0</w:t>
      </w:r>
    </w:p>
    <w:p w:rsidR="007B2329" w:rsidRDefault="007B2329" w:rsidP="007B2329">
      <w:r>
        <w:t>174.3551</w:t>
      </w:r>
      <w:r>
        <w:tab/>
        <w:t>1.013e0</w:t>
      </w:r>
    </w:p>
    <w:p w:rsidR="007B2329" w:rsidRDefault="007B2329" w:rsidP="007B2329">
      <w:r>
        <w:t>174.3601</w:t>
      </w:r>
      <w:r>
        <w:tab/>
        <w:t>1.025e0</w:t>
      </w:r>
    </w:p>
    <w:p w:rsidR="007B2329" w:rsidRDefault="007B2329" w:rsidP="007B2329">
      <w:r>
        <w:t>174.3653</w:t>
      </w:r>
      <w:r>
        <w:tab/>
        <w:t>1.013e0</w:t>
      </w:r>
    </w:p>
    <w:p w:rsidR="007B2329" w:rsidRDefault="007B2329" w:rsidP="007B2329">
      <w:r>
        <w:lastRenderedPageBreak/>
        <w:t>174.3756</w:t>
      </w:r>
      <w:r>
        <w:tab/>
        <w:t>1.013e0</w:t>
      </w:r>
    </w:p>
    <w:p w:rsidR="007B2329" w:rsidRDefault="007B2329" w:rsidP="007B2329">
      <w:r>
        <w:t>174.3842</w:t>
      </w:r>
      <w:r>
        <w:tab/>
        <w:t>2.025e0</w:t>
      </w:r>
    </w:p>
    <w:p w:rsidR="007B2329" w:rsidRDefault="007B2329" w:rsidP="007B2329">
      <w:r>
        <w:t>174.3869</w:t>
      </w:r>
      <w:r>
        <w:tab/>
        <w:t>3.038e0</w:t>
      </w:r>
    </w:p>
    <w:p w:rsidR="007B2329" w:rsidRDefault="007B2329" w:rsidP="007B2329">
      <w:r>
        <w:t>174.3893</w:t>
      </w:r>
      <w:r>
        <w:tab/>
        <w:t>1.013e0</w:t>
      </w:r>
    </w:p>
    <w:p w:rsidR="007B2329" w:rsidRDefault="007B2329" w:rsidP="007B2329">
      <w:r>
        <w:t>174.3997</w:t>
      </w:r>
      <w:r>
        <w:tab/>
        <w:t>1.013e0</w:t>
      </w:r>
    </w:p>
    <w:p w:rsidR="007B2329" w:rsidRDefault="007B2329" w:rsidP="007B2329">
      <w:r>
        <w:t>174.4121</w:t>
      </w:r>
      <w:r>
        <w:tab/>
        <w:t>1.025e0</w:t>
      </w:r>
    </w:p>
    <w:p w:rsidR="007B2329" w:rsidRDefault="007B2329" w:rsidP="007B2329">
      <w:r>
        <w:t>174.4175</w:t>
      </w:r>
      <w:r>
        <w:tab/>
        <w:t>1.013e0</w:t>
      </w:r>
    </w:p>
    <w:p w:rsidR="007B2329" w:rsidRDefault="007B2329" w:rsidP="007B2329">
      <w:r>
        <w:t>174.4263</w:t>
      </w:r>
      <w:r>
        <w:tab/>
        <w:t>2.025e0</w:t>
      </w:r>
    </w:p>
    <w:p w:rsidR="007B2329" w:rsidRDefault="007B2329" w:rsidP="007B2329">
      <w:r>
        <w:t>174.4281</w:t>
      </w:r>
      <w:r>
        <w:tab/>
        <w:t>3.038e0</w:t>
      </w:r>
    </w:p>
    <w:p w:rsidR="007B2329" w:rsidRDefault="007B2329" w:rsidP="007B2329">
      <w:r>
        <w:t>174.4352</w:t>
      </w:r>
      <w:r>
        <w:tab/>
        <w:t>1.013e0</w:t>
      </w:r>
    </w:p>
    <w:p w:rsidR="007B2329" w:rsidRDefault="007B2329" w:rsidP="007B2329">
      <w:r>
        <w:t>174.4529</w:t>
      </w:r>
      <w:r>
        <w:tab/>
        <w:t>1.013e0</w:t>
      </w:r>
    </w:p>
    <w:p w:rsidR="007B2329" w:rsidRDefault="007B2329" w:rsidP="007B2329">
      <w:r>
        <w:t>174.4634</w:t>
      </w:r>
      <w:r>
        <w:tab/>
        <w:t>1.266e-2</w:t>
      </w:r>
    </w:p>
    <w:p w:rsidR="007B2329" w:rsidRDefault="007B2329" w:rsidP="007B2329">
      <w:r>
        <w:t>174.4671</w:t>
      </w:r>
      <w:r>
        <w:tab/>
        <w:t>1.013e0</w:t>
      </w:r>
    </w:p>
    <w:p w:rsidR="007B2329" w:rsidRDefault="007B2329" w:rsidP="007B2329">
      <w:r>
        <w:t>174.4705</w:t>
      </w:r>
      <w:r>
        <w:tab/>
        <w:t>1.013e0</w:t>
      </w:r>
    </w:p>
    <w:p w:rsidR="007B2329" w:rsidRDefault="007B2329" w:rsidP="007B2329">
      <w:r>
        <w:t>174.4865</w:t>
      </w:r>
      <w:r>
        <w:tab/>
        <w:t>2.025e0</w:t>
      </w:r>
    </w:p>
    <w:p w:rsidR="007B2329" w:rsidRDefault="007B2329" w:rsidP="007B2329">
      <w:r>
        <w:t>174.4884</w:t>
      </w:r>
      <w:r>
        <w:tab/>
        <w:t>1.013e0</w:t>
      </w:r>
    </w:p>
    <w:p w:rsidR="007B2329" w:rsidRDefault="007B2329" w:rsidP="007B2329">
      <w:r>
        <w:t>174.5092</w:t>
      </w:r>
      <w:r>
        <w:tab/>
        <w:t>2.025e0</w:t>
      </w:r>
    </w:p>
    <w:p w:rsidR="007B2329" w:rsidRDefault="007B2329" w:rsidP="007B2329">
      <w:r>
        <w:t>174.5126</w:t>
      </w:r>
      <w:r>
        <w:tab/>
        <w:t>1.013e0</w:t>
      </w:r>
    </w:p>
    <w:p w:rsidR="007B2329" w:rsidRDefault="007B2329" w:rsidP="007B2329">
      <w:r>
        <w:t>174.5194</w:t>
      </w:r>
      <w:r>
        <w:tab/>
        <w:t>2.025e0</w:t>
      </w:r>
    </w:p>
    <w:p w:rsidR="007B2329" w:rsidRDefault="007B2329" w:rsidP="007B2329">
      <w:r>
        <w:lastRenderedPageBreak/>
        <w:t>174.5298</w:t>
      </w:r>
      <w:r>
        <w:tab/>
        <w:t>1.013e0</w:t>
      </w:r>
    </w:p>
    <w:p w:rsidR="007B2329" w:rsidRDefault="007B2329" w:rsidP="007B2329">
      <w:r>
        <w:t>174.5332</w:t>
      </w:r>
      <w:r>
        <w:tab/>
        <w:t>1.013e0</w:t>
      </w:r>
    </w:p>
    <w:p w:rsidR="007B2329" w:rsidRDefault="007B2329" w:rsidP="007B2329">
      <w:r>
        <w:t>174.5489</w:t>
      </w:r>
      <w:r>
        <w:tab/>
        <w:t>4.051e0</w:t>
      </w:r>
    </w:p>
    <w:p w:rsidR="007B2329" w:rsidRDefault="007B2329" w:rsidP="007B2329">
      <w:r>
        <w:t>174.5508</w:t>
      </w:r>
      <w:r>
        <w:tab/>
        <w:t>1.013e0</w:t>
      </w:r>
    </w:p>
    <w:p w:rsidR="007B2329" w:rsidRDefault="007B2329" w:rsidP="007B2329">
      <w:r>
        <w:t>174.5543</w:t>
      </w:r>
      <w:r>
        <w:tab/>
        <w:t>5.063e0</w:t>
      </w:r>
    </w:p>
    <w:p w:rsidR="007B2329" w:rsidRDefault="007B2329" w:rsidP="007B2329">
      <w:r>
        <w:t>174.5579</w:t>
      </w:r>
      <w:r>
        <w:tab/>
        <w:t>1.013e0</w:t>
      </w:r>
    </w:p>
    <w:p w:rsidR="007B2329" w:rsidRDefault="007B2329" w:rsidP="007B2329">
      <w:r>
        <w:t>174.5633</w:t>
      </w:r>
      <w:r>
        <w:tab/>
        <w:t>2.532e-2</w:t>
      </w:r>
    </w:p>
    <w:p w:rsidR="007B2329" w:rsidRDefault="007B2329" w:rsidP="007B2329">
      <w:r>
        <w:t>174.5756</w:t>
      </w:r>
      <w:r>
        <w:tab/>
        <w:t>3.038e0</w:t>
      </w:r>
    </w:p>
    <w:p w:rsidR="007B2329" w:rsidRDefault="007B2329" w:rsidP="007B2329">
      <w:r>
        <w:t>174.6003</w:t>
      </w:r>
      <w:r>
        <w:tab/>
        <w:t>1.013e0</w:t>
      </w:r>
    </w:p>
    <w:p w:rsidR="007B2329" w:rsidRDefault="007B2329" w:rsidP="007B2329">
      <w:r>
        <w:t>174.6075</w:t>
      </w:r>
      <w:r>
        <w:tab/>
        <w:t>3.038e0</w:t>
      </w:r>
    </w:p>
    <w:p w:rsidR="007B2329" w:rsidRDefault="007B2329" w:rsidP="007B2329">
      <w:r>
        <w:t>174.6146</w:t>
      </w:r>
      <w:r>
        <w:tab/>
        <w:t>1.013e0</w:t>
      </w:r>
    </w:p>
    <w:p w:rsidR="007B2329" w:rsidRDefault="007B2329" w:rsidP="007B2329">
      <w:r>
        <w:t>174.6193</w:t>
      </w:r>
      <w:r>
        <w:tab/>
        <w:t>2.038e0</w:t>
      </w:r>
    </w:p>
    <w:p w:rsidR="007B2329" w:rsidRDefault="007B2329" w:rsidP="007B2329">
      <w:r>
        <w:t>174.6342</w:t>
      </w:r>
      <w:r>
        <w:tab/>
        <w:t>2.025e0</w:t>
      </w:r>
    </w:p>
    <w:p w:rsidR="007B2329" w:rsidRDefault="007B2329" w:rsidP="007B2329">
      <w:r>
        <w:t>174.6395</w:t>
      </w:r>
      <w:r>
        <w:tab/>
        <w:t>2.025e0</w:t>
      </w:r>
    </w:p>
    <w:p w:rsidR="007B2329" w:rsidRDefault="007B2329" w:rsidP="007B2329">
      <w:r>
        <w:t>174.6453</w:t>
      </w:r>
      <w:r>
        <w:tab/>
        <w:t>3.038e0</w:t>
      </w:r>
    </w:p>
    <w:p w:rsidR="007B2329" w:rsidRDefault="007B2329" w:rsidP="007B2329">
      <w:r>
        <w:t>174.6588</w:t>
      </w:r>
      <w:r>
        <w:tab/>
        <w:t>4.051e0</w:t>
      </w:r>
    </w:p>
    <w:p w:rsidR="007B2329" w:rsidRDefault="007B2329" w:rsidP="007B2329">
      <w:r>
        <w:t>174.6634</w:t>
      </w:r>
      <w:r>
        <w:tab/>
        <w:t>1.013e0</w:t>
      </w:r>
    </w:p>
    <w:p w:rsidR="007B2329" w:rsidRDefault="007B2329" w:rsidP="007B2329">
      <w:r>
        <w:t>174.6703</w:t>
      </w:r>
      <w:r>
        <w:tab/>
        <w:t>1.013e0</w:t>
      </w:r>
    </w:p>
    <w:p w:rsidR="007B2329" w:rsidRDefault="007B2329" w:rsidP="007B2329">
      <w:r>
        <w:t>174.6736</w:t>
      </w:r>
      <w:r>
        <w:tab/>
        <w:t>1.013e0</w:t>
      </w:r>
    </w:p>
    <w:p w:rsidR="007B2329" w:rsidRDefault="007B2329" w:rsidP="007B2329">
      <w:r>
        <w:lastRenderedPageBreak/>
        <w:t>174.6871</w:t>
      </w:r>
      <w:r>
        <w:tab/>
        <w:t>2.051e0</w:t>
      </w:r>
    </w:p>
    <w:p w:rsidR="007B2329" w:rsidRDefault="007B2329" w:rsidP="007B2329">
      <w:r>
        <w:t>174.6912</w:t>
      </w:r>
      <w:r>
        <w:tab/>
        <w:t>1.013e0</w:t>
      </w:r>
    </w:p>
    <w:p w:rsidR="007B2329" w:rsidRDefault="007B2329" w:rsidP="007B2329">
      <w:r>
        <w:t>174.7055</w:t>
      </w:r>
      <w:r>
        <w:tab/>
        <w:t>1.013e0</w:t>
      </w:r>
    </w:p>
    <w:p w:rsidR="007B2329" w:rsidRDefault="007B2329" w:rsidP="007B2329">
      <w:r>
        <w:t>174.7232</w:t>
      </w:r>
      <w:r>
        <w:tab/>
        <w:t>1.266e-2</w:t>
      </w:r>
    </w:p>
    <w:p w:rsidR="007B2329" w:rsidRDefault="007B2329" w:rsidP="007B2329">
      <w:r>
        <w:t>174.7267</w:t>
      </w:r>
      <w:r>
        <w:tab/>
        <w:t>2.025e0</w:t>
      </w:r>
    </w:p>
    <w:p w:rsidR="007B2329" w:rsidRDefault="007B2329" w:rsidP="007B2329">
      <w:r>
        <w:t>174.7444</w:t>
      </w:r>
      <w:r>
        <w:tab/>
        <w:t>1.013e0</w:t>
      </w:r>
    </w:p>
    <w:p w:rsidR="007B2329" w:rsidRDefault="007B2329" w:rsidP="007B2329">
      <w:r>
        <w:t>174.7479</w:t>
      </w:r>
      <w:r>
        <w:tab/>
        <w:t>1.013e0</w:t>
      </w:r>
    </w:p>
    <w:p w:rsidR="007B2329" w:rsidRDefault="007B2329" w:rsidP="007B2329">
      <w:r>
        <w:t>174.7675</w:t>
      </w:r>
      <w:r>
        <w:tab/>
        <w:t>2.025e0</w:t>
      </w:r>
    </w:p>
    <w:p w:rsidR="007B2329" w:rsidRDefault="007B2329" w:rsidP="007B2329">
      <w:r>
        <w:t>174.7763</w:t>
      </w:r>
      <w:r>
        <w:tab/>
        <w:t>5.063e0</w:t>
      </w:r>
    </w:p>
    <w:p w:rsidR="007B2329" w:rsidRDefault="007B2329" w:rsidP="007B2329">
      <w:r>
        <w:t>174.7868</w:t>
      </w:r>
      <w:r>
        <w:tab/>
        <w:t>2.025e0</w:t>
      </w:r>
    </w:p>
    <w:p w:rsidR="007B2329" w:rsidRDefault="007B2329" w:rsidP="007B2329">
      <w:r>
        <w:t>174.7919</w:t>
      </w:r>
      <w:r>
        <w:tab/>
        <w:t>2.025e0</w:t>
      </w:r>
    </w:p>
    <w:p w:rsidR="007B2329" w:rsidRDefault="007B2329" w:rsidP="007B2329">
      <w:r>
        <w:t>174.8006</w:t>
      </w:r>
      <w:r>
        <w:tab/>
        <w:t>1.013e0</w:t>
      </w:r>
    </w:p>
    <w:p w:rsidR="007B2329" w:rsidRDefault="007B2329" w:rsidP="007B2329">
      <w:r>
        <w:t>174.8057</w:t>
      </w:r>
      <w:r>
        <w:tab/>
        <w:t>2.025e0</w:t>
      </w:r>
    </w:p>
    <w:p w:rsidR="007B2329" w:rsidRDefault="007B2329" w:rsidP="007B2329">
      <w:r>
        <w:t>174.8108</w:t>
      </w:r>
      <w:r>
        <w:tab/>
        <w:t>1.013e0</w:t>
      </w:r>
    </w:p>
    <w:p w:rsidR="007B2329" w:rsidRDefault="007B2329" w:rsidP="007B2329">
      <w:r>
        <w:t>174.8123</w:t>
      </w:r>
      <w:r>
        <w:tab/>
        <w:t>2.025e0</w:t>
      </w:r>
    </w:p>
    <w:p w:rsidR="007B2329" w:rsidRDefault="007B2329" w:rsidP="007B2329">
      <w:r>
        <w:t>174.8143</w:t>
      </w:r>
      <w:r>
        <w:tab/>
        <w:t>1.013e0</w:t>
      </w:r>
    </w:p>
    <w:p w:rsidR="007B2329" w:rsidRDefault="007B2329" w:rsidP="007B2329">
      <w:r>
        <w:t>174.8230</w:t>
      </w:r>
      <w:r>
        <w:tab/>
        <w:t>2.025e0</w:t>
      </w:r>
    </w:p>
    <w:p w:rsidR="007B2329" w:rsidRDefault="007B2329" w:rsidP="007B2329">
      <w:r>
        <w:t>174.8246</w:t>
      </w:r>
      <w:r>
        <w:tab/>
        <w:t>1.013e0</w:t>
      </w:r>
    </w:p>
    <w:p w:rsidR="007B2329" w:rsidRDefault="007B2329" w:rsidP="007B2329">
      <w:r>
        <w:t>174.8317</w:t>
      </w:r>
      <w:r>
        <w:tab/>
        <w:t>1.013e0</w:t>
      </w:r>
    </w:p>
    <w:p w:rsidR="007B2329" w:rsidRDefault="007B2329" w:rsidP="007B2329">
      <w:r>
        <w:lastRenderedPageBreak/>
        <w:t>174.8530</w:t>
      </w:r>
      <w:r>
        <w:tab/>
        <w:t>2.025e0</w:t>
      </w:r>
    </w:p>
    <w:p w:rsidR="007B2329" w:rsidRDefault="007B2329" w:rsidP="007B2329">
      <w:r>
        <w:t>174.8672</w:t>
      </w:r>
      <w:r>
        <w:tab/>
        <w:t>3.038e0</w:t>
      </w:r>
    </w:p>
    <w:p w:rsidR="007B2329" w:rsidRDefault="007B2329" w:rsidP="007B2329">
      <w:r>
        <w:t>174.8778</w:t>
      </w:r>
      <w:r>
        <w:tab/>
        <w:t>1.013e0</w:t>
      </w:r>
    </w:p>
    <w:p w:rsidR="007B2329" w:rsidRDefault="007B2329" w:rsidP="007B2329">
      <w:r>
        <w:t>174.8814</w:t>
      </w:r>
      <w:r>
        <w:tab/>
        <w:t>1.013e0</w:t>
      </w:r>
    </w:p>
    <w:p w:rsidR="007B2329" w:rsidRDefault="007B2329" w:rsidP="007B2329">
      <w:r>
        <w:t>174.8920</w:t>
      </w:r>
      <w:r>
        <w:tab/>
        <w:t>2.025e0</w:t>
      </w:r>
    </w:p>
    <w:p w:rsidR="007B2329" w:rsidRDefault="007B2329" w:rsidP="007B2329">
      <w:r>
        <w:t>174.8973</w:t>
      </w:r>
      <w:r>
        <w:tab/>
        <w:t>2.025e0</w:t>
      </w:r>
    </w:p>
    <w:p w:rsidR="007B2329" w:rsidRDefault="007B2329" w:rsidP="007B2329">
      <w:r>
        <w:t>174.8991</w:t>
      </w:r>
      <w:r>
        <w:tab/>
        <w:t>2.025e0</w:t>
      </w:r>
    </w:p>
    <w:p w:rsidR="007B2329" w:rsidRDefault="007B2329" w:rsidP="007B2329">
      <w:r>
        <w:t>174.9098</w:t>
      </w:r>
      <w:r>
        <w:tab/>
        <w:t>2.025e0</w:t>
      </w:r>
    </w:p>
    <w:p w:rsidR="007B2329" w:rsidRDefault="007B2329" w:rsidP="007B2329">
      <w:r>
        <w:t>174.9169</w:t>
      </w:r>
      <w:r>
        <w:tab/>
        <w:t>1.013e0</w:t>
      </w:r>
    </w:p>
    <w:p w:rsidR="007B2329" w:rsidRDefault="007B2329" w:rsidP="007B2329">
      <w:r>
        <w:t>174.9310</w:t>
      </w:r>
      <w:r>
        <w:tab/>
        <w:t>1.013e0</w:t>
      </w:r>
    </w:p>
    <w:p w:rsidR="007B2329" w:rsidRDefault="007B2329" w:rsidP="007B2329">
      <w:r>
        <w:t>174.9339</w:t>
      </w:r>
      <w:r>
        <w:tab/>
        <w:t>4.051e0</w:t>
      </w:r>
    </w:p>
    <w:p w:rsidR="007B2329" w:rsidRDefault="007B2329" w:rsidP="007B2329">
      <w:r>
        <w:t>174.9379</w:t>
      </w:r>
      <w:r>
        <w:tab/>
        <w:t>1.013e0</w:t>
      </w:r>
    </w:p>
    <w:p w:rsidR="007B2329" w:rsidRDefault="007B2329" w:rsidP="007B2329">
      <w:r>
        <w:t>174.9633</w:t>
      </w:r>
      <w:r>
        <w:tab/>
        <w:t>2.025e0</w:t>
      </w:r>
    </w:p>
    <w:p w:rsidR="007B2329" w:rsidRDefault="007B2329" w:rsidP="007B2329">
      <w:r>
        <w:t>174.9653</w:t>
      </w:r>
      <w:r>
        <w:tab/>
        <w:t>3.038e0</w:t>
      </w:r>
    </w:p>
    <w:p w:rsidR="007B2329" w:rsidRDefault="007B2329" w:rsidP="007B2329">
      <w:r>
        <w:t>174.9688</w:t>
      </w:r>
      <w:r>
        <w:tab/>
        <w:t>1.013e0</w:t>
      </w:r>
    </w:p>
    <w:p w:rsidR="007B2329" w:rsidRDefault="007B2329" w:rsidP="007B2329">
      <w:r>
        <w:t>174.9794</w:t>
      </w:r>
      <w:r>
        <w:tab/>
        <w:t>1.266e-2</w:t>
      </w:r>
    </w:p>
    <w:p w:rsidR="007B2329" w:rsidRDefault="007B2329" w:rsidP="007B2329">
      <w:r>
        <w:t>174.9831</w:t>
      </w:r>
      <w:r>
        <w:tab/>
        <w:t>3.051e0</w:t>
      </w:r>
    </w:p>
    <w:p w:rsidR="007B2329" w:rsidRDefault="007B2329" w:rsidP="007B2329">
      <w:r>
        <w:t>174.9865</w:t>
      </w:r>
      <w:r>
        <w:tab/>
        <w:t>1.013e0</w:t>
      </w:r>
    </w:p>
    <w:p w:rsidR="007B2329" w:rsidRDefault="007B2329" w:rsidP="007B2329">
      <w:r>
        <w:t>174.9971</w:t>
      </w:r>
      <w:r>
        <w:tab/>
        <w:t>2.025e0</w:t>
      </w:r>
    </w:p>
    <w:p w:rsidR="007B2329" w:rsidRDefault="007B2329" w:rsidP="007B2329">
      <w:r>
        <w:lastRenderedPageBreak/>
        <w:t>175.0007</w:t>
      </w:r>
      <w:r>
        <w:tab/>
        <w:t>2.025e0</w:t>
      </w:r>
    </w:p>
    <w:p w:rsidR="007B2329" w:rsidRDefault="007B2329" w:rsidP="007B2329">
      <w:r>
        <w:t>175.0025</w:t>
      </w:r>
      <w:r>
        <w:tab/>
        <w:t>2.025e0</w:t>
      </w:r>
    </w:p>
    <w:p w:rsidR="007B2329" w:rsidRDefault="007B2329" w:rsidP="007B2329">
      <w:r>
        <w:t>175.0042</w:t>
      </w:r>
      <w:r>
        <w:tab/>
        <w:t>2.025e0</w:t>
      </w:r>
    </w:p>
    <w:p w:rsidR="007B2329" w:rsidRDefault="007B2329" w:rsidP="007B2329">
      <w:r>
        <w:t>175.0220</w:t>
      </w:r>
      <w:r>
        <w:tab/>
        <w:t>1.013e0</w:t>
      </w:r>
    </w:p>
    <w:p w:rsidR="007B2329" w:rsidRDefault="007B2329" w:rsidP="007B2329">
      <w:r>
        <w:t>175.0273</w:t>
      </w:r>
      <w:r>
        <w:tab/>
        <w:t>2.025e0</w:t>
      </w:r>
    </w:p>
    <w:p w:rsidR="007B2329" w:rsidRDefault="007B2329" w:rsidP="007B2329">
      <w:r>
        <w:t>175.0325</w:t>
      </w:r>
      <w:r>
        <w:tab/>
        <w:t>2.025e0</w:t>
      </w:r>
    </w:p>
    <w:p w:rsidR="007B2329" w:rsidRDefault="007B2329" w:rsidP="007B2329">
      <w:r>
        <w:t>175.0361</w:t>
      </w:r>
      <w:r>
        <w:tab/>
        <w:t>2.025e0</w:t>
      </w:r>
    </w:p>
    <w:p w:rsidR="007B2329" w:rsidRDefault="007B2329" w:rsidP="007B2329">
      <w:r>
        <w:t>175.0503</w:t>
      </w:r>
      <w:r>
        <w:tab/>
        <w:t>2.025e0</w:t>
      </w:r>
    </w:p>
    <w:p w:rsidR="007B2329" w:rsidRDefault="007B2329" w:rsidP="007B2329">
      <w:r>
        <w:t>175.0538</w:t>
      </w:r>
      <w:r>
        <w:tab/>
        <w:t>1.013e0</w:t>
      </w:r>
    </w:p>
    <w:p w:rsidR="007B2329" w:rsidRDefault="007B2329" w:rsidP="007B2329">
      <w:r>
        <w:t>175.0575</w:t>
      </w:r>
      <w:r>
        <w:tab/>
        <w:t>1.013e0</w:t>
      </w:r>
    </w:p>
    <w:p w:rsidR="007B2329" w:rsidRDefault="007B2329" w:rsidP="007B2329">
      <w:r>
        <w:t>175.0610</w:t>
      </w:r>
      <w:r>
        <w:tab/>
        <w:t>2.025e0</w:t>
      </w:r>
    </w:p>
    <w:p w:rsidR="007B2329" w:rsidRDefault="007B2329" w:rsidP="007B2329">
      <w:r>
        <w:t>175.0754</w:t>
      </w:r>
      <w:r>
        <w:tab/>
        <w:t>1.038e0</w:t>
      </w:r>
    </w:p>
    <w:p w:rsidR="007B2329" w:rsidRDefault="007B2329" w:rsidP="007B2329">
      <w:r>
        <w:t>175.0806</w:t>
      </w:r>
      <w:r>
        <w:tab/>
        <w:t>4.051e0</w:t>
      </w:r>
    </w:p>
    <w:p w:rsidR="007B2329" w:rsidRDefault="007B2329" w:rsidP="007B2329">
      <w:r>
        <w:t>175.0821</w:t>
      </w:r>
      <w:r>
        <w:tab/>
        <w:t>4.051e0</w:t>
      </w:r>
    </w:p>
    <w:p w:rsidR="007B2329" w:rsidRDefault="007B2329" w:rsidP="007B2329">
      <w:r>
        <w:t>175.0837</w:t>
      </w:r>
      <w:r>
        <w:tab/>
        <w:t>1.025e0</w:t>
      </w:r>
    </w:p>
    <w:p w:rsidR="007B2329" w:rsidRDefault="007B2329" w:rsidP="007B2329">
      <w:r>
        <w:t>175.0924</w:t>
      </w:r>
      <w:r>
        <w:tab/>
        <w:t>1.013e0</w:t>
      </w:r>
    </w:p>
    <w:p w:rsidR="007B2329" w:rsidRDefault="007B2329" w:rsidP="007B2329">
      <w:r>
        <w:t>175.0935</w:t>
      </w:r>
      <w:r>
        <w:tab/>
        <w:t>1.215e1</w:t>
      </w:r>
    </w:p>
    <w:p w:rsidR="007B2329" w:rsidRDefault="007B2329" w:rsidP="007B2329">
      <w:r>
        <w:t>175.1136</w:t>
      </w:r>
      <w:r>
        <w:tab/>
        <w:t>4.051e0</w:t>
      </w:r>
    </w:p>
    <w:p w:rsidR="007B2329" w:rsidRDefault="007B2329" w:rsidP="007B2329">
      <w:r>
        <w:t>175.1164</w:t>
      </w:r>
      <w:r>
        <w:tab/>
        <w:t>1.013e0</w:t>
      </w:r>
    </w:p>
    <w:p w:rsidR="007B2329" w:rsidRDefault="007B2329" w:rsidP="007B2329">
      <w:r>
        <w:lastRenderedPageBreak/>
        <w:t>175.1208</w:t>
      </w:r>
      <w:r>
        <w:tab/>
        <w:t>1.318e1</w:t>
      </w:r>
    </w:p>
    <w:p w:rsidR="007B2329" w:rsidRDefault="007B2329" w:rsidP="007B2329">
      <w:r>
        <w:t>175.1270</w:t>
      </w:r>
      <w:r>
        <w:tab/>
        <w:t>1.013e0</w:t>
      </w:r>
    </w:p>
    <w:p w:rsidR="007B2329" w:rsidRDefault="007B2329" w:rsidP="007B2329">
      <w:r>
        <w:t>175.1377</w:t>
      </w:r>
      <w:r>
        <w:tab/>
        <w:t>1.013e0</w:t>
      </w:r>
    </w:p>
    <w:p w:rsidR="007B2329" w:rsidRDefault="007B2329" w:rsidP="007B2329">
      <w:r>
        <w:t>175.1449</w:t>
      </w:r>
      <w:r>
        <w:tab/>
        <w:t>1.013e0</w:t>
      </w:r>
    </w:p>
    <w:p w:rsidR="007B2329" w:rsidRDefault="007B2329" w:rsidP="007B2329">
      <w:r>
        <w:t>175.1572</w:t>
      </w:r>
      <w:r>
        <w:tab/>
        <w:t>2.025e0</w:t>
      </w:r>
    </w:p>
    <w:p w:rsidR="007B2329" w:rsidRDefault="007B2329" w:rsidP="007B2329">
      <w:r>
        <w:t>175.1812</w:t>
      </w:r>
      <w:r>
        <w:tab/>
        <w:t>3.038e0</w:t>
      </w:r>
    </w:p>
    <w:p w:rsidR="007B2329" w:rsidRDefault="007B2329" w:rsidP="007B2329">
      <w:r>
        <w:t>175.1823</w:t>
      </w:r>
      <w:r>
        <w:tab/>
        <w:t>3.038e0</w:t>
      </w:r>
    </w:p>
    <w:p w:rsidR="007B2329" w:rsidRDefault="007B2329" w:rsidP="007B2329">
      <w:r>
        <w:t>175.1856</w:t>
      </w:r>
      <w:r>
        <w:tab/>
        <w:t>2.025e0</w:t>
      </w:r>
    </w:p>
    <w:p w:rsidR="007B2329" w:rsidRDefault="007B2329" w:rsidP="007B2329">
      <w:r>
        <w:t>175.2051</w:t>
      </w:r>
      <w:r>
        <w:tab/>
        <w:t>3.038e0</w:t>
      </w:r>
    </w:p>
    <w:p w:rsidR="007B2329" w:rsidRDefault="007B2329" w:rsidP="007B2329">
      <w:r>
        <w:t>175.2264</w:t>
      </w:r>
      <w:r>
        <w:tab/>
        <w:t>1.013e0</w:t>
      </w:r>
    </w:p>
    <w:p w:rsidR="007B2329" w:rsidRDefault="007B2329" w:rsidP="007B2329">
      <w:r>
        <w:t>175.2300</w:t>
      </w:r>
      <w:r>
        <w:tab/>
        <w:t>1.025e0</w:t>
      </w:r>
    </w:p>
    <w:p w:rsidR="007B2329" w:rsidRDefault="007B2329" w:rsidP="007B2329">
      <w:r>
        <w:t>175.2333</w:t>
      </w:r>
      <w:r>
        <w:tab/>
        <w:t>1.013e0</w:t>
      </w:r>
    </w:p>
    <w:p w:rsidR="007B2329" w:rsidRDefault="007B2329" w:rsidP="007B2329">
      <w:r>
        <w:t>175.2402</w:t>
      </w:r>
      <w:r>
        <w:tab/>
        <w:t>1.013e0</w:t>
      </w:r>
    </w:p>
    <w:p w:rsidR="007B2329" w:rsidRDefault="007B2329" w:rsidP="007B2329">
      <w:r>
        <w:t>175.2413</w:t>
      </w:r>
      <w:r>
        <w:tab/>
        <w:t>4.010e0</w:t>
      </w:r>
    </w:p>
    <w:p w:rsidR="007B2329" w:rsidRDefault="007B2329" w:rsidP="007B2329">
      <w:r>
        <w:t>175.2487</w:t>
      </w:r>
      <w:r>
        <w:tab/>
        <w:t>1.025e0</w:t>
      </w:r>
    </w:p>
    <w:p w:rsidR="007B2329" w:rsidRDefault="007B2329" w:rsidP="007B2329">
      <w:r>
        <w:t>175.2504</w:t>
      </w:r>
      <w:r>
        <w:tab/>
        <w:t>1.013e0</w:t>
      </w:r>
    </w:p>
    <w:p w:rsidR="007B2329" w:rsidRDefault="007B2329" w:rsidP="007B2329">
      <w:r>
        <w:t>175.2626</w:t>
      </w:r>
      <w:r>
        <w:tab/>
        <w:t>1.025e0</w:t>
      </w:r>
    </w:p>
    <w:p w:rsidR="007B2329" w:rsidRDefault="007B2329" w:rsidP="007B2329">
      <w:r>
        <w:t>175.2677</w:t>
      </w:r>
      <w:r>
        <w:tab/>
        <w:t>1.013e0</w:t>
      </w:r>
    </w:p>
    <w:p w:rsidR="007B2329" w:rsidRDefault="007B2329" w:rsidP="007B2329">
      <w:r>
        <w:t>175.2711</w:t>
      </w:r>
      <w:r>
        <w:tab/>
        <w:t>2.025e0</w:t>
      </w:r>
    </w:p>
    <w:p w:rsidR="007B2329" w:rsidRDefault="007B2329" w:rsidP="007B2329">
      <w:r>
        <w:lastRenderedPageBreak/>
        <w:t>175.2747</w:t>
      </w:r>
      <w:r>
        <w:tab/>
        <w:t>2.025e0</w:t>
      </w:r>
    </w:p>
    <w:p w:rsidR="007B2329" w:rsidRDefault="007B2329" w:rsidP="007B2329">
      <w:r>
        <w:t>175.2837</w:t>
      </w:r>
      <w:r>
        <w:tab/>
        <w:t>2.025e0</w:t>
      </w:r>
    </w:p>
    <w:p w:rsidR="007B2329" w:rsidRDefault="007B2329" w:rsidP="007B2329">
      <w:r>
        <w:t>175.2872</w:t>
      </w:r>
      <w:r>
        <w:tab/>
        <w:t>2.025e0</w:t>
      </w:r>
    </w:p>
    <w:p w:rsidR="007B2329" w:rsidRDefault="007B2329" w:rsidP="007B2329">
      <w:r>
        <w:t>175.2926</w:t>
      </w:r>
      <w:r>
        <w:tab/>
        <w:t>1.013e0</w:t>
      </w:r>
    </w:p>
    <w:p w:rsidR="007B2329" w:rsidRDefault="007B2329" w:rsidP="007B2329">
      <w:r>
        <w:t>175.2981</w:t>
      </w:r>
      <w:r>
        <w:tab/>
        <w:t>3.038e0</w:t>
      </w:r>
    </w:p>
    <w:p w:rsidR="007B2329" w:rsidRDefault="007B2329" w:rsidP="007B2329">
      <w:r>
        <w:t>175.3138</w:t>
      </w:r>
      <w:r>
        <w:tab/>
        <w:t>1.013e0</w:t>
      </w:r>
    </w:p>
    <w:p w:rsidR="007B2329" w:rsidRDefault="007B2329" w:rsidP="007B2329">
      <w:r>
        <w:t>175.3290</w:t>
      </w:r>
      <w:r>
        <w:tab/>
        <w:t>2.038e0</w:t>
      </w:r>
    </w:p>
    <w:p w:rsidR="007B2329" w:rsidRDefault="007B2329" w:rsidP="007B2329">
      <w:r>
        <w:t>175.3315</w:t>
      </w:r>
      <w:r>
        <w:tab/>
        <w:t>1.013e0</w:t>
      </w:r>
    </w:p>
    <w:p w:rsidR="007B2329" w:rsidRDefault="007B2329" w:rsidP="007B2329">
      <w:r>
        <w:t>175.3351</w:t>
      </w:r>
      <w:r>
        <w:tab/>
        <w:t>1.013e0</w:t>
      </w:r>
    </w:p>
    <w:p w:rsidR="007B2329" w:rsidRDefault="007B2329" w:rsidP="007B2329">
      <w:r>
        <w:t>175.3386</w:t>
      </w:r>
      <w:r>
        <w:tab/>
        <w:t>1.013e0</w:t>
      </w:r>
    </w:p>
    <w:p w:rsidR="007B2329" w:rsidRDefault="007B2329" w:rsidP="007B2329">
      <w:r>
        <w:t>175.3458</w:t>
      </w:r>
      <w:r>
        <w:tab/>
        <w:t>1.013e0</w:t>
      </w:r>
    </w:p>
    <w:p w:rsidR="007B2329" w:rsidRDefault="007B2329" w:rsidP="007B2329">
      <w:r>
        <w:t>175.3529</w:t>
      </w:r>
      <w:r>
        <w:tab/>
        <w:t>1.013e0</w:t>
      </w:r>
    </w:p>
    <w:p w:rsidR="007B2329" w:rsidRDefault="007B2329" w:rsidP="007B2329">
      <w:r>
        <w:t>175.3564</w:t>
      </w:r>
      <w:r>
        <w:tab/>
        <w:t>2.025e0</w:t>
      </w:r>
    </w:p>
    <w:p w:rsidR="007B2329" w:rsidRDefault="007B2329" w:rsidP="007B2329">
      <w:r>
        <w:t>175.3636</w:t>
      </w:r>
      <w:r>
        <w:tab/>
        <w:t>1.013e0</w:t>
      </w:r>
    </w:p>
    <w:p w:rsidR="007B2329" w:rsidRDefault="007B2329" w:rsidP="007B2329">
      <w:r>
        <w:t>175.3672</w:t>
      </w:r>
      <w:r>
        <w:tab/>
        <w:t>4.051e0</w:t>
      </w:r>
    </w:p>
    <w:p w:rsidR="007B2329" w:rsidRDefault="007B2329" w:rsidP="007B2329">
      <w:r>
        <w:t>175.3777</w:t>
      </w:r>
      <w:r>
        <w:tab/>
        <w:t>1.013e0</w:t>
      </w:r>
    </w:p>
    <w:p w:rsidR="007B2329" w:rsidRDefault="007B2329" w:rsidP="007B2329">
      <w:r>
        <w:t>175.3793</w:t>
      </w:r>
      <w:r>
        <w:tab/>
        <w:t>2.025e0</w:t>
      </w:r>
    </w:p>
    <w:p w:rsidR="007B2329" w:rsidRDefault="007B2329" w:rsidP="007B2329">
      <w:r>
        <w:t>175.3870</w:t>
      </w:r>
      <w:r>
        <w:tab/>
        <w:t>3.038e0</w:t>
      </w:r>
    </w:p>
    <w:p w:rsidR="007B2329" w:rsidRDefault="007B2329" w:rsidP="007B2329">
      <w:r>
        <w:t>175.3983</w:t>
      </w:r>
      <w:r>
        <w:tab/>
        <w:t>1.013e0</w:t>
      </w:r>
    </w:p>
    <w:p w:rsidR="007B2329" w:rsidRDefault="007B2329" w:rsidP="007B2329">
      <w:r>
        <w:lastRenderedPageBreak/>
        <w:t>175.4001</w:t>
      </w:r>
      <w:r>
        <w:tab/>
        <w:t>2.025e0</w:t>
      </w:r>
    </w:p>
    <w:p w:rsidR="007B2329" w:rsidRDefault="007B2329" w:rsidP="007B2329">
      <w:r>
        <w:t>175.4190</w:t>
      </w:r>
      <w:r>
        <w:tab/>
        <w:t>1.013e0</w:t>
      </w:r>
    </w:p>
    <w:p w:rsidR="007B2329" w:rsidRDefault="007B2329" w:rsidP="007B2329">
      <w:r>
        <w:t>175.4296</w:t>
      </w:r>
      <w:r>
        <w:tab/>
        <w:t>1.025e0</w:t>
      </w:r>
    </w:p>
    <w:p w:rsidR="007B2329" w:rsidRDefault="007B2329" w:rsidP="007B2329">
      <w:r>
        <w:t>175.4474</w:t>
      </w:r>
      <w:r>
        <w:tab/>
        <w:t>2.025e0</w:t>
      </w:r>
    </w:p>
    <w:p w:rsidR="007B2329" w:rsidRDefault="007B2329" w:rsidP="007B2329">
      <w:r>
        <w:t>175.4510</w:t>
      </w:r>
      <w:r>
        <w:tab/>
        <w:t>2.025e0</w:t>
      </w:r>
    </w:p>
    <w:p w:rsidR="007B2329" w:rsidRDefault="007B2329" w:rsidP="007B2329">
      <w:r>
        <w:t>175.4581</w:t>
      </w:r>
      <w:r>
        <w:tab/>
        <w:t>2.025e0</w:t>
      </w:r>
    </w:p>
    <w:p w:rsidR="007B2329" w:rsidRDefault="007B2329" w:rsidP="007B2329">
      <w:r>
        <w:t>175.4688</w:t>
      </w:r>
      <w:r>
        <w:tab/>
        <w:t>2.025e0</w:t>
      </w:r>
    </w:p>
    <w:p w:rsidR="007B2329" w:rsidRDefault="007B2329" w:rsidP="007B2329">
      <w:r>
        <w:t>175.4723</w:t>
      </w:r>
      <w:r>
        <w:tab/>
        <w:t>1.013e0</w:t>
      </w:r>
    </w:p>
    <w:p w:rsidR="007B2329" w:rsidRDefault="007B2329" w:rsidP="007B2329">
      <w:r>
        <w:t>175.4758</w:t>
      </w:r>
      <w:r>
        <w:tab/>
        <w:t>2.025e0</w:t>
      </w:r>
    </w:p>
    <w:p w:rsidR="007B2329" w:rsidRDefault="007B2329" w:rsidP="007B2329">
      <w:r>
        <w:t>175.4776</w:t>
      </w:r>
      <w:r>
        <w:tab/>
        <w:t>1.025e0</w:t>
      </w:r>
    </w:p>
    <w:p w:rsidR="007B2329" w:rsidRDefault="007B2329" w:rsidP="007B2329">
      <w:r>
        <w:t>175.4900</w:t>
      </w:r>
      <w:r>
        <w:tab/>
        <w:t>2.025e0</w:t>
      </w:r>
    </w:p>
    <w:p w:rsidR="007B2329" w:rsidRDefault="007B2329" w:rsidP="007B2329">
      <w:r>
        <w:t>175.5025</w:t>
      </w:r>
      <w:r>
        <w:tab/>
        <w:t>2.025e0</w:t>
      </w:r>
    </w:p>
    <w:p w:rsidR="007B2329" w:rsidRDefault="007B2329" w:rsidP="007B2329">
      <w:r>
        <w:t>175.5042</w:t>
      </w:r>
      <w:r>
        <w:tab/>
        <w:t>1.013e0</w:t>
      </w:r>
    </w:p>
    <w:p w:rsidR="007B2329" w:rsidRDefault="007B2329" w:rsidP="007B2329">
      <w:r>
        <w:t>175.5060</w:t>
      </w:r>
      <w:r>
        <w:tab/>
        <w:t>2.025e0</w:t>
      </w:r>
    </w:p>
    <w:p w:rsidR="007B2329" w:rsidRDefault="007B2329" w:rsidP="007B2329">
      <w:r>
        <w:t>175.5170</w:t>
      </w:r>
      <w:r>
        <w:tab/>
        <w:t>3.038e0</w:t>
      </w:r>
    </w:p>
    <w:p w:rsidR="007B2329" w:rsidRDefault="007B2329" w:rsidP="007B2329">
      <w:r>
        <w:t>175.5186</w:t>
      </w:r>
      <w:r>
        <w:tab/>
        <w:t>1.013e0</w:t>
      </w:r>
    </w:p>
    <w:p w:rsidR="007B2329" w:rsidRDefault="007B2329" w:rsidP="007B2329">
      <w:r>
        <w:t>175.5220</w:t>
      </w:r>
      <w:r>
        <w:tab/>
        <w:t>1.013e0</w:t>
      </w:r>
    </w:p>
    <w:p w:rsidR="007B2329" w:rsidRDefault="007B2329" w:rsidP="007B2329">
      <w:r>
        <w:t>175.5275</w:t>
      </w:r>
      <w:r>
        <w:tab/>
        <w:t>2.025e0</w:t>
      </w:r>
    </w:p>
    <w:p w:rsidR="007B2329" w:rsidRDefault="007B2329" w:rsidP="007B2329">
      <w:r>
        <w:t>175.5342</w:t>
      </w:r>
      <w:r>
        <w:tab/>
        <w:t>2.025e0</w:t>
      </w:r>
    </w:p>
    <w:p w:rsidR="007B2329" w:rsidRDefault="007B2329" w:rsidP="007B2329">
      <w:r>
        <w:lastRenderedPageBreak/>
        <w:t>175.5449</w:t>
      </w:r>
      <w:r>
        <w:tab/>
        <w:t>2.025e0</w:t>
      </w:r>
    </w:p>
    <w:p w:rsidR="007B2329" w:rsidRDefault="007B2329" w:rsidP="007B2329">
      <w:r>
        <w:t>175.5464</w:t>
      </w:r>
      <w:r>
        <w:tab/>
        <w:t>1.013e0</w:t>
      </w:r>
    </w:p>
    <w:p w:rsidR="007B2329" w:rsidRDefault="007B2329" w:rsidP="007B2329">
      <w:r>
        <w:t>175.5532</w:t>
      </w:r>
      <w:r>
        <w:tab/>
        <w:t>1.013e0</w:t>
      </w:r>
    </w:p>
    <w:p w:rsidR="007B2329" w:rsidRDefault="007B2329" w:rsidP="007B2329">
      <w:r>
        <w:t>175.5549</w:t>
      </w:r>
      <w:r>
        <w:tab/>
        <w:t>2.025e0</w:t>
      </w:r>
    </w:p>
    <w:p w:rsidR="007B2329" w:rsidRDefault="007B2329" w:rsidP="007B2329">
      <w:r>
        <w:t>175.5567</w:t>
      </w:r>
      <w:r>
        <w:tab/>
        <w:t>1.025e0</w:t>
      </w:r>
    </w:p>
    <w:p w:rsidR="007B2329" w:rsidRDefault="007B2329" w:rsidP="007B2329">
      <w:r>
        <w:t>175.5636</w:t>
      </w:r>
      <w:r>
        <w:tab/>
        <w:t>1.013e0</w:t>
      </w:r>
    </w:p>
    <w:p w:rsidR="007B2329" w:rsidRDefault="007B2329" w:rsidP="007B2329">
      <w:r>
        <w:t>175.5739</w:t>
      </w:r>
      <w:r>
        <w:tab/>
        <w:t>5.063e0</w:t>
      </w:r>
    </w:p>
    <w:p w:rsidR="007B2329" w:rsidRDefault="007B2329" w:rsidP="007B2329">
      <w:r>
        <w:t>175.5864</w:t>
      </w:r>
      <w:r>
        <w:tab/>
        <w:t>2.025e0</w:t>
      </w:r>
    </w:p>
    <w:p w:rsidR="007B2329" w:rsidRDefault="007B2329" w:rsidP="007B2329">
      <w:r>
        <w:t>175.5882</w:t>
      </w:r>
      <w:r>
        <w:tab/>
        <w:t>4.051e0</w:t>
      </w:r>
    </w:p>
    <w:p w:rsidR="007B2329" w:rsidRDefault="007B2329" w:rsidP="007B2329">
      <w:r>
        <w:t>175.6095</w:t>
      </w:r>
      <w:r>
        <w:tab/>
        <w:t>3.038e0</w:t>
      </w:r>
    </w:p>
    <w:p w:rsidR="007B2329" w:rsidRDefault="007B2329" w:rsidP="007B2329">
      <w:r>
        <w:t>175.6130</w:t>
      </w:r>
      <w:r>
        <w:tab/>
        <w:t>1.013e0</w:t>
      </w:r>
    </w:p>
    <w:p w:rsidR="007B2329" w:rsidRDefault="007B2329" w:rsidP="007B2329">
      <w:r>
        <w:t>175.6202</w:t>
      </w:r>
      <w:r>
        <w:tab/>
        <w:t>1.013e0</w:t>
      </w:r>
    </w:p>
    <w:p w:rsidR="007B2329" w:rsidRDefault="007B2329" w:rsidP="007B2329">
      <w:r>
        <w:t>175.6272</w:t>
      </w:r>
      <w:r>
        <w:tab/>
        <w:t>1.013e0</w:t>
      </w:r>
    </w:p>
    <w:p w:rsidR="007B2329" w:rsidRDefault="007B2329" w:rsidP="007B2329">
      <w:r>
        <w:t>175.6361</w:t>
      </w:r>
      <w:r>
        <w:tab/>
        <w:t>2.025e0</w:t>
      </w:r>
    </w:p>
    <w:p w:rsidR="007B2329" w:rsidRDefault="007B2329" w:rsidP="007B2329">
      <w:r>
        <w:t>175.6378</w:t>
      </w:r>
      <w:r>
        <w:tab/>
        <w:t>2.025e0</w:t>
      </w:r>
    </w:p>
    <w:p w:rsidR="007B2329" w:rsidRDefault="007B2329" w:rsidP="007B2329">
      <w:r>
        <w:t>175.6414</w:t>
      </w:r>
      <w:r>
        <w:tab/>
        <w:t>1.013e0</w:t>
      </w:r>
    </w:p>
    <w:p w:rsidR="007B2329" w:rsidRDefault="007B2329" w:rsidP="007B2329">
      <w:r>
        <w:t>175.6485</w:t>
      </w:r>
      <w:r>
        <w:tab/>
        <w:t>2.025e0</w:t>
      </w:r>
    </w:p>
    <w:p w:rsidR="007B2329" w:rsidRDefault="007B2329" w:rsidP="007B2329">
      <w:r>
        <w:t>175.6556</w:t>
      </w:r>
      <w:r>
        <w:tab/>
        <w:t>3.038e0</w:t>
      </w:r>
    </w:p>
    <w:p w:rsidR="007B2329" w:rsidRDefault="007B2329" w:rsidP="007B2329">
      <w:r>
        <w:t>175.6841</w:t>
      </w:r>
      <w:r>
        <w:tab/>
        <w:t>1.013e0</w:t>
      </w:r>
    </w:p>
    <w:p w:rsidR="007B2329" w:rsidRDefault="007B2329" w:rsidP="007B2329">
      <w:r>
        <w:lastRenderedPageBreak/>
        <w:t>175.6979</w:t>
      </w:r>
      <w:r>
        <w:tab/>
        <w:t>1.013e0</w:t>
      </w:r>
    </w:p>
    <w:p w:rsidR="007B2329" w:rsidRDefault="007B2329" w:rsidP="007B2329">
      <w:r>
        <w:t>175.6998</w:t>
      </w:r>
      <w:r>
        <w:tab/>
        <w:t>2.025e0</w:t>
      </w:r>
    </w:p>
    <w:p w:rsidR="007B2329" w:rsidRDefault="007B2329" w:rsidP="007B2329">
      <w:r>
        <w:t>175.7014</w:t>
      </w:r>
      <w:r>
        <w:tab/>
        <w:t>1.013e0</w:t>
      </w:r>
    </w:p>
    <w:p w:rsidR="007B2329" w:rsidRDefault="007B2329" w:rsidP="007B2329">
      <w:r>
        <w:t>175.7048</w:t>
      </w:r>
      <w:r>
        <w:tab/>
        <w:t>1.013e0</w:t>
      </w:r>
    </w:p>
    <w:p w:rsidR="007B2329" w:rsidRDefault="007B2329" w:rsidP="007B2329">
      <w:r>
        <w:t>175.7065</w:t>
      </w:r>
      <w:r>
        <w:tab/>
        <w:t>2.025e0</w:t>
      </w:r>
    </w:p>
    <w:p w:rsidR="007B2329" w:rsidRDefault="007B2329" w:rsidP="007B2329">
      <w:r>
        <w:t>175.7116</w:t>
      </w:r>
      <w:r>
        <w:tab/>
        <w:t>2.025e0</w:t>
      </w:r>
    </w:p>
    <w:p w:rsidR="007B2329" w:rsidRDefault="007B2329" w:rsidP="007B2329">
      <w:r>
        <w:t>175.7152</w:t>
      </w:r>
      <w:r>
        <w:tab/>
        <w:t>1.013e0</w:t>
      </w:r>
    </w:p>
    <w:p w:rsidR="007B2329" w:rsidRDefault="007B2329" w:rsidP="007B2329">
      <w:r>
        <w:t>175.7220</w:t>
      </w:r>
      <w:r>
        <w:tab/>
        <w:t>1.013e0</w:t>
      </w:r>
    </w:p>
    <w:p w:rsidR="007B2329" w:rsidRDefault="007B2329" w:rsidP="007B2329">
      <w:r>
        <w:t>175.7238</w:t>
      </w:r>
      <w:r>
        <w:tab/>
        <w:t>2.025e0</w:t>
      </w:r>
    </w:p>
    <w:p w:rsidR="007B2329" w:rsidRDefault="007B2329" w:rsidP="007B2329">
      <w:r>
        <w:t>175.7251</w:t>
      </w:r>
      <w:r>
        <w:tab/>
        <w:t>3.038e0</w:t>
      </w:r>
    </w:p>
    <w:p w:rsidR="007B2329" w:rsidRDefault="007B2329" w:rsidP="007B2329">
      <w:r>
        <w:t>175.7360</w:t>
      </w:r>
      <w:r>
        <w:tab/>
        <w:t>1.013e0</w:t>
      </w:r>
    </w:p>
    <w:p w:rsidR="007B2329" w:rsidRDefault="007B2329" w:rsidP="007B2329">
      <w:r>
        <w:t>175.7431</w:t>
      </w:r>
      <w:r>
        <w:tab/>
        <w:t>2.025e0</w:t>
      </w:r>
    </w:p>
    <w:p w:rsidR="007B2329" w:rsidRDefault="007B2329" w:rsidP="007B2329">
      <w:r>
        <w:t>175.7503</w:t>
      </w:r>
      <w:r>
        <w:tab/>
        <w:t>1.013e0</w:t>
      </w:r>
    </w:p>
    <w:p w:rsidR="007B2329" w:rsidRDefault="007B2329" w:rsidP="007B2329">
      <w:r>
        <w:t>175.7520</w:t>
      </w:r>
      <w:r>
        <w:tab/>
        <w:t>2.025e0</w:t>
      </w:r>
    </w:p>
    <w:p w:rsidR="007B2329" w:rsidRDefault="007B2329" w:rsidP="007B2329">
      <w:r>
        <w:t>175.7593</w:t>
      </w:r>
      <w:r>
        <w:tab/>
        <w:t>3.038e0</w:t>
      </w:r>
    </w:p>
    <w:p w:rsidR="007B2329" w:rsidRDefault="007B2329" w:rsidP="007B2329">
      <w:r>
        <w:t>175.7767</w:t>
      </w:r>
      <w:r>
        <w:tab/>
        <w:t>3.038e0</w:t>
      </w:r>
    </w:p>
    <w:p w:rsidR="007B2329" w:rsidRDefault="007B2329" w:rsidP="007B2329">
      <w:r>
        <w:t>175.7822</w:t>
      </w:r>
      <w:r>
        <w:tab/>
        <w:t>2.025e0</w:t>
      </w:r>
    </w:p>
    <w:p w:rsidR="007B2329" w:rsidRDefault="007B2329" w:rsidP="007B2329">
      <w:r>
        <w:t>175.7893</w:t>
      </w:r>
      <w:r>
        <w:tab/>
        <w:t>2.025e0</w:t>
      </w:r>
    </w:p>
    <w:p w:rsidR="007B2329" w:rsidRDefault="007B2329" w:rsidP="007B2329">
      <w:r>
        <w:t>175.7964</w:t>
      </w:r>
      <w:r>
        <w:tab/>
        <w:t>2.025e0</w:t>
      </w:r>
    </w:p>
    <w:p w:rsidR="007B2329" w:rsidRDefault="007B2329" w:rsidP="007B2329">
      <w:r>
        <w:lastRenderedPageBreak/>
        <w:t>175.8017</w:t>
      </w:r>
      <w:r>
        <w:tab/>
        <w:t>2.025e0</w:t>
      </w:r>
    </w:p>
    <w:p w:rsidR="007B2329" w:rsidRDefault="007B2329" w:rsidP="007B2329">
      <w:r>
        <w:t>175.8071</w:t>
      </w:r>
      <w:r>
        <w:tab/>
        <w:t>1.013e0</w:t>
      </w:r>
    </w:p>
    <w:p w:rsidR="007B2329" w:rsidRDefault="007B2329" w:rsidP="007B2329">
      <w:r>
        <w:t>175.8141</w:t>
      </w:r>
      <w:r>
        <w:tab/>
        <w:t>1.013e0</w:t>
      </w:r>
    </w:p>
    <w:p w:rsidR="007B2329" w:rsidRDefault="007B2329" w:rsidP="007B2329">
      <w:r>
        <w:t>175.8214</w:t>
      </w:r>
      <w:r>
        <w:tab/>
        <w:t>1.266e-2</w:t>
      </w:r>
    </w:p>
    <w:p w:rsidR="007B2329" w:rsidRDefault="007B2329" w:rsidP="007B2329">
      <w:r>
        <w:t>175.8248</w:t>
      </w:r>
      <w:r>
        <w:tab/>
        <w:t>1.013e0</w:t>
      </w:r>
    </w:p>
    <w:p w:rsidR="007B2329" w:rsidRDefault="007B2329" w:rsidP="007B2329">
      <w:r>
        <w:t>175.8316</w:t>
      </w:r>
      <w:r>
        <w:tab/>
        <w:t>4.051e0</w:t>
      </w:r>
    </w:p>
    <w:p w:rsidR="007B2329" w:rsidRDefault="007B2329" w:rsidP="007B2329">
      <w:r>
        <w:t>175.8426</w:t>
      </w:r>
      <w:r>
        <w:tab/>
        <w:t>1.013e0</w:t>
      </w:r>
    </w:p>
    <w:p w:rsidR="007B2329" w:rsidRDefault="007B2329" w:rsidP="007B2329">
      <w:r>
        <w:t>175.8541</w:t>
      </w:r>
      <w:r>
        <w:tab/>
        <w:t>4.051e0</w:t>
      </w:r>
    </w:p>
    <w:p w:rsidR="007B2329" w:rsidRDefault="007B2329" w:rsidP="007B2329">
      <w:r>
        <w:t>175.8702</w:t>
      </w:r>
      <w:r>
        <w:tab/>
        <w:t>2.038e0</w:t>
      </w:r>
    </w:p>
    <w:p w:rsidR="007B2329" w:rsidRDefault="007B2329" w:rsidP="007B2329">
      <w:r>
        <w:t>175.8806</w:t>
      </w:r>
      <w:r>
        <w:tab/>
        <w:t>1.013e0</w:t>
      </w:r>
    </w:p>
    <w:p w:rsidR="007B2329" w:rsidRDefault="007B2329" w:rsidP="007B2329">
      <w:r>
        <w:t>175.8840</w:t>
      </w:r>
      <w:r>
        <w:tab/>
        <w:t>1.013e0</w:t>
      </w:r>
    </w:p>
    <w:p w:rsidR="007B2329" w:rsidRDefault="007B2329" w:rsidP="007B2329">
      <w:r>
        <w:t>175.8981</w:t>
      </w:r>
      <w:r>
        <w:tab/>
        <w:t>1.013e0</w:t>
      </w:r>
    </w:p>
    <w:p w:rsidR="007B2329" w:rsidRDefault="007B2329" w:rsidP="007B2329">
      <w:r>
        <w:t>175.9035</w:t>
      </w:r>
      <w:r>
        <w:tab/>
        <w:t>2.025e0</w:t>
      </w:r>
    </w:p>
    <w:p w:rsidR="007B2329" w:rsidRDefault="007B2329" w:rsidP="007B2329">
      <w:r>
        <w:t>175.9088</w:t>
      </w:r>
      <w:r>
        <w:tab/>
        <w:t>1.013e0</w:t>
      </w:r>
    </w:p>
    <w:p w:rsidR="007B2329" w:rsidRDefault="007B2329" w:rsidP="007B2329">
      <w:r>
        <w:t>175.9124</w:t>
      </w:r>
      <w:r>
        <w:tab/>
        <w:t>2.025e0</w:t>
      </w:r>
    </w:p>
    <w:p w:rsidR="007B2329" w:rsidRDefault="007B2329" w:rsidP="007B2329">
      <w:r>
        <w:t>175.9160</w:t>
      </w:r>
      <w:r>
        <w:tab/>
        <w:t>4.051e0</w:t>
      </w:r>
    </w:p>
    <w:p w:rsidR="007B2329" w:rsidRDefault="007B2329" w:rsidP="007B2329">
      <w:r>
        <w:t>175.9195</w:t>
      </w:r>
      <w:r>
        <w:tab/>
        <w:t>1.013e0</w:t>
      </w:r>
    </w:p>
    <w:p w:rsidR="007B2329" w:rsidRDefault="007B2329" w:rsidP="007B2329">
      <w:r>
        <w:t>175.9302</w:t>
      </w:r>
      <w:r>
        <w:tab/>
        <w:t>1.013e0</w:t>
      </w:r>
    </w:p>
    <w:p w:rsidR="007B2329" w:rsidRDefault="007B2329" w:rsidP="007B2329">
      <w:r>
        <w:t>175.9409</w:t>
      </w:r>
      <w:r>
        <w:tab/>
        <w:t>1.013e0</w:t>
      </w:r>
    </w:p>
    <w:p w:rsidR="007B2329" w:rsidRDefault="007B2329" w:rsidP="007B2329">
      <w:r>
        <w:lastRenderedPageBreak/>
        <w:t>175.9444</w:t>
      </w:r>
      <w:r>
        <w:tab/>
        <w:t>2.025e0</w:t>
      </w:r>
    </w:p>
    <w:p w:rsidR="007B2329" w:rsidRDefault="007B2329" w:rsidP="007B2329">
      <w:r>
        <w:t>175.9479</w:t>
      </w:r>
      <w:r>
        <w:tab/>
        <w:t>1.013e0</w:t>
      </w:r>
    </w:p>
    <w:p w:rsidR="007B2329" w:rsidRDefault="007B2329" w:rsidP="007B2329">
      <w:r>
        <w:t>175.9514</w:t>
      </w:r>
      <w:r>
        <w:tab/>
        <w:t>1.013e0</w:t>
      </w:r>
    </w:p>
    <w:p w:rsidR="007B2329" w:rsidRDefault="007B2329" w:rsidP="007B2329">
      <w:r>
        <w:t>175.9693</w:t>
      </w:r>
      <w:r>
        <w:tab/>
        <w:t>1.013e0</w:t>
      </w:r>
    </w:p>
    <w:p w:rsidR="007B2329" w:rsidRDefault="007B2329" w:rsidP="007B2329">
      <w:r>
        <w:t>175.9764</w:t>
      </w:r>
      <w:r>
        <w:tab/>
        <w:t>1.013e0</w:t>
      </w:r>
    </w:p>
    <w:p w:rsidR="007B2329" w:rsidRDefault="007B2329" w:rsidP="007B2329">
      <w:r>
        <w:t>175.9799</w:t>
      </w:r>
      <w:r>
        <w:tab/>
        <w:t>4.051e0</w:t>
      </w:r>
    </w:p>
    <w:p w:rsidR="007B2329" w:rsidRDefault="007B2329" w:rsidP="007B2329">
      <w:r>
        <w:t>175.9924</w:t>
      </w:r>
      <w:r>
        <w:tab/>
        <w:t>2.025e0</w:t>
      </w:r>
    </w:p>
    <w:p w:rsidR="007B2329" w:rsidRDefault="007B2329" w:rsidP="007B2329">
      <w:r>
        <w:t>176.0048</w:t>
      </w:r>
      <w:r>
        <w:tab/>
        <w:t>1.013e0</w:t>
      </w:r>
    </w:p>
    <w:p w:rsidR="007B2329" w:rsidRDefault="007B2329" w:rsidP="007B2329">
      <w:r>
        <w:t>176.0063</w:t>
      </w:r>
      <w:r>
        <w:tab/>
        <w:t>3.038e0</w:t>
      </w:r>
    </w:p>
    <w:p w:rsidR="007B2329" w:rsidRDefault="007B2329" w:rsidP="007B2329">
      <w:r>
        <w:t>176.0186</w:t>
      </w:r>
      <w:r>
        <w:tab/>
        <w:t>1.013e0</w:t>
      </w:r>
    </w:p>
    <w:p w:rsidR="007B2329" w:rsidRDefault="007B2329" w:rsidP="007B2329">
      <w:r>
        <w:t>176.0271</w:t>
      </w:r>
      <w:r>
        <w:tab/>
        <w:t>2.025e0</w:t>
      </w:r>
    </w:p>
    <w:p w:rsidR="007B2329" w:rsidRDefault="007B2329" w:rsidP="007B2329">
      <w:r>
        <w:t>176.0550</w:t>
      </w:r>
      <w:r>
        <w:tab/>
        <w:t>2.025e0</w:t>
      </w:r>
    </w:p>
    <w:p w:rsidR="007B2329" w:rsidRDefault="007B2329" w:rsidP="007B2329">
      <w:r>
        <w:t>176.0604</w:t>
      </w:r>
      <w:r>
        <w:tab/>
        <w:t>1.266e-2</w:t>
      </w:r>
    </w:p>
    <w:p w:rsidR="007B2329" w:rsidRDefault="007B2329" w:rsidP="007B2329">
      <w:r>
        <w:t>176.0818</w:t>
      </w:r>
      <w:r>
        <w:tab/>
        <w:t>2.025e0</w:t>
      </w:r>
    </w:p>
    <w:p w:rsidR="007B2329" w:rsidRDefault="007B2329" w:rsidP="007B2329">
      <w:r>
        <w:t>176.0843</w:t>
      </w:r>
      <w:r>
        <w:tab/>
        <w:t>3.038e0</w:t>
      </w:r>
    </w:p>
    <w:p w:rsidR="007B2329" w:rsidRDefault="007B2329" w:rsidP="007B2329">
      <w:r>
        <w:t>176.0854</w:t>
      </w:r>
      <w:r>
        <w:tab/>
        <w:t>1.013e0</w:t>
      </w:r>
    </w:p>
    <w:p w:rsidR="007B2329" w:rsidRDefault="007B2329" w:rsidP="007B2329">
      <w:r>
        <w:t>176.0888</w:t>
      </w:r>
      <w:r>
        <w:tab/>
        <w:t>5.063e0</w:t>
      </w:r>
    </w:p>
    <w:p w:rsidR="007B2329" w:rsidRDefault="007B2329" w:rsidP="007B2329">
      <w:r>
        <w:t>176.0914</w:t>
      </w:r>
      <w:r>
        <w:tab/>
        <w:t>3.038e0</w:t>
      </w:r>
    </w:p>
    <w:p w:rsidR="007B2329" w:rsidRDefault="007B2329" w:rsidP="007B2329">
      <w:r>
        <w:t>176.1042</w:t>
      </w:r>
      <w:r>
        <w:tab/>
        <w:t>6.101e0</w:t>
      </w:r>
    </w:p>
    <w:p w:rsidR="007B2329" w:rsidRDefault="007B2329" w:rsidP="007B2329">
      <w:r>
        <w:lastRenderedPageBreak/>
        <w:t>176.1102</w:t>
      </w:r>
      <w:r>
        <w:tab/>
        <w:t>1.013e0</w:t>
      </w:r>
    </w:p>
    <w:p w:rsidR="007B2329" w:rsidRDefault="007B2329" w:rsidP="007B2329">
      <w:r>
        <w:t>176.1172</w:t>
      </w:r>
      <w:r>
        <w:tab/>
        <w:t>5.063e0</w:t>
      </w:r>
    </w:p>
    <w:p w:rsidR="007B2329" w:rsidRDefault="007B2329" w:rsidP="007B2329">
      <w:r>
        <w:t>176.1190</w:t>
      </w:r>
      <w:r>
        <w:tab/>
        <w:t>1.025e0</w:t>
      </w:r>
    </w:p>
    <w:p w:rsidR="007B2329" w:rsidRDefault="007B2329" w:rsidP="007B2329">
      <w:r>
        <w:t>176.1315</w:t>
      </w:r>
      <w:r>
        <w:tab/>
        <w:t>1.013e0</w:t>
      </w:r>
    </w:p>
    <w:p w:rsidR="007B2329" w:rsidRDefault="007B2329" w:rsidP="007B2329">
      <w:r>
        <w:t>176.1368</w:t>
      </w:r>
      <w:r>
        <w:tab/>
        <w:t>2.025e0</w:t>
      </w:r>
    </w:p>
    <w:p w:rsidR="007B2329" w:rsidRDefault="007B2329" w:rsidP="007B2329">
      <w:r>
        <w:t>176.1404</w:t>
      </w:r>
      <w:r>
        <w:tab/>
        <w:t>2.025e0</w:t>
      </w:r>
    </w:p>
    <w:p w:rsidR="007B2329" w:rsidRDefault="007B2329" w:rsidP="007B2329">
      <w:r>
        <w:t>176.1440</w:t>
      </w:r>
      <w:r>
        <w:tab/>
        <w:t>1.025e0</w:t>
      </w:r>
    </w:p>
    <w:p w:rsidR="007B2329" w:rsidRDefault="007B2329" w:rsidP="007B2329">
      <w:r>
        <w:t>176.1493</w:t>
      </w:r>
      <w:r>
        <w:tab/>
        <w:t>4.051e0</w:t>
      </w:r>
    </w:p>
    <w:p w:rsidR="007B2329" w:rsidRDefault="007B2329" w:rsidP="007B2329">
      <w:r>
        <w:t>176.1670</w:t>
      </w:r>
      <w:r>
        <w:tab/>
        <w:t>1.013e0</w:t>
      </w:r>
    </w:p>
    <w:p w:rsidR="007B2329" w:rsidRDefault="007B2329" w:rsidP="007B2329">
      <w:r>
        <w:t>176.1704</w:t>
      </w:r>
      <w:r>
        <w:tab/>
        <w:t>5.063e0</w:t>
      </w:r>
    </w:p>
    <w:p w:rsidR="007B2329" w:rsidRDefault="007B2329" w:rsidP="007B2329">
      <w:r>
        <w:t>176.1739</w:t>
      </w:r>
      <w:r>
        <w:tab/>
        <w:t>2.025e0</w:t>
      </w:r>
    </w:p>
    <w:p w:rsidR="007B2329" w:rsidRDefault="007B2329" w:rsidP="007B2329">
      <w:r>
        <w:t>176.1774</w:t>
      </w:r>
      <w:r>
        <w:tab/>
        <w:t>1.013e0</w:t>
      </w:r>
    </w:p>
    <w:p w:rsidR="007B2329" w:rsidRDefault="007B2329" w:rsidP="007B2329">
      <w:r>
        <w:t>176.1877</w:t>
      </w:r>
      <w:r>
        <w:tab/>
        <w:t>1.013e0</w:t>
      </w:r>
    </w:p>
    <w:p w:rsidR="007B2329" w:rsidRDefault="007B2329" w:rsidP="007B2329">
      <w:r>
        <w:t>176.1947</w:t>
      </w:r>
      <w:r>
        <w:tab/>
        <w:t>1.013e0</w:t>
      </w:r>
    </w:p>
    <w:p w:rsidR="007B2329" w:rsidRDefault="007B2329" w:rsidP="007B2329">
      <w:r>
        <w:t>176.2015</w:t>
      </w:r>
      <w:r>
        <w:tab/>
        <w:t>4.051e0</w:t>
      </w:r>
    </w:p>
    <w:p w:rsidR="007B2329" w:rsidRDefault="007B2329" w:rsidP="007B2329">
      <w:r>
        <w:t>176.2030</w:t>
      </w:r>
      <w:r>
        <w:tab/>
        <w:t>2.025e0</w:t>
      </w:r>
    </w:p>
    <w:p w:rsidR="007B2329" w:rsidRDefault="007B2329" w:rsidP="007B2329">
      <w:r>
        <w:t>176.2084</w:t>
      </w:r>
      <w:r>
        <w:tab/>
        <w:t>1.013e0</w:t>
      </w:r>
    </w:p>
    <w:p w:rsidR="007B2329" w:rsidRDefault="007B2329" w:rsidP="007B2329">
      <w:r>
        <w:t>176.2117</w:t>
      </w:r>
      <w:r>
        <w:tab/>
        <w:t>3.038e0</w:t>
      </w:r>
    </w:p>
    <w:p w:rsidR="007B2329" w:rsidRDefault="007B2329" w:rsidP="007B2329">
      <w:r>
        <w:t>176.2227</w:t>
      </w:r>
      <w:r>
        <w:tab/>
        <w:t>1.013e0</w:t>
      </w:r>
    </w:p>
    <w:p w:rsidR="007B2329" w:rsidRDefault="007B2329" w:rsidP="007B2329">
      <w:r>
        <w:lastRenderedPageBreak/>
        <w:t>176.2261</w:t>
      </w:r>
      <w:r>
        <w:tab/>
        <w:t>1.013e0</w:t>
      </w:r>
    </w:p>
    <w:p w:rsidR="007B2329" w:rsidRDefault="007B2329" w:rsidP="007B2329">
      <w:r>
        <w:t>176.2333</w:t>
      </w:r>
      <w:r>
        <w:tab/>
        <w:t>1.013e0</w:t>
      </w:r>
    </w:p>
    <w:p w:rsidR="007B2329" w:rsidRDefault="007B2329" w:rsidP="007B2329">
      <w:r>
        <w:t>176.2404</w:t>
      </w:r>
      <w:r>
        <w:tab/>
        <w:t>1.013e0</w:t>
      </w:r>
    </w:p>
    <w:p w:rsidR="007B2329" w:rsidRDefault="007B2329" w:rsidP="007B2329">
      <w:r>
        <w:t>176.2511</w:t>
      </w:r>
      <w:r>
        <w:tab/>
        <w:t>1.013e0</w:t>
      </w:r>
    </w:p>
    <w:p w:rsidR="007B2329" w:rsidRDefault="007B2329" w:rsidP="007B2329">
      <w:r>
        <w:t>176.2671</w:t>
      </w:r>
      <w:r>
        <w:tab/>
        <w:t>2.025e0</w:t>
      </w:r>
    </w:p>
    <w:p w:rsidR="007B2329" w:rsidRDefault="007B2329" w:rsidP="007B2329">
      <w:r>
        <w:t>176.2724</w:t>
      </w:r>
      <w:r>
        <w:tab/>
        <w:t>2.025e0</w:t>
      </w:r>
    </w:p>
    <w:p w:rsidR="007B2329" w:rsidRDefault="007B2329" w:rsidP="007B2329">
      <w:r>
        <w:t>176.2759</w:t>
      </w:r>
      <w:r>
        <w:tab/>
        <w:t>1.013e0</w:t>
      </w:r>
    </w:p>
    <w:p w:rsidR="007B2329" w:rsidRDefault="007B2329" w:rsidP="007B2329">
      <w:r>
        <w:t>176.2795</w:t>
      </w:r>
      <w:r>
        <w:tab/>
        <w:t>2.025e0</w:t>
      </w:r>
    </w:p>
    <w:p w:rsidR="007B2329" w:rsidRDefault="007B2329" w:rsidP="007B2329">
      <w:r>
        <w:t>176.2902</w:t>
      </w:r>
      <w:r>
        <w:tab/>
        <w:t>2.025e0</w:t>
      </w:r>
    </w:p>
    <w:p w:rsidR="007B2329" w:rsidRDefault="007B2329" w:rsidP="007B2329">
      <w:r>
        <w:t>176.2937</w:t>
      </w:r>
      <w:r>
        <w:tab/>
        <w:t>1.013e0</w:t>
      </w:r>
    </w:p>
    <w:p w:rsidR="007B2329" w:rsidRDefault="007B2329" w:rsidP="007B2329">
      <w:r>
        <w:t>176.2983</w:t>
      </w:r>
      <w:r>
        <w:tab/>
        <w:t>3.038e0</w:t>
      </w:r>
    </w:p>
    <w:p w:rsidR="007B2329" w:rsidRDefault="007B2329" w:rsidP="007B2329">
      <w:r>
        <w:t>176.3080</w:t>
      </w:r>
      <w:r>
        <w:tab/>
        <w:t>1.025e0</w:t>
      </w:r>
    </w:p>
    <w:p w:rsidR="007B2329" w:rsidRDefault="007B2329" w:rsidP="007B2329">
      <w:r>
        <w:t>176.3116</w:t>
      </w:r>
      <w:r>
        <w:tab/>
        <w:t>1.013e0</w:t>
      </w:r>
    </w:p>
    <w:p w:rsidR="007B2329" w:rsidRDefault="007B2329" w:rsidP="007B2329">
      <w:r>
        <w:t>176.3187</w:t>
      </w:r>
      <w:r>
        <w:tab/>
        <w:t>1.013e0</w:t>
      </w:r>
    </w:p>
    <w:p w:rsidR="007B2329" w:rsidRDefault="007B2329" w:rsidP="007B2329">
      <w:r>
        <w:t>176.3344</w:t>
      </w:r>
      <w:r>
        <w:tab/>
        <w:t>2.025e0</w:t>
      </w:r>
    </w:p>
    <w:p w:rsidR="007B2329" w:rsidRDefault="007B2329" w:rsidP="007B2329">
      <w:r>
        <w:t>176.3382</w:t>
      </w:r>
      <w:r>
        <w:tab/>
        <w:t>1.025e0</w:t>
      </w:r>
    </w:p>
    <w:p w:rsidR="007B2329" w:rsidRDefault="007B2329" w:rsidP="007B2329">
      <w:r>
        <w:t>176.3416</w:t>
      </w:r>
      <w:r>
        <w:tab/>
        <w:t>2.025e0</w:t>
      </w:r>
    </w:p>
    <w:p w:rsidR="007B2329" w:rsidRDefault="007B2329" w:rsidP="007B2329">
      <w:r>
        <w:t>176.3433</w:t>
      </w:r>
      <w:r>
        <w:tab/>
        <w:t>2.025e0</w:t>
      </w:r>
    </w:p>
    <w:p w:rsidR="007B2329" w:rsidRDefault="007B2329" w:rsidP="007B2329">
      <w:r>
        <w:t>176.3485</w:t>
      </w:r>
      <w:r>
        <w:tab/>
        <w:t>2.025e0</w:t>
      </w:r>
    </w:p>
    <w:p w:rsidR="007B2329" w:rsidRDefault="007B2329" w:rsidP="007B2329">
      <w:r>
        <w:lastRenderedPageBreak/>
        <w:t>176.3585</w:t>
      </w:r>
      <w:r>
        <w:tab/>
        <w:t>2.025e0</w:t>
      </w:r>
    </w:p>
    <w:p w:rsidR="007B2329" w:rsidRDefault="007B2329" w:rsidP="007B2329">
      <w:r>
        <w:t>176.3604</w:t>
      </w:r>
      <w:r>
        <w:tab/>
        <w:t>2.025e0</w:t>
      </w:r>
    </w:p>
    <w:p w:rsidR="007B2329" w:rsidRDefault="007B2329" w:rsidP="007B2329">
      <w:r>
        <w:t>176.3671</w:t>
      </w:r>
      <w:r>
        <w:tab/>
        <w:t>3.038e0</w:t>
      </w:r>
    </w:p>
    <w:p w:rsidR="007B2329" w:rsidRDefault="007B2329" w:rsidP="007B2329">
      <w:r>
        <w:t>176.3742</w:t>
      </w:r>
      <w:r>
        <w:tab/>
        <w:t>1.013e0</w:t>
      </w:r>
    </w:p>
    <w:p w:rsidR="007B2329" w:rsidRDefault="007B2329" w:rsidP="007B2329">
      <w:r>
        <w:t>176.3795</w:t>
      </w:r>
      <w:r>
        <w:tab/>
        <w:t>3.038e0</w:t>
      </w:r>
    </w:p>
    <w:p w:rsidR="007B2329" w:rsidRDefault="007B2329" w:rsidP="007B2329">
      <w:r>
        <w:t>176.3813</w:t>
      </w:r>
      <w:r>
        <w:tab/>
        <w:t>3.038e0</w:t>
      </w:r>
    </w:p>
    <w:p w:rsidR="007B2329" w:rsidRDefault="007B2329" w:rsidP="007B2329">
      <w:r>
        <w:t>176.4134</w:t>
      </w:r>
      <w:r>
        <w:tab/>
        <w:t>2.025e0</w:t>
      </w:r>
    </w:p>
    <w:p w:rsidR="007B2329" w:rsidRDefault="007B2329" w:rsidP="007B2329">
      <w:r>
        <w:t>176.4330</w:t>
      </w:r>
      <w:r>
        <w:tab/>
        <w:t>2.025e0</w:t>
      </w:r>
    </w:p>
    <w:p w:rsidR="007B2329" w:rsidRDefault="007B2329" w:rsidP="007B2329">
      <w:r>
        <w:t>176.4383</w:t>
      </w:r>
      <w:r>
        <w:tab/>
        <w:t>1.013e0</w:t>
      </w:r>
    </w:p>
    <w:p w:rsidR="007B2329" w:rsidRDefault="007B2329" w:rsidP="007B2329">
      <w:r>
        <w:t>176.4418</w:t>
      </w:r>
      <w:r>
        <w:tab/>
        <w:t>1.013e0</w:t>
      </w:r>
    </w:p>
    <w:p w:rsidR="007B2329" w:rsidRDefault="007B2329" w:rsidP="007B2329">
      <w:r>
        <w:t>176.4525</w:t>
      </w:r>
      <w:r>
        <w:tab/>
        <w:t>1.013e0</w:t>
      </w:r>
    </w:p>
    <w:p w:rsidR="007B2329" w:rsidRDefault="007B2329" w:rsidP="007B2329">
      <w:r>
        <w:t>176.4560</w:t>
      </w:r>
      <w:r>
        <w:tab/>
        <w:t>1.013e0</w:t>
      </w:r>
    </w:p>
    <w:p w:rsidR="007B2329" w:rsidRDefault="007B2329" w:rsidP="007B2329">
      <w:r>
        <w:t>176.4596</w:t>
      </w:r>
      <w:r>
        <w:tab/>
        <w:t>1.013e0</w:t>
      </w:r>
    </w:p>
    <w:p w:rsidR="007B2329" w:rsidRDefault="007B2329" w:rsidP="007B2329">
      <w:r>
        <w:t>176.4632</w:t>
      </w:r>
      <w:r>
        <w:tab/>
        <w:t>2.025e0</w:t>
      </w:r>
    </w:p>
    <w:p w:rsidR="007B2329" w:rsidRDefault="007B2329" w:rsidP="007B2329">
      <w:r>
        <w:t>176.4667</w:t>
      </w:r>
      <w:r>
        <w:tab/>
        <w:t>1.013e0</w:t>
      </w:r>
    </w:p>
    <w:p w:rsidR="007B2329" w:rsidRDefault="007B2329" w:rsidP="007B2329">
      <w:r>
        <w:t>176.4810</w:t>
      </w:r>
      <w:r>
        <w:tab/>
        <w:t>1.013e0</w:t>
      </w:r>
    </w:p>
    <w:p w:rsidR="007B2329" w:rsidRDefault="007B2329" w:rsidP="007B2329">
      <w:r>
        <w:t>176.4821</w:t>
      </w:r>
      <w:r>
        <w:tab/>
        <w:t>4.051e0</w:t>
      </w:r>
    </w:p>
    <w:p w:rsidR="007B2329" w:rsidRDefault="007B2329" w:rsidP="007B2329">
      <w:r>
        <w:t>176.4846</w:t>
      </w:r>
      <w:r>
        <w:tab/>
        <w:t>3.038e0</w:t>
      </w:r>
    </w:p>
    <w:p w:rsidR="007B2329" w:rsidRDefault="007B2329" w:rsidP="007B2329">
      <w:r>
        <w:t>176.5091</w:t>
      </w:r>
      <w:r>
        <w:tab/>
        <w:t>1.013e0</w:t>
      </w:r>
    </w:p>
    <w:p w:rsidR="007B2329" w:rsidRDefault="007B2329" w:rsidP="007B2329">
      <w:r>
        <w:lastRenderedPageBreak/>
        <w:t>176.5161</w:t>
      </w:r>
      <w:r>
        <w:tab/>
        <w:t>1.013e0</w:t>
      </w:r>
    </w:p>
    <w:p w:rsidR="007B2329" w:rsidRDefault="007B2329" w:rsidP="007B2329">
      <w:r>
        <w:t>176.5264</w:t>
      </w:r>
      <w:r>
        <w:tab/>
        <w:t>1.013e0</w:t>
      </w:r>
    </w:p>
    <w:p w:rsidR="007B2329" w:rsidRDefault="007B2329" w:rsidP="007B2329">
      <w:r>
        <w:t>176.5279</w:t>
      </w:r>
      <w:r>
        <w:tab/>
        <w:t>2.025e0</w:t>
      </w:r>
    </w:p>
    <w:p w:rsidR="007B2329" w:rsidRDefault="007B2329" w:rsidP="007B2329">
      <w:r>
        <w:t>176.5437</w:t>
      </w:r>
      <w:r>
        <w:tab/>
        <w:t>1.013e0</w:t>
      </w:r>
    </w:p>
    <w:p w:rsidR="007B2329" w:rsidRDefault="007B2329" w:rsidP="007B2329">
      <w:r>
        <w:t>176.5472</w:t>
      </w:r>
      <w:r>
        <w:tab/>
        <w:t>1.266e-2</w:t>
      </w:r>
    </w:p>
    <w:p w:rsidR="007B2329" w:rsidRDefault="007B2329" w:rsidP="007B2329">
      <w:r>
        <w:t>176.5510</w:t>
      </w:r>
      <w:r>
        <w:tab/>
        <w:t>5.063e0</w:t>
      </w:r>
    </w:p>
    <w:p w:rsidR="007B2329" w:rsidRDefault="007B2329" w:rsidP="007B2329">
      <w:r>
        <w:t>176.5581</w:t>
      </w:r>
      <w:r>
        <w:tab/>
        <w:t>2.038e0</w:t>
      </w:r>
    </w:p>
    <w:p w:rsidR="007B2329" w:rsidRDefault="007B2329" w:rsidP="007B2329">
      <w:r>
        <w:t>176.5687</w:t>
      </w:r>
      <w:r>
        <w:tab/>
        <w:t>1.013e0</w:t>
      </w:r>
    </w:p>
    <w:p w:rsidR="007B2329" w:rsidRDefault="007B2329" w:rsidP="007B2329">
      <w:r>
        <w:t>176.5722</w:t>
      </w:r>
      <w:r>
        <w:tab/>
        <w:t>4.051e0</w:t>
      </w:r>
    </w:p>
    <w:p w:rsidR="007B2329" w:rsidRDefault="007B2329" w:rsidP="007B2329">
      <w:r>
        <w:t>176.5900</w:t>
      </w:r>
      <w:r>
        <w:tab/>
        <w:t>2.025e0</w:t>
      </w:r>
    </w:p>
    <w:p w:rsidR="007B2329" w:rsidRDefault="007B2329" w:rsidP="007B2329">
      <w:r>
        <w:t>176.6007</w:t>
      </w:r>
      <w:r>
        <w:tab/>
        <w:t>2.025e0</w:t>
      </w:r>
    </w:p>
    <w:p w:rsidR="007B2329" w:rsidRDefault="007B2329" w:rsidP="007B2329">
      <w:r>
        <w:t>176.6042</w:t>
      </w:r>
      <w:r>
        <w:tab/>
        <w:t>1.013e0</w:t>
      </w:r>
    </w:p>
    <w:p w:rsidR="007B2329" w:rsidRDefault="007B2329" w:rsidP="007B2329">
      <w:r>
        <w:t>176.6060</w:t>
      </w:r>
      <w:r>
        <w:tab/>
        <w:t>2.025e0</w:t>
      </w:r>
    </w:p>
    <w:p w:rsidR="007B2329" w:rsidRDefault="007B2329" w:rsidP="007B2329">
      <w:r>
        <w:t>176.6149</w:t>
      </w:r>
      <w:r>
        <w:tab/>
        <w:t>3.038e0</w:t>
      </w:r>
    </w:p>
    <w:p w:rsidR="007B2329" w:rsidRDefault="007B2329" w:rsidP="007B2329">
      <w:r>
        <w:t>176.6168</w:t>
      </w:r>
      <w:r>
        <w:tab/>
        <w:t>4.051e0</w:t>
      </w:r>
    </w:p>
    <w:p w:rsidR="007B2329" w:rsidRDefault="007B2329" w:rsidP="007B2329">
      <w:r>
        <w:t>176.6309</w:t>
      </w:r>
      <w:r>
        <w:tab/>
        <w:t>2.025e0</w:t>
      </w:r>
    </w:p>
    <w:p w:rsidR="007B2329" w:rsidRDefault="007B2329" w:rsidP="007B2329">
      <w:r>
        <w:t>176.6327</w:t>
      </w:r>
      <w:r>
        <w:tab/>
        <w:t>2.025e0</w:t>
      </w:r>
    </w:p>
    <w:p w:rsidR="007B2329" w:rsidRDefault="007B2329" w:rsidP="007B2329">
      <w:r>
        <w:t>176.6363</w:t>
      </w:r>
      <w:r>
        <w:tab/>
        <w:t>1.266e-2</w:t>
      </w:r>
    </w:p>
    <w:p w:rsidR="007B2329" w:rsidRDefault="007B2329" w:rsidP="007B2329">
      <w:r>
        <w:t>176.6506</w:t>
      </w:r>
      <w:r>
        <w:tab/>
        <w:t>1.013e0</w:t>
      </w:r>
    </w:p>
    <w:p w:rsidR="007B2329" w:rsidRDefault="007B2329" w:rsidP="007B2329">
      <w:r>
        <w:lastRenderedPageBreak/>
        <w:t>176.6577</w:t>
      </w:r>
      <w:r>
        <w:tab/>
        <w:t>2.025e0</w:t>
      </w:r>
    </w:p>
    <w:p w:rsidR="007B2329" w:rsidRDefault="007B2329" w:rsidP="007B2329">
      <w:r>
        <w:t>176.6648</w:t>
      </w:r>
      <w:r>
        <w:tab/>
        <w:t>1.013e0</w:t>
      </w:r>
    </w:p>
    <w:p w:rsidR="007B2329" w:rsidRDefault="007B2329" w:rsidP="007B2329">
      <w:r>
        <w:t>176.6683</w:t>
      </w:r>
      <w:r>
        <w:tab/>
        <w:t>2.025e0</w:t>
      </w:r>
    </w:p>
    <w:p w:rsidR="007B2329" w:rsidRDefault="007B2329" w:rsidP="007B2329">
      <w:r>
        <w:t>176.6702</w:t>
      </w:r>
      <w:r>
        <w:tab/>
        <w:t>2.025e0</w:t>
      </w:r>
    </w:p>
    <w:p w:rsidR="007B2329" w:rsidRDefault="007B2329" w:rsidP="007B2329">
      <w:r>
        <w:t>176.6717</w:t>
      </w:r>
      <w:r>
        <w:tab/>
        <w:t>1.013e0</w:t>
      </w:r>
    </w:p>
    <w:p w:rsidR="007B2329" w:rsidRDefault="007B2329" w:rsidP="007B2329">
      <w:r>
        <w:t>176.6821</w:t>
      </w:r>
      <w:r>
        <w:tab/>
        <w:t>1.013e0</w:t>
      </w:r>
    </w:p>
    <w:p w:rsidR="007B2329" w:rsidRDefault="007B2329" w:rsidP="007B2329">
      <w:r>
        <w:t>176.6891</w:t>
      </w:r>
      <w:r>
        <w:tab/>
        <w:t>1.013e0</w:t>
      </w:r>
    </w:p>
    <w:p w:rsidR="007B2329" w:rsidRDefault="007B2329" w:rsidP="007B2329">
      <w:r>
        <w:t>176.6942</w:t>
      </w:r>
      <w:r>
        <w:tab/>
        <w:t>2.025e0</w:t>
      </w:r>
    </w:p>
    <w:p w:rsidR="007B2329" w:rsidRDefault="007B2329" w:rsidP="007B2329">
      <w:r>
        <w:t>176.7098</w:t>
      </w:r>
      <w:r>
        <w:tab/>
        <w:t>1.013e0</w:t>
      </w:r>
    </w:p>
    <w:p w:rsidR="007B2329" w:rsidRDefault="007B2329" w:rsidP="007B2329">
      <w:r>
        <w:t>176.7132</w:t>
      </w:r>
      <w:r>
        <w:tab/>
        <w:t>2.025e0</w:t>
      </w:r>
    </w:p>
    <w:p w:rsidR="007B2329" w:rsidRDefault="007B2329" w:rsidP="007B2329">
      <w:r>
        <w:t>176.7203</w:t>
      </w:r>
      <w:r>
        <w:tab/>
        <w:t>1.013e0</w:t>
      </w:r>
    </w:p>
    <w:p w:rsidR="007B2329" w:rsidRDefault="007B2329" w:rsidP="007B2329">
      <w:r>
        <w:t>176.7382</w:t>
      </w:r>
      <w:r>
        <w:tab/>
        <w:t>3.038e0</w:t>
      </w:r>
    </w:p>
    <w:p w:rsidR="007B2329" w:rsidRDefault="007B2329" w:rsidP="007B2329">
      <w:r>
        <w:t>176.7489</w:t>
      </w:r>
      <w:r>
        <w:tab/>
        <w:t>1.013e0</w:t>
      </w:r>
    </w:p>
    <w:p w:rsidR="007B2329" w:rsidRDefault="007B2329" w:rsidP="007B2329">
      <w:r>
        <w:t>176.7586</w:t>
      </w:r>
      <w:r>
        <w:tab/>
        <w:t>3.038e0</w:t>
      </w:r>
    </w:p>
    <w:p w:rsidR="007B2329" w:rsidRDefault="007B2329" w:rsidP="007B2329">
      <w:r>
        <w:t>176.7667</w:t>
      </w:r>
      <w:r>
        <w:tab/>
        <w:t>1.013e0</w:t>
      </w:r>
    </w:p>
    <w:p w:rsidR="007B2329" w:rsidRDefault="007B2329" w:rsidP="007B2329">
      <w:r>
        <w:t>176.7702</w:t>
      </w:r>
      <w:r>
        <w:tab/>
        <w:t>1.013e0</w:t>
      </w:r>
    </w:p>
    <w:p w:rsidR="007B2329" w:rsidRDefault="007B2329" w:rsidP="007B2329">
      <w:r>
        <w:t>176.7987</w:t>
      </w:r>
      <w:r>
        <w:tab/>
        <w:t>1.013e0</w:t>
      </w:r>
    </w:p>
    <w:p w:rsidR="007B2329" w:rsidRDefault="007B2329" w:rsidP="007B2329">
      <w:r>
        <w:t>176.8058</w:t>
      </w:r>
      <w:r>
        <w:tab/>
        <w:t>2.025e0</w:t>
      </w:r>
    </w:p>
    <w:p w:rsidR="007B2329" w:rsidRDefault="007B2329" w:rsidP="007B2329">
      <w:r>
        <w:t>176.8129</w:t>
      </w:r>
      <w:r>
        <w:tab/>
        <w:t>2.025e0</w:t>
      </w:r>
    </w:p>
    <w:p w:rsidR="007B2329" w:rsidRDefault="007B2329" w:rsidP="007B2329">
      <w:r>
        <w:lastRenderedPageBreak/>
        <w:t>176.8237</w:t>
      </w:r>
      <w:r>
        <w:tab/>
        <w:t>2.025e0</w:t>
      </w:r>
    </w:p>
    <w:p w:rsidR="007B2329" w:rsidRDefault="007B2329" w:rsidP="007B2329">
      <w:r>
        <w:t>176.8290</w:t>
      </w:r>
      <w:r>
        <w:tab/>
        <w:t>2.025e0</w:t>
      </w:r>
    </w:p>
    <w:p w:rsidR="007B2329" w:rsidRDefault="007B2329" w:rsidP="007B2329">
      <w:r>
        <w:t>176.8380</w:t>
      </w:r>
      <w:r>
        <w:tab/>
        <w:t>1.013e0</w:t>
      </w:r>
    </w:p>
    <w:p w:rsidR="007B2329" w:rsidRDefault="007B2329" w:rsidP="007B2329">
      <w:r>
        <w:t>176.8519</w:t>
      </w:r>
      <w:r>
        <w:tab/>
        <w:t>3.038e0</w:t>
      </w:r>
    </w:p>
    <w:p w:rsidR="007B2329" w:rsidRDefault="007B2329" w:rsidP="007B2329">
      <w:r>
        <w:t>176.8552</w:t>
      </w:r>
      <w:r>
        <w:tab/>
        <w:t>2.025e0</w:t>
      </w:r>
    </w:p>
    <w:p w:rsidR="007B2329" w:rsidRDefault="007B2329" w:rsidP="007B2329">
      <w:r>
        <w:t>176.8580</w:t>
      </w:r>
      <w:r>
        <w:tab/>
        <w:t>4.051e0</w:t>
      </w:r>
    </w:p>
    <w:p w:rsidR="007B2329" w:rsidRDefault="007B2329" w:rsidP="007B2329">
      <w:r>
        <w:t>176.8622</w:t>
      </w:r>
      <w:r>
        <w:tab/>
        <w:t>2.025e0</w:t>
      </w:r>
    </w:p>
    <w:p w:rsidR="007B2329" w:rsidRDefault="007B2329" w:rsidP="007B2329">
      <w:r>
        <w:t>176.8691</w:t>
      </w:r>
      <w:r>
        <w:tab/>
        <w:t>2.025e0</w:t>
      </w:r>
    </w:p>
    <w:p w:rsidR="007B2329" w:rsidRDefault="007B2329" w:rsidP="007B2329">
      <w:r>
        <w:t>176.8726</w:t>
      </w:r>
      <w:r>
        <w:tab/>
        <w:t>2.025e0</w:t>
      </w:r>
    </w:p>
    <w:p w:rsidR="007B2329" w:rsidRDefault="007B2329" w:rsidP="007B2329">
      <w:r>
        <w:t>176.8830</w:t>
      </w:r>
      <w:r>
        <w:tab/>
        <w:t>1.013e0</w:t>
      </w:r>
    </w:p>
    <w:p w:rsidR="007B2329" w:rsidRDefault="007B2329" w:rsidP="007B2329">
      <w:r>
        <w:t>176.8971</w:t>
      </w:r>
      <w:r>
        <w:tab/>
        <w:t>1.013e0</w:t>
      </w:r>
    </w:p>
    <w:p w:rsidR="007B2329" w:rsidRDefault="007B2329" w:rsidP="007B2329">
      <w:r>
        <w:t>176.9060</w:t>
      </w:r>
      <w:r>
        <w:tab/>
        <w:t>2.025e0</w:t>
      </w:r>
    </w:p>
    <w:p w:rsidR="007B2329" w:rsidRDefault="007B2329" w:rsidP="007B2329">
      <w:r>
        <w:t>176.9341</w:t>
      </w:r>
      <w:r>
        <w:tab/>
        <w:t>7.089e0</w:t>
      </w:r>
    </w:p>
    <w:p w:rsidR="007B2329" w:rsidRDefault="007B2329" w:rsidP="007B2329">
      <w:r>
        <w:t>176.9399</w:t>
      </w:r>
      <w:r>
        <w:tab/>
        <w:t>3.038e0</w:t>
      </w:r>
    </w:p>
    <w:p w:rsidR="007B2329" w:rsidRDefault="007B2329" w:rsidP="007B2329">
      <w:r>
        <w:t>176.9435</w:t>
      </w:r>
      <w:r>
        <w:tab/>
        <w:t>2.025e0</w:t>
      </w:r>
    </w:p>
    <w:p w:rsidR="007B2329" w:rsidRDefault="007B2329" w:rsidP="007B2329">
      <w:r>
        <w:t>176.9505</w:t>
      </w:r>
      <w:r>
        <w:tab/>
        <w:t>1.013e0</w:t>
      </w:r>
    </w:p>
    <w:p w:rsidR="007B2329" w:rsidRDefault="007B2329" w:rsidP="007B2329">
      <w:r>
        <w:t>176.9613</w:t>
      </w:r>
      <w:r>
        <w:tab/>
        <w:t>1.013e0</w:t>
      </w:r>
    </w:p>
    <w:p w:rsidR="007B2329" w:rsidRDefault="007B2329" w:rsidP="007B2329">
      <w:r>
        <w:t>176.9683</w:t>
      </w:r>
      <w:r>
        <w:tab/>
        <w:t>1.266e-2</w:t>
      </w:r>
    </w:p>
    <w:p w:rsidR="007B2329" w:rsidRDefault="007B2329" w:rsidP="007B2329">
      <w:r>
        <w:t>176.9701</w:t>
      </w:r>
      <w:r>
        <w:tab/>
        <w:t>2.025e0</w:t>
      </w:r>
    </w:p>
    <w:p w:rsidR="007B2329" w:rsidRDefault="007B2329" w:rsidP="007B2329">
      <w:r>
        <w:lastRenderedPageBreak/>
        <w:t>176.9718</w:t>
      </w:r>
      <w:r>
        <w:tab/>
        <w:t>1.013e0</w:t>
      </w:r>
    </w:p>
    <w:p w:rsidR="007B2329" w:rsidRDefault="007B2329" w:rsidP="007B2329">
      <w:r>
        <w:t>176.9808</w:t>
      </w:r>
      <w:r>
        <w:tab/>
        <w:t>2.025e0</w:t>
      </w:r>
    </w:p>
    <w:p w:rsidR="007B2329" w:rsidRDefault="007B2329" w:rsidP="007B2329">
      <w:r>
        <w:t>177.0076</w:t>
      </w:r>
      <w:r>
        <w:tab/>
        <w:t>2.532e-2</w:t>
      </w:r>
    </w:p>
    <w:p w:rsidR="007B2329" w:rsidRDefault="007B2329" w:rsidP="007B2329">
      <w:r>
        <w:t>177.0112</w:t>
      </w:r>
      <w:r>
        <w:tab/>
        <w:t>1.013e0</w:t>
      </w:r>
    </w:p>
    <w:p w:rsidR="007B2329" w:rsidRDefault="007B2329" w:rsidP="007B2329">
      <w:r>
        <w:t>177.0147</w:t>
      </w:r>
      <w:r>
        <w:tab/>
        <w:t>1.013e0</w:t>
      </w:r>
    </w:p>
    <w:p w:rsidR="007B2329" w:rsidRDefault="007B2329" w:rsidP="007B2329">
      <w:r>
        <w:t>177.0166</w:t>
      </w:r>
      <w:r>
        <w:tab/>
        <w:t>2.025e0</w:t>
      </w:r>
    </w:p>
    <w:p w:rsidR="007B2329" w:rsidRDefault="007B2329" w:rsidP="007B2329">
      <w:r>
        <w:t>177.0181</w:t>
      </w:r>
      <w:r>
        <w:tab/>
        <w:t>1.013e0</w:t>
      </w:r>
    </w:p>
    <w:p w:rsidR="007B2329" w:rsidRDefault="007B2329" w:rsidP="007B2329">
      <w:r>
        <w:t>177.0304</w:t>
      </w:r>
      <w:r>
        <w:tab/>
        <w:t>2.025e0</w:t>
      </w:r>
    </w:p>
    <w:p w:rsidR="007B2329" w:rsidRDefault="007B2329" w:rsidP="007B2329">
      <w:r>
        <w:t>177.0494</w:t>
      </w:r>
      <w:r>
        <w:tab/>
        <w:t>2.025e0</w:t>
      </w:r>
    </w:p>
    <w:p w:rsidR="007B2329" w:rsidRDefault="007B2329" w:rsidP="007B2329">
      <w:r>
        <w:t>177.0597</w:t>
      </w:r>
      <w:r>
        <w:tab/>
        <w:t>3.038e0</w:t>
      </w:r>
    </w:p>
    <w:p w:rsidR="007B2329" w:rsidRDefault="007B2329" w:rsidP="007B2329">
      <w:r>
        <w:t>177.0632</w:t>
      </w:r>
      <w:r>
        <w:tab/>
        <w:t>1.013e0</w:t>
      </w:r>
    </w:p>
    <w:p w:rsidR="007B2329" w:rsidRDefault="007B2329" w:rsidP="007B2329">
      <w:r>
        <w:t>177.0667</w:t>
      </w:r>
      <w:r>
        <w:tab/>
        <w:t>1.013e0</w:t>
      </w:r>
    </w:p>
    <w:p w:rsidR="007B2329" w:rsidRDefault="007B2329" w:rsidP="007B2329">
      <w:r>
        <w:t>177.0702</w:t>
      </w:r>
      <w:r>
        <w:tab/>
        <w:t>1.013e0</w:t>
      </w:r>
    </w:p>
    <w:p w:rsidR="007B2329" w:rsidRDefault="007B2329" w:rsidP="007B2329">
      <w:r>
        <w:t>177.0721</w:t>
      </w:r>
      <w:r>
        <w:tab/>
        <w:t>2.025e0</w:t>
      </w:r>
    </w:p>
    <w:p w:rsidR="007B2329" w:rsidRDefault="007B2329" w:rsidP="007B2329">
      <w:r>
        <w:t>177.0756</w:t>
      </w:r>
      <w:r>
        <w:tab/>
        <w:t>2.025e0</w:t>
      </w:r>
    </w:p>
    <w:p w:rsidR="007B2329" w:rsidRDefault="007B2329" w:rsidP="007B2329">
      <w:r>
        <w:t>177.0774</w:t>
      </w:r>
      <w:r>
        <w:tab/>
        <w:t>2.025e0</w:t>
      </w:r>
    </w:p>
    <w:p w:rsidR="007B2329" w:rsidRDefault="007B2329" w:rsidP="007B2329">
      <w:r>
        <w:t>177.0845</w:t>
      </w:r>
      <w:r>
        <w:tab/>
        <w:t>2.025e0</w:t>
      </w:r>
    </w:p>
    <w:p w:rsidR="007B2329" w:rsidRDefault="007B2329" w:rsidP="007B2329">
      <w:r>
        <w:t>177.0882</w:t>
      </w:r>
      <w:r>
        <w:tab/>
        <w:t>1.013e0</w:t>
      </w:r>
    </w:p>
    <w:p w:rsidR="007B2329" w:rsidRDefault="007B2329" w:rsidP="007B2329">
      <w:r>
        <w:t>177.1024</w:t>
      </w:r>
      <w:r>
        <w:tab/>
        <w:t>2.025e0</w:t>
      </w:r>
    </w:p>
    <w:p w:rsidR="007B2329" w:rsidRDefault="007B2329" w:rsidP="007B2329">
      <w:r>
        <w:lastRenderedPageBreak/>
        <w:t>177.1167</w:t>
      </w:r>
      <w:r>
        <w:tab/>
        <w:t>1.013e0</w:t>
      </w:r>
    </w:p>
    <w:p w:rsidR="007B2329" w:rsidRDefault="007B2329" w:rsidP="007B2329">
      <w:r>
        <w:t>177.1203</w:t>
      </w:r>
      <w:r>
        <w:tab/>
        <w:t>2.025e0</w:t>
      </w:r>
    </w:p>
    <w:p w:rsidR="007B2329" w:rsidRDefault="007B2329" w:rsidP="007B2329">
      <w:r>
        <w:t>177.1487</w:t>
      </w:r>
      <w:r>
        <w:tab/>
        <w:t>1.013e0</w:t>
      </w:r>
    </w:p>
    <w:p w:rsidR="007B2329" w:rsidRDefault="007B2329" w:rsidP="007B2329">
      <w:r>
        <w:t>177.1513</w:t>
      </w:r>
      <w:r>
        <w:tab/>
        <w:t>3.038e0</w:t>
      </w:r>
    </w:p>
    <w:p w:rsidR="007B2329" w:rsidRDefault="007B2329" w:rsidP="007B2329">
      <w:r>
        <w:t>177.1665</w:t>
      </w:r>
      <w:r>
        <w:tab/>
        <w:t>2.025e0</w:t>
      </w:r>
    </w:p>
    <w:p w:rsidR="007B2329" w:rsidRDefault="007B2329" w:rsidP="007B2329">
      <w:r>
        <w:t>177.1701</w:t>
      </w:r>
      <w:r>
        <w:tab/>
        <w:t>2.025e0</w:t>
      </w:r>
    </w:p>
    <w:p w:rsidR="007B2329" w:rsidRDefault="007B2329" w:rsidP="007B2329">
      <w:r>
        <w:t>177.1738</w:t>
      </w:r>
      <w:r>
        <w:tab/>
        <w:t>1.013e0</w:t>
      </w:r>
    </w:p>
    <w:p w:rsidR="007B2329" w:rsidRDefault="007B2329" w:rsidP="007B2329">
      <w:r>
        <w:t>177.1844</w:t>
      </w:r>
      <w:r>
        <w:tab/>
        <w:t>2.025e0</w:t>
      </w:r>
    </w:p>
    <w:p w:rsidR="007B2329" w:rsidRDefault="007B2329" w:rsidP="007B2329">
      <w:r>
        <w:t>177.1880</w:t>
      </w:r>
      <w:r>
        <w:tab/>
        <w:t>1.013e0</w:t>
      </w:r>
    </w:p>
    <w:p w:rsidR="007B2329" w:rsidRDefault="007B2329" w:rsidP="007B2329">
      <w:r>
        <w:t>177.1915</w:t>
      </w:r>
      <w:r>
        <w:tab/>
        <w:t>3.038e0</w:t>
      </w:r>
    </w:p>
    <w:p w:rsidR="007B2329" w:rsidRDefault="007B2329" w:rsidP="007B2329">
      <w:r>
        <w:t>177.1985</w:t>
      </w:r>
      <w:r>
        <w:tab/>
        <w:t>1.266e-2</w:t>
      </w:r>
    </w:p>
    <w:p w:rsidR="007B2329" w:rsidRDefault="007B2329" w:rsidP="007B2329">
      <w:r>
        <w:t>177.2054</w:t>
      </w:r>
      <w:r>
        <w:tab/>
        <w:t>1.013e0</w:t>
      </w:r>
    </w:p>
    <w:p w:rsidR="007B2329" w:rsidRDefault="007B2329" w:rsidP="007B2329">
      <w:r>
        <w:t>177.2158</w:t>
      </w:r>
      <w:r>
        <w:tab/>
        <w:t>1.013e0</w:t>
      </w:r>
    </w:p>
    <w:p w:rsidR="007B2329" w:rsidRDefault="007B2329" w:rsidP="007B2329">
      <w:r>
        <w:t>177.2278</w:t>
      </w:r>
      <w:r>
        <w:tab/>
        <w:t>2.025e0</w:t>
      </w:r>
    </w:p>
    <w:p w:rsidR="007B2329" w:rsidRDefault="007B2329" w:rsidP="007B2329">
      <w:r>
        <w:t>177.2367</w:t>
      </w:r>
      <w:r>
        <w:tab/>
        <w:t>1.013e0</w:t>
      </w:r>
    </w:p>
    <w:p w:rsidR="007B2329" w:rsidRDefault="007B2329" w:rsidP="007B2329">
      <w:r>
        <w:t>177.2385</w:t>
      </w:r>
      <w:r>
        <w:tab/>
        <w:t>2.025e0</w:t>
      </w:r>
    </w:p>
    <w:p w:rsidR="007B2329" w:rsidRDefault="007B2329" w:rsidP="007B2329">
      <w:r>
        <w:t>177.2471</w:t>
      </w:r>
      <w:r>
        <w:tab/>
        <w:t>1.013e0</w:t>
      </w:r>
    </w:p>
    <w:p w:rsidR="007B2329" w:rsidRDefault="007B2329" w:rsidP="007B2329">
      <w:r>
        <w:t>177.2507</w:t>
      </w:r>
      <w:r>
        <w:tab/>
        <w:t>1.013e0</w:t>
      </w:r>
    </w:p>
    <w:p w:rsidR="007B2329" w:rsidRDefault="007B2329" w:rsidP="007B2329">
      <w:r>
        <w:t>177.2614</w:t>
      </w:r>
      <w:r>
        <w:tab/>
        <w:t>1.013e0</w:t>
      </w:r>
    </w:p>
    <w:p w:rsidR="007B2329" w:rsidRDefault="007B2329" w:rsidP="007B2329">
      <w:r>
        <w:lastRenderedPageBreak/>
        <w:t>177.2677</w:t>
      </w:r>
      <w:r>
        <w:tab/>
        <w:t>1.223e0</w:t>
      </w:r>
    </w:p>
    <w:p w:rsidR="007B2329" w:rsidRDefault="007B2329" w:rsidP="007B2329">
      <w:r>
        <w:t>177.2780</w:t>
      </w:r>
      <w:r>
        <w:tab/>
        <w:t>5.063e0</w:t>
      </w:r>
    </w:p>
    <w:p w:rsidR="007B2329" w:rsidRDefault="007B2329" w:rsidP="007B2329">
      <w:r>
        <w:t>177.2853</w:t>
      </w:r>
      <w:r>
        <w:tab/>
        <w:t>3.038e0</w:t>
      </w:r>
    </w:p>
    <w:p w:rsidR="007B2329" w:rsidRDefault="007B2329" w:rsidP="007B2329">
      <w:r>
        <w:t>177.2935</w:t>
      </w:r>
      <w:r>
        <w:tab/>
        <w:t>2.025e0</w:t>
      </w:r>
    </w:p>
    <w:p w:rsidR="007B2329" w:rsidRDefault="007B2329" w:rsidP="007B2329">
      <w:r>
        <w:t>177.3007</w:t>
      </w:r>
      <w:r>
        <w:tab/>
        <w:t>1.013e0</w:t>
      </w:r>
    </w:p>
    <w:p w:rsidR="007B2329" w:rsidRDefault="007B2329" w:rsidP="007B2329">
      <w:r>
        <w:t>177.3149</w:t>
      </w:r>
      <w:r>
        <w:tab/>
        <w:t>1.013e0</w:t>
      </w:r>
    </w:p>
    <w:p w:rsidR="007B2329" w:rsidRDefault="007B2329" w:rsidP="007B2329">
      <w:r>
        <w:t>177.3220</w:t>
      </w:r>
      <w:r>
        <w:tab/>
        <w:t>1.013e0</w:t>
      </w:r>
    </w:p>
    <w:p w:rsidR="007B2329" w:rsidRDefault="007B2329" w:rsidP="007B2329">
      <w:r>
        <w:t>177.3256</w:t>
      </w:r>
      <w:r>
        <w:tab/>
        <w:t>1.013e0</w:t>
      </w:r>
    </w:p>
    <w:p w:rsidR="007B2329" w:rsidRDefault="007B2329" w:rsidP="007B2329">
      <w:r>
        <w:t>177.3327</w:t>
      </w:r>
      <w:r>
        <w:tab/>
        <w:t>2.025e0</w:t>
      </w:r>
    </w:p>
    <w:p w:rsidR="007B2329" w:rsidRDefault="007B2329" w:rsidP="007B2329">
      <w:r>
        <w:t>177.3417</w:t>
      </w:r>
      <w:r>
        <w:tab/>
        <w:t>1.025e0</w:t>
      </w:r>
    </w:p>
    <w:p w:rsidR="007B2329" w:rsidRDefault="007B2329" w:rsidP="007B2329">
      <w:r>
        <w:t>177.3505</w:t>
      </w:r>
      <w:r>
        <w:tab/>
        <w:t>2.025e0</w:t>
      </w:r>
    </w:p>
    <w:p w:rsidR="007B2329" w:rsidRDefault="007B2329" w:rsidP="007B2329">
      <w:r>
        <w:t>177.3577</w:t>
      </w:r>
      <w:r>
        <w:tab/>
        <w:t>1.013e0</w:t>
      </w:r>
    </w:p>
    <w:p w:rsidR="007B2329" w:rsidRDefault="007B2329" w:rsidP="007B2329">
      <w:r>
        <w:t>177.3685</w:t>
      </w:r>
      <w:r>
        <w:tab/>
        <w:t>1.013e0</w:t>
      </w:r>
    </w:p>
    <w:p w:rsidR="007B2329" w:rsidRDefault="007B2329" w:rsidP="007B2329">
      <w:r>
        <w:t>177.3790</w:t>
      </w:r>
      <w:r>
        <w:tab/>
        <w:t>1.013e0</w:t>
      </w:r>
    </w:p>
    <w:p w:rsidR="007B2329" w:rsidRDefault="007B2329" w:rsidP="007B2329">
      <w:r>
        <w:t>177.4033</w:t>
      </w:r>
      <w:r>
        <w:tab/>
        <w:t>1.013e0</w:t>
      </w:r>
    </w:p>
    <w:p w:rsidR="007B2329" w:rsidRDefault="007B2329" w:rsidP="007B2329">
      <w:r>
        <w:t>177.4068</w:t>
      </w:r>
      <w:r>
        <w:tab/>
        <w:t>1.013e0</w:t>
      </w:r>
    </w:p>
    <w:p w:rsidR="007B2329" w:rsidRDefault="007B2329" w:rsidP="007B2329">
      <w:r>
        <w:t>177.4172</w:t>
      </w:r>
      <w:r>
        <w:tab/>
        <w:t>1.013e0</w:t>
      </w:r>
    </w:p>
    <w:p w:rsidR="007B2329" w:rsidRDefault="007B2329" w:rsidP="007B2329">
      <w:r>
        <w:t>177.4207</w:t>
      </w:r>
      <w:r>
        <w:tab/>
        <w:t>1.013e0</w:t>
      </w:r>
    </w:p>
    <w:p w:rsidR="007B2329" w:rsidRDefault="007B2329" w:rsidP="007B2329">
      <w:r>
        <w:t>177.4295</w:t>
      </w:r>
      <w:r>
        <w:tab/>
        <w:t>2.025e0</w:t>
      </w:r>
    </w:p>
    <w:p w:rsidR="007B2329" w:rsidRDefault="007B2329" w:rsidP="007B2329">
      <w:r>
        <w:lastRenderedPageBreak/>
        <w:t>177.4562</w:t>
      </w:r>
      <w:r>
        <w:tab/>
        <w:t>2.025e0</w:t>
      </w:r>
    </w:p>
    <w:p w:rsidR="007B2329" w:rsidRDefault="007B2329" w:rsidP="007B2329">
      <w:r>
        <w:t>177.4669</w:t>
      </w:r>
      <w:r>
        <w:tab/>
        <w:t>2.025e0</w:t>
      </w:r>
    </w:p>
    <w:p w:rsidR="007B2329" w:rsidRDefault="007B2329" w:rsidP="007B2329">
      <w:r>
        <w:t>177.4706</w:t>
      </w:r>
      <w:r>
        <w:tab/>
        <w:t>1.013e0</w:t>
      </w:r>
    </w:p>
    <w:p w:rsidR="007B2329" w:rsidRDefault="007B2329" w:rsidP="007B2329">
      <w:r>
        <w:t>177.4848</w:t>
      </w:r>
      <w:r>
        <w:tab/>
        <w:t>2.025e0</w:t>
      </w:r>
    </w:p>
    <w:p w:rsidR="007B2329" w:rsidRDefault="007B2329" w:rsidP="007B2329">
      <w:r>
        <w:t>177.4989</w:t>
      </w:r>
      <w:r>
        <w:tab/>
        <w:t>2.025e0</w:t>
      </w:r>
    </w:p>
    <w:p w:rsidR="007B2329" w:rsidRDefault="007B2329" w:rsidP="007B2329">
      <w:r>
        <w:t>177.5025</w:t>
      </w:r>
      <w:r>
        <w:tab/>
        <w:t>1.013e0</w:t>
      </w:r>
    </w:p>
    <w:p w:rsidR="007B2329" w:rsidRDefault="007B2329" w:rsidP="007B2329">
      <w:r>
        <w:t>177.5168</w:t>
      </w:r>
      <w:r>
        <w:tab/>
        <w:t>2.025e0</w:t>
      </w:r>
    </w:p>
    <w:p w:rsidR="007B2329" w:rsidRDefault="007B2329" w:rsidP="007B2329">
      <w:r>
        <w:t>177.5239</w:t>
      </w:r>
      <w:r>
        <w:tab/>
        <w:t>2.025e0</w:t>
      </w:r>
    </w:p>
    <w:p w:rsidR="007B2329" w:rsidRDefault="007B2329" w:rsidP="007B2329">
      <w:r>
        <w:t>177.5346</w:t>
      </w:r>
      <w:r>
        <w:tab/>
        <w:t>1.013e0</w:t>
      </w:r>
    </w:p>
    <w:p w:rsidR="007B2329" w:rsidRDefault="007B2329" w:rsidP="007B2329">
      <w:r>
        <w:t>177.5490</w:t>
      </w:r>
      <w:r>
        <w:tab/>
        <w:t>1.013e0</w:t>
      </w:r>
    </w:p>
    <w:p w:rsidR="007B2329" w:rsidRDefault="007B2329" w:rsidP="007B2329">
      <w:r>
        <w:t>177.5596</w:t>
      </w:r>
      <w:r>
        <w:tab/>
        <w:t>1.013e0</w:t>
      </w:r>
    </w:p>
    <w:p w:rsidR="007B2329" w:rsidRDefault="007B2329" w:rsidP="007B2329">
      <w:r>
        <w:t>177.5666</w:t>
      </w:r>
      <w:r>
        <w:tab/>
        <w:t>2.025e0</w:t>
      </w:r>
    </w:p>
    <w:p w:rsidR="007B2329" w:rsidRDefault="007B2329" w:rsidP="007B2329">
      <w:r>
        <w:t>177.5690</w:t>
      </w:r>
      <w:r>
        <w:tab/>
        <w:t>3.038e0</w:t>
      </w:r>
    </w:p>
    <w:p w:rsidR="007B2329" w:rsidRDefault="007B2329" w:rsidP="007B2329">
      <w:r>
        <w:t>177.5770</w:t>
      </w:r>
      <w:r>
        <w:tab/>
        <w:t>1.013e0</w:t>
      </w:r>
    </w:p>
    <w:p w:rsidR="007B2329" w:rsidRDefault="007B2329" w:rsidP="007B2329">
      <w:r>
        <w:t>177.5874</w:t>
      </w:r>
      <w:r>
        <w:tab/>
        <w:t>1.013e0</w:t>
      </w:r>
    </w:p>
    <w:p w:rsidR="007B2329" w:rsidRDefault="007B2329" w:rsidP="007B2329">
      <w:r>
        <w:t>177.5927</w:t>
      </w:r>
      <w:r>
        <w:tab/>
        <w:t>2.025e0</w:t>
      </w:r>
    </w:p>
    <w:p w:rsidR="007B2329" w:rsidRDefault="007B2329" w:rsidP="007B2329">
      <w:r>
        <w:t>177.6029</w:t>
      </w:r>
      <w:r>
        <w:tab/>
        <w:t>2.025e0</w:t>
      </w:r>
    </w:p>
    <w:p w:rsidR="007B2329" w:rsidRDefault="007B2329" w:rsidP="007B2329">
      <w:r>
        <w:t>177.6049</w:t>
      </w:r>
      <w:r>
        <w:tab/>
        <w:t>1.013e0</w:t>
      </w:r>
    </w:p>
    <w:p w:rsidR="007B2329" w:rsidRDefault="007B2329" w:rsidP="007B2329">
      <w:r>
        <w:t>177.6152</w:t>
      </w:r>
      <w:r>
        <w:tab/>
        <w:t>3.038e0</w:t>
      </w:r>
    </w:p>
    <w:p w:rsidR="007B2329" w:rsidRDefault="007B2329" w:rsidP="007B2329">
      <w:r>
        <w:lastRenderedPageBreak/>
        <w:t>177.6188</w:t>
      </w:r>
      <w:r>
        <w:tab/>
        <w:t>1.013e0</w:t>
      </w:r>
    </w:p>
    <w:p w:rsidR="007B2329" w:rsidRDefault="007B2329" w:rsidP="007B2329">
      <w:r>
        <w:t>177.6224</w:t>
      </w:r>
      <w:r>
        <w:tab/>
        <w:t>3.038e0</w:t>
      </w:r>
    </w:p>
    <w:p w:rsidR="007B2329" w:rsidRDefault="007B2329" w:rsidP="007B2329">
      <w:r>
        <w:t>177.6403</w:t>
      </w:r>
      <w:r>
        <w:tab/>
        <w:t>1.013e0</w:t>
      </w:r>
    </w:p>
    <w:p w:rsidR="007B2329" w:rsidRDefault="007B2329" w:rsidP="007B2329">
      <w:r>
        <w:t>177.6440</w:t>
      </w:r>
      <w:r>
        <w:tab/>
        <w:t>1.013e0</w:t>
      </w:r>
    </w:p>
    <w:p w:rsidR="007B2329" w:rsidRDefault="007B2329" w:rsidP="007B2329">
      <w:r>
        <w:t>177.6653</w:t>
      </w:r>
      <w:r>
        <w:tab/>
        <w:t>1.013e0</w:t>
      </w:r>
    </w:p>
    <w:p w:rsidR="007B2329" w:rsidRDefault="007B2329" w:rsidP="007B2329">
      <w:r>
        <w:t>177.6743</w:t>
      </w:r>
      <w:r>
        <w:tab/>
        <w:t>4.051e0</w:t>
      </w:r>
    </w:p>
    <w:p w:rsidR="007B2329" w:rsidRDefault="007B2329" w:rsidP="007B2329">
      <w:r>
        <w:t>177.6760</w:t>
      </w:r>
      <w:r>
        <w:tab/>
        <w:t>1.013e0</w:t>
      </w:r>
    </w:p>
    <w:p w:rsidR="007B2329" w:rsidRDefault="007B2329" w:rsidP="007B2329">
      <w:r>
        <w:t>177.6831</w:t>
      </w:r>
      <w:r>
        <w:tab/>
        <w:t>1.013e0</w:t>
      </w:r>
    </w:p>
    <w:p w:rsidR="007B2329" w:rsidRDefault="007B2329" w:rsidP="007B2329">
      <w:r>
        <w:t>177.7027</w:t>
      </w:r>
      <w:r>
        <w:tab/>
        <w:t>2.025e0</w:t>
      </w:r>
    </w:p>
    <w:p w:rsidR="007B2329" w:rsidRDefault="007B2329" w:rsidP="007B2329">
      <w:r>
        <w:t>177.7153</w:t>
      </w:r>
      <w:r>
        <w:tab/>
        <w:t>2.025e0</w:t>
      </w:r>
    </w:p>
    <w:p w:rsidR="007B2329" w:rsidRDefault="007B2329" w:rsidP="007B2329">
      <w:r>
        <w:t>177.7188</w:t>
      </w:r>
      <w:r>
        <w:tab/>
        <w:t>1.013e0</w:t>
      </w:r>
    </w:p>
    <w:p w:rsidR="007B2329" w:rsidRDefault="007B2329" w:rsidP="007B2329">
      <w:r>
        <w:t>177.7224</w:t>
      </w:r>
      <w:r>
        <w:tab/>
        <w:t>3.038e0</w:t>
      </w:r>
    </w:p>
    <w:p w:rsidR="007B2329" w:rsidRDefault="007B2329" w:rsidP="007B2329">
      <w:r>
        <w:t>177.7367</w:t>
      </w:r>
      <w:r>
        <w:tab/>
        <w:t>1.013e0</w:t>
      </w:r>
    </w:p>
    <w:p w:rsidR="007B2329" w:rsidRDefault="007B2329" w:rsidP="007B2329">
      <w:r>
        <w:t>177.7403</w:t>
      </w:r>
      <w:r>
        <w:tab/>
        <w:t>2.025e0</w:t>
      </w:r>
    </w:p>
    <w:p w:rsidR="007B2329" w:rsidRDefault="007B2329" w:rsidP="007B2329">
      <w:r>
        <w:t>177.7579</w:t>
      </w:r>
      <w:r>
        <w:tab/>
        <w:t>1.013e0</w:t>
      </w:r>
    </w:p>
    <w:p w:rsidR="007B2329" w:rsidRDefault="007B2329" w:rsidP="007B2329">
      <w:r>
        <w:t>177.7718</w:t>
      </w:r>
      <w:r>
        <w:tab/>
        <w:t>2.025e0</w:t>
      </w:r>
    </w:p>
    <w:p w:rsidR="007B2329" w:rsidRDefault="007B2329" w:rsidP="007B2329">
      <w:r>
        <w:t>177.7787</w:t>
      </w:r>
      <w:r>
        <w:tab/>
        <w:t>1.013e0</w:t>
      </w:r>
    </w:p>
    <w:p w:rsidR="007B2329" w:rsidRDefault="007B2329" w:rsidP="007B2329">
      <w:r>
        <w:t>177.7857</w:t>
      </w:r>
      <w:r>
        <w:tab/>
        <w:t>2.532e-2</w:t>
      </w:r>
    </w:p>
    <w:p w:rsidR="007B2329" w:rsidRDefault="007B2329" w:rsidP="007B2329">
      <w:r>
        <w:t>177.7892</w:t>
      </w:r>
      <w:r>
        <w:tab/>
        <w:t>1.013e0</w:t>
      </w:r>
    </w:p>
    <w:p w:rsidR="007B2329" w:rsidRDefault="007B2329" w:rsidP="007B2329">
      <w:r>
        <w:lastRenderedPageBreak/>
        <w:t>177.7926</w:t>
      </w:r>
      <w:r>
        <w:tab/>
        <w:t>1.013e0</w:t>
      </w:r>
    </w:p>
    <w:p w:rsidR="007B2329" w:rsidRDefault="007B2329" w:rsidP="007B2329">
      <w:r>
        <w:t>177.8015</w:t>
      </w:r>
      <w:r>
        <w:tab/>
        <w:t>2.025e0</w:t>
      </w:r>
    </w:p>
    <w:p w:rsidR="007B2329" w:rsidRDefault="007B2329" w:rsidP="007B2329">
      <w:r>
        <w:t>177.8066</w:t>
      </w:r>
      <w:r>
        <w:tab/>
        <w:t>1.013e0</w:t>
      </w:r>
    </w:p>
    <w:p w:rsidR="007B2329" w:rsidRDefault="007B2329" w:rsidP="007B2329">
      <w:r>
        <w:t>177.8102</w:t>
      </w:r>
      <w:r>
        <w:tab/>
        <w:t>1.145e0</w:t>
      </w:r>
    </w:p>
    <w:p w:rsidR="007B2329" w:rsidRDefault="007B2329" w:rsidP="007B2329">
      <w:r>
        <w:t>177.8138</w:t>
      </w:r>
      <w:r>
        <w:tab/>
        <w:t>2.025e0</w:t>
      </w:r>
    </w:p>
    <w:p w:rsidR="007B2329" w:rsidRDefault="007B2329" w:rsidP="007B2329">
      <w:r>
        <w:t>177.8245</w:t>
      </w:r>
      <w:r>
        <w:tab/>
        <w:t>1.013e0</w:t>
      </w:r>
    </w:p>
    <w:p w:rsidR="007B2329" w:rsidRDefault="007B2329" w:rsidP="007B2329">
      <w:r>
        <w:t>177.8281</w:t>
      </w:r>
      <w:r>
        <w:tab/>
        <w:t>1.013e0</w:t>
      </w:r>
    </w:p>
    <w:p w:rsidR="007B2329" w:rsidRDefault="007B2329" w:rsidP="007B2329">
      <w:r>
        <w:t>177.8316</w:t>
      </w:r>
      <w:r>
        <w:tab/>
        <w:t>1.013e0</w:t>
      </w:r>
    </w:p>
    <w:p w:rsidR="007B2329" w:rsidRDefault="007B2329" w:rsidP="007B2329">
      <w:r>
        <w:t>177.8673</w:t>
      </w:r>
      <w:r>
        <w:tab/>
        <w:t>1.013e0</w:t>
      </w:r>
    </w:p>
    <w:p w:rsidR="007B2329" w:rsidRDefault="007B2329" w:rsidP="007B2329">
      <w:r>
        <w:t>177.8888</w:t>
      </w:r>
      <w:r>
        <w:tab/>
        <w:t>1.013e0</w:t>
      </w:r>
    </w:p>
    <w:p w:rsidR="007B2329" w:rsidRDefault="007B2329" w:rsidP="007B2329">
      <w:r>
        <w:t>177.8960</w:t>
      </w:r>
      <w:r>
        <w:tab/>
        <w:t>1.013e0</w:t>
      </w:r>
    </w:p>
    <w:p w:rsidR="007B2329" w:rsidRDefault="007B2329" w:rsidP="007B2329">
      <w:r>
        <w:t>177.8995</w:t>
      </w:r>
      <w:r>
        <w:tab/>
        <w:t>1.013e0</w:t>
      </w:r>
    </w:p>
    <w:p w:rsidR="007B2329" w:rsidRDefault="007B2329" w:rsidP="007B2329">
      <w:r>
        <w:t>177.9012</w:t>
      </w:r>
      <w:r>
        <w:tab/>
        <w:t>2.025e0</w:t>
      </w:r>
    </w:p>
    <w:p w:rsidR="007B2329" w:rsidRDefault="007B2329" w:rsidP="007B2329">
      <w:r>
        <w:t>177.9173</w:t>
      </w:r>
      <w:r>
        <w:tab/>
        <w:t>1.013e0</w:t>
      </w:r>
    </w:p>
    <w:p w:rsidR="007B2329" w:rsidRDefault="007B2329" w:rsidP="007B2329">
      <w:r>
        <w:t>177.9245</w:t>
      </w:r>
      <w:r>
        <w:tab/>
        <w:t>4.051e0</w:t>
      </w:r>
    </w:p>
    <w:p w:rsidR="007B2329" w:rsidRDefault="007B2329" w:rsidP="007B2329">
      <w:r>
        <w:t>177.9281</w:t>
      </w:r>
      <w:r>
        <w:tab/>
        <w:t>1.013e0</w:t>
      </w:r>
    </w:p>
    <w:p w:rsidR="007B2329" w:rsidRDefault="007B2329" w:rsidP="007B2329">
      <w:r>
        <w:t>177.9423</w:t>
      </w:r>
      <w:r>
        <w:tab/>
        <w:t>1.013e0</w:t>
      </w:r>
    </w:p>
    <w:p w:rsidR="007B2329" w:rsidRDefault="007B2329" w:rsidP="007B2329">
      <w:r>
        <w:t>177.9458</w:t>
      </w:r>
      <w:r>
        <w:tab/>
        <w:t>1.013e0</w:t>
      </w:r>
    </w:p>
    <w:p w:rsidR="007B2329" w:rsidRDefault="007B2329" w:rsidP="007B2329">
      <w:r>
        <w:t>177.9528</w:t>
      </w:r>
      <w:r>
        <w:tab/>
        <w:t>1.013e0</w:t>
      </w:r>
    </w:p>
    <w:p w:rsidR="007B2329" w:rsidRDefault="007B2329" w:rsidP="007B2329">
      <w:r>
        <w:lastRenderedPageBreak/>
        <w:t>177.9547</w:t>
      </w:r>
      <w:r>
        <w:tab/>
        <w:t>2.025e0</w:t>
      </w:r>
    </w:p>
    <w:p w:rsidR="007B2329" w:rsidRDefault="007B2329" w:rsidP="007B2329">
      <w:r>
        <w:t>177.9562</w:t>
      </w:r>
      <w:r>
        <w:tab/>
        <w:t>1.013e0</w:t>
      </w:r>
    </w:p>
    <w:p w:rsidR="007B2329" w:rsidRDefault="007B2329" w:rsidP="007B2329">
      <w:r>
        <w:t>177.9597</w:t>
      </w:r>
      <w:r>
        <w:tab/>
        <w:t>1.013e0</w:t>
      </w:r>
    </w:p>
    <w:p w:rsidR="007B2329" w:rsidRDefault="007B2329" w:rsidP="007B2329">
      <w:r>
        <w:t>177.9702</w:t>
      </w:r>
      <w:r>
        <w:tab/>
        <w:t>1.013e0</w:t>
      </w:r>
    </w:p>
    <w:p w:rsidR="007B2329" w:rsidRDefault="007B2329" w:rsidP="007B2329">
      <w:r>
        <w:t>177.9737</w:t>
      </w:r>
      <w:r>
        <w:tab/>
        <w:t>1.013e0</w:t>
      </w:r>
    </w:p>
    <w:p w:rsidR="007B2329" w:rsidRDefault="007B2329" w:rsidP="007B2329">
      <w:r>
        <w:t>177.9876</w:t>
      </w:r>
      <w:r>
        <w:tab/>
        <w:t>1.013e0</w:t>
      </w:r>
    </w:p>
    <w:p w:rsidR="007B2329" w:rsidRDefault="007B2329" w:rsidP="007B2329">
      <w:r>
        <w:t>177.9912</w:t>
      </w:r>
      <w:r>
        <w:tab/>
        <w:t>3.798e-2</w:t>
      </w:r>
    </w:p>
    <w:p w:rsidR="007B2329" w:rsidRDefault="007B2329" w:rsidP="007B2329">
      <w:r>
        <w:t>177.9946</w:t>
      </w:r>
      <w:r>
        <w:tab/>
        <w:t>1.013e0</w:t>
      </w:r>
    </w:p>
    <w:p w:rsidR="007B2329" w:rsidRDefault="007B2329" w:rsidP="007B2329">
      <w:r>
        <w:t>178.0015</w:t>
      </w:r>
      <w:r>
        <w:tab/>
        <w:t>2.025e0</w:t>
      </w:r>
    </w:p>
    <w:p w:rsidR="007B2329" w:rsidRDefault="007B2329" w:rsidP="007B2329">
      <w:r>
        <w:t>178.0088</w:t>
      </w:r>
      <w:r>
        <w:tab/>
        <w:t>1.013e0</w:t>
      </w:r>
    </w:p>
    <w:p w:rsidR="007B2329" w:rsidRDefault="007B2329" w:rsidP="007B2329">
      <w:r>
        <w:t>178.0231</w:t>
      </w:r>
      <w:r>
        <w:tab/>
        <w:t>2.025e0</w:t>
      </w:r>
    </w:p>
    <w:p w:rsidR="007B2329" w:rsidRDefault="007B2329" w:rsidP="007B2329">
      <w:r>
        <w:t>178.0248</w:t>
      </w:r>
      <w:r>
        <w:tab/>
        <w:t>1.051e0</w:t>
      </w:r>
    </w:p>
    <w:p w:rsidR="007B2329" w:rsidRDefault="007B2329" w:rsidP="007B2329">
      <w:r>
        <w:t>178.0392</w:t>
      </w:r>
      <w:r>
        <w:tab/>
        <w:t>1.025e0</w:t>
      </w:r>
    </w:p>
    <w:p w:rsidR="007B2329" w:rsidRDefault="007B2329" w:rsidP="007B2329">
      <w:r>
        <w:t>178.0410</w:t>
      </w:r>
      <w:r>
        <w:tab/>
        <w:t>1.013e0</w:t>
      </w:r>
    </w:p>
    <w:p w:rsidR="007B2329" w:rsidRDefault="007B2329" w:rsidP="007B2329">
      <w:r>
        <w:t>178.0481</w:t>
      </w:r>
      <w:r>
        <w:tab/>
        <w:t>3.038e0</w:t>
      </w:r>
    </w:p>
    <w:p w:rsidR="007B2329" w:rsidRDefault="007B2329" w:rsidP="007B2329">
      <w:r>
        <w:t>178.0552</w:t>
      </w:r>
      <w:r>
        <w:tab/>
        <w:t>2.025e0</w:t>
      </w:r>
    </w:p>
    <w:p w:rsidR="007B2329" w:rsidRDefault="007B2329" w:rsidP="007B2329">
      <w:r>
        <w:t>178.0692</w:t>
      </w:r>
      <w:r>
        <w:tab/>
        <w:t>4.480e0</w:t>
      </w:r>
    </w:p>
    <w:p w:rsidR="007B2329" w:rsidRDefault="007B2329" w:rsidP="007B2329">
      <w:r>
        <w:t>178.0722</w:t>
      </w:r>
      <w:r>
        <w:tab/>
        <w:t>1.013e1</w:t>
      </w:r>
    </w:p>
    <w:p w:rsidR="007B2329" w:rsidRDefault="007B2329" w:rsidP="007B2329">
      <w:r>
        <w:t>178.0758</w:t>
      </w:r>
      <w:r>
        <w:tab/>
        <w:t>8.495e0</w:t>
      </w:r>
    </w:p>
    <w:p w:rsidR="007B2329" w:rsidRDefault="007B2329" w:rsidP="007B2329">
      <w:r>
        <w:lastRenderedPageBreak/>
        <w:t>178.0780</w:t>
      </w:r>
      <w:r>
        <w:tab/>
        <w:t>3.063e0</w:t>
      </w:r>
    </w:p>
    <w:p w:rsidR="007B2329" w:rsidRDefault="007B2329" w:rsidP="007B2329">
      <w:r>
        <w:t>178.0799</w:t>
      </w:r>
      <w:r>
        <w:tab/>
        <w:t>1.114e1</w:t>
      </w:r>
    </w:p>
    <w:p w:rsidR="007B2329" w:rsidRDefault="007B2329" w:rsidP="007B2329">
      <w:r>
        <w:t>178.0812</w:t>
      </w:r>
      <w:r>
        <w:tab/>
        <w:t>1.419e1</w:t>
      </w:r>
    </w:p>
    <w:p w:rsidR="007B2329" w:rsidRDefault="007B2329" w:rsidP="007B2329">
      <w:r>
        <w:t>178.1066</w:t>
      </w:r>
      <w:r>
        <w:tab/>
        <w:t>5.063e0</w:t>
      </w:r>
    </w:p>
    <w:p w:rsidR="007B2329" w:rsidRDefault="007B2329" w:rsidP="007B2329">
      <w:r>
        <w:t>178.1195</w:t>
      </w:r>
      <w:r>
        <w:tab/>
        <w:t>1.013e0</w:t>
      </w:r>
    </w:p>
    <w:p w:rsidR="007B2329" w:rsidRDefault="007B2329" w:rsidP="007B2329">
      <w:r>
        <w:t>178.1227</w:t>
      </w:r>
      <w:r>
        <w:tab/>
        <w:t>1.051e0</w:t>
      </w:r>
    </w:p>
    <w:p w:rsidR="007B2329" w:rsidRDefault="007B2329" w:rsidP="007B2329">
      <w:r>
        <w:t>178.1409</w:t>
      </w:r>
      <w:r>
        <w:tab/>
        <w:t>2.025e0</w:t>
      </w:r>
    </w:p>
    <w:p w:rsidR="007B2329" w:rsidRDefault="007B2329" w:rsidP="007B2329">
      <w:r>
        <w:t>178.1479</w:t>
      </w:r>
      <w:r>
        <w:tab/>
        <w:t>2.025e0</w:t>
      </w:r>
    </w:p>
    <w:p w:rsidR="007B2329" w:rsidRDefault="007B2329" w:rsidP="007B2329">
      <w:r>
        <w:t>178.1583</w:t>
      </w:r>
      <w:r>
        <w:tab/>
        <w:t>1.013e0</w:t>
      </w:r>
    </w:p>
    <w:p w:rsidR="007B2329" w:rsidRDefault="007B2329" w:rsidP="007B2329">
      <w:r>
        <w:t>178.1637</w:t>
      </w:r>
      <w:r>
        <w:tab/>
        <w:t>2.532e-2</w:t>
      </w:r>
    </w:p>
    <w:p w:rsidR="007B2329" w:rsidRDefault="007B2329" w:rsidP="007B2329">
      <w:r>
        <w:t>178.1670</w:t>
      </w:r>
      <w:r>
        <w:tab/>
        <w:t>2.025e0</w:t>
      </w:r>
    </w:p>
    <w:p w:rsidR="007B2329" w:rsidRDefault="007B2329" w:rsidP="007B2329">
      <w:r>
        <w:t>178.1688</w:t>
      </w:r>
      <w:r>
        <w:tab/>
        <w:t>1.038e0</w:t>
      </w:r>
    </w:p>
    <w:p w:rsidR="007B2329" w:rsidRDefault="007B2329" w:rsidP="007B2329">
      <w:r>
        <w:t>178.1861</w:t>
      </w:r>
      <w:r>
        <w:tab/>
        <w:t>1.025e0</w:t>
      </w:r>
    </w:p>
    <w:p w:rsidR="007B2329" w:rsidRDefault="007B2329" w:rsidP="007B2329">
      <w:r>
        <w:t>178.1932</w:t>
      </w:r>
      <w:r>
        <w:tab/>
        <w:t>1.013e0</w:t>
      </w:r>
    </w:p>
    <w:p w:rsidR="007B2329" w:rsidRDefault="007B2329" w:rsidP="007B2329">
      <w:r>
        <w:t>178.2146</w:t>
      </w:r>
      <w:r>
        <w:tab/>
        <w:t>1.013e0</w:t>
      </w:r>
    </w:p>
    <w:p w:rsidR="007B2329" w:rsidRDefault="007B2329" w:rsidP="007B2329">
      <w:r>
        <w:t>178.2253</w:t>
      </w:r>
      <w:r>
        <w:tab/>
        <w:t>3.038e0</w:t>
      </w:r>
    </w:p>
    <w:p w:rsidR="007B2329" w:rsidRDefault="007B2329" w:rsidP="007B2329">
      <w:r>
        <w:t>178.2289</w:t>
      </w:r>
      <w:r>
        <w:tab/>
        <w:t>2.025e0</w:t>
      </w:r>
    </w:p>
    <w:p w:rsidR="007B2329" w:rsidRDefault="007B2329" w:rsidP="007B2329">
      <w:r>
        <w:t>178.2396</w:t>
      </w:r>
      <w:r>
        <w:tab/>
        <w:t>1.013e0</w:t>
      </w:r>
    </w:p>
    <w:p w:rsidR="007B2329" w:rsidRDefault="007B2329" w:rsidP="007B2329">
      <w:r>
        <w:t>178.2467</w:t>
      </w:r>
      <w:r>
        <w:tab/>
        <w:t>1.013e0</w:t>
      </w:r>
    </w:p>
    <w:p w:rsidR="007B2329" w:rsidRDefault="007B2329" w:rsidP="007B2329">
      <w:r>
        <w:lastRenderedPageBreak/>
        <w:t>178.2574</w:t>
      </w:r>
      <w:r>
        <w:tab/>
        <w:t>2.025e0</w:t>
      </w:r>
    </w:p>
    <w:p w:rsidR="007B2329" w:rsidRDefault="007B2329" w:rsidP="007B2329">
      <w:r>
        <w:t>178.2788</w:t>
      </w:r>
      <w:r>
        <w:tab/>
        <w:t>2.025e0</w:t>
      </w:r>
    </w:p>
    <w:p w:rsidR="007B2329" w:rsidRDefault="007B2329" w:rsidP="007B2329">
      <w:r>
        <w:t>178.2814</w:t>
      </w:r>
      <w:r>
        <w:tab/>
        <w:t>5.063e0</w:t>
      </w:r>
    </w:p>
    <w:p w:rsidR="007B2329" w:rsidRDefault="007B2329" w:rsidP="007B2329">
      <w:r>
        <w:t>178.2860</w:t>
      </w:r>
      <w:r>
        <w:tab/>
        <w:t>1.266e-2</w:t>
      </w:r>
    </w:p>
    <w:p w:rsidR="007B2329" w:rsidRDefault="007B2329" w:rsidP="007B2329">
      <w:r>
        <w:t>178.2967</w:t>
      </w:r>
      <w:r>
        <w:tab/>
        <w:t>1.013e0</w:t>
      </w:r>
    </w:p>
    <w:p w:rsidR="007B2329" w:rsidRDefault="007B2329" w:rsidP="007B2329">
      <w:r>
        <w:t>178.3003</w:t>
      </w:r>
      <w:r>
        <w:tab/>
        <w:t>1.013e0</w:t>
      </w:r>
    </w:p>
    <w:p w:rsidR="007B2329" w:rsidRDefault="007B2329" w:rsidP="007B2329">
      <w:r>
        <w:t>178.3218</w:t>
      </w:r>
      <w:r>
        <w:tab/>
        <w:t>1.013e0</w:t>
      </w:r>
    </w:p>
    <w:p w:rsidR="007B2329" w:rsidRDefault="007B2329" w:rsidP="007B2329">
      <w:r>
        <w:t>178.3271</w:t>
      </w:r>
      <w:r>
        <w:tab/>
        <w:t>2.025e0</w:t>
      </w:r>
    </w:p>
    <w:p w:rsidR="007B2329" w:rsidRDefault="007B2329" w:rsidP="007B2329">
      <w:r>
        <w:t>178.3431</w:t>
      </w:r>
      <w:r>
        <w:tab/>
        <w:t>1.013e0</w:t>
      </w:r>
    </w:p>
    <w:p w:rsidR="007B2329" w:rsidRDefault="007B2329" w:rsidP="007B2329">
      <w:r>
        <w:t>178.3501</w:t>
      </w:r>
      <w:r>
        <w:tab/>
        <w:t>1.013e0</w:t>
      </w:r>
    </w:p>
    <w:p w:rsidR="007B2329" w:rsidRDefault="007B2329" w:rsidP="007B2329">
      <w:r>
        <w:t>178.3571</w:t>
      </w:r>
      <w:r>
        <w:tab/>
        <w:t>1.013e0</w:t>
      </w:r>
    </w:p>
    <w:p w:rsidR="007B2329" w:rsidRDefault="007B2329" w:rsidP="007B2329">
      <w:r>
        <w:t>178.3658</w:t>
      </w:r>
      <w:r>
        <w:tab/>
        <w:t>5.076e0</w:t>
      </w:r>
    </w:p>
    <w:p w:rsidR="007B2329" w:rsidRDefault="007B2329" w:rsidP="007B2329">
      <w:r>
        <w:t>178.3710</w:t>
      </w:r>
      <w:r>
        <w:tab/>
        <w:t>1.013e0</w:t>
      </w:r>
    </w:p>
    <w:p w:rsidR="007B2329" w:rsidRDefault="007B2329" w:rsidP="007B2329">
      <w:r>
        <w:t>178.3746</w:t>
      </w:r>
      <w:r>
        <w:tab/>
        <w:t>1.013e0</w:t>
      </w:r>
    </w:p>
    <w:p w:rsidR="007B2329" w:rsidRDefault="007B2329" w:rsidP="007B2329">
      <w:r>
        <w:t>178.3851</w:t>
      </w:r>
      <w:r>
        <w:tab/>
        <w:t>1.013e0</w:t>
      </w:r>
    </w:p>
    <w:p w:rsidR="007B2329" w:rsidRDefault="007B2329" w:rsidP="007B2329">
      <w:r>
        <w:t>178.3885</w:t>
      </w:r>
      <w:r>
        <w:tab/>
        <w:t>1.013e0</w:t>
      </w:r>
    </w:p>
    <w:p w:rsidR="007B2329" w:rsidRDefault="007B2329" w:rsidP="007B2329">
      <w:r>
        <w:t>178.3916</w:t>
      </w:r>
      <w:r>
        <w:tab/>
        <w:t>2.025e0</w:t>
      </w:r>
    </w:p>
    <w:p w:rsidR="007B2329" w:rsidRDefault="007B2329" w:rsidP="007B2329">
      <w:r>
        <w:t>178.3955</w:t>
      </w:r>
      <w:r>
        <w:tab/>
        <w:t>1.013e0</w:t>
      </w:r>
    </w:p>
    <w:p w:rsidR="007B2329" w:rsidRDefault="007B2329" w:rsidP="007B2329">
      <w:r>
        <w:t>178.4061</w:t>
      </w:r>
      <w:r>
        <w:tab/>
        <w:t>1.013e0</w:t>
      </w:r>
    </w:p>
    <w:p w:rsidR="007B2329" w:rsidRDefault="007B2329" w:rsidP="007B2329">
      <w:r>
        <w:lastRenderedPageBreak/>
        <w:t>178.4094</w:t>
      </w:r>
      <w:r>
        <w:tab/>
        <w:t>3.795e0</w:t>
      </w:r>
    </w:p>
    <w:p w:rsidR="007B2329" w:rsidRDefault="007B2329" w:rsidP="007B2329">
      <w:r>
        <w:t>178.4204</w:t>
      </w:r>
      <w:r>
        <w:tab/>
        <w:t>1.013e0</w:t>
      </w:r>
    </w:p>
    <w:p w:rsidR="007B2329" w:rsidRDefault="007B2329" w:rsidP="007B2329">
      <w:r>
        <w:t>178.4258</w:t>
      </w:r>
      <w:r>
        <w:tab/>
        <w:t>2.025e0</w:t>
      </w:r>
    </w:p>
    <w:p w:rsidR="007B2329" w:rsidRDefault="007B2329" w:rsidP="007B2329">
      <w:r>
        <w:t>178.4455</w:t>
      </w:r>
      <w:r>
        <w:tab/>
        <w:t>3.038e0</w:t>
      </w:r>
    </w:p>
    <w:p w:rsidR="007B2329" w:rsidRDefault="007B2329" w:rsidP="007B2329">
      <w:r>
        <w:t>178.4472</w:t>
      </w:r>
      <w:r>
        <w:tab/>
        <w:t>2.532e-2</w:t>
      </w:r>
    </w:p>
    <w:p w:rsidR="007B2329" w:rsidRDefault="007B2329" w:rsidP="007B2329">
      <w:r>
        <w:t>178.4562</w:t>
      </w:r>
      <w:r>
        <w:tab/>
        <w:t>1.013e0</w:t>
      </w:r>
    </w:p>
    <w:p w:rsidR="007B2329" w:rsidRDefault="007B2329" w:rsidP="007B2329">
      <w:r>
        <w:t>178.4776</w:t>
      </w:r>
      <w:r>
        <w:tab/>
        <w:t>2.025e0</w:t>
      </w:r>
    </w:p>
    <w:p w:rsidR="007B2329" w:rsidRDefault="007B2329" w:rsidP="007B2329">
      <w:r>
        <w:t>178.4847</w:t>
      </w:r>
      <w:r>
        <w:tab/>
        <w:t>1.013e0</w:t>
      </w:r>
    </w:p>
    <w:p w:rsidR="007B2329" w:rsidRDefault="007B2329" w:rsidP="007B2329">
      <w:r>
        <w:t>178.4937</w:t>
      </w:r>
      <w:r>
        <w:tab/>
        <w:t>2.025e0</w:t>
      </w:r>
    </w:p>
    <w:p w:rsidR="007B2329" w:rsidRDefault="007B2329" w:rsidP="007B2329">
      <w:r>
        <w:t>178.4955</w:t>
      </w:r>
      <w:r>
        <w:tab/>
        <w:t>1.013e0</w:t>
      </w:r>
    </w:p>
    <w:p w:rsidR="007B2329" w:rsidRDefault="007B2329" w:rsidP="007B2329">
      <w:r>
        <w:t>178.5026</w:t>
      </w:r>
      <w:r>
        <w:tab/>
        <w:t>3.038e0</w:t>
      </w:r>
    </w:p>
    <w:p w:rsidR="007B2329" w:rsidRDefault="007B2329" w:rsidP="007B2329">
      <w:r>
        <w:t>178.5098</w:t>
      </w:r>
      <w:r>
        <w:tab/>
        <w:t>1.013e0</w:t>
      </w:r>
    </w:p>
    <w:p w:rsidR="007B2329" w:rsidRDefault="007B2329" w:rsidP="007B2329">
      <w:r>
        <w:t>178.5133</w:t>
      </w:r>
      <w:r>
        <w:tab/>
        <w:t>1.013e0</w:t>
      </w:r>
    </w:p>
    <w:p w:rsidR="007B2329" w:rsidRDefault="007B2329" w:rsidP="007B2329">
      <w:r>
        <w:t>178.5313</w:t>
      </w:r>
      <w:r>
        <w:tab/>
        <w:t>1.013e0</w:t>
      </w:r>
    </w:p>
    <w:p w:rsidR="007B2329" w:rsidRDefault="007B2329" w:rsidP="007B2329">
      <w:r>
        <w:t>178.5506</w:t>
      </w:r>
      <w:r>
        <w:tab/>
        <w:t>4.076e0</w:t>
      </w:r>
    </w:p>
    <w:p w:rsidR="007B2329" w:rsidRDefault="007B2329" w:rsidP="007B2329">
      <w:r>
        <w:t>178.5630</w:t>
      </w:r>
      <w:r>
        <w:tab/>
        <w:t>1.266e-2</w:t>
      </w:r>
    </w:p>
    <w:p w:rsidR="007B2329" w:rsidRDefault="007B2329" w:rsidP="007B2329">
      <w:r>
        <w:t>178.5665</w:t>
      </w:r>
      <w:r>
        <w:tab/>
        <w:t>2.025e0</w:t>
      </w:r>
    </w:p>
    <w:p w:rsidR="007B2329" w:rsidRDefault="007B2329" w:rsidP="007B2329">
      <w:r>
        <w:t>178.5840</w:t>
      </w:r>
      <w:r>
        <w:tab/>
        <w:t>2.025e0</w:t>
      </w:r>
    </w:p>
    <w:p w:rsidR="007B2329" w:rsidRDefault="007B2329" w:rsidP="007B2329">
      <w:r>
        <w:t>178.6155</w:t>
      </w:r>
      <w:r>
        <w:tab/>
        <w:t>2.025e0</w:t>
      </w:r>
    </w:p>
    <w:p w:rsidR="007B2329" w:rsidRDefault="007B2329" w:rsidP="007B2329">
      <w:r>
        <w:lastRenderedPageBreak/>
        <w:t>178.6192</w:t>
      </w:r>
      <w:r>
        <w:tab/>
        <w:t>1.013e0</w:t>
      </w:r>
    </w:p>
    <w:p w:rsidR="007B2329" w:rsidRDefault="007B2329" w:rsidP="007B2329">
      <w:r>
        <w:t>178.6353</w:t>
      </w:r>
      <w:r>
        <w:tab/>
        <w:t>2.025e0</w:t>
      </w:r>
    </w:p>
    <w:p w:rsidR="007B2329" w:rsidRDefault="007B2329" w:rsidP="007B2329">
      <w:r>
        <w:t>178.6371</w:t>
      </w:r>
      <w:r>
        <w:tab/>
        <w:t>2.025e0</w:t>
      </w:r>
    </w:p>
    <w:p w:rsidR="007B2329" w:rsidRDefault="007B2329" w:rsidP="007B2329">
      <w:r>
        <w:t>178.6479</w:t>
      </w:r>
      <w:r>
        <w:tab/>
        <w:t>1.013e0</w:t>
      </w:r>
    </w:p>
    <w:p w:rsidR="007B2329" w:rsidRDefault="007B2329" w:rsidP="007B2329">
      <w:r>
        <w:t>178.6586</w:t>
      </w:r>
      <w:r>
        <w:tab/>
        <w:t>2.025e0</w:t>
      </w:r>
    </w:p>
    <w:p w:rsidR="007B2329" w:rsidRDefault="007B2329" w:rsidP="007B2329">
      <w:r>
        <w:t>178.6657</w:t>
      </w:r>
      <w:r>
        <w:tab/>
        <w:t>4.051e0</w:t>
      </w:r>
    </w:p>
    <w:p w:rsidR="007B2329" w:rsidRDefault="007B2329" w:rsidP="007B2329">
      <w:r>
        <w:t>178.6675</w:t>
      </w:r>
      <w:r>
        <w:tab/>
        <w:t>1.025e0</w:t>
      </w:r>
    </w:p>
    <w:p w:rsidR="007B2329" w:rsidRDefault="007B2329" w:rsidP="007B2329">
      <w:r>
        <w:t>178.6765</w:t>
      </w:r>
      <w:r>
        <w:tab/>
        <w:t>1.013e0</w:t>
      </w:r>
    </w:p>
    <w:p w:rsidR="007B2329" w:rsidRDefault="007B2329" w:rsidP="007B2329">
      <w:r>
        <w:t>178.6907</w:t>
      </w:r>
      <w:r>
        <w:tab/>
        <w:t>1.013e0</w:t>
      </w:r>
    </w:p>
    <w:p w:rsidR="007B2329" w:rsidRDefault="007B2329" w:rsidP="007B2329">
      <w:r>
        <w:t>178.6925</w:t>
      </w:r>
      <w:r>
        <w:tab/>
        <w:t>1.025e0</w:t>
      </w:r>
    </w:p>
    <w:p w:rsidR="007B2329" w:rsidRDefault="007B2329" w:rsidP="007B2329">
      <w:r>
        <w:t>178.6943</w:t>
      </w:r>
      <w:r>
        <w:tab/>
        <w:t>1.013e0</w:t>
      </w:r>
    </w:p>
    <w:p w:rsidR="007B2329" w:rsidRDefault="007B2329" w:rsidP="007B2329">
      <w:r>
        <w:t>178.6979</w:t>
      </w:r>
      <w:r>
        <w:tab/>
        <w:t>2.025e0</w:t>
      </w:r>
    </w:p>
    <w:p w:rsidR="007B2329" w:rsidRDefault="007B2329" w:rsidP="007B2329">
      <w:r>
        <w:t>178.7211</w:t>
      </w:r>
      <w:r>
        <w:tab/>
        <w:t>2.025e0</w:t>
      </w:r>
    </w:p>
    <w:p w:rsidR="007B2329" w:rsidRDefault="007B2329" w:rsidP="007B2329">
      <w:r>
        <w:t>178.7229</w:t>
      </w:r>
      <w:r>
        <w:tab/>
        <w:t>2.025e0</w:t>
      </w:r>
    </w:p>
    <w:p w:rsidR="007B2329" w:rsidRDefault="007B2329" w:rsidP="007B2329">
      <w:r>
        <w:t>178.7445</w:t>
      </w:r>
      <w:r>
        <w:tab/>
        <w:t>1.013e0</w:t>
      </w:r>
    </w:p>
    <w:p w:rsidR="007B2329" w:rsidRDefault="007B2329" w:rsidP="007B2329">
      <w:r>
        <w:t>178.7480</w:t>
      </w:r>
      <w:r>
        <w:tab/>
        <w:t>1.013e0</w:t>
      </w:r>
    </w:p>
    <w:p w:rsidR="007B2329" w:rsidRDefault="007B2329" w:rsidP="007B2329">
      <w:r>
        <w:t>178.7524</w:t>
      </w:r>
      <w:r>
        <w:tab/>
        <w:t>5.063e0</w:t>
      </w:r>
    </w:p>
    <w:p w:rsidR="007B2329" w:rsidRDefault="007B2329" w:rsidP="007B2329">
      <w:r>
        <w:t>178.7657</w:t>
      </w:r>
      <w:r>
        <w:tab/>
        <w:t>1.013e0</w:t>
      </w:r>
    </w:p>
    <w:p w:rsidR="007B2329" w:rsidRDefault="007B2329" w:rsidP="007B2329">
      <w:r>
        <w:t>178.7695</w:t>
      </w:r>
      <w:r>
        <w:tab/>
        <w:t>2.025e0</w:t>
      </w:r>
    </w:p>
    <w:p w:rsidR="007B2329" w:rsidRDefault="007B2329" w:rsidP="007B2329">
      <w:r>
        <w:lastRenderedPageBreak/>
        <w:t>178.7797</w:t>
      </w:r>
      <w:r>
        <w:tab/>
        <w:t>2.025e0</w:t>
      </w:r>
    </w:p>
    <w:p w:rsidR="007B2329" w:rsidRDefault="007B2329" w:rsidP="007B2329">
      <w:r>
        <w:t>178.7867</w:t>
      </w:r>
      <w:r>
        <w:tab/>
        <w:t>2.025e0</w:t>
      </w:r>
    </w:p>
    <w:p w:rsidR="007B2329" w:rsidRDefault="007B2329" w:rsidP="007B2329">
      <w:r>
        <w:t>178.7901</w:t>
      </w:r>
      <w:r>
        <w:tab/>
        <w:t>1.013e0</w:t>
      </w:r>
    </w:p>
    <w:p w:rsidR="007B2329" w:rsidRDefault="007B2329" w:rsidP="007B2329">
      <w:r>
        <w:t>178.8060</w:t>
      </w:r>
      <w:r>
        <w:tab/>
        <w:t>2.025e0</w:t>
      </w:r>
    </w:p>
    <w:p w:rsidR="007B2329" w:rsidRDefault="007B2329" w:rsidP="007B2329">
      <w:r>
        <w:t>178.8076</w:t>
      </w:r>
      <w:r>
        <w:tab/>
        <w:t>1.013e0</w:t>
      </w:r>
    </w:p>
    <w:p w:rsidR="007B2329" w:rsidRDefault="007B2329" w:rsidP="007B2329">
      <w:r>
        <w:t>178.8216</w:t>
      </w:r>
      <w:r>
        <w:tab/>
        <w:t>1.013e0</w:t>
      </w:r>
    </w:p>
    <w:p w:rsidR="007B2329" w:rsidRDefault="007B2329" w:rsidP="007B2329">
      <w:r>
        <w:t>178.8251</w:t>
      </w:r>
      <w:r>
        <w:tab/>
        <w:t>2.025e0</w:t>
      </w:r>
    </w:p>
    <w:p w:rsidR="007B2329" w:rsidRDefault="007B2329" w:rsidP="007B2329">
      <w:r>
        <w:t>178.8323</w:t>
      </w:r>
      <w:r>
        <w:tab/>
        <w:t>1.013e0</w:t>
      </w:r>
    </w:p>
    <w:p w:rsidR="007B2329" w:rsidRDefault="007B2329" w:rsidP="007B2329">
      <w:r>
        <w:t>178.8396</w:t>
      </w:r>
      <w:r>
        <w:tab/>
        <w:t>1.013e0</w:t>
      </w:r>
    </w:p>
    <w:p w:rsidR="007B2329" w:rsidRDefault="007B2329" w:rsidP="007B2329">
      <w:r>
        <w:t>178.8539</w:t>
      </w:r>
      <w:r>
        <w:tab/>
        <w:t>4.051e0</w:t>
      </w:r>
    </w:p>
    <w:p w:rsidR="007B2329" w:rsidRDefault="007B2329" w:rsidP="007B2329">
      <w:r>
        <w:t>178.8554</w:t>
      </w:r>
      <w:r>
        <w:tab/>
        <w:t>2.038e0</w:t>
      </w:r>
    </w:p>
    <w:p w:rsidR="007B2329" w:rsidRDefault="007B2329" w:rsidP="007B2329">
      <w:r>
        <w:t>178.8628</w:t>
      </w:r>
      <w:r>
        <w:tab/>
        <w:t>2.025e0</w:t>
      </w:r>
    </w:p>
    <w:p w:rsidR="007B2329" w:rsidRDefault="007B2329" w:rsidP="007B2329">
      <w:r>
        <w:t>178.8647</w:t>
      </w:r>
      <w:r>
        <w:tab/>
        <w:t>1.013e0</w:t>
      </w:r>
    </w:p>
    <w:p w:rsidR="007B2329" w:rsidRDefault="007B2329" w:rsidP="007B2329">
      <w:r>
        <w:t>178.8682</w:t>
      </w:r>
      <w:r>
        <w:tab/>
        <w:t>2.025e0</w:t>
      </w:r>
    </w:p>
    <w:p w:rsidR="007B2329" w:rsidRDefault="007B2329" w:rsidP="007B2329">
      <w:r>
        <w:t>178.8789</w:t>
      </w:r>
      <w:r>
        <w:tab/>
        <w:t>1.013e0</w:t>
      </w:r>
    </w:p>
    <w:p w:rsidR="007B2329" w:rsidRDefault="007B2329" w:rsidP="007B2329">
      <w:r>
        <w:t>178.8932</w:t>
      </w:r>
      <w:r>
        <w:tab/>
        <w:t>2.025e0</w:t>
      </w:r>
    </w:p>
    <w:p w:rsidR="007B2329" w:rsidRDefault="007B2329" w:rsidP="007B2329">
      <w:r>
        <w:t>178.9003</w:t>
      </w:r>
      <w:r>
        <w:tab/>
        <w:t>2.025e0</w:t>
      </w:r>
    </w:p>
    <w:p w:rsidR="007B2329" w:rsidRDefault="007B2329" w:rsidP="007B2329">
      <w:r>
        <w:t>178.9111</w:t>
      </w:r>
      <w:r>
        <w:tab/>
        <w:t>1.013e0</w:t>
      </w:r>
    </w:p>
    <w:p w:rsidR="007B2329" w:rsidRDefault="007B2329" w:rsidP="007B2329">
      <w:r>
        <w:t>178.9289</w:t>
      </w:r>
      <w:r>
        <w:tab/>
        <w:t>1.013e0</w:t>
      </w:r>
    </w:p>
    <w:p w:rsidR="007B2329" w:rsidRDefault="007B2329" w:rsidP="007B2329">
      <w:r>
        <w:lastRenderedPageBreak/>
        <w:t>178.9344</w:t>
      </w:r>
      <w:r>
        <w:tab/>
        <w:t>1.025e0</w:t>
      </w:r>
    </w:p>
    <w:p w:rsidR="007B2329" w:rsidRDefault="007B2329" w:rsidP="007B2329">
      <w:r>
        <w:t>178.9361</w:t>
      </w:r>
      <w:r>
        <w:tab/>
        <w:t>2.025e0</w:t>
      </w:r>
    </w:p>
    <w:p w:rsidR="007B2329" w:rsidRDefault="007B2329" w:rsidP="007B2329">
      <w:r>
        <w:t>178.9469</w:t>
      </w:r>
      <w:r>
        <w:tab/>
        <w:t>2.025e0</w:t>
      </w:r>
    </w:p>
    <w:p w:rsidR="007B2329" w:rsidRDefault="007B2329" w:rsidP="007B2329">
      <w:r>
        <w:t>178.9497</w:t>
      </w:r>
      <w:r>
        <w:tab/>
        <w:t>3.038e0</w:t>
      </w:r>
    </w:p>
    <w:p w:rsidR="007B2329" w:rsidRDefault="007B2329" w:rsidP="007B2329">
      <w:r>
        <w:t>178.9523</w:t>
      </w:r>
      <w:r>
        <w:tab/>
        <w:t>4.051e0</w:t>
      </w:r>
    </w:p>
    <w:p w:rsidR="007B2329" w:rsidRDefault="007B2329" w:rsidP="007B2329">
      <w:r>
        <w:t>178.9540</w:t>
      </w:r>
      <w:r>
        <w:tab/>
        <w:t>1.013e0</w:t>
      </w:r>
    </w:p>
    <w:p w:rsidR="007B2329" w:rsidRDefault="007B2329" w:rsidP="007B2329">
      <w:r>
        <w:t>178.9684</w:t>
      </w:r>
      <w:r>
        <w:tab/>
        <w:t>1.013e0</w:t>
      </w:r>
    </w:p>
    <w:p w:rsidR="007B2329" w:rsidRDefault="007B2329" w:rsidP="007B2329">
      <w:r>
        <w:t>178.9809</w:t>
      </w:r>
      <w:r>
        <w:tab/>
        <w:t>2.025e0</w:t>
      </w:r>
    </w:p>
    <w:p w:rsidR="007B2329" w:rsidRDefault="007B2329" w:rsidP="007B2329">
      <w:r>
        <w:t>178.9895</w:t>
      </w:r>
      <w:r>
        <w:tab/>
        <w:t>1.013e0</w:t>
      </w:r>
    </w:p>
    <w:p w:rsidR="007B2329" w:rsidRDefault="007B2329" w:rsidP="007B2329">
      <w:r>
        <w:t>179.0052</w:t>
      </w:r>
      <w:r>
        <w:tab/>
        <w:t>2.025e0</w:t>
      </w:r>
    </w:p>
    <w:p w:rsidR="007B2329" w:rsidRDefault="007B2329" w:rsidP="007B2329">
      <w:r>
        <w:t>179.0070</w:t>
      </w:r>
      <w:r>
        <w:tab/>
        <w:t>4.051e0</w:t>
      </w:r>
    </w:p>
    <w:p w:rsidR="007B2329" w:rsidRDefault="007B2329" w:rsidP="007B2329">
      <w:r>
        <w:t>179.0098</w:t>
      </w:r>
      <w:r>
        <w:tab/>
        <w:t>3.038e0</w:t>
      </w:r>
    </w:p>
    <w:p w:rsidR="007B2329" w:rsidRDefault="007B2329" w:rsidP="007B2329">
      <w:r>
        <w:t>179.0122</w:t>
      </w:r>
      <w:r>
        <w:tab/>
        <w:t>2.532e-2</w:t>
      </w:r>
    </w:p>
    <w:p w:rsidR="007B2329" w:rsidRDefault="007B2329" w:rsidP="007B2329">
      <w:r>
        <w:t>179.0140</w:t>
      </w:r>
      <w:r>
        <w:tab/>
        <w:t>2.025e0</w:t>
      </w:r>
    </w:p>
    <w:p w:rsidR="007B2329" w:rsidRDefault="007B2329" w:rsidP="007B2329">
      <w:r>
        <w:t>179.0154</w:t>
      </w:r>
      <w:r>
        <w:tab/>
        <w:t>2.076e0</w:t>
      </w:r>
    </w:p>
    <w:p w:rsidR="007B2329" w:rsidRDefault="007B2329" w:rsidP="007B2329">
      <w:r>
        <w:t>179.0201</w:t>
      </w:r>
      <w:r>
        <w:tab/>
        <w:t>7.177e0</w:t>
      </w:r>
    </w:p>
    <w:p w:rsidR="007B2329" w:rsidRDefault="007B2329" w:rsidP="007B2329">
      <w:r>
        <w:t>179.0267</w:t>
      </w:r>
      <w:r>
        <w:tab/>
        <w:t>4.051e0</w:t>
      </w:r>
    </w:p>
    <w:p w:rsidR="007B2329" w:rsidRDefault="007B2329" w:rsidP="007B2329">
      <w:r>
        <w:t>179.0330</w:t>
      </w:r>
      <w:r>
        <w:tab/>
        <w:t>2.025e0</w:t>
      </w:r>
    </w:p>
    <w:p w:rsidR="007B2329" w:rsidRDefault="007B2329" w:rsidP="007B2329">
      <w:r>
        <w:t>179.0439</w:t>
      </w:r>
      <w:r>
        <w:tab/>
        <w:t>2.025e0</w:t>
      </w:r>
    </w:p>
    <w:p w:rsidR="007B2329" w:rsidRDefault="007B2329" w:rsidP="007B2329">
      <w:r>
        <w:lastRenderedPageBreak/>
        <w:t>179.0456</w:t>
      </w:r>
      <w:r>
        <w:tab/>
        <w:t>1.013e0</w:t>
      </w:r>
    </w:p>
    <w:p w:rsidR="007B2329" w:rsidRDefault="007B2329" w:rsidP="007B2329">
      <w:r>
        <w:t>179.0564</w:t>
      </w:r>
      <w:r>
        <w:tab/>
        <w:t>2.025e0</w:t>
      </w:r>
    </w:p>
    <w:p w:rsidR="007B2329" w:rsidRDefault="007B2329" w:rsidP="007B2329">
      <w:r>
        <w:t>179.0583</w:t>
      </w:r>
      <w:r>
        <w:tab/>
        <w:t>8.101e0</w:t>
      </w:r>
    </w:p>
    <w:p w:rsidR="007B2329" w:rsidRDefault="007B2329" w:rsidP="007B2329">
      <w:r>
        <w:t>179.0752</w:t>
      </w:r>
      <w:r>
        <w:tab/>
        <w:t>3.038e0</w:t>
      </w:r>
    </w:p>
    <w:p w:rsidR="007B2329" w:rsidRDefault="007B2329" w:rsidP="007B2329">
      <w:r>
        <w:t>179.0833</w:t>
      </w:r>
      <w:r>
        <w:tab/>
        <w:t>8.281e0</w:t>
      </w:r>
    </w:p>
    <w:p w:rsidR="007B2329" w:rsidRDefault="007B2329" w:rsidP="007B2329">
      <w:r>
        <w:t>179.0858</w:t>
      </w:r>
      <w:r>
        <w:tab/>
        <w:t>3.934e-1</w:t>
      </w:r>
    </w:p>
    <w:p w:rsidR="007B2329" w:rsidRDefault="007B2329" w:rsidP="007B2329">
      <w:r>
        <w:t>179.0869</w:t>
      </w:r>
      <w:r>
        <w:tab/>
        <w:t>4.051e0</w:t>
      </w:r>
    </w:p>
    <w:p w:rsidR="007B2329" w:rsidRDefault="007B2329" w:rsidP="007B2329">
      <w:r>
        <w:t>179.0911</w:t>
      </w:r>
      <w:r>
        <w:tab/>
        <w:t>1.171e1</w:t>
      </w:r>
    </w:p>
    <w:p w:rsidR="007B2329" w:rsidRDefault="007B2329" w:rsidP="007B2329">
      <w:r>
        <w:t>179.0943</w:t>
      </w:r>
      <w:r>
        <w:tab/>
        <w:t>7.755e0</w:t>
      </w:r>
    </w:p>
    <w:p w:rsidR="007B2329" w:rsidRDefault="007B2329" w:rsidP="007B2329">
      <w:r>
        <w:t>179.1075</w:t>
      </w:r>
      <w:r>
        <w:tab/>
        <w:t>3.038e0</w:t>
      </w:r>
    </w:p>
    <w:p w:rsidR="007B2329" w:rsidRDefault="007B2329" w:rsidP="007B2329">
      <w:r>
        <w:t>179.1106</w:t>
      </w:r>
      <w:r>
        <w:tab/>
        <w:t>6.076e0</w:t>
      </w:r>
    </w:p>
    <w:p w:rsidR="007B2329" w:rsidRDefault="007B2329" w:rsidP="007B2329">
      <w:r>
        <w:t>179.1172</w:t>
      </w:r>
      <w:r>
        <w:tab/>
        <w:t>1.013e0</w:t>
      </w:r>
    </w:p>
    <w:p w:rsidR="007B2329" w:rsidRDefault="007B2329" w:rsidP="007B2329">
      <w:r>
        <w:t>179.1315</w:t>
      </w:r>
      <w:r>
        <w:tab/>
        <w:t>1.013e0</w:t>
      </w:r>
    </w:p>
    <w:p w:rsidR="007B2329" w:rsidRDefault="007B2329" w:rsidP="007B2329">
      <w:r>
        <w:t>179.1334</w:t>
      </w:r>
      <w:r>
        <w:tab/>
        <w:t>1.025e0</w:t>
      </w:r>
    </w:p>
    <w:p w:rsidR="007B2329" w:rsidRDefault="007B2329" w:rsidP="007B2329">
      <w:r>
        <w:t>179.1387</w:t>
      </w:r>
      <w:r>
        <w:tab/>
        <w:t>1.013e0</w:t>
      </w:r>
    </w:p>
    <w:p w:rsidR="007B2329" w:rsidRDefault="007B2329" w:rsidP="007B2329">
      <w:r>
        <w:t>179.1423</w:t>
      </w:r>
      <w:r>
        <w:tab/>
        <w:t>1.013e0</w:t>
      </w:r>
    </w:p>
    <w:p w:rsidR="007B2329" w:rsidRDefault="007B2329" w:rsidP="007B2329">
      <w:r>
        <w:t>179.1477</w:t>
      </w:r>
      <w:r>
        <w:tab/>
        <w:t>1.025e0</w:t>
      </w:r>
    </w:p>
    <w:p w:rsidR="007B2329" w:rsidRDefault="007B2329" w:rsidP="007B2329">
      <w:r>
        <w:t>179.1530</w:t>
      </w:r>
      <w:r>
        <w:tab/>
        <w:t>1.013e0</w:t>
      </w:r>
    </w:p>
    <w:p w:rsidR="007B2329" w:rsidRDefault="007B2329" w:rsidP="007B2329">
      <w:r>
        <w:t>179.1602</w:t>
      </w:r>
      <w:r>
        <w:tab/>
        <w:t>1.013e0</w:t>
      </w:r>
    </w:p>
    <w:p w:rsidR="007B2329" w:rsidRDefault="007B2329" w:rsidP="007B2329">
      <w:r>
        <w:lastRenderedPageBreak/>
        <w:t>179.1638</w:t>
      </w:r>
      <w:r>
        <w:tab/>
        <w:t>1.013e0</w:t>
      </w:r>
    </w:p>
    <w:p w:rsidR="007B2329" w:rsidRDefault="007B2329" w:rsidP="007B2329">
      <w:r>
        <w:t>179.1674</w:t>
      </w:r>
      <w:r>
        <w:tab/>
        <w:t>1.013e0</w:t>
      </w:r>
    </w:p>
    <w:p w:rsidR="007B2329" w:rsidRDefault="007B2329" w:rsidP="007B2329">
      <w:r>
        <w:t>179.1817</w:t>
      </w:r>
      <w:r>
        <w:tab/>
        <w:t>2.025e0</w:t>
      </w:r>
    </w:p>
    <w:p w:rsidR="007B2329" w:rsidRDefault="007B2329" w:rsidP="007B2329">
      <w:r>
        <w:t>179.2066</w:t>
      </w:r>
      <w:r>
        <w:tab/>
        <w:t>2.025e0</w:t>
      </w:r>
    </w:p>
    <w:p w:rsidR="007B2329" w:rsidRDefault="007B2329" w:rsidP="007B2329">
      <w:r>
        <w:t>179.2100</w:t>
      </w:r>
      <w:r>
        <w:tab/>
        <w:t>1.013e0</w:t>
      </w:r>
    </w:p>
    <w:p w:rsidR="007B2329" w:rsidRDefault="007B2329" w:rsidP="007B2329">
      <w:r>
        <w:t>179.2188</w:t>
      </w:r>
      <w:r>
        <w:tab/>
        <w:t>2.025e0</w:t>
      </w:r>
    </w:p>
    <w:p w:rsidR="007B2329" w:rsidRDefault="007B2329" w:rsidP="007B2329">
      <w:r>
        <w:t>179.2240</w:t>
      </w:r>
      <w:r>
        <w:tab/>
        <w:t>1.013e0</w:t>
      </w:r>
    </w:p>
    <w:p w:rsidR="007B2329" w:rsidRDefault="007B2329" w:rsidP="007B2329">
      <w:r>
        <w:t>179.2310</w:t>
      </w:r>
      <w:r>
        <w:tab/>
        <w:t>1.013e0</w:t>
      </w:r>
    </w:p>
    <w:p w:rsidR="007B2329" w:rsidRDefault="007B2329" w:rsidP="007B2329">
      <w:r>
        <w:t>179.2451</w:t>
      </w:r>
      <w:r>
        <w:tab/>
        <w:t>1.013e0</w:t>
      </w:r>
    </w:p>
    <w:p w:rsidR="007B2329" w:rsidRDefault="007B2329" w:rsidP="007B2329">
      <w:r>
        <w:t>179.2485</w:t>
      </w:r>
      <w:r>
        <w:tab/>
        <w:t>2.025e0</w:t>
      </w:r>
    </w:p>
    <w:p w:rsidR="007B2329" w:rsidRDefault="007B2329" w:rsidP="007B2329">
      <w:r>
        <w:t>179.2520</w:t>
      </w:r>
      <w:r>
        <w:tab/>
        <w:t>3.038e0</w:t>
      </w:r>
    </w:p>
    <w:p w:rsidR="007B2329" w:rsidRDefault="007B2329" w:rsidP="007B2329">
      <w:r>
        <w:t>179.2591</w:t>
      </w:r>
      <w:r>
        <w:tab/>
        <w:t>1.013e0</w:t>
      </w:r>
    </w:p>
    <w:p w:rsidR="007B2329" w:rsidRDefault="007B2329" w:rsidP="007B2329">
      <w:r>
        <w:t>179.2752</w:t>
      </w:r>
      <w:r>
        <w:tab/>
        <w:t>2.025e0</w:t>
      </w:r>
    </w:p>
    <w:p w:rsidR="007B2329" w:rsidRDefault="007B2329" w:rsidP="007B2329">
      <w:r>
        <w:t>179.2769</w:t>
      </w:r>
      <w:r>
        <w:tab/>
        <w:t>1.013e0</w:t>
      </w:r>
    </w:p>
    <w:p w:rsidR="007B2329" w:rsidRDefault="007B2329" w:rsidP="007B2329">
      <w:r>
        <w:t>179.2950</w:t>
      </w:r>
      <w:r>
        <w:tab/>
        <w:t>1.013e0</w:t>
      </w:r>
    </w:p>
    <w:p w:rsidR="007B2329" w:rsidRDefault="007B2329" w:rsidP="007B2329">
      <w:r>
        <w:t>179.3128</w:t>
      </w:r>
      <w:r>
        <w:tab/>
        <w:t>1.266e-2</w:t>
      </w:r>
    </w:p>
    <w:p w:rsidR="007B2329" w:rsidRDefault="007B2329" w:rsidP="007B2329">
      <w:r>
        <w:t>179.3146</w:t>
      </w:r>
      <w:r>
        <w:tab/>
        <w:t>2.025e0</w:t>
      </w:r>
    </w:p>
    <w:p w:rsidR="007B2329" w:rsidRDefault="007B2329" w:rsidP="007B2329">
      <w:r>
        <w:t>179.3165</w:t>
      </w:r>
      <w:r>
        <w:tab/>
        <w:t>1.013e0</w:t>
      </w:r>
    </w:p>
    <w:p w:rsidR="007B2329" w:rsidRDefault="007B2329" w:rsidP="007B2329">
      <w:r>
        <w:t>179.3253</w:t>
      </w:r>
      <w:r>
        <w:tab/>
        <w:t>1.025e0</w:t>
      </w:r>
    </w:p>
    <w:p w:rsidR="007B2329" w:rsidRDefault="007B2329" w:rsidP="007B2329">
      <w:r>
        <w:lastRenderedPageBreak/>
        <w:t>179.3414</w:t>
      </w:r>
      <w:r>
        <w:tab/>
        <w:t>1.013e0</w:t>
      </w:r>
    </w:p>
    <w:p w:rsidR="007B2329" w:rsidRDefault="007B2329" w:rsidP="007B2329">
      <w:r>
        <w:t>179.3450</w:t>
      </w:r>
      <w:r>
        <w:tab/>
        <w:t>1.013e0</w:t>
      </w:r>
    </w:p>
    <w:p w:rsidR="007B2329" w:rsidRDefault="007B2329" w:rsidP="007B2329">
      <w:r>
        <w:t>179.3486</w:t>
      </w:r>
      <w:r>
        <w:tab/>
        <w:t>2.025e0</w:t>
      </w:r>
    </w:p>
    <w:p w:rsidR="007B2329" w:rsidRDefault="007B2329" w:rsidP="007B2329">
      <w:r>
        <w:t>179.3521</w:t>
      </w:r>
      <w:r>
        <w:tab/>
        <w:t>2.025e0</w:t>
      </w:r>
    </w:p>
    <w:p w:rsidR="007B2329" w:rsidRDefault="007B2329" w:rsidP="007B2329">
      <w:r>
        <w:t>179.3664</w:t>
      </w:r>
      <w:r>
        <w:tab/>
        <w:t>1.013e0</w:t>
      </w:r>
    </w:p>
    <w:p w:rsidR="007B2329" w:rsidRDefault="007B2329" w:rsidP="007B2329">
      <w:r>
        <w:t>179.3678</w:t>
      </w:r>
      <w:r>
        <w:tab/>
        <w:t>5.407e0</w:t>
      </w:r>
    </w:p>
    <w:p w:rsidR="007B2329" w:rsidRDefault="007B2329" w:rsidP="007B2329">
      <w:r>
        <w:t>179.3843</w:t>
      </w:r>
      <w:r>
        <w:tab/>
        <w:t>1.013e0</w:t>
      </w:r>
    </w:p>
    <w:p w:rsidR="007B2329" w:rsidRDefault="007B2329" w:rsidP="007B2329">
      <w:r>
        <w:t>179.3987</w:t>
      </w:r>
      <w:r>
        <w:tab/>
        <w:t>1.013e0</w:t>
      </w:r>
    </w:p>
    <w:p w:rsidR="007B2329" w:rsidRDefault="007B2329" w:rsidP="007B2329">
      <w:r>
        <w:t>179.4023</w:t>
      </w:r>
      <w:r>
        <w:tab/>
        <w:t>1.013e0</w:t>
      </w:r>
    </w:p>
    <w:p w:rsidR="007B2329" w:rsidRDefault="007B2329" w:rsidP="007B2329">
      <w:r>
        <w:t>179.4095</w:t>
      </w:r>
      <w:r>
        <w:tab/>
        <w:t>1.013e0</w:t>
      </w:r>
    </w:p>
    <w:p w:rsidR="007B2329" w:rsidRDefault="007B2329" w:rsidP="007B2329">
      <w:r>
        <w:t>179.4167</w:t>
      </w:r>
      <w:r>
        <w:tab/>
        <w:t>1.013e0</w:t>
      </w:r>
    </w:p>
    <w:p w:rsidR="007B2329" w:rsidRDefault="007B2329" w:rsidP="007B2329">
      <w:r>
        <w:t>179.4203</w:t>
      </w:r>
      <w:r>
        <w:tab/>
        <w:t>1.013e0</w:t>
      </w:r>
    </w:p>
    <w:p w:rsidR="007B2329" w:rsidRDefault="007B2329" w:rsidP="007B2329">
      <w:r>
        <w:t>179.4238</w:t>
      </w:r>
      <w:r>
        <w:tab/>
        <w:t>1.013e0</w:t>
      </w:r>
    </w:p>
    <w:p w:rsidR="007B2329" w:rsidRDefault="007B2329" w:rsidP="007B2329">
      <w:r>
        <w:t>179.4309</w:t>
      </w:r>
      <w:r>
        <w:tab/>
        <w:t>1.013e0</w:t>
      </w:r>
    </w:p>
    <w:p w:rsidR="007B2329" w:rsidRDefault="007B2329" w:rsidP="007B2329">
      <w:r>
        <w:t>179.4379</w:t>
      </w:r>
      <w:r>
        <w:tab/>
        <w:t>1.013e0</w:t>
      </w:r>
    </w:p>
    <w:p w:rsidR="007B2329" w:rsidRDefault="007B2329" w:rsidP="007B2329">
      <w:r>
        <w:t>179.4519</w:t>
      </w:r>
      <w:r>
        <w:tab/>
        <w:t>1.013e0</w:t>
      </w:r>
    </w:p>
    <w:p w:rsidR="007B2329" w:rsidRDefault="007B2329" w:rsidP="007B2329">
      <w:r>
        <w:t>179.4554</w:t>
      </w:r>
      <w:r>
        <w:tab/>
        <w:t>3.038e0</w:t>
      </w:r>
    </w:p>
    <w:p w:rsidR="007B2329" w:rsidRDefault="007B2329" w:rsidP="007B2329">
      <w:r>
        <w:t>179.4659</w:t>
      </w:r>
      <w:r>
        <w:tab/>
        <w:t>1.013e0</w:t>
      </w:r>
    </w:p>
    <w:p w:rsidR="007B2329" w:rsidRDefault="007B2329" w:rsidP="007B2329">
      <w:r>
        <w:t>179.4764</w:t>
      </w:r>
      <w:r>
        <w:tab/>
        <w:t>2.025e0</w:t>
      </w:r>
    </w:p>
    <w:p w:rsidR="007B2329" w:rsidRDefault="007B2329" w:rsidP="007B2329">
      <w:r>
        <w:lastRenderedPageBreak/>
        <w:t>179.4870</w:t>
      </w:r>
      <w:r>
        <w:tab/>
        <w:t>1.013e0</w:t>
      </w:r>
    </w:p>
    <w:p w:rsidR="007B2329" w:rsidRDefault="007B2329" w:rsidP="007B2329">
      <w:r>
        <w:t>179.4940</w:t>
      </w:r>
      <w:r>
        <w:tab/>
        <w:t>1.013e0</w:t>
      </w:r>
    </w:p>
    <w:p w:rsidR="007B2329" w:rsidRDefault="007B2329" w:rsidP="007B2329">
      <w:r>
        <w:t>179.4975</w:t>
      </w:r>
      <w:r>
        <w:tab/>
        <w:t>2.025e0</w:t>
      </w:r>
    </w:p>
    <w:p w:rsidR="007B2329" w:rsidRDefault="007B2329" w:rsidP="007B2329">
      <w:r>
        <w:t>179.5173</w:t>
      </w:r>
      <w:r>
        <w:tab/>
        <w:t>2.025e0</w:t>
      </w:r>
    </w:p>
    <w:p w:rsidR="007B2329" w:rsidRDefault="007B2329" w:rsidP="007B2329">
      <w:r>
        <w:t>179.5334</w:t>
      </w:r>
      <w:r>
        <w:tab/>
        <w:t>2.025e0</w:t>
      </w:r>
    </w:p>
    <w:p w:rsidR="007B2329" w:rsidRDefault="007B2329" w:rsidP="007B2329">
      <w:r>
        <w:t>179.5370</w:t>
      </w:r>
      <w:r>
        <w:tab/>
        <w:t>1.013e0</w:t>
      </w:r>
    </w:p>
    <w:p w:rsidR="007B2329" w:rsidRDefault="007B2329" w:rsidP="007B2329">
      <w:r>
        <w:t>179.5406</w:t>
      </w:r>
      <w:r>
        <w:tab/>
        <w:t>1.013e0</w:t>
      </w:r>
    </w:p>
    <w:p w:rsidR="007B2329" w:rsidRDefault="007B2329" w:rsidP="007B2329">
      <w:r>
        <w:t>179.5442</w:t>
      </w:r>
      <w:r>
        <w:tab/>
        <w:t>1.013e0</w:t>
      </w:r>
    </w:p>
    <w:p w:rsidR="007B2329" w:rsidRDefault="007B2329" w:rsidP="007B2329">
      <w:r>
        <w:t>179.5478</w:t>
      </w:r>
      <w:r>
        <w:tab/>
        <w:t>2.025e0</w:t>
      </w:r>
    </w:p>
    <w:p w:rsidR="007B2329" w:rsidRDefault="007B2329" w:rsidP="007B2329">
      <w:r>
        <w:t>179.5550</w:t>
      </w:r>
      <w:r>
        <w:tab/>
        <w:t>2.025e0</w:t>
      </w:r>
    </w:p>
    <w:p w:rsidR="007B2329" w:rsidRDefault="007B2329" w:rsidP="007B2329">
      <w:r>
        <w:t>179.5657</w:t>
      </w:r>
      <w:r>
        <w:tab/>
        <w:t>2.025e0</w:t>
      </w:r>
    </w:p>
    <w:p w:rsidR="007B2329" w:rsidRDefault="007B2329" w:rsidP="007B2329">
      <w:r>
        <w:t>179.5764</w:t>
      </w:r>
      <w:r>
        <w:tab/>
        <w:t>1.013e0</w:t>
      </w:r>
    </w:p>
    <w:p w:rsidR="007B2329" w:rsidRDefault="007B2329" w:rsidP="007B2329">
      <w:r>
        <w:t>179.5800</w:t>
      </w:r>
      <w:r>
        <w:tab/>
        <w:t>1.013e0</w:t>
      </w:r>
    </w:p>
    <w:p w:rsidR="007B2329" w:rsidRDefault="007B2329" w:rsidP="007B2329">
      <w:r>
        <w:t>179.5871</w:t>
      </w:r>
      <w:r>
        <w:tab/>
        <w:t>1.013e0</w:t>
      </w:r>
    </w:p>
    <w:p w:rsidR="007B2329" w:rsidRDefault="007B2329" w:rsidP="007B2329">
      <w:r>
        <w:t>179.5943</w:t>
      </w:r>
      <w:r>
        <w:tab/>
        <w:t>2.025e0</w:t>
      </w:r>
    </w:p>
    <w:p w:rsidR="007B2329" w:rsidRDefault="007B2329" w:rsidP="007B2329">
      <w:r>
        <w:t>179.5978</w:t>
      </w:r>
      <w:r>
        <w:tab/>
        <w:t>2.025e0</w:t>
      </w:r>
    </w:p>
    <w:p w:rsidR="007B2329" w:rsidRDefault="007B2329" w:rsidP="007B2329">
      <w:r>
        <w:t>179.6015</w:t>
      </w:r>
      <w:r>
        <w:tab/>
        <w:t>1.013e0</w:t>
      </w:r>
    </w:p>
    <w:p w:rsidR="007B2329" w:rsidRDefault="007B2329" w:rsidP="007B2329">
      <w:r>
        <w:t>179.6123</w:t>
      </w:r>
      <w:r>
        <w:tab/>
        <w:t>1.013e0</w:t>
      </w:r>
    </w:p>
    <w:p w:rsidR="007B2329" w:rsidRDefault="007B2329" w:rsidP="007B2329">
      <w:r>
        <w:t>179.6265</w:t>
      </w:r>
      <w:r>
        <w:tab/>
        <w:t>1.013e0</w:t>
      </w:r>
    </w:p>
    <w:p w:rsidR="007B2329" w:rsidRDefault="007B2329" w:rsidP="007B2329">
      <w:r>
        <w:lastRenderedPageBreak/>
        <w:t>179.6481</w:t>
      </w:r>
      <w:r>
        <w:tab/>
        <w:t>2.025e0</w:t>
      </w:r>
    </w:p>
    <w:p w:rsidR="007B2329" w:rsidRDefault="007B2329" w:rsidP="007B2329">
      <w:r>
        <w:t>179.6517</w:t>
      </w:r>
      <w:r>
        <w:tab/>
        <w:t>3.038e0</w:t>
      </w:r>
    </w:p>
    <w:p w:rsidR="007B2329" w:rsidRDefault="007B2329" w:rsidP="007B2329">
      <w:r>
        <w:t>179.6624</w:t>
      </w:r>
      <w:r>
        <w:tab/>
        <w:t>1.013e0</w:t>
      </w:r>
    </w:p>
    <w:p w:rsidR="007B2329" w:rsidRDefault="007B2329" w:rsidP="007B2329">
      <w:r>
        <w:t>179.6660</w:t>
      </w:r>
      <w:r>
        <w:tab/>
        <w:t>1.013e0</w:t>
      </w:r>
    </w:p>
    <w:p w:rsidR="007B2329" w:rsidRDefault="007B2329" w:rsidP="007B2329">
      <w:r>
        <w:t>179.6694</w:t>
      </w:r>
      <w:r>
        <w:tab/>
        <w:t>1.013e0</w:t>
      </w:r>
    </w:p>
    <w:p w:rsidR="007B2329" w:rsidRDefault="007B2329" w:rsidP="007B2329">
      <w:r>
        <w:t>179.6729</w:t>
      </w:r>
      <w:r>
        <w:tab/>
        <w:t>2.025e0</w:t>
      </w:r>
    </w:p>
    <w:p w:rsidR="007B2329" w:rsidRDefault="007B2329" w:rsidP="007B2329">
      <w:r>
        <w:t>179.6799</w:t>
      </w:r>
      <w:r>
        <w:tab/>
        <w:t>1.013e0</w:t>
      </w:r>
    </w:p>
    <w:p w:rsidR="007B2329" w:rsidRDefault="007B2329" w:rsidP="007B2329">
      <w:r>
        <w:t>179.6835</w:t>
      </w:r>
      <w:r>
        <w:tab/>
        <w:t>1.013e0</w:t>
      </w:r>
    </w:p>
    <w:p w:rsidR="007B2329" w:rsidRDefault="007B2329" w:rsidP="007B2329">
      <w:r>
        <w:t>179.6922</w:t>
      </w:r>
      <w:r>
        <w:tab/>
        <w:t>2.025e0</w:t>
      </w:r>
    </w:p>
    <w:p w:rsidR="007B2329" w:rsidRDefault="007B2329" w:rsidP="007B2329">
      <w:r>
        <w:t>179.7010</w:t>
      </w:r>
      <w:r>
        <w:tab/>
        <w:t>1.013e0</w:t>
      </w:r>
    </w:p>
    <w:p w:rsidR="007B2329" w:rsidRDefault="007B2329" w:rsidP="007B2329">
      <w:r>
        <w:t>179.7045</w:t>
      </w:r>
      <w:r>
        <w:tab/>
        <w:t>1.013e0</w:t>
      </w:r>
    </w:p>
    <w:p w:rsidR="007B2329" w:rsidRDefault="007B2329" w:rsidP="007B2329">
      <w:r>
        <w:t>179.7115</w:t>
      </w:r>
      <w:r>
        <w:tab/>
        <w:t>1.013e0</w:t>
      </w:r>
    </w:p>
    <w:p w:rsidR="007B2329" w:rsidRDefault="007B2329" w:rsidP="007B2329">
      <w:r>
        <w:t>179.7307</w:t>
      </w:r>
      <w:r>
        <w:tab/>
        <w:t>2.025e0</w:t>
      </w:r>
    </w:p>
    <w:p w:rsidR="007B2329" w:rsidRDefault="007B2329" w:rsidP="007B2329">
      <w:r>
        <w:t>179.7361</w:t>
      </w:r>
      <w:r>
        <w:tab/>
        <w:t>4.051e0</w:t>
      </w:r>
    </w:p>
    <w:p w:rsidR="007B2329" w:rsidRDefault="007B2329" w:rsidP="007B2329">
      <w:r>
        <w:t>179.7381</w:t>
      </w:r>
      <w:r>
        <w:tab/>
        <w:t>3.051e0</w:t>
      </w:r>
    </w:p>
    <w:p w:rsidR="007B2329" w:rsidRDefault="007B2329" w:rsidP="007B2329">
      <w:r>
        <w:t>179.7470</w:t>
      </w:r>
      <w:r>
        <w:tab/>
        <w:t>1.013e0</w:t>
      </w:r>
    </w:p>
    <w:p w:rsidR="007B2329" w:rsidRDefault="007B2329" w:rsidP="007B2329">
      <w:r>
        <w:t>179.7578</w:t>
      </w:r>
      <w:r>
        <w:tab/>
        <w:t>3.038e0</w:t>
      </w:r>
    </w:p>
    <w:p w:rsidR="007B2329" w:rsidRDefault="007B2329" w:rsidP="007B2329">
      <w:r>
        <w:t>179.7650</w:t>
      </w:r>
      <w:r>
        <w:tab/>
        <w:t>2.025e0</w:t>
      </w:r>
    </w:p>
    <w:p w:rsidR="007B2329" w:rsidRDefault="007B2329" w:rsidP="007B2329">
      <w:r>
        <w:t>179.7758</w:t>
      </w:r>
      <w:r>
        <w:tab/>
        <w:t>1.013e0</w:t>
      </w:r>
    </w:p>
    <w:p w:rsidR="007B2329" w:rsidRDefault="007B2329" w:rsidP="007B2329">
      <w:r>
        <w:lastRenderedPageBreak/>
        <w:t>179.7829</w:t>
      </w:r>
      <w:r>
        <w:tab/>
        <w:t>2.025e0</w:t>
      </w:r>
    </w:p>
    <w:p w:rsidR="007B2329" w:rsidRDefault="007B2329" w:rsidP="007B2329">
      <w:r>
        <w:t>179.7882</w:t>
      </w:r>
      <w:r>
        <w:tab/>
        <w:t>2.025e0</w:t>
      </w:r>
    </w:p>
    <w:p w:rsidR="007B2329" w:rsidRDefault="007B2329" w:rsidP="007B2329">
      <w:r>
        <w:t>179.8008</w:t>
      </w:r>
      <w:r>
        <w:tab/>
        <w:t>1.013e0</w:t>
      </w:r>
    </w:p>
    <w:p w:rsidR="007B2329" w:rsidRDefault="007B2329" w:rsidP="007B2329">
      <w:r>
        <w:t>179.8115</w:t>
      </w:r>
      <w:r>
        <w:tab/>
        <w:t>1.013e0</w:t>
      </w:r>
    </w:p>
    <w:p w:rsidR="007B2329" w:rsidRDefault="007B2329" w:rsidP="007B2329">
      <w:r>
        <w:t>179.8133</w:t>
      </w:r>
      <w:r>
        <w:tab/>
        <w:t>2.025e0</w:t>
      </w:r>
    </w:p>
    <w:p w:rsidR="007B2329" w:rsidRDefault="007B2329" w:rsidP="007B2329">
      <w:r>
        <w:t>179.8330</w:t>
      </w:r>
      <w:r>
        <w:tab/>
        <w:t>1.025e0</w:t>
      </w:r>
    </w:p>
    <w:p w:rsidR="007B2329" w:rsidRDefault="007B2329" w:rsidP="007B2329">
      <w:r>
        <w:t>179.8365</w:t>
      </w:r>
      <w:r>
        <w:tab/>
        <w:t>1.013e0</w:t>
      </w:r>
    </w:p>
    <w:p w:rsidR="007B2329" w:rsidRDefault="007B2329" w:rsidP="007B2329">
      <w:r>
        <w:t>179.8402</w:t>
      </w:r>
      <w:r>
        <w:tab/>
        <w:t>1.013e0</w:t>
      </w:r>
    </w:p>
    <w:p w:rsidR="007B2329" w:rsidRDefault="007B2329" w:rsidP="007B2329">
      <w:r>
        <w:t>179.8509</w:t>
      </w:r>
      <w:r>
        <w:tab/>
        <w:t>1.013e0</w:t>
      </w:r>
    </w:p>
    <w:p w:rsidR="007B2329" w:rsidRDefault="007B2329" w:rsidP="007B2329">
      <w:r>
        <w:t>179.8652</w:t>
      </w:r>
      <w:r>
        <w:tab/>
        <w:t>1.013e0</w:t>
      </w:r>
    </w:p>
    <w:p w:rsidR="007B2329" w:rsidRDefault="007B2329" w:rsidP="007B2329">
      <w:r>
        <w:t>179.8717</w:t>
      </w:r>
      <w:r>
        <w:tab/>
        <w:t>3.038e0</w:t>
      </w:r>
    </w:p>
    <w:p w:rsidR="007B2329" w:rsidRDefault="007B2329" w:rsidP="007B2329">
      <w:r>
        <w:t>179.8760</w:t>
      </w:r>
      <w:r>
        <w:tab/>
        <w:t>1.013e0</w:t>
      </w:r>
    </w:p>
    <w:p w:rsidR="007B2329" w:rsidRDefault="007B2329" w:rsidP="007B2329">
      <w:r>
        <w:t>179.8797</w:t>
      </w:r>
      <w:r>
        <w:tab/>
        <w:t>1.266e-2</w:t>
      </w:r>
    </w:p>
    <w:p w:rsidR="007B2329" w:rsidRDefault="007B2329" w:rsidP="007B2329">
      <w:r>
        <w:t>179.8833</w:t>
      </w:r>
      <w:r>
        <w:tab/>
        <w:t>1.013e0</w:t>
      </w:r>
    </w:p>
    <w:p w:rsidR="007B2329" w:rsidRDefault="007B2329" w:rsidP="007B2329">
      <w:r>
        <w:t>179.9047</w:t>
      </w:r>
      <w:r>
        <w:tab/>
        <w:t>2.025e0</w:t>
      </w:r>
    </w:p>
    <w:p w:rsidR="007B2329" w:rsidRDefault="007B2329" w:rsidP="007B2329">
      <w:r>
        <w:t>179.9082</w:t>
      </w:r>
      <w:r>
        <w:tab/>
        <w:t>1.013e0</w:t>
      </w:r>
    </w:p>
    <w:p w:rsidR="007B2329" w:rsidRDefault="007B2329" w:rsidP="007B2329">
      <w:r>
        <w:t>179.9169</w:t>
      </w:r>
      <w:r>
        <w:tab/>
        <w:t>2.025e0</w:t>
      </w:r>
    </w:p>
    <w:p w:rsidR="007B2329" w:rsidRDefault="007B2329" w:rsidP="007B2329">
      <w:r>
        <w:t>179.9188</w:t>
      </w:r>
      <w:r>
        <w:tab/>
        <w:t>2.025e0</w:t>
      </w:r>
    </w:p>
    <w:p w:rsidR="007B2329" w:rsidRDefault="007B2329" w:rsidP="007B2329">
      <w:r>
        <w:t>179.9346</w:t>
      </w:r>
      <w:r>
        <w:tab/>
        <w:t>1.025e0</w:t>
      </w:r>
    </w:p>
    <w:p w:rsidR="007B2329" w:rsidRDefault="007B2329" w:rsidP="007B2329">
      <w:r>
        <w:lastRenderedPageBreak/>
        <w:t>179.9539</w:t>
      </w:r>
      <w:r>
        <w:tab/>
        <w:t>1.013e0</w:t>
      </w:r>
    </w:p>
    <w:p w:rsidR="007B2329" w:rsidRDefault="007B2329" w:rsidP="007B2329">
      <w:r>
        <w:t>179.9610</w:t>
      </w:r>
      <w:r>
        <w:tab/>
        <w:t>1.013e0</w:t>
      </w:r>
    </w:p>
    <w:p w:rsidR="007B2329" w:rsidRDefault="007B2329" w:rsidP="007B2329">
      <w:r>
        <w:t>179.9785</w:t>
      </w:r>
      <w:r>
        <w:tab/>
        <w:t>1.013e0</w:t>
      </w:r>
    </w:p>
    <w:p w:rsidR="007B2329" w:rsidRDefault="007B2329" w:rsidP="007B2329">
      <w:r>
        <w:t>179.9983</w:t>
      </w:r>
      <w:r>
        <w:tab/>
        <w:t>2.025e0</w:t>
      </w:r>
    </w:p>
    <w:p w:rsidR="007B2329" w:rsidRDefault="007B2329" w:rsidP="007B2329">
      <w:r>
        <w:t>180.0001</w:t>
      </w:r>
      <w:r>
        <w:tab/>
        <w:t>4.051e0</w:t>
      </w:r>
    </w:p>
    <w:p w:rsidR="007B2329" w:rsidRDefault="007B2329" w:rsidP="007B2329">
      <w:r>
        <w:t>180.0045</w:t>
      </w:r>
      <w:r>
        <w:tab/>
        <w:t>1.729e0</w:t>
      </w:r>
    </w:p>
    <w:p w:rsidR="007B2329" w:rsidRDefault="007B2329" w:rsidP="007B2329">
      <w:r>
        <w:t>180.0109</w:t>
      </w:r>
      <w:r>
        <w:tab/>
        <w:t>1.013e0</w:t>
      </w:r>
    </w:p>
    <w:p w:rsidR="007B2329" w:rsidRDefault="007B2329" w:rsidP="007B2329">
      <w:r>
        <w:t>180.0126</w:t>
      </w:r>
      <w:r>
        <w:tab/>
        <w:t>2.025e0</w:t>
      </w:r>
    </w:p>
    <w:p w:rsidR="007B2329" w:rsidRDefault="007B2329" w:rsidP="007B2329">
      <w:r>
        <w:t>180.0145</w:t>
      </w:r>
      <w:r>
        <w:tab/>
        <w:t>6.076e0</w:t>
      </w:r>
    </w:p>
    <w:p w:rsidR="007B2329" w:rsidRDefault="007B2329" w:rsidP="007B2329">
      <w:r>
        <w:t>180.0226</w:t>
      </w:r>
      <w:r>
        <w:tab/>
        <w:t>5.063e0</w:t>
      </w:r>
    </w:p>
    <w:p w:rsidR="007B2329" w:rsidRDefault="007B2329" w:rsidP="007B2329">
      <w:r>
        <w:t>180.0307</w:t>
      </w:r>
      <w:r>
        <w:tab/>
        <w:t>8.101e0</w:t>
      </w:r>
    </w:p>
    <w:p w:rsidR="007B2329" w:rsidRDefault="007B2329" w:rsidP="007B2329">
      <w:r>
        <w:t>180.0411</w:t>
      </w:r>
      <w:r>
        <w:tab/>
        <w:t>7.089e0</w:t>
      </w:r>
    </w:p>
    <w:p w:rsidR="007B2329" w:rsidRDefault="007B2329" w:rsidP="007B2329">
      <w:r>
        <w:t>180.0438</w:t>
      </w:r>
      <w:r>
        <w:tab/>
        <w:t>2.127e0</w:t>
      </w:r>
    </w:p>
    <w:p w:rsidR="007B2329" w:rsidRDefault="007B2329" w:rsidP="007B2329">
      <w:r>
        <w:t>180.0480</w:t>
      </w:r>
      <w:r>
        <w:tab/>
        <w:t>1.013e-1</w:t>
      </w:r>
    </w:p>
    <w:p w:rsidR="007B2329" w:rsidRDefault="007B2329" w:rsidP="007B2329">
      <w:r>
        <w:t>180.0540</w:t>
      </w:r>
      <w:r>
        <w:tab/>
        <w:t>2.025e0</w:t>
      </w:r>
    </w:p>
    <w:p w:rsidR="007B2329" w:rsidRDefault="007B2329" w:rsidP="007B2329">
      <w:r>
        <w:t>180.0711</w:t>
      </w:r>
      <w:r>
        <w:tab/>
        <w:t>5.063e0</w:t>
      </w:r>
    </w:p>
    <w:p w:rsidR="007B2329" w:rsidRDefault="007B2329" w:rsidP="007B2329">
      <w:r>
        <w:t>180.0755</w:t>
      </w:r>
      <w:r>
        <w:tab/>
        <w:t>1.013e0</w:t>
      </w:r>
    </w:p>
    <w:p w:rsidR="007B2329" w:rsidRDefault="007B2329" w:rsidP="007B2329">
      <w:r>
        <w:t>180.0903</w:t>
      </w:r>
      <w:r>
        <w:tab/>
        <w:t>1.473e1</w:t>
      </w:r>
    </w:p>
    <w:p w:rsidR="007B2329" w:rsidRDefault="007B2329" w:rsidP="007B2329">
      <w:r>
        <w:t>180.0915</w:t>
      </w:r>
      <w:r>
        <w:tab/>
        <w:t>4.051e0</w:t>
      </w:r>
    </w:p>
    <w:p w:rsidR="007B2329" w:rsidRDefault="007B2329" w:rsidP="007B2329">
      <w:r>
        <w:lastRenderedPageBreak/>
        <w:t>180.0950</w:t>
      </w:r>
      <w:r>
        <w:tab/>
        <w:t>1.373e1</w:t>
      </w:r>
    </w:p>
    <w:p w:rsidR="007B2329" w:rsidRDefault="007B2329" w:rsidP="007B2329">
      <w:r>
        <w:t>180.1006</w:t>
      </w:r>
      <w:r>
        <w:tab/>
        <w:t>1.013e0</w:t>
      </w:r>
    </w:p>
    <w:p w:rsidR="007B2329" w:rsidRDefault="007B2329" w:rsidP="007B2329">
      <w:r>
        <w:t>180.1106</w:t>
      </w:r>
      <w:r>
        <w:tab/>
        <w:t>8.723e0</w:t>
      </w:r>
    </w:p>
    <w:p w:rsidR="007B2329" w:rsidRDefault="007B2329" w:rsidP="007B2329">
      <w:r>
        <w:t>180.1220</w:t>
      </w:r>
      <w:r>
        <w:tab/>
        <w:t>1.013e0</w:t>
      </w:r>
    </w:p>
    <w:p w:rsidR="007B2329" w:rsidRDefault="007B2329" w:rsidP="007B2329">
      <w:r>
        <w:t>180.1329</w:t>
      </w:r>
      <w:r>
        <w:tab/>
        <w:t>1.013e0</w:t>
      </w:r>
    </w:p>
    <w:p w:rsidR="007B2329" w:rsidRDefault="007B2329" w:rsidP="007B2329">
      <w:r>
        <w:t>180.1364</w:t>
      </w:r>
      <w:r>
        <w:tab/>
        <w:t>2.025e0</w:t>
      </w:r>
    </w:p>
    <w:p w:rsidR="007B2329" w:rsidRDefault="007B2329" w:rsidP="007B2329">
      <w:r>
        <w:t>180.1643</w:t>
      </w:r>
      <w:r>
        <w:tab/>
        <w:t>6.101e0</w:t>
      </w:r>
    </w:p>
    <w:p w:rsidR="007B2329" w:rsidRDefault="007B2329" w:rsidP="007B2329">
      <w:r>
        <w:t>180.1720</w:t>
      </w:r>
      <w:r>
        <w:tab/>
        <w:t>1.013e0</w:t>
      </w:r>
    </w:p>
    <w:p w:rsidR="007B2329" w:rsidRDefault="007B2329" w:rsidP="007B2329">
      <w:r>
        <w:t>180.1895</w:t>
      </w:r>
      <w:r>
        <w:tab/>
        <w:t>1.013e0</w:t>
      </w:r>
    </w:p>
    <w:p w:rsidR="007B2329" w:rsidRDefault="007B2329" w:rsidP="007B2329">
      <w:r>
        <w:t>180.2001</w:t>
      </w:r>
      <w:r>
        <w:tab/>
        <w:t>2.025e0</w:t>
      </w:r>
    </w:p>
    <w:p w:rsidR="007B2329" w:rsidRDefault="007B2329" w:rsidP="007B2329">
      <w:r>
        <w:t>180.2036</w:t>
      </w:r>
      <w:r>
        <w:tab/>
        <w:t>1.013e0</w:t>
      </w:r>
    </w:p>
    <w:p w:rsidR="007B2329" w:rsidRDefault="007B2329" w:rsidP="007B2329">
      <w:r>
        <w:t>180.2142</w:t>
      </w:r>
      <w:r>
        <w:tab/>
        <w:t>1.013e0</w:t>
      </w:r>
    </w:p>
    <w:p w:rsidR="007B2329" w:rsidRDefault="007B2329" w:rsidP="007B2329">
      <w:r>
        <w:t>180.2160</w:t>
      </w:r>
      <w:r>
        <w:tab/>
        <w:t>2.532e-2</w:t>
      </w:r>
    </w:p>
    <w:p w:rsidR="007B2329" w:rsidRDefault="007B2329" w:rsidP="007B2329">
      <w:r>
        <w:t>180.2247</w:t>
      </w:r>
      <w:r>
        <w:tab/>
        <w:t>1.013e0</w:t>
      </w:r>
    </w:p>
    <w:p w:rsidR="007B2329" w:rsidRDefault="007B2329" w:rsidP="007B2329">
      <w:r>
        <w:t>180.2266</w:t>
      </w:r>
      <w:r>
        <w:tab/>
        <w:t>2.025e0</w:t>
      </w:r>
    </w:p>
    <w:p w:rsidR="007B2329" w:rsidRDefault="007B2329" w:rsidP="007B2329">
      <w:r>
        <w:t>180.2317</w:t>
      </w:r>
      <w:r>
        <w:tab/>
        <w:t>1.013e0</w:t>
      </w:r>
    </w:p>
    <w:p w:rsidR="007B2329" w:rsidRDefault="007B2329" w:rsidP="007B2329">
      <w:r>
        <w:t>180.2353</w:t>
      </w:r>
      <w:r>
        <w:tab/>
        <w:t>1.013e0</w:t>
      </w:r>
    </w:p>
    <w:p w:rsidR="007B2329" w:rsidRDefault="007B2329" w:rsidP="007B2329">
      <w:r>
        <w:t>180.2462</w:t>
      </w:r>
      <w:r>
        <w:tab/>
        <w:t>3.038e0</w:t>
      </w:r>
    </w:p>
    <w:p w:rsidR="007B2329" w:rsidRDefault="007B2329" w:rsidP="007B2329">
      <w:r>
        <w:t>180.2570</w:t>
      </w:r>
      <w:r>
        <w:tab/>
        <w:t>3.038e0</w:t>
      </w:r>
    </w:p>
    <w:p w:rsidR="007B2329" w:rsidRDefault="007B2329" w:rsidP="007B2329">
      <w:r>
        <w:lastRenderedPageBreak/>
        <w:t>180.2625</w:t>
      </w:r>
      <w:r>
        <w:tab/>
        <w:t>3.038e0</w:t>
      </w:r>
    </w:p>
    <w:p w:rsidR="007B2329" w:rsidRDefault="007B2329" w:rsidP="007B2329">
      <w:r>
        <w:t>180.2642</w:t>
      </w:r>
      <w:r>
        <w:tab/>
        <w:t>1.013e0</w:t>
      </w:r>
    </w:p>
    <w:p w:rsidR="007B2329" w:rsidRDefault="007B2329" w:rsidP="007B2329">
      <w:r>
        <w:t>180.2677</w:t>
      </w:r>
      <w:r>
        <w:tab/>
        <w:t>1.013e0</w:t>
      </w:r>
    </w:p>
    <w:p w:rsidR="007B2329" w:rsidRDefault="007B2329" w:rsidP="007B2329">
      <w:r>
        <w:t>180.2893</w:t>
      </w:r>
      <w:r>
        <w:tab/>
        <w:t>1.013e0</w:t>
      </w:r>
    </w:p>
    <w:p w:rsidR="007B2329" w:rsidRDefault="007B2329" w:rsidP="007B2329">
      <w:r>
        <w:t>180.3036</w:t>
      </w:r>
      <w:r>
        <w:tab/>
        <w:t>1.013e0</w:t>
      </w:r>
    </w:p>
    <w:p w:rsidR="007B2329" w:rsidRDefault="007B2329" w:rsidP="007B2329">
      <w:r>
        <w:t>180.3090</w:t>
      </w:r>
      <w:r>
        <w:tab/>
        <w:t>2.025e0</w:t>
      </w:r>
    </w:p>
    <w:p w:rsidR="007B2329" w:rsidRDefault="007B2329" w:rsidP="007B2329">
      <w:r>
        <w:t>180.3359</w:t>
      </w:r>
      <w:r>
        <w:tab/>
        <w:t>3.038e0</w:t>
      </w:r>
    </w:p>
    <w:p w:rsidR="007B2329" w:rsidRDefault="007B2329" w:rsidP="007B2329">
      <w:r>
        <w:t>180.3430</w:t>
      </w:r>
      <w:r>
        <w:tab/>
        <w:t>1.013e0</w:t>
      </w:r>
    </w:p>
    <w:p w:rsidR="007B2329" w:rsidRDefault="007B2329" w:rsidP="007B2329">
      <w:r>
        <w:t>180.3502</w:t>
      </w:r>
      <w:r>
        <w:tab/>
        <w:t>1.013e0</w:t>
      </w:r>
    </w:p>
    <w:p w:rsidR="007B2329" w:rsidRDefault="007B2329" w:rsidP="007B2329">
      <w:r>
        <w:t>180.3610</w:t>
      </w:r>
      <w:r>
        <w:tab/>
        <w:t>1.013e0</w:t>
      </w:r>
    </w:p>
    <w:p w:rsidR="007B2329" w:rsidRDefault="007B2329" w:rsidP="007B2329">
      <w:r>
        <w:t>180.3681</w:t>
      </w:r>
      <w:r>
        <w:tab/>
        <w:t>2.025e0</w:t>
      </w:r>
    </w:p>
    <w:p w:rsidR="007B2329" w:rsidRDefault="007B2329" w:rsidP="007B2329">
      <w:r>
        <w:t>180.3718</w:t>
      </w:r>
      <w:r>
        <w:tab/>
        <w:t>2.025e0</w:t>
      </w:r>
    </w:p>
    <w:p w:rsidR="007B2329" w:rsidRDefault="007B2329" w:rsidP="007B2329">
      <w:r>
        <w:t>180.3754</w:t>
      </w:r>
      <w:r>
        <w:tab/>
        <w:t>1.013e0</w:t>
      </w:r>
    </w:p>
    <w:p w:rsidR="007B2329" w:rsidRDefault="007B2329" w:rsidP="007B2329">
      <w:r>
        <w:t>180.3879</w:t>
      </w:r>
      <w:r>
        <w:tab/>
        <w:t>2.230e0</w:t>
      </w:r>
    </w:p>
    <w:p w:rsidR="007B2329" w:rsidRDefault="007B2329" w:rsidP="007B2329">
      <w:r>
        <w:t>180.3898</w:t>
      </w:r>
      <w:r>
        <w:tab/>
        <w:t>1.013e0</w:t>
      </w:r>
    </w:p>
    <w:p w:rsidR="007B2329" w:rsidRDefault="007B2329" w:rsidP="007B2329">
      <w:r>
        <w:t>180.3933</w:t>
      </w:r>
      <w:r>
        <w:tab/>
        <w:t>1.013e0</w:t>
      </w:r>
    </w:p>
    <w:p w:rsidR="007B2329" w:rsidRDefault="007B2329" w:rsidP="007B2329">
      <w:r>
        <w:t>180.3969</w:t>
      </w:r>
      <w:r>
        <w:tab/>
        <w:t>2.025e0</w:t>
      </w:r>
    </w:p>
    <w:p w:rsidR="007B2329" w:rsidRDefault="007B2329" w:rsidP="007B2329">
      <w:r>
        <w:t>180.4078</w:t>
      </w:r>
      <w:r>
        <w:tab/>
        <w:t>1.013e0</w:t>
      </w:r>
    </w:p>
    <w:p w:rsidR="007B2329" w:rsidRDefault="007B2329" w:rsidP="007B2329">
      <w:r>
        <w:t>180.4129</w:t>
      </w:r>
      <w:r>
        <w:tab/>
        <w:t>2.025e0</w:t>
      </w:r>
    </w:p>
    <w:p w:rsidR="007B2329" w:rsidRDefault="007B2329" w:rsidP="007B2329">
      <w:r>
        <w:lastRenderedPageBreak/>
        <w:t>180.4290</w:t>
      </w:r>
      <w:r>
        <w:tab/>
        <w:t>1.013e0</w:t>
      </w:r>
    </w:p>
    <w:p w:rsidR="007B2329" w:rsidRDefault="007B2329" w:rsidP="007B2329">
      <w:r>
        <w:t>180.4571</w:t>
      </w:r>
      <w:r>
        <w:tab/>
        <w:t>1.013e0</w:t>
      </w:r>
    </w:p>
    <w:p w:rsidR="007B2329" w:rsidRDefault="007B2329" w:rsidP="007B2329">
      <w:r>
        <w:t>180.4642</w:t>
      </w:r>
      <w:r>
        <w:tab/>
        <w:t>1.013e0</w:t>
      </w:r>
    </w:p>
    <w:p w:rsidR="007B2329" w:rsidRDefault="007B2329" w:rsidP="007B2329">
      <w:r>
        <w:t>180.4712</w:t>
      </w:r>
      <w:r>
        <w:tab/>
        <w:t>2.025e0</w:t>
      </w:r>
    </w:p>
    <w:p w:rsidR="007B2329" w:rsidRDefault="007B2329" w:rsidP="007B2329">
      <w:r>
        <w:t>180.4728</w:t>
      </w:r>
      <w:r>
        <w:tab/>
        <w:t>2.025e0</w:t>
      </w:r>
    </w:p>
    <w:p w:rsidR="007B2329" w:rsidRDefault="007B2329" w:rsidP="007B2329">
      <w:r>
        <w:t>180.4834</w:t>
      </w:r>
      <w:r>
        <w:tab/>
        <w:t>1.025e0</w:t>
      </w:r>
    </w:p>
    <w:p w:rsidR="007B2329" w:rsidRDefault="007B2329" w:rsidP="007B2329">
      <w:r>
        <w:t>180.4888</w:t>
      </w:r>
      <w:r>
        <w:tab/>
        <w:t>1.013e0</w:t>
      </w:r>
    </w:p>
    <w:p w:rsidR="007B2329" w:rsidRDefault="007B2329" w:rsidP="007B2329">
      <w:r>
        <w:t>180.4959</w:t>
      </w:r>
      <w:r>
        <w:tab/>
        <w:t>1.013e0</w:t>
      </w:r>
    </w:p>
    <w:p w:rsidR="007B2329" w:rsidRDefault="007B2329" w:rsidP="007B2329">
      <w:r>
        <w:t>180.5003</w:t>
      </w:r>
      <w:r>
        <w:tab/>
        <w:t>5.063e0</w:t>
      </w:r>
    </w:p>
    <w:p w:rsidR="007B2329" w:rsidRDefault="007B2329" w:rsidP="007B2329">
      <w:r>
        <w:t>180.5067</w:t>
      </w:r>
      <w:r>
        <w:tab/>
        <w:t>1.013e0</w:t>
      </w:r>
    </w:p>
    <w:p w:rsidR="007B2329" w:rsidRDefault="007B2329" w:rsidP="007B2329">
      <w:r>
        <w:t>180.5122</w:t>
      </w:r>
      <w:r>
        <w:tab/>
        <w:t>3.038e0</w:t>
      </w:r>
    </w:p>
    <w:p w:rsidR="007B2329" w:rsidRDefault="007B2329" w:rsidP="007B2329">
      <w:r>
        <w:t>180.5283</w:t>
      </w:r>
      <w:r>
        <w:tab/>
        <w:t>1.013e0</w:t>
      </w:r>
    </w:p>
    <w:p w:rsidR="007B2329" w:rsidRDefault="007B2329" w:rsidP="007B2329">
      <w:r>
        <w:t>180.5319</w:t>
      </w:r>
      <w:r>
        <w:tab/>
        <w:t>1.013e0</w:t>
      </w:r>
    </w:p>
    <w:p w:rsidR="007B2329" w:rsidRDefault="007B2329" w:rsidP="007B2329">
      <w:r>
        <w:t>180.5428</w:t>
      </w:r>
      <w:r>
        <w:tab/>
        <w:t>1.013e0</w:t>
      </w:r>
    </w:p>
    <w:p w:rsidR="007B2329" w:rsidRDefault="007B2329" w:rsidP="007B2329">
      <w:r>
        <w:t>180.5498</w:t>
      </w:r>
      <w:r>
        <w:tab/>
        <w:t>3.038e0</w:t>
      </w:r>
    </w:p>
    <w:p w:rsidR="007B2329" w:rsidRDefault="007B2329" w:rsidP="007B2329">
      <w:r>
        <w:t>180.5534</w:t>
      </w:r>
      <w:r>
        <w:tab/>
        <w:t>2.038e0</w:t>
      </w:r>
    </w:p>
    <w:p w:rsidR="007B2329" w:rsidRDefault="007B2329" w:rsidP="007B2329">
      <w:r>
        <w:t>180.5607</w:t>
      </w:r>
      <w:r>
        <w:tab/>
        <w:t>1.266e-2</w:t>
      </w:r>
    </w:p>
    <w:p w:rsidR="007B2329" w:rsidRDefault="007B2329" w:rsidP="007B2329">
      <w:r>
        <w:t>180.5625</w:t>
      </w:r>
      <w:r>
        <w:tab/>
        <w:t>2.025e0</w:t>
      </w:r>
    </w:p>
    <w:p w:rsidR="007B2329" w:rsidRDefault="007B2329" w:rsidP="007B2329">
      <w:r>
        <w:t>180.5857</w:t>
      </w:r>
      <w:r>
        <w:tab/>
        <w:t>2.025e0</w:t>
      </w:r>
    </w:p>
    <w:p w:rsidR="007B2329" w:rsidRDefault="007B2329" w:rsidP="007B2329">
      <w:r>
        <w:lastRenderedPageBreak/>
        <w:t>180.5893</w:t>
      </w:r>
      <w:r>
        <w:tab/>
        <w:t>1.013e0</w:t>
      </w:r>
    </w:p>
    <w:p w:rsidR="007B2329" w:rsidRDefault="007B2329" w:rsidP="007B2329">
      <w:r>
        <w:t>180.5929</w:t>
      </w:r>
      <w:r>
        <w:tab/>
        <w:t>1.013e0</w:t>
      </w:r>
    </w:p>
    <w:p w:rsidR="007B2329" w:rsidRDefault="007B2329" w:rsidP="007B2329">
      <w:r>
        <w:t>180.6108</w:t>
      </w:r>
      <w:r>
        <w:tab/>
        <w:t>2.025e0</w:t>
      </w:r>
    </w:p>
    <w:p w:rsidR="007B2329" w:rsidRDefault="007B2329" w:rsidP="007B2329">
      <w:r>
        <w:t>180.6252</w:t>
      </w:r>
      <w:r>
        <w:tab/>
        <w:t>3.038e0</w:t>
      </w:r>
    </w:p>
    <w:p w:rsidR="007B2329" w:rsidRDefault="007B2329" w:rsidP="007B2329">
      <w:r>
        <w:t>180.6396</w:t>
      </w:r>
      <w:r>
        <w:tab/>
        <w:t>1.013e0</w:t>
      </w:r>
    </w:p>
    <w:p w:rsidR="007B2329" w:rsidRDefault="007B2329" w:rsidP="007B2329">
      <w:r>
        <w:t>180.6611</w:t>
      </w:r>
      <w:r>
        <w:tab/>
        <w:t>1.013e0</w:t>
      </w:r>
    </w:p>
    <w:p w:rsidR="007B2329" w:rsidRDefault="007B2329" w:rsidP="007B2329">
      <w:r>
        <w:t>180.6720</w:t>
      </w:r>
      <w:r>
        <w:tab/>
        <w:t>2.025e0</w:t>
      </w:r>
    </w:p>
    <w:p w:rsidR="007B2329" w:rsidRDefault="007B2329" w:rsidP="007B2329">
      <w:r>
        <w:t>180.6792</w:t>
      </w:r>
      <w:r>
        <w:tab/>
        <w:t>1.013e0</w:t>
      </w:r>
    </w:p>
    <w:p w:rsidR="007B2329" w:rsidRDefault="007B2329" w:rsidP="007B2329">
      <w:r>
        <w:t>180.6827</w:t>
      </w:r>
      <w:r>
        <w:tab/>
        <w:t>1.013e0</w:t>
      </w:r>
    </w:p>
    <w:p w:rsidR="007B2329" w:rsidRDefault="007B2329" w:rsidP="007B2329">
      <w:r>
        <w:t>180.6969</w:t>
      </w:r>
      <w:r>
        <w:tab/>
        <w:t>2.025e0</w:t>
      </w:r>
    </w:p>
    <w:p w:rsidR="007B2329" w:rsidRDefault="007B2329" w:rsidP="007B2329">
      <w:r>
        <w:t>180.7039</w:t>
      </w:r>
      <w:r>
        <w:tab/>
        <w:t>1.013e0</w:t>
      </w:r>
    </w:p>
    <w:p w:rsidR="007B2329" w:rsidRDefault="007B2329" w:rsidP="007B2329">
      <w:r>
        <w:t>180.7286</w:t>
      </w:r>
      <w:r>
        <w:tab/>
        <w:t>2.025e0</w:t>
      </w:r>
    </w:p>
    <w:p w:rsidR="007B2329" w:rsidRDefault="007B2329" w:rsidP="007B2329">
      <w:r>
        <w:t>180.7320</w:t>
      </w:r>
      <w:r>
        <w:tab/>
        <w:t>5.063e0</w:t>
      </w:r>
    </w:p>
    <w:p w:rsidR="007B2329" w:rsidRDefault="007B2329" w:rsidP="007B2329">
      <w:r>
        <w:t>180.7568</w:t>
      </w:r>
      <w:r>
        <w:tab/>
        <w:t>1.013e0</w:t>
      </w:r>
    </w:p>
    <w:p w:rsidR="007B2329" w:rsidRDefault="007B2329" w:rsidP="007B2329">
      <w:r>
        <w:t>180.7587</w:t>
      </w:r>
      <w:r>
        <w:tab/>
        <w:t>2.025e0</w:t>
      </w:r>
    </w:p>
    <w:p w:rsidR="007B2329" w:rsidRDefault="007B2329" w:rsidP="007B2329">
      <w:r>
        <w:t>180.7612</w:t>
      </w:r>
      <w:r>
        <w:tab/>
        <w:t>3.038e0</w:t>
      </w:r>
    </w:p>
    <w:p w:rsidR="007B2329" w:rsidRDefault="007B2329" w:rsidP="007B2329">
      <w:r>
        <w:t>180.7639</w:t>
      </w:r>
      <w:r>
        <w:tab/>
        <w:t>2.025e0</w:t>
      </w:r>
    </w:p>
    <w:p w:rsidR="007B2329" w:rsidRDefault="007B2329" w:rsidP="007B2329">
      <w:r>
        <w:t>180.7818</w:t>
      </w:r>
      <w:r>
        <w:tab/>
        <w:t>1.266e-2</w:t>
      </w:r>
    </w:p>
    <w:p w:rsidR="007B2329" w:rsidRDefault="007B2329" w:rsidP="007B2329">
      <w:r>
        <w:t>180.8069</w:t>
      </w:r>
      <w:r>
        <w:tab/>
        <w:t>2.025e0</w:t>
      </w:r>
    </w:p>
    <w:p w:rsidR="007B2329" w:rsidRDefault="007B2329" w:rsidP="007B2329">
      <w:r>
        <w:lastRenderedPageBreak/>
        <w:t>180.8106</w:t>
      </w:r>
      <w:r>
        <w:tab/>
        <w:t>1.013e0</w:t>
      </w:r>
    </w:p>
    <w:p w:rsidR="007B2329" w:rsidRDefault="007B2329" w:rsidP="007B2329">
      <w:r>
        <w:t>180.8120</w:t>
      </w:r>
      <w:r>
        <w:tab/>
        <w:t>3.051e0</w:t>
      </w:r>
    </w:p>
    <w:p w:rsidR="007B2329" w:rsidRDefault="007B2329" w:rsidP="007B2329">
      <w:r>
        <w:t>180.8142</w:t>
      </w:r>
      <w:r>
        <w:tab/>
        <w:t>1.013e0</w:t>
      </w:r>
    </w:p>
    <w:p w:rsidR="007B2329" w:rsidRDefault="007B2329" w:rsidP="007B2329">
      <w:r>
        <w:t>180.8286</w:t>
      </w:r>
      <w:r>
        <w:tab/>
        <w:t>2.025e0</w:t>
      </w:r>
    </w:p>
    <w:p w:rsidR="007B2329" w:rsidRDefault="007B2329" w:rsidP="007B2329">
      <w:r>
        <w:t>180.8357</w:t>
      </w:r>
      <w:r>
        <w:tab/>
        <w:t>2.025e0</w:t>
      </w:r>
    </w:p>
    <w:p w:rsidR="007B2329" w:rsidRDefault="007B2329" w:rsidP="007B2329">
      <w:r>
        <w:t>180.8393</w:t>
      </w:r>
      <w:r>
        <w:tab/>
        <w:t>2.025e0</w:t>
      </w:r>
    </w:p>
    <w:p w:rsidR="007B2329" w:rsidRDefault="007B2329" w:rsidP="007B2329">
      <w:r>
        <w:t>180.8573</w:t>
      </w:r>
      <w:r>
        <w:tab/>
        <w:t>1.013e0</w:t>
      </w:r>
    </w:p>
    <w:p w:rsidR="007B2329" w:rsidRDefault="007B2329" w:rsidP="007B2329">
      <w:r>
        <w:t>180.8608</w:t>
      </w:r>
      <w:r>
        <w:tab/>
        <w:t>1.013e0</w:t>
      </w:r>
    </w:p>
    <w:p w:rsidR="007B2329" w:rsidRDefault="007B2329" w:rsidP="007B2329">
      <w:r>
        <w:t>180.8716</w:t>
      </w:r>
      <w:r>
        <w:tab/>
        <w:t>3.038e0</w:t>
      </w:r>
    </w:p>
    <w:p w:rsidR="007B2329" w:rsidRDefault="007B2329" w:rsidP="007B2329">
      <w:r>
        <w:t>180.8860</w:t>
      </w:r>
      <w:r>
        <w:tab/>
        <w:t>1.013e0</w:t>
      </w:r>
    </w:p>
    <w:p w:rsidR="007B2329" w:rsidRDefault="007B2329" w:rsidP="007B2329">
      <w:r>
        <w:t>180.8895</w:t>
      </w:r>
      <w:r>
        <w:tab/>
        <w:t>1.013e0</w:t>
      </w:r>
    </w:p>
    <w:p w:rsidR="007B2329" w:rsidRDefault="007B2329" w:rsidP="007B2329">
      <w:r>
        <w:t>180.9031</w:t>
      </w:r>
      <w:r>
        <w:tab/>
        <w:t>3.051e0</w:t>
      </w:r>
    </w:p>
    <w:p w:rsidR="007B2329" w:rsidRDefault="007B2329" w:rsidP="007B2329">
      <w:r>
        <w:t>180.9148</w:t>
      </w:r>
      <w:r>
        <w:tab/>
        <w:t>1.013e0</w:t>
      </w:r>
    </w:p>
    <w:p w:rsidR="007B2329" w:rsidRDefault="007B2329" w:rsidP="007B2329">
      <w:r>
        <w:t>180.9219</w:t>
      </w:r>
      <w:r>
        <w:tab/>
        <w:t>2.025e0</w:t>
      </w:r>
    </w:p>
    <w:p w:rsidR="007B2329" w:rsidRDefault="007B2329" w:rsidP="007B2329">
      <w:r>
        <w:t>180.9291</w:t>
      </w:r>
      <w:r>
        <w:tab/>
        <w:t>2.025e0</w:t>
      </w:r>
    </w:p>
    <w:p w:rsidR="007B2329" w:rsidRDefault="007B2329" w:rsidP="007B2329">
      <w:r>
        <w:t>180.9399</w:t>
      </w:r>
      <w:r>
        <w:tab/>
        <w:t>1.013e0</w:t>
      </w:r>
    </w:p>
    <w:p w:rsidR="007B2329" w:rsidRDefault="007B2329" w:rsidP="007B2329">
      <w:r>
        <w:t>180.9435</w:t>
      </w:r>
      <w:r>
        <w:tab/>
        <w:t>1.013e0</w:t>
      </w:r>
    </w:p>
    <w:p w:rsidR="007B2329" w:rsidRDefault="007B2329" w:rsidP="007B2329">
      <w:r>
        <w:t>180.9507</w:t>
      </w:r>
      <w:r>
        <w:tab/>
        <w:t>1.013e0</w:t>
      </w:r>
    </w:p>
    <w:p w:rsidR="007B2329" w:rsidRDefault="007B2329" w:rsidP="007B2329">
      <w:r>
        <w:t>180.9543</w:t>
      </w:r>
      <w:r>
        <w:tab/>
        <w:t>1.013e0</w:t>
      </w:r>
    </w:p>
    <w:p w:rsidR="007B2329" w:rsidRDefault="007B2329" w:rsidP="007B2329">
      <w:r>
        <w:lastRenderedPageBreak/>
        <w:t>180.9579</w:t>
      </w:r>
      <w:r>
        <w:tab/>
        <w:t>1.013e0</w:t>
      </w:r>
    </w:p>
    <w:p w:rsidR="007B2329" w:rsidRDefault="007B2329" w:rsidP="007B2329">
      <w:r>
        <w:t>180.9721</w:t>
      </w:r>
      <w:r>
        <w:tab/>
        <w:t>1.013e0</w:t>
      </w:r>
    </w:p>
    <w:p w:rsidR="007B2329" w:rsidRDefault="007B2329" w:rsidP="007B2329">
      <w:r>
        <w:t>180.9756</w:t>
      </w:r>
      <w:r>
        <w:tab/>
        <w:t>1.013e0</w:t>
      </w:r>
    </w:p>
    <w:p w:rsidR="007B2329" w:rsidRDefault="007B2329" w:rsidP="007B2329">
      <w:r>
        <w:t>180.9830</w:t>
      </w:r>
      <w:r>
        <w:tab/>
        <w:t>1.025e0</w:t>
      </w:r>
    </w:p>
    <w:p w:rsidR="007B2329" w:rsidRDefault="007B2329" w:rsidP="007B2329">
      <w:r>
        <w:t>180.9869</w:t>
      </w:r>
      <w:r>
        <w:tab/>
        <w:t>4.080e0</w:t>
      </w:r>
    </w:p>
    <w:p w:rsidR="007B2329" w:rsidRDefault="007B2329" w:rsidP="007B2329">
      <w:r>
        <w:t>180.9898</w:t>
      </w:r>
      <w:r>
        <w:tab/>
        <w:t>1.013e0</w:t>
      </w:r>
    </w:p>
    <w:p w:rsidR="007B2329" w:rsidRDefault="007B2329" w:rsidP="007B2329">
      <w:r>
        <w:t>180.9938</w:t>
      </w:r>
      <w:r>
        <w:tab/>
        <w:t>4.055e0</w:t>
      </w:r>
    </w:p>
    <w:p w:rsidR="007B2329" w:rsidRDefault="007B2329" w:rsidP="007B2329">
      <w:r>
        <w:t>181.0089</w:t>
      </w:r>
      <w:r>
        <w:tab/>
        <w:t>6.089e0</w:t>
      </w:r>
    </w:p>
    <w:p w:rsidR="007B2329" w:rsidRDefault="007B2329" w:rsidP="007B2329">
      <w:r>
        <w:t>181.0127</w:t>
      </w:r>
      <w:r>
        <w:tab/>
        <w:t>1.215e1</w:t>
      </w:r>
    </w:p>
    <w:p w:rsidR="007B2329" w:rsidRDefault="007B2329" w:rsidP="007B2329">
      <w:r>
        <w:t>181.0169</w:t>
      </w:r>
      <w:r>
        <w:tab/>
        <w:t>1.116e1</w:t>
      </w:r>
    </w:p>
    <w:p w:rsidR="007B2329" w:rsidRDefault="007B2329" w:rsidP="007B2329">
      <w:r>
        <w:t>181.0216</w:t>
      </w:r>
      <w:r>
        <w:tab/>
        <w:t>1.013e0</w:t>
      </w:r>
    </w:p>
    <w:p w:rsidR="007B2329" w:rsidRDefault="007B2329" w:rsidP="007B2329">
      <w:r>
        <w:t>181.0286</w:t>
      </w:r>
      <w:r>
        <w:tab/>
        <w:t>2.025e0</w:t>
      </w:r>
    </w:p>
    <w:p w:rsidR="007B2329" w:rsidRDefault="007B2329" w:rsidP="007B2329">
      <w:r>
        <w:t>181.0322</w:t>
      </w:r>
      <w:r>
        <w:tab/>
        <w:t>3.038e0</w:t>
      </w:r>
    </w:p>
    <w:p w:rsidR="007B2329" w:rsidRDefault="007B2329" w:rsidP="007B2329">
      <w:r>
        <w:t>181.0569</w:t>
      </w:r>
      <w:r>
        <w:tab/>
        <w:t>7.089e0</w:t>
      </w:r>
    </w:p>
    <w:p w:rsidR="007B2329" w:rsidRDefault="007B2329" w:rsidP="007B2329">
      <w:r>
        <w:t>181.0581</w:t>
      </w:r>
      <w:r>
        <w:tab/>
        <w:t>3.038e0</w:t>
      </w:r>
    </w:p>
    <w:p w:rsidR="007B2329" w:rsidRDefault="007B2329" w:rsidP="007B2329">
      <w:r>
        <w:t>181.0731</w:t>
      </w:r>
      <w:r>
        <w:tab/>
        <w:t>2.025e0</w:t>
      </w:r>
    </w:p>
    <w:p w:rsidR="007B2329" w:rsidRDefault="007B2329" w:rsidP="007B2329">
      <w:r>
        <w:t>181.0750</w:t>
      </w:r>
      <w:r>
        <w:tab/>
        <w:t>1.013e0</w:t>
      </w:r>
    </w:p>
    <w:p w:rsidR="007B2329" w:rsidRDefault="007B2329" w:rsidP="007B2329">
      <w:r>
        <w:t>181.0955</w:t>
      </w:r>
      <w:r>
        <w:tab/>
        <w:t>6.342e0</w:t>
      </w:r>
    </w:p>
    <w:p w:rsidR="007B2329" w:rsidRDefault="007B2329" w:rsidP="007B2329">
      <w:r>
        <w:t>181.0973</w:t>
      </w:r>
      <w:r>
        <w:tab/>
        <w:t>1.520e1</w:t>
      </w:r>
    </w:p>
    <w:p w:rsidR="007B2329" w:rsidRDefault="007B2329" w:rsidP="007B2329">
      <w:r>
        <w:lastRenderedPageBreak/>
        <w:t>181.0984</w:t>
      </w:r>
      <w:r>
        <w:tab/>
        <w:t>2.025e0</w:t>
      </w:r>
    </w:p>
    <w:p w:rsidR="007B2329" w:rsidRDefault="007B2329" w:rsidP="007B2329">
      <w:r>
        <w:t>181.1020</w:t>
      </w:r>
      <w:r>
        <w:tab/>
        <w:t>2.025e0</w:t>
      </w:r>
    </w:p>
    <w:p w:rsidR="007B2329" w:rsidRDefault="007B2329" w:rsidP="007B2329">
      <w:r>
        <w:t>181.1034</w:t>
      </w:r>
      <w:r>
        <w:tab/>
        <w:t>1.722e1</w:t>
      </w:r>
    </w:p>
    <w:p w:rsidR="007B2329" w:rsidRDefault="007B2329" w:rsidP="007B2329">
      <w:r>
        <w:t>181.1045</w:t>
      </w:r>
      <w:r>
        <w:tab/>
        <w:t>8.114e0</w:t>
      </w:r>
    </w:p>
    <w:p w:rsidR="007B2329" w:rsidRDefault="007B2329" w:rsidP="007B2329">
      <w:r>
        <w:t>181.1155</w:t>
      </w:r>
      <w:r>
        <w:tab/>
        <w:t>3.038e0</w:t>
      </w:r>
    </w:p>
    <w:p w:rsidR="007B2329" w:rsidRDefault="007B2329" w:rsidP="007B2329">
      <w:r>
        <w:t>181.1325</w:t>
      </w:r>
      <w:r>
        <w:tab/>
        <w:t>3.038e0</w:t>
      </w:r>
    </w:p>
    <w:p w:rsidR="007B2329" w:rsidRDefault="007B2329" w:rsidP="007B2329">
      <w:r>
        <w:t>181.1343</w:t>
      </w:r>
      <w:r>
        <w:tab/>
        <w:t>1.025e0</w:t>
      </w:r>
    </w:p>
    <w:p w:rsidR="007B2329" w:rsidRDefault="007B2329" w:rsidP="007B2329">
      <w:r>
        <w:t>181.1415</w:t>
      </w:r>
      <w:r>
        <w:tab/>
        <w:t>1.025e0</w:t>
      </w:r>
    </w:p>
    <w:p w:rsidR="007B2329" w:rsidRDefault="007B2329" w:rsidP="007B2329">
      <w:r>
        <w:t>181.1434</w:t>
      </w:r>
      <w:r>
        <w:tab/>
        <w:t>2.025e0</w:t>
      </w:r>
    </w:p>
    <w:p w:rsidR="007B2329" w:rsidRDefault="007B2329" w:rsidP="007B2329">
      <w:r>
        <w:t>181.1612</w:t>
      </w:r>
      <w:r>
        <w:tab/>
        <w:t>2.532e-2</w:t>
      </w:r>
    </w:p>
    <w:p w:rsidR="007B2329" w:rsidRDefault="007B2329" w:rsidP="007B2329">
      <w:r>
        <w:t>181.1756</w:t>
      </w:r>
      <w:r>
        <w:tab/>
        <w:t>2.025e0</w:t>
      </w:r>
    </w:p>
    <w:p w:rsidR="007B2329" w:rsidRDefault="007B2329" w:rsidP="007B2329">
      <w:r>
        <w:t>181.1773</w:t>
      </w:r>
      <w:r>
        <w:tab/>
        <w:t>3.038e0</w:t>
      </w:r>
    </w:p>
    <w:p w:rsidR="007B2329" w:rsidRDefault="007B2329" w:rsidP="007B2329">
      <w:r>
        <w:t>181.1792</w:t>
      </w:r>
      <w:r>
        <w:tab/>
        <w:t>2.025e0</w:t>
      </w:r>
    </w:p>
    <w:p w:rsidR="007B2329" w:rsidRDefault="007B2329" w:rsidP="007B2329">
      <w:r>
        <w:t>181.2152</w:t>
      </w:r>
      <w:r>
        <w:tab/>
        <w:t>2.025e0</w:t>
      </w:r>
    </w:p>
    <w:p w:rsidR="007B2329" w:rsidRDefault="007B2329" w:rsidP="007B2329">
      <w:r>
        <w:t>181.2260</w:t>
      </w:r>
      <w:r>
        <w:tab/>
        <w:t>5.063e0</w:t>
      </w:r>
    </w:p>
    <w:p w:rsidR="007B2329" w:rsidRDefault="007B2329" w:rsidP="007B2329">
      <w:r>
        <w:t>181.2332</w:t>
      </w:r>
      <w:r>
        <w:tab/>
        <w:t>1.013e0</w:t>
      </w:r>
    </w:p>
    <w:p w:rsidR="007B2329" w:rsidRDefault="007B2329" w:rsidP="007B2329">
      <w:r>
        <w:t>181.2404</w:t>
      </w:r>
      <w:r>
        <w:tab/>
        <w:t>1.013e0</w:t>
      </w:r>
    </w:p>
    <w:p w:rsidR="007B2329" w:rsidRDefault="007B2329" w:rsidP="007B2329">
      <w:r>
        <w:t>181.2512</w:t>
      </w:r>
      <w:r>
        <w:tab/>
        <w:t>2.025e0</w:t>
      </w:r>
    </w:p>
    <w:p w:rsidR="007B2329" w:rsidRDefault="007B2329" w:rsidP="007B2329">
      <w:r>
        <w:t>181.2654</w:t>
      </w:r>
      <w:r>
        <w:tab/>
        <w:t>1.013e0</w:t>
      </w:r>
    </w:p>
    <w:p w:rsidR="007B2329" w:rsidRDefault="007B2329" w:rsidP="007B2329">
      <w:r>
        <w:lastRenderedPageBreak/>
        <w:t>181.2690</w:t>
      </w:r>
      <w:r>
        <w:tab/>
        <w:t>1.013e0</w:t>
      </w:r>
    </w:p>
    <w:p w:rsidR="007B2329" w:rsidRDefault="007B2329" w:rsidP="007B2329">
      <w:r>
        <w:t>181.2762</w:t>
      </w:r>
      <w:r>
        <w:tab/>
        <w:t>2.025e0</w:t>
      </w:r>
    </w:p>
    <w:p w:rsidR="007B2329" w:rsidRDefault="007B2329" w:rsidP="007B2329">
      <w:r>
        <w:t>181.2831</w:t>
      </w:r>
      <w:r>
        <w:tab/>
        <w:t>1.013e0</w:t>
      </w:r>
    </w:p>
    <w:p w:rsidR="007B2329" w:rsidRDefault="007B2329" w:rsidP="007B2329">
      <w:r>
        <w:t>181.2885</w:t>
      </w:r>
      <w:r>
        <w:tab/>
        <w:t>2.025e0</w:t>
      </w:r>
    </w:p>
    <w:p w:rsidR="007B2329" w:rsidRDefault="007B2329" w:rsidP="007B2329">
      <w:r>
        <w:t>181.2973</w:t>
      </w:r>
      <w:r>
        <w:tab/>
        <w:t>2.025e0</w:t>
      </w:r>
    </w:p>
    <w:p w:rsidR="007B2329" w:rsidRDefault="007B2329" w:rsidP="007B2329">
      <w:r>
        <w:t>181.2991</w:t>
      </w:r>
      <w:r>
        <w:tab/>
        <w:t>2.025e0</w:t>
      </w:r>
    </w:p>
    <w:p w:rsidR="007B2329" w:rsidRDefault="007B2329" w:rsidP="007B2329">
      <w:r>
        <w:t>181.3008</w:t>
      </w:r>
      <w:r>
        <w:tab/>
        <w:t>1.013e0</w:t>
      </w:r>
    </w:p>
    <w:p w:rsidR="007B2329" w:rsidRDefault="007B2329" w:rsidP="007B2329">
      <w:r>
        <w:t>181.3043</w:t>
      </w:r>
      <w:r>
        <w:tab/>
        <w:t>1.013e0</w:t>
      </w:r>
    </w:p>
    <w:p w:rsidR="007B2329" w:rsidRDefault="007B2329" w:rsidP="007B2329">
      <w:r>
        <w:t>181.3079</w:t>
      </w:r>
      <w:r>
        <w:tab/>
        <w:t>1.013e0</w:t>
      </w:r>
    </w:p>
    <w:p w:rsidR="007B2329" w:rsidRDefault="007B2329" w:rsidP="007B2329">
      <w:r>
        <w:t>181.3184</w:t>
      </w:r>
      <w:r>
        <w:tab/>
        <w:t>5.063e0</w:t>
      </w:r>
    </w:p>
    <w:p w:rsidR="007B2329" w:rsidRDefault="007B2329" w:rsidP="007B2329">
      <w:r>
        <w:t>181.3255</w:t>
      </w:r>
      <w:r>
        <w:tab/>
        <w:t>1.013e0</w:t>
      </w:r>
    </w:p>
    <w:p w:rsidR="007B2329" w:rsidRDefault="007B2329" w:rsidP="007B2329">
      <w:r>
        <w:t>181.3362</w:t>
      </w:r>
      <w:r>
        <w:tab/>
        <w:t>1.013e0</w:t>
      </w:r>
    </w:p>
    <w:p w:rsidR="007B2329" w:rsidRDefault="007B2329" w:rsidP="007B2329">
      <w:r>
        <w:t>181.3432</w:t>
      </w:r>
      <w:r>
        <w:tab/>
        <w:t>1.013e0</w:t>
      </w:r>
    </w:p>
    <w:p w:rsidR="007B2329" w:rsidRDefault="007B2329" w:rsidP="007B2329">
      <w:r>
        <w:t>181.3501</w:t>
      </w:r>
      <w:r>
        <w:tab/>
        <w:t>2.025e0</w:t>
      </w:r>
    </w:p>
    <w:p w:rsidR="007B2329" w:rsidRDefault="007B2329" w:rsidP="007B2329">
      <w:r>
        <w:t>181.3611</w:t>
      </w:r>
      <w:r>
        <w:tab/>
        <w:t>1.013e0</w:t>
      </w:r>
    </w:p>
    <w:p w:rsidR="007B2329" w:rsidRDefault="007B2329" w:rsidP="007B2329">
      <w:r>
        <w:t>181.3791</w:t>
      </w:r>
      <w:r>
        <w:tab/>
        <w:t>1.013e0</w:t>
      </w:r>
    </w:p>
    <w:p w:rsidR="007B2329" w:rsidRDefault="007B2329" w:rsidP="007B2329">
      <w:r>
        <w:t>181.3827</w:t>
      </w:r>
      <w:r>
        <w:tab/>
        <w:t>1.013e0</w:t>
      </w:r>
    </w:p>
    <w:p w:rsidR="007B2329" w:rsidRDefault="007B2329" w:rsidP="007B2329">
      <w:r>
        <w:t>181.3864</w:t>
      </w:r>
      <w:r>
        <w:tab/>
        <w:t>2.025e0</w:t>
      </w:r>
    </w:p>
    <w:p w:rsidR="007B2329" w:rsidRDefault="007B2329" w:rsidP="007B2329">
      <w:r>
        <w:t>181.4007</w:t>
      </w:r>
      <w:r>
        <w:tab/>
        <w:t>1.013e0</w:t>
      </w:r>
    </w:p>
    <w:p w:rsidR="007B2329" w:rsidRDefault="007B2329" w:rsidP="007B2329">
      <w:r>
        <w:lastRenderedPageBreak/>
        <w:t>181.4115</w:t>
      </w:r>
      <w:r>
        <w:tab/>
        <w:t>1.013e0</w:t>
      </w:r>
    </w:p>
    <w:p w:rsidR="007B2329" w:rsidRDefault="007B2329" w:rsidP="007B2329">
      <w:r>
        <w:t>181.4133</w:t>
      </w:r>
      <w:r>
        <w:tab/>
        <w:t>1.025e0</w:t>
      </w:r>
    </w:p>
    <w:p w:rsidR="007B2329" w:rsidRDefault="007B2329" w:rsidP="007B2329">
      <w:r>
        <w:t>181.4187</w:t>
      </w:r>
      <w:r>
        <w:tab/>
        <w:t>1.013e0</w:t>
      </w:r>
    </w:p>
    <w:p w:rsidR="007B2329" w:rsidRDefault="007B2329" w:rsidP="007B2329">
      <w:r>
        <w:t>181.4223</w:t>
      </w:r>
      <w:r>
        <w:tab/>
        <w:t>4.051e0</w:t>
      </w:r>
    </w:p>
    <w:p w:rsidR="007B2329" w:rsidRDefault="007B2329" w:rsidP="007B2329">
      <w:r>
        <w:t>181.4260</w:t>
      </w:r>
      <w:r>
        <w:tab/>
        <w:t>1.013e0</w:t>
      </w:r>
    </w:p>
    <w:p w:rsidR="007B2329" w:rsidRDefault="007B2329" w:rsidP="007B2329">
      <w:r>
        <w:t>181.4403</w:t>
      </w:r>
      <w:r>
        <w:tab/>
        <w:t>2.025e0</w:t>
      </w:r>
    </w:p>
    <w:p w:rsidR="007B2329" w:rsidRDefault="007B2329" w:rsidP="007B2329">
      <w:r>
        <w:t>181.4547</w:t>
      </w:r>
      <w:r>
        <w:tab/>
        <w:t>1.266e-2</w:t>
      </w:r>
    </w:p>
    <w:p w:rsidR="007B2329" w:rsidRDefault="007B2329" w:rsidP="007B2329">
      <w:r>
        <w:t>181.4582</w:t>
      </w:r>
      <w:r>
        <w:tab/>
        <w:t>1.013e0</w:t>
      </w:r>
    </w:p>
    <w:p w:rsidR="007B2329" w:rsidRDefault="007B2329" w:rsidP="007B2329">
      <w:r>
        <w:t>181.4619</w:t>
      </w:r>
      <w:r>
        <w:tab/>
        <w:t>1.013e0</w:t>
      </w:r>
    </w:p>
    <w:p w:rsidR="007B2329" w:rsidRDefault="007B2329" w:rsidP="007B2329">
      <w:r>
        <w:t>181.4726</w:t>
      </w:r>
      <w:r>
        <w:tab/>
        <w:t>1.013e0</w:t>
      </w:r>
    </w:p>
    <w:p w:rsidR="007B2329" w:rsidRDefault="007B2329" w:rsidP="007B2329">
      <w:r>
        <w:t>181.4762</w:t>
      </w:r>
      <w:r>
        <w:tab/>
        <w:t>2.025e0</w:t>
      </w:r>
    </w:p>
    <w:p w:rsidR="007B2329" w:rsidRDefault="007B2329" w:rsidP="007B2329">
      <w:r>
        <w:t>181.4798</w:t>
      </w:r>
      <w:r>
        <w:tab/>
        <w:t>2.025e0</w:t>
      </w:r>
    </w:p>
    <w:p w:rsidR="007B2329" w:rsidRDefault="007B2329" w:rsidP="007B2329">
      <w:r>
        <w:t>181.5014</w:t>
      </w:r>
      <w:r>
        <w:tab/>
        <w:t>2.025e0</w:t>
      </w:r>
    </w:p>
    <w:p w:rsidR="007B2329" w:rsidRDefault="007B2329" w:rsidP="007B2329">
      <w:r>
        <w:t>181.5104</w:t>
      </w:r>
      <w:r>
        <w:tab/>
        <w:t>1.025e0</w:t>
      </w:r>
    </w:p>
    <w:p w:rsidR="007B2329" w:rsidRDefault="007B2329" w:rsidP="007B2329">
      <w:r>
        <w:t>181.5229</w:t>
      </w:r>
      <w:r>
        <w:tab/>
        <w:t>1.013e0</w:t>
      </w:r>
    </w:p>
    <w:p w:rsidR="007B2329" w:rsidRDefault="007B2329" w:rsidP="007B2329">
      <w:r>
        <w:t>181.5302</w:t>
      </w:r>
      <w:r>
        <w:tab/>
        <w:t>1.013e0</w:t>
      </w:r>
    </w:p>
    <w:p w:rsidR="007B2329" w:rsidRDefault="007B2329" w:rsidP="007B2329">
      <w:r>
        <w:t>181.5374</w:t>
      </w:r>
      <w:r>
        <w:tab/>
        <w:t>4.051e0</w:t>
      </w:r>
    </w:p>
    <w:p w:rsidR="007B2329" w:rsidRDefault="007B2329" w:rsidP="007B2329">
      <w:r>
        <w:t>181.5554</w:t>
      </w:r>
      <w:r>
        <w:tab/>
        <w:t>1.013e0</w:t>
      </w:r>
    </w:p>
    <w:p w:rsidR="007B2329" w:rsidRDefault="007B2329" w:rsidP="007B2329">
      <w:r>
        <w:t>181.5590</w:t>
      </w:r>
      <w:r>
        <w:tab/>
        <w:t>1.013e0</w:t>
      </w:r>
    </w:p>
    <w:p w:rsidR="007B2329" w:rsidRDefault="007B2329" w:rsidP="007B2329">
      <w:r>
        <w:lastRenderedPageBreak/>
        <w:t>181.5839</w:t>
      </w:r>
      <w:r>
        <w:tab/>
        <w:t>1.013e0</w:t>
      </w:r>
    </w:p>
    <w:p w:rsidR="007B2329" w:rsidRDefault="007B2329" w:rsidP="007B2329">
      <w:r>
        <w:t>181.5910</w:t>
      </w:r>
      <w:r>
        <w:tab/>
        <w:t>2.025e0</w:t>
      </w:r>
    </w:p>
    <w:p w:rsidR="007B2329" w:rsidRDefault="007B2329" w:rsidP="007B2329">
      <w:r>
        <w:t>181.6122</w:t>
      </w:r>
      <w:r>
        <w:tab/>
        <w:t>1.013e0</w:t>
      </w:r>
    </w:p>
    <w:p w:rsidR="007B2329" w:rsidRDefault="007B2329" w:rsidP="007B2329">
      <w:r>
        <w:t>181.6210</w:t>
      </w:r>
      <w:r>
        <w:tab/>
        <w:t>2.025e0</w:t>
      </w:r>
    </w:p>
    <w:p w:rsidR="007B2329" w:rsidRDefault="007B2329" w:rsidP="007B2329">
      <w:r>
        <w:t>181.6229</w:t>
      </w:r>
      <w:r>
        <w:tab/>
        <w:t>1.013e0</w:t>
      </w:r>
    </w:p>
    <w:p w:rsidR="007B2329" w:rsidRDefault="007B2329" w:rsidP="007B2329">
      <w:r>
        <w:t>181.6300</w:t>
      </w:r>
      <w:r>
        <w:tab/>
        <w:t>1.013e0</w:t>
      </w:r>
    </w:p>
    <w:p w:rsidR="007B2329" w:rsidRDefault="007B2329" w:rsidP="007B2329">
      <w:r>
        <w:t>181.6317</w:t>
      </w:r>
      <w:r>
        <w:tab/>
        <w:t>2.025e0</w:t>
      </w:r>
    </w:p>
    <w:p w:rsidR="007B2329" w:rsidRDefault="007B2329" w:rsidP="007B2329">
      <w:r>
        <w:t>181.6368</w:t>
      </w:r>
      <w:r>
        <w:tab/>
        <w:t>2.025e0</w:t>
      </w:r>
    </w:p>
    <w:p w:rsidR="007B2329" w:rsidRDefault="007B2329" w:rsidP="007B2329">
      <w:r>
        <w:t>181.6497</w:t>
      </w:r>
      <w:r>
        <w:tab/>
        <w:t>3.038e0</w:t>
      </w:r>
    </w:p>
    <w:p w:rsidR="007B2329" w:rsidRDefault="007B2329" w:rsidP="007B2329">
      <w:r>
        <w:t>181.6533</w:t>
      </w:r>
      <w:r>
        <w:tab/>
        <w:t>3.038e0</w:t>
      </w:r>
    </w:p>
    <w:p w:rsidR="007B2329" w:rsidRDefault="007B2329" w:rsidP="007B2329">
      <w:r>
        <w:t>181.6545</w:t>
      </w:r>
      <w:r>
        <w:tab/>
        <w:t>2.025e0</w:t>
      </w:r>
    </w:p>
    <w:p w:rsidR="007B2329" w:rsidRDefault="007B2329" w:rsidP="007B2329">
      <w:r>
        <w:t>181.6583</w:t>
      </w:r>
      <w:r>
        <w:tab/>
        <w:t>1.013e0</w:t>
      </w:r>
    </w:p>
    <w:p w:rsidR="007B2329" w:rsidRDefault="007B2329" w:rsidP="007B2329">
      <w:r>
        <w:t>181.6618</w:t>
      </w:r>
      <w:r>
        <w:tab/>
        <w:t>1.013e0</w:t>
      </w:r>
    </w:p>
    <w:p w:rsidR="007B2329" w:rsidRDefault="007B2329" w:rsidP="007B2329">
      <w:r>
        <w:t>181.6726</w:t>
      </w:r>
      <w:r>
        <w:tab/>
        <w:t>1.013e0</w:t>
      </w:r>
    </w:p>
    <w:p w:rsidR="007B2329" w:rsidRDefault="007B2329" w:rsidP="007B2329">
      <w:r>
        <w:t>181.6852</w:t>
      </w:r>
      <w:r>
        <w:tab/>
        <w:t>2.025e0</w:t>
      </w:r>
    </w:p>
    <w:p w:rsidR="007B2329" w:rsidRDefault="007B2329" w:rsidP="007B2329">
      <w:r>
        <w:t>181.6870</w:t>
      </w:r>
      <w:r>
        <w:tab/>
        <w:t>1.013e0</w:t>
      </w:r>
    </w:p>
    <w:p w:rsidR="007B2329" w:rsidRDefault="007B2329" w:rsidP="007B2329">
      <w:r>
        <w:t>181.6906</w:t>
      </w:r>
      <w:r>
        <w:tab/>
        <w:t>2.025e0</w:t>
      </w:r>
    </w:p>
    <w:p w:rsidR="007B2329" w:rsidRDefault="007B2329" w:rsidP="007B2329">
      <w:r>
        <w:t>181.6943</w:t>
      </w:r>
      <w:r>
        <w:tab/>
        <w:t>1.013e0</w:t>
      </w:r>
    </w:p>
    <w:p w:rsidR="007B2329" w:rsidRDefault="007B2329" w:rsidP="007B2329">
      <w:r>
        <w:t>181.7015</w:t>
      </w:r>
      <w:r>
        <w:tab/>
        <w:t>1.013e0</w:t>
      </w:r>
    </w:p>
    <w:p w:rsidR="007B2329" w:rsidRDefault="007B2329" w:rsidP="007B2329">
      <w:r>
        <w:lastRenderedPageBreak/>
        <w:t>181.7050</w:t>
      </w:r>
      <w:r>
        <w:tab/>
        <w:t>2.025e0</w:t>
      </w:r>
    </w:p>
    <w:p w:rsidR="007B2329" w:rsidRDefault="007B2329" w:rsidP="007B2329">
      <w:r>
        <w:t>181.7086</w:t>
      </w:r>
      <w:r>
        <w:tab/>
        <w:t>2.025e0</w:t>
      </w:r>
    </w:p>
    <w:p w:rsidR="007B2329" w:rsidRDefault="007B2329" w:rsidP="007B2329">
      <w:r>
        <w:t>181.7135</w:t>
      </w:r>
      <w:r>
        <w:tab/>
        <w:t>3.038e0</w:t>
      </w:r>
    </w:p>
    <w:p w:rsidR="007B2329" w:rsidRDefault="007B2329" w:rsidP="007B2329">
      <w:r>
        <w:t>181.7267</w:t>
      </w:r>
      <w:r>
        <w:tab/>
        <w:t>1.013e0</w:t>
      </w:r>
    </w:p>
    <w:p w:rsidR="007B2329" w:rsidRDefault="007B2329" w:rsidP="007B2329">
      <w:r>
        <w:t>181.7374</w:t>
      </w:r>
      <w:r>
        <w:tab/>
        <w:t>3.038e0</w:t>
      </w:r>
    </w:p>
    <w:p w:rsidR="007B2329" w:rsidRDefault="007B2329" w:rsidP="007B2329">
      <w:r>
        <w:t>181.7590</w:t>
      </w:r>
      <w:r>
        <w:tab/>
        <w:t>1.013e0</w:t>
      </w:r>
    </w:p>
    <w:p w:rsidR="007B2329" w:rsidRDefault="007B2329" w:rsidP="007B2329">
      <w:r>
        <w:t>181.7601</w:t>
      </w:r>
      <w:r>
        <w:tab/>
        <w:t>4.467e-1</w:t>
      </w:r>
    </w:p>
    <w:p w:rsidR="007B2329" w:rsidRDefault="007B2329" w:rsidP="007B2329">
      <w:r>
        <w:t>181.7699</w:t>
      </w:r>
      <w:r>
        <w:tab/>
        <w:t>1.013e0</w:t>
      </w:r>
    </w:p>
    <w:p w:rsidR="007B2329" w:rsidRDefault="007B2329" w:rsidP="007B2329">
      <w:r>
        <w:t>181.7734</w:t>
      </w:r>
      <w:r>
        <w:tab/>
        <w:t>1.013e0</w:t>
      </w:r>
    </w:p>
    <w:p w:rsidR="007B2329" w:rsidRDefault="007B2329" w:rsidP="007B2329">
      <w:r>
        <w:t>181.7806</w:t>
      </w:r>
      <w:r>
        <w:tab/>
        <w:t>1.013e0</w:t>
      </w:r>
    </w:p>
    <w:p w:rsidR="007B2329" w:rsidRDefault="007B2329" w:rsidP="007B2329">
      <w:r>
        <w:t>181.7842</w:t>
      </w:r>
      <w:r>
        <w:tab/>
        <w:t>1.013e0</w:t>
      </w:r>
    </w:p>
    <w:p w:rsidR="007B2329" w:rsidRDefault="007B2329" w:rsidP="007B2329">
      <w:r>
        <w:t>181.8004</w:t>
      </w:r>
      <w:r>
        <w:tab/>
        <w:t>2.025e0</w:t>
      </w:r>
    </w:p>
    <w:p w:rsidR="007B2329" w:rsidRDefault="007B2329" w:rsidP="007B2329">
      <w:r>
        <w:t>181.8064</w:t>
      </w:r>
      <w:r>
        <w:tab/>
        <w:t>3.051e0</w:t>
      </w:r>
    </w:p>
    <w:p w:rsidR="007B2329" w:rsidRDefault="007B2329" w:rsidP="007B2329">
      <w:r>
        <w:t>181.8094</w:t>
      </w:r>
      <w:r>
        <w:tab/>
        <w:t>1.013e0</w:t>
      </w:r>
    </w:p>
    <w:p w:rsidR="007B2329" w:rsidRDefault="007B2329" w:rsidP="007B2329">
      <w:r>
        <w:t>181.8130</w:t>
      </w:r>
      <w:r>
        <w:tab/>
        <w:t>3.038e0</w:t>
      </w:r>
    </w:p>
    <w:p w:rsidR="007B2329" w:rsidRDefault="007B2329" w:rsidP="007B2329">
      <w:r>
        <w:t>181.8201</w:t>
      </w:r>
      <w:r>
        <w:tab/>
        <w:t>1.013e0</w:t>
      </w:r>
    </w:p>
    <w:p w:rsidR="007B2329" w:rsidRDefault="007B2329" w:rsidP="007B2329">
      <w:r>
        <w:t>181.8418</w:t>
      </w:r>
      <w:r>
        <w:tab/>
        <w:t>2.025e0</w:t>
      </w:r>
    </w:p>
    <w:p w:rsidR="007B2329" w:rsidRDefault="007B2329" w:rsidP="007B2329">
      <w:r>
        <w:t>181.8454</w:t>
      </w:r>
      <w:r>
        <w:tab/>
        <w:t>1.013e0</w:t>
      </w:r>
    </w:p>
    <w:p w:rsidR="007B2329" w:rsidRDefault="007B2329" w:rsidP="007B2329">
      <w:r>
        <w:t>181.8490</w:t>
      </w:r>
      <w:r>
        <w:tab/>
        <w:t>1.013e0</w:t>
      </w:r>
    </w:p>
    <w:p w:rsidR="007B2329" w:rsidRDefault="007B2329" w:rsidP="007B2329">
      <w:r>
        <w:lastRenderedPageBreak/>
        <w:t>181.8670</w:t>
      </w:r>
      <w:r>
        <w:tab/>
        <w:t>1.013e0</w:t>
      </w:r>
    </w:p>
    <w:p w:rsidR="007B2329" w:rsidRDefault="007B2329" w:rsidP="007B2329">
      <w:r>
        <w:t>181.8743</w:t>
      </w:r>
      <w:r>
        <w:tab/>
        <w:t>1.013e0</w:t>
      </w:r>
    </w:p>
    <w:p w:rsidR="007B2329" w:rsidRDefault="007B2329" w:rsidP="007B2329">
      <w:r>
        <w:t>181.8761</w:t>
      </w:r>
      <w:r>
        <w:tab/>
        <w:t>2.025e0</w:t>
      </w:r>
    </w:p>
    <w:p w:rsidR="007B2329" w:rsidRDefault="007B2329" w:rsidP="007B2329">
      <w:r>
        <w:t>181.8815</w:t>
      </w:r>
      <w:r>
        <w:tab/>
        <w:t>2.025e0</w:t>
      </w:r>
    </w:p>
    <w:p w:rsidR="007B2329" w:rsidRDefault="007B2329" w:rsidP="007B2329">
      <w:r>
        <w:t>181.8923</w:t>
      </w:r>
      <w:r>
        <w:tab/>
        <w:t>1.013e0</w:t>
      </w:r>
    </w:p>
    <w:p w:rsidR="007B2329" w:rsidRDefault="007B2329" w:rsidP="007B2329">
      <w:r>
        <w:t>181.9028</w:t>
      </w:r>
      <w:r>
        <w:tab/>
        <w:t>1.013e0</w:t>
      </w:r>
    </w:p>
    <w:p w:rsidR="007B2329" w:rsidRDefault="007B2329" w:rsidP="007B2329">
      <w:r>
        <w:t>181.9171</w:t>
      </w:r>
      <w:r>
        <w:tab/>
        <w:t>1.266e-2</w:t>
      </w:r>
    </w:p>
    <w:p w:rsidR="007B2329" w:rsidRDefault="007B2329" w:rsidP="007B2329">
      <w:r>
        <w:t>181.9313</w:t>
      </w:r>
      <w:r>
        <w:tab/>
        <w:t>3.038e0</w:t>
      </w:r>
    </w:p>
    <w:p w:rsidR="007B2329" w:rsidRDefault="007B2329" w:rsidP="007B2329">
      <w:r>
        <w:t>181.9383</w:t>
      </w:r>
      <w:r>
        <w:tab/>
        <w:t>1.013e0</w:t>
      </w:r>
    </w:p>
    <w:p w:rsidR="007B2329" w:rsidRDefault="007B2329" w:rsidP="007B2329">
      <w:r>
        <w:t>181.9561</w:t>
      </w:r>
      <w:r>
        <w:tab/>
        <w:t>1.013e0</w:t>
      </w:r>
    </w:p>
    <w:p w:rsidR="007B2329" w:rsidRDefault="007B2329" w:rsidP="007B2329">
      <w:r>
        <w:t>181.9609</w:t>
      </w:r>
      <w:r>
        <w:tab/>
        <w:t>4.051e0</w:t>
      </w:r>
    </w:p>
    <w:p w:rsidR="007B2329" w:rsidRDefault="007B2329" w:rsidP="007B2329">
      <w:r>
        <w:t>181.9632</w:t>
      </w:r>
      <w:r>
        <w:tab/>
        <w:t>1.013e0</w:t>
      </w:r>
    </w:p>
    <w:p w:rsidR="007B2329" w:rsidRDefault="007B2329" w:rsidP="007B2329">
      <w:r>
        <w:t>181.9809</w:t>
      </w:r>
      <w:r>
        <w:tab/>
        <w:t>2.025e0</w:t>
      </w:r>
    </w:p>
    <w:p w:rsidR="007B2329" w:rsidRDefault="007B2329" w:rsidP="007B2329">
      <w:r>
        <w:t>181.9899</w:t>
      </w:r>
      <w:r>
        <w:tab/>
        <w:t>2.025e0</w:t>
      </w:r>
    </w:p>
    <w:p w:rsidR="007B2329" w:rsidRDefault="007B2329" w:rsidP="007B2329">
      <w:r>
        <w:t>182.0091</w:t>
      </w:r>
      <w:r>
        <w:tab/>
        <w:t>5.063e0</w:t>
      </w:r>
    </w:p>
    <w:p w:rsidR="007B2329" w:rsidRDefault="007B2329" w:rsidP="007B2329">
      <w:r>
        <w:t>182.0115</w:t>
      </w:r>
      <w:r>
        <w:tab/>
        <w:t>4.051e0</w:t>
      </w:r>
    </w:p>
    <w:p w:rsidR="007B2329" w:rsidRDefault="007B2329" w:rsidP="007B2329">
      <w:r>
        <w:t>182.0131</w:t>
      </w:r>
      <w:r>
        <w:tab/>
        <w:t>1.013e0</w:t>
      </w:r>
    </w:p>
    <w:p w:rsidR="007B2329" w:rsidRDefault="007B2329" w:rsidP="007B2329">
      <w:r>
        <w:t>182.0204</w:t>
      </w:r>
      <w:r>
        <w:tab/>
        <w:t>2.025e0</w:t>
      </w:r>
    </w:p>
    <w:p w:rsidR="007B2329" w:rsidRDefault="007B2329" w:rsidP="007B2329">
      <w:r>
        <w:t>182.0384</w:t>
      </w:r>
      <w:r>
        <w:tab/>
        <w:t>4.051e0</w:t>
      </w:r>
    </w:p>
    <w:p w:rsidR="007B2329" w:rsidRDefault="007B2329" w:rsidP="007B2329">
      <w:r>
        <w:lastRenderedPageBreak/>
        <w:t>182.0510</w:t>
      </w:r>
      <w:r>
        <w:tab/>
        <w:t>2.532e-2</w:t>
      </w:r>
    </w:p>
    <w:p w:rsidR="007B2329" w:rsidRDefault="007B2329" w:rsidP="007B2329">
      <w:r>
        <w:t>182.0600</w:t>
      </w:r>
      <w:r>
        <w:tab/>
        <w:t>1.013e0</w:t>
      </w:r>
    </w:p>
    <w:p w:rsidR="007B2329" w:rsidRDefault="007B2329" w:rsidP="007B2329">
      <w:r>
        <w:t>182.0672</w:t>
      </w:r>
      <w:r>
        <w:tab/>
        <w:t>1.013e0</w:t>
      </w:r>
    </w:p>
    <w:p w:rsidR="007B2329" w:rsidRDefault="007B2329" w:rsidP="007B2329">
      <w:r>
        <w:t>182.0780</w:t>
      </w:r>
      <w:r>
        <w:tab/>
        <w:t>2.025e0</w:t>
      </w:r>
    </w:p>
    <w:p w:rsidR="007B2329" w:rsidRDefault="007B2329" w:rsidP="007B2329">
      <w:r>
        <w:t>182.0856</w:t>
      </w:r>
      <w:r>
        <w:tab/>
        <w:t>2.051e0</w:t>
      </w:r>
    </w:p>
    <w:p w:rsidR="007B2329" w:rsidRDefault="007B2329" w:rsidP="007B2329">
      <w:r>
        <w:t>182.0924</w:t>
      </w:r>
      <w:r>
        <w:tab/>
        <w:t>1.013e0</w:t>
      </w:r>
    </w:p>
    <w:p w:rsidR="007B2329" w:rsidRDefault="007B2329" w:rsidP="007B2329">
      <w:r>
        <w:t>182.0985</w:t>
      </w:r>
      <w:r>
        <w:tab/>
        <w:t>3.463e0</w:t>
      </w:r>
    </w:p>
    <w:p w:rsidR="007B2329" w:rsidRDefault="007B2329" w:rsidP="007B2329">
      <w:r>
        <w:t>182.0996</w:t>
      </w:r>
      <w:r>
        <w:tab/>
        <w:t>1.013e0</w:t>
      </w:r>
    </w:p>
    <w:p w:rsidR="007B2329" w:rsidRDefault="007B2329" w:rsidP="007B2329">
      <w:r>
        <w:t>182.1032</w:t>
      </w:r>
      <w:r>
        <w:tab/>
        <w:t>2.025e0</w:t>
      </w:r>
    </w:p>
    <w:p w:rsidR="007B2329" w:rsidRDefault="007B2329" w:rsidP="007B2329">
      <w:r>
        <w:t>182.1104</w:t>
      </w:r>
      <w:r>
        <w:tab/>
        <w:t>4.051e0</w:t>
      </w:r>
    </w:p>
    <w:p w:rsidR="007B2329" w:rsidRDefault="007B2329" w:rsidP="007B2329">
      <w:r>
        <w:t>182.1133</w:t>
      </w:r>
      <w:r>
        <w:tab/>
        <w:t>4.051e0</w:t>
      </w:r>
    </w:p>
    <w:p w:rsidR="007B2329" w:rsidRDefault="007B2329" w:rsidP="007B2329">
      <w:r>
        <w:t>182.1362</w:t>
      </w:r>
      <w:r>
        <w:tab/>
        <w:t>4.466e0</w:t>
      </w:r>
    </w:p>
    <w:p w:rsidR="007B2329" w:rsidRDefault="007B2329" w:rsidP="007B2329">
      <w:r>
        <w:t>182.1469</w:t>
      </w:r>
      <w:r>
        <w:tab/>
        <w:t>6.076e0</w:t>
      </w:r>
    </w:p>
    <w:p w:rsidR="007B2329" w:rsidRDefault="007B2329" w:rsidP="007B2329">
      <w:r>
        <w:t>182.1680</w:t>
      </w:r>
      <w:r>
        <w:tab/>
        <w:t>1.013e0</w:t>
      </w:r>
    </w:p>
    <w:p w:rsidR="007B2329" w:rsidRDefault="007B2329" w:rsidP="007B2329">
      <w:r>
        <w:t>182.1860</w:t>
      </w:r>
      <w:r>
        <w:tab/>
        <w:t>1.013e0</w:t>
      </w:r>
    </w:p>
    <w:p w:rsidR="007B2329" w:rsidRDefault="007B2329" w:rsidP="007B2329">
      <w:r>
        <w:t>182.1896</w:t>
      </w:r>
      <w:r>
        <w:tab/>
        <w:t>1.051e0</w:t>
      </w:r>
    </w:p>
    <w:p w:rsidR="007B2329" w:rsidRDefault="007B2329" w:rsidP="007B2329">
      <w:r>
        <w:t>182.1933</w:t>
      </w:r>
      <w:r>
        <w:tab/>
        <w:t>1.013e0</w:t>
      </w:r>
    </w:p>
    <w:p w:rsidR="007B2329" w:rsidRDefault="007B2329" w:rsidP="007B2329">
      <w:r>
        <w:t>182.1969</w:t>
      </w:r>
      <w:r>
        <w:tab/>
        <w:t>1.038e0</w:t>
      </w:r>
    </w:p>
    <w:p w:rsidR="007B2329" w:rsidRDefault="007B2329" w:rsidP="007B2329">
      <w:r>
        <w:t>182.2041</w:t>
      </w:r>
      <w:r>
        <w:tab/>
        <w:t>2.025e0</w:t>
      </w:r>
    </w:p>
    <w:p w:rsidR="007B2329" w:rsidRDefault="007B2329" w:rsidP="007B2329">
      <w:r>
        <w:lastRenderedPageBreak/>
        <w:t>182.2131</w:t>
      </w:r>
      <w:r>
        <w:tab/>
        <w:t>1.025e0</w:t>
      </w:r>
    </w:p>
    <w:p w:rsidR="007B2329" w:rsidRDefault="007B2329" w:rsidP="007B2329">
      <w:r>
        <w:t>182.2150</w:t>
      </w:r>
      <w:r>
        <w:tab/>
        <w:t>1.013e0</w:t>
      </w:r>
    </w:p>
    <w:p w:rsidR="007B2329" w:rsidRDefault="007B2329" w:rsidP="007B2329">
      <w:r>
        <w:t>182.2257</w:t>
      </w:r>
      <w:r>
        <w:tab/>
        <w:t>1.013e0</w:t>
      </w:r>
    </w:p>
    <w:p w:rsidR="007B2329" w:rsidRDefault="007B2329" w:rsidP="007B2329">
      <w:r>
        <w:t>182.2329</w:t>
      </w:r>
      <w:r>
        <w:tab/>
        <w:t>1.013e0</w:t>
      </w:r>
    </w:p>
    <w:p w:rsidR="007B2329" w:rsidRDefault="007B2329" w:rsidP="007B2329">
      <w:r>
        <w:t>182.2365</w:t>
      </w:r>
      <w:r>
        <w:tab/>
        <w:t>1.013e0</w:t>
      </w:r>
    </w:p>
    <w:p w:rsidR="007B2329" w:rsidRDefault="007B2329" w:rsidP="007B2329">
      <w:r>
        <w:t>182.2455</w:t>
      </w:r>
      <w:r>
        <w:tab/>
        <w:t>2.025e0</w:t>
      </w:r>
    </w:p>
    <w:p w:rsidR="007B2329" w:rsidRDefault="007B2329" w:rsidP="007B2329">
      <w:r>
        <w:t>182.2472</w:t>
      </w:r>
      <w:r>
        <w:tab/>
        <w:t>1.013e0</w:t>
      </w:r>
    </w:p>
    <w:p w:rsidR="007B2329" w:rsidRDefault="007B2329" w:rsidP="007B2329">
      <w:r>
        <w:t>182.2578</w:t>
      </w:r>
      <w:r>
        <w:tab/>
        <w:t>1.013e0</w:t>
      </w:r>
    </w:p>
    <w:p w:rsidR="007B2329" w:rsidRDefault="007B2329" w:rsidP="007B2329">
      <w:r>
        <w:t>182.2649</w:t>
      </w:r>
      <w:r>
        <w:tab/>
        <w:t>2.025e0</w:t>
      </w:r>
    </w:p>
    <w:p w:rsidR="007B2329" w:rsidRDefault="007B2329" w:rsidP="007B2329">
      <w:r>
        <w:t>182.2827</w:t>
      </w:r>
      <w:r>
        <w:tab/>
        <w:t>1.013e0</w:t>
      </w:r>
    </w:p>
    <w:p w:rsidR="007B2329" w:rsidRDefault="007B2329" w:rsidP="007B2329">
      <w:r>
        <w:t>182.3004</w:t>
      </w:r>
      <w:r>
        <w:tab/>
        <w:t>1.013e0</w:t>
      </w:r>
    </w:p>
    <w:p w:rsidR="007B2329" w:rsidRDefault="007B2329" w:rsidP="007B2329">
      <w:r>
        <w:t>182.3040</w:t>
      </w:r>
      <w:r>
        <w:tab/>
        <w:t>1.013e0</w:t>
      </w:r>
    </w:p>
    <w:p w:rsidR="007B2329" w:rsidRDefault="007B2329" w:rsidP="007B2329">
      <w:r>
        <w:t>182.3182</w:t>
      </w:r>
      <w:r>
        <w:tab/>
        <w:t>2.025e0</w:t>
      </w:r>
    </w:p>
    <w:p w:rsidR="007B2329" w:rsidRDefault="007B2329" w:rsidP="007B2329">
      <w:r>
        <w:t>182.3199</w:t>
      </w:r>
      <w:r>
        <w:tab/>
        <w:t>2.025e0</w:t>
      </w:r>
    </w:p>
    <w:p w:rsidR="007B2329" w:rsidRDefault="007B2329" w:rsidP="007B2329">
      <w:r>
        <w:t>182.3217</w:t>
      </w:r>
      <w:r>
        <w:tab/>
        <w:t>1.013e0</w:t>
      </w:r>
    </w:p>
    <w:p w:rsidR="007B2329" w:rsidRDefault="007B2329" w:rsidP="007B2329">
      <w:r>
        <w:t>182.3253</w:t>
      </w:r>
      <w:r>
        <w:tab/>
        <w:t>3.038e0</w:t>
      </w:r>
    </w:p>
    <w:p w:rsidR="007B2329" w:rsidRDefault="007B2329" w:rsidP="007B2329">
      <w:r>
        <w:t>182.3289</w:t>
      </w:r>
      <w:r>
        <w:tab/>
        <w:t>3.038e0</w:t>
      </w:r>
    </w:p>
    <w:p w:rsidR="007B2329" w:rsidRDefault="007B2329" w:rsidP="007B2329">
      <w:r>
        <w:t>182.3501</w:t>
      </w:r>
      <w:r>
        <w:tab/>
        <w:t>3.038e0</w:t>
      </w:r>
    </w:p>
    <w:p w:rsidR="007B2329" w:rsidRDefault="007B2329" w:rsidP="007B2329">
      <w:r>
        <w:t>182.3520</w:t>
      </w:r>
      <w:r>
        <w:tab/>
        <w:t>2.025e0</w:t>
      </w:r>
    </w:p>
    <w:p w:rsidR="007B2329" w:rsidRDefault="007B2329" w:rsidP="007B2329">
      <w:r>
        <w:lastRenderedPageBreak/>
        <w:t>182.3574</w:t>
      </w:r>
      <w:r>
        <w:tab/>
        <w:t>3.038e0</w:t>
      </w:r>
    </w:p>
    <w:p w:rsidR="007B2329" w:rsidRDefault="007B2329" w:rsidP="007B2329">
      <w:r>
        <w:t>182.3610</w:t>
      </w:r>
      <w:r>
        <w:tab/>
        <w:t>1.013e0</w:t>
      </w:r>
    </w:p>
    <w:p w:rsidR="007B2329" w:rsidRDefault="007B2329" w:rsidP="007B2329">
      <w:r>
        <w:t>182.3792</w:t>
      </w:r>
      <w:r>
        <w:tab/>
        <w:t>1.013e0</w:t>
      </w:r>
    </w:p>
    <w:p w:rsidR="007B2329" w:rsidRDefault="007B2329" w:rsidP="007B2329">
      <w:r>
        <w:t>182.3864</w:t>
      </w:r>
      <w:r>
        <w:tab/>
        <w:t>2.025e0</w:t>
      </w:r>
    </w:p>
    <w:p w:rsidR="007B2329" w:rsidRDefault="007B2329" w:rsidP="007B2329">
      <w:r>
        <w:t>182.3972</w:t>
      </w:r>
      <w:r>
        <w:tab/>
        <w:t>1.266e-2</w:t>
      </w:r>
    </w:p>
    <w:p w:rsidR="007B2329" w:rsidRDefault="007B2329" w:rsidP="007B2329">
      <w:r>
        <w:t>182.4080</w:t>
      </w:r>
      <w:r>
        <w:tab/>
        <w:t>3.038e0</w:t>
      </w:r>
    </w:p>
    <w:p w:rsidR="007B2329" w:rsidRDefault="007B2329" w:rsidP="007B2329">
      <w:r>
        <w:t>182.4224</w:t>
      </w:r>
      <w:r>
        <w:tab/>
        <w:t>1.013e0</w:t>
      </w:r>
    </w:p>
    <w:p w:rsidR="007B2329" w:rsidRDefault="007B2329" w:rsidP="007B2329">
      <w:r>
        <w:t>182.4260</w:t>
      </w:r>
      <w:r>
        <w:tab/>
        <w:t>1.013e0</w:t>
      </w:r>
    </w:p>
    <w:p w:rsidR="007B2329" w:rsidRDefault="007B2329" w:rsidP="007B2329">
      <w:r>
        <w:t>182.4296</w:t>
      </w:r>
      <w:r>
        <w:tab/>
        <w:t>1.013e0</w:t>
      </w:r>
    </w:p>
    <w:p w:rsidR="007B2329" w:rsidRDefault="007B2329" w:rsidP="007B2329">
      <w:r>
        <w:t>182.4350</w:t>
      </w:r>
      <w:r>
        <w:tab/>
        <w:t>2.025e0</w:t>
      </w:r>
    </w:p>
    <w:p w:rsidR="007B2329" w:rsidRDefault="007B2329" w:rsidP="007B2329">
      <w:r>
        <w:t>182.4440</w:t>
      </w:r>
      <w:r>
        <w:tab/>
        <w:t>1.013e0</w:t>
      </w:r>
    </w:p>
    <w:p w:rsidR="007B2329" w:rsidRDefault="007B2329" w:rsidP="007B2329">
      <w:r>
        <w:t>182.4584</w:t>
      </w:r>
      <w:r>
        <w:tab/>
        <w:t>1.013e0</w:t>
      </w:r>
    </w:p>
    <w:p w:rsidR="007B2329" w:rsidRDefault="007B2329" w:rsidP="007B2329">
      <w:r>
        <w:t>182.4639</w:t>
      </w:r>
      <w:r>
        <w:tab/>
        <w:t>1.025e0</w:t>
      </w:r>
    </w:p>
    <w:p w:rsidR="007B2329" w:rsidRDefault="007B2329" w:rsidP="007B2329">
      <w:r>
        <w:t>182.4656</w:t>
      </w:r>
      <w:r>
        <w:tab/>
        <w:t>1.013e0</w:t>
      </w:r>
    </w:p>
    <w:p w:rsidR="007B2329" w:rsidRDefault="007B2329" w:rsidP="007B2329">
      <w:r>
        <w:t>182.4693</w:t>
      </w:r>
      <w:r>
        <w:tab/>
        <w:t>1.013e0</w:t>
      </w:r>
    </w:p>
    <w:p w:rsidR="007B2329" w:rsidRDefault="007B2329" w:rsidP="007B2329">
      <w:r>
        <w:t>182.4740</w:t>
      </w:r>
      <w:r>
        <w:tab/>
        <w:t>3.038e0</w:t>
      </w:r>
    </w:p>
    <w:p w:rsidR="007B2329" w:rsidRDefault="007B2329" w:rsidP="007B2329">
      <w:r>
        <w:t>182.4783</w:t>
      </w:r>
      <w:r>
        <w:tab/>
        <w:t>2.025e0</w:t>
      </w:r>
    </w:p>
    <w:p w:rsidR="007B2329" w:rsidRDefault="007B2329" w:rsidP="007B2329">
      <w:r>
        <w:t>182.4837</w:t>
      </w:r>
      <w:r>
        <w:tab/>
        <w:t>1.013e0</w:t>
      </w:r>
    </w:p>
    <w:p w:rsidR="007B2329" w:rsidRDefault="007B2329" w:rsidP="007B2329">
      <w:r>
        <w:t>182.4873</w:t>
      </w:r>
      <w:r>
        <w:tab/>
        <w:t>3.038e0</w:t>
      </w:r>
    </w:p>
    <w:p w:rsidR="007B2329" w:rsidRDefault="007B2329" w:rsidP="007B2329">
      <w:r>
        <w:lastRenderedPageBreak/>
        <w:t>182.4945</w:t>
      </w:r>
      <w:r>
        <w:tab/>
        <w:t>2.025e0</w:t>
      </w:r>
    </w:p>
    <w:p w:rsidR="007B2329" w:rsidRDefault="007B2329" w:rsidP="007B2329">
      <w:r>
        <w:t>182.4980</w:t>
      </w:r>
      <w:r>
        <w:tab/>
        <w:t>3.038e0</w:t>
      </w:r>
    </w:p>
    <w:p w:rsidR="007B2329" w:rsidRDefault="007B2329" w:rsidP="007B2329">
      <w:r>
        <w:t>182.5160</w:t>
      </w:r>
      <w:r>
        <w:tab/>
        <w:t>1.013e0</w:t>
      </w:r>
    </w:p>
    <w:p w:rsidR="007B2329" w:rsidRDefault="007B2329" w:rsidP="007B2329">
      <w:r>
        <w:t>182.5305</w:t>
      </w:r>
      <w:r>
        <w:tab/>
        <w:t>4.051e0</w:t>
      </w:r>
    </w:p>
    <w:p w:rsidR="007B2329" w:rsidRDefault="007B2329" w:rsidP="007B2329">
      <w:r>
        <w:t>182.5377</w:t>
      </w:r>
      <w:r>
        <w:tab/>
        <w:t>1.013e0</w:t>
      </w:r>
    </w:p>
    <w:p w:rsidR="007B2329" w:rsidRDefault="007B2329" w:rsidP="007B2329">
      <w:r>
        <w:t>182.5397</w:t>
      </w:r>
      <w:r>
        <w:tab/>
        <w:t>3.038e0</w:t>
      </w:r>
    </w:p>
    <w:p w:rsidR="007B2329" w:rsidRDefault="007B2329" w:rsidP="007B2329">
      <w:r>
        <w:t>182.5485</w:t>
      </w:r>
      <w:r>
        <w:tab/>
        <w:t>1.266e-2</w:t>
      </w:r>
    </w:p>
    <w:p w:rsidR="007B2329" w:rsidRDefault="007B2329" w:rsidP="007B2329">
      <w:r>
        <w:t>182.5593</w:t>
      </w:r>
      <w:r>
        <w:tab/>
        <w:t>1.013e0</w:t>
      </w:r>
    </w:p>
    <w:p w:rsidR="007B2329" w:rsidRDefault="007B2329" w:rsidP="007B2329">
      <w:r>
        <w:t>182.5613</w:t>
      </w:r>
      <w:r>
        <w:tab/>
        <w:t>3.038e0</w:t>
      </w:r>
    </w:p>
    <w:p w:rsidR="007B2329" w:rsidRDefault="007B2329" w:rsidP="007B2329">
      <w:r>
        <w:t>182.5791</w:t>
      </w:r>
      <w:r>
        <w:tab/>
        <w:t>2.025e0</w:t>
      </w:r>
    </w:p>
    <w:p w:rsidR="007B2329" w:rsidRDefault="007B2329" w:rsidP="007B2329">
      <w:r>
        <w:t>182.5846</w:t>
      </w:r>
      <w:r>
        <w:tab/>
        <w:t>1.013e0</w:t>
      </w:r>
    </w:p>
    <w:p w:rsidR="007B2329" w:rsidRDefault="007B2329" w:rsidP="007B2329">
      <w:r>
        <w:t>182.5955</w:t>
      </w:r>
      <w:r>
        <w:tab/>
        <w:t>2.025e0</w:t>
      </w:r>
    </w:p>
    <w:p w:rsidR="007B2329" w:rsidRDefault="007B2329" w:rsidP="007B2329">
      <w:r>
        <w:t>182.6098</w:t>
      </w:r>
      <w:r>
        <w:tab/>
        <w:t>2.025e0</w:t>
      </w:r>
    </w:p>
    <w:p w:rsidR="007B2329" w:rsidRDefault="007B2329" w:rsidP="007B2329">
      <w:r>
        <w:t>182.6133</w:t>
      </w:r>
      <w:r>
        <w:tab/>
        <w:t>1.013e0</w:t>
      </w:r>
    </w:p>
    <w:p w:rsidR="007B2329" w:rsidRDefault="007B2329" w:rsidP="007B2329">
      <w:r>
        <w:t>182.6257</w:t>
      </w:r>
      <w:r>
        <w:tab/>
        <w:t>2.025e0</w:t>
      </w:r>
    </w:p>
    <w:p w:rsidR="007B2329" w:rsidRDefault="007B2329" w:rsidP="007B2329">
      <w:r>
        <w:t>182.6277</w:t>
      </w:r>
      <w:r>
        <w:tab/>
        <w:t>2.025e0</w:t>
      </w:r>
    </w:p>
    <w:p w:rsidR="007B2329" w:rsidRDefault="007B2329" w:rsidP="007B2329">
      <w:r>
        <w:t>182.6292</w:t>
      </w:r>
      <w:r>
        <w:tab/>
        <w:t>2.025e0</w:t>
      </w:r>
    </w:p>
    <w:p w:rsidR="007B2329" w:rsidRDefault="007B2329" w:rsidP="007B2329">
      <w:r>
        <w:t>182.6347</w:t>
      </w:r>
      <w:r>
        <w:tab/>
        <w:t>1.013e0</w:t>
      </w:r>
    </w:p>
    <w:p w:rsidR="007B2329" w:rsidRDefault="007B2329" w:rsidP="007B2329">
      <w:r>
        <w:t>182.6435</w:t>
      </w:r>
      <w:r>
        <w:tab/>
        <w:t>2.025e0</w:t>
      </w:r>
    </w:p>
    <w:p w:rsidR="007B2329" w:rsidRDefault="007B2329" w:rsidP="007B2329">
      <w:r>
        <w:lastRenderedPageBreak/>
        <w:t>182.6667</w:t>
      </w:r>
      <w:r>
        <w:tab/>
        <w:t>2.025e0</w:t>
      </w:r>
    </w:p>
    <w:p w:rsidR="007B2329" w:rsidRDefault="007B2329" w:rsidP="007B2329">
      <w:r>
        <w:t>182.6739</w:t>
      </w:r>
      <w:r>
        <w:tab/>
        <w:t>1.013e0</w:t>
      </w:r>
    </w:p>
    <w:p w:rsidR="007B2329" w:rsidRDefault="007B2329" w:rsidP="007B2329">
      <w:r>
        <w:t>182.6796</w:t>
      </w:r>
      <w:r>
        <w:tab/>
        <w:t>3.038e0</w:t>
      </w:r>
    </w:p>
    <w:p w:rsidR="007B2329" w:rsidRDefault="007B2329" w:rsidP="007B2329">
      <w:r>
        <w:t>182.6881</w:t>
      </w:r>
      <w:r>
        <w:tab/>
        <w:t>2.025e0</w:t>
      </w:r>
    </w:p>
    <w:p w:rsidR="007B2329" w:rsidRDefault="007B2329" w:rsidP="007B2329">
      <w:r>
        <w:t>182.6988</w:t>
      </w:r>
      <w:r>
        <w:tab/>
        <w:t>1.013e0</w:t>
      </w:r>
    </w:p>
    <w:p w:rsidR="007B2329" w:rsidRDefault="007B2329" w:rsidP="007B2329">
      <w:r>
        <w:t>182.7023</w:t>
      </w:r>
      <w:r>
        <w:tab/>
        <w:t>1.013e0</w:t>
      </w:r>
    </w:p>
    <w:p w:rsidR="007B2329" w:rsidRDefault="007B2329" w:rsidP="007B2329">
      <w:r>
        <w:t>182.7105</w:t>
      </w:r>
      <w:r>
        <w:tab/>
        <w:t>3.038e0</w:t>
      </w:r>
    </w:p>
    <w:p w:rsidR="007B2329" w:rsidRDefault="007B2329" w:rsidP="007B2329">
      <w:r>
        <w:t>182.7166</w:t>
      </w:r>
      <w:r>
        <w:tab/>
        <w:t>2.025e0</w:t>
      </w:r>
    </w:p>
    <w:p w:rsidR="007B2329" w:rsidRDefault="007B2329" w:rsidP="007B2329">
      <w:r>
        <w:t>182.7185</w:t>
      </w:r>
      <w:r>
        <w:tab/>
        <w:t>2.025e0</w:t>
      </w:r>
    </w:p>
    <w:p w:rsidR="007B2329" w:rsidRDefault="007B2329" w:rsidP="007B2329">
      <w:r>
        <w:t>182.7381</w:t>
      </w:r>
      <w:r>
        <w:tab/>
        <w:t>1.013e0</w:t>
      </w:r>
    </w:p>
    <w:p w:rsidR="007B2329" w:rsidRDefault="007B2329" w:rsidP="007B2329">
      <w:r>
        <w:t>182.7453</w:t>
      </w:r>
      <w:r>
        <w:tab/>
        <w:t>1.013e0</w:t>
      </w:r>
    </w:p>
    <w:p w:rsidR="007B2329" w:rsidRDefault="007B2329" w:rsidP="007B2329">
      <w:r>
        <w:t>182.7671</w:t>
      </w:r>
      <w:r>
        <w:tab/>
        <w:t>2.025e0</w:t>
      </w:r>
    </w:p>
    <w:p w:rsidR="007B2329" w:rsidRDefault="007B2329" w:rsidP="007B2329">
      <w:r>
        <w:t>182.7779</w:t>
      </w:r>
      <w:r>
        <w:tab/>
        <w:t>1.013e0</w:t>
      </w:r>
    </w:p>
    <w:p w:rsidR="007B2329" w:rsidRDefault="007B2329" w:rsidP="007B2329">
      <w:r>
        <w:t>182.7850</w:t>
      </w:r>
      <w:r>
        <w:tab/>
        <w:t>1.013e0</w:t>
      </w:r>
    </w:p>
    <w:p w:rsidR="007B2329" w:rsidRDefault="007B2329" w:rsidP="007B2329">
      <w:r>
        <w:t>182.7887</w:t>
      </w:r>
      <w:r>
        <w:tab/>
        <w:t>1.013e0</w:t>
      </w:r>
    </w:p>
    <w:p w:rsidR="007B2329" w:rsidRDefault="007B2329" w:rsidP="007B2329">
      <w:r>
        <w:t>182.7910</w:t>
      </w:r>
      <w:r>
        <w:tab/>
        <w:t>4.051e0</w:t>
      </w:r>
    </w:p>
    <w:p w:rsidR="007B2329" w:rsidRDefault="007B2329" w:rsidP="007B2329">
      <w:r>
        <w:t>182.8049</w:t>
      </w:r>
      <w:r>
        <w:tab/>
        <w:t>2.025e0</w:t>
      </w:r>
    </w:p>
    <w:p w:rsidR="007B2329" w:rsidRDefault="007B2329" w:rsidP="007B2329">
      <w:r>
        <w:t>182.8104</w:t>
      </w:r>
      <w:r>
        <w:tab/>
        <w:t>1.013e0</w:t>
      </w:r>
    </w:p>
    <w:p w:rsidR="007B2329" w:rsidRDefault="007B2329" w:rsidP="007B2329">
      <w:r>
        <w:t>182.8175</w:t>
      </w:r>
      <w:r>
        <w:tab/>
        <w:t>2.025e0</w:t>
      </w:r>
    </w:p>
    <w:p w:rsidR="007B2329" w:rsidRDefault="007B2329" w:rsidP="007B2329">
      <w:r>
        <w:lastRenderedPageBreak/>
        <w:t>182.8247</w:t>
      </w:r>
      <w:r>
        <w:tab/>
        <w:t>1.013e0</w:t>
      </w:r>
    </w:p>
    <w:p w:rsidR="007B2329" w:rsidRDefault="007B2329" w:rsidP="007B2329">
      <w:r>
        <w:t>182.8284</w:t>
      </w:r>
      <w:r>
        <w:tab/>
        <w:t>1.013e0</w:t>
      </w:r>
    </w:p>
    <w:p w:rsidR="007B2329" w:rsidRDefault="007B2329" w:rsidP="007B2329">
      <w:r>
        <w:t>182.8320</w:t>
      </w:r>
      <w:r>
        <w:tab/>
        <w:t>1.013e0</w:t>
      </w:r>
    </w:p>
    <w:p w:rsidR="007B2329" w:rsidRDefault="007B2329" w:rsidP="007B2329">
      <w:r>
        <w:t>182.8392</w:t>
      </w:r>
      <w:r>
        <w:tab/>
        <w:t>1.013e0</w:t>
      </w:r>
    </w:p>
    <w:p w:rsidR="007B2329" w:rsidRDefault="007B2329" w:rsidP="007B2329">
      <w:r>
        <w:t>182.8464</w:t>
      </w:r>
      <w:r>
        <w:tab/>
        <w:t>2.025e0</w:t>
      </w:r>
    </w:p>
    <w:p w:rsidR="007B2329" w:rsidRDefault="007B2329" w:rsidP="007B2329">
      <w:r>
        <w:t>182.8499</w:t>
      </w:r>
      <w:r>
        <w:tab/>
        <w:t>2.025e0</w:t>
      </w:r>
    </w:p>
    <w:p w:rsidR="007B2329" w:rsidRDefault="007B2329" w:rsidP="007B2329">
      <w:r>
        <w:t>182.8535</w:t>
      </w:r>
      <w:r>
        <w:tab/>
        <w:t>1.013e0</w:t>
      </w:r>
    </w:p>
    <w:p w:rsidR="007B2329" w:rsidRDefault="007B2329" w:rsidP="007B2329">
      <w:r>
        <w:t>182.8572</w:t>
      </w:r>
      <w:r>
        <w:tab/>
        <w:t>1.013e0</w:t>
      </w:r>
    </w:p>
    <w:p w:rsidR="007B2329" w:rsidRDefault="007B2329" w:rsidP="007B2329">
      <w:r>
        <w:t>182.8824</w:t>
      </w:r>
      <w:r>
        <w:tab/>
        <w:t>1.013e0</w:t>
      </w:r>
    </w:p>
    <w:p w:rsidR="007B2329" w:rsidRDefault="007B2329" w:rsidP="007B2329">
      <w:r>
        <w:t>182.8932</w:t>
      </w:r>
      <w:r>
        <w:tab/>
        <w:t>1.013e0</w:t>
      </w:r>
    </w:p>
    <w:p w:rsidR="007B2329" w:rsidRDefault="007B2329" w:rsidP="007B2329">
      <w:r>
        <w:t>182.8968</w:t>
      </w:r>
      <w:r>
        <w:tab/>
        <w:t>1.013e0</w:t>
      </w:r>
    </w:p>
    <w:p w:rsidR="007B2329" w:rsidRDefault="007B2329" w:rsidP="007B2329">
      <w:r>
        <w:t>182.9077</w:t>
      </w:r>
      <w:r>
        <w:tab/>
        <w:t>1.013e0</w:t>
      </w:r>
    </w:p>
    <w:p w:rsidR="007B2329" w:rsidRDefault="007B2329" w:rsidP="007B2329">
      <w:r>
        <w:t>182.9113</w:t>
      </w:r>
      <w:r>
        <w:tab/>
        <w:t>1.013e0</w:t>
      </w:r>
    </w:p>
    <w:p w:rsidR="007B2329" w:rsidRDefault="007B2329" w:rsidP="007B2329">
      <w:r>
        <w:t>182.9257</w:t>
      </w:r>
      <w:r>
        <w:tab/>
        <w:t>4.051e0</w:t>
      </w:r>
    </w:p>
    <w:p w:rsidR="007B2329" w:rsidRDefault="007B2329" w:rsidP="007B2329">
      <w:r>
        <w:t>182.9293</w:t>
      </w:r>
      <w:r>
        <w:tab/>
        <w:t>2.025e0</w:t>
      </w:r>
    </w:p>
    <w:p w:rsidR="007B2329" w:rsidRDefault="007B2329" w:rsidP="007B2329">
      <w:r>
        <w:t>182.9383</w:t>
      </w:r>
      <w:r>
        <w:tab/>
        <w:t>2.025e0</w:t>
      </w:r>
    </w:p>
    <w:p w:rsidR="007B2329" w:rsidRDefault="007B2329" w:rsidP="007B2329">
      <w:r>
        <w:t>182.9473</w:t>
      </w:r>
      <w:r>
        <w:tab/>
        <w:t>2.025e0</w:t>
      </w:r>
    </w:p>
    <w:p w:rsidR="007B2329" w:rsidRDefault="007B2329" w:rsidP="007B2329">
      <w:r>
        <w:t>182.9618</w:t>
      </w:r>
      <w:r>
        <w:tab/>
        <w:t>2.025e0</w:t>
      </w:r>
    </w:p>
    <w:p w:rsidR="007B2329" w:rsidRDefault="007B2329" w:rsidP="007B2329">
      <w:r>
        <w:t>182.9780</w:t>
      </w:r>
      <w:r>
        <w:tab/>
        <w:t>2.178e-1</w:t>
      </w:r>
    </w:p>
    <w:p w:rsidR="007B2329" w:rsidRDefault="007B2329" w:rsidP="007B2329">
      <w:r>
        <w:lastRenderedPageBreak/>
        <w:t>182.9824</w:t>
      </w:r>
      <w:r>
        <w:tab/>
        <w:t>5.238e0</w:t>
      </w:r>
    </w:p>
    <w:p w:rsidR="007B2329" w:rsidRDefault="007B2329" w:rsidP="007B2329">
      <w:r>
        <w:t>182.9869</w:t>
      </w:r>
      <w:r>
        <w:tab/>
        <w:t>8.127e0</w:t>
      </w:r>
    </w:p>
    <w:p w:rsidR="007B2329" w:rsidRDefault="007B2329" w:rsidP="007B2329">
      <w:r>
        <w:t>182.9885</w:t>
      </w:r>
      <w:r>
        <w:tab/>
        <w:t>7.246e0</w:t>
      </w:r>
    </w:p>
    <w:p w:rsidR="007B2329" w:rsidRDefault="007B2329" w:rsidP="007B2329">
      <w:r>
        <w:t>182.9904</w:t>
      </w:r>
      <w:r>
        <w:tab/>
        <w:t>1.823e1</w:t>
      </w:r>
    </w:p>
    <w:p w:rsidR="007B2329" w:rsidRDefault="007B2329" w:rsidP="007B2329">
      <w:r>
        <w:t>182.9973</w:t>
      </w:r>
      <w:r>
        <w:tab/>
        <w:t>4.051e0</w:t>
      </w:r>
    </w:p>
    <w:p w:rsidR="007B2329" w:rsidRDefault="007B2329" w:rsidP="007B2329">
      <w:r>
        <w:t>183.0031</w:t>
      </w:r>
      <w:r>
        <w:tab/>
        <w:t>2.025e0</w:t>
      </w:r>
    </w:p>
    <w:p w:rsidR="007B2329" w:rsidRDefault="007B2329" w:rsidP="007B2329">
      <w:r>
        <w:t>183.0158</w:t>
      </w:r>
      <w:r>
        <w:tab/>
        <w:t>1.013e0</w:t>
      </w:r>
    </w:p>
    <w:p w:rsidR="007B2329" w:rsidRDefault="007B2329" w:rsidP="007B2329">
      <w:r>
        <w:t>183.0194</w:t>
      </w:r>
      <w:r>
        <w:tab/>
        <w:t>3.038e0</w:t>
      </w:r>
    </w:p>
    <w:p w:rsidR="007B2329" w:rsidRDefault="007B2329" w:rsidP="007B2329">
      <w:r>
        <w:t>183.0287</w:t>
      </w:r>
      <w:r>
        <w:tab/>
        <w:t>4.051e0</w:t>
      </w:r>
    </w:p>
    <w:p w:rsidR="007B2329" w:rsidRDefault="007B2329" w:rsidP="007B2329">
      <w:r>
        <w:t>183.0372</w:t>
      </w:r>
      <w:r>
        <w:tab/>
        <w:t>1.013e0</w:t>
      </w:r>
    </w:p>
    <w:p w:rsidR="007B2329" w:rsidRDefault="007B2329" w:rsidP="007B2329">
      <w:r>
        <w:t>183.0438</w:t>
      </w:r>
      <w:r>
        <w:tab/>
        <w:t>5.063e0</w:t>
      </w:r>
    </w:p>
    <w:p w:rsidR="007B2329" w:rsidRDefault="007B2329" w:rsidP="007B2329">
      <w:r>
        <w:t>183.0550</w:t>
      </w:r>
      <w:r>
        <w:tab/>
        <w:t>3.038e0</w:t>
      </w:r>
    </w:p>
    <w:p w:rsidR="007B2329" w:rsidRDefault="007B2329" w:rsidP="007B2329">
      <w:r>
        <w:t>183.0568</w:t>
      </w:r>
      <w:r>
        <w:tab/>
        <w:t>2.532e-2</w:t>
      </w:r>
    </w:p>
    <w:p w:rsidR="007B2329" w:rsidRDefault="007B2329" w:rsidP="007B2329">
      <w:r>
        <w:t>183.0622</w:t>
      </w:r>
      <w:r>
        <w:tab/>
        <w:t>3.009e0</w:t>
      </w:r>
    </w:p>
    <w:p w:rsidR="007B2329" w:rsidRDefault="007B2329" w:rsidP="007B2329">
      <w:r>
        <w:t>183.0639</w:t>
      </w:r>
      <w:r>
        <w:tab/>
        <w:t>2.532e-2</w:t>
      </w:r>
    </w:p>
    <w:p w:rsidR="007B2329" w:rsidRDefault="007B2329" w:rsidP="007B2329">
      <w:r>
        <w:t>183.0800</w:t>
      </w:r>
      <w:r>
        <w:tab/>
        <w:t>5.076e0</w:t>
      </w:r>
    </w:p>
    <w:p w:rsidR="007B2329" w:rsidRDefault="007B2329" w:rsidP="007B2329">
      <w:r>
        <w:t>183.0817</w:t>
      </w:r>
      <w:r>
        <w:tab/>
        <w:t>2.532e-2</w:t>
      </w:r>
    </w:p>
    <w:p w:rsidR="007B2329" w:rsidRDefault="007B2329" w:rsidP="007B2329">
      <w:r>
        <w:t>183.0836</w:t>
      </w:r>
      <w:r>
        <w:tab/>
        <w:t>2.025e0</w:t>
      </w:r>
    </w:p>
    <w:p w:rsidR="007B2329" w:rsidRDefault="007B2329" w:rsidP="007B2329">
      <w:r>
        <w:t>183.0943</w:t>
      </w:r>
      <w:r>
        <w:tab/>
        <w:t>2.038e0</w:t>
      </w:r>
    </w:p>
    <w:p w:rsidR="007B2329" w:rsidRDefault="007B2329" w:rsidP="007B2329">
      <w:r>
        <w:lastRenderedPageBreak/>
        <w:t>183.0961</w:t>
      </w:r>
      <w:r>
        <w:tab/>
        <w:t>2.025e0</w:t>
      </w:r>
    </w:p>
    <w:p w:rsidR="007B2329" w:rsidRDefault="007B2329" w:rsidP="007B2329">
      <w:r>
        <w:t>183.1048</w:t>
      </w:r>
      <w:r>
        <w:tab/>
        <w:t>2.025e0</w:t>
      </w:r>
    </w:p>
    <w:p w:rsidR="007B2329" w:rsidRDefault="007B2329" w:rsidP="007B2329">
      <w:r>
        <w:t>183.1191</w:t>
      </w:r>
      <w:r>
        <w:tab/>
        <w:t>2.025e0</w:t>
      </w:r>
    </w:p>
    <w:p w:rsidR="007B2329" w:rsidRDefault="007B2329" w:rsidP="007B2329">
      <w:r>
        <w:t>183.1299</w:t>
      </w:r>
      <w:r>
        <w:tab/>
        <w:t>1.013e0</w:t>
      </w:r>
    </w:p>
    <w:p w:rsidR="007B2329" w:rsidRDefault="007B2329" w:rsidP="007B2329">
      <w:r>
        <w:t>183.1370</w:t>
      </w:r>
      <w:r>
        <w:tab/>
        <w:t>3.038e0</w:t>
      </w:r>
    </w:p>
    <w:p w:rsidR="007B2329" w:rsidRDefault="007B2329" w:rsidP="007B2329">
      <w:r>
        <w:t>183.1407</w:t>
      </w:r>
      <w:r>
        <w:tab/>
        <w:t>1.013e0</w:t>
      </w:r>
    </w:p>
    <w:p w:rsidR="007B2329" w:rsidRDefault="007B2329" w:rsidP="007B2329">
      <w:r>
        <w:t>183.1426</w:t>
      </w:r>
      <w:r>
        <w:tab/>
        <w:t>2.025e0</w:t>
      </w:r>
    </w:p>
    <w:p w:rsidR="007B2329" w:rsidRDefault="007B2329" w:rsidP="007B2329">
      <w:r>
        <w:t>183.1624</w:t>
      </w:r>
      <w:r>
        <w:tab/>
        <w:t>1.013e0</w:t>
      </w:r>
    </w:p>
    <w:p w:rsidR="007B2329" w:rsidRDefault="007B2329" w:rsidP="007B2329">
      <w:r>
        <w:t>183.1696</w:t>
      </w:r>
      <w:r>
        <w:tab/>
        <w:t>1.013e0</w:t>
      </w:r>
    </w:p>
    <w:p w:rsidR="007B2329" w:rsidRDefault="007B2329" w:rsidP="007B2329">
      <w:r>
        <w:t>183.1858</w:t>
      </w:r>
      <w:r>
        <w:tab/>
        <w:t>2.025e0</w:t>
      </w:r>
    </w:p>
    <w:p w:rsidR="007B2329" w:rsidRDefault="007B2329" w:rsidP="007B2329">
      <w:r>
        <w:t>183.1958</w:t>
      </w:r>
      <w:r>
        <w:tab/>
        <w:t>3.038e0</w:t>
      </w:r>
    </w:p>
    <w:p w:rsidR="007B2329" w:rsidRDefault="007B2329" w:rsidP="007B2329">
      <w:r>
        <w:t>183.2021</w:t>
      </w:r>
      <w:r>
        <w:tab/>
        <w:t>1.013e0</w:t>
      </w:r>
    </w:p>
    <w:p w:rsidR="007B2329" w:rsidRDefault="007B2329" w:rsidP="007B2329">
      <w:r>
        <w:t>183.2058</w:t>
      </w:r>
      <w:r>
        <w:tab/>
        <w:t>1.013e0</w:t>
      </w:r>
    </w:p>
    <w:p w:rsidR="007B2329" w:rsidRDefault="007B2329" w:rsidP="007B2329">
      <w:r>
        <w:t>183.2238</w:t>
      </w:r>
      <w:r>
        <w:tab/>
        <w:t>1.013e0</w:t>
      </w:r>
    </w:p>
    <w:p w:rsidR="007B2329" w:rsidRDefault="007B2329" w:rsidP="007B2329">
      <w:r>
        <w:t>183.2274</w:t>
      </w:r>
      <w:r>
        <w:tab/>
        <w:t>1.013e0</w:t>
      </w:r>
    </w:p>
    <w:p w:rsidR="007B2329" w:rsidRDefault="007B2329" w:rsidP="007B2329">
      <w:r>
        <w:t>183.2310</w:t>
      </w:r>
      <w:r>
        <w:tab/>
        <w:t>1.013e0</w:t>
      </w:r>
    </w:p>
    <w:p w:rsidR="007B2329" w:rsidRDefault="007B2329" w:rsidP="007B2329">
      <w:r>
        <w:t>183.2328</w:t>
      </w:r>
      <w:r>
        <w:tab/>
        <w:t>2.025e0</w:t>
      </w:r>
    </w:p>
    <w:p w:rsidR="007B2329" w:rsidRDefault="007B2329" w:rsidP="007B2329">
      <w:r>
        <w:t>183.2490</w:t>
      </w:r>
      <w:r>
        <w:tab/>
        <w:t>1.013e0</w:t>
      </w:r>
    </w:p>
    <w:p w:rsidR="007B2329" w:rsidRDefault="007B2329" w:rsidP="007B2329">
      <w:r>
        <w:t>183.2562</w:t>
      </w:r>
      <w:r>
        <w:tab/>
        <w:t>3.038e0</w:t>
      </w:r>
    </w:p>
    <w:p w:rsidR="007B2329" w:rsidRDefault="007B2329" w:rsidP="007B2329">
      <w:r>
        <w:lastRenderedPageBreak/>
        <w:t>183.2635</w:t>
      </w:r>
      <w:r>
        <w:tab/>
        <w:t>1.013e0</w:t>
      </w:r>
    </w:p>
    <w:p w:rsidR="007B2329" w:rsidRDefault="007B2329" w:rsidP="007B2329">
      <w:r>
        <w:t>183.2815</w:t>
      </w:r>
      <w:r>
        <w:tab/>
        <w:t>1.013e0</w:t>
      </w:r>
    </w:p>
    <w:p w:rsidR="007B2329" w:rsidRDefault="007B2329" w:rsidP="007B2329">
      <w:r>
        <w:t>183.2851</w:t>
      </w:r>
      <w:r>
        <w:tab/>
        <w:t>1.013e0</w:t>
      </w:r>
    </w:p>
    <w:p w:rsidR="007B2329" w:rsidRDefault="007B2329" w:rsidP="007B2329">
      <w:r>
        <w:t>183.2977</w:t>
      </w:r>
      <w:r>
        <w:tab/>
        <w:t>2.025e0</w:t>
      </w:r>
    </w:p>
    <w:p w:rsidR="007B2329" w:rsidRDefault="007B2329" w:rsidP="007B2329">
      <w:r>
        <w:t>183.3104</w:t>
      </w:r>
      <w:r>
        <w:tab/>
        <w:t>3.038e0</w:t>
      </w:r>
    </w:p>
    <w:p w:rsidR="007B2329" w:rsidRDefault="007B2329" w:rsidP="007B2329">
      <w:r>
        <w:t>183.3202</w:t>
      </w:r>
      <w:r>
        <w:tab/>
        <w:t>4.051e0</w:t>
      </w:r>
    </w:p>
    <w:p w:rsidR="007B2329" w:rsidRDefault="007B2329" w:rsidP="007B2329">
      <w:r>
        <w:t>183.3464</w:t>
      </w:r>
      <w:r>
        <w:tab/>
        <w:t>2.025e0</w:t>
      </w:r>
    </w:p>
    <w:p w:rsidR="007B2329" w:rsidRDefault="007B2329" w:rsidP="007B2329">
      <w:r>
        <w:t>183.3633</w:t>
      </w:r>
      <w:r>
        <w:tab/>
        <w:t>3.038e0</w:t>
      </w:r>
    </w:p>
    <w:p w:rsidR="007B2329" w:rsidRDefault="007B2329" w:rsidP="007B2329">
      <w:r>
        <w:t>183.3645</w:t>
      </w:r>
      <w:r>
        <w:tab/>
        <w:t>1.013e0</w:t>
      </w:r>
    </w:p>
    <w:p w:rsidR="007B2329" w:rsidRDefault="007B2329" w:rsidP="007B2329">
      <w:r>
        <w:t>183.3789</w:t>
      </w:r>
      <w:r>
        <w:tab/>
        <w:t>1.013e0</w:t>
      </w:r>
    </w:p>
    <w:p w:rsidR="007B2329" w:rsidRDefault="007B2329" w:rsidP="007B2329">
      <w:r>
        <w:t>183.3826</w:t>
      </w:r>
      <w:r>
        <w:tab/>
        <w:t>1.013e0</w:t>
      </w:r>
    </w:p>
    <w:p w:rsidR="007B2329" w:rsidRDefault="007B2329" w:rsidP="007B2329">
      <w:r>
        <w:t>183.3862</w:t>
      </w:r>
      <w:r>
        <w:tab/>
        <w:t>1.013e0</w:t>
      </w:r>
    </w:p>
    <w:p w:rsidR="007B2329" w:rsidRDefault="007B2329" w:rsidP="007B2329">
      <w:r>
        <w:t>183.3898</w:t>
      </w:r>
      <w:r>
        <w:tab/>
        <w:t>1.013e0</w:t>
      </w:r>
    </w:p>
    <w:p w:rsidR="007B2329" w:rsidRDefault="007B2329" w:rsidP="007B2329">
      <w:r>
        <w:t>183.3971</w:t>
      </w:r>
      <w:r>
        <w:tab/>
        <w:t>2.025e0</w:t>
      </w:r>
    </w:p>
    <w:p w:rsidR="007B2329" w:rsidRDefault="007B2329" w:rsidP="007B2329">
      <w:r>
        <w:t>183.4079</w:t>
      </w:r>
      <w:r>
        <w:tab/>
        <w:t>2.025e0</w:t>
      </w:r>
    </w:p>
    <w:p w:rsidR="007B2329" w:rsidRDefault="007B2329" w:rsidP="007B2329">
      <w:r>
        <w:t>183.4115</w:t>
      </w:r>
      <w:r>
        <w:tab/>
        <w:t>1.013e0</w:t>
      </w:r>
    </w:p>
    <w:p w:rsidR="007B2329" w:rsidRDefault="007B2329" w:rsidP="007B2329">
      <w:r>
        <w:t>183.4205</w:t>
      </w:r>
      <w:r>
        <w:tab/>
        <w:t>2.532e-2</w:t>
      </w:r>
    </w:p>
    <w:p w:rsidR="007B2329" w:rsidRDefault="007B2329" w:rsidP="007B2329">
      <w:r>
        <w:t>183.4476</w:t>
      </w:r>
      <w:r>
        <w:tab/>
        <w:t>3.038e0</w:t>
      </w:r>
    </w:p>
    <w:p w:rsidR="007B2329" w:rsidRDefault="007B2329" w:rsidP="007B2329">
      <w:r>
        <w:t>183.4511</w:t>
      </w:r>
      <w:r>
        <w:tab/>
        <w:t>1.266e-2</w:t>
      </w:r>
    </w:p>
    <w:p w:rsidR="007B2329" w:rsidRDefault="007B2329" w:rsidP="007B2329">
      <w:r>
        <w:lastRenderedPageBreak/>
        <w:t>183.4690</w:t>
      </w:r>
      <w:r>
        <w:tab/>
        <w:t>2.025e0</w:t>
      </w:r>
    </w:p>
    <w:p w:rsidR="007B2329" w:rsidRDefault="007B2329" w:rsidP="007B2329">
      <w:r>
        <w:t>183.4761</w:t>
      </w:r>
      <w:r>
        <w:tab/>
        <w:t>2.025e0</w:t>
      </w:r>
    </w:p>
    <w:p w:rsidR="007B2329" w:rsidRDefault="007B2329" w:rsidP="007B2329">
      <w:r>
        <w:t>183.4798</w:t>
      </w:r>
      <w:r>
        <w:tab/>
        <w:t>3.038e0</w:t>
      </w:r>
    </w:p>
    <w:p w:rsidR="007B2329" w:rsidRDefault="007B2329" w:rsidP="007B2329">
      <w:r>
        <w:t>183.4940</w:t>
      </w:r>
      <w:r>
        <w:tab/>
        <w:t>1.013e0</w:t>
      </w:r>
    </w:p>
    <w:p w:rsidR="007B2329" w:rsidRDefault="007B2329" w:rsidP="007B2329">
      <w:r>
        <w:t>183.4976</w:t>
      </w:r>
      <w:r>
        <w:tab/>
        <w:t>1.013e0</w:t>
      </w:r>
    </w:p>
    <w:p w:rsidR="007B2329" w:rsidRDefault="007B2329" w:rsidP="007B2329">
      <w:r>
        <w:t>183.5083</w:t>
      </w:r>
      <w:r>
        <w:tab/>
        <w:t>1.013e0</w:t>
      </w:r>
    </w:p>
    <w:p w:rsidR="007B2329" w:rsidRDefault="007B2329" w:rsidP="007B2329">
      <w:r>
        <w:t>183.5226</w:t>
      </w:r>
      <w:r>
        <w:tab/>
        <w:t>1.013e0</w:t>
      </w:r>
    </w:p>
    <w:p w:rsidR="007B2329" w:rsidRDefault="007B2329" w:rsidP="007B2329">
      <w:r>
        <w:t>183.5261</w:t>
      </w:r>
      <w:r>
        <w:tab/>
        <w:t>1.013e0</w:t>
      </w:r>
    </w:p>
    <w:p w:rsidR="007B2329" w:rsidRDefault="007B2329" w:rsidP="007B2329">
      <w:r>
        <w:t>183.5298</w:t>
      </w:r>
      <w:r>
        <w:tab/>
        <w:t>1.013e0</w:t>
      </w:r>
    </w:p>
    <w:p w:rsidR="007B2329" w:rsidRDefault="007B2329" w:rsidP="007B2329">
      <w:r>
        <w:t>183.5404</w:t>
      </w:r>
      <w:r>
        <w:tab/>
        <w:t>1.013e0</w:t>
      </w:r>
    </w:p>
    <w:p w:rsidR="007B2329" w:rsidRDefault="007B2329" w:rsidP="007B2329">
      <w:r>
        <w:t>183.5476</w:t>
      </w:r>
      <w:r>
        <w:tab/>
        <w:t>1.013e0</w:t>
      </w:r>
    </w:p>
    <w:p w:rsidR="007B2329" w:rsidRDefault="007B2329" w:rsidP="007B2329">
      <w:r>
        <w:t>183.5548</w:t>
      </w:r>
      <w:r>
        <w:tab/>
        <w:t>1.013e0</w:t>
      </w:r>
    </w:p>
    <w:p w:rsidR="007B2329" w:rsidRDefault="007B2329" w:rsidP="007B2329">
      <w:r>
        <w:t>183.5656</w:t>
      </w:r>
      <w:r>
        <w:tab/>
        <w:t>1.013e0</w:t>
      </w:r>
    </w:p>
    <w:p w:rsidR="007B2329" w:rsidRDefault="007B2329" w:rsidP="007B2329">
      <w:r>
        <w:t>183.5797</w:t>
      </w:r>
      <w:r>
        <w:tab/>
        <w:t>1.013e0</w:t>
      </w:r>
    </w:p>
    <w:p w:rsidR="007B2329" w:rsidRDefault="007B2329" w:rsidP="007B2329">
      <w:r>
        <w:t>183.5834</w:t>
      </w:r>
      <w:r>
        <w:tab/>
        <w:t>1.013e0</w:t>
      </w:r>
    </w:p>
    <w:p w:rsidR="007B2329" w:rsidRDefault="007B2329" w:rsidP="007B2329">
      <w:r>
        <w:t>183.5858</w:t>
      </w:r>
      <w:r>
        <w:tab/>
        <w:t>5.063e0</w:t>
      </w:r>
    </w:p>
    <w:p w:rsidR="007B2329" w:rsidRDefault="007B2329" w:rsidP="007B2329">
      <w:r>
        <w:t>183.6032</w:t>
      </w:r>
      <w:r>
        <w:tab/>
        <w:t>1.025e0</w:t>
      </w:r>
    </w:p>
    <w:p w:rsidR="007B2329" w:rsidRDefault="007B2329" w:rsidP="007B2329">
      <w:r>
        <w:t>183.6086</w:t>
      </w:r>
      <w:r>
        <w:tab/>
        <w:t>1.013e0</w:t>
      </w:r>
    </w:p>
    <w:p w:rsidR="007B2329" w:rsidRDefault="007B2329" w:rsidP="007B2329">
      <w:r>
        <w:t>183.6141</w:t>
      </w:r>
      <w:r>
        <w:tab/>
        <w:t>1.025e0</w:t>
      </w:r>
    </w:p>
    <w:p w:rsidR="007B2329" w:rsidRDefault="007B2329" w:rsidP="007B2329">
      <w:r>
        <w:lastRenderedPageBreak/>
        <w:t>183.6230</w:t>
      </w:r>
      <w:r>
        <w:tab/>
        <w:t>2.025e0</w:t>
      </w:r>
    </w:p>
    <w:p w:rsidR="007B2329" w:rsidRDefault="007B2329" w:rsidP="007B2329">
      <w:r>
        <w:t>183.6309</w:t>
      </w:r>
      <w:r>
        <w:tab/>
        <w:t>3.051e0</w:t>
      </w:r>
    </w:p>
    <w:p w:rsidR="007B2329" w:rsidRDefault="007B2329" w:rsidP="007B2329">
      <w:r>
        <w:t>183.6412</w:t>
      </w:r>
      <w:r>
        <w:tab/>
        <w:t>1.013e0</w:t>
      </w:r>
    </w:p>
    <w:p w:rsidR="007B2329" w:rsidRDefault="007B2329" w:rsidP="007B2329">
      <w:r>
        <w:t>183.6429</w:t>
      </w:r>
      <w:r>
        <w:tab/>
        <w:t>2.025e0</w:t>
      </w:r>
    </w:p>
    <w:p w:rsidR="007B2329" w:rsidRDefault="007B2329" w:rsidP="007B2329">
      <w:r>
        <w:t>183.6520</w:t>
      </w:r>
      <w:r>
        <w:tab/>
        <w:t>1.013e0</w:t>
      </w:r>
    </w:p>
    <w:p w:rsidR="007B2329" w:rsidRDefault="007B2329" w:rsidP="007B2329">
      <w:r>
        <w:t>183.6592</w:t>
      </w:r>
      <w:r>
        <w:tab/>
        <w:t>2.025e0</w:t>
      </w:r>
    </w:p>
    <w:p w:rsidR="007B2329" w:rsidRDefault="007B2329" w:rsidP="007B2329">
      <w:r>
        <w:t>183.6737</w:t>
      </w:r>
      <w:r>
        <w:tab/>
        <w:t>3.038e0</w:t>
      </w:r>
    </w:p>
    <w:p w:rsidR="007B2329" w:rsidRDefault="007B2329" w:rsidP="007B2329">
      <w:r>
        <w:t>183.6936</w:t>
      </w:r>
      <w:r>
        <w:tab/>
        <w:t>2.025e0</w:t>
      </w:r>
    </w:p>
    <w:p w:rsidR="007B2329" w:rsidRDefault="007B2329" w:rsidP="007B2329">
      <w:r>
        <w:t>183.7026</w:t>
      </w:r>
      <w:r>
        <w:tab/>
        <w:t>1.013e0</w:t>
      </w:r>
    </w:p>
    <w:p w:rsidR="007B2329" w:rsidRDefault="007B2329" w:rsidP="007B2329">
      <w:r>
        <w:t>183.7099</w:t>
      </w:r>
      <w:r>
        <w:tab/>
        <w:t>1.013e0</w:t>
      </w:r>
    </w:p>
    <w:p w:rsidR="007B2329" w:rsidRDefault="007B2329" w:rsidP="007B2329">
      <w:r>
        <w:t>183.7135</w:t>
      </w:r>
      <w:r>
        <w:tab/>
        <w:t>1.013e0</w:t>
      </w:r>
    </w:p>
    <w:p w:rsidR="007B2329" w:rsidRDefault="007B2329" w:rsidP="007B2329">
      <w:r>
        <w:t>183.7170</w:t>
      </w:r>
      <w:r>
        <w:tab/>
        <w:t>1.013e0</w:t>
      </w:r>
    </w:p>
    <w:p w:rsidR="007B2329" w:rsidRDefault="007B2329" w:rsidP="007B2329">
      <w:r>
        <w:t>183.7207</w:t>
      </w:r>
      <w:r>
        <w:tab/>
        <w:t>1.013e0</w:t>
      </w:r>
    </w:p>
    <w:p w:rsidR="007B2329" w:rsidRDefault="007B2329" w:rsidP="007B2329">
      <w:r>
        <w:t>183.7279</w:t>
      </w:r>
      <w:r>
        <w:tab/>
        <w:t>1.013e0</w:t>
      </w:r>
    </w:p>
    <w:p w:rsidR="007B2329" w:rsidRDefault="007B2329" w:rsidP="007B2329">
      <w:r>
        <w:t>183.7351</w:t>
      </w:r>
      <w:r>
        <w:tab/>
        <w:t>1.013e0</w:t>
      </w:r>
    </w:p>
    <w:p w:rsidR="007B2329" w:rsidRDefault="007B2329" w:rsidP="007B2329">
      <w:r>
        <w:t>183.7423</w:t>
      </w:r>
      <w:r>
        <w:tab/>
        <w:t>1.013e0</w:t>
      </w:r>
    </w:p>
    <w:p w:rsidR="007B2329" w:rsidRDefault="007B2329" w:rsidP="007B2329">
      <w:r>
        <w:t>183.7586</w:t>
      </w:r>
      <w:r>
        <w:tab/>
        <w:t>1.025e0</w:t>
      </w:r>
    </w:p>
    <w:p w:rsidR="007B2329" w:rsidRDefault="007B2329" w:rsidP="007B2329">
      <w:r>
        <w:t>183.7604</w:t>
      </w:r>
      <w:r>
        <w:tab/>
        <w:t>1.013e0</w:t>
      </w:r>
    </w:p>
    <w:p w:rsidR="007B2329" w:rsidRDefault="007B2329" w:rsidP="007B2329">
      <w:r>
        <w:t>183.7676</w:t>
      </w:r>
      <w:r>
        <w:tab/>
        <w:t>1.266e-2</w:t>
      </w:r>
    </w:p>
    <w:p w:rsidR="007B2329" w:rsidRDefault="007B2329" w:rsidP="007B2329">
      <w:r>
        <w:lastRenderedPageBreak/>
        <w:t>183.7856</w:t>
      </w:r>
      <w:r>
        <w:tab/>
        <w:t>1.013e0</w:t>
      </w:r>
    </w:p>
    <w:p w:rsidR="007B2329" w:rsidRDefault="007B2329" w:rsidP="007B2329">
      <w:r>
        <w:t>183.8001</w:t>
      </w:r>
      <w:r>
        <w:tab/>
        <w:t>1.013e0</w:t>
      </w:r>
    </w:p>
    <w:p w:rsidR="007B2329" w:rsidRDefault="007B2329" w:rsidP="007B2329">
      <w:r>
        <w:t>183.8037</w:t>
      </w:r>
      <w:r>
        <w:tab/>
        <w:t>1.013e0</w:t>
      </w:r>
    </w:p>
    <w:p w:rsidR="007B2329" w:rsidRDefault="007B2329" w:rsidP="007B2329">
      <w:r>
        <w:t>183.8073</w:t>
      </w:r>
      <w:r>
        <w:tab/>
        <w:t>1.013e0</w:t>
      </w:r>
    </w:p>
    <w:p w:rsidR="007B2329" w:rsidRDefault="007B2329" w:rsidP="007B2329">
      <w:r>
        <w:t>183.8363</w:t>
      </w:r>
      <w:r>
        <w:tab/>
        <w:t>1.013e0</w:t>
      </w:r>
    </w:p>
    <w:p w:rsidR="007B2329" w:rsidRDefault="007B2329" w:rsidP="007B2329">
      <w:r>
        <w:t>183.8507</w:t>
      </w:r>
      <w:r>
        <w:tab/>
        <w:t>1.013e0</w:t>
      </w:r>
    </w:p>
    <w:p w:rsidR="007B2329" w:rsidRDefault="007B2329" w:rsidP="007B2329">
      <w:r>
        <w:t>183.8543</w:t>
      </w:r>
      <w:r>
        <w:tab/>
        <w:t>1.266e-2</w:t>
      </w:r>
    </w:p>
    <w:p w:rsidR="007B2329" w:rsidRDefault="007B2329" w:rsidP="007B2329">
      <w:r>
        <w:t>183.8707</w:t>
      </w:r>
      <w:r>
        <w:tab/>
        <w:t>2.025e0</w:t>
      </w:r>
    </w:p>
    <w:p w:rsidR="007B2329" w:rsidRDefault="007B2329" w:rsidP="007B2329">
      <w:r>
        <w:t>183.8724</w:t>
      </w:r>
      <w:r>
        <w:tab/>
        <w:t>1.013e0</w:t>
      </w:r>
    </w:p>
    <w:p w:rsidR="007B2329" w:rsidRDefault="007B2329" w:rsidP="007B2329">
      <w:r>
        <w:t>183.8833</w:t>
      </w:r>
      <w:r>
        <w:tab/>
        <w:t>2.025e0</w:t>
      </w:r>
    </w:p>
    <w:p w:rsidR="007B2329" w:rsidRDefault="007B2329" w:rsidP="007B2329">
      <w:r>
        <w:t>183.8924</w:t>
      </w:r>
      <w:r>
        <w:tab/>
        <w:t>4.051e0</w:t>
      </w:r>
    </w:p>
    <w:p w:rsidR="007B2329" w:rsidRDefault="007B2329" w:rsidP="007B2329">
      <w:r>
        <w:t>183.8977</w:t>
      </w:r>
      <w:r>
        <w:tab/>
        <w:t>1.013e0</w:t>
      </w:r>
    </w:p>
    <w:p w:rsidR="007B2329" w:rsidRDefault="007B2329" w:rsidP="007B2329">
      <w:r>
        <w:t>183.9032</w:t>
      </w:r>
      <w:r>
        <w:tab/>
        <w:t>2.025e0</w:t>
      </w:r>
    </w:p>
    <w:p w:rsidR="007B2329" w:rsidRDefault="007B2329" w:rsidP="007B2329">
      <w:r>
        <w:t>183.9122</w:t>
      </w:r>
      <w:r>
        <w:tab/>
        <w:t>2.025e0</w:t>
      </w:r>
    </w:p>
    <w:p w:rsidR="007B2329" w:rsidRDefault="007B2329" w:rsidP="007B2329">
      <w:r>
        <w:t>183.9158</w:t>
      </w:r>
      <w:r>
        <w:tab/>
        <w:t>1.013e0</w:t>
      </w:r>
    </w:p>
    <w:p w:rsidR="007B2329" w:rsidRDefault="007B2329" w:rsidP="007B2329">
      <w:r>
        <w:t>183.9195</w:t>
      </w:r>
      <w:r>
        <w:tab/>
        <w:t>1.266e-2</w:t>
      </w:r>
    </w:p>
    <w:p w:rsidR="007B2329" w:rsidRDefault="007B2329" w:rsidP="007B2329">
      <w:r>
        <w:t>183.9283</w:t>
      </w:r>
      <w:r>
        <w:tab/>
        <w:t>2.025e0</w:t>
      </w:r>
    </w:p>
    <w:p w:rsidR="007B2329" w:rsidRDefault="007B2329" w:rsidP="007B2329">
      <w:r>
        <w:t>183.9466</w:t>
      </w:r>
      <w:r>
        <w:tab/>
        <w:t>2.025e0</w:t>
      </w:r>
    </w:p>
    <w:p w:rsidR="007B2329" w:rsidRDefault="007B2329" w:rsidP="007B2329">
      <w:r>
        <w:t>183.9554</w:t>
      </w:r>
      <w:r>
        <w:tab/>
        <w:t>2.025e0</w:t>
      </w:r>
    </w:p>
    <w:p w:rsidR="007B2329" w:rsidRDefault="007B2329" w:rsidP="007B2329">
      <w:r>
        <w:lastRenderedPageBreak/>
        <w:t>183.9606</w:t>
      </w:r>
      <w:r>
        <w:tab/>
        <w:t>2.025e0</w:t>
      </w:r>
    </w:p>
    <w:p w:rsidR="007B2329" w:rsidRDefault="007B2329" w:rsidP="007B2329">
      <w:r>
        <w:t>183.9625</w:t>
      </w:r>
      <w:r>
        <w:tab/>
        <w:t>2.025e0</w:t>
      </w:r>
    </w:p>
    <w:p w:rsidR="007B2329" w:rsidRDefault="007B2329" w:rsidP="007B2329">
      <w:r>
        <w:t>183.9679</w:t>
      </w:r>
      <w:r>
        <w:tab/>
        <w:t>2.025e0</w:t>
      </w:r>
    </w:p>
    <w:p w:rsidR="007B2329" w:rsidRDefault="007B2329" w:rsidP="007B2329">
      <w:r>
        <w:t>183.9697</w:t>
      </w:r>
      <w:r>
        <w:tab/>
        <w:t>2.025e0</w:t>
      </w:r>
    </w:p>
    <w:p w:rsidR="007B2329" w:rsidRDefault="007B2329" w:rsidP="007B2329">
      <w:r>
        <w:t>183.9733</w:t>
      </w:r>
      <w:r>
        <w:tab/>
        <w:t>1.013e0</w:t>
      </w:r>
    </w:p>
    <w:p w:rsidR="007B2329" w:rsidRDefault="007B2329" w:rsidP="007B2329">
      <w:r>
        <w:t>183.9771</w:t>
      </w:r>
      <w:r>
        <w:tab/>
        <w:t>2.025e0</w:t>
      </w:r>
    </w:p>
    <w:p w:rsidR="007B2329" w:rsidRDefault="007B2329" w:rsidP="007B2329">
      <w:r>
        <w:t>183.9876</w:t>
      </w:r>
      <w:r>
        <w:tab/>
        <w:t>1.013e0</w:t>
      </w:r>
    </w:p>
    <w:p w:rsidR="007B2329" w:rsidRDefault="007B2329" w:rsidP="007B2329">
      <w:r>
        <w:t>183.9911</w:t>
      </w:r>
      <w:r>
        <w:tab/>
        <w:t>1.025e0</w:t>
      </w:r>
    </w:p>
    <w:p w:rsidR="007B2329" w:rsidRDefault="007B2329" w:rsidP="007B2329">
      <w:r>
        <w:t>183.9965</w:t>
      </w:r>
      <w:r>
        <w:tab/>
        <w:t>2.025e0</w:t>
      </w:r>
    </w:p>
    <w:p w:rsidR="007B2329" w:rsidRDefault="007B2329" w:rsidP="007B2329">
      <w:r>
        <w:t>183.9984</w:t>
      </w:r>
      <w:r>
        <w:tab/>
        <w:t>1.013e0</w:t>
      </w:r>
    </w:p>
    <w:p w:rsidR="007B2329" w:rsidRDefault="007B2329" w:rsidP="007B2329">
      <w:r>
        <w:t>184.0055</w:t>
      </w:r>
      <w:r>
        <w:tab/>
        <w:t>1.013e0</w:t>
      </w:r>
    </w:p>
    <w:p w:rsidR="007B2329" w:rsidRDefault="007B2329" w:rsidP="007B2329">
      <w:r>
        <w:t>184.0074</w:t>
      </w:r>
      <w:r>
        <w:tab/>
        <w:t>2.025e0</w:t>
      </w:r>
    </w:p>
    <w:p w:rsidR="007B2329" w:rsidRDefault="007B2329" w:rsidP="007B2329">
      <w:r>
        <w:t>184.0091</w:t>
      </w:r>
      <w:r>
        <w:tab/>
        <w:t>2.025e0</w:t>
      </w:r>
    </w:p>
    <w:p w:rsidR="007B2329" w:rsidRDefault="007B2329" w:rsidP="007B2329">
      <w:r>
        <w:t>184.0163</w:t>
      </w:r>
      <w:r>
        <w:tab/>
        <w:t>2.025e0</w:t>
      </w:r>
    </w:p>
    <w:p w:rsidR="007B2329" w:rsidRDefault="007B2329" w:rsidP="007B2329">
      <w:r>
        <w:t>184.0216</w:t>
      </w:r>
      <w:r>
        <w:tab/>
        <w:t>2.025e0</w:t>
      </w:r>
    </w:p>
    <w:p w:rsidR="007B2329" w:rsidRDefault="007B2329" w:rsidP="007B2329">
      <w:r>
        <w:t>184.0234</w:t>
      </w:r>
      <w:r>
        <w:tab/>
        <w:t>1.013e0</w:t>
      </w:r>
    </w:p>
    <w:p w:rsidR="007B2329" w:rsidRDefault="007B2329" w:rsidP="007B2329">
      <w:r>
        <w:t>184.0341</w:t>
      </w:r>
      <w:r>
        <w:tab/>
        <w:t>3.038e0</w:t>
      </w:r>
    </w:p>
    <w:p w:rsidR="007B2329" w:rsidRDefault="007B2329" w:rsidP="007B2329">
      <w:r>
        <w:t>184.0395</w:t>
      </w:r>
      <w:r>
        <w:tab/>
        <w:t>2.532e-2</w:t>
      </w:r>
    </w:p>
    <w:p w:rsidR="007B2329" w:rsidRDefault="007B2329" w:rsidP="007B2329">
      <w:r>
        <w:t>184.0460</w:t>
      </w:r>
      <w:r>
        <w:tab/>
        <w:t>3.038e0</w:t>
      </w:r>
    </w:p>
    <w:p w:rsidR="007B2329" w:rsidRDefault="007B2329" w:rsidP="007B2329">
      <w:r>
        <w:lastRenderedPageBreak/>
        <w:t>184.0624</w:t>
      </w:r>
      <w:r>
        <w:tab/>
        <w:t>1.013e-1</w:t>
      </w:r>
    </w:p>
    <w:p w:rsidR="007B2329" w:rsidRDefault="007B2329" w:rsidP="007B2329">
      <w:r>
        <w:t>184.0664</w:t>
      </w:r>
      <w:r>
        <w:tab/>
        <w:t>2.038e0</w:t>
      </w:r>
    </w:p>
    <w:p w:rsidR="007B2329" w:rsidRDefault="007B2329" w:rsidP="007B2329">
      <w:r>
        <w:t>184.0843</w:t>
      </w:r>
      <w:r>
        <w:tab/>
        <w:t>1.013e0</w:t>
      </w:r>
    </w:p>
    <w:p w:rsidR="007B2329" w:rsidRDefault="007B2329" w:rsidP="007B2329">
      <w:r>
        <w:t>184.0860</w:t>
      </w:r>
      <w:r>
        <w:tab/>
        <w:t>2.025e0</w:t>
      </w:r>
    </w:p>
    <w:p w:rsidR="007B2329" w:rsidRDefault="007B2329" w:rsidP="007B2329">
      <w:r>
        <w:t>184.0942</w:t>
      </w:r>
      <w:r>
        <w:tab/>
        <w:t>3.038e0</w:t>
      </w:r>
    </w:p>
    <w:p w:rsidR="007B2329" w:rsidRDefault="007B2329" w:rsidP="007B2329">
      <w:r>
        <w:t>184.0970</w:t>
      </w:r>
      <w:r>
        <w:tab/>
        <w:t>2.025e0</w:t>
      </w:r>
    </w:p>
    <w:p w:rsidR="007B2329" w:rsidRDefault="007B2329" w:rsidP="007B2329">
      <w:r>
        <w:t>184.0987</w:t>
      </w:r>
      <w:r>
        <w:tab/>
        <w:t>1.013e0</w:t>
      </w:r>
    </w:p>
    <w:p w:rsidR="007B2329" w:rsidRDefault="007B2329" w:rsidP="007B2329">
      <w:r>
        <w:t>184.1006</w:t>
      </w:r>
      <w:r>
        <w:tab/>
        <w:t>2.025e0</w:t>
      </w:r>
    </w:p>
    <w:p w:rsidR="007B2329" w:rsidRDefault="007B2329" w:rsidP="007B2329">
      <w:r>
        <w:t>184.1114</w:t>
      </w:r>
      <w:r>
        <w:tab/>
        <w:t>2.025e0</w:t>
      </w:r>
    </w:p>
    <w:p w:rsidR="007B2329" w:rsidRDefault="007B2329" w:rsidP="007B2329">
      <w:r>
        <w:t>184.1331</w:t>
      </w:r>
      <w:r>
        <w:tab/>
        <w:t>1.025e0</w:t>
      </w:r>
    </w:p>
    <w:p w:rsidR="007B2329" w:rsidRDefault="007B2329" w:rsidP="007B2329">
      <w:r>
        <w:t>184.1361</w:t>
      </w:r>
      <w:r>
        <w:tab/>
        <w:t>4.051e0</w:t>
      </w:r>
    </w:p>
    <w:p w:rsidR="007B2329" w:rsidRDefault="007B2329" w:rsidP="007B2329">
      <w:r>
        <w:t>184.1385</w:t>
      </w:r>
      <w:r>
        <w:tab/>
        <w:t>1.013e0</w:t>
      </w:r>
    </w:p>
    <w:p w:rsidR="007B2329" w:rsidRDefault="007B2329" w:rsidP="007B2329">
      <w:r>
        <w:t>184.1439</w:t>
      </w:r>
      <w:r>
        <w:tab/>
        <w:t>2.025e0</w:t>
      </w:r>
    </w:p>
    <w:p w:rsidR="007B2329" w:rsidRDefault="007B2329" w:rsidP="007B2329">
      <w:r>
        <w:t>184.1530</w:t>
      </w:r>
      <w:r>
        <w:tab/>
        <w:t>1.013e0</w:t>
      </w:r>
    </w:p>
    <w:p w:rsidR="007B2329" w:rsidRDefault="007B2329" w:rsidP="007B2329">
      <w:r>
        <w:t>184.1602</w:t>
      </w:r>
      <w:r>
        <w:tab/>
        <w:t>1.013e0</w:t>
      </w:r>
    </w:p>
    <w:p w:rsidR="007B2329" w:rsidRDefault="007B2329" w:rsidP="007B2329">
      <w:r>
        <w:t>184.1710</w:t>
      </w:r>
      <w:r>
        <w:tab/>
        <w:t>1.266e-2</w:t>
      </w:r>
    </w:p>
    <w:p w:rsidR="007B2329" w:rsidRDefault="007B2329" w:rsidP="007B2329">
      <w:r>
        <w:t>184.1747</w:t>
      </w:r>
      <w:r>
        <w:tab/>
        <w:t>1.013e0</w:t>
      </w:r>
    </w:p>
    <w:p w:rsidR="007B2329" w:rsidRDefault="007B2329" w:rsidP="007B2329">
      <w:r>
        <w:t>184.1819</w:t>
      </w:r>
      <w:r>
        <w:tab/>
        <w:t>1.013e0</w:t>
      </w:r>
    </w:p>
    <w:p w:rsidR="007B2329" w:rsidRDefault="007B2329" w:rsidP="007B2329">
      <w:r>
        <w:t>184.1928</w:t>
      </w:r>
      <w:r>
        <w:tab/>
        <w:t>1.013e0</w:t>
      </w:r>
    </w:p>
    <w:p w:rsidR="007B2329" w:rsidRDefault="007B2329" w:rsidP="007B2329">
      <w:r>
        <w:lastRenderedPageBreak/>
        <w:t>184.2072</w:t>
      </w:r>
      <w:r>
        <w:tab/>
        <w:t>2.025e0</w:t>
      </w:r>
    </w:p>
    <w:p w:rsidR="007B2329" w:rsidRDefault="007B2329" w:rsidP="007B2329">
      <w:r>
        <w:t>184.2343</w:t>
      </w:r>
      <w:r>
        <w:tab/>
        <w:t>2.025e0</w:t>
      </w:r>
    </w:p>
    <w:p w:rsidR="007B2329" w:rsidRDefault="007B2329" w:rsidP="007B2329">
      <w:r>
        <w:t>184.2506</w:t>
      </w:r>
      <w:r>
        <w:tab/>
        <w:t>3.038e0</w:t>
      </w:r>
    </w:p>
    <w:p w:rsidR="007B2329" w:rsidRDefault="007B2329" w:rsidP="007B2329">
      <w:r>
        <w:t>184.2687</w:t>
      </w:r>
      <w:r>
        <w:tab/>
        <w:t>1.013e0</w:t>
      </w:r>
    </w:p>
    <w:p w:rsidR="007B2329" w:rsidRDefault="007B2329" w:rsidP="007B2329">
      <w:r>
        <w:t>184.2723</w:t>
      </w:r>
      <w:r>
        <w:tab/>
        <w:t>2.025e0</w:t>
      </w:r>
    </w:p>
    <w:p w:rsidR="007B2329" w:rsidRDefault="007B2329" w:rsidP="007B2329">
      <w:r>
        <w:t>184.2741</w:t>
      </w:r>
      <w:r>
        <w:tab/>
        <w:t>2.025e0</w:t>
      </w:r>
    </w:p>
    <w:p w:rsidR="007B2329" w:rsidRDefault="007B2329" w:rsidP="007B2329">
      <w:r>
        <w:t>184.2850</w:t>
      </w:r>
      <w:r>
        <w:tab/>
        <w:t>2.025e0</w:t>
      </w:r>
    </w:p>
    <w:p w:rsidR="007B2329" w:rsidRDefault="007B2329" w:rsidP="007B2329">
      <w:r>
        <w:t>184.2885</w:t>
      </w:r>
      <w:r>
        <w:tab/>
        <w:t>2.025e0</w:t>
      </w:r>
    </w:p>
    <w:p w:rsidR="007B2329" w:rsidRDefault="007B2329" w:rsidP="007B2329">
      <w:r>
        <w:t>184.3013</w:t>
      </w:r>
      <w:r>
        <w:tab/>
        <w:t>1.013e0</w:t>
      </w:r>
    </w:p>
    <w:p w:rsidR="007B2329" w:rsidRDefault="007B2329" w:rsidP="007B2329">
      <w:r>
        <w:t>184.3048</w:t>
      </w:r>
      <w:r>
        <w:tab/>
        <w:t>1.013e0</w:t>
      </w:r>
    </w:p>
    <w:p w:rsidR="007B2329" w:rsidRDefault="007B2329" w:rsidP="007B2329">
      <w:r>
        <w:t>184.3084</w:t>
      </w:r>
      <w:r>
        <w:tab/>
        <w:t>2.025e0</w:t>
      </w:r>
    </w:p>
    <w:p w:rsidR="007B2329" w:rsidRDefault="007B2329" w:rsidP="007B2329">
      <w:r>
        <w:t>184.3157</w:t>
      </w:r>
      <w:r>
        <w:tab/>
        <w:t>1.013e0</w:t>
      </w:r>
    </w:p>
    <w:p w:rsidR="007B2329" w:rsidRDefault="007B2329" w:rsidP="007B2329">
      <w:r>
        <w:t>184.3193</w:t>
      </w:r>
      <w:r>
        <w:tab/>
        <w:t>1.013e0</w:t>
      </w:r>
    </w:p>
    <w:p w:rsidR="007B2329" w:rsidRDefault="007B2329" w:rsidP="007B2329">
      <w:r>
        <w:t>184.3338</w:t>
      </w:r>
      <w:r>
        <w:tab/>
        <w:t>1.013e0</w:t>
      </w:r>
    </w:p>
    <w:p w:rsidR="007B2329" w:rsidRDefault="007B2329" w:rsidP="007B2329">
      <w:r>
        <w:t>184.3410</w:t>
      </w:r>
      <w:r>
        <w:tab/>
        <w:t>2.025e0</w:t>
      </w:r>
    </w:p>
    <w:p w:rsidR="007B2329" w:rsidRDefault="007B2329" w:rsidP="007B2329">
      <w:r>
        <w:t>184.3446</w:t>
      </w:r>
      <w:r>
        <w:tab/>
        <w:t>1.013e0</w:t>
      </w:r>
    </w:p>
    <w:p w:rsidR="007B2329" w:rsidRDefault="007B2329" w:rsidP="007B2329">
      <w:r>
        <w:t>184.3518</w:t>
      </w:r>
      <w:r>
        <w:tab/>
        <w:t>2.025e0</w:t>
      </w:r>
    </w:p>
    <w:p w:rsidR="007B2329" w:rsidRDefault="007B2329" w:rsidP="007B2329">
      <w:r>
        <w:t>184.3989</w:t>
      </w:r>
      <w:r>
        <w:tab/>
        <w:t>1.013e0</w:t>
      </w:r>
    </w:p>
    <w:p w:rsidR="007B2329" w:rsidRDefault="007B2329" w:rsidP="007B2329">
      <w:r>
        <w:t>184.4025</w:t>
      </w:r>
      <w:r>
        <w:tab/>
        <w:t>2.025e0</w:t>
      </w:r>
    </w:p>
    <w:p w:rsidR="007B2329" w:rsidRDefault="007B2329" w:rsidP="007B2329">
      <w:r>
        <w:lastRenderedPageBreak/>
        <w:t>184.4260</w:t>
      </w:r>
      <w:r>
        <w:tab/>
        <w:t>2.025e0</w:t>
      </w:r>
    </w:p>
    <w:p w:rsidR="007B2329" w:rsidRDefault="007B2329" w:rsidP="007B2329">
      <w:r>
        <w:t>184.4278</w:t>
      </w:r>
      <w:r>
        <w:tab/>
        <w:t>1.013e0</w:t>
      </w:r>
    </w:p>
    <w:p w:rsidR="007B2329" w:rsidRDefault="007B2329" w:rsidP="007B2329">
      <w:r>
        <w:t>184.4315</w:t>
      </w:r>
      <w:r>
        <w:tab/>
        <w:t>1.013e0</w:t>
      </w:r>
    </w:p>
    <w:p w:rsidR="007B2329" w:rsidRDefault="007B2329" w:rsidP="007B2329">
      <w:r>
        <w:t>184.4496</w:t>
      </w:r>
      <w:r>
        <w:tab/>
        <w:t>1.013e0</w:t>
      </w:r>
    </w:p>
    <w:p w:rsidR="007B2329" w:rsidRDefault="007B2329" w:rsidP="007B2329">
      <w:r>
        <w:t>184.4532</w:t>
      </w:r>
      <w:r>
        <w:tab/>
        <w:t>1.013e0</w:t>
      </w:r>
    </w:p>
    <w:p w:rsidR="007B2329" w:rsidRDefault="007B2329" w:rsidP="007B2329">
      <w:r>
        <w:t>184.4750</w:t>
      </w:r>
      <w:r>
        <w:tab/>
        <w:t>1.013e0</w:t>
      </w:r>
    </w:p>
    <w:p w:rsidR="007B2329" w:rsidRDefault="007B2329" w:rsidP="007B2329">
      <w:r>
        <w:t>184.4767</w:t>
      </w:r>
      <w:r>
        <w:tab/>
        <w:t>2.025e0</w:t>
      </w:r>
    </w:p>
    <w:p w:rsidR="007B2329" w:rsidRDefault="007B2329" w:rsidP="007B2329">
      <w:r>
        <w:t>184.4982</w:t>
      </w:r>
      <w:r>
        <w:tab/>
        <w:t>1.025e0</w:t>
      </w:r>
    </w:p>
    <w:p w:rsidR="007B2329" w:rsidRDefault="007B2329" w:rsidP="007B2329">
      <w:r>
        <w:t>184.5002</w:t>
      </w:r>
      <w:r>
        <w:tab/>
        <w:t>1.013e0</w:t>
      </w:r>
    </w:p>
    <w:p w:rsidR="007B2329" w:rsidRDefault="007B2329" w:rsidP="007B2329">
      <w:r>
        <w:t>184.5074</w:t>
      </w:r>
      <w:r>
        <w:tab/>
        <w:t>1.013e0</w:t>
      </w:r>
    </w:p>
    <w:p w:rsidR="007B2329" w:rsidRDefault="007B2329" w:rsidP="007B2329">
      <w:r>
        <w:t>184.5182</w:t>
      </w:r>
      <w:r>
        <w:tab/>
        <w:t>1.013e0</w:t>
      </w:r>
    </w:p>
    <w:p w:rsidR="007B2329" w:rsidRDefault="007B2329" w:rsidP="007B2329">
      <w:r>
        <w:t>184.5243</w:t>
      </w:r>
      <w:r>
        <w:tab/>
        <w:t>3.038e0</w:t>
      </w:r>
    </w:p>
    <w:p w:rsidR="007B2329" w:rsidRDefault="007B2329" w:rsidP="007B2329">
      <w:r>
        <w:t>184.5361</w:t>
      </w:r>
      <w:r>
        <w:tab/>
        <w:t>1.013e0</w:t>
      </w:r>
    </w:p>
    <w:p w:rsidR="007B2329" w:rsidRDefault="007B2329" w:rsidP="007B2329">
      <w:r>
        <w:t>184.5397</w:t>
      </w:r>
      <w:r>
        <w:tab/>
        <w:t>1.013e0</w:t>
      </w:r>
    </w:p>
    <w:p w:rsidR="007B2329" w:rsidRDefault="007B2329" w:rsidP="007B2329">
      <w:r>
        <w:t>184.5433</w:t>
      </w:r>
      <w:r>
        <w:tab/>
        <w:t>1.013e0</w:t>
      </w:r>
    </w:p>
    <w:p w:rsidR="007B2329" w:rsidRDefault="007B2329" w:rsidP="007B2329">
      <w:r>
        <w:t>184.5469</w:t>
      </w:r>
      <w:r>
        <w:tab/>
        <w:t>1.013e0</w:t>
      </w:r>
    </w:p>
    <w:p w:rsidR="007B2329" w:rsidRDefault="007B2329" w:rsidP="007B2329">
      <w:r>
        <w:t>184.5576</w:t>
      </w:r>
      <w:r>
        <w:tab/>
        <w:t>1.013e0</w:t>
      </w:r>
    </w:p>
    <w:p w:rsidR="007B2329" w:rsidRDefault="007B2329" w:rsidP="007B2329">
      <w:r>
        <w:t>184.5612</w:t>
      </w:r>
      <w:r>
        <w:tab/>
        <w:t>1.013e0</w:t>
      </w:r>
    </w:p>
    <w:p w:rsidR="007B2329" w:rsidRDefault="007B2329" w:rsidP="007B2329">
      <w:r>
        <w:t>184.5721</w:t>
      </w:r>
      <w:r>
        <w:tab/>
        <w:t>2.025e0</w:t>
      </w:r>
    </w:p>
    <w:p w:rsidR="007B2329" w:rsidRDefault="007B2329" w:rsidP="007B2329">
      <w:r>
        <w:lastRenderedPageBreak/>
        <w:t>184.5792</w:t>
      </w:r>
      <w:r>
        <w:tab/>
        <w:t>1.013e0</w:t>
      </w:r>
    </w:p>
    <w:p w:rsidR="007B2329" w:rsidRDefault="007B2329" w:rsidP="007B2329">
      <w:r>
        <w:t>184.5828</w:t>
      </w:r>
      <w:r>
        <w:tab/>
        <w:t>2.025e0</w:t>
      </w:r>
    </w:p>
    <w:p w:rsidR="007B2329" w:rsidRDefault="007B2329" w:rsidP="007B2329">
      <w:r>
        <w:t>184.5900</w:t>
      </w:r>
      <w:r>
        <w:tab/>
        <w:t>1.013e0</w:t>
      </w:r>
    </w:p>
    <w:p w:rsidR="007B2329" w:rsidRDefault="007B2329" w:rsidP="007B2329">
      <w:r>
        <w:t>184.6043</w:t>
      </w:r>
      <w:r>
        <w:tab/>
        <w:t>1.013e0</w:t>
      </w:r>
    </w:p>
    <w:p w:rsidR="007B2329" w:rsidRDefault="007B2329" w:rsidP="007B2329">
      <w:r>
        <w:t>184.6187</w:t>
      </w:r>
      <w:r>
        <w:tab/>
        <w:t>1.013e0</w:t>
      </w:r>
    </w:p>
    <w:p w:rsidR="007B2329" w:rsidRDefault="007B2329" w:rsidP="007B2329">
      <w:r>
        <w:t>184.6294</w:t>
      </w:r>
      <w:r>
        <w:tab/>
        <w:t>1.013e0</w:t>
      </w:r>
    </w:p>
    <w:p w:rsidR="007B2329" w:rsidRDefault="007B2329" w:rsidP="007B2329">
      <w:r>
        <w:t>184.6386</w:t>
      </w:r>
      <w:r>
        <w:tab/>
        <w:t>3.038e0</w:t>
      </w:r>
    </w:p>
    <w:p w:rsidR="007B2329" w:rsidRDefault="007B2329" w:rsidP="007B2329">
      <w:r>
        <w:t>184.6532</w:t>
      </w:r>
      <w:r>
        <w:tab/>
        <w:t>3.038e0</w:t>
      </w:r>
    </w:p>
    <w:p w:rsidR="007B2329" w:rsidRDefault="007B2329" w:rsidP="007B2329">
      <w:r>
        <w:t>184.6707</w:t>
      </w:r>
      <w:r>
        <w:tab/>
        <w:t>2.025e0</w:t>
      </w:r>
    </w:p>
    <w:p w:rsidR="007B2329" w:rsidRDefault="007B2329" w:rsidP="007B2329">
      <w:r>
        <w:t>184.6833</w:t>
      </w:r>
      <w:r>
        <w:tab/>
        <w:t>1.013e0</w:t>
      </w:r>
    </w:p>
    <w:p w:rsidR="007B2329" w:rsidRDefault="007B2329" w:rsidP="007B2329">
      <w:r>
        <w:t>184.7086</w:t>
      </w:r>
      <w:r>
        <w:tab/>
        <w:t>2.025e0</w:t>
      </w:r>
    </w:p>
    <w:p w:rsidR="007B2329" w:rsidRDefault="007B2329" w:rsidP="007B2329">
      <w:r>
        <w:t>184.7159</w:t>
      </w:r>
      <w:r>
        <w:tab/>
        <w:t>1.013e0</w:t>
      </w:r>
    </w:p>
    <w:p w:rsidR="007B2329" w:rsidRDefault="007B2329" w:rsidP="007B2329">
      <w:r>
        <w:t>184.7177</w:t>
      </w:r>
      <w:r>
        <w:tab/>
        <w:t>2.025e0</w:t>
      </w:r>
    </w:p>
    <w:p w:rsidR="007B2329" w:rsidRDefault="007B2329" w:rsidP="007B2329">
      <w:r>
        <w:t>184.7267</w:t>
      </w:r>
      <w:r>
        <w:tab/>
        <w:t>1.013e0</w:t>
      </w:r>
    </w:p>
    <w:p w:rsidR="007B2329" w:rsidRDefault="007B2329" w:rsidP="007B2329">
      <w:r>
        <w:t>184.7412</w:t>
      </w:r>
      <w:r>
        <w:tab/>
        <w:t>1.013e0</w:t>
      </w:r>
    </w:p>
    <w:p w:rsidR="007B2329" w:rsidRDefault="007B2329" w:rsidP="007B2329">
      <w:r>
        <w:t>184.7539</w:t>
      </w:r>
      <w:r>
        <w:tab/>
        <w:t>1.025e0</w:t>
      </w:r>
    </w:p>
    <w:p w:rsidR="007B2329" w:rsidRDefault="007B2329" w:rsidP="007B2329">
      <w:r>
        <w:t>184.7630</w:t>
      </w:r>
      <w:r>
        <w:tab/>
        <w:t>2.025e0</w:t>
      </w:r>
    </w:p>
    <w:p w:rsidR="007B2329" w:rsidRDefault="007B2329" w:rsidP="007B2329">
      <w:r>
        <w:t>184.7666</w:t>
      </w:r>
      <w:r>
        <w:tab/>
        <w:t>2.025e0</w:t>
      </w:r>
    </w:p>
    <w:p w:rsidR="007B2329" w:rsidRDefault="007B2329" w:rsidP="007B2329">
      <w:r>
        <w:t>184.7812</w:t>
      </w:r>
      <w:r>
        <w:tab/>
        <w:t>1.013e0</w:t>
      </w:r>
    </w:p>
    <w:p w:rsidR="007B2329" w:rsidRDefault="007B2329" w:rsidP="007B2329">
      <w:r>
        <w:lastRenderedPageBreak/>
        <w:t>184.8209</w:t>
      </w:r>
      <w:r>
        <w:tab/>
        <w:t>1.013e0</w:t>
      </w:r>
    </w:p>
    <w:p w:rsidR="007B2329" w:rsidRDefault="007B2329" w:rsidP="007B2329">
      <w:r>
        <w:t>184.8264</w:t>
      </w:r>
      <w:r>
        <w:tab/>
        <w:t>1.025e0</w:t>
      </w:r>
    </w:p>
    <w:p w:rsidR="007B2329" w:rsidRDefault="007B2329" w:rsidP="007B2329">
      <w:r>
        <w:t>184.8391</w:t>
      </w:r>
      <w:r>
        <w:tab/>
        <w:t>1.013e0</w:t>
      </w:r>
    </w:p>
    <w:p w:rsidR="007B2329" w:rsidRDefault="007B2329" w:rsidP="007B2329">
      <w:r>
        <w:t>184.8481</w:t>
      </w:r>
      <w:r>
        <w:tab/>
        <w:t>2.025e0</w:t>
      </w:r>
    </w:p>
    <w:p w:rsidR="007B2329" w:rsidRDefault="007B2329" w:rsidP="007B2329">
      <w:r>
        <w:t>184.8623</w:t>
      </w:r>
      <w:r>
        <w:tab/>
        <w:t>3.038e0</w:t>
      </w:r>
    </w:p>
    <w:p w:rsidR="007B2329" w:rsidRDefault="007B2329" w:rsidP="007B2329">
      <w:r>
        <w:t>184.8698</w:t>
      </w:r>
      <w:r>
        <w:tab/>
        <w:t>2.025e0</w:t>
      </w:r>
    </w:p>
    <w:p w:rsidR="007B2329" w:rsidRDefault="007B2329" w:rsidP="007B2329">
      <w:r>
        <w:t>184.8717</w:t>
      </w:r>
      <w:r>
        <w:tab/>
        <w:t>1.013e0</w:t>
      </w:r>
    </w:p>
    <w:p w:rsidR="007B2329" w:rsidRDefault="007B2329" w:rsidP="007B2329">
      <w:r>
        <w:t>184.8789</w:t>
      </w:r>
      <w:r>
        <w:tab/>
        <w:t>1.013e0</w:t>
      </w:r>
    </w:p>
    <w:p w:rsidR="007B2329" w:rsidRDefault="007B2329" w:rsidP="007B2329">
      <w:r>
        <w:t>184.8897</w:t>
      </w:r>
      <w:r>
        <w:tab/>
        <w:t>1.013e0</w:t>
      </w:r>
    </w:p>
    <w:p w:rsidR="007B2329" w:rsidRDefault="007B2329" w:rsidP="007B2329">
      <w:r>
        <w:t>184.8970</w:t>
      </w:r>
      <w:r>
        <w:tab/>
        <w:t>1.013e0</w:t>
      </w:r>
    </w:p>
    <w:p w:rsidR="007B2329" w:rsidRDefault="007B2329" w:rsidP="007B2329">
      <w:r>
        <w:t>184.9006</w:t>
      </w:r>
      <w:r>
        <w:tab/>
        <w:t>1.013e0</w:t>
      </w:r>
    </w:p>
    <w:p w:rsidR="007B2329" w:rsidRDefault="007B2329" w:rsidP="007B2329">
      <w:r>
        <w:t>184.9114</w:t>
      </w:r>
      <w:r>
        <w:tab/>
        <w:t>1.013e0</w:t>
      </w:r>
    </w:p>
    <w:p w:rsidR="007B2329" w:rsidRDefault="007B2329" w:rsidP="007B2329">
      <w:r>
        <w:t>184.9187</w:t>
      </w:r>
      <w:r>
        <w:tab/>
        <w:t>2.025e0</w:t>
      </w:r>
    </w:p>
    <w:p w:rsidR="007B2329" w:rsidRDefault="007B2329" w:rsidP="007B2329">
      <w:r>
        <w:t>184.9224</w:t>
      </w:r>
      <w:r>
        <w:tab/>
        <w:t>1.013e0</w:t>
      </w:r>
    </w:p>
    <w:p w:rsidR="007B2329" w:rsidRDefault="007B2329" w:rsidP="007B2329">
      <w:r>
        <w:t>184.9296</w:t>
      </w:r>
      <w:r>
        <w:tab/>
        <w:t>1.013e0</w:t>
      </w:r>
    </w:p>
    <w:p w:rsidR="007B2329" w:rsidRDefault="007B2329" w:rsidP="007B2329">
      <w:r>
        <w:t>184.9368</w:t>
      </w:r>
      <w:r>
        <w:tab/>
        <w:t>1.013e0</w:t>
      </w:r>
    </w:p>
    <w:p w:rsidR="007B2329" w:rsidRDefault="007B2329" w:rsidP="007B2329">
      <w:r>
        <w:t>184.9440</w:t>
      </w:r>
      <w:r>
        <w:tab/>
        <w:t>1.013e0</w:t>
      </w:r>
    </w:p>
    <w:p w:rsidR="007B2329" w:rsidRDefault="007B2329" w:rsidP="007B2329">
      <w:r>
        <w:t>184.9586</w:t>
      </w:r>
      <w:r>
        <w:tab/>
        <w:t>1.013e0</w:t>
      </w:r>
    </w:p>
    <w:p w:rsidR="007B2329" w:rsidRDefault="007B2329" w:rsidP="007B2329">
      <w:r>
        <w:t>184.9729</w:t>
      </w:r>
      <w:r>
        <w:tab/>
        <w:t>1.013e0</w:t>
      </w:r>
    </w:p>
    <w:p w:rsidR="007B2329" w:rsidRDefault="007B2329" w:rsidP="007B2329">
      <w:r>
        <w:lastRenderedPageBreak/>
        <w:t>184.9766</w:t>
      </w:r>
      <w:r>
        <w:tab/>
        <w:t>1.013e0</w:t>
      </w:r>
    </w:p>
    <w:p w:rsidR="007B2329" w:rsidRDefault="007B2329" w:rsidP="007B2329">
      <w:r>
        <w:t>184.9839</w:t>
      </w:r>
      <w:r>
        <w:tab/>
        <w:t>1.013e0</w:t>
      </w:r>
    </w:p>
    <w:p w:rsidR="007B2329" w:rsidRDefault="007B2329" w:rsidP="007B2329">
      <w:r>
        <w:t>184.9948</w:t>
      </w:r>
      <w:r>
        <w:tab/>
        <w:t>1.013e0</w:t>
      </w:r>
    </w:p>
    <w:p w:rsidR="007B2329" w:rsidRDefault="007B2329" w:rsidP="007B2329">
      <w:r>
        <w:t>184.9983</w:t>
      </w:r>
      <w:r>
        <w:tab/>
        <w:t>2.025e0</w:t>
      </w:r>
    </w:p>
    <w:p w:rsidR="007B2329" w:rsidRDefault="007B2329" w:rsidP="007B2329">
      <w:r>
        <w:t>185.0138</w:t>
      </w:r>
      <w:r>
        <w:tab/>
        <w:t>3.038e0</w:t>
      </w:r>
    </w:p>
    <w:p w:rsidR="007B2329" w:rsidRDefault="007B2329" w:rsidP="007B2329">
      <w:r>
        <w:t>185.0237</w:t>
      </w:r>
      <w:r>
        <w:tab/>
        <w:t>1.013e0</w:t>
      </w:r>
    </w:p>
    <w:p w:rsidR="007B2329" w:rsidRDefault="007B2329" w:rsidP="007B2329">
      <w:r>
        <w:t>185.0273</w:t>
      </w:r>
      <w:r>
        <w:tab/>
        <w:t>1.013e0</w:t>
      </w:r>
    </w:p>
    <w:p w:rsidR="007B2329" w:rsidRDefault="007B2329" w:rsidP="007B2329">
      <w:r>
        <w:t>185.0310</w:t>
      </w:r>
      <w:r>
        <w:tab/>
        <w:t>1.013e0</w:t>
      </w:r>
    </w:p>
    <w:p w:rsidR="007B2329" w:rsidRDefault="007B2329" w:rsidP="007B2329">
      <w:r>
        <w:t>185.0381</w:t>
      </w:r>
      <w:r>
        <w:tab/>
        <w:t>2.051e0</w:t>
      </w:r>
    </w:p>
    <w:p w:rsidR="007B2329" w:rsidRDefault="007B2329" w:rsidP="007B2329">
      <w:r>
        <w:t>185.0526</w:t>
      </w:r>
      <w:r>
        <w:tab/>
        <w:t>1.013e0</w:t>
      </w:r>
    </w:p>
    <w:p w:rsidR="007B2329" w:rsidRDefault="007B2329" w:rsidP="007B2329">
      <w:r>
        <w:t>185.0617</w:t>
      </w:r>
      <w:r>
        <w:tab/>
        <w:t>2.025e0</w:t>
      </w:r>
    </w:p>
    <w:p w:rsidR="007B2329" w:rsidRDefault="007B2329" w:rsidP="007B2329">
      <w:r>
        <w:t>185.0709</w:t>
      </w:r>
      <w:r>
        <w:tab/>
        <w:t>1.013e0</w:t>
      </w:r>
    </w:p>
    <w:p w:rsidR="007B2329" w:rsidRDefault="007B2329" w:rsidP="007B2329">
      <w:r>
        <w:t>185.0744</w:t>
      </w:r>
      <w:r>
        <w:tab/>
        <w:t>1.013e0</w:t>
      </w:r>
    </w:p>
    <w:p w:rsidR="007B2329" w:rsidRDefault="007B2329" w:rsidP="007B2329">
      <w:r>
        <w:t>185.0817</w:t>
      </w:r>
      <w:r>
        <w:tab/>
        <w:t>2.025e0</w:t>
      </w:r>
    </w:p>
    <w:p w:rsidR="007B2329" w:rsidRDefault="007B2329" w:rsidP="007B2329">
      <w:r>
        <w:t>185.0890</w:t>
      </w:r>
      <w:r>
        <w:tab/>
        <w:t>3.038e0</w:t>
      </w:r>
    </w:p>
    <w:p w:rsidR="007B2329" w:rsidRDefault="007B2329" w:rsidP="007B2329">
      <w:r>
        <w:t>185.0925</w:t>
      </w:r>
      <w:r>
        <w:tab/>
        <w:t>1.013e0</w:t>
      </w:r>
    </w:p>
    <w:p w:rsidR="007B2329" w:rsidRDefault="007B2329" w:rsidP="007B2329">
      <w:r>
        <w:t>185.0961</w:t>
      </w:r>
      <w:r>
        <w:tab/>
        <w:t>1.013e0</w:t>
      </w:r>
    </w:p>
    <w:p w:rsidR="007B2329" w:rsidRDefault="007B2329" w:rsidP="007B2329">
      <w:r>
        <w:t>185.0998</w:t>
      </w:r>
      <w:r>
        <w:tab/>
        <w:t>1.013e0</w:t>
      </w:r>
    </w:p>
    <w:p w:rsidR="007B2329" w:rsidRDefault="007B2329" w:rsidP="007B2329">
      <w:r>
        <w:t>185.1179</w:t>
      </w:r>
      <w:r>
        <w:tab/>
        <w:t>1.013e0</w:t>
      </w:r>
    </w:p>
    <w:p w:rsidR="007B2329" w:rsidRDefault="007B2329" w:rsidP="007B2329">
      <w:r>
        <w:lastRenderedPageBreak/>
        <w:t>185.1215</w:t>
      </w:r>
      <w:r>
        <w:tab/>
        <w:t>1.038e0</w:t>
      </w:r>
    </w:p>
    <w:p w:rsidR="007B2329" w:rsidRDefault="007B2329" w:rsidP="007B2329">
      <w:r>
        <w:t>185.1252</w:t>
      </w:r>
      <w:r>
        <w:tab/>
        <w:t>1.013e0</w:t>
      </w:r>
    </w:p>
    <w:p w:rsidR="007B2329" w:rsidRDefault="007B2329" w:rsidP="007B2329">
      <w:r>
        <w:t>185.1286</w:t>
      </w:r>
      <w:r>
        <w:tab/>
        <w:t>8.127e0</w:t>
      </w:r>
    </w:p>
    <w:p w:rsidR="007B2329" w:rsidRDefault="007B2329" w:rsidP="007B2329">
      <w:r>
        <w:t>185.1506</w:t>
      </w:r>
      <w:r>
        <w:tab/>
        <w:t>1.013e0</w:t>
      </w:r>
    </w:p>
    <w:p w:rsidR="007B2329" w:rsidRDefault="007B2329" w:rsidP="007B2329">
      <w:r>
        <w:t>185.1523</w:t>
      </w:r>
      <w:r>
        <w:tab/>
        <w:t>2.025e0</w:t>
      </w:r>
    </w:p>
    <w:p w:rsidR="007B2329" w:rsidRDefault="007B2329" w:rsidP="007B2329">
      <w:r>
        <w:t>185.1631</w:t>
      </w:r>
      <w:r>
        <w:tab/>
        <w:t>2.025e0</w:t>
      </w:r>
    </w:p>
    <w:p w:rsidR="007B2329" w:rsidRDefault="007B2329" w:rsidP="007B2329">
      <w:r>
        <w:t>185.1760</w:t>
      </w:r>
      <w:r>
        <w:tab/>
        <w:t>2.025e0</w:t>
      </w:r>
    </w:p>
    <w:p w:rsidR="007B2329" w:rsidRDefault="007B2329" w:rsidP="007B2329">
      <w:r>
        <w:t>185.1776</w:t>
      </w:r>
      <w:r>
        <w:tab/>
        <w:t>2.025e0</w:t>
      </w:r>
    </w:p>
    <w:p w:rsidR="007B2329" w:rsidRDefault="007B2329" w:rsidP="007B2329">
      <w:r>
        <w:t>185.1826</w:t>
      </w:r>
      <w:r>
        <w:tab/>
        <w:t>3.038e0</w:t>
      </w:r>
    </w:p>
    <w:p w:rsidR="007B2329" w:rsidRDefault="007B2329" w:rsidP="007B2329">
      <w:r>
        <w:t>185.1848</w:t>
      </w:r>
      <w:r>
        <w:tab/>
        <w:t>2.025e0</w:t>
      </w:r>
    </w:p>
    <w:p w:rsidR="007B2329" w:rsidRDefault="007B2329" w:rsidP="007B2329">
      <w:r>
        <w:t>185.1940</w:t>
      </w:r>
      <w:r>
        <w:tab/>
        <w:t>1.013e0</w:t>
      </w:r>
    </w:p>
    <w:p w:rsidR="007B2329" w:rsidRDefault="007B2329" w:rsidP="007B2329">
      <w:r>
        <w:t>185.1976</w:t>
      </w:r>
      <w:r>
        <w:tab/>
        <w:t>2.025e0</w:t>
      </w:r>
    </w:p>
    <w:p w:rsidR="007B2329" w:rsidRDefault="007B2329" w:rsidP="007B2329">
      <w:r>
        <w:t>185.2084</w:t>
      </w:r>
      <w:r>
        <w:tab/>
        <w:t>1.013e0</w:t>
      </w:r>
    </w:p>
    <w:p w:rsidR="007B2329" w:rsidRDefault="007B2329" w:rsidP="007B2329">
      <w:r>
        <w:t>185.2120</w:t>
      </w:r>
      <w:r>
        <w:tab/>
        <w:t>2.025e0</w:t>
      </w:r>
    </w:p>
    <w:p w:rsidR="007B2329" w:rsidRDefault="007B2329" w:rsidP="007B2329">
      <w:r>
        <w:t>185.2228</w:t>
      </w:r>
      <w:r>
        <w:tab/>
        <w:t>1.013e0</w:t>
      </w:r>
    </w:p>
    <w:p w:rsidR="007B2329" w:rsidRDefault="007B2329" w:rsidP="007B2329">
      <w:r>
        <w:t>185.2282</w:t>
      </w:r>
      <w:r>
        <w:tab/>
        <w:t>2.025e0</w:t>
      </w:r>
    </w:p>
    <w:p w:rsidR="007B2329" w:rsidRDefault="007B2329" w:rsidP="007B2329">
      <w:r>
        <w:t>185.2336</w:t>
      </w:r>
      <w:r>
        <w:tab/>
        <w:t>1.013e0</w:t>
      </w:r>
    </w:p>
    <w:p w:rsidR="007B2329" w:rsidRDefault="007B2329" w:rsidP="007B2329">
      <w:r>
        <w:t>185.2408</w:t>
      </w:r>
      <w:r>
        <w:tab/>
        <w:t>1.013e0</w:t>
      </w:r>
    </w:p>
    <w:p w:rsidR="007B2329" w:rsidRDefault="007B2329" w:rsidP="007B2329">
      <w:r>
        <w:t>185.2444</w:t>
      </w:r>
      <w:r>
        <w:tab/>
        <w:t>2.025e0</w:t>
      </w:r>
    </w:p>
    <w:p w:rsidR="007B2329" w:rsidRDefault="007B2329" w:rsidP="007B2329">
      <w:r>
        <w:lastRenderedPageBreak/>
        <w:t>185.2516</w:t>
      </w:r>
      <w:r>
        <w:tab/>
        <w:t>1.013e0</w:t>
      </w:r>
    </w:p>
    <w:p w:rsidR="007B2329" w:rsidRDefault="007B2329" w:rsidP="007B2329">
      <w:r>
        <w:t>185.2533</w:t>
      </w:r>
      <w:r>
        <w:tab/>
        <w:t>3.038e0</w:t>
      </w:r>
    </w:p>
    <w:p w:rsidR="007B2329" w:rsidRDefault="007B2329" w:rsidP="007B2329">
      <w:r>
        <w:t>185.2604</w:t>
      </w:r>
      <w:r>
        <w:tab/>
        <w:t>3.038e0</w:t>
      </w:r>
    </w:p>
    <w:p w:rsidR="007B2329" w:rsidRDefault="007B2329" w:rsidP="007B2329">
      <w:r>
        <w:t>185.2624</w:t>
      </w:r>
      <w:r>
        <w:tab/>
        <w:t>1.013e0</w:t>
      </w:r>
    </w:p>
    <w:p w:rsidR="007B2329" w:rsidRDefault="007B2329" w:rsidP="007B2329">
      <w:r>
        <w:t>185.2733</w:t>
      </w:r>
      <w:r>
        <w:tab/>
        <w:t>2.025e0</w:t>
      </w:r>
    </w:p>
    <w:p w:rsidR="007B2329" w:rsidRDefault="007B2329" w:rsidP="007B2329">
      <w:r>
        <w:t>185.2787</w:t>
      </w:r>
      <w:r>
        <w:tab/>
        <w:t>2.025e0</w:t>
      </w:r>
    </w:p>
    <w:p w:rsidR="007B2329" w:rsidRDefault="007B2329" w:rsidP="007B2329">
      <w:r>
        <w:t>185.3056</w:t>
      </w:r>
      <w:r>
        <w:tab/>
        <w:t>2.025e0</w:t>
      </w:r>
    </w:p>
    <w:p w:rsidR="007B2329" w:rsidRDefault="007B2329" w:rsidP="007B2329">
      <w:r>
        <w:t>185.3128</w:t>
      </w:r>
      <w:r>
        <w:tab/>
        <w:t>1.013e0</w:t>
      </w:r>
    </w:p>
    <w:p w:rsidR="007B2329" w:rsidRDefault="007B2329" w:rsidP="007B2329">
      <w:r>
        <w:t>185.3165</w:t>
      </w:r>
      <w:r>
        <w:tab/>
        <w:t>1.013e0</w:t>
      </w:r>
    </w:p>
    <w:p w:rsidR="007B2329" w:rsidRDefault="007B2329" w:rsidP="007B2329">
      <w:r>
        <w:t>185.3273</w:t>
      </w:r>
      <w:r>
        <w:tab/>
        <w:t>1.013e0</w:t>
      </w:r>
    </w:p>
    <w:p w:rsidR="007B2329" w:rsidRDefault="007B2329" w:rsidP="007B2329">
      <w:r>
        <w:t>185.3290</w:t>
      </w:r>
      <w:r>
        <w:tab/>
        <w:t>2.532e-2</w:t>
      </w:r>
    </w:p>
    <w:p w:rsidR="007B2329" w:rsidRDefault="007B2329" w:rsidP="007B2329">
      <w:r>
        <w:t>185.3345</w:t>
      </w:r>
      <w:r>
        <w:tab/>
        <w:t>1.013e0</w:t>
      </w:r>
    </w:p>
    <w:p w:rsidR="007B2329" w:rsidRDefault="007B2329" w:rsidP="007B2329">
      <w:r>
        <w:t>185.3380</w:t>
      </w:r>
      <w:r>
        <w:tab/>
        <w:t>2.025e0</w:t>
      </w:r>
    </w:p>
    <w:p w:rsidR="007B2329" w:rsidRDefault="007B2329" w:rsidP="007B2329">
      <w:r>
        <w:t>185.3452</w:t>
      </w:r>
      <w:r>
        <w:tab/>
        <w:t>4.051e0</w:t>
      </w:r>
    </w:p>
    <w:p w:rsidR="007B2329" w:rsidRDefault="007B2329" w:rsidP="007B2329">
      <w:r>
        <w:t>185.3705</w:t>
      </w:r>
      <w:r>
        <w:tab/>
        <w:t>2.025e0</w:t>
      </w:r>
    </w:p>
    <w:p w:rsidR="007B2329" w:rsidRDefault="007B2329" w:rsidP="007B2329">
      <w:r>
        <w:t>185.3741</w:t>
      </w:r>
      <w:r>
        <w:tab/>
        <w:t>1.013e0</w:t>
      </w:r>
    </w:p>
    <w:p w:rsidR="007B2329" w:rsidRDefault="007B2329" w:rsidP="007B2329">
      <w:r>
        <w:t>185.3993</w:t>
      </w:r>
      <w:r>
        <w:tab/>
        <w:t>2.025e0</w:t>
      </w:r>
    </w:p>
    <w:p w:rsidR="007B2329" w:rsidRDefault="007B2329" w:rsidP="007B2329">
      <w:r>
        <w:t>185.4029</w:t>
      </w:r>
      <w:r>
        <w:tab/>
        <w:t>1.266e-2</w:t>
      </w:r>
    </w:p>
    <w:p w:rsidR="007B2329" w:rsidRDefault="007B2329" w:rsidP="007B2329">
      <w:r>
        <w:t>185.4065</w:t>
      </w:r>
      <w:r>
        <w:tab/>
        <w:t>2.025e0</w:t>
      </w:r>
    </w:p>
    <w:p w:rsidR="007B2329" w:rsidRDefault="007B2329" w:rsidP="007B2329">
      <w:r>
        <w:lastRenderedPageBreak/>
        <w:t>185.4173</w:t>
      </w:r>
      <w:r>
        <w:tab/>
        <w:t>1.013e0</w:t>
      </w:r>
    </w:p>
    <w:p w:rsidR="007B2329" w:rsidRDefault="007B2329" w:rsidP="007B2329">
      <w:r>
        <w:t>185.4209</w:t>
      </w:r>
      <w:r>
        <w:tab/>
        <w:t>2.025e0</w:t>
      </w:r>
    </w:p>
    <w:p w:rsidR="007B2329" w:rsidRDefault="007B2329" w:rsidP="007B2329">
      <w:r>
        <w:t>185.4317</w:t>
      </w:r>
      <w:r>
        <w:tab/>
        <w:t>2.025e0</w:t>
      </w:r>
    </w:p>
    <w:p w:rsidR="007B2329" w:rsidRDefault="007B2329" w:rsidP="007B2329">
      <w:r>
        <w:t>185.4389</w:t>
      </w:r>
      <w:r>
        <w:tab/>
        <w:t>2.025e0</w:t>
      </w:r>
    </w:p>
    <w:p w:rsidR="007B2329" w:rsidRDefault="007B2329" w:rsidP="007B2329">
      <w:r>
        <w:t>185.4446</w:t>
      </w:r>
      <w:r>
        <w:tab/>
        <w:t>2.025e0</w:t>
      </w:r>
    </w:p>
    <w:p w:rsidR="007B2329" w:rsidRDefault="007B2329" w:rsidP="007B2329">
      <w:r>
        <w:t>185.4461</w:t>
      </w:r>
      <w:r>
        <w:tab/>
        <w:t>1.013e0</w:t>
      </w:r>
    </w:p>
    <w:p w:rsidR="007B2329" w:rsidRDefault="007B2329" w:rsidP="007B2329">
      <w:r>
        <w:t>185.4498</w:t>
      </w:r>
      <w:r>
        <w:tab/>
        <w:t>1.013e0</w:t>
      </w:r>
    </w:p>
    <w:p w:rsidR="007B2329" w:rsidRDefault="007B2329" w:rsidP="007B2329">
      <w:r>
        <w:t>185.4661</w:t>
      </w:r>
      <w:r>
        <w:tab/>
        <w:t>1.025e0</w:t>
      </w:r>
    </w:p>
    <w:p w:rsidR="007B2329" w:rsidRDefault="007B2329" w:rsidP="007B2329">
      <w:r>
        <w:t>185.4679</w:t>
      </w:r>
      <w:r>
        <w:tab/>
        <w:t>1.013e0</w:t>
      </w:r>
    </w:p>
    <w:p w:rsidR="007B2329" w:rsidRDefault="007B2329" w:rsidP="007B2329">
      <w:r>
        <w:t>185.4861</w:t>
      </w:r>
      <w:r>
        <w:tab/>
        <w:t>1.013e0</w:t>
      </w:r>
    </w:p>
    <w:p w:rsidR="007B2329" w:rsidRDefault="007B2329" w:rsidP="007B2329">
      <w:r>
        <w:t>185.4933</w:t>
      </w:r>
      <w:r>
        <w:tab/>
        <w:t>2.025e0</w:t>
      </w:r>
    </w:p>
    <w:p w:rsidR="007B2329" w:rsidRDefault="007B2329" w:rsidP="007B2329">
      <w:r>
        <w:t>185.5151</w:t>
      </w:r>
      <w:r>
        <w:tab/>
        <w:t>2.025e0</w:t>
      </w:r>
    </w:p>
    <w:p w:rsidR="007B2329" w:rsidRDefault="007B2329" w:rsidP="007B2329">
      <w:r>
        <w:t>185.5260</w:t>
      </w:r>
      <w:r>
        <w:tab/>
        <w:t>1.013e0</w:t>
      </w:r>
    </w:p>
    <w:p w:rsidR="007B2329" w:rsidRDefault="007B2329" w:rsidP="007B2329">
      <w:r>
        <w:t>185.5296</w:t>
      </w:r>
      <w:r>
        <w:tab/>
        <w:t>2.025e0</w:t>
      </w:r>
    </w:p>
    <w:p w:rsidR="007B2329" w:rsidRDefault="007B2329" w:rsidP="007B2329">
      <w:r>
        <w:t>185.5333</w:t>
      </w:r>
      <w:r>
        <w:tab/>
        <w:t>1.013e0</w:t>
      </w:r>
    </w:p>
    <w:p w:rsidR="007B2329" w:rsidRDefault="007B2329" w:rsidP="007B2329">
      <w:r>
        <w:t>185.5478</w:t>
      </w:r>
      <w:r>
        <w:tab/>
        <w:t>1.013e0</w:t>
      </w:r>
    </w:p>
    <w:p w:rsidR="007B2329" w:rsidRDefault="007B2329" w:rsidP="007B2329">
      <w:r>
        <w:t>185.5623</w:t>
      </w:r>
      <w:r>
        <w:tab/>
        <w:t>1.013e0</w:t>
      </w:r>
    </w:p>
    <w:p w:rsidR="007B2329" w:rsidRDefault="007B2329" w:rsidP="007B2329">
      <w:r>
        <w:t>185.5695</w:t>
      </w:r>
      <w:r>
        <w:tab/>
        <w:t>2.025e0</w:t>
      </w:r>
    </w:p>
    <w:p w:rsidR="007B2329" w:rsidRDefault="007B2329" w:rsidP="007B2329">
      <w:r>
        <w:t>185.5876</w:t>
      </w:r>
      <w:r>
        <w:tab/>
        <w:t>1.013e0</w:t>
      </w:r>
    </w:p>
    <w:p w:rsidR="007B2329" w:rsidRDefault="007B2329" w:rsidP="007B2329">
      <w:r>
        <w:lastRenderedPageBreak/>
        <w:t>185.5913</w:t>
      </w:r>
      <w:r>
        <w:tab/>
        <w:t>1.013e0</w:t>
      </w:r>
    </w:p>
    <w:p w:rsidR="007B2329" w:rsidRDefault="007B2329" w:rsidP="007B2329">
      <w:r>
        <w:t>185.5949</w:t>
      </w:r>
      <w:r>
        <w:tab/>
        <w:t>2.025e0</w:t>
      </w:r>
    </w:p>
    <w:p w:rsidR="007B2329" w:rsidRDefault="007B2329" w:rsidP="007B2329">
      <w:r>
        <w:t>185.6094</w:t>
      </w:r>
      <w:r>
        <w:tab/>
        <w:t>1.013e0</w:t>
      </w:r>
    </w:p>
    <w:p w:rsidR="007B2329" w:rsidRDefault="007B2329" w:rsidP="007B2329">
      <w:r>
        <w:t>185.6330</w:t>
      </w:r>
      <w:r>
        <w:tab/>
        <w:t>1.025e0</w:t>
      </w:r>
    </w:p>
    <w:p w:rsidR="007B2329" w:rsidRDefault="007B2329" w:rsidP="007B2329">
      <w:r>
        <w:t>185.6348</w:t>
      </w:r>
      <w:r>
        <w:tab/>
        <w:t>2.038e0</w:t>
      </w:r>
    </w:p>
    <w:p w:rsidR="007B2329" w:rsidRDefault="007B2329" w:rsidP="007B2329">
      <w:r>
        <w:t>185.6457</w:t>
      </w:r>
      <w:r>
        <w:tab/>
        <w:t>1.013e0</w:t>
      </w:r>
    </w:p>
    <w:p w:rsidR="007B2329" w:rsidRDefault="007B2329" w:rsidP="007B2329">
      <w:r>
        <w:t>185.6602</w:t>
      </w:r>
      <w:r>
        <w:tab/>
        <w:t>1.013e0</w:t>
      </w:r>
    </w:p>
    <w:p w:rsidR="007B2329" w:rsidRDefault="007B2329" w:rsidP="007B2329">
      <w:r>
        <w:t>185.6638</w:t>
      </w:r>
      <w:r>
        <w:tab/>
        <w:t>2.025e0</w:t>
      </w:r>
    </w:p>
    <w:p w:rsidR="007B2329" w:rsidRDefault="007B2329" w:rsidP="007B2329">
      <w:r>
        <w:t>185.6656</w:t>
      </w:r>
      <w:r>
        <w:tab/>
        <w:t>2.025e0</w:t>
      </w:r>
    </w:p>
    <w:p w:rsidR="007B2329" w:rsidRDefault="007B2329" w:rsidP="007B2329">
      <w:r>
        <w:t>185.6711</w:t>
      </w:r>
      <w:r>
        <w:tab/>
        <w:t>1.013e0</w:t>
      </w:r>
    </w:p>
    <w:p w:rsidR="007B2329" w:rsidRDefault="007B2329" w:rsidP="007B2329">
      <w:r>
        <w:t>185.6892</w:t>
      </w:r>
      <w:r>
        <w:tab/>
        <w:t>1.013e0</w:t>
      </w:r>
    </w:p>
    <w:p w:rsidR="007B2329" w:rsidRDefault="007B2329" w:rsidP="007B2329">
      <w:r>
        <w:t>185.6929</w:t>
      </w:r>
      <w:r>
        <w:tab/>
        <w:t>1.013e0</w:t>
      </w:r>
    </w:p>
    <w:p w:rsidR="007B2329" w:rsidRDefault="007B2329" w:rsidP="007B2329">
      <w:r>
        <w:t>185.6965</w:t>
      </w:r>
      <w:r>
        <w:tab/>
        <w:t>2.025e0</w:t>
      </w:r>
    </w:p>
    <w:p w:rsidR="007B2329" w:rsidRDefault="007B2329" w:rsidP="007B2329">
      <w:r>
        <w:t>185.6992</w:t>
      </w:r>
      <w:r>
        <w:tab/>
        <w:t>3.038e0</w:t>
      </w:r>
    </w:p>
    <w:p w:rsidR="007B2329" w:rsidRDefault="007B2329" w:rsidP="007B2329">
      <w:r>
        <w:t>185.7073</w:t>
      </w:r>
      <w:r>
        <w:tab/>
        <w:t>2.025e0</w:t>
      </w:r>
    </w:p>
    <w:p w:rsidR="007B2329" w:rsidRDefault="007B2329" w:rsidP="007B2329">
      <w:r>
        <w:t>185.7110</w:t>
      </w:r>
      <w:r>
        <w:tab/>
        <w:t>1.013e0</w:t>
      </w:r>
    </w:p>
    <w:p w:rsidR="007B2329" w:rsidRDefault="007B2329" w:rsidP="007B2329">
      <w:r>
        <w:t>185.7146</w:t>
      </w:r>
      <w:r>
        <w:tab/>
        <w:t>1.013e0</w:t>
      </w:r>
    </w:p>
    <w:p w:rsidR="007B2329" w:rsidRDefault="007B2329" w:rsidP="007B2329">
      <w:r>
        <w:t>185.7218</w:t>
      </w:r>
      <w:r>
        <w:tab/>
        <w:t>2.025e0</w:t>
      </w:r>
    </w:p>
    <w:p w:rsidR="007B2329" w:rsidRDefault="007B2329" w:rsidP="007B2329">
      <w:r>
        <w:t>185.7327</w:t>
      </w:r>
      <w:r>
        <w:tab/>
        <w:t>1.013e0</w:t>
      </w:r>
    </w:p>
    <w:p w:rsidR="007B2329" w:rsidRDefault="007B2329" w:rsidP="007B2329">
      <w:r>
        <w:lastRenderedPageBreak/>
        <w:t>185.7436</w:t>
      </w:r>
      <w:r>
        <w:tab/>
        <w:t>2.025e0</w:t>
      </w:r>
    </w:p>
    <w:p w:rsidR="007B2329" w:rsidRDefault="007B2329" w:rsidP="007B2329">
      <w:r>
        <w:t>185.7617</w:t>
      </w:r>
      <w:r>
        <w:tab/>
        <w:t>1.013e0</w:t>
      </w:r>
    </w:p>
    <w:p w:rsidR="007B2329" w:rsidRDefault="007B2329" w:rsidP="007B2329">
      <w:r>
        <w:t>185.7762</w:t>
      </w:r>
      <w:r>
        <w:tab/>
        <w:t>3.038e0</w:t>
      </w:r>
    </w:p>
    <w:p w:rsidR="007B2329" w:rsidRDefault="007B2329" w:rsidP="007B2329">
      <w:r>
        <w:t>185.7871</w:t>
      </w:r>
      <w:r>
        <w:tab/>
        <w:t>2.532e-2</w:t>
      </w:r>
    </w:p>
    <w:p w:rsidR="007B2329" w:rsidRDefault="007B2329" w:rsidP="007B2329">
      <w:r>
        <w:t>185.7980</w:t>
      </w:r>
      <w:r>
        <w:tab/>
        <w:t>1.013e0</w:t>
      </w:r>
    </w:p>
    <w:p w:rsidR="007B2329" w:rsidRDefault="007B2329" w:rsidP="007B2329">
      <w:r>
        <w:t>185.8270</w:t>
      </w:r>
      <w:r>
        <w:tab/>
        <w:t>1.013e0</w:t>
      </w:r>
    </w:p>
    <w:p w:rsidR="007B2329" w:rsidRDefault="007B2329" w:rsidP="007B2329">
      <w:r>
        <w:t>185.8307</w:t>
      </w:r>
      <w:r>
        <w:tab/>
        <w:t>1.013e0</w:t>
      </w:r>
    </w:p>
    <w:p w:rsidR="007B2329" w:rsidRDefault="007B2329" w:rsidP="007B2329">
      <w:r>
        <w:t>185.8451</w:t>
      </w:r>
      <w:r>
        <w:tab/>
        <w:t>2.025e0</w:t>
      </w:r>
    </w:p>
    <w:p w:rsidR="007B2329" w:rsidRDefault="007B2329" w:rsidP="007B2329">
      <w:r>
        <w:t>185.8596</w:t>
      </w:r>
      <w:r>
        <w:tab/>
        <w:t>1.013e0</w:t>
      </w:r>
    </w:p>
    <w:p w:rsidR="007B2329" w:rsidRDefault="007B2329" w:rsidP="007B2329">
      <w:r>
        <w:t>185.8723</w:t>
      </w:r>
      <w:r>
        <w:tab/>
        <w:t>1.025e0</w:t>
      </w:r>
    </w:p>
    <w:p w:rsidR="007B2329" w:rsidRDefault="007B2329" w:rsidP="007B2329">
      <w:r>
        <w:t>185.8778</w:t>
      </w:r>
      <w:r>
        <w:tab/>
        <w:t>1.266e-2</w:t>
      </w:r>
    </w:p>
    <w:p w:rsidR="007B2329" w:rsidRDefault="007B2329" w:rsidP="007B2329">
      <w:r>
        <w:t>185.8814</w:t>
      </w:r>
      <w:r>
        <w:tab/>
        <w:t>1.013e0</w:t>
      </w:r>
    </w:p>
    <w:p w:rsidR="007B2329" w:rsidRDefault="007B2329" w:rsidP="007B2329">
      <w:r>
        <w:t>185.9068</w:t>
      </w:r>
      <w:r>
        <w:tab/>
        <w:t>1.013e0</w:t>
      </w:r>
    </w:p>
    <w:p w:rsidR="007B2329" w:rsidRDefault="007B2329" w:rsidP="007B2329">
      <w:r>
        <w:t>185.9286</w:t>
      </w:r>
      <w:r>
        <w:tab/>
        <w:t>2.025e0</w:t>
      </w:r>
    </w:p>
    <w:p w:rsidR="007B2329" w:rsidRDefault="007B2329" w:rsidP="007B2329">
      <w:r>
        <w:t>185.9341</w:t>
      </w:r>
      <w:r>
        <w:tab/>
        <w:t>2.025e0</w:t>
      </w:r>
    </w:p>
    <w:p w:rsidR="007B2329" w:rsidRDefault="007B2329" w:rsidP="007B2329">
      <w:r>
        <w:t>185.9413</w:t>
      </w:r>
      <w:r>
        <w:tab/>
        <w:t>2.025e0</w:t>
      </w:r>
    </w:p>
    <w:p w:rsidR="007B2329" w:rsidRDefault="007B2329" w:rsidP="007B2329">
      <w:r>
        <w:t>185.9467</w:t>
      </w:r>
      <w:r>
        <w:tab/>
        <w:t>1.013e0</w:t>
      </w:r>
    </w:p>
    <w:p w:rsidR="007B2329" w:rsidRDefault="007B2329" w:rsidP="007B2329">
      <w:r>
        <w:t>185.9486</w:t>
      </w:r>
      <w:r>
        <w:tab/>
        <w:t>2.025e0</w:t>
      </w:r>
    </w:p>
    <w:p w:rsidR="007B2329" w:rsidRDefault="007B2329" w:rsidP="007B2329">
      <w:r>
        <w:t>185.9577</w:t>
      </w:r>
      <w:r>
        <w:tab/>
        <w:t>1.266e-2</w:t>
      </w:r>
    </w:p>
    <w:p w:rsidR="007B2329" w:rsidRDefault="007B2329" w:rsidP="007B2329">
      <w:r>
        <w:lastRenderedPageBreak/>
        <w:t>185.9631</w:t>
      </w:r>
      <w:r>
        <w:tab/>
        <w:t>2.025e0</w:t>
      </w:r>
    </w:p>
    <w:p w:rsidR="007B2329" w:rsidRDefault="007B2329" w:rsidP="007B2329">
      <w:r>
        <w:t>185.9848</w:t>
      </w:r>
      <w:r>
        <w:tab/>
        <w:t>2.025e0</w:t>
      </w:r>
    </w:p>
    <w:p w:rsidR="007B2329" w:rsidRDefault="007B2329" w:rsidP="007B2329">
      <w:r>
        <w:t>185.9940</w:t>
      </w:r>
      <w:r>
        <w:tab/>
        <w:t>1.013e0</w:t>
      </w:r>
    </w:p>
    <w:p w:rsidR="007B2329" w:rsidRDefault="007B2329" w:rsidP="007B2329">
      <w:r>
        <w:t>186.0022</w:t>
      </w:r>
      <w:r>
        <w:tab/>
        <w:t>4.051e0</w:t>
      </w:r>
    </w:p>
    <w:p w:rsidR="007B2329" w:rsidRDefault="007B2329" w:rsidP="007B2329">
      <w:r>
        <w:t>186.0157</w:t>
      </w:r>
      <w:r>
        <w:tab/>
        <w:t>1.063e0</w:t>
      </w:r>
    </w:p>
    <w:p w:rsidR="007B2329" w:rsidRDefault="007B2329" w:rsidP="007B2329">
      <w:r>
        <w:t>186.0193</w:t>
      </w:r>
      <w:r>
        <w:tab/>
        <w:t>4.051e0</w:t>
      </w:r>
    </w:p>
    <w:p w:rsidR="007B2329" w:rsidRDefault="007B2329" w:rsidP="007B2329">
      <w:r>
        <w:t>186.0339</w:t>
      </w:r>
      <w:r>
        <w:tab/>
        <w:t>1.013e0</w:t>
      </w:r>
    </w:p>
    <w:p w:rsidR="007B2329" w:rsidRDefault="007B2329" w:rsidP="007B2329">
      <w:r>
        <w:t>186.0375</w:t>
      </w:r>
      <w:r>
        <w:tab/>
        <w:t>1.013e0</w:t>
      </w:r>
    </w:p>
    <w:p w:rsidR="007B2329" w:rsidRDefault="007B2329" w:rsidP="007B2329">
      <w:r>
        <w:t>186.0448</w:t>
      </w:r>
      <w:r>
        <w:tab/>
        <w:t>2.025e0</w:t>
      </w:r>
    </w:p>
    <w:p w:rsidR="007B2329" w:rsidRDefault="007B2329" w:rsidP="007B2329">
      <w:r>
        <w:t>186.0484</w:t>
      </w:r>
      <w:r>
        <w:tab/>
        <w:t>1.013e0</w:t>
      </w:r>
    </w:p>
    <w:p w:rsidR="007B2329" w:rsidRDefault="007B2329" w:rsidP="007B2329">
      <w:r>
        <w:t>186.0629</w:t>
      </w:r>
      <w:r>
        <w:tab/>
        <w:t>1.013e0</w:t>
      </w:r>
    </w:p>
    <w:p w:rsidR="007B2329" w:rsidRDefault="007B2329" w:rsidP="007B2329">
      <w:r>
        <w:t>186.0774</w:t>
      </w:r>
      <w:r>
        <w:tab/>
        <w:t>2.025e0</w:t>
      </w:r>
    </w:p>
    <w:p w:rsidR="007B2329" w:rsidRDefault="007B2329" w:rsidP="007B2329">
      <w:r>
        <w:t>186.0956</w:t>
      </w:r>
      <w:r>
        <w:tab/>
        <w:t>1.013e0</w:t>
      </w:r>
    </w:p>
    <w:p w:rsidR="007B2329" w:rsidRDefault="007B2329" w:rsidP="007B2329">
      <w:r>
        <w:t>186.0993</w:t>
      </w:r>
      <w:r>
        <w:tab/>
        <w:t>1.013e0</w:t>
      </w:r>
    </w:p>
    <w:p w:rsidR="007B2329" w:rsidRDefault="007B2329" w:rsidP="007B2329">
      <w:r>
        <w:t>186.1065</w:t>
      </w:r>
      <w:r>
        <w:tab/>
        <w:t>1.013e0</w:t>
      </w:r>
    </w:p>
    <w:p w:rsidR="007B2329" w:rsidRDefault="007B2329" w:rsidP="007B2329">
      <w:r>
        <w:t>186.1101</w:t>
      </w:r>
      <w:r>
        <w:tab/>
        <w:t>1.013e0</w:t>
      </w:r>
    </w:p>
    <w:p w:rsidR="007B2329" w:rsidRDefault="007B2329" w:rsidP="007B2329">
      <w:r>
        <w:t>186.1264</w:t>
      </w:r>
      <w:r>
        <w:tab/>
        <w:t>1.025e0</w:t>
      </w:r>
    </w:p>
    <w:p w:rsidR="007B2329" w:rsidRDefault="007B2329" w:rsidP="007B2329">
      <w:r>
        <w:t>186.1301</w:t>
      </w:r>
      <w:r>
        <w:tab/>
        <w:t>1.025e0</w:t>
      </w:r>
    </w:p>
    <w:p w:rsidR="007B2329" w:rsidRDefault="007B2329" w:rsidP="007B2329">
      <w:r>
        <w:t>186.1338</w:t>
      </w:r>
      <w:r>
        <w:tab/>
        <w:t>2.025e0</w:t>
      </w:r>
    </w:p>
    <w:p w:rsidR="007B2329" w:rsidRDefault="007B2329" w:rsidP="007B2329">
      <w:r>
        <w:lastRenderedPageBreak/>
        <w:t>186.1501</w:t>
      </w:r>
      <w:r>
        <w:tab/>
        <w:t>1.013e0</w:t>
      </w:r>
    </w:p>
    <w:p w:rsidR="007B2329" w:rsidRDefault="007B2329" w:rsidP="007B2329">
      <w:r>
        <w:t>186.1554</w:t>
      </w:r>
      <w:r>
        <w:tab/>
        <w:t>2.532e-2</w:t>
      </w:r>
    </w:p>
    <w:p w:rsidR="007B2329" w:rsidRDefault="007B2329" w:rsidP="007B2329">
      <w:r>
        <w:t>186.1646</w:t>
      </w:r>
      <w:r>
        <w:tab/>
        <w:t>3.038e0</w:t>
      </w:r>
    </w:p>
    <w:p w:rsidR="007B2329" w:rsidRDefault="007B2329" w:rsidP="007B2329">
      <w:r>
        <w:t>186.1827</w:t>
      </w:r>
      <w:r>
        <w:tab/>
        <w:t>2.025e0</w:t>
      </w:r>
    </w:p>
    <w:p w:rsidR="007B2329" w:rsidRDefault="007B2329" w:rsidP="007B2329">
      <w:r>
        <w:t>186.1935</w:t>
      </w:r>
      <w:r>
        <w:tab/>
        <w:t>3.038e0</w:t>
      </w:r>
    </w:p>
    <w:p w:rsidR="007B2329" w:rsidRDefault="007B2329" w:rsidP="007B2329">
      <w:r>
        <w:t>186.1972</w:t>
      </w:r>
      <w:r>
        <w:tab/>
        <w:t>2.025e0</w:t>
      </w:r>
    </w:p>
    <w:p w:rsidR="007B2329" w:rsidRDefault="007B2329" w:rsidP="007B2329">
      <w:r>
        <w:t>186.2044</w:t>
      </w:r>
      <w:r>
        <w:tab/>
        <w:t>1.013e0</w:t>
      </w:r>
    </w:p>
    <w:p w:rsidR="007B2329" w:rsidRDefault="007B2329" w:rsidP="007B2329">
      <w:r>
        <w:t>186.2078</w:t>
      </w:r>
      <w:r>
        <w:tab/>
        <w:t>3.038e0</w:t>
      </w:r>
    </w:p>
    <w:p w:rsidR="007B2329" w:rsidRDefault="007B2329" w:rsidP="007B2329">
      <w:r>
        <w:t>186.2116</w:t>
      </w:r>
      <w:r>
        <w:tab/>
        <w:t>1.013e0</w:t>
      </w:r>
    </w:p>
    <w:p w:rsidR="007B2329" w:rsidRDefault="007B2329" w:rsidP="007B2329">
      <w:r>
        <w:t>186.2152</w:t>
      </w:r>
      <w:r>
        <w:tab/>
        <w:t>1.013e0</w:t>
      </w:r>
    </w:p>
    <w:p w:rsidR="007B2329" w:rsidRDefault="007B2329" w:rsidP="007B2329">
      <w:r>
        <w:t>186.2333</w:t>
      </w:r>
      <w:r>
        <w:tab/>
        <w:t>1.013e0</w:t>
      </w:r>
    </w:p>
    <w:p w:rsidR="007B2329" w:rsidRDefault="007B2329" w:rsidP="007B2329">
      <w:r>
        <w:t>186.2603</w:t>
      </w:r>
      <w:r>
        <w:tab/>
        <w:t>1.025e0</w:t>
      </w:r>
    </w:p>
    <w:p w:rsidR="007B2329" w:rsidRDefault="007B2329" w:rsidP="007B2329">
      <w:r>
        <w:t>186.2695</w:t>
      </w:r>
      <w:r>
        <w:tab/>
        <w:t>1.025e0</w:t>
      </w:r>
    </w:p>
    <w:p w:rsidR="007B2329" w:rsidRDefault="007B2329" w:rsidP="007B2329">
      <w:r>
        <w:t>186.2803</w:t>
      </w:r>
      <w:r>
        <w:tab/>
        <w:t>1.013e0</w:t>
      </w:r>
    </w:p>
    <w:p w:rsidR="007B2329" w:rsidRDefault="007B2329" w:rsidP="007B2329">
      <w:r>
        <w:t>186.2912</w:t>
      </w:r>
      <w:r>
        <w:tab/>
        <w:t>1.013e0</w:t>
      </w:r>
    </w:p>
    <w:p w:rsidR="007B2329" w:rsidRDefault="007B2329" w:rsidP="007B2329">
      <w:r>
        <w:t>186.2984</w:t>
      </w:r>
      <w:r>
        <w:tab/>
        <w:t>3.038e0</w:t>
      </w:r>
    </w:p>
    <w:p w:rsidR="007B2329" w:rsidRDefault="007B2329" w:rsidP="007B2329">
      <w:r>
        <w:t>186.3057</w:t>
      </w:r>
      <w:r>
        <w:tab/>
        <w:t>1.013e0</w:t>
      </w:r>
    </w:p>
    <w:p w:rsidR="007B2329" w:rsidRDefault="007B2329" w:rsidP="007B2329">
      <w:r>
        <w:t>186.3183</w:t>
      </w:r>
      <w:r>
        <w:tab/>
        <w:t>2.025e0</w:t>
      </w:r>
    </w:p>
    <w:p w:rsidR="007B2329" w:rsidRDefault="007B2329" w:rsidP="007B2329">
      <w:r>
        <w:t>186.3202</w:t>
      </w:r>
      <w:r>
        <w:tab/>
        <w:t>2.025e0</w:t>
      </w:r>
    </w:p>
    <w:p w:rsidR="007B2329" w:rsidRDefault="007B2329" w:rsidP="007B2329">
      <w:r>
        <w:lastRenderedPageBreak/>
        <w:t>186.3274</w:t>
      </w:r>
      <w:r>
        <w:tab/>
        <w:t>1.013e0</w:t>
      </w:r>
    </w:p>
    <w:p w:rsidR="007B2329" w:rsidRDefault="007B2329" w:rsidP="007B2329">
      <w:r>
        <w:t>186.3491</w:t>
      </w:r>
      <w:r>
        <w:tab/>
        <w:t>1.013e0</w:t>
      </w:r>
    </w:p>
    <w:p w:rsidR="007B2329" w:rsidRDefault="007B2329" w:rsidP="007B2329">
      <w:r>
        <w:t>186.3636</w:t>
      </w:r>
      <w:r>
        <w:tab/>
        <w:t>1.013e0</w:t>
      </w:r>
    </w:p>
    <w:p w:rsidR="007B2329" w:rsidRDefault="007B2329" w:rsidP="007B2329">
      <w:r>
        <w:t>186.3673</w:t>
      </w:r>
      <w:r>
        <w:tab/>
        <w:t>3.038e0</w:t>
      </w:r>
    </w:p>
    <w:p w:rsidR="007B2329" w:rsidRDefault="007B2329" w:rsidP="007B2329">
      <w:r>
        <w:t>186.3744</w:t>
      </w:r>
      <w:r>
        <w:tab/>
        <w:t>2.025e0</w:t>
      </w:r>
    </w:p>
    <w:p w:rsidR="007B2329" w:rsidRDefault="007B2329" w:rsidP="007B2329">
      <w:r>
        <w:t>186.3889</w:t>
      </w:r>
      <w:r>
        <w:tab/>
        <w:t>1.013e0</w:t>
      </w:r>
    </w:p>
    <w:p w:rsidR="007B2329" w:rsidRDefault="007B2329" w:rsidP="007B2329">
      <w:r>
        <w:t>186.3925</w:t>
      </w:r>
      <w:r>
        <w:tab/>
        <w:t>1.013e0</w:t>
      </w:r>
    </w:p>
    <w:p w:rsidR="007B2329" w:rsidRDefault="007B2329" w:rsidP="007B2329">
      <w:r>
        <w:t>186.3997</w:t>
      </w:r>
      <w:r>
        <w:tab/>
        <w:t>2.025e0</w:t>
      </w:r>
    </w:p>
    <w:p w:rsidR="007B2329" w:rsidRDefault="007B2329" w:rsidP="007B2329">
      <w:r>
        <w:t>186.4215</w:t>
      </w:r>
      <w:r>
        <w:tab/>
        <w:t>1.013e0</w:t>
      </w:r>
    </w:p>
    <w:p w:rsidR="007B2329" w:rsidRDefault="007B2329" w:rsidP="007B2329">
      <w:r>
        <w:t>186.4251</w:t>
      </w:r>
      <w:r>
        <w:tab/>
        <w:t>1.013e0</w:t>
      </w:r>
    </w:p>
    <w:p w:rsidR="007B2329" w:rsidRDefault="007B2329" w:rsidP="007B2329">
      <w:r>
        <w:t>186.4577</w:t>
      </w:r>
      <w:r>
        <w:tab/>
        <w:t>1.013e0</w:t>
      </w:r>
    </w:p>
    <w:p w:rsidR="007B2329" w:rsidRDefault="007B2329" w:rsidP="007B2329">
      <w:r>
        <w:t>186.4685</w:t>
      </w:r>
      <w:r>
        <w:tab/>
        <w:t>1.013e0</w:t>
      </w:r>
    </w:p>
    <w:p w:rsidR="007B2329" w:rsidRDefault="007B2329" w:rsidP="007B2329">
      <w:r>
        <w:t>186.4830</w:t>
      </w:r>
      <w:r>
        <w:tab/>
        <w:t>4.051e0</w:t>
      </w:r>
    </w:p>
    <w:p w:rsidR="007B2329" w:rsidRDefault="007B2329" w:rsidP="007B2329">
      <w:r>
        <w:t>186.4904</w:t>
      </w:r>
      <w:r>
        <w:tab/>
        <w:t>1.013e0</w:t>
      </w:r>
    </w:p>
    <w:p w:rsidR="007B2329" w:rsidRDefault="007B2329" w:rsidP="007B2329">
      <w:r>
        <w:t>186.5156</w:t>
      </w:r>
      <w:r>
        <w:tab/>
        <w:t>2.025e0</w:t>
      </w:r>
    </w:p>
    <w:p w:rsidR="007B2329" w:rsidRDefault="007B2329" w:rsidP="007B2329">
      <w:r>
        <w:t>186.5193</w:t>
      </w:r>
      <w:r>
        <w:tab/>
        <w:t>1.013e0</w:t>
      </w:r>
    </w:p>
    <w:p w:rsidR="007B2329" w:rsidRDefault="007B2329" w:rsidP="007B2329">
      <w:r>
        <w:t>186.5301</w:t>
      </w:r>
      <w:r>
        <w:tab/>
        <w:t>2.025e0</w:t>
      </w:r>
    </w:p>
    <w:p w:rsidR="007B2329" w:rsidRDefault="007B2329" w:rsidP="007B2329">
      <w:r>
        <w:t>186.5338</w:t>
      </w:r>
      <w:r>
        <w:tab/>
        <w:t>1.013e0</w:t>
      </w:r>
    </w:p>
    <w:p w:rsidR="007B2329" w:rsidRDefault="007B2329" w:rsidP="007B2329">
      <w:r>
        <w:t>186.5349</w:t>
      </w:r>
      <w:r>
        <w:tab/>
        <w:t>3.038e0</w:t>
      </w:r>
    </w:p>
    <w:p w:rsidR="007B2329" w:rsidRDefault="007B2329" w:rsidP="007B2329">
      <w:r>
        <w:lastRenderedPageBreak/>
        <w:t>186.5410</w:t>
      </w:r>
      <w:r>
        <w:tab/>
        <w:t>1.013e0</w:t>
      </w:r>
    </w:p>
    <w:p w:rsidR="007B2329" w:rsidRDefault="007B2329" w:rsidP="007B2329">
      <w:r>
        <w:t>186.5518</w:t>
      </w:r>
      <w:r>
        <w:tab/>
        <w:t>1.013e0</w:t>
      </w:r>
    </w:p>
    <w:p w:rsidR="007B2329" w:rsidRDefault="007B2329" w:rsidP="007B2329">
      <w:r>
        <w:t>186.5700</w:t>
      </w:r>
      <w:r>
        <w:tab/>
        <w:t>2.025e0</w:t>
      </w:r>
    </w:p>
    <w:p w:rsidR="007B2329" w:rsidRDefault="007B2329" w:rsidP="007B2329">
      <w:r>
        <w:t>186.5736</w:t>
      </w:r>
      <w:r>
        <w:tab/>
        <w:t>2.025e0</w:t>
      </w:r>
    </w:p>
    <w:p w:rsidR="007B2329" w:rsidRDefault="007B2329" w:rsidP="007B2329">
      <w:r>
        <w:t>186.5754</w:t>
      </w:r>
      <w:r>
        <w:tab/>
        <w:t>2.025e0</w:t>
      </w:r>
    </w:p>
    <w:p w:rsidR="007B2329" w:rsidRDefault="007B2329" w:rsidP="007B2329">
      <w:r>
        <w:t>186.5809</w:t>
      </w:r>
      <w:r>
        <w:tab/>
        <w:t>1.013e0</w:t>
      </w:r>
    </w:p>
    <w:p w:rsidR="007B2329" w:rsidRDefault="007B2329" w:rsidP="007B2329">
      <w:r>
        <w:t>186.6041</w:t>
      </w:r>
      <w:r>
        <w:tab/>
        <w:t>3.038e0</w:t>
      </w:r>
    </w:p>
    <w:p w:rsidR="007B2329" w:rsidRDefault="007B2329" w:rsidP="007B2329">
      <w:r>
        <w:t>186.6118</w:t>
      </w:r>
      <w:r>
        <w:tab/>
        <w:t>2.025e0</w:t>
      </w:r>
    </w:p>
    <w:p w:rsidR="007B2329" w:rsidRDefault="007B2329" w:rsidP="007B2329">
      <w:r>
        <w:t>186.6189</w:t>
      </w:r>
      <w:r>
        <w:tab/>
        <w:t>2.025e0</w:t>
      </w:r>
    </w:p>
    <w:p w:rsidR="007B2329" w:rsidRDefault="007B2329" w:rsidP="007B2329">
      <w:r>
        <w:t>186.6243</w:t>
      </w:r>
      <w:r>
        <w:tab/>
        <w:t>1.013e0</w:t>
      </w:r>
    </w:p>
    <w:p w:rsidR="007B2329" w:rsidRDefault="007B2329" w:rsidP="007B2329">
      <w:r>
        <w:t>186.6445</w:t>
      </w:r>
      <w:r>
        <w:tab/>
        <w:t>2.025e0</w:t>
      </w:r>
    </w:p>
    <w:p w:rsidR="007B2329" w:rsidRDefault="007B2329" w:rsidP="007B2329">
      <w:r>
        <w:t>186.6460</w:t>
      </w:r>
      <w:r>
        <w:tab/>
        <w:t>1.013e0</w:t>
      </w:r>
    </w:p>
    <w:p w:rsidR="007B2329" w:rsidRDefault="007B2329" w:rsidP="007B2329">
      <w:r>
        <w:t>186.6570</w:t>
      </w:r>
      <w:r>
        <w:tab/>
        <w:t>2.025e0</w:t>
      </w:r>
    </w:p>
    <w:p w:rsidR="007B2329" w:rsidRDefault="007B2329" w:rsidP="007B2329">
      <w:r>
        <w:t>186.6679</w:t>
      </w:r>
      <w:r>
        <w:tab/>
        <w:t>1.013e0</w:t>
      </w:r>
    </w:p>
    <w:p w:rsidR="007B2329" w:rsidRDefault="007B2329" w:rsidP="007B2329">
      <w:r>
        <w:t>186.6715</w:t>
      </w:r>
      <w:r>
        <w:tab/>
        <w:t>2.025e0</w:t>
      </w:r>
    </w:p>
    <w:p w:rsidR="007B2329" w:rsidRDefault="007B2329" w:rsidP="007B2329">
      <w:r>
        <w:t>186.6770</w:t>
      </w:r>
      <w:r>
        <w:tab/>
        <w:t>2.025e0</w:t>
      </w:r>
    </w:p>
    <w:p w:rsidR="007B2329" w:rsidRDefault="007B2329" w:rsidP="007B2329">
      <w:r>
        <w:t>186.6969</w:t>
      </w:r>
      <w:r>
        <w:tab/>
        <w:t>1.013e0</w:t>
      </w:r>
    </w:p>
    <w:p w:rsidR="007B2329" w:rsidRDefault="007B2329" w:rsidP="007B2329">
      <w:r>
        <w:t>186.7151</w:t>
      </w:r>
      <w:r>
        <w:tab/>
        <w:t>1.013e0</w:t>
      </w:r>
    </w:p>
    <w:p w:rsidR="007B2329" w:rsidRDefault="007B2329" w:rsidP="007B2329">
      <w:r>
        <w:t>186.7188</w:t>
      </w:r>
      <w:r>
        <w:tab/>
        <w:t>1.013e0</w:t>
      </w:r>
    </w:p>
    <w:p w:rsidR="007B2329" w:rsidRDefault="007B2329" w:rsidP="007B2329">
      <w:r>
        <w:lastRenderedPageBreak/>
        <w:t>186.7260</w:t>
      </w:r>
      <w:r>
        <w:tab/>
        <w:t>1.013e0</w:t>
      </w:r>
    </w:p>
    <w:p w:rsidR="007B2329" w:rsidRDefault="007B2329" w:rsidP="007B2329">
      <w:r>
        <w:t>186.7624</w:t>
      </w:r>
      <w:r>
        <w:tab/>
        <w:t>1.013e0</w:t>
      </w:r>
    </w:p>
    <w:p w:rsidR="007B2329" w:rsidRDefault="007B2329" w:rsidP="007B2329">
      <w:r>
        <w:t>186.7661</w:t>
      </w:r>
      <w:r>
        <w:tab/>
        <w:t>2.025e0</w:t>
      </w:r>
    </w:p>
    <w:p w:rsidR="007B2329" w:rsidRDefault="007B2329" w:rsidP="007B2329">
      <w:r>
        <w:t>186.7806</w:t>
      </w:r>
      <w:r>
        <w:tab/>
        <w:t>4.051e0</w:t>
      </w:r>
    </w:p>
    <w:p w:rsidR="007B2329" w:rsidRDefault="007B2329" w:rsidP="007B2329">
      <w:r>
        <w:t>186.7915</w:t>
      </w:r>
      <w:r>
        <w:tab/>
        <w:t>1.013e0</w:t>
      </w:r>
    </w:p>
    <w:p w:rsidR="007B2329" w:rsidRDefault="007B2329" w:rsidP="007B2329">
      <w:r>
        <w:t>186.7951</w:t>
      </w:r>
      <w:r>
        <w:tab/>
        <w:t>1.013e0</w:t>
      </w:r>
    </w:p>
    <w:p w:rsidR="007B2329" w:rsidRDefault="007B2329" w:rsidP="007B2329">
      <w:r>
        <w:t>186.8025</w:t>
      </w:r>
      <w:r>
        <w:tab/>
        <w:t>1.013e0</w:t>
      </w:r>
    </w:p>
    <w:p w:rsidR="007B2329" w:rsidRDefault="007B2329" w:rsidP="007B2329">
      <w:r>
        <w:t>186.8060</w:t>
      </w:r>
      <w:r>
        <w:tab/>
        <w:t>1.013e0</w:t>
      </w:r>
    </w:p>
    <w:p w:rsidR="007B2329" w:rsidRDefault="007B2329" w:rsidP="007B2329">
      <w:r>
        <w:t>186.8096</w:t>
      </w:r>
      <w:r>
        <w:tab/>
        <w:t>1.013e0</w:t>
      </w:r>
    </w:p>
    <w:p w:rsidR="007B2329" w:rsidRDefault="007B2329" w:rsidP="007B2329">
      <w:r>
        <w:t>186.8133</w:t>
      </w:r>
      <w:r>
        <w:tab/>
        <w:t>1.013e0</w:t>
      </w:r>
    </w:p>
    <w:p w:rsidR="007B2329" w:rsidRDefault="007B2329" w:rsidP="007B2329">
      <w:r>
        <w:t>186.8170</w:t>
      </w:r>
      <w:r>
        <w:tab/>
        <w:t>1.013e0</w:t>
      </w:r>
    </w:p>
    <w:p w:rsidR="007B2329" w:rsidRDefault="007B2329" w:rsidP="007B2329">
      <w:r>
        <w:t>186.8242</w:t>
      </w:r>
      <w:r>
        <w:tab/>
        <w:t>1.013e0</w:t>
      </w:r>
    </w:p>
    <w:p w:rsidR="007B2329" w:rsidRDefault="007B2329" w:rsidP="007B2329">
      <w:r>
        <w:t>186.8278</w:t>
      </w:r>
      <w:r>
        <w:tab/>
        <w:t>1.013e0</w:t>
      </w:r>
    </w:p>
    <w:p w:rsidR="007B2329" w:rsidRDefault="007B2329" w:rsidP="007B2329">
      <w:r>
        <w:t>186.8351</w:t>
      </w:r>
      <w:r>
        <w:tab/>
        <w:t>3.038e0</w:t>
      </w:r>
    </w:p>
    <w:p w:rsidR="007B2329" w:rsidRDefault="007B2329" w:rsidP="007B2329">
      <w:r>
        <w:t>186.8496</w:t>
      </w:r>
      <w:r>
        <w:tab/>
        <w:t>1.013e0</w:t>
      </w:r>
    </w:p>
    <w:p w:rsidR="007B2329" w:rsidRDefault="007B2329" w:rsidP="007B2329">
      <w:r>
        <w:t>186.8533</w:t>
      </w:r>
      <w:r>
        <w:tab/>
        <w:t>2.025e0</w:t>
      </w:r>
    </w:p>
    <w:p w:rsidR="007B2329" w:rsidRDefault="007B2329" w:rsidP="007B2329">
      <w:r>
        <w:t>186.8715</w:t>
      </w:r>
      <w:r>
        <w:tab/>
        <w:t>1.013e0</w:t>
      </w:r>
    </w:p>
    <w:p w:rsidR="007B2329" w:rsidRDefault="007B2329" w:rsidP="007B2329">
      <w:r>
        <w:t>186.8788</w:t>
      </w:r>
      <w:r>
        <w:tab/>
        <w:t>2.025e0</w:t>
      </w:r>
    </w:p>
    <w:p w:rsidR="007B2329" w:rsidRDefault="007B2329" w:rsidP="007B2329">
      <w:r>
        <w:t>186.8860</w:t>
      </w:r>
      <w:r>
        <w:tab/>
        <w:t>1.013e0</w:t>
      </w:r>
    </w:p>
    <w:p w:rsidR="007B2329" w:rsidRDefault="007B2329" w:rsidP="007B2329">
      <w:r>
        <w:lastRenderedPageBreak/>
        <w:t>186.9079</w:t>
      </w:r>
      <w:r>
        <w:tab/>
        <w:t>2.025e0</w:t>
      </w:r>
    </w:p>
    <w:p w:rsidR="007B2329" w:rsidRDefault="007B2329" w:rsidP="007B2329">
      <w:r>
        <w:t>186.9188</w:t>
      </w:r>
      <w:r>
        <w:tab/>
        <w:t>1.013e0</w:t>
      </w:r>
    </w:p>
    <w:p w:rsidR="007B2329" w:rsidRDefault="007B2329" w:rsidP="007B2329">
      <w:r>
        <w:t>186.9224</w:t>
      </w:r>
      <w:r>
        <w:tab/>
        <w:t>1.013e0</w:t>
      </w:r>
    </w:p>
    <w:p w:rsidR="007B2329" w:rsidRDefault="007B2329" w:rsidP="007B2329">
      <w:r>
        <w:t>186.9479</w:t>
      </w:r>
      <w:r>
        <w:tab/>
        <w:t>1.013e0</w:t>
      </w:r>
    </w:p>
    <w:p w:rsidR="007B2329" w:rsidRDefault="007B2329" w:rsidP="007B2329">
      <w:r>
        <w:t>186.9541</w:t>
      </w:r>
      <w:r>
        <w:tab/>
        <w:t>3.038e0</w:t>
      </w:r>
    </w:p>
    <w:p w:rsidR="007B2329" w:rsidRDefault="007B2329" w:rsidP="007B2329">
      <w:r>
        <w:t>186.9552</w:t>
      </w:r>
      <w:r>
        <w:tab/>
        <w:t>2.025e0</w:t>
      </w:r>
    </w:p>
    <w:p w:rsidR="007B2329" w:rsidRDefault="007B2329" w:rsidP="007B2329">
      <w:r>
        <w:t>186.9624</w:t>
      </w:r>
      <w:r>
        <w:tab/>
        <w:t>1.013e0</w:t>
      </w:r>
    </w:p>
    <w:p w:rsidR="007B2329" w:rsidRDefault="007B2329" w:rsidP="007B2329">
      <w:r>
        <w:t>186.9697</w:t>
      </w:r>
      <w:r>
        <w:tab/>
        <w:t>1.013e0</w:t>
      </w:r>
    </w:p>
    <w:p w:rsidR="007B2329" w:rsidRDefault="007B2329" w:rsidP="007B2329">
      <w:r>
        <w:t>186.9733</w:t>
      </w:r>
      <w:r>
        <w:tab/>
        <w:t>1.013e0</w:t>
      </w:r>
    </w:p>
    <w:p w:rsidR="007B2329" w:rsidRDefault="007B2329" w:rsidP="007B2329">
      <w:r>
        <w:t>186.9878</w:t>
      </w:r>
      <w:r>
        <w:tab/>
        <w:t>1.013e0</w:t>
      </w:r>
    </w:p>
    <w:p w:rsidR="007B2329" w:rsidRDefault="007B2329" w:rsidP="007B2329">
      <w:r>
        <w:t>186.9915</w:t>
      </w:r>
      <w:r>
        <w:tab/>
        <w:t>1.013e0</w:t>
      </w:r>
    </w:p>
    <w:p w:rsidR="007B2329" w:rsidRDefault="007B2329" w:rsidP="007B2329">
      <w:r>
        <w:t>186.9951</w:t>
      </w:r>
      <w:r>
        <w:tab/>
        <w:t>1.013e0</w:t>
      </w:r>
    </w:p>
    <w:p w:rsidR="007B2329" w:rsidRDefault="007B2329" w:rsidP="007B2329">
      <w:r>
        <w:t>187.0024</w:t>
      </w:r>
      <w:r>
        <w:tab/>
        <w:t>2.025e0</w:t>
      </w:r>
    </w:p>
    <w:p w:rsidR="007B2329" w:rsidRDefault="007B2329" w:rsidP="007B2329">
      <w:r>
        <w:t>187.0061</w:t>
      </w:r>
      <w:r>
        <w:tab/>
        <w:t>1.013e0</w:t>
      </w:r>
    </w:p>
    <w:p w:rsidR="007B2329" w:rsidRDefault="007B2329" w:rsidP="007B2329">
      <w:r>
        <w:t>187.0279</w:t>
      </w:r>
      <w:r>
        <w:tab/>
        <w:t>3.038e0</w:t>
      </w:r>
    </w:p>
    <w:p w:rsidR="007B2329" w:rsidRDefault="007B2329" w:rsidP="007B2329">
      <w:r>
        <w:t>187.0369</w:t>
      </w:r>
      <w:r>
        <w:tab/>
        <w:t>2.025e0</w:t>
      </w:r>
    </w:p>
    <w:p w:rsidR="007B2329" w:rsidRDefault="007B2329" w:rsidP="007B2329">
      <w:r>
        <w:t>187.0406</w:t>
      </w:r>
      <w:r>
        <w:tab/>
        <w:t>1.025e0</w:t>
      </w:r>
    </w:p>
    <w:p w:rsidR="007B2329" w:rsidRDefault="007B2329" w:rsidP="007B2329">
      <w:r>
        <w:t>187.0424</w:t>
      </w:r>
      <w:r>
        <w:tab/>
        <w:t>1.013e0</w:t>
      </w:r>
    </w:p>
    <w:p w:rsidR="007B2329" w:rsidRDefault="007B2329" w:rsidP="007B2329">
      <w:r>
        <w:t>187.0642</w:t>
      </w:r>
      <w:r>
        <w:tab/>
        <w:t>1.013e0</w:t>
      </w:r>
    </w:p>
    <w:p w:rsidR="007B2329" w:rsidRDefault="007B2329" w:rsidP="007B2329">
      <w:r>
        <w:lastRenderedPageBreak/>
        <w:t>187.0715</w:t>
      </w:r>
      <w:r>
        <w:tab/>
        <w:t>1.013e0</w:t>
      </w:r>
    </w:p>
    <w:p w:rsidR="007B2329" w:rsidRDefault="007B2329" w:rsidP="007B2329">
      <w:r>
        <w:t>187.0788</w:t>
      </w:r>
      <w:r>
        <w:tab/>
        <w:t>1.013e0</w:t>
      </w:r>
    </w:p>
    <w:p w:rsidR="007B2329" w:rsidRDefault="007B2329" w:rsidP="007B2329">
      <w:r>
        <w:t>187.0861</w:t>
      </w:r>
      <w:r>
        <w:tab/>
        <w:t>2.025e0</w:t>
      </w:r>
    </w:p>
    <w:p w:rsidR="007B2329" w:rsidRDefault="007B2329" w:rsidP="007B2329">
      <w:r>
        <w:t>187.0898</w:t>
      </w:r>
      <w:r>
        <w:tab/>
        <w:t>1.013e0</w:t>
      </w:r>
    </w:p>
    <w:p w:rsidR="007B2329" w:rsidRDefault="007B2329" w:rsidP="007B2329">
      <w:r>
        <w:t>187.0933</w:t>
      </w:r>
      <w:r>
        <w:tab/>
        <w:t>4.051e0</w:t>
      </w:r>
    </w:p>
    <w:p w:rsidR="007B2329" w:rsidRDefault="007B2329" w:rsidP="007B2329">
      <w:r>
        <w:t>187.1043</w:t>
      </w:r>
      <w:r>
        <w:tab/>
        <w:t>1.013e0</w:t>
      </w:r>
    </w:p>
    <w:p w:rsidR="007B2329" w:rsidRDefault="007B2329" w:rsidP="007B2329">
      <w:r>
        <w:t>187.1116</w:t>
      </w:r>
      <w:r>
        <w:tab/>
        <w:t>2.025e0</w:t>
      </w:r>
    </w:p>
    <w:p w:rsidR="007B2329" w:rsidRDefault="007B2329" w:rsidP="007B2329">
      <w:r>
        <w:t>187.1133</w:t>
      </w:r>
      <w:r>
        <w:tab/>
        <w:t>2.025e0</w:t>
      </w:r>
    </w:p>
    <w:p w:rsidR="007B2329" w:rsidRDefault="007B2329" w:rsidP="007B2329">
      <w:r>
        <w:t>187.1152</w:t>
      </w:r>
      <w:r>
        <w:tab/>
        <w:t>2.025e0</w:t>
      </w:r>
    </w:p>
    <w:p w:rsidR="007B2329" w:rsidRDefault="007B2329" w:rsidP="007B2329">
      <w:r>
        <w:t>187.1216</w:t>
      </w:r>
      <w:r>
        <w:tab/>
        <w:t>4.051e0</w:t>
      </w:r>
    </w:p>
    <w:p w:rsidR="007B2329" w:rsidRDefault="007B2329" w:rsidP="007B2329">
      <w:r>
        <w:t>187.1333</w:t>
      </w:r>
      <w:r>
        <w:tab/>
        <w:t>2.025e0</w:t>
      </w:r>
    </w:p>
    <w:p w:rsidR="007B2329" w:rsidRDefault="007B2329" w:rsidP="007B2329">
      <w:r>
        <w:t>187.1351</w:t>
      </w:r>
      <w:r>
        <w:tab/>
        <w:t>2.025e0</w:t>
      </w:r>
    </w:p>
    <w:p w:rsidR="007B2329" w:rsidRDefault="007B2329" w:rsidP="007B2329">
      <w:r>
        <w:t>187.1516</w:t>
      </w:r>
      <w:r>
        <w:tab/>
        <w:t>1.013e0</w:t>
      </w:r>
    </w:p>
    <w:p w:rsidR="007B2329" w:rsidRDefault="007B2329" w:rsidP="007B2329">
      <w:r>
        <w:t>187.1624</w:t>
      </w:r>
      <w:r>
        <w:tab/>
        <w:t>2.025e0</w:t>
      </w:r>
    </w:p>
    <w:p w:rsidR="007B2329" w:rsidRDefault="007B2329" w:rsidP="007B2329">
      <w:r>
        <w:t>187.1642</w:t>
      </w:r>
      <w:r>
        <w:tab/>
        <w:t>2.025e0</w:t>
      </w:r>
    </w:p>
    <w:p w:rsidR="007B2329" w:rsidRDefault="007B2329" w:rsidP="007B2329">
      <w:r>
        <w:t>187.1806</w:t>
      </w:r>
      <w:r>
        <w:tab/>
        <w:t>2.025e0</w:t>
      </w:r>
    </w:p>
    <w:p w:rsidR="007B2329" w:rsidRDefault="007B2329" w:rsidP="007B2329">
      <w:r>
        <w:t>187.1860</w:t>
      </w:r>
      <w:r>
        <w:tab/>
        <w:t>3.038e0</w:t>
      </w:r>
    </w:p>
    <w:p w:rsidR="007B2329" w:rsidRDefault="007B2329" w:rsidP="007B2329">
      <w:r>
        <w:t>187.1988</w:t>
      </w:r>
      <w:r>
        <w:tab/>
        <w:t>1.013e0</w:t>
      </w:r>
    </w:p>
    <w:p w:rsidR="007B2329" w:rsidRDefault="007B2329" w:rsidP="007B2329">
      <w:r>
        <w:t>187.2134</w:t>
      </w:r>
      <w:r>
        <w:tab/>
        <w:t>2.532e-2</w:t>
      </w:r>
    </w:p>
    <w:p w:rsidR="007B2329" w:rsidRDefault="007B2329" w:rsidP="007B2329">
      <w:r>
        <w:lastRenderedPageBreak/>
        <w:t>187.2170</w:t>
      </w:r>
      <w:r>
        <w:tab/>
        <w:t>1.013e0</w:t>
      </w:r>
    </w:p>
    <w:p w:rsidR="007B2329" w:rsidRDefault="007B2329" w:rsidP="007B2329">
      <w:r>
        <w:t>187.2243</w:t>
      </w:r>
      <w:r>
        <w:tab/>
        <w:t>3.038e0</w:t>
      </w:r>
    </w:p>
    <w:p w:rsidR="007B2329" w:rsidRDefault="007B2329" w:rsidP="007B2329">
      <w:r>
        <w:t>187.2316</w:t>
      </w:r>
      <w:r>
        <w:tab/>
        <w:t>2.025e0</w:t>
      </w:r>
    </w:p>
    <w:p w:rsidR="007B2329" w:rsidRDefault="007B2329" w:rsidP="007B2329">
      <w:r>
        <w:t>187.2461</w:t>
      </w:r>
      <w:r>
        <w:tab/>
        <w:t>1.013e0</w:t>
      </w:r>
    </w:p>
    <w:p w:rsidR="007B2329" w:rsidRDefault="007B2329" w:rsidP="007B2329">
      <w:r>
        <w:t>187.2716</w:t>
      </w:r>
      <w:r>
        <w:tab/>
        <w:t>4.051e0</w:t>
      </w:r>
    </w:p>
    <w:p w:rsidR="007B2329" w:rsidRDefault="007B2329" w:rsidP="007B2329">
      <w:r>
        <w:t>187.2733</w:t>
      </w:r>
      <w:r>
        <w:tab/>
        <w:t>2.025e0</w:t>
      </w:r>
    </w:p>
    <w:p w:rsidR="007B2329" w:rsidRDefault="007B2329" w:rsidP="007B2329">
      <w:r>
        <w:t>187.2789</w:t>
      </w:r>
      <w:r>
        <w:tab/>
        <w:t>1.013e0</w:t>
      </w:r>
    </w:p>
    <w:p w:rsidR="007B2329" w:rsidRDefault="007B2329" w:rsidP="007B2329">
      <w:r>
        <w:t>187.2934</w:t>
      </w:r>
      <w:r>
        <w:tab/>
        <w:t>2.025e0</w:t>
      </w:r>
    </w:p>
    <w:p w:rsidR="007B2329" w:rsidRDefault="007B2329" w:rsidP="007B2329">
      <w:r>
        <w:t>187.3007</w:t>
      </w:r>
      <w:r>
        <w:tab/>
        <w:t>1.013e0</w:t>
      </w:r>
    </w:p>
    <w:p w:rsidR="007B2329" w:rsidRDefault="007B2329" w:rsidP="007B2329">
      <w:r>
        <w:t>187.3044</w:t>
      </w:r>
      <w:r>
        <w:tab/>
        <w:t>1.025e0</w:t>
      </w:r>
    </w:p>
    <w:p w:rsidR="007B2329" w:rsidRDefault="007B2329" w:rsidP="007B2329">
      <w:r>
        <w:t>187.3134</w:t>
      </w:r>
      <w:r>
        <w:tab/>
        <w:t>2.025e0</w:t>
      </w:r>
    </w:p>
    <w:p w:rsidR="007B2329" w:rsidRDefault="007B2329" w:rsidP="007B2329">
      <w:r>
        <w:t>187.3225</w:t>
      </w:r>
      <w:r>
        <w:tab/>
        <w:t>1.013e0</w:t>
      </w:r>
    </w:p>
    <w:p w:rsidR="007B2329" w:rsidRDefault="007B2329" w:rsidP="007B2329">
      <w:r>
        <w:t>187.3407</w:t>
      </w:r>
      <w:r>
        <w:tab/>
        <w:t>1.013e0</w:t>
      </w:r>
    </w:p>
    <w:p w:rsidR="007B2329" w:rsidRDefault="007B2329" w:rsidP="007B2329">
      <w:r>
        <w:t>187.3444</w:t>
      </w:r>
      <w:r>
        <w:tab/>
        <w:t>1.013e0</w:t>
      </w:r>
    </w:p>
    <w:p w:rsidR="007B2329" w:rsidRDefault="007B2329" w:rsidP="007B2329">
      <w:r>
        <w:t>187.3516</w:t>
      </w:r>
      <w:r>
        <w:tab/>
        <w:t>1.013e0</w:t>
      </w:r>
    </w:p>
    <w:p w:rsidR="007B2329" w:rsidRDefault="007B2329" w:rsidP="007B2329">
      <w:r>
        <w:t>187.3529</w:t>
      </w:r>
      <w:r>
        <w:tab/>
        <w:t>4.051e0</w:t>
      </w:r>
    </w:p>
    <w:p w:rsidR="007B2329" w:rsidRDefault="007B2329" w:rsidP="007B2329">
      <w:r>
        <w:t>187.3625</w:t>
      </w:r>
      <w:r>
        <w:tab/>
        <w:t>1.013e0</w:t>
      </w:r>
    </w:p>
    <w:p w:rsidR="007B2329" w:rsidRDefault="007B2329" w:rsidP="007B2329">
      <w:r>
        <w:t>187.3789</w:t>
      </w:r>
      <w:r>
        <w:tab/>
        <w:t>1.025e0</w:t>
      </w:r>
    </w:p>
    <w:p w:rsidR="007B2329" w:rsidRDefault="007B2329" w:rsidP="007B2329">
      <w:r>
        <w:t>187.3807</w:t>
      </w:r>
      <w:r>
        <w:tab/>
        <w:t>1.013e0</w:t>
      </w:r>
    </w:p>
    <w:p w:rsidR="007B2329" w:rsidRDefault="007B2329" w:rsidP="007B2329">
      <w:r>
        <w:lastRenderedPageBreak/>
        <w:t>187.3844</w:t>
      </w:r>
      <w:r>
        <w:tab/>
        <w:t>2.025e0</w:t>
      </w:r>
    </w:p>
    <w:p w:rsidR="007B2329" w:rsidRDefault="007B2329" w:rsidP="007B2329">
      <w:r>
        <w:t>187.3880</w:t>
      </w:r>
      <w:r>
        <w:tab/>
        <w:t>1.013e0</w:t>
      </w:r>
    </w:p>
    <w:p w:rsidR="007B2329" w:rsidRDefault="007B2329" w:rsidP="007B2329">
      <w:r>
        <w:t>187.4063</w:t>
      </w:r>
      <w:r>
        <w:tab/>
        <w:t>1.266e-2</w:t>
      </w:r>
    </w:p>
    <w:p w:rsidR="007B2329" w:rsidRDefault="007B2329" w:rsidP="007B2329">
      <w:r>
        <w:t>187.4135</w:t>
      </w:r>
      <w:r>
        <w:tab/>
        <w:t>1.013e0</w:t>
      </w:r>
    </w:p>
    <w:p w:rsidR="007B2329" w:rsidRDefault="007B2329" w:rsidP="007B2329">
      <w:r>
        <w:t>187.4171</w:t>
      </w:r>
      <w:r>
        <w:tab/>
        <w:t>4.051e0</w:t>
      </w:r>
    </w:p>
    <w:p w:rsidR="007B2329" w:rsidRDefault="007B2329" w:rsidP="007B2329">
      <w:r>
        <w:t>187.4189</w:t>
      </w:r>
      <w:r>
        <w:tab/>
        <w:t>2.025e0</w:t>
      </w:r>
    </w:p>
    <w:p w:rsidR="007B2329" w:rsidRDefault="007B2329" w:rsidP="007B2329">
      <w:r>
        <w:t>187.4208</w:t>
      </w:r>
      <w:r>
        <w:tab/>
        <w:t>1.013e0</w:t>
      </w:r>
    </w:p>
    <w:p w:rsidR="007B2329" w:rsidRDefault="007B2329" w:rsidP="007B2329">
      <w:r>
        <w:t>187.4390</w:t>
      </w:r>
      <w:r>
        <w:tab/>
        <w:t>1.013e0</w:t>
      </w:r>
    </w:p>
    <w:p w:rsidR="007B2329" w:rsidRDefault="007B2329" w:rsidP="007B2329">
      <w:r>
        <w:t>187.4426</w:t>
      </w:r>
      <w:r>
        <w:tab/>
        <w:t>1.013e0</w:t>
      </w:r>
    </w:p>
    <w:p w:rsidR="007B2329" w:rsidRDefault="007B2329" w:rsidP="007B2329">
      <w:r>
        <w:t>187.4498</w:t>
      </w:r>
      <w:r>
        <w:tab/>
        <w:t>1.013e0</w:t>
      </w:r>
    </w:p>
    <w:p w:rsidR="007B2329" w:rsidRDefault="007B2329" w:rsidP="007B2329">
      <w:r>
        <w:t>187.4572</w:t>
      </w:r>
      <w:r>
        <w:tab/>
        <w:t>2.025e0</w:t>
      </w:r>
    </w:p>
    <w:p w:rsidR="007B2329" w:rsidRDefault="007B2329" w:rsidP="007B2329">
      <w:r>
        <w:t>187.4608</w:t>
      </w:r>
      <w:r>
        <w:tab/>
        <w:t>1.013e0</w:t>
      </w:r>
    </w:p>
    <w:p w:rsidR="007B2329" w:rsidRDefault="007B2329" w:rsidP="007B2329">
      <w:r>
        <w:t>187.4644</w:t>
      </w:r>
      <w:r>
        <w:tab/>
        <w:t>1.266e-2</w:t>
      </w:r>
    </w:p>
    <w:p w:rsidR="007B2329" w:rsidRDefault="007B2329" w:rsidP="007B2329">
      <w:r>
        <w:t>187.4681</w:t>
      </w:r>
      <w:r>
        <w:tab/>
        <w:t>1.013e0</w:t>
      </w:r>
    </w:p>
    <w:p w:rsidR="007B2329" w:rsidRDefault="007B2329" w:rsidP="007B2329">
      <w:r>
        <w:t>187.4699</w:t>
      </w:r>
      <w:r>
        <w:tab/>
        <w:t>1.025e0</w:t>
      </w:r>
    </w:p>
    <w:p w:rsidR="007B2329" w:rsidRDefault="007B2329" w:rsidP="007B2329">
      <w:r>
        <w:t>187.4744</w:t>
      </w:r>
      <w:r>
        <w:tab/>
        <w:t>3.038e0</w:t>
      </w:r>
    </w:p>
    <w:p w:rsidR="007B2329" w:rsidRDefault="007B2329" w:rsidP="007B2329">
      <w:r>
        <w:t>187.4910</w:t>
      </w:r>
      <w:r>
        <w:tab/>
        <w:t>4.051e0</w:t>
      </w:r>
    </w:p>
    <w:p w:rsidR="007B2329" w:rsidRDefault="007B2329" w:rsidP="007B2329">
      <w:r>
        <w:t>187.4935</w:t>
      </w:r>
      <w:r>
        <w:tab/>
        <w:t>1.013e0</w:t>
      </w:r>
    </w:p>
    <w:p w:rsidR="007B2329" w:rsidRDefault="007B2329" w:rsidP="007B2329">
      <w:r>
        <w:t>187.4972</w:t>
      </w:r>
      <w:r>
        <w:tab/>
        <w:t>1.013e0</w:t>
      </w:r>
    </w:p>
    <w:p w:rsidR="007B2329" w:rsidRDefault="007B2329" w:rsidP="007B2329">
      <w:r>
        <w:lastRenderedPageBreak/>
        <w:t>187.5045</w:t>
      </w:r>
      <w:r>
        <w:tab/>
        <w:t>2.025e0</w:t>
      </w:r>
    </w:p>
    <w:p w:rsidR="007B2329" w:rsidRDefault="007B2329" w:rsidP="007B2329">
      <w:r>
        <w:t>187.5190</w:t>
      </w:r>
      <w:r>
        <w:tab/>
        <w:t>1.013e0</w:t>
      </w:r>
    </w:p>
    <w:p w:rsidR="007B2329" w:rsidRDefault="007B2329" w:rsidP="007B2329">
      <w:r>
        <w:t>187.5263</w:t>
      </w:r>
      <w:r>
        <w:tab/>
        <w:t>1.013e0</w:t>
      </w:r>
    </w:p>
    <w:p w:rsidR="007B2329" w:rsidRDefault="007B2329" w:rsidP="007B2329">
      <w:r>
        <w:t>187.5317</w:t>
      </w:r>
      <w:r>
        <w:tab/>
        <w:t>2.025e0</w:t>
      </w:r>
    </w:p>
    <w:p w:rsidR="007B2329" w:rsidRDefault="007B2329" w:rsidP="007B2329">
      <w:r>
        <w:t>187.5372</w:t>
      </w:r>
      <w:r>
        <w:tab/>
        <w:t>1.013e0</w:t>
      </w:r>
    </w:p>
    <w:p w:rsidR="007B2329" w:rsidRDefault="007B2329" w:rsidP="007B2329">
      <w:r>
        <w:t>187.5408</w:t>
      </w:r>
      <w:r>
        <w:tab/>
        <w:t>1.013e0</w:t>
      </w:r>
    </w:p>
    <w:p w:rsidR="007B2329" w:rsidRDefault="007B2329" w:rsidP="007B2329">
      <w:r>
        <w:t>187.5445</w:t>
      </w:r>
      <w:r>
        <w:tab/>
        <w:t>1.013e0</w:t>
      </w:r>
    </w:p>
    <w:p w:rsidR="007B2329" w:rsidRDefault="007B2329" w:rsidP="007B2329">
      <w:r>
        <w:t>187.5482</w:t>
      </w:r>
      <w:r>
        <w:tab/>
        <w:t>2.025e0</w:t>
      </w:r>
    </w:p>
    <w:p w:rsidR="007B2329" w:rsidRDefault="007B2329" w:rsidP="007B2329">
      <w:r>
        <w:t>187.5499</w:t>
      </w:r>
      <w:r>
        <w:tab/>
        <w:t>2.025e0</w:t>
      </w:r>
    </w:p>
    <w:p w:rsidR="007B2329" w:rsidRDefault="007B2329" w:rsidP="007B2329">
      <w:r>
        <w:t>187.5628</w:t>
      </w:r>
      <w:r>
        <w:tab/>
        <w:t>2.025e0</w:t>
      </w:r>
    </w:p>
    <w:p w:rsidR="007B2329" w:rsidRDefault="007B2329" w:rsidP="007B2329">
      <w:r>
        <w:t>187.5736</w:t>
      </w:r>
      <w:r>
        <w:tab/>
        <w:t>2.025e0</w:t>
      </w:r>
    </w:p>
    <w:p w:rsidR="007B2329" w:rsidRDefault="007B2329" w:rsidP="007B2329">
      <w:r>
        <w:t>187.5883</w:t>
      </w:r>
      <w:r>
        <w:tab/>
        <w:t>2.025e0</w:t>
      </w:r>
    </w:p>
    <w:p w:rsidR="007B2329" w:rsidRDefault="007B2329" w:rsidP="007B2329">
      <w:r>
        <w:t>187.5918</w:t>
      </w:r>
      <w:r>
        <w:tab/>
        <w:t>1.013e0</w:t>
      </w:r>
    </w:p>
    <w:p w:rsidR="007B2329" w:rsidRDefault="007B2329" w:rsidP="007B2329">
      <w:r>
        <w:t>187.6027</w:t>
      </w:r>
      <w:r>
        <w:tab/>
        <w:t>2.025e0</w:t>
      </w:r>
    </w:p>
    <w:p w:rsidR="007B2329" w:rsidRDefault="007B2329" w:rsidP="007B2329">
      <w:r>
        <w:t>187.6100</w:t>
      </w:r>
      <w:r>
        <w:tab/>
        <w:t>2.025e0</w:t>
      </w:r>
    </w:p>
    <w:p w:rsidR="007B2329" w:rsidRDefault="007B2329" w:rsidP="007B2329">
      <w:r>
        <w:t>187.6136</w:t>
      </w:r>
      <w:r>
        <w:tab/>
        <w:t>2.025e0</w:t>
      </w:r>
    </w:p>
    <w:p w:rsidR="007B2329" w:rsidRDefault="007B2329" w:rsidP="007B2329">
      <w:r>
        <w:t>187.6210</w:t>
      </w:r>
      <w:r>
        <w:tab/>
        <w:t>1.013e0</w:t>
      </w:r>
    </w:p>
    <w:p w:rsidR="007B2329" w:rsidRDefault="007B2329" w:rsidP="007B2329">
      <w:r>
        <w:t>187.6355</w:t>
      </w:r>
      <w:r>
        <w:tab/>
        <w:t>1.013e0</w:t>
      </w:r>
    </w:p>
    <w:p w:rsidR="007B2329" w:rsidRDefault="007B2329" w:rsidP="007B2329">
      <w:r>
        <w:t>187.6428</w:t>
      </w:r>
      <w:r>
        <w:tab/>
        <w:t>1.013e0</w:t>
      </w:r>
    </w:p>
    <w:p w:rsidR="007B2329" w:rsidRDefault="007B2329" w:rsidP="007B2329">
      <w:r>
        <w:lastRenderedPageBreak/>
        <w:t>187.6683</w:t>
      </w:r>
      <w:r>
        <w:tab/>
        <w:t>3.038e0</w:t>
      </w:r>
    </w:p>
    <w:p w:rsidR="007B2329" w:rsidRDefault="007B2329" w:rsidP="007B2329">
      <w:r>
        <w:t>187.6737</w:t>
      </w:r>
      <w:r>
        <w:tab/>
        <w:t>2.025e0</w:t>
      </w:r>
    </w:p>
    <w:p w:rsidR="007B2329" w:rsidRDefault="007B2329" w:rsidP="007B2329">
      <w:r>
        <w:t>187.6792</w:t>
      </w:r>
      <w:r>
        <w:tab/>
        <w:t>1.013e0</w:t>
      </w:r>
    </w:p>
    <w:p w:rsidR="007B2329" w:rsidRDefault="007B2329" w:rsidP="007B2329">
      <w:r>
        <w:t>187.6938</w:t>
      </w:r>
      <w:r>
        <w:tab/>
        <w:t>1.013e0</w:t>
      </w:r>
    </w:p>
    <w:p w:rsidR="007B2329" w:rsidRDefault="007B2329" w:rsidP="007B2329">
      <w:r>
        <w:t>187.7010</w:t>
      </w:r>
      <w:r>
        <w:tab/>
        <w:t>2.025e0</w:t>
      </w:r>
    </w:p>
    <w:p w:rsidR="007B2329" w:rsidRDefault="007B2329" w:rsidP="007B2329">
      <w:r>
        <w:t>187.7047</w:t>
      </w:r>
      <w:r>
        <w:tab/>
        <w:t>1.013e0</w:t>
      </w:r>
    </w:p>
    <w:p w:rsidR="007B2329" w:rsidRDefault="007B2329" w:rsidP="007B2329">
      <w:r>
        <w:t>187.7101</w:t>
      </w:r>
      <w:r>
        <w:tab/>
        <w:t>2.025e0</w:t>
      </w:r>
    </w:p>
    <w:p w:rsidR="007B2329" w:rsidRDefault="007B2329" w:rsidP="007B2329">
      <w:r>
        <w:t>187.7156</w:t>
      </w:r>
      <w:r>
        <w:tab/>
        <w:t>3.038e0</w:t>
      </w:r>
    </w:p>
    <w:p w:rsidR="007B2329" w:rsidRDefault="007B2329" w:rsidP="007B2329">
      <w:r>
        <w:t>187.7229</w:t>
      </w:r>
      <w:r>
        <w:tab/>
        <w:t>3.038e0</w:t>
      </w:r>
    </w:p>
    <w:p w:rsidR="007B2329" w:rsidRDefault="007B2329" w:rsidP="007B2329">
      <w:r>
        <w:t>187.7374</w:t>
      </w:r>
      <w:r>
        <w:tab/>
        <w:t>1.013e0</w:t>
      </w:r>
    </w:p>
    <w:p w:rsidR="007B2329" w:rsidRDefault="007B2329" w:rsidP="007B2329">
      <w:r>
        <w:t>187.7520</w:t>
      </w:r>
      <w:r>
        <w:tab/>
        <w:t>1.013e0</w:t>
      </w:r>
    </w:p>
    <w:p w:rsidR="007B2329" w:rsidRDefault="007B2329" w:rsidP="007B2329">
      <w:r>
        <w:t>187.7593</w:t>
      </w:r>
      <w:r>
        <w:tab/>
        <w:t>2.025e0</w:t>
      </w:r>
    </w:p>
    <w:p w:rsidR="007B2329" w:rsidRDefault="007B2329" w:rsidP="007B2329">
      <w:r>
        <w:t>187.7648</w:t>
      </w:r>
      <w:r>
        <w:tab/>
        <w:t>2.532e-2</w:t>
      </w:r>
    </w:p>
    <w:p w:rsidR="007B2329" w:rsidRDefault="007B2329" w:rsidP="007B2329">
      <w:r>
        <w:t>187.7720</w:t>
      </w:r>
      <w:r>
        <w:tab/>
        <w:t>2.025e0</w:t>
      </w:r>
    </w:p>
    <w:p w:rsidR="007B2329" w:rsidRDefault="007B2329" w:rsidP="007B2329">
      <w:r>
        <w:t>187.7739</w:t>
      </w:r>
      <w:r>
        <w:tab/>
        <w:t>2.025e0</w:t>
      </w:r>
    </w:p>
    <w:p w:rsidR="007B2329" w:rsidRDefault="007B2329" w:rsidP="007B2329">
      <w:r>
        <w:t>187.7885</w:t>
      </w:r>
      <w:r>
        <w:tab/>
        <w:t>1.013e0</w:t>
      </w:r>
    </w:p>
    <w:p w:rsidR="007B2329" w:rsidRDefault="007B2329" w:rsidP="007B2329">
      <w:r>
        <w:t>187.7957</w:t>
      </w:r>
      <w:r>
        <w:tab/>
        <w:t>1.013e0</w:t>
      </w:r>
    </w:p>
    <w:p w:rsidR="007B2329" w:rsidRDefault="007B2329" w:rsidP="007B2329">
      <w:r>
        <w:t>187.8012</w:t>
      </w:r>
      <w:r>
        <w:tab/>
        <w:t>2.025e0</w:t>
      </w:r>
    </w:p>
    <w:p w:rsidR="007B2329" w:rsidRDefault="007B2329" w:rsidP="007B2329">
      <w:r>
        <w:t>187.8103</w:t>
      </w:r>
      <w:r>
        <w:tab/>
        <w:t>1.013e0</w:t>
      </w:r>
    </w:p>
    <w:p w:rsidR="007B2329" w:rsidRDefault="007B2329" w:rsidP="007B2329">
      <w:r>
        <w:lastRenderedPageBreak/>
        <w:t>187.8139</w:t>
      </w:r>
      <w:r>
        <w:tab/>
        <w:t>2.025e0</w:t>
      </w:r>
    </w:p>
    <w:p w:rsidR="007B2329" w:rsidRDefault="007B2329" w:rsidP="007B2329">
      <w:r>
        <w:t>187.8249</w:t>
      </w:r>
      <w:r>
        <w:tab/>
        <w:t>1.013e0</w:t>
      </w:r>
    </w:p>
    <w:p w:rsidR="007B2329" w:rsidRDefault="007B2329" w:rsidP="007B2329">
      <w:r>
        <w:t>187.8285</w:t>
      </w:r>
      <w:r>
        <w:tab/>
        <w:t>1.013e0</w:t>
      </w:r>
    </w:p>
    <w:p w:rsidR="007B2329" w:rsidRDefault="007B2329" w:rsidP="007B2329">
      <w:r>
        <w:t>187.8467</w:t>
      </w:r>
      <w:r>
        <w:tab/>
        <w:t>1.013e0</w:t>
      </w:r>
    </w:p>
    <w:p w:rsidR="007B2329" w:rsidRDefault="007B2329" w:rsidP="007B2329">
      <w:r>
        <w:t>187.8503</w:t>
      </w:r>
      <w:r>
        <w:tab/>
        <w:t>2.025e0</w:t>
      </w:r>
    </w:p>
    <w:p w:rsidR="007B2329" w:rsidRDefault="007B2329" w:rsidP="007B2329">
      <w:r>
        <w:t>187.8613</w:t>
      </w:r>
      <w:r>
        <w:tab/>
        <w:t>1.013e0</w:t>
      </w:r>
    </w:p>
    <w:p w:rsidR="007B2329" w:rsidRDefault="007B2329" w:rsidP="007B2329">
      <w:r>
        <w:t>187.8722</w:t>
      </w:r>
      <w:r>
        <w:tab/>
        <w:t>3.038e0</w:t>
      </w:r>
    </w:p>
    <w:p w:rsidR="007B2329" w:rsidRDefault="007B2329" w:rsidP="007B2329">
      <w:r>
        <w:t>187.8813</w:t>
      </w:r>
      <w:r>
        <w:tab/>
        <w:t>2.025e0</w:t>
      </w:r>
    </w:p>
    <w:p w:rsidR="007B2329" w:rsidRDefault="007B2329" w:rsidP="007B2329">
      <w:r>
        <w:t>187.8832</w:t>
      </w:r>
      <w:r>
        <w:tab/>
        <w:t>1.013e0</w:t>
      </w:r>
    </w:p>
    <w:p w:rsidR="007B2329" w:rsidRDefault="007B2329" w:rsidP="007B2329">
      <w:r>
        <w:t>187.8849</w:t>
      </w:r>
      <w:r>
        <w:tab/>
        <w:t>1.025e0</w:t>
      </w:r>
    </w:p>
    <w:p w:rsidR="007B2329" w:rsidRDefault="007B2329" w:rsidP="007B2329">
      <w:r>
        <w:t>187.9050</w:t>
      </w:r>
      <w:r>
        <w:tab/>
        <w:t>1.013e0</w:t>
      </w:r>
    </w:p>
    <w:p w:rsidR="007B2329" w:rsidRDefault="007B2329" w:rsidP="007B2329">
      <w:r>
        <w:t>187.9123</w:t>
      </w:r>
      <w:r>
        <w:tab/>
        <w:t>2.025e0</w:t>
      </w:r>
    </w:p>
    <w:p w:rsidR="007B2329" w:rsidRDefault="007B2329" w:rsidP="007B2329">
      <w:r>
        <w:t>187.9232</w:t>
      </w:r>
      <w:r>
        <w:tab/>
        <w:t>5.063e0</w:t>
      </w:r>
    </w:p>
    <w:p w:rsidR="007B2329" w:rsidRDefault="007B2329" w:rsidP="007B2329">
      <w:r>
        <w:t>187.9378</w:t>
      </w:r>
      <w:r>
        <w:tab/>
        <w:t>1.013e0</w:t>
      </w:r>
    </w:p>
    <w:p w:rsidR="007B2329" w:rsidRDefault="007B2329" w:rsidP="007B2329">
      <w:r>
        <w:t>187.9415</w:t>
      </w:r>
      <w:r>
        <w:tab/>
        <w:t>1.266e-2</w:t>
      </w:r>
    </w:p>
    <w:p w:rsidR="007B2329" w:rsidRDefault="007B2329" w:rsidP="007B2329">
      <w:r>
        <w:t>187.9742</w:t>
      </w:r>
      <w:r>
        <w:tab/>
        <w:t>2.025e0</w:t>
      </w:r>
    </w:p>
    <w:p w:rsidR="007B2329" w:rsidRDefault="007B2329" w:rsidP="007B2329">
      <w:r>
        <w:t>187.9779</w:t>
      </w:r>
      <w:r>
        <w:tab/>
        <w:t>1.013e0</w:t>
      </w:r>
    </w:p>
    <w:p w:rsidR="007B2329" w:rsidRDefault="007B2329" w:rsidP="007B2329">
      <w:r>
        <w:t>187.9997</w:t>
      </w:r>
      <w:r>
        <w:tab/>
        <w:t>2.025e0</w:t>
      </w:r>
    </w:p>
    <w:p w:rsidR="007B2329" w:rsidRDefault="007B2329" w:rsidP="007B2329">
      <w:r>
        <w:t>188.0107</w:t>
      </w:r>
      <w:r>
        <w:tab/>
        <w:t>1.013e0</w:t>
      </w:r>
    </w:p>
    <w:p w:rsidR="007B2329" w:rsidRDefault="007B2329" w:rsidP="007B2329">
      <w:r>
        <w:lastRenderedPageBreak/>
        <w:t>188.0143</w:t>
      </w:r>
      <w:r>
        <w:tab/>
        <w:t>1.013e0</w:t>
      </w:r>
    </w:p>
    <w:p w:rsidR="007B2329" w:rsidRDefault="007B2329" w:rsidP="007B2329">
      <w:r>
        <w:t>188.0398</w:t>
      </w:r>
      <w:r>
        <w:tab/>
        <w:t>1.013e0</w:t>
      </w:r>
    </w:p>
    <w:p w:rsidR="007B2329" w:rsidRDefault="007B2329" w:rsidP="007B2329">
      <w:r>
        <w:t>188.0435</w:t>
      </w:r>
      <w:r>
        <w:tab/>
        <w:t>1.013e0</w:t>
      </w:r>
    </w:p>
    <w:p w:rsidR="007B2329" w:rsidRDefault="007B2329" w:rsidP="007B2329">
      <w:r>
        <w:t>188.0544</w:t>
      </w:r>
      <w:r>
        <w:tab/>
        <w:t>1.013e0</w:t>
      </w:r>
    </w:p>
    <w:p w:rsidR="007B2329" w:rsidRDefault="007B2329" w:rsidP="007B2329">
      <w:r>
        <w:t>188.0580</w:t>
      </w:r>
      <w:r>
        <w:tab/>
        <w:t>1.013e0</w:t>
      </w:r>
    </w:p>
    <w:p w:rsidR="007B2329" w:rsidRDefault="007B2329" w:rsidP="007B2329">
      <w:r>
        <w:t>188.0617</w:t>
      </w:r>
      <w:r>
        <w:tab/>
        <w:t>1.013e0</w:t>
      </w:r>
    </w:p>
    <w:p w:rsidR="007B2329" w:rsidRDefault="007B2329" w:rsidP="007B2329">
      <w:r>
        <w:t>188.0689</w:t>
      </w:r>
      <w:r>
        <w:tab/>
        <w:t>4.051e0</w:t>
      </w:r>
    </w:p>
    <w:p w:rsidR="007B2329" w:rsidRDefault="007B2329" w:rsidP="007B2329">
      <w:r>
        <w:t>188.0963</w:t>
      </w:r>
      <w:r>
        <w:tab/>
        <w:t>2.025e0</w:t>
      </w:r>
    </w:p>
    <w:p w:rsidR="007B2329" w:rsidRDefault="007B2329" w:rsidP="007B2329">
      <w:r>
        <w:t>188.0981</w:t>
      </w:r>
      <w:r>
        <w:tab/>
        <w:t>1.013e0</w:t>
      </w:r>
    </w:p>
    <w:p w:rsidR="007B2329" w:rsidRDefault="007B2329" w:rsidP="007B2329">
      <w:r>
        <w:t>188.1020</w:t>
      </w:r>
      <w:r>
        <w:tab/>
        <w:t>5.673e0</w:t>
      </w:r>
    </w:p>
    <w:p w:rsidR="007B2329" w:rsidRDefault="007B2329" w:rsidP="007B2329">
      <w:r>
        <w:t>188.1035</w:t>
      </w:r>
      <w:r>
        <w:tab/>
        <w:t>2.025e0</w:t>
      </w:r>
    </w:p>
    <w:p w:rsidR="007B2329" w:rsidRDefault="007B2329" w:rsidP="007B2329">
      <w:r>
        <w:t>188.1190</w:t>
      </w:r>
      <w:r>
        <w:tab/>
        <w:t>3.442e0</w:t>
      </w:r>
    </w:p>
    <w:p w:rsidR="007B2329" w:rsidRDefault="007B2329" w:rsidP="007B2329">
      <w:r>
        <w:t>188.1200</w:t>
      </w:r>
      <w:r>
        <w:tab/>
        <w:t>1.013e0</w:t>
      </w:r>
    </w:p>
    <w:p w:rsidR="007B2329" w:rsidRDefault="007B2329" w:rsidP="007B2329">
      <w:r>
        <w:t>188.1236</w:t>
      </w:r>
      <w:r>
        <w:tab/>
        <w:t>4.076e0</w:t>
      </w:r>
    </w:p>
    <w:p w:rsidR="007B2329" w:rsidRDefault="007B2329" w:rsidP="007B2329">
      <w:r>
        <w:t>188.1290</w:t>
      </w:r>
      <w:r>
        <w:tab/>
        <w:t>2.025e0</w:t>
      </w:r>
    </w:p>
    <w:p w:rsidR="007B2329" w:rsidRDefault="007B2329" w:rsidP="007B2329">
      <w:r>
        <w:t>188.1436</w:t>
      </w:r>
      <w:r>
        <w:tab/>
        <w:t>2.025e0</w:t>
      </w:r>
    </w:p>
    <w:p w:rsidR="007B2329" w:rsidRDefault="007B2329" w:rsidP="007B2329">
      <w:r>
        <w:t>188.1546</w:t>
      </w:r>
      <w:r>
        <w:tab/>
        <w:t>1.025e0</w:t>
      </w:r>
    </w:p>
    <w:p w:rsidR="007B2329" w:rsidRDefault="007B2329" w:rsidP="007B2329">
      <w:r>
        <w:t>188.1600</w:t>
      </w:r>
      <w:r>
        <w:tab/>
        <w:t>1.013e0</w:t>
      </w:r>
    </w:p>
    <w:p w:rsidR="007B2329" w:rsidRDefault="007B2329" w:rsidP="007B2329">
      <w:r>
        <w:t>188.1638</w:t>
      </w:r>
      <w:r>
        <w:tab/>
        <w:t>1.013e0</w:t>
      </w:r>
    </w:p>
    <w:p w:rsidR="007B2329" w:rsidRDefault="007B2329" w:rsidP="007B2329">
      <w:r>
        <w:lastRenderedPageBreak/>
        <w:t>188.1673</w:t>
      </w:r>
      <w:r>
        <w:tab/>
        <w:t>2.025e0</w:t>
      </w:r>
    </w:p>
    <w:p w:rsidR="007B2329" w:rsidRDefault="007B2329" w:rsidP="007B2329">
      <w:r>
        <w:t>188.1710</w:t>
      </w:r>
      <w:r>
        <w:tab/>
        <w:t>1.266e-2</w:t>
      </w:r>
    </w:p>
    <w:p w:rsidR="007B2329" w:rsidRDefault="007B2329" w:rsidP="007B2329">
      <w:r>
        <w:t>188.1856</w:t>
      </w:r>
      <w:r>
        <w:tab/>
        <w:t>2.025e0</w:t>
      </w:r>
    </w:p>
    <w:p w:rsidR="007B2329" w:rsidRDefault="007B2329" w:rsidP="007B2329">
      <w:r>
        <w:t>188.2165</w:t>
      </w:r>
      <w:r>
        <w:tab/>
        <w:t>2.025e0</w:t>
      </w:r>
    </w:p>
    <w:p w:rsidR="007B2329" w:rsidRDefault="007B2329" w:rsidP="007B2329">
      <w:r>
        <w:t>188.2238</w:t>
      </w:r>
      <w:r>
        <w:tab/>
        <w:t>2.025e0</w:t>
      </w:r>
    </w:p>
    <w:p w:rsidR="007B2329" w:rsidRDefault="007B2329" w:rsidP="007B2329">
      <w:r>
        <w:t>188.2274</w:t>
      </w:r>
      <w:r>
        <w:tab/>
        <w:t>3.038e0</w:t>
      </w:r>
    </w:p>
    <w:p w:rsidR="007B2329" w:rsidRDefault="007B2329" w:rsidP="007B2329">
      <w:r>
        <w:t>188.2366</w:t>
      </w:r>
      <w:r>
        <w:tab/>
        <w:t>1.013e0</w:t>
      </w:r>
    </w:p>
    <w:p w:rsidR="007B2329" w:rsidRDefault="007B2329" w:rsidP="007B2329">
      <w:r>
        <w:t>188.2511</w:t>
      </w:r>
      <w:r>
        <w:tab/>
        <w:t>1.013e0</w:t>
      </w:r>
    </w:p>
    <w:p w:rsidR="007B2329" w:rsidRDefault="007B2329" w:rsidP="007B2329">
      <w:r>
        <w:t>188.2548</w:t>
      </w:r>
      <w:r>
        <w:tab/>
        <w:t>1.266e-2</w:t>
      </w:r>
    </w:p>
    <w:p w:rsidR="007B2329" w:rsidRDefault="007B2329" w:rsidP="007B2329">
      <w:r>
        <w:t>188.2767</w:t>
      </w:r>
      <w:r>
        <w:tab/>
        <w:t>1.013e0</w:t>
      </w:r>
    </w:p>
    <w:p w:rsidR="007B2329" w:rsidRDefault="007B2329" w:rsidP="007B2329">
      <w:r>
        <w:t>188.2876</w:t>
      </w:r>
      <w:r>
        <w:tab/>
        <w:t>2.038e0</w:t>
      </w:r>
    </w:p>
    <w:p w:rsidR="007B2329" w:rsidRDefault="007B2329" w:rsidP="007B2329">
      <w:r>
        <w:t>188.3095</w:t>
      </w:r>
      <w:r>
        <w:tab/>
        <w:t>4.051e0</w:t>
      </w:r>
    </w:p>
    <w:p w:rsidR="007B2329" w:rsidRDefault="007B2329" w:rsidP="007B2329">
      <w:r>
        <w:t>188.3131</w:t>
      </w:r>
      <w:r>
        <w:tab/>
        <w:t>1.013e0</w:t>
      </w:r>
    </w:p>
    <w:p w:rsidR="007B2329" w:rsidRDefault="007B2329" w:rsidP="007B2329">
      <w:r>
        <w:t>188.3204</w:t>
      </w:r>
      <w:r>
        <w:tab/>
        <w:t>1.013e0</w:t>
      </w:r>
    </w:p>
    <w:p w:rsidR="007B2329" w:rsidRDefault="007B2329" w:rsidP="007B2329">
      <w:r>
        <w:t>188.3241</w:t>
      </w:r>
      <w:r>
        <w:tab/>
        <w:t>1.013e0</w:t>
      </w:r>
    </w:p>
    <w:p w:rsidR="007B2329" w:rsidRDefault="007B2329" w:rsidP="007B2329">
      <w:r>
        <w:t>188.3277</w:t>
      </w:r>
      <w:r>
        <w:tab/>
        <w:t>1.013e0</w:t>
      </w:r>
    </w:p>
    <w:p w:rsidR="007B2329" w:rsidRDefault="007B2329" w:rsidP="007B2329">
      <w:r>
        <w:t>188.3423</w:t>
      </w:r>
      <w:r>
        <w:tab/>
        <w:t>1.013e0</w:t>
      </w:r>
    </w:p>
    <w:p w:rsidR="007B2329" w:rsidRDefault="007B2329" w:rsidP="007B2329">
      <w:r>
        <w:t>188.3496</w:t>
      </w:r>
      <w:r>
        <w:tab/>
        <w:t>2.025e0</w:t>
      </w:r>
    </w:p>
    <w:p w:rsidR="007B2329" w:rsidRDefault="007B2329" w:rsidP="007B2329">
      <w:r>
        <w:t>188.3587</w:t>
      </w:r>
      <w:r>
        <w:tab/>
        <w:t>1.025e0</w:t>
      </w:r>
    </w:p>
    <w:p w:rsidR="007B2329" w:rsidRDefault="007B2329" w:rsidP="007B2329">
      <w:r>
        <w:lastRenderedPageBreak/>
        <w:t>188.3715</w:t>
      </w:r>
      <w:r>
        <w:tab/>
        <w:t>1.013e0</w:t>
      </w:r>
    </w:p>
    <w:p w:rsidR="007B2329" w:rsidRDefault="007B2329" w:rsidP="007B2329">
      <w:r>
        <w:t>188.3751</w:t>
      </w:r>
      <w:r>
        <w:tab/>
        <w:t>1.013e0</w:t>
      </w:r>
    </w:p>
    <w:p w:rsidR="007B2329" w:rsidRDefault="007B2329" w:rsidP="007B2329">
      <w:r>
        <w:t>188.3766</w:t>
      </w:r>
      <w:r>
        <w:tab/>
        <w:t>4.051e0</w:t>
      </w:r>
    </w:p>
    <w:p w:rsidR="007B2329" w:rsidRDefault="007B2329" w:rsidP="007B2329">
      <w:r>
        <w:t>188.3788</w:t>
      </w:r>
      <w:r>
        <w:tab/>
        <w:t>1.013e0</w:t>
      </w:r>
    </w:p>
    <w:p w:rsidR="007B2329" w:rsidRDefault="007B2329" w:rsidP="007B2329">
      <w:r>
        <w:t>188.3933</w:t>
      </w:r>
      <w:r>
        <w:tab/>
        <w:t>1.013e0</w:t>
      </w:r>
    </w:p>
    <w:p w:rsidR="007B2329" w:rsidRDefault="007B2329" w:rsidP="007B2329">
      <w:r>
        <w:t>188.3997</w:t>
      </w:r>
      <w:r>
        <w:tab/>
        <w:t>3.038e0</w:t>
      </w:r>
    </w:p>
    <w:p w:rsidR="007B2329" w:rsidRDefault="007B2329" w:rsidP="007B2329">
      <w:r>
        <w:t>188.4043</w:t>
      </w:r>
      <w:r>
        <w:tab/>
        <w:t>2.025e0</w:t>
      </w:r>
    </w:p>
    <w:p w:rsidR="007B2329" w:rsidRDefault="007B2329" w:rsidP="007B2329">
      <w:r>
        <w:t>188.4116</w:t>
      </w:r>
      <w:r>
        <w:tab/>
        <w:t>1.013e0</w:t>
      </w:r>
    </w:p>
    <w:p w:rsidR="007B2329" w:rsidRDefault="007B2329" w:rsidP="007B2329">
      <w:r>
        <w:t>188.4152</w:t>
      </w:r>
      <w:r>
        <w:tab/>
        <w:t>1.013e0</w:t>
      </w:r>
    </w:p>
    <w:p w:rsidR="007B2329" w:rsidRDefault="007B2329" w:rsidP="007B2329">
      <w:r>
        <w:t>188.4170</w:t>
      </w:r>
      <w:r>
        <w:tab/>
        <w:t>2.025e0</w:t>
      </w:r>
    </w:p>
    <w:p w:rsidR="007B2329" w:rsidRDefault="007B2329" w:rsidP="007B2329">
      <w:r>
        <w:t>188.4298</w:t>
      </w:r>
      <w:r>
        <w:tab/>
        <w:t>1.013e0</w:t>
      </w:r>
    </w:p>
    <w:p w:rsidR="007B2329" w:rsidRDefault="007B2329" w:rsidP="007B2329">
      <w:r>
        <w:t>188.4408</w:t>
      </w:r>
      <w:r>
        <w:tab/>
        <w:t>1.013e0</w:t>
      </w:r>
    </w:p>
    <w:p w:rsidR="007B2329" w:rsidRDefault="007B2329" w:rsidP="007B2329">
      <w:r>
        <w:t>188.4517</w:t>
      </w:r>
      <w:r>
        <w:tab/>
        <w:t>2.025e0</w:t>
      </w:r>
    </w:p>
    <w:p w:rsidR="007B2329" w:rsidRDefault="007B2329" w:rsidP="007B2329">
      <w:r>
        <w:t>188.4736</w:t>
      </w:r>
      <w:r>
        <w:tab/>
        <w:t>1.013e0</w:t>
      </w:r>
    </w:p>
    <w:p w:rsidR="007B2329" w:rsidRDefault="007B2329" w:rsidP="007B2329">
      <w:r>
        <w:t>188.4826</w:t>
      </w:r>
      <w:r>
        <w:tab/>
        <w:t>2.025e0</w:t>
      </w:r>
    </w:p>
    <w:p w:rsidR="007B2329" w:rsidRDefault="007B2329" w:rsidP="007B2329">
      <w:r>
        <w:t>188.4954</w:t>
      </w:r>
      <w:r>
        <w:tab/>
        <w:t>1.013e0</w:t>
      </w:r>
    </w:p>
    <w:p w:rsidR="007B2329" w:rsidRDefault="007B2329" w:rsidP="007B2329">
      <w:r>
        <w:t>188.5283</w:t>
      </w:r>
      <w:r>
        <w:tab/>
        <w:t>1.025e0</w:t>
      </w:r>
    </w:p>
    <w:p w:rsidR="007B2329" w:rsidRDefault="007B2329" w:rsidP="007B2329">
      <w:r>
        <w:t>188.5356</w:t>
      </w:r>
      <w:r>
        <w:tab/>
        <w:t>3.038e0</w:t>
      </w:r>
    </w:p>
    <w:p w:rsidR="007B2329" w:rsidRDefault="007B2329" w:rsidP="007B2329">
      <w:r>
        <w:t>188.5392</w:t>
      </w:r>
      <w:r>
        <w:tab/>
        <w:t>1.013e0</w:t>
      </w:r>
    </w:p>
    <w:p w:rsidR="007B2329" w:rsidRDefault="007B2329" w:rsidP="007B2329">
      <w:r>
        <w:lastRenderedPageBreak/>
        <w:t>188.5451</w:t>
      </w:r>
      <w:r>
        <w:tab/>
        <w:t>5.063e0</w:t>
      </w:r>
    </w:p>
    <w:p w:rsidR="007B2329" w:rsidRDefault="007B2329" w:rsidP="007B2329">
      <w:r>
        <w:t>188.5574</w:t>
      </w:r>
      <w:r>
        <w:tab/>
        <w:t>1.013e0</w:t>
      </w:r>
    </w:p>
    <w:p w:rsidR="007B2329" w:rsidRDefault="007B2329" w:rsidP="007B2329">
      <w:r>
        <w:t>188.5793</w:t>
      </w:r>
      <w:r>
        <w:tab/>
        <w:t>1.013e0</w:t>
      </w:r>
    </w:p>
    <w:p w:rsidR="007B2329" w:rsidRDefault="007B2329" w:rsidP="007B2329">
      <w:r>
        <w:t>188.5865</w:t>
      </w:r>
      <w:r>
        <w:tab/>
        <w:t>1.013e0</w:t>
      </w:r>
    </w:p>
    <w:p w:rsidR="007B2329" w:rsidRDefault="007B2329" w:rsidP="007B2329">
      <w:r>
        <w:t>188.5902</w:t>
      </w:r>
      <w:r>
        <w:tab/>
        <w:t>1.013e0</w:t>
      </w:r>
    </w:p>
    <w:p w:rsidR="007B2329" w:rsidRDefault="007B2329" w:rsidP="007B2329">
      <w:r>
        <w:t>188.6012</w:t>
      </w:r>
      <w:r>
        <w:tab/>
        <w:t>1.013e0</w:t>
      </w:r>
    </w:p>
    <w:p w:rsidR="007B2329" w:rsidRDefault="007B2329" w:rsidP="007B2329">
      <w:r>
        <w:t>188.6048</w:t>
      </w:r>
      <w:r>
        <w:tab/>
        <w:t>2.025e0</w:t>
      </w:r>
    </w:p>
    <w:p w:rsidR="007B2329" w:rsidRDefault="007B2329" w:rsidP="007B2329">
      <w:r>
        <w:t>188.6121</w:t>
      </w:r>
      <w:r>
        <w:tab/>
        <w:t>2.025e0</w:t>
      </w:r>
    </w:p>
    <w:p w:rsidR="007B2329" w:rsidRDefault="007B2329" w:rsidP="007B2329">
      <w:r>
        <w:t>188.6303</w:t>
      </w:r>
      <w:r>
        <w:tab/>
        <w:t>1.013e0</w:t>
      </w:r>
    </w:p>
    <w:p w:rsidR="007B2329" w:rsidRDefault="007B2329" w:rsidP="007B2329">
      <w:r>
        <w:t>188.6340</w:t>
      </w:r>
      <w:r>
        <w:tab/>
        <w:t>1.013e0</w:t>
      </w:r>
    </w:p>
    <w:p w:rsidR="007B2329" w:rsidRDefault="007B2329" w:rsidP="007B2329">
      <w:r>
        <w:t>188.6358</w:t>
      </w:r>
      <w:r>
        <w:tab/>
        <w:t>2.025e0</w:t>
      </w:r>
    </w:p>
    <w:p w:rsidR="007B2329" w:rsidRDefault="007B2329" w:rsidP="007B2329">
      <w:r>
        <w:t>188.6376</w:t>
      </w:r>
      <w:r>
        <w:tab/>
        <w:t>1.013e0</w:t>
      </w:r>
    </w:p>
    <w:p w:rsidR="007B2329" w:rsidRDefault="007B2329" w:rsidP="007B2329">
      <w:r>
        <w:t>188.6449</w:t>
      </w:r>
      <w:r>
        <w:tab/>
        <w:t>1.013e0</w:t>
      </w:r>
    </w:p>
    <w:p w:rsidR="007B2329" w:rsidRDefault="007B2329" w:rsidP="007B2329">
      <w:r>
        <w:t>188.6522</w:t>
      </w:r>
      <w:r>
        <w:tab/>
        <w:t>1.013e0</w:t>
      </w:r>
    </w:p>
    <w:p w:rsidR="007B2329" w:rsidRDefault="007B2329" w:rsidP="007B2329">
      <w:r>
        <w:t>188.6595</w:t>
      </w:r>
      <w:r>
        <w:tab/>
        <w:t>1.266e-2</w:t>
      </w:r>
    </w:p>
    <w:p w:rsidR="007B2329" w:rsidRDefault="007B2329" w:rsidP="007B2329">
      <w:r>
        <w:t>188.6704</w:t>
      </w:r>
      <w:r>
        <w:tab/>
        <w:t>2.025e0</w:t>
      </w:r>
    </w:p>
    <w:p w:rsidR="007B2329" w:rsidRDefault="007B2329" w:rsidP="007B2329">
      <w:r>
        <w:t>188.6813</w:t>
      </w:r>
      <w:r>
        <w:tab/>
        <w:t>1.013e0</w:t>
      </w:r>
    </w:p>
    <w:p w:rsidR="007B2329" w:rsidRDefault="007B2329" w:rsidP="007B2329">
      <w:r>
        <w:t>188.7069</w:t>
      </w:r>
      <w:r>
        <w:tab/>
        <w:t>1.013e0</w:t>
      </w:r>
    </w:p>
    <w:p w:rsidR="007B2329" w:rsidRDefault="007B2329" w:rsidP="007B2329">
      <w:r>
        <w:t>188.7106</w:t>
      </w:r>
      <w:r>
        <w:tab/>
        <w:t>2.025e0</w:t>
      </w:r>
    </w:p>
    <w:p w:rsidR="007B2329" w:rsidRDefault="007B2329" w:rsidP="007B2329">
      <w:r>
        <w:lastRenderedPageBreak/>
        <w:t>188.7142</w:t>
      </w:r>
      <w:r>
        <w:tab/>
        <w:t>3.038e0</w:t>
      </w:r>
    </w:p>
    <w:p w:rsidR="007B2329" w:rsidRDefault="007B2329" w:rsidP="007B2329">
      <w:r>
        <w:t>188.7361</w:t>
      </w:r>
      <w:r>
        <w:tab/>
        <w:t>1.013e0</w:t>
      </w:r>
    </w:p>
    <w:p w:rsidR="007B2329" w:rsidRDefault="007B2329" w:rsidP="007B2329">
      <w:r>
        <w:t>188.7397</w:t>
      </w:r>
      <w:r>
        <w:tab/>
        <w:t>1.013e0</w:t>
      </w:r>
    </w:p>
    <w:p w:rsidR="007B2329" w:rsidRDefault="007B2329" w:rsidP="007B2329">
      <w:r>
        <w:t>188.7434</w:t>
      </w:r>
      <w:r>
        <w:tab/>
        <w:t>1.013e0</w:t>
      </w:r>
    </w:p>
    <w:p w:rsidR="007B2329" w:rsidRDefault="007B2329" w:rsidP="007B2329">
      <w:r>
        <w:t>188.7470</w:t>
      </w:r>
      <w:r>
        <w:tab/>
        <w:t>2.025e0</w:t>
      </w:r>
    </w:p>
    <w:p w:rsidR="007B2329" w:rsidRDefault="007B2329" w:rsidP="007B2329">
      <w:r>
        <w:t>188.7599</w:t>
      </w:r>
      <w:r>
        <w:tab/>
        <w:t>3.038e0</w:t>
      </w:r>
    </w:p>
    <w:p w:rsidR="007B2329" w:rsidRDefault="007B2329" w:rsidP="007B2329">
      <w:r>
        <w:t>188.7652</w:t>
      </w:r>
      <w:r>
        <w:tab/>
        <w:t>1.013e0</w:t>
      </w:r>
    </w:p>
    <w:p w:rsidR="007B2329" w:rsidRDefault="007B2329" w:rsidP="007B2329">
      <w:r>
        <w:t>188.7730</w:t>
      </w:r>
      <w:r>
        <w:tab/>
        <w:t>3.038e0</w:t>
      </w:r>
    </w:p>
    <w:p w:rsidR="007B2329" w:rsidRDefault="007B2329" w:rsidP="007B2329">
      <w:r>
        <w:t>188.7872</w:t>
      </w:r>
      <w:r>
        <w:tab/>
        <w:t>1.013e0</w:t>
      </w:r>
    </w:p>
    <w:p w:rsidR="007B2329" w:rsidRDefault="007B2329" w:rsidP="007B2329">
      <w:r>
        <w:t>188.7891</w:t>
      </w:r>
      <w:r>
        <w:tab/>
        <w:t>2.025e0</w:t>
      </w:r>
    </w:p>
    <w:p w:rsidR="007B2329" w:rsidRDefault="007B2329" w:rsidP="007B2329">
      <w:r>
        <w:t>188.7982</w:t>
      </w:r>
      <w:r>
        <w:tab/>
        <w:t>1.013e0</w:t>
      </w:r>
    </w:p>
    <w:p w:rsidR="007B2329" w:rsidRDefault="007B2329" w:rsidP="007B2329">
      <w:r>
        <w:t>188.8056</w:t>
      </w:r>
      <w:r>
        <w:tab/>
        <w:t>1.013e0</w:t>
      </w:r>
    </w:p>
    <w:p w:rsidR="007B2329" w:rsidRDefault="007B2329" w:rsidP="007B2329">
      <w:r>
        <w:t>188.8202</w:t>
      </w:r>
      <w:r>
        <w:tab/>
        <w:t>2.025e0</w:t>
      </w:r>
    </w:p>
    <w:p w:rsidR="007B2329" w:rsidRDefault="007B2329" w:rsidP="007B2329">
      <w:r>
        <w:t>188.8349</w:t>
      </w:r>
      <w:r>
        <w:tab/>
        <w:t>1.013e0</w:t>
      </w:r>
    </w:p>
    <w:p w:rsidR="007B2329" w:rsidRDefault="007B2329" w:rsidP="007B2329">
      <w:r>
        <w:t>188.8421</w:t>
      </w:r>
      <w:r>
        <w:tab/>
        <w:t>1.013e0</w:t>
      </w:r>
    </w:p>
    <w:p w:rsidR="007B2329" w:rsidRDefault="007B2329" w:rsidP="007B2329">
      <w:r>
        <w:t>188.8495</w:t>
      </w:r>
      <w:r>
        <w:tab/>
        <w:t>1.013e0</w:t>
      </w:r>
    </w:p>
    <w:p w:rsidR="007B2329" w:rsidRDefault="007B2329" w:rsidP="007B2329">
      <w:r>
        <w:t>188.8531</w:t>
      </w:r>
      <w:r>
        <w:tab/>
        <w:t>1.013e0</w:t>
      </w:r>
    </w:p>
    <w:p w:rsidR="007B2329" w:rsidRDefault="007B2329" w:rsidP="007B2329">
      <w:r>
        <w:t>188.8640</w:t>
      </w:r>
      <w:r>
        <w:tab/>
        <w:t>2.025e0</w:t>
      </w:r>
    </w:p>
    <w:p w:rsidR="007B2329" w:rsidRDefault="007B2329" w:rsidP="007B2329">
      <w:r>
        <w:t>188.8697</w:t>
      </w:r>
      <w:r>
        <w:tab/>
        <w:t>2.025e0</w:t>
      </w:r>
    </w:p>
    <w:p w:rsidR="007B2329" w:rsidRDefault="007B2329" w:rsidP="007B2329">
      <w:r>
        <w:lastRenderedPageBreak/>
        <w:t>188.8787</w:t>
      </w:r>
      <w:r>
        <w:tab/>
        <w:t>1.013e0</w:t>
      </w:r>
    </w:p>
    <w:p w:rsidR="007B2329" w:rsidRDefault="007B2329" w:rsidP="007B2329">
      <w:r>
        <w:t>188.8824</w:t>
      </w:r>
      <w:r>
        <w:tab/>
        <w:t>2.025e0</w:t>
      </w:r>
    </w:p>
    <w:p w:rsidR="007B2329" w:rsidRDefault="007B2329" w:rsidP="007B2329">
      <w:r>
        <w:t>188.8897</w:t>
      </w:r>
      <w:r>
        <w:tab/>
        <w:t>2.025e0</w:t>
      </w:r>
    </w:p>
    <w:p w:rsidR="007B2329" w:rsidRDefault="007B2329" w:rsidP="007B2329">
      <w:r>
        <w:t>188.8970</w:t>
      </w:r>
      <w:r>
        <w:tab/>
        <w:t>1.013e0</w:t>
      </w:r>
    </w:p>
    <w:p w:rsidR="007B2329" w:rsidRDefault="007B2329" w:rsidP="007B2329">
      <w:r>
        <w:t>188.9007</w:t>
      </w:r>
      <w:r>
        <w:tab/>
        <w:t>1.013e0</w:t>
      </w:r>
    </w:p>
    <w:p w:rsidR="007B2329" w:rsidRDefault="007B2329" w:rsidP="007B2329">
      <w:r>
        <w:t>188.9190</w:t>
      </w:r>
      <w:r>
        <w:tab/>
        <w:t>1.013e0</w:t>
      </w:r>
    </w:p>
    <w:p w:rsidR="007B2329" w:rsidRDefault="007B2329" w:rsidP="007B2329">
      <w:r>
        <w:t>188.9227</w:t>
      </w:r>
      <w:r>
        <w:tab/>
        <w:t>1.266e-2</w:t>
      </w:r>
    </w:p>
    <w:p w:rsidR="007B2329" w:rsidRDefault="007B2329" w:rsidP="007B2329">
      <w:r>
        <w:t>188.9337</w:t>
      </w:r>
      <w:r>
        <w:tab/>
        <w:t>3.038e0</w:t>
      </w:r>
    </w:p>
    <w:p w:rsidR="007B2329" w:rsidRDefault="007B2329" w:rsidP="007B2329">
      <w:r>
        <w:t>188.9434</w:t>
      </w:r>
      <w:r>
        <w:tab/>
        <w:t>3.038e0</w:t>
      </w:r>
    </w:p>
    <w:p w:rsidR="007B2329" w:rsidRDefault="007B2329" w:rsidP="007B2329">
      <w:r>
        <w:t>188.9483</w:t>
      </w:r>
      <w:r>
        <w:tab/>
        <w:t>2.025e0</w:t>
      </w:r>
    </w:p>
    <w:p w:rsidR="007B2329" w:rsidRDefault="007B2329" w:rsidP="007B2329">
      <w:r>
        <w:t>188.9520</w:t>
      </w:r>
      <w:r>
        <w:tab/>
        <w:t>1.013e0</w:t>
      </w:r>
    </w:p>
    <w:p w:rsidR="007B2329" w:rsidRDefault="007B2329" w:rsidP="007B2329">
      <w:r>
        <w:t>188.9556</w:t>
      </w:r>
      <w:r>
        <w:tab/>
        <w:t>1.013e0</w:t>
      </w:r>
    </w:p>
    <w:p w:rsidR="007B2329" w:rsidRDefault="007B2329" w:rsidP="007B2329">
      <w:r>
        <w:t>188.9702</w:t>
      </w:r>
      <w:r>
        <w:tab/>
        <w:t>1.013e0</w:t>
      </w:r>
    </w:p>
    <w:p w:rsidR="007B2329" w:rsidRDefault="007B2329" w:rsidP="007B2329">
      <w:r>
        <w:t>188.9775</w:t>
      </w:r>
      <w:r>
        <w:tab/>
        <w:t>1.013e0</w:t>
      </w:r>
    </w:p>
    <w:p w:rsidR="007B2329" w:rsidRDefault="007B2329" w:rsidP="007B2329">
      <w:r>
        <w:t>188.9812</w:t>
      </w:r>
      <w:r>
        <w:tab/>
        <w:t>1.013e0</w:t>
      </w:r>
    </w:p>
    <w:p w:rsidR="007B2329" w:rsidRDefault="007B2329" w:rsidP="007B2329">
      <w:r>
        <w:t>188.9958</w:t>
      </w:r>
      <w:r>
        <w:tab/>
        <w:t>1.013e0</w:t>
      </w:r>
    </w:p>
    <w:p w:rsidR="007B2329" w:rsidRDefault="007B2329" w:rsidP="007B2329">
      <w:r>
        <w:t>188.9996</w:t>
      </w:r>
      <w:r>
        <w:tab/>
        <w:t>1.266e-2</w:t>
      </w:r>
    </w:p>
    <w:p w:rsidR="007B2329" w:rsidRDefault="007B2329" w:rsidP="007B2329">
      <w:r>
        <w:t>189.0032</w:t>
      </w:r>
      <w:r>
        <w:tab/>
        <w:t>1.266e-2</w:t>
      </w:r>
    </w:p>
    <w:p w:rsidR="007B2329" w:rsidRDefault="007B2329" w:rsidP="007B2329">
      <w:r>
        <w:t>189.0069</w:t>
      </w:r>
      <w:r>
        <w:tab/>
        <w:t>1.013e0</w:t>
      </w:r>
    </w:p>
    <w:p w:rsidR="007B2329" w:rsidRDefault="007B2329" w:rsidP="007B2329">
      <w:r>
        <w:lastRenderedPageBreak/>
        <w:t>189.0179</w:t>
      </w:r>
      <w:r>
        <w:tab/>
        <w:t>1.013e0</w:t>
      </w:r>
    </w:p>
    <w:p w:rsidR="007B2329" w:rsidRDefault="007B2329" w:rsidP="007B2329">
      <w:r>
        <w:t>189.0270</w:t>
      </w:r>
      <w:r>
        <w:tab/>
        <w:t>2.025e0</w:t>
      </w:r>
    </w:p>
    <w:p w:rsidR="007B2329" w:rsidRDefault="007B2329" w:rsidP="007B2329">
      <w:r>
        <w:t>189.0362</w:t>
      </w:r>
      <w:r>
        <w:tab/>
        <w:t>1.013e0</w:t>
      </w:r>
    </w:p>
    <w:p w:rsidR="007B2329" w:rsidRDefault="007B2329" w:rsidP="007B2329">
      <w:r>
        <w:t>189.0481</w:t>
      </w:r>
      <w:r>
        <w:tab/>
        <w:t>4.051e0</w:t>
      </w:r>
    </w:p>
    <w:p w:rsidR="007B2329" w:rsidRDefault="007B2329" w:rsidP="007B2329">
      <w:r>
        <w:t>189.0581</w:t>
      </w:r>
      <w:r>
        <w:tab/>
        <w:t>1.013e0</w:t>
      </w:r>
    </w:p>
    <w:p w:rsidR="007B2329" w:rsidRDefault="007B2329" w:rsidP="007B2329">
      <w:r>
        <w:t>189.0630</w:t>
      </w:r>
      <w:r>
        <w:tab/>
        <w:t>2.038e0</w:t>
      </w:r>
    </w:p>
    <w:p w:rsidR="007B2329" w:rsidRDefault="007B2329" w:rsidP="007B2329">
      <w:r>
        <w:t>189.0655</w:t>
      </w:r>
      <w:r>
        <w:tab/>
        <w:t>1.013e0</w:t>
      </w:r>
    </w:p>
    <w:p w:rsidR="007B2329" w:rsidRDefault="007B2329" w:rsidP="007B2329">
      <w:r>
        <w:t>189.0709</w:t>
      </w:r>
      <w:r>
        <w:tab/>
        <w:t>1.025e0</w:t>
      </w:r>
    </w:p>
    <w:p w:rsidR="007B2329" w:rsidRDefault="007B2329" w:rsidP="007B2329">
      <w:r>
        <w:t>189.0727</w:t>
      </w:r>
      <w:r>
        <w:tab/>
        <w:t>2.025e0</w:t>
      </w:r>
    </w:p>
    <w:p w:rsidR="007B2329" w:rsidRDefault="007B2329" w:rsidP="007B2329">
      <w:r>
        <w:t>189.0782</w:t>
      </w:r>
      <w:r>
        <w:tab/>
        <w:t>2.025e0</w:t>
      </w:r>
    </w:p>
    <w:p w:rsidR="007B2329" w:rsidRDefault="007B2329" w:rsidP="007B2329">
      <w:r>
        <w:t>189.0857</w:t>
      </w:r>
      <w:r>
        <w:tab/>
        <w:t>3.051e0</w:t>
      </w:r>
    </w:p>
    <w:p w:rsidR="007B2329" w:rsidRDefault="007B2329" w:rsidP="007B2329">
      <w:r>
        <w:t>189.0874</w:t>
      </w:r>
      <w:r>
        <w:tab/>
        <w:t>1.266e-2</w:t>
      </w:r>
    </w:p>
    <w:p w:rsidR="007B2329" w:rsidRDefault="007B2329" w:rsidP="007B2329">
      <w:r>
        <w:t>189.0893</w:t>
      </w:r>
      <w:r>
        <w:tab/>
        <w:t>4.051e0</w:t>
      </w:r>
    </w:p>
    <w:p w:rsidR="007B2329" w:rsidRDefault="007B2329" w:rsidP="007B2329">
      <w:r>
        <w:t>189.1131</w:t>
      </w:r>
      <w:r>
        <w:tab/>
        <w:t>1.025e0</w:t>
      </w:r>
    </w:p>
    <w:p w:rsidR="007B2329" w:rsidRDefault="007B2329" w:rsidP="007B2329">
      <w:r>
        <w:t>189.1205</w:t>
      </w:r>
      <w:r>
        <w:tab/>
        <w:t>2.025e0</w:t>
      </w:r>
    </w:p>
    <w:p w:rsidR="007B2329" w:rsidRDefault="007B2329" w:rsidP="007B2329">
      <w:r>
        <w:t>189.1302</w:t>
      </w:r>
      <w:r>
        <w:tab/>
        <w:t>3.038e0</w:t>
      </w:r>
    </w:p>
    <w:p w:rsidR="007B2329" w:rsidRDefault="007B2329" w:rsidP="007B2329">
      <w:r>
        <w:t>189.1332</w:t>
      </w:r>
      <w:r>
        <w:tab/>
        <w:t>2.025e0</w:t>
      </w:r>
    </w:p>
    <w:p w:rsidR="007B2329" w:rsidRDefault="007B2329" w:rsidP="007B2329">
      <w:r>
        <w:t>189.1388</w:t>
      </w:r>
      <w:r>
        <w:tab/>
        <w:t>2.025e0</w:t>
      </w:r>
    </w:p>
    <w:p w:rsidR="007B2329" w:rsidRDefault="007B2329" w:rsidP="007B2329">
      <w:r>
        <w:t>189.1497</w:t>
      </w:r>
      <w:r>
        <w:tab/>
        <w:t>2.025e0</w:t>
      </w:r>
    </w:p>
    <w:p w:rsidR="007B2329" w:rsidRDefault="007B2329" w:rsidP="007B2329">
      <w:r>
        <w:lastRenderedPageBreak/>
        <w:t>189.1534</w:t>
      </w:r>
      <w:r>
        <w:tab/>
        <w:t>1.013e0</w:t>
      </w:r>
    </w:p>
    <w:p w:rsidR="007B2329" w:rsidRDefault="007B2329" w:rsidP="007B2329">
      <w:r>
        <w:t>189.1571</w:t>
      </w:r>
      <w:r>
        <w:tab/>
        <w:t>1.266e-2</w:t>
      </w:r>
    </w:p>
    <w:p w:rsidR="007B2329" w:rsidRDefault="007B2329" w:rsidP="007B2329">
      <w:r>
        <w:t>189.1754</w:t>
      </w:r>
      <w:r>
        <w:tab/>
        <w:t>1.013e0</w:t>
      </w:r>
    </w:p>
    <w:p w:rsidR="007B2329" w:rsidRDefault="007B2329" w:rsidP="007B2329">
      <w:r>
        <w:t>189.1791</w:t>
      </w:r>
      <w:r>
        <w:tab/>
        <w:t>2.025e0</w:t>
      </w:r>
    </w:p>
    <w:p w:rsidR="007B2329" w:rsidRDefault="007B2329" w:rsidP="007B2329">
      <w:r>
        <w:t>189.1844</w:t>
      </w:r>
      <w:r>
        <w:tab/>
        <w:t>2.025e0</w:t>
      </w:r>
    </w:p>
    <w:p w:rsidR="007B2329" w:rsidRDefault="007B2329" w:rsidP="007B2329">
      <w:r>
        <w:t>189.1937</w:t>
      </w:r>
      <w:r>
        <w:tab/>
        <w:t>1.266e-2</w:t>
      </w:r>
    </w:p>
    <w:p w:rsidR="007B2329" w:rsidRDefault="007B2329" w:rsidP="007B2329">
      <w:r>
        <w:t>189.2157</w:t>
      </w:r>
      <w:r>
        <w:tab/>
        <w:t>1.013e0</w:t>
      </w:r>
    </w:p>
    <w:p w:rsidR="007B2329" w:rsidRDefault="007B2329" w:rsidP="007B2329">
      <w:r>
        <w:t>189.2304</w:t>
      </w:r>
      <w:r>
        <w:tab/>
        <w:t>2.025e0</w:t>
      </w:r>
    </w:p>
    <w:p w:rsidR="007B2329" w:rsidRDefault="007B2329" w:rsidP="007B2329">
      <w:r>
        <w:t>189.2341</w:t>
      </w:r>
      <w:r>
        <w:tab/>
        <w:t>1.013e0</w:t>
      </w:r>
    </w:p>
    <w:p w:rsidR="007B2329" w:rsidRDefault="007B2329" w:rsidP="007B2329">
      <w:r>
        <w:t>189.2414</w:t>
      </w:r>
      <w:r>
        <w:tab/>
        <w:t>1.013e0</w:t>
      </w:r>
    </w:p>
    <w:p w:rsidR="007B2329" w:rsidRDefault="007B2329" w:rsidP="007B2329">
      <w:r>
        <w:t>189.2451</w:t>
      </w:r>
      <w:r>
        <w:tab/>
        <w:t>1.013e0</w:t>
      </w:r>
    </w:p>
    <w:p w:rsidR="007B2329" w:rsidRDefault="007B2329" w:rsidP="007B2329">
      <w:r>
        <w:t>189.2512</w:t>
      </w:r>
      <w:r>
        <w:tab/>
        <w:t>3.038e0</w:t>
      </w:r>
    </w:p>
    <w:p w:rsidR="007B2329" w:rsidRDefault="007B2329" w:rsidP="007B2329">
      <w:r>
        <w:t>189.2524</w:t>
      </w:r>
      <w:r>
        <w:tab/>
        <w:t>1.013e0</w:t>
      </w:r>
    </w:p>
    <w:p w:rsidR="007B2329" w:rsidRDefault="007B2329" w:rsidP="007B2329">
      <w:r>
        <w:t>189.2561</w:t>
      </w:r>
      <w:r>
        <w:tab/>
        <w:t>1.013e0</w:t>
      </w:r>
    </w:p>
    <w:p w:rsidR="007B2329" w:rsidRDefault="007B2329" w:rsidP="007B2329">
      <w:r>
        <w:t>189.2597</w:t>
      </w:r>
      <w:r>
        <w:tab/>
        <w:t>1.013e0</w:t>
      </w:r>
    </w:p>
    <w:p w:rsidR="007B2329" w:rsidRDefault="007B2329" w:rsidP="007B2329">
      <w:r>
        <w:t>189.2963</w:t>
      </w:r>
      <w:r>
        <w:tab/>
        <w:t>1.013e0</w:t>
      </w:r>
    </w:p>
    <w:p w:rsidR="007B2329" w:rsidRDefault="007B2329" w:rsidP="007B2329">
      <w:r>
        <w:t>189.3036</w:t>
      </w:r>
      <w:r>
        <w:tab/>
        <w:t>2.025e0</w:t>
      </w:r>
    </w:p>
    <w:p w:rsidR="007B2329" w:rsidRDefault="007B2329" w:rsidP="007B2329">
      <w:r>
        <w:t>189.3108</w:t>
      </w:r>
      <w:r>
        <w:tab/>
        <w:t>1.013e0</w:t>
      </w:r>
    </w:p>
    <w:p w:rsidR="007B2329" w:rsidRDefault="007B2329" w:rsidP="007B2329">
      <w:r>
        <w:t>189.3145</w:t>
      </w:r>
      <w:r>
        <w:tab/>
        <w:t>2.025e0</w:t>
      </w:r>
    </w:p>
    <w:p w:rsidR="007B2329" w:rsidRDefault="007B2329" w:rsidP="007B2329">
      <w:r>
        <w:lastRenderedPageBreak/>
        <w:t>189.3674</w:t>
      </w:r>
      <w:r>
        <w:tab/>
        <w:t>2.025e0</w:t>
      </w:r>
    </w:p>
    <w:p w:rsidR="007B2329" w:rsidRDefault="007B2329" w:rsidP="007B2329">
      <w:r>
        <w:t>189.4021</w:t>
      </w:r>
      <w:r>
        <w:tab/>
        <w:t>1.013e0</w:t>
      </w:r>
    </w:p>
    <w:p w:rsidR="007B2329" w:rsidRDefault="007B2329" w:rsidP="007B2329">
      <w:r>
        <w:t>189.4130</w:t>
      </w:r>
      <w:r>
        <w:tab/>
        <w:t>1.013e0</w:t>
      </w:r>
    </w:p>
    <w:p w:rsidR="007B2329" w:rsidRDefault="007B2329" w:rsidP="007B2329">
      <w:r>
        <w:t>189.4203</w:t>
      </w:r>
      <w:r>
        <w:tab/>
        <w:t>1.013e0</w:t>
      </w:r>
    </w:p>
    <w:p w:rsidR="007B2329" w:rsidRDefault="007B2329" w:rsidP="007B2329">
      <w:r>
        <w:t>189.4240</w:t>
      </w:r>
      <w:r>
        <w:tab/>
        <w:t>2.025e0</w:t>
      </w:r>
    </w:p>
    <w:p w:rsidR="007B2329" w:rsidRDefault="007B2329" w:rsidP="007B2329">
      <w:r>
        <w:t>189.4422</w:t>
      </w:r>
      <w:r>
        <w:tab/>
        <w:t>1.013e0</w:t>
      </w:r>
    </w:p>
    <w:p w:rsidR="007B2329" w:rsidRDefault="007B2329" w:rsidP="007B2329">
      <w:r>
        <w:t>189.4550</w:t>
      </w:r>
      <w:r>
        <w:tab/>
        <w:t>2.025e0</w:t>
      </w:r>
    </w:p>
    <w:p w:rsidR="007B2329" w:rsidRDefault="007B2329" w:rsidP="007B2329">
      <w:r>
        <w:t>189.4569</w:t>
      </w:r>
      <w:r>
        <w:tab/>
        <w:t>1.013e0</w:t>
      </w:r>
    </w:p>
    <w:p w:rsidR="007B2329" w:rsidRDefault="007B2329" w:rsidP="007B2329">
      <w:r>
        <w:t>189.4752</w:t>
      </w:r>
      <w:r>
        <w:tab/>
        <w:t>2.025e0</w:t>
      </w:r>
    </w:p>
    <w:p w:rsidR="007B2329" w:rsidRDefault="007B2329" w:rsidP="007B2329">
      <w:r>
        <w:t>189.4862</w:t>
      </w:r>
      <w:r>
        <w:tab/>
        <w:t>1.013e0</w:t>
      </w:r>
    </w:p>
    <w:p w:rsidR="007B2329" w:rsidRDefault="007B2329" w:rsidP="007B2329">
      <w:r>
        <w:t>189.4934</w:t>
      </w:r>
      <w:r>
        <w:tab/>
        <w:t>1.013e0</w:t>
      </w:r>
    </w:p>
    <w:p w:rsidR="007B2329" w:rsidRDefault="007B2329" w:rsidP="007B2329">
      <w:r>
        <w:t>189.4970</w:t>
      </w:r>
      <w:r>
        <w:tab/>
        <w:t>1.013e0</w:t>
      </w:r>
    </w:p>
    <w:p w:rsidR="007B2329" w:rsidRDefault="007B2329" w:rsidP="007B2329">
      <w:r>
        <w:t>189.5080</w:t>
      </w:r>
      <w:r>
        <w:tab/>
        <w:t>1.013e0</w:t>
      </w:r>
    </w:p>
    <w:p w:rsidR="007B2329" w:rsidRDefault="007B2329" w:rsidP="007B2329">
      <w:r>
        <w:t>189.5116</w:t>
      </w:r>
      <w:r>
        <w:tab/>
        <w:t>1.013e0</w:t>
      </w:r>
    </w:p>
    <w:p w:rsidR="007B2329" w:rsidRDefault="007B2329" w:rsidP="007B2329">
      <w:r>
        <w:t>189.5153</w:t>
      </w:r>
      <w:r>
        <w:tab/>
        <w:t>1.013e0</w:t>
      </w:r>
    </w:p>
    <w:p w:rsidR="007B2329" w:rsidRDefault="007B2329" w:rsidP="007B2329">
      <w:r>
        <w:t>189.5191</w:t>
      </w:r>
      <w:r>
        <w:tab/>
        <w:t>1.013e0</w:t>
      </w:r>
    </w:p>
    <w:p w:rsidR="007B2329" w:rsidRDefault="007B2329" w:rsidP="007B2329">
      <w:r>
        <w:t>189.5299</w:t>
      </w:r>
      <w:r>
        <w:tab/>
        <w:t>2.025e0</w:t>
      </w:r>
    </w:p>
    <w:p w:rsidR="007B2329" w:rsidRDefault="007B2329" w:rsidP="007B2329">
      <w:r>
        <w:t>189.5555</w:t>
      </w:r>
      <w:r>
        <w:tab/>
        <w:t>2.025e0</w:t>
      </w:r>
    </w:p>
    <w:p w:rsidR="007B2329" w:rsidRDefault="007B2329" w:rsidP="007B2329">
      <w:r>
        <w:t>189.5592</w:t>
      </w:r>
      <w:r>
        <w:tab/>
        <w:t>1.013e0</w:t>
      </w:r>
    </w:p>
    <w:p w:rsidR="007B2329" w:rsidRDefault="007B2329" w:rsidP="007B2329">
      <w:r>
        <w:lastRenderedPageBreak/>
        <w:t>189.5629</w:t>
      </w:r>
      <w:r>
        <w:tab/>
        <w:t>2.025e0</w:t>
      </w:r>
    </w:p>
    <w:p w:rsidR="007B2329" w:rsidRDefault="007B2329" w:rsidP="007B2329">
      <w:r>
        <w:t>189.5665</w:t>
      </w:r>
      <w:r>
        <w:tab/>
        <w:t>1.013e0</w:t>
      </w:r>
    </w:p>
    <w:p w:rsidR="007B2329" w:rsidRDefault="007B2329" w:rsidP="007B2329">
      <w:r>
        <w:t>189.5701</w:t>
      </w:r>
      <w:r>
        <w:tab/>
        <w:t>2.025e0</w:t>
      </w:r>
    </w:p>
    <w:p w:rsidR="007B2329" w:rsidRDefault="007B2329" w:rsidP="007B2329">
      <w:r>
        <w:t>189.5775</w:t>
      </w:r>
      <w:r>
        <w:tab/>
        <w:t>1.266e-2</w:t>
      </w:r>
    </w:p>
    <w:p w:rsidR="007B2329" w:rsidRDefault="007B2329" w:rsidP="007B2329">
      <w:r>
        <w:t>189.6030</w:t>
      </w:r>
      <w:r>
        <w:tab/>
        <w:t>4.051e0</w:t>
      </w:r>
    </w:p>
    <w:p w:rsidR="007B2329" w:rsidRDefault="007B2329" w:rsidP="007B2329">
      <w:r>
        <w:t>189.6103</w:t>
      </w:r>
      <w:r>
        <w:tab/>
        <w:t>1.013e0</w:t>
      </w:r>
    </w:p>
    <w:p w:rsidR="007B2329" w:rsidRDefault="007B2329" w:rsidP="007B2329">
      <w:r>
        <w:t>189.6177</w:t>
      </w:r>
      <w:r>
        <w:tab/>
        <w:t>1.013e0</w:t>
      </w:r>
    </w:p>
    <w:p w:rsidR="007B2329" w:rsidRDefault="007B2329" w:rsidP="007B2329">
      <w:r>
        <w:t>189.6244</w:t>
      </w:r>
      <w:r>
        <w:tab/>
        <w:t>5.063e0</w:t>
      </w:r>
    </w:p>
    <w:p w:rsidR="007B2329" w:rsidRDefault="007B2329" w:rsidP="007B2329">
      <w:r>
        <w:t>189.6286</w:t>
      </w:r>
      <w:r>
        <w:tab/>
        <w:t>2.025e0</w:t>
      </w:r>
    </w:p>
    <w:p w:rsidR="007B2329" w:rsidRDefault="007B2329" w:rsidP="007B2329">
      <w:r>
        <w:t>189.6451</w:t>
      </w:r>
      <w:r>
        <w:tab/>
        <w:t>2.025e0</w:t>
      </w:r>
    </w:p>
    <w:p w:rsidR="007B2329" w:rsidRDefault="007B2329" w:rsidP="007B2329">
      <w:r>
        <w:t>189.6469</w:t>
      </w:r>
      <w:r>
        <w:tab/>
        <w:t>1.013e0</w:t>
      </w:r>
    </w:p>
    <w:p w:rsidR="007B2329" w:rsidRDefault="007B2329" w:rsidP="007B2329">
      <w:r>
        <w:t>189.6579</w:t>
      </w:r>
      <w:r>
        <w:tab/>
        <w:t>2.025e0</w:t>
      </w:r>
    </w:p>
    <w:p w:rsidR="007B2329" w:rsidRDefault="007B2329" w:rsidP="007B2329">
      <w:r>
        <w:t>189.6597</w:t>
      </w:r>
      <w:r>
        <w:tab/>
        <w:t>2.025e0</w:t>
      </w:r>
    </w:p>
    <w:p w:rsidR="007B2329" w:rsidRDefault="007B2329" w:rsidP="007B2329">
      <w:r>
        <w:t>189.6798</w:t>
      </w:r>
      <w:r>
        <w:tab/>
        <w:t>1.013e0</w:t>
      </w:r>
    </w:p>
    <w:p w:rsidR="007B2329" w:rsidRDefault="007B2329" w:rsidP="007B2329">
      <w:r>
        <w:t>189.6981</w:t>
      </w:r>
      <w:r>
        <w:tab/>
        <w:t>1.266e-2</w:t>
      </w:r>
    </w:p>
    <w:p w:rsidR="007B2329" w:rsidRDefault="007B2329" w:rsidP="007B2329">
      <w:r>
        <w:t>189.7132</w:t>
      </w:r>
      <w:r>
        <w:tab/>
        <w:t>4.051e0</w:t>
      </w:r>
    </w:p>
    <w:p w:rsidR="007B2329" w:rsidRDefault="007B2329" w:rsidP="007B2329">
      <w:r>
        <w:t>189.7456</w:t>
      </w:r>
      <w:r>
        <w:tab/>
        <w:t>1.013e0</w:t>
      </w:r>
    </w:p>
    <w:p w:rsidR="007B2329" w:rsidRDefault="007B2329" w:rsidP="007B2329">
      <w:r>
        <w:t>189.7547</w:t>
      </w:r>
      <w:r>
        <w:tab/>
        <w:t>1.038e0</w:t>
      </w:r>
    </w:p>
    <w:p w:rsidR="007B2329" w:rsidRDefault="007B2329" w:rsidP="007B2329">
      <w:r>
        <w:t>189.7566</w:t>
      </w:r>
      <w:r>
        <w:tab/>
        <w:t>1.013e0</w:t>
      </w:r>
    </w:p>
    <w:p w:rsidR="007B2329" w:rsidRDefault="007B2329" w:rsidP="007B2329">
      <w:r>
        <w:lastRenderedPageBreak/>
        <w:t>189.7621</w:t>
      </w:r>
      <w:r>
        <w:tab/>
        <w:t>1.025e0</w:t>
      </w:r>
    </w:p>
    <w:p w:rsidR="007B2329" w:rsidRDefault="007B2329" w:rsidP="007B2329">
      <w:r>
        <w:t>189.7639</w:t>
      </w:r>
      <w:r>
        <w:tab/>
        <w:t>1.013e0</w:t>
      </w:r>
    </w:p>
    <w:p w:rsidR="007B2329" w:rsidRDefault="007B2329" w:rsidP="007B2329">
      <w:r>
        <w:t>189.7786</w:t>
      </w:r>
      <w:r>
        <w:tab/>
        <w:t>1.013e0</w:t>
      </w:r>
    </w:p>
    <w:p w:rsidR="007B2329" w:rsidRDefault="007B2329" w:rsidP="007B2329">
      <w:r>
        <w:t>189.7859</w:t>
      </w:r>
      <w:r>
        <w:tab/>
        <w:t>1.013e0</w:t>
      </w:r>
    </w:p>
    <w:p w:rsidR="007B2329" w:rsidRDefault="007B2329" w:rsidP="007B2329">
      <w:r>
        <w:t>189.7950</w:t>
      </w:r>
      <w:r>
        <w:tab/>
        <w:t>2.025e0</w:t>
      </w:r>
    </w:p>
    <w:p w:rsidR="007B2329" w:rsidRDefault="007B2329" w:rsidP="007B2329">
      <w:r>
        <w:t>189.8078</w:t>
      </w:r>
      <w:r>
        <w:tab/>
        <w:t>1.013e0</w:t>
      </w:r>
    </w:p>
    <w:p w:rsidR="007B2329" w:rsidRDefault="007B2329" w:rsidP="007B2329">
      <w:r>
        <w:t>189.8151</w:t>
      </w:r>
      <w:r>
        <w:tab/>
        <w:t>2.025e0</w:t>
      </w:r>
    </w:p>
    <w:p w:rsidR="007B2329" w:rsidRDefault="007B2329" w:rsidP="007B2329">
      <w:r>
        <w:t>189.8187</w:t>
      </w:r>
      <w:r>
        <w:tab/>
        <w:t>2.025e0</w:t>
      </w:r>
    </w:p>
    <w:p w:rsidR="007B2329" w:rsidRDefault="007B2329" w:rsidP="007B2329">
      <w:r>
        <w:t>189.8297</w:t>
      </w:r>
      <w:r>
        <w:tab/>
        <w:t>1.013e0</w:t>
      </w:r>
    </w:p>
    <w:p w:rsidR="007B2329" w:rsidRDefault="007B2329" w:rsidP="007B2329">
      <w:r>
        <w:t>189.8358</w:t>
      </w:r>
      <w:r>
        <w:tab/>
        <w:t>3.038e0</w:t>
      </w:r>
    </w:p>
    <w:p w:rsidR="007B2329" w:rsidRDefault="007B2329" w:rsidP="007B2329">
      <w:r>
        <w:t>189.8517</w:t>
      </w:r>
      <w:r>
        <w:tab/>
        <w:t>2.025e0</w:t>
      </w:r>
    </w:p>
    <w:p w:rsidR="007B2329" w:rsidRDefault="007B2329" w:rsidP="007B2329">
      <w:r>
        <w:t>189.8560</w:t>
      </w:r>
      <w:r>
        <w:tab/>
        <w:t>2.337e0</w:t>
      </w:r>
    </w:p>
    <w:p w:rsidR="007B2329" w:rsidRDefault="007B2329" w:rsidP="007B2329">
      <w:r>
        <w:t>189.8589</w:t>
      </w:r>
      <w:r>
        <w:tab/>
        <w:t>2.025e0</w:t>
      </w:r>
    </w:p>
    <w:p w:rsidR="007B2329" w:rsidRDefault="007B2329" w:rsidP="007B2329">
      <w:r>
        <w:t>189.8663</w:t>
      </w:r>
      <w:r>
        <w:tab/>
        <w:t>1.013e0</w:t>
      </w:r>
    </w:p>
    <w:p w:rsidR="007B2329" w:rsidRDefault="007B2329" w:rsidP="007B2329">
      <w:r>
        <w:t>189.8735</w:t>
      </w:r>
      <w:r>
        <w:tab/>
        <w:t>1.013e0</w:t>
      </w:r>
    </w:p>
    <w:p w:rsidR="007B2329" w:rsidRDefault="007B2329" w:rsidP="007B2329">
      <w:r>
        <w:t>189.8772</w:t>
      </w:r>
      <w:r>
        <w:tab/>
        <w:t>1.013e0</w:t>
      </w:r>
    </w:p>
    <w:p w:rsidR="007B2329" w:rsidRDefault="007B2329" w:rsidP="007B2329">
      <w:r>
        <w:t>189.8827</w:t>
      </w:r>
      <w:r>
        <w:tab/>
        <w:t>2.025e0</w:t>
      </w:r>
    </w:p>
    <w:p w:rsidR="007B2329" w:rsidRDefault="007B2329" w:rsidP="007B2329">
      <w:r>
        <w:t>189.9064</w:t>
      </w:r>
      <w:r>
        <w:tab/>
        <w:t>2.025e0</w:t>
      </w:r>
    </w:p>
    <w:p w:rsidR="007B2329" w:rsidRDefault="007B2329" w:rsidP="007B2329">
      <w:r>
        <w:t>189.9138</w:t>
      </w:r>
      <w:r>
        <w:tab/>
        <w:t>1.013e0</w:t>
      </w:r>
    </w:p>
    <w:p w:rsidR="007B2329" w:rsidRDefault="007B2329" w:rsidP="007B2329">
      <w:r>
        <w:lastRenderedPageBreak/>
        <w:t>189.9247</w:t>
      </w:r>
      <w:r>
        <w:tab/>
        <w:t>1.013e0</w:t>
      </w:r>
    </w:p>
    <w:p w:rsidR="007B2329" w:rsidRDefault="007B2329" w:rsidP="007B2329">
      <w:r>
        <w:t>189.9320</w:t>
      </w:r>
      <w:r>
        <w:tab/>
        <w:t>1.013e0</w:t>
      </w:r>
    </w:p>
    <w:p w:rsidR="007B2329" w:rsidRDefault="007B2329" w:rsidP="007B2329">
      <w:r>
        <w:t>189.9393</w:t>
      </w:r>
      <w:r>
        <w:tab/>
        <w:t>1.013e0</w:t>
      </w:r>
    </w:p>
    <w:p w:rsidR="007B2329" w:rsidRDefault="007B2329" w:rsidP="007B2329">
      <w:r>
        <w:t>189.9466</w:t>
      </w:r>
      <w:r>
        <w:tab/>
        <w:t>1.013e0</w:t>
      </w:r>
    </w:p>
    <w:p w:rsidR="007B2329" w:rsidRDefault="007B2329" w:rsidP="007B2329">
      <w:r>
        <w:t>189.9484</w:t>
      </w:r>
      <w:r>
        <w:tab/>
        <w:t>2.025e0</w:t>
      </w:r>
    </w:p>
    <w:p w:rsidR="007B2329" w:rsidRDefault="007B2329" w:rsidP="007B2329">
      <w:r>
        <w:t>189.9539</w:t>
      </w:r>
      <w:r>
        <w:tab/>
        <w:t>1.013e0</w:t>
      </w:r>
    </w:p>
    <w:p w:rsidR="007B2329" w:rsidRDefault="007B2329" w:rsidP="007B2329">
      <w:r>
        <w:t>189.9612</w:t>
      </w:r>
      <w:r>
        <w:tab/>
        <w:t>1.013e0</w:t>
      </w:r>
    </w:p>
    <w:p w:rsidR="007B2329" w:rsidRDefault="007B2329" w:rsidP="007B2329">
      <w:r>
        <w:t>189.9722</w:t>
      </w:r>
      <w:r>
        <w:tab/>
        <w:t>1.013e0</w:t>
      </w:r>
    </w:p>
    <w:p w:rsidR="007B2329" w:rsidRDefault="007B2329" w:rsidP="007B2329">
      <w:r>
        <w:t>189.9832</w:t>
      </w:r>
      <w:r>
        <w:tab/>
        <w:t>2.025e0</w:t>
      </w:r>
    </w:p>
    <w:p w:rsidR="007B2329" w:rsidRDefault="007B2329" w:rsidP="007B2329">
      <w:r>
        <w:t>189.9888</w:t>
      </w:r>
      <w:r>
        <w:tab/>
        <w:t>8.805e-1</w:t>
      </w:r>
    </w:p>
    <w:p w:rsidR="007B2329" w:rsidRDefault="007B2329" w:rsidP="007B2329">
      <w:r>
        <w:t>189.9980</w:t>
      </w:r>
      <w:r>
        <w:tab/>
        <w:t>2.025e0</w:t>
      </w:r>
    </w:p>
    <w:p w:rsidR="007B2329" w:rsidRDefault="007B2329" w:rsidP="007B2329">
      <w:r>
        <w:t>190.0053</w:t>
      </w:r>
      <w:r>
        <w:tab/>
        <w:t>1.013e0</w:t>
      </w:r>
    </w:p>
    <w:p w:rsidR="007B2329" w:rsidRDefault="007B2329" w:rsidP="007B2329">
      <w:r>
        <w:t>190.0096</w:t>
      </w:r>
      <w:r>
        <w:tab/>
        <w:t>4.051e0</w:t>
      </w:r>
    </w:p>
    <w:p w:rsidR="007B2329" w:rsidRDefault="007B2329" w:rsidP="007B2329">
      <w:r>
        <w:t>190.0110</w:t>
      </w:r>
      <w:r>
        <w:tab/>
        <w:t>3.038e0</w:t>
      </w:r>
    </w:p>
    <w:p w:rsidR="007B2329" w:rsidRDefault="007B2329" w:rsidP="007B2329">
      <w:r>
        <w:t>190.0274</w:t>
      </w:r>
      <w:r>
        <w:tab/>
        <w:t>1.013e0</w:t>
      </w:r>
    </w:p>
    <w:p w:rsidR="007B2329" w:rsidRDefault="007B2329" w:rsidP="007B2329">
      <w:r>
        <w:t>190.0293</w:t>
      </w:r>
      <w:r>
        <w:tab/>
        <w:t>2.025e0</w:t>
      </w:r>
    </w:p>
    <w:p w:rsidR="007B2329" w:rsidRDefault="007B2329" w:rsidP="007B2329">
      <w:r>
        <w:t>190.0312</w:t>
      </w:r>
      <w:r>
        <w:tab/>
        <w:t>2.051e0</w:t>
      </w:r>
    </w:p>
    <w:p w:rsidR="007B2329" w:rsidRDefault="007B2329" w:rsidP="007B2329">
      <w:r>
        <w:t>190.0348</w:t>
      </w:r>
      <w:r>
        <w:tab/>
        <w:t>1.013e0</w:t>
      </w:r>
    </w:p>
    <w:p w:rsidR="007B2329" w:rsidRDefault="007B2329" w:rsidP="007B2329">
      <w:r>
        <w:t>190.0384</w:t>
      </w:r>
      <w:r>
        <w:tab/>
        <w:t>1.013e0</w:t>
      </w:r>
    </w:p>
    <w:p w:rsidR="007B2329" w:rsidRDefault="007B2329" w:rsidP="007B2329">
      <w:r>
        <w:lastRenderedPageBreak/>
        <w:t>190.0458</w:t>
      </w:r>
      <w:r>
        <w:tab/>
        <w:t>1.013e0</w:t>
      </w:r>
    </w:p>
    <w:p w:rsidR="007B2329" w:rsidRDefault="007B2329" w:rsidP="007B2329">
      <w:r>
        <w:t>190.0771</w:t>
      </w:r>
      <w:r>
        <w:tab/>
        <w:t>2.025e0</w:t>
      </w:r>
    </w:p>
    <w:p w:rsidR="007B2329" w:rsidRDefault="007B2329" w:rsidP="007B2329">
      <w:r>
        <w:t>190.0844</w:t>
      </w:r>
      <w:r>
        <w:tab/>
        <w:t>2.025e0</w:t>
      </w:r>
    </w:p>
    <w:p w:rsidR="007B2329" w:rsidRDefault="007B2329" w:rsidP="007B2329">
      <w:r>
        <w:t>190.0862</w:t>
      </w:r>
      <w:r>
        <w:tab/>
        <w:t>1.013e0</w:t>
      </w:r>
    </w:p>
    <w:p w:rsidR="007B2329" w:rsidRDefault="007B2329" w:rsidP="007B2329">
      <w:r>
        <w:t>190.0900</w:t>
      </w:r>
      <w:r>
        <w:tab/>
        <w:t>2.025e0</w:t>
      </w:r>
    </w:p>
    <w:p w:rsidR="007B2329" w:rsidRDefault="007B2329" w:rsidP="007B2329">
      <w:r>
        <w:t>190.0993</w:t>
      </w:r>
      <w:r>
        <w:tab/>
        <w:t>3.038e0</w:t>
      </w:r>
    </w:p>
    <w:p w:rsidR="007B2329" w:rsidRDefault="007B2329" w:rsidP="007B2329">
      <w:r>
        <w:t>190.1022</w:t>
      </w:r>
      <w:r>
        <w:tab/>
        <w:t>3.038e0</w:t>
      </w:r>
    </w:p>
    <w:p w:rsidR="007B2329" w:rsidRDefault="007B2329" w:rsidP="007B2329">
      <w:r>
        <w:t>190.1113</w:t>
      </w:r>
      <w:r>
        <w:tab/>
        <w:t>5.063e0</w:t>
      </w:r>
    </w:p>
    <w:p w:rsidR="007B2329" w:rsidRDefault="007B2329" w:rsidP="007B2329">
      <w:r>
        <w:t>190.1156</w:t>
      </w:r>
      <w:r>
        <w:tab/>
        <w:t>2.025e0</w:t>
      </w:r>
    </w:p>
    <w:p w:rsidR="007B2329" w:rsidRDefault="007B2329" w:rsidP="007B2329">
      <w:r>
        <w:t>190.1230</w:t>
      </w:r>
      <w:r>
        <w:tab/>
        <w:t>2.025e0</w:t>
      </w:r>
    </w:p>
    <w:p w:rsidR="007B2329" w:rsidRDefault="007B2329" w:rsidP="007B2329">
      <w:r>
        <w:t>190.1322</w:t>
      </w:r>
      <w:r>
        <w:tab/>
        <w:t>4.063e0</w:t>
      </w:r>
    </w:p>
    <w:p w:rsidR="007B2329" w:rsidRDefault="007B2329" w:rsidP="007B2329">
      <w:r>
        <w:t>190.1378</w:t>
      </w:r>
      <w:r>
        <w:tab/>
        <w:t>1.013e0</w:t>
      </w:r>
    </w:p>
    <w:p w:rsidR="007B2329" w:rsidRDefault="007B2329" w:rsidP="007B2329">
      <w:r>
        <w:t>190.1709</w:t>
      </w:r>
      <w:r>
        <w:tab/>
        <w:t>1.013e0</w:t>
      </w:r>
    </w:p>
    <w:p w:rsidR="007B2329" w:rsidRDefault="007B2329" w:rsidP="007B2329">
      <w:r>
        <w:t>190.1930</w:t>
      </w:r>
      <w:r>
        <w:tab/>
        <w:t>1.013e0</w:t>
      </w:r>
    </w:p>
    <w:p w:rsidR="007B2329" w:rsidRDefault="007B2329" w:rsidP="007B2329">
      <w:r>
        <w:t>190.2040</w:t>
      </w:r>
      <w:r>
        <w:tab/>
        <w:t>2.025e0</w:t>
      </w:r>
    </w:p>
    <w:p w:rsidR="007B2329" w:rsidRDefault="007B2329" w:rsidP="007B2329">
      <w:r>
        <w:t>190.2090</w:t>
      </w:r>
      <w:r>
        <w:tab/>
        <w:t>3.038e0</w:t>
      </w:r>
    </w:p>
    <w:p w:rsidR="007B2329" w:rsidRDefault="007B2329" w:rsidP="007B2329">
      <w:r>
        <w:t>190.2298</w:t>
      </w:r>
      <w:r>
        <w:tab/>
        <w:t>1.013e0</w:t>
      </w:r>
    </w:p>
    <w:p w:rsidR="007B2329" w:rsidRDefault="007B2329" w:rsidP="007B2329">
      <w:r>
        <w:t>190.2334</w:t>
      </w:r>
      <w:r>
        <w:tab/>
        <w:t>1.013e0</w:t>
      </w:r>
    </w:p>
    <w:p w:rsidR="007B2329" w:rsidRDefault="007B2329" w:rsidP="007B2329">
      <w:r>
        <w:t>190.2390</w:t>
      </w:r>
      <w:r>
        <w:tab/>
        <w:t>1.025e0</w:t>
      </w:r>
    </w:p>
    <w:p w:rsidR="007B2329" w:rsidRDefault="007B2329" w:rsidP="007B2329">
      <w:r>
        <w:lastRenderedPageBreak/>
        <w:t>190.2482</w:t>
      </w:r>
      <w:r>
        <w:tab/>
        <w:t>1.013e0</w:t>
      </w:r>
    </w:p>
    <w:p w:rsidR="007B2329" w:rsidRDefault="007B2329" w:rsidP="007B2329">
      <w:r>
        <w:t>190.2629</w:t>
      </w:r>
      <w:r>
        <w:tab/>
        <w:t>1.013e0</w:t>
      </w:r>
    </w:p>
    <w:p w:rsidR="007B2329" w:rsidRDefault="007B2329" w:rsidP="007B2329">
      <w:r>
        <w:t>190.2665</w:t>
      </w:r>
      <w:r>
        <w:tab/>
        <w:t>1.013e0</w:t>
      </w:r>
    </w:p>
    <w:p w:rsidR="007B2329" w:rsidRDefault="007B2329" w:rsidP="007B2329">
      <w:r>
        <w:t>190.2702</w:t>
      </w:r>
      <w:r>
        <w:tab/>
        <w:t>1.013e0</w:t>
      </w:r>
    </w:p>
    <w:p w:rsidR="007B2329" w:rsidRDefault="007B2329" w:rsidP="007B2329">
      <w:r>
        <w:t>190.2812</w:t>
      </w:r>
      <w:r>
        <w:tab/>
        <w:t>1.013e0</w:t>
      </w:r>
    </w:p>
    <w:p w:rsidR="007B2329" w:rsidRDefault="007B2329" w:rsidP="007B2329">
      <w:r>
        <w:t>190.2879</w:t>
      </w:r>
      <w:r>
        <w:tab/>
        <w:t>4.051e0</w:t>
      </w:r>
    </w:p>
    <w:p w:rsidR="007B2329" w:rsidRDefault="007B2329" w:rsidP="007B2329">
      <w:r>
        <w:t>190.2957</w:t>
      </w:r>
      <w:r>
        <w:tab/>
        <w:t>2.025e0</w:t>
      </w:r>
    </w:p>
    <w:p w:rsidR="007B2329" w:rsidRDefault="007B2329" w:rsidP="007B2329">
      <w:r>
        <w:t>190.3031</w:t>
      </w:r>
      <w:r>
        <w:tab/>
        <w:t>1.013e0</w:t>
      </w:r>
    </w:p>
    <w:p w:rsidR="007B2329" w:rsidRDefault="007B2329" w:rsidP="007B2329">
      <w:r>
        <w:t>190.3190</w:t>
      </w:r>
      <w:r>
        <w:tab/>
        <w:t>3.038e0</w:t>
      </w:r>
    </w:p>
    <w:p w:rsidR="007B2329" w:rsidRDefault="007B2329" w:rsidP="007B2329">
      <w:r>
        <w:t>190.3294</w:t>
      </w:r>
      <w:r>
        <w:tab/>
        <w:t>4.051e0</w:t>
      </w:r>
    </w:p>
    <w:p w:rsidR="007B2329" w:rsidRDefault="007B2329" w:rsidP="007B2329">
      <w:r>
        <w:t>190.3323</w:t>
      </w:r>
      <w:r>
        <w:tab/>
        <w:t>2.025e0</w:t>
      </w:r>
    </w:p>
    <w:p w:rsidR="007B2329" w:rsidRDefault="007B2329" w:rsidP="007B2329">
      <w:r>
        <w:t>190.3524</w:t>
      </w:r>
      <w:r>
        <w:tab/>
        <w:t>2.025e0</w:t>
      </w:r>
    </w:p>
    <w:p w:rsidR="007B2329" w:rsidRDefault="007B2329" w:rsidP="007B2329">
      <w:r>
        <w:t>190.3542</w:t>
      </w:r>
      <w:r>
        <w:tab/>
        <w:t>1.013e0</w:t>
      </w:r>
    </w:p>
    <w:p w:rsidR="007B2329" w:rsidRDefault="007B2329" w:rsidP="007B2329">
      <w:r>
        <w:t>190.3652</w:t>
      </w:r>
      <w:r>
        <w:tab/>
        <w:t>2.025e0</w:t>
      </w:r>
    </w:p>
    <w:p w:rsidR="007B2329" w:rsidRDefault="007B2329" w:rsidP="007B2329">
      <w:r>
        <w:t>190.3689</w:t>
      </w:r>
      <w:r>
        <w:tab/>
        <w:t>2.025e0</w:t>
      </w:r>
    </w:p>
    <w:p w:rsidR="007B2329" w:rsidRDefault="007B2329" w:rsidP="007B2329">
      <w:r>
        <w:t>190.3725</w:t>
      </w:r>
      <w:r>
        <w:tab/>
        <w:t>1.013e0</w:t>
      </w:r>
    </w:p>
    <w:p w:rsidR="007B2329" w:rsidRDefault="007B2329" w:rsidP="007B2329">
      <w:r>
        <w:t>190.3908</w:t>
      </w:r>
      <w:r>
        <w:tab/>
        <w:t>3.038e0</w:t>
      </w:r>
    </w:p>
    <w:p w:rsidR="007B2329" w:rsidRDefault="007B2329" w:rsidP="007B2329">
      <w:r>
        <w:t>190.3964</w:t>
      </w:r>
      <w:r>
        <w:tab/>
        <w:t>2.025e0</w:t>
      </w:r>
    </w:p>
    <w:p w:rsidR="007B2329" w:rsidRDefault="007B2329" w:rsidP="007B2329">
      <w:r>
        <w:t>190.4165</w:t>
      </w:r>
      <w:r>
        <w:tab/>
        <w:t>1.025e0</w:t>
      </w:r>
    </w:p>
    <w:p w:rsidR="007B2329" w:rsidRDefault="007B2329" w:rsidP="007B2329">
      <w:r>
        <w:lastRenderedPageBreak/>
        <w:t>190.4384</w:t>
      </w:r>
      <w:r>
        <w:tab/>
        <w:t>1.013e0</w:t>
      </w:r>
    </w:p>
    <w:p w:rsidR="007B2329" w:rsidRDefault="007B2329" w:rsidP="007B2329">
      <w:r>
        <w:t>190.4457</w:t>
      </w:r>
      <w:r>
        <w:tab/>
        <w:t>1.013e0</w:t>
      </w:r>
    </w:p>
    <w:p w:rsidR="007B2329" w:rsidRDefault="007B2329" w:rsidP="007B2329">
      <w:r>
        <w:t>190.4531</w:t>
      </w:r>
      <w:r>
        <w:tab/>
        <w:t>1.013e0</w:t>
      </w:r>
    </w:p>
    <w:p w:rsidR="007B2329" w:rsidRDefault="007B2329" w:rsidP="007B2329">
      <w:r>
        <w:t>190.4604</w:t>
      </w:r>
      <w:r>
        <w:tab/>
        <w:t>2.025e0</w:t>
      </w:r>
    </w:p>
    <w:p w:rsidR="007B2329" w:rsidRDefault="007B2329" w:rsidP="007B2329">
      <w:r>
        <w:t>190.4860</w:t>
      </w:r>
      <w:r>
        <w:tab/>
        <w:t>2.025e0</w:t>
      </w:r>
    </w:p>
    <w:p w:rsidR="007B2329" w:rsidRDefault="007B2329" w:rsidP="007B2329">
      <w:r>
        <w:t>190.5007</w:t>
      </w:r>
      <w:r>
        <w:tab/>
        <w:t>1.013e0</w:t>
      </w:r>
    </w:p>
    <w:p w:rsidR="007B2329" w:rsidRDefault="007B2329" w:rsidP="007B2329">
      <w:r>
        <w:t>190.5190</w:t>
      </w:r>
      <w:r>
        <w:tab/>
        <w:t>3.038e0</w:t>
      </w:r>
    </w:p>
    <w:p w:rsidR="007B2329" w:rsidRDefault="007B2329" w:rsidP="007B2329">
      <w:r>
        <w:t>190.5263</w:t>
      </w:r>
      <w:r>
        <w:tab/>
        <w:t>2.025e0</w:t>
      </w:r>
    </w:p>
    <w:p w:rsidR="007B2329" w:rsidRDefault="007B2329" w:rsidP="007B2329">
      <w:r>
        <w:t>190.5299</w:t>
      </w:r>
      <w:r>
        <w:tab/>
        <w:t>1.013e0</w:t>
      </w:r>
    </w:p>
    <w:p w:rsidR="007B2329" w:rsidRDefault="007B2329" w:rsidP="007B2329">
      <w:r>
        <w:t>190.5336</w:t>
      </w:r>
      <w:r>
        <w:tab/>
        <w:t>3.038e0</w:t>
      </w:r>
    </w:p>
    <w:p w:rsidR="007B2329" w:rsidRDefault="007B2329" w:rsidP="007B2329">
      <w:r>
        <w:t>190.5428</w:t>
      </w:r>
      <w:r>
        <w:tab/>
        <w:t>4.051e0</w:t>
      </w:r>
    </w:p>
    <w:p w:rsidR="007B2329" w:rsidRDefault="007B2329" w:rsidP="007B2329">
      <w:r>
        <w:t>190.5499</w:t>
      </w:r>
      <w:r>
        <w:tab/>
        <w:t>3.038e0</w:t>
      </w:r>
    </w:p>
    <w:p w:rsidR="007B2329" w:rsidRDefault="007B2329" w:rsidP="007B2329">
      <w:r>
        <w:t>190.5548</w:t>
      </w:r>
      <w:r>
        <w:tab/>
        <w:t>7.089e0</w:t>
      </w:r>
    </w:p>
    <w:p w:rsidR="007B2329" w:rsidRDefault="007B2329" w:rsidP="007B2329">
      <w:r>
        <w:t>190.5610</w:t>
      </w:r>
      <w:r>
        <w:tab/>
        <w:t>8.101e0</w:t>
      </w:r>
    </w:p>
    <w:p w:rsidR="007B2329" w:rsidRDefault="007B2329" w:rsidP="007B2329">
      <w:r>
        <w:t>190.5648</w:t>
      </w:r>
      <w:r>
        <w:tab/>
        <w:t>2.025e0</w:t>
      </w:r>
    </w:p>
    <w:p w:rsidR="007B2329" w:rsidRDefault="007B2329" w:rsidP="007B2329">
      <w:r>
        <w:t>190.5776</w:t>
      </w:r>
      <w:r>
        <w:tab/>
        <w:t>1.013e0</w:t>
      </w:r>
    </w:p>
    <w:p w:rsidR="007B2329" w:rsidRDefault="007B2329" w:rsidP="007B2329">
      <w:r>
        <w:t>190.5867</w:t>
      </w:r>
      <w:r>
        <w:tab/>
        <w:t>2.025e0</w:t>
      </w:r>
    </w:p>
    <w:p w:rsidR="007B2329" w:rsidRDefault="007B2329" w:rsidP="007B2329">
      <w:r>
        <w:t>190.5922</w:t>
      </w:r>
      <w:r>
        <w:tab/>
        <w:t>1.013e0</w:t>
      </w:r>
    </w:p>
    <w:p w:rsidR="007B2329" w:rsidRDefault="007B2329" w:rsidP="007B2329">
      <w:r>
        <w:t>190.5995</w:t>
      </w:r>
      <w:r>
        <w:tab/>
        <w:t>1.013e0</w:t>
      </w:r>
    </w:p>
    <w:p w:rsidR="007B2329" w:rsidRDefault="007B2329" w:rsidP="007B2329">
      <w:r>
        <w:lastRenderedPageBreak/>
        <w:t>190.6142</w:t>
      </w:r>
      <w:r>
        <w:tab/>
        <w:t>1.013e0</w:t>
      </w:r>
    </w:p>
    <w:p w:rsidR="007B2329" w:rsidRDefault="007B2329" w:rsidP="007B2329">
      <w:r>
        <w:t>190.6398</w:t>
      </w:r>
      <w:r>
        <w:tab/>
        <w:t>2.025e0</w:t>
      </w:r>
    </w:p>
    <w:p w:rsidR="007B2329" w:rsidRDefault="007B2329" w:rsidP="007B2329">
      <w:r>
        <w:t>190.6635</w:t>
      </w:r>
      <w:r>
        <w:tab/>
        <w:t>2.025e0</w:t>
      </w:r>
    </w:p>
    <w:p w:rsidR="007B2329" w:rsidRDefault="007B2329" w:rsidP="007B2329">
      <w:r>
        <w:t>190.6691</w:t>
      </w:r>
      <w:r>
        <w:tab/>
        <w:t>1.013e0</w:t>
      </w:r>
    </w:p>
    <w:p w:rsidR="007B2329" w:rsidRDefault="007B2329" w:rsidP="007B2329">
      <w:r>
        <w:t>190.6801</w:t>
      </w:r>
      <w:r>
        <w:tab/>
        <w:t>2.025e0</w:t>
      </w:r>
    </w:p>
    <w:p w:rsidR="007B2329" w:rsidRDefault="007B2329" w:rsidP="007B2329">
      <w:r>
        <w:t>190.6855</w:t>
      </w:r>
      <w:r>
        <w:tab/>
        <w:t>2.025e0</w:t>
      </w:r>
    </w:p>
    <w:p w:rsidR="007B2329" w:rsidRDefault="007B2329" w:rsidP="007B2329">
      <w:r>
        <w:t>190.6955</w:t>
      </w:r>
      <w:r>
        <w:tab/>
        <w:t>5.063e0</w:t>
      </w:r>
    </w:p>
    <w:p w:rsidR="007B2329" w:rsidRDefault="007B2329" w:rsidP="007B2329">
      <w:r>
        <w:t>190.6984</w:t>
      </w:r>
      <w:r>
        <w:tab/>
        <w:t>1.013e0</w:t>
      </w:r>
    </w:p>
    <w:p w:rsidR="007B2329" w:rsidRDefault="007B2329" w:rsidP="007B2329">
      <w:r>
        <w:t>190.7203</w:t>
      </w:r>
      <w:r>
        <w:tab/>
        <w:t>2.025e0</w:t>
      </w:r>
    </w:p>
    <w:p w:rsidR="007B2329" w:rsidRDefault="007B2329" w:rsidP="007B2329">
      <w:r>
        <w:t>190.7276</w:t>
      </w:r>
      <w:r>
        <w:tab/>
        <w:t>1.013e0</w:t>
      </w:r>
    </w:p>
    <w:p w:rsidR="007B2329" w:rsidRDefault="007B2329" w:rsidP="007B2329">
      <w:r>
        <w:t>190.7313</w:t>
      </w:r>
      <w:r>
        <w:tab/>
        <w:t>1.013e0</w:t>
      </w:r>
    </w:p>
    <w:p w:rsidR="007B2329" w:rsidRDefault="007B2329" w:rsidP="007B2329">
      <w:r>
        <w:t>190.7459</w:t>
      </w:r>
      <w:r>
        <w:tab/>
        <w:t>1.013e0</w:t>
      </w:r>
    </w:p>
    <w:p w:rsidR="007B2329" w:rsidRDefault="007B2329" w:rsidP="007B2329">
      <w:r>
        <w:t>190.7497</w:t>
      </w:r>
      <w:r>
        <w:tab/>
        <w:t>2.025e0</w:t>
      </w:r>
    </w:p>
    <w:p w:rsidR="007B2329" w:rsidRDefault="007B2329" w:rsidP="007B2329">
      <w:r>
        <w:t>190.7571</w:t>
      </w:r>
      <w:r>
        <w:tab/>
        <w:t>2.025e0</w:t>
      </w:r>
    </w:p>
    <w:p w:rsidR="007B2329" w:rsidRDefault="007B2329" w:rsidP="007B2329">
      <w:r>
        <w:t>190.7754</w:t>
      </w:r>
      <w:r>
        <w:tab/>
        <w:t>2.025e0</w:t>
      </w:r>
    </w:p>
    <w:p w:rsidR="007B2329" w:rsidRDefault="007B2329" w:rsidP="007B2329">
      <w:r>
        <w:t>190.7865</w:t>
      </w:r>
      <w:r>
        <w:tab/>
        <w:t>1.013e0</w:t>
      </w:r>
    </w:p>
    <w:p w:rsidR="007B2329" w:rsidRDefault="007B2329" w:rsidP="007B2329">
      <w:r>
        <w:t>190.7956</w:t>
      </w:r>
      <w:r>
        <w:tab/>
        <w:t>1.038e0</w:t>
      </w:r>
    </w:p>
    <w:p w:rsidR="007B2329" w:rsidRDefault="007B2329" w:rsidP="007B2329">
      <w:r>
        <w:t>190.8086</w:t>
      </w:r>
      <w:r>
        <w:tab/>
        <w:t>1.013e0</w:t>
      </w:r>
    </w:p>
    <w:p w:rsidR="007B2329" w:rsidRDefault="007B2329" w:rsidP="007B2329">
      <w:r>
        <w:t>190.8123</w:t>
      </w:r>
      <w:r>
        <w:tab/>
        <w:t>1.013e0</w:t>
      </w:r>
    </w:p>
    <w:p w:rsidR="007B2329" w:rsidRDefault="007B2329" w:rsidP="007B2329">
      <w:r>
        <w:lastRenderedPageBreak/>
        <w:t>190.8419</w:t>
      </w:r>
      <w:r>
        <w:tab/>
        <w:t>2.025e0</w:t>
      </w:r>
    </w:p>
    <w:p w:rsidR="007B2329" w:rsidRDefault="007B2329" w:rsidP="007B2329">
      <w:r>
        <w:t>190.8603</w:t>
      </w:r>
      <w:r>
        <w:tab/>
        <w:t>1.013e0</w:t>
      </w:r>
    </w:p>
    <w:p w:rsidR="007B2329" w:rsidRDefault="007B2329" w:rsidP="007B2329">
      <w:r>
        <w:t>190.8640</w:t>
      </w:r>
      <w:r>
        <w:tab/>
        <w:t>2.025e0</w:t>
      </w:r>
    </w:p>
    <w:p w:rsidR="007B2329" w:rsidRDefault="007B2329" w:rsidP="007B2329">
      <w:r>
        <w:t>190.8862</w:t>
      </w:r>
      <w:r>
        <w:tab/>
        <w:t>1.013e0</w:t>
      </w:r>
    </w:p>
    <w:p w:rsidR="007B2329" w:rsidRDefault="007B2329" w:rsidP="007B2329">
      <w:r>
        <w:t>190.9047</w:t>
      </w:r>
      <w:r>
        <w:tab/>
        <w:t>1.013e0</w:t>
      </w:r>
    </w:p>
    <w:p w:rsidR="007B2329" w:rsidRDefault="007B2329" w:rsidP="007B2329">
      <w:r>
        <w:t>190.9194</w:t>
      </w:r>
      <w:r>
        <w:tab/>
        <w:t>3.038e0</w:t>
      </w:r>
    </w:p>
    <w:p w:rsidR="007B2329" w:rsidRDefault="007B2329" w:rsidP="007B2329">
      <w:r>
        <w:t>190.9268</w:t>
      </w:r>
      <w:r>
        <w:tab/>
        <w:t>1.013e0</w:t>
      </w:r>
    </w:p>
    <w:p w:rsidR="007B2329" w:rsidRDefault="007B2329" w:rsidP="007B2329">
      <w:r>
        <w:t>190.9305</w:t>
      </w:r>
      <w:r>
        <w:tab/>
        <w:t>1.013e0</w:t>
      </w:r>
    </w:p>
    <w:p w:rsidR="007B2329" w:rsidRDefault="007B2329" w:rsidP="007B2329">
      <w:r>
        <w:t>190.9379</w:t>
      </w:r>
      <w:r>
        <w:tab/>
        <w:t>1.013e0</w:t>
      </w:r>
    </w:p>
    <w:p w:rsidR="007B2329" w:rsidRDefault="007B2329" w:rsidP="007B2329">
      <w:r>
        <w:t>190.9416</w:t>
      </w:r>
      <w:r>
        <w:tab/>
        <w:t>1.013e0</w:t>
      </w:r>
    </w:p>
    <w:p w:rsidR="007B2329" w:rsidRDefault="007B2329" w:rsidP="007B2329">
      <w:r>
        <w:t>190.9637</w:t>
      </w:r>
      <w:r>
        <w:tab/>
        <w:t>1.013e0</w:t>
      </w:r>
    </w:p>
    <w:p w:rsidR="007B2329" w:rsidRDefault="007B2329" w:rsidP="007B2329">
      <w:r>
        <w:t>190.9711</w:t>
      </w:r>
      <w:r>
        <w:tab/>
        <w:t>1.013e0</w:t>
      </w:r>
    </w:p>
    <w:p w:rsidR="007B2329" w:rsidRDefault="007B2329" w:rsidP="007B2329">
      <w:r>
        <w:t>190.9781</w:t>
      </w:r>
      <w:r>
        <w:tab/>
        <w:t>3.038e0</w:t>
      </w:r>
    </w:p>
    <w:p w:rsidR="007B2329" w:rsidRDefault="007B2329" w:rsidP="007B2329">
      <w:r>
        <w:t>190.9838</w:t>
      </w:r>
      <w:r>
        <w:tab/>
        <w:t>2.025e0</w:t>
      </w:r>
    </w:p>
    <w:p w:rsidR="007B2329" w:rsidRDefault="007B2329" w:rsidP="007B2329">
      <w:r>
        <w:t>190.9906</w:t>
      </w:r>
      <w:r>
        <w:tab/>
        <w:t>4.051e0</w:t>
      </w:r>
    </w:p>
    <w:p w:rsidR="007B2329" w:rsidRDefault="007B2329" w:rsidP="007B2329">
      <w:r>
        <w:t>190.9930</w:t>
      </w:r>
      <w:r>
        <w:tab/>
        <w:t>1.013e0</w:t>
      </w:r>
    </w:p>
    <w:p w:rsidR="007B2329" w:rsidRDefault="007B2329" w:rsidP="007B2329">
      <w:r>
        <w:t>191.0131</w:t>
      </w:r>
      <w:r>
        <w:tab/>
        <w:t>2.025e0</w:t>
      </w:r>
    </w:p>
    <w:p w:rsidR="007B2329" w:rsidRDefault="007B2329" w:rsidP="007B2329">
      <w:r>
        <w:t>191.0223</w:t>
      </w:r>
      <w:r>
        <w:tab/>
        <w:t>3.038e0</w:t>
      </w:r>
    </w:p>
    <w:p w:rsidR="007B2329" w:rsidRDefault="007B2329" w:rsidP="007B2329">
      <w:r>
        <w:t>191.0276</w:t>
      </w:r>
      <w:r>
        <w:tab/>
        <w:t>3.038e0</w:t>
      </w:r>
    </w:p>
    <w:p w:rsidR="007B2329" w:rsidRDefault="007B2329" w:rsidP="007B2329">
      <w:r>
        <w:lastRenderedPageBreak/>
        <w:t>191.0296</w:t>
      </w:r>
      <w:r>
        <w:tab/>
        <w:t>1.013e0</w:t>
      </w:r>
    </w:p>
    <w:p w:rsidR="007B2329" w:rsidRDefault="007B2329" w:rsidP="007B2329">
      <w:r>
        <w:t>191.0369</w:t>
      </w:r>
      <w:r>
        <w:tab/>
        <w:t>4.051e0</w:t>
      </w:r>
    </w:p>
    <w:p w:rsidR="007B2329" w:rsidRDefault="007B2329" w:rsidP="007B2329">
      <w:r>
        <w:t>191.0394</w:t>
      </w:r>
      <w:r>
        <w:tab/>
        <w:t>3.038e0</w:t>
      </w:r>
    </w:p>
    <w:p w:rsidR="007B2329" w:rsidRDefault="007B2329" w:rsidP="007B2329">
      <w:r>
        <w:t>191.0552</w:t>
      </w:r>
      <w:r>
        <w:tab/>
        <w:t>1.013e0</w:t>
      </w:r>
    </w:p>
    <w:p w:rsidR="007B2329" w:rsidRDefault="007B2329" w:rsidP="007B2329">
      <w:r>
        <w:t>191.0626</w:t>
      </w:r>
      <w:r>
        <w:tab/>
        <w:t>1.013e0</w:t>
      </w:r>
    </w:p>
    <w:p w:rsidR="007B2329" w:rsidRDefault="007B2329" w:rsidP="007B2329">
      <w:r>
        <w:t>191.0674</w:t>
      </w:r>
      <w:r>
        <w:tab/>
        <w:t>3.038e0</w:t>
      </w:r>
    </w:p>
    <w:p w:rsidR="007B2329" w:rsidRDefault="007B2329" w:rsidP="007B2329">
      <w:r>
        <w:t>191.0698</w:t>
      </w:r>
      <w:r>
        <w:tab/>
        <w:t>1.013e0</w:t>
      </w:r>
    </w:p>
    <w:p w:rsidR="007B2329" w:rsidRDefault="007B2329" w:rsidP="007B2329">
      <w:r>
        <w:t>191.0808</w:t>
      </w:r>
      <w:r>
        <w:tab/>
        <w:t>1.013e0</w:t>
      </w:r>
    </w:p>
    <w:p w:rsidR="007B2329" w:rsidRDefault="007B2329" w:rsidP="007B2329">
      <w:r>
        <w:t>191.0839</w:t>
      </w:r>
      <w:r>
        <w:tab/>
        <w:t>4.076e0</w:t>
      </w:r>
    </w:p>
    <w:p w:rsidR="007B2329" w:rsidRDefault="007B2329" w:rsidP="007B2329">
      <w:r>
        <w:t>191.0892</w:t>
      </w:r>
      <w:r>
        <w:tab/>
        <w:t>3.038e0</w:t>
      </w:r>
    </w:p>
    <w:p w:rsidR="007B2329" w:rsidRDefault="007B2329" w:rsidP="007B2329">
      <w:r>
        <w:t>191.0904</w:t>
      </w:r>
      <w:r>
        <w:tab/>
        <w:t>6.076e0</w:t>
      </w:r>
    </w:p>
    <w:p w:rsidR="007B2329" w:rsidRDefault="007B2329" w:rsidP="007B2329">
      <w:r>
        <w:t>191.0974</w:t>
      </w:r>
      <w:r>
        <w:tab/>
        <w:t>2.025e0</w:t>
      </w:r>
    </w:p>
    <w:p w:rsidR="007B2329" w:rsidRDefault="007B2329" w:rsidP="007B2329">
      <w:r>
        <w:t>191.1078</w:t>
      </w:r>
      <w:r>
        <w:tab/>
        <w:t>5.063e0</w:t>
      </w:r>
    </w:p>
    <w:p w:rsidR="007B2329" w:rsidRDefault="007B2329" w:rsidP="007B2329">
      <w:r>
        <w:t>191.1175</w:t>
      </w:r>
      <w:r>
        <w:tab/>
        <w:t>1.013e0</w:t>
      </w:r>
    </w:p>
    <w:p w:rsidR="007B2329" w:rsidRDefault="007B2329" w:rsidP="007B2329">
      <w:r>
        <w:t>191.1249</w:t>
      </w:r>
      <w:r>
        <w:tab/>
        <w:t>5.063e0</w:t>
      </w:r>
    </w:p>
    <w:p w:rsidR="007B2329" w:rsidRDefault="007B2329" w:rsidP="007B2329">
      <w:r>
        <w:t>191.1347</w:t>
      </w:r>
      <w:r>
        <w:tab/>
        <w:t>5.063e0</w:t>
      </w:r>
    </w:p>
    <w:p w:rsidR="007B2329" w:rsidRDefault="007B2329" w:rsidP="007B2329">
      <w:r>
        <w:t>191.1395</w:t>
      </w:r>
      <w:r>
        <w:tab/>
        <w:t>1.013e0</w:t>
      </w:r>
    </w:p>
    <w:p w:rsidR="007B2329" w:rsidRDefault="007B2329" w:rsidP="007B2329">
      <w:r>
        <w:t>191.1413</w:t>
      </w:r>
      <w:r>
        <w:tab/>
        <w:t>2.025e0</w:t>
      </w:r>
    </w:p>
    <w:p w:rsidR="007B2329" w:rsidRDefault="007B2329" w:rsidP="007B2329">
      <w:r>
        <w:t>191.1488</w:t>
      </w:r>
      <w:r>
        <w:tab/>
        <w:t>2.025e0</w:t>
      </w:r>
    </w:p>
    <w:p w:rsidR="007B2329" w:rsidRDefault="007B2329" w:rsidP="007B2329">
      <w:r>
        <w:lastRenderedPageBreak/>
        <w:t>191.1560</w:t>
      </w:r>
      <w:r>
        <w:tab/>
        <w:t>2.025e0</w:t>
      </w:r>
    </w:p>
    <w:p w:rsidR="007B2329" w:rsidRDefault="007B2329" w:rsidP="007B2329">
      <w:r>
        <w:t>191.1621</w:t>
      </w:r>
      <w:r>
        <w:tab/>
        <w:t>1.051e0</w:t>
      </w:r>
    </w:p>
    <w:p w:rsidR="007B2329" w:rsidRDefault="007B2329" w:rsidP="007B2329">
      <w:r>
        <w:t>191.1655</w:t>
      </w:r>
      <w:r>
        <w:tab/>
        <w:t>3.798e-2</w:t>
      </w:r>
    </w:p>
    <w:p w:rsidR="007B2329" w:rsidRDefault="007B2329" w:rsidP="007B2329">
      <w:r>
        <w:t>191.1689</w:t>
      </w:r>
      <w:r>
        <w:tab/>
        <w:t>1.013e0</w:t>
      </w:r>
    </w:p>
    <w:p w:rsidR="007B2329" w:rsidRDefault="007B2329" w:rsidP="007B2329">
      <w:r>
        <w:t>191.1704</w:t>
      </w:r>
      <w:r>
        <w:tab/>
        <w:t>1.539e0</w:t>
      </w:r>
    </w:p>
    <w:p w:rsidR="007B2329" w:rsidRDefault="007B2329" w:rsidP="007B2329">
      <w:r>
        <w:t>191.1725</w:t>
      </w:r>
      <w:r>
        <w:tab/>
        <w:t>1.013e0</w:t>
      </w:r>
    </w:p>
    <w:p w:rsidR="007B2329" w:rsidRDefault="007B2329" w:rsidP="007B2329">
      <w:r>
        <w:t>191.1799</w:t>
      </w:r>
      <w:r>
        <w:tab/>
        <w:t>2.025e0</w:t>
      </w:r>
    </w:p>
    <w:p w:rsidR="007B2329" w:rsidRDefault="007B2329" w:rsidP="007B2329">
      <w:r>
        <w:t>191.1945</w:t>
      </w:r>
      <w:r>
        <w:tab/>
        <w:t>1.013e0</w:t>
      </w:r>
    </w:p>
    <w:p w:rsidR="007B2329" w:rsidRDefault="007B2329" w:rsidP="007B2329">
      <w:r>
        <w:t>191.2000</w:t>
      </w:r>
      <w:r>
        <w:tab/>
        <w:t>1.025e0</w:t>
      </w:r>
    </w:p>
    <w:p w:rsidR="007B2329" w:rsidRDefault="007B2329" w:rsidP="007B2329">
      <w:r>
        <w:t>191.2092</w:t>
      </w:r>
      <w:r>
        <w:tab/>
        <w:t>1.013e0</w:t>
      </w:r>
    </w:p>
    <w:p w:rsidR="007B2329" w:rsidRDefault="007B2329" w:rsidP="007B2329">
      <w:r>
        <w:t>191.2128</w:t>
      </w:r>
      <w:r>
        <w:tab/>
        <w:t>1.013e0</w:t>
      </w:r>
    </w:p>
    <w:p w:rsidR="007B2329" w:rsidRDefault="007B2329" w:rsidP="007B2329">
      <w:r>
        <w:t>191.2165</w:t>
      </w:r>
      <w:r>
        <w:tab/>
        <w:t>1.013e0</w:t>
      </w:r>
    </w:p>
    <w:p w:rsidR="007B2329" w:rsidRDefault="007B2329" w:rsidP="007B2329">
      <w:r>
        <w:t>191.2238</w:t>
      </w:r>
      <w:r>
        <w:tab/>
        <w:t>1.013e0</w:t>
      </w:r>
    </w:p>
    <w:p w:rsidR="007B2329" w:rsidRDefault="007B2329" w:rsidP="007B2329">
      <w:r>
        <w:t>191.2275</w:t>
      </w:r>
      <w:r>
        <w:tab/>
        <w:t>2.025e0</w:t>
      </w:r>
    </w:p>
    <w:p w:rsidR="007B2329" w:rsidRDefault="007B2329" w:rsidP="007B2329">
      <w:r>
        <w:t>191.2312</w:t>
      </w:r>
      <w:r>
        <w:tab/>
        <w:t>1.013e0</w:t>
      </w:r>
    </w:p>
    <w:p w:rsidR="007B2329" w:rsidRDefault="007B2329" w:rsidP="007B2329">
      <w:r>
        <w:t>191.2422</w:t>
      </w:r>
      <w:r>
        <w:tab/>
        <w:t>2.025e0</w:t>
      </w:r>
    </w:p>
    <w:p w:rsidR="007B2329" w:rsidRDefault="007B2329" w:rsidP="007B2329">
      <w:r>
        <w:t>191.2458</w:t>
      </w:r>
      <w:r>
        <w:tab/>
        <w:t>1.013e0</w:t>
      </w:r>
    </w:p>
    <w:p w:rsidR="007B2329" w:rsidRDefault="007B2329" w:rsidP="007B2329">
      <w:r>
        <w:t>191.2751</w:t>
      </w:r>
      <w:r>
        <w:tab/>
        <w:t>1.013e0</w:t>
      </w:r>
    </w:p>
    <w:p w:rsidR="007B2329" w:rsidRDefault="007B2329" w:rsidP="007B2329">
      <w:r>
        <w:t>191.2825</w:t>
      </w:r>
      <w:r>
        <w:tab/>
        <w:t>1.013e0</w:t>
      </w:r>
    </w:p>
    <w:p w:rsidR="007B2329" w:rsidRDefault="007B2329" w:rsidP="007B2329">
      <w:r>
        <w:lastRenderedPageBreak/>
        <w:t>191.3009</w:t>
      </w:r>
      <w:r>
        <w:tab/>
        <w:t>1.013e0</w:t>
      </w:r>
    </w:p>
    <w:p w:rsidR="007B2329" w:rsidRDefault="007B2329" w:rsidP="007B2329">
      <w:r>
        <w:t>191.3044</w:t>
      </w:r>
      <w:r>
        <w:tab/>
        <w:t>2.025e0</w:t>
      </w:r>
    </w:p>
    <w:p w:rsidR="007B2329" w:rsidRDefault="007B2329" w:rsidP="007B2329">
      <w:r>
        <w:t>191.3154</w:t>
      </w:r>
      <w:r>
        <w:tab/>
        <w:t>2.025e0</w:t>
      </w:r>
    </w:p>
    <w:p w:rsidR="007B2329" w:rsidRDefault="007B2329" w:rsidP="007B2329">
      <w:r>
        <w:t>191.3374</w:t>
      </w:r>
      <w:r>
        <w:tab/>
        <w:t>1.013e0</w:t>
      </w:r>
    </w:p>
    <w:p w:rsidR="007B2329" w:rsidRDefault="007B2329" w:rsidP="007B2329">
      <w:r>
        <w:t>191.3410</w:t>
      </w:r>
      <w:r>
        <w:tab/>
        <w:t>3.038e0</w:t>
      </w:r>
    </w:p>
    <w:p w:rsidR="007B2329" w:rsidRDefault="007B2329" w:rsidP="007B2329">
      <w:r>
        <w:t>191.3430</w:t>
      </w:r>
      <w:r>
        <w:tab/>
        <w:t>2.025e0</w:t>
      </w:r>
    </w:p>
    <w:p w:rsidR="007B2329" w:rsidRDefault="007B2329" w:rsidP="007B2329">
      <w:r>
        <w:t>191.3594</w:t>
      </w:r>
      <w:r>
        <w:tab/>
        <w:t>1.013e0</w:t>
      </w:r>
    </w:p>
    <w:p w:rsidR="007B2329" w:rsidRDefault="007B2329" w:rsidP="007B2329">
      <w:r>
        <w:t>191.3668</w:t>
      </w:r>
      <w:r>
        <w:tab/>
        <w:t>1.013e0</w:t>
      </w:r>
    </w:p>
    <w:p w:rsidR="007B2329" w:rsidRDefault="007B2329" w:rsidP="007B2329">
      <w:r>
        <w:t>191.3836</w:t>
      </w:r>
      <w:r>
        <w:tab/>
        <w:t>2.025e0</w:t>
      </w:r>
    </w:p>
    <w:p w:rsidR="007B2329" w:rsidRDefault="007B2329" w:rsidP="007B2329">
      <w:r>
        <w:t>191.3854</w:t>
      </w:r>
      <w:r>
        <w:tab/>
        <w:t>1.025e0</w:t>
      </w:r>
    </w:p>
    <w:p w:rsidR="007B2329" w:rsidRDefault="007B2329" w:rsidP="007B2329">
      <w:r>
        <w:t>191.4003</w:t>
      </w:r>
      <w:r>
        <w:tab/>
        <w:t>2.025e0</w:t>
      </w:r>
    </w:p>
    <w:p w:rsidR="007B2329" w:rsidRDefault="007B2329" w:rsidP="007B2329">
      <w:r>
        <w:t>191.4038</w:t>
      </w:r>
      <w:r>
        <w:tab/>
        <w:t>1.013e0</w:t>
      </w:r>
    </w:p>
    <w:p w:rsidR="007B2329" w:rsidRDefault="007B2329" w:rsidP="007B2329">
      <w:r>
        <w:t>191.4149</w:t>
      </w:r>
      <w:r>
        <w:tab/>
        <w:t>1.013e0</w:t>
      </w:r>
    </w:p>
    <w:p w:rsidR="007B2329" w:rsidRDefault="007B2329" w:rsidP="007B2329">
      <w:r>
        <w:t>191.4260</w:t>
      </w:r>
      <w:r>
        <w:tab/>
        <w:t>1.013e0</w:t>
      </w:r>
    </w:p>
    <w:p w:rsidR="007B2329" w:rsidRDefault="007B2329" w:rsidP="007B2329">
      <w:r>
        <w:t>191.4297</w:t>
      </w:r>
      <w:r>
        <w:tab/>
        <w:t>1.013e0</w:t>
      </w:r>
    </w:p>
    <w:p w:rsidR="007B2329" w:rsidRDefault="007B2329" w:rsidP="007B2329">
      <w:r>
        <w:t>191.4409</w:t>
      </w:r>
      <w:r>
        <w:tab/>
        <w:t>1.013e0</w:t>
      </w:r>
    </w:p>
    <w:p w:rsidR="007B2329" w:rsidRDefault="007B2329" w:rsidP="007B2329">
      <w:r>
        <w:t>191.4483</w:t>
      </w:r>
      <w:r>
        <w:tab/>
        <w:t>1.013e0</w:t>
      </w:r>
    </w:p>
    <w:p w:rsidR="007B2329" w:rsidRDefault="007B2329" w:rsidP="007B2329">
      <w:r>
        <w:t>191.4501</w:t>
      </w:r>
      <w:r>
        <w:tab/>
        <w:t>2.532e-2</w:t>
      </w:r>
    </w:p>
    <w:p w:rsidR="007B2329" w:rsidRDefault="007B2329" w:rsidP="007B2329">
      <w:r>
        <w:t>191.4555</w:t>
      </w:r>
      <w:r>
        <w:tab/>
        <w:t>2.025e0</w:t>
      </w:r>
    </w:p>
    <w:p w:rsidR="007B2329" w:rsidRDefault="007B2329" w:rsidP="007B2329">
      <w:r>
        <w:lastRenderedPageBreak/>
        <w:t>191.4693</w:t>
      </w:r>
      <w:r>
        <w:tab/>
        <w:t>4.051e0</w:t>
      </w:r>
    </w:p>
    <w:p w:rsidR="007B2329" w:rsidRDefault="007B2329" w:rsidP="007B2329">
      <w:r>
        <w:t>191.4852</w:t>
      </w:r>
      <w:r>
        <w:tab/>
        <w:t>1.013e0</w:t>
      </w:r>
    </w:p>
    <w:p w:rsidR="007B2329" w:rsidRDefault="007B2329" w:rsidP="007B2329">
      <w:r>
        <w:t>191.4890</w:t>
      </w:r>
      <w:r>
        <w:tab/>
        <w:t>1.266e-2</w:t>
      </w:r>
    </w:p>
    <w:p w:rsidR="007B2329" w:rsidRDefault="007B2329" w:rsidP="007B2329">
      <w:r>
        <w:t>191.4964</w:t>
      </w:r>
      <w:r>
        <w:tab/>
        <w:t>1.013e0</w:t>
      </w:r>
    </w:p>
    <w:p w:rsidR="007B2329" w:rsidRDefault="007B2329" w:rsidP="007B2329">
      <w:r>
        <w:t>191.5002</w:t>
      </w:r>
      <w:r>
        <w:tab/>
        <w:t>1.013e0</w:t>
      </w:r>
    </w:p>
    <w:p w:rsidR="007B2329" w:rsidRDefault="007B2329" w:rsidP="007B2329">
      <w:r>
        <w:t>191.5038</w:t>
      </w:r>
      <w:r>
        <w:tab/>
        <w:t>1.013e0</w:t>
      </w:r>
    </w:p>
    <w:p w:rsidR="007B2329" w:rsidRDefault="007B2329" w:rsidP="007B2329">
      <w:r>
        <w:t>191.5075</w:t>
      </w:r>
      <w:r>
        <w:tab/>
        <w:t>1.013e0</w:t>
      </w:r>
    </w:p>
    <w:p w:rsidR="007B2329" w:rsidRDefault="007B2329" w:rsidP="007B2329">
      <w:r>
        <w:t>191.5099</w:t>
      </w:r>
      <w:r>
        <w:tab/>
        <w:t>3.038e0</w:t>
      </w:r>
    </w:p>
    <w:p w:rsidR="007B2329" w:rsidRDefault="007B2329" w:rsidP="007B2329">
      <w:r>
        <w:t>191.5334</w:t>
      </w:r>
      <w:r>
        <w:tab/>
        <w:t>1.013e0</w:t>
      </w:r>
    </w:p>
    <w:p w:rsidR="007B2329" w:rsidRDefault="007B2329" w:rsidP="007B2329">
      <w:r>
        <w:t>191.5414</w:t>
      </w:r>
      <w:r>
        <w:tab/>
        <w:t>4.051e0</w:t>
      </w:r>
    </w:p>
    <w:p w:rsidR="007B2329" w:rsidRDefault="007B2329" w:rsidP="007B2329">
      <w:r>
        <w:t>191.5554</w:t>
      </w:r>
      <w:r>
        <w:tab/>
        <w:t>1.013e0</w:t>
      </w:r>
    </w:p>
    <w:p w:rsidR="007B2329" w:rsidRDefault="007B2329" w:rsidP="007B2329">
      <w:r>
        <w:t>191.5682</w:t>
      </w:r>
      <w:r>
        <w:tab/>
        <w:t>2.025e0</w:t>
      </w:r>
    </w:p>
    <w:p w:rsidR="007B2329" w:rsidRDefault="007B2329" w:rsidP="007B2329">
      <w:r>
        <w:t>191.5719</w:t>
      </w:r>
      <w:r>
        <w:tab/>
        <w:t>1.025e0</w:t>
      </w:r>
    </w:p>
    <w:p w:rsidR="007B2329" w:rsidRDefault="007B2329" w:rsidP="007B2329">
      <w:r>
        <w:t>191.5738</w:t>
      </w:r>
      <w:r>
        <w:tab/>
        <w:t>1.013e0</w:t>
      </w:r>
    </w:p>
    <w:p w:rsidR="007B2329" w:rsidRDefault="007B2329" w:rsidP="007B2329">
      <w:r>
        <w:t>191.5774</w:t>
      </w:r>
      <w:r>
        <w:tab/>
        <w:t>2.025e0</w:t>
      </w:r>
    </w:p>
    <w:p w:rsidR="007B2329" w:rsidRDefault="007B2329" w:rsidP="007B2329">
      <w:r>
        <w:t>191.5811</w:t>
      </w:r>
      <w:r>
        <w:tab/>
        <w:t>1.013e0</w:t>
      </w:r>
    </w:p>
    <w:p w:rsidR="007B2329" w:rsidRDefault="007B2329" w:rsidP="007B2329">
      <w:r>
        <w:t>191.5884</w:t>
      </w:r>
      <w:r>
        <w:tab/>
        <w:t>2.025e0</w:t>
      </w:r>
    </w:p>
    <w:p w:rsidR="007B2329" w:rsidRDefault="007B2329" w:rsidP="007B2329">
      <w:r>
        <w:t>191.5993</w:t>
      </w:r>
      <w:r>
        <w:tab/>
        <w:t>1.013e0</w:t>
      </w:r>
    </w:p>
    <w:p w:rsidR="007B2329" w:rsidRDefault="007B2329" w:rsidP="007B2329">
      <w:r>
        <w:t>191.6012</w:t>
      </w:r>
      <w:r>
        <w:tab/>
        <w:t>2.532e-2</w:t>
      </w:r>
    </w:p>
    <w:p w:rsidR="007B2329" w:rsidRDefault="007B2329" w:rsidP="007B2329">
      <w:r>
        <w:lastRenderedPageBreak/>
        <w:t>191.6140</w:t>
      </w:r>
      <w:r>
        <w:tab/>
        <w:t>1.013e0</w:t>
      </w:r>
    </w:p>
    <w:p w:rsidR="007B2329" w:rsidRDefault="007B2329" w:rsidP="007B2329">
      <w:r>
        <w:t>191.6177</w:t>
      </w:r>
      <w:r>
        <w:tab/>
        <w:t>1.013e0</w:t>
      </w:r>
    </w:p>
    <w:p w:rsidR="007B2329" w:rsidRDefault="007B2329" w:rsidP="007B2329">
      <w:r>
        <w:t>191.6360</w:t>
      </w:r>
      <w:r>
        <w:tab/>
        <w:t>1.013e0</w:t>
      </w:r>
    </w:p>
    <w:p w:rsidR="007B2329" w:rsidRDefault="007B2329" w:rsidP="007B2329">
      <w:r>
        <w:t>191.6397</w:t>
      </w:r>
      <w:r>
        <w:tab/>
        <w:t>4.051e0</w:t>
      </w:r>
    </w:p>
    <w:p w:rsidR="007B2329" w:rsidRDefault="007B2329" w:rsidP="007B2329">
      <w:r>
        <w:t>191.6433</w:t>
      </w:r>
      <w:r>
        <w:tab/>
        <w:t>1.013e0</w:t>
      </w:r>
    </w:p>
    <w:p w:rsidR="007B2329" w:rsidRDefault="007B2329" w:rsidP="007B2329">
      <w:r>
        <w:t>191.6508</w:t>
      </w:r>
      <w:r>
        <w:tab/>
        <w:t>1.013e0</w:t>
      </w:r>
    </w:p>
    <w:p w:rsidR="007B2329" w:rsidRDefault="007B2329" w:rsidP="007B2329">
      <w:r>
        <w:t>191.6581</w:t>
      </w:r>
      <w:r>
        <w:tab/>
        <w:t>1.013e0</w:t>
      </w:r>
    </w:p>
    <w:p w:rsidR="007B2329" w:rsidRDefault="007B2329" w:rsidP="007B2329">
      <w:r>
        <w:t>191.6617</w:t>
      </w:r>
      <w:r>
        <w:tab/>
        <w:t>1.013e0</w:t>
      </w:r>
    </w:p>
    <w:p w:rsidR="007B2329" w:rsidRDefault="007B2329" w:rsidP="007B2329">
      <w:r>
        <w:t>191.6727</w:t>
      </w:r>
      <w:r>
        <w:tab/>
        <w:t>2.025e0</w:t>
      </w:r>
    </w:p>
    <w:p w:rsidR="007B2329" w:rsidRDefault="007B2329" w:rsidP="007B2329">
      <w:r>
        <w:t>191.6984</w:t>
      </w:r>
      <w:r>
        <w:tab/>
        <w:t>1.013e0</w:t>
      </w:r>
    </w:p>
    <w:p w:rsidR="007B2329" w:rsidRDefault="007B2329" w:rsidP="007B2329">
      <w:r>
        <w:t>191.7076</w:t>
      </w:r>
      <w:r>
        <w:tab/>
        <w:t>2.025e0</w:t>
      </w:r>
    </w:p>
    <w:p w:rsidR="007B2329" w:rsidRDefault="007B2329" w:rsidP="007B2329">
      <w:r>
        <w:t>191.7094</w:t>
      </w:r>
      <w:r>
        <w:tab/>
        <w:t>2.025e0</w:t>
      </w:r>
    </w:p>
    <w:p w:rsidR="007B2329" w:rsidRDefault="007B2329" w:rsidP="007B2329">
      <w:r>
        <w:t>191.7168</w:t>
      </w:r>
      <w:r>
        <w:tab/>
        <w:t>1.013e0</w:t>
      </w:r>
    </w:p>
    <w:p w:rsidR="007B2329" w:rsidRDefault="007B2329" w:rsidP="007B2329">
      <w:r>
        <w:t>191.7241</w:t>
      </w:r>
      <w:r>
        <w:tab/>
        <w:t>1.013e0</w:t>
      </w:r>
    </w:p>
    <w:p w:rsidR="007B2329" w:rsidRDefault="007B2329" w:rsidP="007B2329">
      <w:r>
        <w:t>191.7425</w:t>
      </w:r>
      <w:r>
        <w:tab/>
        <w:t>2.025e0</w:t>
      </w:r>
    </w:p>
    <w:p w:rsidR="007B2329" w:rsidRDefault="007B2329" w:rsidP="007B2329">
      <w:r>
        <w:t>191.7535</w:t>
      </w:r>
      <w:r>
        <w:tab/>
        <w:t>1.013e0</w:t>
      </w:r>
    </w:p>
    <w:p w:rsidR="007B2329" w:rsidRDefault="007B2329" w:rsidP="007B2329">
      <w:r>
        <w:t>191.7608</w:t>
      </w:r>
      <w:r>
        <w:tab/>
        <w:t>1.013e0</w:t>
      </w:r>
    </w:p>
    <w:p w:rsidR="007B2329" w:rsidRDefault="007B2329" w:rsidP="007B2329">
      <w:r>
        <w:t>191.7699</w:t>
      </w:r>
      <w:r>
        <w:tab/>
        <w:t>2.025e0</w:t>
      </w:r>
    </w:p>
    <w:p w:rsidR="007B2329" w:rsidRDefault="007B2329" w:rsidP="007B2329">
      <w:r>
        <w:t>191.7902</w:t>
      </w:r>
      <w:r>
        <w:tab/>
        <w:t>2.025e0</w:t>
      </w:r>
    </w:p>
    <w:p w:rsidR="007B2329" w:rsidRDefault="007B2329" w:rsidP="007B2329">
      <w:r>
        <w:lastRenderedPageBreak/>
        <w:t>191.7939</w:t>
      </w:r>
      <w:r>
        <w:tab/>
        <w:t>3.038e0</w:t>
      </w:r>
    </w:p>
    <w:p w:rsidR="007B2329" w:rsidRDefault="007B2329" w:rsidP="007B2329">
      <w:r>
        <w:t>191.8012</w:t>
      </w:r>
      <w:r>
        <w:tab/>
        <w:t>1.013e0</w:t>
      </w:r>
    </w:p>
    <w:p w:rsidR="007B2329" w:rsidRDefault="007B2329" w:rsidP="007B2329">
      <w:r>
        <w:t>191.8121</w:t>
      </w:r>
      <w:r>
        <w:tab/>
        <w:t>2.025e0</w:t>
      </w:r>
    </w:p>
    <w:p w:rsidR="007B2329" w:rsidRDefault="007B2329" w:rsidP="007B2329">
      <w:r>
        <w:t>191.8195</w:t>
      </w:r>
      <w:r>
        <w:tab/>
        <w:t>1.013e0</w:t>
      </w:r>
    </w:p>
    <w:p w:rsidR="007B2329" w:rsidRDefault="007B2329" w:rsidP="007B2329">
      <w:r>
        <w:t>191.8232</w:t>
      </w:r>
      <w:r>
        <w:tab/>
        <w:t>2.025e0</w:t>
      </w:r>
    </w:p>
    <w:p w:rsidR="007B2329" w:rsidRDefault="007B2329" w:rsidP="007B2329">
      <w:r>
        <w:t>191.8415</w:t>
      </w:r>
      <w:r>
        <w:tab/>
        <w:t>2.025e0</w:t>
      </w:r>
    </w:p>
    <w:p w:rsidR="007B2329" w:rsidRDefault="007B2329" w:rsidP="007B2329">
      <w:r>
        <w:t>191.8561</w:t>
      </w:r>
      <w:r>
        <w:tab/>
        <w:t>4.051e0</w:t>
      </w:r>
    </w:p>
    <w:p w:rsidR="007B2329" w:rsidRDefault="007B2329" w:rsidP="007B2329">
      <w:r>
        <w:t>191.8598</w:t>
      </w:r>
      <w:r>
        <w:tab/>
        <w:t>1.013e0</w:t>
      </w:r>
    </w:p>
    <w:p w:rsidR="007B2329" w:rsidRDefault="007B2329" w:rsidP="007B2329">
      <w:r>
        <w:t>191.8671</w:t>
      </w:r>
      <w:r>
        <w:tab/>
        <w:t>1.013e0</w:t>
      </w:r>
    </w:p>
    <w:p w:rsidR="007B2329" w:rsidRDefault="007B2329" w:rsidP="007B2329">
      <w:r>
        <w:t>191.8781</w:t>
      </w:r>
      <w:r>
        <w:tab/>
        <w:t>1.013e0</w:t>
      </w:r>
    </w:p>
    <w:p w:rsidR="007B2329" w:rsidRDefault="007B2329" w:rsidP="007B2329">
      <w:r>
        <w:t>191.8839</w:t>
      </w:r>
      <w:r>
        <w:tab/>
        <w:t>2.025e0</w:t>
      </w:r>
    </w:p>
    <w:p w:rsidR="007B2329" w:rsidRDefault="007B2329" w:rsidP="007B2329">
      <w:r>
        <w:t>191.8856</w:t>
      </w:r>
      <w:r>
        <w:tab/>
        <w:t>3.038e0</w:t>
      </w:r>
    </w:p>
    <w:p w:rsidR="007B2329" w:rsidRDefault="007B2329" w:rsidP="007B2329">
      <w:r>
        <w:t>191.8966</w:t>
      </w:r>
      <w:r>
        <w:tab/>
        <w:t>1.013e0</w:t>
      </w:r>
    </w:p>
    <w:p w:rsidR="007B2329" w:rsidRDefault="007B2329" w:rsidP="007B2329">
      <w:r>
        <w:t>191.9115</w:t>
      </w:r>
      <w:r>
        <w:tab/>
        <w:t>1.013e0</w:t>
      </w:r>
    </w:p>
    <w:p w:rsidR="007B2329" w:rsidRDefault="007B2329" w:rsidP="007B2329">
      <w:r>
        <w:t>191.9300</w:t>
      </w:r>
      <w:r>
        <w:tab/>
        <w:t>1.266e-2</w:t>
      </w:r>
    </w:p>
    <w:p w:rsidR="007B2329" w:rsidRDefault="007B2329" w:rsidP="007B2329">
      <w:r>
        <w:t>191.9320</w:t>
      </w:r>
      <w:r>
        <w:tab/>
        <w:t>2.025e0</w:t>
      </w:r>
    </w:p>
    <w:p w:rsidR="007B2329" w:rsidRDefault="007B2329" w:rsidP="007B2329">
      <w:r>
        <w:t>191.9431</w:t>
      </w:r>
      <w:r>
        <w:tab/>
        <w:t>2.025e0</w:t>
      </w:r>
    </w:p>
    <w:p w:rsidR="007B2329" w:rsidRDefault="007B2329" w:rsidP="007B2329">
      <w:r>
        <w:t>191.9523</w:t>
      </w:r>
      <w:r>
        <w:tab/>
        <w:t>1.013e0</w:t>
      </w:r>
    </w:p>
    <w:p w:rsidR="007B2329" w:rsidRDefault="007B2329" w:rsidP="007B2329">
      <w:r>
        <w:t>191.9597</w:t>
      </w:r>
      <w:r>
        <w:tab/>
        <w:t>1.013e0</w:t>
      </w:r>
    </w:p>
    <w:p w:rsidR="007B2329" w:rsidRDefault="007B2329" w:rsidP="007B2329">
      <w:r>
        <w:lastRenderedPageBreak/>
        <w:t>191.9783</w:t>
      </w:r>
      <w:r>
        <w:tab/>
        <w:t>2.025e0</w:t>
      </w:r>
    </w:p>
    <w:p w:rsidR="007B2329" w:rsidRDefault="007B2329" w:rsidP="007B2329">
      <w:r>
        <w:t>191.9820</w:t>
      </w:r>
      <w:r>
        <w:tab/>
        <w:t>1.013e0</w:t>
      </w:r>
    </w:p>
    <w:p w:rsidR="007B2329" w:rsidRDefault="007B2329" w:rsidP="007B2329">
      <w:r>
        <w:t>191.9857</w:t>
      </w:r>
      <w:r>
        <w:tab/>
        <w:t>2.025e0</w:t>
      </w:r>
    </w:p>
    <w:p w:rsidR="007B2329" w:rsidRDefault="007B2329" w:rsidP="007B2329">
      <w:r>
        <w:t>191.9912</w:t>
      </w:r>
      <w:r>
        <w:tab/>
        <w:t>2.025e0</w:t>
      </w:r>
    </w:p>
    <w:p w:rsidR="007B2329" w:rsidRDefault="007B2329" w:rsidP="007B2329">
      <w:r>
        <w:t>191.9930</w:t>
      </w:r>
      <w:r>
        <w:tab/>
        <w:t>1.025e0</w:t>
      </w:r>
    </w:p>
    <w:p w:rsidR="007B2329" w:rsidRDefault="007B2329" w:rsidP="007B2329">
      <w:r>
        <w:t>192.0042</w:t>
      </w:r>
      <w:r>
        <w:tab/>
        <w:t>1.013e0</w:t>
      </w:r>
    </w:p>
    <w:p w:rsidR="007B2329" w:rsidRDefault="007B2329" w:rsidP="007B2329">
      <w:r>
        <w:t>192.0117</w:t>
      </w:r>
      <w:r>
        <w:tab/>
        <w:t>1.013e0</w:t>
      </w:r>
    </w:p>
    <w:p w:rsidR="007B2329" w:rsidRDefault="007B2329" w:rsidP="007B2329">
      <w:r>
        <w:t>192.0154</w:t>
      </w:r>
      <w:r>
        <w:tab/>
        <w:t>1.013e0</w:t>
      </w:r>
    </w:p>
    <w:p w:rsidR="007B2329" w:rsidRDefault="007B2329" w:rsidP="007B2329">
      <w:r>
        <w:t>192.0377</w:t>
      </w:r>
      <w:r>
        <w:tab/>
        <w:t>1.013e0</w:t>
      </w:r>
    </w:p>
    <w:p w:rsidR="007B2329" w:rsidRDefault="007B2329" w:rsidP="007B2329">
      <w:r>
        <w:t>192.0587</w:t>
      </w:r>
      <w:r>
        <w:tab/>
        <w:t>8.165e0</w:t>
      </w:r>
    </w:p>
    <w:p w:rsidR="007B2329" w:rsidRDefault="007B2329" w:rsidP="007B2329">
      <w:r>
        <w:t>192.0634</w:t>
      </w:r>
      <w:r>
        <w:tab/>
        <w:t>3.038e0</w:t>
      </w:r>
    </w:p>
    <w:p w:rsidR="007B2329" w:rsidRDefault="007B2329" w:rsidP="007B2329">
      <w:r>
        <w:t>192.0672</w:t>
      </w:r>
      <w:r>
        <w:tab/>
        <w:t>1.357e0</w:t>
      </w:r>
    </w:p>
    <w:p w:rsidR="007B2329" w:rsidRDefault="007B2329" w:rsidP="007B2329">
      <w:r>
        <w:t>192.0718</w:t>
      </w:r>
      <w:r>
        <w:tab/>
        <w:t>9.114e0</w:t>
      </w:r>
    </w:p>
    <w:p w:rsidR="007B2329" w:rsidRDefault="007B2329" w:rsidP="007B2329">
      <w:r>
        <w:t>192.0804</w:t>
      </w:r>
      <w:r>
        <w:tab/>
        <w:t>2.051e0</w:t>
      </w:r>
    </w:p>
    <w:p w:rsidR="007B2329" w:rsidRDefault="007B2329" w:rsidP="007B2329">
      <w:r>
        <w:t>192.0829</w:t>
      </w:r>
      <w:r>
        <w:tab/>
        <w:t>8.101e0</w:t>
      </w:r>
    </w:p>
    <w:p w:rsidR="007B2329" w:rsidRDefault="007B2329" w:rsidP="007B2329">
      <w:r>
        <w:t>192.0883</w:t>
      </w:r>
      <w:r>
        <w:tab/>
        <w:t>7.089e0</w:t>
      </w:r>
    </w:p>
    <w:p w:rsidR="007B2329" w:rsidRDefault="007B2329" w:rsidP="007B2329">
      <w:r>
        <w:t>192.0901</w:t>
      </w:r>
      <w:r>
        <w:tab/>
        <w:t>4.807e0</w:t>
      </w:r>
    </w:p>
    <w:p w:rsidR="007B2329" w:rsidRDefault="007B2329" w:rsidP="007B2329">
      <w:r>
        <w:t>192.0932</w:t>
      </w:r>
      <w:r>
        <w:tab/>
        <w:t>5.063e-2</w:t>
      </w:r>
    </w:p>
    <w:p w:rsidR="007B2329" w:rsidRDefault="007B2329" w:rsidP="007B2329">
      <w:r>
        <w:t>192.1000</w:t>
      </w:r>
      <w:r>
        <w:tab/>
        <w:t>1.013e0</w:t>
      </w:r>
    </w:p>
    <w:p w:rsidR="007B2329" w:rsidRDefault="007B2329" w:rsidP="007B2329">
      <w:r>
        <w:lastRenderedPageBreak/>
        <w:t>192.1027</w:t>
      </w:r>
      <w:r>
        <w:tab/>
        <w:t>2.353e0</w:t>
      </w:r>
    </w:p>
    <w:p w:rsidR="007B2329" w:rsidRDefault="007B2329" w:rsidP="007B2329">
      <w:r>
        <w:t>192.1146</w:t>
      </w:r>
      <w:r>
        <w:tab/>
        <w:t>1.013e0</w:t>
      </w:r>
    </w:p>
    <w:p w:rsidR="007B2329" w:rsidRDefault="007B2329" w:rsidP="007B2329">
      <w:r>
        <w:t>192.1257</w:t>
      </w:r>
      <w:r>
        <w:tab/>
        <w:t>1.013e0</w:t>
      </w:r>
    </w:p>
    <w:p w:rsidR="007B2329" w:rsidRDefault="007B2329" w:rsidP="007B2329">
      <w:r>
        <w:t>192.1330</w:t>
      </w:r>
      <w:r>
        <w:tab/>
        <w:t>1.013e0</w:t>
      </w:r>
    </w:p>
    <w:p w:rsidR="007B2329" w:rsidRDefault="007B2329" w:rsidP="007B2329">
      <w:r>
        <w:t>192.1350</w:t>
      </w:r>
      <w:r>
        <w:tab/>
        <w:t>3.038e0</w:t>
      </w:r>
    </w:p>
    <w:p w:rsidR="007B2329" w:rsidRDefault="007B2329" w:rsidP="007B2329">
      <w:r>
        <w:t>192.1440</w:t>
      </w:r>
      <w:r>
        <w:tab/>
        <w:t>4.051e0</w:t>
      </w:r>
    </w:p>
    <w:p w:rsidR="007B2329" w:rsidRDefault="007B2329" w:rsidP="007B2329">
      <w:r>
        <w:t>192.1494</w:t>
      </w:r>
      <w:r>
        <w:tab/>
        <w:t>3.038e0</w:t>
      </w:r>
    </w:p>
    <w:p w:rsidR="007B2329" w:rsidRDefault="007B2329" w:rsidP="007B2329">
      <w:r>
        <w:t>192.1550</w:t>
      </w:r>
      <w:r>
        <w:tab/>
        <w:t>1.013e0</w:t>
      </w:r>
    </w:p>
    <w:p w:rsidR="007B2329" w:rsidRDefault="007B2329" w:rsidP="007B2329">
      <w:r>
        <w:t>192.1624</w:t>
      </w:r>
      <w:r>
        <w:tab/>
        <w:t>1.013e0</w:t>
      </w:r>
    </w:p>
    <w:p w:rsidR="007B2329" w:rsidRDefault="007B2329" w:rsidP="007B2329">
      <w:r>
        <w:t>192.1771</w:t>
      </w:r>
      <w:r>
        <w:tab/>
        <w:t>3.038e0</w:t>
      </w:r>
    </w:p>
    <w:p w:rsidR="007B2329" w:rsidRDefault="007B2329" w:rsidP="007B2329">
      <w:r>
        <w:t>192.1826</w:t>
      </w:r>
      <w:r>
        <w:tab/>
        <w:t>2.025e0</w:t>
      </w:r>
    </w:p>
    <w:p w:rsidR="007B2329" w:rsidRDefault="007B2329" w:rsidP="007B2329">
      <w:r>
        <w:t>192.1864</w:t>
      </w:r>
      <w:r>
        <w:tab/>
        <w:t>2.025e0</w:t>
      </w:r>
    </w:p>
    <w:p w:rsidR="007B2329" w:rsidRDefault="007B2329" w:rsidP="007B2329">
      <w:r>
        <w:t>192.2028</w:t>
      </w:r>
      <w:r>
        <w:tab/>
        <w:t>2.025e0</w:t>
      </w:r>
    </w:p>
    <w:p w:rsidR="007B2329" w:rsidRDefault="007B2329" w:rsidP="007B2329">
      <w:r>
        <w:t>192.2065</w:t>
      </w:r>
      <w:r>
        <w:tab/>
        <w:t>1.013e0</w:t>
      </w:r>
    </w:p>
    <w:p w:rsidR="007B2329" w:rsidRDefault="007B2329" w:rsidP="007B2329">
      <w:r>
        <w:t>192.2175</w:t>
      </w:r>
      <w:r>
        <w:tab/>
        <w:t>3.038e0</w:t>
      </w:r>
    </w:p>
    <w:p w:rsidR="007B2329" w:rsidRDefault="007B2329" w:rsidP="007B2329">
      <w:r>
        <w:t>192.2360</w:t>
      </w:r>
      <w:r>
        <w:tab/>
        <w:t>1.013e0</w:t>
      </w:r>
    </w:p>
    <w:p w:rsidR="007B2329" w:rsidRDefault="007B2329" w:rsidP="007B2329">
      <w:r>
        <w:t>192.2433</w:t>
      </w:r>
      <w:r>
        <w:tab/>
        <w:t>1.013e0</w:t>
      </w:r>
    </w:p>
    <w:p w:rsidR="007B2329" w:rsidRDefault="007B2329" w:rsidP="007B2329">
      <w:r>
        <w:t>192.2524</w:t>
      </w:r>
      <w:r>
        <w:tab/>
        <w:t>2.025e0</w:t>
      </w:r>
    </w:p>
    <w:p w:rsidR="007B2329" w:rsidRDefault="007B2329" w:rsidP="007B2329">
      <w:r>
        <w:t>192.2561</w:t>
      </w:r>
      <w:r>
        <w:tab/>
        <w:t>2.025e0</w:t>
      </w:r>
    </w:p>
    <w:p w:rsidR="007B2329" w:rsidRDefault="007B2329" w:rsidP="007B2329">
      <w:r>
        <w:lastRenderedPageBreak/>
        <w:t>192.2579</w:t>
      </w:r>
      <w:r>
        <w:tab/>
        <w:t>2.025e0</w:t>
      </w:r>
    </w:p>
    <w:p w:rsidR="007B2329" w:rsidRDefault="007B2329" w:rsidP="007B2329">
      <w:r>
        <w:t>192.2690</w:t>
      </w:r>
      <w:r>
        <w:tab/>
        <w:t>2.025e0</w:t>
      </w:r>
    </w:p>
    <w:p w:rsidR="007B2329" w:rsidRDefault="007B2329" w:rsidP="007B2329">
      <w:r>
        <w:t>192.2909</w:t>
      </w:r>
      <w:r>
        <w:tab/>
        <w:t>1.013e0</w:t>
      </w:r>
    </w:p>
    <w:p w:rsidR="007B2329" w:rsidRDefault="007B2329" w:rsidP="007B2329">
      <w:r>
        <w:t>192.3001</w:t>
      </w:r>
      <w:r>
        <w:tab/>
        <w:t>1.025e0</w:t>
      </w:r>
    </w:p>
    <w:p w:rsidR="007B2329" w:rsidRDefault="007B2329" w:rsidP="007B2329">
      <w:r>
        <w:t>192.3020</w:t>
      </w:r>
      <w:r>
        <w:tab/>
        <w:t>3.038e0</w:t>
      </w:r>
    </w:p>
    <w:p w:rsidR="007B2329" w:rsidRDefault="007B2329" w:rsidP="007B2329">
      <w:r>
        <w:t>192.3056</w:t>
      </w:r>
      <w:r>
        <w:tab/>
        <w:t>2.025e0</w:t>
      </w:r>
    </w:p>
    <w:p w:rsidR="007B2329" w:rsidRDefault="007B2329" w:rsidP="007B2329">
      <w:r>
        <w:t>192.3106</w:t>
      </w:r>
      <w:r>
        <w:tab/>
        <w:t>1.794e0</w:t>
      </w:r>
    </w:p>
    <w:p w:rsidR="007B2329" w:rsidRDefault="007B2329" w:rsidP="007B2329">
      <w:r>
        <w:t>192.3203</w:t>
      </w:r>
      <w:r>
        <w:tab/>
        <w:t>1.266e-2</w:t>
      </w:r>
    </w:p>
    <w:p w:rsidR="007B2329" w:rsidRDefault="007B2329" w:rsidP="007B2329">
      <w:r>
        <w:t>192.3239</w:t>
      </w:r>
      <w:r>
        <w:tab/>
        <w:t>1.013e0</w:t>
      </w:r>
    </w:p>
    <w:p w:rsidR="007B2329" w:rsidRDefault="007B2329" w:rsidP="007B2329">
      <w:r>
        <w:t>192.3313</w:t>
      </w:r>
      <w:r>
        <w:tab/>
        <w:t>2.025e0</w:t>
      </w:r>
    </w:p>
    <w:p w:rsidR="007B2329" w:rsidRDefault="007B2329" w:rsidP="007B2329">
      <w:r>
        <w:t>192.3349</w:t>
      </w:r>
      <w:r>
        <w:tab/>
        <w:t>2.025e0</w:t>
      </w:r>
    </w:p>
    <w:p w:rsidR="007B2329" w:rsidRDefault="007B2329" w:rsidP="007B2329">
      <w:r>
        <w:t>192.3517</w:t>
      </w:r>
      <w:r>
        <w:tab/>
        <w:t>2.025e0</w:t>
      </w:r>
    </w:p>
    <w:p w:rsidR="007B2329" w:rsidRDefault="007B2329" w:rsidP="007B2329">
      <w:r>
        <w:t>192.3534</w:t>
      </w:r>
      <w:r>
        <w:tab/>
        <w:t>1.013e0</w:t>
      </w:r>
    </w:p>
    <w:p w:rsidR="007B2329" w:rsidRDefault="007B2329" w:rsidP="007B2329">
      <w:r>
        <w:t>192.3571</w:t>
      </w:r>
      <w:r>
        <w:tab/>
        <w:t>1.013e0</w:t>
      </w:r>
    </w:p>
    <w:p w:rsidR="007B2329" w:rsidRDefault="007B2329" w:rsidP="007B2329">
      <w:r>
        <w:t>192.3629</w:t>
      </w:r>
      <w:r>
        <w:tab/>
        <w:t>2.025e0</w:t>
      </w:r>
    </w:p>
    <w:p w:rsidR="007B2329" w:rsidRDefault="007B2329" w:rsidP="007B2329">
      <w:r>
        <w:t>192.3740</w:t>
      </w:r>
      <w:r>
        <w:tab/>
        <w:t>2.025e0</w:t>
      </w:r>
    </w:p>
    <w:p w:rsidR="007B2329" w:rsidRDefault="007B2329" w:rsidP="007B2329">
      <w:r>
        <w:t>192.3831</w:t>
      </w:r>
      <w:r>
        <w:tab/>
        <w:t>2.025e0</w:t>
      </w:r>
    </w:p>
    <w:p w:rsidR="007B2329" w:rsidRDefault="007B2329" w:rsidP="007B2329">
      <w:r>
        <w:t>192.3868</w:t>
      </w:r>
      <w:r>
        <w:tab/>
        <w:t>1.013e0</w:t>
      </w:r>
    </w:p>
    <w:p w:rsidR="007B2329" w:rsidRDefault="007B2329" w:rsidP="007B2329">
      <w:r>
        <w:t>192.3906</w:t>
      </w:r>
      <w:r>
        <w:tab/>
        <w:t>1.266e-2</w:t>
      </w:r>
    </w:p>
    <w:p w:rsidR="007B2329" w:rsidRDefault="007B2329" w:rsidP="007B2329">
      <w:r>
        <w:lastRenderedPageBreak/>
        <w:t>192.3943</w:t>
      </w:r>
      <w:r>
        <w:tab/>
        <w:t>1.013e0</w:t>
      </w:r>
    </w:p>
    <w:p w:rsidR="007B2329" w:rsidRDefault="007B2329" w:rsidP="007B2329">
      <w:r>
        <w:t>192.4091</w:t>
      </w:r>
      <w:r>
        <w:tab/>
        <w:t>1.013e0</w:t>
      </w:r>
    </w:p>
    <w:p w:rsidR="007B2329" w:rsidRDefault="007B2329" w:rsidP="007B2329">
      <w:r>
        <w:t>192.4166</w:t>
      </w:r>
      <w:r>
        <w:tab/>
        <w:t>1.013e0</w:t>
      </w:r>
    </w:p>
    <w:p w:rsidR="007B2329" w:rsidRDefault="007B2329" w:rsidP="007B2329">
      <w:r>
        <w:t>192.4240</w:t>
      </w:r>
      <w:r>
        <w:tab/>
        <w:t>1.013e0</w:t>
      </w:r>
    </w:p>
    <w:p w:rsidR="007B2329" w:rsidRDefault="007B2329" w:rsidP="007B2329">
      <w:r>
        <w:t>192.4315</w:t>
      </w:r>
      <w:r>
        <w:tab/>
        <w:t>2.025e0</w:t>
      </w:r>
    </w:p>
    <w:p w:rsidR="007B2329" w:rsidRDefault="007B2329" w:rsidP="007B2329">
      <w:r>
        <w:t>192.4353</w:t>
      </w:r>
      <w:r>
        <w:tab/>
        <w:t>1.013e0</w:t>
      </w:r>
    </w:p>
    <w:p w:rsidR="007B2329" w:rsidRDefault="007B2329" w:rsidP="007B2329">
      <w:r>
        <w:t>192.4575</w:t>
      </w:r>
      <w:r>
        <w:tab/>
        <w:t>1.013e0</w:t>
      </w:r>
    </w:p>
    <w:p w:rsidR="007B2329" w:rsidRDefault="007B2329" w:rsidP="007B2329">
      <w:r>
        <w:t>192.4612</w:t>
      </w:r>
      <w:r>
        <w:tab/>
        <w:t>1.013e0</w:t>
      </w:r>
    </w:p>
    <w:p w:rsidR="007B2329" w:rsidRDefault="007B2329" w:rsidP="007B2329">
      <w:r>
        <w:t>192.4667</w:t>
      </w:r>
      <w:r>
        <w:tab/>
        <w:t>2.025e0</w:t>
      </w:r>
    </w:p>
    <w:p w:rsidR="007B2329" w:rsidRDefault="007B2329" w:rsidP="007B2329">
      <w:r>
        <w:t>192.4740</w:t>
      </w:r>
      <w:r>
        <w:tab/>
        <w:t>2.025e0</w:t>
      </w:r>
    </w:p>
    <w:p w:rsidR="007B2329" w:rsidRDefault="007B2329" w:rsidP="007B2329">
      <w:r>
        <w:t>192.4798</w:t>
      </w:r>
      <w:r>
        <w:tab/>
        <w:t>1.013e0</w:t>
      </w:r>
    </w:p>
    <w:p w:rsidR="007B2329" w:rsidRDefault="007B2329" w:rsidP="007B2329">
      <w:r>
        <w:t>192.4872</w:t>
      </w:r>
      <w:r>
        <w:tab/>
        <w:t>1.013e0</w:t>
      </w:r>
    </w:p>
    <w:p w:rsidR="007B2329" w:rsidRDefault="007B2329" w:rsidP="007B2329">
      <w:r>
        <w:t>192.4983</w:t>
      </w:r>
      <w:r>
        <w:tab/>
        <w:t>1.013e0</w:t>
      </w:r>
    </w:p>
    <w:p w:rsidR="007B2329" w:rsidRDefault="007B2329" w:rsidP="007B2329">
      <w:r>
        <w:t>192.5093</w:t>
      </w:r>
      <w:r>
        <w:tab/>
        <w:t>1.013e0</w:t>
      </w:r>
    </w:p>
    <w:p w:rsidR="007B2329" w:rsidRDefault="007B2329" w:rsidP="007B2329">
      <w:r>
        <w:t>192.5166</w:t>
      </w:r>
      <w:r>
        <w:tab/>
        <w:t>1.013e0</w:t>
      </w:r>
    </w:p>
    <w:p w:rsidR="007B2329" w:rsidRDefault="007B2329" w:rsidP="007B2329">
      <w:r>
        <w:t>192.5203</w:t>
      </w:r>
      <w:r>
        <w:tab/>
        <w:t>1.013e0</w:t>
      </w:r>
    </w:p>
    <w:p w:rsidR="007B2329" w:rsidRDefault="007B2329" w:rsidP="007B2329">
      <w:r>
        <w:t>192.5534</w:t>
      </w:r>
      <w:r>
        <w:tab/>
        <w:t>1.013e0</w:t>
      </w:r>
    </w:p>
    <w:p w:rsidR="007B2329" w:rsidRDefault="007B2329" w:rsidP="007B2329">
      <w:r>
        <w:t>192.5570</w:t>
      </w:r>
      <w:r>
        <w:tab/>
        <w:t>2.025e0</w:t>
      </w:r>
    </w:p>
    <w:p w:rsidR="007B2329" w:rsidRDefault="007B2329" w:rsidP="007B2329">
      <w:r>
        <w:t>192.5589</w:t>
      </w:r>
      <w:r>
        <w:tab/>
        <w:t>2.025e0</w:t>
      </w:r>
    </w:p>
    <w:p w:rsidR="007B2329" w:rsidRDefault="007B2329" w:rsidP="007B2329">
      <w:r>
        <w:lastRenderedPageBreak/>
        <w:t>192.5643</w:t>
      </w:r>
      <w:r>
        <w:tab/>
        <w:t>4.051e0</w:t>
      </w:r>
    </w:p>
    <w:p w:rsidR="007B2329" w:rsidRDefault="007B2329" w:rsidP="007B2329">
      <w:r>
        <w:t>192.5718</w:t>
      </w:r>
      <w:r>
        <w:tab/>
        <w:t>1.013e0</w:t>
      </w:r>
    </w:p>
    <w:p w:rsidR="007B2329" w:rsidRDefault="007B2329" w:rsidP="007B2329">
      <w:r>
        <w:t>192.5846</w:t>
      </w:r>
      <w:r>
        <w:tab/>
        <w:t>2.025e0</w:t>
      </w:r>
    </w:p>
    <w:p w:rsidR="007B2329" w:rsidRDefault="007B2329" w:rsidP="007B2329">
      <w:r>
        <w:t>192.5864</w:t>
      </w:r>
      <w:r>
        <w:tab/>
        <w:t>1.013e0</w:t>
      </w:r>
    </w:p>
    <w:p w:rsidR="007B2329" w:rsidRDefault="007B2329" w:rsidP="007B2329">
      <w:r>
        <w:t>192.6010</w:t>
      </w:r>
      <w:r>
        <w:tab/>
        <w:t>1.266e-2</w:t>
      </w:r>
    </w:p>
    <w:p w:rsidR="007B2329" w:rsidRDefault="007B2329" w:rsidP="007B2329">
      <w:r>
        <w:t>192.6092</w:t>
      </w:r>
      <w:r>
        <w:tab/>
        <w:t>3.038e0</w:t>
      </w:r>
    </w:p>
    <w:p w:rsidR="007B2329" w:rsidRDefault="007B2329" w:rsidP="007B2329">
      <w:r>
        <w:t>192.6121</w:t>
      </w:r>
      <w:r>
        <w:tab/>
        <w:t>1.013e0</w:t>
      </w:r>
    </w:p>
    <w:p w:rsidR="007B2329" w:rsidRDefault="007B2329" w:rsidP="007B2329">
      <w:r>
        <w:t>192.6158</w:t>
      </w:r>
      <w:r>
        <w:tab/>
        <w:t>2.025e0</w:t>
      </w:r>
    </w:p>
    <w:p w:rsidR="007B2329" w:rsidRDefault="007B2329" w:rsidP="007B2329">
      <w:r>
        <w:t>192.6195</w:t>
      </w:r>
      <w:r>
        <w:tab/>
        <w:t>1.266e-2</w:t>
      </w:r>
    </w:p>
    <w:p w:rsidR="007B2329" w:rsidRDefault="007B2329" w:rsidP="007B2329">
      <w:r>
        <w:t>192.6232</w:t>
      </w:r>
      <w:r>
        <w:tab/>
        <w:t>1.013e0</w:t>
      </w:r>
    </w:p>
    <w:p w:rsidR="007B2329" w:rsidRDefault="007B2329" w:rsidP="007B2329">
      <w:r>
        <w:t>192.6268</w:t>
      </w:r>
      <w:r>
        <w:tab/>
        <w:t>1.013e0</w:t>
      </w:r>
    </w:p>
    <w:p w:rsidR="007B2329" w:rsidRDefault="007B2329" w:rsidP="007B2329">
      <w:r>
        <w:t>192.6378</w:t>
      </w:r>
      <w:r>
        <w:tab/>
        <w:t>2.025e0</w:t>
      </w:r>
    </w:p>
    <w:p w:rsidR="007B2329" w:rsidRDefault="007B2329" w:rsidP="007B2329">
      <w:r>
        <w:t>192.6654</w:t>
      </w:r>
      <w:r>
        <w:tab/>
        <w:t>2.025e0</w:t>
      </w:r>
    </w:p>
    <w:p w:rsidR="007B2329" w:rsidRDefault="007B2329" w:rsidP="007B2329">
      <w:r>
        <w:t>192.6710</w:t>
      </w:r>
      <w:r>
        <w:tab/>
        <w:t>1.013e0</w:t>
      </w:r>
    </w:p>
    <w:p w:rsidR="007B2329" w:rsidRDefault="007B2329" w:rsidP="007B2329">
      <w:r>
        <w:t>192.6764</w:t>
      </w:r>
      <w:r>
        <w:tab/>
        <w:t>2.025e0</w:t>
      </w:r>
    </w:p>
    <w:p w:rsidR="007B2329" w:rsidRDefault="007B2329" w:rsidP="007B2329">
      <w:r>
        <w:t>192.6894</w:t>
      </w:r>
      <w:r>
        <w:tab/>
        <w:t>2.025e0</w:t>
      </w:r>
    </w:p>
    <w:p w:rsidR="007B2329" w:rsidRDefault="007B2329" w:rsidP="007B2329">
      <w:r>
        <w:t>192.6930</w:t>
      </w:r>
      <w:r>
        <w:tab/>
        <w:t>1.013e0</w:t>
      </w:r>
    </w:p>
    <w:p w:rsidR="007B2329" w:rsidRDefault="007B2329" w:rsidP="007B2329">
      <w:r>
        <w:t>192.7040</w:t>
      </w:r>
      <w:r>
        <w:tab/>
        <w:t>1.013e0</w:t>
      </w:r>
    </w:p>
    <w:p w:rsidR="007B2329" w:rsidRDefault="007B2329" w:rsidP="007B2329">
      <w:r>
        <w:t>192.7077</w:t>
      </w:r>
      <w:r>
        <w:tab/>
        <w:t>2.025e0</w:t>
      </w:r>
    </w:p>
    <w:p w:rsidR="007B2329" w:rsidRDefault="007B2329" w:rsidP="007B2329">
      <w:r>
        <w:lastRenderedPageBreak/>
        <w:t>192.7095</w:t>
      </w:r>
      <w:r>
        <w:tab/>
        <w:t>2.532e-2</w:t>
      </w:r>
    </w:p>
    <w:p w:rsidR="007B2329" w:rsidRDefault="007B2329" w:rsidP="007B2329">
      <w:r>
        <w:t>192.7132</w:t>
      </w:r>
      <w:r>
        <w:tab/>
        <w:t>2.025e0</w:t>
      </w:r>
    </w:p>
    <w:p w:rsidR="007B2329" w:rsidRDefault="007B2329" w:rsidP="007B2329">
      <w:r>
        <w:t>192.7261</w:t>
      </w:r>
      <w:r>
        <w:tab/>
        <w:t>1.013e0</w:t>
      </w:r>
    </w:p>
    <w:p w:rsidR="007B2329" w:rsidRDefault="007B2329" w:rsidP="007B2329">
      <w:r>
        <w:t>192.7298</w:t>
      </w:r>
      <w:r>
        <w:tab/>
        <w:t>1.013e0</w:t>
      </w:r>
    </w:p>
    <w:p w:rsidR="007B2329" w:rsidRDefault="007B2329" w:rsidP="007B2329">
      <w:r>
        <w:t>192.7352</w:t>
      </w:r>
      <w:r>
        <w:tab/>
        <w:t>2.025e0</w:t>
      </w:r>
    </w:p>
    <w:p w:rsidR="007B2329" w:rsidRDefault="007B2329" w:rsidP="007B2329">
      <w:r>
        <w:t>192.7499</w:t>
      </w:r>
      <w:r>
        <w:tab/>
        <w:t>2.025e0</w:t>
      </w:r>
    </w:p>
    <w:p w:rsidR="007B2329" w:rsidRDefault="007B2329" w:rsidP="007B2329">
      <w:r>
        <w:t>192.7517</w:t>
      </w:r>
      <w:r>
        <w:tab/>
        <w:t>1.013e0</w:t>
      </w:r>
    </w:p>
    <w:p w:rsidR="007B2329" w:rsidRDefault="007B2329" w:rsidP="007B2329">
      <w:r>
        <w:t>192.7610</w:t>
      </w:r>
      <w:r>
        <w:tab/>
        <w:t>2.025e0</w:t>
      </w:r>
    </w:p>
    <w:p w:rsidR="007B2329" w:rsidRDefault="007B2329" w:rsidP="007B2329">
      <w:r>
        <w:t>192.7703</w:t>
      </w:r>
      <w:r>
        <w:tab/>
        <w:t>1.025e0</w:t>
      </w:r>
    </w:p>
    <w:p w:rsidR="007B2329" w:rsidRDefault="007B2329" w:rsidP="007B2329">
      <w:r>
        <w:t>192.7812</w:t>
      </w:r>
      <w:r>
        <w:tab/>
        <w:t>1.013e0</w:t>
      </w:r>
    </w:p>
    <w:p w:rsidR="007B2329" w:rsidRDefault="007B2329" w:rsidP="007B2329">
      <w:r>
        <w:t>192.7850</w:t>
      </w:r>
      <w:r>
        <w:tab/>
        <w:t>1.013e0</w:t>
      </w:r>
    </w:p>
    <w:p w:rsidR="007B2329" w:rsidRDefault="007B2329" w:rsidP="007B2329">
      <w:r>
        <w:t>192.7999</w:t>
      </w:r>
      <w:r>
        <w:tab/>
        <w:t>1.013e0</w:t>
      </w:r>
    </w:p>
    <w:p w:rsidR="007B2329" w:rsidRDefault="007B2329" w:rsidP="007B2329">
      <w:r>
        <w:t>192.8036</w:t>
      </w:r>
      <w:r>
        <w:tab/>
        <w:t>1.013e0</w:t>
      </w:r>
    </w:p>
    <w:p w:rsidR="007B2329" w:rsidRDefault="007B2329" w:rsidP="007B2329">
      <w:r>
        <w:t>192.8111</w:t>
      </w:r>
      <w:r>
        <w:tab/>
        <w:t>1.013e0</w:t>
      </w:r>
    </w:p>
    <w:p w:rsidR="007B2329" w:rsidRDefault="007B2329" w:rsidP="007B2329">
      <w:r>
        <w:t>192.8186</w:t>
      </w:r>
      <w:r>
        <w:tab/>
        <w:t>5.063e0</w:t>
      </w:r>
    </w:p>
    <w:p w:rsidR="007B2329" w:rsidRDefault="007B2329" w:rsidP="007B2329">
      <w:r>
        <w:t>192.8222</w:t>
      </w:r>
      <w:r>
        <w:tab/>
        <w:t>1.013e0</w:t>
      </w:r>
    </w:p>
    <w:p w:rsidR="007B2329" w:rsidRDefault="007B2329" w:rsidP="007B2329">
      <w:r>
        <w:t>192.8334</w:t>
      </w:r>
      <w:r>
        <w:tab/>
        <w:t>1.013e0</w:t>
      </w:r>
    </w:p>
    <w:p w:rsidR="007B2329" w:rsidRDefault="007B2329" w:rsidP="007B2329">
      <w:r>
        <w:t>192.8408</w:t>
      </w:r>
      <w:r>
        <w:tab/>
        <w:t>1.013e0</w:t>
      </w:r>
    </w:p>
    <w:p w:rsidR="007B2329" w:rsidRDefault="007B2329" w:rsidP="007B2329">
      <w:r>
        <w:t>192.8485</w:t>
      </w:r>
      <w:r>
        <w:tab/>
        <w:t>3.038e0</w:t>
      </w:r>
    </w:p>
    <w:p w:rsidR="007B2329" w:rsidRDefault="007B2329" w:rsidP="007B2329">
      <w:r>
        <w:lastRenderedPageBreak/>
        <w:t>192.8595</w:t>
      </w:r>
      <w:r>
        <w:tab/>
        <w:t>1.013e0</w:t>
      </w:r>
    </w:p>
    <w:p w:rsidR="007B2329" w:rsidRDefault="007B2329" w:rsidP="007B2329">
      <w:r>
        <w:t>192.8706</w:t>
      </w:r>
      <w:r>
        <w:tab/>
        <w:t>1.013e0</w:t>
      </w:r>
    </w:p>
    <w:p w:rsidR="007B2329" w:rsidRDefault="007B2329" w:rsidP="007B2329">
      <w:r>
        <w:t>192.8744</w:t>
      </w:r>
      <w:r>
        <w:tab/>
        <w:t>2.025e0</w:t>
      </w:r>
    </w:p>
    <w:p w:rsidR="007B2329" w:rsidRDefault="007B2329" w:rsidP="007B2329">
      <w:r>
        <w:t>192.8873</w:t>
      </w:r>
      <w:r>
        <w:tab/>
        <w:t>2.025e0</w:t>
      </w:r>
    </w:p>
    <w:p w:rsidR="007B2329" w:rsidRDefault="007B2329" w:rsidP="007B2329">
      <w:r>
        <w:t>192.9042</w:t>
      </w:r>
      <w:r>
        <w:tab/>
        <w:t>1.013e0</w:t>
      </w:r>
    </w:p>
    <w:p w:rsidR="007B2329" w:rsidRDefault="007B2329" w:rsidP="007B2329">
      <w:r>
        <w:t>192.9079</w:t>
      </w:r>
      <w:r>
        <w:tab/>
        <w:t>1.013e0</w:t>
      </w:r>
    </w:p>
    <w:p w:rsidR="007B2329" w:rsidRDefault="007B2329" w:rsidP="007B2329">
      <w:r>
        <w:t>192.9115</w:t>
      </w:r>
      <w:r>
        <w:tab/>
        <w:t>2.025e0</w:t>
      </w:r>
    </w:p>
    <w:p w:rsidR="007B2329" w:rsidRDefault="007B2329" w:rsidP="007B2329">
      <w:r>
        <w:t>192.9152</w:t>
      </w:r>
      <w:r>
        <w:tab/>
        <w:t>1.013e0</w:t>
      </w:r>
    </w:p>
    <w:p w:rsidR="007B2329" w:rsidRDefault="007B2329" w:rsidP="007B2329">
      <w:r>
        <w:t>192.9225</w:t>
      </w:r>
      <w:r>
        <w:tab/>
        <w:t>1.013e0</w:t>
      </w:r>
    </w:p>
    <w:p w:rsidR="007B2329" w:rsidRDefault="007B2329" w:rsidP="007B2329">
      <w:r>
        <w:t>192.9409</w:t>
      </w:r>
      <w:r>
        <w:tab/>
        <w:t>2.025e0</w:t>
      </w:r>
    </w:p>
    <w:p w:rsidR="007B2329" w:rsidRDefault="007B2329" w:rsidP="007B2329">
      <w:r>
        <w:t>192.9445</w:t>
      </w:r>
      <w:r>
        <w:tab/>
        <w:t>2.025e0</w:t>
      </w:r>
    </w:p>
    <w:p w:rsidR="007B2329" w:rsidRDefault="007B2329" w:rsidP="007B2329">
      <w:r>
        <w:t>192.9556</w:t>
      </w:r>
      <w:r>
        <w:tab/>
        <w:t>1.013e0</w:t>
      </w:r>
    </w:p>
    <w:p w:rsidR="007B2329" w:rsidRDefault="007B2329" w:rsidP="007B2329">
      <w:r>
        <w:t>192.9575</w:t>
      </w:r>
      <w:r>
        <w:tab/>
        <w:t>1.025e0</w:t>
      </w:r>
    </w:p>
    <w:p w:rsidR="007B2329" w:rsidRDefault="007B2329" w:rsidP="007B2329">
      <w:r>
        <w:t>192.9611</w:t>
      </w:r>
      <w:r>
        <w:tab/>
        <w:t>2.025e0</w:t>
      </w:r>
    </w:p>
    <w:p w:rsidR="007B2329" w:rsidRDefault="007B2329" w:rsidP="007B2329">
      <w:r>
        <w:t>192.9629</w:t>
      </w:r>
      <w:r>
        <w:tab/>
        <w:t>1.013e0</w:t>
      </w:r>
    </w:p>
    <w:p w:rsidR="007B2329" w:rsidRDefault="007B2329" w:rsidP="007B2329">
      <w:r>
        <w:t>192.9850</w:t>
      </w:r>
      <w:r>
        <w:tab/>
        <w:t>1.013e0</w:t>
      </w:r>
    </w:p>
    <w:p w:rsidR="007B2329" w:rsidRDefault="007B2329" w:rsidP="007B2329">
      <w:r>
        <w:t>193.0125</w:t>
      </w:r>
      <w:r>
        <w:tab/>
        <w:t>2.025e0</w:t>
      </w:r>
    </w:p>
    <w:p w:rsidR="007B2329" w:rsidRDefault="007B2329" w:rsidP="007B2329">
      <w:r>
        <w:t>193.0218</w:t>
      </w:r>
      <w:r>
        <w:tab/>
        <w:t>1.013e0</w:t>
      </w:r>
    </w:p>
    <w:p w:rsidR="007B2329" w:rsidRDefault="007B2329" w:rsidP="007B2329">
      <w:r>
        <w:t>193.0291</w:t>
      </w:r>
      <w:r>
        <w:tab/>
        <w:t>1.013e0</w:t>
      </w:r>
    </w:p>
    <w:p w:rsidR="007B2329" w:rsidRDefault="007B2329" w:rsidP="007B2329">
      <w:r>
        <w:lastRenderedPageBreak/>
        <w:t>193.0308</w:t>
      </w:r>
      <w:r>
        <w:tab/>
        <w:t>2.038e0</w:t>
      </w:r>
    </w:p>
    <w:p w:rsidR="007B2329" w:rsidRDefault="007B2329" w:rsidP="007B2329">
      <w:r>
        <w:t>193.0364</w:t>
      </w:r>
      <w:r>
        <w:tab/>
        <w:t>2.025e0</w:t>
      </w:r>
    </w:p>
    <w:p w:rsidR="007B2329" w:rsidRDefault="007B2329" w:rsidP="007B2329">
      <w:r>
        <w:t>193.0475</w:t>
      </w:r>
      <w:r>
        <w:tab/>
        <w:t>1.266e-2</w:t>
      </w:r>
    </w:p>
    <w:p w:rsidR="007B2329" w:rsidRDefault="007B2329" w:rsidP="007B2329">
      <w:r>
        <w:t>193.0549</w:t>
      </w:r>
      <w:r>
        <w:tab/>
        <w:t>2.025e0</w:t>
      </w:r>
    </w:p>
    <w:p w:rsidR="007B2329" w:rsidRDefault="007B2329" w:rsidP="007B2329">
      <w:r>
        <w:t>193.0733</w:t>
      </w:r>
      <w:r>
        <w:tab/>
        <w:t>1.025e0</w:t>
      </w:r>
    </w:p>
    <w:p w:rsidR="007B2329" w:rsidRDefault="007B2329" w:rsidP="007B2329">
      <w:r>
        <w:t>193.0769</w:t>
      </w:r>
      <w:r>
        <w:tab/>
        <w:t>1.013e0</w:t>
      </w:r>
    </w:p>
    <w:p w:rsidR="007B2329" w:rsidRDefault="007B2329" w:rsidP="007B2329">
      <w:r>
        <w:t>193.0825</w:t>
      </w:r>
      <w:r>
        <w:tab/>
        <w:t>2.025e0</w:t>
      </w:r>
    </w:p>
    <w:p w:rsidR="007B2329" w:rsidRDefault="007B2329" w:rsidP="007B2329">
      <w:r>
        <w:t>193.0870</w:t>
      </w:r>
      <w:r>
        <w:tab/>
        <w:t>3.038e0</w:t>
      </w:r>
    </w:p>
    <w:p w:rsidR="007B2329" w:rsidRDefault="007B2329" w:rsidP="007B2329">
      <w:r>
        <w:t>193.0990</w:t>
      </w:r>
      <w:r>
        <w:tab/>
        <w:t>1.013e0</w:t>
      </w:r>
    </w:p>
    <w:p w:rsidR="007B2329" w:rsidRDefault="007B2329" w:rsidP="007B2329">
      <w:r>
        <w:t>193.1006</w:t>
      </w:r>
      <w:r>
        <w:tab/>
        <w:t>1.520e1</w:t>
      </w:r>
    </w:p>
    <w:p w:rsidR="007B2329" w:rsidRDefault="007B2329" w:rsidP="007B2329">
      <w:r>
        <w:t>193.1027</w:t>
      </w:r>
      <w:r>
        <w:tab/>
        <w:t>2.025e0</w:t>
      </w:r>
    </w:p>
    <w:p w:rsidR="007B2329" w:rsidRDefault="007B2329" w:rsidP="007B2329">
      <w:r>
        <w:t>193.1052</w:t>
      </w:r>
      <w:r>
        <w:tab/>
        <w:t>7.089e0</w:t>
      </w:r>
    </w:p>
    <w:p w:rsidR="007B2329" w:rsidRDefault="007B2329" w:rsidP="007B2329">
      <w:r>
        <w:t>193.1247</w:t>
      </w:r>
      <w:r>
        <w:tab/>
        <w:t>3.798e-2</w:t>
      </w:r>
    </w:p>
    <w:p w:rsidR="007B2329" w:rsidRDefault="007B2329" w:rsidP="007B2329">
      <w:r>
        <w:t>193.1315</w:t>
      </w:r>
      <w:r>
        <w:tab/>
        <w:t>2.302e0</w:t>
      </w:r>
    </w:p>
    <w:p w:rsidR="007B2329" w:rsidRDefault="007B2329" w:rsidP="007B2329">
      <w:r>
        <w:t>193.1357</w:t>
      </w:r>
      <w:r>
        <w:tab/>
        <w:t>1.013e0</w:t>
      </w:r>
    </w:p>
    <w:p w:rsidR="007B2329" w:rsidRDefault="007B2329" w:rsidP="007B2329">
      <w:r>
        <w:t>193.1505</w:t>
      </w:r>
      <w:r>
        <w:tab/>
        <w:t>1.013e0</w:t>
      </w:r>
    </w:p>
    <w:p w:rsidR="007B2329" w:rsidRDefault="007B2329" w:rsidP="007B2329">
      <w:r>
        <w:t>193.1541</w:t>
      </w:r>
      <w:r>
        <w:tab/>
        <w:t>1.013e0</w:t>
      </w:r>
    </w:p>
    <w:p w:rsidR="007B2329" w:rsidRDefault="007B2329" w:rsidP="007B2329">
      <w:r>
        <w:t>193.1577</w:t>
      </w:r>
      <w:r>
        <w:tab/>
        <w:t>2.532e-2</w:t>
      </w:r>
    </w:p>
    <w:p w:rsidR="007B2329" w:rsidRDefault="007B2329" w:rsidP="007B2329">
      <w:r>
        <w:t>193.1739</w:t>
      </w:r>
      <w:r>
        <w:tab/>
        <w:t>3.038e0</w:t>
      </w:r>
    </w:p>
    <w:p w:rsidR="007B2329" w:rsidRDefault="007B2329" w:rsidP="007B2329">
      <w:r>
        <w:lastRenderedPageBreak/>
        <w:t>193.1764</w:t>
      </w:r>
      <w:r>
        <w:tab/>
        <w:t>1.013e0</w:t>
      </w:r>
    </w:p>
    <w:p w:rsidR="007B2329" w:rsidRDefault="007B2329" w:rsidP="007B2329">
      <w:r>
        <w:t>193.1801</w:t>
      </w:r>
      <w:r>
        <w:tab/>
        <w:t>1.013e0</w:t>
      </w:r>
    </w:p>
    <w:p w:rsidR="007B2329" w:rsidRDefault="007B2329" w:rsidP="007B2329">
      <w:r>
        <w:t>193.1838</w:t>
      </w:r>
      <w:r>
        <w:tab/>
        <w:t>1.013e0</w:t>
      </w:r>
    </w:p>
    <w:p w:rsidR="007B2329" w:rsidRDefault="007B2329" w:rsidP="007B2329">
      <w:r>
        <w:t>193.1987</w:t>
      </w:r>
      <w:r>
        <w:tab/>
        <w:t>1.013e0</w:t>
      </w:r>
    </w:p>
    <w:p w:rsidR="007B2329" w:rsidRDefault="007B2329" w:rsidP="007B2329">
      <w:r>
        <w:t>193.2025</w:t>
      </w:r>
      <w:r>
        <w:tab/>
        <w:t>1.013e0</w:t>
      </w:r>
    </w:p>
    <w:p w:rsidR="007B2329" w:rsidRDefault="007B2329" w:rsidP="007B2329">
      <w:r>
        <w:t>193.2062</w:t>
      </w:r>
      <w:r>
        <w:tab/>
        <w:t>1.013e0</w:t>
      </w:r>
    </w:p>
    <w:p w:rsidR="007B2329" w:rsidRDefault="007B2329" w:rsidP="007B2329">
      <w:r>
        <w:t>193.2118</w:t>
      </w:r>
      <w:r>
        <w:tab/>
        <w:t>2.025e0</w:t>
      </w:r>
    </w:p>
    <w:p w:rsidR="007B2329" w:rsidRDefault="007B2329" w:rsidP="007B2329">
      <w:r>
        <w:t>193.2173</w:t>
      </w:r>
      <w:r>
        <w:tab/>
        <w:t>1.013e0</w:t>
      </w:r>
    </w:p>
    <w:p w:rsidR="007B2329" w:rsidRDefault="007B2329" w:rsidP="007B2329">
      <w:r>
        <w:t>193.2323</w:t>
      </w:r>
      <w:r>
        <w:tab/>
        <w:t>1.013e0</w:t>
      </w:r>
    </w:p>
    <w:p w:rsidR="007B2329" w:rsidRDefault="007B2329" w:rsidP="007B2329">
      <w:r>
        <w:t>193.2415</w:t>
      </w:r>
      <w:r>
        <w:tab/>
        <w:t>2.025e0</w:t>
      </w:r>
    </w:p>
    <w:p w:rsidR="007B2329" w:rsidRDefault="007B2329" w:rsidP="007B2329">
      <w:r>
        <w:t>193.2510</w:t>
      </w:r>
      <w:r>
        <w:tab/>
        <w:t>1.013e0</w:t>
      </w:r>
    </w:p>
    <w:p w:rsidR="007B2329" w:rsidRDefault="007B2329" w:rsidP="007B2329">
      <w:r>
        <w:t>193.2547</w:t>
      </w:r>
      <w:r>
        <w:tab/>
        <w:t>1.013e0</w:t>
      </w:r>
    </w:p>
    <w:p w:rsidR="007B2329" w:rsidRDefault="007B2329" w:rsidP="007B2329">
      <w:r>
        <w:t>193.2584</w:t>
      </w:r>
      <w:r>
        <w:tab/>
        <w:t>1.013e0</w:t>
      </w:r>
    </w:p>
    <w:p w:rsidR="007B2329" w:rsidRDefault="007B2329" w:rsidP="007B2329">
      <w:r>
        <w:t>193.2658</w:t>
      </w:r>
      <w:r>
        <w:tab/>
        <w:t>2.025e0</w:t>
      </w:r>
    </w:p>
    <w:p w:rsidR="007B2329" w:rsidRDefault="007B2329" w:rsidP="007B2329">
      <w:r>
        <w:t>193.2734</w:t>
      </w:r>
      <w:r>
        <w:tab/>
        <w:t>1.013e0</w:t>
      </w:r>
    </w:p>
    <w:p w:rsidR="007B2329" w:rsidRDefault="007B2329" w:rsidP="007B2329">
      <w:r>
        <w:t>193.2808</w:t>
      </w:r>
      <w:r>
        <w:tab/>
        <w:t>2.025e0</w:t>
      </w:r>
    </w:p>
    <w:p w:rsidR="007B2329" w:rsidRDefault="007B2329" w:rsidP="007B2329">
      <w:r>
        <w:t>193.2956</w:t>
      </w:r>
      <w:r>
        <w:tab/>
        <w:t>2.025e0</w:t>
      </w:r>
    </w:p>
    <w:p w:rsidR="007B2329" w:rsidRDefault="007B2329" w:rsidP="007B2329">
      <w:r>
        <w:t>193.3158</w:t>
      </w:r>
      <w:r>
        <w:tab/>
        <w:t>2.025e0</w:t>
      </w:r>
    </w:p>
    <w:p w:rsidR="007B2329" w:rsidRDefault="007B2329" w:rsidP="007B2329">
      <w:r>
        <w:t>193.3250</w:t>
      </w:r>
      <w:r>
        <w:tab/>
        <w:t>1.013e0</w:t>
      </w:r>
    </w:p>
    <w:p w:rsidR="007B2329" w:rsidRDefault="007B2329" w:rsidP="007B2329">
      <w:r>
        <w:lastRenderedPageBreak/>
        <w:t>193.3286</w:t>
      </w:r>
      <w:r>
        <w:tab/>
        <w:t>1.013e0</w:t>
      </w:r>
    </w:p>
    <w:p w:rsidR="007B2329" w:rsidRDefault="007B2329" w:rsidP="007B2329">
      <w:r>
        <w:t>193.3470</w:t>
      </w:r>
      <w:r>
        <w:tab/>
        <w:t>3.038e0</w:t>
      </w:r>
    </w:p>
    <w:p w:rsidR="007B2329" w:rsidRDefault="007B2329" w:rsidP="007B2329">
      <w:r>
        <w:t>193.3544</w:t>
      </w:r>
      <w:r>
        <w:tab/>
        <w:t>1.013e0</w:t>
      </w:r>
    </w:p>
    <w:p w:rsidR="007B2329" w:rsidRDefault="007B2329" w:rsidP="007B2329">
      <w:r>
        <w:t>193.3580</w:t>
      </w:r>
      <w:r>
        <w:tab/>
        <w:t>1.013e0</w:t>
      </w:r>
    </w:p>
    <w:p w:rsidR="007B2329" w:rsidRDefault="007B2329" w:rsidP="007B2329">
      <w:r>
        <w:t>193.3599</w:t>
      </w:r>
      <w:r>
        <w:tab/>
        <w:t>2.025e0</w:t>
      </w:r>
    </w:p>
    <w:p w:rsidR="007B2329" w:rsidRDefault="007B2329" w:rsidP="007B2329">
      <w:r>
        <w:t>193.3801</w:t>
      </w:r>
      <w:r>
        <w:tab/>
        <w:t>1.013e0</w:t>
      </w:r>
    </w:p>
    <w:p w:rsidR="007B2329" w:rsidRDefault="007B2329" w:rsidP="007B2329">
      <w:r>
        <w:t>193.3820</w:t>
      </w:r>
      <w:r>
        <w:tab/>
        <w:t>2.025e0</w:t>
      </w:r>
    </w:p>
    <w:p w:rsidR="007B2329" w:rsidRDefault="007B2329" w:rsidP="007B2329">
      <w:r>
        <w:t>193.3838</w:t>
      </w:r>
      <w:r>
        <w:tab/>
        <w:t>3.038e0</w:t>
      </w:r>
    </w:p>
    <w:p w:rsidR="007B2329" w:rsidRDefault="007B2329" w:rsidP="007B2329">
      <w:r>
        <w:t>193.4059</w:t>
      </w:r>
      <w:r>
        <w:tab/>
        <w:t>1.013e0</w:t>
      </w:r>
    </w:p>
    <w:p w:rsidR="007B2329" w:rsidRDefault="007B2329" w:rsidP="007B2329">
      <w:r>
        <w:t>193.4281</w:t>
      </w:r>
      <w:r>
        <w:tab/>
        <w:t>2.025e0</w:t>
      </w:r>
    </w:p>
    <w:p w:rsidR="007B2329" w:rsidRDefault="007B2329" w:rsidP="007B2329">
      <w:r>
        <w:t>193.4299</w:t>
      </w:r>
      <w:r>
        <w:tab/>
        <w:t>2.025e0</w:t>
      </w:r>
    </w:p>
    <w:p w:rsidR="007B2329" w:rsidRDefault="007B2329" w:rsidP="007B2329">
      <w:r>
        <w:t>193.4317</w:t>
      </w:r>
      <w:r>
        <w:tab/>
        <w:t>1.013e0</w:t>
      </w:r>
    </w:p>
    <w:p w:rsidR="007B2329" w:rsidRDefault="007B2329" w:rsidP="007B2329">
      <w:r>
        <w:t>193.4612</w:t>
      </w:r>
      <w:r>
        <w:tab/>
        <w:t>1.013e0</w:t>
      </w:r>
    </w:p>
    <w:p w:rsidR="007B2329" w:rsidRDefault="007B2329" w:rsidP="007B2329">
      <w:r>
        <w:t>193.4649</w:t>
      </w:r>
      <w:r>
        <w:tab/>
        <w:t>1.013e0</w:t>
      </w:r>
    </w:p>
    <w:p w:rsidR="007B2329" w:rsidRDefault="007B2329" w:rsidP="007B2329">
      <w:r>
        <w:t>193.4869</w:t>
      </w:r>
      <w:r>
        <w:tab/>
        <w:t>1.013e0</w:t>
      </w:r>
    </w:p>
    <w:p w:rsidR="007B2329" w:rsidRDefault="007B2329" w:rsidP="007B2329">
      <w:r>
        <w:t>193.4998</w:t>
      </w:r>
      <w:r>
        <w:tab/>
        <w:t>2.025e0</w:t>
      </w:r>
    </w:p>
    <w:p w:rsidR="007B2329" w:rsidRDefault="007B2329" w:rsidP="007B2329">
      <w:r>
        <w:t>193.5017</w:t>
      </w:r>
      <w:r>
        <w:tab/>
        <w:t>1.025e0</w:t>
      </w:r>
    </w:p>
    <w:p w:rsidR="007B2329" w:rsidRDefault="007B2329" w:rsidP="007B2329">
      <w:r>
        <w:t>193.5199</w:t>
      </w:r>
      <w:r>
        <w:tab/>
        <w:t>2.025e0</w:t>
      </w:r>
    </w:p>
    <w:p w:rsidR="007B2329" w:rsidRDefault="007B2329" w:rsidP="007B2329">
      <w:r>
        <w:t>193.5272</w:t>
      </w:r>
      <w:r>
        <w:tab/>
        <w:t>1.013e0</w:t>
      </w:r>
    </w:p>
    <w:p w:rsidR="007B2329" w:rsidRDefault="007B2329" w:rsidP="007B2329">
      <w:r>
        <w:lastRenderedPageBreak/>
        <w:t>193.5310</w:t>
      </w:r>
      <w:r>
        <w:tab/>
        <w:t>1.013e0</w:t>
      </w:r>
    </w:p>
    <w:p w:rsidR="007B2329" w:rsidRDefault="007B2329" w:rsidP="007B2329">
      <w:r>
        <w:t>193.5385</w:t>
      </w:r>
      <w:r>
        <w:tab/>
        <w:t>1.013e0</w:t>
      </w:r>
    </w:p>
    <w:p w:rsidR="007B2329" w:rsidRDefault="007B2329" w:rsidP="007B2329">
      <w:r>
        <w:t>193.5434</w:t>
      </w:r>
      <w:r>
        <w:tab/>
        <w:t>3.038e0</w:t>
      </w:r>
    </w:p>
    <w:p w:rsidR="007B2329" w:rsidRDefault="007B2329" w:rsidP="007B2329">
      <w:r>
        <w:t>193.5459</w:t>
      </w:r>
      <w:r>
        <w:tab/>
        <w:t>1.013e0</w:t>
      </w:r>
    </w:p>
    <w:p w:rsidR="007B2329" w:rsidRDefault="007B2329" w:rsidP="007B2329">
      <w:r>
        <w:t>193.5628</w:t>
      </w:r>
      <w:r>
        <w:tab/>
        <w:t>2.532e-2</w:t>
      </w:r>
    </w:p>
    <w:p w:rsidR="007B2329" w:rsidRDefault="007B2329" w:rsidP="007B2329">
      <w:r>
        <w:t>193.5684</w:t>
      </w:r>
      <w:r>
        <w:tab/>
        <w:t>1.013e0</w:t>
      </w:r>
    </w:p>
    <w:p w:rsidR="007B2329" w:rsidRDefault="007B2329" w:rsidP="007B2329">
      <w:r>
        <w:t>193.5704</w:t>
      </w:r>
      <w:r>
        <w:tab/>
        <w:t>2.025e0</w:t>
      </w:r>
    </w:p>
    <w:p w:rsidR="007B2329" w:rsidRDefault="007B2329" w:rsidP="007B2329">
      <w:r>
        <w:t>193.5779</w:t>
      </w:r>
      <w:r>
        <w:tab/>
        <w:t>3.038e0</w:t>
      </w:r>
    </w:p>
    <w:p w:rsidR="007B2329" w:rsidRDefault="007B2329" w:rsidP="007B2329">
      <w:r>
        <w:t>193.5871</w:t>
      </w:r>
      <w:r>
        <w:tab/>
        <w:t>1.013e0</w:t>
      </w:r>
    </w:p>
    <w:p w:rsidR="007B2329" w:rsidRDefault="007B2329" w:rsidP="007B2329">
      <w:r>
        <w:t>193.5908</w:t>
      </w:r>
      <w:r>
        <w:tab/>
        <w:t>1.266e-2</w:t>
      </w:r>
    </w:p>
    <w:p w:rsidR="007B2329" w:rsidRDefault="007B2329" w:rsidP="007B2329">
      <w:r>
        <w:t>193.5945</w:t>
      </w:r>
      <w:r>
        <w:tab/>
        <w:t>1.013e0</w:t>
      </w:r>
    </w:p>
    <w:p w:rsidR="007B2329" w:rsidRDefault="007B2329" w:rsidP="007B2329">
      <w:r>
        <w:t>193.6019</w:t>
      </w:r>
      <w:r>
        <w:tab/>
        <w:t>3.038e0</w:t>
      </w:r>
    </w:p>
    <w:p w:rsidR="007B2329" w:rsidRDefault="007B2329" w:rsidP="007B2329">
      <w:r>
        <w:t>193.6056</w:t>
      </w:r>
      <w:r>
        <w:tab/>
        <w:t>3.038e0</w:t>
      </w:r>
    </w:p>
    <w:p w:rsidR="007B2329" w:rsidRDefault="007B2329" w:rsidP="007B2329">
      <w:r>
        <w:t>193.6132</w:t>
      </w:r>
      <w:r>
        <w:tab/>
        <w:t>2.025e0</w:t>
      </w:r>
    </w:p>
    <w:p w:rsidR="007B2329" w:rsidRDefault="007B2329" w:rsidP="007B2329">
      <w:r>
        <w:t>193.6245</w:t>
      </w:r>
      <w:r>
        <w:tab/>
        <w:t>1.013e0</w:t>
      </w:r>
    </w:p>
    <w:p w:rsidR="007B2329" w:rsidRDefault="007B2329" w:rsidP="007B2329">
      <w:r>
        <w:t>193.6281</w:t>
      </w:r>
      <w:r>
        <w:tab/>
        <w:t>1.013e0</w:t>
      </w:r>
    </w:p>
    <w:p w:rsidR="007B2329" w:rsidRDefault="007B2329" w:rsidP="007B2329">
      <w:r>
        <w:t>193.6319</w:t>
      </w:r>
      <w:r>
        <w:tab/>
        <w:t>1.013e0</w:t>
      </w:r>
    </w:p>
    <w:p w:rsidR="007B2329" w:rsidRDefault="007B2329" w:rsidP="007B2329">
      <w:r>
        <w:t>193.6411</w:t>
      </w:r>
      <w:r>
        <w:tab/>
        <w:t>2.025e0</w:t>
      </w:r>
    </w:p>
    <w:p w:rsidR="007B2329" w:rsidRDefault="007B2329" w:rsidP="007B2329">
      <w:r>
        <w:t>193.6431</w:t>
      </w:r>
      <w:r>
        <w:tab/>
        <w:t>1.013e0</w:t>
      </w:r>
    </w:p>
    <w:p w:rsidR="007B2329" w:rsidRDefault="007B2329" w:rsidP="007B2329">
      <w:r>
        <w:lastRenderedPageBreak/>
        <w:t>193.6469</w:t>
      </w:r>
      <w:r>
        <w:tab/>
        <w:t>1.013e0</w:t>
      </w:r>
    </w:p>
    <w:p w:rsidR="007B2329" w:rsidRDefault="007B2329" w:rsidP="007B2329">
      <w:r>
        <w:t>193.6542</w:t>
      </w:r>
      <w:r>
        <w:tab/>
        <w:t>1.013e0</w:t>
      </w:r>
    </w:p>
    <w:p w:rsidR="007B2329" w:rsidRDefault="007B2329" w:rsidP="007B2329">
      <w:r>
        <w:t>193.6616</w:t>
      </w:r>
      <w:r>
        <w:tab/>
        <w:t>3.038e0</w:t>
      </w:r>
    </w:p>
    <w:p w:rsidR="007B2329" w:rsidRDefault="007B2329" w:rsidP="007B2329">
      <w:r>
        <w:t>193.6653</w:t>
      </w:r>
      <w:r>
        <w:tab/>
        <w:t>2.025e0</w:t>
      </w:r>
    </w:p>
    <w:p w:rsidR="007B2329" w:rsidRDefault="007B2329" w:rsidP="007B2329">
      <w:r>
        <w:t>193.6726</w:t>
      </w:r>
      <w:r>
        <w:tab/>
        <w:t>1.013e0</w:t>
      </w:r>
    </w:p>
    <w:p w:rsidR="007B2329" w:rsidRDefault="007B2329" w:rsidP="007B2329">
      <w:r>
        <w:t>193.6836</w:t>
      </w:r>
      <w:r>
        <w:tab/>
        <w:t>1.013e0</w:t>
      </w:r>
    </w:p>
    <w:p w:rsidR="007B2329" w:rsidRDefault="007B2329" w:rsidP="007B2329">
      <w:r>
        <w:t>193.6946</w:t>
      </w:r>
      <w:r>
        <w:tab/>
        <w:t>1.013e0</w:t>
      </w:r>
    </w:p>
    <w:p w:rsidR="007B2329" w:rsidRDefault="007B2329" w:rsidP="007B2329">
      <w:r>
        <w:t>193.6983</w:t>
      </w:r>
      <w:r>
        <w:tab/>
        <w:t>2.025e0</w:t>
      </w:r>
    </w:p>
    <w:p w:rsidR="007B2329" w:rsidRDefault="007B2329" w:rsidP="007B2329">
      <w:r>
        <w:t>193.7019</w:t>
      </w:r>
      <w:r>
        <w:tab/>
        <w:t>2.532e-2</w:t>
      </w:r>
    </w:p>
    <w:p w:rsidR="007B2329" w:rsidRDefault="007B2329" w:rsidP="007B2329">
      <w:r>
        <w:t>193.7057</w:t>
      </w:r>
      <w:r>
        <w:tab/>
        <w:t>2.025e0</w:t>
      </w:r>
    </w:p>
    <w:p w:rsidR="007B2329" w:rsidRDefault="007B2329" w:rsidP="007B2329">
      <w:r>
        <w:t>193.7118</w:t>
      </w:r>
      <w:r>
        <w:tab/>
        <w:t>1.038e0</w:t>
      </w:r>
    </w:p>
    <w:p w:rsidR="007B2329" w:rsidRDefault="007B2329" w:rsidP="007B2329">
      <w:r>
        <w:t>193.7203</w:t>
      </w:r>
      <w:r>
        <w:tab/>
        <w:t>1.266e-2</w:t>
      </w:r>
    </w:p>
    <w:p w:rsidR="007B2329" w:rsidRDefault="007B2329" w:rsidP="007B2329">
      <w:r>
        <w:t>193.7314</w:t>
      </w:r>
      <w:r>
        <w:tab/>
        <w:t>1.013e0</w:t>
      </w:r>
    </w:p>
    <w:p w:rsidR="007B2329" w:rsidRDefault="007B2329" w:rsidP="007B2329">
      <w:r>
        <w:t>193.7388</w:t>
      </w:r>
      <w:r>
        <w:tab/>
        <w:t>1.013e0</w:t>
      </w:r>
    </w:p>
    <w:p w:rsidR="007B2329" w:rsidRDefault="007B2329" w:rsidP="007B2329">
      <w:r>
        <w:t>193.7461</w:t>
      </w:r>
      <w:r>
        <w:tab/>
        <w:t>1.013e0</w:t>
      </w:r>
    </w:p>
    <w:p w:rsidR="007B2329" w:rsidRDefault="007B2329" w:rsidP="007B2329">
      <w:r>
        <w:t>193.7586</w:t>
      </w:r>
      <w:r>
        <w:tab/>
        <w:t>4.051e0</w:t>
      </w:r>
    </w:p>
    <w:p w:rsidR="007B2329" w:rsidRDefault="007B2329" w:rsidP="007B2329">
      <w:r>
        <w:t>193.7683</w:t>
      </w:r>
      <w:r>
        <w:tab/>
        <w:t>5.063e0</w:t>
      </w:r>
    </w:p>
    <w:p w:rsidR="007B2329" w:rsidRDefault="007B2329" w:rsidP="007B2329">
      <w:r>
        <w:t>193.7701</w:t>
      </w:r>
      <w:r>
        <w:tab/>
        <w:t>2.025e0</w:t>
      </w:r>
    </w:p>
    <w:p w:rsidR="007B2329" w:rsidRDefault="007B2329" w:rsidP="007B2329">
      <w:r>
        <w:t>193.7904</w:t>
      </w:r>
      <w:r>
        <w:tab/>
        <w:t>1.013e0</w:t>
      </w:r>
    </w:p>
    <w:p w:rsidR="007B2329" w:rsidRDefault="007B2329" w:rsidP="007B2329">
      <w:r>
        <w:lastRenderedPageBreak/>
        <w:t>193.8014</w:t>
      </w:r>
      <w:r>
        <w:tab/>
        <w:t>1.013e0</w:t>
      </w:r>
    </w:p>
    <w:p w:rsidR="007B2329" w:rsidRDefault="007B2329" w:rsidP="007B2329">
      <w:r>
        <w:t>193.8051</w:t>
      </w:r>
      <w:r>
        <w:tab/>
        <w:t>2.025e0</w:t>
      </w:r>
    </w:p>
    <w:p w:rsidR="007B2329" w:rsidRDefault="007B2329" w:rsidP="007B2329">
      <w:r>
        <w:t>193.8088</w:t>
      </w:r>
      <w:r>
        <w:tab/>
        <w:t>2.025e0</w:t>
      </w:r>
    </w:p>
    <w:p w:rsidR="007B2329" w:rsidRDefault="007B2329" w:rsidP="007B2329">
      <w:r>
        <w:t>193.8235</w:t>
      </w:r>
      <w:r>
        <w:tab/>
        <w:t>1.013e0</w:t>
      </w:r>
    </w:p>
    <w:p w:rsidR="007B2329" w:rsidRDefault="007B2329" w:rsidP="007B2329">
      <w:r>
        <w:t>193.8272</w:t>
      </w:r>
      <w:r>
        <w:tab/>
        <w:t>1.013e0</w:t>
      </w:r>
    </w:p>
    <w:p w:rsidR="007B2329" w:rsidRDefault="007B2329" w:rsidP="007B2329">
      <w:r>
        <w:t>193.8383</w:t>
      </w:r>
      <w:r>
        <w:tab/>
        <w:t>1.013e0</w:t>
      </w:r>
    </w:p>
    <w:p w:rsidR="007B2329" w:rsidRDefault="007B2329" w:rsidP="007B2329">
      <w:r>
        <w:t>193.8640</w:t>
      </w:r>
      <w:r>
        <w:tab/>
        <w:t>1.266e-2</w:t>
      </w:r>
    </w:p>
    <w:p w:rsidR="007B2329" w:rsidRDefault="007B2329" w:rsidP="007B2329">
      <w:r>
        <w:t>193.8787</w:t>
      </w:r>
      <w:r>
        <w:tab/>
        <w:t>1.013e0</w:t>
      </w:r>
    </w:p>
    <w:p w:rsidR="007B2329" w:rsidRDefault="007B2329" w:rsidP="007B2329">
      <w:r>
        <w:t>193.8825</w:t>
      </w:r>
      <w:r>
        <w:tab/>
        <w:t>1.013e0</w:t>
      </w:r>
    </w:p>
    <w:p w:rsidR="007B2329" w:rsidRDefault="007B2329" w:rsidP="007B2329">
      <w:r>
        <w:t>193.8862</w:t>
      </w:r>
      <w:r>
        <w:tab/>
        <w:t>1.013e0</w:t>
      </w:r>
    </w:p>
    <w:p w:rsidR="007B2329" w:rsidRDefault="007B2329" w:rsidP="007B2329">
      <w:r>
        <w:t>193.8937</w:t>
      </w:r>
      <w:r>
        <w:tab/>
        <w:t>2.025e0</w:t>
      </w:r>
    </w:p>
    <w:p w:rsidR="007B2329" w:rsidRDefault="007B2329" w:rsidP="007B2329">
      <w:r>
        <w:t>193.8975</w:t>
      </w:r>
      <w:r>
        <w:tab/>
        <w:t>1.013e0</w:t>
      </w:r>
    </w:p>
    <w:p w:rsidR="007B2329" w:rsidRDefault="007B2329" w:rsidP="007B2329">
      <w:r>
        <w:t>193.9012</w:t>
      </w:r>
      <w:r>
        <w:tab/>
        <w:t>2.025e0</w:t>
      </w:r>
    </w:p>
    <w:p w:rsidR="007B2329" w:rsidRDefault="007B2329" w:rsidP="007B2329">
      <w:r>
        <w:t>193.9049</w:t>
      </w:r>
      <w:r>
        <w:tab/>
        <w:t>1.266e-2</w:t>
      </w:r>
    </w:p>
    <w:p w:rsidR="007B2329" w:rsidRDefault="007B2329" w:rsidP="007B2329">
      <w:r>
        <w:t>193.9162</w:t>
      </w:r>
      <w:r>
        <w:tab/>
        <w:t>2.025e0</w:t>
      </w:r>
    </w:p>
    <w:p w:rsidR="007B2329" w:rsidRDefault="007B2329" w:rsidP="007B2329">
      <w:r>
        <w:t>193.9236</w:t>
      </w:r>
      <w:r>
        <w:tab/>
        <w:t>1.013e0</w:t>
      </w:r>
    </w:p>
    <w:p w:rsidR="007B2329" w:rsidRDefault="007B2329" w:rsidP="007B2329">
      <w:r>
        <w:t>193.9274</w:t>
      </w:r>
      <w:r>
        <w:tab/>
        <w:t>1.013e0</w:t>
      </w:r>
    </w:p>
    <w:p w:rsidR="007B2329" w:rsidRDefault="007B2329" w:rsidP="007B2329">
      <w:r>
        <w:t>193.9311</w:t>
      </w:r>
      <w:r>
        <w:tab/>
        <w:t>1.013e0</w:t>
      </w:r>
    </w:p>
    <w:p w:rsidR="007B2329" w:rsidRDefault="007B2329" w:rsidP="007B2329">
      <w:r>
        <w:t>193.9386</w:t>
      </w:r>
      <w:r>
        <w:tab/>
        <w:t>1.013e0</w:t>
      </w:r>
    </w:p>
    <w:p w:rsidR="007B2329" w:rsidRDefault="007B2329" w:rsidP="007B2329">
      <w:r>
        <w:lastRenderedPageBreak/>
        <w:t>193.9648</w:t>
      </w:r>
      <w:r>
        <w:tab/>
        <w:t>1.013e0</w:t>
      </w:r>
    </w:p>
    <w:p w:rsidR="007B2329" w:rsidRDefault="007B2329" w:rsidP="007B2329">
      <w:r>
        <w:t>193.9703</w:t>
      </w:r>
      <w:r>
        <w:tab/>
        <w:t>2.025e0</w:t>
      </w:r>
    </w:p>
    <w:p w:rsidR="007B2329" w:rsidRDefault="007B2329" w:rsidP="007B2329">
      <w:r>
        <w:t>193.9759</w:t>
      </w:r>
      <w:r>
        <w:tab/>
        <w:t>2.025e0</w:t>
      </w:r>
    </w:p>
    <w:p w:rsidR="007B2329" w:rsidRDefault="007B2329" w:rsidP="007B2329">
      <w:r>
        <w:t>193.9890</w:t>
      </w:r>
      <w:r>
        <w:tab/>
        <w:t>1.025e0</w:t>
      </w:r>
    </w:p>
    <w:p w:rsidR="007B2329" w:rsidRDefault="007B2329" w:rsidP="007B2329">
      <w:r>
        <w:t>193.9946</w:t>
      </w:r>
      <w:r>
        <w:tab/>
        <w:t>1.013e0</w:t>
      </w:r>
    </w:p>
    <w:p w:rsidR="007B2329" w:rsidRDefault="007B2329" w:rsidP="007B2329">
      <w:r>
        <w:t>194.0020</w:t>
      </w:r>
      <w:r>
        <w:tab/>
        <w:t>1.013e0</w:t>
      </w:r>
    </w:p>
    <w:p w:rsidR="007B2329" w:rsidRDefault="007B2329" w:rsidP="007B2329">
      <w:r>
        <w:t>194.0093</w:t>
      </w:r>
      <w:r>
        <w:tab/>
        <w:t>1.013e0</w:t>
      </w:r>
    </w:p>
    <w:p w:rsidR="007B2329" w:rsidRDefault="007B2329" w:rsidP="007B2329">
      <w:r>
        <w:t>194.0116</w:t>
      </w:r>
      <w:r>
        <w:tab/>
        <w:t>2.305e0</w:t>
      </w:r>
    </w:p>
    <w:p w:rsidR="007B2329" w:rsidRDefault="007B2329" w:rsidP="007B2329">
      <w:r>
        <w:t>194.0130</w:t>
      </w:r>
      <w:r>
        <w:tab/>
        <w:t>1.013e0</w:t>
      </w:r>
    </w:p>
    <w:p w:rsidR="007B2329" w:rsidRDefault="007B2329" w:rsidP="007B2329">
      <w:r>
        <w:t>194.0204</w:t>
      </w:r>
      <w:r>
        <w:tab/>
        <w:t>1.013e0</w:t>
      </w:r>
    </w:p>
    <w:p w:rsidR="007B2329" w:rsidRDefault="007B2329" w:rsidP="007B2329">
      <w:r>
        <w:t>194.0314</w:t>
      </w:r>
      <w:r>
        <w:tab/>
        <w:t>4.051e0</w:t>
      </w:r>
    </w:p>
    <w:p w:rsidR="007B2329" w:rsidRDefault="007B2329" w:rsidP="007B2329">
      <w:r>
        <w:t>194.0351</w:t>
      </w:r>
      <w:r>
        <w:tab/>
        <w:t>1.013e0</w:t>
      </w:r>
    </w:p>
    <w:p w:rsidR="007B2329" w:rsidRDefault="007B2329" w:rsidP="007B2329">
      <w:r>
        <w:t>194.0387</w:t>
      </w:r>
      <w:r>
        <w:tab/>
        <w:t>1.013e0</w:t>
      </w:r>
    </w:p>
    <w:p w:rsidR="007B2329" w:rsidRDefault="007B2329" w:rsidP="007B2329">
      <w:r>
        <w:t>194.0572</w:t>
      </w:r>
      <w:r>
        <w:tab/>
        <w:t>2.025e0</w:t>
      </w:r>
    </w:p>
    <w:p w:rsidR="007B2329" w:rsidRDefault="007B2329" w:rsidP="007B2329">
      <w:r>
        <w:t>194.0608</w:t>
      </w:r>
      <w:r>
        <w:tab/>
        <w:t>2.025e0</w:t>
      </w:r>
    </w:p>
    <w:p w:rsidR="007B2329" w:rsidRDefault="007B2329" w:rsidP="007B2329">
      <w:r>
        <w:t>194.0645</w:t>
      </w:r>
      <w:r>
        <w:tab/>
        <w:t>1.013e0</w:t>
      </w:r>
    </w:p>
    <w:p w:rsidR="007B2329" w:rsidRDefault="007B2329" w:rsidP="007B2329">
      <w:r>
        <w:t>194.0700</w:t>
      </w:r>
      <w:r>
        <w:tab/>
        <w:t>3.038e0</w:t>
      </w:r>
    </w:p>
    <w:p w:rsidR="007B2329" w:rsidRDefault="007B2329" w:rsidP="007B2329">
      <w:r>
        <w:t>194.0792</w:t>
      </w:r>
      <w:r>
        <w:tab/>
        <w:t>3.038e0</w:t>
      </w:r>
    </w:p>
    <w:p w:rsidR="007B2329" w:rsidRDefault="007B2329" w:rsidP="007B2329">
      <w:r>
        <w:t>194.0830</w:t>
      </w:r>
      <w:r>
        <w:tab/>
        <w:t>1.013e0</w:t>
      </w:r>
    </w:p>
    <w:p w:rsidR="007B2329" w:rsidRDefault="007B2329" w:rsidP="007B2329">
      <w:r>
        <w:lastRenderedPageBreak/>
        <w:t>194.0903</w:t>
      </w:r>
      <w:r>
        <w:tab/>
        <w:t>1.266e-2</w:t>
      </w:r>
    </w:p>
    <w:p w:rsidR="007B2329" w:rsidRDefault="007B2329" w:rsidP="007B2329">
      <w:r>
        <w:t>194.0972</w:t>
      </w:r>
      <w:r>
        <w:tab/>
        <w:t>2.560e0</w:t>
      </w:r>
    </w:p>
    <w:p w:rsidR="007B2329" w:rsidRDefault="007B2329" w:rsidP="007B2329">
      <w:r>
        <w:t>194.1051</w:t>
      </w:r>
      <w:r>
        <w:tab/>
        <w:t>1.013e0</w:t>
      </w:r>
    </w:p>
    <w:p w:rsidR="007B2329" w:rsidRDefault="007B2329" w:rsidP="007B2329">
      <w:r>
        <w:t>194.1088</w:t>
      </w:r>
      <w:r>
        <w:tab/>
        <w:t>2.025e0</w:t>
      </w:r>
    </w:p>
    <w:p w:rsidR="007B2329" w:rsidRDefault="007B2329" w:rsidP="007B2329">
      <w:r>
        <w:t>194.1106</w:t>
      </w:r>
      <w:r>
        <w:tab/>
        <w:t>2.025e0</w:t>
      </w:r>
    </w:p>
    <w:p w:rsidR="007B2329" w:rsidRDefault="007B2329" w:rsidP="007B2329">
      <w:r>
        <w:t>194.1127</w:t>
      </w:r>
      <w:r>
        <w:tab/>
        <w:t>5.564e0</w:t>
      </w:r>
    </w:p>
    <w:p w:rsidR="007B2329" w:rsidRDefault="007B2329" w:rsidP="007B2329">
      <w:r>
        <w:t>194.1208</w:t>
      </w:r>
      <w:r>
        <w:tab/>
        <w:t>3.038e0</w:t>
      </w:r>
    </w:p>
    <w:p w:rsidR="007B2329" w:rsidRDefault="007B2329" w:rsidP="007B2329">
      <w:r>
        <w:t>194.1401</w:t>
      </w:r>
      <w:r>
        <w:tab/>
        <w:t>3.051e0</w:t>
      </w:r>
    </w:p>
    <w:p w:rsidR="007B2329" w:rsidRDefault="007B2329" w:rsidP="007B2329">
      <w:r>
        <w:t>194.1475</w:t>
      </w:r>
      <w:r>
        <w:tab/>
        <w:t>2.025e0</w:t>
      </w:r>
    </w:p>
    <w:p w:rsidR="007B2329" w:rsidRDefault="007B2329" w:rsidP="007B2329">
      <w:r>
        <w:t>194.1493</w:t>
      </w:r>
      <w:r>
        <w:tab/>
        <w:t>1.013e0</w:t>
      </w:r>
    </w:p>
    <w:p w:rsidR="007B2329" w:rsidRDefault="007B2329" w:rsidP="007B2329">
      <w:r>
        <w:t>194.1530</w:t>
      </w:r>
      <w:r>
        <w:tab/>
        <w:t>2.025e0</w:t>
      </w:r>
    </w:p>
    <w:p w:rsidR="007B2329" w:rsidRDefault="007B2329" w:rsidP="007B2329">
      <w:r>
        <w:t>194.1658</w:t>
      </w:r>
      <w:r>
        <w:tab/>
        <w:t>2.532e-2</w:t>
      </w:r>
    </w:p>
    <w:p w:rsidR="007B2329" w:rsidRDefault="007B2329" w:rsidP="007B2329">
      <w:r>
        <w:t>194.1696</w:t>
      </w:r>
      <w:r>
        <w:tab/>
        <w:t>2.025e0</w:t>
      </w:r>
    </w:p>
    <w:p w:rsidR="007B2329" w:rsidRDefault="007B2329" w:rsidP="007B2329">
      <w:r>
        <w:t>194.1714</w:t>
      </w:r>
      <w:r>
        <w:tab/>
        <w:t>1.013e0</w:t>
      </w:r>
    </w:p>
    <w:p w:rsidR="007B2329" w:rsidRDefault="007B2329" w:rsidP="007B2329">
      <w:r>
        <w:t>194.1842</w:t>
      </w:r>
      <w:r>
        <w:tab/>
        <w:t>2.025e0</w:t>
      </w:r>
    </w:p>
    <w:p w:rsidR="007B2329" w:rsidRDefault="007B2329" w:rsidP="007B2329">
      <w:r>
        <w:t>194.1916</w:t>
      </w:r>
      <w:r>
        <w:tab/>
        <w:t>2.025e0</w:t>
      </w:r>
    </w:p>
    <w:p w:rsidR="007B2329" w:rsidRDefault="007B2329" w:rsidP="007B2329">
      <w:r>
        <w:t>194.2008</w:t>
      </w:r>
      <w:r>
        <w:tab/>
        <w:t>1.013e0</w:t>
      </w:r>
    </w:p>
    <w:p w:rsidR="007B2329" w:rsidRDefault="007B2329" w:rsidP="007B2329">
      <w:r>
        <w:t>194.2082</w:t>
      </w:r>
      <w:r>
        <w:tab/>
        <w:t>1.013e0</w:t>
      </w:r>
    </w:p>
    <w:p w:rsidR="007B2329" w:rsidRDefault="007B2329" w:rsidP="007B2329">
      <w:r>
        <w:t>194.2158</w:t>
      </w:r>
      <w:r>
        <w:tab/>
        <w:t>2.025e0</w:t>
      </w:r>
    </w:p>
    <w:p w:rsidR="007B2329" w:rsidRDefault="007B2329" w:rsidP="007B2329">
      <w:r>
        <w:lastRenderedPageBreak/>
        <w:t>194.2195</w:t>
      </w:r>
      <w:r>
        <w:tab/>
        <w:t>1.013e0</w:t>
      </w:r>
    </w:p>
    <w:p w:rsidR="007B2329" w:rsidRDefault="007B2329" w:rsidP="007B2329">
      <w:r>
        <w:t>194.2253</w:t>
      </w:r>
      <w:r>
        <w:tab/>
        <w:t>2.025e0</w:t>
      </w:r>
    </w:p>
    <w:p w:rsidR="007B2329" w:rsidRDefault="007B2329" w:rsidP="007B2329">
      <w:r>
        <w:t>194.2270</w:t>
      </w:r>
      <w:r>
        <w:tab/>
        <w:t>1.013e0</w:t>
      </w:r>
    </w:p>
    <w:p w:rsidR="007B2329" w:rsidRDefault="007B2329" w:rsidP="007B2329">
      <w:r>
        <w:t>194.2345</w:t>
      </w:r>
      <w:r>
        <w:tab/>
        <w:t>1.013e0</w:t>
      </w:r>
    </w:p>
    <w:p w:rsidR="007B2329" w:rsidRDefault="007B2329" w:rsidP="007B2329">
      <w:r>
        <w:t>194.2382</w:t>
      </w:r>
      <w:r>
        <w:tab/>
        <w:t>1.013e0</w:t>
      </w:r>
    </w:p>
    <w:p w:rsidR="007B2329" w:rsidRDefault="007B2329" w:rsidP="007B2329">
      <w:r>
        <w:t>194.2570</w:t>
      </w:r>
      <w:r>
        <w:tab/>
        <w:t>1.025e0</w:t>
      </w:r>
    </w:p>
    <w:p w:rsidR="007B2329" w:rsidRDefault="007B2329" w:rsidP="007B2329">
      <w:r>
        <w:t>194.2644</w:t>
      </w:r>
      <w:r>
        <w:tab/>
        <w:t>1.013e0</w:t>
      </w:r>
    </w:p>
    <w:p w:rsidR="007B2329" w:rsidRDefault="007B2329" w:rsidP="007B2329">
      <w:r>
        <w:t>194.2757</w:t>
      </w:r>
      <w:r>
        <w:tab/>
        <w:t>1.013e0</w:t>
      </w:r>
    </w:p>
    <w:p w:rsidR="007B2329" w:rsidRDefault="007B2329" w:rsidP="007B2329">
      <w:r>
        <w:t>194.2805</w:t>
      </w:r>
      <w:r>
        <w:tab/>
        <w:t>7.089e0</w:t>
      </w:r>
    </w:p>
    <w:p w:rsidR="007B2329" w:rsidRDefault="007B2329" w:rsidP="007B2329">
      <w:r>
        <w:t>194.2832</w:t>
      </w:r>
      <w:r>
        <w:tab/>
        <w:t>1.013e0</w:t>
      </w:r>
    </w:p>
    <w:p w:rsidR="007B2329" w:rsidRDefault="007B2329" w:rsidP="007B2329">
      <w:r>
        <w:t>194.3007</w:t>
      </w:r>
      <w:r>
        <w:tab/>
        <w:t>3.038e0</w:t>
      </w:r>
    </w:p>
    <w:p w:rsidR="007B2329" w:rsidRDefault="007B2329" w:rsidP="007B2329">
      <w:r>
        <w:t>194.3017</w:t>
      </w:r>
      <w:r>
        <w:tab/>
        <w:t>2.025e0</w:t>
      </w:r>
    </w:p>
    <w:p w:rsidR="007B2329" w:rsidRDefault="007B2329" w:rsidP="007B2329">
      <w:r>
        <w:t>194.3057</w:t>
      </w:r>
      <w:r>
        <w:tab/>
        <w:t>1.013e0</w:t>
      </w:r>
    </w:p>
    <w:p w:rsidR="007B2329" w:rsidRDefault="007B2329" w:rsidP="007B2329">
      <w:r>
        <w:t>194.3094</w:t>
      </w:r>
      <w:r>
        <w:tab/>
        <w:t>2.025e0</w:t>
      </w:r>
    </w:p>
    <w:p w:rsidR="007B2329" w:rsidRDefault="007B2329" w:rsidP="007B2329">
      <w:r>
        <w:t>194.3168</w:t>
      </w:r>
      <w:r>
        <w:tab/>
        <w:t>1.013e0</w:t>
      </w:r>
    </w:p>
    <w:p w:rsidR="007B2329" w:rsidRDefault="007B2329" w:rsidP="007B2329">
      <w:r>
        <w:t>194.3206</w:t>
      </w:r>
      <w:r>
        <w:tab/>
        <w:t>1.013e0</w:t>
      </w:r>
    </w:p>
    <w:p w:rsidR="007B2329" w:rsidRDefault="007B2329" w:rsidP="007B2329">
      <w:r>
        <w:t>194.3462</w:t>
      </w:r>
      <w:r>
        <w:tab/>
        <w:t>3.038e0</w:t>
      </w:r>
    </w:p>
    <w:p w:rsidR="007B2329" w:rsidRDefault="007B2329" w:rsidP="007B2329">
      <w:r>
        <w:t>194.3499</w:t>
      </w:r>
      <w:r>
        <w:tab/>
        <w:t>1.013e0</w:t>
      </w:r>
    </w:p>
    <w:p w:rsidR="007B2329" w:rsidRDefault="007B2329" w:rsidP="007B2329">
      <w:r>
        <w:t>194.3756</w:t>
      </w:r>
      <w:r>
        <w:tab/>
        <w:t>1.013e0</w:t>
      </w:r>
    </w:p>
    <w:p w:rsidR="007B2329" w:rsidRDefault="007B2329" w:rsidP="007B2329">
      <w:r>
        <w:lastRenderedPageBreak/>
        <w:t>194.3793</w:t>
      </w:r>
      <w:r>
        <w:tab/>
        <w:t>1.013e0</w:t>
      </w:r>
    </w:p>
    <w:p w:rsidR="007B2329" w:rsidRDefault="007B2329" w:rsidP="007B2329">
      <w:r>
        <w:t>194.3978</w:t>
      </w:r>
      <w:r>
        <w:tab/>
        <w:t>3.038e0</w:t>
      </w:r>
    </w:p>
    <w:p w:rsidR="007B2329" w:rsidRDefault="007B2329" w:rsidP="007B2329">
      <w:r>
        <w:t>194.4015</w:t>
      </w:r>
      <w:r>
        <w:tab/>
        <w:t>1.013e0</w:t>
      </w:r>
    </w:p>
    <w:p w:rsidR="007B2329" w:rsidRDefault="007B2329" w:rsidP="007B2329">
      <w:r>
        <w:t>194.4125</w:t>
      </w:r>
      <w:r>
        <w:tab/>
        <w:t>1.013e0</w:t>
      </w:r>
    </w:p>
    <w:p w:rsidR="007B2329" w:rsidRDefault="007B2329" w:rsidP="007B2329">
      <w:r>
        <w:t>194.4199</w:t>
      </w:r>
      <w:r>
        <w:tab/>
        <w:t>1.013e0</w:t>
      </w:r>
    </w:p>
    <w:p w:rsidR="007B2329" w:rsidRDefault="007B2329" w:rsidP="007B2329">
      <w:r>
        <w:t>194.4218</w:t>
      </w:r>
      <w:r>
        <w:tab/>
        <w:t>2.025e0</w:t>
      </w:r>
    </w:p>
    <w:p w:rsidR="007B2329" w:rsidRDefault="007B2329" w:rsidP="007B2329">
      <w:r>
        <w:t>194.4310</w:t>
      </w:r>
      <w:r>
        <w:tab/>
        <w:t>1.013e0</w:t>
      </w:r>
    </w:p>
    <w:p w:rsidR="007B2329" w:rsidRDefault="007B2329" w:rsidP="007B2329">
      <w:r>
        <w:t>194.4532</w:t>
      </w:r>
      <w:r>
        <w:tab/>
        <w:t>2.025e0</w:t>
      </w:r>
    </w:p>
    <w:p w:rsidR="007B2329" w:rsidRDefault="007B2329" w:rsidP="007B2329">
      <w:r>
        <w:t>194.4569</w:t>
      </w:r>
      <w:r>
        <w:tab/>
        <w:t>1.013e0</w:t>
      </w:r>
    </w:p>
    <w:p w:rsidR="007B2329" w:rsidRDefault="007B2329" w:rsidP="007B2329">
      <w:r>
        <w:t>194.4606</w:t>
      </w:r>
      <w:r>
        <w:tab/>
        <w:t>1.266e-2</w:t>
      </w:r>
    </w:p>
    <w:p w:rsidR="007B2329" w:rsidRDefault="007B2329" w:rsidP="007B2329">
      <w:r>
        <w:t>194.4660</w:t>
      </w:r>
      <w:r>
        <w:tab/>
        <w:t>1.025e0</w:t>
      </w:r>
    </w:p>
    <w:p w:rsidR="007B2329" w:rsidRDefault="007B2329" w:rsidP="007B2329">
      <w:r>
        <w:t>194.4790</w:t>
      </w:r>
      <w:r>
        <w:tab/>
        <w:t>1.013e0</w:t>
      </w:r>
    </w:p>
    <w:p w:rsidR="007B2329" w:rsidRDefault="007B2329" w:rsidP="007B2329">
      <w:r>
        <w:t>194.4899</w:t>
      </w:r>
      <w:r>
        <w:tab/>
        <w:t>1.025e0</w:t>
      </w:r>
    </w:p>
    <w:p w:rsidR="007B2329" w:rsidRDefault="007B2329" w:rsidP="007B2329">
      <w:r>
        <w:t>194.4918</w:t>
      </w:r>
      <w:r>
        <w:tab/>
        <w:t>2.025e0</w:t>
      </w:r>
    </w:p>
    <w:p w:rsidR="007B2329" w:rsidRDefault="007B2329" w:rsidP="007B2329">
      <w:r>
        <w:t>194.5120</w:t>
      </w:r>
      <w:r>
        <w:tab/>
        <w:t>1.013e0</w:t>
      </w:r>
    </w:p>
    <w:p w:rsidR="007B2329" w:rsidRDefault="007B2329" w:rsidP="007B2329">
      <w:r>
        <w:t>194.5158</w:t>
      </w:r>
      <w:r>
        <w:tab/>
        <w:t>1.025e0</w:t>
      </w:r>
    </w:p>
    <w:p w:rsidR="007B2329" w:rsidRDefault="007B2329" w:rsidP="007B2329">
      <w:r>
        <w:t>194.5194</w:t>
      </w:r>
      <w:r>
        <w:tab/>
        <w:t>1.013e0</w:t>
      </w:r>
    </w:p>
    <w:p w:rsidR="007B2329" w:rsidRDefault="007B2329" w:rsidP="007B2329">
      <w:r>
        <w:t>194.5346</w:t>
      </w:r>
      <w:r>
        <w:tab/>
        <w:t>1.013e0</w:t>
      </w:r>
    </w:p>
    <w:p w:rsidR="007B2329" w:rsidRDefault="007B2329" w:rsidP="007B2329">
      <w:r>
        <w:t>194.5459</w:t>
      </w:r>
      <w:r>
        <w:tab/>
        <w:t>3.038e0</w:t>
      </w:r>
    </w:p>
    <w:p w:rsidR="007B2329" w:rsidRDefault="007B2329" w:rsidP="007B2329">
      <w:r>
        <w:lastRenderedPageBreak/>
        <w:t>194.5533</w:t>
      </w:r>
      <w:r>
        <w:tab/>
        <w:t>2.025e0</w:t>
      </w:r>
    </w:p>
    <w:p w:rsidR="007B2329" w:rsidRDefault="007B2329" w:rsidP="007B2329">
      <w:r>
        <w:t>194.5553</w:t>
      </w:r>
      <w:r>
        <w:tab/>
        <w:t>1.025e0</w:t>
      </w:r>
    </w:p>
    <w:p w:rsidR="007B2329" w:rsidRDefault="007B2329" w:rsidP="007B2329">
      <w:r>
        <w:t>194.5608</w:t>
      </w:r>
      <w:r>
        <w:tab/>
        <w:t>1.013e0</w:t>
      </w:r>
    </w:p>
    <w:p w:rsidR="007B2329" w:rsidRDefault="007B2329" w:rsidP="007B2329">
      <w:r>
        <w:t>194.5757</w:t>
      </w:r>
      <w:r>
        <w:tab/>
        <w:t>1.013e0</w:t>
      </w:r>
    </w:p>
    <w:p w:rsidR="007B2329" w:rsidRDefault="007B2329" w:rsidP="007B2329">
      <w:r>
        <w:t>194.5851</w:t>
      </w:r>
      <w:r>
        <w:tab/>
        <w:t>2.025e0</w:t>
      </w:r>
    </w:p>
    <w:p w:rsidR="007B2329" w:rsidRDefault="007B2329" w:rsidP="007B2329">
      <w:r>
        <w:t>194.5907</w:t>
      </w:r>
      <w:r>
        <w:tab/>
        <w:t>1.013e0</w:t>
      </w:r>
    </w:p>
    <w:p w:rsidR="007B2329" w:rsidRDefault="007B2329" w:rsidP="007B2329">
      <w:r>
        <w:t>194.6020</w:t>
      </w:r>
      <w:r>
        <w:tab/>
        <w:t>1.013e0</w:t>
      </w:r>
    </w:p>
    <w:p w:rsidR="007B2329" w:rsidRDefault="007B2329" w:rsidP="007B2329">
      <w:r>
        <w:t>194.6133</w:t>
      </w:r>
      <w:r>
        <w:tab/>
        <w:t>1.013e0</w:t>
      </w:r>
    </w:p>
    <w:p w:rsidR="007B2329" w:rsidRDefault="007B2329" w:rsidP="007B2329">
      <w:r>
        <w:t>194.6245</w:t>
      </w:r>
      <w:r>
        <w:tab/>
        <w:t>3.038e0</w:t>
      </w:r>
    </w:p>
    <w:p w:rsidR="007B2329" w:rsidRDefault="007B2329" w:rsidP="007B2329">
      <w:r>
        <w:t>194.6282</w:t>
      </w:r>
      <w:r>
        <w:tab/>
        <w:t>1.013e0</w:t>
      </w:r>
    </w:p>
    <w:p w:rsidR="007B2329" w:rsidRDefault="007B2329" w:rsidP="007B2329">
      <w:r>
        <w:t>194.6318</w:t>
      </w:r>
      <w:r>
        <w:tab/>
        <w:t>3.038e0</w:t>
      </w:r>
    </w:p>
    <w:p w:rsidR="007B2329" w:rsidRDefault="007B2329" w:rsidP="007B2329">
      <w:r>
        <w:t>194.6501</w:t>
      </w:r>
      <w:r>
        <w:tab/>
        <w:t>1.013e0</w:t>
      </w:r>
    </w:p>
    <w:p w:rsidR="007B2329" w:rsidRDefault="007B2329" w:rsidP="007B2329">
      <w:r>
        <w:t>194.6575</w:t>
      </w:r>
      <w:r>
        <w:tab/>
        <w:t>1.013e0</w:t>
      </w:r>
    </w:p>
    <w:p w:rsidR="007B2329" w:rsidRDefault="007B2329" w:rsidP="007B2329">
      <w:r>
        <w:t>194.6722</w:t>
      </w:r>
      <w:r>
        <w:tab/>
        <w:t>1.013e0</w:t>
      </w:r>
    </w:p>
    <w:p w:rsidR="007B2329" w:rsidRDefault="007B2329" w:rsidP="007B2329">
      <w:r>
        <w:t>194.6806</w:t>
      </w:r>
      <w:r>
        <w:tab/>
        <w:t>3.038e0</w:t>
      </w:r>
    </w:p>
    <w:p w:rsidR="007B2329" w:rsidRDefault="007B2329" w:rsidP="007B2329">
      <w:r>
        <w:t>194.7091</w:t>
      </w:r>
      <w:r>
        <w:tab/>
        <w:t>1.013e0</w:t>
      </w:r>
    </w:p>
    <w:p w:rsidR="007B2329" w:rsidRDefault="007B2329" w:rsidP="007B2329">
      <w:r>
        <w:t>194.7129</w:t>
      </w:r>
      <w:r>
        <w:tab/>
        <w:t>1.013e0</w:t>
      </w:r>
    </w:p>
    <w:p w:rsidR="007B2329" w:rsidRDefault="007B2329" w:rsidP="007B2329">
      <w:r>
        <w:t>194.7350</w:t>
      </w:r>
      <w:r>
        <w:tab/>
        <w:t>2.025e0</w:t>
      </w:r>
    </w:p>
    <w:p w:rsidR="007B2329" w:rsidRDefault="007B2329" w:rsidP="007B2329">
      <w:r>
        <w:t>194.7425</w:t>
      </w:r>
      <w:r>
        <w:tab/>
        <w:t>2.025e0</w:t>
      </w:r>
    </w:p>
    <w:p w:rsidR="007B2329" w:rsidRDefault="007B2329" w:rsidP="007B2329">
      <w:r>
        <w:lastRenderedPageBreak/>
        <w:t>194.7516</w:t>
      </w:r>
      <w:r>
        <w:tab/>
        <w:t>2.025e0</w:t>
      </w:r>
    </w:p>
    <w:p w:rsidR="007B2329" w:rsidRDefault="007B2329" w:rsidP="007B2329">
      <w:r>
        <w:t>194.7534</w:t>
      </w:r>
      <w:r>
        <w:tab/>
        <w:t>1.013e0</w:t>
      </w:r>
    </w:p>
    <w:p w:rsidR="007B2329" w:rsidRDefault="007B2329" w:rsidP="007B2329">
      <w:r>
        <w:t>194.7719</w:t>
      </w:r>
      <w:r>
        <w:tab/>
        <w:t>1.013e0</w:t>
      </w:r>
    </w:p>
    <w:p w:rsidR="007B2329" w:rsidRDefault="007B2329" w:rsidP="007B2329">
      <w:r>
        <w:t>194.7756</w:t>
      </w:r>
      <w:r>
        <w:tab/>
        <w:t>1.013e0</w:t>
      </w:r>
    </w:p>
    <w:p w:rsidR="007B2329" w:rsidRDefault="007B2329" w:rsidP="007B2329">
      <w:r>
        <w:t>194.7830</w:t>
      </w:r>
      <w:r>
        <w:tab/>
        <w:t>1.013e0</w:t>
      </w:r>
    </w:p>
    <w:p w:rsidR="007B2329" w:rsidRDefault="007B2329" w:rsidP="007B2329">
      <w:r>
        <w:t>194.8087</w:t>
      </w:r>
      <w:r>
        <w:tab/>
        <w:t>1.013e0</w:t>
      </w:r>
    </w:p>
    <w:p w:rsidR="007B2329" w:rsidRDefault="007B2329" w:rsidP="007B2329">
      <w:r>
        <w:t>194.8182</w:t>
      </w:r>
      <w:r>
        <w:tab/>
        <w:t>2.025e0</w:t>
      </w:r>
    </w:p>
    <w:p w:rsidR="007B2329" w:rsidRDefault="007B2329" w:rsidP="007B2329">
      <w:r>
        <w:t>194.8199</w:t>
      </w:r>
      <w:r>
        <w:tab/>
        <w:t>3.038e0</w:t>
      </w:r>
    </w:p>
    <w:p w:rsidR="007B2329" w:rsidRDefault="007B2329" w:rsidP="007B2329">
      <w:r>
        <w:t>194.8219</w:t>
      </w:r>
      <w:r>
        <w:tab/>
        <w:t>2.025e0</w:t>
      </w:r>
    </w:p>
    <w:p w:rsidR="007B2329" w:rsidRDefault="007B2329" w:rsidP="007B2329">
      <w:r>
        <w:t>194.8424</w:t>
      </w:r>
      <w:r>
        <w:tab/>
        <w:t>1.013e0</w:t>
      </w:r>
    </w:p>
    <w:p w:rsidR="007B2329" w:rsidRDefault="007B2329" w:rsidP="007B2329">
      <w:r>
        <w:t>194.8499</w:t>
      </w:r>
      <w:r>
        <w:tab/>
        <w:t>3.038e0</w:t>
      </w:r>
    </w:p>
    <w:p w:rsidR="007B2329" w:rsidRDefault="007B2329" w:rsidP="007B2329">
      <w:r>
        <w:t>194.8612</w:t>
      </w:r>
      <w:r>
        <w:tab/>
        <w:t>2.025e0</w:t>
      </w:r>
    </w:p>
    <w:p w:rsidR="007B2329" w:rsidRDefault="007B2329" w:rsidP="007B2329">
      <w:r>
        <w:t>194.8725</w:t>
      </w:r>
      <w:r>
        <w:tab/>
        <w:t>1.013e0</w:t>
      </w:r>
    </w:p>
    <w:p w:rsidR="007B2329" w:rsidRDefault="007B2329" w:rsidP="007B2329">
      <w:r>
        <w:t>194.8779</w:t>
      </w:r>
      <w:r>
        <w:tab/>
        <w:t>1.025e0</w:t>
      </w:r>
    </w:p>
    <w:p w:rsidR="007B2329" w:rsidRDefault="007B2329" w:rsidP="007B2329">
      <w:r>
        <w:t>194.8872</w:t>
      </w:r>
      <w:r>
        <w:tab/>
        <w:t>1.978e0</w:t>
      </w:r>
    </w:p>
    <w:p w:rsidR="007B2329" w:rsidRDefault="007B2329" w:rsidP="007B2329">
      <w:r>
        <w:t>194.8967</w:t>
      </w:r>
      <w:r>
        <w:tab/>
        <w:t>2.025e0</w:t>
      </w:r>
    </w:p>
    <w:p w:rsidR="007B2329" w:rsidRDefault="007B2329" w:rsidP="007B2329">
      <w:r>
        <w:t>194.9042</w:t>
      </w:r>
      <w:r>
        <w:tab/>
        <w:t>2.025e0</w:t>
      </w:r>
    </w:p>
    <w:p w:rsidR="007B2329" w:rsidRDefault="007B2329" w:rsidP="007B2329">
      <w:r>
        <w:t>194.9063</w:t>
      </w:r>
      <w:r>
        <w:tab/>
        <w:t>1.013e0</w:t>
      </w:r>
    </w:p>
    <w:p w:rsidR="007B2329" w:rsidRDefault="007B2329" w:rsidP="007B2329">
      <w:r>
        <w:t>194.9175</w:t>
      </w:r>
      <w:r>
        <w:tab/>
        <w:t>1.013e0</w:t>
      </w:r>
    </w:p>
    <w:p w:rsidR="007B2329" w:rsidRDefault="007B2329" w:rsidP="007B2329">
      <w:r>
        <w:lastRenderedPageBreak/>
        <w:t>194.9211</w:t>
      </w:r>
      <w:r>
        <w:tab/>
        <w:t>1.013e0</w:t>
      </w:r>
    </w:p>
    <w:p w:rsidR="007B2329" w:rsidRDefault="007B2329" w:rsidP="007B2329">
      <w:r>
        <w:t>194.9248</w:t>
      </w:r>
      <w:r>
        <w:tab/>
        <w:t>2.025e0</w:t>
      </w:r>
    </w:p>
    <w:p w:rsidR="007B2329" w:rsidRDefault="007B2329" w:rsidP="007B2329">
      <w:r>
        <w:t>194.9340</w:t>
      </w:r>
      <w:r>
        <w:tab/>
        <w:t>2.025e0</w:t>
      </w:r>
    </w:p>
    <w:p w:rsidR="007B2329" w:rsidRDefault="007B2329" w:rsidP="007B2329">
      <w:r>
        <w:t>194.9433</w:t>
      </w:r>
      <w:r>
        <w:tab/>
        <w:t>2.025e0</w:t>
      </w:r>
    </w:p>
    <w:p w:rsidR="007B2329" w:rsidRDefault="007B2329" w:rsidP="007B2329">
      <w:r>
        <w:t>194.9487</w:t>
      </w:r>
      <w:r>
        <w:tab/>
        <w:t>2.025e0</w:t>
      </w:r>
    </w:p>
    <w:p w:rsidR="007B2329" w:rsidRDefault="007B2329" w:rsidP="007B2329">
      <w:r>
        <w:t>194.9617</w:t>
      </w:r>
      <w:r>
        <w:tab/>
        <w:t>1.013e0</w:t>
      </w:r>
    </w:p>
    <w:p w:rsidR="007B2329" w:rsidRDefault="007B2329" w:rsidP="007B2329">
      <w:r>
        <w:t>194.9690</w:t>
      </w:r>
      <w:r>
        <w:tab/>
        <w:t>1.013e0</w:t>
      </w:r>
    </w:p>
    <w:p w:rsidR="007B2329" w:rsidRDefault="007B2329" w:rsidP="007B2329">
      <w:r>
        <w:t>194.9745</w:t>
      </w:r>
      <w:r>
        <w:tab/>
        <w:t>1.025e0</w:t>
      </w:r>
    </w:p>
    <w:p w:rsidR="007B2329" w:rsidRDefault="007B2329" w:rsidP="007B2329">
      <w:r>
        <w:t>194.9784</w:t>
      </w:r>
      <w:r>
        <w:tab/>
        <w:t>1.025e0</w:t>
      </w:r>
    </w:p>
    <w:p w:rsidR="007B2329" w:rsidRDefault="007B2329" w:rsidP="007B2329">
      <w:r>
        <w:t>194.9801</w:t>
      </w:r>
      <w:r>
        <w:tab/>
        <w:t>1.013e0</w:t>
      </w:r>
    </w:p>
    <w:p w:rsidR="007B2329" w:rsidRDefault="007B2329" w:rsidP="007B2329">
      <w:r>
        <w:t>194.9827</w:t>
      </w:r>
      <w:r>
        <w:tab/>
        <w:t>6.076e0</w:t>
      </w:r>
    </w:p>
    <w:p w:rsidR="007B2329" w:rsidRDefault="007B2329" w:rsidP="007B2329">
      <w:r>
        <w:t>194.9912</w:t>
      </w:r>
      <w:r>
        <w:tab/>
        <w:t>1.013e0</w:t>
      </w:r>
    </w:p>
    <w:p w:rsidR="007B2329" w:rsidRDefault="007B2329" w:rsidP="007B2329">
      <w:r>
        <w:t>194.9931</w:t>
      </w:r>
      <w:r>
        <w:tab/>
        <w:t>2.025e0</w:t>
      </w:r>
    </w:p>
    <w:p w:rsidR="007B2329" w:rsidRDefault="007B2329" w:rsidP="007B2329">
      <w:r>
        <w:t>195.0059</w:t>
      </w:r>
      <w:r>
        <w:tab/>
        <w:t>2.025e0</w:t>
      </w:r>
    </w:p>
    <w:p w:rsidR="007B2329" w:rsidRDefault="007B2329" w:rsidP="007B2329">
      <w:r>
        <w:t>195.0171</w:t>
      </w:r>
      <w:r>
        <w:tab/>
        <w:t>1.013e0</w:t>
      </w:r>
    </w:p>
    <w:p w:rsidR="007B2329" w:rsidRDefault="007B2329" w:rsidP="007B2329">
      <w:r>
        <w:t>195.0188</w:t>
      </w:r>
      <w:r>
        <w:tab/>
        <w:t>2.025e0</w:t>
      </w:r>
    </w:p>
    <w:p w:rsidR="007B2329" w:rsidRDefault="007B2329" w:rsidP="007B2329">
      <w:r>
        <w:t>195.0244</w:t>
      </w:r>
      <w:r>
        <w:tab/>
        <w:t>1.013e0</w:t>
      </w:r>
    </w:p>
    <w:p w:rsidR="007B2329" w:rsidRDefault="007B2329" w:rsidP="007B2329">
      <w:r>
        <w:t>195.0272</w:t>
      </w:r>
      <w:r>
        <w:tab/>
        <w:t>3.038e0</w:t>
      </w:r>
    </w:p>
    <w:p w:rsidR="007B2329" w:rsidRDefault="007B2329" w:rsidP="007B2329">
      <w:r>
        <w:t>195.0539</w:t>
      </w:r>
      <w:r>
        <w:tab/>
        <w:t>1.266e-2</w:t>
      </w:r>
    </w:p>
    <w:p w:rsidR="007B2329" w:rsidRDefault="007B2329" w:rsidP="007B2329">
      <w:r>
        <w:lastRenderedPageBreak/>
        <w:t>195.0576</w:t>
      </w:r>
      <w:r>
        <w:tab/>
        <w:t>1.013e0</w:t>
      </w:r>
    </w:p>
    <w:p w:rsidR="007B2329" w:rsidRDefault="007B2329" w:rsidP="007B2329">
      <w:r>
        <w:t>195.0595</w:t>
      </w:r>
      <w:r>
        <w:tab/>
        <w:t>2.025e0</w:t>
      </w:r>
    </w:p>
    <w:p w:rsidR="007B2329" w:rsidRDefault="007B2329" w:rsidP="007B2329">
      <w:r>
        <w:t>195.0850</w:t>
      </w:r>
      <w:r>
        <w:tab/>
        <w:t>1.038e0</w:t>
      </w:r>
    </w:p>
    <w:p w:rsidR="007B2329" w:rsidRDefault="007B2329" w:rsidP="007B2329">
      <w:r>
        <w:t>195.0889</w:t>
      </w:r>
      <w:r>
        <w:tab/>
        <w:t>2.025e0</w:t>
      </w:r>
    </w:p>
    <w:p w:rsidR="007B2329" w:rsidRDefault="007B2329" w:rsidP="007B2329">
      <w:r>
        <w:t>195.0909</w:t>
      </w:r>
      <w:r>
        <w:tab/>
        <w:t>1.013e0</w:t>
      </w:r>
    </w:p>
    <w:p w:rsidR="007B2329" w:rsidRDefault="007B2329" w:rsidP="007B2329">
      <w:r>
        <w:t>195.1132</w:t>
      </w:r>
      <w:r>
        <w:tab/>
        <w:t>2.025e0</w:t>
      </w:r>
    </w:p>
    <w:p w:rsidR="007B2329" w:rsidRDefault="007B2329" w:rsidP="007B2329">
      <w:r>
        <w:t>195.1148</w:t>
      </w:r>
      <w:r>
        <w:tab/>
        <w:t>1.753e1</w:t>
      </w:r>
    </w:p>
    <w:p w:rsidR="007B2329" w:rsidRDefault="007B2329" w:rsidP="007B2329">
      <w:r>
        <w:t>195.1163</w:t>
      </w:r>
      <w:r>
        <w:tab/>
        <w:t>2.149e1</w:t>
      </w:r>
    </w:p>
    <w:p w:rsidR="007B2329" w:rsidRDefault="007B2329" w:rsidP="007B2329">
      <w:r>
        <w:t>195.1179</w:t>
      </w:r>
      <w:r>
        <w:tab/>
        <w:t>1.423e1</w:t>
      </w:r>
    </w:p>
    <w:p w:rsidR="007B2329" w:rsidRDefault="007B2329" w:rsidP="007B2329">
      <w:r>
        <w:t>195.1207</w:t>
      </w:r>
      <w:r>
        <w:tab/>
        <w:t>4.275e1</w:t>
      </w:r>
    </w:p>
    <w:p w:rsidR="007B2329" w:rsidRDefault="007B2329" w:rsidP="007B2329">
      <w:r>
        <w:t>195.1240</w:t>
      </w:r>
      <w:r>
        <w:tab/>
        <w:t>1.131e1</w:t>
      </w:r>
    </w:p>
    <w:p w:rsidR="007B2329" w:rsidRDefault="007B2329" w:rsidP="007B2329">
      <w:r>
        <w:t>195.1320</w:t>
      </w:r>
      <w:r>
        <w:tab/>
        <w:t>2.532e-2</w:t>
      </w:r>
    </w:p>
    <w:p w:rsidR="007B2329" w:rsidRDefault="007B2329" w:rsidP="007B2329">
      <w:r>
        <w:t>195.1582</w:t>
      </w:r>
      <w:r>
        <w:tab/>
        <w:t>1.013e0</w:t>
      </w:r>
    </w:p>
    <w:p w:rsidR="007B2329" w:rsidRDefault="007B2329" w:rsidP="007B2329">
      <w:r>
        <w:t>195.1731</w:t>
      </w:r>
      <w:r>
        <w:tab/>
        <w:t>3.038e0</w:t>
      </w:r>
    </w:p>
    <w:p w:rsidR="007B2329" w:rsidRDefault="007B2329" w:rsidP="007B2329">
      <w:r>
        <w:t>195.1770</w:t>
      </w:r>
      <w:r>
        <w:tab/>
        <w:t>1.013e0</w:t>
      </w:r>
    </w:p>
    <w:p w:rsidR="007B2329" w:rsidRDefault="007B2329" w:rsidP="007B2329">
      <w:r>
        <w:t>195.1806</w:t>
      </w:r>
      <w:r>
        <w:tab/>
        <w:t>1.038e0</w:t>
      </w:r>
    </w:p>
    <w:p w:rsidR="007B2329" w:rsidRDefault="007B2329" w:rsidP="007B2329">
      <w:r>
        <w:t>195.1846</w:t>
      </w:r>
      <w:r>
        <w:tab/>
        <w:t>2.025e0</w:t>
      </w:r>
    </w:p>
    <w:p w:rsidR="007B2329" w:rsidRDefault="007B2329" w:rsidP="007B2329">
      <w:r>
        <w:t>195.1958</w:t>
      </w:r>
      <w:r>
        <w:tab/>
        <w:t>2.025e0</w:t>
      </w:r>
    </w:p>
    <w:p w:rsidR="007B2329" w:rsidRDefault="007B2329" w:rsidP="007B2329">
      <w:r>
        <w:t>195.2033</w:t>
      </w:r>
      <w:r>
        <w:tab/>
        <w:t>1.013e0</w:t>
      </w:r>
    </w:p>
    <w:p w:rsidR="007B2329" w:rsidRDefault="007B2329" w:rsidP="007B2329">
      <w:r>
        <w:lastRenderedPageBreak/>
        <w:t>195.2180</w:t>
      </w:r>
      <w:r>
        <w:tab/>
        <w:t>1.013e0</w:t>
      </w:r>
    </w:p>
    <w:p w:rsidR="007B2329" w:rsidRDefault="007B2329" w:rsidP="007B2329">
      <w:r>
        <w:t>195.2364</w:t>
      </w:r>
      <w:r>
        <w:tab/>
        <w:t>2.025e0</w:t>
      </w:r>
    </w:p>
    <w:p w:rsidR="007B2329" w:rsidRDefault="007B2329" w:rsidP="007B2329">
      <w:r>
        <w:t>195.2474</w:t>
      </w:r>
      <w:r>
        <w:tab/>
        <w:t>2.025e0</w:t>
      </w:r>
    </w:p>
    <w:p w:rsidR="007B2329" w:rsidRDefault="007B2329" w:rsidP="007B2329">
      <w:r>
        <w:t>195.2623</w:t>
      </w:r>
      <w:r>
        <w:tab/>
        <w:t>1.013e0</w:t>
      </w:r>
    </w:p>
    <w:p w:rsidR="007B2329" w:rsidRDefault="007B2329" w:rsidP="007B2329">
      <w:r>
        <w:t>195.2659</w:t>
      </w:r>
      <w:r>
        <w:tab/>
        <w:t>1.013e0</w:t>
      </w:r>
    </w:p>
    <w:p w:rsidR="007B2329" w:rsidRDefault="007B2329" w:rsidP="007B2329">
      <w:r>
        <w:t>195.2696</w:t>
      </w:r>
      <w:r>
        <w:tab/>
        <w:t>1.013e0</w:t>
      </w:r>
    </w:p>
    <w:p w:rsidR="007B2329" w:rsidRDefault="007B2329" w:rsidP="007B2329">
      <w:r>
        <w:t>195.2733</w:t>
      </w:r>
      <w:r>
        <w:tab/>
        <w:t>1.013e0</w:t>
      </w:r>
    </w:p>
    <w:p w:rsidR="007B2329" w:rsidRDefault="007B2329" w:rsidP="007B2329">
      <w:r>
        <w:t>195.2770</w:t>
      </w:r>
      <w:r>
        <w:tab/>
        <w:t>1.013e0</w:t>
      </w:r>
    </w:p>
    <w:p w:rsidR="007B2329" w:rsidRDefault="007B2329" w:rsidP="007B2329">
      <w:r>
        <w:t>195.2807</w:t>
      </w:r>
      <w:r>
        <w:tab/>
        <w:t>2.025e0</w:t>
      </w:r>
    </w:p>
    <w:p w:rsidR="007B2329" w:rsidRDefault="007B2329" w:rsidP="007B2329">
      <w:r>
        <w:t>195.2992</w:t>
      </w:r>
      <w:r>
        <w:tab/>
        <w:t>1.013e0</w:t>
      </w:r>
    </w:p>
    <w:p w:rsidR="007B2329" w:rsidRDefault="007B2329" w:rsidP="007B2329">
      <w:r>
        <w:t>195.3250</w:t>
      </w:r>
      <w:r>
        <w:tab/>
        <w:t>1.013e0</w:t>
      </w:r>
    </w:p>
    <w:p w:rsidR="007B2329" w:rsidRDefault="007B2329" w:rsidP="007B2329">
      <w:r>
        <w:t>195.3324</w:t>
      </w:r>
      <w:r>
        <w:tab/>
        <w:t>3.038e0</w:t>
      </w:r>
    </w:p>
    <w:p w:rsidR="007B2329" w:rsidRDefault="007B2329" w:rsidP="007B2329">
      <w:r>
        <w:t>195.3416</w:t>
      </w:r>
      <w:r>
        <w:tab/>
        <w:t>2.025e0</w:t>
      </w:r>
    </w:p>
    <w:p w:rsidR="007B2329" w:rsidRDefault="007B2329" w:rsidP="007B2329">
      <w:r>
        <w:t>195.3436</w:t>
      </w:r>
      <w:r>
        <w:tab/>
        <w:t>1.013e0</w:t>
      </w:r>
    </w:p>
    <w:p w:rsidR="007B2329" w:rsidRDefault="007B2329" w:rsidP="007B2329">
      <w:r>
        <w:t>195.3509</w:t>
      </w:r>
      <w:r>
        <w:tab/>
        <w:t>2.025e0</w:t>
      </w:r>
    </w:p>
    <w:p w:rsidR="007B2329" w:rsidRDefault="007B2329" w:rsidP="007B2329">
      <w:r>
        <w:t>195.3533</w:t>
      </w:r>
      <w:r>
        <w:tab/>
        <w:t>3.038e0</w:t>
      </w:r>
    </w:p>
    <w:p w:rsidR="007B2329" w:rsidRDefault="007B2329" w:rsidP="007B2329">
      <w:r>
        <w:t>195.3619</w:t>
      </w:r>
      <w:r>
        <w:tab/>
        <w:t>1.013e0</w:t>
      </w:r>
    </w:p>
    <w:p w:rsidR="007B2329" w:rsidRDefault="007B2329" w:rsidP="007B2329">
      <w:r>
        <w:t>195.3766</w:t>
      </w:r>
      <w:r>
        <w:tab/>
        <w:t>1.013e0</w:t>
      </w:r>
    </w:p>
    <w:p w:rsidR="007B2329" w:rsidRDefault="007B2329" w:rsidP="007B2329">
      <w:r>
        <w:t>195.3803</w:t>
      </w:r>
      <w:r>
        <w:tab/>
        <w:t>1.013e0</w:t>
      </w:r>
    </w:p>
    <w:p w:rsidR="007B2329" w:rsidRDefault="007B2329" w:rsidP="007B2329">
      <w:r>
        <w:lastRenderedPageBreak/>
        <w:t>195.3918</w:t>
      </w:r>
      <w:r>
        <w:tab/>
        <w:t>3.038e0</w:t>
      </w:r>
    </w:p>
    <w:p w:rsidR="007B2329" w:rsidRDefault="007B2329" w:rsidP="007B2329">
      <w:r>
        <w:t>195.4032</w:t>
      </w:r>
      <w:r>
        <w:tab/>
        <w:t>2.025e0</w:t>
      </w:r>
    </w:p>
    <w:p w:rsidR="007B2329" w:rsidRDefault="007B2329" w:rsidP="007B2329">
      <w:r>
        <w:t>195.4105</w:t>
      </w:r>
      <w:r>
        <w:tab/>
        <w:t>1.013e0</w:t>
      </w:r>
    </w:p>
    <w:p w:rsidR="007B2329" w:rsidRDefault="007B2329" w:rsidP="007B2329">
      <w:r>
        <w:t>195.4293</w:t>
      </w:r>
      <w:r>
        <w:tab/>
        <w:t>2.025e0</w:t>
      </w:r>
    </w:p>
    <w:p w:rsidR="007B2329" w:rsidRDefault="007B2329" w:rsidP="007B2329">
      <w:r>
        <w:t>195.4423</w:t>
      </w:r>
      <w:r>
        <w:tab/>
        <w:t>2.025e0</w:t>
      </w:r>
    </w:p>
    <w:p w:rsidR="007B2329" w:rsidRDefault="007B2329" w:rsidP="007B2329">
      <w:r>
        <w:t>195.4444</w:t>
      </w:r>
      <w:r>
        <w:tab/>
        <w:t>1.013e0</w:t>
      </w:r>
    </w:p>
    <w:p w:rsidR="007B2329" w:rsidRDefault="007B2329" w:rsidP="007B2329">
      <w:r>
        <w:t>195.4632</w:t>
      </w:r>
      <w:r>
        <w:tab/>
        <w:t>1.013e0</w:t>
      </w:r>
    </w:p>
    <w:p w:rsidR="007B2329" w:rsidRDefault="007B2329" w:rsidP="007B2329">
      <w:r>
        <w:t>195.4666</w:t>
      </w:r>
      <w:r>
        <w:tab/>
        <w:t>2.025e0</w:t>
      </w:r>
    </w:p>
    <w:p w:rsidR="007B2329" w:rsidRDefault="007B2329" w:rsidP="007B2329">
      <w:r>
        <w:t>195.4781</w:t>
      </w:r>
      <w:r>
        <w:tab/>
        <w:t>1.013e0</w:t>
      </w:r>
    </w:p>
    <w:p w:rsidR="007B2329" w:rsidRDefault="007B2329" w:rsidP="007B2329">
      <w:r>
        <w:t>195.4818</w:t>
      </w:r>
      <w:r>
        <w:tab/>
        <w:t>1.013e0</w:t>
      </w:r>
    </w:p>
    <w:p w:rsidR="007B2329" w:rsidRDefault="007B2329" w:rsidP="007B2329">
      <w:r>
        <w:t>195.4892</w:t>
      </w:r>
      <w:r>
        <w:tab/>
        <w:t>5.063e0</w:t>
      </w:r>
    </w:p>
    <w:p w:rsidR="007B2329" w:rsidRDefault="007B2329" w:rsidP="007B2329">
      <w:r>
        <w:t>195.4938</w:t>
      </w:r>
      <w:r>
        <w:tab/>
        <w:t>3.038e0</w:t>
      </w:r>
    </w:p>
    <w:p w:rsidR="007B2329" w:rsidRDefault="007B2329" w:rsidP="007B2329">
      <w:r>
        <w:t>195.5039</w:t>
      </w:r>
      <w:r>
        <w:tab/>
        <w:t>1.013e0</w:t>
      </w:r>
    </w:p>
    <w:p w:rsidR="007B2329" w:rsidRDefault="007B2329" w:rsidP="007B2329">
      <w:r>
        <w:t>195.5076</w:t>
      </w:r>
      <w:r>
        <w:tab/>
        <w:t>5.063e0</w:t>
      </w:r>
    </w:p>
    <w:p w:rsidR="007B2329" w:rsidRDefault="007B2329" w:rsidP="007B2329">
      <w:r>
        <w:t>195.5113</w:t>
      </w:r>
      <w:r>
        <w:tab/>
        <w:t>3.038e0</w:t>
      </w:r>
    </w:p>
    <w:p w:rsidR="007B2329" w:rsidRDefault="007B2329" w:rsidP="007B2329">
      <w:r>
        <w:t>195.5280</w:t>
      </w:r>
      <w:r>
        <w:tab/>
        <w:t>2.025e0</w:t>
      </w:r>
    </w:p>
    <w:p w:rsidR="007B2329" w:rsidRDefault="007B2329" w:rsidP="007B2329">
      <w:r>
        <w:t>195.5408</w:t>
      </w:r>
      <w:r>
        <w:tab/>
        <w:t>1.013e0</w:t>
      </w:r>
    </w:p>
    <w:p w:rsidR="007B2329" w:rsidRDefault="007B2329" w:rsidP="007B2329">
      <w:r>
        <w:t>195.5445</w:t>
      </w:r>
      <w:r>
        <w:tab/>
        <w:t>1.013e0</w:t>
      </w:r>
    </w:p>
    <w:p w:rsidR="007B2329" w:rsidRDefault="007B2329" w:rsidP="007B2329">
      <w:r>
        <w:t>195.5556</w:t>
      </w:r>
      <w:r>
        <w:tab/>
        <w:t>1.013e0</w:t>
      </w:r>
    </w:p>
    <w:p w:rsidR="007B2329" w:rsidRDefault="007B2329" w:rsidP="007B2329">
      <w:r>
        <w:lastRenderedPageBreak/>
        <w:t>195.5612</w:t>
      </w:r>
      <w:r>
        <w:tab/>
        <w:t>1.025e0</w:t>
      </w:r>
    </w:p>
    <w:p w:rsidR="007B2329" w:rsidRDefault="007B2329" w:rsidP="007B2329">
      <w:r>
        <w:t>195.5658</w:t>
      </w:r>
      <w:r>
        <w:tab/>
        <w:t>3.038e0</w:t>
      </w:r>
    </w:p>
    <w:p w:rsidR="007B2329" w:rsidRDefault="007B2329" w:rsidP="007B2329">
      <w:r>
        <w:t>195.5741</w:t>
      </w:r>
      <w:r>
        <w:tab/>
        <w:t>1.013e0</w:t>
      </w:r>
    </w:p>
    <w:p w:rsidR="007B2329" w:rsidRDefault="007B2329" w:rsidP="007B2329">
      <w:r>
        <w:t>195.5779</w:t>
      </w:r>
      <w:r>
        <w:tab/>
        <w:t>1.013e0</w:t>
      </w:r>
    </w:p>
    <w:p w:rsidR="007B2329" w:rsidRDefault="007B2329" w:rsidP="007B2329">
      <w:r>
        <w:t>195.6037</w:t>
      </w:r>
      <w:r>
        <w:tab/>
        <w:t>3.038e0</w:t>
      </w:r>
    </w:p>
    <w:p w:rsidR="007B2329" w:rsidRDefault="007B2329" w:rsidP="007B2329">
      <w:r>
        <w:t>195.6111</w:t>
      </w:r>
      <w:r>
        <w:tab/>
        <w:t>3.038e0</w:t>
      </w:r>
    </w:p>
    <w:p w:rsidR="007B2329" w:rsidRDefault="007B2329" w:rsidP="007B2329">
      <w:r>
        <w:t>195.6185</w:t>
      </w:r>
      <w:r>
        <w:tab/>
        <w:t>1.013e0</w:t>
      </w:r>
    </w:p>
    <w:p w:rsidR="007B2329" w:rsidRDefault="007B2329" w:rsidP="007B2329">
      <w:r>
        <w:t>195.6295</w:t>
      </w:r>
      <w:r>
        <w:tab/>
        <w:t>1.013e0</w:t>
      </w:r>
    </w:p>
    <w:p w:rsidR="007B2329" w:rsidRDefault="007B2329" w:rsidP="007B2329">
      <w:r>
        <w:t>195.6307</w:t>
      </w:r>
      <w:r>
        <w:tab/>
        <w:t>3.038e0</w:t>
      </w:r>
    </w:p>
    <w:p w:rsidR="007B2329" w:rsidRDefault="007B2329" w:rsidP="007B2329">
      <w:r>
        <w:t>195.6668</w:t>
      </w:r>
      <w:r>
        <w:tab/>
        <w:t>1.013e0</w:t>
      </w:r>
    </w:p>
    <w:p w:rsidR="007B2329" w:rsidRDefault="007B2329" w:rsidP="007B2329">
      <w:r>
        <w:t>195.6839</w:t>
      </w:r>
      <w:r>
        <w:tab/>
        <w:t>2.025e0</w:t>
      </w:r>
    </w:p>
    <w:p w:rsidR="007B2329" w:rsidRDefault="007B2329" w:rsidP="007B2329">
      <w:r>
        <w:t>195.6857</w:t>
      </w:r>
      <w:r>
        <w:tab/>
        <w:t>2.025e0</w:t>
      </w:r>
    </w:p>
    <w:p w:rsidR="007B2329" w:rsidRDefault="007B2329" w:rsidP="007B2329">
      <w:r>
        <w:t>195.6895</w:t>
      </w:r>
      <w:r>
        <w:tab/>
        <w:t>4.051e0</w:t>
      </w:r>
    </w:p>
    <w:p w:rsidR="007B2329" w:rsidRDefault="007B2329" w:rsidP="007B2329">
      <w:r>
        <w:t>195.7044</w:t>
      </w:r>
      <w:r>
        <w:tab/>
        <w:t>2.025e0</w:t>
      </w:r>
    </w:p>
    <w:p w:rsidR="007B2329" w:rsidRDefault="007B2329" w:rsidP="007B2329">
      <w:r>
        <w:t>195.7195</w:t>
      </w:r>
      <w:r>
        <w:tab/>
        <w:t>1.013e0</w:t>
      </w:r>
    </w:p>
    <w:p w:rsidR="007B2329" w:rsidRDefault="007B2329" w:rsidP="007B2329">
      <w:r>
        <w:t>195.7288</w:t>
      </w:r>
      <w:r>
        <w:tab/>
        <w:t>2.025e0</w:t>
      </w:r>
    </w:p>
    <w:p w:rsidR="007B2329" w:rsidRDefault="007B2329" w:rsidP="007B2329">
      <w:r>
        <w:t>195.7308</w:t>
      </w:r>
      <w:r>
        <w:tab/>
        <w:t>4.051e0</w:t>
      </w:r>
    </w:p>
    <w:p w:rsidR="007B2329" w:rsidRDefault="007B2329" w:rsidP="007B2329">
      <w:r>
        <w:t>195.7494</w:t>
      </w:r>
      <w:r>
        <w:tab/>
        <w:t>3.038e0</w:t>
      </w:r>
    </w:p>
    <w:p w:rsidR="007B2329" w:rsidRDefault="007B2329" w:rsidP="007B2329">
      <w:r>
        <w:t>195.7531</w:t>
      </w:r>
      <w:r>
        <w:tab/>
        <w:t>1.013e0</w:t>
      </w:r>
    </w:p>
    <w:p w:rsidR="007B2329" w:rsidRDefault="007B2329" w:rsidP="007B2329">
      <w:r>
        <w:lastRenderedPageBreak/>
        <w:t>195.7605</w:t>
      </w:r>
      <w:r>
        <w:tab/>
        <w:t>3.038e0</w:t>
      </w:r>
    </w:p>
    <w:p w:rsidR="007B2329" w:rsidRDefault="007B2329" w:rsidP="007B2329">
      <w:r>
        <w:t>195.7826</w:t>
      </w:r>
      <w:r>
        <w:tab/>
        <w:t>1.013e0</w:t>
      </w:r>
    </w:p>
    <w:p w:rsidR="007B2329" w:rsidRDefault="007B2329" w:rsidP="007B2329">
      <w:r>
        <w:t>195.8011</w:t>
      </w:r>
      <w:r>
        <w:tab/>
        <w:t>2.025e0</w:t>
      </w:r>
    </w:p>
    <w:p w:rsidR="007B2329" w:rsidRDefault="007B2329" w:rsidP="007B2329">
      <w:r>
        <w:t>195.8048</w:t>
      </w:r>
      <w:r>
        <w:tab/>
        <w:t>1.013e0</w:t>
      </w:r>
    </w:p>
    <w:p w:rsidR="007B2329" w:rsidRDefault="007B2329" w:rsidP="007B2329">
      <w:r>
        <w:t>195.8085</w:t>
      </w:r>
      <w:r>
        <w:tab/>
        <w:t>2.025e0</w:t>
      </w:r>
    </w:p>
    <w:p w:rsidR="007B2329" w:rsidRDefault="007B2329" w:rsidP="007B2329">
      <w:r>
        <w:t>195.8122</w:t>
      </w:r>
      <w:r>
        <w:tab/>
        <w:t>1.013e0</w:t>
      </w:r>
    </w:p>
    <w:p w:rsidR="007B2329" w:rsidRDefault="007B2329" w:rsidP="007B2329">
      <w:r>
        <w:t>195.8159</w:t>
      </w:r>
      <w:r>
        <w:tab/>
        <w:t>1.013e0</w:t>
      </w:r>
    </w:p>
    <w:p w:rsidR="007B2329" w:rsidRDefault="007B2329" w:rsidP="007B2329">
      <w:r>
        <w:t>195.8381</w:t>
      </w:r>
      <w:r>
        <w:tab/>
        <w:t>2.025e0</w:t>
      </w:r>
    </w:p>
    <w:p w:rsidR="007B2329" w:rsidRDefault="007B2329" w:rsidP="007B2329">
      <w:r>
        <w:t>195.8418</w:t>
      </w:r>
      <w:r>
        <w:tab/>
        <w:t>1.013e0</w:t>
      </w:r>
    </w:p>
    <w:p w:rsidR="007B2329" w:rsidRDefault="007B2329" w:rsidP="007B2329">
      <w:r>
        <w:t>195.8455</w:t>
      </w:r>
      <w:r>
        <w:tab/>
        <w:t>3.038e0</w:t>
      </w:r>
    </w:p>
    <w:p w:rsidR="007B2329" w:rsidRDefault="007B2329" w:rsidP="007B2329">
      <w:r>
        <w:t>195.8603</w:t>
      </w:r>
      <w:r>
        <w:tab/>
        <w:t>1.025e0</w:t>
      </w:r>
    </w:p>
    <w:p w:rsidR="007B2329" w:rsidRDefault="007B2329" w:rsidP="007B2329">
      <w:r>
        <w:t>195.8640</w:t>
      </w:r>
      <w:r>
        <w:tab/>
        <w:t>1.013e0</w:t>
      </w:r>
    </w:p>
    <w:p w:rsidR="007B2329" w:rsidRDefault="007B2329" w:rsidP="007B2329">
      <w:r>
        <w:t>195.8824</w:t>
      </w:r>
      <w:r>
        <w:tab/>
        <w:t>2.025e0</w:t>
      </w:r>
    </w:p>
    <w:p w:rsidR="007B2329" w:rsidRDefault="007B2329" w:rsidP="007B2329">
      <w:r>
        <w:t>195.8935</w:t>
      </w:r>
      <w:r>
        <w:tab/>
        <w:t>1.013e0</w:t>
      </w:r>
    </w:p>
    <w:p w:rsidR="007B2329" w:rsidRDefault="007B2329" w:rsidP="007B2329">
      <w:r>
        <w:t>195.8990</w:t>
      </w:r>
      <w:r>
        <w:tab/>
        <w:t>2.025e0</w:t>
      </w:r>
    </w:p>
    <w:p w:rsidR="007B2329" w:rsidRDefault="007B2329" w:rsidP="007B2329">
      <w:r>
        <w:t>195.9045</w:t>
      </w:r>
      <w:r>
        <w:tab/>
        <w:t>1.013e0</w:t>
      </w:r>
    </w:p>
    <w:p w:rsidR="007B2329" w:rsidRDefault="007B2329" w:rsidP="007B2329">
      <w:r>
        <w:t>195.9329</w:t>
      </w:r>
      <w:r>
        <w:tab/>
        <w:t>2.025e0</w:t>
      </w:r>
    </w:p>
    <w:p w:rsidR="007B2329" w:rsidRDefault="007B2329" w:rsidP="007B2329">
      <w:r>
        <w:t>195.9346</w:t>
      </w:r>
      <w:r>
        <w:tab/>
        <w:t>2.025e0</w:t>
      </w:r>
    </w:p>
    <w:p w:rsidR="007B2329" w:rsidRDefault="007B2329" w:rsidP="007B2329">
      <w:r>
        <w:t>195.9460</w:t>
      </w:r>
      <w:r>
        <w:tab/>
        <w:t>1.013e0</w:t>
      </w:r>
    </w:p>
    <w:p w:rsidR="007B2329" w:rsidRDefault="007B2329" w:rsidP="007B2329">
      <w:r>
        <w:lastRenderedPageBreak/>
        <w:t>195.9497</w:t>
      </w:r>
      <w:r>
        <w:tab/>
        <w:t>1.013e0</w:t>
      </w:r>
    </w:p>
    <w:p w:rsidR="007B2329" w:rsidRDefault="007B2329" w:rsidP="007B2329">
      <w:r>
        <w:t>195.9573</w:t>
      </w:r>
      <w:r>
        <w:tab/>
        <w:t>2.025e0</w:t>
      </w:r>
    </w:p>
    <w:p w:rsidR="007B2329" w:rsidRDefault="007B2329" w:rsidP="007B2329">
      <w:r>
        <w:t>195.9611</w:t>
      </w:r>
      <w:r>
        <w:tab/>
        <w:t>1.013e0</w:t>
      </w:r>
    </w:p>
    <w:p w:rsidR="007B2329" w:rsidRDefault="007B2329" w:rsidP="007B2329">
      <w:r>
        <w:t>195.9670</w:t>
      </w:r>
      <w:r>
        <w:tab/>
        <w:t>3.038e0</w:t>
      </w:r>
    </w:p>
    <w:p w:rsidR="007B2329" w:rsidRDefault="007B2329" w:rsidP="007B2329">
      <w:r>
        <w:t>195.9723</w:t>
      </w:r>
      <w:r>
        <w:tab/>
        <w:t>2.025e0</w:t>
      </w:r>
    </w:p>
    <w:p w:rsidR="007B2329" w:rsidRDefault="007B2329" w:rsidP="007B2329">
      <w:r>
        <w:t>195.9762</w:t>
      </w:r>
      <w:r>
        <w:tab/>
        <w:t>2.025e0</w:t>
      </w:r>
    </w:p>
    <w:p w:rsidR="007B2329" w:rsidRDefault="007B2329" w:rsidP="007B2329">
      <w:r>
        <w:t>196.0061</w:t>
      </w:r>
      <w:r>
        <w:tab/>
        <w:t>1.013e0</w:t>
      </w:r>
    </w:p>
    <w:p w:rsidR="007B2329" w:rsidRDefault="007B2329" w:rsidP="007B2329">
      <w:r>
        <w:t>196.0125</w:t>
      </w:r>
      <w:r>
        <w:tab/>
        <w:t>3.342e0</w:t>
      </w:r>
    </w:p>
    <w:p w:rsidR="007B2329" w:rsidRDefault="007B2329" w:rsidP="007B2329">
      <w:r>
        <w:t>196.0159</w:t>
      </w:r>
      <w:r>
        <w:tab/>
        <w:t>1.461e1</w:t>
      </w:r>
    </w:p>
    <w:p w:rsidR="007B2329" w:rsidRDefault="007B2329" w:rsidP="007B2329">
      <w:r>
        <w:t>196.0195</w:t>
      </w:r>
      <w:r>
        <w:tab/>
        <w:t>5.859e1</w:t>
      </w:r>
    </w:p>
    <w:p w:rsidR="007B2329" w:rsidRDefault="007B2329" w:rsidP="007B2329">
      <w:r>
        <w:t>196.0319</w:t>
      </w:r>
      <w:r>
        <w:tab/>
        <w:t>1.013e0</w:t>
      </w:r>
    </w:p>
    <w:p w:rsidR="007B2329" w:rsidRDefault="007B2329" w:rsidP="007B2329">
      <w:r>
        <w:t>196.0337</w:t>
      </w:r>
      <w:r>
        <w:tab/>
        <w:t>2.025e0</w:t>
      </w:r>
    </w:p>
    <w:p w:rsidR="007B2329" w:rsidRDefault="007B2329" w:rsidP="007B2329">
      <w:r>
        <w:t>196.0467</w:t>
      </w:r>
      <w:r>
        <w:tab/>
        <w:t>1.013e0</w:t>
      </w:r>
    </w:p>
    <w:p w:rsidR="007B2329" w:rsidRDefault="007B2329" w:rsidP="007B2329">
      <w:r>
        <w:t>196.0726</w:t>
      </w:r>
      <w:r>
        <w:tab/>
        <w:t>1.013e0</w:t>
      </w:r>
    </w:p>
    <w:p w:rsidR="007B2329" w:rsidRDefault="007B2329" w:rsidP="007B2329">
      <w:r>
        <w:t>196.0798</w:t>
      </w:r>
      <w:r>
        <w:tab/>
        <w:t>7.089e0</w:t>
      </w:r>
    </w:p>
    <w:p w:rsidR="007B2329" w:rsidRDefault="007B2329" w:rsidP="007B2329">
      <w:r>
        <w:t>196.0892</w:t>
      </w:r>
      <w:r>
        <w:tab/>
        <w:t>2.025e0</w:t>
      </w:r>
    </w:p>
    <w:p w:rsidR="007B2329" w:rsidRDefault="007B2329" w:rsidP="007B2329">
      <w:r>
        <w:t>196.0912</w:t>
      </w:r>
      <w:r>
        <w:tab/>
        <w:t>1.013e0</w:t>
      </w:r>
    </w:p>
    <w:p w:rsidR="007B2329" w:rsidRDefault="007B2329" w:rsidP="007B2329">
      <w:r>
        <w:t>196.0948</w:t>
      </w:r>
      <w:r>
        <w:tab/>
        <w:t>4.051e0</w:t>
      </w:r>
    </w:p>
    <w:p w:rsidR="007B2329" w:rsidRDefault="007B2329" w:rsidP="007B2329">
      <w:r>
        <w:t>196.0985</w:t>
      </w:r>
      <w:r>
        <w:tab/>
        <w:t>1.013e0</w:t>
      </w:r>
    </w:p>
    <w:p w:rsidR="007B2329" w:rsidRDefault="007B2329" w:rsidP="007B2329">
      <w:r>
        <w:lastRenderedPageBreak/>
        <w:t>196.1138</w:t>
      </w:r>
      <w:r>
        <w:tab/>
        <w:t>3.482e0</w:t>
      </w:r>
    </w:p>
    <w:p w:rsidR="007B2329" w:rsidRDefault="007B2329" w:rsidP="007B2329">
      <w:r>
        <w:t>196.1225</w:t>
      </w:r>
      <w:r>
        <w:tab/>
        <w:t>6.076e0</w:t>
      </w:r>
    </w:p>
    <w:p w:rsidR="007B2329" w:rsidRDefault="007B2329" w:rsidP="007B2329">
      <w:r>
        <w:t>196.1243</w:t>
      </w:r>
      <w:r>
        <w:tab/>
        <w:t>2.025e0</w:t>
      </w:r>
    </w:p>
    <w:p w:rsidR="007B2329" w:rsidRDefault="007B2329" w:rsidP="007B2329">
      <w:r>
        <w:t>196.1255</w:t>
      </w:r>
      <w:r>
        <w:tab/>
        <w:t>6.076e0</w:t>
      </w:r>
    </w:p>
    <w:p w:rsidR="007B2329" w:rsidRDefault="007B2329" w:rsidP="007B2329">
      <w:r>
        <w:t>196.1312</w:t>
      </w:r>
      <w:r>
        <w:tab/>
        <w:t>5.063e0</w:t>
      </w:r>
    </w:p>
    <w:p w:rsidR="007B2329" w:rsidRDefault="007B2329" w:rsidP="007B2329">
      <w:r>
        <w:t>196.1465</w:t>
      </w:r>
      <w:r>
        <w:tab/>
        <w:t>1.013e0</w:t>
      </w:r>
    </w:p>
    <w:p w:rsidR="007B2329" w:rsidRDefault="007B2329" w:rsidP="007B2329">
      <w:r>
        <w:t>196.1539</w:t>
      </w:r>
      <w:r>
        <w:tab/>
        <w:t>2.025e0</w:t>
      </w:r>
    </w:p>
    <w:p w:rsidR="007B2329" w:rsidRDefault="007B2329" w:rsidP="007B2329">
      <w:r>
        <w:t>196.1689</w:t>
      </w:r>
      <w:r>
        <w:tab/>
        <w:t>1.013e0</w:t>
      </w:r>
    </w:p>
    <w:p w:rsidR="007B2329" w:rsidRDefault="007B2329" w:rsidP="007B2329">
      <w:r>
        <w:t>196.1764</w:t>
      </w:r>
      <w:r>
        <w:tab/>
        <w:t>1.013e0</w:t>
      </w:r>
    </w:p>
    <w:p w:rsidR="007B2329" w:rsidRDefault="007B2329" w:rsidP="007B2329">
      <w:r>
        <w:t>196.1785</w:t>
      </w:r>
      <w:r>
        <w:tab/>
        <w:t>2.025e0</w:t>
      </w:r>
    </w:p>
    <w:p w:rsidR="007B2329" w:rsidRDefault="007B2329" w:rsidP="007B2329">
      <w:r>
        <w:t>196.1797</w:t>
      </w:r>
      <w:r>
        <w:tab/>
        <w:t>6.076e0</w:t>
      </w:r>
    </w:p>
    <w:p w:rsidR="007B2329" w:rsidRDefault="007B2329" w:rsidP="007B2329">
      <w:r>
        <w:t>196.1953</w:t>
      </w:r>
      <w:r>
        <w:tab/>
        <w:t>1.013e0</w:t>
      </w:r>
    </w:p>
    <w:p w:rsidR="007B2329" w:rsidRDefault="007B2329" w:rsidP="007B2329">
      <w:r>
        <w:t>196.1991</w:t>
      </w:r>
      <w:r>
        <w:tab/>
        <w:t>1.013e0</w:t>
      </w:r>
    </w:p>
    <w:p w:rsidR="007B2329" w:rsidRDefault="007B2329" w:rsidP="007B2329">
      <w:r>
        <w:t>196.2046</w:t>
      </w:r>
      <w:r>
        <w:tab/>
        <w:t>1.025e0</w:t>
      </w:r>
    </w:p>
    <w:p w:rsidR="007B2329" w:rsidRDefault="007B2329" w:rsidP="007B2329">
      <w:r>
        <w:t>196.2067</w:t>
      </w:r>
      <w:r>
        <w:tab/>
        <w:t>1.013e0</w:t>
      </w:r>
    </w:p>
    <w:p w:rsidR="007B2329" w:rsidRDefault="007B2329" w:rsidP="007B2329">
      <w:r>
        <w:t>196.2142</w:t>
      </w:r>
      <w:r>
        <w:tab/>
        <w:t>1.013e0</w:t>
      </w:r>
    </w:p>
    <w:p w:rsidR="007B2329" w:rsidRDefault="007B2329" w:rsidP="007B2329">
      <w:r>
        <w:t>196.2293</w:t>
      </w:r>
      <w:r>
        <w:tab/>
        <w:t>2.025e0</w:t>
      </w:r>
    </w:p>
    <w:p w:rsidR="007B2329" w:rsidRDefault="007B2329" w:rsidP="007B2329">
      <w:r>
        <w:t>196.2368</w:t>
      </w:r>
      <w:r>
        <w:tab/>
        <w:t>1.013e0</w:t>
      </w:r>
    </w:p>
    <w:p w:rsidR="007B2329" w:rsidRDefault="007B2329" w:rsidP="007B2329">
      <w:r>
        <w:t>196.2444</w:t>
      </w:r>
      <w:r>
        <w:tab/>
        <w:t>1.013e0</w:t>
      </w:r>
    </w:p>
    <w:p w:rsidR="007B2329" w:rsidRDefault="007B2329" w:rsidP="007B2329">
      <w:r>
        <w:lastRenderedPageBreak/>
        <w:t>196.2481</w:t>
      </w:r>
      <w:r>
        <w:tab/>
        <w:t>2.025e0</w:t>
      </w:r>
    </w:p>
    <w:p w:rsidR="007B2329" w:rsidRDefault="007B2329" w:rsidP="007B2329">
      <w:r>
        <w:t>196.2665</w:t>
      </w:r>
      <w:r>
        <w:tab/>
        <w:t>3.038e0</w:t>
      </w:r>
    </w:p>
    <w:p w:rsidR="007B2329" w:rsidRDefault="007B2329" w:rsidP="007B2329">
      <w:r>
        <w:t>196.2739</w:t>
      </w:r>
      <w:r>
        <w:tab/>
        <w:t>1.013e0</w:t>
      </w:r>
    </w:p>
    <w:p w:rsidR="007B2329" w:rsidRDefault="007B2329" w:rsidP="007B2329">
      <w:r>
        <w:t>196.2813</w:t>
      </w:r>
      <w:r>
        <w:tab/>
        <w:t>1.013e0</w:t>
      </w:r>
    </w:p>
    <w:p w:rsidR="007B2329" w:rsidRDefault="007B2329" w:rsidP="007B2329">
      <w:r>
        <w:t>196.2961</w:t>
      </w:r>
      <w:r>
        <w:tab/>
        <w:t>2.025e0</w:t>
      </w:r>
    </w:p>
    <w:p w:rsidR="007B2329" w:rsidRDefault="007B2329" w:rsidP="007B2329">
      <w:r>
        <w:t>196.2997</w:t>
      </w:r>
      <w:r>
        <w:tab/>
        <w:t>3.038e0</w:t>
      </w:r>
    </w:p>
    <w:p w:rsidR="007B2329" w:rsidRDefault="007B2329" w:rsidP="007B2329">
      <w:r>
        <w:t>196.3017</w:t>
      </w:r>
      <w:r>
        <w:tab/>
        <w:t>2.025e0</w:t>
      </w:r>
    </w:p>
    <w:p w:rsidR="007B2329" w:rsidRDefault="007B2329" w:rsidP="007B2329">
      <w:r>
        <w:t>196.3035</w:t>
      </w:r>
      <w:r>
        <w:tab/>
        <w:t>1.013e0</w:t>
      </w:r>
    </w:p>
    <w:p w:rsidR="007B2329" w:rsidRDefault="007B2329" w:rsidP="007B2329">
      <w:r>
        <w:t>196.3275</w:t>
      </w:r>
      <w:r>
        <w:tab/>
        <w:t>1.025e0</w:t>
      </w:r>
    </w:p>
    <w:p w:rsidR="007B2329" w:rsidRDefault="007B2329" w:rsidP="007B2329">
      <w:r>
        <w:t>196.3294</w:t>
      </w:r>
      <w:r>
        <w:tab/>
        <w:t>3.038e0</w:t>
      </w:r>
    </w:p>
    <w:p w:rsidR="007B2329" w:rsidRDefault="007B2329" w:rsidP="007B2329">
      <w:r>
        <w:t>196.3368</w:t>
      </w:r>
      <w:r>
        <w:tab/>
        <w:t>1.013e0</w:t>
      </w:r>
    </w:p>
    <w:p w:rsidR="007B2329" w:rsidRDefault="007B2329" w:rsidP="007B2329">
      <w:r>
        <w:t>196.3405</w:t>
      </w:r>
      <w:r>
        <w:tab/>
        <w:t>1.013e0</w:t>
      </w:r>
    </w:p>
    <w:p w:rsidR="007B2329" w:rsidRDefault="007B2329" w:rsidP="007B2329">
      <w:r>
        <w:t>196.3460</w:t>
      </w:r>
      <w:r>
        <w:tab/>
        <w:t>2.025e0</w:t>
      </w:r>
    </w:p>
    <w:p w:rsidR="007B2329" w:rsidRDefault="007B2329" w:rsidP="007B2329">
      <w:r>
        <w:t>196.3497</w:t>
      </w:r>
      <w:r>
        <w:tab/>
        <w:t>2.025e0</w:t>
      </w:r>
    </w:p>
    <w:p w:rsidR="007B2329" w:rsidRDefault="007B2329" w:rsidP="007B2329">
      <w:r>
        <w:t>196.3553</w:t>
      </w:r>
      <w:r>
        <w:tab/>
        <w:t>1.013e0</w:t>
      </w:r>
    </w:p>
    <w:p w:rsidR="007B2329" w:rsidRDefault="007B2329" w:rsidP="007B2329">
      <w:r>
        <w:t>196.3645</w:t>
      </w:r>
      <w:r>
        <w:tab/>
        <w:t>1.025e0</w:t>
      </w:r>
    </w:p>
    <w:p w:rsidR="007B2329" w:rsidRDefault="007B2329" w:rsidP="007B2329">
      <w:r>
        <w:t>196.3959</w:t>
      </w:r>
      <w:r>
        <w:tab/>
        <w:t>1.013e0</w:t>
      </w:r>
    </w:p>
    <w:p w:rsidR="007B2329" w:rsidRDefault="007B2329" w:rsidP="007B2329">
      <w:r>
        <w:t>196.3996</w:t>
      </w:r>
      <w:r>
        <w:tab/>
        <w:t>1.013e0</w:t>
      </w:r>
    </w:p>
    <w:p w:rsidR="007B2329" w:rsidRDefault="007B2329" w:rsidP="007B2329">
      <w:r>
        <w:t>196.4147</w:t>
      </w:r>
      <w:r>
        <w:tab/>
        <w:t>1.013e0</w:t>
      </w:r>
    </w:p>
    <w:p w:rsidR="007B2329" w:rsidRDefault="007B2329" w:rsidP="007B2329">
      <w:r>
        <w:lastRenderedPageBreak/>
        <w:t>196.4259</w:t>
      </w:r>
      <w:r>
        <w:tab/>
        <w:t>2.025e0</w:t>
      </w:r>
    </w:p>
    <w:p w:rsidR="007B2329" w:rsidRDefault="007B2329" w:rsidP="007B2329">
      <w:r>
        <w:t>196.4298</w:t>
      </w:r>
      <w:r>
        <w:tab/>
        <w:t>1.013e0</w:t>
      </w:r>
    </w:p>
    <w:p w:rsidR="007B2329" w:rsidRDefault="007B2329" w:rsidP="007B2329">
      <w:r>
        <w:t>196.4449</w:t>
      </w:r>
      <w:r>
        <w:tab/>
        <w:t>4.051e0</w:t>
      </w:r>
    </w:p>
    <w:p w:rsidR="007B2329" w:rsidRDefault="007B2329" w:rsidP="007B2329">
      <w:r>
        <w:t>196.4676</w:t>
      </w:r>
      <w:r>
        <w:tab/>
        <w:t>2.025e0</w:t>
      </w:r>
    </w:p>
    <w:p w:rsidR="007B2329" w:rsidRDefault="007B2329" w:rsidP="007B2329">
      <w:r>
        <w:t>196.4824</w:t>
      </w:r>
      <w:r>
        <w:tab/>
        <w:t>2.025e0</w:t>
      </w:r>
    </w:p>
    <w:p w:rsidR="007B2329" w:rsidRDefault="007B2329" w:rsidP="007B2329">
      <w:r>
        <w:t>196.4937</w:t>
      </w:r>
      <w:r>
        <w:tab/>
        <w:t>3.038e0</w:t>
      </w:r>
    </w:p>
    <w:p w:rsidR="007B2329" w:rsidRDefault="007B2329" w:rsidP="007B2329">
      <w:r>
        <w:t>196.4975</w:t>
      </w:r>
      <w:r>
        <w:tab/>
        <w:t>1.013e0</w:t>
      </w:r>
    </w:p>
    <w:p w:rsidR="007B2329" w:rsidRDefault="007B2329" w:rsidP="007B2329">
      <w:r>
        <w:t>196.5013</w:t>
      </w:r>
      <w:r>
        <w:tab/>
        <w:t>1.013e0</w:t>
      </w:r>
    </w:p>
    <w:p w:rsidR="007B2329" w:rsidRDefault="007B2329" w:rsidP="007B2329">
      <w:r>
        <w:t>196.5197</w:t>
      </w:r>
      <w:r>
        <w:tab/>
        <w:t>2.025e0</w:t>
      </w:r>
    </w:p>
    <w:p w:rsidR="007B2329" w:rsidRDefault="007B2329" w:rsidP="007B2329">
      <w:r>
        <w:t>196.5234</w:t>
      </w:r>
      <w:r>
        <w:tab/>
        <w:t>1.013e0</w:t>
      </w:r>
    </w:p>
    <w:p w:rsidR="007B2329" w:rsidRDefault="007B2329" w:rsidP="007B2329">
      <w:r>
        <w:t>196.5308</w:t>
      </w:r>
      <w:r>
        <w:tab/>
        <w:t>1.266e-2</w:t>
      </w:r>
    </w:p>
    <w:p w:rsidR="007B2329" w:rsidRDefault="007B2329" w:rsidP="007B2329">
      <w:r>
        <w:t>196.5437</w:t>
      </w:r>
      <w:r>
        <w:tab/>
        <w:t>7.089e0</w:t>
      </w:r>
    </w:p>
    <w:p w:rsidR="007B2329" w:rsidRDefault="007B2329" w:rsidP="007B2329">
      <w:r>
        <w:t>196.5549</w:t>
      </w:r>
      <w:r>
        <w:tab/>
        <w:t>2.025e0</w:t>
      </w:r>
    </w:p>
    <w:p w:rsidR="007B2329" w:rsidRDefault="007B2329" w:rsidP="007B2329">
      <w:r>
        <w:t>196.5604</w:t>
      </w:r>
      <w:r>
        <w:tab/>
        <w:t>2.025e0</w:t>
      </w:r>
    </w:p>
    <w:p w:rsidR="007B2329" w:rsidRDefault="007B2329" w:rsidP="007B2329">
      <w:r>
        <w:t>196.5678</w:t>
      </w:r>
      <w:r>
        <w:tab/>
        <w:t>4.051e0</w:t>
      </w:r>
    </w:p>
    <w:p w:rsidR="007B2329" w:rsidRDefault="007B2329" w:rsidP="007B2329">
      <w:r>
        <w:t>196.5864</w:t>
      </w:r>
      <w:r>
        <w:tab/>
        <w:t>1.013e0</w:t>
      </w:r>
    </w:p>
    <w:p w:rsidR="007B2329" w:rsidRDefault="007B2329" w:rsidP="007B2329">
      <w:r>
        <w:t>196.5900</w:t>
      </w:r>
      <w:r>
        <w:tab/>
        <w:t>1.013e0</w:t>
      </w:r>
    </w:p>
    <w:p w:rsidR="007B2329" w:rsidRDefault="007B2329" w:rsidP="007B2329">
      <w:r>
        <w:t>196.5937</w:t>
      </w:r>
      <w:r>
        <w:tab/>
        <w:t>1.013e0</w:t>
      </w:r>
    </w:p>
    <w:p w:rsidR="007B2329" w:rsidRDefault="007B2329" w:rsidP="007B2329">
      <w:r>
        <w:t>196.5975</w:t>
      </w:r>
      <w:r>
        <w:tab/>
        <w:t>2.025e0</w:t>
      </w:r>
    </w:p>
    <w:p w:rsidR="007B2329" w:rsidRDefault="007B2329" w:rsidP="007B2329">
      <w:r>
        <w:lastRenderedPageBreak/>
        <w:t>196.6196</w:t>
      </w:r>
      <w:r>
        <w:tab/>
        <w:t>1.013e0</w:t>
      </w:r>
    </w:p>
    <w:p w:rsidR="007B2329" w:rsidRDefault="007B2329" w:rsidP="007B2329">
      <w:r>
        <w:t>196.6233</w:t>
      </w:r>
      <w:r>
        <w:tab/>
        <w:t>3.038e0</w:t>
      </w:r>
    </w:p>
    <w:p w:rsidR="007B2329" w:rsidRDefault="007B2329" w:rsidP="007B2329">
      <w:r>
        <w:t>196.6344</w:t>
      </w:r>
      <w:r>
        <w:tab/>
        <w:t>2.025e0</w:t>
      </w:r>
    </w:p>
    <w:p w:rsidR="007B2329" w:rsidRDefault="007B2329" w:rsidP="007B2329">
      <w:r>
        <w:t>196.6455</w:t>
      </w:r>
      <w:r>
        <w:tab/>
        <w:t>1.013e0</w:t>
      </w:r>
    </w:p>
    <w:p w:rsidR="007B2329" w:rsidRDefault="007B2329" w:rsidP="007B2329">
      <w:r>
        <w:t>196.6833</w:t>
      </w:r>
      <w:r>
        <w:tab/>
        <w:t>1.013e0</w:t>
      </w:r>
    </w:p>
    <w:p w:rsidR="007B2329" w:rsidRDefault="007B2329" w:rsidP="007B2329">
      <w:r>
        <w:t>196.6852</w:t>
      </w:r>
      <w:r>
        <w:tab/>
        <w:t>2.025e0</w:t>
      </w:r>
    </w:p>
    <w:p w:rsidR="007B2329" w:rsidRDefault="007B2329" w:rsidP="007B2329">
      <w:r>
        <w:t>196.6985</w:t>
      </w:r>
      <w:r>
        <w:tab/>
        <w:t>1.013e0</w:t>
      </w:r>
    </w:p>
    <w:p w:rsidR="007B2329" w:rsidRDefault="007B2329" w:rsidP="007B2329">
      <w:r>
        <w:t>196.7267</w:t>
      </w:r>
      <w:r>
        <w:tab/>
        <w:t>2.025e0</w:t>
      </w:r>
    </w:p>
    <w:p w:rsidR="007B2329" w:rsidRDefault="007B2329" w:rsidP="007B2329">
      <w:r>
        <w:t>196.7287</w:t>
      </w:r>
      <w:r>
        <w:tab/>
        <w:t>2.025e0</w:t>
      </w:r>
    </w:p>
    <w:p w:rsidR="007B2329" w:rsidRDefault="007B2329" w:rsidP="007B2329">
      <w:r>
        <w:t>196.7508</w:t>
      </w:r>
      <w:r>
        <w:tab/>
        <w:t>1.013e0</w:t>
      </w:r>
    </w:p>
    <w:p w:rsidR="007B2329" w:rsidRDefault="007B2329" w:rsidP="007B2329">
      <w:r>
        <w:t>196.7526</w:t>
      </w:r>
      <w:r>
        <w:tab/>
        <w:t>2.025e0</w:t>
      </w:r>
    </w:p>
    <w:p w:rsidR="007B2329" w:rsidRDefault="007B2329" w:rsidP="007B2329">
      <w:r>
        <w:t>196.7601</w:t>
      </w:r>
      <w:r>
        <w:tab/>
        <w:t>2.025e0</w:t>
      </w:r>
    </w:p>
    <w:p w:rsidR="007B2329" w:rsidRDefault="007B2329" w:rsidP="007B2329">
      <w:r>
        <w:t>196.7730</w:t>
      </w:r>
      <w:r>
        <w:tab/>
        <w:t>5.063e0</w:t>
      </w:r>
    </w:p>
    <w:p w:rsidR="007B2329" w:rsidRDefault="007B2329" w:rsidP="007B2329">
      <w:r>
        <w:t>196.7767</w:t>
      </w:r>
      <w:r>
        <w:tab/>
        <w:t>1.013e0</w:t>
      </w:r>
    </w:p>
    <w:p w:rsidR="007B2329" w:rsidRDefault="007B2329" w:rsidP="007B2329">
      <w:r>
        <w:t>196.7847</w:t>
      </w:r>
      <w:r>
        <w:tab/>
        <w:t>3.051e0</w:t>
      </w:r>
    </w:p>
    <w:p w:rsidR="007B2329" w:rsidRDefault="007B2329" w:rsidP="007B2329">
      <w:r>
        <w:t>196.8027</w:t>
      </w:r>
      <w:r>
        <w:tab/>
        <w:t>1.013e0</w:t>
      </w:r>
    </w:p>
    <w:p w:rsidR="007B2329" w:rsidRDefault="007B2329" w:rsidP="007B2329">
      <w:r>
        <w:t>196.8064</w:t>
      </w:r>
      <w:r>
        <w:tab/>
        <w:t>3.038e0</w:t>
      </w:r>
    </w:p>
    <w:p w:rsidR="007B2329" w:rsidRDefault="007B2329" w:rsidP="007B2329">
      <w:r>
        <w:t>196.8100</w:t>
      </w:r>
      <w:r>
        <w:tab/>
        <w:t>1.013e0</w:t>
      </w:r>
    </w:p>
    <w:p w:rsidR="007B2329" w:rsidRDefault="007B2329" w:rsidP="007B2329">
      <w:r>
        <w:t>196.8323</w:t>
      </w:r>
      <w:r>
        <w:tab/>
        <w:t>1.013e0</w:t>
      </w:r>
    </w:p>
    <w:p w:rsidR="007B2329" w:rsidRDefault="007B2329" w:rsidP="007B2329">
      <w:r>
        <w:lastRenderedPageBreak/>
        <w:t>196.8434</w:t>
      </w:r>
      <w:r>
        <w:tab/>
        <w:t>1.013e0</w:t>
      </w:r>
    </w:p>
    <w:p w:rsidR="007B2329" w:rsidRDefault="007B2329" w:rsidP="007B2329">
      <w:r>
        <w:t>196.8471</w:t>
      </w:r>
      <w:r>
        <w:tab/>
        <w:t>1.013e0</w:t>
      </w:r>
    </w:p>
    <w:p w:rsidR="007B2329" w:rsidRDefault="007B2329" w:rsidP="007B2329">
      <w:r>
        <w:t>196.8788</w:t>
      </w:r>
      <w:r>
        <w:tab/>
        <w:t>5.063e0</w:t>
      </w:r>
    </w:p>
    <w:p w:rsidR="007B2329" w:rsidRDefault="007B2329" w:rsidP="007B2329">
      <w:r>
        <w:t>196.8842</w:t>
      </w:r>
      <w:r>
        <w:tab/>
        <w:t>1.013e0</w:t>
      </w:r>
    </w:p>
    <w:p w:rsidR="007B2329" w:rsidRDefault="007B2329" w:rsidP="007B2329">
      <w:r>
        <w:t>196.8918</w:t>
      </w:r>
      <w:r>
        <w:tab/>
        <w:t>1.013e0</w:t>
      </w:r>
    </w:p>
    <w:p w:rsidR="007B2329" w:rsidRDefault="007B2329" w:rsidP="007B2329">
      <w:r>
        <w:t>196.8993</w:t>
      </w:r>
      <w:r>
        <w:tab/>
        <w:t>1.013e0</w:t>
      </w:r>
    </w:p>
    <w:p w:rsidR="007B2329" w:rsidRDefault="007B2329" w:rsidP="007B2329">
      <w:r>
        <w:t>196.9108</w:t>
      </w:r>
      <w:r>
        <w:tab/>
        <w:t>1.013e0</w:t>
      </w:r>
    </w:p>
    <w:p w:rsidR="007B2329" w:rsidRDefault="007B2329" w:rsidP="007B2329">
      <w:r>
        <w:t>196.9145</w:t>
      </w:r>
      <w:r>
        <w:tab/>
        <w:t>1.013e0</w:t>
      </w:r>
    </w:p>
    <w:p w:rsidR="007B2329" w:rsidRDefault="007B2329" w:rsidP="007B2329">
      <w:r>
        <w:t>196.9220</w:t>
      </w:r>
      <w:r>
        <w:tab/>
        <w:t>2.025e0</w:t>
      </w:r>
    </w:p>
    <w:p w:rsidR="007B2329" w:rsidRDefault="007B2329" w:rsidP="007B2329">
      <w:r>
        <w:t>196.9411</w:t>
      </w:r>
      <w:r>
        <w:tab/>
        <w:t>1.013e0</w:t>
      </w:r>
    </w:p>
    <w:p w:rsidR="007B2329" w:rsidRDefault="007B2329" w:rsidP="007B2329">
      <w:r>
        <w:t>196.9448</w:t>
      </w:r>
      <w:r>
        <w:tab/>
        <w:t>1.013e0</w:t>
      </w:r>
    </w:p>
    <w:p w:rsidR="007B2329" w:rsidRDefault="007B2329" w:rsidP="007B2329">
      <w:r>
        <w:t>196.9524</w:t>
      </w:r>
      <w:r>
        <w:tab/>
        <w:t>2.025e0</w:t>
      </w:r>
    </w:p>
    <w:p w:rsidR="007B2329" w:rsidRDefault="007B2329" w:rsidP="007B2329">
      <w:r>
        <w:t>196.9561</w:t>
      </w:r>
      <w:r>
        <w:tab/>
        <w:t>2.025e0</w:t>
      </w:r>
    </w:p>
    <w:p w:rsidR="007B2329" w:rsidRDefault="007B2329" w:rsidP="007B2329">
      <w:r>
        <w:t>196.9636</w:t>
      </w:r>
      <w:r>
        <w:tab/>
        <w:t>2.025e0</w:t>
      </w:r>
    </w:p>
    <w:p w:rsidR="007B2329" w:rsidRDefault="007B2329" w:rsidP="007B2329">
      <w:r>
        <w:t>196.9820</w:t>
      </w:r>
      <w:r>
        <w:tab/>
        <w:t>3.038e0</w:t>
      </w:r>
    </w:p>
    <w:p w:rsidR="007B2329" w:rsidRDefault="007B2329" w:rsidP="007B2329">
      <w:r>
        <w:t>196.9857</w:t>
      </w:r>
      <w:r>
        <w:tab/>
        <w:t>1.013e0</w:t>
      </w:r>
    </w:p>
    <w:p w:rsidR="007B2329" w:rsidRDefault="007B2329" w:rsidP="007B2329">
      <w:r>
        <w:t>196.9968</w:t>
      </w:r>
      <w:r>
        <w:tab/>
        <w:t>1.013e0</w:t>
      </w:r>
    </w:p>
    <w:p w:rsidR="007B2329" w:rsidRDefault="007B2329" w:rsidP="007B2329">
      <w:r>
        <w:t>197.0089</w:t>
      </w:r>
      <w:r>
        <w:tab/>
        <w:t>3.691e0</w:t>
      </w:r>
    </w:p>
    <w:p w:rsidR="007B2329" w:rsidRDefault="007B2329" w:rsidP="007B2329">
      <w:r>
        <w:t>197.0190</w:t>
      </w:r>
      <w:r>
        <w:tab/>
        <w:t>2.025e0</w:t>
      </w:r>
    </w:p>
    <w:p w:rsidR="007B2329" w:rsidRDefault="007B2329" w:rsidP="007B2329">
      <w:r>
        <w:lastRenderedPageBreak/>
        <w:t>197.0208</w:t>
      </w:r>
      <w:r>
        <w:tab/>
        <w:t>1.115e1</w:t>
      </w:r>
    </w:p>
    <w:p w:rsidR="007B2329" w:rsidRDefault="007B2329" w:rsidP="007B2329">
      <w:r>
        <w:t>197.0228</w:t>
      </w:r>
      <w:r>
        <w:tab/>
        <w:t>1.013e0</w:t>
      </w:r>
    </w:p>
    <w:p w:rsidR="007B2329" w:rsidRDefault="007B2329" w:rsidP="007B2329">
      <w:r>
        <w:t>197.0246</w:t>
      </w:r>
      <w:r>
        <w:tab/>
        <w:t>2.025e0</w:t>
      </w:r>
    </w:p>
    <w:p w:rsidR="007B2329" w:rsidRDefault="007B2329" w:rsidP="007B2329">
      <w:r>
        <w:t>197.0264</w:t>
      </w:r>
      <w:r>
        <w:tab/>
        <w:t>1.013e0</w:t>
      </w:r>
    </w:p>
    <w:p w:rsidR="007B2329" w:rsidRDefault="007B2329" w:rsidP="007B2329">
      <w:r>
        <w:t>197.0432</w:t>
      </w:r>
      <w:r>
        <w:tab/>
        <w:t>2.025e0</w:t>
      </w:r>
    </w:p>
    <w:p w:rsidR="007B2329" w:rsidRDefault="007B2329" w:rsidP="007B2329">
      <w:r>
        <w:t>197.0450</w:t>
      </w:r>
      <w:r>
        <w:tab/>
        <w:t>2.025e0</w:t>
      </w:r>
    </w:p>
    <w:p w:rsidR="007B2329" w:rsidRDefault="007B2329" w:rsidP="007B2329">
      <w:r>
        <w:t>197.0468</w:t>
      </w:r>
      <w:r>
        <w:tab/>
        <w:t>1.025e0</w:t>
      </w:r>
    </w:p>
    <w:p w:rsidR="007B2329" w:rsidRDefault="007B2329" w:rsidP="007B2329">
      <w:r>
        <w:t>197.0487</w:t>
      </w:r>
      <w:r>
        <w:tab/>
        <w:t>1.013e0</w:t>
      </w:r>
    </w:p>
    <w:p w:rsidR="007B2329" w:rsidRDefault="007B2329" w:rsidP="007B2329">
      <w:r>
        <w:t>197.0977</w:t>
      </w:r>
      <w:r>
        <w:tab/>
        <w:t>3.537e1</w:t>
      </w:r>
    </w:p>
    <w:p w:rsidR="007B2329" w:rsidRDefault="007B2329" w:rsidP="007B2329">
      <w:r>
        <w:t>197.0993</w:t>
      </w:r>
      <w:r>
        <w:tab/>
        <w:t>1.880e2</w:t>
      </w:r>
    </w:p>
    <w:p w:rsidR="007B2329" w:rsidRDefault="007B2329" w:rsidP="007B2329">
      <w:r>
        <w:t>197.1013</w:t>
      </w:r>
      <w:r>
        <w:tab/>
        <w:t>2.038e0</w:t>
      </w:r>
    </w:p>
    <w:p w:rsidR="007B2329" w:rsidRDefault="007B2329" w:rsidP="007B2329">
      <w:r>
        <w:t>197.1038</w:t>
      </w:r>
      <w:r>
        <w:tab/>
        <w:t>1.215e1</w:t>
      </w:r>
    </w:p>
    <w:p w:rsidR="007B2329" w:rsidRDefault="007B2329" w:rsidP="007B2329">
      <w:r>
        <w:t>197.1307</w:t>
      </w:r>
      <w:r>
        <w:tab/>
        <w:t>1.013e0</w:t>
      </w:r>
    </w:p>
    <w:p w:rsidR="007B2329" w:rsidRDefault="007B2329" w:rsidP="007B2329">
      <w:r>
        <w:t>197.1404</w:t>
      </w:r>
      <w:r>
        <w:tab/>
        <w:t>3.038e0</w:t>
      </w:r>
    </w:p>
    <w:p w:rsidR="007B2329" w:rsidRDefault="007B2329" w:rsidP="007B2329">
      <w:r>
        <w:t>197.1552</w:t>
      </w:r>
      <w:r>
        <w:tab/>
        <w:t>2.025e0</w:t>
      </w:r>
    </w:p>
    <w:p w:rsidR="007B2329" w:rsidRDefault="007B2329" w:rsidP="007B2329">
      <w:r>
        <w:t>197.1572</w:t>
      </w:r>
      <w:r>
        <w:tab/>
        <w:t>2.025e0</w:t>
      </w:r>
    </w:p>
    <w:p w:rsidR="007B2329" w:rsidRDefault="007B2329" w:rsidP="007B2329">
      <w:r>
        <w:t>197.1687</w:t>
      </w:r>
      <w:r>
        <w:tab/>
        <w:t>1.013e0</w:t>
      </w:r>
    </w:p>
    <w:p w:rsidR="007B2329" w:rsidRDefault="007B2329" w:rsidP="007B2329">
      <w:r>
        <w:t>197.1763</w:t>
      </w:r>
      <w:r>
        <w:tab/>
        <w:t>2.025e0</w:t>
      </w:r>
    </w:p>
    <w:p w:rsidR="007B2329" w:rsidRDefault="007B2329" w:rsidP="007B2329">
      <w:r>
        <w:t>197.1874</w:t>
      </w:r>
      <w:r>
        <w:tab/>
        <w:t>4.051e0</w:t>
      </w:r>
    </w:p>
    <w:p w:rsidR="007B2329" w:rsidRDefault="007B2329" w:rsidP="007B2329">
      <w:r>
        <w:lastRenderedPageBreak/>
        <w:t>197.1949</w:t>
      </w:r>
      <w:r>
        <w:tab/>
        <w:t>1.013e0</w:t>
      </w:r>
    </w:p>
    <w:p w:rsidR="007B2329" w:rsidRDefault="007B2329" w:rsidP="007B2329">
      <w:r>
        <w:t>197.2022</w:t>
      </w:r>
      <w:r>
        <w:tab/>
        <w:t>1.013e0</w:t>
      </w:r>
    </w:p>
    <w:p w:rsidR="007B2329" w:rsidRDefault="007B2329" w:rsidP="007B2329">
      <w:r>
        <w:t>197.2207</w:t>
      </w:r>
      <w:r>
        <w:tab/>
        <w:t>2.025e0</w:t>
      </w:r>
    </w:p>
    <w:p w:rsidR="007B2329" w:rsidRDefault="007B2329" w:rsidP="007B2329">
      <w:r>
        <w:t>197.2244</w:t>
      </w:r>
      <w:r>
        <w:tab/>
        <w:t>1.013e0</w:t>
      </w:r>
    </w:p>
    <w:p w:rsidR="007B2329" w:rsidRDefault="007B2329" w:rsidP="007B2329">
      <w:r>
        <w:t>197.2466</w:t>
      </w:r>
      <w:r>
        <w:tab/>
        <w:t>1.013e0</w:t>
      </w:r>
    </w:p>
    <w:p w:rsidR="007B2329" w:rsidRDefault="007B2329" w:rsidP="007B2329">
      <w:r>
        <w:t>197.2522</w:t>
      </w:r>
      <w:r>
        <w:tab/>
        <w:t>2.025e0</w:t>
      </w:r>
    </w:p>
    <w:p w:rsidR="007B2329" w:rsidRDefault="007B2329" w:rsidP="007B2329">
      <w:r>
        <w:t>197.2577</w:t>
      </w:r>
      <w:r>
        <w:tab/>
        <w:t>1.013e0</w:t>
      </w:r>
    </w:p>
    <w:p w:rsidR="007B2329" w:rsidRDefault="007B2329" w:rsidP="007B2329">
      <w:r>
        <w:t>197.2615</w:t>
      </w:r>
      <w:r>
        <w:tab/>
        <w:t>1.266e-2</w:t>
      </w:r>
    </w:p>
    <w:p w:rsidR="007B2329" w:rsidRDefault="007B2329" w:rsidP="007B2329">
      <w:r>
        <w:t>197.2690</w:t>
      </w:r>
      <w:r>
        <w:tab/>
        <w:t>1.013e0</w:t>
      </w:r>
    </w:p>
    <w:p w:rsidR="007B2329" w:rsidRDefault="007B2329" w:rsidP="007B2329">
      <w:r>
        <w:t>197.2837</w:t>
      </w:r>
      <w:r>
        <w:tab/>
        <w:t>3.038e0</w:t>
      </w:r>
    </w:p>
    <w:p w:rsidR="007B2329" w:rsidRDefault="007B2329" w:rsidP="007B2329">
      <w:r>
        <w:t>197.2855</w:t>
      </w:r>
      <w:r>
        <w:tab/>
        <w:t>6.076e0</w:t>
      </w:r>
    </w:p>
    <w:p w:rsidR="007B2329" w:rsidRDefault="007B2329" w:rsidP="007B2329">
      <w:r>
        <w:t>197.2985</w:t>
      </w:r>
      <w:r>
        <w:tab/>
        <w:t>1.013e0</w:t>
      </w:r>
    </w:p>
    <w:p w:rsidR="007B2329" w:rsidRDefault="007B2329" w:rsidP="007B2329">
      <w:r>
        <w:t>197.3150</w:t>
      </w:r>
      <w:r>
        <w:tab/>
        <w:t>3.038e0</w:t>
      </w:r>
    </w:p>
    <w:p w:rsidR="007B2329" w:rsidRDefault="007B2329" w:rsidP="007B2329">
      <w:r>
        <w:t>197.3169</w:t>
      </w:r>
      <w:r>
        <w:tab/>
        <w:t>1.013e0</w:t>
      </w:r>
    </w:p>
    <w:p w:rsidR="007B2329" w:rsidRDefault="007B2329" w:rsidP="007B2329">
      <w:r>
        <w:t>197.3244</w:t>
      </w:r>
      <w:r>
        <w:tab/>
        <w:t>3.038e0</w:t>
      </w:r>
    </w:p>
    <w:p w:rsidR="007B2329" w:rsidRDefault="007B2329" w:rsidP="007B2329">
      <w:r>
        <w:t>197.3396</w:t>
      </w:r>
      <w:r>
        <w:tab/>
        <w:t>2.025e0</w:t>
      </w:r>
    </w:p>
    <w:p w:rsidR="007B2329" w:rsidRDefault="007B2329" w:rsidP="007B2329">
      <w:r>
        <w:t>197.3433</w:t>
      </w:r>
      <w:r>
        <w:tab/>
        <w:t>1.013e0</w:t>
      </w:r>
    </w:p>
    <w:p w:rsidR="007B2329" w:rsidRDefault="007B2329" w:rsidP="007B2329">
      <w:r>
        <w:t>197.3623</w:t>
      </w:r>
      <w:r>
        <w:tab/>
        <w:t>2.025e0</w:t>
      </w:r>
    </w:p>
    <w:p w:rsidR="007B2329" w:rsidRDefault="007B2329" w:rsidP="007B2329">
      <w:r>
        <w:t>197.3736</w:t>
      </w:r>
      <w:r>
        <w:tab/>
        <w:t>2.025e0</w:t>
      </w:r>
    </w:p>
    <w:p w:rsidR="007B2329" w:rsidRDefault="007B2329" w:rsidP="007B2329">
      <w:r>
        <w:lastRenderedPageBreak/>
        <w:t>197.3812</w:t>
      </w:r>
      <w:r>
        <w:tab/>
        <w:t>2.025e0</w:t>
      </w:r>
    </w:p>
    <w:p w:rsidR="007B2329" w:rsidRDefault="007B2329" w:rsidP="007B2329">
      <w:r>
        <w:t>197.3887</w:t>
      </w:r>
      <w:r>
        <w:tab/>
        <w:t>3.974e0</w:t>
      </w:r>
    </w:p>
    <w:p w:rsidR="007B2329" w:rsidRDefault="007B2329" w:rsidP="007B2329">
      <w:r>
        <w:t>197.3927</w:t>
      </w:r>
      <w:r>
        <w:tab/>
        <w:t>1.013e0</w:t>
      </w:r>
    </w:p>
    <w:p w:rsidR="007B2329" w:rsidRDefault="007B2329" w:rsidP="007B2329">
      <w:r>
        <w:t>197.4040</w:t>
      </w:r>
      <w:r>
        <w:tab/>
        <w:t>1.013e0</w:t>
      </w:r>
    </w:p>
    <w:p w:rsidR="007B2329" w:rsidRDefault="007B2329" w:rsidP="007B2329">
      <w:r>
        <w:t>197.4206</w:t>
      </w:r>
      <w:r>
        <w:tab/>
        <w:t>2.025e0</w:t>
      </w:r>
    </w:p>
    <w:p w:rsidR="007B2329" w:rsidRDefault="007B2329" w:rsidP="007B2329">
      <w:r>
        <w:t>197.4372</w:t>
      </w:r>
      <w:r>
        <w:tab/>
        <w:t>3.038e0</w:t>
      </w:r>
    </w:p>
    <w:p w:rsidR="007B2329" w:rsidRDefault="007B2329" w:rsidP="007B2329">
      <w:r>
        <w:t>197.4410</w:t>
      </w:r>
      <w:r>
        <w:tab/>
        <w:t>2.025e0</w:t>
      </w:r>
    </w:p>
    <w:p w:rsidR="007B2329" w:rsidRDefault="007B2329" w:rsidP="007B2329">
      <w:r>
        <w:t>197.4558</w:t>
      </w:r>
      <w:r>
        <w:tab/>
        <w:t>1.013e0</w:t>
      </w:r>
    </w:p>
    <w:p w:rsidR="007B2329" w:rsidRDefault="007B2329" w:rsidP="007B2329">
      <w:r>
        <w:t>197.4669</w:t>
      </w:r>
      <w:r>
        <w:tab/>
        <w:t>2.025e0</w:t>
      </w:r>
    </w:p>
    <w:p w:rsidR="007B2329" w:rsidRDefault="007B2329" w:rsidP="007B2329">
      <w:r>
        <w:t>197.4706</w:t>
      </w:r>
      <w:r>
        <w:tab/>
        <w:t>2.025e0</w:t>
      </w:r>
    </w:p>
    <w:p w:rsidR="007B2329" w:rsidRDefault="007B2329" w:rsidP="007B2329">
      <w:r>
        <w:t>197.4762</w:t>
      </w:r>
      <w:r>
        <w:tab/>
        <w:t>2.025e0</w:t>
      </w:r>
    </w:p>
    <w:p w:rsidR="007B2329" w:rsidRDefault="007B2329" w:rsidP="007B2329">
      <w:r>
        <w:t>197.4800</w:t>
      </w:r>
      <w:r>
        <w:tab/>
        <w:t>3.038e0</w:t>
      </w:r>
    </w:p>
    <w:p w:rsidR="007B2329" w:rsidRDefault="007B2329" w:rsidP="007B2329">
      <w:r>
        <w:t>197.4985</w:t>
      </w:r>
      <w:r>
        <w:tab/>
        <w:t>3.038e0</w:t>
      </w:r>
    </w:p>
    <w:p w:rsidR="007B2329" w:rsidRDefault="007B2329" w:rsidP="007B2329">
      <w:r>
        <w:t>197.5040</w:t>
      </w:r>
      <w:r>
        <w:tab/>
        <w:t>1.013e0</w:t>
      </w:r>
    </w:p>
    <w:p w:rsidR="007B2329" w:rsidRDefault="007B2329" w:rsidP="007B2329">
      <w:r>
        <w:t>197.5188</w:t>
      </w:r>
      <w:r>
        <w:tab/>
        <w:t>1.013e0</w:t>
      </w:r>
    </w:p>
    <w:p w:rsidR="007B2329" w:rsidRDefault="007B2329" w:rsidP="007B2329">
      <w:r>
        <w:t>197.5225</w:t>
      </w:r>
      <w:r>
        <w:tab/>
        <w:t>1.013e0</w:t>
      </w:r>
    </w:p>
    <w:p w:rsidR="007B2329" w:rsidRDefault="007B2329" w:rsidP="007B2329">
      <w:r>
        <w:t>197.5409</w:t>
      </w:r>
      <w:r>
        <w:tab/>
        <w:t>1.013e0</w:t>
      </w:r>
    </w:p>
    <w:p w:rsidR="007B2329" w:rsidRDefault="007B2329" w:rsidP="007B2329">
      <w:r>
        <w:t>197.5523</w:t>
      </w:r>
      <w:r>
        <w:tab/>
        <w:t>1.013e0</w:t>
      </w:r>
    </w:p>
    <w:p w:rsidR="007B2329" w:rsidRDefault="007B2329" w:rsidP="007B2329">
      <w:r>
        <w:t>197.5713</w:t>
      </w:r>
      <w:r>
        <w:tab/>
        <w:t>3.038e0</w:t>
      </w:r>
    </w:p>
    <w:p w:rsidR="007B2329" w:rsidRDefault="007B2329" w:rsidP="007B2329">
      <w:r>
        <w:lastRenderedPageBreak/>
        <w:t>197.5733</w:t>
      </w:r>
      <w:r>
        <w:tab/>
        <w:t>2.025e0</w:t>
      </w:r>
    </w:p>
    <w:p w:rsidR="007B2329" w:rsidRDefault="007B2329" w:rsidP="007B2329">
      <w:r>
        <w:t>197.5827</w:t>
      </w:r>
      <w:r>
        <w:tab/>
        <w:t>3.038e0</w:t>
      </w:r>
    </w:p>
    <w:p w:rsidR="007B2329" w:rsidRDefault="007B2329" w:rsidP="007B2329">
      <w:r>
        <w:t>197.5940</w:t>
      </w:r>
      <w:r>
        <w:tab/>
        <w:t>2.025e0</w:t>
      </w:r>
    </w:p>
    <w:p w:rsidR="007B2329" w:rsidRDefault="007B2329" w:rsidP="007B2329">
      <w:r>
        <w:t>197.6072</w:t>
      </w:r>
      <w:r>
        <w:tab/>
        <w:t>2.025e0</w:t>
      </w:r>
    </w:p>
    <w:p w:rsidR="007B2329" w:rsidRDefault="007B2329" w:rsidP="007B2329">
      <w:r>
        <w:t>197.6206</w:t>
      </w:r>
      <w:r>
        <w:tab/>
        <w:t>2.025e0</w:t>
      </w:r>
    </w:p>
    <w:p w:rsidR="007B2329" w:rsidRDefault="007B2329" w:rsidP="007B2329">
      <w:r>
        <w:t>197.6391</w:t>
      </w:r>
      <w:r>
        <w:tab/>
        <w:t>1.013e0</w:t>
      </w:r>
    </w:p>
    <w:p w:rsidR="007B2329" w:rsidRDefault="007B2329" w:rsidP="007B2329">
      <w:r>
        <w:t>197.6446</w:t>
      </w:r>
      <w:r>
        <w:tab/>
        <w:t>1.025e0</w:t>
      </w:r>
    </w:p>
    <w:p w:rsidR="007B2329" w:rsidRDefault="007B2329" w:rsidP="007B2329">
      <w:r>
        <w:t>197.6576</w:t>
      </w:r>
      <w:r>
        <w:tab/>
        <w:t>1.013e0</w:t>
      </w:r>
    </w:p>
    <w:p w:rsidR="007B2329" w:rsidRDefault="007B2329" w:rsidP="007B2329">
      <w:r>
        <w:t>197.6613</w:t>
      </w:r>
      <w:r>
        <w:tab/>
        <w:t>1.013e0</w:t>
      </w:r>
    </w:p>
    <w:p w:rsidR="007B2329" w:rsidRDefault="007B2329" w:rsidP="007B2329">
      <w:r>
        <w:t>197.6725</w:t>
      </w:r>
      <w:r>
        <w:tab/>
        <w:t>1.013e0</w:t>
      </w:r>
    </w:p>
    <w:p w:rsidR="007B2329" w:rsidRDefault="007B2329" w:rsidP="007B2329">
      <w:r>
        <w:t>197.6769</w:t>
      </w:r>
      <w:r>
        <w:tab/>
        <w:t>2.038e0</w:t>
      </w:r>
    </w:p>
    <w:p w:rsidR="007B2329" w:rsidRDefault="007B2329" w:rsidP="007B2329">
      <w:r>
        <w:t>197.6799</w:t>
      </w:r>
      <w:r>
        <w:tab/>
        <w:t>1.013e0</w:t>
      </w:r>
    </w:p>
    <w:p w:rsidR="007B2329" w:rsidRDefault="007B2329" w:rsidP="007B2329">
      <w:r>
        <w:t>197.7002</w:t>
      </w:r>
      <w:r>
        <w:tab/>
        <w:t>2.025e0</w:t>
      </w:r>
    </w:p>
    <w:p w:rsidR="007B2329" w:rsidRDefault="007B2329" w:rsidP="007B2329">
      <w:r>
        <w:t>197.7207</w:t>
      </w:r>
      <w:r>
        <w:tab/>
        <w:t>1.013e0</w:t>
      </w:r>
    </w:p>
    <w:p w:rsidR="007B2329" w:rsidRDefault="007B2329" w:rsidP="007B2329">
      <w:r>
        <w:t>197.7226</w:t>
      </w:r>
      <w:r>
        <w:tab/>
        <w:t>3.038e0</w:t>
      </w:r>
    </w:p>
    <w:p w:rsidR="007B2329" w:rsidRDefault="007B2329" w:rsidP="007B2329">
      <w:r>
        <w:t>197.7281</w:t>
      </w:r>
      <w:r>
        <w:tab/>
        <w:t>3.038e0</w:t>
      </w:r>
    </w:p>
    <w:p w:rsidR="007B2329" w:rsidRDefault="007B2329" w:rsidP="007B2329">
      <w:r>
        <w:t>197.7355</w:t>
      </w:r>
      <w:r>
        <w:tab/>
        <w:t>1.013e0</w:t>
      </w:r>
    </w:p>
    <w:p w:rsidR="007B2329" w:rsidRDefault="007B2329" w:rsidP="007B2329">
      <w:r>
        <w:t>197.7465</w:t>
      </w:r>
      <w:r>
        <w:tab/>
        <w:t>2.025e0</w:t>
      </w:r>
    </w:p>
    <w:p w:rsidR="007B2329" w:rsidRDefault="007B2329" w:rsidP="007B2329">
      <w:r>
        <w:t>197.7483</w:t>
      </w:r>
      <w:r>
        <w:tab/>
        <w:t>2.532e-2</w:t>
      </w:r>
    </w:p>
    <w:p w:rsidR="007B2329" w:rsidRDefault="007B2329" w:rsidP="007B2329">
      <w:r>
        <w:lastRenderedPageBreak/>
        <w:t>197.7539</w:t>
      </w:r>
      <w:r>
        <w:tab/>
        <w:t>1.013e0</w:t>
      </w:r>
    </w:p>
    <w:p w:rsidR="007B2329" w:rsidRDefault="007B2329" w:rsidP="007B2329">
      <w:r>
        <w:t>197.7616</w:t>
      </w:r>
      <w:r>
        <w:tab/>
        <w:t>1.013e0</w:t>
      </w:r>
    </w:p>
    <w:p w:rsidR="007B2329" w:rsidRDefault="007B2329" w:rsidP="007B2329">
      <w:r>
        <w:t>197.7653</w:t>
      </w:r>
      <w:r>
        <w:tab/>
        <w:t>1.013e0</w:t>
      </w:r>
    </w:p>
    <w:p w:rsidR="007B2329" w:rsidRDefault="007B2329" w:rsidP="007B2329">
      <w:r>
        <w:t>197.7713</w:t>
      </w:r>
      <w:r>
        <w:tab/>
        <w:t>2.025e0</w:t>
      </w:r>
    </w:p>
    <w:p w:rsidR="007B2329" w:rsidRDefault="007B2329" w:rsidP="007B2329">
      <w:r>
        <w:t>197.7768</w:t>
      </w:r>
      <w:r>
        <w:tab/>
        <w:t>2.025e0</w:t>
      </w:r>
    </w:p>
    <w:p w:rsidR="007B2329" w:rsidRDefault="007B2329" w:rsidP="007B2329">
      <w:r>
        <w:t>197.7996</w:t>
      </w:r>
      <w:r>
        <w:tab/>
        <w:t>2.025e0</w:t>
      </w:r>
    </w:p>
    <w:p w:rsidR="007B2329" w:rsidRDefault="007B2329" w:rsidP="007B2329">
      <w:r>
        <w:t>197.8089</w:t>
      </w:r>
      <w:r>
        <w:tab/>
        <w:t>2.025e0</w:t>
      </w:r>
    </w:p>
    <w:p w:rsidR="007B2329" w:rsidRDefault="007B2329" w:rsidP="007B2329">
      <w:r>
        <w:t>197.8111</w:t>
      </w:r>
      <w:r>
        <w:tab/>
        <w:t>1.013e0</w:t>
      </w:r>
    </w:p>
    <w:p w:rsidR="007B2329" w:rsidRDefault="007B2329" w:rsidP="007B2329">
      <w:r>
        <w:t>197.8186</w:t>
      </w:r>
      <w:r>
        <w:tab/>
        <w:t>1.013e0</w:t>
      </w:r>
    </w:p>
    <w:p w:rsidR="007B2329" w:rsidRDefault="007B2329" w:rsidP="007B2329">
      <w:r>
        <w:t>197.8411</w:t>
      </w:r>
      <w:r>
        <w:tab/>
        <w:t>1.013e0</w:t>
      </w:r>
    </w:p>
    <w:p w:rsidR="007B2329" w:rsidRDefault="007B2329" w:rsidP="007B2329">
      <w:r>
        <w:t>197.8521</w:t>
      </w:r>
      <w:r>
        <w:tab/>
        <w:t>1.013e0</w:t>
      </w:r>
    </w:p>
    <w:p w:rsidR="007B2329" w:rsidRDefault="007B2329" w:rsidP="007B2329">
      <w:r>
        <w:t>197.8669</w:t>
      </w:r>
      <w:r>
        <w:tab/>
        <w:t>1.013e0</w:t>
      </w:r>
    </w:p>
    <w:p w:rsidR="007B2329" w:rsidRDefault="007B2329" w:rsidP="007B2329">
      <w:r>
        <w:t>197.8781</w:t>
      </w:r>
      <w:r>
        <w:tab/>
        <w:t>2.025e0</w:t>
      </w:r>
    </w:p>
    <w:p w:rsidR="007B2329" w:rsidRDefault="007B2329" w:rsidP="007B2329">
      <w:r>
        <w:t>197.8891</w:t>
      </w:r>
      <w:r>
        <w:tab/>
        <w:t>1.013e0</w:t>
      </w:r>
    </w:p>
    <w:p w:rsidR="007B2329" w:rsidRDefault="007B2329" w:rsidP="007B2329">
      <w:r>
        <w:t>197.9003</w:t>
      </w:r>
      <w:r>
        <w:tab/>
        <w:t>1.013e0</w:t>
      </w:r>
    </w:p>
    <w:p w:rsidR="007B2329" w:rsidRDefault="007B2329" w:rsidP="007B2329">
      <w:r>
        <w:t>197.9041</w:t>
      </w:r>
      <w:r>
        <w:tab/>
        <w:t>1.013e0</w:t>
      </w:r>
    </w:p>
    <w:p w:rsidR="007B2329" w:rsidRDefault="007B2329" w:rsidP="007B2329">
      <w:r>
        <w:t>197.9189</w:t>
      </w:r>
      <w:r>
        <w:tab/>
        <w:t>1.013e0</w:t>
      </w:r>
    </w:p>
    <w:p w:rsidR="007B2329" w:rsidRDefault="007B2329" w:rsidP="007B2329">
      <w:r>
        <w:t>197.9300</w:t>
      </w:r>
      <w:r>
        <w:tab/>
        <w:t>2.025e0</w:t>
      </w:r>
    </w:p>
    <w:p w:rsidR="007B2329" w:rsidRDefault="007B2329" w:rsidP="007B2329">
      <w:r>
        <w:t>197.9374</w:t>
      </w:r>
      <w:r>
        <w:tab/>
        <w:t>1.013e0</w:t>
      </w:r>
    </w:p>
    <w:p w:rsidR="007B2329" w:rsidRDefault="007B2329" w:rsidP="007B2329">
      <w:r>
        <w:lastRenderedPageBreak/>
        <w:t>197.9522</w:t>
      </w:r>
      <w:r>
        <w:tab/>
        <w:t>1.013e0</w:t>
      </w:r>
    </w:p>
    <w:p w:rsidR="007B2329" w:rsidRDefault="007B2329" w:rsidP="007B2329">
      <w:r>
        <w:t>197.9596</w:t>
      </w:r>
      <w:r>
        <w:tab/>
        <w:t>2.025e0</w:t>
      </w:r>
    </w:p>
    <w:p w:rsidR="007B2329" w:rsidRDefault="007B2329" w:rsidP="007B2329">
      <w:r>
        <w:t>197.9785</w:t>
      </w:r>
      <w:r>
        <w:tab/>
        <w:t>1.013e0</w:t>
      </w:r>
    </w:p>
    <w:p w:rsidR="007B2329" w:rsidRDefault="007B2329" w:rsidP="007B2329">
      <w:r>
        <w:t>197.9823</w:t>
      </w:r>
      <w:r>
        <w:tab/>
        <w:t>1.013e0</w:t>
      </w:r>
    </w:p>
    <w:p w:rsidR="007B2329" w:rsidRDefault="007B2329" w:rsidP="007B2329">
      <w:r>
        <w:t>197.9938</w:t>
      </w:r>
      <w:r>
        <w:tab/>
        <w:t>3.038e0</w:t>
      </w:r>
    </w:p>
    <w:p w:rsidR="007B2329" w:rsidRDefault="007B2329" w:rsidP="007B2329">
      <w:r>
        <w:t>197.9957</w:t>
      </w:r>
      <w:r>
        <w:tab/>
        <w:t>4.051e0</w:t>
      </w:r>
    </w:p>
    <w:p w:rsidR="007B2329" w:rsidRDefault="007B2329" w:rsidP="007B2329">
      <w:r>
        <w:t>198.0013</w:t>
      </w:r>
      <w:r>
        <w:tab/>
        <w:t>2.025e0</w:t>
      </w:r>
    </w:p>
    <w:p w:rsidR="007B2329" w:rsidRDefault="007B2329" w:rsidP="007B2329">
      <w:r>
        <w:t>198.0089</w:t>
      </w:r>
      <w:r>
        <w:tab/>
        <w:t>2.025e0</w:t>
      </w:r>
    </w:p>
    <w:p w:rsidR="007B2329" w:rsidRDefault="007B2329" w:rsidP="007B2329">
      <w:r>
        <w:t>198.0221</w:t>
      </w:r>
      <w:r>
        <w:tab/>
        <w:t>2.025e0</w:t>
      </w:r>
    </w:p>
    <w:p w:rsidR="007B2329" w:rsidRDefault="007B2329" w:rsidP="007B2329">
      <w:r>
        <w:t>198.0410</w:t>
      </w:r>
      <w:r>
        <w:tab/>
        <w:t>2.025e0</w:t>
      </w:r>
    </w:p>
    <w:p w:rsidR="007B2329" w:rsidRDefault="007B2329" w:rsidP="007B2329">
      <w:r>
        <w:t>198.0437</w:t>
      </w:r>
      <w:r>
        <w:tab/>
        <w:t>6.076e0</w:t>
      </w:r>
    </w:p>
    <w:p w:rsidR="007B2329" w:rsidRDefault="007B2329" w:rsidP="007B2329">
      <w:r>
        <w:t>198.0745</w:t>
      </w:r>
      <w:r>
        <w:tab/>
        <w:t>2.025e0</w:t>
      </w:r>
    </w:p>
    <w:p w:rsidR="007B2329" w:rsidRDefault="007B2329" w:rsidP="007B2329">
      <w:r>
        <w:t>198.0957</w:t>
      </w:r>
      <w:r>
        <w:tab/>
        <w:t>1.216e1</w:t>
      </w:r>
    </w:p>
    <w:p w:rsidR="007B2329" w:rsidRDefault="007B2329" w:rsidP="007B2329">
      <w:r>
        <w:t>198.0971</w:t>
      </w:r>
      <w:r>
        <w:tab/>
        <w:t>3.682e0</w:t>
      </w:r>
    </w:p>
    <w:p w:rsidR="007B2329" w:rsidRDefault="007B2329" w:rsidP="007B2329">
      <w:r>
        <w:t>198.0996</w:t>
      </w:r>
      <w:r>
        <w:tab/>
        <w:t>1.013e1</w:t>
      </w:r>
    </w:p>
    <w:p w:rsidR="007B2329" w:rsidRDefault="007B2329" w:rsidP="007B2329">
      <w:r>
        <w:t>198.1016</w:t>
      </w:r>
      <w:r>
        <w:tab/>
        <w:t>7.114e0</w:t>
      </w:r>
    </w:p>
    <w:p w:rsidR="007B2329" w:rsidRDefault="007B2329" w:rsidP="007B2329">
      <w:r>
        <w:t>198.1060</w:t>
      </w:r>
      <w:r>
        <w:tab/>
        <w:t>3.063e0</w:t>
      </w:r>
    </w:p>
    <w:p w:rsidR="007B2329" w:rsidRDefault="007B2329" w:rsidP="007B2329">
      <w:r>
        <w:t>198.1079</w:t>
      </w:r>
      <w:r>
        <w:tab/>
        <w:t>2.025e0</w:t>
      </w:r>
    </w:p>
    <w:p w:rsidR="007B2329" w:rsidRDefault="007B2329" w:rsidP="007B2329">
      <w:r>
        <w:t>198.1172</w:t>
      </w:r>
      <w:r>
        <w:tab/>
        <w:t>2.025e0</w:t>
      </w:r>
    </w:p>
    <w:p w:rsidR="007B2329" w:rsidRDefault="007B2329" w:rsidP="007B2329">
      <w:r>
        <w:lastRenderedPageBreak/>
        <w:t>198.1190</w:t>
      </w:r>
      <w:r>
        <w:tab/>
        <w:t>2.025e0</w:t>
      </w:r>
    </w:p>
    <w:p w:rsidR="007B2329" w:rsidRDefault="007B2329" w:rsidP="007B2329">
      <w:r>
        <w:t>198.1291</w:t>
      </w:r>
      <w:r>
        <w:tab/>
        <w:t>3.051e0</w:t>
      </w:r>
    </w:p>
    <w:p w:rsidR="007B2329" w:rsidRDefault="007B2329" w:rsidP="007B2329">
      <w:r>
        <w:t>198.1358</w:t>
      </w:r>
      <w:r>
        <w:tab/>
        <w:t>3.038e0</w:t>
      </w:r>
    </w:p>
    <w:p w:rsidR="007B2329" w:rsidRDefault="007B2329" w:rsidP="007B2329">
      <w:r>
        <w:t>198.1394</w:t>
      </w:r>
      <w:r>
        <w:tab/>
        <w:t>1.013e0</w:t>
      </w:r>
    </w:p>
    <w:p w:rsidR="007B2329" w:rsidRDefault="007B2329" w:rsidP="007B2329">
      <w:r>
        <w:t>198.1524</w:t>
      </w:r>
      <w:r>
        <w:tab/>
        <w:t>2.025e0</w:t>
      </w:r>
    </w:p>
    <w:p w:rsidR="007B2329" w:rsidRDefault="007B2329" w:rsidP="007B2329">
      <w:r>
        <w:t>198.1542</w:t>
      </w:r>
      <w:r>
        <w:tab/>
        <w:t>1.013e0</w:t>
      </w:r>
    </w:p>
    <w:p w:rsidR="007B2329" w:rsidRDefault="007B2329" w:rsidP="007B2329">
      <w:r>
        <w:t>198.1560</w:t>
      </w:r>
      <w:r>
        <w:tab/>
        <w:t>1.025e0</w:t>
      </w:r>
    </w:p>
    <w:p w:rsidR="007B2329" w:rsidRDefault="007B2329" w:rsidP="007B2329">
      <w:r>
        <w:t>198.1690</w:t>
      </w:r>
      <w:r>
        <w:tab/>
        <w:t>1.013e0</w:t>
      </w:r>
    </w:p>
    <w:p w:rsidR="007B2329" w:rsidRDefault="007B2329" w:rsidP="007B2329">
      <w:r>
        <w:t>198.1728</w:t>
      </w:r>
      <w:r>
        <w:tab/>
        <w:t>1.013e0</w:t>
      </w:r>
    </w:p>
    <w:p w:rsidR="007B2329" w:rsidRDefault="007B2329" w:rsidP="007B2329">
      <w:r>
        <w:t>198.1766</w:t>
      </w:r>
      <w:r>
        <w:tab/>
        <w:t>1.013e0</w:t>
      </w:r>
    </w:p>
    <w:p w:rsidR="007B2329" w:rsidRDefault="007B2329" w:rsidP="007B2329">
      <w:r>
        <w:t>198.1881</w:t>
      </w:r>
      <w:r>
        <w:tab/>
        <w:t>2.038e0</w:t>
      </w:r>
    </w:p>
    <w:p w:rsidR="007B2329" w:rsidRDefault="007B2329" w:rsidP="007B2329">
      <w:r>
        <w:t>198.1956</w:t>
      </w:r>
      <w:r>
        <w:tab/>
        <w:t>1.013e0</w:t>
      </w:r>
    </w:p>
    <w:p w:rsidR="007B2329" w:rsidRDefault="007B2329" w:rsidP="007B2329">
      <w:r>
        <w:t>198.2033</w:t>
      </w:r>
      <w:r>
        <w:tab/>
        <w:t>1.013e0</w:t>
      </w:r>
    </w:p>
    <w:p w:rsidR="007B2329" w:rsidRDefault="007B2329" w:rsidP="007B2329">
      <w:r>
        <w:t>198.2147</w:t>
      </w:r>
      <w:r>
        <w:tab/>
        <w:t>1.013e0</w:t>
      </w:r>
    </w:p>
    <w:p w:rsidR="007B2329" w:rsidRDefault="007B2329" w:rsidP="007B2329">
      <w:r>
        <w:t>198.2224</w:t>
      </w:r>
      <w:r>
        <w:tab/>
        <w:t>2.025e0</w:t>
      </w:r>
    </w:p>
    <w:p w:rsidR="007B2329" w:rsidRDefault="007B2329" w:rsidP="007B2329">
      <w:r>
        <w:t>198.2241</w:t>
      </w:r>
      <w:r>
        <w:tab/>
        <w:t>2.025e0</w:t>
      </w:r>
    </w:p>
    <w:p w:rsidR="007B2329" w:rsidRDefault="007B2329" w:rsidP="007B2329">
      <w:r>
        <w:t>198.2488</w:t>
      </w:r>
      <w:r>
        <w:tab/>
        <w:t>1.013e0</w:t>
      </w:r>
    </w:p>
    <w:p w:rsidR="007B2329" w:rsidRDefault="007B2329" w:rsidP="007B2329">
      <w:r>
        <w:t>198.2524</w:t>
      </w:r>
      <w:r>
        <w:tab/>
        <w:t>1.013e0</w:t>
      </w:r>
    </w:p>
    <w:p w:rsidR="007B2329" w:rsidRDefault="007B2329" w:rsidP="007B2329">
      <w:r>
        <w:t>198.2598</w:t>
      </w:r>
      <w:r>
        <w:tab/>
        <w:t>1.013e0</w:t>
      </w:r>
    </w:p>
    <w:p w:rsidR="007B2329" w:rsidRDefault="007B2329" w:rsidP="007B2329">
      <w:r>
        <w:lastRenderedPageBreak/>
        <w:t>198.2672</w:t>
      </w:r>
      <w:r>
        <w:tab/>
        <w:t>1.013e0</w:t>
      </w:r>
    </w:p>
    <w:p w:rsidR="007B2329" w:rsidRDefault="007B2329" w:rsidP="007B2329">
      <w:r>
        <w:t>198.2709</w:t>
      </w:r>
      <w:r>
        <w:tab/>
        <w:t>2.025e0</w:t>
      </w:r>
    </w:p>
    <w:p w:rsidR="007B2329" w:rsidRDefault="007B2329" w:rsidP="007B2329">
      <w:r>
        <w:t>198.2784</w:t>
      </w:r>
      <w:r>
        <w:tab/>
        <w:t>1.013e0</w:t>
      </w:r>
    </w:p>
    <w:p w:rsidR="007B2329" w:rsidRDefault="007B2329" w:rsidP="007B2329">
      <w:r>
        <w:t>198.3080</w:t>
      </w:r>
      <w:r>
        <w:tab/>
        <w:t>2.025e0</w:t>
      </w:r>
    </w:p>
    <w:p w:rsidR="007B2329" w:rsidRDefault="007B2329" w:rsidP="007B2329">
      <w:r>
        <w:t>198.3192</w:t>
      </w:r>
      <w:r>
        <w:tab/>
        <w:t>1.013e0</w:t>
      </w:r>
    </w:p>
    <w:p w:rsidR="007B2329" w:rsidRDefault="007B2329" w:rsidP="007B2329">
      <w:r>
        <w:t>198.3266</w:t>
      </w:r>
      <w:r>
        <w:tab/>
        <w:t>1.013e0</w:t>
      </w:r>
    </w:p>
    <w:p w:rsidR="007B2329" w:rsidRDefault="007B2329" w:rsidP="007B2329">
      <w:r>
        <w:t>198.3286</w:t>
      </w:r>
      <w:r>
        <w:tab/>
        <w:t>1.025e0</w:t>
      </w:r>
    </w:p>
    <w:p w:rsidR="007B2329" w:rsidRDefault="007B2329" w:rsidP="007B2329">
      <w:r>
        <w:t>198.3378</w:t>
      </w:r>
      <w:r>
        <w:tab/>
        <w:t>1.013e0</w:t>
      </w:r>
    </w:p>
    <w:p w:rsidR="007B2329" w:rsidRDefault="007B2329" w:rsidP="007B2329">
      <w:r>
        <w:t>198.3452</w:t>
      </w:r>
      <w:r>
        <w:tab/>
        <w:t>2.025e0</w:t>
      </w:r>
    </w:p>
    <w:p w:rsidR="007B2329" w:rsidRDefault="007B2329" w:rsidP="007B2329">
      <w:r>
        <w:t>198.3864</w:t>
      </w:r>
      <w:r>
        <w:tab/>
        <w:t>2.025e0</w:t>
      </w:r>
    </w:p>
    <w:p w:rsidR="007B2329" w:rsidRDefault="007B2329" w:rsidP="007B2329">
      <w:r>
        <w:t>198.3961</w:t>
      </w:r>
      <w:r>
        <w:tab/>
        <w:t>2.025e0</w:t>
      </w:r>
    </w:p>
    <w:p w:rsidR="007B2329" w:rsidRDefault="007B2329" w:rsidP="007B2329">
      <w:r>
        <w:t>198.3978</w:t>
      </w:r>
      <w:r>
        <w:tab/>
        <w:t>2.025e0</w:t>
      </w:r>
    </w:p>
    <w:p w:rsidR="007B2329" w:rsidRDefault="007B2329" w:rsidP="007B2329">
      <w:r>
        <w:t>198.4016</w:t>
      </w:r>
      <w:r>
        <w:tab/>
        <w:t>1.013e0</w:t>
      </w:r>
    </w:p>
    <w:p w:rsidR="007B2329" w:rsidRDefault="007B2329" w:rsidP="007B2329">
      <w:r>
        <w:t>198.4055</w:t>
      </w:r>
      <w:r>
        <w:tab/>
        <w:t>1.013e0</w:t>
      </w:r>
    </w:p>
    <w:p w:rsidR="007B2329" w:rsidRDefault="007B2329" w:rsidP="007B2329">
      <w:r>
        <w:t>198.4321</w:t>
      </w:r>
      <w:r>
        <w:tab/>
        <w:t>2.025e0</w:t>
      </w:r>
    </w:p>
    <w:p w:rsidR="007B2329" w:rsidRDefault="007B2329" w:rsidP="007B2329">
      <w:r>
        <w:t>198.4481</w:t>
      </w:r>
      <w:r>
        <w:tab/>
        <w:t>3.038e0</w:t>
      </w:r>
    </w:p>
    <w:p w:rsidR="007B2329" w:rsidRDefault="007B2329" w:rsidP="007B2329">
      <w:r>
        <w:t>198.4545</w:t>
      </w:r>
      <w:r>
        <w:tab/>
        <w:t>1.025e0</w:t>
      </w:r>
    </w:p>
    <w:p w:rsidR="007B2329" w:rsidRDefault="007B2329" w:rsidP="007B2329">
      <w:r>
        <w:t>198.4693</w:t>
      </w:r>
      <w:r>
        <w:tab/>
        <w:t>1.013e0</w:t>
      </w:r>
    </w:p>
    <w:p w:rsidR="007B2329" w:rsidRDefault="007B2329" w:rsidP="007B2329">
      <w:r>
        <w:t>198.4767</w:t>
      </w:r>
      <w:r>
        <w:tab/>
        <w:t>1.013e0</w:t>
      </w:r>
    </w:p>
    <w:p w:rsidR="007B2329" w:rsidRDefault="007B2329" w:rsidP="007B2329">
      <w:r>
        <w:lastRenderedPageBreak/>
        <w:t>198.4916</w:t>
      </w:r>
      <w:r>
        <w:tab/>
        <w:t>1.013e0</w:t>
      </w:r>
    </w:p>
    <w:p w:rsidR="007B2329" w:rsidRDefault="007B2329" w:rsidP="007B2329">
      <w:r>
        <w:t>198.4990</w:t>
      </w:r>
      <w:r>
        <w:tab/>
        <w:t>3.038e0</w:t>
      </w:r>
    </w:p>
    <w:p w:rsidR="007B2329" w:rsidRDefault="007B2329" w:rsidP="007B2329">
      <w:r>
        <w:t>198.5139</w:t>
      </w:r>
      <w:r>
        <w:tab/>
        <w:t>1.013e0</w:t>
      </w:r>
    </w:p>
    <w:p w:rsidR="007B2329" w:rsidRDefault="007B2329" w:rsidP="007B2329">
      <w:r>
        <w:t>198.5213</w:t>
      </w:r>
      <w:r>
        <w:tab/>
        <w:t>2.025e0</w:t>
      </w:r>
    </w:p>
    <w:p w:rsidR="007B2329" w:rsidRDefault="007B2329" w:rsidP="007B2329">
      <w:r>
        <w:t>198.5288</w:t>
      </w:r>
      <w:r>
        <w:tab/>
        <w:t>2.025e0</w:t>
      </w:r>
    </w:p>
    <w:p w:rsidR="007B2329" w:rsidRDefault="007B2329" w:rsidP="007B2329">
      <w:r>
        <w:t>198.5473</w:t>
      </w:r>
      <w:r>
        <w:tab/>
        <w:t>1.013e0</w:t>
      </w:r>
    </w:p>
    <w:p w:rsidR="007B2329" w:rsidRDefault="007B2329" w:rsidP="007B2329">
      <w:r>
        <w:t>198.5547</w:t>
      </w:r>
      <w:r>
        <w:tab/>
        <w:t>1.013e0</w:t>
      </w:r>
    </w:p>
    <w:p w:rsidR="007B2329" w:rsidRDefault="007B2329" w:rsidP="007B2329">
      <w:r>
        <w:t>198.5584</w:t>
      </w:r>
      <w:r>
        <w:tab/>
        <w:t>5.063e0</w:t>
      </w:r>
    </w:p>
    <w:p w:rsidR="007B2329" w:rsidRDefault="007B2329" w:rsidP="007B2329">
      <w:r>
        <w:t>198.5773</w:t>
      </w:r>
      <w:r>
        <w:tab/>
        <w:t>2.025e0</w:t>
      </w:r>
    </w:p>
    <w:p w:rsidR="007B2329" w:rsidRDefault="007B2329" w:rsidP="007B2329">
      <w:r>
        <w:t>198.5848</w:t>
      </w:r>
      <w:r>
        <w:tab/>
        <w:t>1.013e0</w:t>
      </w:r>
    </w:p>
    <w:p w:rsidR="007B2329" w:rsidRDefault="007B2329" w:rsidP="007B2329">
      <w:r>
        <w:t>198.5886</w:t>
      </w:r>
      <w:r>
        <w:tab/>
        <w:t>1.013e0</w:t>
      </w:r>
    </w:p>
    <w:p w:rsidR="007B2329" w:rsidRDefault="007B2329" w:rsidP="007B2329">
      <w:r>
        <w:t>198.6039</w:t>
      </w:r>
      <w:r>
        <w:tab/>
        <w:t>1.013e0</w:t>
      </w:r>
    </w:p>
    <w:p w:rsidR="007B2329" w:rsidRDefault="007B2329" w:rsidP="007B2329">
      <w:r>
        <w:t>198.6078</w:t>
      </w:r>
      <w:r>
        <w:tab/>
        <w:t>2.025e0</w:t>
      </w:r>
    </w:p>
    <w:p w:rsidR="007B2329" w:rsidRDefault="007B2329" w:rsidP="007B2329">
      <w:r>
        <w:t>198.6171</w:t>
      </w:r>
      <w:r>
        <w:tab/>
        <w:t>1.025e0</w:t>
      </w:r>
    </w:p>
    <w:p w:rsidR="007B2329" w:rsidRDefault="007B2329" w:rsidP="007B2329">
      <w:r>
        <w:t>198.6192</w:t>
      </w:r>
      <w:r>
        <w:tab/>
        <w:t>1.013e0</w:t>
      </w:r>
    </w:p>
    <w:p w:rsidR="007B2329" w:rsidRDefault="007B2329" w:rsidP="007B2329">
      <w:r>
        <w:t>198.6230</w:t>
      </w:r>
      <w:r>
        <w:tab/>
        <w:t>1.013e0</w:t>
      </w:r>
    </w:p>
    <w:p w:rsidR="007B2329" w:rsidRDefault="007B2329" w:rsidP="007B2329">
      <w:r>
        <w:t>198.6380</w:t>
      </w:r>
      <w:r>
        <w:tab/>
        <w:t>2.025e0</w:t>
      </w:r>
    </w:p>
    <w:p w:rsidR="007B2329" w:rsidRDefault="007B2329" w:rsidP="007B2329">
      <w:r>
        <w:t>198.6492</w:t>
      </w:r>
      <w:r>
        <w:tab/>
        <w:t>1.013e0</w:t>
      </w:r>
    </w:p>
    <w:p w:rsidR="007B2329" w:rsidRDefault="007B2329" w:rsidP="007B2329">
      <w:r>
        <w:t>198.6604</w:t>
      </w:r>
      <w:r>
        <w:tab/>
        <w:t>1.013e0</w:t>
      </w:r>
    </w:p>
    <w:p w:rsidR="007B2329" w:rsidRDefault="007B2329" w:rsidP="007B2329">
      <w:r>
        <w:lastRenderedPageBreak/>
        <w:t>198.6640</w:t>
      </w:r>
      <w:r>
        <w:tab/>
        <w:t>1.013e0</w:t>
      </w:r>
    </w:p>
    <w:p w:rsidR="007B2329" w:rsidRDefault="007B2329" w:rsidP="007B2329">
      <w:r>
        <w:t>198.6716</w:t>
      </w:r>
      <w:r>
        <w:tab/>
        <w:t>1.013e0</w:t>
      </w:r>
    </w:p>
    <w:p w:rsidR="007B2329" w:rsidRDefault="007B2329" w:rsidP="007B2329">
      <w:r>
        <w:t>198.6864</w:t>
      </w:r>
      <w:r>
        <w:tab/>
        <w:t>1.013e0</w:t>
      </w:r>
    </w:p>
    <w:p w:rsidR="007B2329" w:rsidRDefault="007B2329" w:rsidP="007B2329">
      <w:r>
        <w:t>198.6900</w:t>
      </w:r>
      <w:r>
        <w:tab/>
        <w:t>1.013e0</w:t>
      </w:r>
    </w:p>
    <w:p w:rsidR="007B2329" w:rsidRDefault="007B2329" w:rsidP="007B2329">
      <w:r>
        <w:t>198.6975</w:t>
      </w:r>
      <w:r>
        <w:tab/>
        <w:t>1.013e0</w:t>
      </w:r>
    </w:p>
    <w:p w:rsidR="007B2329" w:rsidRDefault="007B2329" w:rsidP="007B2329">
      <w:r>
        <w:t>198.7162</w:t>
      </w:r>
      <w:r>
        <w:tab/>
        <w:t>1.013e0</w:t>
      </w:r>
    </w:p>
    <w:p w:rsidR="007B2329" w:rsidRDefault="007B2329" w:rsidP="007B2329">
      <w:r>
        <w:t>198.7198</w:t>
      </w:r>
      <w:r>
        <w:tab/>
        <w:t>1.013e0</w:t>
      </w:r>
    </w:p>
    <w:p w:rsidR="007B2329" w:rsidRDefault="007B2329" w:rsidP="007B2329">
      <w:r>
        <w:t>198.7235</w:t>
      </w:r>
      <w:r>
        <w:tab/>
        <w:t>1.013e0</w:t>
      </w:r>
    </w:p>
    <w:p w:rsidR="007B2329" w:rsidRDefault="007B2329" w:rsidP="007B2329">
      <w:r>
        <w:t>198.7385</w:t>
      </w:r>
      <w:r>
        <w:tab/>
        <w:t>1.013e0</w:t>
      </w:r>
    </w:p>
    <w:p w:rsidR="007B2329" w:rsidRDefault="007B2329" w:rsidP="007B2329">
      <w:r>
        <w:t>198.7421</w:t>
      </w:r>
      <w:r>
        <w:tab/>
        <w:t>1.013e0</w:t>
      </w:r>
    </w:p>
    <w:p w:rsidR="007B2329" w:rsidRDefault="007B2329" w:rsidP="007B2329">
      <w:r>
        <w:t>198.7495</w:t>
      </w:r>
      <w:r>
        <w:tab/>
        <w:t>1.013e0</w:t>
      </w:r>
    </w:p>
    <w:p w:rsidR="007B2329" w:rsidRDefault="007B2329" w:rsidP="007B2329">
      <w:r>
        <w:t>198.7550</w:t>
      </w:r>
      <w:r>
        <w:tab/>
        <w:t>1.025e0</w:t>
      </w:r>
    </w:p>
    <w:p w:rsidR="007B2329" w:rsidRDefault="007B2329" w:rsidP="007B2329">
      <w:r>
        <w:t>198.7606</w:t>
      </w:r>
      <w:r>
        <w:tab/>
        <w:t>1.013e0</w:t>
      </w:r>
    </w:p>
    <w:p w:rsidR="007B2329" w:rsidRDefault="007B2329" w:rsidP="007B2329">
      <w:r>
        <w:t>198.7720</w:t>
      </w:r>
      <w:r>
        <w:tab/>
        <w:t>2.025e0</w:t>
      </w:r>
    </w:p>
    <w:p w:rsidR="007B2329" w:rsidRDefault="007B2329" w:rsidP="007B2329">
      <w:r>
        <w:t>198.7873</w:t>
      </w:r>
      <w:r>
        <w:tab/>
        <w:t>1.013e0</w:t>
      </w:r>
    </w:p>
    <w:p w:rsidR="007B2329" w:rsidRDefault="007B2329" w:rsidP="007B2329">
      <w:r>
        <w:t>198.7950</w:t>
      </w:r>
      <w:r>
        <w:tab/>
        <w:t>1.013e0</w:t>
      </w:r>
    </w:p>
    <w:p w:rsidR="007B2329" w:rsidRDefault="007B2329" w:rsidP="007B2329">
      <w:r>
        <w:t>198.7986</w:t>
      </w:r>
      <w:r>
        <w:tab/>
        <w:t>3.038e0</w:t>
      </w:r>
    </w:p>
    <w:p w:rsidR="007B2329" w:rsidRDefault="007B2329" w:rsidP="007B2329">
      <w:r>
        <w:t>198.8102</w:t>
      </w:r>
      <w:r>
        <w:tab/>
        <w:t>1.013e0</w:t>
      </w:r>
    </w:p>
    <w:p w:rsidR="007B2329" w:rsidRDefault="007B2329" w:rsidP="007B2329">
      <w:r>
        <w:t>198.8122</w:t>
      </w:r>
      <w:r>
        <w:tab/>
        <w:t>3.038e0</w:t>
      </w:r>
    </w:p>
    <w:p w:rsidR="007B2329" w:rsidRDefault="007B2329" w:rsidP="007B2329">
      <w:r>
        <w:lastRenderedPageBreak/>
        <w:t>198.8293</w:t>
      </w:r>
      <w:r>
        <w:tab/>
        <w:t>1.013e0</w:t>
      </w:r>
    </w:p>
    <w:p w:rsidR="007B2329" w:rsidRDefault="007B2329" w:rsidP="007B2329">
      <w:r>
        <w:t>198.8404</w:t>
      </w:r>
      <w:r>
        <w:tab/>
        <w:t>1.013e0</w:t>
      </w:r>
    </w:p>
    <w:p w:rsidR="007B2329" w:rsidRDefault="007B2329" w:rsidP="007B2329">
      <w:r>
        <w:t>198.8441</w:t>
      </w:r>
      <w:r>
        <w:tab/>
        <w:t>1.013e0</w:t>
      </w:r>
    </w:p>
    <w:p w:rsidR="007B2329" w:rsidRDefault="007B2329" w:rsidP="007B2329">
      <w:r>
        <w:t>198.8515</w:t>
      </w:r>
      <w:r>
        <w:tab/>
        <w:t>3.038e0</w:t>
      </w:r>
    </w:p>
    <w:p w:rsidR="007B2329" w:rsidRDefault="007B2329" w:rsidP="007B2329">
      <w:r>
        <w:t>198.8738</w:t>
      </w:r>
      <w:r>
        <w:tab/>
        <w:t>1.013e0</w:t>
      </w:r>
    </w:p>
    <w:p w:rsidR="007B2329" w:rsidRDefault="007B2329" w:rsidP="007B2329">
      <w:r>
        <w:t>198.8774</w:t>
      </w:r>
      <w:r>
        <w:tab/>
        <w:t>1.266e-2</w:t>
      </w:r>
    </w:p>
    <w:p w:rsidR="007B2329" w:rsidRDefault="007B2329" w:rsidP="007B2329">
      <w:r>
        <w:t>198.8914</w:t>
      </w:r>
      <w:r>
        <w:tab/>
        <w:t>3.038e0</w:t>
      </w:r>
    </w:p>
    <w:p w:rsidR="007B2329" w:rsidRDefault="007B2329" w:rsidP="007B2329">
      <w:r>
        <w:t>198.8924</w:t>
      </w:r>
      <w:r>
        <w:tab/>
        <w:t>1.266e-2</w:t>
      </w:r>
    </w:p>
    <w:p w:rsidR="007B2329" w:rsidRDefault="007B2329" w:rsidP="007B2329">
      <w:r>
        <w:t>198.9073</w:t>
      </w:r>
      <w:r>
        <w:tab/>
        <w:t>1.013e0</w:t>
      </w:r>
    </w:p>
    <w:p w:rsidR="007B2329" w:rsidRDefault="007B2329" w:rsidP="007B2329">
      <w:r>
        <w:t>198.9211</w:t>
      </w:r>
      <w:r>
        <w:tab/>
        <w:t>3.038e0</w:t>
      </w:r>
    </w:p>
    <w:p w:rsidR="007B2329" w:rsidRDefault="007B2329" w:rsidP="007B2329">
      <w:r>
        <w:t>198.9276</w:t>
      </w:r>
      <w:r>
        <w:tab/>
        <w:t>2.025e0</w:t>
      </w:r>
    </w:p>
    <w:p w:rsidR="007B2329" w:rsidRDefault="007B2329" w:rsidP="007B2329">
      <w:r>
        <w:t>198.9332</w:t>
      </w:r>
      <w:r>
        <w:tab/>
        <w:t>1.266e-2</w:t>
      </w:r>
    </w:p>
    <w:p w:rsidR="007B2329" w:rsidRDefault="007B2329" w:rsidP="007B2329">
      <w:r>
        <w:t>198.9369</w:t>
      </w:r>
      <w:r>
        <w:tab/>
        <w:t>2.025e0</w:t>
      </w:r>
    </w:p>
    <w:p w:rsidR="007B2329" w:rsidRDefault="007B2329" w:rsidP="007B2329">
      <w:r>
        <w:t>198.9406</w:t>
      </w:r>
      <w:r>
        <w:tab/>
        <w:t>1.013e0</w:t>
      </w:r>
    </w:p>
    <w:p w:rsidR="007B2329" w:rsidRDefault="007B2329" w:rsidP="007B2329">
      <w:r>
        <w:t>198.9443</w:t>
      </w:r>
      <w:r>
        <w:tab/>
        <w:t>1.013e0</w:t>
      </w:r>
    </w:p>
    <w:p w:rsidR="007B2329" w:rsidRDefault="007B2329" w:rsidP="007B2329">
      <w:r>
        <w:t>198.9594</w:t>
      </w:r>
      <w:r>
        <w:tab/>
        <w:t>2.025e0</w:t>
      </w:r>
    </w:p>
    <w:p w:rsidR="007B2329" w:rsidRDefault="007B2329" w:rsidP="007B2329">
      <w:r>
        <w:t>198.9747</w:t>
      </w:r>
      <w:r>
        <w:tab/>
        <w:t>1.013e0</w:t>
      </w:r>
    </w:p>
    <w:p w:rsidR="007B2329" w:rsidRDefault="007B2329" w:rsidP="007B2329">
      <w:r>
        <w:t>198.9767</w:t>
      </w:r>
      <w:r>
        <w:tab/>
        <w:t>2.025e0</w:t>
      </w:r>
    </w:p>
    <w:p w:rsidR="007B2329" w:rsidRDefault="007B2329" w:rsidP="007B2329">
      <w:r>
        <w:t>198.9784</w:t>
      </w:r>
      <w:r>
        <w:tab/>
        <w:t>1.013e0</w:t>
      </w:r>
    </w:p>
    <w:p w:rsidR="007B2329" w:rsidRDefault="007B2329" w:rsidP="007B2329">
      <w:r>
        <w:lastRenderedPageBreak/>
        <w:t>198.9938</w:t>
      </w:r>
      <w:r>
        <w:tab/>
        <w:t>1.013e0</w:t>
      </w:r>
    </w:p>
    <w:p w:rsidR="007B2329" w:rsidRDefault="007B2329" w:rsidP="007B2329">
      <w:r>
        <w:t>198.9993</w:t>
      </w:r>
      <w:r>
        <w:tab/>
        <w:t>4.051e0</w:t>
      </w:r>
    </w:p>
    <w:p w:rsidR="007B2329" w:rsidRDefault="007B2329" w:rsidP="007B2329">
      <w:r>
        <w:t>199.0145</w:t>
      </w:r>
      <w:r>
        <w:tab/>
        <w:t>2.025e0</w:t>
      </w:r>
    </w:p>
    <w:p w:rsidR="007B2329" w:rsidRDefault="007B2329" w:rsidP="007B2329">
      <w:r>
        <w:t>199.0342</w:t>
      </w:r>
      <w:r>
        <w:tab/>
        <w:t>1.841e1</w:t>
      </w:r>
    </w:p>
    <w:p w:rsidR="007B2329" w:rsidRDefault="007B2329" w:rsidP="007B2329">
      <w:r>
        <w:t>199.0408</w:t>
      </w:r>
      <w:r>
        <w:tab/>
        <w:t>4.051e0</w:t>
      </w:r>
    </w:p>
    <w:p w:rsidR="007B2329" w:rsidRDefault="007B2329" w:rsidP="007B2329">
      <w:r>
        <w:t>199.0612</w:t>
      </w:r>
      <w:r>
        <w:tab/>
        <w:t>1.013e0</w:t>
      </w:r>
    </w:p>
    <w:p w:rsidR="007B2329" w:rsidRDefault="007B2329" w:rsidP="007B2329">
      <w:r>
        <w:t>199.0650</w:t>
      </w:r>
      <w:r>
        <w:tab/>
        <w:t>1.013e0</w:t>
      </w:r>
    </w:p>
    <w:p w:rsidR="007B2329" w:rsidRDefault="007B2329" w:rsidP="007B2329">
      <w:r>
        <w:t>199.0724</w:t>
      </w:r>
      <w:r>
        <w:tab/>
        <w:t>1.013e0</w:t>
      </w:r>
    </w:p>
    <w:p w:rsidR="007B2329" w:rsidRDefault="007B2329" w:rsidP="007B2329">
      <w:r>
        <w:t>199.0761</w:t>
      </w:r>
      <w:r>
        <w:tab/>
        <w:t>3.038e0</w:t>
      </w:r>
    </w:p>
    <w:p w:rsidR="007B2329" w:rsidRDefault="007B2329" w:rsidP="007B2329">
      <w:r>
        <w:t>199.0779</w:t>
      </w:r>
      <w:r>
        <w:tab/>
        <w:t>2.532e-2</w:t>
      </w:r>
    </w:p>
    <w:p w:rsidR="007B2329" w:rsidRDefault="007B2329" w:rsidP="007B2329">
      <w:r>
        <w:t>199.0928</w:t>
      </w:r>
      <w:r>
        <w:tab/>
        <w:t>1.025e0</w:t>
      </w:r>
    </w:p>
    <w:p w:rsidR="007B2329" w:rsidRDefault="007B2329" w:rsidP="007B2329">
      <w:r>
        <w:t>199.1022</w:t>
      </w:r>
      <w:r>
        <w:tab/>
        <w:t>4.051e0</w:t>
      </w:r>
    </w:p>
    <w:p w:rsidR="007B2329" w:rsidRDefault="007B2329" w:rsidP="007B2329">
      <w:r>
        <w:t>199.1067</w:t>
      </w:r>
      <w:r>
        <w:tab/>
        <w:t>2.038e0</w:t>
      </w:r>
    </w:p>
    <w:p w:rsidR="007B2329" w:rsidRDefault="007B2329" w:rsidP="007B2329">
      <w:r>
        <w:t>199.1096</w:t>
      </w:r>
      <w:r>
        <w:tab/>
        <w:t>1.013e0</w:t>
      </w:r>
    </w:p>
    <w:p w:rsidR="007B2329" w:rsidRDefault="007B2329" w:rsidP="007B2329">
      <w:r>
        <w:t>199.1121</w:t>
      </w:r>
      <w:r>
        <w:tab/>
        <w:t>3.038e0</w:t>
      </w:r>
    </w:p>
    <w:p w:rsidR="007B2329" w:rsidRDefault="007B2329" w:rsidP="007B2329">
      <w:r>
        <w:t>199.1189</w:t>
      </w:r>
      <w:r>
        <w:tab/>
        <w:t>6.089e0</w:t>
      </w:r>
    </w:p>
    <w:p w:rsidR="007B2329" w:rsidRDefault="007B2329" w:rsidP="007B2329">
      <w:r>
        <w:t>199.1245</w:t>
      </w:r>
      <w:r>
        <w:tab/>
        <w:t>1.266e-2</w:t>
      </w:r>
    </w:p>
    <w:p w:rsidR="007B2329" w:rsidRDefault="007B2329" w:rsidP="007B2329">
      <w:r>
        <w:t>199.1376</w:t>
      </w:r>
      <w:r>
        <w:tab/>
        <w:t>2.025e0</w:t>
      </w:r>
    </w:p>
    <w:p w:rsidR="007B2329" w:rsidRDefault="007B2329" w:rsidP="007B2329">
      <w:r>
        <w:t>199.1430</w:t>
      </w:r>
      <w:r>
        <w:tab/>
        <w:t>2.025e0</w:t>
      </w:r>
    </w:p>
    <w:p w:rsidR="007B2329" w:rsidRDefault="007B2329" w:rsidP="007B2329">
      <w:r>
        <w:lastRenderedPageBreak/>
        <w:t>199.1468</w:t>
      </w:r>
      <w:r>
        <w:tab/>
        <w:t>1.013e0</w:t>
      </w:r>
    </w:p>
    <w:p w:rsidR="007B2329" w:rsidRDefault="007B2329" w:rsidP="007B2329">
      <w:r>
        <w:t>199.1700</w:t>
      </w:r>
      <w:r>
        <w:tab/>
        <w:t>2.025e0</w:t>
      </w:r>
    </w:p>
    <w:p w:rsidR="007B2329" w:rsidRDefault="007B2329" w:rsidP="007B2329">
      <w:r>
        <w:t>199.1717</w:t>
      </w:r>
      <w:r>
        <w:tab/>
        <w:t>2.025e0</w:t>
      </w:r>
    </w:p>
    <w:p w:rsidR="007B2329" w:rsidRDefault="007B2329" w:rsidP="007B2329">
      <w:r>
        <w:t>199.1795</w:t>
      </w:r>
      <w:r>
        <w:tab/>
        <w:t>7.089e0</w:t>
      </w:r>
    </w:p>
    <w:p w:rsidR="007B2329" w:rsidRDefault="007B2329" w:rsidP="007B2329">
      <w:r>
        <w:t>199.1831</w:t>
      </w:r>
      <w:r>
        <w:tab/>
        <w:t>8.861e-2</w:t>
      </w:r>
    </w:p>
    <w:p w:rsidR="007B2329" w:rsidRDefault="007B2329" w:rsidP="007B2329">
      <w:r>
        <w:t>199.1905</w:t>
      </w:r>
      <w:r>
        <w:tab/>
        <w:t>2.038e0</w:t>
      </w:r>
    </w:p>
    <w:p w:rsidR="007B2329" w:rsidRDefault="007B2329" w:rsidP="007B2329">
      <w:r>
        <w:t>199.1927</w:t>
      </w:r>
      <w:r>
        <w:tab/>
        <w:t>3.038e0</w:t>
      </w:r>
    </w:p>
    <w:p w:rsidR="007B2329" w:rsidRDefault="007B2329" w:rsidP="007B2329">
      <w:r>
        <w:t>199.2004</w:t>
      </w:r>
      <w:r>
        <w:tab/>
        <w:t>1.013e0</w:t>
      </w:r>
    </w:p>
    <w:p w:rsidR="007B2329" w:rsidRDefault="007B2329" w:rsidP="007B2329">
      <w:r>
        <w:t>199.2039</w:t>
      </w:r>
      <w:r>
        <w:tab/>
        <w:t>2.025e0</w:t>
      </w:r>
    </w:p>
    <w:p w:rsidR="007B2329" w:rsidRDefault="007B2329" w:rsidP="007B2329">
      <w:r>
        <w:t>199.2228</w:t>
      </w:r>
      <w:r>
        <w:tab/>
        <w:t>1.013e0</w:t>
      </w:r>
    </w:p>
    <w:p w:rsidR="007B2329" w:rsidRDefault="007B2329" w:rsidP="007B2329">
      <w:r>
        <w:t>199.2339</w:t>
      </w:r>
      <w:r>
        <w:tab/>
        <w:t>1.013e0</w:t>
      </w:r>
    </w:p>
    <w:p w:rsidR="007B2329" w:rsidRDefault="007B2329" w:rsidP="007B2329">
      <w:r>
        <w:t>199.2405</w:t>
      </w:r>
      <w:r>
        <w:tab/>
        <w:t>3.038e0</w:t>
      </w:r>
    </w:p>
    <w:p w:rsidR="007B2329" w:rsidRDefault="007B2329" w:rsidP="007B2329">
      <w:r>
        <w:t>199.2450</w:t>
      </w:r>
      <w:r>
        <w:tab/>
        <w:t>1.013e0</w:t>
      </w:r>
    </w:p>
    <w:p w:rsidR="007B2329" w:rsidRDefault="007B2329" w:rsidP="007B2329">
      <w:r>
        <w:t>199.2488</w:t>
      </w:r>
      <w:r>
        <w:tab/>
        <w:t>2.025e0</w:t>
      </w:r>
    </w:p>
    <w:p w:rsidR="007B2329" w:rsidRDefault="007B2329" w:rsidP="007B2329">
      <w:r>
        <w:t>199.2507</w:t>
      </w:r>
      <w:r>
        <w:tab/>
        <w:t>2.025e0</w:t>
      </w:r>
    </w:p>
    <w:p w:rsidR="007B2329" w:rsidRDefault="007B2329" w:rsidP="007B2329">
      <w:r>
        <w:t>199.2524</w:t>
      </w:r>
      <w:r>
        <w:tab/>
        <w:t>1.013e0</w:t>
      </w:r>
    </w:p>
    <w:p w:rsidR="007B2329" w:rsidRDefault="007B2329" w:rsidP="007B2329">
      <w:r>
        <w:t>199.2590</w:t>
      </w:r>
      <w:r>
        <w:tab/>
        <w:t>4.051e0</w:t>
      </w:r>
    </w:p>
    <w:p w:rsidR="007B2329" w:rsidRDefault="007B2329" w:rsidP="007B2329">
      <w:r>
        <w:t>199.2636</w:t>
      </w:r>
      <w:r>
        <w:tab/>
        <w:t>2.025e0</w:t>
      </w:r>
    </w:p>
    <w:p w:rsidR="007B2329" w:rsidRDefault="007B2329" w:rsidP="007B2329">
      <w:r>
        <w:t>199.2674</w:t>
      </w:r>
      <w:r>
        <w:tab/>
        <w:t>1.013e0</w:t>
      </w:r>
    </w:p>
    <w:p w:rsidR="007B2329" w:rsidRDefault="007B2329" w:rsidP="007B2329">
      <w:r>
        <w:lastRenderedPageBreak/>
        <w:t>199.2711</w:t>
      </w:r>
      <w:r>
        <w:tab/>
        <w:t>2.025e0</w:t>
      </w:r>
    </w:p>
    <w:p w:rsidR="007B2329" w:rsidRDefault="007B2329" w:rsidP="007B2329">
      <w:r>
        <w:t>199.2785</w:t>
      </w:r>
      <w:r>
        <w:tab/>
        <w:t>2.025e0</w:t>
      </w:r>
    </w:p>
    <w:p w:rsidR="007B2329" w:rsidRDefault="007B2329" w:rsidP="007B2329">
      <w:r>
        <w:t>199.2915</w:t>
      </w:r>
      <w:r>
        <w:tab/>
        <w:t>1.025e0</w:t>
      </w:r>
    </w:p>
    <w:p w:rsidR="007B2329" w:rsidRDefault="007B2329" w:rsidP="007B2329">
      <w:r>
        <w:t>199.2971</w:t>
      </w:r>
      <w:r>
        <w:tab/>
        <w:t>2.025e0</w:t>
      </w:r>
    </w:p>
    <w:p w:rsidR="007B2329" w:rsidRDefault="007B2329" w:rsidP="007B2329">
      <w:r>
        <w:t>199.3009</w:t>
      </w:r>
      <w:r>
        <w:tab/>
        <w:t>1.013e0</w:t>
      </w:r>
    </w:p>
    <w:p w:rsidR="007B2329" w:rsidRDefault="007B2329" w:rsidP="007B2329">
      <w:r>
        <w:t>199.3083</w:t>
      </w:r>
      <w:r>
        <w:tab/>
        <w:t>1.013e0</w:t>
      </w:r>
    </w:p>
    <w:p w:rsidR="007B2329" w:rsidRDefault="007B2329" w:rsidP="007B2329">
      <w:r>
        <w:t>199.3157</w:t>
      </w:r>
      <w:r>
        <w:tab/>
        <w:t>3.038e0</w:t>
      </w:r>
    </w:p>
    <w:p w:rsidR="007B2329" w:rsidRDefault="007B2329" w:rsidP="007B2329">
      <w:r>
        <w:t>199.3193</w:t>
      </w:r>
      <w:r>
        <w:tab/>
        <w:t>2.025e0</w:t>
      </w:r>
    </w:p>
    <w:p w:rsidR="007B2329" w:rsidRDefault="007B2329" w:rsidP="007B2329">
      <w:r>
        <w:t>199.3233</w:t>
      </w:r>
      <w:r>
        <w:tab/>
        <w:t>2.025e0</w:t>
      </w:r>
    </w:p>
    <w:p w:rsidR="007B2329" w:rsidRDefault="007B2329" w:rsidP="007B2329">
      <w:r>
        <w:t>199.3384</w:t>
      </w:r>
      <w:r>
        <w:tab/>
        <w:t>2.025e0</w:t>
      </w:r>
    </w:p>
    <w:p w:rsidR="007B2329" w:rsidRDefault="007B2329" w:rsidP="007B2329">
      <w:r>
        <w:t>199.3536</w:t>
      </w:r>
      <w:r>
        <w:tab/>
        <w:t>2.025e0</w:t>
      </w:r>
    </w:p>
    <w:p w:rsidR="007B2329" w:rsidRDefault="007B2329" w:rsidP="007B2329">
      <w:r>
        <w:t>199.3651</w:t>
      </w:r>
      <w:r>
        <w:tab/>
        <w:t>2.025e0</w:t>
      </w:r>
    </w:p>
    <w:p w:rsidR="007B2329" w:rsidRDefault="007B2329" w:rsidP="007B2329">
      <w:r>
        <w:t>199.3690</w:t>
      </w:r>
      <w:r>
        <w:tab/>
        <w:t>2.025e0</w:t>
      </w:r>
    </w:p>
    <w:p w:rsidR="007B2329" w:rsidRDefault="007B2329" w:rsidP="007B2329">
      <w:r>
        <w:t>199.3728</w:t>
      </w:r>
      <w:r>
        <w:tab/>
        <w:t>1.013e0</w:t>
      </w:r>
    </w:p>
    <w:p w:rsidR="007B2329" w:rsidRDefault="007B2329" w:rsidP="007B2329">
      <w:r>
        <w:t>199.3804</w:t>
      </w:r>
      <w:r>
        <w:tab/>
        <w:t>1.013e0</w:t>
      </w:r>
    </w:p>
    <w:p w:rsidR="007B2329" w:rsidRDefault="007B2329" w:rsidP="007B2329">
      <w:r>
        <w:t>199.3882</w:t>
      </w:r>
      <w:r>
        <w:tab/>
        <w:t>1.013e0</w:t>
      </w:r>
    </w:p>
    <w:p w:rsidR="007B2329" w:rsidRDefault="007B2329" w:rsidP="007B2329">
      <w:r>
        <w:t>199.3918</w:t>
      </w:r>
      <w:r>
        <w:tab/>
        <w:t>1.013e0</w:t>
      </w:r>
    </w:p>
    <w:p w:rsidR="007B2329" w:rsidRDefault="007B2329" w:rsidP="007B2329">
      <w:r>
        <w:t>199.3936</w:t>
      </w:r>
      <w:r>
        <w:tab/>
        <w:t>1.025e0</w:t>
      </w:r>
    </w:p>
    <w:p w:rsidR="007B2329" w:rsidRDefault="007B2329" w:rsidP="007B2329">
      <w:r>
        <w:t>199.3955</w:t>
      </w:r>
      <w:r>
        <w:tab/>
        <w:t>2.025e0</w:t>
      </w:r>
    </w:p>
    <w:p w:rsidR="007B2329" w:rsidRDefault="007B2329" w:rsidP="007B2329">
      <w:r>
        <w:lastRenderedPageBreak/>
        <w:t>199.4289</w:t>
      </w:r>
      <w:r>
        <w:tab/>
        <w:t>1.013e0</w:t>
      </w:r>
    </w:p>
    <w:p w:rsidR="007B2329" w:rsidRDefault="007B2329" w:rsidP="007B2329">
      <w:r>
        <w:t>199.4363</w:t>
      </w:r>
      <w:r>
        <w:tab/>
        <w:t>1.013e0</w:t>
      </w:r>
    </w:p>
    <w:p w:rsidR="007B2329" w:rsidRDefault="007B2329" w:rsidP="007B2329">
      <w:r>
        <w:t>199.4400</w:t>
      </w:r>
      <w:r>
        <w:tab/>
        <w:t>3.038e0</w:t>
      </w:r>
    </w:p>
    <w:p w:rsidR="007B2329" w:rsidRDefault="007B2329" w:rsidP="007B2329">
      <w:r>
        <w:t>199.4624</w:t>
      </w:r>
      <w:r>
        <w:tab/>
        <w:t>2.025e0</w:t>
      </w:r>
    </w:p>
    <w:p w:rsidR="007B2329" w:rsidRDefault="007B2329" w:rsidP="007B2329">
      <w:r>
        <w:t>199.4736</w:t>
      </w:r>
      <w:r>
        <w:tab/>
        <w:t>2.025e0</w:t>
      </w:r>
    </w:p>
    <w:p w:rsidR="007B2329" w:rsidRDefault="007B2329" w:rsidP="007B2329">
      <w:r>
        <w:t>199.4828</w:t>
      </w:r>
      <w:r>
        <w:tab/>
        <w:t>1.025e0</w:t>
      </w:r>
    </w:p>
    <w:p w:rsidR="007B2329" w:rsidRDefault="007B2329" w:rsidP="007B2329">
      <w:r>
        <w:t>199.4921</w:t>
      </w:r>
      <w:r>
        <w:tab/>
        <w:t>1.013e0</w:t>
      </w:r>
    </w:p>
    <w:p w:rsidR="007B2329" w:rsidRDefault="007B2329" w:rsidP="007B2329">
      <w:r>
        <w:t>199.4995</w:t>
      </w:r>
      <w:r>
        <w:tab/>
        <w:t>2.025e0</w:t>
      </w:r>
    </w:p>
    <w:p w:rsidR="007B2329" w:rsidRDefault="007B2329" w:rsidP="007B2329">
      <w:r>
        <w:t>199.5032</w:t>
      </w:r>
      <w:r>
        <w:tab/>
        <w:t>2.025e0</w:t>
      </w:r>
    </w:p>
    <w:p w:rsidR="007B2329" w:rsidRDefault="007B2329" w:rsidP="007B2329">
      <w:r>
        <w:t>199.5107</w:t>
      </w:r>
      <w:r>
        <w:tab/>
        <w:t>1.013e0</w:t>
      </w:r>
    </w:p>
    <w:p w:rsidR="007B2329" w:rsidRDefault="007B2329" w:rsidP="007B2329">
      <w:r>
        <w:t>199.5185</w:t>
      </w:r>
      <w:r>
        <w:tab/>
        <w:t>4.051e0</w:t>
      </w:r>
    </w:p>
    <w:p w:rsidR="007B2329" w:rsidRDefault="007B2329" w:rsidP="007B2329">
      <w:r>
        <w:t>199.5449</w:t>
      </w:r>
      <w:r>
        <w:tab/>
        <w:t>2.025e0</w:t>
      </w:r>
    </w:p>
    <w:p w:rsidR="007B2329" w:rsidRDefault="007B2329" w:rsidP="007B2329">
      <w:r>
        <w:t>199.5491</w:t>
      </w:r>
      <w:r>
        <w:tab/>
        <w:t>1.013e0</w:t>
      </w:r>
    </w:p>
    <w:p w:rsidR="007B2329" w:rsidRDefault="007B2329" w:rsidP="007B2329">
      <w:r>
        <w:t>199.5547</w:t>
      </w:r>
      <w:r>
        <w:tab/>
        <w:t>2.025e0</w:t>
      </w:r>
    </w:p>
    <w:p w:rsidR="007B2329" w:rsidRDefault="007B2329" w:rsidP="007B2329">
      <w:r>
        <w:t>199.5567</w:t>
      </w:r>
      <w:r>
        <w:tab/>
        <w:t>1.013e0</w:t>
      </w:r>
    </w:p>
    <w:p w:rsidR="007B2329" w:rsidRDefault="007B2329" w:rsidP="007B2329">
      <w:r>
        <w:t>199.5644</w:t>
      </w:r>
      <w:r>
        <w:tab/>
        <w:t>1.013e0</w:t>
      </w:r>
    </w:p>
    <w:p w:rsidR="007B2329" w:rsidRDefault="007B2329" w:rsidP="007B2329">
      <w:r>
        <w:t>199.5757</w:t>
      </w:r>
      <w:r>
        <w:tab/>
        <w:t>4.051e0</w:t>
      </w:r>
    </w:p>
    <w:p w:rsidR="007B2329" w:rsidRDefault="007B2329" w:rsidP="007B2329">
      <w:r>
        <w:t>199.5942</w:t>
      </w:r>
      <w:r>
        <w:tab/>
        <w:t>1.013e0</w:t>
      </w:r>
    </w:p>
    <w:p w:rsidR="007B2329" w:rsidRDefault="007B2329" w:rsidP="007B2329">
      <w:r>
        <w:t>199.6017</w:t>
      </w:r>
      <w:r>
        <w:tab/>
        <w:t>1.013e0</w:t>
      </w:r>
    </w:p>
    <w:p w:rsidR="007B2329" w:rsidRDefault="007B2329" w:rsidP="007B2329">
      <w:r>
        <w:lastRenderedPageBreak/>
        <w:t>199.6054</w:t>
      </w:r>
      <w:r>
        <w:tab/>
        <w:t>6.076e0</w:t>
      </w:r>
    </w:p>
    <w:p w:rsidR="007B2329" w:rsidRDefault="007B2329" w:rsidP="007B2329">
      <w:r>
        <w:t>199.6203</w:t>
      </w:r>
      <w:r>
        <w:tab/>
        <w:t>1.013e0</w:t>
      </w:r>
    </w:p>
    <w:p w:rsidR="007B2329" w:rsidRDefault="007B2329" w:rsidP="007B2329">
      <w:r>
        <w:t>199.6351</w:t>
      </w:r>
      <w:r>
        <w:tab/>
        <w:t>2.025e0</w:t>
      </w:r>
    </w:p>
    <w:p w:rsidR="007B2329" w:rsidRDefault="007B2329" w:rsidP="007B2329">
      <w:r>
        <w:t>199.6426</w:t>
      </w:r>
      <w:r>
        <w:tab/>
        <w:t>1.266e-2</w:t>
      </w:r>
    </w:p>
    <w:p w:rsidR="007B2329" w:rsidRDefault="007B2329" w:rsidP="007B2329">
      <w:r>
        <w:t>199.6519</w:t>
      </w:r>
      <w:r>
        <w:tab/>
        <w:t>4.051e0</w:t>
      </w:r>
    </w:p>
    <w:p w:rsidR="007B2329" w:rsidRDefault="007B2329" w:rsidP="007B2329">
      <w:r>
        <w:t>199.6686</w:t>
      </w:r>
      <w:r>
        <w:tab/>
        <w:t>1.013e0</w:t>
      </w:r>
    </w:p>
    <w:p w:rsidR="007B2329" w:rsidRDefault="007B2329" w:rsidP="007B2329">
      <w:r>
        <w:t>199.6705</w:t>
      </w:r>
      <w:r>
        <w:tab/>
        <w:t>4.051e0</w:t>
      </w:r>
    </w:p>
    <w:p w:rsidR="007B2329" w:rsidRDefault="007B2329" w:rsidP="007B2329">
      <w:r>
        <w:t>199.6724</w:t>
      </w:r>
      <w:r>
        <w:tab/>
        <w:t>1.013e0</w:t>
      </w:r>
    </w:p>
    <w:p w:rsidR="007B2329" w:rsidRDefault="007B2329" w:rsidP="007B2329">
      <w:r>
        <w:t>199.6784</w:t>
      </w:r>
      <w:r>
        <w:tab/>
        <w:t>3.038e0</w:t>
      </w:r>
    </w:p>
    <w:p w:rsidR="007B2329" w:rsidRDefault="007B2329" w:rsidP="007B2329">
      <w:r>
        <w:t>199.6855</w:t>
      </w:r>
      <w:r>
        <w:tab/>
        <w:t>2.025e0</w:t>
      </w:r>
    </w:p>
    <w:p w:rsidR="007B2329" w:rsidRDefault="007B2329" w:rsidP="007B2329">
      <w:r>
        <w:t>199.6987</w:t>
      </w:r>
      <w:r>
        <w:tab/>
        <w:t>1.013e0</w:t>
      </w:r>
    </w:p>
    <w:p w:rsidR="007B2329" w:rsidRDefault="007B2329" w:rsidP="007B2329">
      <w:r>
        <w:t>199.7025</w:t>
      </w:r>
      <w:r>
        <w:tab/>
        <w:t>1.013e0</w:t>
      </w:r>
    </w:p>
    <w:p w:rsidR="007B2329" w:rsidRDefault="007B2329" w:rsidP="007B2329">
      <w:r>
        <w:t>199.7178</w:t>
      </w:r>
      <w:r>
        <w:tab/>
        <w:t>1.013e0</w:t>
      </w:r>
    </w:p>
    <w:p w:rsidR="007B2329" w:rsidRDefault="007B2329" w:rsidP="007B2329">
      <w:r>
        <w:t>199.7255</w:t>
      </w:r>
      <w:r>
        <w:tab/>
        <w:t>1.013e0</w:t>
      </w:r>
    </w:p>
    <w:p w:rsidR="007B2329" w:rsidRDefault="007B2329" w:rsidP="007B2329">
      <w:r>
        <w:t>199.7381</w:t>
      </w:r>
      <w:r>
        <w:tab/>
        <w:t>3.038e0</w:t>
      </w:r>
    </w:p>
    <w:p w:rsidR="007B2329" w:rsidRDefault="007B2329" w:rsidP="007B2329">
      <w:r>
        <w:t>199.7486</w:t>
      </w:r>
      <w:r>
        <w:tab/>
        <w:t>1.013e0</w:t>
      </w:r>
    </w:p>
    <w:p w:rsidR="007B2329" w:rsidRDefault="007B2329" w:rsidP="007B2329">
      <w:r>
        <w:t>199.7671</w:t>
      </w:r>
      <w:r>
        <w:tab/>
        <w:t>2.025e0</w:t>
      </w:r>
    </w:p>
    <w:p w:rsidR="007B2329" w:rsidRDefault="007B2329" w:rsidP="007B2329">
      <w:r>
        <w:t>199.7707</w:t>
      </w:r>
      <w:r>
        <w:tab/>
        <w:t>1.013e0</w:t>
      </w:r>
    </w:p>
    <w:p w:rsidR="007B2329" w:rsidRDefault="007B2329" w:rsidP="007B2329">
      <w:r>
        <w:t>199.7819</w:t>
      </w:r>
      <w:r>
        <w:tab/>
        <w:t>2.025e0</w:t>
      </w:r>
    </w:p>
    <w:p w:rsidR="007B2329" w:rsidRDefault="007B2329" w:rsidP="007B2329">
      <w:r>
        <w:lastRenderedPageBreak/>
        <w:t>199.7856</w:t>
      </w:r>
      <w:r>
        <w:tab/>
        <w:t>1.013e0</w:t>
      </w:r>
    </w:p>
    <w:p w:rsidR="007B2329" w:rsidRDefault="007B2329" w:rsidP="007B2329">
      <w:r>
        <w:t>199.7930</w:t>
      </w:r>
      <w:r>
        <w:tab/>
        <w:t>1.266e-2</w:t>
      </w:r>
    </w:p>
    <w:p w:rsidR="007B2329" w:rsidRDefault="007B2329" w:rsidP="007B2329">
      <w:r>
        <w:t>199.7968</w:t>
      </w:r>
      <w:r>
        <w:tab/>
        <w:t>1.013e0</w:t>
      </w:r>
    </w:p>
    <w:p w:rsidR="007B2329" w:rsidRDefault="007B2329" w:rsidP="007B2329">
      <w:r>
        <w:t>199.8024</w:t>
      </w:r>
      <w:r>
        <w:tab/>
        <w:t>2.025e0</w:t>
      </w:r>
    </w:p>
    <w:p w:rsidR="007B2329" w:rsidRDefault="007B2329" w:rsidP="007B2329">
      <w:r>
        <w:t>199.8099</w:t>
      </w:r>
      <w:r>
        <w:tab/>
        <w:t>2.025e0</w:t>
      </w:r>
    </w:p>
    <w:p w:rsidR="007B2329" w:rsidRDefault="007B2329" w:rsidP="007B2329">
      <w:r>
        <w:t>199.8266</w:t>
      </w:r>
      <w:r>
        <w:tab/>
        <w:t>2.025e0</w:t>
      </w:r>
    </w:p>
    <w:p w:rsidR="007B2329" w:rsidRDefault="007B2329" w:rsidP="007B2329">
      <w:r>
        <w:t>199.8601</w:t>
      </w:r>
      <w:r>
        <w:tab/>
        <w:t>3.038e0</w:t>
      </w:r>
    </w:p>
    <w:p w:rsidR="007B2329" w:rsidRDefault="007B2329" w:rsidP="007B2329">
      <w:r>
        <w:t>199.8675</w:t>
      </w:r>
      <w:r>
        <w:tab/>
        <w:t>1.013e0</w:t>
      </w:r>
    </w:p>
    <w:p w:rsidR="007B2329" w:rsidRDefault="007B2329" w:rsidP="007B2329">
      <w:r>
        <w:t>199.8790</w:t>
      </w:r>
      <w:r>
        <w:tab/>
        <w:t>1.266e-2</w:t>
      </w:r>
    </w:p>
    <w:p w:rsidR="007B2329" w:rsidRDefault="007B2329" w:rsidP="007B2329">
      <w:r>
        <w:t>199.8944</w:t>
      </w:r>
      <w:r>
        <w:tab/>
        <w:t>1.013e0</w:t>
      </w:r>
    </w:p>
    <w:p w:rsidR="007B2329" w:rsidRDefault="007B2329" w:rsidP="007B2329">
      <w:r>
        <w:t>199.9133</w:t>
      </w:r>
      <w:r>
        <w:tab/>
        <w:t>3.038e0</w:t>
      </w:r>
    </w:p>
    <w:p w:rsidR="007B2329" w:rsidRDefault="007B2329" w:rsidP="007B2329">
      <w:r>
        <w:t>199.9174</w:t>
      </w:r>
      <w:r>
        <w:tab/>
        <w:t>1.013e0</w:t>
      </w:r>
    </w:p>
    <w:p w:rsidR="007B2329" w:rsidRDefault="007B2329" w:rsidP="007B2329">
      <w:r>
        <w:t>199.9289</w:t>
      </w:r>
      <w:r>
        <w:tab/>
        <w:t>1.013e0</w:t>
      </w:r>
    </w:p>
    <w:p w:rsidR="007B2329" w:rsidRDefault="007B2329" w:rsidP="007B2329">
      <w:r>
        <w:t>199.9510</w:t>
      </w:r>
      <w:r>
        <w:tab/>
        <w:t>2.025e0</w:t>
      </w:r>
    </w:p>
    <w:p w:rsidR="007B2329" w:rsidRDefault="007B2329" w:rsidP="007B2329">
      <w:r>
        <w:t>199.9530</w:t>
      </w:r>
      <w:r>
        <w:tab/>
        <w:t>3.038e0</w:t>
      </w:r>
    </w:p>
    <w:p w:rsidR="007B2329" w:rsidRDefault="007B2329" w:rsidP="007B2329">
      <w:r>
        <w:t>199.9697</w:t>
      </w:r>
      <w:r>
        <w:tab/>
        <w:t>1.013e0</w:t>
      </w:r>
    </w:p>
    <w:p w:rsidR="007B2329" w:rsidRDefault="007B2329" w:rsidP="007B2329">
      <w:r>
        <w:t>199.9734</w:t>
      </w:r>
      <w:r>
        <w:tab/>
        <w:t>2.025e0</w:t>
      </w:r>
    </w:p>
    <w:p w:rsidR="007B2329" w:rsidRDefault="007B2329" w:rsidP="007B2329">
      <w:r>
        <w:t>199.9827</w:t>
      </w:r>
      <w:r>
        <w:tab/>
        <w:t>4.051e0</w:t>
      </w:r>
    </w:p>
    <w:p w:rsidR="007B2329" w:rsidRDefault="007B2329" w:rsidP="007B2329">
      <w:r>
        <w:t>199.9877</w:t>
      </w:r>
      <w:r>
        <w:tab/>
        <w:t>1.138e1</w:t>
      </w:r>
    </w:p>
    <w:p w:rsidR="007B2329" w:rsidRDefault="007B2329" w:rsidP="007B2329">
      <w:r>
        <w:lastRenderedPageBreak/>
        <w:t>199.9892</w:t>
      </w:r>
      <w:r>
        <w:tab/>
        <w:t>3.038e0</w:t>
      </w:r>
    </w:p>
    <w:p w:rsidR="007B2329" w:rsidRDefault="007B2329" w:rsidP="007B2329">
      <w:r>
        <w:t>200.0292</w:t>
      </w:r>
      <w:r>
        <w:tab/>
        <w:t>1.013e0</w:t>
      </w:r>
    </w:p>
    <w:p w:rsidR="007B2329" w:rsidRDefault="007B2329" w:rsidP="007B2329">
      <w:r>
        <w:t>200.0418</w:t>
      </w:r>
      <w:r>
        <w:tab/>
        <w:t>3.038e0</w:t>
      </w:r>
    </w:p>
    <w:p w:rsidR="007B2329" w:rsidRDefault="007B2329" w:rsidP="007B2329">
      <w:r>
        <w:t>200.0540</w:t>
      </w:r>
      <w:r>
        <w:tab/>
        <w:t>2.025e0</w:t>
      </w:r>
    </w:p>
    <w:p w:rsidR="007B2329" w:rsidRDefault="007B2329" w:rsidP="007B2329">
      <w:r>
        <w:t>200.0557</w:t>
      </w:r>
      <w:r>
        <w:tab/>
        <w:t>1.013e0</w:t>
      </w:r>
    </w:p>
    <w:p w:rsidR="007B2329" w:rsidRDefault="007B2329" w:rsidP="007B2329">
      <w:r>
        <w:t>200.0672</w:t>
      </w:r>
      <w:r>
        <w:tab/>
        <w:t>1.013e0</w:t>
      </w:r>
    </w:p>
    <w:p w:rsidR="007B2329" w:rsidRDefault="007B2329" w:rsidP="007B2329">
      <w:r>
        <w:t>200.0711</w:t>
      </w:r>
      <w:r>
        <w:tab/>
        <w:t>1.013e0</w:t>
      </w:r>
    </w:p>
    <w:p w:rsidR="007B2329" w:rsidRDefault="007B2329" w:rsidP="007B2329">
      <w:r>
        <w:t>200.0980</w:t>
      </w:r>
      <w:r>
        <w:tab/>
        <w:t>2.532e-2</w:t>
      </w:r>
    </w:p>
    <w:p w:rsidR="007B2329" w:rsidRDefault="007B2329" w:rsidP="007B2329">
      <w:r>
        <w:t>200.1017</w:t>
      </w:r>
      <w:r>
        <w:tab/>
        <w:t>1.013e0</w:t>
      </w:r>
    </w:p>
    <w:p w:rsidR="007B2329" w:rsidRDefault="007B2329" w:rsidP="007B2329">
      <w:r>
        <w:t>200.1118</w:t>
      </w:r>
      <w:r>
        <w:tab/>
        <w:t>4.051e0</w:t>
      </w:r>
    </w:p>
    <w:p w:rsidR="007B2329" w:rsidRDefault="007B2329" w:rsidP="007B2329">
      <w:r>
        <w:t>200.1240</w:t>
      </w:r>
      <w:r>
        <w:tab/>
        <w:t>2.025e0</w:t>
      </w:r>
    </w:p>
    <w:p w:rsidR="007B2329" w:rsidRDefault="007B2329" w:rsidP="007B2329">
      <w:r>
        <w:t>200.1260</w:t>
      </w:r>
      <w:r>
        <w:tab/>
        <w:t>1.025e0</w:t>
      </w:r>
    </w:p>
    <w:p w:rsidR="007B2329" w:rsidRDefault="007B2329" w:rsidP="007B2329">
      <w:r>
        <w:t>200.1296</w:t>
      </w:r>
      <w:r>
        <w:tab/>
        <w:t>1.025e0</w:t>
      </w:r>
    </w:p>
    <w:p w:rsidR="007B2329" w:rsidRDefault="007B2329" w:rsidP="007B2329">
      <w:r>
        <w:t>200.1426</w:t>
      </w:r>
      <w:r>
        <w:tab/>
        <w:t>2.517e0</w:t>
      </w:r>
    </w:p>
    <w:p w:rsidR="007B2329" w:rsidRDefault="007B2329" w:rsidP="007B2329">
      <w:r>
        <w:t>200.1575</w:t>
      </w:r>
      <w:r>
        <w:tab/>
        <w:t>1.013e0</w:t>
      </w:r>
    </w:p>
    <w:p w:rsidR="007B2329" w:rsidRDefault="007B2329" w:rsidP="007B2329">
      <w:r>
        <w:t>200.1763</w:t>
      </w:r>
      <w:r>
        <w:tab/>
        <w:t>1.013e0</w:t>
      </w:r>
    </w:p>
    <w:p w:rsidR="007B2329" w:rsidRDefault="007B2329" w:rsidP="007B2329">
      <w:r>
        <w:t>200.1910</w:t>
      </w:r>
      <w:r>
        <w:tab/>
        <w:t>1.013e0</w:t>
      </w:r>
    </w:p>
    <w:p w:rsidR="007B2329" w:rsidRDefault="007B2329" w:rsidP="007B2329">
      <w:r>
        <w:t>200.1929</w:t>
      </w:r>
      <w:r>
        <w:tab/>
        <w:t>1.025e0</w:t>
      </w:r>
    </w:p>
    <w:p w:rsidR="007B2329" w:rsidRDefault="007B2329" w:rsidP="007B2329">
      <w:r>
        <w:t>200.1984</w:t>
      </w:r>
      <w:r>
        <w:tab/>
        <w:t>4.051e0</w:t>
      </w:r>
    </w:p>
    <w:p w:rsidR="007B2329" w:rsidRDefault="007B2329" w:rsidP="007B2329">
      <w:r>
        <w:lastRenderedPageBreak/>
        <w:t>200.2021</w:t>
      </w:r>
      <w:r>
        <w:tab/>
        <w:t>1.013e0</w:t>
      </w:r>
    </w:p>
    <w:p w:rsidR="007B2329" w:rsidRDefault="007B2329" w:rsidP="007B2329">
      <w:r>
        <w:t>200.2096</w:t>
      </w:r>
      <w:r>
        <w:tab/>
        <w:t>1.013e0</w:t>
      </w:r>
    </w:p>
    <w:p w:rsidR="007B2329" w:rsidRDefault="007B2329" w:rsidP="007B2329">
      <w:r>
        <w:t>200.2248</w:t>
      </w:r>
      <w:r>
        <w:tab/>
        <w:t>1.013e0</w:t>
      </w:r>
    </w:p>
    <w:p w:rsidR="007B2329" w:rsidRDefault="007B2329" w:rsidP="007B2329">
      <w:r>
        <w:t>200.2287</w:t>
      </w:r>
      <w:r>
        <w:tab/>
        <w:t>1.013e0</w:t>
      </w:r>
    </w:p>
    <w:p w:rsidR="007B2329" w:rsidRDefault="007B2329" w:rsidP="007B2329">
      <w:r>
        <w:t>200.2347</w:t>
      </w:r>
      <w:r>
        <w:tab/>
        <w:t>1.025e0</w:t>
      </w:r>
    </w:p>
    <w:p w:rsidR="007B2329" w:rsidRDefault="007B2329" w:rsidP="007B2329">
      <w:r>
        <w:t>200.2427</w:t>
      </w:r>
      <w:r>
        <w:tab/>
        <w:t>3.038e0</w:t>
      </w:r>
    </w:p>
    <w:p w:rsidR="007B2329" w:rsidRDefault="007B2329" w:rsidP="007B2329">
      <w:r>
        <w:t>200.2441</w:t>
      </w:r>
      <w:r>
        <w:tab/>
        <w:t>2.025e0</w:t>
      </w:r>
    </w:p>
    <w:p w:rsidR="007B2329" w:rsidRDefault="007B2329" w:rsidP="007B2329">
      <w:r>
        <w:t>200.2479</w:t>
      </w:r>
      <w:r>
        <w:tab/>
        <w:t>1.013e0</w:t>
      </w:r>
    </w:p>
    <w:p w:rsidR="007B2329" w:rsidRDefault="007B2329" w:rsidP="007B2329">
      <w:r>
        <w:t>200.2518</w:t>
      </w:r>
      <w:r>
        <w:tab/>
        <w:t>1.013e0</w:t>
      </w:r>
    </w:p>
    <w:p w:rsidR="007B2329" w:rsidRDefault="007B2329" w:rsidP="007B2329">
      <w:r>
        <w:t>200.2556</w:t>
      </w:r>
      <w:r>
        <w:tab/>
        <w:t>1.266e-2</w:t>
      </w:r>
    </w:p>
    <w:p w:rsidR="007B2329" w:rsidRDefault="007B2329" w:rsidP="007B2329">
      <w:r>
        <w:t>200.2672</w:t>
      </w:r>
      <w:r>
        <w:tab/>
        <w:t>1.013e0</w:t>
      </w:r>
    </w:p>
    <w:p w:rsidR="007B2329" w:rsidRDefault="007B2329" w:rsidP="007B2329">
      <w:r>
        <w:t>200.2747</w:t>
      </w:r>
      <w:r>
        <w:tab/>
        <w:t>1.266e-2</w:t>
      </w:r>
    </w:p>
    <w:p w:rsidR="007B2329" w:rsidRDefault="007B2329" w:rsidP="007B2329">
      <w:r>
        <w:t>200.2784</w:t>
      </w:r>
      <w:r>
        <w:tab/>
        <w:t>2.025e0</w:t>
      </w:r>
    </w:p>
    <w:p w:rsidR="007B2329" w:rsidRDefault="007B2329" w:rsidP="007B2329">
      <w:r>
        <w:t>200.2822</w:t>
      </w:r>
      <w:r>
        <w:tab/>
        <w:t>1.013e0</w:t>
      </w:r>
    </w:p>
    <w:p w:rsidR="007B2329" w:rsidRDefault="007B2329" w:rsidP="007B2329">
      <w:r>
        <w:t>200.2969</w:t>
      </w:r>
      <w:r>
        <w:tab/>
        <w:t>7.089e0</w:t>
      </w:r>
    </w:p>
    <w:p w:rsidR="007B2329" w:rsidRDefault="007B2329" w:rsidP="007B2329">
      <w:r>
        <w:t>200.3007</w:t>
      </w:r>
      <w:r>
        <w:tab/>
        <w:t>1.013e0</w:t>
      </w:r>
    </w:p>
    <w:p w:rsidR="007B2329" w:rsidRDefault="007B2329" w:rsidP="007B2329">
      <w:r>
        <w:t>200.3081</w:t>
      </w:r>
      <w:r>
        <w:tab/>
        <w:t>3.038e0</w:t>
      </w:r>
    </w:p>
    <w:p w:rsidR="007B2329" w:rsidRDefault="007B2329" w:rsidP="007B2329">
      <w:r>
        <w:t>200.3267</w:t>
      </w:r>
      <w:r>
        <w:tab/>
        <w:t>1.013e0</w:t>
      </w:r>
    </w:p>
    <w:p w:rsidR="007B2329" w:rsidRDefault="007B2329" w:rsidP="007B2329">
      <w:r>
        <w:t>200.3381</w:t>
      </w:r>
      <w:r>
        <w:tab/>
        <w:t>1.013e0</w:t>
      </w:r>
    </w:p>
    <w:p w:rsidR="007B2329" w:rsidRDefault="007B2329" w:rsidP="007B2329">
      <w:r>
        <w:lastRenderedPageBreak/>
        <w:t>200.3529</w:t>
      </w:r>
      <w:r>
        <w:tab/>
        <w:t>4.051e0</w:t>
      </w:r>
    </w:p>
    <w:p w:rsidR="007B2329" w:rsidRDefault="007B2329" w:rsidP="007B2329">
      <w:r>
        <w:t>200.3621</w:t>
      </w:r>
      <w:r>
        <w:tab/>
        <w:t>2.025e0</w:t>
      </w:r>
    </w:p>
    <w:p w:rsidR="007B2329" w:rsidRDefault="007B2329" w:rsidP="007B2329">
      <w:r>
        <w:t>200.3640</w:t>
      </w:r>
      <w:r>
        <w:tab/>
        <w:t>1.266e-2</w:t>
      </w:r>
    </w:p>
    <w:p w:rsidR="007B2329" w:rsidRDefault="007B2329" w:rsidP="007B2329">
      <w:r>
        <w:t>200.3677</w:t>
      </w:r>
      <w:r>
        <w:tab/>
        <w:t>3.038e0</w:t>
      </w:r>
    </w:p>
    <w:p w:rsidR="007B2329" w:rsidRDefault="007B2329" w:rsidP="007B2329">
      <w:r>
        <w:t>200.3733</w:t>
      </w:r>
      <w:r>
        <w:tab/>
        <w:t>2.025e0</w:t>
      </w:r>
    </w:p>
    <w:p w:rsidR="007B2329" w:rsidRDefault="007B2329" w:rsidP="007B2329">
      <w:r>
        <w:t>200.3951</w:t>
      </w:r>
      <w:r>
        <w:tab/>
        <w:t>3.051e0</w:t>
      </w:r>
    </w:p>
    <w:p w:rsidR="007B2329" w:rsidRDefault="007B2329" w:rsidP="007B2329">
      <w:r>
        <w:t>200.3992</w:t>
      </w:r>
      <w:r>
        <w:tab/>
        <w:t>3.038e0</w:t>
      </w:r>
    </w:p>
    <w:p w:rsidR="007B2329" w:rsidRDefault="007B2329" w:rsidP="007B2329">
      <w:r>
        <w:t>200.4095</w:t>
      </w:r>
      <w:r>
        <w:tab/>
        <w:t>1.013e0</w:t>
      </w:r>
    </w:p>
    <w:p w:rsidR="007B2329" w:rsidRDefault="007B2329" w:rsidP="007B2329">
      <w:r>
        <w:t>200.4171</w:t>
      </w:r>
      <w:r>
        <w:tab/>
        <w:t>2.025e0</w:t>
      </w:r>
    </w:p>
    <w:p w:rsidR="007B2329" w:rsidRDefault="007B2329" w:rsidP="007B2329">
      <w:r>
        <w:t>200.4325</w:t>
      </w:r>
      <w:r>
        <w:tab/>
        <w:t>1.013e0</w:t>
      </w:r>
    </w:p>
    <w:p w:rsidR="007B2329" w:rsidRDefault="007B2329" w:rsidP="007B2329">
      <w:r>
        <w:t>200.4514</w:t>
      </w:r>
      <w:r>
        <w:tab/>
        <w:t>2.025e0</w:t>
      </w:r>
    </w:p>
    <w:p w:rsidR="007B2329" w:rsidRDefault="007B2329" w:rsidP="007B2329">
      <w:r>
        <w:t>200.4607</w:t>
      </w:r>
      <w:r>
        <w:tab/>
        <w:t>3.038e0</w:t>
      </w:r>
    </w:p>
    <w:p w:rsidR="007B2329" w:rsidRDefault="007B2329" w:rsidP="007B2329">
      <w:r>
        <w:t>200.4625</w:t>
      </w:r>
      <w:r>
        <w:tab/>
        <w:t>1.013e0</w:t>
      </w:r>
    </w:p>
    <w:p w:rsidR="007B2329" w:rsidRDefault="007B2329" w:rsidP="007B2329">
      <w:r>
        <w:t>200.4850</w:t>
      </w:r>
      <w:r>
        <w:tab/>
        <w:t>2.025e0</w:t>
      </w:r>
    </w:p>
    <w:p w:rsidR="007B2329" w:rsidRDefault="007B2329" w:rsidP="007B2329">
      <w:r>
        <w:t>200.4923</w:t>
      </w:r>
      <w:r>
        <w:tab/>
        <w:t>1.013e0</w:t>
      </w:r>
    </w:p>
    <w:p w:rsidR="007B2329" w:rsidRDefault="007B2329" w:rsidP="007B2329">
      <w:r>
        <w:t>200.4960</w:t>
      </w:r>
      <w:r>
        <w:tab/>
        <w:t>1.013e0</w:t>
      </w:r>
    </w:p>
    <w:p w:rsidR="007B2329" w:rsidRDefault="007B2329" w:rsidP="007B2329">
      <w:r>
        <w:t>200.4998</w:t>
      </w:r>
      <w:r>
        <w:tab/>
        <w:t>2.025e0</w:t>
      </w:r>
    </w:p>
    <w:p w:rsidR="007B2329" w:rsidRDefault="007B2329" w:rsidP="007B2329">
      <w:r>
        <w:t>200.5073</w:t>
      </w:r>
      <w:r>
        <w:tab/>
        <w:t>1.013e0</w:t>
      </w:r>
    </w:p>
    <w:p w:rsidR="007B2329" w:rsidRDefault="007B2329" w:rsidP="007B2329">
      <w:r>
        <w:t>200.5175</w:t>
      </w:r>
      <w:r>
        <w:tab/>
        <w:t>3.038e0</w:t>
      </w:r>
    </w:p>
    <w:p w:rsidR="007B2329" w:rsidRDefault="007B2329" w:rsidP="007B2329">
      <w:r>
        <w:lastRenderedPageBreak/>
        <w:t>200.5334</w:t>
      </w:r>
      <w:r>
        <w:tab/>
        <w:t>1.013e0</w:t>
      </w:r>
    </w:p>
    <w:p w:rsidR="007B2329" w:rsidRDefault="007B2329" w:rsidP="007B2329">
      <w:r>
        <w:t>200.5370</w:t>
      </w:r>
      <w:r>
        <w:tab/>
        <w:t>2.025e0</w:t>
      </w:r>
    </w:p>
    <w:p w:rsidR="007B2329" w:rsidRDefault="007B2329" w:rsidP="007B2329">
      <w:r>
        <w:t>200.5444</w:t>
      </w:r>
      <w:r>
        <w:tab/>
        <w:t>1.025e0</w:t>
      </w:r>
    </w:p>
    <w:p w:rsidR="007B2329" w:rsidRDefault="007B2329" w:rsidP="007B2329">
      <w:r>
        <w:t>200.5557</w:t>
      </w:r>
      <w:r>
        <w:tab/>
        <w:t>1.013e0</w:t>
      </w:r>
    </w:p>
    <w:p w:rsidR="007B2329" w:rsidRDefault="007B2329" w:rsidP="007B2329">
      <w:r>
        <w:t>200.5579</w:t>
      </w:r>
      <w:r>
        <w:tab/>
        <w:t>2.532e-2</w:t>
      </w:r>
    </w:p>
    <w:p w:rsidR="007B2329" w:rsidRDefault="007B2329" w:rsidP="007B2329">
      <w:r>
        <w:t>200.5596</w:t>
      </w:r>
      <w:r>
        <w:tab/>
        <w:t>1.013e0</w:t>
      </w:r>
    </w:p>
    <w:p w:rsidR="007B2329" w:rsidRDefault="007B2329" w:rsidP="007B2329">
      <w:r>
        <w:t>200.5635</w:t>
      </w:r>
      <w:r>
        <w:tab/>
        <w:t>1.013e0</w:t>
      </w:r>
    </w:p>
    <w:p w:rsidR="007B2329" w:rsidRDefault="007B2329" w:rsidP="007B2329">
      <w:r>
        <w:t>200.5866</w:t>
      </w:r>
      <w:r>
        <w:tab/>
        <w:t>1.013e0</w:t>
      </w:r>
    </w:p>
    <w:p w:rsidR="007B2329" w:rsidRDefault="007B2329" w:rsidP="007B2329">
      <w:r>
        <w:t>200.5884</w:t>
      </w:r>
      <w:r>
        <w:tab/>
        <w:t>2.025e0</w:t>
      </w:r>
    </w:p>
    <w:p w:rsidR="007B2329" w:rsidRDefault="007B2329" w:rsidP="007B2329">
      <w:r>
        <w:t>200.5981</w:t>
      </w:r>
      <w:r>
        <w:tab/>
        <w:t>1.013e0</w:t>
      </w:r>
    </w:p>
    <w:p w:rsidR="007B2329" w:rsidRDefault="007B2329" w:rsidP="007B2329">
      <w:r>
        <w:t>200.6020</w:t>
      </w:r>
      <w:r>
        <w:tab/>
        <w:t>1.013e0</w:t>
      </w:r>
    </w:p>
    <w:p w:rsidR="007B2329" w:rsidRDefault="007B2329" w:rsidP="007B2329">
      <w:r>
        <w:t>200.6208</w:t>
      </w:r>
      <w:r>
        <w:tab/>
        <w:t>3.038e0</w:t>
      </w:r>
    </w:p>
    <w:p w:rsidR="007B2329" w:rsidRDefault="007B2329" w:rsidP="007B2329">
      <w:r>
        <w:t>200.6468</w:t>
      </w:r>
      <w:r>
        <w:tab/>
        <w:t>1.013e0</w:t>
      </w:r>
    </w:p>
    <w:p w:rsidR="007B2329" w:rsidRDefault="007B2329" w:rsidP="007B2329">
      <w:r>
        <w:t>200.6581</w:t>
      </w:r>
      <w:r>
        <w:tab/>
        <w:t>1.013e0</w:t>
      </w:r>
    </w:p>
    <w:p w:rsidR="007B2329" w:rsidRDefault="007B2329" w:rsidP="007B2329">
      <w:r>
        <w:t>200.6655</w:t>
      </w:r>
      <w:r>
        <w:tab/>
        <w:t>1.013e0</w:t>
      </w:r>
    </w:p>
    <w:p w:rsidR="007B2329" w:rsidRDefault="007B2329" w:rsidP="007B2329">
      <w:r>
        <w:t>200.6841</w:t>
      </w:r>
      <w:r>
        <w:tab/>
        <w:t>2.025e0</w:t>
      </w:r>
    </w:p>
    <w:p w:rsidR="007B2329" w:rsidRDefault="007B2329" w:rsidP="007B2329">
      <w:r>
        <w:t>200.6915</w:t>
      </w:r>
      <w:r>
        <w:tab/>
        <w:t>1.013e0</w:t>
      </w:r>
    </w:p>
    <w:p w:rsidR="007B2329" w:rsidRDefault="007B2329" w:rsidP="007B2329">
      <w:r>
        <w:t>200.6934</w:t>
      </w:r>
      <w:r>
        <w:tab/>
        <w:t>2.025e0</w:t>
      </w:r>
    </w:p>
    <w:p w:rsidR="007B2329" w:rsidRDefault="007B2329" w:rsidP="007B2329">
      <w:r>
        <w:t>200.6952</w:t>
      </w:r>
      <w:r>
        <w:tab/>
        <w:t>1.013e0</w:t>
      </w:r>
    </w:p>
    <w:p w:rsidR="007B2329" w:rsidRDefault="007B2329" w:rsidP="007B2329">
      <w:r>
        <w:lastRenderedPageBreak/>
        <w:t>200.6989</w:t>
      </w:r>
      <w:r>
        <w:tab/>
        <w:t>1.013e0</w:t>
      </w:r>
    </w:p>
    <w:p w:rsidR="007B2329" w:rsidRDefault="007B2329" w:rsidP="007B2329">
      <w:r>
        <w:t>200.7046</w:t>
      </w:r>
      <w:r>
        <w:tab/>
        <w:t>1.025e0</w:t>
      </w:r>
    </w:p>
    <w:p w:rsidR="007B2329" w:rsidRDefault="007B2329" w:rsidP="007B2329">
      <w:r>
        <w:t>200.7120</w:t>
      </w:r>
      <w:r>
        <w:tab/>
        <w:t>2.025e0</w:t>
      </w:r>
    </w:p>
    <w:p w:rsidR="007B2329" w:rsidRDefault="007B2329" w:rsidP="007B2329">
      <w:r>
        <w:t>200.7138</w:t>
      </w:r>
      <w:r>
        <w:tab/>
        <w:t>1.013e0</w:t>
      </w:r>
    </w:p>
    <w:p w:rsidR="007B2329" w:rsidRDefault="007B2329" w:rsidP="007B2329">
      <w:r>
        <w:t>200.7445</w:t>
      </w:r>
      <w:r>
        <w:tab/>
        <w:t>1.013e0</w:t>
      </w:r>
    </w:p>
    <w:p w:rsidR="007B2329" w:rsidRDefault="007B2329" w:rsidP="007B2329">
      <w:r>
        <w:t>200.7464</w:t>
      </w:r>
      <w:r>
        <w:tab/>
        <w:t>2.025e0</w:t>
      </w:r>
    </w:p>
    <w:p w:rsidR="007B2329" w:rsidRDefault="007B2329" w:rsidP="007B2329">
      <w:r>
        <w:t>200.7599</w:t>
      </w:r>
      <w:r>
        <w:tab/>
        <w:t>2.025e0</w:t>
      </w:r>
    </w:p>
    <w:p w:rsidR="007B2329" w:rsidRDefault="007B2329" w:rsidP="007B2329">
      <w:r>
        <w:t>200.7827</w:t>
      </w:r>
      <w:r>
        <w:tab/>
        <w:t>1.013e0</w:t>
      </w:r>
    </w:p>
    <w:p w:rsidR="007B2329" w:rsidRDefault="007B2329" w:rsidP="007B2329">
      <w:r>
        <w:t>200.7845</w:t>
      </w:r>
      <w:r>
        <w:tab/>
        <w:t>2.025e0</w:t>
      </w:r>
    </w:p>
    <w:p w:rsidR="007B2329" w:rsidRDefault="007B2329" w:rsidP="007B2329">
      <w:r>
        <w:t>200.7938</w:t>
      </w:r>
      <w:r>
        <w:tab/>
        <w:t>1.013e0</w:t>
      </w:r>
    </w:p>
    <w:p w:rsidR="007B2329" w:rsidRDefault="007B2329" w:rsidP="007B2329">
      <w:r>
        <w:t>200.7958</w:t>
      </w:r>
      <w:r>
        <w:tab/>
        <w:t>2.532e-2</w:t>
      </w:r>
    </w:p>
    <w:p w:rsidR="007B2329" w:rsidRDefault="007B2329" w:rsidP="007B2329">
      <w:r>
        <w:t>200.8087</w:t>
      </w:r>
      <w:r>
        <w:tab/>
        <w:t>2.025e0</w:t>
      </w:r>
    </w:p>
    <w:p w:rsidR="007B2329" w:rsidRDefault="007B2329" w:rsidP="007B2329">
      <w:r>
        <w:t>200.8125</w:t>
      </w:r>
      <w:r>
        <w:tab/>
        <w:t>1.013e0</w:t>
      </w:r>
    </w:p>
    <w:p w:rsidR="007B2329" w:rsidRDefault="007B2329" w:rsidP="007B2329">
      <w:r>
        <w:t>200.8349</w:t>
      </w:r>
      <w:r>
        <w:tab/>
        <w:t>1.013e0</w:t>
      </w:r>
    </w:p>
    <w:p w:rsidR="007B2329" w:rsidRDefault="007B2329" w:rsidP="007B2329">
      <w:r>
        <w:t>200.8683</w:t>
      </w:r>
      <w:r>
        <w:tab/>
        <w:t>1.013e0</w:t>
      </w:r>
    </w:p>
    <w:p w:rsidR="007B2329" w:rsidRDefault="007B2329" w:rsidP="007B2329">
      <w:r>
        <w:t>200.8721</w:t>
      </w:r>
      <w:r>
        <w:tab/>
        <w:t>1.013e0</w:t>
      </w:r>
    </w:p>
    <w:p w:rsidR="007B2329" w:rsidRDefault="007B2329" w:rsidP="007B2329">
      <w:r>
        <w:t>200.8758</w:t>
      </w:r>
      <w:r>
        <w:tab/>
        <w:t>1.013e0</w:t>
      </w:r>
    </w:p>
    <w:p w:rsidR="007B2329" w:rsidRDefault="007B2329" w:rsidP="007B2329">
      <w:r>
        <w:t>200.8932</w:t>
      </w:r>
      <w:r>
        <w:tab/>
        <w:t>2.025e0</w:t>
      </w:r>
    </w:p>
    <w:p w:rsidR="007B2329" w:rsidRDefault="007B2329" w:rsidP="007B2329">
      <w:r>
        <w:t>200.8953</w:t>
      </w:r>
      <w:r>
        <w:tab/>
        <w:t>2.025e0</w:t>
      </w:r>
    </w:p>
    <w:p w:rsidR="007B2329" w:rsidRDefault="007B2329" w:rsidP="007B2329">
      <w:r>
        <w:lastRenderedPageBreak/>
        <w:t>200.8987</w:t>
      </w:r>
      <w:r>
        <w:tab/>
        <w:t>1.026e0</w:t>
      </w:r>
    </w:p>
    <w:p w:rsidR="007B2329" w:rsidRDefault="007B2329" w:rsidP="007B2329">
      <w:r>
        <w:t>200.9046</w:t>
      </w:r>
      <w:r>
        <w:tab/>
        <w:t>4.051e0</w:t>
      </w:r>
    </w:p>
    <w:p w:rsidR="007B2329" w:rsidRDefault="007B2329" w:rsidP="007B2329">
      <w:r>
        <w:t>200.9215</w:t>
      </w:r>
      <w:r>
        <w:tab/>
        <w:t>3.038e0</w:t>
      </w:r>
    </w:p>
    <w:p w:rsidR="007B2329" w:rsidRDefault="007B2329" w:rsidP="007B2329">
      <w:r>
        <w:t>200.9295</w:t>
      </w:r>
      <w:r>
        <w:tab/>
        <w:t>1.013e0</w:t>
      </w:r>
    </w:p>
    <w:p w:rsidR="007B2329" w:rsidRDefault="007B2329" w:rsidP="007B2329">
      <w:r>
        <w:t>200.9334</w:t>
      </w:r>
      <w:r>
        <w:tab/>
        <w:t>1.013e0</w:t>
      </w:r>
    </w:p>
    <w:p w:rsidR="007B2329" w:rsidRDefault="007B2329" w:rsidP="007B2329">
      <w:r>
        <w:t>200.9540</w:t>
      </w:r>
      <w:r>
        <w:tab/>
        <w:t>2.532e-2</w:t>
      </w:r>
    </w:p>
    <w:p w:rsidR="007B2329" w:rsidRDefault="007B2329" w:rsidP="007B2329">
      <w:r>
        <w:t>200.9558</w:t>
      </w:r>
      <w:r>
        <w:tab/>
        <w:t>2.025e0</w:t>
      </w:r>
    </w:p>
    <w:p w:rsidR="007B2329" w:rsidRDefault="007B2329" w:rsidP="007B2329">
      <w:r>
        <w:t>200.9595</w:t>
      </w:r>
      <w:r>
        <w:tab/>
        <w:t>2.025e0</w:t>
      </w:r>
    </w:p>
    <w:p w:rsidR="007B2329" w:rsidRDefault="007B2329" w:rsidP="007B2329">
      <w:r>
        <w:t>200.9633</w:t>
      </w:r>
      <w:r>
        <w:tab/>
        <w:t>1.013e0</w:t>
      </w:r>
    </w:p>
    <w:p w:rsidR="007B2329" w:rsidRDefault="007B2329" w:rsidP="007B2329">
      <w:r>
        <w:t>200.9707</w:t>
      </w:r>
      <w:r>
        <w:tab/>
        <w:t>2.025e0</w:t>
      </w:r>
    </w:p>
    <w:p w:rsidR="007B2329" w:rsidRDefault="007B2329" w:rsidP="007B2329">
      <w:r>
        <w:t>200.9781</w:t>
      </w:r>
      <w:r>
        <w:tab/>
        <w:t>1.013e0</w:t>
      </w:r>
    </w:p>
    <w:p w:rsidR="007B2329" w:rsidRDefault="007B2329" w:rsidP="007B2329">
      <w:r>
        <w:t>200.9837</w:t>
      </w:r>
      <w:r>
        <w:tab/>
        <w:t>2.532e-2</w:t>
      </w:r>
    </w:p>
    <w:p w:rsidR="007B2329" w:rsidRDefault="007B2329" w:rsidP="007B2329">
      <w:r>
        <w:t>200.9931</w:t>
      </w:r>
      <w:r>
        <w:tab/>
        <w:t>1.013e0</w:t>
      </w:r>
    </w:p>
    <w:p w:rsidR="007B2329" w:rsidRDefault="007B2329" w:rsidP="007B2329">
      <w:r>
        <w:t>201.0019</w:t>
      </w:r>
      <w:r>
        <w:tab/>
        <w:t>4.051e0</w:t>
      </w:r>
    </w:p>
    <w:p w:rsidR="007B2329" w:rsidRDefault="007B2329" w:rsidP="007B2329">
      <w:r>
        <w:t>201.0099</w:t>
      </w:r>
      <w:r>
        <w:tab/>
        <w:t>2.025e0</w:t>
      </w:r>
    </w:p>
    <w:p w:rsidR="007B2329" w:rsidRDefault="007B2329" w:rsidP="007B2329">
      <w:r>
        <w:t>201.0230</w:t>
      </w:r>
      <w:r>
        <w:tab/>
        <w:t>1.013e0</w:t>
      </w:r>
    </w:p>
    <w:p w:rsidR="007B2329" w:rsidRDefault="007B2329" w:rsidP="007B2329">
      <w:r>
        <w:t>201.0304</w:t>
      </w:r>
      <w:r>
        <w:tab/>
        <w:t>1.013e0</w:t>
      </w:r>
    </w:p>
    <w:p w:rsidR="007B2329" w:rsidRDefault="007B2329" w:rsidP="007B2329">
      <w:r>
        <w:t>201.0453</w:t>
      </w:r>
      <w:r>
        <w:tab/>
        <w:t>1.013e0</w:t>
      </w:r>
    </w:p>
    <w:p w:rsidR="007B2329" w:rsidRDefault="007B2329" w:rsidP="007B2329">
      <w:r>
        <w:t>201.0628</w:t>
      </w:r>
      <w:r>
        <w:tab/>
        <w:t>2.025e0</w:t>
      </w:r>
    </w:p>
    <w:p w:rsidR="007B2329" w:rsidRDefault="007B2329" w:rsidP="007B2329">
      <w:r>
        <w:lastRenderedPageBreak/>
        <w:t>201.0645</w:t>
      </w:r>
      <w:r>
        <w:tab/>
        <w:t>2.025e0</w:t>
      </w:r>
    </w:p>
    <w:p w:rsidR="007B2329" w:rsidRDefault="007B2329" w:rsidP="007B2329">
      <w:r>
        <w:t>201.0723</w:t>
      </w:r>
      <w:r>
        <w:tab/>
        <w:t>3.038e0</w:t>
      </w:r>
    </w:p>
    <w:p w:rsidR="007B2329" w:rsidRDefault="007B2329" w:rsidP="007B2329">
      <w:r>
        <w:t>201.0762</w:t>
      </w:r>
      <w:r>
        <w:tab/>
        <w:t>1.013e0</w:t>
      </w:r>
    </w:p>
    <w:p w:rsidR="007B2329" w:rsidRDefault="007B2329" w:rsidP="007B2329">
      <w:r>
        <w:t>201.0954</w:t>
      </w:r>
      <w:r>
        <w:tab/>
        <w:t>1.013e0</w:t>
      </w:r>
    </w:p>
    <w:p w:rsidR="007B2329" w:rsidRDefault="007B2329" w:rsidP="007B2329">
      <w:r>
        <w:t>201.1086</w:t>
      </w:r>
      <w:r>
        <w:tab/>
        <w:t>2.025e0</w:t>
      </w:r>
    </w:p>
    <w:p w:rsidR="007B2329" w:rsidRDefault="007B2329" w:rsidP="007B2329">
      <w:r>
        <w:t>201.1179</w:t>
      </w:r>
      <w:r>
        <w:tab/>
        <w:t>1.013e0</w:t>
      </w:r>
    </w:p>
    <w:p w:rsidR="007B2329" w:rsidRDefault="007B2329" w:rsidP="007B2329">
      <w:r>
        <w:t>201.1201</w:t>
      </w:r>
      <w:r>
        <w:tab/>
        <w:t>3.798e-2</w:t>
      </w:r>
    </w:p>
    <w:p w:rsidR="007B2329" w:rsidRDefault="007B2329" w:rsidP="007B2329">
      <w:r>
        <w:t>201.1216</w:t>
      </w:r>
      <w:r>
        <w:tab/>
        <w:t>2.025e0</w:t>
      </w:r>
    </w:p>
    <w:p w:rsidR="007B2329" w:rsidRDefault="007B2329" w:rsidP="007B2329">
      <w:r>
        <w:t>201.1301</w:t>
      </w:r>
      <w:r>
        <w:tab/>
        <w:t>1.038e0</w:t>
      </w:r>
    </w:p>
    <w:p w:rsidR="007B2329" w:rsidRDefault="007B2329" w:rsidP="007B2329">
      <w:r>
        <w:t>201.1402</w:t>
      </w:r>
      <w:r>
        <w:tab/>
        <w:t>1.013e0</w:t>
      </w:r>
    </w:p>
    <w:p w:rsidR="007B2329" w:rsidRDefault="007B2329" w:rsidP="007B2329">
      <w:r>
        <w:t>201.1439</w:t>
      </w:r>
      <w:r>
        <w:tab/>
        <w:t>1.013e0</w:t>
      </w:r>
    </w:p>
    <w:p w:rsidR="007B2329" w:rsidRDefault="007B2329" w:rsidP="007B2329">
      <w:r>
        <w:t>201.1478</w:t>
      </w:r>
      <w:r>
        <w:tab/>
        <w:t>1.013e0</w:t>
      </w:r>
    </w:p>
    <w:p w:rsidR="007B2329" w:rsidRDefault="007B2329" w:rsidP="007B2329">
      <w:r>
        <w:t>201.1533</w:t>
      </w:r>
      <w:r>
        <w:tab/>
        <w:t>1.025e0</w:t>
      </w:r>
    </w:p>
    <w:p w:rsidR="007B2329" w:rsidRDefault="007B2329" w:rsidP="007B2329">
      <w:r>
        <w:t>201.1701</w:t>
      </w:r>
      <w:r>
        <w:tab/>
        <w:t>1.013e0</w:t>
      </w:r>
    </w:p>
    <w:p w:rsidR="007B2329" w:rsidRDefault="007B2329" w:rsidP="007B2329">
      <w:r>
        <w:t>201.1738</w:t>
      </w:r>
      <w:r>
        <w:tab/>
        <w:t>1.013e0</w:t>
      </w:r>
    </w:p>
    <w:p w:rsidR="007B2329" w:rsidRDefault="007B2329" w:rsidP="007B2329">
      <w:r>
        <w:t>201.1813</w:t>
      </w:r>
      <w:r>
        <w:tab/>
        <w:t>3.038e0</w:t>
      </w:r>
    </w:p>
    <w:p w:rsidR="007B2329" w:rsidRDefault="007B2329" w:rsidP="007B2329">
      <w:r>
        <w:t>201.1887</w:t>
      </w:r>
      <w:r>
        <w:tab/>
        <w:t>1.013e0</w:t>
      </w:r>
    </w:p>
    <w:p w:rsidR="007B2329" w:rsidRDefault="007B2329" w:rsidP="007B2329">
      <w:r>
        <w:t>201.1961</w:t>
      </w:r>
      <w:r>
        <w:tab/>
        <w:t>1.013e0</w:t>
      </w:r>
    </w:p>
    <w:p w:rsidR="007B2329" w:rsidRDefault="007B2329" w:rsidP="007B2329">
      <w:r>
        <w:t>201.2113</w:t>
      </w:r>
      <w:r>
        <w:tab/>
        <w:t>1.013e0</w:t>
      </w:r>
    </w:p>
    <w:p w:rsidR="007B2329" w:rsidRDefault="007B2329" w:rsidP="007B2329">
      <w:r>
        <w:lastRenderedPageBreak/>
        <w:t>201.2151</w:t>
      </w:r>
      <w:r>
        <w:tab/>
        <w:t>1.013e0</w:t>
      </w:r>
    </w:p>
    <w:p w:rsidR="007B2329" w:rsidRDefault="007B2329" w:rsidP="007B2329">
      <w:r>
        <w:t>201.2240</w:t>
      </w:r>
      <w:r>
        <w:tab/>
        <w:t>3.038e0</w:t>
      </w:r>
    </w:p>
    <w:p w:rsidR="007B2329" w:rsidRDefault="007B2329" w:rsidP="007B2329">
      <w:r>
        <w:t>201.2306</w:t>
      </w:r>
      <w:r>
        <w:tab/>
        <w:t>1.013e0</w:t>
      </w:r>
    </w:p>
    <w:p w:rsidR="007B2329" w:rsidRDefault="007B2329" w:rsidP="007B2329">
      <w:r>
        <w:t>201.2576</w:t>
      </w:r>
      <w:r>
        <w:tab/>
        <w:t>1.013e0</w:t>
      </w:r>
    </w:p>
    <w:p w:rsidR="007B2329" w:rsidRDefault="007B2329" w:rsidP="007B2329">
      <w:r>
        <w:t>201.2799</w:t>
      </w:r>
      <w:r>
        <w:tab/>
        <w:t>2.025e0</w:t>
      </w:r>
    </w:p>
    <w:p w:rsidR="007B2329" w:rsidRDefault="007B2329" w:rsidP="007B2329">
      <w:r>
        <w:t>201.3005</w:t>
      </w:r>
      <w:r>
        <w:tab/>
        <w:t>2.025e0</w:t>
      </w:r>
    </w:p>
    <w:p w:rsidR="007B2329" w:rsidRDefault="007B2329" w:rsidP="007B2329">
      <w:r>
        <w:t>201.3023</w:t>
      </w:r>
      <w:r>
        <w:tab/>
        <w:t>2.025e0</w:t>
      </w:r>
    </w:p>
    <w:p w:rsidR="007B2329" w:rsidRDefault="007B2329" w:rsidP="007B2329">
      <w:r>
        <w:t>201.3042</w:t>
      </w:r>
      <w:r>
        <w:tab/>
        <w:t>2.025e0</w:t>
      </w:r>
    </w:p>
    <w:p w:rsidR="007B2329" w:rsidRDefault="007B2329" w:rsidP="007B2329">
      <w:r>
        <w:t>201.3154</w:t>
      </w:r>
      <w:r>
        <w:tab/>
        <w:t>2.025e0</w:t>
      </w:r>
    </w:p>
    <w:p w:rsidR="007B2329" w:rsidRDefault="007B2329" w:rsidP="007B2329">
      <w:r>
        <w:t>201.3198</w:t>
      </w:r>
      <w:r>
        <w:tab/>
        <w:t>4.051e0</w:t>
      </w:r>
    </w:p>
    <w:p w:rsidR="007B2329" w:rsidRDefault="007B2329" w:rsidP="007B2329">
      <w:r>
        <w:t>201.3360</w:t>
      </w:r>
      <w:r>
        <w:tab/>
        <w:t>1.013e0</w:t>
      </w:r>
    </w:p>
    <w:p w:rsidR="007B2329" w:rsidRDefault="007B2329" w:rsidP="007B2329">
      <w:r>
        <w:t>201.3582</w:t>
      </w:r>
      <w:r>
        <w:tab/>
        <w:t>1.013e0</w:t>
      </w:r>
    </w:p>
    <w:p w:rsidR="007B2329" w:rsidRDefault="007B2329" w:rsidP="007B2329">
      <w:r>
        <w:t>201.3664</w:t>
      </w:r>
      <w:r>
        <w:tab/>
        <w:t>3.038e0</w:t>
      </w:r>
    </w:p>
    <w:p w:rsidR="007B2329" w:rsidRDefault="007B2329" w:rsidP="007B2329">
      <w:r>
        <w:t>201.3696</w:t>
      </w:r>
      <w:r>
        <w:tab/>
        <w:t>1.013e0</w:t>
      </w:r>
    </w:p>
    <w:p w:rsidR="007B2329" w:rsidRDefault="007B2329" w:rsidP="007B2329">
      <w:r>
        <w:t>201.3773</w:t>
      </w:r>
      <w:r>
        <w:tab/>
        <w:t>1.013e0</w:t>
      </w:r>
    </w:p>
    <w:p w:rsidR="007B2329" w:rsidRDefault="007B2329" w:rsidP="007B2329">
      <w:r>
        <w:t>201.3812</w:t>
      </w:r>
      <w:r>
        <w:tab/>
        <w:t>1.013e0</w:t>
      </w:r>
    </w:p>
    <w:p w:rsidR="007B2329" w:rsidRDefault="007B2329" w:rsidP="007B2329">
      <w:r>
        <w:t>201.3851</w:t>
      </w:r>
      <w:r>
        <w:tab/>
        <w:t>2.025e0</w:t>
      </w:r>
    </w:p>
    <w:p w:rsidR="007B2329" w:rsidRDefault="007B2329" w:rsidP="007B2329">
      <w:r>
        <w:t>201.3889</w:t>
      </w:r>
      <w:r>
        <w:tab/>
        <w:t>1.013e0</w:t>
      </w:r>
    </w:p>
    <w:p w:rsidR="007B2329" w:rsidRDefault="007B2329" w:rsidP="007B2329">
      <w:r>
        <w:t>201.4099</w:t>
      </w:r>
      <w:r>
        <w:tab/>
        <w:t>2.025e0</w:t>
      </w:r>
    </w:p>
    <w:p w:rsidR="007B2329" w:rsidRDefault="007B2329" w:rsidP="007B2329">
      <w:r>
        <w:lastRenderedPageBreak/>
        <w:t>201.4121</w:t>
      </w:r>
      <w:r>
        <w:tab/>
        <w:t>1.013e0</w:t>
      </w:r>
    </w:p>
    <w:p w:rsidR="007B2329" w:rsidRDefault="007B2329" w:rsidP="007B2329">
      <w:r>
        <w:t>201.4159</w:t>
      </w:r>
      <w:r>
        <w:tab/>
        <w:t>1.013e0</w:t>
      </w:r>
    </w:p>
    <w:p w:rsidR="007B2329" w:rsidRDefault="007B2329" w:rsidP="007B2329">
      <w:r>
        <w:t>201.4309</w:t>
      </w:r>
      <w:r>
        <w:tab/>
        <w:t>4.051e0</w:t>
      </w:r>
    </w:p>
    <w:p w:rsidR="007B2329" w:rsidRDefault="007B2329" w:rsidP="007B2329">
      <w:r>
        <w:t>201.4495</w:t>
      </w:r>
      <w:r>
        <w:tab/>
        <w:t>1.013e0</w:t>
      </w:r>
    </w:p>
    <w:p w:rsidR="007B2329" w:rsidRDefault="007B2329" w:rsidP="007B2329">
      <w:r>
        <w:t>201.4570</w:t>
      </w:r>
      <w:r>
        <w:tab/>
        <w:t>7.089e0</w:t>
      </w:r>
    </w:p>
    <w:p w:rsidR="007B2329" w:rsidRDefault="007B2329" w:rsidP="007B2329">
      <w:r>
        <w:t>201.4626</w:t>
      </w:r>
      <w:r>
        <w:tab/>
        <w:t>2.025e0</w:t>
      </w:r>
    </w:p>
    <w:p w:rsidR="007B2329" w:rsidRDefault="007B2329" w:rsidP="007B2329">
      <w:r>
        <w:t>201.4645</w:t>
      </w:r>
      <w:r>
        <w:tab/>
        <w:t>2.025e0</w:t>
      </w:r>
    </w:p>
    <w:p w:rsidR="007B2329" w:rsidRDefault="007B2329" w:rsidP="007B2329">
      <w:r>
        <w:t>201.4869</w:t>
      </w:r>
      <w:r>
        <w:tab/>
        <w:t>1.013e0</w:t>
      </w:r>
    </w:p>
    <w:p w:rsidR="007B2329" w:rsidRDefault="007B2329" w:rsidP="007B2329">
      <w:r>
        <w:t>201.4924</w:t>
      </w:r>
      <w:r>
        <w:tab/>
        <w:t>2.025e0</w:t>
      </w:r>
    </w:p>
    <w:p w:rsidR="007B2329" w:rsidRDefault="007B2329" w:rsidP="007B2329">
      <w:r>
        <w:t>201.5166</w:t>
      </w:r>
      <w:r>
        <w:tab/>
        <w:t>2.025e0</w:t>
      </w:r>
    </w:p>
    <w:p w:rsidR="007B2329" w:rsidRDefault="007B2329" w:rsidP="007B2329">
      <w:r>
        <w:t>201.5299</w:t>
      </w:r>
      <w:r>
        <w:tab/>
        <w:t>3.038e0</w:t>
      </w:r>
    </w:p>
    <w:p w:rsidR="007B2329" w:rsidRDefault="007B2329" w:rsidP="007B2329">
      <w:r>
        <w:t>201.5319</w:t>
      </w:r>
      <w:r>
        <w:tab/>
        <w:t>2.025e0</w:t>
      </w:r>
    </w:p>
    <w:p w:rsidR="007B2329" w:rsidRDefault="007B2329" w:rsidP="007B2329">
      <w:r>
        <w:t>201.5359</w:t>
      </w:r>
      <w:r>
        <w:tab/>
        <w:t>2.025e0</w:t>
      </w:r>
    </w:p>
    <w:p w:rsidR="007B2329" w:rsidRDefault="007B2329" w:rsidP="007B2329">
      <w:r>
        <w:t>201.5397</w:t>
      </w:r>
      <w:r>
        <w:tab/>
        <w:t>2.025e0</w:t>
      </w:r>
    </w:p>
    <w:p w:rsidR="007B2329" w:rsidRDefault="007B2329" w:rsidP="007B2329">
      <w:r>
        <w:t>201.5435</w:t>
      </w:r>
      <w:r>
        <w:tab/>
        <w:t>1.013e0</w:t>
      </w:r>
    </w:p>
    <w:p w:rsidR="007B2329" w:rsidRDefault="007B2329" w:rsidP="007B2329">
      <w:r>
        <w:t>201.5590</w:t>
      </w:r>
      <w:r>
        <w:tab/>
        <w:t>1.266e-2</w:t>
      </w:r>
    </w:p>
    <w:p w:rsidR="007B2329" w:rsidRDefault="007B2329" w:rsidP="007B2329">
      <w:r>
        <w:t>201.5628</w:t>
      </w:r>
      <w:r>
        <w:tab/>
        <w:t>2.025e0</w:t>
      </w:r>
    </w:p>
    <w:p w:rsidR="007B2329" w:rsidRDefault="007B2329" w:rsidP="007B2329">
      <w:r>
        <w:t>201.5668</w:t>
      </w:r>
      <w:r>
        <w:tab/>
        <w:t>1.013e0</w:t>
      </w:r>
    </w:p>
    <w:p w:rsidR="007B2329" w:rsidRDefault="007B2329" w:rsidP="007B2329">
      <w:r>
        <w:t>201.5761</w:t>
      </w:r>
      <w:r>
        <w:tab/>
        <w:t>3.038e0</w:t>
      </w:r>
    </w:p>
    <w:p w:rsidR="007B2329" w:rsidRDefault="007B2329" w:rsidP="007B2329">
      <w:r>
        <w:lastRenderedPageBreak/>
        <w:t>201.5801</w:t>
      </w:r>
      <w:r>
        <w:tab/>
        <w:t>2.532e-2</w:t>
      </w:r>
    </w:p>
    <w:p w:rsidR="007B2329" w:rsidRDefault="007B2329" w:rsidP="007B2329">
      <w:r>
        <w:t>201.6061</w:t>
      </w:r>
      <w:r>
        <w:tab/>
        <w:t>2.025e0</w:t>
      </w:r>
    </w:p>
    <w:p w:rsidR="007B2329" w:rsidRDefault="007B2329" w:rsidP="007B2329">
      <w:r>
        <w:t>201.6080</w:t>
      </w:r>
      <w:r>
        <w:tab/>
        <w:t>3.038e0</w:t>
      </w:r>
    </w:p>
    <w:p w:rsidR="007B2329" w:rsidRDefault="007B2329" w:rsidP="007B2329">
      <w:r>
        <w:t>201.6117</w:t>
      </w:r>
      <w:r>
        <w:tab/>
        <w:t>2.025e0</w:t>
      </w:r>
    </w:p>
    <w:p w:rsidR="007B2329" w:rsidRDefault="007B2329" w:rsidP="007B2329">
      <w:r>
        <w:t>201.6129</w:t>
      </w:r>
      <w:r>
        <w:tab/>
        <w:t>3.038e0</w:t>
      </w:r>
    </w:p>
    <w:p w:rsidR="007B2329" w:rsidRDefault="007B2329" w:rsidP="007B2329">
      <w:r>
        <w:t>201.6323</w:t>
      </w:r>
      <w:r>
        <w:tab/>
        <w:t>2.025e0</w:t>
      </w:r>
    </w:p>
    <w:p w:rsidR="007B2329" w:rsidRDefault="007B2329" w:rsidP="007B2329">
      <w:r>
        <w:t>201.6341</w:t>
      </w:r>
      <w:r>
        <w:tab/>
        <w:t>1.013e0</w:t>
      </w:r>
    </w:p>
    <w:p w:rsidR="007B2329" w:rsidRDefault="007B2329" w:rsidP="007B2329">
      <w:r>
        <w:t>201.6425</w:t>
      </w:r>
      <w:r>
        <w:tab/>
        <w:t>3.051e0</w:t>
      </w:r>
    </w:p>
    <w:p w:rsidR="007B2329" w:rsidRDefault="007B2329" w:rsidP="007B2329">
      <w:r>
        <w:t>201.6584</w:t>
      </w:r>
      <w:r>
        <w:tab/>
        <w:t>1.025e0</w:t>
      </w:r>
    </w:p>
    <w:p w:rsidR="007B2329" w:rsidRDefault="007B2329" w:rsidP="007B2329">
      <w:r>
        <w:t>201.6602</w:t>
      </w:r>
      <w:r>
        <w:tab/>
        <w:t>1.013e0</w:t>
      </w:r>
    </w:p>
    <w:p w:rsidR="007B2329" w:rsidRDefault="007B2329" w:rsidP="007B2329">
      <w:r>
        <w:t>201.6751</w:t>
      </w:r>
      <w:r>
        <w:tab/>
        <w:t>1.013e0</w:t>
      </w:r>
    </w:p>
    <w:p w:rsidR="007B2329" w:rsidRDefault="007B2329" w:rsidP="007B2329">
      <w:r>
        <w:t>201.6789</w:t>
      </w:r>
      <w:r>
        <w:tab/>
        <w:t>2.025e0</w:t>
      </w:r>
    </w:p>
    <w:p w:rsidR="007B2329" w:rsidRDefault="007B2329" w:rsidP="007B2329">
      <w:r>
        <w:t>201.6905</w:t>
      </w:r>
      <w:r>
        <w:tab/>
        <w:t>1.013e0</w:t>
      </w:r>
    </w:p>
    <w:p w:rsidR="007B2329" w:rsidRDefault="007B2329" w:rsidP="007B2329">
      <w:r>
        <w:t>201.7098</w:t>
      </w:r>
      <w:r>
        <w:tab/>
        <w:t>1.013e0</w:t>
      </w:r>
    </w:p>
    <w:p w:rsidR="007B2329" w:rsidRDefault="007B2329" w:rsidP="007B2329">
      <w:r>
        <w:t>201.7192</w:t>
      </w:r>
      <w:r>
        <w:tab/>
        <w:t>1.025e0</w:t>
      </w:r>
    </w:p>
    <w:p w:rsidR="007B2329" w:rsidRDefault="007B2329" w:rsidP="007B2329">
      <w:r>
        <w:t>201.7328</w:t>
      </w:r>
      <w:r>
        <w:tab/>
        <w:t>3.038e0</w:t>
      </w:r>
    </w:p>
    <w:p w:rsidR="007B2329" w:rsidRDefault="007B2329" w:rsidP="007B2329">
      <w:r>
        <w:t>201.7409</w:t>
      </w:r>
      <w:r>
        <w:tab/>
        <w:t>6.076e0</w:t>
      </w:r>
    </w:p>
    <w:p w:rsidR="007B2329" w:rsidRDefault="007B2329" w:rsidP="007B2329">
      <w:r>
        <w:t>201.7449</w:t>
      </w:r>
      <w:r>
        <w:tab/>
        <w:t>2.038e0</w:t>
      </w:r>
    </w:p>
    <w:p w:rsidR="007B2329" w:rsidRDefault="007B2329" w:rsidP="007B2329">
      <w:r>
        <w:t>201.7460</w:t>
      </w:r>
      <w:r>
        <w:tab/>
        <w:t>2.025e0</w:t>
      </w:r>
    </w:p>
    <w:p w:rsidR="007B2329" w:rsidRDefault="007B2329" w:rsidP="007B2329">
      <w:r>
        <w:lastRenderedPageBreak/>
        <w:t>201.7478</w:t>
      </w:r>
      <w:r>
        <w:tab/>
        <w:t>1.013e0</w:t>
      </w:r>
    </w:p>
    <w:p w:rsidR="007B2329" w:rsidRDefault="007B2329" w:rsidP="007B2329">
      <w:r>
        <w:t>201.7664</w:t>
      </w:r>
      <w:r>
        <w:tab/>
        <w:t>1.013e0</w:t>
      </w:r>
    </w:p>
    <w:p w:rsidR="007B2329" w:rsidRDefault="007B2329" w:rsidP="007B2329">
      <w:r>
        <w:t>201.7926</w:t>
      </w:r>
      <w:r>
        <w:tab/>
        <w:t>1.013e0</w:t>
      </w:r>
    </w:p>
    <w:p w:rsidR="007B2329" w:rsidRDefault="007B2329" w:rsidP="007B2329">
      <w:r>
        <w:t>201.7964</w:t>
      </w:r>
      <w:r>
        <w:tab/>
        <w:t>1.025e0</w:t>
      </w:r>
    </w:p>
    <w:p w:rsidR="007B2329" w:rsidRDefault="007B2329" w:rsidP="007B2329">
      <w:r>
        <w:t>201.8038</w:t>
      </w:r>
      <w:r>
        <w:tab/>
        <w:t>1.013e0</w:t>
      </w:r>
    </w:p>
    <w:p w:rsidR="007B2329" w:rsidRDefault="007B2329" w:rsidP="007B2329">
      <w:r>
        <w:t>201.8187</w:t>
      </w:r>
      <w:r>
        <w:tab/>
        <w:t>1.013e0</w:t>
      </w:r>
    </w:p>
    <w:p w:rsidR="007B2329" w:rsidRDefault="007B2329" w:rsidP="007B2329">
      <w:r>
        <w:t>201.8261</w:t>
      </w:r>
      <w:r>
        <w:tab/>
        <w:t>1.013e0</w:t>
      </w:r>
    </w:p>
    <w:p w:rsidR="007B2329" w:rsidRDefault="007B2329" w:rsidP="007B2329">
      <w:r>
        <w:t>201.8321</w:t>
      </w:r>
      <w:r>
        <w:tab/>
        <w:t>2.025e0</w:t>
      </w:r>
    </w:p>
    <w:p w:rsidR="007B2329" w:rsidRDefault="007B2329" w:rsidP="007B2329">
      <w:r>
        <w:t>201.8587</w:t>
      </w:r>
      <w:r>
        <w:tab/>
        <w:t>2.025e0</w:t>
      </w:r>
    </w:p>
    <w:p w:rsidR="007B2329" w:rsidRDefault="007B2329" w:rsidP="007B2329">
      <w:r>
        <w:t>201.8609</w:t>
      </w:r>
      <w:r>
        <w:tab/>
        <w:t>1.013e0</w:t>
      </w:r>
    </w:p>
    <w:p w:rsidR="007B2329" w:rsidRDefault="007B2329" w:rsidP="007B2329">
      <w:r>
        <w:t>201.8647</w:t>
      </w:r>
      <w:r>
        <w:tab/>
        <w:t>1.013e0</w:t>
      </w:r>
    </w:p>
    <w:p w:rsidR="007B2329" w:rsidRDefault="007B2329" w:rsidP="007B2329">
      <w:r>
        <w:t>201.8813</w:t>
      </w:r>
      <w:r>
        <w:tab/>
        <w:t>3.051e0</w:t>
      </w:r>
    </w:p>
    <w:p w:rsidR="007B2329" w:rsidRDefault="007B2329" w:rsidP="007B2329">
      <w:r>
        <w:t>201.9174</w:t>
      </w:r>
      <w:r>
        <w:tab/>
        <w:t>1.013e0</w:t>
      </w:r>
    </w:p>
    <w:p w:rsidR="007B2329" w:rsidRDefault="007B2329" w:rsidP="007B2329">
      <w:r>
        <w:t>201.9231</w:t>
      </w:r>
      <w:r>
        <w:tab/>
        <w:t>2.025e0</w:t>
      </w:r>
    </w:p>
    <w:p w:rsidR="007B2329" w:rsidRDefault="007B2329" w:rsidP="007B2329">
      <w:r>
        <w:t>201.9287</w:t>
      </w:r>
      <w:r>
        <w:tab/>
        <w:t>1.013e0</w:t>
      </w:r>
    </w:p>
    <w:p w:rsidR="007B2329" w:rsidRDefault="007B2329" w:rsidP="007B2329">
      <w:r>
        <w:t>201.9325</w:t>
      </w:r>
      <w:r>
        <w:tab/>
        <w:t>2.025e0</w:t>
      </w:r>
    </w:p>
    <w:p w:rsidR="007B2329" w:rsidRDefault="007B2329" w:rsidP="007B2329">
      <w:r>
        <w:t>201.9586</w:t>
      </w:r>
      <w:r>
        <w:tab/>
        <w:t>1.013e0</w:t>
      </w:r>
    </w:p>
    <w:p w:rsidR="007B2329" w:rsidRDefault="007B2329" w:rsidP="007B2329">
      <w:r>
        <w:t>201.9660</w:t>
      </w:r>
      <w:r>
        <w:tab/>
        <w:t>2.025e0</w:t>
      </w:r>
    </w:p>
    <w:p w:rsidR="007B2329" w:rsidRDefault="007B2329" w:rsidP="007B2329">
      <w:r>
        <w:t>201.9809</w:t>
      </w:r>
      <w:r>
        <w:tab/>
        <w:t>1.013e0</w:t>
      </w:r>
    </w:p>
    <w:p w:rsidR="007B2329" w:rsidRDefault="007B2329" w:rsidP="007B2329">
      <w:r>
        <w:lastRenderedPageBreak/>
        <w:t>201.9831</w:t>
      </w:r>
      <w:r>
        <w:tab/>
        <w:t>2.025e0</w:t>
      </w:r>
    </w:p>
    <w:p w:rsidR="007B2329" w:rsidRDefault="007B2329" w:rsidP="007B2329">
      <w:r>
        <w:t>201.9847</w:t>
      </w:r>
      <w:r>
        <w:tab/>
        <w:t>1.013e0</w:t>
      </w:r>
    </w:p>
    <w:p w:rsidR="007B2329" w:rsidRDefault="007B2329" w:rsidP="007B2329">
      <w:r>
        <w:t>201.9924</w:t>
      </w:r>
      <w:r>
        <w:tab/>
        <w:t>1.013e0</w:t>
      </w:r>
    </w:p>
    <w:p w:rsidR="007B2329" w:rsidRDefault="007B2329" w:rsidP="007B2329">
      <w:r>
        <w:t>201.9947</w:t>
      </w:r>
      <w:r>
        <w:tab/>
        <w:t>2.025e0</w:t>
      </w:r>
    </w:p>
    <w:p w:rsidR="007B2329" w:rsidRDefault="007B2329" w:rsidP="007B2329">
      <w:r>
        <w:t>202.0002</w:t>
      </w:r>
      <w:r>
        <w:tab/>
        <w:t>2.025e0</w:t>
      </w:r>
    </w:p>
    <w:p w:rsidR="007B2329" w:rsidRDefault="007B2329" w:rsidP="007B2329">
      <w:r>
        <w:t>202.0119</w:t>
      </w:r>
      <w:r>
        <w:tab/>
        <w:t>1.013e0</w:t>
      </w:r>
    </w:p>
    <w:p w:rsidR="007B2329" w:rsidRDefault="007B2329" w:rsidP="007B2329">
      <w:r>
        <w:t>202.0273</w:t>
      </w:r>
      <w:r>
        <w:tab/>
        <w:t>1.013e0</w:t>
      </w:r>
    </w:p>
    <w:p w:rsidR="007B2329" w:rsidRDefault="007B2329" w:rsidP="007B2329">
      <w:r>
        <w:t>202.0351</w:t>
      </w:r>
      <w:r>
        <w:tab/>
        <w:t>2.025e0</w:t>
      </w:r>
    </w:p>
    <w:p w:rsidR="007B2329" w:rsidRDefault="007B2329" w:rsidP="007B2329">
      <w:r>
        <w:t>202.0425</w:t>
      </w:r>
      <w:r>
        <w:tab/>
        <w:t>1.013e0</w:t>
      </w:r>
    </w:p>
    <w:p w:rsidR="007B2329" w:rsidRDefault="007B2329" w:rsidP="007B2329">
      <w:r>
        <w:t>202.0462</w:t>
      </w:r>
      <w:r>
        <w:tab/>
        <w:t>1.013e0</w:t>
      </w:r>
    </w:p>
    <w:p w:rsidR="007B2329" w:rsidRDefault="007B2329" w:rsidP="007B2329">
      <w:r>
        <w:t>202.0499</w:t>
      </w:r>
      <w:r>
        <w:tab/>
        <w:t>1.013e0</w:t>
      </w:r>
    </w:p>
    <w:p w:rsidR="007B2329" w:rsidRDefault="007B2329" w:rsidP="007B2329">
      <w:r>
        <w:t>202.0686</w:t>
      </w:r>
      <w:r>
        <w:tab/>
        <w:t>1.013e0</w:t>
      </w:r>
    </w:p>
    <w:p w:rsidR="007B2329" w:rsidRDefault="007B2329" w:rsidP="007B2329">
      <w:r>
        <w:t>202.0704</w:t>
      </w:r>
      <w:r>
        <w:tab/>
        <w:t>3.038e0</w:t>
      </w:r>
    </w:p>
    <w:p w:rsidR="007B2329" w:rsidRDefault="007B2329" w:rsidP="007B2329">
      <w:r>
        <w:t>202.0723</w:t>
      </w:r>
      <w:r>
        <w:tab/>
        <w:t>2.025e0</w:t>
      </w:r>
    </w:p>
    <w:p w:rsidR="007B2329" w:rsidRDefault="007B2329" w:rsidP="007B2329">
      <w:r>
        <w:t>202.0760</w:t>
      </w:r>
      <w:r>
        <w:tab/>
        <w:t>2.025e0</w:t>
      </w:r>
    </w:p>
    <w:p w:rsidR="007B2329" w:rsidRDefault="007B2329" w:rsidP="007B2329">
      <w:r>
        <w:t>202.0817</w:t>
      </w:r>
      <w:r>
        <w:tab/>
        <w:t>2.025e0</w:t>
      </w:r>
    </w:p>
    <w:p w:rsidR="007B2329" w:rsidRDefault="007B2329" w:rsidP="007B2329">
      <w:r>
        <w:t>202.0835</w:t>
      </w:r>
      <w:r>
        <w:tab/>
        <w:t>1.013e0</w:t>
      </w:r>
    </w:p>
    <w:p w:rsidR="007B2329" w:rsidRDefault="007B2329" w:rsidP="007B2329">
      <w:r>
        <w:t>202.0966</w:t>
      </w:r>
      <w:r>
        <w:tab/>
        <w:t>2.025e0</w:t>
      </w:r>
    </w:p>
    <w:p w:rsidR="007B2329" w:rsidRDefault="007B2329" w:rsidP="007B2329">
      <w:r>
        <w:t>202.0986</w:t>
      </w:r>
      <w:r>
        <w:tab/>
        <w:t>1.013e0</w:t>
      </w:r>
    </w:p>
    <w:p w:rsidR="007B2329" w:rsidRDefault="007B2329" w:rsidP="007B2329">
      <w:r>
        <w:lastRenderedPageBreak/>
        <w:t>202.1115</w:t>
      </w:r>
      <w:r>
        <w:tab/>
        <w:t>4.063e0</w:t>
      </w:r>
    </w:p>
    <w:p w:rsidR="007B2329" w:rsidRDefault="007B2329" w:rsidP="007B2329">
      <w:r>
        <w:t>202.1135</w:t>
      </w:r>
      <w:r>
        <w:tab/>
        <w:t>1.013e0</w:t>
      </w:r>
    </w:p>
    <w:p w:rsidR="007B2329" w:rsidRDefault="007B2329" w:rsidP="007B2329">
      <w:r>
        <w:t>202.1209</w:t>
      </w:r>
      <w:r>
        <w:tab/>
        <w:t>1.013e0</w:t>
      </w:r>
    </w:p>
    <w:p w:rsidR="007B2329" w:rsidRDefault="007B2329" w:rsidP="007B2329">
      <w:r>
        <w:t>202.1318</w:t>
      </w:r>
      <w:r>
        <w:tab/>
        <w:t>5.063e0</w:t>
      </w:r>
    </w:p>
    <w:p w:rsidR="007B2329" w:rsidRDefault="007B2329" w:rsidP="007B2329">
      <w:r>
        <w:t>202.1398</w:t>
      </w:r>
      <w:r>
        <w:tab/>
        <w:t>1.013e0</w:t>
      </w:r>
    </w:p>
    <w:p w:rsidR="007B2329" w:rsidRDefault="007B2329" w:rsidP="007B2329">
      <w:r>
        <w:t>202.1439</w:t>
      </w:r>
      <w:r>
        <w:tab/>
        <w:t>6.089e0</w:t>
      </w:r>
    </w:p>
    <w:p w:rsidR="007B2329" w:rsidRDefault="007B2329" w:rsidP="007B2329">
      <w:r>
        <w:t>202.1592</w:t>
      </w:r>
      <w:r>
        <w:tab/>
        <w:t>2.025e0</w:t>
      </w:r>
    </w:p>
    <w:p w:rsidR="007B2329" w:rsidRDefault="007B2329" w:rsidP="007B2329">
      <w:r>
        <w:t>202.1610</w:t>
      </w:r>
      <w:r>
        <w:tab/>
        <w:t>2.025e0</w:t>
      </w:r>
    </w:p>
    <w:p w:rsidR="007B2329" w:rsidRDefault="007B2329" w:rsidP="007B2329">
      <w:r>
        <w:t>202.1630</w:t>
      </w:r>
      <w:r>
        <w:tab/>
        <w:t>1.013e0</w:t>
      </w:r>
    </w:p>
    <w:p w:rsidR="007B2329" w:rsidRDefault="007B2329" w:rsidP="007B2329">
      <w:r>
        <w:t>202.1647</w:t>
      </w:r>
      <w:r>
        <w:tab/>
        <w:t>4.051e0</w:t>
      </w:r>
    </w:p>
    <w:p w:rsidR="007B2329" w:rsidRDefault="007B2329" w:rsidP="007B2329">
      <w:r>
        <w:t>202.1785</w:t>
      </w:r>
      <w:r>
        <w:tab/>
        <w:t>1.013e0</w:t>
      </w:r>
    </w:p>
    <w:p w:rsidR="007B2329" w:rsidRDefault="007B2329" w:rsidP="007B2329">
      <w:r>
        <w:t>202.1863</w:t>
      </w:r>
      <w:r>
        <w:tab/>
        <w:t>1.013e0</w:t>
      </w:r>
    </w:p>
    <w:p w:rsidR="007B2329" w:rsidRDefault="007B2329" w:rsidP="007B2329">
      <w:r>
        <w:t>202.1973</w:t>
      </w:r>
      <w:r>
        <w:tab/>
        <w:t>2.025e0</w:t>
      </w:r>
    </w:p>
    <w:p w:rsidR="007B2329" w:rsidRDefault="007B2329" w:rsidP="007B2329">
      <w:r>
        <w:t>202.2011</w:t>
      </w:r>
      <w:r>
        <w:tab/>
        <w:t>2.025e0</w:t>
      </w:r>
    </w:p>
    <w:p w:rsidR="007B2329" w:rsidRDefault="007B2329" w:rsidP="007B2329">
      <w:r>
        <w:t>202.2085</w:t>
      </w:r>
      <w:r>
        <w:tab/>
        <w:t>1.013e0</w:t>
      </w:r>
    </w:p>
    <w:p w:rsidR="007B2329" w:rsidRDefault="007B2329" w:rsidP="007B2329">
      <w:r>
        <w:t>202.2141</w:t>
      </w:r>
      <w:r>
        <w:tab/>
        <w:t>1.025e0</w:t>
      </w:r>
    </w:p>
    <w:p w:rsidR="007B2329" w:rsidRDefault="007B2329" w:rsidP="007B2329">
      <w:r>
        <w:t>202.2197</w:t>
      </w:r>
      <w:r>
        <w:tab/>
        <w:t>1.013e0</w:t>
      </w:r>
    </w:p>
    <w:p w:rsidR="007B2329" w:rsidRDefault="007B2329" w:rsidP="007B2329">
      <w:r>
        <w:t>202.2252</w:t>
      </w:r>
      <w:r>
        <w:tab/>
        <w:t>3.038e0</w:t>
      </w:r>
    </w:p>
    <w:p w:rsidR="007B2329" w:rsidRDefault="007B2329" w:rsidP="007B2329">
      <w:r>
        <w:t>202.2497</w:t>
      </w:r>
      <w:r>
        <w:tab/>
        <w:t>1.013e0</w:t>
      </w:r>
    </w:p>
    <w:p w:rsidR="007B2329" w:rsidRDefault="007B2329" w:rsidP="007B2329">
      <w:r>
        <w:lastRenderedPageBreak/>
        <w:t>202.2515</w:t>
      </w:r>
      <w:r>
        <w:tab/>
        <w:t>2.025e0</w:t>
      </w:r>
    </w:p>
    <w:p w:rsidR="007B2329" w:rsidRDefault="007B2329" w:rsidP="007B2329">
      <w:r>
        <w:t>202.2609</w:t>
      </w:r>
      <w:r>
        <w:tab/>
        <w:t>1.013e0</w:t>
      </w:r>
    </w:p>
    <w:p w:rsidR="007B2329" w:rsidRDefault="007B2329" w:rsidP="007B2329">
      <w:r>
        <w:t>202.2646</w:t>
      </w:r>
      <w:r>
        <w:tab/>
        <w:t>1.013e0</w:t>
      </w:r>
    </w:p>
    <w:p w:rsidR="007B2329" w:rsidRDefault="007B2329" w:rsidP="007B2329">
      <w:r>
        <w:t>202.2683</w:t>
      </w:r>
      <w:r>
        <w:tab/>
        <w:t>1.013e0</w:t>
      </w:r>
    </w:p>
    <w:p w:rsidR="007B2329" w:rsidRDefault="007B2329" w:rsidP="007B2329">
      <w:r>
        <w:t>202.2796</w:t>
      </w:r>
      <w:r>
        <w:tab/>
        <w:t>3.038e0</w:t>
      </w:r>
    </w:p>
    <w:p w:rsidR="007B2329" w:rsidRDefault="007B2329" w:rsidP="007B2329">
      <w:r>
        <w:t>202.2872</w:t>
      </w:r>
      <w:r>
        <w:tab/>
        <w:t>1.013e0</w:t>
      </w:r>
    </w:p>
    <w:p w:rsidR="007B2329" w:rsidRDefault="007B2329" w:rsidP="007B2329">
      <w:r>
        <w:t>202.2909</w:t>
      </w:r>
      <w:r>
        <w:tab/>
        <w:t>1.013e0</w:t>
      </w:r>
    </w:p>
    <w:p w:rsidR="007B2329" w:rsidRDefault="007B2329" w:rsidP="007B2329">
      <w:r>
        <w:t>202.3027</w:t>
      </w:r>
      <w:r>
        <w:tab/>
        <w:t>2.025e0</w:t>
      </w:r>
    </w:p>
    <w:p w:rsidR="007B2329" w:rsidRDefault="007B2329" w:rsidP="007B2329">
      <w:r>
        <w:t>202.3259</w:t>
      </w:r>
      <w:r>
        <w:tab/>
        <w:t>1.013e0</w:t>
      </w:r>
    </w:p>
    <w:p w:rsidR="007B2329" w:rsidRDefault="007B2329" w:rsidP="007B2329">
      <w:r>
        <w:t>202.3411</w:t>
      </w:r>
      <w:r>
        <w:tab/>
        <w:t>2.025e0</w:t>
      </w:r>
    </w:p>
    <w:p w:rsidR="007B2329" w:rsidRDefault="007B2329" w:rsidP="007B2329">
      <w:r>
        <w:t>202.3485</w:t>
      </w:r>
      <w:r>
        <w:tab/>
        <w:t>1.013e0</w:t>
      </w:r>
    </w:p>
    <w:p w:rsidR="007B2329" w:rsidRDefault="007B2329" w:rsidP="007B2329">
      <w:r>
        <w:t>202.3634</w:t>
      </w:r>
      <w:r>
        <w:tab/>
        <w:t>1.013e0</w:t>
      </w:r>
    </w:p>
    <w:p w:rsidR="007B2329" w:rsidRDefault="007B2329" w:rsidP="007B2329">
      <w:r>
        <w:t>202.3859</w:t>
      </w:r>
      <w:r>
        <w:tab/>
        <w:t>3.038e0</w:t>
      </w:r>
    </w:p>
    <w:p w:rsidR="007B2329" w:rsidRDefault="007B2329" w:rsidP="007B2329">
      <w:r>
        <w:t>202.4008</w:t>
      </w:r>
      <w:r>
        <w:tab/>
        <w:t>1.013e0</w:t>
      </w:r>
    </w:p>
    <w:p w:rsidR="007B2329" w:rsidRDefault="007B2329" w:rsidP="007B2329">
      <w:r>
        <w:t>202.4046</w:t>
      </w:r>
      <w:r>
        <w:tab/>
        <w:t>1.013e0</w:t>
      </w:r>
    </w:p>
    <w:p w:rsidR="007B2329" w:rsidRDefault="007B2329" w:rsidP="007B2329">
      <w:r>
        <w:t>202.4101</w:t>
      </w:r>
      <w:r>
        <w:tab/>
        <w:t>2.025e0</w:t>
      </w:r>
    </w:p>
    <w:p w:rsidR="007B2329" w:rsidRDefault="007B2329" w:rsidP="007B2329">
      <w:r>
        <w:t>202.4138</w:t>
      </w:r>
      <w:r>
        <w:tab/>
        <w:t>2.025e0</w:t>
      </w:r>
    </w:p>
    <w:p w:rsidR="007B2329" w:rsidRDefault="007B2329" w:rsidP="007B2329">
      <w:r>
        <w:t>202.4158</w:t>
      </w:r>
      <w:r>
        <w:tab/>
        <w:t>1.013e0</w:t>
      </w:r>
    </w:p>
    <w:p w:rsidR="007B2329" w:rsidRDefault="007B2329" w:rsidP="007B2329">
      <w:r>
        <w:t>202.4290</w:t>
      </w:r>
      <w:r>
        <w:tab/>
        <w:t>2.025e0</w:t>
      </w:r>
    </w:p>
    <w:p w:rsidR="007B2329" w:rsidRDefault="007B2329" w:rsidP="007B2329">
      <w:r>
        <w:lastRenderedPageBreak/>
        <w:t>202.4306</w:t>
      </w:r>
      <w:r>
        <w:tab/>
        <w:t>1.013e0</w:t>
      </w:r>
    </w:p>
    <w:p w:rsidR="007B2329" w:rsidRDefault="007B2329" w:rsidP="007B2329">
      <w:r>
        <w:t>202.4377</w:t>
      </w:r>
      <w:r>
        <w:tab/>
        <w:t>3.038e0</w:t>
      </w:r>
    </w:p>
    <w:p w:rsidR="007B2329" w:rsidRDefault="007B2329" w:rsidP="007B2329">
      <w:r>
        <w:t>202.4461</w:t>
      </w:r>
      <w:r>
        <w:tab/>
        <w:t>1.013e0</w:t>
      </w:r>
    </w:p>
    <w:p w:rsidR="007B2329" w:rsidRDefault="007B2329" w:rsidP="007B2329">
      <w:r>
        <w:t>202.4539</w:t>
      </w:r>
      <w:r>
        <w:tab/>
        <w:t>3.038e0</w:t>
      </w:r>
    </w:p>
    <w:p w:rsidR="007B2329" w:rsidRDefault="007B2329" w:rsidP="007B2329">
      <w:r>
        <w:t>202.4617</w:t>
      </w:r>
      <w:r>
        <w:tab/>
        <w:t>1.013e0</w:t>
      </w:r>
    </w:p>
    <w:p w:rsidR="007B2329" w:rsidRDefault="007B2329" w:rsidP="007B2329">
      <w:r>
        <w:t>202.4734</w:t>
      </w:r>
      <w:r>
        <w:tab/>
        <w:t>3.038e0</w:t>
      </w:r>
    </w:p>
    <w:p w:rsidR="007B2329" w:rsidRDefault="007B2329" w:rsidP="007B2329">
      <w:r>
        <w:t>202.4811</w:t>
      </w:r>
      <w:r>
        <w:tab/>
        <w:t>2.025e0</w:t>
      </w:r>
    </w:p>
    <w:p w:rsidR="007B2329" w:rsidRDefault="007B2329" w:rsidP="007B2329">
      <w:r>
        <w:t>202.4886</w:t>
      </w:r>
      <w:r>
        <w:tab/>
        <w:t>1.013e0</w:t>
      </w:r>
    </w:p>
    <w:p w:rsidR="007B2329" w:rsidRDefault="007B2329" w:rsidP="007B2329">
      <w:r>
        <w:t>202.5071</w:t>
      </w:r>
      <w:r>
        <w:tab/>
        <w:t>2.025e0</w:t>
      </w:r>
    </w:p>
    <w:p w:rsidR="007B2329" w:rsidRDefault="007B2329" w:rsidP="007B2329">
      <w:r>
        <w:t>202.5296</w:t>
      </w:r>
      <w:r>
        <w:tab/>
        <w:t>1.013e0</w:t>
      </w:r>
    </w:p>
    <w:p w:rsidR="007B2329" w:rsidRDefault="007B2329" w:rsidP="007B2329">
      <w:r>
        <w:t>202.5521</w:t>
      </w:r>
      <w:r>
        <w:tab/>
        <w:t>2.025e0</w:t>
      </w:r>
    </w:p>
    <w:p w:rsidR="007B2329" w:rsidRDefault="007B2329" w:rsidP="007B2329">
      <w:r>
        <w:t>202.5633</w:t>
      </w:r>
      <w:r>
        <w:tab/>
        <w:t>1.013e0</w:t>
      </w:r>
    </w:p>
    <w:p w:rsidR="007B2329" w:rsidRDefault="007B2329" w:rsidP="007B2329">
      <w:r>
        <w:t>202.5706</w:t>
      </w:r>
      <w:r>
        <w:tab/>
        <w:t>1.013e0</w:t>
      </w:r>
    </w:p>
    <w:p w:rsidR="007B2329" w:rsidRDefault="007B2329" w:rsidP="007B2329">
      <w:r>
        <w:t>202.5747</w:t>
      </w:r>
      <w:r>
        <w:tab/>
        <w:t>2.025e0</w:t>
      </w:r>
    </w:p>
    <w:p w:rsidR="007B2329" w:rsidRDefault="007B2329" w:rsidP="007B2329">
      <w:r>
        <w:t>202.5820</w:t>
      </w:r>
      <w:r>
        <w:tab/>
        <w:t>1.013e0</w:t>
      </w:r>
    </w:p>
    <w:p w:rsidR="007B2329" w:rsidRDefault="007B2329" w:rsidP="007B2329">
      <w:r>
        <w:t>202.5898</w:t>
      </w:r>
      <w:r>
        <w:tab/>
        <w:t>1.013e0</w:t>
      </w:r>
    </w:p>
    <w:p w:rsidR="007B2329" w:rsidRDefault="007B2329" w:rsidP="007B2329">
      <w:r>
        <w:t>202.6053</w:t>
      </w:r>
      <w:r>
        <w:tab/>
        <w:t>2.025e0</w:t>
      </w:r>
    </w:p>
    <w:p w:rsidR="007B2329" w:rsidRDefault="007B2329" w:rsidP="007B2329">
      <w:r>
        <w:t>202.6127</w:t>
      </w:r>
      <w:r>
        <w:tab/>
        <w:t>3.038e0</w:t>
      </w:r>
    </w:p>
    <w:p w:rsidR="007B2329" w:rsidRDefault="007B2329" w:rsidP="007B2329">
      <w:r>
        <w:t>202.6187</w:t>
      </w:r>
      <w:r>
        <w:tab/>
        <w:t>2.025e0</w:t>
      </w:r>
    </w:p>
    <w:p w:rsidR="007B2329" w:rsidRDefault="007B2329" w:rsidP="007B2329">
      <w:r>
        <w:lastRenderedPageBreak/>
        <w:t>202.6248</w:t>
      </w:r>
      <w:r>
        <w:tab/>
        <w:t>1.013e0</w:t>
      </w:r>
    </w:p>
    <w:p w:rsidR="007B2329" w:rsidRDefault="007B2329" w:rsidP="007B2329">
      <w:r>
        <w:t>202.6324</w:t>
      </w:r>
      <w:r>
        <w:tab/>
        <w:t>1.013e0</w:t>
      </w:r>
    </w:p>
    <w:p w:rsidR="007B2329" w:rsidRDefault="007B2329" w:rsidP="007B2329">
      <w:r>
        <w:t>202.6472</w:t>
      </w:r>
      <w:r>
        <w:tab/>
        <w:t>2.025e0</w:t>
      </w:r>
    </w:p>
    <w:p w:rsidR="007B2329" w:rsidRDefault="007B2329" w:rsidP="007B2329">
      <w:r>
        <w:t>202.6529</w:t>
      </w:r>
      <w:r>
        <w:tab/>
        <w:t>4.051e0</w:t>
      </w:r>
    </w:p>
    <w:p w:rsidR="007B2329" w:rsidRDefault="007B2329" w:rsidP="007B2329">
      <w:r>
        <w:t>202.6546</w:t>
      </w:r>
      <w:r>
        <w:tab/>
        <w:t>1.013e0</w:t>
      </w:r>
    </w:p>
    <w:p w:rsidR="007B2329" w:rsidRDefault="007B2329" w:rsidP="007B2329">
      <w:r>
        <w:t>202.6566</w:t>
      </w:r>
      <w:r>
        <w:tab/>
        <w:t>2.025e0</w:t>
      </w:r>
    </w:p>
    <w:p w:rsidR="007B2329" w:rsidRDefault="007B2329" w:rsidP="007B2329">
      <w:r>
        <w:t>202.6584</w:t>
      </w:r>
      <w:r>
        <w:tab/>
        <w:t>1.013e0</w:t>
      </w:r>
    </w:p>
    <w:p w:rsidR="007B2329" w:rsidRDefault="007B2329" w:rsidP="007B2329">
      <w:r>
        <w:t>202.6884</w:t>
      </w:r>
      <w:r>
        <w:tab/>
        <w:t>3.038e0</w:t>
      </w:r>
    </w:p>
    <w:p w:rsidR="007B2329" w:rsidRDefault="007B2329" w:rsidP="007B2329">
      <w:r>
        <w:t>202.6902</w:t>
      </w:r>
      <w:r>
        <w:tab/>
        <w:t>2.025e0</w:t>
      </w:r>
    </w:p>
    <w:p w:rsidR="007B2329" w:rsidRDefault="007B2329" w:rsidP="007B2329">
      <w:r>
        <w:t>202.6921</w:t>
      </w:r>
      <w:r>
        <w:tab/>
        <w:t>1.013e0</w:t>
      </w:r>
    </w:p>
    <w:p w:rsidR="007B2329" w:rsidRDefault="007B2329" w:rsidP="007B2329">
      <w:r>
        <w:t>202.7070</w:t>
      </w:r>
      <w:r>
        <w:tab/>
        <w:t>1.013e0</w:t>
      </w:r>
    </w:p>
    <w:p w:rsidR="007B2329" w:rsidRDefault="007B2329" w:rsidP="007B2329">
      <w:r>
        <w:t>202.7296</w:t>
      </w:r>
      <w:r>
        <w:tab/>
        <w:t>1.013e0</w:t>
      </w:r>
    </w:p>
    <w:p w:rsidR="007B2329" w:rsidRDefault="007B2329" w:rsidP="007B2329">
      <w:r>
        <w:t>202.7452</w:t>
      </w:r>
      <w:r>
        <w:tab/>
        <w:t>1.013e0</w:t>
      </w:r>
    </w:p>
    <w:p w:rsidR="007B2329" w:rsidRDefault="007B2329" w:rsidP="007B2329">
      <w:r>
        <w:t>202.7491</w:t>
      </w:r>
      <w:r>
        <w:tab/>
        <w:t>1.013e0</w:t>
      </w:r>
    </w:p>
    <w:p w:rsidR="007B2329" w:rsidRDefault="007B2329" w:rsidP="007B2329">
      <w:r>
        <w:t>202.7608</w:t>
      </w:r>
      <w:r>
        <w:tab/>
        <w:t>1.013e0</w:t>
      </w:r>
    </w:p>
    <w:p w:rsidR="007B2329" w:rsidRDefault="007B2329" w:rsidP="007B2329">
      <w:r>
        <w:t>202.7685</w:t>
      </w:r>
      <w:r>
        <w:tab/>
        <w:t>1.013e0</w:t>
      </w:r>
    </w:p>
    <w:p w:rsidR="007B2329" w:rsidRDefault="007B2329" w:rsidP="007B2329">
      <w:r>
        <w:t>202.7799</w:t>
      </w:r>
      <w:r>
        <w:tab/>
        <w:t>1.013e0</w:t>
      </w:r>
    </w:p>
    <w:p w:rsidR="007B2329" w:rsidRDefault="007B2329" w:rsidP="007B2329">
      <w:r>
        <w:t>202.7910</w:t>
      </w:r>
      <w:r>
        <w:tab/>
        <w:t>1.013e0</w:t>
      </w:r>
    </w:p>
    <w:p w:rsidR="007B2329" w:rsidRDefault="007B2329" w:rsidP="007B2329">
      <w:r>
        <w:t>202.7947</w:t>
      </w:r>
      <w:r>
        <w:tab/>
        <w:t>2.025e0</w:t>
      </w:r>
    </w:p>
    <w:p w:rsidR="007B2329" w:rsidRDefault="007B2329" w:rsidP="007B2329">
      <w:r>
        <w:lastRenderedPageBreak/>
        <w:t>202.7984</w:t>
      </w:r>
      <w:r>
        <w:tab/>
        <w:t>2.025e0</w:t>
      </w:r>
    </w:p>
    <w:p w:rsidR="007B2329" w:rsidRDefault="007B2329" w:rsidP="007B2329">
      <w:r>
        <w:t>202.8022</w:t>
      </w:r>
      <w:r>
        <w:tab/>
        <w:t>1.013e0</w:t>
      </w:r>
    </w:p>
    <w:p w:rsidR="007B2329" w:rsidRDefault="007B2329" w:rsidP="007B2329">
      <w:r>
        <w:t>202.8060</w:t>
      </w:r>
      <w:r>
        <w:tab/>
        <w:t>1.013e0</w:t>
      </w:r>
    </w:p>
    <w:p w:rsidR="007B2329" w:rsidRDefault="007B2329" w:rsidP="007B2329">
      <w:r>
        <w:t>202.8285</w:t>
      </w:r>
      <w:r>
        <w:tab/>
        <w:t>2.025e0</w:t>
      </w:r>
    </w:p>
    <w:p w:rsidR="007B2329" w:rsidRDefault="007B2329" w:rsidP="007B2329">
      <w:r>
        <w:t>202.8322</w:t>
      </w:r>
      <w:r>
        <w:tab/>
        <w:t>2.025e0</w:t>
      </w:r>
    </w:p>
    <w:p w:rsidR="007B2329" w:rsidRDefault="007B2329" w:rsidP="007B2329">
      <w:r>
        <w:t>202.8369</w:t>
      </w:r>
      <w:r>
        <w:tab/>
        <w:t>2.038e0</w:t>
      </w:r>
    </w:p>
    <w:p w:rsidR="007B2329" w:rsidRDefault="007B2329" w:rsidP="007B2329">
      <w:r>
        <w:t>202.8489</w:t>
      </w:r>
      <w:r>
        <w:tab/>
        <w:t>2.025e0</w:t>
      </w:r>
    </w:p>
    <w:p w:rsidR="007B2329" w:rsidRDefault="007B2329" w:rsidP="007B2329">
      <w:r>
        <w:t>202.8508</w:t>
      </w:r>
      <w:r>
        <w:tab/>
        <w:t>1.013e0</w:t>
      </w:r>
    </w:p>
    <w:p w:rsidR="007B2329" w:rsidRDefault="007B2329" w:rsidP="007B2329">
      <w:r>
        <w:t>202.8546</w:t>
      </w:r>
      <w:r>
        <w:tab/>
        <w:t>2.025e0</w:t>
      </w:r>
    </w:p>
    <w:p w:rsidR="007B2329" w:rsidRDefault="007B2329" w:rsidP="007B2329">
      <w:r>
        <w:t>202.8583</w:t>
      </w:r>
      <w:r>
        <w:tab/>
        <w:t>1.013e0</w:t>
      </w:r>
    </w:p>
    <w:p w:rsidR="007B2329" w:rsidRDefault="007B2329" w:rsidP="007B2329">
      <w:r>
        <w:t>202.8657</w:t>
      </w:r>
      <w:r>
        <w:tab/>
        <w:t>1.266e-2</w:t>
      </w:r>
    </w:p>
    <w:p w:rsidR="007B2329" w:rsidRDefault="007B2329" w:rsidP="007B2329">
      <w:r>
        <w:t>202.8734</w:t>
      </w:r>
      <w:r>
        <w:tab/>
        <w:t>1.013e0</w:t>
      </w:r>
    </w:p>
    <w:p w:rsidR="007B2329" w:rsidRDefault="007B2329" w:rsidP="007B2329">
      <w:r>
        <w:t>202.8852</w:t>
      </w:r>
      <w:r>
        <w:tab/>
        <w:t>1.013e0</w:t>
      </w:r>
    </w:p>
    <w:p w:rsidR="007B2329" w:rsidRDefault="007B2329" w:rsidP="007B2329">
      <w:r>
        <w:t>202.8929</w:t>
      </w:r>
      <w:r>
        <w:tab/>
        <w:t>1.013e0</w:t>
      </w:r>
    </w:p>
    <w:p w:rsidR="007B2329" w:rsidRDefault="007B2329" w:rsidP="007B2329">
      <w:r>
        <w:t>202.9423</w:t>
      </w:r>
      <w:r>
        <w:tab/>
        <w:t>1.013e0</w:t>
      </w:r>
    </w:p>
    <w:p w:rsidR="007B2329" w:rsidRDefault="007B2329" w:rsidP="007B2329">
      <w:r>
        <w:t>202.9536</w:t>
      </w:r>
      <w:r>
        <w:tab/>
        <w:t>1.013e0</w:t>
      </w:r>
    </w:p>
    <w:p w:rsidR="007B2329" w:rsidRDefault="007B2329" w:rsidP="007B2329">
      <w:r>
        <w:t>202.9590</w:t>
      </w:r>
      <w:r>
        <w:tab/>
        <w:t>3.038e0</w:t>
      </w:r>
    </w:p>
    <w:p w:rsidR="007B2329" w:rsidRDefault="007B2329" w:rsidP="007B2329">
      <w:r>
        <w:t>202.9741</w:t>
      </w:r>
      <w:r>
        <w:tab/>
        <w:t>2.025e0</w:t>
      </w:r>
    </w:p>
    <w:p w:rsidR="007B2329" w:rsidRDefault="007B2329" w:rsidP="007B2329">
      <w:r>
        <w:t>202.9798</w:t>
      </w:r>
      <w:r>
        <w:tab/>
        <w:t>3.038e0</w:t>
      </w:r>
    </w:p>
    <w:p w:rsidR="007B2329" w:rsidRDefault="007B2329" w:rsidP="007B2329">
      <w:r>
        <w:lastRenderedPageBreak/>
        <w:t>202.9897</w:t>
      </w:r>
      <w:r>
        <w:tab/>
        <w:t>3.038e0</w:t>
      </w:r>
    </w:p>
    <w:p w:rsidR="007B2329" w:rsidRDefault="007B2329" w:rsidP="007B2329">
      <w:r>
        <w:t>203.0059</w:t>
      </w:r>
      <w:r>
        <w:tab/>
        <w:t>2.025e0</w:t>
      </w:r>
    </w:p>
    <w:p w:rsidR="007B2329" w:rsidRDefault="007B2329" w:rsidP="007B2329">
      <w:r>
        <w:t>203.0252</w:t>
      </w:r>
      <w:r>
        <w:tab/>
        <w:t>7.175e-2</w:t>
      </w:r>
    </w:p>
    <w:p w:rsidR="007B2329" w:rsidRDefault="007B2329" w:rsidP="007B2329">
      <w:r>
        <w:t>203.0440</w:t>
      </w:r>
      <w:r>
        <w:tab/>
        <w:t>2.025e0</w:t>
      </w:r>
    </w:p>
    <w:p w:rsidR="007B2329" w:rsidRDefault="007B2329" w:rsidP="007B2329">
      <w:r>
        <w:t>203.0479</w:t>
      </w:r>
      <w:r>
        <w:tab/>
        <w:t>2.532e-2</w:t>
      </w:r>
    </w:p>
    <w:p w:rsidR="007B2329" w:rsidRDefault="007B2329" w:rsidP="007B2329">
      <w:r>
        <w:t>203.0524</w:t>
      </w:r>
      <w:r>
        <w:tab/>
        <w:t>2.025e0</w:t>
      </w:r>
    </w:p>
    <w:p w:rsidR="007B2329" w:rsidRDefault="007B2329" w:rsidP="007B2329">
      <w:r>
        <w:t>203.0602</w:t>
      </w:r>
      <w:r>
        <w:tab/>
        <w:t>1.013e0</w:t>
      </w:r>
    </w:p>
    <w:p w:rsidR="007B2329" w:rsidRDefault="007B2329" w:rsidP="007B2329">
      <w:r>
        <w:t>203.0639</w:t>
      </w:r>
      <w:r>
        <w:tab/>
        <w:t>1.013e0</w:t>
      </w:r>
    </w:p>
    <w:p w:rsidR="007B2329" w:rsidRDefault="007B2329" w:rsidP="007B2329">
      <w:r>
        <w:t>203.0714</w:t>
      </w:r>
      <w:r>
        <w:tab/>
        <w:t>1.013e0</w:t>
      </w:r>
    </w:p>
    <w:p w:rsidR="007B2329" w:rsidRDefault="007B2329" w:rsidP="007B2329">
      <w:r>
        <w:t>203.0750</w:t>
      </w:r>
      <w:r>
        <w:tab/>
        <w:t>4.076e0</w:t>
      </w:r>
    </w:p>
    <w:p w:rsidR="007B2329" w:rsidRDefault="007B2329" w:rsidP="007B2329">
      <w:r>
        <w:t>203.1021</w:t>
      </w:r>
      <w:r>
        <w:tab/>
        <w:t>3.127e0</w:t>
      </w:r>
    </w:p>
    <w:p w:rsidR="007B2329" w:rsidRDefault="007B2329" w:rsidP="007B2329">
      <w:r>
        <w:t>203.1053</w:t>
      </w:r>
      <w:r>
        <w:tab/>
        <w:t>1.176e1</w:t>
      </w:r>
    </w:p>
    <w:p w:rsidR="007B2329" w:rsidRDefault="007B2329" w:rsidP="007B2329">
      <w:r>
        <w:t>203.1077</w:t>
      </w:r>
      <w:r>
        <w:tab/>
        <w:t>6.228e0</w:t>
      </w:r>
    </w:p>
    <w:p w:rsidR="007B2329" w:rsidRDefault="007B2329" w:rsidP="007B2329">
      <w:r>
        <w:t>203.1124</w:t>
      </w:r>
      <w:r>
        <w:tab/>
        <w:t>2.025e0</w:t>
      </w:r>
    </w:p>
    <w:p w:rsidR="007B2329" w:rsidRDefault="007B2329" w:rsidP="007B2329">
      <w:r>
        <w:t>203.1349</w:t>
      </w:r>
      <w:r>
        <w:tab/>
        <w:t>2.025e0</w:t>
      </w:r>
    </w:p>
    <w:p w:rsidR="007B2329" w:rsidRDefault="007B2329" w:rsidP="007B2329">
      <w:r>
        <w:t>203.1423</w:t>
      </w:r>
      <w:r>
        <w:tab/>
        <w:t>1.013e0</w:t>
      </w:r>
    </w:p>
    <w:p w:rsidR="007B2329" w:rsidRDefault="007B2329" w:rsidP="007B2329">
      <w:r>
        <w:t>203.1575</w:t>
      </w:r>
      <w:r>
        <w:tab/>
        <w:t>1.013e0</w:t>
      </w:r>
    </w:p>
    <w:p w:rsidR="007B2329" w:rsidRDefault="007B2329" w:rsidP="007B2329">
      <w:r>
        <w:t>203.1692</w:t>
      </w:r>
      <w:r>
        <w:tab/>
        <w:t>2.025e0</w:t>
      </w:r>
    </w:p>
    <w:p w:rsidR="007B2329" w:rsidRDefault="007B2329" w:rsidP="007B2329">
      <w:r>
        <w:t>203.1885</w:t>
      </w:r>
      <w:r>
        <w:tab/>
        <w:t>3.038e0</w:t>
      </w:r>
    </w:p>
    <w:p w:rsidR="007B2329" w:rsidRDefault="007B2329" w:rsidP="007B2329">
      <w:r>
        <w:lastRenderedPageBreak/>
        <w:t>203.2151</w:t>
      </w:r>
      <w:r>
        <w:tab/>
        <w:t>1.266e-2</w:t>
      </w:r>
    </w:p>
    <w:p w:rsidR="007B2329" w:rsidRDefault="007B2329" w:rsidP="007B2329">
      <w:r>
        <w:t>203.2227</w:t>
      </w:r>
      <w:r>
        <w:tab/>
        <w:t>1.013e0</w:t>
      </w:r>
    </w:p>
    <w:p w:rsidR="007B2329" w:rsidRDefault="007B2329" w:rsidP="007B2329">
      <w:r>
        <w:t>203.2264</w:t>
      </w:r>
      <w:r>
        <w:tab/>
        <w:t>1.013e0</w:t>
      </w:r>
    </w:p>
    <w:p w:rsidR="007B2329" w:rsidRDefault="007B2329" w:rsidP="007B2329">
      <w:r>
        <w:t>203.2339</w:t>
      </w:r>
      <w:r>
        <w:tab/>
        <w:t>1.013e0</w:t>
      </w:r>
    </w:p>
    <w:p w:rsidR="007B2329" w:rsidRDefault="007B2329" w:rsidP="007B2329">
      <w:r>
        <w:t>203.2468</w:t>
      </w:r>
      <w:r>
        <w:tab/>
        <w:t>2.038e0</w:t>
      </w:r>
    </w:p>
    <w:p w:rsidR="007B2329" w:rsidRDefault="007B2329" w:rsidP="007B2329">
      <w:r>
        <w:t>203.2545</w:t>
      </w:r>
      <w:r>
        <w:tab/>
        <w:t>2.025e0</w:t>
      </w:r>
    </w:p>
    <w:p w:rsidR="007B2329" w:rsidRDefault="007B2329" w:rsidP="007B2329">
      <w:r>
        <w:t>203.2638</w:t>
      </w:r>
      <w:r>
        <w:tab/>
        <w:t>1.013e0</w:t>
      </w:r>
    </w:p>
    <w:p w:rsidR="007B2329" w:rsidRDefault="007B2329" w:rsidP="007B2329">
      <w:r>
        <w:t>203.2714</w:t>
      </w:r>
      <w:r>
        <w:tab/>
        <w:t>1.013e0</w:t>
      </w:r>
    </w:p>
    <w:p w:rsidR="007B2329" w:rsidRDefault="007B2329" w:rsidP="007B2329">
      <w:r>
        <w:t>203.2751</w:t>
      </w:r>
      <w:r>
        <w:tab/>
        <w:t>2.025e0</w:t>
      </w:r>
    </w:p>
    <w:p w:rsidR="007B2329" w:rsidRDefault="007B2329" w:rsidP="007B2329">
      <w:r>
        <w:t>203.2978</w:t>
      </w:r>
      <w:r>
        <w:tab/>
        <w:t>2.025e0</w:t>
      </w:r>
    </w:p>
    <w:p w:rsidR="007B2329" w:rsidRDefault="007B2329" w:rsidP="007B2329">
      <w:r>
        <w:t>203.2998</w:t>
      </w:r>
      <w:r>
        <w:tab/>
        <w:t>2.025e0</w:t>
      </w:r>
    </w:p>
    <w:p w:rsidR="007B2329" w:rsidRDefault="007B2329" w:rsidP="007B2329">
      <w:r>
        <w:t>203.3055</w:t>
      </w:r>
      <w:r>
        <w:tab/>
        <w:t>1.013e0</w:t>
      </w:r>
    </w:p>
    <w:p w:rsidR="007B2329" w:rsidRDefault="007B2329" w:rsidP="007B2329">
      <w:r>
        <w:t>203.3133</w:t>
      </w:r>
      <w:r>
        <w:tab/>
        <w:t>1.013e0</w:t>
      </w:r>
    </w:p>
    <w:p w:rsidR="007B2329" w:rsidRDefault="007B2329" w:rsidP="007B2329">
      <w:r>
        <w:t>203.3210</w:t>
      </w:r>
      <w:r>
        <w:tab/>
        <w:t>2.025e0</w:t>
      </w:r>
    </w:p>
    <w:p w:rsidR="007B2329" w:rsidRDefault="007B2329" w:rsidP="007B2329">
      <w:r>
        <w:t>203.3288</w:t>
      </w:r>
      <w:r>
        <w:tab/>
        <w:t>1.013e0</w:t>
      </w:r>
    </w:p>
    <w:p w:rsidR="007B2329" w:rsidRDefault="007B2329" w:rsidP="007B2329">
      <w:r>
        <w:t>203.3326</w:t>
      </w:r>
      <w:r>
        <w:tab/>
        <w:t>3.038e0</w:t>
      </w:r>
    </w:p>
    <w:p w:rsidR="007B2329" w:rsidRDefault="007B2329" w:rsidP="007B2329">
      <w:r>
        <w:t>203.3443</w:t>
      </w:r>
      <w:r>
        <w:tab/>
        <w:t>1.013e0</w:t>
      </w:r>
    </w:p>
    <w:p w:rsidR="007B2329" w:rsidRDefault="007B2329" w:rsidP="007B2329">
      <w:r>
        <w:t>203.3480</w:t>
      </w:r>
      <w:r>
        <w:tab/>
        <w:t>1.013e0</w:t>
      </w:r>
    </w:p>
    <w:p w:rsidR="007B2329" w:rsidRDefault="007B2329" w:rsidP="007B2329">
      <w:r>
        <w:t>203.3554</w:t>
      </w:r>
      <w:r>
        <w:tab/>
        <w:t>2.025e0</w:t>
      </w:r>
    </w:p>
    <w:p w:rsidR="007B2329" w:rsidRDefault="007B2329" w:rsidP="007B2329">
      <w:r>
        <w:lastRenderedPageBreak/>
        <w:t>203.3628</w:t>
      </w:r>
      <w:r>
        <w:tab/>
        <w:t>1.013e0</w:t>
      </w:r>
    </w:p>
    <w:p w:rsidR="007B2329" w:rsidRDefault="007B2329" w:rsidP="007B2329">
      <w:r>
        <w:t>203.3778</w:t>
      </w:r>
      <w:r>
        <w:tab/>
        <w:t>1.013e0</w:t>
      </w:r>
    </w:p>
    <w:p w:rsidR="007B2329" w:rsidRDefault="007B2329" w:rsidP="007B2329">
      <w:r>
        <w:t>203.3797</w:t>
      </w:r>
      <w:r>
        <w:tab/>
        <w:t>2.025e0</w:t>
      </w:r>
    </w:p>
    <w:p w:rsidR="007B2329" w:rsidRDefault="007B2329" w:rsidP="007B2329">
      <w:r>
        <w:t>203.3815</w:t>
      </w:r>
      <w:r>
        <w:tab/>
        <w:t>1.013e0</w:t>
      </w:r>
    </w:p>
    <w:p w:rsidR="007B2329" w:rsidRDefault="007B2329" w:rsidP="007B2329">
      <w:r>
        <w:t>203.3853</w:t>
      </w:r>
      <w:r>
        <w:tab/>
        <w:t>2.025e0</w:t>
      </w:r>
    </w:p>
    <w:p w:rsidR="007B2329" w:rsidRDefault="007B2329" w:rsidP="007B2329">
      <w:r>
        <w:t>203.4003</w:t>
      </w:r>
      <w:r>
        <w:tab/>
        <w:t>1.013e0</w:t>
      </w:r>
    </w:p>
    <w:p w:rsidR="007B2329" w:rsidRDefault="007B2329" w:rsidP="007B2329">
      <w:r>
        <w:t>203.4153</w:t>
      </w:r>
      <w:r>
        <w:tab/>
        <w:t>1.013e0</w:t>
      </w:r>
    </w:p>
    <w:p w:rsidR="007B2329" w:rsidRDefault="007B2329" w:rsidP="007B2329">
      <w:r>
        <w:t>203.4171</w:t>
      </w:r>
      <w:r>
        <w:tab/>
        <w:t>2.025e0</w:t>
      </w:r>
    </w:p>
    <w:p w:rsidR="007B2329" w:rsidRDefault="007B2329" w:rsidP="007B2329">
      <w:r>
        <w:t>203.4227</w:t>
      </w:r>
      <w:r>
        <w:tab/>
        <w:t>1.013e0</w:t>
      </w:r>
    </w:p>
    <w:p w:rsidR="007B2329" w:rsidRDefault="007B2329" w:rsidP="007B2329">
      <w:r>
        <w:t>203.4264</w:t>
      </w:r>
      <w:r>
        <w:tab/>
        <w:t>1.013e0</w:t>
      </w:r>
    </w:p>
    <w:p w:rsidR="007B2329" w:rsidRDefault="007B2329" w:rsidP="007B2329">
      <w:r>
        <w:t>203.4418</w:t>
      </w:r>
      <w:r>
        <w:tab/>
        <w:t>2.025e0</w:t>
      </w:r>
    </w:p>
    <w:p w:rsidR="007B2329" w:rsidRDefault="007B2329" w:rsidP="007B2329">
      <w:r>
        <w:t>203.4477</w:t>
      </w:r>
      <w:r>
        <w:tab/>
        <w:t>2.025e0</w:t>
      </w:r>
    </w:p>
    <w:p w:rsidR="007B2329" w:rsidRDefault="007B2329" w:rsidP="007B2329">
      <w:r>
        <w:t>203.4730</w:t>
      </w:r>
      <w:r>
        <w:tab/>
        <w:t>1.013e0</w:t>
      </w:r>
    </w:p>
    <w:p w:rsidR="007B2329" w:rsidRDefault="007B2329" w:rsidP="007B2329">
      <w:r>
        <w:t>203.4769</w:t>
      </w:r>
      <w:r>
        <w:tab/>
        <w:t>3.038e0</w:t>
      </w:r>
    </w:p>
    <w:p w:rsidR="007B2329" w:rsidRDefault="007B2329" w:rsidP="007B2329">
      <w:r>
        <w:t>203.4807</w:t>
      </w:r>
      <w:r>
        <w:tab/>
        <w:t>1.013e0</w:t>
      </w:r>
    </w:p>
    <w:p w:rsidR="007B2329" w:rsidRDefault="007B2329" w:rsidP="007B2329">
      <w:r>
        <w:t>203.4956</w:t>
      </w:r>
      <w:r>
        <w:tab/>
        <w:t>1.013e0</w:t>
      </w:r>
    </w:p>
    <w:p w:rsidR="007B2329" w:rsidRDefault="007B2329" w:rsidP="007B2329">
      <w:r>
        <w:t>203.5068</w:t>
      </w:r>
      <w:r>
        <w:tab/>
        <w:t>1.266e-2</w:t>
      </w:r>
    </w:p>
    <w:p w:rsidR="007B2329" w:rsidRDefault="007B2329" w:rsidP="007B2329">
      <w:r>
        <w:t>203.5180</w:t>
      </w:r>
      <w:r>
        <w:tab/>
        <w:t>2.025e0</w:t>
      </w:r>
    </w:p>
    <w:p w:rsidR="007B2329" w:rsidRDefault="007B2329" w:rsidP="007B2329">
      <w:r>
        <w:t>203.5219</w:t>
      </w:r>
      <w:r>
        <w:tab/>
        <w:t>1.013e0</w:t>
      </w:r>
    </w:p>
    <w:p w:rsidR="007B2329" w:rsidRDefault="007B2329" w:rsidP="007B2329">
      <w:r>
        <w:lastRenderedPageBreak/>
        <w:t>203.5237</w:t>
      </w:r>
      <w:r>
        <w:tab/>
        <w:t>2.025e0</w:t>
      </w:r>
    </w:p>
    <w:p w:rsidR="007B2329" w:rsidRDefault="007B2329" w:rsidP="007B2329">
      <w:r>
        <w:t>203.5255</w:t>
      </w:r>
      <w:r>
        <w:tab/>
        <w:t>1.013e0</w:t>
      </w:r>
    </w:p>
    <w:p w:rsidR="007B2329" w:rsidRDefault="007B2329" w:rsidP="007B2329">
      <w:r>
        <w:t>203.5293</w:t>
      </w:r>
      <w:r>
        <w:tab/>
        <w:t>2.025e0</w:t>
      </w:r>
    </w:p>
    <w:p w:rsidR="007B2329" w:rsidRDefault="007B2329" w:rsidP="007B2329">
      <w:r>
        <w:t>203.5406</w:t>
      </w:r>
      <w:r>
        <w:tab/>
        <w:t>1.013e0</w:t>
      </w:r>
    </w:p>
    <w:p w:rsidR="007B2329" w:rsidRDefault="007B2329" w:rsidP="007B2329">
      <w:r>
        <w:t>203.5559</w:t>
      </w:r>
      <w:r>
        <w:tab/>
        <w:t>3.051e0</w:t>
      </w:r>
    </w:p>
    <w:p w:rsidR="007B2329" w:rsidRDefault="007B2329" w:rsidP="007B2329">
      <w:r>
        <w:t>203.5667</w:t>
      </w:r>
      <w:r>
        <w:tab/>
        <w:t>1.013e0</w:t>
      </w:r>
    </w:p>
    <w:p w:rsidR="007B2329" w:rsidRDefault="007B2329" w:rsidP="007B2329">
      <w:r>
        <w:t>203.5727</w:t>
      </w:r>
      <w:r>
        <w:tab/>
        <w:t>2.025e0</w:t>
      </w:r>
    </w:p>
    <w:p w:rsidR="007B2329" w:rsidRDefault="007B2329" w:rsidP="007B2329">
      <w:r>
        <w:t>203.5860</w:t>
      </w:r>
      <w:r>
        <w:tab/>
        <w:t>1.013e0</w:t>
      </w:r>
    </w:p>
    <w:p w:rsidR="007B2329" w:rsidRDefault="007B2329" w:rsidP="007B2329">
      <w:r>
        <w:t>203.5900</w:t>
      </w:r>
      <w:r>
        <w:tab/>
        <w:t>1.013e0</w:t>
      </w:r>
    </w:p>
    <w:p w:rsidR="007B2329" w:rsidRDefault="007B2329" w:rsidP="007B2329">
      <w:r>
        <w:t>203.5938</w:t>
      </w:r>
      <w:r>
        <w:tab/>
        <w:t>1.013e0</w:t>
      </w:r>
    </w:p>
    <w:p w:rsidR="007B2329" w:rsidRDefault="007B2329" w:rsidP="007B2329">
      <w:r>
        <w:t>203.5979</w:t>
      </w:r>
      <w:r>
        <w:tab/>
        <w:t>1.013e0</w:t>
      </w:r>
    </w:p>
    <w:p w:rsidR="007B2329" w:rsidRDefault="007B2329" w:rsidP="007B2329">
      <w:r>
        <w:t>203.6017</w:t>
      </w:r>
      <w:r>
        <w:tab/>
        <w:t>1.013e0</w:t>
      </w:r>
    </w:p>
    <w:p w:rsidR="007B2329" w:rsidRDefault="007B2329" w:rsidP="007B2329">
      <w:r>
        <w:t>203.6210</w:t>
      </w:r>
      <w:r>
        <w:tab/>
        <w:t>2.025e0</w:t>
      </w:r>
    </w:p>
    <w:p w:rsidR="007B2329" w:rsidRDefault="007B2329" w:rsidP="007B2329">
      <w:r>
        <w:t>203.6228</w:t>
      </w:r>
      <w:r>
        <w:tab/>
        <w:t>1.025e0</w:t>
      </w:r>
    </w:p>
    <w:p w:rsidR="007B2329" w:rsidRDefault="007B2329" w:rsidP="007B2329">
      <w:r>
        <w:t>203.6284</w:t>
      </w:r>
      <w:r>
        <w:tab/>
        <w:t>1.013e0</w:t>
      </w:r>
    </w:p>
    <w:p w:rsidR="007B2329" w:rsidRDefault="007B2329" w:rsidP="007B2329">
      <w:r>
        <w:t>203.6397</w:t>
      </w:r>
      <w:r>
        <w:tab/>
        <w:t>1.013e0</w:t>
      </w:r>
    </w:p>
    <w:p w:rsidR="007B2329" w:rsidRDefault="007B2329" w:rsidP="007B2329">
      <w:r>
        <w:t>203.6415</w:t>
      </w:r>
      <w:r>
        <w:tab/>
        <w:t>2.025e0</w:t>
      </w:r>
    </w:p>
    <w:p w:rsidR="007B2329" w:rsidRDefault="007B2329" w:rsidP="007B2329">
      <w:r>
        <w:t>203.6584</w:t>
      </w:r>
      <w:r>
        <w:tab/>
        <w:t>3.038e0</w:t>
      </w:r>
    </w:p>
    <w:p w:rsidR="007B2329" w:rsidRDefault="007B2329" w:rsidP="007B2329">
      <w:r>
        <w:t>203.6696</w:t>
      </w:r>
      <w:r>
        <w:tab/>
        <w:t>2.025e0</w:t>
      </w:r>
    </w:p>
    <w:p w:rsidR="007B2329" w:rsidRDefault="007B2329" w:rsidP="007B2329">
      <w:r>
        <w:lastRenderedPageBreak/>
        <w:t>203.6772</w:t>
      </w:r>
      <w:r>
        <w:tab/>
        <w:t>1.013e0</w:t>
      </w:r>
    </w:p>
    <w:p w:rsidR="007B2329" w:rsidRDefault="007B2329" w:rsidP="007B2329">
      <w:r>
        <w:t>203.6957</w:t>
      </w:r>
      <w:r>
        <w:tab/>
        <w:t>1.013e0</w:t>
      </w:r>
    </w:p>
    <w:p w:rsidR="007B2329" w:rsidRDefault="007B2329" w:rsidP="007B2329">
      <w:r>
        <w:t>203.7109</w:t>
      </w:r>
      <w:r>
        <w:tab/>
        <w:t>1.013e0</w:t>
      </w:r>
    </w:p>
    <w:p w:rsidR="007B2329" w:rsidRDefault="007B2329" w:rsidP="007B2329">
      <w:r>
        <w:t>203.7131</w:t>
      </w:r>
      <w:r>
        <w:tab/>
        <w:t>2.025e0</w:t>
      </w:r>
    </w:p>
    <w:p w:rsidR="007B2329" w:rsidRDefault="007B2329" w:rsidP="007B2329">
      <w:r>
        <w:t>203.7267</w:t>
      </w:r>
      <w:r>
        <w:tab/>
        <w:t>3.038e0</w:t>
      </w:r>
    </w:p>
    <w:p w:rsidR="007B2329" w:rsidRDefault="007B2329" w:rsidP="007B2329">
      <w:r>
        <w:t>203.7460</w:t>
      </w:r>
      <w:r>
        <w:tab/>
        <w:t>1.013e0</w:t>
      </w:r>
    </w:p>
    <w:p w:rsidR="007B2329" w:rsidRDefault="007B2329" w:rsidP="007B2329">
      <w:r>
        <w:t>203.7554</w:t>
      </w:r>
      <w:r>
        <w:tab/>
        <w:t>2.025e0</w:t>
      </w:r>
    </w:p>
    <w:p w:rsidR="007B2329" w:rsidRDefault="007B2329" w:rsidP="007B2329">
      <w:r>
        <w:t>203.7576</w:t>
      </w:r>
      <w:r>
        <w:tab/>
        <w:t>1.013e0</w:t>
      </w:r>
    </w:p>
    <w:p w:rsidR="007B2329" w:rsidRDefault="007B2329" w:rsidP="007B2329">
      <w:r>
        <w:t>203.7612</w:t>
      </w:r>
      <w:r>
        <w:tab/>
        <w:t>1.013e0</w:t>
      </w:r>
    </w:p>
    <w:p w:rsidR="007B2329" w:rsidRDefault="007B2329" w:rsidP="007B2329">
      <w:r>
        <w:t>203.7736</w:t>
      </w:r>
      <w:r>
        <w:tab/>
        <w:t>4.051e0</w:t>
      </w:r>
    </w:p>
    <w:p w:rsidR="007B2329" w:rsidRDefault="007B2329" w:rsidP="007B2329">
      <w:r>
        <w:t>203.7761</w:t>
      </w:r>
      <w:r>
        <w:tab/>
        <w:t>1.013e0</w:t>
      </w:r>
    </w:p>
    <w:p w:rsidR="007B2329" w:rsidRDefault="007B2329" w:rsidP="007B2329">
      <w:r>
        <w:t>203.7799</w:t>
      </w:r>
      <w:r>
        <w:tab/>
        <w:t>1.013e0</w:t>
      </w:r>
    </w:p>
    <w:p w:rsidR="007B2329" w:rsidRDefault="007B2329" w:rsidP="007B2329">
      <w:r>
        <w:t>203.7912</w:t>
      </w:r>
      <w:r>
        <w:tab/>
        <w:t>1.013e0</w:t>
      </w:r>
    </w:p>
    <w:p w:rsidR="007B2329" w:rsidRDefault="007B2329" w:rsidP="007B2329">
      <w:r>
        <w:t>203.7949</w:t>
      </w:r>
      <w:r>
        <w:tab/>
        <w:t>1.013e0</w:t>
      </w:r>
    </w:p>
    <w:p w:rsidR="007B2329" w:rsidRDefault="007B2329" w:rsidP="007B2329">
      <w:r>
        <w:t>203.7968</w:t>
      </w:r>
      <w:r>
        <w:tab/>
        <w:t>1.025e0</w:t>
      </w:r>
    </w:p>
    <w:p w:rsidR="007B2329" w:rsidRDefault="007B2329" w:rsidP="007B2329">
      <w:r>
        <w:t>203.7987</w:t>
      </w:r>
      <w:r>
        <w:tab/>
        <w:t>1.013e0</w:t>
      </w:r>
    </w:p>
    <w:p w:rsidR="007B2329" w:rsidRDefault="007B2329" w:rsidP="007B2329">
      <w:r>
        <w:t>203.8117</w:t>
      </w:r>
      <w:r>
        <w:tab/>
        <w:t>1.025e0</w:t>
      </w:r>
    </w:p>
    <w:p w:rsidR="007B2329" w:rsidRDefault="007B2329" w:rsidP="007B2329">
      <w:r>
        <w:t>203.8136</w:t>
      </w:r>
      <w:r>
        <w:tab/>
        <w:t>1.013e0</w:t>
      </w:r>
    </w:p>
    <w:p w:rsidR="007B2329" w:rsidRDefault="007B2329" w:rsidP="007B2329">
      <w:r>
        <w:t>203.8249</w:t>
      </w:r>
      <w:r>
        <w:tab/>
        <w:t>1.038e0</w:t>
      </w:r>
    </w:p>
    <w:p w:rsidR="007B2329" w:rsidRDefault="007B2329" w:rsidP="007B2329">
      <w:r>
        <w:lastRenderedPageBreak/>
        <w:t>203.8475</w:t>
      </w:r>
      <w:r>
        <w:tab/>
        <w:t>1.013e0</w:t>
      </w:r>
    </w:p>
    <w:p w:rsidR="007B2329" w:rsidRDefault="007B2329" w:rsidP="007B2329">
      <w:r>
        <w:t>203.8554</w:t>
      </w:r>
      <w:r>
        <w:tab/>
        <w:t>1.013e0</w:t>
      </w:r>
    </w:p>
    <w:p w:rsidR="007B2329" w:rsidRDefault="007B2329" w:rsidP="007B2329">
      <w:r>
        <w:t>203.8631</w:t>
      </w:r>
      <w:r>
        <w:tab/>
        <w:t>1.013e0</w:t>
      </w:r>
    </w:p>
    <w:p w:rsidR="007B2329" w:rsidRDefault="007B2329" w:rsidP="007B2329">
      <w:r>
        <w:t>203.8670</w:t>
      </w:r>
      <w:r>
        <w:tab/>
        <w:t>1.013e0</w:t>
      </w:r>
    </w:p>
    <w:p w:rsidR="007B2329" w:rsidRDefault="007B2329" w:rsidP="007B2329">
      <w:r>
        <w:t>203.8766</w:t>
      </w:r>
      <w:r>
        <w:tab/>
        <w:t>2.025e0</w:t>
      </w:r>
    </w:p>
    <w:p w:rsidR="007B2329" w:rsidRDefault="007B2329" w:rsidP="007B2329">
      <w:r>
        <w:t>203.8865</w:t>
      </w:r>
      <w:r>
        <w:tab/>
        <w:t>1.013e0</w:t>
      </w:r>
    </w:p>
    <w:p w:rsidR="007B2329" w:rsidRDefault="007B2329" w:rsidP="007B2329">
      <w:r>
        <w:t>203.8904</w:t>
      </w:r>
      <w:r>
        <w:tab/>
        <w:t>1.013e0</w:t>
      </w:r>
    </w:p>
    <w:p w:rsidR="007B2329" w:rsidRDefault="007B2329" w:rsidP="007B2329">
      <w:r>
        <w:t>203.9053</w:t>
      </w:r>
      <w:r>
        <w:tab/>
        <w:t>3.038e0</w:t>
      </w:r>
    </w:p>
    <w:p w:rsidR="007B2329" w:rsidRDefault="007B2329" w:rsidP="007B2329">
      <w:r>
        <w:t>203.9090</w:t>
      </w:r>
      <w:r>
        <w:tab/>
        <w:t>1.013e0</w:t>
      </w:r>
    </w:p>
    <w:p w:rsidR="007B2329" w:rsidRDefault="007B2329" w:rsidP="007B2329">
      <w:r>
        <w:t>203.9127</w:t>
      </w:r>
      <w:r>
        <w:tab/>
        <w:t>1.013e0</w:t>
      </w:r>
    </w:p>
    <w:p w:rsidR="007B2329" w:rsidRDefault="007B2329" w:rsidP="007B2329">
      <w:r>
        <w:t>203.9165</w:t>
      </w:r>
      <w:r>
        <w:tab/>
        <w:t>1.013e0</w:t>
      </w:r>
    </w:p>
    <w:p w:rsidR="007B2329" w:rsidRDefault="007B2329" w:rsidP="007B2329">
      <w:r>
        <w:t>203.9240</w:t>
      </w:r>
      <w:r>
        <w:tab/>
        <w:t>2.025e0</w:t>
      </w:r>
    </w:p>
    <w:p w:rsidR="007B2329" w:rsidRDefault="007B2329" w:rsidP="007B2329">
      <w:r>
        <w:t>203.9315</w:t>
      </w:r>
      <w:r>
        <w:tab/>
        <w:t>4.051e0</w:t>
      </w:r>
    </w:p>
    <w:p w:rsidR="007B2329" w:rsidRDefault="007B2329" w:rsidP="007B2329">
      <w:r>
        <w:t>203.9427</w:t>
      </w:r>
      <w:r>
        <w:tab/>
        <w:t>1.013e0</w:t>
      </w:r>
    </w:p>
    <w:p w:rsidR="007B2329" w:rsidRDefault="007B2329" w:rsidP="007B2329">
      <w:r>
        <w:t>203.9502</w:t>
      </w:r>
      <w:r>
        <w:tab/>
        <w:t>1.013e0</w:t>
      </w:r>
    </w:p>
    <w:p w:rsidR="007B2329" w:rsidRDefault="007B2329" w:rsidP="007B2329">
      <w:r>
        <w:t>203.9540</w:t>
      </w:r>
      <w:r>
        <w:tab/>
        <w:t>1.013e0</w:t>
      </w:r>
    </w:p>
    <w:p w:rsidR="007B2329" w:rsidRDefault="007B2329" w:rsidP="007B2329">
      <w:r>
        <w:t>203.9578</w:t>
      </w:r>
      <w:r>
        <w:tab/>
        <w:t>2.025e0</w:t>
      </w:r>
    </w:p>
    <w:p w:rsidR="007B2329" w:rsidRDefault="007B2329" w:rsidP="007B2329">
      <w:r>
        <w:t>203.9615</w:t>
      </w:r>
      <w:r>
        <w:tab/>
        <w:t>1.013e0</w:t>
      </w:r>
    </w:p>
    <w:p w:rsidR="007B2329" w:rsidRDefault="007B2329" w:rsidP="007B2329">
      <w:r>
        <w:t>203.9689</w:t>
      </w:r>
      <w:r>
        <w:tab/>
        <w:t>3.038e0</w:t>
      </w:r>
    </w:p>
    <w:p w:rsidR="007B2329" w:rsidRDefault="007B2329" w:rsidP="007B2329">
      <w:r>
        <w:lastRenderedPageBreak/>
        <w:t>203.9843</w:t>
      </w:r>
      <w:r>
        <w:tab/>
        <w:t>3.051e0</w:t>
      </w:r>
    </w:p>
    <w:p w:rsidR="007B2329" w:rsidRDefault="007B2329" w:rsidP="007B2329">
      <w:r>
        <w:t>203.9920</w:t>
      </w:r>
      <w:r>
        <w:tab/>
        <w:t>2.025e0</w:t>
      </w:r>
    </w:p>
    <w:p w:rsidR="007B2329" w:rsidRDefault="007B2329" w:rsidP="007B2329">
      <w:r>
        <w:t>203.9998</w:t>
      </w:r>
      <w:r>
        <w:tab/>
        <w:t>1.266e-2</w:t>
      </w:r>
    </w:p>
    <w:p w:rsidR="007B2329" w:rsidRDefault="007B2329" w:rsidP="007B2329">
      <w:r>
        <w:t>204.0024</w:t>
      </w:r>
      <w:r>
        <w:tab/>
        <w:t>3.038e0</w:t>
      </w:r>
    </w:p>
    <w:p w:rsidR="007B2329" w:rsidRDefault="007B2329" w:rsidP="007B2329">
      <w:r>
        <w:t>204.0076</w:t>
      </w:r>
      <w:r>
        <w:tab/>
        <w:t>1.013e0</w:t>
      </w:r>
    </w:p>
    <w:p w:rsidR="007B2329" w:rsidRDefault="007B2329" w:rsidP="007B2329">
      <w:r>
        <w:t>204.0419</w:t>
      </w:r>
      <w:r>
        <w:tab/>
        <w:t>3.038e0</w:t>
      </w:r>
    </w:p>
    <w:p w:rsidR="007B2329" w:rsidRDefault="007B2329" w:rsidP="007B2329">
      <w:r>
        <w:t>204.0440</w:t>
      </w:r>
      <w:r>
        <w:tab/>
        <w:t>3.038e0</w:t>
      </w:r>
    </w:p>
    <w:p w:rsidR="007B2329" w:rsidRDefault="007B2329" w:rsidP="007B2329">
      <w:r>
        <w:t>204.0494</w:t>
      </w:r>
      <w:r>
        <w:tab/>
        <w:t>3.038e0</w:t>
      </w:r>
    </w:p>
    <w:p w:rsidR="007B2329" w:rsidRDefault="007B2329" w:rsidP="007B2329">
      <w:r>
        <w:t>204.0531</w:t>
      </w:r>
      <w:r>
        <w:tab/>
        <w:t>2.025e0</w:t>
      </w:r>
    </w:p>
    <w:p w:rsidR="007B2329" w:rsidRDefault="007B2329" w:rsidP="007B2329">
      <w:r>
        <w:t>204.0688</w:t>
      </w:r>
      <w:r>
        <w:tab/>
        <w:t>2.609e0</w:t>
      </w:r>
    </w:p>
    <w:p w:rsidR="007B2329" w:rsidRDefault="007B2329" w:rsidP="007B2329">
      <w:r>
        <w:t>204.0700</w:t>
      </w:r>
      <w:r>
        <w:tab/>
        <w:t>3.051e0</w:t>
      </w:r>
    </w:p>
    <w:p w:rsidR="007B2329" w:rsidRDefault="007B2329" w:rsidP="007B2329">
      <w:r>
        <w:t>204.0833</w:t>
      </w:r>
      <w:r>
        <w:tab/>
        <w:t>4.759e0</w:t>
      </w:r>
    </w:p>
    <w:p w:rsidR="007B2329" w:rsidRDefault="007B2329" w:rsidP="007B2329">
      <w:r>
        <w:t>204.1018</w:t>
      </w:r>
      <w:r>
        <w:tab/>
        <w:t>4.051e0</w:t>
      </w:r>
    </w:p>
    <w:p w:rsidR="007B2329" w:rsidRDefault="007B2329" w:rsidP="007B2329">
      <w:r>
        <w:t>204.1037</w:t>
      </w:r>
      <w:r>
        <w:tab/>
        <w:t>2.025e0</w:t>
      </w:r>
    </w:p>
    <w:p w:rsidR="007B2329" w:rsidRDefault="007B2329" w:rsidP="007B2329">
      <w:r>
        <w:t>204.1076</w:t>
      </w:r>
      <w:r>
        <w:tab/>
        <w:t>2.025e0</w:t>
      </w:r>
    </w:p>
    <w:p w:rsidR="007B2329" w:rsidRDefault="007B2329" w:rsidP="007B2329">
      <w:r>
        <w:t>204.1092</w:t>
      </w:r>
      <w:r>
        <w:tab/>
        <w:t>2.025e0</w:t>
      </w:r>
    </w:p>
    <w:p w:rsidR="007B2329" w:rsidRDefault="007B2329" w:rsidP="007B2329">
      <w:r>
        <w:t>204.1152</w:t>
      </w:r>
      <w:r>
        <w:tab/>
        <w:t>2.089e0</w:t>
      </w:r>
    </w:p>
    <w:p w:rsidR="007B2329" w:rsidRDefault="007B2329" w:rsidP="007B2329">
      <w:r>
        <w:t>204.1230</w:t>
      </w:r>
      <w:r>
        <w:tab/>
        <w:t>2.532e-2</w:t>
      </w:r>
    </w:p>
    <w:p w:rsidR="007B2329" w:rsidRDefault="007B2329" w:rsidP="007B2329">
      <w:r>
        <w:t>204.1366</w:t>
      </w:r>
      <w:r>
        <w:tab/>
        <w:t>1.013e0</w:t>
      </w:r>
    </w:p>
    <w:p w:rsidR="007B2329" w:rsidRDefault="007B2329" w:rsidP="007B2329">
      <w:r>
        <w:lastRenderedPageBreak/>
        <w:t>204.1385</w:t>
      </w:r>
      <w:r>
        <w:tab/>
        <w:t>2.025e0</w:t>
      </w:r>
    </w:p>
    <w:p w:rsidR="007B2329" w:rsidRDefault="007B2329" w:rsidP="007B2329">
      <w:r>
        <w:t>204.1547</w:t>
      </w:r>
      <w:r>
        <w:tab/>
        <w:t>3.038e0</w:t>
      </w:r>
    </w:p>
    <w:p w:rsidR="007B2329" w:rsidRDefault="007B2329" w:rsidP="007B2329">
      <w:r>
        <w:t>204.1578</w:t>
      </w:r>
      <w:r>
        <w:tab/>
        <w:t>2.025e0</w:t>
      </w:r>
    </w:p>
    <w:p w:rsidR="007B2329" w:rsidRDefault="007B2329" w:rsidP="007B2329">
      <w:r>
        <w:t>204.1655</w:t>
      </w:r>
      <w:r>
        <w:tab/>
        <w:t>1.025e0</w:t>
      </w:r>
    </w:p>
    <w:p w:rsidR="007B2329" w:rsidRDefault="007B2329" w:rsidP="007B2329">
      <w:r>
        <w:t>204.1721</w:t>
      </w:r>
      <w:r>
        <w:tab/>
        <w:t>3.038e0</w:t>
      </w:r>
    </w:p>
    <w:p w:rsidR="007B2329" w:rsidRDefault="007B2329" w:rsidP="007B2329">
      <w:r>
        <w:t>204.1785</w:t>
      </w:r>
      <w:r>
        <w:tab/>
        <w:t>1.013e0</w:t>
      </w:r>
    </w:p>
    <w:p w:rsidR="007B2329" w:rsidRDefault="007B2329" w:rsidP="007B2329">
      <w:r>
        <w:t>204.1860</w:t>
      </w:r>
      <w:r>
        <w:tab/>
        <w:t>3.038e0</w:t>
      </w:r>
    </w:p>
    <w:p w:rsidR="007B2329" w:rsidRDefault="007B2329" w:rsidP="007B2329">
      <w:r>
        <w:t>204.1897</w:t>
      </w:r>
      <w:r>
        <w:tab/>
        <w:t>1.013e0</w:t>
      </w:r>
    </w:p>
    <w:p w:rsidR="007B2329" w:rsidRDefault="007B2329" w:rsidP="007B2329">
      <w:r>
        <w:t>204.1973</w:t>
      </w:r>
      <w:r>
        <w:tab/>
        <w:t>1.013e0</w:t>
      </w:r>
    </w:p>
    <w:p w:rsidR="007B2329" w:rsidRDefault="007B2329" w:rsidP="007B2329">
      <w:r>
        <w:t>204.2086</w:t>
      </w:r>
      <w:r>
        <w:tab/>
        <w:t>1.013e0</w:t>
      </w:r>
    </w:p>
    <w:p w:rsidR="007B2329" w:rsidRDefault="007B2329" w:rsidP="007B2329">
      <w:r>
        <w:t>204.2105</w:t>
      </w:r>
      <w:r>
        <w:tab/>
        <w:t>2.025e0</w:t>
      </w:r>
    </w:p>
    <w:p w:rsidR="007B2329" w:rsidRDefault="007B2329" w:rsidP="007B2329">
      <w:r>
        <w:t>204.2123</w:t>
      </w:r>
      <w:r>
        <w:tab/>
        <w:t>2.025e0</w:t>
      </w:r>
    </w:p>
    <w:p w:rsidR="007B2329" w:rsidRDefault="007B2329" w:rsidP="007B2329">
      <w:r>
        <w:t>204.2178</w:t>
      </w:r>
      <w:r>
        <w:tab/>
        <w:t>2.025e0</w:t>
      </w:r>
    </w:p>
    <w:p w:rsidR="007B2329" w:rsidRDefault="007B2329" w:rsidP="007B2329">
      <w:r>
        <w:t>204.2198</w:t>
      </w:r>
      <w:r>
        <w:tab/>
        <w:t>2.025e0</w:t>
      </w:r>
    </w:p>
    <w:p w:rsidR="007B2329" w:rsidRDefault="007B2329" w:rsidP="007B2329">
      <w:r>
        <w:t>204.2332</w:t>
      </w:r>
      <w:r>
        <w:tab/>
        <w:t>3.038e0</w:t>
      </w:r>
    </w:p>
    <w:p w:rsidR="007B2329" w:rsidRDefault="007B2329" w:rsidP="007B2329">
      <w:r>
        <w:t>204.2347</w:t>
      </w:r>
      <w:r>
        <w:tab/>
        <w:t>2.025e0</w:t>
      </w:r>
    </w:p>
    <w:p w:rsidR="007B2329" w:rsidRDefault="007B2329" w:rsidP="007B2329">
      <w:r>
        <w:t>204.2500</w:t>
      </w:r>
      <w:r>
        <w:tab/>
        <w:t>2.025e0</w:t>
      </w:r>
    </w:p>
    <w:p w:rsidR="007B2329" w:rsidRDefault="007B2329" w:rsidP="007B2329">
      <w:r>
        <w:t>204.2599</w:t>
      </w:r>
      <w:r>
        <w:tab/>
        <w:t>2.025e0</w:t>
      </w:r>
    </w:p>
    <w:p w:rsidR="007B2329" w:rsidRDefault="007B2329" w:rsidP="007B2329">
      <w:r>
        <w:t>204.2695</w:t>
      </w:r>
      <w:r>
        <w:tab/>
        <w:t>1.013e0</w:t>
      </w:r>
    </w:p>
    <w:p w:rsidR="007B2329" w:rsidRDefault="007B2329" w:rsidP="007B2329">
      <w:r>
        <w:lastRenderedPageBreak/>
        <w:t>204.2773</w:t>
      </w:r>
      <w:r>
        <w:tab/>
        <w:t>1.013e0</w:t>
      </w:r>
    </w:p>
    <w:p w:rsidR="007B2329" w:rsidRDefault="007B2329" w:rsidP="007B2329">
      <w:r>
        <w:t>204.2791</w:t>
      </w:r>
      <w:r>
        <w:tab/>
        <w:t>2.532e-2</w:t>
      </w:r>
    </w:p>
    <w:p w:rsidR="007B2329" w:rsidRDefault="007B2329" w:rsidP="007B2329">
      <w:r>
        <w:t>204.2812</w:t>
      </w:r>
      <w:r>
        <w:tab/>
        <w:t>1.266e-2</w:t>
      </w:r>
    </w:p>
    <w:p w:rsidR="007B2329" w:rsidRDefault="007B2329" w:rsidP="007B2329">
      <w:r>
        <w:t>204.2837</w:t>
      </w:r>
      <w:r>
        <w:tab/>
        <w:t>3.038e0</w:t>
      </w:r>
    </w:p>
    <w:p w:rsidR="007B2329" w:rsidRDefault="007B2329" w:rsidP="007B2329">
      <w:r>
        <w:t>204.3114</w:t>
      </w:r>
      <w:r>
        <w:tab/>
        <w:t>1.013e0</w:t>
      </w:r>
    </w:p>
    <w:p w:rsidR="007B2329" w:rsidRDefault="007B2329" w:rsidP="007B2329">
      <w:r>
        <w:t>204.3190</w:t>
      </w:r>
      <w:r>
        <w:tab/>
        <w:t>1.013e0</w:t>
      </w:r>
    </w:p>
    <w:p w:rsidR="007B2329" w:rsidRDefault="007B2329" w:rsidP="007B2329">
      <w:r>
        <w:t>204.3227</w:t>
      </w:r>
      <w:r>
        <w:tab/>
        <w:t>2.025e0</w:t>
      </w:r>
    </w:p>
    <w:p w:rsidR="007B2329" w:rsidRDefault="007B2329" w:rsidP="007B2329">
      <w:r>
        <w:t>204.3340</w:t>
      </w:r>
      <w:r>
        <w:tab/>
        <w:t>1.013e0</w:t>
      </w:r>
    </w:p>
    <w:p w:rsidR="007B2329" w:rsidRDefault="007B2329" w:rsidP="007B2329">
      <w:r>
        <w:t>204.3377</w:t>
      </w:r>
      <w:r>
        <w:tab/>
        <w:t>2.025e0</w:t>
      </w:r>
    </w:p>
    <w:p w:rsidR="007B2329" w:rsidRDefault="007B2329" w:rsidP="007B2329">
      <w:r>
        <w:t>204.3639</w:t>
      </w:r>
      <w:r>
        <w:tab/>
        <w:t>1.013e0</w:t>
      </w:r>
    </w:p>
    <w:p w:rsidR="007B2329" w:rsidRDefault="007B2329" w:rsidP="007B2329">
      <w:r>
        <w:t>204.3677</w:t>
      </w:r>
      <w:r>
        <w:tab/>
        <w:t>1.013e0</w:t>
      </w:r>
    </w:p>
    <w:p w:rsidR="007B2329" w:rsidRDefault="007B2329" w:rsidP="007B2329">
      <w:r>
        <w:t>204.3714</w:t>
      </w:r>
      <w:r>
        <w:tab/>
        <w:t>1.013e0</w:t>
      </w:r>
    </w:p>
    <w:p w:rsidR="007B2329" w:rsidRDefault="007B2329" w:rsidP="007B2329">
      <w:r>
        <w:t>204.3830</w:t>
      </w:r>
      <w:r>
        <w:tab/>
        <w:t>1.013e0</w:t>
      </w:r>
    </w:p>
    <w:p w:rsidR="007B2329" w:rsidRDefault="007B2329" w:rsidP="007B2329">
      <w:r>
        <w:t>204.3853</w:t>
      </w:r>
      <w:r>
        <w:tab/>
        <w:t>2.025e0</w:t>
      </w:r>
    </w:p>
    <w:p w:rsidR="007B2329" w:rsidRDefault="007B2329" w:rsidP="007B2329">
      <w:r>
        <w:t>204.3947</w:t>
      </w:r>
      <w:r>
        <w:tab/>
        <w:t>1.013e0</w:t>
      </w:r>
    </w:p>
    <w:p w:rsidR="007B2329" w:rsidRDefault="007B2329" w:rsidP="007B2329">
      <w:r>
        <w:t>204.3986</w:t>
      </w:r>
      <w:r>
        <w:tab/>
        <w:t>1.013e0</w:t>
      </w:r>
    </w:p>
    <w:p w:rsidR="007B2329" w:rsidRDefault="007B2329" w:rsidP="007B2329">
      <w:r>
        <w:t>204.4113</w:t>
      </w:r>
      <w:r>
        <w:tab/>
        <w:t>3.038e0</w:t>
      </w:r>
    </w:p>
    <w:p w:rsidR="007B2329" w:rsidRDefault="007B2329" w:rsidP="007B2329">
      <w:r>
        <w:t>204.4258</w:t>
      </w:r>
      <w:r>
        <w:tab/>
        <w:t>1.013e0</w:t>
      </w:r>
    </w:p>
    <w:p w:rsidR="007B2329" w:rsidRDefault="007B2329" w:rsidP="007B2329">
      <w:r>
        <w:t>204.4491</w:t>
      </w:r>
      <w:r>
        <w:tab/>
        <w:t>3.038e0</w:t>
      </w:r>
    </w:p>
    <w:p w:rsidR="007B2329" w:rsidRDefault="007B2329" w:rsidP="007B2329">
      <w:r>
        <w:lastRenderedPageBreak/>
        <w:t>204.4557</w:t>
      </w:r>
      <w:r>
        <w:tab/>
        <w:t>1.013e0</w:t>
      </w:r>
    </w:p>
    <w:p w:rsidR="007B2329" w:rsidRDefault="007B2329" w:rsidP="007B2329">
      <w:r>
        <w:t>204.4594</w:t>
      </w:r>
      <w:r>
        <w:tab/>
        <w:t>2.025e0</w:t>
      </w:r>
    </w:p>
    <w:p w:rsidR="007B2329" w:rsidRDefault="007B2329" w:rsidP="007B2329">
      <w:r>
        <w:t>204.4614</w:t>
      </w:r>
      <w:r>
        <w:tab/>
        <w:t>2.025e0</w:t>
      </w:r>
    </w:p>
    <w:p w:rsidR="007B2329" w:rsidRDefault="007B2329" w:rsidP="007B2329">
      <w:r>
        <w:t>204.4669</w:t>
      </w:r>
      <w:r>
        <w:tab/>
        <w:t>2.025e0</w:t>
      </w:r>
    </w:p>
    <w:p w:rsidR="007B2329" w:rsidRDefault="007B2329" w:rsidP="007B2329">
      <w:r>
        <w:t>204.4707</w:t>
      </w:r>
      <w:r>
        <w:tab/>
        <w:t>1.013e0</w:t>
      </w:r>
    </w:p>
    <w:p w:rsidR="007B2329" w:rsidRDefault="007B2329" w:rsidP="007B2329">
      <w:r>
        <w:t>204.4726</w:t>
      </w:r>
      <w:r>
        <w:tab/>
        <w:t>2.025e0</w:t>
      </w:r>
    </w:p>
    <w:p w:rsidR="007B2329" w:rsidRDefault="007B2329" w:rsidP="007B2329">
      <w:r>
        <w:t>204.4857</w:t>
      </w:r>
      <w:r>
        <w:tab/>
        <w:t>1.013e0</w:t>
      </w:r>
    </w:p>
    <w:p w:rsidR="007B2329" w:rsidRDefault="007B2329" w:rsidP="007B2329">
      <w:r>
        <w:t>204.4932</w:t>
      </w:r>
      <w:r>
        <w:tab/>
        <w:t>2.025e0</w:t>
      </w:r>
    </w:p>
    <w:p w:rsidR="007B2329" w:rsidRDefault="007B2329" w:rsidP="007B2329">
      <w:r>
        <w:t>204.5043</w:t>
      </w:r>
      <w:r>
        <w:tab/>
        <w:t>4.051e0</w:t>
      </w:r>
    </w:p>
    <w:p w:rsidR="007B2329" w:rsidRDefault="007B2329" w:rsidP="007B2329">
      <w:r>
        <w:t>204.5087</w:t>
      </w:r>
      <w:r>
        <w:tab/>
        <w:t>3.038e0</w:t>
      </w:r>
    </w:p>
    <w:p w:rsidR="007B2329" w:rsidRDefault="007B2329" w:rsidP="007B2329">
      <w:r>
        <w:t>204.5199</w:t>
      </w:r>
      <w:r>
        <w:tab/>
        <w:t>1.013e0</w:t>
      </w:r>
    </w:p>
    <w:p w:rsidR="007B2329" w:rsidRDefault="007B2329" w:rsidP="007B2329">
      <w:r>
        <w:t>204.5239</w:t>
      </w:r>
      <w:r>
        <w:tab/>
        <w:t>1.013e0</w:t>
      </w:r>
    </w:p>
    <w:p w:rsidR="007B2329" w:rsidRDefault="007B2329" w:rsidP="007B2329">
      <w:r>
        <w:t>204.5356</w:t>
      </w:r>
      <w:r>
        <w:tab/>
        <w:t>1.013e0</w:t>
      </w:r>
    </w:p>
    <w:p w:rsidR="007B2329" w:rsidRDefault="007B2329" w:rsidP="007B2329">
      <w:r>
        <w:t>204.5512</w:t>
      </w:r>
      <w:r>
        <w:tab/>
        <w:t>1.266e-2</w:t>
      </w:r>
    </w:p>
    <w:p w:rsidR="007B2329" w:rsidRDefault="007B2329" w:rsidP="007B2329">
      <w:r>
        <w:t>204.5550</w:t>
      </w:r>
      <w:r>
        <w:tab/>
        <w:t>1.013e0</w:t>
      </w:r>
    </w:p>
    <w:p w:rsidR="007B2329" w:rsidRDefault="007B2329" w:rsidP="007B2329">
      <w:r>
        <w:t>204.5587</w:t>
      </w:r>
      <w:r>
        <w:tab/>
        <w:t>3.038e0</w:t>
      </w:r>
    </w:p>
    <w:p w:rsidR="007B2329" w:rsidRDefault="007B2329" w:rsidP="007B2329">
      <w:r>
        <w:t>204.5737</w:t>
      </w:r>
      <w:r>
        <w:tab/>
        <w:t>2.025e0</w:t>
      </w:r>
    </w:p>
    <w:p w:rsidR="007B2329" w:rsidRDefault="007B2329" w:rsidP="007B2329">
      <w:r>
        <w:t>204.5774</w:t>
      </w:r>
      <w:r>
        <w:tab/>
        <w:t>1.013e0</w:t>
      </w:r>
    </w:p>
    <w:p w:rsidR="007B2329" w:rsidRDefault="007B2329" w:rsidP="007B2329">
      <w:r>
        <w:t>204.5832</w:t>
      </w:r>
      <w:r>
        <w:tab/>
        <w:t>2.025e0</w:t>
      </w:r>
    </w:p>
    <w:p w:rsidR="007B2329" w:rsidRDefault="007B2329" w:rsidP="007B2329">
      <w:r>
        <w:lastRenderedPageBreak/>
        <w:t>204.5849</w:t>
      </w:r>
      <w:r>
        <w:tab/>
        <w:t>1.266e-2</w:t>
      </w:r>
    </w:p>
    <w:p w:rsidR="007B2329" w:rsidRDefault="007B2329" w:rsidP="007B2329">
      <w:r>
        <w:t>204.5962</w:t>
      </w:r>
      <w:r>
        <w:tab/>
        <w:t>1.013e0</w:t>
      </w:r>
    </w:p>
    <w:p w:rsidR="007B2329" w:rsidRDefault="007B2329" w:rsidP="007B2329">
      <w:r>
        <w:t>204.6000</w:t>
      </w:r>
      <w:r>
        <w:tab/>
        <w:t>1.013e0</w:t>
      </w:r>
    </w:p>
    <w:p w:rsidR="007B2329" w:rsidRDefault="007B2329" w:rsidP="007B2329">
      <w:r>
        <w:t>204.6037</w:t>
      </w:r>
      <w:r>
        <w:tab/>
        <w:t>1.013e0</w:t>
      </w:r>
    </w:p>
    <w:p w:rsidR="007B2329" w:rsidRDefault="007B2329" w:rsidP="007B2329">
      <w:r>
        <w:t>204.6262</w:t>
      </w:r>
      <w:r>
        <w:tab/>
        <w:t>1.013e0</w:t>
      </w:r>
    </w:p>
    <w:p w:rsidR="007B2329" w:rsidRDefault="007B2329" w:rsidP="007B2329">
      <w:r>
        <w:t>204.6333</w:t>
      </w:r>
      <w:r>
        <w:tab/>
        <w:t>4.051e0</w:t>
      </w:r>
    </w:p>
    <w:p w:rsidR="007B2329" w:rsidRDefault="007B2329" w:rsidP="007B2329">
      <w:r>
        <w:t>204.6413</w:t>
      </w:r>
      <w:r>
        <w:tab/>
        <w:t>2.025e0</w:t>
      </w:r>
    </w:p>
    <w:p w:rsidR="007B2329" w:rsidRDefault="007B2329" w:rsidP="007B2329">
      <w:r>
        <w:t>204.6609</w:t>
      </w:r>
      <w:r>
        <w:tab/>
        <w:t>1.013e0</w:t>
      </w:r>
    </w:p>
    <w:p w:rsidR="007B2329" w:rsidRDefault="007B2329" w:rsidP="007B2329">
      <w:r>
        <w:t>204.6727</w:t>
      </w:r>
      <w:r>
        <w:tab/>
        <w:t>1.013e0</w:t>
      </w:r>
    </w:p>
    <w:p w:rsidR="007B2329" w:rsidRDefault="007B2329" w:rsidP="007B2329">
      <w:r>
        <w:t>204.6766</w:t>
      </w:r>
      <w:r>
        <w:tab/>
        <w:t>1.013e0</w:t>
      </w:r>
    </w:p>
    <w:p w:rsidR="007B2329" w:rsidRDefault="007B2329" w:rsidP="007B2329">
      <w:r>
        <w:t>204.6843</w:t>
      </w:r>
      <w:r>
        <w:tab/>
        <w:t>1.266e-2</w:t>
      </w:r>
    </w:p>
    <w:p w:rsidR="007B2329" w:rsidRDefault="007B2329" w:rsidP="007B2329">
      <w:r>
        <w:t>204.6880</w:t>
      </w:r>
      <w:r>
        <w:tab/>
        <w:t>1.013e0</w:t>
      </w:r>
    </w:p>
    <w:p w:rsidR="007B2329" w:rsidRDefault="007B2329" w:rsidP="007B2329">
      <w:r>
        <w:t>204.6974</w:t>
      </w:r>
      <w:r>
        <w:tab/>
        <w:t>2.025e0</w:t>
      </w:r>
    </w:p>
    <w:p w:rsidR="007B2329" w:rsidRDefault="007B2329" w:rsidP="007B2329">
      <w:r>
        <w:t>204.7104</w:t>
      </w:r>
      <w:r>
        <w:tab/>
        <w:t>2.025e0</w:t>
      </w:r>
    </w:p>
    <w:p w:rsidR="007B2329" w:rsidRDefault="007B2329" w:rsidP="007B2329">
      <w:r>
        <w:t>204.7125</w:t>
      </w:r>
      <w:r>
        <w:tab/>
        <w:t>3.038e0</w:t>
      </w:r>
    </w:p>
    <w:p w:rsidR="007B2329" w:rsidRDefault="007B2329" w:rsidP="007B2329">
      <w:r>
        <w:t>204.7180</w:t>
      </w:r>
      <w:r>
        <w:tab/>
        <w:t>2.025e0</w:t>
      </w:r>
    </w:p>
    <w:p w:rsidR="007B2329" w:rsidRDefault="007B2329" w:rsidP="007B2329">
      <w:r>
        <w:t>204.7200</w:t>
      </w:r>
      <w:r>
        <w:tab/>
        <w:t>3.038e0</w:t>
      </w:r>
    </w:p>
    <w:p w:rsidR="007B2329" w:rsidRDefault="007B2329" w:rsidP="007B2329">
      <w:r>
        <w:t>204.7443</w:t>
      </w:r>
      <w:r>
        <w:tab/>
        <w:t>1.013e0</w:t>
      </w:r>
    </w:p>
    <w:p w:rsidR="007B2329" w:rsidRDefault="007B2329" w:rsidP="007B2329">
      <w:r>
        <w:t>204.7480</w:t>
      </w:r>
      <w:r>
        <w:tab/>
        <w:t>1.013e0</w:t>
      </w:r>
    </w:p>
    <w:p w:rsidR="007B2329" w:rsidRDefault="007B2329" w:rsidP="007B2329">
      <w:r>
        <w:lastRenderedPageBreak/>
        <w:t>204.7706</w:t>
      </w:r>
      <w:r>
        <w:tab/>
        <w:t>1.013e0</w:t>
      </w:r>
    </w:p>
    <w:p w:rsidR="007B2329" w:rsidRDefault="007B2329" w:rsidP="007B2329">
      <w:r>
        <w:t>204.7786</w:t>
      </w:r>
      <w:r>
        <w:tab/>
        <w:t>3.254e0</w:t>
      </w:r>
    </w:p>
    <w:p w:rsidR="007B2329" w:rsidRDefault="007B2329" w:rsidP="007B2329">
      <w:r>
        <w:t>204.7903</w:t>
      </w:r>
      <w:r>
        <w:tab/>
        <w:t>1.013e0</w:t>
      </w:r>
    </w:p>
    <w:p w:rsidR="007B2329" w:rsidRDefault="007B2329" w:rsidP="007B2329">
      <w:r>
        <w:t>204.7936</w:t>
      </w:r>
      <w:r>
        <w:tab/>
        <w:t>2.025e0</w:t>
      </w:r>
    </w:p>
    <w:p w:rsidR="007B2329" w:rsidRDefault="007B2329" w:rsidP="007B2329">
      <w:r>
        <w:t>204.8059</w:t>
      </w:r>
      <w:r>
        <w:tab/>
        <w:t>1.013e0</w:t>
      </w:r>
    </w:p>
    <w:p w:rsidR="007B2329" w:rsidRDefault="007B2329" w:rsidP="007B2329">
      <w:r>
        <w:t>204.8136</w:t>
      </w:r>
      <w:r>
        <w:tab/>
        <w:t>1.013e0</w:t>
      </w:r>
    </w:p>
    <w:p w:rsidR="007B2329" w:rsidRDefault="007B2329" w:rsidP="007B2329">
      <w:r>
        <w:t>204.8174</w:t>
      </w:r>
      <w:r>
        <w:tab/>
        <w:t>1.013e0</w:t>
      </w:r>
    </w:p>
    <w:p w:rsidR="007B2329" w:rsidRDefault="007B2329" w:rsidP="007B2329">
      <w:r>
        <w:t>204.8236</w:t>
      </w:r>
      <w:r>
        <w:tab/>
        <w:t>3.038e0</w:t>
      </w:r>
    </w:p>
    <w:p w:rsidR="007B2329" w:rsidRDefault="007B2329" w:rsidP="007B2329">
      <w:r>
        <w:t>204.8285</w:t>
      </w:r>
      <w:r>
        <w:tab/>
        <w:t>1.013e0</w:t>
      </w:r>
    </w:p>
    <w:p w:rsidR="007B2329" w:rsidRDefault="007B2329" w:rsidP="007B2329">
      <w:r>
        <w:t>204.8379</w:t>
      </w:r>
      <w:r>
        <w:tab/>
        <w:t>2.025e0</w:t>
      </w:r>
    </w:p>
    <w:p w:rsidR="007B2329" w:rsidRDefault="007B2329" w:rsidP="007B2329">
      <w:r>
        <w:t>204.8548</w:t>
      </w:r>
      <w:r>
        <w:tab/>
        <w:t>2.025e0</w:t>
      </w:r>
    </w:p>
    <w:p w:rsidR="007B2329" w:rsidRDefault="007B2329" w:rsidP="007B2329">
      <w:r>
        <w:t>204.8698</w:t>
      </w:r>
      <w:r>
        <w:tab/>
        <w:t>4.051e0</w:t>
      </w:r>
    </w:p>
    <w:p w:rsidR="007B2329" w:rsidRDefault="007B2329" w:rsidP="007B2329">
      <w:r>
        <w:t>204.8810</w:t>
      </w:r>
      <w:r>
        <w:tab/>
        <w:t>2.025e0</w:t>
      </w:r>
    </w:p>
    <w:p w:rsidR="007B2329" w:rsidRDefault="007B2329" w:rsidP="007B2329">
      <w:r>
        <w:t>204.8847</w:t>
      </w:r>
      <w:r>
        <w:tab/>
        <w:t>2.025e0</w:t>
      </w:r>
    </w:p>
    <w:p w:rsidR="007B2329" w:rsidRDefault="007B2329" w:rsidP="007B2329">
      <w:r>
        <w:t>204.9000</w:t>
      </w:r>
      <w:r>
        <w:tab/>
        <w:t>1.013e0</w:t>
      </w:r>
    </w:p>
    <w:p w:rsidR="007B2329" w:rsidRDefault="007B2329" w:rsidP="007B2329">
      <w:r>
        <w:t>204.9041</w:t>
      </w:r>
      <w:r>
        <w:tab/>
        <w:t>2.025e0</w:t>
      </w:r>
    </w:p>
    <w:p w:rsidR="007B2329" w:rsidRDefault="007B2329" w:rsidP="007B2329">
      <w:r>
        <w:t>204.9137</w:t>
      </w:r>
      <w:r>
        <w:tab/>
        <w:t>2.025e0</w:t>
      </w:r>
    </w:p>
    <w:p w:rsidR="007B2329" w:rsidRDefault="007B2329" w:rsidP="007B2329">
      <w:r>
        <w:t>204.9370</w:t>
      </w:r>
      <w:r>
        <w:tab/>
        <w:t>2.532e-2</w:t>
      </w:r>
    </w:p>
    <w:p w:rsidR="007B2329" w:rsidRDefault="007B2329" w:rsidP="007B2329">
      <w:r>
        <w:t>204.9430</w:t>
      </w:r>
      <w:r>
        <w:tab/>
        <w:t>1.013e0</w:t>
      </w:r>
    </w:p>
    <w:p w:rsidR="007B2329" w:rsidRDefault="007B2329" w:rsidP="007B2329">
      <w:r>
        <w:lastRenderedPageBreak/>
        <w:t>204.9456</w:t>
      </w:r>
      <w:r>
        <w:tab/>
        <w:t>3.038e0</w:t>
      </w:r>
    </w:p>
    <w:p w:rsidR="007B2329" w:rsidRDefault="007B2329" w:rsidP="007B2329">
      <w:r>
        <w:t>204.9485</w:t>
      </w:r>
      <w:r>
        <w:tab/>
        <w:t>2.025e0</w:t>
      </w:r>
    </w:p>
    <w:p w:rsidR="007B2329" w:rsidRDefault="007B2329" w:rsidP="007B2329">
      <w:r>
        <w:t>204.9654</w:t>
      </w:r>
      <w:r>
        <w:tab/>
        <w:t>1.013e0</w:t>
      </w:r>
    </w:p>
    <w:p w:rsidR="007B2329" w:rsidRDefault="007B2329" w:rsidP="007B2329">
      <w:r>
        <w:t>204.9691</w:t>
      </w:r>
      <w:r>
        <w:tab/>
        <w:t>2.025e0</w:t>
      </w:r>
    </w:p>
    <w:p w:rsidR="007B2329" w:rsidRDefault="007B2329" w:rsidP="007B2329">
      <w:r>
        <w:t>204.9766</w:t>
      </w:r>
      <w:r>
        <w:tab/>
        <w:t>1.013e0</w:t>
      </w:r>
    </w:p>
    <w:p w:rsidR="007B2329" w:rsidRDefault="007B2329" w:rsidP="007B2329">
      <w:r>
        <w:t>204.9879</w:t>
      </w:r>
      <w:r>
        <w:tab/>
        <w:t>1.013e0</w:t>
      </w:r>
    </w:p>
    <w:p w:rsidR="007B2329" w:rsidRDefault="007B2329" w:rsidP="007B2329">
      <w:r>
        <w:t>204.9941</w:t>
      </w:r>
      <w:r>
        <w:tab/>
        <w:t>3.038e0</w:t>
      </w:r>
    </w:p>
    <w:p w:rsidR="007B2329" w:rsidRDefault="007B2329" w:rsidP="007B2329">
      <w:r>
        <w:t>204.9992</w:t>
      </w:r>
      <w:r>
        <w:tab/>
        <w:t>1.013e0</w:t>
      </w:r>
    </w:p>
    <w:p w:rsidR="007B2329" w:rsidRDefault="007B2329" w:rsidP="007B2329">
      <w:r>
        <w:t>205.0029</w:t>
      </w:r>
      <w:r>
        <w:tab/>
        <w:t>1.013e0</w:t>
      </w:r>
    </w:p>
    <w:p w:rsidR="007B2329" w:rsidRDefault="007B2329" w:rsidP="007B2329">
      <w:r>
        <w:t>205.0128</w:t>
      </w:r>
      <w:r>
        <w:tab/>
        <w:t>3.038e0</w:t>
      </w:r>
    </w:p>
    <w:p w:rsidR="007B2329" w:rsidRDefault="007B2329" w:rsidP="007B2329">
      <w:r>
        <w:t>205.0161</w:t>
      </w:r>
      <w:r>
        <w:tab/>
        <w:t>3.038e0</w:t>
      </w:r>
    </w:p>
    <w:p w:rsidR="007B2329" w:rsidRDefault="007B2329" w:rsidP="007B2329">
      <w:r>
        <w:t>205.0217</w:t>
      </w:r>
      <w:r>
        <w:tab/>
        <w:t>3.038e0</w:t>
      </w:r>
    </w:p>
    <w:p w:rsidR="007B2329" w:rsidRDefault="007B2329" w:rsidP="007B2329">
      <w:r>
        <w:t>205.0241</w:t>
      </w:r>
      <w:r>
        <w:tab/>
        <w:t>5.063e0</w:t>
      </w:r>
    </w:p>
    <w:p w:rsidR="007B2329" w:rsidRDefault="007B2329" w:rsidP="007B2329">
      <w:r>
        <w:t>205.0258</w:t>
      </w:r>
      <w:r>
        <w:tab/>
        <w:t>1.025e0</w:t>
      </w:r>
    </w:p>
    <w:p w:rsidR="007B2329" w:rsidRDefault="007B2329" w:rsidP="007B2329">
      <w:r>
        <w:t>205.0317</w:t>
      </w:r>
      <w:r>
        <w:tab/>
        <w:t>2.025e0</w:t>
      </w:r>
    </w:p>
    <w:p w:rsidR="007B2329" w:rsidRDefault="007B2329" w:rsidP="007B2329">
      <w:r>
        <w:t>205.0373</w:t>
      </w:r>
      <w:r>
        <w:tab/>
        <w:t>1.013e0</w:t>
      </w:r>
    </w:p>
    <w:p w:rsidR="007B2329" w:rsidRDefault="007B2329" w:rsidP="007B2329">
      <w:r>
        <w:t>205.0394</w:t>
      </w:r>
      <w:r>
        <w:tab/>
        <w:t>2.025e0</w:t>
      </w:r>
    </w:p>
    <w:p w:rsidR="007B2329" w:rsidRDefault="007B2329" w:rsidP="007B2329">
      <w:r>
        <w:t>205.0722</w:t>
      </w:r>
      <w:r>
        <w:tab/>
        <w:t>3.038e0</w:t>
      </w:r>
    </w:p>
    <w:p w:rsidR="007B2329" w:rsidRDefault="007B2329" w:rsidP="007B2329">
      <w:r>
        <w:t>205.0834</w:t>
      </w:r>
      <w:r>
        <w:tab/>
        <w:t>2.025e0</w:t>
      </w:r>
    </w:p>
    <w:p w:rsidR="007B2329" w:rsidRDefault="007B2329" w:rsidP="007B2329">
      <w:r>
        <w:lastRenderedPageBreak/>
        <w:t>205.0872</w:t>
      </w:r>
      <w:r>
        <w:tab/>
        <w:t>2.038e0</w:t>
      </w:r>
    </w:p>
    <w:p w:rsidR="007B2329" w:rsidRDefault="007B2329" w:rsidP="007B2329">
      <w:r>
        <w:t>205.0909</w:t>
      </w:r>
      <w:r>
        <w:tab/>
        <w:t>1.013e0</w:t>
      </w:r>
    </w:p>
    <w:p w:rsidR="007B2329" w:rsidRDefault="007B2329" w:rsidP="007B2329">
      <w:r>
        <w:t>205.0947</w:t>
      </w:r>
      <w:r>
        <w:tab/>
        <w:t>1.013e0</w:t>
      </w:r>
    </w:p>
    <w:p w:rsidR="007B2329" w:rsidRDefault="007B2329" w:rsidP="007B2329">
      <w:r>
        <w:t>205.0993</w:t>
      </w:r>
      <w:r>
        <w:tab/>
        <w:t>3.038e0</w:t>
      </w:r>
    </w:p>
    <w:p w:rsidR="007B2329" w:rsidRDefault="007B2329" w:rsidP="007B2329">
      <w:r>
        <w:t>205.1022</w:t>
      </w:r>
      <w:r>
        <w:tab/>
        <w:t>2.025e0</w:t>
      </w:r>
    </w:p>
    <w:p w:rsidR="007B2329" w:rsidRDefault="007B2329" w:rsidP="007B2329">
      <w:r>
        <w:t>205.1059</w:t>
      </w:r>
      <w:r>
        <w:tab/>
        <w:t>1.013e0</w:t>
      </w:r>
    </w:p>
    <w:p w:rsidR="007B2329" w:rsidRDefault="007B2329" w:rsidP="007B2329">
      <w:r>
        <w:t>205.1135</w:t>
      </w:r>
      <w:r>
        <w:tab/>
        <w:t>2.025e0</w:t>
      </w:r>
    </w:p>
    <w:p w:rsidR="007B2329" w:rsidRDefault="007B2329" w:rsidP="007B2329">
      <w:r>
        <w:t>205.1173</w:t>
      </w:r>
      <w:r>
        <w:tab/>
        <w:t>3.038e0</w:t>
      </w:r>
    </w:p>
    <w:p w:rsidR="007B2329" w:rsidRDefault="007B2329" w:rsidP="007B2329">
      <w:r>
        <w:t>205.1210</w:t>
      </w:r>
      <w:r>
        <w:tab/>
        <w:t>1.013e0</w:t>
      </w:r>
    </w:p>
    <w:p w:rsidR="007B2329" w:rsidRDefault="007B2329" w:rsidP="007B2329">
      <w:r>
        <w:t>205.1322</w:t>
      </w:r>
      <w:r>
        <w:tab/>
        <w:t>1.013e0</w:t>
      </w:r>
    </w:p>
    <w:p w:rsidR="007B2329" w:rsidRDefault="007B2329" w:rsidP="007B2329">
      <w:r>
        <w:t>205.1397</w:t>
      </w:r>
      <w:r>
        <w:tab/>
        <w:t>1.013e0</w:t>
      </w:r>
    </w:p>
    <w:p w:rsidR="007B2329" w:rsidRDefault="007B2329" w:rsidP="007B2329">
      <w:r>
        <w:t>205.1434</w:t>
      </w:r>
      <w:r>
        <w:tab/>
        <w:t>1.013e0</w:t>
      </w:r>
    </w:p>
    <w:p w:rsidR="007B2329" w:rsidRDefault="007B2329" w:rsidP="007B2329">
      <w:r>
        <w:t>205.1513</w:t>
      </w:r>
      <w:r>
        <w:tab/>
        <w:t>3.953e0</w:t>
      </w:r>
    </w:p>
    <w:p w:rsidR="007B2329" w:rsidRDefault="007B2329" w:rsidP="007B2329">
      <w:r>
        <w:t>205.1550</w:t>
      </w:r>
      <w:r>
        <w:tab/>
        <w:t>1.266e-2</w:t>
      </w:r>
    </w:p>
    <w:p w:rsidR="007B2329" w:rsidRDefault="007B2329" w:rsidP="007B2329">
      <w:r>
        <w:t>205.1573</w:t>
      </w:r>
      <w:r>
        <w:tab/>
        <w:t>2.532e-2</w:t>
      </w:r>
    </w:p>
    <w:p w:rsidR="007B2329" w:rsidRDefault="007B2329" w:rsidP="007B2329">
      <w:r>
        <w:t>205.1628</w:t>
      </w:r>
      <w:r>
        <w:tab/>
        <w:t>1.013e0</w:t>
      </w:r>
    </w:p>
    <w:p w:rsidR="007B2329" w:rsidRDefault="007B2329" w:rsidP="007B2329">
      <w:r>
        <w:t>205.1825</w:t>
      </w:r>
      <w:r>
        <w:tab/>
        <w:t>1.013e0</w:t>
      </w:r>
    </w:p>
    <w:p w:rsidR="007B2329" w:rsidRDefault="007B2329" w:rsidP="007B2329">
      <w:r>
        <w:t>205.1862</w:t>
      </w:r>
      <w:r>
        <w:tab/>
        <w:t>2.025e0</w:t>
      </w:r>
    </w:p>
    <w:p w:rsidR="007B2329" w:rsidRDefault="007B2329" w:rsidP="007B2329">
      <w:r>
        <w:t>205.1903</w:t>
      </w:r>
      <w:r>
        <w:tab/>
        <w:t>1.013e0</w:t>
      </w:r>
    </w:p>
    <w:p w:rsidR="007B2329" w:rsidRDefault="007B2329" w:rsidP="007B2329">
      <w:r>
        <w:lastRenderedPageBreak/>
        <w:t>205.2090</w:t>
      </w:r>
      <w:r>
        <w:tab/>
        <w:t>1.013e0</w:t>
      </w:r>
    </w:p>
    <w:p w:rsidR="007B2329" w:rsidRDefault="007B2329" w:rsidP="007B2329">
      <w:r>
        <w:t>205.2278</w:t>
      </w:r>
      <w:r>
        <w:tab/>
        <w:t>1.013e0</w:t>
      </w:r>
    </w:p>
    <w:p w:rsidR="007B2329" w:rsidRDefault="007B2329" w:rsidP="007B2329">
      <w:r>
        <w:t>205.2353</w:t>
      </w:r>
      <w:r>
        <w:tab/>
        <w:t>1.013e0</w:t>
      </w:r>
    </w:p>
    <w:p w:rsidR="007B2329" w:rsidRDefault="007B2329" w:rsidP="007B2329">
      <w:r>
        <w:t>205.2391</w:t>
      </w:r>
      <w:r>
        <w:tab/>
        <w:t>1.013e0</w:t>
      </w:r>
    </w:p>
    <w:p w:rsidR="007B2329" w:rsidRDefault="007B2329" w:rsidP="007B2329">
      <w:r>
        <w:t>205.2416</w:t>
      </w:r>
      <w:r>
        <w:tab/>
        <w:t>3.038e0</w:t>
      </w:r>
    </w:p>
    <w:p w:rsidR="007B2329" w:rsidRDefault="007B2329" w:rsidP="007B2329">
      <w:r>
        <w:t>205.2578</w:t>
      </w:r>
      <w:r>
        <w:tab/>
        <w:t>2.532e-2</w:t>
      </w:r>
    </w:p>
    <w:p w:rsidR="007B2329" w:rsidRDefault="007B2329" w:rsidP="007B2329">
      <w:r>
        <w:t>205.2616</w:t>
      </w:r>
      <w:r>
        <w:tab/>
        <w:t>1.013e0</w:t>
      </w:r>
    </w:p>
    <w:p w:rsidR="007B2329" w:rsidRDefault="007B2329" w:rsidP="007B2329">
      <w:r>
        <w:t>205.2690</w:t>
      </w:r>
      <w:r>
        <w:tab/>
        <w:t>1.013e0</w:t>
      </w:r>
    </w:p>
    <w:p w:rsidR="007B2329" w:rsidRDefault="007B2329" w:rsidP="007B2329">
      <w:r>
        <w:t>205.2769</w:t>
      </w:r>
      <w:r>
        <w:tab/>
        <w:t>2.025e0</w:t>
      </w:r>
    </w:p>
    <w:p w:rsidR="007B2329" w:rsidRDefault="007B2329" w:rsidP="007B2329">
      <w:r>
        <w:t>205.2885</w:t>
      </w:r>
      <w:r>
        <w:tab/>
        <w:t>1.013e0</w:t>
      </w:r>
    </w:p>
    <w:p w:rsidR="007B2329" w:rsidRDefault="007B2329" w:rsidP="007B2329">
      <w:r>
        <w:t>205.2924</w:t>
      </w:r>
      <w:r>
        <w:tab/>
        <w:t>1.013e0</w:t>
      </w:r>
    </w:p>
    <w:p w:rsidR="007B2329" w:rsidRDefault="007B2329" w:rsidP="007B2329">
      <w:r>
        <w:t>205.2964</w:t>
      </w:r>
      <w:r>
        <w:tab/>
        <w:t>1.013e0</w:t>
      </w:r>
    </w:p>
    <w:p w:rsidR="007B2329" w:rsidRDefault="007B2329" w:rsidP="007B2329">
      <w:r>
        <w:t>205.3120</w:t>
      </w:r>
      <w:r>
        <w:tab/>
        <w:t>1.013e0</w:t>
      </w:r>
    </w:p>
    <w:p w:rsidR="007B2329" w:rsidRDefault="007B2329" w:rsidP="007B2329">
      <w:r>
        <w:t>205.3198</w:t>
      </w:r>
      <w:r>
        <w:tab/>
        <w:t>1.013e0</w:t>
      </w:r>
    </w:p>
    <w:p w:rsidR="007B2329" w:rsidRDefault="007B2329" w:rsidP="007B2329">
      <w:r>
        <w:t>205.3328</w:t>
      </w:r>
      <w:r>
        <w:tab/>
        <w:t>2.038e0</w:t>
      </w:r>
    </w:p>
    <w:p w:rsidR="007B2329" w:rsidRDefault="007B2329" w:rsidP="007B2329">
      <w:r>
        <w:t>205.3404</w:t>
      </w:r>
      <w:r>
        <w:tab/>
        <w:t>2.025e0</w:t>
      </w:r>
    </w:p>
    <w:p w:rsidR="007B2329" w:rsidRDefault="007B2329" w:rsidP="007B2329">
      <w:r>
        <w:t>205.3573</w:t>
      </w:r>
      <w:r>
        <w:tab/>
        <w:t>1.013e0</w:t>
      </w:r>
    </w:p>
    <w:p w:rsidR="007B2329" w:rsidRDefault="007B2329" w:rsidP="007B2329">
      <w:r>
        <w:t>205.3610</w:t>
      </w:r>
      <w:r>
        <w:tab/>
        <w:t>1.013e0</w:t>
      </w:r>
    </w:p>
    <w:p w:rsidR="007B2329" w:rsidRDefault="007B2329" w:rsidP="007B2329">
      <w:r>
        <w:t>205.3685</w:t>
      </w:r>
      <w:r>
        <w:tab/>
        <w:t>1.266e-2</w:t>
      </w:r>
    </w:p>
    <w:p w:rsidR="007B2329" w:rsidRDefault="007B2329" w:rsidP="007B2329">
      <w:r>
        <w:lastRenderedPageBreak/>
        <w:t>205.3798</w:t>
      </w:r>
      <w:r>
        <w:tab/>
        <w:t>3.038e0</w:t>
      </w:r>
    </w:p>
    <w:p w:rsidR="007B2329" w:rsidRDefault="007B2329" w:rsidP="007B2329">
      <w:r>
        <w:t>205.3909</w:t>
      </w:r>
      <w:r>
        <w:tab/>
        <w:t>1.013e0</w:t>
      </w:r>
    </w:p>
    <w:p w:rsidR="007B2329" w:rsidRDefault="007B2329" w:rsidP="007B2329">
      <w:r>
        <w:t>205.4103</w:t>
      </w:r>
      <w:r>
        <w:tab/>
        <w:t>1.013e0</w:t>
      </w:r>
    </w:p>
    <w:p w:rsidR="007B2329" w:rsidRDefault="007B2329" w:rsidP="007B2329">
      <w:r>
        <w:t>205.4142</w:t>
      </w:r>
      <w:r>
        <w:tab/>
        <w:t>1.013e0</w:t>
      </w:r>
    </w:p>
    <w:p w:rsidR="007B2329" w:rsidRDefault="007B2329" w:rsidP="007B2329">
      <w:r>
        <w:t>205.4220</w:t>
      </w:r>
      <w:r>
        <w:tab/>
        <w:t>1.013e0</w:t>
      </w:r>
    </w:p>
    <w:p w:rsidR="007B2329" w:rsidRDefault="007B2329" w:rsidP="007B2329">
      <w:r>
        <w:t>205.4418</w:t>
      </w:r>
      <w:r>
        <w:tab/>
        <w:t>1.013e0</w:t>
      </w:r>
    </w:p>
    <w:p w:rsidR="007B2329" w:rsidRDefault="007B2329" w:rsidP="007B2329">
      <w:r>
        <w:t>205.4491</w:t>
      </w:r>
      <w:r>
        <w:tab/>
        <w:t>5.063e0</w:t>
      </w:r>
    </w:p>
    <w:p w:rsidR="007B2329" w:rsidRDefault="007B2329" w:rsidP="007B2329">
      <w:r>
        <w:t>205.4604</w:t>
      </w:r>
      <w:r>
        <w:tab/>
        <w:t>2.025e0</w:t>
      </w:r>
    </w:p>
    <w:p w:rsidR="007B2329" w:rsidRDefault="007B2329" w:rsidP="007B2329">
      <w:r>
        <w:t>205.4716</w:t>
      </w:r>
      <w:r>
        <w:tab/>
        <w:t>2.025e0</w:t>
      </w:r>
    </w:p>
    <w:p w:rsidR="007B2329" w:rsidRDefault="007B2329" w:rsidP="007B2329">
      <w:r>
        <w:t>205.4792</w:t>
      </w:r>
      <w:r>
        <w:tab/>
        <w:t>1.013e0</w:t>
      </w:r>
    </w:p>
    <w:p w:rsidR="007B2329" w:rsidRDefault="007B2329" w:rsidP="007B2329">
      <w:r>
        <w:t>205.4867</w:t>
      </w:r>
      <w:r>
        <w:tab/>
        <w:t>1.013e0</w:t>
      </w:r>
    </w:p>
    <w:p w:rsidR="007B2329" w:rsidRDefault="007B2329" w:rsidP="007B2329">
      <w:r>
        <w:t>205.4885</w:t>
      </w:r>
      <w:r>
        <w:tab/>
        <w:t>2.025e0</w:t>
      </w:r>
    </w:p>
    <w:p w:rsidR="007B2329" w:rsidRDefault="007B2329" w:rsidP="007B2329">
      <w:r>
        <w:t>205.4905</w:t>
      </w:r>
      <w:r>
        <w:tab/>
        <w:t>1.013e0</w:t>
      </w:r>
    </w:p>
    <w:p w:rsidR="007B2329" w:rsidRDefault="007B2329" w:rsidP="007B2329">
      <w:r>
        <w:t>205.4942</w:t>
      </w:r>
      <w:r>
        <w:tab/>
        <w:t>1.013e0</w:t>
      </w:r>
    </w:p>
    <w:p w:rsidR="007B2329" w:rsidRDefault="007B2329" w:rsidP="007B2329">
      <w:r>
        <w:t>205.5035</w:t>
      </w:r>
      <w:r>
        <w:tab/>
        <w:t>2.025e0</w:t>
      </w:r>
    </w:p>
    <w:p w:rsidR="007B2329" w:rsidRDefault="007B2329" w:rsidP="007B2329">
      <w:r>
        <w:t>205.5055</w:t>
      </w:r>
      <w:r>
        <w:tab/>
        <w:t>1.013e0</w:t>
      </w:r>
    </w:p>
    <w:p w:rsidR="007B2329" w:rsidRDefault="007B2329" w:rsidP="007B2329">
      <w:r>
        <w:t>205.5136</w:t>
      </w:r>
      <w:r>
        <w:tab/>
        <w:t>5.063e0</w:t>
      </w:r>
    </w:p>
    <w:p w:rsidR="007B2329" w:rsidRDefault="007B2329" w:rsidP="007B2329">
      <w:r>
        <w:t>205.5167</w:t>
      </w:r>
      <w:r>
        <w:tab/>
        <w:t>2.025e0</w:t>
      </w:r>
    </w:p>
    <w:p w:rsidR="007B2329" w:rsidRDefault="007B2329" w:rsidP="007B2329">
      <w:r>
        <w:t>205.5360</w:t>
      </w:r>
      <w:r>
        <w:tab/>
        <w:t>1.184e0</w:t>
      </w:r>
    </w:p>
    <w:p w:rsidR="007B2329" w:rsidRDefault="007B2329" w:rsidP="007B2329">
      <w:r>
        <w:lastRenderedPageBreak/>
        <w:t>205.5439</w:t>
      </w:r>
      <w:r>
        <w:tab/>
        <w:t>1.013e0</w:t>
      </w:r>
    </w:p>
    <w:p w:rsidR="007B2329" w:rsidRDefault="007B2329" w:rsidP="007B2329">
      <w:r>
        <w:t>205.5550</w:t>
      </w:r>
      <w:r>
        <w:tab/>
        <w:t>2.025e0</w:t>
      </w:r>
    </w:p>
    <w:p w:rsidR="007B2329" w:rsidRDefault="007B2329" w:rsidP="007B2329">
      <w:r>
        <w:t>205.5712</w:t>
      </w:r>
      <w:r>
        <w:tab/>
        <w:t>1.013e0</w:t>
      </w:r>
    </w:p>
    <w:p w:rsidR="007B2329" w:rsidRDefault="007B2329" w:rsidP="007B2329">
      <w:r>
        <w:t>205.5749</w:t>
      </w:r>
      <w:r>
        <w:tab/>
        <w:t>1.013e0</w:t>
      </w:r>
    </w:p>
    <w:p w:rsidR="007B2329" w:rsidRDefault="007B2329" w:rsidP="007B2329">
      <w:r>
        <w:t>205.5898</w:t>
      </w:r>
      <w:r>
        <w:tab/>
        <w:t>2.025e0</w:t>
      </w:r>
    </w:p>
    <w:p w:rsidR="007B2329" w:rsidRDefault="007B2329" w:rsidP="007B2329">
      <w:r>
        <w:t>205.5991</w:t>
      </w:r>
      <w:r>
        <w:tab/>
        <w:t>3.038e0</w:t>
      </w:r>
    </w:p>
    <w:p w:rsidR="007B2329" w:rsidRDefault="007B2329" w:rsidP="007B2329">
      <w:r>
        <w:t>205.6030</w:t>
      </w:r>
      <w:r>
        <w:tab/>
        <w:t>2.025e0</w:t>
      </w:r>
    </w:p>
    <w:p w:rsidR="007B2329" w:rsidRDefault="007B2329" w:rsidP="007B2329">
      <w:r>
        <w:t>205.6087</w:t>
      </w:r>
      <w:r>
        <w:tab/>
        <w:t>1.013e0</w:t>
      </w:r>
    </w:p>
    <w:p w:rsidR="007B2329" w:rsidRDefault="007B2329" w:rsidP="007B2329">
      <w:r>
        <w:t>205.6237</w:t>
      </w:r>
      <w:r>
        <w:tab/>
        <w:t>1.013e0</w:t>
      </w:r>
    </w:p>
    <w:p w:rsidR="007B2329" w:rsidRDefault="007B2329" w:rsidP="007B2329">
      <w:r>
        <w:t>205.6311</w:t>
      </w:r>
      <w:r>
        <w:tab/>
        <w:t>1.013e0</w:t>
      </w:r>
    </w:p>
    <w:p w:rsidR="007B2329" w:rsidRDefault="007B2329" w:rsidP="007B2329">
      <w:r>
        <w:t>205.6386</w:t>
      </w:r>
      <w:r>
        <w:tab/>
        <w:t>1.013e0</w:t>
      </w:r>
    </w:p>
    <w:p w:rsidR="007B2329" w:rsidRDefault="007B2329" w:rsidP="007B2329">
      <w:r>
        <w:t>205.6620</w:t>
      </w:r>
      <w:r>
        <w:tab/>
        <w:t>3.038e0</w:t>
      </w:r>
    </w:p>
    <w:p w:rsidR="007B2329" w:rsidRDefault="007B2329" w:rsidP="007B2329">
      <w:r>
        <w:t>205.6738</w:t>
      </w:r>
      <w:r>
        <w:tab/>
        <w:t>2.025e0</w:t>
      </w:r>
    </w:p>
    <w:p w:rsidR="007B2329" w:rsidRDefault="007B2329" w:rsidP="007B2329">
      <w:r>
        <w:t>205.6776</w:t>
      </w:r>
      <w:r>
        <w:tab/>
        <w:t>1.013e0</w:t>
      </w:r>
    </w:p>
    <w:p w:rsidR="007B2329" w:rsidRDefault="007B2329" w:rsidP="007B2329">
      <w:r>
        <w:t>205.6816</w:t>
      </w:r>
      <w:r>
        <w:tab/>
        <w:t>1.013e0</w:t>
      </w:r>
    </w:p>
    <w:p w:rsidR="007B2329" w:rsidRDefault="007B2329" w:rsidP="007B2329">
      <w:r>
        <w:t>205.6855</w:t>
      </w:r>
      <w:r>
        <w:tab/>
        <w:t>1.013e0</w:t>
      </w:r>
    </w:p>
    <w:p w:rsidR="007B2329" w:rsidRDefault="007B2329" w:rsidP="007B2329">
      <w:r>
        <w:t>205.6968</w:t>
      </w:r>
      <w:r>
        <w:tab/>
        <w:t>1.013e0</w:t>
      </w:r>
    </w:p>
    <w:p w:rsidR="007B2329" w:rsidRDefault="007B2329" w:rsidP="007B2329">
      <w:r>
        <w:t>205.7043</w:t>
      </w:r>
      <w:r>
        <w:tab/>
        <w:t>1.013e0</w:t>
      </w:r>
    </w:p>
    <w:p w:rsidR="007B2329" w:rsidRDefault="007B2329" w:rsidP="007B2329">
      <w:r>
        <w:t>205.7080</w:t>
      </w:r>
      <w:r>
        <w:tab/>
        <w:t>2.025e0</w:t>
      </w:r>
    </w:p>
    <w:p w:rsidR="007B2329" w:rsidRDefault="007B2329" w:rsidP="007B2329">
      <w:r>
        <w:lastRenderedPageBreak/>
        <w:t>205.7231</w:t>
      </w:r>
      <w:r>
        <w:tab/>
        <w:t>1.013e0</w:t>
      </w:r>
    </w:p>
    <w:p w:rsidR="007B2329" w:rsidRDefault="007B2329" w:rsidP="007B2329">
      <w:r>
        <w:t>205.7268</w:t>
      </w:r>
      <w:r>
        <w:tab/>
        <w:t>1.013e0</w:t>
      </w:r>
    </w:p>
    <w:p w:rsidR="007B2329" w:rsidRDefault="007B2329" w:rsidP="007B2329">
      <w:r>
        <w:t>205.7306</w:t>
      </w:r>
      <w:r>
        <w:tab/>
        <w:t>2.025e0</w:t>
      </w:r>
    </w:p>
    <w:p w:rsidR="007B2329" w:rsidRDefault="007B2329" w:rsidP="007B2329">
      <w:r>
        <w:t>205.7344</w:t>
      </w:r>
      <w:r>
        <w:tab/>
        <w:t>1.013e0</w:t>
      </w:r>
    </w:p>
    <w:p w:rsidR="007B2329" w:rsidRDefault="007B2329" w:rsidP="007B2329">
      <w:r>
        <w:t>205.7550</w:t>
      </w:r>
      <w:r>
        <w:tab/>
        <w:t>2.025e0</w:t>
      </w:r>
    </w:p>
    <w:p w:rsidR="007B2329" w:rsidRDefault="007B2329" w:rsidP="007B2329">
      <w:r>
        <w:t>205.7569</w:t>
      </w:r>
      <w:r>
        <w:tab/>
        <w:t>1.013e0</w:t>
      </w:r>
    </w:p>
    <w:p w:rsidR="007B2329" w:rsidRDefault="007B2329" w:rsidP="007B2329">
      <w:r>
        <w:t>205.7606</w:t>
      </w:r>
      <w:r>
        <w:tab/>
        <w:t>1.013e0</w:t>
      </w:r>
    </w:p>
    <w:p w:rsidR="007B2329" w:rsidRDefault="007B2329" w:rsidP="007B2329">
      <w:r>
        <w:t>205.7643</w:t>
      </w:r>
      <w:r>
        <w:tab/>
        <w:t>2.025e0</w:t>
      </w:r>
    </w:p>
    <w:p w:rsidR="007B2329" w:rsidRDefault="007B2329" w:rsidP="007B2329">
      <w:r>
        <w:t>205.7880</w:t>
      </w:r>
      <w:r>
        <w:tab/>
        <w:t>2.025e0</w:t>
      </w:r>
    </w:p>
    <w:p w:rsidR="007B2329" w:rsidRDefault="007B2329" w:rsidP="007B2329">
      <w:r>
        <w:t>205.7897</w:t>
      </w:r>
      <w:r>
        <w:tab/>
        <w:t>2.025e0</w:t>
      </w:r>
    </w:p>
    <w:p w:rsidR="007B2329" w:rsidRDefault="007B2329" w:rsidP="007B2329">
      <w:r>
        <w:t>205.7917</w:t>
      </w:r>
      <w:r>
        <w:tab/>
        <w:t>1.013e0</w:t>
      </w:r>
    </w:p>
    <w:p w:rsidR="007B2329" w:rsidRDefault="007B2329" w:rsidP="007B2329">
      <w:r>
        <w:t>205.8073</w:t>
      </w:r>
      <w:r>
        <w:tab/>
        <w:t>2.025e0</w:t>
      </w:r>
    </w:p>
    <w:p w:rsidR="007B2329" w:rsidRDefault="007B2329" w:rsidP="007B2329">
      <w:r>
        <w:t>205.8338</w:t>
      </w:r>
      <w:r>
        <w:tab/>
        <w:t>2.025e0</w:t>
      </w:r>
    </w:p>
    <w:p w:rsidR="007B2329" w:rsidRDefault="007B2329" w:rsidP="007B2329">
      <w:r>
        <w:t>205.8413</w:t>
      </w:r>
      <w:r>
        <w:tab/>
        <w:t>1.013e0</w:t>
      </w:r>
    </w:p>
    <w:p w:rsidR="007B2329" w:rsidRDefault="007B2329" w:rsidP="007B2329">
      <w:r>
        <w:t>205.8451</w:t>
      </w:r>
      <w:r>
        <w:tab/>
        <w:t>1.013e0</w:t>
      </w:r>
    </w:p>
    <w:p w:rsidR="007B2329" w:rsidRDefault="007B2329" w:rsidP="007B2329">
      <w:r>
        <w:t>205.8488</w:t>
      </w:r>
      <w:r>
        <w:tab/>
        <w:t>1.013e0</w:t>
      </w:r>
    </w:p>
    <w:p w:rsidR="007B2329" w:rsidRDefault="007B2329" w:rsidP="007B2329">
      <w:r>
        <w:t>205.8612</w:t>
      </w:r>
      <w:r>
        <w:tab/>
        <w:t>3.038e0</w:t>
      </w:r>
    </w:p>
    <w:p w:rsidR="007B2329" w:rsidRDefault="007B2329" w:rsidP="007B2329">
      <w:r>
        <w:t>205.8639</w:t>
      </w:r>
      <w:r>
        <w:tab/>
        <w:t>1.013e0</w:t>
      </w:r>
    </w:p>
    <w:p w:rsidR="007B2329" w:rsidRDefault="007B2329" w:rsidP="007B2329">
      <w:r>
        <w:t>205.8676</w:t>
      </w:r>
      <w:r>
        <w:tab/>
        <w:t>2.025e0</w:t>
      </w:r>
    </w:p>
    <w:p w:rsidR="007B2329" w:rsidRDefault="007B2329" w:rsidP="007B2329">
      <w:r>
        <w:lastRenderedPageBreak/>
        <w:t>205.8845</w:t>
      </w:r>
      <w:r>
        <w:tab/>
        <w:t>5.063e0</w:t>
      </w:r>
    </w:p>
    <w:p w:rsidR="007B2329" w:rsidRDefault="007B2329" w:rsidP="007B2329">
      <w:r>
        <w:t>205.8925</w:t>
      </w:r>
      <w:r>
        <w:tab/>
        <w:t>2.025e0</w:t>
      </w:r>
    </w:p>
    <w:p w:rsidR="007B2329" w:rsidRDefault="007B2329" w:rsidP="007B2329">
      <w:r>
        <w:t>205.8963</w:t>
      </w:r>
      <w:r>
        <w:tab/>
        <w:t>1.025e0</w:t>
      </w:r>
    </w:p>
    <w:p w:rsidR="007B2329" w:rsidRDefault="007B2329" w:rsidP="007B2329">
      <w:r>
        <w:t>205.9138</w:t>
      </w:r>
      <w:r>
        <w:tab/>
        <w:t>1.013e0</w:t>
      </w:r>
    </w:p>
    <w:p w:rsidR="007B2329" w:rsidRDefault="007B2329" w:rsidP="007B2329">
      <w:r>
        <w:t>205.9177</w:t>
      </w:r>
      <w:r>
        <w:tab/>
        <w:t>1.013e0</w:t>
      </w:r>
    </w:p>
    <w:p w:rsidR="007B2329" w:rsidRDefault="007B2329" w:rsidP="007B2329">
      <w:r>
        <w:t>205.9304</w:t>
      </w:r>
      <w:r>
        <w:tab/>
        <w:t>3.038e0</w:t>
      </w:r>
    </w:p>
    <w:p w:rsidR="007B2329" w:rsidRDefault="007B2329" w:rsidP="007B2329">
      <w:r>
        <w:t>205.9334</w:t>
      </w:r>
      <w:r>
        <w:tab/>
        <w:t>1.013e0</w:t>
      </w:r>
    </w:p>
    <w:p w:rsidR="007B2329" w:rsidRDefault="007B2329" w:rsidP="007B2329">
      <w:r>
        <w:t>205.9371</w:t>
      </w:r>
      <w:r>
        <w:tab/>
        <w:t>2.025e0</w:t>
      </w:r>
    </w:p>
    <w:p w:rsidR="007B2329" w:rsidRDefault="007B2329" w:rsidP="007B2329">
      <w:r>
        <w:t>205.9466</w:t>
      </w:r>
      <w:r>
        <w:tab/>
        <w:t>3.038e0</w:t>
      </w:r>
    </w:p>
    <w:p w:rsidR="007B2329" w:rsidRDefault="007B2329" w:rsidP="007B2329">
      <w:r>
        <w:t>205.9633</w:t>
      </w:r>
      <w:r>
        <w:tab/>
        <w:t>2.025e0</w:t>
      </w:r>
    </w:p>
    <w:p w:rsidR="007B2329" w:rsidRDefault="007B2329" w:rsidP="007B2329">
      <w:r>
        <w:t>205.9784</w:t>
      </w:r>
      <w:r>
        <w:tab/>
        <w:t>2.025e0</w:t>
      </w:r>
    </w:p>
    <w:p w:rsidR="007B2329" w:rsidRDefault="007B2329" w:rsidP="007B2329">
      <w:r>
        <w:t>205.9859</w:t>
      </w:r>
      <w:r>
        <w:tab/>
        <w:t>2.025e0</w:t>
      </w:r>
    </w:p>
    <w:p w:rsidR="007B2329" w:rsidRDefault="007B2329" w:rsidP="007B2329">
      <w:r>
        <w:t>205.9897</w:t>
      </w:r>
      <w:r>
        <w:tab/>
        <w:t>1.013e0</w:t>
      </w:r>
    </w:p>
    <w:p w:rsidR="007B2329" w:rsidRDefault="007B2329" w:rsidP="007B2329">
      <w:r>
        <w:t>205.9972</w:t>
      </w:r>
      <w:r>
        <w:tab/>
        <w:t>2.025e0</w:t>
      </w:r>
    </w:p>
    <w:p w:rsidR="007B2329" w:rsidRDefault="007B2329" w:rsidP="007B2329">
      <w:r>
        <w:t>205.9991</w:t>
      </w:r>
      <w:r>
        <w:tab/>
        <w:t>2.025e0</w:t>
      </w:r>
    </w:p>
    <w:p w:rsidR="007B2329" w:rsidRDefault="007B2329" w:rsidP="007B2329">
      <w:r>
        <w:t>206.0084</w:t>
      </w:r>
      <w:r>
        <w:tab/>
        <w:t>1.013e0</w:t>
      </w:r>
    </w:p>
    <w:p w:rsidR="007B2329" w:rsidRDefault="007B2329" w:rsidP="007B2329">
      <w:r>
        <w:t>206.0123</w:t>
      </w:r>
      <w:r>
        <w:tab/>
        <w:t>1.013e0</w:t>
      </w:r>
    </w:p>
    <w:p w:rsidR="007B2329" w:rsidRDefault="007B2329" w:rsidP="007B2329">
      <w:r>
        <w:t>206.0161</w:t>
      </w:r>
      <w:r>
        <w:tab/>
        <w:t>1.013e0</w:t>
      </w:r>
    </w:p>
    <w:p w:rsidR="007B2329" w:rsidRDefault="007B2329" w:rsidP="007B2329">
      <w:r>
        <w:t>206.0185</w:t>
      </w:r>
      <w:r>
        <w:tab/>
        <w:t>2.025e0</w:t>
      </w:r>
    </w:p>
    <w:p w:rsidR="007B2329" w:rsidRDefault="007B2329" w:rsidP="007B2329">
      <w:r>
        <w:lastRenderedPageBreak/>
        <w:t>206.0241</w:t>
      </w:r>
      <w:r>
        <w:tab/>
        <w:t>1.013e0</w:t>
      </w:r>
    </w:p>
    <w:p w:rsidR="007B2329" w:rsidRDefault="007B2329" w:rsidP="007B2329">
      <w:r>
        <w:t>206.0319</w:t>
      </w:r>
      <w:r>
        <w:tab/>
        <w:t>3.038e0</w:t>
      </w:r>
    </w:p>
    <w:p w:rsidR="007B2329" w:rsidRDefault="007B2329" w:rsidP="007B2329">
      <w:r>
        <w:t>206.0398</w:t>
      </w:r>
      <w:r>
        <w:tab/>
        <w:t>1.013e0</w:t>
      </w:r>
    </w:p>
    <w:p w:rsidR="007B2329" w:rsidRDefault="007B2329" w:rsidP="007B2329">
      <w:r>
        <w:t>206.0509</w:t>
      </w:r>
      <w:r>
        <w:tab/>
        <w:t>2.025e0</w:t>
      </w:r>
    </w:p>
    <w:p w:rsidR="007B2329" w:rsidRDefault="007B2329" w:rsidP="007B2329">
      <w:r>
        <w:t>206.0629</w:t>
      </w:r>
      <w:r>
        <w:tab/>
        <w:t>1.013e0</w:t>
      </w:r>
    </w:p>
    <w:p w:rsidR="007B2329" w:rsidRDefault="007B2329" w:rsidP="007B2329">
      <w:r>
        <w:t>206.0667</w:t>
      </w:r>
      <w:r>
        <w:tab/>
        <w:t>1.266e-2</w:t>
      </w:r>
    </w:p>
    <w:p w:rsidR="007B2329" w:rsidRDefault="007B2329" w:rsidP="007B2329">
      <w:r>
        <w:t>206.0755</w:t>
      </w:r>
      <w:r>
        <w:tab/>
        <w:t>4.051e0</w:t>
      </w:r>
    </w:p>
    <w:p w:rsidR="007B2329" w:rsidRDefault="007B2329" w:rsidP="007B2329">
      <w:r>
        <w:t>206.0797</w:t>
      </w:r>
      <w:r>
        <w:tab/>
        <w:t>2.532e-2</w:t>
      </w:r>
    </w:p>
    <w:p w:rsidR="007B2329" w:rsidRDefault="007B2329" w:rsidP="007B2329">
      <w:r>
        <w:t>206.0968</w:t>
      </w:r>
      <w:r>
        <w:tab/>
        <w:t>6.076e0</w:t>
      </w:r>
    </w:p>
    <w:p w:rsidR="007B2329" w:rsidRDefault="007B2329" w:rsidP="007B2329">
      <w:r>
        <w:t>206.1025</w:t>
      </w:r>
      <w:r>
        <w:tab/>
        <w:t>9.114e0</w:t>
      </w:r>
    </w:p>
    <w:p w:rsidR="007B2329" w:rsidRDefault="007B2329" w:rsidP="007B2329">
      <w:r>
        <w:t>206.1053</w:t>
      </w:r>
      <w:r>
        <w:tab/>
        <w:t>1.014e1</w:t>
      </w:r>
    </w:p>
    <w:p w:rsidR="007B2329" w:rsidRDefault="007B2329" w:rsidP="007B2329">
      <w:r>
        <w:t>206.1121</w:t>
      </w:r>
      <w:r>
        <w:tab/>
        <w:t>2.453e0</w:t>
      </w:r>
    </w:p>
    <w:p w:rsidR="007B2329" w:rsidRDefault="007B2329" w:rsidP="007B2329">
      <w:r>
        <w:t>206.1201</w:t>
      </w:r>
      <w:r>
        <w:tab/>
        <w:t>3.038e0</w:t>
      </w:r>
    </w:p>
    <w:p w:rsidR="007B2329" w:rsidRDefault="007B2329" w:rsidP="007B2329">
      <w:r>
        <w:t>206.1230</w:t>
      </w:r>
      <w:r>
        <w:tab/>
        <w:t>1.013e0</w:t>
      </w:r>
    </w:p>
    <w:p w:rsidR="007B2329" w:rsidRDefault="007B2329" w:rsidP="007B2329">
      <w:r>
        <w:t>206.1309</w:t>
      </w:r>
      <w:r>
        <w:tab/>
        <w:t>3.038e0</w:t>
      </w:r>
    </w:p>
    <w:p w:rsidR="007B2329" w:rsidRDefault="007B2329" w:rsidP="007B2329">
      <w:r>
        <w:t>206.1344</w:t>
      </w:r>
      <w:r>
        <w:tab/>
        <w:t>1.013e0</w:t>
      </w:r>
    </w:p>
    <w:p w:rsidR="007B2329" w:rsidRDefault="007B2329" w:rsidP="007B2329">
      <w:r>
        <w:t>206.1413</w:t>
      </w:r>
      <w:r>
        <w:tab/>
        <w:t>3.038e0</w:t>
      </w:r>
    </w:p>
    <w:p w:rsidR="007B2329" w:rsidRDefault="007B2329" w:rsidP="007B2329">
      <w:r>
        <w:t>206.1423</w:t>
      </w:r>
      <w:r>
        <w:tab/>
        <w:t>1.013e0</w:t>
      </w:r>
    </w:p>
    <w:p w:rsidR="007B2329" w:rsidRDefault="007B2329" w:rsidP="007B2329">
      <w:r>
        <w:t>206.1443</w:t>
      </w:r>
      <w:r>
        <w:tab/>
        <w:t>2.187e0</w:t>
      </w:r>
    </w:p>
    <w:p w:rsidR="007B2329" w:rsidRDefault="007B2329" w:rsidP="007B2329">
      <w:r>
        <w:lastRenderedPageBreak/>
        <w:t>206.1581</w:t>
      </w:r>
      <w:r>
        <w:tab/>
        <w:t>2.025e0</w:t>
      </w:r>
    </w:p>
    <w:p w:rsidR="007B2329" w:rsidRDefault="007B2329" w:rsidP="007B2329">
      <w:r>
        <w:t>206.1906</w:t>
      </w:r>
      <w:r>
        <w:tab/>
        <w:t>2.025e0</w:t>
      </w:r>
    </w:p>
    <w:p w:rsidR="007B2329" w:rsidRDefault="007B2329" w:rsidP="007B2329">
      <w:r>
        <w:t>206.2075</w:t>
      </w:r>
      <w:r>
        <w:tab/>
        <w:t>1.013e0</w:t>
      </w:r>
    </w:p>
    <w:p w:rsidR="007B2329" w:rsidRDefault="007B2329" w:rsidP="007B2329">
      <w:r>
        <w:t>206.2151</w:t>
      </w:r>
      <w:r>
        <w:tab/>
        <w:t>2.025e0</w:t>
      </w:r>
    </w:p>
    <w:p w:rsidR="007B2329" w:rsidRDefault="007B2329" w:rsidP="007B2329">
      <w:r>
        <w:t>206.2264</w:t>
      </w:r>
      <w:r>
        <w:tab/>
        <w:t>1.013e0</w:t>
      </w:r>
    </w:p>
    <w:p w:rsidR="007B2329" w:rsidRDefault="007B2329" w:rsidP="007B2329">
      <w:r>
        <w:t>206.2317</w:t>
      </w:r>
      <w:r>
        <w:tab/>
        <w:t>2.038e0</w:t>
      </w:r>
    </w:p>
    <w:p w:rsidR="007B2329" w:rsidRDefault="007B2329" w:rsidP="007B2329">
      <w:r>
        <w:t>206.2379</w:t>
      </w:r>
      <w:r>
        <w:tab/>
        <w:t>3.038e0</w:t>
      </w:r>
    </w:p>
    <w:p w:rsidR="007B2329" w:rsidRDefault="007B2329" w:rsidP="007B2329">
      <w:r>
        <w:t>206.2527</w:t>
      </w:r>
      <w:r>
        <w:tab/>
        <w:t>1.013e0</w:t>
      </w:r>
    </w:p>
    <w:p w:rsidR="007B2329" w:rsidRDefault="007B2329" w:rsidP="007B2329">
      <w:r>
        <w:t>206.2684</w:t>
      </w:r>
      <w:r>
        <w:tab/>
        <w:t>1.013e0</w:t>
      </w:r>
    </w:p>
    <w:p w:rsidR="007B2329" w:rsidRDefault="007B2329" w:rsidP="007B2329">
      <w:r>
        <w:t>206.2724</w:t>
      </w:r>
      <w:r>
        <w:tab/>
        <w:t>1.013e0</w:t>
      </w:r>
    </w:p>
    <w:p w:rsidR="007B2329" w:rsidRDefault="007B2329" w:rsidP="007B2329">
      <w:r>
        <w:t>206.2738</w:t>
      </w:r>
      <w:r>
        <w:tab/>
        <w:t>5.076e0</w:t>
      </w:r>
    </w:p>
    <w:p w:rsidR="007B2329" w:rsidRDefault="007B2329" w:rsidP="007B2329">
      <w:r>
        <w:t>206.2921</w:t>
      </w:r>
      <w:r>
        <w:tab/>
        <w:t>3.038e0</w:t>
      </w:r>
    </w:p>
    <w:p w:rsidR="007B2329" w:rsidRDefault="007B2329" w:rsidP="007B2329">
      <w:r>
        <w:t>206.3108</w:t>
      </w:r>
      <w:r>
        <w:tab/>
        <w:t>2.025e0</w:t>
      </w:r>
    </w:p>
    <w:p w:rsidR="007B2329" w:rsidRDefault="007B2329" w:rsidP="007B2329">
      <w:r>
        <w:t>206.3249</w:t>
      </w:r>
      <w:r>
        <w:tab/>
        <w:t>3.038e0</w:t>
      </w:r>
    </w:p>
    <w:p w:rsidR="007B2329" w:rsidRDefault="007B2329" w:rsidP="007B2329">
      <w:r>
        <w:t>206.3484</w:t>
      </w:r>
      <w:r>
        <w:tab/>
        <w:t>1.013e0</w:t>
      </w:r>
    </w:p>
    <w:p w:rsidR="007B2329" w:rsidRDefault="007B2329" w:rsidP="007B2329">
      <w:r>
        <w:t>206.3521</w:t>
      </w:r>
      <w:r>
        <w:tab/>
        <w:t>1.013e0</w:t>
      </w:r>
    </w:p>
    <w:p w:rsidR="007B2329" w:rsidRDefault="007B2329" w:rsidP="007B2329">
      <w:r>
        <w:t>206.3672</w:t>
      </w:r>
      <w:r>
        <w:tab/>
        <w:t>2.025e0</w:t>
      </w:r>
    </w:p>
    <w:p w:rsidR="007B2329" w:rsidRDefault="007B2329" w:rsidP="007B2329">
      <w:r>
        <w:t>206.3710</w:t>
      </w:r>
      <w:r>
        <w:tab/>
        <w:t>1.013e0</w:t>
      </w:r>
    </w:p>
    <w:p w:rsidR="007B2329" w:rsidRDefault="007B2329" w:rsidP="007B2329">
      <w:r>
        <w:t>206.3739</w:t>
      </w:r>
      <w:r>
        <w:tab/>
        <w:t>3.038e0</w:t>
      </w:r>
    </w:p>
    <w:p w:rsidR="007B2329" w:rsidRDefault="007B2329" w:rsidP="007B2329">
      <w:r>
        <w:lastRenderedPageBreak/>
        <w:t>206.3869</w:t>
      </w:r>
      <w:r>
        <w:tab/>
        <w:t>2.025e0</w:t>
      </w:r>
    </w:p>
    <w:p w:rsidR="007B2329" w:rsidRDefault="007B2329" w:rsidP="007B2329">
      <w:r>
        <w:t>206.4065</w:t>
      </w:r>
      <w:r>
        <w:tab/>
        <w:t>1.013e0</w:t>
      </w:r>
    </w:p>
    <w:p w:rsidR="007B2329" w:rsidRDefault="007B2329" w:rsidP="007B2329">
      <w:r>
        <w:t>206.4216</w:t>
      </w:r>
      <w:r>
        <w:tab/>
        <w:t>1.013e0</w:t>
      </w:r>
    </w:p>
    <w:p w:rsidR="007B2329" w:rsidRDefault="007B2329" w:rsidP="007B2329">
      <w:r>
        <w:t>206.4254</w:t>
      </w:r>
      <w:r>
        <w:tab/>
        <w:t>1.013e0</w:t>
      </w:r>
    </w:p>
    <w:p w:rsidR="007B2329" w:rsidRDefault="007B2329" w:rsidP="007B2329">
      <w:r>
        <w:t>206.4292</w:t>
      </w:r>
      <w:r>
        <w:tab/>
        <w:t>1.013e0</w:t>
      </w:r>
    </w:p>
    <w:p w:rsidR="007B2329" w:rsidRDefault="007B2329" w:rsidP="007B2329">
      <w:r>
        <w:t>206.4367</w:t>
      </w:r>
      <w:r>
        <w:tab/>
        <w:t>1.013e0</w:t>
      </w:r>
    </w:p>
    <w:p w:rsidR="007B2329" w:rsidRDefault="007B2329" w:rsidP="007B2329">
      <w:r>
        <w:t>206.4442</w:t>
      </w:r>
      <w:r>
        <w:tab/>
        <w:t>1.013e0</w:t>
      </w:r>
    </w:p>
    <w:p w:rsidR="007B2329" w:rsidRDefault="007B2329" w:rsidP="007B2329">
      <w:r>
        <w:t>206.4480</w:t>
      </w:r>
      <w:r>
        <w:tab/>
        <w:t>1.013e0</w:t>
      </w:r>
    </w:p>
    <w:p w:rsidR="007B2329" w:rsidRDefault="007B2329" w:rsidP="007B2329">
      <w:r>
        <w:t>206.4631</w:t>
      </w:r>
      <w:r>
        <w:tab/>
        <w:t>1.013e0</w:t>
      </w:r>
    </w:p>
    <w:p w:rsidR="007B2329" w:rsidRDefault="007B2329" w:rsidP="007B2329">
      <w:r>
        <w:t>206.4743</w:t>
      </w:r>
      <w:r>
        <w:tab/>
        <w:t>1.013e0</w:t>
      </w:r>
    </w:p>
    <w:p w:rsidR="007B2329" w:rsidRDefault="007B2329" w:rsidP="007B2329">
      <w:r>
        <w:t>206.4818</w:t>
      </w:r>
      <w:r>
        <w:tab/>
        <w:t>1.013e0</w:t>
      </w:r>
    </w:p>
    <w:p w:rsidR="007B2329" w:rsidRDefault="007B2329" w:rsidP="007B2329">
      <w:r>
        <w:t>206.4894</w:t>
      </w:r>
      <w:r>
        <w:tab/>
        <w:t>1.013e0</w:t>
      </w:r>
    </w:p>
    <w:p w:rsidR="007B2329" w:rsidRDefault="007B2329" w:rsidP="007B2329">
      <w:r>
        <w:t>206.5091</w:t>
      </w:r>
      <w:r>
        <w:tab/>
        <w:t>1.013e0</w:t>
      </w:r>
    </w:p>
    <w:p w:rsidR="007B2329" w:rsidRDefault="007B2329" w:rsidP="007B2329">
      <w:r>
        <w:t>206.5131</w:t>
      </w:r>
      <w:r>
        <w:tab/>
        <w:t>1.013e0</w:t>
      </w:r>
    </w:p>
    <w:p w:rsidR="007B2329" w:rsidRDefault="007B2329" w:rsidP="007B2329">
      <w:r>
        <w:t>206.5325</w:t>
      </w:r>
      <w:r>
        <w:tab/>
        <w:t>1.013e0</w:t>
      </w:r>
    </w:p>
    <w:p w:rsidR="007B2329" w:rsidRDefault="007B2329" w:rsidP="007B2329">
      <w:r>
        <w:t>206.5400</w:t>
      </w:r>
      <w:r>
        <w:tab/>
        <w:t>2.025e0</w:t>
      </w:r>
    </w:p>
    <w:p w:rsidR="007B2329" w:rsidRDefault="007B2329" w:rsidP="007B2329">
      <w:r>
        <w:t>206.5476</w:t>
      </w:r>
      <w:r>
        <w:tab/>
        <w:t>2.025e0</w:t>
      </w:r>
    </w:p>
    <w:p w:rsidR="007B2329" w:rsidRDefault="007B2329" w:rsidP="007B2329">
      <w:r>
        <w:t>206.5588</w:t>
      </w:r>
      <w:r>
        <w:tab/>
        <w:t>2.025e0</w:t>
      </w:r>
    </w:p>
    <w:p w:rsidR="007B2329" w:rsidRDefault="007B2329" w:rsidP="007B2329">
      <w:r>
        <w:t>206.5701</w:t>
      </w:r>
      <w:r>
        <w:tab/>
        <w:t>4.063e0</w:t>
      </w:r>
    </w:p>
    <w:p w:rsidR="007B2329" w:rsidRDefault="007B2329" w:rsidP="007B2329">
      <w:r>
        <w:lastRenderedPageBreak/>
        <w:t>206.5852</w:t>
      </w:r>
      <w:r>
        <w:tab/>
        <w:t>1.013e0</w:t>
      </w:r>
    </w:p>
    <w:p w:rsidR="007B2329" w:rsidRDefault="007B2329" w:rsidP="007B2329">
      <w:r>
        <w:t>206.5907</w:t>
      </w:r>
      <w:r>
        <w:tab/>
        <w:t>1.025e0</w:t>
      </w:r>
    </w:p>
    <w:p w:rsidR="007B2329" w:rsidRDefault="007B2329" w:rsidP="007B2329">
      <w:r>
        <w:t>206.5927</w:t>
      </w:r>
      <w:r>
        <w:tab/>
        <w:t>1.013e0</w:t>
      </w:r>
    </w:p>
    <w:p w:rsidR="007B2329" w:rsidRDefault="007B2329" w:rsidP="007B2329">
      <w:r>
        <w:t>206.6001</w:t>
      </w:r>
      <w:r>
        <w:tab/>
        <w:t>2.025e0</w:t>
      </w:r>
    </w:p>
    <w:p w:rsidR="007B2329" w:rsidRDefault="007B2329" w:rsidP="007B2329">
      <w:r>
        <w:t>206.6117</w:t>
      </w:r>
      <w:r>
        <w:tab/>
        <w:t>2.025e0</w:t>
      </w:r>
    </w:p>
    <w:p w:rsidR="007B2329" w:rsidRDefault="007B2329" w:rsidP="007B2329">
      <w:r>
        <w:t>206.6197</w:t>
      </w:r>
      <w:r>
        <w:tab/>
        <w:t>1.013e0</w:t>
      </w:r>
    </w:p>
    <w:p w:rsidR="007B2329" w:rsidRDefault="007B2329" w:rsidP="007B2329">
      <w:r>
        <w:t>206.6433</w:t>
      </w:r>
      <w:r>
        <w:tab/>
        <w:t>4.051e0</w:t>
      </w:r>
    </w:p>
    <w:p w:rsidR="007B2329" w:rsidRDefault="007B2329" w:rsidP="007B2329">
      <w:r>
        <w:t>206.6584</w:t>
      </w:r>
      <w:r>
        <w:tab/>
        <w:t>2.025e0</w:t>
      </w:r>
    </w:p>
    <w:p w:rsidR="007B2329" w:rsidRDefault="007B2329" w:rsidP="007B2329">
      <w:r>
        <w:t>206.6659</w:t>
      </w:r>
      <w:r>
        <w:tab/>
        <w:t>1.013e0</w:t>
      </w:r>
    </w:p>
    <w:p w:rsidR="007B2329" w:rsidRDefault="007B2329" w:rsidP="007B2329">
      <w:r>
        <w:t>206.6754</w:t>
      </w:r>
      <w:r>
        <w:tab/>
        <w:t>1.025e0</w:t>
      </w:r>
    </w:p>
    <w:p w:rsidR="007B2329" w:rsidRDefault="007B2329" w:rsidP="007B2329">
      <w:r>
        <w:t>206.7148</w:t>
      </w:r>
      <w:r>
        <w:tab/>
        <w:t>2.025e0</w:t>
      </w:r>
    </w:p>
    <w:p w:rsidR="007B2329" w:rsidRDefault="007B2329" w:rsidP="007B2329">
      <w:r>
        <w:t>206.7224</w:t>
      </w:r>
      <w:r>
        <w:tab/>
        <w:t>2.025e0</w:t>
      </w:r>
    </w:p>
    <w:p w:rsidR="007B2329" w:rsidRDefault="007B2329" w:rsidP="007B2329">
      <w:r>
        <w:t>206.7246</w:t>
      </w:r>
      <w:r>
        <w:tab/>
        <w:t>2.025e0</w:t>
      </w:r>
    </w:p>
    <w:p w:rsidR="007B2329" w:rsidRDefault="007B2329" w:rsidP="007B2329">
      <w:r>
        <w:t>206.7265</w:t>
      </w:r>
      <w:r>
        <w:tab/>
        <w:t>2.025e0</w:t>
      </w:r>
    </w:p>
    <w:p w:rsidR="007B2329" w:rsidRDefault="007B2329" w:rsidP="007B2329">
      <w:r>
        <w:t>206.7439</w:t>
      </w:r>
      <w:r>
        <w:tab/>
        <w:t>1.025e0</w:t>
      </w:r>
    </w:p>
    <w:p w:rsidR="007B2329" w:rsidRDefault="007B2329" w:rsidP="007B2329">
      <w:r>
        <w:t>206.7500</w:t>
      </w:r>
      <w:r>
        <w:tab/>
        <w:t>1.266e-2</w:t>
      </w:r>
    </w:p>
    <w:p w:rsidR="007B2329" w:rsidRDefault="007B2329" w:rsidP="007B2329">
      <w:r>
        <w:t>206.7540</w:t>
      </w:r>
      <w:r>
        <w:tab/>
        <w:t>1.013e0</w:t>
      </w:r>
    </w:p>
    <w:p w:rsidR="007B2329" w:rsidRDefault="007B2329" w:rsidP="007B2329">
      <w:r>
        <w:t>206.7694</w:t>
      </w:r>
      <w:r>
        <w:tab/>
        <w:t>4.051e0</w:t>
      </w:r>
    </w:p>
    <w:p w:rsidR="007B2329" w:rsidRDefault="007B2329" w:rsidP="007B2329">
      <w:r>
        <w:t>206.7957</w:t>
      </w:r>
      <w:r>
        <w:tab/>
        <w:t>1.013e0</w:t>
      </w:r>
    </w:p>
    <w:p w:rsidR="007B2329" w:rsidRDefault="007B2329" w:rsidP="007B2329">
      <w:r>
        <w:lastRenderedPageBreak/>
        <w:t>206.7995</w:t>
      </w:r>
      <w:r>
        <w:tab/>
        <w:t>1.013e0</w:t>
      </w:r>
    </w:p>
    <w:p w:rsidR="007B2329" w:rsidRDefault="007B2329" w:rsidP="007B2329">
      <w:r>
        <w:t>206.8107</w:t>
      </w:r>
      <w:r>
        <w:tab/>
        <w:t>1.013e0</w:t>
      </w:r>
    </w:p>
    <w:p w:rsidR="007B2329" w:rsidRDefault="007B2329" w:rsidP="007B2329">
      <w:r>
        <w:t>206.8145</w:t>
      </w:r>
      <w:r>
        <w:tab/>
        <w:t>1.013e0</w:t>
      </w:r>
    </w:p>
    <w:p w:rsidR="007B2329" w:rsidRDefault="007B2329" w:rsidP="007B2329">
      <w:r>
        <w:t>206.8163</w:t>
      </w:r>
      <w:r>
        <w:tab/>
        <w:t>2.025e0</w:t>
      </w:r>
    </w:p>
    <w:p w:rsidR="007B2329" w:rsidRDefault="007B2329" w:rsidP="007B2329">
      <w:r>
        <w:t>206.8183</w:t>
      </w:r>
      <w:r>
        <w:tab/>
        <w:t>1.013e0</w:t>
      </w:r>
    </w:p>
    <w:p w:rsidR="007B2329" w:rsidRDefault="007B2329" w:rsidP="007B2329">
      <w:r>
        <w:t>206.8333</w:t>
      </w:r>
      <w:r>
        <w:tab/>
        <w:t>2.025e0</w:t>
      </w:r>
    </w:p>
    <w:p w:rsidR="007B2329" w:rsidRDefault="007B2329" w:rsidP="007B2329">
      <w:r>
        <w:t>206.8369</w:t>
      </w:r>
      <w:r>
        <w:tab/>
        <w:t>1.013e0</w:t>
      </w:r>
    </w:p>
    <w:p w:rsidR="007B2329" w:rsidRDefault="007B2329" w:rsidP="007B2329">
      <w:r>
        <w:t>206.8433</w:t>
      </w:r>
      <w:r>
        <w:tab/>
        <w:t>2.025e0</w:t>
      </w:r>
    </w:p>
    <w:p w:rsidR="007B2329" w:rsidRDefault="007B2329" w:rsidP="007B2329">
      <w:r>
        <w:t>206.8448</w:t>
      </w:r>
      <w:r>
        <w:tab/>
        <w:t>1.013e0</w:t>
      </w:r>
    </w:p>
    <w:p w:rsidR="007B2329" w:rsidRDefault="007B2329" w:rsidP="007B2329">
      <w:r>
        <w:t>206.8528</w:t>
      </w:r>
      <w:r>
        <w:tab/>
        <w:t>1.013e0</w:t>
      </w:r>
    </w:p>
    <w:p w:rsidR="007B2329" w:rsidRDefault="007B2329" w:rsidP="007B2329">
      <w:r>
        <w:t>206.8646</w:t>
      </w:r>
      <w:r>
        <w:tab/>
        <w:t>1.013e0</w:t>
      </w:r>
    </w:p>
    <w:p w:rsidR="007B2329" w:rsidRDefault="007B2329" w:rsidP="007B2329">
      <w:r>
        <w:t>206.8685</w:t>
      </w:r>
      <w:r>
        <w:tab/>
        <w:t>1.013e0</w:t>
      </w:r>
    </w:p>
    <w:p w:rsidR="007B2329" w:rsidRDefault="007B2329" w:rsidP="007B2329">
      <w:r>
        <w:t>206.8758</w:t>
      </w:r>
      <w:r>
        <w:tab/>
        <w:t>2.025e0</w:t>
      </w:r>
    </w:p>
    <w:p w:rsidR="007B2329" w:rsidRDefault="007B2329" w:rsidP="007B2329">
      <w:r>
        <w:t>206.8818</w:t>
      </w:r>
      <w:r>
        <w:tab/>
        <w:t>4.051e0</w:t>
      </w:r>
    </w:p>
    <w:p w:rsidR="007B2329" w:rsidRDefault="007B2329" w:rsidP="007B2329">
      <w:r>
        <w:t>206.8879</w:t>
      </w:r>
      <w:r>
        <w:tab/>
        <w:t>4.051e0</w:t>
      </w:r>
    </w:p>
    <w:p w:rsidR="007B2329" w:rsidRDefault="007B2329" w:rsidP="007B2329">
      <w:r>
        <w:t>206.9028</w:t>
      </w:r>
      <w:r>
        <w:tab/>
        <w:t>1.266e-2</w:t>
      </w:r>
    </w:p>
    <w:p w:rsidR="007B2329" w:rsidRDefault="007B2329" w:rsidP="007B2329">
      <w:r>
        <w:t>206.9047</w:t>
      </w:r>
      <w:r>
        <w:tab/>
        <w:t>2.025e0</w:t>
      </w:r>
    </w:p>
    <w:p w:rsidR="007B2329" w:rsidRDefault="007B2329" w:rsidP="007B2329">
      <w:r>
        <w:t>206.9217</w:t>
      </w:r>
      <w:r>
        <w:tab/>
        <w:t>3.038e0</w:t>
      </w:r>
    </w:p>
    <w:p w:rsidR="007B2329" w:rsidRDefault="007B2329" w:rsidP="007B2329">
      <w:r>
        <w:t>206.9254</w:t>
      </w:r>
      <w:r>
        <w:tab/>
        <w:t>1.013e0</w:t>
      </w:r>
    </w:p>
    <w:p w:rsidR="007B2329" w:rsidRDefault="007B2329" w:rsidP="007B2329">
      <w:r>
        <w:lastRenderedPageBreak/>
        <w:t>206.9330</w:t>
      </w:r>
      <w:r>
        <w:tab/>
        <w:t>1.013e0</w:t>
      </w:r>
    </w:p>
    <w:p w:rsidR="007B2329" w:rsidRDefault="007B2329" w:rsidP="007B2329">
      <w:r>
        <w:t>206.9480</w:t>
      </w:r>
      <w:r>
        <w:tab/>
        <w:t>1.013e0</w:t>
      </w:r>
    </w:p>
    <w:p w:rsidR="007B2329" w:rsidRDefault="007B2329" w:rsidP="007B2329">
      <w:r>
        <w:t>206.9596</w:t>
      </w:r>
      <w:r>
        <w:tab/>
        <w:t>1.013e0</w:t>
      </w:r>
    </w:p>
    <w:p w:rsidR="007B2329" w:rsidRDefault="007B2329" w:rsidP="007B2329">
      <w:r>
        <w:t>206.9634</w:t>
      </w:r>
      <w:r>
        <w:tab/>
        <w:t>1.013e0</w:t>
      </w:r>
    </w:p>
    <w:p w:rsidR="007B2329" w:rsidRDefault="007B2329" w:rsidP="007B2329">
      <w:r>
        <w:t>206.9715</w:t>
      </w:r>
      <w:r>
        <w:tab/>
        <w:t>2.025e0</w:t>
      </w:r>
    </w:p>
    <w:p w:rsidR="007B2329" w:rsidRDefault="007B2329" w:rsidP="007B2329">
      <w:r>
        <w:t>206.9792</w:t>
      </w:r>
      <w:r>
        <w:tab/>
        <w:t>1.013e0</w:t>
      </w:r>
    </w:p>
    <w:p w:rsidR="007B2329" w:rsidRDefault="007B2329" w:rsidP="007B2329">
      <w:r>
        <w:t>206.9832</w:t>
      </w:r>
      <w:r>
        <w:tab/>
        <w:t>1.266e-2</w:t>
      </w:r>
    </w:p>
    <w:p w:rsidR="007B2329" w:rsidRDefault="007B2329" w:rsidP="007B2329">
      <w:r>
        <w:t>206.9872</w:t>
      </w:r>
      <w:r>
        <w:tab/>
        <w:t>1.013e0</w:t>
      </w:r>
    </w:p>
    <w:p w:rsidR="007B2329" w:rsidRDefault="007B2329" w:rsidP="007B2329">
      <w:r>
        <w:t>206.9918</w:t>
      </w:r>
      <w:r>
        <w:tab/>
        <w:t>2.038e0</w:t>
      </w:r>
    </w:p>
    <w:p w:rsidR="007B2329" w:rsidRDefault="007B2329" w:rsidP="007B2329">
      <w:r>
        <w:t>206.9989</w:t>
      </w:r>
      <w:r>
        <w:tab/>
        <w:t>3.038e0</w:t>
      </w:r>
    </w:p>
    <w:p w:rsidR="007B2329" w:rsidRDefault="007B2329" w:rsidP="007B2329">
      <w:r>
        <w:t>207.0025</w:t>
      </w:r>
      <w:r>
        <w:tab/>
        <w:t>1.013e0</w:t>
      </w:r>
    </w:p>
    <w:p w:rsidR="007B2329" w:rsidRDefault="007B2329" w:rsidP="007B2329">
      <w:r>
        <w:t>207.0119</w:t>
      </w:r>
      <w:r>
        <w:tab/>
        <w:t>2.025e0</w:t>
      </w:r>
    </w:p>
    <w:p w:rsidR="007B2329" w:rsidRDefault="007B2329" w:rsidP="007B2329">
      <w:r>
        <w:t>207.0232</w:t>
      </w:r>
      <w:r>
        <w:tab/>
        <w:t>1.025e0</w:t>
      </w:r>
    </w:p>
    <w:p w:rsidR="007B2329" w:rsidRDefault="007B2329" w:rsidP="007B2329">
      <w:r>
        <w:t>207.0289</w:t>
      </w:r>
      <w:r>
        <w:tab/>
        <w:t>1.266e-2</w:t>
      </w:r>
    </w:p>
    <w:p w:rsidR="007B2329" w:rsidRDefault="007B2329" w:rsidP="007B2329">
      <w:r>
        <w:t>207.0372</w:t>
      </w:r>
      <w:r>
        <w:tab/>
        <w:t>3.038e0</w:t>
      </w:r>
    </w:p>
    <w:p w:rsidR="007B2329" w:rsidRDefault="007B2329" w:rsidP="007B2329">
      <w:r>
        <w:t>207.0421</w:t>
      </w:r>
      <w:r>
        <w:tab/>
        <w:t>2.532e-2</w:t>
      </w:r>
    </w:p>
    <w:p w:rsidR="007B2329" w:rsidRDefault="007B2329" w:rsidP="007B2329">
      <w:r>
        <w:t>207.0440</w:t>
      </w:r>
      <w:r>
        <w:tab/>
        <w:t>2.025e0</w:t>
      </w:r>
    </w:p>
    <w:p w:rsidR="007B2329" w:rsidRDefault="007B2329" w:rsidP="007B2329">
      <w:r>
        <w:t>207.0589</w:t>
      </w:r>
      <w:r>
        <w:tab/>
        <w:t>1.013e0</w:t>
      </w:r>
    </w:p>
    <w:p w:rsidR="007B2329" w:rsidRDefault="007B2329" w:rsidP="007B2329">
      <w:r>
        <w:t>207.0600</w:t>
      </w:r>
      <w:r>
        <w:tab/>
        <w:t>3.038e0</w:t>
      </w:r>
    </w:p>
    <w:p w:rsidR="007B2329" w:rsidRDefault="007B2329" w:rsidP="007B2329">
      <w:r>
        <w:lastRenderedPageBreak/>
        <w:t>207.0742</w:t>
      </w:r>
      <w:r>
        <w:tab/>
        <w:t>1.013e0</w:t>
      </w:r>
    </w:p>
    <w:p w:rsidR="007B2329" w:rsidRDefault="007B2329" w:rsidP="007B2329">
      <w:r>
        <w:t>207.1141</w:t>
      </w:r>
      <w:r>
        <w:tab/>
        <w:t>6.076e0</w:t>
      </w:r>
    </w:p>
    <w:p w:rsidR="007B2329" w:rsidRDefault="007B2329" w:rsidP="007B2329">
      <w:r>
        <w:t>207.1168</w:t>
      </w:r>
      <w:r>
        <w:tab/>
        <w:t>5.067e1</w:t>
      </w:r>
    </w:p>
    <w:p w:rsidR="007B2329" w:rsidRDefault="007B2329" w:rsidP="007B2329">
      <w:r>
        <w:t>207.1188</w:t>
      </w:r>
      <w:r>
        <w:tab/>
        <w:t>2.021e2</w:t>
      </w:r>
    </w:p>
    <w:p w:rsidR="007B2329" w:rsidRDefault="007B2329" w:rsidP="007B2329">
      <w:r>
        <w:t>207.1203</w:t>
      </w:r>
      <w:r>
        <w:tab/>
        <w:t>3.949e1</w:t>
      </w:r>
    </w:p>
    <w:p w:rsidR="007B2329" w:rsidRDefault="007B2329" w:rsidP="007B2329">
      <w:r>
        <w:t>207.1223</w:t>
      </w:r>
      <w:r>
        <w:tab/>
        <w:t>3.492e1</w:t>
      </w:r>
    </w:p>
    <w:p w:rsidR="007B2329" w:rsidRDefault="007B2329" w:rsidP="007B2329">
      <w:r>
        <w:t>207.1416</w:t>
      </w:r>
      <w:r>
        <w:tab/>
        <w:t>2.532e-2</w:t>
      </w:r>
    </w:p>
    <w:p w:rsidR="007B2329" w:rsidRDefault="007B2329" w:rsidP="007B2329">
      <w:r>
        <w:t>207.1530</w:t>
      </w:r>
      <w:r>
        <w:tab/>
        <w:t>3.051e0</w:t>
      </w:r>
    </w:p>
    <w:p w:rsidR="007B2329" w:rsidRDefault="007B2329" w:rsidP="007B2329">
      <w:r>
        <w:t>207.1577</w:t>
      </w:r>
      <w:r>
        <w:tab/>
        <w:t>3.038e0</w:t>
      </w:r>
    </w:p>
    <w:p w:rsidR="007B2329" w:rsidRDefault="007B2329" w:rsidP="007B2329">
      <w:r>
        <w:t>207.1680</w:t>
      </w:r>
      <w:r>
        <w:tab/>
        <w:t>2.025e0</w:t>
      </w:r>
    </w:p>
    <w:p w:rsidR="007B2329" w:rsidRDefault="007B2329" w:rsidP="007B2329">
      <w:r>
        <w:t>207.1737</w:t>
      </w:r>
      <w:r>
        <w:tab/>
        <w:t>1.013e0</w:t>
      </w:r>
    </w:p>
    <w:p w:rsidR="007B2329" w:rsidRDefault="007B2329" w:rsidP="007B2329">
      <w:r>
        <w:t>207.1889</w:t>
      </w:r>
      <w:r>
        <w:tab/>
        <w:t>1.013e0</w:t>
      </w:r>
    </w:p>
    <w:p w:rsidR="007B2329" w:rsidRDefault="007B2329" w:rsidP="007B2329">
      <w:r>
        <w:t>207.1929</w:t>
      </w:r>
      <w:r>
        <w:tab/>
        <w:t>1.013e0</w:t>
      </w:r>
    </w:p>
    <w:p w:rsidR="007B2329" w:rsidRDefault="007B2329" w:rsidP="007B2329">
      <w:r>
        <w:t>207.1950</w:t>
      </w:r>
      <w:r>
        <w:tab/>
        <w:t>2.025e0</w:t>
      </w:r>
    </w:p>
    <w:p w:rsidR="007B2329" w:rsidRDefault="007B2329" w:rsidP="007B2329">
      <w:r>
        <w:t>207.1975</w:t>
      </w:r>
      <w:r>
        <w:tab/>
        <w:t>1.025e0</w:t>
      </w:r>
    </w:p>
    <w:p w:rsidR="007B2329" w:rsidRDefault="007B2329" w:rsidP="007B2329">
      <w:r>
        <w:t>207.2048</w:t>
      </w:r>
      <w:r>
        <w:tab/>
        <w:t>1.013e0</w:t>
      </w:r>
    </w:p>
    <w:p w:rsidR="007B2329" w:rsidRDefault="007B2329" w:rsidP="007B2329">
      <w:r>
        <w:t>207.2222</w:t>
      </w:r>
      <w:r>
        <w:tab/>
        <w:t>1.025e0</w:t>
      </w:r>
    </w:p>
    <w:p w:rsidR="007B2329" w:rsidRDefault="007B2329" w:rsidP="007B2329">
      <w:r>
        <w:t>207.2262</w:t>
      </w:r>
      <w:r>
        <w:tab/>
        <w:t>2.025e0</w:t>
      </w:r>
    </w:p>
    <w:p w:rsidR="007B2329" w:rsidRDefault="007B2329" w:rsidP="007B2329">
      <w:r>
        <w:t>207.2294</w:t>
      </w:r>
      <w:r>
        <w:tab/>
        <w:t>2.038e0</w:t>
      </w:r>
    </w:p>
    <w:p w:rsidR="007B2329" w:rsidRDefault="007B2329" w:rsidP="007B2329">
      <w:r>
        <w:lastRenderedPageBreak/>
        <w:t>207.2321</w:t>
      </w:r>
      <w:r>
        <w:tab/>
        <w:t>2.025e0</w:t>
      </w:r>
    </w:p>
    <w:p w:rsidR="007B2329" w:rsidRDefault="007B2329" w:rsidP="007B2329">
      <w:r>
        <w:t>207.2545</w:t>
      </w:r>
      <w:r>
        <w:tab/>
        <w:t>1.013e0</w:t>
      </w:r>
    </w:p>
    <w:p w:rsidR="007B2329" w:rsidRDefault="007B2329" w:rsidP="007B2329">
      <w:r>
        <w:t>207.2621</w:t>
      </w:r>
      <w:r>
        <w:tab/>
        <w:t>1.013e0</w:t>
      </w:r>
    </w:p>
    <w:p w:rsidR="007B2329" w:rsidRDefault="007B2329" w:rsidP="007B2329">
      <w:r>
        <w:t>207.2659</w:t>
      </w:r>
      <w:r>
        <w:tab/>
        <w:t>1.013e0</w:t>
      </w:r>
    </w:p>
    <w:p w:rsidR="007B2329" w:rsidRDefault="007B2329" w:rsidP="007B2329">
      <w:r>
        <w:t>207.2809</w:t>
      </w:r>
      <w:r>
        <w:tab/>
        <w:t>1.013e0</w:t>
      </w:r>
    </w:p>
    <w:p w:rsidR="007B2329" w:rsidRDefault="007B2329" w:rsidP="007B2329">
      <w:r>
        <w:t>207.2847</w:t>
      </w:r>
      <w:r>
        <w:tab/>
        <w:t>1.013e0</w:t>
      </w:r>
    </w:p>
    <w:p w:rsidR="007B2329" w:rsidRDefault="007B2329" w:rsidP="007B2329">
      <w:r>
        <w:t>207.2959</w:t>
      </w:r>
      <w:r>
        <w:tab/>
        <w:t>2.025e0</w:t>
      </w:r>
    </w:p>
    <w:p w:rsidR="007B2329" w:rsidRDefault="007B2329" w:rsidP="007B2329">
      <w:r>
        <w:t>207.3038</w:t>
      </w:r>
      <w:r>
        <w:tab/>
        <w:t>1.013e0</w:t>
      </w:r>
    </w:p>
    <w:p w:rsidR="007B2329" w:rsidRDefault="007B2329" w:rsidP="007B2329">
      <w:r>
        <w:t>207.3117</w:t>
      </w:r>
      <w:r>
        <w:tab/>
        <w:t>1.013e0</w:t>
      </w:r>
    </w:p>
    <w:p w:rsidR="007B2329" w:rsidRDefault="007B2329" w:rsidP="007B2329">
      <w:r>
        <w:t>207.3236</w:t>
      </w:r>
      <w:r>
        <w:tab/>
        <w:t>1.266e-2</w:t>
      </w:r>
    </w:p>
    <w:p w:rsidR="007B2329" w:rsidRDefault="007B2329" w:rsidP="007B2329">
      <w:r>
        <w:t>207.3277</w:t>
      </w:r>
      <w:r>
        <w:tab/>
        <w:t>1.013e0</w:t>
      </w:r>
    </w:p>
    <w:p w:rsidR="007B2329" w:rsidRDefault="007B2329" w:rsidP="007B2329">
      <w:r>
        <w:t>207.3315</w:t>
      </w:r>
      <w:r>
        <w:tab/>
        <w:t>2.025e0</w:t>
      </w:r>
    </w:p>
    <w:p w:rsidR="007B2329" w:rsidRDefault="007B2329" w:rsidP="007B2329">
      <w:r>
        <w:t>207.3392</w:t>
      </w:r>
      <w:r>
        <w:tab/>
        <w:t>2.025e0</w:t>
      </w:r>
    </w:p>
    <w:p w:rsidR="007B2329" w:rsidRDefault="007B2329" w:rsidP="007B2329">
      <w:r>
        <w:t>207.3542</w:t>
      </w:r>
      <w:r>
        <w:tab/>
        <w:t>2.025e0</w:t>
      </w:r>
    </w:p>
    <w:p w:rsidR="007B2329" w:rsidRDefault="007B2329" w:rsidP="007B2329">
      <w:r>
        <w:t>207.3599</w:t>
      </w:r>
      <w:r>
        <w:tab/>
        <w:t>2.025e0</w:t>
      </w:r>
    </w:p>
    <w:p w:rsidR="007B2329" w:rsidRDefault="007B2329" w:rsidP="007B2329">
      <w:r>
        <w:t>207.3957</w:t>
      </w:r>
      <w:r>
        <w:tab/>
        <w:t>1.013e0</w:t>
      </w:r>
    </w:p>
    <w:p w:rsidR="007B2329" w:rsidRDefault="007B2329" w:rsidP="007B2329">
      <w:r>
        <w:t>207.4069</w:t>
      </w:r>
      <w:r>
        <w:tab/>
        <w:t>2.025e0</w:t>
      </w:r>
    </w:p>
    <w:p w:rsidR="007B2329" w:rsidRDefault="007B2329" w:rsidP="007B2329">
      <w:r>
        <w:t>207.4107</w:t>
      </w:r>
      <w:r>
        <w:tab/>
        <w:t>1.013e0</w:t>
      </w:r>
    </w:p>
    <w:p w:rsidR="007B2329" w:rsidRDefault="007B2329" w:rsidP="007B2329">
      <w:r>
        <w:t>207.4155</w:t>
      </w:r>
      <w:r>
        <w:tab/>
        <w:t>1.025e0</w:t>
      </w:r>
    </w:p>
    <w:p w:rsidR="007B2329" w:rsidRDefault="007B2329" w:rsidP="007B2329">
      <w:r>
        <w:lastRenderedPageBreak/>
        <w:t>207.4306</w:t>
      </w:r>
      <w:r>
        <w:tab/>
        <w:t>1.266e-2</w:t>
      </w:r>
    </w:p>
    <w:p w:rsidR="007B2329" w:rsidRDefault="007B2329" w:rsidP="007B2329">
      <w:r>
        <w:t>207.4385</w:t>
      </w:r>
      <w:r>
        <w:tab/>
        <w:t>2.025e0</w:t>
      </w:r>
    </w:p>
    <w:p w:rsidR="007B2329" w:rsidRDefault="007B2329" w:rsidP="007B2329">
      <w:r>
        <w:t>207.4504</w:t>
      </w:r>
      <w:r>
        <w:tab/>
        <w:t>3.038e0</w:t>
      </w:r>
    </w:p>
    <w:p w:rsidR="007B2329" w:rsidRDefault="007B2329" w:rsidP="007B2329">
      <w:r>
        <w:t>207.4538</w:t>
      </w:r>
      <w:r>
        <w:tab/>
        <w:t>2.025e0</w:t>
      </w:r>
    </w:p>
    <w:p w:rsidR="007B2329" w:rsidRDefault="007B2329" w:rsidP="007B2329">
      <w:r>
        <w:t>207.4615</w:t>
      </w:r>
      <w:r>
        <w:tab/>
        <w:t>1.013e0</w:t>
      </w:r>
    </w:p>
    <w:p w:rsidR="007B2329" w:rsidRDefault="007B2329" w:rsidP="007B2329">
      <w:r>
        <w:t>207.4653</w:t>
      </w:r>
      <w:r>
        <w:tab/>
        <w:t>1.013e0</w:t>
      </w:r>
    </w:p>
    <w:p w:rsidR="007B2329" w:rsidRDefault="007B2329" w:rsidP="007B2329">
      <w:r>
        <w:t>207.4871</w:t>
      </w:r>
      <w:r>
        <w:tab/>
        <w:t>3.038e0</w:t>
      </w:r>
    </w:p>
    <w:p w:rsidR="007B2329" w:rsidRDefault="007B2329" w:rsidP="007B2329">
      <w:r>
        <w:t>207.4992</w:t>
      </w:r>
      <w:r>
        <w:tab/>
        <w:t>5.063e0</w:t>
      </w:r>
    </w:p>
    <w:p w:rsidR="007B2329" w:rsidRDefault="007B2329" w:rsidP="007B2329">
      <w:r>
        <w:t>207.5068</w:t>
      </w:r>
      <w:r>
        <w:tab/>
        <w:t>1.013e0</w:t>
      </w:r>
    </w:p>
    <w:p w:rsidR="007B2329" w:rsidRDefault="007B2329" w:rsidP="007B2329">
      <w:r>
        <w:t>207.5142</w:t>
      </w:r>
      <w:r>
        <w:tab/>
        <w:t>2.025e0</w:t>
      </w:r>
    </w:p>
    <w:p w:rsidR="007B2329" w:rsidRDefault="007B2329" w:rsidP="007B2329">
      <w:r>
        <w:t>207.5257</w:t>
      </w:r>
      <w:r>
        <w:tab/>
        <w:t>1.013e0</w:t>
      </w:r>
    </w:p>
    <w:p w:rsidR="007B2329" w:rsidRDefault="007B2329" w:rsidP="007B2329">
      <w:r>
        <w:t>207.5336</w:t>
      </w:r>
      <w:r>
        <w:tab/>
        <w:t>1.013e0</w:t>
      </w:r>
    </w:p>
    <w:p w:rsidR="007B2329" w:rsidRDefault="007B2329" w:rsidP="007B2329">
      <w:r>
        <w:t>207.5375</w:t>
      </w:r>
      <w:r>
        <w:tab/>
        <w:t>1.013e0</w:t>
      </w:r>
    </w:p>
    <w:p w:rsidR="007B2329" w:rsidRDefault="007B2329" w:rsidP="007B2329">
      <w:r>
        <w:t>207.5455</w:t>
      </w:r>
      <w:r>
        <w:tab/>
        <w:t>1.013e0</w:t>
      </w:r>
    </w:p>
    <w:p w:rsidR="007B2329" w:rsidRDefault="007B2329" w:rsidP="007B2329">
      <w:r>
        <w:t>207.5575</w:t>
      </w:r>
      <w:r>
        <w:tab/>
        <w:t>1.013e0</w:t>
      </w:r>
    </w:p>
    <w:p w:rsidR="007B2329" w:rsidRDefault="007B2329" w:rsidP="007B2329">
      <w:r>
        <w:t>207.5726</w:t>
      </w:r>
      <w:r>
        <w:tab/>
        <w:t>1.013e0</w:t>
      </w:r>
    </w:p>
    <w:p w:rsidR="007B2329" w:rsidRDefault="007B2329" w:rsidP="007B2329">
      <w:r>
        <w:t>207.5801</w:t>
      </w:r>
      <w:r>
        <w:tab/>
        <w:t>1.013e0</w:t>
      </w:r>
    </w:p>
    <w:p w:rsidR="007B2329" w:rsidRDefault="007B2329" w:rsidP="007B2329">
      <w:r>
        <w:t>207.5839</w:t>
      </w:r>
      <w:r>
        <w:tab/>
        <w:t>1.013e0</w:t>
      </w:r>
    </w:p>
    <w:p w:rsidR="007B2329" w:rsidRDefault="007B2329" w:rsidP="007B2329">
      <w:r>
        <w:t>207.5971</w:t>
      </w:r>
      <w:r>
        <w:tab/>
        <w:t>2.025e0</w:t>
      </w:r>
    </w:p>
    <w:p w:rsidR="007B2329" w:rsidRDefault="007B2329" w:rsidP="007B2329">
      <w:r>
        <w:lastRenderedPageBreak/>
        <w:t>207.6008</w:t>
      </w:r>
      <w:r>
        <w:tab/>
        <w:t>2.025e0</w:t>
      </w:r>
    </w:p>
    <w:p w:rsidR="007B2329" w:rsidRDefault="007B2329" w:rsidP="007B2329">
      <w:r>
        <w:t>207.6103</w:t>
      </w:r>
      <w:r>
        <w:tab/>
        <w:t>1.013e0</w:t>
      </w:r>
    </w:p>
    <w:p w:rsidR="007B2329" w:rsidRDefault="007B2329" w:rsidP="007B2329">
      <w:r>
        <w:t>207.6178</w:t>
      </w:r>
      <w:r>
        <w:tab/>
        <w:t>3.038e0</w:t>
      </w:r>
    </w:p>
    <w:p w:rsidR="007B2329" w:rsidRDefault="007B2329" w:rsidP="007B2329">
      <w:r>
        <w:t>207.6216</w:t>
      </w:r>
      <w:r>
        <w:tab/>
        <w:t>1.013e0</w:t>
      </w:r>
    </w:p>
    <w:p w:rsidR="007B2329" w:rsidRDefault="007B2329" w:rsidP="007B2329">
      <w:r>
        <w:t>207.6253</w:t>
      </w:r>
      <w:r>
        <w:tab/>
        <w:t>1.013e0</w:t>
      </w:r>
    </w:p>
    <w:p w:rsidR="007B2329" w:rsidRDefault="007B2329" w:rsidP="007B2329">
      <w:r>
        <w:t>207.6290</w:t>
      </w:r>
      <w:r>
        <w:tab/>
        <w:t>1.013e0</w:t>
      </w:r>
    </w:p>
    <w:p w:rsidR="007B2329" w:rsidRDefault="007B2329" w:rsidP="007B2329">
      <w:r>
        <w:t>207.6354</w:t>
      </w:r>
      <w:r>
        <w:tab/>
        <w:t>4.051e0</w:t>
      </w:r>
    </w:p>
    <w:p w:rsidR="007B2329" w:rsidRDefault="007B2329" w:rsidP="007B2329">
      <w:r>
        <w:t>207.6526</w:t>
      </w:r>
      <w:r>
        <w:tab/>
        <w:t>1.013e0</w:t>
      </w:r>
    </w:p>
    <w:p w:rsidR="007B2329" w:rsidRDefault="007B2329" w:rsidP="007B2329">
      <w:r>
        <w:t>207.6565</w:t>
      </w:r>
      <w:r>
        <w:tab/>
        <w:t>2.025e0</w:t>
      </w:r>
    </w:p>
    <w:p w:rsidR="007B2329" w:rsidRDefault="007B2329" w:rsidP="007B2329">
      <w:r>
        <w:t>207.6645</w:t>
      </w:r>
      <w:r>
        <w:tab/>
        <w:t>1.013e0</w:t>
      </w:r>
    </w:p>
    <w:p w:rsidR="007B2329" w:rsidRDefault="007B2329" w:rsidP="007B2329">
      <w:r>
        <w:t>207.6715</w:t>
      </w:r>
      <w:r>
        <w:tab/>
        <w:t>5.063e0</w:t>
      </w:r>
    </w:p>
    <w:p w:rsidR="007B2329" w:rsidRDefault="007B2329" w:rsidP="007B2329">
      <w:r>
        <w:t>207.6949</w:t>
      </w:r>
      <w:r>
        <w:tab/>
        <w:t>3.038e0</w:t>
      </w:r>
    </w:p>
    <w:p w:rsidR="007B2329" w:rsidRDefault="007B2329" w:rsidP="007B2329">
      <w:r>
        <w:t>207.6987</w:t>
      </w:r>
      <w:r>
        <w:tab/>
        <w:t>1.013e0</w:t>
      </w:r>
    </w:p>
    <w:p w:rsidR="007B2329" w:rsidRDefault="007B2329" w:rsidP="007B2329">
      <w:r>
        <w:t>207.7008</w:t>
      </w:r>
      <w:r>
        <w:tab/>
        <w:t>2.038e0</w:t>
      </w:r>
    </w:p>
    <w:p w:rsidR="007B2329" w:rsidRDefault="007B2329" w:rsidP="007B2329">
      <w:r>
        <w:t>207.7082</w:t>
      </w:r>
      <w:r>
        <w:tab/>
        <w:t>2.025e0</w:t>
      </w:r>
    </w:p>
    <w:p w:rsidR="007B2329" w:rsidRDefault="007B2329" w:rsidP="007B2329">
      <w:r>
        <w:t>207.7100</w:t>
      </w:r>
      <w:r>
        <w:tab/>
        <w:t>1.013e0</w:t>
      </w:r>
    </w:p>
    <w:p w:rsidR="007B2329" w:rsidRDefault="007B2329" w:rsidP="007B2329">
      <w:r>
        <w:t>207.7176</w:t>
      </w:r>
      <w:r>
        <w:tab/>
        <w:t>2.025e0</w:t>
      </w:r>
    </w:p>
    <w:p w:rsidR="007B2329" w:rsidRDefault="007B2329" w:rsidP="007B2329">
      <w:r>
        <w:t>207.7215</w:t>
      </w:r>
      <w:r>
        <w:tab/>
        <w:t>1.013e0</w:t>
      </w:r>
    </w:p>
    <w:p w:rsidR="007B2329" w:rsidRDefault="007B2329" w:rsidP="007B2329">
      <w:r>
        <w:t>207.7252</w:t>
      </w:r>
      <w:r>
        <w:tab/>
        <w:t>1.013e0</w:t>
      </w:r>
    </w:p>
    <w:p w:rsidR="007B2329" w:rsidRDefault="007B2329" w:rsidP="007B2329">
      <w:r>
        <w:lastRenderedPageBreak/>
        <w:t>207.7326</w:t>
      </w:r>
      <w:r>
        <w:tab/>
        <w:t>1.013e0</w:t>
      </w:r>
    </w:p>
    <w:p w:rsidR="007B2329" w:rsidRDefault="007B2329" w:rsidP="007B2329">
      <w:r>
        <w:t>207.7345</w:t>
      </w:r>
      <w:r>
        <w:tab/>
        <w:t>2.025e0</w:t>
      </w:r>
    </w:p>
    <w:p w:rsidR="007B2329" w:rsidRDefault="007B2329" w:rsidP="007B2329">
      <w:r>
        <w:t>207.7517</w:t>
      </w:r>
      <w:r>
        <w:tab/>
        <w:t>1.013e0</w:t>
      </w:r>
    </w:p>
    <w:p w:rsidR="007B2329" w:rsidRDefault="007B2329" w:rsidP="007B2329">
      <w:r>
        <w:t>207.7599</w:t>
      </w:r>
      <w:r>
        <w:tab/>
        <w:t>2.025e0</w:t>
      </w:r>
    </w:p>
    <w:p w:rsidR="007B2329" w:rsidRDefault="007B2329" w:rsidP="007B2329">
      <w:r>
        <w:t>207.7677</w:t>
      </w:r>
      <w:r>
        <w:tab/>
        <w:t>1.013e0</w:t>
      </w:r>
    </w:p>
    <w:p w:rsidR="007B2329" w:rsidRDefault="007B2329" w:rsidP="007B2329">
      <w:r>
        <w:t>207.7794</w:t>
      </w:r>
      <w:r>
        <w:tab/>
        <w:t>3.038e0</w:t>
      </w:r>
    </w:p>
    <w:p w:rsidR="007B2329" w:rsidRDefault="007B2329" w:rsidP="007B2329">
      <w:r>
        <w:t>207.7872</w:t>
      </w:r>
      <w:r>
        <w:tab/>
        <w:t>2.025e0</w:t>
      </w:r>
    </w:p>
    <w:p w:rsidR="007B2329" w:rsidRDefault="007B2329" w:rsidP="007B2329">
      <w:r>
        <w:t>207.7948</w:t>
      </w:r>
      <w:r>
        <w:tab/>
        <w:t>2.025e0</w:t>
      </w:r>
    </w:p>
    <w:p w:rsidR="007B2329" w:rsidRDefault="007B2329" w:rsidP="007B2329">
      <w:r>
        <w:t>207.8023</w:t>
      </w:r>
      <w:r>
        <w:tab/>
        <w:t>1.013e0</w:t>
      </w:r>
    </w:p>
    <w:p w:rsidR="007B2329" w:rsidRDefault="007B2329" w:rsidP="007B2329">
      <w:r>
        <w:t>207.8363</w:t>
      </w:r>
      <w:r>
        <w:tab/>
        <w:t>1.013e0</w:t>
      </w:r>
    </w:p>
    <w:p w:rsidR="007B2329" w:rsidRDefault="007B2329" w:rsidP="007B2329">
      <w:r>
        <w:t>207.8400</w:t>
      </w:r>
      <w:r>
        <w:tab/>
        <w:t>2.025e0</w:t>
      </w:r>
    </w:p>
    <w:p w:rsidR="007B2329" w:rsidRDefault="007B2329" w:rsidP="007B2329">
      <w:r>
        <w:t>207.8418</w:t>
      </w:r>
      <w:r>
        <w:tab/>
        <w:t>1.025e0</w:t>
      </w:r>
    </w:p>
    <w:p w:rsidR="007B2329" w:rsidRDefault="007B2329" w:rsidP="007B2329">
      <w:r>
        <w:t>207.8475</w:t>
      </w:r>
      <w:r>
        <w:tab/>
        <w:t>1.038e0</w:t>
      </w:r>
    </w:p>
    <w:p w:rsidR="007B2329" w:rsidRDefault="007B2329" w:rsidP="007B2329">
      <w:r>
        <w:t>207.8730</w:t>
      </w:r>
      <w:r>
        <w:tab/>
        <w:t>2.025e0</w:t>
      </w:r>
    </w:p>
    <w:p w:rsidR="007B2329" w:rsidRDefault="007B2329" w:rsidP="007B2329">
      <w:r>
        <w:t>207.8995</w:t>
      </w:r>
      <w:r>
        <w:tab/>
        <w:t>3.051e0</w:t>
      </w:r>
    </w:p>
    <w:p w:rsidR="007B2329" w:rsidRDefault="007B2329" w:rsidP="007B2329">
      <w:r>
        <w:t>207.9021</w:t>
      </w:r>
      <w:r>
        <w:tab/>
        <w:t>1.013e0</w:t>
      </w:r>
    </w:p>
    <w:p w:rsidR="007B2329" w:rsidRDefault="007B2329" w:rsidP="007B2329">
      <w:r>
        <w:t>207.9097</w:t>
      </w:r>
      <w:r>
        <w:tab/>
        <w:t>1.013e0</w:t>
      </w:r>
    </w:p>
    <w:p w:rsidR="007B2329" w:rsidRDefault="007B2329" w:rsidP="007B2329">
      <w:r>
        <w:t>207.9209</w:t>
      </w:r>
      <w:r>
        <w:tab/>
        <w:t>1.013e0</w:t>
      </w:r>
    </w:p>
    <w:p w:rsidR="007B2329" w:rsidRDefault="007B2329" w:rsidP="007B2329">
      <w:r>
        <w:t>207.9284</w:t>
      </w:r>
      <w:r>
        <w:tab/>
        <w:t>1.013e0</w:t>
      </w:r>
    </w:p>
    <w:p w:rsidR="007B2329" w:rsidRDefault="007B2329" w:rsidP="007B2329">
      <w:r>
        <w:lastRenderedPageBreak/>
        <w:t>207.9444</w:t>
      </w:r>
      <w:r>
        <w:tab/>
        <w:t>3.038e0</w:t>
      </w:r>
    </w:p>
    <w:p w:rsidR="007B2329" w:rsidRDefault="007B2329" w:rsidP="007B2329">
      <w:r>
        <w:t>207.9474</w:t>
      </w:r>
      <w:r>
        <w:tab/>
        <w:t>1.013e0</w:t>
      </w:r>
    </w:p>
    <w:p w:rsidR="007B2329" w:rsidRDefault="007B2329" w:rsidP="007B2329">
      <w:r>
        <w:t>207.9511</w:t>
      </w:r>
      <w:r>
        <w:tab/>
        <w:t>4.051e0</w:t>
      </w:r>
    </w:p>
    <w:p w:rsidR="007B2329" w:rsidRDefault="007B2329" w:rsidP="007B2329">
      <w:r>
        <w:t>207.9530</w:t>
      </w:r>
      <w:r>
        <w:tab/>
        <w:t>1.025e0</w:t>
      </w:r>
    </w:p>
    <w:p w:rsidR="007B2329" w:rsidRDefault="007B2329" w:rsidP="007B2329">
      <w:r>
        <w:t>207.9548</w:t>
      </w:r>
      <w:r>
        <w:tab/>
        <w:t>1.013e0</w:t>
      </w:r>
    </w:p>
    <w:p w:rsidR="007B2329" w:rsidRDefault="007B2329" w:rsidP="007B2329">
      <w:r>
        <w:t>207.9586</w:t>
      </w:r>
      <w:r>
        <w:tab/>
        <w:t>1.013e0</w:t>
      </w:r>
    </w:p>
    <w:p w:rsidR="007B2329" w:rsidRDefault="007B2329" w:rsidP="007B2329">
      <w:r>
        <w:t>207.9660</w:t>
      </w:r>
      <w:r>
        <w:tab/>
        <w:t>1.013e0</w:t>
      </w:r>
    </w:p>
    <w:p w:rsidR="007B2329" w:rsidRDefault="007B2329" w:rsidP="007B2329">
      <w:r>
        <w:t>207.9899</w:t>
      </w:r>
      <w:r>
        <w:tab/>
        <w:t>2.025e0</w:t>
      </w:r>
    </w:p>
    <w:p w:rsidR="007B2329" w:rsidRDefault="007B2329" w:rsidP="007B2329">
      <w:r>
        <w:t>208.0058</w:t>
      </w:r>
      <w:r>
        <w:tab/>
        <w:t>1.013e0</w:t>
      </w:r>
    </w:p>
    <w:p w:rsidR="007B2329" w:rsidRDefault="007B2329" w:rsidP="007B2329">
      <w:r>
        <w:t>208.0135</w:t>
      </w:r>
      <w:r>
        <w:tab/>
        <w:t>5.063e0</w:t>
      </w:r>
    </w:p>
    <w:p w:rsidR="007B2329" w:rsidRDefault="007B2329" w:rsidP="007B2329">
      <w:r>
        <w:t>208.0199</w:t>
      </w:r>
      <w:r>
        <w:tab/>
        <w:t>3.038e0</w:t>
      </w:r>
    </w:p>
    <w:p w:rsidR="007B2329" w:rsidRDefault="007B2329" w:rsidP="007B2329">
      <w:r>
        <w:t>208.0368</w:t>
      </w:r>
      <w:r>
        <w:tab/>
        <w:t>2.532e1</w:t>
      </w:r>
    </w:p>
    <w:p w:rsidR="007B2329" w:rsidRDefault="007B2329" w:rsidP="007B2329">
      <w:r>
        <w:t>208.0452</w:t>
      </w:r>
      <w:r>
        <w:tab/>
        <w:t>1.418e1</w:t>
      </w:r>
    </w:p>
    <w:p w:rsidR="007B2329" w:rsidRDefault="007B2329" w:rsidP="007B2329">
      <w:r>
        <w:t>208.0842</w:t>
      </w:r>
      <w:r>
        <w:tab/>
        <w:t>4.006e0</w:t>
      </w:r>
    </w:p>
    <w:p w:rsidR="007B2329" w:rsidRDefault="007B2329" w:rsidP="007B2329">
      <w:r>
        <w:t>208.0931</w:t>
      </w:r>
      <w:r>
        <w:tab/>
        <w:t>1.013e0</w:t>
      </w:r>
    </w:p>
    <w:p w:rsidR="007B2329" w:rsidRDefault="007B2329" w:rsidP="007B2329">
      <w:r>
        <w:t>208.1089</w:t>
      </w:r>
      <w:r>
        <w:tab/>
        <w:t>1.418e1</w:t>
      </w:r>
    </w:p>
    <w:p w:rsidR="007B2329" w:rsidRDefault="007B2329" w:rsidP="007B2329">
      <w:r>
        <w:t>208.1101</w:t>
      </w:r>
      <w:r>
        <w:tab/>
        <w:t>3.798e-2</w:t>
      </w:r>
    </w:p>
    <w:p w:rsidR="007B2329" w:rsidRDefault="007B2329" w:rsidP="007B2329">
      <w:r>
        <w:t>208.1138</w:t>
      </w:r>
      <w:r>
        <w:tab/>
        <w:t>1.723e1</w:t>
      </w:r>
    </w:p>
    <w:p w:rsidR="007B2329" w:rsidRDefault="007B2329" w:rsidP="007B2329">
      <w:r>
        <w:t>208.1150</w:t>
      </w:r>
      <w:r>
        <w:tab/>
        <w:t>4.495e1</w:t>
      </w:r>
    </w:p>
    <w:p w:rsidR="007B2329" w:rsidRDefault="007B2329" w:rsidP="007B2329">
      <w:r>
        <w:lastRenderedPageBreak/>
        <w:t>208.1176</w:t>
      </w:r>
      <w:r>
        <w:tab/>
        <w:t>6.670e1</w:t>
      </w:r>
    </w:p>
    <w:p w:rsidR="007B2329" w:rsidRDefault="007B2329" w:rsidP="007B2329">
      <w:r>
        <w:t>208.1303</w:t>
      </w:r>
      <w:r>
        <w:tab/>
        <w:t>7.887e-1</w:t>
      </w:r>
    </w:p>
    <w:p w:rsidR="007B2329" w:rsidRDefault="007B2329" w:rsidP="007B2329">
      <w:r>
        <w:t>208.1508</w:t>
      </w:r>
      <w:r>
        <w:tab/>
        <w:t>2.025e0</w:t>
      </w:r>
    </w:p>
    <w:p w:rsidR="007B2329" w:rsidRDefault="007B2329" w:rsidP="007B2329">
      <w:r>
        <w:t>208.1638</w:t>
      </w:r>
      <w:r>
        <w:tab/>
        <w:t>3.038e0</w:t>
      </w:r>
    </w:p>
    <w:p w:rsidR="007B2329" w:rsidRDefault="007B2329" w:rsidP="007B2329">
      <w:r>
        <w:t>208.1660</w:t>
      </w:r>
      <w:r>
        <w:tab/>
        <w:t>1.013e0</w:t>
      </w:r>
    </w:p>
    <w:p w:rsidR="007B2329" w:rsidRDefault="007B2329" w:rsidP="007B2329">
      <w:r>
        <w:t>208.1679</w:t>
      </w:r>
      <w:r>
        <w:tab/>
        <w:t>2.507e0</w:t>
      </w:r>
    </w:p>
    <w:p w:rsidR="007B2329" w:rsidRDefault="007B2329" w:rsidP="007B2329">
      <w:r>
        <w:t>208.1697</w:t>
      </w:r>
      <w:r>
        <w:tab/>
        <w:t>1.013e0</w:t>
      </w:r>
    </w:p>
    <w:p w:rsidR="007B2329" w:rsidRDefault="007B2329" w:rsidP="007B2329">
      <w:r>
        <w:t>208.1734</w:t>
      </w:r>
      <w:r>
        <w:tab/>
        <w:t>3.038e0</w:t>
      </w:r>
    </w:p>
    <w:p w:rsidR="007B2329" w:rsidRDefault="007B2329" w:rsidP="007B2329">
      <w:r>
        <w:t>208.1967</w:t>
      </w:r>
      <w:r>
        <w:tab/>
        <w:t>2.025e0</w:t>
      </w:r>
    </w:p>
    <w:p w:rsidR="007B2329" w:rsidRDefault="007B2329" w:rsidP="007B2329">
      <w:r>
        <w:t>208.2064</w:t>
      </w:r>
      <w:r>
        <w:tab/>
        <w:t>2.025e0</w:t>
      </w:r>
    </w:p>
    <w:p w:rsidR="007B2329" w:rsidRDefault="007B2329" w:rsidP="007B2329">
      <w:r>
        <w:t>208.2084</w:t>
      </w:r>
      <w:r>
        <w:tab/>
        <w:t>3.038e0</w:t>
      </w:r>
    </w:p>
    <w:p w:rsidR="007B2329" w:rsidRDefault="007B2329" w:rsidP="007B2329">
      <w:r>
        <w:t>208.2164</w:t>
      </w:r>
      <w:r>
        <w:tab/>
        <w:t>2.025e0</w:t>
      </w:r>
    </w:p>
    <w:p w:rsidR="007B2329" w:rsidRDefault="007B2329" w:rsidP="007B2329">
      <w:r>
        <w:t>208.2244</w:t>
      </w:r>
      <w:r>
        <w:tab/>
        <w:t>1.013e0</w:t>
      </w:r>
    </w:p>
    <w:p w:rsidR="007B2329" w:rsidRDefault="007B2329" w:rsidP="007B2329">
      <w:r>
        <w:t>208.2375</w:t>
      </w:r>
      <w:r>
        <w:tab/>
        <w:t>2.025e0</w:t>
      </w:r>
    </w:p>
    <w:p w:rsidR="007B2329" w:rsidRDefault="007B2329" w:rsidP="007B2329">
      <w:r>
        <w:t>208.2468</w:t>
      </w:r>
      <w:r>
        <w:tab/>
        <w:t>1.013e0</w:t>
      </w:r>
    </w:p>
    <w:p w:rsidR="007B2329" w:rsidRDefault="007B2329" w:rsidP="007B2329">
      <w:r>
        <w:t>208.2506</w:t>
      </w:r>
      <w:r>
        <w:tab/>
        <w:t>1.013e0</w:t>
      </w:r>
    </w:p>
    <w:p w:rsidR="007B2329" w:rsidRDefault="007B2329" w:rsidP="007B2329">
      <w:r>
        <w:t>208.2535</w:t>
      </w:r>
      <w:r>
        <w:tab/>
        <w:t>3.038e0</w:t>
      </w:r>
    </w:p>
    <w:p w:rsidR="007B2329" w:rsidRDefault="007B2329" w:rsidP="007B2329">
      <w:r>
        <w:t>208.2602</w:t>
      </w:r>
      <w:r>
        <w:tab/>
        <w:t>3.038e0</w:t>
      </w:r>
    </w:p>
    <w:p w:rsidR="007B2329" w:rsidRDefault="007B2329" w:rsidP="007B2329">
      <w:r>
        <w:t>208.2619</w:t>
      </w:r>
      <w:r>
        <w:tab/>
        <w:t>1.266e-2</w:t>
      </w:r>
    </w:p>
    <w:p w:rsidR="007B2329" w:rsidRDefault="007B2329" w:rsidP="007B2329">
      <w:r>
        <w:lastRenderedPageBreak/>
        <w:t>208.2657</w:t>
      </w:r>
      <w:r>
        <w:tab/>
        <w:t>1.013e0</w:t>
      </w:r>
    </w:p>
    <w:p w:rsidR="007B2329" w:rsidRDefault="007B2329" w:rsidP="007B2329">
      <w:r>
        <w:t>208.2733</w:t>
      </w:r>
      <w:r>
        <w:tab/>
        <w:t>1.013e0</w:t>
      </w:r>
    </w:p>
    <w:p w:rsidR="007B2329" w:rsidRDefault="007B2329" w:rsidP="007B2329">
      <w:r>
        <w:t>208.2846</w:t>
      </w:r>
      <w:r>
        <w:tab/>
        <w:t>1.013e0</w:t>
      </w:r>
    </w:p>
    <w:p w:rsidR="007B2329" w:rsidRDefault="007B2329" w:rsidP="007B2329">
      <w:r>
        <w:t>208.3080</w:t>
      </w:r>
      <w:r>
        <w:tab/>
        <w:t>5.063e0</w:t>
      </w:r>
    </w:p>
    <w:p w:rsidR="007B2329" w:rsidRDefault="007B2329" w:rsidP="007B2329">
      <w:r>
        <w:t>208.3197</w:t>
      </w:r>
      <w:r>
        <w:tab/>
        <w:t>1.013e0</w:t>
      </w:r>
    </w:p>
    <w:p w:rsidR="007B2329" w:rsidRDefault="007B2329" w:rsidP="007B2329">
      <w:r>
        <w:t>208.3269</w:t>
      </w:r>
      <w:r>
        <w:tab/>
        <w:t>2.025e0</w:t>
      </w:r>
    </w:p>
    <w:p w:rsidR="007B2329" w:rsidRDefault="007B2329" w:rsidP="007B2329">
      <w:r>
        <w:t>208.3314</w:t>
      </w:r>
      <w:r>
        <w:tab/>
        <w:t>2.025e0</w:t>
      </w:r>
    </w:p>
    <w:p w:rsidR="007B2329" w:rsidRDefault="007B2329" w:rsidP="007B2329">
      <w:r>
        <w:t>208.3430</w:t>
      </w:r>
      <w:r>
        <w:tab/>
        <w:t>1.013e0</w:t>
      </w:r>
    </w:p>
    <w:p w:rsidR="007B2329" w:rsidRDefault="007B2329" w:rsidP="007B2329">
      <w:r>
        <w:t>208.3468</w:t>
      </w:r>
      <w:r>
        <w:tab/>
        <w:t>1.013e0</w:t>
      </w:r>
    </w:p>
    <w:p w:rsidR="007B2329" w:rsidRDefault="007B2329" w:rsidP="007B2329">
      <w:r>
        <w:t>208.3580</w:t>
      </w:r>
      <w:r>
        <w:tab/>
        <w:t>1.013e0</w:t>
      </w:r>
    </w:p>
    <w:p w:rsidR="007B2329" w:rsidRDefault="007B2329" w:rsidP="007B2329">
      <w:r>
        <w:t>208.3657</w:t>
      </w:r>
      <w:r>
        <w:tab/>
        <w:t>1.013e0</w:t>
      </w:r>
    </w:p>
    <w:p w:rsidR="007B2329" w:rsidRDefault="007B2329" w:rsidP="007B2329">
      <w:r>
        <w:t>208.3675</w:t>
      </w:r>
      <w:r>
        <w:tab/>
        <w:t>2.025e0</w:t>
      </w:r>
    </w:p>
    <w:p w:rsidR="007B2329" w:rsidRDefault="007B2329" w:rsidP="007B2329">
      <w:r>
        <w:t>208.3731</w:t>
      </w:r>
      <w:r>
        <w:tab/>
        <w:t>1.013e0</w:t>
      </w:r>
    </w:p>
    <w:p w:rsidR="007B2329" w:rsidRDefault="007B2329" w:rsidP="007B2329">
      <w:r>
        <w:t>208.3769</w:t>
      </w:r>
      <w:r>
        <w:tab/>
        <w:t>1.013e0</w:t>
      </w:r>
    </w:p>
    <w:p w:rsidR="007B2329" w:rsidRDefault="007B2329" w:rsidP="007B2329">
      <w:r>
        <w:t>208.3882</w:t>
      </w:r>
      <w:r>
        <w:tab/>
        <w:t>1.013e0</w:t>
      </w:r>
    </w:p>
    <w:p w:rsidR="007B2329" w:rsidRDefault="007B2329" w:rsidP="007B2329">
      <w:r>
        <w:t>208.3958</w:t>
      </w:r>
      <w:r>
        <w:tab/>
        <w:t>1.013e0</w:t>
      </w:r>
    </w:p>
    <w:p w:rsidR="007B2329" w:rsidRDefault="007B2329" w:rsidP="007B2329">
      <w:r>
        <w:t>208.4033</w:t>
      </w:r>
      <w:r>
        <w:tab/>
        <w:t>1.266e-2</w:t>
      </w:r>
    </w:p>
    <w:p w:rsidR="007B2329" w:rsidRDefault="007B2329" w:rsidP="007B2329">
      <w:r>
        <w:t>208.4173</w:t>
      </w:r>
      <w:r>
        <w:tab/>
        <w:t>2.025e0</w:t>
      </w:r>
    </w:p>
    <w:p w:rsidR="007B2329" w:rsidRDefault="007B2329" w:rsidP="007B2329">
      <w:r>
        <w:t>208.4231</w:t>
      </w:r>
      <w:r>
        <w:tab/>
        <w:t>2.025e0</w:t>
      </w:r>
    </w:p>
    <w:p w:rsidR="007B2329" w:rsidRDefault="007B2329" w:rsidP="007B2329">
      <w:r>
        <w:lastRenderedPageBreak/>
        <w:t>208.4327</w:t>
      </w:r>
      <w:r>
        <w:tab/>
        <w:t>2.025e0</w:t>
      </w:r>
    </w:p>
    <w:p w:rsidR="007B2329" w:rsidRDefault="007B2329" w:rsidP="007B2329">
      <w:r>
        <w:t>208.4351</w:t>
      </w:r>
      <w:r>
        <w:tab/>
        <w:t>1.013e0</w:t>
      </w:r>
    </w:p>
    <w:p w:rsidR="007B2329" w:rsidRDefault="007B2329" w:rsidP="007B2329">
      <w:r>
        <w:t>208.4390</w:t>
      </w:r>
      <w:r>
        <w:tab/>
        <w:t>1.013e0</w:t>
      </w:r>
    </w:p>
    <w:p w:rsidR="007B2329" w:rsidRDefault="007B2329" w:rsidP="007B2329">
      <w:r>
        <w:t>208.4467</w:t>
      </w:r>
      <w:r>
        <w:tab/>
        <w:t>1.013e0</w:t>
      </w:r>
    </w:p>
    <w:p w:rsidR="007B2329" w:rsidRDefault="007B2329" w:rsidP="007B2329">
      <w:r>
        <w:t>208.4617</w:t>
      </w:r>
      <w:r>
        <w:tab/>
        <w:t>1.013e0</w:t>
      </w:r>
    </w:p>
    <w:p w:rsidR="007B2329" w:rsidRDefault="007B2329" w:rsidP="007B2329">
      <w:r>
        <w:t>208.4768</w:t>
      </w:r>
      <w:r>
        <w:tab/>
        <w:t>1.013e0</w:t>
      </w:r>
    </w:p>
    <w:p w:rsidR="007B2329" w:rsidRDefault="007B2329" w:rsidP="007B2329">
      <w:r>
        <w:t>208.4806</w:t>
      </w:r>
      <w:r>
        <w:tab/>
        <w:t>1.013e0</w:t>
      </w:r>
    </w:p>
    <w:p w:rsidR="007B2329" w:rsidRDefault="007B2329" w:rsidP="007B2329">
      <w:r>
        <w:t>208.4849</w:t>
      </w:r>
      <w:r>
        <w:tab/>
        <w:t>3.051e0</w:t>
      </w:r>
    </w:p>
    <w:p w:rsidR="007B2329" w:rsidRDefault="007B2329" w:rsidP="007B2329">
      <w:r>
        <w:t>208.4995</w:t>
      </w:r>
      <w:r>
        <w:tab/>
        <w:t>1.013e0</w:t>
      </w:r>
    </w:p>
    <w:p w:rsidR="007B2329" w:rsidRDefault="007B2329" w:rsidP="007B2329">
      <w:r>
        <w:t>208.5146</w:t>
      </w:r>
      <w:r>
        <w:tab/>
        <w:t>1.013e0</w:t>
      </w:r>
    </w:p>
    <w:p w:rsidR="007B2329" w:rsidRDefault="007B2329" w:rsidP="007B2329">
      <w:r>
        <w:t>208.5187</w:t>
      </w:r>
      <w:r>
        <w:tab/>
        <w:t>1.013e0</w:t>
      </w:r>
    </w:p>
    <w:p w:rsidR="007B2329" w:rsidRDefault="007B2329" w:rsidP="007B2329">
      <w:r>
        <w:t>208.5227</w:t>
      </w:r>
      <w:r>
        <w:tab/>
        <w:t>1.013e0</w:t>
      </w:r>
    </w:p>
    <w:p w:rsidR="007B2329" w:rsidRDefault="007B2329" w:rsidP="007B2329">
      <w:r>
        <w:t>208.5426</w:t>
      </w:r>
      <w:r>
        <w:tab/>
        <w:t>1.013e0</w:t>
      </w:r>
    </w:p>
    <w:p w:rsidR="007B2329" w:rsidRDefault="007B2329" w:rsidP="007B2329">
      <w:r>
        <w:t>208.5463</w:t>
      </w:r>
      <w:r>
        <w:tab/>
        <w:t>2.025e0</w:t>
      </w:r>
    </w:p>
    <w:p w:rsidR="007B2329" w:rsidRDefault="007B2329" w:rsidP="007B2329">
      <w:r>
        <w:t>208.5530</w:t>
      </w:r>
      <w:r>
        <w:tab/>
        <w:t>4.416e0</w:t>
      </w:r>
    </w:p>
    <w:p w:rsidR="007B2329" w:rsidRDefault="007B2329" w:rsidP="007B2329">
      <w:r>
        <w:t>208.5579</w:t>
      </w:r>
      <w:r>
        <w:tab/>
        <w:t>1.013e0</w:t>
      </w:r>
    </w:p>
    <w:p w:rsidR="007B2329" w:rsidRDefault="007B2329" w:rsidP="007B2329">
      <w:r>
        <w:t>208.5616</w:t>
      </w:r>
      <w:r>
        <w:tab/>
        <w:t>1.013e0</w:t>
      </w:r>
    </w:p>
    <w:p w:rsidR="007B2329" w:rsidRDefault="007B2329" w:rsidP="007B2329">
      <w:r>
        <w:t>208.5805</w:t>
      </w:r>
      <w:r>
        <w:tab/>
        <w:t>1.038e0</w:t>
      </w:r>
    </w:p>
    <w:p w:rsidR="007B2329" w:rsidRDefault="007B2329" w:rsidP="007B2329">
      <w:r>
        <w:t>208.5880</w:t>
      </w:r>
      <w:r>
        <w:tab/>
        <w:t>2.025e0</w:t>
      </w:r>
    </w:p>
    <w:p w:rsidR="007B2329" w:rsidRDefault="007B2329" w:rsidP="007B2329">
      <w:r>
        <w:lastRenderedPageBreak/>
        <w:t>208.6107</w:t>
      </w:r>
      <w:r>
        <w:tab/>
        <w:t>2.025e0</w:t>
      </w:r>
    </w:p>
    <w:p w:rsidR="007B2329" w:rsidRDefault="007B2329" w:rsidP="007B2329">
      <w:r>
        <w:t>208.6182</w:t>
      </w:r>
      <w:r>
        <w:tab/>
        <w:t>3.038e0</w:t>
      </w:r>
    </w:p>
    <w:p w:rsidR="007B2329" w:rsidRDefault="007B2329" w:rsidP="007B2329">
      <w:r>
        <w:t>208.6247</w:t>
      </w:r>
      <w:r>
        <w:tab/>
        <w:t>2.025e0</w:t>
      </w:r>
    </w:p>
    <w:p w:rsidR="007B2329" w:rsidRDefault="007B2329" w:rsidP="007B2329">
      <w:r>
        <w:t>208.6262</w:t>
      </w:r>
      <w:r>
        <w:tab/>
        <w:t>1.013e0</w:t>
      </w:r>
    </w:p>
    <w:p w:rsidR="007B2329" w:rsidRDefault="007B2329" w:rsidP="007B2329">
      <w:r>
        <w:t>208.6500</w:t>
      </w:r>
      <w:r>
        <w:tab/>
        <w:t>1.013e0</w:t>
      </w:r>
    </w:p>
    <w:p w:rsidR="007B2329" w:rsidRDefault="007B2329" w:rsidP="007B2329">
      <w:r>
        <w:t>208.6540</w:t>
      </w:r>
      <w:r>
        <w:tab/>
        <w:t>1.013e0</w:t>
      </w:r>
    </w:p>
    <w:p w:rsidR="007B2329" w:rsidRDefault="007B2329" w:rsidP="007B2329">
      <w:r>
        <w:t>208.6616</w:t>
      </w:r>
      <w:r>
        <w:tab/>
        <w:t>1.013e0</w:t>
      </w:r>
    </w:p>
    <w:p w:rsidR="007B2329" w:rsidRDefault="007B2329" w:rsidP="007B2329">
      <w:r>
        <w:t>208.6673</w:t>
      </w:r>
      <w:r>
        <w:tab/>
        <w:t>3.038e0</w:t>
      </w:r>
    </w:p>
    <w:p w:rsidR="007B2329" w:rsidRDefault="007B2329" w:rsidP="007B2329">
      <w:r>
        <w:t>208.6691</w:t>
      </w:r>
      <w:r>
        <w:tab/>
        <w:t>1.013e0</w:t>
      </w:r>
    </w:p>
    <w:p w:rsidR="007B2329" w:rsidRDefault="007B2329" w:rsidP="007B2329">
      <w:r>
        <w:t>208.6804</w:t>
      </w:r>
      <w:r>
        <w:tab/>
        <w:t>1.013e0</w:t>
      </w:r>
    </w:p>
    <w:p w:rsidR="007B2329" w:rsidRDefault="007B2329" w:rsidP="007B2329">
      <w:r>
        <w:t>208.6879</w:t>
      </w:r>
      <w:r>
        <w:tab/>
        <w:t>1.013e0</w:t>
      </w:r>
    </w:p>
    <w:p w:rsidR="007B2329" w:rsidRDefault="007B2329" w:rsidP="007B2329">
      <w:r>
        <w:t>208.6993</w:t>
      </w:r>
      <w:r>
        <w:tab/>
        <w:t>4.051e0</w:t>
      </w:r>
    </w:p>
    <w:p w:rsidR="007B2329" w:rsidRDefault="007B2329" w:rsidP="007B2329">
      <w:r>
        <w:t>208.7050</w:t>
      </w:r>
      <w:r>
        <w:tab/>
        <w:t>1.025e0</w:t>
      </w:r>
    </w:p>
    <w:p w:rsidR="007B2329" w:rsidRDefault="007B2329" w:rsidP="007B2329">
      <w:r>
        <w:t>208.7181</w:t>
      </w:r>
      <w:r>
        <w:tab/>
        <w:t>1.013e0</w:t>
      </w:r>
    </w:p>
    <w:p w:rsidR="007B2329" w:rsidRDefault="007B2329" w:rsidP="007B2329">
      <w:r>
        <w:t>208.7241</w:t>
      </w:r>
      <w:r>
        <w:tab/>
        <w:t>2.025e0</w:t>
      </w:r>
    </w:p>
    <w:p w:rsidR="007B2329" w:rsidRDefault="007B2329" w:rsidP="007B2329">
      <w:r>
        <w:t>208.7297</w:t>
      </w:r>
      <w:r>
        <w:tab/>
        <w:t>2.025e0</w:t>
      </w:r>
    </w:p>
    <w:p w:rsidR="007B2329" w:rsidRDefault="007B2329" w:rsidP="007B2329">
      <w:r>
        <w:t>208.7456</w:t>
      </w:r>
      <w:r>
        <w:tab/>
        <w:t>1.266e-2</w:t>
      </w:r>
    </w:p>
    <w:p w:rsidR="007B2329" w:rsidRDefault="007B2329" w:rsidP="007B2329">
      <w:r>
        <w:t>208.7514</w:t>
      </w:r>
      <w:r>
        <w:tab/>
        <w:t>2.025e0</w:t>
      </w:r>
    </w:p>
    <w:p w:rsidR="007B2329" w:rsidRDefault="007B2329" w:rsidP="007B2329">
      <w:r>
        <w:t>208.7615</w:t>
      </w:r>
      <w:r>
        <w:tab/>
        <w:t>1.013e0</w:t>
      </w:r>
    </w:p>
    <w:p w:rsidR="007B2329" w:rsidRDefault="007B2329" w:rsidP="007B2329">
      <w:r>
        <w:lastRenderedPageBreak/>
        <w:t>208.7654</w:t>
      </w:r>
      <w:r>
        <w:tab/>
        <w:t>1.013e0</w:t>
      </w:r>
    </w:p>
    <w:p w:rsidR="007B2329" w:rsidRDefault="007B2329" w:rsidP="007B2329">
      <w:r>
        <w:t>208.7815</w:t>
      </w:r>
      <w:r>
        <w:tab/>
        <w:t>4.051e0</w:t>
      </w:r>
    </w:p>
    <w:p w:rsidR="007B2329" w:rsidRDefault="007B2329" w:rsidP="007B2329">
      <w:r>
        <w:t>208.7879</w:t>
      </w:r>
      <w:r>
        <w:tab/>
        <w:t>2.025e0</w:t>
      </w:r>
    </w:p>
    <w:p w:rsidR="007B2329" w:rsidRDefault="007B2329" w:rsidP="007B2329">
      <w:r>
        <w:t>208.8030</w:t>
      </w:r>
      <w:r>
        <w:tab/>
        <w:t>1.013e0</w:t>
      </w:r>
    </w:p>
    <w:p w:rsidR="007B2329" w:rsidRDefault="007B2329" w:rsidP="007B2329">
      <w:r>
        <w:t>208.8069</w:t>
      </w:r>
      <w:r>
        <w:tab/>
        <w:t>3.038e0</w:t>
      </w:r>
    </w:p>
    <w:p w:rsidR="007B2329" w:rsidRDefault="007B2329" w:rsidP="007B2329">
      <w:r>
        <w:t>208.8181</w:t>
      </w:r>
      <w:r>
        <w:tab/>
        <w:t>2.025e0</w:t>
      </w:r>
    </w:p>
    <w:p w:rsidR="007B2329" w:rsidRDefault="007B2329" w:rsidP="007B2329">
      <w:r>
        <w:t>208.8256</w:t>
      </w:r>
      <w:r>
        <w:tab/>
        <w:t>1.013e0</w:t>
      </w:r>
    </w:p>
    <w:p w:rsidR="007B2329" w:rsidRDefault="007B2329" w:rsidP="007B2329">
      <w:r>
        <w:t>208.8452</w:t>
      </w:r>
      <w:r>
        <w:tab/>
        <w:t>1.013e0</w:t>
      </w:r>
    </w:p>
    <w:p w:rsidR="007B2329" w:rsidRDefault="007B2329" w:rsidP="007B2329">
      <w:r>
        <w:t>208.8532</w:t>
      </w:r>
      <w:r>
        <w:tab/>
        <w:t>1.013e0</w:t>
      </w:r>
    </w:p>
    <w:p w:rsidR="007B2329" w:rsidRDefault="007B2329" w:rsidP="007B2329">
      <w:r>
        <w:t>208.8766</w:t>
      </w:r>
      <w:r>
        <w:tab/>
        <w:t>1.013e0</w:t>
      </w:r>
    </w:p>
    <w:p w:rsidR="007B2329" w:rsidRDefault="007B2329" w:rsidP="007B2329">
      <w:r>
        <w:t>208.8804</w:t>
      </w:r>
      <w:r>
        <w:tab/>
        <w:t>3.038e0</w:t>
      </w:r>
    </w:p>
    <w:p w:rsidR="007B2329" w:rsidRDefault="007B2329" w:rsidP="007B2329">
      <w:r>
        <w:t>208.8954</w:t>
      </w:r>
      <w:r>
        <w:tab/>
        <w:t>2.025e0</w:t>
      </w:r>
    </w:p>
    <w:p w:rsidR="007B2329" w:rsidRDefault="007B2329" w:rsidP="007B2329">
      <w:r>
        <w:t>208.9011</w:t>
      </w:r>
      <w:r>
        <w:tab/>
        <w:t>2.025e0</w:t>
      </w:r>
    </w:p>
    <w:p w:rsidR="007B2329" w:rsidRDefault="007B2329" w:rsidP="007B2329">
      <w:r>
        <w:t>208.9030</w:t>
      </w:r>
      <w:r>
        <w:tab/>
        <w:t>1.013e0</w:t>
      </w:r>
    </w:p>
    <w:p w:rsidR="007B2329" w:rsidRDefault="007B2329" w:rsidP="007B2329">
      <w:r>
        <w:t>208.9106</w:t>
      </w:r>
      <w:r>
        <w:tab/>
        <w:t>1.013e0</w:t>
      </w:r>
    </w:p>
    <w:p w:rsidR="007B2329" w:rsidRDefault="007B2329" w:rsidP="007B2329">
      <w:r>
        <w:t>208.9295</w:t>
      </w:r>
      <w:r>
        <w:tab/>
        <w:t>4.051e0</w:t>
      </w:r>
    </w:p>
    <w:p w:rsidR="007B2329" w:rsidRDefault="007B2329" w:rsidP="007B2329">
      <w:r>
        <w:t>208.9409</w:t>
      </w:r>
      <w:r>
        <w:tab/>
        <w:t>1.013e0</w:t>
      </w:r>
    </w:p>
    <w:p w:rsidR="007B2329" w:rsidRDefault="007B2329" w:rsidP="007B2329">
      <w:r>
        <w:t>208.9439</w:t>
      </w:r>
      <w:r>
        <w:tab/>
        <w:t>4.051e0</w:t>
      </w:r>
    </w:p>
    <w:p w:rsidR="007B2329" w:rsidRDefault="007B2329" w:rsidP="007B2329">
      <w:r>
        <w:t>208.9624</w:t>
      </w:r>
      <w:r>
        <w:tab/>
        <w:t>2.025e0</w:t>
      </w:r>
    </w:p>
    <w:p w:rsidR="007B2329" w:rsidRDefault="007B2329" w:rsidP="007B2329">
      <w:r>
        <w:lastRenderedPageBreak/>
        <w:t>208.9686</w:t>
      </w:r>
      <w:r>
        <w:tab/>
        <w:t>2.025e0</w:t>
      </w:r>
    </w:p>
    <w:p w:rsidR="007B2329" w:rsidRDefault="007B2329" w:rsidP="007B2329">
      <w:r>
        <w:t>208.9823</w:t>
      </w:r>
      <w:r>
        <w:tab/>
        <w:t>2.025e0</w:t>
      </w:r>
    </w:p>
    <w:p w:rsidR="007B2329" w:rsidRDefault="007B2329" w:rsidP="007B2329">
      <w:r>
        <w:t>208.9954</w:t>
      </w:r>
      <w:r>
        <w:tab/>
        <w:t>1.013e0</w:t>
      </w:r>
    </w:p>
    <w:p w:rsidR="007B2329" w:rsidRDefault="007B2329" w:rsidP="007B2329">
      <w:r>
        <w:t>209.0049</w:t>
      </w:r>
      <w:r>
        <w:tab/>
        <w:t>1.025e0</w:t>
      </w:r>
    </w:p>
    <w:p w:rsidR="007B2329" w:rsidRDefault="007B2329" w:rsidP="007B2329">
      <w:r>
        <w:t>209.0105</w:t>
      </w:r>
      <w:r>
        <w:tab/>
        <w:t>1.013e0</w:t>
      </w:r>
    </w:p>
    <w:p w:rsidR="007B2329" w:rsidRDefault="007B2329" w:rsidP="007B2329">
      <w:r>
        <w:t>209.0219</w:t>
      </w:r>
      <w:r>
        <w:tab/>
        <w:t>2.025e0</w:t>
      </w:r>
    </w:p>
    <w:p w:rsidR="007B2329" w:rsidRDefault="007B2329" w:rsidP="007B2329">
      <w:r>
        <w:t>209.0353</w:t>
      </w:r>
      <w:r>
        <w:tab/>
        <w:t>8.861e-2</w:t>
      </w:r>
    </w:p>
    <w:p w:rsidR="007B2329" w:rsidRDefault="007B2329" w:rsidP="007B2329">
      <w:r>
        <w:t>209.0381</w:t>
      </w:r>
      <w:r>
        <w:tab/>
        <w:t>3.038e0</w:t>
      </w:r>
    </w:p>
    <w:p w:rsidR="007B2329" w:rsidRDefault="007B2329" w:rsidP="007B2329">
      <w:r>
        <w:t>209.0457</w:t>
      </w:r>
      <w:r>
        <w:tab/>
        <w:t>6.076e0</w:t>
      </w:r>
    </w:p>
    <w:p w:rsidR="007B2329" w:rsidRDefault="007B2329" w:rsidP="007B2329">
      <w:r>
        <w:t>209.0470</w:t>
      </w:r>
      <w:r>
        <w:tab/>
        <w:t>9.114e0</w:t>
      </w:r>
    </w:p>
    <w:p w:rsidR="007B2329" w:rsidRDefault="007B2329" w:rsidP="007B2329">
      <w:r>
        <w:t>209.0485</w:t>
      </w:r>
      <w:r>
        <w:tab/>
        <w:t>3.038e0</w:t>
      </w:r>
    </w:p>
    <w:p w:rsidR="007B2329" w:rsidRDefault="007B2329" w:rsidP="007B2329">
      <w:r>
        <w:t>209.0754</w:t>
      </w:r>
      <w:r>
        <w:tab/>
        <w:t>4.300e0</w:t>
      </w:r>
    </w:p>
    <w:p w:rsidR="007B2329" w:rsidRDefault="007B2329" w:rsidP="007B2329">
      <w:r>
        <w:t>209.0803</w:t>
      </w:r>
      <w:r>
        <w:tab/>
        <w:t>2.025e0</w:t>
      </w:r>
    </w:p>
    <w:p w:rsidR="007B2329" w:rsidRDefault="007B2329" w:rsidP="007B2329">
      <w:r>
        <w:t>209.0819</w:t>
      </w:r>
      <w:r>
        <w:tab/>
        <w:t>4.051e0</w:t>
      </w:r>
    </w:p>
    <w:p w:rsidR="007B2329" w:rsidRDefault="007B2329" w:rsidP="007B2329">
      <w:r>
        <w:t>209.0853</w:t>
      </w:r>
      <w:r>
        <w:tab/>
        <w:t>4.051e0</w:t>
      </w:r>
    </w:p>
    <w:p w:rsidR="007B2329" w:rsidRDefault="007B2329" w:rsidP="007B2329">
      <w:r>
        <w:t>209.0981</w:t>
      </w:r>
      <w:r>
        <w:tab/>
        <w:t>6.101e0</w:t>
      </w:r>
    </w:p>
    <w:p w:rsidR="007B2329" w:rsidRDefault="007B2329" w:rsidP="007B2329">
      <w:r>
        <w:t>209.1030</w:t>
      </w:r>
      <w:r>
        <w:tab/>
        <w:t>2.025e0</w:t>
      </w:r>
    </w:p>
    <w:p w:rsidR="007B2329" w:rsidRDefault="007B2329" w:rsidP="007B2329">
      <w:r>
        <w:t>209.1068</w:t>
      </w:r>
      <w:r>
        <w:tab/>
        <w:t>2.532e-2</w:t>
      </w:r>
    </w:p>
    <w:p w:rsidR="007B2329" w:rsidRDefault="007B2329" w:rsidP="007B2329">
      <w:r>
        <w:t>209.1130</w:t>
      </w:r>
      <w:r>
        <w:tab/>
        <w:t>2.434e-1</w:t>
      </w:r>
    </w:p>
    <w:p w:rsidR="007B2329" w:rsidRDefault="007B2329" w:rsidP="007B2329">
      <w:r>
        <w:lastRenderedPageBreak/>
        <w:t>209.1164</w:t>
      </w:r>
      <w:r>
        <w:tab/>
        <w:t>1.584e1</w:t>
      </w:r>
    </w:p>
    <w:p w:rsidR="007B2329" w:rsidRDefault="007B2329" w:rsidP="007B2329">
      <w:r>
        <w:t>209.1202</w:t>
      </w:r>
      <w:r>
        <w:tab/>
        <w:t>6.788e0</w:t>
      </w:r>
    </w:p>
    <w:p w:rsidR="007B2329" w:rsidRDefault="007B2329" w:rsidP="007B2329">
      <w:r>
        <w:t>209.1241</w:t>
      </w:r>
      <w:r>
        <w:tab/>
        <w:t>4.672e0</w:t>
      </w:r>
    </w:p>
    <w:p w:rsidR="007B2329" w:rsidRDefault="007B2329" w:rsidP="007B2329">
      <w:r>
        <w:t>209.1257</w:t>
      </w:r>
      <w:r>
        <w:tab/>
        <w:t>3.038e0</w:t>
      </w:r>
    </w:p>
    <w:p w:rsidR="007B2329" w:rsidRDefault="007B2329" w:rsidP="007B2329">
      <w:r>
        <w:t>209.1312</w:t>
      </w:r>
      <w:r>
        <w:tab/>
        <w:t>6.531e0</w:t>
      </w:r>
    </w:p>
    <w:p w:rsidR="007B2329" w:rsidRDefault="007B2329" w:rsidP="007B2329">
      <w:r>
        <w:t>209.1322</w:t>
      </w:r>
      <w:r>
        <w:tab/>
        <w:t>3.038e0</w:t>
      </w:r>
    </w:p>
    <w:p w:rsidR="007B2329" w:rsidRDefault="007B2329" w:rsidP="007B2329">
      <w:r>
        <w:t>209.1385</w:t>
      </w:r>
      <w:r>
        <w:tab/>
        <w:t>1.904e0</w:t>
      </w:r>
    </w:p>
    <w:p w:rsidR="007B2329" w:rsidRDefault="007B2329" w:rsidP="007B2329">
      <w:r>
        <w:t>209.1524</w:t>
      </w:r>
      <w:r>
        <w:tab/>
        <w:t>2.051e0</w:t>
      </w:r>
    </w:p>
    <w:p w:rsidR="007B2329" w:rsidRDefault="007B2329" w:rsidP="007B2329">
      <w:r>
        <w:t>209.1569</w:t>
      </w:r>
      <w:r>
        <w:tab/>
        <w:t>2.038e0</w:t>
      </w:r>
    </w:p>
    <w:p w:rsidR="007B2329" w:rsidRDefault="007B2329" w:rsidP="007B2329">
      <w:r>
        <w:t>209.1604</w:t>
      </w:r>
      <w:r>
        <w:tab/>
        <w:t>3.038e0</w:t>
      </w:r>
    </w:p>
    <w:p w:rsidR="007B2329" w:rsidRDefault="007B2329" w:rsidP="007B2329">
      <w:r>
        <w:t>209.1642</w:t>
      </w:r>
      <w:r>
        <w:tab/>
        <w:t>1.013e0</w:t>
      </w:r>
    </w:p>
    <w:p w:rsidR="007B2329" w:rsidRDefault="007B2329" w:rsidP="007B2329">
      <w:r>
        <w:t>209.1683</w:t>
      </w:r>
      <w:r>
        <w:tab/>
        <w:t>1.013e0</w:t>
      </w:r>
    </w:p>
    <w:p w:rsidR="007B2329" w:rsidRDefault="007B2329" w:rsidP="007B2329">
      <w:r>
        <w:t>209.1723</w:t>
      </w:r>
      <w:r>
        <w:tab/>
        <w:t>1.013e0</w:t>
      </w:r>
    </w:p>
    <w:p w:rsidR="007B2329" w:rsidRDefault="007B2329" w:rsidP="007B2329">
      <w:r>
        <w:t>209.1762</w:t>
      </w:r>
      <w:r>
        <w:tab/>
        <w:t>1.013e0</w:t>
      </w:r>
    </w:p>
    <w:p w:rsidR="007B2329" w:rsidRDefault="007B2329" w:rsidP="007B2329">
      <w:r>
        <w:t>209.1917</w:t>
      </w:r>
      <w:r>
        <w:tab/>
        <w:t>1.013e0</w:t>
      </w:r>
    </w:p>
    <w:p w:rsidR="007B2329" w:rsidRDefault="007B2329" w:rsidP="007B2329">
      <w:r>
        <w:t>209.1955</w:t>
      </w:r>
      <w:r>
        <w:tab/>
        <w:t>1.013e0</w:t>
      </w:r>
    </w:p>
    <w:p w:rsidR="007B2329" w:rsidRDefault="007B2329" w:rsidP="007B2329">
      <w:r>
        <w:t>209.2012</w:t>
      </w:r>
      <w:r>
        <w:tab/>
        <w:t>2.025e0</w:t>
      </w:r>
    </w:p>
    <w:p w:rsidR="007B2329" w:rsidRDefault="007B2329" w:rsidP="007B2329">
      <w:r>
        <w:t>209.2029</w:t>
      </w:r>
      <w:r>
        <w:tab/>
        <w:t>1.013e0</w:t>
      </w:r>
    </w:p>
    <w:p w:rsidR="007B2329" w:rsidRDefault="007B2329" w:rsidP="007B2329">
      <w:r>
        <w:t>209.2143</w:t>
      </w:r>
      <w:r>
        <w:tab/>
        <w:t>1.013e0</w:t>
      </w:r>
    </w:p>
    <w:p w:rsidR="007B2329" w:rsidRDefault="007B2329" w:rsidP="007B2329">
      <w:r>
        <w:lastRenderedPageBreak/>
        <w:t>209.2294</w:t>
      </w:r>
      <w:r>
        <w:tab/>
        <w:t>1.013e0</w:t>
      </w:r>
    </w:p>
    <w:p w:rsidR="007B2329" w:rsidRDefault="007B2329" w:rsidP="007B2329">
      <w:r>
        <w:t>209.2351</w:t>
      </w:r>
      <w:r>
        <w:tab/>
        <w:t>2.025e0</w:t>
      </w:r>
    </w:p>
    <w:p w:rsidR="007B2329" w:rsidRDefault="007B2329" w:rsidP="007B2329">
      <w:r>
        <w:t>209.2560</w:t>
      </w:r>
      <w:r>
        <w:tab/>
        <w:t>1.013e0</w:t>
      </w:r>
    </w:p>
    <w:p w:rsidR="007B2329" w:rsidRDefault="007B2329" w:rsidP="007B2329">
      <w:r>
        <w:t>209.2642</w:t>
      </w:r>
      <w:r>
        <w:tab/>
        <w:t>3.038e0</w:t>
      </w:r>
    </w:p>
    <w:p w:rsidR="007B2329" w:rsidRDefault="007B2329" w:rsidP="007B2329">
      <w:r>
        <w:t>209.2800</w:t>
      </w:r>
      <w:r>
        <w:tab/>
        <w:t>2.025e0</w:t>
      </w:r>
    </w:p>
    <w:p w:rsidR="007B2329" w:rsidRDefault="007B2329" w:rsidP="007B2329">
      <w:r>
        <w:t>209.2913</w:t>
      </w:r>
      <w:r>
        <w:tab/>
        <w:t>2.025e0</w:t>
      </w:r>
    </w:p>
    <w:p w:rsidR="007B2329" w:rsidRDefault="007B2329" w:rsidP="007B2329">
      <w:r>
        <w:t>209.2993</w:t>
      </w:r>
      <w:r>
        <w:tab/>
        <w:t>1.013e0</w:t>
      </w:r>
    </w:p>
    <w:p w:rsidR="007B2329" w:rsidRDefault="007B2329" w:rsidP="007B2329">
      <w:r>
        <w:t>209.3030</w:t>
      </w:r>
      <w:r>
        <w:tab/>
        <w:t>1.266e-2</w:t>
      </w:r>
    </w:p>
    <w:p w:rsidR="007B2329" w:rsidRDefault="007B2329" w:rsidP="007B2329">
      <w:r>
        <w:t>209.3144</w:t>
      </w:r>
      <w:r>
        <w:tab/>
        <w:t>1.013e0</w:t>
      </w:r>
    </w:p>
    <w:p w:rsidR="007B2329" w:rsidRDefault="007B2329" w:rsidP="007B2329">
      <w:r>
        <w:t>209.3219</w:t>
      </w:r>
      <w:r>
        <w:tab/>
        <w:t>1.013e0</w:t>
      </w:r>
    </w:p>
    <w:p w:rsidR="007B2329" w:rsidRDefault="007B2329" w:rsidP="007B2329">
      <w:r>
        <w:t>209.3257</w:t>
      </w:r>
      <w:r>
        <w:tab/>
        <w:t>1.013e0</w:t>
      </w:r>
    </w:p>
    <w:p w:rsidR="007B2329" w:rsidRDefault="007B2329" w:rsidP="007B2329">
      <w:r>
        <w:t>209.3295</w:t>
      </w:r>
      <w:r>
        <w:tab/>
        <w:t>1.013e0</w:t>
      </w:r>
    </w:p>
    <w:p w:rsidR="007B2329" w:rsidRDefault="007B2329" w:rsidP="007B2329">
      <w:r>
        <w:t>209.3333</w:t>
      </w:r>
      <w:r>
        <w:tab/>
        <w:t>2.025e0</w:t>
      </w:r>
    </w:p>
    <w:p w:rsidR="007B2329" w:rsidRDefault="007B2329" w:rsidP="007B2329">
      <w:r>
        <w:t>209.3464</w:t>
      </w:r>
      <w:r>
        <w:tab/>
        <w:t>2.025e0</w:t>
      </w:r>
    </w:p>
    <w:p w:rsidR="007B2329" w:rsidRDefault="007B2329" w:rsidP="007B2329">
      <w:r>
        <w:t>209.3521</w:t>
      </w:r>
      <w:r>
        <w:tab/>
        <w:t>1.013e0</w:t>
      </w:r>
    </w:p>
    <w:p w:rsidR="007B2329" w:rsidRDefault="007B2329" w:rsidP="007B2329">
      <w:r>
        <w:t>209.3701</w:t>
      </w:r>
      <w:r>
        <w:tab/>
        <w:t>4.051e0</w:t>
      </w:r>
    </w:p>
    <w:p w:rsidR="007B2329" w:rsidRDefault="007B2329" w:rsidP="007B2329">
      <w:r>
        <w:t>209.3857</w:t>
      </w:r>
      <w:r>
        <w:tab/>
        <w:t>2.025e0</w:t>
      </w:r>
    </w:p>
    <w:p w:rsidR="007B2329" w:rsidRDefault="007B2329" w:rsidP="007B2329">
      <w:r>
        <w:t>209.3879</w:t>
      </w:r>
      <w:r>
        <w:tab/>
        <w:t>1.013e0</w:t>
      </w:r>
    </w:p>
    <w:p w:rsidR="007B2329" w:rsidRDefault="007B2329" w:rsidP="007B2329">
      <w:r>
        <w:t>209.3895</w:t>
      </w:r>
      <w:r>
        <w:tab/>
        <w:t>2.025e0</w:t>
      </w:r>
    </w:p>
    <w:p w:rsidR="007B2329" w:rsidRDefault="007B2329" w:rsidP="007B2329">
      <w:r>
        <w:lastRenderedPageBreak/>
        <w:t>209.4069</w:t>
      </w:r>
      <w:r>
        <w:tab/>
        <w:t>1.013e0</w:t>
      </w:r>
    </w:p>
    <w:p w:rsidR="007B2329" w:rsidRDefault="007B2329" w:rsidP="007B2329">
      <w:r>
        <w:t>209.4096</w:t>
      </w:r>
      <w:r>
        <w:tab/>
        <w:t>3.038e0</w:t>
      </w:r>
    </w:p>
    <w:p w:rsidR="007B2329" w:rsidRDefault="007B2329" w:rsidP="007B2329">
      <w:r>
        <w:t>209.4314</w:t>
      </w:r>
      <w:r>
        <w:tab/>
        <w:t>2.025e0</w:t>
      </w:r>
    </w:p>
    <w:p w:rsidR="007B2329" w:rsidRDefault="007B2329" w:rsidP="007B2329">
      <w:r>
        <w:t>209.4541</w:t>
      </w:r>
      <w:r>
        <w:tab/>
        <w:t>2.025e0</w:t>
      </w:r>
    </w:p>
    <w:p w:rsidR="007B2329" w:rsidRDefault="007B2329" w:rsidP="007B2329">
      <w:r>
        <w:t>209.4677</w:t>
      </w:r>
      <w:r>
        <w:tab/>
        <w:t>1.013e0</w:t>
      </w:r>
    </w:p>
    <w:p w:rsidR="007B2329" w:rsidRDefault="007B2329" w:rsidP="007B2329">
      <w:r>
        <w:t>209.4717</w:t>
      </w:r>
      <w:r>
        <w:tab/>
        <w:t>1.013e0</w:t>
      </w:r>
    </w:p>
    <w:p w:rsidR="007B2329" w:rsidRDefault="007B2329" w:rsidP="007B2329">
      <w:r>
        <w:t>209.4757</w:t>
      </w:r>
      <w:r>
        <w:tab/>
        <w:t>1.266e-2</w:t>
      </w:r>
    </w:p>
    <w:p w:rsidR="007B2329" w:rsidRDefault="007B2329" w:rsidP="007B2329">
      <w:r>
        <w:t>209.4957</w:t>
      </w:r>
      <w:r>
        <w:tab/>
        <w:t>1.013e0</w:t>
      </w:r>
    </w:p>
    <w:p w:rsidR="007B2329" w:rsidRDefault="007B2329" w:rsidP="007B2329">
      <w:r>
        <w:t>209.5032</w:t>
      </w:r>
      <w:r>
        <w:tab/>
        <w:t>2.025e0</w:t>
      </w:r>
    </w:p>
    <w:p w:rsidR="007B2329" w:rsidRDefault="007B2329" w:rsidP="007B2329">
      <w:r>
        <w:t>209.5051</w:t>
      </w:r>
      <w:r>
        <w:tab/>
        <w:t>2.025e0</w:t>
      </w:r>
    </w:p>
    <w:p w:rsidR="007B2329" w:rsidRDefault="007B2329" w:rsidP="007B2329">
      <w:r>
        <w:t>209.5107</w:t>
      </w:r>
      <w:r>
        <w:tab/>
        <w:t>1.013e0</w:t>
      </w:r>
    </w:p>
    <w:p w:rsidR="007B2329" w:rsidRDefault="007B2329" w:rsidP="007B2329">
      <w:r>
        <w:t>209.5182</w:t>
      </w:r>
      <w:r>
        <w:tab/>
        <w:t>1.013e0</w:t>
      </w:r>
    </w:p>
    <w:p w:rsidR="007B2329" w:rsidRDefault="007B2329" w:rsidP="007B2329">
      <w:r>
        <w:t>209.5296</w:t>
      </w:r>
      <w:r>
        <w:tab/>
        <w:t>2.025e0</w:t>
      </w:r>
    </w:p>
    <w:p w:rsidR="007B2329" w:rsidRDefault="007B2329" w:rsidP="007B2329">
      <w:r>
        <w:t>209.5334</w:t>
      </w:r>
      <w:r>
        <w:tab/>
        <w:t>1.013e0</w:t>
      </w:r>
    </w:p>
    <w:p w:rsidR="007B2329" w:rsidRDefault="007B2329" w:rsidP="007B2329">
      <w:r>
        <w:t>209.5523</w:t>
      </w:r>
      <w:r>
        <w:tab/>
        <w:t>2.025e0</w:t>
      </w:r>
    </w:p>
    <w:p w:rsidR="007B2329" w:rsidRDefault="007B2329" w:rsidP="007B2329">
      <w:r>
        <w:t>209.5697</w:t>
      </w:r>
      <w:r>
        <w:tab/>
        <w:t>3.038e0</w:t>
      </w:r>
    </w:p>
    <w:p w:rsidR="007B2329" w:rsidRDefault="007B2329" w:rsidP="007B2329">
      <w:r>
        <w:t>209.5707</w:t>
      </w:r>
      <w:r>
        <w:tab/>
        <w:t>3.038e0</w:t>
      </w:r>
    </w:p>
    <w:p w:rsidR="007B2329" w:rsidRDefault="007B2329" w:rsidP="007B2329">
      <w:r>
        <w:t>209.5778</w:t>
      </w:r>
      <w:r>
        <w:tab/>
        <w:t>3.038e0</w:t>
      </w:r>
    </w:p>
    <w:p w:rsidR="007B2329" w:rsidRDefault="007B2329" w:rsidP="007B2329">
      <w:r>
        <w:t>209.5836</w:t>
      </w:r>
      <w:r>
        <w:tab/>
        <w:t>1.013e0</w:t>
      </w:r>
    </w:p>
    <w:p w:rsidR="007B2329" w:rsidRDefault="007B2329" w:rsidP="007B2329">
      <w:r>
        <w:lastRenderedPageBreak/>
        <w:t>209.6033</w:t>
      </w:r>
      <w:r>
        <w:tab/>
        <w:t>1.013e0</w:t>
      </w:r>
    </w:p>
    <w:p w:rsidR="007B2329" w:rsidRDefault="007B2329" w:rsidP="007B2329">
      <w:r>
        <w:t>209.6070</w:t>
      </w:r>
      <w:r>
        <w:tab/>
        <w:t>1.013e0</w:t>
      </w:r>
    </w:p>
    <w:p w:rsidR="007B2329" w:rsidRDefault="007B2329" w:rsidP="007B2329">
      <w:r>
        <w:t>209.6145</w:t>
      </w:r>
      <w:r>
        <w:tab/>
        <w:t>1.013e0</w:t>
      </w:r>
    </w:p>
    <w:p w:rsidR="007B2329" w:rsidRDefault="007B2329" w:rsidP="007B2329">
      <w:r>
        <w:t>209.6221</w:t>
      </w:r>
      <w:r>
        <w:tab/>
        <w:t>1.013e0</w:t>
      </w:r>
    </w:p>
    <w:p w:rsidR="007B2329" w:rsidRDefault="007B2329" w:rsidP="007B2329">
      <w:r>
        <w:t>209.6241</w:t>
      </w:r>
      <w:r>
        <w:tab/>
        <w:t>2.025e0</w:t>
      </w:r>
    </w:p>
    <w:p w:rsidR="007B2329" w:rsidRDefault="007B2329" w:rsidP="007B2329">
      <w:r>
        <w:t>209.6297</w:t>
      </w:r>
      <w:r>
        <w:tab/>
        <w:t>1.025e0</w:t>
      </w:r>
    </w:p>
    <w:p w:rsidR="007B2329" w:rsidRDefault="007B2329" w:rsidP="007B2329">
      <w:r>
        <w:t>209.6335</w:t>
      </w:r>
      <w:r>
        <w:tab/>
        <w:t>1.013e0</w:t>
      </w:r>
    </w:p>
    <w:p w:rsidR="007B2329" w:rsidRDefault="007B2329" w:rsidP="007B2329">
      <w:r>
        <w:t>209.6411</w:t>
      </w:r>
      <w:r>
        <w:tab/>
        <w:t>1.013e0</w:t>
      </w:r>
    </w:p>
    <w:p w:rsidR="007B2329" w:rsidRDefault="007B2329" w:rsidP="007B2329">
      <w:r>
        <w:t>209.6448</w:t>
      </w:r>
      <w:r>
        <w:tab/>
        <w:t>1.013e0</w:t>
      </w:r>
    </w:p>
    <w:p w:rsidR="007B2329" w:rsidRDefault="007B2329" w:rsidP="007B2329">
      <w:r>
        <w:t>209.6486</w:t>
      </w:r>
      <w:r>
        <w:tab/>
        <w:t>1.013e0</w:t>
      </w:r>
    </w:p>
    <w:p w:rsidR="007B2329" w:rsidRDefault="007B2329" w:rsidP="007B2329">
      <w:r>
        <w:t>209.6796</w:t>
      </w:r>
      <w:r>
        <w:tab/>
        <w:t>1.013e0</w:t>
      </w:r>
    </w:p>
    <w:p w:rsidR="007B2329" w:rsidRDefault="007B2329" w:rsidP="007B2329">
      <w:r>
        <w:t>209.6994</w:t>
      </w:r>
      <w:r>
        <w:tab/>
        <w:t>3.038e0</w:t>
      </w:r>
    </w:p>
    <w:p w:rsidR="007B2329" w:rsidRDefault="007B2329" w:rsidP="007B2329">
      <w:r>
        <w:t>209.7034</w:t>
      </w:r>
      <w:r>
        <w:tab/>
        <w:t>1.013e0</w:t>
      </w:r>
    </w:p>
    <w:p w:rsidR="007B2329" w:rsidRDefault="007B2329" w:rsidP="007B2329">
      <w:r>
        <w:t>209.7071</w:t>
      </w:r>
      <w:r>
        <w:tab/>
        <w:t>1.013e0</w:t>
      </w:r>
    </w:p>
    <w:p w:rsidR="007B2329" w:rsidRDefault="007B2329" w:rsidP="007B2329">
      <w:r>
        <w:t>209.7147</w:t>
      </w:r>
      <w:r>
        <w:tab/>
        <w:t>2.025e0</w:t>
      </w:r>
    </w:p>
    <w:p w:rsidR="007B2329" w:rsidRDefault="007B2329" w:rsidP="007B2329">
      <w:r>
        <w:t>209.7165</w:t>
      </w:r>
      <w:r>
        <w:tab/>
        <w:t>1.025e0</w:t>
      </w:r>
    </w:p>
    <w:p w:rsidR="007B2329" w:rsidRDefault="007B2329" w:rsidP="007B2329">
      <w:r>
        <w:t>209.7222</w:t>
      </w:r>
      <w:r>
        <w:tab/>
        <w:t>2.025e0</w:t>
      </w:r>
    </w:p>
    <w:p w:rsidR="007B2329" w:rsidRDefault="007B2329" w:rsidP="007B2329">
      <w:r>
        <w:t>209.7392</w:t>
      </w:r>
      <w:r>
        <w:tab/>
        <w:t>2.025e0</w:t>
      </w:r>
    </w:p>
    <w:p w:rsidR="007B2329" w:rsidRDefault="007B2329" w:rsidP="007B2329">
      <w:r>
        <w:t>209.7411</w:t>
      </w:r>
      <w:r>
        <w:tab/>
        <w:t>1.013e0</w:t>
      </w:r>
    </w:p>
    <w:p w:rsidR="007B2329" w:rsidRDefault="007B2329" w:rsidP="007B2329">
      <w:r>
        <w:lastRenderedPageBreak/>
        <w:t>209.7601</w:t>
      </w:r>
      <w:r>
        <w:tab/>
        <w:t>2.025e0</w:t>
      </w:r>
    </w:p>
    <w:p w:rsidR="007B2329" w:rsidRDefault="007B2329" w:rsidP="007B2329">
      <w:r>
        <w:t>209.7620</w:t>
      </w:r>
      <w:r>
        <w:tab/>
        <w:t>2.025e0</w:t>
      </w:r>
    </w:p>
    <w:p w:rsidR="007B2329" w:rsidRDefault="007B2329" w:rsidP="007B2329">
      <w:r>
        <w:t>209.7795</w:t>
      </w:r>
      <w:r>
        <w:tab/>
        <w:t>1.013e0</w:t>
      </w:r>
    </w:p>
    <w:p w:rsidR="007B2329" w:rsidRDefault="007B2329" w:rsidP="007B2329">
      <w:r>
        <w:t>209.7875</w:t>
      </w:r>
      <w:r>
        <w:tab/>
        <w:t>1.013e0</w:t>
      </w:r>
    </w:p>
    <w:p w:rsidR="007B2329" w:rsidRDefault="007B2329" w:rsidP="007B2329">
      <w:r>
        <w:t>209.7996</w:t>
      </w:r>
      <w:r>
        <w:tab/>
        <w:t>1.013e0</w:t>
      </w:r>
    </w:p>
    <w:p w:rsidR="007B2329" w:rsidRDefault="007B2329" w:rsidP="007B2329">
      <w:r>
        <w:t>209.8129</w:t>
      </w:r>
      <w:r>
        <w:tab/>
        <w:t>1.025e0</w:t>
      </w:r>
    </w:p>
    <w:p w:rsidR="007B2329" w:rsidRDefault="007B2329" w:rsidP="007B2329">
      <w:r>
        <w:t>209.8185</w:t>
      </w:r>
      <w:r>
        <w:tab/>
        <w:t>1.013e0</w:t>
      </w:r>
    </w:p>
    <w:p w:rsidR="007B2329" w:rsidRDefault="007B2329" w:rsidP="007B2329">
      <w:r>
        <w:t>209.8223</w:t>
      </w:r>
      <w:r>
        <w:tab/>
        <w:t>1.013e0</w:t>
      </w:r>
    </w:p>
    <w:p w:rsidR="007B2329" w:rsidRDefault="007B2329" w:rsidP="007B2329">
      <w:r>
        <w:t>209.8337</w:t>
      </w:r>
      <w:r>
        <w:tab/>
        <w:t>3.038e0</w:t>
      </w:r>
    </w:p>
    <w:p w:rsidR="007B2329" w:rsidRDefault="007B2329" w:rsidP="007B2329">
      <w:r>
        <w:t>209.8489</w:t>
      </w:r>
      <w:r>
        <w:tab/>
        <w:t>1.013e0</w:t>
      </w:r>
    </w:p>
    <w:p w:rsidR="007B2329" w:rsidRDefault="007B2329" w:rsidP="007B2329">
      <w:r>
        <w:t>209.8526</w:t>
      </w:r>
      <w:r>
        <w:tab/>
        <w:t>1.013e0</w:t>
      </w:r>
    </w:p>
    <w:p w:rsidR="007B2329" w:rsidRDefault="007B2329" w:rsidP="007B2329">
      <w:r>
        <w:t>209.8601</w:t>
      </w:r>
      <w:r>
        <w:tab/>
        <w:t>1.013e0</w:t>
      </w:r>
    </w:p>
    <w:p w:rsidR="007B2329" w:rsidRDefault="007B2329" w:rsidP="007B2329">
      <w:r>
        <w:t>209.8716</w:t>
      </w:r>
      <w:r>
        <w:tab/>
        <w:t>1.013e0</w:t>
      </w:r>
    </w:p>
    <w:p w:rsidR="007B2329" w:rsidRDefault="007B2329" w:rsidP="007B2329">
      <w:r>
        <w:t>209.8796</w:t>
      </w:r>
      <w:r>
        <w:tab/>
        <w:t>1.013e0</w:t>
      </w:r>
    </w:p>
    <w:p w:rsidR="007B2329" w:rsidRDefault="007B2329" w:rsidP="007B2329">
      <w:r>
        <w:t>209.8836</w:t>
      </w:r>
      <w:r>
        <w:tab/>
        <w:t>1.013e0</w:t>
      </w:r>
    </w:p>
    <w:p w:rsidR="007B2329" w:rsidRDefault="007B2329" w:rsidP="007B2329">
      <w:r>
        <w:t>209.8955</w:t>
      </w:r>
      <w:r>
        <w:tab/>
        <w:t>3.038e0</w:t>
      </w:r>
    </w:p>
    <w:p w:rsidR="007B2329" w:rsidRDefault="007B2329" w:rsidP="007B2329">
      <w:r>
        <w:t>209.9036</w:t>
      </w:r>
      <w:r>
        <w:tab/>
        <w:t>1.013e0</w:t>
      </w:r>
    </w:p>
    <w:p w:rsidR="007B2329" w:rsidRDefault="007B2329" w:rsidP="007B2329">
      <w:r>
        <w:t>209.9053</w:t>
      </w:r>
      <w:r>
        <w:tab/>
        <w:t>2.025e0</w:t>
      </w:r>
    </w:p>
    <w:p w:rsidR="007B2329" w:rsidRDefault="007B2329" w:rsidP="007B2329">
      <w:r>
        <w:t>209.9074</w:t>
      </w:r>
      <w:r>
        <w:tab/>
        <w:t>1.013e0</w:t>
      </w:r>
    </w:p>
    <w:p w:rsidR="007B2329" w:rsidRDefault="007B2329" w:rsidP="007B2329">
      <w:r>
        <w:lastRenderedPageBreak/>
        <w:t>209.9224</w:t>
      </w:r>
      <w:r>
        <w:tab/>
        <w:t>1.013e0</w:t>
      </w:r>
    </w:p>
    <w:p w:rsidR="007B2329" w:rsidRDefault="007B2329" w:rsidP="007B2329">
      <w:r>
        <w:t>209.9376</w:t>
      </w:r>
      <w:r>
        <w:tab/>
        <w:t>1.013e0</w:t>
      </w:r>
    </w:p>
    <w:p w:rsidR="007B2329" w:rsidRDefault="007B2329" w:rsidP="007B2329">
      <w:r>
        <w:t>209.9414</w:t>
      </w:r>
      <w:r>
        <w:tab/>
        <w:t>2.025e0</w:t>
      </w:r>
    </w:p>
    <w:p w:rsidR="007B2329" w:rsidRDefault="007B2329" w:rsidP="007B2329">
      <w:r>
        <w:t>209.9452</w:t>
      </w:r>
      <w:r>
        <w:tab/>
        <w:t>2.025e0</w:t>
      </w:r>
    </w:p>
    <w:p w:rsidR="007B2329" w:rsidRDefault="007B2329" w:rsidP="007B2329">
      <w:r>
        <w:t>209.9472</w:t>
      </w:r>
      <w:r>
        <w:tab/>
        <w:t>3.038e0</w:t>
      </w:r>
    </w:p>
    <w:p w:rsidR="007B2329" w:rsidRDefault="007B2329" w:rsidP="007B2329">
      <w:r>
        <w:t>209.9640</w:t>
      </w:r>
      <w:r>
        <w:tab/>
        <w:t>1.013e0</w:t>
      </w:r>
    </w:p>
    <w:p w:rsidR="007B2329" w:rsidRDefault="007B2329" w:rsidP="007B2329">
      <w:r>
        <w:t>209.9716</w:t>
      </w:r>
      <w:r>
        <w:tab/>
        <w:t>2.025e0</w:t>
      </w:r>
    </w:p>
    <w:p w:rsidR="007B2329" w:rsidRDefault="007B2329" w:rsidP="007B2329">
      <w:r>
        <w:t>209.9857</w:t>
      </w:r>
      <w:r>
        <w:tab/>
        <w:t>1.025e0</w:t>
      </w:r>
    </w:p>
    <w:p w:rsidR="007B2329" w:rsidRDefault="007B2329" w:rsidP="007B2329">
      <w:r>
        <w:t>209.9997</w:t>
      </w:r>
      <w:r>
        <w:tab/>
        <w:t>1.013e0</w:t>
      </w:r>
    </w:p>
    <w:p w:rsidR="007B2329" w:rsidRDefault="007B2329" w:rsidP="007B2329">
      <w:r>
        <w:t>210.0064</w:t>
      </w:r>
      <w:r>
        <w:tab/>
        <w:t>3.038e0</w:t>
      </w:r>
    </w:p>
    <w:p w:rsidR="007B2329" w:rsidRDefault="007B2329" w:rsidP="007B2329">
      <w:r>
        <w:t>210.0151</w:t>
      </w:r>
      <w:r>
        <w:tab/>
        <w:t>2.025e0</w:t>
      </w:r>
    </w:p>
    <w:p w:rsidR="007B2329" w:rsidRDefault="007B2329" w:rsidP="007B2329">
      <w:r>
        <w:t>210.0189</w:t>
      </w:r>
      <w:r>
        <w:tab/>
        <w:t>1.013e0</w:t>
      </w:r>
    </w:p>
    <w:p w:rsidR="007B2329" w:rsidRDefault="007B2329" w:rsidP="007B2329">
      <w:r>
        <w:t>210.0226</w:t>
      </w:r>
      <w:r>
        <w:tab/>
        <w:t>3.038e0</w:t>
      </w:r>
    </w:p>
    <w:p w:rsidR="007B2329" w:rsidRDefault="007B2329" w:rsidP="007B2329">
      <w:r>
        <w:t>210.0453</w:t>
      </w:r>
      <w:r>
        <w:tab/>
        <w:t>3.038e0</w:t>
      </w:r>
    </w:p>
    <w:p w:rsidR="007B2329" w:rsidRDefault="007B2329" w:rsidP="007B2329">
      <w:r>
        <w:t>210.0466</w:t>
      </w:r>
      <w:r>
        <w:tab/>
        <w:t>3.051e0</w:t>
      </w:r>
    </w:p>
    <w:p w:rsidR="007B2329" w:rsidRDefault="007B2329" w:rsidP="007B2329">
      <w:r>
        <w:t>210.0491</w:t>
      </w:r>
      <w:r>
        <w:tab/>
        <w:t>1.013e0</w:t>
      </w:r>
    </w:p>
    <w:p w:rsidR="007B2329" w:rsidRDefault="007B2329" w:rsidP="007B2329">
      <w:r>
        <w:t>210.0529</w:t>
      </w:r>
      <w:r>
        <w:tab/>
        <w:t>1.266e-2</w:t>
      </w:r>
    </w:p>
    <w:p w:rsidR="007B2329" w:rsidRDefault="007B2329" w:rsidP="007B2329">
      <w:r>
        <w:t>210.0605</w:t>
      </w:r>
      <w:r>
        <w:tab/>
        <w:t>2.025e0</w:t>
      </w:r>
    </w:p>
    <w:p w:rsidR="007B2329" w:rsidRDefault="007B2329" w:rsidP="007B2329">
      <w:r>
        <w:t>210.0779</w:t>
      </w:r>
      <w:r>
        <w:tab/>
        <w:t>1.025e0</w:t>
      </w:r>
    </w:p>
    <w:p w:rsidR="007B2329" w:rsidRDefault="007B2329" w:rsidP="007B2329">
      <w:r>
        <w:lastRenderedPageBreak/>
        <w:t>210.0798</w:t>
      </w:r>
      <w:r>
        <w:tab/>
        <w:t>2.532e-2</w:t>
      </w:r>
    </w:p>
    <w:p w:rsidR="007B2329" w:rsidRDefault="007B2329" w:rsidP="007B2329">
      <w:r>
        <w:t>210.0838</w:t>
      </w:r>
      <w:r>
        <w:tab/>
        <w:t>1.013e0</w:t>
      </w:r>
    </w:p>
    <w:p w:rsidR="007B2329" w:rsidRDefault="007B2329" w:rsidP="007B2329">
      <w:r>
        <w:t>210.0879</w:t>
      </w:r>
      <w:r>
        <w:tab/>
        <w:t>2.025e0</w:t>
      </w:r>
    </w:p>
    <w:p w:rsidR="007B2329" w:rsidRDefault="007B2329" w:rsidP="007B2329">
      <w:r>
        <w:t>210.0968</w:t>
      </w:r>
      <w:r>
        <w:tab/>
        <w:t>3.038e0</w:t>
      </w:r>
    </w:p>
    <w:p w:rsidR="007B2329" w:rsidRDefault="007B2329" w:rsidP="007B2329">
      <w:r>
        <w:t>210.1006</w:t>
      </w:r>
      <w:r>
        <w:tab/>
        <w:t>5.063e0</w:t>
      </w:r>
    </w:p>
    <w:p w:rsidR="007B2329" w:rsidRDefault="007B2329" w:rsidP="007B2329">
      <w:r>
        <w:t>210.1016</w:t>
      </w:r>
      <w:r>
        <w:tab/>
        <w:t>2.025e0</w:t>
      </w:r>
    </w:p>
    <w:p w:rsidR="007B2329" w:rsidRDefault="007B2329" w:rsidP="007B2329">
      <w:r>
        <w:t>210.1078</w:t>
      </w:r>
      <w:r>
        <w:tab/>
        <w:t>1.013e0</w:t>
      </w:r>
    </w:p>
    <w:p w:rsidR="007B2329" w:rsidRDefault="007B2329" w:rsidP="007B2329">
      <w:r>
        <w:t>210.1108</w:t>
      </w:r>
      <w:r>
        <w:tab/>
        <w:t>9.114e0</w:t>
      </w:r>
    </w:p>
    <w:p w:rsidR="007B2329" w:rsidRDefault="007B2329" w:rsidP="007B2329">
      <w:r>
        <w:t>210.1171</w:t>
      </w:r>
      <w:r>
        <w:tab/>
        <w:t>2.532e-2</w:t>
      </w:r>
    </w:p>
    <w:p w:rsidR="007B2329" w:rsidRDefault="007B2329" w:rsidP="007B2329">
      <w:r>
        <w:t>210.1266</w:t>
      </w:r>
      <w:r>
        <w:tab/>
        <w:t>1.013e0</w:t>
      </w:r>
    </w:p>
    <w:p w:rsidR="007B2329" w:rsidRDefault="007B2329" w:rsidP="007B2329">
      <w:r>
        <w:t>210.1322</w:t>
      </w:r>
      <w:r>
        <w:tab/>
        <w:t>2.025e0</w:t>
      </w:r>
    </w:p>
    <w:p w:rsidR="007B2329" w:rsidRDefault="007B2329" w:rsidP="007B2329">
      <w:r>
        <w:t>210.1417</w:t>
      </w:r>
      <w:r>
        <w:tab/>
        <w:t>2.025e0</w:t>
      </w:r>
    </w:p>
    <w:p w:rsidR="007B2329" w:rsidRDefault="007B2329" w:rsidP="007B2329">
      <w:r>
        <w:t>210.1466</w:t>
      </w:r>
      <w:r>
        <w:tab/>
        <w:t>4.063e0</w:t>
      </w:r>
    </w:p>
    <w:p w:rsidR="007B2329" w:rsidRDefault="007B2329" w:rsidP="007B2329">
      <w:r>
        <w:t>210.1531</w:t>
      </w:r>
      <w:r>
        <w:tab/>
        <w:t>1.013e0</w:t>
      </w:r>
    </w:p>
    <w:p w:rsidR="007B2329" w:rsidRDefault="007B2329" w:rsidP="007B2329">
      <w:r>
        <w:t>210.1588</w:t>
      </w:r>
      <w:r>
        <w:tab/>
        <w:t>2.025e0</w:t>
      </w:r>
    </w:p>
    <w:p w:rsidR="007B2329" w:rsidRDefault="007B2329" w:rsidP="007B2329">
      <w:r>
        <w:t>210.1681</w:t>
      </w:r>
      <w:r>
        <w:tab/>
        <w:t>3.038e0</w:t>
      </w:r>
    </w:p>
    <w:p w:rsidR="007B2329" w:rsidRDefault="007B2329" w:rsidP="007B2329">
      <w:r>
        <w:t>210.1807</w:t>
      </w:r>
      <w:r>
        <w:tab/>
        <w:t>2.025e0</w:t>
      </w:r>
    </w:p>
    <w:p w:rsidR="007B2329" w:rsidRDefault="007B2329" w:rsidP="007B2329">
      <w:r>
        <w:t>210.1845</w:t>
      </w:r>
      <w:r>
        <w:tab/>
        <w:t>2.532e-2</w:t>
      </w:r>
    </w:p>
    <w:p w:rsidR="007B2329" w:rsidRDefault="007B2329" w:rsidP="007B2329">
      <w:r>
        <w:t>210.1879</w:t>
      </w:r>
      <w:r>
        <w:tab/>
        <w:t>1.266e-2</w:t>
      </w:r>
    </w:p>
    <w:p w:rsidR="007B2329" w:rsidRDefault="007B2329" w:rsidP="007B2329">
      <w:r>
        <w:lastRenderedPageBreak/>
        <w:t>210.1919</w:t>
      </w:r>
      <w:r>
        <w:tab/>
        <w:t>1.013e0</w:t>
      </w:r>
    </w:p>
    <w:p w:rsidR="007B2329" w:rsidRDefault="007B2329" w:rsidP="007B2329">
      <w:r>
        <w:t>210.1979</w:t>
      </w:r>
      <w:r>
        <w:tab/>
        <w:t>3.038e0</w:t>
      </w:r>
    </w:p>
    <w:p w:rsidR="007B2329" w:rsidRDefault="007B2329" w:rsidP="007B2329">
      <w:r>
        <w:t>210.2039</w:t>
      </w:r>
      <w:r>
        <w:tab/>
        <w:t>1.013e0</w:t>
      </w:r>
    </w:p>
    <w:p w:rsidR="007B2329" w:rsidRDefault="007B2329" w:rsidP="007B2329">
      <w:r>
        <w:t>210.2154</w:t>
      </w:r>
      <w:r>
        <w:tab/>
        <w:t>2.532e-2</w:t>
      </w:r>
    </w:p>
    <w:p w:rsidR="007B2329" w:rsidRDefault="007B2329" w:rsidP="007B2329">
      <w:r>
        <w:t>210.2267</w:t>
      </w:r>
      <w:r>
        <w:tab/>
        <w:t>1.013e0</w:t>
      </w:r>
    </w:p>
    <w:p w:rsidR="007B2329" w:rsidRDefault="007B2329" w:rsidP="007B2329">
      <w:r>
        <w:t>210.2381</w:t>
      </w:r>
      <w:r>
        <w:tab/>
        <w:t>2.025e0</w:t>
      </w:r>
    </w:p>
    <w:p w:rsidR="007B2329" w:rsidRDefault="007B2329" w:rsidP="007B2329">
      <w:r>
        <w:t>210.2419</w:t>
      </w:r>
      <w:r>
        <w:tab/>
        <w:t>1.013e0</w:t>
      </w:r>
    </w:p>
    <w:p w:rsidR="007B2329" w:rsidRDefault="007B2329" w:rsidP="007B2329">
      <w:r>
        <w:t>210.2457</w:t>
      </w:r>
      <w:r>
        <w:tab/>
        <w:t>1.013e0</w:t>
      </w:r>
    </w:p>
    <w:p w:rsidR="007B2329" w:rsidRDefault="007B2329" w:rsidP="007B2329">
      <w:r>
        <w:t>210.2609</w:t>
      </w:r>
      <w:r>
        <w:tab/>
        <w:t>1.013e0</w:t>
      </w:r>
    </w:p>
    <w:p w:rsidR="007B2329" w:rsidRDefault="007B2329" w:rsidP="007B2329">
      <w:r>
        <w:t>210.2683</w:t>
      </w:r>
      <w:r>
        <w:tab/>
        <w:t>1.013e0</w:t>
      </w:r>
    </w:p>
    <w:p w:rsidR="007B2329" w:rsidRDefault="007B2329" w:rsidP="007B2329">
      <w:r>
        <w:t>210.2704</w:t>
      </w:r>
      <w:r>
        <w:tab/>
        <w:t>2.025e0</w:t>
      </w:r>
    </w:p>
    <w:p w:rsidR="007B2329" w:rsidRDefault="007B2329" w:rsidP="007B2329">
      <w:r>
        <w:t>210.2770</w:t>
      </w:r>
      <w:r>
        <w:tab/>
        <w:t>2.025e0</w:t>
      </w:r>
    </w:p>
    <w:p w:rsidR="007B2329" w:rsidRDefault="007B2329" w:rsidP="007B2329">
      <w:r>
        <w:t>210.2787</w:t>
      </w:r>
      <w:r>
        <w:tab/>
        <w:t>2.025e0</w:t>
      </w:r>
    </w:p>
    <w:p w:rsidR="007B2329" w:rsidRDefault="007B2329" w:rsidP="007B2329">
      <w:r>
        <w:t>210.2922</w:t>
      </w:r>
      <w:r>
        <w:tab/>
        <w:t>1.013e0</w:t>
      </w:r>
    </w:p>
    <w:p w:rsidR="007B2329" w:rsidRDefault="007B2329" w:rsidP="007B2329">
      <w:r>
        <w:t>210.3082</w:t>
      </w:r>
      <w:r>
        <w:tab/>
        <w:t>2.025e0</w:t>
      </w:r>
    </w:p>
    <w:p w:rsidR="007B2329" w:rsidRDefault="007B2329" w:rsidP="007B2329">
      <w:r>
        <w:t>210.3138</w:t>
      </w:r>
      <w:r>
        <w:tab/>
        <w:t>2.025e0</w:t>
      </w:r>
    </w:p>
    <w:p w:rsidR="007B2329" w:rsidRDefault="007B2329" w:rsidP="007B2329">
      <w:r>
        <w:t>210.3194</w:t>
      </w:r>
      <w:r>
        <w:tab/>
        <w:t>1.266e-2</w:t>
      </w:r>
    </w:p>
    <w:p w:rsidR="007B2329" w:rsidRDefault="007B2329" w:rsidP="007B2329">
      <w:r>
        <w:t>210.3213</w:t>
      </w:r>
      <w:r>
        <w:tab/>
        <w:t>2.025e0</w:t>
      </w:r>
    </w:p>
    <w:p w:rsidR="007B2329" w:rsidRDefault="007B2329" w:rsidP="007B2329">
      <w:r>
        <w:t>210.3270</w:t>
      </w:r>
      <w:r>
        <w:tab/>
        <w:t>2.025e0</w:t>
      </w:r>
    </w:p>
    <w:p w:rsidR="007B2329" w:rsidRDefault="007B2329" w:rsidP="007B2329">
      <w:r>
        <w:lastRenderedPageBreak/>
        <w:t>210.3307</w:t>
      </w:r>
      <w:r>
        <w:tab/>
        <w:t>1.013e0</w:t>
      </w:r>
    </w:p>
    <w:p w:rsidR="007B2329" w:rsidRDefault="007B2329" w:rsidP="007B2329">
      <w:r>
        <w:t>210.3497</w:t>
      </w:r>
      <w:r>
        <w:tab/>
        <w:t>1.013e0</w:t>
      </w:r>
    </w:p>
    <w:p w:rsidR="007B2329" w:rsidRDefault="007B2329" w:rsidP="007B2329">
      <w:r>
        <w:t>210.3610</w:t>
      </w:r>
      <w:r>
        <w:tab/>
        <w:t>1.013e0</w:t>
      </w:r>
    </w:p>
    <w:p w:rsidR="007B2329" w:rsidRDefault="007B2329" w:rsidP="007B2329">
      <w:r>
        <w:t>210.3723</w:t>
      </w:r>
      <w:r>
        <w:tab/>
        <w:t>1.013e0</w:t>
      </w:r>
    </w:p>
    <w:p w:rsidR="007B2329" w:rsidRDefault="007B2329" w:rsidP="007B2329">
      <w:r>
        <w:t>210.3764</w:t>
      </w:r>
      <w:r>
        <w:tab/>
        <w:t>1.013e0</w:t>
      </w:r>
    </w:p>
    <w:p w:rsidR="007B2329" w:rsidRDefault="007B2329" w:rsidP="007B2329">
      <w:r>
        <w:t>210.3828</w:t>
      </w:r>
      <w:r>
        <w:tab/>
        <w:t>2.025e0</w:t>
      </w:r>
    </w:p>
    <w:p w:rsidR="007B2329" w:rsidRDefault="007B2329" w:rsidP="007B2329">
      <w:r>
        <w:t>210.4060</w:t>
      </w:r>
      <w:r>
        <w:tab/>
        <w:t>1.025e0</w:t>
      </w:r>
    </w:p>
    <w:p w:rsidR="007B2329" w:rsidRDefault="007B2329" w:rsidP="007B2329">
      <w:r>
        <w:t>210.4084</w:t>
      </w:r>
      <w:r>
        <w:tab/>
        <w:t>1.013e0</w:t>
      </w:r>
    </w:p>
    <w:p w:rsidR="007B2329" w:rsidRDefault="007B2329" w:rsidP="007B2329">
      <w:r>
        <w:t>210.4116</w:t>
      </w:r>
      <w:r>
        <w:tab/>
        <w:t>3.038e0</w:t>
      </w:r>
    </w:p>
    <w:p w:rsidR="007B2329" w:rsidRDefault="007B2329" w:rsidP="007B2329">
      <w:r>
        <w:t>210.4309</w:t>
      </w:r>
      <w:r>
        <w:tab/>
        <w:t>1.013e0</w:t>
      </w:r>
    </w:p>
    <w:p w:rsidR="007B2329" w:rsidRDefault="007B2329" w:rsidP="007B2329">
      <w:r>
        <w:t>210.4461</w:t>
      </w:r>
      <w:r>
        <w:tab/>
        <w:t>1.013e0</w:t>
      </w:r>
    </w:p>
    <w:p w:rsidR="007B2329" w:rsidRDefault="007B2329" w:rsidP="007B2329">
      <w:r>
        <w:t>210.4499</w:t>
      </w:r>
      <w:r>
        <w:tab/>
        <w:t>1.013e0</w:t>
      </w:r>
    </w:p>
    <w:p w:rsidR="007B2329" w:rsidRDefault="007B2329" w:rsidP="007B2329">
      <w:r>
        <w:t>210.4574</w:t>
      </w:r>
      <w:r>
        <w:tab/>
        <w:t>1.013e0</w:t>
      </w:r>
    </w:p>
    <w:p w:rsidR="007B2329" w:rsidRDefault="007B2329" w:rsidP="007B2329">
      <w:r>
        <w:t>210.4631</w:t>
      </w:r>
      <w:r>
        <w:tab/>
        <w:t>2.025e0</w:t>
      </w:r>
    </w:p>
    <w:p w:rsidR="007B2329" w:rsidRDefault="007B2329" w:rsidP="007B2329">
      <w:r>
        <w:t>210.4650</w:t>
      </w:r>
      <w:r>
        <w:tab/>
        <w:t>1.013e0</w:t>
      </w:r>
    </w:p>
    <w:p w:rsidR="007B2329" w:rsidRDefault="007B2329" w:rsidP="007B2329">
      <w:r>
        <w:t>210.4792</w:t>
      </w:r>
      <w:r>
        <w:tab/>
        <w:t>4.051e0</w:t>
      </w:r>
    </w:p>
    <w:p w:rsidR="007B2329" w:rsidRDefault="007B2329" w:rsidP="007B2329">
      <w:r>
        <w:t>210.4886</w:t>
      </w:r>
      <w:r>
        <w:tab/>
        <w:t>1.013e0</w:t>
      </w:r>
    </w:p>
    <w:p w:rsidR="007B2329" w:rsidRDefault="007B2329" w:rsidP="007B2329">
      <w:r>
        <w:t>210.5004</w:t>
      </w:r>
      <w:r>
        <w:tab/>
        <w:t>3.038e0</w:t>
      </w:r>
    </w:p>
    <w:p w:rsidR="007B2329" w:rsidRDefault="007B2329" w:rsidP="007B2329">
      <w:r>
        <w:t>210.5022</w:t>
      </w:r>
      <w:r>
        <w:tab/>
        <w:t>2.025e0</w:t>
      </w:r>
    </w:p>
    <w:p w:rsidR="007B2329" w:rsidRDefault="007B2329" w:rsidP="007B2329">
      <w:r>
        <w:lastRenderedPageBreak/>
        <w:t>210.5034</w:t>
      </w:r>
      <w:r>
        <w:tab/>
        <w:t>3.038e0</w:t>
      </w:r>
    </w:p>
    <w:p w:rsidR="007B2329" w:rsidRDefault="007B2329" w:rsidP="007B2329">
      <w:r>
        <w:t>210.5044</w:t>
      </w:r>
      <w:r>
        <w:tab/>
        <w:t>2.025e0</w:t>
      </w:r>
    </w:p>
    <w:p w:rsidR="007B2329" w:rsidRDefault="007B2329" w:rsidP="007B2329">
      <w:r>
        <w:t>210.5312</w:t>
      </w:r>
      <w:r>
        <w:tab/>
        <w:t>2.025e0</w:t>
      </w:r>
    </w:p>
    <w:p w:rsidR="007B2329" w:rsidRDefault="007B2329" w:rsidP="007B2329">
      <w:r>
        <w:t>210.5464</w:t>
      </w:r>
      <w:r>
        <w:tab/>
        <w:t>3.038e0</w:t>
      </w:r>
    </w:p>
    <w:p w:rsidR="007B2329" w:rsidRDefault="007B2329" w:rsidP="007B2329">
      <w:r>
        <w:t>210.5539</w:t>
      </w:r>
      <w:r>
        <w:tab/>
        <w:t>1.266e-2</w:t>
      </w:r>
    </w:p>
    <w:p w:rsidR="007B2329" w:rsidRDefault="007B2329" w:rsidP="007B2329">
      <w:r>
        <w:t>210.5689</w:t>
      </w:r>
      <w:r>
        <w:tab/>
        <w:t>1.013e0</w:t>
      </w:r>
    </w:p>
    <w:p w:rsidR="007B2329" w:rsidRDefault="007B2329" w:rsidP="007B2329">
      <w:r>
        <w:t>210.5831</w:t>
      </w:r>
      <w:r>
        <w:tab/>
        <w:t>2.106e0</w:t>
      </w:r>
    </w:p>
    <w:p w:rsidR="007B2329" w:rsidRDefault="007B2329" w:rsidP="007B2329">
      <w:r>
        <w:t>210.5909</w:t>
      </w:r>
      <w:r>
        <w:tab/>
        <w:t>2.025e0</w:t>
      </w:r>
    </w:p>
    <w:p w:rsidR="007B2329" w:rsidRDefault="007B2329" w:rsidP="007B2329">
      <w:r>
        <w:t>210.6050</w:t>
      </w:r>
      <w:r>
        <w:tab/>
        <w:t>1.013e0</w:t>
      </w:r>
    </w:p>
    <w:p w:rsidR="007B2329" w:rsidRDefault="007B2329" w:rsidP="007B2329">
      <w:r>
        <w:t>210.6163</w:t>
      </w:r>
      <w:r>
        <w:tab/>
        <w:t>2.025e0</w:t>
      </w:r>
    </w:p>
    <w:p w:rsidR="007B2329" w:rsidRDefault="007B2329" w:rsidP="007B2329">
      <w:r>
        <w:t>210.6201</w:t>
      </w:r>
      <w:r>
        <w:tab/>
        <w:t>2.025e0</w:t>
      </w:r>
    </w:p>
    <w:p w:rsidR="007B2329" w:rsidRDefault="007B2329" w:rsidP="007B2329">
      <w:r>
        <w:t>210.6314</w:t>
      </w:r>
      <w:r>
        <w:tab/>
        <w:t>2.025e0</w:t>
      </w:r>
    </w:p>
    <w:p w:rsidR="007B2329" w:rsidRDefault="007B2329" w:rsidP="007B2329">
      <w:r>
        <w:t>210.6390</w:t>
      </w:r>
      <w:r>
        <w:tab/>
        <w:t>2.038e0</w:t>
      </w:r>
    </w:p>
    <w:p w:rsidR="007B2329" w:rsidRDefault="007B2329" w:rsidP="007B2329">
      <w:r>
        <w:t>210.6428</w:t>
      </w:r>
      <w:r>
        <w:tab/>
        <w:t>1.013e0</w:t>
      </w:r>
    </w:p>
    <w:p w:rsidR="007B2329" w:rsidRDefault="007B2329" w:rsidP="007B2329">
      <w:r>
        <w:t>210.6616</w:t>
      </w:r>
      <w:r>
        <w:tab/>
        <w:t>1.013e0</w:t>
      </w:r>
    </w:p>
    <w:p w:rsidR="007B2329" w:rsidRDefault="007B2329" w:rsidP="007B2329">
      <w:r>
        <w:t>210.6853</w:t>
      </w:r>
      <w:r>
        <w:tab/>
        <w:t>4.051e0</w:t>
      </w:r>
    </w:p>
    <w:p w:rsidR="007B2329" w:rsidRDefault="007B2329" w:rsidP="007B2329">
      <w:r>
        <w:t>210.6931</w:t>
      </w:r>
      <w:r>
        <w:tab/>
        <w:t>2.025e0</w:t>
      </w:r>
    </w:p>
    <w:p w:rsidR="007B2329" w:rsidRDefault="007B2329" w:rsidP="007B2329">
      <w:r>
        <w:t>210.7166</w:t>
      </w:r>
      <w:r>
        <w:tab/>
        <w:t>1.013e0</w:t>
      </w:r>
    </w:p>
    <w:p w:rsidR="007B2329" w:rsidRDefault="007B2329" w:rsidP="007B2329">
      <w:r>
        <w:t>210.7203</w:t>
      </w:r>
      <w:r>
        <w:tab/>
        <w:t>1.013e0</w:t>
      </w:r>
    </w:p>
    <w:p w:rsidR="007B2329" w:rsidRDefault="007B2329" w:rsidP="007B2329">
      <w:r>
        <w:lastRenderedPageBreak/>
        <w:t>210.7279</w:t>
      </w:r>
      <w:r>
        <w:tab/>
        <w:t>1.013e0</w:t>
      </w:r>
    </w:p>
    <w:p w:rsidR="007B2329" w:rsidRDefault="007B2329" w:rsidP="007B2329">
      <w:r>
        <w:t>210.7393</w:t>
      </w:r>
      <w:r>
        <w:tab/>
        <w:t>2.025e0</w:t>
      </w:r>
    </w:p>
    <w:p w:rsidR="007B2329" w:rsidRDefault="007B2329" w:rsidP="007B2329">
      <w:r>
        <w:t>210.7506</w:t>
      </w:r>
      <w:r>
        <w:tab/>
        <w:t>5.063e0</w:t>
      </w:r>
    </w:p>
    <w:p w:rsidR="007B2329" w:rsidRDefault="007B2329" w:rsidP="007B2329">
      <w:r>
        <w:t>210.7582</w:t>
      </w:r>
      <w:r>
        <w:tab/>
        <w:t>1.013e0</w:t>
      </w:r>
    </w:p>
    <w:p w:rsidR="007B2329" w:rsidRDefault="007B2329" w:rsidP="007B2329">
      <w:r>
        <w:t>210.7657</w:t>
      </w:r>
      <w:r>
        <w:tab/>
        <w:t>1.013e0</w:t>
      </w:r>
    </w:p>
    <w:p w:rsidR="007B2329" w:rsidRDefault="007B2329" w:rsidP="007B2329">
      <w:r>
        <w:t>210.7697</w:t>
      </w:r>
      <w:r>
        <w:tab/>
        <w:t>1.013e0</w:t>
      </w:r>
    </w:p>
    <w:p w:rsidR="007B2329" w:rsidRDefault="007B2329" w:rsidP="007B2329">
      <w:r>
        <w:t>210.7777</w:t>
      </w:r>
      <w:r>
        <w:tab/>
        <w:t>1.013e0</w:t>
      </w:r>
    </w:p>
    <w:p w:rsidR="007B2329" w:rsidRDefault="007B2329" w:rsidP="007B2329">
      <w:r>
        <w:t>210.7977</w:t>
      </w:r>
      <w:r>
        <w:tab/>
        <w:t>1.013e0</w:t>
      </w:r>
    </w:p>
    <w:p w:rsidR="007B2329" w:rsidRDefault="007B2329" w:rsidP="007B2329">
      <w:r>
        <w:t>210.8018</w:t>
      </w:r>
      <w:r>
        <w:tab/>
        <w:t>1.013e0</w:t>
      </w:r>
    </w:p>
    <w:p w:rsidR="007B2329" w:rsidRDefault="007B2329" w:rsidP="007B2329">
      <w:r>
        <w:t>210.8168</w:t>
      </w:r>
      <w:r>
        <w:tab/>
        <w:t>1.266e-2</w:t>
      </w:r>
    </w:p>
    <w:p w:rsidR="007B2329" w:rsidRDefault="007B2329" w:rsidP="007B2329">
      <w:r>
        <w:t>210.8206</w:t>
      </w:r>
      <w:r>
        <w:tab/>
        <w:t>1.013e0</w:t>
      </w:r>
    </w:p>
    <w:p w:rsidR="007B2329" w:rsidRDefault="007B2329" w:rsidP="007B2329">
      <w:r>
        <w:t>210.8244</w:t>
      </w:r>
      <w:r>
        <w:tab/>
        <w:t>2.025e0</w:t>
      </w:r>
    </w:p>
    <w:p w:rsidR="007B2329" w:rsidRDefault="007B2329" w:rsidP="007B2329">
      <w:r>
        <w:t>210.8320</w:t>
      </w:r>
      <w:r>
        <w:tab/>
        <w:t>1.013e0</w:t>
      </w:r>
    </w:p>
    <w:p w:rsidR="007B2329" w:rsidRDefault="007B2329" w:rsidP="007B2329">
      <w:r>
        <w:t>210.8358</w:t>
      </w:r>
      <w:r>
        <w:tab/>
        <w:t>1.013e0</w:t>
      </w:r>
    </w:p>
    <w:p w:rsidR="007B2329" w:rsidRDefault="007B2329" w:rsidP="007B2329">
      <w:r>
        <w:t>210.8686</w:t>
      </w:r>
      <w:r>
        <w:tab/>
        <w:t>2.025e0</w:t>
      </w:r>
    </w:p>
    <w:p w:rsidR="007B2329" w:rsidRDefault="007B2329" w:rsidP="007B2329">
      <w:r>
        <w:t>210.8697</w:t>
      </w:r>
      <w:r>
        <w:tab/>
        <w:t>3.038e0</w:t>
      </w:r>
    </w:p>
    <w:p w:rsidR="007B2329" w:rsidRDefault="007B2329" w:rsidP="007B2329">
      <w:r>
        <w:t>210.8741</w:t>
      </w:r>
      <w:r>
        <w:tab/>
        <w:t>1.013e0</w:t>
      </w:r>
    </w:p>
    <w:p w:rsidR="007B2329" w:rsidRDefault="007B2329" w:rsidP="007B2329">
      <w:r>
        <w:t>210.8899</w:t>
      </w:r>
      <w:r>
        <w:tab/>
        <w:t>2.025e0</w:t>
      </w:r>
    </w:p>
    <w:p w:rsidR="007B2329" w:rsidRDefault="007B2329" w:rsidP="007B2329">
      <w:r>
        <w:t>210.8982</w:t>
      </w:r>
      <w:r>
        <w:tab/>
        <w:t>1.013e0</w:t>
      </w:r>
    </w:p>
    <w:p w:rsidR="007B2329" w:rsidRDefault="007B2329" w:rsidP="007B2329">
      <w:r>
        <w:lastRenderedPageBreak/>
        <w:t>210.9058</w:t>
      </w:r>
      <w:r>
        <w:tab/>
        <w:t>1.013e0</w:t>
      </w:r>
    </w:p>
    <w:p w:rsidR="007B2329" w:rsidRDefault="007B2329" w:rsidP="007B2329">
      <w:r>
        <w:t>210.9095</w:t>
      </w:r>
      <w:r>
        <w:tab/>
        <w:t>1.013e0</w:t>
      </w:r>
    </w:p>
    <w:p w:rsidR="007B2329" w:rsidRDefault="007B2329" w:rsidP="007B2329">
      <w:r>
        <w:t>210.9134</w:t>
      </w:r>
      <w:r>
        <w:tab/>
        <w:t>2.025e0</w:t>
      </w:r>
    </w:p>
    <w:p w:rsidR="007B2329" w:rsidRDefault="007B2329" w:rsidP="007B2329">
      <w:r>
        <w:t>210.9163</w:t>
      </w:r>
      <w:r>
        <w:tab/>
        <w:t>3.038e0</w:t>
      </w:r>
    </w:p>
    <w:p w:rsidR="007B2329" w:rsidRDefault="007B2329" w:rsidP="007B2329">
      <w:r>
        <w:t>210.9323</w:t>
      </w:r>
      <w:r>
        <w:tab/>
        <w:t>1.013e0</w:t>
      </w:r>
    </w:p>
    <w:p w:rsidR="007B2329" w:rsidRDefault="007B2329" w:rsidP="007B2329">
      <w:r>
        <w:t>210.9400</w:t>
      </w:r>
      <w:r>
        <w:tab/>
        <w:t>1.013e0</w:t>
      </w:r>
    </w:p>
    <w:p w:rsidR="007B2329" w:rsidRDefault="007B2329" w:rsidP="007B2329">
      <w:r>
        <w:t>210.9512</w:t>
      </w:r>
      <w:r>
        <w:tab/>
        <w:t>3.038e0</w:t>
      </w:r>
    </w:p>
    <w:p w:rsidR="007B2329" w:rsidRDefault="007B2329" w:rsidP="007B2329">
      <w:r>
        <w:t>210.9676</w:t>
      </w:r>
      <w:r>
        <w:tab/>
        <w:t>2.025e0</w:t>
      </w:r>
    </w:p>
    <w:p w:rsidR="007B2329" w:rsidRDefault="007B2329" w:rsidP="007B2329">
      <w:r>
        <w:t>210.9688</w:t>
      </w:r>
      <w:r>
        <w:tab/>
        <w:t>2.025e0</w:t>
      </w:r>
    </w:p>
    <w:p w:rsidR="007B2329" w:rsidRDefault="007B2329" w:rsidP="007B2329">
      <w:r>
        <w:t>210.9705</w:t>
      </w:r>
      <w:r>
        <w:tab/>
        <w:t>1.013e0</w:t>
      </w:r>
    </w:p>
    <w:p w:rsidR="007B2329" w:rsidRDefault="007B2329" w:rsidP="007B2329">
      <w:r>
        <w:t>210.9727</w:t>
      </w:r>
      <w:r>
        <w:tab/>
        <w:t>1.025e0</w:t>
      </w:r>
    </w:p>
    <w:p w:rsidR="007B2329" w:rsidRDefault="007B2329" w:rsidP="007B2329">
      <w:r>
        <w:t>210.9746</w:t>
      </w:r>
      <w:r>
        <w:tab/>
        <w:t>1.013e0</w:t>
      </w:r>
    </w:p>
    <w:p w:rsidR="007B2329" w:rsidRDefault="007B2329" w:rsidP="007B2329">
      <w:r>
        <w:t>210.9786</w:t>
      </w:r>
      <w:r>
        <w:tab/>
        <w:t>1.013e0</w:t>
      </w:r>
    </w:p>
    <w:p w:rsidR="007B2329" w:rsidRDefault="007B2329" w:rsidP="007B2329">
      <w:r>
        <w:t>210.9906</w:t>
      </w:r>
      <w:r>
        <w:tab/>
        <w:t>1.013e0</w:t>
      </w:r>
    </w:p>
    <w:p w:rsidR="007B2329" w:rsidRDefault="007B2329" w:rsidP="007B2329">
      <w:r>
        <w:t>211.0021</w:t>
      </w:r>
      <w:r>
        <w:tab/>
        <w:t>2.025e0</w:t>
      </w:r>
    </w:p>
    <w:p w:rsidR="007B2329" w:rsidRDefault="007B2329" w:rsidP="007B2329">
      <w:r>
        <w:t>211.0043</w:t>
      </w:r>
      <w:r>
        <w:tab/>
        <w:t>2.025e0</w:t>
      </w:r>
    </w:p>
    <w:p w:rsidR="007B2329" w:rsidRDefault="007B2329" w:rsidP="007B2329">
      <w:r>
        <w:t>211.0099</w:t>
      </w:r>
      <w:r>
        <w:tab/>
        <w:t>1.013e0</w:t>
      </w:r>
    </w:p>
    <w:p w:rsidR="007B2329" w:rsidRDefault="007B2329" w:rsidP="007B2329">
      <w:r>
        <w:t>211.0136</w:t>
      </w:r>
      <w:r>
        <w:tab/>
        <w:t>2.025e0</w:t>
      </w:r>
    </w:p>
    <w:p w:rsidR="007B2329" w:rsidRDefault="007B2329" w:rsidP="007B2329">
      <w:r>
        <w:t>211.0478</w:t>
      </w:r>
      <w:r>
        <w:tab/>
        <w:t>1.013e0</w:t>
      </w:r>
    </w:p>
    <w:p w:rsidR="007B2329" w:rsidRDefault="007B2329" w:rsidP="007B2329">
      <w:r>
        <w:lastRenderedPageBreak/>
        <w:t>211.0515</w:t>
      </w:r>
      <w:r>
        <w:tab/>
        <w:t>1.013e0</w:t>
      </w:r>
    </w:p>
    <w:p w:rsidR="007B2329" w:rsidRDefault="007B2329" w:rsidP="007B2329">
      <w:r>
        <w:t>211.0591</w:t>
      </w:r>
      <w:r>
        <w:tab/>
        <w:t>2.532e-2</w:t>
      </w:r>
    </w:p>
    <w:p w:rsidR="007B2329" w:rsidRDefault="007B2329" w:rsidP="007B2329">
      <w:r>
        <w:t>211.0630</w:t>
      </w:r>
      <w:r>
        <w:tab/>
        <w:t>1.266e-2</w:t>
      </w:r>
    </w:p>
    <w:p w:rsidR="007B2329" w:rsidRDefault="007B2329" w:rsidP="007B2329">
      <w:r>
        <w:t>211.0671</w:t>
      </w:r>
      <w:r>
        <w:tab/>
        <w:t>1.013e0</w:t>
      </w:r>
    </w:p>
    <w:p w:rsidR="007B2329" w:rsidRDefault="007B2329" w:rsidP="007B2329">
      <w:r>
        <w:t>211.0752</w:t>
      </w:r>
      <w:r>
        <w:tab/>
        <w:t>1.013e0</w:t>
      </w:r>
    </w:p>
    <w:p w:rsidR="007B2329" w:rsidRDefault="007B2329" w:rsidP="007B2329">
      <w:r>
        <w:t>211.0807</w:t>
      </w:r>
      <w:r>
        <w:tab/>
        <w:t>1.025e0</w:t>
      </w:r>
    </w:p>
    <w:p w:rsidR="007B2329" w:rsidRDefault="007B2329" w:rsidP="007B2329">
      <w:r>
        <w:t>211.0869</w:t>
      </w:r>
      <w:r>
        <w:tab/>
        <w:t>2.025e0</w:t>
      </w:r>
    </w:p>
    <w:p w:rsidR="007B2329" w:rsidRDefault="007B2329" w:rsidP="007B2329">
      <w:r>
        <w:t>211.0947</w:t>
      </w:r>
      <w:r>
        <w:tab/>
        <w:t>3.038e0</w:t>
      </w:r>
    </w:p>
    <w:p w:rsidR="007B2329" w:rsidRDefault="007B2329" w:rsidP="007B2329">
      <w:r>
        <w:t>211.1099</w:t>
      </w:r>
      <w:r>
        <w:tab/>
        <w:t>2.186e1</w:t>
      </w:r>
    </w:p>
    <w:p w:rsidR="007B2329" w:rsidRDefault="007B2329" w:rsidP="007B2329">
      <w:r>
        <w:t>211.1121</w:t>
      </w:r>
      <w:r>
        <w:tab/>
        <w:t>1.070e1</w:t>
      </w:r>
    </w:p>
    <w:p w:rsidR="007B2329" w:rsidRDefault="007B2329" w:rsidP="007B2329">
      <w:r>
        <w:t>211.1152</w:t>
      </w:r>
      <w:r>
        <w:tab/>
        <w:t>2.063e1</w:t>
      </w:r>
    </w:p>
    <w:p w:rsidR="007B2329" w:rsidRDefault="007B2329" w:rsidP="007B2329">
      <w:r>
        <w:t>211.1178</w:t>
      </w:r>
      <w:r>
        <w:tab/>
        <w:t>1.501e1</w:t>
      </w:r>
    </w:p>
    <w:p w:rsidR="007B2329" w:rsidRDefault="007B2329" w:rsidP="007B2329">
      <w:r>
        <w:t>211.1367</w:t>
      </w:r>
      <w:r>
        <w:tab/>
        <w:t>1.013e0</w:t>
      </w:r>
    </w:p>
    <w:p w:rsidR="007B2329" w:rsidRDefault="007B2329" w:rsidP="007B2329">
      <w:r>
        <w:t>211.1451</w:t>
      </w:r>
      <w:r>
        <w:tab/>
        <w:t>2.038e0</w:t>
      </w:r>
    </w:p>
    <w:p w:rsidR="007B2329" w:rsidRDefault="007B2329" w:rsidP="007B2329">
      <w:r>
        <w:t>211.1477</w:t>
      </w:r>
      <w:r>
        <w:tab/>
        <w:t>2.397e0</w:t>
      </w:r>
    </w:p>
    <w:p w:rsidR="007B2329" w:rsidRDefault="007B2329" w:rsidP="007B2329">
      <w:r>
        <w:t>211.1517</w:t>
      </w:r>
      <w:r>
        <w:tab/>
        <w:t>1.038e0</w:t>
      </w:r>
    </w:p>
    <w:p w:rsidR="007B2329" w:rsidRDefault="007B2329" w:rsidP="007B2329">
      <w:r>
        <w:t>211.1636</w:t>
      </w:r>
      <w:r>
        <w:tab/>
        <w:t>1.013e0</w:t>
      </w:r>
    </w:p>
    <w:p w:rsidR="007B2329" w:rsidRDefault="007B2329" w:rsidP="007B2329">
      <w:r>
        <w:t>211.1776</w:t>
      </w:r>
      <w:r>
        <w:tab/>
        <w:t>5.063e0</w:t>
      </w:r>
    </w:p>
    <w:p w:rsidR="007B2329" w:rsidRDefault="007B2329" w:rsidP="007B2329">
      <w:r>
        <w:t>211.1797</w:t>
      </w:r>
      <w:r>
        <w:tab/>
        <w:t>1.013e0</w:t>
      </w:r>
    </w:p>
    <w:p w:rsidR="007B2329" w:rsidRDefault="007B2329" w:rsidP="007B2329">
      <w:r>
        <w:lastRenderedPageBreak/>
        <w:t>211.1824</w:t>
      </w:r>
      <w:r>
        <w:tab/>
        <w:t>3.038e0</w:t>
      </w:r>
    </w:p>
    <w:p w:rsidR="007B2329" w:rsidRDefault="007B2329" w:rsidP="007B2329">
      <w:r>
        <w:t>211.1837</w:t>
      </w:r>
      <w:r>
        <w:tab/>
        <w:t>5.980e-2</w:t>
      </w:r>
    </w:p>
    <w:p w:rsidR="007B2329" w:rsidRDefault="007B2329" w:rsidP="007B2329">
      <w:r>
        <w:t>211.1895</w:t>
      </w:r>
      <w:r>
        <w:tab/>
        <w:t>2.025e0</w:t>
      </w:r>
    </w:p>
    <w:p w:rsidR="007B2329" w:rsidRDefault="007B2329" w:rsidP="007B2329">
      <w:r>
        <w:t>211.1954</w:t>
      </w:r>
      <w:r>
        <w:tab/>
        <w:t>1.013e0</w:t>
      </w:r>
    </w:p>
    <w:p w:rsidR="007B2329" w:rsidRDefault="007B2329" w:rsidP="007B2329">
      <w:r>
        <w:t>211.2105</w:t>
      </w:r>
      <w:r>
        <w:tab/>
        <w:t>2.025e0</w:t>
      </w:r>
    </w:p>
    <w:p w:rsidR="007B2329" w:rsidRDefault="007B2329" w:rsidP="007B2329">
      <w:r>
        <w:t>211.2371</w:t>
      </w:r>
      <w:r>
        <w:tab/>
        <w:t>2.025e0</w:t>
      </w:r>
    </w:p>
    <w:p w:rsidR="007B2329" w:rsidRDefault="007B2329" w:rsidP="007B2329">
      <w:r>
        <w:t>211.2522</w:t>
      </w:r>
      <w:r>
        <w:tab/>
        <w:t>1.013e0</w:t>
      </w:r>
    </w:p>
    <w:p w:rsidR="007B2329" w:rsidRDefault="007B2329" w:rsidP="007B2329">
      <w:r>
        <w:t>211.2803</w:t>
      </w:r>
      <w:r>
        <w:tab/>
        <w:t>2.025e0</w:t>
      </w:r>
    </w:p>
    <w:p w:rsidR="007B2329" w:rsidRDefault="007B2329" w:rsidP="007B2329">
      <w:r>
        <w:t>211.2819</w:t>
      </w:r>
      <w:r>
        <w:tab/>
        <w:t>2.038e0</w:t>
      </w:r>
    </w:p>
    <w:p w:rsidR="007B2329" w:rsidRDefault="007B2329" w:rsidP="007B2329">
      <w:r>
        <w:t>211.2883</w:t>
      </w:r>
      <w:r>
        <w:tab/>
        <w:t>2.025e0</w:t>
      </w:r>
    </w:p>
    <w:p w:rsidR="007B2329" w:rsidRDefault="007B2329" w:rsidP="007B2329">
      <w:r>
        <w:t>211.2988</w:t>
      </w:r>
      <w:r>
        <w:tab/>
        <w:t>3.038e0</w:t>
      </w:r>
    </w:p>
    <w:p w:rsidR="007B2329" w:rsidRDefault="007B2329" w:rsidP="007B2329">
      <w:r>
        <w:t>211.3159</w:t>
      </w:r>
      <w:r>
        <w:tab/>
        <w:t>3.038e0</w:t>
      </w:r>
    </w:p>
    <w:p w:rsidR="007B2329" w:rsidRDefault="007B2329" w:rsidP="007B2329">
      <w:r>
        <w:t>211.3203</w:t>
      </w:r>
      <w:r>
        <w:tab/>
        <w:t>2.025e0</w:t>
      </w:r>
    </w:p>
    <w:p w:rsidR="007B2329" w:rsidRDefault="007B2329" w:rsidP="007B2329">
      <w:r>
        <w:t>211.3336</w:t>
      </w:r>
      <w:r>
        <w:tab/>
        <w:t>1.013e0</w:t>
      </w:r>
    </w:p>
    <w:p w:rsidR="007B2329" w:rsidRDefault="007B2329" w:rsidP="007B2329">
      <w:r>
        <w:t>211.3487</w:t>
      </w:r>
      <w:r>
        <w:tab/>
        <w:t>1.013e0</w:t>
      </w:r>
    </w:p>
    <w:p w:rsidR="007B2329" w:rsidRDefault="007B2329" w:rsidP="007B2329">
      <w:r>
        <w:t>211.3630</w:t>
      </w:r>
      <w:r>
        <w:tab/>
        <w:t>2.025e0</w:t>
      </w:r>
    </w:p>
    <w:p w:rsidR="007B2329" w:rsidRDefault="007B2329" w:rsidP="007B2329">
      <w:r>
        <w:t>211.3688</w:t>
      </w:r>
      <w:r>
        <w:tab/>
        <w:t>5.063e0</w:t>
      </w:r>
    </w:p>
    <w:p w:rsidR="007B2329" w:rsidRDefault="007B2329" w:rsidP="007B2329">
      <w:r>
        <w:t>211.3849</w:t>
      </w:r>
      <w:r>
        <w:tab/>
        <w:t>1.013e0</w:t>
      </w:r>
    </w:p>
    <w:p w:rsidR="007B2329" w:rsidRDefault="007B2329" w:rsidP="007B2329">
      <w:r>
        <w:t>211.3923</w:t>
      </w:r>
      <w:r>
        <w:tab/>
        <w:t>1.013e0</w:t>
      </w:r>
    </w:p>
    <w:p w:rsidR="007B2329" w:rsidRDefault="007B2329" w:rsidP="007B2329">
      <w:r>
        <w:lastRenderedPageBreak/>
        <w:t>211.3999</w:t>
      </w:r>
      <w:r>
        <w:tab/>
        <w:t>1.013e0</w:t>
      </w:r>
    </w:p>
    <w:p w:rsidR="007B2329" w:rsidRDefault="007B2329" w:rsidP="007B2329">
      <w:r>
        <w:t>211.4074</w:t>
      </w:r>
      <w:r>
        <w:tab/>
        <w:t>1.013e0</w:t>
      </w:r>
    </w:p>
    <w:p w:rsidR="007B2329" w:rsidRDefault="007B2329" w:rsidP="007B2329">
      <w:r>
        <w:t>211.4189</w:t>
      </w:r>
      <w:r>
        <w:tab/>
        <w:t>1.013e0</w:t>
      </w:r>
    </w:p>
    <w:p w:rsidR="007B2329" w:rsidRDefault="007B2329" w:rsidP="007B2329">
      <w:r>
        <w:t>211.4226</w:t>
      </w:r>
      <w:r>
        <w:tab/>
        <w:t>1.013e0</w:t>
      </w:r>
    </w:p>
    <w:p w:rsidR="007B2329" w:rsidRDefault="007B2329" w:rsidP="007B2329">
      <w:r>
        <w:t>211.4265</w:t>
      </w:r>
      <w:r>
        <w:tab/>
        <w:t>1.013e0</w:t>
      </w:r>
    </w:p>
    <w:p w:rsidR="007B2329" w:rsidRDefault="007B2329" w:rsidP="007B2329">
      <w:r>
        <w:t>211.4415</w:t>
      </w:r>
      <w:r>
        <w:tab/>
        <w:t>2.025e0</w:t>
      </w:r>
    </w:p>
    <w:p w:rsidR="007B2329" w:rsidRDefault="007B2329" w:rsidP="007B2329">
      <w:r>
        <w:t>211.4428</w:t>
      </w:r>
      <w:r>
        <w:tab/>
        <w:t>6.076e0</w:t>
      </w:r>
    </w:p>
    <w:p w:rsidR="007B2329" w:rsidRDefault="007B2329" w:rsidP="007B2329">
      <w:r>
        <w:t>211.4494</w:t>
      </w:r>
      <w:r>
        <w:tab/>
        <w:t>1.013e0</w:t>
      </w:r>
    </w:p>
    <w:p w:rsidR="007B2329" w:rsidRDefault="007B2329" w:rsidP="007B2329">
      <w:r>
        <w:t>211.4534</w:t>
      </w:r>
      <w:r>
        <w:tab/>
        <w:t>1.266e-2</w:t>
      </w:r>
    </w:p>
    <w:p w:rsidR="007B2329" w:rsidRDefault="007B2329" w:rsidP="007B2329">
      <w:r>
        <w:t>211.4733</w:t>
      </w:r>
      <w:r>
        <w:tab/>
        <w:t>2.025e0</w:t>
      </w:r>
    </w:p>
    <w:p w:rsidR="007B2329" w:rsidRDefault="007B2329" w:rsidP="007B2329">
      <w:r>
        <w:t>211.4776</w:t>
      </w:r>
      <w:r>
        <w:tab/>
        <w:t>1.013e0</w:t>
      </w:r>
    </w:p>
    <w:p w:rsidR="007B2329" w:rsidRDefault="007B2329" w:rsidP="007B2329">
      <w:r>
        <w:t>211.4851</w:t>
      </w:r>
      <w:r>
        <w:tab/>
        <w:t>1.013e0</w:t>
      </w:r>
    </w:p>
    <w:p w:rsidR="007B2329" w:rsidRDefault="007B2329" w:rsidP="007B2329">
      <w:r>
        <w:t>211.4889</w:t>
      </w:r>
      <w:r>
        <w:tab/>
        <w:t>1.013e0</w:t>
      </w:r>
    </w:p>
    <w:p w:rsidR="007B2329" w:rsidRDefault="007B2329" w:rsidP="007B2329">
      <w:r>
        <w:t>211.4965</w:t>
      </w:r>
      <w:r>
        <w:tab/>
        <w:t>2.025e0</w:t>
      </w:r>
    </w:p>
    <w:p w:rsidR="007B2329" w:rsidRDefault="007B2329" w:rsidP="007B2329">
      <w:r>
        <w:t>211.5024</w:t>
      </w:r>
      <w:r>
        <w:tab/>
        <w:t>3.038e0</w:t>
      </w:r>
    </w:p>
    <w:p w:rsidR="007B2329" w:rsidRDefault="007B2329" w:rsidP="007B2329">
      <w:r>
        <w:t>211.5041</w:t>
      </w:r>
      <w:r>
        <w:tab/>
        <w:t>2.038e0</w:t>
      </w:r>
    </w:p>
    <w:p w:rsidR="007B2329" w:rsidRDefault="007B2329" w:rsidP="007B2329">
      <w:r>
        <w:t>211.5116</w:t>
      </w:r>
      <w:r>
        <w:tab/>
        <w:t>1.013e0</w:t>
      </w:r>
    </w:p>
    <w:p w:rsidR="007B2329" w:rsidRDefault="007B2329" w:rsidP="007B2329">
      <w:r>
        <w:t>211.5380</w:t>
      </w:r>
      <w:r>
        <w:tab/>
        <w:t>2.025e0</w:t>
      </w:r>
    </w:p>
    <w:p w:rsidR="007B2329" w:rsidRDefault="007B2329" w:rsidP="007B2329">
      <w:r>
        <w:t>211.5421</w:t>
      </w:r>
      <w:r>
        <w:tab/>
        <w:t>3.038e0</w:t>
      </w:r>
    </w:p>
    <w:p w:rsidR="007B2329" w:rsidRDefault="007B2329" w:rsidP="007B2329">
      <w:r>
        <w:lastRenderedPageBreak/>
        <w:t>211.5461</w:t>
      </w:r>
      <w:r>
        <w:tab/>
        <w:t>1.013e0</w:t>
      </w:r>
    </w:p>
    <w:p w:rsidR="007B2329" w:rsidRDefault="007B2329" w:rsidP="007B2329">
      <w:r>
        <w:t>211.5541</w:t>
      </w:r>
      <w:r>
        <w:tab/>
        <w:t>1.013e0</w:t>
      </w:r>
    </w:p>
    <w:p w:rsidR="007B2329" w:rsidRDefault="007B2329" w:rsidP="007B2329">
      <w:r>
        <w:t>211.5647</w:t>
      </w:r>
      <w:r>
        <w:tab/>
        <w:t>4.051e0</w:t>
      </w:r>
    </w:p>
    <w:p w:rsidR="007B2329" w:rsidRDefault="007B2329" w:rsidP="007B2329">
      <w:r>
        <w:t>211.5738</w:t>
      </w:r>
      <w:r>
        <w:tab/>
        <w:t>3.038e0</w:t>
      </w:r>
    </w:p>
    <w:p w:rsidR="007B2329" w:rsidRDefault="007B2329" w:rsidP="007B2329">
      <w:r>
        <w:t>211.5931</w:t>
      </w:r>
      <w:r>
        <w:tab/>
        <w:t>2.025e0</w:t>
      </w:r>
    </w:p>
    <w:p w:rsidR="007B2329" w:rsidRDefault="007B2329" w:rsidP="007B2329">
      <w:r>
        <w:t>211.5988</w:t>
      </w:r>
      <w:r>
        <w:tab/>
        <w:t>1.025e0</w:t>
      </w:r>
    </w:p>
    <w:p w:rsidR="007B2329" w:rsidRDefault="007B2329" w:rsidP="007B2329">
      <w:r>
        <w:t>211.6082</w:t>
      </w:r>
      <w:r>
        <w:tab/>
        <w:t>2.025e0</w:t>
      </w:r>
    </w:p>
    <w:p w:rsidR="007B2329" w:rsidRDefault="007B2329" w:rsidP="007B2329">
      <w:r>
        <w:t>211.6159</w:t>
      </w:r>
      <w:r>
        <w:tab/>
        <w:t>1.013e0</w:t>
      </w:r>
    </w:p>
    <w:p w:rsidR="007B2329" w:rsidRDefault="007B2329" w:rsidP="007B2329">
      <w:r>
        <w:t>211.6197</w:t>
      </w:r>
      <w:r>
        <w:tab/>
        <w:t>1.013e0</w:t>
      </w:r>
    </w:p>
    <w:p w:rsidR="007B2329" w:rsidRDefault="007B2329" w:rsidP="007B2329">
      <w:r>
        <w:t>211.6234</w:t>
      </w:r>
      <w:r>
        <w:tab/>
        <w:t>1.013e0</w:t>
      </w:r>
    </w:p>
    <w:p w:rsidR="007B2329" w:rsidRDefault="007B2329" w:rsidP="007B2329">
      <w:r>
        <w:t>211.6347</w:t>
      </w:r>
      <w:r>
        <w:tab/>
        <w:t>2.025e0</w:t>
      </w:r>
    </w:p>
    <w:p w:rsidR="007B2329" w:rsidRDefault="007B2329" w:rsidP="007B2329">
      <w:r>
        <w:t>211.6429</w:t>
      </w:r>
      <w:r>
        <w:tab/>
        <w:t>1.013e0</w:t>
      </w:r>
    </w:p>
    <w:p w:rsidR="007B2329" w:rsidRDefault="007B2329" w:rsidP="007B2329">
      <w:r>
        <w:t>211.6509</w:t>
      </w:r>
      <w:r>
        <w:tab/>
        <w:t>2.532e-2</w:t>
      </w:r>
    </w:p>
    <w:p w:rsidR="007B2329" w:rsidRDefault="007B2329" w:rsidP="007B2329">
      <w:r>
        <w:t>211.6528</w:t>
      </w:r>
      <w:r>
        <w:tab/>
        <w:t>2.171e0</w:t>
      </w:r>
    </w:p>
    <w:p w:rsidR="007B2329" w:rsidRDefault="007B2329" w:rsidP="007B2329">
      <w:r>
        <w:t>211.6630</w:t>
      </w:r>
      <w:r>
        <w:tab/>
        <w:t>2.025e0</w:t>
      </w:r>
    </w:p>
    <w:p w:rsidR="007B2329" w:rsidRDefault="007B2329" w:rsidP="007B2329">
      <w:r>
        <w:t>211.6745</w:t>
      </w:r>
      <w:r>
        <w:tab/>
        <w:t>2.893e0</w:t>
      </w:r>
    </w:p>
    <w:p w:rsidR="007B2329" w:rsidRDefault="007B2329" w:rsidP="007B2329">
      <w:r>
        <w:t>211.6765</w:t>
      </w:r>
      <w:r>
        <w:tab/>
        <w:t>2.025e0</w:t>
      </w:r>
    </w:p>
    <w:p w:rsidR="007B2329" w:rsidRDefault="007B2329" w:rsidP="007B2329">
      <w:r>
        <w:t>211.6821</w:t>
      </w:r>
      <w:r>
        <w:tab/>
        <w:t>1.013e0</w:t>
      </w:r>
    </w:p>
    <w:p w:rsidR="007B2329" w:rsidRDefault="007B2329" w:rsidP="007B2329">
      <w:r>
        <w:t>211.6898</w:t>
      </w:r>
      <w:r>
        <w:tab/>
        <w:t>2.025e0</w:t>
      </w:r>
    </w:p>
    <w:p w:rsidR="007B2329" w:rsidRDefault="007B2329" w:rsidP="007B2329">
      <w:r>
        <w:lastRenderedPageBreak/>
        <w:t>211.7011</w:t>
      </w:r>
      <w:r>
        <w:tab/>
        <w:t>1.013e0</w:t>
      </w:r>
    </w:p>
    <w:p w:rsidR="007B2329" w:rsidRDefault="007B2329" w:rsidP="007B2329">
      <w:r>
        <w:t>211.7184</w:t>
      </w:r>
      <w:r>
        <w:tab/>
        <w:t>3.038e0</w:t>
      </w:r>
    </w:p>
    <w:p w:rsidR="007B2329" w:rsidRDefault="007B2329" w:rsidP="007B2329">
      <w:r>
        <w:t>211.7258</w:t>
      </w:r>
      <w:r>
        <w:tab/>
        <w:t>1.025e0</w:t>
      </w:r>
    </w:p>
    <w:p w:rsidR="007B2329" w:rsidRDefault="007B2329" w:rsidP="007B2329">
      <w:r>
        <w:t>211.7435</w:t>
      </w:r>
      <w:r>
        <w:tab/>
        <w:t>1.013e0</w:t>
      </w:r>
    </w:p>
    <w:p w:rsidR="007B2329" w:rsidRDefault="007B2329" w:rsidP="007B2329">
      <w:r>
        <w:t>211.7516</w:t>
      </w:r>
      <w:r>
        <w:tab/>
        <w:t>1.013e0</w:t>
      </w:r>
    </w:p>
    <w:p w:rsidR="007B2329" w:rsidRDefault="007B2329" w:rsidP="007B2329">
      <w:r>
        <w:t>211.7556</w:t>
      </w:r>
      <w:r>
        <w:tab/>
        <w:t>4.051e0</w:t>
      </w:r>
    </w:p>
    <w:p w:rsidR="007B2329" w:rsidRDefault="007B2329" w:rsidP="007B2329">
      <w:r>
        <w:t>211.7597</w:t>
      </w:r>
      <w:r>
        <w:tab/>
        <w:t>1.013e0</w:t>
      </w:r>
    </w:p>
    <w:p w:rsidR="007B2329" w:rsidRDefault="007B2329" w:rsidP="007B2329">
      <w:r>
        <w:t>211.7638</w:t>
      </w:r>
      <w:r>
        <w:tab/>
        <w:t>1.013e0</w:t>
      </w:r>
    </w:p>
    <w:p w:rsidR="007B2329" w:rsidRDefault="007B2329" w:rsidP="007B2329">
      <w:r>
        <w:t>211.7675</w:t>
      </w:r>
      <w:r>
        <w:tab/>
        <w:t>1.013e0</w:t>
      </w:r>
    </w:p>
    <w:p w:rsidR="007B2329" w:rsidRDefault="007B2329" w:rsidP="007B2329">
      <w:r>
        <w:t>211.7901</w:t>
      </w:r>
      <w:r>
        <w:tab/>
        <w:t>2.025e0</w:t>
      </w:r>
    </w:p>
    <w:p w:rsidR="007B2329" w:rsidRDefault="007B2329" w:rsidP="007B2329">
      <w:r>
        <w:t>211.8016</w:t>
      </w:r>
      <w:r>
        <w:tab/>
        <w:t>1.013e0</w:t>
      </w:r>
    </w:p>
    <w:p w:rsidR="007B2329" w:rsidRDefault="007B2329" w:rsidP="007B2329">
      <w:r>
        <w:t>211.8054</w:t>
      </w:r>
      <w:r>
        <w:tab/>
        <w:t>2.025e0</w:t>
      </w:r>
    </w:p>
    <w:p w:rsidR="007B2329" w:rsidRDefault="007B2329" w:rsidP="007B2329">
      <w:r>
        <w:t>211.8243</w:t>
      </w:r>
      <w:r>
        <w:tab/>
        <w:t>2.025e0</w:t>
      </w:r>
    </w:p>
    <w:p w:rsidR="007B2329" w:rsidRDefault="007B2329" w:rsidP="007B2329">
      <w:r>
        <w:t>211.8282</w:t>
      </w:r>
      <w:r>
        <w:tab/>
        <w:t>1.013e0</w:t>
      </w:r>
    </w:p>
    <w:p w:rsidR="007B2329" w:rsidRDefault="007B2329" w:rsidP="007B2329">
      <w:r>
        <w:t>211.8403</w:t>
      </w:r>
      <w:r>
        <w:tab/>
        <w:t>1.013e0</w:t>
      </w:r>
    </w:p>
    <w:p w:rsidR="007B2329" w:rsidRDefault="007B2329" w:rsidP="007B2329">
      <w:r>
        <w:t>211.8484</w:t>
      </w:r>
      <w:r>
        <w:tab/>
        <w:t>2.038e0</w:t>
      </w:r>
    </w:p>
    <w:p w:rsidR="007B2329" w:rsidRDefault="007B2329" w:rsidP="007B2329">
      <w:r>
        <w:t>211.8678</w:t>
      </w:r>
      <w:r>
        <w:tab/>
        <w:t>1.013e0</w:t>
      </w:r>
    </w:p>
    <w:p w:rsidR="007B2329" w:rsidRDefault="007B2329" w:rsidP="007B2329">
      <w:r>
        <w:t>211.8754</w:t>
      </w:r>
      <w:r>
        <w:tab/>
        <w:t>1.013e0</w:t>
      </w:r>
    </w:p>
    <w:p w:rsidR="007B2329" w:rsidRDefault="007B2329" w:rsidP="007B2329">
      <w:r>
        <w:t>211.8868</w:t>
      </w:r>
      <w:r>
        <w:tab/>
        <w:t>1.013e0</w:t>
      </w:r>
    </w:p>
    <w:p w:rsidR="007B2329" w:rsidRDefault="007B2329" w:rsidP="007B2329">
      <w:r>
        <w:lastRenderedPageBreak/>
        <w:t>211.8945</w:t>
      </w:r>
      <w:r>
        <w:tab/>
        <w:t>2.025e0</w:t>
      </w:r>
    </w:p>
    <w:p w:rsidR="007B2329" w:rsidRDefault="007B2329" w:rsidP="007B2329">
      <w:r>
        <w:t>211.9058</w:t>
      </w:r>
      <w:r>
        <w:tab/>
        <w:t>1.013e0</w:t>
      </w:r>
    </w:p>
    <w:p w:rsidR="007B2329" w:rsidRDefault="007B2329" w:rsidP="007B2329">
      <w:r>
        <w:t>211.9133</w:t>
      </w:r>
      <w:r>
        <w:tab/>
        <w:t>2.532e-2</w:t>
      </w:r>
    </w:p>
    <w:p w:rsidR="007B2329" w:rsidRDefault="007B2329" w:rsidP="007B2329">
      <w:r>
        <w:t>211.9408</w:t>
      </w:r>
      <w:r>
        <w:tab/>
        <w:t>3.038e0</w:t>
      </w:r>
    </w:p>
    <w:p w:rsidR="007B2329" w:rsidRDefault="007B2329" w:rsidP="007B2329">
      <w:r>
        <w:t>211.9453</w:t>
      </w:r>
      <w:r>
        <w:tab/>
        <w:t>1.013e0</w:t>
      </w:r>
    </w:p>
    <w:p w:rsidR="007B2329" w:rsidRDefault="007B2329" w:rsidP="007B2329">
      <w:r>
        <w:t>211.9509</w:t>
      </w:r>
      <w:r>
        <w:tab/>
        <w:t>2.025e0</w:t>
      </w:r>
    </w:p>
    <w:p w:rsidR="007B2329" w:rsidRDefault="007B2329" w:rsidP="007B2329">
      <w:r>
        <w:t>211.9532</w:t>
      </w:r>
      <w:r>
        <w:tab/>
        <w:t>1.013e0</w:t>
      </w:r>
    </w:p>
    <w:p w:rsidR="007B2329" w:rsidRDefault="007B2329" w:rsidP="007B2329">
      <w:r>
        <w:t>211.9645</w:t>
      </w:r>
      <w:r>
        <w:tab/>
        <w:t>2.025e0</w:t>
      </w:r>
    </w:p>
    <w:p w:rsidR="007B2329" w:rsidRDefault="007B2329" w:rsidP="007B2329">
      <w:r>
        <w:t>211.9721</w:t>
      </w:r>
      <w:r>
        <w:tab/>
        <w:t>1.013e0</w:t>
      </w:r>
    </w:p>
    <w:p w:rsidR="007B2329" w:rsidRDefault="007B2329" w:rsidP="007B2329">
      <w:r>
        <w:t>211.9797</w:t>
      </w:r>
      <w:r>
        <w:tab/>
        <w:t>1.013e0</w:t>
      </w:r>
    </w:p>
    <w:p w:rsidR="007B2329" w:rsidRDefault="007B2329" w:rsidP="007B2329">
      <w:r>
        <w:t>211.9853</w:t>
      </w:r>
      <w:r>
        <w:tab/>
        <w:t>2.025e0</w:t>
      </w:r>
    </w:p>
    <w:p w:rsidR="007B2329" w:rsidRDefault="007B2329" w:rsidP="007B2329">
      <w:r>
        <w:t>211.9910</w:t>
      </w:r>
      <w:r>
        <w:tab/>
        <w:t>2.025e0</w:t>
      </w:r>
    </w:p>
    <w:p w:rsidR="007B2329" w:rsidRDefault="007B2329" w:rsidP="007B2329">
      <w:r>
        <w:t>211.9987</w:t>
      </w:r>
      <w:r>
        <w:tab/>
        <w:t>2.025e0</w:t>
      </w:r>
    </w:p>
    <w:p w:rsidR="007B2329" w:rsidRDefault="007B2329" w:rsidP="007B2329">
      <w:r>
        <w:t>212.0025</w:t>
      </w:r>
      <w:r>
        <w:tab/>
        <w:t>1.013e0</w:t>
      </w:r>
    </w:p>
    <w:p w:rsidR="007B2329" w:rsidRDefault="007B2329" w:rsidP="007B2329">
      <w:r>
        <w:t>212.0061</w:t>
      </w:r>
      <w:r>
        <w:tab/>
        <w:t>2.025e0</w:t>
      </w:r>
    </w:p>
    <w:p w:rsidR="007B2329" w:rsidRDefault="007B2329" w:rsidP="007B2329">
      <w:r>
        <w:t>212.0075</w:t>
      </w:r>
      <w:r>
        <w:tab/>
        <w:t>2.975e0</w:t>
      </w:r>
    </w:p>
    <w:p w:rsidR="007B2329" w:rsidRDefault="007B2329" w:rsidP="007B2329">
      <w:r>
        <w:t>212.0141</w:t>
      </w:r>
      <w:r>
        <w:tab/>
        <w:t>9.139e0</w:t>
      </w:r>
    </w:p>
    <w:p w:rsidR="007B2329" w:rsidRDefault="007B2329" w:rsidP="007B2329">
      <w:r>
        <w:t>212.0207</w:t>
      </w:r>
      <w:r>
        <w:tab/>
        <w:t>6.076e0</w:t>
      </w:r>
    </w:p>
    <w:p w:rsidR="007B2329" w:rsidRDefault="007B2329" w:rsidP="007B2329">
      <w:r>
        <w:t>212.0341</w:t>
      </w:r>
      <w:r>
        <w:tab/>
        <w:t>2.025e0</w:t>
      </w:r>
    </w:p>
    <w:p w:rsidR="007B2329" w:rsidRDefault="007B2329" w:rsidP="007B2329">
      <w:r>
        <w:lastRenderedPageBreak/>
        <w:t>212.0461</w:t>
      </w:r>
      <w:r>
        <w:tab/>
        <w:t>1.013e0</w:t>
      </w:r>
    </w:p>
    <w:p w:rsidR="007B2329" w:rsidRDefault="007B2329" w:rsidP="007B2329">
      <w:r>
        <w:t>212.0504</w:t>
      </w:r>
      <w:r>
        <w:tab/>
        <w:t>3.038e0</w:t>
      </w:r>
    </w:p>
    <w:p w:rsidR="007B2329" w:rsidRDefault="007B2329" w:rsidP="007B2329">
      <w:r>
        <w:t>212.0537</w:t>
      </w:r>
      <w:r>
        <w:tab/>
        <w:t>1.013e0</w:t>
      </w:r>
    </w:p>
    <w:p w:rsidR="007B2329" w:rsidRDefault="007B2329" w:rsidP="007B2329">
      <w:r>
        <w:t>212.0612</w:t>
      </w:r>
      <w:r>
        <w:tab/>
        <w:t>2.025e0</w:t>
      </w:r>
    </w:p>
    <w:p w:rsidR="007B2329" w:rsidRDefault="007B2329" w:rsidP="007B2329">
      <w:r>
        <w:t>212.0650</w:t>
      </w:r>
      <w:r>
        <w:tab/>
        <w:t>1.013e0</w:t>
      </w:r>
    </w:p>
    <w:p w:rsidR="007B2329" w:rsidRDefault="007B2329" w:rsidP="007B2329">
      <w:r>
        <w:t>212.0688</w:t>
      </w:r>
      <w:r>
        <w:tab/>
        <w:t>2.025e0</w:t>
      </w:r>
    </w:p>
    <w:p w:rsidR="007B2329" w:rsidRDefault="007B2329" w:rsidP="007B2329">
      <w:r>
        <w:t>212.0936</w:t>
      </w:r>
      <w:r>
        <w:tab/>
        <w:t>2.856e0</w:t>
      </w:r>
    </w:p>
    <w:p w:rsidR="007B2329" w:rsidRDefault="007B2329" w:rsidP="007B2329">
      <w:r>
        <w:t>212.0954</w:t>
      </w:r>
      <w:r>
        <w:tab/>
        <w:t>1.013e0</w:t>
      </w:r>
    </w:p>
    <w:p w:rsidR="007B2329" w:rsidRDefault="007B2329" w:rsidP="007B2329">
      <w:r>
        <w:t>212.0990</w:t>
      </w:r>
      <w:r>
        <w:tab/>
        <w:t>2.025e0</w:t>
      </w:r>
    </w:p>
    <w:p w:rsidR="007B2329" w:rsidRDefault="007B2329" w:rsidP="007B2329">
      <w:r>
        <w:t>212.1003</w:t>
      </w:r>
      <w:r>
        <w:tab/>
        <w:t>2.038e0</w:t>
      </w:r>
    </w:p>
    <w:p w:rsidR="007B2329" w:rsidRDefault="007B2329" w:rsidP="007B2329">
      <w:r>
        <w:t>212.1101</w:t>
      </w:r>
      <w:r>
        <w:tab/>
        <w:t>3.038e0</w:t>
      </w:r>
    </w:p>
    <w:p w:rsidR="007B2329" w:rsidRDefault="007B2329" w:rsidP="007B2329">
      <w:r>
        <w:t>212.1134</w:t>
      </w:r>
      <w:r>
        <w:tab/>
        <w:t>2.025e0</w:t>
      </w:r>
    </w:p>
    <w:p w:rsidR="007B2329" w:rsidRDefault="007B2329" w:rsidP="007B2329">
      <w:r>
        <w:t>212.1145</w:t>
      </w:r>
      <w:r>
        <w:tab/>
        <w:t>2.144e0</w:t>
      </w:r>
    </w:p>
    <w:p w:rsidR="007B2329" w:rsidRDefault="007B2329" w:rsidP="007B2329">
      <w:r>
        <w:t>212.1165</w:t>
      </w:r>
      <w:r>
        <w:tab/>
        <w:t>4.051e0</w:t>
      </w:r>
    </w:p>
    <w:p w:rsidR="007B2329" w:rsidRDefault="007B2329" w:rsidP="007B2329">
      <w:r>
        <w:t>212.1189</w:t>
      </w:r>
      <w:r>
        <w:tab/>
        <w:t>2.532e-2</w:t>
      </w:r>
    </w:p>
    <w:p w:rsidR="007B2329" w:rsidRDefault="007B2329" w:rsidP="007B2329">
      <w:r>
        <w:t>212.1288</w:t>
      </w:r>
      <w:r>
        <w:tab/>
        <w:t>2.076e0</w:t>
      </w:r>
    </w:p>
    <w:p w:rsidR="007B2329" w:rsidRDefault="007B2329" w:rsidP="007B2329">
      <w:r>
        <w:t>212.1365</w:t>
      </w:r>
      <w:r>
        <w:tab/>
        <w:t>1.025e0</w:t>
      </w:r>
    </w:p>
    <w:p w:rsidR="007B2329" w:rsidRDefault="007B2329" w:rsidP="007B2329">
      <w:r>
        <w:t>212.1428</w:t>
      </w:r>
      <w:r>
        <w:tab/>
        <w:t>1.063e0</w:t>
      </w:r>
    </w:p>
    <w:p w:rsidR="007B2329" w:rsidRDefault="007B2329" w:rsidP="007B2329">
      <w:r>
        <w:t>212.1485</w:t>
      </w:r>
      <w:r>
        <w:tab/>
        <w:t>1.051e0</w:t>
      </w:r>
    </w:p>
    <w:p w:rsidR="007B2329" w:rsidRDefault="007B2329" w:rsidP="007B2329">
      <w:r>
        <w:lastRenderedPageBreak/>
        <w:t>212.1530</w:t>
      </w:r>
      <w:r>
        <w:tab/>
        <w:t>6.329e-2</w:t>
      </w:r>
    </w:p>
    <w:p w:rsidR="007B2329" w:rsidRDefault="007B2329" w:rsidP="007B2329">
      <w:r>
        <w:t>212.1541</w:t>
      </w:r>
      <w:r>
        <w:tab/>
        <w:t>2.025e0</w:t>
      </w:r>
    </w:p>
    <w:p w:rsidR="007B2329" w:rsidRDefault="007B2329" w:rsidP="007B2329">
      <w:r>
        <w:t>212.1579</w:t>
      </w:r>
      <w:r>
        <w:tab/>
        <w:t>2.025e0</w:t>
      </w:r>
    </w:p>
    <w:p w:rsidR="007B2329" w:rsidRDefault="007B2329" w:rsidP="007B2329">
      <w:r>
        <w:t>212.1598</w:t>
      </w:r>
      <w:r>
        <w:tab/>
        <w:t>1.025e0</w:t>
      </w:r>
    </w:p>
    <w:p w:rsidR="007B2329" w:rsidRDefault="007B2329" w:rsidP="007B2329">
      <w:r>
        <w:t>212.1769</w:t>
      </w:r>
      <w:r>
        <w:tab/>
        <w:t>2.025e0</w:t>
      </w:r>
    </w:p>
    <w:p w:rsidR="007B2329" w:rsidRDefault="007B2329" w:rsidP="007B2329">
      <w:r>
        <w:t>212.1826</w:t>
      </w:r>
      <w:r>
        <w:tab/>
        <w:t>3.038e0</w:t>
      </w:r>
    </w:p>
    <w:p w:rsidR="007B2329" w:rsidRDefault="007B2329" w:rsidP="007B2329">
      <w:r>
        <w:t>212.1863</w:t>
      </w:r>
      <w:r>
        <w:tab/>
        <w:t>4.051e0</w:t>
      </w:r>
    </w:p>
    <w:p w:rsidR="007B2329" w:rsidRDefault="007B2329" w:rsidP="007B2329">
      <w:r>
        <w:t>212.1920</w:t>
      </w:r>
      <w:r>
        <w:tab/>
        <w:t>1.013e0</w:t>
      </w:r>
    </w:p>
    <w:p w:rsidR="007B2329" w:rsidRDefault="007B2329" w:rsidP="007B2329">
      <w:r>
        <w:t>212.1959</w:t>
      </w:r>
      <w:r>
        <w:tab/>
        <w:t>3.038e0</w:t>
      </w:r>
    </w:p>
    <w:p w:rsidR="007B2329" w:rsidRDefault="007B2329" w:rsidP="007B2329">
      <w:r>
        <w:t>212.2037</w:t>
      </w:r>
      <w:r>
        <w:tab/>
        <w:t>1.013e0</w:t>
      </w:r>
    </w:p>
    <w:p w:rsidR="007B2329" w:rsidRDefault="007B2329" w:rsidP="007B2329">
      <w:r>
        <w:t>212.2077</w:t>
      </w:r>
      <w:r>
        <w:tab/>
        <w:t>1.013e0</w:t>
      </w:r>
    </w:p>
    <w:p w:rsidR="007B2329" w:rsidRDefault="007B2329" w:rsidP="007B2329">
      <w:r>
        <w:t>212.2157</w:t>
      </w:r>
      <w:r>
        <w:tab/>
        <w:t>2.532e-2</w:t>
      </w:r>
    </w:p>
    <w:p w:rsidR="007B2329" w:rsidRDefault="007B2329" w:rsidP="007B2329">
      <w:r>
        <w:t>212.2239</w:t>
      </w:r>
      <w:r>
        <w:tab/>
        <w:t>2.025e0</w:t>
      </w:r>
    </w:p>
    <w:p w:rsidR="007B2329" w:rsidRDefault="007B2329" w:rsidP="007B2329">
      <w:r>
        <w:t>212.2433</w:t>
      </w:r>
      <w:r>
        <w:tab/>
        <w:t>1.013e0</w:t>
      </w:r>
    </w:p>
    <w:p w:rsidR="007B2329" w:rsidRDefault="007B2329" w:rsidP="007B2329">
      <w:r>
        <w:t>212.2470</w:t>
      </w:r>
      <w:r>
        <w:tab/>
        <w:t>1.013e0</w:t>
      </w:r>
    </w:p>
    <w:p w:rsidR="007B2329" w:rsidRDefault="007B2329" w:rsidP="007B2329">
      <w:r>
        <w:t>212.2622</w:t>
      </w:r>
      <w:r>
        <w:tab/>
        <w:t>1.013e0</w:t>
      </w:r>
    </w:p>
    <w:p w:rsidR="007B2329" w:rsidRDefault="007B2329" w:rsidP="007B2329">
      <w:r>
        <w:t>212.2698</w:t>
      </w:r>
      <w:r>
        <w:tab/>
        <w:t>1.013e0</w:t>
      </w:r>
    </w:p>
    <w:p w:rsidR="007B2329" w:rsidRDefault="007B2329" w:rsidP="007B2329">
      <w:r>
        <w:t>212.2736</w:t>
      </w:r>
      <w:r>
        <w:tab/>
        <w:t>2.025e0</w:t>
      </w:r>
    </w:p>
    <w:p w:rsidR="007B2329" w:rsidRDefault="007B2329" w:rsidP="007B2329">
      <w:r>
        <w:t>212.2830</w:t>
      </w:r>
      <w:r>
        <w:tab/>
        <w:t>2.025e0</w:t>
      </w:r>
    </w:p>
    <w:p w:rsidR="007B2329" w:rsidRDefault="007B2329" w:rsidP="007B2329">
      <w:r>
        <w:lastRenderedPageBreak/>
        <w:t>212.2887</w:t>
      </w:r>
      <w:r>
        <w:tab/>
        <w:t>3.038e0</w:t>
      </w:r>
    </w:p>
    <w:p w:rsidR="007B2329" w:rsidRDefault="007B2329" w:rsidP="007B2329">
      <w:r>
        <w:t>212.3047</w:t>
      </w:r>
      <w:r>
        <w:tab/>
        <w:t>1.013e0</w:t>
      </w:r>
    </w:p>
    <w:p w:rsidR="007B2329" w:rsidRDefault="007B2329" w:rsidP="007B2329">
      <w:r>
        <w:t>212.3168</w:t>
      </w:r>
      <w:r>
        <w:tab/>
        <w:t>1.013e0</w:t>
      </w:r>
    </w:p>
    <w:p w:rsidR="007B2329" w:rsidRDefault="007B2329" w:rsidP="007B2329">
      <w:r>
        <w:t>212.3287</w:t>
      </w:r>
      <w:r>
        <w:tab/>
        <w:t>2.025e0</w:t>
      </w:r>
    </w:p>
    <w:p w:rsidR="007B2329" w:rsidRDefault="007B2329" w:rsidP="007B2329">
      <w:r>
        <w:t>212.3400</w:t>
      </w:r>
      <w:r>
        <w:tab/>
        <w:t>1.013e0</w:t>
      </w:r>
    </w:p>
    <w:p w:rsidR="007B2329" w:rsidRDefault="007B2329" w:rsidP="007B2329">
      <w:r>
        <w:t>212.3475</w:t>
      </w:r>
      <w:r>
        <w:tab/>
        <w:t>1.013e0</w:t>
      </w:r>
    </w:p>
    <w:p w:rsidR="007B2329" w:rsidRDefault="007B2329" w:rsidP="007B2329">
      <w:r>
        <w:t>212.3703</w:t>
      </w:r>
      <w:r>
        <w:tab/>
        <w:t>1.013e0</w:t>
      </w:r>
    </w:p>
    <w:p w:rsidR="007B2329" w:rsidRDefault="007B2329" w:rsidP="007B2329">
      <w:r>
        <w:t>212.3936</w:t>
      </w:r>
      <w:r>
        <w:tab/>
        <w:t>1.013e0</w:t>
      </w:r>
    </w:p>
    <w:p w:rsidR="007B2329" w:rsidRDefault="007B2329" w:rsidP="007B2329">
      <w:r>
        <w:t>212.3970</w:t>
      </w:r>
      <w:r>
        <w:tab/>
        <w:t>4.051e0</w:t>
      </w:r>
    </w:p>
    <w:p w:rsidR="007B2329" w:rsidRDefault="007B2329" w:rsidP="007B2329">
      <w:r>
        <w:t>212.4138</w:t>
      </w:r>
      <w:r>
        <w:tab/>
        <w:t>2.025e0</w:t>
      </w:r>
    </w:p>
    <w:p w:rsidR="007B2329" w:rsidRDefault="007B2329" w:rsidP="007B2329">
      <w:r>
        <w:t>212.4291</w:t>
      </w:r>
      <w:r>
        <w:tab/>
        <w:t>1.013e0</w:t>
      </w:r>
    </w:p>
    <w:p w:rsidR="007B2329" w:rsidRDefault="007B2329" w:rsidP="007B2329">
      <w:r>
        <w:t>212.4366</w:t>
      </w:r>
      <w:r>
        <w:tab/>
        <w:t>1.013e0</w:t>
      </w:r>
    </w:p>
    <w:p w:rsidR="007B2329" w:rsidRDefault="007B2329" w:rsidP="007B2329">
      <w:r>
        <w:t>212.4595</w:t>
      </w:r>
      <w:r>
        <w:tab/>
        <w:t>1.013e0</w:t>
      </w:r>
    </w:p>
    <w:p w:rsidR="007B2329" w:rsidRDefault="007B2329" w:rsidP="007B2329">
      <w:r>
        <w:t>212.4657</w:t>
      </w:r>
      <w:r>
        <w:tab/>
        <w:t>4.051e0</w:t>
      </w:r>
    </w:p>
    <w:p w:rsidR="007B2329" w:rsidRDefault="007B2329" w:rsidP="007B2329">
      <w:r>
        <w:t>212.4828</w:t>
      </w:r>
      <w:r>
        <w:tab/>
        <w:t>2.025e0</w:t>
      </w:r>
    </w:p>
    <w:p w:rsidR="007B2329" w:rsidRDefault="007B2329" w:rsidP="007B2329">
      <w:r>
        <w:t>212.4988</w:t>
      </w:r>
      <w:r>
        <w:tab/>
        <w:t>1.013e0</w:t>
      </w:r>
    </w:p>
    <w:p w:rsidR="007B2329" w:rsidRDefault="007B2329" w:rsidP="007B2329">
      <w:r>
        <w:t>212.5069</w:t>
      </w:r>
      <w:r>
        <w:tab/>
        <w:t>1.013e0</w:t>
      </w:r>
    </w:p>
    <w:p w:rsidR="007B2329" w:rsidRDefault="007B2329" w:rsidP="007B2329">
      <w:r>
        <w:t>212.5084</w:t>
      </w:r>
      <w:r>
        <w:tab/>
        <w:t>2.025e0</w:t>
      </w:r>
    </w:p>
    <w:p w:rsidR="007B2329" w:rsidRDefault="007B2329" w:rsidP="007B2329">
      <w:r>
        <w:t>212.5146</w:t>
      </w:r>
      <w:r>
        <w:tab/>
        <w:t>1.013e0</w:t>
      </w:r>
    </w:p>
    <w:p w:rsidR="007B2329" w:rsidRDefault="007B2329" w:rsidP="007B2329">
      <w:r>
        <w:lastRenderedPageBreak/>
        <w:t>212.5163</w:t>
      </w:r>
      <w:r>
        <w:tab/>
        <w:t>3.038e0</w:t>
      </w:r>
    </w:p>
    <w:p w:rsidR="007B2329" w:rsidRDefault="007B2329" w:rsidP="007B2329">
      <w:r>
        <w:t>212.5220</w:t>
      </w:r>
      <w:r>
        <w:tab/>
        <w:t>2.025e0</w:t>
      </w:r>
    </w:p>
    <w:p w:rsidR="007B2329" w:rsidRDefault="007B2329" w:rsidP="007B2329">
      <w:r>
        <w:t>212.5258</w:t>
      </w:r>
      <w:r>
        <w:tab/>
        <w:t>1.013e0</w:t>
      </w:r>
    </w:p>
    <w:p w:rsidR="007B2329" w:rsidRDefault="007B2329" w:rsidP="007B2329">
      <w:r>
        <w:t>212.5373</w:t>
      </w:r>
      <w:r>
        <w:tab/>
        <w:t>1.013e0</w:t>
      </w:r>
    </w:p>
    <w:p w:rsidR="007B2329" w:rsidRDefault="007B2329" w:rsidP="007B2329">
      <w:r>
        <w:t>212.5486</w:t>
      </w:r>
      <w:r>
        <w:tab/>
        <w:t>2.025e0</w:t>
      </w:r>
    </w:p>
    <w:p w:rsidR="007B2329" w:rsidRDefault="007B2329" w:rsidP="007B2329">
      <w:r>
        <w:t>212.5562</w:t>
      </w:r>
      <w:r>
        <w:tab/>
        <w:t>1.266e-2</w:t>
      </w:r>
    </w:p>
    <w:p w:rsidR="007B2329" w:rsidRDefault="007B2329" w:rsidP="007B2329">
      <w:r>
        <w:t>212.5800</w:t>
      </w:r>
      <w:r>
        <w:tab/>
        <w:t>5.063e0</w:t>
      </w:r>
    </w:p>
    <w:p w:rsidR="007B2329" w:rsidRDefault="007B2329" w:rsidP="007B2329">
      <w:r>
        <w:t>212.5817</w:t>
      </w:r>
      <w:r>
        <w:tab/>
        <w:t>2.025e0</w:t>
      </w:r>
    </w:p>
    <w:p w:rsidR="007B2329" w:rsidRDefault="007B2329" w:rsidP="007B2329">
      <w:r>
        <w:t>212.5959</w:t>
      </w:r>
      <w:r>
        <w:tab/>
        <w:t>1.013e0</w:t>
      </w:r>
    </w:p>
    <w:p w:rsidR="007B2329" w:rsidRDefault="007B2329" w:rsidP="007B2329">
      <w:r>
        <w:t>212.6000</w:t>
      </w:r>
      <w:r>
        <w:tab/>
        <w:t>1.013e0</w:t>
      </w:r>
    </w:p>
    <w:p w:rsidR="007B2329" w:rsidRDefault="007B2329" w:rsidP="007B2329">
      <w:r>
        <w:t>212.6075</w:t>
      </w:r>
      <w:r>
        <w:tab/>
        <w:t>1.013e0</w:t>
      </w:r>
    </w:p>
    <w:p w:rsidR="007B2329" w:rsidRDefault="007B2329" w:rsidP="007B2329">
      <w:r>
        <w:t>212.6189</w:t>
      </w:r>
      <w:r>
        <w:tab/>
        <w:t>3.038e0</w:t>
      </w:r>
    </w:p>
    <w:p w:rsidR="007B2329" w:rsidRDefault="007B2329" w:rsidP="007B2329">
      <w:r>
        <w:t>212.6302</w:t>
      </w:r>
      <w:r>
        <w:tab/>
        <w:t>3.038e0</w:t>
      </w:r>
    </w:p>
    <w:p w:rsidR="007B2329" w:rsidRDefault="007B2329" w:rsidP="007B2329">
      <w:r>
        <w:t>212.6492</w:t>
      </w:r>
      <w:r>
        <w:tab/>
        <w:t>1.013e0</w:t>
      </w:r>
    </w:p>
    <w:p w:rsidR="007B2329" w:rsidRDefault="007B2329" w:rsidP="007B2329">
      <w:r>
        <w:t>212.6688</w:t>
      </w:r>
      <w:r>
        <w:tab/>
        <w:t>2.025e0</w:t>
      </w:r>
    </w:p>
    <w:p w:rsidR="007B2329" w:rsidRDefault="007B2329" w:rsidP="007B2329">
      <w:r>
        <w:t>212.6768</w:t>
      </w:r>
      <w:r>
        <w:tab/>
        <w:t>1.013e0</w:t>
      </w:r>
    </w:p>
    <w:p w:rsidR="007B2329" w:rsidRDefault="007B2329" w:rsidP="007B2329">
      <w:r>
        <w:t>212.6808</w:t>
      </w:r>
      <w:r>
        <w:tab/>
        <w:t>1.013e0</w:t>
      </w:r>
    </w:p>
    <w:p w:rsidR="007B2329" w:rsidRDefault="007B2329" w:rsidP="007B2329">
      <w:r>
        <w:t>212.6890</w:t>
      </w:r>
      <w:r>
        <w:tab/>
        <w:t>1.266e-2</w:t>
      </w:r>
    </w:p>
    <w:p w:rsidR="007B2329" w:rsidRDefault="007B2329" w:rsidP="007B2329">
      <w:r>
        <w:t>212.7118</w:t>
      </w:r>
      <w:r>
        <w:tab/>
        <w:t>1.013e0</w:t>
      </w:r>
    </w:p>
    <w:p w:rsidR="007B2329" w:rsidRDefault="007B2329" w:rsidP="007B2329">
      <w:r>
        <w:lastRenderedPageBreak/>
        <w:t>212.7156</w:t>
      </w:r>
      <w:r>
        <w:tab/>
        <w:t>2.025e0</w:t>
      </w:r>
    </w:p>
    <w:p w:rsidR="007B2329" w:rsidRDefault="007B2329" w:rsidP="007B2329">
      <w:r>
        <w:t>212.7327</w:t>
      </w:r>
      <w:r>
        <w:tab/>
        <w:t>2.025e0</w:t>
      </w:r>
    </w:p>
    <w:p w:rsidR="007B2329" w:rsidRDefault="007B2329" w:rsidP="007B2329">
      <w:r>
        <w:t>212.7384</w:t>
      </w:r>
      <w:r>
        <w:tab/>
        <w:t>2.025e0</w:t>
      </w:r>
    </w:p>
    <w:p w:rsidR="007B2329" w:rsidRDefault="007B2329" w:rsidP="007B2329">
      <w:r>
        <w:t>212.7480</w:t>
      </w:r>
      <w:r>
        <w:tab/>
        <w:t>2.038e0</w:t>
      </w:r>
    </w:p>
    <w:p w:rsidR="007B2329" w:rsidRDefault="007B2329" w:rsidP="007B2329">
      <w:r>
        <w:t>212.7497</w:t>
      </w:r>
      <w:r>
        <w:tab/>
        <w:t>1.013e0</w:t>
      </w:r>
    </w:p>
    <w:p w:rsidR="007B2329" w:rsidRDefault="007B2329" w:rsidP="007B2329">
      <w:r>
        <w:t>212.7578</w:t>
      </w:r>
      <w:r>
        <w:tab/>
        <w:t>1.013e0</w:t>
      </w:r>
    </w:p>
    <w:p w:rsidR="007B2329" w:rsidRDefault="007B2329" w:rsidP="007B2329">
      <w:r>
        <w:t>212.7972</w:t>
      </w:r>
      <w:r>
        <w:tab/>
        <w:t>1.013e0</w:t>
      </w:r>
    </w:p>
    <w:p w:rsidR="007B2329" w:rsidRDefault="007B2329" w:rsidP="007B2329">
      <w:r>
        <w:t>212.8044</w:t>
      </w:r>
      <w:r>
        <w:tab/>
        <w:t>2.535e0</w:t>
      </w:r>
    </w:p>
    <w:p w:rsidR="007B2329" w:rsidRDefault="007B2329" w:rsidP="007B2329">
      <w:r>
        <w:t>212.8163</w:t>
      </w:r>
      <w:r>
        <w:tab/>
        <w:t>2.025e0</w:t>
      </w:r>
    </w:p>
    <w:p w:rsidR="007B2329" w:rsidRDefault="007B2329" w:rsidP="007B2329">
      <w:r>
        <w:t>212.8238</w:t>
      </w:r>
      <w:r>
        <w:tab/>
        <w:t>4.051e0</w:t>
      </w:r>
    </w:p>
    <w:p w:rsidR="007B2329" w:rsidRDefault="007B2329" w:rsidP="007B2329">
      <w:r>
        <w:t>212.8332</w:t>
      </w:r>
      <w:r>
        <w:tab/>
        <w:t>4.051e0</w:t>
      </w:r>
    </w:p>
    <w:p w:rsidR="007B2329" w:rsidRDefault="007B2329" w:rsidP="007B2329">
      <w:r>
        <w:t>212.8423</w:t>
      </w:r>
      <w:r>
        <w:tab/>
        <w:t>3.038e0</w:t>
      </w:r>
    </w:p>
    <w:p w:rsidR="007B2329" w:rsidRDefault="007B2329" w:rsidP="007B2329">
      <w:r>
        <w:t>212.8469</w:t>
      </w:r>
      <w:r>
        <w:tab/>
        <w:t>2.025e0</w:t>
      </w:r>
    </w:p>
    <w:p w:rsidR="007B2329" w:rsidRDefault="007B2329" w:rsidP="007B2329">
      <w:r>
        <w:t>212.8509</w:t>
      </w:r>
      <w:r>
        <w:tab/>
        <w:t>1.013e0</w:t>
      </w:r>
    </w:p>
    <w:p w:rsidR="007B2329" w:rsidRDefault="007B2329" w:rsidP="007B2329">
      <w:r>
        <w:t>212.8591</w:t>
      </w:r>
      <w:r>
        <w:tab/>
        <w:t>1.013e0</w:t>
      </w:r>
    </w:p>
    <w:p w:rsidR="007B2329" w:rsidRDefault="007B2329" w:rsidP="007B2329">
      <w:r>
        <w:t>212.8767</w:t>
      </w:r>
      <w:r>
        <w:tab/>
        <w:t>3.038e0</w:t>
      </w:r>
    </w:p>
    <w:p w:rsidR="007B2329" w:rsidRDefault="007B2329" w:rsidP="007B2329">
      <w:r>
        <w:t>212.8884</w:t>
      </w:r>
      <w:r>
        <w:tab/>
        <w:t>1.025e0</w:t>
      </w:r>
    </w:p>
    <w:p w:rsidR="007B2329" w:rsidRDefault="007B2329" w:rsidP="007B2329">
      <w:r>
        <w:t>212.8940</w:t>
      </w:r>
      <w:r>
        <w:tab/>
        <w:t>3.038e0</w:t>
      </w:r>
    </w:p>
    <w:p w:rsidR="007B2329" w:rsidRDefault="007B2329" w:rsidP="007B2329">
      <w:r>
        <w:t>212.9093</w:t>
      </w:r>
      <w:r>
        <w:tab/>
        <w:t>2.025e0</w:t>
      </w:r>
    </w:p>
    <w:p w:rsidR="007B2329" w:rsidRDefault="007B2329" w:rsidP="007B2329">
      <w:r>
        <w:lastRenderedPageBreak/>
        <w:t>212.9117</w:t>
      </w:r>
      <w:r>
        <w:tab/>
        <w:t>3.038e0</w:t>
      </w:r>
    </w:p>
    <w:p w:rsidR="007B2329" w:rsidRDefault="007B2329" w:rsidP="007B2329">
      <w:r>
        <w:t>212.9319</w:t>
      </w:r>
      <w:r>
        <w:tab/>
        <w:t>1.013e0</w:t>
      </w:r>
    </w:p>
    <w:p w:rsidR="007B2329" w:rsidRDefault="007B2329" w:rsidP="007B2329">
      <w:r>
        <w:t>212.9422</w:t>
      </w:r>
      <w:r>
        <w:tab/>
        <w:t>2.025e0</w:t>
      </w:r>
    </w:p>
    <w:p w:rsidR="007B2329" w:rsidRDefault="007B2329" w:rsidP="007B2329">
      <w:r>
        <w:t>212.9482</w:t>
      </w:r>
      <w:r>
        <w:tab/>
        <w:t>1.013e0</w:t>
      </w:r>
    </w:p>
    <w:p w:rsidR="007B2329" w:rsidRDefault="007B2329" w:rsidP="007B2329">
      <w:r>
        <w:t>212.9522</w:t>
      </w:r>
      <w:r>
        <w:tab/>
        <w:t>1.013e0</w:t>
      </w:r>
    </w:p>
    <w:p w:rsidR="007B2329" w:rsidRDefault="007B2329" w:rsidP="007B2329">
      <w:r>
        <w:t>212.9603</w:t>
      </w:r>
      <w:r>
        <w:tab/>
        <w:t>1.013e0</w:t>
      </w:r>
    </w:p>
    <w:p w:rsidR="007B2329" w:rsidRDefault="007B2329" w:rsidP="007B2329">
      <w:r>
        <w:t>212.9644</w:t>
      </w:r>
      <w:r>
        <w:tab/>
        <w:t>1.013e0</w:t>
      </w:r>
    </w:p>
    <w:p w:rsidR="007B2329" w:rsidRDefault="007B2329" w:rsidP="007B2329">
      <w:r>
        <w:t>212.9719</w:t>
      </w:r>
      <w:r>
        <w:tab/>
        <w:t>1.013e0</w:t>
      </w:r>
    </w:p>
    <w:p w:rsidR="007B2329" w:rsidRDefault="007B2329" w:rsidP="007B2329">
      <w:r>
        <w:t>212.9757</w:t>
      </w:r>
      <w:r>
        <w:tab/>
        <w:t>1.013e0</w:t>
      </w:r>
    </w:p>
    <w:p w:rsidR="007B2329" w:rsidRDefault="007B2329" w:rsidP="007B2329">
      <w:r>
        <w:t>213.0061</w:t>
      </w:r>
      <w:r>
        <w:tab/>
        <w:t>2.025e0</w:t>
      </w:r>
    </w:p>
    <w:p w:rsidR="007B2329" w:rsidRDefault="007B2329" w:rsidP="007B2329">
      <w:r>
        <w:t>213.0108</w:t>
      </w:r>
      <w:r>
        <w:tab/>
        <w:t>3.876e0</w:t>
      </w:r>
    </w:p>
    <w:p w:rsidR="007B2329" w:rsidRDefault="007B2329" w:rsidP="007B2329">
      <w:r>
        <w:t>213.0136</w:t>
      </w:r>
      <w:r>
        <w:tab/>
        <w:t>3.797e-2</w:t>
      </w:r>
    </w:p>
    <w:p w:rsidR="007B2329" w:rsidRDefault="007B2329" w:rsidP="007B2329">
      <w:r>
        <w:t>213.0221</w:t>
      </w:r>
      <w:r>
        <w:tab/>
        <w:t>5.076e0</w:t>
      </w:r>
    </w:p>
    <w:p w:rsidR="007B2329" w:rsidRDefault="007B2329" w:rsidP="007B2329">
      <w:r>
        <w:t>213.0231</w:t>
      </w:r>
      <w:r>
        <w:tab/>
        <w:t>1.018e1</w:t>
      </w:r>
    </w:p>
    <w:p w:rsidR="007B2329" w:rsidRDefault="007B2329" w:rsidP="007B2329">
      <w:r>
        <w:t>213.0292</w:t>
      </w:r>
      <w:r>
        <w:tab/>
        <w:t>2.025e0</w:t>
      </w:r>
    </w:p>
    <w:p w:rsidR="007B2329" w:rsidRDefault="007B2329" w:rsidP="007B2329">
      <w:r>
        <w:t>213.0393</w:t>
      </w:r>
      <w:r>
        <w:tab/>
        <w:t>4.051e0</w:t>
      </w:r>
    </w:p>
    <w:p w:rsidR="007B2329" w:rsidRDefault="007B2329" w:rsidP="007B2329">
      <w:r>
        <w:t>213.0494</w:t>
      </w:r>
      <w:r>
        <w:tab/>
        <w:t>1.013e0</w:t>
      </w:r>
    </w:p>
    <w:p w:rsidR="007B2329" w:rsidRDefault="007B2329" w:rsidP="007B2329">
      <w:r>
        <w:t>213.0552</w:t>
      </w:r>
      <w:r>
        <w:tab/>
        <w:t>1.025e0</w:t>
      </w:r>
    </w:p>
    <w:p w:rsidR="007B2329" w:rsidRDefault="007B2329" w:rsidP="007B2329">
      <w:r>
        <w:t>213.0612</w:t>
      </w:r>
      <w:r>
        <w:tab/>
        <w:t>1.013e0</w:t>
      </w:r>
    </w:p>
    <w:p w:rsidR="007B2329" w:rsidRDefault="007B2329" w:rsidP="007B2329">
      <w:r>
        <w:lastRenderedPageBreak/>
        <w:t>213.0687</w:t>
      </w:r>
      <w:r>
        <w:tab/>
        <w:t>2.025e0</w:t>
      </w:r>
    </w:p>
    <w:p w:rsidR="007B2329" w:rsidRDefault="007B2329" w:rsidP="007B2329">
      <w:r>
        <w:t>213.0762</w:t>
      </w:r>
      <w:r>
        <w:tab/>
        <w:t>1.013e0</w:t>
      </w:r>
    </w:p>
    <w:p w:rsidR="007B2329" w:rsidRDefault="007B2329" w:rsidP="007B2329">
      <w:r>
        <w:t>213.0886</w:t>
      </w:r>
      <w:r>
        <w:tab/>
        <w:t>3.038e0</w:t>
      </w:r>
    </w:p>
    <w:p w:rsidR="007B2329" w:rsidRDefault="007B2329" w:rsidP="007B2329">
      <w:r>
        <w:t>213.0991</w:t>
      </w:r>
      <w:r>
        <w:tab/>
        <w:t>1.013e0</w:t>
      </w:r>
    </w:p>
    <w:p w:rsidR="007B2329" w:rsidRDefault="007B2329" w:rsidP="007B2329">
      <w:r>
        <w:t>213.1006</w:t>
      </w:r>
      <w:r>
        <w:tab/>
        <w:t>5.063e0</w:t>
      </w:r>
    </w:p>
    <w:p w:rsidR="007B2329" w:rsidRDefault="007B2329" w:rsidP="007B2329">
      <w:r>
        <w:t>213.1157</w:t>
      </w:r>
      <w:r>
        <w:tab/>
        <w:t>6.089e0</w:t>
      </w:r>
    </w:p>
    <w:p w:rsidR="007B2329" w:rsidRDefault="007B2329" w:rsidP="007B2329">
      <w:r>
        <w:t>213.1178</w:t>
      </w:r>
      <w:r>
        <w:tab/>
        <w:t>4.051e0</w:t>
      </w:r>
    </w:p>
    <w:p w:rsidR="007B2329" w:rsidRDefault="007B2329" w:rsidP="007B2329">
      <w:r>
        <w:t>213.1224</w:t>
      </w:r>
      <w:r>
        <w:tab/>
        <w:t>1.266e-2</w:t>
      </w:r>
    </w:p>
    <w:p w:rsidR="007B2329" w:rsidRDefault="007B2329" w:rsidP="007B2329">
      <w:r>
        <w:t>213.1265</w:t>
      </w:r>
      <w:r>
        <w:tab/>
        <w:t>1.013e0</w:t>
      </w:r>
    </w:p>
    <w:p w:rsidR="007B2329" w:rsidRDefault="007B2329" w:rsidP="007B2329">
      <w:r>
        <w:t>213.1346</w:t>
      </w:r>
      <w:r>
        <w:tab/>
        <w:t>2.025e0</w:t>
      </w:r>
    </w:p>
    <w:p w:rsidR="007B2329" w:rsidRDefault="007B2329" w:rsidP="007B2329">
      <w:r>
        <w:t>213.1364</w:t>
      </w:r>
      <w:r>
        <w:tab/>
        <w:t>2.074e0</w:t>
      </w:r>
    </w:p>
    <w:p w:rsidR="007B2329" w:rsidRDefault="007B2329" w:rsidP="007B2329">
      <w:r>
        <w:t>213.1428</w:t>
      </w:r>
      <w:r>
        <w:tab/>
        <w:t>1.013e0</w:t>
      </w:r>
    </w:p>
    <w:p w:rsidR="007B2329" w:rsidRDefault="007B2329" w:rsidP="007B2329">
      <w:r>
        <w:t>213.1445</w:t>
      </w:r>
      <w:r>
        <w:tab/>
        <w:t>2.025e0</w:t>
      </w:r>
    </w:p>
    <w:p w:rsidR="007B2329" w:rsidRDefault="007B2329" w:rsidP="007B2329">
      <w:r>
        <w:t>213.1477</w:t>
      </w:r>
      <w:r>
        <w:tab/>
        <w:t>2.038e0</w:t>
      </w:r>
    </w:p>
    <w:p w:rsidR="007B2329" w:rsidRDefault="007B2329" w:rsidP="007B2329">
      <w:r>
        <w:t>213.1579</w:t>
      </w:r>
      <w:r>
        <w:tab/>
        <w:t>1.013e0</w:t>
      </w:r>
    </w:p>
    <w:p w:rsidR="007B2329" w:rsidRDefault="007B2329" w:rsidP="007B2329">
      <w:r>
        <w:t>213.1637</w:t>
      </w:r>
      <w:r>
        <w:tab/>
        <w:t>2.025e0</w:t>
      </w:r>
    </w:p>
    <w:p w:rsidR="007B2329" w:rsidRDefault="007B2329" w:rsidP="007B2329">
      <w:r>
        <w:t>213.1655</w:t>
      </w:r>
      <w:r>
        <w:tab/>
        <w:t>1.013e0</w:t>
      </w:r>
    </w:p>
    <w:p w:rsidR="007B2329" w:rsidRDefault="007B2329" w:rsidP="007B2329">
      <w:r>
        <w:t>213.1675</w:t>
      </w:r>
      <w:r>
        <w:tab/>
        <w:t>2.025e0</w:t>
      </w:r>
    </w:p>
    <w:p w:rsidR="007B2329" w:rsidRDefault="007B2329" w:rsidP="007B2329">
      <w:r>
        <w:t>213.1788</w:t>
      </w:r>
      <w:r>
        <w:tab/>
        <w:t>2.025e0</w:t>
      </w:r>
    </w:p>
    <w:p w:rsidR="007B2329" w:rsidRDefault="007B2329" w:rsidP="007B2329">
      <w:r>
        <w:lastRenderedPageBreak/>
        <w:t>213.2098</w:t>
      </w:r>
      <w:r>
        <w:tab/>
        <w:t>2.025e0</w:t>
      </w:r>
    </w:p>
    <w:p w:rsidR="007B2329" w:rsidRDefault="007B2329" w:rsidP="007B2329">
      <w:r>
        <w:t>213.2116</w:t>
      </w:r>
      <w:r>
        <w:tab/>
        <w:t>1.013e0</w:t>
      </w:r>
    </w:p>
    <w:p w:rsidR="007B2329" w:rsidRDefault="007B2329" w:rsidP="007B2329">
      <w:r>
        <w:t>213.2130</w:t>
      </w:r>
      <w:r>
        <w:tab/>
        <w:t>3.038e0</w:t>
      </w:r>
    </w:p>
    <w:p w:rsidR="007B2329" w:rsidRDefault="007B2329" w:rsidP="007B2329">
      <w:r>
        <w:t>213.2170</w:t>
      </w:r>
      <w:r>
        <w:tab/>
        <w:t>3.051e0</w:t>
      </w:r>
    </w:p>
    <w:p w:rsidR="007B2329" w:rsidRDefault="007B2329" w:rsidP="007B2329">
      <w:r>
        <w:t>213.2456</w:t>
      </w:r>
      <w:r>
        <w:tab/>
        <w:t>3.038e0</w:t>
      </w:r>
    </w:p>
    <w:p w:rsidR="007B2329" w:rsidRDefault="007B2329" w:rsidP="007B2329">
      <w:r>
        <w:t>213.2472</w:t>
      </w:r>
      <w:r>
        <w:tab/>
        <w:t>1.013e0</w:t>
      </w:r>
    </w:p>
    <w:p w:rsidR="007B2329" w:rsidRDefault="007B2329" w:rsidP="007B2329">
      <w:r>
        <w:t>213.2701</w:t>
      </w:r>
      <w:r>
        <w:tab/>
        <w:t>1.013e0</w:t>
      </w:r>
    </w:p>
    <w:p w:rsidR="007B2329" w:rsidRDefault="007B2329" w:rsidP="007B2329">
      <w:r>
        <w:t>213.2738</w:t>
      </w:r>
      <w:r>
        <w:tab/>
        <w:t>3.038e0</w:t>
      </w:r>
    </w:p>
    <w:p w:rsidR="007B2329" w:rsidRDefault="007B2329" w:rsidP="007B2329">
      <w:r>
        <w:t>213.2776</w:t>
      </w:r>
      <w:r>
        <w:tab/>
        <w:t>2.025e0</w:t>
      </w:r>
    </w:p>
    <w:p w:rsidR="007B2329" w:rsidRDefault="007B2329" w:rsidP="007B2329">
      <w:r>
        <w:t>213.2852</w:t>
      </w:r>
      <w:r>
        <w:tab/>
        <w:t>1.013e0</w:t>
      </w:r>
    </w:p>
    <w:p w:rsidR="007B2329" w:rsidRDefault="007B2329" w:rsidP="007B2329">
      <w:r>
        <w:t>213.2873</w:t>
      </w:r>
      <w:r>
        <w:tab/>
        <w:t>2.038e0</w:t>
      </w:r>
    </w:p>
    <w:p w:rsidR="007B2329" w:rsidRDefault="007B2329" w:rsidP="007B2329">
      <w:r>
        <w:t>213.3011</w:t>
      </w:r>
      <w:r>
        <w:tab/>
        <w:t>3.038e0</w:t>
      </w:r>
    </w:p>
    <w:p w:rsidR="007B2329" w:rsidRDefault="007B2329" w:rsidP="007B2329">
      <w:r>
        <w:t>213.3127</w:t>
      </w:r>
      <w:r>
        <w:tab/>
        <w:t>3.038e0</w:t>
      </w:r>
    </w:p>
    <w:p w:rsidR="007B2329" w:rsidRDefault="007B2329" w:rsidP="007B2329">
      <w:r>
        <w:t>213.3171</w:t>
      </w:r>
      <w:r>
        <w:tab/>
        <w:t>1.013e0</w:t>
      </w:r>
    </w:p>
    <w:p w:rsidR="007B2329" w:rsidRDefault="007B2329" w:rsidP="007B2329">
      <w:r>
        <w:t>213.3212</w:t>
      </w:r>
      <w:r>
        <w:tab/>
        <w:t>1.013e0</w:t>
      </w:r>
    </w:p>
    <w:p w:rsidR="007B2329" w:rsidRDefault="007B2329" w:rsidP="007B2329">
      <w:r>
        <w:t>213.3309</w:t>
      </w:r>
      <w:r>
        <w:tab/>
        <w:t>2.532e-2</w:t>
      </w:r>
    </w:p>
    <w:p w:rsidR="007B2329" w:rsidRDefault="007B2329" w:rsidP="007B2329">
      <w:r>
        <w:t>213.3555</w:t>
      </w:r>
      <w:r>
        <w:tab/>
        <w:t>1.013e0</w:t>
      </w:r>
    </w:p>
    <w:p w:rsidR="007B2329" w:rsidRDefault="007B2329" w:rsidP="007B2329">
      <w:r>
        <w:t>213.3603</w:t>
      </w:r>
      <w:r>
        <w:tab/>
        <w:t>3.038e0</w:t>
      </w:r>
    </w:p>
    <w:p w:rsidR="007B2329" w:rsidRDefault="007B2329" w:rsidP="007B2329">
      <w:r>
        <w:t>213.3670</w:t>
      </w:r>
      <w:r>
        <w:tab/>
        <w:t>1.013e0</w:t>
      </w:r>
    </w:p>
    <w:p w:rsidR="007B2329" w:rsidRDefault="007B2329" w:rsidP="007B2329">
      <w:r>
        <w:lastRenderedPageBreak/>
        <w:t>213.3707</w:t>
      </w:r>
      <w:r>
        <w:tab/>
        <w:t>1.013e0</w:t>
      </w:r>
    </w:p>
    <w:p w:rsidR="007B2329" w:rsidRDefault="007B2329" w:rsidP="007B2329">
      <w:r>
        <w:t>213.3745</w:t>
      </w:r>
      <w:r>
        <w:tab/>
        <w:t>1.013e0</w:t>
      </w:r>
    </w:p>
    <w:p w:rsidR="007B2329" w:rsidRDefault="007B2329" w:rsidP="007B2329">
      <w:r>
        <w:t>213.3902</w:t>
      </w:r>
      <w:r>
        <w:tab/>
        <w:t>1.013e0</w:t>
      </w:r>
    </w:p>
    <w:p w:rsidR="007B2329" w:rsidRDefault="007B2329" w:rsidP="007B2329">
      <w:r>
        <w:t>213.3943</w:t>
      </w:r>
      <w:r>
        <w:tab/>
        <w:t>2.025e0</w:t>
      </w:r>
    </w:p>
    <w:p w:rsidR="007B2329" w:rsidRDefault="007B2329" w:rsidP="007B2329">
      <w:r>
        <w:t>213.4146</w:t>
      </w:r>
      <w:r>
        <w:tab/>
        <w:t>1.013e0</w:t>
      </w:r>
    </w:p>
    <w:p w:rsidR="007B2329" w:rsidRDefault="007B2329" w:rsidP="007B2329">
      <w:r>
        <w:t>213.4183</w:t>
      </w:r>
      <w:r>
        <w:tab/>
        <w:t>1.013e0</w:t>
      </w:r>
    </w:p>
    <w:p w:rsidR="007B2329" w:rsidRDefault="007B2329" w:rsidP="007B2329">
      <w:r>
        <w:t>213.4277</w:t>
      </w:r>
      <w:r>
        <w:tab/>
        <w:t>2.025e0</w:t>
      </w:r>
    </w:p>
    <w:p w:rsidR="007B2329" w:rsidRDefault="007B2329" w:rsidP="007B2329">
      <w:r>
        <w:t>213.4372</w:t>
      </w:r>
      <w:r>
        <w:tab/>
        <w:t>1.013e0</w:t>
      </w:r>
    </w:p>
    <w:p w:rsidR="007B2329" w:rsidRDefault="007B2329" w:rsidP="007B2329">
      <w:r>
        <w:t>213.4410</w:t>
      </w:r>
      <w:r>
        <w:tab/>
        <w:t>1.013e0</w:t>
      </w:r>
    </w:p>
    <w:p w:rsidR="007B2329" w:rsidRDefault="007B2329" w:rsidP="007B2329">
      <w:r>
        <w:t>213.4467</w:t>
      </w:r>
      <w:r>
        <w:tab/>
        <w:t>2.025e0</w:t>
      </w:r>
    </w:p>
    <w:p w:rsidR="007B2329" w:rsidRDefault="007B2329" w:rsidP="007B2329">
      <w:r>
        <w:t>213.4601</w:t>
      </w:r>
      <w:r>
        <w:tab/>
        <w:t>1.013e0</w:t>
      </w:r>
    </w:p>
    <w:p w:rsidR="007B2329" w:rsidRDefault="007B2329" w:rsidP="007B2329">
      <w:r>
        <w:t>213.4836</w:t>
      </w:r>
      <w:r>
        <w:tab/>
        <w:t>1.013e0</w:t>
      </w:r>
    </w:p>
    <w:p w:rsidR="007B2329" w:rsidRDefault="007B2329" w:rsidP="007B2329">
      <w:r>
        <w:t>213.4910</w:t>
      </w:r>
      <w:r>
        <w:tab/>
        <w:t>2.025e0</w:t>
      </w:r>
    </w:p>
    <w:p w:rsidR="007B2329" w:rsidRDefault="007B2329" w:rsidP="007B2329">
      <w:r>
        <w:t>213.5038</w:t>
      </w:r>
      <w:r>
        <w:tab/>
        <w:t>1.013e0</w:t>
      </w:r>
    </w:p>
    <w:p w:rsidR="007B2329" w:rsidRDefault="007B2329" w:rsidP="007B2329">
      <w:r>
        <w:t>213.5057</w:t>
      </w:r>
      <w:r>
        <w:tab/>
        <w:t>3.038e0</w:t>
      </w:r>
    </w:p>
    <w:p w:rsidR="007B2329" w:rsidRDefault="007B2329" w:rsidP="007B2329">
      <w:r>
        <w:t>213.5341</w:t>
      </w:r>
      <w:r>
        <w:tab/>
        <w:t>1.013e0</w:t>
      </w:r>
    </w:p>
    <w:p w:rsidR="007B2329" w:rsidRDefault="007B2329" w:rsidP="007B2329">
      <w:r>
        <w:t>213.5493</w:t>
      </w:r>
      <w:r>
        <w:tab/>
        <w:t>1.013e0</w:t>
      </w:r>
    </w:p>
    <w:p w:rsidR="007B2329" w:rsidRDefault="007B2329" w:rsidP="007B2329">
      <w:r>
        <w:t>213.5530</w:t>
      </w:r>
      <w:r>
        <w:tab/>
        <w:t>1.013e0</w:t>
      </w:r>
    </w:p>
    <w:p w:rsidR="007B2329" w:rsidRDefault="007B2329" w:rsidP="007B2329">
      <w:r>
        <w:t>213.5670</w:t>
      </w:r>
      <w:r>
        <w:tab/>
        <w:t>1.025e0</w:t>
      </w:r>
    </w:p>
    <w:p w:rsidR="007B2329" w:rsidRDefault="007B2329" w:rsidP="007B2329">
      <w:r>
        <w:lastRenderedPageBreak/>
        <w:t>213.5729</w:t>
      </w:r>
      <w:r>
        <w:tab/>
        <w:t>3.038e0</w:t>
      </w:r>
    </w:p>
    <w:p w:rsidR="007B2329" w:rsidRDefault="007B2329" w:rsidP="007B2329">
      <w:r>
        <w:t>213.5770</w:t>
      </w:r>
      <w:r>
        <w:tab/>
        <w:t>1.013e0</w:t>
      </w:r>
    </w:p>
    <w:p w:rsidR="007B2329" w:rsidRDefault="007B2329" w:rsidP="007B2329">
      <w:r>
        <w:t>213.5811</w:t>
      </w:r>
      <w:r>
        <w:tab/>
        <w:t>1.013e0</w:t>
      </w:r>
    </w:p>
    <w:p w:rsidR="007B2329" w:rsidRDefault="007B2329" w:rsidP="007B2329">
      <w:r>
        <w:t>213.6082</w:t>
      </w:r>
      <w:r>
        <w:tab/>
        <w:t>3.038e0</w:t>
      </w:r>
    </w:p>
    <w:p w:rsidR="007B2329" w:rsidRDefault="007B2329" w:rsidP="007B2329">
      <w:r>
        <w:t>213.6197</w:t>
      </w:r>
      <w:r>
        <w:tab/>
        <w:t>1.013e0</w:t>
      </w:r>
    </w:p>
    <w:p w:rsidR="007B2329" w:rsidRDefault="007B2329" w:rsidP="007B2329">
      <w:r>
        <w:t>213.6272</w:t>
      </w:r>
      <w:r>
        <w:tab/>
        <w:t>3.038e0</w:t>
      </w:r>
    </w:p>
    <w:p w:rsidR="007B2329" w:rsidRDefault="007B2329" w:rsidP="007B2329">
      <w:r>
        <w:t>213.6386</w:t>
      </w:r>
      <w:r>
        <w:tab/>
        <w:t>2.025e0</w:t>
      </w:r>
    </w:p>
    <w:p w:rsidR="007B2329" w:rsidRDefault="007B2329" w:rsidP="007B2329">
      <w:r>
        <w:t>213.6424</w:t>
      </w:r>
      <w:r>
        <w:tab/>
        <w:t>1.013e0</w:t>
      </w:r>
    </w:p>
    <w:p w:rsidR="007B2329" w:rsidRDefault="007B2329" w:rsidP="007B2329">
      <w:r>
        <w:t>213.6501</w:t>
      </w:r>
      <w:r>
        <w:tab/>
        <w:t>1.013e0</w:t>
      </w:r>
    </w:p>
    <w:p w:rsidR="007B2329" w:rsidRDefault="007B2329" w:rsidP="007B2329">
      <w:r>
        <w:t>213.6542</w:t>
      </w:r>
      <w:r>
        <w:tab/>
        <w:t>1.013e0</w:t>
      </w:r>
    </w:p>
    <w:p w:rsidR="007B2329" w:rsidRDefault="007B2329" w:rsidP="007B2329">
      <w:r>
        <w:t>213.6705</w:t>
      </w:r>
      <w:r>
        <w:tab/>
        <w:t>1.013e0</w:t>
      </w:r>
    </w:p>
    <w:p w:rsidR="007B2329" w:rsidRDefault="007B2329" w:rsidP="007B2329">
      <w:r>
        <w:t>213.6862</w:t>
      </w:r>
      <w:r>
        <w:tab/>
        <w:t>2.025e0</w:t>
      </w:r>
    </w:p>
    <w:p w:rsidR="007B2329" w:rsidRDefault="007B2329" w:rsidP="007B2329">
      <w:r>
        <w:t>213.7090</w:t>
      </w:r>
      <w:r>
        <w:tab/>
        <w:t>2.025e0</w:t>
      </w:r>
    </w:p>
    <w:p w:rsidR="007B2329" w:rsidRDefault="007B2329" w:rsidP="007B2329">
      <w:r>
        <w:t>213.7128</w:t>
      </w:r>
      <w:r>
        <w:tab/>
        <w:t>1.013e0</w:t>
      </w:r>
    </w:p>
    <w:p w:rsidR="007B2329" w:rsidRDefault="007B2329" w:rsidP="007B2329">
      <w:r>
        <w:t>213.7242</w:t>
      </w:r>
      <w:r>
        <w:tab/>
        <w:t>1.013e0</w:t>
      </w:r>
    </w:p>
    <w:p w:rsidR="007B2329" w:rsidRDefault="007B2329" w:rsidP="007B2329">
      <w:r>
        <w:t>213.7279</w:t>
      </w:r>
      <w:r>
        <w:tab/>
        <w:t>1.013e0</w:t>
      </w:r>
    </w:p>
    <w:p w:rsidR="007B2329" w:rsidRDefault="007B2329" w:rsidP="007B2329">
      <w:r>
        <w:t>213.7318</w:t>
      </w:r>
      <w:r>
        <w:tab/>
        <w:t>1.013e0</w:t>
      </w:r>
    </w:p>
    <w:p w:rsidR="007B2329" w:rsidRDefault="007B2329" w:rsidP="007B2329">
      <w:r>
        <w:t>213.7363</w:t>
      </w:r>
      <w:r>
        <w:tab/>
        <w:t>2.025e0</w:t>
      </w:r>
    </w:p>
    <w:p w:rsidR="007B2329" w:rsidRDefault="007B2329" w:rsidP="007B2329">
      <w:r>
        <w:t>213.7517</w:t>
      </w:r>
      <w:r>
        <w:tab/>
        <w:t>3.038e0</w:t>
      </w:r>
    </w:p>
    <w:p w:rsidR="007B2329" w:rsidRDefault="007B2329" w:rsidP="007B2329">
      <w:r>
        <w:lastRenderedPageBreak/>
        <w:t>213.7599</w:t>
      </w:r>
      <w:r>
        <w:tab/>
        <w:t>1.013e0</w:t>
      </w:r>
    </w:p>
    <w:p w:rsidR="007B2329" w:rsidRDefault="007B2329" w:rsidP="007B2329">
      <w:r>
        <w:t>213.7793</w:t>
      </w:r>
      <w:r>
        <w:tab/>
        <w:t>1.266e-2</w:t>
      </w:r>
    </w:p>
    <w:p w:rsidR="007B2329" w:rsidRDefault="007B2329" w:rsidP="007B2329">
      <w:r>
        <w:t>213.7830</w:t>
      </w:r>
      <w:r>
        <w:tab/>
        <w:t>1.013e0</w:t>
      </w:r>
    </w:p>
    <w:p w:rsidR="007B2329" w:rsidRDefault="007B2329" w:rsidP="007B2329">
      <w:r>
        <w:t>213.7868</w:t>
      </w:r>
      <w:r>
        <w:tab/>
        <w:t>1.013e0</w:t>
      </w:r>
    </w:p>
    <w:p w:rsidR="007B2329" w:rsidRDefault="007B2329" w:rsidP="007B2329">
      <w:r>
        <w:t>213.7926</w:t>
      </w:r>
      <w:r>
        <w:tab/>
        <w:t>2.025e0</w:t>
      </w:r>
    </w:p>
    <w:p w:rsidR="007B2329" w:rsidRDefault="007B2329" w:rsidP="007B2329">
      <w:r>
        <w:t>213.8097</w:t>
      </w:r>
      <w:r>
        <w:tab/>
        <w:t>1.013e0</w:t>
      </w:r>
    </w:p>
    <w:p w:rsidR="007B2329" w:rsidRDefault="007B2329" w:rsidP="007B2329">
      <w:r>
        <w:t>213.8115</w:t>
      </w:r>
      <w:r>
        <w:tab/>
        <w:t>2.532e-2</w:t>
      </w:r>
    </w:p>
    <w:p w:rsidR="007B2329" w:rsidRDefault="007B2329" w:rsidP="007B2329">
      <w:r>
        <w:t>213.8154</w:t>
      </w:r>
      <w:r>
        <w:tab/>
        <w:t>2.025e0</w:t>
      </w:r>
    </w:p>
    <w:p w:rsidR="007B2329" w:rsidRDefault="007B2329" w:rsidP="007B2329">
      <w:r>
        <w:t>213.8371</w:t>
      </w:r>
      <w:r>
        <w:tab/>
        <w:t>1.013e0</w:t>
      </w:r>
    </w:p>
    <w:p w:rsidR="007B2329" w:rsidRDefault="007B2329" w:rsidP="007B2329">
      <w:r>
        <w:t>213.8425</w:t>
      </w:r>
      <w:r>
        <w:tab/>
        <w:t>3.038e0</w:t>
      </w:r>
    </w:p>
    <w:p w:rsidR="007B2329" w:rsidRDefault="007B2329" w:rsidP="007B2329">
      <w:r>
        <w:t>213.8533</w:t>
      </w:r>
      <w:r>
        <w:tab/>
        <w:t>1.013e0</w:t>
      </w:r>
    </w:p>
    <w:p w:rsidR="007B2329" w:rsidRDefault="007B2329" w:rsidP="007B2329">
      <w:r>
        <w:t>213.8705</w:t>
      </w:r>
      <w:r>
        <w:tab/>
        <w:t>2.025e0</w:t>
      </w:r>
    </w:p>
    <w:p w:rsidR="007B2329" w:rsidRDefault="007B2329" w:rsidP="007B2329">
      <w:r>
        <w:t>213.8725</w:t>
      </w:r>
      <w:r>
        <w:tab/>
        <w:t>1.013e0</w:t>
      </w:r>
    </w:p>
    <w:p w:rsidR="007B2329" w:rsidRDefault="007B2329" w:rsidP="007B2329">
      <w:r>
        <w:t>213.8762</w:t>
      </w:r>
      <w:r>
        <w:tab/>
        <w:t>2.025e0</w:t>
      </w:r>
    </w:p>
    <w:p w:rsidR="007B2329" w:rsidRDefault="007B2329" w:rsidP="007B2329">
      <w:r>
        <w:t>213.8782</w:t>
      </w:r>
      <w:r>
        <w:tab/>
        <w:t>1.025e0</w:t>
      </w:r>
    </w:p>
    <w:p w:rsidR="007B2329" w:rsidRDefault="007B2329" w:rsidP="007B2329">
      <w:r>
        <w:t>213.8800</w:t>
      </w:r>
      <w:r>
        <w:tab/>
        <w:t>1.013e0</w:t>
      </w:r>
    </w:p>
    <w:p w:rsidR="007B2329" w:rsidRDefault="007B2329" w:rsidP="007B2329">
      <w:r>
        <w:t>213.8915</w:t>
      </w:r>
      <w:r>
        <w:tab/>
        <w:t>2.025e0</w:t>
      </w:r>
    </w:p>
    <w:p w:rsidR="007B2329" w:rsidRDefault="007B2329" w:rsidP="007B2329">
      <w:r>
        <w:t>213.8991</w:t>
      </w:r>
      <w:r>
        <w:tab/>
        <w:t>1.013e0</w:t>
      </w:r>
    </w:p>
    <w:p w:rsidR="007B2329" w:rsidRDefault="007B2329" w:rsidP="007B2329">
      <w:r>
        <w:t>213.9104</w:t>
      </w:r>
      <w:r>
        <w:tab/>
        <w:t>1.013e0</w:t>
      </w:r>
    </w:p>
    <w:p w:rsidR="007B2329" w:rsidRDefault="007B2329" w:rsidP="007B2329">
      <w:r>
        <w:lastRenderedPageBreak/>
        <w:t>213.9144</w:t>
      </w:r>
      <w:r>
        <w:tab/>
        <w:t>3.038e0</w:t>
      </w:r>
    </w:p>
    <w:p w:rsidR="007B2329" w:rsidRDefault="007B2329" w:rsidP="007B2329">
      <w:r>
        <w:t>213.9184</w:t>
      </w:r>
      <w:r>
        <w:tab/>
        <w:t>1.013e0</w:t>
      </w:r>
    </w:p>
    <w:p w:rsidR="007B2329" w:rsidRDefault="007B2329" w:rsidP="007B2329">
      <w:r>
        <w:t>213.9348</w:t>
      </w:r>
      <w:r>
        <w:tab/>
        <w:t>1.013e0</w:t>
      </w:r>
    </w:p>
    <w:p w:rsidR="007B2329" w:rsidRDefault="007B2329" w:rsidP="007B2329">
      <w:r>
        <w:t>213.9467</w:t>
      </w:r>
      <w:r>
        <w:tab/>
        <w:t>1.013e0</w:t>
      </w:r>
    </w:p>
    <w:p w:rsidR="007B2329" w:rsidRDefault="007B2329" w:rsidP="007B2329">
      <w:r>
        <w:t>213.9762</w:t>
      </w:r>
      <w:r>
        <w:tab/>
        <w:t>5.734e0</w:t>
      </w:r>
    </w:p>
    <w:p w:rsidR="007B2329" w:rsidRDefault="007B2329" w:rsidP="007B2329">
      <w:r>
        <w:t>213.9780</w:t>
      </w:r>
      <w:r>
        <w:tab/>
        <w:t>6.076e0</w:t>
      </w:r>
    </w:p>
    <w:p w:rsidR="007B2329" w:rsidRDefault="007B2329" w:rsidP="007B2329">
      <w:r>
        <w:t>213.9837</w:t>
      </w:r>
      <w:r>
        <w:tab/>
        <w:t>1.396e1</w:t>
      </w:r>
    </w:p>
    <w:p w:rsidR="007B2329" w:rsidRDefault="007B2329" w:rsidP="007B2329">
      <w:r>
        <w:t>213.9904</w:t>
      </w:r>
      <w:r>
        <w:tab/>
        <w:t>3.038e0</w:t>
      </w:r>
    </w:p>
    <w:p w:rsidR="007B2329" w:rsidRDefault="007B2329" w:rsidP="007B2329">
      <w:r>
        <w:t>214.0027</w:t>
      </w:r>
      <w:r>
        <w:tab/>
        <w:t>4.152e1</w:t>
      </w:r>
    </w:p>
    <w:p w:rsidR="007B2329" w:rsidRDefault="007B2329" w:rsidP="007B2329">
      <w:r>
        <w:t>214.0043</w:t>
      </w:r>
      <w:r>
        <w:tab/>
        <w:t>2.017e1</w:t>
      </w:r>
    </w:p>
    <w:p w:rsidR="007B2329" w:rsidRDefault="007B2329" w:rsidP="007B2329">
      <w:r>
        <w:t>214.0081</w:t>
      </w:r>
      <w:r>
        <w:tab/>
        <w:t>7.389e1</w:t>
      </w:r>
    </w:p>
    <w:p w:rsidR="007B2329" w:rsidRDefault="007B2329" w:rsidP="007B2329">
      <w:r>
        <w:t>214.0371</w:t>
      </w:r>
      <w:r>
        <w:tab/>
        <w:t>3.038e0</w:t>
      </w:r>
    </w:p>
    <w:p w:rsidR="007B2329" w:rsidRDefault="007B2329" w:rsidP="007B2329">
      <w:r>
        <w:t>214.0436</w:t>
      </w:r>
      <w:r>
        <w:tab/>
        <w:t>2.025e0</w:t>
      </w:r>
    </w:p>
    <w:p w:rsidR="007B2329" w:rsidRDefault="007B2329" w:rsidP="007B2329">
      <w:r>
        <w:t>214.0512</w:t>
      </w:r>
      <w:r>
        <w:tab/>
        <w:t>2.025e0</w:t>
      </w:r>
    </w:p>
    <w:p w:rsidR="007B2329" w:rsidRDefault="007B2329" w:rsidP="007B2329">
      <w:r>
        <w:t>214.0569</w:t>
      </w:r>
      <w:r>
        <w:tab/>
        <w:t>2.025e0</w:t>
      </w:r>
    </w:p>
    <w:p w:rsidR="007B2329" w:rsidRDefault="007B2329" w:rsidP="007B2329">
      <w:r>
        <w:t>214.0588</w:t>
      </w:r>
      <w:r>
        <w:tab/>
        <w:t>1.013e0</w:t>
      </w:r>
    </w:p>
    <w:p w:rsidR="007B2329" w:rsidRDefault="007B2329" w:rsidP="007B2329">
      <w:r>
        <w:t>214.0626</w:t>
      </w:r>
      <w:r>
        <w:tab/>
        <w:t>1.013e0</w:t>
      </w:r>
    </w:p>
    <w:p w:rsidR="007B2329" w:rsidRDefault="007B2329" w:rsidP="007B2329">
      <w:r>
        <w:t>214.0665</w:t>
      </w:r>
      <w:r>
        <w:tab/>
        <w:t>1.013e0</w:t>
      </w:r>
    </w:p>
    <w:p w:rsidR="007B2329" w:rsidRDefault="007B2329" w:rsidP="007B2329">
      <w:r>
        <w:t>214.0679</w:t>
      </w:r>
      <w:r>
        <w:tab/>
        <w:t>4.051e0</w:t>
      </w:r>
    </w:p>
    <w:p w:rsidR="007B2329" w:rsidRDefault="007B2329" w:rsidP="007B2329">
      <w:r>
        <w:lastRenderedPageBreak/>
        <w:t>214.0778</w:t>
      </w:r>
      <w:r>
        <w:tab/>
        <w:t>1.013e0</w:t>
      </w:r>
    </w:p>
    <w:p w:rsidR="007B2329" w:rsidRDefault="007B2329" w:rsidP="007B2329">
      <w:r>
        <w:t>214.0815</w:t>
      </w:r>
      <w:r>
        <w:tab/>
        <w:t>1.013e0</w:t>
      </w:r>
    </w:p>
    <w:p w:rsidR="007B2329" w:rsidRDefault="007B2329" w:rsidP="007B2329">
      <w:r>
        <w:t>214.0836</w:t>
      </w:r>
      <w:r>
        <w:tab/>
        <w:t>1.025e0</w:t>
      </w:r>
    </w:p>
    <w:p w:rsidR="007B2329" w:rsidRDefault="007B2329" w:rsidP="007B2329">
      <w:r>
        <w:t>214.0853</w:t>
      </w:r>
      <w:r>
        <w:tab/>
        <w:t>1.013e0</w:t>
      </w:r>
    </w:p>
    <w:p w:rsidR="007B2329" w:rsidRDefault="007B2329" w:rsidP="007B2329">
      <w:r>
        <w:t>214.0980</w:t>
      </w:r>
      <w:r>
        <w:tab/>
        <w:t>2.038e0</w:t>
      </w:r>
    </w:p>
    <w:p w:rsidR="007B2329" w:rsidRDefault="007B2329" w:rsidP="007B2329">
      <w:r>
        <w:t>214.0996</w:t>
      </w:r>
      <w:r>
        <w:tab/>
        <w:t>2.025e0</w:t>
      </w:r>
    </w:p>
    <w:p w:rsidR="007B2329" w:rsidRDefault="007B2329" w:rsidP="007B2329">
      <w:r>
        <w:t>214.1016</w:t>
      </w:r>
      <w:r>
        <w:tab/>
        <w:t>5.269e0</w:t>
      </w:r>
    </w:p>
    <w:p w:rsidR="007B2329" w:rsidRDefault="007B2329" w:rsidP="007B2329">
      <w:r>
        <w:t>214.1035</w:t>
      </w:r>
      <w:r>
        <w:tab/>
        <w:t>1.025e0</w:t>
      </w:r>
    </w:p>
    <w:p w:rsidR="007B2329" w:rsidRDefault="007B2329" w:rsidP="007B2329">
      <w:r>
        <w:t>214.1056</w:t>
      </w:r>
      <w:r>
        <w:tab/>
        <w:t>1.266e-2</w:t>
      </w:r>
    </w:p>
    <w:p w:rsidR="007B2329" w:rsidRDefault="007B2329" w:rsidP="007B2329">
      <w:r>
        <w:t>214.1152</w:t>
      </w:r>
      <w:r>
        <w:tab/>
        <w:t>1.025e0</w:t>
      </w:r>
    </w:p>
    <w:p w:rsidR="007B2329" w:rsidRDefault="007B2329" w:rsidP="007B2329">
      <w:r>
        <w:t>214.1178</w:t>
      </w:r>
      <w:r>
        <w:tab/>
        <w:t>1.013e0</w:t>
      </w:r>
    </w:p>
    <w:p w:rsidR="007B2329" w:rsidRDefault="007B2329" w:rsidP="007B2329">
      <w:r>
        <w:t>214.1254</w:t>
      </w:r>
      <w:r>
        <w:tab/>
        <w:t>1.867e0</w:t>
      </w:r>
    </w:p>
    <w:p w:rsidR="007B2329" w:rsidRDefault="007B2329" w:rsidP="007B2329">
      <w:r>
        <w:t>214.1281</w:t>
      </w:r>
      <w:r>
        <w:tab/>
        <w:t>3.038e0</w:t>
      </w:r>
    </w:p>
    <w:p w:rsidR="007B2329" w:rsidRDefault="007B2329" w:rsidP="007B2329">
      <w:r>
        <w:t>214.1368</w:t>
      </w:r>
      <w:r>
        <w:tab/>
        <w:t>2.025e0</w:t>
      </w:r>
    </w:p>
    <w:p w:rsidR="007B2329" w:rsidRDefault="007B2329" w:rsidP="007B2329">
      <w:r>
        <w:t>214.1421</w:t>
      </w:r>
      <w:r>
        <w:tab/>
        <w:t>5.063e0</w:t>
      </w:r>
    </w:p>
    <w:p w:rsidR="007B2329" w:rsidRDefault="007B2329" w:rsidP="007B2329">
      <w:r>
        <w:t>214.1482</w:t>
      </w:r>
      <w:r>
        <w:tab/>
        <w:t>1.266e-2</w:t>
      </w:r>
    </w:p>
    <w:p w:rsidR="007B2329" w:rsidRDefault="007B2329" w:rsidP="007B2329">
      <w:r>
        <w:t>214.1559</w:t>
      </w:r>
      <w:r>
        <w:tab/>
        <w:t>1.013e0</w:t>
      </w:r>
    </w:p>
    <w:p w:rsidR="007B2329" w:rsidRDefault="007B2329" w:rsidP="007B2329">
      <w:r>
        <w:t>214.1615</w:t>
      </w:r>
      <w:r>
        <w:tab/>
        <w:t>2.025e0</w:t>
      </w:r>
    </w:p>
    <w:p w:rsidR="007B2329" w:rsidRDefault="007B2329" w:rsidP="007B2329">
      <w:r>
        <w:t>214.1732</w:t>
      </w:r>
      <w:r>
        <w:tab/>
        <w:t>2.025e0</w:t>
      </w:r>
    </w:p>
    <w:p w:rsidR="007B2329" w:rsidRDefault="007B2329" w:rsidP="007B2329">
      <w:r>
        <w:lastRenderedPageBreak/>
        <w:t>214.1830</w:t>
      </w:r>
      <w:r>
        <w:tab/>
        <w:t>1.266e-2</w:t>
      </w:r>
    </w:p>
    <w:p w:rsidR="007B2329" w:rsidRDefault="007B2329" w:rsidP="007B2329">
      <w:r>
        <w:t>214.1909</w:t>
      </w:r>
      <w:r>
        <w:tab/>
        <w:t>2.025e0</w:t>
      </w:r>
    </w:p>
    <w:p w:rsidR="007B2329" w:rsidRDefault="007B2329" w:rsidP="007B2329">
      <w:r>
        <w:t>214.1992</w:t>
      </w:r>
      <w:r>
        <w:tab/>
        <w:t>1.013e0</w:t>
      </w:r>
    </w:p>
    <w:p w:rsidR="007B2329" w:rsidRDefault="007B2329" w:rsidP="007B2329">
      <w:r>
        <w:t>214.2027</w:t>
      </w:r>
      <w:r>
        <w:tab/>
        <w:t>3.038e0</w:t>
      </w:r>
    </w:p>
    <w:p w:rsidR="007B2329" w:rsidRDefault="007B2329" w:rsidP="007B2329">
      <w:r>
        <w:t>214.2072</w:t>
      </w:r>
      <w:r>
        <w:tab/>
        <w:t>2.025e0</w:t>
      </w:r>
    </w:p>
    <w:p w:rsidR="007B2329" w:rsidRDefault="007B2329" w:rsidP="007B2329">
      <w:r>
        <w:t>214.2110</w:t>
      </w:r>
      <w:r>
        <w:tab/>
        <w:t>1.013e0</w:t>
      </w:r>
    </w:p>
    <w:p w:rsidR="007B2329" w:rsidRDefault="007B2329" w:rsidP="007B2329">
      <w:r>
        <w:t>214.2137</w:t>
      </w:r>
      <w:r>
        <w:tab/>
        <w:t>4.051e0</w:t>
      </w:r>
    </w:p>
    <w:p w:rsidR="007B2329" w:rsidRDefault="007B2329" w:rsidP="007B2329">
      <w:r>
        <w:t>214.2186</w:t>
      </w:r>
      <w:r>
        <w:tab/>
        <w:t>1.013e0</w:t>
      </w:r>
    </w:p>
    <w:p w:rsidR="007B2329" w:rsidRDefault="007B2329" w:rsidP="007B2329">
      <w:r>
        <w:t>214.2489</w:t>
      </w:r>
      <w:r>
        <w:tab/>
        <w:t>2.025e0</w:t>
      </w:r>
    </w:p>
    <w:p w:rsidR="007B2329" w:rsidRDefault="007B2329" w:rsidP="007B2329">
      <w:r>
        <w:t>214.2645</w:t>
      </w:r>
      <w:r>
        <w:tab/>
        <w:t>1.013e0</w:t>
      </w:r>
    </w:p>
    <w:p w:rsidR="007B2329" w:rsidRDefault="007B2329" w:rsidP="007B2329">
      <w:r>
        <w:t>214.2685</w:t>
      </w:r>
      <w:r>
        <w:tab/>
        <w:t>1.013e0</w:t>
      </w:r>
    </w:p>
    <w:p w:rsidR="007B2329" w:rsidRDefault="007B2329" w:rsidP="007B2329">
      <w:r>
        <w:t>214.2863</w:t>
      </w:r>
      <w:r>
        <w:tab/>
        <w:t>2.025e0</w:t>
      </w:r>
    </w:p>
    <w:p w:rsidR="007B2329" w:rsidRDefault="007B2329" w:rsidP="007B2329">
      <w:r>
        <w:t>214.2929</w:t>
      </w:r>
      <w:r>
        <w:tab/>
        <w:t>1.013e0</w:t>
      </w:r>
    </w:p>
    <w:p w:rsidR="007B2329" w:rsidRDefault="007B2329" w:rsidP="007B2329">
      <w:r>
        <w:t>214.2966</w:t>
      </w:r>
      <w:r>
        <w:tab/>
        <w:t>2.025e0</w:t>
      </w:r>
    </w:p>
    <w:p w:rsidR="007B2329" w:rsidRDefault="007B2329" w:rsidP="007B2329">
      <w:r>
        <w:t>214.3041</w:t>
      </w:r>
      <w:r>
        <w:tab/>
        <w:t>1.013e0</w:t>
      </w:r>
    </w:p>
    <w:p w:rsidR="007B2329" w:rsidRDefault="007B2329" w:rsidP="007B2329">
      <w:r>
        <w:t>214.3080</w:t>
      </w:r>
      <w:r>
        <w:tab/>
        <w:t>2.025e0</w:t>
      </w:r>
    </w:p>
    <w:p w:rsidR="007B2329" w:rsidRDefault="007B2329" w:rsidP="007B2329">
      <w:r>
        <w:t>214.3118</w:t>
      </w:r>
      <w:r>
        <w:tab/>
        <w:t>2.025e0</w:t>
      </w:r>
    </w:p>
    <w:p w:rsidR="007B2329" w:rsidRDefault="007B2329" w:rsidP="007B2329">
      <w:r>
        <w:t>214.3156</w:t>
      </w:r>
      <w:r>
        <w:tab/>
        <w:t>1.013e0</w:t>
      </w:r>
    </w:p>
    <w:p w:rsidR="007B2329" w:rsidRDefault="007B2329" w:rsidP="007B2329">
      <w:r>
        <w:t>214.3271</w:t>
      </w:r>
      <w:r>
        <w:tab/>
        <w:t>1.013e0</w:t>
      </w:r>
    </w:p>
    <w:p w:rsidR="007B2329" w:rsidRDefault="007B2329" w:rsidP="007B2329">
      <w:r>
        <w:lastRenderedPageBreak/>
        <w:t>214.3366</w:t>
      </w:r>
      <w:r>
        <w:tab/>
        <w:t>2.025e0</w:t>
      </w:r>
    </w:p>
    <w:p w:rsidR="007B2329" w:rsidRDefault="007B2329" w:rsidP="007B2329">
      <w:r>
        <w:t>214.3422</w:t>
      </w:r>
      <w:r>
        <w:tab/>
        <w:t>3.038e0</w:t>
      </w:r>
    </w:p>
    <w:p w:rsidR="007B2329" w:rsidRDefault="007B2329" w:rsidP="007B2329">
      <w:r>
        <w:t>214.3582</w:t>
      </w:r>
      <w:r>
        <w:tab/>
        <w:t>1.013e0</w:t>
      </w:r>
    </w:p>
    <w:p w:rsidR="007B2329" w:rsidRDefault="007B2329" w:rsidP="007B2329">
      <w:r>
        <w:t>214.3663</w:t>
      </w:r>
      <w:r>
        <w:tab/>
        <w:t>1.013e0</w:t>
      </w:r>
    </w:p>
    <w:p w:rsidR="007B2329" w:rsidRDefault="007B2329" w:rsidP="007B2329">
      <w:r>
        <w:t>214.3743</w:t>
      </w:r>
      <w:r>
        <w:tab/>
        <w:t>3.038e0</w:t>
      </w:r>
    </w:p>
    <w:p w:rsidR="007B2329" w:rsidRDefault="007B2329" w:rsidP="007B2329">
      <w:r>
        <w:t>214.3802</w:t>
      </w:r>
      <w:r>
        <w:tab/>
        <w:t>2.025e0</w:t>
      </w:r>
    </w:p>
    <w:p w:rsidR="007B2329" w:rsidRDefault="007B2329" w:rsidP="007B2329">
      <w:r>
        <w:t>214.3860</w:t>
      </w:r>
      <w:r>
        <w:tab/>
        <w:t>2.025e0</w:t>
      </w:r>
    </w:p>
    <w:p w:rsidR="007B2329" w:rsidRDefault="007B2329" w:rsidP="007B2329">
      <w:r>
        <w:t>214.4089</w:t>
      </w:r>
      <w:r>
        <w:tab/>
        <w:t>1.013e0</w:t>
      </w:r>
    </w:p>
    <w:p w:rsidR="007B2329" w:rsidRDefault="007B2329" w:rsidP="007B2329">
      <w:r>
        <w:t>214.4145</w:t>
      </w:r>
      <w:r>
        <w:tab/>
        <w:t>2.025e0</w:t>
      </w:r>
    </w:p>
    <w:p w:rsidR="007B2329" w:rsidRDefault="007B2329" w:rsidP="007B2329">
      <w:r>
        <w:t>214.4203</w:t>
      </w:r>
      <w:r>
        <w:tab/>
        <w:t>2.025e0</w:t>
      </w:r>
    </w:p>
    <w:p w:rsidR="007B2329" w:rsidRDefault="007B2329" w:rsidP="007B2329">
      <w:r>
        <w:t>214.4358</w:t>
      </w:r>
      <w:r>
        <w:tab/>
        <w:t>3.038e0</w:t>
      </w:r>
    </w:p>
    <w:p w:rsidR="007B2329" w:rsidRDefault="007B2329" w:rsidP="007B2329">
      <w:r>
        <w:t>214.4399</w:t>
      </w:r>
      <w:r>
        <w:tab/>
        <w:t>2.025e0</w:t>
      </w:r>
    </w:p>
    <w:p w:rsidR="007B2329" w:rsidRDefault="007B2329" w:rsidP="007B2329">
      <w:r>
        <w:t>214.4520</w:t>
      </w:r>
      <w:r>
        <w:tab/>
        <w:t>1.013e0</w:t>
      </w:r>
    </w:p>
    <w:p w:rsidR="007B2329" w:rsidRDefault="007B2329" w:rsidP="007B2329">
      <w:r>
        <w:t>214.4600</w:t>
      </w:r>
      <w:r>
        <w:tab/>
        <w:t>2.025e0</w:t>
      </w:r>
    </w:p>
    <w:p w:rsidR="007B2329" w:rsidRDefault="007B2329" w:rsidP="007B2329">
      <w:r>
        <w:t>214.4641</w:t>
      </w:r>
      <w:r>
        <w:tab/>
        <w:t>1.013e0</w:t>
      </w:r>
    </w:p>
    <w:p w:rsidR="007B2329" w:rsidRDefault="007B2329" w:rsidP="007B2329">
      <w:r>
        <w:t>214.4754</w:t>
      </w:r>
      <w:r>
        <w:tab/>
        <w:t>1.013e0</w:t>
      </w:r>
    </w:p>
    <w:p w:rsidR="007B2329" w:rsidRDefault="007B2329" w:rsidP="007B2329">
      <w:r>
        <w:t>214.4830</w:t>
      </w:r>
      <w:r>
        <w:tab/>
        <w:t>1.013e0</w:t>
      </w:r>
    </w:p>
    <w:p w:rsidR="007B2329" w:rsidRDefault="007B2329" w:rsidP="007B2329">
      <w:r>
        <w:t>214.4868</w:t>
      </w:r>
      <w:r>
        <w:tab/>
        <w:t>1.013e0</w:t>
      </w:r>
    </w:p>
    <w:p w:rsidR="007B2329" w:rsidRDefault="007B2329" w:rsidP="007B2329">
      <w:r>
        <w:t>214.4983</w:t>
      </w:r>
      <w:r>
        <w:tab/>
        <w:t>1.013e0</w:t>
      </w:r>
    </w:p>
    <w:p w:rsidR="007B2329" w:rsidRDefault="007B2329" w:rsidP="007B2329">
      <w:r>
        <w:lastRenderedPageBreak/>
        <w:t>214.5021</w:t>
      </w:r>
      <w:r>
        <w:tab/>
        <w:t>4.051e0</w:t>
      </w:r>
    </w:p>
    <w:p w:rsidR="007B2329" w:rsidRDefault="007B2329" w:rsidP="007B2329">
      <w:r>
        <w:t>214.5135</w:t>
      </w:r>
      <w:r>
        <w:tab/>
        <w:t>1.025e0</w:t>
      </w:r>
    </w:p>
    <w:p w:rsidR="007B2329" w:rsidRDefault="007B2329" w:rsidP="007B2329">
      <w:r>
        <w:t>214.5172</w:t>
      </w:r>
      <w:r>
        <w:tab/>
        <w:t>1.013e0</w:t>
      </w:r>
    </w:p>
    <w:p w:rsidR="007B2329" w:rsidRDefault="007B2329" w:rsidP="007B2329">
      <w:r>
        <w:t>214.5293</w:t>
      </w:r>
      <w:r>
        <w:tab/>
        <w:t>1.025e0</w:t>
      </w:r>
    </w:p>
    <w:p w:rsidR="007B2329" w:rsidRDefault="007B2329" w:rsidP="007B2329">
      <w:r>
        <w:t>214.5354</w:t>
      </w:r>
      <w:r>
        <w:tab/>
        <w:t>2.025e0</w:t>
      </w:r>
    </w:p>
    <w:p w:rsidR="007B2329" w:rsidRDefault="007B2329" w:rsidP="007B2329">
      <w:r>
        <w:t>214.5375</w:t>
      </w:r>
      <w:r>
        <w:tab/>
        <w:t>1.266e-2</w:t>
      </w:r>
    </w:p>
    <w:p w:rsidR="007B2329" w:rsidRDefault="007B2329" w:rsidP="007B2329">
      <w:r>
        <w:t>214.5474</w:t>
      </w:r>
      <w:r>
        <w:tab/>
        <w:t>2.025e0</w:t>
      </w:r>
    </w:p>
    <w:p w:rsidR="007B2329" w:rsidRDefault="007B2329" w:rsidP="007B2329">
      <w:r>
        <w:t>214.5554</w:t>
      </w:r>
      <w:r>
        <w:tab/>
        <w:t>2.025e0</w:t>
      </w:r>
    </w:p>
    <w:p w:rsidR="007B2329" w:rsidRDefault="007B2329" w:rsidP="007B2329">
      <w:r>
        <w:t>214.5611</w:t>
      </w:r>
      <w:r>
        <w:tab/>
        <w:t>3.038e0</w:t>
      </w:r>
    </w:p>
    <w:p w:rsidR="007B2329" w:rsidRDefault="007B2329" w:rsidP="007B2329">
      <w:r>
        <w:t>214.5649</w:t>
      </w:r>
      <w:r>
        <w:tab/>
        <w:t>4.051e0</w:t>
      </w:r>
    </w:p>
    <w:p w:rsidR="007B2329" w:rsidRDefault="007B2329" w:rsidP="007B2329">
      <w:r>
        <w:t>214.5763</w:t>
      </w:r>
      <w:r>
        <w:tab/>
        <w:t>1.013e0</w:t>
      </w:r>
    </w:p>
    <w:p w:rsidR="007B2329" w:rsidRDefault="007B2329" w:rsidP="007B2329">
      <w:r>
        <w:t>214.5839</w:t>
      </w:r>
      <w:r>
        <w:tab/>
        <w:t>1.013e0</w:t>
      </w:r>
    </w:p>
    <w:p w:rsidR="007B2329" w:rsidRDefault="007B2329" w:rsidP="007B2329">
      <w:r>
        <w:t>214.5878</w:t>
      </w:r>
      <w:r>
        <w:tab/>
        <w:t>1.013e0</w:t>
      </w:r>
    </w:p>
    <w:p w:rsidR="007B2329" w:rsidRDefault="007B2329" w:rsidP="007B2329">
      <w:r>
        <w:t>214.5916</w:t>
      </w:r>
      <w:r>
        <w:tab/>
        <w:t>2.025e0</w:t>
      </w:r>
    </w:p>
    <w:p w:rsidR="007B2329" w:rsidRDefault="007B2329" w:rsidP="007B2329">
      <w:r>
        <w:t>214.5991</w:t>
      </w:r>
      <w:r>
        <w:tab/>
        <w:t>1.013e0</w:t>
      </w:r>
    </w:p>
    <w:p w:rsidR="007B2329" w:rsidRDefault="007B2329" w:rsidP="007B2329">
      <w:r>
        <w:t>214.6150</w:t>
      </w:r>
      <w:r>
        <w:tab/>
        <w:t>1.013e0</w:t>
      </w:r>
    </w:p>
    <w:p w:rsidR="007B2329" w:rsidRDefault="007B2329" w:rsidP="007B2329">
      <w:r>
        <w:t>214.6190</w:t>
      </w:r>
      <w:r>
        <w:tab/>
        <w:t>1.013e0</w:t>
      </w:r>
    </w:p>
    <w:p w:rsidR="007B2329" w:rsidRDefault="007B2329" w:rsidP="007B2329">
      <w:r>
        <w:t>214.6272</w:t>
      </w:r>
      <w:r>
        <w:tab/>
        <w:t>1.013e0</w:t>
      </w:r>
    </w:p>
    <w:p w:rsidR="007B2329" w:rsidRDefault="007B2329" w:rsidP="007B2329">
      <w:r>
        <w:t>214.6430</w:t>
      </w:r>
      <w:r>
        <w:tab/>
        <w:t>3.038e0</w:t>
      </w:r>
    </w:p>
    <w:p w:rsidR="007B2329" w:rsidRDefault="007B2329" w:rsidP="007B2329">
      <w:r>
        <w:lastRenderedPageBreak/>
        <w:t>214.6468</w:t>
      </w:r>
      <w:r>
        <w:tab/>
        <w:t>1.013e0</w:t>
      </w:r>
    </w:p>
    <w:p w:rsidR="007B2329" w:rsidRDefault="007B2329" w:rsidP="007B2329">
      <w:r>
        <w:t>214.6543</w:t>
      </w:r>
      <w:r>
        <w:tab/>
        <w:t>1.013e0</w:t>
      </w:r>
    </w:p>
    <w:p w:rsidR="007B2329" w:rsidRDefault="007B2329" w:rsidP="007B2329">
      <w:r>
        <w:t>214.6619</w:t>
      </w:r>
      <w:r>
        <w:tab/>
        <w:t>1.013e0</w:t>
      </w:r>
    </w:p>
    <w:p w:rsidR="007B2329" w:rsidRDefault="007B2329" w:rsidP="007B2329">
      <w:r>
        <w:t>214.6696</w:t>
      </w:r>
      <w:r>
        <w:tab/>
        <w:t>1.013e0</w:t>
      </w:r>
    </w:p>
    <w:p w:rsidR="007B2329" w:rsidRDefault="007B2329" w:rsidP="007B2329">
      <w:r>
        <w:t>214.6715</w:t>
      </w:r>
      <w:r>
        <w:tab/>
        <w:t>2.025e0</w:t>
      </w:r>
    </w:p>
    <w:p w:rsidR="007B2329" w:rsidRDefault="007B2329" w:rsidP="007B2329">
      <w:r>
        <w:t>214.6810</w:t>
      </w:r>
      <w:r>
        <w:tab/>
        <w:t>1.013e0</w:t>
      </w:r>
    </w:p>
    <w:p w:rsidR="007B2329" w:rsidRDefault="007B2329" w:rsidP="007B2329">
      <w:r>
        <w:t>214.6925</w:t>
      </w:r>
      <w:r>
        <w:tab/>
        <w:t>2.025e0</w:t>
      </w:r>
    </w:p>
    <w:p w:rsidR="007B2329" w:rsidRDefault="007B2329" w:rsidP="007B2329">
      <w:r>
        <w:t>214.6988</w:t>
      </w:r>
      <w:r>
        <w:tab/>
        <w:t>2.532e-2</w:t>
      </w:r>
    </w:p>
    <w:p w:rsidR="007B2329" w:rsidRDefault="007B2329" w:rsidP="007B2329">
      <w:r>
        <w:t>214.7048</w:t>
      </w:r>
      <w:r>
        <w:tab/>
        <w:t>1.013e0</w:t>
      </w:r>
    </w:p>
    <w:p w:rsidR="007B2329" w:rsidRDefault="007B2329" w:rsidP="007B2329">
      <w:r>
        <w:t>214.7088</w:t>
      </w:r>
      <w:r>
        <w:tab/>
        <w:t>1.013e0</w:t>
      </w:r>
    </w:p>
    <w:p w:rsidR="007B2329" w:rsidRDefault="007B2329" w:rsidP="007B2329">
      <w:r>
        <w:t>214.7129</w:t>
      </w:r>
      <w:r>
        <w:tab/>
        <w:t>1.013e0</w:t>
      </w:r>
    </w:p>
    <w:p w:rsidR="007B2329" w:rsidRDefault="007B2329" w:rsidP="007B2329">
      <w:r>
        <w:t>214.7210</w:t>
      </w:r>
      <w:r>
        <w:tab/>
        <w:t>1.013e0</w:t>
      </w:r>
    </w:p>
    <w:p w:rsidR="007B2329" w:rsidRDefault="007B2329" w:rsidP="007B2329">
      <w:r>
        <w:t>214.7248</w:t>
      </w:r>
      <w:r>
        <w:tab/>
        <w:t>1.013e0</w:t>
      </w:r>
    </w:p>
    <w:p w:rsidR="007B2329" w:rsidRDefault="007B2329" w:rsidP="007B2329">
      <w:r>
        <w:t>214.7306</w:t>
      </w:r>
      <w:r>
        <w:tab/>
        <w:t>2.025e0</w:t>
      </w:r>
    </w:p>
    <w:p w:rsidR="007B2329" w:rsidRDefault="007B2329" w:rsidP="007B2329">
      <w:r>
        <w:t>214.7515</w:t>
      </w:r>
      <w:r>
        <w:tab/>
        <w:t>1.013e0</w:t>
      </w:r>
    </w:p>
    <w:p w:rsidR="007B2329" w:rsidRDefault="007B2329" w:rsidP="007B2329">
      <w:r>
        <w:t>214.7553</w:t>
      </w:r>
      <w:r>
        <w:tab/>
        <w:t>1.013e0</w:t>
      </w:r>
    </w:p>
    <w:p w:rsidR="007B2329" w:rsidRDefault="007B2329" w:rsidP="007B2329">
      <w:r>
        <w:t>214.7591</w:t>
      </w:r>
      <w:r>
        <w:tab/>
        <w:t>1.013e0</w:t>
      </w:r>
    </w:p>
    <w:p w:rsidR="007B2329" w:rsidRDefault="007B2329" w:rsidP="007B2329">
      <w:r>
        <w:t>214.7750</w:t>
      </w:r>
      <w:r>
        <w:tab/>
        <w:t>1.025e0</w:t>
      </w:r>
    </w:p>
    <w:p w:rsidR="007B2329" w:rsidRDefault="007B2329" w:rsidP="007B2329">
      <w:r>
        <w:t>214.7865</w:t>
      </w:r>
      <w:r>
        <w:tab/>
        <w:t>1.013e0</w:t>
      </w:r>
    </w:p>
    <w:p w:rsidR="007B2329" w:rsidRDefault="007B2329" w:rsidP="007B2329">
      <w:r>
        <w:lastRenderedPageBreak/>
        <w:t>214.7905</w:t>
      </w:r>
      <w:r>
        <w:tab/>
        <w:t>3.038e0</w:t>
      </w:r>
    </w:p>
    <w:p w:rsidR="007B2329" w:rsidRDefault="007B2329" w:rsidP="007B2329">
      <w:r>
        <w:t>214.7945</w:t>
      </w:r>
      <w:r>
        <w:tab/>
        <w:t>1.013e0</w:t>
      </w:r>
    </w:p>
    <w:p w:rsidR="007B2329" w:rsidRDefault="007B2329" w:rsidP="007B2329">
      <w:r>
        <w:t>214.8010</w:t>
      </w:r>
      <w:r>
        <w:tab/>
        <w:t>3.038e0</w:t>
      </w:r>
    </w:p>
    <w:p w:rsidR="007B2329" w:rsidRDefault="007B2329" w:rsidP="007B2329">
      <w:r>
        <w:t>214.8219</w:t>
      </w:r>
      <w:r>
        <w:tab/>
        <w:t>3.038e0</w:t>
      </w:r>
    </w:p>
    <w:p w:rsidR="007B2329" w:rsidRDefault="007B2329" w:rsidP="007B2329">
      <w:r>
        <w:t>214.8258</w:t>
      </w:r>
      <w:r>
        <w:tab/>
        <w:t>1.013e0</w:t>
      </w:r>
    </w:p>
    <w:p w:rsidR="007B2329" w:rsidRDefault="007B2329" w:rsidP="007B2329">
      <w:r>
        <w:t>214.8304</w:t>
      </w:r>
      <w:r>
        <w:tab/>
        <w:t>4.051e0</w:t>
      </w:r>
    </w:p>
    <w:p w:rsidR="007B2329" w:rsidRDefault="007B2329" w:rsidP="007B2329">
      <w:r>
        <w:t>214.8341</w:t>
      </w:r>
      <w:r>
        <w:tab/>
        <w:t>2.038e0</w:t>
      </w:r>
    </w:p>
    <w:p w:rsidR="007B2329" w:rsidRDefault="007B2329" w:rsidP="007B2329">
      <w:r>
        <w:t>214.8448</w:t>
      </w:r>
      <w:r>
        <w:tab/>
        <w:t>1.013e0</w:t>
      </w:r>
    </w:p>
    <w:p w:rsidR="007B2329" w:rsidRDefault="007B2329" w:rsidP="007B2329">
      <w:r>
        <w:t>214.8561</w:t>
      </w:r>
      <w:r>
        <w:tab/>
        <w:t>1.013e0</w:t>
      </w:r>
    </w:p>
    <w:p w:rsidR="007B2329" w:rsidRDefault="007B2329" w:rsidP="007B2329">
      <w:r>
        <w:t>214.8630</w:t>
      </w:r>
      <w:r>
        <w:tab/>
        <w:t>1.278e0</w:t>
      </w:r>
    </w:p>
    <w:p w:rsidR="007B2329" w:rsidRDefault="007B2329" w:rsidP="007B2329">
      <w:r>
        <w:t>214.8962</w:t>
      </w:r>
      <w:r>
        <w:tab/>
        <w:t>1.013e0</w:t>
      </w:r>
    </w:p>
    <w:p w:rsidR="007B2329" w:rsidRDefault="007B2329" w:rsidP="007B2329">
      <w:r>
        <w:t>214.9076</w:t>
      </w:r>
      <w:r>
        <w:tab/>
        <w:t>3.038e0</w:t>
      </w:r>
    </w:p>
    <w:p w:rsidR="007B2329" w:rsidRDefault="007B2329" w:rsidP="007B2329">
      <w:r>
        <w:t>214.9152</w:t>
      </w:r>
      <w:r>
        <w:tab/>
        <w:t>3.038e0</w:t>
      </w:r>
    </w:p>
    <w:p w:rsidR="007B2329" w:rsidRDefault="007B2329" w:rsidP="007B2329">
      <w:r>
        <w:t>214.9305</w:t>
      </w:r>
      <w:r>
        <w:tab/>
        <w:t>1.013e0</w:t>
      </w:r>
    </w:p>
    <w:p w:rsidR="007B2329" w:rsidRDefault="007B2329" w:rsidP="007B2329">
      <w:r>
        <w:t>214.9343</w:t>
      </w:r>
      <w:r>
        <w:tab/>
        <w:t>1.013e0</w:t>
      </w:r>
    </w:p>
    <w:p w:rsidR="007B2329" w:rsidRDefault="007B2329" w:rsidP="007B2329">
      <w:r>
        <w:t>214.9418</w:t>
      </w:r>
      <w:r>
        <w:tab/>
        <w:t>1.013e0</w:t>
      </w:r>
    </w:p>
    <w:p w:rsidR="007B2329" w:rsidRDefault="007B2329" w:rsidP="007B2329">
      <w:r>
        <w:t>214.9466</w:t>
      </w:r>
      <w:r>
        <w:tab/>
        <w:t>1.025e0</w:t>
      </w:r>
    </w:p>
    <w:p w:rsidR="007B2329" w:rsidRDefault="007B2329" w:rsidP="007B2329">
      <w:r>
        <w:t>214.9578</w:t>
      </w:r>
      <w:r>
        <w:tab/>
        <w:t>1.013e0</w:t>
      </w:r>
    </w:p>
    <w:p w:rsidR="007B2329" w:rsidRDefault="007B2329" w:rsidP="007B2329">
      <w:r>
        <w:t>214.9620</w:t>
      </w:r>
      <w:r>
        <w:tab/>
        <w:t>1.013e0</w:t>
      </w:r>
    </w:p>
    <w:p w:rsidR="007B2329" w:rsidRDefault="007B2329" w:rsidP="007B2329">
      <w:r>
        <w:lastRenderedPageBreak/>
        <w:t>214.9742</w:t>
      </w:r>
      <w:r>
        <w:tab/>
        <w:t>2.025e0</w:t>
      </w:r>
    </w:p>
    <w:p w:rsidR="007B2329" w:rsidRDefault="007B2329" w:rsidP="007B2329">
      <w:r>
        <w:t>214.9896</w:t>
      </w:r>
      <w:r>
        <w:tab/>
        <w:t>2.025e0</w:t>
      </w:r>
    </w:p>
    <w:p w:rsidR="007B2329" w:rsidRDefault="007B2329" w:rsidP="007B2329">
      <w:r>
        <w:t>214.9925</w:t>
      </w:r>
      <w:r>
        <w:tab/>
        <w:t>3.038e0</w:t>
      </w:r>
    </w:p>
    <w:p w:rsidR="007B2329" w:rsidRDefault="007B2329" w:rsidP="007B2329">
      <w:r>
        <w:t>215.0066</w:t>
      </w:r>
      <w:r>
        <w:tab/>
        <w:t>2.025e0</w:t>
      </w:r>
    </w:p>
    <w:p w:rsidR="007B2329" w:rsidRDefault="007B2329" w:rsidP="007B2329">
      <w:r>
        <w:t>215.0076</w:t>
      </w:r>
      <w:r>
        <w:tab/>
        <w:t>3.038e0</w:t>
      </w:r>
    </w:p>
    <w:p w:rsidR="007B2329" w:rsidRDefault="007B2329" w:rsidP="007B2329">
      <w:r>
        <w:t>215.0142</w:t>
      </w:r>
      <w:r>
        <w:tab/>
        <w:t>5.659e0</w:t>
      </w:r>
    </w:p>
    <w:p w:rsidR="007B2329" w:rsidRDefault="007B2329" w:rsidP="007B2329">
      <w:r>
        <w:t>215.0161</w:t>
      </w:r>
      <w:r>
        <w:tab/>
        <w:t>2.532e-2</w:t>
      </w:r>
    </w:p>
    <w:p w:rsidR="007B2329" w:rsidRDefault="007B2329" w:rsidP="007B2329">
      <w:r>
        <w:t>215.0197</w:t>
      </w:r>
      <w:r>
        <w:tab/>
        <w:t>3.523e0</w:t>
      </w:r>
    </w:p>
    <w:p w:rsidR="007B2329" w:rsidRDefault="007B2329" w:rsidP="007B2329">
      <w:r>
        <w:t>215.0239</w:t>
      </w:r>
      <w:r>
        <w:tab/>
        <w:t>3.038e0</w:t>
      </w:r>
    </w:p>
    <w:p w:rsidR="007B2329" w:rsidRDefault="007B2329" w:rsidP="007B2329">
      <w:r>
        <w:t>215.0381</w:t>
      </w:r>
      <w:r>
        <w:tab/>
        <w:t>2.025e0</w:t>
      </w:r>
    </w:p>
    <w:p w:rsidR="007B2329" w:rsidRDefault="007B2329" w:rsidP="007B2329">
      <w:r>
        <w:t>215.0436</w:t>
      </w:r>
      <w:r>
        <w:tab/>
        <w:t>2.025e0</w:t>
      </w:r>
    </w:p>
    <w:p w:rsidR="007B2329" w:rsidRDefault="007B2329" w:rsidP="007B2329">
      <w:r>
        <w:t>215.0557</w:t>
      </w:r>
      <w:r>
        <w:tab/>
        <w:t>3.038e0</w:t>
      </w:r>
    </w:p>
    <w:p w:rsidR="007B2329" w:rsidRDefault="007B2329" w:rsidP="007B2329">
      <w:r>
        <w:t>215.0639</w:t>
      </w:r>
      <w:r>
        <w:tab/>
        <w:t>1.013e0</w:t>
      </w:r>
    </w:p>
    <w:p w:rsidR="007B2329" w:rsidRDefault="007B2329" w:rsidP="007B2329">
      <w:r>
        <w:t>215.0715</w:t>
      </w:r>
      <w:r>
        <w:tab/>
        <w:t>2.025e0</w:t>
      </w:r>
    </w:p>
    <w:p w:rsidR="007B2329" w:rsidRDefault="007B2329" w:rsidP="007B2329">
      <w:r>
        <w:t>215.0752</w:t>
      </w:r>
      <w:r>
        <w:tab/>
        <w:t>5.063e0</w:t>
      </w:r>
    </w:p>
    <w:p w:rsidR="007B2329" w:rsidRDefault="007B2329" w:rsidP="007B2329">
      <w:r>
        <w:t>215.0827</w:t>
      </w:r>
      <w:r>
        <w:tab/>
        <w:t>1.013e0</w:t>
      </w:r>
    </w:p>
    <w:p w:rsidR="007B2329" w:rsidRDefault="007B2329" w:rsidP="007B2329">
      <w:r>
        <w:t>215.0943</w:t>
      </w:r>
      <w:r>
        <w:tab/>
        <w:t>3.038e0</w:t>
      </w:r>
    </w:p>
    <w:p w:rsidR="007B2329" w:rsidRDefault="007B2329" w:rsidP="007B2329">
      <w:r>
        <w:t>215.1019</w:t>
      </w:r>
      <w:r>
        <w:tab/>
        <w:t>1.266e-2</w:t>
      </w:r>
    </w:p>
    <w:p w:rsidR="007B2329" w:rsidRDefault="007B2329" w:rsidP="007B2329">
      <w:r>
        <w:t>215.1131</w:t>
      </w:r>
      <w:r>
        <w:tab/>
        <w:t>2.025e0</w:t>
      </w:r>
    </w:p>
    <w:p w:rsidR="007B2329" w:rsidRDefault="007B2329" w:rsidP="007B2329">
      <w:r>
        <w:lastRenderedPageBreak/>
        <w:t>215.1154</w:t>
      </w:r>
      <w:r>
        <w:tab/>
        <w:t>2.025e0</w:t>
      </w:r>
    </w:p>
    <w:p w:rsidR="007B2329" w:rsidRDefault="007B2329" w:rsidP="007B2329">
      <w:r>
        <w:t>215.1213</w:t>
      </w:r>
      <w:r>
        <w:tab/>
        <w:t>1.013e0</w:t>
      </w:r>
    </w:p>
    <w:p w:rsidR="007B2329" w:rsidRDefault="007B2329" w:rsidP="007B2329">
      <w:r>
        <w:t>215.1394</w:t>
      </w:r>
      <w:r>
        <w:tab/>
        <w:t>2.025e0</w:t>
      </w:r>
    </w:p>
    <w:p w:rsidR="007B2329" w:rsidRDefault="007B2329" w:rsidP="007B2329">
      <w:r>
        <w:t>215.1475</w:t>
      </w:r>
      <w:r>
        <w:tab/>
        <w:t>2.025e0</w:t>
      </w:r>
    </w:p>
    <w:p w:rsidR="007B2329" w:rsidRDefault="007B2329" w:rsidP="007B2329">
      <w:r>
        <w:t>215.1533</w:t>
      </w:r>
      <w:r>
        <w:tab/>
        <w:t>4.051e0</w:t>
      </w:r>
    </w:p>
    <w:p w:rsidR="007B2329" w:rsidRDefault="007B2329" w:rsidP="007B2329">
      <w:r>
        <w:t>215.1609</w:t>
      </w:r>
      <w:r>
        <w:tab/>
        <w:t>2.025e0</w:t>
      </w:r>
    </w:p>
    <w:p w:rsidR="007B2329" w:rsidRDefault="007B2329" w:rsidP="007B2329">
      <w:r>
        <w:t>215.1685</w:t>
      </w:r>
      <w:r>
        <w:tab/>
        <w:t>3.038e0</w:t>
      </w:r>
    </w:p>
    <w:p w:rsidR="007B2329" w:rsidRDefault="007B2329" w:rsidP="007B2329">
      <w:r>
        <w:t>215.1714</w:t>
      </w:r>
      <w:r>
        <w:tab/>
        <w:t>3.038e0</w:t>
      </w:r>
    </w:p>
    <w:p w:rsidR="007B2329" w:rsidRDefault="007B2329" w:rsidP="007B2329">
      <w:r>
        <w:t>215.1839</w:t>
      </w:r>
      <w:r>
        <w:tab/>
        <w:t>1.013e0</w:t>
      </w:r>
    </w:p>
    <w:p w:rsidR="007B2329" w:rsidRDefault="007B2329" w:rsidP="007B2329">
      <w:r>
        <w:t>215.1876</w:t>
      </w:r>
      <w:r>
        <w:tab/>
        <w:t>1.013e0</w:t>
      </w:r>
    </w:p>
    <w:p w:rsidR="007B2329" w:rsidRDefault="007B2329" w:rsidP="007B2329">
      <w:r>
        <w:t>215.1914</w:t>
      </w:r>
      <w:r>
        <w:tab/>
        <w:t>1.013e0</w:t>
      </w:r>
    </w:p>
    <w:p w:rsidR="007B2329" w:rsidRDefault="007B2329" w:rsidP="007B2329">
      <w:r>
        <w:t>215.2112</w:t>
      </w:r>
      <w:r>
        <w:tab/>
        <w:t>1.013e0</w:t>
      </w:r>
    </w:p>
    <w:p w:rsidR="007B2329" w:rsidRDefault="007B2329" w:rsidP="007B2329">
      <w:r>
        <w:t>215.2193</w:t>
      </w:r>
      <w:r>
        <w:tab/>
        <w:t>5.063e0</w:t>
      </w:r>
    </w:p>
    <w:p w:rsidR="007B2329" w:rsidRDefault="007B2329" w:rsidP="007B2329">
      <w:r>
        <w:t>215.2235</w:t>
      </w:r>
      <w:r>
        <w:tab/>
        <w:t>1.013e0</w:t>
      </w:r>
    </w:p>
    <w:p w:rsidR="007B2329" w:rsidRDefault="007B2329" w:rsidP="007B2329">
      <w:r>
        <w:t>215.2523</w:t>
      </w:r>
      <w:r>
        <w:tab/>
        <w:t>2.025e0</w:t>
      </w:r>
    </w:p>
    <w:p w:rsidR="007B2329" w:rsidRDefault="007B2329" w:rsidP="007B2329">
      <w:r>
        <w:t>215.2619</w:t>
      </w:r>
      <w:r>
        <w:tab/>
        <w:t>2.025e0</w:t>
      </w:r>
    </w:p>
    <w:p w:rsidR="007B2329" w:rsidRDefault="007B2329" w:rsidP="007B2329">
      <w:r>
        <w:t>215.2658</w:t>
      </w:r>
      <w:r>
        <w:tab/>
        <w:t>1.013e0</w:t>
      </w:r>
    </w:p>
    <w:p w:rsidR="007B2329" w:rsidRDefault="007B2329" w:rsidP="007B2329">
      <w:r>
        <w:t>215.2831</w:t>
      </w:r>
      <w:r>
        <w:tab/>
        <w:t>2.025e0</w:t>
      </w:r>
    </w:p>
    <w:p w:rsidR="007B2329" w:rsidRDefault="007B2329" w:rsidP="007B2329">
      <w:r>
        <w:t>215.2889</w:t>
      </w:r>
      <w:r>
        <w:tab/>
        <w:t>1.013e0</w:t>
      </w:r>
    </w:p>
    <w:p w:rsidR="007B2329" w:rsidRDefault="007B2329" w:rsidP="007B2329">
      <w:r>
        <w:lastRenderedPageBreak/>
        <w:t>215.3053</w:t>
      </w:r>
      <w:r>
        <w:tab/>
        <w:t>1.013e0</w:t>
      </w:r>
    </w:p>
    <w:p w:rsidR="007B2329" w:rsidRDefault="007B2329" w:rsidP="007B2329">
      <w:r>
        <w:t>215.3070</w:t>
      </w:r>
      <w:r>
        <w:tab/>
        <w:t>3.038e0</w:t>
      </w:r>
    </w:p>
    <w:p w:rsidR="007B2329" w:rsidRDefault="007B2329" w:rsidP="007B2329">
      <w:r>
        <w:t>215.3094</w:t>
      </w:r>
      <w:r>
        <w:tab/>
        <w:t>1.013e0</w:t>
      </w:r>
    </w:p>
    <w:p w:rsidR="007B2329" w:rsidRDefault="007B2329" w:rsidP="007B2329">
      <w:r>
        <w:t>215.3181</w:t>
      </w:r>
      <w:r>
        <w:tab/>
        <w:t>4.051e0</w:t>
      </w:r>
    </w:p>
    <w:p w:rsidR="007B2329" w:rsidRDefault="007B2329" w:rsidP="007B2329">
      <w:r>
        <w:t>215.3211</w:t>
      </w:r>
      <w:r>
        <w:tab/>
        <w:t>1.013e0</w:t>
      </w:r>
    </w:p>
    <w:p w:rsidR="007B2329" w:rsidRDefault="007B2329" w:rsidP="007B2329">
      <w:r>
        <w:t>215.3458</w:t>
      </w:r>
      <w:r>
        <w:tab/>
        <w:t>2.025e0</w:t>
      </w:r>
    </w:p>
    <w:p w:rsidR="007B2329" w:rsidRDefault="007B2329" w:rsidP="007B2329">
      <w:r>
        <w:t>215.3477</w:t>
      </w:r>
      <w:r>
        <w:tab/>
        <w:t>1.013e0</w:t>
      </w:r>
    </w:p>
    <w:p w:rsidR="007B2329" w:rsidRDefault="007B2329" w:rsidP="007B2329">
      <w:r>
        <w:t>215.3571</w:t>
      </w:r>
      <w:r>
        <w:tab/>
        <w:t>2.025e0</w:t>
      </w:r>
    </w:p>
    <w:p w:rsidR="007B2329" w:rsidRDefault="007B2329" w:rsidP="007B2329">
      <w:r>
        <w:t>215.3730</w:t>
      </w:r>
      <w:r>
        <w:tab/>
        <w:t>2.025e0</w:t>
      </w:r>
    </w:p>
    <w:p w:rsidR="007B2329" w:rsidRDefault="007B2329" w:rsidP="007B2329">
      <w:r>
        <w:t>215.3830</w:t>
      </w:r>
      <w:r>
        <w:tab/>
        <w:t>1.013e0</w:t>
      </w:r>
    </w:p>
    <w:p w:rsidR="007B2329" w:rsidRDefault="007B2329" w:rsidP="007B2329">
      <w:r>
        <w:t>215.4067</w:t>
      </w:r>
      <w:r>
        <w:tab/>
        <w:t>3.038e0</w:t>
      </w:r>
    </w:p>
    <w:p w:rsidR="007B2329" w:rsidRDefault="007B2329" w:rsidP="007B2329">
      <w:r>
        <w:t>215.4194</w:t>
      </w:r>
      <w:r>
        <w:tab/>
        <w:t>3.038e0</w:t>
      </w:r>
    </w:p>
    <w:p w:rsidR="007B2329" w:rsidRDefault="007B2329" w:rsidP="007B2329">
      <w:r>
        <w:t>215.4210</w:t>
      </w:r>
      <w:r>
        <w:tab/>
        <w:t>3.038e0</w:t>
      </w:r>
    </w:p>
    <w:p w:rsidR="007B2329" w:rsidRDefault="007B2329" w:rsidP="007B2329">
      <w:r>
        <w:t>215.4259</w:t>
      </w:r>
      <w:r>
        <w:tab/>
        <w:t>1.013e0</w:t>
      </w:r>
    </w:p>
    <w:p w:rsidR="007B2329" w:rsidRDefault="007B2329" w:rsidP="007B2329">
      <w:r>
        <w:t>215.4296</w:t>
      </w:r>
      <w:r>
        <w:tab/>
        <w:t>1.013e0</w:t>
      </w:r>
    </w:p>
    <w:p w:rsidR="007B2329" w:rsidRDefault="007B2329" w:rsidP="007B2329">
      <w:r>
        <w:t>215.4410</w:t>
      </w:r>
      <w:r>
        <w:tab/>
        <w:t>1.013e0</w:t>
      </w:r>
    </w:p>
    <w:p w:rsidR="007B2329" w:rsidRDefault="007B2329" w:rsidP="007B2329">
      <w:r>
        <w:t>215.4449</w:t>
      </w:r>
      <w:r>
        <w:tab/>
        <w:t>1.013e0</w:t>
      </w:r>
    </w:p>
    <w:p w:rsidR="007B2329" w:rsidRDefault="007B2329" w:rsidP="007B2329">
      <w:r>
        <w:t>215.4485</w:t>
      </w:r>
      <w:r>
        <w:tab/>
        <w:t>1.013e0</w:t>
      </w:r>
    </w:p>
    <w:p w:rsidR="007B2329" w:rsidRDefault="007B2329" w:rsidP="007B2329">
      <w:r>
        <w:t>215.4648</w:t>
      </w:r>
      <w:r>
        <w:tab/>
        <w:t>2.025e0</w:t>
      </w:r>
    </w:p>
    <w:p w:rsidR="007B2329" w:rsidRDefault="007B2329" w:rsidP="007B2329">
      <w:r>
        <w:lastRenderedPageBreak/>
        <w:t>215.4748</w:t>
      </w:r>
      <w:r>
        <w:tab/>
        <w:t>2.025e0</w:t>
      </w:r>
    </w:p>
    <w:p w:rsidR="007B2329" w:rsidRDefault="007B2329" w:rsidP="007B2329">
      <w:r>
        <w:t>215.4771</w:t>
      </w:r>
      <w:r>
        <w:tab/>
        <w:t>1.013e0</w:t>
      </w:r>
    </w:p>
    <w:p w:rsidR="007B2329" w:rsidRDefault="007B2329" w:rsidP="007B2329">
      <w:r>
        <w:t>215.4812</w:t>
      </w:r>
      <w:r>
        <w:tab/>
        <w:t>1.013e0</w:t>
      </w:r>
    </w:p>
    <w:p w:rsidR="007B2329" w:rsidRDefault="007B2329" w:rsidP="007B2329">
      <w:r>
        <w:t>215.4963</w:t>
      </w:r>
      <w:r>
        <w:tab/>
        <w:t>1.266e-2</w:t>
      </w:r>
    </w:p>
    <w:p w:rsidR="007B2329" w:rsidRDefault="007B2329" w:rsidP="007B2329">
      <w:r>
        <w:t>215.5115</w:t>
      </w:r>
      <w:r>
        <w:tab/>
        <w:t>2.025e0</w:t>
      </w:r>
    </w:p>
    <w:p w:rsidR="007B2329" w:rsidRDefault="007B2329" w:rsidP="007B2329">
      <w:r>
        <w:t>215.5192</w:t>
      </w:r>
      <w:r>
        <w:tab/>
        <w:t>1.013e0</w:t>
      </w:r>
    </w:p>
    <w:p w:rsidR="007B2329" w:rsidRDefault="007B2329" w:rsidP="007B2329">
      <w:r>
        <w:t>215.5268</w:t>
      </w:r>
      <w:r>
        <w:tab/>
        <w:t>2.025e0</w:t>
      </w:r>
    </w:p>
    <w:p w:rsidR="007B2329" w:rsidRDefault="007B2329" w:rsidP="007B2329">
      <w:r>
        <w:t>215.5288</w:t>
      </w:r>
      <w:r>
        <w:tab/>
        <w:t>1.025e0</w:t>
      </w:r>
    </w:p>
    <w:p w:rsidR="007B2329" w:rsidRDefault="007B2329" w:rsidP="007B2329">
      <w:r>
        <w:t>215.5305</w:t>
      </w:r>
      <w:r>
        <w:tab/>
        <w:t>1.013e0</w:t>
      </w:r>
    </w:p>
    <w:p w:rsidR="007B2329" w:rsidRDefault="007B2329" w:rsidP="007B2329">
      <w:r>
        <w:t>215.5386</w:t>
      </w:r>
      <w:r>
        <w:tab/>
        <w:t>1.013e0</w:t>
      </w:r>
    </w:p>
    <w:p w:rsidR="007B2329" w:rsidRDefault="007B2329" w:rsidP="007B2329">
      <w:r>
        <w:t>215.5666</w:t>
      </w:r>
      <w:r>
        <w:tab/>
        <w:t>3.038e0</w:t>
      </w:r>
    </w:p>
    <w:p w:rsidR="007B2329" w:rsidRDefault="007B2329" w:rsidP="007B2329">
      <w:r>
        <w:t>215.5707</w:t>
      </w:r>
      <w:r>
        <w:tab/>
        <w:t>1.013e0</w:t>
      </w:r>
    </w:p>
    <w:p w:rsidR="007B2329" w:rsidRDefault="007B2329" w:rsidP="007B2329">
      <w:r>
        <w:t>215.5954</w:t>
      </w:r>
      <w:r>
        <w:tab/>
        <w:t>2.025e0</w:t>
      </w:r>
    </w:p>
    <w:p w:rsidR="007B2329" w:rsidRDefault="007B2329" w:rsidP="007B2329">
      <w:r>
        <w:t>215.5973</w:t>
      </w:r>
      <w:r>
        <w:tab/>
        <w:t>2.025e0</w:t>
      </w:r>
    </w:p>
    <w:p w:rsidR="007B2329" w:rsidRDefault="007B2329" w:rsidP="007B2329">
      <w:r>
        <w:t>215.6012</w:t>
      </w:r>
      <w:r>
        <w:tab/>
        <w:t>1.013e0</w:t>
      </w:r>
    </w:p>
    <w:p w:rsidR="007B2329" w:rsidRDefault="007B2329" w:rsidP="007B2329">
      <w:r>
        <w:t>215.6245</w:t>
      </w:r>
      <w:r>
        <w:tab/>
        <w:t>1.013e0</w:t>
      </w:r>
    </w:p>
    <w:p w:rsidR="007B2329" w:rsidRDefault="007B2329" w:rsidP="007B2329">
      <w:r>
        <w:t>215.6409</w:t>
      </w:r>
      <w:r>
        <w:tab/>
        <w:t>2.025e0</w:t>
      </w:r>
    </w:p>
    <w:p w:rsidR="007B2329" w:rsidRDefault="007B2329" w:rsidP="007B2329">
      <w:r>
        <w:t>215.6489</w:t>
      </w:r>
      <w:r>
        <w:tab/>
        <w:t>1.025e0</w:t>
      </w:r>
    </w:p>
    <w:p w:rsidR="007B2329" w:rsidRDefault="007B2329" w:rsidP="007B2329">
      <w:r>
        <w:t>215.6526</w:t>
      </w:r>
      <w:r>
        <w:tab/>
        <w:t>1.013e0</w:t>
      </w:r>
    </w:p>
    <w:p w:rsidR="007B2329" w:rsidRDefault="007B2329" w:rsidP="007B2329">
      <w:r>
        <w:lastRenderedPageBreak/>
        <w:t>215.6546</w:t>
      </w:r>
      <w:r>
        <w:tab/>
        <w:t>2.025e0</w:t>
      </w:r>
    </w:p>
    <w:p w:rsidR="007B2329" w:rsidRDefault="007B2329" w:rsidP="007B2329">
      <w:r>
        <w:t>215.6564</w:t>
      </w:r>
      <w:r>
        <w:tab/>
        <w:t>1.266e-2</w:t>
      </w:r>
    </w:p>
    <w:p w:rsidR="007B2329" w:rsidRDefault="007B2329" w:rsidP="007B2329">
      <w:r>
        <w:t>215.6602</w:t>
      </w:r>
      <w:r>
        <w:tab/>
        <w:t>1.013e0</w:t>
      </w:r>
    </w:p>
    <w:p w:rsidR="007B2329" w:rsidRDefault="007B2329" w:rsidP="007B2329">
      <w:r>
        <w:t>215.6774</w:t>
      </w:r>
      <w:r>
        <w:tab/>
        <w:t>2.025e0</w:t>
      </w:r>
    </w:p>
    <w:p w:rsidR="007B2329" w:rsidRDefault="007B2329" w:rsidP="007B2329">
      <w:r>
        <w:t>215.6793</w:t>
      </w:r>
      <w:r>
        <w:tab/>
        <w:t>2.025e0</w:t>
      </w:r>
    </w:p>
    <w:p w:rsidR="007B2329" w:rsidRDefault="007B2329" w:rsidP="007B2329">
      <w:r>
        <w:t>215.6832</w:t>
      </w:r>
      <w:r>
        <w:tab/>
        <w:t>1.013e0</w:t>
      </w:r>
    </w:p>
    <w:p w:rsidR="007B2329" w:rsidRDefault="007B2329" w:rsidP="007B2329">
      <w:r>
        <w:t>215.6908</w:t>
      </w:r>
      <w:r>
        <w:tab/>
        <w:t>1.013e0</w:t>
      </w:r>
    </w:p>
    <w:p w:rsidR="007B2329" w:rsidRDefault="007B2329" w:rsidP="007B2329">
      <w:r>
        <w:t>215.7065</w:t>
      </w:r>
      <w:r>
        <w:tab/>
        <w:t>2.025e0</w:t>
      </w:r>
    </w:p>
    <w:p w:rsidR="007B2329" w:rsidRDefault="007B2329" w:rsidP="007B2329">
      <w:r>
        <w:t>215.7105</w:t>
      </w:r>
      <w:r>
        <w:tab/>
        <w:t>2.025e0</w:t>
      </w:r>
    </w:p>
    <w:p w:rsidR="007B2329" w:rsidRDefault="007B2329" w:rsidP="007B2329">
      <w:r>
        <w:t>215.7165</w:t>
      </w:r>
      <w:r>
        <w:tab/>
        <w:t>2.025e0</w:t>
      </w:r>
    </w:p>
    <w:p w:rsidR="007B2329" w:rsidRDefault="007B2329" w:rsidP="007B2329">
      <w:r>
        <w:t>215.7309</w:t>
      </w:r>
      <w:r>
        <w:tab/>
        <w:t>1.013e0</w:t>
      </w:r>
    </w:p>
    <w:p w:rsidR="007B2329" w:rsidRDefault="007B2329" w:rsidP="007B2329">
      <w:r>
        <w:t>215.7499</w:t>
      </w:r>
      <w:r>
        <w:tab/>
        <w:t>3.038e0</w:t>
      </w:r>
    </w:p>
    <w:p w:rsidR="007B2329" w:rsidRDefault="007B2329" w:rsidP="007B2329">
      <w:r>
        <w:t>215.7575</w:t>
      </w:r>
      <w:r>
        <w:tab/>
        <w:t>1.013e0</w:t>
      </w:r>
    </w:p>
    <w:p w:rsidR="007B2329" w:rsidRDefault="007B2329" w:rsidP="007B2329">
      <w:r>
        <w:t>215.7728</w:t>
      </w:r>
      <w:r>
        <w:tab/>
        <w:t>1.013e0</w:t>
      </w:r>
    </w:p>
    <w:p w:rsidR="007B2329" w:rsidRDefault="007B2329" w:rsidP="007B2329">
      <w:r>
        <w:t>215.7802</w:t>
      </w:r>
      <w:r>
        <w:tab/>
        <w:t>1.013e0</w:t>
      </w:r>
    </w:p>
    <w:p w:rsidR="007B2329" w:rsidRDefault="007B2329" w:rsidP="007B2329">
      <w:r>
        <w:t>215.7845</w:t>
      </w:r>
      <w:r>
        <w:tab/>
        <w:t>3.038e0</w:t>
      </w:r>
    </w:p>
    <w:p w:rsidR="007B2329" w:rsidRDefault="007B2329" w:rsidP="007B2329">
      <w:r>
        <w:t>215.7887</w:t>
      </w:r>
      <w:r>
        <w:tab/>
        <w:t>2.025e0</w:t>
      </w:r>
    </w:p>
    <w:p w:rsidR="007B2329" w:rsidRDefault="007B2329" w:rsidP="007B2329">
      <w:r>
        <w:t>215.7925</w:t>
      </w:r>
      <w:r>
        <w:tab/>
        <w:t>1.013e0</w:t>
      </w:r>
    </w:p>
    <w:p w:rsidR="007B2329" w:rsidRDefault="007B2329" w:rsidP="007B2329">
      <w:r>
        <w:t>215.8130</w:t>
      </w:r>
      <w:r>
        <w:tab/>
        <w:t>2.025e0</w:t>
      </w:r>
    </w:p>
    <w:p w:rsidR="007B2329" w:rsidRDefault="007B2329" w:rsidP="007B2329">
      <w:r>
        <w:lastRenderedPageBreak/>
        <w:t>215.8356</w:t>
      </w:r>
      <w:r>
        <w:tab/>
        <w:t>1.013e0</w:t>
      </w:r>
    </w:p>
    <w:p w:rsidR="007B2329" w:rsidRDefault="007B2329" w:rsidP="007B2329">
      <w:r>
        <w:t>215.8490</w:t>
      </w:r>
      <w:r>
        <w:tab/>
        <w:t>2.025e0</w:t>
      </w:r>
    </w:p>
    <w:p w:rsidR="007B2329" w:rsidRDefault="007B2329" w:rsidP="007B2329">
      <w:r>
        <w:t>215.8548</w:t>
      </w:r>
      <w:r>
        <w:tab/>
        <w:t>1.013e0</w:t>
      </w:r>
    </w:p>
    <w:p w:rsidR="007B2329" w:rsidRDefault="007B2329" w:rsidP="007B2329">
      <w:r>
        <w:t>215.8585</w:t>
      </w:r>
      <w:r>
        <w:tab/>
        <w:t>1.013e0</w:t>
      </w:r>
    </w:p>
    <w:p w:rsidR="007B2329" w:rsidRDefault="007B2329" w:rsidP="007B2329">
      <w:r>
        <w:t>215.8826</w:t>
      </w:r>
      <w:r>
        <w:tab/>
        <w:t>1.013e0</w:t>
      </w:r>
    </w:p>
    <w:p w:rsidR="007B2329" w:rsidRDefault="007B2329" w:rsidP="007B2329">
      <w:r>
        <w:t>215.8912</w:t>
      </w:r>
      <w:r>
        <w:tab/>
        <w:t>3.038e0</w:t>
      </w:r>
    </w:p>
    <w:p w:rsidR="007B2329" w:rsidRDefault="007B2329" w:rsidP="007B2329">
      <w:r>
        <w:t>215.8950</w:t>
      </w:r>
      <w:r>
        <w:tab/>
        <w:t>1.013e0</w:t>
      </w:r>
    </w:p>
    <w:p w:rsidR="007B2329" w:rsidRDefault="007B2329" w:rsidP="007B2329">
      <w:r>
        <w:t>215.8965</w:t>
      </w:r>
      <w:r>
        <w:tab/>
        <w:t>2.025e0</w:t>
      </w:r>
    </w:p>
    <w:p w:rsidR="007B2329" w:rsidRDefault="007B2329" w:rsidP="007B2329">
      <w:r>
        <w:t>215.9032</w:t>
      </w:r>
      <w:r>
        <w:tab/>
        <w:t>4.051e0</w:t>
      </w:r>
    </w:p>
    <w:p w:rsidR="007B2329" w:rsidRDefault="007B2329" w:rsidP="007B2329">
      <w:r>
        <w:t>215.9100</w:t>
      </w:r>
      <w:r>
        <w:tab/>
        <w:t>1.013e0</w:t>
      </w:r>
    </w:p>
    <w:p w:rsidR="007B2329" w:rsidRDefault="007B2329" w:rsidP="007B2329">
      <w:r>
        <w:t>215.9215</w:t>
      </w:r>
      <w:r>
        <w:tab/>
        <w:t>3.038e0</w:t>
      </w:r>
    </w:p>
    <w:p w:rsidR="007B2329" w:rsidRDefault="007B2329" w:rsidP="007B2329">
      <w:r>
        <w:t>215.9254</w:t>
      </w:r>
      <w:r>
        <w:tab/>
        <w:t>1.013e0</w:t>
      </w:r>
    </w:p>
    <w:p w:rsidR="007B2329" w:rsidRDefault="007B2329" w:rsidP="007B2329">
      <w:r>
        <w:t>215.9426</w:t>
      </w:r>
      <w:r>
        <w:tab/>
        <w:t>2.025e0</w:t>
      </w:r>
    </w:p>
    <w:p w:rsidR="007B2329" w:rsidRDefault="007B2329" w:rsidP="007B2329">
      <w:r>
        <w:t>215.9442</w:t>
      </w:r>
      <w:r>
        <w:tab/>
        <w:t>1.013e0</w:t>
      </w:r>
    </w:p>
    <w:p w:rsidR="007B2329" w:rsidRDefault="007B2329" w:rsidP="007B2329">
      <w:r>
        <w:t>215.9565</w:t>
      </w:r>
      <w:r>
        <w:tab/>
        <w:t>1.013e0</w:t>
      </w:r>
    </w:p>
    <w:p w:rsidR="007B2329" w:rsidRDefault="007B2329" w:rsidP="007B2329">
      <w:r>
        <w:t>215.9646</w:t>
      </w:r>
      <w:r>
        <w:tab/>
        <w:t>1.013e0</w:t>
      </w:r>
    </w:p>
    <w:p w:rsidR="007B2329" w:rsidRDefault="007B2329" w:rsidP="007B2329">
      <w:r>
        <w:t>215.9726</w:t>
      </w:r>
      <w:r>
        <w:tab/>
        <w:t>3.038e0</w:t>
      </w:r>
    </w:p>
    <w:p w:rsidR="007B2329" w:rsidRDefault="007B2329" w:rsidP="007B2329">
      <w:r>
        <w:t>215.9766</w:t>
      </w:r>
      <w:r>
        <w:tab/>
        <w:t>2.025e0</w:t>
      </w:r>
    </w:p>
    <w:p w:rsidR="007B2329" w:rsidRDefault="007B2329" w:rsidP="007B2329">
      <w:r>
        <w:t>215.9793</w:t>
      </w:r>
      <w:r>
        <w:tab/>
        <w:t>3.798e-2</w:t>
      </w:r>
    </w:p>
    <w:p w:rsidR="007B2329" w:rsidRDefault="007B2329" w:rsidP="007B2329">
      <w:r>
        <w:lastRenderedPageBreak/>
        <w:t>215.9823</w:t>
      </w:r>
      <w:r>
        <w:tab/>
        <w:t>4.489e0</w:t>
      </w:r>
    </w:p>
    <w:p w:rsidR="007B2329" w:rsidRDefault="007B2329" w:rsidP="007B2329">
      <w:r>
        <w:t>215.9845</w:t>
      </w:r>
      <w:r>
        <w:tab/>
        <w:t>2.025e0</w:t>
      </w:r>
    </w:p>
    <w:p w:rsidR="007B2329" w:rsidRDefault="007B2329" w:rsidP="007B2329">
      <w:r>
        <w:t>215.9978</w:t>
      </w:r>
      <w:r>
        <w:tab/>
        <w:t>2.025e0</w:t>
      </w:r>
    </w:p>
    <w:p w:rsidR="007B2329" w:rsidRDefault="007B2329" w:rsidP="007B2329">
      <w:r>
        <w:t>215.9997</w:t>
      </w:r>
      <w:r>
        <w:tab/>
        <w:t>2.532e-2</w:t>
      </w:r>
    </w:p>
    <w:p w:rsidR="007B2329" w:rsidRDefault="007B2329" w:rsidP="007B2329">
      <w:r>
        <w:t>216.0084</w:t>
      </w:r>
      <w:r>
        <w:tab/>
        <w:t>2.038e0</w:t>
      </w:r>
    </w:p>
    <w:p w:rsidR="007B2329" w:rsidRDefault="007B2329" w:rsidP="007B2329">
      <w:r>
        <w:t>216.0112</w:t>
      </w:r>
      <w:r>
        <w:tab/>
        <w:t>1.013e0</w:t>
      </w:r>
    </w:p>
    <w:p w:rsidR="007B2329" w:rsidRDefault="007B2329" w:rsidP="007B2329">
      <w:r>
        <w:t>216.0187</w:t>
      </w:r>
      <w:r>
        <w:tab/>
        <w:t>3.038e0</w:t>
      </w:r>
    </w:p>
    <w:p w:rsidR="007B2329" w:rsidRDefault="007B2329" w:rsidP="007B2329">
      <w:r>
        <w:t>216.0308</w:t>
      </w:r>
      <w:r>
        <w:tab/>
        <w:t>1.038e0</w:t>
      </w:r>
    </w:p>
    <w:p w:rsidR="007B2329" w:rsidRDefault="007B2329" w:rsidP="007B2329">
      <w:r>
        <w:t>216.0392</w:t>
      </w:r>
      <w:r>
        <w:tab/>
        <w:t>3.038e0</w:t>
      </w:r>
    </w:p>
    <w:p w:rsidR="007B2329" w:rsidRDefault="007B2329" w:rsidP="007B2329">
      <w:r>
        <w:t>216.0446</w:t>
      </w:r>
      <w:r>
        <w:tab/>
        <w:t>2.025e0</w:t>
      </w:r>
    </w:p>
    <w:p w:rsidR="007B2329" w:rsidRDefault="007B2329" w:rsidP="007B2329">
      <w:r>
        <w:t>216.0508</w:t>
      </w:r>
      <w:r>
        <w:tab/>
        <w:t>1.013e0</w:t>
      </w:r>
    </w:p>
    <w:p w:rsidR="007B2329" w:rsidRDefault="007B2329" w:rsidP="007B2329">
      <w:r>
        <w:t>216.0606</w:t>
      </w:r>
      <w:r>
        <w:tab/>
        <w:t>1.025e0</w:t>
      </w:r>
    </w:p>
    <w:p w:rsidR="007B2329" w:rsidRDefault="007B2329" w:rsidP="007B2329">
      <w:r>
        <w:t>216.0741</w:t>
      </w:r>
      <w:r>
        <w:tab/>
        <w:t>3.038e0</w:t>
      </w:r>
    </w:p>
    <w:p w:rsidR="007B2329" w:rsidRDefault="007B2329" w:rsidP="007B2329">
      <w:r>
        <w:t>216.0779</w:t>
      </w:r>
      <w:r>
        <w:tab/>
        <w:t>1.013e0</w:t>
      </w:r>
    </w:p>
    <w:p w:rsidR="007B2329" w:rsidRDefault="007B2329" w:rsidP="007B2329">
      <w:r>
        <w:t>216.0894</w:t>
      </w:r>
      <w:r>
        <w:tab/>
        <w:t>2.025e0</w:t>
      </w:r>
    </w:p>
    <w:p w:rsidR="007B2329" w:rsidRDefault="007B2329" w:rsidP="007B2329">
      <w:r>
        <w:t>216.1046</w:t>
      </w:r>
      <w:r>
        <w:tab/>
        <w:t>1.013e0</w:t>
      </w:r>
    </w:p>
    <w:p w:rsidR="007B2329" w:rsidRDefault="007B2329" w:rsidP="007B2329">
      <w:r>
        <w:t>216.1091</w:t>
      </w:r>
      <w:r>
        <w:tab/>
        <w:t>2.025e0</w:t>
      </w:r>
    </w:p>
    <w:p w:rsidR="007B2329" w:rsidRDefault="007B2329" w:rsidP="007B2329">
      <w:r>
        <w:t>216.1267</w:t>
      </w:r>
      <w:r>
        <w:tab/>
        <w:t>2.025e0</w:t>
      </w:r>
    </w:p>
    <w:p w:rsidR="007B2329" w:rsidRDefault="007B2329" w:rsidP="007B2329">
      <w:r>
        <w:t>216.1329</w:t>
      </w:r>
      <w:r>
        <w:tab/>
        <w:t>1.013e0</w:t>
      </w:r>
    </w:p>
    <w:p w:rsidR="007B2329" w:rsidRDefault="007B2329" w:rsidP="007B2329">
      <w:r>
        <w:lastRenderedPageBreak/>
        <w:t>216.1369</w:t>
      </w:r>
      <w:r>
        <w:tab/>
        <w:t>1.013e0</w:t>
      </w:r>
    </w:p>
    <w:p w:rsidR="007B2329" w:rsidRDefault="007B2329" w:rsidP="007B2329">
      <w:r>
        <w:t>216.1524</w:t>
      </w:r>
      <w:r>
        <w:tab/>
        <w:t>2.025e0</w:t>
      </w:r>
    </w:p>
    <w:p w:rsidR="007B2329" w:rsidRDefault="007B2329" w:rsidP="007B2329">
      <w:r>
        <w:t>216.1562</w:t>
      </w:r>
      <w:r>
        <w:tab/>
        <w:t>2.025e0</w:t>
      </w:r>
    </w:p>
    <w:p w:rsidR="007B2329" w:rsidRDefault="007B2329" w:rsidP="007B2329">
      <w:r>
        <w:t>216.1734</w:t>
      </w:r>
      <w:r>
        <w:tab/>
        <w:t>3.038e0</w:t>
      </w:r>
    </w:p>
    <w:p w:rsidR="007B2329" w:rsidRDefault="007B2329" w:rsidP="007B2329">
      <w:r>
        <w:t>216.1790</w:t>
      </w:r>
      <w:r>
        <w:tab/>
        <w:t>1.013e0</w:t>
      </w:r>
    </w:p>
    <w:p w:rsidR="007B2329" w:rsidRDefault="007B2329" w:rsidP="007B2329">
      <w:r>
        <w:t>216.1887</w:t>
      </w:r>
      <w:r>
        <w:tab/>
        <w:t>2.025e0</w:t>
      </w:r>
    </w:p>
    <w:p w:rsidR="007B2329" w:rsidRDefault="007B2329" w:rsidP="007B2329">
      <w:r>
        <w:t>216.2087</w:t>
      </w:r>
      <w:r>
        <w:tab/>
        <w:t>2.025e0</w:t>
      </w:r>
    </w:p>
    <w:p w:rsidR="007B2329" w:rsidRDefault="007B2329" w:rsidP="007B2329">
      <w:r>
        <w:t>216.2269</w:t>
      </w:r>
      <w:r>
        <w:tab/>
        <w:t>2.025e0</w:t>
      </w:r>
    </w:p>
    <w:p w:rsidR="007B2329" w:rsidRDefault="007B2329" w:rsidP="007B2329">
      <w:r>
        <w:t>216.2287</w:t>
      </w:r>
      <w:r>
        <w:tab/>
        <w:t>2.025e0</w:t>
      </w:r>
    </w:p>
    <w:p w:rsidR="007B2329" w:rsidRDefault="007B2329" w:rsidP="007B2329">
      <w:r>
        <w:t>216.2383</w:t>
      </w:r>
      <w:r>
        <w:tab/>
        <w:t>1.013e0</w:t>
      </w:r>
    </w:p>
    <w:p w:rsidR="007B2329" w:rsidRDefault="007B2329" w:rsidP="007B2329">
      <w:r>
        <w:t>216.2535</w:t>
      </w:r>
      <w:r>
        <w:tab/>
        <w:t>1.013e0</w:t>
      </w:r>
    </w:p>
    <w:p w:rsidR="007B2329" w:rsidRDefault="007B2329" w:rsidP="007B2329">
      <w:r>
        <w:t>216.2724</w:t>
      </w:r>
      <w:r>
        <w:tab/>
        <w:t>1.013e0</w:t>
      </w:r>
    </w:p>
    <w:p w:rsidR="007B2329" w:rsidRDefault="007B2329" w:rsidP="007B2329">
      <w:r>
        <w:t>216.2868</w:t>
      </w:r>
      <w:r>
        <w:tab/>
        <w:t>2.025e0</w:t>
      </w:r>
    </w:p>
    <w:p w:rsidR="007B2329" w:rsidRDefault="007B2329" w:rsidP="007B2329">
      <w:r>
        <w:t>216.3051</w:t>
      </w:r>
      <w:r>
        <w:tab/>
        <w:t>1.013e0</w:t>
      </w:r>
    </w:p>
    <w:p w:rsidR="007B2329" w:rsidRDefault="007B2329" w:rsidP="007B2329">
      <w:r>
        <w:t>216.3089</w:t>
      </w:r>
      <w:r>
        <w:tab/>
        <w:t>1.013e0</w:t>
      </w:r>
    </w:p>
    <w:p w:rsidR="007B2329" w:rsidRDefault="007B2329" w:rsidP="007B2329">
      <w:r>
        <w:t>216.3164</w:t>
      </w:r>
      <w:r>
        <w:tab/>
        <w:t>1.013e0</w:t>
      </w:r>
    </w:p>
    <w:p w:rsidR="007B2329" w:rsidRDefault="007B2329" w:rsidP="007B2329">
      <w:r>
        <w:t>216.3279</w:t>
      </w:r>
      <w:r>
        <w:tab/>
        <w:t>1.013e0</w:t>
      </w:r>
    </w:p>
    <w:p w:rsidR="007B2329" w:rsidRDefault="007B2329" w:rsidP="007B2329">
      <w:r>
        <w:t>216.3318</w:t>
      </w:r>
      <w:r>
        <w:tab/>
        <w:t>1.013e0</w:t>
      </w:r>
    </w:p>
    <w:p w:rsidR="007B2329" w:rsidRDefault="007B2329" w:rsidP="007B2329">
      <w:r>
        <w:t>216.3356</w:t>
      </w:r>
      <w:r>
        <w:tab/>
        <w:t>1.013e0</w:t>
      </w:r>
    </w:p>
    <w:p w:rsidR="007B2329" w:rsidRDefault="007B2329" w:rsidP="007B2329">
      <w:r>
        <w:lastRenderedPageBreak/>
        <w:t>216.3431</w:t>
      </w:r>
      <w:r>
        <w:tab/>
        <w:t>1.013e0</w:t>
      </w:r>
    </w:p>
    <w:p w:rsidR="007B2329" w:rsidRDefault="007B2329" w:rsidP="007B2329">
      <w:r>
        <w:t>216.3507</w:t>
      </w:r>
      <w:r>
        <w:tab/>
        <w:t>1.013e0</w:t>
      </w:r>
    </w:p>
    <w:p w:rsidR="007B2329" w:rsidRDefault="007B2329" w:rsidP="007B2329">
      <w:r>
        <w:t>216.3627</w:t>
      </w:r>
      <w:r>
        <w:tab/>
        <w:t>1.013e0</w:t>
      </w:r>
    </w:p>
    <w:p w:rsidR="007B2329" w:rsidRDefault="007B2329" w:rsidP="007B2329">
      <w:r>
        <w:t>216.3669</w:t>
      </w:r>
      <w:r>
        <w:tab/>
        <w:t>1.013e0</w:t>
      </w:r>
    </w:p>
    <w:p w:rsidR="007B2329" w:rsidRDefault="007B2329" w:rsidP="007B2329">
      <w:r>
        <w:t>216.3710</w:t>
      </w:r>
      <w:r>
        <w:tab/>
        <w:t>1.013e0</w:t>
      </w:r>
    </w:p>
    <w:p w:rsidR="007B2329" w:rsidRDefault="007B2329" w:rsidP="007B2329">
      <w:r>
        <w:t>216.3909</w:t>
      </w:r>
      <w:r>
        <w:tab/>
        <w:t>3.038e0</w:t>
      </w:r>
    </w:p>
    <w:p w:rsidR="007B2329" w:rsidRDefault="007B2329" w:rsidP="007B2329">
      <w:r>
        <w:t>216.4023</w:t>
      </w:r>
      <w:r>
        <w:tab/>
        <w:t>1.013e0</w:t>
      </w:r>
    </w:p>
    <w:p w:rsidR="007B2329" w:rsidRDefault="007B2329" w:rsidP="007B2329">
      <w:r>
        <w:t>216.4292</w:t>
      </w:r>
      <w:r>
        <w:tab/>
        <w:t>2.025e0</w:t>
      </w:r>
    </w:p>
    <w:p w:rsidR="007B2329" w:rsidRDefault="007B2329" w:rsidP="007B2329">
      <w:r>
        <w:t>216.4367</w:t>
      </w:r>
      <w:r>
        <w:tab/>
        <w:t>1.013e0</w:t>
      </w:r>
    </w:p>
    <w:p w:rsidR="007B2329" w:rsidRDefault="007B2329" w:rsidP="007B2329">
      <w:r>
        <w:t>216.4510</w:t>
      </w:r>
      <w:r>
        <w:tab/>
        <w:t>4.051e0</w:t>
      </w:r>
    </w:p>
    <w:p w:rsidR="007B2329" w:rsidRDefault="007B2329" w:rsidP="007B2329">
      <w:r>
        <w:t>216.4531</w:t>
      </w:r>
      <w:r>
        <w:tab/>
        <w:t>1.013e0</w:t>
      </w:r>
    </w:p>
    <w:p w:rsidR="007B2329" w:rsidRDefault="007B2329" w:rsidP="007B2329">
      <w:r>
        <w:t>216.4655</w:t>
      </w:r>
      <w:r>
        <w:tab/>
        <w:t>1.013e0</w:t>
      </w:r>
    </w:p>
    <w:p w:rsidR="007B2329" w:rsidRDefault="007B2329" w:rsidP="007B2329">
      <w:r>
        <w:t>216.4729</w:t>
      </w:r>
      <w:r>
        <w:tab/>
        <w:t>1.013e0</w:t>
      </w:r>
    </w:p>
    <w:p w:rsidR="007B2329" w:rsidRDefault="007B2329" w:rsidP="007B2329">
      <w:r>
        <w:t>216.4805</w:t>
      </w:r>
      <w:r>
        <w:tab/>
        <w:t>1.013e0</w:t>
      </w:r>
    </w:p>
    <w:p w:rsidR="007B2329" w:rsidRDefault="007B2329" w:rsidP="007B2329">
      <w:r>
        <w:t>216.4863</w:t>
      </w:r>
      <w:r>
        <w:tab/>
        <w:t>2.025e0</w:t>
      </w:r>
    </w:p>
    <w:p w:rsidR="007B2329" w:rsidRDefault="007B2329" w:rsidP="007B2329">
      <w:r>
        <w:t>216.4941</w:t>
      </w:r>
      <w:r>
        <w:tab/>
        <w:t>3.038e0</w:t>
      </w:r>
    </w:p>
    <w:p w:rsidR="007B2329" w:rsidRDefault="007B2329" w:rsidP="007B2329">
      <w:r>
        <w:t>216.4997</w:t>
      </w:r>
      <w:r>
        <w:tab/>
        <w:t>2.025e0</w:t>
      </w:r>
    </w:p>
    <w:p w:rsidR="007B2329" w:rsidRDefault="007B2329" w:rsidP="007B2329">
      <w:r>
        <w:t>216.5110</w:t>
      </w:r>
      <w:r>
        <w:tab/>
        <w:t>1.013e0</w:t>
      </w:r>
    </w:p>
    <w:p w:rsidR="007B2329" w:rsidRDefault="007B2329" w:rsidP="007B2329">
      <w:r>
        <w:t>216.5172</w:t>
      </w:r>
      <w:r>
        <w:tab/>
        <w:t>2.025e0</w:t>
      </w:r>
    </w:p>
    <w:p w:rsidR="007B2329" w:rsidRDefault="007B2329" w:rsidP="007B2329">
      <w:r>
        <w:lastRenderedPageBreak/>
        <w:t>216.5272</w:t>
      </w:r>
      <w:r>
        <w:tab/>
        <w:t>1.013e0</w:t>
      </w:r>
    </w:p>
    <w:p w:rsidR="007B2329" w:rsidRDefault="007B2329" w:rsidP="007B2329">
      <w:r>
        <w:t>216.5435</w:t>
      </w:r>
      <w:r>
        <w:tab/>
        <w:t>1.013e0</w:t>
      </w:r>
    </w:p>
    <w:p w:rsidR="007B2329" w:rsidRDefault="007B2329" w:rsidP="007B2329">
      <w:r>
        <w:t>216.5513</w:t>
      </w:r>
      <w:r>
        <w:tab/>
        <w:t>2.025e0</w:t>
      </w:r>
    </w:p>
    <w:p w:rsidR="007B2329" w:rsidRDefault="007B2329" w:rsidP="007B2329">
      <w:r>
        <w:t>216.5551</w:t>
      </w:r>
      <w:r>
        <w:tab/>
        <w:t>1.013e0</w:t>
      </w:r>
    </w:p>
    <w:p w:rsidR="007B2329" w:rsidRDefault="007B2329" w:rsidP="007B2329">
      <w:r>
        <w:t>216.5627</w:t>
      </w:r>
      <w:r>
        <w:tab/>
        <w:t>3.038e0</w:t>
      </w:r>
    </w:p>
    <w:p w:rsidR="007B2329" w:rsidRDefault="007B2329" w:rsidP="007B2329">
      <w:r>
        <w:t>216.5780</w:t>
      </w:r>
      <w:r>
        <w:tab/>
        <w:t>1.266e-2</w:t>
      </w:r>
    </w:p>
    <w:p w:rsidR="007B2329" w:rsidRDefault="007B2329" w:rsidP="007B2329">
      <w:r>
        <w:t>216.5818</w:t>
      </w:r>
      <w:r>
        <w:tab/>
        <w:t>1.013e0</w:t>
      </w:r>
    </w:p>
    <w:p w:rsidR="007B2329" w:rsidRDefault="007B2329" w:rsidP="007B2329">
      <w:r>
        <w:t>216.5970</w:t>
      </w:r>
      <w:r>
        <w:tab/>
        <w:t>2.025e0</w:t>
      </w:r>
    </w:p>
    <w:p w:rsidR="007B2329" w:rsidRDefault="007B2329" w:rsidP="007B2329">
      <w:r>
        <w:t>216.5994</w:t>
      </w:r>
      <w:r>
        <w:tab/>
        <w:t>2.025e0</w:t>
      </w:r>
    </w:p>
    <w:p w:rsidR="007B2329" w:rsidRDefault="007B2329" w:rsidP="007B2329">
      <w:r>
        <w:t>216.6052</w:t>
      </w:r>
      <w:r>
        <w:tab/>
        <w:t>1.013e0</w:t>
      </w:r>
    </w:p>
    <w:p w:rsidR="007B2329" w:rsidRDefault="007B2329" w:rsidP="007B2329">
      <w:r>
        <w:t>216.6233</w:t>
      </w:r>
      <w:r>
        <w:tab/>
        <w:t>3.038e0</w:t>
      </w:r>
    </w:p>
    <w:p w:rsidR="007B2329" w:rsidRDefault="007B2329" w:rsidP="007B2329">
      <w:r>
        <w:t>216.6296</w:t>
      </w:r>
      <w:r>
        <w:tab/>
        <w:t>1.013e0</w:t>
      </w:r>
    </w:p>
    <w:p w:rsidR="007B2329" w:rsidRDefault="007B2329" w:rsidP="007B2329">
      <w:r>
        <w:t>216.6371</w:t>
      </w:r>
      <w:r>
        <w:tab/>
        <w:t>1.013e0</w:t>
      </w:r>
    </w:p>
    <w:p w:rsidR="007B2329" w:rsidRDefault="007B2329" w:rsidP="007B2329">
      <w:r>
        <w:t>216.6410</w:t>
      </w:r>
      <w:r>
        <w:tab/>
        <w:t>1.013e0</w:t>
      </w:r>
    </w:p>
    <w:p w:rsidR="007B2329" w:rsidRDefault="007B2329" w:rsidP="007B2329">
      <w:r>
        <w:t>216.6486</w:t>
      </w:r>
      <w:r>
        <w:tab/>
        <w:t>3.038e0</w:t>
      </w:r>
    </w:p>
    <w:p w:rsidR="007B2329" w:rsidRDefault="007B2329" w:rsidP="007B2329">
      <w:r>
        <w:t>216.6525</w:t>
      </w:r>
      <w:r>
        <w:tab/>
        <w:t>1.013e0</w:t>
      </w:r>
    </w:p>
    <w:p w:rsidR="007B2329" w:rsidRDefault="007B2329" w:rsidP="007B2329">
      <w:r>
        <w:t>216.6677</w:t>
      </w:r>
      <w:r>
        <w:tab/>
        <w:t>1.013e0</w:t>
      </w:r>
    </w:p>
    <w:p w:rsidR="007B2329" w:rsidRDefault="007B2329" w:rsidP="007B2329">
      <w:r>
        <w:t>216.6877</w:t>
      </w:r>
      <w:r>
        <w:tab/>
        <w:t>2.025e0</w:t>
      </w:r>
    </w:p>
    <w:p w:rsidR="007B2329" w:rsidRDefault="007B2329" w:rsidP="007B2329">
      <w:r>
        <w:t>216.6893</w:t>
      </w:r>
      <w:r>
        <w:tab/>
        <w:t>3.038e0</w:t>
      </w:r>
    </w:p>
    <w:p w:rsidR="007B2329" w:rsidRDefault="007B2329" w:rsidP="007B2329">
      <w:r>
        <w:lastRenderedPageBreak/>
        <w:t>216.6934</w:t>
      </w:r>
      <w:r>
        <w:tab/>
        <w:t>2.025e0</w:t>
      </w:r>
    </w:p>
    <w:p w:rsidR="007B2329" w:rsidRDefault="007B2329" w:rsidP="007B2329">
      <w:r>
        <w:t>216.6998</w:t>
      </w:r>
      <w:r>
        <w:tab/>
        <w:t>1.013e0</w:t>
      </w:r>
    </w:p>
    <w:p w:rsidR="007B2329" w:rsidRDefault="007B2329" w:rsidP="007B2329">
      <w:r>
        <w:t>216.7193</w:t>
      </w:r>
      <w:r>
        <w:tab/>
        <w:t>2.025e0</w:t>
      </w:r>
    </w:p>
    <w:p w:rsidR="007B2329" w:rsidRDefault="007B2329" w:rsidP="007B2329">
      <w:r>
        <w:t>216.7231</w:t>
      </w:r>
      <w:r>
        <w:tab/>
        <w:t>3.038e0</w:t>
      </w:r>
    </w:p>
    <w:p w:rsidR="007B2329" w:rsidRDefault="007B2329" w:rsidP="007B2329">
      <w:r>
        <w:t>216.7279</w:t>
      </w:r>
      <w:r>
        <w:tab/>
        <w:t>3.038e0</w:t>
      </w:r>
    </w:p>
    <w:p w:rsidR="007B2329" w:rsidRDefault="007B2329" w:rsidP="007B2329">
      <w:r>
        <w:t>216.7422</w:t>
      </w:r>
      <w:r>
        <w:tab/>
        <w:t>1.013e0</w:t>
      </w:r>
    </w:p>
    <w:p w:rsidR="007B2329" w:rsidRDefault="007B2329" w:rsidP="007B2329">
      <w:r>
        <w:t>216.7460</w:t>
      </w:r>
      <w:r>
        <w:tab/>
        <w:t>1.013e0</w:t>
      </w:r>
    </w:p>
    <w:p w:rsidR="007B2329" w:rsidRDefault="007B2329" w:rsidP="007B2329">
      <w:r>
        <w:t>216.7498</w:t>
      </w:r>
      <w:r>
        <w:tab/>
        <w:t>1.013e0</w:t>
      </w:r>
    </w:p>
    <w:p w:rsidR="007B2329" w:rsidRDefault="007B2329" w:rsidP="007B2329">
      <w:r>
        <w:t>216.7615</w:t>
      </w:r>
      <w:r>
        <w:tab/>
        <w:t>1.013e0</w:t>
      </w:r>
    </w:p>
    <w:p w:rsidR="007B2329" w:rsidRDefault="007B2329" w:rsidP="007B2329">
      <w:r>
        <w:t>216.7642</w:t>
      </w:r>
      <w:r>
        <w:tab/>
        <w:t>2.025e0</w:t>
      </w:r>
    </w:p>
    <w:p w:rsidR="007B2329" w:rsidRDefault="007B2329" w:rsidP="007B2329">
      <w:r>
        <w:t>216.8013</w:t>
      </w:r>
      <w:r>
        <w:tab/>
        <w:t>2.025e0</w:t>
      </w:r>
    </w:p>
    <w:p w:rsidR="007B2329" w:rsidRDefault="007B2329" w:rsidP="007B2329">
      <w:r>
        <w:t>216.8071</w:t>
      </w:r>
      <w:r>
        <w:tab/>
        <w:t>2.025e0</w:t>
      </w:r>
    </w:p>
    <w:p w:rsidR="007B2329" w:rsidRDefault="007B2329" w:rsidP="007B2329">
      <w:r>
        <w:t>216.8090</w:t>
      </w:r>
      <w:r>
        <w:tab/>
        <w:t>3.038e0</w:t>
      </w:r>
    </w:p>
    <w:p w:rsidR="007B2329" w:rsidRDefault="007B2329" w:rsidP="007B2329">
      <w:r>
        <w:t>216.8205</w:t>
      </w:r>
      <w:r>
        <w:tab/>
        <w:t>1.013e0</w:t>
      </w:r>
    </w:p>
    <w:p w:rsidR="007B2329" w:rsidRDefault="007B2329" w:rsidP="007B2329">
      <w:r>
        <w:t>216.8243</w:t>
      </w:r>
      <w:r>
        <w:tab/>
        <w:t>1.013e0</w:t>
      </w:r>
    </w:p>
    <w:p w:rsidR="007B2329" w:rsidRDefault="007B2329" w:rsidP="007B2329">
      <w:r>
        <w:t>216.8400</w:t>
      </w:r>
      <w:r>
        <w:tab/>
        <w:t>2.025e0</w:t>
      </w:r>
    </w:p>
    <w:p w:rsidR="007B2329" w:rsidRDefault="007B2329" w:rsidP="007B2329">
      <w:r>
        <w:t>216.8439</w:t>
      </w:r>
      <w:r>
        <w:tab/>
        <w:t>1.013e0</w:t>
      </w:r>
    </w:p>
    <w:p w:rsidR="007B2329" w:rsidRDefault="007B2329" w:rsidP="007B2329">
      <w:r>
        <w:t>216.8460</w:t>
      </w:r>
      <w:r>
        <w:tab/>
        <w:t>2.025e0</w:t>
      </w:r>
    </w:p>
    <w:p w:rsidR="007B2329" w:rsidRDefault="007B2329" w:rsidP="007B2329">
      <w:r>
        <w:t>216.8520</w:t>
      </w:r>
      <w:r>
        <w:tab/>
        <w:t>1.013e0</w:t>
      </w:r>
    </w:p>
    <w:p w:rsidR="007B2329" w:rsidRDefault="007B2329" w:rsidP="007B2329">
      <w:r>
        <w:lastRenderedPageBreak/>
        <w:t>216.8540</w:t>
      </w:r>
      <w:r>
        <w:tab/>
        <w:t>2.025e0</w:t>
      </w:r>
    </w:p>
    <w:p w:rsidR="007B2329" w:rsidRDefault="007B2329" w:rsidP="007B2329">
      <w:r>
        <w:t>216.8562</w:t>
      </w:r>
      <w:r>
        <w:tab/>
        <w:t>2.025e0</w:t>
      </w:r>
    </w:p>
    <w:p w:rsidR="007B2329" w:rsidRDefault="007B2329" w:rsidP="007B2329">
      <w:r>
        <w:t>216.8797</w:t>
      </w:r>
      <w:r>
        <w:tab/>
        <w:t>1.013e0</w:t>
      </w:r>
    </w:p>
    <w:p w:rsidR="007B2329" w:rsidRDefault="007B2329" w:rsidP="007B2329">
      <w:r>
        <w:t>216.8950</w:t>
      </w:r>
      <w:r>
        <w:tab/>
        <w:t>2.025e0</w:t>
      </w:r>
    </w:p>
    <w:p w:rsidR="007B2329" w:rsidRDefault="007B2329" w:rsidP="007B2329">
      <w:r>
        <w:t>216.9064</w:t>
      </w:r>
      <w:r>
        <w:tab/>
        <w:t>1.013e0</w:t>
      </w:r>
    </w:p>
    <w:p w:rsidR="007B2329" w:rsidRDefault="007B2329" w:rsidP="007B2329">
      <w:r>
        <w:t>216.9303</w:t>
      </w:r>
      <w:r>
        <w:tab/>
        <w:t>3.038e0</w:t>
      </w:r>
    </w:p>
    <w:p w:rsidR="007B2329" w:rsidRDefault="007B2329" w:rsidP="007B2329">
      <w:r>
        <w:t>216.9426</w:t>
      </w:r>
      <w:r>
        <w:tab/>
        <w:t>1.013e0</w:t>
      </w:r>
    </w:p>
    <w:p w:rsidR="007B2329" w:rsidRDefault="007B2329" w:rsidP="007B2329">
      <w:r>
        <w:t>216.9580</w:t>
      </w:r>
      <w:r>
        <w:tab/>
        <w:t>2.038e0</w:t>
      </w:r>
    </w:p>
    <w:p w:rsidR="007B2329" w:rsidRDefault="007B2329" w:rsidP="007B2329">
      <w:r>
        <w:t>216.9733</w:t>
      </w:r>
      <w:r>
        <w:tab/>
        <w:t>1.013e0</w:t>
      </w:r>
    </w:p>
    <w:p w:rsidR="007B2329" w:rsidRDefault="007B2329" w:rsidP="007B2329">
      <w:r>
        <w:t>216.9771</w:t>
      </w:r>
      <w:r>
        <w:tab/>
        <w:t>1.013e0</w:t>
      </w:r>
    </w:p>
    <w:p w:rsidR="007B2329" w:rsidRDefault="007B2329" w:rsidP="007B2329">
      <w:r>
        <w:t>216.9867</w:t>
      </w:r>
      <w:r>
        <w:tab/>
        <w:t>4.051e0</w:t>
      </w:r>
    </w:p>
    <w:p w:rsidR="007B2329" w:rsidRDefault="007B2329" w:rsidP="007B2329">
      <w:r>
        <w:t>216.9886</w:t>
      </w:r>
      <w:r>
        <w:tab/>
        <w:t>6.076e0</w:t>
      </w:r>
    </w:p>
    <w:p w:rsidR="007B2329" w:rsidRDefault="007B2329" w:rsidP="007B2329">
      <w:r>
        <w:t>217.0165</w:t>
      </w:r>
      <w:r>
        <w:tab/>
        <w:t>3.038e0</w:t>
      </w:r>
    </w:p>
    <w:p w:rsidR="007B2329" w:rsidRDefault="007B2329" w:rsidP="007B2329">
      <w:r>
        <w:t>217.0214</w:t>
      </w:r>
      <w:r>
        <w:tab/>
        <w:t>3.038e0</w:t>
      </w:r>
    </w:p>
    <w:p w:rsidR="007B2329" w:rsidRDefault="007B2329" w:rsidP="007B2329">
      <w:r>
        <w:t>217.0275</w:t>
      </w:r>
      <w:r>
        <w:tab/>
        <w:t>3.038e0</w:t>
      </w:r>
    </w:p>
    <w:p w:rsidR="007B2329" w:rsidRDefault="007B2329" w:rsidP="007B2329">
      <w:r>
        <w:t>217.0288</w:t>
      </w:r>
      <w:r>
        <w:tab/>
        <w:t>1.013e0</w:t>
      </w:r>
    </w:p>
    <w:p w:rsidR="007B2329" w:rsidRDefault="007B2329" w:rsidP="007B2329">
      <w:r>
        <w:t>217.0313</w:t>
      </w:r>
      <w:r>
        <w:tab/>
        <w:t>3.038e0</w:t>
      </w:r>
    </w:p>
    <w:p w:rsidR="007B2329" w:rsidRDefault="007B2329" w:rsidP="007B2329">
      <w:r>
        <w:t>217.0406</w:t>
      </w:r>
      <w:r>
        <w:tab/>
        <w:t>2.051e0</w:t>
      </w:r>
    </w:p>
    <w:p w:rsidR="007B2329" w:rsidRDefault="007B2329" w:rsidP="007B2329">
      <w:r>
        <w:t>217.0631</w:t>
      </w:r>
      <w:r>
        <w:tab/>
        <w:t>1.013e0</w:t>
      </w:r>
    </w:p>
    <w:p w:rsidR="007B2329" w:rsidRDefault="007B2329" w:rsidP="007B2329">
      <w:r>
        <w:lastRenderedPageBreak/>
        <w:t>217.0678</w:t>
      </w:r>
      <w:r>
        <w:tab/>
        <w:t>3.038e0</w:t>
      </w:r>
    </w:p>
    <w:p w:rsidR="007B2329" w:rsidRDefault="007B2329" w:rsidP="007B2329">
      <w:r>
        <w:t>217.0788</w:t>
      </w:r>
      <w:r>
        <w:tab/>
        <w:t>2.025e0</w:t>
      </w:r>
    </w:p>
    <w:p w:rsidR="007B2329" w:rsidRDefault="007B2329" w:rsidP="007B2329">
      <w:r>
        <w:t>217.0946</w:t>
      </w:r>
      <w:r>
        <w:tab/>
        <w:t>4.051e0</w:t>
      </w:r>
    </w:p>
    <w:p w:rsidR="007B2329" w:rsidRDefault="007B2329" w:rsidP="007B2329">
      <w:r>
        <w:t>217.1049</w:t>
      </w:r>
      <w:r>
        <w:tab/>
        <w:t>2.025e0</w:t>
      </w:r>
    </w:p>
    <w:p w:rsidR="007B2329" w:rsidRDefault="007B2329" w:rsidP="007B2329">
      <w:r>
        <w:t>217.1148</w:t>
      </w:r>
      <w:r>
        <w:tab/>
        <w:t>3.063e0</w:t>
      </w:r>
    </w:p>
    <w:p w:rsidR="007B2329" w:rsidRDefault="007B2329" w:rsidP="007B2329">
      <w:r>
        <w:t>217.1243</w:t>
      </w:r>
      <w:r>
        <w:tab/>
        <w:t>2.532e-2</w:t>
      </w:r>
    </w:p>
    <w:p w:rsidR="007B2329" w:rsidRDefault="007B2329" w:rsidP="007B2329">
      <w:r>
        <w:t>217.1300</w:t>
      </w:r>
      <w:r>
        <w:tab/>
        <w:t>3.038e0</w:t>
      </w:r>
    </w:p>
    <w:p w:rsidR="007B2329" w:rsidRDefault="007B2329" w:rsidP="007B2329">
      <w:r>
        <w:t>217.1376</w:t>
      </w:r>
      <w:r>
        <w:tab/>
        <w:t>1.013e0</w:t>
      </w:r>
    </w:p>
    <w:p w:rsidR="007B2329" w:rsidRDefault="007B2329" w:rsidP="007B2329">
      <w:r>
        <w:t>217.1453</w:t>
      </w:r>
      <w:r>
        <w:tab/>
        <w:t>1.013e0</w:t>
      </w:r>
    </w:p>
    <w:p w:rsidR="007B2329" w:rsidRDefault="007B2329" w:rsidP="007B2329">
      <w:r>
        <w:t>217.1529</w:t>
      </w:r>
      <w:r>
        <w:tab/>
        <w:t>1.986e0</w:t>
      </w:r>
    </w:p>
    <w:p w:rsidR="007B2329" w:rsidRDefault="007B2329" w:rsidP="007B2329">
      <w:r>
        <w:t>217.1846</w:t>
      </w:r>
      <w:r>
        <w:tab/>
        <w:t>2.025e0</w:t>
      </w:r>
    </w:p>
    <w:p w:rsidR="007B2329" w:rsidRDefault="007B2329" w:rsidP="007B2329">
      <w:r>
        <w:t>217.1969</w:t>
      </w:r>
      <w:r>
        <w:tab/>
        <w:t>2.025e0</w:t>
      </w:r>
    </w:p>
    <w:p w:rsidR="007B2329" w:rsidRDefault="007B2329" w:rsidP="007B2329">
      <w:r>
        <w:t>217.2007</w:t>
      </w:r>
      <w:r>
        <w:tab/>
        <w:t>2.025e0</w:t>
      </w:r>
    </w:p>
    <w:p w:rsidR="007B2329" w:rsidRDefault="007B2329" w:rsidP="007B2329">
      <w:r>
        <w:t>217.2045</w:t>
      </w:r>
      <w:r>
        <w:tab/>
        <w:t>1.013e0</w:t>
      </w:r>
    </w:p>
    <w:p w:rsidR="007B2329" w:rsidRDefault="007B2329" w:rsidP="007B2329">
      <w:r>
        <w:t>217.2083</w:t>
      </w:r>
      <w:r>
        <w:tab/>
        <w:t>1.013e0</w:t>
      </w:r>
    </w:p>
    <w:p w:rsidR="007B2329" w:rsidRDefault="007B2329" w:rsidP="007B2329">
      <w:r>
        <w:t>217.2198</w:t>
      </w:r>
      <w:r>
        <w:tab/>
        <w:t>1.013e0</w:t>
      </w:r>
    </w:p>
    <w:p w:rsidR="007B2329" w:rsidRDefault="007B2329" w:rsidP="007B2329">
      <w:r>
        <w:t>217.2274</w:t>
      </w:r>
      <w:r>
        <w:tab/>
        <w:t>1.013e0</w:t>
      </w:r>
    </w:p>
    <w:p w:rsidR="007B2329" w:rsidRDefault="007B2329" w:rsidP="007B2329">
      <w:r>
        <w:t>217.2313</w:t>
      </w:r>
      <w:r>
        <w:tab/>
        <w:t>1.013e0</w:t>
      </w:r>
    </w:p>
    <w:p w:rsidR="007B2329" w:rsidRDefault="007B2329" w:rsidP="007B2329">
      <w:r>
        <w:t>217.2516</w:t>
      </w:r>
      <w:r>
        <w:tab/>
        <w:t>1.013e0</w:t>
      </w:r>
    </w:p>
    <w:p w:rsidR="007B2329" w:rsidRDefault="007B2329" w:rsidP="007B2329">
      <w:r>
        <w:lastRenderedPageBreak/>
        <w:t>217.2557</w:t>
      </w:r>
      <w:r>
        <w:tab/>
        <w:t>1.013e0</w:t>
      </w:r>
    </w:p>
    <w:p w:rsidR="007B2329" w:rsidRDefault="007B2329" w:rsidP="007B2329">
      <w:r>
        <w:t>217.2598</w:t>
      </w:r>
      <w:r>
        <w:tab/>
        <w:t>1.013e0</w:t>
      </w:r>
    </w:p>
    <w:p w:rsidR="007B2329" w:rsidRDefault="007B2329" w:rsidP="007B2329">
      <w:r>
        <w:t>217.2625</w:t>
      </w:r>
      <w:r>
        <w:tab/>
        <w:t>3.038e0</w:t>
      </w:r>
    </w:p>
    <w:p w:rsidR="007B2329" w:rsidRDefault="007B2329" w:rsidP="007B2329">
      <w:r>
        <w:t>217.2639</w:t>
      </w:r>
      <w:r>
        <w:tab/>
        <w:t>1.013e0</w:t>
      </w:r>
    </w:p>
    <w:p w:rsidR="007B2329" w:rsidRDefault="007B2329" w:rsidP="007B2329">
      <w:r>
        <w:t>217.2714</w:t>
      </w:r>
      <w:r>
        <w:tab/>
        <w:t>1.013e0</w:t>
      </w:r>
    </w:p>
    <w:p w:rsidR="007B2329" w:rsidRDefault="007B2329" w:rsidP="007B2329">
      <w:r>
        <w:t>217.2867</w:t>
      </w:r>
      <w:r>
        <w:tab/>
        <w:t>2.025e0</w:t>
      </w:r>
    </w:p>
    <w:p w:rsidR="007B2329" w:rsidRDefault="007B2329" w:rsidP="007B2329">
      <w:r>
        <w:t>217.3020</w:t>
      </w:r>
      <w:r>
        <w:tab/>
        <w:t>1.013e0</w:t>
      </w:r>
    </w:p>
    <w:p w:rsidR="007B2329" w:rsidRDefault="007B2329" w:rsidP="007B2329">
      <w:r>
        <w:t>217.3095</w:t>
      </w:r>
      <w:r>
        <w:tab/>
        <w:t>1.013e0</w:t>
      </w:r>
    </w:p>
    <w:p w:rsidR="007B2329" w:rsidRDefault="007B2329" w:rsidP="007B2329">
      <w:r>
        <w:t>217.3134</w:t>
      </w:r>
      <w:r>
        <w:tab/>
        <w:t>1.013e0</w:t>
      </w:r>
    </w:p>
    <w:p w:rsidR="007B2329" w:rsidRDefault="007B2329" w:rsidP="007B2329">
      <w:r>
        <w:t>217.3175</w:t>
      </w:r>
      <w:r>
        <w:tab/>
        <w:t>1.013e0</w:t>
      </w:r>
    </w:p>
    <w:p w:rsidR="007B2329" w:rsidRDefault="007B2329" w:rsidP="007B2329">
      <w:r>
        <w:t>217.3299</w:t>
      </w:r>
      <w:r>
        <w:tab/>
        <w:t>1.013e0</w:t>
      </w:r>
    </w:p>
    <w:p w:rsidR="007B2329" w:rsidRDefault="007B2329" w:rsidP="007B2329">
      <w:r>
        <w:t>217.3315</w:t>
      </w:r>
      <w:r>
        <w:tab/>
        <w:t>4.051e0</w:t>
      </w:r>
    </w:p>
    <w:p w:rsidR="007B2329" w:rsidRDefault="007B2329" w:rsidP="007B2329">
      <w:r>
        <w:t>217.3422</w:t>
      </w:r>
      <w:r>
        <w:tab/>
        <w:t>2.532e-2</w:t>
      </w:r>
    </w:p>
    <w:p w:rsidR="007B2329" w:rsidRDefault="007B2329" w:rsidP="007B2329">
      <w:r>
        <w:t>217.3536</w:t>
      </w:r>
      <w:r>
        <w:tab/>
        <w:t>2.025e0</w:t>
      </w:r>
    </w:p>
    <w:p w:rsidR="007B2329" w:rsidRDefault="007B2329" w:rsidP="007B2329">
      <w:r>
        <w:t>217.3650</w:t>
      </w:r>
      <w:r>
        <w:tab/>
        <w:t>1.013e0</w:t>
      </w:r>
    </w:p>
    <w:p w:rsidR="007B2329" w:rsidRDefault="007B2329" w:rsidP="007B2329">
      <w:r>
        <w:t>217.3689</w:t>
      </w:r>
      <w:r>
        <w:tab/>
        <w:t>1.013e0</w:t>
      </w:r>
    </w:p>
    <w:p w:rsidR="007B2329" w:rsidRDefault="007B2329" w:rsidP="007B2329">
      <w:r>
        <w:t>217.3880</w:t>
      </w:r>
      <w:r>
        <w:tab/>
        <w:t>1.013e0</w:t>
      </w:r>
    </w:p>
    <w:p w:rsidR="007B2329" w:rsidRDefault="007B2329" w:rsidP="007B2329">
      <w:r>
        <w:t>217.4041</w:t>
      </w:r>
      <w:r>
        <w:tab/>
        <w:t>1.013e0</w:t>
      </w:r>
    </w:p>
    <w:p w:rsidR="007B2329" w:rsidRDefault="007B2329" w:rsidP="007B2329">
      <w:r>
        <w:t>217.4082</w:t>
      </w:r>
      <w:r>
        <w:tab/>
        <w:t>2.025e0</w:t>
      </w:r>
    </w:p>
    <w:p w:rsidR="007B2329" w:rsidRDefault="007B2329" w:rsidP="007B2329">
      <w:r>
        <w:lastRenderedPageBreak/>
        <w:t>217.4124</w:t>
      </w:r>
      <w:r>
        <w:tab/>
        <w:t>1.013e0</w:t>
      </w:r>
    </w:p>
    <w:p w:rsidR="007B2329" w:rsidRDefault="007B2329" w:rsidP="007B2329">
      <w:r>
        <w:t>217.4301</w:t>
      </w:r>
      <w:r>
        <w:tab/>
        <w:t>1.025e0</w:t>
      </w:r>
    </w:p>
    <w:p w:rsidR="007B2329" w:rsidRDefault="007B2329" w:rsidP="007B2329">
      <w:r>
        <w:t>217.4320</w:t>
      </w:r>
      <w:r>
        <w:tab/>
        <w:t>1.013e0</w:t>
      </w:r>
    </w:p>
    <w:p w:rsidR="007B2329" w:rsidRDefault="007B2329" w:rsidP="007B2329">
      <w:r>
        <w:t>217.4397</w:t>
      </w:r>
      <w:r>
        <w:tab/>
        <w:t>2.025e0</w:t>
      </w:r>
    </w:p>
    <w:p w:rsidR="007B2329" w:rsidRDefault="007B2329" w:rsidP="007B2329">
      <w:r>
        <w:t>217.4473</w:t>
      </w:r>
      <w:r>
        <w:tab/>
        <w:t>1.013e0</w:t>
      </w:r>
    </w:p>
    <w:p w:rsidR="007B2329" w:rsidRDefault="007B2329" w:rsidP="007B2329">
      <w:r>
        <w:t>217.4549</w:t>
      </w:r>
      <w:r>
        <w:tab/>
        <w:t>1.013e0</w:t>
      </w:r>
    </w:p>
    <w:p w:rsidR="007B2329" w:rsidRDefault="007B2329" w:rsidP="007B2329">
      <w:r>
        <w:t>217.4587</w:t>
      </w:r>
      <w:r>
        <w:tab/>
        <w:t>1.013e0</w:t>
      </w:r>
    </w:p>
    <w:p w:rsidR="007B2329" w:rsidRDefault="007B2329" w:rsidP="007B2329">
      <w:r>
        <w:t>217.4626</w:t>
      </w:r>
      <w:r>
        <w:tab/>
        <w:t>1.013e0</w:t>
      </w:r>
    </w:p>
    <w:p w:rsidR="007B2329" w:rsidRDefault="007B2329" w:rsidP="007B2329">
      <w:r>
        <w:t>217.4684</w:t>
      </w:r>
      <w:r>
        <w:tab/>
        <w:t>3.038e0</w:t>
      </w:r>
    </w:p>
    <w:p w:rsidR="007B2329" w:rsidRDefault="007B2329" w:rsidP="007B2329">
      <w:r>
        <w:t>217.4814</w:t>
      </w:r>
      <w:r>
        <w:tab/>
        <w:t>3.038e0</w:t>
      </w:r>
    </w:p>
    <w:p w:rsidR="007B2329" w:rsidRDefault="007B2329" w:rsidP="007B2329">
      <w:r>
        <w:t>217.4866</w:t>
      </w:r>
      <w:r>
        <w:tab/>
        <w:t>1.013e0</w:t>
      </w:r>
    </w:p>
    <w:p w:rsidR="007B2329" w:rsidRDefault="007B2329" w:rsidP="007B2329">
      <w:r>
        <w:t>217.4946</w:t>
      </w:r>
      <w:r>
        <w:tab/>
        <w:t>2.025e0</w:t>
      </w:r>
    </w:p>
    <w:p w:rsidR="007B2329" w:rsidRDefault="007B2329" w:rsidP="007B2329">
      <w:r>
        <w:t>217.4990</w:t>
      </w:r>
      <w:r>
        <w:tab/>
        <w:t>1.013e0</w:t>
      </w:r>
    </w:p>
    <w:p w:rsidR="007B2329" w:rsidRDefault="007B2329" w:rsidP="007B2329">
      <w:r>
        <w:t>217.5104</w:t>
      </w:r>
      <w:r>
        <w:tab/>
        <w:t>1.013e0</w:t>
      </w:r>
    </w:p>
    <w:p w:rsidR="007B2329" w:rsidRDefault="007B2329" w:rsidP="007B2329">
      <w:r>
        <w:t>217.5257</w:t>
      </w:r>
      <w:r>
        <w:tab/>
        <w:t>1.013e0</w:t>
      </w:r>
    </w:p>
    <w:p w:rsidR="007B2329" w:rsidRDefault="007B2329" w:rsidP="007B2329">
      <w:r>
        <w:t>217.5334</w:t>
      </w:r>
      <w:r>
        <w:tab/>
        <w:t>2.025e0</w:t>
      </w:r>
    </w:p>
    <w:p w:rsidR="007B2329" w:rsidRDefault="007B2329" w:rsidP="007B2329">
      <w:r>
        <w:t>217.5527</w:t>
      </w:r>
      <w:r>
        <w:tab/>
        <w:t>1.013e0</w:t>
      </w:r>
    </w:p>
    <w:p w:rsidR="007B2329" w:rsidRDefault="007B2329" w:rsidP="007B2329">
      <w:r>
        <w:t>217.5567</w:t>
      </w:r>
      <w:r>
        <w:tab/>
        <w:t>1.013e0</w:t>
      </w:r>
    </w:p>
    <w:p w:rsidR="007B2329" w:rsidRDefault="007B2329" w:rsidP="007B2329">
      <w:r>
        <w:t>217.5732</w:t>
      </w:r>
      <w:r>
        <w:tab/>
        <w:t>1.013e0</w:t>
      </w:r>
    </w:p>
    <w:p w:rsidR="007B2329" w:rsidRDefault="007B2329" w:rsidP="007B2329">
      <w:r>
        <w:lastRenderedPageBreak/>
        <w:t>217.5831</w:t>
      </w:r>
      <w:r>
        <w:tab/>
        <w:t>2.025e0</w:t>
      </w:r>
    </w:p>
    <w:p w:rsidR="007B2329" w:rsidRDefault="007B2329" w:rsidP="007B2329">
      <w:r>
        <w:t>217.5945</w:t>
      </w:r>
      <w:r>
        <w:tab/>
        <w:t>2.025e0</w:t>
      </w:r>
    </w:p>
    <w:p w:rsidR="007B2329" w:rsidRDefault="007B2329" w:rsidP="007B2329">
      <w:r>
        <w:t>217.6002</w:t>
      </w:r>
      <w:r>
        <w:tab/>
        <w:t>1.013e0</w:t>
      </w:r>
    </w:p>
    <w:p w:rsidR="007B2329" w:rsidRDefault="007B2329" w:rsidP="007B2329">
      <w:r>
        <w:t>217.6117</w:t>
      </w:r>
      <w:r>
        <w:tab/>
        <w:t>1.013e0</w:t>
      </w:r>
    </w:p>
    <w:p w:rsidR="007B2329" w:rsidRDefault="007B2329" w:rsidP="007B2329">
      <w:r>
        <w:t>217.6269</w:t>
      </w:r>
      <w:r>
        <w:tab/>
        <w:t>1.013e0</w:t>
      </w:r>
    </w:p>
    <w:p w:rsidR="007B2329" w:rsidRDefault="007B2329" w:rsidP="007B2329">
      <w:r>
        <w:t>217.6434</w:t>
      </w:r>
      <w:r>
        <w:tab/>
        <w:t>3.797e-2</w:t>
      </w:r>
    </w:p>
    <w:p w:rsidR="007B2329" w:rsidRDefault="007B2329" w:rsidP="007B2329">
      <w:r>
        <w:t>217.6504</w:t>
      </w:r>
      <w:r>
        <w:tab/>
        <w:t>4.051e0</w:t>
      </w:r>
    </w:p>
    <w:p w:rsidR="007B2329" w:rsidRDefault="007B2329" w:rsidP="007B2329">
      <w:r>
        <w:t>217.6633</w:t>
      </w:r>
      <w:r>
        <w:tab/>
        <w:t>1.013e0</w:t>
      </w:r>
    </w:p>
    <w:p w:rsidR="007B2329" w:rsidRDefault="007B2329" w:rsidP="007B2329">
      <w:r>
        <w:t>217.6671</w:t>
      </w:r>
      <w:r>
        <w:tab/>
        <w:t>1.013e0</w:t>
      </w:r>
    </w:p>
    <w:p w:rsidR="007B2329" w:rsidRDefault="007B2329" w:rsidP="007B2329">
      <w:r>
        <w:t>217.6898</w:t>
      </w:r>
      <w:r>
        <w:tab/>
        <w:t>2.558e0</w:t>
      </w:r>
    </w:p>
    <w:p w:rsidR="007B2329" w:rsidRDefault="007B2329" w:rsidP="007B2329">
      <w:r>
        <w:t>217.6978</w:t>
      </w:r>
      <w:r>
        <w:tab/>
        <w:t>1.013e0</w:t>
      </w:r>
    </w:p>
    <w:p w:rsidR="007B2329" w:rsidRDefault="007B2329" w:rsidP="007B2329">
      <w:r>
        <w:t>217.7015</w:t>
      </w:r>
      <w:r>
        <w:tab/>
        <w:t>1.013e0</w:t>
      </w:r>
    </w:p>
    <w:p w:rsidR="007B2329" w:rsidRDefault="007B2329" w:rsidP="007B2329">
      <w:r>
        <w:t>217.7053</w:t>
      </w:r>
      <w:r>
        <w:tab/>
        <w:t>2.025e0</w:t>
      </w:r>
    </w:p>
    <w:p w:rsidR="007B2329" w:rsidRDefault="007B2329" w:rsidP="007B2329">
      <w:r>
        <w:t>217.7260</w:t>
      </w:r>
      <w:r>
        <w:tab/>
        <w:t>2.129e0</w:t>
      </w:r>
    </w:p>
    <w:p w:rsidR="007B2329" w:rsidRDefault="007B2329" w:rsidP="007B2329">
      <w:r>
        <w:t>217.7298</w:t>
      </w:r>
      <w:r>
        <w:tab/>
        <w:t>2.025e0</w:t>
      </w:r>
    </w:p>
    <w:p w:rsidR="007B2329" w:rsidRDefault="007B2329" w:rsidP="007B2329">
      <w:r>
        <w:t>217.7418</w:t>
      </w:r>
      <w:r>
        <w:tab/>
        <w:t>1.013e0</w:t>
      </w:r>
    </w:p>
    <w:p w:rsidR="007B2329" w:rsidRDefault="007B2329" w:rsidP="007B2329">
      <w:r>
        <w:t>217.7609</w:t>
      </w:r>
      <w:r>
        <w:tab/>
        <w:t>1.013e0</w:t>
      </w:r>
    </w:p>
    <w:p w:rsidR="007B2329" w:rsidRDefault="007B2329" w:rsidP="007B2329">
      <w:r>
        <w:t>217.7686</w:t>
      </w:r>
      <w:r>
        <w:tab/>
        <w:t>1.013e0</w:t>
      </w:r>
    </w:p>
    <w:p w:rsidR="007B2329" w:rsidRDefault="007B2329" w:rsidP="007B2329">
      <w:r>
        <w:t>217.7879</w:t>
      </w:r>
      <w:r>
        <w:tab/>
        <w:t>1.013e0</w:t>
      </w:r>
    </w:p>
    <w:p w:rsidR="007B2329" w:rsidRDefault="007B2329" w:rsidP="007B2329">
      <w:r>
        <w:lastRenderedPageBreak/>
        <w:t>217.7962</w:t>
      </w:r>
      <w:r>
        <w:tab/>
        <w:t>1.266e-2</w:t>
      </w:r>
    </w:p>
    <w:p w:rsidR="007B2329" w:rsidRDefault="007B2329" w:rsidP="007B2329">
      <w:r>
        <w:t>217.8044</w:t>
      </w:r>
      <w:r>
        <w:tab/>
        <w:t>1.013e0</w:t>
      </w:r>
    </w:p>
    <w:p w:rsidR="007B2329" w:rsidRDefault="007B2329" w:rsidP="007B2329">
      <w:r>
        <w:t>217.8278</w:t>
      </w:r>
      <w:r>
        <w:tab/>
        <w:t>3.038e0</w:t>
      </w:r>
    </w:p>
    <w:p w:rsidR="007B2329" w:rsidRDefault="007B2329" w:rsidP="007B2329">
      <w:r>
        <w:t>217.8317</w:t>
      </w:r>
      <w:r>
        <w:tab/>
        <w:t>1.013e0</w:t>
      </w:r>
    </w:p>
    <w:p w:rsidR="007B2329" w:rsidRDefault="007B2329" w:rsidP="007B2329">
      <w:r>
        <w:t>217.8508</w:t>
      </w:r>
      <w:r>
        <w:tab/>
        <w:t>1.013e0</w:t>
      </w:r>
    </w:p>
    <w:p w:rsidR="007B2329" w:rsidRDefault="007B2329" w:rsidP="007B2329">
      <w:r>
        <w:t>217.8546</w:t>
      </w:r>
      <w:r>
        <w:tab/>
        <w:t>1.013e0</w:t>
      </w:r>
    </w:p>
    <w:p w:rsidR="007B2329" w:rsidRDefault="007B2329" w:rsidP="007B2329">
      <w:r>
        <w:t>217.8706</w:t>
      </w:r>
      <w:r>
        <w:tab/>
        <w:t>1.013e0</w:t>
      </w:r>
    </w:p>
    <w:p w:rsidR="007B2329" w:rsidRDefault="007B2329" w:rsidP="007B2329">
      <w:r>
        <w:t>217.8747</w:t>
      </w:r>
      <w:r>
        <w:tab/>
        <w:t>1.013e0</w:t>
      </w:r>
    </w:p>
    <w:p w:rsidR="007B2329" w:rsidRDefault="007B2329" w:rsidP="007B2329">
      <w:r>
        <w:t>217.8788</w:t>
      </w:r>
      <w:r>
        <w:tab/>
        <w:t>3.038e0</w:t>
      </w:r>
    </w:p>
    <w:p w:rsidR="007B2329" w:rsidRDefault="007B2329" w:rsidP="007B2329">
      <w:r>
        <w:t>217.8888</w:t>
      </w:r>
      <w:r>
        <w:tab/>
        <w:t>2.025e0</w:t>
      </w:r>
    </w:p>
    <w:p w:rsidR="007B2329" w:rsidRDefault="007B2329" w:rsidP="007B2329">
      <w:r>
        <w:t>217.8987</w:t>
      </w:r>
      <w:r>
        <w:tab/>
        <w:t>1.013e0</w:t>
      </w:r>
    </w:p>
    <w:p w:rsidR="007B2329" w:rsidRDefault="007B2329" w:rsidP="007B2329">
      <w:r>
        <w:t>217.9178</w:t>
      </w:r>
      <w:r>
        <w:tab/>
        <w:t>1.013e0</w:t>
      </w:r>
    </w:p>
    <w:p w:rsidR="007B2329" w:rsidRDefault="007B2329" w:rsidP="007B2329">
      <w:r>
        <w:t>217.9216</w:t>
      </w:r>
      <w:r>
        <w:tab/>
        <w:t>2.025e0</w:t>
      </w:r>
    </w:p>
    <w:p w:rsidR="007B2329" w:rsidRDefault="007B2329" w:rsidP="007B2329">
      <w:r>
        <w:t>217.9368</w:t>
      </w:r>
      <w:r>
        <w:tab/>
        <w:t>1.013e0</w:t>
      </w:r>
    </w:p>
    <w:p w:rsidR="007B2329" w:rsidRDefault="007B2329" w:rsidP="007B2329">
      <w:r>
        <w:t>217.9491</w:t>
      </w:r>
      <w:r>
        <w:tab/>
        <w:t>1.013e0</w:t>
      </w:r>
    </w:p>
    <w:p w:rsidR="007B2329" w:rsidRDefault="007B2329" w:rsidP="007B2329">
      <w:r>
        <w:t>217.9571</w:t>
      </w:r>
      <w:r>
        <w:tab/>
        <w:t>2.025e0</w:t>
      </w:r>
    </w:p>
    <w:p w:rsidR="007B2329" w:rsidRDefault="007B2329" w:rsidP="007B2329">
      <w:r>
        <w:t>217.9656</w:t>
      </w:r>
      <w:r>
        <w:tab/>
        <w:t>1.013e0</w:t>
      </w:r>
    </w:p>
    <w:p w:rsidR="007B2329" w:rsidRDefault="007B2329" w:rsidP="007B2329">
      <w:r>
        <w:t>217.9712</w:t>
      </w:r>
      <w:r>
        <w:tab/>
        <w:t>1.025e0</w:t>
      </w:r>
    </w:p>
    <w:p w:rsidR="007B2329" w:rsidRDefault="007B2329" w:rsidP="007B2329">
      <w:r>
        <w:t>217.9809</w:t>
      </w:r>
      <w:r>
        <w:tab/>
        <w:t>1.013e0</w:t>
      </w:r>
    </w:p>
    <w:p w:rsidR="007B2329" w:rsidRDefault="007B2329" w:rsidP="007B2329">
      <w:r>
        <w:lastRenderedPageBreak/>
        <w:t>217.9847</w:t>
      </w:r>
      <w:r>
        <w:tab/>
        <w:t>3.038e0</w:t>
      </w:r>
    </w:p>
    <w:p w:rsidR="007B2329" w:rsidRDefault="007B2329" w:rsidP="007B2329">
      <w:r>
        <w:t>217.9885</w:t>
      </w:r>
      <w:r>
        <w:tab/>
        <w:t>2.025e0</w:t>
      </w:r>
    </w:p>
    <w:p w:rsidR="007B2329" w:rsidRDefault="007B2329" w:rsidP="007B2329">
      <w:r>
        <w:t>217.9924</w:t>
      </w:r>
      <w:r>
        <w:tab/>
        <w:t>1.013e0</w:t>
      </w:r>
    </w:p>
    <w:p w:rsidR="007B2329" w:rsidRDefault="007B2329" w:rsidP="007B2329">
      <w:r>
        <w:t>217.9962</w:t>
      </w:r>
      <w:r>
        <w:tab/>
        <w:t>1.025e0</w:t>
      </w:r>
    </w:p>
    <w:p w:rsidR="007B2329" w:rsidRDefault="007B2329" w:rsidP="007B2329">
      <w:r>
        <w:t>217.9982</w:t>
      </w:r>
      <w:r>
        <w:tab/>
        <w:t>3.038e0</w:t>
      </w:r>
    </w:p>
    <w:p w:rsidR="007B2329" w:rsidRDefault="007B2329" w:rsidP="007B2329">
      <w:r>
        <w:t>218.0159</w:t>
      </w:r>
      <w:r>
        <w:tab/>
        <w:t>3.038e0</w:t>
      </w:r>
    </w:p>
    <w:p w:rsidR="007B2329" w:rsidRDefault="007B2329" w:rsidP="007B2329">
      <w:r>
        <w:t>218.0486</w:t>
      </w:r>
      <w:r>
        <w:tab/>
        <w:t>7.089e0</w:t>
      </w:r>
    </w:p>
    <w:p w:rsidR="007B2329" w:rsidRDefault="007B2329" w:rsidP="007B2329">
      <w:r>
        <w:t>218.0594</w:t>
      </w:r>
      <w:r>
        <w:tab/>
        <w:t>4.051e0</w:t>
      </w:r>
    </w:p>
    <w:p w:rsidR="007B2329" w:rsidRDefault="007B2329" w:rsidP="007B2329">
      <w:r>
        <w:t>218.0747</w:t>
      </w:r>
      <w:r>
        <w:tab/>
        <w:t>4.051e0</w:t>
      </w:r>
    </w:p>
    <w:p w:rsidR="007B2329" w:rsidRDefault="007B2329" w:rsidP="007B2329">
      <w:r>
        <w:t>218.0786</w:t>
      </w:r>
      <w:r>
        <w:tab/>
        <w:t>1.013e0</w:t>
      </w:r>
    </w:p>
    <w:p w:rsidR="007B2329" w:rsidRDefault="007B2329" w:rsidP="007B2329">
      <w:r>
        <w:t>218.0824</w:t>
      </w:r>
      <w:r>
        <w:tab/>
        <w:t>2.025e0</w:t>
      </w:r>
    </w:p>
    <w:p w:rsidR="007B2329" w:rsidRDefault="007B2329" w:rsidP="007B2329">
      <w:r>
        <w:t>218.0938</w:t>
      </w:r>
      <w:r>
        <w:tab/>
        <w:t>1.013e0</w:t>
      </w:r>
    </w:p>
    <w:p w:rsidR="007B2329" w:rsidRDefault="007B2329" w:rsidP="007B2329">
      <w:r>
        <w:t>218.1104</w:t>
      </w:r>
      <w:r>
        <w:tab/>
        <w:t>1.013e0</w:t>
      </w:r>
    </w:p>
    <w:p w:rsidR="007B2329" w:rsidRDefault="007B2329" w:rsidP="007B2329">
      <w:r>
        <w:t>218.1122</w:t>
      </w:r>
      <w:r>
        <w:tab/>
        <w:t>2.025e0</w:t>
      </w:r>
    </w:p>
    <w:p w:rsidR="007B2329" w:rsidRDefault="007B2329" w:rsidP="007B2329">
      <w:r>
        <w:t>218.1260</w:t>
      </w:r>
      <w:r>
        <w:tab/>
        <w:t>2.025e0</w:t>
      </w:r>
    </w:p>
    <w:p w:rsidR="007B2329" w:rsidRDefault="007B2329" w:rsidP="007B2329">
      <w:r>
        <w:t>218.1378</w:t>
      </w:r>
      <w:r>
        <w:tab/>
        <w:t>3.038e0</w:t>
      </w:r>
    </w:p>
    <w:p w:rsidR="007B2329" w:rsidRDefault="007B2329" w:rsidP="007B2329">
      <w:r>
        <w:t>218.1474</w:t>
      </w:r>
      <w:r>
        <w:tab/>
        <w:t>1.025e0</w:t>
      </w:r>
    </w:p>
    <w:p w:rsidR="007B2329" w:rsidRDefault="007B2329" w:rsidP="007B2329">
      <w:r>
        <w:t>218.1608</w:t>
      </w:r>
      <w:r>
        <w:tab/>
        <w:t>1.013e0</w:t>
      </w:r>
    </w:p>
    <w:p w:rsidR="007B2329" w:rsidRDefault="007B2329" w:rsidP="007B2329">
      <w:r>
        <w:t>218.1683</w:t>
      </w:r>
      <w:r>
        <w:tab/>
        <w:t>1.013e0</w:t>
      </w:r>
    </w:p>
    <w:p w:rsidR="007B2329" w:rsidRDefault="007B2329" w:rsidP="007B2329">
      <w:r>
        <w:lastRenderedPageBreak/>
        <w:t>218.1848</w:t>
      </w:r>
      <w:r>
        <w:tab/>
        <w:t>1.013e0</w:t>
      </w:r>
    </w:p>
    <w:p w:rsidR="007B2329" w:rsidRDefault="007B2329" w:rsidP="007B2329">
      <w:r>
        <w:t>218.1867</w:t>
      </w:r>
      <w:r>
        <w:tab/>
        <w:t>2.038e0</w:t>
      </w:r>
    </w:p>
    <w:p w:rsidR="007B2329" w:rsidRDefault="007B2329" w:rsidP="007B2329">
      <w:r>
        <w:t>218.1889</w:t>
      </w:r>
      <w:r>
        <w:tab/>
        <w:t>2.025e0</w:t>
      </w:r>
    </w:p>
    <w:p w:rsidR="007B2329" w:rsidRDefault="007B2329" w:rsidP="007B2329">
      <w:r>
        <w:t>218.2011</w:t>
      </w:r>
      <w:r>
        <w:tab/>
        <w:t>1.013e0</w:t>
      </w:r>
    </w:p>
    <w:p w:rsidR="007B2329" w:rsidRDefault="007B2329" w:rsidP="007B2329">
      <w:r>
        <w:t>218.2114</w:t>
      </w:r>
      <w:r>
        <w:tab/>
        <w:t>3.038e0</w:t>
      </w:r>
    </w:p>
    <w:p w:rsidR="007B2329" w:rsidRDefault="007B2329" w:rsidP="007B2329">
      <w:r>
        <w:t>218.2163</w:t>
      </w:r>
      <w:r>
        <w:tab/>
        <w:t>2.025e0</w:t>
      </w:r>
    </w:p>
    <w:p w:rsidR="007B2329" w:rsidRDefault="007B2329" w:rsidP="007B2329">
      <w:r>
        <w:t>218.2278</w:t>
      </w:r>
      <w:r>
        <w:tab/>
        <w:t>2.025e0</w:t>
      </w:r>
    </w:p>
    <w:p w:rsidR="007B2329" w:rsidRDefault="007B2329" w:rsidP="007B2329">
      <w:r>
        <w:t>218.2430</w:t>
      </w:r>
      <w:r>
        <w:tab/>
        <w:t>1.013e0</w:t>
      </w:r>
    </w:p>
    <w:p w:rsidR="007B2329" w:rsidRDefault="007B2329" w:rsidP="007B2329">
      <w:r>
        <w:t>218.2551</w:t>
      </w:r>
      <w:r>
        <w:tab/>
        <w:t>1.266e-2</w:t>
      </w:r>
    </w:p>
    <w:p w:rsidR="007B2329" w:rsidRDefault="007B2329" w:rsidP="007B2329">
      <w:r>
        <w:t>218.2576</w:t>
      </w:r>
      <w:r>
        <w:tab/>
        <w:t>2.025e0</w:t>
      </w:r>
    </w:p>
    <w:p w:rsidR="007B2329" w:rsidRDefault="007B2329" w:rsidP="007B2329">
      <w:r>
        <w:t>218.2593</w:t>
      </w:r>
      <w:r>
        <w:tab/>
        <w:t>1.013e0</w:t>
      </w:r>
    </w:p>
    <w:p w:rsidR="007B2329" w:rsidRDefault="007B2329" w:rsidP="007B2329">
      <w:r>
        <w:t>218.2665</w:t>
      </w:r>
      <w:r>
        <w:tab/>
        <w:t>2.025e0</w:t>
      </w:r>
    </w:p>
    <w:p w:rsidR="007B2329" w:rsidRDefault="007B2329" w:rsidP="007B2329">
      <w:r>
        <w:t>218.2815</w:t>
      </w:r>
      <w:r>
        <w:tab/>
        <w:t>2.025e0</w:t>
      </w:r>
    </w:p>
    <w:p w:rsidR="007B2329" w:rsidRDefault="007B2329" w:rsidP="007B2329">
      <w:r>
        <w:t>218.2833</w:t>
      </w:r>
      <w:r>
        <w:tab/>
        <w:t>1.013e0</w:t>
      </w:r>
    </w:p>
    <w:p w:rsidR="007B2329" w:rsidRDefault="007B2329" w:rsidP="007B2329">
      <w:r>
        <w:t>218.2909</w:t>
      </w:r>
      <w:r>
        <w:tab/>
        <w:t>2.025e0</w:t>
      </w:r>
    </w:p>
    <w:p w:rsidR="007B2329" w:rsidRDefault="007B2329" w:rsidP="007B2329">
      <w:r>
        <w:t>218.3062</w:t>
      </w:r>
      <w:r>
        <w:tab/>
        <w:t>2.025e0</w:t>
      </w:r>
    </w:p>
    <w:p w:rsidR="007B2329" w:rsidRDefault="007B2329" w:rsidP="007B2329">
      <w:r>
        <w:t>218.3101</w:t>
      </w:r>
      <w:r>
        <w:tab/>
        <w:t>2.532e-2</w:t>
      </w:r>
    </w:p>
    <w:p w:rsidR="007B2329" w:rsidRDefault="007B2329" w:rsidP="007B2329">
      <w:r>
        <w:t>218.3215</w:t>
      </w:r>
      <w:r>
        <w:tab/>
        <w:t>1.013e0</w:t>
      </w:r>
    </w:p>
    <w:p w:rsidR="007B2329" w:rsidRDefault="007B2329" w:rsidP="007B2329">
      <w:r>
        <w:t>218.3255</w:t>
      </w:r>
      <w:r>
        <w:tab/>
        <w:t>1.013e0</w:t>
      </w:r>
    </w:p>
    <w:p w:rsidR="007B2329" w:rsidRDefault="007B2329" w:rsidP="007B2329">
      <w:r>
        <w:lastRenderedPageBreak/>
        <w:t>218.3459</w:t>
      </w:r>
      <w:r>
        <w:tab/>
        <w:t>2.025e0</w:t>
      </w:r>
    </w:p>
    <w:p w:rsidR="007B2329" w:rsidRDefault="007B2329" w:rsidP="007B2329">
      <w:r>
        <w:t>218.3504</w:t>
      </w:r>
      <w:r>
        <w:tab/>
        <w:t>1.013e0</w:t>
      </w:r>
    </w:p>
    <w:p w:rsidR="007B2329" w:rsidRDefault="007B2329" w:rsidP="007B2329">
      <w:r>
        <w:t>218.3542</w:t>
      </w:r>
      <w:r>
        <w:tab/>
        <w:t>4.051e0</w:t>
      </w:r>
    </w:p>
    <w:p w:rsidR="007B2329" w:rsidRDefault="007B2329" w:rsidP="007B2329">
      <w:r>
        <w:t>218.3732</w:t>
      </w:r>
      <w:r>
        <w:tab/>
        <w:t>1.013e0</w:t>
      </w:r>
    </w:p>
    <w:p w:rsidR="007B2329" w:rsidRDefault="007B2329" w:rsidP="007B2329">
      <w:r>
        <w:t>218.3810</w:t>
      </w:r>
      <w:r>
        <w:tab/>
        <w:t>2.025e0</w:t>
      </w:r>
    </w:p>
    <w:p w:rsidR="007B2329" w:rsidRDefault="007B2329" w:rsidP="007B2329">
      <w:r>
        <w:t>218.3848</w:t>
      </w:r>
      <w:r>
        <w:tab/>
        <w:t>1.013e0</w:t>
      </w:r>
    </w:p>
    <w:p w:rsidR="007B2329" w:rsidRDefault="007B2329" w:rsidP="007B2329">
      <w:r>
        <w:t>218.3967</w:t>
      </w:r>
      <w:r>
        <w:tab/>
        <w:t>2.025e0</w:t>
      </w:r>
    </w:p>
    <w:p w:rsidR="007B2329" w:rsidRDefault="007B2329" w:rsidP="007B2329">
      <w:r>
        <w:t>218.4041</w:t>
      </w:r>
      <w:r>
        <w:tab/>
        <w:t>1.013e0</w:t>
      </w:r>
    </w:p>
    <w:p w:rsidR="007B2329" w:rsidRDefault="007B2329" w:rsidP="007B2329">
      <w:r>
        <w:t>218.4124</w:t>
      </w:r>
      <w:r>
        <w:tab/>
        <w:t>1.013e0</w:t>
      </w:r>
    </w:p>
    <w:p w:rsidR="007B2329" w:rsidRDefault="007B2329" w:rsidP="007B2329">
      <w:r>
        <w:t>218.4207</w:t>
      </w:r>
      <w:r>
        <w:tab/>
        <w:t>1.013e0</w:t>
      </w:r>
    </w:p>
    <w:p w:rsidR="007B2329" w:rsidRDefault="007B2329" w:rsidP="007B2329">
      <w:r>
        <w:t>218.4556</w:t>
      </w:r>
      <w:r>
        <w:tab/>
        <w:t>1.013e0</w:t>
      </w:r>
    </w:p>
    <w:p w:rsidR="007B2329" w:rsidRDefault="007B2329" w:rsidP="007B2329">
      <w:r>
        <w:t>218.4633</w:t>
      </w:r>
      <w:r>
        <w:tab/>
        <w:t>1.013e0</w:t>
      </w:r>
    </w:p>
    <w:p w:rsidR="007B2329" w:rsidRDefault="007B2329" w:rsidP="007B2329">
      <w:r>
        <w:t>218.4870</w:t>
      </w:r>
      <w:r>
        <w:tab/>
        <w:t>1.013e0</w:t>
      </w:r>
    </w:p>
    <w:p w:rsidR="007B2329" w:rsidRDefault="007B2329" w:rsidP="007B2329">
      <w:r>
        <w:t>218.4952</w:t>
      </w:r>
      <w:r>
        <w:tab/>
        <w:t>1.013e0</w:t>
      </w:r>
    </w:p>
    <w:p w:rsidR="007B2329" w:rsidRDefault="007B2329" w:rsidP="007B2329">
      <w:r>
        <w:t>218.5010</w:t>
      </w:r>
      <w:r>
        <w:tab/>
        <w:t>3.038e0</w:t>
      </w:r>
    </w:p>
    <w:p w:rsidR="007B2329" w:rsidRDefault="007B2329" w:rsidP="007B2329">
      <w:r>
        <w:t>218.5024</w:t>
      </w:r>
      <w:r>
        <w:tab/>
        <w:t>2.532e-2</w:t>
      </w:r>
    </w:p>
    <w:p w:rsidR="007B2329" w:rsidRDefault="007B2329" w:rsidP="007B2329">
      <w:r>
        <w:t>218.5074</w:t>
      </w:r>
      <w:r>
        <w:tab/>
        <w:t>1.013e0</w:t>
      </w:r>
    </w:p>
    <w:p w:rsidR="007B2329" w:rsidRDefault="007B2329" w:rsidP="007B2329">
      <w:r>
        <w:t>218.5112</w:t>
      </w:r>
      <w:r>
        <w:tab/>
        <w:t>1.013e0</w:t>
      </w:r>
    </w:p>
    <w:p w:rsidR="007B2329" w:rsidRDefault="007B2329" w:rsidP="007B2329">
      <w:r>
        <w:t>218.5150</w:t>
      </w:r>
      <w:r>
        <w:tab/>
        <w:t>1.013e0</w:t>
      </w:r>
    </w:p>
    <w:p w:rsidR="007B2329" w:rsidRDefault="007B2329" w:rsidP="007B2329">
      <w:r>
        <w:lastRenderedPageBreak/>
        <w:t>218.5187</w:t>
      </w:r>
      <w:r>
        <w:tab/>
        <w:t>1.013e0</w:t>
      </w:r>
    </w:p>
    <w:p w:rsidR="007B2329" w:rsidRDefault="007B2329" w:rsidP="007B2329">
      <w:r>
        <w:t>218.5226</w:t>
      </w:r>
      <w:r>
        <w:tab/>
        <w:t>1.013e0</w:t>
      </w:r>
    </w:p>
    <w:p w:rsidR="007B2329" w:rsidRDefault="007B2329" w:rsidP="007B2329">
      <w:r>
        <w:t>218.5264</w:t>
      </w:r>
      <w:r>
        <w:tab/>
        <w:t>1.013e0</w:t>
      </w:r>
    </w:p>
    <w:p w:rsidR="007B2329" w:rsidRDefault="007B2329" w:rsidP="007B2329">
      <w:r>
        <w:t>218.5455</w:t>
      </w:r>
      <w:r>
        <w:tab/>
        <w:t>2.025e0</w:t>
      </w:r>
    </w:p>
    <w:p w:rsidR="007B2329" w:rsidRDefault="007B2329" w:rsidP="007B2329">
      <w:r>
        <w:t>218.5574</w:t>
      </w:r>
      <w:r>
        <w:tab/>
        <w:t>1.013e0</w:t>
      </w:r>
    </w:p>
    <w:p w:rsidR="007B2329" w:rsidRDefault="007B2329" w:rsidP="007B2329">
      <w:r>
        <w:t>218.5795</w:t>
      </w:r>
      <w:r>
        <w:tab/>
        <w:t>2.025e0</w:t>
      </w:r>
    </w:p>
    <w:p w:rsidR="007B2329" w:rsidRDefault="007B2329" w:rsidP="007B2329">
      <w:r>
        <w:t>218.5897</w:t>
      </w:r>
      <w:r>
        <w:tab/>
        <w:t>1.013e0</w:t>
      </w:r>
    </w:p>
    <w:p w:rsidR="007B2329" w:rsidRDefault="007B2329" w:rsidP="007B2329">
      <w:r>
        <w:t>218.5936</w:t>
      </w:r>
      <w:r>
        <w:tab/>
        <w:t>1.013e0</w:t>
      </w:r>
    </w:p>
    <w:p w:rsidR="007B2329" w:rsidRDefault="007B2329" w:rsidP="007B2329">
      <w:r>
        <w:t>218.6012</w:t>
      </w:r>
      <w:r>
        <w:tab/>
        <w:t>1.013e0</w:t>
      </w:r>
    </w:p>
    <w:p w:rsidR="007B2329" w:rsidRDefault="007B2329" w:rsidP="007B2329">
      <w:r>
        <w:t>218.6050</w:t>
      </w:r>
      <w:r>
        <w:tab/>
        <w:t>2.025e0</w:t>
      </w:r>
    </w:p>
    <w:p w:rsidR="007B2329" w:rsidRDefault="007B2329" w:rsidP="007B2329">
      <w:r>
        <w:t>218.6240</w:t>
      </w:r>
      <w:r>
        <w:tab/>
        <w:t>1.013e0</w:t>
      </w:r>
    </w:p>
    <w:p w:rsidR="007B2329" w:rsidRDefault="007B2329" w:rsidP="007B2329">
      <w:r>
        <w:t>218.6279</w:t>
      </w:r>
      <w:r>
        <w:tab/>
        <w:t>2.025e0</w:t>
      </w:r>
    </w:p>
    <w:p w:rsidR="007B2329" w:rsidRDefault="007B2329" w:rsidP="007B2329">
      <w:r>
        <w:t>218.6557</w:t>
      </w:r>
      <w:r>
        <w:tab/>
        <w:t>2.025e0</w:t>
      </w:r>
    </w:p>
    <w:p w:rsidR="007B2329" w:rsidRDefault="007B2329" w:rsidP="007B2329">
      <w:r>
        <w:t>218.6568</w:t>
      </w:r>
      <w:r>
        <w:tab/>
        <w:t>1.013e0</w:t>
      </w:r>
    </w:p>
    <w:p w:rsidR="007B2329" w:rsidRDefault="007B2329" w:rsidP="007B2329">
      <w:r>
        <w:t>218.6682</w:t>
      </w:r>
      <w:r>
        <w:tab/>
        <w:t>1.013e0</w:t>
      </w:r>
    </w:p>
    <w:p w:rsidR="007B2329" w:rsidRDefault="007B2329" w:rsidP="007B2329">
      <w:r>
        <w:t>218.6875</w:t>
      </w:r>
      <w:r>
        <w:tab/>
        <w:t>1.013e0</w:t>
      </w:r>
    </w:p>
    <w:p w:rsidR="007B2329" w:rsidRDefault="007B2329" w:rsidP="007B2329">
      <w:r>
        <w:t>218.6912</w:t>
      </w:r>
      <w:r>
        <w:tab/>
        <w:t>1.013e0</w:t>
      </w:r>
    </w:p>
    <w:p w:rsidR="007B2329" w:rsidRDefault="007B2329" w:rsidP="007B2329">
      <w:r>
        <w:t>218.7104</w:t>
      </w:r>
      <w:r>
        <w:tab/>
        <w:t>3.038e0</w:t>
      </w:r>
    </w:p>
    <w:p w:rsidR="007B2329" w:rsidRDefault="007B2329" w:rsidP="007B2329">
      <w:r>
        <w:t>218.7149</w:t>
      </w:r>
      <w:r>
        <w:tab/>
        <w:t>1.013e0</w:t>
      </w:r>
    </w:p>
    <w:p w:rsidR="007B2329" w:rsidRDefault="007B2329" w:rsidP="007B2329">
      <w:r>
        <w:lastRenderedPageBreak/>
        <w:t>218.7273</w:t>
      </w:r>
      <w:r>
        <w:tab/>
        <w:t>2.025e0</w:t>
      </w:r>
    </w:p>
    <w:p w:rsidR="007B2329" w:rsidRDefault="007B2329" w:rsidP="007B2329">
      <w:r>
        <w:t>218.7353</w:t>
      </w:r>
      <w:r>
        <w:tab/>
        <w:t>1.013e0</w:t>
      </w:r>
    </w:p>
    <w:p w:rsidR="007B2329" w:rsidRDefault="007B2329" w:rsidP="007B2329">
      <w:r>
        <w:t>218.7429</w:t>
      </w:r>
      <w:r>
        <w:tab/>
        <w:t>1.013e0</w:t>
      </w:r>
    </w:p>
    <w:p w:rsidR="007B2329" w:rsidRDefault="007B2329" w:rsidP="007B2329">
      <w:r>
        <w:t>218.7621</w:t>
      </w:r>
      <w:r>
        <w:tab/>
        <w:t>1.013e0</w:t>
      </w:r>
    </w:p>
    <w:p w:rsidR="007B2329" w:rsidRDefault="007B2329" w:rsidP="007B2329">
      <w:r>
        <w:t>218.7697</w:t>
      </w:r>
      <w:r>
        <w:tab/>
        <w:t>2.025e0</w:t>
      </w:r>
    </w:p>
    <w:p w:rsidR="007B2329" w:rsidRDefault="007B2329" w:rsidP="007B2329">
      <w:r>
        <w:t>218.7812</w:t>
      </w:r>
      <w:r>
        <w:tab/>
        <w:t>2.025e0</w:t>
      </w:r>
    </w:p>
    <w:p w:rsidR="007B2329" w:rsidRDefault="007B2329" w:rsidP="007B2329">
      <w:r>
        <w:t>218.7895</w:t>
      </w:r>
      <w:r>
        <w:tab/>
        <w:t>1.013e0</w:t>
      </w:r>
    </w:p>
    <w:p w:rsidR="007B2329" w:rsidRDefault="007B2329" w:rsidP="007B2329">
      <w:r>
        <w:t>218.8075</w:t>
      </w:r>
      <w:r>
        <w:tab/>
        <w:t>2.025e0</w:t>
      </w:r>
    </w:p>
    <w:p w:rsidR="007B2329" w:rsidRDefault="007B2329" w:rsidP="007B2329">
      <w:r>
        <w:t>218.8101</w:t>
      </w:r>
      <w:r>
        <w:tab/>
        <w:t>1.013e0</w:t>
      </w:r>
    </w:p>
    <w:p w:rsidR="007B2329" w:rsidRDefault="007B2329" w:rsidP="007B2329">
      <w:r>
        <w:t>218.8176</w:t>
      </w:r>
      <w:r>
        <w:tab/>
        <w:t>3.038e0</w:t>
      </w:r>
    </w:p>
    <w:p w:rsidR="007B2329" w:rsidRDefault="007B2329" w:rsidP="007B2329">
      <w:r>
        <w:t>218.8215</w:t>
      </w:r>
      <w:r>
        <w:tab/>
        <w:t>2.025e0</w:t>
      </w:r>
    </w:p>
    <w:p w:rsidR="007B2329" w:rsidRDefault="007B2329" w:rsidP="007B2329">
      <w:r>
        <w:t>218.8483</w:t>
      </w:r>
      <w:r>
        <w:tab/>
        <w:t>1.013e0</w:t>
      </w:r>
    </w:p>
    <w:p w:rsidR="007B2329" w:rsidRDefault="007B2329" w:rsidP="007B2329">
      <w:r>
        <w:t>218.8542</w:t>
      </w:r>
      <w:r>
        <w:tab/>
        <w:t>3.038e0</w:t>
      </w:r>
    </w:p>
    <w:p w:rsidR="007B2329" w:rsidRDefault="007B2329" w:rsidP="007B2329">
      <w:r>
        <w:t>218.8558</w:t>
      </w:r>
      <w:r>
        <w:tab/>
        <w:t>1.013e0</w:t>
      </w:r>
    </w:p>
    <w:p w:rsidR="007B2329" w:rsidRDefault="007B2329" w:rsidP="007B2329">
      <w:r>
        <w:t>218.8570</w:t>
      </w:r>
      <w:r>
        <w:tab/>
        <w:t>2.025e0</w:t>
      </w:r>
    </w:p>
    <w:p w:rsidR="007B2329" w:rsidRDefault="007B2329" w:rsidP="007B2329">
      <w:r>
        <w:t>218.8600</w:t>
      </w:r>
      <w:r>
        <w:tab/>
        <w:t>1.013e0</w:t>
      </w:r>
    </w:p>
    <w:p w:rsidR="007B2329" w:rsidRDefault="007B2329" w:rsidP="007B2329">
      <w:r>
        <w:t>218.8766</w:t>
      </w:r>
      <w:r>
        <w:tab/>
        <w:t>1.013e0</w:t>
      </w:r>
    </w:p>
    <w:p w:rsidR="007B2329" w:rsidRDefault="007B2329" w:rsidP="007B2329">
      <w:r>
        <w:t>218.8999</w:t>
      </w:r>
      <w:r>
        <w:tab/>
        <w:t>1.013e0</w:t>
      </w:r>
    </w:p>
    <w:p w:rsidR="007B2329" w:rsidRDefault="007B2329" w:rsidP="007B2329">
      <w:r>
        <w:t>218.9076</w:t>
      </w:r>
      <w:r>
        <w:tab/>
        <w:t>1.013e0</w:t>
      </w:r>
    </w:p>
    <w:p w:rsidR="007B2329" w:rsidRDefault="007B2329" w:rsidP="007B2329">
      <w:r>
        <w:lastRenderedPageBreak/>
        <w:t>218.9108</w:t>
      </w:r>
      <w:r>
        <w:tab/>
        <w:t>3.038e0</w:t>
      </w:r>
    </w:p>
    <w:p w:rsidR="007B2329" w:rsidRDefault="007B2329" w:rsidP="007B2329">
      <w:r>
        <w:t>218.9134</w:t>
      </w:r>
      <w:r>
        <w:tab/>
        <w:t>2.025e0</w:t>
      </w:r>
    </w:p>
    <w:p w:rsidR="007B2329" w:rsidRDefault="007B2329" w:rsidP="007B2329">
      <w:r>
        <w:t>218.9267</w:t>
      </w:r>
      <w:r>
        <w:tab/>
        <w:t>3.038e0</w:t>
      </w:r>
    </w:p>
    <w:p w:rsidR="007B2329" w:rsidRDefault="007B2329" w:rsidP="007B2329">
      <w:r>
        <w:t>218.9350</w:t>
      </w:r>
      <w:r>
        <w:tab/>
        <w:t>3.038e0</w:t>
      </w:r>
    </w:p>
    <w:p w:rsidR="007B2329" w:rsidRDefault="007B2329" w:rsidP="007B2329">
      <w:r>
        <w:t>218.9413</w:t>
      </w:r>
      <w:r>
        <w:tab/>
        <w:t>2.025e0</w:t>
      </w:r>
    </w:p>
    <w:p w:rsidR="007B2329" w:rsidRDefault="007B2329" w:rsidP="007B2329">
      <w:r>
        <w:t>218.9471</w:t>
      </w:r>
      <w:r>
        <w:tab/>
        <w:t>1.013e0</w:t>
      </w:r>
    </w:p>
    <w:p w:rsidR="007B2329" w:rsidRDefault="007B2329" w:rsidP="007B2329">
      <w:r>
        <w:t>218.9554</w:t>
      </w:r>
      <w:r>
        <w:tab/>
        <w:t>1.013e0</w:t>
      </w:r>
    </w:p>
    <w:p w:rsidR="007B2329" w:rsidRDefault="007B2329" w:rsidP="007B2329">
      <w:r>
        <w:t>218.9671</w:t>
      </w:r>
      <w:r>
        <w:tab/>
        <w:t>1.013e0</w:t>
      </w:r>
    </w:p>
    <w:p w:rsidR="007B2329" w:rsidRDefault="007B2329" w:rsidP="007B2329">
      <w:r>
        <w:t>218.9939</w:t>
      </w:r>
      <w:r>
        <w:tab/>
        <w:t>2.025e0</w:t>
      </w:r>
    </w:p>
    <w:p w:rsidR="007B2329" w:rsidRDefault="007B2329" w:rsidP="007B2329">
      <w:r>
        <w:t>219.0037</w:t>
      </w:r>
      <w:r>
        <w:tab/>
        <w:t>3.038e0</w:t>
      </w:r>
    </w:p>
    <w:p w:rsidR="007B2329" w:rsidRDefault="007B2329" w:rsidP="007B2329">
      <w:r>
        <w:t>219.0053</w:t>
      </w:r>
      <w:r>
        <w:tab/>
        <w:t>1.013e0</w:t>
      </w:r>
    </w:p>
    <w:p w:rsidR="007B2329" w:rsidRDefault="007B2329" w:rsidP="007B2329">
      <w:r>
        <w:t>219.0177</w:t>
      </w:r>
      <w:r>
        <w:tab/>
        <w:t>2.025e0</w:t>
      </w:r>
    </w:p>
    <w:p w:rsidR="007B2329" w:rsidRDefault="007B2329" w:rsidP="007B2329">
      <w:r>
        <w:t>219.0259</w:t>
      </w:r>
      <w:r>
        <w:tab/>
        <w:t>1.013e0</w:t>
      </w:r>
    </w:p>
    <w:p w:rsidR="007B2329" w:rsidRDefault="007B2329" w:rsidP="007B2329">
      <w:r>
        <w:t>219.0358</w:t>
      </w:r>
      <w:r>
        <w:tab/>
        <w:t>6.076e0</w:t>
      </w:r>
    </w:p>
    <w:p w:rsidR="007B2329" w:rsidRDefault="007B2329" w:rsidP="007B2329">
      <w:r>
        <w:t>219.0381</w:t>
      </w:r>
      <w:r>
        <w:tab/>
        <w:t>1.013e0</w:t>
      </w:r>
    </w:p>
    <w:p w:rsidR="007B2329" w:rsidRDefault="007B2329" w:rsidP="007B2329">
      <w:r>
        <w:t>219.0418</w:t>
      </w:r>
      <w:r>
        <w:tab/>
        <w:t>2.025e0</w:t>
      </w:r>
    </w:p>
    <w:p w:rsidR="007B2329" w:rsidRDefault="007B2329" w:rsidP="007B2329">
      <w:r>
        <w:t>219.0553</w:t>
      </w:r>
      <w:r>
        <w:tab/>
        <w:t>2.038e0</w:t>
      </w:r>
    </w:p>
    <w:p w:rsidR="007B2329" w:rsidRDefault="007B2329" w:rsidP="007B2329">
      <w:r>
        <w:t>219.0572</w:t>
      </w:r>
      <w:r>
        <w:tab/>
        <w:t>1.013e0</w:t>
      </w:r>
    </w:p>
    <w:p w:rsidR="007B2329" w:rsidRDefault="007B2329" w:rsidP="007B2329">
      <w:r>
        <w:t>219.0724</w:t>
      </w:r>
      <w:r>
        <w:tab/>
        <w:t>1.013e0</w:t>
      </w:r>
    </w:p>
    <w:p w:rsidR="007B2329" w:rsidRDefault="007B2329" w:rsidP="007B2329">
      <w:r>
        <w:lastRenderedPageBreak/>
        <w:t>219.0800</w:t>
      </w:r>
      <w:r>
        <w:tab/>
        <w:t>1.013e0</w:t>
      </w:r>
    </w:p>
    <w:p w:rsidR="007B2329" w:rsidRDefault="007B2329" w:rsidP="007B2329">
      <w:r>
        <w:t>219.0864</w:t>
      </w:r>
      <w:r>
        <w:tab/>
        <w:t>2.025e0</w:t>
      </w:r>
    </w:p>
    <w:p w:rsidR="007B2329" w:rsidRDefault="007B2329" w:rsidP="007B2329">
      <w:r>
        <w:t>219.1066</w:t>
      </w:r>
      <w:r>
        <w:tab/>
        <w:t>2.025e0</w:t>
      </w:r>
    </w:p>
    <w:p w:rsidR="007B2329" w:rsidRDefault="007B2329" w:rsidP="007B2329">
      <w:r>
        <w:t>219.1090</w:t>
      </w:r>
      <w:r>
        <w:tab/>
        <w:t>1.013e0</w:t>
      </w:r>
    </w:p>
    <w:p w:rsidR="007B2329" w:rsidRDefault="007B2329" w:rsidP="007B2329">
      <w:r>
        <w:t>219.1128</w:t>
      </w:r>
      <w:r>
        <w:tab/>
        <w:t>1.013e0</w:t>
      </w:r>
    </w:p>
    <w:p w:rsidR="007B2329" w:rsidRDefault="007B2329" w:rsidP="007B2329">
      <w:r>
        <w:t>219.1166</w:t>
      </w:r>
      <w:r>
        <w:tab/>
        <w:t>4.051e0</w:t>
      </w:r>
    </w:p>
    <w:p w:rsidR="007B2329" w:rsidRDefault="007B2329" w:rsidP="007B2329">
      <w:r>
        <w:t>219.1204</w:t>
      </w:r>
      <w:r>
        <w:tab/>
        <w:t>2.025e0</w:t>
      </w:r>
    </w:p>
    <w:p w:rsidR="007B2329" w:rsidRDefault="007B2329" w:rsidP="007B2329">
      <w:r>
        <w:t>219.1230</w:t>
      </w:r>
      <w:r>
        <w:tab/>
        <w:t>3.038e0</w:t>
      </w:r>
    </w:p>
    <w:p w:rsidR="007B2329" w:rsidRDefault="007B2329" w:rsidP="007B2329">
      <w:r>
        <w:t>219.1280</w:t>
      </w:r>
      <w:r>
        <w:tab/>
        <w:t>1.013e0</w:t>
      </w:r>
    </w:p>
    <w:p w:rsidR="007B2329" w:rsidRDefault="007B2329" w:rsidP="007B2329">
      <w:r>
        <w:t>219.1350</w:t>
      </w:r>
      <w:r>
        <w:tab/>
        <w:t>3.038e0</w:t>
      </w:r>
    </w:p>
    <w:p w:rsidR="007B2329" w:rsidRDefault="007B2329" w:rsidP="007B2329">
      <w:r>
        <w:t>219.1435</w:t>
      </w:r>
      <w:r>
        <w:tab/>
        <w:t>1.013e0</w:t>
      </w:r>
    </w:p>
    <w:p w:rsidR="007B2329" w:rsidRDefault="007B2329" w:rsidP="007B2329">
      <w:r>
        <w:t>219.1472</w:t>
      </w:r>
      <w:r>
        <w:tab/>
        <w:t>2.025e0</w:t>
      </w:r>
    </w:p>
    <w:p w:rsidR="007B2329" w:rsidRDefault="007B2329" w:rsidP="007B2329">
      <w:r>
        <w:t>219.1512</w:t>
      </w:r>
      <w:r>
        <w:tab/>
        <w:t>1.038e0</w:t>
      </w:r>
    </w:p>
    <w:p w:rsidR="007B2329" w:rsidRDefault="007B2329" w:rsidP="007B2329">
      <w:r>
        <w:t>219.1588</w:t>
      </w:r>
      <w:r>
        <w:tab/>
        <w:t>1.013e0</w:t>
      </w:r>
    </w:p>
    <w:p w:rsidR="007B2329" w:rsidRDefault="007B2329" w:rsidP="007B2329">
      <w:r>
        <w:t>219.1671</w:t>
      </w:r>
      <w:r>
        <w:tab/>
        <w:t>1.013e0</w:t>
      </w:r>
    </w:p>
    <w:p w:rsidR="007B2329" w:rsidRDefault="007B2329" w:rsidP="007B2329">
      <w:r>
        <w:t>219.1834</w:t>
      </w:r>
      <w:r>
        <w:tab/>
        <w:t>2.025e0</w:t>
      </w:r>
    </w:p>
    <w:p w:rsidR="007B2329" w:rsidRDefault="007B2329" w:rsidP="007B2329">
      <w:r>
        <w:t>219.1876</w:t>
      </w:r>
      <w:r>
        <w:tab/>
        <w:t>1.266e-2</w:t>
      </w:r>
    </w:p>
    <w:p w:rsidR="007B2329" w:rsidRDefault="007B2329" w:rsidP="007B2329">
      <w:r>
        <w:t>219.1906</w:t>
      </w:r>
      <w:r>
        <w:tab/>
        <w:t>3.950e0</w:t>
      </w:r>
    </w:p>
    <w:p w:rsidR="007B2329" w:rsidRDefault="007B2329" w:rsidP="007B2329">
      <w:r>
        <w:t>219.2047</w:t>
      </w:r>
      <w:r>
        <w:tab/>
        <w:t>2.025e0</w:t>
      </w:r>
    </w:p>
    <w:p w:rsidR="007B2329" w:rsidRDefault="007B2329" w:rsidP="007B2329">
      <w:r>
        <w:lastRenderedPageBreak/>
        <w:t>219.2220</w:t>
      </w:r>
      <w:r>
        <w:tab/>
        <w:t>1.013e0</w:t>
      </w:r>
    </w:p>
    <w:p w:rsidR="007B2329" w:rsidRDefault="007B2329" w:rsidP="007B2329">
      <w:r>
        <w:t>219.2297</w:t>
      </w:r>
      <w:r>
        <w:tab/>
        <w:t>2.025e0</w:t>
      </w:r>
    </w:p>
    <w:p w:rsidR="007B2329" w:rsidRDefault="007B2329" w:rsidP="007B2329">
      <w:r>
        <w:t>219.2460</w:t>
      </w:r>
      <w:r>
        <w:tab/>
        <w:t>2.025e0</w:t>
      </w:r>
    </w:p>
    <w:p w:rsidR="007B2329" w:rsidRDefault="007B2329" w:rsidP="007B2329">
      <w:r>
        <w:t>219.2930</w:t>
      </w:r>
      <w:r>
        <w:tab/>
        <w:t>1.013e0</w:t>
      </w:r>
    </w:p>
    <w:p w:rsidR="007B2329" w:rsidRDefault="007B2329" w:rsidP="007B2329">
      <w:r>
        <w:t>219.3126</w:t>
      </w:r>
      <w:r>
        <w:tab/>
        <w:t>1.013e0</w:t>
      </w:r>
    </w:p>
    <w:p w:rsidR="007B2329" w:rsidRDefault="007B2329" w:rsidP="007B2329">
      <w:r>
        <w:t>219.3167</w:t>
      </w:r>
      <w:r>
        <w:tab/>
        <w:t>1.013e0</w:t>
      </w:r>
    </w:p>
    <w:p w:rsidR="007B2329" w:rsidRDefault="007B2329" w:rsidP="007B2329">
      <w:r>
        <w:t>219.3208</w:t>
      </w:r>
      <w:r>
        <w:tab/>
        <w:t>1.013e0</w:t>
      </w:r>
    </w:p>
    <w:p w:rsidR="007B2329" w:rsidRDefault="007B2329" w:rsidP="007B2329">
      <w:r>
        <w:t>219.3371</w:t>
      </w:r>
      <w:r>
        <w:tab/>
        <w:t>2.025e0</w:t>
      </w:r>
    </w:p>
    <w:p w:rsidR="007B2329" w:rsidRDefault="007B2329" w:rsidP="007B2329">
      <w:r>
        <w:t>219.3409</w:t>
      </w:r>
      <w:r>
        <w:tab/>
        <w:t>1.013e0</w:t>
      </w:r>
    </w:p>
    <w:p w:rsidR="007B2329" w:rsidRDefault="007B2329" w:rsidP="007B2329">
      <w:r>
        <w:t>219.3524</w:t>
      </w:r>
      <w:r>
        <w:tab/>
        <w:t>1.013e0</w:t>
      </w:r>
    </w:p>
    <w:p w:rsidR="007B2329" w:rsidRDefault="007B2329" w:rsidP="007B2329">
      <w:r>
        <w:t>219.3677</w:t>
      </w:r>
      <w:r>
        <w:tab/>
        <w:t>1.013e0</w:t>
      </w:r>
    </w:p>
    <w:p w:rsidR="007B2329" w:rsidRDefault="007B2329" w:rsidP="007B2329">
      <w:r>
        <w:t>219.3715</w:t>
      </w:r>
      <w:r>
        <w:tab/>
        <w:t>1.013e0</w:t>
      </w:r>
    </w:p>
    <w:p w:rsidR="007B2329" w:rsidRDefault="007B2329" w:rsidP="007B2329">
      <w:r>
        <w:t>219.3791</w:t>
      </w:r>
      <w:r>
        <w:tab/>
        <w:t>2.532e-2</w:t>
      </w:r>
    </w:p>
    <w:p w:rsidR="007B2329" w:rsidRDefault="007B2329" w:rsidP="007B2329">
      <w:r>
        <w:t>219.3914</w:t>
      </w:r>
      <w:r>
        <w:tab/>
        <w:t>2.025e0</w:t>
      </w:r>
    </w:p>
    <w:p w:rsidR="007B2329" w:rsidRDefault="007B2329" w:rsidP="007B2329">
      <w:r>
        <w:t>219.4040</w:t>
      </w:r>
      <w:r>
        <w:tab/>
        <w:t>1.013e0</w:t>
      </w:r>
    </w:p>
    <w:p w:rsidR="007B2329" w:rsidRDefault="007B2329" w:rsidP="007B2329">
      <w:r>
        <w:t>219.4070</w:t>
      </w:r>
      <w:r>
        <w:tab/>
        <w:t>2.025e0</w:t>
      </w:r>
    </w:p>
    <w:p w:rsidR="007B2329" w:rsidRDefault="007B2329" w:rsidP="007B2329">
      <w:r>
        <w:t>219.4157</w:t>
      </w:r>
      <w:r>
        <w:tab/>
        <w:t>2.025e0</w:t>
      </w:r>
    </w:p>
    <w:p w:rsidR="007B2329" w:rsidRDefault="007B2329" w:rsidP="007B2329">
      <w:r>
        <w:t>219.4195</w:t>
      </w:r>
      <w:r>
        <w:tab/>
        <w:t>1.013e0</w:t>
      </w:r>
    </w:p>
    <w:p w:rsidR="007B2329" w:rsidRDefault="007B2329" w:rsidP="007B2329">
      <w:r>
        <w:t>219.4310</w:t>
      </w:r>
      <w:r>
        <w:tab/>
        <w:t>1.013e0</w:t>
      </w:r>
    </w:p>
    <w:p w:rsidR="007B2329" w:rsidRDefault="007B2329" w:rsidP="007B2329">
      <w:r>
        <w:lastRenderedPageBreak/>
        <w:t>219.4349</w:t>
      </w:r>
      <w:r>
        <w:tab/>
        <w:t>1.013e0</w:t>
      </w:r>
    </w:p>
    <w:p w:rsidR="007B2329" w:rsidRDefault="007B2329" w:rsidP="007B2329">
      <w:r>
        <w:t>219.4425</w:t>
      </w:r>
      <w:r>
        <w:tab/>
        <w:t>1.013e0</w:t>
      </w:r>
    </w:p>
    <w:p w:rsidR="007B2329" w:rsidRDefault="007B2329" w:rsidP="007B2329">
      <w:r>
        <w:t>219.4463</w:t>
      </w:r>
      <w:r>
        <w:tab/>
        <w:t>1.013e0</w:t>
      </w:r>
    </w:p>
    <w:p w:rsidR="007B2329" w:rsidRDefault="007B2329" w:rsidP="007B2329">
      <w:r>
        <w:t>219.4580</w:t>
      </w:r>
      <w:r>
        <w:tab/>
        <w:t>1.013e0</w:t>
      </w:r>
    </w:p>
    <w:p w:rsidR="007B2329" w:rsidRDefault="007B2329" w:rsidP="007B2329">
      <w:r>
        <w:t>219.4788</w:t>
      </w:r>
      <w:r>
        <w:tab/>
        <w:t>1.013e0</w:t>
      </w:r>
    </w:p>
    <w:p w:rsidR="007B2329" w:rsidRDefault="007B2329" w:rsidP="007B2329">
      <w:r>
        <w:t>219.4906</w:t>
      </w:r>
      <w:r>
        <w:tab/>
        <w:t>2.025e0</w:t>
      </w:r>
    </w:p>
    <w:p w:rsidR="007B2329" w:rsidRDefault="007B2329" w:rsidP="007B2329">
      <w:r>
        <w:t>219.4924</w:t>
      </w:r>
      <w:r>
        <w:tab/>
        <w:t>2.025e0</w:t>
      </w:r>
    </w:p>
    <w:p w:rsidR="007B2329" w:rsidRDefault="007B2329" w:rsidP="007B2329">
      <w:r>
        <w:t>219.4981</w:t>
      </w:r>
      <w:r>
        <w:tab/>
        <w:t>1.013e0</w:t>
      </w:r>
    </w:p>
    <w:p w:rsidR="007B2329" w:rsidRDefault="007B2329" w:rsidP="007B2329">
      <w:r>
        <w:t>219.5134</w:t>
      </w:r>
      <w:r>
        <w:tab/>
        <w:t>1.013e0</w:t>
      </w:r>
    </w:p>
    <w:p w:rsidR="007B2329" w:rsidRDefault="007B2329" w:rsidP="007B2329">
      <w:r>
        <w:t>219.5230</w:t>
      </w:r>
      <w:r>
        <w:tab/>
        <w:t>2.025e0</w:t>
      </w:r>
    </w:p>
    <w:p w:rsidR="007B2329" w:rsidRDefault="007B2329" w:rsidP="007B2329">
      <w:r>
        <w:t>219.5392</w:t>
      </w:r>
      <w:r>
        <w:tab/>
        <w:t>2.025e0</w:t>
      </w:r>
    </w:p>
    <w:p w:rsidR="007B2329" w:rsidRDefault="007B2329" w:rsidP="007B2329">
      <w:r>
        <w:t>219.5536</w:t>
      </w:r>
      <w:r>
        <w:tab/>
        <w:t>1.013e0</w:t>
      </w:r>
    </w:p>
    <w:p w:rsidR="007B2329" w:rsidRDefault="007B2329" w:rsidP="007B2329">
      <w:r>
        <w:t>219.5806</w:t>
      </w:r>
      <w:r>
        <w:tab/>
        <w:t>1.013e0</w:t>
      </w:r>
    </w:p>
    <w:p w:rsidR="007B2329" w:rsidRDefault="007B2329" w:rsidP="007B2329">
      <w:r>
        <w:t>219.5844</w:t>
      </w:r>
      <w:r>
        <w:tab/>
        <w:t>1.013e0</w:t>
      </w:r>
    </w:p>
    <w:p w:rsidR="007B2329" w:rsidRDefault="007B2329" w:rsidP="007B2329">
      <w:r>
        <w:t>219.6119</w:t>
      </w:r>
      <w:r>
        <w:tab/>
        <w:t>1.013e0</w:t>
      </w:r>
    </w:p>
    <w:p w:rsidR="007B2329" w:rsidRDefault="007B2329" w:rsidP="007B2329">
      <w:r>
        <w:t>219.6232</w:t>
      </w:r>
      <w:r>
        <w:tab/>
        <w:t>2.025e0</w:t>
      </w:r>
    </w:p>
    <w:p w:rsidR="007B2329" w:rsidRDefault="007B2329" w:rsidP="007B2329">
      <w:r>
        <w:t>219.6285</w:t>
      </w:r>
      <w:r>
        <w:tab/>
        <w:t>1.013e0</w:t>
      </w:r>
    </w:p>
    <w:p w:rsidR="007B2329" w:rsidRDefault="007B2329" w:rsidP="007B2329">
      <w:r>
        <w:t>219.6325</w:t>
      </w:r>
      <w:r>
        <w:tab/>
        <w:t>1.013e0</w:t>
      </w:r>
    </w:p>
    <w:p w:rsidR="007B2329" w:rsidRDefault="007B2329" w:rsidP="007B2329">
      <w:r>
        <w:t>219.6534</w:t>
      </w:r>
      <w:r>
        <w:tab/>
        <w:t>2.025e0</w:t>
      </w:r>
    </w:p>
    <w:p w:rsidR="007B2329" w:rsidRDefault="007B2329" w:rsidP="007B2329">
      <w:r>
        <w:lastRenderedPageBreak/>
        <w:t>219.6554</w:t>
      </w:r>
      <w:r>
        <w:tab/>
        <w:t>2.025e0</w:t>
      </w:r>
    </w:p>
    <w:p w:rsidR="007B2329" w:rsidRDefault="007B2329" w:rsidP="007B2329">
      <w:r>
        <w:t>219.6593</w:t>
      </w:r>
      <w:r>
        <w:tab/>
        <w:t>1.013e0</w:t>
      </w:r>
    </w:p>
    <w:p w:rsidR="007B2329" w:rsidRDefault="007B2329" w:rsidP="007B2329">
      <w:r>
        <w:t>219.6631</w:t>
      </w:r>
      <w:r>
        <w:tab/>
        <w:t>2.025e0</w:t>
      </w:r>
    </w:p>
    <w:p w:rsidR="007B2329" w:rsidRDefault="007B2329" w:rsidP="007B2329">
      <w:r>
        <w:t>219.6744</w:t>
      </w:r>
      <w:r>
        <w:tab/>
        <w:t>1.013e0</w:t>
      </w:r>
    </w:p>
    <w:p w:rsidR="007B2329" w:rsidRDefault="007B2329" w:rsidP="007B2329">
      <w:r>
        <w:t>219.6889</w:t>
      </w:r>
      <w:r>
        <w:tab/>
        <w:t>2.025e0</w:t>
      </w:r>
    </w:p>
    <w:p w:rsidR="007B2329" w:rsidRDefault="007B2329" w:rsidP="007B2329">
      <w:r>
        <w:t>219.7031</w:t>
      </w:r>
      <w:r>
        <w:tab/>
        <w:t>2.025e0</w:t>
      </w:r>
    </w:p>
    <w:p w:rsidR="007B2329" w:rsidRDefault="007B2329" w:rsidP="007B2329">
      <w:r>
        <w:t>219.7111</w:t>
      </w:r>
      <w:r>
        <w:tab/>
        <w:t>1.025e0</w:t>
      </w:r>
    </w:p>
    <w:p w:rsidR="007B2329" w:rsidRDefault="007B2329" w:rsidP="007B2329">
      <w:r>
        <w:t>219.7148</w:t>
      </w:r>
      <w:r>
        <w:tab/>
        <w:t>1.013e0</w:t>
      </w:r>
    </w:p>
    <w:p w:rsidR="007B2329" w:rsidRDefault="007B2329" w:rsidP="007B2329">
      <w:r>
        <w:t>219.7302</w:t>
      </w:r>
      <w:r>
        <w:tab/>
        <w:t>1.013e0</w:t>
      </w:r>
    </w:p>
    <w:p w:rsidR="007B2329" w:rsidRDefault="007B2329" w:rsidP="007B2329">
      <w:r>
        <w:t>219.7340</w:t>
      </w:r>
      <w:r>
        <w:tab/>
        <w:t>1.013e0</w:t>
      </w:r>
    </w:p>
    <w:p w:rsidR="007B2329" w:rsidRDefault="007B2329" w:rsidP="007B2329">
      <w:r>
        <w:t>219.7417</w:t>
      </w:r>
      <w:r>
        <w:tab/>
        <w:t>1.013e0</w:t>
      </w:r>
    </w:p>
    <w:p w:rsidR="007B2329" w:rsidRDefault="007B2329" w:rsidP="007B2329">
      <w:r>
        <w:t>219.7493</w:t>
      </w:r>
      <w:r>
        <w:tab/>
        <w:t>2.025e0</w:t>
      </w:r>
    </w:p>
    <w:p w:rsidR="007B2329" w:rsidRDefault="007B2329" w:rsidP="007B2329">
      <w:r>
        <w:t>219.7534</w:t>
      </w:r>
      <w:r>
        <w:tab/>
        <w:t>1.013e0</w:t>
      </w:r>
    </w:p>
    <w:p w:rsidR="007B2329" w:rsidRDefault="007B2329" w:rsidP="007B2329">
      <w:r>
        <w:t>219.7617</w:t>
      </w:r>
      <w:r>
        <w:tab/>
        <w:t>1.266e-2</w:t>
      </w:r>
    </w:p>
    <w:p w:rsidR="007B2329" w:rsidRDefault="007B2329" w:rsidP="007B2329">
      <w:r>
        <w:t>219.7858</w:t>
      </w:r>
      <w:r>
        <w:tab/>
        <w:t>2.025e0</w:t>
      </w:r>
    </w:p>
    <w:p w:rsidR="007B2329" w:rsidRDefault="007B2329" w:rsidP="007B2329">
      <w:r>
        <w:t>219.7896</w:t>
      </w:r>
      <w:r>
        <w:tab/>
        <w:t>1.013e0</w:t>
      </w:r>
    </w:p>
    <w:p w:rsidR="007B2329" w:rsidRDefault="007B2329" w:rsidP="007B2329">
      <w:r>
        <w:t>219.7917</w:t>
      </w:r>
      <w:r>
        <w:tab/>
        <w:t>2.025e0</w:t>
      </w:r>
    </w:p>
    <w:p w:rsidR="007B2329" w:rsidRDefault="007B2329" w:rsidP="007B2329">
      <w:r>
        <w:t>219.8012</w:t>
      </w:r>
      <w:r>
        <w:tab/>
        <w:t>1.013e0</w:t>
      </w:r>
    </w:p>
    <w:p w:rsidR="007B2329" w:rsidRDefault="007B2329" w:rsidP="007B2329">
      <w:r>
        <w:t>219.8050</w:t>
      </w:r>
      <w:r>
        <w:tab/>
        <w:t>1.013e0</w:t>
      </w:r>
    </w:p>
    <w:p w:rsidR="007B2329" w:rsidRDefault="007B2329" w:rsidP="007B2329">
      <w:r>
        <w:lastRenderedPageBreak/>
        <w:t>219.8127</w:t>
      </w:r>
      <w:r>
        <w:tab/>
        <w:t>1.013e0</w:t>
      </w:r>
    </w:p>
    <w:p w:rsidR="007B2329" w:rsidRDefault="007B2329" w:rsidP="007B2329">
      <w:r>
        <w:t>219.8203</w:t>
      </w:r>
      <w:r>
        <w:tab/>
        <w:t>1.266e-2</w:t>
      </w:r>
    </w:p>
    <w:p w:rsidR="007B2329" w:rsidRDefault="007B2329" w:rsidP="007B2329">
      <w:r>
        <w:t>219.8409</w:t>
      </w:r>
      <w:r>
        <w:tab/>
        <w:t>2.270e0</w:t>
      </w:r>
    </w:p>
    <w:p w:rsidR="007B2329" w:rsidRDefault="007B2329" w:rsidP="007B2329">
      <w:r>
        <w:t>219.8505</w:t>
      </w:r>
      <w:r>
        <w:tab/>
        <w:t>2.025e0</w:t>
      </w:r>
    </w:p>
    <w:p w:rsidR="007B2329" w:rsidRDefault="007B2329" w:rsidP="007B2329">
      <w:r>
        <w:t>219.8549</w:t>
      </w:r>
      <w:r>
        <w:tab/>
        <w:t>2.025e0</w:t>
      </w:r>
    </w:p>
    <w:p w:rsidR="007B2329" w:rsidRDefault="007B2329" w:rsidP="007B2329">
      <w:r>
        <w:t>219.8721</w:t>
      </w:r>
      <w:r>
        <w:tab/>
        <w:t>1.013e0</w:t>
      </w:r>
    </w:p>
    <w:p w:rsidR="007B2329" w:rsidRDefault="007B2329" w:rsidP="007B2329">
      <w:r>
        <w:t>219.8913</w:t>
      </w:r>
      <w:r>
        <w:tab/>
        <w:t>1.013e0</w:t>
      </w:r>
    </w:p>
    <w:p w:rsidR="007B2329" w:rsidRDefault="007B2329" w:rsidP="007B2329">
      <w:r>
        <w:t>219.8952</w:t>
      </w:r>
      <w:r>
        <w:tab/>
        <w:t>3.038e0</w:t>
      </w:r>
    </w:p>
    <w:p w:rsidR="007B2329" w:rsidRDefault="007B2329" w:rsidP="007B2329">
      <w:r>
        <w:t>219.9033</w:t>
      </w:r>
      <w:r>
        <w:tab/>
        <w:t>1.013e0</w:t>
      </w:r>
    </w:p>
    <w:p w:rsidR="007B2329" w:rsidRDefault="007B2329" w:rsidP="007B2329">
      <w:r>
        <w:t>219.9280</w:t>
      </w:r>
      <w:r>
        <w:tab/>
        <w:t>1.013e0</w:t>
      </w:r>
    </w:p>
    <w:p w:rsidR="007B2329" w:rsidRDefault="007B2329" w:rsidP="007B2329">
      <w:r>
        <w:t>219.9316</w:t>
      </w:r>
      <w:r>
        <w:tab/>
        <w:t>2.025e0</w:t>
      </w:r>
    </w:p>
    <w:p w:rsidR="007B2329" w:rsidRDefault="007B2329" w:rsidP="007B2329">
      <w:r>
        <w:t>219.9356</w:t>
      </w:r>
      <w:r>
        <w:tab/>
        <w:t>1.013e0</w:t>
      </w:r>
    </w:p>
    <w:p w:rsidR="007B2329" w:rsidRDefault="007B2329" w:rsidP="007B2329">
      <w:r>
        <w:t>219.9432</w:t>
      </w:r>
      <w:r>
        <w:tab/>
        <w:t>2.025e0</w:t>
      </w:r>
    </w:p>
    <w:p w:rsidR="007B2329" w:rsidRDefault="007B2329" w:rsidP="007B2329">
      <w:r>
        <w:t>219.9709</w:t>
      </w:r>
      <w:r>
        <w:tab/>
        <w:t>2.076e0</w:t>
      </w:r>
    </w:p>
    <w:p w:rsidR="007B2329" w:rsidRDefault="007B2329" w:rsidP="007B2329">
      <w:r>
        <w:t>219.9748</w:t>
      </w:r>
      <w:r>
        <w:tab/>
        <w:t>1.219e1</w:t>
      </w:r>
    </w:p>
    <w:p w:rsidR="007B2329" w:rsidRDefault="007B2329" w:rsidP="007B2329">
      <w:r>
        <w:t>219.9762</w:t>
      </w:r>
      <w:r>
        <w:tab/>
        <w:t>4.051e0</w:t>
      </w:r>
    </w:p>
    <w:p w:rsidR="007B2329" w:rsidRDefault="007B2329" w:rsidP="007B2329">
      <w:r>
        <w:t>219.9786</w:t>
      </w:r>
      <w:r>
        <w:tab/>
        <w:t>9.517e0</w:t>
      </w:r>
    </w:p>
    <w:p w:rsidR="007B2329" w:rsidRDefault="007B2329" w:rsidP="007B2329">
      <w:r>
        <w:t>219.9855</w:t>
      </w:r>
      <w:r>
        <w:tab/>
        <w:t>5.520e0</w:t>
      </w:r>
    </w:p>
    <w:p w:rsidR="007B2329" w:rsidRDefault="007B2329" w:rsidP="007B2329">
      <w:r>
        <w:t>219.9873</w:t>
      </w:r>
      <w:r>
        <w:tab/>
        <w:t>2.038e0</w:t>
      </w:r>
    </w:p>
    <w:p w:rsidR="007B2329" w:rsidRDefault="007B2329" w:rsidP="007B2329">
      <w:r>
        <w:lastRenderedPageBreak/>
        <w:t>220.0123</w:t>
      </w:r>
      <w:r>
        <w:tab/>
        <w:t>2.025e0</w:t>
      </w:r>
    </w:p>
    <w:p w:rsidR="007B2329" w:rsidRDefault="007B2329" w:rsidP="007B2329">
      <w:r>
        <w:t>220.0143</w:t>
      </w:r>
      <w:r>
        <w:tab/>
        <w:t>3.038e0</w:t>
      </w:r>
    </w:p>
    <w:p w:rsidR="007B2329" w:rsidRDefault="007B2329" w:rsidP="007B2329">
      <w:r>
        <w:t>220.0219</w:t>
      </w:r>
      <w:r>
        <w:tab/>
        <w:t>2.025e0</w:t>
      </w:r>
    </w:p>
    <w:p w:rsidR="007B2329" w:rsidRDefault="007B2329" w:rsidP="007B2329">
      <w:r>
        <w:t>220.0334</w:t>
      </w:r>
      <w:r>
        <w:tab/>
        <w:t>1.013e0</w:t>
      </w:r>
    </w:p>
    <w:p w:rsidR="007B2329" w:rsidRDefault="007B2329" w:rsidP="007B2329">
      <w:r>
        <w:t>220.0372</w:t>
      </w:r>
      <w:r>
        <w:tab/>
        <w:t>5.063e0</w:t>
      </w:r>
    </w:p>
    <w:p w:rsidR="007B2329" w:rsidRDefault="007B2329" w:rsidP="007B2329">
      <w:r>
        <w:t>220.0410</w:t>
      </w:r>
      <w:r>
        <w:tab/>
        <w:t>2.025e0</w:t>
      </w:r>
    </w:p>
    <w:p w:rsidR="007B2329" w:rsidRDefault="007B2329" w:rsidP="007B2329">
      <w:r>
        <w:t>220.0444</w:t>
      </w:r>
      <w:r>
        <w:tab/>
        <w:t>1.531e1</w:t>
      </w:r>
    </w:p>
    <w:p w:rsidR="007B2329" w:rsidRDefault="007B2329" w:rsidP="007B2329">
      <w:r>
        <w:t>220.0529</w:t>
      </w:r>
      <w:r>
        <w:tab/>
        <w:t>2.063e0</w:t>
      </w:r>
    </w:p>
    <w:p w:rsidR="007B2329" w:rsidRDefault="007B2329" w:rsidP="007B2329">
      <w:r>
        <w:t>220.0615</w:t>
      </w:r>
      <w:r>
        <w:tab/>
        <w:t>1.013e0</w:t>
      </w:r>
    </w:p>
    <w:p w:rsidR="007B2329" w:rsidRDefault="007B2329" w:rsidP="007B2329">
      <w:r>
        <w:t>220.0720</w:t>
      </w:r>
      <w:r>
        <w:tab/>
        <w:t>4.978e0</w:t>
      </w:r>
    </w:p>
    <w:p w:rsidR="007B2329" w:rsidRDefault="007B2329" w:rsidP="007B2329">
      <w:r>
        <w:t>220.0776</w:t>
      </w:r>
      <w:r>
        <w:tab/>
        <w:t>1.013e0</w:t>
      </w:r>
    </w:p>
    <w:p w:rsidR="007B2329" w:rsidRDefault="007B2329" w:rsidP="007B2329">
      <w:r>
        <w:t>220.0834</w:t>
      </w:r>
      <w:r>
        <w:tab/>
        <w:t>1.025e0</w:t>
      </w:r>
    </w:p>
    <w:p w:rsidR="007B2329" w:rsidRDefault="007B2329" w:rsidP="007B2329">
      <w:r>
        <w:t>220.0853</w:t>
      </w:r>
      <w:r>
        <w:tab/>
        <w:t>1.013e0</w:t>
      </w:r>
    </w:p>
    <w:p w:rsidR="007B2329" w:rsidRDefault="007B2329" w:rsidP="007B2329">
      <w:r>
        <w:t>220.0967</w:t>
      </w:r>
      <w:r>
        <w:tab/>
        <w:t>1.013e0</w:t>
      </w:r>
    </w:p>
    <w:p w:rsidR="007B2329" w:rsidRDefault="007B2329" w:rsidP="007B2329">
      <w:r>
        <w:t>220.1006</w:t>
      </w:r>
      <w:r>
        <w:tab/>
        <w:t>2.025e0</w:t>
      </w:r>
    </w:p>
    <w:p w:rsidR="007B2329" w:rsidRDefault="007B2329" w:rsidP="007B2329">
      <w:r>
        <w:t>220.1045</w:t>
      </w:r>
      <w:r>
        <w:tab/>
        <w:t>2.025e0</w:t>
      </w:r>
    </w:p>
    <w:p w:rsidR="007B2329" w:rsidRDefault="007B2329" w:rsidP="007B2329">
      <w:r>
        <w:t>220.1082</w:t>
      </w:r>
      <w:r>
        <w:tab/>
        <w:t>2.025e0</w:t>
      </w:r>
    </w:p>
    <w:p w:rsidR="007B2329" w:rsidRDefault="007B2329" w:rsidP="007B2329">
      <w:r>
        <w:t>220.1241</w:t>
      </w:r>
      <w:r>
        <w:tab/>
        <w:t>2.025e0</w:t>
      </w:r>
    </w:p>
    <w:p w:rsidR="007B2329" w:rsidRDefault="007B2329" w:rsidP="007B2329">
      <w:r>
        <w:t>220.1298</w:t>
      </w:r>
      <w:r>
        <w:tab/>
        <w:t>6.076e0</w:t>
      </w:r>
    </w:p>
    <w:p w:rsidR="007B2329" w:rsidRDefault="007B2329" w:rsidP="007B2329">
      <w:r>
        <w:lastRenderedPageBreak/>
        <w:t>220.1324</w:t>
      </w:r>
      <w:r>
        <w:tab/>
        <w:t>1.013e0</w:t>
      </w:r>
    </w:p>
    <w:p w:rsidR="007B2329" w:rsidRDefault="007B2329" w:rsidP="007B2329">
      <w:r>
        <w:t>220.1449</w:t>
      </w:r>
      <w:r>
        <w:tab/>
        <w:t>1.013e0</w:t>
      </w:r>
    </w:p>
    <w:p w:rsidR="007B2329" w:rsidRDefault="007B2329" w:rsidP="007B2329">
      <w:r>
        <w:t>220.1463</w:t>
      </w:r>
      <w:r>
        <w:tab/>
        <w:t>4.063e0</w:t>
      </w:r>
    </w:p>
    <w:p w:rsidR="007B2329" w:rsidRDefault="007B2329" w:rsidP="007B2329">
      <w:r>
        <w:t>220.1488</w:t>
      </w:r>
      <w:r>
        <w:tab/>
        <w:t>1.013e0</w:t>
      </w:r>
    </w:p>
    <w:p w:rsidR="007B2329" w:rsidRDefault="007B2329" w:rsidP="007B2329">
      <w:r>
        <w:t>220.1620</w:t>
      </w:r>
      <w:r>
        <w:tab/>
        <w:t>2.025e0</w:t>
      </w:r>
    </w:p>
    <w:p w:rsidR="007B2329" w:rsidRDefault="007B2329" w:rsidP="007B2329">
      <w:r>
        <w:t>220.1653</w:t>
      </w:r>
      <w:r>
        <w:tab/>
        <w:t>3.051e0</w:t>
      </w:r>
    </w:p>
    <w:p w:rsidR="007B2329" w:rsidRDefault="007B2329" w:rsidP="007B2329">
      <w:r>
        <w:t>220.1774</w:t>
      </w:r>
      <w:r>
        <w:tab/>
        <w:t>2.025e0</w:t>
      </w:r>
    </w:p>
    <w:p w:rsidR="007B2329" w:rsidRDefault="007B2329" w:rsidP="007B2329">
      <w:r>
        <w:t>220.1812</w:t>
      </w:r>
      <w:r>
        <w:tab/>
        <w:t>1.038e0</w:t>
      </w:r>
    </w:p>
    <w:p w:rsidR="007B2329" w:rsidRDefault="007B2329" w:rsidP="007B2329">
      <w:r>
        <w:t>220.1831</w:t>
      </w:r>
      <w:r>
        <w:tab/>
        <w:t>1.013e0</w:t>
      </w:r>
    </w:p>
    <w:p w:rsidR="007B2329" w:rsidRDefault="007B2329" w:rsidP="007B2329">
      <w:r>
        <w:t>220.1869</w:t>
      </w:r>
      <w:r>
        <w:tab/>
        <w:t>1.013e0</w:t>
      </w:r>
    </w:p>
    <w:p w:rsidR="007B2329" w:rsidRDefault="007B2329" w:rsidP="007B2329">
      <w:r>
        <w:t>220.1949</w:t>
      </w:r>
      <w:r>
        <w:tab/>
        <w:t>1.013e0</w:t>
      </w:r>
    </w:p>
    <w:p w:rsidR="007B2329" w:rsidRDefault="007B2329" w:rsidP="007B2329">
      <w:r>
        <w:t>220.2116</w:t>
      </w:r>
      <w:r>
        <w:tab/>
        <w:t>1.013e0</w:t>
      </w:r>
    </w:p>
    <w:p w:rsidR="007B2329" w:rsidRDefault="007B2329" w:rsidP="007B2329">
      <w:r>
        <w:t>220.2235</w:t>
      </w:r>
      <w:r>
        <w:tab/>
        <w:t>1.013e0</w:t>
      </w:r>
    </w:p>
    <w:p w:rsidR="007B2329" w:rsidRDefault="007B2329" w:rsidP="007B2329">
      <w:r>
        <w:t>220.2283</w:t>
      </w:r>
      <w:r>
        <w:tab/>
        <w:t>2.038e0</w:t>
      </w:r>
    </w:p>
    <w:p w:rsidR="007B2329" w:rsidRDefault="007B2329" w:rsidP="007B2329">
      <w:r>
        <w:t>220.2350</w:t>
      </w:r>
      <w:r>
        <w:tab/>
        <w:t>1.013e0</w:t>
      </w:r>
    </w:p>
    <w:p w:rsidR="007B2329" w:rsidRDefault="007B2329" w:rsidP="007B2329">
      <w:r>
        <w:t>220.2504</w:t>
      </w:r>
      <w:r>
        <w:tab/>
        <w:t>1.266e-2</w:t>
      </w:r>
    </w:p>
    <w:p w:rsidR="007B2329" w:rsidRDefault="007B2329" w:rsidP="007B2329">
      <w:r>
        <w:t>220.2579</w:t>
      </w:r>
      <w:r>
        <w:tab/>
        <w:t>1.013e0</w:t>
      </w:r>
    </w:p>
    <w:p w:rsidR="007B2329" w:rsidRDefault="007B2329" w:rsidP="007B2329">
      <w:r>
        <w:t>220.2662</w:t>
      </w:r>
      <w:r>
        <w:tab/>
        <w:t>2.025e0</w:t>
      </w:r>
    </w:p>
    <w:p w:rsidR="007B2329" w:rsidRDefault="007B2329" w:rsidP="007B2329">
      <w:r>
        <w:t>220.2867</w:t>
      </w:r>
      <w:r>
        <w:tab/>
        <w:t>1.013e0</w:t>
      </w:r>
    </w:p>
    <w:p w:rsidR="007B2329" w:rsidRDefault="007B2329" w:rsidP="007B2329">
      <w:r>
        <w:lastRenderedPageBreak/>
        <w:t>220.2908</w:t>
      </w:r>
      <w:r>
        <w:tab/>
        <w:t>1.013e0</w:t>
      </w:r>
    </w:p>
    <w:p w:rsidR="007B2329" w:rsidRDefault="007B2329" w:rsidP="007B2329">
      <w:r>
        <w:t>220.2984</w:t>
      </w:r>
      <w:r>
        <w:tab/>
        <w:t>1.013e0</w:t>
      </w:r>
    </w:p>
    <w:p w:rsidR="007B2329" w:rsidRDefault="007B2329" w:rsidP="007B2329">
      <w:r>
        <w:t>220.3137</w:t>
      </w:r>
      <w:r>
        <w:tab/>
        <w:t>1.013e0</w:t>
      </w:r>
    </w:p>
    <w:p w:rsidR="007B2329" w:rsidRDefault="007B2329" w:rsidP="007B2329">
      <w:r>
        <w:t>220.3156</w:t>
      </w:r>
      <w:r>
        <w:tab/>
        <w:t>2.025e0</w:t>
      </w:r>
    </w:p>
    <w:p w:rsidR="007B2329" w:rsidRDefault="007B2329" w:rsidP="007B2329">
      <w:r>
        <w:t>220.3253</w:t>
      </w:r>
      <w:r>
        <w:tab/>
        <w:t>1.266e-2</w:t>
      </w:r>
    </w:p>
    <w:p w:rsidR="007B2329" w:rsidRDefault="007B2329" w:rsidP="007B2329">
      <w:r>
        <w:t>220.3290</w:t>
      </w:r>
      <w:r>
        <w:tab/>
        <w:t>1.013e0</w:t>
      </w:r>
    </w:p>
    <w:p w:rsidR="007B2329" w:rsidRDefault="007B2329" w:rsidP="007B2329">
      <w:r>
        <w:t>220.3409</w:t>
      </w:r>
      <w:r>
        <w:tab/>
        <w:t>2.025e0</w:t>
      </w:r>
    </w:p>
    <w:p w:rsidR="007B2329" w:rsidRDefault="007B2329" w:rsidP="007B2329">
      <w:r>
        <w:t>220.3451</w:t>
      </w:r>
      <w:r>
        <w:tab/>
        <w:t>1.013e0</w:t>
      </w:r>
    </w:p>
    <w:p w:rsidR="007B2329" w:rsidRDefault="007B2329" w:rsidP="007B2329">
      <w:r>
        <w:t>220.3650</w:t>
      </w:r>
      <w:r>
        <w:tab/>
        <w:t>2.025e0</w:t>
      </w:r>
    </w:p>
    <w:p w:rsidR="007B2329" w:rsidRDefault="007B2329" w:rsidP="007B2329">
      <w:r>
        <w:t>220.3791</w:t>
      </w:r>
      <w:r>
        <w:tab/>
        <w:t>2.025e0</w:t>
      </w:r>
    </w:p>
    <w:p w:rsidR="007B2329" w:rsidRDefault="007B2329" w:rsidP="007B2329">
      <w:r>
        <w:t>220.3809</w:t>
      </w:r>
      <w:r>
        <w:tab/>
        <w:t>2.025e0</w:t>
      </w:r>
    </w:p>
    <w:p w:rsidR="007B2329" w:rsidRDefault="007B2329" w:rsidP="007B2329">
      <w:r>
        <w:t>220.3963</w:t>
      </w:r>
      <w:r>
        <w:tab/>
        <w:t>1.013e0</w:t>
      </w:r>
    </w:p>
    <w:p w:rsidR="007B2329" w:rsidRDefault="007B2329" w:rsidP="007B2329">
      <w:r>
        <w:t>220.4001</w:t>
      </w:r>
      <w:r>
        <w:tab/>
        <w:t>1.013e0</w:t>
      </w:r>
    </w:p>
    <w:p w:rsidR="007B2329" w:rsidRDefault="007B2329" w:rsidP="007B2329">
      <w:r>
        <w:t>220.4283</w:t>
      </w:r>
      <w:r>
        <w:tab/>
        <w:t>2.025e0</w:t>
      </w:r>
    </w:p>
    <w:p w:rsidR="007B2329" w:rsidRDefault="007B2329" w:rsidP="007B2329">
      <w:r>
        <w:t>220.4341</w:t>
      </w:r>
      <w:r>
        <w:tab/>
        <w:t>2.025e0</w:t>
      </w:r>
    </w:p>
    <w:p w:rsidR="007B2329" w:rsidRDefault="007B2329" w:rsidP="007B2329">
      <w:r>
        <w:t>220.4368</w:t>
      </w:r>
      <w:r>
        <w:tab/>
        <w:t>1.013e0</w:t>
      </w:r>
    </w:p>
    <w:p w:rsidR="007B2329" w:rsidRDefault="007B2329" w:rsidP="007B2329">
      <w:r>
        <w:t>220.4558</w:t>
      </w:r>
      <w:r>
        <w:tab/>
        <w:t>1.013e0</w:t>
      </w:r>
    </w:p>
    <w:p w:rsidR="007B2329" w:rsidRDefault="007B2329" w:rsidP="007B2329">
      <w:r>
        <w:t>220.4635</w:t>
      </w:r>
      <w:r>
        <w:tab/>
        <w:t>2.025e0</w:t>
      </w:r>
    </w:p>
    <w:p w:rsidR="007B2329" w:rsidRDefault="007B2329" w:rsidP="007B2329">
      <w:r>
        <w:t>220.4712</w:t>
      </w:r>
      <w:r>
        <w:tab/>
        <w:t>2.025e0</w:t>
      </w:r>
    </w:p>
    <w:p w:rsidR="007B2329" w:rsidRDefault="007B2329" w:rsidP="007B2329">
      <w:r>
        <w:lastRenderedPageBreak/>
        <w:t>220.4787</w:t>
      </w:r>
      <w:r>
        <w:tab/>
        <w:t>1.013e0</w:t>
      </w:r>
    </w:p>
    <w:p w:rsidR="007B2329" w:rsidRDefault="007B2329" w:rsidP="007B2329">
      <w:r>
        <w:t>220.4913</w:t>
      </w:r>
      <w:r>
        <w:tab/>
        <w:t>1.013e0</w:t>
      </w:r>
    </w:p>
    <w:p w:rsidR="007B2329" w:rsidRDefault="007B2329" w:rsidP="007B2329">
      <w:r>
        <w:t>220.4954</w:t>
      </w:r>
      <w:r>
        <w:tab/>
        <w:t>1.013e0</w:t>
      </w:r>
    </w:p>
    <w:p w:rsidR="007B2329" w:rsidRDefault="007B2329" w:rsidP="007B2329">
      <w:r>
        <w:t>220.4992</w:t>
      </w:r>
      <w:r>
        <w:tab/>
        <w:t>2.025e0</w:t>
      </w:r>
    </w:p>
    <w:p w:rsidR="007B2329" w:rsidRDefault="007B2329" w:rsidP="007B2329">
      <w:r>
        <w:t>220.5078</w:t>
      </w:r>
      <w:r>
        <w:tab/>
        <w:t>1.266e-2</w:t>
      </w:r>
    </w:p>
    <w:p w:rsidR="007B2329" w:rsidRDefault="007B2329" w:rsidP="007B2329">
      <w:r>
        <w:t>220.5230</w:t>
      </w:r>
      <w:r>
        <w:tab/>
        <w:t>1.013e0</w:t>
      </w:r>
    </w:p>
    <w:p w:rsidR="007B2329" w:rsidRDefault="007B2329" w:rsidP="007B2329">
      <w:r>
        <w:t>220.5307</w:t>
      </w:r>
      <w:r>
        <w:tab/>
        <w:t>1.013e0</w:t>
      </w:r>
    </w:p>
    <w:p w:rsidR="007B2329" w:rsidRDefault="007B2329" w:rsidP="007B2329">
      <w:r>
        <w:t>220.5422</w:t>
      </w:r>
      <w:r>
        <w:tab/>
        <w:t>2.025e0</w:t>
      </w:r>
    </w:p>
    <w:p w:rsidR="007B2329" w:rsidRDefault="007B2329" w:rsidP="007B2329">
      <w:r>
        <w:t>220.5460</w:t>
      </w:r>
      <w:r>
        <w:tab/>
        <w:t>1.266e-2</w:t>
      </w:r>
    </w:p>
    <w:p w:rsidR="007B2329" w:rsidRDefault="007B2329" w:rsidP="007B2329">
      <w:r>
        <w:t>220.5498</w:t>
      </w:r>
      <w:r>
        <w:tab/>
        <w:t>1.266e-2</w:t>
      </w:r>
    </w:p>
    <w:p w:rsidR="007B2329" w:rsidRDefault="007B2329" w:rsidP="007B2329">
      <w:r>
        <w:t>220.5580</w:t>
      </w:r>
      <w:r>
        <w:tab/>
        <w:t>1.013e0</w:t>
      </w:r>
    </w:p>
    <w:p w:rsidR="007B2329" w:rsidRDefault="007B2329" w:rsidP="007B2329">
      <w:r>
        <w:t>220.5732</w:t>
      </w:r>
      <w:r>
        <w:tab/>
        <w:t>4.051e0</w:t>
      </w:r>
    </w:p>
    <w:p w:rsidR="007B2329" w:rsidRDefault="007B2329" w:rsidP="007B2329">
      <w:r>
        <w:t>220.5922</w:t>
      </w:r>
      <w:r>
        <w:tab/>
        <w:t>2.025e0</w:t>
      </w:r>
    </w:p>
    <w:p w:rsidR="007B2329" w:rsidRDefault="007B2329" w:rsidP="007B2329">
      <w:r>
        <w:t>220.5941</w:t>
      </w:r>
      <w:r>
        <w:tab/>
        <w:t>1.013e0</w:t>
      </w:r>
    </w:p>
    <w:p w:rsidR="007B2329" w:rsidRDefault="007B2329" w:rsidP="007B2329">
      <w:r>
        <w:t>220.6209</w:t>
      </w:r>
      <w:r>
        <w:tab/>
        <w:t>1.013e0</w:t>
      </w:r>
    </w:p>
    <w:p w:rsidR="007B2329" w:rsidRDefault="007B2329" w:rsidP="007B2329">
      <w:r>
        <w:t>220.6415</w:t>
      </w:r>
      <w:r>
        <w:tab/>
        <w:t>1.013e0</w:t>
      </w:r>
    </w:p>
    <w:p w:rsidR="007B2329" w:rsidRDefault="007B2329" w:rsidP="007B2329">
      <w:r>
        <w:t>220.6532</w:t>
      </w:r>
      <w:r>
        <w:tab/>
        <w:t>3.038e0</w:t>
      </w:r>
    </w:p>
    <w:p w:rsidR="007B2329" w:rsidRDefault="007B2329" w:rsidP="007B2329">
      <w:r>
        <w:t>220.6691</w:t>
      </w:r>
      <w:r>
        <w:tab/>
        <w:t>1.013e0</w:t>
      </w:r>
    </w:p>
    <w:p w:rsidR="007B2329" w:rsidRDefault="007B2329" w:rsidP="007B2329">
      <w:r>
        <w:t>220.6729</w:t>
      </w:r>
      <w:r>
        <w:tab/>
        <w:t>1.013e0</w:t>
      </w:r>
    </w:p>
    <w:p w:rsidR="007B2329" w:rsidRDefault="007B2329" w:rsidP="007B2329">
      <w:r>
        <w:lastRenderedPageBreak/>
        <w:t>220.6806</w:t>
      </w:r>
      <w:r>
        <w:tab/>
        <w:t>2.025e0</w:t>
      </w:r>
    </w:p>
    <w:p w:rsidR="007B2329" w:rsidRDefault="007B2329" w:rsidP="007B2329">
      <w:r>
        <w:t>220.7000</w:t>
      </w:r>
      <w:r>
        <w:tab/>
        <w:t>2.025e0</w:t>
      </w:r>
    </w:p>
    <w:p w:rsidR="007B2329" w:rsidRDefault="007B2329" w:rsidP="007B2329">
      <w:r>
        <w:t>220.7083</w:t>
      </w:r>
      <w:r>
        <w:tab/>
        <w:t>1.266e-2</w:t>
      </w:r>
    </w:p>
    <w:p w:rsidR="007B2329" w:rsidRDefault="007B2329" w:rsidP="007B2329">
      <w:r>
        <w:t>220.7196</w:t>
      </w:r>
      <w:r>
        <w:tab/>
        <w:t>2.025e0</w:t>
      </w:r>
    </w:p>
    <w:p w:rsidR="007B2329" w:rsidRDefault="007B2329" w:rsidP="007B2329">
      <w:r>
        <w:t>220.7249</w:t>
      </w:r>
      <w:r>
        <w:tab/>
        <w:t>1.013e0</w:t>
      </w:r>
    </w:p>
    <w:p w:rsidR="007B2329" w:rsidRDefault="007B2329" w:rsidP="007B2329">
      <w:r>
        <w:t>220.7479</w:t>
      </w:r>
      <w:r>
        <w:tab/>
        <w:t>3.038e0</w:t>
      </w:r>
    </w:p>
    <w:p w:rsidR="007B2329" w:rsidRDefault="007B2329" w:rsidP="007B2329">
      <w:r>
        <w:t>220.7517</w:t>
      </w:r>
      <w:r>
        <w:tab/>
        <w:t>1.013e0</w:t>
      </w:r>
    </w:p>
    <w:p w:rsidR="007B2329" w:rsidRDefault="007B2329" w:rsidP="007B2329">
      <w:r>
        <w:t>220.7555</w:t>
      </w:r>
      <w:r>
        <w:tab/>
        <w:t>1.013e0</w:t>
      </w:r>
    </w:p>
    <w:p w:rsidR="007B2329" w:rsidRDefault="007B2329" w:rsidP="007B2329">
      <w:r>
        <w:t>220.7669</w:t>
      </w:r>
      <w:r>
        <w:tab/>
        <w:t>1.013e0</w:t>
      </w:r>
    </w:p>
    <w:p w:rsidR="007B2329" w:rsidRDefault="007B2329" w:rsidP="007B2329">
      <w:r>
        <w:t>220.7755</w:t>
      </w:r>
      <w:r>
        <w:tab/>
        <w:t>1.025e0</w:t>
      </w:r>
    </w:p>
    <w:p w:rsidR="007B2329" w:rsidRDefault="007B2329" w:rsidP="007B2329">
      <w:r>
        <w:t>220.7832</w:t>
      </w:r>
      <w:r>
        <w:tab/>
        <w:t>2.532e-2</w:t>
      </w:r>
    </w:p>
    <w:p w:rsidR="007B2329" w:rsidRDefault="007B2329" w:rsidP="007B2329">
      <w:r>
        <w:t>220.7919</w:t>
      </w:r>
      <w:r>
        <w:tab/>
        <w:t>2.038e0</w:t>
      </w:r>
    </w:p>
    <w:p w:rsidR="007B2329" w:rsidRDefault="007B2329" w:rsidP="007B2329">
      <w:r>
        <w:t>220.7961</w:t>
      </w:r>
      <w:r>
        <w:tab/>
        <w:t>1.013e0</w:t>
      </w:r>
    </w:p>
    <w:p w:rsidR="007B2329" w:rsidRDefault="007B2329" w:rsidP="007B2329">
      <w:r>
        <w:t>220.8035</w:t>
      </w:r>
      <w:r>
        <w:tab/>
        <w:t>1.013e0</w:t>
      </w:r>
    </w:p>
    <w:p w:rsidR="007B2329" w:rsidRDefault="007B2329" w:rsidP="007B2329">
      <w:r>
        <w:t>220.8266</w:t>
      </w:r>
      <w:r>
        <w:tab/>
        <w:t>1.013e0</w:t>
      </w:r>
    </w:p>
    <w:p w:rsidR="007B2329" w:rsidRDefault="007B2329" w:rsidP="007B2329">
      <w:r>
        <w:t>220.8342</w:t>
      </w:r>
      <w:r>
        <w:tab/>
        <w:t>1.013e0</w:t>
      </w:r>
    </w:p>
    <w:p w:rsidR="007B2329" w:rsidRDefault="007B2329" w:rsidP="007B2329">
      <w:r>
        <w:t>220.8380</w:t>
      </w:r>
      <w:r>
        <w:tab/>
        <w:t>1.013e0</w:t>
      </w:r>
    </w:p>
    <w:p w:rsidR="007B2329" w:rsidRDefault="007B2329" w:rsidP="007B2329">
      <w:r>
        <w:t>220.8546</w:t>
      </w:r>
      <w:r>
        <w:tab/>
        <w:t>1.013e0</w:t>
      </w:r>
    </w:p>
    <w:p w:rsidR="007B2329" w:rsidRDefault="007B2329" w:rsidP="007B2329">
      <w:r>
        <w:t>220.8671</w:t>
      </w:r>
      <w:r>
        <w:tab/>
        <w:t>1.013e0</w:t>
      </w:r>
    </w:p>
    <w:p w:rsidR="007B2329" w:rsidRDefault="007B2329" w:rsidP="007B2329">
      <w:r>
        <w:lastRenderedPageBreak/>
        <w:t>220.8785</w:t>
      </w:r>
      <w:r>
        <w:tab/>
        <w:t>1.013e0</w:t>
      </w:r>
    </w:p>
    <w:p w:rsidR="007B2329" w:rsidRDefault="007B2329" w:rsidP="007B2329">
      <w:r>
        <w:t>220.8863</w:t>
      </w:r>
      <w:r>
        <w:tab/>
        <w:t>1.013e0</w:t>
      </w:r>
    </w:p>
    <w:p w:rsidR="007B2329" w:rsidRDefault="007B2329" w:rsidP="007B2329">
      <w:r>
        <w:t>220.9299</w:t>
      </w:r>
      <w:r>
        <w:tab/>
        <w:t>1.013e0</w:t>
      </w:r>
    </w:p>
    <w:p w:rsidR="007B2329" w:rsidRDefault="007B2329" w:rsidP="007B2329">
      <w:r>
        <w:t>220.9340</w:t>
      </w:r>
      <w:r>
        <w:tab/>
        <w:t>1.013e0</w:t>
      </w:r>
    </w:p>
    <w:p w:rsidR="007B2329" w:rsidRDefault="007B2329" w:rsidP="007B2329">
      <w:r>
        <w:t>220.9458</w:t>
      </w:r>
      <w:r>
        <w:tab/>
        <w:t>1.013e0</w:t>
      </w:r>
    </w:p>
    <w:p w:rsidR="007B2329" w:rsidRDefault="007B2329" w:rsidP="007B2329">
      <w:r>
        <w:t>220.9669</w:t>
      </w:r>
      <w:r>
        <w:tab/>
        <w:t>2.025e0</w:t>
      </w:r>
    </w:p>
    <w:p w:rsidR="007B2329" w:rsidRDefault="007B2329" w:rsidP="007B2329">
      <w:r>
        <w:t>220.9727</w:t>
      </w:r>
      <w:r>
        <w:tab/>
        <w:t>2.025e0</w:t>
      </w:r>
    </w:p>
    <w:p w:rsidR="007B2329" w:rsidRDefault="007B2329" w:rsidP="007B2329">
      <w:r>
        <w:t>220.9818</w:t>
      </w:r>
      <w:r>
        <w:tab/>
        <w:t>3.038e0</w:t>
      </w:r>
    </w:p>
    <w:p w:rsidR="007B2329" w:rsidRDefault="007B2329" w:rsidP="007B2329">
      <w:r>
        <w:t>220.9836</w:t>
      </w:r>
      <w:r>
        <w:tab/>
        <w:t>4.051e0</w:t>
      </w:r>
    </w:p>
    <w:p w:rsidR="007B2329" w:rsidRDefault="007B2329" w:rsidP="007B2329">
      <w:r>
        <w:t>220.9868</w:t>
      </w:r>
      <w:r>
        <w:tab/>
        <w:t>4.051e0</w:t>
      </w:r>
    </w:p>
    <w:p w:rsidR="007B2329" w:rsidRDefault="007B2329" w:rsidP="007B2329">
      <w:r>
        <w:t>220.9967</w:t>
      </w:r>
      <w:r>
        <w:tab/>
        <w:t>1.013e0</w:t>
      </w:r>
    </w:p>
    <w:p w:rsidR="007B2329" w:rsidRDefault="007B2329" w:rsidP="007B2329">
      <w:r>
        <w:t>221.0117</w:t>
      </w:r>
      <w:r>
        <w:tab/>
        <w:t>3.038e0</w:t>
      </w:r>
    </w:p>
    <w:p w:rsidR="007B2329" w:rsidRDefault="007B2329" w:rsidP="007B2329">
      <w:r>
        <w:t>221.0159</w:t>
      </w:r>
      <w:r>
        <w:tab/>
        <w:t>3.038e0</w:t>
      </w:r>
    </w:p>
    <w:p w:rsidR="007B2329" w:rsidRDefault="007B2329" w:rsidP="007B2329">
      <w:r>
        <w:t>221.0169</w:t>
      </w:r>
      <w:r>
        <w:tab/>
        <w:t>1.266e-2</w:t>
      </w:r>
    </w:p>
    <w:p w:rsidR="007B2329" w:rsidRDefault="007B2329" w:rsidP="007B2329">
      <w:r>
        <w:t>221.0400</w:t>
      </w:r>
      <w:r>
        <w:tab/>
        <w:t>1.013e0</w:t>
      </w:r>
    </w:p>
    <w:p w:rsidR="007B2329" w:rsidRDefault="007B2329" w:rsidP="007B2329">
      <w:r>
        <w:t>221.0514</w:t>
      </w:r>
      <w:r>
        <w:tab/>
        <w:t>1.013e0</w:t>
      </w:r>
    </w:p>
    <w:p w:rsidR="007B2329" w:rsidRDefault="007B2329" w:rsidP="007B2329">
      <w:r>
        <w:t>221.0596</w:t>
      </w:r>
      <w:r>
        <w:tab/>
        <w:t>2.025e0</w:t>
      </w:r>
    </w:p>
    <w:p w:rsidR="007B2329" w:rsidRDefault="007B2329" w:rsidP="007B2329">
      <w:r>
        <w:t>221.0618</w:t>
      </w:r>
      <w:r>
        <w:tab/>
        <w:t>1.025e0</w:t>
      </w:r>
    </w:p>
    <w:p w:rsidR="007B2329" w:rsidRDefault="007B2329" w:rsidP="007B2329">
      <w:r>
        <w:t>221.0637</w:t>
      </w:r>
      <w:r>
        <w:tab/>
        <w:t>1.013e0</w:t>
      </w:r>
    </w:p>
    <w:p w:rsidR="007B2329" w:rsidRDefault="007B2329" w:rsidP="007B2329">
      <w:r>
        <w:lastRenderedPageBreak/>
        <w:t>221.0843</w:t>
      </w:r>
      <w:r>
        <w:tab/>
        <w:t>2.025e0</w:t>
      </w:r>
    </w:p>
    <w:p w:rsidR="007B2329" w:rsidRDefault="007B2329" w:rsidP="007B2329">
      <w:r>
        <w:t>221.0880</w:t>
      </w:r>
      <w:r>
        <w:tab/>
        <w:t>2.025e0</w:t>
      </w:r>
    </w:p>
    <w:p w:rsidR="007B2329" w:rsidRDefault="007B2329" w:rsidP="007B2329">
      <w:r>
        <w:t>221.0957</w:t>
      </w:r>
      <w:r>
        <w:tab/>
        <w:t>1.013e0</w:t>
      </w:r>
    </w:p>
    <w:p w:rsidR="007B2329" w:rsidRDefault="007B2329" w:rsidP="007B2329">
      <w:r>
        <w:t>221.0996</w:t>
      </w:r>
      <w:r>
        <w:tab/>
        <w:t>1.013e0</w:t>
      </w:r>
    </w:p>
    <w:p w:rsidR="007B2329" w:rsidRDefault="007B2329" w:rsidP="007B2329">
      <w:r>
        <w:t>221.1073</w:t>
      </w:r>
      <w:r>
        <w:tab/>
        <w:t>1.013e0</w:t>
      </w:r>
    </w:p>
    <w:p w:rsidR="007B2329" w:rsidRDefault="007B2329" w:rsidP="007B2329">
      <w:r>
        <w:t>221.1202</w:t>
      </w:r>
      <w:r>
        <w:tab/>
        <w:t>2.051e0</w:t>
      </w:r>
    </w:p>
    <w:p w:rsidR="007B2329" w:rsidRDefault="007B2329" w:rsidP="007B2329">
      <w:r>
        <w:t>221.1230</w:t>
      </w:r>
      <w:r>
        <w:tab/>
        <w:t>3.038e0</w:t>
      </w:r>
    </w:p>
    <w:p w:rsidR="007B2329" w:rsidRDefault="007B2329" w:rsidP="007B2329">
      <w:r>
        <w:t>221.1264</w:t>
      </w:r>
      <w:r>
        <w:tab/>
        <w:t>1.013e0</w:t>
      </w:r>
    </w:p>
    <w:p w:rsidR="007B2329" w:rsidRDefault="007B2329" w:rsidP="007B2329">
      <w:r>
        <w:t>221.1329</w:t>
      </w:r>
      <w:r>
        <w:tab/>
        <w:t>1.769e1</w:t>
      </w:r>
    </w:p>
    <w:p w:rsidR="007B2329" w:rsidRDefault="007B2329" w:rsidP="007B2329">
      <w:r>
        <w:t>221.1340</w:t>
      </w:r>
      <w:r>
        <w:tab/>
        <w:t>5.063e0</w:t>
      </w:r>
    </w:p>
    <w:p w:rsidR="007B2329" w:rsidRDefault="007B2329" w:rsidP="007B2329">
      <w:r>
        <w:t>221.1493</w:t>
      </w:r>
      <w:r>
        <w:tab/>
        <w:t>6.160e0</w:t>
      </w:r>
    </w:p>
    <w:p w:rsidR="007B2329" w:rsidRDefault="007B2329" w:rsidP="007B2329">
      <w:r>
        <w:t>221.1669</w:t>
      </w:r>
      <w:r>
        <w:tab/>
        <w:t>3.038e0</w:t>
      </w:r>
    </w:p>
    <w:p w:rsidR="007B2329" w:rsidRDefault="007B2329" w:rsidP="007B2329">
      <w:r>
        <w:t>221.1801</w:t>
      </w:r>
      <w:r>
        <w:tab/>
        <w:t>4.051e0</w:t>
      </w:r>
    </w:p>
    <w:p w:rsidR="007B2329" w:rsidRDefault="007B2329" w:rsidP="007B2329">
      <w:r>
        <w:t>221.1823</w:t>
      </w:r>
      <w:r>
        <w:tab/>
        <w:t>1.013e0</w:t>
      </w:r>
    </w:p>
    <w:p w:rsidR="007B2329" w:rsidRDefault="007B2329" w:rsidP="007B2329">
      <w:r>
        <w:t>221.1899</w:t>
      </w:r>
      <w:r>
        <w:tab/>
        <w:t>3.038e0</w:t>
      </w:r>
    </w:p>
    <w:p w:rsidR="007B2329" w:rsidRDefault="007B2329" w:rsidP="007B2329">
      <w:r>
        <w:t>221.1936</w:t>
      </w:r>
      <w:r>
        <w:tab/>
        <w:t>1.013e0</w:t>
      </w:r>
    </w:p>
    <w:p w:rsidR="007B2329" w:rsidRDefault="007B2329" w:rsidP="007B2329">
      <w:r>
        <w:t>221.1962</w:t>
      </w:r>
      <w:r>
        <w:tab/>
        <w:t>2.025e0</w:t>
      </w:r>
    </w:p>
    <w:p w:rsidR="007B2329" w:rsidRDefault="007B2329" w:rsidP="007B2329">
      <w:r>
        <w:t>221.2000</w:t>
      </w:r>
      <w:r>
        <w:tab/>
        <w:t>2.025e0</w:t>
      </w:r>
    </w:p>
    <w:p w:rsidR="007B2329" w:rsidRDefault="007B2329" w:rsidP="007B2329">
      <w:r>
        <w:t>221.2144</w:t>
      </w:r>
      <w:r>
        <w:tab/>
        <w:t>1.013e0</w:t>
      </w:r>
    </w:p>
    <w:p w:rsidR="007B2329" w:rsidRDefault="007B2329" w:rsidP="007B2329">
      <w:r>
        <w:lastRenderedPageBreak/>
        <w:t>221.2186</w:t>
      </w:r>
      <w:r>
        <w:tab/>
        <w:t>1.013e0</w:t>
      </w:r>
    </w:p>
    <w:p w:rsidR="007B2329" w:rsidRDefault="007B2329" w:rsidP="007B2329">
      <w:r>
        <w:t>221.2419</w:t>
      </w:r>
      <w:r>
        <w:tab/>
        <w:t>4.051e0</w:t>
      </w:r>
    </w:p>
    <w:p w:rsidR="007B2329" w:rsidRDefault="007B2329" w:rsidP="007B2329">
      <w:r>
        <w:t>221.2732</w:t>
      </w:r>
      <w:r>
        <w:tab/>
        <w:t>4.051e0</w:t>
      </w:r>
    </w:p>
    <w:p w:rsidR="007B2329" w:rsidRDefault="007B2329" w:rsidP="007B2329">
      <w:r>
        <w:t>221.2774</w:t>
      </w:r>
      <w:r>
        <w:tab/>
        <w:t>5.063e0</w:t>
      </w:r>
    </w:p>
    <w:p w:rsidR="007B2329" w:rsidRDefault="007B2329" w:rsidP="007B2329">
      <w:r>
        <w:t>221.2855</w:t>
      </w:r>
      <w:r>
        <w:tab/>
        <w:t>1.013e0</w:t>
      </w:r>
    </w:p>
    <w:p w:rsidR="007B2329" w:rsidRDefault="007B2329" w:rsidP="007B2329">
      <w:r>
        <w:t>221.3149</w:t>
      </w:r>
      <w:r>
        <w:tab/>
        <w:t>2.025e0</w:t>
      </w:r>
    </w:p>
    <w:p w:rsidR="007B2329" w:rsidRDefault="007B2329" w:rsidP="007B2329">
      <w:r>
        <w:t>221.3207</w:t>
      </w:r>
      <w:r>
        <w:tab/>
        <w:t>1.013e0</w:t>
      </w:r>
    </w:p>
    <w:p w:rsidR="007B2329" w:rsidRDefault="007B2329" w:rsidP="007B2329">
      <w:r>
        <w:t>221.3224</w:t>
      </w:r>
      <w:r>
        <w:tab/>
        <w:t>2.785e0</w:t>
      </w:r>
    </w:p>
    <w:p w:rsidR="007B2329" w:rsidRDefault="007B2329" w:rsidP="007B2329">
      <w:r>
        <w:t>221.3284</w:t>
      </w:r>
      <w:r>
        <w:tab/>
        <w:t>1.013e0</w:t>
      </w:r>
    </w:p>
    <w:p w:rsidR="007B2329" w:rsidRDefault="007B2329" w:rsidP="007B2329">
      <w:r>
        <w:t>221.3526</w:t>
      </w:r>
      <w:r>
        <w:tab/>
        <w:t>1.013e0</w:t>
      </w:r>
    </w:p>
    <w:p w:rsidR="007B2329" w:rsidRDefault="007B2329" w:rsidP="007B2329">
      <w:r>
        <w:t>221.3545</w:t>
      </w:r>
      <w:r>
        <w:tab/>
        <w:t>2.038e0</w:t>
      </w:r>
    </w:p>
    <w:p w:rsidR="007B2329" w:rsidRDefault="007B2329" w:rsidP="007B2329">
      <w:r>
        <w:t>221.3609</w:t>
      </w:r>
      <w:r>
        <w:tab/>
        <w:t>1.013e0</w:t>
      </w:r>
    </w:p>
    <w:p w:rsidR="007B2329" w:rsidRDefault="007B2329" w:rsidP="007B2329">
      <w:r>
        <w:t>221.3690</w:t>
      </w:r>
      <w:r>
        <w:tab/>
        <w:t>1.013e0</w:t>
      </w:r>
    </w:p>
    <w:p w:rsidR="007B2329" w:rsidRDefault="007B2329" w:rsidP="007B2329">
      <w:r>
        <w:t>221.3957</w:t>
      </w:r>
      <w:r>
        <w:tab/>
        <w:t>2.025e0</w:t>
      </w:r>
    </w:p>
    <w:p w:rsidR="007B2329" w:rsidRDefault="007B2329" w:rsidP="007B2329">
      <w:r>
        <w:t>221.4154</w:t>
      </w:r>
      <w:r>
        <w:tab/>
        <w:t>1.013e0</w:t>
      </w:r>
    </w:p>
    <w:p w:rsidR="007B2329" w:rsidRDefault="007B2329" w:rsidP="007B2329">
      <w:r>
        <w:t>221.4216</w:t>
      </w:r>
      <w:r>
        <w:tab/>
        <w:t>2.025e0</w:t>
      </w:r>
    </w:p>
    <w:p w:rsidR="007B2329" w:rsidRDefault="007B2329" w:rsidP="007B2329">
      <w:r>
        <w:t>221.4476</w:t>
      </w:r>
      <w:r>
        <w:tab/>
        <w:t>1.013e0</w:t>
      </w:r>
    </w:p>
    <w:p w:rsidR="007B2329" w:rsidRDefault="007B2329" w:rsidP="007B2329">
      <w:r>
        <w:t>221.4592</w:t>
      </w:r>
      <w:r>
        <w:tab/>
        <w:t>1.013e0</w:t>
      </w:r>
    </w:p>
    <w:p w:rsidR="007B2329" w:rsidRDefault="007B2329" w:rsidP="007B2329">
      <w:r>
        <w:t>221.4707</w:t>
      </w:r>
      <w:r>
        <w:tab/>
        <w:t>1.013e0</w:t>
      </w:r>
    </w:p>
    <w:p w:rsidR="007B2329" w:rsidRDefault="007B2329" w:rsidP="007B2329">
      <w:r>
        <w:lastRenderedPageBreak/>
        <w:t>221.4745</w:t>
      </w:r>
      <w:r>
        <w:tab/>
        <w:t>1.013e0</w:t>
      </w:r>
    </w:p>
    <w:p w:rsidR="007B2329" w:rsidRDefault="007B2329" w:rsidP="007B2329">
      <w:r>
        <w:t>221.4783</w:t>
      </w:r>
      <w:r>
        <w:tab/>
        <w:t>1.013e0</w:t>
      </w:r>
    </w:p>
    <w:p w:rsidR="007B2329" w:rsidRDefault="007B2329" w:rsidP="007B2329">
      <w:r>
        <w:t>221.4810</w:t>
      </w:r>
      <w:r>
        <w:tab/>
        <w:t>4.051e0</w:t>
      </w:r>
    </w:p>
    <w:p w:rsidR="007B2329" w:rsidRDefault="007B2329" w:rsidP="007B2329">
      <w:r>
        <w:t>221.4908</w:t>
      </w:r>
      <w:r>
        <w:tab/>
        <w:t>1.013e0</w:t>
      </w:r>
    </w:p>
    <w:p w:rsidR="007B2329" w:rsidRDefault="007B2329" w:rsidP="007B2329">
      <w:r>
        <w:t>221.4949</w:t>
      </w:r>
      <w:r>
        <w:tab/>
        <w:t>1.013e0</w:t>
      </w:r>
    </w:p>
    <w:p w:rsidR="007B2329" w:rsidRDefault="007B2329" w:rsidP="007B2329">
      <w:r>
        <w:t>221.5016</w:t>
      </w:r>
      <w:r>
        <w:tab/>
        <w:t>3.038e0</w:t>
      </w:r>
    </w:p>
    <w:p w:rsidR="007B2329" w:rsidRDefault="007B2329" w:rsidP="007B2329">
      <w:r>
        <w:t>221.5265</w:t>
      </w:r>
      <w:r>
        <w:tab/>
        <w:t>1.013e0</w:t>
      </w:r>
    </w:p>
    <w:p w:rsidR="007B2329" w:rsidRDefault="007B2329" w:rsidP="007B2329">
      <w:r>
        <w:t>221.5304</w:t>
      </w:r>
      <w:r>
        <w:tab/>
        <w:t>2.025e0</w:t>
      </w:r>
    </w:p>
    <w:p w:rsidR="007B2329" w:rsidRDefault="007B2329" w:rsidP="007B2329">
      <w:r>
        <w:t>221.5581</w:t>
      </w:r>
      <w:r>
        <w:tab/>
        <w:t>2.025e0</w:t>
      </w:r>
    </w:p>
    <w:p w:rsidR="007B2329" w:rsidRDefault="007B2329" w:rsidP="007B2329">
      <w:r>
        <w:t>221.5663</w:t>
      </w:r>
      <w:r>
        <w:tab/>
        <w:t>1.013e0</w:t>
      </w:r>
    </w:p>
    <w:p w:rsidR="007B2329" w:rsidRDefault="007B2329" w:rsidP="007B2329">
      <w:r>
        <w:t>221.5761</w:t>
      </w:r>
      <w:r>
        <w:tab/>
        <w:t>3.038e0</w:t>
      </w:r>
    </w:p>
    <w:p w:rsidR="007B2329" w:rsidRDefault="007B2329" w:rsidP="007B2329">
      <w:r>
        <w:t>221.5828</w:t>
      </w:r>
      <w:r>
        <w:tab/>
        <w:t>4.051e0</w:t>
      </w:r>
    </w:p>
    <w:p w:rsidR="007B2329" w:rsidRDefault="007B2329" w:rsidP="007B2329">
      <w:r>
        <w:t>221.5977</w:t>
      </w:r>
      <w:r>
        <w:tab/>
        <w:t>1.266e-2</w:t>
      </w:r>
    </w:p>
    <w:p w:rsidR="007B2329" w:rsidRDefault="007B2329" w:rsidP="007B2329">
      <w:r>
        <w:t>221.6016</w:t>
      </w:r>
      <w:r>
        <w:tab/>
        <w:t>1.013e0</w:t>
      </w:r>
    </w:p>
    <w:p w:rsidR="007B2329" w:rsidRDefault="007B2329" w:rsidP="007B2329">
      <w:r>
        <w:t>221.6131</w:t>
      </w:r>
      <w:r>
        <w:tab/>
        <w:t>3.038e0</w:t>
      </w:r>
    </w:p>
    <w:p w:rsidR="007B2329" w:rsidRDefault="007B2329" w:rsidP="007B2329">
      <w:r>
        <w:t>221.6251</w:t>
      </w:r>
      <w:r>
        <w:tab/>
        <w:t>3.038e0</w:t>
      </w:r>
    </w:p>
    <w:p w:rsidR="007B2329" w:rsidRDefault="007B2329" w:rsidP="007B2329">
      <w:r>
        <w:t>221.6417</w:t>
      </w:r>
      <w:r>
        <w:tab/>
        <w:t>1.013e0</w:t>
      </w:r>
    </w:p>
    <w:p w:rsidR="007B2329" w:rsidRDefault="007B2329" w:rsidP="007B2329">
      <w:r>
        <w:t>221.6573</w:t>
      </w:r>
      <w:r>
        <w:tab/>
        <w:t>1.013e0</w:t>
      </w:r>
    </w:p>
    <w:p w:rsidR="007B2329" w:rsidRDefault="007B2329" w:rsidP="007B2329">
      <w:r>
        <w:t>221.6611</w:t>
      </w:r>
      <w:r>
        <w:tab/>
        <w:t>1.013e0</w:t>
      </w:r>
    </w:p>
    <w:p w:rsidR="007B2329" w:rsidRDefault="007B2329" w:rsidP="007B2329">
      <w:r>
        <w:lastRenderedPageBreak/>
        <w:t>221.6766</w:t>
      </w:r>
      <w:r>
        <w:tab/>
        <w:t>1.013e0</w:t>
      </w:r>
    </w:p>
    <w:p w:rsidR="007B2329" w:rsidRDefault="007B2329" w:rsidP="007B2329">
      <w:r>
        <w:t>221.6889</w:t>
      </w:r>
      <w:r>
        <w:tab/>
        <w:t>2.025e0</w:t>
      </w:r>
    </w:p>
    <w:p w:rsidR="007B2329" w:rsidRDefault="007B2329" w:rsidP="007B2329">
      <w:r>
        <w:t>221.7171</w:t>
      </w:r>
      <w:r>
        <w:tab/>
        <w:t>1.013e0</w:t>
      </w:r>
    </w:p>
    <w:p w:rsidR="007B2329" w:rsidRDefault="007B2329" w:rsidP="007B2329">
      <w:r>
        <w:t>221.7229</w:t>
      </w:r>
      <w:r>
        <w:tab/>
        <w:t>1.025e0</w:t>
      </w:r>
    </w:p>
    <w:p w:rsidR="007B2329" w:rsidRDefault="007B2329" w:rsidP="007B2329">
      <w:r>
        <w:t>221.7248</w:t>
      </w:r>
      <w:r>
        <w:tab/>
        <w:t>3.038e0</w:t>
      </w:r>
    </w:p>
    <w:p w:rsidR="007B2329" w:rsidRDefault="007B2329" w:rsidP="007B2329">
      <w:r>
        <w:t>221.7401</w:t>
      </w:r>
      <w:r>
        <w:tab/>
        <w:t>1.013e0</w:t>
      </w:r>
    </w:p>
    <w:p w:rsidR="007B2329" w:rsidRDefault="007B2329" w:rsidP="007B2329">
      <w:r>
        <w:t>221.7633</w:t>
      </w:r>
      <w:r>
        <w:tab/>
        <w:t>3.038e0</w:t>
      </w:r>
    </w:p>
    <w:p w:rsidR="007B2329" w:rsidRDefault="007B2329" w:rsidP="007B2329">
      <w:r>
        <w:t>221.7801</w:t>
      </w:r>
      <w:r>
        <w:tab/>
        <w:t>3.038e0</w:t>
      </w:r>
    </w:p>
    <w:p w:rsidR="007B2329" w:rsidRDefault="007B2329" w:rsidP="007B2329">
      <w:r>
        <w:t>221.7843</w:t>
      </w:r>
      <w:r>
        <w:tab/>
        <w:t>1.013e0</w:t>
      </w:r>
    </w:p>
    <w:p w:rsidR="007B2329" w:rsidRDefault="007B2329" w:rsidP="007B2329">
      <w:r>
        <w:t>221.7883</w:t>
      </w:r>
      <w:r>
        <w:tab/>
        <w:t>1.013e0</w:t>
      </w:r>
    </w:p>
    <w:p w:rsidR="007B2329" w:rsidRDefault="007B2329" w:rsidP="007B2329">
      <w:r>
        <w:t>221.7921</w:t>
      </w:r>
      <w:r>
        <w:tab/>
        <w:t>1.013e0</w:t>
      </w:r>
    </w:p>
    <w:p w:rsidR="007B2329" w:rsidRDefault="007B2329" w:rsidP="007B2329">
      <w:r>
        <w:t>221.8113</w:t>
      </w:r>
      <w:r>
        <w:tab/>
        <w:t>1.013e0</w:t>
      </w:r>
    </w:p>
    <w:p w:rsidR="007B2329" w:rsidRDefault="007B2329" w:rsidP="007B2329">
      <w:r>
        <w:t>221.8190</w:t>
      </w:r>
      <w:r>
        <w:tab/>
        <w:t>1.013e0</w:t>
      </w:r>
    </w:p>
    <w:p w:rsidR="007B2329" w:rsidRDefault="007B2329" w:rsidP="007B2329">
      <w:r>
        <w:t>221.8266</w:t>
      </w:r>
      <w:r>
        <w:tab/>
        <w:t>1.013e0</w:t>
      </w:r>
    </w:p>
    <w:p w:rsidR="007B2329" w:rsidRDefault="007B2329" w:rsidP="007B2329">
      <w:r>
        <w:t>221.8304</w:t>
      </w:r>
      <w:r>
        <w:tab/>
        <w:t>1.013e0</w:t>
      </w:r>
    </w:p>
    <w:p w:rsidR="007B2329" w:rsidRDefault="007B2329" w:rsidP="007B2329">
      <w:r>
        <w:t>221.8473</w:t>
      </w:r>
      <w:r>
        <w:tab/>
        <w:t>1.013e0</w:t>
      </w:r>
    </w:p>
    <w:p w:rsidR="007B2329" w:rsidRDefault="007B2329" w:rsidP="007B2329">
      <w:r>
        <w:t>221.8709</w:t>
      </w:r>
      <w:r>
        <w:tab/>
        <w:t>2.025e0</w:t>
      </w:r>
    </w:p>
    <w:p w:rsidR="007B2329" w:rsidRDefault="007B2329" w:rsidP="007B2329">
      <w:r>
        <w:t>221.8815</w:t>
      </w:r>
      <w:r>
        <w:tab/>
        <w:t>3.038e0</w:t>
      </w:r>
    </w:p>
    <w:p w:rsidR="007B2329" w:rsidRDefault="007B2329" w:rsidP="007B2329">
      <w:r>
        <w:t>221.8826</w:t>
      </w:r>
      <w:r>
        <w:tab/>
        <w:t>1.266e-2</w:t>
      </w:r>
    </w:p>
    <w:p w:rsidR="007B2329" w:rsidRDefault="007B2329" w:rsidP="007B2329">
      <w:r>
        <w:lastRenderedPageBreak/>
        <w:t>221.8845</w:t>
      </w:r>
      <w:r>
        <w:tab/>
        <w:t>2.025e0</w:t>
      </w:r>
    </w:p>
    <w:p w:rsidR="007B2329" w:rsidRDefault="007B2329" w:rsidP="007B2329">
      <w:r>
        <w:t>221.8902</w:t>
      </w:r>
      <w:r>
        <w:tab/>
        <w:t>1.013e0</w:t>
      </w:r>
    </w:p>
    <w:p w:rsidR="007B2329" w:rsidRDefault="007B2329" w:rsidP="007B2329">
      <w:r>
        <w:t>221.9018</w:t>
      </w:r>
      <w:r>
        <w:tab/>
        <w:t>1.013e0</w:t>
      </w:r>
    </w:p>
    <w:p w:rsidR="007B2329" w:rsidRDefault="007B2329" w:rsidP="007B2329">
      <w:r>
        <w:t>221.9060</w:t>
      </w:r>
      <w:r>
        <w:tab/>
        <w:t>1.013e0</w:t>
      </w:r>
    </w:p>
    <w:p w:rsidR="007B2329" w:rsidRDefault="007B2329" w:rsidP="007B2329">
      <w:r>
        <w:t>221.9307</w:t>
      </w:r>
      <w:r>
        <w:tab/>
        <w:t>1.013e0</w:t>
      </w:r>
    </w:p>
    <w:p w:rsidR="007B2329" w:rsidRDefault="007B2329" w:rsidP="007B2329">
      <w:r>
        <w:t>221.9345</w:t>
      </w:r>
      <w:r>
        <w:tab/>
        <w:t>1.013e0</w:t>
      </w:r>
    </w:p>
    <w:p w:rsidR="007B2329" w:rsidRDefault="007B2329" w:rsidP="007B2329">
      <w:r>
        <w:t>221.9421</w:t>
      </w:r>
      <w:r>
        <w:tab/>
        <w:t>1.013e0</w:t>
      </w:r>
    </w:p>
    <w:p w:rsidR="007B2329" w:rsidRDefault="007B2329" w:rsidP="007B2329">
      <w:r>
        <w:t>221.9461</w:t>
      </w:r>
      <w:r>
        <w:tab/>
        <w:t>2.025e0</w:t>
      </w:r>
    </w:p>
    <w:p w:rsidR="007B2329" w:rsidRDefault="007B2329" w:rsidP="007B2329">
      <w:r>
        <w:t>221.9480</w:t>
      </w:r>
      <w:r>
        <w:tab/>
        <w:t>2.025e0</w:t>
      </w:r>
    </w:p>
    <w:p w:rsidR="007B2329" w:rsidRDefault="007B2329" w:rsidP="007B2329">
      <w:r>
        <w:t>221.9499</w:t>
      </w:r>
      <w:r>
        <w:tab/>
        <w:t>2.025e0</w:t>
      </w:r>
    </w:p>
    <w:p w:rsidR="007B2329" w:rsidRDefault="007B2329" w:rsidP="007B2329">
      <w:r>
        <w:t>221.9621</w:t>
      </w:r>
      <w:r>
        <w:tab/>
        <w:t>4.051e0</w:t>
      </w:r>
    </w:p>
    <w:p w:rsidR="007B2329" w:rsidRDefault="007B2329" w:rsidP="007B2329">
      <w:r>
        <w:t>221.9652</w:t>
      </w:r>
      <w:r>
        <w:tab/>
        <w:t>1.013e0</w:t>
      </w:r>
    </w:p>
    <w:p w:rsidR="007B2329" w:rsidRDefault="007B2329" w:rsidP="007B2329">
      <w:r>
        <w:t>221.9690</w:t>
      </w:r>
      <w:r>
        <w:tab/>
        <w:t>1.013e0</w:t>
      </w:r>
    </w:p>
    <w:p w:rsidR="007B2329" w:rsidRDefault="007B2329" w:rsidP="007B2329">
      <w:r>
        <w:t>221.9774</w:t>
      </w:r>
      <w:r>
        <w:tab/>
        <w:t>1.266e-2</w:t>
      </w:r>
    </w:p>
    <w:p w:rsidR="007B2329" w:rsidRDefault="007B2329" w:rsidP="007B2329">
      <w:r>
        <w:t>221.9972</w:t>
      </w:r>
      <w:r>
        <w:tab/>
        <w:t>2.025e0</w:t>
      </w:r>
    </w:p>
    <w:p w:rsidR="007B2329" w:rsidRDefault="007B2329" w:rsidP="007B2329">
      <w:r>
        <w:t>222.0018</w:t>
      </w:r>
      <w:r>
        <w:tab/>
        <w:t>2.038e0</w:t>
      </w:r>
    </w:p>
    <w:p w:rsidR="007B2329" w:rsidRDefault="007B2329" w:rsidP="007B2329">
      <w:r>
        <w:t>222.0105</w:t>
      </w:r>
      <w:r>
        <w:tab/>
        <w:t>8.824e0</w:t>
      </w:r>
    </w:p>
    <w:p w:rsidR="007B2329" w:rsidRDefault="007B2329" w:rsidP="007B2329">
      <w:r>
        <w:t>222.0138</w:t>
      </w:r>
      <w:r>
        <w:tab/>
        <w:t>1.165e0</w:t>
      </w:r>
    </w:p>
    <w:p w:rsidR="007B2329" w:rsidRDefault="007B2329" w:rsidP="007B2329">
      <w:r>
        <w:t>222.0184</w:t>
      </w:r>
      <w:r>
        <w:tab/>
        <w:t>3.491e1</w:t>
      </w:r>
    </w:p>
    <w:p w:rsidR="007B2329" w:rsidRDefault="007B2329" w:rsidP="007B2329">
      <w:r>
        <w:lastRenderedPageBreak/>
        <w:t>222.0250</w:t>
      </w:r>
      <w:r>
        <w:tab/>
        <w:t>5.063e0</w:t>
      </w:r>
    </w:p>
    <w:p w:rsidR="007B2329" w:rsidRDefault="007B2329" w:rsidP="007B2329">
      <w:r>
        <w:t>222.0672</w:t>
      </w:r>
      <w:r>
        <w:tab/>
        <w:t>2.025e0</w:t>
      </w:r>
    </w:p>
    <w:p w:rsidR="007B2329" w:rsidRDefault="007B2329" w:rsidP="007B2329">
      <w:r>
        <w:t>222.0722</w:t>
      </w:r>
      <w:r>
        <w:tab/>
        <w:t>3.038e0</w:t>
      </w:r>
    </w:p>
    <w:p w:rsidR="007B2329" w:rsidRDefault="007B2329" w:rsidP="007B2329">
      <w:r>
        <w:t>222.0963</w:t>
      </w:r>
      <w:r>
        <w:tab/>
        <w:t>1.013e0</w:t>
      </w:r>
    </w:p>
    <w:p w:rsidR="007B2329" w:rsidRDefault="007B2329" w:rsidP="007B2329">
      <w:r>
        <w:t>222.1038</w:t>
      </w:r>
      <w:r>
        <w:tab/>
        <w:t>1.013e0</w:t>
      </w:r>
    </w:p>
    <w:p w:rsidR="007B2329" w:rsidRDefault="007B2329" w:rsidP="007B2329">
      <w:r>
        <w:t>222.1162</w:t>
      </w:r>
      <w:r>
        <w:tab/>
        <w:t>3.168e0</w:t>
      </w:r>
    </w:p>
    <w:p w:rsidR="007B2329" w:rsidRDefault="007B2329" w:rsidP="007B2329">
      <w:r>
        <w:t>222.1203</w:t>
      </w:r>
      <w:r>
        <w:tab/>
        <w:t>2.025e0</w:t>
      </w:r>
    </w:p>
    <w:p w:rsidR="007B2329" w:rsidRDefault="007B2329" w:rsidP="007B2329">
      <w:r>
        <w:t>222.1265</w:t>
      </w:r>
      <w:r>
        <w:tab/>
        <w:t>2.278e0</w:t>
      </w:r>
    </w:p>
    <w:p w:rsidR="007B2329" w:rsidRDefault="007B2329" w:rsidP="007B2329">
      <w:r>
        <w:t>222.1375</w:t>
      </w:r>
      <w:r>
        <w:tab/>
        <w:t>4.063e0</w:t>
      </w:r>
    </w:p>
    <w:p w:rsidR="007B2329" w:rsidRDefault="007B2329" w:rsidP="007B2329">
      <w:r>
        <w:t>222.1406</w:t>
      </w:r>
      <w:r>
        <w:tab/>
        <w:t>1.013e0</w:t>
      </w:r>
    </w:p>
    <w:p w:rsidR="007B2329" w:rsidRDefault="007B2329" w:rsidP="007B2329">
      <w:r>
        <w:t>222.1466</w:t>
      </w:r>
      <w:r>
        <w:tab/>
        <w:t>2.038e0</w:t>
      </w:r>
    </w:p>
    <w:p w:rsidR="007B2329" w:rsidRDefault="007B2329" w:rsidP="007B2329">
      <w:r>
        <w:t>222.1492</w:t>
      </w:r>
      <w:r>
        <w:tab/>
        <w:t>3.038e0</w:t>
      </w:r>
    </w:p>
    <w:p w:rsidR="007B2329" w:rsidRDefault="007B2329" w:rsidP="007B2329">
      <w:r>
        <w:t>222.1541</w:t>
      </w:r>
      <w:r>
        <w:tab/>
        <w:t>2.038e0</w:t>
      </w:r>
    </w:p>
    <w:p w:rsidR="007B2329" w:rsidRDefault="007B2329" w:rsidP="007B2329">
      <w:r>
        <w:t>222.1598</w:t>
      </w:r>
      <w:r>
        <w:tab/>
        <w:t>2.025e0</w:t>
      </w:r>
    </w:p>
    <w:p w:rsidR="007B2329" w:rsidRDefault="007B2329" w:rsidP="007B2329">
      <w:r>
        <w:t>222.1714</w:t>
      </w:r>
      <w:r>
        <w:tab/>
        <w:t>2.532e-2</w:t>
      </w:r>
    </w:p>
    <w:p w:rsidR="007B2329" w:rsidRDefault="007B2329" w:rsidP="007B2329">
      <w:r>
        <w:t>222.1732</w:t>
      </w:r>
      <w:r>
        <w:tab/>
        <w:t>3.038e0</w:t>
      </w:r>
    </w:p>
    <w:p w:rsidR="007B2329" w:rsidRDefault="007B2329" w:rsidP="007B2329">
      <w:r>
        <w:t>222.1751</w:t>
      </w:r>
      <w:r>
        <w:tab/>
        <w:t>1.013e0</w:t>
      </w:r>
    </w:p>
    <w:p w:rsidR="007B2329" w:rsidRDefault="007B2329" w:rsidP="007B2329">
      <w:r>
        <w:t>222.1772</w:t>
      </w:r>
      <w:r>
        <w:tab/>
        <w:t>1.025e0</w:t>
      </w:r>
    </w:p>
    <w:p w:rsidR="007B2329" w:rsidRDefault="007B2329" w:rsidP="007B2329">
      <w:r>
        <w:t>222.1831</w:t>
      </w:r>
      <w:r>
        <w:tab/>
        <w:t>1.013e0</w:t>
      </w:r>
    </w:p>
    <w:p w:rsidR="007B2329" w:rsidRDefault="007B2329" w:rsidP="007B2329">
      <w:r>
        <w:lastRenderedPageBreak/>
        <w:t>222.1897</w:t>
      </w:r>
      <w:r>
        <w:tab/>
        <w:t>2.025e0</w:t>
      </w:r>
    </w:p>
    <w:p w:rsidR="007B2329" w:rsidRDefault="007B2329" w:rsidP="007B2329">
      <w:r>
        <w:t>222.2038</w:t>
      </w:r>
      <w:r>
        <w:tab/>
        <w:t>2.025e0</w:t>
      </w:r>
    </w:p>
    <w:p w:rsidR="007B2329" w:rsidRDefault="007B2329" w:rsidP="007B2329">
      <w:r>
        <w:t>222.2118</w:t>
      </w:r>
      <w:r>
        <w:tab/>
        <w:t>1.013e0</w:t>
      </w:r>
    </w:p>
    <w:p w:rsidR="007B2329" w:rsidRDefault="007B2329" w:rsidP="007B2329">
      <w:r>
        <w:t>222.2349</w:t>
      </w:r>
      <w:r>
        <w:tab/>
        <w:t>2.025e0</w:t>
      </w:r>
    </w:p>
    <w:p w:rsidR="007B2329" w:rsidRDefault="007B2329" w:rsidP="007B2329">
      <w:r>
        <w:t>222.2546</w:t>
      </w:r>
      <w:r>
        <w:tab/>
        <w:t>1.013e0</w:t>
      </w:r>
    </w:p>
    <w:p w:rsidR="007B2329" w:rsidRDefault="007B2329" w:rsidP="007B2329">
      <w:r>
        <w:t>222.2630</w:t>
      </w:r>
      <w:r>
        <w:tab/>
        <w:t>1.013e0</w:t>
      </w:r>
    </w:p>
    <w:p w:rsidR="007B2329" w:rsidRDefault="007B2329" w:rsidP="007B2329">
      <w:r>
        <w:t>222.2673</w:t>
      </w:r>
      <w:r>
        <w:tab/>
        <w:t>1.013e0</w:t>
      </w:r>
    </w:p>
    <w:p w:rsidR="007B2329" w:rsidRDefault="007B2329" w:rsidP="007B2329">
      <w:r>
        <w:t>222.2771</w:t>
      </w:r>
      <w:r>
        <w:tab/>
        <w:t>3.051e0</w:t>
      </w:r>
    </w:p>
    <w:p w:rsidR="007B2329" w:rsidRDefault="007B2329" w:rsidP="007B2329">
      <w:r>
        <w:t>222.2792</w:t>
      </w:r>
      <w:r>
        <w:tab/>
        <w:t>1.013e0</w:t>
      </w:r>
    </w:p>
    <w:p w:rsidR="007B2329" w:rsidRDefault="007B2329" w:rsidP="007B2329">
      <w:r>
        <w:t>222.2830</w:t>
      </w:r>
      <w:r>
        <w:tab/>
        <w:t>1.013e0</w:t>
      </w:r>
    </w:p>
    <w:p w:rsidR="007B2329" w:rsidRDefault="007B2329" w:rsidP="007B2329">
      <w:r>
        <w:t>222.2926</w:t>
      </w:r>
      <w:r>
        <w:tab/>
        <w:t>2.025e0</w:t>
      </w:r>
    </w:p>
    <w:p w:rsidR="007B2329" w:rsidRDefault="007B2329" w:rsidP="007B2329">
      <w:r>
        <w:t>222.3099</w:t>
      </w:r>
      <w:r>
        <w:tab/>
        <w:t>1.013e0</w:t>
      </w:r>
    </w:p>
    <w:p w:rsidR="007B2329" w:rsidRDefault="007B2329" w:rsidP="007B2329">
      <w:r>
        <w:t>222.3242</w:t>
      </w:r>
      <w:r>
        <w:tab/>
        <w:t>2.025e0</w:t>
      </w:r>
    </w:p>
    <w:p w:rsidR="007B2329" w:rsidRDefault="007B2329" w:rsidP="007B2329">
      <w:r>
        <w:t>222.3262</w:t>
      </w:r>
      <w:r>
        <w:tab/>
        <w:t>3.038e0</w:t>
      </w:r>
    </w:p>
    <w:p w:rsidR="007B2329" w:rsidRDefault="007B2329" w:rsidP="007B2329">
      <w:r>
        <w:t>222.3383</w:t>
      </w:r>
      <w:r>
        <w:tab/>
        <w:t>2.025e0</w:t>
      </w:r>
    </w:p>
    <w:p w:rsidR="007B2329" w:rsidRDefault="007B2329" w:rsidP="007B2329">
      <w:r>
        <w:t>222.3505</w:t>
      </w:r>
      <w:r>
        <w:tab/>
        <w:t>1.013e0</w:t>
      </w:r>
    </w:p>
    <w:p w:rsidR="007B2329" w:rsidRDefault="007B2329" w:rsidP="007B2329">
      <w:r>
        <w:t>222.3544</w:t>
      </w:r>
      <w:r>
        <w:tab/>
        <w:t>2.025e0</w:t>
      </w:r>
    </w:p>
    <w:p w:rsidR="007B2329" w:rsidRDefault="007B2329" w:rsidP="007B2329">
      <w:r>
        <w:t>222.3600</w:t>
      </w:r>
      <w:r>
        <w:tab/>
        <w:t>2.025e0</w:t>
      </w:r>
    </w:p>
    <w:p w:rsidR="007B2329" w:rsidRDefault="007B2329" w:rsidP="007B2329">
      <w:r>
        <w:t>222.3835</w:t>
      </w:r>
      <w:r>
        <w:tab/>
        <w:t>3.038e0</w:t>
      </w:r>
    </w:p>
    <w:p w:rsidR="007B2329" w:rsidRDefault="007B2329" w:rsidP="007B2329">
      <w:r>
        <w:lastRenderedPageBreak/>
        <w:t>222.3849</w:t>
      </w:r>
      <w:r>
        <w:tab/>
        <w:t>1.013e0</w:t>
      </w:r>
    </w:p>
    <w:p w:rsidR="007B2329" w:rsidRDefault="007B2329" w:rsidP="007B2329">
      <w:r>
        <w:t>222.3920</w:t>
      </w:r>
      <w:r>
        <w:tab/>
        <w:t>2.025e0</w:t>
      </w:r>
    </w:p>
    <w:p w:rsidR="007B2329" w:rsidRDefault="007B2329" w:rsidP="007B2329">
      <w:r>
        <w:t>222.4018</w:t>
      </w:r>
      <w:r>
        <w:tab/>
        <w:t>2.025e0</w:t>
      </w:r>
    </w:p>
    <w:p w:rsidR="007B2329" w:rsidRDefault="007B2329" w:rsidP="007B2329">
      <w:r>
        <w:t>222.4101</w:t>
      </w:r>
      <w:r>
        <w:tab/>
        <w:t>1.013e0</w:t>
      </w:r>
    </w:p>
    <w:p w:rsidR="007B2329" w:rsidRDefault="007B2329" w:rsidP="007B2329">
      <w:r>
        <w:t>222.4179</w:t>
      </w:r>
      <w:r>
        <w:tab/>
        <w:t>1.013e0</w:t>
      </w:r>
    </w:p>
    <w:p w:rsidR="007B2329" w:rsidRDefault="007B2329" w:rsidP="007B2329">
      <w:r>
        <w:t>222.4217</w:t>
      </w:r>
      <w:r>
        <w:tab/>
        <w:t>1.013e0</w:t>
      </w:r>
    </w:p>
    <w:p w:rsidR="007B2329" w:rsidRDefault="007B2329" w:rsidP="007B2329">
      <w:r>
        <w:t>222.4256</w:t>
      </w:r>
      <w:r>
        <w:tab/>
        <w:t>2.025e0</w:t>
      </w:r>
    </w:p>
    <w:p w:rsidR="007B2329" w:rsidRDefault="007B2329" w:rsidP="007B2329">
      <w:r>
        <w:t>222.4294</w:t>
      </w:r>
      <w:r>
        <w:tab/>
        <w:t>2.025e0</w:t>
      </w:r>
    </w:p>
    <w:p w:rsidR="007B2329" w:rsidRDefault="007B2329" w:rsidP="007B2329">
      <w:r>
        <w:t>222.4487</w:t>
      </w:r>
      <w:r>
        <w:tab/>
        <w:t>1.013e0</w:t>
      </w:r>
    </w:p>
    <w:p w:rsidR="007B2329" w:rsidRDefault="007B2329" w:rsidP="007B2329">
      <w:r>
        <w:t>222.4578</w:t>
      </w:r>
      <w:r>
        <w:tab/>
        <w:t>2.025e0</w:t>
      </w:r>
    </w:p>
    <w:p w:rsidR="007B2329" w:rsidRDefault="007B2329" w:rsidP="007B2329">
      <w:r>
        <w:t>222.4775</w:t>
      </w:r>
      <w:r>
        <w:tab/>
        <w:t>2.025e0</w:t>
      </w:r>
    </w:p>
    <w:p w:rsidR="007B2329" w:rsidRDefault="007B2329" w:rsidP="007B2329">
      <w:r>
        <w:t>222.4854</w:t>
      </w:r>
      <w:r>
        <w:tab/>
        <w:t>2.025e0</w:t>
      </w:r>
    </w:p>
    <w:p w:rsidR="007B2329" w:rsidRDefault="007B2329" w:rsidP="007B2329">
      <w:r>
        <w:t>222.4968</w:t>
      </w:r>
      <w:r>
        <w:tab/>
        <w:t>1.013e0</w:t>
      </w:r>
    </w:p>
    <w:p w:rsidR="007B2329" w:rsidRDefault="007B2329" w:rsidP="007B2329">
      <w:r>
        <w:t>222.5045</w:t>
      </w:r>
      <w:r>
        <w:tab/>
        <w:t>1.013e0</w:t>
      </w:r>
    </w:p>
    <w:p w:rsidR="007B2329" w:rsidRDefault="007B2329" w:rsidP="007B2329">
      <w:r>
        <w:t>222.5084</w:t>
      </w:r>
      <w:r>
        <w:tab/>
        <w:t>1.013e0</w:t>
      </w:r>
    </w:p>
    <w:p w:rsidR="007B2329" w:rsidRDefault="007B2329" w:rsidP="007B2329">
      <w:r>
        <w:t>222.5161</w:t>
      </w:r>
      <w:r>
        <w:tab/>
        <w:t>1.013e0</w:t>
      </w:r>
    </w:p>
    <w:p w:rsidR="007B2329" w:rsidRDefault="007B2329" w:rsidP="007B2329">
      <w:r>
        <w:t>222.5198</w:t>
      </w:r>
      <w:r>
        <w:tab/>
        <w:t>1.013e0</w:t>
      </w:r>
    </w:p>
    <w:p w:rsidR="007B2329" w:rsidRDefault="007B2329" w:rsidP="007B2329">
      <w:r>
        <w:t>222.5238</w:t>
      </w:r>
      <w:r>
        <w:tab/>
        <w:t>2.025e0</w:t>
      </w:r>
    </w:p>
    <w:p w:rsidR="007B2329" w:rsidRDefault="007B2329" w:rsidP="007B2329">
      <w:r>
        <w:t>222.5364</w:t>
      </w:r>
      <w:r>
        <w:tab/>
        <w:t>2.025e0</w:t>
      </w:r>
    </w:p>
    <w:p w:rsidR="007B2329" w:rsidRDefault="007B2329" w:rsidP="007B2329">
      <w:r>
        <w:lastRenderedPageBreak/>
        <w:t>222.5448</w:t>
      </w:r>
      <w:r>
        <w:tab/>
        <w:t>1.013e0</w:t>
      </w:r>
    </w:p>
    <w:p w:rsidR="007B2329" w:rsidRDefault="007B2329" w:rsidP="007B2329">
      <w:r>
        <w:t>222.5528</w:t>
      </w:r>
      <w:r>
        <w:tab/>
        <w:t>2.025e0</w:t>
      </w:r>
    </w:p>
    <w:p w:rsidR="007B2329" w:rsidRDefault="007B2329" w:rsidP="007B2329">
      <w:r>
        <w:t>222.5759</w:t>
      </w:r>
      <w:r>
        <w:tab/>
        <w:t>1.013e0</w:t>
      </w:r>
    </w:p>
    <w:p w:rsidR="007B2329" w:rsidRDefault="007B2329" w:rsidP="007B2329">
      <w:r>
        <w:t>222.5797</w:t>
      </w:r>
      <w:r>
        <w:tab/>
        <w:t>3.038e0</w:t>
      </w:r>
    </w:p>
    <w:p w:rsidR="007B2329" w:rsidRDefault="007B2329" w:rsidP="007B2329">
      <w:r>
        <w:t>222.5835</w:t>
      </w:r>
      <w:r>
        <w:tab/>
        <w:t>2.025e0</w:t>
      </w:r>
    </w:p>
    <w:p w:rsidR="007B2329" w:rsidRDefault="007B2329" w:rsidP="007B2329">
      <w:r>
        <w:t>222.5880</w:t>
      </w:r>
      <w:r>
        <w:tab/>
        <w:t>5.063e0</w:t>
      </w:r>
    </w:p>
    <w:p w:rsidR="007B2329" w:rsidRDefault="007B2329" w:rsidP="007B2329">
      <w:r>
        <w:t>222.6017</w:t>
      </w:r>
      <w:r>
        <w:tab/>
        <w:t>2.025e0</w:t>
      </w:r>
    </w:p>
    <w:p w:rsidR="007B2329" w:rsidRDefault="007B2329" w:rsidP="007B2329">
      <w:r>
        <w:t>222.6241</w:t>
      </w:r>
      <w:r>
        <w:tab/>
        <w:t>1.013e0</w:t>
      </w:r>
    </w:p>
    <w:p w:rsidR="007B2329" w:rsidRDefault="007B2329" w:rsidP="007B2329">
      <w:r>
        <w:t>222.6279</w:t>
      </w:r>
      <w:r>
        <w:tab/>
        <w:t>2.025e0</w:t>
      </w:r>
    </w:p>
    <w:p w:rsidR="007B2329" w:rsidRDefault="007B2329" w:rsidP="007B2329">
      <w:r>
        <w:t>222.6356</w:t>
      </w:r>
      <w:r>
        <w:tab/>
        <w:t>1.013e0</w:t>
      </w:r>
    </w:p>
    <w:p w:rsidR="007B2329" w:rsidRDefault="007B2329" w:rsidP="007B2329">
      <w:r>
        <w:t>222.6626</w:t>
      </w:r>
      <w:r>
        <w:tab/>
        <w:t>1.013e0</w:t>
      </w:r>
    </w:p>
    <w:p w:rsidR="007B2329" w:rsidRDefault="007B2329" w:rsidP="007B2329">
      <w:r>
        <w:t>222.6711</w:t>
      </w:r>
      <w:r>
        <w:tab/>
        <w:t>1.013e0</w:t>
      </w:r>
    </w:p>
    <w:p w:rsidR="007B2329" w:rsidRDefault="007B2329" w:rsidP="007B2329">
      <w:r>
        <w:t>222.6753</w:t>
      </w:r>
      <w:r>
        <w:tab/>
        <w:t>1.013e0</w:t>
      </w:r>
    </w:p>
    <w:p w:rsidR="007B2329" w:rsidRDefault="007B2329" w:rsidP="007B2329">
      <w:r>
        <w:t>222.6837</w:t>
      </w:r>
      <w:r>
        <w:tab/>
        <w:t>1.013e0</w:t>
      </w:r>
    </w:p>
    <w:p w:rsidR="007B2329" w:rsidRDefault="007B2329" w:rsidP="007B2329">
      <w:r>
        <w:t>222.6861</w:t>
      </w:r>
      <w:r>
        <w:tab/>
        <w:t>3.038e0</w:t>
      </w:r>
    </w:p>
    <w:p w:rsidR="007B2329" w:rsidRDefault="007B2329" w:rsidP="007B2329">
      <w:r>
        <w:t>222.6953</w:t>
      </w:r>
      <w:r>
        <w:tab/>
        <w:t>2.025e0</w:t>
      </w:r>
    </w:p>
    <w:p w:rsidR="007B2329" w:rsidRDefault="007B2329" w:rsidP="007B2329">
      <w:r>
        <w:t>222.6981</w:t>
      </w:r>
      <w:r>
        <w:tab/>
        <w:t>3.038e0</w:t>
      </w:r>
    </w:p>
    <w:p w:rsidR="007B2329" w:rsidRDefault="007B2329" w:rsidP="007B2329">
      <w:r>
        <w:t>222.6991</w:t>
      </w:r>
      <w:r>
        <w:tab/>
        <w:t>1.013e0</w:t>
      </w:r>
    </w:p>
    <w:p w:rsidR="007B2329" w:rsidRDefault="007B2329" w:rsidP="007B2329">
      <w:r>
        <w:t>222.7243</w:t>
      </w:r>
      <w:r>
        <w:tab/>
        <w:t>2.025e0</w:t>
      </w:r>
    </w:p>
    <w:p w:rsidR="007B2329" w:rsidRDefault="007B2329" w:rsidP="007B2329">
      <w:r>
        <w:lastRenderedPageBreak/>
        <w:t>222.7260</w:t>
      </w:r>
      <w:r>
        <w:tab/>
        <w:t>1.013e0</w:t>
      </w:r>
    </w:p>
    <w:p w:rsidR="007B2329" w:rsidRDefault="007B2329" w:rsidP="007B2329">
      <w:r>
        <w:t>222.7301</w:t>
      </w:r>
      <w:r>
        <w:tab/>
        <w:t>1.013e0</w:t>
      </w:r>
    </w:p>
    <w:p w:rsidR="007B2329" w:rsidRDefault="007B2329" w:rsidP="007B2329">
      <w:r>
        <w:t>222.7386</w:t>
      </w:r>
      <w:r>
        <w:tab/>
        <w:t>3.038e0</w:t>
      </w:r>
    </w:p>
    <w:p w:rsidR="007B2329" w:rsidRDefault="007B2329" w:rsidP="007B2329">
      <w:r>
        <w:t>222.7676</w:t>
      </w:r>
      <w:r>
        <w:tab/>
        <w:t>4.051e0</w:t>
      </w:r>
    </w:p>
    <w:p w:rsidR="007B2329" w:rsidRDefault="007B2329" w:rsidP="007B2329">
      <w:r>
        <w:t>222.7762</w:t>
      </w:r>
      <w:r>
        <w:tab/>
        <w:t>2.025e0</w:t>
      </w:r>
    </w:p>
    <w:p w:rsidR="007B2329" w:rsidRDefault="007B2329" w:rsidP="007B2329">
      <w:r>
        <w:t>222.7782</w:t>
      </w:r>
      <w:r>
        <w:tab/>
        <w:t>1.013e0</w:t>
      </w:r>
    </w:p>
    <w:p w:rsidR="007B2329" w:rsidRDefault="007B2329" w:rsidP="007B2329">
      <w:r>
        <w:t>222.8015</w:t>
      </w:r>
      <w:r>
        <w:tab/>
        <w:t>1.013e0</w:t>
      </w:r>
    </w:p>
    <w:p w:rsidR="007B2329" w:rsidRDefault="007B2329" w:rsidP="007B2329">
      <w:r>
        <w:t>222.8227</w:t>
      </w:r>
      <w:r>
        <w:tab/>
        <w:t>1.013e0</w:t>
      </w:r>
    </w:p>
    <w:p w:rsidR="007B2329" w:rsidRDefault="007B2329" w:rsidP="007B2329">
      <w:r>
        <w:t>222.8264</w:t>
      </w:r>
      <w:r>
        <w:tab/>
        <w:t>1.013e0</w:t>
      </w:r>
    </w:p>
    <w:p w:rsidR="007B2329" w:rsidRDefault="007B2329" w:rsidP="007B2329">
      <w:r>
        <w:t>222.8303</w:t>
      </w:r>
      <w:r>
        <w:tab/>
        <w:t>1.013e0</w:t>
      </w:r>
    </w:p>
    <w:p w:rsidR="007B2329" w:rsidRDefault="007B2329" w:rsidP="007B2329">
      <w:r>
        <w:t>222.8418</w:t>
      </w:r>
      <w:r>
        <w:tab/>
        <w:t>1.013e0</w:t>
      </w:r>
    </w:p>
    <w:p w:rsidR="007B2329" w:rsidRDefault="007B2329" w:rsidP="007B2329">
      <w:r>
        <w:t>222.8456</w:t>
      </w:r>
      <w:r>
        <w:tab/>
        <w:t>1.013e0</w:t>
      </w:r>
    </w:p>
    <w:p w:rsidR="007B2329" w:rsidRDefault="007B2329" w:rsidP="007B2329">
      <w:r>
        <w:t>222.8648</w:t>
      </w:r>
      <w:r>
        <w:tab/>
        <w:t>1.013e0</w:t>
      </w:r>
    </w:p>
    <w:p w:rsidR="007B2329" w:rsidRDefault="007B2329" w:rsidP="007B2329">
      <w:r>
        <w:t>222.8735</w:t>
      </w:r>
      <w:r>
        <w:tab/>
        <w:t>2.025e0</w:t>
      </w:r>
    </w:p>
    <w:p w:rsidR="007B2329" w:rsidRDefault="007B2329" w:rsidP="007B2329">
      <w:r>
        <w:t>222.8774</w:t>
      </w:r>
      <w:r>
        <w:tab/>
        <w:t>1.013e0</w:t>
      </w:r>
    </w:p>
    <w:p w:rsidR="007B2329" w:rsidRDefault="007B2329" w:rsidP="007B2329">
      <w:r>
        <w:t>222.8816</w:t>
      </w:r>
      <w:r>
        <w:tab/>
        <w:t>1.266e-2</w:t>
      </w:r>
    </w:p>
    <w:p w:rsidR="007B2329" w:rsidRDefault="007B2329" w:rsidP="007B2329">
      <w:r>
        <w:t>222.8931</w:t>
      </w:r>
      <w:r>
        <w:tab/>
        <w:t>3.038e0</w:t>
      </w:r>
    </w:p>
    <w:p w:rsidR="007B2329" w:rsidRDefault="007B2329" w:rsidP="007B2329">
      <w:r>
        <w:t>222.8977</w:t>
      </w:r>
      <w:r>
        <w:tab/>
        <w:t>1.013e0</w:t>
      </w:r>
    </w:p>
    <w:p w:rsidR="007B2329" w:rsidRDefault="007B2329" w:rsidP="007B2329">
      <w:r>
        <w:t>222.9016</w:t>
      </w:r>
      <w:r>
        <w:tab/>
        <w:t>1.013e0</w:t>
      </w:r>
    </w:p>
    <w:p w:rsidR="007B2329" w:rsidRDefault="007B2329" w:rsidP="007B2329">
      <w:r>
        <w:lastRenderedPageBreak/>
        <w:t>222.9131</w:t>
      </w:r>
      <w:r>
        <w:tab/>
        <w:t>2.025e0</w:t>
      </w:r>
    </w:p>
    <w:p w:rsidR="007B2329" w:rsidRDefault="007B2329" w:rsidP="007B2329">
      <w:r>
        <w:t>222.9248</w:t>
      </w:r>
      <w:r>
        <w:tab/>
        <w:t>1.266e-2</w:t>
      </w:r>
    </w:p>
    <w:p w:rsidR="007B2329" w:rsidRDefault="007B2329" w:rsidP="007B2329">
      <w:r>
        <w:t>222.9285</w:t>
      </w:r>
      <w:r>
        <w:tab/>
        <w:t>1.013e0</w:t>
      </w:r>
    </w:p>
    <w:p w:rsidR="007B2329" w:rsidRDefault="007B2329" w:rsidP="007B2329">
      <w:r>
        <w:t>222.9322</w:t>
      </w:r>
      <w:r>
        <w:tab/>
        <w:t>1.013e0</w:t>
      </w:r>
    </w:p>
    <w:p w:rsidR="007B2329" w:rsidRDefault="007B2329" w:rsidP="007B2329">
      <w:r>
        <w:t>222.9334</w:t>
      </w:r>
      <w:r>
        <w:tab/>
        <w:t>2.025e0</w:t>
      </w:r>
    </w:p>
    <w:p w:rsidR="007B2329" w:rsidRDefault="007B2329" w:rsidP="007B2329">
      <w:r>
        <w:t>222.9448</w:t>
      </w:r>
      <w:r>
        <w:tab/>
        <w:t>2.025e0</w:t>
      </w:r>
    </w:p>
    <w:p w:rsidR="007B2329" w:rsidRDefault="007B2329" w:rsidP="007B2329">
      <w:r>
        <w:t>222.9497</w:t>
      </w:r>
      <w:r>
        <w:tab/>
        <w:t>3.038e0</w:t>
      </w:r>
    </w:p>
    <w:p w:rsidR="007B2329" w:rsidRDefault="007B2329" w:rsidP="007B2329">
      <w:r>
        <w:t>222.9653</w:t>
      </w:r>
      <w:r>
        <w:tab/>
        <w:t>1.013e0</w:t>
      </w:r>
    </w:p>
    <w:p w:rsidR="007B2329" w:rsidRDefault="007B2329" w:rsidP="007B2329">
      <w:r>
        <w:t>222.9728</w:t>
      </w:r>
      <w:r>
        <w:tab/>
        <w:t>1.013e0</w:t>
      </w:r>
    </w:p>
    <w:p w:rsidR="007B2329" w:rsidRDefault="007B2329" w:rsidP="007B2329">
      <w:r>
        <w:t>222.9806</w:t>
      </w:r>
      <w:r>
        <w:tab/>
        <w:t>1.013e0</w:t>
      </w:r>
    </w:p>
    <w:p w:rsidR="007B2329" w:rsidRDefault="007B2329" w:rsidP="007B2329">
      <w:r>
        <w:t>222.9845</w:t>
      </w:r>
      <w:r>
        <w:tab/>
        <w:t>3.038e0</w:t>
      </w:r>
    </w:p>
    <w:p w:rsidR="007B2329" w:rsidRDefault="007B2329" w:rsidP="007B2329">
      <w:r>
        <w:t>222.9864</w:t>
      </w:r>
      <w:r>
        <w:tab/>
        <w:t>2.025e0</w:t>
      </w:r>
    </w:p>
    <w:p w:rsidR="007B2329" w:rsidRDefault="007B2329" w:rsidP="007B2329">
      <w:r>
        <w:t>223.0068</w:t>
      </w:r>
      <w:r>
        <w:tab/>
        <w:t>4.076e0</w:t>
      </w:r>
    </w:p>
    <w:p w:rsidR="007B2329" w:rsidRDefault="007B2329" w:rsidP="007B2329">
      <w:r>
        <w:t>223.0112</w:t>
      </w:r>
      <w:r>
        <w:tab/>
        <w:t>1.038e0</w:t>
      </w:r>
    </w:p>
    <w:p w:rsidR="007B2329" w:rsidRDefault="007B2329" w:rsidP="007B2329">
      <w:r>
        <w:t>223.0144</w:t>
      </w:r>
      <w:r>
        <w:tab/>
        <w:t>2.025e0</w:t>
      </w:r>
    </w:p>
    <w:p w:rsidR="007B2329" w:rsidRDefault="007B2329" w:rsidP="007B2329">
      <w:r>
        <w:t>223.0172</w:t>
      </w:r>
      <w:r>
        <w:tab/>
        <w:t>1.419e1</w:t>
      </w:r>
    </w:p>
    <w:p w:rsidR="007B2329" w:rsidRDefault="007B2329" w:rsidP="007B2329">
      <w:r>
        <w:t>223.0193</w:t>
      </w:r>
      <w:r>
        <w:tab/>
        <w:t>4.076e0</w:t>
      </w:r>
    </w:p>
    <w:p w:rsidR="007B2329" w:rsidRDefault="007B2329" w:rsidP="007B2329">
      <w:r>
        <w:t>223.0207</w:t>
      </w:r>
      <w:r>
        <w:tab/>
        <w:t>1.013e0</w:t>
      </w:r>
    </w:p>
    <w:p w:rsidR="007B2329" w:rsidRDefault="007B2329" w:rsidP="007B2329">
      <w:r>
        <w:t>223.0236</w:t>
      </w:r>
      <w:r>
        <w:tab/>
        <w:t>6.458e0</w:t>
      </w:r>
    </w:p>
    <w:p w:rsidR="007B2329" w:rsidRDefault="007B2329" w:rsidP="007B2329">
      <w:r>
        <w:lastRenderedPageBreak/>
        <w:t>223.0278</w:t>
      </w:r>
      <w:r>
        <w:tab/>
        <w:t>4.051e0</w:t>
      </w:r>
    </w:p>
    <w:p w:rsidR="007B2329" w:rsidRDefault="007B2329" w:rsidP="007B2329">
      <w:r>
        <w:t>223.0328</w:t>
      </w:r>
      <w:r>
        <w:tab/>
        <w:t>1.025e0</w:t>
      </w:r>
    </w:p>
    <w:p w:rsidR="007B2329" w:rsidRDefault="007B2329" w:rsidP="007B2329">
      <w:r>
        <w:t>223.0596</w:t>
      </w:r>
      <w:r>
        <w:tab/>
        <w:t>3.038e0</w:t>
      </w:r>
    </w:p>
    <w:p w:rsidR="007B2329" w:rsidRDefault="007B2329" w:rsidP="007B2329">
      <w:r>
        <w:t>223.0635</w:t>
      </w:r>
      <w:r>
        <w:tab/>
        <w:t>1.013e0</w:t>
      </w:r>
    </w:p>
    <w:p w:rsidR="007B2329" w:rsidRDefault="007B2329" w:rsidP="007B2329">
      <w:r>
        <w:t>223.1067</w:t>
      </w:r>
      <w:r>
        <w:tab/>
        <w:t>8.101e0</w:t>
      </w:r>
    </w:p>
    <w:p w:rsidR="007B2329" w:rsidRDefault="007B2329" w:rsidP="007B2329">
      <w:r>
        <w:t>223.1090</w:t>
      </w:r>
      <w:r>
        <w:tab/>
        <w:t>3.207e1</w:t>
      </w:r>
    </w:p>
    <w:p w:rsidR="007B2329" w:rsidRDefault="007B2329" w:rsidP="007B2329">
      <w:r>
        <w:t>223.1113</w:t>
      </w:r>
      <w:r>
        <w:tab/>
        <w:t>2.439e1</w:t>
      </w:r>
    </w:p>
    <w:p w:rsidR="007B2329" w:rsidRDefault="007B2329" w:rsidP="007B2329">
      <w:r>
        <w:t>223.1125</w:t>
      </w:r>
      <w:r>
        <w:tab/>
        <w:t>9.174e1</w:t>
      </w:r>
    </w:p>
    <w:p w:rsidR="007B2329" w:rsidRDefault="007B2329" w:rsidP="007B2329">
      <w:r>
        <w:t>223.1136</w:t>
      </w:r>
      <w:r>
        <w:tab/>
        <w:t>3.846e1</w:t>
      </w:r>
    </w:p>
    <w:p w:rsidR="007B2329" w:rsidRDefault="007B2329" w:rsidP="007B2329">
      <w:r>
        <w:t>223.1155</w:t>
      </w:r>
      <w:r>
        <w:tab/>
        <w:t>3.747e1</w:t>
      </w:r>
    </w:p>
    <w:p w:rsidR="007B2329" w:rsidRDefault="007B2329" w:rsidP="007B2329">
      <w:r>
        <w:t>223.1429</w:t>
      </w:r>
      <w:r>
        <w:tab/>
        <w:t>1.013e0</w:t>
      </w:r>
    </w:p>
    <w:p w:rsidR="007B2329" w:rsidRDefault="007B2329" w:rsidP="007B2329">
      <w:r>
        <w:t>223.1473</w:t>
      </w:r>
      <w:r>
        <w:tab/>
        <w:t>1.013e0</w:t>
      </w:r>
    </w:p>
    <w:p w:rsidR="007B2329" w:rsidRDefault="007B2329" w:rsidP="007B2329">
      <w:r>
        <w:t>223.1494</w:t>
      </w:r>
      <w:r>
        <w:tab/>
        <w:t>2.025e0</w:t>
      </w:r>
    </w:p>
    <w:p w:rsidR="007B2329" w:rsidRDefault="007B2329" w:rsidP="007B2329">
      <w:r>
        <w:t>223.1513</w:t>
      </w:r>
      <w:r>
        <w:tab/>
        <w:t>2.025e0</w:t>
      </w:r>
    </w:p>
    <w:p w:rsidR="007B2329" w:rsidRDefault="007B2329" w:rsidP="007B2329">
      <w:r>
        <w:t>223.1524</w:t>
      </w:r>
      <w:r>
        <w:tab/>
        <w:t>5.076e0</w:t>
      </w:r>
    </w:p>
    <w:p w:rsidR="007B2329" w:rsidRDefault="007B2329" w:rsidP="007B2329">
      <w:r>
        <w:t>223.1678</w:t>
      </w:r>
      <w:r>
        <w:tab/>
        <w:t>1.013e0</w:t>
      </w:r>
    </w:p>
    <w:p w:rsidR="007B2329" w:rsidRDefault="007B2329" w:rsidP="007B2329">
      <w:r>
        <w:t>223.1754</w:t>
      </w:r>
      <w:r>
        <w:tab/>
        <w:t>1.013e0</w:t>
      </w:r>
    </w:p>
    <w:p w:rsidR="007B2329" w:rsidRDefault="007B2329" w:rsidP="007B2329">
      <w:r>
        <w:t>223.1908</w:t>
      </w:r>
      <w:r>
        <w:tab/>
        <w:t>1.038e0</w:t>
      </w:r>
    </w:p>
    <w:p w:rsidR="007B2329" w:rsidRDefault="007B2329" w:rsidP="007B2329">
      <w:r>
        <w:t>223.1947</w:t>
      </w:r>
      <w:r>
        <w:tab/>
        <w:t>1.013e0</w:t>
      </w:r>
    </w:p>
    <w:p w:rsidR="007B2329" w:rsidRDefault="007B2329" w:rsidP="007B2329">
      <w:r>
        <w:lastRenderedPageBreak/>
        <w:t>223.1984</w:t>
      </w:r>
      <w:r>
        <w:tab/>
        <w:t>1.013e0</w:t>
      </w:r>
    </w:p>
    <w:p w:rsidR="007B2329" w:rsidRDefault="007B2329" w:rsidP="007B2329">
      <w:r>
        <w:t>223.2034</w:t>
      </w:r>
      <w:r>
        <w:tab/>
        <w:t>4.051e0</w:t>
      </w:r>
    </w:p>
    <w:p w:rsidR="007B2329" w:rsidRDefault="007B2329" w:rsidP="007B2329">
      <w:r>
        <w:t>223.2188</w:t>
      </w:r>
      <w:r>
        <w:tab/>
        <w:t>3.038e0</w:t>
      </w:r>
    </w:p>
    <w:p w:rsidR="007B2329" w:rsidRDefault="007B2329" w:rsidP="007B2329">
      <w:r>
        <w:t>223.2230</w:t>
      </w:r>
      <w:r>
        <w:tab/>
        <w:t>5.063e0</w:t>
      </w:r>
    </w:p>
    <w:p w:rsidR="007B2329" w:rsidRDefault="007B2329" w:rsidP="007B2329">
      <w:r>
        <w:t>223.2304</w:t>
      </w:r>
      <w:r>
        <w:tab/>
        <w:t>2.025e0</w:t>
      </w:r>
    </w:p>
    <w:p w:rsidR="007B2329" w:rsidRDefault="007B2329" w:rsidP="007B2329">
      <w:r>
        <w:t>223.2379</w:t>
      </w:r>
      <w:r>
        <w:tab/>
        <w:t>3.038e0</w:t>
      </w:r>
    </w:p>
    <w:p w:rsidR="007B2329" w:rsidRDefault="007B2329" w:rsidP="007B2329">
      <w:r>
        <w:t>223.2467</w:t>
      </w:r>
      <w:r>
        <w:tab/>
        <w:t>1.013e0</w:t>
      </w:r>
    </w:p>
    <w:p w:rsidR="007B2329" w:rsidRDefault="007B2329" w:rsidP="007B2329">
      <w:r>
        <w:t>223.2660</w:t>
      </w:r>
      <w:r>
        <w:tab/>
        <w:t>1.013e0</w:t>
      </w:r>
    </w:p>
    <w:p w:rsidR="007B2329" w:rsidRDefault="007B2329" w:rsidP="007B2329">
      <w:r>
        <w:t>223.2779</w:t>
      </w:r>
      <w:r>
        <w:tab/>
        <w:t>1.013e0</w:t>
      </w:r>
    </w:p>
    <w:p w:rsidR="007B2329" w:rsidRDefault="007B2329" w:rsidP="007B2329">
      <w:r>
        <w:t>223.2881</w:t>
      </w:r>
      <w:r>
        <w:tab/>
        <w:t>1.025e0</w:t>
      </w:r>
    </w:p>
    <w:p w:rsidR="007B2329" w:rsidRDefault="007B2329" w:rsidP="007B2329">
      <w:r>
        <w:t>223.2906</w:t>
      </w:r>
      <w:r>
        <w:tab/>
        <w:t>1.013e0</w:t>
      </w:r>
    </w:p>
    <w:p w:rsidR="007B2329" w:rsidRDefault="007B2329" w:rsidP="007B2329">
      <w:r>
        <w:t>223.2925</w:t>
      </w:r>
      <w:r>
        <w:tab/>
        <w:t>2.025e0</w:t>
      </w:r>
    </w:p>
    <w:p w:rsidR="007B2329" w:rsidRDefault="007B2329" w:rsidP="007B2329">
      <w:r>
        <w:t>223.2990</w:t>
      </w:r>
      <w:r>
        <w:tab/>
        <w:t>1.013e0</w:t>
      </w:r>
    </w:p>
    <w:p w:rsidR="007B2329" w:rsidRDefault="007B2329" w:rsidP="007B2329">
      <w:r>
        <w:t>223.3123</w:t>
      </w:r>
      <w:r>
        <w:tab/>
        <w:t>2.025e0</w:t>
      </w:r>
    </w:p>
    <w:p w:rsidR="007B2329" w:rsidRDefault="007B2329" w:rsidP="007B2329">
      <w:r>
        <w:t>223.3143</w:t>
      </w:r>
      <w:r>
        <w:tab/>
        <w:t>1.013e0</w:t>
      </w:r>
    </w:p>
    <w:p w:rsidR="007B2329" w:rsidRDefault="007B2329" w:rsidP="007B2329">
      <w:r>
        <w:t>223.3162</w:t>
      </w:r>
      <w:r>
        <w:tab/>
        <w:t>2.025e0</w:t>
      </w:r>
    </w:p>
    <w:p w:rsidR="007B2329" w:rsidRDefault="007B2329" w:rsidP="007B2329">
      <w:r>
        <w:t>223.3181</w:t>
      </w:r>
      <w:r>
        <w:tab/>
        <w:t>1.013e0</w:t>
      </w:r>
    </w:p>
    <w:p w:rsidR="007B2329" w:rsidRDefault="007B2329" w:rsidP="007B2329">
      <w:r>
        <w:t>223.3258</w:t>
      </w:r>
      <w:r>
        <w:tab/>
        <w:t>1.038e0</w:t>
      </w:r>
    </w:p>
    <w:p w:rsidR="007B2329" w:rsidRDefault="007B2329" w:rsidP="007B2329">
      <w:r>
        <w:t>223.3315</w:t>
      </w:r>
      <w:r>
        <w:tab/>
        <w:t>2.025e0</w:t>
      </w:r>
    </w:p>
    <w:p w:rsidR="007B2329" w:rsidRDefault="007B2329" w:rsidP="007B2329">
      <w:r>
        <w:lastRenderedPageBreak/>
        <w:t>223.3455</w:t>
      </w:r>
      <w:r>
        <w:tab/>
        <w:t>1.013e0</w:t>
      </w:r>
    </w:p>
    <w:p w:rsidR="007B2329" w:rsidRDefault="007B2329" w:rsidP="007B2329">
      <w:r>
        <w:t>223.3487</w:t>
      </w:r>
      <w:r>
        <w:tab/>
        <w:t>3.038e0</w:t>
      </w:r>
    </w:p>
    <w:p w:rsidR="007B2329" w:rsidRDefault="007B2329" w:rsidP="007B2329">
      <w:r>
        <w:t>223.3497</w:t>
      </w:r>
      <w:r>
        <w:tab/>
        <w:t>1.266e-2</w:t>
      </w:r>
    </w:p>
    <w:p w:rsidR="007B2329" w:rsidRDefault="007B2329" w:rsidP="007B2329">
      <w:r>
        <w:t>223.3581</w:t>
      </w:r>
      <w:r>
        <w:tab/>
        <w:t>2.025e0</w:t>
      </w:r>
    </w:p>
    <w:p w:rsidR="007B2329" w:rsidRDefault="007B2329" w:rsidP="007B2329">
      <w:r>
        <w:t>223.3661</w:t>
      </w:r>
      <w:r>
        <w:tab/>
        <w:t>5.063e0</w:t>
      </w:r>
    </w:p>
    <w:p w:rsidR="007B2329" w:rsidRDefault="007B2329" w:rsidP="007B2329">
      <w:r>
        <w:t>223.3798</w:t>
      </w:r>
      <w:r>
        <w:tab/>
        <w:t>2.025e0</w:t>
      </w:r>
    </w:p>
    <w:p w:rsidR="007B2329" w:rsidRDefault="007B2329" w:rsidP="007B2329">
      <w:r>
        <w:t>223.3817</w:t>
      </w:r>
      <w:r>
        <w:tab/>
        <w:t>1.013e0</w:t>
      </w:r>
    </w:p>
    <w:p w:rsidR="007B2329" w:rsidRDefault="007B2329" w:rsidP="007B2329">
      <w:r>
        <w:t>223.3895</w:t>
      </w:r>
      <w:r>
        <w:tab/>
        <w:t>1.013e0</w:t>
      </w:r>
    </w:p>
    <w:p w:rsidR="007B2329" w:rsidRDefault="007B2329" w:rsidP="007B2329">
      <w:r>
        <w:t>223.4031</w:t>
      </w:r>
      <w:r>
        <w:tab/>
        <w:t>1.025e0</w:t>
      </w:r>
    </w:p>
    <w:p w:rsidR="007B2329" w:rsidRDefault="007B2329" w:rsidP="007B2329">
      <w:r>
        <w:t>223.4050</w:t>
      </w:r>
      <w:r>
        <w:tab/>
        <w:t>2.025e0</w:t>
      </w:r>
    </w:p>
    <w:p w:rsidR="007B2329" w:rsidRDefault="007B2329" w:rsidP="007B2329">
      <w:r>
        <w:t>223.4173</w:t>
      </w:r>
      <w:r>
        <w:tab/>
        <w:t>2.025e0</w:t>
      </w:r>
    </w:p>
    <w:p w:rsidR="007B2329" w:rsidRDefault="007B2329" w:rsidP="007B2329">
      <w:r>
        <w:t>223.4257</w:t>
      </w:r>
      <w:r>
        <w:tab/>
        <w:t>1.013e0</w:t>
      </w:r>
    </w:p>
    <w:p w:rsidR="007B2329" w:rsidRDefault="007B2329" w:rsidP="007B2329">
      <w:r>
        <w:t>223.4299</w:t>
      </w:r>
      <w:r>
        <w:tab/>
        <w:t>1.266e-2</w:t>
      </w:r>
    </w:p>
    <w:p w:rsidR="007B2329" w:rsidRDefault="007B2329" w:rsidP="007B2329">
      <w:r>
        <w:t>223.4333</w:t>
      </w:r>
      <w:r>
        <w:tab/>
        <w:t>3.038e0</w:t>
      </w:r>
    </w:p>
    <w:p w:rsidR="007B2329" w:rsidRDefault="007B2329" w:rsidP="007B2329">
      <w:r>
        <w:t>223.4365</w:t>
      </w:r>
      <w:r>
        <w:tab/>
        <w:t>3.038e0</w:t>
      </w:r>
    </w:p>
    <w:p w:rsidR="007B2329" w:rsidRDefault="007B2329" w:rsidP="007B2329">
      <w:r>
        <w:t>223.4379</w:t>
      </w:r>
      <w:r>
        <w:tab/>
        <w:t>1.013e0</w:t>
      </w:r>
    </w:p>
    <w:p w:rsidR="007B2329" w:rsidRDefault="007B2329" w:rsidP="007B2329">
      <w:r>
        <w:t>223.4483</w:t>
      </w:r>
      <w:r>
        <w:tab/>
        <w:t>3.038e0</w:t>
      </w:r>
    </w:p>
    <w:p w:rsidR="007B2329" w:rsidRDefault="007B2329" w:rsidP="007B2329">
      <w:r>
        <w:t>223.4570</w:t>
      </w:r>
      <w:r>
        <w:tab/>
        <w:t>1.013e0</w:t>
      </w:r>
    </w:p>
    <w:p w:rsidR="007B2329" w:rsidRDefault="007B2329" w:rsidP="007B2329">
      <w:r>
        <w:t>223.4580</w:t>
      </w:r>
      <w:r>
        <w:tab/>
        <w:t>3.038e0</w:t>
      </w:r>
    </w:p>
    <w:p w:rsidR="007B2329" w:rsidRDefault="007B2329" w:rsidP="007B2329">
      <w:r>
        <w:lastRenderedPageBreak/>
        <w:t>223.4608</w:t>
      </w:r>
      <w:r>
        <w:tab/>
        <w:t>2.025e0</w:t>
      </w:r>
    </w:p>
    <w:p w:rsidR="007B2329" w:rsidRDefault="007B2329" w:rsidP="007B2329">
      <w:r>
        <w:t>223.4685</w:t>
      </w:r>
      <w:r>
        <w:tab/>
        <w:t>1.013e0</w:t>
      </w:r>
    </w:p>
    <w:p w:rsidR="007B2329" w:rsidRDefault="007B2329" w:rsidP="007B2329">
      <w:r>
        <w:t>223.4848</w:t>
      </w:r>
      <w:r>
        <w:tab/>
        <w:t>1.013e0</w:t>
      </w:r>
    </w:p>
    <w:p w:rsidR="007B2329" w:rsidRDefault="007B2329" w:rsidP="007B2329">
      <w:r>
        <w:t>223.4890</w:t>
      </w:r>
      <w:r>
        <w:tab/>
        <w:t>1.013e0</w:t>
      </w:r>
    </w:p>
    <w:p w:rsidR="007B2329" w:rsidRDefault="007B2329" w:rsidP="007B2329">
      <w:r>
        <w:t>223.4910</w:t>
      </w:r>
      <w:r>
        <w:tab/>
        <w:t>3.038e0</w:t>
      </w:r>
    </w:p>
    <w:p w:rsidR="007B2329" w:rsidRDefault="007B2329" w:rsidP="007B2329">
      <w:r>
        <w:t>223.4932</w:t>
      </w:r>
      <w:r>
        <w:tab/>
        <w:t>1.013e0</w:t>
      </w:r>
    </w:p>
    <w:p w:rsidR="007B2329" w:rsidRDefault="007B2329" w:rsidP="007B2329">
      <w:r>
        <w:t>223.5149</w:t>
      </w:r>
      <w:r>
        <w:tab/>
        <w:t>2.532e-2</w:t>
      </w:r>
    </w:p>
    <w:p w:rsidR="007B2329" w:rsidRDefault="007B2329" w:rsidP="007B2329">
      <w:r>
        <w:t>223.5226</w:t>
      </w:r>
      <w:r>
        <w:tab/>
        <w:t>2.025e0</w:t>
      </w:r>
    </w:p>
    <w:p w:rsidR="007B2329" w:rsidRDefault="007B2329" w:rsidP="007B2329">
      <w:r>
        <w:t>223.5246</w:t>
      </w:r>
      <w:r>
        <w:tab/>
        <w:t>1.266e-2</w:t>
      </w:r>
    </w:p>
    <w:p w:rsidR="007B2329" w:rsidRDefault="007B2329" w:rsidP="007B2329">
      <w:r>
        <w:t>223.5269</w:t>
      </w:r>
      <w:r>
        <w:tab/>
        <w:t>4.051e0</w:t>
      </w:r>
    </w:p>
    <w:p w:rsidR="007B2329" w:rsidRDefault="007B2329" w:rsidP="007B2329">
      <w:r>
        <w:t>223.5284</w:t>
      </w:r>
      <w:r>
        <w:tab/>
        <w:t>1.013e0</w:t>
      </w:r>
    </w:p>
    <w:p w:rsidR="007B2329" w:rsidRDefault="007B2329" w:rsidP="007B2329">
      <w:r>
        <w:t>223.5403</w:t>
      </w:r>
      <w:r>
        <w:tab/>
        <w:t>8.101e0</w:t>
      </w:r>
    </w:p>
    <w:p w:rsidR="007B2329" w:rsidRDefault="007B2329" w:rsidP="007B2329">
      <w:r>
        <w:t>223.5482</w:t>
      </w:r>
      <w:r>
        <w:tab/>
        <w:t>1.013e0</w:t>
      </w:r>
    </w:p>
    <w:p w:rsidR="007B2329" w:rsidRDefault="007B2329" w:rsidP="007B2329">
      <w:r>
        <w:t>223.5608</w:t>
      </w:r>
      <w:r>
        <w:tab/>
        <w:t>3.038e0</w:t>
      </w:r>
    </w:p>
    <w:p w:rsidR="007B2329" w:rsidRDefault="007B2329" w:rsidP="007B2329">
      <w:r>
        <w:t>223.5637</w:t>
      </w:r>
      <w:r>
        <w:tab/>
        <w:t>2.025e0</w:t>
      </w:r>
    </w:p>
    <w:p w:rsidR="007B2329" w:rsidRDefault="007B2329" w:rsidP="007B2329">
      <w:r>
        <w:t>223.5651</w:t>
      </w:r>
      <w:r>
        <w:tab/>
        <w:t>1.013e0</w:t>
      </w:r>
    </w:p>
    <w:p w:rsidR="007B2329" w:rsidRDefault="007B2329" w:rsidP="007B2329">
      <w:r>
        <w:t>223.5729</w:t>
      </w:r>
      <w:r>
        <w:tab/>
        <w:t>2.025e0</w:t>
      </w:r>
    </w:p>
    <w:p w:rsidR="007B2329" w:rsidRDefault="007B2329" w:rsidP="007B2329">
      <w:r>
        <w:t>223.5766</w:t>
      </w:r>
      <w:r>
        <w:tab/>
        <w:t>2.025e0</w:t>
      </w:r>
    </w:p>
    <w:p w:rsidR="007B2329" w:rsidRDefault="007B2329" w:rsidP="007B2329">
      <w:r>
        <w:t>223.5795</w:t>
      </w:r>
      <w:r>
        <w:tab/>
        <w:t>3.038e0</w:t>
      </w:r>
    </w:p>
    <w:p w:rsidR="007B2329" w:rsidRDefault="007B2329" w:rsidP="007B2329">
      <w:r>
        <w:lastRenderedPageBreak/>
        <w:t>223.5883</w:t>
      </w:r>
      <w:r>
        <w:tab/>
        <w:t>2.025e0</w:t>
      </w:r>
    </w:p>
    <w:p w:rsidR="007B2329" w:rsidRDefault="007B2329" w:rsidP="007B2329">
      <w:r>
        <w:t>223.5921</w:t>
      </w:r>
      <w:r>
        <w:tab/>
        <w:t>1.013e0</w:t>
      </w:r>
    </w:p>
    <w:p w:rsidR="007B2329" w:rsidRDefault="007B2329" w:rsidP="007B2329">
      <w:r>
        <w:t>223.5960</w:t>
      </w:r>
      <w:r>
        <w:tab/>
        <w:t>1.013e0</w:t>
      </w:r>
    </w:p>
    <w:p w:rsidR="007B2329" w:rsidRDefault="007B2329" w:rsidP="007B2329">
      <w:r>
        <w:t>223.6073</w:t>
      </w:r>
      <w:r>
        <w:tab/>
        <w:t>1.013e0</w:t>
      </w:r>
    </w:p>
    <w:p w:rsidR="007B2329" w:rsidRDefault="007B2329" w:rsidP="007B2329">
      <w:r>
        <w:t>223.6139</w:t>
      </w:r>
      <w:r>
        <w:tab/>
        <w:t>2.025e0</w:t>
      </w:r>
    </w:p>
    <w:p w:rsidR="007B2329" w:rsidRDefault="007B2329" w:rsidP="007B2329">
      <w:r>
        <w:t>223.6168</w:t>
      </w:r>
      <w:r>
        <w:tab/>
        <w:t>1.025e0</w:t>
      </w:r>
    </w:p>
    <w:p w:rsidR="007B2329" w:rsidRDefault="007B2329" w:rsidP="007B2329">
      <w:r>
        <w:t>223.6219</w:t>
      </w:r>
      <w:r>
        <w:tab/>
        <w:t>2.025e0</w:t>
      </w:r>
    </w:p>
    <w:p w:rsidR="007B2329" w:rsidRDefault="007B2329" w:rsidP="007B2329">
      <w:r>
        <w:t>223.6284</w:t>
      </w:r>
      <w:r>
        <w:tab/>
        <w:t>1.013e0</w:t>
      </w:r>
    </w:p>
    <w:p w:rsidR="007B2329" w:rsidRDefault="007B2329" w:rsidP="007B2329">
      <w:r>
        <w:t>223.6357</w:t>
      </w:r>
      <w:r>
        <w:tab/>
        <w:t>3.063e0</w:t>
      </w:r>
    </w:p>
    <w:p w:rsidR="007B2329" w:rsidRDefault="007B2329" w:rsidP="007B2329">
      <w:r>
        <w:t>223.6483</w:t>
      </w:r>
      <w:r>
        <w:tab/>
        <w:t>5.089e0</w:t>
      </w:r>
    </w:p>
    <w:p w:rsidR="007B2329" w:rsidRDefault="007B2329" w:rsidP="007B2329">
      <w:r>
        <w:t>223.6714</w:t>
      </w:r>
      <w:r>
        <w:tab/>
        <w:t>4.051e0</w:t>
      </w:r>
    </w:p>
    <w:p w:rsidR="007B2329" w:rsidRDefault="007B2329" w:rsidP="007B2329">
      <w:r>
        <w:t>223.6795</w:t>
      </w:r>
      <w:r>
        <w:tab/>
        <w:t>2.025e0</w:t>
      </w:r>
    </w:p>
    <w:p w:rsidR="007B2329" w:rsidRDefault="007B2329" w:rsidP="007B2329">
      <w:r>
        <w:t>223.6806</w:t>
      </w:r>
      <w:r>
        <w:tab/>
        <w:t>2.422e0</w:t>
      </w:r>
    </w:p>
    <w:p w:rsidR="007B2329" w:rsidRDefault="007B2329" w:rsidP="007B2329">
      <w:r>
        <w:t>223.6820</w:t>
      </w:r>
      <w:r>
        <w:tab/>
        <w:t>2.025e0</w:t>
      </w:r>
    </w:p>
    <w:p w:rsidR="007B2329" w:rsidRDefault="007B2329" w:rsidP="007B2329">
      <w:r>
        <w:t>223.6961</w:t>
      </w:r>
      <w:r>
        <w:tab/>
        <w:t>1.013e0</w:t>
      </w:r>
    </w:p>
    <w:p w:rsidR="007B2329" w:rsidRDefault="007B2329" w:rsidP="007B2329">
      <w:r>
        <w:t>223.7003</w:t>
      </w:r>
      <w:r>
        <w:tab/>
        <w:t>2.025e0</w:t>
      </w:r>
    </w:p>
    <w:p w:rsidR="007B2329" w:rsidRDefault="007B2329" w:rsidP="007B2329">
      <w:r>
        <w:t>223.7074</w:t>
      </w:r>
      <w:r>
        <w:tab/>
        <w:t>3.038e0</w:t>
      </w:r>
    </w:p>
    <w:p w:rsidR="007B2329" w:rsidRDefault="007B2329" w:rsidP="007B2329">
      <w:r>
        <w:t>223.7089</w:t>
      </w:r>
      <w:r>
        <w:tab/>
        <w:t>3.038e0</w:t>
      </w:r>
    </w:p>
    <w:p w:rsidR="007B2329" w:rsidRDefault="007B2329" w:rsidP="007B2329">
      <w:r>
        <w:t>223.7154</w:t>
      </w:r>
      <w:r>
        <w:tab/>
        <w:t>3.830e0</w:t>
      </w:r>
    </w:p>
    <w:p w:rsidR="007B2329" w:rsidRDefault="007B2329" w:rsidP="007B2329">
      <w:r>
        <w:lastRenderedPageBreak/>
        <w:t>223.7175</w:t>
      </w:r>
      <w:r>
        <w:tab/>
        <w:t>3.038e0</w:t>
      </w:r>
    </w:p>
    <w:p w:rsidR="007B2329" w:rsidRDefault="007B2329" w:rsidP="007B2329">
      <w:r>
        <w:t>223.7195</w:t>
      </w:r>
      <w:r>
        <w:tab/>
        <w:t>1.013e0</w:t>
      </w:r>
    </w:p>
    <w:p w:rsidR="007B2329" w:rsidRDefault="007B2329" w:rsidP="007B2329">
      <w:r>
        <w:t>223.7272</w:t>
      </w:r>
      <w:r>
        <w:tab/>
        <w:t>1.013e0</w:t>
      </w:r>
    </w:p>
    <w:p w:rsidR="007B2329" w:rsidRDefault="007B2329" w:rsidP="007B2329">
      <w:r>
        <w:t>223.7426</w:t>
      </w:r>
      <w:r>
        <w:tab/>
        <w:t>1.013e0</w:t>
      </w:r>
    </w:p>
    <w:p w:rsidR="007B2329" w:rsidRDefault="007B2329" w:rsidP="007B2329">
      <w:r>
        <w:t>223.7467</w:t>
      </w:r>
      <w:r>
        <w:tab/>
        <w:t>3.038e0</w:t>
      </w:r>
    </w:p>
    <w:p w:rsidR="007B2329" w:rsidRDefault="007B2329" w:rsidP="007B2329">
      <w:r>
        <w:t>223.7510</w:t>
      </w:r>
      <w:r>
        <w:tab/>
        <w:t>1.266e-2</w:t>
      </w:r>
    </w:p>
    <w:p w:rsidR="007B2329" w:rsidRDefault="007B2329" w:rsidP="007B2329">
      <w:r>
        <w:t>223.7572</w:t>
      </w:r>
      <w:r>
        <w:tab/>
        <w:t>2.025e0</w:t>
      </w:r>
    </w:p>
    <w:p w:rsidR="007B2329" w:rsidRDefault="007B2329" w:rsidP="007B2329">
      <w:r>
        <w:t>223.7655</w:t>
      </w:r>
      <w:r>
        <w:tab/>
        <w:t>2.025e0</w:t>
      </w:r>
    </w:p>
    <w:p w:rsidR="007B2329" w:rsidRDefault="007B2329" w:rsidP="007B2329">
      <w:r>
        <w:t>223.7793</w:t>
      </w:r>
      <w:r>
        <w:tab/>
        <w:t>2.025e0</w:t>
      </w:r>
    </w:p>
    <w:p w:rsidR="007B2329" w:rsidRDefault="007B2329" w:rsidP="007B2329">
      <w:r>
        <w:t>223.7883</w:t>
      </w:r>
      <w:r>
        <w:tab/>
        <w:t>2.709e0</w:t>
      </w:r>
    </w:p>
    <w:p w:rsidR="007B2329" w:rsidRDefault="007B2329" w:rsidP="007B2329">
      <w:r>
        <w:t>223.7901</w:t>
      </w:r>
      <w:r>
        <w:tab/>
        <w:t>5.063e0</w:t>
      </w:r>
    </w:p>
    <w:p w:rsidR="007B2329" w:rsidRDefault="007B2329" w:rsidP="007B2329">
      <w:r>
        <w:t>223.8085</w:t>
      </w:r>
      <w:r>
        <w:tab/>
        <w:t>3.042e0</w:t>
      </w:r>
    </w:p>
    <w:p w:rsidR="007B2329" w:rsidRDefault="007B2329" w:rsidP="007B2329">
      <w:r>
        <w:t>223.8115</w:t>
      </w:r>
      <w:r>
        <w:tab/>
        <w:t>2.025e0</w:t>
      </w:r>
    </w:p>
    <w:p w:rsidR="007B2329" w:rsidRDefault="007B2329" w:rsidP="007B2329">
      <w:r>
        <w:t>223.8226</w:t>
      </w:r>
      <w:r>
        <w:tab/>
        <w:t>2.025e0</w:t>
      </w:r>
    </w:p>
    <w:p w:rsidR="007B2329" w:rsidRDefault="007B2329" w:rsidP="007B2329">
      <w:r>
        <w:t>223.8288</w:t>
      </w:r>
      <w:r>
        <w:tab/>
        <w:t>1.038e0</w:t>
      </w:r>
    </w:p>
    <w:p w:rsidR="007B2329" w:rsidRDefault="007B2329" w:rsidP="007B2329">
      <w:r>
        <w:t>223.8314</w:t>
      </w:r>
      <w:r>
        <w:tab/>
        <w:t>1.085e0</w:t>
      </w:r>
    </w:p>
    <w:p w:rsidR="007B2329" w:rsidRDefault="007B2329" w:rsidP="007B2329">
      <w:r>
        <w:t>223.8329</w:t>
      </w:r>
      <w:r>
        <w:tab/>
        <w:t>3.038e0</w:t>
      </w:r>
    </w:p>
    <w:p w:rsidR="007B2329" w:rsidRDefault="007B2329" w:rsidP="007B2329">
      <w:r>
        <w:t>223.8354</w:t>
      </w:r>
      <w:r>
        <w:tab/>
        <w:t>2.025e0</w:t>
      </w:r>
    </w:p>
    <w:p w:rsidR="007B2329" w:rsidRDefault="007B2329" w:rsidP="007B2329">
      <w:r>
        <w:t>223.8507</w:t>
      </w:r>
      <w:r>
        <w:tab/>
        <w:t>1.013e0</w:t>
      </w:r>
    </w:p>
    <w:p w:rsidR="007B2329" w:rsidRDefault="007B2329" w:rsidP="007B2329">
      <w:r>
        <w:lastRenderedPageBreak/>
        <w:t>223.8546</w:t>
      </w:r>
      <w:r>
        <w:tab/>
        <w:t>5.063e0</w:t>
      </w:r>
    </w:p>
    <w:p w:rsidR="007B2329" w:rsidRDefault="007B2329" w:rsidP="007B2329">
      <w:r>
        <w:t>223.8624</w:t>
      </w:r>
      <w:r>
        <w:tab/>
        <w:t>1.013e0</w:t>
      </w:r>
    </w:p>
    <w:p w:rsidR="007B2329" w:rsidRDefault="007B2329" w:rsidP="007B2329">
      <w:r>
        <w:t>223.8680</w:t>
      </w:r>
      <w:r>
        <w:tab/>
        <w:t>2.025e0</w:t>
      </w:r>
    </w:p>
    <w:p w:rsidR="007B2329" w:rsidRDefault="007B2329" w:rsidP="007B2329">
      <w:r>
        <w:t>223.8821</w:t>
      </w:r>
      <w:r>
        <w:tab/>
        <w:t>1.013e0</w:t>
      </w:r>
    </w:p>
    <w:p w:rsidR="007B2329" w:rsidRDefault="007B2329" w:rsidP="007B2329">
      <w:r>
        <w:t>223.8902</w:t>
      </w:r>
      <w:r>
        <w:tab/>
        <w:t>4.051e0</w:t>
      </w:r>
    </w:p>
    <w:p w:rsidR="007B2329" w:rsidRDefault="007B2329" w:rsidP="007B2329">
      <w:r>
        <w:t>223.8947</w:t>
      </w:r>
      <w:r>
        <w:tab/>
        <w:t>1.013e0</w:t>
      </w:r>
    </w:p>
    <w:p w:rsidR="007B2329" w:rsidRDefault="007B2329" w:rsidP="007B2329">
      <w:r>
        <w:t>223.9004</w:t>
      </w:r>
      <w:r>
        <w:tab/>
        <w:t>2.025e0</w:t>
      </w:r>
    </w:p>
    <w:p w:rsidR="007B2329" w:rsidRDefault="007B2329" w:rsidP="007B2329">
      <w:r>
        <w:t>223.9126</w:t>
      </w:r>
      <w:r>
        <w:tab/>
        <w:t>4.051e0</w:t>
      </w:r>
    </w:p>
    <w:p w:rsidR="007B2329" w:rsidRDefault="007B2329" w:rsidP="007B2329">
      <w:r>
        <w:t>223.9241</w:t>
      </w:r>
      <w:r>
        <w:tab/>
        <w:t>2.025e0</w:t>
      </w:r>
    </w:p>
    <w:p w:rsidR="007B2329" w:rsidRDefault="007B2329" w:rsidP="007B2329">
      <w:r>
        <w:t>223.9260</w:t>
      </w:r>
      <w:r>
        <w:tab/>
        <w:t>3.038e0</w:t>
      </w:r>
    </w:p>
    <w:p w:rsidR="007B2329" w:rsidRDefault="007B2329" w:rsidP="007B2329">
      <w:r>
        <w:t>223.9415</w:t>
      </w:r>
      <w:r>
        <w:tab/>
        <w:t>4.051e0</w:t>
      </w:r>
    </w:p>
    <w:p w:rsidR="007B2329" w:rsidRDefault="007B2329" w:rsidP="007B2329">
      <w:r>
        <w:t>223.9438</w:t>
      </w:r>
      <w:r>
        <w:tab/>
        <w:t>2.025e0</w:t>
      </w:r>
    </w:p>
    <w:p w:rsidR="007B2329" w:rsidRDefault="007B2329" w:rsidP="007B2329">
      <w:r>
        <w:t>223.9455</w:t>
      </w:r>
      <w:r>
        <w:tab/>
        <w:t>1.013e0</w:t>
      </w:r>
    </w:p>
    <w:p w:rsidR="007B2329" w:rsidRDefault="007B2329" w:rsidP="007B2329">
      <w:r>
        <w:t>223.9529</w:t>
      </w:r>
      <w:r>
        <w:tab/>
        <w:t>3.270e0</w:t>
      </w:r>
    </w:p>
    <w:p w:rsidR="007B2329" w:rsidRDefault="007B2329" w:rsidP="007B2329">
      <w:r>
        <w:t>223.9620</w:t>
      </w:r>
      <w:r>
        <w:tab/>
        <w:t>3.038e0</w:t>
      </w:r>
    </w:p>
    <w:p w:rsidR="007B2329" w:rsidRDefault="007B2329" w:rsidP="007B2329">
      <w:r>
        <w:t>224.0131</w:t>
      </w:r>
      <w:r>
        <w:tab/>
        <w:t>4.474e2</w:t>
      </w:r>
    </w:p>
    <w:p w:rsidR="007B2329" w:rsidRDefault="007B2329" w:rsidP="007B2329">
      <w:r>
        <w:t>224.0148</w:t>
      </w:r>
      <w:r>
        <w:tab/>
        <w:t>1.522e2</w:t>
      </w:r>
    </w:p>
    <w:p w:rsidR="007B2329" w:rsidRDefault="007B2329" w:rsidP="007B2329">
      <w:r>
        <w:t>224.0666</w:t>
      </w:r>
      <w:r>
        <w:tab/>
        <w:t>6.963e0</w:t>
      </w:r>
    </w:p>
    <w:p w:rsidR="007B2329" w:rsidRDefault="007B2329" w:rsidP="007B2329">
      <w:r>
        <w:t>224.0728</w:t>
      </w:r>
      <w:r>
        <w:tab/>
        <w:t>3.038e0</w:t>
      </w:r>
    </w:p>
    <w:p w:rsidR="007B2329" w:rsidRDefault="007B2329" w:rsidP="007B2329">
      <w:r>
        <w:lastRenderedPageBreak/>
        <w:t>224.0846</w:t>
      </w:r>
      <w:r>
        <w:tab/>
        <w:t>4.184e0</w:t>
      </w:r>
    </w:p>
    <w:p w:rsidR="007B2329" w:rsidRDefault="007B2329" w:rsidP="007B2329">
      <w:r>
        <w:t>224.0975</w:t>
      </w:r>
      <w:r>
        <w:tab/>
        <w:t>1.013e1</w:t>
      </w:r>
    </w:p>
    <w:p w:rsidR="007B2329" w:rsidRDefault="007B2329" w:rsidP="007B2329">
      <w:r>
        <w:t>224.1020</w:t>
      </w:r>
      <w:r>
        <w:tab/>
        <w:t>1.013e0</w:t>
      </w:r>
    </w:p>
    <w:p w:rsidR="007B2329" w:rsidRDefault="007B2329" w:rsidP="007B2329">
      <w:r>
        <w:t>224.1080</w:t>
      </w:r>
      <w:r>
        <w:tab/>
        <w:t>1.072e1</w:t>
      </w:r>
    </w:p>
    <w:p w:rsidR="007B2329" w:rsidRDefault="007B2329" w:rsidP="007B2329">
      <w:r>
        <w:t>224.1102</w:t>
      </w:r>
      <w:r>
        <w:tab/>
        <w:t>1.016e1</w:t>
      </w:r>
    </w:p>
    <w:p w:rsidR="007B2329" w:rsidRDefault="007B2329" w:rsidP="007B2329">
      <w:r>
        <w:t>224.1133</w:t>
      </w:r>
      <w:r>
        <w:tab/>
        <w:t>2.025e0</w:t>
      </w:r>
    </w:p>
    <w:p w:rsidR="007B2329" w:rsidRDefault="007B2329" w:rsidP="007B2329">
      <w:r>
        <w:t>224.1154</w:t>
      </w:r>
      <w:r>
        <w:tab/>
        <w:t>7.119e0</w:t>
      </w:r>
    </w:p>
    <w:p w:rsidR="007B2329" w:rsidRDefault="007B2329" w:rsidP="007B2329">
      <w:r>
        <w:t>224.1367</w:t>
      </w:r>
      <w:r>
        <w:tab/>
        <w:t>2.063e0</w:t>
      </w:r>
    </w:p>
    <w:p w:rsidR="007B2329" w:rsidRDefault="007B2329" w:rsidP="007B2329">
      <w:r>
        <w:t>224.1389</w:t>
      </w:r>
      <w:r>
        <w:tab/>
        <w:t>8.101e0</w:t>
      </w:r>
    </w:p>
    <w:p w:rsidR="007B2329" w:rsidRDefault="007B2329" w:rsidP="007B2329">
      <w:r>
        <w:t>224.1404</w:t>
      </w:r>
      <w:r>
        <w:tab/>
        <w:t>9.332e1</w:t>
      </w:r>
    </w:p>
    <w:p w:rsidR="007B2329" w:rsidRDefault="007B2329" w:rsidP="007B2329">
      <w:r>
        <w:t>224.1425</w:t>
      </w:r>
      <w:r>
        <w:tab/>
        <w:t>1.464e1</w:t>
      </w:r>
    </w:p>
    <w:p w:rsidR="007B2329" w:rsidRDefault="007B2329" w:rsidP="007B2329">
      <w:r>
        <w:t>224.1439</w:t>
      </w:r>
      <w:r>
        <w:tab/>
        <w:t>1.823e1</w:t>
      </w:r>
    </w:p>
    <w:p w:rsidR="007B2329" w:rsidRDefault="007B2329" w:rsidP="007B2329">
      <w:r>
        <w:t>224.1450</w:t>
      </w:r>
      <w:r>
        <w:tab/>
        <w:t>3.239e1</w:t>
      </w:r>
    </w:p>
    <w:p w:rsidR="007B2329" w:rsidRDefault="007B2329" w:rsidP="007B2329">
      <w:r>
        <w:t>224.1461</w:t>
      </w:r>
      <w:r>
        <w:tab/>
        <w:t>3.283e1</w:t>
      </w:r>
    </w:p>
    <w:p w:rsidR="007B2329" w:rsidRDefault="007B2329" w:rsidP="007B2329">
      <w:r>
        <w:t>224.1479</w:t>
      </w:r>
      <w:r>
        <w:tab/>
        <w:t>2.907e1</w:t>
      </w:r>
    </w:p>
    <w:p w:rsidR="007B2329" w:rsidRDefault="007B2329" w:rsidP="007B2329">
      <w:r>
        <w:t>224.1830</w:t>
      </w:r>
      <w:r>
        <w:tab/>
        <w:t>2.025e0</w:t>
      </w:r>
    </w:p>
    <w:p w:rsidR="007B2329" w:rsidRDefault="007B2329" w:rsidP="007B2329">
      <w:r>
        <w:t>224.1848</w:t>
      </w:r>
      <w:r>
        <w:tab/>
        <w:t>4.051e0</w:t>
      </w:r>
    </w:p>
    <w:p w:rsidR="007B2329" w:rsidRDefault="007B2329" w:rsidP="007B2329">
      <w:r>
        <w:t>224.1860</w:t>
      </w:r>
      <w:r>
        <w:tab/>
        <w:t>2.687e0</w:t>
      </w:r>
    </w:p>
    <w:p w:rsidR="007B2329" w:rsidRDefault="007B2329" w:rsidP="007B2329">
      <w:r>
        <w:t>224.2001</w:t>
      </w:r>
      <w:r>
        <w:tab/>
        <w:t>3.038e0</w:t>
      </w:r>
    </w:p>
    <w:p w:rsidR="007B2329" w:rsidRDefault="007B2329" w:rsidP="007B2329">
      <w:r>
        <w:lastRenderedPageBreak/>
        <w:t>224.2106</w:t>
      </w:r>
      <w:r>
        <w:tab/>
        <w:t>3.038e0</w:t>
      </w:r>
    </w:p>
    <w:p w:rsidR="007B2329" w:rsidRDefault="007B2329" w:rsidP="007B2329">
      <w:r>
        <w:t>224.2186</w:t>
      </w:r>
      <w:r>
        <w:tab/>
        <w:t>3.038e0</w:t>
      </w:r>
    </w:p>
    <w:p w:rsidR="007B2329" w:rsidRDefault="007B2329" w:rsidP="007B2329">
      <w:r>
        <w:t>224.2250</w:t>
      </w:r>
      <w:r>
        <w:tab/>
        <w:t>1.013e0</w:t>
      </w:r>
    </w:p>
    <w:p w:rsidR="007B2329" w:rsidRDefault="007B2329" w:rsidP="007B2329">
      <w:r>
        <w:t>224.2266</w:t>
      </w:r>
      <w:r>
        <w:tab/>
        <w:t>1.038e0</w:t>
      </w:r>
    </w:p>
    <w:p w:rsidR="007B2329" w:rsidRDefault="007B2329" w:rsidP="007B2329">
      <w:r>
        <w:t>224.2332</w:t>
      </w:r>
      <w:r>
        <w:tab/>
        <w:t>7.089e0</w:t>
      </w:r>
    </w:p>
    <w:p w:rsidR="007B2329" w:rsidRDefault="007B2329" w:rsidP="007B2329">
      <w:r>
        <w:t>224.2357</w:t>
      </w:r>
      <w:r>
        <w:tab/>
        <w:t>2.051e0</w:t>
      </w:r>
    </w:p>
    <w:p w:rsidR="007B2329" w:rsidRDefault="007B2329" w:rsidP="007B2329">
      <w:r>
        <w:t>224.2390</w:t>
      </w:r>
      <w:r>
        <w:tab/>
        <w:t>2.025e0</w:t>
      </w:r>
    </w:p>
    <w:p w:rsidR="007B2329" w:rsidRDefault="007B2329" w:rsidP="007B2329">
      <w:r>
        <w:t>224.2562</w:t>
      </w:r>
      <w:r>
        <w:tab/>
        <w:t>2.025e0</w:t>
      </w:r>
    </w:p>
    <w:p w:rsidR="007B2329" w:rsidRDefault="007B2329" w:rsidP="007B2329">
      <w:r>
        <w:t>224.2833</w:t>
      </w:r>
      <w:r>
        <w:tab/>
        <w:t>4.051e0</w:t>
      </w:r>
    </w:p>
    <w:p w:rsidR="007B2329" w:rsidRDefault="007B2329" w:rsidP="007B2329">
      <w:r>
        <w:t>224.2863</w:t>
      </w:r>
      <w:r>
        <w:tab/>
        <w:t>2.025e0</w:t>
      </w:r>
    </w:p>
    <w:p w:rsidR="007B2329" w:rsidRDefault="007B2329" w:rsidP="007B2329">
      <w:r>
        <w:t>224.2875</w:t>
      </w:r>
      <w:r>
        <w:tab/>
        <w:t>5.308e0</w:t>
      </w:r>
    </w:p>
    <w:p w:rsidR="007B2329" w:rsidRDefault="007B2329" w:rsidP="007B2329">
      <w:r>
        <w:t>224.2898</w:t>
      </w:r>
      <w:r>
        <w:tab/>
        <w:t>3.051e0</w:t>
      </w:r>
    </w:p>
    <w:p w:rsidR="007B2329" w:rsidRDefault="007B2329" w:rsidP="007B2329">
      <w:r>
        <w:t>224.2939</w:t>
      </w:r>
      <w:r>
        <w:tab/>
        <w:t>4.051e0</w:t>
      </w:r>
    </w:p>
    <w:p w:rsidR="007B2329" w:rsidRDefault="007B2329" w:rsidP="007B2329">
      <w:r>
        <w:t>224.2955</w:t>
      </w:r>
      <w:r>
        <w:tab/>
        <w:t>2.025e0</w:t>
      </w:r>
    </w:p>
    <w:p w:rsidR="007B2329" w:rsidRDefault="007B2329" w:rsidP="007B2329">
      <w:r>
        <w:t>224.3074</w:t>
      </w:r>
      <w:r>
        <w:tab/>
        <w:t>1.013e1</w:t>
      </w:r>
    </w:p>
    <w:p w:rsidR="007B2329" w:rsidRDefault="007B2329" w:rsidP="007B2329">
      <w:r>
        <w:t>224.3245</w:t>
      </w:r>
      <w:r>
        <w:tab/>
        <w:t>3.051e0</w:t>
      </w:r>
    </w:p>
    <w:p w:rsidR="007B2329" w:rsidRDefault="007B2329" w:rsidP="007B2329">
      <w:r>
        <w:t>224.3277</w:t>
      </w:r>
      <w:r>
        <w:tab/>
        <w:t>2.025e0</w:t>
      </w:r>
    </w:p>
    <w:p w:rsidR="007B2329" w:rsidRDefault="007B2329" w:rsidP="007B2329">
      <w:r>
        <w:t>224.3355</w:t>
      </w:r>
      <w:r>
        <w:tab/>
        <w:t>2.849e0</w:t>
      </w:r>
    </w:p>
    <w:p w:rsidR="007B2329" w:rsidRDefault="007B2329" w:rsidP="007B2329">
      <w:r>
        <w:t>224.3423</w:t>
      </w:r>
      <w:r>
        <w:tab/>
        <w:t>2.025e0</w:t>
      </w:r>
    </w:p>
    <w:p w:rsidR="007B2329" w:rsidRDefault="007B2329" w:rsidP="007B2329">
      <w:r>
        <w:lastRenderedPageBreak/>
        <w:t>224.3435</w:t>
      </w:r>
      <w:r>
        <w:tab/>
        <w:t>2.025e0</w:t>
      </w:r>
    </w:p>
    <w:p w:rsidR="007B2329" w:rsidRDefault="007B2329" w:rsidP="007B2329">
      <w:r>
        <w:t>224.3508</w:t>
      </w:r>
      <w:r>
        <w:tab/>
        <w:t>3.038e0</w:t>
      </w:r>
    </w:p>
    <w:p w:rsidR="007B2329" w:rsidRDefault="007B2329" w:rsidP="007B2329">
      <w:r>
        <w:t>224.3576</w:t>
      </w:r>
      <w:r>
        <w:tab/>
        <w:t>2.025e0</w:t>
      </w:r>
    </w:p>
    <w:p w:rsidR="007B2329" w:rsidRDefault="007B2329" w:rsidP="007B2329">
      <w:r>
        <w:t>224.3605</w:t>
      </w:r>
      <w:r>
        <w:tab/>
        <w:t>1.013e0</w:t>
      </w:r>
    </w:p>
    <w:p w:rsidR="007B2329" w:rsidRDefault="007B2329" w:rsidP="007B2329">
      <w:r>
        <w:t>224.3646</w:t>
      </w:r>
      <w:r>
        <w:tab/>
        <w:t>1.013e0</w:t>
      </w:r>
    </w:p>
    <w:p w:rsidR="007B2329" w:rsidRDefault="007B2329" w:rsidP="007B2329">
      <w:r>
        <w:t>224.3704</w:t>
      </w:r>
      <w:r>
        <w:tab/>
        <w:t>2.025e0</w:t>
      </w:r>
    </w:p>
    <w:p w:rsidR="007B2329" w:rsidRDefault="007B2329" w:rsidP="007B2329">
      <w:r>
        <w:t>224.3762</w:t>
      </w:r>
      <w:r>
        <w:tab/>
        <w:t>2.025e0</w:t>
      </w:r>
    </w:p>
    <w:p w:rsidR="007B2329" w:rsidRDefault="007B2329" w:rsidP="007B2329">
      <w:r>
        <w:t>224.3813</w:t>
      </w:r>
      <w:r>
        <w:tab/>
        <w:t>2.733e0</w:t>
      </w:r>
    </w:p>
    <w:p w:rsidR="007B2329" w:rsidRDefault="007B2329" w:rsidP="007B2329">
      <w:r>
        <w:t>224.3915</w:t>
      </w:r>
      <w:r>
        <w:tab/>
        <w:t>1.013e0</w:t>
      </w:r>
    </w:p>
    <w:p w:rsidR="007B2329" w:rsidRDefault="007B2329" w:rsidP="007B2329">
      <w:r>
        <w:t>224.3933</w:t>
      </w:r>
      <w:r>
        <w:tab/>
        <w:t>4.051e0</w:t>
      </w:r>
    </w:p>
    <w:p w:rsidR="007B2329" w:rsidRDefault="007B2329" w:rsidP="007B2329">
      <w:r>
        <w:t>224.3954</w:t>
      </w:r>
      <w:r>
        <w:tab/>
        <w:t>1.013e0</w:t>
      </w:r>
    </w:p>
    <w:p w:rsidR="007B2329" w:rsidRDefault="007B2329" w:rsidP="007B2329">
      <w:r>
        <w:t>224.3984</w:t>
      </w:r>
      <w:r>
        <w:tab/>
        <w:t>2.063e0</w:t>
      </w:r>
    </w:p>
    <w:p w:rsidR="007B2329" w:rsidRDefault="007B2329" w:rsidP="007B2329">
      <w:r>
        <w:t>224.3996</w:t>
      </w:r>
      <w:r>
        <w:tab/>
        <w:t>2.025e0</w:t>
      </w:r>
    </w:p>
    <w:p w:rsidR="007B2329" w:rsidRDefault="007B2329" w:rsidP="007B2329">
      <w:r>
        <w:t>224.4139</w:t>
      </w:r>
      <w:r>
        <w:tab/>
        <w:t>4.051e0</w:t>
      </w:r>
    </w:p>
    <w:p w:rsidR="007B2329" w:rsidRDefault="007B2329" w:rsidP="007B2329">
      <w:r>
        <w:t>224.4197</w:t>
      </w:r>
      <w:r>
        <w:tab/>
        <w:t>3.038e0</w:t>
      </w:r>
    </w:p>
    <w:p w:rsidR="007B2329" w:rsidRDefault="007B2329" w:rsidP="007B2329">
      <w:r>
        <w:t>224.4238</w:t>
      </w:r>
      <w:r>
        <w:tab/>
        <w:t>4.051e0</w:t>
      </w:r>
    </w:p>
    <w:p w:rsidR="007B2329" w:rsidRDefault="007B2329" w:rsidP="007B2329">
      <w:r>
        <w:t>224.4340</w:t>
      </w:r>
      <w:r>
        <w:tab/>
        <w:t>1.025e0</w:t>
      </w:r>
    </w:p>
    <w:p w:rsidR="007B2329" w:rsidRDefault="007B2329" w:rsidP="007B2329">
      <w:r>
        <w:t>224.4379</w:t>
      </w:r>
      <w:r>
        <w:tab/>
        <w:t>2.025e0</w:t>
      </w:r>
    </w:p>
    <w:p w:rsidR="007B2329" w:rsidRDefault="007B2329" w:rsidP="007B2329">
      <w:r>
        <w:t>224.4399</w:t>
      </w:r>
      <w:r>
        <w:tab/>
        <w:t>1.013e0</w:t>
      </w:r>
    </w:p>
    <w:p w:rsidR="007B2329" w:rsidRDefault="007B2329" w:rsidP="007B2329">
      <w:r>
        <w:lastRenderedPageBreak/>
        <w:t>224.4436</w:t>
      </w:r>
      <w:r>
        <w:tab/>
        <w:t>1.013e0</w:t>
      </w:r>
    </w:p>
    <w:p w:rsidR="007B2329" w:rsidRDefault="007B2329" w:rsidP="007B2329">
      <w:r>
        <w:t>224.4475</w:t>
      </w:r>
      <w:r>
        <w:tab/>
        <w:t>1.013e0</w:t>
      </w:r>
    </w:p>
    <w:p w:rsidR="007B2329" w:rsidRDefault="007B2329" w:rsidP="007B2329">
      <w:r>
        <w:t>224.4533</w:t>
      </w:r>
      <w:r>
        <w:tab/>
        <w:t>1.025e0</w:t>
      </w:r>
    </w:p>
    <w:p w:rsidR="007B2329" w:rsidRDefault="007B2329" w:rsidP="007B2329">
      <w:r>
        <w:t>224.4572</w:t>
      </w:r>
      <w:r>
        <w:tab/>
        <w:t>1.025e0</w:t>
      </w:r>
    </w:p>
    <w:p w:rsidR="007B2329" w:rsidRDefault="007B2329" w:rsidP="007B2329">
      <w:r>
        <w:t>224.4608</w:t>
      </w:r>
      <w:r>
        <w:tab/>
        <w:t>3.038e0</w:t>
      </w:r>
    </w:p>
    <w:p w:rsidR="007B2329" w:rsidRDefault="007B2329" w:rsidP="007B2329">
      <w:r>
        <w:t>224.4759</w:t>
      </w:r>
      <w:r>
        <w:tab/>
        <w:t>3.224e0</w:t>
      </w:r>
    </w:p>
    <w:p w:rsidR="007B2329" w:rsidRDefault="007B2329" w:rsidP="007B2329">
      <w:r>
        <w:t>224.4835</w:t>
      </w:r>
      <w:r>
        <w:tab/>
        <w:t>4.089e0</w:t>
      </w:r>
    </w:p>
    <w:p w:rsidR="007B2329" w:rsidRDefault="007B2329" w:rsidP="007B2329">
      <w:r>
        <w:t>224.4979</w:t>
      </w:r>
      <w:r>
        <w:tab/>
        <w:t>5.063e0</w:t>
      </w:r>
    </w:p>
    <w:p w:rsidR="007B2329" w:rsidRDefault="007B2329" w:rsidP="007B2329">
      <w:r>
        <w:t>224.5001</w:t>
      </w:r>
      <w:r>
        <w:tab/>
        <w:t>3.038e0</w:t>
      </w:r>
    </w:p>
    <w:p w:rsidR="007B2329" w:rsidRDefault="007B2329" w:rsidP="007B2329">
      <w:r>
        <w:t>224.5026</w:t>
      </w:r>
      <w:r>
        <w:tab/>
        <w:t>4.051e0</w:t>
      </w:r>
    </w:p>
    <w:p w:rsidR="007B2329" w:rsidRDefault="007B2329" w:rsidP="007B2329">
      <w:r>
        <w:t>224.5074</w:t>
      </w:r>
      <w:r>
        <w:tab/>
        <w:t>1.013e0</w:t>
      </w:r>
    </w:p>
    <w:p w:rsidR="007B2329" w:rsidRDefault="007B2329" w:rsidP="007B2329">
      <w:r>
        <w:t>224.5113</w:t>
      </w:r>
      <w:r>
        <w:tab/>
        <w:t>2.025e0</w:t>
      </w:r>
    </w:p>
    <w:p w:rsidR="007B2329" w:rsidRDefault="007B2329" w:rsidP="007B2329">
      <w:r>
        <w:t>224.5171</w:t>
      </w:r>
      <w:r>
        <w:tab/>
        <w:t>2.025e0</w:t>
      </w:r>
    </w:p>
    <w:p w:rsidR="007B2329" w:rsidRDefault="007B2329" w:rsidP="007B2329">
      <w:r>
        <w:t>224.5305</w:t>
      </w:r>
      <w:r>
        <w:tab/>
        <w:t>2.025e0</w:t>
      </w:r>
    </w:p>
    <w:p w:rsidR="007B2329" w:rsidRDefault="007B2329" w:rsidP="007B2329">
      <w:r>
        <w:t>224.5430</w:t>
      </w:r>
      <w:r>
        <w:tab/>
        <w:t>2.025e0</w:t>
      </w:r>
    </w:p>
    <w:p w:rsidR="007B2329" w:rsidRDefault="007B2329" w:rsidP="007B2329">
      <w:r>
        <w:t>224.5470</w:t>
      </w:r>
      <w:r>
        <w:tab/>
        <w:t>1.013e0</w:t>
      </w:r>
    </w:p>
    <w:p w:rsidR="007B2329" w:rsidRDefault="007B2329" w:rsidP="007B2329">
      <w:r>
        <w:t>224.5489</w:t>
      </w:r>
      <w:r>
        <w:tab/>
        <w:t>2.025e0</w:t>
      </w:r>
    </w:p>
    <w:p w:rsidR="007B2329" w:rsidRDefault="007B2329" w:rsidP="007B2329">
      <w:r>
        <w:t>224.5512</w:t>
      </w:r>
      <w:r>
        <w:tab/>
        <w:t>3.246e0</w:t>
      </w:r>
    </w:p>
    <w:p w:rsidR="007B2329" w:rsidRDefault="007B2329" w:rsidP="007B2329">
      <w:r>
        <w:t>224.5522</w:t>
      </w:r>
      <w:r>
        <w:tab/>
        <w:t>3.038e0</w:t>
      </w:r>
    </w:p>
    <w:p w:rsidR="007B2329" w:rsidRDefault="007B2329" w:rsidP="007B2329">
      <w:r>
        <w:lastRenderedPageBreak/>
        <w:t>224.5558</w:t>
      </w:r>
      <w:r>
        <w:tab/>
        <w:t>6.076e0</w:t>
      </w:r>
    </w:p>
    <w:p w:rsidR="007B2329" w:rsidRDefault="007B2329" w:rsidP="007B2329">
      <w:r>
        <w:t>224.5693</w:t>
      </w:r>
      <w:r>
        <w:tab/>
        <w:t>2.025e0</w:t>
      </w:r>
    </w:p>
    <w:p w:rsidR="007B2329" w:rsidRDefault="007B2329" w:rsidP="007B2329">
      <w:r>
        <w:t>224.5809</w:t>
      </w:r>
      <w:r>
        <w:tab/>
        <w:t>4.051e0</w:t>
      </w:r>
    </w:p>
    <w:p w:rsidR="007B2329" w:rsidRDefault="007B2329" w:rsidP="007B2329">
      <w:r>
        <w:t>224.5825</w:t>
      </w:r>
      <w:r>
        <w:tab/>
        <w:t>8.101e0</w:t>
      </w:r>
    </w:p>
    <w:p w:rsidR="007B2329" w:rsidRDefault="007B2329" w:rsidP="007B2329">
      <w:r>
        <w:t>224.5906</w:t>
      </w:r>
      <w:r>
        <w:tab/>
        <w:t>1.013e0</w:t>
      </w:r>
    </w:p>
    <w:p w:rsidR="007B2329" w:rsidRDefault="007B2329" w:rsidP="007B2329">
      <w:r>
        <w:t>224.5924</w:t>
      </w:r>
      <w:r>
        <w:tab/>
        <w:t>2.025e0</w:t>
      </w:r>
    </w:p>
    <w:p w:rsidR="007B2329" w:rsidRDefault="007B2329" w:rsidP="007B2329">
      <w:r>
        <w:t>224.6048</w:t>
      </w:r>
      <w:r>
        <w:tab/>
        <w:t>3.038e0</w:t>
      </w:r>
    </w:p>
    <w:p w:rsidR="007B2329" w:rsidRDefault="007B2329" w:rsidP="007B2329">
      <w:r>
        <w:t>224.6147</w:t>
      </w:r>
      <w:r>
        <w:tab/>
        <w:t>5.063e0</w:t>
      </w:r>
    </w:p>
    <w:p w:rsidR="007B2329" w:rsidRDefault="007B2329" w:rsidP="007B2329">
      <w:r>
        <w:t>224.6200</w:t>
      </w:r>
      <w:r>
        <w:tab/>
        <w:t>5.063e0</w:t>
      </w:r>
    </w:p>
    <w:p w:rsidR="007B2329" w:rsidRDefault="007B2329" w:rsidP="007B2329">
      <w:r>
        <w:t>224.6263</w:t>
      </w:r>
      <w:r>
        <w:tab/>
        <w:t>2.025e0</w:t>
      </w:r>
    </w:p>
    <w:p w:rsidR="007B2329" w:rsidRDefault="007B2329" w:rsidP="007B2329">
      <w:r>
        <w:t>224.6315</w:t>
      </w:r>
      <w:r>
        <w:tab/>
        <w:t>9.114e0</w:t>
      </w:r>
    </w:p>
    <w:p w:rsidR="007B2329" w:rsidRDefault="007B2329" w:rsidP="007B2329">
      <w:r>
        <w:t>224.6581</w:t>
      </w:r>
      <w:r>
        <w:tab/>
        <w:t>4.051e0</w:t>
      </w:r>
    </w:p>
    <w:p w:rsidR="007B2329" w:rsidRDefault="007B2329" w:rsidP="007B2329">
      <w:r>
        <w:t>224.6655</w:t>
      </w:r>
      <w:r>
        <w:tab/>
        <w:t>2.399e0</w:t>
      </w:r>
    </w:p>
    <w:p w:rsidR="007B2329" w:rsidRDefault="007B2329" w:rsidP="007B2329">
      <w:r>
        <w:t>224.6721</w:t>
      </w:r>
      <w:r>
        <w:tab/>
        <w:t>4.051e0</w:t>
      </w:r>
    </w:p>
    <w:p w:rsidR="007B2329" w:rsidRDefault="007B2329" w:rsidP="007B2329">
      <w:r>
        <w:t>224.6778</w:t>
      </w:r>
      <w:r>
        <w:tab/>
        <w:t>8.385e0</w:t>
      </w:r>
    </w:p>
    <w:p w:rsidR="007B2329" w:rsidRDefault="007B2329" w:rsidP="007B2329">
      <w:r>
        <w:t>224.6869</w:t>
      </w:r>
      <w:r>
        <w:tab/>
        <w:t>1.013e0</w:t>
      </w:r>
    </w:p>
    <w:p w:rsidR="007B2329" w:rsidRDefault="007B2329" w:rsidP="007B2329">
      <w:r>
        <w:t>224.6936</w:t>
      </w:r>
      <w:r>
        <w:tab/>
        <w:t>3.038e0</w:t>
      </w:r>
    </w:p>
    <w:p w:rsidR="007B2329" w:rsidRDefault="007B2329" w:rsidP="007B2329">
      <w:r>
        <w:t>224.6982</w:t>
      </w:r>
      <w:r>
        <w:tab/>
        <w:t>6.582e0</w:t>
      </w:r>
    </w:p>
    <w:p w:rsidR="007B2329" w:rsidRDefault="007B2329" w:rsidP="007B2329">
      <w:r>
        <w:t>224.7016</w:t>
      </w:r>
      <w:r>
        <w:tab/>
        <w:t>4.051e0</w:t>
      </w:r>
    </w:p>
    <w:p w:rsidR="007B2329" w:rsidRDefault="007B2329" w:rsidP="007B2329">
      <w:r>
        <w:lastRenderedPageBreak/>
        <w:t>224.7037</w:t>
      </w:r>
      <w:r>
        <w:tab/>
        <w:t>3.038e0</w:t>
      </w:r>
    </w:p>
    <w:p w:rsidR="007B2329" w:rsidRDefault="007B2329" w:rsidP="007B2329">
      <w:r>
        <w:t>224.7182</w:t>
      </w:r>
      <w:r>
        <w:tab/>
        <w:t>1.013e0</w:t>
      </w:r>
    </w:p>
    <w:p w:rsidR="007B2329" w:rsidRDefault="007B2329" w:rsidP="007B2329">
      <w:r>
        <w:t>224.7217</w:t>
      </w:r>
      <w:r>
        <w:tab/>
        <w:t>5.671e0</w:t>
      </w:r>
    </w:p>
    <w:p w:rsidR="007B2329" w:rsidRDefault="007B2329" w:rsidP="007B2329">
      <w:r>
        <w:t>224.7243</w:t>
      </w:r>
      <w:r>
        <w:tab/>
        <w:t>7.089e0</w:t>
      </w:r>
    </w:p>
    <w:p w:rsidR="007B2329" w:rsidRDefault="007B2329" w:rsidP="007B2329">
      <w:r>
        <w:t>224.7296</w:t>
      </w:r>
      <w:r>
        <w:tab/>
        <w:t>4.051e0</w:t>
      </w:r>
    </w:p>
    <w:p w:rsidR="007B2329" w:rsidRDefault="007B2329" w:rsidP="007B2329">
      <w:r>
        <w:t>224.7319</w:t>
      </w:r>
      <w:r>
        <w:tab/>
        <w:t>3.372e0</w:t>
      </w:r>
    </w:p>
    <w:p w:rsidR="007B2329" w:rsidRDefault="007B2329" w:rsidP="007B2329">
      <w:r>
        <w:t>224.7379</w:t>
      </w:r>
      <w:r>
        <w:tab/>
        <w:t>8.294e0</w:t>
      </w:r>
    </w:p>
    <w:p w:rsidR="007B2329" w:rsidRDefault="007B2329" w:rsidP="007B2329">
      <w:r>
        <w:t>224.7441</w:t>
      </w:r>
      <w:r>
        <w:tab/>
        <w:t>9.114e0</w:t>
      </w:r>
    </w:p>
    <w:p w:rsidR="007B2329" w:rsidRDefault="007B2329" w:rsidP="007B2329">
      <w:r>
        <w:t>224.7465</w:t>
      </w:r>
      <w:r>
        <w:tab/>
        <w:t>4.063e0</w:t>
      </w:r>
    </w:p>
    <w:p w:rsidR="007B2329" w:rsidRDefault="007B2329" w:rsidP="007B2329">
      <w:r>
        <w:t>224.7532</w:t>
      </w:r>
      <w:r>
        <w:tab/>
        <w:t>3.362e0</w:t>
      </w:r>
    </w:p>
    <w:p w:rsidR="007B2329" w:rsidRDefault="007B2329" w:rsidP="007B2329">
      <w:r>
        <w:t>224.7588</w:t>
      </w:r>
      <w:r>
        <w:tab/>
        <w:t>1.013e0</w:t>
      </w:r>
    </w:p>
    <w:p w:rsidR="007B2329" w:rsidRDefault="007B2329" w:rsidP="007B2329">
      <w:r>
        <w:t>224.7599</w:t>
      </w:r>
      <w:r>
        <w:tab/>
        <w:t>4.068e0</w:t>
      </w:r>
    </w:p>
    <w:p w:rsidR="007B2329" w:rsidRDefault="007B2329" w:rsidP="007B2329">
      <w:r>
        <w:t>224.7627</w:t>
      </w:r>
      <w:r>
        <w:tab/>
        <w:t>1.013e0</w:t>
      </w:r>
    </w:p>
    <w:p w:rsidR="007B2329" w:rsidRDefault="007B2329" w:rsidP="007B2329">
      <w:r>
        <w:t>224.7693</w:t>
      </w:r>
      <w:r>
        <w:tab/>
        <w:t>3.038e0</w:t>
      </w:r>
    </w:p>
    <w:p w:rsidR="007B2329" w:rsidRDefault="007B2329" w:rsidP="007B2329">
      <w:r>
        <w:t>224.7742</w:t>
      </w:r>
      <w:r>
        <w:tab/>
        <w:t>1.013e0</w:t>
      </w:r>
    </w:p>
    <w:p w:rsidR="007B2329" w:rsidRDefault="007B2329" w:rsidP="007B2329">
      <w:r>
        <w:t>224.7913</w:t>
      </w:r>
      <w:r>
        <w:tab/>
        <w:t>1.604e1</w:t>
      </w:r>
    </w:p>
    <w:p w:rsidR="007B2329" w:rsidRDefault="007B2329" w:rsidP="007B2329">
      <w:r>
        <w:t>224.7951</w:t>
      </w:r>
      <w:r>
        <w:tab/>
        <w:t>6.113e0</w:t>
      </w:r>
    </w:p>
    <w:p w:rsidR="007B2329" w:rsidRDefault="007B2329" w:rsidP="007B2329">
      <w:r>
        <w:t>224.8111</w:t>
      </w:r>
      <w:r>
        <w:tab/>
        <w:t>3.038e0</w:t>
      </w:r>
    </w:p>
    <w:p w:rsidR="007B2329" w:rsidRDefault="007B2329" w:rsidP="007B2329">
      <w:r>
        <w:t>224.8130</w:t>
      </w:r>
      <w:r>
        <w:tab/>
        <w:t>1.305e1</w:t>
      </w:r>
    </w:p>
    <w:p w:rsidR="007B2329" w:rsidRDefault="007B2329" w:rsidP="007B2329">
      <w:r>
        <w:lastRenderedPageBreak/>
        <w:t>224.8156</w:t>
      </w:r>
      <w:r>
        <w:tab/>
        <w:t>1.014e1</w:t>
      </w:r>
    </w:p>
    <w:p w:rsidR="007B2329" w:rsidRDefault="007B2329" w:rsidP="007B2329">
      <w:r>
        <w:t>224.8172</w:t>
      </w:r>
      <w:r>
        <w:tab/>
        <w:t>5.063e0</w:t>
      </w:r>
    </w:p>
    <w:p w:rsidR="007B2329" w:rsidRDefault="007B2329" w:rsidP="007B2329">
      <w:r>
        <w:t>224.8198</w:t>
      </w:r>
      <w:r>
        <w:tab/>
        <w:t>2.025e0</w:t>
      </w:r>
    </w:p>
    <w:p w:rsidR="007B2329" w:rsidRDefault="007B2329" w:rsidP="007B2329">
      <w:r>
        <w:t>224.8274</w:t>
      </w:r>
      <w:r>
        <w:tab/>
        <w:t>4.063e0</w:t>
      </w:r>
    </w:p>
    <w:p w:rsidR="007B2329" w:rsidRDefault="007B2329" w:rsidP="007B2329">
      <w:r>
        <w:t>224.8389</w:t>
      </w:r>
      <w:r>
        <w:tab/>
        <w:t>3.038e0</w:t>
      </w:r>
    </w:p>
    <w:p w:rsidR="007B2329" w:rsidRDefault="007B2329" w:rsidP="007B2329">
      <w:r>
        <w:t>224.8443</w:t>
      </w:r>
      <w:r>
        <w:tab/>
        <w:t>1.741e1</w:t>
      </w:r>
    </w:p>
    <w:p w:rsidR="007B2329" w:rsidRDefault="007B2329" w:rsidP="007B2329">
      <w:r>
        <w:t>224.8524</w:t>
      </w:r>
      <w:r>
        <w:tab/>
        <w:t>6.076e0</w:t>
      </w:r>
    </w:p>
    <w:p w:rsidR="007B2329" w:rsidRDefault="007B2329" w:rsidP="007B2329">
      <w:r>
        <w:t>224.8573</w:t>
      </w:r>
      <w:r>
        <w:tab/>
        <w:t>1.013e0</w:t>
      </w:r>
    </w:p>
    <w:p w:rsidR="007B2329" w:rsidRDefault="007B2329" w:rsidP="007B2329">
      <w:r>
        <w:t>224.8598</w:t>
      </w:r>
      <w:r>
        <w:tab/>
        <w:t>8.116e0</w:t>
      </w:r>
    </w:p>
    <w:p w:rsidR="007B2329" w:rsidRDefault="007B2329" w:rsidP="007B2329">
      <w:r>
        <w:t>224.8611</w:t>
      </w:r>
      <w:r>
        <w:tab/>
        <w:t>1.013e0</w:t>
      </w:r>
    </w:p>
    <w:p w:rsidR="007B2329" w:rsidRDefault="007B2329" w:rsidP="007B2329">
      <w:r>
        <w:t>224.8670</w:t>
      </w:r>
      <w:r>
        <w:tab/>
        <w:t>3.222e0</w:t>
      </w:r>
    </w:p>
    <w:p w:rsidR="007B2329" w:rsidRDefault="007B2329" w:rsidP="007B2329">
      <w:r>
        <w:t>224.8686</w:t>
      </w:r>
      <w:r>
        <w:tab/>
        <w:t>5.063e0</w:t>
      </w:r>
    </w:p>
    <w:p w:rsidR="007B2329" w:rsidRDefault="007B2329" w:rsidP="007B2329">
      <w:r>
        <w:t>224.8757</w:t>
      </w:r>
      <w:r>
        <w:tab/>
        <w:t>3.251e0</w:t>
      </w:r>
    </w:p>
    <w:p w:rsidR="007B2329" w:rsidRDefault="007B2329" w:rsidP="007B2329">
      <w:r>
        <w:t>224.8821</w:t>
      </w:r>
      <w:r>
        <w:tab/>
        <w:t>1.013e0</w:t>
      </w:r>
    </w:p>
    <w:p w:rsidR="007B2329" w:rsidRDefault="007B2329" w:rsidP="007B2329">
      <w:r>
        <w:t>224.8866</w:t>
      </w:r>
      <w:r>
        <w:tab/>
        <w:t>9.114e0</w:t>
      </w:r>
    </w:p>
    <w:p w:rsidR="007B2329" w:rsidRDefault="007B2329" w:rsidP="007B2329">
      <w:r>
        <w:t>224.8969</w:t>
      </w:r>
      <w:r>
        <w:tab/>
        <w:t>3.038e0</w:t>
      </w:r>
    </w:p>
    <w:p w:rsidR="007B2329" w:rsidRDefault="007B2329" w:rsidP="007B2329">
      <w:r>
        <w:t>224.8988</w:t>
      </w:r>
      <w:r>
        <w:tab/>
        <w:t>8.101e0</w:t>
      </w:r>
    </w:p>
    <w:p w:rsidR="007B2329" w:rsidRDefault="007B2329" w:rsidP="007B2329">
      <w:r>
        <w:t>224.9013</w:t>
      </w:r>
      <w:r>
        <w:tab/>
        <w:t>7.551e0</w:t>
      </w:r>
    </w:p>
    <w:p w:rsidR="007B2329" w:rsidRDefault="007B2329" w:rsidP="007B2329">
      <w:r>
        <w:t>224.9153</w:t>
      </w:r>
      <w:r>
        <w:tab/>
        <w:t>2.025e0</w:t>
      </w:r>
    </w:p>
    <w:p w:rsidR="007B2329" w:rsidRDefault="007B2329" w:rsidP="007B2329">
      <w:r>
        <w:lastRenderedPageBreak/>
        <w:t>224.9210</w:t>
      </w:r>
      <w:r>
        <w:tab/>
        <w:t>2.025e0</w:t>
      </w:r>
    </w:p>
    <w:p w:rsidR="007B2329" w:rsidRDefault="007B2329" w:rsidP="007B2329">
      <w:r>
        <w:t>224.9237</w:t>
      </w:r>
      <w:r>
        <w:tab/>
        <w:t>5.063e0</w:t>
      </w:r>
    </w:p>
    <w:p w:rsidR="007B2329" w:rsidRDefault="007B2329" w:rsidP="007B2329">
      <w:r>
        <w:t>224.9257</w:t>
      </w:r>
      <w:r>
        <w:tab/>
        <w:t>6.076e0</w:t>
      </w:r>
    </w:p>
    <w:p w:rsidR="007B2329" w:rsidRDefault="007B2329" w:rsidP="007B2329">
      <w:r>
        <w:t>224.9321</w:t>
      </w:r>
      <w:r>
        <w:tab/>
        <w:t>5.123e0</w:t>
      </w:r>
    </w:p>
    <w:p w:rsidR="007B2329" w:rsidRDefault="007B2329" w:rsidP="007B2329">
      <w:r>
        <w:t>224.9395</w:t>
      </w:r>
      <w:r>
        <w:tab/>
        <w:t>3.309e0</w:t>
      </w:r>
    </w:p>
    <w:p w:rsidR="007B2329" w:rsidRDefault="007B2329" w:rsidP="007B2329">
      <w:r>
        <w:t>224.9418</w:t>
      </w:r>
      <w:r>
        <w:tab/>
        <w:t>5.341e0</w:t>
      </w:r>
    </w:p>
    <w:p w:rsidR="007B2329" w:rsidRDefault="007B2329" w:rsidP="007B2329">
      <w:r>
        <w:t>224.9460</w:t>
      </w:r>
      <w:r>
        <w:tab/>
        <w:t>9.253e0</w:t>
      </w:r>
    </w:p>
    <w:p w:rsidR="007B2329" w:rsidRDefault="007B2329" w:rsidP="007B2329">
      <w:r>
        <w:t>224.9484</w:t>
      </w:r>
      <w:r>
        <w:tab/>
        <w:t>4.448e0</w:t>
      </w:r>
    </w:p>
    <w:p w:rsidR="007B2329" w:rsidRDefault="007B2329" w:rsidP="007B2329">
      <w:r>
        <w:t>224.9508</w:t>
      </w:r>
      <w:r>
        <w:tab/>
        <w:t>8.114e0</w:t>
      </w:r>
    </w:p>
    <w:p w:rsidR="007B2329" w:rsidRDefault="007B2329" w:rsidP="007B2329">
      <w:r>
        <w:t>224.9642</w:t>
      </w:r>
      <w:r>
        <w:tab/>
        <w:t>4.051e0</w:t>
      </w:r>
    </w:p>
    <w:p w:rsidR="007B2329" w:rsidRDefault="007B2329" w:rsidP="007B2329">
      <w:r>
        <w:t>224.9654</w:t>
      </w:r>
      <w:r>
        <w:tab/>
        <w:t>1.667e1</w:t>
      </w:r>
    </w:p>
    <w:p w:rsidR="007B2329" w:rsidRDefault="007B2329" w:rsidP="007B2329">
      <w:r>
        <w:t>224.9692</w:t>
      </w:r>
      <w:r>
        <w:tab/>
        <w:t>5.719e0</w:t>
      </w:r>
    </w:p>
    <w:p w:rsidR="007B2329" w:rsidRDefault="007B2329" w:rsidP="007B2329">
      <w:r>
        <w:t>224.9748</w:t>
      </w:r>
      <w:r>
        <w:tab/>
        <w:t>7.089e0</w:t>
      </w:r>
    </w:p>
    <w:p w:rsidR="007B2329" w:rsidRDefault="007B2329" w:rsidP="007B2329">
      <w:r>
        <w:t>224.9765</w:t>
      </w:r>
      <w:r>
        <w:tab/>
        <w:t>5.751e0</w:t>
      </w:r>
    </w:p>
    <w:p w:rsidR="007B2329" w:rsidRDefault="007B2329" w:rsidP="007B2329">
      <w:r>
        <w:t>225.0003</w:t>
      </w:r>
      <w:r>
        <w:tab/>
        <w:t>5.114e0</w:t>
      </w:r>
    </w:p>
    <w:p w:rsidR="007B2329" w:rsidRDefault="007B2329" w:rsidP="007B2329">
      <w:r>
        <w:t>225.0032</w:t>
      </w:r>
      <w:r>
        <w:tab/>
        <w:t>8.165e0</w:t>
      </w:r>
    </w:p>
    <w:p w:rsidR="007B2329" w:rsidRDefault="007B2329" w:rsidP="007B2329">
      <w:r>
        <w:t>225.0086</w:t>
      </w:r>
      <w:r>
        <w:tab/>
        <w:t>1.526e1</w:t>
      </w:r>
    </w:p>
    <w:p w:rsidR="007B2329" w:rsidRDefault="007B2329" w:rsidP="007B2329">
      <w:r>
        <w:t>225.0137</w:t>
      </w:r>
      <w:r>
        <w:tab/>
        <w:t>2.551e1</w:t>
      </w:r>
    </w:p>
    <w:p w:rsidR="007B2329" w:rsidRDefault="007B2329" w:rsidP="007B2329">
      <w:r>
        <w:t>225.0174</w:t>
      </w:r>
      <w:r>
        <w:tab/>
        <w:t>2.329e1</w:t>
      </w:r>
    </w:p>
    <w:p w:rsidR="007B2329" w:rsidRDefault="007B2329" w:rsidP="007B2329">
      <w:r>
        <w:lastRenderedPageBreak/>
        <w:t>225.0204</w:t>
      </w:r>
      <w:r>
        <w:tab/>
        <w:t>2.216e1</w:t>
      </w:r>
    </w:p>
    <w:p w:rsidR="007B2329" w:rsidRDefault="007B2329" w:rsidP="007B2329">
      <w:r>
        <w:t>225.0219</w:t>
      </w:r>
      <w:r>
        <w:tab/>
        <w:t>1.504e1</w:t>
      </w:r>
    </w:p>
    <w:p w:rsidR="007B2329" w:rsidRDefault="007B2329" w:rsidP="007B2329">
      <w:r>
        <w:t>225.0260</w:t>
      </w:r>
      <w:r>
        <w:tab/>
        <w:t>8.774e0</w:t>
      </w:r>
    </w:p>
    <w:p w:rsidR="007B2329" w:rsidRDefault="007B2329" w:rsidP="007B2329">
      <w:r>
        <w:t>225.0273</w:t>
      </w:r>
      <w:r>
        <w:tab/>
        <w:t>2.668e1</w:t>
      </w:r>
    </w:p>
    <w:p w:rsidR="007B2329" w:rsidRDefault="007B2329" w:rsidP="007B2329">
      <w:r>
        <w:t>225.0286</w:t>
      </w:r>
      <w:r>
        <w:tab/>
        <w:t>1.215e1</w:t>
      </w:r>
    </w:p>
    <w:p w:rsidR="007B2329" w:rsidRDefault="007B2329" w:rsidP="007B2329">
      <w:r>
        <w:t>225.0502</w:t>
      </w:r>
      <w:r>
        <w:tab/>
        <w:t>3.966e0</w:t>
      </w:r>
    </w:p>
    <w:p w:rsidR="007B2329" w:rsidRDefault="007B2329" w:rsidP="007B2329">
      <w:r>
        <w:t>225.0651</w:t>
      </w:r>
      <w:r>
        <w:tab/>
        <w:t>8.191e0</w:t>
      </w:r>
    </w:p>
    <w:p w:rsidR="007B2329" w:rsidRDefault="007B2329" w:rsidP="007B2329">
      <w:r>
        <w:t>225.0729</w:t>
      </w:r>
      <w:r>
        <w:tab/>
        <w:t>1.038e0</w:t>
      </w:r>
    </w:p>
    <w:p w:rsidR="007B2329" w:rsidRDefault="007B2329" w:rsidP="007B2329">
      <w:r>
        <w:t>225.1236</w:t>
      </w:r>
      <w:r>
        <w:tab/>
        <w:t>6.715e3</w:t>
      </w:r>
    </w:p>
    <w:p w:rsidR="007B2329" w:rsidRDefault="007B2329" w:rsidP="007B2329">
      <w:r>
        <w:t>225.1256</w:t>
      </w:r>
      <w:r>
        <w:tab/>
        <w:t>2.812e3</w:t>
      </w:r>
    </w:p>
    <w:p w:rsidR="007B2329" w:rsidRDefault="007B2329" w:rsidP="007B2329">
      <w:r>
        <w:t>225.1279</w:t>
      </w:r>
      <w:r>
        <w:tab/>
        <w:t>9.990e2</w:t>
      </w:r>
    </w:p>
    <w:p w:rsidR="007B2329" w:rsidRDefault="007B2329" w:rsidP="007B2329">
      <w:r>
        <w:t>225.1295</w:t>
      </w:r>
      <w:r>
        <w:tab/>
        <w:t>9.570e1</w:t>
      </w:r>
    </w:p>
    <w:p w:rsidR="007B2329" w:rsidRDefault="007B2329" w:rsidP="007B2329">
      <w:r>
        <w:t>225.1771</w:t>
      </w:r>
      <w:r>
        <w:tab/>
        <w:t>1.498e0</w:t>
      </w:r>
    </w:p>
    <w:p w:rsidR="007B2329" w:rsidRDefault="007B2329" w:rsidP="007B2329">
      <w:r>
        <w:t>225.1841</w:t>
      </w:r>
      <w:r>
        <w:tab/>
        <w:t>2.025e0</w:t>
      </w:r>
    </w:p>
    <w:p w:rsidR="007B2329" w:rsidRDefault="007B2329" w:rsidP="007B2329">
      <w:r>
        <w:t>225.1878</w:t>
      </w:r>
      <w:r>
        <w:tab/>
        <w:t>8.161e0</w:t>
      </w:r>
    </w:p>
    <w:p w:rsidR="007B2329" w:rsidRDefault="007B2329" w:rsidP="007B2329">
      <w:r>
        <w:t>225.1917</w:t>
      </w:r>
      <w:r>
        <w:tab/>
        <w:t>7.595e-2</w:t>
      </w:r>
    </w:p>
    <w:p w:rsidR="007B2329" w:rsidRDefault="007B2329" w:rsidP="007B2329">
      <w:r>
        <w:t>225.1966</w:t>
      </w:r>
      <w:r>
        <w:tab/>
        <w:t>3.165e0</w:t>
      </w:r>
    </w:p>
    <w:p w:rsidR="007B2329" w:rsidRDefault="007B2329" w:rsidP="007B2329">
      <w:r>
        <w:t>225.1986</w:t>
      </w:r>
      <w:r>
        <w:tab/>
        <w:t>2.025e0</w:t>
      </w:r>
    </w:p>
    <w:p w:rsidR="007B2329" w:rsidRDefault="007B2329" w:rsidP="007B2329">
      <w:r>
        <w:t>225.2006</w:t>
      </w:r>
      <w:r>
        <w:tab/>
        <w:t>2.025e0</w:t>
      </w:r>
    </w:p>
    <w:p w:rsidR="007B2329" w:rsidRDefault="007B2329" w:rsidP="007B2329">
      <w:r>
        <w:lastRenderedPageBreak/>
        <w:t>225.2238</w:t>
      </w:r>
      <w:r>
        <w:tab/>
        <w:t>5.063e0</w:t>
      </w:r>
    </w:p>
    <w:p w:rsidR="007B2329" w:rsidRDefault="007B2329" w:rsidP="007B2329">
      <w:r>
        <w:t>225.2257</w:t>
      </w:r>
      <w:r>
        <w:tab/>
        <w:t>1.281e1</w:t>
      </w:r>
    </w:p>
    <w:p w:rsidR="007B2329" w:rsidRDefault="007B2329" w:rsidP="007B2329">
      <w:r>
        <w:t>225.2334</w:t>
      </w:r>
      <w:r>
        <w:tab/>
        <w:t>3.038e0</w:t>
      </w:r>
    </w:p>
    <w:p w:rsidR="007B2329" w:rsidRDefault="007B2329" w:rsidP="007B2329">
      <w:r>
        <w:t>225.2354</w:t>
      </w:r>
      <w:r>
        <w:tab/>
        <w:t>3.038e0</w:t>
      </w:r>
    </w:p>
    <w:p w:rsidR="007B2329" w:rsidRDefault="007B2329" w:rsidP="007B2329">
      <w:r>
        <w:t>225.2376</w:t>
      </w:r>
      <w:r>
        <w:tab/>
        <w:t>7.841e0</w:t>
      </w:r>
    </w:p>
    <w:p w:rsidR="007B2329" w:rsidRDefault="007B2329" w:rsidP="007B2329">
      <w:r>
        <w:t>225.2398</w:t>
      </w:r>
      <w:r>
        <w:tab/>
        <w:t>6.920e0</w:t>
      </w:r>
    </w:p>
    <w:p w:rsidR="007B2329" w:rsidRDefault="007B2329" w:rsidP="007B2329">
      <w:r>
        <w:t>225.2645</w:t>
      </w:r>
      <w:r>
        <w:tab/>
        <w:t>1.013e0</w:t>
      </w:r>
    </w:p>
    <w:p w:rsidR="007B2329" w:rsidRDefault="007B2329" w:rsidP="007B2329">
      <w:r>
        <w:t>225.2810</w:t>
      </w:r>
      <w:r>
        <w:tab/>
        <w:t>1.013e0</w:t>
      </w:r>
    </w:p>
    <w:p w:rsidR="007B2329" w:rsidRDefault="007B2329" w:rsidP="007B2329">
      <w:r>
        <w:t>225.2831</w:t>
      </w:r>
      <w:r>
        <w:tab/>
        <w:t>1.273e1</w:t>
      </w:r>
    </w:p>
    <w:p w:rsidR="007B2329" w:rsidRDefault="007B2329" w:rsidP="007B2329">
      <w:r>
        <w:t>225.2917</w:t>
      </w:r>
      <w:r>
        <w:tab/>
        <w:t>4.838e2</w:t>
      </w:r>
    </w:p>
    <w:p w:rsidR="007B2329" w:rsidRDefault="007B2329" w:rsidP="007B2329">
      <w:r>
        <w:t>225.2932</w:t>
      </w:r>
      <w:r>
        <w:tab/>
        <w:t>2.187e2</w:t>
      </w:r>
    </w:p>
    <w:p w:rsidR="007B2329" w:rsidRDefault="007B2329" w:rsidP="007B2329">
      <w:r>
        <w:t>225.2957</w:t>
      </w:r>
      <w:r>
        <w:tab/>
        <w:t>9.487e1</w:t>
      </w:r>
    </w:p>
    <w:p w:rsidR="007B2329" w:rsidRDefault="007B2329" w:rsidP="007B2329">
      <w:r>
        <w:t>225.2975</w:t>
      </w:r>
      <w:r>
        <w:tab/>
        <w:t>8.868e1</w:t>
      </w:r>
    </w:p>
    <w:p w:rsidR="007B2329" w:rsidRDefault="007B2329" w:rsidP="007B2329">
      <w:r>
        <w:t>225.3105</w:t>
      </w:r>
      <w:r>
        <w:tab/>
        <w:t>4.481e0</w:t>
      </w:r>
    </w:p>
    <w:p w:rsidR="007B2329" w:rsidRDefault="007B2329" w:rsidP="007B2329">
      <w:r>
        <w:t>225.3118</w:t>
      </w:r>
      <w:r>
        <w:tab/>
        <w:t>2.532e-2</w:t>
      </w:r>
    </w:p>
    <w:p w:rsidR="007B2329" w:rsidRDefault="007B2329" w:rsidP="007B2329">
      <w:r>
        <w:t>225.3271</w:t>
      </w:r>
      <w:r>
        <w:tab/>
        <w:t>4.051e0</w:t>
      </w:r>
    </w:p>
    <w:p w:rsidR="007B2329" w:rsidRDefault="007B2329" w:rsidP="007B2329">
      <w:r>
        <w:t>225.3499</w:t>
      </w:r>
      <w:r>
        <w:tab/>
        <w:t>3.947e0</w:t>
      </w:r>
    </w:p>
    <w:p w:rsidR="007B2329" w:rsidRDefault="007B2329" w:rsidP="007B2329">
      <w:r>
        <w:t>225.3510</w:t>
      </w:r>
      <w:r>
        <w:tab/>
        <w:t>4.051e0</w:t>
      </w:r>
    </w:p>
    <w:p w:rsidR="007B2329" w:rsidRDefault="007B2329" w:rsidP="007B2329">
      <w:r>
        <w:t>225.3540</w:t>
      </w:r>
      <w:r>
        <w:tab/>
        <w:t>8.101e0</w:t>
      </w:r>
    </w:p>
    <w:p w:rsidR="007B2329" w:rsidRDefault="007B2329" w:rsidP="007B2329">
      <w:r>
        <w:lastRenderedPageBreak/>
        <w:t>225.3595</w:t>
      </w:r>
      <w:r>
        <w:tab/>
        <w:t>1.299e1</w:t>
      </w:r>
    </w:p>
    <w:p w:rsidR="007B2329" w:rsidRDefault="007B2329" w:rsidP="007B2329">
      <w:r>
        <w:t>225.3642</w:t>
      </w:r>
      <w:r>
        <w:tab/>
        <w:t>1.013e0</w:t>
      </w:r>
    </w:p>
    <w:p w:rsidR="007B2329" w:rsidRDefault="007B2329" w:rsidP="007B2329">
      <w:r>
        <w:t>225.3765</w:t>
      </w:r>
      <w:r>
        <w:tab/>
        <w:t>1.714e1</w:t>
      </w:r>
    </w:p>
    <w:p w:rsidR="007B2329" w:rsidRDefault="007B2329" w:rsidP="007B2329">
      <w:r>
        <w:t>225.3871</w:t>
      </w:r>
      <w:r>
        <w:tab/>
        <w:t>1.013e1</w:t>
      </w:r>
    </w:p>
    <w:p w:rsidR="007B2329" w:rsidRDefault="007B2329" w:rsidP="007B2329">
      <w:r>
        <w:t>225.3938</w:t>
      </w:r>
      <w:r>
        <w:tab/>
        <w:t>1.050e1</w:t>
      </w:r>
    </w:p>
    <w:p w:rsidR="007B2329" w:rsidRDefault="007B2329" w:rsidP="007B2329">
      <w:r>
        <w:t>225.3958</w:t>
      </w:r>
      <w:r>
        <w:tab/>
        <w:t>4.051e0</w:t>
      </w:r>
    </w:p>
    <w:p w:rsidR="007B2329" w:rsidRDefault="007B2329" w:rsidP="007B2329">
      <w:r>
        <w:t>225.4115</w:t>
      </w:r>
      <w:r>
        <w:tab/>
        <w:t>6.076e0</w:t>
      </w:r>
    </w:p>
    <w:p w:rsidR="007B2329" w:rsidRDefault="007B2329" w:rsidP="007B2329">
      <w:r>
        <w:t>225.4241</w:t>
      </w:r>
      <w:r>
        <w:tab/>
        <w:t>1.013e0</w:t>
      </w:r>
    </w:p>
    <w:p w:rsidR="007B2329" w:rsidRDefault="007B2329" w:rsidP="007B2329">
      <w:r>
        <w:t>225.4279</w:t>
      </w:r>
      <w:r>
        <w:tab/>
        <w:t>1.013e0</w:t>
      </w:r>
    </w:p>
    <w:p w:rsidR="007B2329" w:rsidRDefault="007B2329" w:rsidP="007B2329">
      <w:r>
        <w:t>225.4362</w:t>
      </w:r>
      <w:r>
        <w:tab/>
        <w:t>8.055e0</w:t>
      </w:r>
    </w:p>
    <w:p w:rsidR="007B2329" w:rsidRDefault="007B2329" w:rsidP="007B2329">
      <w:r>
        <w:t>225.4403</w:t>
      </w:r>
      <w:r>
        <w:tab/>
        <w:t>7.101e0</w:t>
      </w:r>
    </w:p>
    <w:p w:rsidR="007B2329" w:rsidRDefault="007B2329" w:rsidP="007B2329">
      <w:r>
        <w:t>225.4425</w:t>
      </w:r>
      <w:r>
        <w:tab/>
        <w:t>1.593e1</w:t>
      </w:r>
    </w:p>
    <w:p w:rsidR="007B2329" w:rsidRDefault="007B2329" w:rsidP="007B2329">
      <w:r>
        <w:t>225.4525</w:t>
      </w:r>
      <w:r>
        <w:tab/>
        <w:t>7.264e0</w:t>
      </w:r>
    </w:p>
    <w:p w:rsidR="007B2329" w:rsidRDefault="007B2329" w:rsidP="007B2329">
      <w:r>
        <w:t>225.4544</w:t>
      </w:r>
      <w:r>
        <w:tab/>
        <w:t>1.114e1</w:t>
      </w:r>
    </w:p>
    <w:p w:rsidR="007B2329" w:rsidRDefault="007B2329" w:rsidP="007B2329">
      <w:r>
        <w:t>225.4774</w:t>
      </w:r>
      <w:r>
        <w:tab/>
        <w:t>1.633e1</w:t>
      </w:r>
    </w:p>
    <w:p w:rsidR="007B2329" w:rsidRDefault="007B2329" w:rsidP="007B2329">
      <w:r>
        <w:t>225.4801</w:t>
      </w:r>
      <w:r>
        <w:tab/>
        <w:t>1.101e1</w:t>
      </w:r>
    </w:p>
    <w:p w:rsidR="007B2329" w:rsidRDefault="007B2329" w:rsidP="007B2329">
      <w:r>
        <w:t>225.4829</w:t>
      </w:r>
      <w:r>
        <w:tab/>
        <w:t>7.089e0</w:t>
      </w:r>
    </w:p>
    <w:p w:rsidR="007B2329" w:rsidRDefault="007B2329" w:rsidP="007B2329">
      <w:r>
        <w:t>225.4844</w:t>
      </w:r>
      <w:r>
        <w:tab/>
        <w:t>6.076e0</w:t>
      </w:r>
    </w:p>
    <w:p w:rsidR="007B2329" w:rsidRDefault="007B2329" w:rsidP="007B2329">
      <w:r>
        <w:t>225.4856</w:t>
      </w:r>
      <w:r>
        <w:tab/>
        <w:t>7.089e0</w:t>
      </w:r>
    </w:p>
    <w:p w:rsidR="007B2329" w:rsidRDefault="007B2329" w:rsidP="007B2329">
      <w:r>
        <w:lastRenderedPageBreak/>
        <w:t>225.4977</w:t>
      </w:r>
      <w:r>
        <w:tab/>
        <w:t>9.584e0</w:t>
      </w:r>
    </w:p>
    <w:p w:rsidR="007B2329" w:rsidRDefault="007B2329" w:rsidP="007B2329">
      <w:r>
        <w:t>225.5141</w:t>
      </w:r>
      <w:r>
        <w:tab/>
        <w:t>4.051e0</w:t>
      </w:r>
    </w:p>
    <w:p w:rsidR="007B2329" w:rsidRDefault="007B2329" w:rsidP="007B2329">
      <w:r>
        <w:t>225.5155</w:t>
      </w:r>
      <w:r>
        <w:tab/>
        <w:t>1.013e0</w:t>
      </w:r>
    </w:p>
    <w:p w:rsidR="007B2329" w:rsidRDefault="007B2329" w:rsidP="007B2329">
      <w:r>
        <w:t>225.5175</w:t>
      </w:r>
      <w:r>
        <w:tab/>
        <w:t>2.279e0</w:t>
      </w:r>
    </w:p>
    <w:p w:rsidR="007B2329" w:rsidRDefault="007B2329" w:rsidP="007B2329">
      <w:r>
        <w:t>225.5244</w:t>
      </w:r>
      <w:r>
        <w:tab/>
        <w:t>6.076e0</w:t>
      </w:r>
    </w:p>
    <w:p w:rsidR="007B2329" w:rsidRDefault="007B2329" w:rsidP="007B2329">
      <w:r>
        <w:t>225.5263</w:t>
      </w:r>
      <w:r>
        <w:tab/>
        <w:t>2.115e1</w:t>
      </w:r>
    </w:p>
    <w:p w:rsidR="007B2329" w:rsidRDefault="007B2329" w:rsidP="007B2329">
      <w:r>
        <w:t>225.5317</w:t>
      </w:r>
      <w:r>
        <w:tab/>
        <w:t>9.114e0</w:t>
      </w:r>
    </w:p>
    <w:p w:rsidR="007B2329" w:rsidRDefault="007B2329" w:rsidP="007B2329">
      <w:r>
        <w:t>225.5345</w:t>
      </w:r>
      <w:r>
        <w:tab/>
        <w:t>1.169e1</w:t>
      </w:r>
    </w:p>
    <w:p w:rsidR="007B2329" w:rsidRDefault="007B2329" w:rsidP="007B2329">
      <w:r>
        <w:t>225.5365</w:t>
      </w:r>
      <w:r>
        <w:tab/>
        <w:t>1.013e0</w:t>
      </w:r>
    </w:p>
    <w:p w:rsidR="007B2329" w:rsidRDefault="007B2329" w:rsidP="007B2329">
      <w:r>
        <w:t>225.5466</w:t>
      </w:r>
      <w:r>
        <w:tab/>
        <w:t>5.063e0</w:t>
      </w:r>
    </w:p>
    <w:p w:rsidR="007B2329" w:rsidRDefault="007B2329" w:rsidP="007B2329">
      <w:r>
        <w:t>225.5497</w:t>
      </w:r>
      <w:r>
        <w:tab/>
        <w:t>2.581e1</w:t>
      </w:r>
    </w:p>
    <w:p w:rsidR="007B2329" w:rsidRDefault="007B2329" w:rsidP="007B2329">
      <w:r>
        <w:t>225.5570</w:t>
      </w:r>
      <w:r>
        <w:tab/>
        <w:t>1.419e1</w:t>
      </w:r>
    </w:p>
    <w:p w:rsidR="007B2329" w:rsidRDefault="007B2329" w:rsidP="007B2329">
      <w:r>
        <w:t>225.5655</w:t>
      </w:r>
      <w:r>
        <w:tab/>
        <w:t>6.089e0</w:t>
      </w:r>
    </w:p>
    <w:p w:rsidR="007B2329" w:rsidRDefault="007B2329" w:rsidP="007B2329">
      <w:r>
        <w:t>225.5717</w:t>
      </w:r>
      <w:r>
        <w:tab/>
        <w:t>5.063e0</w:t>
      </w:r>
    </w:p>
    <w:p w:rsidR="007B2329" w:rsidRDefault="007B2329" w:rsidP="007B2329">
      <w:r>
        <w:t>225.5934</w:t>
      </w:r>
      <w:r>
        <w:tab/>
        <w:t>1.491e1</w:t>
      </w:r>
    </w:p>
    <w:p w:rsidR="007B2329" w:rsidRDefault="007B2329" w:rsidP="007B2329">
      <w:r>
        <w:t>225.6003</w:t>
      </w:r>
      <w:r>
        <w:tab/>
        <w:t>1.013e0</w:t>
      </w:r>
    </w:p>
    <w:p w:rsidR="007B2329" w:rsidRDefault="007B2329" w:rsidP="007B2329">
      <w:r>
        <w:t>225.6025</w:t>
      </w:r>
      <w:r>
        <w:tab/>
        <w:t>1.012e1</w:t>
      </w:r>
    </w:p>
    <w:p w:rsidR="007B2329" w:rsidRDefault="007B2329" w:rsidP="007B2329">
      <w:r>
        <w:t>225.6050</w:t>
      </w:r>
      <w:r>
        <w:tab/>
        <w:t>1.215e1</w:t>
      </w:r>
    </w:p>
    <w:p w:rsidR="007B2329" w:rsidRDefault="007B2329" w:rsidP="007B2329">
      <w:r>
        <w:t>225.6090</w:t>
      </w:r>
      <w:r>
        <w:tab/>
        <w:t>1.352e1</w:t>
      </w:r>
    </w:p>
    <w:p w:rsidR="007B2329" w:rsidRDefault="007B2329" w:rsidP="007B2329">
      <w:r>
        <w:lastRenderedPageBreak/>
        <w:t>225.6111</w:t>
      </w:r>
      <w:r>
        <w:tab/>
        <w:t>1.241e1</w:t>
      </w:r>
    </w:p>
    <w:p w:rsidR="007B2329" w:rsidRDefault="007B2329" w:rsidP="007B2329">
      <w:r>
        <w:t>225.6151</w:t>
      </w:r>
      <w:r>
        <w:tab/>
        <w:t>2.051e0</w:t>
      </w:r>
    </w:p>
    <w:p w:rsidR="007B2329" w:rsidRDefault="007B2329" w:rsidP="007B2329">
      <w:r>
        <w:t>225.6273</w:t>
      </w:r>
      <w:r>
        <w:tab/>
        <w:t>2.025e0</w:t>
      </w:r>
    </w:p>
    <w:p w:rsidR="007B2329" w:rsidRDefault="007B2329" w:rsidP="007B2329">
      <w:r>
        <w:t>225.6311</w:t>
      </w:r>
      <w:r>
        <w:tab/>
        <w:t>2.025e0</w:t>
      </w:r>
    </w:p>
    <w:p w:rsidR="007B2329" w:rsidRDefault="007B2329" w:rsidP="007B2329">
      <w:r>
        <w:t>225.6331</w:t>
      </w:r>
      <w:r>
        <w:tab/>
        <w:t>6.076e0</w:t>
      </w:r>
    </w:p>
    <w:p w:rsidR="007B2329" w:rsidRDefault="007B2329" w:rsidP="007B2329">
      <w:r>
        <w:t>225.6350</w:t>
      </w:r>
      <w:r>
        <w:tab/>
        <w:t>3.038e0</w:t>
      </w:r>
    </w:p>
    <w:p w:rsidR="007B2329" w:rsidRDefault="007B2329" w:rsidP="007B2329">
      <w:r>
        <w:t>225.6391</w:t>
      </w:r>
      <w:r>
        <w:tab/>
        <w:t>5.720e0</w:t>
      </w:r>
    </w:p>
    <w:p w:rsidR="007B2329" w:rsidRDefault="007B2329" w:rsidP="007B2329">
      <w:r>
        <w:t>225.6446</w:t>
      </w:r>
      <w:r>
        <w:tab/>
        <w:t>4.051e0</w:t>
      </w:r>
    </w:p>
    <w:p w:rsidR="007B2329" w:rsidRDefault="007B2329" w:rsidP="007B2329">
      <w:r>
        <w:t>225.6476</w:t>
      </w:r>
      <w:r>
        <w:tab/>
        <w:t>2.025e0</w:t>
      </w:r>
    </w:p>
    <w:p w:rsidR="007B2329" w:rsidRDefault="007B2329" w:rsidP="007B2329">
      <w:r>
        <w:t>225.6538</w:t>
      </w:r>
      <w:r>
        <w:tab/>
        <w:t>9.114e0</w:t>
      </w:r>
    </w:p>
    <w:p w:rsidR="007B2329" w:rsidRDefault="007B2329" w:rsidP="007B2329">
      <w:r>
        <w:t>225.6550</w:t>
      </w:r>
      <w:r>
        <w:tab/>
        <w:t>4.523e0</w:t>
      </w:r>
    </w:p>
    <w:p w:rsidR="007B2329" w:rsidRDefault="007B2329" w:rsidP="007B2329">
      <w:r>
        <w:t>225.6623</w:t>
      </w:r>
      <w:r>
        <w:tab/>
        <w:t>4.051e0</w:t>
      </w:r>
    </w:p>
    <w:p w:rsidR="007B2329" w:rsidRDefault="007B2329" w:rsidP="007B2329">
      <w:r>
        <w:t>225.6696</w:t>
      </w:r>
      <w:r>
        <w:tab/>
        <w:t>9.114e0</w:t>
      </w:r>
    </w:p>
    <w:p w:rsidR="007B2329" w:rsidRDefault="007B2329" w:rsidP="007B2329">
      <w:r>
        <w:t>225.6741</w:t>
      </w:r>
      <w:r>
        <w:tab/>
        <w:t>7.958e0</w:t>
      </w:r>
    </w:p>
    <w:p w:rsidR="007B2329" w:rsidRDefault="007B2329" w:rsidP="007B2329">
      <w:r>
        <w:t>225.6757</w:t>
      </w:r>
      <w:r>
        <w:tab/>
        <w:t>3.038e0</w:t>
      </w:r>
    </w:p>
    <w:p w:rsidR="007B2329" w:rsidRDefault="007B2329" w:rsidP="007B2329">
      <w:r>
        <w:t>225.6772</w:t>
      </w:r>
      <w:r>
        <w:tab/>
        <w:t>1.114e1</w:t>
      </w:r>
    </w:p>
    <w:p w:rsidR="007B2329" w:rsidRDefault="007B2329" w:rsidP="007B2329">
      <w:r>
        <w:t>225.6784</w:t>
      </w:r>
      <w:r>
        <w:tab/>
        <w:t>5.679e0</w:t>
      </w:r>
    </w:p>
    <w:p w:rsidR="007B2329" w:rsidRDefault="007B2329" w:rsidP="007B2329">
      <w:r>
        <w:t>225.6873</w:t>
      </w:r>
      <w:r>
        <w:tab/>
        <w:t>4.051e0</w:t>
      </w:r>
    </w:p>
    <w:p w:rsidR="007B2329" w:rsidRDefault="007B2329" w:rsidP="007B2329">
      <w:r>
        <w:t>225.6986</w:t>
      </w:r>
      <w:r>
        <w:tab/>
        <w:t>6.084e0</w:t>
      </w:r>
    </w:p>
    <w:p w:rsidR="007B2329" w:rsidRDefault="007B2329" w:rsidP="007B2329">
      <w:r>
        <w:lastRenderedPageBreak/>
        <w:t>225.7013</w:t>
      </w:r>
      <w:r>
        <w:tab/>
        <w:t>1.533e1</w:t>
      </w:r>
    </w:p>
    <w:p w:rsidR="007B2329" w:rsidRDefault="007B2329" w:rsidP="007B2329">
      <w:r>
        <w:t>225.7058</w:t>
      </w:r>
      <w:r>
        <w:tab/>
        <w:t>8.498e0</w:t>
      </w:r>
    </w:p>
    <w:p w:rsidR="007B2329" w:rsidRDefault="007B2329" w:rsidP="007B2329">
      <w:r>
        <w:t>225.7070</w:t>
      </w:r>
      <w:r>
        <w:tab/>
        <w:t>1.013e0</w:t>
      </w:r>
    </w:p>
    <w:p w:rsidR="007B2329" w:rsidRDefault="007B2329" w:rsidP="007B2329">
      <w:r>
        <w:t>225.7171</w:t>
      </w:r>
      <w:r>
        <w:tab/>
        <w:t>4.051e0</w:t>
      </w:r>
    </w:p>
    <w:p w:rsidR="007B2329" w:rsidRDefault="007B2329" w:rsidP="007B2329">
      <w:r>
        <w:t>225.7195</w:t>
      </w:r>
      <w:r>
        <w:tab/>
        <w:t>2.532e-2</w:t>
      </w:r>
    </w:p>
    <w:p w:rsidR="007B2329" w:rsidRDefault="007B2329" w:rsidP="007B2329">
      <w:r>
        <w:t>225.7319</w:t>
      </w:r>
      <w:r>
        <w:tab/>
        <w:t>9.152e0</w:t>
      </w:r>
    </w:p>
    <w:p w:rsidR="007B2329" w:rsidRDefault="007B2329" w:rsidP="007B2329">
      <w:r>
        <w:t>225.7411</w:t>
      </w:r>
      <w:r>
        <w:tab/>
        <w:t>6.076e0</w:t>
      </w:r>
    </w:p>
    <w:p w:rsidR="007B2329" w:rsidRDefault="007B2329" w:rsidP="007B2329">
      <w:r>
        <w:t>225.7478</w:t>
      </w:r>
      <w:r>
        <w:tab/>
        <w:t>1.419e1</w:t>
      </w:r>
    </w:p>
    <w:p w:rsidR="007B2329" w:rsidRDefault="007B2329" w:rsidP="007B2329">
      <w:r>
        <w:t>225.7512</w:t>
      </w:r>
      <w:r>
        <w:tab/>
        <w:t>2.025e0</w:t>
      </w:r>
    </w:p>
    <w:p w:rsidR="007B2329" w:rsidRDefault="007B2329" w:rsidP="007B2329">
      <w:r>
        <w:t>225.7543</w:t>
      </w:r>
      <w:r>
        <w:tab/>
        <w:t>9.114e0</w:t>
      </w:r>
    </w:p>
    <w:p w:rsidR="007B2329" w:rsidRDefault="007B2329" w:rsidP="007B2329">
      <w:r>
        <w:t>225.7610</w:t>
      </w:r>
      <w:r>
        <w:tab/>
        <w:t>5.460e0</w:t>
      </w:r>
    </w:p>
    <w:p w:rsidR="007B2329" w:rsidRDefault="007B2329" w:rsidP="007B2329">
      <w:r>
        <w:t>225.7667</w:t>
      </w:r>
      <w:r>
        <w:tab/>
        <w:t>1.013e0</w:t>
      </w:r>
    </w:p>
    <w:p w:rsidR="007B2329" w:rsidRDefault="007B2329" w:rsidP="007B2329">
      <w:r>
        <w:t>225.7745</w:t>
      </w:r>
      <w:r>
        <w:tab/>
        <w:t>7.630e0</w:t>
      </w:r>
    </w:p>
    <w:p w:rsidR="007B2329" w:rsidRDefault="007B2329" w:rsidP="007B2329">
      <w:r>
        <w:t>225.7781</w:t>
      </w:r>
      <w:r>
        <w:tab/>
        <w:t>4.389e0</w:t>
      </w:r>
    </w:p>
    <w:p w:rsidR="007B2329" w:rsidRDefault="007B2329" w:rsidP="007B2329">
      <w:r>
        <w:t>225.7807</w:t>
      </w:r>
      <w:r>
        <w:tab/>
        <w:t>4.177e0</w:t>
      </w:r>
    </w:p>
    <w:p w:rsidR="007B2329" w:rsidRDefault="007B2329" w:rsidP="007B2329">
      <w:r>
        <w:t>225.7823</w:t>
      </w:r>
      <w:r>
        <w:tab/>
        <w:t>1.446e1</w:t>
      </w:r>
    </w:p>
    <w:p w:rsidR="007B2329" w:rsidRDefault="007B2329" w:rsidP="007B2329">
      <w:r>
        <w:t>225.7880</w:t>
      </w:r>
      <w:r>
        <w:tab/>
        <w:t>1.013e0</w:t>
      </w:r>
    </w:p>
    <w:p w:rsidR="007B2329" w:rsidRDefault="007B2329" w:rsidP="007B2329">
      <w:r>
        <w:t>225.8016</w:t>
      </w:r>
      <w:r>
        <w:tab/>
        <w:t>2.532e-2</w:t>
      </w:r>
    </w:p>
    <w:p w:rsidR="007B2329" w:rsidRDefault="007B2329" w:rsidP="007B2329">
      <w:r>
        <w:t>225.8053</w:t>
      </w:r>
      <w:r>
        <w:tab/>
        <w:t>2.038e0</w:t>
      </w:r>
    </w:p>
    <w:p w:rsidR="007B2329" w:rsidRDefault="007B2329" w:rsidP="007B2329">
      <w:r>
        <w:lastRenderedPageBreak/>
        <w:t>225.8134</w:t>
      </w:r>
      <w:r>
        <w:tab/>
        <w:t>1.215e1</w:t>
      </w:r>
    </w:p>
    <w:p w:rsidR="007B2329" w:rsidRDefault="007B2329" w:rsidP="007B2329">
      <w:r>
        <w:t>225.8199</w:t>
      </w:r>
      <w:r>
        <w:tab/>
        <w:t>1.168e1</w:t>
      </w:r>
    </w:p>
    <w:p w:rsidR="007B2329" w:rsidRDefault="007B2329" w:rsidP="007B2329">
      <w:r>
        <w:t>225.8224</w:t>
      </w:r>
      <w:r>
        <w:tab/>
        <w:t>1.215e1</w:t>
      </w:r>
    </w:p>
    <w:p w:rsidR="007B2329" w:rsidRDefault="007B2329" w:rsidP="007B2329">
      <w:r>
        <w:t>225.8268</w:t>
      </w:r>
      <w:r>
        <w:tab/>
        <w:t>4.051e0</w:t>
      </w:r>
    </w:p>
    <w:p w:rsidR="007B2329" w:rsidRDefault="007B2329" w:rsidP="007B2329">
      <w:r>
        <w:t>225.8289</w:t>
      </w:r>
      <w:r>
        <w:tab/>
        <w:t>4.592e0</w:t>
      </w:r>
    </w:p>
    <w:p w:rsidR="007B2329" w:rsidRDefault="007B2329" w:rsidP="007B2329">
      <w:r>
        <w:t>225.8312</w:t>
      </w:r>
      <w:r>
        <w:tab/>
        <w:t>7.089e0</w:t>
      </w:r>
    </w:p>
    <w:p w:rsidR="007B2329" w:rsidRDefault="007B2329" w:rsidP="007B2329">
      <w:r>
        <w:t>225.8490</w:t>
      </w:r>
      <w:r>
        <w:tab/>
        <w:t>2.100e1</w:t>
      </w:r>
    </w:p>
    <w:p w:rsidR="007B2329" w:rsidRDefault="007B2329" w:rsidP="007B2329">
      <w:r>
        <w:t>225.8508</w:t>
      </w:r>
      <w:r>
        <w:tab/>
        <w:t>5.538e0</w:t>
      </w:r>
    </w:p>
    <w:p w:rsidR="007B2329" w:rsidRDefault="007B2329" w:rsidP="007B2329">
      <w:r>
        <w:t>225.8621</w:t>
      </w:r>
      <w:r>
        <w:tab/>
        <w:t>1.183e1</w:t>
      </w:r>
    </w:p>
    <w:p w:rsidR="007B2329" w:rsidRDefault="007B2329" w:rsidP="007B2329">
      <w:r>
        <w:t>225.8634</w:t>
      </w:r>
      <w:r>
        <w:tab/>
        <w:t>1.013e0</w:t>
      </w:r>
    </w:p>
    <w:p w:rsidR="007B2329" w:rsidRDefault="007B2329" w:rsidP="007B2329">
      <w:r>
        <w:t>225.8661</w:t>
      </w:r>
      <w:r>
        <w:tab/>
        <w:t>7.089e0</w:t>
      </w:r>
    </w:p>
    <w:p w:rsidR="007B2329" w:rsidRDefault="007B2329" w:rsidP="007B2329">
      <w:r>
        <w:t>225.8694</w:t>
      </w:r>
      <w:r>
        <w:tab/>
        <w:t>2.532e-2</w:t>
      </w:r>
    </w:p>
    <w:p w:rsidR="007B2329" w:rsidRDefault="007B2329" w:rsidP="007B2329">
      <w:r>
        <w:t>225.8751</w:t>
      </w:r>
      <w:r>
        <w:tab/>
        <w:t>4.051e0</w:t>
      </w:r>
    </w:p>
    <w:p w:rsidR="007B2329" w:rsidRDefault="007B2329" w:rsidP="007B2329">
      <w:r>
        <w:t>225.8925</w:t>
      </w:r>
      <w:r>
        <w:tab/>
        <w:t>5.606e0</w:t>
      </w:r>
    </w:p>
    <w:p w:rsidR="007B2329" w:rsidRDefault="007B2329" w:rsidP="007B2329">
      <w:r>
        <w:t>225.9049</w:t>
      </w:r>
      <w:r>
        <w:tab/>
        <w:t>1.114e1</w:t>
      </w:r>
    </w:p>
    <w:p w:rsidR="007B2329" w:rsidRDefault="007B2329" w:rsidP="007B2329">
      <w:r>
        <w:t>225.9116</w:t>
      </w:r>
      <w:r>
        <w:tab/>
        <w:t>5.063e0</w:t>
      </w:r>
    </w:p>
    <w:p w:rsidR="007B2329" w:rsidRDefault="007B2329" w:rsidP="007B2329">
      <w:r>
        <w:t>225.9170</w:t>
      </w:r>
      <w:r>
        <w:tab/>
        <w:t>6.129e0</w:t>
      </w:r>
    </w:p>
    <w:p w:rsidR="007B2329" w:rsidRDefault="007B2329" w:rsidP="007B2329">
      <w:r>
        <w:t>225.9216</w:t>
      </w:r>
      <w:r>
        <w:tab/>
        <w:t>3.038e0</w:t>
      </w:r>
    </w:p>
    <w:p w:rsidR="007B2329" w:rsidRDefault="007B2329" w:rsidP="007B2329">
      <w:r>
        <w:t>225.9274</w:t>
      </w:r>
      <w:r>
        <w:tab/>
        <w:t>1.025e0</w:t>
      </w:r>
    </w:p>
    <w:p w:rsidR="007B2329" w:rsidRDefault="007B2329" w:rsidP="007B2329">
      <w:r>
        <w:lastRenderedPageBreak/>
        <w:t>225.9313</w:t>
      </w:r>
      <w:r>
        <w:tab/>
        <w:t>4.051e0</w:t>
      </w:r>
    </w:p>
    <w:p w:rsidR="007B2329" w:rsidRDefault="007B2329" w:rsidP="007B2329">
      <w:r>
        <w:t>225.9333</w:t>
      </w:r>
      <w:r>
        <w:tab/>
        <w:t>2.025e0</w:t>
      </w:r>
    </w:p>
    <w:p w:rsidR="007B2329" w:rsidRDefault="007B2329" w:rsidP="007B2329">
      <w:r>
        <w:t>225.9378</w:t>
      </w:r>
      <w:r>
        <w:tab/>
        <w:t>1.295e1</w:t>
      </w:r>
    </w:p>
    <w:p w:rsidR="007B2329" w:rsidRDefault="007B2329" w:rsidP="007B2329">
      <w:r>
        <w:t>225.9466</w:t>
      </w:r>
      <w:r>
        <w:tab/>
        <w:t>5.063e0</w:t>
      </w:r>
    </w:p>
    <w:p w:rsidR="007B2329" w:rsidRDefault="007B2329" w:rsidP="007B2329">
      <w:r>
        <w:t>225.9535</w:t>
      </w:r>
      <w:r>
        <w:tab/>
        <w:t>7.110e0</w:t>
      </w:r>
    </w:p>
    <w:p w:rsidR="007B2329" w:rsidRDefault="007B2329" w:rsidP="007B2329">
      <w:r>
        <w:t>225.9691</w:t>
      </w:r>
      <w:r>
        <w:tab/>
        <w:t>2.025e0</w:t>
      </w:r>
    </w:p>
    <w:p w:rsidR="007B2329" w:rsidRDefault="007B2329" w:rsidP="007B2329">
      <w:r>
        <w:t>225.9711</w:t>
      </w:r>
      <w:r>
        <w:tab/>
        <w:t>9.590e0</w:t>
      </w:r>
    </w:p>
    <w:p w:rsidR="007B2329" w:rsidRDefault="007B2329" w:rsidP="007B2329">
      <w:r>
        <w:t>225.9770</w:t>
      </w:r>
      <w:r>
        <w:tab/>
        <w:t>7.114e0</w:t>
      </w:r>
    </w:p>
    <w:p w:rsidR="007B2329" w:rsidRDefault="007B2329" w:rsidP="007B2329">
      <w:r>
        <w:t>225.9796</w:t>
      </w:r>
      <w:r>
        <w:tab/>
        <w:t>1.301e1</w:t>
      </w:r>
    </w:p>
    <w:p w:rsidR="007B2329" w:rsidRDefault="007B2329" w:rsidP="007B2329">
      <w:r>
        <w:t>225.9831</w:t>
      </w:r>
      <w:r>
        <w:tab/>
        <w:t>5.492e0</w:t>
      </w:r>
    </w:p>
    <w:p w:rsidR="007B2329" w:rsidRDefault="007B2329" w:rsidP="007B2329">
      <w:r>
        <w:t>226.0033</w:t>
      </w:r>
      <w:r>
        <w:tab/>
        <w:t>7.114e0</w:t>
      </w:r>
    </w:p>
    <w:p w:rsidR="007B2329" w:rsidRDefault="007B2329" w:rsidP="007B2329">
      <w:r>
        <w:t>226.0105</w:t>
      </w:r>
      <w:r>
        <w:tab/>
        <w:t>3.864e1</w:t>
      </w:r>
    </w:p>
    <w:p w:rsidR="007B2329" w:rsidRDefault="007B2329" w:rsidP="007B2329">
      <w:r>
        <w:t>226.0129</w:t>
      </w:r>
      <w:r>
        <w:tab/>
        <w:t>1.327e1</w:t>
      </w:r>
    </w:p>
    <w:p w:rsidR="007B2329" w:rsidRDefault="007B2329" w:rsidP="007B2329">
      <w:r>
        <w:t>226.0153</w:t>
      </w:r>
      <w:r>
        <w:tab/>
        <w:t>1.910e1</w:t>
      </w:r>
    </w:p>
    <w:p w:rsidR="007B2329" w:rsidRDefault="007B2329" w:rsidP="007B2329">
      <w:r>
        <w:t>226.0166</w:t>
      </w:r>
      <w:r>
        <w:tab/>
        <w:t>5.847e1</w:t>
      </w:r>
    </w:p>
    <w:p w:rsidR="007B2329" w:rsidRDefault="007B2329" w:rsidP="007B2329">
      <w:r>
        <w:t>226.0217</w:t>
      </w:r>
      <w:r>
        <w:tab/>
        <w:t>1.667e1</w:t>
      </w:r>
    </w:p>
    <w:p w:rsidR="007B2329" w:rsidRDefault="007B2329" w:rsidP="007B2329">
      <w:r>
        <w:t>226.0517</w:t>
      </w:r>
      <w:r>
        <w:tab/>
        <w:t>1.503e1</w:t>
      </w:r>
    </w:p>
    <w:p w:rsidR="007B2329" w:rsidRDefault="007B2329" w:rsidP="007B2329">
      <w:r>
        <w:t>226.0625</w:t>
      </w:r>
      <w:r>
        <w:tab/>
        <w:t>7.866e0</w:t>
      </w:r>
    </w:p>
    <w:p w:rsidR="007B2329" w:rsidRDefault="007B2329" w:rsidP="007B2329">
      <w:r>
        <w:t>226.0699</w:t>
      </w:r>
      <w:r>
        <w:tab/>
        <w:t>1.338e1</w:t>
      </w:r>
    </w:p>
    <w:p w:rsidR="007B2329" w:rsidRDefault="007B2329" w:rsidP="007B2329">
      <w:r>
        <w:lastRenderedPageBreak/>
        <w:t>226.0961</w:t>
      </w:r>
      <w:r>
        <w:tab/>
        <w:t>3.038e0</w:t>
      </w:r>
    </w:p>
    <w:p w:rsidR="007B2329" w:rsidRDefault="007B2329" w:rsidP="007B2329">
      <w:r>
        <w:t>226.1323</w:t>
      </w:r>
      <w:r>
        <w:tab/>
        <w:t>3.480e2</w:t>
      </w:r>
    </w:p>
    <w:p w:rsidR="007B2329" w:rsidRDefault="007B2329" w:rsidP="007B2329">
      <w:r>
        <w:t>226.1333</w:t>
      </w:r>
      <w:r>
        <w:tab/>
        <w:t>2.929e3</w:t>
      </w:r>
    </w:p>
    <w:p w:rsidR="007B2329" w:rsidRDefault="007B2329" w:rsidP="007B2329">
      <w:r>
        <w:t>226.1869</w:t>
      </w:r>
      <w:r>
        <w:tab/>
        <w:t>4.420e0</w:t>
      </w:r>
    </w:p>
    <w:p w:rsidR="007B2329" w:rsidRDefault="007B2329" w:rsidP="007B2329">
      <w:r>
        <w:t>226.1970</w:t>
      </w:r>
      <w:r>
        <w:tab/>
        <w:t>2.580e0</w:t>
      </w:r>
    </w:p>
    <w:p w:rsidR="007B2329" w:rsidRDefault="007B2329" w:rsidP="007B2329">
      <w:r>
        <w:t>226.2037</w:t>
      </w:r>
      <w:r>
        <w:tab/>
        <w:t>1.995e1</w:t>
      </w:r>
    </w:p>
    <w:p w:rsidR="007B2329" w:rsidRDefault="007B2329" w:rsidP="007B2329">
      <w:r>
        <w:t>226.2321</w:t>
      </w:r>
      <w:r>
        <w:tab/>
        <w:t>1.519e1</w:t>
      </w:r>
    </w:p>
    <w:p w:rsidR="007B2329" w:rsidRDefault="007B2329" w:rsidP="007B2329">
      <w:r>
        <w:t>226.2340</w:t>
      </w:r>
      <w:r>
        <w:tab/>
        <w:t>4.051e0</w:t>
      </w:r>
    </w:p>
    <w:p w:rsidR="007B2329" w:rsidRDefault="007B2329" w:rsidP="007B2329">
      <w:r>
        <w:t>226.2444</w:t>
      </w:r>
      <w:r>
        <w:tab/>
        <w:t>4.063e0</w:t>
      </w:r>
    </w:p>
    <w:p w:rsidR="007B2329" w:rsidRDefault="007B2329" w:rsidP="007B2329">
      <w:r>
        <w:t>226.2471</w:t>
      </w:r>
      <w:r>
        <w:tab/>
        <w:t>2.025e0</w:t>
      </w:r>
    </w:p>
    <w:p w:rsidR="007B2329" w:rsidRDefault="007B2329" w:rsidP="007B2329">
      <w:r>
        <w:t>226.2502</w:t>
      </w:r>
      <w:r>
        <w:tab/>
        <w:t>1.169e1</w:t>
      </w:r>
    </w:p>
    <w:p w:rsidR="007B2329" w:rsidRDefault="007B2329" w:rsidP="007B2329">
      <w:r>
        <w:t>226.2524</w:t>
      </w:r>
      <w:r>
        <w:tab/>
        <w:t>4.051e0</w:t>
      </w:r>
    </w:p>
    <w:p w:rsidR="007B2329" w:rsidRDefault="007B2329" w:rsidP="007B2329">
      <w:r>
        <w:t>226.2538</w:t>
      </w:r>
      <w:r>
        <w:tab/>
        <w:t>5.063e0</w:t>
      </w:r>
    </w:p>
    <w:p w:rsidR="007B2329" w:rsidRDefault="007B2329" w:rsidP="007B2329">
      <w:r>
        <w:t>226.2606</w:t>
      </w:r>
      <w:r>
        <w:tab/>
        <w:t>4.051e0</w:t>
      </w:r>
    </w:p>
    <w:p w:rsidR="007B2329" w:rsidRDefault="007B2329" w:rsidP="007B2329">
      <w:r>
        <w:t>226.2635</w:t>
      </w:r>
      <w:r>
        <w:tab/>
        <w:t>3.038e0</w:t>
      </w:r>
    </w:p>
    <w:p w:rsidR="007B2329" w:rsidRDefault="007B2329" w:rsidP="007B2329">
      <w:r>
        <w:t>226.2741</w:t>
      </w:r>
      <w:r>
        <w:tab/>
        <w:t>1.013e0</w:t>
      </w:r>
    </w:p>
    <w:p w:rsidR="007B2329" w:rsidRDefault="007B2329" w:rsidP="007B2329">
      <w:r>
        <w:t>226.2806</w:t>
      </w:r>
      <w:r>
        <w:tab/>
        <w:t>7.369e0</w:t>
      </w:r>
    </w:p>
    <w:p w:rsidR="007B2329" w:rsidRDefault="007B2329" w:rsidP="007B2329">
      <w:r>
        <w:t>226.2817</w:t>
      </w:r>
      <w:r>
        <w:tab/>
        <w:t>3.038e0</w:t>
      </w:r>
    </w:p>
    <w:p w:rsidR="007B2329" w:rsidRDefault="007B2329" w:rsidP="007B2329">
      <w:r>
        <w:t>226.2973</w:t>
      </w:r>
      <w:r>
        <w:tab/>
        <w:t>1.215e1</w:t>
      </w:r>
    </w:p>
    <w:p w:rsidR="007B2329" w:rsidRDefault="007B2329" w:rsidP="007B2329">
      <w:r>
        <w:lastRenderedPageBreak/>
        <w:t>226.3004</w:t>
      </w:r>
      <w:r>
        <w:tab/>
        <w:t>5.575e0</w:t>
      </w:r>
    </w:p>
    <w:p w:rsidR="007B2329" w:rsidRDefault="007B2329" w:rsidP="007B2329">
      <w:r>
        <w:t>226.3135</w:t>
      </w:r>
      <w:r>
        <w:tab/>
        <w:t>5.063e0</w:t>
      </w:r>
    </w:p>
    <w:p w:rsidR="007B2329" w:rsidRDefault="007B2329" w:rsidP="007B2329">
      <w:r>
        <w:t>226.3215</w:t>
      </w:r>
      <w:r>
        <w:tab/>
        <w:t>3.038e0</w:t>
      </w:r>
    </w:p>
    <w:p w:rsidR="007B2329" w:rsidRDefault="007B2329" w:rsidP="007B2329">
      <w:r>
        <w:t>226.3303</w:t>
      </w:r>
      <w:r>
        <w:tab/>
        <w:t>2.025e0</w:t>
      </w:r>
    </w:p>
    <w:p w:rsidR="007B2329" w:rsidRDefault="007B2329" w:rsidP="007B2329">
      <w:r>
        <w:t>226.3338</w:t>
      </w:r>
      <w:r>
        <w:tab/>
        <w:t>1.054e1</w:t>
      </w:r>
    </w:p>
    <w:p w:rsidR="007B2329" w:rsidRDefault="007B2329" w:rsidP="007B2329">
      <w:r>
        <w:t>226.3382</w:t>
      </w:r>
      <w:r>
        <w:tab/>
        <w:t>1.013e0</w:t>
      </w:r>
    </w:p>
    <w:p w:rsidR="007B2329" w:rsidRDefault="007B2329" w:rsidP="007B2329">
      <w:r>
        <w:t>226.3410</w:t>
      </w:r>
      <w:r>
        <w:tab/>
        <w:t>6.076e0</w:t>
      </w:r>
    </w:p>
    <w:p w:rsidR="007B2329" w:rsidRDefault="007B2329" w:rsidP="007B2329">
      <w:r>
        <w:t>226.3483</w:t>
      </w:r>
      <w:r>
        <w:tab/>
        <w:t>4.063e0</w:t>
      </w:r>
    </w:p>
    <w:p w:rsidR="007B2329" w:rsidRDefault="007B2329" w:rsidP="007B2329">
      <w:r>
        <w:t>226.3594</w:t>
      </w:r>
      <w:r>
        <w:tab/>
        <w:t>4.051e0</w:t>
      </w:r>
    </w:p>
    <w:p w:rsidR="007B2329" w:rsidRDefault="007B2329" w:rsidP="007B2329">
      <w:r>
        <w:t>226.3609</w:t>
      </w:r>
      <w:r>
        <w:tab/>
        <w:t>3.038e0</w:t>
      </w:r>
    </w:p>
    <w:p w:rsidR="007B2329" w:rsidRDefault="007B2329" w:rsidP="007B2329">
      <w:r>
        <w:t>226.3742</w:t>
      </w:r>
      <w:r>
        <w:tab/>
        <w:t>6.625e0</w:t>
      </w:r>
    </w:p>
    <w:p w:rsidR="007B2329" w:rsidRDefault="007B2329" w:rsidP="007B2329">
      <w:r>
        <w:t>226.3766</w:t>
      </w:r>
      <w:r>
        <w:tab/>
        <w:t>4.759e0</w:t>
      </w:r>
    </w:p>
    <w:p w:rsidR="007B2329" w:rsidRDefault="007B2329" w:rsidP="007B2329">
      <w:r>
        <w:t>226.3800</w:t>
      </w:r>
      <w:r>
        <w:tab/>
        <w:t>2.038e0</w:t>
      </w:r>
    </w:p>
    <w:p w:rsidR="007B2329" w:rsidRDefault="007B2329" w:rsidP="007B2329">
      <w:r>
        <w:t>226.3835</w:t>
      </w:r>
      <w:r>
        <w:tab/>
        <w:t>3.754e0</w:t>
      </w:r>
    </w:p>
    <w:p w:rsidR="007B2329" w:rsidRDefault="007B2329" w:rsidP="007B2329">
      <w:r>
        <w:t>226.3905</w:t>
      </w:r>
      <w:r>
        <w:tab/>
        <w:t>1.013e0</w:t>
      </w:r>
    </w:p>
    <w:p w:rsidR="007B2329" w:rsidRDefault="007B2329" w:rsidP="007B2329">
      <w:r>
        <w:t>226.3957</w:t>
      </w:r>
      <w:r>
        <w:tab/>
        <w:t>4.051e0</w:t>
      </w:r>
    </w:p>
    <w:p w:rsidR="007B2329" w:rsidRDefault="007B2329" w:rsidP="007B2329">
      <w:r>
        <w:t>226.4040</w:t>
      </w:r>
      <w:r>
        <w:tab/>
        <w:t>2.038e0</w:t>
      </w:r>
    </w:p>
    <w:p w:rsidR="007B2329" w:rsidRDefault="007B2329" w:rsidP="007B2329">
      <w:r>
        <w:t>226.4173</w:t>
      </w:r>
      <w:r>
        <w:tab/>
        <w:t>4.051e0</w:t>
      </w:r>
    </w:p>
    <w:p w:rsidR="007B2329" w:rsidRDefault="007B2329" w:rsidP="007B2329">
      <w:r>
        <w:t>226.4189</w:t>
      </w:r>
      <w:r>
        <w:tab/>
        <w:t>1.986e0</w:t>
      </w:r>
    </w:p>
    <w:p w:rsidR="007B2329" w:rsidRDefault="007B2329" w:rsidP="007B2329">
      <w:r>
        <w:lastRenderedPageBreak/>
        <w:t>226.4235</w:t>
      </w:r>
      <w:r>
        <w:tab/>
        <w:t>1.013e0</w:t>
      </w:r>
    </w:p>
    <w:p w:rsidR="007B2329" w:rsidRDefault="007B2329" w:rsidP="007B2329">
      <w:r>
        <w:t>226.4270</w:t>
      </w:r>
      <w:r>
        <w:tab/>
        <w:t>7.089e0</w:t>
      </w:r>
    </w:p>
    <w:p w:rsidR="007B2329" w:rsidRDefault="007B2329" w:rsidP="007B2329">
      <w:r>
        <w:t>226.4344</w:t>
      </w:r>
      <w:r>
        <w:tab/>
        <w:t>5.063e0</w:t>
      </w:r>
    </w:p>
    <w:p w:rsidR="007B2329" w:rsidRDefault="007B2329" w:rsidP="007B2329">
      <w:r>
        <w:t>226.4452</w:t>
      </w:r>
      <w:r>
        <w:tab/>
        <w:t>5.063e0</w:t>
      </w:r>
    </w:p>
    <w:p w:rsidR="007B2329" w:rsidRDefault="007B2329" w:rsidP="007B2329">
      <w:r>
        <w:t>226.4543</w:t>
      </w:r>
      <w:r>
        <w:tab/>
        <w:t>5.063e0</w:t>
      </w:r>
    </w:p>
    <w:p w:rsidR="007B2329" w:rsidRDefault="007B2329" w:rsidP="007B2329">
      <w:r>
        <w:t>226.4581</w:t>
      </w:r>
      <w:r>
        <w:tab/>
        <w:t>1.013e0</w:t>
      </w:r>
    </w:p>
    <w:p w:rsidR="007B2329" w:rsidRDefault="007B2329" w:rsidP="007B2329">
      <w:r>
        <w:t>226.4612</w:t>
      </w:r>
      <w:r>
        <w:tab/>
        <w:t>5.121e0</w:t>
      </w:r>
    </w:p>
    <w:p w:rsidR="007B2329" w:rsidRDefault="007B2329" w:rsidP="007B2329">
      <w:r>
        <w:t>226.4687</w:t>
      </w:r>
      <w:r>
        <w:tab/>
        <w:t>2.025e0</w:t>
      </w:r>
    </w:p>
    <w:p w:rsidR="007B2329" w:rsidRDefault="007B2329" w:rsidP="007B2329">
      <w:r>
        <w:t>226.4747</w:t>
      </w:r>
      <w:r>
        <w:tab/>
        <w:t>3.038e0</w:t>
      </w:r>
    </w:p>
    <w:p w:rsidR="007B2329" w:rsidRDefault="007B2329" w:rsidP="007B2329">
      <w:r>
        <w:t>226.4782</w:t>
      </w:r>
      <w:r>
        <w:tab/>
        <w:t>4.532e0</w:t>
      </w:r>
    </w:p>
    <w:p w:rsidR="007B2329" w:rsidRDefault="007B2329" w:rsidP="007B2329">
      <w:r>
        <w:t>226.4830</w:t>
      </w:r>
      <w:r>
        <w:tab/>
        <w:t>2.025e0</w:t>
      </w:r>
    </w:p>
    <w:p w:rsidR="007B2329" w:rsidRDefault="007B2329" w:rsidP="007B2329">
      <w:r>
        <w:t>226.4913</w:t>
      </w:r>
      <w:r>
        <w:tab/>
        <w:t>2.025e0</w:t>
      </w:r>
    </w:p>
    <w:p w:rsidR="007B2329" w:rsidRDefault="007B2329" w:rsidP="007B2329">
      <w:r>
        <w:t>226.5028</w:t>
      </w:r>
      <w:r>
        <w:tab/>
        <w:t>6.076e0</w:t>
      </w:r>
    </w:p>
    <w:p w:rsidR="007B2329" w:rsidRDefault="007B2329" w:rsidP="007B2329">
      <w:r>
        <w:t>226.5151</w:t>
      </w:r>
      <w:r>
        <w:tab/>
        <w:t>9.067e0</w:t>
      </w:r>
    </w:p>
    <w:p w:rsidR="007B2329" w:rsidRDefault="007B2329" w:rsidP="007B2329">
      <w:r>
        <w:t>226.5178</w:t>
      </w:r>
      <w:r>
        <w:tab/>
        <w:t>6.076e0</w:t>
      </w:r>
    </w:p>
    <w:p w:rsidR="007B2329" w:rsidRDefault="007B2329" w:rsidP="007B2329">
      <w:r>
        <w:t>226.5378</w:t>
      </w:r>
      <w:r>
        <w:tab/>
        <w:t>5.063e0</w:t>
      </w:r>
    </w:p>
    <w:p w:rsidR="007B2329" w:rsidRDefault="007B2329" w:rsidP="007B2329">
      <w:r>
        <w:t>226.5390</w:t>
      </w:r>
      <w:r>
        <w:tab/>
        <w:t>1.013e0</w:t>
      </w:r>
    </w:p>
    <w:p w:rsidR="007B2329" w:rsidRDefault="007B2329" w:rsidP="007B2329">
      <w:r>
        <w:t>226.5403</w:t>
      </w:r>
      <w:r>
        <w:tab/>
        <w:t>4.063e0</w:t>
      </w:r>
    </w:p>
    <w:p w:rsidR="007B2329" w:rsidRDefault="007B2329" w:rsidP="007B2329">
      <w:r>
        <w:t>226.5518</w:t>
      </w:r>
      <w:r>
        <w:tab/>
        <w:t>8.160e0</w:t>
      </w:r>
    </w:p>
    <w:p w:rsidR="007B2329" w:rsidRDefault="007B2329" w:rsidP="007B2329">
      <w:r>
        <w:lastRenderedPageBreak/>
        <w:t>226.5628</w:t>
      </w:r>
      <w:r>
        <w:tab/>
        <w:t>1.013e0</w:t>
      </w:r>
    </w:p>
    <w:p w:rsidR="007B2329" w:rsidRDefault="007B2329" w:rsidP="007B2329">
      <w:r>
        <w:t>226.5679</w:t>
      </w:r>
      <w:r>
        <w:tab/>
        <w:t>7.101e0</w:t>
      </w:r>
    </w:p>
    <w:p w:rsidR="007B2329" w:rsidRDefault="007B2329" w:rsidP="007B2329">
      <w:r>
        <w:t>226.5709</w:t>
      </w:r>
      <w:r>
        <w:tab/>
        <w:t>4.051e0</w:t>
      </w:r>
    </w:p>
    <w:p w:rsidR="007B2329" w:rsidRDefault="007B2329" w:rsidP="007B2329">
      <w:r>
        <w:t>226.5725</w:t>
      </w:r>
      <w:r>
        <w:tab/>
        <w:t>2.025e0</w:t>
      </w:r>
    </w:p>
    <w:p w:rsidR="007B2329" w:rsidRDefault="007B2329" w:rsidP="007B2329">
      <w:r>
        <w:t>226.5746</w:t>
      </w:r>
      <w:r>
        <w:tab/>
        <w:t>7.089e0</w:t>
      </w:r>
    </w:p>
    <w:p w:rsidR="007B2329" w:rsidRDefault="007B2329" w:rsidP="007B2329">
      <w:r>
        <w:t>226.5823</w:t>
      </w:r>
      <w:r>
        <w:tab/>
        <w:t>1.013e0</w:t>
      </w:r>
    </w:p>
    <w:p w:rsidR="007B2329" w:rsidRDefault="007B2329" w:rsidP="007B2329">
      <w:r>
        <w:t>226.5966</w:t>
      </w:r>
      <w:r>
        <w:tab/>
        <w:t>8.101e0</w:t>
      </w:r>
    </w:p>
    <w:p w:rsidR="007B2329" w:rsidRDefault="007B2329" w:rsidP="007B2329">
      <w:r>
        <w:t>226.6175</w:t>
      </w:r>
      <w:r>
        <w:tab/>
        <w:t>6.107e0</w:t>
      </w:r>
    </w:p>
    <w:p w:rsidR="007B2329" w:rsidRDefault="007B2329" w:rsidP="007B2329">
      <w:r>
        <w:t>226.6199</w:t>
      </w:r>
      <w:r>
        <w:tab/>
        <w:t>4.051e0</w:t>
      </w:r>
    </w:p>
    <w:p w:rsidR="007B2329" w:rsidRDefault="007B2329" w:rsidP="007B2329">
      <w:r>
        <w:t>226.6216</w:t>
      </w:r>
      <w:r>
        <w:tab/>
        <w:t>5.063e0</w:t>
      </w:r>
    </w:p>
    <w:p w:rsidR="007B2329" w:rsidRDefault="007B2329" w:rsidP="007B2329">
      <w:r>
        <w:t>226.6230</w:t>
      </w:r>
      <w:r>
        <w:tab/>
        <w:t>1.013e0</w:t>
      </w:r>
    </w:p>
    <w:p w:rsidR="007B2329" w:rsidRDefault="007B2329" w:rsidP="007B2329">
      <w:r>
        <w:t>226.6249</w:t>
      </w:r>
      <w:r>
        <w:tab/>
        <w:t>3.038e0</w:t>
      </w:r>
    </w:p>
    <w:p w:rsidR="007B2329" w:rsidRDefault="007B2329" w:rsidP="007B2329">
      <w:r>
        <w:t>226.6366</w:t>
      </w:r>
      <w:r>
        <w:tab/>
        <w:t>2.025e0</w:t>
      </w:r>
    </w:p>
    <w:p w:rsidR="007B2329" w:rsidRDefault="007B2329" w:rsidP="007B2329">
      <w:r>
        <w:t>226.6421</w:t>
      </w:r>
      <w:r>
        <w:tab/>
        <w:t>5.561e0</w:t>
      </w:r>
    </w:p>
    <w:p w:rsidR="007B2329" w:rsidRDefault="007B2329" w:rsidP="007B2329">
      <w:r>
        <w:t>226.6460</w:t>
      </w:r>
      <w:r>
        <w:tab/>
        <w:t>4.479e0</w:t>
      </w:r>
    </w:p>
    <w:p w:rsidR="007B2329" w:rsidRDefault="007B2329" w:rsidP="007B2329">
      <w:r>
        <w:t>226.6481</w:t>
      </w:r>
      <w:r>
        <w:tab/>
        <w:t>2.038e0</w:t>
      </w:r>
    </w:p>
    <w:p w:rsidR="007B2329" w:rsidRDefault="007B2329" w:rsidP="007B2329">
      <w:r>
        <w:t>226.6501</w:t>
      </w:r>
      <w:r>
        <w:tab/>
        <w:t>5.422e0</w:t>
      </w:r>
    </w:p>
    <w:p w:rsidR="007B2329" w:rsidRDefault="007B2329" w:rsidP="007B2329">
      <w:r>
        <w:t>226.6511</w:t>
      </w:r>
      <w:r>
        <w:tab/>
        <w:t>1.242e1</w:t>
      </w:r>
    </w:p>
    <w:p w:rsidR="007B2329" w:rsidRDefault="007B2329" w:rsidP="007B2329">
      <w:r>
        <w:t>226.6588</w:t>
      </w:r>
      <w:r>
        <w:tab/>
        <w:t>3.038e0</w:t>
      </w:r>
    </w:p>
    <w:p w:rsidR="007B2329" w:rsidRDefault="007B2329" w:rsidP="007B2329">
      <w:r>
        <w:lastRenderedPageBreak/>
        <w:t>226.6737</w:t>
      </w:r>
      <w:r>
        <w:tab/>
        <w:t>2.051e0</w:t>
      </w:r>
    </w:p>
    <w:p w:rsidR="007B2329" w:rsidRDefault="007B2329" w:rsidP="007B2329">
      <w:r>
        <w:t>226.6754</w:t>
      </w:r>
      <w:r>
        <w:tab/>
        <w:t>3.038e0</w:t>
      </w:r>
    </w:p>
    <w:p w:rsidR="007B2329" w:rsidRDefault="007B2329" w:rsidP="007B2329">
      <w:r>
        <w:t>226.6787</w:t>
      </w:r>
      <w:r>
        <w:tab/>
        <w:t>3.038e0</w:t>
      </w:r>
    </w:p>
    <w:p w:rsidR="007B2329" w:rsidRDefault="007B2329" w:rsidP="007B2329">
      <w:r>
        <w:t>226.6869</w:t>
      </w:r>
      <w:r>
        <w:tab/>
        <w:t>2.025e0</w:t>
      </w:r>
    </w:p>
    <w:p w:rsidR="007B2329" w:rsidRDefault="007B2329" w:rsidP="007B2329">
      <w:r>
        <w:t>226.6887</w:t>
      </w:r>
      <w:r>
        <w:tab/>
        <w:t>3.788e0</w:t>
      </w:r>
    </w:p>
    <w:p w:rsidR="007B2329" w:rsidRDefault="007B2329" w:rsidP="007B2329">
      <w:r>
        <w:t>226.6908</w:t>
      </w:r>
      <w:r>
        <w:tab/>
        <w:t>2.025e0</w:t>
      </w:r>
    </w:p>
    <w:p w:rsidR="007B2329" w:rsidRDefault="007B2329" w:rsidP="007B2329">
      <w:r>
        <w:t>226.6966</w:t>
      </w:r>
      <w:r>
        <w:tab/>
        <w:t>2.025e0</w:t>
      </w:r>
    </w:p>
    <w:p w:rsidR="007B2329" w:rsidRDefault="007B2329" w:rsidP="007B2329">
      <w:r>
        <w:t>226.7025</w:t>
      </w:r>
      <w:r>
        <w:tab/>
        <w:t>1.013e0</w:t>
      </w:r>
    </w:p>
    <w:p w:rsidR="007B2329" w:rsidRDefault="007B2329" w:rsidP="007B2329">
      <w:r>
        <w:t>226.7055</w:t>
      </w:r>
      <w:r>
        <w:tab/>
        <w:t>7.975e0</w:t>
      </w:r>
    </w:p>
    <w:p w:rsidR="007B2329" w:rsidRDefault="007B2329" w:rsidP="007B2329">
      <w:r>
        <w:t>226.7166</w:t>
      </w:r>
      <w:r>
        <w:tab/>
        <w:t>6.157e0</w:t>
      </w:r>
    </w:p>
    <w:p w:rsidR="007B2329" w:rsidRDefault="007B2329" w:rsidP="007B2329">
      <w:r>
        <w:t>226.7221</w:t>
      </w:r>
      <w:r>
        <w:tab/>
        <w:t>4.051e0</w:t>
      </w:r>
    </w:p>
    <w:p w:rsidR="007B2329" w:rsidRDefault="007B2329" w:rsidP="007B2329">
      <w:r>
        <w:t>226.7269</w:t>
      </w:r>
      <w:r>
        <w:tab/>
        <w:t>3.038e0</w:t>
      </w:r>
    </w:p>
    <w:p w:rsidR="007B2329" w:rsidRDefault="007B2329" w:rsidP="007B2329">
      <w:r>
        <w:t>226.7282</w:t>
      </w:r>
      <w:r>
        <w:tab/>
        <w:t>4.051e0</w:t>
      </w:r>
    </w:p>
    <w:p w:rsidR="007B2329" w:rsidRDefault="007B2329" w:rsidP="007B2329">
      <w:r>
        <w:t>226.7389</w:t>
      </w:r>
      <w:r>
        <w:tab/>
        <w:t>4.051e0</w:t>
      </w:r>
    </w:p>
    <w:p w:rsidR="007B2329" w:rsidRDefault="007B2329" w:rsidP="007B2329">
      <w:r>
        <w:t>226.7471</w:t>
      </w:r>
      <w:r>
        <w:tab/>
        <w:t>4.051e0</w:t>
      </w:r>
    </w:p>
    <w:p w:rsidR="007B2329" w:rsidRDefault="007B2329" w:rsidP="007B2329">
      <w:r>
        <w:t>226.7509</w:t>
      </w:r>
      <w:r>
        <w:tab/>
        <w:t>1.013e0</w:t>
      </w:r>
    </w:p>
    <w:p w:rsidR="007B2329" w:rsidRDefault="007B2329" w:rsidP="007B2329">
      <w:r>
        <w:t>226.7548</w:t>
      </w:r>
      <w:r>
        <w:tab/>
        <w:t>2.025e0</w:t>
      </w:r>
    </w:p>
    <w:p w:rsidR="007B2329" w:rsidRDefault="007B2329" w:rsidP="007B2329">
      <w:r>
        <w:t>226.7607</w:t>
      </w:r>
      <w:r>
        <w:tab/>
        <w:t>2.038e0</w:t>
      </w:r>
    </w:p>
    <w:p w:rsidR="007B2329" w:rsidRDefault="007B2329" w:rsidP="007B2329">
      <w:r>
        <w:t>226.7675</w:t>
      </w:r>
      <w:r>
        <w:tab/>
        <w:t>1.038e0</w:t>
      </w:r>
    </w:p>
    <w:p w:rsidR="007B2329" w:rsidRDefault="007B2329" w:rsidP="007B2329">
      <w:r>
        <w:lastRenderedPageBreak/>
        <w:t>226.7716</w:t>
      </w:r>
      <w:r>
        <w:tab/>
        <w:t>3.038e0</w:t>
      </w:r>
    </w:p>
    <w:p w:rsidR="007B2329" w:rsidRDefault="007B2329" w:rsidP="007B2329">
      <w:r>
        <w:t>226.7848</w:t>
      </w:r>
      <w:r>
        <w:tab/>
        <w:t>3.051e0</w:t>
      </w:r>
    </w:p>
    <w:p w:rsidR="007B2329" w:rsidRDefault="007B2329" w:rsidP="007B2329">
      <w:r>
        <w:t>226.7890</w:t>
      </w:r>
      <w:r>
        <w:tab/>
        <w:t>8.114e0</w:t>
      </w:r>
    </w:p>
    <w:p w:rsidR="007B2329" w:rsidRDefault="007B2329" w:rsidP="007B2329">
      <w:r>
        <w:t>226.7911</w:t>
      </w:r>
      <w:r>
        <w:tab/>
        <w:t>2.272e0</w:t>
      </w:r>
    </w:p>
    <w:p w:rsidR="007B2329" w:rsidRDefault="007B2329" w:rsidP="007B2329">
      <w:r>
        <w:t>226.7953</w:t>
      </w:r>
      <w:r>
        <w:tab/>
        <w:t>1.013e0</w:t>
      </w:r>
    </w:p>
    <w:p w:rsidR="007B2329" w:rsidRDefault="007B2329" w:rsidP="007B2329">
      <w:r>
        <w:t>226.7986</w:t>
      </w:r>
      <w:r>
        <w:tab/>
        <w:t>1.104e1</w:t>
      </w:r>
    </w:p>
    <w:p w:rsidR="007B2329" w:rsidRDefault="007B2329" w:rsidP="007B2329">
      <w:r>
        <w:t>226.7998</w:t>
      </w:r>
      <w:r>
        <w:tab/>
        <w:t>4.051e0</w:t>
      </w:r>
    </w:p>
    <w:p w:rsidR="007B2329" w:rsidRDefault="007B2329" w:rsidP="007B2329">
      <w:r>
        <w:t>226.8163</w:t>
      </w:r>
      <w:r>
        <w:tab/>
        <w:t>3.816e0</w:t>
      </w:r>
    </w:p>
    <w:p w:rsidR="007B2329" w:rsidRDefault="007B2329" w:rsidP="007B2329">
      <w:r>
        <w:t>226.8173</w:t>
      </w:r>
      <w:r>
        <w:tab/>
        <w:t>4.051e0</w:t>
      </w:r>
    </w:p>
    <w:p w:rsidR="007B2329" w:rsidRDefault="007B2329" w:rsidP="007B2329">
      <w:r>
        <w:t>226.8185</w:t>
      </w:r>
      <w:r>
        <w:tab/>
        <w:t>4.051e0</w:t>
      </w:r>
    </w:p>
    <w:p w:rsidR="007B2329" w:rsidRDefault="007B2329" w:rsidP="007B2329">
      <w:r>
        <w:t>226.8265</w:t>
      </w:r>
      <w:r>
        <w:tab/>
        <w:t>1.013e0</w:t>
      </w:r>
    </w:p>
    <w:p w:rsidR="007B2329" w:rsidRDefault="007B2329" w:rsidP="007B2329">
      <w:r>
        <w:t>226.8304</w:t>
      </w:r>
      <w:r>
        <w:tab/>
        <w:t>1.013e0</w:t>
      </w:r>
    </w:p>
    <w:p w:rsidR="007B2329" w:rsidRDefault="007B2329" w:rsidP="007B2329">
      <w:r>
        <w:t>226.8324</w:t>
      </w:r>
      <w:r>
        <w:tab/>
        <w:t>1.884e0</w:t>
      </w:r>
    </w:p>
    <w:p w:rsidR="007B2329" w:rsidRDefault="007B2329" w:rsidP="007B2329">
      <w:r>
        <w:t>226.8343</w:t>
      </w:r>
      <w:r>
        <w:tab/>
        <w:t>1.013e0</w:t>
      </w:r>
    </w:p>
    <w:p w:rsidR="007B2329" w:rsidRDefault="007B2329" w:rsidP="007B2329">
      <w:r>
        <w:t>226.8387</w:t>
      </w:r>
      <w:r>
        <w:tab/>
        <w:t>3.038e0</w:t>
      </w:r>
    </w:p>
    <w:p w:rsidR="007B2329" w:rsidRDefault="007B2329" w:rsidP="007B2329">
      <w:r>
        <w:t>226.8457</w:t>
      </w:r>
      <w:r>
        <w:tab/>
        <w:t>3.038e0</w:t>
      </w:r>
    </w:p>
    <w:p w:rsidR="007B2329" w:rsidRDefault="007B2329" w:rsidP="007B2329">
      <w:r>
        <w:t>226.8495</w:t>
      </w:r>
      <w:r>
        <w:tab/>
        <w:t>6.076e0</w:t>
      </w:r>
    </w:p>
    <w:p w:rsidR="007B2329" w:rsidRDefault="007B2329" w:rsidP="007B2329">
      <w:r>
        <w:t>226.8510</w:t>
      </w:r>
      <w:r>
        <w:tab/>
        <w:t>1.013e0</w:t>
      </w:r>
    </w:p>
    <w:p w:rsidR="007B2329" w:rsidRDefault="007B2329" w:rsidP="007B2329">
      <w:r>
        <w:t>226.8596</w:t>
      </w:r>
      <w:r>
        <w:tab/>
        <w:t>1.013e0</w:t>
      </w:r>
    </w:p>
    <w:p w:rsidR="007B2329" w:rsidRDefault="007B2329" w:rsidP="007B2329">
      <w:r>
        <w:lastRenderedPageBreak/>
        <w:t>226.8620</w:t>
      </w:r>
      <w:r>
        <w:tab/>
        <w:t>6.076e0</w:t>
      </w:r>
    </w:p>
    <w:p w:rsidR="007B2329" w:rsidRDefault="007B2329" w:rsidP="007B2329">
      <w:r>
        <w:t>226.8712</w:t>
      </w:r>
      <w:r>
        <w:tab/>
        <w:t>3.038e0</w:t>
      </w:r>
    </w:p>
    <w:p w:rsidR="007B2329" w:rsidRDefault="007B2329" w:rsidP="007B2329">
      <w:r>
        <w:t>226.8747</w:t>
      </w:r>
      <w:r>
        <w:tab/>
        <w:t>4.051e0</w:t>
      </w:r>
    </w:p>
    <w:p w:rsidR="007B2329" w:rsidRDefault="007B2329" w:rsidP="007B2329">
      <w:r>
        <w:t>226.8790</w:t>
      </w:r>
      <w:r>
        <w:tab/>
        <w:t>3.038e0</w:t>
      </w:r>
    </w:p>
    <w:p w:rsidR="007B2329" w:rsidRDefault="007B2329" w:rsidP="007B2329">
      <w:r>
        <w:t>226.8886</w:t>
      </w:r>
      <w:r>
        <w:tab/>
        <w:t>2.025e0</w:t>
      </w:r>
    </w:p>
    <w:p w:rsidR="007B2329" w:rsidRDefault="007B2329" w:rsidP="007B2329">
      <w:r>
        <w:t>226.8982</w:t>
      </w:r>
      <w:r>
        <w:tab/>
        <w:t>4.051e0</w:t>
      </w:r>
    </w:p>
    <w:p w:rsidR="007B2329" w:rsidRDefault="007B2329" w:rsidP="007B2329">
      <w:r>
        <w:t>226.8996</w:t>
      </w:r>
      <w:r>
        <w:tab/>
        <w:t>2.415e0</w:t>
      </w:r>
    </w:p>
    <w:p w:rsidR="007B2329" w:rsidRDefault="007B2329" w:rsidP="007B2329">
      <w:r>
        <w:t>226.9078</w:t>
      </w:r>
      <w:r>
        <w:tab/>
        <w:t>8.491e0</w:t>
      </w:r>
    </w:p>
    <w:p w:rsidR="007B2329" w:rsidRDefault="007B2329" w:rsidP="007B2329">
      <w:r>
        <w:t>226.9109</w:t>
      </w:r>
      <w:r>
        <w:tab/>
        <w:t>3.038e0</w:t>
      </w:r>
    </w:p>
    <w:p w:rsidR="007B2329" w:rsidRDefault="007B2329" w:rsidP="007B2329">
      <w:r>
        <w:t>226.9152</w:t>
      </w:r>
      <w:r>
        <w:tab/>
        <w:t>1.013e0</w:t>
      </w:r>
    </w:p>
    <w:p w:rsidR="007B2329" w:rsidRDefault="007B2329" w:rsidP="007B2329">
      <w:r>
        <w:t>226.9255</w:t>
      </w:r>
      <w:r>
        <w:tab/>
        <w:t>2.496e0</w:t>
      </w:r>
    </w:p>
    <w:p w:rsidR="007B2329" w:rsidRDefault="007B2329" w:rsidP="007B2329">
      <w:r>
        <w:t>226.9268</w:t>
      </w:r>
      <w:r>
        <w:tab/>
        <w:t>2.025e0</w:t>
      </w:r>
    </w:p>
    <w:p w:rsidR="007B2329" w:rsidRDefault="007B2329" w:rsidP="007B2329">
      <w:r>
        <w:t>226.9314</w:t>
      </w:r>
      <w:r>
        <w:tab/>
        <w:t>2.051e0</w:t>
      </w:r>
    </w:p>
    <w:p w:rsidR="007B2329" w:rsidRDefault="007B2329" w:rsidP="007B2329">
      <w:r>
        <w:t>226.9325</w:t>
      </w:r>
      <w:r>
        <w:tab/>
        <w:t>4.051e0</w:t>
      </w:r>
    </w:p>
    <w:p w:rsidR="007B2329" w:rsidRDefault="007B2329" w:rsidP="007B2329">
      <w:r>
        <w:t>226.9549</w:t>
      </w:r>
      <w:r>
        <w:tab/>
        <w:t>8.101e0</w:t>
      </w:r>
    </w:p>
    <w:p w:rsidR="007B2329" w:rsidRDefault="007B2329" w:rsidP="007B2329">
      <w:r>
        <w:t>226.9564</w:t>
      </w:r>
      <w:r>
        <w:tab/>
        <w:t>2.025e0</w:t>
      </w:r>
    </w:p>
    <w:p w:rsidR="007B2329" w:rsidRDefault="007B2329" w:rsidP="007B2329">
      <w:r>
        <w:t>226.9656</w:t>
      </w:r>
      <w:r>
        <w:tab/>
        <w:t>3.038e0</w:t>
      </w:r>
    </w:p>
    <w:p w:rsidR="007B2329" w:rsidRDefault="007B2329" w:rsidP="007B2329">
      <w:r>
        <w:t>226.9708</w:t>
      </w:r>
      <w:r>
        <w:tab/>
        <w:t>3.386e0</w:t>
      </w:r>
    </w:p>
    <w:p w:rsidR="007B2329" w:rsidRDefault="007B2329" w:rsidP="007B2329">
      <w:r>
        <w:t>226.9766</w:t>
      </w:r>
      <w:r>
        <w:tab/>
        <w:t>6.076e0</w:t>
      </w:r>
    </w:p>
    <w:p w:rsidR="007B2329" w:rsidRDefault="007B2329" w:rsidP="007B2329">
      <w:r>
        <w:lastRenderedPageBreak/>
        <w:t>226.9789</w:t>
      </w:r>
      <w:r>
        <w:tab/>
        <w:t>2.025e0</w:t>
      </w:r>
    </w:p>
    <w:p w:rsidR="007B2329" w:rsidRDefault="007B2329" w:rsidP="007B2329">
      <w:r>
        <w:t>226.9992</w:t>
      </w:r>
      <w:r>
        <w:tab/>
        <w:t>2.025e0</w:t>
      </w:r>
    </w:p>
    <w:p w:rsidR="007B2329" w:rsidRDefault="007B2329" w:rsidP="007B2329">
      <w:r>
        <w:t>227.0033</w:t>
      </w:r>
      <w:r>
        <w:tab/>
        <w:t>4.063e0</w:t>
      </w:r>
    </w:p>
    <w:p w:rsidR="007B2329" w:rsidRDefault="007B2329" w:rsidP="007B2329">
      <w:r>
        <w:t>227.0099</w:t>
      </w:r>
      <w:r>
        <w:tab/>
        <w:t>3.038e0</w:t>
      </w:r>
    </w:p>
    <w:p w:rsidR="007B2329" w:rsidRDefault="007B2329" w:rsidP="007B2329">
      <w:r>
        <w:t>227.0161</w:t>
      </w:r>
      <w:r>
        <w:tab/>
        <w:t>1.722e1</w:t>
      </w:r>
    </w:p>
    <w:p w:rsidR="007B2329" w:rsidRDefault="007B2329" w:rsidP="007B2329">
      <w:r>
        <w:t>227.0246</w:t>
      </w:r>
      <w:r>
        <w:tab/>
        <w:t>2.025e0</w:t>
      </w:r>
    </w:p>
    <w:p w:rsidR="007B2329" w:rsidRDefault="007B2329" w:rsidP="007B2329">
      <w:r>
        <w:t>227.0288</w:t>
      </w:r>
      <w:r>
        <w:tab/>
        <w:t>1.038e0</w:t>
      </w:r>
    </w:p>
    <w:p w:rsidR="007B2329" w:rsidRDefault="007B2329" w:rsidP="007B2329">
      <w:r>
        <w:t>227.0339</w:t>
      </w:r>
      <w:r>
        <w:tab/>
        <w:t>3.038e0</w:t>
      </w:r>
    </w:p>
    <w:p w:rsidR="007B2329" w:rsidRDefault="007B2329" w:rsidP="007B2329">
      <w:r>
        <w:t>227.0453</w:t>
      </w:r>
      <w:r>
        <w:tab/>
        <w:t>2.025e0</w:t>
      </w:r>
    </w:p>
    <w:p w:rsidR="007B2329" w:rsidRDefault="007B2329" w:rsidP="007B2329">
      <w:r>
        <w:t>227.0559</w:t>
      </w:r>
      <w:r>
        <w:tab/>
        <w:t>6.565e0</w:t>
      </w:r>
    </w:p>
    <w:p w:rsidR="007B2329" w:rsidRDefault="007B2329" w:rsidP="007B2329">
      <w:r>
        <w:t>227.0624</w:t>
      </w:r>
      <w:r>
        <w:tab/>
        <w:t>3.038e0</w:t>
      </w:r>
    </w:p>
    <w:p w:rsidR="007B2329" w:rsidRDefault="007B2329" w:rsidP="007B2329">
      <w:r>
        <w:t>227.0648</w:t>
      </w:r>
      <w:r>
        <w:tab/>
        <w:t>6.089e0</w:t>
      </w:r>
    </w:p>
    <w:p w:rsidR="007B2329" w:rsidRDefault="007B2329" w:rsidP="007B2329">
      <w:r>
        <w:t>227.0680</w:t>
      </w:r>
      <w:r>
        <w:tab/>
        <w:t>3.038e0</w:t>
      </w:r>
    </w:p>
    <w:p w:rsidR="007B2329" w:rsidRDefault="007B2329" w:rsidP="007B2329">
      <w:r>
        <w:t>227.0748</w:t>
      </w:r>
      <w:r>
        <w:tab/>
        <w:t>1.013e0</w:t>
      </w:r>
    </w:p>
    <w:p w:rsidR="007B2329" w:rsidRDefault="007B2329" w:rsidP="007B2329">
      <w:r>
        <w:t>227.1008</w:t>
      </w:r>
      <w:r>
        <w:tab/>
        <w:t>9.348e0</w:t>
      </w:r>
    </w:p>
    <w:p w:rsidR="007B2329" w:rsidRDefault="007B2329" w:rsidP="007B2329">
      <w:r>
        <w:t>227.1048</w:t>
      </w:r>
      <w:r>
        <w:tab/>
        <w:t>2.108e1</w:t>
      </w:r>
    </w:p>
    <w:p w:rsidR="007B2329" w:rsidRDefault="007B2329" w:rsidP="007B2329">
      <w:r>
        <w:t>227.1301</w:t>
      </w:r>
      <w:r>
        <w:tab/>
        <w:t>1.038e0</w:t>
      </w:r>
    </w:p>
    <w:p w:rsidR="007B2329" w:rsidRDefault="007B2329" w:rsidP="007B2329">
      <w:r>
        <w:t>227.1352</w:t>
      </w:r>
      <w:r>
        <w:tab/>
        <w:t>6.482e1</w:t>
      </w:r>
    </w:p>
    <w:p w:rsidR="007B2329" w:rsidRDefault="007B2329" w:rsidP="007B2329">
      <w:r>
        <w:t>227.1364</w:t>
      </w:r>
      <w:r>
        <w:tab/>
        <w:t>2.121e2</w:t>
      </w:r>
    </w:p>
    <w:p w:rsidR="007B2329" w:rsidRDefault="007B2329" w:rsidP="007B2329">
      <w:r>
        <w:lastRenderedPageBreak/>
        <w:t>227.1375</w:t>
      </w:r>
      <w:r>
        <w:tab/>
        <w:t>4.429e1</w:t>
      </w:r>
    </w:p>
    <w:p w:rsidR="007B2329" w:rsidRDefault="007B2329" w:rsidP="007B2329">
      <w:r>
        <w:t>227.1394</w:t>
      </w:r>
      <w:r>
        <w:tab/>
        <w:t>5.577e1</w:t>
      </w:r>
    </w:p>
    <w:p w:rsidR="007B2329" w:rsidRDefault="007B2329" w:rsidP="007B2329">
      <w:r>
        <w:t>227.1411</w:t>
      </w:r>
      <w:r>
        <w:tab/>
        <w:t>1.731e1</w:t>
      </w:r>
    </w:p>
    <w:p w:rsidR="007B2329" w:rsidRDefault="007B2329" w:rsidP="007B2329">
      <w:r>
        <w:t>227.1424</w:t>
      </w:r>
      <w:r>
        <w:tab/>
        <w:t>3.038e0</w:t>
      </w:r>
    </w:p>
    <w:p w:rsidR="007B2329" w:rsidRDefault="007B2329" w:rsidP="007B2329">
      <w:r>
        <w:t>227.1765</w:t>
      </w:r>
      <w:r>
        <w:tab/>
        <w:t>2.873e0</w:t>
      </w:r>
    </w:p>
    <w:p w:rsidR="007B2329" w:rsidRDefault="007B2329" w:rsidP="007B2329">
      <w:r>
        <w:t>227.1797</w:t>
      </w:r>
      <w:r>
        <w:tab/>
        <w:t>2.025e0</w:t>
      </w:r>
    </w:p>
    <w:p w:rsidR="007B2329" w:rsidRDefault="007B2329" w:rsidP="007B2329">
      <w:r>
        <w:t>227.1951</w:t>
      </w:r>
      <w:r>
        <w:tab/>
        <w:t>2.025e0</w:t>
      </w:r>
    </w:p>
    <w:p w:rsidR="007B2329" w:rsidRDefault="007B2329" w:rsidP="007B2329">
      <w:r>
        <w:t>227.2127</w:t>
      </w:r>
      <w:r>
        <w:tab/>
        <w:t>7.101e0</w:t>
      </w:r>
    </w:p>
    <w:p w:rsidR="007B2329" w:rsidRDefault="007B2329" w:rsidP="007B2329">
      <w:r>
        <w:t>227.2182</w:t>
      </w:r>
      <w:r>
        <w:tab/>
        <w:t>3.241e0</w:t>
      </w:r>
    </w:p>
    <w:p w:rsidR="007B2329" w:rsidRDefault="007B2329" w:rsidP="007B2329">
      <w:r>
        <w:t>227.2192</w:t>
      </w:r>
      <w:r>
        <w:tab/>
        <w:t>3.038e0</w:t>
      </w:r>
    </w:p>
    <w:p w:rsidR="007B2329" w:rsidRDefault="007B2329" w:rsidP="007B2329">
      <w:r>
        <w:t>227.2253</w:t>
      </w:r>
      <w:r>
        <w:tab/>
        <w:t>4.051e0</w:t>
      </w:r>
    </w:p>
    <w:p w:rsidR="007B2329" w:rsidRDefault="007B2329" w:rsidP="007B2329">
      <w:r>
        <w:t>227.2296</w:t>
      </w:r>
      <w:r>
        <w:tab/>
        <w:t>2.025e0</w:t>
      </w:r>
    </w:p>
    <w:p w:rsidR="007B2329" w:rsidRDefault="007B2329" w:rsidP="007B2329">
      <w:r>
        <w:t>227.2338</w:t>
      </w:r>
      <w:r>
        <w:tab/>
        <w:t>3.045e0</w:t>
      </w:r>
    </w:p>
    <w:p w:rsidR="007B2329" w:rsidRDefault="007B2329" w:rsidP="007B2329">
      <w:r>
        <w:t>227.2428</w:t>
      </w:r>
      <w:r>
        <w:tab/>
        <w:t>2.834e0</w:t>
      </w:r>
    </w:p>
    <w:p w:rsidR="007B2329" w:rsidRDefault="007B2329" w:rsidP="007B2329">
      <w:r>
        <w:t>227.2475</w:t>
      </w:r>
      <w:r>
        <w:tab/>
        <w:t>3.038e0</w:t>
      </w:r>
    </w:p>
    <w:p w:rsidR="007B2329" w:rsidRDefault="007B2329" w:rsidP="007B2329">
      <w:r>
        <w:t>227.2592</w:t>
      </w:r>
      <w:r>
        <w:tab/>
        <w:t>1.013e0</w:t>
      </w:r>
    </w:p>
    <w:p w:rsidR="007B2329" w:rsidRDefault="007B2329" w:rsidP="007B2329">
      <w:r>
        <w:t>227.2650</w:t>
      </w:r>
      <w:r>
        <w:tab/>
        <w:t>3.038e0</w:t>
      </w:r>
    </w:p>
    <w:p w:rsidR="007B2329" w:rsidRDefault="007B2329" w:rsidP="007B2329">
      <w:r>
        <w:t>227.2761</w:t>
      </w:r>
      <w:r>
        <w:tab/>
        <w:t>9.114e0</w:t>
      </w:r>
    </w:p>
    <w:p w:rsidR="007B2329" w:rsidRDefault="007B2329" w:rsidP="007B2329">
      <w:r>
        <w:t>227.2834</w:t>
      </w:r>
      <w:r>
        <w:tab/>
        <w:t>1.266e-2</w:t>
      </w:r>
    </w:p>
    <w:p w:rsidR="007B2329" w:rsidRDefault="007B2329" w:rsidP="007B2329">
      <w:r>
        <w:lastRenderedPageBreak/>
        <w:t>227.2923</w:t>
      </w:r>
      <w:r>
        <w:tab/>
        <w:t>2.051e0</w:t>
      </w:r>
    </w:p>
    <w:p w:rsidR="007B2329" w:rsidRDefault="007B2329" w:rsidP="007B2329">
      <w:r>
        <w:t>227.2939</w:t>
      </w:r>
      <w:r>
        <w:tab/>
        <w:t>5.063e0</w:t>
      </w:r>
    </w:p>
    <w:p w:rsidR="007B2329" w:rsidRDefault="007B2329" w:rsidP="007B2329">
      <w:r>
        <w:t>227.2971</w:t>
      </w:r>
      <w:r>
        <w:tab/>
        <w:t>3.051e0</w:t>
      </w:r>
    </w:p>
    <w:p w:rsidR="007B2329" w:rsidRDefault="007B2329" w:rsidP="007B2329">
      <w:r>
        <w:t>227.3000</w:t>
      </w:r>
      <w:r>
        <w:tab/>
        <w:t>2.025e0</w:t>
      </w:r>
    </w:p>
    <w:p w:rsidR="007B2329" w:rsidRDefault="007B2329" w:rsidP="007B2329">
      <w:r>
        <w:t>227.3173</w:t>
      </w:r>
      <w:r>
        <w:tab/>
        <w:t>2.025e0</w:t>
      </w:r>
    </w:p>
    <w:p w:rsidR="007B2329" w:rsidRDefault="007B2329" w:rsidP="007B2329">
      <w:r>
        <w:t>227.3232</w:t>
      </w:r>
      <w:r>
        <w:tab/>
        <w:t>2.025e0</w:t>
      </w:r>
    </w:p>
    <w:p w:rsidR="007B2329" w:rsidRDefault="007B2329" w:rsidP="007B2329">
      <w:r>
        <w:t>227.3277</w:t>
      </w:r>
      <w:r>
        <w:tab/>
        <w:t>5.063e0</w:t>
      </w:r>
    </w:p>
    <w:p w:rsidR="007B2329" w:rsidRDefault="007B2329" w:rsidP="007B2329">
      <w:r>
        <w:t>227.3435</w:t>
      </w:r>
      <w:r>
        <w:tab/>
        <w:t>1.013e0</w:t>
      </w:r>
    </w:p>
    <w:p w:rsidR="007B2329" w:rsidRDefault="007B2329" w:rsidP="007B2329">
      <w:r>
        <w:t>227.3447</w:t>
      </w:r>
      <w:r>
        <w:tab/>
        <w:t>8.101e0</w:t>
      </w:r>
    </w:p>
    <w:p w:rsidR="007B2329" w:rsidRDefault="007B2329" w:rsidP="007B2329">
      <w:r>
        <w:t>227.3477</w:t>
      </w:r>
      <w:r>
        <w:tab/>
        <w:t>2.025e0</w:t>
      </w:r>
    </w:p>
    <w:p w:rsidR="007B2329" w:rsidRDefault="007B2329" w:rsidP="007B2329">
      <w:r>
        <w:t>227.3523</w:t>
      </w:r>
      <w:r>
        <w:tab/>
        <w:t>6.213e0</w:t>
      </w:r>
    </w:p>
    <w:p w:rsidR="007B2329" w:rsidRDefault="007B2329" w:rsidP="007B2329">
      <w:r>
        <w:t>227.3562</w:t>
      </w:r>
      <w:r>
        <w:tab/>
        <w:t>1.013e0</w:t>
      </w:r>
    </w:p>
    <w:p w:rsidR="007B2329" w:rsidRDefault="007B2329" w:rsidP="007B2329">
      <w:r>
        <w:t>227.3621</w:t>
      </w:r>
      <w:r>
        <w:tab/>
        <w:t>2.025e0</w:t>
      </w:r>
    </w:p>
    <w:p w:rsidR="007B2329" w:rsidRDefault="007B2329" w:rsidP="007B2329">
      <w:r>
        <w:t>227.3692</w:t>
      </w:r>
      <w:r>
        <w:tab/>
        <w:t>4.051e0</w:t>
      </w:r>
    </w:p>
    <w:p w:rsidR="007B2329" w:rsidRDefault="007B2329" w:rsidP="007B2329">
      <w:r>
        <w:t>227.3735</w:t>
      </w:r>
      <w:r>
        <w:tab/>
        <w:t>3.038e0</w:t>
      </w:r>
    </w:p>
    <w:p w:rsidR="007B2329" w:rsidRDefault="007B2329" w:rsidP="007B2329">
      <w:r>
        <w:t>227.3794</w:t>
      </w:r>
      <w:r>
        <w:tab/>
        <w:t>2.025e0</w:t>
      </w:r>
    </w:p>
    <w:p w:rsidR="007B2329" w:rsidRDefault="007B2329" w:rsidP="007B2329">
      <w:r>
        <w:t>227.3872</w:t>
      </w:r>
      <w:r>
        <w:tab/>
        <w:t>2.025e0</w:t>
      </w:r>
    </w:p>
    <w:p w:rsidR="007B2329" w:rsidRDefault="007B2329" w:rsidP="007B2329">
      <w:r>
        <w:t>227.3948</w:t>
      </w:r>
      <w:r>
        <w:tab/>
        <w:t>1.013e0</w:t>
      </w:r>
    </w:p>
    <w:p w:rsidR="007B2329" w:rsidRDefault="007B2329" w:rsidP="007B2329">
      <w:r>
        <w:t>227.3972</w:t>
      </w:r>
      <w:r>
        <w:tab/>
        <w:t>2.025e0</w:t>
      </w:r>
    </w:p>
    <w:p w:rsidR="007B2329" w:rsidRDefault="007B2329" w:rsidP="007B2329">
      <w:r>
        <w:lastRenderedPageBreak/>
        <w:t>227.3995</w:t>
      </w:r>
      <w:r>
        <w:tab/>
        <w:t>2.025e0</w:t>
      </w:r>
    </w:p>
    <w:p w:rsidR="007B2329" w:rsidRDefault="007B2329" w:rsidP="007B2329">
      <w:r>
        <w:t>227.4056</w:t>
      </w:r>
      <w:r>
        <w:tab/>
        <w:t>3.038e0</w:t>
      </w:r>
    </w:p>
    <w:p w:rsidR="007B2329" w:rsidRDefault="007B2329" w:rsidP="007B2329">
      <w:r>
        <w:t>227.4077</w:t>
      </w:r>
      <w:r>
        <w:tab/>
        <w:t>2.025e0</w:t>
      </w:r>
    </w:p>
    <w:p w:rsidR="007B2329" w:rsidRDefault="007B2329" w:rsidP="007B2329">
      <w:r>
        <w:t>227.4239</w:t>
      </w:r>
      <w:r>
        <w:tab/>
        <w:t>3.038e0</w:t>
      </w:r>
    </w:p>
    <w:p w:rsidR="007B2329" w:rsidRDefault="007B2329" w:rsidP="007B2329">
      <w:r>
        <w:t>227.4319</w:t>
      </w:r>
      <w:r>
        <w:tab/>
        <w:t>2.025e0</w:t>
      </w:r>
    </w:p>
    <w:p w:rsidR="007B2329" w:rsidRDefault="007B2329" w:rsidP="007B2329">
      <w:r>
        <w:t>227.4413</w:t>
      </w:r>
      <w:r>
        <w:tab/>
        <w:t>7.840e0</w:t>
      </w:r>
    </w:p>
    <w:p w:rsidR="007B2329" w:rsidRDefault="007B2329" w:rsidP="007B2329">
      <w:r>
        <w:t>227.4453</w:t>
      </w:r>
      <w:r>
        <w:tab/>
        <w:t>3.038e0</w:t>
      </w:r>
    </w:p>
    <w:p w:rsidR="007B2329" w:rsidRDefault="007B2329" w:rsidP="007B2329">
      <w:r>
        <w:t>227.4474</w:t>
      </w:r>
      <w:r>
        <w:tab/>
        <w:t>3.038e0</w:t>
      </w:r>
    </w:p>
    <w:p w:rsidR="007B2329" w:rsidRDefault="007B2329" w:rsidP="007B2329">
      <w:r>
        <w:t>227.4512</w:t>
      </w:r>
      <w:r>
        <w:tab/>
        <w:t>1.013e0</w:t>
      </w:r>
    </w:p>
    <w:p w:rsidR="007B2329" w:rsidRDefault="007B2329" w:rsidP="007B2329">
      <w:r>
        <w:t>227.4550</w:t>
      </w:r>
      <w:r>
        <w:tab/>
        <w:t>1.013e0</w:t>
      </w:r>
    </w:p>
    <w:p w:rsidR="007B2329" w:rsidRDefault="007B2329" w:rsidP="007B2329">
      <w:r>
        <w:t>227.4616</w:t>
      </w:r>
      <w:r>
        <w:tab/>
        <w:t>2.025e0</w:t>
      </w:r>
    </w:p>
    <w:p w:rsidR="007B2329" w:rsidRDefault="007B2329" w:rsidP="007B2329">
      <w:r>
        <w:t>227.4634</w:t>
      </w:r>
      <w:r>
        <w:tab/>
        <w:t>1.013e0</w:t>
      </w:r>
    </w:p>
    <w:p w:rsidR="007B2329" w:rsidRDefault="007B2329" w:rsidP="007B2329">
      <w:r>
        <w:t>227.4674</w:t>
      </w:r>
      <w:r>
        <w:tab/>
        <w:t>5.063e0</w:t>
      </w:r>
    </w:p>
    <w:p w:rsidR="007B2329" w:rsidRDefault="007B2329" w:rsidP="007B2329">
      <w:r>
        <w:t>227.4859</w:t>
      </w:r>
      <w:r>
        <w:tab/>
        <w:t>4.063e0</w:t>
      </w:r>
    </w:p>
    <w:p w:rsidR="007B2329" w:rsidRDefault="007B2329" w:rsidP="007B2329">
      <w:r>
        <w:t>227.4920</w:t>
      </w:r>
      <w:r>
        <w:tab/>
        <w:t>3.038e0</w:t>
      </w:r>
    </w:p>
    <w:p w:rsidR="007B2329" w:rsidRDefault="007B2329" w:rsidP="007B2329">
      <w:r>
        <w:t>227.4958</w:t>
      </w:r>
      <w:r>
        <w:tab/>
        <w:t>8.899e0</w:t>
      </w:r>
    </w:p>
    <w:p w:rsidR="007B2329" w:rsidRDefault="007B2329" w:rsidP="007B2329">
      <w:r>
        <w:t>227.5037</w:t>
      </w:r>
      <w:r>
        <w:tab/>
        <w:t>3.038e0</w:t>
      </w:r>
    </w:p>
    <w:p w:rsidR="007B2329" w:rsidRDefault="007B2329" w:rsidP="007B2329">
      <w:r>
        <w:t>227.5191</w:t>
      </w:r>
      <w:r>
        <w:tab/>
        <w:t>1.013e0</w:t>
      </w:r>
    </w:p>
    <w:p w:rsidR="007B2329" w:rsidRDefault="007B2329" w:rsidP="007B2329">
      <w:r>
        <w:t>227.5262</w:t>
      </w:r>
      <w:r>
        <w:tab/>
        <w:t>2.025e0</w:t>
      </w:r>
    </w:p>
    <w:p w:rsidR="007B2329" w:rsidRDefault="007B2329" w:rsidP="007B2329">
      <w:r>
        <w:lastRenderedPageBreak/>
        <w:t>227.5323</w:t>
      </w:r>
      <w:r>
        <w:tab/>
        <w:t>4.051e0</w:t>
      </w:r>
    </w:p>
    <w:p w:rsidR="007B2329" w:rsidRDefault="007B2329" w:rsidP="007B2329">
      <w:r>
        <w:t>227.5345</w:t>
      </w:r>
      <w:r>
        <w:tab/>
        <w:t>3.038e0</w:t>
      </w:r>
    </w:p>
    <w:p w:rsidR="007B2329" w:rsidRDefault="007B2329" w:rsidP="007B2329">
      <w:r>
        <w:t>227.5406</w:t>
      </w:r>
      <w:r>
        <w:tab/>
        <w:t>1.013e0</w:t>
      </w:r>
    </w:p>
    <w:p w:rsidR="007B2329" w:rsidRDefault="007B2329" w:rsidP="007B2329">
      <w:r>
        <w:t>227.5452</w:t>
      </w:r>
      <w:r>
        <w:tab/>
        <w:t>3.038e0</w:t>
      </w:r>
    </w:p>
    <w:p w:rsidR="007B2329" w:rsidRDefault="007B2329" w:rsidP="007B2329">
      <w:r>
        <w:t>227.5484</w:t>
      </w:r>
      <w:r>
        <w:tab/>
        <w:t>2.025e0</w:t>
      </w:r>
    </w:p>
    <w:p w:rsidR="007B2329" w:rsidRDefault="007B2329" w:rsidP="007B2329">
      <w:r>
        <w:t>227.5641</w:t>
      </w:r>
      <w:r>
        <w:tab/>
        <w:t>6.076e0</w:t>
      </w:r>
    </w:p>
    <w:p w:rsidR="007B2329" w:rsidRDefault="007B2329" w:rsidP="007B2329">
      <w:r>
        <w:t>227.5734</w:t>
      </w:r>
      <w:r>
        <w:tab/>
        <w:t>1.025e0</w:t>
      </w:r>
    </w:p>
    <w:p w:rsidR="007B2329" w:rsidRDefault="007B2329" w:rsidP="007B2329">
      <w:r>
        <w:t>227.5754</w:t>
      </w:r>
      <w:r>
        <w:tab/>
        <w:t>1.013e0</w:t>
      </w:r>
    </w:p>
    <w:p w:rsidR="007B2329" w:rsidRDefault="007B2329" w:rsidP="007B2329">
      <w:r>
        <w:t>227.5789</w:t>
      </w:r>
      <w:r>
        <w:tab/>
        <w:t>6.076e0</w:t>
      </w:r>
    </w:p>
    <w:p w:rsidR="007B2329" w:rsidRDefault="007B2329" w:rsidP="007B2329">
      <w:r>
        <w:t>227.5860</w:t>
      </w:r>
      <w:r>
        <w:tab/>
        <w:t>7.274e0</w:t>
      </w:r>
    </w:p>
    <w:p w:rsidR="007B2329" w:rsidRDefault="007B2329" w:rsidP="007B2329">
      <w:r>
        <w:t>227.5938</w:t>
      </w:r>
      <w:r>
        <w:tab/>
        <w:t>4.051e0</w:t>
      </w:r>
    </w:p>
    <w:p w:rsidR="007B2329" w:rsidRDefault="007B2329" w:rsidP="007B2329">
      <w:r>
        <w:t>227.6003</w:t>
      </w:r>
      <w:r>
        <w:tab/>
        <w:t>5.063e0</w:t>
      </w:r>
    </w:p>
    <w:p w:rsidR="007B2329" w:rsidRDefault="007B2329" w:rsidP="007B2329">
      <w:r>
        <w:t>227.6098</w:t>
      </w:r>
      <w:r>
        <w:tab/>
        <w:t>3.038e0</w:t>
      </w:r>
    </w:p>
    <w:p w:rsidR="007B2329" w:rsidRDefault="007B2329" w:rsidP="007B2329">
      <w:r>
        <w:t>227.6429</w:t>
      </w:r>
      <w:r>
        <w:tab/>
        <w:t>3.038e0</w:t>
      </w:r>
    </w:p>
    <w:p w:rsidR="007B2329" w:rsidRDefault="007B2329" w:rsidP="007B2329">
      <w:r>
        <w:t>227.6459</w:t>
      </w:r>
      <w:r>
        <w:tab/>
        <w:t>2.025e0</w:t>
      </w:r>
    </w:p>
    <w:p w:rsidR="007B2329" w:rsidRDefault="007B2329" w:rsidP="007B2329">
      <w:r>
        <w:t>227.6490</w:t>
      </w:r>
      <w:r>
        <w:tab/>
        <w:t>4.051e0</w:t>
      </w:r>
    </w:p>
    <w:p w:rsidR="007B2329" w:rsidRDefault="007B2329" w:rsidP="007B2329">
      <w:r>
        <w:t>227.6543</w:t>
      </w:r>
      <w:r>
        <w:tab/>
        <w:t>2.261e0</w:t>
      </w:r>
    </w:p>
    <w:p w:rsidR="007B2329" w:rsidRDefault="007B2329" w:rsidP="007B2329">
      <w:r>
        <w:t>227.6565</w:t>
      </w:r>
      <w:r>
        <w:tab/>
        <w:t>6.076e0</w:t>
      </w:r>
    </w:p>
    <w:p w:rsidR="007B2329" w:rsidRDefault="007B2329" w:rsidP="007B2329">
      <w:r>
        <w:t>227.6647</w:t>
      </w:r>
      <w:r>
        <w:tab/>
        <w:t>3.038e0</w:t>
      </w:r>
    </w:p>
    <w:p w:rsidR="007B2329" w:rsidRDefault="007B2329" w:rsidP="007B2329">
      <w:r>
        <w:lastRenderedPageBreak/>
        <w:t>227.6663</w:t>
      </w:r>
      <w:r>
        <w:tab/>
        <w:t>2.025e0</w:t>
      </w:r>
    </w:p>
    <w:p w:rsidR="007B2329" w:rsidRDefault="007B2329" w:rsidP="007B2329">
      <w:r>
        <w:t>227.6804</w:t>
      </w:r>
      <w:r>
        <w:tab/>
        <w:t>2.025e0</w:t>
      </w:r>
    </w:p>
    <w:p w:rsidR="007B2329" w:rsidRDefault="007B2329" w:rsidP="007B2329">
      <w:r>
        <w:t>227.6823</w:t>
      </w:r>
      <w:r>
        <w:tab/>
        <w:t>3.051e0</w:t>
      </w:r>
    </w:p>
    <w:p w:rsidR="007B2329" w:rsidRDefault="007B2329" w:rsidP="007B2329">
      <w:r>
        <w:t>227.6958</w:t>
      </w:r>
      <w:r>
        <w:tab/>
        <w:t>1.013e0</w:t>
      </w:r>
    </w:p>
    <w:p w:rsidR="007B2329" w:rsidRDefault="007B2329" w:rsidP="007B2329">
      <w:r>
        <w:t>227.7036</w:t>
      </w:r>
      <w:r>
        <w:tab/>
        <w:t>1.013e0</w:t>
      </w:r>
    </w:p>
    <w:p w:rsidR="007B2329" w:rsidRDefault="007B2329" w:rsidP="007B2329">
      <w:r>
        <w:t>227.7123</w:t>
      </w:r>
      <w:r>
        <w:tab/>
        <w:t>3.038e0</w:t>
      </w:r>
    </w:p>
    <w:p w:rsidR="007B2329" w:rsidRDefault="007B2329" w:rsidP="007B2329">
      <w:r>
        <w:t>227.7195</w:t>
      </w:r>
      <w:r>
        <w:tab/>
        <w:t>2.025e0</w:t>
      </w:r>
    </w:p>
    <w:p w:rsidR="007B2329" w:rsidRDefault="007B2329" w:rsidP="007B2329">
      <w:r>
        <w:t>227.7226</w:t>
      </w:r>
      <w:r>
        <w:tab/>
        <w:t>3.106e0</w:t>
      </w:r>
    </w:p>
    <w:p w:rsidR="007B2329" w:rsidRDefault="007B2329" w:rsidP="007B2329">
      <w:r>
        <w:t>227.7326</w:t>
      </w:r>
      <w:r>
        <w:tab/>
        <w:t>6.076e0</w:t>
      </w:r>
    </w:p>
    <w:p w:rsidR="007B2329" w:rsidRDefault="007B2329" w:rsidP="007B2329">
      <w:r>
        <w:t>227.7367</w:t>
      </w:r>
      <w:r>
        <w:tab/>
        <w:t>1.013e0</w:t>
      </w:r>
    </w:p>
    <w:p w:rsidR="007B2329" w:rsidRDefault="007B2329" w:rsidP="007B2329">
      <w:r>
        <w:t>227.7405</w:t>
      </w:r>
      <w:r>
        <w:tab/>
        <w:t>1.013e0</w:t>
      </w:r>
    </w:p>
    <w:p w:rsidR="007B2329" w:rsidRDefault="007B2329" w:rsidP="007B2329">
      <w:r>
        <w:t>227.7444</w:t>
      </w:r>
      <w:r>
        <w:tab/>
        <w:t>4.051e0</w:t>
      </w:r>
    </w:p>
    <w:p w:rsidR="007B2329" w:rsidRDefault="007B2329" w:rsidP="007B2329">
      <w:r>
        <w:t>227.7642</w:t>
      </w:r>
      <w:r>
        <w:tab/>
        <w:t>5.063e0</w:t>
      </w:r>
    </w:p>
    <w:p w:rsidR="007B2329" w:rsidRDefault="007B2329" w:rsidP="007B2329">
      <w:r>
        <w:t>227.7729</w:t>
      </w:r>
      <w:r>
        <w:tab/>
        <w:t>1.025e0</w:t>
      </w:r>
    </w:p>
    <w:p w:rsidR="007B2329" w:rsidRDefault="007B2329" w:rsidP="007B2329">
      <w:r>
        <w:t>227.7766</w:t>
      </w:r>
      <w:r>
        <w:tab/>
        <w:t>1.013e0</w:t>
      </w:r>
    </w:p>
    <w:p w:rsidR="007B2329" w:rsidRDefault="007B2329" w:rsidP="007B2329">
      <w:r>
        <w:t>227.7792</w:t>
      </w:r>
      <w:r>
        <w:tab/>
        <w:t>6.305e0</w:t>
      </w:r>
    </w:p>
    <w:p w:rsidR="007B2329" w:rsidRDefault="007B2329" w:rsidP="007B2329">
      <w:r>
        <w:t>227.7892</w:t>
      </w:r>
      <w:r>
        <w:tab/>
        <w:t>1.013e0</w:t>
      </w:r>
    </w:p>
    <w:p w:rsidR="007B2329" w:rsidRDefault="007B2329" w:rsidP="007B2329">
      <w:r>
        <w:t>227.7968</w:t>
      </w:r>
      <w:r>
        <w:tab/>
        <w:t>1.013e0</w:t>
      </w:r>
    </w:p>
    <w:p w:rsidR="007B2329" w:rsidRDefault="007B2329" w:rsidP="007B2329">
      <w:r>
        <w:t>227.8047</w:t>
      </w:r>
      <w:r>
        <w:tab/>
        <w:t>1.013e0</w:t>
      </w:r>
    </w:p>
    <w:p w:rsidR="007B2329" w:rsidRDefault="007B2329" w:rsidP="007B2329">
      <w:r>
        <w:lastRenderedPageBreak/>
        <w:t>227.8085</w:t>
      </w:r>
      <w:r>
        <w:tab/>
        <w:t>1.013e0</w:t>
      </w:r>
    </w:p>
    <w:p w:rsidR="007B2329" w:rsidRDefault="007B2329" w:rsidP="007B2329">
      <w:r>
        <w:t>227.8200</w:t>
      </w:r>
      <w:r>
        <w:tab/>
        <w:t>4.051e0</w:t>
      </w:r>
    </w:p>
    <w:p w:rsidR="007B2329" w:rsidRDefault="007B2329" w:rsidP="007B2329">
      <w:r>
        <w:t>227.8229</w:t>
      </w:r>
      <w:r>
        <w:tab/>
        <w:t>4.017e0</w:t>
      </w:r>
    </w:p>
    <w:p w:rsidR="007B2329" w:rsidRDefault="007B2329" w:rsidP="007B2329">
      <w:r>
        <w:t>227.8242</w:t>
      </w:r>
      <w:r>
        <w:tab/>
        <w:t>3.051e0</w:t>
      </w:r>
    </w:p>
    <w:p w:rsidR="007B2329" w:rsidRDefault="007B2329" w:rsidP="007B2329">
      <w:r>
        <w:t>227.8385</w:t>
      </w:r>
      <w:r>
        <w:tab/>
        <w:t>2.025e0</w:t>
      </w:r>
    </w:p>
    <w:p w:rsidR="007B2329" w:rsidRDefault="007B2329" w:rsidP="007B2329">
      <w:r>
        <w:t>227.8445</w:t>
      </w:r>
      <w:r>
        <w:tab/>
        <w:t>6.076e0</w:t>
      </w:r>
    </w:p>
    <w:p w:rsidR="007B2329" w:rsidRDefault="007B2329" w:rsidP="007B2329">
      <w:r>
        <w:t>227.8495</w:t>
      </w:r>
      <w:r>
        <w:tab/>
        <w:t>1.013e0</w:t>
      </w:r>
    </w:p>
    <w:p w:rsidR="007B2329" w:rsidRDefault="007B2329" w:rsidP="007B2329">
      <w:r>
        <w:t>227.8590</w:t>
      </w:r>
      <w:r>
        <w:tab/>
        <w:t>2.025e0</w:t>
      </w:r>
    </w:p>
    <w:p w:rsidR="007B2329" w:rsidRDefault="007B2329" w:rsidP="007B2329">
      <w:r>
        <w:t>227.8610</w:t>
      </w:r>
      <w:r>
        <w:tab/>
        <w:t>2.025e0</w:t>
      </w:r>
    </w:p>
    <w:p w:rsidR="007B2329" w:rsidRDefault="007B2329" w:rsidP="007B2329">
      <w:r>
        <w:t>227.8621</w:t>
      </w:r>
      <w:r>
        <w:tab/>
        <w:t>5.063e0</w:t>
      </w:r>
    </w:p>
    <w:p w:rsidR="007B2329" w:rsidRDefault="007B2329" w:rsidP="007B2329">
      <w:r>
        <w:t>227.8705</w:t>
      </w:r>
      <w:r>
        <w:tab/>
        <w:t>3.038e0</w:t>
      </w:r>
    </w:p>
    <w:p w:rsidR="007B2329" w:rsidRDefault="007B2329" w:rsidP="007B2329">
      <w:r>
        <w:t>227.8727</w:t>
      </w:r>
      <w:r>
        <w:tab/>
        <w:t>1.013e0</w:t>
      </w:r>
    </w:p>
    <w:p w:rsidR="007B2329" w:rsidRDefault="007B2329" w:rsidP="007B2329">
      <w:r>
        <w:t>227.8744</w:t>
      </w:r>
      <w:r>
        <w:tab/>
        <w:t>2.025e0</w:t>
      </w:r>
    </w:p>
    <w:p w:rsidR="007B2329" w:rsidRDefault="007B2329" w:rsidP="007B2329">
      <w:r>
        <w:t>227.8886</w:t>
      </w:r>
      <w:r>
        <w:tab/>
        <w:t>4.051e0</w:t>
      </w:r>
    </w:p>
    <w:p w:rsidR="007B2329" w:rsidRDefault="007B2329" w:rsidP="007B2329">
      <w:r>
        <w:t>227.8906</w:t>
      </w:r>
      <w:r>
        <w:tab/>
        <w:t>2.025e0</w:t>
      </w:r>
    </w:p>
    <w:p w:rsidR="007B2329" w:rsidRDefault="007B2329" w:rsidP="007B2329">
      <w:r>
        <w:t>227.9097</w:t>
      </w:r>
      <w:r>
        <w:tab/>
        <w:t>1.013e0</w:t>
      </w:r>
    </w:p>
    <w:p w:rsidR="007B2329" w:rsidRDefault="007B2329" w:rsidP="007B2329">
      <w:r>
        <w:t>227.9173</w:t>
      </w:r>
      <w:r>
        <w:tab/>
        <w:t>5.063e0</w:t>
      </w:r>
    </w:p>
    <w:p w:rsidR="007B2329" w:rsidRDefault="007B2329" w:rsidP="007B2329">
      <w:r>
        <w:t>227.9251</w:t>
      </w:r>
      <w:r>
        <w:tab/>
        <w:t>3.038e0</w:t>
      </w:r>
    </w:p>
    <w:p w:rsidR="007B2329" w:rsidRDefault="007B2329" w:rsidP="007B2329">
      <w:r>
        <w:t>227.9370</w:t>
      </w:r>
      <w:r>
        <w:tab/>
        <w:t>5.063e0</w:t>
      </w:r>
    </w:p>
    <w:p w:rsidR="007B2329" w:rsidRDefault="007B2329" w:rsidP="007B2329">
      <w:r>
        <w:lastRenderedPageBreak/>
        <w:t>227.9586</w:t>
      </w:r>
      <w:r>
        <w:tab/>
        <w:t>7.089e0</w:t>
      </w:r>
    </w:p>
    <w:p w:rsidR="007B2329" w:rsidRDefault="007B2329" w:rsidP="007B2329">
      <w:r>
        <w:t>227.9621</w:t>
      </w:r>
      <w:r>
        <w:tab/>
        <w:t>3.403e0</w:t>
      </w:r>
    </w:p>
    <w:p w:rsidR="007B2329" w:rsidRDefault="007B2329" w:rsidP="007B2329">
      <w:r>
        <w:t>227.9757</w:t>
      </w:r>
      <w:r>
        <w:tab/>
        <w:t>2.025e0</w:t>
      </w:r>
    </w:p>
    <w:p w:rsidR="007B2329" w:rsidRDefault="007B2329" w:rsidP="007B2329">
      <w:r>
        <w:t>227.9775</w:t>
      </w:r>
      <w:r>
        <w:tab/>
        <w:t>3.038e0</w:t>
      </w:r>
    </w:p>
    <w:p w:rsidR="007B2329" w:rsidRDefault="007B2329" w:rsidP="007B2329">
      <w:r>
        <w:t>227.9873</w:t>
      </w:r>
      <w:r>
        <w:tab/>
        <w:t>2.351e1</w:t>
      </w:r>
    </w:p>
    <w:p w:rsidR="007B2329" w:rsidRDefault="007B2329" w:rsidP="007B2329">
      <w:r>
        <w:t>227.9980</w:t>
      </w:r>
      <w:r>
        <w:tab/>
        <w:t>3.139e1</w:t>
      </w:r>
    </w:p>
    <w:p w:rsidR="007B2329" w:rsidRDefault="007B2329" w:rsidP="007B2329">
      <w:r>
        <w:t>228.0021</w:t>
      </w:r>
      <w:r>
        <w:tab/>
        <w:t>1.793e1</w:t>
      </w:r>
    </w:p>
    <w:p w:rsidR="007B2329" w:rsidRDefault="007B2329" w:rsidP="007B2329">
      <w:r>
        <w:t>228.0086</w:t>
      </w:r>
      <w:r>
        <w:tab/>
        <w:t>1.013e1</w:t>
      </w:r>
    </w:p>
    <w:p w:rsidR="007B2329" w:rsidRDefault="007B2329" w:rsidP="007B2329">
      <w:r>
        <w:t>228.0195</w:t>
      </w:r>
      <w:r>
        <w:tab/>
        <w:t>7.089e0</w:t>
      </w:r>
    </w:p>
    <w:p w:rsidR="007B2329" w:rsidRDefault="007B2329" w:rsidP="007B2329">
      <w:r>
        <w:t>228.0220</w:t>
      </w:r>
      <w:r>
        <w:tab/>
        <w:t>7.660e0</w:t>
      </w:r>
    </w:p>
    <w:p w:rsidR="007B2329" w:rsidRDefault="007B2329" w:rsidP="007B2329">
      <w:r>
        <w:t>228.0319</w:t>
      </w:r>
      <w:r>
        <w:tab/>
        <w:t>4.055e0</w:t>
      </w:r>
    </w:p>
    <w:p w:rsidR="007B2329" w:rsidRDefault="007B2329" w:rsidP="007B2329">
      <w:r>
        <w:t>228.0476</w:t>
      </w:r>
      <w:r>
        <w:tab/>
        <w:t>4.051e0</w:t>
      </w:r>
    </w:p>
    <w:p w:rsidR="007B2329" w:rsidRDefault="007B2329" w:rsidP="007B2329">
      <w:r>
        <w:t>228.0513</w:t>
      </w:r>
      <w:r>
        <w:tab/>
        <w:t>2.025e0</w:t>
      </w:r>
    </w:p>
    <w:p w:rsidR="007B2329" w:rsidRDefault="007B2329" w:rsidP="007B2329">
      <w:r>
        <w:t>228.0542</w:t>
      </w:r>
      <w:r>
        <w:tab/>
        <w:t>4.051e0</w:t>
      </w:r>
    </w:p>
    <w:p w:rsidR="007B2329" w:rsidRDefault="007B2329" w:rsidP="007B2329">
      <w:r>
        <w:t>228.0648</w:t>
      </w:r>
      <w:r>
        <w:tab/>
        <w:t>2.025e0</w:t>
      </w:r>
    </w:p>
    <w:p w:rsidR="007B2329" w:rsidRDefault="007B2329" w:rsidP="007B2329">
      <w:r>
        <w:t>228.0816</w:t>
      </w:r>
      <w:r>
        <w:tab/>
        <w:t>6.418e0</w:t>
      </w:r>
    </w:p>
    <w:p w:rsidR="007B2329" w:rsidRDefault="007B2329" w:rsidP="007B2329">
      <w:r>
        <w:t>228.0841</w:t>
      </w:r>
      <w:r>
        <w:tab/>
        <w:t>3.038e0</w:t>
      </w:r>
    </w:p>
    <w:p w:rsidR="007B2329" w:rsidRDefault="007B2329" w:rsidP="007B2329">
      <w:r>
        <w:t>228.0859</w:t>
      </w:r>
      <w:r>
        <w:tab/>
        <w:t>1.013e0</w:t>
      </w:r>
    </w:p>
    <w:p w:rsidR="007B2329" w:rsidRDefault="007B2329" w:rsidP="007B2329">
      <w:r>
        <w:t>228.0877</w:t>
      </w:r>
      <w:r>
        <w:tab/>
        <w:t>1.025e0</w:t>
      </w:r>
    </w:p>
    <w:p w:rsidR="007B2329" w:rsidRDefault="007B2329" w:rsidP="007B2329">
      <w:r>
        <w:lastRenderedPageBreak/>
        <w:t>228.1076</w:t>
      </w:r>
      <w:r>
        <w:tab/>
        <w:t>2.025e0</w:t>
      </w:r>
    </w:p>
    <w:p w:rsidR="007B2329" w:rsidRDefault="007B2329" w:rsidP="007B2329">
      <w:r>
        <w:t>228.1132</w:t>
      </w:r>
      <w:r>
        <w:tab/>
        <w:t>8.101e0</w:t>
      </w:r>
    </w:p>
    <w:p w:rsidR="007B2329" w:rsidRDefault="007B2329" w:rsidP="007B2329">
      <w:r>
        <w:t>228.1153</w:t>
      </w:r>
      <w:r>
        <w:tab/>
        <w:t>1.014e1</w:t>
      </w:r>
    </w:p>
    <w:p w:rsidR="007B2329" w:rsidRDefault="007B2329" w:rsidP="007B2329">
      <w:r>
        <w:t>228.1174</w:t>
      </w:r>
      <w:r>
        <w:tab/>
        <w:t>9.345e0</w:t>
      </w:r>
    </w:p>
    <w:p w:rsidR="007B2329" w:rsidRDefault="007B2329" w:rsidP="007B2329">
      <w:r>
        <w:t>228.1231</w:t>
      </w:r>
      <w:r>
        <w:tab/>
        <w:t>2.051e0</w:t>
      </w:r>
    </w:p>
    <w:p w:rsidR="007B2329" w:rsidRDefault="007B2329" w:rsidP="007B2329">
      <w:r>
        <w:t>228.1348</w:t>
      </w:r>
      <w:r>
        <w:tab/>
        <w:t>6.089e0</w:t>
      </w:r>
    </w:p>
    <w:p w:rsidR="007B2329" w:rsidRDefault="007B2329" w:rsidP="007B2329">
      <w:r>
        <w:t>228.1404</w:t>
      </w:r>
      <w:r>
        <w:tab/>
        <w:t>5.063e0</w:t>
      </w:r>
    </w:p>
    <w:p w:rsidR="007B2329" w:rsidRDefault="007B2329" w:rsidP="007B2329">
      <w:r>
        <w:t>228.1437</w:t>
      </w:r>
      <w:r>
        <w:tab/>
        <w:t>2.207e0</w:t>
      </w:r>
    </w:p>
    <w:p w:rsidR="007B2329" w:rsidRDefault="007B2329" w:rsidP="007B2329">
      <w:r>
        <w:t>228.1472</w:t>
      </w:r>
      <w:r>
        <w:tab/>
        <w:t>7.186e0</w:t>
      </w:r>
    </w:p>
    <w:p w:rsidR="007B2329" w:rsidRDefault="007B2329" w:rsidP="007B2329">
      <w:r>
        <w:t>228.1511</w:t>
      </w:r>
      <w:r>
        <w:tab/>
        <w:t>3.161e0</w:t>
      </w:r>
    </w:p>
    <w:p w:rsidR="007B2329" w:rsidRDefault="007B2329" w:rsidP="007B2329">
      <w:r>
        <w:t>228.1714</w:t>
      </w:r>
      <w:r>
        <w:tab/>
        <w:t>3.076e0</w:t>
      </w:r>
    </w:p>
    <w:p w:rsidR="007B2329" w:rsidRDefault="007B2329" w:rsidP="007B2329">
      <w:r>
        <w:t>228.1737</w:t>
      </w:r>
      <w:r>
        <w:tab/>
        <w:t>1.013e0</w:t>
      </w:r>
    </w:p>
    <w:p w:rsidR="007B2329" w:rsidRDefault="007B2329" w:rsidP="007B2329">
      <w:r>
        <w:t>228.1756</w:t>
      </w:r>
      <w:r>
        <w:tab/>
        <w:t>1.025e0</w:t>
      </w:r>
    </w:p>
    <w:p w:rsidR="007B2329" w:rsidRDefault="007B2329" w:rsidP="007B2329">
      <w:r>
        <w:t>228.1776</w:t>
      </w:r>
      <w:r>
        <w:tab/>
        <w:t>2.025e0</w:t>
      </w:r>
    </w:p>
    <w:p w:rsidR="007B2329" w:rsidRDefault="007B2329" w:rsidP="007B2329">
      <w:r>
        <w:t>228.1857</w:t>
      </w:r>
      <w:r>
        <w:tab/>
        <w:t>3.038e0</w:t>
      </w:r>
    </w:p>
    <w:p w:rsidR="007B2329" w:rsidRDefault="007B2329" w:rsidP="007B2329">
      <w:r>
        <w:t>228.2059</w:t>
      </w:r>
      <w:r>
        <w:tab/>
        <w:t>3.038e0</w:t>
      </w:r>
    </w:p>
    <w:p w:rsidR="007B2329" w:rsidRDefault="007B2329" w:rsidP="007B2329">
      <w:r>
        <w:t>228.2120</w:t>
      </w:r>
      <w:r>
        <w:tab/>
        <w:t>3.038e0</w:t>
      </w:r>
    </w:p>
    <w:p w:rsidR="007B2329" w:rsidRDefault="007B2329" w:rsidP="007B2329">
      <w:r>
        <w:t>228.2181</w:t>
      </w:r>
      <w:r>
        <w:tab/>
        <w:t>3.038e0</w:t>
      </w:r>
    </w:p>
    <w:p w:rsidR="007B2329" w:rsidRDefault="007B2329" w:rsidP="007B2329">
      <w:r>
        <w:t>228.2300</w:t>
      </w:r>
      <w:r>
        <w:tab/>
        <w:t>2.709e0</w:t>
      </w:r>
    </w:p>
    <w:p w:rsidR="007B2329" w:rsidRDefault="007B2329" w:rsidP="007B2329">
      <w:r>
        <w:lastRenderedPageBreak/>
        <w:t>228.2340</w:t>
      </w:r>
      <w:r>
        <w:tab/>
        <w:t>1.013e0</w:t>
      </w:r>
    </w:p>
    <w:p w:rsidR="007B2329" w:rsidRDefault="007B2329" w:rsidP="007B2329">
      <w:r>
        <w:t>228.2436</w:t>
      </w:r>
      <w:r>
        <w:tab/>
        <w:t>1.025e0</w:t>
      </w:r>
    </w:p>
    <w:p w:rsidR="007B2329" w:rsidRDefault="007B2329" w:rsidP="007B2329">
      <w:r>
        <w:t>228.2493</w:t>
      </w:r>
      <w:r>
        <w:tab/>
        <w:t>1.013e0</w:t>
      </w:r>
    </w:p>
    <w:p w:rsidR="007B2329" w:rsidRDefault="007B2329" w:rsidP="007B2329">
      <w:r>
        <w:t>228.2512</w:t>
      </w:r>
      <w:r>
        <w:tab/>
        <w:t>2.051e0</w:t>
      </w:r>
    </w:p>
    <w:p w:rsidR="007B2329" w:rsidRDefault="007B2329" w:rsidP="007B2329">
      <w:r>
        <w:t>228.2621</w:t>
      </w:r>
      <w:r>
        <w:tab/>
        <w:t>1.013e0</w:t>
      </w:r>
    </w:p>
    <w:p w:rsidR="007B2329" w:rsidRDefault="007B2329" w:rsidP="007B2329">
      <w:r>
        <w:t>228.2706</w:t>
      </w:r>
      <w:r>
        <w:tab/>
        <w:t>1.013e0</w:t>
      </w:r>
    </w:p>
    <w:p w:rsidR="007B2329" w:rsidRDefault="007B2329" w:rsidP="007B2329">
      <w:r>
        <w:t>228.2849</w:t>
      </w:r>
      <w:r>
        <w:tab/>
        <w:t>4.051e0</w:t>
      </w:r>
    </w:p>
    <w:p w:rsidR="007B2329" w:rsidRDefault="007B2329" w:rsidP="007B2329">
      <w:r>
        <w:t>228.2864</w:t>
      </w:r>
      <w:r>
        <w:tab/>
        <w:t>2.025e0</w:t>
      </w:r>
    </w:p>
    <w:p w:rsidR="007B2329" w:rsidRDefault="007B2329" w:rsidP="007B2329">
      <w:r>
        <w:t>228.2903</w:t>
      </w:r>
      <w:r>
        <w:tab/>
        <w:t>1.013e0</w:t>
      </w:r>
    </w:p>
    <w:p w:rsidR="007B2329" w:rsidRDefault="007B2329" w:rsidP="007B2329">
      <w:r>
        <w:t>228.2922</w:t>
      </w:r>
      <w:r>
        <w:tab/>
        <w:t>2.025e0</w:t>
      </w:r>
    </w:p>
    <w:p w:rsidR="007B2329" w:rsidRDefault="007B2329" w:rsidP="007B2329">
      <w:r>
        <w:t>228.3032</w:t>
      </w:r>
      <w:r>
        <w:tab/>
        <w:t>4.051e0</w:t>
      </w:r>
    </w:p>
    <w:p w:rsidR="007B2329" w:rsidRDefault="007B2329" w:rsidP="007B2329">
      <w:r>
        <w:t>228.3058</w:t>
      </w:r>
      <w:r>
        <w:tab/>
        <w:t>1.013e0</w:t>
      </w:r>
    </w:p>
    <w:p w:rsidR="007B2329" w:rsidRDefault="007B2329" w:rsidP="007B2329">
      <w:r>
        <w:t>228.3097</w:t>
      </w:r>
      <w:r>
        <w:tab/>
        <w:t>3.038e0</w:t>
      </w:r>
    </w:p>
    <w:p w:rsidR="007B2329" w:rsidRDefault="007B2329" w:rsidP="007B2329">
      <w:r>
        <w:t>228.3223</w:t>
      </w:r>
      <w:r>
        <w:tab/>
        <w:t>1.266e-2</w:t>
      </w:r>
    </w:p>
    <w:p w:rsidR="007B2329" w:rsidRDefault="007B2329" w:rsidP="007B2329">
      <w:r>
        <w:t>228.3254</w:t>
      </w:r>
      <w:r>
        <w:tab/>
        <w:t>3.038e0</w:t>
      </w:r>
    </w:p>
    <w:p w:rsidR="007B2329" w:rsidRDefault="007B2329" w:rsidP="007B2329">
      <w:r>
        <w:t>228.3309</w:t>
      </w:r>
      <w:r>
        <w:tab/>
        <w:t>1.013e0</w:t>
      </w:r>
    </w:p>
    <w:p w:rsidR="007B2329" w:rsidRDefault="007B2329" w:rsidP="007B2329">
      <w:r>
        <w:t>228.3352</w:t>
      </w:r>
      <w:r>
        <w:tab/>
        <w:t>1.013e0</w:t>
      </w:r>
    </w:p>
    <w:p w:rsidR="007B2329" w:rsidRDefault="007B2329" w:rsidP="007B2329">
      <w:r>
        <w:t>228.3505</w:t>
      </w:r>
      <w:r>
        <w:tab/>
        <w:t>2.025e0</w:t>
      </w:r>
    </w:p>
    <w:p w:rsidR="007B2329" w:rsidRDefault="007B2329" w:rsidP="007B2329">
      <w:r>
        <w:t>228.3622</w:t>
      </w:r>
      <w:r>
        <w:tab/>
        <w:t>1.013e0</w:t>
      </w:r>
    </w:p>
    <w:p w:rsidR="007B2329" w:rsidRDefault="007B2329" w:rsidP="007B2329">
      <w:r>
        <w:lastRenderedPageBreak/>
        <w:t>228.3640</w:t>
      </w:r>
      <w:r>
        <w:tab/>
        <w:t>1.025e0</w:t>
      </w:r>
    </w:p>
    <w:p w:rsidR="007B2329" w:rsidRDefault="007B2329" w:rsidP="007B2329">
      <w:r>
        <w:t>228.3660</w:t>
      </w:r>
      <w:r>
        <w:tab/>
        <w:t>1.013e0</w:t>
      </w:r>
    </w:p>
    <w:p w:rsidR="007B2329" w:rsidRDefault="007B2329" w:rsidP="007B2329">
      <w:r>
        <w:t>228.3782</w:t>
      </w:r>
      <w:r>
        <w:tab/>
        <w:t>1.266e-2</w:t>
      </w:r>
    </w:p>
    <w:p w:rsidR="007B2329" w:rsidRDefault="007B2329" w:rsidP="007B2329">
      <w:r>
        <w:t>228.3912</w:t>
      </w:r>
      <w:r>
        <w:tab/>
        <w:t>4.051e0</w:t>
      </w:r>
    </w:p>
    <w:p w:rsidR="007B2329" w:rsidRDefault="007B2329" w:rsidP="007B2329">
      <w:r>
        <w:t>228.3931</w:t>
      </w:r>
      <w:r>
        <w:tab/>
        <w:t>4.051e0</w:t>
      </w:r>
    </w:p>
    <w:p w:rsidR="007B2329" w:rsidRDefault="007B2329" w:rsidP="007B2329">
      <w:r>
        <w:t>228.3993</w:t>
      </w:r>
      <w:r>
        <w:tab/>
        <w:t>1.013e0</w:t>
      </w:r>
    </w:p>
    <w:p w:rsidR="007B2329" w:rsidRDefault="007B2329" w:rsidP="007B2329">
      <w:r>
        <w:t>228.4263</w:t>
      </w:r>
      <w:r>
        <w:tab/>
        <w:t>1.013e0</w:t>
      </w:r>
    </w:p>
    <w:p w:rsidR="007B2329" w:rsidRDefault="007B2329" w:rsidP="007B2329">
      <w:r>
        <w:t>228.4300</w:t>
      </w:r>
      <w:r>
        <w:tab/>
        <w:t>1.013e0</w:t>
      </w:r>
    </w:p>
    <w:p w:rsidR="007B2329" w:rsidRDefault="007B2329" w:rsidP="007B2329">
      <w:r>
        <w:t>228.4313</w:t>
      </w:r>
      <w:r>
        <w:tab/>
        <w:t>3.038e0</w:t>
      </w:r>
    </w:p>
    <w:p w:rsidR="007B2329" w:rsidRDefault="007B2329" w:rsidP="007B2329">
      <w:r>
        <w:t>228.4342</w:t>
      </w:r>
      <w:r>
        <w:tab/>
        <w:t>1.013e0</w:t>
      </w:r>
    </w:p>
    <w:p w:rsidR="007B2329" w:rsidRDefault="007B2329" w:rsidP="007B2329">
      <w:r>
        <w:t>228.4384</w:t>
      </w:r>
      <w:r>
        <w:tab/>
        <w:t>1.013e0</w:t>
      </w:r>
    </w:p>
    <w:p w:rsidR="007B2329" w:rsidRDefault="007B2329" w:rsidP="007B2329">
      <w:r>
        <w:t>228.4468</w:t>
      </w:r>
      <w:r>
        <w:tab/>
        <w:t>2.025e0</w:t>
      </w:r>
    </w:p>
    <w:p w:rsidR="007B2329" w:rsidRDefault="007B2329" w:rsidP="007B2329">
      <w:r>
        <w:t>228.4614</w:t>
      </w:r>
      <w:r>
        <w:tab/>
        <w:t>2.025e0</w:t>
      </w:r>
    </w:p>
    <w:p w:rsidR="007B2329" w:rsidRDefault="007B2329" w:rsidP="007B2329">
      <w:r>
        <w:t>228.4641</w:t>
      </w:r>
      <w:r>
        <w:tab/>
        <w:t>2.051e0</w:t>
      </w:r>
    </w:p>
    <w:p w:rsidR="007B2329" w:rsidRDefault="007B2329" w:rsidP="007B2329">
      <w:r>
        <w:t>228.4672</w:t>
      </w:r>
      <w:r>
        <w:tab/>
        <w:t>2.025e0</w:t>
      </w:r>
    </w:p>
    <w:p w:rsidR="007B2329" w:rsidRDefault="007B2329" w:rsidP="007B2329">
      <w:r>
        <w:t>228.4710</w:t>
      </w:r>
      <w:r>
        <w:tab/>
        <w:t>1.013e0</w:t>
      </w:r>
    </w:p>
    <w:p w:rsidR="007B2329" w:rsidRDefault="007B2329" w:rsidP="007B2329">
      <w:r>
        <w:t>228.4788</w:t>
      </w:r>
      <w:r>
        <w:tab/>
        <w:t>1.013e0</w:t>
      </w:r>
    </w:p>
    <w:p w:rsidR="007B2329" w:rsidRDefault="007B2329" w:rsidP="007B2329">
      <w:r>
        <w:t>228.4828</w:t>
      </w:r>
      <w:r>
        <w:tab/>
        <w:t>1.013e0</w:t>
      </w:r>
    </w:p>
    <w:p w:rsidR="007B2329" w:rsidRDefault="007B2329" w:rsidP="007B2329">
      <w:r>
        <w:t>228.4961</w:t>
      </w:r>
      <w:r>
        <w:tab/>
        <w:t>5.063e0</w:t>
      </w:r>
    </w:p>
    <w:p w:rsidR="007B2329" w:rsidRDefault="007B2329" w:rsidP="007B2329">
      <w:r>
        <w:lastRenderedPageBreak/>
        <w:t>228.5113</w:t>
      </w:r>
      <w:r>
        <w:tab/>
        <w:t>3.038e0</w:t>
      </w:r>
    </w:p>
    <w:p w:rsidR="007B2329" w:rsidRDefault="007B2329" w:rsidP="007B2329">
      <w:r>
        <w:t>228.5235</w:t>
      </w:r>
      <w:r>
        <w:tab/>
        <w:t>1.013e0</w:t>
      </w:r>
    </w:p>
    <w:p w:rsidR="007B2329" w:rsidRDefault="007B2329" w:rsidP="007B2329">
      <w:r>
        <w:t>228.5275</w:t>
      </w:r>
      <w:r>
        <w:tab/>
        <w:t>1.013e0</w:t>
      </w:r>
    </w:p>
    <w:p w:rsidR="007B2329" w:rsidRDefault="007B2329" w:rsidP="007B2329">
      <w:r>
        <w:t>228.5313</w:t>
      </w:r>
      <w:r>
        <w:tab/>
        <w:t>1.013e0</w:t>
      </w:r>
    </w:p>
    <w:p w:rsidR="007B2329" w:rsidRDefault="007B2329" w:rsidP="007B2329">
      <w:r>
        <w:t>228.5391</w:t>
      </w:r>
      <w:r>
        <w:tab/>
        <w:t>2.025e0</w:t>
      </w:r>
    </w:p>
    <w:p w:rsidR="007B2329" w:rsidRDefault="007B2329" w:rsidP="007B2329">
      <w:r>
        <w:t>228.5429</w:t>
      </w:r>
      <w:r>
        <w:tab/>
        <w:t>2.025e0</w:t>
      </w:r>
    </w:p>
    <w:p w:rsidR="007B2329" w:rsidRDefault="007B2329" w:rsidP="007B2329">
      <w:r>
        <w:t>228.5634</w:t>
      </w:r>
      <w:r>
        <w:tab/>
        <w:t>3.038e0</w:t>
      </w:r>
    </w:p>
    <w:p w:rsidR="007B2329" w:rsidRDefault="007B2329" w:rsidP="007B2329">
      <w:r>
        <w:t>228.5672</w:t>
      </w:r>
      <w:r>
        <w:tab/>
        <w:t>6.076e0</w:t>
      </w:r>
    </w:p>
    <w:p w:rsidR="007B2329" w:rsidRDefault="007B2329" w:rsidP="007B2329">
      <w:r>
        <w:t>228.5690</w:t>
      </w:r>
      <w:r>
        <w:tab/>
        <w:t>2.025e0</w:t>
      </w:r>
    </w:p>
    <w:p w:rsidR="007B2329" w:rsidRDefault="007B2329" w:rsidP="007B2329">
      <w:r>
        <w:t>228.5762</w:t>
      </w:r>
      <w:r>
        <w:tab/>
        <w:t>1.013e0</w:t>
      </w:r>
    </w:p>
    <w:p w:rsidR="007B2329" w:rsidRDefault="007B2329" w:rsidP="007B2329">
      <w:r>
        <w:t>228.5798</w:t>
      </w:r>
      <w:r>
        <w:tab/>
        <w:t>4.051e0</w:t>
      </w:r>
    </w:p>
    <w:p w:rsidR="007B2329" w:rsidRDefault="007B2329" w:rsidP="007B2329">
      <w:r>
        <w:t>228.5839</w:t>
      </w:r>
      <w:r>
        <w:tab/>
        <w:t>3.038e0</w:t>
      </w:r>
    </w:p>
    <w:p w:rsidR="007B2329" w:rsidRDefault="007B2329" w:rsidP="007B2329">
      <w:r>
        <w:t>228.5860</w:t>
      </w:r>
      <w:r>
        <w:tab/>
        <w:t>3.038e0</w:t>
      </w:r>
    </w:p>
    <w:p w:rsidR="007B2329" w:rsidRDefault="007B2329" w:rsidP="007B2329">
      <w:r>
        <w:t>228.6070</w:t>
      </w:r>
      <w:r>
        <w:tab/>
        <w:t>3.038e0</w:t>
      </w:r>
    </w:p>
    <w:p w:rsidR="007B2329" w:rsidRDefault="007B2329" w:rsidP="007B2329">
      <w:r>
        <w:t>228.6108</w:t>
      </w:r>
      <w:r>
        <w:tab/>
        <w:t>1.013e0</w:t>
      </w:r>
    </w:p>
    <w:p w:rsidR="007B2329" w:rsidRDefault="007B2329" w:rsidP="007B2329">
      <w:r>
        <w:t>228.6258</w:t>
      </w:r>
      <w:r>
        <w:tab/>
        <w:t>2.038e0</w:t>
      </w:r>
    </w:p>
    <w:p w:rsidR="007B2329" w:rsidRDefault="007B2329" w:rsidP="007B2329">
      <w:r>
        <w:t>228.6279</w:t>
      </w:r>
      <w:r>
        <w:tab/>
        <w:t>1.266e-2</w:t>
      </w:r>
    </w:p>
    <w:p w:rsidR="007B2329" w:rsidRDefault="007B2329" w:rsidP="007B2329">
      <w:r>
        <w:t>228.6348</w:t>
      </w:r>
      <w:r>
        <w:tab/>
        <w:t>6.089e0</w:t>
      </w:r>
    </w:p>
    <w:p w:rsidR="007B2329" w:rsidRDefault="007B2329" w:rsidP="007B2329">
      <w:r>
        <w:t>228.6479</w:t>
      </w:r>
      <w:r>
        <w:tab/>
        <w:t>1.013e0</w:t>
      </w:r>
    </w:p>
    <w:p w:rsidR="007B2329" w:rsidRDefault="007B2329" w:rsidP="007B2329">
      <w:r>
        <w:lastRenderedPageBreak/>
        <w:t>228.6526</w:t>
      </w:r>
      <w:r>
        <w:tab/>
        <w:t>4.051e0</w:t>
      </w:r>
    </w:p>
    <w:p w:rsidR="007B2329" w:rsidRDefault="007B2329" w:rsidP="007B2329">
      <w:r>
        <w:t>228.6597</w:t>
      </w:r>
      <w:r>
        <w:tab/>
        <w:t>1.013e0</w:t>
      </w:r>
    </w:p>
    <w:p w:rsidR="007B2329" w:rsidRDefault="007B2329" w:rsidP="007B2329">
      <w:r>
        <w:t>228.6673</w:t>
      </w:r>
      <w:r>
        <w:tab/>
        <w:t>3.038e0</w:t>
      </w:r>
    </w:p>
    <w:p w:rsidR="007B2329" w:rsidRDefault="007B2329" w:rsidP="007B2329">
      <w:r>
        <w:t>228.6711</w:t>
      </w:r>
      <w:r>
        <w:tab/>
        <w:t>2.025e0</w:t>
      </w:r>
    </w:p>
    <w:p w:rsidR="007B2329" w:rsidRDefault="007B2329" w:rsidP="007B2329">
      <w:r>
        <w:t>228.6879</w:t>
      </w:r>
      <w:r>
        <w:tab/>
        <w:t>4.051e0</w:t>
      </w:r>
    </w:p>
    <w:p w:rsidR="007B2329" w:rsidRDefault="007B2329" w:rsidP="007B2329">
      <w:r>
        <w:t>228.6925</w:t>
      </w:r>
      <w:r>
        <w:tab/>
        <w:t>2.025e0</w:t>
      </w:r>
    </w:p>
    <w:p w:rsidR="007B2329" w:rsidRDefault="007B2329" w:rsidP="007B2329">
      <w:r>
        <w:t>228.6983</w:t>
      </w:r>
      <w:r>
        <w:tab/>
        <w:t>4.051e0</w:t>
      </w:r>
    </w:p>
    <w:p w:rsidR="007B2329" w:rsidRDefault="007B2329" w:rsidP="007B2329">
      <w:r>
        <w:t>228.7121</w:t>
      </w:r>
      <w:r>
        <w:tab/>
        <w:t>1.013e0</w:t>
      </w:r>
    </w:p>
    <w:p w:rsidR="007B2329" w:rsidRDefault="007B2329" w:rsidP="007B2329">
      <w:r>
        <w:t>228.7160</w:t>
      </w:r>
      <w:r>
        <w:tab/>
        <w:t>1.013e0</w:t>
      </w:r>
    </w:p>
    <w:p w:rsidR="007B2329" w:rsidRDefault="007B2329" w:rsidP="007B2329">
      <w:r>
        <w:t>228.7358</w:t>
      </w:r>
      <w:r>
        <w:tab/>
        <w:t>3.038e0</w:t>
      </w:r>
    </w:p>
    <w:p w:rsidR="007B2329" w:rsidRDefault="007B2329" w:rsidP="007B2329">
      <w:r>
        <w:t>228.7398</w:t>
      </w:r>
      <w:r>
        <w:tab/>
        <w:t>1.013e0</w:t>
      </w:r>
    </w:p>
    <w:p w:rsidR="007B2329" w:rsidRDefault="007B2329" w:rsidP="007B2329">
      <w:r>
        <w:t>228.7430</w:t>
      </w:r>
      <w:r>
        <w:tab/>
        <w:t>4.051e0</w:t>
      </w:r>
    </w:p>
    <w:p w:rsidR="007B2329" w:rsidRDefault="007B2329" w:rsidP="007B2329">
      <w:r>
        <w:t>228.7442</w:t>
      </w:r>
      <w:r>
        <w:tab/>
        <w:t>1.013e0</w:t>
      </w:r>
    </w:p>
    <w:p w:rsidR="007B2329" w:rsidRDefault="007B2329" w:rsidP="007B2329">
      <w:r>
        <w:t>228.7528</w:t>
      </w:r>
      <w:r>
        <w:tab/>
        <w:t>1.013e0</w:t>
      </w:r>
    </w:p>
    <w:p w:rsidR="007B2329" w:rsidRDefault="007B2329" w:rsidP="007B2329">
      <w:r>
        <w:t>228.7608</w:t>
      </w:r>
      <w:r>
        <w:tab/>
        <w:t>1.013e0</w:t>
      </w:r>
    </w:p>
    <w:p w:rsidR="007B2329" w:rsidRDefault="007B2329" w:rsidP="007B2329">
      <w:r>
        <w:t>228.7647</w:t>
      </w:r>
      <w:r>
        <w:tab/>
        <w:t>1.013e0</w:t>
      </w:r>
    </w:p>
    <w:p w:rsidR="007B2329" w:rsidRDefault="007B2329" w:rsidP="007B2329">
      <w:r>
        <w:t>228.7724</w:t>
      </w:r>
      <w:r>
        <w:tab/>
        <w:t>4.051e0</w:t>
      </w:r>
    </w:p>
    <w:p w:rsidR="007B2329" w:rsidRDefault="007B2329" w:rsidP="007B2329">
      <w:r>
        <w:t>228.7802</w:t>
      </w:r>
      <w:r>
        <w:tab/>
        <w:t>1.013e0</w:t>
      </w:r>
    </w:p>
    <w:p w:rsidR="007B2329" w:rsidRDefault="007B2329" w:rsidP="007B2329">
      <w:r>
        <w:t>228.7912</w:t>
      </w:r>
      <w:r>
        <w:tab/>
        <w:t>5.063e0</w:t>
      </w:r>
    </w:p>
    <w:p w:rsidR="007B2329" w:rsidRDefault="007B2329" w:rsidP="007B2329">
      <w:r>
        <w:lastRenderedPageBreak/>
        <w:t>228.7959</w:t>
      </w:r>
      <w:r>
        <w:tab/>
        <w:t>2.025e0</w:t>
      </w:r>
    </w:p>
    <w:p w:rsidR="007B2329" w:rsidRDefault="007B2329" w:rsidP="007B2329">
      <w:r>
        <w:t>228.8001</w:t>
      </w:r>
      <w:r>
        <w:tab/>
        <w:t>1.013e0</w:t>
      </w:r>
    </w:p>
    <w:p w:rsidR="007B2329" w:rsidRDefault="007B2329" w:rsidP="007B2329">
      <w:r>
        <w:t>228.8088</w:t>
      </w:r>
      <w:r>
        <w:tab/>
        <w:t>2.025e0</w:t>
      </w:r>
    </w:p>
    <w:p w:rsidR="007B2329" w:rsidRDefault="007B2329" w:rsidP="007B2329">
      <w:r>
        <w:t>228.8173</w:t>
      </w:r>
      <w:r>
        <w:tab/>
        <w:t>1.013e0</w:t>
      </w:r>
    </w:p>
    <w:p w:rsidR="007B2329" w:rsidRDefault="007B2329" w:rsidP="007B2329">
      <w:r>
        <w:t>228.8250</w:t>
      </w:r>
      <w:r>
        <w:tab/>
        <w:t>1.013e0</w:t>
      </w:r>
    </w:p>
    <w:p w:rsidR="007B2329" w:rsidRDefault="007B2329" w:rsidP="007B2329">
      <w:r>
        <w:t>228.8308</w:t>
      </w:r>
      <w:r>
        <w:tab/>
        <w:t>5.063e0</w:t>
      </w:r>
    </w:p>
    <w:p w:rsidR="007B2329" w:rsidRDefault="007B2329" w:rsidP="007B2329">
      <w:r>
        <w:t>228.8327</w:t>
      </w:r>
      <w:r>
        <w:tab/>
        <w:t>1.013e0</w:t>
      </w:r>
    </w:p>
    <w:p w:rsidR="007B2329" w:rsidRDefault="007B2329" w:rsidP="007B2329">
      <w:r>
        <w:t>228.8366</w:t>
      </w:r>
      <w:r>
        <w:tab/>
        <w:t>1.013e0</w:t>
      </w:r>
    </w:p>
    <w:p w:rsidR="007B2329" w:rsidRDefault="007B2329" w:rsidP="007B2329">
      <w:r>
        <w:t>228.8483</w:t>
      </w:r>
      <w:r>
        <w:tab/>
        <w:t>1.013e0</w:t>
      </w:r>
    </w:p>
    <w:p w:rsidR="007B2329" w:rsidRDefault="007B2329" w:rsidP="007B2329">
      <w:r>
        <w:t>228.8520</w:t>
      </w:r>
      <w:r>
        <w:tab/>
        <w:t>1.013e0</w:t>
      </w:r>
    </w:p>
    <w:p w:rsidR="007B2329" w:rsidRDefault="007B2329" w:rsidP="007B2329">
      <w:r>
        <w:t>228.8562</w:t>
      </w:r>
      <w:r>
        <w:tab/>
        <w:t>2.025e0</w:t>
      </w:r>
    </w:p>
    <w:p w:rsidR="007B2329" w:rsidRDefault="007B2329" w:rsidP="007B2329">
      <w:r>
        <w:t>228.8586</w:t>
      </w:r>
      <w:r>
        <w:tab/>
        <w:t>3.038e0</w:t>
      </w:r>
    </w:p>
    <w:p w:rsidR="007B2329" w:rsidRDefault="007B2329" w:rsidP="007B2329">
      <w:r>
        <w:t>228.8648</w:t>
      </w:r>
      <w:r>
        <w:tab/>
        <w:t>3.038e0</w:t>
      </w:r>
    </w:p>
    <w:p w:rsidR="007B2329" w:rsidRDefault="007B2329" w:rsidP="007B2329">
      <w:r>
        <w:t>228.8735</w:t>
      </w:r>
      <w:r>
        <w:tab/>
        <w:t>1.013e0</w:t>
      </w:r>
    </w:p>
    <w:p w:rsidR="007B2329" w:rsidRDefault="007B2329" w:rsidP="007B2329">
      <w:r>
        <w:t>228.8773</w:t>
      </w:r>
      <w:r>
        <w:tab/>
        <w:t>2.025e0</w:t>
      </w:r>
    </w:p>
    <w:p w:rsidR="007B2329" w:rsidRDefault="007B2329" w:rsidP="007B2329">
      <w:r>
        <w:t>228.8792</w:t>
      </w:r>
      <w:r>
        <w:tab/>
        <w:t>4.051e0</w:t>
      </w:r>
    </w:p>
    <w:p w:rsidR="007B2329" w:rsidRDefault="007B2329" w:rsidP="007B2329">
      <w:r>
        <w:t>228.8930</w:t>
      </w:r>
      <w:r>
        <w:tab/>
        <w:t>1.013e0</w:t>
      </w:r>
    </w:p>
    <w:p w:rsidR="007B2329" w:rsidRDefault="007B2329" w:rsidP="007B2329">
      <w:r>
        <w:t>228.9008</w:t>
      </w:r>
      <w:r>
        <w:tab/>
        <w:t>1.013e0</w:t>
      </w:r>
    </w:p>
    <w:p w:rsidR="007B2329" w:rsidRDefault="007B2329" w:rsidP="007B2329">
      <w:r>
        <w:t>228.9047</w:t>
      </w:r>
      <w:r>
        <w:tab/>
        <w:t>1.013e0</w:t>
      </w:r>
    </w:p>
    <w:p w:rsidR="007B2329" w:rsidRDefault="007B2329" w:rsidP="007B2329">
      <w:r>
        <w:lastRenderedPageBreak/>
        <w:t>228.9085</w:t>
      </w:r>
      <w:r>
        <w:tab/>
        <w:t>1.013e0</w:t>
      </w:r>
    </w:p>
    <w:p w:rsidR="007B2329" w:rsidRDefault="007B2329" w:rsidP="007B2329">
      <w:r>
        <w:t>228.9123</w:t>
      </w:r>
      <w:r>
        <w:tab/>
        <w:t>1.013e0</w:t>
      </w:r>
    </w:p>
    <w:p w:rsidR="007B2329" w:rsidRDefault="007B2329" w:rsidP="007B2329">
      <w:r>
        <w:t>228.9165</w:t>
      </w:r>
      <w:r>
        <w:tab/>
        <w:t>2.025e0</w:t>
      </w:r>
    </w:p>
    <w:p w:rsidR="007B2329" w:rsidRDefault="007B2329" w:rsidP="007B2329">
      <w:r>
        <w:t>228.9209</w:t>
      </w:r>
      <w:r>
        <w:tab/>
        <w:t>1.013e0</w:t>
      </w:r>
    </w:p>
    <w:p w:rsidR="007B2329" w:rsidRDefault="007B2329" w:rsidP="007B2329">
      <w:r>
        <w:t>228.9295</w:t>
      </w:r>
      <w:r>
        <w:tab/>
        <w:t>1.013e0</w:t>
      </w:r>
    </w:p>
    <w:p w:rsidR="007B2329" w:rsidRDefault="007B2329" w:rsidP="007B2329">
      <w:r>
        <w:t>228.9313</w:t>
      </w:r>
      <w:r>
        <w:tab/>
        <w:t>1.025e0</w:t>
      </w:r>
    </w:p>
    <w:p w:rsidR="007B2329" w:rsidRDefault="007B2329" w:rsidP="007B2329">
      <w:r>
        <w:t>228.9413</w:t>
      </w:r>
      <w:r>
        <w:tab/>
        <w:t>2.025e0</w:t>
      </w:r>
    </w:p>
    <w:p w:rsidR="007B2329" w:rsidRDefault="007B2329" w:rsidP="007B2329">
      <w:r>
        <w:t>228.9514</w:t>
      </w:r>
      <w:r>
        <w:tab/>
        <w:t>1.025e0</w:t>
      </w:r>
    </w:p>
    <w:p w:rsidR="007B2329" w:rsidRDefault="007B2329" w:rsidP="007B2329">
      <w:r>
        <w:t>228.9533</w:t>
      </w:r>
      <w:r>
        <w:tab/>
        <w:t>1.013e0</w:t>
      </w:r>
    </w:p>
    <w:p w:rsidR="007B2329" w:rsidRDefault="007B2329" w:rsidP="007B2329">
      <w:r>
        <w:t>228.9712</w:t>
      </w:r>
      <w:r>
        <w:tab/>
        <w:t>3.038e0</w:t>
      </w:r>
    </w:p>
    <w:p w:rsidR="007B2329" w:rsidRDefault="007B2329" w:rsidP="007B2329">
      <w:r>
        <w:t>228.9758</w:t>
      </w:r>
      <w:r>
        <w:tab/>
        <w:t>7.149e0</w:t>
      </w:r>
    </w:p>
    <w:p w:rsidR="007B2329" w:rsidRDefault="007B2329" w:rsidP="007B2329">
      <w:r>
        <w:t>228.9799</w:t>
      </w:r>
      <w:r>
        <w:tab/>
        <w:t>1.038e0</w:t>
      </w:r>
    </w:p>
    <w:p w:rsidR="007B2329" w:rsidRDefault="007B2329" w:rsidP="007B2329">
      <w:r>
        <w:t>228.9855</w:t>
      </w:r>
      <w:r>
        <w:tab/>
        <w:t>2.025e0</w:t>
      </w:r>
    </w:p>
    <w:p w:rsidR="007B2329" w:rsidRDefault="007B2329" w:rsidP="007B2329">
      <w:r>
        <w:t>229.0101</w:t>
      </w:r>
      <w:r>
        <w:tab/>
        <w:t>3.869e0</w:t>
      </w:r>
    </w:p>
    <w:p w:rsidR="007B2329" w:rsidRDefault="007B2329" w:rsidP="007B2329">
      <w:r>
        <w:t>229.0117</w:t>
      </w:r>
      <w:r>
        <w:tab/>
        <w:t>2.038e0</w:t>
      </w:r>
    </w:p>
    <w:p w:rsidR="007B2329" w:rsidRDefault="007B2329" w:rsidP="007B2329">
      <w:r>
        <w:t>229.0143</w:t>
      </w:r>
      <w:r>
        <w:tab/>
        <w:t>5.821e0</w:t>
      </w:r>
    </w:p>
    <w:p w:rsidR="007B2329" w:rsidRDefault="007B2329" w:rsidP="007B2329">
      <w:r>
        <w:t>229.0193</w:t>
      </w:r>
      <w:r>
        <w:tab/>
        <w:t>2.025e0</w:t>
      </w:r>
    </w:p>
    <w:p w:rsidR="007B2329" w:rsidRDefault="007B2329" w:rsidP="007B2329">
      <w:r>
        <w:t>229.0243</w:t>
      </w:r>
      <w:r>
        <w:tab/>
        <w:t>3.038e0</w:t>
      </w:r>
    </w:p>
    <w:p w:rsidR="007B2329" w:rsidRDefault="007B2329" w:rsidP="007B2329">
      <w:r>
        <w:t>229.0332</w:t>
      </w:r>
      <w:r>
        <w:tab/>
        <w:t>3.038e0</w:t>
      </w:r>
    </w:p>
    <w:p w:rsidR="007B2329" w:rsidRDefault="007B2329" w:rsidP="007B2329">
      <w:r>
        <w:lastRenderedPageBreak/>
        <w:t>229.0458</w:t>
      </w:r>
      <w:r>
        <w:tab/>
        <w:t>4.051e0</w:t>
      </w:r>
    </w:p>
    <w:p w:rsidR="007B2329" w:rsidRDefault="007B2329" w:rsidP="007B2329">
      <w:r>
        <w:t>229.0525</w:t>
      </w:r>
      <w:r>
        <w:tab/>
        <w:t>5.283e0</w:t>
      </w:r>
    </w:p>
    <w:p w:rsidR="007B2329" w:rsidRDefault="007B2329" w:rsidP="007B2329">
      <w:r>
        <w:t>229.0612</w:t>
      </w:r>
      <w:r>
        <w:tab/>
        <w:t>4.051e0</w:t>
      </w:r>
    </w:p>
    <w:p w:rsidR="007B2329" w:rsidRDefault="007B2329" w:rsidP="007B2329">
      <w:r>
        <w:t>229.0735</w:t>
      </w:r>
      <w:r>
        <w:tab/>
        <w:t>3.637e0</w:t>
      </w:r>
    </w:p>
    <w:p w:rsidR="007B2329" w:rsidRDefault="007B2329" w:rsidP="007B2329">
      <w:r>
        <w:t>229.0795</w:t>
      </w:r>
      <w:r>
        <w:tab/>
        <w:t>4.051e0</w:t>
      </w:r>
    </w:p>
    <w:p w:rsidR="007B2329" w:rsidRDefault="007B2329" w:rsidP="007B2329">
      <w:r>
        <w:t>229.0855</w:t>
      </w:r>
      <w:r>
        <w:tab/>
        <w:t>1.013e0</w:t>
      </w:r>
    </w:p>
    <w:p w:rsidR="007B2329" w:rsidRDefault="007B2329" w:rsidP="007B2329">
      <w:r>
        <w:t>229.0934</w:t>
      </w:r>
      <w:r>
        <w:tab/>
        <w:t>2.025e0</w:t>
      </w:r>
    </w:p>
    <w:p w:rsidR="007B2329" w:rsidRDefault="007B2329" w:rsidP="007B2329">
      <w:r>
        <w:t>229.0985</w:t>
      </w:r>
      <w:r>
        <w:tab/>
        <w:t>4.490e0</w:t>
      </w:r>
    </w:p>
    <w:p w:rsidR="007B2329" w:rsidRDefault="007B2329" w:rsidP="007B2329">
      <w:r>
        <w:t>229.1106</w:t>
      </w:r>
      <w:r>
        <w:tab/>
        <w:t>1.013e0</w:t>
      </w:r>
    </w:p>
    <w:p w:rsidR="007B2329" w:rsidRDefault="007B2329" w:rsidP="007B2329">
      <w:r>
        <w:t>229.1150</w:t>
      </w:r>
      <w:r>
        <w:tab/>
        <w:t>2.025e0</w:t>
      </w:r>
    </w:p>
    <w:p w:rsidR="007B2329" w:rsidRDefault="007B2329" w:rsidP="007B2329">
      <w:r>
        <w:t>229.1166</w:t>
      </w:r>
      <w:r>
        <w:tab/>
        <w:t>4.051e0</w:t>
      </w:r>
    </w:p>
    <w:p w:rsidR="007B2329" w:rsidRDefault="007B2329" w:rsidP="007B2329">
      <w:r>
        <w:t>229.1303</w:t>
      </w:r>
      <w:r>
        <w:tab/>
        <w:t>3.038e0</w:t>
      </w:r>
    </w:p>
    <w:p w:rsidR="007B2329" w:rsidRDefault="007B2329" w:rsidP="007B2329">
      <w:r>
        <w:t>229.1438</w:t>
      </w:r>
      <w:r>
        <w:tab/>
        <w:t>1.025e0</w:t>
      </w:r>
    </w:p>
    <w:p w:rsidR="007B2329" w:rsidRDefault="007B2329" w:rsidP="007B2329">
      <w:r>
        <w:t>229.1497</w:t>
      </w:r>
      <w:r>
        <w:tab/>
        <w:t>1.025e0</w:t>
      </w:r>
    </w:p>
    <w:p w:rsidR="007B2329" w:rsidRDefault="007B2329" w:rsidP="007B2329">
      <w:r>
        <w:t>229.1537</w:t>
      </w:r>
      <w:r>
        <w:tab/>
        <w:t>2.025e0</w:t>
      </w:r>
    </w:p>
    <w:p w:rsidR="007B2329" w:rsidRDefault="007B2329" w:rsidP="007B2329">
      <w:r>
        <w:t>229.1606</w:t>
      </w:r>
      <w:r>
        <w:tab/>
        <w:t>2.025e0</w:t>
      </w:r>
    </w:p>
    <w:p w:rsidR="007B2329" w:rsidRDefault="007B2329" w:rsidP="007B2329">
      <w:r>
        <w:t>229.1711</w:t>
      </w:r>
      <w:r>
        <w:tab/>
        <w:t>1.013e0</w:t>
      </w:r>
    </w:p>
    <w:p w:rsidR="007B2329" w:rsidRDefault="007B2329" w:rsidP="007B2329">
      <w:r>
        <w:t>229.1829</w:t>
      </w:r>
      <w:r>
        <w:tab/>
        <w:t>1.013e0</w:t>
      </w:r>
    </w:p>
    <w:p w:rsidR="007B2329" w:rsidRDefault="007B2329" w:rsidP="007B2329">
      <w:r>
        <w:t>229.1868</w:t>
      </w:r>
      <w:r>
        <w:tab/>
        <w:t>4.051e0</w:t>
      </w:r>
    </w:p>
    <w:p w:rsidR="007B2329" w:rsidRDefault="007B2329" w:rsidP="007B2329">
      <w:r>
        <w:lastRenderedPageBreak/>
        <w:t>229.1984</w:t>
      </w:r>
      <w:r>
        <w:tab/>
        <w:t>3.038e0</w:t>
      </w:r>
    </w:p>
    <w:p w:rsidR="007B2329" w:rsidRDefault="007B2329" w:rsidP="007B2329">
      <w:r>
        <w:t>229.2062</w:t>
      </w:r>
      <w:r>
        <w:tab/>
        <w:t>1.013e0</w:t>
      </w:r>
    </w:p>
    <w:p w:rsidR="007B2329" w:rsidRDefault="007B2329" w:rsidP="007B2329">
      <w:r>
        <w:t>229.2171</w:t>
      </w:r>
      <w:r>
        <w:tab/>
        <w:t>2.025e0</w:t>
      </w:r>
    </w:p>
    <w:p w:rsidR="007B2329" w:rsidRDefault="007B2329" w:rsidP="007B2329">
      <w:r>
        <w:t>229.2186</w:t>
      </w:r>
      <w:r>
        <w:tab/>
        <w:t>9.305e0</w:t>
      </w:r>
    </w:p>
    <w:p w:rsidR="007B2329" w:rsidRDefault="007B2329" w:rsidP="007B2329">
      <w:r>
        <w:t>229.2261</w:t>
      </w:r>
      <w:r>
        <w:tab/>
        <w:t>2.025e0</w:t>
      </w:r>
    </w:p>
    <w:p w:rsidR="007B2329" w:rsidRDefault="007B2329" w:rsidP="007B2329">
      <w:r>
        <w:t>229.2314</w:t>
      </w:r>
      <w:r>
        <w:tab/>
        <w:t>1.013e0</w:t>
      </w:r>
    </w:p>
    <w:p w:rsidR="007B2329" w:rsidRDefault="007B2329" w:rsidP="007B2329">
      <w:r>
        <w:t>229.2471</w:t>
      </w:r>
      <w:r>
        <w:tab/>
        <w:t>1.013e0</w:t>
      </w:r>
    </w:p>
    <w:p w:rsidR="007B2329" w:rsidRDefault="007B2329" w:rsidP="007B2329">
      <w:r>
        <w:t>229.2509</w:t>
      </w:r>
      <w:r>
        <w:tab/>
        <w:t>1.013e0</w:t>
      </w:r>
    </w:p>
    <w:p w:rsidR="007B2329" w:rsidRDefault="007B2329" w:rsidP="007B2329">
      <w:r>
        <w:t>229.2588</w:t>
      </w:r>
      <w:r>
        <w:tab/>
        <w:t>1.013e0</w:t>
      </w:r>
    </w:p>
    <w:p w:rsidR="007B2329" w:rsidRDefault="007B2329" w:rsidP="007B2329">
      <w:r>
        <w:t>229.2703</w:t>
      </w:r>
      <w:r>
        <w:tab/>
        <w:t>1.013e0</w:t>
      </w:r>
    </w:p>
    <w:p w:rsidR="007B2329" w:rsidRDefault="007B2329" w:rsidP="007B2329">
      <w:r>
        <w:t>229.2746</w:t>
      </w:r>
      <w:r>
        <w:tab/>
        <w:t>3.038e0</w:t>
      </w:r>
    </w:p>
    <w:p w:rsidR="007B2329" w:rsidRDefault="007B2329" w:rsidP="007B2329">
      <w:r>
        <w:t>229.2832</w:t>
      </w:r>
      <w:r>
        <w:tab/>
        <w:t>1.013e0</w:t>
      </w:r>
    </w:p>
    <w:p w:rsidR="007B2329" w:rsidRDefault="007B2329" w:rsidP="007B2329">
      <w:r>
        <w:t>229.2957</w:t>
      </w:r>
      <w:r>
        <w:tab/>
        <w:t>2.025e0</w:t>
      </w:r>
    </w:p>
    <w:p w:rsidR="007B2329" w:rsidRDefault="007B2329" w:rsidP="007B2329">
      <w:r>
        <w:t>229.2997</w:t>
      </w:r>
      <w:r>
        <w:tab/>
        <w:t>1.013e0</w:t>
      </w:r>
    </w:p>
    <w:p w:rsidR="007B2329" w:rsidRDefault="007B2329" w:rsidP="007B2329">
      <w:r>
        <w:t>229.3094</w:t>
      </w:r>
      <w:r>
        <w:tab/>
        <w:t>2.025e0</w:t>
      </w:r>
    </w:p>
    <w:p w:rsidR="007B2329" w:rsidRDefault="007B2329" w:rsidP="007B2329">
      <w:r>
        <w:t>229.3191</w:t>
      </w:r>
      <w:r>
        <w:tab/>
        <w:t>3.038e0</w:t>
      </w:r>
    </w:p>
    <w:p w:rsidR="007B2329" w:rsidRDefault="007B2329" w:rsidP="007B2329">
      <w:r>
        <w:t>229.3259</w:t>
      </w:r>
      <w:r>
        <w:tab/>
        <w:t>3.038e0</w:t>
      </w:r>
    </w:p>
    <w:p w:rsidR="007B2329" w:rsidRDefault="007B2329" w:rsidP="007B2329">
      <w:r>
        <w:t>229.3391</w:t>
      </w:r>
      <w:r>
        <w:tab/>
        <w:t>4.051e0</w:t>
      </w:r>
    </w:p>
    <w:p w:rsidR="007B2329" w:rsidRDefault="007B2329" w:rsidP="007B2329">
      <w:r>
        <w:t>229.3437</w:t>
      </w:r>
      <w:r>
        <w:tab/>
        <w:t>1.013e0</w:t>
      </w:r>
    </w:p>
    <w:p w:rsidR="007B2329" w:rsidRDefault="007B2329" w:rsidP="007B2329">
      <w:r>
        <w:lastRenderedPageBreak/>
        <w:t>229.3524</w:t>
      </w:r>
      <w:r>
        <w:tab/>
        <w:t>2.025e0</w:t>
      </w:r>
    </w:p>
    <w:p w:rsidR="007B2329" w:rsidRDefault="007B2329" w:rsidP="007B2329">
      <w:r>
        <w:t>229.3755</w:t>
      </w:r>
      <w:r>
        <w:tab/>
        <w:t>2.025e0</w:t>
      </w:r>
    </w:p>
    <w:p w:rsidR="007B2329" w:rsidRDefault="007B2329" w:rsidP="007B2329">
      <w:r>
        <w:t>229.3795</w:t>
      </w:r>
      <w:r>
        <w:tab/>
        <w:t>1.013e0</w:t>
      </w:r>
    </w:p>
    <w:p w:rsidR="007B2329" w:rsidRDefault="007B2329" w:rsidP="007B2329">
      <w:r>
        <w:t>229.3836</w:t>
      </w:r>
      <w:r>
        <w:tab/>
        <w:t>2.025e0</w:t>
      </w:r>
    </w:p>
    <w:p w:rsidR="007B2329" w:rsidRDefault="007B2329" w:rsidP="007B2329">
      <w:r>
        <w:t>229.3981</w:t>
      </w:r>
      <w:r>
        <w:tab/>
        <w:t>2.025e0</w:t>
      </w:r>
    </w:p>
    <w:p w:rsidR="007B2329" w:rsidRDefault="007B2329" w:rsidP="007B2329">
      <w:r>
        <w:t>229.4041</w:t>
      </w:r>
      <w:r>
        <w:tab/>
        <w:t>1.013e0</w:t>
      </w:r>
    </w:p>
    <w:p w:rsidR="007B2329" w:rsidRDefault="007B2329" w:rsidP="007B2329">
      <w:r>
        <w:t>229.4084</w:t>
      </w:r>
      <w:r>
        <w:tab/>
        <w:t>1.013e0</w:t>
      </w:r>
    </w:p>
    <w:p w:rsidR="007B2329" w:rsidRDefault="007B2329" w:rsidP="007B2329">
      <w:r>
        <w:t>229.4103</w:t>
      </w:r>
      <w:r>
        <w:tab/>
        <w:t>2.025e0</w:t>
      </w:r>
    </w:p>
    <w:p w:rsidR="007B2329" w:rsidRDefault="007B2329" w:rsidP="007B2329">
      <w:r>
        <w:t>229.4242</w:t>
      </w:r>
      <w:r>
        <w:tab/>
        <w:t>1.013e0</w:t>
      </w:r>
    </w:p>
    <w:p w:rsidR="007B2329" w:rsidRDefault="007B2329" w:rsidP="007B2329">
      <w:r>
        <w:t>229.4281</w:t>
      </w:r>
      <w:r>
        <w:tab/>
        <w:t>3.038e0</w:t>
      </w:r>
    </w:p>
    <w:p w:rsidR="007B2329" w:rsidRDefault="007B2329" w:rsidP="007B2329">
      <w:r>
        <w:t>229.4388</w:t>
      </w:r>
      <w:r>
        <w:tab/>
        <w:t>3.038e0</w:t>
      </w:r>
    </w:p>
    <w:p w:rsidR="007B2329" w:rsidRDefault="007B2329" w:rsidP="007B2329">
      <w:r>
        <w:t>229.4399</w:t>
      </w:r>
      <w:r>
        <w:tab/>
        <w:t>1.013e0</w:t>
      </w:r>
    </w:p>
    <w:p w:rsidR="007B2329" w:rsidRDefault="007B2329" w:rsidP="007B2329">
      <w:r>
        <w:t>229.4532</w:t>
      </w:r>
      <w:r>
        <w:tab/>
        <w:t>3.038e0</w:t>
      </w:r>
    </w:p>
    <w:p w:rsidR="007B2329" w:rsidRDefault="007B2329" w:rsidP="007B2329">
      <w:r>
        <w:t>229.4603</w:t>
      </w:r>
      <w:r>
        <w:tab/>
        <w:t>1.013e0</w:t>
      </w:r>
    </w:p>
    <w:p w:rsidR="007B2329" w:rsidRDefault="007B2329" w:rsidP="007B2329">
      <w:r>
        <w:t>229.4623</w:t>
      </w:r>
      <w:r>
        <w:tab/>
        <w:t>2.025e0</w:t>
      </w:r>
    </w:p>
    <w:p w:rsidR="007B2329" w:rsidRDefault="007B2329" w:rsidP="007B2329">
      <w:r>
        <w:t>229.4690</w:t>
      </w:r>
      <w:r>
        <w:tab/>
        <w:t>1.013e0</w:t>
      </w:r>
    </w:p>
    <w:p w:rsidR="007B2329" w:rsidRDefault="007B2329" w:rsidP="007B2329">
      <w:r>
        <w:t>229.4846</w:t>
      </w:r>
      <w:r>
        <w:tab/>
        <w:t>2.025e0</w:t>
      </w:r>
    </w:p>
    <w:p w:rsidR="007B2329" w:rsidRDefault="007B2329" w:rsidP="007B2329">
      <w:r>
        <w:t>229.4884</w:t>
      </w:r>
      <w:r>
        <w:tab/>
        <w:t>3.038e0</w:t>
      </w:r>
    </w:p>
    <w:p w:rsidR="007B2329" w:rsidRDefault="007B2329" w:rsidP="007B2329">
      <w:r>
        <w:t>229.4923</w:t>
      </w:r>
      <w:r>
        <w:tab/>
        <w:t>2.025e0</w:t>
      </w:r>
    </w:p>
    <w:p w:rsidR="007B2329" w:rsidRDefault="007B2329" w:rsidP="007B2329">
      <w:r>
        <w:lastRenderedPageBreak/>
        <w:t>229.5001</w:t>
      </w:r>
      <w:r>
        <w:tab/>
        <w:t>1.025e0</w:t>
      </w:r>
    </w:p>
    <w:p w:rsidR="007B2329" w:rsidRDefault="007B2329" w:rsidP="007B2329">
      <w:r>
        <w:t>229.5165</w:t>
      </w:r>
      <w:r>
        <w:tab/>
        <w:t>2.025e0</w:t>
      </w:r>
    </w:p>
    <w:p w:rsidR="007B2329" w:rsidRDefault="007B2329" w:rsidP="007B2329">
      <w:r>
        <w:t>229.5251</w:t>
      </w:r>
      <w:r>
        <w:tab/>
        <w:t>1.013e0</w:t>
      </w:r>
    </w:p>
    <w:p w:rsidR="007B2329" w:rsidRDefault="007B2329" w:rsidP="007B2329">
      <w:r>
        <w:t>229.5291</w:t>
      </w:r>
      <w:r>
        <w:tab/>
        <w:t>5.063e0</w:t>
      </w:r>
    </w:p>
    <w:p w:rsidR="007B2329" w:rsidRDefault="007B2329" w:rsidP="007B2329">
      <w:r>
        <w:t>229.5311</w:t>
      </w:r>
      <w:r>
        <w:tab/>
        <w:t>2.025e0</w:t>
      </w:r>
    </w:p>
    <w:p w:rsidR="007B2329" w:rsidRDefault="007B2329" w:rsidP="007B2329">
      <w:r>
        <w:t>229.5372</w:t>
      </w:r>
      <w:r>
        <w:tab/>
        <w:t>1.013e0</w:t>
      </w:r>
    </w:p>
    <w:p w:rsidR="007B2329" w:rsidRDefault="007B2329" w:rsidP="007B2329">
      <w:r>
        <w:t>229.5449</w:t>
      </w:r>
      <w:r>
        <w:tab/>
        <w:t>2.025e0</w:t>
      </w:r>
    </w:p>
    <w:p w:rsidR="007B2329" w:rsidRDefault="007B2329" w:rsidP="007B2329">
      <w:r>
        <w:t>229.5527</w:t>
      </w:r>
      <w:r>
        <w:tab/>
        <w:t>1.013e0</w:t>
      </w:r>
    </w:p>
    <w:p w:rsidR="007B2329" w:rsidRDefault="007B2329" w:rsidP="007B2329">
      <w:r>
        <w:t>229.5567</w:t>
      </w:r>
      <w:r>
        <w:tab/>
        <w:t>5.063e0</w:t>
      </w:r>
    </w:p>
    <w:p w:rsidR="007B2329" w:rsidRDefault="007B2329" w:rsidP="007B2329">
      <w:r>
        <w:t>229.5770</w:t>
      </w:r>
      <w:r>
        <w:tab/>
        <w:t>1.013e0</w:t>
      </w:r>
    </w:p>
    <w:p w:rsidR="007B2329" w:rsidRDefault="007B2329" w:rsidP="007B2329">
      <w:r>
        <w:t>229.5856</w:t>
      </w:r>
      <w:r>
        <w:tab/>
        <w:t>1.013e0</w:t>
      </w:r>
    </w:p>
    <w:p w:rsidR="007B2329" w:rsidRDefault="007B2329" w:rsidP="007B2329">
      <w:r>
        <w:t>229.5937</w:t>
      </w:r>
      <w:r>
        <w:tab/>
        <w:t>1.013e0</w:t>
      </w:r>
    </w:p>
    <w:p w:rsidR="007B2329" w:rsidRDefault="007B2329" w:rsidP="007B2329">
      <w:r>
        <w:t>229.5957</w:t>
      </w:r>
      <w:r>
        <w:tab/>
        <w:t>2.025e0</w:t>
      </w:r>
    </w:p>
    <w:p w:rsidR="007B2329" w:rsidRDefault="007B2329" w:rsidP="007B2329">
      <w:r>
        <w:t>229.6013</w:t>
      </w:r>
      <w:r>
        <w:tab/>
        <w:t>1.013e0</w:t>
      </w:r>
    </w:p>
    <w:p w:rsidR="007B2329" w:rsidRDefault="007B2329" w:rsidP="007B2329">
      <w:r>
        <w:t>229.6143</w:t>
      </w:r>
      <w:r>
        <w:tab/>
        <w:t>3.038e0</w:t>
      </w:r>
    </w:p>
    <w:p w:rsidR="007B2329" w:rsidRDefault="007B2329" w:rsidP="007B2329">
      <w:r>
        <w:t>229.6187</w:t>
      </w:r>
      <w:r>
        <w:tab/>
        <w:t>3.038e0</w:t>
      </w:r>
    </w:p>
    <w:p w:rsidR="007B2329" w:rsidRDefault="007B2329" w:rsidP="007B2329">
      <w:r>
        <w:t>229.6245</w:t>
      </w:r>
      <w:r>
        <w:tab/>
        <w:t>2.025e0</w:t>
      </w:r>
    </w:p>
    <w:p w:rsidR="007B2329" w:rsidRDefault="007B2329" w:rsidP="007B2329">
      <w:r>
        <w:t>229.6354</w:t>
      </w:r>
      <w:r>
        <w:tab/>
        <w:t>1.025e0</w:t>
      </w:r>
    </w:p>
    <w:p w:rsidR="007B2329" w:rsidRDefault="007B2329" w:rsidP="007B2329">
      <w:r>
        <w:t>229.6401</w:t>
      </w:r>
      <w:r>
        <w:tab/>
        <w:t>4.051e0</w:t>
      </w:r>
    </w:p>
    <w:p w:rsidR="007B2329" w:rsidRDefault="007B2329" w:rsidP="007B2329">
      <w:r>
        <w:lastRenderedPageBreak/>
        <w:t>229.6418</w:t>
      </w:r>
      <w:r>
        <w:tab/>
        <w:t>1.013e0</w:t>
      </w:r>
    </w:p>
    <w:p w:rsidR="007B2329" w:rsidRDefault="007B2329" w:rsidP="007B2329">
      <w:r>
        <w:t>229.6503</w:t>
      </w:r>
      <w:r>
        <w:tab/>
        <w:t>1.013e0</w:t>
      </w:r>
    </w:p>
    <w:p w:rsidR="007B2329" w:rsidRDefault="007B2329" w:rsidP="007B2329">
      <w:r>
        <w:t>229.6618</w:t>
      </w:r>
      <w:r>
        <w:tab/>
        <w:t>1.013e0</w:t>
      </w:r>
    </w:p>
    <w:p w:rsidR="007B2329" w:rsidRDefault="007B2329" w:rsidP="007B2329">
      <w:r>
        <w:t>229.6695</w:t>
      </w:r>
      <w:r>
        <w:tab/>
        <w:t>1.013e0</w:t>
      </w:r>
    </w:p>
    <w:p w:rsidR="007B2329" w:rsidRDefault="007B2329" w:rsidP="007B2329">
      <w:r>
        <w:t>229.6735</w:t>
      </w:r>
      <w:r>
        <w:tab/>
        <w:t>1.013e0</w:t>
      </w:r>
    </w:p>
    <w:p w:rsidR="007B2329" w:rsidRDefault="007B2329" w:rsidP="007B2329">
      <w:r>
        <w:t>229.6894</w:t>
      </w:r>
      <w:r>
        <w:tab/>
        <w:t>1.013e0</w:t>
      </w:r>
    </w:p>
    <w:p w:rsidR="007B2329" w:rsidRDefault="007B2329" w:rsidP="007B2329">
      <w:r>
        <w:t>229.6917</w:t>
      </w:r>
      <w:r>
        <w:tab/>
        <w:t>3.038e0</w:t>
      </w:r>
    </w:p>
    <w:p w:rsidR="007B2329" w:rsidRDefault="007B2329" w:rsidP="007B2329">
      <w:r>
        <w:t>229.6958</w:t>
      </w:r>
      <w:r>
        <w:tab/>
        <w:t>2.025e0</w:t>
      </w:r>
    </w:p>
    <w:p w:rsidR="007B2329" w:rsidRDefault="007B2329" w:rsidP="007B2329">
      <w:r>
        <w:t>229.7023</w:t>
      </w:r>
      <w:r>
        <w:tab/>
        <w:t>1.013e0</w:t>
      </w:r>
    </w:p>
    <w:p w:rsidR="007B2329" w:rsidRDefault="007B2329" w:rsidP="007B2329">
      <w:r>
        <w:t>229.7144</w:t>
      </w:r>
      <w:r>
        <w:tab/>
        <w:t>1.013e0</w:t>
      </w:r>
    </w:p>
    <w:p w:rsidR="007B2329" w:rsidRDefault="007B2329" w:rsidP="007B2329">
      <w:r>
        <w:t>229.7221</w:t>
      </w:r>
      <w:r>
        <w:tab/>
        <w:t>4.051e0</w:t>
      </w:r>
    </w:p>
    <w:p w:rsidR="007B2329" w:rsidRDefault="007B2329" w:rsidP="007B2329">
      <w:r>
        <w:t>229.7261</w:t>
      </w:r>
      <w:r>
        <w:tab/>
        <w:t>1.013e0</w:t>
      </w:r>
    </w:p>
    <w:p w:rsidR="007B2329" w:rsidRDefault="007B2329" w:rsidP="007B2329">
      <w:r>
        <w:t>229.7499</w:t>
      </w:r>
      <w:r>
        <w:tab/>
        <w:t>1.013e0</w:t>
      </w:r>
    </w:p>
    <w:p w:rsidR="007B2329" w:rsidRDefault="007B2329" w:rsidP="007B2329">
      <w:r>
        <w:t>229.7542</w:t>
      </w:r>
      <w:r>
        <w:tab/>
        <w:t>3.051e0</w:t>
      </w:r>
    </w:p>
    <w:p w:rsidR="007B2329" w:rsidRDefault="007B2329" w:rsidP="007B2329">
      <w:r>
        <w:t>229.7671</w:t>
      </w:r>
      <w:r>
        <w:tab/>
        <w:t>1.266e-2</w:t>
      </w:r>
    </w:p>
    <w:p w:rsidR="007B2329" w:rsidRDefault="007B2329" w:rsidP="007B2329">
      <w:r>
        <w:t>229.7765</w:t>
      </w:r>
      <w:r>
        <w:tab/>
        <w:t>3.038e0</w:t>
      </w:r>
    </w:p>
    <w:p w:rsidR="007B2329" w:rsidRDefault="007B2329" w:rsidP="007B2329">
      <w:r>
        <w:t>229.7785</w:t>
      </w:r>
      <w:r>
        <w:tab/>
        <w:t>1.013e0</w:t>
      </w:r>
    </w:p>
    <w:p w:rsidR="007B2329" w:rsidRDefault="007B2329" w:rsidP="007B2329">
      <w:r>
        <w:t>229.7864</w:t>
      </w:r>
      <w:r>
        <w:tab/>
        <w:t>1.266e-2</w:t>
      </w:r>
    </w:p>
    <w:p w:rsidR="007B2329" w:rsidRDefault="007B2329" w:rsidP="007B2329">
      <w:r>
        <w:t>229.7942</w:t>
      </w:r>
      <w:r>
        <w:tab/>
        <w:t>1.013e0</w:t>
      </w:r>
    </w:p>
    <w:p w:rsidR="007B2329" w:rsidRDefault="007B2329" w:rsidP="007B2329">
      <w:r>
        <w:lastRenderedPageBreak/>
        <w:t>229.7960</w:t>
      </w:r>
      <w:r>
        <w:tab/>
        <w:t>2.025e0</w:t>
      </w:r>
    </w:p>
    <w:p w:rsidR="007B2329" w:rsidRDefault="007B2329" w:rsidP="007B2329">
      <w:r>
        <w:t>229.8127</w:t>
      </w:r>
      <w:r>
        <w:tab/>
        <w:t>2.025e0</w:t>
      </w:r>
    </w:p>
    <w:p w:rsidR="007B2329" w:rsidRDefault="007B2329" w:rsidP="007B2329">
      <w:r>
        <w:t>229.8191</w:t>
      </w:r>
      <w:r>
        <w:tab/>
        <w:t>1.013e0</w:t>
      </w:r>
    </w:p>
    <w:p w:rsidR="007B2329" w:rsidRDefault="007B2329" w:rsidP="007B2329">
      <w:r>
        <w:t>229.8234</w:t>
      </w:r>
      <w:r>
        <w:tab/>
        <w:t>1.013e0</w:t>
      </w:r>
    </w:p>
    <w:p w:rsidR="007B2329" w:rsidRDefault="007B2329" w:rsidP="007B2329">
      <w:r>
        <w:t>229.8313</w:t>
      </w:r>
      <w:r>
        <w:tab/>
        <w:t>3.038e0</w:t>
      </w:r>
    </w:p>
    <w:p w:rsidR="007B2329" w:rsidRDefault="007B2329" w:rsidP="007B2329">
      <w:r>
        <w:t>229.8428</w:t>
      </w:r>
      <w:r>
        <w:tab/>
        <w:t>1.013e0</w:t>
      </w:r>
    </w:p>
    <w:p w:rsidR="007B2329" w:rsidRDefault="007B2329" w:rsidP="007B2329">
      <w:r>
        <w:t>229.8448</w:t>
      </w:r>
      <w:r>
        <w:tab/>
        <w:t>2.025e0</w:t>
      </w:r>
    </w:p>
    <w:p w:rsidR="007B2329" w:rsidRDefault="007B2329" w:rsidP="007B2329">
      <w:r>
        <w:t>229.8545</w:t>
      </w:r>
      <w:r>
        <w:tab/>
        <w:t>1.013e0</w:t>
      </w:r>
    </w:p>
    <w:p w:rsidR="007B2329" w:rsidRDefault="007B2329" w:rsidP="007B2329">
      <w:r>
        <w:t>229.8916</w:t>
      </w:r>
      <w:r>
        <w:tab/>
        <w:t>3.038e0</w:t>
      </w:r>
    </w:p>
    <w:p w:rsidR="007B2329" w:rsidRDefault="007B2329" w:rsidP="007B2329">
      <w:r>
        <w:t>229.8994</w:t>
      </w:r>
      <w:r>
        <w:tab/>
        <w:t>1.013e0</w:t>
      </w:r>
    </w:p>
    <w:p w:rsidR="007B2329" w:rsidRDefault="007B2329" w:rsidP="007B2329">
      <w:r>
        <w:t>229.9033</w:t>
      </w:r>
      <w:r>
        <w:tab/>
        <w:t>3.038e0</w:t>
      </w:r>
    </w:p>
    <w:p w:rsidR="007B2329" w:rsidRDefault="007B2329" w:rsidP="007B2329">
      <w:r>
        <w:t>229.9356</w:t>
      </w:r>
      <w:r>
        <w:tab/>
        <w:t>2.025e0</w:t>
      </w:r>
    </w:p>
    <w:p w:rsidR="007B2329" w:rsidRDefault="007B2329" w:rsidP="007B2329">
      <w:r>
        <w:t>229.9481</w:t>
      </w:r>
      <w:r>
        <w:tab/>
        <w:t>2.025e0</w:t>
      </w:r>
    </w:p>
    <w:p w:rsidR="007B2329" w:rsidRDefault="007B2329" w:rsidP="007B2329">
      <w:r>
        <w:t>229.9559</w:t>
      </w:r>
      <w:r>
        <w:tab/>
        <w:t>1.013e0</w:t>
      </w:r>
    </w:p>
    <w:p w:rsidR="007B2329" w:rsidRDefault="007B2329" w:rsidP="007B2329">
      <w:r>
        <w:t>229.9578</w:t>
      </w:r>
      <w:r>
        <w:tab/>
        <w:t>2.532e-2</w:t>
      </w:r>
    </w:p>
    <w:p w:rsidR="007B2329" w:rsidRDefault="007B2329" w:rsidP="007B2329">
      <w:r>
        <w:t>229.9598</w:t>
      </w:r>
      <w:r>
        <w:tab/>
        <w:t>3.038e0</w:t>
      </w:r>
    </w:p>
    <w:p w:rsidR="007B2329" w:rsidRDefault="007B2329" w:rsidP="007B2329">
      <w:r>
        <w:t>229.9637</w:t>
      </w:r>
      <w:r>
        <w:tab/>
        <w:t>1.013e0</w:t>
      </w:r>
    </w:p>
    <w:p w:rsidR="007B2329" w:rsidRDefault="007B2329" w:rsidP="007B2329">
      <w:r>
        <w:t>229.9676</w:t>
      </w:r>
      <w:r>
        <w:tab/>
        <w:t>1.266e-2</w:t>
      </w:r>
    </w:p>
    <w:p w:rsidR="007B2329" w:rsidRDefault="007B2329" w:rsidP="007B2329">
      <w:r>
        <w:t>229.9792</w:t>
      </w:r>
      <w:r>
        <w:tab/>
        <w:t>1.013e0</w:t>
      </w:r>
    </w:p>
    <w:p w:rsidR="007B2329" w:rsidRDefault="007B2329" w:rsidP="007B2329">
      <w:r>
        <w:lastRenderedPageBreak/>
        <w:t>230.0006</w:t>
      </w:r>
      <w:r>
        <w:tab/>
        <w:t>4.051e0</w:t>
      </w:r>
    </w:p>
    <w:p w:rsidR="007B2329" w:rsidRDefault="007B2329" w:rsidP="007B2329">
      <w:r>
        <w:t>230.0067</w:t>
      </w:r>
      <w:r>
        <w:tab/>
        <w:t>4.051e0</w:t>
      </w:r>
    </w:p>
    <w:p w:rsidR="007B2329" w:rsidRDefault="007B2329" w:rsidP="007B2329">
      <w:r>
        <w:t>230.0123</w:t>
      </w:r>
      <w:r>
        <w:tab/>
        <w:t>2.025e0</w:t>
      </w:r>
    </w:p>
    <w:p w:rsidR="007B2329" w:rsidRDefault="007B2329" w:rsidP="007B2329">
      <w:r>
        <w:t>230.0144</w:t>
      </w:r>
      <w:r>
        <w:tab/>
        <w:t>1.025e0</w:t>
      </w:r>
    </w:p>
    <w:p w:rsidR="007B2329" w:rsidRDefault="007B2329" w:rsidP="007B2329">
      <w:r>
        <w:t>230.0221</w:t>
      </w:r>
      <w:r>
        <w:tab/>
        <w:t>2.532e-2</w:t>
      </w:r>
    </w:p>
    <w:p w:rsidR="007B2329" w:rsidRDefault="007B2329" w:rsidP="007B2329">
      <w:r>
        <w:t>230.0398</w:t>
      </w:r>
      <w:r>
        <w:tab/>
        <w:t>1.013e0</w:t>
      </w:r>
    </w:p>
    <w:p w:rsidR="007B2329" w:rsidRDefault="007B2329" w:rsidP="007B2329">
      <w:r>
        <w:t>230.0422</w:t>
      </w:r>
      <w:r>
        <w:tab/>
        <w:t>2.025e0</w:t>
      </w:r>
    </w:p>
    <w:p w:rsidR="007B2329" w:rsidRDefault="007B2329" w:rsidP="007B2329">
      <w:r>
        <w:t>230.0689</w:t>
      </w:r>
      <w:r>
        <w:tab/>
        <w:t>2.025e0</w:t>
      </w:r>
    </w:p>
    <w:p w:rsidR="007B2329" w:rsidRDefault="007B2329" w:rsidP="007B2329">
      <w:r>
        <w:t>230.0727</w:t>
      </w:r>
      <w:r>
        <w:tab/>
        <w:t>3.038e0</w:t>
      </w:r>
    </w:p>
    <w:p w:rsidR="007B2329" w:rsidRDefault="007B2329" w:rsidP="007B2329">
      <w:r>
        <w:t>230.1134</w:t>
      </w:r>
      <w:r>
        <w:tab/>
        <w:t>1.013e0</w:t>
      </w:r>
    </w:p>
    <w:p w:rsidR="007B2329" w:rsidRDefault="007B2329" w:rsidP="007B2329">
      <w:r>
        <w:t>230.1178</w:t>
      </w:r>
      <w:r>
        <w:tab/>
        <w:t>2.025e0</w:t>
      </w:r>
    </w:p>
    <w:p w:rsidR="007B2329" w:rsidRDefault="007B2329" w:rsidP="007B2329">
      <w:r>
        <w:t>230.1254</w:t>
      </w:r>
      <w:r>
        <w:tab/>
        <w:t>1.013e0</w:t>
      </w:r>
    </w:p>
    <w:p w:rsidR="007B2329" w:rsidRDefault="007B2329" w:rsidP="007B2329">
      <w:r>
        <w:t>230.1389</w:t>
      </w:r>
      <w:r>
        <w:tab/>
        <w:t>1.025e0</w:t>
      </w:r>
    </w:p>
    <w:p w:rsidR="007B2329" w:rsidRDefault="007B2329" w:rsidP="007B2329">
      <w:r>
        <w:t>230.1452</w:t>
      </w:r>
      <w:r>
        <w:tab/>
        <w:t>2.051e0</w:t>
      </w:r>
    </w:p>
    <w:p w:rsidR="007B2329" w:rsidRDefault="007B2329" w:rsidP="007B2329">
      <w:r>
        <w:t>230.1500</w:t>
      </w:r>
      <w:r>
        <w:tab/>
        <w:t>2.763e0</w:t>
      </w:r>
    </w:p>
    <w:p w:rsidR="007B2329" w:rsidRDefault="007B2329" w:rsidP="007B2329">
      <w:r>
        <w:t>230.1525</w:t>
      </w:r>
      <w:r>
        <w:tab/>
        <w:t>2.231e0</w:t>
      </w:r>
    </w:p>
    <w:p w:rsidR="007B2329" w:rsidRDefault="007B2329" w:rsidP="007B2329">
      <w:r>
        <w:t>230.1549</w:t>
      </w:r>
      <w:r>
        <w:tab/>
        <w:t>2.025e0</w:t>
      </w:r>
    </w:p>
    <w:p w:rsidR="007B2329" w:rsidRDefault="007B2329" w:rsidP="007B2329">
      <w:r>
        <w:t>230.1671</w:t>
      </w:r>
      <w:r>
        <w:tab/>
        <w:t>1.025e0</w:t>
      </w:r>
    </w:p>
    <w:p w:rsidR="007B2329" w:rsidRDefault="007B2329" w:rsidP="007B2329">
      <w:r>
        <w:t>230.1897</w:t>
      </w:r>
      <w:r>
        <w:tab/>
        <w:t>1.013e0</w:t>
      </w:r>
    </w:p>
    <w:p w:rsidR="007B2329" w:rsidRDefault="007B2329" w:rsidP="007B2329">
      <w:r>
        <w:lastRenderedPageBreak/>
        <w:t>230.1975</w:t>
      </w:r>
      <w:r>
        <w:tab/>
        <w:t>2.025e0</w:t>
      </w:r>
    </w:p>
    <w:p w:rsidR="007B2329" w:rsidRDefault="007B2329" w:rsidP="007B2329">
      <w:r>
        <w:t>230.2013</w:t>
      </w:r>
      <w:r>
        <w:tab/>
        <w:t>2.025e0</w:t>
      </w:r>
    </w:p>
    <w:p w:rsidR="007B2329" w:rsidRDefault="007B2329" w:rsidP="007B2329">
      <w:r>
        <w:t>230.2218</w:t>
      </w:r>
      <w:r>
        <w:tab/>
        <w:t>2.025e0</w:t>
      </w:r>
    </w:p>
    <w:p w:rsidR="007B2329" w:rsidRDefault="007B2329" w:rsidP="007B2329">
      <w:r>
        <w:t>230.2303</w:t>
      </w:r>
      <w:r>
        <w:tab/>
        <w:t>1.013e0</w:t>
      </w:r>
    </w:p>
    <w:p w:rsidR="007B2329" w:rsidRDefault="007B2329" w:rsidP="007B2329">
      <w:r>
        <w:t>230.2313</w:t>
      </w:r>
      <w:r>
        <w:tab/>
        <w:t>3.038e0</w:t>
      </w:r>
    </w:p>
    <w:p w:rsidR="007B2329" w:rsidRDefault="007B2329" w:rsidP="007B2329">
      <w:r>
        <w:t>230.2385</w:t>
      </w:r>
      <w:r>
        <w:tab/>
        <w:t>1.013e0</w:t>
      </w:r>
    </w:p>
    <w:p w:rsidR="007B2329" w:rsidRDefault="007B2329" w:rsidP="007B2329">
      <w:r>
        <w:t>230.2463</w:t>
      </w:r>
      <w:r>
        <w:tab/>
        <w:t>3.038e0</w:t>
      </w:r>
    </w:p>
    <w:p w:rsidR="007B2329" w:rsidRDefault="007B2329" w:rsidP="007B2329">
      <w:r>
        <w:t>230.2579</w:t>
      </w:r>
      <w:r>
        <w:tab/>
        <w:t>1.013e0</w:t>
      </w:r>
    </w:p>
    <w:p w:rsidR="007B2329" w:rsidRDefault="007B2329" w:rsidP="007B2329">
      <w:r>
        <w:t>230.2617</w:t>
      </w:r>
      <w:r>
        <w:tab/>
        <w:t>4.051e0</w:t>
      </w:r>
    </w:p>
    <w:p w:rsidR="007B2329" w:rsidRDefault="007B2329" w:rsidP="007B2329">
      <w:r>
        <w:t>230.2885</w:t>
      </w:r>
      <w:r>
        <w:tab/>
        <w:t>2.025e0</w:t>
      </w:r>
    </w:p>
    <w:p w:rsidR="007B2329" w:rsidRDefault="007B2329" w:rsidP="007B2329">
      <w:r>
        <w:t>230.2910</w:t>
      </w:r>
      <w:r>
        <w:tab/>
        <w:t>1.013e0</w:t>
      </w:r>
    </w:p>
    <w:p w:rsidR="007B2329" w:rsidRDefault="007B2329" w:rsidP="007B2329">
      <w:r>
        <w:t>230.2969</w:t>
      </w:r>
      <w:r>
        <w:tab/>
        <w:t>2.025e0</w:t>
      </w:r>
    </w:p>
    <w:p w:rsidR="007B2329" w:rsidRDefault="007B2329" w:rsidP="007B2329">
      <w:r>
        <w:t>230.2989</w:t>
      </w:r>
      <w:r>
        <w:tab/>
        <w:t>1.013e0</w:t>
      </w:r>
    </w:p>
    <w:p w:rsidR="007B2329" w:rsidRDefault="007B2329" w:rsidP="007B2329">
      <w:r>
        <w:t>230.3009</w:t>
      </w:r>
      <w:r>
        <w:tab/>
        <w:t>1.025e0</w:t>
      </w:r>
    </w:p>
    <w:p w:rsidR="007B2329" w:rsidRDefault="007B2329" w:rsidP="007B2329">
      <w:r>
        <w:t>230.3066</w:t>
      </w:r>
      <w:r>
        <w:tab/>
        <w:t>1.013e0</w:t>
      </w:r>
    </w:p>
    <w:p w:rsidR="007B2329" w:rsidRDefault="007B2329" w:rsidP="007B2329">
      <w:r>
        <w:t>230.3325</w:t>
      </w:r>
      <w:r>
        <w:tab/>
        <w:t>2.025e0</w:t>
      </w:r>
    </w:p>
    <w:p w:rsidR="007B2329" w:rsidRDefault="007B2329" w:rsidP="007B2329">
      <w:r>
        <w:t>230.3343</w:t>
      </w:r>
      <w:r>
        <w:tab/>
        <w:t>1.013e0</w:t>
      </w:r>
    </w:p>
    <w:p w:rsidR="007B2329" w:rsidRDefault="007B2329" w:rsidP="007B2329">
      <w:r>
        <w:t>230.3387</w:t>
      </w:r>
      <w:r>
        <w:tab/>
        <w:t>1.013e0</w:t>
      </w:r>
    </w:p>
    <w:p w:rsidR="007B2329" w:rsidRDefault="007B2329" w:rsidP="007B2329">
      <w:r>
        <w:t>230.3456</w:t>
      </w:r>
      <w:r>
        <w:tab/>
        <w:t>5.463e0</w:t>
      </w:r>
    </w:p>
    <w:p w:rsidR="007B2329" w:rsidRDefault="007B2329" w:rsidP="007B2329">
      <w:r>
        <w:lastRenderedPageBreak/>
        <w:t>230.3593</w:t>
      </w:r>
      <w:r>
        <w:tab/>
        <w:t>1.013e0</w:t>
      </w:r>
    </w:p>
    <w:p w:rsidR="007B2329" w:rsidRDefault="007B2329" w:rsidP="007B2329">
      <w:r>
        <w:t>230.3907</w:t>
      </w:r>
      <w:r>
        <w:tab/>
        <w:t>1.013e0</w:t>
      </w:r>
    </w:p>
    <w:p w:rsidR="007B2329" w:rsidRDefault="007B2329" w:rsidP="007B2329">
      <w:r>
        <w:t>230.3951</w:t>
      </w:r>
      <w:r>
        <w:tab/>
        <w:t>1.013e0</w:t>
      </w:r>
    </w:p>
    <w:p w:rsidR="007B2329" w:rsidRDefault="007B2329" w:rsidP="007B2329">
      <w:r>
        <w:t>230.3993</w:t>
      </w:r>
      <w:r>
        <w:tab/>
        <w:t>2.025e0</w:t>
      </w:r>
    </w:p>
    <w:p w:rsidR="007B2329" w:rsidRDefault="007B2329" w:rsidP="007B2329">
      <w:r>
        <w:t>230.4081</w:t>
      </w:r>
      <w:r>
        <w:tab/>
        <w:t>5.063e0</w:t>
      </w:r>
    </w:p>
    <w:p w:rsidR="007B2329" w:rsidRDefault="007B2329" w:rsidP="007B2329">
      <w:r>
        <w:t>230.4137</w:t>
      </w:r>
      <w:r>
        <w:tab/>
        <w:t>2.025e0</w:t>
      </w:r>
    </w:p>
    <w:p w:rsidR="007B2329" w:rsidRDefault="007B2329" w:rsidP="007B2329">
      <w:r>
        <w:t>230.4197</w:t>
      </w:r>
      <w:r>
        <w:tab/>
        <w:t>1.013e0</w:t>
      </w:r>
    </w:p>
    <w:p w:rsidR="007B2329" w:rsidRDefault="007B2329" w:rsidP="007B2329">
      <w:r>
        <w:t>230.4391</w:t>
      </w:r>
      <w:r>
        <w:tab/>
        <w:t>1.013e0</w:t>
      </w:r>
    </w:p>
    <w:p w:rsidR="007B2329" w:rsidRDefault="007B2329" w:rsidP="007B2329">
      <w:r>
        <w:t>230.4429</w:t>
      </w:r>
      <w:r>
        <w:tab/>
        <w:t>1.013e0</w:t>
      </w:r>
    </w:p>
    <w:p w:rsidR="007B2329" w:rsidRDefault="007B2329" w:rsidP="007B2329">
      <w:r>
        <w:t>230.4537</w:t>
      </w:r>
      <w:r>
        <w:tab/>
        <w:t>2.025e0</w:t>
      </w:r>
    </w:p>
    <w:p w:rsidR="007B2329" w:rsidRDefault="007B2329" w:rsidP="007B2329">
      <w:r>
        <w:t>230.4557</w:t>
      </w:r>
      <w:r>
        <w:tab/>
        <w:t>1.013e0</w:t>
      </w:r>
    </w:p>
    <w:p w:rsidR="007B2329" w:rsidRDefault="007B2329" w:rsidP="007B2329">
      <w:r>
        <w:t>230.4686</w:t>
      </w:r>
      <w:r>
        <w:tab/>
        <w:t>2.025e0</w:t>
      </w:r>
    </w:p>
    <w:p w:rsidR="007B2329" w:rsidRDefault="007B2329" w:rsidP="007B2329">
      <w:r>
        <w:t>230.4762</w:t>
      </w:r>
      <w:r>
        <w:tab/>
        <w:t>1.013e0</w:t>
      </w:r>
    </w:p>
    <w:p w:rsidR="007B2329" w:rsidRDefault="007B2329" w:rsidP="007B2329">
      <w:r>
        <w:t>230.4880</w:t>
      </w:r>
      <w:r>
        <w:tab/>
        <w:t>1.013e0</w:t>
      </w:r>
    </w:p>
    <w:p w:rsidR="007B2329" w:rsidRDefault="007B2329" w:rsidP="007B2329">
      <w:r>
        <w:t>230.5121</w:t>
      </w:r>
      <w:r>
        <w:tab/>
        <w:t>1.013e0</w:t>
      </w:r>
    </w:p>
    <w:p w:rsidR="007B2329" w:rsidRDefault="007B2329" w:rsidP="007B2329">
      <w:r>
        <w:t>230.5159</w:t>
      </w:r>
      <w:r>
        <w:tab/>
        <w:t>2.025e0</w:t>
      </w:r>
    </w:p>
    <w:p w:rsidR="007B2329" w:rsidRDefault="007B2329" w:rsidP="007B2329">
      <w:r>
        <w:t>230.5251</w:t>
      </w:r>
      <w:r>
        <w:tab/>
        <w:t>1.013e0</w:t>
      </w:r>
    </w:p>
    <w:p w:rsidR="007B2329" w:rsidRDefault="007B2329" w:rsidP="007B2329">
      <w:r>
        <w:t>230.5484</w:t>
      </w:r>
      <w:r>
        <w:tab/>
        <w:t>2.025e0</w:t>
      </w:r>
    </w:p>
    <w:p w:rsidR="007B2329" w:rsidRDefault="007B2329" w:rsidP="007B2329">
      <w:r>
        <w:t>230.5522</w:t>
      </w:r>
      <w:r>
        <w:tab/>
        <w:t>1.266e-2</w:t>
      </w:r>
    </w:p>
    <w:p w:rsidR="007B2329" w:rsidRDefault="007B2329" w:rsidP="007B2329">
      <w:r>
        <w:lastRenderedPageBreak/>
        <w:t>230.5560</w:t>
      </w:r>
      <w:r>
        <w:tab/>
        <w:t>1.013e0</w:t>
      </w:r>
    </w:p>
    <w:p w:rsidR="007B2329" w:rsidRDefault="007B2329" w:rsidP="007B2329">
      <w:r>
        <w:t>230.5584</w:t>
      </w:r>
      <w:r>
        <w:tab/>
        <w:t>3.038e0</w:t>
      </w:r>
    </w:p>
    <w:p w:rsidR="007B2329" w:rsidRDefault="007B2329" w:rsidP="007B2329">
      <w:r>
        <w:t>230.5685</w:t>
      </w:r>
      <w:r>
        <w:tab/>
        <w:t>1.013e0</w:t>
      </w:r>
    </w:p>
    <w:p w:rsidR="007B2329" w:rsidRDefault="007B2329" w:rsidP="007B2329">
      <w:r>
        <w:t>230.5771</w:t>
      </w:r>
      <w:r>
        <w:tab/>
        <w:t>1.013e0</w:t>
      </w:r>
    </w:p>
    <w:p w:rsidR="007B2329" w:rsidRDefault="007B2329" w:rsidP="007B2329">
      <w:r>
        <w:t>230.5796</w:t>
      </w:r>
      <w:r>
        <w:tab/>
        <w:t>3.038e0</w:t>
      </w:r>
    </w:p>
    <w:p w:rsidR="007B2329" w:rsidRDefault="007B2329" w:rsidP="007B2329">
      <w:r>
        <w:t>230.5832</w:t>
      </w:r>
      <w:r>
        <w:tab/>
        <w:t>2.025e0</w:t>
      </w:r>
    </w:p>
    <w:p w:rsidR="007B2329" w:rsidRDefault="007B2329" w:rsidP="007B2329">
      <w:r>
        <w:t>230.6010</w:t>
      </w:r>
      <w:r>
        <w:tab/>
        <w:t>2.025e0</w:t>
      </w:r>
    </w:p>
    <w:p w:rsidR="007B2329" w:rsidRDefault="007B2329" w:rsidP="007B2329">
      <w:r>
        <w:t>230.6088</w:t>
      </w:r>
      <w:r>
        <w:tab/>
        <w:t>3.038e0</w:t>
      </w:r>
    </w:p>
    <w:p w:rsidR="007B2329" w:rsidRDefault="007B2329" w:rsidP="007B2329">
      <w:r>
        <w:t>230.6293</w:t>
      </w:r>
      <w:r>
        <w:tab/>
        <w:t>2.025e0</w:t>
      </w:r>
    </w:p>
    <w:p w:rsidR="007B2329" w:rsidRDefault="007B2329" w:rsidP="007B2329">
      <w:r>
        <w:t>230.6336</w:t>
      </w:r>
      <w:r>
        <w:tab/>
        <w:t>1.013e0</w:t>
      </w:r>
    </w:p>
    <w:p w:rsidR="007B2329" w:rsidRDefault="007B2329" w:rsidP="007B2329">
      <w:r>
        <w:t>230.6537</w:t>
      </w:r>
      <w:r>
        <w:tab/>
        <w:t>4.051e0</w:t>
      </w:r>
    </w:p>
    <w:p w:rsidR="007B2329" w:rsidRDefault="007B2329" w:rsidP="007B2329">
      <w:r>
        <w:t>230.6576</w:t>
      </w:r>
      <w:r>
        <w:tab/>
        <w:t>1.266e-2</w:t>
      </w:r>
    </w:p>
    <w:p w:rsidR="007B2329" w:rsidRDefault="007B2329" w:rsidP="007B2329">
      <w:r>
        <w:t>230.6614</w:t>
      </w:r>
      <w:r>
        <w:tab/>
        <w:t>1.013e0</w:t>
      </w:r>
    </w:p>
    <w:p w:rsidR="007B2329" w:rsidRDefault="007B2329" w:rsidP="007B2329">
      <w:r>
        <w:t>230.6653</w:t>
      </w:r>
      <w:r>
        <w:tab/>
        <w:t>1.013e0</w:t>
      </w:r>
    </w:p>
    <w:p w:rsidR="007B2329" w:rsidRDefault="007B2329" w:rsidP="007B2329">
      <w:r>
        <w:t>230.6886</w:t>
      </w:r>
      <w:r>
        <w:tab/>
        <w:t>3.038e0</w:t>
      </w:r>
    </w:p>
    <w:p w:rsidR="007B2329" w:rsidRDefault="007B2329" w:rsidP="007B2329">
      <w:r>
        <w:t>230.6943</w:t>
      </w:r>
      <w:r>
        <w:tab/>
        <w:t>1.013e0</w:t>
      </w:r>
    </w:p>
    <w:p w:rsidR="007B2329" w:rsidRDefault="007B2329" w:rsidP="007B2329">
      <w:r>
        <w:t>230.6987</w:t>
      </w:r>
      <w:r>
        <w:tab/>
        <w:t>1.013e0</w:t>
      </w:r>
    </w:p>
    <w:p w:rsidR="007B2329" w:rsidRDefault="007B2329" w:rsidP="007B2329">
      <w:r>
        <w:t>230.7108</w:t>
      </w:r>
      <w:r>
        <w:tab/>
        <w:t>5.063e0</w:t>
      </w:r>
    </w:p>
    <w:p w:rsidR="007B2329" w:rsidRDefault="007B2329" w:rsidP="007B2329">
      <w:r>
        <w:t>230.7219</w:t>
      </w:r>
      <w:r>
        <w:tab/>
        <w:t>2.025e0</w:t>
      </w:r>
    </w:p>
    <w:p w:rsidR="007B2329" w:rsidRDefault="007B2329" w:rsidP="007B2329">
      <w:r>
        <w:lastRenderedPageBreak/>
        <w:t>230.7481</w:t>
      </w:r>
      <w:r>
        <w:tab/>
        <w:t>2.025e0</w:t>
      </w:r>
    </w:p>
    <w:p w:rsidR="007B2329" w:rsidRDefault="007B2329" w:rsidP="007B2329">
      <w:r>
        <w:t>230.7496</w:t>
      </w:r>
      <w:r>
        <w:tab/>
        <w:t>2.025e0</w:t>
      </w:r>
    </w:p>
    <w:p w:rsidR="007B2329" w:rsidRDefault="007B2329" w:rsidP="007B2329">
      <w:r>
        <w:t>230.7526</w:t>
      </w:r>
      <w:r>
        <w:tab/>
        <w:t>2.025e0</w:t>
      </w:r>
    </w:p>
    <w:p w:rsidR="007B2329" w:rsidRDefault="007B2329" w:rsidP="007B2329">
      <w:r>
        <w:t>230.7574</w:t>
      </w:r>
      <w:r>
        <w:tab/>
        <w:t>1.038e0</w:t>
      </w:r>
    </w:p>
    <w:p w:rsidR="007B2329" w:rsidRDefault="007B2329" w:rsidP="007B2329">
      <w:r>
        <w:t>230.7617</w:t>
      </w:r>
      <w:r>
        <w:tab/>
        <w:t>3.038e0</w:t>
      </w:r>
    </w:p>
    <w:p w:rsidR="007B2329" w:rsidRDefault="007B2329" w:rsidP="007B2329">
      <w:r>
        <w:t>230.7629</w:t>
      </w:r>
      <w:r>
        <w:tab/>
        <w:t>1.013e0</w:t>
      </w:r>
    </w:p>
    <w:p w:rsidR="007B2329" w:rsidRDefault="007B2329" w:rsidP="007B2329">
      <w:r>
        <w:t>230.7668</w:t>
      </w:r>
      <w:r>
        <w:tab/>
        <w:t>1.013e0</w:t>
      </w:r>
    </w:p>
    <w:p w:rsidR="007B2329" w:rsidRDefault="007B2329" w:rsidP="007B2329">
      <w:r>
        <w:t>230.7842</w:t>
      </w:r>
      <w:r>
        <w:tab/>
        <w:t>2.025e0</w:t>
      </w:r>
    </w:p>
    <w:p w:rsidR="007B2329" w:rsidRDefault="007B2329" w:rsidP="007B2329">
      <w:r>
        <w:t>230.7900</w:t>
      </w:r>
      <w:r>
        <w:tab/>
        <w:t>2.025e0</w:t>
      </w:r>
    </w:p>
    <w:p w:rsidR="007B2329" w:rsidRDefault="007B2329" w:rsidP="007B2329">
      <w:r>
        <w:t>230.8028</w:t>
      </w:r>
      <w:r>
        <w:tab/>
        <w:t>1.013e0</w:t>
      </w:r>
    </w:p>
    <w:p w:rsidR="007B2329" w:rsidRDefault="007B2329" w:rsidP="007B2329">
      <w:r>
        <w:t>230.8071</w:t>
      </w:r>
      <w:r>
        <w:tab/>
        <w:t>1.013e0</w:t>
      </w:r>
    </w:p>
    <w:p w:rsidR="007B2329" w:rsidRDefault="007B2329" w:rsidP="007B2329">
      <w:r>
        <w:t>230.8115</w:t>
      </w:r>
      <w:r>
        <w:tab/>
        <w:t>2.025e0</w:t>
      </w:r>
    </w:p>
    <w:p w:rsidR="007B2329" w:rsidRDefault="007B2329" w:rsidP="007B2329">
      <w:r>
        <w:t>230.8312</w:t>
      </w:r>
      <w:r>
        <w:tab/>
        <w:t>2.025e0</w:t>
      </w:r>
    </w:p>
    <w:p w:rsidR="007B2329" w:rsidRDefault="007B2329" w:rsidP="007B2329">
      <w:r>
        <w:t>230.8428</w:t>
      </w:r>
      <w:r>
        <w:tab/>
        <w:t>3.038e0</w:t>
      </w:r>
    </w:p>
    <w:p w:rsidR="007B2329" w:rsidRDefault="007B2329" w:rsidP="007B2329">
      <w:r>
        <w:t>230.8691</w:t>
      </w:r>
      <w:r>
        <w:tab/>
        <w:t>2.025e0</w:t>
      </w:r>
    </w:p>
    <w:p w:rsidR="007B2329" w:rsidRDefault="007B2329" w:rsidP="007B2329">
      <w:r>
        <w:t>230.8800</w:t>
      </w:r>
      <w:r>
        <w:tab/>
        <w:t>2.025e0</w:t>
      </w:r>
    </w:p>
    <w:p w:rsidR="007B2329" w:rsidRDefault="007B2329" w:rsidP="007B2329">
      <w:r>
        <w:t>230.8994</w:t>
      </w:r>
      <w:r>
        <w:tab/>
        <w:t>1.013e0</w:t>
      </w:r>
    </w:p>
    <w:p w:rsidR="007B2329" w:rsidRDefault="007B2329" w:rsidP="007B2329">
      <w:r>
        <w:t>230.9071</w:t>
      </w:r>
      <w:r>
        <w:tab/>
        <w:t>1.025e0</w:t>
      </w:r>
    </w:p>
    <w:p w:rsidR="007B2329" w:rsidRDefault="007B2329" w:rsidP="007B2329">
      <w:r>
        <w:t>230.9160</w:t>
      </w:r>
      <w:r>
        <w:tab/>
        <w:t>2.532e-2</w:t>
      </w:r>
    </w:p>
    <w:p w:rsidR="007B2329" w:rsidRDefault="007B2329" w:rsidP="007B2329">
      <w:r>
        <w:lastRenderedPageBreak/>
        <w:t>230.9499</w:t>
      </w:r>
      <w:r>
        <w:tab/>
        <w:t>1.785e0</w:t>
      </w:r>
    </w:p>
    <w:p w:rsidR="007B2329" w:rsidRDefault="007B2329" w:rsidP="007B2329">
      <w:r>
        <w:t>230.9635</w:t>
      </w:r>
      <w:r>
        <w:tab/>
        <w:t>1.013e0</w:t>
      </w:r>
    </w:p>
    <w:p w:rsidR="007B2329" w:rsidRDefault="007B2329" w:rsidP="007B2329">
      <w:r>
        <w:t>230.9766</w:t>
      </w:r>
      <w:r>
        <w:tab/>
        <w:t>1.013e0</w:t>
      </w:r>
    </w:p>
    <w:p w:rsidR="007B2329" w:rsidRDefault="007B2329" w:rsidP="007B2329">
      <w:r>
        <w:t>230.9870</w:t>
      </w:r>
      <w:r>
        <w:tab/>
        <w:t>3.724e-1</w:t>
      </w:r>
    </w:p>
    <w:p w:rsidR="007B2329" w:rsidRDefault="007B2329" w:rsidP="007B2329">
      <w:r>
        <w:t>230.9970</w:t>
      </w:r>
      <w:r>
        <w:tab/>
        <w:t>2.025e0</w:t>
      </w:r>
    </w:p>
    <w:p w:rsidR="007B2329" w:rsidRDefault="007B2329" w:rsidP="007B2329">
      <w:r>
        <w:t>230.9990</w:t>
      </w:r>
      <w:r>
        <w:tab/>
        <w:t>1.025e0</w:t>
      </w:r>
    </w:p>
    <w:p w:rsidR="007B2329" w:rsidRDefault="007B2329" w:rsidP="007B2329">
      <w:r>
        <w:t>231.0009</w:t>
      </w:r>
      <w:r>
        <w:tab/>
        <w:t>3.038e0</w:t>
      </w:r>
    </w:p>
    <w:p w:rsidR="007B2329" w:rsidRDefault="007B2329" w:rsidP="007B2329">
      <w:r>
        <w:t>231.0067</w:t>
      </w:r>
      <w:r>
        <w:tab/>
        <w:t>1.025e0</w:t>
      </w:r>
    </w:p>
    <w:p w:rsidR="007B2329" w:rsidRDefault="007B2329" w:rsidP="007B2329">
      <w:r>
        <w:t>231.0125</w:t>
      </w:r>
      <w:r>
        <w:tab/>
        <w:t>4.051e0</w:t>
      </w:r>
    </w:p>
    <w:p w:rsidR="007B2329" w:rsidRDefault="007B2329" w:rsidP="007B2329">
      <w:r>
        <w:t>231.0351</w:t>
      </w:r>
      <w:r>
        <w:tab/>
        <w:t>2.025e0</w:t>
      </w:r>
    </w:p>
    <w:p w:rsidR="007B2329" w:rsidRDefault="007B2329" w:rsidP="007B2329">
      <w:r>
        <w:t>231.0371</w:t>
      </w:r>
      <w:r>
        <w:tab/>
        <w:t>2.025e0</w:t>
      </w:r>
    </w:p>
    <w:p w:rsidR="007B2329" w:rsidRDefault="007B2329" w:rsidP="007B2329">
      <w:r>
        <w:t>231.0393</w:t>
      </w:r>
      <w:r>
        <w:tab/>
        <w:t>2.025e0</w:t>
      </w:r>
    </w:p>
    <w:p w:rsidR="007B2329" w:rsidRDefault="007B2329" w:rsidP="007B2329">
      <w:r>
        <w:t>231.0474</w:t>
      </w:r>
      <w:r>
        <w:tab/>
        <w:t>1.025e0</w:t>
      </w:r>
    </w:p>
    <w:p w:rsidR="007B2329" w:rsidRDefault="007B2329" w:rsidP="007B2329">
      <w:r>
        <w:t>231.0526</w:t>
      </w:r>
      <w:r>
        <w:tab/>
        <w:t>3.038e0</w:t>
      </w:r>
    </w:p>
    <w:p w:rsidR="007B2329" w:rsidRDefault="007B2329" w:rsidP="007B2329">
      <w:r>
        <w:t>231.0614</w:t>
      </w:r>
      <w:r>
        <w:tab/>
        <w:t>1.051e0</w:t>
      </w:r>
    </w:p>
    <w:p w:rsidR="007B2329" w:rsidRDefault="007B2329" w:rsidP="007B2329">
      <w:r>
        <w:t>231.0768</w:t>
      </w:r>
      <w:r>
        <w:tab/>
        <w:t>2.025e0</w:t>
      </w:r>
    </w:p>
    <w:p w:rsidR="007B2329" w:rsidRDefault="007B2329" w:rsidP="007B2329">
      <w:r>
        <w:t>231.0789</w:t>
      </w:r>
      <w:r>
        <w:tab/>
        <w:t>1.705e0</w:t>
      </w:r>
    </w:p>
    <w:p w:rsidR="007B2329" w:rsidRDefault="007B2329" w:rsidP="007B2329">
      <w:r>
        <w:t>231.0907</w:t>
      </w:r>
      <w:r>
        <w:tab/>
        <w:t>3.798e-2</w:t>
      </w:r>
    </w:p>
    <w:p w:rsidR="007B2329" w:rsidRDefault="007B2329" w:rsidP="007B2329">
      <w:r>
        <w:t>231.1036</w:t>
      </w:r>
      <w:r>
        <w:tab/>
        <w:t>2.262e0</w:t>
      </w:r>
    </w:p>
    <w:p w:rsidR="007B2329" w:rsidRDefault="007B2329" w:rsidP="007B2329">
      <w:r>
        <w:lastRenderedPageBreak/>
        <w:t>231.1063</w:t>
      </w:r>
      <w:r>
        <w:tab/>
        <w:t>1.013e0</w:t>
      </w:r>
    </w:p>
    <w:p w:rsidR="007B2329" w:rsidRDefault="007B2329" w:rsidP="007B2329">
      <w:r>
        <w:t>231.1102</w:t>
      </w:r>
      <w:r>
        <w:tab/>
        <w:t>3.038e0</w:t>
      </w:r>
    </w:p>
    <w:p w:rsidR="007B2329" w:rsidRDefault="007B2329" w:rsidP="007B2329">
      <w:r>
        <w:t>231.1330</w:t>
      </w:r>
      <w:r>
        <w:tab/>
        <w:t>1.615e0</w:t>
      </w:r>
    </w:p>
    <w:p w:rsidR="007B2329" w:rsidRDefault="007B2329" w:rsidP="007B2329">
      <w:r>
        <w:t>231.1375</w:t>
      </w:r>
      <w:r>
        <w:tab/>
        <w:t>1.013e0</w:t>
      </w:r>
    </w:p>
    <w:p w:rsidR="007B2329" w:rsidRDefault="007B2329" w:rsidP="007B2329">
      <w:r>
        <w:t>231.1524</w:t>
      </w:r>
      <w:r>
        <w:tab/>
        <w:t>2.025e0</w:t>
      </w:r>
    </w:p>
    <w:p w:rsidR="007B2329" w:rsidRDefault="007B2329" w:rsidP="007B2329">
      <w:r>
        <w:t>231.1547</w:t>
      </w:r>
      <w:r>
        <w:tab/>
        <w:t>1.013e0</w:t>
      </w:r>
    </w:p>
    <w:p w:rsidR="007B2329" w:rsidRDefault="007B2329" w:rsidP="007B2329">
      <w:r>
        <w:t>231.1585</w:t>
      </w:r>
      <w:r>
        <w:tab/>
        <w:t>1.341e0</w:t>
      </w:r>
    </w:p>
    <w:p w:rsidR="007B2329" w:rsidRDefault="007B2329" w:rsidP="007B2329">
      <w:r>
        <w:t>231.1630</w:t>
      </w:r>
      <w:r>
        <w:tab/>
        <w:t>1.013e0</w:t>
      </w:r>
    </w:p>
    <w:p w:rsidR="007B2329" w:rsidRDefault="007B2329" w:rsidP="007B2329">
      <w:r>
        <w:t>231.1823</w:t>
      </w:r>
      <w:r>
        <w:tab/>
        <w:t>1.013e0</w:t>
      </w:r>
    </w:p>
    <w:p w:rsidR="007B2329" w:rsidRDefault="007B2329" w:rsidP="007B2329">
      <w:r>
        <w:t>231.1862</w:t>
      </w:r>
      <w:r>
        <w:tab/>
        <w:t>1.013e0</w:t>
      </w:r>
    </w:p>
    <w:p w:rsidR="007B2329" w:rsidRDefault="007B2329" w:rsidP="007B2329">
      <w:r>
        <w:t>231.1901</w:t>
      </w:r>
      <w:r>
        <w:tab/>
        <w:t>1.013e0</w:t>
      </w:r>
    </w:p>
    <w:p w:rsidR="007B2329" w:rsidRDefault="007B2329" w:rsidP="007B2329">
      <w:r>
        <w:t>231.2026</w:t>
      </w:r>
      <w:r>
        <w:tab/>
        <w:t>1.013e0</w:t>
      </w:r>
    </w:p>
    <w:p w:rsidR="007B2329" w:rsidRDefault="007B2329" w:rsidP="007B2329">
      <w:r>
        <w:t>231.2150</w:t>
      </w:r>
      <w:r>
        <w:tab/>
        <w:t>4.051e0</w:t>
      </w:r>
    </w:p>
    <w:p w:rsidR="007B2329" w:rsidRDefault="007B2329" w:rsidP="007B2329">
      <w:r>
        <w:t>231.2234</w:t>
      </w:r>
      <w:r>
        <w:tab/>
        <w:t>1.013e0</w:t>
      </w:r>
    </w:p>
    <w:p w:rsidR="007B2329" w:rsidRDefault="007B2329" w:rsidP="007B2329">
      <w:r>
        <w:t>231.2272</w:t>
      </w:r>
      <w:r>
        <w:tab/>
        <w:t>3.038e0</w:t>
      </w:r>
    </w:p>
    <w:p w:rsidR="007B2329" w:rsidRDefault="007B2329" w:rsidP="007B2329">
      <w:r>
        <w:t>231.2351</w:t>
      </w:r>
      <w:r>
        <w:tab/>
        <w:t>1.013e0</w:t>
      </w:r>
    </w:p>
    <w:p w:rsidR="007B2329" w:rsidRDefault="007B2329" w:rsidP="007B2329">
      <w:r>
        <w:t>231.2467</w:t>
      </w:r>
      <w:r>
        <w:tab/>
        <w:t>1.013e0</w:t>
      </w:r>
    </w:p>
    <w:p w:rsidR="007B2329" w:rsidRDefault="007B2329" w:rsidP="007B2329">
      <w:r>
        <w:t>231.2505</w:t>
      </w:r>
      <w:r>
        <w:tab/>
        <w:t>1.013e0</w:t>
      </w:r>
    </w:p>
    <w:p w:rsidR="007B2329" w:rsidRDefault="007B2329" w:rsidP="007B2329">
      <w:r>
        <w:t>231.2543</w:t>
      </w:r>
      <w:r>
        <w:tab/>
        <w:t>4.051e0</w:t>
      </w:r>
    </w:p>
    <w:p w:rsidR="007B2329" w:rsidRDefault="007B2329" w:rsidP="007B2329">
      <w:r>
        <w:lastRenderedPageBreak/>
        <w:t>231.2690</w:t>
      </w:r>
      <w:r>
        <w:tab/>
        <w:t>1.025e0</w:t>
      </w:r>
    </w:p>
    <w:p w:rsidR="007B2329" w:rsidRDefault="007B2329" w:rsidP="007B2329">
      <w:r>
        <w:t>231.2878</w:t>
      </w:r>
      <w:r>
        <w:tab/>
        <w:t>1.013e0</w:t>
      </w:r>
    </w:p>
    <w:p w:rsidR="007B2329" w:rsidRDefault="007B2329" w:rsidP="007B2329">
      <w:r>
        <w:t>231.2995</w:t>
      </w:r>
      <w:r>
        <w:tab/>
        <w:t>1.013e0</w:t>
      </w:r>
    </w:p>
    <w:p w:rsidR="007B2329" w:rsidRDefault="007B2329" w:rsidP="007B2329">
      <w:r>
        <w:t>231.3117</w:t>
      </w:r>
      <w:r>
        <w:tab/>
        <w:t>2.025e0</w:t>
      </w:r>
    </w:p>
    <w:p w:rsidR="007B2329" w:rsidRDefault="007B2329" w:rsidP="007B2329">
      <w:r>
        <w:t>231.3157</w:t>
      </w:r>
      <w:r>
        <w:tab/>
        <w:t>1.013e0</w:t>
      </w:r>
    </w:p>
    <w:p w:rsidR="007B2329" w:rsidRDefault="007B2329" w:rsidP="007B2329">
      <w:r>
        <w:t>231.3199</w:t>
      </w:r>
      <w:r>
        <w:tab/>
        <w:t>3.038e0</w:t>
      </w:r>
    </w:p>
    <w:p w:rsidR="007B2329" w:rsidRDefault="007B2329" w:rsidP="007B2329">
      <w:r>
        <w:t>231.3405</w:t>
      </w:r>
      <w:r>
        <w:tab/>
        <w:t>1.013e0</w:t>
      </w:r>
    </w:p>
    <w:p w:rsidR="007B2329" w:rsidRDefault="007B2329" w:rsidP="007B2329">
      <w:r>
        <w:t>231.3444</w:t>
      </w:r>
      <w:r>
        <w:tab/>
        <w:t>1.013e0</w:t>
      </w:r>
    </w:p>
    <w:p w:rsidR="007B2329" w:rsidRDefault="007B2329" w:rsidP="007B2329">
      <w:r>
        <w:t>231.3522</w:t>
      </w:r>
      <w:r>
        <w:tab/>
        <w:t>2.025e0</w:t>
      </w:r>
    </w:p>
    <w:p w:rsidR="007B2329" w:rsidRDefault="007B2329" w:rsidP="007B2329">
      <w:r>
        <w:t>231.3560</w:t>
      </w:r>
      <w:r>
        <w:tab/>
        <w:t>2.025e0</w:t>
      </w:r>
    </w:p>
    <w:p w:rsidR="007B2329" w:rsidRDefault="007B2329" w:rsidP="007B2329">
      <w:r>
        <w:t>231.3599</w:t>
      </w:r>
      <w:r>
        <w:tab/>
        <w:t>1.013e0</w:t>
      </w:r>
    </w:p>
    <w:p w:rsidR="007B2329" w:rsidRDefault="007B2329" w:rsidP="007B2329">
      <w:r>
        <w:t>231.3766</w:t>
      </w:r>
      <w:r>
        <w:tab/>
        <w:t>2.025e0</w:t>
      </w:r>
    </w:p>
    <w:p w:rsidR="007B2329" w:rsidRDefault="007B2329" w:rsidP="007B2329">
      <w:r>
        <w:t>231.3853</w:t>
      </w:r>
      <w:r>
        <w:tab/>
        <w:t>1.013e0</w:t>
      </w:r>
    </w:p>
    <w:p w:rsidR="007B2329" w:rsidRDefault="007B2329" w:rsidP="007B2329">
      <w:r>
        <w:t>231.4049</w:t>
      </w:r>
      <w:r>
        <w:tab/>
        <w:t>2.025e0</w:t>
      </w:r>
    </w:p>
    <w:p w:rsidR="007B2329" w:rsidRDefault="007B2329" w:rsidP="007B2329">
      <w:r>
        <w:t>231.4127</w:t>
      </w:r>
      <w:r>
        <w:tab/>
        <w:t>1.013e0</w:t>
      </w:r>
    </w:p>
    <w:p w:rsidR="007B2329" w:rsidRDefault="007B2329" w:rsidP="007B2329">
      <w:r>
        <w:t>231.4215</w:t>
      </w:r>
      <w:r>
        <w:tab/>
        <w:t>2.025e0</w:t>
      </w:r>
    </w:p>
    <w:p w:rsidR="007B2329" w:rsidRDefault="007B2329" w:rsidP="007B2329">
      <w:r>
        <w:t>231.4418</w:t>
      </w:r>
      <w:r>
        <w:tab/>
        <w:t>1.013e0</w:t>
      </w:r>
    </w:p>
    <w:p w:rsidR="007B2329" w:rsidRDefault="007B2329" w:rsidP="007B2329">
      <w:r>
        <w:t>231.4498</w:t>
      </w:r>
      <w:r>
        <w:tab/>
        <w:t>1.013e0</w:t>
      </w:r>
    </w:p>
    <w:p w:rsidR="007B2329" w:rsidRDefault="007B2329" w:rsidP="007B2329">
      <w:r>
        <w:t>231.4576</w:t>
      </w:r>
      <w:r>
        <w:tab/>
        <w:t>1.038e0</w:t>
      </w:r>
    </w:p>
    <w:p w:rsidR="007B2329" w:rsidRDefault="007B2329" w:rsidP="007B2329">
      <w:r>
        <w:lastRenderedPageBreak/>
        <w:t>231.4654</w:t>
      </w:r>
      <w:r>
        <w:tab/>
        <w:t>1.013e0</w:t>
      </w:r>
    </w:p>
    <w:p w:rsidR="007B2329" w:rsidRDefault="007B2329" w:rsidP="007B2329">
      <w:r>
        <w:t>231.4810</w:t>
      </w:r>
      <w:r>
        <w:tab/>
        <w:t>1.013e0</w:t>
      </w:r>
    </w:p>
    <w:p w:rsidR="007B2329" w:rsidRDefault="007B2329" w:rsidP="007B2329">
      <w:r>
        <w:t>231.4984</w:t>
      </w:r>
      <w:r>
        <w:tab/>
        <w:t>2.025e0</w:t>
      </w:r>
    </w:p>
    <w:p w:rsidR="007B2329" w:rsidRDefault="007B2329" w:rsidP="007B2329">
      <w:r>
        <w:t>231.5181</w:t>
      </w:r>
      <w:r>
        <w:tab/>
        <w:t>1.013e0</w:t>
      </w:r>
    </w:p>
    <w:p w:rsidR="007B2329" w:rsidRDefault="007B2329" w:rsidP="007B2329">
      <w:r>
        <w:t>231.5336</w:t>
      </w:r>
      <w:r>
        <w:tab/>
        <w:t>2.025e0</w:t>
      </w:r>
    </w:p>
    <w:p w:rsidR="007B2329" w:rsidRDefault="007B2329" w:rsidP="007B2329">
      <w:r>
        <w:t>231.5419</w:t>
      </w:r>
      <w:r>
        <w:tab/>
        <w:t>1.013e0</w:t>
      </w:r>
    </w:p>
    <w:p w:rsidR="007B2329" w:rsidRDefault="007B2329" w:rsidP="007B2329">
      <w:r>
        <w:t>231.5476</w:t>
      </w:r>
      <w:r>
        <w:tab/>
        <w:t>5.063e0</w:t>
      </w:r>
    </w:p>
    <w:p w:rsidR="007B2329" w:rsidRDefault="007B2329" w:rsidP="007B2329">
      <w:r>
        <w:t>231.5670</w:t>
      </w:r>
      <w:r>
        <w:tab/>
        <w:t>1.013e0</w:t>
      </w:r>
    </w:p>
    <w:p w:rsidR="007B2329" w:rsidRDefault="007B2329" w:rsidP="007B2329">
      <w:r>
        <w:t>231.5747</w:t>
      </w:r>
      <w:r>
        <w:tab/>
        <w:t>1.013e0</w:t>
      </w:r>
    </w:p>
    <w:p w:rsidR="007B2329" w:rsidRDefault="007B2329" w:rsidP="007B2329">
      <w:r>
        <w:t>231.5796</w:t>
      </w:r>
      <w:r>
        <w:tab/>
        <w:t>3.038e0</w:t>
      </w:r>
    </w:p>
    <w:p w:rsidR="007B2329" w:rsidRDefault="007B2329" w:rsidP="007B2329">
      <w:r>
        <w:t>231.6198</w:t>
      </w:r>
      <w:r>
        <w:tab/>
        <w:t>2.532e-2</w:t>
      </w:r>
    </w:p>
    <w:p w:rsidR="007B2329" w:rsidRDefault="007B2329" w:rsidP="007B2329">
      <w:r>
        <w:t>231.6353</w:t>
      </w:r>
      <w:r>
        <w:tab/>
        <w:t>1.013e0</w:t>
      </w:r>
    </w:p>
    <w:p w:rsidR="007B2329" w:rsidRDefault="007B2329" w:rsidP="007B2329">
      <w:r>
        <w:t>231.6430</w:t>
      </w:r>
      <w:r>
        <w:tab/>
        <w:t>2.025e0</w:t>
      </w:r>
    </w:p>
    <w:p w:rsidR="007B2329" w:rsidRDefault="007B2329" w:rsidP="007B2329">
      <w:r>
        <w:t>231.6469</w:t>
      </w:r>
      <w:r>
        <w:tab/>
        <w:t>1.013e0</w:t>
      </w:r>
    </w:p>
    <w:p w:rsidR="007B2329" w:rsidRDefault="007B2329" w:rsidP="007B2329">
      <w:r>
        <w:t>231.6764</w:t>
      </w:r>
      <w:r>
        <w:tab/>
        <w:t>1.013e0</w:t>
      </w:r>
    </w:p>
    <w:p w:rsidR="007B2329" w:rsidRDefault="007B2329" w:rsidP="007B2329">
      <w:r>
        <w:t>231.6841</w:t>
      </w:r>
      <w:r>
        <w:tab/>
        <w:t>5.063e0</w:t>
      </w:r>
    </w:p>
    <w:p w:rsidR="007B2329" w:rsidRDefault="007B2329" w:rsidP="007B2329">
      <w:r>
        <w:t>231.6919</w:t>
      </w:r>
      <w:r>
        <w:tab/>
        <w:t>1.013e0</w:t>
      </w:r>
    </w:p>
    <w:p w:rsidR="007B2329" w:rsidRDefault="007B2329" w:rsidP="007B2329">
      <w:r>
        <w:t>231.6958</w:t>
      </w:r>
      <w:r>
        <w:tab/>
        <w:t>1.013e0</w:t>
      </w:r>
    </w:p>
    <w:p w:rsidR="007B2329" w:rsidRDefault="007B2329" w:rsidP="007B2329">
      <w:r>
        <w:t>231.7035</w:t>
      </w:r>
      <w:r>
        <w:tab/>
        <w:t>1.013e0</w:t>
      </w:r>
    </w:p>
    <w:p w:rsidR="007B2329" w:rsidRDefault="007B2329" w:rsidP="007B2329">
      <w:r>
        <w:lastRenderedPageBreak/>
        <w:t>231.7102</w:t>
      </w:r>
      <w:r>
        <w:tab/>
        <w:t>3.038e0</w:t>
      </w:r>
    </w:p>
    <w:p w:rsidR="007B2329" w:rsidRDefault="007B2329" w:rsidP="007B2329">
      <w:r>
        <w:t>231.7331</w:t>
      </w:r>
      <w:r>
        <w:tab/>
        <w:t>1.013e0</w:t>
      </w:r>
    </w:p>
    <w:p w:rsidR="007B2329" w:rsidRDefault="007B2329" w:rsidP="007B2329">
      <w:r>
        <w:t>231.7485</w:t>
      </w:r>
      <w:r>
        <w:tab/>
        <w:t>1.013e0</w:t>
      </w:r>
    </w:p>
    <w:p w:rsidR="007B2329" w:rsidRDefault="007B2329" w:rsidP="007B2329">
      <w:r>
        <w:t>231.7563</w:t>
      </w:r>
      <w:r>
        <w:tab/>
        <w:t>1.013e0</w:t>
      </w:r>
    </w:p>
    <w:p w:rsidR="007B2329" w:rsidRDefault="007B2329" w:rsidP="007B2329">
      <w:r>
        <w:t>231.7601</w:t>
      </w:r>
      <w:r>
        <w:tab/>
        <w:t>2.025e0</w:t>
      </w:r>
    </w:p>
    <w:p w:rsidR="007B2329" w:rsidRDefault="007B2329" w:rsidP="007B2329">
      <w:r>
        <w:t>231.7859</w:t>
      </w:r>
      <w:r>
        <w:tab/>
        <w:t>2.025e0</w:t>
      </w:r>
    </w:p>
    <w:p w:rsidR="007B2329" w:rsidRDefault="007B2329" w:rsidP="007B2329">
      <w:r>
        <w:t>231.8090</w:t>
      </w:r>
      <w:r>
        <w:tab/>
        <w:t>2.025e0</w:t>
      </w:r>
    </w:p>
    <w:p w:rsidR="007B2329" w:rsidRDefault="007B2329" w:rsidP="007B2329">
      <w:r>
        <w:t>231.8130</w:t>
      </w:r>
      <w:r>
        <w:tab/>
        <w:t>2.025e0</w:t>
      </w:r>
    </w:p>
    <w:p w:rsidR="007B2329" w:rsidRDefault="007B2329" w:rsidP="007B2329">
      <w:r>
        <w:t>231.8295</w:t>
      </w:r>
      <w:r>
        <w:tab/>
        <w:t>1.013e0</w:t>
      </w:r>
    </w:p>
    <w:p w:rsidR="007B2329" w:rsidRDefault="007B2329" w:rsidP="007B2329">
      <w:r>
        <w:t>231.8338</w:t>
      </w:r>
      <w:r>
        <w:tab/>
        <w:t>1.013e0</w:t>
      </w:r>
    </w:p>
    <w:p w:rsidR="007B2329" w:rsidRDefault="007B2329" w:rsidP="007B2329">
      <w:r>
        <w:t>231.8502</w:t>
      </w:r>
      <w:r>
        <w:tab/>
        <w:t>1.013e0</w:t>
      </w:r>
    </w:p>
    <w:p w:rsidR="007B2329" w:rsidRDefault="007B2329" w:rsidP="007B2329">
      <w:r>
        <w:t>231.8599</w:t>
      </w:r>
      <w:r>
        <w:tab/>
        <w:t>3.051e0</w:t>
      </w:r>
    </w:p>
    <w:p w:rsidR="007B2329" w:rsidRDefault="007B2329" w:rsidP="007B2329">
      <w:r>
        <w:t>231.8960</w:t>
      </w:r>
      <w:r>
        <w:tab/>
        <w:t>2.025e0</w:t>
      </w:r>
    </w:p>
    <w:p w:rsidR="007B2329" w:rsidRDefault="007B2329" w:rsidP="007B2329">
      <w:r>
        <w:t>231.8991</w:t>
      </w:r>
      <w:r>
        <w:tab/>
        <w:t>1.013e0</w:t>
      </w:r>
    </w:p>
    <w:p w:rsidR="007B2329" w:rsidRDefault="007B2329" w:rsidP="007B2329">
      <w:r>
        <w:t>231.9146</w:t>
      </w:r>
      <w:r>
        <w:tab/>
        <w:t>2.025e0</w:t>
      </w:r>
    </w:p>
    <w:p w:rsidR="007B2329" w:rsidRDefault="007B2329" w:rsidP="007B2329">
      <w:r>
        <w:t>231.9186</w:t>
      </w:r>
      <w:r>
        <w:tab/>
        <w:t>1.013e0</w:t>
      </w:r>
    </w:p>
    <w:p w:rsidR="007B2329" w:rsidRDefault="007B2329" w:rsidP="007B2329">
      <w:r>
        <w:t>231.9515</w:t>
      </w:r>
      <w:r>
        <w:tab/>
        <w:t>2.025e0</w:t>
      </w:r>
    </w:p>
    <w:p w:rsidR="007B2329" w:rsidRDefault="007B2329" w:rsidP="007B2329">
      <w:r>
        <w:t>231.9527</w:t>
      </w:r>
      <w:r>
        <w:tab/>
        <w:t>2.025e0</w:t>
      </w:r>
    </w:p>
    <w:p w:rsidR="007B2329" w:rsidRDefault="007B2329" w:rsidP="007B2329">
      <w:r>
        <w:t>231.9542</w:t>
      </w:r>
      <w:r>
        <w:tab/>
        <w:t>3.038e0</w:t>
      </w:r>
    </w:p>
    <w:p w:rsidR="007B2329" w:rsidRDefault="007B2329" w:rsidP="007B2329">
      <w:r>
        <w:lastRenderedPageBreak/>
        <w:t>231.9558</w:t>
      </w:r>
      <w:r>
        <w:tab/>
        <w:t>2.025e0</w:t>
      </w:r>
    </w:p>
    <w:p w:rsidR="007B2329" w:rsidRDefault="007B2329" w:rsidP="007B2329">
      <w:r>
        <w:t>231.9868</w:t>
      </w:r>
      <w:r>
        <w:tab/>
        <w:t>3.038e0</w:t>
      </w:r>
    </w:p>
    <w:p w:rsidR="007B2329" w:rsidRDefault="007B2329" w:rsidP="007B2329">
      <w:r>
        <w:t>231.9984</w:t>
      </w:r>
      <w:r>
        <w:tab/>
        <w:t>3.038e0</w:t>
      </w:r>
    </w:p>
    <w:p w:rsidR="007B2329" w:rsidRDefault="007B2329" w:rsidP="007B2329">
      <w:r>
        <w:t>232.0041</w:t>
      </w:r>
      <w:r>
        <w:tab/>
        <w:t>8.101e0</w:t>
      </w:r>
    </w:p>
    <w:p w:rsidR="007B2329" w:rsidRDefault="007B2329" w:rsidP="007B2329">
      <w:r>
        <w:t>232.0064</w:t>
      </w:r>
      <w:r>
        <w:tab/>
        <w:t>3.038e0</w:t>
      </w:r>
    </w:p>
    <w:p w:rsidR="007B2329" w:rsidRDefault="007B2329" w:rsidP="007B2329">
      <w:r>
        <w:t>232.0215</w:t>
      </w:r>
      <w:r>
        <w:tab/>
        <w:t>4.051e0</w:t>
      </w:r>
    </w:p>
    <w:p w:rsidR="007B2329" w:rsidRDefault="007B2329" w:rsidP="007B2329">
      <w:r>
        <w:t>232.0318</w:t>
      </w:r>
      <w:r>
        <w:tab/>
        <w:t>2.025e0</w:t>
      </w:r>
    </w:p>
    <w:p w:rsidR="007B2329" w:rsidRDefault="007B2329" w:rsidP="007B2329">
      <w:r>
        <w:t>232.0357</w:t>
      </w:r>
      <w:r>
        <w:tab/>
        <w:t>1.013e0</w:t>
      </w:r>
    </w:p>
    <w:p w:rsidR="007B2329" w:rsidRDefault="007B2329" w:rsidP="007B2329">
      <w:r>
        <w:t>232.0528</w:t>
      </w:r>
      <w:r>
        <w:tab/>
        <w:t>5.063e0</w:t>
      </w:r>
    </w:p>
    <w:p w:rsidR="007B2329" w:rsidRDefault="007B2329" w:rsidP="007B2329">
      <w:r>
        <w:t>232.0605</w:t>
      </w:r>
      <w:r>
        <w:tab/>
        <w:t>2.025e0</w:t>
      </w:r>
    </w:p>
    <w:p w:rsidR="007B2329" w:rsidRDefault="007B2329" w:rsidP="007B2329">
      <w:r>
        <w:t>232.0633</w:t>
      </w:r>
      <w:r>
        <w:tab/>
        <w:t>3.038e0</w:t>
      </w:r>
    </w:p>
    <w:p w:rsidR="007B2329" w:rsidRDefault="007B2329" w:rsidP="007B2329">
      <w:r>
        <w:t>232.0691</w:t>
      </w:r>
      <w:r>
        <w:tab/>
        <w:t>1.013e0</w:t>
      </w:r>
    </w:p>
    <w:p w:rsidR="007B2329" w:rsidRDefault="007B2329" w:rsidP="007B2329">
      <w:r>
        <w:t>232.0905</w:t>
      </w:r>
      <w:r>
        <w:tab/>
        <w:t>1.025e0</w:t>
      </w:r>
    </w:p>
    <w:p w:rsidR="007B2329" w:rsidRDefault="007B2329" w:rsidP="007B2329">
      <w:r>
        <w:t>232.1098</w:t>
      </w:r>
      <w:r>
        <w:tab/>
        <w:t>1.594e0</w:t>
      </w:r>
    </w:p>
    <w:p w:rsidR="007B2329" w:rsidRDefault="007B2329" w:rsidP="007B2329">
      <w:r>
        <w:t>232.1173</w:t>
      </w:r>
      <w:r>
        <w:tab/>
        <w:t>1.013e0</w:t>
      </w:r>
    </w:p>
    <w:p w:rsidR="007B2329" w:rsidRDefault="007B2329" w:rsidP="007B2329">
      <w:r>
        <w:t>232.1276</w:t>
      </w:r>
      <w:r>
        <w:tab/>
        <w:t>1.025e0</w:t>
      </w:r>
    </w:p>
    <w:p w:rsidR="007B2329" w:rsidRDefault="007B2329" w:rsidP="007B2329">
      <w:r>
        <w:t>232.1509</w:t>
      </w:r>
      <w:r>
        <w:tab/>
        <w:t>2.532e-2</w:t>
      </w:r>
    </w:p>
    <w:p w:rsidR="007B2329" w:rsidRDefault="007B2329" w:rsidP="007B2329">
      <w:r>
        <w:t>232.1640</w:t>
      </w:r>
      <w:r>
        <w:tab/>
        <w:t>2.025e0</w:t>
      </w:r>
    </w:p>
    <w:p w:rsidR="007B2329" w:rsidRDefault="007B2329" w:rsidP="007B2329">
      <w:r>
        <w:t>232.1757</w:t>
      </w:r>
      <w:r>
        <w:tab/>
        <w:t>3.038e0</w:t>
      </w:r>
    </w:p>
    <w:p w:rsidR="007B2329" w:rsidRDefault="007B2329" w:rsidP="007B2329">
      <w:r>
        <w:lastRenderedPageBreak/>
        <w:t>232.1863</w:t>
      </w:r>
      <w:r>
        <w:tab/>
        <w:t>1.013e0</w:t>
      </w:r>
    </w:p>
    <w:p w:rsidR="007B2329" w:rsidRDefault="007B2329" w:rsidP="007B2329">
      <w:r>
        <w:t>232.1901</w:t>
      </w:r>
      <w:r>
        <w:tab/>
        <w:t>1.013e0</w:t>
      </w:r>
    </w:p>
    <w:p w:rsidR="007B2329" w:rsidRDefault="007B2329" w:rsidP="007B2329">
      <w:r>
        <w:t>232.2076</w:t>
      </w:r>
      <w:r>
        <w:tab/>
        <w:t>2.025e0</w:t>
      </w:r>
    </w:p>
    <w:p w:rsidR="007B2329" w:rsidRDefault="007B2329" w:rsidP="007B2329">
      <w:r>
        <w:t>232.2142</w:t>
      </w:r>
      <w:r>
        <w:tab/>
        <w:t>3.038e0</w:t>
      </w:r>
    </w:p>
    <w:p w:rsidR="007B2329" w:rsidRDefault="007B2329" w:rsidP="007B2329">
      <w:r>
        <w:t>232.2176</w:t>
      </w:r>
      <w:r>
        <w:tab/>
        <w:t>1.013e0</w:t>
      </w:r>
    </w:p>
    <w:p w:rsidR="007B2329" w:rsidRDefault="007B2329" w:rsidP="007B2329">
      <w:r>
        <w:t>232.2263</w:t>
      </w:r>
      <w:r>
        <w:tab/>
        <w:t>1.013e0</w:t>
      </w:r>
    </w:p>
    <w:p w:rsidR="007B2329" w:rsidRDefault="007B2329" w:rsidP="007B2329">
      <w:r>
        <w:t>232.2351</w:t>
      </w:r>
      <w:r>
        <w:tab/>
        <w:t>1.266e-2</w:t>
      </w:r>
    </w:p>
    <w:p w:rsidR="007B2329" w:rsidRDefault="007B2329" w:rsidP="007B2329">
      <w:r>
        <w:t>232.2426</w:t>
      </w:r>
      <w:r>
        <w:tab/>
        <w:t>2.025e0</w:t>
      </w:r>
    </w:p>
    <w:p w:rsidR="007B2329" w:rsidRDefault="007B2329" w:rsidP="007B2329">
      <w:r>
        <w:t>232.2662</w:t>
      </w:r>
      <w:r>
        <w:tab/>
        <w:t>1.013e0</w:t>
      </w:r>
    </w:p>
    <w:p w:rsidR="007B2329" w:rsidRDefault="007B2329" w:rsidP="007B2329">
      <w:r>
        <w:t>232.2787</w:t>
      </w:r>
      <w:r>
        <w:tab/>
        <w:t>1.013e0</w:t>
      </w:r>
    </w:p>
    <w:p w:rsidR="007B2329" w:rsidRDefault="007B2329" w:rsidP="007B2329">
      <w:r>
        <w:t>232.2809</w:t>
      </w:r>
      <w:r>
        <w:tab/>
        <w:t>2.025e0</w:t>
      </w:r>
    </w:p>
    <w:p w:rsidR="007B2329" w:rsidRDefault="007B2329" w:rsidP="007B2329">
      <w:r>
        <w:t>232.2875</w:t>
      </w:r>
      <w:r>
        <w:tab/>
        <w:t>1.013e0</w:t>
      </w:r>
    </w:p>
    <w:p w:rsidR="007B2329" w:rsidRDefault="007B2329" w:rsidP="007B2329">
      <w:r>
        <w:t>232.3230</w:t>
      </w:r>
      <w:r>
        <w:tab/>
        <w:t>1.013e0</w:t>
      </w:r>
    </w:p>
    <w:p w:rsidR="007B2329" w:rsidRDefault="007B2329" w:rsidP="007B2329">
      <w:r>
        <w:t>232.3270</w:t>
      </w:r>
      <w:r>
        <w:tab/>
        <w:t>4.051e0</w:t>
      </w:r>
    </w:p>
    <w:p w:rsidR="007B2329" w:rsidRDefault="007B2329" w:rsidP="007B2329">
      <w:r>
        <w:t>232.3442</w:t>
      </w:r>
      <w:r>
        <w:tab/>
        <w:t>2.025e0</w:t>
      </w:r>
    </w:p>
    <w:p w:rsidR="007B2329" w:rsidRDefault="007B2329" w:rsidP="007B2329">
      <w:r>
        <w:t>232.3563</w:t>
      </w:r>
      <w:r>
        <w:tab/>
        <w:t>1.266e-2</w:t>
      </w:r>
    </w:p>
    <w:p w:rsidR="007B2329" w:rsidRDefault="007B2329" w:rsidP="007B2329">
      <w:r>
        <w:t>232.3641</w:t>
      </w:r>
      <w:r>
        <w:tab/>
        <w:t>1.013e0</w:t>
      </w:r>
    </w:p>
    <w:p w:rsidR="007B2329" w:rsidRDefault="007B2329" w:rsidP="007B2329">
      <w:r>
        <w:t>232.3796</w:t>
      </w:r>
      <w:r>
        <w:tab/>
        <w:t>1.013e0</w:t>
      </w:r>
    </w:p>
    <w:p w:rsidR="007B2329" w:rsidRDefault="007B2329" w:rsidP="007B2329">
      <w:r>
        <w:t>232.3908</w:t>
      </w:r>
      <w:r>
        <w:tab/>
        <w:t>2.025e0</w:t>
      </w:r>
    </w:p>
    <w:p w:rsidR="007B2329" w:rsidRDefault="007B2329" w:rsidP="007B2329">
      <w:r>
        <w:lastRenderedPageBreak/>
        <w:t>232.3923</w:t>
      </w:r>
      <w:r>
        <w:tab/>
        <w:t>1.025e0</w:t>
      </w:r>
    </w:p>
    <w:p w:rsidR="007B2329" w:rsidRDefault="007B2329" w:rsidP="007B2329">
      <w:r>
        <w:t>232.4092</w:t>
      </w:r>
      <w:r>
        <w:tab/>
        <w:t>4.051e0</w:t>
      </w:r>
    </w:p>
    <w:p w:rsidR="007B2329" w:rsidRDefault="007B2329" w:rsidP="007B2329">
      <w:r>
        <w:t>232.4130</w:t>
      </w:r>
      <w:r>
        <w:tab/>
        <w:t>1.013e0</w:t>
      </w:r>
    </w:p>
    <w:p w:rsidR="007B2329" w:rsidRDefault="007B2329" w:rsidP="007B2329">
      <w:r>
        <w:t>232.4403</w:t>
      </w:r>
      <w:r>
        <w:tab/>
        <w:t>1.013e0</w:t>
      </w:r>
    </w:p>
    <w:p w:rsidR="007B2329" w:rsidRDefault="007B2329" w:rsidP="007B2329">
      <w:r>
        <w:t>232.4529</w:t>
      </w:r>
      <w:r>
        <w:tab/>
        <w:t>3.038e0</w:t>
      </w:r>
    </w:p>
    <w:p w:rsidR="007B2329" w:rsidRDefault="007B2329" w:rsidP="007B2329">
      <w:r>
        <w:t>232.4572</w:t>
      </w:r>
      <w:r>
        <w:tab/>
        <w:t>2.025e0</w:t>
      </w:r>
    </w:p>
    <w:p w:rsidR="007B2329" w:rsidRDefault="007B2329" w:rsidP="007B2329">
      <w:r>
        <w:t>232.4660</w:t>
      </w:r>
      <w:r>
        <w:tab/>
        <w:t>1.013e0</w:t>
      </w:r>
    </w:p>
    <w:p w:rsidR="007B2329" w:rsidRDefault="007B2329" w:rsidP="007B2329">
      <w:r>
        <w:t>232.4872</w:t>
      </w:r>
      <w:r>
        <w:tab/>
        <w:t>2.025e0</w:t>
      </w:r>
    </w:p>
    <w:p w:rsidR="007B2329" w:rsidRDefault="007B2329" w:rsidP="007B2329">
      <w:r>
        <w:t>232.4892</w:t>
      </w:r>
      <w:r>
        <w:tab/>
        <w:t>1.013e0</w:t>
      </w:r>
    </w:p>
    <w:p w:rsidR="007B2329" w:rsidRDefault="007B2329" w:rsidP="007B2329">
      <w:r>
        <w:t>232.5098</w:t>
      </w:r>
      <w:r>
        <w:tab/>
        <w:t>6.076e0</w:t>
      </w:r>
    </w:p>
    <w:p w:rsidR="007B2329" w:rsidRDefault="007B2329" w:rsidP="007B2329">
      <w:r>
        <w:t>232.5188</w:t>
      </w:r>
      <w:r>
        <w:tab/>
        <w:t>1.013e0</w:t>
      </w:r>
    </w:p>
    <w:p w:rsidR="007B2329" w:rsidRDefault="007B2329" w:rsidP="007B2329">
      <w:r>
        <w:t>232.5421</w:t>
      </w:r>
      <w:r>
        <w:tab/>
        <w:t>1.013e0</w:t>
      </w:r>
    </w:p>
    <w:p w:rsidR="007B2329" w:rsidRDefault="007B2329" w:rsidP="007B2329">
      <w:r>
        <w:t>232.5457</w:t>
      </w:r>
      <w:r>
        <w:tab/>
        <w:t>4.051e0</w:t>
      </w:r>
    </w:p>
    <w:p w:rsidR="007B2329" w:rsidRDefault="007B2329" w:rsidP="007B2329">
      <w:r>
        <w:t>232.5605</w:t>
      </w:r>
      <w:r>
        <w:tab/>
        <w:t>2.025e0</w:t>
      </w:r>
    </w:p>
    <w:p w:rsidR="007B2329" w:rsidRDefault="007B2329" w:rsidP="007B2329">
      <w:r>
        <w:t>232.5670</w:t>
      </w:r>
      <w:r>
        <w:tab/>
        <w:t>1.013e0</w:t>
      </w:r>
    </w:p>
    <w:p w:rsidR="007B2329" w:rsidRDefault="007B2329" w:rsidP="007B2329">
      <w:r>
        <w:t>232.5792</w:t>
      </w:r>
      <w:r>
        <w:tab/>
        <w:t>3.038e0</w:t>
      </w:r>
    </w:p>
    <w:p w:rsidR="007B2329" w:rsidRDefault="007B2329" w:rsidP="007B2329">
      <w:r>
        <w:t>232.5870</w:t>
      </w:r>
      <w:r>
        <w:tab/>
        <w:t>2.025e0</w:t>
      </w:r>
    </w:p>
    <w:p w:rsidR="007B2329" w:rsidRDefault="007B2329" w:rsidP="007B2329">
      <w:r>
        <w:t>232.5910</w:t>
      </w:r>
      <w:r>
        <w:tab/>
        <w:t>1.013e0</w:t>
      </w:r>
    </w:p>
    <w:p w:rsidR="007B2329" w:rsidRDefault="007B2329" w:rsidP="007B2329">
      <w:r>
        <w:t>232.5948</w:t>
      </w:r>
      <w:r>
        <w:tab/>
        <w:t>1.013e0</w:t>
      </w:r>
    </w:p>
    <w:p w:rsidR="007B2329" w:rsidRDefault="007B2329" w:rsidP="007B2329">
      <w:r>
        <w:lastRenderedPageBreak/>
        <w:t>232.6151</w:t>
      </w:r>
      <w:r>
        <w:tab/>
        <w:t>1.013e0</w:t>
      </w:r>
    </w:p>
    <w:p w:rsidR="007B2329" w:rsidRDefault="007B2329" w:rsidP="007B2329">
      <w:r>
        <w:t>232.6194</w:t>
      </w:r>
      <w:r>
        <w:tab/>
        <w:t>1.266e-2</w:t>
      </w:r>
    </w:p>
    <w:p w:rsidR="007B2329" w:rsidRDefault="007B2329" w:rsidP="007B2329">
      <w:r>
        <w:t>232.6456</w:t>
      </w:r>
      <w:r>
        <w:tab/>
        <w:t>2.025e0</w:t>
      </w:r>
    </w:p>
    <w:p w:rsidR="007B2329" w:rsidRDefault="007B2329" w:rsidP="007B2329">
      <w:r>
        <w:t>232.6515</w:t>
      </w:r>
      <w:r>
        <w:tab/>
        <w:t>1.013e0</w:t>
      </w:r>
    </w:p>
    <w:p w:rsidR="007B2329" w:rsidRDefault="007B2329" w:rsidP="007B2329">
      <w:r>
        <w:t>232.6632</w:t>
      </w:r>
      <w:r>
        <w:tab/>
        <w:t>2.025e0</w:t>
      </w:r>
    </w:p>
    <w:p w:rsidR="007B2329" w:rsidRDefault="007B2329" w:rsidP="007B2329">
      <w:r>
        <w:t>232.6675</w:t>
      </w:r>
      <w:r>
        <w:tab/>
        <w:t>1.013e0</w:t>
      </w:r>
    </w:p>
    <w:p w:rsidR="007B2329" w:rsidRDefault="007B2329" w:rsidP="007B2329">
      <w:r>
        <w:t>232.6721</w:t>
      </w:r>
      <w:r>
        <w:tab/>
        <w:t>2.025e0</w:t>
      </w:r>
    </w:p>
    <w:p w:rsidR="007B2329" w:rsidRDefault="007B2329" w:rsidP="007B2329">
      <w:r>
        <w:t>232.6764</w:t>
      </w:r>
      <w:r>
        <w:tab/>
        <w:t>1.013e0</w:t>
      </w:r>
    </w:p>
    <w:p w:rsidR="007B2329" w:rsidRDefault="007B2329" w:rsidP="007B2329">
      <w:r>
        <w:t>232.6818</w:t>
      </w:r>
      <w:r>
        <w:tab/>
        <w:t>1.025e0</w:t>
      </w:r>
    </w:p>
    <w:p w:rsidR="007B2329" w:rsidRDefault="007B2329" w:rsidP="007B2329">
      <w:r>
        <w:t>232.6850</w:t>
      </w:r>
      <w:r>
        <w:tab/>
        <w:t>1.013e0</w:t>
      </w:r>
    </w:p>
    <w:p w:rsidR="007B2329" w:rsidRDefault="007B2329" w:rsidP="007B2329">
      <w:r>
        <w:t>232.6927</w:t>
      </w:r>
      <w:r>
        <w:tab/>
        <w:t>1.013e0</w:t>
      </w:r>
    </w:p>
    <w:p w:rsidR="007B2329" w:rsidRDefault="007B2329" w:rsidP="007B2329">
      <w:r>
        <w:t>232.6965</w:t>
      </w:r>
      <w:r>
        <w:tab/>
        <w:t>1.013e0</w:t>
      </w:r>
    </w:p>
    <w:p w:rsidR="007B2329" w:rsidRDefault="007B2329" w:rsidP="007B2329">
      <w:r>
        <w:t>232.7082</w:t>
      </w:r>
      <w:r>
        <w:tab/>
        <w:t>1.013e0</w:t>
      </w:r>
    </w:p>
    <w:p w:rsidR="007B2329" w:rsidRDefault="007B2329" w:rsidP="007B2329">
      <w:r>
        <w:t>232.7122</w:t>
      </w:r>
      <w:r>
        <w:tab/>
        <w:t>1.013e0</w:t>
      </w:r>
    </w:p>
    <w:p w:rsidR="007B2329" w:rsidRDefault="007B2329" w:rsidP="007B2329">
      <w:r>
        <w:t>232.7142</w:t>
      </w:r>
      <w:r>
        <w:tab/>
        <w:t>1.025e0</w:t>
      </w:r>
    </w:p>
    <w:p w:rsidR="007B2329" w:rsidRDefault="007B2329" w:rsidP="007B2329">
      <w:r>
        <w:t>232.7375</w:t>
      </w:r>
      <w:r>
        <w:tab/>
        <w:t>1.013e0</w:t>
      </w:r>
    </w:p>
    <w:p w:rsidR="007B2329" w:rsidRDefault="007B2329" w:rsidP="007B2329">
      <w:r>
        <w:t>232.7417</w:t>
      </w:r>
      <w:r>
        <w:tab/>
        <w:t>3.038e0</w:t>
      </w:r>
    </w:p>
    <w:p w:rsidR="007B2329" w:rsidRDefault="007B2329" w:rsidP="007B2329">
      <w:r>
        <w:t>232.7571</w:t>
      </w:r>
      <w:r>
        <w:tab/>
        <w:t>1.013e0</w:t>
      </w:r>
    </w:p>
    <w:p w:rsidR="007B2329" w:rsidRDefault="007B2329" w:rsidP="007B2329">
      <w:r>
        <w:t>232.7688</w:t>
      </w:r>
      <w:r>
        <w:tab/>
        <w:t>2.025e0</w:t>
      </w:r>
    </w:p>
    <w:p w:rsidR="007B2329" w:rsidRDefault="007B2329" w:rsidP="007B2329">
      <w:r>
        <w:lastRenderedPageBreak/>
        <w:t>232.7829</w:t>
      </w:r>
      <w:r>
        <w:tab/>
        <w:t>4.051e0</w:t>
      </w:r>
    </w:p>
    <w:p w:rsidR="007B2329" w:rsidRDefault="007B2329" w:rsidP="007B2329">
      <w:r>
        <w:t>232.7856</w:t>
      </w:r>
      <w:r>
        <w:tab/>
        <w:t>1.013e0</w:t>
      </w:r>
    </w:p>
    <w:p w:rsidR="007B2329" w:rsidRDefault="007B2329" w:rsidP="007B2329">
      <w:r>
        <w:t>232.7899</w:t>
      </w:r>
      <w:r>
        <w:tab/>
        <w:t>1.013e0</w:t>
      </w:r>
    </w:p>
    <w:p w:rsidR="007B2329" w:rsidRDefault="007B2329" w:rsidP="007B2329">
      <w:r>
        <w:t>232.8139</w:t>
      </w:r>
      <w:r>
        <w:tab/>
        <w:t>1.013e0</w:t>
      </w:r>
    </w:p>
    <w:p w:rsidR="007B2329" w:rsidRDefault="007B2329" w:rsidP="007B2329">
      <w:r>
        <w:t>232.8179</w:t>
      </w:r>
      <w:r>
        <w:tab/>
        <w:t>1.013e0</w:t>
      </w:r>
    </w:p>
    <w:p w:rsidR="007B2329" w:rsidRDefault="007B2329" w:rsidP="007B2329">
      <w:r>
        <w:t>232.8217</w:t>
      </w:r>
      <w:r>
        <w:tab/>
        <w:t>1.013e0</w:t>
      </w:r>
    </w:p>
    <w:p w:rsidR="007B2329" w:rsidRDefault="007B2329" w:rsidP="007B2329">
      <w:r>
        <w:t>232.8255</w:t>
      </w:r>
      <w:r>
        <w:tab/>
        <w:t>1.013e0</w:t>
      </w:r>
    </w:p>
    <w:p w:rsidR="007B2329" w:rsidRDefault="007B2329" w:rsidP="007B2329">
      <w:r>
        <w:t>232.8381</w:t>
      </w:r>
      <w:r>
        <w:tab/>
        <w:t>1.013e0</w:t>
      </w:r>
    </w:p>
    <w:p w:rsidR="007B2329" w:rsidRDefault="007B2329" w:rsidP="007B2329">
      <w:r>
        <w:t>232.8425</w:t>
      </w:r>
      <w:r>
        <w:tab/>
        <w:t>1.013e0</w:t>
      </w:r>
    </w:p>
    <w:p w:rsidR="007B2329" w:rsidRDefault="007B2329" w:rsidP="007B2329">
      <w:r>
        <w:t>232.8589</w:t>
      </w:r>
      <w:r>
        <w:tab/>
        <w:t>1.013e0</w:t>
      </w:r>
    </w:p>
    <w:p w:rsidR="007B2329" w:rsidRDefault="007B2329" w:rsidP="007B2329">
      <w:r>
        <w:t>232.8746</w:t>
      </w:r>
      <w:r>
        <w:tab/>
        <w:t>2.025e0</w:t>
      </w:r>
    </w:p>
    <w:p w:rsidR="007B2329" w:rsidRDefault="007B2329" w:rsidP="007B2329">
      <w:r>
        <w:t>232.8853</w:t>
      </w:r>
      <w:r>
        <w:tab/>
        <w:t>4.051e0</w:t>
      </w:r>
    </w:p>
    <w:p w:rsidR="007B2329" w:rsidRDefault="007B2329" w:rsidP="007B2329">
      <w:r>
        <w:t>232.8906</w:t>
      </w:r>
      <w:r>
        <w:tab/>
        <w:t>1.013e0</w:t>
      </w:r>
    </w:p>
    <w:p w:rsidR="007B2329" w:rsidRDefault="007B2329" w:rsidP="007B2329">
      <w:r>
        <w:t>232.8951</w:t>
      </w:r>
      <w:r>
        <w:tab/>
        <w:t>2.025e0</w:t>
      </w:r>
    </w:p>
    <w:p w:rsidR="007B2329" w:rsidRDefault="007B2329" w:rsidP="007B2329">
      <w:r>
        <w:t>232.9177</w:t>
      </w:r>
      <w:r>
        <w:tab/>
        <w:t>2.025e0</w:t>
      </w:r>
    </w:p>
    <w:p w:rsidR="007B2329" w:rsidRDefault="007B2329" w:rsidP="007B2329">
      <w:r>
        <w:t>232.9313</w:t>
      </w:r>
      <w:r>
        <w:tab/>
        <w:t>1.013e0</w:t>
      </w:r>
    </w:p>
    <w:p w:rsidR="007B2329" w:rsidRDefault="007B2329" w:rsidP="007B2329">
      <w:r>
        <w:t>232.9390</w:t>
      </w:r>
      <w:r>
        <w:tab/>
        <w:t>3.038e0</w:t>
      </w:r>
    </w:p>
    <w:p w:rsidR="007B2329" w:rsidRDefault="007B2329" w:rsidP="007B2329">
      <w:r>
        <w:t>232.9474</w:t>
      </w:r>
      <w:r>
        <w:tab/>
        <w:t>1.013e0</w:t>
      </w:r>
    </w:p>
    <w:p w:rsidR="007B2329" w:rsidRDefault="007B2329" w:rsidP="007B2329">
      <w:r>
        <w:t>232.9519</w:t>
      </w:r>
      <w:r>
        <w:tab/>
        <w:t>1.013e0</w:t>
      </w:r>
    </w:p>
    <w:p w:rsidR="007B2329" w:rsidRDefault="007B2329" w:rsidP="007B2329">
      <w:r>
        <w:lastRenderedPageBreak/>
        <w:t>232.9606</w:t>
      </w:r>
      <w:r>
        <w:tab/>
        <w:t>1.013e0</w:t>
      </w:r>
    </w:p>
    <w:p w:rsidR="007B2329" w:rsidRDefault="007B2329" w:rsidP="007B2329">
      <w:r>
        <w:t>232.9686</w:t>
      </w:r>
      <w:r>
        <w:tab/>
        <w:t>1.013e0</w:t>
      </w:r>
    </w:p>
    <w:p w:rsidR="007B2329" w:rsidRDefault="007B2329" w:rsidP="007B2329">
      <w:r>
        <w:t>232.9763</w:t>
      </w:r>
      <w:r>
        <w:tab/>
        <w:t>2.025e0</w:t>
      </w:r>
    </w:p>
    <w:p w:rsidR="007B2329" w:rsidRDefault="007B2329" w:rsidP="007B2329">
      <w:r>
        <w:t>232.9880</w:t>
      </w:r>
      <w:r>
        <w:tab/>
        <w:t>1.013e0</w:t>
      </w:r>
    </w:p>
    <w:p w:rsidR="007B2329" w:rsidRDefault="007B2329" w:rsidP="007B2329">
      <w:r>
        <w:t>232.9913</w:t>
      </w:r>
      <w:r>
        <w:tab/>
        <w:t>4.051e0</w:t>
      </w:r>
    </w:p>
    <w:p w:rsidR="007B2329" w:rsidRDefault="007B2329" w:rsidP="007B2329">
      <w:r>
        <w:t>232.9956</w:t>
      </w:r>
      <w:r>
        <w:tab/>
        <w:t>1.013e0</w:t>
      </w:r>
    </w:p>
    <w:p w:rsidR="007B2329" w:rsidRDefault="007B2329" w:rsidP="007B2329">
      <w:r>
        <w:t>232.9982</w:t>
      </w:r>
      <w:r>
        <w:tab/>
        <w:t>3.038e0</w:t>
      </w:r>
    </w:p>
    <w:p w:rsidR="007B2329" w:rsidRDefault="007B2329" w:rsidP="007B2329">
      <w:r>
        <w:t>233.0001</w:t>
      </w:r>
      <w:r>
        <w:tab/>
        <w:t>1.013e0</w:t>
      </w:r>
    </w:p>
    <w:p w:rsidR="007B2329" w:rsidRDefault="007B2329" w:rsidP="007B2329">
      <w:r>
        <w:t>233.0088</w:t>
      </w:r>
      <w:r>
        <w:tab/>
        <w:t>1.013e0</w:t>
      </w:r>
    </w:p>
    <w:p w:rsidR="007B2329" w:rsidRDefault="007B2329" w:rsidP="007B2329">
      <w:r>
        <w:t>233.0205</w:t>
      </w:r>
      <w:r>
        <w:tab/>
        <w:t>2.025e0</w:t>
      </w:r>
    </w:p>
    <w:p w:rsidR="007B2329" w:rsidRDefault="007B2329" w:rsidP="007B2329">
      <w:r>
        <w:t>233.0273</w:t>
      </w:r>
      <w:r>
        <w:tab/>
        <w:t>2.025e0</w:t>
      </w:r>
    </w:p>
    <w:p w:rsidR="007B2329" w:rsidRDefault="007B2329" w:rsidP="007B2329">
      <w:r>
        <w:t>233.0388</w:t>
      </w:r>
      <w:r>
        <w:tab/>
        <w:t>2.025e0</w:t>
      </w:r>
    </w:p>
    <w:p w:rsidR="007B2329" w:rsidRDefault="007B2329" w:rsidP="007B2329">
      <w:r>
        <w:t>233.0409</w:t>
      </w:r>
      <w:r>
        <w:tab/>
        <w:t>1.013e0</w:t>
      </w:r>
    </w:p>
    <w:p w:rsidR="007B2329" w:rsidRDefault="007B2329" w:rsidP="007B2329">
      <w:r>
        <w:t>233.0569</w:t>
      </w:r>
      <w:r>
        <w:tab/>
        <w:t>1.013e0</w:t>
      </w:r>
    </w:p>
    <w:p w:rsidR="007B2329" w:rsidRDefault="007B2329" w:rsidP="007B2329">
      <w:r>
        <w:t>233.0741</w:t>
      </w:r>
      <w:r>
        <w:tab/>
        <w:t>4.051e0</w:t>
      </w:r>
    </w:p>
    <w:p w:rsidR="007B2329" w:rsidRDefault="007B2329" w:rsidP="007B2329">
      <w:r>
        <w:t>233.0898</w:t>
      </w:r>
      <w:r>
        <w:tab/>
        <w:t>2.051e0</w:t>
      </w:r>
    </w:p>
    <w:p w:rsidR="007B2329" w:rsidRDefault="007B2329" w:rsidP="007B2329">
      <w:r>
        <w:t>233.1019</w:t>
      </w:r>
      <w:r>
        <w:tab/>
        <w:t>2.025e0</w:t>
      </w:r>
    </w:p>
    <w:p w:rsidR="007B2329" w:rsidRDefault="007B2329" w:rsidP="007B2329">
      <w:r>
        <w:t>233.1057</w:t>
      </w:r>
      <w:r>
        <w:tab/>
        <w:t>1.595e0</w:t>
      </w:r>
    </w:p>
    <w:p w:rsidR="007B2329" w:rsidRDefault="007B2329" w:rsidP="007B2329">
      <w:r>
        <w:t>233.1069</w:t>
      </w:r>
      <w:r>
        <w:tab/>
        <w:t>9.155e-1</w:t>
      </w:r>
    </w:p>
    <w:p w:rsidR="007B2329" w:rsidRDefault="007B2329" w:rsidP="007B2329">
      <w:r>
        <w:lastRenderedPageBreak/>
        <w:t>233.1082</w:t>
      </w:r>
      <w:r>
        <w:tab/>
        <w:t>2.025e0</w:t>
      </w:r>
    </w:p>
    <w:p w:rsidR="007B2329" w:rsidRDefault="007B2329" w:rsidP="007B2329">
      <w:r>
        <w:t>233.1387</w:t>
      </w:r>
      <w:r>
        <w:tab/>
        <w:t>1.013e0</w:t>
      </w:r>
    </w:p>
    <w:p w:rsidR="007B2329" w:rsidRDefault="007B2329" w:rsidP="007B2329">
      <w:r>
        <w:t>233.1427</w:t>
      </w:r>
      <w:r>
        <w:tab/>
        <w:t>3.842e0</w:t>
      </w:r>
    </w:p>
    <w:p w:rsidR="007B2329" w:rsidRDefault="007B2329" w:rsidP="007B2329">
      <w:r>
        <w:t>233.1546</w:t>
      </w:r>
      <w:r>
        <w:tab/>
        <w:t>3.070e0</w:t>
      </w:r>
    </w:p>
    <w:p w:rsidR="007B2329" w:rsidRDefault="007B2329" w:rsidP="007B2329">
      <w:r>
        <w:t>233.1582</w:t>
      </w:r>
      <w:r>
        <w:tab/>
        <w:t>1.013e0</w:t>
      </w:r>
    </w:p>
    <w:p w:rsidR="007B2329" w:rsidRDefault="007B2329" w:rsidP="007B2329">
      <w:r>
        <w:t>233.1839</w:t>
      </w:r>
      <w:r>
        <w:tab/>
        <w:t>1.013e0</w:t>
      </w:r>
    </w:p>
    <w:p w:rsidR="007B2329" w:rsidRDefault="007B2329" w:rsidP="007B2329">
      <w:r>
        <w:t>233.1955</w:t>
      </w:r>
      <w:r>
        <w:tab/>
        <w:t>1.013e0</w:t>
      </w:r>
    </w:p>
    <w:p w:rsidR="007B2329" w:rsidRDefault="007B2329" w:rsidP="007B2329">
      <w:r>
        <w:t>233.1994</w:t>
      </w:r>
      <w:r>
        <w:tab/>
        <w:t>1.013e0</w:t>
      </w:r>
    </w:p>
    <w:p w:rsidR="007B2329" w:rsidRDefault="007B2329" w:rsidP="007B2329">
      <w:r>
        <w:t>233.2277</w:t>
      </w:r>
      <w:r>
        <w:tab/>
        <w:t>1.013e0</w:t>
      </w:r>
    </w:p>
    <w:p w:rsidR="007B2329" w:rsidRDefault="007B2329" w:rsidP="007B2329">
      <w:r>
        <w:t>233.2321</w:t>
      </w:r>
      <w:r>
        <w:tab/>
        <w:t>1.013e0</w:t>
      </w:r>
    </w:p>
    <w:p w:rsidR="007B2329" w:rsidRDefault="007B2329" w:rsidP="007B2329">
      <w:r>
        <w:t>233.2340</w:t>
      </w:r>
      <w:r>
        <w:tab/>
        <w:t>2.025e0</w:t>
      </w:r>
    </w:p>
    <w:p w:rsidR="007B2329" w:rsidRDefault="007B2329" w:rsidP="007B2329">
      <w:r>
        <w:t>233.2365</w:t>
      </w:r>
      <w:r>
        <w:tab/>
        <w:t>1.013e0</w:t>
      </w:r>
    </w:p>
    <w:p w:rsidR="007B2329" w:rsidRDefault="007B2329" w:rsidP="007B2329">
      <w:r>
        <w:t>233.2445</w:t>
      </w:r>
      <w:r>
        <w:tab/>
        <w:t>1.013e0</w:t>
      </w:r>
    </w:p>
    <w:p w:rsidR="007B2329" w:rsidRDefault="007B2329" w:rsidP="007B2329">
      <w:r>
        <w:t>233.2601</w:t>
      </w:r>
      <w:r>
        <w:tab/>
        <w:t>1.013e0</w:t>
      </w:r>
    </w:p>
    <w:p w:rsidR="007B2329" w:rsidRDefault="007B2329" w:rsidP="007B2329">
      <w:r>
        <w:t>233.2639</w:t>
      </w:r>
      <w:r>
        <w:tab/>
        <w:t>1.013e0</w:t>
      </w:r>
    </w:p>
    <w:p w:rsidR="007B2329" w:rsidRDefault="007B2329" w:rsidP="007B2329">
      <w:r>
        <w:t>233.2658</w:t>
      </w:r>
      <w:r>
        <w:tab/>
        <w:t>2.025e0</w:t>
      </w:r>
    </w:p>
    <w:p w:rsidR="007B2329" w:rsidRDefault="007B2329" w:rsidP="007B2329">
      <w:r>
        <w:t>233.2773</w:t>
      </w:r>
      <w:r>
        <w:tab/>
        <w:t>2.025e0</w:t>
      </w:r>
    </w:p>
    <w:p w:rsidR="007B2329" w:rsidRDefault="007B2329" w:rsidP="007B2329">
      <w:r>
        <w:t>233.2890</w:t>
      </w:r>
      <w:r>
        <w:tab/>
        <w:t>1.013e0</w:t>
      </w:r>
    </w:p>
    <w:p w:rsidR="007B2329" w:rsidRDefault="007B2329" w:rsidP="007B2329">
      <w:r>
        <w:t>233.2935</w:t>
      </w:r>
      <w:r>
        <w:tab/>
        <w:t>1.013e0</w:t>
      </w:r>
    </w:p>
    <w:p w:rsidR="007B2329" w:rsidRDefault="007B2329" w:rsidP="007B2329">
      <w:r>
        <w:lastRenderedPageBreak/>
        <w:t>233.3129</w:t>
      </w:r>
      <w:r>
        <w:tab/>
        <w:t>1.013e0</w:t>
      </w:r>
    </w:p>
    <w:p w:rsidR="007B2329" w:rsidRDefault="007B2329" w:rsidP="007B2329">
      <w:r>
        <w:t>233.3267</w:t>
      </w:r>
      <w:r>
        <w:tab/>
        <w:t>4.051e0</w:t>
      </w:r>
    </w:p>
    <w:p w:rsidR="007B2329" w:rsidRDefault="007B2329" w:rsidP="007B2329">
      <w:r>
        <w:t>233.3373</w:t>
      </w:r>
      <w:r>
        <w:tab/>
        <w:t>1.013e0</w:t>
      </w:r>
    </w:p>
    <w:p w:rsidR="007B2329" w:rsidRDefault="007B2329" w:rsidP="007B2329">
      <w:r>
        <w:t>233.3521</w:t>
      </w:r>
      <w:r>
        <w:tab/>
        <w:t>2.025e0</w:t>
      </w:r>
    </w:p>
    <w:p w:rsidR="007B2329" w:rsidRDefault="007B2329" w:rsidP="007B2329">
      <w:r>
        <w:t>233.3678</w:t>
      </w:r>
      <w:r>
        <w:tab/>
        <w:t>2.025e0</w:t>
      </w:r>
    </w:p>
    <w:p w:rsidR="007B2329" w:rsidRDefault="007B2329" w:rsidP="007B2329">
      <w:r>
        <w:t>233.3698</w:t>
      </w:r>
      <w:r>
        <w:tab/>
        <w:t>1.013e0</w:t>
      </w:r>
    </w:p>
    <w:p w:rsidR="007B2329" w:rsidRDefault="007B2329" w:rsidP="007B2329">
      <w:r>
        <w:t>233.3854</w:t>
      </w:r>
      <w:r>
        <w:tab/>
        <w:t>1.013e0</w:t>
      </w:r>
    </w:p>
    <w:p w:rsidR="007B2329" w:rsidRDefault="007B2329" w:rsidP="007B2329">
      <w:r>
        <w:t>233.3962</w:t>
      </w:r>
      <w:r>
        <w:tab/>
        <w:t>2.038e0</w:t>
      </w:r>
    </w:p>
    <w:p w:rsidR="007B2329" w:rsidRDefault="007B2329" w:rsidP="007B2329">
      <w:r>
        <w:t>233.4075</w:t>
      </w:r>
      <w:r>
        <w:tab/>
        <w:t>3.038e0</w:t>
      </w:r>
    </w:p>
    <w:p w:rsidR="007B2329" w:rsidRDefault="007B2329" w:rsidP="007B2329">
      <w:r>
        <w:t>233.4109</w:t>
      </w:r>
      <w:r>
        <w:tab/>
        <w:t>1.013e0</w:t>
      </w:r>
    </w:p>
    <w:p w:rsidR="007B2329" w:rsidRDefault="007B2329" w:rsidP="007B2329">
      <w:r>
        <w:t>233.4268</w:t>
      </w:r>
      <w:r>
        <w:tab/>
        <w:t>3.038e0</w:t>
      </w:r>
    </w:p>
    <w:p w:rsidR="007B2329" w:rsidRDefault="007B2329" w:rsidP="007B2329">
      <w:r>
        <w:t>233.4342</w:t>
      </w:r>
      <w:r>
        <w:tab/>
        <w:t>2.025e0</w:t>
      </w:r>
    </w:p>
    <w:p w:rsidR="007B2329" w:rsidRDefault="007B2329" w:rsidP="007B2329">
      <w:r>
        <w:t>233.4526</w:t>
      </w:r>
      <w:r>
        <w:tab/>
        <w:t>1.025e0</w:t>
      </w:r>
    </w:p>
    <w:p w:rsidR="007B2329" w:rsidRDefault="007B2329" w:rsidP="007B2329">
      <w:r>
        <w:t>233.4600</w:t>
      </w:r>
      <w:r>
        <w:tab/>
        <w:t>1.013e0</w:t>
      </w:r>
    </w:p>
    <w:p w:rsidR="007B2329" w:rsidRDefault="007B2329" w:rsidP="007B2329">
      <w:r>
        <w:t>233.4677</w:t>
      </w:r>
      <w:r>
        <w:tab/>
        <w:t>1.013e0</w:t>
      </w:r>
    </w:p>
    <w:p w:rsidR="007B2329" w:rsidRDefault="007B2329" w:rsidP="007B2329">
      <w:r>
        <w:t>233.4793</w:t>
      </w:r>
      <w:r>
        <w:tab/>
        <w:t>2.532e-2</w:t>
      </w:r>
    </w:p>
    <w:p w:rsidR="007B2329" w:rsidRDefault="007B2329" w:rsidP="007B2329">
      <w:r>
        <w:t>233.4933</w:t>
      </w:r>
      <w:r>
        <w:tab/>
        <w:t>3.038e0</w:t>
      </w:r>
    </w:p>
    <w:p w:rsidR="007B2329" w:rsidRDefault="007B2329" w:rsidP="007B2329">
      <w:r>
        <w:t>233.4982</w:t>
      </w:r>
      <w:r>
        <w:tab/>
        <w:t>4.051e0</w:t>
      </w:r>
    </w:p>
    <w:p w:rsidR="007B2329" w:rsidRDefault="007B2329" w:rsidP="007B2329">
      <w:r>
        <w:t>233.4998</w:t>
      </w:r>
      <w:r>
        <w:tab/>
        <w:t>2.025e0</w:t>
      </w:r>
    </w:p>
    <w:p w:rsidR="007B2329" w:rsidRDefault="007B2329" w:rsidP="007B2329">
      <w:r>
        <w:lastRenderedPageBreak/>
        <w:t>233.5126</w:t>
      </w:r>
      <w:r>
        <w:tab/>
        <w:t>1.013e0</w:t>
      </w:r>
    </w:p>
    <w:p w:rsidR="007B2329" w:rsidRDefault="007B2329" w:rsidP="007B2329">
      <w:r>
        <w:t>233.5400</w:t>
      </w:r>
      <w:r>
        <w:tab/>
        <w:t>1.013e0</w:t>
      </w:r>
    </w:p>
    <w:p w:rsidR="007B2329" w:rsidRDefault="007B2329" w:rsidP="007B2329">
      <w:r>
        <w:t>233.5438</w:t>
      </w:r>
      <w:r>
        <w:tab/>
        <w:t>1.013e0</w:t>
      </w:r>
    </w:p>
    <w:p w:rsidR="007B2329" w:rsidRDefault="007B2329" w:rsidP="007B2329">
      <w:r>
        <w:t>233.5477</w:t>
      </w:r>
      <w:r>
        <w:tab/>
        <w:t>1.013e0</w:t>
      </w:r>
    </w:p>
    <w:p w:rsidR="007B2329" w:rsidRDefault="007B2329" w:rsidP="007B2329">
      <w:r>
        <w:t>233.5565</w:t>
      </w:r>
      <w:r>
        <w:tab/>
        <w:t>1.013e0</w:t>
      </w:r>
    </w:p>
    <w:p w:rsidR="007B2329" w:rsidRDefault="007B2329" w:rsidP="007B2329">
      <w:r>
        <w:t>233.5633</w:t>
      </w:r>
      <w:r>
        <w:tab/>
        <w:t>4.051e0</w:t>
      </w:r>
    </w:p>
    <w:p w:rsidR="007B2329" w:rsidRDefault="007B2329" w:rsidP="007B2329">
      <w:r>
        <w:t>233.5696</w:t>
      </w:r>
      <w:r>
        <w:tab/>
        <w:t>1.013e0</w:t>
      </w:r>
    </w:p>
    <w:p w:rsidR="007B2329" w:rsidRDefault="007B2329" w:rsidP="007B2329">
      <w:r>
        <w:t>233.5736</w:t>
      </w:r>
      <w:r>
        <w:tab/>
        <w:t>1.013e0</w:t>
      </w:r>
    </w:p>
    <w:p w:rsidR="007B2329" w:rsidRDefault="007B2329" w:rsidP="007B2329">
      <w:r>
        <w:t>233.5812</w:t>
      </w:r>
      <w:r>
        <w:tab/>
        <w:t>1.013e0</w:t>
      </w:r>
    </w:p>
    <w:p w:rsidR="007B2329" w:rsidRDefault="007B2329" w:rsidP="007B2329">
      <w:r>
        <w:t>233.6006</w:t>
      </w:r>
      <w:r>
        <w:tab/>
        <w:t>2.025e0</w:t>
      </w:r>
    </w:p>
    <w:p w:rsidR="007B2329" w:rsidRDefault="007B2329" w:rsidP="007B2329">
      <w:r>
        <w:t>233.6302</w:t>
      </w:r>
      <w:r>
        <w:tab/>
        <w:t>1.013e0</w:t>
      </w:r>
    </w:p>
    <w:p w:rsidR="007B2329" w:rsidRDefault="007B2329" w:rsidP="007B2329">
      <w:r>
        <w:t>233.6322</w:t>
      </w:r>
      <w:r>
        <w:tab/>
        <w:t>2.532e-2</w:t>
      </w:r>
    </w:p>
    <w:p w:rsidR="007B2329" w:rsidRDefault="007B2329" w:rsidP="007B2329">
      <w:r>
        <w:t>233.6341</w:t>
      </w:r>
      <w:r>
        <w:tab/>
        <w:t>1.013e0</w:t>
      </w:r>
    </w:p>
    <w:p w:rsidR="007B2329" w:rsidRDefault="007B2329" w:rsidP="007B2329">
      <w:r>
        <w:t>233.6380</w:t>
      </w:r>
      <w:r>
        <w:tab/>
        <w:t>1.013e0</w:t>
      </w:r>
    </w:p>
    <w:p w:rsidR="007B2329" w:rsidRDefault="007B2329" w:rsidP="007B2329">
      <w:r>
        <w:t>233.6458</w:t>
      </w:r>
      <w:r>
        <w:tab/>
        <w:t>2.025e0</w:t>
      </w:r>
    </w:p>
    <w:p w:rsidR="007B2329" w:rsidRDefault="007B2329" w:rsidP="007B2329">
      <w:r>
        <w:t>233.6662</w:t>
      </w:r>
      <w:r>
        <w:tab/>
        <w:t>3.038e0</w:t>
      </w:r>
    </w:p>
    <w:p w:rsidR="007B2329" w:rsidRDefault="007B2329" w:rsidP="007B2329">
      <w:r>
        <w:t>233.6749</w:t>
      </w:r>
      <w:r>
        <w:tab/>
        <w:t>5.063e0</w:t>
      </w:r>
    </w:p>
    <w:p w:rsidR="007B2329" w:rsidRDefault="007B2329" w:rsidP="007B2329">
      <w:r>
        <w:t>233.6870</w:t>
      </w:r>
      <w:r>
        <w:tab/>
        <w:t>1.013e0</w:t>
      </w:r>
    </w:p>
    <w:p w:rsidR="007B2329" w:rsidRDefault="007B2329" w:rsidP="007B2329">
      <w:r>
        <w:t>233.6910</w:t>
      </w:r>
      <w:r>
        <w:tab/>
        <w:t>1.013e0</w:t>
      </w:r>
    </w:p>
    <w:p w:rsidR="007B2329" w:rsidRDefault="007B2329" w:rsidP="007B2329">
      <w:r>
        <w:lastRenderedPageBreak/>
        <w:t>233.6987</w:t>
      </w:r>
      <w:r>
        <w:tab/>
        <w:t>1.013e0</w:t>
      </w:r>
    </w:p>
    <w:p w:rsidR="007B2329" w:rsidRDefault="007B2329" w:rsidP="007B2329">
      <w:r>
        <w:t>233.7188</w:t>
      </w:r>
      <w:r>
        <w:tab/>
        <w:t>1.013e0</w:t>
      </w:r>
    </w:p>
    <w:p w:rsidR="007B2329" w:rsidRDefault="007B2329" w:rsidP="007B2329">
      <w:r>
        <w:t>233.7276</w:t>
      </w:r>
      <w:r>
        <w:tab/>
        <w:t>3.038e0</w:t>
      </w:r>
    </w:p>
    <w:p w:rsidR="007B2329" w:rsidRDefault="007B2329" w:rsidP="007B2329">
      <w:r>
        <w:t>233.7380</w:t>
      </w:r>
      <w:r>
        <w:tab/>
        <w:t>1.025e0</w:t>
      </w:r>
    </w:p>
    <w:p w:rsidR="007B2329" w:rsidRDefault="007B2329" w:rsidP="007B2329">
      <w:r>
        <w:t>233.7632</w:t>
      </w:r>
      <w:r>
        <w:tab/>
        <w:t>1.013e0</w:t>
      </w:r>
    </w:p>
    <w:p w:rsidR="007B2329" w:rsidRDefault="007B2329" w:rsidP="007B2329">
      <w:r>
        <w:t>233.7704</w:t>
      </w:r>
      <w:r>
        <w:tab/>
        <w:t>2.025e0</w:t>
      </w:r>
    </w:p>
    <w:p w:rsidR="007B2329" w:rsidRDefault="007B2329" w:rsidP="007B2329">
      <w:r>
        <w:t>233.7799</w:t>
      </w:r>
      <w:r>
        <w:tab/>
        <w:t>3.038e0</w:t>
      </w:r>
    </w:p>
    <w:p w:rsidR="007B2329" w:rsidRDefault="007B2329" w:rsidP="007B2329">
      <w:r>
        <w:t>233.7846</w:t>
      </w:r>
      <w:r>
        <w:tab/>
        <w:t>1.013e0</w:t>
      </w:r>
    </w:p>
    <w:p w:rsidR="007B2329" w:rsidRDefault="007B2329" w:rsidP="007B2329">
      <w:r>
        <w:t>233.8006</w:t>
      </w:r>
      <w:r>
        <w:tab/>
        <w:t>1.013e0</w:t>
      </w:r>
    </w:p>
    <w:p w:rsidR="007B2329" w:rsidRDefault="007B2329" w:rsidP="007B2329">
      <w:r>
        <w:t>233.8162</w:t>
      </w:r>
      <w:r>
        <w:tab/>
        <w:t>2.532e-2</w:t>
      </w:r>
    </w:p>
    <w:p w:rsidR="007B2329" w:rsidRDefault="007B2329" w:rsidP="007B2329">
      <w:r>
        <w:t>233.8224</w:t>
      </w:r>
      <w:r>
        <w:tab/>
        <w:t>2.025e0</w:t>
      </w:r>
    </w:p>
    <w:p w:rsidR="007B2329" w:rsidRDefault="007B2329" w:rsidP="007B2329">
      <w:r>
        <w:t>233.8241</w:t>
      </w:r>
      <w:r>
        <w:tab/>
        <w:t>1.013e0</w:t>
      </w:r>
    </w:p>
    <w:p w:rsidR="007B2329" w:rsidRDefault="007B2329" w:rsidP="007B2329">
      <w:r>
        <w:t>233.8374</w:t>
      </w:r>
      <w:r>
        <w:tab/>
        <w:t>1.013e0</w:t>
      </w:r>
    </w:p>
    <w:p w:rsidR="007B2329" w:rsidRDefault="007B2329" w:rsidP="007B2329">
      <w:r>
        <w:t>233.8534</w:t>
      </w:r>
      <w:r>
        <w:tab/>
        <w:t>1.013e0</w:t>
      </w:r>
    </w:p>
    <w:p w:rsidR="007B2329" w:rsidRDefault="007B2329" w:rsidP="007B2329">
      <w:r>
        <w:t>233.8575</w:t>
      </w:r>
      <w:r>
        <w:tab/>
        <w:t>1.013e0</w:t>
      </w:r>
    </w:p>
    <w:p w:rsidR="007B2329" w:rsidRDefault="007B2329" w:rsidP="007B2329">
      <w:r>
        <w:t>233.8594</w:t>
      </w:r>
      <w:r>
        <w:tab/>
        <w:t>2.025e0</w:t>
      </w:r>
    </w:p>
    <w:p w:rsidR="007B2329" w:rsidRDefault="007B2329" w:rsidP="007B2329">
      <w:r>
        <w:t>233.8652</w:t>
      </w:r>
      <w:r>
        <w:tab/>
        <w:t>1.013e0</w:t>
      </w:r>
    </w:p>
    <w:p w:rsidR="007B2329" w:rsidRDefault="007B2329" w:rsidP="007B2329">
      <w:r>
        <w:t>233.8691</w:t>
      </w:r>
      <w:r>
        <w:tab/>
        <w:t>1.013e0</w:t>
      </w:r>
    </w:p>
    <w:p w:rsidR="007B2329" w:rsidRDefault="007B2329" w:rsidP="007B2329">
      <w:r>
        <w:t>233.8710</w:t>
      </w:r>
      <w:r>
        <w:tab/>
        <w:t>2.025e0</w:t>
      </w:r>
    </w:p>
    <w:p w:rsidR="007B2329" w:rsidRDefault="007B2329" w:rsidP="007B2329">
      <w:r>
        <w:lastRenderedPageBreak/>
        <w:t>233.9259</w:t>
      </w:r>
      <w:r>
        <w:tab/>
        <w:t>1.013e0</w:t>
      </w:r>
    </w:p>
    <w:p w:rsidR="007B2329" w:rsidRDefault="007B2329" w:rsidP="007B2329">
      <w:r>
        <w:t>233.9297</w:t>
      </w:r>
      <w:r>
        <w:tab/>
        <w:t>1.013e0</w:t>
      </w:r>
    </w:p>
    <w:p w:rsidR="007B2329" w:rsidRDefault="007B2329" w:rsidP="007B2329">
      <w:r>
        <w:t>233.9427</w:t>
      </w:r>
      <w:r>
        <w:tab/>
        <w:t>1.013e0</w:t>
      </w:r>
    </w:p>
    <w:p w:rsidR="007B2329" w:rsidRDefault="007B2329" w:rsidP="007B2329">
      <w:r>
        <w:t>233.9555</w:t>
      </w:r>
      <w:r>
        <w:tab/>
        <w:t>3.038e0</w:t>
      </w:r>
    </w:p>
    <w:p w:rsidR="007B2329" w:rsidRDefault="007B2329" w:rsidP="007B2329">
      <w:r>
        <w:t>233.9749</w:t>
      </w:r>
      <w:r>
        <w:tab/>
        <w:t>1.013e0</w:t>
      </w:r>
    </w:p>
    <w:p w:rsidR="007B2329" w:rsidRDefault="007B2329" w:rsidP="007B2329">
      <w:r>
        <w:t>233.9788</w:t>
      </w:r>
      <w:r>
        <w:tab/>
        <w:t>1.013e0</w:t>
      </w:r>
    </w:p>
    <w:p w:rsidR="007B2329" w:rsidRDefault="007B2329" w:rsidP="007B2329">
      <w:r>
        <w:t>233.9837</w:t>
      </w:r>
      <w:r>
        <w:tab/>
        <w:t>1.025e0</w:t>
      </w:r>
    </w:p>
    <w:p w:rsidR="007B2329" w:rsidRDefault="007B2329" w:rsidP="007B2329">
      <w:r>
        <w:t>233.9934</w:t>
      </w:r>
      <w:r>
        <w:tab/>
        <w:t>2.025e0</w:t>
      </w:r>
    </w:p>
    <w:p w:rsidR="007B2329" w:rsidRDefault="007B2329" w:rsidP="007B2329">
      <w:r>
        <w:t>234.0007</w:t>
      </w:r>
      <w:r>
        <w:tab/>
        <w:t>3.038e0</w:t>
      </w:r>
    </w:p>
    <w:p w:rsidR="007B2329" w:rsidRDefault="007B2329" w:rsidP="007B2329">
      <w:r>
        <w:t>234.0037</w:t>
      </w:r>
      <w:r>
        <w:tab/>
        <w:t>6.076e0</w:t>
      </w:r>
    </w:p>
    <w:p w:rsidR="007B2329" w:rsidRDefault="007B2329" w:rsidP="007B2329">
      <w:r>
        <w:t>234.0122</w:t>
      </w:r>
      <w:r>
        <w:tab/>
        <w:t>3.038e0</w:t>
      </w:r>
    </w:p>
    <w:p w:rsidR="007B2329" w:rsidRDefault="007B2329" w:rsidP="007B2329">
      <w:r>
        <w:t>234.0161</w:t>
      </w:r>
      <w:r>
        <w:tab/>
        <w:t>1.013e0</w:t>
      </w:r>
    </w:p>
    <w:p w:rsidR="007B2329" w:rsidRDefault="007B2329" w:rsidP="007B2329">
      <w:r>
        <w:t>234.0317</w:t>
      </w:r>
      <w:r>
        <w:tab/>
        <w:t>1.013e0</w:t>
      </w:r>
    </w:p>
    <w:p w:rsidR="007B2329" w:rsidRDefault="007B2329" w:rsidP="007B2329">
      <w:r>
        <w:t>234.0356</w:t>
      </w:r>
      <w:r>
        <w:tab/>
        <w:t>1.013e0</w:t>
      </w:r>
    </w:p>
    <w:p w:rsidR="007B2329" w:rsidRDefault="007B2329" w:rsidP="007B2329">
      <w:r>
        <w:t>234.0482</w:t>
      </w:r>
      <w:r>
        <w:tab/>
        <w:t>1.013e0</w:t>
      </w:r>
    </w:p>
    <w:p w:rsidR="007B2329" w:rsidRDefault="007B2329" w:rsidP="007B2329">
      <w:r>
        <w:t>234.0652</w:t>
      </w:r>
      <w:r>
        <w:tab/>
        <w:t>1.013e0</w:t>
      </w:r>
    </w:p>
    <w:p w:rsidR="007B2329" w:rsidRDefault="007B2329" w:rsidP="007B2329">
      <w:r>
        <w:t>234.0724</w:t>
      </w:r>
      <w:r>
        <w:tab/>
        <w:t>1.951e0</w:t>
      </w:r>
    </w:p>
    <w:p w:rsidR="007B2329" w:rsidRDefault="007B2329" w:rsidP="007B2329">
      <w:r>
        <w:t>234.0749</w:t>
      </w:r>
      <w:r>
        <w:tab/>
        <w:t>3.038e0</w:t>
      </w:r>
    </w:p>
    <w:p w:rsidR="007B2329" w:rsidRDefault="007B2329" w:rsidP="007B2329">
      <w:r>
        <w:t>234.0899</w:t>
      </w:r>
      <w:r>
        <w:tab/>
        <w:t>3.627e0</w:t>
      </w:r>
    </w:p>
    <w:p w:rsidR="007B2329" w:rsidRDefault="007B2329" w:rsidP="007B2329">
      <w:r>
        <w:lastRenderedPageBreak/>
        <w:t>234.0947</w:t>
      </w:r>
      <w:r>
        <w:tab/>
        <w:t>6.944e0</w:t>
      </w:r>
    </w:p>
    <w:p w:rsidR="007B2329" w:rsidRDefault="007B2329" w:rsidP="007B2329">
      <w:r>
        <w:t>234.0968</w:t>
      </w:r>
      <w:r>
        <w:tab/>
        <w:t>7.257e0</w:t>
      </w:r>
    </w:p>
    <w:p w:rsidR="007B2329" w:rsidRDefault="007B2329" w:rsidP="007B2329">
      <w:r>
        <w:t>234.1037</w:t>
      </w:r>
      <w:r>
        <w:tab/>
        <w:t>9.393e0</w:t>
      </w:r>
    </w:p>
    <w:p w:rsidR="007B2329" w:rsidRDefault="007B2329" w:rsidP="007B2329">
      <w:r>
        <w:t>234.1059</w:t>
      </w:r>
      <w:r>
        <w:tab/>
        <w:t>1.392e-1</w:t>
      </w:r>
    </w:p>
    <w:p w:rsidR="007B2329" w:rsidRDefault="007B2329" w:rsidP="007B2329">
      <w:r>
        <w:t>234.1074</w:t>
      </w:r>
      <w:r>
        <w:tab/>
        <w:t>3.607e0</w:t>
      </w:r>
    </w:p>
    <w:p w:rsidR="007B2329" w:rsidRDefault="007B2329" w:rsidP="007B2329">
      <w:r>
        <w:t>234.1404</w:t>
      </w:r>
      <w:r>
        <w:tab/>
        <w:t>1.567e0</w:t>
      </w:r>
    </w:p>
    <w:p w:rsidR="007B2329" w:rsidRDefault="007B2329" w:rsidP="007B2329">
      <w:r>
        <w:t>234.1415</w:t>
      </w:r>
      <w:r>
        <w:tab/>
        <w:t>1.013e0</w:t>
      </w:r>
    </w:p>
    <w:p w:rsidR="007B2329" w:rsidRDefault="007B2329" w:rsidP="007B2329">
      <w:r>
        <w:t>234.1449</w:t>
      </w:r>
      <w:r>
        <w:tab/>
        <w:t>4.026e0</w:t>
      </w:r>
    </w:p>
    <w:p w:rsidR="007B2329" w:rsidRDefault="007B2329" w:rsidP="007B2329">
      <w:r>
        <w:t>234.1752</w:t>
      </w:r>
      <w:r>
        <w:tab/>
        <w:t>3.038e0</w:t>
      </w:r>
    </w:p>
    <w:p w:rsidR="007B2329" w:rsidRDefault="007B2329" w:rsidP="007B2329">
      <w:r>
        <w:t>234.1788</w:t>
      </w:r>
      <w:r>
        <w:tab/>
        <w:t>1.013e0</w:t>
      </w:r>
    </w:p>
    <w:p w:rsidR="007B2329" w:rsidRDefault="007B2329" w:rsidP="007B2329">
      <w:r>
        <w:t>234.1867</w:t>
      </w:r>
      <w:r>
        <w:tab/>
        <w:t>1.013e0</w:t>
      </w:r>
    </w:p>
    <w:p w:rsidR="007B2329" w:rsidRDefault="007B2329" w:rsidP="007B2329">
      <w:r>
        <w:t>234.1905</w:t>
      </w:r>
      <w:r>
        <w:tab/>
        <w:t>1.013e0</w:t>
      </w:r>
    </w:p>
    <w:p w:rsidR="007B2329" w:rsidRDefault="007B2329" w:rsidP="007B2329">
      <w:r>
        <w:t>234.2021</w:t>
      </w:r>
      <w:r>
        <w:tab/>
        <w:t>1.013e0</w:t>
      </w:r>
    </w:p>
    <w:p w:rsidR="007B2329" w:rsidRDefault="007B2329" w:rsidP="007B2329">
      <w:r>
        <w:t>234.2065</w:t>
      </w:r>
      <w:r>
        <w:tab/>
        <w:t>1.013e0</w:t>
      </w:r>
    </w:p>
    <w:p w:rsidR="007B2329" w:rsidRDefault="007B2329" w:rsidP="007B2329">
      <w:r>
        <w:t>234.2240</w:t>
      </w:r>
      <w:r>
        <w:tab/>
        <w:t>1.013e0</w:t>
      </w:r>
    </w:p>
    <w:p w:rsidR="007B2329" w:rsidRDefault="007B2329" w:rsidP="007B2329">
      <w:r>
        <w:t>234.2356</w:t>
      </w:r>
      <w:r>
        <w:tab/>
        <w:t>1.013e0</w:t>
      </w:r>
    </w:p>
    <w:p w:rsidR="007B2329" w:rsidRDefault="007B2329" w:rsidP="007B2329">
      <w:r>
        <w:t>234.2435</w:t>
      </w:r>
      <w:r>
        <w:tab/>
        <w:t>3.038e0</w:t>
      </w:r>
    </w:p>
    <w:p w:rsidR="007B2329" w:rsidRDefault="007B2329" w:rsidP="007B2329">
      <w:r>
        <w:t>234.2460</w:t>
      </w:r>
      <w:r>
        <w:tab/>
        <w:t>4.051e0</w:t>
      </w:r>
    </w:p>
    <w:p w:rsidR="007B2329" w:rsidRDefault="007B2329" w:rsidP="007B2329">
      <w:r>
        <w:t>234.2680</w:t>
      </w:r>
      <w:r>
        <w:tab/>
        <w:t>1.013e0</w:t>
      </w:r>
    </w:p>
    <w:p w:rsidR="007B2329" w:rsidRDefault="007B2329" w:rsidP="007B2329">
      <w:r>
        <w:lastRenderedPageBreak/>
        <w:t>234.2724</w:t>
      </w:r>
      <w:r>
        <w:tab/>
        <w:t>1.013e0</w:t>
      </w:r>
    </w:p>
    <w:p w:rsidR="007B2329" w:rsidRDefault="007B2329" w:rsidP="007B2329">
      <w:r>
        <w:t>234.2887</w:t>
      </w:r>
      <w:r>
        <w:tab/>
        <w:t>1.013e0</w:t>
      </w:r>
    </w:p>
    <w:p w:rsidR="007B2329" w:rsidRDefault="007B2329" w:rsidP="007B2329">
      <w:r>
        <w:t>234.2925</w:t>
      </w:r>
      <w:r>
        <w:tab/>
        <w:t>2.025e0</w:t>
      </w:r>
    </w:p>
    <w:p w:rsidR="007B2329" w:rsidRDefault="007B2329" w:rsidP="007B2329">
      <w:r>
        <w:t>234.3003</w:t>
      </w:r>
      <w:r>
        <w:tab/>
        <w:t>1.013e0</w:t>
      </w:r>
    </w:p>
    <w:p w:rsidR="007B2329" w:rsidRDefault="007B2329" w:rsidP="007B2329">
      <w:r>
        <w:t>234.3042</w:t>
      </w:r>
      <w:r>
        <w:tab/>
        <w:t>1.013e0</w:t>
      </w:r>
    </w:p>
    <w:p w:rsidR="007B2329" w:rsidRDefault="007B2329" w:rsidP="007B2329">
      <w:r>
        <w:t>234.3164</w:t>
      </w:r>
      <w:r>
        <w:tab/>
        <w:t>1.013e0</w:t>
      </w:r>
    </w:p>
    <w:p w:rsidR="007B2329" w:rsidRDefault="007B2329" w:rsidP="007B2329">
      <w:r>
        <w:t>234.3230</w:t>
      </w:r>
      <w:r>
        <w:tab/>
        <w:t>1.025e0</w:t>
      </w:r>
    </w:p>
    <w:p w:rsidR="007B2329" w:rsidRDefault="007B2329" w:rsidP="007B2329">
      <w:r>
        <w:t>234.3252</w:t>
      </w:r>
      <w:r>
        <w:tab/>
        <w:t>2.025e0</w:t>
      </w:r>
    </w:p>
    <w:p w:rsidR="007B2329" w:rsidRDefault="007B2329" w:rsidP="007B2329">
      <w:r>
        <w:t>234.3295</w:t>
      </w:r>
      <w:r>
        <w:tab/>
        <w:t>1.013e0</w:t>
      </w:r>
    </w:p>
    <w:p w:rsidR="007B2329" w:rsidRDefault="007B2329" w:rsidP="007B2329">
      <w:r>
        <w:t>234.3532</w:t>
      </w:r>
      <w:r>
        <w:tab/>
        <w:t>1.013e0</w:t>
      </w:r>
    </w:p>
    <w:p w:rsidR="007B2329" w:rsidRDefault="007B2329" w:rsidP="007B2329">
      <w:r>
        <w:t>234.3737</w:t>
      </w:r>
      <w:r>
        <w:tab/>
        <w:t>1.013e0</w:t>
      </w:r>
    </w:p>
    <w:p w:rsidR="007B2329" w:rsidRDefault="007B2329" w:rsidP="007B2329">
      <w:r>
        <w:t>234.3810</w:t>
      </w:r>
      <w:r>
        <w:tab/>
        <w:t>6.076e0</w:t>
      </w:r>
    </w:p>
    <w:p w:rsidR="007B2329" w:rsidRDefault="007B2329" w:rsidP="007B2329">
      <w:r>
        <w:t>234.3868</w:t>
      </w:r>
      <w:r>
        <w:tab/>
        <w:t>1.013e0</w:t>
      </w:r>
    </w:p>
    <w:p w:rsidR="007B2329" w:rsidRDefault="007B2329" w:rsidP="007B2329">
      <w:r>
        <w:t>234.3906</w:t>
      </w:r>
      <w:r>
        <w:tab/>
        <w:t>1.013e0</w:t>
      </w:r>
    </w:p>
    <w:p w:rsidR="007B2329" w:rsidRDefault="007B2329" w:rsidP="007B2329">
      <w:r>
        <w:t>234.4074</w:t>
      </w:r>
      <w:r>
        <w:tab/>
        <w:t>3.038e0</w:t>
      </w:r>
    </w:p>
    <w:p w:rsidR="007B2329" w:rsidRDefault="007B2329" w:rsidP="007B2329">
      <w:r>
        <w:t>234.4101</w:t>
      </w:r>
      <w:r>
        <w:tab/>
        <w:t>1.013e0</w:t>
      </w:r>
    </w:p>
    <w:p w:rsidR="007B2329" w:rsidRDefault="007B2329" w:rsidP="007B2329">
      <w:r>
        <w:t>234.4144</w:t>
      </w:r>
      <w:r>
        <w:tab/>
        <w:t>2.038e0</w:t>
      </w:r>
    </w:p>
    <w:p w:rsidR="007B2329" w:rsidRDefault="007B2329" w:rsidP="007B2329">
      <w:r>
        <w:t>234.4263</w:t>
      </w:r>
      <w:r>
        <w:tab/>
        <w:t>1.013e0</w:t>
      </w:r>
    </w:p>
    <w:p w:rsidR="007B2329" w:rsidRDefault="007B2329" w:rsidP="007B2329">
      <w:r>
        <w:t>234.4474</w:t>
      </w:r>
      <w:r>
        <w:tab/>
        <w:t>1.013e0</w:t>
      </w:r>
    </w:p>
    <w:p w:rsidR="007B2329" w:rsidRDefault="007B2329" w:rsidP="007B2329">
      <w:r>
        <w:lastRenderedPageBreak/>
        <w:t>234.4494</w:t>
      </w:r>
      <w:r>
        <w:tab/>
        <w:t>4.051e0</w:t>
      </w:r>
    </w:p>
    <w:p w:rsidR="007B2329" w:rsidRDefault="007B2329" w:rsidP="007B2329">
      <w:r>
        <w:t>234.4631</w:t>
      </w:r>
      <w:r>
        <w:tab/>
        <w:t>1.013e0</w:t>
      </w:r>
    </w:p>
    <w:p w:rsidR="007B2329" w:rsidRDefault="007B2329" w:rsidP="007B2329">
      <w:r>
        <w:t>234.4793</w:t>
      </w:r>
      <w:r>
        <w:tab/>
        <w:t>1.013e0</w:t>
      </w:r>
    </w:p>
    <w:p w:rsidR="007B2329" w:rsidRDefault="007B2329" w:rsidP="007B2329">
      <w:r>
        <w:t>234.4836</w:t>
      </w:r>
      <w:r>
        <w:tab/>
        <w:t>1.013e0</w:t>
      </w:r>
    </w:p>
    <w:p w:rsidR="007B2329" w:rsidRDefault="007B2329" w:rsidP="007B2329">
      <w:r>
        <w:t>234.4879</w:t>
      </w:r>
      <w:r>
        <w:tab/>
        <w:t>1.013e0</w:t>
      </w:r>
    </w:p>
    <w:p w:rsidR="007B2329" w:rsidRDefault="007B2329" w:rsidP="007B2329">
      <w:r>
        <w:t>234.4924</w:t>
      </w:r>
      <w:r>
        <w:tab/>
        <w:t>1.013e0</w:t>
      </w:r>
    </w:p>
    <w:p w:rsidR="007B2329" w:rsidRDefault="007B2329" w:rsidP="007B2329">
      <w:r>
        <w:t>234.5199</w:t>
      </w:r>
      <w:r>
        <w:tab/>
        <w:t>2.025e0</w:t>
      </w:r>
    </w:p>
    <w:p w:rsidR="007B2329" w:rsidRDefault="007B2329" w:rsidP="007B2329">
      <w:r>
        <w:t>234.5333</w:t>
      </w:r>
      <w:r>
        <w:tab/>
        <w:t>2.025e0</w:t>
      </w:r>
    </w:p>
    <w:p w:rsidR="007B2329" w:rsidRDefault="007B2329" w:rsidP="007B2329">
      <w:r>
        <w:t>234.5499</w:t>
      </w:r>
      <w:r>
        <w:tab/>
        <w:t>4.051e0</w:t>
      </w:r>
    </w:p>
    <w:p w:rsidR="007B2329" w:rsidRDefault="007B2329" w:rsidP="007B2329">
      <w:r>
        <w:t>234.5572</w:t>
      </w:r>
      <w:r>
        <w:tab/>
        <w:t>1.013e0</w:t>
      </w:r>
    </w:p>
    <w:p w:rsidR="007B2329" w:rsidRDefault="007B2329" w:rsidP="007B2329">
      <w:r>
        <w:t>234.5767</w:t>
      </w:r>
      <w:r>
        <w:tab/>
        <w:t>1.013e0</w:t>
      </w:r>
    </w:p>
    <w:p w:rsidR="007B2329" w:rsidRDefault="007B2329" w:rsidP="007B2329">
      <w:r>
        <w:t>234.5849</w:t>
      </w:r>
      <w:r>
        <w:tab/>
        <w:t>2.025e0</w:t>
      </w:r>
    </w:p>
    <w:p w:rsidR="007B2329" w:rsidRDefault="007B2329" w:rsidP="007B2329">
      <w:r>
        <w:t>234.5980</w:t>
      </w:r>
      <w:r>
        <w:tab/>
        <w:t>2.025e0</w:t>
      </w:r>
    </w:p>
    <w:p w:rsidR="007B2329" w:rsidRDefault="007B2329" w:rsidP="007B2329">
      <w:r>
        <w:t>234.6064</w:t>
      </w:r>
      <w:r>
        <w:tab/>
        <w:t>1.013e0</w:t>
      </w:r>
    </w:p>
    <w:p w:rsidR="007B2329" w:rsidRDefault="007B2329" w:rsidP="007B2329">
      <w:r>
        <w:t>234.6112</w:t>
      </w:r>
      <w:r>
        <w:tab/>
        <w:t>3.038e0</w:t>
      </w:r>
    </w:p>
    <w:p w:rsidR="007B2329" w:rsidRDefault="007B2329" w:rsidP="007B2329">
      <w:r>
        <w:t>234.6424</w:t>
      </w:r>
      <w:r>
        <w:tab/>
        <w:t>2.025e0</w:t>
      </w:r>
    </w:p>
    <w:p w:rsidR="007B2329" w:rsidRDefault="007B2329" w:rsidP="007B2329">
      <w:r>
        <w:t>234.6632</w:t>
      </w:r>
      <w:r>
        <w:tab/>
        <w:t>2.025e0</w:t>
      </w:r>
    </w:p>
    <w:p w:rsidR="007B2329" w:rsidRDefault="007B2329" w:rsidP="007B2329">
      <w:r>
        <w:t>234.6749</w:t>
      </w:r>
      <w:r>
        <w:tab/>
        <w:t>1.013e0</w:t>
      </w:r>
    </w:p>
    <w:p w:rsidR="007B2329" w:rsidRDefault="007B2329" w:rsidP="007B2329">
      <w:r>
        <w:t>234.6827</w:t>
      </w:r>
      <w:r>
        <w:tab/>
        <w:t>2.025e0</w:t>
      </w:r>
    </w:p>
    <w:p w:rsidR="007B2329" w:rsidRDefault="007B2329" w:rsidP="007B2329">
      <w:r>
        <w:lastRenderedPageBreak/>
        <w:t>234.6866</w:t>
      </w:r>
      <w:r>
        <w:tab/>
        <w:t>2.025e0</w:t>
      </w:r>
    </w:p>
    <w:p w:rsidR="007B2329" w:rsidRDefault="007B2329" w:rsidP="007B2329">
      <w:r>
        <w:t>234.6949</w:t>
      </w:r>
      <w:r>
        <w:tab/>
        <w:t>1.013e0</w:t>
      </w:r>
    </w:p>
    <w:p w:rsidR="007B2329" w:rsidRDefault="007B2329" w:rsidP="007B2329">
      <w:r>
        <w:t>234.6995</w:t>
      </w:r>
      <w:r>
        <w:tab/>
        <w:t>2.025e0</w:t>
      </w:r>
    </w:p>
    <w:p w:rsidR="007B2329" w:rsidRDefault="007B2329" w:rsidP="007B2329">
      <w:r>
        <w:t>234.7037</w:t>
      </w:r>
      <w:r>
        <w:tab/>
        <w:t>1.013e0</w:t>
      </w:r>
    </w:p>
    <w:p w:rsidR="007B2329" w:rsidRDefault="007B2329" w:rsidP="007B2329">
      <w:r>
        <w:t>234.7124</w:t>
      </w:r>
      <w:r>
        <w:tab/>
        <w:t>1.013e0</w:t>
      </w:r>
    </w:p>
    <w:p w:rsidR="007B2329" w:rsidRDefault="007B2329" w:rsidP="007B2329">
      <w:r>
        <w:t>234.7161</w:t>
      </w:r>
      <w:r>
        <w:tab/>
        <w:t>2.025e0</w:t>
      </w:r>
    </w:p>
    <w:p w:rsidR="007B2329" w:rsidRDefault="007B2329" w:rsidP="007B2329">
      <w:r>
        <w:t>234.7239</w:t>
      </w:r>
      <w:r>
        <w:tab/>
        <w:t>1.013e0</w:t>
      </w:r>
    </w:p>
    <w:p w:rsidR="007B2329" w:rsidRDefault="007B2329" w:rsidP="007B2329">
      <w:r>
        <w:t>234.7278</w:t>
      </w:r>
      <w:r>
        <w:tab/>
        <w:t>2.025e0</w:t>
      </w:r>
    </w:p>
    <w:p w:rsidR="007B2329" w:rsidRDefault="007B2329" w:rsidP="007B2329">
      <w:r>
        <w:t>234.7318</w:t>
      </w:r>
      <w:r>
        <w:tab/>
        <w:t>1.013e0</w:t>
      </w:r>
    </w:p>
    <w:p w:rsidR="007B2329" w:rsidRDefault="007B2329" w:rsidP="007B2329">
      <w:r>
        <w:t>234.7395</w:t>
      </w:r>
      <w:r>
        <w:tab/>
        <w:t>1.013e0</w:t>
      </w:r>
    </w:p>
    <w:p w:rsidR="007B2329" w:rsidRDefault="007B2329" w:rsidP="007B2329">
      <w:r>
        <w:t>234.7522</w:t>
      </w:r>
      <w:r>
        <w:tab/>
        <w:t>1.013e0</w:t>
      </w:r>
    </w:p>
    <w:p w:rsidR="007B2329" w:rsidRDefault="007B2329" w:rsidP="007B2329">
      <w:r>
        <w:t>234.7610</w:t>
      </w:r>
      <w:r>
        <w:tab/>
        <w:t>2.025e0</w:t>
      </w:r>
    </w:p>
    <w:p w:rsidR="007B2329" w:rsidRDefault="007B2329" w:rsidP="007B2329">
      <w:r>
        <w:t>234.7769</w:t>
      </w:r>
      <w:r>
        <w:tab/>
        <w:t>1.013e0</w:t>
      </w:r>
    </w:p>
    <w:p w:rsidR="007B2329" w:rsidRDefault="007B2329" w:rsidP="007B2329">
      <w:r>
        <w:t>234.7808</w:t>
      </w:r>
      <w:r>
        <w:tab/>
        <w:t>1.013e0</w:t>
      </w:r>
    </w:p>
    <w:p w:rsidR="007B2329" w:rsidRDefault="007B2329" w:rsidP="007B2329">
      <w:r>
        <w:t>234.7848</w:t>
      </w:r>
      <w:r>
        <w:tab/>
        <w:t>4.051e0</w:t>
      </w:r>
    </w:p>
    <w:p w:rsidR="007B2329" w:rsidRDefault="007B2329" w:rsidP="007B2329">
      <w:r>
        <w:t>234.7962</w:t>
      </w:r>
      <w:r>
        <w:tab/>
        <w:t>1.013e0</w:t>
      </w:r>
    </w:p>
    <w:p w:rsidR="007B2329" w:rsidRDefault="007B2329" w:rsidP="007B2329">
      <w:r>
        <w:t>234.8138</w:t>
      </w:r>
      <w:r>
        <w:tab/>
        <w:t>1.013e0</w:t>
      </w:r>
    </w:p>
    <w:p w:rsidR="007B2329" w:rsidRDefault="007B2329" w:rsidP="007B2329">
      <w:r>
        <w:t>234.8180</w:t>
      </w:r>
      <w:r>
        <w:tab/>
        <w:t>4.051e0</w:t>
      </w:r>
    </w:p>
    <w:p w:rsidR="007B2329" w:rsidRDefault="007B2329" w:rsidP="007B2329">
      <w:r>
        <w:t>234.8338</w:t>
      </w:r>
      <w:r>
        <w:tab/>
        <w:t>2.025e0</w:t>
      </w:r>
    </w:p>
    <w:p w:rsidR="007B2329" w:rsidRDefault="007B2329" w:rsidP="007B2329">
      <w:r>
        <w:lastRenderedPageBreak/>
        <w:t>234.8416</w:t>
      </w:r>
      <w:r>
        <w:tab/>
        <w:t>2.025e0</w:t>
      </w:r>
    </w:p>
    <w:p w:rsidR="007B2329" w:rsidRDefault="007B2329" w:rsidP="007B2329">
      <w:r>
        <w:t>234.8493</w:t>
      </w:r>
      <w:r>
        <w:tab/>
        <w:t>1.013e0</w:t>
      </w:r>
    </w:p>
    <w:p w:rsidR="007B2329" w:rsidRDefault="007B2329" w:rsidP="007B2329">
      <w:r>
        <w:t>234.8536</w:t>
      </w:r>
      <w:r>
        <w:tab/>
        <w:t>1.013e0</w:t>
      </w:r>
    </w:p>
    <w:p w:rsidR="007B2329" w:rsidRDefault="007B2329" w:rsidP="007B2329">
      <w:r>
        <w:t>234.8667</w:t>
      </w:r>
      <w:r>
        <w:tab/>
        <w:t>1.013e0</w:t>
      </w:r>
    </w:p>
    <w:p w:rsidR="007B2329" w:rsidRDefault="007B2329" w:rsidP="007B2329">
      <w:r>
        <w:t>234.8713</w:t>
      </w:r>
      <w:r>
        <w:tab/>
        <w:t>1.013e0</w:t>
      </w:r>
    </w:p>
    <w:p w:rsidR="007B2329" w:rsidRDefault="007B2329" w:rsidP="007B2329">
      <w:r>
        <w:t>234.8828</w:t>
      </w:r>
      <w:r>
        <w:tab/>
        <w:t>1.013e0</w:t>
      </w:r>
    </w:p>
    <w:p w:rsidR="007B2329" w:rsidRDefault="007B2329" w:rsidP="007B2329">
      <w:r>
        <w:t>234.8905</w:t>
      </w:r>
      <w:r>
        <w:tab/>
        <w:t>3.739e0</w:t>
      </w:r>
    </w:p>
    <w:p w:rsidR="007B2329" w:rsidRDefault="007B2329" w:rsidP="007B2329">
      <w:r>
        <w:t>234.8946</w:t>
      </w:r>
      <w:r>
        <w:tab/>
        <w:t>3.038e0</w:t>
      </w:r>
    </w:p>
    <w:p w:rsidR="007B2329" w:rsidRDefault="007B2329" w:rsidP="007B2329">
      <w:r>
        <w:t>234.9319</w:t>
      </w:r>
      <w:r>
        <w:tab/>
        <w:t>2.025e0</w:t>
      </w:r>
    </w:p>
    <w:p w:rsidR="007B2329" w:rsidRDefault="007B2329" w:rsidP="007B2329">
      <w:r>
        <w:t>234.9398</w:t>
      </w:r>
      <w:r>
        <w:tab/>
        <w:t>1.266e-2</w:t>
      </w:r>
    </w:p>
    <w:p w:rsidR="007B2329" w:rsidRDefault="007B2329" w:rsidP="007B2329">
      <w:r>
        <w:t>234.9437</w:t>
      </w:r>
      <w:r>
        <w:tab/>
        <w:t>2.025e0</w:t>
      </w:r>
    </w:p>
    <w:p w:rsidR="007B2329" w:rsidRDefault="007B2329" w:rsidP="007B2329">
      <w:r>
        <w:t>234.9553</w:t>
      </w:r>
      <w:r>
        <w:tab/>
        <w:t>1.013e0</w:t>
      </w:r>
    </w:p>
    <w:p w:rsidR="007B2329" w:rsidRDefault="007B2329" w:rsidP="007B2329">
      <w:r>
        <w:t>234.9575</w:t>
      </w:r>
      <w:r>
        <w:tab/>
        <w:t>3.038e0</w:t>
      </w:r>
    </w:p>
    <w:p w:rsidR="007B2329" w:rsidRDefault="007B2329" w:rsidP="007B2329">
      <w:r>
        <w:t>234.9594</w:t>
      </w:r>
      <w:r>
        <w:tab/>
        <w:t>3.038e0</w:t>
      </w:r>
    </w:p>
    <w:p w:rsidR="007B2329" w:rsidRDefault="007B2329" w:rsidP="007B2329">
      <w:r>
        <w:t>234.9637</w:t>
      </w:r>
      <w:r>
        <w:tab/>
        <w:t>1.013e0</w:t>
      </w:r>
    </w:p>
    <w:p w:rsidR="007B2329" w:rsidRDefault="007B2329" w:rsidP="007B2329">
      <w:r>
        <w:t>234.9966</w:t>
      </w:r>
      <w:r>
        <w:tab/>
        <w:t>3.038e0</w:t>
      </w:r>
    </w:p>
    <w:p w:rsidR="007B2329" w:rsidRDefault="007B2329" w:rsidP="007B2329">
      <w:r>
        <w:t>235.0005</w:t>
      </w:r>
      <w:r>
        <w:tab/>
        <w:t>1.013e0</w:t>
      </w:r>
    </w:p>
    <w:p w:rsidR="007B2329" w:rsidRDefault="007B2329" w:rsidP="007B2329">
      <w:r>
        <w:t>235.0105</w:t>
      </w:r>
      <w:r>
        <w:tab/>
        <w:t>1.025e0</w:t>
      </w:r>
    </w:p>
    <w:p w:rsidR="007B2329" w:rsidRDefault="007B2329" w:rsidP="007B2329">
      <w:r>
        <w:t>235.0167</w:t>
      </w:r>
      <w:r>
        <w:tab/>
        <w:t>1.013e0</w:t>
      </w:r>
    </w:p>
    <w:p w:rsidR="007B2329" w:rsidRDefault="007B2329" w:rsidP="007B2329">
      <w:r>
        <w:lastRenderedPageBreak/>
        <w:t>235.0191</w:t>
      </w:r>
      <w:r>
        <w:tab/>
        <w:t>2.025e0</w:t>
      </w:r>
    </w:p>
    <w:p w:rsidR="007B2329" w:rsidRDefault="007B2329" w:rsidP="007B2329">
      <w:r>
        <w:t>235.0211</w:t>
      </w:r>
      <w:r>
        <w:tab/>
        <w:t>2.025e0</w:t>
      </w:r>
    </w:p>
    <w:p w:rsidR="007B2329" w:rsidRDefault="007B2329" w:rsidP="007B2329">
      <w:r>
        <w:t>235.0418</w:t>
      </w:r>
      <w:r>
        <w:tab/>
        <w:t>1.013e0</w:t>
      </w:r>
    </w:p>
    <w:p w:rsidR="007B2329" w:rsidRDefault="007B2329" w:rsidP="007B2329">
      <w:r>
        <w:t>235.0497</w:t>
      </w:r>
      <w:r>
        <w:tab/>
        <w:t>3.038e0</w:t>
      </w:r>
    </w:p>
    <w:p w:rsidR="007B2329" w:rsidRDefault="007B2329" w:rsidP="007B2329">
      <w:r>
        <w:t>235.0516</w:t>
      </w:r>
      <w:r>
        <w:tab/>
        <w:t>2.532e-2</w:t>
      </w:r>
    </w:p>
    <w:p w:rsidR="007B2329" w:rsidRDefault="007B2329" w:rsidP="007B2329">
      <w:r>
        <w:t>235.0613</w:t>
      </w:r>
      <w:r>
        <w:tab/>
        <w:t>1.013e0</w:t>
      </w:r>
    </w:p>
    <w:p w:rsidR="007B2329" w:rsidRDefault="007B2329" w:rsidP="007B2329">
      <w:r>
        <w:t>235.0740</w:t>
      </w:r>
      <w:r>
        <w:tab/>
        <w:t>1.013e0</w:t>
      </w:r>
    </w:p>
    <w:p w:rsidR="007B2329" w:rsidRDefault="007B2329" w:rsidP="007B2329">
      <w:r>
        <w:t>235.0764</w:t>
      </w:r>
      <w:r>
        <w:tab/>
        <w:t>3.184e0</w:t>
      </w:r>
    </w:p>
    <w:p w:rsidR="007B2329" w:rsidRDefault="007B2329" w:rsidP="007B2329">
      <w:r>
        <w:t>235.0972</w:t>
      </w:r>
      <w:r>
        <w:tab/>
        <w:t>6.943e0</w:t>
      </w:r>
    </w:p>
    <w:p w:rsidR="007B2329" w:rsidRDefault="007B2329" w:rsidP="007B2329">
      <w:r>
        <w:t>235.1007</w:t>
      </w:r>
      <w:r>
        <w:tab/>
        <w:t>2.025e0</w:t>
      </w:r>
    </w:p>
    <w:p w:rsidR="007B2329" w:rsidRDefault="007B2329" w:rsidP="007B2329">
      <w:r>
        <w:t>235.1026</w:t>
      </w:r>
      <w:r>
        <w:tab/>
        <w:t>1.013e0</w:t>
      </w:r>
    </w:p>
    <w:p w:rsidR="007B2329" w:rsidRDefault="007B2329" w:rsidP="007B2329">
      <w:r>
        <w:t>235.1181</w:t>
      </w:r>
      <w:r>
        <w:tab/>
        <w:t>1.013e0</w:t>
      </w:r>
    </w:p>
    <w:p w:rsidR="007B2329" w:rsidRDefault="007B2329" w:rsidP="007B2329">
      <w:r>
        <w:t>235.1439</w:t>
      </w:r>
      <w:r>
        <w:tab/>
        <w:t>1.013e0</w:t>
      </w:r>
    </w:p>
    <w:p w:rsidR="007B2329" w:rsidRDefault="007B2329" w:rsidP="007B2329">
      <w:r>
        <w:t>235.1517</w:t>
      </w:r>
      <w:r>
        <w:tab/>
        <w:t>2.025e0</w:t>
      </w:r>
    </w:p>
    <w:p w:rsidR="007B2329" w:rsidRDefault="007B2329" w:rsidP="007B2329">
      <w:r>
        <w:t>235.1556</w:t>
      </w:r>
      <w:r>
        <w:tab/>
        <w:t>1.013e0</w:t>
      </w:r>
    </w:p>
    <w:p w:rsidR="007B2329" w:rsidRDefault="007B2329" w:rsidP="007B2329">
      <w:r>
        <w:t>235.1635</w:t>
      </w:r>
      <w:r>
        <w:tab/>
        <w:t>2.025e0</w:t>
      </w:r>
    </w:p>
    <w:p w:rsidR="007B2329" w:rsidRDefault="007B2329" w:rsidP="007B2329">
      <w:r>
        <w:t>235.1671</w:t>
      </w:r>
      <w:r>
        <w:tab/>
        <w:t>3.038e0</w:t>
      </w:r>
    </w:p>
    <w:p w:rsidR="007B2329" w:rsidRDefault="007B2329" w:rsidP="007B2329">
      <w:r>
        <w:t>235.1711</w:t>
      </w:r>
      <w:r>
        <w:tab/>
        <w:t>1.013e0</w:t>
      </w:r>
    </w:p>
    <w:p w:rsidR="007B2329" w:rsidRDefault="007B2329" w:rsidP="007B2329">
      <w:r>
        <w:t>235.1753</w:t>
      </w:r>
      <w:r>
        <w:tab/>
        <w:t>4.051e0</w:t>
      </w:r>
    </w:p>
    <w:p w:rsidR="007B2329" w:rsidRDefault="007B2329" w:rsidP="007B2329">
      <w:r>
        <w:lastRenderedPageBreak/>
        <w:t>235.1843</w:t>
      </w:r>
      <w:r>
        <w:tab/>
        <w:t>1.013e0</w:t>
      </w:r>
    </w:p>
    <w:p w:rsidR="007B2329" w:rsidRDefault="007B2329" w:rsidP="007B2329">
      <w:r>
        <w:t>235.1948</w:t>
      </w:r>
      <w:r>
        <w:tab/>
        <w:t>2.025e0</w:t>
      </w:r>
    </w:p>
    <w:p w:rsidR="007B2329" w:rsidRDefault="007B2329" w:rsidP="007B2329">
      <w:r>
        <w:t>235.2009</w:t>
      </w:r>
      <w:r>
        <w:tab/>
        <w:t>1.013e0</w:t>
      </w:r>
    </w:p>
    <w:p w:rsidR="007B2329" w:rsidRDefault="007B2329" w:rsidP="007B2329">
      <w:r>
        <w:t>235.2087</w:t>
      </w:r>
      <w:r>
        <w:tab/>
        <w:t>2.025e0</w:t>
      </w:r>
    </w:p>
    <w:p w:rsidR="007B2329" w:rsidRDefault="007B2329" w:rsidP="007B2329">
      <w:r>
        <w:t>235.2203</w:t>
      </w:r>
      <w:r>
        <w:tab/>
        <w:t>1.013e0</w:t>
      </w:r>
    </w:p>
    <w:p w:rsidR="007B2329" w:rsidRDefault="007B2329" w:rsidP="007B2329">
      <w:r>
        <w:t>235.2241</w:t>
      </w:r>
      <w:r>
        <w:tab/>
        <w:t>2.025e0</w:t>
      </w:r>
    </w:p>
    <w:p w:rsidR="007B2329" w:rsidRDefault="007B2329" w:rsidP="007B2329">
      <w:r>
        <w:t>235.2372</w:t>
      </w:r>
      <w:r>
        <w:tab/>
        <w:t>2.025e0</w:t>
      </w:r>
    </w:p>
    <w:p w:rsidR="007B2329" w:rsidRDefault="007B2329" w:rsidP="007B2329">
      <w:r>
        <w:t>235.2462</w:t>
      </w:r>
      <w:r>
        <w:tab/>
        <w:t>1.013e0</w:t>
      </w:r>
    </w:p>
    <w:p w:rsidR="007B2329" w:rsidRDefault="007B2329" w:rsidP="007B2329">
      <w:r>
        <w:t>235.2772</w:t>
      </w:r>
      <w:r>
        <w:tab/>
        <w:t>1.013e0</w:t>
      </w:r>
    </w:p>
    <w:p w:rsidR="007B2329" w:rsidRDefault="007B2329" w:rsidP="007B2329">
      <w:r>
        <w:t>235.2796</w:t>
      </w:r>
      <w:r>
        <w:tab/>
        <w:t>2.025e0</w:t>
      </w:r>
    </w:p>
    <w:p w:rsidR="007B2329" w:rsidRDefault="007B2329" w:rsidP="007B2329">
      <w:r>
        <w:t>235.2858</w:t>
      </w:r>
      <w:r>
        <w:tab/>
        <w:t>1.013e0</w:t>
      </w:r>
    </w:p>
    <w:p w:rsidR="007B2329" w:rsidRDefault="007B2329" w:rsidP="007B2329">
      <w:r>
        <w:t>235.2881</w:t>
      </w:r>
      <w:r>
        <w:tab/>
        <w:t>1.025e0</w:t>
      </w:r>
    </w:p>
    <w:p w:rsidR="007B2329" w:rsidRDefault="007B2329" w:rsidP="007B2329">
      <w:r>
        <w:t>235.2903</w:t>
      </w:r>
      <w:r>
        <w:tab/>
        <w:t>1.013e0</w:t>
      </w:r>
    </w:p>
    <w:p w:rsidR="007B2329" w:rsidRDefault="007B2329" w:rsidP="007B2329">
      <w:r>
        <w:t>235.2965</w:t>
      </w:r>
      <w:r>
        <w:tab/>
        <w:t>2.025e0</w:t>
      </w:r>
    </w:p>
    <w:p w:rsidR="007B2329" w:rsidRDefault="007B2329" w:rsidP="007B2329">
      <w:r>
        <w:t>235.3030</w:t>
      </w:r>
      <w:r>
        <w:tab/>
        <w:t>2.025e0</w:t>
      </w:r>
    </w:p>
    <w:p w:rsidR="007B2329" w:rsidRDefault="007B2329" w:rsidP="007B2329">
      <w:r>
        <w:t>235.3108</w:t>
      </w:r>
      <w:r>
        <w:tab/>
        <w:t>1.266e-2</w:t>
      </w:r>
    </w:p>
    <w:p w:rsidR="007B2329" w:rsidRDefault="007B2329" w:rsidP="007B2329">
      <w:r>
        <w:t>235.3388</w:t>
      </w:r>
      <w:r>
        <w:tab/>
        <w:t>1.013e0</w:t>
      </w:r>
    </w:p>
    <w:p w:rsidR="007B2329" w:rsidRDefault="007B2329" w:rsidP="007B2329">
      <w:r>
        <w:t>235.3432</w:t>
      </w:r>
      <w:r>
        <w:tab/>
        <w:t>3.038e0</w:t>
      </w:r>
    </w:p>
    <w:p w:rsidR="007B2329" w:rsidRDefault="007B2329" w:rsidP="007B2329">
      <w:r>
        <w:t>235.3521</w:t>
      </w:r>
      <w:r>
        <w:tab/>
        <w:t>1.013e0</w:t>
      </w:r>
    </w:p>
    <w:p w:rsidR="007B2329" w:rsidRDefault="007B2329" w:rsidP="007B2329">
      <w:r>
        <w:lastRenderedPageBreak/>
        <w:t>235.3561</w:t>
      </w:r>
      <w:r>
        <w:tab/>
        <w:t>1.013e0</w:t>
      </w:r>
    </w:p>
    <w:p w:rsidR="007B2329" w:rsidRDefault="007B2329" w:rsidP="007B2329">
      <w:r>
        <w:t>235.3736</w:t>
      </w:r>
      <w:r>
        <w:tab/>
        <w:t>2.532e-2</w:t>
      </w:r>
    </w:p>
    <w:p w:rsidR="007B2329" w:rsidRDefault="007B2329" w:rsidP="007B2329">
      <w:r>
        <w:t>235.3755</w:t>
      </w:r>
      <w:r>
        <w:tab/>
        <w:t>1.013e0</w:t>
      </w:r>
    </w:p>
    <w:p w:rsidR="007B2329" w:rsidRDefault="007B2329" w:rsidP="007B2329">
      <w:r>
        <w:t>235.3794</w:t>
      </w:r>
      <w:r>
        <w:tab/>
        <w:t>1.013e0</w:t>
      </w:r>
    </w:p>
    <w:p w:rsidR="007B2329" w:rsidRDefault="007B2329" w:rsidP="007B2329">
      <w:r>
        <w:t>235.4006</w:t>
      </w:r>
      <w:r>
        <w:tab/>
        <w:t>1.013e0</w:t>
      </w:r>
    </w:p>
    <w:p w:rsidR="007B2329" w:rsidRDefault="007B2329" w:rsidP="007B2329">
      <w:r>
        <w:t>235.4050</w:t>
      </w:r>
      <w:r>
        <w:tab/>
        <w:t>1.013e0</w:t>
      </w:r>
    </w:p>
    <w:p w:rsidR="007B2329" w:rsidRDefault="007B2329" w:rsidP="007B2329">
      <w:r>
        <w:t>235.4110</w:t>
      </w:r>
      <w:r>
        <w:tab/>
        <w:t>2.025e0</w:t>
      </w:r>
    </w:p>
    <w:p w:rsidR="007B2329" w:rsidRDefault="007B2329" w:rsidP="007B2329">
      <w:r>
        <w:t>235.4150</w:t>
      </w:r>
      <w:r>
        <w:tab/>
        <w:t>2.025e0</w:t>
      </w:r>
    </w:p>
    <w:p w:rsidR="007B2329" w:rsidRDefault="007B2329" w:rsidP="007B2329">
      <w:r>
        <w:t>235.4168</w:t>
      </w:r>
      <w:r>
        <w:tab/>
        <w:t>1.025e0</w:t>
      </w:r>
    </w:p>
    <w:p w:rsidR="007B2329" w:rsidRDefault="007B2329" w:rsidP="007B2329">
      <w:r>
        <w:t>235.4285</w:t>
      </w:r>
      <w:r>
        <w:tab/>
        <w:t>2.025e0</w:t>
      </w:r>
    </w:p>
    <w:p w:rsidR="007B2329" w:rsidRDefault="007B2329" w:rsidP="007B2329">
      <w:r>
        <w:t>235.4450</w:t>
      </w:r>
      <w:r>
        <w:tab/>
        <w:t>3.038e0</w:t>
      </w:r>
    </w:p>
    <w:p w:rsidR="007B2329" w:rsidRDefault="007B2329" w:rsidP="007B2329">
      <w:r>
        <w:t>235.4537</w:t>
      </w:r>
      <w:r>
        <w:tab/>
        <w:t>1.013e0</w:t>
      </w:r>
    </w:p>
    <w:p w:rsidR="007B2329" w:rsidRDefault="007B2329" w:rsidP="007B2329">
      <w:r>
        <w:t>235.4679</w:t>
      </w:r>
      <w:r>
        <w:tab/>
        <w:t>2.025e0</w:t>
      </w:r>
    </w:p>
    <w:p w:rsidR="007B2329" w:rsidRDefault="007B2329" w:rsidP="007B2329">
      <w:r>
        <w:t>235.4815</w:t>
      </w:r>
      <w:r>
        <w:tab/>
        <w:t>1.013e0</w:t>
      </w:r>
    </w:p>
    <w:p w:rsidR="007B2329" w:rsidRDefault="007B2329" w:rsidP="007B2329">
      <w:r>
        <w:t>235.4892</w:t>
      </w:r>
      <w:r>
        <w:tab/>
        <w:t>1.013e0</w:t>
      </w:r>
    </w:p>
    <w:p w:rsidR="007B2329" w:rsidRDefault="007B2329" w:rsidP="007B2329">
      <w:r>
        <w:t>235.4978</w:t>
      </w:r>
      <w:r>
        <w:tab/>
        <w:t>1.013e0</w:t>
      </w:r>
    </w:p>
    <w:p w:rsidR="007B2329" w:rsidRDefault="007B2329" w:rsidP="007B2329">
      <w:r>
        <w:t>235.5022</w:t>
      </w:r>
      <w:r>
        <w:tab/>
        <w:t>1.013e0</w:t>
      </w:r>
    </w:p>
    <w:p w:rsidR="007B2329" w:rsidRDefault="007B2329" w:rsidP="007B2329">
      <w:r>
        <w:t>235.5190</w:t>
      </w:r>
      <w:r>
        <w:tab/>
        <w:t>2.025e0</w:t>
      </w:r>
    </w:p>
    <w:p w:rsidR="007B2329" w:rsidRDefault="007B2329" w:rsidP="007B2329">
      <w:r>
        <w:t>235.5228</w:t>
      </w:r>
      <w:r>
        <w:tab/>
        <w:t>2.025e0</w:t>
      </w:r>
    </w:p>
    <w:p w:rsidR="007B2329" w:rsidRDefault="007B2329" w:rsidP="007B2329">
      <w:r>
        <w:lastRenderedPageBreak/>
        <w:t>235.5268</w:t>
      </w:r>
      <w:r>
        <w:tab/>
        <w:t>1.013e0</w:t>
      </w:r>
    </w:p>
    <w:p w:rsidR="007B2329" w:rsidRDefault="007B2329" w:rsidP="007B2329">
      <w:r>
        <w:t>235.5552</w:t>
      </w:r>
      <w:r>
        <w:tab/>
        <w:t>1.013e0</w:t>
      </w:r>
    </w:p>
    <w:p w:rsidR="007B2329" w:rsidRDefault="007B2329" w:rsidP="007B2329">
      <w:r>
        <w:t>235.5586</w:t>
      </w:r>
      <w:r>
        <w:tab/>
        <w:t>2.025e0</w:t>
      </w:r>
    </w:p>
    <w:p w:rsidR="007B2329" w:rsidRDefault="007B2329" w:rsidP="007B2329">
      <w:r>
        <w:t>235.5641</w:t>
      </w:r>
      <w:r>
        <w:tab/>
        <w:t>1.013e0</w:t>
      </w:r>
    </w:p>
    <w:p w:rsidR="007B2329" w:rsidRDefault="007B2329" w:rsidP="007B2329">
      <w:r>
        <w:t>235.5779</w:t>
      </w:r>
      <w:r>
        <w:tab/>
        <w:t>3.051e0</w:t>
      </w:r>
    </w:p>
    <w:p w:rsidR="007B2329" w:rsidRDefault="007B2329" w:rsidP="007B2329">
      <w:r>
        <w:t>235.5797</w:t>
      </w:r>
      <w:r>
        <w:tab/>
        <w:t>1.013e0</w:t>
      </w:r>
    </w:p>
    <w:p w:rsidR="007B2329" w:rsidRDefault="007B2329" w:rsidP="007B2329">
      <w:r>
        <w:t>235.5837</w:t>
      </w:r>
      <w:r>
        <w:tab/>
        <w:t>1.013e0</w:t>
      </w:r>
    </w:p>
    <w:p w:rsidR="007B2329" w:rsidRDefault="007B2329" w:rsidP="007B2329">
      <w:r>
        <w:t>235.5994</w:t>
      </w:r>
      <w:r>
        <w:tab/>
        <w:t>1.013e0</w:t>
      </w:r>
    </w:p>
    <w:p w:rsidR="007B2329" w:rsidRDefault="007B2329" w:rsidP="007B2329">
      <w:r>
        <w:t>235.6019</w:t>
      </w:r>
      <w:r>
        <w:tab/>
        <w:t>2.025e0</w:t>
      </w:r>
    </w:p>
    <w:p w:rsidR="007B2329" w:rsidRDefault="007B2329" w:rsidP="007B2329">
      <w:r>
        <w:t>235.6127</w:t>
      </w:r>
      <w:r>
        <w:tab/>
        <w:t>1.013e0</w:t>
      </w:r>
    </w:p>
    <w:p w:rsidR="007B2329" w:rsidRDefault="007B2329" w:rsidP="007B2329">
      <w:r>
        <w:t>235.6171</w:t>
      </w:r>
      <w:r>
        <w:tab/>
        <w:t>1.013e0</w:t>
      </w:r>
    </w:p>
    <w:p w:rsidR="007B2329" w:rsidRDefault="007B2329" w:rsidP="007B2329">
      <w:r>
        <w:t>235.6250</w:t>
      </w:r>
      <w:r>
        <w:tab/>
        <w:t>1.013e0</w:t>
      </w:r>
    </w:p>
    <w:p w:rsidR="007B2329" w:rsidRDefault="007B2329" w:rsidP="007B2329">
      <w:r>
        <w:t>235.6368</w:t>
      </w:r>
      <w:r>
        <w:tab/>
        <w:t>1.013e0</w:t>
      </w:r>
    </w:p>
    <w:p w:rsidR="007B2329" w:rsidRDefault="007B2329" w:rsidP="007B2329">
      <w:r>
        <w:t>235.6483</w:t>
      </w:r>
      <w:r>
        <w:tab/>
        <w:t>3.038e0</w:t>
      </w:r>
    </w:p>
    <w:p w:rsidR="007B2329" w:rsidRDefault="007B2329" w:rsidP="007B2329">
      <w:r>
        <w:t>235.6524</w:t>
      </w:r>
      <w:r>
        <w:tab/>
        <w:t>1.013e0</w:t>
      </w:r>
    </w:p>
    <w:p w:rsidR="007B2329" w:rsidRDefault="007B2329" w:rsidP="007B2329">
      <w:r>
        <w:t>235.6657</w:t>
      </w:r>
      <w:r>
        <w:tab/>
        <w:t>3.038e0</w:t>
      </w:r>
    </w:p>
    <w:p w:rsidR="007B2329" w:rsidRDefault="007B2329" w:rsidP="007B2329">
      <w:r>
        <w:t>235.6780</w:t>
      </w:r>
      <w:r>
        <w:tab/>
        <w:t>1.013e0</w:t>
      </w:r>
    </w:p>
    <w:p w:rsidR="007B2329" w:rsidRDefault="007B2329" w:rsidP="007B2329">
      <w:r>
        <w:t>235.6898</w:t>
      </w:r>
      <w:r>
        <w:tab/>
        <w:t>2.025e0</w:t>
      </w:r>
    </w:p>
    <w:p w:rsidR="007B2329" w:rsidRDefault="007B2329" w:rsidP="007B2329">
      <w:r>
        <w:t>235.6975</w:t>
      </w:r>
      <w:r>
        <w:tab/>
        <w:t>2.025e0</w:t>
      </w:r>
    </w:p>
    <w:p w:rsidR="007B2329" w:rsidRDefault="007B2329" w:rsidP="007B2329">
      <w:r>
        <w:lastRenderedPageBreak/>
        <w:t>235.7099</w:t>
      </w:r>
      <w:r>
        <w:tab/>
        <w:t>2.025e0</w:t>
      </w:r>
    </w:p>
    <w:p w:rsidR="007B2329" w:rsidRDefault="007B2329" w:rsidP="007B2329">
      <w:r>
        <w:t>235.7144</w:t>
      </w:r>
      <w:r>
        <w:tab/>
        <w:t>1.266e-2</w:t>
      </w:r>
    </w:p>
    <w:p w:rsidR="007B2329" w:rsidRDefault="007B2329" w:rsidP="007B2329">
      <w:r>
        <w:t>235.7182</w:t>
      </w:r>
      <w:r>
        <w:tab/>
        <w:t>4.051e0</w:t>
      </w:r>
    </w:p>
    <w:p w:rsidR="007B2329" w:rsidRDefault="007B2329" w:rsidP="007B2329">
      <w:r>
        <w:t>235.7448</w:t>
      </w:r>
      <w:r>
        <w:tab/>
        <w:t>2.025e0</w:t>
      </w:r>
    </w:p>
    <w:p w:rsidR="007B2329" w:rsidRDefault="007B2329" w:rsidP="007B2329">
      <w:r>
        <w:t>235.7467</w:t>
      </w:r>
      <w:r>
        <w:tab/>
        <w:t>1.013e0</w:t>
      </w:r>
    </w:p>
    <w:p w:rsidR="007B2329" w:rsidRDefault="007B2329" w:rsidP="007B2329">
      <w:r>
        <w:t>235.7630</w:t>
      </w:r>
      <w:r>
        <w:tab/>
        <w:t>1.013e0</w:t>
      </w:r>
    </w:p>
    <w:p w:rsidR="007B2329" w:rsidRDefault="007B2329" w:rsidP="007B2329">
      <w:r>
        <w:t>235.7673</w:t>
      </w:r>
      <w:r>
        <w:tab/>
        <w:t>1.013e0</w:t>
      </w:r>
    </w:p>
    <w:p w:rsidR="007B2329" w:rsidRDefault="007B2329" w:rsidP="007B2329">
      <w:r>
        <w:t>235.8091</w:t>
      </w:r>
      <w:r>
        <w:tab/>
        <w:t>3.038e0</w:t>
      </w:r>
    </w:p>
    <w:p w:rsidR="007B2329" w:rsidRDefault="007B2329" w:rsidP="007B2329">
      <w:r>
        <w:t>235.8248</w:t>
      </w:r>
      <w:r>
        <w:tab/>
        <w:t>1.013e0</w:t>
      </w:r>
    </w:p>
    <w:p w:rsidR="007B2329" w:rsidRDefault="007B2329" w:rsidP="007B2329">
      <w:r>
        <w:t>235.8768</w:t>
      </w:r>
      <w:r>
        <w:tab/>
        <w:t>2.025e0</w:t>
      </w:r>
    </w:p>
    <w:p w:rsidR="007B2329" w:rsidRDefault="007B2329" w:rsidP="007B2329">
      <w:r>
        <w:t>235.8779</w:t>
      </w:r>
      <w:r>
        <w:tab/>
        <w:t>1.013e0</w:t>
      </w:r>
    </w:p>
    <w:p w:rsidR="007B2329" w:rsidRDefault="007B2329" w:rsidP="007B2329">
      <w:r>
        <w:t>235.8922</w:t>
      </w:r>
      <w:r>
        <w:tab/>
        <w:t>4.051e0</w:t>
      </w:r>
    </w:p>
    <w:p w:rsidR="007B2329" w:rsidRDefault="007B2329" w:rsidP="007B2329">
      <w:r>
        <w:t>235.9020</w:t>
      </w:r>
      <w:r>
        <w:tab/>
        <w:t>5.063e0</w:t>
      </w:r>
    </w:p>
    <w:p w:rsidR="007B2329" w:rsidRDefault="007B2329" w:rsidP="007B2329">
      <w:r>
        <w:t>235.9471</w:t>
      </w:r>
      <w:r>
        <w:tab/>
        <w:t>2.025e0</w:t>
      </w:r>
    </w:p>
    <w:p w:rsidR="007B2329" w:rsidRDefault="007B2329" w:rsidP="007B2329">
      <w:r>
        <w:t>235.9589</w:t>
      </w:r>
      <w:r>
        <w:tab/>
        <w:t>2.025e0</w:t>
      </w:r>
    </w:p>
    <w:p w:rsidR="007B2329" w:rsidRDefault="007B2329" w:rsidP="007B2329">
      <w:r>
        <w:t>235.9627</w:t>
      </w:r>
      <w:r>
        <w:tab/>
        <w:t>1.013e0</w:t>
      </w:r>
    </w:p>
    <w:p w:rsidR="007B2329" w:rsidRDefault="007B2329" w:rsidP="007B2329">
      <w:r>
        <w:t>235.9714</w:t>
      </w:r>
      <w:r>
        <w:tab/>
        <w:t>2.025e0</w:t>
      </w:r>
    </w:p>
    <w:p w:rsidR="007B2329" w:rsidRDefault="007B2329" w:rsidP="007B2329">
      <w:r>
        <w:t>235.9753</w:t>
      </w:r>
      <w:r>
        <w:tab/>
        <w:t>2.025e0</w:t>
      </w:r>
    </w:p>
    <w:p w:rsidR="007B2329" w:rsidRDefault="007B2329" w:rsidP="007B2329">
      <w:r>
        <w:t>235.9963</w:t>
      </w:r>
      <w:r>
        <w:tab/>
        <w:t>1.013e0</w:t>
      </w:r>
    </w:p>
    <w:p w:rsidR="007B2329" w:rsidRDefault="007B2329" w:rsidP="007B2329">
      <w:r>
        <w:lastRenderedPageBreak/>
        <w:t>236.0243</w:t>
      </w:r>
      <w:r>
        <w:tab/>
        <w:t>4.051e0</w:t>
      </w:r>
    </w:p>
    <w:p w:rsidR="007B2329" w:rsidRDefault="007B2329" w:rsidP="007B2329">
      <w:r>
        <w:t>236.0269</w:t>
      </w:r>
      <w:r>
        <w:tab/>
        <w:t>4.506e0</w:t>
      </w:r>
    </w:p>
    <w:p w:rsidR="007B2329" w:rsidRDefault="007B2329" w:rsidP="007B2329">
      <w:r>
        <w:t>236.0373</w:t>
      </w:r>
      <w:r>
        <w:tab/>
        <w:t>1.013e0</w:t>
      </w:r>
    </w:p>
    <w:p w:rsidR="007B2329" w:rsidRDefault="007B2329" w:rsidP="007B2329">
      <w:r>
        <w:t>236.0430</w:t>
      </w:r>
      <w:r>
        <w:tab/>
        <w:t>3.038e0</w:t>
      </w:r>
    </w:p>
    <w:p w:rsidR="007B2329" w:rsidRDefault="007B2329" w:rsidP="007B2329">
      <w:r>
        <w:t>236.0455</w:t>
      </w:r>
      <w:r>
        <w:tab/>
        <w:t>2.025e0</w:t>
      </w:r>
    </w:p>
    <w:p w:rsidR="007B2329" w:rsidRDefault="007B2329" w:rsidP="007B2329">
      <w:r>
        <w:t>236.0573</w:t>
      </w:r>
      <w:r>
        <w:tab/>
        <w:t>2.025e0</w:t>
      </w:r>
    </w:p>
    <w:p w:rsidR="007B2329" w:rsidRDefault="007B2329" w:rsidP="007B2329">
      <w:r>
        <w:t>236.0640</w:t>
      </w:r>
      <w:r>
        <w:tab/>
        <w:t>3.038e0</w:t>
      </w:r>
    </w:p>
    <w:p w:rsidR="007B2329" w:rsidRDefault="007B2329" w:rsidP="007B2329">
      <w:r>
        <w:t>236.0820</w:t>
      </w:r>
      <w:r>
        <w:tab/>
        <w:t>4.026e0</w:t>
      </w:r>
    </w:p>
    <w:p w:rsidR="007B2329" w:rsidRDefault="007B2329" w:rsidP="007B2329">
      <w:r>
        <w:t>236.0949</w:t>
      </w:r>
      <w:r>
        <w:tab/>
        <w:t>1.013e0</w:t>
      </w:r>
    </w:p>
    <w:p w:rsidR="007B2329" w:rsidRDefault="007B2329" w:rsidP="007B2329">
      <w:r>
        <w:t>236.1064</w:t>
      </w:r>
      <w:r>
        <w:tab/>
        <w:t>3.038e0</w:t>
      </w:r>
    </w:p>
    <w:p w:rsidR="007B2329" w:rsidRDefault="007B2329" w:rsidP="007B2329">
      <w:r>
        <w:t>236.1103</w:t>
      </w:r>
      <w:r>
        <w:tab/>
        <w:t>2.025e0</w:t>
      </w:r>
    </w:p>
    <w:p w:rsidR="007B2329" w:rsidRDefault="007B2329" w:rsidP="007B2329">
      <w:r>
        <w:t>236.1181</w:t>
      </w:r>
      <w:r>
        <w:tab/>
        <w:t>1.013e0</w:t>
      </w:r>
    </w:p>
    <w:p w:rsidR="007B2329" w:rsidRDefault="007B2329" w:rsidP="007B2329">
      <w:r>
        <w:t>236.1241</w:t>
      </w:r>
      <w:r>
        <w:tab/>
        <w:t>2.025e0</w:t>
      </w:r>
    </w:p>
    <w:p w:rsidR="007B2329" w:rsidRDefault="007B2329" w:rsidP="007B2329">
      <w:r>
        <w:t>236.1517</w:t>
      </w:r>
      <w:r>
        <w:tab/>
        <w:t>2.025e0</w:t>
      </w:r>
    </w:p>
    <w:p w:rsidR="007B2329" w:rsidRDefault="007B2329" w:rsidP="007B2329">
      <w:r>
        <w:t>236.1555</w:t>
      </w:r>
      <w:r>
        <w:tab/>
        <w:t>1.013e0</w:t>
      </w:r>
    </w:p>
    <w:p w:rsidR="007B2329" w:rsidRDefault="007B2329" w:rsidP="007B2329">
      <w:r>
        <w:t>236.1594</w:t>
      </w:r>
      <w:r>
        <w:tab/>
        <w:t>1.013e0</w:t>
      </w:r>
    </w:p>
    <w:p w:rsidR="007B2329" w:rsidRDefault="007B2329" w:rsidP="007B2329">
      <w:r>
        <w:t>236.1634</w:t>
      </w:r>
      <w:r>
        <w:tab/>
        <w:t>2.025e0</w:t>
      </w:r>
    </w:p>
    <w:p w:rsidR="007B2329" w:rsidRDefault="007B2329" w:rsidP="007B2329">
      <w:r>
        <w:t>236.1795</w:t>
      </w:r>
      <w:r>
        <w:tab/>
        <w:t>2.025e0</w:t>
      </w:r>
    </w:p>
    <w:p w:rsidR="007B2329" w:rsidRDefault="007B2329" w:rsidP="007B2329">
      <w:r>
        <w:t>236.1878</w:t>
      </w:r>
      <w:r>
        <w:tab/>
        <w:t>1.013e0</w:t>
      </w:r>
    </w:p>
    <w:p w:rsidR="007B2329" w:rsidRDefault="007B2329" w:rsidP="007B2329">
      <w:r>
        <w:lastRenderedPageBreak/>
        <w:t>236.1971</w:t>
      </w:r>
      <w:r>
        <w:tab/>
        <w:t>3.038e0</w:t>
      </w:r>
    </w:p>
    <w:p w:rsidR="007B2329" w:rsidRDefault="007B2329" w:rsidP="007B2329">
      <w:r>
        <w:t>236.2010</w:t>
      </w:r>
      <w:r>
        <w:tab/>
        <w:t>1.013e0</w:t>
      </w:r>
    </w:p>
    <w:p w:rsidR="007B2329" w:rsidRDefault="007B2329" w:rsidP="007B2329">
      <w:r>
        <w:t>236.2107</w:t>
      </w:r>
      <w:r>
        <w:tab/>
        <w:t>3.038e0</w:t>
      </w:r>
    </w:p>
    <w:p w:rsidR="007B2329" w:rsidRDefault="007B2329" w:rsidP="007B2329">
      <w:r>
        <w:t>236.2213</w:t>
      </w:r>
      <w:r>
        <w:tab/>
        <w:t>2.038e0</w:t>
      </w:r>
    </w:p>
    <w:p w:rsidR="007B2329" w:rsidRDefault="007B2329" w:rsidP="007B2329">
      <w:r>
        <w:t>236.2365</w:t>
      </w:r>
      <w:r>
        <w:tab/>
        <w:t>1.013e0</w:t>
      </w:r>
    </w:p>
    <w:p w:rsidR="007B2329" w:rsidRDefault="007B2329" w:rsidP="007B2329">
      <w:r>
        <w:t>236.2454</w:t>
      </w:r>
      <w:r>
        <w:tab/>
        <w:t>1.013e0</w:t>
      </w:r>
    </w:p>
    <w:p w:rsidR="007B2329" w:rsidRDefault="007B2329" w:rsidP="007B2329">
      <w:r>
        <w:t>236.2498</w:t>
      </w:r>
      <w:r>
        <w:tab/>
        <w:t>1.013e0</w:t>
      </w:r>
    </w:p>
    <w:p w:rsidR="007B2329" w:rsidRDefault="007B2329" w:rsidP="007B2329">
      <w:r>
        <w:t>236.2540</w:t>
      </w:r>
      <w:r>
        <w:tab/>
        <w:t>1.013e0</w:t>
      </w:r>
    </w:p>
    <w:p w:rsidR="007B2329" w:rsidRDefault="007B2329" w:rsidP="007B2329">
      <w:r>
        <w:t>236.2578</w:t>
      </w:r>
      <w:r>
        <w:tab/>
        <w:t>2.025e0</w:t>
      </w:r>
    </w:p>
    <w:p w:rsidR="007B2329" w:rsidRDefault="007B2329" w:rsidP="007B2329">
      <w:r>
        <w:t>236.2835</w:t>
      </w:r>
      <w:r>
        <w:tab/>
        <w:t>2.025e0</w:t>
      </w:r>
    </w:p>
    <w:p w:rsidR="007B2329" w:rsidRDefault="007B2329" w:rsidP="007B2329">
      <w:r>
        <w:t>236.2941</w:t>
      </w:r>
      <w:r>
        <w:tab/>
        <w:t>1.013e0</w:t>
      </w:r>
    </w:p>
    <w:p w:rsidR="007B2329" w:rsidRDefault="007B2329" w:rsidP="007B2329">
      <w:r>
        <w:t>236.2986</w:t>
      </w:r>
      <w:r>
        <w:tab/>
        <w:t>2.025e0</w:t>
      </w:r>
    </w:p>
    <w:p w:rsidR="007B2329" w:rsidRDefault="007B2329" w:rsidP="007B2329">
      <w:r>
        <w:t>236.3127</w:t>
      </w:r>
      <w:r>
        <w:tab/>
        <w:t>3.038e0</w:t>
      </w:r>
    </w:p>
    <w:p w:rsidR="007B2329" w:rsidRDefault="007B2329" w:rsidP="007B2329">
      <w:r>
        <w:t>236.3265</w:t>
      </w:r>
      <w:r>
        <w:tab/>
        <w:t>1.013e0</w:t>
      </w:r>
    </w:p>
    <w:p w:rsidR="007B2329" w:rsidRDefault="007B2329" w:rsidP="007B2329">
      <w:r>
        <w:t>236.3385</w:t>
      </w:r>
      <w:r>
        <w:tab/>
        <w:t>1.013e0</w:t>
      </w:r>
    </w:p>
    <w:p w:rsidR="007B2329" w:rsidRDefault="007B2329" w:rsidP="007B2329">
      <w:r>
        <w:t>236.3518</w:t>
      </w:r>
      <w:r>
        <w:tab/>
        <w:t>2.025e0</w:t>
      </w:r>
    </w:p>
    <w:p w:rsidR="007B2329" w:rsidRDefault="007B2329" w:rsidP="007B2329">
      <w:r>
        <w:t>236.3591</w:t>
      </w:r>
      <w:r>
        <w:tab/>
        <w:t>2.025e0</w:t>
      </w:r>
    </w:p>
    <w:p w:rsidR="007B2329" w:rsidRDefault="007B2329" w:rsidP="007B2329">
      <w:r>
        <w:t>236.3601</w:t>
      </w:r>
      <w:r>
        <w:tab/>
        <w:t>1.013e0</w:t>
      </w:r>
    </w:p>
    <w:p w:rsidR="007B2329" w:rsidRDefault="007B2329" w:rsidP="007B2329">
      <w:r>
        <w:t>236.3678</w:t>
      </w:r>
      <w:r>
        <w:tab/>
        <w:t>1.013e0</w:t>
      </w:r>
    </w:p>
    <w:p w:rsidR="007B2329" w:rsidRDefault="007B2329" w:rsidP="007B2329">
      <w:r>
        <w:lastRenderedPageBreak/>
        <w:t>236.3834</w:t>
      </w:r>
      <w:r>
        <w:tab/>
        <w:t>1.013e0</w:t>
      </w:r>
    </w:p>
    <w:p w:rsidR="007B2329" w:rsidRDefault="007B2329" w:rsidP="007B2329">
      <w:r>
        <w:t>236.4050</w:t>
      </w:r>
      <w:r>
        <w:tab/>
        <w:t>1.013e0</w:t>
      </w:r>
    </w:p>
    <w:p w:rsidR="007B2329" w:rsidRDefault="007B2329" w:rsidP="007B2329">
      <w:r>
        <w:t>236.4093</w:t>
      </w:r>
      <w:r>
        <w:tab/>
        <w:t>1.013e0</w:t>
      </w:r>
    </w:p>
    <w:p w:rsidR="007B2329" w:rsidRDefault="007B2329" w:rsidP="007B2329">
      <w:r>
        <w:t>236.4151</w:t>
      </w:r>
      <w:r>
        <w:tab/>
        <w:t>2.025e0</w:t>
      </w:r>
    </w:p>
    <w:p w:rsidR="007B2329" w:rsidRDefault="007B2329" w:rsidP="007B2329">
      <w:r>
        <w:t>236.4387</w:t>
      </w:r>
      <w:r>
        <w:tab/>
        <w:t>4.051e0</w:t>
      </w:r>
    </w:p>
    <w:p w:rsidR="007B2329" w:rsidRDefault="007B2329" w:rsidP="007B2329">
      <w:r>
        <w:t>236.4700</w:t>
      </w:r>
      <w:r>
        <w:tab/>
        <w:t>1.013e0</w:t>
      </w:r>
    </w:p>
    <w:p w:rsidR="007B2329" w:rsidRDefault="007B2329" w:rsidP="007B2329">
      <w:r>
        <w:t>236.4780</w:t>
      </w:r>
      <w:r>
        <w:tab/>
        <w:t>3.038e0</w:t>
      </w:r>
    </w:p>
    <w:p w:rsidR="007B2329" w:rsidRDefault="007B2329" w:rsidP="007B2329">
      <w:r>
        <w:t>236.4798</w:t>
      </w:r>
      <w:r>
        <w:tab/>
        <w:t>2.025e0</w:t>
      </w:r>
    </w:p>
    <w:p w:rsidR="007B2329" w:rsidRDefault="007B2329" w:rsidP="007B2329">
      <w:r>
        <w:t>236.4843</w:t>
      </w:r>
      <w:r>
        <w:tab/>
        <w:t>3.038e0</w:t>
      </w:r>
    </w:p>
    <w:p w:rsidR="007B2329" w:rsidRDefault="007B2329" w:rsidP="007B2329">
      <w:r>
        <w:t>236.4935</w:t>
      </w:r>
      <w:r>
        <w:tab/>
        <w:t>1.013e0</w:t>
      </w:r>
    </w:p>
    <w:p w:rsidR="007B2329" w:rsidRDefault="007B2329" w:rsidP="007B2329">
      <w:r>
        <w:t>236.5113</w:t>
      </w:r>
      <w:r>
        <w:tab/>
        <w:t>1.013e0</w:t>
      </w:r>
    </w:p>
    <w:p w:rsidR="007B2329" w:rsidRDefault="007B2329" w:rsidP="007B2329">
      <w:r>
        <w:t>236.5155</w:t>
      </w:r>
      <w:r>
        <w:tab/>
        <w:t>1.013e0</w:t>
      </w:r>
    </w:p>
    <w:p w:rsidR="007B2329" w:rsidRDefault="007B2329" w:rsidP="007B2329">
      <w:r>
        <w:t>236.5194</w:t>
      </w:r>
      <w:r>
        <w:tab/>
        <w:t>1.013e0</w:t>
      </w:r>
    </w:p>
    <w:p w:rsidR="007B2329" w:rsidRDefault="007B2329" w:rsidP="007B2329">
      <w:r>
        <w:t>236.5215</w:t>
      </w:r>
      <w:r>
        <w:tab/>
        <w:t>3.038e0</w:t>
      </w:r>
    </w:p>
    <w:p w:rsidR="007B2329" w:rsidRDefault="007B2329" w:rsidP="007B2329">
      <w:r>
        <w:t>236.5232</w:t>
      </w:r>
      <w:r>
        <w:tab/>
        <w:t>2.025e0</w:t>
      </w:r>
    </w:p>
    <w:p w:rsidR="007B2329" w:rsidRDefault="007B2329" w:rsidP="007B2329">
      <w:r>
        <w:t>236.5426</w:t>
      </w:r>
      <w:r>
        <w:tab/>
        <w:t>2.025e0</w:t>
      </w:r>
    </w:p>
    <w:p w:rsidR="007B2329" w:rsidRDefault="007B2329" w:rsidP="007B2329">
      <w:r>
        <w:t>236.5479</w:t>
      </w:r>
      <w:r>
        <w:tab/>
        <w:t>2.038e0</w:t>
      </w:r>
    </w:p>
    <w:p w:rsidR="007B2329" w:rsidRDefault="007B2329" w:rsidP="007B2329">
      <w:r>
        <w:t>236.5518</w:t>
      </w:r>
      <w:r>
        <w:tab/>
        <w:t>3.038e0</w:t>
      </w:r>
    </w:p>
    <w:p w:rsidR="007B2329" w:rsidRDefault="007B2329" w:rsidP="007B2329">
      <w:r>
        <w:t>236.5590</w:t>
      </w:r>
      <w:r>
        <w:tab/>
        <w:t>2.025e0</w:t>
      </w:r>
    </w:p>
    <w:p w:rsidR="007B2329" w:rsidRDefault="007B2329" w:rsidP="007B2329">
      <w:r>
        <w:lastRenderedPageBreak/>
        <w:t>236.5685</w:t>
      </w:r>
      <w:r>
        <w:tab/>
        <w:t>2.025e0</w:t>
      </w:r>
    </w:p>
    <w:p w:rsidR="007B2329" w:rsidRDefault="007B2329" w:rsidP="007B2329">
      <w:r>
        <w:t>236.5723</w:t>
      </w:r>
      <w:r>
        <w:tab/>
        <w:t>2.025e0</w:t>
      </w:r>
    </w:p>
    <w:p w:rsidR="007B2329" w:rsidRDefault="007B2329" w:rsidP="007B2329">
      <w:r>
        <w:t>236.5882</w:t>
      </w:r>
      <w:r>
        <w:tab/>
        <w:t>1.013e0</w:t>
      </w:r>
    </w:p>
    <w:p w:rsidR="007B2329" w:rsidRDefault="007B2329" w:rsidP="007B2329">
      <w:r>
        <w:t>236.5957</w:t>
      </w:r>
      <w:r>
        <w:tab/>
        <w:t>1.084e0</w:t>
      </w:r>
    </w:p>
    <w:p w:rsidR="007B2329" w:rsidRDefault="007B2329" w:rsidP="007B2329">
      <w:r>
        <w:t>236.6046</w:t>
      </w:r>
      <w:r>
        <w:tab/>
        <w:t>3.038e0</w:t>
      </w:r>
    </w:p>
    <w:p w:rsidR="007B2329" w:rsidRDefault="007B2329" w:rsidP="007B2329">
      <w:r>
        <w:t>236.6133</w:t>
      </w:r>
      <w:r>
        <w:tab/>
        <w:t>2.025e0</w:t>
      </w:r>
    </w:p>
    <w:p w:rsidR="007B2329" w:rsidRDefault="007B2329" w:rsidP="007B2329">
      <w:r>
        <w:t>236.6207</w:t>
      </w:r>
      <w:r>
        <w:tab/>
        <w:t>2.025e0</w:t>
      </w:r>
    </w:p>
    <w:p w:rsidR="007B2329" w:rsidRDefault="007B2329" w:rsidP="007B2329">
      <w:r>
        <w:t>236.6293</w:t>
      </w:r>
      <w:r>
        <w:tab/>
        <w:t>1.013e0</w:t>
      </w:r>
    </w:p>
    <w:p w:rsidR="007B2329" w:rsidRDefault="007B2329" w:rsidP="007B2329">
      <w:r>
        <w:t>236.6334</w:t>
      </w:r>
      <w:r>
        <w:tab/>
        <w:t>1.013e0</w:t>
      </w:r>
    </w:p>
    <w:p w:rsidR="007B2329" w:rsidRDefault="007B2329" w:rsidP="007B2329">
      <w:r>
        <w:t>236.6412</w:t>
      </w:r>
      <w:r>
        <w:tab/>
        <w:t>1.013e0</w:t>
      </w:r>
    </w:p>
    <w:p w:rsidR="007B2329" w:rsidRDefault="007B2329" w:rsidP="007B2329">
      <w:r>
        <w:t>236.6488</w:t>
      </w:r>
      <w:r>
        <w:tab/>
        <w:t>1.013e0</w:t>
      </w:r>
    </w:p>
    <w:p w:rsidR="007B2329" w:rsidRDefault="007B2329" w:rsidP="007B2329">
      <w:r>
        <w:t>236.6620</w:t>
      </w:r>
      <w:r>
        <w:tab/>
        <w:t>4.051e0</w:t>
      </w:r>
    </w:p>
    <w:p w:rsidR="007B2329" w:rsidRDefault="007B2329" w:rsidP="007B2329">
      <w:r>
        <w:t>236.6747</w:t>
      </w:r>
      <w:r>
        <w:tab/>
        <w:t>1.025e0</w:t>
      </w:r>
    </w:p>
    <w:p w:rsidR="007B2329" w:rsidRDefault="007B2329" w:rsidP="007B2329">
      <w:r>
        <w:t>236.6981</w:t>
      </w:r>
      <w:r>
        <w:tab/>
        <w:t>1.013e0</w:t>
      </w:r>
    </w:p>
    <w:p w:rsidR="007B2329" w:rsidRDefault="007B2329" w:rsidP="007B2329">
      <w:r>
        <w:t>236.7198</w:t>
      </w:r>
      <w:r>
        <w:tab/>
        <w:t>1.013e0</w:t>
      </w:r>
    </w:p>
    <w:p w:rsidR="007B2329" w:rsidRDefault="007B2329" w:rsidP="007B2329">
      <w:r>
        <w:t>236.7473</w:t>
      </w:r>
      <w:r>
        <w:tab/>
        <w:t>2.532e-2</w:t>
      </w:r>
    </w:p>
    <w:p w:rsidR="007B2329" w:rsidRDefault="007B2329" w:rsidP="007B2329">
      <w:r>
        <w:t>236.7731</w:t>
      </w:r>
      <w:r>
        <w:tab/>
        <w:t>1.013e0</w:t>
      </w:r>
    </w:p>
    <w:p w:rsidR="007B2329" w:rsidRDefault="007B2329" w:rsidP="007B2329">
      <w:r>
        <w:t>236.7809</w:t>
      </w:r>
      <w:r>
        <w:tab/>
        <w:t>1.025e0</w:t>
      </w:r>
    </w:p>
    <w:p w:rsidR="007B2329" w:rsidRDefault="007B2329" w:rsidP="007B2329">
      <w:r>
        <w:t>236.7848</w:t>
      </w:r>
      <w:r>
        <w:tab/>
        <w:t>1.013e0</w:t>
      </w:r>
    </w:p>
    <w:p w:rsidR="007B2329" w:rsidRDefault="007B2329" w:rsidP="007B2329">
      <w:r>
        <w:lastRenderedPageBreak/>
        <w:t>236.7888</w:t>
      </w:r>
      <w:r>
        <w:tab/>
        <w:t>3.038e0</w:t>
      </w:r>
    </w:p>
    <w:p w:rsidR="007B2329" w:rsidRDefault="007B2329" w:rsidP="007B2329">
      <w:r>
        <w:t>236.7946</w:t>
      </w:r>
      <w:r>
        <w:tab/>
        <w:t>2.025e0</w:t>
      </w:r>
    </w:p>
    <w:p w:rsidR="007B2329" w:rsidRDefault="007B2329" w:rsidP="007B2329">
      <w:r>
        <w:t>236.8004</w:t>
      </w:r>
      <w:r>
        <w:tab/>
        <w:t>1.013e0</w:t>
      </w:r>
    </w:p>
    <w:p w:rsidR="007B2329" w:rsidRDefault="007B2329" w:rsidP="007B2329">
      <w:r>
        <w:t>236.8130</w:t>
      </w:r>
      <w:r>
        <w:tab/>
        <w:t>2.025e0</w:t>
      </w:r>
    </w:p>
    <w:p w:rsidR="007B2329" w:rsidRDefault="007B2329" w:rsidP="007B2329">
      <w:r>
        <w:t>236.8175</w:t>
      </w:r>
      <w:r>
        <w:tab/>
        <w:t>2.025e0</w:t>
      </w:r>
    </w:p>
    <w:p w:rsidR="007B2329" w:rsidRDefault="007B2329" w:rsidP="007B2329">
      <w:r>
        <w:t>236.8379</w:t>
      </w:r>
      <w:r>
        <w:tab/>
        <w:t>1.013e0</w:t>
      </w:r>
    </w:p>
    <w:p w:rsidR="007B2329" w:rsidRDefault="007B2329" w:rsidP="007B2329">
      <w:r>
        <w:t>236.8458</w:t>
      </w:r>
      <w:r>
        <w:tab/>
        <w:t>1.013e0</w:t>
      </w:r>
    </w:p>
    <w:p w:rsidR="007B2329" w:rsidRDefault="007B2329" w:rsidP="007B2329">
      <w:r>
        <w:t>236.8497</w:t>
      </w:r>
      <w:r>
        <w:tab/>
        <w:t>1.013e0</w:t>
      </w:r>
    </w:p>
    <w:p w:rsidR="007B2329" w:rsidRDefault="007B2329" w:rsidP="007B2329">
      <w:r>
        <w:t>236.8574</w:t>
      </w:r>
      <w:r>
        <w:tab/>
        <w:t>1.025e0</w:t>
      </w:r>
    </w:p>
    <w:p w:rsidR="007B2329" w:rsidRDefault="007B2329" w:rsidP="007B2329">
      <w:r>
        <w:t>236.8683</w:t>
      </w:r>
      <w:r>
        <w:tab/>
        <w:t>2.025e0</w:t>
      </w:r>
    </w:p>
    <w:p w:rsidR="007B2329" w:rsidRDefault="007B2329" w:rsidP="007B2329">
      <w:r>
        <w:t>236.8727</w:t>
      </w:r>
      <w:r>
        <w:tab/>
        <w:t>1.025e0</w:t>
      </w:r>
    </w:p>
    <w:p w:rsidR="007B2329" w:rsidRDefault="007B2329" w:rsidP="007B2329">
      <w:r>
        <w:t>236.8911</w:t>
      </w:r>
      <w:r>
        <w:tab/>
        <w:t>1.013e0</w:t>
      </w:r>
    </w:p>
    <w:p w:rsidR="007B2329" w:rsidRDefault="007B2329" w:rsidP="007B2329">
      <w:r>
        <w:t>236.8990</w:t>
      </w:r>
      <w:r>
        <w:tab/>
        <w:t>1.013e0</w:t>
      </w:r>
    </w:p>
    <w:p w:rsidR="007B2329" w:rsidRDefault="007B2329" w:rsidP="007B2329">
      <w:r>
        <w:t>236.9028</w:t>
      </w:r>
      <w:r>
        <w:tab/>
        <w:t>1.013e0</w:t>
      </w:r>
    </w:p>
    <w:p w:rsidR="007B2329" w:rsidRDefault="007B2329" w:rsidP="007B2329">
      <w:r>
        <w:t>236.9106</w:t>
      </w:r>
      <w:r>
        <w:tab/>
        <w:t>1.013e0</w:t>
      </w:r>
    </w:p>
    <w:p w:rsidR="007B2329" w:rsidRDefault="007B2329" w:rsidP="007B2329">
      <w:r>
        <w:t>236.9240</w:t>
      </w:r>
      <w:r>
        <w:tab/>
        <w:t>3.038e0</w:t>
      </w:r>
    </w:p>
    <w:p w:rsidR="007B2329" w:rsidRDefault="007B2329" w:rsidP="007B2329">
      <w:r>
        <w:t>236.9274</w:t>
      </w:r>
      <w:r>
        <w:tab/>
        <w:t>3.038e0</w:t>
      </w:r>
    </w:p>
    <w:p w:rsidR="007B2329" w:rsidRDefault="007B2329" w:rsidP="007B2329">
      <w:r>
        <w:t>236.9364</w:t>
      </w:r>
      <w:r>
        <w:tab/>
        <w:t>1.013e0</w:t>
      </w:r>
    </w:p>
    <w:p w:rsidR="007B2329" w:rsidRDefault="007B2329" w:rsidP="007B2329">
      <w:r>
        <w:t>236.9402</w:t>
      </w:r>
      <w:r>
        <w:tab/>
        <w:t>1.013e0</w:t>
      </w:r>
    </w:p>
    <w:p w:rsidR="007B2329" w:rsidRDefault="007B2329" w:rsidP="007B2329">
      <w:r>
        <w:lastRenderedPageBreak/>
        <w:t>236.9520</w:t>
      </w:r>
      <w:r>
        <w:tab/>
        <w:t>2.025e0</w:t>
      </w:r>
    </w:p>
    <w:p w:rsidR="007B2329" w:rsidRDefault="007B2329" w:rsidP="007B2329">
      <w:r>
        <w:t>236.9684</w:t>
      </w:r>
      <w:r>
        <w:tab/>
        <w:t>2.532e-2</w:t>
      </w:r>
    </w:p>
    <w:p w:rsidR="007B2329" w:rsidRDefault="007B2329" w:rsidP="007B2329">
      <w:r>
        <w:t>236.9767</w:t>
      </w:r>
      <w:r>
        <w:tab/>
        <w:t>4.051e0</w:t>
      </w:r>
    </w:p>
    <w:p w:rsidR="007B2329" w:rsidRDefault="007B2329" w:rsidP="007B2329">
      <w:r>
        <w:t>236.9888</w:t>
      </w:r>
      <w:r>
        <w:tab/>
        <w:t>1.515e0</w:t>
      </w:r>
    </w:p>
    <w:p w:rsidR="007B2329" w:rsidRDefault="007B2329" w:rsidP="007B2329">
      <w:r>
        <w:t>237.0228</w:t>
      </w:r>
      <w:r>
        <w:tab/>
        <w:t>4.127e0</w:t>
      </w:r>
    </w:p>
    <w:p w:rsidR="007B2329" w:rsidRDefault="007B2329" w:rsidP="007B2329">
      <w:r>
        <w:t>237.0325</w:t>
      </w:r>
      <w:r>
        <w:tab/>
        <w:t>4.051e0</w:t>
      </w:r>
    </w:p>
    <w:p w:rsidR="007B2329" w:rsidRDefault="007B2329" w:rsidP="007B2329">
      <w:r>
        <w:t>237.0408</w:t>
      </w:r>
      <w:r>
        <w:tab/>
        <w:t>2.025e0</w:t>
      </w:r>
    </w:p>
    <w:p w:rsidR="007B2329" w:rsidRDefault="007B2329" w:rsidP="007B2329">
      <w:r>
        <w:t>237.0562</w:t>
      </w:r>
      <w:r>
        <w:tab/>
        <w:t>2.025e0</w:t>
      </w:r>
    </w:p>
    <w:p w:rsidR="007B2329" w:rsidRDefault="007B2329" w:rsidP="007B2329">
      <w:r>
        <w:t>237.0582</w:t>
      </w:r>
      <w:r>
        <w:tab/>
        <w:t>1.013e0</w:t>
      </w:r>
    </w:p>
    <w:p w:rsidR="007B2329" w:rsidRDefault="007B2329" w:rsidP="007B2329">
      <w:r>
        <w:t>237.0733</w:t>
      </w:r>
      <w:r>
        <w:tab/>
        <w:t>2.025e0</w:t>
      </w:r>
    </w:p>
    <w:p w:rsidR="007B2329" w:rsidRDefault="007B2329" w:rsidP="007B2329">
      <w:r>
        <w:t>237.0795</w:t>
      </w:r>
      <w:r>
        <w:tab/>
        <w:t>1.013e0</w:t>
      </w:r>
    </w:p>
    <w:p w:rsidR="007B2329" w:rsidRDefault="007B2329" w:rsidP="007B2329">
      <w:r>
        <w:t>237.0840</w:t>
      </w:r>
      <w:r>
        <w:tab/>
        <w:t>1.013e0</w:t>
      </w:r>
    </w:p>
    <w:p w:rsidR="007B2329" w:rsidRDefault="007B2329" w:rsidP="007B2329">
      <w:r>
        <w:t>237.1016</w:t>
      </w:r>
      <w:r>
        <w:tab/>
        <w:t>2.025e0</w:t>
      </w:r>
    </w:p>
    <w:p w:rsidR="007B2329" w:rsidRDefault="007B2329" w:rsidP="007B2329">
      <w:r>
        <w:t>237.1105</w:t>
      </w:r>
      <w:r>
        <w:tab/>
        <w:t>3.038e0</w:t>
      </w:r>
    </w:p>
    <w:p w:rsidR="007B2329" w:rsidRDefault="007B2329" w:rsidP="007B2329">
      <w:r>
        <w:t>237.1241</w:t>
      </w:r>
      <w:r>
        <w:tab/>
        <w:t>3.038e0</w:t>
      </w:r>
    </w:p>
    <w:p w:rsidR="007B2329" w:rsidRDefault="007B2329" w:rsidP="007B2329">
      <w:r>
        <w:t>237.1263</w:t>
      </w:r>
      <w:r>
        <w:tab/>
        <w:t>5.076e0</w:t>
      </w:r>
    </w:p>
    <w:p w:rsidR="007B2329" w:rsidRDefault="007B2329" w:rsidP="007B2329">
      <w:r>
        <w:t>237.1283</w:t>
      </w:r>
      <w:r>
        <w:tab/>
        <w:t>3.038e0</w:t>
      </w:r>
    </w:p>
    <w:p w:rsidR="007B2329" w:rsidRDefault="007B2329" w:rsidP="007B2329">
      <w:r>
        <w:t>237.1304</w:t>
      </w:r>
      <w:r>
        <w:tab/>
        <w:t>9.114e0</w:t>
      </w:r>
    </w:p>
    <w:p w:rsidR="007B2329" w:rsidRDefault="007B2329" w:rsidP="007B2329">
      <w:r>
        <w:t>237.1367</w:t>
      </w:r>
      <w:r>
        <w:tab/>
        <w:t>2.025e0</w:t>
      </w:r>
    </w:p>
    <w:p w:rsidR="007B2329" w:rsidRDefault="007B2329" w:rsidP="007B2329">
      <w:r>
        <w:lastRenderedPageBreak/>
        <w:t>237.1429</w:t>
      </w:r>
      <w:r>
        <w:tab/>
        <w:t>3.038e0</w:t>
      </w:r>
    </w:p>
    <w:p w:rsidR="007B2329" w:rsidRDefault="007B2329" w:rsidP="007B2329">
      <w:r>
        <w:t>237.1513</w:t>
      </w:r>
      <w:r>
        <w:tab/>
        <w:t>3.051e0</w:t>
      </w:r>
    </w:p>
    <w:p w:rsidR="007B2329" w:rsidRDefault="007B2329" w:rsidP="007B2329">
      <w:r>
        <w:t>237.1548</w:t>
      </w:r>
      <w:r>
        <w:tab/>
        <w:t>2.025e0</w:t>
      </w:r>
    </w:p>
    <w:p w:rsidR="007B2329" w:rsidRDefault="007B2329" w:rsidP="007B2329">
      <w:r>
        <w:t>237.1817</w:t>
      </w:r>
      <w:r>
        <w:tab/>
        <w:t>1.013e0</w:t>
      </w:r>
    </w:p>
    <w:p w:rsidR="007B2329" w:rsidRDefault="007B2329" w:rsidP="007B2329">
      <w:r>
        <w:t>237.1904</w:t>
      </w:r>
      <w:r>
        <w:tab/>
        <w:t>1.013e0</w:t>
      </w:r>
    </w:p>
    <w:p w:rsidR="007B2329" w:rsidRDefault="007B2329" w:rsidP="007B2329">
      <w:r>
        <w:t>237.2151</w:t>
      </w:r>
      <w:r>
        <w:tab/>
        <w:t>3.038e0</w:t>
      </w:r>
    </w:p>
    <w:p w:rsidR="007B2329" w:rsidRDefault="007B2329" w:rsidP="007B2329">
      <w:r>
        <w:t>237.2351</w:t>
      </w:r>
      <w:r>
        <w:tab/>
        <w:t>1.013e0</w:t>
      </w:r>
    </w:p>
    <w:p w:rsidR="007B2329" w:rsidRDefault="007B2329" w:rsidP="007B2329">
      <w:r>
        <w:t>237.2435</w:t>
      </w:r>
      <w:r>
        <w:tab/>
        <w:t>1.013e0</w:t>
      </w:r>
    </w:p>
    <w:p w:rsidR="007B2329" w:rsidRDefault="007B2329" w:rsidP="007B2329">
      <w:r>
        <w:t>237.2455</w:t>
      </w:r>
      <w:r>
        <w:tab/>
        <w:t>2.025e0</w:t>
      </w:r>
    </w:p>
    <w:p w:rsidR="007B2329" w:rsidRDefault="007B2329" w:rsidP="007B2329">
      <w:r>
        <w:t>237.2473</w:t>
      </w:r>
      <w:r>
        <w:tab/>
        <w:t>1.013e0</w:t>
      </w:r>
    </w:p>
    <w:p w:rsidR="007B2329" w:rsidRDefault="007B2329" w:rsidP="007B2329">
      <w:r>
        <w:t>237.2513</w:t>
      </w:r>
      <w:r>
        <w:tab/>
        <w:t>1.013e0</w:t>
      </w:r>
    </w:p>
    <w:p w:rsidR="007B2329" w:rsidRDefault="007B2329" w:rsidP="007B2329">
      <w:r>
        <w:t>237.2707</w:t>
      </w:r>
      <w:r>
        <w:tab/>
        <w:t>1.013e0</w:t>
      </w:r>
    </w:p>
    <w:p w:rsidR="007B2329" w:rsidRDefault="007B2329" w:rsidP="007B2329">
      <w:r>
        <w:t>237.2880</w:t>
      </w:r>
      <w:r>
        <w:tab/>
        <w:t>3.038e0</w:t>
      </w:r>
    </w:p>
    <w:p w:rsidR="007B2329" w:rsidRDefault="007B2329" w:rsidP="007B2329">
      <w:r>
        <w:t>237.3075</w:t>
      </w:r>
      <w:r>
        <w:tab/>
        <w:t>3.038e0</w:t>
      </w:r>
    </w:p>
    <w:p w:rsidR="007B2329" w:rsidRDefault="007B2329" w:rsidP="007B2329">
      <w:r>
        <w:t>237.3240</w:t>
      </w:r>
      <w:r>
        <w:tab/>
        <w:t>1.013e0</w:t>
      </w:r>
    </w:p>
    <w:p w:rsidR="007B2329" w:rsidRDefault="007B2329" w:rsidP="007B2329">
      <w:r>
        <w:t>237.3312</w:t>
      </w:r>
      <w:r>
        <w:tab/>
        <w:t>4.051e0</w:t>
      </w:r>
    </w:p>
    <w:p w:rsidR="007B2329" w:rsidRDefault="007B2329" w:rsidP="007B2329">
      <w:r>
        <w:t>237.3330</w:t>
      </w:r>
      <w:r>
        <w:tab/>
        <w:t>3.038e0</w:t>
      </w:r>
    </w:p>
    <w:p w:rsidR="007B2329" w:rsidRDefault="007B2329" w:rsidP="007B2329">
      <w:r>
        <w:t>237.3497</w:t>
      </w:r>
      <w:r>
        <w:tab/>
        <w:t>1.013e0</w:t>
      </w:r>
    </w:p>
    <w:p w:rsidR="007B2329" w:rsidRDefault="007B2329" w:rsidP="007B2329">
      <w:r>
        <w:t>237.3537</w:t>
      </w:r>
      <w:r>
        <w:tab/>
        <w:t>1.013e0</w:t>
      </w:r>
    </w:p>
    <w:p w:rsidR="007B2329" w:rsidRDefault="007B2329" w:rsidP="007B2329">
      <w:r>
        <w:lastRenderedPageBreak/>
        <w:t>237.3693</w:t>
      </w:r>
      <w:r>
        <w:tab/>
        <w:t>1.013e0</w:t>
      </w:r>
    </w:p>
    <w:p w:rsidR="007B2329" w:rsidRDefault="007B2329" w:rsidP="007B2329">
      <w:r>
        <w:t>237.3774</w:t>
      </w:r>
      <w:r>
        <w:tab/>
        <w:t>1.013e0</w:t>
      </w:r>
    </w:p>
    <w:p w:rsidR="007B2329" w:rsidRDefault="007B2329" w:rsidP="007B2329">
      <w:r>
        <w:t>237.3951</w:t>
      </w:r>
      <w:r>
        <w:tab/>
        <w:t>1.013e0</w:t>
      </w:r>
    </w:p>
    <w:p w:rsidR="007B2329" w:rsidRDefault="007B2329" w:rsidP="007B2329">
      <w:r>
        <w:t>237.4069</w:t>
      </w:r>
      <w:r>
        <w:tab/>
        <w:t>2.025e0</w:t>
      </w:r>
    </w:p>
    <w:p w:rsidR="007B2329" w:rsidRDefault="007B2329" w:rsidP="007B2329">
      <w:r>
        <w:t>237.4088</w:t>
      </w:r>
      <w:r>
        <w:tab/>
        <w:t>2.025e0</w:t>
      </w:r>
    </w:p>
    <w:p w:rsidR="007B2329" w:rsidRDefault="007B2329" w:rsidP="007B2329">
      <w:r>
        <w:t>237.4224</w:t>
      </w:r>
      <w:r>
        <w:tab/>
        <w:t>1.013e0</w:t>
      </w:r>
    </w:p>
    <w:p w:rsidR="007B2329" w:rsidRDefault="007B2329" w:rsidP="007B2329">
      <w:r>
        <w:t>237.4307</w:t>
      </w:r>
      <w:r>
        <w:tab/>
        <w:t>2.025e0</w:t>
      </w:r>
    </w:p>
    <w:p w:rsidR="007B2329" w:rsidRDefault="007B2329" w:rsidP="007B2329">
      <w:r>
        <w:t>237.4352</w:t>
      </w:r>
      <w:r>
        <w:tab/>
        <w:t>1.013e0</w:t>
      </w:r>
    </w:p>
    <w:p w:rsidR="007B2329" w:rsidRDefault="007B2329" w:rsidP="007B2329">
      <w:r>
        <w:t>237.4397</w:t>
      </w:r>
      <w:r>
        <w:tab/>
        <w:t>1.013e0</w:t>
      </w:r>
    </w:p>
    <w:p w:rsidR="007B2329" w:rsidRDefault="007B2329" w:rsidP="007B2329">
      <w:r>
        <w:t>237.4600</w:t>
      </w:r>
      <w:r>
        <w:tab/>
        <w:t>1.013e0</w:t>
      </w:r>
    </w:p>
    <w:p w:rsidR="007B2329" w:rsidRDefault="007B2329" w:rsidP="007B2329">
      <w:r>
        <w:t>237.4658</w:t>
      </w:r>
      <w:r>
        <w:tab/>
        <w:t>4.051e0</w:t>
      </w:r>
    </w:p>
    <w:p w:rsidR="007B2329" w:rsidRDefault="007B2329" w:rsidP="007B2329">
      <w:r>
        <w:t>237.4718</w:t>
      </w:r>
      <w:r>
        <w:tab/>
        <w:t>1.013e0</w:t>
      </w:r>
    </w:p>
    <w:p w:rsidR="007B2329" w:rsidRDefault="007B2329" w:rsidP="007B2329">
      <w:r>
        <w:t>237.4885</w:t>
      </w:r>
      <w:r>
        <w:tab/>
        <w:t>1.013e0</w:t>
      </w:r>
    </w:p>
    <w:p w:rsidR="007B2329" w:rsidRDefault="007B2329" w:rsidP="007B2329">
      <w:r>
        <w:t>237.4984</w:t>
      </w:r>
      <w:r>
        <w:tab/>
        <w:t>2.528e0</w:t>
      </w:r>
    </w:p>
    <w:p w:rsidR="007B2329" w:rsidRDefault="007B2329" w:rsidP="007B2329">
      <w:r>
        <w:t>237.5092</w:t>
      </w:r>
      <w:r>
        <w:tab/>
        <w:t>1.013e0</w:t>
      </w:r>
    </w:p>
    <w:p w:rsidR="007B2329" w:rsidRDefault="007B2329" w:rsidP="007B2329">
      <w:r>
        <w:t>237.5132</w:t>
      </w:r>
      <w:r>
        <w:tab/>
        <w:t>1.013e0</w:t>
      </w:r>
    </w:p>
    <w:p w:rsidR="007B2329" w:rsidRDefault="007B2329" w:rsidP="007B2329">
      <w:r>
        <w:t>237.5145</w:t>
      </w:r>
      <w:r>
        <w:tab/>
        <w:t>3.038e0</w:t>
      </w:r>
    </w:p>
    <w:p w:rsidR="007B2329" w:rsidRDefault="007B2329" w:rsidP="007B2329">
      <w:r>
        <w:t>237.5170</w:t>
      </w:r>
      <w:r>
        <w:tab/>
        <w:t>2.025e0</w:t>
      </w:r>
    </w:p>
    <w:p w:rsidR="007B2329" w:rsidRDefault="007B2329" w:rsidP="007B2329">
      <w:r>
        <w:t>237.5210</w:t>
      </w:r>
      <w:r>
        <w:tab/>
        <w:t>1.013e0</w:t>
      </w:r>
    </w:p>
    <w:p w:rsidR="007B2329" w:rsidRDefault="007B2329" w:rsidP="007B2329">
      <w:r>
        <w:lastRenderedPageBreak/>
        <w:t>237.5331</w:t>
      </w:r>
      <w:r>
        <w:tab/>
        <w:t>1.013e0</w:t>
      </w:r>
    </w:p>
    <w:p w:rsidR="007B2329" w:rsidRDefault="007B2329" w:rsidP="007B2329">
      <w:r>
        <w:t>237.5376</w:t>
      </w:r>
      <w:r>
        <w:tab/>
        <w:t>1.013e0</w:t>
      </w:r>
    </w:p>
    <w:p w:rsidR="007B2329" w:rsidRDefault="007B2329" w:rsidP="007B2329">
      <w:r>
        <w:t>237.5420</w:t>
      </w:r>
      <w:r>
        <w:tab/>
        <w:t>1.013e0</w:t>
      </w:r>
    </w:p>
    <w:p w:rsidR="007B2329" w:rsidRDefault="007B2329" w:rsidP="007B2329">
      <w:r>
        <w:t>237.5546</w:t>
      </w:r>
      <w:r>
        <w:tab/>
        <w:t>1.013e0</w:t>
      </w:r>
    </w:p>
    <w:p w:rsidR="007B2329" w:rsidRDefault="007B2329" w:rsidP="007B2329">
      <w:r>
        <w:t>237.5585</w:t>
      </w:r>
      <w:r>
        <w:tab/>
        <w:t>1.013e0</w:t>
      </w:r>
    </w:p>
    <w:p w:rsidR="007B2329" w:rsidRDefault="007B2329" w:rsidP="007B2329">
      <w:r>
        <w:t>237.5623</w:t>
      </w:r>
      <w:r>
        <w:tab/>
        <w:t>1.013e0</w:t>
      </w:r>
    </w:p>
    <w:p w:rsidR="007B2329" w:rsidRDefault="007B2329" w:rsidP="007B2329">
      <w:r>
        <w:t>237.5780</w:t>
      </w:r>
      <w:r>
        <w:tab/>
        <w:t>1.013e0</w:t>
      </w:r>
    </w:p>
    <w:p w:rsidR="007B2329" w:rsidRDefault="007B2329" w:rsidP="007B2329">
      <w:r>
        <w:t>237.5865</w:t>
      </w:r>
      <w:r>
        <w:tab/>
        <w:t>1.013e0</w:t>
      </w:r>
    </w:p>
    <w:p w:rsidR="007B2329" w:rsidRDefault="007B2329" w:rsidP="007B2329">
      <w:r>
        <w:t>237.6039</w:t>
      </w:r>
      <w:r>
        <w:tab/>
        <w:t>1.013e0</w:t>
      </w:r>
    </w:p>
    <w:p w:rsidR="007B2329" w:rsidRDefault="007B2329" w:rsidP="007B2329">
      <w:r>
        <w:t>237.6078</w:t>
      </w:r>
      <w:r>
        <w:tab/>
        <w:t>1.013e0</w:t>
      </w:r>
    </w:p>
    <w:p w:rsidR="007B2329" w:rsidRDefault="007B2329" w:rsidP="007B2329">
      <w:r>
        <w:t>237.6234</w:t>
      </w:r>
      <w:r>
        <w:tab/>
        <w:t>3.038e0</w:t>
      </w:r>
    </w:p>
    <w:p w:rsidR="007B2329" w:rsidRDefault="007B2329" w:rsidP="007B2329">
      <w:r>
        <w:t>237.6273</w:t>
      </w:r>
      <w:r>
        <w:tab/>
        <w:t>1.013e0</w:t>
      </w:r>
    </w:p>
    <w:p w:rsidR="007B2329" w:rsidRDefault="007B2329" w:rsidP="007B2329">
      <w:r>
        <w:t>237.6399</w:t>
      </w:r>
      <w:r>
        <w:tab/>
        <w:t>1.013e0</w:t>
      </w:r>
    </w:p>
    <w:p w:rsidR="007B2329" w:rsidRDefault="007B2329" w:rsidP="007B2329">
      <w:r>
        <w:t>237.6570</w:t>
      </w:r>
      <w:r>
        <w:tab/>
        <w:t>1.013e0</w:t>
      </w:r>
    </w:p>
    <w:p w:rsidR="007B2329" w:rsidRDefault="007B2329" w:rsidP="007B2329">
      <w:r>
        <w:t>237.6766</w:t>
      </w:r>
      <w:r>
        <w:tab/>
        <w:t>2.025e0</w:t>
      </w:r>
    </w:p>
    <w:p w:rsidR="007B2329" w:rsidRDefault="007B2329" w:rsidP="007B2329">
      <w:r>
        <w:t>237.6785</w:t>
      </w:r>
      <w:r>
        <w:tab/>
        <w:t>2.025e0</w:t>
      </w:r>
    </w:p>
    <w:p w:rsidR="007B2329" w:rsidRDefault="007B2329" w:rsidP="007B2329">
      <w:r>
        <w:t>237.6805</w:t>
      </w:r>
      <w:r>
        <w:tab/>
        <w:t>1.013e0</w:t>
      </w:r>
    </w:p>
    <w:p w:rsidR="007B2329" w:rsidRDefault="007B2329" w:rsidP="007B2329">
      <w:r>
        <w:t>237.6933</w:t>
      </w:r>
      <w:r>
        <w:tab/>
        <w:t>1.013e0</w:t>
      </w:r>
    </w:p>
    <w:p w:rsidR="007B2329" w:rsidRDefault="007B2329" w:rsidP="007B2329">
      <w:r>
        <w:t>237.7023</w:t>
      </w:r>
      <w:r>
        <w:tab/>
        <w:t>1.013e0</w:t>
      </w:r>
    </w:p>
    <w:p w:rsidR="007B2329" w:rsidRDefault="007B2329" w:rsidP="007B2329">
      <w:r>
        <w:lastRenderedPageBreak/>
        <w:t>237.7080</w:t>
      </w:r>
      <w:r>
        <w:tab/>
        <w:t>2.025e0</w:t>
      </w:r>
    </w:p>
    <w:p w:rsidR="007B2329" w:rsidRDefault="007B2329" w:rsidP="007B2329">
      <w:r>
        <w:t>237.7180</w:t>
      </w:r>
      <w:r>
        <w:tab/>
        <w:t>1.013e0</w:t>
      </w:r>
    </w:p>
    <w:p w:rsidR="007B2329" w:rsidRDefault="007B2329" w:rsidP="007B2329">
      <w:r>
        <w:t>237.7287</w:t>
      </w:r>
      <w:r>
        <w:tab/>
        <w:t>3.038e0</w:t>
      </w:r>
    </w:p>
    <w:p w:rsidR="007B2329" w:rsidRDefault="007B2329" w:rsidP="007B2329">
      <w:r>
        <w:t>237.7531</w:t>
      </w:r>
      <w:r>
        <w:tab/>
        <w:t>1.025e0</w:t>
      </w:r>
    </w:p>
    <w:p w:rsidR="007B2329" w:rsidRDefault="007B2329" w:rsidP="007B2329">
      <w:r>
        <w:t>237.7673</w:t>
      </w:r>
      <w:r>
        <w:tab/>
        <w:t>1.013e0</w:t>
      </w:r>
    </w:p>
    <w:p w:rsidR="007B2329" w:rsidRDefault="007B2329" w:rsidP="007B2329">
      <w:r>
        <w:t>237.7828</w:t>
      </w:r>
      <w:r>
        <w:tab/>
        <w:t>1.013e0</w:t>
      </w:r>
    </w:p>
    <w:p w:rsidR="007B2329" w:rsidRDefault="007B2329" w:rsidP="007B2329">
      <w:r>
        <w:t>237.7869</w:t>
      </w:r>
      <w:r>
        <w:tab/>
        <w:t>3.038e0</w:t>
      </w:r>
    </w:p>
    <w:p w:rsidR="007B2329" w:rsidRDefault="007B2329" w:rsidP="007B2329">
      <w:r>
        <w:t>237.7918</w:t>
      </w:r>
      <w:r>
        <w:tab/>
        <w:t>2.025e0</w:t>
      </w:r>
    </w:p>
    <w:p w:rsidR="007B2329" w:rsidRDefault="007B2329" w:rsidP="007B2329">
      <w:r>
        <w:t>237.8126</w:t>
      </w:r>
      <w:r>
        <w:tab/>
        <w:t>1.013e0</w:t>
      </w:r>
    </w:p>
    <w:p w:rsidR="007B2329" w:rsidRDefault="007B2329" w:rsidP="007B2329">
      <w:r>
        <w:t>237.8166</w:t>
      </w:r>
      <w:r>
        <w:tab/>
        <w:t>3.038e0</w:t>
      </w:r>
    </w:p>
    <w:p w:rsidR="007B2329" w:rsidRDefault="007B2329" w:rsidP="007B2329">
      <w:r>
        <w:t>237.8493</w:t>
      </w:r>
      <w:r>
        <w:tab/>
        <w:t>1.013e0</w:t>
      </w:r>
    </w:p>
    <w:p w:rsidR="007B2329" w:rsidRDefault="007B2329" w:rsidP="007B2329">
      <w:r>
        <w:t>237.8537</w:t>
      </w:r>
      <w:r>
        <w:tab/>
        <w:t>1.013e0</w:t>
      </w:r>
    </w:p>
    <w:p w:rsidR="007B2329" w:rsidRDefault="007B2329" w:rsidP="007B2329">
      <w:r>
        <w:t>237.8697</w:t>
      </w:r>
      <w:r>
        <w:tab/>
        <w:t>1.013e0</w:t>
      </w:r>
    </w:p>
    <w:p w:rsidR="007B2329" w:rsidRDefault="007B2329" w:rsidP="007B2329">
      <w:r>
        <w:t>237.8710</w:t>
      </w:r>
      <w:r>
        <w:tab/>
        <w:t>3.038e0</w:t>
      </w:r>
    </w:p>
    <w:p w:rsidR="007B2329" w:rsidRDefault="007B2329" w:rsidP="007B2329">
      <w:r>
        <w:t>237.8895</w:t>
      </w:r>
      <w:r>
        <w:tab/>
        <w:t>1.013e0</w:t>
      </w:r>
    </w:p>
    <w:p w:rsidR="007B2329" w:rsidRDefault="007B2329" w:rsidP="007B2329">
      <w:r>
        <w:t>237.8961</w:t>
      </w:r>
      <w:r>
        <w:tab/>
        <w:t>2.025e0</w:t>
      </w:r>
    </w:p>
    <w:p w:rsidR="007B2329" w:rsidRDefault="007B2329" w:rsidP="007B2329">
      <w:r>
        <w:t>237.9112</w:t>
      </w:r>
      <w:r>
        <w:tab/>
        <w:t>1.013e0</w:t>
      </w:r>
    </w:p>
    <w:p w:rsidR="007B2329" w:rsidRDefault="007B2329" w:rsidP="007B2329">
      <w:r>
        <w:t>237.9269</w:t>
      </w:r>
      <w:r>
        <w:tab/>
        <w:t>1.013e0</w:t>
      </w:r>
    </w:p>
    <w:p w:rsidR="007B2329" w:rsidRDefault="007B2329" w:rsidP="007B2329">
      <w:r>
        <w:t>237.9308</w:t>
      </w:r>
      <w:r>
        <w:tab/>
        <w:t>1.013e0</w:t>
      </w:r>
    </w:p>
    <w:p w:rsidR="007B2329" w:rsidRDefault="007B2329" w:rsidP="007B2329">
      <w:r>
        <w:lastRenderedPageBreak/>
        <w:t>237.9562</w:t>
      </w:r>
      <w:r>
        <w:tab/>
        <w:t>2.025e0</w:t>
      </w:r>
    </w:p>
    <w:p w:rsidR="007B2329" w:rsidRDefault="007B2329" w:rsidP="007B2329">
      <w:r>
        <w:t>237.9606</w:t>
      </w:r>
      <w:r>
        <w:tab/>
        <w:t>1.013e0</w:t>
      </w:r>
    </w:p>
    <w:p w:rsidR="007B2329" w:rsidRDefault="007B2329" w:rsidP="007B2329">
      <w:r>
        <w:t>237.9645</w:t>
      </w:r>
      <w:r>
        <w:tab/>
        <w:t>1.013e0</w:t>
      </w:r>
    </w:p>
    <w:p w:rsidR="007B2329" w:rsidRDefault="007B2329" w:rsidP="007B2329">
      <w:r>
        <w:t>237.9762</w:t>
      </w:r>
      <w:r>
        <w:tab/>
        <w:t>1.013e0</w:t>
      </w:r>
    </w:p>
    <w:p w:rsidR="007B2329" w:rsidRDefault="007B2329" w:rsidP="007B2329">
      <w:r>
        <w:t>237.9839</w:t>
      </w:r>
      <w:r>
        <w:tab/>
        <w:t>2.025e0</w:t>
      </w:r>
    </w:p>
    <w:p w:rsidR="007B2329" w:rsidRDefault="007B2329" w:rsidP="007B2329">
      <w:r>
        <w:t>238.0137</w:t>
      </w:r>
      <w:r>
        <w:tab/>
        <w:t>2.025e0</w:t>
      </w:r>
    </w:p>
    <w:p w:rsidR="007B2329" w:rsidRDefault="007B2329" w:rsidP="007B2329">
      <w:r>
        <w:t>238.0157</w:t>
      </w:r>
      <w:r>
        <w:tab/>
        <w:t>2.025e0</w:t>
      </w:r>
    </w:p>
    <w:p w:rsidR="007B2329" w:rsidRDefault="007B2329" w:rsidP="007B2329">
      <w:r>
        <w:t>238.0196</w:t>
      </w:r>
      <w:r>
        <w:tab/>
        <w:t>2.532e-2</w:t>
      </w:r>
    </w:p>
    <w:p w:rsidR="007B2329" w:rsidRDefault="007B2329" w:rsidP="007B2329">
      <w:r>
        <w:t>238.0219</w:t>
      </w:r>
      <w:r>
        <w:tab/>
        <w:t>8.101e0</w:t>
      </w:r>
    </w:p>
    <w:p w:rsidR="007B2329" w:rsidRDefault="007B2329" w:rsidP="007B2329">
      <w:r>
        <w:t>238.0333</w:t>
      </w:r>
      <w:r>
        <w:tab/>
        <w:t>2.025e0</w:t>
      </w:r>
    </w:p>
    <w:p w:rsidR="007B2329" w:rsidRDefault="007B2329" w:rsidP="007B2329">
      <w:r>
        <w:t>238.0368</w:t>
      </w:r>
      <w:r>
        <w:tab/>
        <w:t>4.051e0</w:t>
      </w:r>
    </w:p>
    <w:p w:rsidR="007B2329" w:rsidRDefault="007B2329" w:rsidP="007B2329">
      <w:r>
        <w:t>238.0562</w:t>
      </w:r>
      <w:r>
        <w:tab/>
        <w:t>1.025e0</w:t>
      </w:r>
    </w:p>
    <w:p w:rsidR="007B2329" w:rsidRDefault="007B2329" w:rsidP="007B2329">
      <w:r>
        <w:t>238.0589</w:t>
      </w:r>
      <w:r>
        <w:tab/>
        <w:t>1.013e0</w:t>
      </w:r>
    </w:p>
    <w:p w:rsidR="007B2329" w:rsidRDefault="007B2329" w:rsidP="007B2329">
      <w:r>
        <w:t>238.0631</w:t>
      </w:r>
      <w:r>
        <w:tab/>
        <w:t>1.013e0</w:t>
      </w:r>
    </w:p>
    <w:p w:rsidR="007B2329" w:rsidRDefault="007B2329" w:rsidP="007B2329">
      <w:r>
        <w:t>238.0669</w:t>
      </w:r>
      <w:r>
        <w:tab/>
        <w:t>2.025e0</w:t>
      </w:r>
    </w:p>
    <w:p w:rsidR="007B2329" w:rsidRDefault="007B2329" w:rsidP="007B2329">
      <w:r>
        <w:t>238.0787</w:t>
      </w:r>
      <w:r>
        <w:tab/>
        <w:t>1.013e0</w:t>
      </w:r>
    </w:p>
    <w:p w:rsidR="007B2329" w:rsidRDefault="007B2329" w:rsidP="007B2329">
      <w:r>
        <w:t>238.0825</w:t>
      </w:r>
      <w:r>
        <w:tab/>
        <w:t>2.025e0</w:t>
      </w:r>
    </w:p>
    <w:p w:rsidR="007B2329" w:rsidRDefault="007B2329" w:rsidP="007B2329">
      <w:r>
        <w:t>238.0917</w:t>
      </w:r>
      <w:r>
        <w:tab/>
        <w:t>2.025e0</w:t>
      </w:r>
    </w:p>
    <w:p w:rsidR="007B2329" w:rsidRDefault="007B2329" w:rsidP="007B2329">
      <w:r>
        <w:t>238.1078</w:t>
      </w:r>
      <w:r>
        <w:tab/>
        <w:t>1.013e0</w:t>
      </w:r>
    </w:p>
    <w:p w:rsidR="007B2329" w:rsidRDefault="007B2329" w:rsidP="007B2329">
      <w:r>
        <w:lastRenderedPageBreak/>
        <w:t>238.1208</w:t>
      </w:r>
      <w:r>
        <w:tab/>
        <w:t>4.051e0</w:t>
      </w:r>
    </w:p>
    <w:p w:rsidR="007B2329" w:rsidRDefault="007B2329" w:rsidP="007B2329">
      <w:r>
        <w:t>238.1222</w:t>
      </w:r>
      <w:r>
        <w:tab/>
        <w:t>6.127e0</w:t>
      </w:r>
    </w:p>
    <w:p w:rsidR="007B2329" w:rsidRDefault="007B2329" w:rsidP="007B2329">
      <w:r>
        <w:t>238.1240</w:t>
      </w:r>
      <w:r>
        <w:tab/>
        <w:t>2.025e0</w:t>
      </w:r>
    </w:p>
    <w:p w:rsidR="007B2329" w:rsidRDefault="007B2329" w:rsidP="007B2329">
      <w:r>
        <w:t>238.1280</w:t>
      </w:r>
      <w:r>
        <w:tab/>
        <w:t>1.013e0</w:t>
      </w:r>
    </w:p>
    <w:p w:rsidR="007B2329" w:rsidRDefault="007B2329" w:rsidP="007B2329">
      <w:r>
        <w:t>238.1295</w:t>
      </w:r>
      <w:r>
        <w:tab/>
        <w:t>1.102e1</w:t>
      </w:r>
    </w:p>
    <w:p w:rsidR="007B2329" w:rsidRDefault="007B2329" w:rsidP="007B2329">
      <w:r>
        <w:t>238.1318</w:t>
      </w:r>
      <w:r>
        <w:tab/>
        <w:t>4.051e0</w:t>
      </w:r>
    </w:p>
    <w:p w:rsidR="007B2329" w:rsidRDefault="007B2329" w:rsidP="007B2329">
      <w:r>
        <w:t>238.1358</w:t>
      </w:r>
      <w:r>
        <w:tab/>
        <w:t>1.620e1</w:t>
      </w:r>
    </w:p>
    <w:p w:rsidR="007B2329" w:rsidRDefault="007B2329" w:rsidP="007B2329">
      <w:r>
        <w:t>238.1415</w:t>
      </w:r>
      <w:r>
        <w:tab/>
        <w:t>5.076e0</w:t>
      </w:r>
    </w:p>
    <w:p w:rsidR="007B2329" w:rsidRDefault="007B2329" w:rsidP="007B2329">
      <w:r>
        <w:t>238.1480</w:t>
      </w:r>
      <w:r>
        <w:tab/>
        <w:t>1.013e0</w:t>
      </w:r>
    </w:p>
    <w:p w:rsidR="007B2329" w:rsidRDefault="007B2329" w:rsidP="007B2329">
      <w:r>
        <w:t>238.1495</w:t>
      </w:r>
      <w:r>
        <w:tab/>
        <w:t>4.063e0</w:t>
      </w:r>
    </w:p>
    <w:p w:rsidR="007B2329" w:rsidRDefault="007B2329" w:rsidP="007B2329">
      <w:r>
        <w:t>238.1546</w:t>
      </w:r>
      <w:r>
        <w:tab/>
        <w:t>2.025e0</w:t>
      </w:r>
    </w:p>
    <w:p w:rsidR="007B2329" w:rsidRDefault="007B2329" w:rsidP="007B2329">
      <w:r>
        <w:t>238.1597</w:t>
      </w:r>
      <w:r>
        <w:tab/>
        <w:t>6.076e0</w:t>
      </w:r>
    </w:p>
    <w:p w:rsidR="007B2329" w:rsidRDefault="007B2329" w:rsidP="007B2329">
      <w:r>
        <w:t>238.1623</w:t>
      </w:r>
      <w:r>
        <w:tab/>
        <w:t>9.181e0</w:t>
      </w:r>
    </w:p>
    <w:p w:rsidR="007B2329" w:rsidRDefault="007B2329" w:rsidP="007B2329">
      <w:r>
        <w:t>238.1639</w:t>
      </w:r>
      <w:r>
        <w:tab/>
        <w:t>3.798e-2</w:t>
      </w:r>
    </w:p>
    <w:p w:rsidR="007B2329" w:rsidRDefault="007B2329" w:rsidP="007B2329">
      <w:r>
        <w:t>238.1792</w:t>
      </w:r>
      <w:r>
        <w:tab/>
        <w:t>3.038e0</w:t>
      </w:r>
    </w:p>
    <w:p w:rsidR="007B2329" w:rsidRDefault="007B2329" w:rsidP="007B2329">
      <w:r>
        <w:t>238.1812</w:t>
      </w:r>
      <w:r>
        <w:tab/>
        <w:t>1.013e0</w:t>
      </w:r>
    </w:p>
    <w:p w:rsidR="007B2329" w:rsidRDefault="007B2329" w:rsidP="007B2329">
      <w:r>
        <w:t>238.1913</w:t>
      </w:r>
      <w:r>
        <w:tab/>
        <w:t>3.038e0</w:t>
      </w:r>
    </w:p>
    <w:p w:rsidR="007B2329" w:rsidRDefault="007B2329" w:rsidP="007B2329">
      <w:r>
        <w:t>238.2015</w:t>
      </w:r>
      <w:r>
        <w:tab/>
        <w:t>2.025e0</w:t>
      </w:r>
    </w:p>
    <w:p w:rsidR="007B2329" w:rsidRDefault="007B2329" w:rsidP="007B2329">
      <w:r>
        <w:t>238.2059</w:t>
      </w:r>
      <w:r>
        <w:tab/>
        <w:t>1.013e0</w:t>
      </w:r>
    </w:p>
    <w:p w:rsidR="007B2329" w:rsidRDefault="007B2329" w:rsidP="007B2329">
      <w:r>
        <w:lastRenderedPageBreak/>
        <w:t>238.2149</w:t>
      </w:r>
      <w:r>
        <w:tab/>
        <w:t>1.013e0</w:t>
      </w:r>
    </w:p>
    <w:p w:rsidR="007B2329" w:rsidRDefault="007B2329" w:rsidP="007B2329">
      <w:r>
        <w:t>238.2213</w:t>
      </w:r>
      <w:r>
        <w:tab/>
        <w:t>3.038e0</w:t>
      </w:r>
    </w:p>
    <w:p w:rsidR="007B2329" w:rsidRDefault="007B2329" w:rsidP="007B2329">
      <w:r>
        <w:t>238.2343</w:t>
      </w:r>
      <w:r>
        <w:tab/>
        <w:t>1.013e0</w:t>
      </w:r>
    </w:p>
    <w:p w:rsidR="007B2329" w:rsidRDefault="007B2329" w:rsidP="007B2329">
      <w:r>
        <w:t>238.2401</w:t>
      </w:r>
      <w:r>
        <w:tab/>
        <w:t>2.025e0</w:t>
      </w:r>
    </w:p>
    <w:p w:rsidR="007B2329" w:rsidRDefault="007B2329" w:rsidP="007B2329">
      <w:r>
        <w:t>238.2507</w:t>
      </w:r>
      <w:r>
        <w:tab/>
        <w:t>1.013e0</w:t>
      </w:r>
    </w:p>
    <w:p w:rsidR="007B2329" w:rsidRDefault="007B2329" w:rsidP="007B2329">
      <w:r>
        <w:t>238.2595</w:t>
      </w:r>
      <w:r>
        <w:tab/>
        <w:t>1.013e0</w:t>
      </w:r>
    </w:p>
    <w:p w:rsidR="007B2329" w:rsidRDefault="007B2329" w:rsidP="007B2329">
      <w:r>
        <w:t>238.2681</w:t>
      </w:r>
      <w:r>
        <w:tab/>
        <w:t>1.013e0</w:t>
      </w:r>
    </w:p>
    <w:p w:rsidR="007B2329" w:rsidRDefault="007B2329" w:rsidP="007B2329">
      <w:r>
        <w:t>238.2715</w:t>
      </w:r>
      <w:r>
        <w:tab/>
        <w:t>2.025e0</w:t>
      </w:r>
    </w:p>
    <w:p w:rsidR="007B2329" w:rsidRDefault="007B2329" w:rsidP="007B2329">
      <w:r>
        <w:t>238.2797</w:t>
      </w:r>
      <w:r>
        <w:tab/>
        <w:t>1.013e0</w:t>
      </w:r>
    </w:p>
    <w:p w:rsidR="007B2329" w:rsidRDefault="007B2329" w:rsidP="007B2329">
      <w:r>
        <w:t>238.2876</w:t>
      </w:r>
      <w:r>
        <w:tab/>
        <w:t>1.013e0</w:t>
      </w:r>
    </w:p>
    <w:p w:rsidR="007B2329" w:rsidRDefault="007B2329" w:rsidP="007B2329">
      <w:r>
        <w:t>238.2953</w:t>
      </w:r>
      <w:r>
        <w:tab/>
        <w:t>1.013e0</w:t>
      </w:r>
    </w:p>
    <w:p w:rsidR="007B2329" w:rsidRDefault="007B2329" w:rsidP="007B2329">
      <w:r>
        <w:t>238.3041</w:t>
      </w:r>
      <w:r>
        <w:tab/>
        <w:t>1.013e0</w:t>
      </w:r>
    </w:p>
    <w:p w:rsidR="007B2329" w:rsidRDefault="007B2329" w:rsidP="007B2329">
      <w:r>
        <w:t>238.3212</w:t>
      </w:r>
      <w:r>
        <w:tab/>
        <w:t>1.013e0</w:t>
      </w:r>
    </w:p>
    <w:p w:rsidR="007B2329" w:rsidRDefault="007B2329" w:rsidP="007B2329">
      <w:r>
        <w:t>238.3291</w:t>
      </w:r>
      <w:r>
        <w:tab/>
        <w:t>2.025e0</w:t>
      </w:r>
    </w:p>
    <w:p w:rsidR="007B2329" w:rsidRDefault="007B2329" w:rsidP="007B2329">
      <w:r>
        <w:t>238.3409</w:t>
      </w:r>
      <w:r>
        <w:tab/>
        <w:t>1.013e0</w:t>
      </w:r>
    </w:p>
    <w:p w:rsidR="007B2329" w:rsidRDefault="007B2329" w:rsidP="007B2329">
      <w:r>
        <w:t>238.3487</w:t>
      </w:r>
      <w:r>
        <w:tab/>
        <w:t>1.013e0</w:t>
      </w:r>
    </w:p>
    <w:p w:rsidR="007B2329" w:rsidRDefault="007B2329" w:rsidP="007B2329">
      <w:r>
        <w:t>238.3621</w:t>
      </w:r>
      <w:r>
        <w:tab/>
        <w:t>1.013e0</w:t>
      </w:r>
    </w:p>
    <w:p w:rsidR="007B2329" w:rsidRDefault="007B2329" w:rsidP="007B2329">
      <w:r>
        <w:t>238.3769</w:t>
      </w:r>
      <w:r>
        <w:tab/>
        <w:t>4.051e0</w:t>
      </w:r>
    </w:p>
    <w:p w:rsidR="007B2329" w:rsidRDefault="007B2329" w:rsidP="007B2329">
      <w:r>
        <w:t>238.3783</w:t>
      </w:r>
      <w:r>
        <w:tab/>
        <w:t>1.013e0</w:t>
      </w:r>
    </w:p>
    <w:p w:rsidR="007B2329" w:rsidRDefault="007B2329" w:rsidP="007B2329">
      <w:r>
        <w:lastRenderedPageBreak/>
        <w:t>238.3920</w:t>
      </w:r>
      <w:r>
        <w:tab/>
        <w:t>4.051e0</w:t>
      </w:r>
    </w:p>
    <w:p w:rsidR="007B2329" w:rsidRDefault="007B2329" w:rsidP="007B2329">
      <w:r>
        <w:t>238.4036</w:t>
      </w:r>
      <w:r>
        <w:tab/>
        <w:t>2.025e0</w:t>
      </w:r>
    </w:p>
    <w:p w:rsidR="007B2329" w:rsidRDefault="007B2329" w:rsidP="007B2329">
      <w:r>
        <w:t>238.4214</w:t>
      </w:r>
      <w:r>
        <w:tab/>
        <w:t>2.025e0</w:t>
      </w:r>
    </w:p>
    <w:p w:rsidR="007B2329" w:rsidRDefault="007B2329" w:rsidP="007B2329">
      <w:r>
        <w:t>238.4316</w:t>
      </w:r>
      <w:r>
        <w:tab/>
        <w:t>2.025e0</w:t>
      </w:r>
    </w:p>
    <w:p w:rsidR="007B2329" w:rsidRDefault="007B2329" w:rsidP="007B2329">
      <w:r>
        <w:t>238.4394</w:t>
      </w:r>
      <w:r>
        <w:tab/>
        <w:t>1.013e0</w:t>
      </w:r>
    </w:p>
    <w:p w:rsidR="007B2329" w:rsidRDefault="007B2329" w:rsidP="007B2329">
      <w:r>
        <w:t>238.4433</w:t>
      </w:r>
      <w:r>
        <w:tab/>
        <w:t>1.013e0</w:t>
      </w:r>
    </w:p>
    <w:p w:rsidR="007B2329" w:rsidRDefault="007B2329" w:rsidP="007B2329">
      <w:r>
        <w:t>238.4560</w:t>
      </w:r>
      <w:r>
        <w:tab/>
        <w:t>1.013e0</w:t>
      </w:r>
    </w:p>
    <w:p w:rsidR="007B2329" w:rsidRDefault="007B2329" w:rsidP="007B2329">
      <w:r>
        <w:t>238.4634</w:t>
      </w:r>
      <w:r>
        <w:tab/>
        <w:t>2.025e0</w:t>
      </w:r>
    </w:p>
    <w:p w:rsidR="007B2329" w:rsidRDefault="007B2329" w:rsidP="007B2329">
      <w:r>
        <w:t>238.4770</w:t>
      </w:r>
      <w:r>
        <w:tab/>
        <w:t>1.013e0</w:t>
      </w:r>
    </w:p>
    <w:p w:rsidR="007B2329" w:rsidRDefault="007B2329" w:rsidP="007B2329">
      <w:r>
        <w:t>238.5006</w:t>
      </w:r>
      <w:r>
        <w:tab/>
        <w:t>1.013e0</w:t>
      </w:r>
    </w:p>
    <w:p w:rsidR="007B2329" w:rsidRDefault="007B2329" w:rsidP="007B2329">
      <w:r>
        <w:t>238.5095</w:t>
      </w:r>
      <w:r>
        <w:tab/>
        <w:t>1.013e0</w:t>
      </w:r>
    </w:p>
    <w:p w:rsidR="007B2329" w:rsidRDefault="007B2329" w:rsidP="007B2329">
      <w:r>
        <w:t>238.5302</w:t>
      </w:r>
      <w:r>
        <w:tab/>
        <w:t>2.025e0</w:t>
      </w:r>
    </w:p>
    <w:p w:rsidR="007B2329" w:rsidRDefault="007B2329" w:rsidP="007B2329">
      <w:r>
        <w:t>238.5756</w:t>
      </w:r>
      <w:r>
        <w:tab/>
        <w:t>1.013e0</w:t>
      </w:r>
    </w:p>
    <w:p w:rsidR="007B2329" w:rsidRDefault="007B2329" w:rsidP="007B2329">
      <w:r>
        <w:t>238.5777</w:t>
      </w:r>
      <w:r>
        <w:tab/>
        <w:t>2.025e0</w:t>
      </w:r>
    </w:p>
    <w:p w:rsidR="007B2329" w:rsidRDefault="007B2329" w:rsidP="007B2329">
      <w:r>
        <w:t>238.5815</w:t>
      </w:r>
      <w:r>
        <w:tab/>
        <w:t>2.025e0</w:t>
      </w:r>
    </w:p>
    <w:p w:rsidR="007B2329" w:rsidRDefault="007B2329" w:rsidP="007B2329">
      <w:r>
        <w:t>238.5990</w:t>
      </w:r>
      <w:r>
        <w:tab/>
        <w:t>1.013e0</w:t>
      </w:r>
    </w:p>
    <w:p w:rsidR="007B2329" w:rsidRDefault="007B2329" w:rsidP="007B2329">
      <w:r>
        <w:t>238.6022</w:t>
      </w:r>
      <w:r>
        <w:tab/>
        <w:t>4.051e0</w:t>
      </w:r>
    </w:p>
    <w:p w:rsidR="007B2329" w:rsidRDefault="007B2329" w:rsidP="007B2329">
      <w:r>
        <w:t>238.6078</w:t>
      </w:r>
      <w:r>
        <w:tab/>
        <w:t>1.013e0</w:t>
      </w:r>
    </w:p>
    <w:p w:rsidR="007B2329" w:rsidRDefault="007B2329" w:rsidP="007B2329">
      <w:r>
        <w:t>238.6328</w:t>
      </w:r>
      <w:r>
        <w:tab/>
        <w:t>5.063e-2</w:t>
      </w:r>
    </w:p>
    <w:p w:rsidR="007B2329" w:rsidRDefault="007B2329" w:rsidP="007B2329">
      <w:r>
        <w:lastRenderedPageBreak/>
        <w:t>238.6367</w:t>
      </w:r>
      <w:r>
        <w:tab/>
        <w:t>1.013e0</w:t>
      </w:r>
    </w:p>
    <w:p w:rsidR="007B2329" w:rsidRDefault="007B2329" w:rsidP="007B2329">
      <w:r>
        <w:t>238.6483</w:t>
      </w:r>
      <w:r>
        <w:tab/>
        <w:t>1.013e0</w:t>
      </w:r>
    </w:p>
    <w:p w:rsidR="007B2329" w:rsidRDefault="007B2329" w:rsidP="007B2329">
      <w:r>
        <w:t>238.6526</w:t>
      </w:r>
      <w:r>
        <w:tab/>
        <w:t>1.013e0</w:t>
      </w:r>
    </w:p>
    <w:p w:rsidR="007B2329" w:rsidRDefault="007B2329" w:rsidP="007B2329">
      <w:r>
        <w:t>238.6614</w:t>
      </w:r>
      <w:r>
        <w:tab/>
        <w:t>1.013e0</w:t>
      </w:r>
    </w:p>
    <w:p w:rsidR="007B2329" w:rsidRDefault="007B2329" w:rsidP="007B2329">
      <w:r>
        <w:t>238.6802</w:t>
      </w:r>
      <w:r>
        <w:tab/>
        <w:t>1.025e0</w:t>
      </w:r>
    </w:p>
    <w:p w:rsidR="007B2329" w:rsidRDefault="007B2329" w:rsidP="007B2329">
      <w:r>
        <w:t>238.6879</w:t>
      </w:r>
      <w:r>
        <w:tab/>
        <w:t>2.025e0</w:t>
      </w:r>
    </w:p>
    <w:p w:rsidR="007B2329" w:rsidRDefault="007B2329" w:rsidP="007B2329">
      <w:r>
        <w:t>238.6893</w:t>
      </w:r>
      <w:r>
        <w:tab/>
        <w:t>4.051e0</w:t>
      </w:r>
    </w:p>
    <w:p w:rsidR="007B2329" w:rsidRDefault="007B2329" w:rsidP="007B2329">
      <w:r>
        <w:t>238.6938</w:t>
      </w:r>
      <w:r>
        <w:tab/>
        <w:t>1.013e0</w:t>
      </w:r>
    </w:p>
    <w:p w:rsidR="007B2329" w:rsidRDefault="007B2329" w:rsidP="007B2329">
      <w:r>
        <w:t>238.7049</w:t>
      </w:r>
      <w:r>
        <w:tab/>
        <w:t>2.025e0</w:t>
      </w:r>
    </w:p>
    <w:p w:rsidR="007B2329" w:rsidRDefault="007B2329" w:rsidP="007B2329">
      <w:r>
        <w:t>238.7106</w:t>
      </w:r>
      <w:r>
        <w:tab/>
        <w:t>1.013e0</w:t>
      </w:r>
    </w:p>
    <w:p w:rsidR="007B2329" w:rsidRDefault="007B2329" w:rsidP="007B2329">
      <w:r>
        <w:t>238.7237</w:t>
      </w:r>
      <w:r>
        <w:tab/>
        <w:t>1.013e0</w:t>
      </w:r>
    </w:p>
    <w:p w:rsidR="007B2329" w:rsidRDefault="007B2329" w:rsidP="007B2329">
      <w:r>
        <w:t>238.7275</w:t>
      </w:r>
      <w:r>
        <w:tab/>
        <w:t>1.013e0</w:t>
      </w:r>
    </w:p>
    <w:p w:rsidR="007B2329" w:rsidRDefault="007B2329" w:rsidP="007B2329">
      <w:r>
        <w:t>238.7412</w:t>
      </w:r>
      <w:r>
        <w:tab/>
        <w:t>2.532e-2</w:t>
      </w:r>
    </w:p>
    <w:p w:rsidR="007B2329" w:rsidRDefault="007B2329" w:rsidP="007B2329">
      <w:r>
        <w:t>238.7553</w:t>
      </w:r>
      <w:r>
        <w:tab/>
        <w:t>1.013e0</w:t>
      </w:r>
    </w:p>
    <w:p w:rsidR="007B2329" w:rsidRDefault="007B2329" w:rsidP="007B2329">
      <w:r>
        <w:t>238.7619</w:t>
      </w:r>
      <w:r>
        <w:tab/>
        <w:t>2.025e0</w:t>
      </w:r>
    </w:p>
    <w:p w:rsidR="007B2329" w:rsidRDefault="007B2329" w:rsidP="007B2329">
      <w:r>
        <w:t>238.7643</w:t>
      </w:r>
      <w:r>
        <w:tab/>
        <w:t>1.266e-2</w:t>
      </w:r>
    </w:p>
    <w:p w:rsidR="007B2329" w:rsidRDefault="007B2329" w:rsidP="007B2329">
      <w:r>
        <w:t>238.7687</w:t>
      </w:r>
      <w:r>
        <w:tab/>
        <w:t>1.013e0</w:t>
      </w:r>
    </w:p>
    <w:p w:rsidR="007B2329" w:rsidRDefault="007B2329" w:rsidP="007B2329">
      <w:r>
        <w:t>238.7731</w:t>
      </w:r>
      <w:r>
        <w:tab/>
        <w:t>1.013e0</w:t>
      </w:r>
    </w:p>
    <w:p w:rsidR="007B2329" w:rsidRDefault="007B2329" w:rsidP="007B2329">
      <w:r>
        <w:t>238.7886</w:t>
      </w:r>
      <w:r>
        <w:tab/>
        <w:t>1.013e0</w:t>
      </w:r>
    </w:p>
    <w:p w:rsidR="007B2329" w:rsidRDefault="007B2329" w:rsidP="007B2329">
      <w:r>
        <w:lastRenderedPageBreak/>
        <w:t>238.8057</w:t>
      </w:r>
      <w:r>
        <w:tab/>
        <w:t>2.038e0</w:t>
      </w:r>
    </w:p>
    <w:p w:rsidR="007B2329" w:rsidRDefault="007B2329" w:rsidP="007B2329">
      <w:r>
        <w:t>238.8134</w:t>
      </w:r>
      <w:r>
        <w:tab/>
        <w:t>1.013e0</w:t>
      </w:r>
    </w:p>
    <w:p w:rsidR="007B2329" w:rsidRDefault="007B2329" w:rsidP="007B2329">
      <w:r>
        <w:t>238.8260</w:t>
      </w:r>
      <w:r>
        <w:tab/>
        <w:t>2.544e0</w:t>
      </w:r>
    </w:p>
    <w:p w:rsidR="007B2329" w:rsidRDefault="007B2329" w:rsidP="007B2329">
      <w:r>
        <w:t>238.8300</w:t>
      </w:r>
      <w:r>
        <w:tab/>
        <w:t>3.063e0</w:t>
      </w:r>
    </w:p>
    <w:p w:rsidR="007B2329" w:rsidRDefault="007B2329" w:rsidP="007B2329">
      <w:r>
        <w:t>238.8380</w:t>
      </w:r>
      <w:r>
        <w:tab/>
        <w:t>1.013e0</w:t>
      </w:r>
    </w:p>
    <w:p w:rsidR="007B2329" w:rsidRDefault="007B2329" w:rsidP="007B2329">
      <w:r>
        <w:t>238.8457</w:t>
      </w:r>
      <w:r>
        <w:tab/>
        <w:t>3.038e0</w:t>
      </w:r>
    </w:p>
    <w:p w:rsidR="007B2329" w:rsidRDefault="007B2329" w:rsidP="007B2329">
      <w:r>
        <w:t>238.8542</w:t>
      </w:r>
      <w:r>
        <w:tab/>
        <w:t>2.025e0</w:t>
      </w:r>
    </w:p>
    <w:p w:rsidR="007B2329" w:rsidRDefault="007B2329" w:rsidP="007B2329">
      <w:r>
        <w:t>238.8626</w:t>
      </w:r>
      <w:r>
        <w:tab/>
        <w:t>2.025e0</w:t>
      </w:r>
    </w:p>
    <w:p w:rsidR="007B2329" w:rsidRDefault="007B2329" w:rsidP="007B2329">
      <w:r>
        <w:t>238.8719</w:t>
      </w:r>
      <w:r>
        <w:tab/>
        <w:t>3.038e0</w:t>
      </w:r>
    </w:p>
    <w:p w:rsidR="007B2329" w:rsidRDefault="007B2329" w:rsidP="007B2329">
      <w:r>
        <w:t>238.8872</w:t>
      </w:r>
      <w:r>
        <w:tab/>
        <w:t>1.013e0</w:t>
      </w:r>
    </w:p>
    <w:p w:rsidR="007B2329" w:rsidRDefault="007B2329" w:rsidP="007B2329">
      <w:r>
        <w:t>238.8912</w:t>
      </w:r>
      <w:r>
        <w:tab/>
        <w:t>2.025e0</w:t>
      </w:r>
    </w:p>
    <w:p w:rsidR="007B2329" w:rsidRDefault="007B2329" w:rsidP="007B2329">
      <w:r>
        <w:t>238.8952</w:t>
      </w:r>
      <w:r>
        <w:tab/>
        <w:t>1.013e0</w:t>
      </w:r>
    </w:p>
    <w:p w:rsidR="007B2329" w:rsidRDefault="007B2329" w:rsidP="007B2329">
      <w:r>
        <w:t>238.8990</w:t>
      </w:r>
      <w:r>
        <w:tab/>
        <w:t>2.025e0</w:t>
      </w:r>
    </w:p>
    <w:p w:rsidR="007B2329" w:rsidRDefault="007B2329" w:rsidP="007B2329">
      <w:r>
        <w:t>238.9118</w:t>
      </w:r>
      <w:r>
        <w:tab/>
        <w:t>1.013e0</w:t>
      </w:r>
    </w:p>
    <w:p w:rsidR="007B2329" w:rsidRDefault="007B2329" w:rsidP="007B2329">
      <w:r>
        <w:t>238.9288</w:t>
      </w:r>
      <w:r>
        <w:tab/>
        <w:t>1.013e0</w:t>
      </w:r>
    </w:p>
    <w:p w:rsidR="007B2329" w:rsidRDefault="007B2329" w:rsidP="007B2329">
      <w:r>
        <w:t>238.9444</w:t>
      </w:r>
      <w:r>
        <w:tab/>
        <w:t>2.025e0</w:t>
      </w:r>
    </w:p>
    <w:p w:rsidR="007B2329" w:rsidRDefault="007B2329" w:rsidP="007B2329">
      <w:r>
        <w:t>238.9610</w:t>
      </w:r>
      <w:r>
        <w:tab/>
        <w:t>1.266e-2</w:t>
      </w:r>
    </w:p>
    <w:p w:rsidR="007B2329" w:rsidRDefault="007B2329" w:rsidP="007B2329">
      <w:r>
        <w:t>238.9655</w:t>
      </w:r>
      <w:r>
        <w:tab/>
        <w:t>1.013e0</w:t>
      </w:r>
    </w:p>
    <w:p w:rsidR="007B2329" w:rsidRDefault="007B2329" w:rsidP="007B2329">
      <w:r>
        <w:t>238.9744</w:t>
      </w:r>
      <w:r>
        <w:tab/>
        <w:t>1.013e0</w:t>
      </w:r>
    </w:p>
    <w:p w:rsidR="007B2329" w:rsidRDefault="007B2329" w:rsidP="007B2329">
      <w:r>
        <w:lastRenderedPageBreak/>
        <w:t>238.9756</w:t>
      </w:r>
      <w:r>
        <w:tab/>
        <w:t>3.038e0</w:t>
      </w:r>
    </w:p>
    <w:p w:rsidR="007B2329" w:rsidRDefault="007B2329" w:rsidP="007B2329">
      <w:r>
        <w:t>238.9830</w:t>
      </w:r>
      <w:r>
        <w:tab/>
        <w:t>3.038e0</w:t>
      </w:r>
    </w:p>
    <w:p w:rsidR="007B2329" w:rsidRDefault="007B2329" w:rsidP="007B2329">
      <w:r>
        <w:t>238.9939</w:t>
      </w:r>
      <w:r>
        <w:tab/>
        <w:t>1.013e0</w:t>
      </w:r>
    </w:p>
    <w:p w:rsidR="007B2329" w:rsidRDefault="007B2329" w:rsidP="007B2329">
      <w:r>
        <w:t>239.0058</w:t>
      </w:r>
      <w:r>
        <w:tab/>
        <w:t>2.025e0</w:t>
      </w:r>
    </w:p>
    <w:p w:rsidR="007B2329" w:rsidRDefault="007B2329" w:rsidP="007B2329">
      <w:r>
        <w:t>239.0163</w:t>
      </w:r>
      <w:r>
        <w:tab/>
        <w:t>2.025e0</w:t>
      </w:r>
    </w:p>
    <w:p w:rsidR="007B2329" w:rsidRDefault="007B2329" w:rsidP="007B2329">
      <w:r>
        <w:t>239.0187</w:t>
      </w:r>
      <w:r>
        <w:tab/>
        <w:t>3.038e0</w:t>
      </w:r>
    </w:p>
    <w:p w:rsidR="007B2329" w:rsidRDefault="007B2329" w:rsidP="007B2329">
      <w:r>
        <w:t>239.0203</w:t>
      </w:r>
      <w:r>
        <w:tab/>
        <w:t>1.025e0</w:t>
      </w:r>
    </w:p>
    <w:p w:rsidR="007B2329" w:rsidRDefault="007B2329" w:rsidP="007B2329">
      <w:r>
        <w:t>239.0214</w:t>
      </w:r>
      <w:r>
        <w:tab/>
        <w:t>3.063e0</w:t>
      </w:r>
    </w:p>
    <w:p w:rsidR="007B2329" w:rsidRDefault="007B2329" w:rsidP="007B2329">
      <w:r>
        <w:t>239.0251</w:t>
      </w:r>
      <w:r>
        <w:tab/>
        <w:t>4.051e0</w:t>
      </w:r>
    </w:p>
    <w:p w:rsidR="007B2329" w:rsidRDefault="007B2329" w:rsidP="007B2329">
      <w:r>
        <w:t>239.0315</w:t>
      </w:r>
      <w:r>
        <w:tab/>
        <w:t>1.013e0</w:t>
      </w:r>
    </w:p>
    <w:p w:rsidR="007B2329" w:rsidRDefault="007B2329" w:rsidP="007B2329">
      <w:r>
        <w:t>239.0333</w:t>
      </w:r>
      <w:r>
        <w:tab/>
        <w:t>2.025e0</w:t>
      </w:r>
    </w:p>
    <w:p w:rsidR="007B2329" w:rsidRDefault="007B2329" w:rsidP="007B2329">
      <w:r>
        <w:t>239.0412</w:t>
      </w:r>
      <w:r>
        <w:tab/>
        <w:t>2.025e0</w:t>
      </w:r>
    </w:p>
    <w:p w:rsidR="007B2329" w:rsidRDefault="007B2329" w:rsidP="007B2329">
      <w:r>
        <w:t>239.0432</w:t>
      </w:r>
      <w:r>
        <w:tab/>
        <w:t>2.025e0</w:t>
      </w:r>
    </w:p>
    <w:p w:rsidR="007B2329" w:rsidRDefault="007B2329" w:rsidP="007B2329">
      <w:r>
        <w:t>239.0474</w:t>
      </w:r>
      <w:r>
        <w:tab/>
        <w:t>2.025e0</w:t>
      </w:r>
    </w:p>
    <w:p w:rsidR="007B2329" w:rsidRDefault="007B2329" w:rsidP="007B2329">
      <w:r>
        <w:t>239.0639</w:t>
      </w:r>
      <w:r>
        <w:tab/>
        <w:t>2.025e0</w:t>
      </w:r>
    </w:p>
    <w:p w:rsidR="007B2329" w:rsidRDefault="007B2329" w:rsidP="007B2329">
      <w:r>
        <w:t>239.0827</w:t>
      </w:r>
      <w:r>
        <w:tab/>
        <w:t>2.025e0</w:t>
      </w:r>
    </w:p>
    <w:p w:rsidR="007B2329" w:rsidRDefault="007B2329" w:rsidP="007B2329">
      <w:r>
        <w:t>239.0846</w:t>
      </w:r>
      <w:r>
        <w:tab/>
        <w:t>3.038e0</w:t>
      </w:r>
    </w:p>
    <w:p w:rsidR="007B2329" w:rsidRDefault="007B2329" w:rsidP="007B2329">
      <w:r>
        <w:t>239.0925</w:t>
      </w:r>
      <w:r>
        <w:tab/>
        <w:t>1.013e0</w:t>
      </w:r>
    </w:p>
    <w:p w:rsidR="007B2329" w:rsidRDefault="007B2329" w:rsidP="007B2329">
      <w:r>
        <w:t>239.0955</w:t>
      </w:r>
      <w:r>
        <w:tab/>
        <w:t>4.051e0</w:t>
      </w:r>
    </w:p>
    <w:p w:rsidR="007B2329" w:rsidRDefault="007B2329" w:rsidP="007B2329">
      <w:r>
        <w:lastRenderedPageBreak/>
        <w:t>239.1440</w:t>
      </w:r>
      <w:r>
        <w:tab/>
        <w:t>5.091e2</w:t>
      </w:r>
    </w:p>
    <w:p w:rsidR="007B2329" w:rsidRDefault="007B2329" w:rsidP="007B2329">
      <w:r>
        <w:t>239.1463</w:t>
      </w:r>
      <w:r>
        <w:tab/>
        <w:t>5.462e2</w:t>
      </w:r>
    </w:p>
    <w:p w:rsidR="007B2329" w:rsidRDefault="007B2329" w:rsidP="007B2329">
      <w:r>
        <w:t>239.1500</w:t>
      </w:r>
      <w:r>
        <w:tab/>
        <w:t>5.152e0</w:t>
      </w:r>
    </w:p>
    <w:p w:rsidR="007B2329" w:rsidRDefault="007B2329" w:rsidP="007B2329">
      <w:r>
        <w:t>239.1913</w:t>
      </w:r>
      <w:r>
        <w:tab/>
        <w:t>2.025e0</w:t>
      </w:r>
    </w:p>
    <w:p w:rsidR="007B2329" w:rsidRDefault="007B2329" w:rsidP="007B2329">
      <w:r>
        <w:t>239.1932</w:t>
      </w:r>
      <w:r>
        <w:tab/>
        <w:t>2.025e0</w:t>
      </w:r>
    </w:p>
    <w:p w:rsidR="007B2329" w:rsidRDefault="007B2329" w:rsidP="007B2329">
      <w:r>
        <w:t>239.1986</w:t>
      </w:r>
      <w:r>
        <w:tab/>
        <w:t>4.051e0</w:t>
      </w:r>
    </w:p>
    <w:p w:rsidR="007B2329" w:rsidRDefault="007B2329" w:rsidP="007B2329">
      <w:r>
        <w:t>239.2072</w:t>
      </w:r>
      <w:r>
        <w:tab/>
        <w:t>2.025e0</w:t>
      </w:r>
    </w:p>
    <w:p w:rsidR="007B2329" w:rsidRDefault="007B2329" w:rsidP="007B2329">
      <w:r>
        <w:t>239.2117</w:t>
      </w:r>
      <w:r>
        <w:tab/>
        <w:t>1.013e0</w:t>
      </w:r>
    </w:p>
    <w:p w:rsidR="007B2329" w:rsidRDefault="007B2329" w:rsidP="007B2329">
      <w:r>
        <w:t>239.2224</w:t>
      </w:r>
      <w:r>
        <w:tab/>
        <w:t>4.051e0</w:t>
      </w:r>
    </w:p>
    <w:p w:rsidR="007B2329" w:rsidRDefault="007B2329" w:rsidP="007B2329">
      <w:r>
        <w:t>239.2406</w:t>
      </w:r>
      <w:r>
        <w:tab/>
        <w:t>1.013e0</w:t>
      </w:r>
    </w:p>
    <w:p w:rsidR="007B2329" w:rsidRDefault="007B2329" w:rsidP="007B2329">
      <w:r>
        <w:t>239.2490</w:t>
      </w:r>
      <w:r>
        <w:tab/>
        <w:t>4.051e0</w:t>
      </w:r>
    </w:p>
    <w:p w:rsidR="007B2329" w:rsidRDefault="007B2329" w:rsidP="007B2329">
      <w:r>
        <w:t>239.2612</w:t>
      </w:r>
      <w:r>
        <w:tab/>
        <w:t>2.025e0</w:t>
      </w:r>
    </w:p>
    <w:p w:rsidR="007B2329" w:rsidRDefault="007B2329" w:rsidP="007B2329">
      <w:r>
        <w:t>239.2694</w:t>
      </w:r>
      <w:r>
        <w:tab/>
        <w:t>2.025e0</w:t>
      </w:r>
    </w:p>
    <w:p w:rsidR="007B2329" w:rsidRDefault="007B2329" w:rsidP="007B2329">
      <w:r>
        <w:t>239.2732</w:t>
      </w:r>
      <w:r>
        <w:tab/>
        <w:t>1.038e0</w:t>
      </w:r>
    </w:p>
    <w:p w:rsidR="007B2329" w:rsidRDefault="007B2329" w:rsidP="007B2329">
      <w:r>
        <w:t>239.2783</w:t>
      </w:r>
      <w:r>
        <w:tab/>
        <w:t>1.013e0</w:t>
      </w:r>
    </w:p>
    <w:p w:rsidR="007B2329" w:rsidRDefault="007B2329" w:rsidP="007B2329">
      <w:r>
        <w:t>239.2821</w:t>
      </w:r>
      <w:r>
        <w:tab/>
        <w:t>1.013e0</w:t>
      </w:r>
    </w:p>
    <w:p w:rsidR="007B2329" w:rsidRDefault="007B2329" w:rsidP="007B2329">
      <w:r>
        <w:t>239.2944</w:t>
      </w:r>
      <w:r>
        <w:tab/>
        <w:t>3.920e0</w:t>
      </w:r>
    </w:p>
    <w:p w:rsidR="007B2329" w:rsidRDefault="007B2329" w:rsidP="007B2329">
      <w:r>
        <w:t>239.2978</w:t>
      </w:r>
      <w:r>
        <w:tab/>
        <w:t>1.013e0</w:t>
      </w:r>
    </w:p>
    <w:p w:rsidR="007B2329" w:rsidRDefault="007B2329" w:rsidP="007B2329">
      <w:r>
        <w:t>239.3102</w:t>
      </w:r>
      <w:r>
        <w:tab/>
        <w:t>1.013e0</w:t>
      </w:r>
    </w:p>
    <w:p w:rsidR="007B2329" w:rsidRDefault="007B2329" w:rsidP="007B2329">
      <w:r>
        <w:lastRenderedPageBreak/>
        <w:t>239.3147</w:t>
      </w:r>
      <w:r>
        <w:tab/>
        <w:t>1.013e0</w:t>
      </w:r>
    </w:p>
    <w:p w:rsidR="007B2329" w:rsidRDefault="007B2329" w:rsidP="007B2329">
      <w:r>
        <w:t>239.3164</w:t>
      </w:r>
      <w:r>
        <w:tab/>
        <w:t>3.038e0</w:t>
      </w:r>
    </w:p>
    <w:p w:rsidR="007B2329" w:rsidRDefault="007B2329" w:rsidP="007B2329">
      <w:r>
        <w:t>239.3282</w:t>
      </w:r>
      <w:r>
        <w:tab/>
        <w:t>4.051e0</w:t>
      </w:r>
    </w:p>
    <w:p w:rsidR="007B2329" w:rsidRDefault="007B2329" w:rsidP="007B2329">
      <w:r>
        <w:t>239.3315</w:t>
      </w:r>
      <w:r>
        <w:tab/>
        <w:t>1.266e-2</w:t>
      </w:r>
    </w:p>
    <w:p w:rsidR="007B2329" w:rsidRDefault="007B2329" w:rsidP="007B2329">
      <w:r>
        <w:t>239.3511</w:t>
      </w:r>
      <w:r>
        <w:tab/>
        <w:t>1.013e0</w:t>
      </w:r>
    </w:p>
    <w:p w:rsidR="007B2329" w:rsidRDefault="007B2329" w:rsidP="007B2329">
      <w:r>
        <w:t>239.3594</w:t>
      </w:r>
      <w:r>
        <w:tab/>
        <w:t>1.013e0</w:t>
      </w:r>
    </w:p>
    <w:p w:rsidR="007B2329" w:rsidRDefault="007B2329" w:rsidP="007B2329">
      <w:r>
        <w:t>239.3619</w:t>
      </w:r>
      <w:r>
        <w:tab/>
        <w:t>2.025e0</w:t>
      </w:r>
    </w:p>
    <w:p w:rsidR="007B2329" w:rsidRDefault="007B2329" w:rsidP="007B2329">
      <w:r>
        <w:t>239.3768</w:t>
      </w:r>
      <w:r>
        <w:tab/>
        <w:t>2.025e0</w:t>
      </w:r>
    </w:p>
    <w:p w:rsidR="007B2329" w:rsidRDefault="007B2329" w:rsidP="007B2329">
      <w:r>
        <w:t>239.3815</w:t>
      </w:r>
      <w:r>
        <w:tab/>
        <w:t>6.060e-1</w:t>
      </w:r>
    </w:p>
    <w:p w:rsidR="007B2329" w:rsidRDefault="007B2329" w:rsidP="007B2329">
      <w:r>
        <w:t>239.3848</w:t>
      </w:r>
      <w:r>
        <w:tab/>
        <w:t>1.266e-2</w:t>
      </w:r>
    </w:p>
    <w:p w:rsidR="007B2329" w:rsidRDefault="007B2329" w:rsidP="007B2329">
      <w:r>
        <w:t>239.3926</w:t>
      </w:r>
      <w:r>
        <w:tab/>
        <w:t>2.025e0</w:t>
      </w:r>
    </w:p>
    <w:p w:rsidR="007B2329" w:rsidRDefault="007B2329" w:rsidP="007B2329">
      <w:r>
        <w:t>239.4043</w:t>
      </w:r>
      <w:r>
        <w:tab/>
        <w:t>1.013e0</w:t>
      </w:r>
    </w:p>
    <w:p w:rsidR="007B2329" w:rsidRDefault="007B2329" w:rsidP="007B2329">
      <w:r>
        <w:t>239.4088</w:t>
      </w:r>
      <w:r>
        <w:tab/>
        <w:t>1.013e0</w:t>
      </w:r>
    </w:p>
    <w:p w:rsidR="007B2329" w:rsidRDefault="007B2329" w:rsidP="007B2329">
      <w:r>
        <w:t>239.4189</w:t>
      </w:r>
      <w:r>
        <w:tab/>
        <w:t>2.038e0</w:t>
      </w:r>
    </w:p>
    <w:p w:rsidR="007B2329" w:rsidRDefault="007B2329" w:rsidP="007B2329">
      <w:r>
        <w:t>239.4322</w:t>
      </w:r>
      <w:r>
        <w:tab/>
        <w:t>2.025e0</w:t>
      </w:r>
    </w:p>
    <w:p w:rsidR="007B2329" w:rsidRDefault="007B2329" w:rsidP="007B2329">
      <w:r>
        <w:t>239.4381</w:t>
      </w:r>
      <w:r>
        <w:tab/>
        <w:t>1.013e0</w:t>
      </w:r>
    </w:p>
    <w:p w:rsidR="007B2329" w:rsidRDefault="007B2329" w:rsidP="007B2329">
      <w:r>
        <w:t>239.4420</w:t>
      </w:r>
      <w:r>
        <w:tab/>
        <w:t>2.025e0</w:t>
      </w:r>
    </w:p>
    <w:p w:rsidR="007B2329" w:rsidRDefault="007B2329" w:rsidP="007B2329">
      <w:r>
        <w:t>239.4478</w:t>
      </w:r>
      <w:r>
        <w:tab/>
        <w:t>2.025e0</w:t>
      </w:r>
    </w:p>
    <w:p w:rsidR="007B2329" w:rsidRDefault="007B2329" w:rsidP="007B2329">
      <w:r>
        <w:t>239.4536</w:t>
      </w:r>
      <w:r>
        <w:tab/>
        <w:t>1.013e0</w:t>
      </w:r>
    </w:p>
    <w:p w:rsidR="007B2329" w:rsidRDefault="007B2329" w:rsidP="007B2329">
      <w:r>
        <w:lastRenderedPageBreak/>
        <w:t>239.4610</w:t>
      </w:r>
      <w:r>
        <w:tab/>
        <w:t>2.025e0</w:t>
      </w:r>
    </w:p>
    <w:p w:rsidR="007B2329" w:rsidRDefault="007B2329" w:rsidP="007B2329">
      <w:r>
        <w:t>239.4874</w:t>
      </w:r>
      <w:r>
        <w:tab/>
        <w:t>2.025e0</w:t>
      </w:r>
    </w:p>
    <w:p w:rsidR="007B2329" w:rsidRDefault="007B2329" w:rsidP="007B2329">
      <w:r>
        <w:t>239.4914</w:t>
      </w:r>
      <w:r>
        <w:tab/>
        <w:t>1.013e0</w:t>
      </w:r>
    </w:p>
    <w:p w:rsidR="007B2329" w:rsidRDefault="007B2329" w:rsidP="007B2329">
      <w:r>
        <w:t>239.5099</w:t>
      </w:r>
      <w:r>
        <w:tab/>
        <w:t>1.025e0</w:t>
      </w:r>
    </w:p>
    <w:p w:rsidR="007B2329" w:rsidRDefault="007B2329" w:rsidP="007B2329">
      <w:r>
        <w:t>239.5161</w:t>
      </w:r>
      <w:r>
        <w:tab/>
        <w:t>2.025e0</w:t>
      </w:r>
    </w:p>
    <w:p w:rsidR="007B2329" w:rsidRDefault="007B2329" w:rsidP="007B2329">
      <w:r>
        <w:t>239.5208</w:t>
      </w:r>
      <w:r>
        <w:tab/>
        <w:t>1.013e0</w:t>
      </w:r>
    </w:p>
    <w:p w:rsidR="007B2329" w:rsidRDefault="007B2329" w:rsidP="007B2329">
      <w:r>
        <w:t>239.5290</w:t>
      </w:r>
      <w:r>
        <w:tab/>
        <w:t>1.013e0</w:t>
      </w:r>
    </w:p>
    <w:p w:rsidR="007B2329" w:rsidRDefault="007B2329" w:rsidP="007B2329">
      <w:r>
        <w:t>239.5330</w:t>
      </w:r>
      <w:r>
        <w:tab/>
        <w:t>2.025e0</w:t>
      </w:r>
    </w:p>
    <w:p w:rsidR="007B2329" w:rsidRDefault="007B2329" w:rsidP="007B2329">
      <w:r>
        <w:t>239.5368</w:t>
      </w:r>
      <w:r>
        <w:tab/>
        <w:t>1.013e0</w:t>
      </w:r>
    </w:p>
    <w:p w:rsidR="007B2329" w:rsidRDefault="007B2329" w:rsidP="007B2329">
      <w:r>
        <w:t>239.5489</w:t>
      </w:r>
      <w:r>
        <w:tab/>
        <w:t>5.063e0</w:t>
      </w:r>
    </w:p>
    <w:p w:rsidR="007B2329" w:rsidRDefault="007B2329" w:rsidP="007B2329">
      <w:r>
        <w:t>239.5701</w:t>
      </w:r>
      <w:r>
        <w:tab/>
        <w:t>2.025e0</w:t>
      </w:r>
    </w:p>
    <w:p w:rsidR="007B2329" w:rsidRDefault="007B2329" w:rsidP="007B2329">
      <w:r>
        <w:t>239.5763</w:t>
      </w:r>
      <w:r>
        <w:tab/>
        <w:t>2.025e0</w:t>
      </w:r>
    </w:p>
    <w:p w:rsidR="007B2329" w:rsidRDefault="007B2329" w:rsidP="007B2329">
      <w:r>
        <w:t>239.5859</w:t>
      </w:r>
      <w:r>
        <w:tab/>
        <w:t>5.063e0</w:t>
      </w:r>
    </w:p>
    <w:p w:rsidR="007B2329" w:rsidRDefault="007B2329" w:rsidP="007B2329">
      <w:r>
        <w:t>239.5901</w:t>
      </w:r>
      <w:r>
        <w:tab/>
        <w:t>1.013e0</w:t>
      </w:r>
    </w:p>
    <w:p w:rsidR="007B2329" w:rsidRDefault="007B2329" w:rsidP="007B2329">
      <w:r>
        <w:t>239.5921</w:t>
      </w:r>
      <w:r>
        <w:tab/>
        <w:t>2.025e0</w:t>
      </w:r>
    </w:p>
    <w:p w:rsidR="007B2329" w:rsidRDefault="007B2329" w:rsidP="007B2329">
      <w:r>
        <w:t>239.5941</w:t>
      </w:r>
      <w:r>
        <w:tab/>
        <w:t>4.051e0</w:t>
      </w:r>
    </w:p>
    <w:p w:rsidR="007B2329" w:rsidRDefault="007B2329" w:rsidP="007B2329">
      <w:r>
        <w:t>239.5979</w:t>
      </w:r>
      <w:r>
        <w:tab/>
        <w:t>5.101e0</w:t>
      </w:r>
    </w:p>
    <w:p w:rsidR="007B2329" w:rsidRDefault="007B2329" w:rsidP="007B2329">
      <w:r>
        <w:t>239.6105</w:t>
      </w:r>
      <w:r>
        <w:tab/>
        <w:t>1.013e0</w:t>
      </w:r>
    </w:p>
    <w:p w:rsidR="007B2329" w:rsidRDefault="007B2329" w:rsidP="007B2329">
      <w:r>
        <w:t>239.6174</w:t>
      </w:r>
      <w:r>
        <w:tab/>
        <w:t>3.038e0</w:t>
      </w:r>
    </w:p>
    <w:p w:rsidR="007B2329" w:rsidRDefault="007B2329" w:rsidP="007B2329">
      <w:r>
        <w:lastRenderedPageBreak/>
        <w:t>239.6195</w:t>
      </w:r>
      <w:r>
        <w:tab/>
        <w:t>1.013e0</w:t>
      </w:r>
    </w:p>
    <w:p w:rsidR="007B2329" w:rsidRDefault="007B2329" w:rsidP="007B2329">
      <w:r>
        <w:t>239.6435</w:t>
      </w:r>
      <w:r>
        <w:tab/>
        <w:t>2.025e0</w:t>
      </w:r>
    </w:p>
    <w:p w:rsidR="007B2329" w:rsidRDefault="007B2329" w:rsidP="007B2329">
      <w:r>
        <w:t>239.6512</w:t>
      </w:r>
      <w:r>
        <w:tab/>
        <w:t>4.051e0</w:t>
      </w:r>
    </w:p>
    <w:p w:rsidR="007B2329" w:rsidRDefault="007B2329" w:rsidP="007B2329">
      <w:r>
        <w:t>239.6624</w:t>
      </w:r>
      <w:r>
        <w:tab/>
        <w:t>2.025e0</w:t>
      </w:r>
    </w:p>
    <w:p w:rsidR="007B2329" w:rsidRDefault="007B2329" w:rsidP="007B2329">
      <w:r>
        <w:t>239.6663</w:t>
      </w:r>
      <w:r>
        <w:tab/>
        <w:t>3.038e0</w:t>
      </w:r>
    </w:p>
    <w:p w:rsidR="007B2329" w:rsidRDefault="007B2329" w:rsidP="007B2329">
      <w:r>
        <w:t>239.6811</w:t>
      </w:r>
      <w:r>
        <w:tab/>
        <w:t>3.038e0</w:t>
      </w:r>
    </w:p>
    <w:p w:rsidR="007B2329" w:rsidRDefault="007B2329" w:rsidP="007B2329">
      <w:r>
        <w:t>239.6968</w:t>
      </w:r>
      <w:r>
        <w:tab/>
        <w:t>2.025e0</w:t>
      </w:r>
    </w:p>
    <w:p w:rsidR="007B2329" w:rsidRDefault="007B2329" w:rsidP="007B2329">
      <w:r>
        <w:t>239.6988</w:t>
      </w:r>
      <w:r>
        <w:tab/>
        <w:t>3.038e0</w:t>
      </w:r>
    </w:p>
    <w:p w:rsidR="007B2329" w:rsidRDefault="007B2329" w:rsidP="007B2329">
      <w:r>
        <w:t>239.7006</w:t>
      </w:r>
      <w:r>
        <w:tab/>
        <w:t>1.013e0</w:t>
      </w:r>
    </w:p>
    <w:p w:rsidR="007B2329" w:rsidRDefault="007B2329" w:rsidP="007B2329">
      <w:r>
        <w:t>239.7226</w:t>
      </w:r>
      <w:r>
        <w:tab/>
        <w:t>1.013e0</w:t>
      </w:r>
    </w:p>
    <w:p w:rsidR="007B2329" w:rsidRDefault="007B2329" w:rsidP="007B2329">
      <w:r>
        <w:t>239.7266</w:t>
      </w:r>
      <w:r>
        <w:tab/>
        <w:t>2.025e0</w:t>
      </w:r>
    </w:p>
    <w:p w:rsidR="007B2329" w:rsidRDefault="007B2329" w:rsidP="007B2329">
      <w:r>
        <w:t>239.7325</w:t>
      </w:r>
      <w:r>
        <w:tab/>
        <w:t>2.025e0</w:t>
      </w:r>
    </w:p>
    <w:p w:rsidR="007B2329" w:rsidRDefault="007B2329" w:rsidP="007B2329">
      <w:r>
        <w:t>239.7422</w:t>
      </w:r>
      <w:r>
        <w:tab/>
        <w:t>1.013e0</w:t>
      </w:r>
    </w:p>
    <w:p w:rsidR="007B2329" w:rsidRDefault="007B2329" w:rsidP="007B2329">
      <w:r>
        <w:t>239.7585</w:t>
      </w:r>
      <w:r>
        <w:tab/>
        <w:t>1.013e0</w:t>
      </w:r>
    </w:p>
    <w:p w:rsidR="007B2329" w:rsidRDefault="007B2329" w:rsidP="007B2329">
      <w:r>
        <w:t>239.7630</w:t>
      </w:r>
      <w:r>
        <w:tab/>
        <w:t>2.025e0</w:t>
      </w:r>
    </w:p>
    <w:p w:rsidR="007B2329" w:rsidRDefault="007B2329" w:rsidP="007B2329">
      <w:r>
        <w:t>239.7748</w:t>
      </w:r>
      <w:r>
        <w:tab/>
        <w:t>2.025e0</w:t>
      </w:r>
    </w:p>
    <w:p w:rsidR="007B2329" w:rsidRDefault="007B2329" w:rsidP="007B2329">
      <w:r>
        <w:t>239.7798</w:t>
      </w:r>
      <w:r>
        <w:tab/>
        <w:t>1.013e0</w:t>
      </w:r>
    </w:p>
    <w:p w:rsidR="007B2329" w:rsidRDefault="007B2329" w:rsidP="007B2329">
      <w:r>
        <w:t>239.7838</w:t>
      </w:r>
      <w:r>
        <w:tab/>
        <w:t>3.038e0</w:t>
      </w:r>
    </w:p>
    <w:p w:rsidR="007B2329" w:rsidRDefault="007B2329" w:rsidP="007B2329">
      <w:r>
        <w:t>239.7878</w:t>
      </w:r>
      <w:r>
        <w:tab/>
        <w:t>1.013e0</w:t>
      </w:r>
    </w:p>
    <w:p w:rsidR="007B2329" w:rsidRDefault="007B2329" w:rsidP="007B2329">
      <w:r>
        <w:lastRenderedPageBreak/>
        <w:t>239.7916</w:t>
      </w:r>
      <w:r>
        <w:tab/>
        <w:t>1.013e0</w:t>
      </w:r>
    </w:p>
    <w:p w:rsidR="007B2329" w:rsidRDefault="007B2329" w:rsidP="007B2329">
      <w:r>
        <w:t>239.8038</w:t>
      </w:r>
      <w:r>
        <w:tab/>
        <w:t>3.038e0</w:t>
      </w:r>
    </w:p>
    <w:p w:rsidR="007B2329" w:rsidRDefault="007B2329" w:rsidP="007B2329">
      <w:r>
        <w:t>239.8083</w:t>
      </w:r>
      <w:r>
        <w:tab/>
        <w:t>3.038e0</w:t>
      </w:r>
    </w:p>
    <w:p w:rsidR="007B2329" w:rsidRDefault="007B2329" w:rsidP="007B2329">
      <w:r>
        <w:t>239.8214</w:t>
      </w:r>
      <w:r>
        <w:tab/>
        <w:t>1.013e0</w:t>
      </w:r>
    </w:p>
    <w:p w:rsidR="007B2329" w:rsidRDefault="007B2329" w:rsidP="007B2329">
      <w:r>
        <w:t>239.8469</w:t>
      </w:r>
      <w:r>
        <w:tab/>
        <w:t>2.025e0</w:t>
      </w:r>
    </w:p>
    <w:p w:rsidR="007B2329" w:rsidRDefault="007B2329" w:rsidP="007B2329">
      <w:r>
        <w:t>239.8499</w:t>
      </w:r>
      <w:r>
        <w:tab/>
        <w:t>1.025e0</w:t>
      </w:r>
    </w:p>
    <w:p w:rsidR="007B2329" w:rsidRDefault="007B2329" w:rsidP="007B2329">
      <w:r>
        <w:t>239.8510</w:t>
      </w:r>
      <w:r>
        <w:tab/>
        <w:t>2.025e0</w:t>
      </w:r>
    </w:p>
    <w:p w:rsidR="007B2329" w:rsidRDefault="007B2329" w:rsidP="007B2329">
      <w:r>
        <w:t>239.8527</w:t>
      </w:r>
      <w:r>
        <w:tab/>
        <w:t>1.013e0</w:t>
      </w:r>
    </w:p>
    <w:p w:rsidR="007B2329" w:rsidRDefault="007B2329" w:rsidP="007B2329">
      <w:r>
        <w:t>239.8601</w:t>
      </w:r>
      <w:r>
        <w:tab/>
        <w:t>2.025e0</w:t>
      </w:r>
    </w:p>
    <w:p w:rsidR="007B2329" w:rsidRDefault="007B2329" w:rsidP="007B2329">
      <w:r>
        <w:t>239.8617</w:t>
      </w:r>
      <w:r>
        <w:tab/>
        <w:t>1.013e0</w:t>
      </w:r>
    </w:p>
    <w:p w:rsidR="007B2329" w:rsidRDefault="007B2329" w:rsidP="007B2329">
      <w:r>
        <w:t>239.8749</w:t>
      </w:r>
      <w:r>
        <w:tab/>
        <w:t>1.013e0</w:t>
      </w:r>
    </w:p>
    <w:p w:rsidR="007B2329" w:rsidRDefault="007B2329" w:rsidP="007B2329">
      <w:r>
        <w:t>239.8845</w:t>
      </w:r>
      <w:r>
        <w:tab/>
        <w:t>2.025e0</w:t>
      </w:r>
    </w:p>
    <w:p w:rsidR="007B2329" w:rsidRDefault="007B2329" w:rsidP="007B2329">
      <w:r>
        <w:t>239.8866</w:t>
      </w:r>
      <w:r>
        <w:tab/>
        <w:t>4.051e0</w:t>
      </w:r>
    </w:p>
    <w:p w:rsidR="007B2329" w:rsidRDefault="007B2329" w:rsidP="007B2329">
      <w:r>
        <w:t>239.8934</w:t>
      </w:r>
      <w:r>
        <w:tab/>
        <w:t>3.038e0</w:t>
      </w:r>
    </w:p>
    <w:p w:rsidR="007B2329" w:rsidRDefault="007B2329" w:rsidP="007B2329">
      <w:r>
        <w:t>239.8944</w:t>
      </w:r>
      <w:r>
        <w:tab/>
        <w:t>1.013e0</w:t>
      </w:r>
    </w:p>
    <w:p w:rsidR="007B2329" w:rsidRDefault="007B2329" w:rsidP="007B2329">
      <w:r>
        <w:t>239.9156</w:t>
      </w:r>
      <w:r>
        <w:tab/>
        <w:t>2.532e-2</w:t>
      </w:r>
    </w:p>
    <w:p w:rsidR="007B2329" w:rsidRDefault="007B2329" w:rsidP="007B2329">
      <w:r>
        <w:t>239.9319</w:t>
      </w:r>
      <w:r>
        <w:tab/>
        <w:t>1.013e0</w:t>
      </w:r>
    </w:p>
    <w:p w:rsidR="007B2329" w:rsidRDefault="007B2329" w:rsidP="007B2329">
      <w:r>
        <w:t>239.9359</w:t>
      </w:r>
      <w:r>
        <w:tab/>
        <w:t>1.266e-2</w:t>
      </w:r>
    </w:p>
    <w:p w:rsidR="007B2329" w:rsidRDefault="007B2329" w:rsidP="007B2329">
      <w:r>
        <w:t>239.9608</w:t>
      </w:r>
      <w:r>
        <w:tab/>
        <w:t>5.063e0</w:t>
      </w:r>
    </w:p>
    <w:p w:rsidR="007B2329" w:rsidRDefault="007B2329" w:rsidP="007B2329">
      <w:r>
        <w:lastRenderedPageBreak/>
        <w:t>239.9651</w:t>
      </w:r>
      <w:r>
        <w:tab/>
        <w:t>1.266e-2</w:t>
      </w:r>
    </w:p>
    <w:p w:rsidR="007B2329" w:rsidRDefault="007B2329" w:rsidP="007B2329">
      <w:r>
        <w:t>239.9736</w:t>
      </w:r>
      <w:r>
        <w:tab/>
        <w:t>1.013e0</w:t>
      </w:r>
    </w:p>
    <w:p w:rsidR="007B2329" w:rsidRDefault="007B2329" w:rsidP="007B2329">
      <w:r>
        <w:t>239.9814</w:t>
      </w:r>
      <w:r>
        <w:tab/>
        <w:t>1.013e0</w:t>
      </w:r>
    </w:p>
    <w:p w:rsidR="007B2329" w:rsidRDefault="007B2329" w:rsidP="007B2329">
      <w:r>
        <w:t>240.0009</w:t>
      </w:r>
      <w:r>
        <w:tab/>
        <w:t>3.038e0</w:t>
      </w:r>
    </w:p>
    <w:p w:rsidR="007B2329" w:rsidRDefault="007B2329" w:rsidP="007B2329">
      <w:r>
        <w:t>240.0139</w:t>
      </w:r>
      <w:r>
        <w:tab/>
        <w:t>5.320e0</w:t>
      </w:r>
    </w:p>
    <w:p w:rsidR="007B2329" w:rsidRDefault="007B2329" w:rsidP="007B2329">
      <w:r>
        <w:t>240.0188</w:t>
      </w:r>
      <w:r>
        <w:tab/>
        <w:t>1.013e0</w:t>
      </w:r>
    </w:p>
    <w:p w:rsidR="007B2329" w:rsidRDefault="007B2329" w:rsidP="007B2329">
      <w:r>
        <w:t>240.0348</w:t>
      </w:r>
      <w:r>
        <w:tab/>
        <w:t>1.013e0</w:t>
      </w:r>
    </w:p>
    <w:p w:rsidR="007B2329" w:rsidRDefault="007B2329" w:rsidP="007B2329">
      <w:r>
        <w:t>240.0367</w:t>
      </w:r>
      <w:r>
        <w:tab/>
        <w:t>2.025e0</w:t>
      </w:r>
    </w:p>
    <w:p w:rsidR="007B2329" w:rsidRDefault="007B2329" w:rsidP="007B2329">
      <w:r>
        <w:t>240.0445</w:t>
      </w:r>
      <w:r>
        <w:tab/>
        <w:t>2.532e-2</w:t>
      </w:r>
    </w:p>
    <w:p w:rsidR="007B2329" w:rsidRDefault="007B2329" w:rsidP="007B2329">
      <w:r>
        <w:t>240.0503</w:t>
      </w:r>
      <w:r>
        <w:tab/>
        <w:t>2.025e0</w:t>
      </w:r>
    </w:p>
    <w:p w:rsidR="007B2329" w:rsidRDefault="007B2329" w:rsidP="007B2329">
      <w:r>
        <w:t>240.0592</w:t>
      </w:r>
      <w:r>
        <w:tab/>
        <w:t>1.013e0</w:t>
      </w:r>
    </w:p>
    <w:p w:rsidR="007B2329" w:rsidRDefault="007B2329" w:rsidP="007B2329">
      <w:r>
        <w:t>240.0683</w:t>
      </w:r>
      <w:r>
        <w:tab/>
        <w:t>1.013e0</w:t>
      </w:r>
    </w:p>
    <w:p w:rsidR="007B2329" w:rsidRDefault="007B2329" w:rsidP="007B2329">
      <w:r>
        <w:t>240.0765</w:t>
      </w:r>
      <w:r>
        <w:tab/>
        <w:t>2.025e0</w:t>
      </w:r>
    </w:p>
    <w:p w:rsidR="007B2329" w:rsidRDefault="007B2329" w:rsidP="007B2329">
      <w:r>
        <w:t>240.0841</w:t>
      </w:r>
      <w:r>
        <w:tab/>
        <w:t>1.013e0</w:t>
      </w:r>
    </w:p>
    <w:p w:rsidR="007B2329" w:rsidRDefault="007B2329" w:rsidP="007B2329">
      <w:r>
        <w:t>240.0861</w:t>
      </w:r>
      <w:r>
        <w:tab/>
        <w:t>2.025e0</w:t>
      </w:r>
    </w:p>
    <w:p w:rsidR="007B2329" w:rsidRDefault="007B2329" w:rsidP="007B2329">
      <w:r>
        <w:t>240.1013</w:t>
      </w:r>
      <w:r>
        <w:tab/>
        <w:t>6.276e0</w:t>
      </w:r>
    </w:p>
    <w:p w:rsidR="007B2329" w:rsidRDefault="007B2329" w:rsidP="007B2329">
      <w:r>
        <w:t>240.1037</w:t>
      </w:r>
      <w:r>
        <w:tab/>
        <w:t>6.546e0</w:t>
      </w:r>
    </w:p>
    <w:p w:rsidR="007B2329" w:rsidRDefault="007B2329" w:rsidP="007B2329">
      <w:r>
        <w:t>240.1117</w:t>
      </w:r>
      <w:r>
        <w:tab/>
        <w:t>3.038e0</w:t>
      </w:r>
    </w:p>
    <w:p w:rsidR="007B2329" w:rsidRDefault="007B2329" w:rsidP="007B2329">
      <w:r>
        <w:t>240.1426</w:t>
      </w:r>
      <w:r>
        <w:tab/>
        <w:t>1.869e0</w:t>
      </w:r>
    </w:p>
    <w:p w:rsidR="007B2329" w:rsidRDefault="007B2329" w:rsidP="007B2329">
      <w:r>
        <w:lastRenderedPageBreak/>
        <w:t>240.1442</w:t>
      </w:r>
      <w:r>
        <w:tab/>
        <w:t>2.329e1</w:t>
      </w:r>
    </w:p>
    <w:p w:rsidR="007B2329" w:rsidRDefault="007B2329" w:rsidP="007B2329">
      <w:r>
        <w:t>240.1484</w:t>
      </w:r>
      <w:r>
        <w:tab/>
        <w:t>9.751e1</w:t>
      </w:r>
    </w:p>
    <w:p w:rsidR="007B2329" w:rsidRDefault="007B2329" w:rsidP="007B2329">
      <w:r>
        <w:t>240.1495</w:t>
      </w:r>
      <w:r>
        <w:tab/>
        <w:t>4.418e1</w:t>
      </w:r>
    </w:p>
    <w:p w:rsidR="007B2329" w:rsidRDefault="007B2329" w:rsidP="007B2329">
      <w:r>
        <w:t>240.1519</w:t>
      </w:r>
      <w:r>
        <w:tab/>
        <w:t>7.454e1</w:t>
      </w:r>
    </w:p>
    <w:p w:rsidR="007B2329" w:rsidRDefault="007B2329" w:rsidP="007B2329">
      <w:r>
        <w:t>240.1640</w:t>
      </w:r>
      <w:r>
        <w:tab/>
        <w:t>3.603e0</w:t>
      </w:r>
    </w:p>
    <w:p w:rsidR="007B2329" w:rsidRDefault="007B2329" w:rsidP="007B2329">
      <w:r>
        <w:t>240.1875</w:t>
      </w:r>
      <w:r>
        <w:tab/>
        <w:t>4.051e0</w:t>
      </w:r>
    </w:p>
    <w:p w:rsidR="007B2329" w:rsidRDefault="007B2329" w:rsidP="007B2329">
      <w:r>
        <w:t>240.1889</w:t>
      </w:r>
      <w:r>
        <w:tab/>
        <w:t>2.532e-2</w:t>
      </w:r>
    </w:p>
    <w:p w:rsidR="007B2329" w:rsidRDefault="007B2329" w:rsidP="007B2329">
      <w:r>
        <w:t>240.1909</w:t>
      </w:r>
      <w:r>
        <w:tab/>
        <w:t>1.013e0</w:t>
      </w:r>
    </w:p>
    <w:p w:rsidR="007B2329" w:rsidRDefault="007B2329" w:rsidP="007B2329">
      <w:r>
        <w:t>240.1985</w:t>
      </w:r>
      <w:r>
        <w:tab/>
        <w:t>1.013e0</w:t>
      </w:r>
    </w:p>
    <w:p w:rsidR="007B2329" w:rsidRDefault="007B2329" w:rsidP="007B2329">
      <w:r>
        <w:t>240.2057</w:t>
      </w:r>
      <w:r>
        <w:tab/>
        <w:t>4.051e0</w:t>
      </w:r>
    </w:p>
    <w:p w:rsidR="007B2329" w:rsidRDefault="007B2329" w:rsidP="007B2329">
      <w:r>
        <w:t>240.2159</w:t>
      </w:r>
      <w:r>
        <w:tab/>
        <w:t>2.193e0</w:t>
      </w:r>
    </w:p>
    <w:p w:rsidR="007B2329" w:rsidRDefault="007B2329" w:rsidP="007B2329">
      <w:r>
        <w:t>240.2285</w:t>
      </w:r>
      <w:r>
        <w:tab/>
        <w:t>1.025e0</w:t>
      </w:r>
    </w:p>
    <w:p w:rsidR="007B2329" w:rsidRDefault="007B2329" w:rsidP="007B2329">
      <w:r>
        <w:t>240.2305</w:t>
      </w:r>
      <w:r>
        <w:tab/>
        <w:t>2.025e0</w:t>
      </w:r>
    </w:p>
    <w:p w:rsidR="007B2329" w:rsidRDefault="007B2329" w:rsidP="007B2329">
      <w:r>
        <w:t>240.2325</w:t>
      </w:r>
      <w:r>
        <w:tab/>
        <w:t>1.013e0</w:t>
      </w:r>
    </w:p>
    <w:p w:rsidR="007B2329" w:rsidRDefault="007B2329" w:rsidP="007B2329">
      <w:r>
        <w:t>240.2375</w:t>
      </w:r>
      <w:r>
        <w:tab/>
        <w:t>3.038e0</w:t>
      </w:r>
    </w:p>
    <w:p w:rsidR="007B2329" w:rsidRDefault="007B2329" w:rsidP="007B2329">
      <w:r>
        <w:t>240.2570</w:t>
      </w:r>
      <w:r>
        <w:tab/>
        <w:t>3.038e0</w:t>
      </w:r>
    </w:p>
    <w:p w:rsidR="007B2329" w:rsidRDefault="007B2329" w:rsidP="007B2329">
      <w:r>
        <w:t>240.2611</w:t>
      </w:r>
      <w:r>
        <w:tab/>
        <w:t>2.025e0</w:t>
      </w:r>
    </w:p>
    <w:p w:rsidR="007B2329" w:rsidRDefault="007B2329" w:rsidP="007B2329">
      <w:r>
        <w:t>240.2858</w:t>
      </w:r>
      <w:r>
        <w:tab/>
        <w:t>2.025e0</w:t>
      </w:r>
    </w:p>
    <w:p w:rsidR="007B2329" w:rsidRDefault="007B2329" w:rsidP="007B2329">
      <w:r>
        <w:t>240.2878</w:t>
      </w:r>
      <w:r>
        <w:tab/>
        <w:t>1.025e0</w:t>
      </w:r>
    </w:p>
    <w:p w:rsidR="007B2329" w:rsidRDefault="007B2329" w:rsidP="007B2329">
      <w:r>
        <w:lastRenderedPageBreak/>
        <w:t>240.2897</w:t>
      </w:r>
      <w:r>
        <w:tab/>
        <w:t>1.013e0</w:t>
      </w:r>
    </w:p>
    <w:p w:rsidR="007B2329" w:rsidRDefault="007B2329" w:rsidP="007B2329">
      <w:r>
        <w:t>240.3125</w:t>
      </w:r>
      <w:r>
        <w:tab/>
        <w:t>5.063e0</w:t>
      </w:r>
    </w:p>
    <w:p w:rsidR="007B2329" w:rsidRDefault="007B2329" w:rsidP="007B2329">
      <w:r>
        <w:t>240.3236</w:t>
      </w:r>
      <w:r>
        <w:tab/>
        <w:t>1.013e0</w:t>
      </w:r>
    </w:p>
    <w:p w:rsidR="007B2329" w:rsidRDefault="007B2329" w:rsidP="007B2329">
      <w:r>
        <w:t>240.3333</w:t>
      </w:r>
      <w:r>
        <w:tab/>
        <w:t>3.051e0</w:t>
      </w:r>
    </w:p>
    <w:p w:rsidR="007B2329" w:rsidRDefault="007B2329" w:rsidP="007B2329">
      <w:r>
        <w:t>240.3353</w:t>
      </w:r>
      <w:r>
        <w:tab/>
        <w:t>2.025e0</w:t>
      </w:r>
    </w:p>
    <w:p w:rsidR="007B2329" w:rsidRDefault="007B2329" w:rsidP="007B2329">
      <w:r>
        <w:t>240.3469</w:t>
      </w:r>
      <w:r>
        <w:tab/>
        <w:t>1.013e0</w:t>
      </w:r>
    </w:p>
    <w:p w:rsidR="007B2329" w:rsidRDefault="007B2329" w:rsidP="007B2329">
      <w:r>
        <w:t>240.3729</w:t>
      </w:r>
      <w:r>
        <w:tab/>
        <w:t>1.013e0</w:t>
      </w:r>
    </w:p>
    <w:p w:rsidR="007B2329" w:rsidRDefault="007B2329" w:rsidP="007B2329">
      <w:r>
        <w:t>240.3768</w:t>
      </w:r>
      <w:r>
        <w:tab/>
        <w:t>1.013e0</w:t>
      </w:r>
    </w:p>
    <w:p w:rsidR="007B2329" w:rsidRDefault="007B2329" w:rsidP="007B2329">
      <w:r>
        <w:t>240.3807</w:t>
      </w:r>
      <w:r>
        <w:tab/>
        <w:t>2.025e0</w:t>
      </w:r>
    </w:p>
    <w:p w:rsidR="007B2329" w:rsidRDefault="007B2329" w:rsidP="007B2329">
      <w:r>
        <w:t>240.3847</w:t>
      </w:r>
      <w:r>
        <w:tab/>
        <w:t>1.013e0</w:t>
      </w:r>
    </w:p>
    <w:p w:rsidR="007B2329" w:rsidRDefault="007B2329" w:rsidP="007B2329">
      <w:r>
        <w:t>240.3931</w:t>
      </w:r>
      <w:r>
        <w:tab/>
        <w:t>4.051e0</w:t>
      </w:r>
    </w:p>
    <w:p w:rsidR="007B2329" w:rsidRDefault="007B2329" w:rsidP="007B2329">
      <w:r>
        <w:t>240.4055</w:t>
      </w:r>
      <w:r>
        <w:tab/>
        <w:t>1.013e0</w:t>
      </w:r>
    </w:p>
    <w:p w:rsidR="007B2329" w:rsidRDefault="007B2329" w:rsidP="007B2329">
      <w:r>
        <w:t>240.4322</w:t>
      </w:r>
      <w:r>
        <w:tab/>
        <w:t>2.025e0</w:t>
      </w:r>
    </w:p>
    <w:p w:rsidR="007B2329" w:rsidRDefault="007B2329" w:rsidP="007B2329">
      <w:r>
        <w:t>240.4332</w:t>
      </w:r>
      <w:r>
        <w:tab/>
        <w:t>3.038e0</w:t>
      </w:r>
    </w:p>
    <w:p w:rsidR="007B2329" w:rsidRDefault="007B2329" w:rsidP="007B2329">
      <w:r>
        <w:t>240.4380</w:t>
      </w:r>
      <w:r>
        <w:tab/>
        <w:t>1.013e0</w:t>
      </w:r>
    </w:p>
    <w:p w:rsidR="007B2329" w:rsidRDefault="007B2329" w:rsidP="007B2329">
      <w:r>
        <w:t>240.4419</w:t>
      </w:r>
      <w:r>
        <w:tab/>
        <w:t>1.013e0</w:t>
      </w:r>
    </w:p>
    <w:p w:rsidR="007B2329" w:rsidRDefault="007B2329" w:rsidP="007B2329">
      <w:r>
        <w:t>240.4756</w:t>
      </w:r>
      <w:r>
        <w:tab/>
        <w:t>3.038e0</w:t>
      </w:r>
    </w:p>
    <w:p w:rsidR="007B2329" w:rsidRDefault="007B2329" w:rsidP="007B2329">
      <w:r>
        <w:t>240.4875</w:t>
      </w:r>
      <w:r>
        <w:tab/>
        <w:t>2.025e0</w:t>
      </w:r>
    </w:p>
    <w:p w:rsidR="007B2329" w:rsidRDefault="007B2329" w:rsidP="007B2329">
      <w:r>
        <w:t>240.4913</w:t>
      </w:r>
      <w:r>
        <w:tab/>
        <w:t>1.013e0</w:t>
      </w:r>
    </w:p>
    <w:p w:rsidR="007B2329" w:rsidRDefault="007B2329" w:rsidP="007B2329">
      <w:r>
        <w:lastRenderedPageBreak/>
        <w:t>240.4953</w:t>
      </w:r>
      <w:r>
        <w:tab/>
        <w:t>1.013e0</w:t>
      </w:r>
    </w:p>
    <w:p w:rsidR="007B2329" w:rsidRDefault="007B2329" w:rsidP="007B2329">
      <w:r>
        <w:t>240.5212</w:t>
      </w:r>
      <w:r>
        <w:tab/>
        <w:t>1.013e0</w:t>
      </w:r>
    </w:p>
    <w:p w:rsidR="007B2329" w:rsidRDefault="007B2329" w:rsidP="007B2329">
      <w:r>
        <w:t>240.5310</w:t>
      </w:r>
      <w:r>
        <w:tab/>
        <w:t>2.025e0</w:t>
      </w:r>
    </w:p>
    <w:p w:rsidR="007B2329" w:rsidRDefault="007B2329" w:rsidP="007B2329">
      <w:r>
        <w:t>240.5327</w:t>
      </w:r>
      <w:r>
        <w:tab/>
        <w:t>3.063e0</w:t>
      </w:r>
    </w:p>
    <w:p w:rsidR="007B2329" w:rsidRDefault="007B2329" w:rsidP="007B2329">
      <w:r>
        <w:t>240.5408</w:t>
      </w:r>
      <w:r>
        <w:tab/>
        <w:t>1.013e0</w:t>
      </w:r>
    </w:p>
    <w:p w:rsidR="007B2329" w:rsidRDefault="007B2329" w:rsidP="007B2329">
      <w:r>
        <w:t>240.5454</w:t>
      </w:r>
      <w:r>
        <w:tab/>
        <w:t>1.025e0</w:t>
      </w:r>
    </w:p>
    <w:p w:rsidR="007B2329" w:rsidRDefault="007B2329" w:rsidP="007B2329">
      <w:r>
        <w:t>240.5746</w:t>
      </w:r>
      <w:r>
        <w:tab/>
        <w:t>1.025e0</w:t>
      </w:r>
    </w:p>
    <w:p w:rsidR="007B2329" w:rsidRDefault="007B2329" w:rsidP="007B2329">
      <w:r>
        <w:t>240.5825</w:t>
      </w:r>
      <w:r>
        <w:tab/>
        <w:t>1.013e0</w:t>
      </w:r>
    </w:p>
    <w:p w:rsidR="007B2329" w:rsidRDefault="007B2329" w:rsidP="007B2329">
      <w:r>
        <w:t>240.5864</w:t>
      </w:r>
      <w:r>
        <w:tab/>
        <w:t>1.013e0</w:t>
      </w:r>
    </w:p>
    <w:p w:rsidR="007B2329" w:rsidRDefault="007B2329" w:rsidP="007B2329">
      <w:r>
        <w:t>240.5903</w:t>
      </w:r>
      <w:r>
        <w:tab/>
        <w:t>1.013e0</w:t>
      </w:r>
    </w:p>
    <w:p w:rsidR="007B2329" w:rsidRDefault="007B2329" w:rsidP="007B2329">
      <w:r>
        <w:t>240.5943</w:t>
      </w:r>
      <w:r>
        <w:tab/>
        <w:t>1.013e0</w:t>
      </w:r>
    </w:p>
    <w:p w:rsidR="007B2329" w:rsidRDefault="007B2329" w:rsidP="007B2329">
      <w:r>
        <w:t>240.6078</w:t>
      </w:r>
      <w:r>
        <w:tab/>
        <w:t>1.013e0</w:t>
      </w:r>
    </w:p>
    <w:p w:rsidR="007B2329" w:rsidRDefault="007B2329" w:rsidP="007B2329">
      <w:r>
        <w:t>240.6163</w:t>
      </w:r>
      <w:r>
        <w:tab/>
        <w:t>1.013e0</w:t>
      </w:r>
    </w:p>
    <w:p w:rsidR="007B2329" w:rsidRDefault="007B2329" w:rsidP="007B2329">
      <w:r>
        <w:t>240.6190</w:t>
      </w:r>
      <w:r>
        <w:tab/>
        <w:t>3.038e0</w:t>
      </w:r>
    </w:p>
    <w:p w:rsidR="007B2329" w:rsidRDefault="007B2329" w:rsidP="007B2329">
      <w:r>
        <w:t>240.6201</w:t>
      </w:r>
      <w:r>
        <w:tab/>
        <w:t>1.013e0</w:t>
      </w:r>
    </w:p>
    <w:p w:rsidR="007B2329" w:rsidRDefault="007B2329" w:rsidP="007B2329">
      <w:r>
        <w:t>240.6240</w:t>
      </w:r>
      <w:r>
        <w:tab/>
        <w:t>1.013e0</w:t>
      </w:r>
    </w:p>
    <w:p w:rsidR="007B2329" w:rsidRDefault="007B2329" w:rsidP="007B2329">
      <w:r>
        <w:t>240.6319</w:t>
      </w:r>
      <w:r>
        <w:tab/>
        <w:t>2.025e0</w:t>
      </w:r>
    </w:p>
    <w:p w:rsidR="007B2329" w:rsidRDefault="007B2329" w:rsidP="007B2329">
      <w:r>
        <w:t>240.6618</w:t>
      </w:r>
      <w:r>
        <w:tab/>
        <w:t>3.038e0</w:t>
      </w:r>
    </w:p>
    <w:p w:rsidR="007B2329" w:rsidRDefault="007B2329" w:rsidP="007B2329">
      <w:r>
        <w:t>240.6696</w:t>
      </w:r>
      <w:r>
        <w:tab/>
        <w:t>2.025e0</w:t>
      </w:r>
    </w:p>
    <w:p w:rsidR="007B2329" w:rsidRDefault="007B2329" w:rsidP="007B2329">
      <w:r>
        <w:lastRenderedPageBreak/>
        <w:t>240.6775</w:t>
      </w:r>
      <w:r>
        <w:tab/>
        <w:t>1.013e0</w:t>
      </w:r>
    </w:p>
    <w:p w:rsidR="007B2329" w:rsidRDefault="007B2329" w:rsidP="007B2329">
      <w:r>
        <w:t>240.6853</w:t>
      </w:r>
      <w:r>
        <w:tab/>
        <w:t>1.013e0</w:t>
      </w:r>
    </w:p>
    <w:p w:rsidR="007B2329" w:rsidRDefault="007B2329" w:rsidP="007B2329">
      <w:r>
        <w:t>240.6891</w:t>
      </w:r>
      <w:r>
        <w:tab/>
        <w:t>1.013e0</w:t>
      </w:r>
    </w:p>
    <w:p w:rsidR="007B2329" w:rsidRDefault="007B2329" w:rsidP="007B2329">
      <w:r>
        <w:t>240.6939</w:t>
      </w:r>
      <w:r>
        <w:tab/>
        <w:t>2.025e0</w:t>
      </w:r>
    </w:p>
    <w:p w:rsidR="007B2329" w:rsidRDefault="007B2329" w:rsidP="007B2329">
      <w:r>
        <w:t>240.6979</w:t>
      </w:r>
      <w:r>
        <w:tab/>
        <w:t>1.013e0</w:t>
      </w:r>
    </w:p>
    <w:p w:rsidR="007B2329" w:rsidRDefault="007B2329" w:rsidP="007B2329">
      <w:r>
        <w:t>240.7031</w:t>
      </w:r>
      <w:r>
        <w:tab/>
        <w:t>3.038e0</w:t>
      </w:r>
    </w:p>
    <w:p w:rsidR="007B2329" w:rsidRDefault="007B2329" w:rsidP="007B2329">
      <w:r>
        <w:t>240.7090</w:t>
      </w:r>
      <w:r>
        <w:tab/>
        <w:t>2.038e0</w:t>
      </w:r>
    </w:p>
    <w:p w:rsidR="007B2329" w:rsidRDefault="007B2329" w:rsidP="007B2329">
      <w:r>
        <w:t>240.7230</w:t>
      </w:r>
      <w:r>
        <w:tab/>
        <w:t>1.013e0</w:t>
      </w:r>
    </w:p>
    <w:p w:rsidR="007B2329" w:rsidRDefault="007B2329" w:rsidP="007B2329">
      <w:r>
        <w:t>240.7270</w:t>
      </w:r>
      <w:r>
        <w:tab/>
        <w:t>2.025e0</w:t>
      </w:r>
    </w:p>
    <w:p w:rsidR="007B2329" w:rsidRDefault="007B2329" w:rsidP="007B2329">
      <w:r>
        <w:t>240.7367</w:t>
      </w:r>
      <w:r>
        <w:tab/>
        <w:t>2.025e0</w:t>
      </w:r>
    </w:p>
    <w:p w:rsidR="007B2329" w:rsidRDefault="007B2329" w:rsidP="007B2329">
      <w:r>
        <w:t>240.7460</w:t>
      </w:r>
      <w:r>
        <w:tab/>
        <w:t>2.025e0</w:t>
      </w:r>
    </w:p>
    <w:p w:rsidR="007B2329" w:rsidRDefault="007B2329" w:rsidP="007B2329">
      <w:r>
        <w:t>240.7744</w:t>
      </w:r>
      <w:r>
        <w:tab/>
        <w:t>2.025e0</w:t>
      </w:r>
    </w:p>
    <w:p w:rsidR="007B2329" w:rsidRDefault="007B2329" w:rsidP="007B2329">
      <w:r>
        <w:t>240.7764</w:t>
      </w:r>
      <w:r>
        <w:tab/>
        <w:t>1.013e0</w:t>
      </w:r>
    </w:p>
    <w:p w:rsidR="007B2329" w:rsidRDefault="007B2329" w:rsidP="007B2329">
      <w:r>
        <w:t>240.7783</w:t>
      </w:r>
      <w:r>
        <w:tab/>
        <w:t>2.025e0</w:t>
      </w:r>
    </w:p>
    <w:p w:rsidR="007B2329" w:rsidRDefault="007B2329" w:rsidP="007B2329">
      <w:r>
        <w:t>240.7822</w:t>
      </w:r>
      <w:r>
        <w:tab/>
        <w:t>2.025e0</w:t>
      </w:r>
    </w:p>
    <w:p w:rsidR="007B2329" w:rsidRDefault="007B2329" w:rsidP="007B2329">
      <w:r>
        <w:t>240.7877</w:t>
      </w:r>
      <w:r>
        <w:tab/>
        <w:t>4.051e0</w:t>
      </w:r>
    </w:p>
    <w:p w:rsidR="007B2329" w:rsidRDefault="007B2329" w:rsidP="007B2329">
      <w:r>
        <w:t>240.7924</w:t>
      </w:r>
      <w:r>
        <w:tab/>
        <w:t>1.013e0</w:t>
      </w:r>
    </w:p>
    <w:p w:rsidR="007B2329" w:rsidRDefault="007B2329" w:rsidP="007B2329">
      <w:r>
        <w:t>240.8141</w:t>
      </w:r>
      <w:r>
        <w:tab/>
        <w:t>1.013e0</w:t>
      </w:r>
    </w:p>
    <w:p w:rsidR="007B2329" w:rsidRDefault="007B2329" w:rsidP="007B2329">
      <w:r>
        <w:t>240.8179</w:t>
      </w:r>
      <w:r>
        <w:tab/>
        <w:t>1.013e0</w:t>
      </w:r>
    </w:p>
    <w:p w:rsidR="007B2329" w:rsidRDefault="007B2329" w:rsidP="007B2329">
      <w:r>
        <w:lastRenderedPageBreak/>
        <w:t>240.8297</w:t>
      </w:r>
      <w:r>
        <w:tab/>
        <w:t>3.038e0</w:t>
      </w:r>
    </w:p>
    <w:p w:rsidR="007B2329" w:rsidRDefault="007B2329" w:rsidP="007B2329">
      <w:r>
        <w:t>240.8374</w:t>
      </w:r>
      <w:r>
        <w:tab/>
        <w:t>1.013e0</w:t>
      </w:r>
    </w:p>
    <w:p w:rsidR="007B2329" w:rsidRDefault="007B2329" w:rsidP="007B2329">
      <w:r>
        <w:t>240.8419</w:t>
      </w:r>
      <w:r>
        <w:tab/>
        <w:t>1.013e0</w:t>
      </w:r>
    </w:p>
    <w:p w:rsidR="007B2329" w:rsidRDefault="007B2329" w:rsidP="007B2329">
      <w:r>
        <w:t>240.8444</w:t>
      </w:r>
      <w:r>
        <w:tab/>
        <w:t>1.025e0</w:t>
      </w:r>
    </w:p>
    <w:p w:rsidR="007B2329" w:rsidRDefault="007B2329" w:rsidP="007B2329">
      <w:r>
        <w:t>240.8572</w:t>
      </w:r>
      <w:r>
        <w:tab/>
        <w:t>2.025e0</w:t>
      </w:r>
    </w:p>
    <w:p w:rsidR="007B2329" w:rsidRDefault="007B2329" w:rsidP="007B2329">
      <w:r>
        <w:t>240.8705</w:t>
      </w:r>
      <w:r>
        <w:tab/>
        <w:t>1.729e0</w:t>
      </w:r>
    </w:p>
    <w:p w:rsidR="007B2329" w:rsidRDefault="007B2329" w:rsidP="007B2329">
      <w:r>
        <w:t>240.8753</w:t>
      </w:r>
      <w:r>
        <w:tab/>
        <w:t>1.013e0</w:t>
      </w:r>
    </w:p>
    <w:p w:rsidR="007B2329" w:rsidRDefault="007B2329" w:rsidP="007B2329">
      <w:r>
        <w:t>240.8915</w:t>
      </w:r>
      <w:r>
        <w:tab/>
        <w:t>1.013e0</w:t>
      </w:r>
    </w:p>
    <w:p w:rsidR="007B2329" w:rsidRDefault="007B2329" w:rsidP="007B2329">
      <w:r>
        <w:t>240.8961</w:t>
      </w:r>
      <w:r>
        <w:tab/>
        <w:t>2.242e0</w:t>
      </w:r>
    </w:p>
    <w:p w:rsidR="007B2329" w:rsidRDefault="007B2329" w:rsidP="007B2329">
      <w:r>
        <w:t>240.9089</w:t>
      </w:r>
      <w:r>
        <w:tab/>
        <w:t>2.025e0</w:t>
      </w:r>
    </w:p>
    <w:p w:rsidR="007B2329" w:rsidRDefault="007B2329" w:rsidP="007B2329">
      <w:r>
        <w:t>240.9108</w:t>
      </w:r>
      <w:r>
        <w:tab/>
        <w:t>2.025e0</w:t>
      </w:r>
    </w:p>
    <w:p w:rsidR="007B2329" w:rsidRDefault="007B2329" w:rsidP="007B2329">
      <w:r>
        <w:t>240.9248</w:t>
      </w:r>
      <w:r>
        <w:tab/>
        <w:t>3.038e0</w:t>
      </w:r>
    </w:p>
    <w:p w:rsidR="007B2329" w:rsidRDefault="007B2329" w:rsidP="007B2329">
      <w:r>
        <w:t>240.9267</w:t>
      </w:r>
      <w:r>
        <w:tab/>
        <w:t>2.025e0</w:t>
      </w:r>
    </w:p>
    <w:p w:rsidR="007B2329" w:rsidRDefault="007B2329" w:rsidP="007B2329">
      <w:r>
        <w:t>240.9410</w:t>
      </w:r>
      <w:r>
        <w:tab/>
        <w:t>1.013e0</w:t>
      </w:r>
    </w:p>
    <w:p w:rsidR="007B2329" w:rsidRDefault="007B2329" w:rsidP="007B2329">
      <w:r>
        <w:t>240.9545</w:t>
      </w:r>
      <w:r>
        <w:tab/>
        <w:t>1.013e0</w:t>
      </w:r>
    </w:p>
    <w:p w:rsidR="007B2329" w:rsidRDefault="007B2329" w:rsidP="007B2329">
      <w:r>
        <w:t>240.9664</w:t>
      </w:r>
      <w:r>
        <w:tab/>
        <w:t>2.025e0</w:t>
      </w:r>
    </w:p>
    <w:p w:rsidR="007B2329" w:rsidRDefault="007B2329" w:rsidP="007B2329">
      <w:r>
        <w:t>240.9703</w:t>
      </w:r>
      <w:r>
        <w:tab/>
        <w:t>1.013e0</w:t>
      </w:r>
    </w:p>
    <w:p w:rsidR="007B2329" w:rsidRDefault="007B2329" w:rsidP="007B2329">
      <w:r>
        <w:t>240.9867</w:t>
      </w:r>
      <w:r>
        <w:tab/>
        <w:t>1.025e0</w:t>
      </w:r>
    </w:p>
    <w:p w:rsidR="007B2329" w:rsidRDefault="007B2329" w:rsidP="007B2329">
      <w:r>
        <w:t>240.9906</w:t>
      </w:r>
      <w:r>
        <w:tab/>
        <w:t>1.013e0</w:t>
      </w:r>
    </w:p>
    <w:p w:rsidR="007B2329" w:rsidRDefault="007B2329" w:rsidP="007B2329">
      <w:r>
        <w:lastRenderedPageBreak/>
        <w:t>240.9951</w:t>
      </w:r>
      <w:r>
        <w:tab/>
        <w:t>4.051e0</w:t>
      </w:r>
    </w:p>
    <w:p w:rsidR="007B2329" w:rsidRDefault="007B2329" w:rsidP="007B2329">
      <w:r>
        <w:t>241.0110</w:t>
      </w:r>
      <w:r>
        <w:tab/>
        <w:t>6.076e0</w:t>
      </w:r>
    </w:p>
    <w:p w:rsidR="007B2329" w:rsidRDefault="007B2329" w:rsidP="007B2329">
      <w:r>
        <w:t>241.0139</w:t>
      </w:r>
      <w:r>
        <w:tab/>
        <w:t>2.025e0</w:t>
      </w:r>
    </w:p>
    <w:p w:rsidR="007B2329" w:rsidRDefault="007B2329" w:rsidP="007B2329">
      <w:r>
        <w:t>241.0238</w:t>
      </w:r>
      <w:r>
        <w:tab/>
        <w:t>1.013e0</w:t>
      </w:r>
    </w:p>
    <w:p w:rsidR="007B2329" w:rsidRDefault="007B2329" w:rsidP="007B2329">
      <w:r>
        <w:t>241.0255</w:t>
      </w:r>
      <w:r>
        <w:tab/>
        <w:t>7.101e0</w:t>
      </w:r>
    </w:p>
    <w:p w:rsidR="007B2329" w:rsidRDefault="007B2329" w:rsidP="007B2329">
      <w:r>
        <w:t>241.0376</w:t>
      </w:r>
      <w:r>
        <w:tab/>
        <w:t>3.038e0</w:t>
      </w:r>
    </w:p>
    <w:p w:rsidR="007B2329" w:rsidRDefault="007B2329" w:rsidP="007B2329">
      <w:r>
        <w:t>241.0492</w:t>
      </w:r>
      <w:r>
        <w:tab/>
        <w:t>1.013e0</w:t>
      </w:r>
    </w:p>
    <w:p w:rsidR="007B2329" w:rsidRDefault="007B2329" w:rsidP="007B2329">
      <w:r>
        <w:t>241.0575</w:t>
      </w:r>
      <w:r>
        <w:tab/>
        <w:t>1.013e0</w:t>
      </w:r>
    </w:p>
    <w:p w:rsidR="007B2329" w:rsidRDefault="007B2329" w:rsidP="007B2329">
      <w:r>
        <w:t>241.0634</w:t>
      </w:r>
      <w:r>
        <w:tab/>
        <w:t>2.025e0</w:t>
      </w:r>
    </w:p>
    <w:p w:rsidR="007B2329" w:rsidRDefault="007B2329" w:rsidP="007B2329">
      <w:r>
        <w:t>241.0693</w:t>
      </w:r>
      <w:r>
        <w:tab/>
        <w:t>1.013e0</w:t>
      </w:r>
    </w:p>
    <w:p w:rsidR="007B2329" w:rsidRDefault="007B2329" w:rsidP="007B2329">
      <w:r>
        <w:t>241.0732</w:t>
      </w:r>
      <w:r>
        <w:tab/>
        <w:t>3.038e0</w:t>
      </w:r>
    </w:p>
    <w:p w:rsidR="007B2329" w:rsidRDefault="007B2329" w:rsidP="007B2329">
      <w:r>
        <w:t>241.0750</w:t>
      </w:r>
      <w:r>
        <w:tab/>
        <w:t>1.025e0</w:t>
      </w:r>
    </w:p>
    <w:p w:rsidR="007B2329" w:rsidRDefault="007B2329" w:rsidP="007B2329">
      <w:r>
        <w:t>241.1083</w:t>
      </w:r>
      <w:r>
        <w:tab/>
        <w:t>5.749e-1</w:t>
      </w:r>
    </w:p>
    <w:p w:rsidR="007B2329" w:rsidRDefault="007B2329" w:rsidP="007B2329">
      <w:r>
        <w:t>241.1224</w:t>
      </w:r>
      <w:r>
        <w:tab/>
        <w:t>1.114e1</w:t>
      </w:r>
    </w:p>
    <w:p w:rsidR="007B2329" w:rsidRDefault="007B2329" w:rsidP="007B2329">
      <w:r>
        <w:t>241.1246</w:t>
      </w:r>
      <w:r>
        <w:tab/>
        <w:t>3.038e1</w:t>
      </w:r>
    </w:p>
    <w:p w:rsidR="007B2329" w:rsidRDefault="007B2329" w:rsidP="007B2329">
      <w:r>
        <w:t>241.1260</w:t>
      </w:r>
      <w:r>
        <w:tab/>
        <w:t>2.003e1</w:t>
      </w:r>
    </w:p>
    <w:p w:rsidR="007B2329" w:rsidRDefault="007B2329" w:rsidP="007B2329">
      <w:r>
        <w:t>241.1272</w:t>
      </w:r>
      <w:r>
        <w:tab/>
        <w:t>4.314e1</w:t>
      </w:r>
    </w:p>
    <w:p w:rsidR="007B2329" w:rsidRDefault="007B2329" w:rsidP="007B2329">
      <w:r>
        <w:t>241.1386</w:t>
      </w:r>
      <w:r>
        <w:tab/>
        <w:t>3.038e0</w:t>
      </w:r>
    </w:p>
    <w:p w:rsidR="007B2329" w:rsidRDefault="007B2329" w:rsidP="007B2329">
      <w:r>
        <w:t>241.1416</w:t>
      </w:r>
      <w:r>
        <w:tab/>
        <w:t>2.038e0</w:t>
      </w:r>
    </w:p>
    <w:p w:rsidR="007B2329" w:rsidRDefault="007B2329" w:rsidP="007B2329">
      <w:r>
        <w:lastRenderedPageBreak/>
        <w:t>241.1465</w:t>
      </w:r>
      <w:r>
        <w:tab/>
        <w:t>2.566e1</w:t>
      </w:r>
    </w:p>
    <w:p w:rsidR="007B2329" w:rsidRDefault="007B2329" w:rsidP="007B2329">
      <w:r>
        <w:t>241.1501</w:t>
      </w:r>
      <w:r>
        <w:tab/>
        <w:t>5.233e0</w:t>
      </w:r>
    </w:p>
    <w:p w:rsidR="007B2329" w:rsidRDefault="007B2329" w:rsidP="007B2329">
      <w:r>
        <w:t>241.1760</w:t>
      </w:r>
      <w:r>
        <w:tab/>
        <w:t>1.013e0</w:t>
      </w:r>
    </w:p>
    <w:p w:rsidR="007B2329" w:rsidRDefault="007B2329" w:rsidP="007B2329">
      <w:r>
        <w:t>241.1812</w:t>
      </w:r>
      <w:r>
        <w:tab/>
        <w:t>3.038e0</w:t>
      </w:r>
    </w:p>
    <w:p w:rsidR="007B2329" w:rsidRDefault="007B2329" w:rsidP="007B2329">
      <w:r>
        <w:t>241.1845</w:t>
      </w:r>
      <w:r>
        <w:tab/>
        <w:t>2.025e0</w:t>
      </w:r>
    </w:p>
    <w:p w:rsidR="007B2329" w:rsidRDefault="007B2329" w:rsidP="007B2329">
      <w:r>
        <w:t>241.1869</w:t>
      </w:r>
      <w:r>
        <w:tab/>
        <w:t>2.025e0</w:t>
      </w:r>
    </w:p>
    <w:p w:rsidR="007B2329" w:rsidRDefault="007B2329" w:rsidP="007B2329">
      <w:r>
        <w:t>241.2021</w:t>
      </w:r>
      <w:r>
        <w:tab/>
        <w:t>1.013e0</w:t>
      </w:r>
    </w:p>
    <w:p w:rsidR="007B2329" w:rsidRDefault="007B2329" w:rsidP="007B2329">
      <w:r>
        <w:t>241.2052</w:t>
      </w:r>
      <w:r>
        <w:tab/>
        <w:t>1.519e0</w:t>
      </w:r>
    </w:p>
    <w:p w:rsidR="007B2329" w:rsidRDefault="007B2329" w:rsidP="007B2329">
      <w:r>
        <w:t>241.2138</w:t>
      </w:r>
      <w:r>
        <w:tab/>
        <w:t>1.013e0</w:t>
      </w:r>
    </w:p>
    <w:p w:rsidR="007B2329" w:rsidRDefault="007B2329" w:rsidP="007B2329">
      <w:r>
        <w:t>241.2157</w:t>
      </w:r>
      <w:r>
        <w:tab/>
        <w:t>3.038e0</w:t>
      </w:r>
    </w:p>
    <w:p w:rsidR="007B2329" w:rsidRDefault="007B2329" w:rsidP="007B2329">
      <w:r>
        <w:t>241.2341</w:t>
      </w:r>
      <w:r>
        <w:tab/>
        <w:t>3.038e0</w:t>
      </w:r>
    </w:p>
    <w:p w:rsidR="007B2329" w:rsidRDefault="007B2329" w:rsidP="007B2329">
      <w:r>
        <w:t>241.2407</w:t>
      </w:r>
      <w:r>
        <w:tab/>
        <w:t>2.025e0</w:t>
      </w:r>
    </w:p>
    <w:p w:rsidR="007B2329" w:rsidRDefault="007B2329" w:rsidP="007B2329">
      <w:r>
        <w:t>241.2516</w:t>
      </w:r>
      <w:r>
        <w:tab/>
        <w:t>1.013e0</w:t>
      </w:r>
    </w:p>
    <w:p w:rsidR="007B2329" w:rsidRDefault="007B2329" w:rsidP="007B2329">
      <w:r>
        <w:t>241.2593</w:t>
      </w:r>
      <w:r>
        <w:tab/>
        <w:t>2.025e0</w:t>
      </w:r>
    </w:p>
    <w:p w:rsidR="007B2329" w:rsidRDefault="007B2329" w:rsidP="007B2329">
      <w:r>
        <w:t>241.2691</w:t>
      </w:r>
      <w:r>
        <w:tab/>
        <w:t>3.038e0</w:t>
      </w:r>
    </w:p>
    <w:p w:rsidR="007B2329" w:rsidRDefault="007B2329" w:rsidP="007B2329">
      <w:r>
        <w:t>241.2860</w:t>
      </w:r>
      <w:r>
        <w:tab/>
        <w:t>2.025e0</w:t>
      </w:r>
    </w:p>
    <w:p w:rsidR="007B2329" w:rsidRDefault="007B2329" w:rsidP="007B2329">
      <w:r>
        <w:t>241.2928</w:t>
      </w:r>
      <w:r>
        <w:tab/>
        <w:t>1.013e0</w:t>
      </w:r>
    </w:p>
    <w:p w:rsidR="007B2329" w:rsidRDefault="007B2329" w:rsidP="007B2329">
      <w:r>
        <w:t>241.2938</w:t>
      </w:r>
      <w:r>
        <w:tab/>
        <w:t>2.025e0</w:t>
      </w:r>
    </w:p>
    <w:p w:rsidR="007B2329" w:rsidRDefault="007B2329" w:rsidP="007B2329">
      <w:r>
        <w:t>241.3050</w:t>
      </w:r>
      <w:r>
        <w:tab/>
        <w:t>4.051e0</w:t>
      </w:r>
    </w:p>
    <w:p w:rsidR="007B2329" w:rsidRDefault="007B2329" w:rsidP="007B2329">
      <w:r>
        <w:lastRenderedPageBreak/>
        <w:t>241.3124</w:t>
      </w:r>
      <w:r>
        <w:tab/>
        <w:t>1.666e0</w:t>
      </w:r>
    </w:p>
    <w:p w:rsidR="007B2329" w:rsidRDefault="007B2329" w:rsidP="007B2329">
      <w:r>
        <w:t>241.3168</w:t>
      </w:r>
      <w:r>
        <w:tab/>
        <w:t>1.013e0</w:t>
      </w:r>
    </w:p>
    <w:p w:rsidR="007B2329" w:rsidRDefault="007B2329" w:rsidP="007B2329">
      <w:r>
        <w:t>241.3206</w:t>
      </w:r>
      <w:r>
        <w:tab/>
        <w:t>1.013e0</w:t>
      </w:r>
    </w:p>
    <w:p w:rsidR="007B2329" w:rsidRDefault="007B2329" w:rsidP="007B2329">
      <w:r>
        <w:t>241.3244</w:t>
      </w:r>
      <w:r>
        <w:tab/>
        <w:t>1.013e0</w:t>
      </w:r>
    </w:p>
    <w:p w:rsidR="007B2329" w:rsidRDefault="007B2329" w:rsidP="007B2329">
      <w:r>
        <w:t>241.3288</w:t>
      </w:r>
      <w:r>
        <w:tab/>
        <w:t>1.013e0</w:t>
      </w:r>
    </w:p>
    <w:p w:rsidR="007B2329" w:rsidRDefault="007B2329" w:rsidP="007B2329">
      <w:r>
        <w:t>241.3356</w:t>
      </w:r>
      <w:r>
        <w:tab/>
        <w:t>4.051e0</w:t>
      </w:r>
    </w:p>
    <w:p w:rsidR="007B2329" w:rsidRDefault="007B2329" w:rsidP="007B2329">
      <w:r>
        <w:t>241.3466</w:t>
      </w:r>
      <w:r>
        <w:tab/>
        <w:t>1.013e0</w:t>
      </w:r>
    </w:p>
    <w:p w:rsidR="007B2329" w:rsidRDefault="007B2329" w:rsidP="007B2329">
      <w:r>
        <w:t>241.3663</w:t>
      </w:r>
      <w:r>
        <w:tab/>
        <w:t>1.013e0</w:t>
      </w:r>
    </w:p>
    <w:p w:rsidR="007B2329" w:rsidRDefault="007B2329" w:rsidP="007B2329">
      <w:r>
        <w:t>241.3739</w:t>
      </w:r>
      <w:r>
        <w:tab/>
        <w:t>1.013e0</w:t>
      </w:r>
    </w:p>
    <w:p w:rsidR="007B2329" w:rsidRDefault="007B2329" w:rsidP="007B2329">
      <w:r>
        <w:t>241.3829</w:t>
      </w:r>
      <w:r>
        <w:tab/>
        <w:t>1.013e0</w:t>
      </w:r>
    </w:p>
    <w:p w:rsidR="007B2329" w:rsidRDefault="007B2329" w:rsidP="007B2329">
      <w:r>
        <w:t>241.3872</w:t>
      </w:r>
      <w:r>
        <w:tab/>
        <w:t>2.532e-2</w:t>
      </w:r>
    </w:p>
    <w:p w:rsidR="007B2329" w:rsidRDefault="007B2329" w:rsidP="007B2329">
      <w:r>
        <w:t>241.3895</w:t>
      </w:r>
      <w:r>
        <w:tab/>
        <w:t>2.025e0</w:t>
      </w:r>
    </w:p>
    <w:p w:rsidR="007B2329" w:rsidRDefault="007B2329" w:rsidP="007B2329">
      <w:r>
        <w:t>241.4039</w:t>
      </w:r>
      <w:r>
        <w:tab/>
        <w:t>1.013e0</w:t>
      </w:r>
    </w:p>
    <w:p w:rsidR="007B2329" w:rsidRDefault="007B2329" w:rsidP="007B2329">
      <w:r>
        <w:t>241.4157</w:t>
      </w:r>
      <w:r>
        <w:tab/>
        <w:t>3.038e0</w:t>
      </w:r>
    </w:p>
    <w:p w:rsidR="007B2329" w:rsidRDefault="007B2329" w:rsidP="007B2329">
      <w:r>
        <w:t>241.4236</w:t>
      </w:r>
      <w:r>
        <w:tab/>
        <w:t>2.025e0</w:t>
      </w:r>
    </w:p>
    <w:p w:rsidR="007B2329" w:rsidRDefault="007B2329" w:rsidP="007B2329">
      <w:r>
        <w:t>241.4253</w:t>
      </w:r>
      <w:r>
        <w:tab/>
        <w:t>2.025e0</w:t>
      </w:r>
    </w:p>
    <w:p w:rsidR="007B2329" w:rsidRDefault="007B2329" w:rsidP="007B2329">
      <w:r>
        <w:t>241.4494</w:t>
      </w:r>
      <w:r>
        <w:tab/>
        <w:t>1.013e0</w:t>
      </w:r>
    </w:p>
    <w:p w:rsidR="007B2329" w:rsidRDefault="007B2329" w:rsidP="007B2329">
      <w:r>
        <w:t>241.4534</w:t>
      </w:r>
      <w:r>
        <w:tab/>
        <w:t>2.025e0</w:t>
      </w:r>
    </w:p>
    <w:p w:rsidR="007B2329" w:rsidRDefault="007B2329" w:rsidP="007B2329">
      <w:r>
        <w:t>241.4574</w:t>
      </w:r>
      <w:r>
        <w:tab/>
        <w:t>1.013e0</w:t>
      </w:r>
    </w:p>
    <w:p w:rsidR="007B2329" w:rsidRDefault="007B2329" w:rsidP="007B2329">
      <w:r>
        <w:lastRenderedPageBreak/>
        <w:t>241.4652</w:t>
      </w:r>
      <w:r>
        <w:tab/>
        <w:t>1.266e-2</w:t>
      </w:r>
    </w:p>
    <w:p w:rsidR="007B2329" w:rsidRDefault="007B2329" w:rsidP="007B2329">
      <w:r>
        <w:t>241.4691</w:t>
      </w:r>
      <w:r>
        <w:tab/>
        <w:t>1.013e0</w:t>
      </w:r>
    </w:p>
    <w:p w:rsidR="007B2329" w:rsidRDefault="007B2329" w:rsidP="007B2329">
      <w:r>
        <w:t>241.4733</w:t>
      </w:r>
      <w:r>
        <w:tab/>
        <w:t>2.025e0</w:t>
      </w:r>
    </w:p>
    <w:p w:rsidR="007B2329" w:rsidRDefault="007B2329" w:rsidP="007B2329">
      <w:r>
        <w:t>241.4868</w:t>
      </w:r>
      <w:r>
        <w:tab/>
        <w:t>1.013e0</w:t>
      </w:r>
    </w:p>
    <w:p w:rsidR="007B2329" w:rsidRDefault="007B2329" w:rsidP="007B2329">
      <w:r>
        <w:t>241.4913</w:t>
      </w:r>
      <w:r>
        <w:tab/>
        <w:t>1.013e0</w:t>
      </w:r>
    </w:p>
    <w:p w:rsidR="007B2329" w:rsidRDefault="007B2329" w:rsidP="007B2329">
      <w:r>
        <w:t>241.4991</w:t>
      </w:r>
      <w:r>
        <w:tab/>
        <w:t>3.038e0</w:t>
      </w:r>
    </w:p>
    <w:p w:rsidR="007B2329" w:rsidRDefault="007B2329" w:rsidP="007B2329">
      <w:r>
        <w:t>241.5010</w:t>
      </w:r>
      <w:r>
        <w:tab/>
        <w:t>2.025e0</w:t>
      </w:r>
    </w:p>
    <w:p w:rsidR="007B2329" w:rsidRDefault="007B2329" w:rsidP="007B2329">
      <w:r>
        <w:t>241.5030</w:t>
      </w:r>
      <w:r>
        <w:tab/>
        <w:t>2.025e0</w:t>
      </w:r>
    </w:p>
    <w:p w:rsidR="007B2329" w:rsidRDefault="007B2329" w:rsidP="007B2329">
      <w:r>
        <w:t>241.5185</w:t>
      </w:r>
      <w:r>
        <w:tab/>
        <w:t>2.025e0</w:t>
      </w:r>
    </w:p>
    <w:p w:rsidR="007B2329" w:rsidRDefault="007B2329" w:rsidP="007B2329">
      <w:r>
        <w:t>241.5255</w:t>
      </w:r>
      <w:r>
        <w:tab/>
        <w:t>2.025e0</w:t>
      </w:r>
    </w:p>
    <w:p w:rsidR="007B2329" w:rsidRDefault="007B2329" w:rsidP="007B2329">
      <w:r>
        <w:t>241.5343</w:t>
      </w:r>
      <w:r>
        <w:tab/>
        <w:t>2.038e0</w:t>
      </w:r>
    </w:p>
    <w:p w:rsidR="007B2329" w:rsidRDefault="007B2329" w:rsidP="007B2329">
      <w:r>
        <w:t>241.5446</w:t>
      </w:r>
      <w:r>
        <w:tab/>
        <w:t>1.013e0</w:t>
      </w:r>
    </w:p>
    <w:p w:rsidR="007B2329" w:rsidRDefault="007B2329" w:rsidP="007B2329">
      <w:r>
        <w:t>241.5525</w:t>
      </w:r>
      <w:r>
        <w:tab/>
        <w:t>2.025e0</w:t>
      </w:r>
    </w:p>
    <w:p w:rsidR="007B2329" w:rsidRDefault="007B2329" w:rsidP="007B2329">
      <w:r>
        <w:t>241.5603</w:t>
      </w:r>
      <w:r>
        <w:tab/>
        <w:t>1.013e0</w:t>
      </w:r>
    </w:p>
    <w:p w:rsidR="007B2329" w:rsidRDefault="007B2329" w:rsidP="007B2329">
      <w:r>
        <w:t>241.5681</w:t>
      </w:r>
      <w:r>
        <w:tab/>
        <w:t>2.025e0</w:t>
      </w:r>
    </w:p>
    <w:p w:rsidR="007B2329" w:rsidRDefault="007B2329" w:rsidP="007B2329">
      <w:r>
        <w:t>241.5773</w:t>
      </w:r>
      <w:r>
        <w:tab/>
        <w:t>1.025e0</w:t>
      </w:r>
    </w:p>
    <w:p w:rsidR="007B2329" w:rsidRDefault="007B2329" w:rsidP="007B2329">
      <w:r>
        <w:t>241.5862</w:t>
      </w:r>
      <w:r>
        <w:tab/>
        <w:t>1.013e0</w:t>
      </w:r>
    </w:p>
    <w:p w:rsidR="007B2329" w:rsidRDefault="007B2329" w:rsidP="007B2329">
      <w:r>
        <w:t>241.5889</w:t>
      </w:r>
      <w:r>
        <w:tab/>
        <w:t>2.025e0</w:t>
      </w:r>
    </w:p>
    <w:p w:rsidR="007B2329" w:rsidRDefault="007B2329" w:rsidP="007B2329">
      <w:r>
        <w:t>241.5903</w:t>
      </w:r>
      <w:r>
        <w:tab/>
        <w:t>1.013e0</w:t>
      </w:r>
    </w:p>
    <w:p w:rsidR="007B2329" w:rsidRDefault="007B2329" w:rsidP="007B2329">
      <w:r>
        <w:lastRenderedPageBreak/>
        <w:t>241.5942</w:t>
      </w:r>
      <w:r>
        <w:tab/>
        <w:t>1.013e0</w:t>
      </w:r>
    </w:p>
    <w:p w:rsidR="007B2329" w:rsidRDefault="007B2329" w:rsidP="007B2329">
      <w:r>
        <w:t>241.6059</w:t>
      </w:r>
      <w:r>
        <w:tab/>
        <w:t>2.025e0</w:t>
      </w:r>
    </w:p>
    <w:p w:rsidR="007B2329" w:rsidRDefault="007B2329" w:rsidP="007B2329">
      <w:r>
        <w:t>241.6102</w:t>
      </w:r>
      <w:r>
        <w:tab/>
        <w:t>2.025e0</w:t>
      </w:r>
    </w:p>
    <w:p w:rsidR="007B2329" w:rsidRDefault="007B2329" w:rsidP="007B2329">
      <w:r>
        <w:t>241.6178</w:t>
      </w:r>
      <w:r>
        <w:tab/>
        <w:t>2.025e0</w:t>
      </w:r>
    </w:p>
    <w:p w:rsidR="007B2329" w:rsidRDefault="007B2329" w:rsidP="007B2329">
      <w:r>
        <w:t>241.6223</w:t>
      </w:r>
      <w:r>
        <w:tab/>
        <w:t>2.025e0</w:t>
      </w:r>
    </w:p>
    <w:p w:rsidR="007B2329" w:rsidRDefault="007B2329" w:rsidP="007B2329">
      <w:r>
        <w:t>241.6247</w:t>
      </w:r>
      <w:r>
        <w:tab/>
        <w:t>3.038e0</w:t>
      </w:r>
    </w:p>
    <w:p w:rsidR="007B2329" w:rsidRDefault="007B2329" w:rsidP="007B2329">
      <w:r>
        <w:t>241.6475</w:t>
      </w:r>
      <w:r>
        <w:tab/>
        <w:t>1.013e0</w:t>
      </w:r>
    </w:p>
    <w:p w:rsidR="007B2329" w:rsidRDefault="007B2329" w:rsidP="007B2329">
      <w:r>
        <w:t>241.6674</w:t>
      </w:r>
      <w:r>
        <w:tab/>
        <w:t>1.013e0</w:t>
      </w:r>
    </w:p>
    <w:p w:rsidR="007B2329" w:rsidRDefault="007B2329" w:rsidP="007B2329">
      <w:r>
        <w:t>241.6835</w:t>
      </w:r>
      <w:r>
        <w:tab/>
        <w:t>3.038e0</w:t>
      </w:r>
    </w:p>
    <w:p w:rsidR="007B2329" w:rsidRDefault="007B2329" w:rsidP="007B2329">
      <w:r>
        <w:t>241.6854</w:t>
      </w:r>
      <w:r>
        <w:tab/>
        <w:t>1.266e-2</w:t>
      </w:r>
    </w:p>
    <w:p w:rsidR="007B2329" w:rsidRDefault="007B2329" w:rsidP="007B2329">
      <w:r>
        <w:t>241.6892</w:t>
      </w:r>
      <w:r>
        <w:tab/>
        <w:t>1.013e0</w:t>
      </w:r>
    </w:p>
    <w:p w:rsidR="007B2329" w:rsidRDefault="007B2329" w:rsidP="007B2329">
      <w:r>
        <w:t>241.6931</w:t>
      </w:r>
      <w:r>
        <w:tab/>
        <w:t>1.013e0</w:t>
      </w:r>
    </w:p>
    <w:p w:rsidR="007B2329" w:rsidRDefault="007B2329" w:rsidP="007B2329">
      <w:r>
        <w:t>241.6971</w:t>
      </w:r>
      <w:r>
        <w:tab/>
        <w:t>3.038e0</w:t>
      </w:r>
    </w:p>
    <w:p w:rsidR="007B2329" w:rsidRDefault="007B2329" w:rsidP="007B2329">
      <w:r>
        <w:t>241.7089</w:t>
      </w:r>
      <w:r>
        <w:tab/>
        <w:t>1.013e0</w:t>
      </w:r>
    </w:p>
    <w:p w:rsidR="007B2329" w:rsidRDefault="007B2329" w:rsidP="007B2329">
      <w:r>
        <w:t>241.7217</w:t>
      </w:r>
      <w:r>
        <w:tab/>
        <w:t>1.266e-2</w:t>
      </w:r>
    </w:p>
    <w:p w:rsidR="007B2329" w:rsidRDefault="007B2329" w:rsidP="007B2329">
      <w:r>
        <w:t>241.7258</w:t>
      </w:r>
      <w:r>
        <w:tab/>
        <w:t>2.025e0</w:t>
      </w:r>
    </w:p>
    <w:p w:rsidR="007B2329" w:rsidRDefault="007B2329" w:rsidP="007B2329">
      <w:r>
        <w:t>241.7307</w:t>
      </w:r>
      <w:r>
        <w:tab/>
        <w:t>1.013e0</w:t>
      </w:r>
    </w:p>
    <w:p w:rsidR="007B2329" w:rsidRDefault="007B2329" w:rsidP="007B2329">
      <w:r>
        <w:t>241.7368</w:t>
      </w:r>
      <w:r>
        <w:tab/>
        <w:t>2.025e0</w:t>
      </w:r>
    </w:p>
    <w:p w:rsidR="007B2329" w:rsidRDefault="007B2329" w:rsidP="007B2329">
      <w:r>
        <w:t>241.7426</w:t>
      </w:r>
      <w:r>
        <w:tab/>
        <w:t>1.013e0</w:t>
      </w:r>
    </w:p>
    <w:p w:rsidR="007B2329" w:rsidRDefault="007B2329" w:rsidP="007B2329">
      <w:r>
        <w:lastRenderedPageBreak/>
        <w:t>241.7545</w:t>
      </w:r>
      <w:r>
        <w:tab/>
        <w:t>1.013e0</w:t>
      </w:r>
    </w:p>
    <w:p w:rsidR="007B2329" w:rsidRDefault="007B2329" w:rsidP="007B2329">
      <w:r>
        <w:t>241.7596</w:t>
      </w:r>
      <w:r>
        <w:tab/>
        <w:t>1.025e0</w:t>
      </w:r>
    </w:p>
    <w:p w:rsidR="007B2329" w:rsidRDefault="007B2329" w:rsidP="007B2329">
      <w:r>
        <w:t>241.7623</w:t>
      </w:r>
      <w:r>
        <w:tab/>
        <w:t>1.013e0</w:t>
      </w:r>
    </w:p>
    <w:p w:rsidR="007B2329" w:rsidRDefault="007B2329" w:rsidP="007B2329">
      <w:r>
        <w:t>241.7669</w:t>
      </w:r>
      <w:r>
        <w:tab/>
        <w:t>1.013e0</w:t>
      </w:r>
    </w:p>
    <w:p w:rsidR="007B2329" w:rsidRDefault="007B2329" w:rsidP="007B2329">
      <w:r>
        <w:t>241.7804</w:t>
      </w:r>
      <w:r>
        <w:tab/>
        <w:t>1.013e0</w:t>
      </w:r>
    </w:p>
    <w:p w:rsidR="007B2329" w:rsidRDefault="007B2329" w:rsidP="007B2329">
      <w:r>
        <w:t>241.8040</w:t>
      </w:r>
      <w:r>
        <w:tab/>
        <w:t>1.013e0</w:t>
      </w:r>
    </w:p>
    <w:p w:rsidR="007B2329" w:rsidRDefault="007B2329" w:rsidP="007B2329">
      <w:r>
        <w:t>241.8211</w:t>
      </w:r>
      <w:r>
        <w:tab/>
        <w:t>2.025e0</w:t>
      </w:r>
    </w:p>
    <w:p w:rsidR="007B2329" w:rsidRDefault="007B2329" w:rsidP="007B2329">
      <w:r>
        <w:t>241.8267</w:t>
      </w:r>
      <w:r>
        <w:tab/>
        <w:t>2.025e0</w:t>
      </w:r>
    </w:p>
    <w:p w:rsidR="007B2329" w:rsidRDefault="007B2329" w:rsidP="007B2329">
      <w:r>
        <w:t>241.8333</w:t>
      </w:r>
      <w:r>
        <w:tab/>
        <w:t>4.051e0</w:t>
      </w:r>
    </w:p>
    <w:p w:rsidR="007B2329" w:rsidRDefault="007B2329" w:rsidP="007B2329">
      <w:r>
        <w:t>241.8477</w:t>
      </w:r>
      <w:r>
        <w:tab/>
        <w:t>2.025e0</w:t>
      </w:r>
    </w:p>
    <w:p w:rsidR="007B2329" w:rsidRDefault="007B2329" w:rsidP="007B2329">
      <w:r>
        <w:t>241.8496</w:t>
      </w:r>
      <w:r>
        <w:tab/>
        <w:t>1.013e0</w:t>
      </w:r>
    </w:p>
    <w:p w:rsidR="007B2329" w:rsidRDefault="007B2329" w:rsidP="007B2329">
      <w:r>
        <w:t>241.8705</w:t>
      </w:r>
      <w:r>
        <w:tab/>
        <w:t>2.025e0</w:t>
      </w:r>
    </w:p>
    <w:p w:rsidR="007B2329" w:rsidRDefault="007B2329" w:rsidP="007B2329">
      <w:r>
        <w:t>241.8753</w:t>
      </w:r>
      <w:r>
        <w:tab/>
        <w:t>2.025e0</w:t>
      </w:r>
    </w:p>
    <w:p w:rsidR="007B2329" w:rsidRDefault="007B2329" w:rsidP="007B2329">
      <w:r>
        <w:t>241.8764</w:t>
      </w:r>
      <w:r>
        <w:tab/>
        <w:t>1.025e0</w:t>
      </w:r>
    </w:p>
    <w:p w:rsidR="007B2329" w:rsidRDefault="007B2329" w:rsidP="007B2329">
      <w:r>
        <w:t>241.9030</w:t>
      </w:r>
      <w:r>
        <w:tab/>
        <w:t>1.266e-2</w:t>
      </w:r>
    </w:p>
    <w:p w:rsidR="007B2329" w:rsidRDefault="007B2329" w:rsidP="007B2329">
      <w:r>
        <w:t>241.9160</w:t>
      </w:r>
      <w:r>
        <w:tab/>
        <w:t>1.013e0</w:t>
      </w:r>
    </w:p>
    <w:p w:rsidR="007B2329" w:rsidRDefault="007B2329" w:rsidP="007B2329">
      <w:r>
        <w:t>241.9250</w:t>
      </w:r>
      <w:r>
        <w:tab/>
        <w:t>1.013e0</w:t>
      </w:r>
    </w:p>
    <w:p w:rsidR="007B2329" w:rsidRDefault="007B2329" w:rsidP="007B2329">
      <w:r>
        <w:t>241.9377</w:t>
      </w:r>
      <w:r>
        <w:tab/>
        <w:t>3.038e0</w:t>
      </w:r>
    </w:p>
    <w:p w:rsidR="007B2329" w:rsidRDefault="007B2329" w:rsidP="007B2329">
      <w:r>
        <w:t>241.9447</w:t>
      </w:r>
      <w:r>
        <w:tab/>
        <w:t>2.025e0</w:t>
      </w:r>
    </w:p>
    <w:p w:rsidR="007B2329" w:rsidRDefault="007B2329" w:rsidP="007B2329">
      <w:r>
        <w:lastRenderedPageBreak/>
        <w:t>241.9487</w:t>
      </w:r>
      <w:r>
        <w:tab/>
        <w:t>1.013e0</w:t>
      </w:r>
    </w:p>
    <w:p w:rsidR="007B2329" w:rsidRDefault="007B2329" w:rsidP="007B2329">
      <w:r>
        <w:t>241.9526</w:t>
      </w:r>
      <w:r>
        <w:tab/>
        <w:t>1.013e0</w:t>
      </w:r>
    </w:p>
    <w:p w:rsidR="007B2329" w:rsidRDefault="007B2329" w:rsidP="007B2329">
      <w:r>
        <w:t>241.9748</w:t>
      </w:r>
      <w:r>
        <w:tab/>
        <w:t>1.013e0</w:t>
      </w:r>
    </w:p>
    <w:p w:rsidR="007B2329" w:rsidRDefault="007B2329" w:rsidP="007B2329">
      <w:r>
        <w:t>241.9825</w:t>
      </w:r>
      <w:r>
        <w:tab/>
        <w:t>2.025e0</w:t>
      </w:r>
    </w:p>
    <w:p w:rsidR="007B2329" w:rsidRDefault="007B2329" w:rsidP="007B2329">
      <w:r>
        <w:t>241.9863</w:t>
      </w:r>
      <w:r>
        <w:tab/>
        <w:t>1.013e0</w:t>
      </w:r>
    </w:p>
    <w:p w:rsidR="007B2329" w:rsidRDefault="007B2329" w:rsidP="007B2329">
      <w:r>
        <w:t>241.9903</w:t>
      </w:r>
      <w:r>
        <w:tab/>
        <w:t>2.025e0</w:t>
      </w:r>
    </w:p>
    <w:p w:rsidR="007B2329" w:rsidRDefault="007B2329" w:rsidP="007B2329">
      <w:r>
        <w:t>241.9914</w:t>
      </w:r>
      <w:r>
        <w:tab/>
        <w:t>1.763e0</w:t>
      </w:r>
    </w:p>
    <w:p w:rsidR="007B2329" w:rsidRDefault="007B2329" w:rsidP="007B2329">
      <w:r>
        <w:t>242.0132</w:t>
      </w:r>
      <w:r>
        <w:tab/>
        <w:t>4.860e0</w:t>
      </w:r>
    </w:p>
    <w:p w:rsidR="007B2329" w:rsidRDefault="007B2329" w:rsidP="007B2329">
      <w:r>
        <w:t>242.0275</w:t>
      </w:r>
      <w:r>
        <w:tab/>
        <w:t>6.070e1</w:t>
      </w:r>
    </w:p>
    <w:p w:rsidR="007B2329" w:rsidRDefault="007B2329" w:rsidP="007B2329">
      <w:r>
        <w:t>242.0310</w:t>
      </w:r>
      <w:r>
        <w:tab/>
        <w:t>1.899e-1</w:t>
      </w:r>
    </w:p>
    <w:p w:rsidR="007B2329" w:rsidRDefault="007B2329" w:rsidP="007B2329">
      <w:r>
        <w:t>242.0350</w:t>
      </w:r>
      <w:r>
        <w:tab/>
        <w:t>3.038e0</w:t>
      </w:r>
    </w:p>
    <w:p w:rsidR="007B2329" w:rsidRDefault="007B2329" w:rsidP="007B2329">
      <w:r>
        <w:t>242.0635</w:t>
      </w:r>
      <w:r>
        <w:tab/>
        <w:t>2.453e1</w:t>
      </w:r>
    </w:p>
    <w:p w:rsidR="007B2329" w:rsidRDefault="007B2329" w:rsidP="007B2329">
      <w:r>
        <w:t>242.0657</w:t>
      </w:r>
      <w:r>
        <w:tab/>
        <w:t>1.177e1</w:t>
      </w:r>
    </w:p>
    <w:p w:rsidR="007B2329" w:rsidRDefault="007B2329" w:rsidP="007B2329">
      <w:r>
        <w:t>242.0700</w:t>
      </w:r>
      <w:r>
        <w:tab/>
        <w:t>2.734e1</w:t>
      </w:r>
    </w:p>
    <w:p w:rsidR="007B2329" w:rsidRDefault="007B2329" w:rsidP="007B2329">
      <w:r>
        <w:t>242.0757</w:t>
      </w:r>
      <w:r>
        <w:tab/>
        <w:t>8.713e-1</w:t>
      </w:r>
    </w:p>
    <w:p w:rsidR="007B2329" w:rsidRDefault="007B2329" w:rsidP="007B2329">
      <w:r>
        <w:t>242.0815</w:t>
      </w:r>
      <w:r>
        <w:tab/>
        <w:t>1.013e0</w:t>
      </w:r>
    </w:p>
    <w:p w:rsidR="007B2329" w:rsidRDefault="007B2329" w:rsidP="007B2329">
      <w:r>
        <w:t>242.1116</w:t>
      </w:r>
      <w:r>
        <w:tab/>
        <w:t>4.051e0</w:t>
      </w:r>
    </w:p>
    <w:p w:rsidR="007B2329" w:rsidRDefault="007B2329" w:rsidP="007B2329">
      <w:r>
        <w:t>242.1191</w:t>
      </w:r>
      <w:r>
        <w:tab/>
        <w:t>6.648e0</w:t>
      </w:r>
    </w:p>
    <w:p w:rsidR="007B2329" w:rsidRDefault="007B2329" w:rsidP="007B2329">
      <w:r>
        <w:t>242.1207</w:t>
      </w:r>
      <w:r>
        <w:tab/>
        <w:t>2.025e0</w:t>
      </w:r>
    </w:p>
    <w:p w:rsidR="007B2329" w:rsidRDefault="007B2329" w:rsidP="007B2329">
      <w:r>
        <w:lastRenderedPageBreak/>
        <w:t>242.1233</w:t>
      </w:r>
      <w:r>
        <w:tab/>
        <w:t>1.266e-2</w:t>
      </w:r>
    </w:p>
    <w:p w:rsidR="007B2329" w:rsidRDefault="007B2329" w:rsidP="007B2329">
      <w:r>
        <w:t>242.1312</w:t>
      </w:r>
      <w:r>
        <w:tab/>
        <w:t>3.038e0</w:t>
      </w:r>
    </w:p>
    <w:p w:rsidR="007B2329" w:rsidRDefault="007B2329" w:rsidP="007B2329">
      <w:r>
        <w:t>242.1330</w:t>
      </w:r>
      <w:r>
        <w:tab/>
        <w:t>1.118e1</w:t>
      </w:r>
    </w:p>
    <w:p w:rsidR="007B2329" w:rsidRDefault="007B2329" w:rsidP="007B2329">
      <w:r>
        <w:t>242.1445</w:t>
      </w:r>
      <w:r>
        <w:tab/>
        <w:t>3.038e0</w:t>
      </w:r>
    </w:p>
    <w:p w:rsidR="007B2329" w:rsidRDefault="007B2329" w:rsidP="007B2329">
      <w:r>
        <w:t>242.1513</w:t>
      </w:r>
      <w:r>
        <w:tab/>
        <w:t>1.013e0</w:t>
      </w:r>
    </w:p>
    <w:p w:rsidR="007B2329" w:rsidRDefault="007B2329" w:rsidP="007B2329">
      <w:r>
        <w:t>242.1546</w:t>
      </w:r>
      <w:r>
        <w:tab/>
        <w:t>3.038e0</w:t>
      </w:r>
    </w:p>
    <w:p w:rsidR="007B2329" w:rsidRDefault="007B2329" w:rsidP="007B2329">
      <w:r>
        <w:t>242.1583</w:t>
      </w:r>
      <w:r>
        <w:tab/>
        <w:t>6.139e0</w:t>
      </w:r>
    </w:p>
    <w:p w:rsidR="007B2329" w:rsidRDefault="007B2329" w:rsidP="007B2329">
      <w:r>
        <w:t>242.1687</w:t>
      </w:r>
      <w:r>
        <w:tab/>
        <w:t>2.025e0</w:t>
      </w:r>
    </w:p>
    <w:p w:rsidR="007B2329" w:rsidRDefault="007B2329" w:rsidP="007B2329">
      <w:r>
        <w:t>242.1884</w:t>
      </w:r>
      <w:r>
        <w:tab/>
        <w:t>2.025e0</w:t>
      </w:r>
    </w:p>
    <w:p w:rsidR="007B2329" w:rsidRDefault="007B2329" w:rsidP="007B2329">
      <w:r>
        <w:t>242.1924</w:t>
      </w:r>
      <w:r>
        <w:tab/>
        <w:t>1.266e-2</w:t>
      </w:r>
    </w:p>
    <w:p w:rsidR="007B2329" w:rsidRDefault="007B2329" w:rsidP="007B2329">
      <w:r>
        <w:t>242.2010</w:t>
      </w:r>
      <w:r>
        <w:tab/>
        <w:t>2.025e0</w:t>
      </w:r>
    </w:p>
    <w:p w:rsidR="007B2329" w:rsidRDefault="007B2329" w:rsidP="007B2329">
      <w:r>
        <w:t>242.2184</w:t>
      </w:r>
      <w:r>
        <w:tab/>
        <w:t>2.025e0</w:t>
      </w:r>
    </w:p>
    <w:p w:rsidR="007B2329" w:rsidRDefault="007B2329" w:rsidP="007B2329">
      <w:r>
        <w:t>242.2223</w:t>
      </w:r>
      <w:r>
        <w:tab/>
        <w:t>1.013e0</w:t>
      </w:r>
    </w:p>
    <w:p w:rsidR="007B2329" w:rsidRDefault="007B2329" w:rsidP="007B2329">
      <w:r>
        <w:t>242.2293</w:t>
      </w:r>
      <w:r>
        <w:tab/>
        <w:t>3.038e0</w:t>
      </w:r>
    </w:p>
    <w:p w:rsidR="007B2329" w:rsidRDefault="007B2329" w:rsidP="007B2329">
      <w:r>
        <w:t>242.2341</w:t>
      </w:r>
      <w:r>
        <w:tab/>
        <w:t>1.013e0</w:t>
      </w:r>
    </w:p>
    <w:p w:rsidR="007B2329" w:rsidRDefault="007B2329" w:rsidP="007B2329">
      <w:r>
        <w:t>242.2381</w:t>
      </w:r>
      <w:r>
        <w:tab/>
        <w:t>1.013e0</w:t>
      </w:r>
    </w:p>
    <w:p w:rsidR="007B2329" w:rsidRDefault="007B2329" w:rsidP="007B2329">
      <w:r>
        <w:t>242.2445</w:t>
      </w:r>
      <w:r>
        <w:tab/>
        <w:t>2.025e0</w:t>
      </w:r>
    </w:p>
    <w:p w:rsidR="007B2329" w:rsidRDefault="007B2329" w:rsidP="007B2329">
      <w:r>
        <w:t>242.2727</w:t>
      </w:r>
      <w:r>
        <w:tab/>
        <w:t>2.038e0</w:t>
      </w:r>
    </w:p>
    <w:p w:rsidR="007B2329" w:rsidRDefault="007B2329" w:rsidP="007B2329">
      <w:r>
        <w:t>242.2762</w:t>
      </w:r>
      <w:r>
        <w:tab/>
        <w:t>8.101e0</w:t>
      </w:r>
    </w:p>
    <w:p w:rsidR="007B2329" w:rsidRDefault="007B2329" w:rsidP="007B2329">
      <w:r>
        <w:lastRenderedPageBreak/>
        <w:t>242.2827</w:t>
      </w:r>
      <w:r>
        <w:tab/>
        <w:t>9.114e0</w:t>
      </w:r>
    </w:p>
    <w:p w:rsidR="007B2329" w:rsidRDefault="007B2329" w:rsidP="007B2329">
      <w:r>
        <w:t>242.2839</w:t>
      </w:r>
      <w:r>
        <w:tab/>
        <w:t>6.076e0</w:t>
      </w:r>
    </w:p>
    <w:p w:rsidR="007B2329" w:rsidRDefault="007B2329" w:rsidP="007B2329">
      <w:r>
        <w:t>242.2863</w:t>
      </w:r>
      <w:r>
        <w:tab/>
        <w:t>3.380e0</w:t>
      </w:r>
    </w:p>
    <w:p w:rsidR="007B2329" w:rsidRDefault="007B2329" w:rsidP="007B2329">
      <w:r>
        <w:t>242.2966</w:t>
      </w:r>
      <w:r>
        <w:tab/>
        <w:t>5.311e0</w:t>
      </w:r>
    </w:p>
    <w:p w:rsidR="007B2329" w:rsidRDefault="007B2329" w:rsidP="007B2329">
      <w:r>
        <w:t>242.3157</w:t>
      </w:r>
      <w:r>
        <w:tab/>
        <w:t>2.025e0</w:t>
      </w:r>
    </w:p>
    <w:p w:rsidR="007B2329" w:rsidRDefault="007B2329" w:rsidP="007B2329">
      <w:r>
        <w:t>242.3312</w:t>
      </w:r>
      <w:r>
        <w:tab/>
        <w:t>2.025e0</w:t>
      </w:r>
    </w:p>
    <w:p w:rsidR="007B2329" w:rsidRDefault="007B2329" w:rsidP="007B2329">
      <w:r>
        <w:t>242.3414</w:t>
      </w:r>
      <w:r>
        <w:tab/>
        <w:t>1.013e0</w:t>
      </w:r>
    </w:p>
    <w:p w:rsidR="007B2329" w:rsidRDefault="007B2329" w:rsidP="007B2329">
      <w:r>
        <w:t>242.3459</w:t>
      </w:r>
      <w:r>
        <w:tab/>
        <w:t>1.013e0</w:t>
      </w:r>
    </w:p>
    <w:p w:rsidR="007B2329" w:rsidRDefault="007B2329" w:rsidP="007B2329">
      <w:r>
        <w:t>242.3593</w:t>
      </w:r>
      <w:r>
        <w:tab/>
        <w:t>1.013e0</w:t>
      </w:r>
    </w:p>
    <w:p w:rsidR="007B2329" w:rsidRDefault="007B2329" w:rsidP="007B2329">
      <w:r>
        <w:t>242.3749</w:t>
      </w:r>
      <w:r>
        <w:tab/>
        <w:t>1.013e0</w:t>
      </w:r>
    </w:p>
    <w:p w:rsidR="007B2329" w:rsidRDefault="007B2329" w:rsidP="007B2329">
      <w:r>
        <w:t>242.3789</w:t>
      </w:r>
      <w:r>
        <w:tab/>
        <w:t>1.013e0</w:t>
      </w:r>
    </w:p>
    <w:p w:rsidR="007B2329" w:rsidRDefault="007B2329" w:rsidP="007B2329">
      <w:r>
        <w:t>242.3828</w:t>
      </w:r>
      <w:r>
        <w:tab/>
        <w:t>2.025e0</w:t>
      </w:r>
    </w:p>
    <w:p w:rsidR="007B2329" w:rsidRDefault="007B2329" w:rsidP="007B2329">
      <w:r>
        <w:t>242.3957</w:t>
      </w:r>
      <w:r>
        <w:tab/>
        <w:t>1.013e0</w:t>
      </w:r>
    </w:p>
    <w:p w:rsidR="007B2329" w:rsidRDefault="007B2329" w:rsidP="007B2329">
      <w:r>
        <w:t>242.4048</w:t>
      </w:r>
      <w:r>
        <w:tab/>
        <w:t>1.013e0</w:t>
      </w:r>
    </w:p>
    <w:p w:rsidR="007B2329" w:rsidRDefault="007B2329" w:rsidP="007B2329">
      <w:r>
        <w:t>242.4087</w:t>
      </w:r>
      <w:r>
        <w:tab/>
        <w:t>2.025e0</w:t>
      </w:r>
    </w:p>
    <w:p w:rsidR="007B2329" w:rsidRDefault="007B2329" w:rsidP="007B2329">
      <w:r>
        <w:t>242.4127</w:t>
      </w:r>
      <w:r>
        <w:tab/>
        <w:t>3.038e0</w:t>
      </w:r>
    </w:p>
    <w:p w:rsidR="007B2329" w:rsidRDefault="007B2329" w:rsidP="007B2329">
      <w:r>
        <w:t>242.4147</w:t>
      </w:r>
      <w:r>
        <w:tab/>
        <w:t>1.025e0</w:t>
      </w:r>
    </w:p>
    <w:p w:rsidR="007B2329" w:rsidRDefault="007B2329" w:rsidP="007B2329">
      <w:r>
        <w:t>242.4167</w:t>
      </w:r>
      <w:r>
        <w:tab/>
        <w:t>1.013e0</w:t>
      </w:r>
    </w:p>
    <w:p w:rsidR="007B2329" w:rsidRDefault="007B2329" w:rsidP="007B2329">
      <w:r>
        <w:t>242.4365</w:t>
      </w:r>
      <w:r>
        <w:tab/>
        <w:t>3.038e0</w:t>
      </w:r>
    </w:p>
    <w:p w:rsidR="007B2329" w:rsidRDefault="007B2329" w:rsidP="007B2329">
      <w:r>
        <w:lastRenderedPageBreak/>
        <w:t>242.4542</w:t>
      </w:r>
      <w:r>
        <w:tab/>
        <w:t>3.038e0</w:t>
      </w:r>
    </w:p>
    <w:p w:rsidR="007B2329" w:rsidRDefault="007B2329" w:rsidP="007B2329">
      <w:r>
        <w:t>242.4583</w:t>
      </w:r>
      <w:r>
        <w:tab/>
        <w:t>1.013e0</w:t>
      </w:r>
    </w:p>
    <w:p w:rsidR="007B2329" w:rsidRDefault="007B2329" w:rsidP="007B2329">
      <w:r>
        <w:t>242.4662</w:t>
      </w:r>
      <w:r>
        <w:tab/>
        <w:t>1.013e0</w:t>
      </w:r>
    </w:p>
    <w:p w:rsidR="007B2329" w:rsidRDefault="007B2329" w:rsidP="007B2329">
      <w:r>
        <w:t>242.4727</w:t>
      </w:r>
      <w:r>
        <w:tab/>
        <w:t>3.038e0</w:t>
      </w:r>
    </w:p>
    <w:p w:rsidR="007B2329" w:rsidRDefault="007B2329" w:rsidP="007B2329">
      <w:r>
        <w:t>242.4909</w:t>
      </w:r>
      <w:r>
        <w:tab/>
        <w:t>1.013e0</w:t>
      </w:r>
    </w:p>
    <w:p w:rsidR="007B2329" w:rsidRDefault="007B2329" w:rsidP="007B2329">
      <w:r>
        <w:t>242.4948</w:t>
      </w:r>
      <w:r>
        <w:tab/>
        <w:t>3.038e0</w:t>
      </w:r>
    </w:p>
    <w:p w:rsidR="007B2329" w:rsidRDefault="007B2329" w:rsidP="007B2329">
      <w:r>
        <w:t>242.5118</w:t>
      </w:r>
      <w:r>
        <w:tab/>
        <w:t>1.013e0</w:t>
      </w:r>
    </w:p>
    <w:p w:rsidR="007B2329" w:rsidRDefault="007B2329" w:rsidP="007B2329">
      <w:r>
        <w:t>242.5259</w:t>
      </w:r>
      <w:r>
        <w:tab/>
        <w:t>2.532e-2</w:t>
      </w:r>
    </w:p>
    <w:p w:rsidR="007B2329" w:rsidRDefault="007B2329" w:rsidP="007B2329">
      <w:r>
        <w:t>242.5362</w:t>
      </w:r>
      <w:r>
        <w:tab/>
        <w:t>1.013e0</w:t>
      </w:r>
    </w:p>
    <w:p w:rsidR="007B2329" w:rsidRDefault="007B2329" w:rsidP="007B2329">
      <w:r>
        <w:t>242.5498</w:t>
      </w:r>
      <w:r>
        <w:tab/>
        <w:t>2.025e0</w:t>
      </w:r>
    </w:p>
    <w:p w:rsidR="007B2329" w:rsidRDefault="007B2329" w:rsidP="007B2329">
      <w:r>
        <w:t>242.5693</w:t>
      </w:r>
      <w:r>
        <w:tab/>
        <w:t>2.025e0</w:t>
      </w:r>
    </w:p>
    <w:p w:rsidR="007B2329" w:rsidRDefault="007B2329" w:rsidP="007B2329">
      <w:r>
        <w:t>242.5732</w:t>
      </w:r>
      <w:r>
        <w:tab/>
        <w:t>1.013e0</w:t>
      </w:r>
    </w:p>
    <w:p w:rsidR="007B2329" w:rsidRDefault="007B2329" w:rsidP="007B2329">
      <w:r>
        <w:t>242.5818</w:t>
      </w:r>
      <w:r>
        <w:tab/>
        <w:t>4.051e0</w:t>
      </w:r>
    </w:p>
    <w:p w:rsidR="007B2329" w:rsidRDefault="007B2329" w:rsidP="007B2329">
      <w:r>
        <w:t>242.5898</w:t>
      </w:r>
      <w:r>
        <w:tab/>
        <w:t>2.025e0</w:t>
      </w:r>
    </w:p>
    <w:p w:rsidR="007B2329" w:rsidRDefault="007B2329" w:rsidP="007B2329">
      <w:r>
        <w:t>242.5951</w:t>
      </w:r>
      <w:r>
        <w:tab/>
        <w:t>1.266e-2</w:t>
      </w:r>
    </w:p>
    <w:p w:rsidR="007B2329" w:rsidRDefault="007B2329" w:rsidP="007B2329">
      <w:r>
        <w:t>242.5993</w:t>
      </w:r>
      <w:r>
        <w:tab/>
        <w:t>1.013e0</w:t>
      </w:r>
    </w:p>
    <w:p w:rsidR="007B2329" w:rsidRDefault="007B2329" w:rsidP="007B2329">
      <w:r>
        <w:t>242.6268</w:t>
      </w:r>
      <w:r>
        <w:tab/>
        <w:t>1.013e0</w:t>
      </w:r>
    </w:p>
    <w:p w:rsidR="007B2329" w:rsidRDefault="007B2329" w:rsidP="007B2329">
      <w:r>
        <w:t>242.6348</w:t>
      </w:r>
      <w:r>
        <w:tab/>
        <w:t>3.038e0</w:t>
      </w:r>
    </w:p>
    <w:p w:rsidR="007B2329" w:rsidRDefault="007B2329" w:rsidP="007B2329">
      <w:r>
        <w:t>242.6359</w:t>
      </w:r>
      <w:r>
        <w:tab/>
        <w:t>2.025e0</w:t>
      </w:r>
    </w:p>
    <w:p w:rsidR="007B2329" w:rsidRDefault="007B2329" w:rsidP="007B2329">
      <w:r>
        <w:lastRenderedPageBreak/>
        <w:t>242.6606</w:t>
      </w:r>
      <w:r>
        <w:tab/>
        <w:t>2.025e0</w:t>
      </w:r>
    </w:p>
    <w:p w:rsidR="007B2329" w:rsidRDefault="007B2329" w:rsidP="007B2329">
      <w:r>
        <w:t>242.6684</w:t>
      </w:r>
      <w:r>
        <w:tab/>
        <w:t>1.013e0</w:t>
      </w:r>
    </w:p>
    <w:p w:rsidR="007B2329" w:rsidRDefault="007B2329" w:rsidP="007B2329">
      <w:r>
        <w:t>242.6726</w:t>
      </w:r>
      <w:r>
        <w:tab/>
        <w:t>3.038e0</w:t>
      </w:r>
    </w:p>
    <w:p w:rsidR="007B2329" w:rsidRDefault="007B2329" w:rsidP="007B2329">
      <w:r>
        <w:t>242.6813</w:t>
      </w:r>
      <w:r>
        <w:tab/>
        <w:t>2.025e0</w:t>
      </w:r>
    </w:p>
    <w:p w:rsidR="007B2329" w:rsidRDefault="007B2329" w:rsidP="007B2329">
      <w:r>
        <w:t>242.6931</w:t>
      </w:r>
      <w:r>
        <w:tab/>
        <w:t>2.025e0</w:t>
      </w:r>
    </w:p>
    <w:p w:rsidR="007B2329" w:rsidRDefault="007B2329" w:rsidP="007B2329">
      <w:r>
        <w:t>242.7043</w:t>
      </w:r>
      <w:r>
        <w:tab/>
        <w:t>2.025e0</w:t>
      </w:r>
    </w:p>
    <w:p w:rsidR="007B2329" w:rsidRDefault="007B2329" w:rsidP="007B2329">
      <w:r>
        <w:t>242.7063</w:t>
      </w:r>
      <w:r>
        <w:tab/>
        <w:t>4.051e0</w:t>
      </w:r>
    </w:p>
    <w:p w:rsidR="007B2329" w:rsidRDefault="007B2329" w:rsidP="007B2329">
      <w:r>
        <w:t>242.7179</w:t>
      </w:r>
      <w:r>
        <w:tab/>
        <w:t>1.013e0</w:t>
      </w:r>
    </w:p>
    <w:p w:rsidR="007B2329" w:rsidRDefault="007B2329" w:rsidP="007B2329">
      <w:r>
        <w:t>242.7266</w:t>
      </w:r>
      <w:r>
        <w:tab/>
        <w:t>2.025e0</w:t>
      </w:r>
    </w:p>
    <w:p w:rsidR="007B2329" w:rsidRDefault="007B2329" w:rsidP="007B2329">
      <w:r>
        <w:t>242.7480</w:t>
      </w:r>
      <w:r>
        <w:tab/>
        <w:t>3.038e0</w:t>
      </w:r>
    </w:p>
    <w:p w:rsidR="007B2329" w:rsidRDefault="007B2329" w:rsidP="007B2329">
      <w:r>
        <w:t>242.7637</w:t>
      </w:r>
      <w:r>
        <w:tab/>
        <w:t>1.013e0</w:t>
      </w:r>
    </w:p>
    <w:p w:rsidR="007B2329" w:rsidRDefault="007B2329" w:rsidP="007B2329">
      <w:r>
        <w:t>242.7855</w:t>
      </w:r>
      <w:r>
        <w:tab/>
        <w:t>1.013e0</w:t>
      </w:r>
    </w:p>
    <w:p w:rsidR="007B2329" w:rsidRDefault="007B2329" w:rsidP="007B2329">
      <w:r>
        <w:t>242.7894</w:t>
      </w:r>
      <w:r>
        <w:tab/>
        <w:t>2.025e0</w:t>
      </w:r>
    </w:p>
    <w:p w:rsidR="007B2329" w:rsidRDefault="007B2329" w:rsidP="007B2329">
      <w:r>
        <w:t>242.7975</w:t>
      </w:r>
      <w:r>
        <w:tab/>
        <w:t>1.611e0</w:t>
      </w:r>
    </w:p>
    <w:p w:rsidR="007B2329" w:rsidRDefault="007B2329" w:rsidP="007B2329">
      <w:r>
        <w:t>242.8054</w:t>
      </w:r>
      <w:r>
        <w:tab/>
        <w:t>2.025e0</w:t>
      </w:r>
    </w:p>
    <w:p w:rsidR="007B2329" w:rsidRDefault="007B2329" w:rsidP="007B2329">
      <w:r>
        <w:t>242.8151</w:t>
      </w:r>
      <w:r>
        <w:tab/>
        <w:t>1.038e0</w:t>
      </w:r>
    </w:p>
    <w:p w:rsidR="007B2329" w:rsidRDefault="007B2329" w:rsidP="007B2329">
      <w:r>
        <w:t>242.8242</w:t>
      </w:r>
      <w:r>
        <w:tab/>
        <w:t>2.025e0</w:t>
      </w:r>
    </w:p>
    <w:p w:rsidR="007B2329" w:rsidRDefault="007B2329" w:rsidP="007B2329">
      <w:r>
        <w:t>242.8550</w:t>
      </w:r>
      <w:r>
        <w:tab/>
        <w:t>2.025e0</w:t>
      </w:r>
    </w:p>
    <w:p w:rsidR="007B2329" w:rsidRDefault="007B2329" w:rsidP="007B2329">
      <w:r>
        <w:t>242.8627</w:t>
      </w:r>
      <w:r>
        <w:tab/>
        <w:t>1.013e0</w:t>
      </w:r>
    </w:p>
    <w:p w:rsidR="007B2329" w:rsidRDefault="007B2329" w:rsidP="007B2329">
      <w:r>
        <w:lastRenderedPageBreak/>
        <w:t>242.8809</w:t>
      </w:r>
      <w:r>
        <w:tab/>
        <w:t>1.013e0</w:t>
      </w:r>
    </w:p>
    <w:p w:rsidR="007B2329" w:rsidRDefault="007B2329" w:rsidP="007B2329">
      <w:r>
        <w:t>242.8866</w:t>
      </w:r>
      <w:r>
        <w:tab/>
        <w:t>2.025e0</w:t>
      </w:r>
    </w:p>
    <w:p w:rsidR="007B2329" w:rsidRDefault="007B2329" w:rsidP="007B2329">
      <w:r>
        <w:t>242.8927</w:t>
      </w:r>
      <w:r>
        <w:tab/>
        <w:t>1.013e0</w:t>
      </w:r>
    </w:p>
    <w:p w:rsidR="007B2329" w:rsidRDefault="007B2329" w:rsidP="007B2329">
      <w:r>
        <w:t>242.9045</w:t>
      </w:r>
      <w:r>
        <w:tab/>
        <w:t>2.025e0</w:t>
      </w:r>
    </w:p>
    <w:p w:rsidR="007B2329" w:rsidRDefault="007B2329" w:rsidP="007B2329">
      <w:r>
        <w:t>242.9064</w:t>
      </w:r>
      <w:r>
        <w:tab/>
        <w:t>1.025e0</w:t>
      </w:r>
    </w:p>
    <w:p w:rsidR="007B2329" w:rsidRDefault="007B2329" w:rsidP="007B2329">
      <w:r>
        <w:t>242.9151</w:t>
      </w:r>
      <w:r>
        <w:tab/>
        <w:t>2.025e0</w:t>
      </w:r>
    </w:p>
    <w:p w:rsidR="007B2329" w:rsidRDefault="007B2329" w:rsidP="007B2329">
      <w:r>
        <w:t>242.9196</w:t>
      </w:r>
      <w:r>
        <w:tab/>
        <w:t>3.038e0</w:t>
      </w:r>
    </w:p>
    <w:p w:rsidR="007B2329" w:rsidRDefault="007B2329" w:rsidP="007B2329">
      <w:r>
        <w:t>242.9217</w:t>
      </w:r>
      <w:r>
        <w:tab/>
        <w:t>1.013e0</w:t>
      </w:r>
    </w:p>
    <w:p w:rsidR="007B2329" w:rsidRDefault="007B2329" w:rsidP="007B2329">
      <w:r>
        <w:t>242.9463</w:t>
      </w:r>
      <w:r>
        <w:tab/>
        <w:t>1.013e0</w:t>
      </w:r>
    </w:p>
    <w:p w:rsidR="007B2329" w:rsidRDefault="007B2329" w:rsidP="007B2329">
      <w:r>
        <w:t>242.9489</w:t>
      </w:r>
      <w:r>
        <w:tab/>
        <w:t>3.038e0</w:t>
      </w:r>
    </w:p>
    <w:p w:rsidR="007B2329" w:rsidRDefault="007B2329" w:rsidP="007B2329">
      <w:r>
        <w:t>242.9521</w:t>
      </w:r>
      <w:r>
        <w:tab/>
        <w:t>1.025e0</w:t>
      </w:r>
    </w:p>
    <w:p w:rsidR="007B2329" w:rsidRDefault="007B2329" w:rsidP="007B2329">
      <w:r>
        <w:t>242.9573</w:t>
      </w:r>
      <w:r>
        <w:tab/>
        <w:t>4.051e0</w:t>
      </w:r>
    </w:p>
    <w:p w:rsidR="007B2329" w:rsidRDefault="007B2329" w:rsidP="007B2329">
      <w:r>
        <w:t>242.9764</w:t>
      </w:r>
      <w:r>
        <w:tab/>
        <w:t>5.063e0</w:t>
      </w:r>
    </w:p>
    <w:p w:rsidR="007B2329" w:rsidRDefault="007B2329" w:rsidP="007B2329">
      <w:r>
        <w:t>242.9803</w:t>
      </w:r>
      <w:r>
        <w:tab/>
        <w:t>1.013e0</w:t>
      </w:r>
    </w:p>
    <w:p w:rsidR="007B2329" w:rsidRDefault="007B2329" w:rsidP="007B2329">
      <w:r>
        <w:t>242.9841</w:t>
      </w:r>
      <w:r>
        <w:tab/>
        <w:t>1.013e0</w:t>
      </w:r>
    </w:p>
    <w:p w:rsidR="007B2329" w:rsidRDefault="007B2329" w:rsidP="007B2329">
      <w:r>
        <w:t>242.9880</w:t>
      </w:r>
      <w:r>
        <w:tab/>
        <w:t>1.013e0</w:t>
      </w:r>
    </w:p>
    <w:p w:rsidR="007B2329" w:rsidRDefault="007B2329" w:rsidP="007B2329">
      <w:r>
        <w:t>243.0022</w:t>
      </w:r>
      <w:r>
        <w:tab/>
        <w:t>3.038e0</w:t>
      </w:r>
    </w:p>
    <w:p w:rsidR="007B2329" w:rsidRDefault="007B2329" w:rsidP="007B2329">
      <w:r>
        <w:t>243.0062</w:t>
      </w:r>
      <w:r>
        <w:tab/>
        <w:t>3.038e0</w:t>
      </w:r>
    </w:p>
    <w:p w:rsidR="007B2329" w:rsidRDefault="007B2329" w:rsidP="007B2329">
      <w:r>
        <w:t>243.0124</w:t>
      </w:r>
      <w:r>
        <w:tab/>
        <w:t>1.013e0</w:t>
      </w:r>
    </w:p>
    <w:p w:rsidR="007B2329" w:rsidRDefault="007B2329" w:rsidP="007B2329">
      <w:r>
        <w:lastRenderedPageBreak/>
        <w:t>243.0135</w:t>
      </w:r>
      <w:r>
        <w:tab/>
        <w:t>2.300e0</w:t>
      </w:r>
    </w:p>
    <w:p w:rsidR="007B2329" w:rsidRDefault="007B2329" w:rsidP="007B2329">
      <w:r>
        <w:t>243.0239</w:t>
      </w:r>
      <w:r>
        <w:tab/>
        <w:t>3.038e0</w:t>
      </w:r>
    </w:p>
    <w:p w:rsidR="007B2329" w:rsidRDefault="007B2329" w:rsidP="007B2329">
      <w:r>
        <w:t>243.0284</w:t>
      </w:r>
      <w:r>
        <w:tab/>
        <w:t>3.798e-2</w:t>
      </w:r>
    </w:p>
    <w:p w:rsidR="007B2329" w:rsidRDefault="007B2329" w:rsidP="007B2329">
      <w:r>
        <w:t>243.0396</w:t>
      </w:r>
      <w:r>
        <w:tab/>
        <w:t>2.025e0</w:t>
      </w:r>
    </w:p>
    <w:p w:rsidR="007B2329" w:rsidRDefault="007B2329" w:rsidP="007B2329">
      <w:r>
        <w:t>243.0416</w:t>
      </w:r>
      <w:r>
        <w:tab/>
        <w:t>4.051e0</w:t>
      </w:r>
    </w:p>
    <w:p w:rsidR="007B2329" w:rsidRDefault="007B2329" w:rsidP="007B2329">
      <w:r>
        <w:t>243.0455</w:t>
      </w:r>
      <w:r>
        <w:tab/>
        <w:t>1.013e0</w:t>
      </w:r>
    </w:p>
    <w:p w:rsidR="007B2329" w:rsidRDefault="007B2329" w:rsidP="007B2329">
      <w:r>
        <w:t>243.0495</w:t>
      </w:r>
      <w:r>
        <w:tab/>
        <w:t>1.013e0</w:t>
      </w:r>
    </w:p>
    <w:p w:rsidR="007B2329" w:rsidRDefault="007B2329" w:rsidP="007B2329">
      <w:r>
        <w:t>243.0540</w:t>
      </w:r>
      <w:r>
        <w:tab/>
        <w:t>2.063e0</w:t>
      </w:r>
    </w:p>
    <w:p w:rsidR="007B2329" w:rsidRDefault="007B2329" w:rsidP="007B2329">
      <w:r>
        <w:t>243.0955</w:t>
      </w:r>
      <w:r>
        <w:tab/>
        <w:t>2.123e1</w:t>
      </w:r>
    </w:p>
    <w:p w:rsidR="007B2329" w:rsidRDefault="007B2329" w:rsidP="007B2329">
      <w:r>
        <w:t>243.0966</w:t>
      </w:r>
      <w:r>
        <w:tab/>
        <w:t>3.768e1</w:t>
      </w:r>
    </w:p>
    <w:p w:rsidR="007B2329" w:rsidRDefault="007B2329" w:rsidP="007B2329">
      <w:r>
        <w:t>243.0981</w:t>
      </w:r>
      <w:r>
        <w:tab/>
        <w:t>3.443e1</w:t>
      </w:r>
    </w:p>
    <w:p w:rsidR="007B2329" w:rsidRDefault="007B2329" w:rsidP="007B2329">
      <w:r>
        <w:t>243.0998</w:t>
      </w:r>
      <w:r>
        <w:tab/>
        <w:t>3.648e1</w:t>
      </w:r>
    </w:p>
    <w:p w:rsidR="007B2329" w:rsidRDefault="007B2329" w:rsidP="007B2329">
      <w:r>
        <w:t>243.1019</w:t>
      </w:r>
      <w:r>
        <w:tab/>
        <w:t>1.316e1</w:t>
      </w:r>
    </w:p>
    <w:p w:rsidR="007B2329" w:rsidRDefault="007B2329" w:rsidP="007B2329">
      <w:r>
        <w:t>243.1085</w:t>
      </w:r>
      <w:r>
        <w:tab/>
        <w:t>1.063e0</w:t>
      </w:r>
    </w:p>
    <w:p w:rsidR="007B2329" w:rsidRDefault="007B2329" w:rsidP="007B2329">
      <w:r>
        <w:t>243.1120</w:t>
      </w:r>
      <w:r>
        <w:tab/>
        <w:t>5.063e0</w:t>
      </w:r>
    </w:p>
    <w:p w:rsidR="007B2329" w:rsidRDefault="007B2329" w:rsidP="007B2329">
      <w:r>
        <w:t>243.1326</w:t>
      </w:r>
      <w:r>
        <w:tab/>
        <w:t>3.765e0</w:t>
      </w:r>
    </w:p>
    <w:p w:rsidR="007B2329" w:rsidRDefault="007B2329" w:rsidP="007B2329">
      <w:r>
        <w:t>243.1429</w:t>
      </w:r>
      <w:r>
        <w:tab/>
        <w:t>2.025e0</w:t>
      </w:r>
    </w:p>
    <w:p w:rsidR="007B2329" w:rsidRDefault="007B2329" w:rsidP="007B2329">
      <w:r>
        <w:t>243.1447</w:t>
      </w:r>
      <w:r>
        <w:tab/>
        <w:t>1.013e0</w:t>
      </w:r>
    </w:p>
    <w:p w:rsidR="007B2329" w:rsidRDefault="007B2329" w:rsidP="007B2329">
      <w:r>
        <w:t>243.1487</w:t>
      </w:r>
      <w:r>
        <w:tab/>
        <w:t>1.013e0</w:t>
      </w:r>
    </w:p>
    <w:p w:rsidR="007B2329" w:rsidRDefault="007B2329" w:rsidP="007B2329">
      <w:r>
        <w:lastRenderedPageBreak/>
        <w:t>243.1508</w:t>
      </w:r>
      <w:r>
        <w:tab/>
        <w:t>4.051e0</w:t>
      </w:r>
    </w:p>
    <w:p w:rsidR="007B2329" w:rsidRDefault="007B2329" w:rsidP="007B2329">
      <w:r>
        <w:t>243.1535</w:t>
      </w:r>
      <w:r>
        <w:tab/>
        <w:t>3.038e0</w:t>
      </w:r>
    </w:p>
    <w:p w:rsidR="007B2329" w:rsidRDefault="007B2329" w:rsidP="007B2329">
      <w:r>
        <w:t>243.1603</w:t>
      </w:r>
      <w:r>
        <w:tab/>
        <w:t>3.038e0</w:t>
      </w:r>
    </w:p>
    <w:p w:rsidR="007B2329" w:rsidRDefault="007B2329" w:rsidP="007B2329">
      <w:r>
        <w:t>243.1680</w:t>
      </w:r>
      <w:r>
        <w:tab/>
        <w:t>1.025e0</w:t>
      </w:r>
    </w:p>
    <w:p w:rsidR="007B2329" w:rsidRDefault="007B2329" w:rsidP="007B2329">
      <w:r>
        <w:t>243.1707</w:t>
      </w:r>
      <w:r>
        <w:tab/>
        <w:t>2.025e0</w:t>
      </w:r>
    </w:p>
    <w:p w:rsidR="007B2329" w:rsidRDefault="007B2329" w:rsidP="007B2329">
      <w:r>
        <w:t>243.1904</w:t>
      </w:r>
      <w:r>
        <w:tab/>
        <w:t>1.013e0</w:t>
      </w:r>
    </w:p>
    <w:p w:rsidR="007B2329" w:rsidRDefault="007B2329" w:rsidP="007B2329">
      <w:r>
        <w:t>243.1967</w:t>
      </w:r>
      <w:r>
        <w:tab/>
        <w:t>4.051e0</w:t>
      </w:r>
    </w:p>
    <w:p w:rsidR="007B2329" w:rsidRDefault="007B2329" w:rsidP="007B2329">
      <w:r>
        <w:t>243.2032</w:t>
      </w:r>
      <w:r>
        <w:tab/>
        <w:t>1.013e0</w:t>
      </w:r>
    </w:p>
    <w:p w:rsidR="007B2329" w:rsidRDefault="007B2329" w:rsidP="007B2329">
      <w:r>
        <w:t>243.2165</w:t>
      </w:r>
      <w:r>
        <w:tab/>
        <w:t>1.013e0</w:t>
      </w:r>
    </w:p>
    <w:p w:rsidR="007B2329" w:rsidRDefault="007B2329" w:rsidP="007B2329">
      <w:r>
        <w:t>243.2204</w:t>
      </w:r>
      <w:r>
        <w:tab/>
        <w:t>1.013e0</w:t>
      </w:r>
    </w:p>
    <w:p w:rsidR="007B2329" w:rsidRDefault="007B2329" w:rsidP="007B2329">
      <w:r>
        <w:t>243.2243</w:t>
      </w:r>
      <w:r>
        <w:tab/>
        <w:t>2.025e0</w:t>
      </w:r>
    </w:p>
    <w:p w:rsidR="007B2329" w:rsidRDefault="007B2329" w:rsidP="007B2329">
      <w:r>
        <w:t>243.2322</w:t>
      </w:r>
      <w:r>
        <w:tab/>
        <w:t>3.038e0</w:t>
      </w:r>
    </w:p>
    <w:p w:rsidR="007B2329" w:rsidRDefault="007B2329" w:rsidP="007B2329">
      <w:r>
        <w:t>243.2364</w:t>
      </w:r>
      <w:r>
        <w:tab/>
        <w:t>2.025e0</w:t>
      </w:r>
    </w:p>
    <w:p w:rsidR="007B2329" w:rsidRDefault="007B2329" w:rsidP="007B2329">
      <w:r>
        <w:t>243.2452</w:t>
      </w:r>
      <w:r>
        <w:tab/>
        <w:t>3.038e0</w:t>
      </w:r>
    </w:p>
    <w:p w:rsidR="007B2329" w:rsidRDefault="007B2329" w:rsidP="007B2329">
      <w:r>
        <w:t>243.2532</w:t>
      </w:r>
      <w:r>
        <w:tab/>
        <w:t>1.266e-2</w:t>
      </w:r>
    </w:p>
    <w:p w:rsidR="007B2329" w:rsidRDefault="007B2329" w:rsidP="007B2329">
      <w:r>
        <w:t>243.2577</w:t>
      </w:r>
      <w:r>
        <w:tab/>
        <w:t>1.013e0</w:t>
      </w:r>
    </w:p>
    <w:p w:rsidR="007B2329" w:rsidRDefault="007B2329" w:rsidP="007B2329">
      <w:r>
        <w:t>243.2738</w:t>
      </w:r>
      <w:r>
        <w:tab/>
        <w:t>1.013e0</w:t>
      </w:r>
    </w:p>
    <w:p w:rsidR="007B2329" w:rsidRDefault="007B2329" w:rsidP="007B2329">
      <w:r>
        <w:t>243.2758</w:t>
      </w:r>
      <w:r>
        <w:tab/>
        <w:t>3.038e0</w:t>
      </w:r>
    </w:p>
    <w:p w:rsidR="007B2329" w:rsidRDefault="007B2329" w:rsidP="007B2329">
      <w:r>
        <w:t>243.2779</w:t>
      </w:r>
      <w:r>
        <w:tab/>
        <w:t>1.013e0</w:t>
      </w:r>
    </w:p>
    <w:p w:rsidR="007B2329" w:rsidRDefault="007B2329" w:rsidP="007B2329">
      <w:r>
        <w:lastRenderedPageBreak/>
        <w:t>243.2933</w:t>
      </w:r>
      <w:r>
        <w:tab/>
        <w:t>5.063e0</w:t>
      </w:r>
    </w:p>
    <w:p w:rsidR="007B2329" w:rsidRDefault="007B2329" w:rsidP="007B2329">
      <w:r>
        <w:t>243.2947</w:t>
      </w:r>
      <w:r>
        <w:tab/>
        <w:t>2.025e0</w:t>
      </w:r>
    </w:p>
    <w:p w:rsidR="007B2329" w:rsidRDefault="007B2329" w:rsidP="007B2329">
      <w:r>
        <w:t>243.3051</w:t>
      </w:r>
      <w:r>
        <w:tab/>
        <w:t>2.025e0</w:t>
      </w:r>
    </w:p>
    <w:p w:rsidR="007B2329" w:rsidRDefault="007B2329" w:rsidP="007B2329">
      <w:r>
        <w:t>243.3094</w:t>
      </w:r>
      <w:r>
        <w:tab/>
        <w:t>2.532e-2</w:t>
      </w:r>
    </w:p>
    <w:p w:rsidR="007B2329" w:rsidRDefault="007B2329" w:rsidP="007B2329">
      <w:r>
        <w:t>243.3118</w:t>
      </w:r>
      <w:r>
        <w:tab/>
        <w:t>1.013e0</w:t>
      </w:r>
    </w:p>
    <w:p w:rsidR="007B2329" w:rsidRDefault="007B2329" w:rsidP="007B2329">
      <w:r>
        <w:t>243.3352</w:t>
      </w:r>
      <w:r>
        <w:tab/>
        <w:t>1.013e0</w:t>
      </w:r>
    </w:p>
    <w:p w:rsidR="007B2329" w:rsidRDefault="007B2329" w:rsidP="007B2329">
      <w:r>
        <w:t>243.3443</w:t>
      </w:r>
      <w:r>
        <w:tab/>
        <w:t>2.025e0</w:t>
      </w:r>
    </w:p>
    <w:p w:rsidR="007B2329" w:rsidRDefault="007B2329" w:rsidP="007B2329">
      <w:r>
        <w:t>243.3484</w:t>
      </w:r>
      <w:r>
        <w:tab/>
        <w:t>2.025e0</w:t>
      </w:r>
    </w:p>
    <w:p w:rsidR="007B2329" w:rsidRDefault="007B2329" w:rsidP="007B2329">
      <w:r>
        <w:t>243.3614</w:t>
      </w:r>
      <w:r>
        <w:tab/>
        <w:t>1.013e0</w:t>
      </w:r>
    </w:p>
    <w:p w:rsidR="007B2329" w:rsidRDefault="007B2329" w:rsidP="007B2329">
      <w:r>
        <w:t>243.3672</w:t>
      </w:r>
      <w:r>
        <w:tab/>
        <w:t>2.025e0</w:t>
      </w:r>
    </w:p>
    <w:p w:rsidR="007B2329" w:rsidRDefault="007B2329" w:rsidP="007B2329">
      <w:r>
        <w:t>243.3692</w:t>
      </w:r>
      <w:r>
        <w:tab/>
        <w:t>2.025e0</w:t>
      </w:r>
    </w:p>
    <w:p w:rsidR="007B2329" w:rsidRDefault="007B2329" w:rsidP="007B2329">
      <w:r>
        <w:t>243.3974</w:t>
      </w:r>
      <w:r>
        <w:tab/>
        <w:t>2.025e0</w:t>
      </w:r>
    </w:p>
    <w:p w:rsidR="007B2329" w:rsidRDefault="007B2329" w:rsidP="007B2329">
      <w:r>
        <w:t>243.4139</w:t>
      </w:r>
      <w:r>
        <w:tab/>
        <w:t>3.038e0</w:t>
      </w:r>
    </w:p>
    <w:p w:rsidR="007B2329" w:rsidRDefault="007B2329" w:rsidP="007B2329">
      <w:r>
        <w:t>243.4267</w:t>
      </w:r>
      <w:r>
        <w:tab/>
        <w:t>1.013e0</w:t>
      </w:r>
    </w:p>
    <w:p w:rsidR="007B2329" w:rsidRDefault="007B2329" w:rsidP="007B2329">
      <w:r>
        <w:t>243.4440</w:t>
      </w:r>
      <w:r>
        <w:tab/>
        <w:t>1.013e0</w:t>
      </w:r>
    </w:p>
    <w:p w:rsidR="007B2329" w:rsidRDefault="007B2329" w:rsidP="007B2329">
      <w:r>
        <w:t>243.4567</w:t>
      </w:r>
      <w:r>
        <w:tab/>
        <w:t>2.025e0</w:t>
      </w:r>
    </w:p>
    <w:p w:rsidR="007B2329" w:rsidRDefault="007B2329" w:rsidP="007B2329">
      <w:r>
        <w:t>243.4605</w:t>
      </w:r>
      <w:r>
        <w:tab/>
        <w:t>1.013e0</w:t>
      </w:r>
    </w:p>
    <w:p w:rsidR="007B2329" w:rsidRDefault="007B2329" w:rsidP="007B2329">
      <w:r>
        <w:t>243.4941</w:t>
      </w:r>
      <w:r>
        <w:tab/>
        <w:t>1.013e0</w:t>
      </w:r>
    </w:p>
    <w:p w:rsidR="007B2329" w:rsidRDefault="007B2329" w:rsidP="007B2329">
      <w:r>
        <w:t>243.4986</w:t>
      </w:r>
      <w:r>
        <w:tab/>
        <w:t>1.013e0</w:t>
      </w:r>
    </w:p>
    <w:p w:rsidR="007B2329" w:rsidRDefault="007B2329" w:rsidP="007B2329">
      <w:r>
        <w:lastRenderedPageBreak/>
        <w:t>243.5122</w:t>
      </w:r>
      <w:r>
        <w:tab/>
        <w:t>1.025e0</w:t>
      </w:r>
    </w:p>
    <w:p w:rsidR="007B2329" w:rsidRDefault="007B2329" w:rsidP="007B2329">
      <w:r>
        <w:t>243.5202</w:t>
      </w:r>
      <w:r>
        <w:tab/>
        <w:t>3.038e0</w:t>
      </w:r>
    </w:p>
    <w:p w:rsidR="007B2329" w:rsidRDefault="007B2329" w:rsidP="007B2329">
      <w:r>
        <w:t>243.5263</w:t>
      </w:r>
      <w:r>
        <w:tab/>
        <w:t>5.063e0</w:t>
      </w:r>
    </w:p>
    <w:p w:rsidR="007B2329" w:rsidRDefault="007B2329" w:rsidP="007B2329">
      <w:r>
        <w:t>243.5331</w:t>
      </w:r>
      <w:r>
        <w:tab/>
        <w:t>4.051e0</w:t>
      </w:r>
    </w:p>
    <w:p w:rsidR="007B2329" w:rsidRDefault="007B2329" w:rsidP="007B2329">
      <w:r>
        <w:t>243.5598</w:t>
      </w:r>
      <w:r>
        <w:tab/>
        <w:t>1.013e0</w:t>
      </w:r>
    </w:p>
    <w:p w:rsidR="007B2329" w:rsidRDefault="007B2329" w:rsidP="007B2329">
      <w:r>
        <w:t>243.5657</w:t>
      </w:r>
      <w:r>
        <w:tab/>
        <w:t>1.025e0</w:t>
      </w:r>
    </w:p>
    <w:p w:rsidR="007B2329" w:rsidRDefault="007B2329" w:rsidP="007B2329">
      <w:r>
        <w:t>243.5805</w:t>
      </w:r>
      <w:r>
        <w:tab/>
        <w:t>1.013e0</w:t>
      </w:r>
    </w:p>
    <w:p w:rsidR="007B2329" w:rsidRDefault="007B2329" w:rsidP="007B2329">
      <w:r>
        <w:t>243.5977</w:t>
      </w:r>
      <w:r>
        <w:tab/>
        <w:t>1.013e0</w:t>
      </w:r>
    </w:p>
    <w:p w:rsidR="007B2329" w:rsidRDefault="007B2329" w:rsidP="007B2329">
      <w:r>
        <w:t>243.6016</w:t>
      </w:r>
      <w:r>
        <w:tab/>
        <w:t>1.013e0</w:t>
      </w:r>
    </w:p>
    <w:p w:rsidR="007B2329" w:rsidRDefault="007B2329" w:rsidP="007B2329">
      <w:r>
        <w:t>243.6055</w:t>
      </w:r>
      <w:r>
        <w:tab/>
        <w:t>1.013e0</w:t>
      </w:r>
    </w:p>
    <w:p w:rsidR="007B2329" w:rsidRDefault="007B2329" w:rsidP="007B2329">
      <w:r>
        <w:t>243.6096</w:t>
      </w:r>
      <w:r>
        <w:tab/>
        <w:t>1.013e0</w:t>
      </w:r>
    </w:p>
    <w:p w:rsidR="007B2329" w:rsidRDefault="007B2329" w:rsidP="007B2329">
      <w:r>
        <w:t>243.6106</w:t>
      </w:r>
      <w:r>
        <w:tab/>
        <w:t>5.063e0</w:t>
      </w:r>
    </w:p>
    <w:p w:rsidR="007B2329" w:rsidRDefault="007B2329" w:rsidP="007B2329">
      <w:r>
        <w:t>243.6136</w:t>
      </w:r>
      <w:r>
        <w:tab/>
        <w:t>1.013e0</w:t>
      </w:r>
    </w:p>
    <w:p w:rsidR="007B2329" w:rsidRDefault="007B2329" w:rsidP="007B2329">
      <w:r>
        <w:t>243.6173</w:t>
      </w:r>
      <w:r>
        <w:tab/>
        <w:t>1.013e0</w:t>
      </w:r>
    </w:p>
    <w:p w:rsidR="007B2329" w:rsidRDefault="007B2329" w:rsidP="007B2329">
      <w:r>
        <w:t>243.6214</w:t>
      </w:r>
      <w:r>
        <w:tab/>
        <w:t>2.025e0</w:t>
      </w:r>
    </w:p>
    <w:p w:rsidR="007B2329" w:rsidRDefault="007B2329" w:rsidP="007B2329">
      <w:r>
        <w:t>243.6350</w:t>
      </w:r>
      <w:r>
        <w:tab/>
        <w:t>1.013e0</w:t>
      </w:r>
    </w:p>
    <w:p w:rsidR="007B2329" w:rsidRDefault="007B2329" w:rsidP="007B2329">
      <w:r>
        <w:t>243.6396</w:t>
      </w:r>
      <w:r>
        <w:tab/>
        <w:t>1.013e0</w:t>
      </w:r>
    </w:p>
    <w:p w:rsidR="007B2329" w:rsidRDefault="007B2329" w:rsidP="007B2329">
      <w:r>
        <w:t>243.6512</w:t>
      </w:r>
      <w:r>
        <w:tab/>
        <w:t>1.013e0</w:t>
      </w:r>
    </w:p>
    <w:p w:rsidR="007B2329" w:rsidRDefault="007B2329" w:rsidP="007B2329">
      <w:r>
        <w:t>243.6602</w:t>
      </w:r>
      <w:r>
        <w:tab/>
        <w:t>3.038e0</w:t>
      </w:r>
    </w:p>
    <w:p w:rsidR="007B2329" w:rsidRDefault="007B2329" w:rsidP="007B2329">
      <w:r>
        <w:lastRenderedPageBreak/>
        <w:t>243.6631</w:t>
      </w:r>
      <w:r>
        <w:tab/>
        <w:t>1.013e0</w:t>
      </w:r>
    </w:p>
    <w:p w:rsidR="007B2329" w:rsidRDefault="007B2329" w:rsidP="007B2329">
      <w:r>
        <w:t>243.6645</w:t>
      </w:r>
      <w:r>
        <w:tab/>
        <w:t>2.038e0</w:t>
      </w:r>
    </w:p>
    <w:p w:rsidR="007B2329" w:rsidRDefault="007B2329" w:rsidP="007B2329">
      <w:r>
        <w:t>243.6670</w:t>
      </w:r>
      <w:r>
        <w:tab/>
        <w:t>1.013e0</w:t>
      </w:r>
    </w:p>
    <w:p w:rsidR="007B2329" w:rsidRDefault="007B2329" w:rsidP="007B2329">
      <w:r>
        <w:t>243.6876</w:t>
      </w:r>
      <w:r>
        <w:tab/>
        <w:t>2.038e0</w:t>
      </w:r>
    </w:p>
    <w:p w:rsidR="007B2329" w:rsidRDefault="007B2329" w:rsidP="007B2329">
      <w:r>
        <w:t>243.6890</w:t>
      </w:r>
      <w:r>
        <w:tab/>
        <w:t>2.025e0</w:t>
      </w:r>
    </w:p>
    <w:p w:rsidR="007B2329" w:rsidRDefault="007B2329" w:rsidP="007B2329">
      <w:r>
        <w:t>243.6930</w:t>
      </w:r>
      <w:r>
        <w:tab/>
        <w:t>1.013e0</w:t>
      </w:r>
    </w:p>
    <w:p w:rsidR="007B2329" w:rsidRDefault="007B2329" w:rsidP="007B2329">
      <w:r>
        <w:t>243.7009</w:t>
      </w:r>
      <w:r>
        <w:tab/>
        <w:t>3.038e0</w:t>
      </w:r>
    </w:p>
    <w:p w:rsidR="007B2329" w:rsidRDefault="007B2329" w:rsidP="007B2329">
      <w:r>
        <w:t>243.7350</w:t>
      </w:r>
      <w:r>
        <w:tab/>
        <w:t>1.013e0</w:t>
      </w:r>
    </w:p>
    <w:p w:rsidR="007B2329" w:rsidRDefault="007B2329" w:rsidP="007B2329">
      <w:r>
        <w:t>243.7427</w:t>
      </w:r>
      <w:r>
        <w:tab/>
        <w:t>1.013e0</w:t>
      </w:r>
    </w:p>
    <w:p w:rsidR="007B2329" w:rsidRDefault="007B2329" w:rsidP="007B2329">
      <w:r>
        <w:t>243.7545</w:t>
      </w:r>
      <w:r>
        <w:tab/>
        <w:t>1.013e0</w:t>
      </w:r>
    </w:p>
    <w:p w:rsidR="007B2329" w:rsidRDefault="007B2329" w:rsidP="007B2329">
      <w:r>
        <w:t>243.7761</w:t>
      </w:r>
      <w:r>
        <w:tab/>
        <w:t>1.013e0</w:t>
      </w:r>
    </w:p>
    <w:p w:rsidR="007B2329" w:rsidRDefault="007B2329" w:rsidP="007B2329">
      <w:r>
        <w:t>243.7845</w:t>
      </w:r>
      <w:r>
        <w:tab/>
        <w:t>2.025e0</w:t>
      </w:r>
    </w:p>
    <w:p w:rsidR="007B2329" w:rsidRDefault="007B2329" w:rsidP="007B2329">
      <w:r>
        <w:t>243.7964</w:t>
      </w:r>
      <w:r>
        <w:tab/>
        <w:t>1.013e0</w:t>
      </w:r>
    </w:p>
    <w:p w:rsidR="007B2329" w:rsidRDefault="007B2329" w:rsidP="007B2329">
      <w:r>
        <w:t>243.8002</w:t>
      </w:r>
      <w:r>
        <w:tab/>
        <w:t>1.013e0</w:t>
      </w:r>
    </w:p>
    <w:p w:rsidR="007B2329" w:rsidRDefault="007B2329" w:rsidP="007B2329">
      <w:r>
        <w:t>243.8262</w:t>
      </w:r>
      <w:r>
        <w:tab/>
        <w:t>1.013e0</w:t>
      </w:r>
    </w:p>
    <w:p w:rsidR="007B2329" w:rsidRDefault="007B2329" w:rsidP="007B2329">
      <w:r>
        <w:t>243.8302</w:t>
      </w:r>
      <w:r>
        <w:tab/>
        <w:t>2.025e0</w:t>
      </w:r>
    </w:p>
    <w:p w:rsidR="007B2329" w:rsidRDefault="007B2329" w:rsidP="007B2329">
      <w:r>
        <w:t>243.8420</w:t>
      </w:r>
      <w:r>
        <w:tab/>
        <w:t>1.013e0</w:t>
      </w:r>
    </w:p>
    <w:p w:rsidR="007B2329" w:rsidRDefault="007B2329" w:rsidP="007B2329">
      <w:r>
        <w:t>243.8537</w:t>
      </w:r>
      <w:r>
        <w:tab/>
        <w:t>1.013e0</w:t>
      </w:r>
    </w:p>
    <w:p w:rsidR="007B2329" w:rsidRDefault="007B2329" w:rsidP="007B2329">
      <w:r>
        <w:t>243.8685</w:t>
      </w:r>
      <w:r>
        <w:tab/>
        <w:t>2.025e0</w:t>
      </w:r>
    </w:p>
    <w:p w:rsidR="007B2329" w:rsidRDefault="007B2329" w:rsidP="007B2329">
      <w:r>
        <w:lastRenderedPageBreak/>
        <w:t>243.8715</w:t>
      </w:r>
      <w:r>
        <w:tab/>
        <w:t>3.038e0</w:t>
      </w:r>
    </w:p>
    <w:p w:rsidR="007B2329" w:rsidRDefault="007B2329" w:rsidP="007B2329">
      <w:r>
        <w:t>243.8754</w:t>
      </w:r>
      <w:r>
        <w:tab/>
        <w:t>3.038e0</w:t>
      </w:r>
    </w:p>
    <w:p w:rsidR="007B2329" w:rsidRDefault="007B2329" w:rsidP="007B2329">
      <w:r>
        <w:t>243.8798</w:t>
      </w:r>
      <w:r>
        <w:tab/>
        <w:t>1.013e0</w:t>
      </w:r>
    </w:p>
    <w:p w:rsidR="007B2329" w:rsidRDefault="007B2329" w:rsidP="007B2329">
      <w:r>
        <w:t>243.8858</w:t>
      </w:r>
      <w:r>
        <w:tab/>
        <w:t>1.025e0</w:t>
      </w:r>
    </w:p>
    <w:p w:rsidR="007B2329" w:rsidRDefault="007B2329" w:rsidP="007B2329">
      <w:r>
        <w:t>243.8917</w:t>
      </w:r>
      <w:r>
        <w:tab/>
        <w:t>1.013e0</w:t>
      </w:r>
    </w:p>
    <w:p w:rsidR="007B2329" w:rsidRDefault="007B2329" w:rsidP="007B2329">
      <w:r>
        <w:t>243.8994</w:t>
      </w:r>
      <w:r>
        <w:tab/>
        <w:t>1.013e0</w:t>
      </w:r>
    </w:p>
    <w:p w:rsidR="007B2329" w:rsidRDefault="007B2329" w:rsidP="007B2329">
      <w:r>
        <w:t>243.9172</w:t>
      </w:r>
      <w:r>
        <w:tab/>
        <w:t>2.025e0</w:t>
      </w:r>
    </w:p>
    <w:p w:rsidR="007B2329" w:rsidRDefault="007B2329" w:rsidP="007B2329">
      <w:r>
        <w:t>243.9218</w:t>
      </w:r>
      <w:r>
        <w:tab/>
        <w:t>1.013e0</w:t>
      </w:r>
    </w:p>
    <w:p w:rsidR="007B2329" w:rsidRDefault="007B2329" w:rsidP="007B2329">
      <w:r>
        <w:t>243.9247</w:t>
      </w:r>
      <w:r>
        <w:tab/>
        <w:t>2.025e0</w:t>
      </w:r>
    </w:p>
    <w:p w:rsidR="007B2329" w:rsidRDefault="007B2329" w:rsidP="007B2329">
      <w:r>
        <w:t>243.9335</w:t>
      </w:r>
      <w:r>
        <w:tab/>
        <w:t>2.025e0</w:t>
      </w:r>
    </w:p>
    <w:p w:rsidR="007B2329" w:rsidRDefault="007B2329" w:rsidP="007B2329">
      <w:r>
        <w:t>243.9375</w:t>
      </w:r>
      <w:r>
        <w:tab/>
        <w:t>1.013e0</w:t>
      </w:r>
    </w:p>
    <w:p w:rsidR="007B2329" w:rsidRDefault="007B2329" w:rsidP="007B2329">
      <w:r>
        <w:t>243.9413</w:t>
      </w:r>
      <w:r>
        <w:tab/>
        <w:t>3.038e0</w:t>
      </w:r>
    </w:p>
    <w:p w:rsidR="007B2329" w:rsidRDefault="007B2329" w:rsidP="007B2329">
      <w:r>
        <w:t>243.9628</w:t>
      </w:r>
      <w:r>
        <w:tab/>
        <w:t>1.013e0</w:t>
      </w:r>
    </w:p>
    <w:p w:rsidR="007B2329" w:rsidRDefault="007B2329" w:rsidP="007B2329">
      <w:r>
        <w:t>243.9711</w:t>
      </w:r>
      <w:r>
        <w:tab/>
        <w:t>4.051e0</w:t>
      </w:r>
    </w:p>
    <w:p w:rsidR="007B2329" w:rsidRDefault="007B2329" w:rsidP="007B2329">
      <w:r>
        <w:t>243.9734</w:t>
      </w:r>
      <w:r>
        <w:tab/>
        <w:t>2.025e0</w:t>
      </w:r>
    </w:p>
    <w:p w:rsidR="007B2329" w:rsidRDefault="007B2329" w:rsidP="007B2329">
      <w:r>
        <w:t>243.9870</w:t>
      </w:r>
      <w:r>
        <w:tab/>
        <w:t>2.025e0</w:t>
      </w:r>
    </w:p>
    <w:p w:rsidR="007B2329" w:rsidRDefault="007B2329" w:rsidP="007B2329">
      <w:r>
        <w:t>243.9908</w:t>
      </w:r>
      <w:r>
        <w:tab/>
        <w:t>2.025e0</w:t>
      </w:r>
    </w:p>
    <w:p w:rsidR="007B2329" w:rsidRDefault="007B2329" w:rsidP="007B2329">
      <w:r>
        <w:t>243.9993</w:t>
      </w:r>
      <w:r>
        <w:tab/>
        <w:t>1.013e0</w:t>
      </w:r>
    </w:p>
    <w:p w:rsidR="007B2329" w:rsidRDefault="007B2329" w:rsidP="007B2329">
      <w:r>
        <w:t>244.0083</w:t>
      </w:r>
      <w:r>
        <w:tab/>
        <w:t>2.532e-2</w:t>
      </w:r>
    </w:p>
    <w:p w:rsidR="007B2329" w:rsidRDefault="007B2329" w:rsidP="007B2329">
      <w:r>
        <w:lastRenderedPageBreak/>
        <w:t>244.0103</w:t>
      </w:r>
      <w:r>
        <w:tab/>
        <w:t>1.025e0</w:t>
      </w:r>
    </w:p>
    <w:p w:rsidR="007B2329" w:rsidRDefault="007B2329" w:rsidP="007B2329">
      <w:r>
        <w:t>244.0172</w:t>
      </w:r>
      <w:r>
        <w:tab/>
        <w:t>1.013e0</w:t>
      </w:r>
    </w:p>
    <w:p w:rsidR="007B2329" w:rsidRDefault="007B2329" w:rsidP="007B2329">
      <w:r>
        <w:t>244.0195</w:t>
      </w:r>
      <w:r>
        <w:tab/>
        <w:t>4.051e0</w:t>
      </w:r>
    </w:p>
    <w:p w:rsidR="007B2329" w:rsidRDefault="007B2329" w:rsidP="007B2329">
      <w:r>
        <w:t>244.0209</w:t>
      </w:r>
      <w:r>
        <w:tab/>
        <w:t>2.025e0</w:t>
      </w:r>
    </w:p>
    <w:p w:rsidR="007B2329" w:rsidRDefault="007B2329" w:rsidP="007B2329">
      <w:r>
        <w:t>244.0328</w:t>
      </w:r>
      <w:r>
        <w:tab/>
        <w:t>2.025e0</w:t>
      </w:r>
    </w:p>
    <w:p w:rsidR="007B2329" w:rsidRDefault="007B2329" w:rsidP="007B2329">
      <w:r>
        <w:t>244.0441</w:t>
      </w:r>
      <w:r>
        <w:tab/>
        <w:t>4.051e0</w:t>
      </w:r>
    </w:p>
    <w:p w:rsidR="007B2329" w:rsidRDefault="007B2329" w:rsidP="007B2329">
      <w:r>
        <w:t>244.0585</w:t>
      </w:r>
      <w:r>
        <w:tab/>
        <w:t>2.025e0</w:t>
      </w:r>
    </w:p>
    <w:p w:rsidR="007B2329" w:rsidRDefault="007B2329" w:rsidP="007B2329">
      <w:r>
        <w:t>244.0628</w:t>
      </w:r>
      <w:r>
        <w:tab/>
        <w:t>1.013e0</w:t>
      </w:r>
    </w:p>
    <w:p w:rsidR="007B2329" w:rsidRDefault="007B2329" w:rsidP="007B2329">
      <w:r>
        <w:t>244.0745</w:t>
      </w:r>
      <w:r>
        <w:tab/>
        <w:t>4.051e0</w:t>
      </w:r>
    </w:p>
    <w:p w:rsidR="007B2329" w:rsidRDefault="007B2329" w:rsidP="007B2329">
      <w:r>
        <w:t>244.0765</w:t>
      </w:r>
      <w:r>
        <w:tab/>
        <w:t>2.025e0</w:t>
      </w:r>
    </w:p>
    <w:p w:rsidR="007B2329" w:rsidRDefault="007B2329" w:rsidP="007B2329">
      <w:r>
        <w:t>244.0856</w:t>
      </w:r>
      <w:r>
        <w:tab/>
        <w:t>5.063e0</w:t>
      </w:r>
    </w:p>
    <w:p w:rsidR="007B2329" w:rsidRDefault="007B2329" w:rsidP="007B2329">
      <w:r>
        <w:t>244.0931</w:t>
      </w:r>
      <w:r>
        <w:tab/>
        <w:t>3.038e0</w:t>
      </w:r>
    </w:p>
    <w:p w:rsidR="007B2329" w:rsidRDefault="007B2329" w:rsidP="007B2329">
      <w:r>
        <w:t>244.0981</w:t>
      </w:r>
      <w:r>
        <w:tab/>
        <w:t>6.076e0</w:t>
      </w:r>
    </w:p>
    <w:p w:rsidR="007B2329" w:rsidRDefault="007B2329" w:rsidP="007B2329">
      <w:r>
        <w:t>244.1009</w:t>
      </w:r>
      <w:r>
        <w:tab/>
        <w:t>5.393e0</w:t>
      </w:r>
    </w:p>
    <w:p w:rsidR="007B2329" w:rsidRDefault="007B2329" w:rsidP="007B2329">
      <w:r>
        <w:t>244.1099</w:t>
      </w:r>
      <w:r>
        <w:tab/>
        <w:t>2.038e0</w:t>
      </w:r>
    </w:p>
    <w:p w:rsidR="007B2329" w:rsidRDefault="007B2329" w:rsidP="007B2329">
      <w:r>
        <w:t>244.1144</w:t>
      </w:r>
      <w:r>
        <w:tab/>
        <w:t>1.025e0</w:t>
      </w:r>
    </w:p>
    <w:p w:rsidR="007B2329" w:rsidRDefault="007B2329" w:rsidP="007B2329">
      <w:r>
        <w:t>244.1203</w:t>
      </w:r>
      <w:r>
        <w:tab/>
        <w:t>1.013e0</w:t>
      </w:r>
    </w:p>
    <w:p w:rsidR="007B2329" w:rsidRDefault="007B2329" w:rsidP="007B2329">
      <w:r>
        <w:t>244.1367</w:t>
      </w:r>
      <w:r>
        <w:tab/>
        <w:t>2.025e0</w:t>
      </w:r>
    </w:p>
    <w:p w:rsidR="007B2329" w:rsidRDefault="007B2329" w:rsidP="007B2329">
      <w:r>
        <w:t>244.1393</w:t>
      </w:r>
      <w:r>
        <w:tab/>
        <w:t>2.025e0</w:t>
      </w:r>
    </w:p>
    <w:p w:rsidR="007B2329" w:rsidRDefault="007B2329" w:rsidP="007B2329">
      <w:r>
        <w:lastRenderedPageBreak/>
        <w:t>244.1620</w:t>
      </w:r>
      <w:r>
        <w:tab/>
        <w:t>7.089e0</w:t>
      </w:r>
    </w:p>
    <w:p w:rsidR="007B2329" w:rsidRDefault="007B2329" w:rsidP="007B2329">
      <w:r>
        <w:t>244.1799</w:t>
      </w:r>
      <w:r>
        <w:tab/>
        <w:t>2.025e0</w:t>
      </w:r>
    </w:p>
    <w:p w:rsidR="007B2329" w:rsidRDefault="007B2329" w:rsidP="007B2329">
      <w:r>
        <w:t>244.1928</w:t>
      </w:r>
      <w:r>
        <w:tab/>
        <w:t>2.025e0</w:t>
      </w:r>
    </w:p>
    <w:p w:rsidR="007B2329" w:rsidRDefault="007B2329" w:rsidP="007B2329">
      <w:r>
        <w:t>244.1998</w:t>
      </w:r>
      <w:r>
        <w:tab/>
        <w:t>3.038e0</w:t>
      </w:r>
    </w:p>
    <w:p w:rsidR="007B2329" w:rsidRDefault="007B2329" w:rsidP="007B2329">
      <w:r>
        <w:t>244.2078</w:t>
      </w:r>
      <w:r>
        <w:tab/>
        <w:t>1.013e0</w:t>
      </w:r>
    </w:p>
    <w:p w:rsidR="007B2329" w:rsidRDefault="007B2329" w:rsidP="007B2329">
      <w:r>
        <w:t>244.2176</w:t>
      </w:r>
      <w:r>
        <w:tab/>
        <w:t>2.025e0</w:t>
      </w:r>
    </w:p>
    <w:p w:rsidR="007B2329" w:rsidRDefault="007B2329" w:rsidP="007B2329">
      <w:r>
        <w:t>244.2312</w:t>
      </w:r>
      <w:r>
        <w:tab/>
        <w:t>4.051e0</w:t>
      </w:r>
    </w:p>
    <w:p w:rsidR="007B2329" w:rsidRDefault="007B2329" w:rsidP="007B2329">
      <w:r>
        <w:t>244.2408</w:t>
      </w:r>
      <w:r>
        <w:tab/>
        <w:t>1.013e0</w:t>
      </w:r>
    </w:p>
    <w:p w:rsidR="007B2329" w:rsidRDefault="007B2329" w:rsidP="007B2329">
      <w:r>
        <w:t>244.2498</w:t>
      </w:r>
      <w:r>
        <w:tab/>
        <w:t>1.013e0</w:t>
      </w:r>
    </w:p>
    <w:p w:rsidR="007B2329" w:rsidRDefault="007B2329" w:rsidP="007B2329">
      <w:r>
        <w:t>244.2535</w:t>
      </w:r>
      <w:r>
        <w:tab/>
        <w:t>1.013e0</w:t>
      </w:r>
    </w:p>
    <w:p w:rsidR="007B2329" w:rsidRDefault="007B2329" w:rsidP="007B2329">
      <w:r>
        <w:t>244.2738</w:t>
      </w:r>
      <w:r>
        <w:tab/>
        <w:t>4.051e0</w:t>
      </w:r>
    </w:p>
    <w:p w:rsidR="007B2329" w:rsidRDefault="007B2329" w:rsidP="007B2329">
      <w:r>
        <w:t>244.2926</w:t>
      </w:r>
      <w:r>
        <w:tab/>
        <w:t>6.076e0</w:t>
      </w:r>
    </w:p>
    <w:p w:rsidR="007B2329" w:rsidRDefault="007B2329" w:rsidP="007B2329">
      <w:r>
        <w:t>244.3252</w:t>
      </w:r>
      <w:r>
        <w:tab/>
        <w:t>3.063e0</w:t>
      </w:r>
    </w:p>
    <w:p w:rsidR="007B2329" w:rsidRDefault="007B2329" w:rsidP="007B2329">
      <w:r>
        <w:t>244.3275</w:t>
      </w:r>
      <w:r>
        <w:tab/>
        <w:t>1.013e0</w:t>
      </w:r>
    </w:p>
    <w:p w:rsidR="007B2329" w:rsidRDefault="007B2329" w:rsidP="007B2329">
      <w:r>
        <w:t>244.3411</w:t>
      </w:r>
      <w:r>
        <w:tab/>
        <w:t>2.025e0</w:t>
      </w:r>
    </w:p>
    <w:p w:rsidR="007B2329" w:rsidRDefault="007B2329" w:rsidP="007B2329">
      <w:r>
        <w:t>244.3429</w:t>
      </w:r>
      <w:r>
        <w:tab/>
        <w:t>4.051e0</w:t>
      </w:r>
    </w:p>
    <w:p w:rsidR="007B2329" w:rsidRDefault="007B2329" w:rsidP="007B2329">
      <w:r>
        <w:t>244.3549</w:t>
      </w:r>
      <w:r>
        <w:tab/>
        <w:t>1.025e0</w:t>
      </w:r>
    </w:p>
    <w:p w:rsidR="007B2329" w:rsidRDefault="007B2329" w:rsidP="007B2329">
      <w:r>
        <w:t>244.3609</w:t>
      </w:r>
      <w:r>
        <w:tab/>
        <w:t>1.013e0</w:t>
      </w:r>
    </w:p>
    <w:p w:rsidR="007B2329" w:rsidRDefault="007B2329" w:rsidP="007B2329">
      <w:r>
        <w:t>244.3720</w:t>
      </w:r>
      <w:r>
        <w:tab/>
        <w:t>2.025e0</w:t>
      </w:r>
    </w:p>
    <w:p w:rsidR="007B2329" w:rsidRDefault="007B2329" w:rsidP="007B2329">
      <w:r>
        <w:lastRenderedPageBreak/>
        <w:t>244.3760</w:t>
      </w:r>
      <w:r>
        <w:tab/>
        <w:t>2.025e0</w:t>
      </w:r>
    </w:p>
    <w:p w:rsidR="007B2329" w:rsidRDefault="007B2329" w:rsidP="007B2329">
      <w:r>
        <w:t>244.3909</w:t>
      </w:r>
      <w:r>
        <w:tab/>
        <w:t>1.013e0</w:t>
      </w:r>
    </w:p>
    <w:p w:rsidR="007B2329" w:rsidRDefault="007B2329" w:rsidP="007B2329">
      <w:r>
        <w:t>244.3960</w:t>
      </w:r>
      <w:r>
        <w:tab/>
        <w:t>3.038e0</w:t>
      </w:r>
    </w:p>
    <w:p w:rsidR="007B2329" w:rsidRDefault="007B2329" w:rsidP="007B2329">
      <w:r>
        <w:t>244.3987</w:t>
      </w:r>
      <w:r>
        <w:tab/>
        <w:t>2.025e0</w:t>
      </w:r>
    </w:p>
    <w:p w:rsidR="007B2329" w:rsidRDefault="007B2329" w:rsidP="007B2329">
      <w:r>
        <w:t>244.4079</w:t>
      </w:r>
      <w:r>
        <w:tab/>
        <w:t>3.038e0</w:t>
      </w:r>
    </w:p>
    <w:p w:rsidR="007B2329" w:rsidRDefault="007B2329" w:rsidP="007B2329">
      <w:r>
        <w:t>244.4219</w:t>
      </w:r>
      <w:r>
        <w:tab/>
        <w:t>2.025e0</w:t>
      </w:r>
    </w:p>
    <w:p w:rsidR="007B2329" w:rsidRDefault="007B2329" w:rsidP="007B2329">
      <w:r>
        <w:t>244.4414</w:t>
      </w:r>
      <w:r>
        <w:tab/>
        <w:t>3.038e0</w:t>
      </w:r>
    </w:p>
    <w:p w:rsidR="007B2329" w:rsidRDefault="007B2329" w:rsidP="007B2329">
      <w:r>
        <w:t>244.4445</w:t>
      </w:r>
      <w:r>
        <w:tab/>
        <w:t>1.013e0</w:t>
      </w:r>
    </w:p>
    <w:p w:rsidR="007B2329" w:rsidRDefault="007B2329" w:rsidP="007B2329">
      <w:r>
        <w:t>244.4484</w:t>
      </w:r>
      <w:r>
        <w:tab/>
        <w:t>1.266e-2</w:t>
      </w:r>
    </w:p>
    <w:p w:rsidR="007B2329" w:rsidRDefault="007B2329" w:rsidP="007B2329">
      <w:r>
        <w:t>244.4523</w:t>
      </w:r>
      <w:r>
        <w:tab/>
        <w:t>2.025e0</w:t>
      </w:r>
    </w:p>
    <w:p w:rsidR="007B2329" w:rsidRDefault="007B2329" w:rsidP="007B2329">
      <w:r>
        <w:t>244.4734</w:t>
      </w:r>
      <w:r>
        <w:tab/>
        <w:t>1.013e0</w:t>
      </w:r>
    </w:p>
    <w:p w:rsidR="007B2329" w:rsidRDefault="007B2329" w:rsidP="007B2329">
      <w:r>
        <w:t>244.4779</w:t>
      </w:r>
      <w:r>
        <w:tab/>
        <w:t>1.013e0</w:t>
      </w:r>
    </w:p>
    <w:p w:rsidR="007B2329" w:rsidRDefault="007B2329" w:rsidP="007B2329">
      <w:r>
        <w:t>244.4824</w:t>
      </w:r>
      <w:r>
        <w:tab/>
        <w:t>1.013e0</w:t>
      </w:r>
    </w:p>
    <w:p w:rsidR="007B2329" w:rsidRDefault="007B2329" w:rsidP="007B2329">
      <w:r>
        <w:t>244.5191</w:t>
      </w:r>
      <w:r>
        <w:tab/>
        <w:t>1.013e0</w:t>
      </w:r>
    </w:p>
    <w:p w:rsidR="007B2329" w:rsidRDefault="007B2329" w:rsidP="007B2329">
      <w:r>
        <w:t>244.5438</w:t>
      </w:r>
      <w:r>
        <w:tab/>
        <w:t>3.038e0</w:t>
      </w:r>
    </w:p>
    <w:p w:rsidR="007B2329" w:rsidRDefault="007B2329" w:rsidP="007B2329">
      <w:r>
        <w:t>244.5477</w:t>
      </w:r>
      <w:r>
        <w:tab/>
        <w:t>1.013e0</w:t>
      </w:r>
    </w:p>
    <w:p w:rsidR="007B2329" w:rsidRDefault="007B2329" w:rsidP="007B2329">
      <w:r>
        <w:t>244.5693</w:t>
      </w:r>
      <w:r>
        <w:tab/>
        <w:t>1.013e0</w:t>
      </w:r>
    </w:p>
    <w:p w:rsidR="007B2329" w:rsidRDefault="007B2329" w:rsidP="007B2329">
      <w:r>
        <w:t>244.5739</w:t>
      </w:r>
      <w:r>
        <w:tab/>
        <w:t>1.013e0</w:t>
      </w:r>
    </w:p>
    <w:p w:rsidR="007B2329" w:rsidRDefault="007B2329" w:rsidP="007B2329">
      <w:r>
        <w:t>244.5946</w:t>
      </w:r>
      <w:r>
        <w:tab/>
        <w:t>3.038e0</w:t>
      </w:r>
    </w:p>
    <w:p w:rsidR="007B2329" w:rsidRDefault="007B2329" w:rsidP="007B2329">
      <w:r>
        <w:lastRenderedPageBreak/>
        <w:t>244.5983</w:t>
      </w:r>
      <w:r>
        <w:tab/>
        <w:t>1.316e1</w:t>
      </w:r>
    </w:p>
    <w:p w:rsidR="007B2329" w:rsidRDefault="007B2329" w:rsidP="007B2329">
      <w:r>
        <w:t>244.6000</w:t>
      </w:r>
      <w:r>
        <w:tab/>
        <w:t>5.063e0</w:t>
      </w:r>
    </w:p>
    <w:p w:rsidR="007B2329" w:rsidRDefault="007B2329" w:rsidP="007B2329">
      <w:r>
        <w:t>244.6042</w:t>
      </w:r>
      <w:r>
        <w:tab/>
        <w:t>1.262e1</w:t>
      </w:r>
    </w:p>
    <w:p w:rsidR="007B2329" w:rsidRDefault="007B2329" w:rsidP="007B2329">
      <w:r>
        <w:t>244.6057</w:t>
      </w:r>
      <w:r>
        <w:tab/>
        <w:t>4.051e0</w:t>
      </w:r>
    </w:p>
    <w:p w:rsidR="007B2329" w:rsidRDefault="007B2329" w:rsidP="007B2329">
      <w:r>
        <w:t>244.6090</w:t>
      </w:r>
      <w:r>
        <w:tab/>
        <w:t>4.051e0</w:t>
      </w:r>
    </w:p>
    <w:p w:rsidR="007B2329" w:rsidRDefault="007B2329" w:rsidP="007B2329">
      <w:r>
        <w:t>244.6236</w:t>
      </w:r>
      <w:r>
        <w:tab/>
        <w:t>1.013e0</w:t>
      </w:r>
    </w:p>
    <w:p w:rsidR="007B2329" w:rsidRDefault="007B2329" w:rsidP="007B2329">
      <w:r>
        <w:t>244.6256</w:t>
      </w:r>
      <w:r>
        <w:tab/>
        <w:t>2.025e0</w:t>
      </w:r>
    </w:p>
    <w:p w:rsidR="007B2329" w:rsidRDefault="007B2329" w:rsidP="007B2329">
      <w:r>
        <w:t>244.6275</w:t>
      </w:r>
      <w:r>
        <w:tab/>
        <w:t>2.025e0</w:t>
      </w:r>
    </w:p>
    <w:p w:rsidR="007B2329" w:rsidRDefault="007B2329" w:rsidP="007B2329">
      <w:r>
        <w:t>244.6433</w:t>
      </w:r>
      <w:r>
        <w:tab/>
        <w:t>1.013e0</w:t>
      </w:r>
    </w:p>
    <w:p w:rsidR="007B2329" w:rsidRDefault="007B2329" w:rsidP="007B2329">
      <w:r>
        <w:t>244.6470</w:t>
      </w:r>
      <w:r>
        <w:tab/>
        <w:t>3.038e0</w:t>
      </w:r>
    </w:p>
    <w:p w:rsidR="007B2329" w:rsidRDefault="007B2329" w:rsidP="007B2329">
      <w:r>
        <w:t>244.6514</w:t>
      </w:r>
      <w:r>
        <w:tab/>
        <w:t>2.025e0</w:t>
      </w:r>
    </w:p>
    <w:p w:rsidR="007B2329" w:rsidRDefault="007B2329" w:rsidP="007B2329">
      <w:r>
        <w:t>244.6789</w:t>
      </w:r>
      <w:r>
        <w:tab/>
        <w:t>5.063e0</w:t>
      </w:r>
    </w:p>
    <w:p w:rsidR="007B2329" w:rsidRDefault="007B2329" w:rsidP="007B2329">
      <w:r>
        <w:t>244.6890</w:t>
      </w:r>
      <w:r>
        <w:tab/>
        <w:t>3.038e0</w:t>
      </w:r>
    </w:p>
    <w:p w:rsidR="007B2329" w:rsidRDefault="007B2329" w:rsidP="007B2329">
      <w:r>
        <w:t>244.7348</w:t>
      </w:r>
      <w:r>
        <w:tab/>
        <w:t>1.013e0</w:t>
      </w:r>
    </w:p>
    <w:p w:rsidR="007B2329" w:rsidRDefault="007B2329" w:rsidP="007B2329">
      <w:r>
        <w:t>244.7388</w:t>
      </w:r>
      <w:r>
        <w:tab/>
        <w:t>2.025e0</w:t>
      </w:r>
    </w:p>
    <w:p w:rsidR="007B2329" w:rsidRDefault="007B2329" w:rsidP="007B2329">
      <w:r>
        <w:t>244.7648</w:t>
      </w:r>
      <w:r>
        <w:tab/>
        <w:t>1.013e0</w:t>
      </w:r>
    </w:p>
    <w:p w:rsidR="007B2329" w:rsidRDefault="007B2329" w:rsidP="007B2329">
      <w:r>
        <w:t>244.7687</w:t>
      </w:r>
      <w:r>
        <w:tab/>
        <w:t>1.013e0</w:t>
      </w:r>
    </w:p>
    <w:p w:rsidR="007B2329" w:rsidRDefault="007B2329" w:rsidP="007B2329">
      <w:r>
        <w:t>244.7890</w:t>
      </w:r>
      <w:r>
        <w:tab/>
        <w:t>2.038e0</w:t>
      </w:r>
    </w:p>
    <w:p w:rsidR="007B2329" w:rsidRDefault="007B2329" w:rsidP="007B2329">
      <w:r>
        <w:t>244.7975</w:t>
      </w:r>
      <w:r>
        <w:tab/>
        <w:t>2.025e0</w:t>
      </w:r>
    </w:p>
    <w:p w:rsidR="007B2329" w:rsidRDefault="007B2329" w:rsidP="007B2329">
      <w:r>
        <w:lastRenderedPageBreak/>
        <w:t>244.8224</w:t>
      </w:r>
      <w:r>
        <w:tab/>
        <w:t>2.025e0</w:t>
      </w:r>
    </w:p>
    <w:p w:rsidR="007B2329" w:rsidRDefault="007B2329" w:rsidP="007B2329">
      <w:r>
        <w:t>244.8302</w:t>
      </w:r>
      <w:r>
        <w:tab/>
        <w:t>1.013e0</w:t>
      </w:r>
    </w:p>
    <w:p w:rsidR="007B2329" w:rsidRDefault="007B2329" w:rsidP="007B2329">
      <w:r>
        <w:t>244.8362</w:t>
      </w:r>
      <w:r>
        <w:tab/>
        <w:t>3.038e0</w:t>
      </w:r>
    </w:p>
    <w:p w:rsidR="007B2329" w:rsidRDefault="007B2329" w:rsidP="007B2329">
      <w:r>
        <w:t>244.8563</w:t>
      </w:r>
      <w:r>
        <w:tab/>
        <w:t>3.038e0</w:t>
      </w:r>
    </w:p>
    <w:p w:rsidR="007B2329" w:rsidRDefault="007B2329" w:rsidP="007B2329">
      <w:r>
        <w:t>244.8682</w:t>
      </w:r>
      <w:r>
        <w:tab/>
        <w:t>1.013e0</w:t>
      </w:r>
    </w:p>
    <w:p w:rsidR="007B2329" w:rsidRDefault="007B2329" w:rsidP="007B2329">
      <w:r>
        <w:t>244.8701</w:t>
      </w:r>
      <w:r>
        <w:tab/>
        <w:t>2.025e0</w:t>
      </w:r>
    </w:p>
    <w:p w:rsidR="007B2329" w:rsidRDefault="007B2329" w:rsidP="007B2329">
      <w:r>
        <w:t>244.8889</w:t>
      </w:r>
      <w:r>
        <w:tab/>
        <w:t>2.025e0</w:t>
      </w:r>
    </w:p>
    <w:p w:rsidR="007B2329" w:rsidRDefault="007B2329" w:rsidP="007B2329">
      <w:r>
        <w:t>244.9061</w:t>
      </w:r>
      <w:r>
        <w:tab/>
        <w:t>1.013e0</w:t>
      </w:r>
    </w:p>
    <w:p w:rsidR="007B2329" w:rsidRDefault="007B2329" w:rsidP="007B2329">
      <w:r>
        <w:t>244.9257</w:t>
      </w:r>
      <w:r>
        <w:tab/>
        <w:t>1.266e-2</w:t>
      </w:r>
    </w:p>
    <w:p w:rsidR="007B2329" w:rsidRDefault="007B2329" w:rsidP="007B2329">
      <w:r>
        <w:t>244.9278</w:t>
      </w:r>
      <w:r>
        <w:tab/>
        <w:t>7.089e0</w:t>
      </w:r>
    </w:p>
    <w:p w:rsidR="007B2329" w:rsidRDefault="007B2329" w:rsidP="007B2329">
      <w:r>
        <w:t>244.9347</w:t>
      </w:r>
      <w:r>
        <w:tab/>
        <w:t>1.013e0</w:t>
      </w:r>
    </w:p>
    <w:p w:rsidR="007B2329" w:rsidRDefault="007B2329" w:rsidP="007B2329">
      <w:r>
        <w:t>244.9557</w:t>
      </w:r>
      <w:r>
        <w:tab/>
        <w:t>2.025e0</w:t>
      </w:r>
    </w:p>
    <w:p w:rsidR="007B2329" w:rsidRDefault="007B2329" w:rsidP="007B2329">
      <w:r>
        <w:t>244.9637</w:t>
      </w:r>
      <w:r>
        <w:tab/>
        <w:t>1.013e0</w:t>
      </w:r>
    </w:p>
    <w:p w:rsidR="007B2329" w:rsidRDefault="007B2329" w:rsidP="007B2329">
      <w:r>
        <w:t>244.9764</w:t>
      </w:r>
      <w:r>
        <w:tab/>
        <w:t>2.025e0</w:t>
      </w:r>
    </w:p>
    <w:p w:rsidR="007B2329" w:rsidRDefault="007B2329" w:rsidP="007B2329">
      <w:r>
        <w:t>244.9794</w:t>
      </w:r>
      <w:r>
        <w:tab/>
        <w:t>3.038e0</w:t>
      </w:r>
    </w:p>
    <w:p w:rsidR="007B2329" w:rsidRDefault="007B2329" w:rsidP="007B2329">
      <w:r>
        <w:t>244.9975</w:t>
      </w:r>
      <w:r>
        <w:tab/>
        <w:t>1.013e0</w:t>
      </w:r>
    </w:p>
    <w:p w:rsidR="007B2329" w:rsidRDefault="007B2329" w:rsidP="007B2329">
      <w:r>
        <w:t>245.0226</w:t>
      </w:r>
      <w:r>
        <w:tab/>
        <w:t>6.076e0</w:t>
      </w:r>
    </w:p>
    <w:p w:rsidR="007B2329" w:rsidRDefault="007B2329" w:rsidP="007B2329">
      <w:r>
        <w:t>245.0473</w:t>
      </w:r>
      <w:r>
        <w:tab/>
        <w:t>3.038e0</w:t>
      </w:r>
    </w:p>
    <w:p w:rsidR="007B2329" w:rsidRDefault="007B2329" w:rsidP="007B2329">
      <w:r>
        <w:t>245.0867</w:t>
      </w:r>
      <w:r>
        <w:tab/>
        <w:t>5.063e0</w:t>
      </w:r>
    </w:p>
    <w:p w:rsidR="007B2329" w:rsidRDefault="007B2329" w:rsidP="007B2329">
      <w:r>
        <w:lastRenderedPageBreak/>
        <w:t>245.0892</w:t>
      </w:r>
      <w:r>
        <w:tab/>
        <w:t>2.025e0</w:t>
      </w:r>
    </w:p>
    <w:p w:rsidR="007B2329" w:rsidRDefault="007B2329" w:rsidP="007B2329">
      <w:r>
        <w:t>245.0952</w:t>
      </w:r>
      <w:r>
        <w:tab/>
        <w:t>1.114e1</w:t>
      </w:r>
    </w:p>
    <w:p w:rsidR="007B2329" w:rsidRDefault="007B2329" w:rsidP="007B2329">
      <w:r>
        <w:t>245.0976</w:t>
      </w:r>
      <w:r>
        <w:tab/>
        <w:t>2.451e1</w:t>
      </w:r>
    </w:p>
    <w:p w:rsidR="007B2329" w:rsidRDefault="007B2329" w:rsidP="007B2329">
      <w:r>
        <w:t>245.0989</w:t>
      </w:r>
      <w:r>
        <w:tab/>
        <w:t>1.318e1</w:t>
      </w:r>
    </w:p>
    <w:p w:rsidR="007B2329" w:rsidRDefault="007B2329" w:rsidP="007B2329">
      <w:r>
        <w:t>245.1009</w:t>
      </w:r>
      <w:r>
        <w:tab/>
        <w:t>7.089e0</w:t>
      </w:r>
    </w:p>
    <w:p w:rsidR="007B2329" w:rsidRDefault="007B2329" w:rsidP="007B2329">
      <w:r>
        <w:t>245.1049</w:t>
      </w:r>
      <w:r>
        <w:tab/>
        <w:t>1.013e0</w:t>
      </w:r>
    </w:p>
    <w:p w:rsidR="007B2329" w:rsidRDefault="007B2329" w:rsidP="007B2329">
      <w:r>
        <w:t>245.1144</w:t>
      </w:r>
      <w:r>
        <w:tab/>
        <w:t>4.051e0</w:t>
      </w:r>
    </w:p>
    <w:p w:rsidR="007B2329" w:rsidRDefault="007B2329" w:rsidP="007B2329">
      <w:r>
        <w:t>245.1162</w:t>
      </w:r>
      <w:r>
        <w:tab/>
        <w:t>3.798e-2</w:t>
      </w:r>
    </w:p>
    <w:p w:rsidR="007B2329" w:rsidRDefault="007B2329" w:rsidP="007B2329">
      <w:r>
        <w:t>245.1203</w:t>
      </w:r>
      <w:r>
        <w:tab/>
        <w:t>3.352e0</w:t>
      </w:r>
    </w:p>
    <w:p w:rsidR="007B2329" w:rsidRDefault="007B2329" w:rsidP="007B2329">
      <w:r>
        <w:t>245.1350</w:t>
      </w:r>
      <w:r>
        <w:tab/>
        <w:t>2.025e0</w:t>
      </w:r>
    </w:p>
    <w:p w:rsidR="007B2329" w:rsidRDefault="007B2329" w:rsidP="007B2329">
      <w:r>
        <w:t>245.1389</w:t>
      </w:r>
      <w:r>
        <w:tab/>
        <w:t>1.013e0</w:t>
      </w:r>
    </w:p>
    <w:p w:rsidR="007B2329" w:rsidRDefault="007B2329" w:rsidP="007B2329">
      <w:r>
        <w:t>245.1468</w:t>
      </w:r>
      <w:r>
        <w:tab/>
        <w:t>1.013e0</w:t>
      </w:r>
    </w:p>
    <w:p w:rsidR="007B2329" w:rsidRDefault="007B2329" w:rsidP="007B2329">
      <w:r>
        <w:t>245.1494</w:t>
      </w:r>
      <w:r>
        <w:tab/>
        <w:t>4.051e0</w:t>
      </w:r>
    </w:p>
    <w:p w:rsidR="007B2329" w:rsidRDefault="007B2329" w:rsidP="007B2329">
      <w:r>
        <w:t>245.1613</w:t>
      </w:r>
      <w:r>
        <w:tab/>
        <w:t>2.532e-2</w:t>
      </w:r>
    </w:p>
    <w:p w:rsidR="007B2329" w:rsidRDefault="007B2329" w:rsidP="007B2329">
      <w:r>
        <w:t>245.1633</w:t>
      </w:r>
      <w:r>
        <w:tab/>
        <w:t>1.013e0</w:t>
      </w:r>
    </w:p>
    <w:p w:rsidR="007B2329" w:rsidRDefault="007B2329" w:rsidP="007B2329">
      <w:r>
        <w:t>245.1679</w:t>
      </w:r>
      <w:r>
        <w:tab/>
        <w:t>3.038e0</w:t>
      </w:r>
    </w:p>
    <w:p w:rsidR="007B2329" w:rsidRDefault="007B2329" w:rsidP="007B2329">
      <w:r>
        <w:t>245.1724</w:t>
      </w:r>
      <w:r>
        <w:tab/>
        <w:t>1.013e0</w:t>
      </w:r>
    </w:p>
    <w:p w:rsidR="007B2329" w:rsidRDefault="007B2329" w:rsidP="007B2329">
      <w:r>
        <w:t>245.1926</w:t>
      </w:r>
      <w:r>
        <w:tab/>
        <w:t>1.025e0</w:t>
      </w:r>
    </w:p>
    <w:p w:rsidR="007B2329" w:rsidRDefault="007B2329" w:rsidP="007B2329">
      <w:r>
        <w:t>245.2005</w:t>
      </w:r>
      <w:r>
        <w:tab/>
        <w:t>1.013e0</w:t>
      </w:r>
    </w:p>
    <w:p w:rsidR="007B2329" w:rsidRDefault="007B2329" w:rsidP="007B2329">
      <w:r>
        <w:lastRenderedPageBreak/>
        <w:t>245.2031</w:t>
      </w:r>
      <w:r>
        <w:tab/>
        <w:t>4.051e0</w:t>
      </w:r>
    </w:p>
    <w:p w:rsidR="007B2329" w:rsidRDefault="007B2329" w:rsidP="007B2329">
      <w:r>
        <w:t>245.2182</w:t>
      </w:r>
      <w:r>
        <w:tab/>
        <w:t>1.013e0</w:t>
      </w:r>
    </w:p>
    <w:p w:rsidR="007B2329" w:rsidRDefault="007B2329" w:rsidP="007B2329">
      <w:r>
        <w:t>245.2286</w:t>
      </w:r>
      <w:r>
        <w:tab/>
        <w:t>2.025e0</w:t>
      </w:r>
    </w:p>
    <w:p w:rsidR="007B2329" w:rsidRDefault="007B2329" w:rsidP="007B2329">
      <w:r>
        <w:t>245.2423</w:t>
      </w:r>
      <w:r>
        <w:tab/>
        <w:t>1.013e0</w:t>
      </w:r>
    </w:p>
    <w:p w:rsidR="007B2329" w:rsidRDefault="007B2329" w:rsidP="007B2329">
      <w:r>
        <w:t>245.2462</w:t>
      </w:r>
      <w:r>
        <w:tab/>
        <w:t>1.013e0</w:t>
      </w:r>
    </w:p>
    <w:p w:rsidR="007B2329" w:rsidRDefault="007B2329" w:rsidP="007B2329">
      <w:r>
        <w:t>245.2505</w:t>
      </w:r>
      <w:r>
        <w:tab/>
        <w:t>3.038e0</w:t>
      </w:r>
    </w:p>
    <w:p w:rsidR="007B2329" w:rsidRDefault="007B2329" w:rsidP="007B2329">
      <w:r>
        <w:t>245.2548</w:t>
      </w:r>
      <w:r>
        <w:tab/>
        <w:t>1.013e0</w:t>
      </w:r>
    </w:p>
    <w:p w:rsidR="007B2329" w:rsidRDefault="007B2329" w:rsidP="007B2329">
      <w:r>
        <w:t>245.2762</w:t>
      </w:r>
      <w:r>
        <w:tab/>
        <w:t>1.013e0</w:t>
      </w:r>
    </w:p>
    <w:p w:rsidR="007B2329" w:rsidRDefault="007B2329" w:rsidP="007B2329">
      <w:r>
        <w:t>245.2841</w:t>
      </w:r>
      <w:r>
        <w:tab/>
        <w:t>1.013e0</w:t>
      </w:r>
    </w:p>
    <w:p w:rsidR="007B2329" w:rsidRDefault="007B2329" w:rsidP="007B2329">
      <w:r>
        <w:t>245.2881</w:t>
      </w:r>
      <w:r>
        <w:tab/>
        <w:t>1.013e0</w:t>
      </w:r>
    </w:p>
    <w:p w:rsidR="007B2329" w:rsidRDefault="007B2329" w:rsidP="007B2329">
      <w:r>
        <w:t>245.3097</w:t>
      </w:r>
      <w:r>
        <w:tab/>
        <w:t>1.013e0</w:t>
      </w:r>
    </w:p>
    <w:p w:rsidR="007B2329" w:rsidRDefault="007B2329" w:rsidP="007B2329">
      <w:r>
        <w:t>245.3319</w:t>
      </w:r>
      <w:r>
        <w:tab/>
        <w:t>2.025e0</w:t>
      </w:r>
    </w:p>
    <w:p w:rsidR="007B2329" w:rsidRDefault="007B2329" w:rsidP="007B2329">
      <w:r>
        <w:t>245.3393</w:t>
      </w:r>
      <w:r>
        <w:tab/>
        <w:t>4.051e0</w:t>
      </w:r>
    </w:p>
    <w:p w:rsidR="007B2329" w:rsidRDefault="007B2329" w:rsidP="007B2329">
      <w:r>
        <w:t>245.3418</w:t>
      </w:r>
      <w:r>
        <w:tab/>
        <w:t>1.013e0</w:t>
      </w:r>
    </w:p>
    <w:p w:rsidR="007B2329" w:rsidRDefault="007B2329" w:rsidP="007B2329">
      <w:r>
        <w:t>245.3602</w:t>
      </w:r>
      <w:r>
        <w:tab/>
        <w:t>1.013e0</w:t>
      </w:r>
    </w:p>
    <w:p w:rsidR="007B2329" w:rsidRDefault="007B2329" w:rsidP="007B2329">
      <w:r>
        <w:t>245.3640</w:t>
      </w:r>
      <w:r>
        <w:tab/>
        <w:t>1.013e0</w:t>
      </w:r>
    </w:p>
    <w:p w:rsidR="007B2329" w:rsidRDefault="007B2329" w:rsidP="007B2329">
      <w:r>
        <w:t>245.3718</w:t>
      </w:r>
      <w:r>
        <w:tab/>
        <w:t>1.013e0</w:t>
      </w:r>
    </w:p>
    <w:p w:rsidR="007B2329" w:rsidRDefault="007B2329" w:rsidP="007B2329">
      <w:r>
        <w:t>245.3757</w:t>
      </w:r>
      <w:r>
        <w:tab/>
        <w:t>1.013e0</w:t>
      </w:r>
    </w:p>
    <w:p w:rsidR="007B2329" w:rsidRDefault="007B2329" w:rsidP="007B2329">
      <w:r>
        <w:t>245.3967</w:t>
      </w:r>
      <w:r>
        <w:tab/>
        <w:t>1.013e0</w:t>
      </w:r>
    </w:p>
    <w:p w:rsidR="007B2329" w:rsidRDefault="007B2329" w:rsidP="007B2329">
      <w:r>
        <w:lastRenderedPageBreak/>
        <w:t>245.3978</w:t>
      </w:r>
      <w:r>
        <w:tab/>
        <w:t>3.038e0</w:t>
      </w:r>
    </w:p>
    <w:p w:rsidR="007B2329" w:rsidRDefault="007B2329" w:rsidP="007B2329">
      <w:r>
        <w:t>245.4013</w:t>
      </w:r>
      <w:r>
        <w:tab/>
        <w:t>1.013e0</w:t>
      </w:r>
    </w:p>
    <w:p w:rsidR="007B2329" w:rsidRDefault="007B2329" w:rsidP="007B2329">
      <w:r>
        <w:t>245.4295</w:t>
      </w:r>
      <w:r>
        <w:tab/>
        <w:t>1.013e0</w:t>
      </w:r>
    </w:p>
    <w:p w:rsidR="007B2329" w:rsidRDefault="007B2329" w:rsidP="007B2329">
      <w:r>
        <w:t>245.4323</w:t>
      </w:r>
      <w:r>
        <w:tab/>
        <w:t>2.025e0</w:t>
      </w:r>
    </w:p>
    <w:p w:rsidR="007B2329" w:rsidRDefault="007B2329" w:rsidP="007B2329">
      <w:r>
        <w:t>245.4333</w:t>
      </w:r>
      <w:r>
        <w:tab/>
        <w:t>1.266e-2</w:t>
      </w:r>
    </w:p>
    <w:p w:rsidR="007B2329" w:rsidRDefault="007B2329" w:rsidP="007B2329">
      <w:r>
        <w:t>245.4368</w:t>
      </w:r>
      <w:r>
        <w:tab/>
        <w:t>2.025e0</w:t>
      </w:r>
    </w:p>
    <w:p w:rsidR="007B2329" w:rsidRDefault="007B2329" w:rsidP="007B2329">
      <w:r>
        <w:t>245.4471</w:t>
      </w:r>
      <w:r>
        <w:tab/>
        <w:t>2.025e0</w:t>
      </w:r>
    </w:p>
    <w:p w:rsidR="007B2329" w:rsidRDefault="007B2329" w:rsidP="007B2329">
      <w:r>
        <w:t>245.4511</w:t>
      </w:r>
      <w:r>
        <w:tab/>
        <w:t>3.038e0</w:t>
      </w:r>
    </w:p>
    <w:p w:rsidR="007B2329" w:rsidRDefault="007B2329" w:rsidP="007B2329">
      <w:r>
        <w:t>245.4556</w:t>
      </w:r>
      <w:r>
        <w:tab/>
        <w:t>1.266e-2</w:t>
      </w:r>
    </w:p>
    <w:p w:rsidR="007B2329" w:rsidRDefault="007B2329" w:rsidP="007B2329">
      <w:r>
        <w:t>245.4635</w:t>
      </w:r>
      <w:r>
        <w:tab/>
        <w:t>1.013e0</w:t>
      </w:r>
    </w:p>
    <w:p w:rsidR="007B2329" w:rsidRDefault="007B2329" w:rsidP="007B2329">
      <w:r>
        <w:t>245.4752</w:t>
      </w:r>
      <w:r>
        <w:tab/>
        <w:t>2.025e0</w:t>
      </w:r>
    </w:p>
    <w:p w:rsidR="007B2329" w:rsidRDefault="007B2329" w:rsidP="007B2329">
      <w:r>
        <w:t>245.4816</w:t>
      </w:r>
      <w:r>
        <w:tab/>
        <w:t>3.183e0</w:t>
      </w:r>
    </w:p>
    <w:p w:rsidR="007B2329" w:rsidRDefault="007B2329" w:rsidP="007B2329">
      <w:r>
        <w:t>245.5014</w:t>
      </w:r>
      <w:r>
        <w:tab/>
        <w:t>1.013e0</w:t>
      </w:r>
    </w:p>
    <w:p w:rsidR="007B2329" w:rsidRDefault="007B2329" w:rsidP="007B2329">
      <w:r>
        <w:t>245.5112</w:t>
      </w:r>
      <w:r>
        <w:tab/>
        <w:t>2.532e-2</w:t>
      </w:r>
    </w:p>
    <w:p w:rsidR="007B2329" w:rsidRDefault="007B2329" w:rsidP="007B2329">
      <w:r>
        <w:t>245.5151</w:t>
      </w:r>
      <w:r>
        <w:tab/>
        <w:t>2.025e0</w:t>
      </w:r>
    </w:p>
    <w:p w:rsidR="007B2329" w:rsidRDefault="007B2329" w:rsidP="007B2329">
      <w:r>
        <w:t>245.5211</w:t>
      </w:r>
      <w:r>
        <w:tab/>
        <w:t>1.266e-2</w:t>
      </w:r>
    </w:p>
    <w:p w:rsidR="007B2329" w:rsidRDefault="007B2329" w:rsidP="007B2329">
      <w:r>
        <w:t>245.5294</w:t>
      </w:r>
      <w:r>
        <w:tab/>
        <w:t>1.013e0</w:t>
      </w:r>
    </w:p>
    <w:p w:rsidR="007B2329" w:rsidRDefault="007B2329" w:rsidP="007B2329">
      <w:r>
        <w:t>245.5432</w:t>
      </w:r>
      <w:r>
        <w:tab/>
        <w:t>1.013e0</w:t>
      </w:r>
    </w:p>
    <w:p w:rsidR="007B2329" w:rsidRDefault="007B2329" w:rsidP="007B2329">
      <w:r>
        <w:t>245.5472</w:t>
      </w:r>
      <w:r>
        <w:tab/>
        <w:t>1.013e0</w:t>
      </w:r>
    </w:p>
    <w:p w:rsidR="007B2329" w:rsidRDefault="007B2329" w:rsidP="007B2329">
      <w:r>
        <w:lastRenderedPageBreak/>
        <w:t>245.5550</w:t>
      </w:r>
      <w:r>
        <w:tab/>
        <w:t>2.025e0</w:t>
      </w:r>
    </w:p>
    <w:p w:rsidR="007B2329" w:rsidRDefault="007B2329" w:rsidP="007B2329">
      <w:r>
        <w:t>245.5591</w:t>
      </w:r>
      <w:r>
        <w:tab/>
        <w:t>2.051e0</w:t>
      </w:r>
    </w:p>
    <w:p w:rsidR="007B2329" w:rsidRDefault="007B2329" w:rsidP="007B2329">
      <w:r>
        <w:t>245.5798</w:t>
      </w:r>
      <w:r>
        <w:tab/>
        <w:t>2.025e0</w:t>
      </w:r>
    </w:p>
    <w:p w:rsidR="007B2329" w:rsidRDefault="007B2329" w:rsidP="007B2329">
      <w:r>
        <w:t>245.6008</w:t>
      </w:r>
      <w:r>
        <w:tab/>
        <w:t>2.025e0</w:t>
      </w:r>
    </w:p>
    <w:p w:rsidR="007B2329" w:rsidRDefault="007B2329" w:rsidP="007B2329">
      <w:r>
        <w:t>245.6048</w:t>
      </w:r>
      <w:r>
        <w:tab/>
        <w:t>2.025e0</w:t>
      </w:r>
    </w:p>
    <w:p w:rsidR="007B2329" w:rsidRDefault="007B2329" w:rsidP="007B2329">
      <w:r>
        <w:t>245.6088</w:t>
      </w:r>
      <w:r>
        <w:tab/>
        <w:t>2.025e0</w:t>
      </w:r>
    </w:p>
    <w:p w:rsidR="007B2329" w:rsidRDefault="007B2329" w:rsidP="007B2329">
      <w:r>
        <w:t>245.6128</w:t>
      </w:r>
      <w:r>
        <w:tab/>
        <w:t>1.013e0</w:t>
      </w:r>
    </w:p>
    <w:p w:rsidR="007B2329" w:rsidRDefault="007B2329" w:rsidP="007B2329">
      <w:r>
        <w:t>245.6165</w:t>
      </w:r>
      <w:r>
        <w:tab/>
        <w:t>1.266e-2</w:t>
      </w:r>
    </w:p>
    <w:p w:rsidR="007B2329" w:rsidRDefault="007B2329" w:rsidP="007B2329">
      <w:r>
        <w:t>245.6389</w:t>
      </w:r>
      <w:r>
        <w:tab/>
        <w:t>1.013e0</w:t>
      </w:r>
    </w:p>
    <w:p w:rsidR="007B2329" w:rsidRDefault="007B2329" w:rsidP="007B2329">
      <w:r>
        <w:t>245.6467</w:t>
      </w:r>
      <w:r>
        <w:tab/>
        <w:t>1.013e0</w:t>
      </w:r>
    </w:p>
    <w:p w:rsidR="007B2329" w:rsidRDefault="007B2329" w:rsidP="007B2329">
      <w:r>
        <w:t>245.6506</w:t>
      </w:r>
      <w:r>
        <w:tab/>
        <w:t>2.025e0</w:t>
      </w:r>
    </w:p>
    <w:p w:rsidR="007B2329" w:rsidRDefault="007B2329" w:rsidP="007B2329">
      <w:r>
        <w:t>245.6886</w:t>
      </w:r>
      <w:r>
        <w:tab/>
        <w:t>1.013e0</w:t>
      </w:r>
    </w:p>
    <w:p w:rsidR="007B2329" w:rsidRDefault="007B2329" w:rsidP="007B2329">
      <w:r>
        <w:t>245.7004</w:t>
      </w:r>
      <w:r>
        <w:tab/>
        <w:t>3.038e0</w:t>
      </w:r>
    </w:p>
    <w:p w:rsidR="007B2329" w:rsidRDefault="007B2329" w:rsidP="007B2329">
      <w:r>
        <w:t>245.7173</w:t>
      </w:r>
      <w:r>
        <w:tab/>
        <w:t>1.013e0</w:t>
      </w:r>
    </w:p>
    <w:p w:rsidR="007B2329" w:rsidRDefault="007B2329" w:rsidP="007B2329">
      <w:r>
        <w:t>245.7383</w:t>
      </w:r>
      <w:r>
        <w:tab/>
        <w:t>4.051e0</w:t>
      </w:r>
    </w:p>
    <w:p w:rsidR="007B2329" w:rsidRDefault="007B2329" w:rsidP="007B2329">
      <w:r>
        <w:t>245.7423</w:t>
      </w:r>
      <w:r>
        <w:tab/>
        <w:t>1.013e0</w:t>
      </w:r>
    </w:p>
    <w:p w:rsidR="007B2329" w:rsidRDefault="007B2329" w:rsidP="007B2329">
      <w:r>
        <w:t>245.7462</w:t>
      </w:r>
      <w:r>
        <w:tab/>
        <w:t>1.013e0</w:t>
      </w:r>
    </w:p>
    <w:p w:rsidR="007B2329" w:rsidRDefault="007B2329" w:rsidP="007B2329">
      <w:r>
        <w:t>245.7540</w:t>
      </w:r>
      <w:r>
        <w:tab/>
        <w:t>1.013e0</w:t>
      </w:r>
    </w:p>
    <w:p w:rsidR="007B2329" w:rsidRDefault="007B2329" w:rsidP="007B2329">
      <w:r>
        <w:t>245.7586</w:t>
      </w:r>
      <w:r>
        <w:tab/>
        <w:t>1.013e0</w:t>
      </w:r>
    </w:p>
    <w:p w:rsidR="007B2329" w:rsidRDefault="007B2329" w:rsidP="007B2329">
      <w:r>
        <w:lastRenderedPageBreak/>
        <w:t>245.7678</w:t>
      </w:r>
      <w:r>
        <w:tab/>
        <w:t>1.013e0</w:t>
      </w:r>
    </w:p>
    <w:p w:rsidR="007B2329" w:rsidRDefault="007B2329" w:rsidP="007B2329">
      <w:r>
        <w:t>245.7694</w:t>
      </w:r>
      <w:r>
        <w:tab/>
        <w:t>3.038e0</w:t>
      </w:r>
    </w:p>
    <w:p w:rsidR="007B2329" w:rsidRDefault="007B2329" w:rsidP="007B2329">
      <w:r>
        <w:t>245.7881</w:t>
      </w:r>
      <w:r>
        <w:tab/>
        <w:t>1.013e0</w:t>
      </w:r>
    </w:p>
    <w:p w:rsidR="007B2329" w:rsidRDefault="007B2329" w:rsidP="007B2329">
      <w:r>
        <w:t>245.8047</w:t>
      </w:r>
      <w:r>
        <w:tab/>
        <w:t>4.051e0</w:t>
      </w:r>
    </w:p>
    <w:p w:rsidR="007B2329" w:rsidRDefault="007B2329" w:rsidP="007B2329">
      <w:r>
        <w:t>245.8261</w:t>
      </w:r>
      <w:r>
        <w:tab/>
        <w:t>2.025e0</w:t>
      </w:r>
    </w:p>
    <w:p w:rsidR="007B2329" w:rsidRDefault="007B2329" w:rsidP="007B2329">
      <w:r>
        <w:t>245.8418</w:t>
      </w:r>
      <w:r>
        <w:tab/>
        <w:t>1.013e0</w:t>
      </w:r>
    </w:p>
    <w:p w:rsidR="007B2329" w:rsidRDefault="007B2329" w:rsidP="007B2329">
      <w:r>
        <w:t>245.8465</w:t>
      </w:r>
      <w:r>
        <w:tab/>
        <w:t>4.051e0</w:t>
      </w:r>
    </w:p>
    <w:p w:rsidR="007B2329" w:rsidRDefault="007B2329" w:rsidP="007B2329">
      <w:r>
        <w:t>245.8503</w:t>
      </w:r>
      <w:r>
        <w:tab/>
        <w:t>1.266e-2</w:t>
      </w:r>
    </w:p>
    <w:p w:rsidR="007B2329" w:rsidRDefault="007B2329" w:rsidP="007B2329">
      <w:r>
        <w:t>245.8549</w:t>
      </w:r>
      <w:r>
        <w:tab/>
        <w:t>2.025e0</w:t>
      </w:r>
    </w:p>
    <w:p w:rsidR="007B2329" w:rsidRDefault="007B2329" w:rsidP="007B2329">
      <w:r>
        <w:t>245.8595</w:t>
      </w:r>
      <w:r>
        <w:tab/>
        <w:t>1.013e0</w:t>
      </w:r>
    </w:p>
    <w:p w:rsidR="007B2329" w:rsidRDefault="007B2329" w:rsidP="007B2329">
      <w:r>
        <w:t>245.8719</w:t>
      </w:r>
      <w:r>
        <w:tab/>
        <w:t>1.013e0</w:t>
      </w:r>
    </w:p>
    <w:p w:rsidR="007B2329" w:rsidRDefault="007B2329" w:rsidP="007B2329">
      <w:r>
        <w:t>245.8798</w:t>
      </w:r>
      <w:r>
        <w:tab/>
        <w:t>1.013e0</w:t>
      </w:r>
    </w:p>
    <w:p w:rsidR="007B2329" w:rsidRDefault="007B2329" w:rsidP="007B2329">
      <w:r>
        <w:t>245.8838</w:t>
      </w:r>
      <w:r>
        <w:tab/>
        <w:t>1.013e0</w:t>
      </w:r>
    </w:p>
    <w:p w:rsidR="007B2329" w:rsidRDefault="007B2329" w:rsidP="007B2329">
      <w:r>
        <w:t>245.8876</w:t>
      </w:r>
      <w:r>
        <w:tab/>
        <w:t>1.013e0</w:t>
      </w:r>
    </w:p>
    <w:p w:rsidR="007B2329" w:rsidRDefault="007B2329" w:rsidP="007B2329">
      <w:r>
        <w:t>245.9138</w:t>
      </w:r>
      <w:r>
        <w:tab/>
        <w:t>2.025e0</w:t>
      </w:r>
    </w:p>
    <w:p w:rsidR="007B2329" w:rsidRDefault="007B2329" w:rsidP="007B2329">
      <w:r>
        <w:t>245.9197</w:t>
      </w:r>
      <w:r>
        <w:tab/>
        <w:t>2.025e0</w:t>
      </w:r>
    </w:p>
    <w:p w:rsidR="007B2329" w:rsidRDefault="007B2329" w:rsidP="007B2329">
      <w:r>
        <w:t>245.9334</w:t>
      </w:r>
      <w:r>
        <w:tab/>
        <w:t>1.013e0</w:t>
      </w:r>
    </w:p>
    <w:p w:rsidR="007B2329" w:rsidRDefault="007B2329" w:rsidP="007B2329">
      <w:r>
        <w:t>245.9420</w:t>
      </w:r>
      <w:r>
        <w:tab/>
        <w:t>1.013e0</w:t>
      </w:r>
    </w:p>
    <w:p w:rsidR="007B2329" w:rsidRDefault="007B2329" w:rsidP="007B2329">
      <w:r>
        <w:t>245.9487</w:t>
      </w:r>
      <w:r>
        <w:tab/>
        <w:t>2.025e0</w:t>
      </w:r>
    </w:p>
    <w:p w:rsidR="007B2329" w:rsidRDefault="007B2329" w:rsidP="007B2329">
      <w:r>
        <w:lastRenderedPageBreak/>
        <w:t>245.9539</w:t>
      </w:r>
      <w:r>
        <w:tab/>
        <w:t>2.025e0</w:t>
      </w:r>
    </w:p>
    <w:p w:rsidR="007B2329" w:rsidRDefault="007B2329" w:rsidP="007B2329">
      <w:r>
        <w:t>245.9557</w:t>
      </w:r>
      <w:r>
        <w:tab/>
        <w:t>1.013e0</w:t>
      </w:r>
    </w:p>
    <w:p w:rsidR="007B2329" w:rsidRDefault="007B2329" w:rsidP="007B2329">
      <w:r>
        <w:t>245.9715</w:t>
      </w:r>
      <w:r>
        <w:tab/>
        <w:t>1.013e0</w:t>
      </w:r>
    </w:p>
    <w:p w:rsidR="007B2329" w:rsidRDefault="007B2329" w:rsidP="007B2329">
      <w:r>
        <w:t>245.9868</w:t>
      </w:r>
      <w:r>
        <w:tab/>
        <w:t>2.025e0</w:t>
      </w:r>
    </w:p>
    <w:p w:rsidR="007B2329" w:rsidRDefault="007B2329" w:rsidP="007B2329">
      <w:r>
        <w:t>245.9879</w:t>
      </w:r>
      <w:r>
        <w:tab/>
        <w:t>1.013e0</w:t>
      </w:r>
    </w:p>
    <w:p w:rsidR="007B2329" w:rsidRDefault="007B2329" w:rsidP="007B2329">
      <w:r>
        <w:t>245.9902</w:t>
      </w:r>
      <w:r>
        <w:tab/>
        <w:t>2.025e0</w:t>
      </w:r>
    </w:p>
    <w:p w:rsidR="007B2329" w:rsidRDefault="007B2329" w:rsidP="007B2329">
      <w:r>
        <w:t>245.9966</w:t>
      </w:r>
      <w:r>
        <w:tab/>
        <w:t>8.101e0</w:t>
      </w:r>
    </w:p>
    <w:p w:rsidR="007B2329" w:rsidRDefault="007B2329" w:rsidP="007B2329">
      <w:r>
        <w:t>246.0133</w:t>
      </w:r>
      <w:r>
        <w:tab/>
        <w:t>1.013e0</w:t>
      </w:r>
    </w:p>
    <w:p w:rsidR="007B2329" w:rsidRDefault="007B2329" w:rsidP="007B2329">
      <w:r>
        <w:t>246.0192</w:t>
      </w:r>
      <w:r>
        <w:tab/>
        <w:t>2.025e0</w:t>
      </w:r>
    </w:p>
    <w:p w:rsidR="007B2329" w:rsidRDefault="007B2329" w:rsidP="007B2329">
      <w:r>
        <w:t>246.0339</w:t>
      </w:r>
      <w:r>
        <w:tab/>
        <w:t>6.076e0</w:t>
      </w:r>
    </w:p>
    <w:p w:rsidR="007B2329" w:rsidRDefault="007B2329" w:rsidP="007B2329">
      <w:r>
        <w:t>246.0368</w:t>
      </w:r>
      <w:r>
        <w:tab/>
        <w:t>4.388e0</w:t>
      </w:r>
    </w:p>
    <w:p w:rsidR="007B2329" w:rsidRDefault="007B2329" w:rsidP="007B2329">
      <w:r>
        <w:t>246.0383</w:t>
      </w:r>
      <w:r>
        <w:tab/>
        <w:t>1.013e0</w:t>
      </w:r>
    </w:p>
    <w:p w:rsidR="007B2329" w:rsidRDefault="007B2329" w:rsidP="007B2329">
      <w:r>
        <w:t>246.0632</w:t>
      </w:r>
      <w:r>
        <w:tab/>
        <w:t>1.013e0</w:t>
      </w:r>
    </w:p>
    <w:p w:rsidR="007B2329" w:rsidRDefault="007B2329" w:rsidP="007B2329">
      <w:r>
        <w:t>246.0768</w:t>
      </w:r>
      <w:r>
        <w:tab/>
        <w:t>2.025e0</w:t>
      </w:r>
    </w:p>
    <w:p w:rsidR="007B2329" w:rsidRDefault="007B2329" w:rsidP="007B2329">
      <w:r>
        <w:t>246.0842</w:t>
      </w:r>
      <w:r>
        <w:tab/>
        <w:t>2.025e0</w:t>
      </w:r>
    </w:p>
    <w:p w:rsidR="007B2329" w:rsidRDefault="007B2329" w:rsidP="007B2329">
      <w:r>
        <w:t>246.0888</w:t>
      </w:r>
      <w:r>
        <w:tab/>
        <w:t>2.025e0</w:t>
      </w:r>
    </w:p>
    <w:p w:rsidR="007B2329" w:rsidRDefault="007B2329" w:rsidP="007B2329">
      <w:r>
        <w:t>246.0907</w:t>
      </w:r>
      <w:r>
        <w:tab/>
        <w:t>2.532e-2</w:t>
      </w:r>
    </w:p>
    <w:p w:rsidR="007B2329" w:rsidRDefault="007B2329" w:rsidP="007B2329">
      <w:r>
        <w:t>246.0956</w:t>
      </w:r>
      <w:r>
        <w:tab/>
        <w:t>4.051e0</w:t>
      </w:r>
    </w:p>
    <w:p w:rsidR="007B2329" w:rsidRDefault="007B2329" w:rsidP="007B2329">
      <w:r>
        <w:t>246.1050</w:t>
      </w:r>
      <w:r>
        <w:tab/>
        <w:t>2.025e0</w:t>
      </w:r>
    </w:p>
    <w:p w:rsidR="007B2329" w:rsidRDefault="007B2329" w:rsidP="007B2329">
      <w:r>
        <w:lastRenderedPageBreak/>
        <w:t>246.1090</w:t>
      </w:r>
      <w:r>
        <w:tab/>
        <w:t>1.013e0</w:t>
      </w:r>
    </w:p>
    <w:p w:rsidR="007B2329" w:rsidRDefault="007B2329" w:rsidP="007B2329">
      <w:r>
        <w:t>246.1301</w:t>
      </w:r>
      <w:r>
        <w:tab/>
        <w:t>1.013e0</w:t>
      </w:r>
    </w:p>
    <w:p w:rsidR="007B2329" w:rsidRDefault="007B2329" w:rsidP="007B2329">
      <w:r>
        <w:t>246.1391</w:t>
      </w:r>
      <w:r>
        <w:tab/>
        <w:t>1.013e0</w:t>
      </w:r>
    </w:p>
    <w:p w:rsidR="007B2329" w:rsidRDefault="007B2329" w:rsidP="007B2329">
      <w:r>
        <w:t>246.1450</w:t>
      </w:r>
      <w:r>
        <w:tab/>
        <w:t>1.025e0</w:t>
      </w:r>
    </w:p>
    <w:p w:rsidR="007B2329" w:rsidRDefault="007B2329" w:rsidP="007B2329">
      <w:r>
        <w:t>246.1588</w:t>
      </w:r>
      <w:r>
        <w:tab/>
        <w:t>2.532e-2</w:t>
      </w:r>
    </w:p>
    <w:p w:rsidR="007B2329" w:rsidRDefault="007B2329" w:rsidP="007B2329">
      <w:r>
        <w:t>246.1611</w:t>
      </w:r>
      <w:r>
        <w:tab/>
        <w:t>1.025e0</w:t>
      </w:r>
    </w:p>
    <w:p w:rsidR="007B2329" w:rsidRDefault="007B2329" w:rsidP="007B2329">
      <w:r>
        <w:t>246.1629</w:t>
      </w:r>
      <w:r>
        <w:tab/>
        <w:t>2.025e0</w:t>
      </w:r>
    </w:p>
    <w:p w:rsidR="007B2329" w:rsidRDefault="007B2329" w:rsidP="007B2329">
      <w:r>
        <w:t>246.1760</w:t>
      </w:r>
      <w:r>
        <w:tab/>
        <w:t>1.013e0</w:t>
      </w:r>
    </w:p>
    <w:p w:rsidR="007B2329" w:rsidRDefault="007B2329" w:rsidP="007B2329">
      <w:r>
        <w:t>246.1774</w:t>
      </w:r>
      <w:r>
        <w:tab/>
        <w:t>2.025e0</w:t>
      </w:r>
    </w:p>
    <w:p w:rsidR="007B2329" w:rsidRDefault="007B2329" w:rsidP="007B2329">
      <w:r>
        <w:t>246.1927</w:t>
      </w:r>
      <w:r>
        <w:tab/>
        <w:t>1.013e0</w:t>
      </w:r>
    </w:p>
    <w:p w:rsidR="007B2329" w:rsidRDefault="007B2329" w:rsidP="007B2329">
      <w:r>
        <w:t>246.2117</w:t>
      </w:r>
      <w:r>
        <w:tab/>
        <w:t>2.025e0</w:t>
      </w:r>
    </w:p>
    <w:p w:rsidR="007B2329" w:rsidRDefault="007B2329" w:rsidP="007B2329">
      <w:r>
        <w:t>246.2128</w:t>
      </w:r>
      <w:r>
        <w:tab/>
        <w:t>1.013e0</w:t>
      </w:r>
    </w:p>
    <w:p w:rsidR="007B2329" w:rsidRDefault="007B2329" w:rsidP="007B2329">
      <w:r>
        <w:t>246.2365</w:t>
      </w:r>
      <w:r>
        <w:tab/>
        <w:t>2.038e0</w:t>
      </w:r>
    </w:p>
    <w:p w:rsidR="007B2329" w:rsidRDefault="007B2329" w:rsidP="007B2329">
      <w:r>
        <w:t>246.2385</w:t>
      </w:r>
      <w:r>
        <w:tab/>
        <w:t>2.025e0</w:t>
      </w:r>
    </w:p>
    <w:p w:rsidR="007B2329" w:rsidRDefault="007B2329" w:rsidP="007B2329">
      <w:r>
        <w:t>246.2426</w:t>
      </w:r>
      <w:r>
        <w:tab/>
        <w:t>2.025e0</w:t>
      </w:r>
    </w:p>
    <w:p w:rsidR="007B2329" w:rsidRDefault="007B2329" w:rsidP="007B2329">
      <w:r>
        <w:t>246.2466</w:t>
      </w:r>
      <w:r>
        <w:tab/>
        <w:t>2.025e0</w:t>
      </w:r>
    </w:p>
    <w:p w:rsidR="007B2329" w:rsidRDefault="007B2329" w:rsidP="007B2329">
      <w:r>
        <w:t>246.2655</w:t>
      </w:r>
      <w:r>
        <w:tab/>
        <w:t>2.025e0</w:t>
      </w:r>
    </w:p>
    <w:p w:rsidR="007B2329" w:rsidRDefault="007B2329" w:rsidP="007B2329">
      <w:r>
        <w:t>246.2765</w:t>
      </w:r>
      <w:r>
        <w:tab/>
        <w:t>3.038e0</w:t>
      </w:r>
    </w:p>
    <w:p w:rsidR="007B2329" w:rsidRDefault="007B2329" w:rsidP="007B2329">
      <w:r>
        <w:t>246.2963</w:t>
      </w:r>
      <w:r>
        <w:tab/>
        <w:t>2.047e0</w:t>
      </w:r>
    </w:p>
    <w:p w:rsidR="007B2329" w:rsidRDefault="007B2329" w:rsidP="007B2329">
      <w:r>
        <w:lastRenderedPageBreak/>
        <w:t>246.3006</w:t>
      </w:r>
      <w:r>
        <w:tab/>
        <w:t>2.025e0</w:t>
      </w:r>
    </w:p>
    <w:p w:rsidR="007B2329" w:rsidRDefault="007B2329" w:rsidP="007B2329">
      <w:r>
        <w:t>246.3184</w:t>
      </w:r>
      <w:r>
        <w:tab/>
        <w:t>1.013e0</w:t>
      </w:r>
    </w:p>
    <w:p w:rsidR="007B2329" w:rsidRDefault="007B2329" w:rsidP="007B2329">
      <w:r>
        <w:t>246.3303</w:t>
      </w:r>
      <w:r>
        <w:tab/>
        <w:t>1.013e0</w:t>
      </w:r>
    </w:p>
    <w:p w:rsidR="007B2329" w:rsidRDefault="007B2329" w:rsidP="007B2329">
      <w:r>
        <w:t>246.3343</w:t>
      </w:r>
      <w:r>
        <w:tab/>
        <w:t>3.038e0</w:t>
      </w:r>
    </w:p>
    <w:p w:rsidR="007B2329" w:rsidRDefault="007B2329" w:rsidP="007B2329">
      <w:r>
        <w:t>246.3530</w:t>
      </w:r>
      <w:r>
        <w:tab/>
        <w:t>1.025e0</w:t>
      </w:r>
    </w:p>
    <w:p w:rsidR="007B2329" w:rsidRDefault="007B2329" w:rsidP="007B2329">
      <w:r>
        <w:t>246.3552</w:t>
      </w:r>
      <w:r>
        <w:tab/>
        <w:t>2.025e0</w:t>
      </w:r>
    </w:p>
    <w:p w:rsidR="007B2329" w:rsidRDefault="007B2329" w:rsidP="007B2329">
      <w:r>
        <w:t>246.3597</w:t>
      </w:r>
      <w:r>
        <w:tab/>
        <w:t>1.013e0</w:t>
      </w:r>
    </w:p>
    <w:p w:rsidR="007B2329" w:rsidRDefault="007B2329" w:rsidP="007B2329">
      <w:r>
        <w:t>246.3685</w:t>
      </w:r>
      <w:r>
        <w:tab/>
        <w:t>1.013e0</w:t>
      </w:r>
    </w:p>
    <w:p w:rsidR="007B2329" w:rsidRDefault="007B2329" w:rsidP="007B2329">
      <w:r>
        <w:t>246.3762</w:t>
      </w:r>
      <w:r>
        <w:tab/>
        <w:t>1.013e0</w:t>
      </w:r>
    </w:p>
    <w:p w:rsidR="007B2329" w:rsidRDefault="007B2329" w:rsidP="007B2329">
      <w:r>
        <w:t>246.3782</w:t>
      </w:r>
      <w:r>
        <w:tab/>
        <w:t>2.025e0</w:t>
      </w:r>
    </w:p>
    <w:p w:rsidR="007B2329" w:rsidRDefault="007B2329" w:rsidP="007B2329">
      <w:r>
        <w:t>246.3880</w:t>
      </w:r>
      <w:r>
        <w:tab/>
        <w:t>1.013e0</w:t>
      </w:r>
    </w:p>
    <w:p w:rsidR="007B2329" w:rsidRDefault="007B2329" w:rsidP="007B2329">
      <w:r>
        <w:t>246.4056</w:t>
      </w:r>
      <w:r>
        <w:tab/>
        <w:t>1.013e0</w:t>
      </w:r>
    </w:p>
    <w:p w:rsidR="007B2329" w:rsidRDefault="007B2329" w:rsidP="007B2329">
      <w:r>
        <w:t>246.4142</w:t>
      </w:r>
      <w:r>
        <w:tab/>
        <w:t>1.013e0</w:t>
      </w:r>
    </w:p>
    <w:p w:rsidR="007B2329" w:rsidRDefault="007B2329" w:rsidP="007B2329">
      <w:r>
        <w:t>246.4180</w:t>
      </w:r>
      <w:r>
        <w:tab/>
        <w:t>1.013e0</w:t>
      </w:r>
    </w:p>
    <w:p w:rsidR="007B2329" w:rsidRDefault="007B2329" w:rsidP="007B2329">
      <w:r>
        <w:t>246.4260</w:t>
      </w:r>
      <w:r>
        <w:tab/>
        <w:t>1.013e0</w:t>
      </w:r>
    </w:p>
    <w:p w:rsidR="007B2329" w:rsidRDefault="007B2329" w:rsidP="007B2329">
      <w:r>
        <w:t>246.4562</w:t>
      </w:r>
      <w:r>
        <w:tab/>
        <w:t>2.025e0</w:t>
      </w:r>
    </w:p>
    <w:p w:rsidR="007B2329" w:rsidRDefault="007B2329" w:rsidP="007B2329">
      <w:r>
        <w:t>246.4639</w:t>
      </w:r>
      <w:r>
        <w:tab/>
        <w:t>2.025e0</w:t>
      </w:r>
    </w:p>
    <w:p w:rsidR="007B2329" w:rsidRDefault="007B2329" w:rsidP="007B2329">
      <w:r>
        <w:t>246.4986</w:t>
      </w:r>
      <w:r>
        <w:tab/>
        <w:t>2.025e0</w:t>
      </w:r>
    </w:p>
    <w:p w:rsidR="007B2329" w:rsidRDefault="007B2329" w:rsidP="007B2329">
      <w:r>
        <w:t>246.5138</w:t>
      </w:r>
      <w:r>
        <w:tab/>
        <w:t>1.013e0</w:t>
      </w:r>
    </w:p>
    <w:p w:rsidR="007B2329" w:rsidRDefault="007B2329" w:rsidP="007B2329">
      <w:r>
        <w:lastRenderedPageBreak/>
        <w:t>246.5256</w:t>
      </w:r>
      <w:r>
        <w:tab/>
        <w:t>1.013e0</w:t>
      </w:r>
    </w:p>
    <w:p w:rsidR="007B2329" w:rsidRDefault="007B2329" w:rsidP="007B2329">
      <w:r>
        <w:t>246.5297</w:t>
      </w:r>
      <w:r>
        <w:tab/>
        <w:t>1.013e0</w:t>
      </w:r>
    </w:p>
    <w:p w:rsidR="007B2329" w:rsidRDefault="007B2329" w:rsidP="007B2329">
      <w:r>
        <w:t>246.5369</w:t>
      </w:r>
      <w:r>
        <w:tab/>
        <w:t>2.025e0</w:t>
      </w:r>
    </w:p>
    <w:p w:rsidR="007B2329" w:rsidRDefault="007B2329" w:rsidP="007B2329">
      <w:r>
        <w:t>246.5387</w:t>
      </w:r>
      <w:r>
        <w:tab/>
        <w:t>2.025e0</w:t>
      </w:r>
    </w:p>
    <w:p w:rsidR="007B2329" w:rsidRDefault="007B2329" w:rsidP="007B2329">
      <w:r>
        <w:t>246.5479</w:t>
      </w:r>
      <w:r>
        <w:tab/>
        <w:t>2.025e0</w:t>
      </w:r>
    </w:p>
    <w:p w:rsidR="007B2329" w:rsidRDefault="007B2329" w:rsidP="007B2329">
      <w:r>
        <w:t>246.5557</w:t>
      </w:r>
      <w:r>
        <w:tab/>
        <w:t>1.013e0</w:t>
      </w:r>
    </w:p>
    <w:p w:rsidR="007B2329" w:rsidRDefault="007B2329" w:rsidP="007B2329">
      <w:r>
        <w:t>246.5748</w:t>
      </w:r>
      <w:r>
        <w:tab/>
        <w:t>2.025e0</w:t>
      </w:r>
    </w:p>
    <w:p w:rsidR="007B2329" w:rsidRDefault="007B2329" w:rsidP="007B2329">
      <w:r>
        <w:t>246.5774</w:t>
      </w:r>
      <w:r>
        <w:tab/>
        <w:t>2.025e0</w:t>
      </w:r>
    </w:p>
    <w:p w:rsidR="007B2329" w:rsidRDefault="007B2329" w:rsidP="007B2329">
      <w:r>
        <w:t>246.5895</w:t>
      </w:r>
      <w:r>
        <w:tab/>
        <w:t>1.013e0</w:t>
      </w:r>
    </w:p>
    <w:p w:rsidR="007B2329" w:rsidRDefault="007B2329" w:rsidP="007B2329">
      <w:r>
        <w:t>246.5977</w:t>
      </w:r>
      <w:r>
        <w:tab/>
        <w:t>1.013e0</w:t>
      </w:r>
    </w:p>
    <w:p w:rsidR="007B2329" w:rsidRDefault="007B2329" w:rsidP="007B2329">
      <w:r>
        <w:t>246.5996</w:t>
      </w:r>
      <w:r>
        <w:tab/>
        <w:t>2.025e0</w:t>
      </w:r>
    </w:p>
    <w:p w:rsidR="007B2329" w:rsidRDefault="007B2329" w:rsidP="007B2329">
      <w:r>
        <w:t>246.6056</w:t>
      </w:r>
      <w:r>
        <w:tab/>
        <w:t>1.013e0</w:t>
      </w:r>
    </w:p>
    <w:p w:rsidR="007B2329" w:rsidRDefault="007B2329" w:rsidP="007B2329">
      <w:r>
        <w:t>246.6095</w:t>
      </w:r>
      <w:r>
        <w:tab/>
        <w:t>1.013e0</w:t>
      </w:r>
    </w:p>
    <w:p w:rsidR="007B2329" w:rsidRDefault="007B2329" w:rsidP="007B2329">
      <w:r>
        <w:t>246.6134</w:t>
      </w:r>
      <w:r>
        <w:tab/>
        <w:t>1.013e0</w:t>
      </w:r>
    </w:p>
    <w:p w:rsidR="007B2329" w:rsidRDefault="007B2329" w:rsidP="007B2329">
      <w:r>
        <w:t>246.6242</w:t>
      </w:r>
      <w:r>
        <w:tab/>
        <w:t>2.025e0</w:t>
      </w:r>
    </w:p>
    <w:p w:rsidR="007B2329" w:rsidRDefault="007B2329" w:rsidP="007B2329">
      <w:r>
        <w:t>246.6267</w:t>
      </w:r>
      <w:r>
        <w:tab/>
        <w:t>2.025e0</w:t>
      </w:r>
    </w:p>
    <w:p w:rsidR="007B2329" w:rsidRDefault="007B2329" w:rsidP="007B2329">
      <w:r>
        <w:t>246.6306</w:t>
      </w:r>
      <w:r>
        <w:tab/>
        <w:t>2.025e0</w:t>
      </w:r>
    </w:p>
    <w:p w:rsidR="007B2329" w:rsidRDefault="007B2329" w:rsidP="007B2329">
      <w:r>
        <w:t>246.6355</w:t>
      </w:r>
      <w:r>
        <w:tab/>
        <w:t>1.013e0</w:t>
      </w:r>
    </w:p>
    <w:p w:rsidR="007B2329" w:rsidRDefault="007B2329" w:rsidP="007B2329">
      <w:r>
        <w:t>246.6553</w:t>
      </w:r>
      <w:r>
        <w:tab/>
        <w:t>3.038e0</w:t>
      </w:r>
    </w:p>
    <w:p w:rsidR="007B2329" w:rsidRDefault="007B2329" w:rsidP="007B2329">
      <w:r>
        <w:lastRenderedPageBreak/>
        <w:t>246.6650</w:t>
      </w:r>
      <w:r>
        <w:tab/>
        <w:t>1.025e0</w:t>
      </w:r>
    </w:p>
    <w:p w:rsidR="007B2329" w:rsidRDefault="007B2329" w:rsidP="007B2329">
      <w:r>
        <w:t>246.6717</w:t>
      </w:r>
      <w:r>
        <w:tab/>
        <w:t>4.051e0</w:t>
      </w:r>
    </w:p>
    <w:p w:rsidR="007B2329" w:rsidRDefault="007B2329" w:rsidP="007B2329">
      <w:r>
        <w:t>246.6744</w:t>
      </w:r>
      <w:r>
        <w:tab/>
        <w:t>2.025e0</w:t>
      </w:r>
    </w:p>
    <w:p w:rsidR="007B2329" w:rsidRDefault="007B2329" w:rsidP="007B2329">
      <w:r>
        <w:t>246.6815</w:t>
      </w:r>
      <w:r>
        <w:tab/>
        <w:t>1.013e0</w:t>
      </w:r>
    </w:p>
    <w:p w:rsidR="007B2329" w:rsidRDefault="007B2329" w:rsidP="007B2329">
      <w:r>
        <w:t>246.6934</w:t>
      </w:r>
      <w:r>
        <w:tab/>
        <w:t>5.063e0</w:t>
      </w:r>
    </w:p>
    <w:p w:rsidR="007B2329" w:rsidRDefault="007B2329" w:rsidP="007B2329">
      <w:r>
        <w:t>246.7012</w:t>
      </w:r>
      <w:r>
        <w:tab/>
        <w:t>1.013e0</w:t>
      </w:r>
    </w:p>
    <w:p w:rsidR="007B2329" w:rsidRDefault="007B2329" w:rsidP="007B2329">
      <w:r>
        <w:t>246.7091</w:t>
      </w:r>
      <w:r>
        <w:tab/>
        <w:t>2.025e0</w:t>
      </w:r>
    </w:p>
    <w:p w:rsidR="007B2329" w:rsidRDefault="007B2329" w:rsidP="007B2329">
      <w:r>
        <w:t>246.7136</w:t>
      </w:r>
      <w:r>
        <w:tab/>
        <w:t>1.013e0</w:t>
      </w:r>
    </w:p>
    <w:p w:rsidR="007B2329" w:rsidRDefault="007B2329" w:rsidP="007B2329">
      <w:r>
        <w:t>246.7275</w:t>
      </w:r>
      <w:r>
        <w:tab/>
        <w:t>2.025e0</w:t>
      </w:r>
    </w:p>
    <w:p w:rsidR="007B2329" w:rsidRDefault="007B2329" w:rsidP="007B2329">
      <w:r>
        <w:t>246.7314</w:t>
      </w:r>
      <w:r>
        <w:tab/>
        <w:t>1.013e0</w:t>
      </w:r>
    </w:p>
    <w:p w:rsidR="007B2329" w:rsidRDefault="007B2329" w:rsidP="007B2329">
      <w:r>
        <w:t>246.7392</w:t>
      </w:r>
      <w:r>
        <w:tab/>
        <w:t>1.013e0</w:t>
      </w:r>
    </w:p>
    <w:p w:rsidR="007B2329" w:rsidRDefault="007B2329" w:rsidP="007B2329">
      <w:r>
        <w:t>246.7551</w:t>
      </w:r>
      <w:r>
        <w:tab/>
        <w:t>3.038e0</w:t>
      </w:r>
    </w:p>
    <w:p w:rsidR="007B2329" w:rsidRDefault="007B2329" w:rsidP="007B2329">
      <w:r>
        <w:t>246.7621</w:t>
      </w:r>
      <w:r>
        <w:tab/>
        <w:t>2.025e0</w:t>
      </w:r>
    </w:p>
    <w:p w:rsidR="007B2329" w:rsidRDefault="007B2329" w:rsidP="007B2329">
      <w:r>
        <w:t>246.7811</w:t>
      </w:r>
      <w:r>
        <w:tab/>
        <w:t>1.013e0</w:t>
      </w:r>
    </w:p>
    <w:p w:rsidR="007B2329" w:rsidRDefault="007B2329" w:rsidP="007B2329">
      <w:r>
        <w:t>246.7850</w:t>
      </w:r>
      <w:r>
        <w:tab/>
        <w:t>1.013e0</w:t>
      </w:r>
    </w:p>
    <w:p w:rsidR="007B2329" w:rsidRDefault="007B2329" w:rsidP="007B2329">
      <w:r>
        <w:t>246.7891</w:t>
      </w:r>
      <w:r>
        <w:tab/>
        <w:t>2.025e0</w:t>
      </w:r>
    </w:p>
    <w:p w:rsidR="007B2329" w:rsidRDefault="007B2329" w:rsidP="007B2329">
      <w:r>
        <w:t>246.7972</w:t>
      </w:r>
      <w:r>
        <w:tab/>
        <w:t>2.025e0</w:t>
      </w:r>
    </w:p>
    <w:p w:rsidR="007B2329" w:rsidRDefault="007B2329" w:rsidP="007B2329">
      <w:r>
        <w:t>246.8144</w:t>
      </w:r>
      <w:r>
        <w:tab/>
        <w:t>3.038e0</w:t>
      </w:r>
    </w:p>
    <w:p w:rsidR="007B2329" w:rsidRDefault="007B2329" w:rsidP="007B2329">
      <w:r>
        <w:t>246.8193</w:t>
      </w:r>
      <w:r>
        <w:tab/>
        <w:t>1.013e0</w:t>
      </w:r>
    </w:p>
    <w:p w:rsidR="007B2329" w:rsidRDefault="007B2329" w:rsidP="007B2329">
      <w:r>
        <w:lastRenderedPageBreak/>
        <w:t>246.8519</w:t>
      </w:r>
      <w:r>
        <w:tab/>
        <w:t>2.025e0</w:t>
      </w:r>
    </w:p>
    <w:p w:rsidR="007B2329" w:rsidRDefault="007B2329" w:rsidP="007B2329">
      <w:r>
        <w:t>246.8730</w:t>
      </w:r>
      <w:r>
        <w:tab/>
        <w:t>1.013e0</w:t>
      </w:r>
    </w:p>
    <w:p w:rsidR="007B2329" w:rsidRDefault="007B2329" w:rsidP="007B2329">
      <w:r>
        <w:t>246.9079</w:t>
      </w:r>
      <w:r>
        <w:tab/>
        <w:t>2.025e0</w:t>
      </w:r>
    </w:p>
    <w:p w:rsidR="007B2329" w:rsidRDefault="007B2329" w:rsidP="007B2329">
      <w:r>
        <w:t>246.9110</w:t>
      </w:r>
      <w:r>
        <w:tab/>
        <w:t>1.013e0</w:t>
      </w:r>
    </w:p>
    <w:p w:rsidR="007B2329" w:rsidRDefault="007B2329" w:rsidP="007B2329">
      <w:r>
        <w:t>246.9188</w:t>
      </w:r>
      <w:r>
        <w:tab/>
        <w:t>1.013e0</w:t>
      </w:r>
    </w:p>
    <w:p w:rsidR="007B2329" w:rsidRDefault="007B2329" w:rsidP="007B2329">
      <w:r>
        <w:t>246.9334</w:t>
      </w:r>
      <w:r>
        <w:tab/>
        <w:t>2.025e0</w:t>
      </w:r>
    </w:p>
    <w:p w:rsidR="007B2329" w:rsidRDefault="007B2329" w:rsidP="007B2329">
      <w:r>
        <w:t>246.9346</w:t>
      </w:r>
      <w:r>
        <w:tab/>
        <w:t>2.025e0</w:t>
      </w:r>
    </w:p>
    <w:p w:rsidR="007B2329" w:rsidRDefault="007B2329" w:rsidP="007B2329">
      <w:r>
        <w:t>246.9438</w:t>
      </w:r>
      <w:r>
        <w:tab/>
        <w:t>2.025e0</w:t>
      </w:r>
    </w:p>
    <w:p w:rsidR="007B2329" w:rsidRDefault="007B2329" w:rsidP="007B2329">
      <w:r>
        <w:t>246.9729</w:t>
      </w:r>
      <w:r>
        <w:tab/>
        <w:t>2.025e0</w:t>
      </w:r>
    </w:p>
    <w:p w:rsidR="007B2329" w:rsidRDefault="007B2329" w:rsidP="007B2329">
      <w:r>
        <w:t>247.0027</w:t>
      </w:r>
      <w:r>
        <w:tab/>
        <w:t>1.013e0</w:t>
      </w:r>
    </w:p>
    <w:p w:rsidR="007B2329" w:rsidRDefault="007B2329" w:rsidP="007B2329">
      <w:r>
        <w:t>247.0066</w:t>
      </w:r>
      <w:r>
        <w:tab/>
        <w:t>1.013e0</w:t>
      </w:r>
    </w:p>
    <w:p w:rsidR="007B2329" w:rsidRDefault="007B2329" w:rsidP="007B2329">
      <w:r>
        <w:t>247.0184</w:t>
      </w:r>
      <w:r>
        <w:tab/>
        <w:t>2.025e0</w:t>
      </w:r>
    </w:p>
    <w:p w:rsidR="007B2329" w:rsidRDefault="007B2329" w:rsidP="007B2329">
      <w:r>
        <w:t>247.0225</w:t>
      </w:r>
      <w:r>
        <w:tab/>
        <w:t>3.038e0</w:t>
      </w:r>
    </w:p>
    <w:p w:rsidR="007B2329" w:rsidRDefault="007B2329" w:rsidP="007B2329">
      <w:r>
        <w:t>247.0359</w:t>
      </w:r>
      <w:r>
        <w:tab/>
        <w:t>2.025e0</w:t>
      </w:r>
    </w:p>
    <w:p w:rsidR="007B2329" w:rsidRDefault="007B2329" w:rsidP="007B2329">
      <w:r>
        <w:t>247.0377</w:t>
      </w:r>
      <w:r>
        <w:tab/>
        <w:t>5.063e0</w:t>
      </w:r>
    </w:p>
    <w:p w:rsidR="007B2329" w:rsidRDefault="007B2329" w:rsidP="007B2329">
      <w:r>
        <w:t>247.0423</w:t>
      </w:r>
      <w:r>
        <w:tab/>
        <w:t>4.268e0</w:t>
      </w:r>
    </w:p>
    <w:p w:rsidR="007B2329" w:rsidRDefault="007B2329" w:rsidP="007B2329">
      <w:r>
        <w:t>247.0448</w:t>
      </w:r>
      <w:r>
        <w:tab/>
        <w:t>2.532e-2</w:t>
      </w:r>
    </w:p>
    <w:p w:rsidR="007B2329" w:rsidRDefault="007B2329" w:rsidP="007B2329">
      <w:r>
        <w:t>247.0605</w:t>
      </w:r>
      <w:r>
        <w:tab/>
        <w:t>1.013e0</w:t>
      </w:r>
    </w:p>
    <w:p w:rsidR="007B2329" w:rsidRDefault="007B2329" w:rsidP="007B2329">
      <w:r>
        <w:t>247.1024</w:t>
      </w:r>
      <w:r>
        <w:tab/>
        <w:t>1.013e0</w:t>
      </w:r>
    </w:p>
    <w:p w:rsidR="007B2329" w:rsidRDefault="007B2329" w:rsidP="007B2329">
      <w:r>
        <w:lastRenderedPageBreak/>
        <w:t>247.1064</w:t>
      </w:r>
      <w:r>
        <w:tab/>
        <w:t>1.013e0</w:t>
      </w:r>
    </w:p>
    <w:p w:rsidR="007B2329" w:rsidRDefault="007B2329" w:rsidP="007B2329">
      <w:r>
        <w:t>247.1602</w:t>
      </w:r>
      <w:r>
        <w:tab/>
        <w:t>1.013e0</w:t>
      </w:r>
    </w:p>
    <w:p w:rsidR="007B2329" w:rsidRDefault="007B2329" w:rsidP="007B2329">
      <w:r>
        <w:t>247.1648</w:t>
      </w:r>
      <w:r>
        <w:tab/>
        <w:t>1.013e0</w:t>
      </w:r>
    </w:p>
    <w:p w:rsidR="007B2329" w:rsidRDefault="007B2329" w:rsidP="007B2329">
      <w:r>
        <w:t>247.1772</w:t>
      </w:r>
      <w:r>
        <w:tab/>
        <w:t>3.038e0</w:t>
      </w:r>
    </w:p>
    <w:p w:rsidR="007B2329" w:rsidRDefault="007B2329" w:rsidP="007B2329">
      <w:r>
        <w:t>247.1862</w:t>
      </w:r>
      <w:r>
        <w:tab/>
        <w:t>1.013e0</w:t>
      </w:r>
    </w:p>
    <w:p w:rsidR="007B2329" w:rsidRDefault="007B2329" w:rsidP="007B2329">
      <w:r>
        <w:t>247.1943</w:t>
      </w:r>
      <w:r>
        <w:tab/>
        <w:t>1.013e0</w:t>
      </w:r>
    </w:p>
    <w:p w:rsidR="007B2329" w:rsidRDefault="007B2329" w:rsidP="007B2329">
      <w:r>
        <w:t>247.2035</w:t>
      </w:r>
      <w:r>
        <w:tab/>
        <w:t>2.025e0</w:t>
      </w:r>
    </w:p>
    <w:p w:rsidR="007B2329" w:rsidRDefault="007B2329" w:rsidP="007B2329">
      <w:r>
        <w:t>247.2060</w:t>
      </w:r>
      <w:r>
        <w:tab/>
        <w:t>4.051e0</w:t>
      </w:r>
    </w:p>
    <w:p w:rsidR="007B2329" w:rsidRDefault="007B2329" w:rsidP="007B2329">
      <w:r>
        <w:t>247.2201</w:t>
      </w:r>
      <w:r>
        <w:tab/>
        <w:t>1.013e0</w:t>
      </w:r>
    </w:p>
    <w:p w:rsidR="007B2329" w:rsidRDefault="007B2329" w:rsidP="007B2329">
      <w:r>
        <w:t>247.2257</w:t>
      </w:r>
      <w:r>
        <w:tab/>
        <w:t>1.025e0</w:t>
      </w:r>
    </w:p>
    <w:p w:rsidR="007B2329" w:rsidRDefault="007B2329" w:rsidP="007B2329">
      <w:r>
        <w:t>247.2282</w:t>
      </w:r>
      <w:r>
        <w:tab/>
        <w:t>1.013e0</w:t>
      </w:r>
    </w:p>
    <w:p w:rsidR="007B2329" w:rsidRDefault="007B2329" w:rsidP="007B2329">
      <w:r>
        <w:t>247.2322</w:t>
      </w:r>
      <w:r>
        <w:tab/>
        <w:t>1.013e0</w:t>
      </w:r>
    </w:p>
    <w:p w:rsidR="007B2329" w:rsidRDefault="007B2329" w:rsidP="007B2329">
      <w:r>
        <w:t>247.2362</w:t>
      </w:r>
      <w:r>
        <w:tab/>
        <w:t>1.013e0</w:t>
      </w:r>
    </w:p>
    <w:p w:rsidR="007B2329" w:rsidRDefault="007B2329" w:rsidP="007B2329">
      <w:r>
        <w:t>247.2479</w:t>
      </w:r>
      <w:r>
        <w:tab/>
        <w:t>1.013e0</w:t>
      </w:r>
    </w:p>
    <w:p w:rsidR="007B2329" w:rsidRDefault="007B2329" w:rsidP="007B2329">
      <w:r>
        <w:t>247.2649</w:t>
      </w:r>
      <w:r>
        <w:tab/>
        <w:t>3.038e0</w:t>
      </w:r>
    </w:p>
    <w:p w:rsidR="007B2329" w:rsidRDefault="007B2329" w:rsidP="007B2329">
      <w:r>
        <w:t>247.2661</w:t>
      </w:r>
      <w:r>
        <w:tab/>
        <w:t>1.013e0</w:t>
      </w:r>
    </w:p>
    <w:p w:rsidR="007B2329" w:rsidRDefault="007B2329" w:rsidP="007B2329">
      <w:r>
        <w:t>247.2701</w:t>
      </w:r>
      <w:r>
        <w:tab/>
        <w:t>2.025e0</w:t>
      </w:r>
    </w:p>
    <w:p w:rsidR="007B2329" w:rsidRDefault="007B2329" w:rsidP="007B2329">
      <w:r>
        <w:t>247.2821</w:t>
      </w:r>
      <w:r>
        <w:tab/>
        <w:t>1.013e0</w:t>
      </w:r>
    </w:p>
    <w:p w:rsidR="007B2329" w:rsidRDefault="007B2329" w:rsidP="007B2329">
      <w:r>
        <w:t>247.2983</w:t>
      </w:r>
      <w:r>
        <w:tab/>
        <w:t>1.013e0</w:t>
      </w:r>
    </w:p>
    <w:p w:rsidR="007B2329" w:rsidRDefault="007B2329" w:rsidP="007B2329">
      <w:r>
        <w:lastRenderedPageBreak/>
        <w:t>247.3162</w:t>
      </w:r>
      <w:r>
        <w:tab/>
        <w:t>1.013e0</w:t>
      </w:r>
    </w:p>
    <w:p w:rsidR="007B2329" w:rsidRDefault="007B2329" w:rsidP="007B2329">
      <w:r>
        <w:t>247.3183</w:t>
      </w:r>
      <w:r>
        <w:tab/>
        <w:t>2.025e0</w:t>
      </w:r>
    </w:p>
    <w:p w:rsidR="007B2329" w:rsidRDefault="007B2329" w:rsidP="007B2329">
      <w:r>
        <w:t>247.3240</w:t>
      </w:r>
      <w:r>
        <w:tab/>
        <w:t>1.013e0</w:t>
      </w:r>
    </w:p>
    <w:p w:rsidR="007B2329" w:rsidRDefault="007B2329" w:rsidP="007B2329">
      <w:r>
        <w:t>247.3319</w:t>
      </w:r>
      <w:r>
        <w:tab/>
        <w:t>1.013e0</w:t>
      </w:r>
    </w:p>
    <w:p w:rsidR="007B2329" w:rsidRDefault="007B2329" w:rsidP="007B2329">
      <w:r>
        <w:t>247.3398</w:t>
      </w:r>
      <w:r>
        <w:tab/>
        <w:t>1.013e0</w:t>
      </w:r>
    </w:p>
    <w:p w:rsidR="007B2329" w:rsidRDefault="007B2329" w:rsidP="007B2329">
      <w:r>
        <w:t>247.3444</w:t>
      </w:r>
      <w:r>
        <w:tab/>
        <w:t>1.013e0</w:t>
      </w:r>
    </w:p>
    <w:p w:rsidR="007B2329" w:rsidRDefault="007B2329" w:rsidP="007B2329">
      <w:r>
        <w:t>247.3621</w:t>
      </w:r>
      <w:r>
        <w:tab/>
        <w:t>1.013e0</w:t>
      </w:r>
    </w:p>
    <w:p w:rsidR="007B2329" w:rsidRDefault="007B2329" w:rsidP="007B2329">
      <w:r>
        <w:t>247.3680</w:t>
      </w:r>
      <w:r>
        <w:tab/>
        <w:t>2.025e0</w:t>
      </w:r>
    </w:p>
    <w:p w:rsidR="007B2329" w:rsidRDefault="007B2329" w:rsidP="007B2329">
      <w:r>
        <w:t>247.3700</w:t>
      </w:r>
      <w:r>
        <w:tab/>
        <w:t>1.013e0</w:t>
      </w:r>
    </w:p>
    <w:p w:rsidR="007B2329" w:rsidRDefault="007B2329" w:rsidP="007B2329">
      <w:r>
        <w:t>247.3952</w:t>
      </w:r>
      <w:r>
        <w:tab/>
        <w:t>1.013e0</w:t>
      </w:r>
    </w:p>
    <w:p w:rsidR="007B2329" w:rsidRDefault="007B2329" w:rsidP="007B2329">
      <w:r>
        <w:t>247.3997</w:t>
      </w:r>
      <w:r>
        <w:tab/>
        <w:t>1.013e0</w:t>
      </w:r>
    </w:p>
    <w:p w:rsidR="007B2329" w:rsidRDefault="007B2329" w:rsidP="007B2329">
      <w:r>
        <w:t>247.4080</w:t>
      </w:r>
      <w:r>
        <w:tab/>
        <w:t>1.013e0</w:t>
      </w:r>
    </w:p>
    <w:p w:rsidR="007B2329" w:rsidRDefault="007B2329" w:rsidP="007B2329">
      <w:r>
        <w:t>247.4159</w:t>
      </w:r>
      <w:r>
        <w:tab/>
        <w:t>1.013e0</w:t>
      </w:r>
    </w:p>
    <w:p w:rsidR="007B2329" w:rsidRDefault="007B2329" w:rsidP="007B2329">
      <w:r>
        <w:t>247.4198</w:t>
      </w:r>
      <w:r>
        <w:tab/>
        <w:t>1.013e0</w:t>
      </w:r>
    </w:p>
    <w:p w:rsidR="007B2329" w:rsidRDefault="007B2329" w:rsidP="007B2329">
      <w:r>
        <w:t>247.4237</w:t>
      </w:r>
      <w:r>
        <w:tab/>
        <w:t>1.013e0</w:t>
      </w:r>
    </w:p>
    <w:p w:rsidR="007B2329" w:rsidRDefault="007B2329" w:rsidP="007B2329">
      <w:r>
        <w:t>247.4486</w:t>
      </w:r>
      <w:r>
        <w:tab/>
        <w:t>2.025e0</w:t>
      </w:r>
    </w:p>
    <w:p w:rsidR="007B2329" w:rsidRDefault="007B2329" w:rsidP="007B2329">
      <w:r>
        <w:t>247.4578</w:t>
      </w:r>
      <w:r>
        <w:tab/>
        <w:t>2.025e0</w:t>
      </w:r>
    </w:p>
    <w:p w:rsidR="007B2329" w:rsidRDefault="007B2329" w:rsidP="007B2329">
      <w:r>
        <w:t>247.4618</w:t>
      </w:r>
      <w:r>
        <w:tab/>
        <w:t>1.013e0</w:t>
      </w:r>
    </w:p>
    <w:p w:rsidR="007B2329" w:rsidRDefault="007B2329" w:rsidP="007B2329">
      <w:r>
        <w:t>247.4696</w:t>
      </w:r>
      <w:r>
        <w:tab/>
        <w:t>1.013e0</w:t>
      </w:r>
    </w:p>
    <w:p w:rsidR="007B2329" w:rsidRDefault="007B2329" w:rsidP="007B2329">
      <w:r>
        <w:lastRenderedPageBreak/>
        <w:t>247.4782</w:t>
      </w:r>
      <w:r>
        <w:tab/>
        <w:t>1.013e0</w:t>
      </w:r>
    </w:p>
    <w:p w:rsidR="007B2329" w:rsidRDefault="007B2329" w:rsidP="007B2329">
      <w:r>
        <w:t>247.4998</w:t>
      </w:r>
      <w:r>
        <w:tab/>
        <w:t>1.013e0</w:t>
      </w:r>
    </w:p>
    <w:p w:rsidR="007B2329" w:rsidRDefault="007B2329" w:rsidP="007B2329">
      <w:r>
        <w:t>247.5077</w:t>
      </w:r>
      <w:r>
        <w:tab/>
        <w:t>2.025e0</w:t>
      </w:r>
    </w:p>
    <w:p w:rsidR="007B2329" w:rsidRDefault="007B2329" w:rsidP="007B2329">
      <w:r>
        <w:t>247.5117</w:t>
      </w:r>
      <w:r>
        <w:tab/>
        <w:t>2.025e0</w:t>
      </w:r>
    </w:p>
    <w:p w:rsidR="007B2329" w:rsidRDefault="007B2329" w:rsidP="007B2329">
      <w:r>
        <w:t>247.5156</w:t>
      </w:r>
      <w:r>
        <w:tab/>
        <w:t>1.013e0</w:t>
      </w:r>
    </w:p>
    <w:p w:rsidR="007B2329" w:rsidRDefault="007B2329" w:rsidP="007B2329">
      <w:r>
        <w:t>247.5304</w:t>
      </w:r>
      <w:r>
        <w:tab/>
        <w:t>2.025e0</w:t>
      </w:r>
    </w:p>
    <w:p w:rsidR="007B2329" w:rsidRDefault="007B2329" w:rsidP="007B2329">
      <w:r>
        <w:t>247.5418</w:t>
      </w:r>
      <w:r>
        <w:tab/>
        <w:t>1.013e0</w:t>
      </w:r>
    </w:p>
    <w:p w:rsidR="007B2329" w:rsidRDefault="007B2329" w:rsidP="007B2329">
      <w:r>
        <w:t>247.5497</w:t>
      </w:r>
      <w:r>
        <w:tab/>
        <w:t>1.013e0</w:t>
      </w:r>
    </w:p>
    <w:p w:rsidR="007B2329" w:rsidRDefault="007B2329" w:rsidP="007B2329">
      <w:r>
        <w:t>247.5589</w:t>
      </w:r>
      <w:r>
        <w:tab/>
        <w:t>4.051e0</w:t>
      </w:r>
    </w:p>
    <w:p w:rsidR="007B2329" w:rsidRDefault="007B2329" w:rsidP="007B2329">
      <w:r>
        <w:t>247.5614</w:t>
      </w:r>
      <w:r>
        <w:tab/>
        <w:t>1.013e0</w:t>
      </w:r>
    </w:p>
    <w:p w:rsidR="007B2329" w:rsidRDefault="007B2329" w:rsidP="007B2329">
      <w:r>
        <w:t>247.5639</w:t>
      </w:r>
      <w:r>
        <w:tab/>
        <w:t>2.025e0</w:t>
      </w:r>
    </w:p>
    <w:p w:rsidR="007B2329" w:rsidRDefault="007B2329" w:rsidP="007B2329">
      <w:r>
        <w:t>247.5652</w:t>
      </w:r>
      <w:r>
        <w:tab/>
        <w:t>3.038e0</w:t>
      </w:r>
    </w:p>
    <w:p w:rsidR="007B2329" w:rsidRDefault="007B2329" w:rsidP="007B2329">
      <w:r>
        <w:t>247.5751</w:t>
      </w:r>
      <w:r>
        <w:tab/>
        <w:t>1.013e0</w:t>
      </w:r>
    </w:p>
    <w:p w:rsidR="007B2329" w:rsidRDefault="007B2329" w:rsidP="007B2329">
      <w:r>
        <w:t>247.5796</w:t>
      </w:r>
      <w:r>
        <w:tab/>
        <w:t>1.013e0</w:t>
      </w:r>
    </w:p>
    <w:p w:rsidR="007B2329" w:rsidRDefault="007B2329" w:rsidP="007B2329">
      <w:r>
        <w:t>247.6035</w:t>
      </w:r>
      <w:r>
        <w:tab/>
        <w:t>1.013e0</w:t>
      </w:r>
    </w:p>
    <w:p w:rsidR="007B2329" w:rsidRDefault="007B2329" w:rsidP="007B2329">
      <w:r>
        <w:t>247.6165</w:t>
      </w:r>
      <w:r>
        <w:tab/>
        <w:t>1.013e0</w:t>
      </w:r>
    </w:p>
    <w:p w:rsidR="007B2329" w:rsidRDefault="007B2329" w:rsidP="007B2329">
      <w:r>
        <w:t>247.6337</w:t>
      </w:r>
      <w:r>
        <w:tab/>
        <w:t>2.038e0</w:t>
      </w:r>
    </w:p>
    <w:p w:rsidR="007B2329" w:rsidRDefault="007B2329" w:rsidP="007B2329">
      <w:r>
        <w:t>247.6455</w:t>
      </w:r>
      <w:r>
        <w:tab/>
        <w:t>1.013e0</w:t>
      </w:r>
    </w:p>
    <w:p w:rsidR="007B2329" w:rsidRDefault="007B2329" w:rsidP="007B2329">
      <w:r>
        <w:t>247.6494</w:t>
      </w:r>
      <w:r>
        <w:tab/>
        <w:t>1.013e0</w:t>
      </w:r>
    </w:p>
    <w:p w:rsidR="007B2329" w:rsidRDefault="007B2329" w:rsidP="007B2329">
      <w:r>
        <w:lastRenderedPageBreak/>
        <w:t>247.6581</w:t>
      </w:r>
      <w:r>
        <w:tab/>
        <w:t>2.025e0</w:t>
      </w:r>
    </w:p>
    <w:p w:rsidR="007B2329" w:rsidRDefault="007B2329" w:rsidP="007B2329">
      <w:r>
        <w:t>247.6967</w:t>
      </w:r>
      <w:r>
        <w:tab/>
        <w:t>4.051e0</w:t>
      </w:r>
    </w:p>
    <w:p w:rsidR="007B2329" w:rsidRDefault="007B2329" w:rsidP="007B2329">
      <w:r>
        <w:t>247.7042</w:t>
      </w:r>
      <w:r>
        <w:tab/>
        <w:t>1.013e0</w:t>
      </w:r>
    </w:p>
    <w:p w:rsidR="007B2329" w:rsidRDefault="007B2329" w:rsidP="007B2329">
      <w:r>
        <w:t>247.7256</w:t>
      </w:r>
      <w:r>
        <w:tab/>
        <w:t>1.013e0</w:t>
      </w:r>
    </w:p>
    <w:p w:rsidR="007B2329" w:rsidRDefault="007B2329" w:rsidP="007B2329">
      <w:r>
        <w:t>247.7275</w:t>
      </w:r>
      <w:r>
        <w:tab/>
        <w:t>1.025e0</w:t>
      </w:r>
    </w:p>
    <w:p w:rsidR="007B2329" w:rsidRDefault="007B2329" w:rsidP="007B2329">
      <w:r>
        <w:t>247.7294</w:t>
      </w:r>
      <w:r>
        <w:tab/>
        <w:t>2.025e0</w:t>
      </w:r>
    </w:p>
    <w:p w:rsidR="007B2329" w:rsidRDefault="007B2329" w:rsidP="007B2329">
      <w:r>
        <w:t>247.7314</w:t>
      </w:r>
      <w:r>
        <w:tab/>
        <w:t>2.025e0</w:t>
      </w:r>
    </w:p>
    <w:p w:rsidR="007B2329" w:rsidRDefault="007B2329" w:rsidP="007B2329">
      <w:r>
        <w:t>247.7374</w:t>
      </w:r>
      <w:r>
        <w:tab/>
        <w:t>1.013e0</w:t>
      </w:r>
    </w:p>
    <w:p w:rsidR="007B2329" w:rsidRDefault="007B2329" w:rsidP="007B2329">
      <w:r>
        <w:t>247.7411</w:t>
      </w:r>
      <w:r>
        <w:tab/>
        <w:t>1.013e0</w:t>
      </w:r>
    </w:p>
    <w:p w:rsidR="007B2329" w:rsidRDefault="007B2329" w:rsidP="007B2329">
      <w:r>
        <w:t>247.7486</w:t>
      </w:r>
      <w:r>
        <w:tab/>
        <w:t>3.038e0</w:t>
      </w:r>
    </w:p>
    <w:p w:rsidR="007B2329" w:rsidRDefault="007B2329" w:rsidP="007B2329">
      <w:r>
        <w:t>247.7794</w:t>
      </w:r>
      <w:r>
        <w:tab/>
        <w:t>1.013e0</w:t>
      </w:r>
    </w:p>
    <w:p w:rsidR="007B2329" w:rsidRDefault="007B2329" w:rsidP="007B2329">
      <w:r>
        <w:t>247.7880</w:t>
      </w:r>
      <w:r>
        <w:tab/>
        <w:t>2.025e0</w:t>
      </w:r>
    </w:p>
    <w:p w:rsidR="007B2329" w:rsidRDefault="007B2329" w:rsidP="007B2329">
      <w:r>
        <w:t>247.7919</w:t>
      </w:r>
      <w:r>
        <w:tab/>
        <w:t>2.025e0</w:t>
      </w:r>
    </w:p>
    <w:p w:rsidR="007B2329" w:rsidRDefault="007B2329" w:rsidP="007B2329">
      <w:r>
        <w:t>247.8135</w:t>
      </w:r>
      <w:r>
        <w:tab/>
        <w:t>1.266e-2</w:t>
      </w:r>
    </w:p>
    <w:p w:rsidR="007B2329" w:rsidRDefault="007B2329" w:rsidP="007B2329">
      <w:r>
        <w:t>247.8253</w:t>
      </w:r>
      <w:r>
        <w:tab/>
        <w:t>1.013e0</w:t>
      </w:r>
    </w:p>
    <w:p w:rsidR="007B2329" w:rsidRDefault="007B2329" w:rsidP="007B2329">
      <w:r>
        <w:t>247.8342</w:t>
      </w:r>
      <w:r>
        <w:tab/>
        <w:t>2.025e0</w:t>
      </w:r>
    </w:p>
    <w:p w:rsidR="007B2329" w:rsidRDefault="007B2329" w:rsidP="007B2329">
      <w:r>
        <w:t>247.8456</w:t>
      </w:r>
      <w:r>
        <w:tab/>
        <w:t>4.051e0</w:t>
      </w:r>
    </w:p>
    <w:p w:rsidR="007B2329" w:rsidRDefault="007B2329" w:rsidP="007B2329">
      <w:r>
        <w:t>247.8483</w:t>
      </w:r>
      <w:r>
        <w:tab/>
        <w:t>2.025e0</w:t>
      </w:r>
    </w:p>
    <w:p w:rsidR="007B2329" w:rsidRDefault="007B2329" w:rsidP="007B2329">
      <w:r>
        <w:t>247.8555</w:t>
      </w:r>
      <w:r>
        <w:tab/>
        <w:t>1.013e0</w:t>
      </w:r>
    </w:p>
    <w:p w:rsidR="007B2329" w:rsidRDefault="007B2329" w:rsidP="007B2329">
      <w:r>
        <w:lastRenderedPageBreak/>
        <w:t>247.8594</w:t>
      </w:r>
      <w:r>
        <w:tab/>
        <w:t>2.025e0</w:t>
      </w:r>
    </w:p>
    <w:p w:rsidR="007B2329" w:rsidRDefault="007B2329" w:rsidP="007B2329">
      <w:r>
        <w:t>247.8889</w:t>
      </w:r>
      <w:r>
        <w:tab/>
        <w:t>1.013e0</w:t>
      </w:r>
    </w:p>
    <w:p w:rsidR="007B2329" w:rsidRDefault="007B2329" w:rsidP="007B2329">
      <w:r>
        <w:t>247.8974</w:t>
      </w:r>
      <w:r>
        <w:tab/>
        <w:t>2.025e0</w:t>
      </w:r>
    </w:p>
    <w:p w:rsidR="007B2329" w:rsidRDefault="007B2329" w:rsidP="007B2329">
      <w:r>
        <w:t>247.9013</w:t>
      </w:r>
      <w:r>
        <w:tab/>
        <w:t>1.013e0</w:t>
      </w:r>
    </w:p>
    <w:p w:rsidR="007B2329" w:rsidRDefault="007B2329" w:rsidP="007B2329">
      <w:r>
        <w:t>247.9093</w:t>
      </w:r>
      <w:r>
        <w:tab/>
        <w:t>1.013e0</w:t>
      </w:r>
    </w:p>
    <w:p w:rsidR="007B2329" w:rsidRDefault="007B2329" w:rsidP="007B2329">
      <w:r>
        <w:t>247.9305</w:t>
      </w:r>
      <w:r>
        <w:tab/>
        <w:t>1.013e0</w:t>
      </w:r>
    </w:p>
    <w:p w:rsidR="007B2329" w:rsidRDefault="007B2329" w:rsidP="007B2329">
      <w:r>
        <w:t>247.9361</w:t>
      </w:r>
      <w:r>
        <w:tab/>
        <w:t>2.025e0</w:t>
      </w:r>
    </w:p>
    <w:p w:rsidR="007B2329" w:rsidRDefault="007B2329" w:rsidP="007B2329">
      <w:r>
        <w:t>247.9592</w:t>
      </w:r>
      <w:r>
        <w:tab/>
        <w:t>1.013e0</w:t>
      </w:r>
    </w:p>
    <w:p w:rsidR="007B2329" w:rsidRDefault="007B2329" w:rsidP="007B2329">
      <w:r>
        <w:t>247.9609</w:t>
      </w:r>
      <w:r>
        <w:tab/>
        <w:t>2.038e0</w:t>
      </w:r>
    </w:p>
    <w:p w:rsidR="007B2329" w:rsidRDefault="007B2329" w:rsidP="007B2329">
      <w:r>
        <w:t>247.9630</w:t>
      </w:r>
      <w:r>
        <w:tab/>
        <w:t>1.013e0</w:t>
      </w:r>
    </w:p>
    <w:p w:rsidR="007B2329" w:rsidRDefault="007B2329" w:rsidP="007B2329">
      <w:r>
        <w:t>247.9722</w:t>
      </w:r>
      <w:r>
        <w:tab/>
        <w:t>2.025e0</w:t>
      </w:r>
    </w:p>
    <w:p w:rsidR="007B2329" w:rsidRDefault="007B2329" w:rsidP="007B2329">
      <w:r>
        <w:t>247.9932</w:t>
      </w:r>
      <w:r>
        <w:tab/>
        <w:t>1.013e0</w:t>
      </w:r>
    </w:p>
    <w:p w:rsidR="007B2329" w:rsidRDefault="007B2329" w:rsidP="007B2329">
      <w:r>
        <w:t>248.0025</w:t>
      </w:r>
      <w:r>
        <w:tab/>
        <w:t>4.063e0</w:t>
      </w:r>
    </w:p>
    <w:p w:rsidR="007B2329" w:rsidRDefault="007B2329" w:rsidP="007B2329">
      <w:r>
        <w:t>248.0051</w:t>
      </w:r>
      <w:r>
        <w:tab/>
        <w:t>1.013e0</w:t>
      </w:r>
    </w:p>
    <w:p w:rsidR="007B2329" w:rsidRDefault="007B2329" w:rsidP="007B2329">
      <w:r>
        <w:t>248.0149</w:t>
      </w:r>
      <w:r>
        <w:tab/>
        <w:t>4.063e0</w:t>
      </w:r>
    </w:p>
    <w:p w:rsidR="007B2329" w:rsidRDefault="007B2329" w:rsidP="007B2329">
      <w:r>
        <w:t>248.0182</w:t>
      </w:r>
      <w:r>
        <w:tab/>
        <w:t>1.013e0</w:t>
      </w:r>
    </w:p>
    <w:p w:rsidR="007B2329" w:rsidRDefault="007B2329" w:rsidP="007B2329">
      <w:r>
        <w:t>248.0229</w:t>
      </w:r>
      <w:r>
        <w:tab/>
        <w:t>2.025e0</w:t>
      </w:r>
    </w:p>
    <w:p w:rsidR="007B2329" w:rsidRDefault="007B2329" w:rsidP="007B2329">
      <w:r>
        <w:t>248.0313</w:t>
      </w:r>
      <w:r>
        <w:tab/>
        <w:t>1.013e0</w:t>
      </w:r>
    </w:p>
    <w:p w:rsidR="007B2329" w:rsidRDefault="007B2329" w:rsidP="007B2329">
      <w:r>
        <w:t>248.0436</w:t>
      </w:r>
      <w:r>
        <w:tab/>
        <w:t>4.051e0</w:t>
      </w:r>
    </w:p>
    <w:p w:rsidR="007B2329" w:rsidRDefault="007B2329" w:rsidP="007B2329">
      <w:r>
        <w:lastRenderedPageBreak/>
        <w:t>248.0472</w:t>
      </w:r>
      <w:r>
        <w:tab/>
        <w:t>1.013e0</w:t>
      </w:r>
    </w:p>
    <w:p w:rsidR="007B2329" w:rsidRDefault="007B2329" w:rsidP="007B2329">
      <w:r>
        <w:t>248.0510</w:t>
      </w:r>
      <w:r>
        <w:tab/>
        <w:t>1.013e0</w:t>
      </w:r>
    </w:p>
    <w:p w:rsidR="007B2329" w:rsidRDefault="007B2329" w:rsidP="007B2329">
      <w:r>
        <w:t>248.0773</w:t>
      </w:r>
      <w:r>
        <w:tab/>
        <w:t>1.013e0</w:t>
      </w:r>
    </w:p>
    <w:p w:rsidR="007B2329" w:rsidRDefault="007B2329" w:rsidP="007B2329">
      <w:r>
        <w:t>248.0812</w:t>
      </w:r>
      <w:r>
        <w:tab/>
        <w:t>1.013e0</w:t>
      </w:r>
    </w:p>
    <w:p w:rsidR="007B2329" w:rsidRDefault="007B2329" w:rsidP="007B2329">
      <w:r>
        <w:t>248.0852</w:t>
      </w:r>
      <w:r>
        <w:tab/>
        <w:t>1.013e0</w:t>
      </w:r>
    </w:p>
    <w:p w:rsidR="007B2329" w:rsidRDefault="007B2329" w:rsidP="007B2329">
      <w:r>
        <w:t>248.0927</w:t>
      </w:r>
      <w:r>
        <w:tab/>
        <w:t>1.745e0</w:t>
      </w:r>
    </w:p>
    <w:p w:rsidR="007B2329" w:rsidRDefault="007B2329" w:rsidP="007B2329">
      <w:r>
        <w:t>248.1272</w:t>
      </w:r>
      <w:r>
        <w:tab/>
        <w:t>1.013e0</w:t>
      </w:r>
    </w:p>
    <w:p w:rsidR="007B2329" w:rsidRDefault="007B2329" w:rsidP="007B2329">
      <w:r>
        <w:t>248.1314</w:t>
      </w:r>
      <w:r>
        <w:tab/>
        <w:t>1.830e0</w:t>
      </w:r>
    </w:p>
    <w:p w:rsidR="007B2329" w:rsidRDefault="007B2329" w:rsidP="007B2329">
      <w:r>
        <w:t>248.1399</w:t>
      </w:r>
      <w:r>
        <w:tab/>
        <w:t>2.038e0</w:t>
      </w:r>
    </w:p>
    <w:p w:rsidR="007B2329" w:rsidRDefault="007B2329" w:rsidP="007B2329">
      <w:r>
        <w:t>248.1417</w:t>
      </w:r>
      <w:r>
        <w:tab/>
        <w:t>4.051e0</w:t>
      </w:r>
    </w:p>
    <w:p w:rsidR="007B2329" w:rsidRDefault="007B2329" w:rsidP="007B2329">
      <w:r>
        <w:t>248.1440</w:t>
      </w:r>
      <w:r>
        <w:tab/>
        <w:t>1.910e0</w:t>
      </w:r>
    </w:p>
    <w:p w:rsidR="007B2329" w:rsidRDefault="007B2329" w:rsidP="007B2329">
      <w:r>
        <w:t>248.1539</w:t>
      </w:r>
      <w:r>
        <w:tab/>
        <w:t>2.025e0</w:t>
      </w:r>
    </w:p>
    <w:p w:rsidR="007B2329" w:rsidRDefault="007B2329" w:rsidP="007B2329">
      <w:r>
        <w:t>248.1632</w:t>
      </w:r>
      <w:r>
        <w:tab/>
        <w:t>2.025e0</w:t>
      </w:r>
    </w:p>
    <w:p w:rsidR="007B2329" w:rsidRDefault="007B2329" w:rsidP="007B2329">
      <w:r>
        <w:t>248.1673</w:t>
      </w:r>
      <w:r>
        <w:tab/>
        <w:t>1.025e0</w:t>
      </w:r>
    </w:p>
    <w:p w:rsidR="007B2329" w:rsidRDefault="007B2329" w:rsidP="007B2329">
      <w:r>
        <w:t>248.1716</w:t>
      </w:r>
      <w:r>
        <w:tab/>
        <w:t>5.063e0</w:t>
      </w:r>
    </w:p>
    <w:p w:rsidR="007B2329" w:rsidRDefault="007B2329" w:rsidP="007B2329">
      <w:r>
        <w:t>248.1811</w:t>
      </w:r>
      <w:r>
        <w:tab/>
        <w:t>2.025e0</w:t>
      </w:r>
    </w:p>
    <w:p w:rsidR="007B2329" w:rsidRDefault="007B2329" w:rsidP="007B2329">
      <w:r>
        <w:t>248.1944</w:t>
      </w:r>
      <w:r>
        <w:tab/>
        <w:t>2.025e0</w:t>
      </w:r>
    </w:p>
    <w:p w:rsidR="007B2329" w:rsidRDefault="007B2329" w:rsidP="007B2329">
      <w:r>
        <w:t>248.1998</w:t>
      </w:r>
      <w:r>
        <w:tab/>
        <w:t>1.025e0</w:t>
      </w:r>
    </w:p>
    <w:p w:rsidR="007B2329" w:rsidRDefault="007B2329" w:rsidP="007B2329">
      <w:r>
        <w:t>248.2152</w:t>
      </w:r>
      <w:r>
        <w:tab/>
        <w:t>1.013e0</w:t>
      </w:r>
    </w:p>
    <w:p w:rsidR="007B2329" w:rsidRDefault="007B2329" w:rsidP="007B2329">
      <w:r>
        <w:lastRenderedPageBreak/>
        <w:t>248.2231</w:t>
      </w:r>
      <w:r>
        <w:tab/>
        <w:t>1.013e0</w:t>
      </w:r>
    </w:p>
    <w:p w:rsidR="007B2329" w:rsidRDefault="007B2329" w:rsidP="007B2329">
      <w:r>
        <w:t>248.2402</w:t>
      </w:r>
      <w:r>
        <w:tab/>
        <w:t>2.025e0</w:t>
      </w:r>
    </w:p>
    <w:p w:rsidR="007B2329" w:rsidRDefault="007B2329" w:rsidP="007B2329">
      <w:r>
        <w:t>248.2532</w:t>
      </w:r>
      <w:r>
        <w:tab/>
        <w:t>1.013e0</w:t>
      </w:r>
    </w:p>
    <w:p w:rsidR="007B2329" w:rsidRDefault="007B2329" w:rsidP="007B2329">
      <w:r>
        <w:t>248.2612</w:t>
      </w:r>
      <w:r>
        <w:tab/>
        <w:t>1.013e0</w:t>
      </w:r>
    </w:p>
    <w:p w:rsidR="007B2329" w:rsidRDefault="007B2329" w:rsidP="007B2329">
      <w:r>
        <w:t>248.2729</w:t>
      </w:r>
      <w:r>
        <w:tab/>
        <w:t>2.025e0</w:t>
      </w:r>
    </w:p>
    <w:p w:rsidR="007B2329" w:rsidRDefault="007B2329" w:rsidP="007B2329">
      <w:r>
        <w:t>248.2910</w:t>
      </w:r>
      <w:r>
        <w:tab/>
        <w:t>1.013e0</w:t>
      </w:r>
    </w:p>
    <w:p w:rsidR="007B2329" w:rsidRDefault="007B2329" w:rsidP="007B2329">
      <w:r>
        <w:t>248.3032</w:t>
      </w:r>
      <w:r>
        <w:tab/>
        <w:t>2.025e0</w:t>
      </w:r>
    </w:p>
    <w:p w:rsidR="007B2329" w:rsidRDefault="007B2329" w:rsidP="007B2329">
      <w:r>
        <w:t>248.3050</w:t>
      </w:r>
      <w:r>
        <w:tab/>
        <w:t>2.038e0</w:t>
      </w:r>
    </w:p>
    <w:p w:rsidR="007B2329" w:rsidRDefault="007B2329" w:rsidP="007B2329">
      <w:r>
        <w:t>248.3149</w:t>
      </w:r>
      <w:r>
        <w:tab/>
        <w:t>2.025e0</w:t>
      </w:r>
    </w:p>
    <w:p w:rsidR="007B2329" w:rsidRDefault="007B2329" w:rsidP="007B2329">
      <w:r>
        <w:t>248.3206</w:t>
      </w:r>
      <w:r>
        <w:tab/>
        <w:t>2.025e0</w:t>
      </w:r>
    </w:p>
    <w:p w:rsidR="007B2329" w:rsidRDefault="007B2329" w:rsidP="007B2329">
      <w:r>
        <w:t>248.3322</w:t>
      </w:r>
      <w:r>
        <w:tab/>
        <w:t>2.025e0</w:t>
      </w:r>
    </w:p>
    <w:p w:rsidR="007B2329" w:rsidRDefault="007B2329" w:rsidP="007B2329">
      <w:r>
        <w:t>248.3413</w:t>
      </w:r>
      <w:r>
        <w:tab/>
        <w:t>1.013e0</w:t>
      </w:r>
    </w:p>
    <w:p w:rsidR="007B2329" w:rsidRDefault="007B2329" w:rsidP="007B2329">
      <w:r>
        <w:t>248.3451</w:t>
      </w:r>
      <w:r>
        <w:tab/>
        <w:t>1.013e0</w:t>
      </w:r>
    </w:p>
    <w:p w:rsidR="007B2329" w:rsidRDefault="007B2329" w:rsidP="007B2329">
      <w:r>
        <w:t>248.3650</w:t>
      </w:r>
      <w:r>
        <w:tab/>
        <w:t>2.025e0</w:t>
      </w:r>
    </w:p>
    <w:p w:rsidR="007B2329" w:rsidRDefault="007B2329" w:rsidP="007B2329">
      <w:r>
        <w:t>248.3751</w:t>
      </w:r>
      <w:r>
        <w:tab/>
        <w:t>3.038e0</w:t>
      </w:r>
    </w:p>
    <w:p w:rsidR="007B2329" w:rsidRDefault="007B2329" w:rsidP="007B2329">
      <w:r>
        <w:t>248.3789</w:t>
      </w:r>
      <w:r>
        <w:tab/>
        <w:t>1.013e0</w:t>
      </w:r>
    </w:p>
    <w:p w:rsidR="007B2329" w:rsidRDefault="007B2329" w:rsidP="007B2329">
      <w:r>
        <w:t>248.3911</w:t>
      </w:r>
      <w:r>
        <w:tab/>
        <w:t>2.025e0</w:t>
      </w:r>
    </w:p>
    <w:p w:rsidR="007B2329" w:rsidRDefault="007B2329" w:rsidP="007B2329">
      <w:r>
        <w:t>248.4159</w:t>
      </w:r>
      <w:r>
        <w:tab/>
        <w:t>2.025e0</w:t>
      </w:r>
    </w:p>
    <w:p w:rsidR="007B2329" w:rsidRDefault="007B2329" w:rsidP="007B2329">
      <w:r>
        <w:t>248.4206</w:t>
      </w:r>
      <w:r>
        <w:tab/>
        <w:t>2.025e0</w:t>
      </w:r>
    </w:p>
    <w:p w:rsidR="007B2329" w:rsidRDefault="007B2329" w:rsidP="007B2329">
      <w:r>
        <w:lastRenderedPageBreak/>
        <w:t>248.4252</w:t>
      </w:r>
      <w:r>
        <w:tab/>
        <w:t>1.013e0</w:t>
      </w:r>
    </w:p>
    <w:p w:rsidR="007B2329" w:rsidRDefault="007B2329" w:rsidP="007B2329">
      <w:r>
        <w:t>248.4450</w:t>
      </w:r>
      <w:r>
        <w:tab/>
        <w:t>1.013e0</w:t>
      </w:r>
    </w:p>
    <w:p w:rsidR="007B2329" w:rsidRDefault="007B2329" w:rsidP="007B2329">
      <w:r>
        <w:t>248.4530</w:t>
      </w:r>
      <w:r>
        <w:tab/>
        <w:t>1.013e0</w:t>
      </w:r>
    </w:p>
    <w:p w:rsidR="007B2329" w:rsidRDefault="007B2329" w:rsidP="007B2329">
      <w:r>
        <w:t>248.4668</w:t>
      </w:r>
      <w:r>
        <w:tab/>
        <w:t>1.013e0</w:t>
      </w:r>
    </w:p>
    <w:p w:rsidR="007B2329" w:rsidRDefault="007B2329" w:rsidP="007B2329">
      <w:r>
        <w:t>248.4910</w:t>
      </w:r>
      <w:r>
        <w:tab/>
        <w:t>2.025e0</w:t>
      </w:r>
    </w:p>
    <w:p w:rsidR="007B2329" w:rsidRDefault="007B2329" w:rsidP="007B2329">
      <w:r>
        <w:t>248.5232</w:t>
      </w:r>
      <w:r>
        <w:tab/>
        <w:t>2.025e0</w:t>
      </w:r>
    </w:p>
    <w:p w:rsidR="007B2329" w:rsidRDefault="007B2329" w:rsidP="007B2329">
      <w:r>
        <w:t>248.5409</w:t>
      </w:r>
      <w:r>
        <w:tab/>
        <w:t>1.013e0</w:t>
      </w:r>
    </w:p>
    <w:p w:rsidR="007B2329" w:rsidRDefault="007B2329" w:rsidP="007B2329">
      <w:r>
        <w:t>248.5547</w:t>
      </w:r>
      <w:r>
        <w:tab/>
        <w:t>1.013e0</w:t>
      </w:r>
    </w:p>
    <w:p w:rsidR="007B2329" w:rsidRDefault="007B2329" w:rsidP="007B2329">
      <w:r>
        <w:t>248.5632</w:t>
      </w:r>
      <w:r>
        <w:tab/>
        <w:t>1.013e0</w:t>
      </w:r>
    </w:p>
    <w:p w:rsidR="007B2329" w:rsidRDefault="007B2329" w:rsidP="007B2329">
      <w:r>
        <w:t>248.5671</w:t>
      </w:r>
      <w:r>
        <w:tab/>
        <w:t>1.013e0</w:t>
      </w:r>
    </w:p>
    <w:p w:rsidR="007B2329" w:rsidRDefault="007B2329" w:rsidP="007B2329">
      <w:r>
        <w:t>248.5790</w:t>
      </w:r>
      <w:r>
        <w:tab/>
        <w:t>1.013e0</w:t>
      </w:r>
    </w:p>
    <w:p w:rsidR="007B2329" w:rsidRDefault="007B2329" w:rsidP="007B2329">
      <w:r>
        <w:t>248.5875</w:t>
      </w:r>
      <w:r>
        <w:tab/>
        <w:t>4.051e0</w:t>
      </w:r>
    </w:p>
    <w:p w:rsidR="007B2329" w:rsidRDefault="007B2329" w:rsidP="007B2329">
      <w:r>
        <w:t>248.5898</w:t>
      </w:r>
      <w:r>
        <w:tab/>
        <w:t>2.025e0</w:t>
      </w:r>
    </w:p>
    <w:p w:rsidR="007B2329" w:rsidRDefault="007B2329" w:rsidP="007B2329">
      <w:r>
        <w:t>248.5950</w:t>
      </w:r>
      <w:r>
        <w:tab/>
        <w:t>3.038e0</w:t>
      </w:r>
    </w:p>
    <w:p w:rsidR="007B2329" w:rsidRDefault="007B2329" w:rsidP="007B2329">
      <w:r>
        <w:t>248.5964</w:t>
      </w:r>
      <w:r>
        <w:tab/>
        <w:t>1.013e0</w:t>
      </w:r>
    </w:p>
    <w:p w:rsidR="007B2329" w:rsidRDefault="007B2329" w:rsidP="007B2329">
      <w:r>
        <w:t>248.6131</w:t>
      </w:r>
      <w:r>
        <w:tab/>
        <w:t>1.013e0</w:t>
      </w:r>
    </w:p>
    <w:p w:rsidR="007B2329" w:rsidRDefault="007B2329" w:rsidP="007B2329">
      <w:r>
        <w:t>248.6230</w:t>
      </w:r>
      <w:r>
        <w:tab/>
        <w:t>2.025e0</w:t>
      </w:r>
    </w:p>
    <w:p w:rsidR="007B2329" w:rsidRDefault="007B2329" w:rsidP="007B2329">
      <w:r>
        <w:t>248.6251</w:t>
      </w:r>
      <w:r>
        <w:tab/>
        <w:t>1.013e0</w:t>
      </w:r>
    </w:p>
    <w:p w:rsidR="007B2329" w:rsidRDefault="007B2329" w:rsidP="007B2329">
      <w:r>
        <w:t>248.6335</w:t>
      </w:r>
      <w:r>
        <w:tab/>
        <w:t>1.013e0</w:t>
      </w:r>
    </w:p>
    <w:p w:rsidR="007B2329" w:rsidRDefault="007B2329" w:rsidP="007B2329">
      <w:r>
        <w:lastRenderedPageBreak/>
        <w:t>248.6427</w:t>
      </w:r>
      <w:r>
        <w:tab/>
        <w:t>1.013e0</w:t>
      </w:r>
    </w:p>
    <w:p w:rsidR="007B2329" w:rsidRDefault="007B2329" w:rsidP="007B2329">
      <w:r>
        <w:t>248.6473</w:t>
      </w:r>
      <w:r>
        <w:tab/>
        <w:t>2.025e0</w:t>
      </w:r>
    </w:p>
    <w:p w:rsidR="007B2329" w:rsidRDefault="007B2329" w:rsidP="007B2329">
      <w:r>
        <w:t>248.6552</w:t>
      </w:r>
      <w:r>
        <w:tab/>
        <w:t>2.025e0</w:t>
      </w:r>
    </w:p>
    <w:p w:rsidR="007B2329" w:rsidRDefault="007B2329" w:rsidP="007B2329">
      <w:r>
        <w:t>248.6591</w:t>
      </w:r>
      <w:r>
        <w:tab/>
        <w:t>1.013e0</w:t>
      </w:r>
    </w:p>
    <w:p w:rsidR="007B2329" w:rsidRDefault="007B2329" w:rsidP="007B2329">
      <w:r>
        <w:t>248.6751</w:t>
      </w:r>
      <w:r>
        <w:tab/>
        <w:t>1.013e0</w:t>
      </w:r>
    </w:p>
    <w:p w:rsidR="007B2329" w:rsidRDefault="007B2329" w:rsidP="007B2329">
      <w:r>
        <w:t>248.7012</w:t>
      </w:r>
      <w:r>
        <w:tab/>
        <w:t>1.013e0</w:t>
      </w:r>
    </w:p>
    <w:p w:rsidR="007B2329" w:rsidRDefault="007B2329" w:rsidP="007B2329">
      <w:r>
        <w:t>248.7052</w:t>
      </w:r>
      <w:r>
        <w:tab/>
        <w:t>1.013e0</w:t>
      </w:r>
    </w:p>
    <w:p w:rsidR="007B2329" w:rsidRDefault="007B2329" w:rsidP="007B2329">
      <w:r>
        <w:t>248.7130</w:t>
      </w:r>
      <w:r>
        <w:tab/>
        <w:t>1.013e0</w:t>
      </w:r>
    </w:p>
    <w:p w:rsidR="007B2329" w:rsidRDefault="007B2329" w:rsidP="007B2329">
      <w:r>
        <w:t>248.7220</w:t>
      </w:r>
      <w:r>
        <w:tab/>
        <w:t>2.025e0</w:t>
      </w:r>
    </w:p>
    <w:p w:rsidR="007B2329" w:rsidRDefault="007B2329" w:rsidP="007B2329">
      <w:r>
        <w:t>248.7260</w:t>
      </w:r>
      <w:r>
        <w:tab/>
        <w:t>1.013e0</w:t>
      </w:r>
    </w:p>
    <w:p w:rsidR="007B2329" w:rsidRDefault="007B2329" w:rsidP="007B2329">
      <w:r>
        <w:t>248.7471</w:t>
      </w:r>
      <w:r>
        <w:tab/>
        <w:t>1.013e0</w:t>
      </w:r>
    </w:p>
    <w:p w:rsidR="007B2329" w:rsidRDefault="007B2329" w:rsidP="007B2329">
      <w:r>
        <w:t>248.7511</w:t>
      </w:r>
      <w:r>
        <w:tab/>
        <w:t>1.013e0</w:t>
      </w:r>
    </w:p>
    <w:p w:rsidR="007B2329" w:rsidRDefault="007B2329" w:rsidP="007B2329">
      <w:r>
        <w:t>248.7551</w:t>
      </w:r>
      <w:r>
        <w:tab/>
        <w:t>1.013e0</w:t>
      </w:r>
    </w:p>
    <w:p w:rsidR="007B2329" w:rsidRDefault="007B2329" w:rsidP="007B2329">
      <w:r>
        <w:t>248.7632</w:t>
      </w:r>
      <w:r>
        <w:tab/>
        <w:t>1.013e0</w:t>
      </w:r>
    </w:p>
    <w:p w:rsidR="007B2329" w:rsidRDefault="007B2329" w:rsidP="007B2329">
      <w:r>
        <w:t>248.7657</w:t>
      </w:r>
      <w:r>
        <w:tab/>
        <w:t>2.025e0</w:t>
      </w:r>
    </w:p>
    <w:p w:rsidR="007B2329" w:rsidRDefault="007B2329" w:rsidP="007B2329">
      <w:r>
        <w:t>248.7725</w:t>
      </w:r>
      <w:r>
        <w:tab/>
        <w:t>2.025e0</w:t>
      </w:r>
    </w:p>
    <w:p w:rsidR="007B2329" w:rsidRDefault="007B2329" w:rsidP="007B2329">
      <w:r>
        <w:t>248.7852</w:t>
      </w:r>
      <w:r>
        <w:tab/>
        <w:t>1.013e0</w:t>
      </w:r>
    </w:p>
    <w:p w:rsidR="007B2329" w:rsidRDefault="007B2329" w:rsidP="007B2329">
      <w:r>
        <w:t>248.7972</w:t>
      </w:r>
      <w:r>
        <w:tab/>
        <w:t>2.025e0</w:t>
      </w:r>
    </w:p>
    <w:p w:rsidR="007B2329" w:rsidRDefault="007B2329" w:rsidP="007B2329">
      <w:r>
        <w:t>248.8020</w:t>
      </w:r>
      <w:r>
        <w:tab/>
        <w:t>2.025e0</w:t>
      </w:r>
    </w:p>
    <w:p w:rsidR="007B2329" w:rsidRDefault="007B2329" w:rsidP="007B2329">
      <w:r>
        <w:lastRenderedPageBreak/>
        <w:t>248.8312</w:t>
      </w:r>
      <w:r>
        <w:tab/>
        <w:t>1.013e0</w:t>
      </w:r>
    </w:p>
    <w:p w:rsidR="007B2329" w:rsidRDefault="007B2329" w:rsidP="007B2329">
      <w:r>
        <w:t>248.8351</w:t>
      </w:r>
      <w:r>
        <w:tab/>
        <w:t>2.025e0</w:t>
      </w:r>
    </w:p>
    <w:p w:rsidR="007B2329" w:rsidRDefault="007B2329" w:rsidP="007B2329">
      <w:r>
        <w:t>248.8450</w:t>
      </w:r>
      <w:r>
        <w:tab/>
        <w:t>2.025e0</w:t>
      </w:r>
    </w:p>
    <w:p w:rsidR="007B2329" w:rsidRDefault="007B2329" w:rsidP="007B2329">
      <w:r>
        <w:t>248.8499</w:t>
      </w:r>
      <w:r>
        <w:tab/>
        <w:t>3.038e0</w:t>
      </w:r>
    </w:p>
    <w:p w:rsidR="007B2329" w:rsidRDefault="007B2329" w:rsidP="007B2329">
      <w:r>
        <w:t>248.8562</w:t>
      </w:r>
      <w:r>
        <w:tab/>
        <w:t>4.051e0</w:t>
      </w:r>
    </w:p>
    <w:p w:rsidR="007B2329" w:rsidRDefault="007B2329" w:rsidP="007B2329">
      <w:r>
        <w:t>248.8772</w:t>
      </w:r>
      <w:r>
        <w:tab/>
        <w:t>2.025e0</w:t>
      </w:r>
    </w:p>
    <w:p w:rsidR="007B2329" w:rsidRDefault="007B2329" w:rsidP="007B2329">
      <w:r>
        <w:t>248.8975</w:t>
      </w:r>
      <w:r>
        <w:tab/>
        <w:t>1.013e0</w:t>
      </w:r>
    </w:p>
    <w:p w:rsidR="007B2329" w:rsidRDefault="007B2329" w:rsidP="007B2329">
      <w:r>
        <w:t>248.9000</w:t>
      </w:r>
      <w:r>
        <w:tab/>
        <w:t>2.025e0</w:t>
      </w:r>
    </w:p>
    <w:p w:rsidR="007B2329" w:rsidRDefault="007B2329" w:rsidP="007B2329">
      <w:r>
        <w:t>248.9021</w:t>
      </w:r>
      <w:r>
        <w:tab/>
        <w:t>1.013e0</w:t>
      </w:r>
    </w:p>
    <w:p w:rsidR="007B2329" w:rsidRDefault="007B2329" w:rsidP="007B2329">
      <w:r>
        <w:t>248.9068</w:t>
      </w:r>
      <w:r>
        <w:tab/>
        <w:t>1.013e0</w:t>
      </w:r>
    </w:p>
    <w:p w:rsidR="007B2329" w:rsidRDefault="007B2329" w:rsidP="007B2329">
      <w:r>
        <w:t>248.9192</w:t>
      </w:r>
      <w:r>
        <w:tab/>
        <w:t>1.013e0</w:t>
      </w:r>
    </w:p>
    <w:p w:rsidR="007B2329" w:rsidRDefault="007B2329" w:rsidP="007B2329">
      <w:r>
        <w:t>248.9272</w:t>
      </w:r>
      <w:r>
        <w:tab/>
        <w:t>1.013e0</w:t>
      </w:r>
    </w:p>
    <w:p w:rsidR="007B2329" w:rsidRDefault="007B2329" w:rsidP="007B2329">
      <w:r>
        <w:t>248.9392</w:t>
      </w:r>
      <w:r>
        <w:tab/>
        <w:t>1.013e0</w:t>
      </w:r>
    </w:p>
    <w:p w:rsidR="007B2329" w:rsidRDefault="007B2329" w:rsidP="007B2329">
      <w:r>
        <w:t>248.9439</w:t>
      </w:r>
      <w:r>
        <w:tab/>
        <w:t>1.013e0</w:t>
      </w:r>
    </w:p>
    <w:p w:rsidR="007B2329" w:rsidRDefault="007B2329" w:rsidP="007B2329">
      <w:r>
        <w:t>248.9614</w:t>
      </w:r>
      <w:r>
        <w:tab/>
        <w:t>1.013e0</w:t>
      </w:r>
    </w:p>
    <w:p w:rsidR="007B2329" w:rsidRDefault="007B2329" w:rsidP="007B2329">
      <w:r>
        <w:t>248.9692</w:t>
      </w:r>
      <w:r>
        <w:tab/>
        <w:t>1.013e0</w:t>
      </w:r>
    </w:p>
    <w:p w:rsidR="007B2329" w:rsidRDefault="007B2329" w:rsidP="007B2329">
      <w:r>
        <w:t>248.9751</w:t>
      </w:r>
      <w:r>
        <w:tab/>
        <w:t>2.025e0</w:t>
      </w:r>
    </w:p>
    <w:p w:rsidR="007B2329" w:rsidRDefault="007B2329" w:rsidP="007B2329">
      <w:r>
        <w:t>248.9856</w:t>
      </w:r>
      <w:r>
        <w:tab/>
        <w:t>2.025e0</w:t>
      </w:r>
    </w:p>
    <w:p w:rsidR="007B2329" w:rsidRDefault="007B2329" w:rsidP="007B2329">
      <w:r>
        <w:t>249.0073</w:t>
      </w:r>
      <w:r>
        <w:tab/>
        <w:t>1.013e0</w:t>
      </w:r>
    </w:p>
    <w:p w:rsidR="007B2329" w:rsidRDefault="007B2329" w:rsidP="007B2329">
      <w:r>
        <w:lastRenderedPageBreak/>
        <w:t>249.0113</w:t>
      </w:r>
      <w:r>
        <w:tab/>
        <w:t>3.038e0</w:t>
      </w:r>
    </w:p>
    <w:p w:rsidR="007B2329" w:rsidRDefault="007B2329" w:rsidP="007B2329">
      <w:r>
        <w:t>249.0187</w:t>
      </w:r>
      <w:r>
        <w:tab/>
        <w:t>6.072e0</w:t>
      </w:r>
    </w:p>
    <w:p w:rsidR="007B2329" w:rsidRDefault="007B2329" w:rsidP="007B2329">
      <w:r>
        <w:t>249.0379</w:t>
      </w:r>
      <w:r>
        <w:tab/>
        <w:t>2.025e0</w:t>
      </w:r>
    </w:p>
    <w:p w:rsidR="007B2329" w:rsidRDefault="007B2329" w:rsidP="007B2329">
      <w:r>
        <w:t>249.0494</w:t>
      </w:r>
      <w:r>
        <w:tab/>
        <w:t>1.013e0</w:t>
      </w:r>
    </w:p>
    <w:p w:rsidR="007B2329" w:rsidRDefault="007B2329" w:rsidP="007B2329">
      <w:r>
        <w:t>249.0554</w:t>
      </w:r>
      <w:r>
        <w:tab/>
        <w:t>5.063e0</w:t>
      </w:r>
    </w:p>
    <w:p w:rsidR="007B2329" w:rsidRDefault="007B2329" w:rsidP="007B2329">
      <w:r>
        <w:t>249.0993</w:t>
      </w:r>
      <w:r>
        <w:tab/>
        <w:t>3.038e0</w:t>
      </w:r>
    </w:p>
    <w:p w:rsidR="007B2329" w:rsidRDefault="007B2329" w:rsidP="007B2329">
      <w:r>
        <w:t>249.1262</w:t>
      </w:r>
      <w:r>
        <w:tab/>
        <w:t>3.038e0</w:t>
      </w:r>
    </w:p>
    <w:p w:rsidR="007B2329" w:rsidRDefault="007B2329" w:rsidP="007B2329">
      <w:r>
        <w:t>249.1336</w:t>
      </w:r>
      <w:r>
        <w:tab/>
        <w:t>1.013e0</w:t>
      </w:r>
    </w:p>
    <w:p w:rsidR="007B2329" w:rsidRDefault="007B2329" w:rsidP="007B2329">
      <w:r>
        <w:t>249.1374</w:t>
      </w:r>
      <w:r>
        <w:tab/>
        <w:t>1.013e0</w:t>
      </w:r>
    </w:p>
    <w:p w:rsidR="007B2329" w:rsidRDefault="007B2329" w:rsidP="007B2329">
      <w:r>
        <w:t>249.1493</w:t>
      </w:r>
      <w:r>
        <w:tab/>
        <w:t>2.025e0</w:t>
      </w:r>
    </w:p>
    <w:p w:rsidR="007B2329" w:rsidRDefault="007B2329" w:rsidP="007B2329">
      <w:r>
        <w:t>249.1532</w:t>
      </w:r>
      <w:r>
        <w:tab/>
        <w:t>3.038e0</w:t>
      </w:r>
    </w:p>
    <w:p w:rsidR="007B2329" w:rsidRDefault="007B2329" w:rsidP="007B2329">
      <w:r>
        <w:t>249.1572</w:t>
      </w:r>
      <w:r>
        <w:tab/>
        <w:t>1.013e0</w:t>
      </w:r>
    </w:p>
    <w:p w:rsidR="007B2329" w:rsidRDefault="007B2329" w:rsidP="007B2329">
      <w:r>
        <w:t>249.1712</w:t>
      </w:r>
      <w:r>
        <w:tab/>
        <w:t>1.013e0</w:t>
      </w:r>
    </w:p>
    <w:p w:rsidR="007B2329" w:rsidRDefault="007B2329" w:rsidP="007B2329">
      <w:r>
        <w:t>249.1815</w:t>
      </w:r>
      <w:r>
        <w:tab/>
        <w:t>2.025e0</w:t>
      </w:r>
    </w:p>
    <w:p w:rsidR="007B2329" w:rsidRDefault="007B2329" w:rsidP="007B2329">
      <w:r>
        <w:t>249.1874</w:t>
      </w:r>
      <w:r>
        <w:tab/>
        <w:t>3.038e0</w:t>
      </w:r>
    </w:p>
    <w:p w:rsidR="007B2329" w:rsidRDefault="007B2329" w:rsidP="007B2329">
      <w:r>
        <w:t>249.2036</w:t>
      </w:r>
      <w:r>
        <w:tab/>
        <w:t>1.013e0</w:t>
      </w:r>
    </w:p>
    <w:p w:rsidR="007B2329" w:rsidRDefault="007B2329" w:rsidP="007B2329">
      <w:r>
        <w:t>249.2095</w:t>
      </w:r>
      <w:r>
        <w:tab/>
        <w:t>3.038e0</w:t>
      </w:r>
    </w:p>
    <w:p w:rsidR="007B2329" w:rsidRDefault="007B2329" w:rsidP="007B2329">
      <w:r>
        <w:t>249.2219</w:t>
      </w:r>
      <w:r>
        <w:tab/>
        <w:t>5.063e0</w:t>
      </w:r>
    </w:p>
    <w:p w:rsidR="007B2329" w:rsidRDefault="007B2329" w:rsidP="007B2329">
      <w:r>
        <w:t>249.2375</w:t>
      </w:r>
      <w:r>
        <w:tab/>
        <w:t>1.013e0</w:t>
      </w:r>
    </w:p>
    <w:p w:rsidR="007B2329" w:rsidRDefault="007B2329" w:rsidP="007B2329">
      <w:r>
        <w:lastRenderedPageBreak/>
        <w:t>249.2403</w:t>
      </w:r>
      <w:r>
        <w:tab/>
        <w:t>3.038e0</w:t>
      </w:r>
    </w:p>
    <w:p w:rsidR="007B2329" w:rsidRDefault="007B2329" w:rsidP="007B2329">
      <w:r>
        <w:t>249.2480</w:t>
      </w:r>
      <w:r>
        <w:tab/>
        <w:t>2.025e0</w:t>
      </w:r>
    </w:p>
    <w:p w:rsidR="007B2329" w:rsidRDefault="007B2329" w:rsidP="007B2329">
      <w:r>
        <w:t>249.2756</w:t>
      </w:r>
      <w:r>
        <w:tab/>
        <w:t>1.013e0</w:t>
      </w:r>
    </w:p>
    <w:p w:rsidR="007B2329" w:rsidRDefault="007B2329" w:rsidP="007B2329">
      <w:r>
        <w:t>249.2795</w:t>
      </w:r>
      <w:r>
        <w:tab/>
        <w:t>1.013e0</w:t>
      </w:r>
    </w:p>
    <w:p w:rsidR="007B2329" w:rsidRDefault="007B2329" w:rsidP="007B2329">
      <w:r>
        <w:t>249.2872</w:t>
      </w:r>
      <w:r>
        <w:tab/>
        <w:t>2.532e-2</w:t>
      </w:r>
    </w:p>
    <w:p w:rsidR="007B2329" w:rsidRDefault="007B2329" w:rsidP="007B2329">
      <w:r>
        <w:t>249.3137</w:t>
      </w:r>
      <w:r>
        <w:tab/>
        <w:t>2.025e0</w:t>
      </w:r>
    </w:p>
    <w:p w:rsidR="007B2329" w:rsidRDefault="007B2329" w:rsidP="007B2329">
      <w:r>
        <w:t>249.3255</w:t>
      </w:r>
      <w:r>
        <w:tab/>
        <w:t>1.013e0</w:t>
      </w:r>
    </w:p>
    <w:p w:rsidR="007B2329" w:rsidRDefault="007B2329" w:rsidP="007B2329">
      <w:r>
        <w:t>249.3278</w:t>
      </w:r>
      <w:r>
        <w:tab/>
        <w:t>2.025e0</w:t>
      </w:r>
    </w:p>
    <w:p w:rsidR="007B2329" w:rsidRDefault="007B2329" w:rsidP="007B2329">
      <w:r>
        <w:t>249.3335</w:t>
      </w:r>
      <w:r>
        <w:tab/>
        <w:t>1.013e0</w:t>
      </w:r>
    </w:p>
    <w:p w:rsidR="007B2329" w:rsidRDefault="007B2329" w:rsidP="007B2329">
      <w:r>
        <w:t>249.3591</w:t>
      </w:r>
      <w:r>
        <w:tab/>
        <w:t>4.051e0</w:t>
      </w:r>
    </w:p>
    <w:p w:rsidR="007B2329" w:rsidRDefault="007B2329" w:rsidP="007B2329">
      <w:r>
        <w:t>249.3715</w:t>
      </w:r>
      <w:r>
        <w:tab/>
        <w:t>2.025e0</w:t>
      </w:r>
    </w:p>
    <w:p w:rsidR="007B2329" w:rsidRDefault="007B2329" w:rsidP="007B2329">
      <w:r>
        <w:t>249.3938</w:t>
      </w:r>
      <w:r>
        <w:tab/>
        <w:t>1.013e0</w:t>
      </w:r>
    </w:p>
    <w:p w:rsidR="007B2329" w:rsidRDefault="007B2329" w:rsidP="007B2329">
      <w:r>
        <w:t>249.3956</w:t>
      </w:r>
      <w:r>
        <w:tab/>
        <w:t>2.025e0</w:t>
      </w:r>
    </w:p>
    <w:p w:rsidR="007B2329" w:rsidRDefault="007B2329" w:rsidP="007B2329">
      <w:r>
        <w:t>249.4081</w:t>
      </w:r>
      <w:r>
        <w:tab/>
        <w:t>4.051e0</w:t>
      </w:r>
    </w:p>
    <w:p w:rsidR="007B2329" w:rsidRDefault="007B2329" w:rsidP="007B2329">
      <w:r>
        <w:t>249.4096</w:t>
      </w:r>
      <w:r>
        <w:tab/>
        <w:t>3.038e0</w:t>
      </w:r>
    </w:p>
    <w:p w:rsidR="007B2329" w:rsidRDefault="007B2329" w:rsidP="007B2329">
      <w:r>
        <w:t>249.4136</w:t>
      </w:r>
      <w:r>
        <w:tab/>
        <w:t>1.013e0</w:t>
      </w:r>
    </w:p>
    <w:p w:rsidR="007B2329" w:rsidRDefault="007B2329" w:rsidP="007B2329">
      <w:r>
        <w:t>249.4263</w:t>
      </w:r>
      <w:r>
        <w:tab/>
        <w:t>1.013e0</w:t>
      </w:r>
    </w:p>
    <w:p w:rsidR="007B2329" w:rsidRDefault="007B2329" w:rsidP="007B2329">
      <w:r>
        <w:t>249.4400</w:t>
      </w:r>
      <w:r>
        <w:tab/>
        <w:t>2.025e0</w:t>
      </w:r>
    </w:p>
    <w:p w:rsidR="007B2329" w:rsidRDefault="007B2329" w:rsidP="007B2329">
      <w:r>
        <w:t>249.4458</w:t>
      </w:r>
      <w:r>
        <w:tab/>
        <w:t>1.025e0</w:t>
      </w:r>
    </w:p>
    <w:p w:rsidR="007B2329" w:rsidRDefault="007B2329" w:rsidP="007B2329">
      <w:r>
        <w:lastRenderedPageBreak/>
        <w:t>249.4557</w:t>
      </w:r>
      <w:r>
        <w:tab/>
        <w:t>1.013e0</w:t>
      </w:r>
    </w:p>
    <w:p w:rsidR="007B2329" w:rsidRDefault="007B2329" w:rsidP="007B2329">
      <w:r>
        <w:t>249.4681</w:t>
      </w:r>
      <w:r>
        <w:tab/>
        <w:t>1.013e0</w:t>
      </w:r>
    </w:p>
    <w:p w:rsidR="007B2329" w:rsidRDefault="007B2329" w:rsidP="007B2329">
      <w:r>
        <w:t>249.4775</w:t>
      </w:r>
      <w:r>
        <w:tab/>
        <w:t>1.013e0</w:t>
      </w:r>
    </w:p>
    <w:p w:rsidR="007B2329" w:rsidRDefault="007B2329" w:rsidP="007B2329">
      <w:r>
        <w:t>249.4937</w:t>
      </w:r>
      <w:r>
        <w:tab/>
        <w:t>1.013e0</w:t>
      </w:r>
    </w:p>
    <w:p w:rsidR="007B2329" w:rsidRDefault="007B2329" w:rsidP="007B2329">
      <w:r>
        <w:t>249.4957</w:t>
      </w:r>
      <w:r>
        <w:tab/>
        <w:t>2.025e0</w:t>
      </w:r>
    </w:p>
    <w:p w:rsidR="007B2329" w:rsidRDefault="007B2329" w:rsidP="007B2329">
      <w:r>
        <w:t>249.5239</w:t>
      </w:r>
      <w:r>
        <w:tab/>
        <w:t>1.013e0</w:t>
      </w:r>
    </w:p>
    <w:p w:rsidR="007B2329" w:rsidRDefault="007B2329" w:rsidP="007B2329">
      <w:r>
        <w:t>249.5625</w:t>
      </w:r>
      <w:r>
        <w:tab/>
        <w:t>2.025e0</w:t>
      </w:r>
    </w:p>
    <w:p w:rsidR="007B2329" w:rsidRDefault="007B2329" w:rsidP="007B2329">
      <w:r>
        <w:t>249.5657</w:t>
      </w:r>
      <w:r>
        <w:tab/>
        <w:t>1.013e0</w:t>
      </w:r>
    </w:p>
    <w:p w:rsidR="007B2329" w:rsidRDefault="007B2329" w:rsidP="007B2329">
      <w:r>
        <w:t>249.5740</w:t>
      </w:r>
      <w:r>
        <w:tab/>
        <w:t>1.013e0</w:t>
      </w:r>
    </w:p>
    <w:p w:rsidR="007B2329" w:rsidRDefault="007B2329" w:rsidP="007B2329">
      <w:r>
        <w:t>249.5779</w:t>
      </w:r>
      <w:r>
        <w:tab/>
        <w:t>3.038e0</w:t>
      </w:r>
    </w:p>
    <w:p w:rsidR="007B2329" w:rsidRDefault="007B2329" w:rsidP="007B2329">
      <w:r>
        <w:t>249.5898</w:t>
      </w:r>
      <w:r>
        <w:tab/>
        <w:t>3.038e0</w:t>
      </w:r>
    </w:p>
    <w:p w:rsidR="007B2329" w:rsidRDefault="007B2329" w:rsidP="007B2329">
      <w:r>
        <w:t>249.6075</w:t>
      </w:r>
      <w:r>
        <w:tab/>
        <w:t>2.025e0</w:t>
      </w:r>
    </w:p>
    <w:p w:rsidR="007B2329" w:rsidRDefault="007B2329" w:rsidP="007B2329">
      <w:r>
        <w:t>249.6099</w:t>
      </w:r>
      <w:r>
        <w:tab/>
        <w:t>3.038e0</w:t>
      </w:r>
    </w:p>
    <w:p w:rsidR="007B2329" w:rsidRDefault="007B2329" w:rsidP="007B2329">
      <w:r>
        <w:t>249.6161</w:t>
      </w:r>
      <w:r>
        <w:tab/>
        <w:t>2.025e0</w:t>
      </w:r>
    </w:p>
    <w:p w:rsidR="007B2329" w:rsidRDefault="007B2329" w:rsidP="007B2329">
      <w:r>
        <w:t>249.6279</w:t>
      </w:r>
      <w:r>
        <w:tab/>
        <w:t>1.013e0</w:t>
      </w:r>
    </w:p>
    <w:p w:rsidR="007B2329" w:rsidRDefault="007B2329" w:rsidP="007B2329">
      <w:r>
        <w:t>249.6358</w:t>
      </w:r>
      <w:r>
        <w:tab/>
        <w:t>1.013e0</w:t>
      </w:r>
    </w:p>
    <w:p w:rsidR="007B2329" w:rsidRDefault="007B2329" w:rsidP="007B2329">
      <w:r>
        <w:t>249.6427</w:t>
      </w:r>
      <w:r>
        <w:tab/>
        <w:t>2.025e0</w:t>
      </w:r>
    </w:p>
    <w:p w:rsidR="007B2329" w:rsidRDefault="007B2329" w:rsidP="007B2329">
      <w:r>
        <w:t>249.6661</w:t>
      </w:r>
      <w:r>
        <w:tab/>
        <w:t>1.013e0</w:t>
      </w:r>
    </w:p>
    <w:p w:rsidR="007B2329" w:rsidRDefault="007B2329" w:rsidP="007B2329">
      <w:r>
        <w:t>249.6819</w:t>
      </w:r>
      <w:r>
        <w:tab/>
        <w:t>1.013e0</w:t>
      </w:r>
    </w:p>
    <w:p w:rsidR="007B2329" w:rsidRDefault="007B2329" w:rsidP="007B2329">
      <w:r>
        <w:lastRenderedPageBreak/>
        <w:t>249.7247</w:t>
      </w:r>
      <w:r>
        <w:tab/>
        <w:t>3.051e0</w:t>
      </w:r>
    </w:p>
    <w:p w:rsidR="007B2329" w:rsidRDefault="007B2329" w:rsidP="007B2329">
      <w:r>
        <w:t>249.7422</w:t>
      </w:r>
      <w:r>
        <w:tab/>
        <w:t>1.013e0</w:t>
      </w:r>
    </w:p>
    <w:p w:rsidR="007B2329" w:rsidRDefault="007B2329" w:rsidP="007B2329">
      <w:r>
        <w:t>249.7463</w:t>
      </w:r>
      <w:r>
        <w:tab/>
        <w:t>1.013e0</w:t>
      </w:r>
    </w:p>
    <w:p w:rsidR="007B2329" w:rsidRDefault="007B2329" w:rsidP="007B2329">
      <w:r>
        <w:t>249.7598</w:t>
      </w:r>
      <w:r>
        <w:tab/>
        <w:t>4.051e0</w:t>
      </w:r>
    </w:p>
    <w:p w:rsidR="007B2329" w:rsidRDefault="007B2329" w:rsidP="007B2329">
      <w:r>
        <w:t>249.7621</w:t>
      </w:r>
      <w:r>
        <w:tab/>
        <w:t>1.013e0</w:t>
      </w:r>
    </w:p>
    <w:p w:rsidR="007B2329" w:rsidRDefault="007B2329" w:rsidP="007B2329">
      <w:r>
        <w:t>249.7660</w:t>
      </w:r>
      <w:r>
        <w:tab/>
        <w:t>1.013e0</w:t>
      </w:r>
    </w:p>
    <w:p w:rsidR="007B2329" w:rsidRDefault="007B2329" w:rsidP="007B2329">
      <w:r>
        <w:t>249.7748</w:t>
      </w:r>
      <w:r>
        <w:tab/>
        <w:t>2.025e0</w:t>
      </w:r>
    </w:p>
    <w:p w:rsidR="007B2329" w:rsidRDefault="007B2329" w:rsidP="007B2329">
      <w:r>
        <w:t>249.7795</w:t>
      </w:r>
      <w:r>
        <w:tab/>
        <w:t>1.013e0</w:t>
      </w:r>
    </w:p>
    <w:p w:rsidR="007B2329" w:rsidRDefault="007B2329" w:rsidP="007B2329">
      <w:r>
        <w:t>249.7923</w:t>
      </w:r>
      <w:r>
        <w:tab/>
        <w:t>2.025e0</w:t>
      </w:r>
    </w:p>
    <w:p w:rsidR="007B2329" w:rsidRDefault="007B2329" w:rsidP="007B2329">
      <w:r>
        <w:t>249.8043</w:t>
      </w:r>
      <w:r>
        <w:tab/>
        <w:t>1.013e0</w:t>
      </w:r>
    </w:p>
    <w:p w:rsidR="007B2329" w:rsidRDefault="007B2329" w:rsidP="007B2329">
      <w:r>
        <w:t>249.8598</w:t>
      </w:r>
      <w:r>
        <w:tab/>
        <w:t>4.051e0</w:t>
      </w:r>
    </w:p>
    <w:p w:rsidR="007B2329" w:rsidRDefault="007B2329" w:rsidP="007B2329">
      <w:r>
        <w:t>249.8674</w:t>
      </w:r>
      <w:r>
        <w:tab/>
        <w:t>4.051e0</w:t>
      </w:r>
    </w:p>
    <w:p w:rsidR="007B2329" w:rsidRDefault="007B2329" w:rsidP="007B2329">
      <w:r>
        <w:t>249.8766</w:t>
      </w:r>
      <w:r>
        <w:tab/>
        <w:t>3.038e0</w:t>
      </w:r>
    </w:p>
    <w:p w:rsidR="007B2329" w:rsidRDefault="007B2329" w:rsidP="007B2329">
      <w:r>
        <w:t>249.8963</w:t>
      </w:r>
      <w:r>
        <w:tab/>
        <w:t>1.013e0</w:t>
      </w:r>
    </w:p>
    <w:p w:rsidR="007B2329" w:rsidRDefault="007B2329" w:rsidP="007B2329">
      <w:r>
        <w:t>249.9097</w:t>
      </w:r>
      <w:r>
        <w:tab/>
        <w:t>1.013e0</w:t>
      </w:r>
    </w:p>
    <w:p w:rsidR="007B2329" w:rsidRDefault="007B2329" w:rsidP="007B2329">
      <w:r>
        <w:t>249.9118</w:t>
      </w:r>
      <w:r>
        <w:tab/>
        <w:t>2.025e0</w:t>
      </w:r>
    </w:p>
    <w:p w:rsidR="007B2329" w:rsidRDefault="007B2329" w:rsidP="007B2329">
      <w:r>
        <w:t>249.9225</w:t>
      </w:r>
      <w:r>
        <w:tab/>
        <w:t>1.013e0</w:t>
      </w:r>
    </w:p>
    <w:p w:rsidR="007B2329" w:rsidRDefault="007B2329" w:rsidP="007B2329">
      <w:r>
        <w:t>249.9325</w:t>
      </w:r>
      <w:r>
        <w:tab/>
        <w:t>2.025e0</w:t>
      </w:r>
    </w:p>
    <w:p w:rsidR="007B2329" w:rsidRDefault="007B2329" w:rsidP="007B2329">
      <w:r>
        <w:t>249.9469</w:t>
      </w:r>
      <w:r>
        <w:tab/>
        <w:t>1.013e0</w:t>
      </w:r>
    </w:p>
    <w:p w:rsidR="007B2329" w:rsidRDefault="007B2329" w:rsidP="007B2329">
      <w:r>
        <w:lastRenderedPageBreak/>
        <w:t>249.9516</w:t>
      </w:r>
      <w:r>
        <w:tab/>
        <w:t>1.013e0</w:t>
      </w:r>
    </w:p>
    <w:p w:rsidR="007B2329" w:rsidRDefault="007B2329" w:rsidP="007B2329">
      <w:r>
        <w:t>249.9557</w:t>
      </w:r>
      <w:r>
        <w:tab/>
        <w:t>2.025e0</w:t>
      </w:r>
    </w:p>
    <w:p w:rsidR="007B2329" w:rsidRDefault="007B2329" w:rsidP="007B2329">
      <w:r>
        <w:t>249.9610</w:t>
      </w:r>
      <w:r>
        <w:tab/>
        <w:t>1.013e0</w:t>
      </w:r>
    </w:p>
    <w:p w:rsidR="007B2329" w:rsidRDefault="007B2329" w:rsidP="007B2329">
      <w:r>
        <w:t>249.9647</w:t>
      </w:r>
      <w:r>
        <w:tab/>
        <w:t>1.013e0</w:t>
      </w:r>
    </w:p>
    <w:p w:rsidR="007B2329" w:rsidRDefault="007B2329" w:rsidP="007B2329">
      <w:r>
        <w:t>249.9726</w:t>
      </w:r>
      <w:r>
        <w:tab/>
        <w:t>2.025e0</w:t>
      </w:r>
    </w:p>
    <w:p w:rsidR="007B2329" w:rsidRDefault="007B2329" w:rsidP="007B2329">
      <w:r>
        <w:t>249.9766</w:t>
      </w:r>
      <w:r>
        <w:tab/>
        <w:t>2.025e0</w:t>
      </w:r>
    </w:p>
    <w:p w:rsidR="007B2329" w:rsidRDefault="007B2329" w:rsidP="007B2329">
      <w:r>
        <w:t>249.9894</w:t>
      </w:r>
      <w:r>
        <w:tab/>
        <w:t>1.025e0</w:t>
      </w:r>
    </w:p>
    <w:p w:rsidR="007B2329" w:rsidRDefault="007B2329" w:rsidP="007B2329">
      <w:r>
        <w:t>249.9980</w:t>
      </w:r>
      <w:r>
        <w:tab/>
        <w:t>1.013e0</w:t>
      </w:r>
    </w:p>
    <w:p w:rsidR="007B2329" w:rsidRDefault="007B2329" w:rsidP="007B2329">
      <w:r>
        <w:t>250.0054</w:t>
      </w:r>
      <w:r>
        <w:tab/>
        <w:t>2.025e0</w:t>
      </w:r>
    </w:p>
    <w:p w:rsidR="007B2329" w:rsidRDefault="007B2329" w:rsidP="007B2329">
      <w:r>
        <w:t>250.0079</w:t>
      </w:r>
      <w:r>
        <w:tab/>
        <w:t>3.038e0</w:t>
      </w:r>
    </w:p>
    <w:p w:rsidR="007B2329" w:rsidRDefault="007B2329" w:rsidP="007B2329">
      <w:r>
        <w:t>250.0127</w:t>
      </w:r>
      <w:r>
        <w:tab/>
        <w:t>2.532e-2</w:t>
      </w:r>
    </w:p>
    <w:p w:rsidR="007B2329" w:rsidRDefault="007B2329" w:rsidP="007B2329">
      <w:r>
        <w:t>250.0147</w:t>
      </w:r>
      <w:r>
        <w:tab/>
        <w:t>2.025e0</w:t>
      </w:r>
    </w:p>
    <w:p w:rsidR="007B2329" w:rsidRDefault="007B2329" w:rsidP="007B2329">
      <w:r>
        <w:t>250.0187</w:t>
      </w:r>
      <w:r>
        <w:tab/>
        <w:t>2.025e0</w:t>
      </w:r>
    </w:p>
    <w:p w:rsidR="007B2329" w:rsidRDefault="007B2329" w:rsidP="007B2329">
      <w:r>
        <w:t>250.0353</w:t>
      </w:r>
      <w:r>
        <w:tab/>
        <w:t>1.013e0</w:t>
      </w:r>
    </w:p>
    <w:p w:rsidR="007B2329" w:rsidRDefault="007B2329" w:rsidP="007B2329">
      <w:r>
        <w:t>250.0464</w:t>
      </w:r>
      <w:r>
        <w:tab/>
        <w:t>2.025e0</w:t>
      </w:r>
    </w:p>
    <w:p w:rsidR="007B2329" w:rsidRDefault="007B2329" w:rsidP="007B2329">
      <w:r>
        <w:t>250.0529</w:t>
      </w:r>
      <w:r>
        <w:tab/>
        <w:t>1.013e0</w:t>
      </w:r>
    </w:p>
    <w:p w:rsidR="007B2329" w:rsidRDefault="007B2329" w:rsidP="007B2329">
      <w:r>
        <w:t>250.0686</w:t>
      </w:r>
      <w:r>
        <w:tab/>
        <w:t>2.025e0</w:t>
      </w:r>
    </w:p>
    <w:p w:rsidR="007B2329" w:rsidRDefault="007B2329" w:rsidP="007B2329">
      <w:r>
        <w:t>250.0865</w:t>
      </w:r>
      <w:r>
        <w:tab/>
        <w:t>2.025e0</w:t>
      </w:r>
    </w:p>
    <w:p w:rsidR="007B2329" w:rsidRDefault="007B2329" w:rsidP="007B2329">
      <w:r>
        <w:t>250.0911</w:t>
      </w:r>
      <w:r>
        <w:tab/>
        <w:t>1.013e0</w:t>
      </w:r>
    </w:p>
    <w:p w:rsidR="007B2329" w:rsidRDefault="007B2329" w:rsidP="007B2329">
      <w:r>
        <w:lastRenderedPageBreak/>
        <w:t>250.0989</w:t>
      </w:r>
      <w:r>
        <w:tab/>
        <w:t>3.038e0</w:t>
      </w:r>
    </w:p>
    <w:p w:rsidR="007B2329" w:rsidRDefault="007B2329" w:rsidP="007B2329">
      <w:r>
        <w:t>250.1108</w:t>
      </w:r>
      <w:r>
        <w:tab/>
        <w:t>1.013e0</w:t>
      </w:r>
    </w:p>
    <w:p w:rsidR="007B2329" w:rsidRDefault="007B2329" w:rsidP="007B2329">
      <w:r>
        <w:t>250.1193</w:t>
      </w:r>
      <w:r>
        <w:tab/>
        <w:t>5.063e0</w:t>
      </w:r>
    </w:p>
    <w:p w:rsidR="007B2329" w:rsidRDefault="007B2329" w:rsidP="007B2329">
      <w:r>
        <w:t>250.1235</w:t>
      </w:r>
      <w:r>
        <w:tab/>
        <w:t>5.063e0</w:t>
      </w:r>
    </w:p>
    <w:p w:rsidR="007B2329" w:rsidRDefault="007B2329" w:rsidP="007B2329">
      <w:r>
        <w:t>250.1284</w:t>
      </w:r>
      <w:r>
        <w:tab/>
        <w:t>1.013e0</w:t>
      </w:r>
    </w:p>
    <w:p w:rsidR="007B2329" w:rsidRDefault="007B2329" w:rsidP="007B2329">
      <w:r>
        <w:t>250.1365</w:t>
      </w:r>
      <w:r>
        <w:tab/>
        <w:t>5.063e0</w:t>
      </w:r>
    </w:p>
    <w:p w:rsidR="007B2329" w:rsidRDefault="007B2329" w:rsidP="007B2329">
      <w:r>
        <w:t>250.1489</w:t>
      </w:r>
      <w:r>
        <w:tab/>
        <w:t>1.013e0</w:t>
      </w:r>
    </w:p>
    <w:p w:rsidR="007B2329" w:rsidRDefault="007B2329" w:rsidP="007B2329">
      <w:r>
        <w:t>250.1509</w:t>
      </w:r>
      <w:r>
        <w:tab/>
        <w:t>3.038e0</w:t>
      </w:r>
    </w:p>
    <w:p w:rsidR="007B2329" w:rsidRDefault="007B2329" w:rsidP="007B2329">
      <w:r>
        <w:t>250.1568</w:t>
      </w:r>
      <w:r>
        <w:tab/>
        <w:t>1.013e0</w:t>
      </w:r>
    </w:p>
    <w:p w:rsidR="007B2329" w:rsidRDefault="007B2329" w:rsidP="007B2329">
      <w:r>
        <w:t>250.1591</w:t>
      </w:r>
      <w:r>
        <w:tab/>
        <w:t>1.025e0</w:t>
      </w:r>
    </w:p>
    <w:p w:rsidR="007B2329" w:rsidRDefault="007B2329" w:rsidP="007B2329">
      <w:r>
        <w:t>250.1768</w:t>
      </w:r>
      <w:r>
        <w:tab/>
        <w:t>1.025e0</w:t>
      </w:r>
    </w:p>
    <w:p w:rsidR="007B2329" w:rsidRDefault="007B2329" w:rsidP="007B2329">
      <w:r>
        <w:t>250.1793</w:t>
      </w:r>
      <w:r>
        <w:tab/>
        <w:t>1.013e0</w:t>
      </w:r>
    </w:p>
    <w:p w:rsidR="007B2329" w:rsidRDefault="007B2329" w:rsidP="007B2329">
      <w:r>
        <w:t>250.1832</w:t>
      </w:r>
      <w:r>
        <w:tab/>
        <w:t>1.013e0</w:t>
      </w:r>
    </w:p>
    <w:p w:rsidR="007B2329" w:rsidRDefault="007B2329" w:rsidP="007B2329">
      <w:r>
        <w:t>250.1890</w:t>
      </w:r>
      <w:r>
        <w:tab/>
        <w:t>4.051e0</w:t>
      </w:r>
    </w:p>
    <w:p w:rsidR="007B2329" w:rsidRDefault="007B2329" w:rsidP="007B2329">
      <w:r>
        <w:t>250.1951</w:t>
      </w:r>
      <w:r>
        <w:tab/>
        <w:t>1.013e0</w:t>
      </w:r>
    </w:p>
    <w:p w:rsidR="007B2329" w:rsidRDefault="007B2329" w:rsidP="007B2329">
      <w:r>
        <w:t>250.1985</w:t>
      </w:r>
      <w:r>
        <w:tab/>
        <w:t>3.038e0</w:t>
      </w:r>
    </w:p>
    <w:p w:rsidR="007B2329" w:rsidRDefault="007B2329" w:rsidP="007B2329">
      <w:r>
        <w:t>250.2215</w:t>
      </w:r>
      <w:r>
        <w:tab/>
        <w:t>1.013e0</w:t>
      </w:r>
    </w:p>
    <w:p w:rsidR="007B2329" w:rsidRDefault="007B2329" w:rsidP="007B2329">
      <w:r>
        <w:t>250.2242</w:t>
      </w:r>
      <w:r>
        <w:tab/>
        <w:t>2.025e0</w:t>
      </w:r>
    </w:p>
    <w:p w:rsidR="007B2329" w:rsidRDefault="007B2329" w:rsidP="007B2329">
      <w:r>
        <w:t>250.2254</w:t>
      </w:r>
      <w:r>
        <w:tab/>
        <w:t>1.013e0</w:t>
      </w:r>
    </w:p>
    <w:p w:rsidR="007B2329" w:rsidRDefault="007B2329" w:rsidP="007B2329">
      <w:r>
        <w:lastRenderedPageBreak/>
        <w:t>250.2292</w:t>
      </w:r>
      <w:r>
        <w:tab/>
        <w:t>2.025e0</w:t>
      </w:r>
    </w:p>
    <w:p w:rsidR="007B2329" w:rsidRDefault="007B2329" w:rsidP="007B2329">
      <w:r>
        <w:t>250.2634</w:t>
      </w:r>
      <w:r>
        <w:tab/>
        <w:t>1.013e0</w:t>
      </w:r>
    </w:p>
    <w:p w:rsidR="007B2329" w:rsidRDefault="007B2329" w:rsidP="007B2329">
      <w:r>
        <w:t>250.2673</w:t>
      </w:r>
      <w:r>
        <w:tab/>
        <w:t>2.025e0</w:t>
      </w:r>
    </w:p>
    <w:p w:rsidR="007B2329" w:rsidRDefault="007B2329" w:rsidP="007B2329">
      <w:r>
        <w:t>250.2793</w:t>
      </w:r>
      <w:r>
        <w:tab/>
        <w:t>3.038e0</w:t>
      </w:r>
    </w:p>
    <w:p w:rsidR="007B2329" w:rsidRDefault="007B2329" w:rsidP="007B2329">
      <w:r>
        <w:t>250.2832</w:t>
      </w:r>
      <w:r>
        <w:tab/>
        <w:t>2.025e0</w:t>
      </w:r>
    </w:p>
    <w:p w:rsidR="007B2329" w:rsidRDefault="007B2329" w:rsidP="007B2329">
      <w:r>
        <w:t>250.3007</w:t>
      </w:r>
      <w:r>
        <w:tab/>
        <w:t>1.013e0</w:t>
      </w:r>
    </w:p>
    <w:p w:rsidR="007B2329" w:rsidRDefault="007B2329" w:rsidP="007B2329">
      <w:r>
        <w:t>250.3111</w:t>
      </w:r>
      <w:r>
        <w:tab/>
        <w:t>1.025e0</w:t>
      </w:r>
    </w:p>
    <w:p w:rsidR="007B2329" w:rsidRDefault="007B2329" w:rsidP="007B2329">
      <w:r>
        <w:t>250.3174</w:t>
      </w:r>
      <w:r>
        <w:tab/>
        <w:t>1.013e0</w:t>
      </w:r>
    </w:p>
    <w:p w:rsidR="007B2329" w:rsidRDefault="007B2329" w:rsidP="007B2329">
      <w:r>
        <w:t>250.3293</w:t>
      </w:r>
      <w:r>
        <w:tab/>
        <w:t>1.013e0</w:t>
      </w:r>
    </w:p>
    <w:p w:rsidR="007B2329" w:rsidRDefault="007B2329" w:rsidP="007B2329">
      <w:r>
        <w:t>250.3332</w:t>
      </w:r>
      <w:r>
        <w:tab/>
        <w:t>1.013e0</w:t>
      </w:r>
    </w:p>
    <w:p w:rsidR="007B2329" w:rsidRDefault="007B2329" w:rsidP="007B2329">
      <w:r>
        <w:t>250.3379</w:t>
      </w:r>
      <w:r>
        <w:tab/>
        <w:t>1.013e0</w:t>
      </w:r>
    </w:p>
    <w:p w:rsidR="007B2329" w:rsidRDefault="007B2329" w:rsidP="007B2329">
      <w:r>
        <w:t>250.3555</w:t>
      </w:r>
      <w:r>
        <w:tab/>
        <w:t>1.013e0</w:t>
      </w:r>
    </w:p>
    <w:p w:rsidR="007B2329" w:rsidRDefault="007B2329" w:rsidP="007B2329">
      <w:r>
        <w:t>250.3675</w:t>
      </w:r>
      <w:r>
        <w:tab/>
        <w:t>1.013e0</w:t>
      </w:r>
    </w:p>
    <w:p w:rsidR="007B2329" w:rsidRDefault="007B2329" w:rsidP="007B2329">
      <w:r>
        <w:t>250.3845</w:t>
      </w:r>
      <w:r>
        <w:tab/>
        <w:t>1.013e0</w:t>
      </w:r>
    </w:p>
    <w:p w:rsidR="007B2329" w:rsidRDefault="007B2329" w:rsidP="007B2329">
      <w:r>
        <w:t>250.3977</w:t>
      </w:r>
      <w:r>
        <w:tab/>
        <w:t>1.013e0</w:t>
      </w:r>
    </w:p>
    <w:p w:rsidR="007B2329" w:rsidRDefault="007B2329" w:rsidP="007B2329">
      <w:r>
        <w:t>250.4016</w:t>
      </w:r>
      <w:r>
        <w:tab/>
        <w:t>1.013e0</w:t>
      </w:r>
    </w:p>
    <w:p w:rsidR="007B2329" w:rsidRDefault="007B2329" w:rsidP="007B2329">
      <w:r>
        <w:t>250.4096</w:t>
      </w:r>
      <w:r>
        <w:tab/>
        <w:t>1.013e0</w:t>
      </w:r>
    </w:p>
    <w:p w:rsidR="007B2329" w:rsidRDefault="007B2329" w:rsidP="007B2329">
      <w:r>
        <w:t>250.4115</w:t>
      </w:r>
      <w:r>
        <w:tab/>
        <w:t>2.025e0</w:t>
      </w:r>
    </w:p>
    <w:p w:rsidR="007B2329" w:rsidRDefault="007B2329" w:rsidP="007B2329">
      <w:r>
        <w:t>250.4217</w:t>
      </w:r>
      <w:r>
        <w:tab/>
        <w:t>1.013e0</w:t>
      </w:r>
    </w:p>
    <w:p w:rsidR="007B2329" w:rsidRDefault="007B2329" w:rsidP="007B2329">
      <w:r>
        <w:lastRenderedPageBreak/>
        <w:t>250.4265</w:t>
      </w:r>
      <w:r>
        <w:tab/>
        <w:t>1.013e0</w:t>
      </w:r>
    </w:p>
    <w:p w:rsidR="007B2329" w:rsidRDefault="007B2329" w:rsidP="007B2329">
      <w:r>
        <w:t>250.4310</w:t>
      </w:r>
      <w:r>
        <w:tab/>
        <w:t>1.013e0</w:t>
      </w:r>
    </w:p>
    <w:p w:rsidR="007B2329" w:rsidRDefault="007B2329" w:rsidP="007B2329">
      <w:r>
        <w:t>250.4438</w:t>
      </w:r>
      <w:r>
        <w:tab/>
        <w:t>1.013e0</w:t>
      </w:r>
    </w:p>
    <w:p w:rsidR="007B2329" w:rsidRDefault="007B2329" w:rsidP="007B2329">
      <w:r>
        <w:t>250.4497</w:t>
      </w:r>
      <w:r>
        <w:tab/>
        <w:t>1.025e0</w:t>
      </w:r>
    </w:p>
    <w:p w:rsidR="007B2329" w:rsidRDefault="007B2329" w:rsidP="007B2329">
      <w:r>
        <w:t>250.4596</w:t>
      </w:r>
      <w:r>
        <w:tab/>
        <w:t>1.013e0</w:t>
      </w:r>
    </w:p>
    <w:p w:rsidR="007B2329" w:rsidRDefault="007B2329" w:rsidP="007B2329">
      <w:r>
        <w:t>250.4684</w:t>
      </w:r>
      <w:r>
        <w:tab/>
        <w:t>2.025e0</w:t>
      </w:r>
    </w:p>
    <w:p w:rsidR="007B2329" w:rsidRDefault="007B2329" w:rsidP="007B2329">
      <w:r>
        <w:t>250.4727</w:t>
      </w:r>
      <w:r>
        <w:tab/>
        <w:t>2.025e0</w:t>
      </w:r>
    </w:p>
    <w:p w:rsidR="007B2329" w:rsidRDefault="007B2329" w:rsidP="007B2329">
      <w:r>
        <w:t>250.4821</w:t>
      </w:r>
      <w:r>
        <w:tab/>
        <w:t>1.013e0</w:t>
      </w:r>
    </w:p>
    <w:p w:rsidR="007B2329" w:rsidRDefault="007B2329" w:rsidP="007B2329">
      <w:r>
        <w:t>250.4957</w:t>
      </w:r>
      <w:r>
        <w:tab/>
        <w:t>2.025e0</w:t>
      </w:r>
    </w:p>
    <w:p w:rsidR="007B2329" w:rsidRDefault="007B2329" w:rsidP="007B2329">
      <w:r>
        <w:t>250.5056</w:t>
      </w:r>
      <w:r>
        <w:tab/>
        <w:t>1.013e0</w:t>
      </w:r>
    </w:p>
    <w:p w:rsidR="007B2329" w:rsidRDefault="007B2329" w:rsidP="007B2329">
      <w:r>
        <w:t>250.5149</w:t>
      </w:r>
      <w:r>
        <w:tab/>
        <w:t>1.013e0</w:t>
      </w:r>
    </w:p>
    <w:p w:rsidR="007B2329" w:rsidRDefault="007B2329" w:rsidP="007B2329">
      <w:r>
        <w:t>250.5197</w:t>
      </w:r>
      <w:r>
        <w:tab/>
        <w:t>1.013e0</w:t>
      </w:r>
    </w:p>
    <w:p w:rsidR="007B2329" w:rsidRDefault="007B2329" w:rsidP="007B2329">
      <w:r>
        <w:t>250.5524</w:t>
      </w:r>
      <w:r>
        <w:tab/>
        <w:t>1.013e0</w:t>
      </w:r>
    </w:p>
    <w:p w:rsidR="007B2329" w:rsidRDefault="007B2329" w:rsidP="007B2329">
      <w:r>
        <w:t>250.5569</w:t>
      </w:r>
      <w:r>
        <w:tab/>
        <w:t>1.013e0</w:t>
      </w:r>
    </w:p>
    <w:p w:rsidR="007B2329" w:rsidRDefault="007B2329" w:rsidP="007B2329">
      <w:r>
        <w:t>250.5662</w:t>
      </w:r>
      <w:r>
        <w:tab/>
        <w:t>1.013e0</w:t>
      </w:r>
    </w:p>
    <w:p w:rsidR="007B2329" w:rsidRDefault="007B2329" w:rsidP="007B2329">
      <w:r>
        <w:t>250.5721</w:t>
      </w:r>
      <w:r>
        <w:tab/>
        <w:t>1.025e0</w:t>
      </w:r>
    </w:p>
    <w:p w:rsidR="007B2329" w:rsidRDefault="007B2329" w:rsidP="007B2329">
      <w:r>
        <w:t>250.5739</w:t>
      </w:r>
      <w:r>
        <w:tab/>
        <w:t>2.025e0</w:t>
      </w:r>
    </w:p>
    <w:p w:rsidR="007B2329" w:rsidRDefault="007B2329" w:rsidP="007B2329">
      <w:r>
        <w:t>250.5989</w:t>
      </w:r>
      <w:r>
        <w:tab/>
        <w:t>2.025e0</w:t>
      </w:r>
    </w:p>
    <w:p w:rsidR="007B2329" w:rsidRDefault="007B2329" w:rsidP="007B2329">
      <w:r>
        <w:t>250.6242</w:t>
      </w:r>
      <w:r>
        <w:tab/>
        <w:t>1.013e0</w:t>
      </w:r>
    </w:p>
    <w:p w:rsidR="007B2329" w:rsidRDefault="007B2329" w:rsidP="007B2329">
      <w:r>
        <w:lastRenderedPageBreak/>
        <w:t>250.6281</w:t>
      </w:r>
      <w:r>
        <w:tab/>
        <w:t>1.013e0</w:t>
      </w:r>
    </w:p>
    <w:p w:rsidR="007B2329" w:rsidRDefault="007B2329" w:rsidP="007B2329">
      <w:r>
        <w:t>250.6416</w:t>
      </w:r>
      <w:r>
        <w:tab/>
        <w:t>2.025e0</w:t>
      </w:r>
    </w:p>
    <w:p w:rsidR="007B2329" w:rsidRDefault="007B2329" w:rsidP="007B2329">
      <w:r>
        <w:t>250.6455</w:t>
      </w:r>
      <w:r>
        <w:tab/>
        <w:t>1.013e0</w:t>
      </w:r>
    </w:p>
    <w:p w:rsidR="007B2329" w:rsidRDefault="007B2329" w:rsidP="007B2329">
      <w:r>
        <w:t>250.6501</w:t>
      </w:r>
      <w:r>
        <w:tab/>
        <w:t>1.013e0</w:t>
      </w:r>
    </w:p>
    <w:p w:rsidR="007B2329" w:rsidRDefault="007B2329" w:rsidP="007B2329">
      <w:r>
        <w:t>250.6584</w:t>
      </w:r>
      <w:r>
        <w:tab/>
        <w:t>1.013e0</w:t>
      </w:r>
    </w:p>
    <w:p w:rsidR="007B2329" w:rsidRDefault="007B2329" w:rsidP="007B2329">
      <w:r>
        <w:t>250.6742</w:t>
      </w:r>
      <w:r>
        <w:tab/>
        <w:t>1.013e0</w:t>
      </w:r>
    </w:p>
    <w:p w:rsidR="007B2329" w:rsidRDefault="007B2329" w:rsidP="007B2329">
      <w:r>
        <w:t>250.6781</w:t>
      </w:r>
      <w:r>
        <w:tab/>
        <w:t>1.013e0</w:t>
      </w:r>
    </w:p>
    <w:p w:rsidR="007B2329" w:rsidRDefault="007B2329" w:rsidP="007B2329">
      <w:r>
        <w:t>250.6967</w:t>
      </w:r>
      <w:r>
        <w:tab/>
        <w:t>2.025e0</w:t>
      </w:r>
    </w:p>
    <w:p w:rsidR="007B2329" w:rsidRDefault="007B2329" w:rsidP="007B2329">
      <w:r>
        <w:t>250.7005</w:t>
      </w:r>
      <w:r>
        <w:tab/>
        <w:t>1.013e0</w:t>
      </w:r>
    </w:p>
    <w:p w:rsidR="007B2329" w:rsidRDefault="007B2329" w:rsidP="007B2329">
      <w:r>
        <w:t>250.7191</w:t>
      </w:r>
      <w:r>
        <w:tab/>
        <w:t>2.025e0</w:t>
      </w:r>
    </w:p>
    <w:p w:rsidR="007B2329" w:rsidRDefault="007B2329" w:rsidP="007B2329">
      <w:r>
        <w:t>250.7202</w:t>
      </w:r>
      <w:r>
        <w:tab/>
        <w:t>1.013e0</w:t>
      </w:r>
    </w:p>
    <w:p w:rsidR="007B2329" w:rsidRDefault="007B2329" w:rsidP="007B2329">
      <w:r>
        <w:t>250.7446</w:t>
      </w:r>
      <w:r>
        <w:tab/>
        <w:t>2.025e0</w:t>
      </w:r>
    </w:p>
    <w:p w:rsidR="007B2329" w:rsidRDefault="007B2329" w:rsidP="007B2329">
      <w:r>
        <w:t>250.7506</w:t>
      </w:r>
      <w:r>
        <w:tab/>
        <w:t>1.013e0</w:t>
      </w:r>
    </w:p>
    <w:p w:rsidR="007B2329" w:rsidRDefault="007B2329" w:rsidP="007B2329">
      <w:r>
        <w:t>250.7585</w:t>
      </w:r>
      <w:r>
        <w:tab/>
        <w:t>1.013e0</w:t>
      </w:r>
    </w:p>
    <w:p w:rsidR="007B2329" w:rsidRDefault="007B2329" w:rsidP="007B2329">
      <w:r>
        <w:t>250.7667</w:t>
      </w:r>
      <w:r>
        <w:tab/>
        <w:t>1.013e0</w:t>
      </w:r>
    </w:p>
    <w:p w:rsidR="007B2329" w:rsidRDefault="007B2329" w:rsidP="007B2329">
      <w:r>
        <w:t>250.7762</w:t>
      </w:r>
      <w:r>
        <w:tab/>
        <w:t>1.013e0</w:t>
      </w:r>
    </w:p>
    <w:p w:rsidR="007B2329" w:rsidRDefault="007B2329" w:rsidP="007B2329">
      <w:r>
        <w:t>250.7849</w:t>
      </w:r>
      <w:r>
        <w:tab/>
        <w:t>1.013e0</w:t>
      </w:r>
    </w:p>
    <w:p w:rsidR="007B2329" w:rsidRDefault="007B2329" w:rsidP="007B2329">
      <w:r>
        <w:t>250.7887</w:t>
      </w:r>
      <w:r>
        <w:tab/>
        <w:t>1.013e0</w:t>
      </w:r>
    </w:p>
    <w:p w:rsidR="007B2329" w:rsidRDefault="007B2329" w:rsidP="007B2329">
      <w:r>
        <w:t>250.7908</w:t>
      </w:r>
      <w:r>
        <w:tab/>
        <w:t>3.038e0</w:t>
      </w:r>
    </w:p>
    <w:p w:rsidR="007B2329" w:rsidRDefault="007B2329" w:rsidP="007B2329">
      <w:r>
        <w:lastRenderedPageBreak/>
        <w:t>250.8181</w:t>
      </w:r>
      <w:r>
        <w:tab/>
        <w:t>1.013e0</w:t>
      </w:r>
    </w:p>
    <w:p w:rsidR="007B2329" w:rsidRDefault="007B2329" w:rsidP="007B2329">
      <w:r>
        <w:t>250.8227</w:t>
      </w:r>
      <w:r>
        <w:tab/>
        <w:t>1.013e0</w:t>
      </w:r>
    </w:p>
    <w:p w:rsidR="007B2329" w:rsidRDefault="007B2329" w:rsidP="007B2329">
      <w:r>
        <w:t>250.8271</w:t>
      </w:r>
      <w:r>
        <w:tab/>
        <w:t>2.025e0</w:t>
      </w:r>
    </w:p>
    <w:p w:rsidR="007B2329" w:rsidRDefault="007B2329" w:rsidP="007B2329">
      <w:r>
        <w:t>250.8389</w:t>
      </w:r>
      <w:r>
        <w:tab/>
        <w:t>1.013e0</w:t>
      </w:r>
    </w:p>
    <w:p w:rsidR="007B2329" w:rsidRDefault="007B2329" w:rsidP="007B2329">
      <w:r>
        <w:t>250.8447</w:t>
      </w:r>
      <w:r>
        <w:tab/>
        <w:t>2.532e-2</w:t>
      </w:r>
    </w:p>
    <w:p w:rsidR="007B2329" w:rsidRDefault="007B2329" w:rsidP="007B2329">
      <w:r>
        <w:t>250.8467</w:t>
      </w:r>
      <w:r>
        <w:tab/>
        <w:t>2.025e0</w:t>
      </w:r>
    </w:p>
    <w:p w:rsidR="007B2329" w:rsidRDefault="007B2329" w:rsidP="007B2329">
      <w:r>
        <w:t>250.8731</w:t>
      </w:r>
      <w:r>
        <w:tab/>
        <w:t>1.013e0</w:t>
      </w:r>
    </w:p>
    <w:p w:rsidR="007B2329" w:rsidRDefault="007B2329" w:rsidP="007B2329">
      <w:r>
        <w:t>250.8790</w:t>
      </w:r>
      <w:r>
        <w:tab/>
        <w:t>2.025e0</w:t>
      </w:r>
    </w:p>
    <w:p w:rsidR="007B2329" w:rsidRDefault="007B2329" w:rsidP="007B2329">
      <w:r>
        <w:t>250.8810</w:t>
      </w:r>
      <w:r>
        <w:tab/>
        <w:t>1.013e0</w:t>
      </w:r>
    </w:p>
    <w:p w:rsidR="007B2329" w:rsidRDefault="007B2329" w:rsidP="007B2329">
      <w:r>
        <w:t>250.8850</w:t>
      </w:r>
      <w:r>
        <w:tab/>
        <w:t>1.013e0</w:t>
      </w:r>
    </w:p>
    <w:p w:rsidR="007B2329" w:rsidRDefault="007B2329" w:rsidP="007B2329">
      <w:r>
        <w:t>250.9064</w:t>
      </w:r>
      <w:r>
        <w:tab/>
        <w:t>3.038e0</w:t>
      </w:r>
    </w:p>
    <w:p w:rsidR="007B2329" w:rsidRDefault="007B2329" w:rsidP="007B2329">
      <w:r>
        <w:t>250.9153</w:t>
      </w:r>
      <w:r>
        <w:tab/>
        <w:t>2.025e0</w:t>
      </w:r>
    </w:p>
    <w:p w:rsidR="007B2329" w:rsidRDefault="007B2329" w:rsidP="007B2329">
      <w:r>
        <w:t>250.9251</w:t>
      </w:r>
      <w:r>
        <w:tab/>
        <w:t>2.025e0</w:t>
      </w:r>
    </w:p>
    <w:p w:rsidR="007B2329" w:rsidRDefault="007B2329" w:rsidP="007B2329">
      <w:r>
        <w:t>250.9310</w:t>
      </w:r>
      <w:r>
        <w:tab/>
        <w:t>2.025e0</w:t>
      </w:r>
    </w:p>
    <w:p w:rsidR="007B2329" w:rsidRDefault="007B2329" w:rsidP="007B2329">
      <w:r>
        <w:t>250.9325</w:t>
      </w:r>
      <w:r>
        <w:tab/>
        <w:t>3.038e0</w:t>
      </w:r>
    </w:p>
    <w:p w:rsidR="007B2329" w:rsidRDefault="007B2329" w:rsidP="007B2329">
      <w:r>
        <w:t>250.9337</w:t>
      </w:r>
      <w:r>
        <w:tab/>
        <w:t>3.038e0</w:t>
      </w:r>
    </w:p>
    <w:p w:rsidR="007B2329" w:rsidRDefault="007B2329" w:rsidP="007B2329">
      <w:r>
        <w:t>250.9613</w:t>
      </w:r>
      <w:r>
        <w:tab/>
        <w:t>1.013e0</w:t>
      </w:r>
    </w:p>
    <w:p w:rsidR="007B2329" w:rsidRDefault="007B2329" w:rsidP="007B2329">
      <w:r>
        <w:t>250.9719</w:t>
      </w:r>
      <w:r>
        <w:tab/>
        <w:t>6.090e0</w:t>
      </w:r>
    </w:p>
    <w:p w:rsidR="007B2329" w:rsidRDefault="007B2329" w:rsidP="007B2329">
      <w:r>
        <w:t>250.9795</w:t>
      </w:r>
      <w:r>
        <w:tab/>
        <w:t>3.051e0</w:t>
      </w:r>
    </w:p>
    <w:p w:rsidR="007B2329" w:rsidRDefault="007B2329" w:rsidP="007B2329">
      <w:r>
        <w:lastRenderedPageBreak/>
        <w:t>250.9813</w:t>
      </w:r>
      <w:r>
        <w:tab/>
        <w:t>7.089e0</w:t>
      </w:r>
    </w:p>
    <w:p w:rsidR="007B2329" w:rsidRDefault="007B2329" w:rsidP="007B2329">
      <w:r>
        <w:t>250.9837</w:t>
      </w:r>
      <w:r>
        <w:tab/>
        <w:t>1.075e1</w:t>
      </w:r>
    </w:p>
    <w:p w:rsidR="007B2329" w:rsidRDefault="007B2329" w:rsidP="007B2329">
      <w:r>
        <w:t>250.9877</w:t>
      </w:r>
      <w:r>
        <w:tab/>
        <w:t>2.089e0</w:t>
      </w:r>
    </w:p>
    <w:p w:rsidR="007B2329" w:rsidRDefault="007B2329" w:rsidP="007B2329">
      <w:r>
        <w:t>250.9937</w:t>
      </w:r>
      <w:r>
        <w:tab/>
        <w:t>7.089e0</w:t>
      </w:r>
    </w:p>
    <w:p w:rsidR="007B2329" w:rsidRDefault="007B2329" w:rsidP="007B2329">
      <w:r>
        <w:t>251.0281</w:t>
      </w:r>
      <w:r>
        <w:tab/>
        <w:t>2.025e0</w:t>
      </w:r>
    </w:p>
    <w:p w:rsidR="007B2329" w:rsidRDefault="007B2329" w:rsidP="007B2329">
      <w:r>
        <w:t>251.0349</w:t>
      </w:r>
      <w:r>
        <w:tab/>
        <w:t>2.025e0</w:t>
      </w:r>
    </w:p>
    <w:p w:rsidR="007B2329" w:rsidRDefault="007B2329" w:rsidP="007B2329">
      <w:r>
        <w:t>251.0375</w:t>
      </w:r>
      <w:r>
        <w:tab/>
        <w:t>1.013e0</w:t>
      </w:r>
    </w:p>
    <w:p w:rsidR="007B2329" w:rsidRDefault="007B2329" w:rsidP="007B2329">
      <w:r>
        <w:t>251.0656</w:t>
      </w:r>
      <w:r>
        <w:tab/>
        <w:t>2.025e0</w:t>
      </w:r>
    </w:p>
    <w:p w:rsidR="007B2329" w:rsidRDefault="007B2329" w:rsidP="007B2329">
      <w:r>
        <w:t>251.0843</w:t>
      </w:r>
      <w:r>
        <w:tab/>
        <w:t>3.038e0</w:t>
      </w:r>
    </w:p>
    <w:p w:rsidR="007B2329" w:rsidRDefault="007B2329" w:rsidP="007B2329">
      <w:r>
        <w:t>251.0878</w:t>
      </w:r>
      <w:r>
        <w:tab/>
        <w:t>1.013e0</w:t>
      </w:r>
    </w:p>
    <w:p w:rsidR="007B2329" w:rsidRDefault="007B2329" w:rsidP="007B2329">
      <w:r>
        <w:t>251.1036</w:t>
      </w:r>
      <w:r>
        <w:tab/>
        <w:t>1.013e0</w:t>
      </w:r>
    </w:p>
    <w:p w:rsidR="007B2329" w:rsidRDefault="007B2329" w:rsidP="007B2329">
      <w:r>
        <w:t>251.1058</w:t>
      </w:r>
      <w:r>
        <w:tab/>
        <w:t>2.025e0</w:t>
      </w:r>
    </w:p>
    <w:p w:rsidR="007B2329" w:rsidRDefault="007B2329" w:rsidP="007B2329">
      <w:r>
        <w:t>251.1075</w:t>
      </w:r>
      <w:r>
        <w:tab/>
        <w:t>1.013e0</w:t>
      </w:r>
    </w:p>
    <w:p w:rsidR="007B2329" w:rsidRDefault="007B2329" w:rsidP="007B2329">
      <w:r>
        <w:t>251.1150</w:t>
      </w:r>
      <w:r>
        <w:tab/>
        <w:t>2.025e0</w:t>
      </w:r>
    </w:p>
    <w:p w:rsidR="007B2329" w:rsidRDefault="007B2329" w:rsidP="007B2329">
      <w:r>
        <w:t>251.1168</w:t>
      </w:r>
      <w:r>
        <w:tab/>
        <w:t>3.063e0</w:t>
      </w:r>
    </w:p>
    <w:p w:rsidR="007B2329" w:rsidRDefault="007B2329" w:rsidP="007B2329">
      <w:r>
        <w:t>251.1208</w:t>
      </w:r>
      <w:r>
        <w:tab/>
        <w:t>1.331e0</w:t>
      </w:r>
    </w:p>
    <w:p w:rsidR="007B2329" w:rsidRDefault="007B2329" w:rsidP="007B2329">
      <w:r>
        <w:t>251.1287</w:t>
      </w:r>
      <w:r>
        <w:tab/>
        <w:t>7.089e0</w:t>
      </w:r>
    </w:p>
    <w:p w:rsidR="007B2329" w:rsidRDefault="007B2329" w:rsidP="007B2329">
      <w:r>
        <w:t>251.1418</w:t>
      </w:r>
      <w:r>
        <w:tab/>
        <w:t>1.013e0</w:t>
      </w:r>
    </w:p>
    <w:p w:rsidR="007B2329" w:rsidRDefault="007B2329" w:rsidP="007B2329">
      <w:r>
        <w:t>251.1484</w:t>
      </w:r>
      <w:r>
        <w:tab/>
        <w:t>5.063e0</w:t>
      </w:r>
    </w:p>
    <w:p w:rsidR="007B2329" w:rsidRDefault="007B2329" w:rsidP="007B2329">
      <w:r>
        <w:lastRenderedPageBreak/>
        <w:t>251.1495</w:t>
      </w:r>
      <w:r>
        <w:tab/>
        <w:t>3.038e0</w:t>
      </w:r>
    </w:p>
    <w:p w:rsidR="007B2329" w:rsidRDefault="007B2329" w:rsidP="007B2329">
      <w:r>
        <w:t>251.1569</w:t>
      </w:r>
      <w:r>
        <w:tab/>
        <w:t>3.304e0</w:t>
      </w:r>
    </w:p>
    <w:p w:rsidR="007B2329" w:rsidRDefault="007B2329" w:rsidP="007B2329">
      <w:r>
        <w:t>251.1675</w:t>
      </w:r>
      <w:r>
        <w:tab/>
        <w:t>2.025e0</w:t>
      </w:r>
    </w:p>
    <w:p w:rsidR="007B2329" w:rsidRDefault="007B2329" w:rsidP="007B2329">
      <w:r>
        <w:t>251.1700</w:t>
      </w:r>
      <w:r>
        <w:tab/>
        <w:t>2.025e0</w:t>
      </w:r>
    </w:p>
    <w:p w:rsidR="007B2329" w:rsidRDefault="007B2329" w:rsidP="007B2329">
      <w:r>
        <w:t>251.1721</w:t>
      </w:r>
      <w:r>
        <w:tab/>
        <w:t>1.013e0</w:t>
      </w:r>
    </w:p>
    <w:p w:rsidR="007B2329" w:rsidRDefault="007B2329" w:rsidP="007B2329">
      <w:r>
        <w:t>251.1761</w:t>
      </w:r>
      <w:r>
        <w:tab/>
        <w:t>2.025e0</w:t>
      </w:r>
    </w:p>
    <w:p w:rsidR="007B2329" w:rsidRDefault="007B2329" w:rsidP="007B2329">
      <w:r>
        <w:t>251.1801</w:t>
      </w:r>
      <w:r>
        <w:tab/>
        <w:t>2.025e0</w:t>
      </w:r>
    </w:p>
    <w:p w:rsidR="007B2329" w:rsidRDefault="007B2329" w:rsidP="007B2329">
      <w:r>
        <w:t>251.1957</w:t>
      </w:r>
      <w:r>
        <w:tab/>
        <w:t>4.051e0</w:t>
      </w:r>
    </w:p>
    <w:p w:rsidR="007B2329" w:rsidRDefault="007B2329" w:rsidP="007B2329">
      <w:r>
        <w:t>251.2043</w:t>
      </w:r>
      <w:r>
        <w:tab/>
        <w:t>2.330e0</w:t>
      </w:r>
    </w:p>
    <w:p w:rsidR="007B2329" w:rsidRDefault="007B2329" w:rsidP="007B2329">
      <w:r>
        <w:t>251.2057</w:t>
      </w:r>
      <w:r>
        <w:tab/>
        <w:t>3.038e0</w:t>
      </w:r>
    </w:p>
    <w:p w:rsidR="007B2329" w:rsidRDefault="007B2329" w:rsidP="007B2329">
      <w:r>
        <w:t>251.2103</w:t>
      </w:r>
      <w:r>
        <w:tab/>
        <w:t>1.013e0</w:t>
      </w:r>
    </w:p>
    <w:p w:rsidR="007B2329" w:rsidRDefault="007B2329" w:rsidP="007B2329">
      <w:r>
        <w:t>251.2161</w:t>
      </w:r>
      <w:r>
        <w:tab/>
        <w:t>2.532e-2</w:t>
      </w:r>
    </w:p>
    <w:p w:rsidR="007B2329" w:rsidRDefault="007B2329" w:rsidP="007B2329">
      <w:r>
        <w:t>251.2301</w:t>
      </w:r>
      <w:r>
        <w:tab/>
        <w:t>1.022e0</w:t>
      </w:r>
    </w:p>
    <w:p w:rsidR="007B2329" w:rsidRDefault="007B2329" w:rsidP="007B2329">
      <w:r>
        <w:t>251.2321</w:t>
      </w:r>
      <w:r>
        <w:tab/>
        <w:t>2.025e0</w:t>
      </w:r>
    </w:p>
    <w:p w:rsidR="007B2329" w:rsidRDefault="007B2329" w:rsidP="007B2329">
      <w:r>
        <w:t>251.2476</w:t>
      </w:r>
      <w:r>
        <w:tab/>
        <w:t>2.025e0</w:t>
      </w:r>
    </w:p>
    <w:p w:rsidR="007B2329" w:rsidRDefault="007B2329" w:rsidP="007B2329">
      <w:r>
        <w:t>251.2533</w:t>
      </w:r>
      <w:r>
        <w:tab/>
        <w:t>2.025e0</w:t>
      </w:r>
    </w:p>
    <w:p w:rsidR="007B2329" w:rsidRDefault="007B2329" w:rsidP="007B2329">
      <w:r>
        <w:t>251.2549</w:t>
      </w:r>
      <w:r>
        <w:tab/>
        <w:t>2.025e0</w:t>
      </w:r>
    </w:p>
    <w:p w:rsidR="007B2329" w:rsidRDefault="007B2329" w:rsidP="007B2329">
      <w:r>
        <w:t>251.2685</w:t>
      </w:r>
      <w:r>
        <w:tab/>
        <w:t>1.013e0</w:t>
      </w:r>
    </w:p>
    <w:p w:rsidR="007B2329" w:rsidRDefault="007B2329" w:rsidP="007B2329">
      <w:r>
        <w:t>251.2764</w:t>
      </w:r>
      <w:r>
        <w:tab/>
        <w:t>3.038e0</w:t>
      </w:r>
    </w:p>
    <w:p w:rsidR="007B2329" w:rsidRDefault="007B2329" w:rsidP="007B2329">
      <w:r>
        <w:lastRenderedPageBreak/>
        <w:t>251.2895</w:t>
      </w:r>
      <w:r>
        <w:tab/>
        <w:t>2.025e0</w:t>
      </w:r>
    </w:p>
    <w:p w:rsidR="007B2329" w:rsidRDefault="007B2329" w:rsidP="007B2329">
      <w:r>
        <w:t>251.2944</w:t>
      </w:r>
      <w:r>
        <w:tab/>
        <w:t>1.013e0</w:t>
      </w:r>
    </w:p>
    <w:p w:rsidR="007B2329" w:rsidRDefault="007B2329" w:rsidP="007B2329">
      <w:r>
        <w:t>251.2987</w:t>
      </w:r>
      <w:r>
        <w:tab/>
        <w:t>1.013e0</w:t>
      </w:r>
    </w:p>
    <w:p w:rsidR="007B2329" w:rsidRDefault="007B2329" w:rsidP="007B2329">
      <w:r>
        <w:t>251.3146</w:t>
      </w:r>
      <w:r>
        <w:tab/>
        <w:t>1.013e0</w:t>
      </w:r>
    </w:p>
    <w:p w:rsidR="007B2329" w:rsidRDefault="007B2329" w:rsidP="007B2329">
      <w:r>
        <w:t>251.3167</w:t>
      </w:r>
      <w:r>
        <w:tab/>
        <w:t>1.025e0</w:t>
      </w:r>
    </w:p>
    <w:p w:rsidR="007B2329" w:rsidRDefault="007B2329" w:rsidP="007B2329">
      <w:r>
        <w:t>251.3318</w:t>
      </w:r>
      <w:r>
        <w:tab/>
        <w:t>1.013e0</w:t>
      </w:r>
    </w:p>
    <w:p w:rsidR="007B2329" w:rsidRDefault="007B2329" w:rsidP="007B2329">
      <w:r>
        <w:t>251.3405</w:t>
      </w:r>
      <w:r>
        <w:tab/>
        <w:t>3.038e0</w:t>
      </w:r>
    </w:p>
    <w:p w:rsidR="007B2329" w:rsidRDefault="007B2329" w:rsidP="007B2329">
      <w:r>
        <w:t>251.3486</w:t>
      </w:r>
      <w:r>
        <w:tab/>
        <w:t>1.013e0</w:t>
      </w:r>
    </w:p>
    <w:p w:rsidR="007B2329" w:rsidRDefault="007B2329" w:rsidP="007B2329">
      <w:r>
        <w:t>251.3645</w:t>
      </w:r>
      <w:r>
        <w:tab/>
        <w:t>1.013e0</w:t>
      </w:r>
    </w:p>
    <w:p w:rsidR="007B2329" w:rsidRDefault="007B2329" w:rsidP="007B2329">
      <w:r>
        <w:t>251.3831</w:t>
      </w:r>
      <w:r>
        <w:tab/>
        <w:t>1.013e0</w:t>
      </w:r>
    </w:p>
    <w:p w:rsidR="007B2329" w:rsidRDefault="007B2329" w:rsidP="007B2329">
      <w:r>
        <w:t>251.3948</w:t>
      </w:r>
      <w:r>
        <w:tab/>
        <w:t>1.013e0</w:t>
      </w:r>
    </w:p>
    <w:p w:rsidR="007B2329" w:rsidRDefault="007B2329" w:rsidP="007B2329">
      <w:r>
        <w:t>251.4028</w:t>
      </w:r>
      <w:r>
        <w:tab/>
        <w:t>1.013e0</w:t>
      </w:r>
    </w:p>
    <w:p w:rsidR="007B2329" w:rsidRDefault="007B2329" w:rsidP="007B2329">
      <w:r>
        <w:t>251.4119</w:t>
      </w:r>
      <w:r>
        <w:tab/>
        <w:t>3.038e0</w:t>
      </w:r>
    </w:p>
    <w:p w:rsidR="007B2329" w:rsidRDefault="007B2329" w:rsidP="007B2329">
      <w:r>
        <w:t>251.4159</w:t>
      </w:r>
      <w:r>
        <w:tab/>
        <w:t>4.051e0</w:t>
      </w:r>
    </w:p>
    <w:p w:rsidR="007B2329" w:rsidRDefault="007B2329" w:rsidP="007B2329">
      <w:r>
        <w:t>251.4291</w:t>
      </w:r>
      <w:r>
        <w:tab/>
        <w:t>1.013e0</w:t>
      </w:r>
    </w:p>
    <w:p w:rsidR="007B2329" w:rsidRDefault="007B2329" w:rsidP="007B2329">
      <w:r>
        <w:t>251.4400</w:t>
      </w:r>
      <w:r>
        <w:tab/>
        <w:t>3.038e0</w:t>
      </w:r>
    </w:p>
    <w:p w:rsidR="007B2329" w:rsidRDefault="007B2329" w:rsidP="007B2329">
      <w:r>
        <w:t>251.4872</w:t>
      </w:r>
      <w:r>
        <w:tab/>
        <w:t>1.013e0</w:t>
      </w:r>
    </w:p>
    <w:p w:rsidR="007B2329" w:rsidRDefault="007B2329" w:rsidP="007B2329">
      <w:r>
        <w:t>251.4915</w:t>
      </w:r>
      <w:r>
        <w:tab/>
        <w:t>2.025e0</w:t>
      </w:r>
    </w:p>
    <w:p w:rsidR="007B2329" w:rsidRDefault="007B2329" w:rsidP="007B2329">
      <w:r>
        <w:t>251.4955</w:t>
      </w:r>
      <w:r>
        <w:tab/>
        <w:t>1.013e0</w:t>
      </w:r>
    </w:p>
    <w:p w:rsidR="007B2329" w:rsidRDefault="007B2329" w:rsidP="007B2329">
      <w:r>
        <w:lastRenderedPageBreak/>
        <w:t>251.5001</w:t>
      </w:r>
      <w:r>
        <w:tab/>
        <w:t>1.013e0</w:t>
      </w:r>
    </w:p>
    <w:p w:rsidR="007B2329" w:rsidRDefault="007B2329" w:rsidP="007B2329">
      <w:r>
        <w:t>251.5174</w:t>
      </w:r>
      <w:r>
        <w:tab/>
        <w:t>1.013e0</w:t>
      </w:r>
    </w:p>
    <w:p w:rsidR="007B2329" w:rsidRDefault="007B2329" w:rsidP="007B2329">
      <w:r>
        <w:t>251.5213</w:t>
      </w:r>
      <w:r>
        <w:tab/>
        <w:t>2.025e0</w:t>
      </w:r>
    </w:p>
    <w:p w:rsidR="007B2329" w:rsidRDefault="007B2329" w:rsidP="007B2329">
      <w:r>
        <w:t>251.5293</w:t>
      </w:r>
      <w:r>
        <w:tab/>
        <w:t>1.013e0</w:t>
      </w:r>
    </w:p>
    <w:p w:rsidR="007B2329" w:rsidRDefault="007B2329" w:rsidP="007B2329">
      <w:r>
        <w:t>251.5340</w:t>
      </w:r>
      <w:r>
        <w:tab/>
        <w:t>4.051e0</w:t>
      </w:r>
    </w:p>
    <w:p w:rsidR="007B2329" w:rsidRDefault="007B2329" w:rsidP="007B2329">
      <w:r>
        <w:t>251.5636</w:t>
      </w:r>
      <w:r>
        <w:tab/>
        <w:t>1.013e0</w:t>
      </w:r>
    </w:p>
    <w:p w:rsidR="007B2329" w:rsidRDefault="007B2329" w:rsidP="007B2329">
      <w:r>
        <w:t>251.5799</w:t>
      </w:r>
      <w:r>
        <w:tab/>
        <w:t>5.063e0</w:t>
      </w:r>
    </w:p>
    <w:p w:rsidR="007B2329" w:rsidRDefault="007B2329" w:rsidP="007B2329">
      <w:r>
        <w:t>251.5856</w:t>
      </w:r>
      <w:r>
        <w:tab/>
        <w:t>3.038e0</w:t>
      </w:r>
    </w:p>
    <w:p w:rsidR="007B2329" w:rsidRDefault="007B2329" w:rsidP="007B2329">
      <w:r>
        <w:t>251.5931</w:t>
      </w:r>
      <w:r>
        <w:tab/>
        <w:t>4.051e0</w:t>
      </w:r>
    </w:p>
    <w:p w:rsidR="007B2329" w:rsidRDefault="007B2329" w:rsidP="007B2329">
      <w:r>
        <w:t>251.6077</w:t>
      </w:r>
      <w:r>
        <w:tab/>
        <w:t>3.038e0</w:t>
      </w:r>
    </w:p>
    <w:p w:rsidR="007B2329" w:rsidRDefault="007B2329" w:rsidP="007B2329">
      <w:r>
        <w:t>251.6136</w:t>
      </w:r>
      <w:r>
        <w:tab/>
        <w:t>2.025e0</w:t>
      </w:r>
    </w:p>
    <w:p w:rsidR="007B2329" w:rsidRDefault="007B2329" w:rsidP="007B2329">
      <w:r>
        <w:t>251.6245</w:t>
      </w:r>
      <w:r>
        <w:tab/>
        <w:t>2.025e0</w:t>
      </w:r>
    </w:p>
    <w:p w:rsidR="007B2329" w:rsidRDefault="007B2329" w:rsidP="007B2329">
      <w:r>
        <w:t>251.6264</w:t>
      </w:r>
      <w:r>
        <w:tab/>
        <w:t>1.013e0</w:t>
      </w:r>
    </w:p>
    <w:p w:rsidR="007B2329" w:rsidRDefault="007B2329" w:rsidP="007B2329">
      <w:r>
        <w:t>251.6401</w:t>
      </w:r>
      <w:r>
        <w:tab/>
        <w:t>2.025e0</w:t>
      </w:r>
    </w:p>
    <w:p w:rsidR="007B2329" w:rsidRDefault="007B2329" w:rsidP="007B2329">
      <w:r>
        <w:t>251.6519</w:t>
      </w:r>
      <w:r>
        <w:tab/>
        <w:t>2.025e0</w:t>
      </w:r>
    </w:p>
    <w:p w:rsidR="007B2329" w:rsidRDefault="007B2329" w:rsidP="007B2329">
      <w:r>
        <w:t>251.6639</w:t>
      </w:r>
      <w:r>
        <w:tab/>
        <w:t>1.013e0</w:t>
      </w:r>
    </w:p>
    <w:p w:rsidR="007B2329" w:rsidRDefault="007B2329" w:rsidP="007B2329">
      <w:r>
        <w:t>251.6778</w:t>
      </w:r>
      <w:r>
        <w:tab/>
        <w:t>1.013e0</w:t>
      </w:r>
    </w:p>
    <w:p w:rsidR="007B2329" w:rsidRDefault="007B2329" w:rsidP="007B2329">
      <w:r>
        <w:t>251.6981</w:t>
      </w:r>
      <w:r>
        <w:tab/>
        <w:t>2.025e0</w:t>
      </w:r>
    </w:p>
    <w:p w:rsidR="007B2329" w:rsidRDefault="007B2329" w:rsidP="007B2329">
      <w:r>
        <w:t>251.7021</w:t>
      </w:r>
      <w:r>
        <w:tab/>
        <w:t>1.013e0</w:t>
      </w:r>
    </w:p>
    <w:p w:rsidR="007B2329" w:rsidRDefault="007B2329" w:rsidP="007B2329">
      <w:r>
        <w:lastRenderedPageBreak/>
        <w:t>251.7106</w:t>
      </w:r>
      <w:r>
        <w:tab/>
        <w:t>1.013e0</w:t>
      </w:r>
    </w:p>
    <w:p w:rsidR="007B2329" w:rsidRDefault="007B2329" w:rsidP="007B2329">
      <w:r>
        <w:t>251.7153</w:t>
      </w:r>
      <w:r>
        <w:tab/>
        <w:t>1.013e0</w:t>
      </w:r>
    </w:p>
    <w:p w:rsidR="007B2329" w:rsidRDefault="007B2329" w:rsidP="007B2329">
      <w:r>
        <w:t>251.7284</w:t>
      </w:r>
      <w:r>
        <w:tab/>
        <w:t>1.013e0</w:t>
      </w:r>
    </w:p>
    <w:p w:rsidR="007B2329" w:rsidRDefault="007B2329" w:rsidP="007B2329">
      <w:r>
        <w:t>251.7500</w:t>
      </w:r>
      <w:r>
        <w:tab/>
        <w:t>2.025e0</w:t>
      </w:r>
    </w:p>
    <w:p w:rsidR="007B2329" w:rsidRDefault="007B2329" w:rsidP="007B2329">
      <w:r>
        <w:t>251.7528</w:t>
      </w:r>
      <w:r>
        <w:tab/>
        <w:t>1.013e0</w:t>
      </w:r>
    </w:p>
    <w:p w:rsidR="007B2329" w:rsidRDefault="007B2329" w:rsidP="007B2329">
      <w:r>
        <w:t>251.7574</w:t>
      </w:r>
      <w:r>
        <w:tab/>
        <w:t>4.051e0</w:t>
      </w:r>
    </w:p>
    <w:p w:rsidR="007B2329" w:rsidRDefault="007B2329" w:rsidP="007B2329">
      <w:r>
        <w:t>251.7596</w:t>
      </w:r>
      <w:r>
        <w:tab/>
        <w:t>2.038e0</w:t>
      </w:r>
    </w:p>
    <w:p w:rsidR="007B2329" w:rsidRDefault="007B2329" w:rsidP="007B2329">
      <w:r>
        <w:t>251.7616</w:t>
      </w:r>
      <w:r>
        <w:tab/>
        <w:t>2.025e0</w:t>
      </w:r>
    </w:p>
    <w:p w:rsidR="007B2329" w:rsidRDefault="007B2329" w:rsidP="007B2329">
      <w:r>
        <w:t>251.7824</w:t>
      </w:r>
      <w:r>
        <w:tab/>
        <w:t>1.013e0</w:t>
      </w:r>
    </w:p>
    <w:p w:rsidR="007B2329" w:rsidRDefault="007B2329" w:rsidP="007B2329">
      <w:r>
        <w:t>251.7996</w:t>
      </w:r>
      <w:r>
        <w:tab/>
        <w:t>2.025e0</w:t>
      </w:r>
    </w:p>
    <w:p w:rsidR="007B2329" w:rsidRDefault="007B2329" w:rsidP="007B2329">
      <w:r>
        <w:t>251.8226</w:t>
      </w:r>
      <w:r>
        <w:tab/>
        <w:t>1.025e0</w:t>
      </w:r>
    </w:p>
    <w:p w:rsidR="007B2329" w:rsidRDefault="007B2329" w:rsidP="007B2329">
      <w:r>
        <w:t>251.8331</w:t>
      </w:r>
      <w:r>
        <w:tab/>
        <w:t>2.025e0</w:t>
      </w:r>
    </w:p>
    <w:p w:rsidR="007B2329" w:rsidRDefault="007B2329" w:rsidP="007B2329">
      <w:r>
        <w:t>251.8528</w:t>
      </w:r>
      <w:r>
        <w:tab/>
        <w:t>2.025e0</w:t>
      </w:r>
    </w:p>
    <w:p w:rsidR="007B2329" w:rsidRDefault="007B2329" w:rsidP="007B2329">
      <w:r>
        <w:t>251.8746</w:t>
      </w:r>
      <w:r>
        <w:tab/>
        <w:t>1.013e0</w:t>
      </w:r>
    </w:p>
    <w:p w:rsidR="007B2329" w:rsidRDefault="007B2329" w:rsidP="007B2329">
      <w:r>
        <w:t>251.8850</w:t>
      </w:r>
      <w:r>
        <w:tab/>
        <w:t>3.038e0</w:t>
      </w:r>
    </w:p>
    <w:p w:rsidR="007B2329" w:rsidRDefault="007B2329" w:rsidP="007B2329">
      <w:r>
        <w:t>251.9010</w:t>
      </w:r>
      <w:r>
        <w:tab/>
        <w:t>3.038e0</w:t>
      </w:r>
    </w:p>
    <w:p w:rsidR="007B2329" w:rsidRDefault="007B2329" w:rsidP="007B2329">
      <w:r>
        <w:t>251.9091</w:t>
      </w:r>
      <w:r>
        <w:tab/>
        <w:t>1.013e0</w:t>
      </w:r>
    </w:p>
    <w:p w:rsidR="007B2329" w:rsidRDefault="007B2329" w:rsidP="007B2329">
      <w:r>
        <w:t>251.9129</w:t>
      </w:r>
      <w:r>
        <w:tab/>
        <w:t>2.025e0</w:t>
      </w:r>
    </w:p>
    <w:p w:rsidR="007B2329" w:rsidRDefault="007B2329" w:rsidP="007B2329">
      <w:r>
        <w:t>251.9150</w:t>
      </w:r>
      <w:r>
        <w:tab/>
        <w:t>2.025e0</w:t>
      </w:r>
    </w:p>
    <w:p w:rsidR="007B2329" w:rsidRDefault="007B2329" w:rsidP="007B2329">
      <w:r>
        <w:lastRenderedPageBreak/>
        <w:t>251.9169</w:t>
      </w:r>
      <w:r>
        <w:tab/>
        <w:t>1.013e0</w:t>
      </w:r>
    </w:p>
    <w:p w:rsidR="007B2329" w:rsidRDefault="007B2329" w:rsidP="007B2329">
      <w:r>
        <w:t>251.9213</w:t>
      </w:r>
      <w:r>
        <w:tab/>
        <w:t>1.013e0</w:t>
      </w:r>
    </w:p>
    <w:p w:rsidR="007B2329" w:rsidRDefault="007B2329" w:rsidP="007B2329">
      <w:r>
        <w:t>251.9260</w:t>
      </w:r>
      <w:r>
        <w:tab/>
        <w:t>1.013e0</w:t>
      </w:r>
    </w:p>
    <w:p w:rsidR="007B2329" w:rsidRDefault="007B2329" w:rsidP="007B2329">
      <w:r>
        <w:t>251.9280</w:t>
      </w:r>
      <w:r>
        <w:tab/>
        <w:t>2.025e0</w:t>
      </w:r>
    </w:p>
    <w:p w:rsidR="007B2329" w:rsidRDefault="007B2329" w:rsidP="007B2329">
      <w:r>
        <w:t>251.9590</w:t>
      </w:r>
      <w:r>
        <w:tab/>
        <w:t>1.013e0</w:t>
      </w:r>
    </w:p>
    <w:p w:rsidR="007B2329" w:rsidRDefault="007B2329" w:rsidP="007B2329">
      <w:r>
        <w:t>251.9635</w:t>
      </w:r>
      <w:r>
        <w:tab/>
        <w:t>1.013e0</w:t>
      </w:r>
    </w:p>
    <w:p w:rsidR="007B2329" w:rsidRDefault="007B2329" w:rsidP="007B2329">
      <w:r>
        <w:t>251.9684</w:t>
      </w:r>
      <w:r>
        <w:tab/>
        <w:t>3.038e0</w:t>
      </w:r>
    </w:p>
    <w:p w:rsidR="007B2329" w:rsidRDefault="007B2329" w:rsidP="007B2329">
      <w:r>
        <w:t>251.9728</w:t>
      </w:r>
      <w:r>
        <w:tab/>
        <w:t>1.013e0</w:t>
      </w:r>
    </w:p>
    <w:p w:rsidR="007B2329" w:rsidRDefault="007B2329" w:rsidP="007B2329">
      <w:r>
        <w:t>251.9776</w:t>
      </w:r>
      <w:r>
        <w:tab/>
        <w:t>1.013e0</w:t>
      </w:r>
    </w:p>
    <w:p w:rsidR="007B2329" w:rsidRDefault="007B2329" w:rsidP="007B2329">
      <w:r>
        <w:t>251.9854</w:t>
      </w:r>
      <w:r>
        <w:tab/>
        <w:t>1.013e0</w:t>
      </w:r>
    </w:p>
    <w:p w:rsidR="007B2329" w:rsidRDefault="007B2329" w:rsidP="007B2329">
      <w:r>
        <w:t>251.9889</w:t>
      </w:r>
      <w:r>
        <w:tab/>
        <w:t>4.051e0</w:t>
      </w:r>
    </w:p>
    <w:p w:rsidR="007B2329" w:rsidRDefault="007B2329" w:rsidP="007B2329">
      <w:r>
        <w:t>251.9934</w:t>
      </w:r>
      <w:r>
        <w:tab/>
        <w:t>1.013e0</w:t>
      </w:r>
    </w:p>
    <w:p w:rsidR="007B2329" w:rsidRDefault="007B2329" w:rsidP="007B2329">
      <w:r>
        <w:t>251.9974</w:t>
      </w:r>
      <w:r>
        <w:tab/>
        <w:t>3.038e0</w:t>
      </w:r>
    </w:p>
    <w:p w:rsidR="007B2329" w:rsidRDefault="007B2329" w:rsidP="007B2329">
      <w:r>
        <w:t>252.0151</w:t>
      </w:r>
      <w:r>
        <w:tab/>
        <w:t>1.013e0</w:t>
      </w:r>
    </w:p>
    <w:p w:rsidR="007B2329" w:rsidRDefault="007B2329" w:rsidP="007B2329">
      <w:r>
        <w:t>252.0236</w:t>
      </w:r>
      <w:r>
        <w:tab/>
        <w:t>2.025e0</w:t>
      </w:r>
    </w:p>
    <w:p w:rsidR="007B2329" w:rsidRDefault="007B2329" w:rsidP="007B2329">
      <w:r>
        <w:t>252.0316</w:t>
      </w:r>
      <w:r>
        <w:tab/>
        <w:t>3.038e0</w:t>
      </w:r>
    </w:p>
    <w:p w:rsidR="007B2329" w:rsidRDefault="007B2329" w:rsidP="007B2329">
      <w:r>
        <w:t>252.0479</w:t>
      </w:r>
      <w:r>
        <w:tab/>
        <w:t>1.013e0</w:t>
      </w:r>
    </w:p>
    <w:p w:rsidR="007B2329" w:rsidRDefault="007B2329" w:rsidP="007B2329">
      <w:r>
        <w:t>252.0618</w:t>
      </w:r>
      <w:r>
        <w:tab/>
        <w:t>1.013e0</w:t>
      </w:r>
    </w:p>
    <w:p w:rsidR="007B2329" w:rsidRDefault="007B2329" w:rsidP="007B2329">
      <w:r>
        <w:t>252.0699</w:t>
      </w:r>
      <w:r>
        <w:tab/>
        <w:t>1.013e0</w:t>
      </w:r>
    </w:p>
    <w:p w:rsidR="007B2329" w:rsidRDefault="007B2329" w:rsidP="007B2329">
      <w:r>
        <w:lastRenderedPageBreak/>
        <w:t>252.0739</w:t>
      </w:r>
      <w:r>
        <w:tab/>
        <w:t>1.013e0</w:t>
      </w:r>
    </w:p>
    <w:p w:rsidR="007B2329" w:rsidRDefault="007B2329" w:rsidP="007B2329">
      <w:r>
        <w:t>252.0882</w:t>
      </w:r>
      <w:r>
        <w:tab/>
        <w:t>2.148e0</w:t>
      </w:r>
    </w:p>
    <w:p w:rsidR="007B2329" w:rsidRDefault="007B2329" w:rsidP="007B2329">
      <w:r>
        <w:t>252.0926</w:t>
      </w:r>
      <w:r>
        <w:tab/>
        <w:t>2.025e0</w:t>
      </w:r>
    </w:p>
    <w:p w:rsidR="007B2329" w:rsidRDefault="007B2329" w:rsidP="007B2329">
      <w:r>
        <w:t>252.0960</w:t>
      </w:r>
      <w:r>
        <w:tab/>
        <w:t>4.051e0</w:t>
      </w:r>
    </w:p>
    <w:p w:rsidR="007B2329" w:rsidRDefault="007B2329" w:rsidP="007B2329">
      <w:r>
        <w:t>252.0994</w:t>
      </w:r>
      <w:r>
        <w:tab/>
        <w:t>2.025e0</w:t>
      </w:r>
    </w:p>
    <w:p w:rsidR="007B2329" w:rsidRDefault="007B2329" w:rsidP="007B2329">
      <w:r>
        <w:t>252.1123</w:t>
      </w:r>
      <w:r>
        <w:tab/>
        <w:t>1.013e1</w:t>
      </w:r>
    </w:p>
    <w:p w:rsidR="007B2329" w:rsidRDefault="007B2329" w:rsidP="007B2329">
      <w:r>
        <w:t>252.1196</w:t>
      </w:r>
      <w:r>
        <w:tab/>
        <w:t>6.076e0</w:t>
      </w:r>
    </w:p>
    <w:p w:rsidR="007B2329" w:rsidRDefault="007B2329" w:rsidP="007B2329">
      <w:r>
        <w:t>252.1220</w:t>
      </w:r>
      <w:r>
        <w:tab/>
        <w:t>2.025e0</w:t>
      </w:r>
    </w:p>
    <w:p w:rsidR="007B2329" w:rsidRDefault="007B2329" w:rsidP="007B2329">
      <w:r>
        <w:t>252.1259</w:t>
      </w:r>
      <w:r>
        <w:tab/>
        <w:t>6.985e0</w:t>
      </w:r>
    </w:p>
    <w:p w:rsidR="007B2329" w:rsidRDefault="007B2329" w:rsidP="007B2329">
      <w:r>
        <w:t>252.1355</w:t>
      </w:r>
      <w:r>
        <w:tab/>
        <w:t>2.025e0</w:t>
      </w:r>
    </w:p>
    <w:p w:rsidR="007B2329" w:rsidRDefault="007B2329" w:rsidP="007B2329">
      <w:r>
        <w:t>252.1472</w:t>
      </w:r>
      <w:r>
        <w:tab/>
        <w:t>2.025e0</w:t>
      </w:r>
    </w:p>
    <w:p w:rsidR="007B2329" w:rsidRDefault="007B2329" w:rsidP="007B2329">
      <w:r>
        <w:t>252.1663</w:t>
      </w:r>
      <w:r>
        <w:tab/>
        <w:t>1.266e-2</w:t>
      </w:r>
    </w:p>
    <w:p w:rsidR="007B2329" w:rsidRDefault="007B2329" w:rsidP="007B2329">
      <w:r>
        <w:t>252.1701</w:t>
      </w:r>
      <w:r>
        <w:tab/>
        <w:t>1.013e0</w:t>
      </w:r>
    </w:p>
    <w:p w:rsidR="007B2329" w:rsidRDefault="007B2329" w:rsidP="007B2329">
      <w:r>
        <w:t>252.1835</w:t>
      </w:r>
      <w:r>
        <w:tab/>
        <w:t>3.038e0</w:t>
      </w:r>
    </w:p>
    <w:p w:rsidR="007B2329" w:rsidRDefault="007B2329" w:rsidP="007B2329">
      <w:r>
        <w:t>252.2123</w:t>
      </w:r>
      <w:r>
        <w:tab/>
        <w:t>1.013e0</w:t>
      </w:r>
    </w:p>
    <w:p w:rsidR="007B2329" w:rsidRDefault="007B2329" w:rsidP="007B2329">
      <w:r>
        <w:t>252.2166</w:t>
      </w:r>
      <w:r>
        <w:tab/>
        <w:t>3.038e0</w:t>
      </w:r>
    </w:p>
    <w:p w:rsidR="007B2329" w:rsidRDefault="007B2329" w:rsidP="007B2329">
      <w:r>
        <w:t>252.2307</w:t>
      </w:r>
      <w:r>
        <w:tab/>
        <w:t>1.013e0</w:t>
      </w:r>
    </w:p>
    <w:p w:rsidR="007B2329" w:rsidRDefault="007B2329" w:rsidP="007B2329">
      <w:r>
        <w:t>252.2467</w:t>
      </w:r>
      <w:r>
        <w:tab/>
        <w:t>1.013e0</w:t>
      </w:r>
    </w:p>
    <w:p w:rsidR="007B2329" w:rsidRDefault="007B2329" w:rsidP="007B2329">
      <w:r>
        <w:t>252.2507</w:t>
      </w:r>
      <w:r>
        <w:tab/>
        <w:t>1.013e0</w:t>
      </w:r>
    </w:p>
    <w:p w:rsidR="007B2329" w:rsidRDefault="007B2329" w:rsidP="007B2329">
      <w:r>
        <w:lastRenderedPageBreak/>
        <w:t>252.2529</w:t>
      </w:r>
      <w:r>
        <w:tab/>
        <w:t>2.025e0</w:t>
      </w:r>
    </w:p>
    <w:p w:rsidR="007B2329" w:rsidRDefault="007B2329" w:rsidP="007B2329">
      <w:r>
        <w:t>252.2606</w:t>
      </w:r>
      <w:r>
        <w:tab/>
        <w:t>2.025e0</w:t>
      </w:r>
    </w:p>
    <w:p w:rsidR="007B2329" w:rsidRDefault="007B2329" w:rsidP="007B2329">
      <w:r>
        <w:t>252.2639</w:t>
      </w:r>
      <w:r>
        <w:tab/>
        <w:t>3.038e0</w:t>
      </w:r>
    </w:p>
    <w:p w:rsidR="007B2329" w:rsidRDefault="007B2329" w:rsidP="007B2329">
      <w:r>
        <w:t>252.2682</w:t>
      </w:r>
      <w:r>
        <w:tab/>
        <w:t>1.013e0</w:t>
      </w:r>
    </w:p>
    <w:p w:rsidR="007B2329" w:rsidRDefault="007B2329" w:rsidP="007B2329">
      <w:r>
        <w:t>252.2810</w:t>
      </w:r>
      <w:r>
        <w:tab/>
        <w:t>4.051e0</w:t>
      </w:r>
    </w:p>
    <w:p w:rsidR="007B2329" w:rsidRDefault="007B2329" w:rsidP="007B2329">
      <w:r>
        <w:t>252.2888</w:t>
      </w:r>
      <w:r>
        <w:tab/>
        <w:t>2.025e0</w:t>
      </w:r>
    </w:p>
    <w:p w:rsidR="007B2329" w:rsidRDefault="007B2329" w:rsidP="007B2329">
      <w:r>
        <w:t>252.2967</w:t>
      </w:r>
      <w:r>
        <w:tab/>
        <w:t>1.013e0</w:t>
      </w:r>
    </w:p>
    <w:p w:rsidR="007B2329" w:rsidRDefault="007B2329" w:rsidP="007B2329">
      <w:r>
        <w:t>252.2984</w:t>
      </w:r>
      <w:r>
        <w:tab/>
        <w:t>2.025e0</w:t>
      </w:r>
    </w:p>
    <w:p w:rsidR="007B2329" w:rsidRDefault="007B2329" w:rsidP="007B2329">
      <w:r>
        <w:t>252.3057</w:t>
      </w:r>
      <w:r>
        <w:tab/>
        <w:t>1.013e0</w:t>
      </w:r>
    </w:p>
    <w:p w:rsidR="007B2329" w:rsidRDefault="007B2329" w:rsidP="007B2329">
      <w:r>
        <w:t>252.3104</w:t>
      </w:r>
      <w:r>
        <w:tab/>
        <w:t>1.013e0</w:t>
      </w:r>
    </w:p>
    <w:p w:rsidR="007B2329" w:rsidRDefault="007B2329" w:rsidP="007B2329">
      <w:r>
        <w:t>252.3150</w:t>
      </w:r>
      <w:r>
        <w:tab/>
        <w:t>1.013e0</w:t>
      </w:r>
    </w:p>
    <w:p w:rsidR="007B2329" w:rsidRDefault="007B2329" w:rsidP="007B2329">
      <w:r>
        <w:t>252.3208</w:t>
      </w:r>
      <w:r>
        <w:tab/>
        <w:t>2.025e0</w:t>
      </w:r>
    </w:p>
    <w:p w:rsidR="007B2329" w:rsidRDefault="007B2329" w:rsidP="007B2329">
      <w:r>
        <w:t>252.3479</w:t>
      </w:r>
      <w:r>
        <w:tab/>
        <w:t>1.013e0</w:t>
      </w:r>
    </w:p>
    <w:p w:rsidR="007B2329" w:rsidRDefault="007B2329" w:rsidP="007B2329">
      <w:r>
        <w:t>252.3503</w:t>
      </w:r>
      <w:r>
        <w:tab/>
        <w:t>1.025e0</w:t>
      </w:r>
    </w:p>
    <w:p w:rsidR="007B2329" w:rsidRDefault="007B2329" w:rsidP="007B2329">
      <w:r>
        <w:t>252.3573</w:t>
      </w:r>
      <w:r>
        <w:tab/>
        <w:t>1.013e0</w:t>
      </w:r>
    </w:p>
    <w:p w:rsidR="007B2329" w:rsidRDefault="007B2329" w:rsidP="007B2329">
      <w:r>
        <w:t>252.3735</w:t>
      </w:r>
      <w:r>
        <w:tab/>
        <w:t>1.013e0</w:t>
      </w:r>
    </w:p>
    <w:p w:rsidR="007B2329" w:rsidRDefault="007B2329" w:rsidP="007B2329">
      <w:r>
        <w:t>252.3812</w:t>
      </w:r>
      <w:r>
        <w:tab/>
        <w:t>1.013e0</w:t>
      </w:r>
    </w:p>
    <w:p w:rsidR="007B2329" w:rsidRDefault="007B2329" w:rsidP="007B2329">
      <w:r>
        <w:t>252.3854</w:t>
      </w:r>
      <w:r>
        <w:tab/>
        <w:t>1.013e0</w:t>
      </w:r>
    </w:p>
    <w:p w:rsidR="007B2329" w:rsidRDefault="007B2329" w:rsidP="007B2329">
      <w:r>
        <w:t>252.3901</w:t>
      </w:r>
      <w:r>
        <w:tab/>
        <w:t>1.013e0</w:t>
      </w:r>
    </w:p>
    <w:p w:rsidR="007B2329" w:rsidRDefault="007B2329" w:rsidP="007B2329">
      <w:r>
        <w:lastRenderedPageBreak/>
        <w:t>252.3948</w:t>
      </w:r>
      <w:r>
        <w:tab/>
        <w:t>1.013e0</w:t>
      </w:r>
    </w:p>
    <w:p w:rsidR="007B2329" w:rsidRDefault="007B2329" w:rsidP="007B2329">
      <w:r>
        <w:t>252.4116</w:t>
      </w:r>
      <w:r>
        <w:tab/>
        <w:t>2.025e0</w:t>
      </w:r>
    </w:p>
    <w:p w:rsidR="007B2329" w:rsidRDefault="007B2329" w:rsidP="007B2329">
      <w:r>
        <w:t>252.4156</w:t>
      </w:r>
      <w:r>
        <w:tab/>
        <w:t>1.013e0</w:t>
      </w:r>
    </w:p>
    <w:p w:rsidR="007B2329" w:rsidRDefault="007B2329" w:rsidP="007B2329">
      <w:r>
        <w:t>252.4196</w:t>
      </w:r>
      <w:r>
        <w:tab/>
        <w:t>1.013e0</w:t>
      </w:r>
    </w:p>
    <w:p w:rsidR="007B2329" w:rsidRDefault="007B2329" w:rsidP="007B2329">
      <w:r>
        <w:t>252.4235</w:t>
      </w:r>
      <w:r>
        <w:tab/>
        <w:t>1.013e0</w:t>
      </w:r>
    </w:p>
    <w:p w:rsidR="007B2329" w:rsidRDefault="007B2329" w:rsidP="007B2329">
      <w:r>
        <w:t>252.4370</w:t>
      </w:r>
      <w:r>
        <w:tab/>
        <w:t>1.013e0</w:t>
      </w:r>
    </w:p>
    <w:p w:rsidR="007B2329" w:rsidRDefault="007B2329" w:rsidP="007B2329">
      <w:r>
        <w:t>252.4499</w:t>
      </w:r>
      <w:r>
        <w:tab/>
        <w:t>1.013e0</w:t>
      </w:r>
    </w:p>
    <w:p w:rsidR="007B2329" w:rsidRDefault="007B2329" w:rsidP="007B2329">
      <w:r>
        <w:t>252.4558</w:t>
      </w:r>
      <w:r>
        <w:tab/>
        <w:t>2.025e0</w:t>
      </w:r>
    </w:p>
    <w:p w:rsidR="007B2329" w:rsidRDefault="007B2329" w:rsidP="007B2329">
      <w:r>
        <w:t>252.4578</w:t>
      </w:r>
      <w:r>
        <w:tab/>
        <w:t>1.013e0</w:t>
      </w:r>
    </w:p>
    <w:p w:rsidR="007B2329" w:rsidRDefault="007B2329" w:rsidP="007B2329">
      <w:r>
        <w:t>252.4699</w:t>
      </w:r>
      <w:r>
        <w:tab/>
        <w:t>3.038e0</w:t>
      </w:r>
    </w:p>
    <w:p w:rsidR="007B2329" w:rsidRDefault="007B2329" w:rsidP="007B2329">
      <w:r>
        <w:t>252.4746</w:t>
      </w:r>
      <w:r>
        <w:tab/>
        <w:t>1.013e0</w:t>
      </w:r>
    </w:p>
    <w:p w:rsidR="007B2329" w:rsidRDefault="007B2329" w:rsidP="007B2329">
      <w:r>
        <w:t>252.4839</w:t>
      </w:r>
      <w:r>
        <w:tab/>
        <w:t>1.013e0</w:t>
      </w:r>
    </w:p>
    <w:p w:rsidR="007B2329" w:rsidRDefault="007B2329" w:rsidP="007B2329">
      <w:r>
        <w:t>252.4920</w:t>
      </w:r>
      <w:r>
        <w:tab/>
        <w:t>1.013e0</w:t>
      </w:r>
    </w:p>
    <w:p w:rsidR="007B2329" w:rsidRDefault="007B2329" w:rsidP="007B2329">
      <w:r>
        <w:t>252.5041</w:t>
      </w:r>
      <w:r>
        <w:tab/>
        <w:t>2.025e0</w:t>
      </w:r>
    </w:p>
    <w:p w:rsidR="007B2329" w:rsidRDefault="007B2329" w:rsidP="007B2329">
      <w:r>
        <w:t>252.5261</w:t>
      </w:r>
      <w:r>
        <w:tab/>
        <w:t>2.025e0</w:t>
      </w:r>
    </w:p>
    <w:p w:rsidR="007B2329" w:rsidRDefault="007B2329" w:rsidP="007B2329">
      <w:r>
        <w:t>252.5325</w:t>
      </w:r>
      <w:r>
        <w:tab/>
        <w:t>4.051e0</w:t>
      </w:r>
    </w:p>
    <w:p w:rsidR="007B2329" w:rsidRDefault="007B2329" w:rsidP="007B2329">
      <w:r>
        <w:t>252.5383</w:t>
      </w:r>
      <w:r>
        <w:tab/>
        <w:t>2.025e0</w:t>
      </w:r>
    </w:p>
    <w:p w:rsidR="007B2329" w:rsidRDefault="007B2329" w:rsidP="007B2329">
      <w:r>
        <w:t>252.5858</w:t>
      </w:r>
      <w:r>
        <w:tab/>
        <w:t>3.533e1</w:t>
      </w:r>
    </w:p>
    <w:p w:rsidR="007B2329" w:rsidRDefault="007B2329" w:rsidP="007B2329">
      <w:r>
        <w:t>252.5892</w:t>
      </w:r>
      <w:r>
        <w:tab/>
        <w:t>3.063e0</w:t>
      </w:r>
    </w:p>
    <w:p w:rsidR="007B2329" w:rsidRDefault="007B2329" w:rsidP="007B2329">
      <w:r>
        <w:lastRenderedPageBreak/>
        <w:t>252.5938</w:t>
      </w:r>
      <w:r>
        <w:tab/>
        <w:t>1.960e1</w:t>
      </w:r>
    </w:p>
    <w:p w:rsidR="007B2329" w:rsidRDefault="007B2329" w:rsidP="007B2329">
      <w:r>
        <w:t>252.5967</w:t>
      </w:r>
      <w:r>
        <w:tab/>
        <w:t>1.620e1</w:t>
      </w:r>
    </w:p>
    <w:p w:rsidR="007B2329" w:rsidRDefault="007B2329" w:rsidP="007B2329">
      <w:r>
        <w:t>252.6267</w:t>
      </w:r>
      <w:r>
        <w:tab/>
        <w:t>3.038e0</w:t>
      </w:r>
    </w:p>
    <w:p w:rsidR="007B2329" w:rsidRDefault="007B2329" w:rsidP="007B2329">
      <w:r>
        <w:t>252.6296</w:t>
      </w:r>
      <w:r>
        <w:tab/>
        <w:t>5.738e0</w:t>
      </w:r>
    </w:p>
    <w:p w:rsidR="007B2329" w:rsidRDefault="007B2329" w:rsidP="007B2329">
      <w:r>
        <w:t>252.6438</w:t>
      </w:r>
      <w:r>
        <w:tab/>
        <w:t>4.051e0</w:t>
      </w:r>
    </w:p>
    <w:p w:rsidR="007B2329" w:rsidRDefault="007B2329" w:rsidP="007B2329">
      <w:r>
        <w:t>252.6529</w:t>
      </w:r>
      <w:r>
        <w:tab/>
        <w:t>2.025e0</w:t>
      </w:r>
    </w:p>
    <w:p w:rsidR="007B2329" w:rsidRDefault="007B2329" w:rsidP="007B2329">
      <w:r>
        <w:t>252.6690</w:t>
      </w:r>
      <w:r>
        <w:tab/>
        <w:t>1.013e0</w:t>
      </w:r>
    </w:p>
    <w:p w:rsidR="007B2329" w:rsidRDefault="007B2329" w:rsidP="007B2329">
      <w:r>
        <w:t>252.6728</w:t>
      </w:r>
      <w:r>
        <w:tab/>
        <w:t>2.025e0</w:t>
      </w:r>
    </w:p>
    <w:p w:rsidR="007B2329" w:rsidRDefault="007B2329" w:rsidP="007B2329">
      <w:r>
        <w:t>252.6768</w:t>
      </w:r>
      <w:r>
        <w:tab/>
        <w:t>2.025e0</w:t>
      </w:r>
    </w:p>
    <w:p w:rsidR="007B2329" w:rsidRDefault="007B2329" w:rsidP="007B2329">
      <w:r>
        <w:t>252.6904</w:t>
      </w:r>
      <w:r>
        <w:tab/>
        <w:t>1.013e0</w:t>
      </w:r>
    </w:p>
    <w:p w:rsidR="007B2329" w:rsidRDefault="007B2329" w:rsidP="007B2329">
      <w:r>
        <w:t>252.7072</w:t>
      </w:r>
      <w:r>
        <w:tab/>
        <w:t>1.013e0</w:t>
      </w:r>
    </w:p>
    <w:p w:rsidR="007B2329" w:rsidRDefault="007B2329" w:rsidP="007B2329">
      <w:r>
        <w:t>252.7158</w:t>
      </w:r>
      <w:r>
        <w:tab/>
        <w:t>2.025e0</w:t>
      </w:r>
    </w:p>
    <w:p w:rsidR="007B2329" w:rsidRDefault="007B2329" w:rsidP="007B2329">
      <w:r>
        <w:t>252.7190</w:t>
      </w:r>
      <w:r>
        <w:tab/>
        <w:t>1.013e0</w:t>
      </w:r>
    </w:p>
    <w:p w:rsidR="007B2329" w:rsidRDefault="007B2329" w:rsidP="007B2329">
      <w:r>
        <w:t>252.7281</w:t>
      </w:r>
      <w:r>
        <w:tab/>
        <w:t>2.025e0</w:t>
      </w:r>
    </w:p>
    <w:p w:rsidR="007B2329" w:rsidRDefault="007B2329" w:rsidP="007B2329">
      <w:r>
        <w:t>252.7454</w:t>
      </w:r>
      <w:r>
        <w:tab/>
        <w:t>1.013e0</w:t>
      </w:r>
    </w:p>
    <w:p w:rsidR="007B2329" w:rsidRDefault="007B2329" w:rsidP="007B2329">
      <w:r>
        <w:t>252.7495</w:t>
      </w:r>
      <w:r>
        <w:tab/>
        <w:t>1.013e0</w:t>
      </w:r>
    </w:p>
    <w:p w:rsidR="007B2329" w:rsidRDefault="007B2329" w:rsidP="007B2329">
      <w:r>
        <w:t>252.7574</w:t>
      </w:r>
      <w:r>
        <w:tab/>
        <w:t>1.013e0</w:t>
      </w:r>
    </w:p>
    <w:p w:rsidR="007B2329" w:rsidRDefault="007B2329" w:rsidP="007B2329">
      <w:r>
        <w:t>252.7613</w:t>
      </w:r>
      <w:r>
        <w:tab/>
        <w:t>1.013e0</w:t>
      </w:r>
    </w:p>
    <w:p w:rsidR="007B2329" w:rsidRDefault="007B2329" w:rsidP="007B2329">
      <w:r>
        <w:t>252.7641</w:t>
      </w:r>
      <w:r>
        <w:tab/>
        <w:t>5.063e0</w:t>
      </w:r>
    </w:p>
    <w:p w:rsidR="007B2329" w:rsidRDefault="007B2329" w:rsidP="007B2329">
      <w:r>
        <w:lastRenderedPageBreak/>
        <w:t>252.7839</w:t>
      </w:r>
      <w:r>
        <w:tab/>
        <w:t>1.013e0</w:t>
      </w:r>
    </w:p>
    <w:p w:rsidR="007B2329" w:rsidRDefault="007B2329" w:rsidP="007B2329">
      <w:r>
        <w:t>252.7858</w:t>
      </w:r>
      <w:r>
        <w:tab/>
        <w:t>1.025e0</w:t>
      </w:r>
    </w:p>
    <w:p w:rsidR="007B2329" w:rsidRDefault="007B2329" w:rsidP="007B2329">
      <w:r>
        <w:t>252.8061</w:t>
      </w:r>
      <w:r>
        <w:tab/>
        <w:t>2.025e0</w:t>
      </w:r>
    </w:p>
    <w:p w:rsidR="007B2329" w:rsidRDefault="007B2329" w:rsidP="007B2329">
      <w:r>
        <w:t>252.8126</w:t>
      </w:r>
      <w:r>
        <w:tab/>
        <w:t>2.025e0</w:t>
      </w:r>
    </w:p>
    <w:p w:rsidR="007B2329" w:rsidRDefault="007B2329" w:rsidP="007B2329">
      <w:r>
        <w:t>252.8455</w:t>
      </w:r>
      <w:r>
        <w:tab/>
        <w:t>5.063e0</w:t>
      </w:r>
    </w:p>
    <w:p w:rsidR="007B2329" w:rsidRDefault="007B2329" w:rsidP="007B2329">
      <w:r>
        <w:t>252.8683</w:t>
      </w:r>
      <w:r>
        <w:tab/>
        <w:t>1.013e0</w:t>
      </w:r>
    </w:p>
    <w:p w:rsidR="007B2329" w:rsidRDefault="007B2329" w:rsidP="007B2329">
      <w:r>
        <w:t>252.8762</w:t>
      </w:r>
      <w:r>
        <w:tab/>
        <w:t>1.013e0</w:t>
      </w:r>
    </w:p>
    <w:p w:rsidR="007B2329" w:rsidRDefault="007B2329" w:rsidP="007B2329">
      <w:r>
        <w:t>252.8842</w:t>
      </w:r>
      <w:r>
        <w:tab/>
        <w:t>1.013e0</w:t>
      </w:r>
    </w:p>
    <w:p w:rsidR="007B2329" w:rsidRDefault="007B2329" w:rsidP="007B2329">
      <w:r>
        <w:t>252.8943</w:t>
      </w:r>
      <w:r>
        <w:tab/>
        <w:t>3.038e0</w:t>
      </w:r>
    </w:p>
    <w:p w:rsidR="007B2329" w:rsidRDefault="007B2329" w:rsidP="007B2329">
      <w:r>
        <w:t>252.9105</w:t>
      </w:r>
      <w:r>
        <w:tab/>
        <w:t>2.025e0</w:t>
      </w:r>
    </w:p>
    <w:p w:rsidR="007B2329" w:rsidRDefault="007B2329" w:rsidP="007B2329">
      <w:r>
        <w:t>252.9126</w:t>
      </w:r>
      <w:r>
        <w:tab/>
        <w:t>6.076e0</w:t>
      </w:r>
    </w:p>
    <w:p w:rsidR="007B2329" w:rsidRDefault="007B2329" w:rsidP="007B2329">
      <w:r>
        <w:t>252.9442</w:t>
      </w:r>
      <w:r>
        <w:tab/>
        <w:t>2.025e0</w:t>
      </w:r>
    </w:p>
    <w:p w:rsidR="007B2329" w:rsidRDefault="007B2329" w:rsidP="007B2329">
      <w:r>
        <w:t>252.9489</w:t>
      </w:r>
      <w:r>
        <w:tab/>
        <w:t>1.013e0</w:t>
      </w:r>
    </w:p>
    <w:p w:rsidR="007B2329" w:rsidRDefault="007B2329" w:rsidP="007B2329">
      <w:r>
        <w:t>252.9528</w:t>
      </w:r>
      <w:r>
        <w:tab/>
        <w:t>2.025e0</w:t>
      </w:r>
    </w:p>
    <w:p w:rsidR="007B2329" w:rsidRDefault="007B2329" w:rsidP="007B2329">
      <w:r>
        <w:t>252.9568</w:t>
      </w:r>
      <w:r>
        <w:tab/>
        <w:t>2.025e0</w:t>
      </w:r>
    </w:p>
    <w:p w:rsidR="007B2329" w:rsidRDefault="007B2329" w:rsidP="007B2329">
      <w:r>
        <w:t>252.9656</w:t>
      </w:r>
      <w:r>
        <w:tab/>
        <w:t>2.038e0</w:t>
      </w:r>
    </w:p>
    <w:p w:rsidR="007B2329" w:rsidRDefault="007B2329" w:rsidP="007B2329">
      <w:r>
        <w:t>252.9700</w:t>
      </w:r>
      <w:r>
        <w:tab/>
        <w:t>3.038e0</w:t>
      </w:r>
    </w:p>
    <w:p w:rsidR="007B2329" w:rsidRDefault="007B2329" w:rsidP="007B2329">
      <w:r>
        <w:t>252.9770</w:t>
      </w:r>
      <w:r>
        <w:tab/>
        <w:t>3.076e0</w:t>
      </w:r>
    </w:p>
    <w:p w:rsidR="007B2329" w:rsidRDefault="007B2329" w:rsidP="007B2329">
      <w:r>
        <w:t>252.9794</w:t>
      </w:r>
      <w:r>
        <w:tab/>
        <w:t>5.076e0</w:t>
      </w:r>
    </w:p>
    <w:p w:rsidR="007B2329" w:rsidRDefault="007B2329" w:rsidP="007B2329">
      <w:r>
        <w:lastRenderedPageBreak/>
        <w:t>252.9971</w:t>
      </w:r>
      <w:r>
        <w:tab/>
        <w:t>2.025e0</w:t>
      </w:r>
    </w:p>
    <w:p w:rsidR="007B2329" w:rsidRDefault="007B2329" w:rsidP="007B2329">
      <w:r>
        <w:t>253.0070</w:t>
      </w:r>
      <w:r>
        <w:tab/>
        <w:t>2.025e0</w:t>
      </w:r>
    </w:p>
    <w:p w:rsidR="007B2329" w:rsidRDefault="007B2329" w:rsidP="007B2329">
      <w:r>
        <w:t>253.0109</w:t>
      </w:r>
      <w:r>
        <w:tab/>
        <w:t>4.051e0</w:t>
      </w:r>
    </w:p>
    <w:p w:rsidR="007B2329" w:rsidRDefault="007B2329" w:rsidP="007B2329">
      <w:r>
        <w:t>253.0145</w:t>
      </w:r>
      <w:r>
        <w:tab/>
        <w:t>3.038e0</w:t>
      </w:r>
    </w:p>
    <w:p w:rsidR="007B2329" w:rsidRDefault="007B2329" w:rsidP="007B2329">
      <w:r>
        <w:t>253.0303</w:t>
      </w:r>
      <w:r>
        <w:tab/>
        <w:t>3.051e0</w:t>
      </w:r>
    </w:p>
    <w:p w:rsidR="007B2329" w:rsidRDefault="007B2329" w:rsidP="007B2329">
      <w:r>
        <w:t>253.0412</w:t>
      </w:r>
      <w:r>
        <w:tab/>
        <w:t>5.063e0</w:t>
      </w:r>
    </w:p>
    <w:p w:rsidR="007B2329" w:rsidRDefault="007B2329" w:rsidP="007B2329">
      <w:r>
        <w:t>253.0531</w:t>
      </w:r>
      <w:r>
        <w:tab/>
        <w:t>1.013e0</w:t>
      </w:r>
    </w:p>
    <w:p w:rsidR="007B2329" w:rsidRDefault="007B2329" w:rsidP="007B2329">
      <w:r>
        <w:t>253.0622</w:t>
      </w:r>
      <w:r>
        <w:tab/>
        <w:t>2.025e0</w:t>
      </w:r>
    </w:p>
    <w:p w:rsidR="007B2329" w:rsidRDefault="007B2329" w:rsidP="007B2329">
      <w:r>
        <w:t>253.0642</w:t>
      </w:r>
      <w:r>
        <w:tab/>
        <w:t>2.025e0</w:t>
      </w:r>
    </w:p>
    <w:p w:rsidR="007B2329" w:rsidRDefault="007B2329" w:rsidP="007B2329">
      <w:r>
        <w:t>253.0665</w:t>
      </w:r>
      <w:r>
        <w:tab/>
        <w:t>2.025e0</w:t>
      </w:r>
    </w:p>
    <w:p w:rsidR="007B2329" w:rsidRDefault="007B2329" w:rsidP="007B2329">
      <w:r>
        <w:t>253.0796</w:t>
      </w:r>
      <w:r>
        <w:tab/>
        <w:t>1.013e0</w:t>
      </w:r>
    </w:p>
    <w:p w:rsidR="007B2329" w:rsidRDefault="007B2329" w:rsidP="007B2329">
      <w:r>
        <w:t>253.0847</w:t>
      </w:r>
      <w:r>
        <w:tab/>
        <w:t>6.101e0</w:t>
      </w:r>
    </w:p>
    <w:p w:rsidR="007B2329" w:rsidRDefault="007B2329" w:rsidP="007B2329">
      <w:r>
        <w:t>253.0946</w:t>
      </w:r>
      <w:r>
        <w:tab/>
        <w:t>8.066e0</w:t>
      </w:r>
    </w:p>
    <w:p w:rsidR="007B2329" w:rsidRDefault="007B2329" w:rsidP="007B2329">
      <w:r>
        <w:t>253.0980</w:t>
      </w:r>
      <w:r>
        <w:tab/>
        <w:t>8.897e0</w:t>
      </w:r>
    </w:p>
    <w:p w:rsidR="007B2329" w:rsidRDefault="007B2329" w:rsidP="007B2329">
      <w:r>
        <w:t>253.0991</w:t>
      </w:r>
      <w:r>
        <w:tab/>
        <w:t>4.051e0</w:t>
      </w:r>
    </w:p>
    <w:p w:rsidR="007B2329" w:rsidRDefault="007B2329" w:rsidP="007B2329">
      <w:r>
        <w:t>253.1075</w:t>
      </w:r>
      <w:r>
        <w:tab/>
        <w:t>1.038e0</w:t>
      </w:r>
    </w:p>
    <w:p w:rsidR="007B2329" w:rsidRDefault="007B2329" w:rsidP="007B2329">
      <w:r>
        <w:t>253.1219</w:t>
      </w:r>
      <w:r>
        <w:tab/>
        <w:t>2.025e0</w:t>
      </w:r>
    </w:p>
    <w:p w:rsidR="007B2329" w:rsidRDefault="007B2329" w:rsidP="007B2329">
      <w:r>
        <w:t>253.1232</w:t>
      </w:r>
      <w:r>
        <w:tab/>
        <w:t>6.111e0</w:t>
      </w:r>
    </w:p>
    <w:p w:rsidR="007B2329" w:rsidRDefault="007B2329" w:rsidP="007B2329">
      <w:r>
        <w:t>253.1312</w:t>
      </w:r>
      <w:r>
        <w:tab/>
        <w:t>4.938e0</w:t>
      </w:r>
    </w:p>
    <w:p w:rsidR="007B2329" w:rsidRDefault="007B2329" w:rsidP="007B2329">
      <w:r>
        <w:lastRenderedPageBreak/>
        <w:t>253.1465</w:t>
      </w:r>
      <w:r>
        <w:tab/>
        <w:t>2.532e-2</w:t>
      </w:r>
    </w:p>
    <w:p w:rsidR="007B2329" w:rsidRDefault="007B2329" w:rsidP="007B2329">
      <w:r>
        <w:t>253.1522</w:t>
      </w:r>
      <w:r>
        <w:tab/>
        <w:t>4.051e0</w:t>
      </w:r>
    </w:p>
    <w:p w:rsidR="007B2329" w:rsidRDefault="007B2329" w:rsidP="007B2329">
      <w:r>
        <w:t>253.1564</w:t>
      </w:r>
      <w:r>
        <w:tab/>
        <w:t>4.051e0</w:t>
      </w:r>
    </w:p>
    <w:p w:rsidR="007B2329" w:rsidRDefault="007B2329" w:rsidP="007B2329">
      <w:r>
        <w:t>253.1605</w:t>
      </w:r>
      <w:r>
        <w:tab/>
        <w:t>8.239e0</w:t>
      </w:r>
    </w:p>
    <w:p w:rsidR="007B2329" w:rsidRDefault="007B2329" w:rsidP="007B2329">
      <w:r>
        <w:t>253.1628</w:t>
      </w:r>
      <w:r>
        <w:tab/>
        <w:t>6.076e0</w:t>
      </w:r>
    </w:p>
    <w:p w:rsidR="007B2329" w:rsidRDefault="007B2329" w:rsidP="007B2329">
      <w:r>
        <w:t>253.1700</w:t>
      </w:r>
      <w:r>
        <w:tab/>
        <w:t>1.925e1</w:t>
      </w:r>
    </w:p>
    <w:p w:rsidR="007B2329" w:rsidRDefault="007B2329" w:rsidP="007B2329">
      <w:r>
        <w:t>253.1720</w:t>
      </w:r>
      <w:r>
        <w:tab/>
        <w:t>1.013e0</w:t>
      </w:r>
    </w:p>
    <w:p w:rsidR="007B2329" w:rsidRDefault="007B2329" w:rsidP="007B2329">
      <w:r>
        <w:t>253.1772</w:t>
      </w:r>
      <w:r>
        <w:tab/>
        <w:t>5.063e0</w:t>
      </w:r>
    </w:p>
    <w:p w:rsidR="007B2329" w:rsidRDefault="007B2329" w:rsidP="007B2329">
      <w:r>
        <w:t>253.2025</w:t>
      </w:r>
      <w:r>
        <w:tab/>
        <w:t>1.013e0</w:t>
      </w:r>
    </w:p>
    <w:p w:rsidR="007B2329" w:rsidRDefault="007B2329" w:rsidP="007B2329">
      <w:r>
        <w:t>253.2084</w:t>
      </w:r>
      <w:r>
        <w:tab/>
        <w:t>2.025e0</w:t>
      </w:r>
    </w:p>
    <w:p w:rsidR="007B2329" w:rsidRDefault="007B2329" w:rsidP="007B2329">
      <w:r>
        <w:t>253.2103</w:t>
      </w:r>
      <w:r>
        <w:tab/>
        <w:t>2.025e0</w:t>
      </w:r>
    </w:p>
    <w:p w:rsidR="007B2329" w:rsidRDefault="007B2329" w:rsidP="007B2329">
      <w:r>
        <w:t>253.2405</w:t>
      </w:r>
      <w:r>
        <w:tab/>
        <w:t>1.013e0</w:t>
      </w:r>
    </w:p>
    <w:p w:rsidR="007B2329" w:rsidRDefault="007B2329" w:rsidP="007B2329">
      <w:r>
        <w:t>253.2643</w:t>
      </w:r>
      <w:r>
        <w:tab/>
        <w:t>2.025e0</w:t>
      </w:r>
    </w:p>
    <w:p w:rsidR="007B2329" w:rsidRDefault="007B2329" w:rsidP="007B2329">
      <w:r>
        <w:t>253.2687</w:t>
      </w:r>
      <w:r>
        <w:tab/>
        <w:t>1.013e0</w:t>
      </w:r>
    </w:p>
    <w:p w:rsidR="007B2329" w:rsidRDefault="007B2329" w:rsidP="007B2329">
      <w:r>
        <w:t>253.2733</w:t>
      </w:r>
      <w:r>
        <w:tab/>
        <w:t>1.013e0</w:t>
      </w:r>
    </w:p>
    <w:p w:rsidR="007B2329" w:rsidRDefault="007B2329" w:rsidP="007B2329">
      <w:r>
        <w:t>253.2948</w:t>
      </w:r>
      <w:r>
        <w:tab/>
        <w:t>2.025e0</w:t>
      </w:r>
    </w:p>
    <w:p w:rsidR="007B2329" w:rsidRDefault="007B2329" w:rsidP="007B2329">
      <w:r>
        <w:t>253.3158</w:t>
      </w:r>
      <w:r>
        <w:tab/>
        <w:t>1.013e0</w:t>
      </w:r>
    </w:p>
    <w:p w:rsidR="007B2329" w:rsidRDefault="007B2329" w:rsidP="007B2329">
      <w:r>
        <w:t>253.3204</w:t>
      </w:r>
      <w:r>
        <w:tab/>
        <w:t>1.013e0</w:t>
      </w:r>
    </w:p>
    <w:p w:rsidR="007B2329" w:rsidRDefault="007B2329" w:rsidP="007B2329">
      <w:r>
        <w:t>253.3251</w:t>
      </w:r>
      <w:r>
        <w:tab/>
        <w:t>1.013e0</w:t>
      </w:r>
    </w:p>
    <w:p w:rsidR="007B2329" w:rsidRDefault="007B2329" w:rsidP="007B2329">
      <w:r>
        <w:lastRenderedPageBreak/>
        <w:t>253.3371</w:t>
      </w:r>
      <w:r>
        <w:tab/>
        <w:t>2.025e0</w:t>
      </w:r>
    </w:p>
    <w:p w:rsidR="007B2329" w:rsidRDefault="007B2329" w:rsidP="007B2329">
      <w:r>
        <w:t>253.3470</w:t>
      </w:r>
      <w:r>
        <w:tab/>
        <w:t>2.025e0</w:t>
      </w:r>
    </w:p>
    <w:p w:rsidR="007B2329" w:rsidRDefault="007B2329" w:rsidP="007B2329">
      <w:r>
        <w:t>253.3534</w:t>
      </w:r>
      <w:r>
        <w:tab/>
        <w:t>1.013e0</w:t>
      </w:r>
    </w:p>
    <w:p w:rsidR="007B2329" w:rsidRDefault="007B2329" w:rsidP="007B2329">
      <w:r>
        <w:t>253.3714</w:t>
      </w:r>
      <w:r>
        <w:tab/>
        <w:t>1.013e0</w:t>
      </w:r>
    </w:p>
    <w:p w:rsidR="007B2329" w:rsidRDefault="007B2329" w:rsidP="007B2329">
      <w:r>
        <w:t>253.3834</w:t>
      </w:r>
      <w:r>
        <w:tab/>
        <w:t>3.038e0</w:t>
      </w:r>
    </w:p>
    <w:p w:rsidR="007B2329" w:rsidRDefault="007B2329" w:rsidP="007B2329">
      <w:r>
        <w:t>253.3911</w:t>
      </w:r>
      <w:r>
        <w:tab/>
        <w:t>1.013e0</w:t>
      </w:r>
    </w:p>
    <w:p w:rsidR="007B2329" w:rsidRDefault="007B2329" w:rsidP="007B2329">
      <w:r>
        <w:t>253.3957</w:t>
      </w:r>
      <w:r>
        <w:tab/>
        <w:t>2.025e0</w:t>
      </w:r>
    </w:p>
    <w:p w:rsidR="007B2329" w:rsidRDefault="007B2329" w:rsidP="007B2329">
      <w:r>
        <w:t>253.4167</w:t>
      </w:r>
      <w:r>
        <w:tab/>
        <w:t>3.038e0</w:t>
      </w:r>
    </w:p>
    <w:p w:rsidR="007B2329" w:rsidRDefault="007B2329" w:rsidP="007B2329">
      <w:r>
        <w:t>253.4177</w:t>
      </w:r>
      <w:r>
        <w:tab/>
        <w:t>3.038e0</w:t>
      </w:r>
    </w:p>
    <w:p w:rsidR="007B2329" w:rsidRDefault="007B2329" w:rsidP="007B2329">
      <w:r>
        <w:t>253.4599</w:t>
      </w:r>
      <w:r>
        <w:tab/>
        <w:t>1.013e0</w:t>
      </w:r>
    </w:p>
    <w:p w:rsidR="007B2329" w:rsidRDefault="007B2329" w:rsidP="007B2329">
      <w:r>
        <w:t>253.4874</w:t>
      </w:r>
      <w:r>
        <w:tab/>
        <w:t>2.025e0</w:t>
      </w:r>
    </w:p>
    <w:p w:rsidR="007B2329" w:rsidRDefault="007B2329" w:rsidP="007B2329">
      <w:r>
        <w:t>253.4974</w:t>
      </w:r>
      <w:r>
        <w:tab/>
        <w:t>2.025e0</w:t>
      </w:r>
    </w:p>
    <w:p w:rsidR="007B2329" w:rsidRDefault="007B2329" w:rsidP="007B2329">
      <w:r>
        <w:t>253.5052</w:t>
      </w:r>
      <w:r>
        <w:tab/>
        <w:t>3.038e0</w:t>
      </w:r>
    </w:p>
    <w:p w:rsidR="007B2329" w:rsidRDefault="007B2329" w:rsidP="007B2329">
      <w:r>
        <w:t>253.5101</w:t>
      </w:r>
      <w:r>
        <w:tab/>
        <w:t>1.013e0</w:t>
      </w:r>
    </w:p>
    <w:p w:rsidR="007B2329" w:rsidRDefault="007B2329" w:rsidP="007B2329">
      <w:r>
        <w:t>253.5141</w:t>
      </w:r>
      <w:r>
        <w:tab/>
        <w:t>2.025e0</w:t>
      </w:r>
    </w:p>
    <w:p w:rsidR="007B2329" w:rsidRDefault="007B2329" w:rsidP="007B2329">
      <w:r>
        <w:t>253.5229</w:t>
      </w:r>
      <w:r>
        <w:tab/>
        <w:t>1.013e0</w:t>
      </w:r>
    </w:p>
    <w:p w:rsidR="007B2329" w:rsidRDefault="007B2329" w:rsidP="007B2329">
      <w:r>
        <w:t>253.5329</w:t>
      </w:r>
      <w:r>
        <w:tab/>
        <w:t>3.038e0</w:t>
      </w:r>
    </w:p>
    <w:p w:rsidR="007B2329" w:rsidRDefault="007B2329" w:rsidP="007B2329">
      <w:r>
        <w:t>253.5485</w:t>
      </w:r>
      <w:r>
        <w:tab/>
        <w:t>3.038e0</w:t>
      </w:r>
    </w:p>
    <w:p w:rsidR="007B2329" w:rsidRDefault="007B2329" w:rsidP="007B2329">
      <w:r>
        <w:t>253.5641</w:t>
      </w:r>
      <w:r>
        <w:tab/>
        <w:t>2.025e0</w:t>
      </w:r>
    </w:p>
    <w:p w:rsidR="007B2329" w:rsidRDefault="007B2329" w:rsidP="007B2329">
      <w:r>
        <w:lastRenderedPageBreak/>
        <w:t>253.5729</w:t>
      </w:r>
      <w:r>
        <w:tab/>
        <w:t>2.025e0</w:t>
      </w:r>
    </w:p>
    <w:p w:rsidR="007B2329" w:rsidRDefault="007B2329" w:rsidP="007B2329">
      <w:r>
        <w:t>253.5772</w:t>
      </w:r>
      <w:r>
        <w:tab/>
        <w:t>2.025e0</w:t>
      </w:r>
    </w:p>
    <w:p w:rsidR="007B2329" w:rsidRDefault="007B2329" w:rsidP="007B2329">
      <w:r>
        <w:t>253.5793</w:t>
      </w:r>
      <w:r>
        <w:tab/>
        <w:t>4.051e0</w:t>
      </w:r>
    </w:p>
    <w:p w:rsidR="007B2329" w:rsidRDefault="007B2329" w:rsidP="007B2329">
      <w:r>
        <w:t>253.5859</w:t>
      </w:r>
      <w:r>
        <w:tab/>
        <w:t>4.051e0</w:t>
      </w:r>
    </w:p>
    <w:p w:rsidR="007B2329" w:rsidRDefault="007B2329" w:rsidP="007B2329">
      <w:r>
        <w:t>253.5905</w:t>
      </w:r>
      <w:r>
        <w:tab/>
        <w:t>4.051e0</w:t>
      </w:r>
    </w:p>
    <w:p w:rsidR="007B2329" w:rsidRDefault="007B2329" w:rsidP="007B2329">
      <w:r>
        <w:t>253.5946</w:t>
      </w:r>
      <w:r>
        <w:tab/>
        <w:t>2.025e0</w:t>
      </w:r>
    </w:p>
    <w:p w:rsidR="007B2329" w:rsidRDefault="007B2329" w:rsidP="007B2329">
      <w:r>
        <w:t>253.5966</w:t>
      </w:r>
      <w:r>
        <w:tab/>
        <w:t>2.532e-2</w:t>
      </w:r>
    </w:p>
    <w:p w:rsidR="007B2329" w:rsidRDefault="007B2329" w:rsidP="007B2329">
      <w:r>
        <w:t>253.6211</w:t>
      </w:r>
      <w:r>
        <w:tab/>
        <w:t>2.025e0</w:t>
      </w:r>
    </w:p>
    <w:p w:rsidR="007B2329" w:rsidRDefault="007B2329" w:rsidP="007B2329">
      <w:r>
        <w:t>253.6331</w:t>
      </w:r>
      <w:r>
        <w:tab/>
        <w:t>2.025e0</w:t>
      </w:r>
    </w:p>
    <w:p w:rsidR="007B2329" w:rsidRDefault="007B2329" w:rsidP="007B2329">
      <w:r>
        <w:t>253.6380</w:t>
      </w:r>
      <w:r>
        <w:tab/>
        <w:t>2.025e0</w:t>
      </w:r>
    </w:p>
    <w:p w:rsidR="007B2329" w:rsidRDefault="007B2329" w:rsidP="007B2329">
      <w:r>
        <w:t>253.6408</w:t>
      </w:r>
      <w:r>
        <w:tab/>
        <w:t>1.013e0</w:t>
      </w:r>
    </w:p>
    <w:p w:rsidR="007B2329" w:rsidRDefault="007B2329" w:rsidP="007B2329">
      <w:r>
        <w:t>253.6595</w:t>
      </w:r>
      <w:r>
        <w:tab/>
        <w:t>1.013e0</w:t>
      </w:r>
    </w:p>
    <w:p w:rsidR="007B2329" w:rsidRDefault="007B2329" w:rsidP="007B2329">
      <w:r>
        <w:t>253.6674</w:t>
      </w:r>
      <w:r>
        <w:tab/>
        <w:t>2.025e0</w:t>
      </w:r>
    </w:p>
    <w:p w:rsidR="007B2329" w:rsidRDefault="007B2329" w:rsidP="007B2329">
      <w:r>
        <w:t>253.6753</w:t>
      </w:r>
      <w:r>
        <w:tab/>
        <w:t>2.025e0</w:t>
      </w:r>
    </w:p>
    <w:p w:rsidR="007B2329" w:rsidRDefault="007B2329" w:rsidP="007B2329">
      <w:r>
        <w:t>253.6831</w:t>
      </w:r>
      <w:r>
        <w:tab/>
        <w:t>2.025e0</w:t>
      </w:r>
    </w:p>
    <w:p w:rsidR="007B2329" w:rsidRDefault="007B2329" w:rsidP="007B2329">
      <w:r>
        <w:t>253.6878</w:t>
      </w:r>
      <w:r>
        <w:tab/>
        <w:t>1.013e0</w:t>
      </w:r>
    </w:p>
    <w:p w:rsidR="007B2329" w:rsidRDefault="007B2329" w:rsidP="007B2329">
      <w:r>
        <w:t>253.7096</w:t>
      </w:r>
      <w:r>
        <w:tab/>
        <w:t>3.038e0</w:t>
      </w:r>
    </w:p>
    <w:p w:rsidR="007B2329" w:rsidRDefault="007B2329" w:rsidP="007B2329">
      <w:r>
        <w:t>253.7301</w:t>
      </w:r>
      <w:r>
        <w:tab/>
        <w:t>1.013e0</w:t>
      </w:r>
    </w:p>
    <w:p w:rsidR="007B2329" w:rsidRDefault="007B2329" w:rsidP="007B2329">
      <w:r>
        <w:t>253.7528</w:t>
      </w:r>
      <w:r>
        <w:tab/>
        <w:t>3.038e0</w:t>
      </w:r>
    </w:p>
    <w:p w:rsidR="007B2329" w:rsidRDefault="007B2329" w:rsidP="007B2329">
      <w:r>
        <w:lastRenderedPageBreak/>
        <w:t>253.7599</w:t>
      </w:r>
      <w:r>
        <w:tab/>
        <w:t>1.013e0</w:t>
      </w:r>
    </w:p>
    <w:p w:rsidR="007B2329" w:rsidRDefault="007B2329" w:rsidP="007B2329">
      <w:r>
        <w:t>253.7679</w:t>
      </w:r>
      <w:r>
        <w:tab/>
        <w:t>1.013e0</w:t>
      </w:r>
    </w:p>
    <w:p w:rsidR="007B2329" w:rsidRDefault="007B2329" w:rsidP="007B2329">
      <w:r>
        <w:t>253.7883</w:t>
      </w:r>
      <w:r>
        <w:tab/>
        <w:t>2.025e0</w:t>
      </w:r>
    </w:p>
    <w:p w:rsidR="007B2329" w:rsidRDefault="007B2329" w:rsidP="007B2329">
      <w:r>
        <w:t>253.7982</w:t>
      </w:r>
      <w:r>
        <w:tab/>
        <w:t>4.051e0</w:t>
      </w:r>
    </w:p>
    <w:p w:rsidR="007B2329" w:rsidRDefault="007B2329" w:rsidP="007B2329">
      <w:r>
        <w:t>253.8022</w:t>
      </w:r>
      <w:r>
        <w:tab/>
        <w:t>2.025e0</w:t>
      </w:r>
    </w:p>
    <w:p w:rsidR="007B2329" w:rsidRDefault="007B2329" w:rsidP="007B2329">
      <w:r>
        <w:t>253.8045</w:t>
      </w:r>
      <w:r>
        <w:tab/>
        <w:t>2.142e0</w:t>
      </w:r>
    </w:p>
    <w:p w:rsidR="007B2329" w:rsidRDefault="007B2329" w:rsidP="007B2329">
      <w:r>
        <w:t>253.8194</w:t>
      </w:r>
      <w:r>
        <w:tab/>
        <w:t>2.025e0</w:t>
      </w:r>
    </w:p>
    <w:p w:rsidR="007B2329" w:rsidRDefault="007B2329" w:rsidP="007B2329">
      <w:r>
        <w:t>253.8310</w:t>
      </w:r>
      <w:r>
        <w:tab/>
        <w:t>5.063e0</w:t>
      </w:r>
    </w:p>
    <w:p w:rsidR="007B2329" w:rsidRDefault="007B2329" w:rsidP="007B2329">
      <w:r>
        <w:t>253.8405</w:t>
      </w:r>
      <w:r>
        <w:tab/>
        <w:t>3.038e0</w:t>
      </w:r>
    </w:p>
    <w:p w:rsidR="007B2329" w:rsidRDefault="007B2329" w:rsidP="007B2329">
      <w:r>
        <w:t>253.8445</w:t>
      </w:r>
      <w:r>
        <w:tab/>
        <w:t>3.038e0</w:t>
      </w:r>
    </w:p>
    <w:p w:rsidR="007B2329" w:rsidRDefault="007B2329" w:rsidP="007B2329">
      <w:r>
        <w:t>253.8484</w:t>
      </w:r>
      <w:r>
        <w:tab/>
        <w:t>1.013e0</w:t>
      </w:r>
    </w:p>
    <w:p w:rsidR="007B2329" w:rsidRDefault="007B2329" w:rsidP="007B2329">
      <w:r>
        <w:t>253.8621</w:t>
      </w:r>
      <w:r>
        <w:tab/>
        <w:t>1.013e0</w:t>
      </w:r>
    </w:p>
    <w:p w:rsidR="007B2329" w:rsidRDefault="007B2329" w:rsidP="007B2329">
      <w:r>
        <w:t>253.8867</w:t>
      </w:r>
      <w:r>
        <w:tab/>
        <w:t>1.013e0</w:t>
      </w:r>
    </w:p>
    <w:p w:rsidR="007B2329" w:rsidRDefault="007B2329" w:rsidP="007B2329">
      <w:r>
        <w:t>253.8906</w:t>
      </w:r>
      <w:r>
        <w:tab/>
        <w:t>3.038e0</w:t>
      </w:r>
    </w:p>
    <w:p w:rsidR="007B2329" w:rsidRDefault="007B2329" w:rsidP="007B2329">
      <w:r>
        <w:t>253.8952</w:t>
      </w:r>
      <w:r>
        <w:tab/>
        <w:t>1.013e0</w:t>
      </w:r>
    </w:p>
    <w:p w:rsidR="007B2329" w:rsidRDefault="007B2329" w:rsidP="007B2329">
      <w:r>
        <w:t>253.8999</w:t>
      </w:r>
      <w:r>
        <w:tab/>
        <w:t>1.013e0</w:t>
      </w:r>
    </w:p>
    <w:p w:rsidR="007B2329" w:rsidRDefault="007B2329" w:rsidP="007B2329">
      <w:r>
        <w:t>253.9132</w:t>
      </w:r>
      <w:r>
        <w:tab/>
        <w:t>1.013e0</w:t>
      </w:r>
    </w:p>
    <w:p w:rsidR="007B2329" w:rsidRDefault="007B2329" w:rsidP="007B2329">
      <w:r>
        <w:t>253.9201</w:t>
      </w:r>
      <w:r>
        <w:tab/>
        <w:t>1.751e0</w:t>
      </w:r>
    </w:p>
    <w:p w:rsidR="007B2329" w:rsidRDefault="007B2329" w:rsidP="007B2329">
      <w:r>
        <w:t>253.9424</w:t>
      </w:r>
      <w:r>
        <w:tab/>
        <w:t>1.013e0</w:t>
      </w:r>
    </w:p>
    <w:p w:rsidR="007B2329" w:rsidRDefault="007B2329" w:rsidP="007B2329">
      <w:r>
        <w:lastRenderedPageBreak/>
        <w:t>253.9594</w:t>
      </w:r>
      <w:r>
        <w:tab/>
        <w:t>1.013e0</w:t>
      </w:r>
    </w:p>
    <w:p w:rsidR="007B2329" w:rsidRDefault="007B2329" w:rsidP="007B2329">
      <w:r>
        <w:t>253.9616</w:t>
      </w:r>
      <w:r>
        <w:tab/>
        <w:t>3.038e0</w:t>
      </w:r>
    </w:p>
    <w:p w:rsidR="007B2329" w:rsidRDefault="007B2329" w:rsidP="007B2329">
      <w:r>
        <w:t>253.9654</w:t>
      </w:r>
      <w:r>
        <w:tab/>
        <w:t>1.025e0</w:t>
      </w:r>
    </w:p>
    <w:p w:rsidR="007B2329" w:rsidRDefault="007B2329" w:rsidP="007B2329">
      <w:r>
        <w:t>253.9720</w:t>
      </w:r>
      <w:r>
        <w:tab/>
        <w:t>4.051e0</w:t>
      </w:r>
    </w:p>
    <w:p w:rsidR="007B2329" w:rsidRDefault="007B2329" w:rsidP="007B2329">
      <w:r>
        <w:t>253.9801</w:t>
      </w:r>
      <w:r>
        <w:tab/>
        <w:t>1.013e0</w:t>
      </w:r>
    </w:p>
    <w:p w:rsidR="007B2329" w:rsidRDefault="007B2329" w:rsidP="007B2329">
      <w:r>
        <w:t>253.9939</w:t>
      </w:r>
      <w:r>
        <w:tab/>
        <w:t>1.013e0</w:t>
      </w:r>
    </w:p>
    <w:p w:rsidR="007B2329" w:rsidRDefault="007B2329" w:rsidP="007B2329">
      <w:r>
        <w:t>253.9979</w:t>
      </w:r>
      <w:r>
        <w:tab/>
        <w:t>1.013e0</w:t>
      </w:r>
    </w:p>
    <w:p w:rsidR="007B2329" w:rsidRDefault="007B2329" w:rsidP="007B2329">
      <w:r>
        <w:t>254.0038</w:t>
      </w:r>
      <w:r>
        <w:tab/>
        <w:t>2.025e0</w:t>
      </w:r>
    </w:p>
    <w:p w:rsidR="007B2329" w:rsidRDefault="007B2329" w:rsidP="007B2329">
      <w:r>
        <w:t>254.0057</w:t>
      </w:r>
      <w:r>
        <w:tab/>
        <w:t>2.025e0</w:t>
      </w:r>
    </w:p>
    <w:p w:rsidR="007B2329" w:rsidRDefault="007B2329" w:rsidP="007B2329">
      <w:r>
        <w:t>254.0287</w:t>
      </w:r>
      <w:r>
        <w:tab/>
        <w:t>4.051e0</w:t>
      </w:r>
    </w:p>
    <w:p w:rsidR="007B2329" w:rsidRDefault="007B2329" w:rsidP="007B2329">
      <w:r>
        <w:t>254.0362</w:t>
      </w:r>
      <w:r>
        <w:tab/>
        <w:t>2.025e0</w:t>
      </w:r>
    </w:p>
    <w:p w:rsidR="007B2329" w:rsidRDefault="007B2329" w:rsidP="007B2329">
      <w:r>
        <w:t>254.0400</w:t>
      </w:r>
      <w:r>
        <w:tab/>
        <w:t>7.595e-2</w:t>
      </w:r>
    </w:p>
    <w:p w:rsidR="007B2329" w:rsidRDefault="007B2329" w:rsidP="007B2329">
      <w:r>
        <w:t>254.0442</w:t>
      </w:r>
      <w:r>
        <w:tab/>
        <w:t>1.013e1</w:t>
      </w:r>
    </w:p>
    <w:p w:rsidR="007B2329" w:rsidRDefault="007B2329" w:rsidP="007B2329">
      <w:r>
        <w:t>254.0650</w:t>
      </w:r>
      <w:r>
        <w:tab/>
        <w:t>1.013e0</w:t>
      </w:r>
    </w:p>
    <w:p w:rsidR="007B2329" w:rsidRDefault="007B2329" w:rsidP="007B2329">
      <w:r>
        <w:t>254.0668</w:t>
      </w:r>
      <w:r>
        <w:tab/>
        <w:t>1.038e0</w:t>
      </w:r>
    </w:p>
    <w:p w:rsidR="007B2329" w:rsidRDefault="007B2329" w:rsidP="007B2329">
      <w:r>
        <w:t>254.0833</w:t>
      </w:r>
      <w:r>
        <w:tab/>
        <w:t>3.038e0</w:t>
      </w:r>
    </w:p>
    <w:p w:rsidR="007B2329" w:rsidRDefault="007B2329" w:rsidP="007B2329">
      <w:r>
        <w:t>254.0864</w:t>
      </w:r>
      <w:r>
        <w:tab/>
        <w:t>1.013e0</w:t>
      </w:r>
    </w:p>
    <w:p w:rsidR="007B2329" w:rsidRDefault="007B2329" w:rsidP="007B2329">
      <w:r>
        <w:t>254.0904</w:t>
      </w:r>
      <w:r>
        <w:tab/>
        <w:t>2.025e0</w:t>
      </w:r>
    </w:p>
    <w:p w:rsidR="007B2329" w:rsidRDefault="007B2329" w:rsidP="007B2329">
      <w:r>
        <w:t>254.1146</w:t>
      </w:r>
      <w:r>
        <w:tab/>
        <w:t>1.279e1</w:t>
      </w:r>
    </w:p>
    <w:p w:rsidR="007B2329" w:rsidRDefault="007B2329" w:rsidP="007B2329">
      <w:r>
        <w:lastRenderedPageBreak/>
        <w:t>254.1247</w:t>
      </w:r>
      <w:r>
        <w:tab/>
        <w:t>1.013e0</w:t>
      </w:r>
    </w:p>
    <w:p w:rsidR="007B2329" w:rsidRDefault="007B2329" w:rsidP="007B2329">
      <w:r>
        <w:t>254.1287</w:t>
      </w:r>
      <w:r>
        <w:tab/>
        <w:t>1.013e0</w:t>
      </w:r>
    </w:p>
    <w:p w:rsidR="007B2329" w:rsidRDefault="007B2329" w:rsidP="007B2329">
      <w:r>
        <w:t>254.1306</w:t>
      </w:r>
      <w:r>
        <w:tab/>
        <w:t>1.025e0</w:t>
      </w:r>
    </w:p>
    <w:p w:rsidR="007B2329" w:rsidRDefault="007B2329" w:rsidP="007B2329">
      <w:r>
        <w:t>254.1367</w:t>
      </w:r>
      <w:r>
        <w:tab/>
        <w:t>1.266e-2</w:t>
      </w:r>
    </w:p>
    <w:p w:rsidR="007B2329" w:rsidRDefault="007B2329" w:rsidP="007B2329">
      <w:r>
        <w:t>254.1405</w:t>
      </w:r>
      <w:r>
        <w:tab/>
        <w:t>1.013e0</w:t>
      </w:r>
    </w:p>
    <w:p w:rsidR="007B2329" w:rsidRDefault="007B2329" w:rsidP="007B2329">
      <w:r>
        <w:t>254.1515</w:t>
      </w:r>
      <w:r>
        <w:tab/>
        <w:t>1.025e0</w:t>
      </w:r>
    </w:p>
    <w:p w:rsidR="007B2329" w:rsidRDefault="007B2329" w:rsidP="007B2329">
      <w:r>
        <w:t>254.1582</w:t>
      </w:r>
      <w:r>
        <w:tab/>
        <w:t>4.051e0</w:t>
      </w:r>
    </w:p>
    <w:p w:rsidR="007B2329" w:rsidRDefault="007B2329" w:rsidP="007B2329">
      <w:r>
        <w:t>254.1630</w:t>
      </w:r>
      <w:r>
        <w:tab/>
        <w:t>2.025e0</w:t>
      </w:r>
    </w:p>
    <w:p w:rsidR="007B2329" w:rsidRDefault="007B2329" w:rsidP="007B2329">
      <w:r>
        <w:t>254.1686</w:t>
      </w:r>
      <w:r>
        <w:tab/>
        <w:t>5.063e0</w:t>
      </w:r>
    </w:p>
    <w:p w:rsidR="007B2329" w:rsidRDefault="007B2329" w:rsidP="007B2329">
      <w:r>
        <w:t>254.1791</w:t>
      </w:r>
      <w:r>
        <w:tab/>
        <w:t>2.025e0</w:t>
      </w:r>
    </w:p>
    <w:p w:rsidR="007B2329" w:rsidRDefault="007B2329" w:rsidP="007B2329">
      <w:r>
        <w:t>254.1831</w:t>
      </w:r>
      <w:r>
        <w:tab/>
        <w:t>1.013e0</w:t>
      </w:r>
    </w:p>
    <w:p w:rsidR="007B2329" w:rsidRDefault="007B2329" w:rsidP="007B2329">
      <w:r>
        <w:t>254.1971</w:t>
      </w:r>
      <w:r>
        <w:tab/>
        <w:t>1.013e0</w:t>
      </w:r>
    </w:p>
    <w:p w:rsidR="007B2329" w:rsidRDefault="007B2329" w:rsidP="007B2329">
      <w:r>
        <w:t>254.2054</w:t>
      </w:r>
      <w:r>
        <w:tab/>
        <w:t>1.013e0</w:t>
      </w:r>
    </w:p>
    <w:p w:rsidR="007B2329" w:rsidRDefault="007B2329" w:rsidP="007B2329">
      <w:r>
        <w:t>254.2074</w:t>
      </w:r>
      <w:r>
        <w:tab/>
        <w:t>1.025e0</w:t>
      </w:r>
    </w:p>
    <w:p w:rsidR="007B2329" w:rsidRDefault="007B2329" w:rsidP="007B2329">
      <w:r>
        <w:t>254.2173</w:t>
      </w:r>
      <w:r>
        <w:tab/>
        <w:t>1.013e0</w:t>
      </w:r>
    </w:p>
    <w:p w:rsidR="007B2329" w:rsidRDefault="007B2329" w:rsidP="007B2329">
      <w:r>
        <w:t>254.2212</w:t>
      </w:r>
      <w:r>
        <w:tab/>
        <w:t>1.013e0</w:t>
      </w:r>
    </w:p>
    <w:p w:rsidR="007B2329" w:rsidRDefault="007B2329" w:rsidP="007B2329">
      <w:r>
        <w:t>254.2557</w:t>
      </w:r>
      <w:r>
        <w:tab/>
        <w:t>3.038e0</w:t>
      </w:r>
    </w:p>
    <w:p w:rsidR="007B2329" w:rsidRDefault="007B2329" w:rsidP="007B2329">
      <w:r>
        <w:t>254.2596</w:t>
      </w:r>
      <w:r>
        <w:tab/>
        <w:t>1.013e0</w:t>
      </w:r>
    </w:p>
    <w:p w:rsidR="007B2329" w:rsidRDefault="007B2329" w:rsidP="007B2329">
      <w:r>
        <w:t>254.2635</w:t>
      </w:r>
      <w:r>
        <w:tab/>
        <w:t>1.013e0</w:t>
      </w:r>
    </w:p>
    <w:p w:rsidR="007B2329" w:rsidRDefault="007B2329" w:rsidP="007B2329">
      <w:r>
        <w:lastRenderedPageBreak/>
        <w:t>254.2831</w:t>
      </w:r>
      <w:r>
        <w:tab/>
        <w:t>2.025e0</w:t>
      </w:r>
    </w:p>
    <w:p w:rsidR="007B2329" w:rsidRDefault="007B2329" w:rsidP="007B2329">
      <w:r>
        <w:t>254.2899</w:t>
      </w:r>
      <w:r>
        <w:tab/>
        <w:t>1.872e0</w:t>
      </w:r>
    </w:p>
    <w:p w:rsidR="007B2329" w:rsidRDefault="007B2329" w:rsidP="007B2329">
      <w:r>
        <w:t>254.2981</w:t>
      </w:r>
      <w:r>
        <w:tab/>
        <w:t>1.025e0</w:t>
      </w:r>
    </w:p>
    <w:p w:rsidR="007B2329" w:rsidRDefault="007B2329" w:rsidP="007B2329">
      <w:r>
        <w:t>254.3130</w:t>
      </w:r>
      <w:r>
        <w:tab/>
        <w:t>2.025e0</w:t>
      </w:r>
    </w:p>
    <w:p w:rsidR="007B2329" w:rsidRDefault="007B2329" w:rsidP="007B2329">
      <w:r>
        <w:t>254.3218</w:t>
      </w:r>
      <w:r>
        <w:tab/>
        <w:t>2.025e0</w:t>
      </w:r>
    </w:p>
    <w:p w:rsidR="007B2329" w:rsidRDefault="007B2329" w:rsidP="007B2329">
      <w:r>
        <w:t>254.3245</w:t>
      </w:r>
      <w:r>
        <w:tab/>
        <w:t>1.013e0</w:t>
      </w:r>
    </w:p>
    <w:p w:rsidR="007B2329" w:rsidRDefault="007B2329" w:rsidP="007B2329">
      <w:r>
        <w:t>254.3262</w:t>
      </w:r>
      <w:r>
        <w:tab/>
        <w:t>2.025e0</w:t>
      </w:r>
    </w:p>
    <w:p w:rsidR="007B2329" w:rsidRDefault="007B2329" w:rsidP="007B2329">
      <w:r>
        <w:t>254.3465</w:t>
      </w:r>
      <w:r>
        <w:tab/>
        <w:t>1.025e0</w:t>
      </w:r>
    </w:p>
    <w:p w:rsidR="007B2329" w:rsidRDefault="007B2329" w:rsidP="007B2329">
      <w:r>
        <w:t>254.3577</w:t>
      </w:r>
      <w:r>
        <w:tab/>
        <w:t>1.013e0</w:t>
      </w:r>
    </w:p>
    <w:p w:rsidR="007B2329" w:rsidRDefault="007B2329" w:rsidP="007B2329">
      <w:r>
        <w:t>254.3727</w:t>
      </w:r>
      <w:r>
        <w:tab/>
        <w:t>1.025e0</w:t>
      </w:r>
    </w:p>
    <w:p w:rsidR="007B2329" w:rsidRDefault="007B2329" w:rsidP="007B2329">
      <w:r>
        <w:t>254.3787</w:t>
      </w:r>
      <w:r>
        <w:tab/>
        <w:t>1.013e0</w:t>
      </w:r>
    </w:p>
    <w:p w:rsidR="007B2329" w:rsidRDefault="007B2329" w:rsidP="007B2329">
      <w:r>
        <w:t>254.3826</w:t>
      </w:r>
      <w:r>
        <w:tab/>
        <w:t>1.013e0</w:t>
      </w:r>
    </w:p>
    <w:p w:rsidR="007B2329" w:rsidRDefault="007B2329" w:rsidP="007B2329">
      <w:r>
        <w:t>254.3908</w:t>
      </w:r>
      <w:r>
        <w:tab/>
        <w:t>1.013e0</w:t>
      </w:r>
    </w:p>
    <w:p w:rsidR="007B2329" w:rsidRDefault="007B2329" w:rsidP="007B2329">
      <w:r>
        <w:t>254.4050</w:t>
      </w:r>
      <w:r>
        <w:tab/>
        <w:t>5.063e0</w:t>
      </w:r>
    </w:p>
    <w:p w:rsidR="007B2329" w:rsidRDefault="007B2329" w:rsidP="007B2329">
      <w:r>
        <w:t>254.4090</w:t>
      </w:r>
      <w:r>
        <w:tab/>
        <w:t>1.013e0</w:t>
      </w:r>
    </w:p>
    <w:p w:rsidR="007B2329" w:rsidRDefault="007B2329" w:rsidP="007B2329">
      <w:r>
        <w:t>254.4170</w:t>
      </w:r>
      <w:r>
        <w:tab/>
        <w:t>3.038e0</w:t>
      </w:r>
    </w:p>
    <w:p w:rsidR="007B2329" w:rsidRDefault="007B2329" w:rsidP="007B2329">
      <w:r>
        <w:t>254.4249</w:t>
      </w:r>
      <w:r>
        <w:tab/>
        <w:t>1.013e0</w:t>
      </w:r>
    </w:p>
    <w:p w:rsidR="007B2329" w:rsidRDefault="007B2329" w:rsidP="007B2329">
      <w:r>
        <w:t>254.4347</w:t>
      </w:r>
      <w:r>
        <w:tab/>
        <w:t>2.025e0</w:t>
      </w:r>
    </w:p>
    <w:p w:rsidR="007B2329" w:rsidRDefault="007B2329" w:rsidP="007B2329">
      <w:r>
        <w:t>254.4514</w:t>
      </w:r>
      <w:r>
        <w:tab/>
        <w:t>1.013e0</w:t>
      </w:r>
    </w:p>
    <w:p w:rsidR="007B2329" w:rsidRDefault="007B2329" w:rsidP="007B2329">
      <w:r>
        <w:lastRenderedPageBreak/>
        <w:t>254.4710</w:t>
      </w:r>
      <w:r>
        <w:tab/>
        <w:t>1.013e0</w:t>
      </w:r>
    </w:p>
    <w:p w:rsidR="007B2329" w:rsidRDefault="007B2329" w:rsidP="007B2329">
      <w:r>
        <w:t>254.4742</w:t>
      </w:r>
      <w:r>
        <w:tab/>
        <w:t>3.038e0</w:t>
      </w:r>
    </w:p>
    <w:p w:rsidR="007B2329" w:rsidRDefault="007B2329" w:rsidP="007B2329">
      <w:r>
        <w:t>254.4764</w:t>
      </w:r>
      <w:r>
        <w:tab/>
        <w:t>2.025e0</w:t>
      </w:r>
    </w:p>
    <w:p w:rsidR="007B2329" w:rsidRDefault="007B2329" w:rsidP="007B2329">
      <w:r>
        <w:t>254.4937</w:t>
      </w:r>
      <w:r>
        <w:tab/>
        <w:t>1.013e0</w:t>
      </w:r>
    </w:p>
    <w:p w:rsidR="007B2329" w:rsidRDefault="007B2329" w:rsidP="007B2329">
      <w:r>
        <w:t>254.4957</w:t>
      </w:r>
      <w:r>
        <w:tab/>
        <w:t>1.025e0</w:t>
      </w:r>
    </w:p>
    <w:p w:rsidR="007B2329" w:rsidRDefault="007B2329" w:rsidP="007B2329">
      <w:r>
        <w:t>254.4977</w:t>
      </w:r>
      <w:r>
        <w:tab/>
        <w:t>1.013e0</w:t>
      </w:r>
    </w:p>
    <w:p w:rsidR="007B2329" w:rsidRDefault="007B2329" w:rsidP="007B2329">
      <w:r>
        <w:t>254.5130</w:t>
      </w:r>
      <w:r>
        <w:tab/>
        <w:t>3.038e0</w:t>
      </w:r>
    </w:p>
    <w:p w:rsidR="007B2329" w:rsidRDefault="007B2329" w:rsidP="007B2329">
      <w:r>
        <w:t>254.5244</w:t>
      </w:r>
      <w:r>
        <w:tab/>
        <w:t>2.025e0</w:t>
      </w:r>
    </w:p>
    <w:p w:rsidR="007B2329" w:rsidRDefault="007B2329" w:rsidP="007B2329">
      <w:r>
        <w:t>254.5360</w:t>
      </w:r>
      <w:r>
        <w:tab/>
        <w:t>1.013e0</w:t>
      </w:r>
    </w:p>
    <w:p w:rsidR="007B2329" w:rsidRDefault="007B2329" w:rsidP="007B2329">
      <w:r>
        <w:t>254.5400</w:t>
      </w:r>
      <w:r>
        <w:tab/>
        <w:t>1.013e0</w:t>
      </w:r>
    </w:p>
    <w:p w:rsidR="007B2329" w:rsidRDefault="007B2329" w:rsidP="007B2329">
      <w:r>
        <w:t>254.5480</w:t>
      </w:r>
      <w:r>
        <w:tab/>
        <w:t>1.013e0</w:t>
      </w:r>
    </w:p>
    <w:p w:rsidR="007B2329" w:rsidRDefault="007B2329" w:rsidP="007B2329">
      <w:r>
        <w:t>254.5608</w:t>
      </w:r>
      <w:r>
        <w:tab/>
        <w:t>1.013e0</w:t>
      </w:r>
    </w:p>
    <w:p w:rsidR="007B2329" w:rsidRDefault="007B2329" w:rsidP="007B2329">
      <w:r>
        <w:t>254.5783</w:t>
      </w:r>
      <w:r>
        <w:tab/>
        <w:t>1.013e0</w:t>
      </w:r>
    </w:p>
    <w:p w:rsidR="007B2329" w:rsidRDefault="007B2329" w:rsidP="007B2329">
      <w:r>
        <w:t>254.5903</w:t>
      </w:r>
      <w:r>
        <w:tab/>
        <w:t>1.013e0</w:t>
      </w:r>
    </w:p>
    <w:p w:rsidR="007B2329" w:rsidRDefault="007B2329" w:rsidP="007B2329">
      <w:r>
        <w:t>254.5940</w:t>
      </w:r>
      <w:r>
        <w:tab/>
        <w:t>1.013e0</w:t>
      </w:r>
    </w:p>
    <w:p w:rsidR="007B2329" w:rsidRDefault="007B2329" w:rsidP="007B2329">
      <w:r>
        <w:t>254.5986</w:t>
      </w:r>
      <w:r>
        <w:tab/>
        <w:t>3.038e0</w:t>
      </w:r>
    </w:p>
    <w:p w:rsidR="007B2329" w:rsidRDefault="007B2329" w:rsidP="007B2329">
      <w:r>
        <w:t>254.6286</w:t>
      </w:r>
      <w:r>
        <w:tab/>
        <w:t>3.038e0</w:t>
      </w:r>
    </w:p>
    <w:p w:rsidR="007B2329" w:rsidRDefault="007B2329" w:rsidP="007B2329">
      <w:r>
        <w:t>254.6338</w:t>
      </w:r>
      <w:r>
        <w:tab/>
        <w:t>2.025e0</w:t>
      </w:r>
    </w:p>
    <w:p w:rsidR="007B2329" w:rsidRDefault="007B2329" w:rsidP="007B2329">
      <w:r>
        <w:t>254.6422</w:t>
      </w:r>
      <w:r>
        <w:tab/>
        <w:t>2.025e0</w:t>
      </w:r>
    </w:p>
    <w:p w:rsidR="007B2329" w:rsidRDefault="007B2329" w:rsidP="007B2329">
      <w:r>
        <w:lastRenderedPageBreak/>
        <w:t>254.6590</w:t>
      </w:r>
      <w:r>
        <w:tab/>
        <w:t>1.013e0</w:t>
      </w:r>
    </w:p>
    <w:p w:rsidR="007B2329" w:rsidRDefault="007B2329" w:rsidP="007B2329">
      <w:r>
        <w:t>254.6749</w:t>
      </w:r>
      <w:r>
        <w:tab/>
        <w:t>1.013e0</w:t>
      </w:r>
    </w:p>
    <w:p w:rsidR="007B2329" w:rsidRDefault="007B2329" w:rsidP="007B2329">
      <w:r>
        <w:t>254.6838</w:t>
      </w:r>
      <w:r>
        <w:tab/>
        <w:t>2.025e0</w:t>
      </w:r>
    </w:p>
    <w:p w:rsidR="007B2329" w:rsidRDefault="007B2329" w:rsidP="007B2329">
      <w:r>
        <w:t>254.6885</w:t>
      </w:r>
      <w:r>
        <w:tab/>
        <w:t>1.013e0</w:t>
      </w:r>
    </w:p>
    <w:p w:rsidR="007B2329" w:rsidRDefault="007B2329" w:rsidP="007B2329">
      <w:r>
        <w:t>254.6941</w:t>
      </w:r>
      <w:r>
        <w:tab/>
        <w:t>2.025e0</w:t>
      </w:r>
    </w:p>
    <w:p w:rsidR="007B2329" w:rsidRDefault="007B2329" w:rsidP="007B2329">
      <w:r>
        <w:t>254.7053</w:t>
      </w:r>
      <w:r>
        <w:tab/>
        <w:t>1.013e0</w:t>
      </w:r>
    </w:p>
    <w:p w:rsidR="007B2329" w:rsidRDefault="007B2329" w:rsidP="007B2329">
      <w:r>
        <w:t>254.7133</w:t>
      </w:r>
      <w:r>
        <w:tab/>
        <w:t>1.013e0</w:t>
      </w:r>
    </w:p>
    <w:p w:rsidR="007B2329" w:rsidRDefault="007B2329" w:rsidP="007B2329">
      <w:r>
        <w:t>254.7310</w:t>
      </w:r>
      <w:r>
        <w:tab/>
        <w:t>1.013e0</w:t>
      </w:r>
    </w:p>
    <w:p w:rsidR="007B2329" w:rsidRDefault="007B2329" w:rsidP="007B2329">
      <w:r>
        <w:t>254.7358</w:t>
      </w:r>
      <w:r>
        <w:tab/>
        <w:t>1.013e0</w:t>
      </w:r>
    </w:p>
    <w:p w:rsidR="007B2329" w:rsidRDefault="007B2329" w:rsidP="007B2329">
      <w:r>
        <w:t>254.7436</w:t>
      </w:r>
      <w:r>
        <w:tab/>
        <w:t>1.013e0</w:t>
      </w:r>
    </w:p>
    <w:p w:rsidR="007B2329" w:rsidRDefault="007B2329" w:rsidP="007B2329">
      <w:r>
        <w:t>254.7585</w:t>
      </w:r>
      <w:r>
        <w:tab/>
        <w:t>2.025e0</w:t>
      </w:r>
    </w:p>
    <w:p w:rsidR="007B2329" w:rsidRDefault="007B2329" w:rsidP="007B2329">
      <w:r>
        <w:t>254.7602</w:t>
      </w:r>
      <w:r>
        <w:tab/>
        <w:t>2.025e0</w:t>
      </w:r>
    </w:p>
    <w:p w:rsidR="007B2329" w:rsidRDefault="007B2329" w:rsidP="007B2329">
      <w:r>
        <w:t>254.7689</w:t>
      </w:r>
      <w:r>
        <w:tab/>
        <w:t>2.025e0</w:t>
      </w:r>
    </w:p>
    <w:p w:rsidR="007B2329" w:rsidRDefault="007B2329" w:rsidP="007B2329">
      <w:r>
        <w:t>254.8067</w:t>
      </w:r>
      <w:r>
        <w:tab/>
        <w:t>1.013e0</w:t>
      </w:r>
    </w:p>
    <w:p w:rsidR="007B2329" w:rsidRDefault="007B2329" w:rsidP="007B2329">
      <w:r>
        <w:t>254.8112</w:t>
      </w:r>
      <w:r>
        <w:tab/>
        <w:t>2.025e0</w:t>
      </w:r>
    </w:p>
    <w:p w:rsidR="007B2329" w:rsidRDefault="007B2329" w:rsidP="007B2329">
      <w:r>
        <w:t>254.8159</w:t>
      </w:r>
      <w:r>
        <w:tab/>
        <w:t>5.063e0</w:t>
      </w:r>
    </w:p>
    <w:p w:rsidR="007B2329" w:rsidRDefault="007B2329" w:rsidP="007B2329">
      <w:r>
        <w:t>254.8402</w:t>
      </w:r>
      <w:r>
        <w:tab/>
        <w:t>1.013e0</w:t>
      </w:r>
    </w:p>
    <w:p w:rsidR="007B2329" w:rsidRDefault="007B2329" w:rsidP="007B2329">
      <w:r>
        <w:t>254.8514</w:t>
      </w:r>
      <w:r>
        <w:tab/>
        <w:t>2.025e0</w:t>
      </w:r>
    </w:p>
    <w:p w:rsidR="007B2329" w:rsidRDefault="007B2329" w:rsidP="007B2329">
      <w:r>
        <w:t>254.8541</w:t>
      </w:r>
      <w:r>
        <w:tab/>
        <w:t>2.025e0</w:t>
      </w:r>
    </w:p>
    <w:p w:rsidR="007B2329" w:rsidRDefault="007B2329" w:rsidP="007B2329">
      <w:r>
        <w:lastRenderedPageBreak/>
        <w:t>254.8707</w:t>
      </w:r>
      <w:r>
        <w:tab/>
        <w:t>1.013e0</w:t>
      </w:r>
    </w:p>
    <w:p w:rsidR="007B2329" w:rsidRDefault="007B2329" w:rsidP="007B2329">
      <w:r>
        <w:t>254.8919</w:t>
      </w:r>
      <w:r>
        <w:tab/>
        <w:t>1.013e0</w:t>
      </w:r>
    </w:p>
    <w:p w:rsidR="007B2329" w:rsidRDefault="007B2329" w:rsidP="007B2329">
      <w:r>
        <w:t>254.8961</w:t>
      </w:r>
      <w:r>
        <w:tab/>
        <w:t>2.025e0</w:t>
      </w:r>
    </w:p>
    <w:p w:rsidR="007B2329" w:rsidRDefault="007B2329" w:rsidP="007B2329">
      <w:r>
        <w:t>254.9053</w:t>
      </w:r>
      <w:r>
        <w:tab/>
        <w:t>1.025e0</w:t>
      </w:r>
    </w:p>
    <w:p w:rsidR="007B2329" w:rsidRDefault="007B2329" w:rsidP="007B2329">
      <w:r>
        <w:t>254.9090</w:t>
      </w:r>
      <w:r>
        <w:tab/>
        <w:t>1.013e0</w:t>
      </w:r>
    </w:p>
    <w:p w:rsidR="007B2329" w:rsidRDefault="007B2329" w:rsidP="007B2329">
      <w:r>
        <w:t>254.9209</w:t>
      </w:r>
      <w:r>
        <w:tab/>
        <w:t>2.025e0</w:t>
      </w:r>
    </w:p>
    <w:p w:rsidR="007B2329" w:rsidRDefault="007B2329" w:rsidP="007B2329">
      <w:r>
        <w:t>254.9298</w:t>
      </w:r>
      <w:r>
        <w:tab/>
        <w:t>1.013e0</w:t>
      </w:r>
    </w:p>
    <w:p w:rsidR="007B2329" w:rsidRDefault="007B2329" w:rsidP="007B2329">
      <w:r>
        <w:t>254.9359</w:t>
      </w:r>
      <w:r>
        <w:tab/>
        <w:t>2.532e-2</w:t>
      </w:r>
    </w:p>
    <w:p w:rsidR="007B2329" w:rsidRDefault="007B2329" w:rsidP="007B2329">
      <w:r>
        <w:t>254.9475</w:t>
      </w:r>
      <w:r>
        <w:tab/>
        <w:t>1.013e0</w:t>
      </w:r>
    </w:p>
    <w:p w:rsidR="007B2329" w:rsidRDefault="007B2329" w:rsidP="007B2329">
      <w:r>
        <w:t>254.9554</w:t>
      </w:r>
      <w:r>
        <w:tab/>
        <w:t>1.013e0</w:t>
      </w:r>
    </w:p>
    <w:p w:rsidR="007B2329" w:rsidRDefault="007B2329" w:rsidP="007B2329">
      <w:r>
        <w:t>254.9593</w:t>
      </w:r>
      <w:r>
        <w:tab/>
        <w:t>2.040e0</w:t>
      </w:r>
    </w:p>
    <w:p w:rsidR="007B2329" w:rsidRDefault="007B2329" w:rsidP="007B2329">
      <w:r>
        <w:t>254.9818</w:t>
      </w:r>
      <w:r>
        <w:tab/>
        <w:t>1.013e0</w:t>
      </w:r>
    </w:p>
    <w:p w:rsidR="007B2329" w:rsidRDefault="007B2329" w:rsidP="007B2329">
      <w:r>
        <w:t>254.9859</w:t>
      </w:r>
      <w:r>
        <w:tab/>
        <w:t>1.013e0</w:t>
      </w:r>
    </w:p>
    <w:p w:rsidR="007B2329" w:rsidRDefault="007B2329" w:rsidP="007B2329">
      <w:r>
        <w:t>254.9898</w:t>
      </w:r>
      <w:r>
        <w:tab/>
        <w:t>1.013e0</w:t>
      </w:r>
    </w:p>
    <w:p w:rsidR="007B2329" w:rsidRDefault="007B2329" w:rsidP="007B2329">
      <w:r>
        <w:t>254.9978</w:t>
      </w:r>
      <w:r>
        <w:tab/>
        <w:t>1.013e0</w:t>
      </w:r>
    </w:p>
    <w:p w:rsidR="007B2329" w:rsidRDefault="007B2329" w:rsidP="007B2329">
      <w:r>
        <w:t>255.0245</w:t>
      </w:r>
      <w:r>
        <w:tab/>
        <w:t>2.025e0</w:t>
      </w:r>
    </w:p>
    <w:p w:rsidR="007B2329" w:rsidRDefault="007B2329" w:rsidP="007B2329">
      <w:r>
        <w:t>255.0361</w:t>
      </w:r>
      <w:r>
        <w:tab/>
        <w:t>2.025e0</w:t>
      </w:r>
    </w:p>
    <w:p w:rsidR="007B2329" w:rsidRDefault="007B2329" w:rsidP="007B2329">
      <w:r>
        <w:t>255.0381</w:t>
      </w:r>
      <w:r>
        <w:tab/>
        <w:t>1.025e0</w:t>
      </w:r>
    </w:p>
    <w:p w:rsidR="007B2329" w:rsidRDefault="007B2329" w:rsidP="007B2329">
      <w:r>
        <w:t>255.0412</w:t>
      </w:r>
      <w:r>
        <w:tab/>
        <w:t>3.038e0</w:t>
      </w:r>
    </w:p>
    <w:p w:rsidR="007B2329" w:rsidRDefault="007B2329" w:rsidP="007B2329">
      <w:r>
        <w:lastRenderedPageBreak/>
        <w:t>255.0574</w:t>
      </w:r>
      <w:r>
        <w:tab/>
        <w:t>2.532e-2</w:t>
      </w:r>
    </w:p>
    <w:p w:rsidR="007B2329" w:rsidRDefault="007B2329" w:rsidP="007B2329">
      <w:r>
        <w:t>255.0607</w:t>
      </w:r>
      <w:r>
        <w:tab/>
        <w:t>2.025e0</w:t>
      </w:r>
    </w:p>
    <w:p w:rsidR="007B2329" w:rsidRDefault="007B2329" w:rsidP="007B2329">
      <w:r>
        <w:t>255.0726</w:t>
      </w:r>
      <w:r>
        <w:tab/>
        <w:t>2.025e0</w:t>
      </w:r>
    </w:p>
    <w:p w:rsidR="007B2329" w:rsidRDefault="007B2329" w:rsidP="007B2329">
      <w:r>
        <w:t>255.0745</w:t>
      </w:r>
      <w:r>
        <w:tab/>
        <w:t>2.025e0</w:t>
      </w:r>
    </w:p>
    <w:p w:rsidR="007B2329" w:rsidRDefault="007B2329" w:rsidP="007B2329">
      <w:r>
        <w:t>255.0816</w:t>
      </w:r>
      <w:r>
        <w:tab/>
        <w:t>3.038e0</w:t>
      </w:r>
    </w:p>
    <w:p w:rsidR="007B2329" w:rsidRDefault="007B2329" w:rsidP="007B2329">
      <w:r>
        <w:t>255.1071</w:t>
      </w:r>
      <w:r>
        <w:tab/>
        <w:t>2.038e0</w:t>
      </w:r>
    </w:p>
    <w:p w:rsidR="007B2329" w:rsidRDefault="007B2329" w:rsidP="007B2329">
      <w:r>
        <w:t>255.1090</w:t>
      </w:r>
      <w:r>
        <w:tab/>
        <w:t>1.013e0</w:t>
      </w:r>
    </w:p>
    <w:p w:rsidR="007B2329" w:rsidRDefault="007B2329" w:rsidP="007B2329">
      <w:r>
        <w:t>255.1129</w:t>
      </w:r>
      <w:r>
        <w:tab/>
        <w:t>1.013e0</w:t>
      </w:r>
    </w:p>
    <w:p w:rsidR="007B2329" w:rsidRDefault="007B2329" w:rsidP="007B2329">
      <w:r>
        <w:t>255.1144</w:t>
      </w:r>
      <w:r>
        <w:tab/>
        <w:t>5.048e0</w:t>
      </w:r>
    </w:p>
    <w:p w:rsidR="007B2329" w:rsidRDefault="007B2329" w:rsidP="007B2329">
      <w:r>
        <w:t>255.1169</w:t>
      </w:r>
      <w:r>
        <w:tab/>
        <w:t>1.013e0</w:t>
      </w:r>
    </w:p>
    <w:p w:rsidR="007B2329" w:rsidRDefault="007B2329" w:rsidP="007B2329">
      <w:r>
        <w:t>255.1209</w:t>
      </w:r>
      <w:r>
        <w:tab/>
        <w:t>1.013e0</w:t>
      </w:r>
    </w:p>
    <w:p w:rsidR="007B2329" w:rsidRDefault="007B2329" w:rsidP="007B2329">
      <w:r>
        <w:t>255.1314</w:t>
      </w:r>
      <w:r>
        <w:tab/>
        <w:t>2.025e0</w:t>
      </w:r>
    </w:p>
    <w:p w:rsidR="007B2329" w:rsidRDefault="007B2329" w:rsidP="007B2329">
      <w:r>
        <w:t>255.1381</w:t>
      </w:r>
      <w:r>
        <w:tab/>
        <w:t>1.013e0</w:t>
      </w:r>
    </w:p>
    <w:p w:rsidR="007B2329" w:rsidRDefault="007B2329" w:rsidP="007B2329">
      <w:r>
        <w:t>255.1417</w:t>
      </w:r>
      <w:r>
        <w:tab/>
        <w:t>6.076e0</w:t>
      </w:r>
    </w:p>
    <w:p w:rsidR="007B2329" w:rsidRDefault="007B2329" w:rsidP="007B2329">
      <w:r>
        <w:t>255.1485</w:t>
      </w:r>
      <w:r>
        <w:tab/>
        <w:t>2.025e0</w:t>
      </w:r>
    </w:p>
    <w:p w:rsidR="007B2329" w:rsidRDefault="007B2329" w:rsidP="007B2329">
      <w:r>
        <w:t>255.1531</w:t>
      </w:r>
      <w:r>
        <w:tab/>
        <w:t>1.221e1</w:t>
      </w:r>
    </w:p>
    <w:p w:rsidR="007B2329" w:rsidRDefault="007B2329" w:rsidP="007B2329">
      <w:r>
        <w:t>255.1592</w:t>
      </w:r>
      <w:r>
        <w:tab/>
        <w:t>1.013e0</w:t>
      </w:r>
    </w:p>
    <w:p w:rsidR="007B2329" w:rsidRDefault="007B2329" w:rsidP="007B2329">
      <w:r>
        <w:t>255.1634</w:t>
      </w:r>
      <w:r>
        <w:tab/>
        <w:t>2.025e0</w:t>
      </w:r>
    </w:p>
    <w:p w:rsidR="007B2329" w:rsidRDefault="007B2329" w:rsidP="007B2329">
      <w:r>
        <w:t>255.1716</w:t>
      </w:r>
      <w:r>
        <w:tab/>
        <w:t>4.051e0</w:t>
      </w:r>
    </w:p>
    <w:p w:rsidR="007B2329" w:rsidRDefault="007B2329" w:rsidP="007B2329">
      <w:r>
        <w:lastRenderedPageBreak/>
        <w:t>255.1731</w:t>
      </w:r>
      <w:r>
        <w:tab/>
        <w:t>2.025e0</w:t>
      </w:r>
    </w:p>
    <w:p w:rsidR="007B2329" w:rsidRDefault="007B2329" w:rsidP="007B2329">
      <w:r>
        <w:t>255.1759</w:t>
      </w:r>
      <w:r>
        <w:tab/>
        <w:t>1.013e0</w:t>
      </w:r>
    </w:p>
    <w:p w:rsidR="007B2329" w:rsidRDefault="007B2329" w:rsidP="007B2329">
      <w:r>
        <w:t>255.1937</w:t>
      </w:r>
      <w:r>
        <w:tab/>
        <w:t>2.025e0</w:t>
      </w:r>
    </w:p>
    <w:p w:rsidR="007B2329" w:rsidRDefault="007B2329" w:rsidP="007B2329">
      <w:r>
        <w:t>255.2016</w:t>
      </w:r>
      <w:r>
        <w:tab/>
        <w:t>1.013e0</w:t>
      </w:r>
    </w:p>
    <w:p w:rsidR="007B2329" w:rsidRDefault="007B2329" w:rsidP="007B2329">
      <w:r>
        <w:t>255.2188</w:t>
      </w:r>
      <w:r>
        <w:tab/>
        <w:t>2.025e0</w:t>
      </w:r>
    </w:p>
    <w:p w:rsidR="007B2329" w:rsidRDefault="007B2329" w:rsidP="007B2329">
      <w:r>
        <w:t>255.2233</w:t>
      </w:r>
      <w:r>
        <w:tab/>
        <w:t>1.013e0</w:t>
      </w:r>
    </w:p>
    <w:p w:rsidR="007B2329" w:rsidRDefault="007B2329" w:rsidP="007B2329">
      <w:r>
        <w:t>255.2261</w:t>
      </w:r>
      <w:r>
        <w:tab/>
        <w:t>2.025e0</w:t>
      </w:r>
    </w:p>
    <w:p w:rsidR="007B2329" w:rsidRDefault="007B2329" w:rsidP="007B2329">
      <w:r>
        <w:t>255.2274</w:t>
      </w:r>
      <w:r>
        <w:tab/>
        <w:t>2.025e0</w:t>
      </w:r>
    </w:p>
    <w:p w:rsidR="007B2329" w:rsidRDefault="007B2329" w:rsidP="007B2329">
      <w:r>
        <w:t>255.2321</w:t>
      </w:r>
      <w:r>
        <w:tab/>
        <w:t>1.013e0</w:t>
      </w:r>
    </w:p>
    <w:p w:rsidR="007B2329" w:rsidRDefault="007B2329" w:rsidP="007B2329">
      <w:r>
        <w:t>255.2480</w:t>
      </w:r>
      <w:r>
        <w:tab/>
        <w:t>1.013e0</w:t>
      </w:r>
    </w:p>
    <w:p w:rsidR="007B2329" w:rsidRDefault="007B2329" w:rsidP="007B2329">
      <w:r>
        <w:t>255.2518</w:t>
      </w:r>
      <w:r>
        <w:tab/>
        <w:t>1.013e0</w:t>
      </w:r>
    </w:p>
    <w:p w:rsidR="007B2329" w:rsidRDefault="007B2329" w:rsidP="007B2329">
      <w:r>
        <w:t>255.2564</w:t>
      </w:r>
      <w:r>
        <w:tab/>
        <w:t>1.013e0</w:t>
      </w:r>
    </w:p>
    <w:p w:rsidR="007B2329" w:rsidRDefault="007B2329" w:rsidP="007B2329">
      <w:r>
        <w:t>255.2612</w:t>
      </w:r>
      <w:r>
        <w:tab/>
        <w:t>1.013e0</w:t>
      </w:r>
    </w:p>
    <w:p w:rsidR="007B2329" w:rsidRDefault="007B2329" w:rsidP="007B2329">
      <w:r>
        <w:t>255.2660</w:t>
      </w:r>
      <w:r>
        <w:tab/>
        <w:t>1.013e0</w:t>
      </w:r>
    </w:p>
    <w:p w:rsidR="007B2329" w:rsidRDefault="007B2329" w:rsidP="007B2329">
      <w:r>
        <w:t>255.2902</w:t>
      </w:r>
      <w:r>
        <w:tab/>
        <w:t>1.013e0</w:t>
      </w:r>
    </w:p>
    <w:p w:rsidR="007B2329" w:rsidRDefault="007B2329" w:rsidP="007B2329">
      <w:r>
        <w:t>255.2943</w:t>
      </w:r>
      <w:r>
        <w:tab/>
        <w:t>1.013e0</w:t>
      </w:r>
    </w:p>
    <w:p w:rsidR="007B2329" w:rsidRDefault="007B2329" w:rsidP="007B2329">
      <w:r>
        <w:t>255.2995</w:t>
      </w:r>
      <w:r>
        <w:tab/>
        <w:t>2.025e0</w:t>
      </w:r>
    </w:p>
    <w:p w:rsidR="007B2329" w:rsidRDefault="007B2329" w:rsidP="007B2329">
      <w:r>
        <w:t>255.3085</w:t>
      </w:r>
      <w:r>
        <w:tab/>
        <w:t>1.013e0</w:t>
      </w:r>
    </w:p>
    <w:p w:rsidR="007B2329" w:rsidRDefault="007B2329" w:rsidP="007B2329">
      <w:r>
        <w:t>255.3248</w:t>
      </w:r>
      <w:r>
        <w:tab/>
        <w:t>1.013e0</w:t>
      </w:r>
    </w:p>
    <w:p w:rsidR="007B2329" w:rsidRDefault="007B2329" w:rsidP="007B2329">
      <w:r>
        <w:lastRenderedPageBreak/>
        <w:t>255.3513</w:t>
      </w:r>
      <w:r>
        <w:tab/>
        <w:t>3.038e0</w:t>
      </w:r>
    </w:p>
    <w:p w:rsidR="007B2329" w:rsidRDefault="007B2329" w:rsidP="007B2329">
      <w:r>
        <w:t>255.3552</w:t>
      </w:r>
      <w:r>
        <w:tab/>
        <w:t>1.013e0</w:t>
      </w:r>
    </w:p>
    <w:p w:rsidR="007B2329" w:rsidRDefault="007B2329" w:rsidP="007B2329">
      <w:r>
        <w:t>255.3631</w:t>
      </w:r>
      <w:r>
        <w:tab/>
        <w:t>1.013e0</w:t>
      </w:r>
    </w:p>
    <w:p w:rsidR="007B2329" w:rsidRDefault="007B2329" w:rsidP="007B2329">
      <w:r>
        <w:t>255.3777</w:t>
      </w:r>
      <w:r>
        <w:tab/>
        <w:t>1.408e0</w:t>
      </w:r>
    </w:p>
    <w:p w:rsidR="007B2329" w:rsidRDefault="007B2329" w:rsidP="007B2329">
      <w:r>
        <w:t>255.3967</w:t>
      </w:r>
      <w:r>
        <w:tab/>
        <w:t>2.025e0</w:t>
      </w:r>
    </w:p>
    <w:p w:rsidR="007B2329" w:rsidRDefault="007B2329" w:rsidP="007B2329">
      <w:r>
        <w:t>255.4118</w:t>
      </w:r>
      <w:r>
        <w:tab/>
        <w:t>2.025e0</w:t>
      </w:r>
    </w:p>
    <w:p w:rsidR="007B2329" w:rsidRDefault="007B2329" w:rsidP="007B2329">
      <w:r>
        <w:t>255.4318</w:t>
      </w:r>
      <w:r>
        <w:tab/>
        <w:t>1.013e0</w:t>
      </w:r>
    </w:p>
    <w:p w:rsidR="007B2329" w:rsidRDefault="007B2329" w:rsidP="007B2329">
      <w:r>
        <w:t>255.4419</w:t>
      </w:r>
      <w:r>
        <w:tab/>
        <w:t>2.025e0</w:t>
      </w:r>
    </w:p>
    <w:p w:rsidR="007B2329" w:rsidRDefault="007B2329" w:rsidP="007B2329">
      <w:r>
        <w:t>255.4479</w:t>
      </w:r>
      <w:r>
        <w:tab/>
        <w:t>1.013e0</w:t>
      </w:r>
    </w:p>
    <w:p w:rsidR="007B2329" w:rsidRDefault="007B2329" w:rsidP="007B2329">
      <w:r>
        <w:t>255.4557</w:t>
      </w:r>
      <w:r>
        <w:tab/>
        <w:t>1.013e0</w:t>
      </w:r>
    </w:p>
    <w:p w:rsidR="007B2329" w:rsidRDefault="007B2329" w:rsidP="007B2329">
      <w:r>
        <w:t>255.4628</w:t>
      </w:r>
      <w:r>
        <w:tab/>
        <w:t>1.025e0</w:t>
      </w:r>
    </w:p>
    <w:p w:rsidR="007B2329" w:rsidRDefault="007B2329" w:rsidP="007B2329">
      <w:r>
        <w:t>255.4651</w:t>
      </w:r>
      <w:r>
        <w:tab/>
        <w:t>2.025e0</w:t>
      </w:r>
    </w:p>
    <w:p w:rsidR="007B2329" w:rsidRDefault="007B2329" w:rsidP="007B2329">
      <w:r>
        <w:t>255.4745</w:t>
      </w:r>
      <w:r>
        <w:tab/>
        <w:t>1.013e0</w:t>
      </w:r>
    </w:p>
    <w:p w:rsidR="007B2329" w:rsidRDefault="007B2329" w:rsidP="007B2329">
      <w:r>
        <w:t>255.4902</w:t>
      </w:r>
      <w:r>
        <w:tab/>
        <w:t>1.013e0</w:t>
      </w:r>
    </w:p>
    <w:p w:rsidR="007B2329" w:rsidRDefault="007B2329" w:rsidP="007B2329">
      <w:r>
        <w:t>255.4981</w:t>
      </w:r>
      <w:r>
        <w:tab/>
        <w:t>1.013e0</w:t>
      </w:r>
    </w:p>
    <w:p w:rsidR="007B2329" w:rsidRDefault="007B2329" w:rsidP="007B2329">
      <w:r>
        <w:t>255.5054</w:t>
      </w:r>
      <w:r>
        <w:tab/>
        <w:t>2.025e0</w:t>
      </w:r>
    </w:p>
    <w:p w:rsidR="007B2329" w:rsidRDefault="007B2329" w:rsidP="007B2329">
      <w:r>
        <w:t>255.5365</w:t>
      </w:r>
      <w:r>
        <w:tab/>
        <w:t>1.013e0</w:t>
      </w:r>
    </w:p>
    <w:p w:rsidR="007B2329" w:rsidRDefault="007B2329" w:rsidP="007B2329">
      <w:r>
        <w:t>255.5383</w:t>
      </w:r>
      <w:r>
        <w:tab/>
        <w:t>2.025e0</w:t>
      </w:r>
    </w:p>
    <w:p w:rsidR="007B2329" w:rsidRDefault="007B2329" w:rsidP="007B2329">
      <w:r>
        <w:t>255.5495</w:t>
      </w:r>
      <w:r>
        <w:tab/>
        <w:t>2.025e0</w:t>
      </w:r>
    </w:p>
    <w:p w:rsidR="007B2329" w:rsidRDefault="007B2329" w:rsidP="007B2329">
      <w:r>
        <w:lastRenderedPageBreak/>
        <w:t>255.5630</w:t>
      </w:r>
      <w:r>
        <w:tab/>
        <w:t>1.013e0</w:t>
      </w:r>
    </w:p>
    <w:p w:rsidR="007B2329" w:rsidRDefault="007B2329" w:rsidP="007B2329">
      <w:r>
        <w:t>255.5710</w:t>
      </w:r>
      <w:r>
        <w:tab/>
        <w:t>1.013e0</w:t>
      </w:r>
    </w:p>
    <w:p w:rsidR="007B2329" w:rsidRDefault="007B2329" w:rsidP="007B2329">
      <w:r>
        <w:t>255.5872</w:t>
      </w:r>
      <w:r>
        <w:tab/>
        <w:t>3.038e0</w:t>
      </w:r>
    </w:p>
    <w:p w:rsidR="007B2329" w:rsidRDefault="007B2329" w:rsidP="007B2329">
      <w:r>
        <w:t>255.5900</w:t>
      </w:r>
      <w:r>
        <w:tab/>
        <w:t>2.025e0</w:t>
      </w:r>
    </w:p>
    <w:p w:rsidR="007B2329" w:rsidRDefault="007B2329" w:rsidP="007B2329">
      <w:r>
        <w:t>255.6134</w:t>
      </w:r>
      <w:r>
        <w:tab/>
        <w:t>1.013e0</w:t>
      </w:r>
    </w:p>
    <w:p w:rsidR="007B2329" w:rsidRDefault="007B2329" w:rsidP="007B2329">
      <w:r>
        <w:t>255.6152</w:t>
      </w:r>
      <w:r>
        <w:tab/>
        <w:t>2.025e0</w:t>
      </w:r>
    </w:p>
    <w:p w:rsidR="007B2329" w:rsidRDefault="007B2329" w:rsidP="007B2329">
      <w:r>
        <w:t>255.6190</w:t>
      </w:r>
      <w:r>
        <w:tab/>
        <w:t>2.025e0</w:t>
      </w:r>
    </w:p>
    <w:p w:rsidR="007B2329" w:rsidRDefault="007B2329" w:rsidP="007B2329">
      <w:r>
        <w:t>255.6262</w:t>
      </w:r>
      <w:r>
        <w:tab/>
        <w:t>1.013e0</w:t>
      </w:r>
    </w:p>
    <w:p w:rsidR="007B2329" w:rsidRDefault="007B2329" w:rsidP="007B2329">
      <w:r>
        <w:t>255.6438</w:t>
      </w:r>
      <w:r>
        <w:tab/>
        <w:t>1.013e0</w:t>
      </w:r>
    </w:p>
    <w:p w:rsidR="007B2329" w:rsidRDefault="007B2329" w:rsidP="007B2329">
      <w:r>
        <w:t>255.6478</w:t>
      </w:r>
      <w:r>
        <w:tab/>
        <w:t>1.013e0</w:t>
      </w:r>
    </w:p>
    <w:p w:rsidR="007B2329" w:rsidRDefault="007B2329" w:rsidP="007B2329">
      <w:r>
        <w:t>255.6498</w:t>
      </w:r>
      <w:r>
        <w:tab/>
        <w:t>1.025e0</w:t>
      </w:r>
    </w:p>
    <w:p w:rsidR="007B2329" w:rsidRDefault="007B2329" w:rsidP="007B2329">
      <w:r>
        <w:t>255.6737</w:t>
      </w:r>
      <w:r>
        <w:tab/>
        <w:t>1.013e0</w:t>
      </w:r>
    </w:p>
    <w:p w:rsidR="007B2329" w:rsidRDefault="007B2329" w:rsidP="007B2329">
      <w:r>
        <w:t>255.6784</w:t>
      </w:r>
      <w:r>
        <w:tab/>
        <w:t>1.013e0</w:t>
      </w:r>
    </w:p>
    <w:p w:rsidR="007B2329" w:rsidRDefault="007B2329" w:rsidP="007B2329">
      <w:r>
        <w:t>255.6862</w:t>
      </w:r>
      <w:r>
        <w:tab/>
        <w:t>1.013e0</w:t>
      </w:r>
    </w:p>
    <w:p w:rsidR="007B2329" w:rsidRDefault="007B2329" w:rsidP="007B2329">
      <w:r>
        <w:t>255.6902</w:t>
      </w:r>
      <w:r>
        <w:tab/>
        <w:t>1.013e0</w:t>
      </w:r>
    </w:p>
    <w:p w:rsidR="007B2329" w:rsidRDefault="007B2329" w:rsidP="007B2329">
      <w:r>
        <w:t>255.6942</w:t>
      </w:r>
      <w:r>
        <w:tab/>
        <w:t>1.013e0</w:t>
      </w:r>
    </w:p>
    <w:p w:rsidR="007B2329" w:rsidRDefault="007B2329" w:rsidP="007B2329">
      <w:r>
        <w:t>255.6983</w:t>
      </w:r>
      <w:r>
        <w:tab/>
        <w:t>3.038e0</w:t>
      </w:r>
    </w:p>
    <w:p w:rsidR="007B2329" w:rsidRDefault="007B2329" w:rsidP="007B2329">
      <w:r>
        <w:t>255.7286</w:t>
      </w:r>
      <w:r>
        <w:tab/>
        <w:t>2.025e0</w:t>
      </w:r>
    </w:p>
    <w:p w:rsidR="007B2329" w:rsidRDefault="007B2329" w:rsidP="007B2329">
      <w:r>
        <w:t>255.7608</w:t>
      </w:r>
      <w:r>
        <w:tab/>
        <w:t>2.025e0</w:t>
      </w:r>
    </w:p>
    <w:p w:rsidR="007B2329" w:rsidRDefault="007B2329" w:rsidP="007B2329">
      <w:r>
        <w:lastRenderedPageBreak/>
        <w:t>255.7730</w:t>
      </w:r>
      <w:r>
        <w:tab/>
        <w:t>2.025e0</w:t>
      </w:r>
    </w:p>
    <w:p w:rsidR="007B2329" w:rsidRDefault="007B2329" w:rsidP="007B2329">
      <w:r>
        <w:t>255.7750</w:t>
      </w:r>
      <w:r>
        <w:tab/>
        <w:t>1.013e0</w:t>
      </w:r>
    </w:p>
    <w:p w:rsidR="007B2329" w:rsidRDefault="007B2329" w:rsidP="007B2329">
      <w:r>
        <w:t>255.7876</w:t>
      </w:r>
      <w:r>
        <w:tab/>
        <w:t>1.013e0</w:t>
      </w:r>
    </w:p>
    <w:p w:rsidR="007B2329" w:rsidRDefault="007B2329" w:rsidP="007B2329">
      <w:r>
        <w:t>255.8054</w:t>
      </w:r>
      <w:r>
        <w:tab/>
        <w:t>1.013e0</w:t>
      </w:r>
    </w:p>
    <w:p w:rsidR="007B2329" w:rsidRDefault="007B2329" w:rsidP="007B2329">
      <w:r>
        <w:t>255.8255</w:t>
      </w:r>
      <w:r>
        <w:tab/>
        <w:t>1.013e0</w:t>
      </w:r>
    </w:p>
    <w:p w:rsidR="007B2329" w:rsidRDefault="007B2329" w:rsidP="007B2329">
      <w:r>
        <w:t>255.8306</w:t>
      </w:r>
      <w:r>
        <w:tab/>
        <w:t>1.025e0</w:t>
      </w:r>
    </w:p>
    <w:p w:rsidR="007B2329" w:rsidRDefault="007B2329" w:rsidP="007B2329">
      <w:r>
        <w:t>255.8618</w:t>
      </w:r>
      <w:r>
        <w:tab/>
        <w:t>2.025e0</w:t>
      </w:r>
    </w:p>
    <w:p w:rsidR="007B2329" w:rsidRDefault="007B2329" w:rsidP="007B2329">
      <w:r>
        <w:t>255.8664</w:t>
      </w:r>
      <w:r>
        <w:tab/>
        <w:t>2.025e0</w:t>
      </w:r>
    </w:p>
    <w:p w:rsidR="007B2329" w:rsidRDefault="007B2329" w:rsidP="007B2329">
      <w:r>
        <w:t>255.8695</w:t>
      </w:r>
      <w:r>
        <w:tab/>
        <w:t>2.025e0</w:t>
      </w:r>
    </w:p>
    <w:p w:rsidR="007B2329" w:rsidRDefault="007B2329" w:rsidP="007B2329">
      <w:r>
        <w:t>255.8777</w:t>
      </w:r>
      <w:r>
        <w:tab/>
        <w:t>1.013e0</w:t>
      </w:r>
    </w:p>
    <w:p w:rsidR="007B2329" w:rsidRDefault="007B2329" w:rsidP="007B2329">
      <w:r>
        <w:t>255.8922</w:t>
      </w:r>
      <w:r>
        <w:tab/>
        <w:t>2.025e0</w:t>
      </w:r>
    </w:p>
    <w:p w:rsidR="007B2329" w:rsidRDefault="007B2329" w:rsidP="007B2329">
      <w:r>
        <w:t>255.8982</w:t>
      </w:r>
      <w:r>
        <w:tab/>
        <w:t>1.013e0</w:t>
      </w:r>
    </w:p>
    <w:p w:rsidR="007B2329" w:rsidRDefault="007B2329" w:rsidP="007B2329">
      <w:r>
        <w:t>255.9062</w:t>
      </w:r>
      <w:r>
        <w:tab/>
        <w:t>1.013e0</w:t>
      </w:r>
    </w:p>
    <w:p w:rsidR="007B2329" w:rsidRDefault="007B2329" w:rsidP="007B2329">
      <w:r>
        <w:t>255.9205</w:t>
      </w:r>
      <w:r>
        <w:tab/>
        <w:t>1.013e0</w:t>
      </w:r>
    </w:p>
    <w:p w:rsidR="007B2329" w:rsidRDefault="007B2329" w:rsidP="007B2329">
      <w:r>
        <w:t>255.9367</w:t>
      </w:r>
      <w:r>
        <w:tab/>
        <w:t>1.013e0</w:t>
      </w:r>
    </w:p>
    <w:p w:rsidR="007B2329" w:rsidRDefault="007B2329" w:rsidP="007B2329">
      <w:r>
        <w:t>255.9406</w:t>
      </w:r>
      <w:r>
        <w:tab/>
        <w:t>1.013e0</w:t>
      </w:r>
    </w:p>
    <w:p w:rsidR="007B2329" w:rsidRDefault="007B2329" w:rsidP="007B2329">
      <w:r>
        <w:t>255.9444</w:t>
      </w:r>
      <w:r>
        <w:tab/>
        <w:t>2.025e0</w:t>
      </w:r>
    </w:p>
    <w:p w:rsidR="007B2329" w:rsidRDefault="007B2329" w:rsidP="007B2329">
      <w:r>
        <w:t>255.9538</w:t>
      </w:r>
      <w:r>
        <w:tab/>
        <w:t>1.013e0</w:t>
      </w:r>
    </w:p>
    <w:p w:rsidR="007B2329" w:rsidRDefault="007B2329" w:rsidP="007B2329">
      <w:r>
        <w:t>255.9584</w:t>
      </w:r>
      <w:r>
        <w:tab/>
        <w:t>1.013e0</w:t>
      </w:r>
    </w:p>
    <w:p w:rsidR="007B2329" w:rsidRDefault="007B2329" w:rsidP="007B2329">
      <w:r>
        <w:lastRenderedPageBreak/>
        <w:t>255.9604</w:t>
      </w:r>
      <w:r>
        <w:tab/>
        <w:t>2.025e0</w:t>
      </w:r>
    </w:p>
    <w:p w:rsidR="007B2329" w:rsidRDefault="007B2329" w:rsidP="007B2329">
      <w:r>
        <w:t>255.9671</w:t>
      </w:r>
      <w:r>
        <w:tab/>
        <w:t>1.013e0</w:t>
      </w:r>
    </w:p>
    <w:p w:rsidR="007B2329" w:rsidRDefault="007B2329" w:rsidP="007B2329">
      <w:r>
        <w:t>255.9790</w:t>
      </w:r>
      <w:r>
        <w:tab/>
        <w:t>1.013e0</w:t>
      </w:r>
    </w:p>
    <w:p w:rsidR="007B2329" w:rsidRDefault="007B2329" w:rsidP="007B2329">
      <w:r>
        <w:t>256.0096</w:t>
      </w:r>
      <w:r>
        <w:tab/>
        <w:t>1.013e0</w:t>
      </w:r>
    </w:p>
    <w:p w:rsidR="007B2329" w:rsidRDefault="007B2329" w:rsidP="007B2329">
      <w:r>
        <w:t>256.0154</w:t>
      </w:r>
      <w:r>
        <w:tab/>
        <w:t>3.038e0</w:t>
      </w:r>
    </w:p>
    <w:p w:rsidR="007B2329" w:rsidRDefault="007B2329" w:rsidP="007B2329">
      <w:r>
        <w:t>256.0194</w:t>
      </w:r>
      <w:r>
        <w:tab/>
        <w:t>3.038e0</w:t>
      </w:r>
    </w:p>
    <w:p w:rsidR="007B2329" w:rsidRDefault="007B2329" w:rsidP="007B2329">
      <w:r>
        <w:t>256.0348</w:t>
      </w:r>
      <w:r>
        <w:tab/>
        <w:t>2.025e0</w:t>
      </w:r>
    </w:p>
    <w:p w:rsidR="007B2329" w:rsidRDefault="007B2329" w:rsidP="007B2329">
      <w:r>
        <w:t>256.0380</w:t>
      </w:r>
      <w:r>
        <w:tab/>
        <w:t>5.063e0</w:t>
      </w:r>
    </w:p>
    <w:p w:rsidR="007B2329" w:rsidRDefault="007B2329" w:rsidP="007B2329">
      <w:r>
        <w:t>256.0518</w:t>
      </w:r>
      <w:r>
        <w:tab/>
        <w:t>1.013e0</w:t>
      </w:r>
    </w:p>
    <w:p w:rsidR="007B2329" w:rsidRDefault="007B2329" w:rsidP="007B2329">
      <w:r>
        <w:t>256.0560</w:t>
      </w:r>
      <w:r>
        <w:tab/>
        <w:t>2.888e0</w:t>
      </w:r>
    </w:p>
    <w:p w:rsidR="007B2329" w:rsidRDefault="007B2329" w:rsidP="007B2329">
      <w:r>
        <w:t>256.0598</w:t>
      </w:r>
      <w:r>
        <w:tab/>
        <w:t>1.013e0</w:t>
      </w:r>
    </w:p>
    <w:p w:rsidR="007B2329" w:rsidRDefault="007B2329" w:rsidP="007B2329">
      <w:r>
        <w:t>256.0638</w:t>
      </w:r>
      <w:r>
        <w:tab/>
        <w:t>2.025e0</w:t>
      </w:r>
    </w:p>
    <w:p w:rsidR="007B2329" w:rsidRDefault="007B2329" w:rsidP="007B2329">
      <w:r>
        <w:t>256.0820</w:t>
      </w:r>
      <w:r>
        <w:tab/>
        <w:t>2.025e0</w:t>
      </w:r>
    </w:p>
    <w:p w:rsidR="007B2329" w:rsidRDefault="007B2329" w:rsidP="007B2329">
      <w:r>
        <w:t>256.0875</w:t>
      </w:r>
      <w:r>
        <w:tab/>
        <w:t>3.038e0</w:t>
      </w:r>
    </w:p>
    <w:p w:rsidR="007B2329" w:rsidRDefault="007B2329" w:rsidP="007B2329">
      <w:r>
        <w:t>256.0902</w:t>
      </w:r>
      <w:r>
        <w:tab/>
        <w:t>1.013e0</w:t>
      </w:r>
    </w:p>
    <w:p w:rsidR="007B2329" w:rsidRDefault="007B2329" w:rsidP="007B2329">
      <w:r>
        <w:t>256.0983</w:t>
      </w:r>
      <w:r>
        <w:tab/>
        <w:t>1.013e0</w:t>
      </w:r>
    </w:p>
    <w:p w:rsidR="007B2329" w:rsidRDefault="007B2329" w:rsidP="007B2329">
      <w:r>
        <w:t>256.1024</w:t>
      </w:r>
      <w:r>
        <w:tab/>
        <w:t>1.013e0</w:t>
      </w:r>
    </w:p>
    <w:p w:rsidR="007B2329" w:rsidRDefault="007B2329" w:rsidP="007B2329">
      <w:r>
        <w:t>256.1047</w:t>
      </w:r>
      <w:r>
        <w:tab/>
        <w:t>3.038e0</w:t>
      </w:r>
    </w:p>
    <w:p w:rsidR="007B2329" w:rsidRDefault="007B2329" w:rsidP="007B2329">
      <w:r>
        <w:t>256.1105</w:t>
      </w:r>
      <w:r>
        <w:tab/>
        <w:t>2.025e0</w:t>
      </w:r>
    </w:p>
    <w:p w:rsidR="007B2329" w:rsidRDefault="007B2329" w:rsidP="007B2329">
      <w:r>
        <w:lastRenderedPageBreak/>
        <w:t>256.1308</w:t>
      </w:r>
      <w:r>
        <w:tab/>
        <w:t>2.025e0</w:t>
      </w:r>
    </w:p>
    <w:p w:rsidR="007B2329" w:rsidRDefault="007B2329" w:rsidP="007B2329">
      <w:r>
        <w:t>256.1362</w:t>
      </w:r>
      <w:r>
        <w:tab/>
        <w:t>6.076e0</w:t>
      </w:r>
    </w:p>
    <w:p w:rsidR="007B2329" w:rsidRDefault="007B2329" w:rsidP="007B2329">
      <w:r>
        <w:t>256.1408</w:t>
      </w:r>
      <w:r>
        <w:tab/>
        <w:t>1.013e0</w:t>
      </w:r>
    </w:p>
    <w:p w:rsidR="007B2329" w:rsidRDefault="007B2329" w:rsidP="007B2329">
      <w:r>
        <w:t>256.1484</w:t>
      </w:r>
      <w:r>
        <w:tab/>
        <w:t>3.038e0</w:t>
      </w:r>
    </w:p>
    <w:p w:rsidR="007B2329" w:rsidRDefault="007B2329" w:rsidP="007B2329">
      <w:r>
        <w:t>256.1606</w:t>
      </w:r>
      <w:r>
        <w:tab/>
        <w:t>4.051e0</w:t>
      </w:r>
    </w:p>
    <w:p w:rsidR="007B2329" w:rsidRDefault="007B2329" w:rsidP="007B2329">
      <w:r>
        <w:t>256.1625</w:t>
      </w:r>
      <w:r>
        <w:tab/>
        <w:t>8.101e0</w:t>
      </w:r>
    </w:p>
    <w:p w:rsidR="007B2329" w:rsidRDefault="007B2329" w:rsidP="007B2329">
      <w:r>
        <w:t>256.1707</w:t>
      </w:r>
      <w:r>
        <w:tab/>
        <w:t>9.114e0</w:t>
      </w:r>
    </w:p>
    <w:p w:rsidR="007B2329" w:rsidRDefault="007B2329" w:rsidP="007B2329">
      <w:r>
        <w:t>256.1779</w:t>
      </w:r>
      <w:r>
        <w:tab/>
        <w:t>4.051e0</w:t>
      </w:r>
    </w:p>
    <w:p w:rsidR="007B2329" w:rsidRDefault="007B2329" w:rsidP="007B2329">
      <w:r>
        <w:t>256.1840</w:t>
      </w:r>
      <w:r>
        <w:tab/>
        <w:t>5.063e-2</w:t>
      </w:r>
    </w:p>
    <w:p w:rsidR="007B2329" w:rsidRDefault="007B2329" w:rsidP="007B2329">
      <w:r>
        <w:t>256.1864</w:t>
      </w:r>
      <w:r>
        <w:tab/>
        <w:t>6.114e0</w:t>
      </w:r>
    </w:p>
    <w:p w:rsidR="007B2329" w:rsidRDefault="007B2329" w:rsidP="007B2329">
      <w:r>
        <w:t>256.2096</w:t>
      </w:r>
      <w:r>
        <w:tab/>
        <w:t>1.013e0</w:t>
      </w:r>
    </w:p>
    <w:p w:rsidR="007B2329" w:rsidRDefault="007B2329" w:rsidP="007B2329">
      <w:r>
        <w:t>256.2136</w:t>
      </w:r>
      <w:r>
        <w:tab/>
        <w:t>1.013e0</w:t>
      </w:r>
    </w:p>
    <w:p w:rsidR="007B2329" w:rsidRDefault="007B2329" w:rsidP="007B2329">
      <w:r>
        <w:t>256.2195</w:t>
      </w:r>
      <w:r>
        <w:tab/>
        <w:t>3.038e0</w:t>
      </w:r>
    </w:p>
    <w:p w:rsidR="007B2329" w:rsidRDefault="007B2329" w:rsidP="007B2329">
      <w:r>
        <w:t>256.2599</w:t>
      </w:r>
      <w:r>
        <w:tab/>
        <w:t>3.038e0</w:t>
      </w:r>
    </w:p>
    <w:p w:rsidR="007B2329" w:rsidRDefault="007B2329" w:rsidP="007B2329">
      <w:r>
        <w:t>256.2679</w:t>
      </w:r>
      <w:r>
        <w:tab/>
        <w:t>1.013e0</w:t>
      </w:r>
    </w:p>
    <w:p w:rsidR="007B2329" w:rsidRDefault="007B2329" w:rsidP="007B2329">
      <w:r>
        <w:t>256.2889</w:t>
      </w:r>
      <w:r>
        <w:tab/>
        <w:t>2.025e0</w:t>
      </w:r>
    </w:p>
    <w:p w:rsidR="007B2329" w:rsidRDefault="007B2329" w:rsidP="007B2329">
      <w:r>
        <w:t>256.2903</w:t>
      </w:r>
      <w:r>
        <w:tab/>
        <w:t>3.038e0</w:t>
      </w:r>
    </w:p>
    <w:p w:rsidR="007B2329" w:rsidRDefault="007B2329" w:rsidP="007B2329">
      <w:r>
        <w:t>256.2984</w:t>
      </w:r>
      <w:r>
        <w:tab/>
        <w:t>1.013e0</w:t>
      </w:r>
    </w:p>
    <w:p w:rsidR="007B2329" w:rsidRDefault="007B2329" w:rsidP="007B2329">
      <w:r>
        <w:t>256.3023</w:t>
      </w:r>
      <w:r>
        <w:tab/>
        <w:t>2.025e0</w:t>
      </w:r>
    </w:p>
    <w:p w:rsidR="007B2329" w:rsidRDefault="007B2329" w:rsidP="007B2329">
      <w:r>
        <w:lastRenderedPageBreak/>
        <w:t>256.3102</w:t>
      </w:r>
      <w:r>
        <w:tab/>
        <w:t>1.013e0</w:t>
      </w:r>
    </w:p>
    <w:p w:rsidR="007B2329" w:rsidRDefault="007B2329" w:rsidP="007B2329">
      <w:r>
        <w:t>256.3149</w:t>
      </w:r>
      <w:r>
        <w:tab/>
        <w:t>1.013e0</w:t>
      </w:r>
    </w:p>
    <w:p w:rsidR="007B2329" w:rsidRDefault="007B2329" w:rsidP="007B2329">
      <w:r>
        <w:t>256.3244</w:t>
      </w:r>
      <w:r>
        <w:tab/>
        <w:t>2.025e0</w:t>
      </w:r>
    </w:p>
    <w:p w:rsidR="007B2329" w:rsidRDefault="007B2329" w:rsidP="007B2329">
      <w:r>
        <w:t>256.3368</w:t>
      </w:r>
      <w:r>
        <w:tab/>
        <w:t>1.013e0</w:t>
      </w:r>
    </w:p>
    <w:p w:rsidR="007B2329" w:rsidRDefault="007B2329" w:rsidP="007B2329">
      <w:r>
        <w:t>256.3505</w:t>
      </w:r>
      <w:r>
        <w:tab/>
        <w:t>3.038e0</w:t>
      </w:r>
    </w:p>
    <w:p w:rsidR="007B2329" w:rsidRDefault="007B2329" w:rsidP="007B2329">
      <w:r>
        <w:t>256.3832</w:t>
      </w:r>
      <w:r>
        <w:tab/>
        <w:t>3.038e0</w:t>
      </w:r>
    </w:p>
    <w:p w:rsidR="007B2329" w:rsidRDefault="007B2329" w:rsidP="007B2329">
      <w:r>
        <w:t>256.4006</w:t>
      </w:r>
      <w:r>
        <w:tab/>
        <w:t>1.013e0</w:t>
      </w:r>
    </w:p>
    <w:p w:rsidR="007B2329" w:rsidRDefault="007B2329" w:rsidP="007B2329">
      <w:r>
        <w:t>256.4216</w:t>
      </w:r>
      <w:r>
        <w:tab/>
        <w:t>2.025e0</w:t>
      </w:r>
    </w:p>
    <w:p w:rsidR="007B2329" w:rsidRDefault="007B2329" w:rsidP="007B2329">
      <w:r>
        <w:t>256.4256</w:t>
      </w:r>
      <w:r>
        <w:tab/>
        <w:t>1.013e0</w:t>
      </w:r>
    </w:p>
    <w:p w:rsidR="007B2329" w:rsidRDefault="007B2329" w:rsidP="007B2329">
      <w:r>
        <w:t>256.4279</w:t>
      </w:r>
      <w:r>
        <w:tab/>
        <w:t>1.025e0</w:t>
      </w:r>
    </w:p>
    <w:p w:rsidR="007B2329" w:rsidRDefault="007B2329" w:rsidP="007B2329">
      <w:r>
        <w:t>256.4296</w:t>
      </w:r>
      <w:r>
        <w:tab/>
        <w:t>1.013e0</w:t>
      </w:r>
    </w:p>
    <w:p w:rsidR="007B2329" w:rsidRDefault="007B2329" w:rsidP="007B2329">
      <w:r>
        <w:t>256.4343</w:t>
      </w:r>
      <w:r>
        <w:tab/>
        <w:t>3.038e0</w:t>
      </w:r>
    </w:p>
    <w:p w:rsidR="007B2329" w:rsidRDefault="007B2329" w:rsidP="007B2329">
      <w:r>
        <w:t>256.4445</w:t>
      </w:r>
      <w:r>
        <w:tab/>
        <w:t>2.025e0</w:t>
      </w:r>
    </w:p>
    <w:p w:rsidR="007B2329" w:rsidRDefault="007B2329" w:rsidP="007B2329">
      <w:r>
        <w:t>256.4561</w:t>
      </w:r>
      <w:r>
        <w:tab/>
        <w:t>2.025e0</w:t>
      </w:r>
    </w:p>
    <w:p w:rsidR="007B2329" w:rsidRDefault="007B2329" w:rsidP="007B2329">
      <w:r>
        <w:t>256.5025</w:t>
      </w:r>
      <w:r>
        <w:tab/>
        <w:t>1.013e0</w:t>
      </w:r>
    </w:p>
    <w:p w:rsidR="007B2329" w:rsidRDefault="007B2329" w:rsidP="007B2329">
      <w:r>
        <w:t>256.5066</w:t>
      </w:r>
      <w:r>
        <w:tab/>
        <w:t>1.013e0</w:t>
      </w:r>
    </w:p>
    <w:p w:rsidR="007B2329" w:rsidRDefault="007B2329" w:rsidP="007B2329">
      <w:r>
        <w:t>256.5104</w:t>
      </w:r>
      <w:r>
        <w:tab/>
        <w:t>2.025e0</w:t>
      </w:r>
    </w:p>
    <w:p w:rsidR="007B2329" w:rsidRDefault="007B2329" w:rsidP="007B2329">
      <w:r>
        <w:t>256.5241</w:t>
      </w:r>
      <w:r>
        <w:tab/>
        <w:t>1.013e0</w:t>
      </w:r>
    </w:p>
    <w:p w:rsidR="007B2329" w:rsidRDefault="007B2329" w:rsidP="007B2329">
      <w:r>
        <w:t>256.5528</w:t>
      </w:r>
      <w:r>
        <w:tab/>
        <w:t>2.025e0</w:t>
      </w:r>
    </w:p>
    <w:p w:rsidR="007B2329" w:rsidRDefault="007B2329" w:rsidP="007B2329">
      <w:r>
        <w:lastRenderedPageBreak/>
        <w:t>256.5556</w:t>
      </w:r>
      <w:r>
        <w:tab/>
        <w:t>2.025e0</w:t>
      </w:r>
    </w:p>
    <w:p w:rsidR="007B2329" w:rsidRDefault="007B2329" w:rsidP="007B2329">
      <w:r>
        <w:t>256.5754</w:t>
      </w:r>
      <w:r>
        <w:tab/>
        <w:t>1.013e0</w:t>
      </w:r>
    </w:p>
    <w:p w:rsidR="007B2329" w:rsidRDefault="007B2329" w:rsidP="007B2329">
      <w:r>
        <w:t>256.5803</w:t>
      </w:r>
      <w:r>
        <w:tab/>
        <w:t>3.038e0</w:t>
      </w:r>
    </w:p>
    <w:p w:rsidR="007B2329" w:rsidRDefault="007B2329" w:rsidP="007B2329">
      <w:r>
        <w:t>256.5965</w:t>
      </w:r>
      <w:r>
        <w:tab/>
        <w:t>3.038e0</w:t>
      </w:r>
    </w:p>
    <w:p w:rsidR="007B2329" w:rsidRDefault="007B2329" w:rsidP="007B2329">
      <w:r>
        <w:t>256.6098</w:t>
      </w:r>
      <w:r>
        <w:tab/>
        <w:t>1.013e0</w:t>
      </w:r>
    </w:p>
    <w:p w:rsidR="007B2329" w:rsidRDefault="007B2329" w:rsidP="007B2329">
      <w:r>
        <w:t>256.6218</w:t>
      </w:r>
      <w:r>
        <w:tab/>
        <w:t>1.013e0</w:t>
      </w:r>
    </w:p>
    <w:p w:rsidR="007B2329" w:rsidRDefault="007B2329" w:rsidP="007B2329">
      <w:r>
        <w:t>256.6336</w:t>
      </w:r>
      <w:r>
        <w:tab/>
        <w:t>2.025e0</w:t>
      </w:r>
    </w:p>
    <w:p w:rsidR="007B2329" w:rsidRDefault="007B2329" w:rsidP="007B2329">
      <w:r>
        <w:t>256.6525</w:t>
      </w:r>
      <w:r>
        <w:tab/>
        <w:t>1.013e0</w:t>
      </w:r>
    </w:p>
    <w:p w:rsidR="007B2329" w:rsidRDefault="007B2329" w:rsidP="007B2329">
      <w:r>
        <w:t>256.6563</w:t>
      </w:r>
      <w:r>
        <w:tab/>
        <w:t>2.025e0</w:t>
      </w:r>
    </w:p>
    <w:p w:rsidR="007B2329" w:rsidRDefault="007B2329" w:rsidP="007B2329">
      <w:r>
        <w:t>256.6602</w:t>
      </w:r>
      <w:r>
        <w:tab/>
        <w:t>1.013e0</w:t>
      </w:r>
    </w:p>
    <w:p w:rsidR="007B2329" w:rsidRDefault="007B2329" w:rsidP="007B2329">
      <w:r>
        <w:t>256.6683</w:t>
      </w:r>
      <w:r>
        <w:tab/>
        <w:t>1.013e0</w:t>
      </w:r>
    </w:p>
    <w:p w:rsidR="007B2329" w:rsidRDefault="007B2329" w:rsidP="007B2329">
      <w:r>
        <w:t>256.6764</w:t>
      </w:r>
      <w:r>
        <w:tab/>
        <w:t>1.013e0</w:t>
      </w:r>
    </w:p>
    <w:p w:rsidR="007B2329" w:rsidRDefault="007B2329" w:rsidP="007B2329">
      <w:r>
        <w:t>256.6948</w:t>
      </w:r>
      <w:r>
        <w:tab/>
        <w:t>2.025e0</w:t>
      </w:r>
    </w:p>
    <w:p w:rsidR="007B2329" w:rsidRDefault="007B2329" w:rsidP="007B2329">
      <w:r>
        <w:t>256.7221</w:t>
      </w:r>
      <w:r>
        <w:tab/>
        <w:t>2.025e0</w:t>
      </w:r>
    </w:p>
    <w:p w:rsidR="007B2329" w:rsidRDefault="007B2329" w:rsidP="007B2329">
      <w:r>
        <w:t>256.7288</w:t>
      </w:r>
      <w:r>
        <w:tab/>
        <w:t>3.038e0</w:t>
      </w:r>
    </w:p>
    <w:p w:rsidR="007B2329" w:rsidRDefault="007B2329" w:rsidP="007B2329">
      <w:r>
        <w:t>256.7336</w:t>
      </w:r>
      <w:r>
        <w:tab/>
        <w:t>1.038e0</w:t>
      </w:r>
    </w:p>
    <w:p w:rsidR="007B2329" w:rsidRDefault="007B2329" w:rsidP="007B2329">
      <w:r>
        <w:t>256.7492</w:t>
      </w:r>
      <w:r>
        <w:tab/>
        <w:t>2.025e0</w:t>
      </w:r>
    </w:p>
    <w:p w:rsidR="007B2329" w:rsidRDefault="007B2329" w:rsidP="007B2329">
      <w:r>
        <w:t>256.7717</w:t>
      </w:r>
      <w:r>
        <w:tab/>
        <w:t>1.013e0</w:t>
      </w:r>
    </w:p>
    <w:p w:rsidR="007B2329" w:rsidRDefault="007B2329" w:rsidP="007B2329">
      <w:r>
        <w:t>256.7757</w:t>
      </w:r>
      <w:r>
        <w:tab/>
        <w:t>1.013e0</w:t>
      </w:r>
    </w:p>
    <w:p w:rsidR="007B2329" w:rsidRDefault="007B2329" w:rsidP="007B2329">
      <w:r>
        <w:lastRenderedPageBreak/>
        <w:t>256.7836</w:t>
      </w:r>
      <w:r>
        <w:tab/>
        <w:t>1.013e0</w:t>
      </w:r>
    </w:p>
    <w:p w:rsidR="007B2329" w:rsidRDefault="007B2329" w:rsidP="007B2329">
      <w:r>
        <w:t>256.8003</w:t>
      </w:r>
      <w:r>
        <w:tab/>
        <w:t>1.013e0</w:t>
      </w:r>
    </w:p>
    <w:p w:rsidR="007B2329" w:rsidRDefault="007B2329" w:rsidP="007B2329">
      <w:r>
        <w:t>256.8065</w:t>
      </w:r>
      <w:r>
        <w:tab/>
        <w:t>1.025e0</w:t>
      </w:r>
    </w:p>
    <w:p w:rsidR="007B2329" w:rsidRDefault="007B2329" w:rsidP="007B2329">
      <w:r>
        <w:t>256.8142</w:t>
      </w:r>
      <w:r>
        <w:tab/>
        <w:t>2.025e0</w:t>
      </w:r>
    </w:p>
    <w:p w:rsidR="007B2329" w:rsidRDefault="007B2329" w:rsidP="007B2329">
      <w:r>
        <w:t>256.8181</w:t>
      </w:r>
      <w:r>
        <w:tab/>
        <w:t>1.013e0</w:t>
      </w:r>
    </w:p>
    <w:p w:rsidR="007B2329" w:rsidRDefault="007B2329" w:rsidP="007B2329">
      <w:r>
        <w:t>256.8221</w:t>
      </w:r>
      <w:r>
        <w:tab/>
        <w:t>2.025e0</w:t>
      </w:r>
    </w:p>
    <w:p w:rsidR="007B2329" w:rsidRDefault="007B2329" w:rsidP="007B2329">
      <w:r>
        <w:t>256.8390</w:t>
      </w:r>
      <w:r>
        <w:tab/>
        <w:t>2.025e0</w:t>
      </w:r>
    </w:p>
    <w:p w:rsidR="007B2329" w:rsidRDefault="007B2329" w:rsidP="007B2329">
      <w:r>
        <w:t>256.8490</w:t>
      </w:r>
      <w:r>
        <w:tab/>
        <w:t>2.025e0</w:t>
      </w:r>
    </w:p>
    <w:p w:rsidR="007B2329" w:rsidRDefault="007B2329" w:rsidP="007B2329">
      <w:r>
        <w:t>256.8566</w:t>
      </w:r>
      <w:r>
        <w:tab/>
        <w:t>4.051e0</w:t>
      </w:r>
    </w:p>
    <w:p w:rsidR="007B2329" w:rsidRDefault="007B2329" w:rsidP="007B2329">
      <w:r>
        <w:t>256.8686</w:t>
      </w:r>
      <w:r>
        <w:tab/>
        <w:t>1.013e0</w:t>
      </w:r>
    </w:p>
    <w:p w:rsidR="007B2329" w:rsidRDefault="007B2329" w:rsidP="007B2329">
      <w:r>
        <w:t>256.8860</w:t>
      </w:r>
      <w:r>
        <w:tab/>
        <w:t>1.013e0</w:t>
      </w:r>
    </w:p>
    <w:p w:rsidR="007B2329" w:rsidRDefault="007B2329" w:rsidP="007B2329">
      <w:r>
        <w:t>256.9039</w:t>
      </w:r>
      <w:r>
        <w:tab/>
        <w:t>3.038e0</w:t>
      </w:r>
    </w:p>
    <w:p w:rsidR="007B2329" w:rsidRDefault="007B2329" w:rsidP="007B2329">
      <w:r>
        <w:t>256.9110</w:t>
      </w:r>
      <w:r>
        <w:tab/>
        <w:t>1.013e0</w:t>
      </w:r>
    </w:p>
    <w:p w:rsidR="007B2329" w:rsidRDefault="007B2329" w:rsidP="007B2329">
      <w:r>
        <w:t>256.9288</w:t>
      </w:r>
      <w:r>
        <w:tab/>
        <w:t>1.013e0</w:t>
      </w:r>
    </w:p>
    <w:p w:rsidR="007B2329" w:rsidRDefault="007B2329" w:rsidP="007B2329">
      <w:r>
        <w:t>256.9316</w:t>
      </w:r>
      <w:r>
        <w:tab/>
        <w:t>2.025e0</w:t>
      </w:r>
    </w:p>
    <w:p w:rsidR="007B2329" w:rsidRDefault="007B2329" w:rsidP="007B2329">
      <w:r>
        <w:t>256.9385</w:t>
      </w:r>
      <w:r>
        <w:tab/>
        <w:t>4.051e0</w:t>
      </w:r>
    </w:p>
    <w:p w:rsidR="007B2329" w:rsidRDefault="007B2329" w:rsidP="007B2329">
      <w:r>
        <w:t>256.9647</w:t>
      </w:r>
      <w:r>
        <w:tab/>
        <w:t>7.089e0</w:t>
      </w:r>
    </w:p>
    <w:p w:rsidR="007B2329" w:rsidRDefault="007B2329" w:rsidP="007B2329">
      <w:r>
        <w:t>256.9760</w:t>
      </w:r>
      <w:r>
        <w:tab/>
        <w:t>3.038e0</w:t>
      </w:r>
    </w:p>
    <w:p w:rsidR="007B2329" w:rsidRDefault="007B2329" w:rsidP="007B2329">
      <w:r>
        <w:t>256.9785</w:t>
      </w:r>
      <w:r>
        <w:tab/>
        <w:t>3.038e0</w:t>
      </w:r>
    </w:p>
    <w:p w:rsidR="007B2329" w:rsidRDefault="007B2329" w:rsidP="007B2329">
      <w:r>
        <w:lastRenderedPageBreak/>
        <w:t>256.9919</w:t>
      </w:r>
      <w:r>
        <w:tab/>
        <w:t>1.013e0</w:t>
      </w:r>
    </w:p>
    <w:p w:rsidR="007B2329" w:rsidRDefault="007B2329" w:rsidP="007B2329">
      <w:r>
        <w:t>257.0004</w:t>
      </w:r>
      <w:r>
        <w:tab/>
        <w:t>1.013e0</w:t>
      </w:r>
    </w:p>
    <w:p w:rsidR="007B2329" w:rsidRDefault="007B2329" w:rsidP="007B2329">
      <w:r>
        <w:t>257.0033</w:t>
      </w:r>
      <w:r>
        <w:tab/>
        <w:t>2.025e0</w:t>
      </w:r>
    </w:p>
    <w:p w:rsidR="007B2329" w:rsidRDefault="007B2329" w:rsidP="007B2329">
      <w:r>
        <w:t>257.0263</w:t>
      </w:r>
      <w:r>
        <w:tab/>
        <w:t>2.025e0</w:t>
      </w:r>
    </w:p>
    <w:p w:rsidR="007B2329" w:rsidRDefault="007B2329" w:rsidP="007B2329">
      <w:r>
        <w:t>257.0342</w:t>
      </w:r>
      <w:r>
        <w:tab/>
        <w:t>1.013e0</w:t>
      </w:r>
    </w:p>
    <w:p w:rsidR="007B2329" w:rsidRDefault="007B2329" w:rsidP="007B2329">
      <w:r>
        <w:t>257.0367</w:t>
      </w:r>
      <w:r>
        <w:tab/>
        <w:t>2.025e0</w:t>
      </w:r>
    </w:p>
    <w:p w:rsidR="007B2329" w:rsidRDefault="007B2329" w:rsidP="007B2329">
      <w:r>
        <w:t>257.0478</w:t>
      </w:r>
      <w:r>
        <w:tab/>
        <w:t>1.038e0</w:t>
      </w:r>
    </w:p>
    <w:p w:rsidR="007B2329" w:rsidRDefault="007B2329" w:rsidP="007B2329">
      <w:r>
        <w:t>257.0527</w:t>
      </w:r>
      <w:r>
        <w:tab/>
        <w:t>2.025e0</w:t>
      </w:r>
    </w:p>
    <w:p w:rsidR="007B2329" w:rsidRDefault="007B2329" w:rsidP="007B2329">
      <w:r>
        <w:t>257.0565</w:t>
      </w:r>
      <w:r>
        <w:tab/>
        <w:t>3.038e0</w:t>
      </w:r>
    </w:p>
    <w:p w:rsidR="007B2329" w:rsidRDefault="007B2329" w:rsidP="007B2329">
      <w:r>
        <w:t>257.0576</w:t>
      </w:r>
      <w:r>
        <w:tab/>
        <w:t>6.076e0</w:t>
      </w:r>
    </w:p>
    <w:p w:rsidR="007B2329" w:rsidRDefault="007B2329" w:rsidP="007B2329">
      <w:r>
        <w:t>257.0710</w:t>
      </w:r>
      <w:r>
        <w:tab/>
        <w:t>1.038e0</w:t>
      </w:r>
    </w:p>
    <w:p w:rsidR="007B2329" w:rsidRDefault="007B2329" w:rsidP="007B2329">
      <w:r>
        <w:t>257.0728</w:t>
      </w:r>
      <w:r>
        <w:tab/>
        <w:t>1.013e0</w:t>
      </w:r>
    </w:p>
    <w:p w:rsidR="007B2329" w:rsidRDefault="007B2329" w:rsidP="007B2329">
      <w:r>
        <w:t>257.0862</w:t>
      </w:r>
      <w:r>
        <w:tab/>
        <w:t>1.013e0</w:t>
      </w:r>
    </w:p>
    <w:p w:rsidR="007B2329" w:rsidRDefault="007B2329" w:rsidP="007B2329">
      <w:r>
        <w:t>257.1033</w:t>
      </w:r>
      <w:r>
        <w:tab/>
        <w:t>1.013e0</w:t>
      </w:r>
    </w:p>
    <w:p w:rsidR="007B2329" w:rsidRDefault="007B2329" w:rsidP="007B2329">
      <w:r>
        <w:t>257.1053</w:t>
      </w:r>
      <w:r>
        <w:tab/>
        <w:t>4.051e0</w:t>
      </w:r>
    </w:p>
    <w:p w:rsidR="007B2329" w:rsidRDefault="007B2329" w:rsidP="007B2329">
      <w:r>
        <w:t>257.1093</w:t>
      </w:r>
      <w:r>
        <w:tab/>
        <w:t>3.038e0</w:t>
      </w:r>
    </w:p>
    <w:p w:rsidR="007B2329" w:rsidRDefault="007B2329" w:rsidP="007B2329">
      <w:r>
        <w:t>257.1119</w:t>
      </w:r>
      <w:r>
        <w:tab/>
        <w:t>5.063e0</w:t>
      </w:r>
    </w:p>
    <w:p w:rsidR="007B2329" w:rsidRDefault="007B2329" w:rsidP="007B2329">
      <w:r>
        <w:t>257.1243</w:t>
      </w:r>
      <w:r>
        <w:tab/>
        <w:t>1.013e0</w:t>
      </w:r>
    </w:p>
    <w:p w:rsidR="007B2329" w:rsidRDefault="007B2329" w:rsidP="007B2329">
      <w:r>
        <w:t>257.1290</w:t>
      </w:r>
      <w:r>
        <w:tab/>
        <w:t>1.013e0</w:t>
      </w:r>
    </w:p>
    <w:p w:rsidR="007B2329" w:rsidRDefault="007B2329" w:rsidP="007B2329">
      <w:r>
        <w:lastRenderedPageBreak/>
        <w:t>257.1331</w:t>
      </w:r>
      <w:r>
        <w:tab/>
        <w:t>1.038e0</w:t>
      </w:r>
    </w:p>
    <w:p w:rsidR="007B2329" w:rsidRDefault="007B2329" w:rsidP="007B2329">
      <w:r>
        <w:t>257.1352</w:t>
      </w:r>
      <w:r>
        <w:tab/>
        <w:t>4.051e0</w:t>
      </w:r>
    </w:p>
    <w:p w:rsidR="007B2329" w:rsidRDefault="007B2329" w:rsidP="007B2329">
      <w:r>
        <w:t>257.1396</w:t>
      </w:r>
      <w:r>
        <w:tab/>
        <w:t>2.025e0</w:t>
      </w:r>
    </w:p>
    <w:p w:rsidR="007B2329" w:rsidRDefault="007B2329" w:rsidP="007B2329">
      <w:r>
        <w:t>257.1438</w:t>
      </w:r>
      <w:r>
        <w:tab/>
        <w:t>2.025e0</w:t>
      </w:r>
    </w:p>
    <w:p w:rsidR="007B2329" w:rsidRDefault="007B2329" w:rsidP="007B2329">
      <w:r>
        <w:t>257.1497</w:t>
      </w:r>
      <w:r>
        <w:tab/>
        <w:t>2.025e0</w:t>
      </w:r>
    </w:p>
    <w:p w:rsidR="007B2329" w:rsidRDefault="007B2329" w:rsidP="007B2329">
      <w:r>
        <w:t>257.1536</w:t>
      </w:r>
      <w:r>
        <w:tab/>
        <w:t>1.013e0</w:t>
      </w:r>
    </w:p>
    <w:p w:rsidR="007B2329" w:rsidRDefault="007B2329" w:rsidP="007B2329">
      <w:r>
        <w:t>257.1763</w:t>
      </w:r>
      <w:r>
        <w:tab/>
        <w:t>1.013e0</w:t>
      </w:r>
    </w:p>
    <w:p w:rsidR="007B2329" w:rsidRDefault="007B2329" w:rsidP="007B2329">
      <w:r>
        <w:t>257.1803</w:t>
      </w:r>
      <w:r>
        <w:tab/>
        <w:t>1.013e0</w:t>
      </w:r>
    </w:p>
    <w:p w:rsidR="007B2329" w:rsidRDefault="007B2329" w:rsidP="007B2329">
      <w:r>
        <w:t>257.1842</w:t>
      </w:r>
      <w:r>
        <w:tab/>
        <w:t>1.013e0</w:t>
      </w:r>
    </w:p>
    <w:p w:rsidR="007B2329" w:rsidRDefault="007B2329" w:rsidP="007B2329">
      <w:r>
        <w:t>257.1960</w:t>
      </w:r>
      <w:r>
        <w:tab/>
        <w:t>1.013e0</w:t>
      </w:r>
    </w:p>
    <w:p w:rsidR="007B2329" w:rsidRDefault="007B2329" w:rsidP="007B2329">
      <w:r>
        <w:t>257.2006</w:t>
      </w:r>
      <w:r>
        <w:tab/>
        <w:t>1.013e0</w:t>
      </w:r>
    </w:p>
    <w:p w:rsidR="007B2329" w:rsidRDefault="007B2329" w:rsidP="007B2329">
      <w:r>
        <w:t>257.2053</w:t>
      </w:r>
      <w:r>
        <w:tab/>
        <w:t>1.013e0</w:t>
      </w:r>
    </w:p>
    <w:p w:rsidR="007B2329" w:rsidRDefault="007B2329" w:rsidP="007B2329">
      <w:r>
        <w:t>257.2166</w:t>
      </w:r>
      <w:r>
        <w:tab/>
        <w:t>2.532e-2</w:t>
      </w:r>
    </w:p>
    <w:p w:rsidR="007B2329" w:rsidRDefault="007B2329" w:rsidP="007B2329">
      <w:r>
        <w:t>257.2227</w:t>
      </w:r>
      <w:r>
        <w:tab/>
        <w:t>1.013e0</w:t>
      </w:r>
    </w:p>
    <w:p w:rsidR="007B2329" w:rsidRDefault="007B2329" w:rsidP="007B2329">
      <w:r>
        <w:t>257.2266</w:t>
      </w:r>
      <w:r>
        <w:tab/>
        <w:t>2.025e0</w:t>
      </w:r>
    </w:p>
    <w:p w:rsidR="007B2329" w:rsidRDefault="007B2329" w:rsidP="007B2329">
      <w:r>
        <w:t>257.2306</w:t>
      </w:r>
      <w:r>
        <w:tab/>
        <w:t>1.013e0</w:t>
      </w:r>
    </w:p>
    <w:p w:rsidR="007B2329" w:rsidRDefault="007B2329" w:rsidP="007B2329">
      <w:r>
        <w:t>257.2346</w:t>
      </w:r>
      <w:r>
        <w:tab/>
        <w:t>1.013e0</w:t>
      </w:r>
    </w:p>
    <w:p w:rsidR="007B2329" w:rsidRDefault="007B2329" w:rsidP="007B2329">
      <w:r>
        <w:t>257.2388</w:t>
      </w:r>
      <w:r>
        <w:tab/>
        <w:t>2.025e0</w:t>
      </w:r>
    </w:p>
    <w:p w:rsidR="007B2329" w:rsidRDefault="007B2329" w:rsidP="007B2329">
      <w:r>
        <w:t>257.2611</w:t>
      </w:r>
      <w:r>
        <w:tab/>
        <w:t>1.013e0</w:t>
      </w:r>
    </w:p>
    <w:p w:rsidR="007B2329" w:rsidRDefault="007B2329" w:rsidP="007B2329">
      <w:r>
        <w:lastRenderedPageBreak/>
        <w:t>257.2651</w:t>
      </w:r>
      <w:r>
        <w:tab/>
        <w:t>1.013e0</w:t>
      </w:r>
    </w:p>
    <w:p w:rsidR="007B2329" w:rsidRDefault="007B2329" w:rsidP="007B2329">
      <w:r>
        <w:t>257.2912</w:t>
      </w:r>
      <w:r>
        <w:tab/>
        <w:t>1.013e0</w:t>
      </w:r>
    </w:p>
    <w:p w:rsidR="007B2329" w:rsidRDefault="007B2329" w:rsidP="007B2329">
      <w:r>
        <w:t>257.2938</w:t>
      </w:r>
      <w:r>
        <w:tab/>
        <w:t>2.025e0</w:t>
      </w:r>
    </w:p>
    <w:p w:rsidR="007B2329" w:rsidRDefault="007B2329" w:rsidP="007B2329">
      <w:r>
        <w:t>257.2957</w:t>
      </w:r>
      <w:r>
        <w:tab/>
        <w:t>1.013e0</w:t>
      </w:r>
    </w:p>
    <w:p w:rsidR="007B2329" w:rsidRDefault="007B2329" w:rsidP="007B2329">
      <w:r>
        <w:t>257.3342</w:t>
      </w:r>
      <w:r>
        <w:tab/>
        <w:t>1.013e0</w:t>
      </w:r>
    </w:p>
    <w:p w:rsidR="007B2329" w:rsidRDefault="007B2329" w:rsidP="007B2329">
      <w:r>
        <w:t>257.3410</w:t>
      </w:r>
      <w:r>
        <w:tab/>
        <w:t>3.038e0</w:t>
      </w:r>
    </w:p>
    <w:p w:rsidR="007B2329" w:rsidRDefault="007B2329" w:rsidP="007B2329">
      <w:r>
        <w:t>257.3420</w:t>
      </w:r>
      <w:r>
        <w:tab/>
        <w:t>1.013e0</w:t>
      </w:r>
    </w:p>
    <w:p w:rsidR="007B2329" w:rsidRDefault="007B2329" w:rsidP="007B2329">
      <w:r>
        <w:t>257.3502</w:t>
      </w:r>
      <w:r>
        <w:tab/>
        <w:t>2.025e0</w:t>
      </w:r>
    </w:p>
    <w:p w:rsidR="007B2329" w:rsidRDefault="007B2329" w:rsidP="007B2329">
      <w:r>
        <w:t>257.3541</w:t>
      </w:r>
      <w:r>
        <w:tab/>
        <w:t>6.076e0</w:t>
      </w:r>
    </w:p>
    <w:p w:rsidR="007B2329" w:rsidRDefault="007B2329" w:rsidP="007B2329">
      <w:r>
        <w:t>257.3767</w:t>
      </w:r>
      <w:r>
        <w:tab/>
        <w:t>2.025e0</w:t>
      </w:r>
    </w:p>
    <w:p w:rsidR="007B2329" w:rsidRDefault="007B2329" w:rsidP="007B2329">
      <w:r>
        <w:t>257.3925</w:t>
      </w:r>
      <w:r>
        <w:tab/>
        <w:t>1.013e0</w:t>
      </w:r>
    </w:p>
    <w:p w:rsidR="007B2329" w:rsidRDefault="007B2329" w:rsidP="007B2329">
      <w:r>
        <w:t>257.4191</w:t>
      </w:r>
      <w:r>
        <w:tab/>
        <w:t>4.051e0</w:t>
      </w:r>
    </w:p>
    <w:p w:rsidR="007B2329" w:rsidRDefault="007B2329" w:rsidP="007B2329">
      <w:r>
        <w:t>257.4349</w:t>
      </w:r>
      <w:r>
        <w:tab/>
        <w:t>4.051e0</w:t>
      </w:r>
    </w:p>
    <w:p w:rsidR="007B2329" w:rsidRDefault="007B2329" w:rsidP="007B2329">
      <w:r>
        <w:t>257.4487</w:t>
      </w:r>
      <w:r>
        <w:tab/>
        <w:t>2.025e0</w:t>
      </w:r>
    </w:p>
    <w:p w:rsidR="007B2329" w:rsidRDefault="007B2329" w:rsidP="007B2329">
      <w:r>
        <w:t>257.4576</w:t>
      </w:r>
      <w:r>
        <w:tab/>
        <w:t>2.025e0</w:t>
      </w:r>
    </w:p>
    <w:p w:rsidR="007B2329" w:rsidRDefault="007B2329" w:rsidP="007B2329">
      <w:r>
        <w:t>257.4696</w:t>
      </w:r>
      <w:r>
        <w:tab/>
        <w:t>1.013e0</w:t>
      </w:r>
    </w:p>
    <w:p w:rsidR="007B2329" w:rsidRDefault="007B2329" w:rsidP="007B2329">
      <w:r>
        <w:t>257.4727</w:t>
      </w:r>
      <w:r>
        <w:tab/>
        <w:t>3.038e0</w:t>
      </w:r>
    </w:p>
    <w:p w:rsidR="007B2329" w:rsidRDefault="007B2329" w:rsidP="007B2329">
      <w:r>
        <w:t>257.4821</w:t>
      </w:r>
      <w:r>
        <w:tab/>
        <w:t>1.013e0</w:t>
      </w:r>
    </w:p>
    <w:p w:rsidR="007B2329" w:rsidRDefault="007B2329" w:rsidP="007B2329">
      <w:r>
        <w:t>257.5039</w:t>
      </w:r>
      <w:r>
        <w:tab/>
        <w:t>2.025e0</w:t>
      </w:r>
    </w:p>
    <w:p w:rsidR="007B2329" w:rsidRDefault="007B2329" w:rsidP="007B2329">
      <w:r>
        <w:lastRenderedPageBreak/>
        <w:t>257.5081</w:t>
      </w:r>
      <w:r>
        <w:tab/>
        <w:t>2.025e0</w:t>
      </w:r>
    </w:p>
    <w:p w:rsidR="007B2329" w:rsidRDefault="007B2329" w:rsidP="007B2329">
      <w:r>
        <w:t>257.5346</w:t>
      </w:r>
      <w:r>
        <w:tab/>
        <w:t>1.013e0</w:t>
      </w:r>
    </w:p>
    <w:p w:rsidR="007B2329" w:rsidRDefault="007B2329" w:rsidP="007B2329">
      <w:r>
        <w:t>257.5508</w:t>
      </w:r>
      <w:r>
        <w:tab/>
        <w:t>2.025e0</w:t>
      </w:r>
    </w:p>
    <w:p w:rsidR="007B2329" w:rsidRDefault="007B2329" w:rsidP="007B2329">
      <w:r>
        <w:t>257.5628</w:t>
      </w:r>
      <w:r>
        <w:tab/>
        <w:t>4.051e0</w:t>
      </w:r>
    </w:p>
    <w:p w:rsidR="007B2329" w:rsidRDefault="007B2329" w:rsidP="007B2329">
      <w:r>
        <w:t>257.5693</w:t>
      </w:r>
      <w:r>
        <w:tab/>
        <w:t>2.025e0</w:t>
      </w:r>
    </w:p>
    <w:p w:rsidR="007B2329" w:rsidRDefault="007B2329" w:rsidP="007B2329">
      <w:r>
        <w:t>257.5728</w:t>
      </w:r>
      <w:r>
        <w:tab/>
        <w:t>2.025e0</w:t>
      </w:r>
    </w:p>
    <w:p w:rsidR="007B2329" w:rsidRDefault="007B2329" w:rsidP="007B2329">
      <w:r>
        <w:t>257.6015</w:t>
      </w:r>
      <w:r>
        <w:tab/>
        <w:t>1.013e0</w:t>
      </w:r>
    </w:p>
    <w:p w:rsidR="007B2329" w:rsidRDefault="007B2329" w:rsidP="007B2329">
      <w:r>
        <w:t>257.6274</w:t>
      </w:r>
      <w:r>
        <w:tab/>
        <w:t>3.038e0</w:t>
      </w:r>
    </w:p>
    <w:p w:rsidR="007B2329" w:rsidRDefault="007B2329" w:rsidP="007B2329">
      <w:r>
        <w:t>257.6540</w:t>
      </w:r>
      <w:r>
        <w:tab/>
        <w:t>2.025e0</w:t>
      </w:r>
    </w:p>
    <w:p w:rsidR="007B2329" w:rsidRDefault="007B2329" w:rsidP="007B2329">
      <w:r>
        <w:t>257.6620</w:t>
      </w:r>
      <w:r>
        <w:tab/>
        <w:t>1.013e0</w:t>
      </w:r>
    </w:p>
    <w:p w:rsidR="007B2329" w:rsidRDefault="007B2329" w:rsidP="007B2329">
      <w:r>
        <w:t>257.6701</w:t>
      </w:r>
      <w:r>
        <w:tab/>
        <w:t>2.025e0</w:t>
      </w:r>
    </w:p>
    <w:p w:rsidR="007B2329" w:rsidRDefault="007B2329" w:rsidP="007B2329">
      <w:r>
        <w:t>257.6779</w:t>
      </w:r>
      <w:r>
        <w:tab/>
        <w:t>1.013e0</w:t>
      </w:r>
    </w:p>
    <w:p w:rsidR="007B2329" w:rsidRDefault="007B2329" w:rsidP="007B2329">
      <w:r>
        <w:t>257.6827</w:t>
      </w:r>
      <w:r>
        <w:tab/>
        <w:t>1.013e0</w:t>
      </w:r>
    </w:p>
    <w:p w:rsidR="007B2329" w:rsidRDefault="007B2329" w:rsidP="007B2329">
      <w:r>
        <w:t>257.7005</w:t>
      </w:r>
      <w:r>
        <w:tab/>
        <w:t>1.013e0</w:t>
      </w:r>
    </w:p>
    <w:p w:rsidR="007B2329" w:rsidRDefault="007B2329" w:rsidP="007B2329">
      <w:r>
        <w:t>257.7213</w:t>
      </w:r>
      <w:r>
        <w:tab/>
        <w:t>3.038e0</w:t>
      </w:r>
    </w:p>
    <w:p w:rsidR="007B2329" w:rsidRDefault="007B2329" w:rsidP="007B2329">
      <w:r>
        <w:t>257.7256</w:t>
      </w:r>
      <w:r>
        <w:tab/>
        <w:t>1.013e0</w:t>
      </w:r>
    </w:p>
    <w:p w:rsidR="007B2329" w:rsidRDefault="007B2329" w:rsidP="007B2329">
      <w:r>
        <w:t>257.7305</w:t>
      </w:r>
      <w:r>
        <w:tab/>
        <w:t>1.013e0</w:t>
      </w:r>
    </w:p>
    <w:p w:rsidR="007B2329" w:rsidRDefault="007B2329" w:rsidP="007B2329">
      <w:r>
        <w:t>257.7361</w:t>
      </w:r>
      <w:r>
        <w:tab/>
        <w:t>2.025e0</w:t>
      </w:r>
    </w:p>
    <w:p w:rsidR="007B2329" w:rsidRDefault="007B2329" w:rsidP="007B2329">
      <w:r>
        <w:t>257.7390</w:t>
      </w:r>
      <w:r>
        <w:tab/>
        <w:t>1.013e0</w:t>
      </w:r>
    </w:p>
    <w:p w:rsidR="007B2329" w:rsidRDefault="007B2329" w:rsidP="007B2329">
      <w:r>
        <w:lastRenderedPageBreak/>
        <w:t>257.7792</w:t>
      </w:r>
      <w:r>
        <w:tab/>
        <w:t>2.025e0</w:t>
      </w:r>
    </w:p>
    <w:p w:rsidR="007B2329" w:rsidRDefault="007B2329" w:rsidP="007B2329">
      <w:r>
        <w:t>257.7814</w:t>
      </w:r>
      <w:r>
        <w:tab/>
        <w:t>1.013e0</w:t>
      </w:r>
    </w:p>
    <w:p w:rsidR="007B2329" w:rsidRDefault="007B2329" w:rsidP="007B2329">
      <w:r>
        <w:t>257.7895</w:t>
      </w:r>
      <w:r>
        <w:tab/>
        <w:t>1.013e0</w:t>
      </w:r>
    </w:p>
    <w:p w:rsidR="007B2329" w:rsidRDefault="007B2329" w:rsidP="007B2329">
      <w:r>
        <w:t>257.8022</w:t>
      </w:r>
      <w:r>
        <w:tab/>
        <w:t>1.013e0</w:t>
      </w:r>
    </w:p>
    <w:p w:rsidR="007B2329" w:rsidRDefault="007B2329" w:rsidP="007B2329">
      <w:r>
        <w:t>257.8161</w:t>
      </w:r>
      <w:r>
        <w:tab/>
        <w:t>1.013e0</w:t>
      </w:r>
    </w:p>
    <w:p w:rsidR="007B2329" w:rsidRDefault="007B2329" w:rsidP="007B2329">
      <w:r>
        <w:t>257.8239</w:t>
      </w:r>
      <w:r>
        <w:tab/>
        <w:t>2.025e0</w:t>
      </w:r>
    </w:p>
    <w:p w:rsidR="007B2329" w:rsidRDefault="007B2329" w:rsidP="007B2329">
      <w:r>
        <w:t>257.8452</w:t>
      </w:r>
      <w:r>
        <w:tab/>
        <w:t>2.025e0</w:t>
      </w:r>
    </w:p>
    <w:p w:rsidR="007B2329" w:rsidRDefault="007B2329" w:rsidP="007B2329">
      <w:r>
        <w:t>257.8499</w:t>
      </w:r>
      <w:r>
        <w:tab/>
        <w:t>1.013e0</w:t>
      </w:r>
    </w:p>
    <w:p w:rsidR="007B2329" w:rsidRDefault="007B2329" w:rsidP="007B2329">
      <w:r>
        <w:t>257.8624</w:t>
      </w:r>
      <w:r>
        <w:tab/>
        <w:t>1.013e0</w:t>
      </w:r>
    </w:p>
    <w:p w:rsidR="007B2329" w:rsidRDefault="007B2329" w:rsidP="007B2329">
      <w:r>
        <w:t>257.8664</w:t>
      </w:r>
      <w:r>
        <w:tab/>
        <w:t>1.013e0</w:t>
      </w:r>
    </w:p>
    <w:p w:rsidR="007B2329" w:rsidRDefault="007B2329" w:rsidP="007B2329">
      <w:r>
        <w:t>257.8744</w:t>
      </w:r>
      <w:r>
        <w:tab/>
        <w:t>1.013e0</w:t>
      </w:r>
    </w:p>
    <w:p w:rsidR="007B2329" w:rsidRDefault="007B2329" w:rsidP="007B2329">
      <w:r>
        <w:t>257.8878</w:t>
      </w:r>
      <w:r>
        <w:tab/>
        <w:t>2.025e0</w:t>
      </w:r>
    </w:p>
    <w:p w:rsidR="007B2329" w:rsidRDefault="007B2329" w:rsidP="007B2329">
      <w:r>
        <w:t>257.9049</w:t>
      </w:r>
      <w:r>
        <w:tab/>
        <w:t>1.013e0</w:t>
      </w:r>
    </w:p>
    <w:p w:rsidR="007B2329" w:rsidRDefault="007B2329" w:rsidP="007B2329">
      <w:r>
        <w:t>257.9129</w:t>
      </w:r>
      <w:r>
        <w:tab/>
        <w:t>1.013e0</w:t>
      </w:r>
    </w:p>
    <w:p w:rsidR="007B2329" w:rsidRDefault="007B2329" w:rsidP="007B2329">
      <w:r>
        <w:t>257.9264</w:t>
      </w:r>
      <w:r>
        <w:tab/>
        <w:t>1.013e0</w:t>
      </w:r>
    </w:p>
    <w:p w:rsidR="007B2329" w:rsidRDefault="007B2329" w:rsidP="007B2329">
      <w:r>
        <w:t>257.9415</w:t>
      </w:r>
      <w:r>
        <w:tab/>
        <w:t>2.025e0</w:t>
      </w:r>
    </w:p>
    <w:p w:rsidR="007B2329" w:rsidRDefault="007B2329" w:rsidP="007B2329">
      <w:r>
        <w:t>257.9474</w:t>
      </w:r>
      <w:r>
        <w:tab/>
        <w:t>1.013e0</w:t>
      </w:r>
    </w:p>
    <w:p w:rsidR="007B2329" w:rsidRDefault="007B2329" w:rsidP="007B2329">
      <w:r>
        <w:t>257.9542</w:t>
      </w:r>
      <w:r>
        <w:tab/>
        <w:t>2.025e0</w:t>
      </w:r>
    </w:p>
    <w:p w:rsidR="007B2329" w:rsidRDefault="007B2329" w:rsidP="007B2329">
      <w:r>
        <w:t>257.9646</w:t>
      </w:r>
      <w:r>
        <w:tab/>
        <w:t>1.013e0</w:t>
      </w:r>
    </w:p>
    <w:p w:rsidR="007B2329" w:rsidRDefault="007B2329" w:rsidP="007B2329">
      <w:r>
        <w:lastRenderedPageBreak/>
        <w:t>257.9819</w:t>
      </w:r>
      <w:r>
        <w:tab/>
        <w:t>2.025e0</w:t>
      </w:r>
    </w:p>
    <w:p w:rsidR="007B2329" w:rsidRDefault="007B2329" w:rsidP="007B2329">
      <w:r>
        <w:t>258.0016</w:t>
      </w:r>
      <w:r>
        <w:tab/>
        <w:t>2.025e0</w:t>
      </w:r>
    </w:p>
    <w:p w:rsidR="007B2329" w:rsidRDefault="007B2329" w:rsidP="007B2329">
      <w:r>
        <w:t>258.0033</w:t>
      </w:r>
      <w:r>
        <w:tab/>
        <w:t>3.038e0</w:t>
      </w:r>
    </w:p>
    <w:p w:rsidR="007B2329" w:rsidRDefault="007B2329" w:rsidP="007B2329">
      <w:r>
        <w:t>258.0165</w:t>
      </w:r>
      <w:r>
        <w:tab/>
        <w:t>1.013e0</w:t>
      </w:r>
    </w:p>
    <w:p w:rsidR="007B2329" w:rsidRDefault="007B2329" w:rsidP="007B2329">
      <w:r>
        <w:t>258.0296</w:t>
      </w:r>
      <w:r>
        <w:tab/>
        <w:t>2.038e0</w:t>
      </w:r>
    </w:p>
    <w:p w:rsidR="007B2329" w:rsidRDefault="007B2329" w:rsidP="007B2329">
      <w:r>
        <w:t>258.0338</w:t>
      </w:r>
      <w:r>
        <w:tab/>
        <w:t>1.025e0</w:t>
      </w:r>
    </w:p>
    <w:p w:rsidR="007B2329" w:rsidRDefault="007B2329" w:rsidP="007B2329">
      <w:r>
        <w:t>258.0590</w:t>
      </w:r>
      <w:r>
        <w:tab/>
        <w:t>1.013e0</w:t>
      </w:r>
    </w:p>
    <w:p w:rsidR="007B2329" w:rsidRDefault="007B2329" w:rsidP="007B2329">
      <w:r>
        <w:t>258.0670</w:t>
      </w:r>
      <w:r>
        <w:tab/>
        <w:t>2.025e0</w:t>
      </w:r>
    </w:p>
    <w:p w:rsidR="007B2329" w:rsidRDefault="007B2329" w:rsidP="007B2329">
      <w:r>
        <w:t>258.0747</w:t>
      </w:r>
      <w:r>
        <w:tab/>
        <w:t>1.013e0</w:t>
      </w:r>
    </w:p>
    <w:p w:rsidR="007B2329" w:rsidRDefault="007B2329" w:rsidP="007B2329">
      <w:r>
        <w:t>258.0821</w:t>
      </w:r>
      <w:r>
        <w:tab/>
        <w:t>2.025e0</w:t>
      </w:r>
    </w:p>
    <w:p w:rsidR="007B2329" w:rsidRDefault="007B2329" w:rsidP="007B2329">
      <w:r>
        <w:t>258.0874</w:t>
      </w:r>
      <w:r>
        <w:tab/>
        <w:t>3.038e0</w:t>
      </w:r>
    </w:p>
    <w:p w:rsidR="007B2329" w:rsidRDefault="007B2329" w:rsidP="007B2329">
      <w:r>
        <w:t>258.0937</w:t>
      </w:r>
      <w:r>
        <w:tab/>
        <w:t>2.025e0</w:t>
      </w:r>
    </w:p>
    <w:p w:rsidR="007B2329" w:rsidRDefault="007B2329" w:rsidP="007B2329">
      <w:r>
        <w:t>258.1094</w:t>
      </w:r>
      <w:r>
        <w:tab/>
        <w:t>1.013e0</w:t>
      </w:r>
    </w:p>
    <w:p w:rsidR="007B2329" w:rsidRDefault="007B2329" w:rsidP="007B2329">
      <w:r>
        <w:t>258.1177</w:t>
      </w:r>
      <w:r>
        <w:tab/>
        <w:t>1.013e0</w:t>
      </w:r>
    </w:p>
    <w:p w:rsidR="007B2329" w:rsidRDefault="007B2329" w:rsidP="007B2329">
      <w:r>
        <w:t>258.1225</w:t>
      </w:r>
      <w:r>
        <w:tab/>
        <w:t>1.013e0</w:t>
      </w:r>
    </w:p>
    <w:p w:rsidR="007B2329" w:rsidRDefault="007B2329" w:rsidP="007B2329">
      <w:r>
        <w:t>258.1273</w:t>
      </w:r>
      <w:r>
        <w:tab/>
        <w:t>1.013e0</w:t>
      </w:r>
    </w:p>
    <w:p w:rsidR="007B2329" w:rsidRDefault="007B2329" w:rsidP="007B2329">
      <w:r>
        <w:t>258.1306</w:t>
      </w:r>
      <w:r>
        <w:tab/>
        <w:t>5.063e0</w:t>
      </w:r>
    </w:p>
    <w:p w:rsidR="007B2329" w:rsidRDefault="007B2329" w:rsidP="007B2329">
      <w:r>
        <w:t>258.1360</w:t>
      </w:r>
      <w:r>
        <w:tab/>
        <w:t>1.013e0</w:t>
      </w:r>
    </w:p>
    <w:p w:rsidR="007B2329" w:rsidRDefault="007B2329" w:rsidP="007B2329">
      <w:r>
        <w:t>258.1440</w:t>
      </w:r>
      <w:r>
        <w:tab/>
        <w:t>4.051e0</w:t>
      </w:r>
    </w:p>
    <w:p w:rsidR="007B2329" w:rsidRDefault="007B2329" w:rsidP="007B2329">
      <w:r>
        <w:lastRenderedPageBreak/>
        <w:t>258.1560</w:t>
      </w:r>
      <w:r>
        <w:tab/>
        <w:t>1.013e0</w:t>
      </w:r>
    </w:p>
    <w:p w:rsidR="007B2329" w:rsidRDefault="007B2329" w:rsidP="007B2329">
      <w:r>
        <w:t>258.1607</w:t>
      </w:r>
      <w:r>
        <w:tab/>
        <w:t>1.013e0</w:t>
      </w:r>
    </w:p>
    <w:p w:rsidR="007B2329" w:rsidRDefault="007B2329" w:rsidP="007B2329">
      <w:r>
        <w:t>258.1844</w:t>
      </w:r>
      <w:r>
        <w:tab/>
        <w:t>1.025e0</w:t>
      </w:r>
    </w:p>
    <w:p w:rsidR="007B2329" w:rsidRDefault="007B2329" w:rsidP="007B2329">
      <w:r>
        <w:t>258.1905</w:t>
      </w:r>
      <w:r>
        <w:tab/>
        <w:t>1.082e0</w:t>
      </w:r>
    </w:p>
    <w:p w:rsidR="007B2329" w:rsidRDefault="007B2329" w:rsidP="007B2329">
      <w:r>
        <w:t>258.2054</w:t>
      </w:r>
      <w:r>
        <w:tab/>
        <w:t>2.025e0</w:t>
      </w:r>
    </w:p>
    <w:p w:rsidR="007B2329" w:rsidRDefault="007B2329" w:rsidP="007B2329">
      <w:r>
        <w:t>258.2132</w:t>
      </w:r>
      <w:r>
        <w:tab/>
        <w:t>2.025e0</w:t>
      </w:r>
    </w:p>
    <w:p w:rsidR="007B2329" w:rsidRDefault="007B2329" w:rsidP="007B2329">
      <w:r>
        <w:t>258.2143</w:t>
      </w:r>
      <w:r>
        <w:tab/>
        <w:t>2.025e0</w:t>
      </w:r>
    </w:p>
    <w:p w:rsidR="007B2329" w:rsidRDefault="007B2329" w:rsidP="007B2329">
      <w:r>
        <w:t>258.2161</w:t>
      </w:r>
      <w:r>
        <w:tab/>
        <w:t>2.025e0</w:t>
      </w:r>
    </w:p>
    <w:p w:rsidR="007B2329" w:rsidRDefault="007B2329" w:rsidP="007B2329">
      <w:r>
        <w:t>258.2171</w:t>
      </w:r>
      <w:r>
        <w:tab/>
        <w:t>2.025e0</w:t>
      </w:r>
    </w:p>
    <w:p w:rsidR="007B2329" w:rsidRDefault="007B2329" w:rsidP="007B2329">
      <w:r>
        <w:t>258.2326</w:t>
      </w:r>
      <w:r>
        <w:tab/>
        <w:t>4.051e0</w:t>
      </w:r>
    </w:p>
    <w:p w:rsidR="007B2329" w:rsidRDefault="007B2329" w:rsidP="007B2329">
      <w:r>
        <w:t>258.2364</w:t>
      </w:r>
      <w:r>
        <w:tab/>
        <w:t>2.025e0</w:t>
      </w:r>
    </w:p>
    <w:p w:rsidR="007B2329" w:rsidRDefault="007B2329" w:rsidP="007B2329">
      <w:r>
        <w:t>258.2556</w:t>
      </w:r>
      <w:r>
        <w:tab/>
        <w:t>2.532e-2</w:t>
      </w:r>
    </w:p>
    <w:p w:rsidR="007B2329" w:rsidRDefault="007B2329" w:rsidP="007B2329">
      <w:r>
        <w:t>258.2675</w:t>
      </w:r>
      <w:r>
        <w:tab/>
        <w:t>3.038e0</w:t>
      </w:r>
    </w:p>
    <w:p w:rsidR="007B2329" w:rsidRDefault="007B2329" w:rsidP="007B2329">
      <w:r>
        <w:t>258.2714</w:t>
      </w:r>
      <w:r>
        <w:tab/>
        <w:t>1.013e0</w:t>
      </w:r>
    </w:p>
    <w:p w:rsidR="007B2329" w:rsidRDefault="007B2329" w:rsidP="007B2329">
      <w:r>
        <w:t>258.2804</w:t>
      </w:r>
      <w:r>
        <w:tab/>
        <w:t>1.013e0</w:t>
      </w:r>
    </w:p>
    <w:p w:rsidR="007B2329" w:rsidRDefault="007B2329" w:rsidP="007B2329">
      <w:r>
        <w:t>258.2828</w:t>
      </w:r>
      <w:r>
        <w:tab/>
        <w:t>1.025e0</w:t>
      </w:r>
    </w:p>
    <w:p w:rsidR="007B2329" w:rsidRDefault="007B2329" w:rsidP="007B2329">
      <w:r>
        <w:t>258.2921</w:t>
      </w:r>
      <w:r>
        <w:tab/>
        <w:t>3.038e0</w:t>
      </w:r>
    </w:p>
    <w:p w:rsidR="007B2329" w:rsidRDefault="007B2329" w:rsidP="007B2329">
      <w:r>
        <w:t>258.2943</w:t>
      </w:r>
      <w:r>
        <w:tab/>
        <w:t>1.013e0</w:t>
      </w:r>
    </w:p>
    <w:p w:rsidR="007B2329" w:rsidRDefault="007B2329" w:rsidP="007B2329">
      <w:r>
        <w:t>258.3020</w:t>
      </w:r>
      <w:r>
        <w:tab/>
        <w:t>1.013e0</w:t>
      </w:r>
    </w:p>
    <w:p w:rsidR="007B2329" w:rsidRDefault="007B2329" w:rsidP="007B2329">
      <w:r>
        <w:lastRenderedPageBreak/>
        <w:t>258.3138</w:t>
      </w:r>
      <w:r>
        <w:tab/>
        <w:t>2.025e0</w:t>
      </w:r>
    </w:p>
    <w:p w:rsidR="007B2329" w:rsidRDefault="007B2329" w:rsidP="007B2329">
      <w:r>
        <w:t>258.3192</w:t>
      </w:r>
      <w:r>
        <w:tab/>
        <w:t>2.025e0</w:t>
      </w:r>
    </w:p>
    <w:p w:rsidR="007B2329" w:rsidRDefault="007B2329" w:rsidP="007B2329">
      <w:r>
        <w:t>258.3405</w:t>
      </w:r>
      <w:r>
        <w:tab/>
        <w:t>1.013e0</w:t>
      </w:r>
    </w:p>
    <w:p w:rsidR="007B2329" w:rsidRDefault="007B2329" w:rsidP="007B2329">
      <w:r>
        <w:t>258.3445</w:t>
      </w:r>
      <w:r>
        <w:tab/>
        <w:t>2.025e0</w:t>
      </w:r>
    </w:p>
    <w:p w:rsidR="007B2329" w:rsidRDefault="007B2329" w:rsidP="007B2329">
      <w:r>
        <w:t>258.3569</w:t>
      </w:r>
      <w:r>
        <w:tab/>
        <w:t>1.013e0</w:t>
      </w:r>
    </w:p>
    <w:p w:rsidR="007B2329" w:rsidRDefault="007B2329" w:rsidP="007B2329">
      <w:r>
        <w:t>258.3660</w:t>
      </w:r>
      <w:r>
        <w:tab/>
        <w:t>2.025e0</w:t>
      </w:r>
    </w:p>
    <w:p w:rsidR="007B2329" w:rsidRDefault="007B2329" w:rsidP="007B2329">
      <w:r>
        <w:t>258.3790</w:t>
      </w:r>
      <w:r>
        <w:tab/>
        <w:t>1.013e0</w:t>
      </w:r>
    </w:p>
    <w:p w:rsidR="007B2329" w:rsidRDefault="007B2329" w:rsidP="007B2329">
      <w:r>
        <w:t>258.3910</w:t>
      </w:r>
      <w:r>
        <w:tab/>
        <w:t>2.025e0</w:t>
      </w:r>
    </w:p>
    <w:p w:rsidR="007B2329" w:rsidRDefault="007B2329" w:rsidP="007B2329">
      <w:r>
        <w:t>258.4048</w:t>
      </w:r>
      <w:r>
        <w:tab/>
        <w:t>2.025e0</w:t>
      </w:r>
    </w:p>
    <w:p w:rsidR="007B2329" w:rsidRDefault="007B2329" w:rsidP="007B2329">
      <w:r>
        <w:t>258.4431</w:t>
      </w:r>
      <w:r>
        <w:tab/>
        <w:t>1.013e0</w:t>
      </w:r>
    </w:p>
    <w:p w:rsidR="007B2329" w:rsidRDefault="007B2329" w:rsidP="007B2329">
      <w:r>
        <w:t>258.4472</w:t>
      </w:r>
      <w:r>
        <w:tab/>
        <w:t>2.025e0</w:t>
      </w:r>
    </w:p>
    <w:p w:rsidR="007B2329" w:rsidRDefault="007B2329" w:rsidP="007B2329">
      <w:r>
        <w:t>258.4796</w:t>
      </w:r>
      <w:r>
        <w:tab/>
        <w:t>6.076e0</w:t>
      </w:r>
    </w:p>
    <w:p w:rsidR="007B2329" w:rsidRDefault="007B2329" w:rsidP="007B2329">
      <w:r>
        <w:t>258.4986</w:t>
      </w:r>
      <w:r>
        <w:tab/>
        <w:t>1.013e0</w:t>
      </w:r>
    </w:p>
    <w:p w:rsidR="007B2329" w:rsidRDefault="007B2329" w:rsidP="007B2329">
      <w:r>
        <w:t>258.5106</w:t>
      </w:r>
      <w:r>
        <w:tab/>
        <w:t>1.013e0</w:t>
      </w:r>
    </w:p>
    <w:p w:rsidR="007B2329" w:rsidRDefault="007B2329" w:rsidP="007B2329">
      <w:r>
        <w:t>258.5246</w:t>
      </w:r>
      <w:r>
        <w:tab/>
        <w:t>1.013e0</w:t>
      </w:r>
    </w:p>
    <w:p w:rsidR="007B2329" w:rsidRDefault="007B2329" w:rsidP="007B2329">
      <w:r>
        <w:t>258.5294</w:t>
      </w:r>
      <w:r>
        <w:tab/>
        <w:t>1.013e0</w:t>
      </w:r>
    </w:p>
    <w:p w:rsidR="007B2329" w:rsidRDefault="007B2329" w:rsidP="007B2329">
      <w:r>
        <w:t>258.5372</w:t>
      </w:r>
      <w:r>
        <w:tab/>
        <w:t>1.013e0</w:t>
      </w:r>
    </w:p>
    <w:p w:rsidR="007B2329" w:rsidRDefault="007B2329" w:rsidP="007B2329">
      <w:r>
        <w:t>258.5491</w:t>
      </w:r>
      <w:r>
        <w:tab/>
        <w:t>1.013e0</w:t>
      </w:r>
    </w:p>
    <w:p w:rsidR="007B2329" w:rsidRDefault="007B2329" w:rsidP="007B2329">
      <w:r>
        <w:t>258.5561</w:t>
      </w:r>
      <w:r>
        <w:tab/>
        <w:t>2.025e0</w:t>
      </w:r>
    </w:p>
    <w:p w:rsidR="007B2329" w:rsidRDefault="007B2329" w:rsidP="007B2329">
      <w:r>
        <w:lastRenderedPageBreak/>
        <w:t>258.5581</w:t>
      </w:r>
      <w:r>
        <w:tab/>
        <w:t>1.013e0</w:t>
      </w:r>
    </w:p>
    <w:p w:rsidR="007B2329" w:rsidRDefault="007B2329" w:rsidP="007B2329">
      <w:r>
        <w:t>258.5718</w:t>
      </w:r>
      <w:r>
        <w:tab/>
        <w:t>4.051e0</w:t>
      </w:r>
    </w:p>
    <w:p w:rsidR="007B2329" w:rsidRDefault="007B2329" w:rsidP="007B2329">
      <w:r>
        <w:t>258.5778</w:t>
      </w:r>
      <w:r>
        <w:tab/>
        <w:t>2.025e0</w:t>
      </w:r>
    </w:p>
    <w:p w:rsidR="007B2329" w:rsidRDefault="007B2329" w:rsidP="007B2329">
      <w:r>
        <w:t>258.5798</w:t>
      </w:r>
      <w:r>
        <w:tab/>
        <w:t>1.013e0</w:t>
      </w:r>
    </w:p>
    <w:p w:rsidR="007B2329" w:rsidRDefault="007B2329" w:rsidP="007B2329">
      <w:r>
        <w:t>258.5856</w:t>
      </w:r>
      <w:r>
        <w:tab/>
        <w:t>2.025e0</w:t>
      </w:r>
    </w:p>
    <w:p w:rsidR="007B2329" w:rsidRDefault="007B2329" w:rsidP="007B2329">
      <w:r>
        <w:t>258.5909</w:t>
      </w:r>
      <w:r>
        <w:tab/>
        <w:t>2.025e0</w:t>
      </w:r>
    </w:p>
    <w:p w:rsidR="007B2329" w:rsidRDefault="007B2329" w:rsidP="007B2329">
      <w:r>
        <w:t>258.5964</w:t>
      </w:r>
      <w:r>
        <w:tab/>
        <w:t>1.013e0</w:t>
      </w:r>
    </w:p>
    <w:p w:rsidR="007B2329" w:rsidRDefault="007B2329" w:rsidP="007B2329">
      <w:r>
        <w:t>258.6013</w:t>
      </w:r>
      <w:r>
        <w:tab/>
        <w:t>1.013e0</w:t>
      </w:r>
    </w:p>
    <w:p w:rsidR="007B2329" w:rsidRDefault="007B2329" w:rsidP="007B2329">
      <w:r>
        <w:t>258.6061</w:t>
      </w:r>
      <w:r>
        <w:tab/>
        <w:t>2.025e0</w:t>
      </w:r>
    </w:p>
    <w:p w:rsidR="007B2329" w:rsidRDefault="007B2329" w:rsidP="007B2329">
      <w:r>
        <w:t>258.6118</w:t>
      </w:r>
      <w:r>
        <w:tab/>
        <w:t>2.025e0</w:t>
      </w:r>
    </w:p>
    <w:p w:rsidR="007B2329" w:rsidRDefault="007B2329" w:rsidP="007B2329">
      <w:r>
        <w:t>258.6163</w:t>
      </w:r>
      <w:r>
        <w:tab/>
        <w:t>2.025e0</w:t>
      </w:r>
    </w:p>
    <w:p w:rsidR="007B2329" w:rsidRDefault="007B2329" w:rsidP="007B2329">
      <w:r>
        <w:t>258.6183</w:t>
      </w:r>
      <w:r>
        <w:tab/>
        <w:t>1.013e0</w:t>
      </w:r>
    </w:p>
    <w:p w:rsidR="007B2329" w:rsidRDefault="007B2329" w:rsidP="007B2329">
      <w:r>
        <w:t>258.6202</w:t>
      </w:r>
      <w:r>
        <w:tab/>
        <w:t>2.025e0</w:t>
      </w:r>
    </w:p>
    <w:p w:rsidR="007B2329" w:rsidRDefault="007B2329" w:rsidP="007B2329">
      <w:r>
        <w:t>258.6454</w:t>
      </w:r>
      <w:r>
        <w:tab/>
        <w:t>2.025e0</w:t>
      </w:r>
    </w:p>
    <w:p w:rsidR="007B2329" w:rsidRDefault="007B2329" w:rsidP="007B2329">
      <w:r>
        <w:t>258.6568</w:t>
      </w:r>
      <w:r>
        <w:tab/>
        <w:t>1.013e0</w:t>
      </w:r>
    </w:p>
    <w:p w:rsidR="007B2329" w:rsidRDefault="007B2329" w:rsidP="007B2329">
      <w:r>
        <w:t>258.6609</w:t>
      </w:r>
      <w:r>
        <w:tab/>
        <w:t>2.025e0</w:t>
      </w:r>
    </w:p>
    <w:p w:rsidR="007B2329" w:rsidRDefault="007B2329" w:rsidP="007B2329">
      <w:r>
        <w:t>258.6686</w:t>
      </w:r>
      <w:r>
        <w:tab/>
        <w:t>1.013e0</w:t>
      </w:r>
    </w:p>
    <w:p w:rsidR="007B2329" w:rsidRDefault="007B2329" w:rsidP="007B2329">
      <w:r>
        <w:t>258.6731</w:t>
      </w:r>
      <w:r>
        <w:tab/>
        <w:t>1.013e0</w:t>
      </w:r>
    </w:p>
    <w:p w:rsidR="007B2329" w:rsidRDefault="007B2329" w:rsidP="007B2329">
      <w:r>
        <w:t>258.6954</w:t>
      </w:r>
      <w:r>
        <w:tab/>
        <w:t>1.013e0</w:t>
      </w:r>
    </w:p>
    <w:p w:rsidR="007B2329" w:rsidRDefault="007B2329" w:rsidP="007B2329">
      <w:r>
        <w:lastRenderedPageBreak/>
        <w:t>258.6974</w:t>
      </w:r>
      <w:r>
        <w:tab/>
        <w:t>2.025e0</w:t>
      </w:r>
    </w:p>
    <w:p w:rsidR="007B2329" w:rsidRDefault="007B2329" w:rsidP="007B2329">
      <w:r>
        <w:t>258.7075</w:t>
      </w:r>
      <w:r>
        <w:tab/>
        <w:t>2.025e0</w:t>
      </w:r>
    </w:p>
    <w:p w:rsidR="007B2329" w:rsidRDefault="007B2329" w:rsidP="007B2329">
      <w:r>
        <w:t>258.7379</w:t>
      </w:r>
      <w:r>
        <w:tab/>
        <w:t>1.013e0</w:t>
      </w:r>
    </w:p>
    <w:p w:rsidR="007B2329" w:rsidRDefault="007B2329" w:rsidP="007B2329">
      <w:r>
        <w:t>258.7419</w:t>
      </w:r>
      <w:r>
        <w:tab/>
        <w:t>1.013e0</w:t>
      </w:r>
    </w:p>
    <w:p w:rsidR="007B2329" w:rsidRDefault="007B2329" w:rsidP="007B2329">
      <w:r>
        <w:t>258.7498</w:t>
      </w:r>
      <w:r>
        <w:tab/>
        <w:t>2.025e0</w:t>
      </w:r>
    </w:p>
    <w:p w:rsidR="007B2329" w:rsidRDefault="007B2329" w:rsidP="007B2329">
      <w:r>
        <w:t>258.7643</w:t>
      </w:r>
      <w:r>
        <w:tab/>
        <w:t>1.013e0</w:t>
      </w:r>
    </w:p>
    <w:p w:rsidR="007B2329" w:rsidRDefault="007B2329" w:rsidP="007B2329">
      <w:r>
        <w:t>258.7725</w:t>
      </w:r>
      <w:r>
        <w:tab/>
        <w:t>1.013e0</w:t>
      </w:r>
    </w:p>
    <w:p w:rsidR="007B2329" w:rsidRDefault="007B2329" w:rsidP="007B2329">
      <w:r>
        <w:t>258.7823</w:t>
      </w:r>
      <w:r>
        <w:tab/>
        <w:t>1.025e0</w:t>
      </w:r>
    </w:p>
    <w:p w:rsidR="007B2329" w:rsidRDefault="007B2329" w:rsidP="007B2329">
      <w:r>
        <w:t>258.7995</w:t>
      </w:r>
      <w:r>
        <w:tab/>
        <w:t>2.025e0</w:t>
      </w:r>
    </w:p>
    <w:p w:rsidR="007B2329" w:rsidRDefault="007B2329" w:rsidP="007B2329">
      <w:r>
        <w:t>258.8109</w:t>
      </w:r>
      <w:r>
        <w:tab/>
        <w:t>1.013e0</w:t>
      </w:r>
    </w:p>
    <w:p w:rsidR="007B2329" w:rsidRDefault="007B2329" w:rsidP="007B2329">
      <w:r>
        <w:t>258.8151</w:t>
      </w:r>
      <w:r>
        <w:tab/>
        <w:t>1.013e0</w:t>
      </w:r>
    </w:p>
    <w:p w:rsidR="007B2329" w:rsidRDefault="007B2329" w:rsidP="007B2329">
      <w:r>
        <w:t>258.8313</w:t>
      </w:r>
      <w:r>
        <w:tab/>
        <w:t>1.013e0</w:t>
      </w:r>
    </w:p>
    <w:p w:rsidR="007B2329" w:rsidRDefault="007B2329" w:rsidP="007B2329">
      <w:r>
        <w:t>258.8340</w:t>
      </w:r>
      <w:r>
        <w:tab/>
        <w:t>2.025e0</w:t>
      </w:r>
    </w:p>
    <w:p w:rsidR="007B2329" w:rsidRDefault="007B2329" w:rsidP="007B2329">
      <w:r>
        <w:t>258.8361</w:t>
      </w:r>
      <w:r>
        <w:tab/>
        <w:t>1.013e0</w:t>
      </w:r>
    </w:p>
    <w:p w:rsidR="007B2329" w:rsidRDefault="007B2329" w:rsidP="007B2329">
      <w:r>
        <w:t>258.8458</w:t>
      </w:r>
      <w:r>
        <w:tab/>
        <w:t>1.013e0</w:t>
      </w:r>
    </w:p>
    <w:p w:rsidR="007B2329" w:rsidRDefault="007B2329" w:rsidP="007B2329">
      <w:r>
        <w:t>258.8576</w:t>
      </w:r>
      <w:r>
        <w:tab/>
        <w:t>1.013e0</w:t>
      </w:r>
    </w:p>
    <w:p w:rsidR="007B2329" w:rsidRDefault="007B2329" w:rsidP="007B2329">
      <w:r>
        <w:t>258.8697</w:t>
      </w:r>
      <w:r>
        <w:tab/>
        <w:t>2.025e0</w:t>
      </w:r>
    </w:p>
    <w:p w:rsidR="007B2329" w:rsidRDefault="007B2329" w:rsidP="007B2329">
      <w:r>
        <w:t>258.8882</w:t>
      </w:r>
      <w:r>
        <w:tab/>
        <w:t>1.013e0</w:t>
      </w:r>
    </w:p>
    <w:p w:rsidR="007B2329" w:rsidRDefault="007B2329" w:rsidP="007B2329">
      <w:r>
        <w:t>258.8921</w:t>
      </w:r>
      <w:r>
        <w:tab/>
        <w:t>2.025e0</w:t>
      </w:r>
    </w:p>
    <w:p w:rsidR="007B2329" w:rsidRDefault="007B2329" w:rsidP="007B2329">
      <w:r>
        <w:lastRenderedPageBreak/>
        <w:t>258.8962</w:t>
      </w:r>
      <w:r>
        <w:tab/>
        <w:t>1.013e0</w:t>
      </w:r>
    </w:p>
    <w:p w:rsidR="007B2329" w:rsidRDefault="007B2329" w:rsidP="007B2329">
      <w:r>
        <w:t>258.9040</w:t>
      </w:r>
      <w:r>
        <w:tab/>
        <w:t>3.038e0</w:t>
      </w:r>
    </w:p>
    <w:p w:rsidR="007B2329" w:rsidRDefault="007B2329" w:rsidP="007B2329">
      <w:r>
        <w:t>258.9063</w:t>
      </w:r>
      <w:r>
        <w:tab/>
        <w:t>2.025e0</w:t>
      </w:r>
    </w:p>
    <w:p w:rsidR="007B2329" w:rsidRDefault="007B2329" w:rsidP="007B2329">
      <w:r>
        <w:t>258.9225</w:t>
      </w:r>
      <w:r>
        <w:tab/>
        <w:t>1.013e0</w:t>
      </w:r>
    </w:p>
    <w:p w:rsidR="007B2329" w:rsidRDefault="007B2329" w:rsidP="007B2329">
      <w:r>
        <w:t>258.9316</w:t>
      </w:r>
      <w:r>
        <w:tab/>
        <w:t>3.038e0</w:t>
      </w:r>
    </w:p>
    <w:p w:rsidR="007B2329" w:rsidRDefault="007B2329" w:rsidP="007B2329">
      <w:r>
        <w:t>258.9346</w:t>
      </w:r>
      <w:r>
        <w:tab/>
        <w:t>1.013e0</w:t>
      </w:r>
    </w:p>
    <w:p w:rsidR="007B2329" w:rsidRDefault="007B2329" w:rsidP="007B2329">
      <w:r>
        <w:t>258.9387</w:t>
      </w:r>
      <w:r>
        <w:tab/>
        <w:t>1.013e0</w:t>
      </w:r>
    </w:p>
    <w:p w:rsidR="007B2329" w:rsidRDefault="007B2329" w:rsidP="007B2329">
      <w:r>
        <w:t>258.9539</w:t>
      </w:r>
      <w:r>
        <w:tab/>
        <w:t>2.025e0</w:t>
      </w:r>
    </w:p>
    <w:p w:rsidR="007B2329" w:rsidRDefault="007B2329" w:rsidP="007B2329">
      <w:r>
        <w:t>258.9653</w:t>
      </w:r>
      <w:r>
        <w:tab/>
        <w:t>1.013e0</w:t>
      </w:r>
    </w:p>
    <w:p w:rsidR="007B2329" w:rsidRDefault="007B2329" w:rsidP="007B2329">
      <w:r>
        <w:t>258.9962</w:t>
      </w:r>
      <w:r>
        <w:tab/>
        <w:t>2.025e0</w:t>
      </w:r>
    </w:p>
    <w:p w:rsidR="007B2329" w:rsidRDefault="007B2329" w:rsidP="007B2329">
      <w:r>
        <w:t>258.9974</w:t>
      </w:r>
      <w:r>
        <w:tab/>
        <w:t>3.038e0</w:t>
      </w:r>
    </w:p>
    <w:p w:rsidR="007B2329" w:rsidRDefault="007B2329" w:rsidP="007B2329">
      <w:r>
        <w:t>258.9996</w:t>
      </w:r>
      <w:r>
        <w:tab/>
        <w:t>5.063e0</w:t>
      </w:r>
    </w:p>
    <w:p w:rsidR="007B2329" w:rsidRDefault="007B2329" w:rsidP="007B2329">
      <w:r>
        <w:t>259.0015</w:t>
      </w:r>
      <w:r>
        <w:tab/>
        <w:t>3.051e0</w:t>
      </w:r>
    </w:p>
    <w:p w:rsidR="007B2329" w:rsidRDefault="007B2329" w:rsidP="007B2329">
      <w:r>
        <w:t>259.0041</w:t>
      </w:r>
      <w:r>
        <w:tab/>
        <w:t>5.101e0</w:t>
      </w:r>
    </w:p>
    <w:p w:rsidR="007B2329" w:rsidRDefault="007B2329" w:rsidP="007B2329">
      <w:r>
        <w:t>259.0105</w:t>
      </w:r>
      <w:r>
        <w:tab/>
        <w:t>1.013e1</w:t>
      </w:r>
    </w:p>
    <w:p w:rsidR="007B2329" w:rsidRDefault="007B2329" w:rsidP="007B2329">
      <w:r>
        <w:t>259.0121</w:t>
      </w:r>
      <w:r>
        <w:tab/>
        <w:t>6.139e0</w:t>
      </w:r>
    </w:p>
    <w:p w:rsidR="007B2329" w:rsidRDefault="007B2329" w:rsidP="007B2329">
      <w:r>
        <w:t>259.0176</w:t>
      </w:r>
      <w:r>
        <w:tab/>
        <w:t>4.076e0</w:t>
      </w:r>
    </w:p>
    <w:p w:rsidR="007B2329" w:rsidRDefault="007B2329" w:rsidP="007B2329">
      <w:r>
        <w:t>259.0271</w:t>
      </w:r>
      <w:r>
        <w:tab/>
        <w:t>2.025e0</w:t>
      </w:r>
    </w:p>
    <w:p w:rsidR="007B2329" w:rsidRDefault="007B2329" w:rsidP="007B2329">
      <w:r>
        <w:t>259.0287</w:t>
      </w:r>
      <w:r>
        <w:tab/>
        <w:t>2.025e0</w:t>
      </w:r>
    </w:p>
    <w:p w:rsidR="007B2329" w:rsidRDefault="007B2329" w:rsidP="007B2329">
      <w:r>
        <w:lastRenderedPageBreak/>
        <w:t>259.0543</w:t>
      </w:r>
      <w:r>
        <w:tab/>
        <w:t>1.013e0</w:t>
      </w:r>
    </w:p>
    <w:p w:rsidR="007B2329" w:rsidRDefault="007B2329" w:rsidP="007B2329">
      <w:r>
        <w:t>259.0585</w:t>
      </w:r>
      <w:r>
        <w:tab/>
        <w:t>4.051e0</w:t>
      </w:r>
    </w:p>
    <w:p w:rsidR="007B2329" w:rsidRDefault="007B2329" w:rsidP="007B2329">
      <w:r>
        <w:t>259.0622</w:t>
      </w:r>
      <w:r>
        <w:tab/>
        <w:t>2.025e0</w:t>
      </w:r>
    </w:p>
    <w:p w:rsidR="007B2329" w:rsidRDefault="007B2329" w:rsidP="007B2329">
      <w:r>
        <w:t>259.0641</w:t>
      </w:r>
      <w:r>
        <w:tab/>
        <w:t>1.025e0</w:t>
      </w:r>
    </w:p>
    <w:p w:rsidR="007B2329" w:rsidRDefault="007B2329" w:rsidP="007B2329">
      <w:r>
        <w:t>259.0888</w:t>
      </w:r>
      <w:r>
        <w:tab/>
        <w:t>2.025e0</w:t>
      </w:r>
    </w:p>
    <w:p w:rsidR="007B2329" w:rsidRDefault="007B2329" w:rsidP="007B2329">
      <w:r>
        <w:t>259.0916</w:t>
      </w:r>
      <w:r>
        <w:tab/>
        <w:t>4.051e0</w:t>
      </w:r>
    </w:p>
    <w:p w:rsidR="007B2329" w:rsidRDefault="007B2329" w:rsidP="007B2329">
      <w:r>
        <w:t>259.1007</w:t>
      </w:r>
      <w:r>
        <w:tab/>
        <w:t>1.013e0</w:t>
      </w:r>
    </w:p>
    <w:p w:rsidR="007B2329" w:rsidRDefault="007B2329" w:rsidP="007B2329">
      <w:r>
        <w:t>259.1037</w:t>
      </w:r>
      <w:r>
        <w:tab/>
        <w:t>3.013e0</w:t>
      </w:r>
    </w:p>
    <w:p w:rsidR="007B2329" w:rsidRDefault="007B2329" w:rsidP="007B2329">
      <w:r>
        <w:t>259.1058</w:t>
      </w:r>
      <w:r>
        <w:tab/>
        <w:t>1.025e0</w:t>
      </w:r>
    </w:p>
    <w:p w:rsidR="007B2329" w:rsidRDefault="007B2329" w:rsidP="007B2329">
      <w:r>
        <w:t>259.1096</w:t>
      </w:r>
      <w:r>
        <w:tab/>
        <w:t>1.013e0</w:t>
      </w:r>
    </w:p>
    <w:p w:rsidR="007B2329" w:rsidRDefault="007B2329" w:rsidP="007B2329">
      <w:r>
        <w:t>259.1122</w:t>
      </w:r>
      <w:r>
        <w:tab/>
        <w:t>2.025e0</w:t>
      </w:r>
    </w:p>
    <w:p w:rsidR="007B2329" w:rsidRDefault="007B2329" w:rsidP="007B2329">
      <w:r>
        <w:t>259.1210</w:t>
      </w:r>
      <w:r>
        <w:tab/>
        <w:t>2.164e0</w:t>
      </w:r>
    </w:p>
    <w:p w:rsidR="007B2329" w:rsidRDefault="007B2329" w:rsidP="007B2329">
      <w:r>
        <w:t>259.1250</w:t>
      </w:r>
      <w:r>
        <w:tab/>
        <w:t>2.025e0</w:t>
      </w:r>
    </w:p>
    <w:p w:rsidR="007B2329" w:rsidRDefault="007B2329" w:rsidP="007B2329">
      <w:r>
        <w:t>259.1353</w:t>
      </w:r>
      <w:r>
        <w:tab/>
        <w:t>3.038e0</w:t>
      </w:r>
    </w:p>
    <w:p w:rsidR="007B2329" w:rsidRDefault="007B2329" w:rsidP="007B2329">
      <w:r>
        <w:t>259.1480</w:t>
      </w:r>
      <w:r>
        <w:tab/>
        <w:t>1.013e0</w:t>
      </w:r>
    </w:p>
    <w:p w:rsidR="007B2329" w:rsidRDefault="007B2329" w:rsidP="007B2329">
      <w:r>
        <w:t>259.1491</w:t>
      </w:r>
      <w:r>
        <w:tab/>
        <w:t>2.025e0</w:t>
      </w:r>
    </w:p>
    <w:p w:rsidR="007B2329" w:rsidRDefault="007B2329" w:rsidP="007B2329">
      <w:r>
        <w:t>259.1528</w:t>
      </w:r>
      <w:r>
        <w:tab/>
        <w:t>1.013e0</w:t>
      </w:r>
    </w:p>
    <w:p w:rsidR="007B2329" w:rsidRDefault="007B2329" w:rsidP="007B2329">
      <w:r>
        <w:t>259.1620</w:t>
      </w:r>
      <w:r>
        <w:tab/>
        <w:t>2.025e0</w:t>
      </w:r>
    </w:p>
    <w:p w:rsidR="007B2329" w:rsidRDefault="007B2329" w:rsidP="007B2329">
      <w:r>
        <w:t>259.1825</w:t>
      </w:r>
      <w:r>
        <w:tab/>
        <w:t>1.025e0</w:t>
      </w:r>
    </w:p>
    <w:p w:rsidR="007B2329" w:rsidRDefault="007B2329" w:rsidP="007B2329">
      <w:r>
        <w:lastRenderedPageBreak/>
        <w:t>259.1913</w:t>
      </w:r>
      <w:r>
        <w:tab/>
        <w:t>1.013e0</w:t>
      </w:r>
    </w:p>
    <w:p w:rsidR="007B2329" w:rsidRDefault="007B2329" w:rsidP="007B2329">
      <w:r>
        <w:t>259.1960</w:t>
      </w:r>
      <w:r>
        <w:tab/>
        <w:t>2.025e0</w:t>
      </w:r>
    </w:p>
    <w:p w:rsidR="007B2329" w:rsidRDefault="007B2329" w:rsidP="007B2329">
      <w:r>
        <w:t>259.1986</w:t>
      </w:r>
      <w:r>
        <w:tab/>
        <w:t>2.025e0</w:t>
      </w:r>
    </w:p>
    <w:p w:rsidR="007B2329" w:rsidRDefault="007B2329" w:rsidP="007B2329">
      <w:r>
        <w:t>259.2046</w:t>
      </w:r>
      <w:r>
        <w:tab/>
        <w:t>2.025e0</w:t>
      </w:r>
    </w:p>
    <w:p w:rsidR="007B2329" w:rsidRDefault="007B2329" w:rsidP="007B2329">
      <w:r>
        <w:t>259.2085</w:t>
      </w:r>
      <w:r>
        <w:tab/>
        <w:t>1.013e0</w:t>
      </w:r>
    </w:p>
    <w:p w:rsidR="007B2329" w:rsidRDefault="007B2329" w:rsidP="007B2329">
      <w:r>
        <w:t>259.2249</w:t>
      </w:r>
      <w:r>
        <w:tab/>
        <w:t>1.013e0</w:t>
      </w:r>
    </w:p>
    <w:p w:rsidR="007B2329" w:rsidRDefault="007B2329" w:rsidP="007B2329">
      <w:r>
        <w:t>259.2297</w:t>
      </w:r>
      <w:r>
        <w:tab/>
        <w:t>1.013e0</w:t>
      </w:r>
    </w:p>
    <w:p w:rsidR="007B2329" w:rsidRDefault="007B2329" w:rsidP="007B2329">
      <w:r>
        <w:t>259.2511</w:t>
      </w:r>
      <w:r>
        <w:tab/>
        <w:t>2.025e0</w:t>
      </w:r>
    </w:p>
    <w:p w:rsidR="007B2329" w:rsidRDefault="007B2329" w:rsidP="007B2329">
      <w:r>
        <w:t>259.2614</w:t>
      </w:r>
      <w:r>
        <w:tab/>
        <w:t>2.025e0</w:t>
      </w:r>
    </w:p>
    <w:p w:rsidR="007B2329" w:rsidRDefault="007B2329" w:rsidP="007B2329">
      <w:r>
        <w:t>259.2729</w:t>
      </w:r>
      <w:r>
        <w:tab/>
        <w:t>1.013e0</w:t>
      </w:r>
    </w:p>
    <w:p w:rsidR="007B2329" w:rsidRDefault="007B2329" w:rsidP="007B2329">
      <w:r>
        <w:t>259.2817</w:t>
      </w:r>
      <w:r>
        <w:tab/>
        <w:t>2.025e0</w:t>
      </w:r>
    </w:p>
    <w:p w:rsidR="007B2329" w:rsidRDefault="007B2329" w:rsidP="007B2329">
      <w:r>
        <w:t>259.2916</w:t>
      </w:r>
      <w:r>
        <w:tab/>
        <w:t>2.025e0</w:t>
      </w:r>
    </w:p>
    <w:p w:rsidR="007B2329" w:rsidRDefault="007B2329" w:rsidP="007B2329">
      <w:r>
        <w:t>259.3006</w:t>
      </w:r>
      <w:r>
        <w:tab/>
        <w:t>3.038e0</w:t>
      </w:r>
    </w:p>
    <w:p w:rsidR="007B2329" w:rsidRDefault="007B2329" w:rsidP="007B2329">
      <w:r>
        <w:t>259.3017</w:t>
      </w:r>
      <w:r>
        <w:tab/>
        <w:t>1.013e0</w:t>
      </w:r>
    </w:p>
    <w:p w:rsidR="007B2329" w:rsidRDefault="007B2329" w:rsidP="007B2329">
      <w:r>
        <w:t>259.3109</w:t>
      </w:r>
      <w:r>
        <w:tab/>
        <w:t>2.025e0</w:t>
      </w:r>
    </w:p>
    <w:p w:rsidR="007B2329" w:rsidRDefault="007B2329" w:rsidP="007B2329">
      <w:r>
        <w:t>259.3203</w:t>
      </w:r>
      <w:r>
        <w:tab/>
        <w:t>1.013e0</w:t>
      </w:r>
    </w:p>
    <w:p w:rsidR="007B2329" w:rsidRDefault="007B2329" w:rsidP="007B2329">
      <w:r>
        <w:t>259.3401</w:t>
      </w:r>
      <w:r>
        <w:tab/>
        <w:t>2.025e0</w:t>
      </w:r>
    </w:p>
    <w:p w:rsidR="007B2329" w:rsidRDefault="007B2329" w:rsidP="007B2329">
      <w:r>
        <w:t>259.3494</w:t>
      </w:r>
      <w:r>
        <w:tab/>
        <w:t>2.025e0</w:t>
      </w:r>
    </w:p>
    <w:p w:rsidR="007B2329" w:rsidRDefault="007B2329" w:rsidP="007B2329">
      <w:r>
        <w:t>259.3589</w:t>
      </w:r>
      <w:r>
        <w:tab/>
        <w:t>1.013e0</w:t>
      </w:r>
    </w:p>
    <w:p w:rsidR="007B2329" w:rsidRDefault="007B2329" w:rsidP="007B2329">
      <w:r>
        <w:lastRenderedPageBreak/>
        <w:t>259.3708</w:t>
      </w:r>
      <w:r>
        <w:tab/>
        <w:t>2.025e0</w:t>
      </w:r>
    </w:p>
    <w:p w:rsidR="007B2329" w:rsidRDefault="007B2329" w:rsidP="007B2329">
      <w:r>
        <w:t>259.3814</w:t>
      </w:r>
      <w:r>
        <w:tab/>
        <w:t>2.025e0</w:t>
      </w:r>
    </w:p>
    <w:p w:rsidR="007B2329" w:rsidRDefault="007B2329" w:rsidP="007B2329">
      <w:r>
        <w:t>259.3839</w:t>
      </w:r>
      <w:r>
        <w:tab/>
        <w:t>2.025e0</w:t>
      </w:r>
    </w:p>
    <w:p w:rsidR="007B2329" w:rsidRDefault="007B2329" w:rsidP="007B2329">
      <w:r>
        <w:t>259.3881</w:t>
      </w:r>
      <w:r>
        <w:tab/>
        <w:t>1.013e0</w:t>
      </w:r>
    </w:p>
    <w:p w:rsidR="007B2329" w:rsidRDefault="007B2329" w:rsidP="007B2329">
      <w:r>
        <w:t>259.4054</w:t>
      </w:r>
      <w:r>
        <w:tab/>
        <w:t>2.025e0</w:t>
      </w:r>
    </w:p>
    <w:p w:rsidR="007B2329" w:rsidRDefault="007B2329" w:rsidP="007B2329">
      <w:r>
        <w:t>259.4172</w:t>
      </w:r>
      <w:r>
        <w:tab/>
        <w:t>2.025e0</w:t>
      </w:r>
    </w:p>
    <w:p w:rsidR="007B2329" w:rsidRDefault="007B2329" w:rsidP="007B2329">
      <w:r>
        <w:t>259.4218</w:t>
      </w:r>
      <w:r>
        <w:tab/>
        <w:t>2.025e0</w:t>
      </w:r>
    </w:p>
    <w:p w:rsidR="007B2329" w:rsidRDefault="007B2329" w:rsidP="007B2329">
      <w:r>
        <w:t>259.4266</w:t>
      </w:r>
      <w:r>
        <w:tab/>
        <w:t>1.013e0</w:t>
      </w:r>
    </w:p>
    <w:p w:rsidR="007B2329" w:rsidRDefault="007B2329" w:rsidP="007B2329">
      <w:r>
        <w:t>259.4480</w:t>
      </w:r>
      <w:r>
        <w:tab/>
        <w:t>1.013e0</w:t>
      </w:r>
    </w:p>
    <w:p w:rsidR="007B2329" w:rsidRDefault="007B2329" w:rsidP="007B2329">
      <w:r>
        <w:t>259.4519</w:t>
      </w:r>
      <w:r>
        <w:tab/>
        <w:t>1.013e0</w:t>
      </w:r>
    </w:p>
    <w:p w:rsidR="007B2329" w:rsidRDefault="007B2329" w:rsidP="007B2329">
      <w:r>
        <w:t>259.4693</w:t>
      </w:r>
      <w:r>
        <w:tab/>
        <w:t>2.025e0</w:t>
      </w:r>
    </w:p>
    <w:p w:rsidR="007B2329" w:rsidRDefault="007B2329" w:rsidP="007B2329">
      <w:r>
        <w:t>259.4825</w:t>
      </w:r>
      <w:r>
        <w:tab/>
        <w:t>1.013e0</w:t>
      </w:r>
    </w:p>
    <w:p w:rsidR="007B2329" w:rsidRDefault="007B2329" w:rsidP="007B2329">
      <w:r>
        <w:t>259.4905</w:t>
      </w:r>
      <w:r>
        <w:tab/>
        <w:t>1.013e0</w:t>
      </w:r>
    </w:p>
    <w:p w:rsidR="007B2329" w:rsidRDefault="007B2329" w:rsidP="007B2329">
      <w:r>
        <w:t>259.5035</w:t>
      </w:r>
      <w:r>
        <w:tab/>
        <w:t>1.013e0</w:t>
      </w:r>
    </w:p>
    <w:p w:rsidR="007B2329" w:rsidRDefault="007B2329" w:rsidP="007B2329">
      <w:r>
        <w:t>259.5192</w:t>
      </w:r>
      <w:r>
        <w:tab/>
        <w:t>2.025e0</w:t>
      </w:r>
    </w:p>
    <w:p w:rsidR="007B2329" w:rsidRDefault="007B2329" w:rsidP="007B2329">
      <w:r>
        <w:t>259.5291</w:t>
      </w:r>
      <w:r>
        <w:tab/>
        <w:t>1.013e0</w:t>
      </w:r>
    </w:p>
    <w:p w:rsidR="007B2329" w:rsidRDefault="007B2329" w:rsidP="007B2329">
      <w:r>
        <w:t>259.5558</w:t>
      </w:r>
      <w:r>
        <w:tab/>
        <w:t>1.013e0</w:t>
      </w:r>
    </w:p>
    <w:p w:rsidR="007B2329" w:rsidRDefault="007B2329" w:rsidP="007B2329">
      <w:r>
        <w:t>259.5638</w:t>
      </w:r>
      <w:r>
        <w:tab/>
        <w:t>1.013e0</w:t>
      </w:r>
    </w:p>
    <w:p w:rsidR="007B2329" w:rsidRDefault="007B2329" w:rsidP="007B2329">
      <w:r>
        <w:t>259.5677</w:t>
      </w:r>
      <w:r>
        <w:tab/>
        <w:t>1.013e0</w:t>
      </w:r>
    </w:p>
    <w:p w:rsidR="007B2329" w:rsidRDefault="007B2329" w:rsidP="007B2329">
      <w:r>
        <w:lastRenderedPageBreak/>
        <w:t>259.5852</w:t>
      </w:r>
      <w:r>
        <w:tab/>
        <w:t>1.013e0</w:t>
      </w:r>
    </w:p>
    <w:p w:rsidR="007B2329" w:rsidRDefault="007B2329" w:rsidP="007B2329">
      <w:r>
        <w:t>259.5943</w:t>
      </w:r>
      <w:r>
        <w:tab/>
        <w:t>1.013e0</w:t>
      </w:r>
    </w:p>
    <w:p w:rsidR="007B2329" w:rsidRDefault="007B2329" w:rsidP="007B2329">
      <w:r>
        <w:t>259.6003</w:t>
      </w:r>
      <w:r>
        <w:tab/>
        <w:t>2.025e0</w:t>
      </w:r>
    </w:p>
    <w:p w:rsidR="007B2329" w:rsidRDefault="007B2329" w:rsidP="007B2329">
      <w:r>
        <w:t>259.6042</w:t>
      </w:r>
      <w:r>
        <w:tab/>
        <w:t>4.051e0</w:t>
      </w:r>
    </w:p>
    <w:p w:rsidR="007B2329" w:rsidRDefault="007B2329" w:rsidP="007B2329">
      <w:r>
        <w:t>259.6185</w:t>
      </w:r>
      <w:r>
        <w:tab/>
        <w:t>4.051e0</w:t>
      </w:r>
    </w:p>
    <w:p w:rsidR="007B2329" w:rsidRDefault="007B2329" w:rsidP="007B2329">
      <w:r>
        <w:t>259.6215</w:t>
      </w:r>
      <w:r>
        <w:tab/>
        <w:t>2.025e0</w:t>
      </w:r>
    </w:p>
    <w:p w:rsidR="007B2329" w:rsidRDefault="007B2329" w:rsidP="007B2329">
      <w:r>
        <w:t>259.6285</w:t>
      </w:r>
      <w:r>
        <w:tab/>
        <w:t>3.038e0</w:t>
      </w:r>
    </w:p>
    <w:p w:rsidR="007B2329" w:rsidRDefault="007B2329" w:rsidP="007B2329">
      <w:r>
        <w:t>259.6329</w:t>
      </w:r>
      <w:r>
        <w:tab/>
        <w:t>1.013e0</w:t>
      </w:r>
    </w:p>
    <w:p w:rsidR="007B2329" w:rsidRDefault="007B2329" w:rsidP="007B2329">
      <w:r>
        <w:t>259.6368</w:t>
      </w:r>
      <w:r>
        <w:tab/>
        <w:t>1.013e0</w:t>
      </w:r>
    </w:p>
    <w:p w:rsidR="007B2329" w:rsidRDefault="007B2329" w:rsidP="007B2329">
      <w:r>
        <w:t>259.6450</w:t>
      </w:r>
      <w:r>
        <w:tab/>
        <w:t>1.013e0</w:t>
      </w:r>
    </w:p>
    <w:p w:rsidR="007B2329" w:rsidRDefault="007B2329" w:rsidP="007B2329">
      <w:r>
        <w:t>259.6467</w:t>
      </w:r>
      <w:r>
        <w:tab/>
        <w:t>2.025e0</w:t>
      </w:r>
    </w:p>
    <w:p w:rsidR="007B2329" w:rsidRDefault="007B2329" w:rsidP="007B2329">
      <w:r>
        <w:t>259.6488</w:t>
      </w:r>
      <w:r>
        <w:tab/>
        <w:t>1.013e0</w:t>
      </w:r>
    </w:p>
    <w:p w:rsidR="007B2329" w:rsidRDefault="007B2329" w:rsidP="007B2329">
      <w:r>
        <w:t>259.6716</w:t>
      </w:r>
      <w:r>
        <w:tab/>
        <w:t>1.013e0</w:t>
      </w:r>
    </w:p>
    <w:p w:rsidR="007B2329" w:rsidRDefault="007B2329" w:rsidP="007B2329">
      <w:r>
        <w:t>259.6726</w:t>
      </w:r>
      <w:r>
        <w:tab/>
        <w:t>2.025e0</w:t>
      </w:r>
    </w:p>
    <w:p w:rsidR="007B2329" w:rsidRDefault="007B2329" w:rsidP="007B2329">
      <w:r>
        <w:t>259.6794</w:t>
      </w:r>
      <w:r>
        <w:tab/>
        <w:t>1.013e0</w:t>
      </w:r>
    </w:p>
    <w:p w:rsidR="007B2329" w:rsidRDefault="007B2329" w:rsidP="007B2329">
      <w:r>
        <w:t>259.6948</w:t>
      </w:r>
      <w:r>
        <w:tab/>
        <w:t>2.025e0</w:t>
      </w:r>
    </w:p>
    <w:p w:rsidR="007B2329" w:rsidRDefault="007B2329" w:rsidP="007B2329">
      <w:r>
        <w:t>259.7006</w:t>
      </w:r>
      <w:r>
        <w:tab/>
        <w:t>1.013e0</w:t>
      </w:r>
    </w:p>
    <w:p w:rsidR="007B2329" w:rsidRDefault="007B2329" w:rsidP="007B2329">
      <w:r>
        <w:t>259.7141</w:t>
      </w:r>
      <w:r>
        <w:tab/>
        <w:t>1.013e0</w:t>
      </w:r>
    </w:p>
    <w:p w:rsidR="007B2329" w:rsidRDefault="007B2329" w:rsidP="007B2329">
      <w:r>
        <w:t>259.7298</w:t>
      </w:r>
      <w:r>
        <w:tab/>
        <w:t>1.013e0</w:t>
      </w:r>
    </w:p>
    <w:p w:rsidR="007B2329" w:rsidRDefault="007B2329" w:rsidP="007B2329">
      <w:r>
        <w:lastRenderedPageBreak/>
        <w:t>259.7439</w:t>
      </w:r>
      <w:r>
        <w:tab/>
        <w:t>2.025e0</w:t>
      </w:r>
    </w:p>
    <w:p w:rsidR="007B2329" w:rsidRDefault="007B2329" w:rsidP="007B2329">
      <w:r>
        <w:t>259.7553</w:t>
      </w:r>
      <w:r>
        <w:tab/>
        <w:t>3.038e0</w:t>
      </w:r>
    </w:p>
    <w:p w:rsidR="007B2329" w:rsidRDefault="007B2329" w:rsidP="007B2329">
      <w:r>
        <w:t>259.7565</w:t>
      </w:r>
      <w:r>
        <w:tab/>
        <w:t>1.013e0</w:t>
      </w:r>
    </w:p>
    <w:p w:rsidR="007B2329" w:rsidRDefault="007B2329" w:rsidP="007B2329">
      <w:r>
        <w:t>259.7762</w:t>
      </w:r>
      <w:r>
        <w:tab/>
        <w:t>2.025e0</w:t>
      </w:r>
    </w:p>
    <w:p w:rsidR="007B2329" w:rsidRDefault="007B2329" w:rsidP="007B2329">
      <w:r>
        <w:t>259.7824</w:t>
      </w:r>
      <w:r>
        <w:tab/>
        <w:t>1.013e0</w:t>
      </w:r>
    </w:p>
    <w:p w:rsidR="007B2329" w:rsidRDefault="007B2329" w:rsidP="007B2329">
      <w:r>
        <w:t>259.7852</w:t>
      </w:r>
      <w:r>
        <w:tab/>
        <w:t>2.025e0</w:t>
      </w:r>
    </w:p>
    <w:p w:rsidR="007B2329" w:rsidRDefault="007B2329" w:rsidP="007B2329">
      <w:r>
        <w:t>259.7872</w:t>
      </w:r>
      <w:r>
        <w:tab/>
        <w:t>2.025e0</w:t>
      </w:r>
    </w:p>
    <w:p w:rsidR="007B2329" w:rsidRDefault="007B2329" w:rsidP="007B2329">
      <w:r>
        <w:t>259.7952</w:t>
      </w:r>
      <w:r>
        <w:tab/>
        <w:t>1.013e0</w:t>
      </w:r>
    </w:p>
    <w:p w:rsidR="007B2329" w:rsidRDefault="007B2329" w:rsidP="007B2329">
      <w:r>
        <w:t>259.8112</w:t>
      </w:r>
      <w:r>
        <w:tab/>
        <w:t>2.025e0</w:t>
      </w:r>
    </w:p>
    <w:p w:rsidR="007B2329" w:rsidRDefault="007B2329" w:rsidP="007B2329">
      <w:r>
        <w:t>259.8160</w:t>
      </w:r>
      <w:r>
        <w:tab/>
        <w:t>1.013e0</w:t>
      </w:r>
    </w:p>
    <w:p w:rsidR="007B2329" w:rsidRDefault="007B2329" w:rsidP="007B2329">
      <w:r>
        <w:t>259.8299</w:t>
      </w:r>
      <w:r>
        <w:tab/>
        <w:t>2.025e0</w:t>
      </w:r>
    </w:p>
    <w:p w:rsidR="007B2329" w:rsidRDefault="007B2329" w:rsidP="007B2329">
      <w:r>
        <w:t>259.8457</w:t>
      </w:r>
      <w:r>
        <w:tab/>
        <w:t>1.013e0</w:t>
      </w:r>
    </w:p>
    <w:p w:rsidR="007B2329" w:rsidRDefault="007B2329" w:rsidP="007B2329">
      <w:r>
        <w:t>259.8498</w:t>
      </w:r>
      <w:r>
        <w:tab/>
        <w:t>1.013e0</w:t>
      </w:r>
    </w:p>
    <w:p w:rsidR="007B2329" w:rsidRDefault="007B2329" w:rsidP="007B2329">
      <w:r>
        <w:t>259.8723</w:t>
      </w:r>
      <w:r>
        <w:tab/>
        <w:t>1.013e0</w:t>
      </w:r>
    </w:p>
    <w:p w:rsidR="007B2329" w:rsidRDefault="007B2329" w:rsidP="007B2329">
      <w:r>
        <w:t>259.8804</w:t>
      </w:r>
      <w:r>
        <w:tab/>
        <w:t>2.025e0</w:t>
      </w:r>
    </w:p>
    <w:p w:rsidR="007B2329" w:rsidRDefault="007B2329" w:rsidP="007B2329">
      <w:r>
        <w:t>259.8843</w:t>
      </w:r>
      <w:r>
        <w:tab/>
        <w:t>1.013e0</w:t>
      </w:r>
    </w:p>
    <w:p w:rsidR="007B2329" w:rsidRDefault="007B2329" w:rsidP="007B2329">
      <w:r>
        <w:t>259.9091</w:t>
      </w:r>
      <w:r>
        <w:tab/>
        <w:t>2.025e0</w:t>
      </w:r>
    </w:p>
    <w:p w:rsidR="007B2329" w:rsidRDefault="007B2329" w:rsidP="007B2329">
      <w:r>
        <w:t>259.9228</w:t>
      </w:r>
      <w:r>
        <w:tab/>
        <w:t>2.025e0</w:t>
      </w:r>
    </w:p>
    <w:p w:rsidR="007B2329" w:rsidRDefault="007B2329" w:rsidP="007B2329">
      <w:r>
        <w:t>259.9412</w:t>
      </w:r>
      <w:r>
        <w:tab/>
        <w:t>1.013e0</w:t>
      </w:r>
    </w:p>
    <w:p w:rsidR="007B2329" w:rsidRDefault="007B2329" w:rsidP="007B2329">
      <w:r>
        <w:lastRenderedPageBreak/>
        <w:t>259.9536</w:t>
      </w:r>
      <w:r>
        <w:tab/>
        <w:t>1.013e0</w:t>
      </w:r>
    </w:p>
    <w:p w:rsidR="007B2329" w:rsidRDefault="007B2329" w:rsidP="007B2329">
      <w:r>
        <w:t>259.9701</w:t>
      </w:r>
      <w:r>
        <w:tab/>
        <w:t>1.013e0</w:t>
      </w:r>
    </w:p>
    <w:p w:rsidR="007B2329" w:rsidRDefault="007B2329" w:rsidP="007B2329">
      <w:r>
        <w:t>259.9815</w:t>
      </w:r>
      <w:r>
        <w:tab/>
        <w:t>4.051e0</w:t>
      </w:r>
    </w:p>
    <w:p w:rsidR="007B2329" w:rsidRDefault="007B2329" w:rsidP="007B2329">
      <w:r>
        <w:t>259.9899</w:t>
      </w:r>
      <w:r>
        <w:tab/>
        <w:t>3.038e0</w:t>
      </w:r>
    </w:p>
    <w:p w:rsidR="007B2329" w:rsidRDefault="007B2329" w:rsidP="007B2329">
      <w:r>
        <w:t>259.9922</w:t>
      </w:r>
      <w:r>
        <w:tab/>
        <w:t>2.025e0</w:t>
      </w:r>
    </w:p>
    <w:p w:rsidR="007B2329" w:rsidRDefault="007B2329" w:rsidP="007B2329">
      <w:r>
        <w:t>259.9962</w:t>
      </w:r>
      <w:r>
        <w:tab/>
        <w:t>3.038e0</w:t>
      </w:r>
    </w:p>
    <w:p w:rsidR="007B2329" w:rsidRDefault="007B2329" w:rsidP="007B2329">
      <w:r>
        <w:t>260.0100</w:t>
      </w:r>
      <w:r>
        <w:tab/>
        <w:t>1.051e0</w:t>
      </w:r>
    </w:p>
    <w:p w:rsidR="007B2329" w:rsidRDefault="007B2329" w:rsidP="007B2329">
      <w:r>
        <w:t>260.0117</w:t>
      </w:r>
      <w:r>
        <w:tab/>
        <w:t>1.013e1</w:t>
      </w:r>
    </w:p>
    <w:p w:rsidR="007B2329" w:rsidRDefault="007B2329" w:rsidP="007B2329">
      <w:r>
        <w:t>260.0307</w:t>
      </w:r>
      <w:r>
        <w:tab/>
        <w:t>1.013e0</w:t>
      </w:r>
    </w:p>
    <w:p w:rsidR="007B2329" w:rsidRDefault="007B2329" w:rsidP="007B2329">
      <w:r>
        <w:t>260.0388</w:t>
      </w:r>
      <w:r>
        <w:tab/>
        <w:t>1.013e0</w:t>
      </w:r>
    </w:p>
    <w:p w:rsidR="007B2329" w:rsidRDefault="007B2329" w:rsidP="007B2329">
      <w:r>
        <w:t>260.0471</w:t>
      </w:r>
      <w:r>
        <w:tab/>
        <w:t>1.013e0</w:t>
      </w:r>
    </w:p>
    <w:p w:rsidR="007B2329" w:rsidRDefault="007B2329" w:rsidP="007B2329">
      <w:r>
        <w:t>260.0519</w:t>
      </w:r>
      <w:r>
        <w:tab/>
        <w:t>1.013e0</w:t>
      </w:r>
    </w:p>
    <w:p w:rsidR="007B2329" w:rsidRDefault="007B2329" w:rsidP="007B2329">
      <w:r>
        <w:t>260.0641</w:t>
      </w:r>
      <w:r>
        <w:tab/>
        <w:t>2.025e0</w:t>
      </w:r>
    </w:p>
    <w:p w:rsidR="007B2329" w:rsidRDefault="007B2329" w:rsidP="007B2329">
      <w:r>
        <w:t>260.0927</w:t>
      </w:r>
      <w:r>
        <w:tab/>
        <w:t>2.025e0</w:t>
      </w:r>
    </w:p>
    <w:p w:rsidR="007B2329" w:rsidRDefault="007B2329" w:rsidP="007B2329">
      <w:r>
        <w:t>260.0974</w:t>
      </w:r>
      <w:r>
        <w:tab/>
        <w:t>3.051e0</w:t>
      </w:r>
    </w:p>
    <w:p w:rsidR="007B2329" w:rsidRDefault="007B2329" w:rsidP="007B2329">
      <w:r>
        <w:t>260.0988</w:t>
      </w:r>
      <w:r>
        <w:tab/>
        <w:t>1.607e1</w:t>
      </w:r>
    </w:p>
    <w:p w:rsidR="007B2329" w:rsidRDefault="007B2329" w:rsidP="007B2329">
      <w:r>
        <w:t>260.1044</w:t>
      </w:r>
      <w:r>
        <w:tab/>
        <w:t>1.823e1</w:t>
      </w:r>
    </w:p>
    <w:p w:rsidR="007B2329" w:rsidRDefault="007B2329" w:rsidP="007B2329">
      <w:r>
        <w:t>260.1075</w:t>
      </w:r>
      <w:r>
        <w:tab/>
        <w:t>2.228e1</w:t>
      </w:r>
    </w:p>
    <w:p w:rsidR="007B2329" w:rsidRDefault="007B2329" w:rsidP="007B2329">
      <w:r>
        <w:t>260.1126</w:t>
      </w:r>
      <w:r>
        <w:tab/>
        <w:t>1.519e1</w:t>
      </w:r>
    </w:p>
    <w:p w:rsidR="007B2329" w:rsidRDefault="007B2329" w:rsidP="007B2329">
      <w:r>
        <w:lastRenderedPageBreak/>
        <w:t>260.1139</w:t>
      </w:r>
      <w:r>
        <w:tab/>
        <w:t>4.071e0</w:t>
      </w:r>
    </w:p>
    <w:p w:rsidR="007B2329" w:rsidRDefault="007B2329" w:rsidP="007B2329">
      <w:r>
        <w:t>260.1514</w:t>
      </w:r>
      <w:r>
        <w:tab/>
        <w:t>3.038e0</w:t>
      </w:r>
    </w:p>
    <w:p w:rsidR="007B2329" w:rsidRDefault="007B2329" w:rsidP="007B2329">
      <w:r>
        <w:t>260.1626</w:t>
      </w:r>
      <w:r>
        <w:tab/>
        <w:t>1.013e0</w:t>
      </w:r>
    </w:p>
    <w:p w:rsidR="007B2329" w:rsidRDefault="007B2329" w:rsidP="007B2329">
      <w:r>
        <w:t>260.1766</w:t>
      </w:r>
      <w:r>
        <w:tab/>
        <w:t>3.038e0</w:t>
      </w:r>
    </w:p>
    <w:p w:rsidR="007B2329" w:rsidRDefault="007B2329" w:rsidP="007B2329">
      <w:r>
        <w:t>260.1891</w:t>
      </w:r>
      <w:r>
        <w:tab/>
        <w:t>1.013e0</w:t>
      </w:r>
    </w:p>
    <w:p w:rsidR="007B2329" w:rsidRDefault="007B2329" w:rsidP="007B2329">
      <w:r>
        <w:t>260.2148</w:t>
      </w:r>
      <w:r>
        <w:tab/>
        <w:t>2.025e0</w:t>
      </w:r>
    </w:p>
    <w:p w:rsidR="007B2329" w:rsidRDefault="007B2329" w:rsidP="007B2329">
      <w:r>
        <w:t>260.2198</w:t>
      </w:r>
      <w:r>
        <w:tab/>
        <w:t>2.025e0</w:t>
      </w:r>
    </w:p>
    <w:p w:rsidR="007B2329" w:rsidRDefault="007B2329" w:rsidP="007B2329">
      <w:r>
        <w:t>260.2237</w:t>
      </w:r>
      <w:r>
        <w:tab/>
        <w:t>1.013e0</w:t>
      </w:r>
    </w:p>
    <w:p w:rsidR="007B2329" w:rsidRDefault="007B2329" w:rsidP="007B2329">
      <w:r>
        <w:t>260.2277</w:t>
      </w:r>
      <w:r>
        <w:tab/>
        <w:t>1.013e0</w:t>
      </w:r>
    </w:p>
    <w:p w:rsidR="007B2329" w:rsidRDefault="007B2329" w:rsidP="007B2329">
      <w:r>
        <w:t>260.2446</w:t>
      </w:r>
      <w:r>
        <w:tab/>
        <w:t>1.013e0</w:t>
      </w:r>
    </w:p>
    <w:p w:rsidR="007B2329" w:rsidRDefault="007B2329" w:rsidP="007B2329">
      <w:r>
        <w:t>260.2542</w:t>
      </w:r>
      <w:r>
        <w:tab/>
        <w:t>1.013e0</w:t>
      </w:r>
    </w:p>
    <w:p w:rsidR="007B2329" w:rsidRDefault="007B2329" w:rsidP="007B2329">
      <w:r>
        <w:t>260.2664</w:t>
      </w:r>
      <w:r>
        <w:tab/>
        <w:t>3.038e0</w:t>
      </w:r>
    </w:p>
    <w:p w:rsidR="007B2329" w:rsidRDefault="007B2329" w:rsidP="007B2329">
      <w:r>
        <w:t>260.2684</w:t>
      </w:r>
      <w:r>
        <w:tab/>
        <w:t>1.025e0</w:t>
      </w:r>
    </w:p>
    <w:p w:rsidR="007B2329" w:rsidRDefault="007B2329" w:rsidP="007B2329">
      <w:r>
        <w:t>260.2879</w:t>
      </w:r>
      <w:r>
        <w:tab/>
        <w:t>3.038e0</w:t>
      </w:r>
    </w:p>
    <w:p w:rsidR="007B2329" w:rsidRDefault="007B2329" w:rsidP="007B2329">
      <w:r>
        <w:t>260.2928</w:t>
      </w:r>
      <w:r>
        <w:tab/>
        <w:t>1.013e0</w:t>
      </w:r>
    </w:p>
    <w:p w:rsidR="007B2329" w:rsidRDefault="007B2329" w:rsidP="007B2329">
      <w:r>
        <w:t>260.3011</w:t>
      </w:r>
      <w:r>
        <w:tab/>
        <w:t>2.025e0</w:t>
      </w:r>
    </w:p>
    <w:p w:rsidR="007B2329" w:rsidRDefault="007B2329" w:rsidP="007B2329">
      <w:r>
        <w:t>260.3353</w:t>
      </w:r>
      <w:r>
        <w:tab/>
        <w:t>2.025e0</w:t>
      </w:r>
    </w:p>
    <w:p w:rsidR="007B2329" w:rsidRDefault="007B2329" w:rsidP="007B2329">
      <w:r>
        <w:t>260.3436</w:t>
      </w:r>
      <w:r>
        <w:tab/>
        <w:t>1.013e0</w:t>
      </w:r>
    </w:p>
    <w:p w:rsidR="007B2329" w:rsidRDefault="007B2329" w:rsidP="007B2329">
      <w:r>
        <w:t>260.3455</w:t>
      </w:r>
      <w:r>
        <w:tab/>
        <w:t>2.025e0</w:t>
      </w:r>
    </w:p>
    <w:p w:rsidR="007B2329" w:rsidRDefault="007B2329" w:rsidP="007B2329">
      <w:r>
        <w:lastRenderedPageBreak/>
        <w:t>260.3476</w:t>
      </w:r>
      <w:r>
        <w:tab/>
        <w:t>3.038e0</w:t>
      </w:r>
    </w:p>
    <w:p w:rsidR="007B2329" w:rsidRDefault="007B2329" w:rsidP="007B2329">
      <w:r>
        <w:t>260.3651</w:t>
      </w:r>
      <w:r>
        <w:tab/>
        <w:t>1.013e0</w:t>
      </w:r>
    </w:p>
    <w:p w:rsidR="007B2329" w:rsidRDefault="007B2329" w:rsidP="007B2329">
      <w:r>
        <w:t>260.3743</w:t>
      </w:r>
      <w:r>
        <w:tab/>
        <w:t>4.051e0</w:t>
      </w:r>
    </w:p>
    <w:p w:rsidR="007B2329" w:rsidRDefault="007B2329" w:rsidP="007B2329">
      <w:r>
        <w:t>260.3822</w:t>
      </w:r>
      <w:r>
        <w:tab/>
        <w:t>2.025e0</w:t>
      </w:r>
    </w:p>
    <w:p w:rsidR="007B2329" w:rsidRDefault="007B2329" w:rsidP="007B2329">
      <w:r>
        <w:t>260.3903</w:t>
      </w:r>
      <w:r>
        <w:tab/>
        <w:t>1.013e0</w:t>
      </w:r>
    </w:p>
    <w:p w:rsidR="007B2329" w:rsidRDefault="007B2329" w:rsidP="007B2329">
      <w:r>
        <w:t>260.3940</w:t>
      </w:r>
      <w:r>
        <w:tab/>
        <w:t>1.013e0</w:t>
      </w:r>
    </w:p>
    <w:p w:rsidR="007B2329" w:rsidRDefault="007B2329" w:rsidP="007B2329">
      <w:r>
        <w:t>260.4209</w:t>
      </w:r>
      <w:r>
        <w:tab/>
        <w:t>1.013e0</w:t>
      </w:r>
    </w:p>
    <w:p w:rsidR="007B2329" w:rsidRDefault="007B2329" w:rsidP="007B2329">
      <w:r>
        <w:t>260.4332</w:t>
      </w:r>
      <w:r>
        <w:tab/>
        <w:t>4.250e0</w:t>
      </w:r>
    </w:p>
    <w:p w:rsidR="007B2329" w:rsidRDefault="007B2329" w:rsidP="007B2329">
      <w:r>
        <w:t>260.4374</w:t>
      </w:r>
      <w:r>
        <w:tab/>
        <w:t>1.013e0</w:t>
      </w:r>
    </w:p>
    <w:p w:rsidR="007B2329" w:rsidRDefault="007B2329" w:rsidP="007B2329">
      <w:r>
        <w:t>260.4594</w:t>
      </w:r>
      <w:r>
        <w:tab/>
        <w:t>1.013e0</w:t>
      </w:r>
    </w:p>
    <w:p w:rsidR="007B2329" w:rsidRDefault="007B2329" w:rsidP="007B2329">
      <w:r>
        <w:t>260.4615</w:t>
      </w:r>
      <w:r>
        <w:tab/>
        <w:t>2.025e0</w:t>
      </w:r>
    </w:p>
    <w:p w:rsidR="007B2329" w:rsidRDefault="007B2329" w:rsidP="007B2329">
      <w:r>
        <w:t>260.4674</w:t>
      </w:r>
      <w:r>
        <w:tab/>
        <w:t>2.025e0</w:t>
      </w:r>
    </w:p>
    <w:p w:rsidR="007B2329" w:rsidRDefault="007B2329" w:rsidP="007B2329">
      <w:r>
        <w:t>260.4856</w:t>
      </w:r>
      <w:r>
        <w:tab/>
        <w:t>1.013e0</w:t>
      </w:r>
    </w:p>
    <w:p w:rsidR="007B2329" w:rsidRDefault="007B2329" w:rsidP="007B2329">
      <w:r>
        <w:t>260.4875</w:t>
      </w:r>
      <w:r>
        <w:tab/>
        <w:t>2.025e0</w:t>
      </w:r>
    </w:p>
    <w:p w:rsidR="007B2329" w:rsidRDefault="007B2329" w:rsidP="007B2329">
      <w:r>
        <w:t>260.4978</w:t>
      </w:r>
      <w:r>
        <w:tab/>
        <w:t>4.871e0</w:t>
      </w:r>
    </w:p>
    <w:p w:rsidR="007B2329" w:rsidRDefault="007B2329" w:rsidP="007B2329">
      <w:r>
        <w:t>260.5236</w:t>
      </w:r>
      <w:r>
        <w:tab/>
        <w:t>3.038e0</w:t>
      </w:r>
    </w:p>
    <w:p w:rsidR="007B2329" w:rsidRDefault="007B2329" w:rsidP="007B2329">
      <w:r>
        <w:t>260.5261</w:t>
      </w:r>
      <w:r>
        <w:tab/>
        <w:t>2.025e0</w:t>
      </w:r>
    </w:p>
    <w:p w:rsidR="007B2329" w:rsidRDefault="007B2329" w:rsidP="007B2329">
      <w:r>
        <w:t>260.5288</w:t>
      </w:r>
      <w:r>
        <w:tab/>
        <w:t>1.013e0</w:t>
      </w:r>
    </w:p>
    <w:p w:rsidR="007B2329" w:rsidRDefault="007B2329" w:rsidP="007B2329">
      <w:r>
        <w:t>260.5327</w:t>
      </w:r>
      <w:r>
        <w:tab/>
        <w:t>1.013e0</w:t>
      </w:r>
    </w:p>
    <w:p w:rsidR="007B2329" w:rsidRDefault="007B2329" w:rsidP="007B2329">
      <w:r>
        <w:lastRenderedPageBreak/>
        <w:t>260.5367</w:t>
      </w:r>
      <w:r>
        <w:tab/>
        <w:t>1.013e0</w:t>
      </w:r>
    </w:p>
    <w:p w:rsidR="007B2329" w:rsidRDefault="007B2329" w:rsidP="007B2329">
      <w:r>
        <w:t>260.5598</w:t>
      </w:r>
      <w:r>
        <w:tab/>
        <w:t>2.025e0</w:t>
      </w:r>
    </w:p>
    <w:p w:rsidR="007B2329" w:rsidRDefault="007B2329" w:rsidP="007B2329">
      <w:r>
        <w:t>260.5713</w:t>
      </w:r>
      <w:r>
        <w:tab/>
        <w:t>1.013e0</w:t>
      </w:r>
    </w:p>
    <w:p w:rsidR="007B2329" w:rsidRDefault="007B2329" w:rsidP="007B2329">
      <w:r>
        <w:t>260.5753</w:t>
      </w:r>
      <w:r>
        <w:tab/>
        <w:t>1.013e0</w:t>
      </w:r>
    </w:p>
    <w:p w:rsidR="007B2329" w:rsidRDefault="007B2329" w:rsidP="007B2329">
      <w:r>
        <w:t>260.5842</w:t>
      </w:r>
      <w:r>
        <w:tab/>
        <w:t>2.025e0</w:t>
      </w:r>
    </w:p>
    <w:p w:rsidR="007B2329" w:rsidRDefault="007B2329" w:rsidP="007B2329">
      <w:r>
        <w:t>260.5938</w:t>
      </w:r>
      <w:r>
        <w:tab/>
        <w:t>7.089e0</w:t>
      </w:r>
    </w:p>
    <w:p w:rsidR="007B2329" w:rsidRDefault="007B2329" w:rsidP="007B2329">
      <w:r>
        <w:t>260.6028</w:t>
      </w:r>
      <w:r>
        <w:tab/>
        <w:t>7.089e0</w:t>
      </w:r>
    </w:p>
    <w:p w:rsidR="007B2329" w:rsidRDefault="007B2329" w:rsidP="007B2329">
      <w:r>
        <w:t>260.6072</w:t>
      </w:r>
      <w:r>
        <w:tab/>
        <w:t>3.038e0</w:t>
      </w:r>
    </w:p>
    <w:p w:rsidR="007B2329" w:rsidRDefault="007B2329" w:rsidP="007B2329">
      <w:r>
        <w:t>260.6106</w:t>
      </w:r>
      <w:r>
        <w:tab/>
        <w:t>6.674e0</w:t>
      </w:r>
    </w:p>
    <w:p w:rsidR="007B2329" w:rsidRDefault="007B2329" w:rsidP="007B2329">
      <w:r>
        <w:t>260.6170</w:t>
      </w:r>
      <w:r>
        <w:tab/>
        <w:t>3.038e0</w:t>
      </w:r>
    </w:p>
    <w:p w:rsidR="007B2329" w:rsidRDefault="007B2329" w:rsidP="007B2329">
      <w:r>
        <w:t>260.6297</w:t>
      </w:r>
      <w:r>
        <w:tab/>
        <w:t>3.038e0</w:t>
      </w:r>
    </w:p>
    <w:p w:rsidR="007B2329" w:rsidRDefault="007B2329" w:rsidP="007B2329">
      <w:r>
        <w:t>260.6351</w:t>
      </w:r>
      <w:r>
        <w:tab/>
        <w:t>1.013e0</w:t>
      </w:r>
    </w:p>
    <w:p w:rsidR="007B2329" w:rsidRDefault="007B2329" w:rsidP="007B2329">
      <w:r>
        <w:t>260.6465</w:t>
      </w:r>
      <w:r>
        <w:tab/>
        <w:t>2.532e-2</w:t>
      </w:r>
    </w:p>
    <w:p w:rsidR="007B2329" w:rsidRDefault="007B2329" w:rsidP="007B2329">
      <w:r>
        <w:t>260.6545</w:t>
      </w:r>
      <w:r>
        <w:tab/>
        <w:t>2.025e0</w:t>
      </w:r>
    </w:p>
    <w:p w:rsidR="007B2329" w:rsidRDefault="007B2329" w:rsidP="007B2329">
      <w:r>
        <w:t>260.6565</w:t>
      </w:r>
      <w:r>
        <w:tab/>
        <w:t>1.013e0</w:t>
      </w:r>
    </w:p>
    <w:p w:rsidR="007B2329" w:rsidRDefault="007B2329" w:rsidP="007B2329">
      <w:r>
        <w:t>260.6676</w:t>
      </w:r>
      <w:r>
        <w:tab/>
        <w:t>3.038e0</w:t>
      </w:r>
    </w:p>
    <w:p w:rsidR="007B2329" w:rsidRDefault="007B2329" w:rsidP="007B2329">
      <w:r>
        <w:t>260.6689</w:t>
      </w:r>
      <w:r>
        <w:tab/>
        <w:t>1.013e0</w:t>
      </w:r>
    </w:p>
    <w:p w:rsidR="007B2329" w:rsidRDefault="007B2329" w:rsidP="007B2329">
      <w:r>
        <w:t>260.6760</w:t>
      </w:r>
      <w:r>
        <w:tab/>
        <w:t>2.025e0</w:t>
      </w:r>
    </w:p>
    <w:p w:rsidR="007B2329" w:rsidRDefault="007B2329" w:rsidP="007B2329">
      <w:r>
        <w:t>260.6833</w:t>
      </w:r>
      <w:r>
        <w:tab/>
        <w:t>1.013e0</w:t>
      </w:r>
    </w:p>
    <w:p w:rsidR="007B2329" w:rsidRDefault="007B2329" w:rsidP="007B2329">
      <w:r>
        <w:lastRenderedPageBreak/>
        <w:t>260.6890</w:t>
      </w:r>
      <w:r>
        <w:tab/>
        <w:t>2.038e0</w:t>
      </w:r>
    </w:p>
    <w:p w:rsidR="007B2329" w:rsidRDefault="007B2329" w:rsidP="007B2329">
      <w:r>
        <w:t>260.6905</w:t>
      </w:r>
      <w:r>
        <w:tab/>
        <w:t>3.038e0</w:t>
      </w:r>
    </w:p>
    <w:p w:rsidR="007B2329" w:rsidRDefault="007B2329" w:rsidP="007B2329">
      <w:r>
        <w:t>260.7050</w:t>
      </w:r>
      <w:r>
        <w:tab/>
        <w:t>1.025e0</w:t>
      </w:r>
    </w:p>
    <w:p w:rsidR="007B2329" w:rsidRDefault="007B2329" w:rsidP="007B2329">
      <w:r>
        <w:t>260.7075</w:t>
      </w:r>
      <w:r>
        <w:tab/>
        <w:t>1.013e0</w:t>
      </w:r>
    </w:p>
    <w:p w:rsidR="007B2329" w:rsidRDefault="007B2329" w:rsidP="007B2329">
      <w:r>
        <w:t>260.7259</w:t>
      </w:r>
      <w:r>
        <w:tab/>
        <w:t>3.038e0</w:t>
      </w:r>
    </w:p>
    <w:p w:rsidR="007B2329" w:rsidRDefault="007B2329" w:rsidP="007B2329">
      <w:r>
        <w:t>260.7461</w:t>
      </w:r>
      <w:r>
        <w:tab/>
        <w:t>1.013e0</w:t>
      </w:r>
    </w:p>
    <w:p w:rsidR="007B2329" w:rsidRDefault="007B2329" w:rsidP="007B2329">
      <w:r>
        <w:t>260.7509</w:t>
      </w:r>
      <w:r>
        <w:tab/>
        <w:t>1.013e0</w:t>
      </w:r>
    </w:p>
    <w:p w:rsidR="007B2329" w:rsidRDefault="007B2329" w:rsidP="007B2329">
      <w:r>
        <w:t>260.7684</w:t>
      </w:r>
      <w:r>
        <w:tab/>
        <w:t>1.013e0</w:t>
      </w:r>
    </w:p>
    <w:p w:rsidR="007B2329" w:rsidRDefault="007B2329" w:rsidP="007B2329">
      <w:r>
        <w:t>260.7724</w:t>
      </w:r>
      <w:r>
        <w:tab/>
        <w:t>3.038e0</w:t>
      </w:r>
    </w:p>
    <w:p w:rsidR="007B2329" w:rsidRDefault="007B2329" w:rsidP="007B2329">
      <w:r>
        <w:t>260.7804</w:t>
      </w:r>
      <w:r>
        <w:tab/>
        <w:t>2.025e0</w:t>
      </w:r>
    </w:p>
    <w:p w:rsidR="007B2329" w:rsidRDefault="007B2329" w:rsidP="007B2329">
      <w:r>
        <w:t>260.7848</w:t>
      </w:r>
      <w:r>
        <w:tab/>
        <w:t>1.013e0</w:t>
      </w:r>
    </w:p>
    <w:p w:rsidR="007B2329" w:rsidRDefault="007B2329" w:rsidP="007B2329">
      <w:r>
        <w:t>260.7919</w:t>
      </w:r>
      <w:r>
        <w:tab/>
        <w:t>2.025e0</w:t>
      </w:r>
    </w:p>
    <w:p w:rsidR="007B2329" w:rsidRDefault="007B2329" w:rsidP="007B2329">
      <w:r>
        <w:t>260.8031</w:t>
      </w:r>
      <w:r>
        <w:tab/>
        <w:t>1.013e0</w:t>
      </w:r>
    </w:p>
    <w:p w:rsidR="007B2329" w:rsidRDefault="007B2329" w:rsidP="007B2329">
      <w:r>
        <w:t>260.8070</w:t>
      </w:r>
      <w:r>
        <w:tab/>
        <w:t>2.025e0</w:t>
      </w:r>
    </w:p>
    <w:p w:rsidR="007B2329" w:rsidRDefault="007B2329" w:rsidP="007B2329">
      <w:r>
        <w:t>260.8111</w:t>
      </w:r>
      <w:r>
        <w:tab/>
        <w:t>1.013e0</w:t>
      </w:r>
    </w:p>
    <w:p w:rsidR="007B2329" w:rsidRDefault="007B2329" w:rsidP="007B2329">
      <w:r>
        <w:t>260.8190</w:t>
      </w:r>
      <w:r>
        <w:tab/>
        <w:t>1.013e0</w:t>
      </w:r>
    </w:p>
    <w:p w:rsidR="007B2329" w:rsidRDefault="007B2329" w:rsidP="007B2329">
      <w:r>
        <w:t>260.8233</w:t>
      </w:r>
      <w:r>
        <w:tab/>
        <w:t>2.025e0</w:t>
      </w:r>
    </w:p>
    <w:p w:rsidR="007B2329" w:rsidRDefault="007B2329" w:rsidP="007B2329">
      <w:r>
        <w:t>260.8417</w:t>
      </w:r>
      <w:r>
        <w:tab/>
        <w:t>1.013e0</w:t>
      </w:r>
    </w:p>
    <w:p w:rsidR="007B2329" w:rsidRDefault="007B2329" w:rsidP="007B2329">
      <w:r>
        <w:t>260.8497</w:t>
      </w:r>
      <w:r>
        <w:tab/>
        <w:t>1.013e0</w:t>
      </w:r>
    </w:p>
    <w:p w:rsidR="007B2329" w:rsidRDefault="007B2329" w:rsidP="007B2329">
      <w:r>
        <w:lastRenderedPageBreak/>
        <w:t>260.8516</w:t>
      </w:r>
      <w:r>
        <w:tab/>
        <w:t>1.025e0</w:t>
      </w:r>
    </w:p>
    <w:p w:rsidR="007B2329" w:rsidRDefault="007B2329" w:rsidP="007B2329">
      <w:r>
        <w:t>260.8764</w:t>
      </w:r>
      <w:r>
        <w:tab/>
        <w:t>1.013e0</w:t>
      </w:r>
    </w:p>
    <w:p w:rsidR="007B2329" w:rsidRDefault="007B2329" w:rsidP="007B2329">
      <w:r>
        <w:t>260.8804</w:t>
      </w:r>
      <w:r>
        <w:tab/>
        <w:t>3.038e0</w:t>
      </w:r>
    </w:p>
    <w:p w:rsidR="007B2329" w:rsidRDefault="007B2329" w:rsidP="007B2329">
      <w:r>
        <w:t>260.9006</w:t>
      </w:r>
      <w:r>
        <w:tab/>
        <w:t>1.013e0</w:t>
      </w:r>
    </w:p>
    <w:p w:rsidR="007B2329" w:rsidRDefault="007B2329" w:rsidP="007B2329">
      <w:r>
        <w:t>260.9151</w:t>
      </w:r>
      <w:r>
        <w:tab/>
        <w:t>2.025e0</w:t>
      </w:r>
    </w:p>
    <w:p w:rsidR="007B2329" w:rsidRDefault="007B2329" w:rsidP="007B2329">
      <w:r>
        <w:t>260.9289</w:t>
      </w:r>
      <w:r>
        <w:tab/>
        <w:t>2.025e0</w:t>
      </w:r>
    </w:p>
    <w:p w:rsidR="007B2329" w:rsidRDefault="007B2329" w:rsidP="007B2329">
      <w:r>
        <w:t>260.9496</w:t>
      </w:r>
      <w:r>
        <w:tab/>
        <w:t>3.038e0</w:t>
      </w:r>
    </w:p>
    <w:p w:rsidR="007B2329" w:rsidRDefault="007B2329" w:rsidP="007B2329">
      <w:r>
        <w:t>260.9528</w:t>
      </w:r>
      <w:r>
        <w:tab/>
        <w:t>2.025e0</w:t>
      </w:r>
    </w:p>
    <w:p w:rsidR="007B2329" w:rsidRDefault="007B2329" w:rsidP="007B2329">
      <w:r>
        <w:t>260.9604</w:t>
      </w:r>
      <w:r>
        <w:tab/>
        <w:t>3.038e0</w:t>
      </w:r>
    </w:p>
    <w:p w:rsidR="007B2329" w:rsidRDefault="007B2329" w:rsidP="007B2329">
      <w:r>
        <w:t>260.9998</w:t>
      </w:r>
      <w:r>
        <w:tab/>
        <w:t>4.753e1</w:t>
      </w:r>
    </w:p>
    <w:p w:rsidR="007B2329" w:rsidRDefault="007B2329" w:rsidP="007B2329">
      <w:r>
        <w:t>261.0019</w:t>
      </w:r>
      <w:r>
        <w:tab/>
        <w:t>2.079e2</w:t>
      </w:r>
    </w:p>
    <w:p w:rsidR="007B2329" w:rsidRDefault="007B2329" w:rsidP="007B2329">
      <w:r>
        <w:t>261.0579</w:t>
      </w:r>
      <w:r>
        <w:tab/>
        <w:t>2.025e0</w:t>
      </w:r>
    </w:p>
    <w:p w:rsidR="007B2329" w:rsidRDefault="007B2329" w:rsidP="007B2329">
      <w:r>
        <w:t>261.0600</w:t>
      </w:r>
      <w:r>
        <w:tab/>
        <w:t>1.013e0</w:t>
      </w:r>
    </w:p>
    <w:p w:rsidR="007B2329" w:rsidRDefault="007B2329" w:rsidP="007B2329">
      <w:r>
        <w:t>261.0818</w:t>
      </w:r>
      <w:r>
        <w:tab/>
        <w:t>3.038e0</w:t>
      </w:r>
    </w:p>
    <w:p w:rsidR="007B2329" w:rsidRDefault="007B2329" w:rsidP="007B2329">
      <w:r>
        <w:t>261.0835</w:t>
      </w:r>
      <w:r>
        <w:tab/>
        <w:t>2.025e0</w:t>
      </w:r>
    </w:p>
    <w:p w:rsidR="007B2329" w:rsidRDefault="007B2329" w:rsidP="007B2329">
      <w:r>
        <w:t>261.0870</w:t>
      </w:r>
      <w:r>
        <w:tab/>
        <w:t>2.939e0</w:t>
      </w:r>
    </w:p>
    <w:p w:rsidR="007B2329" w:rsidRDefault="007B2329" w:rsidP="007B2329">
      <w:r>
        <w:t>261.0888</w:t>
      </w:r>
      <w:r>
        <w:tab/>
        <w:t>3.771e0</w:t>
      </w:r>
    </w:p>
    <w:p w:rsidR="007B2329" w:rsidRDefault="007B2329" w:rsidP="007B2329">
      <w:r>
        <w:t>261.1036</w:t>
      </w:r>
      <w:r>
        <w:tab/>
        <w:t>1.013e0</w:t>
      </w:r>
    </w:p>
    <w:p w:rsidR="007B2329" w:rsidRDefault="007B2329" w:rsidP="007B2329">
      <w:r>
        <w:t>261.1065</w:t>
      </w:r>
      <w:r>
        <w:tab/>
        <w:t>4.051e0</w:t>
      </w:r>
    </w:p>
    <w:p w:rsidR="007B2329" w:rsidRDefault="007B2329" w:rsidP="007B2329">
      <w:r>
        <w:lastRenderedPageBreak/>
        <w:t>261.1075</w:t>
      </w:r>
      <w:r>
        <w:tab/>
        <w:t>2.025e0</w:t>
      </w:r>
    </w:p>
    <w:p w:rsidR="007B2329" w:rsidRDefault="007B2329" w:rsidP="007B2329">
      <w:r>
        <w:t>261.1088</w:t>
      </w:r>
      <w:r>
        <w:tab/>
        <w:t>4.051e0</w:t>
      </w:r>
    </w:p>
    <w:p w:rsidR="007B2329" w:rsidRDefault="007B2329" w:rsidP="007B2329">
      <w:r>
        <w:t>261.1222</w:t>
      </w:r>
      <w:r>
        <w:tab/>
        <w:t>7.089e0</w:t>
      </w:r>
    </w:p>
    <w:p w:rsidR="007B2329" w:rsidRDefault="007B2329" w:rsidP="007B2329">
      <w:r>
        <w:t>261.1253</w:t>
      </w:r>
      <w:r>
        <w:tab/>
        <w:t>5.036e0</w:t>
      </w:r>
    </w:p>
    <w:p w:rsidR="007B2329" w:rsidRDefault="007B2329" w:rsidP="007B2329">
      <w:r>
        <w:t>261.1268</w:t>
      </w:r>
      <w:r>
        <w:tab/>
        <w:t>5.219e0</w:t>
      </w:r>
    </w:p>
    <w:p w:rsidR="007B2329" w:rsidRDefault="007B2329" w:rsidP="007B2329">
      <w:r>
        <w:t>261.1332</w:t>
      </w:r>
      <w:r>
        <w:tab/>
        <w:t>5.063e-2</w:t>
      </w:r>
    </w:p>
    <w:p w:rsidR="007B2329" w:rsidRDefault="007B2329" w:rsidP="007B2329">
      <w:r>
        <w:t>261.1450</w:t>
      </w:r>
      <w:r>
        <w:tab/>
        <w:t>2.025e0</w:t>
      </w:r>
    </w:p>
    <w:p w:rsidR="007B2329" w:rsidRDefault="007B2329" w:rsidP="007B2329">
      <w:r>
        <w:t>261.1461</w:t>
      </w:r>
      <w:r>
        <w:tab/>
        <w:t>3.300e0</w:t>
      </w:r>
    </w:p>
    <w:p w:rsidR="007B2329" w:rsidRDefault="007B2329" w:rsidP="007B2329">
      <w:r>
        <w:t>261.1548</w:t>
      </w:r>
      <w:r>
        <w:tab/>
        <w:t>2.025e0</w:t>
      </w:r>
    </w:p>
    <w:p w:rsidR="007B2329" w:rsidRDefault="007B2329" w:rsidP="007B2329">
      <w:r>
        <w:t>261.1588</w:t>
      </w:r>
      <w:r>
        <w:tab/>
        <w:t>3.038e0</w:t>
      </w:r>
    </w:p>
    <w:p w:rsidR="007B2329" w:rsidRDefault="007B2329" w:rsidP="007B2329">
      <w:r>
        <w:t>261.1703</w:t>
      </w:r>
      <w:r>
        <w:tab/>
        <w:t>2.025e0</w:t>
      </w:r>
    </w:p>
    <w:p w:rsidR="007B2329" w:rsidRDefault="007B2329" w:rsidP="007B2329">
      <w:r>
        <w:t>261.1760</w:t>
      </w:r>
      <w:r>
        <w:tab/>
        <w:t>1.013e0</w:t>
      </w:r>
    </w:p>
    <w:p w:rsidR="007B2329" w:rsidRDefault="007B2329" w:rsidP="007B2329">
      <w:r>
        <w:t>261.1857</w:t>
      </w:r>
      <w:r>
        <w:tab/>
        <w:t>2.025e0</w:t>
      </w:r>
    </w:p>
    <w:p w:rsidR="007B2329" w:rsidRDefault="007B2329" w:rsidP="007B2329">
      <w:r>
        <w:t>261.1895</w:t>
      </w:r>
      <w:r>
        <w:tab/>
        <w:t>1.013e0</w:t>
      </w:r>
    </w:p>
    <w:p w:rsidR="007B2329" w:rsidRDefault="007B2329" w:rsidP="007B2329">
      <w:r>
        <w:t>261.2015</w:t>
      </w:r>
      <w:r>
        <w:tab/>
        <w:t>1.013e0</w:t>
      </w:r>
    </w:p>
    <w:p w:rsidR="007B2329" w:rsidRDefault="007B2329" w:rsidP="007B2329">
      <w:r>
        <w:t>261.2094</w:t>
      </w:r>
      <w:r>
        <w:tab/>
        <w:t>4.051e0</w:t>
      </w:r>
    </w:p>
    <w:p w:rsidR="007B2329" w:rsidRDefault="007B2329" w:rsidP="007B2329">
      <w:r>
        <w:t>261.2125</w:t>
      </w:r>
      <w:r>
        <w:tab/>
        <w:t>2.025e0</w:t>
      </w:r>
    </w:p>
    <w:p w:rsidR="007B2329" w:rsidRDefault="007B2329" w:rsidP="007B2329">
      <w:r>
        <w:t>261.2147</w:t>
      </w:r>
      <w:r>
        <w:tab/>
        <w:t>2.025e0</w:t>
      </w:r>
    </w:p>
    <w:p w:rsidR="007B2329" w:rsidRDefault="007B2329" w:rsidP="007B2329">
      <w:r>
        <w:t>261.2321</w:t>
      </w:r>
      <w:r>
        <w:tab/>
        <w:t>2.025e0</w:t>
      </w:r>
    </w:p>
    <w:p w:rsidR="007B2329" w:rsidRDefault="007B2329" w:rsidP="007B2329">
      <w:r>
        <w:lastRenderedPageBreak/>
        <w:t>261.2362</w:t>
      </w:r>
      <w:r>
        <w:tab/>
        <w:t>1.013e0</w:t>
      </w:r>
    </w:p>
    <w:p w:rsidR="007B2329" w:rsidRDefault="007B2329" w:rsidP="007B2329">
      <w:r>
        <w:t>261.2421</w:t>
      </w:r>
      <w:r>
        <w:tab/>
        <w:t>1.623e0</w:t>
      </w:r>
    </w:p>
    <w:p w:rsidR="007B2329" w:rsidRDefault="007B2329" w:rsidP="007B2329">
      <w:r>
        <w:t>261.2441</w:t>
      </w:r>
      <w:r>
        <w:tab/>
        <w:t>2.025e0</w:t>
      </w:r>
    </w:p>
    <w:p w:rsidR="007B2329" w:rsidRDefault="007B2329" w:rsidP="007B2329">
      <w:r>
        <w:t>261.2484</w:t>
      </w:r>
      <w:r>
        <w:tab/>
        <w:t>1.013e0</w:t>
      </w:r>
    </w:p>
    <w:p w:rsidR="007B2329" w:rsidRDefault="007B2329" w:rsidP="007B2329">
      <w:r>
        <w:t>261.2788</w:t>
      </w:r>
      <w:r>
        <w:tab/>
        <w:t>1.013e0</w:t>
      </w:r>
    </w:p>
    <w:p w:rsidR="007B2329" w:rsidRDefault="007B2329" w:rsidP="007B2329">
      <w:r>
        <w:t>261.2846</w:t>
      </w:r>
      <w:r>
        <w:tab/>
        <w:t>2.532e-2</w:t>
      </w:r>
    </w:p>
    <w:p w:rsidR="007B2329" w:rsidRDefault="007B2329" w:rsidP="007B2329">
      <w:r>
        <w:t>261.2980</w:t>
      </w:r>
      <w:r>
        <w:tab/>
        <w:t>3.038e0</w:t>
      </w:r>
    </w:p>
    <w:p w:rsidR="007B2329" w:rsidRDefault="007B2329" w:rsidP="007B2329">
      <w:r>
        <w:t>261.3075</w:t>
      </w:r>
      <w:r>
        <w:tab/>
        <w:t>2.025e0</w:t>
      </w:r>
    </w:p>
    <w:p w:rsidR="007B2329" w:rsidRDefault="007B2329" w:rsidP="007B2329">
      <w:r>
        <w:t>261.3194</w:t>
      </w:r>
      <w:r>
        <w:tab/>
        <w:t>2.025e0</w:t>
      </w:r>
    </w:p>
    <w:p w:rsidR="007B2329" w:rsidRDefault="007B2329" w:rsidP="007B2329">
      <w:r>
        <w:t>261.3265</w:t>
      </w:r>
      <w:r>
        <w:tab/>
        <w:t>2.025e0</w:t>
      </w:r>
    </w:p>
    <w:p w:rsidR="007B2329" w:rsidRDefault="007B2329" w:rsidP="007B2329">
      <w:r>
        <w:t>261.3307</w:t>
      </w:r>
      <w:r>
        <w:tab/>
        <w:t>2.025e0</w:t>
      </w:r>
    </w:p>
    <w:p w:rsidR="007B2329" w:rsidRDefault="007B2329" w:rsidP="007B2329">
      <w:r>
        <w:t>261.3355</w:t>
      </w:r>
      <w:r>
        <w:tab/>
        <w:t>3.373e0</w:t>
      </w:r>
    </w:p>
    <w:p w:rsidR="007B2329" w:rsidRDefault="007B2329" w:rsidP="007B2329">
      <w:r>
        <w:t>261.3403</w:t>
      </w:r>
      <w:r>
        <w:tab/>
        <w:t>1.013e0</w:t>
      </w:r>
    </w:p>
    <w:p w:rsidR="007B2329" w:rsidRDefault="007B2329" w:rsidP="007B2329">
      <w:r>
        <w:t>261.3442</w:t>
      </w:r>
      <w:r>
        <w:tab/>
        <w:t>1.013e0</w:t>
      </w:r>
    </w:p>
    <w:p w:rsidR="007B2329" w:rsidRDefault="007B2329" w:rsidP="007B2329">
      <w:r>
        <w:t>261.3600</w:t>
      </w:r>
      <w:r>
        <w:tab/>
        <w:t>1.013e0</w:t>
      </w:r>
    </w:p>
    <w:p w:rsidR="007B2329" w:rsidRDefault="007B2329" w:rsidP="007B2329">
      <w:r>
        <w:t>261.3619</w:t>
      </w:r>
      <w:r>
        <w:tab/>
        <w:t>2.025e0</w:t>
      </w:r>
    </w:p>
    <w:p w:rsidR="007B2329" w:rsidRDefault="007B2329" w:rsidP="007B2329">
      <w:r>
        <w:t>261.3696</w:t>
      </w:r>
      <w:r>
        <w:tab/>
        <w:t>2.025e0</w:t>
      </w:r>
    </w:p>
    <w:p w:rsidR="007B2329" w:rsidRDefault="007B2329" w:rsidP="007B2329">
      <w:r>
        <w:t>261.3742</w:t>
      </w:r>
      <w:r>
        <w:tab/>
        <w:t>1.013e0</w:t>
      </w:r>
    </w:p>
    <w:p w:rsidR="007B2329" w:rsidRDefault="007B2329" w:rsidP="007B2329">
      <w:r>
        <w:t>261.3790</w:t>
      </w:r>
      <w:r>
        <w:tab/>
        <w:t>1.013e0</w:t>
      </w:r>
    </w:p>
    <w:p w:rsidR="007B2329" w:rsidRDefault="007B2329" w:rsidP="007B2329">
      <w:r>
        <w:lastRenderedPageBreak/>
        <w:t>261.3947</w:t>
      </w:r>
      <w:r>
        <w:tab/>
        <w:t>2.025e0</w:t>
      </w:r>
    </w:p>
    <w:p w:rsidR="007B2329" w:rsidRDefault="007B2329" w:rsidP="007B2329">
      <w:r>
        <w:t>261.4176</w:t>
      </w:r>
      <w:r>
        <w:tab/>
        <w:t>1.013e0</w:t>
      </w:r>
    </w:p>
    <w:p w:rsidR="007B2329" w:rsidRDefault="007B2329" w:rsidP="007B2329">
      <w:r>
        <w:t>261.4295</w:t>
      </w:r>
      <w:r>
        <w:tab/>
        <w:t>2.025e0</w:t>
      </w:r>
    </w:p>
    <w:p w:rsidR="007B2329" w:rsidRDefault="007B2329" w:rsidP="007B2329">
      <w:r>
        <w:t>261.4334</w:t>
      </w:r>
      <w:r>
        <w:tab/>
        <w:t>1.013e0</w:t>
      </w:r>
    </w:p>
    <w:p w:rsidR="007B2329" w:rsidRDefault="007B2329" w:rsidP="007B2329">
      <w:r>
        <w:t>261.4380</w:t>
      </w:r>
      <w:r>
        <w:tab/>
        <w:t>2.025e0</w:t>
      </w:r>
    </w:p>
    <w:p w:rsidR="007B2329" w:rsidRDefault="007B2329" w:rsidP="007B2329">
      <w:r>
        <w:t>261.4401</w:t>
      </w:r>
      <w:r>
        <w:tab/>
        <w:t>2.025e0</w:t>
      </w:r>
    </w:p>
    <w:p w:rsidR="007B2329" w:rsidRDefault="007B2329" w:rsidP="007B2329">
      <w:r>
        <w:t>261.4468</w:t>
      </w:r>
      <w:r>
        <w:tab/>
        <w:t>1.013e0</w:t>
      </w:r>
    </w:p>
    <w:p w:rsidR="007B2329" w:rsidRDefault="007B2329" w:rsidP="007B2329">
      <w:r>
        <w:t>261.4573</w:t>
      </w:r>
      <w:r>
        <w:tab/>
        <w:t>2.025e0</w:t>
      </w:r>
    </w:p>
    <w:p w:rsidR="007B2329" w:rsidRDefault="007B2329" w:rsidP="007B2329">
      <w:r>
        <w:t>261.4872</w:t>
      </w:r>
      <w:r>
        <w:tab/>
        <w:t>1.025e0</w:t>
      </w:r>
    </w:p>
    <w:p w:rsidR="007B2329" w:rsidRDefault="007B2329" w:rsidP="007B2329">
      <w:r>
        <w:t>261.4903</w:t>
      </w:r>
      <w:r>
        <w:tab/>
        <w:t>2.025e0</w:t>
      </w:r>
    </w:p>
    <w:p w:rsidR="007B2329" w:rsidRDefault="007B2329" w:rsidP="007B2329">
      <w:r>
        <w:t>261.4979</w:t>
      </w:r>
      <w:r>
        <w:tab/>
        <w:t>2.025e0</w:t>
      </w:r>
    </w:p>
    <w:p w:rsidR="007B2329" w:rsidRDefault="007B2329" w:rsidP="007B2329">
      <w:r>
        <w:t>261.5028</w:t>
      </w:r>
      <w:r>
        <w:tab/>
        <w:t>1.013e0</w:t>
      </w:r>
    </w:p>
    <w:p w:rsidR="007B2329" w:rsidRDefault="007B2329" w:rsidP="007B2329">
      <w:r>
        <w:t>261.5283</w:t>
      </w:r>
      <w:r>
        <w:tab/>
        <w:t>3.038e0</w:t>
      </w:r>
    </w:p>
    <w:p w:rsidR="007B2329" w:rsidRDefault="007B2329" w:rsidP="007B2329">
      <w:r>
        <w:t>261.5348</w:t>
      </w:r>
      <w:r>
        <w:tab/>
        <w:t>2.025e0</w:t>
      </w:r>
    </w:p>
    <w:p w:rsidR="007B2329" w:rsidRDefault="007B2329" w:rsidP="007B2329">
      <w:r>
        <w:t>261.5374</w:t>
      </w:r>
      <w:r>
        <w:tab/>
        <w:t>1.013e0</w:t>
      </w:r>
    </w:p>
    <w:p w:rsidR="007B2329" w:rsidRDefault="007B2329" w:rsidP="007B2329">
      <w:r>
        <w:t>261.5451</w:t>
      </w:r>
      <w:r>
        <w:tab/>
        <w:t>5.063e0</w:t>
      </w:r>
    </w:p>
    <w:p w:rsidR="007B2329" w:rsidRDefault="007B2329" w:rsidP="007B2329">
      <w:r>
        <w:t>261.5494</w:t>
      </w:r>
      <w:r>
        <w:tab/>
        <w:t>1.013e0</w:t>
      </w:r>
    </w:p>
    <w:p w:rsidR="007B2329" w:rsidRDefault="007B2329" w:rsidP="007B2329">
      <w:r>
        <w:t>261.5606</w:t>
      </w:r>
      <w:r>
        <w:tab/>
        <w:t>2.025e0</w:t>
      </w:r>
    </w:p>
    <w:p w:rsidR="007B2329" w:rsidRDefault="007B2329" w:rsidP="007B2329">
      <w:r>
        <w:t>261.5687</w:t>
      </w:r>
      <w:r>
        <w:tab/>
        <w:t>2.025e0</w:t>
      </w:r>
    </w:p>
    <w:p w:rsidR="007B2329" w:rsidRDefault="007B2329" w:rsidP="007B2329">
      <w:r>
        <w:lastRenderedPageBreak/>
        <w:t>261.5841</w:t>
      </w:r>
      <w:r>
        <w:tab/>
        <w:t>4.051e0</w:t>
      </w:r>
    </w:p>
    <w:p w:rsidR="007B2329" w:rsidRDefault="007B2329" w:rsidP="007B2329">
      <w:r>
        <w:t>261.6017</w:t>
      </w:r>
      <w:r>
        <w:tab/>
        <w:t>1.013e0</w:t>
      </w:r>
    </w:p>
    <w:p w:rsidR="007B2329" w:rsidRDefault="007B2329" w:rsidP="007B2329">
      <w:r>
        <w:t>261.6065</w:t>
      </w:r>
      <w:r>
        <w:tab/>
        <w:t>1.013e0</w:t>
      </w:r>
    </w:p>
    <w:p w:rsidR="007B2329" w:rsidRDefault="007B2329" w:rsidP="007B2329">
      <w:r>
        <w:t>261.6110</w:t>
      </w:r>
      <w:r>
        <w:tab/>
        <w:t>2.025e0</w:t>
      </w:r>
    </w:p>
    <w:p w:rsidR="007B2329" w:rsidRDefault="007B2329" w:rsidP="007B2329">
      <w:r>
        <w:t>261.6268</w:t>
      </w:r>
      <w:r>
        <w:tab/>
        <w:t>1.013e0</w:t>
      </w:r>
    </w:p>
    <w:p w:rsidR="007B2329" w:rsidRDefault="007B2329" w:rsidP="007B2329">
      <w:r>
        <w:t>261.6306</w:t>
      </w:r>
      <w:r>
        <w:tab/>
        <w:t>2.025e0</w:t>
      </w:r>
    </w:p>
    <w:p w:rsidR="007B2329" w:rsidRDefault="007B2329" w:rsidP="007B2329">
      <w:r>
        <w:t>261.6355</w:t>
      </w:r>
      <w:r>
        <w:tab/>
        <w:t>1.013e0</w:t>
      </w:r>
    </w:p>
    <w:p w:rsidR="007B2329" w:rsidRDefault="007B2329" w:rsidP="007B2329">
      <w:r>
        <w:t>261.6403</w:t>
      </w:r>
      <w:r>
        <w:tab/>
        <w:t>1.013e0</w:t>
      </w:r>
    </w:p>
    <w:p w:rsidR="007B2329" w:rsidRDefault="007B2329" w:rsidP="007B2329">
      <w:r>
        <w:t>261.6453</w:t>
      </w:r>
      <w:r>
        <w:tab/>
        <w:t>1.013e0</w:t>
      </w:r>
    </w:p>
    <w:p w:rsidR="007B2329" w:rsidRDefault="007B2329" w:rsidP="007B2329">
      <w:r>
        <w:t>261.6496</w:t>
      </w:r>
      <w:r>
        <w:tab/>
        <w:t>1.013e0</w:t>
      </w:r>
    </w:p>
    <w:p w:rsidR="007B2329" w:rsidRDefault="007B2329" w:rsidP="007B2329">
      <w:r>
        <w:t>261.6655</w:t>
      </w:r>
      <w:r>
        <w:tab/>
        <w:t>1.013e0</w:t>
      </w:r>
    </w:p>
    <w:p w:rsidR="007B2329" w:rsidRDefault="007B2329" w:rsidP="007B2329">
      <w:r>
        <w:t>261.6694</w:t>
      </w:r>
      <w:r>
        <w:tab/>
        <w:t>1.013e0</w:t>
      </w:r>
    </w:p>
    <w:p w:rsidR="007B2329" w:rsidRDefault="007B2329" w:rsidP="007B2329">
      <w:r>
        <w:t>261.6920</w:t>
      </w:r>
      <w:r>
        <w:tab/>
        <w:t>1.013e0</w:t>
      </w:r>
    </w:p>
    <w:p w:rsidR="007B2329" w:rsidRDefault="007B2329" w:rsidP="007B2329">
      <w:r>
        <w:t>261.6981</w:t>
      </w:r>
      <w:r>
        <w:tab/>
        <w:t>2.025e0</w:t>
      </w:r>
    </w:p>
    <w:p w:rsidR="007B2329" w:rsidRDefault="007B2329" w:rsidP="007B2329">
      <w:r>
        <w:t>261.7023</w:t>
      </w:r>
      <w:r>
        <w:tab/>
        <w:t>2.025e0</w:t>
      </w:r>
    </w:p>
    <w:p w:rsidR="007B2329" w:rsidRDefault="007B2329" w:rsidP="007B2329">
      <w:r>
        <w:t>261.7041</w:t>
      </w:r>
      <w:r>
        <w:tab/>
        <w:t>1.013e0</w:t>
      </w:r>
    </w:p>
    <w:p w:rsidR="007B2329" w:rsidRDefault="007B2329" w:rsidP="007B2329">
      <w:r>
        <w:t>261.7178</w:t>
      </w:r>
      <w:r>
        <w:tab/>
        <w:t>1.013e0</w:t>
      </w:r>
    </w:p>
    <w:p w:rsidR="007B2329" w:rsidRDefault="007B2329" w:rsidP="007B2329">
      <w:r>
        <w:t>261.7227</w:t>
      </w:r>
      <w:r>
        <w:tab/>
        <w:t>1.013e0</w:t>
      </w:r>
    </w:p>
    <w:p w:rsidR="007B2329" w:rsidRDefault="007B2329" w:rsidP="007B2329">
      <w:r>
        <w:t>261.7428</w:t>
      </w:r>
      <w:r>
        <w:tab/>
        <w:t>1.013e0</w:t>
      </w:r>
    </w:p>
    <w:p w:rsidR="007B2329" w:rsidRDefault="007B2329" w:rsidP="007B2329">
      <w:r>
        <w:lastRenderedPageBreak/>
        <w:t>261.7468</w:t>
      </w:r>
      <w:r>
        <w:tab/>
        <w:t>1.013e0</w:t>
      </w:r>
    </w:p>
    <w:p w:rsidR="007B2329" w:rsidRDefault="007B2329" w:rsidP="007B2329">
      <w:r>
        <w:t>261.7565</w:t>
      </w:r>
      <w:r>
        <w:tab/>
        <w:t>1.013e0</w:t>
      </w:r>
    </w:p>
    <w:p w:rsidR="007B2329" w:rsidRDefault="007B2329" w:rsidP="007B2329">
      <w:r>
        <w:t>261.7655</w:t>
      </w:r>
      <w:r>
        <w:tab/>
        <w:t>4.051e0</w:t>
      </w:r>
    </w:p>
    <w:p w:rsidR="007B2329" w:rsidRDefault="007B2329" w:rsidP="007B2329">
      <w:r>
        <w:t>261.7775</w:t>
      </w:r>
      <w:r>
        <w:tab/>
        <w:t>1.013e0</w:t>
      </w:r>
    </w:p>
    <w:p w:rsidR="007B2329" w:rsidRDefault="007B2329" w:rsidP="007B2329">
      <w:r>
        <w:t>261.7814</w:t>
      </w:r>
      <w:r>
        <w:tab/>
        <w:t>1.013e0</w:t>
      </w:r>
    </w:p>
    <w:p w:rsidR="007B2329" w:rsidRDefault="007B2329" w:rsidP="007B2329">
      <w:r>
        <w:t>261.7904</w:t>
      </w:r>
      <w:r>
        <w:tab/>
        <w:t>1.013e0</w:t>
      </w:r>
    </w:p>
    <w:p w:rsidR="007B2329" w:rsidRDefault="007B2329" w:rsidP="007B2329">
      <w:r>
        <w:t>261.8027</w:t>
      </w:r>
      <w:r>
        <w:tab/>
        <w:t>2.025e0</w:t>
      </w:r>
    </w:p>
    <w:p w:rsidR="007B2329" w:rsidRDefault="007B2329" w:rsidP="007B2329">
      <w:r>
        <w:t>261.8081</w:t>
      </w:r>
      <w:r>
        <w:tab/>
        <w:t>1.013e0</w:t>
      </w:r>
    </w:p>
    <w:p w:rsidR="007B2329" w:rsidRDefault="007B2329" w:rsidP="007B2329">
      <w:r>
        <w:t>261.8162</w:t>
      </w:r>
      <w:r>
        <w:tab/>
        <w:t>1.013e0</w:t>
      </w:r>
    </w:p>
    <w:p w:rsidR="007B2329" w:rsidRDefault="007B2329" w:rsidP="007B2329">
      <w:r>
        <w:t>261.8278</w:t>
      </w:r>
      <w:r>
        <w:tab/>
        <w:t>2.025e0</w:t>
      </w:r>
    </w:p>
    <w:p w:rsidR="007B2329" w:rsidRDefault="007B2329" w:rsidP="007B2329">
      <w:r>
        <w:t>261.8292</w:t>
      </w:r>
      <w:r>
        <w:tab/>
        <w:t>1.013e0</w:t>
      </w:r>
    </w:p>
    <w:p w:rsidR="007B2329" w:rsidRDefault="007B2329" w:rsidP="007B2329">
      <w:r>
        <w:t>261.8429</w:t>
      </w:r>
      <w:r>
        <w:tab/>
        <w:t>1.013e0</w:t>
      </w:r>
    </w:p>
    <w:p w:rsidR="007B2329" w:rsidRDefault="007B2329" w:rsidP="007B2329">
      <w:r>
        <w:t>261.8452</w:t>
      </w:r>
      <w:r>
        <w:tab/>
        <w:t>5.063e0</w:t>
      </w:r>
    </w:p>
    <w:p w:rsidR="007B2329" w:rsidRDefault="007B2329" w:rsidP="007B2329">
      <w:r>
        <w:t>261.8467</w:t>
      </w:r>
      <w:r>
        <w:tab/>
        <w:t>1.013e0</w:t>
      </w:r>
    </w:p>
    <w:p w:rsidR="007B2329" w:rsidRDefault="007B2329" w:rsidP="007B2329">
      <w:r>
        <w:t>261.8508</w:t>
      </w:r>
      <w:r>
        <w:tab/>
        <w:t>3.038e0</w:t>
      </w:r>
    </w:p>
    <w:p w:rsidR="007B2329" w:rsidRDefault="007B2329" w:rsidP="007B2329">
      <w:r>
        <w:t>261.8632</w:t>
      </w:r>
      <w:r>
        <w:tab/>
        <w:t>1.013e0</w:t>
      </w:r>
    </w:p>
    <w:p w:rsidR="007B2329" w:rsidRDefault="007B2329" w:rsidP="007B2329">
      <w:r>
        <w:t>261.8728</w:t>
      </w:r>
      <w:r>
        <w:tab/>
        <w:t>1.013e0</w:t>
      </w:r>
    </w:p>
    <w:p w:rsidR="007B2329" w:rsidRDefault="007B2329" w:rsidP="007B2329">
      <w:r>
        <w:t>261.8781</w:t>
      </w:r>
      <w:r>
        <w:tab/>
        <w:t>3.038e0</w:t>
      </w:r>
    </w:p>
    <w:p w:rsidR="007B2329" w:rsidRDefault="007B2329" w:rsidP="007B2329">
      <w:r>
        <w:t>261.8816</w:t>
      </w:r>
      <w:r>
        <w:tab/>
        <w:t>1.013e0</w:t>
      </w:r>
    </w:p>
    <w:p w:rsidR="007B2329" w:rsidRDefault="007B2329" w:rsidP="007B2329">
      <w:r>
        <w:lastRenderedPageBreak/>
        <w:t>261.9036</w:t>
      </w:r>
      <w:r>
        <w:tab/>
        <w:t>3.038e0</w:t>
      </w:r>
    </w:p>
    <w:p w:rsidR="007B2329" w:rsidRDefault="007B2329" w:rsidP="007B2329">
      <w:r>
        <w:t>261.9135</w:t>
      </w:r>
      <w:r>
        <w:tab/>
        <w:t>2.025e0</w:t>
      </w:r>
    </w:p>
    <w:p w:rsidR="007B2329" w:rsidRDefault="007B2329" w:rsidP="007B2329">
      <w:r>
        <w:t>261.9164</w:t>
      </w:r>
      <w:r>
        <w:tab/>
        <w:t>1.013e0</w:t>
      </w:r>
    </w:p>
    <w:p w:rsidR="007B2329" w:rsidRDefault="007B2329" w:rsidP="007B2329">
      <w:r>
        <w:t>261.9242</w:t>
      </w:r>
      <w:r>
        <w:tab/>
        <w:t>2.025e0</w:t>
      </w:r>
    </w:p>
    <w:p w:rsidR="007B2329" w:rsidRDefault="007B2329" w:rsidP="007B2329">
      <w:r>
        <w:t>261.9406</w:t>
      </w:r>
      <w:r>
        <w:tab/>
        <w:t>2.025e0</w:t>
      </w:r>
    </w:p>
    <w:p w:rsidR="007B2329" w:rsidRDefault="007B2329" w:rsidP="007B2329">
      <w:r>
        <w:t>261.9455</w:t>
      </w:r>
      <w:r>
        <w:tab/>
        <w:t>1.013e0</w:t>
      </w:r>
    </w:p>
    <w:p w:rsidR="007B2329" w:rsidRDefault="007B2329" w:rsidP="007B2329">
      <w:r>
        <w:t>261.9491</w:t>
      </w:r>
      <w:r>
        <w:tab/>
        <w:t>2.025e0</w:t>
      </w:r>
    </w:p>
    <w:p w:rsidR="007B2329" w:rsidRDefault="007B2329" w:rsidP="007B2329">
      <w:r>
        <w:t>261.9550</w:t>
      </w:r>
      <w:r>
        <w:tab/>
        <w:t>1.013e0</w:t>
      </w:r>
    </w:p>
    <w:p w:rsidR="007B2329" w:rsidRDefault="007B2329" w:rsidP="007B2329">
      <w:r>
        <w:t>261.9670</w:t>
      </w:r>
      <w:r>
        <w:tab/>
        <w:t>1.013e0</w:t>
      </w:r>
    </w:p>
    <w:p w:rsidR="007B2329" w:rsidRDefault="007B2329" w:rsidP="007B2329">
      <w:r>
        <w:t>261.9830</w:t>
      </w:r>
      <w:r>
        <w:tab/>
        <w:t>3.363e0</w:t>
      </w:r>
    </w:p>
    <w:p w:rsidR="007B2329" w:rsidRDefault="007B2329" w:rsidP="007B2329">
      <w:r>
        <w:t>261.9891</w:t>
      </w:r>
      <w:r>
        <w:tab/>
        <w:t>1.013e0</w:t>
      </w:r>
    </w:p>
    <w:p w:rsidR="007B2329" w:rsidRDefault="007B2329" w:rsidP="007B2329">
      <w:r>
        <w:t>261.9981</w:t>
      </w:r>
      <w:r>
        <w:tab/>
        <w:t>4.089e0</w:t>
      </w:r>
    </w:p>
    <w:p w:rsidR="007B2329" w:rsidRDefault="007B2329" w:rsidP="007B2329">
      <w:r>
        <w:t>261.9993</w:t>
      </w:r>
      <w:r>
        <w:tab/>
        <w:t>7.089e0</w:t>
      </w:r>
    </w:p>
    <w:p w:rsidR="007B2329" w:rsidRDefault="007B2329" w:rsidP="007B2329">
      <w:r>
        <w:t>262.0009</w:t>
      </w:r>
      <w:r>
        <w:tab/>
        <w:t>4.051e0</w:t>
      </w:r>
    </w:p>
    <w:p w:rsidR="007B2329" w:rsidRDefault="007B2329" w:rsidP="007B2329">
      <w:r>
        <w:t>262.0055</w:t>
      </w:r>
      <w:r>
        <w:tab/>
        <w:t>1.316e1</w:t>
      </w:r>
    </w:p>
    <w:p w:rsidR="007B2329" w:rsidRDefault="007B2329" w:rsidP="007B2329">
      <w:r>
        <w:t>262.0098</w:t>
      </w:r>
      <w:r>
        <w:tab/>
        <w:t>7.127e0</w:t>
      </w:r>
    </w:p>
    <w:p w:rsidR="007B2329" w:rsidRDefault="007B2329" w:rsidP="007B2329">
      <w:r>
        <w:t>262.0129</w:t>
      </w:r>
      <w:r>
        <w:tab/>
        <w:t>3.597e0</w:t>
      </w:r>
    </w:p>
    <w:p w:rsidR="007B2329" w:rsidRDefault="007B2329" w:rsidP="007B2329">
      <w:r>
        <w:t>262.0403</w:t>
      </w:r>
      <w:r>
        <w:tab/>
        <w:t>1.013e0</w:t>
      </w:r>
    </w:p>
    <w:p w:rsidR="007B2329" w:rsidRDefault="007B2329" w:rsidP="007B2329">
      <w:r>
        <w:t>262.0443</w:t>
      </w:r>
      <w:r>
        <w:tab/>
        <w:t>2.025e0</w:t>
      </w:r>
    </w:p>
    <w:p w:rsidR="007B2329" w:rsidRDefault="007B2329" w:rsidP="007B2329">
      <w:r>
        <w:lastRenderedPageBreak/>
        <w:t>262.0521</w:t>
      </w:r>
      <w:r>
        <w:tab/>
        <w:t>1.013e0</w:t>
      </w:r>
    </w:p>
    <w:p w:rsidR="007B2329" w:rsidRDefault="007B2329" w:rsidP="007B2329">
      <w:r>
        <w:t>262.0639</w:t>
      </w:r>
      <w:r>
        <w:tab/>
        <w:t>3.038e0</w:t>
      </w:r>
    </w:p>
    <w:p w:rsidR="007B2329" w:rsidRDefault="007B2329" w:rsidP="007B2329">
      <w:r>
        <w:t>262.0666</w:t>
      </w:r>
      <w:r>
        <w:tab/>
        <w:t>1.013e0</w:t>
      </w:r>
    </w:p>
    <w:p w:rsidR="007B2329" w:rsidRDefault="007B2329" w:rsidP="007B2329">
      <w:r>
        <w:t>262.0770</w:t>
      </w:r>
      <w:r>
        <w:tab/>
        <w:t>2.025e0</w:t>
      </w:r>
    </w:p>
    <w:p w:rsidR="007B2329" w:rsidRDefault="007B2329" w:rsidP="007B2329">
      <w:r>
        <w:t>262.0830</w:t>
      </w:r>
      <w:r>
        <w:tab/>
        <w:t>1.013e0</w:t>
      </w:r>
    </w:p>
    <w:p w:rsidR="007B2329" w:rsidRDefault="007B2329" w:rsidP="007B2329">
      <w:r>
        <w:t>262.0869</w:t>
      </w:r>
      <w:r>
        <w:tab/>
        <w:t>1.013e0</w:t>
      </w:r>
    </w:p>
    <w:p w:rsidR="007B2329" w:rsidRDefault="007B2329" w:rsidP="007B2329">
      <w:r>
        <w:t>262.1006</w:t>
      </w:r>
      <w:r>
        <w:tab/>
        <w:t>1.013e0</w:t>
      </w:r>
    </w:p>
    <w:p w:rsidR="007B2329" w:rsidRDefault="007B2329" w:rsidP="007B2329">
      <w:r>
        <w:t>262.1133</w:t>
      </w:r>
      <w:r>
        <w:tab/>
        <w:t>3.038e0</w:t>
      </w:r>
    </w:p>
    <w:p w:rsidR="007B2329" w:rsidRDefault="007B2329" w:rsidP="007B2329">
      <w:r>
        <w:t>262.1274</w:t>
      </w:r>
      <w:r>
        <w:tab/>
        <w:t>2.025e0</w:t>
      </w:r>
    </w:p>
    <w:p w:rsidR="007B2329" w:rsidRDefault="007B2329" w:rsidP="007B2329">
      <w:r>
        <w:t>262.1297</w:t>
      </w:r>
      <w:r>
        <w:tab/>
        <w:t>1.013e0</w:t>
      </w:r>
    </w:p>
    <w:p w:rsidR="007B2329" w:rsidRDefault="007B2329" w:rsidP="007B2329">
      <w:r>
        <w:t>262.1327</w:t>
      </w:r>
      <w:r>
        <w:tab/>
        <w:t>5.063e0</w:t>
      </w:r>
    </w:p>
    <w:p w:rsidR="007B2329" w:rsidRDefault="007B2329" w:rsidP="007B2329">
      <w:r>
        <w:t>262.1345</w:t>
      </w:r>
      <w:r>
        <w:tab/>
        <w:t>1.013e0</w:t>
      </w:r>
    </w:p>
    <w:p w:rsidR="007B2329" w:rsidRDefault="007B2329" w:rsidP="007B2329">
      <w:r>
        <w:t>262.1542</w:t>
      </w:r>
      <w:r>
        <w:tab/>
        <w:t>3.038e0</w:t>
      </w:r>
    </w:p>
    <w:p w:rsidR="007B2329" w:rsidRDefault="007B2329" w:rsidP="007B2329">
      <w:r>
        <w:t>262.1553</w:t>
      </w:r>
      <w:r>
        <w:tab/>
        <w:t>6.076e0</w:t>
      </w:r>
    </w:p>
    <w:p w:rsidR="007B2329" w:rsidRDefault="007B2329" w:rsidP="007B2329">
      <w:r>
        <w:t>262.1604</w:t>
      </w:r>
      <w:r>
        <w:tab/>
        <w:t>1.013e0</w:t>
      </w:r>
    </w:p>
    <w:p w:rsidR="007B2329" w:rsidRDefault="007B2329" w:rsidP="007B2329">
      <w:r>
        <w:t>262.1684</w:t>
      </w:r>
      <w:r>
        <w:tab/>
        <w:t>2.025e0</w:t>
      </w:r>
    </w:p>
    <w:p w:rsidR="007B2329" w:rsidRDefault="007B2329" w:rsidP="007B2329">
      <w:r>
        <w:t>262.1756</w:t>
      </w:r>
      <w:r>
        <w:tab/>
        <w:t>2.025e0</w:t>
      </w:r>
    </w:p>
    <w:p w:rsidR="007B2329" w:rsidRDefault="007B2329" w:rsidP="007B2329">
      <w:r>
        <w:t>262.1991</w:t>
      </w:r>
      <w:r>
        <w:tab/>
        <w:t>1.013e0</w:t>
      </w:r>
    </w:p>
    <w:p w:rsidR="007B2329" w:rsidRDefault="007B2329" w:rsidP="007B2329">
      <w:r>
        <w:t>262.2121</w:t>
      </w:r>
      <w:r>
        <w:tab/>
        <w:t>1.013e0</w:t>
      </w:r>
    </w:p>
    <w:p w:rsidR="007B2329" w:rsidRDefault="007B2329" w:rsidP="007B2329">
      <w:r>
        <w:lastRenderedPageBreak/>
        <w:t>262.2219</w:t>
      </w:r>
      <w:r>
        <w:tab/>
        <w:t>1.013e0</w:t>
      </w:r>
    </w:p>
    <w:p w:rsidR="007B2329" w:rsidRDefault="007B2329" w:rsidP="007B2329">
      <w:r>
        <w:t>262.2243</w:t>
      </w:r>
      <w:r>
        <w:tab/>
        <w:t>2.025e0</w:t>
      </w:r>
    </w:p>
    <w:p w:rsidR="007B2329" w:rsidRDefault="007B2329" w:rsidP="007B2329">
      <w:r>
        <w:t>262.2257</w:t>
      </w:r>
      <w:r>
        <w:tab/>
        <w:t>2.025e0</w:t>
      </w:r>
    </w:p>
    <w:p w:rsidR="007B2329" w:rsidRDefault="007B2329" w:rsidP="007B2329">
      <w:r>
        <w:t>262.2358</w:t>
      </w:r>
      <w:r>
        <w:tab/>
        <w:t>3.082e0</w:t>
      </w:r>
    </w:p>
    <w:p w:rsidR="007B2329" w:rsidRDefault="007B2329" w:rsidP="007B2329">
      <w:r>
        <w:t>262.2393</w:t>
      </w:r>
      <w:r>
        <w:tab/>
        <w:t>3.211e0</w:t>
      </w:r>
    </w:p>
    <w:p w:rsidR="007B2329" w:rsidRDefault="007B2329" w:rsidP="007B2329">
      <w:r>
        <w:t>262.2461</w:t>
      </w:r>
      <w:r>
        <w:tab/>
        <w:t>1.013e0</w:t>
      </w:r>
    </w:p>
    <w:p w:rsidR="007B2329" w:rsidRDefault="007B2329" w:rsidP="007B2329">
      <w:r>
        <w:t>262.2606</w:t>
      </w:r>
      <w:r>
        <w:tab/>
        <w:t>1.013e0</w:t>
      </w:r>
    </w:p>
    <w:p w:rsidR="007B2329" w:rsidRDefault="007B2329" w:rsidP="007B2329">
      <w:r>
        <w:t>262.2683</w:t>
      </w:r>
      <w:r>
        <w:tab/>
        <w:t>1.013e0</w:t>
      </w:r>
    </w:p>
    <w:p w:rsidR="007B2329" w:rsidRDefault="007B2329" w:rsidP="007B2329">
      <w:r>
        <w:t>262.2739</w:t>
      </w:r>
      <w:r>
        <w:tab/>
        <w:t>2.051e0</w:t>
      </w:r>
    </w:p>
    <w:p w:rsidR="007B2329" w:rsidRDefault="007B2329" w:rsidP="007B2329">
      <w:r>
        <w:t>262.2897</w:t>
      </w:r>
      <w:r>
        <w:tab/>
        <w:t>1.013e0</w:t>
      </w:r>
    </w:p>
    <w:p w:rsidR="007B2329" w:rsidRDefault="007B2329" w:rsidP="007B2329">
      <w:r>
        <w:t>262.2939</w:t>
      </w:r>
      <w:r>
        <w:tab/>
        <w:t>2.025e0</w:t>
      </w:r>
    </w:p>
    <w:p w:rsidR="007B2329" w:rsidRDefault="007B2329" w:rsidP="007B2329">
      <w:r>
        <w:t>262.3032</w:t>
      </w:r>
      <w:r>
        <w:tab/>
        <w:t>2.025e0</w:t>
      </w:r>
    </w:p>
    <w:p w:rsidR="007B2329" w:rsidRDefault="007B2329" w:rsidP="007B2329">
      <w:r>
        <w:t>262.3189</w:t>
      </w:r>
      <w:r>
        <w:tab/>
        <w:t>1.013e0</w:t>
      </w:r>
    </w:p>
    <w:p w:rsidR="007B2329" w:rsidRDefault="007B2329" w:rsidP="007B2329">
      <w:r>
        <w:t>262.3237</w:t>
      </w:r>
      <w:r>
        <w:tab/>
        <w:t>1.013e0</w:t>
      </w:r>
    </w:p>
    <w:p w:rsidR="007B2329" w:rsidRDefault="007B2329" w:rsidP="007B2329">
      <w:r>
        <w:t>262.3266</w:t>
      </w:r>
      <w:r>
        <w:tab/>
        <w:t>2.025e0</w:t>
      </w:r>
    </w:p>
    <w:p w:rsidR="007B2329" w:rsidRDefault="007B2329" w:rsidP="007B2329">
      <w:r>
        <w:t>262.3334</w:t>
      </w:r>
      <w:r>
        <w:tab/>
        <w:t>1.013e0</w:t>
      </w:r>
    </w:p>
    <w:p w:rsidR="007B2329" w:rsidRDefault="007B2329" w:rsidP="007B2329">
      <w:r>
        <w:t>262.3459</w:t>
      </w:r>
      <w:r>
        <w:tab/>
        <w:t>1.013e0</w:t>
      </w:r>
    </w:p>
    <w:p w:rsidR="007B2329" w:rsidRDefault="007B2329" w:rsidP="007B2329">
      <w:r>
        <w:t>262.3576</w:t>
      </w:r>
      <w:r>
        <w:tab/>
        <w:t>1.013e0</w:t>
      </w:r>
    </w:p>
    <w:p w:rsidR="007B2329" w:rsidRDefault="007B2329" w:rsidP="007B2329">
      <w:r>
        <w:t>262.3625</w:t>
      </w:r>
      <w:r>
        <w:tab/>
        <w:t>1.013e0</w:t>
      </w:r>
    </w:p>
    <w:p w:rsidR="007B2329" w:rsidRDefault="007B2329" w:rsidP="007B2329">
      <w:r>
        <w:lastRenderedPageBreak/>
        <w:t>262.3706</w:t>
      </w:r>
      <w:r>
        <w:tab/>
        <w:t>2.025e0</w:t>
      </w:r>
    </w:p>
    <w:p w:rsidR="007B2329" w:rsidRDefault="007B2329" w:rsidP="007B2329">
      <w:r>
        <w:t>262.3722</w:t>
      </w:r>
      <w:r>
        <w:tab/>
        <w:t>2.025e0</w:t>
      </w:r>
    </w:p>
    <w:p w:rsidR="007B2329" w:rsidRDefault="007B2329" w:rsidP="007B2329">
      <w:r>
        <w:t>262.3805</w:t>
      </w:r>
      <w:r>
        <w:tab/>
        <w:t>1.013e0</w:t>
      </w:r>
    </w:p>
    <w:p w:rsidR="007B2329" w:rsidRDefault="007B2329" w:rsidP="007B2329">
      <w:r>
        <w:t>262.3845</w:t>
      </w:r>
      <w:r>
        <w:tab/>
        <w:t>2.025e0</w:t>
      </w:r>
    </w:p>
    <w:p w:rsidR="007B2329" w:rsidRDefault="007B2329" w:rsidP="007B2329">
      <w:r>
        <w:t>262.3924</w:t>
      </w:r>
      <w:r>
        <w:tab/>
        <w:t>1.013e0</w:t>
      </w:r>
    </w:p>
    <w:p w:rsidR="007B2329" w:rsidRDefault="007B2329" w:rsidP="007B2329">
      <w:r>
        <w:t>262.4062</w:t>
      </w:r>
      <w:r>
        <w:tab/>
        <w:t>1.013e0</w:t>
      </w:r>
    </w:p>
    <w:p w:rsidR="007B2329" w:rsidRDefault="007B2329" w:rsidP="007B2329">
      <w:r>
        <w:t>262.4152</w:t>
      </w:r>
      <w:r>
        <w:tab/>
        <w:t>1.013e0</w:t>
      </w:r>
    </w:p>
    <w:p w:rsidR="007B2329" w:rsidRDefault="007B2329" w:rsidP="007B2329">
      <w:r>
        <w:t>262.4232</w:t>
      </w:r>
      <w:r>
        <w:tab/>
        <w:t>1.013e0</w:t>
      </w:r>
    </w:p>
    <w:p w:rsidR="007B2329" w:rsidRDefault="007B2329" w:rsidP="007B2329">
      <w:r>
        <w:t>262.4272</w:t>
      </w:r>
      <w:r>
        <w:tab/>
        <w:t>1.013e0</w:t>
      </w:r>
    </w:p>
    <w:p w:rsidR="007B2329" w:rsidRDefault="007B2329" w:rsidP="007B2329">
      <w:r>
        <w:t>262.4478</w:t>
      </w:r>
      <w:r>
        <w:tab/>
        <w:t>2.025e0</w:t>
      </w:r>
    </w:p>
    <w:p w:rsidR="007B2329" w:rsidRDefault="007B2329" w:rsidP="007B2329">
      <w:r>
        <w:t>262.4539</w:t>
      </w:r>
      <w:r>
        <w:tab/>
        <w:t>1.013e0</w:t>
      </w:r>
    </w:p>
    <w:p w:rsidR="007B2329" w:rsidRDefault="007B2329" w:rsidP="007B2329">
      <w:r>
        <w:t>262.4563</w:t>
      </w:r>
      <w:r>
        <w:tab/>
        <w:t>3.038e0</w:t>
      </w:r>
    </w:p>
    <w:p w:rsidR="007B2329" w:rsidRDefault="007B2329" w:rsidP="007B2329">
      <w:r>
        <w:t>262.4620</w:t>
      </w:r>
      <w:r>
        <w:tab/>
        <w:t>1.013e0</w:t>
      </w:r>
    </w:p>
    <w:p w:rsidR="007B2329" w:rsidRDefault="007B2329" w:rsidP="007B2329">
      <w:r>
        <w:t>262.4659</w:t>
      </w:r>
      <w:r>
        <w:tab/>
        <w:t>1.013e0</w:t>
      </w:r>
    </w:p>
    <w:p w:rsidR="007B2329" w:rsidRDefault="007B2329" w:rsidP="007B2329">
      <w:r>
        <w:t>262.4698</w:t>
      </w:r>
      <w:r>
        <w:tab/>
        <w:t>1.013e0</w:t>
      </w:r>
    </w:p>
    <w:p w:rsidR="007B2329" w:rsidRDefault="007B2329" w:rsidP="007B2329">
      <w:r>
        <w:t>262.4887</w:t>
      </w:r>
      <w:r>
        <w:tab/>
        <w:t>1.013e0</w:t>
      </w:r>
    </w:p>
    <w:p w:rsidR="007B2329" w:rsidRDefault="007B2329" w:rsidP="007B2329">
      <w:r>
        <w:t>262.4945</w:t>
      </w:r>
      <w:r>
        <w:tab/>
        <w:t>2.025e0</w:t>
      </w:r>
    </w:p>
    <w:p w:rsidR="007B2329" w:rsidRDefault="007B2329" w:rsidP="007B2329">
      <w:r>
        <w:t>262.5006</w:t>
      </w:r>
      <w:r>
        <w:tab/>
        <w:t>1.013e0</w:t>
      </w:r>
    </w:p>
    <w:p w:rsidR="007B2329" w:rsidRDefault="007B2329" w:rsidP="007B2329">
      <w:r>
        <w:t>262.5046</w:t>
      </w:r>
      <w:r>
        <w:tab/>
        <w:t>2.025e0</w:t>
      </w:r>
    </w:p>
    <w:p w:rsidR="007B2329" w:rsidRDefault="007B2329" w:rsidP="007B2329">
      <w:r>
        <w:lastRenderedPageBreak/>
        <w:t>262.5433</w:t>
      </w:r>
      <w:r>
        <w:tab/>
        <w:t>3.038e0</w:t>
      </w:r>
    </w:p>
    <w:p w:rsidR="007B2329" w:rsidRDefault="007B2329" w:rsidP="007B2329">
      <w:r>
        <w:t>262.5566</w:t>
      </w:r>
      <w:r>
        <w:tab/>
        <w:t>1.013e0</w:t>
      </w:r>
    </w:p>
    <w:p w:rsidR="007B2329" w:rsidRDefault="007B2329" w:rsidP="007B2329">
      <w:r>
        <w:t>262.5578</w:t>
      </w:r>
      <w:r>
        <w:tab/>
        <w:t>3.038e0</w:t>
      </w:r>
    </w:p>
    <w:p w:rsidR="007B2329" w:rsidRDefault="007B2329" w:rsidP="007B2329">
      <w:r>
        <w:t>262.5700</w:t>
      </w:r>
      <w:r>
        <w:tab/>
        <w:t>1.013e0</w:t>
      </w:r>
    </w:p>
    <w:p w:rsidR="007B2329" w:rsidRDefault="007B2329" w:rsidP="007B2329">
      <w:r>
        <w:t>262.5820</w:t>
      </w:r>
      <w:r>
        <w:tab/>
        <w:t>3.038e0</w:t>
      </w:r>
    </w:p>
    <w:p w:rsidR="007B2329" w:rsidRDefault="007B2329" w:rsidP="007B2329">
      <w:r>
        <w:t>262.5956</w:t>
      </w:r>
      <w:r>
        <w:tab/>
        <w:t>1.013e0</w:t>
      </w:r>
    </w:p>
    <w:p w:rsidR="007B2329" w:rsidRDefault="007B2329" w:rsidP="007B2329">
      <w:r>
        <w:t>262.6003</w:t>
      </w:r>
      <w:r>
        <w:tab/>
        <w:t>1.013e0</w:t>
      </w:r>
    </w:p>
    <w:p w:rsidR="007B2329" w:rsidRDefault="007B2329" w:rsidP="007B2329">
      <w:r>
        <w:t>262.6048</w:t>
      </w:r>
      <w:r>
        <w:tab/>
        <w:t>1.013e0</w:t>
      </w:r>
    </w:p>
    <w:p w:rsidR="007B2329" w:rsidRDefault="007B2329" w:rsidP="007B2329">
      <w:r>
        <w:t>262.6247</w:t>
      </w:r>
      <w:r>
        <w:tab/>
        <w:t>2.025e0</w:t>
      </w:r>
    </w:p>
    <w:p w:rsidR="007B2329" w:rsidRDefault="007B2329" w:rsidP="007B2329">
      <w:r>
        <w:t>262.6268</w:t>
      </w:r>
      <w:r>
        <w:tab/>
        <w:t>2.025e0</w:t>
      </w:r>
    </w:p>
    <w:p w:rsidR="007B2329" w:rsidRDefault="007B2329" w:rsidP="007B2329">
      <w:r>
        <w:t>262.6341</w:t>
      </w:r>
      <w:r>
        <w:tab/>
        <w:t>2.025e0</w:t>
      </w:r>
    </w:p>
    <w:p w:rsidR="007B2329" w:rsidRDefault="007B2329" w:rsidP="007B2329">
      <w:r>
        <w:t>262.6431</w:t>
      </w:r>
      <w:r>
        <w:tab/>
        <w:t>3.038e0</w:t>
      </w:r>
    </w:p>
    <w:p w:rsidR="007B2329" w:rsidRDefault="007B2329" w:rsidP="007B2329">
      <w:r>
        <w:t>262.6594</w:t>
      </w:r>
      <w:r>
        <w:tab/>
        <w:t>2.025e0</w:t>
      </w:r>
    </w:p>
    <w:p w:rsidR="007B2329" w:rsidRDefault="007B2329" w:rsidP="007B2329">
      <w:r>
        <w:t>262.6611</w:t>
      </w:r>
      <w:r>
        <w:tab/>
        <w:t>1.025e0</w:t>
      </w:r>
    </w:p>
    <w:p w:rsidR="007B2329" w:rsidRDefault="007B2329" w:rsidP="007B2329">
      <w:r>
        <w:t>262.6635</w:t>
      </w:r>
      <w:r>
        <w:tab/>
        <w:t>1.013e0</w:t>
      </w:r>
    </w:p>
    <w:p w:rsidR="007B2329" w:rsidRDefault="007B2329" w:rsidP="007B2329">
      <w:r>
        <w:t>262.6772</w:t>
      </w:r>
      <w:r>
        <w:tab/>
        <w:t>2.025e0</w:t>
      </w:r>
    </w:p>
    <w:p w:rsidR="007B2329" w:rsidRDefault="007B2329" w:rsidP="007B2329">
      <w:r>
        <w:t>262.6981</w:t>
      </w:r>
      <w:r>
        <w:tab/>
        <w:t>1.013e0</w:t>
      </w:r>
    </w:p>
    <w:p w:rsidR="007B2329" w:rsidRDefault="007B2329" w:rsidP="007B2329">
      <w:r>
        <w:t>262.7032</w:t>
      </w:r>
      <w:r>
        <w:tab/>
        <w:t>1.025e0</w:t>
      </w:r>
    </w:p>
    <w:p w:rsidR="007B2329" w:rsidRDefault="007B2329" w:rsidP="007B2329">
      <w:r>
        <w:t>262.7121</w:t>
      </w:r>
      <w:r>
        <w:tab/>
        <w:t>1.013e0</w:t>
      </w:r>
    </w:p>
    <w:p w:rsidR="007B2329" w:rsidRDefault="007B2329" w:rsidP="007B2329">
      <w:r>
        <w:lastRenderedPageBreak/>
        <w:t>262.7270</w:t>
      </w:r>
      <w:r>
        <w:tab/>
        <w:t>1.025e0</w:t>
      </w:r>
    </w:p>
    <w:p w:rsidR="007B2329" w:rsidRDefault="007B2329" w:rsidP="007B2329">
      <w:r>
        <w:t>262.7289</w:t>
      </w:r>
      <w:r>
        <w:tab/>
        <w:t>1.013e0</w:t>
      </w:r>
    </w:p>
    <w:p w:rsidR="007B2329" w:rsidRDefault="007B2329" w:rsidP="007B2329">
      <w:r>
        <w:t>262.7329</w:t>
      </w:r>
      <w:r>
        <w:tab/>
        <w:t>1.013e0</w:t>
      </w:r>
    </w:p>
    <w:p w:rsidR="007B2329" w:rsidRDefault="007B2329" w:rsidP="007B2329">
      <w:r>
        <w:t>262.7368</w:t>
      </w:r>
      <w:r>
        <w:tab/>
        <w:t>1.013e0</w:t>
      </w:r>
    </w:p>
    <w:p w:rsidR="007B2329" w:rsidRDefault="007B2329" w:rsidP="007B2329">
      <w:r>
        <w:t>262.7538</w:t>
      </w:r>
      <w:r>
        <w:tab/>
        <w:t>3.038e0</w:t>
      </w:r>
    </w:p>
    <w:p w:rsidR="007B2329" w:rsidRDefault="007B2329" w:rsidP="007B2329">
      <w:r>
        <w:t>262.7558</w:t>
      </w:r>
      <w:r>
        <w:tab/>
        <w:t>1.013e0</w:t>
      </w:r>
    </w:p>
    <w:p w:rsidR="007B2329" w:rsidRDefault="007B2329" w:rsidP="007B2329">
      <w:r>
        <w:t>262.7636</w:t>
      </w:r>
      <w:r>
        <w:tab/>
        <w:t>2.025e0</w:t>
      </w:r>
    </w:p>
    <w:p w:rsidR="007B2329" w:rsidRDefault="007B2329" w:rsidP="007B2329">
      <w:r>
        <w:t>262.7656</w:t>
      </w:r>
      <w:r>
        <w:tab/>
        <w:t>2.025e0</w:t>
      </w:r>
    </w:p>
    <w:p w:rsidR="007B2329" w:rsidRDefault="007B2329" w:rsidP="007B2329">
      <w:r>
        <w:t>262.7676</w:t>
      </w:r>
      <w:r>
        <w:tab/>
        <w:t>1.013e0</w:t>
      </w:r>
    </w:p>
    <w:p w:rsidR="007B2329" w:rsidRDefault="007B2329" w:rsidP="007B2329">
      <w:r>
        <w:t>262.7945</w:t>
      </w:r>
      <w:r>
        <w:tab/>
        <w:t>1.013e0</w:t>
      </w:r>
    </w:p>
    <w:p w:rsidR="007B2329" w:rsidRDefault="007B2329" w:rsidP="007B2329">
      <w:r>
        <w:t>262.7983</w:t>
      </w:r>
      <w:r>
        <w:tab/>
        <w:t>1.013e0</w:t>
      </w:r>
    </w:p>
    <w:p w:rsidR="007B2329" w:rsidRDefault="007B2329" w:rsidP="007B2329">
      <w:r>
        <w:t>262.8131</w:t>
      </w:r>
      <w:r>
        <w:tab/>
        <w:t>3.038e0</w:t>
      </w:r>
    </w:p>
    <w:p w:rsidR="007B2329" w:rsidRDefault="007B2329" w:rsidP="007B2329">
      <w:r>
        <w:t>262.8196</w:t>
      </w:r>
      <w:r>
        <w:tab/>
        <w:t>2.025e0</w:t>
      </w:r>
    </w:p>
    <w:p w:rsidR="007B2329" w:rsidRDefault="007B2329" w:rsidP="007B2329">
      <w:r>
        <w:t>262.8239</w:t>
      </w:r>
      <w:r>
        <w:tab/>
        <w:t>1.013e0</w:t>
      </w:r>
    </w:p>
    <w:p w:rsidR="007B2329" w:rsidRDefault="007B2329" w:rsidP="007B2329">
      <w:r>
        <w:t>262.8271</w:t>
      </w:r>
      <w:r>
        <w:tab/>
        <w:t>2.025e0</w:t>
      </w:r>
    </w:p>
    <w:p w:rsidR="007B2329" w:rsidRDefault="007B2329" w:rsidP="007B2329">
      <w:r>
        <w:t>262.8332</w:t>
      </w:r>
      <w:r>
        <w:tab/>
        <w:t>1.013e0</w:t>
      </w:r>
    </w:p>
    <w:p w:rsidR="007B2329" w:rsidRDefault="007B2329" w:rsidP="007B2329">
      <w:r>
        <w:t>262.8470</w:t>
      </w:r>
      <w:r>
        <w:tab/>
        <w:t>1.675e0</w:t>
      </w:r>
    </w:p>
    <w:p w:rsidR="007B2329" w:rsidRDefault="007B2329" w:rsidP="007B2329">
      <w:r>
        <w:t>262.8569</w:t>
      </w:r>
      <w:r>
        <w:tab/>
        <w:t>3.038e0</w:t>
      </w:r>
    </w:p>
    <w:p w:rsidR="007B2329" w:rsidRDefault="007B2329" w:rsidP="007B2329">
      <w:r>
        <w:t>262.8627</w:t>
      </w:r>
      <w:r>
        <w:tab/>
        <w:t>1.013e0</w:t>
      </w:r>
    </w:p>
    <w:p w:rsidR="007B2329" w:rsidRDefault="007B2329" w:rsidP="007B2329">
      <w:r>
        <w:lastRenderedPageBreak/>
        <w:t>262.8676</w:t>
      </w:r>
      <w:r>
        <w:tab/>
        <w:t>1.013e0</w:t>
      </w:r>
    </w:p>
    <w:p w:rsidR="007B2329" w:rsidRDefault="007B2329" w:rsidP="007B2329">
      <w:r>
        <w:t>262.8838</w:t>
      </w:r>
      <w:r>
        <w:tab/>
        <w:t>2.025e0</w:t>
      </w:r>
    </w:p>
    <w:p w:rsidR="007B2329" w:rsidRDefault="007B2329" w:rsidP="007B2329">
      <w:r>
        <w:t>262.9072</w:t>
      </w:r>
      <w:r>
        <w:tab/>
        <w:t>2.025e0</w:t>
      </w:r>
    </w:p>
    <w:p w:rsidR="007B2329" w:rsidRDefault="007B2329" w:rsidP="007B2329">
      <w:r>
        <w:t>262.9417</w:t>
      </w:r>
      <w:r>
        <w:tab/>
        <w:t>3.038e0</w:t>
      </w:r>
    </w:p>
    <w:p w:rsidR="007B2329" w:rsidRDefault="007B2329" w:rsidP="007B2329">
      <w:r>
        <w:t>262.9432</w:t>
      </w:r>
      <w:r>
        <w:tab/>
        <w:t>2.025e0</w:t>
      </w:r>
    </w:p>
    <w:p w:rsidR="007B2329" w:rsidRDefault="007B2329" w:rsidP="007B2329">
      <w:r>
        <w:t>262.9479</w:t>
      </w:r>
      <w:r>
        <w:tab/>
        <w:t>1.025e0</w:t>
      </w:r>
    </w:p>
    <w:p w:rsidR="007B2329" w:rsidRDefault="007B2329" w:rsidP="007B2329">
      <w:r>
        <w:t>262.9493</w:t>
      </w:r>
      <w:r>
        <w:tab/>
        <w:t>2.025e0</w:t>
      </w:r>
    </w:p>
    <w:p w:rsidR="007B2329" w:rsidRDefault="007B2329" w:rsidP="007B2329">
      <w:r>
        <w:t>262.9651</w:t>
      </w:r>
      <w:r>
        <w:tab/>
        <w:t>1.013e0</w:t>
      </w:r>
    </w:p>
    <w:p w:rsidR="007B2329" w:rsidRDefault="007B2329" w:rsidP="007B2329">
      <w:r>
        <w:t>262.9909</w:t>
      </w:r>
      <w:r>
        <w:tab/>
        <w:t>5.063e0</w:t>
      </w:r>
    </w:p>
    <w:p w:rsidR="007B2329" w:rsidRDefault="007B2329" w:rsidP="007B2329">
      <w:r>
        <w:t>263.0012</w:t>
      </w:r>
      <w:r>
        <w:tab/>
        <w:t>2.101e0</w:t>
      </w:r>
    </w:p>
    <w:p w:rsidR="007B2329" w:rsidRDefault="007B2329" w:rsidP="007B2329">
      <w:r>
        <w:t>263.0050</w:t>
      </w:r>
      <w:r>
        <w:tab/>
        <w:t>1.412e1</w:t>
      </w:r>
    </w:p>
    <w:p w:rsidR="007B2329" w:rsidRDefault="007B2329" w:rsidP="007B2329">
      <w:r>
        <w:t>263.0094</w:t>
      </w:r>
      <w:r>
        <w:tab/>
        <w:t>5.063e0</w:t>
      </w:r>
    </w:p>
    <w:p w:rsidR="007B2329" w:rsidRDefault="007B2329" w:rsidP="007B2329">
      <w:r>
        <w:t>263.0116</w:t>
      </w:r>
      <w:r>
        <w:tab/>
        <w:t>6.638e0</w:t>
      </w:r>
    </w:p>
    <w:p w:rsidR="007B2329" w:rsidRDefault="007B2329" w:rsidP="007B2329">
      <w:r>
        <w:t>263.0134</w:t>
      </w:r>
      <w:r>
        <w:tab/>
        <w:t>1.013e0</w:t>
      </w:r>
    </w:p>
    <w:p w:rsidR="007B2329" w:rsidRDefault="007B2329" w:rsidP="007B2329">
      <w:r>
        <w:t>263.0163</w:t>
      </w:r>
      <w:r>
        <w:tab/>
        <w:t>3.038e0</w:t>
      </w:r>
    </w:p>
    <w:p w:rsidR="007B2329" w:rsidRDefault="007B2329" w:rsidP="007B2329">
      <w:r>
        <w:t>263.0253</w:t>
      </w:r>
      <w:r>
        <w:tab/>
        <w:t>5.063e0</w:t>
      </w:r>
    </w:p>
    <w:p w:rsidR="007B2329" w:rsidRDefault="007B2329" w:rsidP="007B2329">
      <w:r>
        <w:t>263.0365</w:t>
      </w:r>
      <w:r>
        <w:tab/>
        <w:t>2.025e0</w:t>
      </w:r>
    </w:p>
    <w:p w:rsidR="007B2329" w:rsidRDefault="007B2329" w:rsidP="007B2329">
      <w:r>
        <w:t>263.0381</w:t>
      </w:r>
      <w:r>
        <w:tab/>
        <w:t>3.038e0</w:t>
      </w:r>
    </w:p>
    <w:p w:rsidR="007B2329" w:rsidRDefault="007B2329" w:rsidP="007B2329">
      <w:r>
        <w:t>263.0419</w:t>
      </w:r>
      <w:r>
        <w:tab/>
        <w:t>2.025e0</w:t>
      </w:r>
    </w:p>
    <w:p w:rsidR="007B2329" w:rsidRDefault="007B2329" w:rsidP="007B2329">
      <w:r>
        <w:lastRenderedPageBreak/>
        <w:t>263.0572</w:t>
      </w:r>
      <w:r>
        <w:tab/>
        <w:t>1.013e0</w:t>
      </w:r>
    </w:p>
    <w:p w:rsidR="007B2329" w:rsidRDefault="007B2329" w:rsidP="007B2329">
      <w:r>
        <w:t>263.0694</w:t>
      </w:r>
      <w:r>
        <w:tab/>
        <w:t>3.038e0</w:t>
      </w:r>
    </w:p>
    <w:p w:rsidR="007B2329" w:rsidRDefault="007B2329" w:rsidP="007B2329">
      <w:r>
        <w:t>263.0888</w:t>
      </w:r>
      <w:r>
        <w:tab/>
        <w:t>2.025e0</w:t>
      </w:r>
    </w:p>
    <w:p w:rsidR="007B2329" w:rsidRDefault="007B2329" w:rsidP="007B2329">
      <w:r>
        <w:t>263.0910</w:t>
      </w:r>
      <w:r>
        <w:tab/>
        <w:t>3.038e0</w:t>
      </w:r>
    </w:p>
    <w:p w:rsidR="007B2329" w:rsidRDefault="007B2329" w:rsidP="007B2329">
      <w:r>
        <w:t>263.1101</w:t>
      </w:r>
      <w:r>
        <w:tab/>
        <w:t>1.025e0</w:t>
      </w:r>
    </w:p>
    <w:p w:rsidR="007B2329" w:rsidRDefault="007B2329" w:rsidP="007B2329">
      <w:r>
        <w:t>263.1165</w:t>
      </w:r>
      <w:r>
        <w:tab/>
        <w:t>1.961e1</w:t>
      </w:r>
    </w:p>
    <w:p w:rsidR="007B2329" w:rsidRDefault="007B2329" w:rsidP="007B2329">
      <w:r>
        <w:t>263.1203</w:t>
      </w:r>
      <w:r>
        <w:tab/>
        <w:t>1.363e0</w:t>
      </w:r>
    </w:p>
    <w:p w:rsidR="007B2329" w:rsidRDefault="007B2329" w:rsidP="007B2329">
      <w:r>
        <w:t>263.1223</w:t>
      </w:r>
      <w:r>
        <w:tab/>
        <w:t>1.571e1</w:t>
      </w:r>
    </w:p>
    <w:p w:rsidR="007B2329" w:rsidRDefault="007B2329" w:rsidP="007B2329">
      <w:r>
        <w:t>263.1308</w:t>
      </w:r>
      <w:r>
        <w:tab/>
        <w:t>1.413e1</w:t>
      </w:r>
    </w:p>
    <w:p w:rsidR="007B2329" w:rsidRDefault="007B2329" w:rsidP="007B2329">
      <w:r>
        <w:t>263.1358</w:t>
      </w:r>
      <w:r>
        <w:tab/>
        <w:t>2.025e0</w:t>
      </w:r>
    </w:p>
    <w:p w:rsidR="007B2329" w:rsidRDefault="007B2329" w:rsidP="007B2329">
      <w:r>
        <w:t>263.1585</w:t>
      </w:r>
      <w:r>
        <w:tab/>
        <w:t>2.478e0</w:t>
      </w:r>
    </w:p>
    <w:p w:rsidR="007B2329" w:rsidRDefault="007B2329" w:rsidP="007B2329">
      <w:r>
        <w:t>263.1653</w:t>
      </w:r>
      <w:r>
        <w:tab/>
        <w:t>3.038e0</w:t>
      </w:r>
    </w:p>
    <w:p w:rsidR="007B2329" w:rsidRDefault="007B2329" w:rsidP="007B2329">
      <w:r>
        <w:t>263.1701</w:t>
      </w:r>
      <w:r>
        <w:tab/>
        <w:t>3.051e0</w:t>
      </w:r>
    </w:p>
    <w:p w:rsidR="007B2329" w:rsidRDefault="007B2329" w:rsidP="007B2329">
      <w:r>
        <w:t>263.1836</w:t>
      </w:r>
      <w:r>
        <w:tab/>
        <w:t>2.025e0</w:t>
      </w:r>
    </w:p>
    <w:p w:rsidR="007B2329" w:rsidRDefault="007B2329" w:rsidP="007B2329">
      <w:r>
        <w:t>263.1896</w:t>
      </w:r>
      <w:r>
        <w:tab/>
        <w:t>2.025e0</w:t>
      </w:r>
    </w:p>
    <w:p w:rsidR="007B2329" w:rsidRDefault="007B2329" w:rsidP="007B2329">
      <w:r>
        <w:t>263.2089</w:t>
      </w:r>
      <w:r>
        <w:tab/>
        <w:t>2.532e-2</w:t>
      </w:r>
    </w:p>
    <w:p w:rsidR="007B2329" w:rsidRDefault="007B2329" w:rsidP="007B2329">
      <w:r>
        <w:t>263.2203</w:t>
      </w:r>
      <w:r>
        <w:tab/>
        <w:t>3.038e0</w:t>
      </w:r>
    </w:p>
    <w:p w:rsidR="007B2329" w:rsidRDefault="007B2329" w:rsidP="007B2329">
      <w:r>
        <w:t>263.2267</w:t>
      </w:r>
      <w:r>
        <w:tab/>
        <w:t>3.038e0</w:t>
      </w:r>
    </w:p>
    <w:p w:rsidR="007B2329" w:rsidRDefault="007B2329" w:rsidP="007B2329">
      <w:r>
        <w:t>263.2323</w:t>
      </w:r>
      <w:r>
        <w:tab/>
        <w:t>1.013e0</w:t>
      </w:r>
    </w:p>
    <w:p w:rsidR="007B2329" w:rsidRDefault="007B2329" w:rsidP="007B2329">
      <w:r>
        <w:lastRenderedPageBreak/>
        <w:t>263.2345</w:t>
      </w:r>
      <w:r>
        <w:tab/>
        <w:t>2.025e0</w:t>
      </w:r>
    </w:p>
    <w:p w:rsidR="007B2329" w:rsidRDefault="007B2329" w:rsidP="007B2329">
      <w:r>
        <w:t>263.2550</w:t>
      </w:r>
      <w:r>
        <w:tab/>
        <w:t>1.013e0</w:t>
      </w:r>
    </w:p>
    <w:p w:rsidR="007B2329" w:rsidRDefault="007B2329" w:rsidP="007B2329">
      <w:r>
        <w:t>263.2632</w:t>
      </w:r>
      <w:r>
        <w:tab/>
        <w:t>1.013e0</w:t>
      </w:r>
    </w:p>
    <w:p w:rsidR="007B2329" w:rsidRDefault="007B2329" w:rsidP="007B2329">
      <w:r>
        <w:t>263.2810</w:t>
      </w:r>
      <w:r>
        <w:tab/>
        <w:t>1.013e0</w:t>
      </w:r>
    </w:p>
    <w:p w:rsidR="007B2329" w:rsidRDefault="007B2329" w:rsidP="007B2329">
      <w:r>
        <w:t>263.2859</w:t>
      </w:r>
      <w:r>
        <w:tab/>
        <w:t>1.013e0</w:t>
      </w:r>
    </w:p>
    <w:p w:rsidR="007B2329" w:rsidRDefault="007B2329" w:rsidP="007B2329">
      <w:r>
        <w:t>263.2958</w:t>
      </w:r>
      <w:r>
        <w:tab/>
        <w:t>2.025e0</w:t>
      </w:r>
    </w:p>
    <w:p w:rsidR="007B2329" w:rsidRDefault="007B2329" w:rsidP="007B2329">
      <w:r>
        <w:t>263.3057</w:t>
      </w:r>
      <w:r>
        <w:tab/>
        <w:t>2.025e0</w:t>
      </w:r>
    </w:p>
    <w:p w:rsidR="007B2329" w:rsidRDefault="007B2329" w:rsidP="007B2329">
      <w:r>
        <w:t>263.3102</w:t>
      </w:r>
      <w:r>
        <w:tab/>
        <w:t>1.013e0</w:t>
      </w:r>
    </w:p>
    <w:p w:rsidR="007B2329" w:rsidRDefault="007B2329" w:rsidP="007B2329">
      <w:r>
        <w:t>263.3286</w:t>
      </w:r>
      <w:r>
        <w:tab/>
        <w:t>2.025e0</w:t>
      </w:r>
    </w:p>
    <w:p w:rsidR="007B2329" w:rsidRDefault="007B2329" w:rsidP="007B2329">
      <w:r>
        <w:t>263.3366</w:t>
      </w:r>
      <w:r>
        <w:tab/>
        <w:t>2.025e0</w:t>
      </w:r>
    </w:p>
    <w:p w:rsidR="007B2329" w:rsidRDefault="007B2329" w:rsidP="007B2329">
      <w:r>
        <w:t>263.3406</w:t>
      </w:r>
      <w:r>
        <w:tab/>
        <w:t>1.013e0</w:t>
      </w:r>
    </w:p>
    <w:p w:rsidR="007B2329" w:rsidRDefault="007B2329" w:rsidP="007B2329">
      <w:r>
        <w:t>263.3492</w:t>
      </w:r>
      <w:r>
        <w:tab/>
        <w:t>2.025e0</w:t>
      </w:r>
    </w:p>
    <w:p w:rsidR="007B2329" w:rsidRDefault="007B2329" w:rsidP="007B2329">
      <w:r>
        <w:t>263.3589</w:t>
      </w:r>
      <w:r>
        <w:tab/>
        <w:t>1.013e0</w:t>
      </w:r>
    </w:p>
    <w:p w:rsidR="007B2329" w:rsidRDefault="007B2329" w:rsidP="007B2329">
      <w:r>
        <w:t>263.3634</w:t>
      </w:r>
      <w:r>
        <w:tab/>
        <w:t>1.013e0</w:t>
      </w:r>
    </w:p>
    <w:p w:rsidR="007B2329" w:rsidRDefault="007B2329" w:rsidP="007B2329">
      <w:r>
        <w:t>263.3713</w:t>
      </w:r>
      <w:r>
        <w:tab/>
        <w:t>3.038e0</w:t>
      </w:r>
    </w:p>
    <w:p w:rsidR="007B2329" w:rsidRDefault="007B2329" w:rsidP="007B2329">
      <w:r>
        <w:t>263.3931</w:t>
      </w:r>
      <w:r>
        <w:tab/>
        <w:t>1.013e0</w:t>
      </w:r>
    </w:p>
    <w:p w:rsidR="007B2329" w:rsidRDefault="007B2329" w:rsidP="007B2329">
      <w:r>
        <w:t>263.4060</w:t>
      </w:r>
      <w:r>
        <w:tab/>
        <w:t>1.013e0</w:t>
      </w:r>
    </w:p>
    <w:p w:rsidR="007B2329" w:rsidRDefault="007B2329" w:rsidP="007B2329">
      <w:r>
        <w:t>263.4140</w:t>
      </w:r>
      <w:r>
        <w:tab/>
        <w:t>1.013e0</w:t>
      </w:r>
    </w:p>
    <w:p w:rsidR="007B2329" w:rsidRDefault="007B2329" w:rsidP="007B2329">
      <w:r>
        <w:t>263.4180</w:t>
      </w:r>
      <w:r>
        <w:tab/>
        <w:t>1.013e0</w:t>
      </w:r>
    </w:p>
    <w:p w:rsidR="007B2329" w:rsidRDefault="007B2329" w:rsidP="007B2329">
      <w:r>
        <w:lastRenderedPageBreak/>
        <w:t>263.4222</w:t>
      </w:r>
      <w:r>
        <w:tab/>
        <w:t>3.038e0</w:t>
      </w:r>
    </w:p>
    <w:p w:rsidR="007B2329" w:rsidRDefault="007B2329" w:rsidP="007B2329">
      <w:r>
        <w:t>263.4368</w:t>
      </w:r>
      <w:r>
        <w:tab/>
        <w:t>1.013e0</w:t>
      </w:r>
    </w:p>
    <w:p w:rsidR="007B2329" w:rsidRDefault="007B2329" w:rsidP="007B2329">
      <w:r>
        <w:t>263.4409</w:t>
      </w:r>
      <w:r>
        <w:tab/>
        <w:t>2.025e0</w:t>
      </w:r>
    </w:p>
    <w:p w:rsidR="007B2329" w:rsidRDefault="007B2329" w:rsidP="007B2329">
      <w:r>
        <w:t>263.4612</w:t>
      </w:r>
      <w:r>
        <w:tab/>
        <w:t>2.025e0</w:t>
      </w:r>
    </w:p>
    <w:p w:rsidR="007B2329" w:rsidRDefault="007B2329" w:rsidP="007B2329">
      <w:r>
        <w:t>263.4707</w:t>
      </w:r>
      <w:r>
        <w:tab/>
        <w:t>3.038e0</w:t>
      </w:r>
    </w:p>
    <w:p w:rsidR="007B2329" w:rsidRDefault="007B2329" w:rsidP="007B2329">
      <w:r>
        <w:t>263.4962</w:t>
      </w:r>
      <w:r>
        <w:tab/>
        <w:t>2.025e0</w:t>
      </w:r>
    </w:p>
    <w:p w:rsidR="007B2329" w:rsidRDefault="007B2329" w:rsidP="007B2329">
      <w:r>
        <w:t>263.5001</w:t>
      </w:r>
      <w:r>
        <w:tab/>
        <w:t>1.013e0</w:t>
      </w:r>
    </w:p>
    <w:p w:rsidR="007B2329" w:rsidRDefault="007B2329" w:rsidP="007B2329">
      <w:r>
        <w:t>263.5031</w:t>
      </w:r>
      <w:r>
        <w:tab/>
        <w:t>2.025e0</w:t>
      </w:r>
    </w:p>
    <w:p w:rsidR="007B2329" w:rsidRDefault="007B2329" w:rsidP="007B2329">
      <w:r>
        <w:t>263.5138</w:t>
      </w:r>
      <w:r>
        <w:tab/>
        <w:t>2.025e0</w:t>
      </w:r>
    </w:p>
    <w:p w:rsidR="007B2329" w:rsidRDefault="007B2329" w:rsidP="007B2329">
      <w:r>
        <w:t>263.5203</w:t>
      </w:r>
      <w:r>
        <w:tab/>
        <w:t>2.025e0</w:t>
      </w:r>
    </w:p>
    <w:p w:rsidR="007B2329" w:rsidRDefault="007B2329" w:rsidP="007B2329">
      <w:r>
        <w:t>263.5303</w:t>
      </w:r>
      <w:r>
        <w:tab/>
        <w:t>1.013e0</w:t>
      </w:r>
    </w:p>
    <w:p w:rsidR="007B2329" w:rsidRDefault="007B2329" w:rsidP="007B2329">
      <w:r>
        <w:t>263.5392</w:t>
      </w:r>
      <w:r>
        <w:tab/>
        <w:t>1.013e0</w:t>
      </w:r>
    </w:p>
    <w:p w:rsidR="007B2329" w:rsidRDefault="007B2329" w:rsidP="007B2329">
      <w:r>
        <w:t>263.5497</w:t>
      </w:r>
      <w:r>
        <w:tab/>
        <w:t>2.025e0</w:t>
      </w:r>
    </w:p>
    <w:p w:rsidR="007B2329" w:rsidRDefault="007B2329" w:rsidP="007B2329">
      <w:r>
        <w:t>263.5565</w:t>
      </w:r>
      <w:r>
        <w:tab/>
        <w:t>2.025e0</w:t>
      </w:r>
    </w:p>
    <w:p w:rsidR="007B2329" w:rsidRDefault="007B2329" w:rsidP="007B2329">
      <w:r>
        <w:t>263.5589</w:t>
      </w:r>
      <w:r>
        <w:tab/>
        <w:t>2.038e0</w:t>
      </w:r>
    </w:p>
    <w:p w:rsidR="007B2329" w:rsidRDefault="007B2329" w:rsidP="007B2329">
      <w:r>
        <w:t>263.5714</w:t>
      </w:r>
      <w:r>
        <w:tab/>
        <w:t>2.025e0</w:t>
      </w:r>
    </w:p>
    <w:p w:rsidR="007B2329" w:rsidRDefault="007B2329" w:rsidP="007B2329">
      <w:r>
        <w:t>263.5733</w:t>
      </w:r>
      <w:r>
        <w:tab/>
        <w:t>1.013e0</w:t>
      </w:r>
    </w:p>
    <w:p w:rsidR="007B2329" w:rsidRDefault="007B2329" w:rsidP="007B2329">
      <w:r>
        <w:t>263.5830</w:t>
      </w:r>
      <w:r>
        <w:tab/>
        <w:t>1.013e0</w:t>
      </w:r>
    </w:p>
    <w:p w:rsidR="007B2329" w:rsidRDefault="007B2329" w:rsidP="007B2329">
      <w:r>
        <w:t>263.5959</w:t>
      </w:r>
      <w:r>
        <w:tab/>
        <w:t>1.013e0</w:t>
      </w:r>
    </w:p>
    <w:p w:rsidR="007B2329" w:rsidRDefault="007B2329" w:rsidP="007B2329">
      <w:r>
        <w:lastRenderedPageBreak/>
        <w:t>263.6039</w:t>
      </w:r>
      <w:r>
        <w:tab/>
        <w:t>1.013e0</w:t>
      </w:r>
    </w:p>
    <w:p w:rsidR="007B2329" w:rsidRDefault="007B2329" w:rsidP="007B2329">
      <w:r>
        <w:t>263.6219</w:t>
      </w:r>
      <w:r>
        <w:tab/>
        <w:t>3.038e0</w:t>
      </w:r>
    </w:p>
    <w:p w:rsidR="007B2329" w:rsidRDefault="007B2329" w:rsidP="007B2329">
      <w:r>
        <w:t>263.6267</w:t>
      </w:r>
      <w:r>
        <w:tab/>
        <w:t>1.013e0</w:t>
      </w:r>
    </w:p>
    <w:p w:rsidR="007B2329" w:rsidRDefault="007B2329" w:rsidP="007B2329">
      <w:r>
        <w:t>263.6367</w:t>
      </w:r>
      <w:r>
        <w:tab/>
        <w:t>2.025e0</w:t>
      </w:r>
    </w:p>
    <w:p w:rsidR="007B2329" w:rsidRDefault="007B2329" w:rsidP="007B2329">
      <w:r>
        <w:t>263.6426</w:t>
      </w:r>
      <w:r>
        <w:tab/>
        <w:t>1.013e0</w:t>
      </w:r>
    </w:p>
    <w:p w:rsidR="007B2329" w:rsidRDefault="007B2329" w:rsidP="007B2329">
      <w:r>
        <w:t>263.6463</w:t>
      </w:r>
      <w:r>
        <w:tab/>
        <w:t>1.013e0</w:t>
      </w:r>
    </w:p>
    <w:p w:rsidR="007B2329" w:rsidRDefault="007B2329" w:rsidP="007B2329">
      <w:r>
        <w:t>263.6713</w:t>
      </w:r>
      <w:r>
        <w:tab/>
        <w:t>1.950e0</w:t>
      </w:r>
    </w:p>
    <w:p w:rsidR="007B2329" w:rsidRDefault="007B2329" w:rsidP="007B2329">
      <w:r>
        <w:t>263.6784</w:t>
      </w:r>
      <w:r>
        <w:tab/>
        <w:t>4.051e0</w:t>
      </w:r>
    </w:p>
    <w:p w:rsidR="007B2329" w:rsidRDefault="007B2329" w:rsidP="007B2329">
      <w:r>
        <w:t>263.6853</w:t>
      </w:r>
      <w:r>
        <w:tab/>
        <w:t>1.013e0</w:t>
      </w:r>
    </w:p>
    <w:p w:rsidR="007B2329" w:rsidRDefault="007B2329" w:rsidP="007B2329">
      <w:r>
        <w:t>263.7041</w:t>
      </w:r>
      <w:r>
        <w:tab/>
        <w:t>1.013e0</w:t>
      </w:r>
    </w:p>
    <w:p w:rsidR="007B2329" w:rsidRDefault="007B2329" w:rsidP="007B2329">
      <w:r>
        <w:t>263.7080</w:t>
      </w:r>
      <w:r>
        <w:tab/>
        <w:t>1.013e0</w:t>
      </w:r>
    </w:p>
    <w:p w:rsidR="007B2329" w:rsidRDefault="007B2329" w:rsidP="007B2329">
      <w:r>
        <w:t>263.7292</w:t>
      </w:r>
      <w:r>
        <w:tab/>
        <w:t>1.013e0</w:t>
      </w:r>
    </w:p>
    <w:p w:rsidR="007B2329" w:rsidRDefault="007B2329" w:rsidP="007B2329">
      <w:r>
        <w:t>263.7360</w:t>
      </w:r>
      <w:r>
        <w:tab/>
        <w:t>2.025e0</w:t>
      </w:r>
    </w:p>
    <w:p w:rsidR="007B2329" w:rsidRDefault="007B2329" w:rsidP="007B2329">
      <w:r>
        <w:t>263.7469</w:t>
      </w:r>
      <w:r>
        <w:tab/>
        <w:t>1.013e0</w:t>
      </w:r>
    </w:p>
    <w:p w:rsidR="007B2329" w:rsidRDefault="007B2329" w:rsidP="007B2329">
      <w:r>
        <w:t>263.7509</w:t>
      </w:r>
      <w:r>
        <w:tab/>
        <w:t>1.013e0</w:t>
      </w:r>
    </w:p>
    <w:p w:rsidR="007B2329" w:rsidRDefault="007B2329" w:rsidP="007B2329">
      <w:r>
        <w:t>263.7549</w:t>
      </w:r>
      <w:r>
        <w:tab/>
        <w:t>1.013e0</w:t>
      </w:r>
    </w:p>
    <w:p w:rsidR="007B2329" w:rsidRDefault="007B2329" w:rsidP="007B2329">
      <w:r>
        <w:t>263.7700</w:t>
      </w:r>
      <w:r>
        <w:tab/>
        <w:t>2.532e-2</w:t>
      </w:r>
    </w:p>
    <w:p w:rsidR="007B2329" w:rsidRDefault="007B2329" w:rsidP="007B2329">
      <w:r>
        <w:t>263.7815</w:t>
      </w:r>
      <w:r>
        <w:tab/>
        <w:t>1.013e0</w:t>
      </w:r>
    </w:p>
    <w:p w:rsidR="007B2329" w:rsidRDefault="007B2329" w:rsidP="007B2329">
      <w:r>
        <w:t>263.7896</w:t>
      </w:r>
      <w:r>
        <w:tab/>
        <w:t>1.013e0</w:t>
      </w:r>
    </w:p>
    <w:p w:rsidR="007B2329" w:rsidRDefault="007B2329" w:rsidP="007B2329">
      <w:r>
        <w:lastRenderedPageBreak/>
        <w:t>263.8072</w:t>
      </w:r>
      <w:r>
        <w:tab/>
        <w:t>2.025e0</w:t>
      </w:r>
    </w:p>
    <w:p w:rsidR="007B2329" w:rsidRDefault="007B2329" w:rsidP="007B2329">
      <w:r>
        <w:t>263.8122</w:t>
      </w:r>
      <w:r>
        <w:tab/>
        <w:t>1.013e0</w:t>
      </w:r>
    </w:p>
    <w:p w:rsidR="007B2329" w:rsidRDefault="007B2329" w:rsidP="007B2329">
      <w:r>
        <w:t>263.8138</w:t>
      </w:r>
      <w:r>
        <w:tab/>
        <w:t>4.051e0</w:t>
      </w:r>
    </w:p>
    <w:p w:rsidR="007B2329" w:rsidRDefault="007B2329" w:rsidP="007B2329">
      <w:r>
        <w:t>263.8244</w:t>
      </w:r>
      <w:r>
        <w:tab/>
        <w:t>1.013e0</w:t>
      </w:r>
    </w:p>
    <w:p w:rsidR="007B2329" w:rsidRDefault="007B2329" w:rsidP="007B2329">
      <w:r>
        <w:t>263.8364</w:t>
      </w:r>
      <w:r>
        <w:tab/>
        <w:t>3.038e0</w:t>
      </w:r>
    </w:p>
    <w:p w:rsidR="007B2329" w:rsidRDefault="007B2329" w:rsidP="007B2329">
      <w:r>
        <w:t>263.8413</w:t>
      </w:r>
      <w:r>
        <w:tab/>
        <w:t>1.013e0</w:t>
      </w:r>
    </w:p>
    <w:p w:rsidR="007B2329" w:rsidRDefault="007B2329" w:rsidP="007B2329">
      <w:r>
        <w:t>263.8511</w:t>
      </w:r>
      <w:r>
        <w:tab/>
        <w:t>1.013e0</w:t>
      </w:r>
    </w:p>
    <w:p w:rsidR="007B2329" w:rsidRDefault="007B2329" w:rsidP="007B2329">
      <w:r>
        <w:t>263.8552</w:t>
      </w:r>
      <w:r>
        <w:tab/>
        <w:t>2.025e0</w:t>
      </w:r>
    </w:p>
    <w:p w:rsidR="007B2329" w:rsidRDefault="007B2329" w:rsidP="007B2329">
      <w:r>
        <w:t>263.8938</w:t>
      </w:r>
      <w:r>
        <w:tab/>
        <w:t>1.013e0</w:t>
      </w:r>
    </w:p>
    <w:p w:rsidR="007B2329" w:rsidRDefault="007B2329" w:rsidP="007B2329">
      <w:r>
        <w:t>263.8978</w:t>
      </w:r>
      <w:r>
        <w:tab/>
        <w:t>1.013e0</w:t>
      </w:r>
    </w:p>
    <w:p w:rsidR="007B2329" w:rsidRDefault="007B2329" w:rsidP="007B2329">
      <w:r>
        <w:t>263.9080</w:t>
      </w:r>
      <w:r>
        <w:tab/>
        <w:t>1.025e0</w:t>
      </w:r>
    </w:p>
    <w:p w:rsidR="007B2329" w:rsidRDefault="007B2329" w:rsidP="007B2329">
      <w:r>
        <w:t>263.9145</w:t>
      </w:r>
      <w:r>
        <w:tab/>
        <w:t>2.025e0</w:t>
      </w:r>
    </w:p>
    <w:p w:rsidR="007B2329" w:rsidRDefault="007B2329" w:rsidP="007B2329">
      <w:r>
        <w:t>263.9243</w:t>
      </w:r>
      <w:r>
        <w:tab/>
        <w:t>1.013e0</w:t>
      </w:r>
    </w:p>
    <w:p w:rsidR="007B2329" w:rsidRDefault="007B2329" w:rsidP="007B2329">
      <w:r>
        <w:t>263.9406</w:t>
      </w:r>
      <w:r>
        <w:tab/>
        <w:t>1.013e0</w:t>
      </w:r>
    </w:p>
    <w:p w:rsidR="007B2329" w:rsidRDefault="007B2329" w:rsidP="007B2329">
      <w:r>
        <w:t>263.9426</w:t>
      </w:r>
      <w:r>
        <w:tab/>
        <w:t>2.025e0</w:t>
      </w:r>
    </w:p>
    <w:p w:rsidR="007B2329" w:rsidRDefault="007B2329" w:rsidP="007B2329">
      <w:r>
        <w:t>263.9447</w:t>
      </w:r>
      <w:r>
        <w:tab/>
        <w:t>1.013e0</w:t>
      </w:r>
    </w:p>
    <w:p w:rsidR="007B2329" w:rsidRDefault="007B2329" w:rsidP="007B2329">
      <w:r>
        <w:t>263.9754</w:t>
      </w:r>
      <w:r>
        <w:tab/>
        <w:t>1.013e0</w:t>
      </w:r>
    </w:p>
    <w:p w:rsidR="007B2329" w:rsidRDefault="007B2329" w:rsidP="007B2329">
      <w:r>
        <w:t>263.9857</w:t>
      </w:r>
      <w:r>
        <w:tab/>
        <w:t>3.038e0</w:t>
      </w:r>
    </w:p>
    <w:p w:rsidR="007B2329" w:rsidRDefault="007B2329" w:rsidP="007B2329">
      <w:r>
        <w:t>264.0023</w:t>
      </w:r>
      <w:r>
        <w:tab/>
        <w:t>1.013e0</w:t>
      </w:r>
    </w:p>
    <w:p w:rsidR="007B2329" w:rsidRDefault="007B2329" w:rsidP="007B2329">
      <w:r>
        <w:lastRenderedPageBreak/>
        <w:t>264.0052</w:t>
      </w:r>
      <w:r>
        <w:tab/>
        <w:t>2.711e0</w:t>
      </w:r>
    </w:p>
    <w:p w:rsidR="007B2329" w:rsidRDefault="007B2329" w:rsidP="007B2329">
      <w:r>
        <w:t>264.0273</w:t>
      </w:r>
      <w:r>
        <w:tab/>
        <w:t>1.038e0</w:t>
      </w:r>
    </w:p>
    <w:p w:rsidR="007B2329" w:rsidRDefault="007B2329" w:rsidP="007B2329">
      <w:r>
        <w:t>264.0384</w:t>
      </w:r>
      <w:r>
        <w:tab/>
        <w:t>2.025e0</w:t>
      </w:r>
    </w:p>
    <w:p w:rsidR="007B2329" w:rsidRDefault="007B2329" w:rsidP="007B2329">
      <w:r>
        <w:t>264.0406</w:t>
      </w:r>
      <w:r>
        <w:tab/>
        <w:t>3.038e0</w:t>
      </w:r>
    </w:p>
    <w:p w:rsidR="007B2329" w:rsidRDefault="007B2329" w:rsidP="007B2329">
      <w:r>
        <w:t>264.0530</w:t>
      </w:r>
      <w:r>
        <w:tab/>
        <w:t>1.013e0</w:t>
      </w:r>
    </w:p>
    <w:p w:rsidR="007B2329" w:rsidRDefault="007B2329" w:rsidP="007B2329">
      <w:r>
        <w:t>264.0647</w:t>
      </w:r>
      <w:r>
        <w:tab/>
        <w:t>2.025e0</w:t>
      </w:r>
    </w:p>
    <w:p w:rsidR="007B2329" w:rsidRDefault="007B2329" w:rsidP="007B2329">
      <w:r>
        <w:t>264.0797</w:t>
      </w:r>
      <w:r>
        <w:tab/>
        <w:t>1.013e0</w:t>
      </w:r>
    </w:p>
    <w:p w:rsidR="007B2329" w:rsidRDefault="007B2329" w:rsidP="007B2329">
      <w:r>
        <w:t>264.0815</w:t>
      </w:r>
      <w:r>
        <w:tab/>
        <w:t>3.038e0</w:t>
      </w:r>
    </w:p>
    <w:p w:rsidR="007B2329" w:rsidRDefault="007B2329" w:rsidP="007B2329">
      <w:r>
        <w:t>264.0918</w:t>
      </w:r>
      <w:r>
        <w:tab/>
        <w:t>1.013e0</w:t>
      </w:r>
    </w:p>
    <w:p w:rsidR="007B2329" w:rsidRDefault="007B2329" w:rsidP="007B2329">
      <w:r>
        <w:t>264.0957</w:t>
      </w:r>
      <w:r>
        <w:tab/>
        <w:t>1.013e0</w:t>
      </w:r>
    </w:p>
    <w:p w:rsidR="007B2329" w:rsidRDefault="007B2329" w:rsidP="007B2329">
      <w:r>
        <w:t>264.1050</w:t>
      </w:r>
      <w:r>
        <w:tab/>
        <w:t>3.038e0</w:t>
      </w:r>
    </w:p>
    <w:p w:rsidR="007B2329" w:rsidRDefault="007B2329" w:rsidP="007B2329">
      <w:r>
        <w:t>264.1191</w:t>
      </w:r>
      <w:r>
        <w:tab/>
        <w:t>4.051e0</w:t>
      </w:r>
    </w:p>
    <w:p w:rsidR="007B2329" w:rsidRDefault="007B2329" w:rsidP="007B2329">
      <w:r>
        <w:t>264.1246</w:t>
      </w:r>
      <w:r>
        <w:tab/>
        <w:t>2.025e0</w:t>
      </w:r>
    </w:p>
    <w:p w:rsidR="007B2329" w:rsidRDefault="007B2329" w:rsidP="007B2329">
      <w:r>
        <w:t>264.1305</w:t>
      </w:r>
      <w:r>
        <w:tab/>
        <w:t>2.025e0</w:t>
      </w:r>
    </w:p>
    <w:p w:rsidR="007B2329" w:rsidRDefault="007B2329" w:rsidP="007B2329">
      <w:r>
        <w:t>264.1343</w:t>
      </w:r>
      <w:r>
        <w:tab/>
        <w:t>1.013e0</w:t>
      </w:r>
    </w:p>
    <w:p w:rsidR="007B2329" w:rsidRDefault="007B2329" w:rsidP="007B2329">
      <w:r>
        <w:t>264.1429</w:t>
      </w:r>
      <w:r>
        <w:tab/>
        <w:t>3.038e0</w:t>
      </w:r>
    </w:p>
    <w:p w:rsidR="007B2329" w:rsidRDefault="007B2329" w:rsidP="007B2329">
      <w:r>
        <w:t>264.1460</w:t>
      </w:r>
      <w:r>
        <w:tab/>
        <w:t>3.038e0</w:t>
      </w:r>
    </w:p>
    <w:p w:rsidR="007B2329" w:rsidRDefault="007B2329" w:rsidP="007B2329">
      <w:r>
        <w:t>264.1559</w:t>
      </w:r>
      <w:r>
        <w:tab/>
        <w:t>7.130e0</w:t>
      </w:r>
    </w:p>
    <w:p w:rsidR="007B2329" w:rsidRDefault="007B2329" w:rsidP="007B2329">
      <w:r>
        <w:t>264.1731</w:t>
      </w:r>
      <w:r>
        <w:tab/>
        <w:t>1.013e0</w:t>
      </w:r>
    </w:p>
    <w:p w:rsidR="007B2329" w:rsidRDefault="007B2329" w:rsidP="007B2329">
      <w:r>
        <w:lastRenderedPageBreak/>
        <w:t>264.1780</w:t>
      </w:r>
      <w:r>
        <w:tab/>
        <w:t>2.025e0</w:t>
      </w:r>
    </w:p>
    <w:p w:rsidR="007B2329" w:rsidRDefault="007B2329" w:rsidP="007B2329">
      <w:r>
        <w:t>264.1828</w:t>
      </w:r>
      <w:r>
        <w:tab/>
        <w:t>1.013e0</w:t>
      </w:r>
    </w:p>
    <w:p w:rsidR="007B2329" w:rsidRDefault="007B2329" w:rsidP="007B2329">
      <w:r>
        <w:t>264.1961</w:t>
      </w:r>
      <w:r>
        <w:tab/>
        <w:t>1.013e0</w:t>
      </w:r>
    </w:p>
    <w:p w:rsidR="007B2329" w:rsidRDefault="007B2329" w:rsidP="007B2329">
      <w:r>
        <w:t>264.2080</w:t>
      </w:r>
      <w:r>
        <w:tab/>
        <w:t>1.013e0</w:t>
      </w:r>
    </w:p>
    <w:p w:rsidR="007B2329" w:rsidRDefault="007B2329" w:rsidP="007B2329">
      <w:r>
        <w:t>264.2122</w:t>
      </w:r>
      <w:r>
        <w:tab/>
        <w:t>2.025e0</w:t>
      </w:r>
    </w:p>
    <w:p w:rsidR="007B2329" w:rsidRDefault="007B2329" w:rsidP="007B2329">
      <w:r>
        <w:t>264.2329</w:t>
      </w:r>
      <w:r>
        <w:tab/>
        <w:t>2.025e0</w:t>
      </w:r>
    </w:p>
    <w:p w:rsidR="007B2329" w:rsidRDefault="007B2329" w:rsidP="007B2329">
      <w:r>
        <w:t>264.2429</w:t>
      </w:r>
      <w:r>
        <w:tab/>
        <w:t>1.013e0</w:t>
      </w:r>
    </w:p>
    <w:p w:rsidR="007B2329" w:rsidRDefault="007B2329" w:rsidP="007B2329">
      <w:r>
        <w:t>264.2534</w:t>
      </w:r>
      <w:r>
        <w:tab/>
        <w:t>4.051e0</w:t>
      </w:r>
    </w:p>
    <w:p w:rsidR="007B2329" w:rsidRDefault="007B2329" w:rsidP="007B2329">
      <w:r>
        <w:t>264.2561</w:t>
      </w:r>
      <w:r>
        <w:tab/>
        <w:t>1.013e0</w:t>
      </w:r>
    </w:p>
    <w:p w:rsidR="007B2329" w:rsidRDefault="007B2329" w:rsidP="007B2329">
      <w:r>
        <w:t>264.2696</w:t>
      </w:r>
      <w:r>
        <w:tab/>
        <w:t>1.013e0</w:t>
      </w:r>
    </w:p>
    <w:p w:rsidR="007B2329" w:rsidRDefault="007B2329" w:rsidP="007B2329">
      <w:r>
        <w:t>264.2855</w:t>
      </w:r>
      <w:r>
        <w:tab/>
        <w:t>1.013e0</w:t>
      </w:r>
    </w:p>
    <w:p w:rsidR="007B2329" w:rsidRDefault="007B2329" w:rsidP="007B2329">
      <w:r>
        <w:t>264.3001</w:t>
      </w:r>
      <w:r>
        <w:tab/>
        <w:t>2.025e0</w:t>
      </w:r>
    </w:p>
    <w:p w:rsidR="007B2329" w:rsidRDefault="007B2329" w:rsidP="007B2329">
      <w:r>
        <w:t>264.3203</w:t>
      </w:r>
      <w:r>
        <w:tab/>
        <w:t>1.013e0</w:t>
      </w:r>
    </w:p>
    <w:p w:rsidR="007B2329" w:rsidRDefault="007B2329" w:rsidP="007B2329">
      <w:r>
        <w:t>264.3246</w:t>
      </w:r>
      <w:r>
        <w:tab/>
        <w:t>1.013e0</w:t>
      </w:r>
    </w:p>
    <w:p w:rsidR="007B2329" w:rsidRDefault="007B2329" w:rsidP="007B2329">
      <w:r>
        <w:t>264.3294</w:t>
      </w:r>
      <w:r>
        <w:tab/>
        <w:t>1.013e0</w:t>
      </w:r>
    </w:p>
    <w:p w:rsidR="007B2329" w:rsidRDefault="007B2329" w:rsidP="007B2329">
      <w:r>
        <w:t>264.3391</w:t>
      </w:r>
      <w:r>
        <w:tab/>
        <w:t>2.025e0</w:t>
      </w:r>
    </w:p>
    <w:p w:rsidR="007B2329" w:rsidRDefault="007B2329" w:rsidP="007B2329">
      <w:r>
        <w:t>264.3685</w:t>
      </w:r>
      <w:r>
        <w:tab/>
        <w:t>1.013e0</w:t>
      </w:r>
    </w:p>
    <w:p w:rsidR="007B2329" w:rsidRDefault="007B2329" w:rsidP="007B2329">
      <w:r>
        <w:t>264.3781</w:t>
      </w:r>
      <w:r>
        <w:tab/>
        <w:t>1.013e0</w:t>
      </w:r>
    </w:p>
    <w:p w:rsidR="007B2329" w:rsidRDefault="007B2329" w:rsidP="007B2329">
      <w:r>
        <w:t>264.3859</w:t>
      </w:r>
      <w:r>
        <w:tab/>
        <w:t>1.013e0</w:t>
      </w:r>
    </w:p>
    <w:p w:rsidR="007B2329" w:rsidRDefault="007B2329" w:rsidP="007B2329">
      <w:r>
        <w:lastRenderedPageBreak/>
        <w:t>264.4027</w:t>
      </w:r>
      <w:r>
        <w:tab/>
        <w:t>1.013e0</w:t>
      </w:r>
    </w:p>
    <w:p w:rsidR="007B2329" w:rsidRDefault="007B2329" w:rsidP="007B2329">
      <w:r>
        <w:t>264.4130</w:t>
      </w:r>
      <w:r>
        <w:tab/>
        <w:t>3.038e0</w:t>
      </w:r>
    </w:p>
    <w:p w:rsidR="007B2329" w:rsidRDefault="007B2329" w:rsidP="007B2329">
      <w:r>
        <w:t>264.4208</w:t>
      </w:r>
      <w:r>
        <w:tab/>
        <w:t>2.025e0</w:t>
      </w:r>
    </w:p>
    <w:p w:rsidR="007B2329" w:rsidRDefault="007B2329" w:rsidP="007B2329">
      <w:r>
        <w:t>264.4466</w:t>
      </w:r>
      <w:r>
        <w:tab/>
        <w:t>1.013e0</w:t>
      </w:r>
    </w:p>
    <w:p w:rsidR="007B2329" w:rsidRDefault="007B2329" w:rsidP="007B2329">
      <w:r>
        <w:t>264.4714</w:t>
      </w:r>
      <w:r>
        <w:tab/>
        <w:t>1.013e0</w:t>
      </w:r>
    </w:p>
    <w:p w:rsidR="007B2329" w:rsidRDefault="007B2329" w:rsidP="007B2329">
      <w:r>
        <w:t>264.4759</w:t>
      </w:r>
      <w:r>
        <w:tab/>
        <w:t>1.013e0</w:t>
      </w:r>
    </w:p>
    <w:p w:rsidR="007B2329" w:rsidRDefault="007B2329" w:rsidP="007B2329">
      <w:r>
        <w:t>264.4876</w:t>
      </w:r>
      <w:r>
        <w:tab/>
        <w:t>3.038e0</w:t>
      </w:r>
    </w:p>
    <w:p w:rsidR="007B2329" w:rsidRDefault="007B2329" w:rsidP="007B2329">
      <w:r>
        <w:t>264.4899</w:t>
      </w:r>
      <w:r>
        <w:tab/>
        <w:t>6.076e0</w:t>
      </w:r>
    </w:p>
    <w:p w:rsidR="007B2329" w:rsidRDefault="007B2329" w:rsidP="007B2329">
      <w:r>
        <w:t>264.5175</w:t>
      </w:r>
      <w:r>
        <w:tab/>
        <w:t>4.495e0</w:t>
      </w:r>
    </w:p>
    <w:p w:rsidR="007B2329" w:rsidRDefault="007B2329" w:rsidP="007B2329">
      <w:r>
        <w:t>264.5188</w:t>
      </w:r>
      <w:r>
        <w:tab/>
        <w:t>4.051e0</w:t>
      </w:r>
    </w:p>
    <w:p w:rsidR="007B2329" w:rsidRDefault="007B2329" w:rsidP="007B2329">
      <w:r>
        <w:t>264.5248</w:t>
      </w:r>
      <w:r>
        <w:tab/>
        <w:t>1.013e0</w:t>
      </w:r>
    </w:p>
    <w:p w:rsidR="007B2329" w:rsidRDefault="007B2329" w:rsidP="007B2329">
      <w:r>
        <w:t>264.5412</w:t>
      </w:r>
      <w:r>
        <w:tab/>
        <w:t>1.013e0</w:t>
      </w:r>
    </w:p>
    <w:p w:rsidR="007B2329" w:rsidRDefault="007B2329" w:rsidP="007B2329">
      <w:r>
        <w:t>264.5450</w:t>
      </w:r>
      <w:r>
        <w:tab/>
        <w:t>1.013e0</w:t>
      </w:r>
    </w:p>
    <w:p w:rsidR="007B2329" w:rsidRDefault="007B2329" w:rsidP="007B2329">
      <w:r>
        <w:t>264.5590</w:t>
      </w:r>
      <w:r>
        <w:tab/>
        <w:t>1.013e0</w:t>
      </w:r>
    </w:p>
    <w:p w:rsidR="007B2329" w:rsidRDefault="007B2329" w:rsidP="007B2329">
      <w:r>
        <w:t>264.5663</w:t>
      </w:r>
      <w:r>
        <w:tab/>
        <w:t>2.025e0</w:t>
      </w:r>
    </w:p>
    <w:p w:rsidR="007B2329" w:rsidRDefault="007B2329" w:rsidP="007B2329">
      <w:r>
        <w:t>264.5679</w:t>
      </w:r>
      <w:r>
        <w:tab/>
        <w:t>1.013e0</w:t>
      </w:r>
    </w:p>
    <w:p w:rsidR="007B2329" w:rsidRDefault="007B2329" w:rsidP="007B2329">
      <w:r>
        <w:t>264.5759</w:t>
      </w:r>
      <w:r>
        <w:tab/>
        <w:t>1.013e0</w:t>
      </w:r>
    </w:p>
    <w:p w:rsidR="007B2329" w:rsidRDefault="007B2329" w:rsidP="007B2329">
      <w:r>
        <w:t>264.5800</w:t>
      </w:r>
      <w:r>
        <w:tab/>
        <w:t>1.013e0</w:t>
      </w:r>
    </w:p>
    <w:p w:rsidR="007B2329" w:rsidRDefault="007B2329" w:rsidP="007B2329">
      <w:r>
        <w:t>264.5934</w:t>
      </w:r>
      <w:r>
        <w:tab/>
        <w:t>1.013e0</w:t>
      </w:r>
    </w:p>
    <w:p w:rsidR="007B2329" w:rsidRDefault="007B2329" w:rsidP="007B2329">
      <w:r>
        <w:lastRenderedPageBreak/>
        <w:t>264.6028</w:t>
      </w:r>
      <w:r>
        <w:tab/>
        <w:t>1.013e0</w:t>
      </w:r>
    </w:p>
    <w:p w:rsidR="007B2329" w:rsidRDefault="007B2329" w:rsidP="007B2329">
      <w:r>
        <w:t>264.6107</w:t>
      </w:r>
      <w:r>
        <w:tab/>
        <w:t>3.038e0</w:t>
      </w:r>
    </w:p>
    <w:p w:rsidR="007B2329" w:rsidRDefault="007B2329" w:rsidP="007B2329">
      <w:r>
        <w:t>264.6324</w:t>
      </w:r>
      <w:r>
        <w:tab/>
        <w:t>1.013e0</w:t>
      </w:r>
    </w:p>
    <w:p w:rsidR="007B2329" w:rsidRDefault="007B2329" w:rsidP="007B2329">
      <w:r>
        <w:t>264.6372</w:t>
      </w:r>
      <w:r>
        <w:tab/>
        <w:t>2.025e0</w:t>
      </w:r>
    </w:p>
    <w:p w:rsidR="007B2329" w:rsidRDefault="007B2329" w:rsidP="007B2329">
      <w:r>
        <w:t>264.6436</w:t>
      </w:r>
      <w:r>
        <w:tab/>
        <w:t>1.025e0</w:t>
      </w:r>
    </w:p>
    <w:p w:rsidR="007B2329" w:rsidRDefault="007B2329" w:rsidP="007B2329">
      <w:r>
        <w:t>264.6455</w:t>
      </w:r>
      <w:r>
        <w:tab/>
        <w:t>1.013e0</w:t>
      </w:r>
    </w:p>
    <w:p w:rsidR="007B2329" w:rsidRDefault="007B2329" w:rsidP="007B2329">
      <w:r>
        <w:t>264.6577</w:t>
      </w:r>
      <w:r>
        <w:tab/>
        <w:t>3.038e0</w:t>
      </w:r>
    </w:p>
    <w:p w:rsidR="007B2329" w:rsidRDefault="007B2329" w:rsidP="007B2329">
      <w:r>
        <w:t>264.6771</w:t>
      </w:r>
      <w:r>
        <w:tab/>
        <w:t>2.532e-2</w:t>
      </w:r>
    </w:p>
    <w:p w:rsidR="007B2329" w:rsidRDefault="007B2329" w:rsidP="007B2329">
      <w:r>
        <w:t>264.6883</w:t>
      </w:r>
      <w:r>
        <w:tab/>
        <w:t>3.038e0</w:t>
      </w:r>
    </w:p>
    <w:p w:rsidR="007B2329" w:rsidRDefault="007B2329" w:rsidP="007B2329">
      <w:r>
        <w:t>264.6923</w:t>
      </w:r>
      <w:r>
        <w:tab/>
        <w:t>3.038e0</w:t>
      </w:r>
    </w:p>
    <w:p w:rsidR="007B2329" w:rsidRDefault="007B2329" w:rsidP="007B2329">
      <w:r>
        <w:t>264.7106</w:t>
      </w:r>
      <w:r>
        <w:tab/>
        <w:t>2.025e0</w:t>
      </w:r>
    </w:p>
    <w:p w:rsidR="007B2329" w:rsidRDefault="007B2329" w:rsidP="007B2329">
      <w:r>
        <w:t>264.7231</w:t>
      </w:r>
      <w:r>
        <w:tab/>
        <w:t>2.025e0</w:t>
      </w:r>
    </w:p>
    <w:p w:rsidR="007B2329" w:rsidRDefault="007B2329" w:rsidP="007B2329">
      <w:r>
        <w:t>264.7497</w:t>
      </w:r>
      <w:r>
        <w:tab/>
        <w:t>1.013e0</w:t>
      </w:r>
    </w:p>
    <w:p w:rsidR="007B2329" w:rsidRDefault="007B2329" w:rsidP="007B2329">
      <w:r>
        <w:t>264.7578</w:t>
      </w:r>
      <w:r>
        <w:tab/>
        <w:t>1.013e0</w:t>
      </w:r>
    </w:p>
    <w:p w:rsidR="007B2329" w:rsidRDefault="007B2329" w:rsidP="007B2329">
      <w:r>
        <w:t>264.7639</w:t>
      </w:r>
      <w:r>
        <w:tab/>
        <w:t>2.025e0</w:t>
      </w:r>
    </w:p>
    <w:p w:rsidR="007B2329" w:rsidRDefault="007B2329" w:rsidP="007B2329">
      <w:r>
        <w:t>264.7666</w:t>
      </w:r>
      <w:r>
        <w:tab/>
        <w:t>2.025e0</w:t>
      </w:r>
    </w:p>
    <w:p w:rsidR="007B2329" w:rsidRDefault="007B2329" w:rsidP="007B2329">
      <w:r>
        <w:t>264.7839</w:t>
      </w:r>
      <w:r>
        <w:tab/>
        <w:t>1.013e0</w:t>
      </w:r>
    </w:p>
    <w:p w:rsidR="007B2329" w:rsidRDefault="007B2329" w:rsidP="007B2329">
      <w:r>
        <w:t>264.7967</w:t>
      </w:r>
      <w:r>
        <w:tab/>
        <w:t>1.013e0</w:t>
      </w:r>
    </w:p>
    <w:p w:rsidR="007B2329" w:rsidRDefault="007B2329" w:rsidP="007B2329">
      <w:r>
        <w:t>264.8047</w:t>
      </w:r>
      <w:r>
        <w:tab/>
        <w:t>1.013e0</w:t>
      </w:r>
    </w:p>
    <w:p w:rsidR="007B2329" w:rsidRDefault="007B2329" w:rsidP="007B2329">
      <w:r>
        <w:lastRenderedPageBreak/>
        <w:t>264.8374</w:t>
      </w:r>
      <w:r>
        <w:tab/>
        <w:t>2.025e0</w:t>
      </w:r>
    </w:p>
    <w:p w:rsidR="007B2329" w:rsidRDefault="007B2329" w:rsidP="007B2329">
      <w:r>
        <w:t>264.8574</w:t>
      </w:r>
      <w:r>
        <w:tab/>
        <w:t>1.013e0</w:t>
      </w:r>
    </w:p>
    <w:p w:rsidR="007B2329" w:rsidRDefault="007B2329" w:rsidP="007B2329">
      <w:r>
        <w:t>264.8743</w:t>
      </w:r>
      <w:r>
        <w:tab/>
        <w:t>1.013e0</w:t>
      </w:r>
    </w:p>
    <w:p w:rsidR="007B2329" w:rsidRDefault="007B2329" w:rsidP="007B2329">
      <w:r>
        <w:t>264.8809</w:t>
      </w:r>
      <w:r>
        <w:tab/>
        <w:t>2.025e0</w:t>
      </w:r>
    </w:p>
    <w:p w:rsidR="007B2329" w:rsidRDefault="007B2329" w:rsidP="007B2329">
      <w:r>
        <w:t>264.8822</w:t>
      </w:r>
      <w:r>
        <w:tab/>
        <w:t>1.013e0</w:t>
      </w:r>
    </w:p>
    <w:p w:rsidR="007B2329" w:rsidRDefault="007B2329" w:rsidP="007B2329">
      <w:r>
        <w:t>264.8867</w:t>
      </w:r>
      <w:r>
        <w:tab/>
        <w:t>2.025e0</w:t>
      </w:r>
    </w:p>
    <w:p w:rsidR="007B2329" w:rsidRDefault="007B2329" w:rsidP="007B2329">
      <w:r>
        <w:t>264.9012</w:t>
      </w:r>
      <w:r>
        <w:tab/>
        <w:t>1.013e0</w:t>
      </w:r>
    </w:p>
    <w:p w:rsidR="007B2329" w:rsidRDefault="007B2329" w:rsidP="007B2329">
      <w:r>
        <w:t>264.9111</w:t>
      </w:r>
      <w:r>
        <w:tab/>
        <w:t>2.025e0</w:t>
      </w:r>
    </w:p>
    <w:p w:rsidR="007B2329" w:rsidRDefault="007B2329" w:rsidP="007B2329">
      <w:r>
        <w:t>264.9307</w:t>
      </w:r>
      <w:r>
        <w:tab/>
        <w:t>1.013e0</w:t>
      </w:r>
    </w:p>
    <w:p w:rsidR="007B2329" w:rsidRDefault="007B2329" w:rsidP="007B2329">
      <w:r>
        <w:t>264.9356</w:t>
      </w:r>
      <w:r>
        <w:tab/>
        <w:t>1.013e0</w:t>
      </w:r>
    </w:p>
    <w:p w:rsidR="007B2329" w:rsidRDefault="007B2329" w:rsidP="007B2329">
      <w:r>
        <w:t>264.9370</w:t>
      </w:r>
      <w:r>
        <w:tab/>
        <w:t>4.051e0</w:t>
      </w:r>
    </w:p>
    <w:p w:rsidR="007B2329" w:rsidRDefault="007B2329" w:rsidP="007B2329">
      <w:r>
        <w:t>264.9548</w:t>
      </w:r>
      <w:r>
        <w:tab/>
        <w:t>3.038e0</w:t>
      </w:r>
    </w:p>
    <w:p w:rsidR="007B2329" w:rsidRDefault="007B2329" w:rsidP="007B2329">
      <w:r>
        <w:t>264.9601</w:t>
      </w:r>
      <w:r>
        <w:tab/>
        <w:t>1.013e0</w:t>
      </w:r>
    </w:p>
    <w:p w:rsidR="007B2329" w:rsidRDefault="007B2329" w:rsidP="007B2329">
      <w:r>
        <w:t>264.9622</w:t>
      </w:r>
      <w:r>
        <w:tab/>
        <w:t>3.038e0</w:t>
      </w:r>
    </w:p>
    <w:p w:rsidR="007B2329" w:rsidRDefault="007B2329" w:rsidP="007B2329">
      <w:r>
        <w:t>264.9715</w:t>
      </w:r>
      <w:r>
        <w:tab/>
        <w:t>2.223e0</w:t>
      </w:r>
    </w:p>
    <w:p w:rsidR="007B2329" w:rsidRDefault="007B2329" w:rsidP="007B2329">
      <w:r>
        <w:t>264.9815</w:t>
      </w:r>
      <w:r>
        <w:tab/>
        <w:t>1.022e1</w:t>
      </w:r>
    </w:p>
    <w:p w:rsidR="007B2329" w:rsidRDefault="007B2329" w:rsidP="007B2329">
      <w:r>
        <w:t>264.9867</w:t>
      </w:r>
      <w:r>
        <w:tab/>
        <w:t>1.013e0</w:t>
      </w:r>
    </w:p>
    <w:p w:rsidR="007B2329" w:rsidRDefault="007B2329" w:rsidP="007B2329">
      <w:r>
        <w:t>265.0042</w:t>
      </w:r>
      <w:r>
        <w:tab/>
        <w:t>2.025e0</w:t>
      </w:r>
    </w:p>
    <w:p w:rsidR="007B2329" w:rsidRDefault="007B2329" w:rsidP="007B2329">
      <w:r>
        <w:t>265.0053</w:t>
      </w:r>
      <w:r>
        <w:tab/>
        <w:t>3.038e0</w:t>
      </w:r>
    </w:p>
    <w:p w:rsidR="007B2329" w:rsidRDefault="007B2329" w:rsidP="007B2329">
      <w:r>
        <w:lastRenderedPageBreak/>
        <w:t>265.0136</w:t>
      </w:r>
      <w:r>
        <w:tab/>
        <w:t>1.013e0</w:t>
      </w:r>
    </w:p>
    <w:p w:rsidR="007B2329" w:rsidRDefault="007B2329" w:rsidP="007B2329">
      <w:r>
        <w:t>265.0235</w:t>
      </w:r>
      <w:r>
        <w:tab/>
        <w:t>2.025e0</w:t>
      </w:r>
    </w:p>
    <w:p w:rsidR="007B2329" w:rsidRDefault="007B2329" w:rsidP="007B2329">
      <w:r>
        <w:t>265.0298</w:t>
      </w:r>
      <w:r>
        <w:tab/>
        <w:t>3.038e0</w:t>
      </w:r>
    </w:p>
    <w:p w:rsidR="007B2329" w:rsidRDefault="007B2329" w:rsidP="007B2329">
      <w:r>
        <w:t>265.0409</w:t>
      </w:r>
      <w:r>
        <w:tab/>
        <w:t>2.025e0</w:t>
      </w:r>
    </w:p>
    <w:p w:rsidR="007B2329" w:rsidRDefault="007B2329" w:rsidP="007B2329">
      <w:r>
        <w:t>265.0429</w:t>
      </w:r>
      <w:r>
        <w:tab/>
        <w:t>2.025e0</w:t>
      </w:r>
    </w:p>
    <w:p w:rsidR="007B2329" w:rsidRDefault="007B2329" w:rsidP="007B2329">
      <w:r>
        <w:t>265.0522</w:t>
      </w:r>
      <w:r>
        <w:tab/>
        <w:t>2.025e0</w:t>
      </w:r>
    </w:p>
    <w:p w:rsidR="007B2329" w:rsidRDefault="007B2329" w:rsidP="007B2329">
      <w:r>
        <w:t>265.0563</w:t>
      </w:r>
      <w:r>
        <w:tab/>
        <w:t>2.025e0</w:t>
      </w:r>
    </w:p>
    <w:p w:rsidR="007B2329" w:rsidRDefault="007B2329" w:rsidP="007B2329">
      <w:r>
        <w:t>265.0673</w:t>
      </w:r>
      <w:r>
        <w:tab/>
        <w:t>3.038e0</w:t>
      </w:r>
    </w:p>
    <w:p w:rsidR="007B2329" w:rsidRDefault="007B2329" w:rsidP="007B2329">
      <w:r>
        <w:t>265.0873</w:t>
      </w:r>
      <w:r>
        <w:tab/>
        <w:t>1.013e0</w:t>
      </w:r>
    </w:p>
    <w:p w:rsidR="007B2329" w:rsidRDefault="007B2329" w:rsidP="007B2329">
      <w:r>
        <w:t>265.0999</w:t>
      </w:r>
      <w:r>
        <w:tab/>
        <w:t>4.051e0</w:t>
      </w:r>
    </w:p>
    <w:p w:rsidR="007B2329" w:rsidRDefault="007B2329" w:rsidP="007B2329">
      <w:r>
        <w:t>265.1070</w:t>
      </w:r>
      <w:r>
        <w:tab/>
        <w:t>1.013e0</w:t>
      </w:r>
    </w:p>
    <w:p w:rsidR="007B2329" w:rsidRDefault="007B2329" w:rsidP="007B2329">
      <w:r>
        <w:t>265.1119</w:t>
      </w:r>
      <w:r>
        <w:tab/>
        <w:t>1.013e0</w:t>
      </w:r>
    </w:p>
    <w:p w:rsidR="007B2329" w:rsidRDefault="007B2329" w:rsidP="007B2329">
      <w:r>
        <w:t>265.1340</w:t>
      </w:r>
      <w:r>
        <w:tab/>
        <w:t>1.013e0</w:t>
      </w:r>
    </w:p>
    <w:p w:rsidR="007B2329" w:rsidRDefault="007B2329" w:rsidP="007B2329">
      <w:r>
        <w:t>265.1415</w:t>
      </w:r>
      <w:r>
        <w:tab/>
        <w:t>6.076e0</w:t>
      </w:r>
    </w:p>
    <w:p w:rsidR="007B2329" w:rsidRDefault="007B2329" w:rsidP="007B2329">
      <w:r>
        <w:t>265.1480</w:t>
      </w:r>
      <w:r>
        <w:tab/>
        <w:t>3.051e0</w:t>
      </w:r>
    </w:p>
    <w:p w:rsidR="007B2329" w:rsidRDefault="007B2329" w:rsidP="007B2329">
      <w:r>
        <w:t>265.1510</w:t>
      </w:r>
      <w:r>
        <w:tab/>
        <w:t>1.013e0</w:t>
      </w:r>
    </w:p>
    <w:p w:rsidR="007B2329" w:rsidRDefault="007B2329" w:rsidP="007B2329">
      <w:r>
        <w:t>265.1599</w:t>
      </w:r>
      <w:r>
        <w:tab/>
        <w:t>2.025e0</w:t>
      </w:r>
    </w:p>
    <w:p w:rsidR="007B2329" w:rsidRDefault="007B2329" w:rsidP="007B2329">
      <w:r>
        <w:t>265.1728</w:t>
      </w:r>
      <w:r>
        <w:tab/>
        <w:t>1.013e0</w:t>
      </w:r>
    </w:p>
    <w:p w:rsidR="007B2329" w:rsidRDefault="007B2329" w:rsidP="007B2329">
      <w:r>
        <w:t>265.1913</w:t>
      </w:r>
      <w:r>
        <w:tab/>
        <w:t>1.038e0</w:t>
      </w:r>
    </w:p>
    <w:p w:rsidR="007B2329" w:rsidRDefault="007B2329" w:rsidP="007B2329">
      <w:r>
        <w:lastRenderedPageBreak/>
        <w:t>265.1936</w:t>
      </w:r>
      <w:r>
        <w:tab/>
        <w:t>2.025e0</w:t>
      </w:r>
    </w:p>
    <w:p w:rsidR="007B2329" w:rsidRDefault="007B2329" w:rsidP="007B2329">
      <w:r>
        <w:t>265.1952</w:t>
      </w:r>
      <w:r>
        <w:tab/>
        <w:t>1.013e0</w:t>
      </w:r>
    </w:p>
    <w:p w:rsidR="007B2329" w:rsidRDefault="007B2329" w:rsidP="007B2329">
      <w:r>
        <w:t>265.2008</w:t>
      </w:r>
      <w:r>
        <w:tab/>
        <w:t>1.025e0</w:t>
      </w:r>
    </w:p>
    <w:p w:rsidR="007B2329" w:rsidRDefault="007B2329" w:rsidP="007B2329">
      <w:r>
        <w:t>265.2197</w:t>
      </w:r>
      <w:r>
        <w:tab/>
        <w:t>1.013e0</w:t>
      </w:r>
    </w:p>
    <w:p w:rsidR="007B2329" w:rsidRDefault="007B2329" w:rsidP="007B2329">
      <w:r>
        <w:t>265.2385</w:t>
      </w:r>
      <w:r>
        <w:tab/>
        <w:t>1.013e0</w:t>
      </w:r>
    </w:p>
    <w:p w:rsidR="007B2329" w:rsidRDefault="007B2329" w:rsidP="007B2329">
      <w:r>
        <w:t>265.2505</w:t>
      </w:r>
      <w:r>
        <w:tab/>
        <w:t>1.013e0</w:t>
      </w:r>
    </w:p>
    <w:p w:rsidR="007B2329" w:rsidRDefault="007B2329" w:rsidP="007B2329">
      <w:r>
        <w:t>265.2543</w:t>
      </w:r>
      <w:r>
        <w:tab/>
        <w:t>1.013e0</w:t>
      </w:r>
    </w:p>
    <w:p w:rsidR="007B2329" w:rsidRDefault="007B2329" w:rsidP="007B2329">
      <w:r>
        <w:t>265.2686</w:t>
      </w:r>
      <w:r>
        <w:tab/>
        <w:t>1.013e0</w:t>
      </w:r>
    </w:p>
    <w:p w:rsidR="007B2329" w:rsidRDefault="007B2329" w:rsidP="007B2329">
      <w:r>
        <w:t>265.2773</w:t>
      </w:r>
      <w:r>
        <w:tab/>
        <w:t>1.013e0</w:t>
      </w:r>
    </w:p>
    <w:p w:rsidR="007B2329" w:rsidRDefault="007B2329" w:rsidP="007B2329">
      <w:r>
        <w:t>265.2833</w:t>
      </w:r>
      <w:r>
        <w:tab/>
        <w:t>2.025e0</w:t>
      </w:r>
    </w:p>
    <w:p w:rsidR="007B2329" w:rsidRDefault="007B2329" w:rsidP="007B2329">
      <w:r>
        <w:t>265.3078</w:t>
      </w:r>
      <w:r>
        <w:tab/>
        <w:t>2.025e0</w:t>
      </w:r>
    </w:p>
    <w:p w:rsidR="007B2329" w:rsidRDefault="007B2329" w:rsidP="007B2329">
      <w:r>
        <w:t>265.3121</w:t>
      </w:r>
      <w:r>
        <w:tab/>
        <w:t>1.013e0</w:t>
      </w:r>
    </w:p>
    <w:p w:rsidR="007B2329" w:rsidRDefault="007B2329" w:rsidP="007B2329">
      <w:r>
        <w:t>265.3160</w:t>
      </w:r>
      <w:r>
        <w:tab/>
        <w:t>2.025e0</w:t>
      </w:r>
    </w:p>
    <w:p w:rsidR="007B2329" w:rsidRDefault="007B2329" w:rsidP="007B2329">
      <w:r>
        <w:t>265.3279</w:t>
      </w:r>
      <w:r>
        <w:tab/>
        <w:t>1.013e0</w:t>
      </w:r>
    </w:p>
    <w:p w:rsidR="007B2329" w:rsidRDefault="007B2329" w:rsidP="007B2329">
      <w:r>
        <w:t>265.3323</w:t>
      </w:r>
      <w:r>
        <w:tab/>
        <w:t>1.013e0</w:t>
      </w:r>
    </w:p>
    <w:p w:rsidR="007B2329" w:rsidRDefault="007B2329" w:rsidP="007B2329">
      <w:r>
        <w:t>265.3471</w:t>
      </w:r>
      <w:r>
        <w:tab/>
        <w:t>1.013e0</w:t>
      </w:r>
    </w:p>
    <w:p w:rsidR="007B2329" w:rsidRDefault="007B2329" w:rsidP="007B2329">
      <w:r>
        <w:t>265.3510</w:t>
      </w:r>
      <w:r>
        <w:tab/>
        <w:t>1.013e0</w:t>
      </w:r>
    </w:p>
    <w:p w:rsidR="007B2329" w:rsidRDefault="007B2329" w:rsidP="007B2329">
      <w:r>
        <w:t>265.3589</w:t>
      </w:r>
      <w:r>
        <w:tab/>
        <w:t>2.025e0</w:t>
      </w:r>
    </w:p>
    <w:p w:rsidR="007B2329" w:rsidRDefault="007B2329" w:rsidP="007B2329">
      <w:r>
        <w:t>265.3650</w:t>
      </w:r>
      <w:r>
        <w:tab/>
        <w:t>3.051e0</w:t>
      </w:r>
    </w:p>
    <w:p w:rsidR="007B2329" w:rsidRDefault="007B2329" w:rsidP="007B2329">
      <w:r>
        <w:lastRenderedPageBreak/>
        <w:t>265.3668</w:t>
      </w:r>
      <w:r>
        <w:tab/>
        <w:t>1.013e0</w:t>
      </w:r>
    </w:p>
    <w:p w:rsidR="007B2329" w:rsidRDefault="007B2329" w:rsidP="007B2329">
      <w:r>
        <w:t>265.3897</w:t>
      </w:r>
      <w:r>
        <w:tab/>
        <w:t>1.013e0</w:t>
      </w:r>
    </w:p>
    <w:p w:rsidR="007B2329" w:rsidRDefault="007B2329" w:rsidP="007B2329">
      <w:r>
        <w:t>265.3957</w:t>
      </w:r>
      <w:r>
        <w:tab/>
        <w:t>2.025e0</w:t>
      </w:r>
    </w:p>
    <w:p w:rsidR="007B2329" w:rsidRDefault="007B2329" w:rsidP="007B2329">
      <w:r>
        <w:t>265.4156</w:t>
      </w:r>
      <w:r>
        <w:tab/>
        <w:t>1.013e0</w:t>
      </w:r>
    </w:p>
    <w:p w:rsidR="007B2329" w:rsidRDefault="007B2329" w:rsidP="007B2329">
      <w:r>
        <w:t>265.4184</w:t>
      </w:r>
      <w:r>
        <w:tab/>
        <w:t>2.025e0</w:t>
      </w:r>
    </w:p>
    <w:p w:rsidR="007B2329" w:rsidRDefault="007B2329" w:rsidP="007B2329">
      <w:r>
        <w:t>265.4262</w:t>
      </w:r>
      <w:r>
        <w:tab/>
        <w:t>2.038e0</w:t>
      </w:r>
    </w:p>
    <w:p w:rsidR="007B2329" w:rsidRDefault="007B2329" w:rsidP="007B2329">
      <w:r>
        <w:t>265.4325</w:t>
      </w:r>
      <w:r>
        <w:tab/>
        <w:t>2.025e0</w:t>
      </w:r>
    </w:p>
    <w:p w:rsidR="007B2329" w:rsidRDefault="007B2329" w:rsidP="007B2329">
      <w:r>
        <w:t>265.4499</w:t>
      </w:r>
      <w:r>
        <w:tab/>
        <w:t>1.013e0</w:t>
      </w:r>
    </w:p>
    <w:p w:rsidR="007B2329" w:rsidRDefault="007B2329" w:rsidP="007B2329">
      <w:r>
        <w:t>265.4697</w:t>
      </w:r>
      <w:r>
        <w:tab/>
        <w:t>5.063e0</w:t>
      </w:r>
    </w:p>
    <w:p w:rsidR="007B2329" w:rsidRDefault="007B2329" w:rsidP="007B2329">
      <w:r>
        <w:t>265.4714</w:t>
      </w:r>
      <w:r>
        <w:tab/>
        <w:t>2.025e0</w:t>
      </w:r>
    </w:p>
    <w:p w:rsidR="007B2329" w:rsidRDefault="007B2329" w:rsidP="007B2329">
      <w:r>
        <w:t>265.4933</w:t>
      </w:r>
      <w:r>
        <w:tab/>
        <w:t>3.038e0</w:t>
      </w:r>
    </w:p>
    <w:p w:rsidR="007B2329" w:rsidRDefault="007B2329" w:rsidP="007B2329">
      <w:r>
        <w:t>265.5042</w:t>
      </w:r>
      <w:r>
        <w:tab/>
        <w:t>2.025e0</w:t>
      </w:r>
    </w:p>
    <w:p w:rsidR="007B2329" w:rsidRDefault="007B2329" w:rsidP="007B2329">
      <w:r>
        <w:t>265.5294</w:t>
      </w:r>
      <w:r>
        <w:tab/>
        <w:t>2.025e0</w:t>
      </w:r>
    </w:p>
    <w:p w:rsidR="007B2329" w:rsidRDefault="007B2329" w:rsidP="007B2329">
      <w:r>
        <w:t>265.5371</w:t>
      </w:r>
      <w:r>
        <w:tab/>
        <w:t>1.013e0</w:t>
      </w:r>
    </w:p>
    <w:p w:rsidR="007B2329" w:rsidRDefault="007B2329" w:rsidP="007B2329">
      <w:r>
        <w:t>265.5677</w:t>
      </w:r>
      <w:r>
        <w:tab/>
        <w:t>2.025e0</w:t>
      </w:r>
    </w:p>
    <w:p w:rsidR="007B2329" w:rsidRDefault="007B2329" w:rsidP="007B2329">
      <w:r>
        <w:t>265.5758</w:t>
      </w:r>
      <w:r>
        <w:tab/>
        <w:t>1.013e0</w:t>
      </w:r>
    </w:p>
    <w:p w:rsidR="007B2329" w:rsidRDefault="007B2329" w:rsidP="007B2329">
      <w:r>
        <w:t>265.5799</w:t>
      </w:r>
      <w:r>
        <w:tab/>
        <w:t>1.013e0</w:t>
      </w:r>
    </w:p>
    <w:p w:rsidR="007B2329" w:rsidRDefault="007B2329" w:rsidP="007B2329">
      <w:r>
        <w:t>265.5839</w:t>
      </w:r>
      <w:r>
        <w:tab/>
        <w:t>1.013e0</w:t>
      </w:r>
    </w:p>
    <w:p w:rsidR="007B2329" w:rsidRDefault="007B2329" w:rsidP="007B2329">
      <w:r>
        <w:t>265.5922</w:t>
      </w:r>
      <w:r>
        <w:tab/>
        <w:t>1.013e0</w:t>
      </w:r>
    </w:p>
    <w:p w:rsidR="007B2329" w:rsidRDefault="007B2329" w:rsidP="007B2329">
      <w:r>
        <w:lastRenderedPageBreak/>
        <w:t>265.6069</w:t>
      </w:r>
      <w:r>
        <w:tab/>
        <w:t>2.025e0</w:t>
      </w:r>
    </w:p>
    <w:p w:rsidR="007B2329" w:rsidRDefault="007B2329" w:rsidP="007B2329">
      <w:r>
        <w:t>265.6187</w:t>
      </w:r>
      <w:r>
        <w:tab/>
        <w:t>2.025e0</w:t>
      </w:r>
    </w:p>
    <w:p w:rsidR="007B2329" w:rsidRDefault="007B2329" w:rsidP="007B2329">
      <w:r>
        <w:t>265.6227</w:t>
      </w:r>
      <w:r>
        <w:tab/>
        <w:t>2.025e0</w:t>
      </w:r>
    </w:p>
    <w:p w:rsidR="007B2329" w:rsidRDefault="007B2329" w:rsidP="007B2329">
      <w:r>
        <w:t>265.6269</w:t>
      </w:r>
      <w:r>
        <w:tab/>
        <w:t>4.756e0</w:t>
      </w:r>
    </w:p>
    <w:p w:rsidR="007B2329" w:rsidRDefault="007B2329" w:rsidP="007B2329">
      <w:r>
        <w:t>265.6314</w:t>
      </w:r>
      <w:r>
        <w:tab/>
        <w:t>1.013e0</w:t>
      </w:r>
    </w:p>
    <w:p w:rsidR="007B2329" w:rsidRDefault="007B2329" w:rsidP="007B2329">
      <w:r>
        <w:t>265.6477</w:t>
      </w:r>
      <w:r>
        <w:tab/>
        <w:t>2.025e0</w:t>
      </w:r>
    </w:p>
    <w:p w:rsidR="007B2329" w:rsidRDefault="007B2329" w:rsidP="007B2329">
      <w:r>
        <w:t>265.6495</w:t>
      </w:r>
      <w:r>
        <w:tab/>
        <w:t>2.025e0</w:t>
      </w:r>
    </w:p>
    <w:p w:rsidR="007B2329" w:rsidRDefault="007B2329" w:rsidP="007B2329">
      <w:r>
        <w:t>265.6555</w:t>
      </w:r>
      <w:r>
        <w:tab/>
        <w:t>3.038e0</w:t>
      </w:r>
    </w:p>
    <w:p w:rsidR="007B2329" w:rsidRDefault="007B2329" w:rsidP="007B2329">
      <w:r>
        <w:t>265.6576</w:t>
      </w:r>
      <w:r>
        <w:tab/>
        <w:t>1.013e0</w:t>
      </w:r>
    </w:p>
    <w:p w:rsidR="007B2329" w:rsidRDefault="007B2329" w:rsidP="007B2329">
      <w:r>
        <w:t>265.6594</w:t>
      </w:r>
      <w:r>
        <w:tab/>
        <w:t>2.025e0</w:t>
      </w:r>
    </w:p>
    <w:p w:rsidR="007B2329" w:rsidRDefault="007B2329" w:rsidP="007B2329">
      <w:r>
        <w:t>265.6706</w:t>
      </w:r>
      <w:r>
        <w:tab/>
        <w:t>1.013e0</w:t>
      </w:r>
    </w:p>
    <w:p w:rsidR="007B2329" w:rsidRDefault="007B2329" w:rsidP="007B2329">
      <w:r>
        <w:t>265.6844</w:t>
      </w:r>
      <w:r>
        <w:tab/>
        <w:t>1.013e0</w:t>
      </w:r>
    </w:p>
    <w:p w:rsidR="007B2329" w:rsidRDefault="007B2329" w:rsidP="007B2329">
      <w:r>
        <w:t>265.7271</w:t>
      </w:r>
      <w:r>
        <w:tab/>
        <w:t>1.013e0</w:t>
      </w:r>
    </w:p>
    <w:p w:rsidR="007B2329" w:rsidRDefault="007B2329" w:rsidP="007B2329">
      <w:r>
        <w:t>265.7292</w:t>
      </w:r>
      <w:r>
        <w:tab/>
        <w:t>2.025e0</w:t>
      </w:r>
    </w:p>
    <w:p w:rsidR="007B2329" w:rsidRDefault="007B2329" w:rsidP="007B2329">
      <w:r>
        <w:t>265.7394</w:t>
      </w:r>
      <w:r>
        <w:tab/>
        <w:t>2.025e0</w:t>
      </w:r>
    </w:p>
    <w:p w:rsidR="007B2329" w:rsidRDefault="007B2329" w:rsidP="007B2329">
      <w:r>
        <w:t>265.7491</w:t>
      </w:r>
      <w:r>
        <w:tab/>
        <w:t>1.013e0</w:t>
      </w:r>
    </w:p>
    <w:p w:rsidR="007B2329" w:rsidRDefault="007B2329" w:rsidP="007B2329">
      <w:r>
        <w:t>265.7581</w:t>
      </w:r>
      <w:r>
        <w:tab/>
        <w:t>1.013e0</w:t>
      </w:r>
    </w:p>
    <w:p w:rsidR="007B2329" w:rsidRDefault="007B2329" w:rsidP="007B2329">
      <w:r>
        <w:t>265.7601</w:t>
      </w:r>
      <w:r>
        <w:tab/>
        <w:t>2.025e0</w:t>
      </w:r>
    </w:p>
    <w:p w:rsidR="007B2329" w:rsidRDefault="007B2329" w:rsidP="007B2329">
      <w:r>
        <w:t>265.7660</w:t>
      </w:r>
      <w:r>
        <w:tab/>
        <w:t>1.013e0</w:t>
      </w:r>
    </w:p>
    <w:p w:rsidR="007B2329" w:rsidRDefault="007B2329" w:rsidP="007B2329">
      <w:r>
        <w:lastRenderedPageBreak/>
        <w:t>265.7739</w:t>
      </w:r>
      <w:r>
        <w:tab/>
        <w:t>1.013e0</w:t>
      </w:r>
    </w:p>
    <w:p w:rsidR="007B2329" w:rsidRDefault="007B2329" w:rsidP="007B2329">
      <w:r>
        <w:t>265.7767</w:t>
      </w:r>
      <w:r>
        <w:tab/>
        <w:t>2.025e0</w:t>
      </w:r>
    </w:p>
    <w:p w:rsidR="007B2329" w:rsidRDefault="007B2329" w:rsidP="007B2329">
      <w:r>
        <w:t>265.7878</w:t>
      </w:r>
      <w:r>
        <w:tab/>
        <w:t>3.038e0</w:t>
      </w:r>
    </w:p>
    <w:p w:rsidR="007B2329" w:rsidRDefault="007B2329" w:rsidP="007B2329">
      <w:r>
        <w:t>265.7930</w:t>
      </w:r>
      <w:r>
        <w:tab/>
        <w:t>1.013e0</w:t>
      </w:r>
    </w:p>
    <w:p w:rsidR="007B2329" w:rsidRDefault="007B2329" w:rsidP="007B2329">
      <w:r>
        <w:t>265.8009</w:t>
      </w:r>
      <w:r>
        <w:tab/>
        <w:t>3.038e0</w:t>
      </w:r>
    </w:p>
    <w:p w:rsidR="007B2329" w:rsidRDefault="007B2329" w:rsidP="007B2329">
      <w:r>
        <w:t>265.8229</w:t>
      </w:r>
      <w:r>
        <w:tab/>
        <w:t>1.013e0</w:t>
      </w:r>
    </w:p>
    <w:p w:rsidR="007B2329" w:rsidRDefault="007B2329" w:rsidP="007B2329">
      <w:r>
        <w:t>265.8398</w:t>
      </w:r>
      <w:r>
        <w:tab/>
        <w:t>1.013e0</w:t>
      </w:r>
    </w:p>
    <w:p w:rsidR="007B2329" w:rsidRDefault="007B2329" w:rsidP="007B2329">
      <w:r>
        <w:t>265.8436</w:t>
      </w:r>
      <w:r>
        <w:tab/>
        <w:t>2.025e0</w:t>
      </w:r>
    </w:p>
    <w:p w:rsidR="007B2329" w:rsidRDefault="007B2329" w:rsidP="007B2329">
      <w:r>
        <w:t>265.8476</w:t>
      </w:r>
      <w:r>
        <w:tab/>
        <w:t>1.013e0</w:t>
      </w:r>
    </w:p>
    <w:p w:rsidR="007B2329" w:rsidRDefault="007B2329" w:rsidP="007B2329">
      <w:r>
        <w:t>265.8523</w:t>
      </w:r>
      <w:r>
        <w:tab/>
        <w:t>1.013e0</w:t>
      </w:r>
    </w:p>
    <w:p w:rsidR="007B2329" w:rsidRDefault="007B2329" w:rsidP="007B2329">
      <w:r>
        <w:t>265.8666</w:t>
      </w:r>
      <w:r>
        <w:tab/>
        <w:t>1.013e0</w:t>
      </w:r>
    </w:p>
    <w:p w:rsidR="007B2329" w:rsidRDefault="007B2329" w:rsidP="007B2329">
      <w:r>
        <w:t>265.8786</w:t>
      </w:r>
      <w:r>
        <w:tab/>
        <w:t>1.013e0</w:t>
      </w:r>
    </w:p>
    <w:p w:rsidR="007B2329" w:rsidRDefault="007B2329" w:rsidP="007B2329">
      <w:r>
        <w:t>265.8866</w:t>
      </w:r>
      <w:r>
        <w:tab/>
        <w:t>1.013e0</w:t>
      </w:r>
    </w:p>
    <w:p w:rsidR="007B2329" w:rsidRDefault="007B2329" w:rsidP="007B2329">
      <w:r>
        <w:t>265.8922</w:t>
      </w:r>
      <w:r>
        <w:tab/>
        <w:t>1.025e0</w:t>
      </w:r>
    </w:p>
    <w:p w:rsidR="007B2329" w:rsidRDefault="007B2329" w:rsidP="007B2329">
      <w:r>
        <w:t>265.8964</w:t>
      </w:r>
      <w:r>
        <w:tab/>
        <w:t>1.013e0</w:t>
      </w:r>
    </w:p>
    <w:p w:rsidR="007B2329" w:rsidRDefault="007B2329" w:rsidP="007B2329">
      <w:r>
        <w:t>265.9013</w:t>
      </w:r>
      <w:r>
        <w:tab/>
        <w:t>1.013e0</w:t>
      </w:r>
    </w:p>
    <w:p w:rsidR="007B2329" w:rsidRDefault="007B2329" w:rsidP="007B2329">
      <w:r>
        <w:t>265.9308</w:t>
      </w:r>
      <w:r>
        <w:tab/>
        <w:t>2.025e0</w:t>
      </w:r>
    </w:p>
    <w:p w:rsidR="007B2329" w:rsidRDefault="007B2329" w:rsidP="007B2329">
      <w:r>
        <w:t>265.9403</w:t>
      </w:r>
      <w:r>
        <w:tab/>
        <w:t>1.013e0</w:t>
      </w:r>
    </w:p>
    <w:p w:rsidR="007B2329" w:rsidRDefault="007B2329" w:rsidP="007B2329">
      <w:r>
        <w:t>265.9523</w:t>
      </w:r>
      <w:r>
        <w:tab/>
        <w:t>1.013e0</w:t>
      </w:r>
    </w:p>
    <w:p w:rsidR="007B2329" w:rsidRDefault="007B2329" w:rsidP="007B2329">
      <w:r>
        <w:lastRenderedPageBreak/>
        <w:t>265.9563</w:t>
      </w:r>
      <w:r>
        <w:tab/>
        <w:t>1.013e0</w:t>
      </w:r>
    </w:p>
    <w:p w:rsidR="007B2329" w:rsidRDefault="007B2329" w:rsidP="007B2329">
      <w:r>
        <w:t>265.9579</w:t>
      </w:r>
      <w:r>
        <w:tab/>
        <w:t>2.025e0</w:t>
      </w:r>
    </w:p>
    <w:p w:rsidR="007B2329" w:rsidRDefault="007B2329" w:rsidP="007B2329">
      <w:r>
        <w:t>265.9602</w:t>
      </w:r>
      <w:r>
        <w:tab/>
        <w:t>1.013e0</w:t>
      </w:r>
    </w:p>
    <w:p w:rsidR="007B2329" w:rsidRDefault="007B2329" w:rsidP="007B2329">
      <w:r>
        <w:t>265.9711</w:t>
      </w:r>
      <w:r>
        <w:tab/>
        <w:t>3.051e0</w:t>
      </w:r>
    </w:p>
    <w:p w:rsidR="007B2329" w:rsidRDefault="007B2329" w:rsidP="007B2329">
      <w:r>
        <w:t>265.9832</w:t>
      </w:r>
      <w:r>
        <w:tab/>
        <w:t>2.025e0</w:t>
      </w:r>
    </w:p>
    <w:p w:rsidR="007B2329" w:rsidRDefault="007B2329" w:rsidP="007B2329">
      <w:r>
        <w:t>266.0063</w:t>
      </w:r>
      <w:r>
        <w:tab/>
        <w:t>2.025e0</w:t>
      </w:r>
    </w:p>
    <w:p w:rsidR="007B2329" w:rsidRDefault="007B2329" w:rsidP="007B2329">
      <w:r>
        <w:t>266.0142</w:t>
      </w:r>
      <w:r>
        <w:tab/>
        <w:t>1.013e0</w:t>
      </w:r>
    </w:p>
    <w:p w:rsidR="007B2329" w:rsidRDefault="007B2329" w:rsidP="007B2329">
      <w:r>
        <w:t>266.0260</w:t>
      </w:r>
      <w:r>
        <w:tab/>
        <w:t>1.013e0</w:t>
      </w:r>
    </w:p>
    <w:p w:rsidR="007B2329" w:rsidRDefault="007B2329" w:rsidP="007B2329">
      <w:r>
        <w:t>266.0275</w:t>
      </w:r>
      <w:r>
        <w:tab/>
        <w:t>3.038e0</w:t>
      </w:r>
    </w:p>
    <w:p w:rsidR="007B2329" w:rsidRDefault="007B2329" w:rsidP="007B2329">
      <w:r>
        <w:t>266.0300</w:t>
      </w:r>
      <w:r>
        <w:tab/>
        <w:t>2.025e0</w:t>
      </w:r>
    </w:p>
    <w:p w:rsidR="007B2329" w:rsidRDefault="007B2329" w:rsidP="007B2329">
      <w:r>
        <w:t>266.0322</w:t>
      </w:r>
      <w:r>
        <w:tab/>
        <w:t>2.025e0</w:t>
      </w:r>
    </w:p>
    <w:p w:rsidR="007B2329" w:rsidRDefault="007B2329" w:rsidP="007B2329">
      <w:r>
        <w:t>266.0339</w:t>
      </w:r>
      <w:r>
        <w:tab/>
        <w:t>1.013e0</w:t>
      </w:r>
    </w:p>
    <w:p w:rsidR="007B2329" w:rsidRDefault="007B2329" w:rsidP="007B2329">
      <w:r>
        <w:t>266.0533</w:t>
      </w:r>
      <w:r>
        <w:tab/>
        <w:t>3.038e0</w:t>
      </w:r>
    </w:p>
    <w:p w:rsidR="007B2329" w:rsidRDefault="007B2329" w:rsidP="007B2329">
      <w:r>
        <w:t>266.0608</w:t>
      </w:r>
      <w:r>
        <w:tab/>
        <w:t>1.013e0</w:t>
      </w:r>
    </w:p>
    <w:p w:rsidR="007B2329" w:rsidRDefault="007B2329" w:rsidP="007B2329">
      <w:r>
        <w:t>266.0687</w:t>
      </w:r>
      <w:r>
        <w:tab/>
        <w:t>1.013e0</w:t>
      </w:r>
    </w:p>
    <w:p w:rsidR="007B2329" w:rsidRDefault="007B2329" w:rsidP="007B2329">
      <w:r>
        <w:t>266.0854</w:t>
      </w:r>
      <w:r>
        <w:tab/>
        <w:t>3.038e0</w:t>
      </w:r>
    </w:p>
    <w:p w:rsidR="007B2329" w:rsidRDefault="007B2329" w:rsidP="007B2329">
      <w:r>
        <w:t>266.1175</w:t>
      </w:r>
      <w:r>
        <w:tab/>
        <w:t>3.038e0</w:t>
      </w:r>
    </w:p>
    <w:p w:rsidR="007B2329" w:rsidRDefault="007B2329" w:rsidP="007B2329">
      <w:r>
        <w:t>266.1223</w:t>
      </w:r>
      <w:r>
        <w:tab/>
        <w:t>1.013e0</w:t>
      </w:r>
    </w:p>
    <w:p w:rsidR="007B2329" w:rsidRDefault="007B2329" w:rsidP="007B2329">
      <w:r>
        <w:t>266.1265</w:t>
      </w:r>
      <w:r>
        <w:tab/>
        <w:t>2.025e0</w:t>
      </w:r>
    </w:p>
    <w:p w:rsidR="007B2329" w:rsidRDefault="007B2329" w:rsidP="007B2329">
      <w:r>
        <w:lastRenderedPageBreak/>
        <w:t>266.1288</w:t>
      </w:r>
      <w:r>
        <w:tab/>
        <w:t>3.063e0</w:t>
      </w:r>
    </w:p>
    <w:p w:rsidR="007B2329" w:rsidRDefault="007B2329" w:rsidP="007B2329">
      <w:r>
        <w:t>266.1325</w:t>
      </w:r>
      <w:r>
        <w:tab/>
        <w:t>1.025e0</w:t>
      </w:r>
    </w:p>
    <w:p w:rsidR="007B2329" w:rsidRDefault="007B2329" w:rsidP="007B2329">
      <w:r>
        <w:t>266.1493</w:t>
      </w:r>
      <w:r>
        <w:tab/>
        <w:t>4.373e0</w:t>
      </w:r>
    </w:p>
    <w:p w:rsidR="007B2329" w:rsidRDefault="007B2329" w:rsidP="007B2329">
      <w:r>
        <w:t>266.1519</w:t>
      </w:r>
      <w:r>
        <w:tab/>
        <w:t>2.025e0</w:t>
      </w:r>
    </w:p>
    <w:p w:rsidR="007B2329" w:rsidRDefault="007B2329" w:rsidP="007B2329">
      <w:r>
        <w:t>266.1565</w:t>
      </w:r>
      <w:r>
        <w:tab/>
        <w:t>4.051e0</w:t>
      </w:r>
    </w:p>
    <w:p w:rsidR="007B2329" w:rsidRDefault="007B2329" w:rsidP="007B2329">
      <w:r>
        <w:t>266.1627</w:t>
      </w:r>
      <w:r>
        <w:tab/>
        <w:t>5.063e0</w:t>
      </w:r>
    </w:p>
    <w:p w:rsidR="007B2329" w:rsidRDefault="007B2329" w:rsidP="007B2329">
      <w:r>
        <w:t>266.1674</w:t>
      </w:r>
      <w:r>
        <w:tab/>
        <w:t>2.532e-2</w:t>
      </w:r>
    </w:p>
    <w:p w:rsidR="007B2329" w:rsidRDefault="007B2329" w:rsidP="007B2329">
      <w:r>
        <w:t>266.1688</w:t>
      </w:r>
      <w:r>
        <w:tab/>
        <w:t>4.051e0</w:t>
      </w:r>
    </w:p>
    <w:p w:rsidR="007B2329" w:rsidRDefault="007B2329" w:rsidP="007B2329">
      <w:r>
        <w:t>266.1733</w:t>
      </w:r>
      <w:r>
        <w:tab/>
        <w:t>2.025e0</w:t>
      </w:r>
    </w:p>
    <w:p w:rsidR="007B2329" w:rsidRDefault="007B2329" w:rsidP="007B2329">
      <w:r>
        <w:t>266.1870</w:t>
      </w:r>
      <w:r>
        <w:tab/>
        <w:t>2.025e0</w:t>
      </w:r>
    </w:p>
    <w:p w:rsidR="007B2329" w:rsidRDefault="007B2329" w:rsidP="007B2329">
      <w:r>
        <w:t>266.2025</w:t>
      </w:r>
      <w:r>
        <w:tab/>
        <w:t>2.025e0</w:t>
      </w:r>
    </w:p>
    <w:p w:rsidR="007B2329" w:rsidRDefault="007B2329" w:rsidP="007B2329">
      <w:r>
        <w:t>266.2083</w:t>
      </w:r>
      <w:r>
        <w:tab/>
        <w:t>2.025e0</w:t>
      </w:r>
    </w:p>
    <w:p w:rsidR="007B2329" w:rsidRDefault="007B2329" w:rsidP="007B2329">
      <w:r>
        <w:t>266.2121</w:t>
      </w:r>
      <w:r>
        <w:tab/>
        <w:t>6.076e0</w:t>
      </w:r>
    </w:p>
    <w:p w:rsidR="007B2329" w:rsidRDefault="007B2329" w:rsidP="007B2329">
      <w:r>
        <w:t>266.2212</w:t>
      </w:r>
      <w:r>
        <w:tab/>
        <w:t>3.038e0</w:t>
      </w:r>
    </w:p>
    <w:p w:rsidR="007B2329" w:rsidRDefault="007B2329" w:rsidP="007B2329">
      <w:r>
        <w:t>266.2238</w:t>
      </w:r>
      <w:r>
        <w:tab/>
        <w:t>4.051e0</w:t>
      </w:r>
    </w:p>
    <w:p w:rsidR="007B2329" w:rsidRDefault="007B2329" w:rsidP="007B2329">
      <w:r>
        <w:t>266.2293</w:t>
      </w:r>
      <w:r>
        <w:tab/>
        <w:t>2.025e0</w:t>
      </w:r>
    </w:p>
    <w:p w:rsidR="007B2329" w:rsidRDefault="007B2329" w:rsidP="007B2329">
      <w:r>
        <w:t>266.2348</w:t>
      </w:r>
      <w:r>
        <w:tab/>
        <w:t>3.038e0</w:t>
      </w:r>
    </w:p>
    <w:p w:rsidR="007B2329" w:rsidRDefault="007B2329" w:rsidP="007B2329">
      <w:r>
        <w:t>266.2392</w:t>
      </w:r>
      <w:r>
        <w:tab/>
        <w:t>2.025e0</w:t>
      </w:r>
    </w:p>
    <w:p w:rsidR="007B2329" w:rsidRDefault="007B2329" w:rsidP="007B2329">
      <w:r>
        <w:t>266.2600</w:t>
      </w:r>
      <w:r>
        <w:tab/>
        <w:t>1.013e0</w:t>
      </w:r>
    </w:p>
    <w:p w:rsidR="007B2329" w:rsidRDefault="007B2329" w:rsidP="007B2329">
      <w:r>
        <w:lastRenderedPageBreak/>
        <w:t>266.2740</w:t>
      </w:r>
      <w:r>
        <w:tab/>
        <w:t>1.013e0</w:t>
      </w:r>
    </w:p>
    <w:p w:rsidR="007B2329" w:rsidRDefault="007B2329" w:rsidP="007B2329">
      <w:r>
        <w:t>266.2760</w:t>
      </w:r>
      <w:r>
        <w:tab/>
        <w:t>2.174e0</w:t>
      </w:r>
    </w:p>
    <w:p w:rsidR="007B2329" w:rsidRDefault="007B2329" w:rsidP="007B2329">
      <w:r>
        <w:t>266.2822</w:t>
      </w:r>
      <w:r>
        <w:tab/>
        <w:t>4.051e0</w:t>
      </w:r>
    </w:p>
    <w:p w:rsidR="007B2329" w:rsidRDefault="007B2329" w:rsidP="007B2329">
      <w:r>
        <w:t>266.2861</w:t>
      </w:r>
      <w:r>
        <w:tab/>
        <w:t>1.013e0</w:t>
      </w:r>
    </w:p>
    <w:p w:rsidR="007B2329" w:rsidRDefault="007B2329" w:rsidP="007B2329">
      <w:r>
        <w:t>266.2898</w:t>
      </w:r>
      <w:r>
        <w:tab/>
        <w:t>1.013e0</w:t>
      </w:r>
    </w:p>
    <w:p w:rsidR="007B2329" w:rsidRDefault="007B2329" w:rsidP="007B2329">
      <w:r>
        <w:t>266.3011</w:t>
      </w:r>
      <w:r>
        <w:tab/>
        <w:t>2.025e0</w:t>
      </w:r>
    </w:p>
    <w:p w:rsidR="007B2329" w:rsidRDefault="007B2329" w:rsidP="007B2329">
      <w:r>
        <w:t>266.3062</w:t>
      </w:r>
      <w:r>
        <w:tab/>
        <w:t>1.025e0</w:t>
      </w:r>
    </w:p>
    <w:p w:rsidR="007B2329" w:rsidRDefault="007B2329" w:rsidP="007B2329">
      <w:r>
        <w:t>266.3167</w:t>
      </w:r>
      <w:r>
        <w:tab/>
        <w:t>2.025e0</w:t>
      </w:r>
    </w:p>
    <w:p w:rsidR="007B2329" w:rsidRDefault="007B2329" w:rsidP="007B2329">
      <w:r>
        <w:t>266.3288</w:t>
      </w:r>
      <w:r>
        <w:tab/>
        <w:t>2.025e0</w:t>
      </w:r>
    </w:p>
    <w:p w:rsidR="007B2329" w:rsidRDefault="007B2329" w:rsidP="007B2329">
      <w:r>
        <w:t>266.3477</w:t>
      </w:r>
      <w:r>
        <w:tab/>
        <w:t>1.013e0</w:t>
      </w:r>
    </w:p>
    <w:p w:rsidR="007B2329" w:rsidRDefault="007B2329" w:rsidP="007B2329">
      <w:r>
        <w:t>266.3517</w:t>
      </w:r>
      <w:r>
        <w:tab/>
        <w:t>1.013e0</w:t>
      </w:r>
    </w:p>
    <w:p w:rsidR="007B2329" w:rsidRDefault="007B2329" w:rsidP="007B2329">
      <w:r>
        <w:t>266.3636</w:t>
      </w:r>
      <w:r>
        <w:tab/>
        <w:t>1.013e0</w:t>
      </w:r>
    </w:p>
    <w:p w:rsidR="007B2329" w:rsidRDefault="007B2329" w:rsidP="007B2329">
      <w:r>
        <w:t>266.3945</w:t>
      </w:r>
      <w:r>
        <w:tab/>
        <w:t>1.013e0</w:t>
      </w:r>
    </w:p>
    <w:p w:rsidR="007B2329" w:rsidRDefault="007B2329" w:rsidP="007B2329">
      <w:r>
        <w:t>266.3986</w:t>
      </w:r>
      <w:r>
        <w:tab/>
        <w:t>3.038e0</w:t>
      </w:r>
    </w:p>
    <w:p w:rsidR="007B2329" w:rsidRDefault="007B2329" w:rsidP="007B2329">
      <w:r>
        <w:t>266.4002</w:t>
      </w:r>
      <w:r>
        <w:tab/>
        <w:t>1.025e0</w:t>
      </w:r>
    </w:p>
    <w:p w:rsidR="007B2329" w:rsidRDefault="007B2329" w:rsidP="007B2329">
      <w:r>
        <w:t>266.4174</w:t>
      </w:r>
      <w:r>
        <w:tab/>
        <w:t>1.013e0</w:t>
      </w:r>
    </w:p>
    <w:p w:rsidR="007B2329" w:rsidRDefault="007B2329" w:rsidP="007B2329">
      <w:r>
        <w:t>266.4274</w:t>
      </w:r>
      <w:r>
        <w:tab/>
        <w:t>1.025e0</w:t>
      </w:r>
    </w:p>
    <w:p w:rsidR="007B2329" w:rsidRDefault="007B2329" w:rsidP="007B2329">
      <w:r>
        <w:t>266.4374</w:t>
      </w:r>
      <w:r>
        <w:tab/>
        <w:t>2.025e0</w:t>
      </w:r>
    </w:p>
    <w:p w:rsidR="007B2329" w:rsidRDefault="007B2329" w:rsidP="007B2329">
      <w:r>
        <w:t>266.4394</w:t>
      </w:r>
      <w:r>
        <w:tab/>
        <w:t>2.025e0</w:t>
      </w:r>
    </w:p>
    <w:p w:rsidR="007B2329" w:rsidRDefault="007B2329" w:rsidP="007B2329">
      <w:r>
        <w:lastRenderedPageBreak/>
        <w:t>266.4602</w:t>
      </w:r>
      <w:r>
        <w:tab/>
        <w:t>1.013e0</w:t>
      </w:r>
    </w:p>
    <w:p w:rsidR="007B2329" w:rsidRDefault="007B2329" w:rsidP="007B2329">
      <w:r>
        <w:t>266.4643</w:t>
      </w:r>
      <w:r>
        <w:tab/>
        <w:t>1.013e0</w:t>
      </w:r>
    </w:p>
    <w:p w:rsidR="007B2329" w:rsidRDefault="007B2329" w:rsidP="007B2329">
      <w:r>
        <w:t>266.4683</w:t>
      </w:r>
      <w:r>
        <w:tab/>
        <w:t>2.025e0</w:t>
      </w:r>
    </w:p>
    <w:p w:rsidR="007B2329" w:rsidRDefault="007B2329" w:rsidP="007B2329">
      <w:r>
        <w:t>266.4724</w:t>
      </w:r>
      <w:r>
        <w:tab/>
        <w:t>1.013e0</w:t>
      </w:r>
    </w:p>
    <w:p w:rsidR="007B2329" w:rsidRDefault="007B2329" w:rsidP="007B2329">
      <w:r>
        <w:t>266.4862</w:t>
      </w:r>
      <w:r>
        <w:tab/>
        <w:t>2.025e0</w:t>
      </w:r>
    </w:p>
    <w:p w:rsidR="007B2329" w:rsidRDefault="007B2329" w:rsidP="007B2329">
      <w:r>
        <w:t>266.4952</w:t>
      </w:r>
      <w:r>
        <w:tab/>
        <w:t>1.013e0</w:t>
      </w:r>
    </w:p>
    <w:p w:rsidR="007B2329" w:rsidRDefault="007B2329" w:rsidP="007B2329">
      <w:r>
        <w:t>266.4991</w:t>
      </w:r>
      <w:r>
        <w:tab/>
        <w:t>1.013e0</w:t>
      </w:r>
    </w:p>
    <w:p w:rsidR="007B2329" w:rsidRDefault="007B2329" w:rsidP="007B2329">
      <w:r>
        <w:t>266.5110</w:t>
      </w:r>
      <w:r>
        <w:tab/>
        <w:t>2.025e0</w:t>
      </w:r>
    </w:p>
    <w:p w:rsidR="007B2329" w:rsidRDefault="007B2329" w:rsidP="007B2329">
      <w:r>
        <w:t>266.5163</w:t>
      </w:r>
      <w:r>
        <w:tab/>
        <w:t>2.025e0</w:t>
      </w:r>
    </w:p>
    <w:p w:rsidR="007B2329" w:rsidRDefault="007B2329" w:rsidP="007B2329">
      <w:r>
        <w:t>266.5301</w:t>
      </w:r>
      <w:r>
        <w:tab/>
        <w:t>1.013e0</w:t>
      </w:r>
    </w:p>
    <w:p w:rsidR="007B2329" w:rsidRDefault="007B2329" w:rsidP="007B2329">
      <w:r>
        <w:t>266.5388</w:t>
      </w:r>
      <w:r>
        <w:tab/>
        <w:t>3.038e0</w:t>
      </w:r>
    </w:p>
    <w:p w:rsidR="007B2329" w:rsidRDefault="007B2329" w:rsidP="007B2329">
      <w:r>
        <w:t>266.5421</w:t>
      </w:r>
      <w:r>
        <w:tab/>
        <w:t>1.013e0</w:t>
      </w:r>
    </w:p>
    <w:p w:rsidR="007B2329" w:rsidRDefault="007B2329" w:rsidP="007B2329">
      <w:r>
        <w:t>266.5503</w:t>
      </w:r>
      <w:r>
        <w:tab/>
        <w:t>4.051e0</w:t>
      </w:r>
    </w:p>
    <w:p w:rsidR="007B2329" w:rsidRDefault="007B2329" w:rsidP="007B2329">
      <w:r>
        <w:t>266.5530</w:t>
      </w:r>
      <w:r>
        <w:tab/>
        <w:t>2.025e0</w:t>
      </w:r>
    </w:p>
    <w:p w:rsidR="007B2329" w:rsidRDefault="007B2329" w:rsidP="007B2329">
      <w:r>
        <w:t>266.5629</w:t>
      </w:r>
      <w:r>
        <w:tab/>
        <w:t>3.038e0</w:t>
      </w:r>
    </w:p>
    <w:p w:rsidR="007B2329" w:rsidRDefault="007B2329" w:rsidP="007B2329">
      <w:r>
        <w:t>266.5688</w:t>
      </w:r>
      <w:r>
        <w:tab/>
        <w:t>1.013e0</w:t>
      </w:r>
    </w:p>
    <w:p w:rsidR="007B2329" w:rsidRDefault="007B2329" w:rsidP="007B2329">
      <w:r>
        <w:t>266.5810</w:t>
      </w:r>
      <w:r>
        <w:tab/>
        <w:t>1.013e0</w:t>
      </w:r>
    </w:p>
    <w:p w:rsidR="007B2329" w:rsidRDefault="007B2329" w:rsidP="007B2329">
      <w:r>
        <w:t>266.5928</w:t>
      </w:r>
      <w:r>
        <w:tab/>
        <w:t>4.051e0</w:t>
      </w:r>
    </w:p>
    <w:p w:rsidR="007B2329" w:rsidRDefault="007B2329" w:rsidP="007B2329">
      <w:r>
        <w:t>266.6012</w:t>
      </w:r>
      <w:r>
        <w:tab/>
        <w:t>2.025e0</w:t>
      </w:r>
    </w:p>
    <w:p w:rsidR="007B2329" w:rsidRDefault="007B2329" w:rsidP="007B2329">
      <w:r>
        <w:lastRenderedPageBreak/>
        <w:t>266.6039</w:t>
      </w:r>
      <w:r>
        <w:tab/>
        <w:t>1.013e0</w:t>
      </w:r>
    </w:p>
    <w:p w:rsidR="007B2329" w:rsidRDefault="007B2329" w:rsidP="007B2329">
      <w:r>
        <w:t>266.6077</w:t>
      </w:r>
      <w:r>
        <w:tab/>
        <w:t>2.025e0</w:t>
      </w:r>
    </w:p>
    <w:p w:rsidR="007B2329" w:rsidRDefault="007B2329" w:rsidP="007B2329">
      <w:r>
        <w:t>266.6197</w:t>
      </w:r>
      <w:r>
        <w:tab/>
        <w:t>1.013e0</w:t>
      </w:r>
    </w:p>
    <w:p w:rsidR="007B2329" w:rsidRDefault="007B2329" w:rsidP="007B2329">
      <w:r>
        <w:t>266.6715</w:t>
      </w:r>
      <w:r>
        <w:tab/>
        <w:t>2.025e0</w:t>
      </w:r>
    </w:p>
    <w:p w:rsidR="007B2329" w:rsidRDefault="007B2329" w:rsidP="007B2329">
      <w:r>
        <w:t>266.6775</w:t>
      </w:r>
      <w:r>
        <w:tab/>
        <w:t>1.013e0</w:t>
      </w:r>
    </w:p>
    <w:p w:rsidR="007B2329" w:rsidRDefault="007B2329" w:rsidP="007B2329">
      <w:r>
        <w:t>266.6855</w:t>
      </w:r>
      <w:r>
        <w:tab/>
        <w:t>3.038e0</w:t>
      </w:r>
    </w:p>
    <w:p w:rsidR="007B2329" w:rsidRDefault="007B2329" w:rsidP="007B2329">
      <w:r>
        <w:t>266.7125</w:t>
      </w:r>
      <w:r>
        <w:tab/>
        <w:t>1.013e0</w:t>
      </w:r>
    </w:p>
    <w:p w:rsidR="007B2329" w:rsidRDefault="007B2329" w:rsidP="007B2329">
      <w:r>
        <w:t>266.7241</w:t>
      </w:r>
      <w:r>
        <w:tab/>
        <w:t>4.051e0</w:t>
      </w:r>
    </w:p>
    <w:p w:rsidR="007B2329" w:rsidRDefault="007B2329" w:rsidP="007B2329">
      <w:r>
        <w:t>266.7470</w:t>
      </w:r>
      <w:r>
        <w:tab/>
        <w:t>1.013e0</w:t>
      </w:r>
    </w:p>
    <w:p w:rsidR="007B2329" w:rsidRDefault="007B2329" w:rsidP="007B2329">
      <w:r>
        <w:t>266.7513</w:t>
      </w:r>
      <w:r>
        <w:tab/>
        <w:t>1.013e0</w:t>
      </w:r>
    </w:p>
    <w:p w:rsidR="007B2329" w:rsidRDefault="007B2329" w:rsidP="007B2329">
      <w:r>
        <w:t>266.7552</w:t>
      </w:r>
      <w:r>
        <w:tab/>
        <w:t>1.013e0</w:t>
      </w:r>
    </w:p>
    <w:p w:rsidR="007B2329" w:rsidRDefault="007B2329" w:rsidP="007B2329">
      <w:r>
        <w:t>266.7765</w:t>
      </w:r>
      <w:r>
        <w:tab/>
        <w:t>2.025e0</w:t>
      </w:r>
    </w:p>
    <w:p w:rsidR="007B2329" w:rsidRDefault="007B2329" w:rsidP="007B2329">
      <w:r>
        <w:t>266.7834</w:t>
      </w:r>
      <w:r>
        <w:tab/>
        <w:t>1.025e0</w:t>
      </w:r>
    </w:p>
    <w:p w:rsidR="007B2329" w:rsidRDefault="007B2329" w:rsidP="007B2329">
      <w:r>
        <w:t>266.7941</w:t>
      </w:r>
      <w:r>
        <w:tab/>
        <w:t>1.013e0</w:t>
      </w:r>
    </w:p>
    <w:p w:rsidR="007B2329" w:rsidRDefault="007B2329" w:rsidP="007B2329">
      <w:r>
        <w:t>266.8008</w:t>
      </w:r>
      <w:r>
        <w:tab/>
        <w:t>2.038e0</w:t>
      </w:r>
    </w:p>
    <w:p w:rsidR="007B2329" w:rsidRDefault="007B2329" w:rsidP="007B2329">
      <w:r>
        <w:t>266.8110</w:t>
      </w:r>
      <w:r>
        <w:tab/>
        <w:t>1.013e0</w:t>
      </w:r>
    </w:p>
    <w:p w:rsidR="007B2329" w:rsidRDefault="007B2329" w:rsidP="007B2329">
      <w:r>
        <w:t>266.8180</w:t>
      </w:r>
      <w:r>
        <w:tab/>
        <w:t>1.025e0</w:t>
      </w:r>
    </w:p>
    <w:p w:rsidR="007B2329" w:rsidRDefault="007B2329" w:rsidP="007B2329">
      <w:r>
        <w:t>266.8331</w:t>
      </w:r>
      <w:r>
        <w:tab/>
        <w:t>1.013e0</w:t>
      </w:r>
    </w:p>
    <w:p w:rsidR="007B2329" w:rsidRDefault="007B2329" w:rsidP="007B2329">
      <w:r>
        <w:t>266.8371</w:t>
      </w:r>
      <w:r>
        <w:tab/>
        <w:t>1.013e0</w:t>
      </w:r>
    </w:p>
    <w:p w:rsidR="007B2329" w:rsidRDefault="007B2329" w:rsidP="007B2329">
      <w:r>
        <w:lastRenderedPageBreak/>
        <w:t>266.8504</w:t>
      </w:r>
      <w:r>
        <w:tab/>
        <w:t>3.038e0</w:t>
      </w:r>
    </w:p>
    <w:p w:rsidR="007B2329" w:rsidRDefault="007B2329" w:rsidP="007B2329">
      <w:r>
        <w:t>266.8554</w:t>
      </w:r>
      <w:r>
        <w:tab/>
        <w:t>1.013e0</w:t>
      </w:r>
    </w:p>
    <w:p w:rsidR="007B2329" w:rsidRDefault="007B2329" w:rsidP="007B2329">
      <w:r>
        <w:t>266.8564</w:t>
      </w:r>
      <w:r>
        <w:tab/>
        <w:t>2.025e0</w:t>
      </w:r>
    </w:p>
    <w:p w:rsidR="007B2329" w:rsidRDefault="007B2329" w:rsidP="007B2329">
      <w:r>
        <w:t>266.8759</w:t>
      </w:r>
      <w:r>
        <w:tab/>
        <w:t>1.013e0</w:t>
      </w:r>
    </w:p>
    <w:p w:rsidR="007B2329" w:rsidRDefault="007B2329" w:rsidP="007B2329">
      <w:r>
        <w:t>266.8802</w:t>
      </w:r>
      <w:r>
        <w:tab/>
        <w:t>7.089e0</w:t>
      </w:r>
    </w:p>
    <w:p w:rsidR="007B2329" w:rsidRDefault="007B2329" w:rsidP="007B2329">
      <w:r>
        <w:t>266.8873</w:t>
      </w:r>
      <w:r>
        <w:tab/>
        <w:t>2.025e0</w:t>
      </w:r>
    </w:p>
    <w:p w:rsidR="007B2329" w:rsidRDefault="007B2329" w:rsidP="007B2329">
      <w:r>
        <w:t>266.9147</w:t>
      </w:r>
      <w:r>
        <w:tab/>
        <w:t>1.013e0</w:t>
      </w:r>
    </w:p>
    <w:p w:rsidR="007B2329" w:rsidRDefault="007B2329" w:rsidP="007B2329">
      <w:r>
        <w:t>266.9358</w:t>
      </w:r>
      <w:r>
        <w:tab/>
        <w:t>2.025e0</w:t>
      </w:r>
    </w:p>
    <w:p w:rsidR="007B2329" w:rsidRDefault="007B2329" w:rsidP="007B2329">
      <w:r>
        <w:t>266.9377</w:t>
      </w:r>
      <w:r>
        <w:tab/>
        <w:t>1.013e0</w:t>
      </w:r>
    </w:p>
    <w:p w:rsidR="007B2329" w:rsidRDefault="007B2329" w:rsidP="007B2329">
      <w:r>
        <w:t>266.9397</w:t>
      </w:r>
      <w:r>
        <w:tab/>
        <w:t>2.083e0</w:t>
      </w:r>
    </w:p>
    <w:p w:rsidR="007B2329" w:rsidRDefault="007B2329" w:rsidP="007B2329">
      <w:r>
        <w:t>266.9417</w:t>
      </w:r>
      <w:r>
        <w:tab/>
        <w:t>1.013e0</w:t>
      </w:r>
    </w:p>
    <w:p w:rsidR="007B2329" w:rsidRDefault="007B2329" w:rsidP="007B2329">
      <w:r>
        <w:t>266.9658</w:t>
      </w:r>
      <w:r>
        <w:tab/>
        <w:t>2.025e0</w:t>
      </w:r>
    </w:p>
    <w:p w:rsidR="007B2329" w:rsidRDefault="007B2329" w:rsidP="007B2329">
      <w:r>
        <w:t>266.9766</w:t>
      </w:r>
      <w:r>
        <w:tab/>
        <w:t>3.797e-2</w:t>
      </w:r>
    </w:p>
    <w:p w:rsidR="007B2329" w:rsidRDefault="007B2329" w:rsidP="007B2329">
      <w:r>
        <w:t>266.9846</w:t>
      </w:r>
      <w:r>
        <w:tab/>
        <w:t>1.013e0</w:t>
      </w:r>
    </w:p>
    <w:p w:rsidR="007B2329" w:rsidRDefault="007B2329" w:rsidP="007B2329">
      <w:r>
        <w:t>266.9884</w:t>
      </w:r>
      <w:r>
        <w:tab/>
        <w:t>1.013e0</w:t>
      </w:r>
    </w:p>
    <w:p w:rsidR="007B2329" w:rsidRDefault="007B2329" w:rsidP="007B2329">
      <w:r>
        <w:t>266.9932</w:t>
      </w:r>
      <w:r>
        <w:tab/>
        <w:t>1.013e0</w:t>
      </w:r>
    </w:p>
    <w:p w:rsidR="007B2329" w:rsidRDefault="007B2329" w:rsidP="007B2329">
      <w:r>
        <w:t>266.9971</w:t>
      </w:r>
      <w:r>
        <w:tab/>
        <w:t>1.324e0</w:t>
      </w:r>
    </w:p>
    <w:p w:rsidR="007B2329" w:rsidRDefault="007B2329" w:rsidP="007B2329">
      <w:r>
        <w:t>267.0327</w:t>
      </w:r>
      <w:r>
        <w:tab/>
        <w:t>1.013e0</w:t>
      </w:r>
    </w:p>
    <w:p w:rsidR="007B2329" w:rsidRDefault="007B2329" w:rsidP="007B2329">
      <w:r>
        <w:t>267.0379</w:t>
      </w:r>
      <w:r>
        <w:tab/>
        <w:t>5.063e0</w:t>
      </w:r>
    </w:p>
    <w:p w:rsidR="007B2329" w:rsidRDefault="007B2329" w:rsidP="007B2329">
      <w:r>
        <w:lastRenderedPageBreak/>
        <w:t>267.0407</w:t>
      </w:r>
      <w:r>
        <w:tab/>
        <w:t>3.038e0</w:t>
      </w:r>
    </w:p>
    <w:p w:rsidR="007B2329" w:rsidRDefault="007B2329" w:rsidP="007B2329">
      <w:r>
        <w:t>267.0503</w:t>
      </w:r>
      <w:r>
        <w:tab/>
        <w:t>1.013e0</w:t>
      </w:r>
    </w:p>
    <w:p w:rsidR="007B2329" w:rsidRDefault="007B2329" w:rsidP="007B2329">
      <w:r>
        <w:t>267.0623</w:t>
      </w:r>
      <w:r>
        <w:tab/>
        <w:t>1.013e0</w:t>
      </w:r>
    </w:p>
    <w:p w:rsidR="007B2329" w:rsidRDefault="007B2329" w:rsidP="007B2329">
      <w:r>
        <w:t>267.0892</w:t>
      </w:r>
      <w:r>
        <w:tab/>
        <w:t>3.038e0</w:t>
      </w:r>
    </w:p>
    <w:p w:rsidR="007B2329" w:rsidRDefault="007B2329" w:rsidP="007B2329">
      <w:r>
        <w:t>267.0912</w:t>
      </w:r>
      <w:r>
        <w:tab/>
        <w:t>2.025e0</w:t>
      </w:r>
    </w:p>
    <w:p w:rsidR="007B2329" w:rsidRDefault="007B2329" w:rsidP="007B2329">
      <w:r>
        <w:t>267.0998</w:t>
      </w:r>
      <w:r>
        <w:tab/>
        <w:t>2.025e0</w:t>
      </w:r>
    </w:p>
    <w:p w:rsidR="007B2329" w:rsidRDefault="007B2329" w:rsidP="007B2329">
      <w:r>
        <w:t>267.1008</w:t>
      </w:r>
      <w:r>
        <w:tab/>
        <w:t>3.038e0</w:t>
      </w:r>
    </w:p>
    <w:p w:rsidR="007B2329" w:rsidRDefault="007B2329" w:rsidP="007B2329">
      <w:r>
        <w:t>267.1045</w:t>
      </w:r>
      <w:r>
        <w:tab/>
        <w:t>2.025e0</w:t>
      </w:r>
    </w:p>
    <w:p w:rsidR="007B2329" w:rsidRDefault="007B2329" w:rsidP="007B2329">
      <w:r>
        <w:t>267.1115</w:t>
      </w:r>
      <w:r>
        <w:tab/>
        <w:t>1.013e0</w:t>
      </w:r>
    </w:p>
    <w:p w:rsidR="007B2329" w:rsidRDefault="007B2329" w:rsidP="007B2329">
      <w:r>
        <w:t>267.1162</w:t>
      </w:r>
      <w:r>
        <w:tab/>
        <w:t>1.013e0</w:t>
      </w:r>
    </w:p>
    <w:p w:rsidR="007B2329" w:rsidRDefault="007B2329" w:rsidP="007B2329">
      <w:r>
        <w:t>267.1345</w:t>
      </w:r>
      <w:r>
        <w:tab/>
        <w:t>2.025e0</w:t>
      </w:r>
    </w:p>
    <w:p w:rsidR="007B2329" w:rsidRDefault="007B2329" w:rsidP="007B2329">
      <w:r>
        <w:t>267.1372</w:t>
      </w:r>
      <w:r>
        <w:tab/>
        <w:t>2.025e0</w:t>
      </w:r>
    </w:p>
    <w:p w:rsidR="007B2329" w:rsidRDefault="007B2329" w:rsidP="007B2329">
      <w:r>
        <w:t>267.1400</w:t>
      </w:r>
      <w:r>
        <w:tab/>
        <w:t>2.025e0</w:t>
      </w:r>
    </w:p>
    <w:p w:rsidR="007B2329" w:rsidRDefault="007B2329" w:rsidP="007B2329">
      <w:r>
        <w:t>267.1476</w:t>
      </w:r>
      <w:r>
        <w:tab/>
        <w:t>6.076e0</w:t>
      </w:r>
    </w:p>
    <w:p w:rsidR="007B2329" w:rsidRDefault="007B2329" w:rsidP="007B2329">
      <w:r>
        <w:t>267.1709</w:t>
      </w:r>
      <w:r>
        <w:tab/>
        <w:t>3.038e0</w:t>
      </w:r>
    </w:p>
    <w:p w:rsidR="007B2329" w:rsidRDefault="007B2329" w:rsidP="007B2329">
      <w:r>
        <w:t>267.1757</w:t>
      </w:r>
      <w:r>
        <w:tab/>
        <w:t>1.013e0</w:t>
      </w:r>
    </w:p>
    <w:p w:rsidR="007B2329" w:rsidRDefault="007B2329" w:rsidP="007B2329">
      <w:r>
        <w:t>267.1855</w:t>
      </w:r>
      <w:r>
        <w:tab/>
        <w:t>1.013e0</w:t>
      </w:r>
    </w:p>
    <w:p w:rsidR="007B2329" w:rsidRDefault="007B2329" w:rsidP="007B2329">
      <w:r>
        <w:t>267.1979</w:t>
      </w:r>
      <w:r>
        <w:tab/>
        <w:t>2.025e0</w:t>
      </w:r>
    </w:p>
    <w:p w:rsidR="007B2329" w:rsidRDefault="007B2329" w:rsidP="007B2329">
      <w:r>
        <w:t>267.2206</w:t>
      </w:r>
      <w:r>
        <w:tab/>
        <w:t>4.051e0</w:t>
      </w:r>
    </w:p>
    <w:p w:rsidR="007B2329" w:rsidRDefault="007B2329" w:rsidP="007B2329">
      <w:r>
        <w:lastRenderedPageBreak/>
        <w:t>267.2249</w:t>
      </w:r>
      <w:r>
        <w:tab/>
        <w:t>1.013e0</w:t>
      </w:r>
    </w:p>
    <w:p w:rsidR="007B2329" w:rsidRDefault="007B2329" w:rsidP="007B2329">
      <w:r>
        <w:t>267.2327</w:t>
      </w:r>
      <w:r>
        <w:tab/>
        <w:t>1.013e0</w:t>
      </w:r>
    </w:p>
    <w:p w:rsidR="007B2329" w:rsidRDefault="007B2329" w:rsidP="007B2329">
      <w:r>
        <w:t>267.2430</w:t>
      </w:r>
      <w:r>
        <w:tab/>
        <w:t>1.025e0</w:t>
      </w:r>
    </w:p>
    <w:p w:rsidR="007B2329" w:rsidRDefault="007B2329" w:rsidP="007B2329">
      <w:r>
        <w:t>267.2457</w:t>
      </w:r>
      <w:r>
        <w:tab/>
        <w:t>2.025e0</w:t>
      </w:r>
    </w:p>
    <w:p w:rsidR="007B2329" w:rsidRDefault="007B2329" w:rsidP="007B2329">
      <w:r>
        <w:t>267.2545</w:t>
      </w:r>
      <w:r>
        <w:tab/>
        <w:t>3.038e0</w:t>
      </w:r>
    </w:p>
    <w:p w:rsidR="007B2329" w:rsidRDefault="007B2329" w:rsidP="007B2329">
      <w:r>
        <w:t>267.2594</w:t>
      </w:r>
      <w:r>
        <w:tab/>
        <w:t>1.013e0</w:t>
      </w:r>
    </w:p>
    <w:p w:rsidR="007B2329" w:rsidRDefault="007B2329" w:rsidP="007B2329">
      <w:r>
        <w:t>267.2606</w:t>
      </w:r>
      <w:r>
        <w:tab/>
        <w:t>2.325e0</w:t>
      </w:r>
    </w:p>
    <w:p w:rsidR="007B2329" w:rsidRDefault="007B2329" w:rsidP="007B2329">
      <w:r>
        <w:t>267.2796</w:t>
      </w:r>
      <w:r>
        <w:tab/>
        <w:t>1.013e0</w:t>
      </w:r>
    </w:p>
    <w:p w:rsidR="007B2329" w:rsidRDefault="007B2329" w:rsidP="007B2329">
      <w:r>
        <w:t>267.2874</w:t>
      </w:r>
      <w:r>
        <w:tab/>
        <w:t>2.025e0</w:t>
      </w:r>
    </w:p>
    <w:p w:rsidR="007B2329" w:rsidRDefault="007B2329" w:rsidP="007B2329">
      <w:r>
        <w:t>267.2890</w:t>
      </w:r>
      <w:r>
        <w:tab/>
        <w:t>2.025e0</w:t>
      </w:r>
    </w:p>
    <w:p w:rsidR="007B2329" w:rsidRDefault="007B2329" w:rsidP="007B2329">
      <w:r>
        <w:t>267.3334</w:t>
      </w:r>
      <w:r>
        <w:tab/>
        <w:t>1.013e0</w:t>
      </w:r>
    </w:p>
    <w:p w:rsidR="007B2329" w:rsidRDefault="007B2329" w:rsidP="007B2329">
      <w:r>
        <w:t>267.3458</w:t>
      </w:r>
      <w:r>
        <w:tab/>
        <w:t>3.038e0</w:t>
      </w:r>
    </w:p>
    <w:p w:rsidR="007B2329" w:rsidRDefault="007B2329" w:rsidP="007B2329">
      <w:r>
        <w:t>267.3665</w:t>
      </w:r>
      <w:r>
        <w:tab/>
        <w:t>2.025e0</w:t>
      </w:r>
    </w:p>
    <w:p w:rsidR="007B2329" w:rsidRDefault="007B2329" w:rsidP="007B2329">
      <w:r>
        <w:t>267.3680</w:t>
      </w:r>
      <w:r>
        <w:tab/>
        <w:t>1.013e0</w:t>
      </w:r>
    </w:p>
    <w:p w:rsidR="007B2329" w:rsidRDefault="007B2329" w:rsidP="007B2329">
      <w:r>
        <w:t>267.3844</w:t>
      </w:r>
      <w:r>
        <w:tab/>
        <w:t>1.013e0</w:t>
      </w:r>
    </w:p>
    <w:p w:rsidR="007B2329" w:rsidRDefault="007B2329" w:rsidP="007B2329">
      <w:r>
        <w:t>267.3976</w:t>
      </w:r>
      <w:r>
        <w:tab/>
        <w:t>1.013e0</w:t>
      </w:r>
    </w:p>
    <w:p w:rsidR="007B2329" w:rsidRDefault="007B2329" w:rsidP="007B2329">
      <w:r>
        <w:t>267.4134</w:t>
      </w:r>
      <w:r>
        <w:tab/>
        <w:t>1.025e0</w:t>
      </w:r>
    </w:p>
    <w:p w:rsidR="007B2329" w:rsidRDefault="007B2329" w:rsidP="007B2329">
      <w:r>
        <w:t>267.4193</w:t>
      </w:r>
      <w:r>
        <w:tab/>
        <w:t>1.013e0</w:t>
      </w:r>
    </w:p>
    <w:p w:rsidR="007B2329" w:rsidRDefault="007B2329" w:rsidP="007B2329">
      <w:r>
        <w:t>267.4255</w:t>
      </w:r>
      <w:r>
        <w:tab/>
        <w:t>2.025e0</w:t>
      </w:r>
    </w:p>
    <w:p w:rsidR="007B2329" w:rsidRDefault="007B2329" w:rsidP="007B2329">
      <w:r>
        <w:lastRenderedPageBreak/>
        <w:t>267.4272</w:t>
      </w:r>
      <w:r>
        <w:tab/>
        <w:t>1.013e0</w:t>
      </w:r>
    </w:p>
    <w:p w:rsidR="007B2329" w:rsidRDefault="007B2329" w:rsidP="007B2329">
      <w:r>
        <w:t>267.4502</w:t>
      </w:r>
      <w:r>
        <w:tab/>
        <w:t>1.013e0</w:t>
      </w:r>
    </w:p>
    <w:p w:rsidR="007B2329" w:rsidRDefault="007B2329" w:rsidP="007B2329">
      <w:r>
        <w:t>267.4601</w:t>
      </w:r>
      <w:r>
        <w:tab/>
        <w:t>2.025e0</w:t>
      </w:r>
    </w:p>
    <w:p w:rsidR="007B2329" w:rsidRDefault="007B2329" w:rsidP="007B2329">
      <w:r>
        <w:t>267.4805</w:t>
      </w:r>
      <w:r>
        <w:tab/>
        <w:t>2.025e0</w:t>
      </w:r>
    </w:p>
    <w:p w:rsidR="007B2329" w:rsidRDefault="007B2329" w:rsidP="007B2329">
      <w:r>
        <w:t>267.4934</w:t>
      </w:r>
      <w:r>
        <w:tab/>
        <w:t>3.038e0</w:t>
      </w:r>
    </w:p>
    <w:p w:rsidR="007B2329" w:rsidRDefault="007B2329" w:rsidP="007B2329">
      <w:r>
        <w:t>267.4971</w:t>
      </w:r>
      <w:r>
        <w:tab/>
        <w:t>1.013e0</w:t>
      </w:r>
    </w:p>
    <w:p w:rsidR="007B2329" w:rsidRDefault="007B2329" w:rsidP="007B2329">
      <w:r>
        <w:t>267.5067</w:t>
      </w:r>
      <w:r>
        <w:tab/>
        <w:t>2.025e0</w:t>
      </w:r>
    </w:p>
    <w:p w:rsidR="007B2329" w:rsidRDefault="007B2329" w:rsidP="007B2329">
      <w:r>
        <w:t>267.5110</w:t>
      </w:r>
      <w:r>
        <w:tab/>
        <w:t>2.025e0</w:t>
      </w:r>
    </w:p>
    <w:p w:rsidR="007B2329" w:rsidRDefault="007B2329" w:rsidP="007B2329">
      <w:r>
        <w:t>267.5455</w:t>
      </w:r>
      <w:r>
        <w:tab/>
        <w:t>2.025e0</w:t>
      </w:r>
    </w:p>
    <w:p w:rsidR="007B2329" w:rsidRDefault="007B2329" w:rsidP="007B2329">
      <w:r>
        <w:t>267.5506</w:t>
      </w:r>
      <w:r>
        <w:tab/>
        <w:t>2.025e0</w:t>
      </w:r>
    </w:p>
    <w:p w:rsidR="007B2329" w:rsidRDefault="007B2329" w:rsidP="007B2329">
      <w:r>
        <w:t>267.5550</w:t>
      </w:r>
      <w:r>
        <w:tab/>
        <w:t>1.013e0</w:t>
      </w:r>
    </w:p>
    <w:p w:rsidR="007B2329" w:rsidRDefault="007B2329" w:rsidP="007B2329">
      <w:r>
        <w:t>267.5589</w:t>
      </w:r>
      <w:r>
        <w:tab/>
        <w:t>1.013e0</w:t>
      </w:r>
    </w:p>
    <w:p w:rsidR="007B2329" w:rsidRDefault="007B2329" w:rsidP="007B2329">
      <w:r>
        <w:t>267.5630</w:t>
      </w:r>
      <w:r>
        <w:tab/>
        <w:t>1.013e0</w:t>
      </w:r>
    </w:p>
    <w:p w:rsidR="007B2329" w:rsidRDefault="007B2329" w:rsidP="007B2329">
      <w:r>
        <w:t>267.5938</w:t>
      </w:r>
      <w:r>
        <w:tab/>
        <w:t>1.013e0</w:t>
      </w:r>
    </w:p>
    <w:p w:rsidR="007B2329" w:rsidRDefault="007B2329" w:rsidP="007B2329">
      <w:r>
        <w:t>267.6058</w:t>
      </w:r>
      <w:r>
        <w:tab/>
        <w:t>3.038e0</w:t>
      </w:r>
    </w:p>
    <w:p w:rsidR="007B2329" w:rsidRDefault="007B2329" w:rsidP="007B2329">
      <w:r>
        <w:t>267.6120</w:t>
      </w:r>
      <w:r>
        <w:tab/>
        <w:t>2.025e0</w:t>
      </w:r>
    </w:p>
    <w:p w:rsidR="007B2329" w:rsidRDefault="007B2329" w:rsidP="007B2329">
      <w:r>
        <w:t>267.6217</w:t>
      </w:r>
      <w:r>
        <w:tab/>
        <w:t>1.025e0</w:t>
      </w:r>
    </w:p>
    <w:p w:rsidR="007B2329" w:rsidRDefault="007B2329" w:rsidP="007B2329">
      <w:r>
        <w:t>267.6368</w:t>
      </w:r>
      <w:r>
        <w:tab/>
        <w:t>5.063e0</w:t>
      </w:r>
    </w:p>
    <w:p w:rsidR="007B2329" w:rsidRDefault="007B2329" w:rsidP="007B2329">
      <w:r>
        <w:t>267.6447</w:t>
      </w:r>
      <w:r>
        <w:tab/>
        <w:t>1.013e0</w:t>
      </w:r>
    </w:p>
    <w:p w:rsidR="007B2329" w:rsidRDefault="007B2329" w:rsidP="007B2329">
      <w:r>
        <w:lastRenderedPageBreak/>
        <w:t>267.6542</w:t>
      </w:r>
      <w:r>
        <w:tab/>
        <w:t>2.025e0</w:t>
      </w:r>
    </w:p>
    <w:p w:rsidR="007B2329" w:rsidRDefault="007B2329" w:rsidP="007B2329">
      <w:r>
        <w:t>267.6592</w:t>
      </w:r>
      <w:r>
        <w:tab/>
        <w:t>1.013e0</w:t>
      </w:r>
    </w:p>
    <w:p w:rsidR="007B2329" w:rsidRDefault="007B2329" w:rsidP="007B2329">
      <w:r>
        <w:t>267.6638</w:t>
      </w:r>
      <w:r>
        <w:tab/>
        <w:t>1.013e0</w:t>
      </w:r>
    </w:p>
    <w:p w:rsidR="007B2329" w:rsidRDefault="007B2329" w:rsidP="007B2329">
      <w:r>
        <w:t>267.6925</w:t>
      </w:r>
      <w:r>
        <w:tab/>
        <w:t>4.051e0</w:t>
      </w:r>
    </w:p>
    <w:p w:rsidR="007B2329" w:rsidRDefault="007B2329" w:rsidP="007B2329">
      <w:r>
        <w:t>267.6938</w:t>
      </w:r>
      <w:r>
        <w:tab/>
        <w:t>1.013e0</w:t>
      </w:r>
    </w:p>
    <w:p w:rsidR="007B2329" w:rsidRDefault="007B2329" w:rsidP="007B2329">
      <w:r>
        <w:t>267.7024</w:t>
      </w:r>
      <w:r>
        <w:tab/>
        <w:t>3.038e0</w:t>
      </w:r>
    </w:p>
    <w:p w:rsidR="007B2329" w:rsidRDefault="007B2329" w:rsidP="007B2329">
      <w:r>
        <w:t>267.7065</w:t>
      </w:r>
      <w:r>
        <w:tab/>
        <w:t>1.013e0</w:t>
      </w:r>
    </w:p>
    <w:p w:rsidR="007B2329" w:rsidRDefault="007B2329" w:rsidP="007B2329">
      <w:r>
        <w:t>267.7455</w:t>
      </w:r>
      <w:r>
        <w:tab/>
        <w:t>1.013e0</w:t>
      </w:r>
    </w:p>
    <w:p w:rsidR="007B2329" w:rsidRDefault="007B2329" w:rsidP="007B2329">
      <w:r>
        <w:t>267.7495</w:t>
      </w:r>
      <w:r>
        <w:tab/>
        <w:t>1.013e0</w:t>
      </w:r>
    </w:p>
    <w:p w:rsidR="007B2329" w:rsidRDefault="007B2329" w:rsidP="007B2329">
      <w:r>
        <w:t>267.7629</w:t>
      </w:r>
      <w:r>
        <w:tab/>
        <w:t>2.025e0</w:t>
      </w:r>
    </w:p>
    <w:p w:rsidR="007B2329" w:rsidRDefault="007B2329" w:rsidP="007B2329">
      <w:r>
        <w:t>267.7725</w:t>
      </w:r>
      <w:r>
        <w:tab/>
        <w:t>1.013e0</w:t>
      </w:r>
    </w:p>
    <w:p w:rsidR="007B2329" w:rsidRDefault="007B2329" w:rsidP="007B2329">
      <w:r>
        <w:t>267.7976</w:t>
      </w:r>
      <w:r>
        <w:tab/>
        <w:t>1.013e0</w:t>
      </w:r>
    </w:p>
    <w:p w:rsidR="007B2329" w:rsidRDefault="007B2329" w:rsidP="007B2329">
      <w:r>
        <w:t>267.8024</w:t>
      </w:r>
      <w:r>
        <w:tab/>
        <w:t>1.013e0</w:t>
      </w:r>
    </w:p>
    <w:p w:rsidR="007B2329" w:rsidRDefault="007B2329" w:rsidP="007B2329">
      <w:r>
        <w:t>267.8271</w:t>
      </w:r>
      <w:r>
        <w:tab/>
        <w:t>1.013e0</w:t>
      </w:r>
    </w:p>
    <w:p w:rsidR="007B2329" w:rsidRDefault="007B2329" w:rsidP="007B2329">
      <w:r>
        <w:t>267.8464</w:t>
      </w:r>
      <w:r>
        <w:tab/>
        <w:t>2.025e0</w:t>
      </w:r>
    </w:p>
    <w:p w:rsidR="007B2329" w:rsidRDefault="007B2329" w:rsidP="007B2329">
      <w:r>
        <w:t>267.8502</w:t>
      </w:r>
      <w:r>
        <w:tab/>
        <w:t>1.013e0</w:t>
      </w:r>
    </w:p>
    <w:p w:rsidR="007B2329" w:rsidRDefault="007B2329" w:rsidP="007B2329">
      <w:r>
        <w:t>267.8852</w:t>
      </w:r>
      <w:r>
        <w:tab/>
        <w:t>3.038e0</w:t>
      </w:r>
    </w:p>
    <w:p w:rsidR="007B2329" w:rsidRDefault="007B2329" w:rsidP="007B2329">
      <w:r>
        <w:t>267.8891</w:t>
      </w:r>
      <w:r>
        <w:tab/>
        <w:t>2.025e0</w:t>
      </w:r>
    </w:p>
    <w:p w:rsidR="007B2329" w:rsidRDefault="007B2329" w:rsidP="007B2329">
      <w:r>
        <w:t>267.9162</w:t>
      </w:r>
      <w:r>
        <w:tab/>
        <w:t>1.013e0</w:t>
      </w:r>
    </w:p>
    <w:p w:rsidR="007B2329" w:rsidRDefault="007B2329" w:rsidP="007B2329">
      <w:r>
        <w:lastRenderedPageBreak/>
        <w:t>267.9185</w:t>
      </w:r>
      <w:r>
        <w:tab/>
        <w:t>1.025e0</w:t>
      </w:r>
    </w:p>
    <w:p w:rsidR="007B2329" w:rsidRDefault="007B2329" w:rsidP="007B2329">
      <w:r>
        <w:t>267.9281</w:t>
      </w:r>
      <w:r>
        <w:tab/>
        <w:t>1.013e0</w:t>
      </w:r>
    </w:p>
    <w:p w:rsidR="007B2329" w:rsidRDefault="007B2329" w:rsidP="007B2329">
      <w:r>
        <w:t>267.9322</w:t>
      </w:r>
      <w:r>
        <w:tab/>
        <w:t>1.013e0</w:t>
      </w:r>
    </w:p>
    <w:p w:rsidR="007B2329" w:rsidRDefault="007B2329" w:rsidP="007B2329">
      <w:r>
        <w:t>267.9408</w:t>
      </w:r>
      <w:r>
        <w:tab/>
        <w:t>2.025e0</w:t>
      </w:r>
    </w:p>
    <w:p w:rsidR="007B2329" w:rsidRDefault="007B2329" w:rsidP="007B2329">
      <w:r>
        <w:t>267.9507</w:t>
      </w:r>
      <w:r>
        <w:tab/>
        <w:t>3.038e0</w:t>
      </w:r>
    </w:p>
    <w:p w:rsidR="007B2329" w:rsidRDefault="007B2329" w:rsidP="007B2329">
      <w:r>
        <w:t>267.9630</w:t>
      </w:r>
      <w:r>
        <w:tab/>
        <w:t>2.025e0</w:t>
      </w:r>
    </w:p>
    <w:p w:rsidR="007B2329" w:rsidRDefault="007B2329" w:rsidP="007B2329">
      <w:r>
        <w:t>267.9754</w:t>
      </w:r>
      <w:r>
        <w:tab/>
        <w:t>1.013e0</w:t>
      </w:r>
    </w:p>
    <w:p w:rsidR="007B2329" w:rsidRDefault="007B2329" w:rsidP="007B2329">
      <w:r>
        <w:t>267.9939</w:t>
      </w:r>
      <w:r>
        <w:tab/>
        <w:t>1.013e0</w:t>
      </w:r>
    </w:p>
    <w:p w:rsidR="007B2329" w:rsidRDefault="007B2329" w:rsidP="007B2329">
      <w:r>
        <w:t>268.0127</w:t>
      </w:r>
      <w:r>
        <w:tab/>
        <w:t>4.051e0</w:t>
      </w:r>
    </w:p>
    <w:p w:rsidR="007B2329" w:rsidRDefault="007B2329" w:rsidP="007B2329">
      <w:r>
        <w:t>268.0152</w:t>
      </w:r>
      <w:r>
        <w:tab/>
        <w:t>3.038e0</w:t>
      </w:r>
    </w:p>
    <w:p w:rsidR="007B2329" w:rsidRDefault="007B2329" w:rsidP="007B2329">
      <w:r>
        <w:t>268.0248</w:t>
      </w:r>
      <w:r>
        <w:tab/>
        <w:t>1.013e0</w:t>
      </w:r>
    </w:p>
    <w:p w:rsidR="007B2329" w:rsidRDefault="007B2329" w:rsidP="007B2329">
      <w:r>
        <w:t>268.0307</w:t>
      </w:r>
      <w:r>
        <w:tab/>
        <w:t>2.025e0</w:t>
      </w:r>
    </w:p>
    <w:p w:rsidR="007B2329" w:rsidRDefault="007B2329" w:rsidP="007B2329">
      <w:r>
        <w:t>268.0329</w:t>
      </w:r>
      <w:r>
        <w:tab/>
        <w:t>3.038e0</w:t>
      </w:r>
    </w:p>
    <w:p w:rsidR="007B2329" w:rsidRDefault="007B2329" w:rsidP="007B2329">
      <w:r>
        <w:t>268.0369</w:t>
      </w:r>
      <w:r>
        <w:tab/>
        <w:t>1.013e0</w:t>
      </w:r>
    </w:p>
    <w:p w:rsidR="007B2329" w:rsidRDefault="007B2329" w:rsidP="007B2329">
      <w:r>
        <w:t>268.0447</w:t>
      </w:r>
      <w:r>
        <w:tab/>
        <w:t>1.013e0</w:t>
      </w:r>
    </w:p>
    <w:p w:rsidR="007B2329" w:rsidRDefault="007B2329" w:rsidP="007B2329">
      <w:r>
        <w:t>268.0545</w:t>
      </w:r>
      <w:r>
        <w:tab/>
        <w:t>1.013e0</w:t>
      </w:r>
    </w:p>
    <w:p w:rsidR="007B2329" w:rsidRDefault="007B2329" w:rsidP="007B2329">
      <w:r>
        <w:t>268.0797</w:t>
      </w:r>
      <w:r>
        <w:tab/>
        <w:t>1.013e0</w:t>
      </w:r>
    </w:p>
    <w:p w:rsidR="007B2329" w:rsidRDefault="007B2329" w:rsidP="007B2329">
      <w:r>
        <w:t>268.1028</w:t>
      </w:r>
      <w:r>
        <w:tab/>
        <w:t>1.013e0</w:t>
      </w:r>
    </w:p>
    <w:p w:rsidR="007B2329" w:rsidRDefault="007B2329" w:rsidP="007B2329">
      <w:r>
        <w:t>268.1331</w:t>
      </w:r>
      <w:r>
        <w:tab/>
        <w:t>2.269e1</w:t>
      </w:r>
    </w:p>
    <w:p w:rsidR="007B2329" w:rsidRDefault="007B2329" w:rsidP="007B2329">
      <w:r>
        <w:lastRenderedPageBreak/>
        <w:t>268.1348</w:t>
      </w:r>
      <w:r>
        <w:tab/>
        <w:t>1.481e2</w:t>
      </w:r>
    </w:p>
    <w:p w:rsidR="007B2329" w:rsidRDefault="007B2329" w:rsidP="007B2329">
      <w:r>
        <w:t>268.1373</w:t>
      </w:r>
      <w:r>
        <w:tab/>
        <w:t>5.783e1</w:t>
      </w:r>
    </w:p>
    <w:p w:rsidR="007B2329" w:rsidRDefault="007B2329" w:rsidP="007B2329">
      <w:r>
        <w:t>268.1384</w:t>
      </w:r>
      <w:r>
        <w:tab/>
        <w:t>2.019e1</w:t>
      </w:r>
    </w:p>
    <w:p w:rsidR="007B2329" w:rsidRDefault="007B2329" w:rsidP="007B2329">
      <w:r>
        <w:t>268.1615</w:t>
      </w:r>
      <w:r>
        <w:tab/>
        <w:t>2.089e1</w:t>
      </w:r>
    </w:p>
    <w:p w:rsidR="007B2329" w:rsidRDefault="007B2329" w:rsidP="007B2329">
      <w:r>
        <w:t>268.1636</w:t>
      </w:r>
      <w:r>
        <w:tab/>
        <w:t>2.063e0</w:t>
      </w:r>
    </w:p>
    <w:p w:rsidR="007B2329" w:rsidRDefault="007B2329" w:rsidP="007B2329">
      <w:r>
        <w:t>268.1716</w:t>
      </w:r>
      <w:r>
        <w:tab/>
        <w:t>1.527e1</w:t>
      </w:r>
    </w:p>
    <w:p w:rsidR="007B2329" w:rsidRDefault="007B2329" w:rsidP="007B2329">
      <w:r>
        <w:t>268.1736</w:t>
      </w:r>
      <w:r>
        <w:tab/>
        <w:t>8.185e0</w:t>
      </w:r>
    </w:p>
    <w:p w:rsidR="007B2329" w:rsidRDefault="007B2329" w:rsidP="007B2329">
      <w:r>
        <w:t>268.1750</w:t>
      </w:r>
      <w:r>
        <w:tab/>
        <w:t>3.783e1</w:t>
      </w:r>
    </w:p>
    <w:p w:rsidR="007B2329" w:rsidRDefault="007B2329" w:rsidP="007B2329">
      <w:r>
        <w:t>268.1782</w:t>
      </w:r>
      <w:r>
        <w:tab/>
        <w:t>1.297e1</w:t>
      </w:r>
    </w:p>
    <w:p w:rsidR="007B2329" w:rsidRDefault="007B2329" w:rsidP="007B2329">
      <w:r>
        <w:t>268.2054</w:t>
      </w:r>
      <w:r>
        <w:tab/>
        <w:t>6.301e0</w:t>
      </w:r>
    </w:p>
    <w:p w:rsidR="007B2329" w:rsidRDefault="007B2329" w:rsidP="007B2329">
      <w:r>
        <w:t>268.2142</w:t>
      </w:r>
      <w:r>
        <w:tab/>
        <w:t>3.038e0</w:t>
      </w:r>
    </w:p>
    <w:p w:rsidR="007B2329" w:rsidRDefault="007B2329" w:rsidP="007B2329">
      <w:r>
        <w:t>268.2155</w:t>
      </w:r>
      <w:r>
        <w:tab/>
        <w:t>1.013e0</w:t>
      </w:r>
    </w:p>
    <w:p w:rsidR="007B2329" w:rsidRDefault="007B2329" w:rsidP="007B2329">
      <w:r>
        <w:t>268.2266</w:t>
      </w:r>
      <w:r>
        <w:tab/>
        <w:t>3.038e0</w:t>
      </w:r>
    </w:p>
    <w:p w:rsidR="007B2329" w:rsidRDefault="007B2329" w:rsidP="007B2329">
      <w:r>
        <w:t>268.2351</w:t>
      </w:r>
      <w:r>
        <w:tab/>
        <w:t>4.051e0</w:t>
      </w:r>
    </w:p>
    <w:p w:rsidR="007B2329" w:rsidRDefault="007B2329" w:rsidP="007B2329">
      <w:r>
        <w:t>268.2375</w:t>
      </w:r>
      <w:r>
        <w:tab/>
        <w:t>1.013e0</w:t>
      </w:r>
    </w:p>
    <w:p w:rsidR="007B2329" w:rsidRDefault="007B2329" w:rsidP="007B2329">
      <w:r>
        <w:t>268.2505</w:t>
      </w:r>
      <w:r>
        <w:tab/>
        <w:t>1.013e0</w:t>
      </w:r>
    </w:p>
    <w:p w:rsidR="007B2329" w:rsidRDefault="007B2329" w:rsidP="007B2329">
      <w:r>
        <w:t>268.2545</w:t>
      </w:r>
      <w:r>
        <w:tab/>
        <w:t>2.025e0</w:t>
      </w:r>
    </w:p>
    <w:p w:rsidR="007B2329" w:rsidRDefault="007B2329" w:rsidP="007B2329">
      <w:r>
        <w:t>268.2615</w:t>
      </w:r>
      <w:r>
        <w:tab/>
        <w:t>2.025e0</w:t>
      </w:r>
    </w:p>
    <w:p w:rsidR="007B2329" w:rsidRDefault="007B2329" w:rsidP="007B2329">
      <w:r>
        <w:t>268.2675</w:t>
      </w:r>
      <w:r>
        <w:tab/>
        <w:t>4.051e0</w:t>
      </w:r>
    </w:p>
    <w:p w:rsidR="007B2329" w:rsidRDefault="007B2329" w:rsidP="007B2329">
      <w:r>
        <w:lastRenderedPageBreak/>
        <w:t>268.2743</w:t>
      </w:r>
      <w:r>
        <w:tab/>
        <w:t>2.025e0</w:t>
      </w:r>
    </w:p>
    <w:p w:rsidR="007B2329" w:rsidRDefault="007B2329" w:rsidP="007B2329">
      <w:r>
        <w:t>268.2854</w:t>
      </w:r>
      <w:r>
        <w:tab/>
        <w:t>1.013e0</w:t>
      </w:r>
    </w:p>
    <w:p w:rsidR="007B2329" w:rsidRDefault="007B2329" w:rsidP="007B2329">
      <w:r>
        <w:t>268.2935</w:t>
      </w:r>
      <w:r>
        <w:tab/>
        <w:t>1.013e0</w:t>
      </w:r>
    </w:p>
    <w:p w:rsidR="007B2329" w:rsidRDefault="007B2329" w:rsidP="007B2329">
      <w:r>
        <w:t>268.3255</w:t>
      </w:r>
      <w:r>
        <w:tab/>
        <w:t>5.063e0</w:t>
      </w:r>
    </w:p>
    <w:p w:rsidR="007B2329" w:rsidRDefault="007B2329" w:rsidP="007B2329">
      <w:r>
        <w:t>268.3284</w:t>
      </w:r>
      <w:r>
        <w:tab/>
        <w:t>1.013e0</w:t>
      </w:r>
    </w:p>
    <w:p w:rsidR="007B2329" w:rsidRDefault="007B2329" w:rsidP="007B2329">
      <w:r>
        <w:t>268.3314</w:t>
      </w:r>
      <w:r>
        <w:tab/>
        <w:t>4.051e0</w:t>
      </w:r>
    </w:p>
    <w:p w:rsidR="007B2329" w:rsidRDefault="007B2329" w:rsidP="007B2329">
      <w:r>
        <w:t>268.3365</w:t>
      </w:r>
      <w:r>
        <w:tab/>
        <w:t>1.013e0</w:t>
      </w:r>
    </w:p>
    <w:p w:rsidR="007B2329" w:rsidRDefault="007B2329" w:rsidP="007B2329">
      <w:r>
        <w:t>268.3613</w:t>
      </w:r>
      <w:r>
        <w:tab/>
        <w:t>2.025e0</w:t>
      </w:r>
    </w:p>
    <w:p w:rsidR="007B2329" w:rsidRDefault="007B2329" w:rsidP="007B2329">
      <w:r>
        <w:t>268.3860</w:t>
      </w:r>
      <w:r>
        <w:tab/>
        <w:t>1.013e0</w:t>
      </w:r>
    </w:p>
    <w:p w:rsidR="007B2329" w:rsidRDefault="007B2329" w:rsidP="007B2329">
      <w:r>
        <w:t>268.3942</w:t>
      </w:r>
      <w:r>
        <w:tab/>
        <w:t>1.013e0</w:t>
      </w:r>
    </w:p>
    <w:p w:rsidR="007B2329" w:rsidRDefault="007B2329" w:rsidP="007B2329">
      <w:r>
        <w:t>268.3963</w:t>
      </w:r>
      <w:r>
        <w:tab/>
        <w:t>5.063e0</w:t>
      </w:r>
    </w:p>
    <w:p w:rsidR="007B2329" w:rsidRDefault="007B2329" w:rsidP="007B2329">
      <w:r>
        <w:t>268.4107</w:t>
      </w:r>
      <w:r>
        <w:tab/>
        <w:t>1.013e0</w:t>
      </w:r>
    </w:p>
    <w:p w:rsidR="007B2329" w:rsidRDefault="007B2329" w:rsidP="007B2329">
      <w:r>
        <w:t>268.4206</w:t>
      </w:r>
      <w:r>
        <w:tab/>
        <w:t>2.025e0</w:t>
      </w:r>
    </w:p>
    <w:p w:rsidR="007B2329" w:rsidRDefault="007B2329" w:rsidP="007B2329">
      <w:r>
        <w:t>268.4332</w:t>
      </w:r>
      <w:r>
        <w:tab/>
        <w:t>2.025e0</w:t>
      </w:r>
    </w:p>
    <w:p w:rsidR="007B2329" w:rsidRDefault="007B2329" w:rsidP="007B2329">
      <w:r>
        <w:t>268.4504</w:t>
      </w:r>
      <w:r>
        <w:tab/>
        <w:t>1.013e0</w:t>
      </w:r>
    </w:p>
    <w:p w:rsidR="007B2329" w:rsidRDefault="007B2329" w:rsidP="007B2329">
      <w:r>
        <w:t>268.4681</w:t>
      </w:r>
      <w:r>
        <w:tab/>
        <w:t>1.013e0</w:t>
      </w:r>
    </w:p>
    <w:p w:rsidR="007B2329" w:rsidRDefault="007B2329" w:rsidP="007B2329">
      <w:r>
        <w:t>268.4721</w:t>
      </w:r>
      <w:r>
        <w:tab/>
        <w:t>4.051e0</w:t>
      </w:r>
    </w:p>
    <w:p w:rsidR="007B2329" w:rsidRDefault="007B2329" w:rsidP="007B2329">
      <w:r>
        <w:t>268.4761</w:t>
      </w:r>
      <w:r>
        <w:tab/>
        <w:t>1.013e0</w:t>
      </w:r>
    </w:p>
    <w:p w:rsidR="007B2329" w:rsidRDefault="007B2329" w:rsidP="007B2329">
      <w:r>
        <w:t>268.4855</w:t>
      </w:r>
      <w:r>
        <w:tab/>
        <w:t>2.025e0</w:t>
      </w:r>
    </w:p>
    <w:p w:rsidR="007B2329" w:rsidRDefault="007B2329" w:rsidP="007B2329">
      <w:r>
        <w:lastRenderedPageBreak/>
        <w:t>268.4899</w:t>
      </w:r>
      <w:r>
        <w:tab/>
        <w:t>1.013e0</w:t>
      </w:r>
    </w:p>
    <w:p w:rsidR="007B2329" w:rsidRDefault="007B2329" w:rsidP="007B2329">
      <w:r>
        <w:t>268.5007</w:t>
      </w:r>
      <w:r>
        <w:tab/>
        <w:t>2.025e0</w:t>
      </w:r>
    </w:p>
    <w:p w:rsidR="007B2329" w:rsidRDefault="007B2329" w:rsidP="007B2329">
      <w:r>
        <w:t>268.5196</w:t>
      </w:r>
      <w:r>
        <w:tab/>
        <w:t>1.013e0</w:t>
      </w:r>
    </w:p>
    <w:p w:rsidR="007B2329" w:rsidRDefault="007B2329" w:rsidP="007B2329">
      <w:r>
        <w:t>268.5296</w:t>
      </w:r>
      <w:r>
        <w:tab/>
        <w:t>2.025e0</w:t>
      </w:r>
    </w:p>
    <w:p w:rsidR="007B2329" w:rsidRDefault="007B2329" w:rsidP="007B2329">
      <w:r>
        <w:t>268.5380</w:t>
      </w:r>
      <w:r>
        <w:tab/>
        <w:t>2.025e0</w:t>
      </w:r>
    </w:p>
    <w:p w:rsidR="007B2329" w:rsidRDefault="007B2329" w:rsidP="007B2329">
      <w:r>
        <w:t>268.5646</w:t>
      </w:r>
      <w:r>
        <w:tab/>
        <w:t>3.038e0</w:t>
      </w:r>
    </w:p>
    <w:p w:rsidR="007B2329" w:rsidRDefault="007B2329" w:rsidP="007B2329">
      <w:r>
        <w:t>268.5729</w:t>
      </w:r>
      <w:r>
        <w:tab/>
        <w:t>1.013e0</w:t>
      </w:r>
    </w:p>
    <w:p w:rsidR="007B2329" w:rsidRDefault="007B2329" w:rsidP="007B2329">
      <w:r>
        <w:t>268.5769</w:t>
      </w:r>
      <w:r>
        <w:tab/>
        <w:t>1.013e0</w:t>
      </w:r>
    </w:p>
    <w:p w:rsidR="007B2329" w:rsidRDefault="007B2329" w:rsidP="007B2329">
      <w:r>
        <w:t>268.5940</w:t>
      </w:r>
      <w:r>
        <w:tab/>
        <w:t>1.013e0</w:t>
      </w:r>
    </w:p>
    <w:p w:rsidR="007B2329" w:rsidRDefault="007B2329" w:rsidP="007B2329">
      <w:r>
        <w:t>268.6000</w:t>
      </w:r>
      <w:r>
        <w:tab/>
        <w:t>2.025e0</w:t>
      </w:r>
    </w:p>
    <w:p w:rsidR="007B2329" w:rsidRDefault="007B2329" w:rsidP="007B2329">
      <w:r>
        <w:t>268.6079</w:t>
      </w:r>
      <w:r>
        <w:tab/>
        <w:t>1.013e0</w:t>
      </w:r>
    </w:p>
    <w:p w:rsidR="007B2329" w:rsidRDefault="007B2329" w:rsidP="007B2329">
      <w:r>
        <w:t>268.6160</w:t>
      </w:r>
      <w:r>
        <w:tab/>
        <w:t>1.013e0</w:t>
      </w:r>
    </w:p>
    <w:p w:rsidR="007B2329" w:rsidRDefault="007B2329" w:rsidP="007B2329">
      <w:r>
        <w:t>268.6199</w:t>
      </w:r>
      <w:r>
        <w:tab/>
        <w:t>1.013e0</w:t>
      </w:r>
    </w:p>
    <w:p w:rsidR="007B2329" w:rsidRDefault="007B2329" w:rsidP="007B2329">
      <w:r>
        <w:t>268.6393</w:t>
      </w:r>
      <w:r>
        <w:tab/>
        <w:t>2.025e0</w:t>
      </w:r>
    </w:p>
    <w:p w:rsidR="007B2329" w:rsidRDefault="007B2329" w:rsidP="007B2329">
      <w:r>
        <w:t>268.6429</w:t>
      </w:r>
      <w:r>
        <w:tab/>
        <w:t>2.025e0</w:t>
      </w:r>
    </w:p>
    <w:p w:rsidR="007B2329" w:rsidRDefault="007B2329" w:rsidP="007B2329">
      <w:r>
        <w:t>268.6548</w:t>
      </w:r>
      <w:r>
        <w:tab/>
        <w:t>1.013e0</w:t>
      </w:r>
    </w:p>
    <w:p w:rsidR="007B2329" w:rsidRDefault="007B2329" w:rsidP="007B2329">
      <w:r>
        <w:t>268.6633</w:t>
      </w:r>
      <w:r>
        <w:tab/>
        <w:t>2.025e0</w:t>
      </w:r>
    </w:p>
    <w:p w:rsidR="007B2329" w:rsidRDefault="007B2329" w:rsidP="007B2329">
      <w:r>
        <w:t>268.6683</w:t>
      </w:r>
      <w:r>
        <w:tab/>
        <w:t>3.038e0</w:t>
      </w:r>
    </w:p>
    <w:p w:rsidR="007B2329" w:rsidRDefault="007B2329" w:rsidP="007B2329">
      <w:r>
        <w:t>268.6817</w:t>
      </w:r>
      <w:r>
        <w:tab/>
        <w:t>2.025e0</w:t>
      </w:r>
    </w:p>
    <w:p w:rsidR="007B2329" w:rsidRDefault="007B2329" w:rsidP="007B2329">
      <w:r>
        <w:lastRenderedPageBreak/>
        <w:t>268.6899</w:t>
      </w:r>
      <w:r>
        <w:tab/>
        <w:t>1.013e0</w:t>
      </w:r>
    </w:p>
    <w:p w:rsidR="007B2329" w:rsidRDefault="007B2329" w:rsidP="007B2329">
      <w:r>
        <w:t>268.6938</w:t>
      </w:r>
      <w:r>
        <w:tab/>
        <w:t>1.013e0</w:t>
      </w:r>
    </w:p>
    <w:p w:rsidR="007B2329" w:rsidRDefault="007B2329" w:rsidP="007B2329">
      <w:r>
        <w:t>268.7030</w:t>
      </w:r>
      <w:r>
        <w:tab/>
        <w:t>2.025e0</w:t>
      </w:r>
    </w:p>
    <w:p w:rsidR="007B2329" w:rsidRDefault="007B2329" w:rsidP="007B2329">
      <w:r>
        <w:t>268.7136</w:t>
      </w:r>
      <w:r>
        <w:tab/>
        <w:t>1.025e0</w:t>
      </w:r>
    </w:p>
    <w:p w:rsidR="007B2329" w:rsidRDefault="007B2329" w:rsidP="007B2329">
      <w:r>
        <w:t>268.7249</w:t>
      </w:r>
      <w:r>
        <w:tab/>
        <w:t>2.025e0</w:t>
      </w:r>
    </w:p>
    <w:p w:rsidR="007B2329" w:rsidRDefault="007B2329" w:rsidP="007B2329">
      <w:r>
        <w:t>268.7266</w:t>
      </w:r>
      <w:r>
        <w:tab/>
        <w:t>2.025e0</w:t>
      </w:r>
    </w:p>
    <w:p w:rsidR="007B2329" w:rsidRDefault="007B2329" w:rsidP="007B2329">
      <w:r>
        <w:t>268.7598</w:t>
      </w:r>
      <w:r>
        <w:tab/>
        <w:t>1.013e0</w:t>
      </w:r>
    </w:p>
    <w:p w:rsidR="007B2329" w:rsidRDefault="007B2329" w:rsidP="007B2329">
      <w:r>
        <w:t>268.7638</w:t>
      </w:r>
      <w:r>
        <w:tab/>
        <w:t>5.063e0</w:t>
      </w:r>
    </w:p>
    <w:p w:rsidR="007B2329" w:rsidRDefault="007B2329" w:rsidP="007B2329">
      <w:r>
        <w:t>268.7946</w:t>
      </w:r>
      <w:r>
        <w:tab/>
        <w:t>2.025e0</w:t>
      </w:r>
    </w:p>
    <w:p w:rsidR="007B2329" w:rsidRDefault="007B2329" w:rsidP="007B2329">
      <w:r>
        <w:t>268.8046</w:t>
      </w:r>
      <w:r>
        <w:tab/>
        <w:t>2.025e0</w:t>
      </w:r>
    </w:p>
    <w:p w:rsidR="007B2329" w:rsidRDefault="007B2329" w:rsidP="007B2329">
      <w:r>
        <w:t>268.8104</w:t>
      </w:r>
      <w:r>
        <w:tab/>
        <w:t>2.025e0</w:t>
      </w:r>
    </w:p>
    <w:p w:rsidR="007B2329" w:rsidRDefault="007B2329" w:rsidP="007B2329">
      <w:r>
        <w:t>268.8256</w:t>
      </w:r>
      <w:r>
        <w:tab/>
        <w:t>1.013e0</w:t>
      </w:r>
    </w:p>
    <w:p w:rsidR="007B2329" w:rsidRDefault="007B2329" w:rsidP="007B2329">
      <w:r>
        <w:t>268.8338</w:t>
      </w:r>
      <w:r>
        <w:tab/>
        <w:t>3.038e0</w:t>
      </w:r>
    </w:p>
    <w:p w:rsidR="007B2329" w:rsidRDefault="007B2329" w:rsidP="007B2329">
      <w:r>
        <w:t>268.8566</w:t>
      </w:r>
      <w:r>
        <w:tab/>
        <w:t>1.013e0</w:t>
      </w:r>
    </w:p>
    <w:p w:rsidR="007B2329" w:rsidRDefault="007B2329" w:rsidP="007B2329">
      <w:r>
        <w:t>268.8606</w:t>
      </w:r>
      <w:r>
        <w:tab/>
        <w:t>3.038e0</w:t>
      </w:r>
    </w:p>
    <w:p w:rsidR="007B2329" w:rsidRDefault="007B2329" w:rsidP="007B2329">
      <w:r>
        <w:t>268.8814</w:t>
      </w:r>
      <w:r>
        <w:tab/>
        <w:t>1.013e0</w:t>
      </w:r>
    </w:p>
    <w:p w:rsidR="007B2329" w:rsidRDefault="007B2329" w:rsidP="007B2329">
      <w:r>
        <w:t>268.8913</w:t>
      </w:r>
      <w:r>
        <w:tab/>
        <w:t>1.013e0</w:t>
      </w:r>
    </w:p>
    <w:p w:rsidR="007B2329" w:rsidRDefault="007B2329" w:rsidP="007B2329">
      <w:r>
        <w:t>268.8956</w:t>
      </w:r>
      <w:r>
        <w:tab/>
        <w:t>1.013e0</w:t>
      </w:r>
    </w:p>
    <w:p w:rsidR="007B2329" w:rsidRDefault="007B2329" w:rsidP="007B2329">
      <w:r>
        <w:t>268.8994</w:t>
      </w:r>
      <w:r>
        <w:tab/>
        <w:t>1.013e0</w:t>
      </w:r>
    </w:p>
    <w:p w:rsidR="007B2329" w:rsidRDefault="007B2329" w:rsidP="007B2329">
      <w:r>
        <w:lastRenderedPageBreak/>
        <w:t>268.9210</w:t>
      </w:r>
      <w:r>
        <w:tab/>
        <w:t>1.013e0</w:t>
      </w:r>
    </w:p>
    <w:p w:rsidR="007B2329" w:rsidRDefault="007B2329" w:rsidP="007B2329">
      <w:r>
        <w:t>268.9306</w:t>
      </w:r>
      <w:r>
        <w:tab/>
        <w:t>1.013e0</w:t>
      </w:r>
    </w:p>
    <w:p w:rsidR="007B2329" w:rsidRDefault="007B2329" w:rsidP="007B2329">
      <w:r>
        <w:t>268.9326</w:t>
      </w:r>
      <w:r>
        <w:tab/>
        <w:t>2.025e0</w:t>
      </w:r>
    </w:p>
    <w:p w:rsidR="007B2329" w:rsidRDefault="007B2329" w:rsidP="007B2329">
      <w:r>
        <w:t>268.9365</w:t>
      </w:r>
      <w:r>
        <w:tab/>
        <w:t>1.025e0</w:t>
      </w:r>
    </w:p>
    <w:p w:rsidR="007B2329" w:rsidRDefault="007B2329" w:rsidP="007B2329">
      <w:r>
        <w:t>268.9464</w:t>
      </w:r>
      <w:r>
        <w:tab/>
        <w:t>1.013e0</w:t>
      </w:r>
    </w:p>
    <w:p w:rsidR="007B2329" w:rsidRDefault="007B2329" w:rsidP="007B2329">
      <w:r>
        <w:t>268.9508</w:t>
      </w:r>
      <w:r>
        <w:tab/>
        <w:t>2.025e0</w:t>
      </w:r>
    </w:p>
    <w:p w:rsidR="007B2329" w:rsidRDefault="007B2329" w:rsidP="007B2329">
      <w:r>
        <w:t>268.9536</w:t>
      </w:r>
      <w:r>
        <w:tab/>
        <w:t>2.025e0</w:t>
      </w:r>
    </w:p>
    <w:p w:rsidR="007B2329" w:rsidRDefault="007B2329" w:rsidP="007B2329">
      <w:r>
        <w:t>268.9581</w:t>
      </w:r>
      <w:r>
        <w:tab/>
        <w:t>2.025e0</w:t>
      </w:r>
    </w:p>
    <w:p w:rsidR="007B2329" w:rsidRDefault="007B2329" w:rsidP="007B2329">
      <w:r>
        <w:t>268.9713</w:t>
      </w:r>
      <w:r>
        <w:tab/>
        <w:t>2.038e0</w:t>
      </w:r>
    </w:p>
    <w:p w:rsidR="007B2329" w:rsidRDefault="007B2329" w:rsidP="007B2329">
      <w:r>
        <w:t>268.9905</w:t>
      </w:r>
      <w:r>
        <w:tab/>
        <w:t>1.013e0</w:t>
      </w:r>
    </w:p>
    <w:p w:rsidR="007B2329" w:rsidRDefault="007B2329" w:rsidP="007B2329">
      <w:r>
        <w:t>268.9951</w:t>
      </w:r>
      <w:r>
        <w:tab/>
        <w:t>5.063e0</w:t>
      </w:r>
    </w:p>
    <w:p w:rsidR="007B2329" w:rsidRDefault="007B2329" w:rsidP="007B2329">
      <w:r>
        <w:t>269.0125</w:t>
      </w:r>
      <w:r>
        <w:tab/>
        <w:t>1.013e0</w:t>
      </w:r>
    </w:p>
    <w:p w:rsidR="007B2329" w:rsidRDefault="007B2329" w:rsidP="007B2329">
      <w:r>
        <w:t>269.0165</w:t>
      </w:r>
      <w:r>
        <w:tab/>
        <w:t>1.013e0</w:t>
      </w:r>
    </w:p>
    <w:p w:rsidR="007B2329" w:rsidRDefault="007B2329" w:rsidP="007B2329">
      <w:r>
        <w:t>269.0202</w:t>
      </w:r>
      <w:r>
        <w:tab/>
        <w:t>1.013e0</w:t>
      </w:r>
    </w:p>
    <w:p w:rsidR="007B2329" w:rsidRDefault="007B2329" w:rsidP="007B2329">
      <w:r>
        <w:t>269.0333</w:t>
      </w:r>
      <w:r>
        <w:tab/>
        <w:t>2.025e0</w:t>
      </w:r>
    </w:p>
    <w:p w:rsidR="007B2329" w:rsidRDefault="007B2329" w:rsidP="007B2329">
      <w:r>
        <w:t>269.0395</w:t>
      </w:r>
      <w:r>
        <w:tab/>
        <w:t>1.013e0</w:t>
      </w:r>
    </w:p>
    <w:p w:rsidR="007B2329" w:rsidRDefault="007B2329" w:rsidP="007B2329">
      <w:r>
        <w:t>269.0514</w:t>
      </w:r>
      <w:r>
        <w:tab/>
        <w:t>2.025e0</w:t>
      </w:r>
    </w:p>
    <w:p w:rsidR="007B2329" w:rsidRDefault="007B2329" w:rsidP="007B2329">
      <w:r>
        <w:t>269.0599</w:t>
      </w:r>
      <w:r>
        <w:tab/>
        <w:t>1.013e0</w:t>
      </w:r>
    </w:p>
    <w:p w:rsidR="007B2329" w:rsidRDefault="007B2329" w:rsidP="007B2329">
      <w:r>
        <w:t>269.0648</w:t>
      </w:r>
      <w:r>
        <w:tab/>
        <w:t>1.013e0</w:t>
      </w:r>
    </w:p>
    <w:p w:rsidR="007B2329" w:rsidRDefault="007B2329" w:rsidP="007B2329">
      <w:r>
        <w:lastRenderedPageBreak/>
        <w:t>269.0718</w:t>
      </w:r>
      <w:r>
        <w:tab/>
        <w:t>2.025e0</w:t>
      </w:r>
    </w:p>
    <w:p w:rsidR="007B2329" w:rsidRDefault="007B2329" w:rsidP="007B2329">
      <w:r>
        <w:t>269.0907</w:t>
      </w:r>
      <w:r>
        <w:tab/>
        <w:t>2.025e0</w:t>
      </w:r>
    </w:p>
    <w:p w:rsidR="007B2329" w:rsidRDefault="007B2329" w:rsidP="007B2329">
      <w:r>
        <w:t>269.0939</w:t>
      </w:r>
      <w:r>
        <w:tab/>
        <w:t>2.025e0</w:t>
      </w:r>
    </w:p>
    <w:p w:rsidR="007B2329" w:rsidRDefault="007B2329" w:rsidP="007B2329">
      <w:r>
        <w:t>269.1046</w:t>
      </w:r>
      <w:r>
        <w:tab/>
        <w:t>3.038e0</w:t>
      </w:r>
    </w:p>
    <w:p w:rsidR="007B2329" w:rsidRDefault="007B2329" w:rsidP="007B2329">
      <w:r>
        <w:t>269.1213</w:t>
      </w:r>
      <w:r>
        <w:tab/>
        <w:t>5.063e0</w:t>
      </w:r>
    </w:p>
    <w:p w:rsidR="007B2329" w:rsidRDefault="007B2329" w:rsidP="007B2329">
      <w:r>
        <w:t>269.1283</w:t>
      </w:r>
      <w:r>
        <w:tab/>
        <w:t>9.114e0</w:t>
      </w:r>
    </w:p>
    <w:p w:rsidR="007B2329" w:rsidRDefault="007B2329" w:rsidP="007B2329">
      <w:r>
        <w:t>269.1320</w:t>
      </w:r>
      <w:r>
        <w:tab/>
        <w:t>9.537e0</w:t>
      </w:r>
    </w:p>
    <w:p w:rsidR="007B2329" w:rsidRDefault="007B2329" w:rsidP="007B2329">
      <w:r>
        <w:t>269.1365</w:t>
      </w:r>
      <w:r>
        <w:tab/>
        <w:t>1.715e1</w:t>
      </w:r>
    </w:p>
    <w:p w:rsidR="007B2329" w:rsidRDefault="007B2329" w:rsidP="007B2329">
      <w:r>
        <w:t>269.1386</w:t>
      </w:r>
      <w:r>
        <w:tab/>
        <w:t>8.804e0</w:t>
      </w:r>
    </w:p>
    <w:p w:rsidR="007B2329" w:rsidRDefault="007B2329" w:rsidP="007B2329">
      <w:r>
        <w:t>269.1403</w:t>
      </w:r>
      <w:r>
        <w:tab/>
        <w:t>1.198e1</w:t>
      </w:r>
    </w:p>
    <w:p w:rsidR="007B2329" w:rsidRDefault="007B2329" w:rsidP="007B2329">
      <w:r>
        <w:t>269.1442</w:t>
      </w:r>
      <w:r>
        <w:tab/>
        <w:t>1.013e0</w:t>
      </w:r>
    </w:p>
    <w:p w:rsidR="007B2329" w:rsidRDefault="007B2329" w:rsidP="007B2329">
      <w:r>
        <w:t>269.1484</w:t>
      </w:r>
      <w:r>
        <w:tab/>
        <w:t>1.013e0</w:t>
      </w:r>
    </w:p>
    <w:p w:rsidR="007B2329" w:rsidRDefault="007B2329" w:rsidP="007B2329">
      <w:r>
        <w:t>269.1506</w:t>
      </w:r>
      <w:r>
        <w:tab/>
        <w:t>7.932e0</w:t>
      </w:r>
    </w:p>
    <w:p w:rsidR="007B2329" w:rsidRDefault="007B2329" w:rsidP="007B2329">
      <w:r>
        <w:t>269.1712</w:t>
      </w:r>
      <w:r>
        <w:tab/>
        <w:t>2.051e0</w:t>
      </w:r>
    </w:p>
    <w:p w:rsidR="007B2329" w:rsidRDefault="007B2329" w:rsidP="007B2329">
      <w:r>
        <w:t>269.1740</w:t>
      </w:r>
      <w:r>
        <w:tab/>
        <w:t>9.114e0</w:t>
      </w:r>
    </w:p>
    <w:p w:rsidR="007B2329" w:rsidRDefault="007B2329" w:rsidP="007B2329">
      <w:r>
        <w:t>269.1760</w:t>
      </w:r>
      <w:r>
        <w:tab/>
        <w:t>3.038e0</w:t>
      </w:r>
    </w:p>
    <w:p w:rsidR="007B2329" w:rsidRDefault="007B2329" w:rsidP="007B2329">
      <w:r>
        <w:t>269.1823</w:t>
      </w:r>
      <w:r>
        <w:tab/>
        <w:t>1.215e1</w:t>
      </w:r>
    </w:p>
    <w:p w:rsidR="007B2329" w:rsidRDefault="007B2329" w:rsidP="007B2329">
      <w:r>
        <w:t>269.1848</w:t>
      </w:r>
      <w:r>
        <w:tab/>
        <w:t>3.068e0</w:t>
      </w:r>
    </w:p>
    <w:p w:rsidR="007B2329" w:rsidRDefault="007B2329" w:rsidP="007B2329">
      <w:r>
        <w:t>269.1874</w:t>
      </w:r>
      <w:r>
        <w:tab/>
        <w:t>1.020e1</w:t>
      </w:r>
    </w:p>
    <w:p w:rsidR="007B2329" w:rsidRDefault="007B2329" w:rsidP="007B2329">
      <w:r>
        <w:lastRenderedPageBreak/>
        <w:t>269.1953</w:t>
      </w:r>
      <w:r>
        <w:tab/>
        <w:t>1.013e0</w:t>
      </w:r>
    </w:p>
    <w:p w:rsidR="007B2329" w:rsidRDefault="007B2329" w:rsidP="007B2329">
      <w:r>
        <w:t>269.2300</w:t>
      </w:r>
      <w:r>
        <w:tab/>
        <w:t>3.038e0</w:t>
      </w:r>
    </w:p>
    <w:p w:rsidR="007B2329" w:rsidRDefault="007B2329" w:rsidP="007B2329">
      <w:r>
        <w:t>269.2347</w:t>
      </w:r>
      <w:r>
        <w:tab/>
        <w:t>2.025e0</w:t>
      </w:r>
    </w:p>
    <w:p w:rsidR="007B2329" w:rsidRDefault="007B2329" w:rsidP="007B2329">
      <w:r>
        <w:t>269.2386</w:t>
      </w:r>
      <w:r>
        <w:tab/>
        <w:t>1.013e0</w:t>
      </w:r>
    </w:p>
    <w:p w:rsidR="007B2329" w:rsidRDefault="007B2329" w:rsidP="007B2329">
      <w:r>
        <w:t>269.2437</w:t>
      </w:r>
      <w:r>
        <w:tab/>
        <w:t>2.025e0</w:t>
      </w:r>
    </w:p>
    <w:p w:rsidR="007B2329" w:rsidRDefault="007B2329" w:rsidP="007B2329">
      <w:r>
        <w:t>269.2473</w:t>
      </w:r>
      <w:r>
        <w:tab/>
        <w:t>2.025e0</w:t>
      </w:r>
    </w:p>
    <w:p w:rsidR="007B2329" w:rsidRDefault="007B2329" w:rsidP="007B2329">
      <w:r>
        <w:t>269.2505</w:t>
      </w:r>
      <w:r>
        <w:tab/>
        <w:t>2.025e0</w:t>
      </w:r>
    </w:p>
    <w:p w:rsidR="007B2329" w:rsidRDefault="007B2329" w:rsidP="007B2329">
      <w:r>
        <w:t>269.2611</w:t>
      </w:r>
      <w:r>
        <w:tab/>
        <w:t>1.013e0</w:t>
      </w:r>
    </w:p>
    <w:p w:rsidR="007B2329" w:rsidRDefault="007B2329" w:rsidP="007B2329">
      <w:r>
        <w:t>269.2670</w:t>
      </w:r>
      <w:r>
        <w:tab/>
        <w:t>3.038e0</w:t>
      </w:r>
    </w:p>
    <w:p w:rsidR="007B2329" w:rsidRDefault="007B2329" w:rsidP="007B2329">
      <w:r>
        <w:t>269.2938</w:t>
      </w:r>
      <w:r>
        <w:tab/>
        <w:t>3.038e0</w:t>
      </w:r>
    </w:p>
    <w:p w:rsidR="007B2329" w:rsidRDefault="007B2329" w:rsidP="007B2329">
      <w:r>
        <w:t>269.2961</w:t>
      </w:r>
      <w:r>
        <w:tab/>
        <w:t>1.013e0</w:t>
      </w:r>
    </w:p>
    <w:p w:rsidR="007B2329" w:rsidRDefault="007B2329" w:rsidP="007B2329">
      <w:r>
        <w:t>269.3071</w:t>
      </w:r>
      <w:r>
        <w:tab/>
        <w:t>4.310e0</w:t>
      </w:r>
    </w:p>
    <w:p w:rsidR="007B2329" w:rsidRDefault="007B2329" w:rsidP="007B2329">
      <w:r>
        <w:t>269.3352</w:t>
      </w:r>
      <w:r>
        <w:tab/>
        <w:t>1.013e0</w:t>
      </w:r>
    </w:p>
    <w:p w:rsidR="007B2329" w:rsidRDefault="007B2329" w:rsidP="007B2329">
      <w:r>
        <w:t>269.3404</w:t>
      </w:r>
      <w:r>
        <w:tab/>
        <w:t>2.025e0</w:t>
      </w:r>
    </w:p>
    <w:p w:rsidR="007B2329" w:rsidRDefault="007B2329" w:rsidP="007B2329">
      <w:r>
        <w:t>269.3477</w:t>
      </w:r>
      <w:r>
        <w:tab/>
        <w:t>1.013e0</w:t>
      </w:r>
    </w:p>
    <w:p w:rsidR="007B2329" w:rsidRDefault="007B2329" w:rsidP="007B2329">
      <w:r>
        <w:t>269.3661</w:t>
      </w:r>
      <w:r>
        <w:tab/>
        <w:t>1.013e0</w:t>
      </w:r>
    </w:p>
    <w:p w:rsidR="007B2329" w:rsidRDefault="007B2329" w:rsidP="007B2329">
      <w:r>
        <w:t>269.3701</w:t>
      </w:r>
      <w:r>
        <w:tab/>
        <w:t>1.013e0</w:t>
      </w:r>
    </w:p>
    <w:p w:rsidR="007B2329" w:rsidRDefault="007B2329" w:rsidP="007B2329">
      <w:r>
        <w:t>269.3741</w:t>
      </w:r>
      <w:r>
        <w:tab/>
        <w:t>1.013e0</w:t>
      </w:r>
    </w:p>
    <w:p w:rsidR="007B2329" w:rsidRDefault="007B2329" w:rsidP="007B2329">
      <w:r>
        <w:t>269.3825</w:t>
      </w:r>
      <w:r>
        <w:tab/>
        <w:t>3.038e0</w:t>
      </w:r>
    </w:p>
    <w:p w:rsidR="007B2329" w:rsidRDefault="007B2329" w:rsidP="007B2329">
      <w:r>
        <w:lastRenderedPageBreak/>
        <w:t>269.3972</w:t>
      </w:r>
      <w:r>
        <w:tab/>
        <w:t>1.013e0</w:t>
      </w:r>
    </w:p>
    <w:p w:rsidR="007B2329" w:rsidRDefault="007B2329" w:rsidP="007B2329">
      <w:r>
        <w:t>269.4010</w:t>
      </w:r>
      <w:r>
        <w:tab/>
        <w:t>1.013e0</w:t>
      </w:r>
    </w:p>
    <w:p w:rsidR="007B2329" w:rsidRDefault="007B2329" w:rsidP="007B2329">
      <w:r>
        <w:t>269.4245</w:t>
      </w:r>
      <w:r>
        <w:tab/>
        <w:t>2.025e0</w:t>
      </w:r>
    </w:p>
    <w:p w:rsidR="007B2329" w:rsidRDefault="007B2329" w:rsidP="007B2329">
      <w:r>
        <w:t>269.4323</w:t>
      </w:r>
      <w:r>
        <w:tab/>
        <w:t>1.013e0</w:t>
      </w:r>
    </w:p>
    <w:p w:rsidR="007B2329" w:rsidRDefault="007B2329" w:rsidP="007B2329">
      <w:r>
        <w:t>269.4360</w:t>
      </w:r>
      <w:r>
        <w:tab/>
        <w:t>1.013e0</w:t>
      </w:r>
    </w:p>
    <w:p w:rsidR="007B2329" w:rsidRDefault="007B2329" w:rsidP="007B2329">
      <w:r>
        <w:t>269.4521</w:t>
      </w:r>
      <w:r>
        <w:tab/>
        <w:t>2.025e0</w:t>
      </w:r>
    </w:p>
    <w:p w:rsidR="007B2329" w:rsidRDefault="007B2329" w:rsidP="007B2329">
      <w:r>
        <w:t>269.5180</w:t>
      </w:r>
      <w:r>
        <w:tab/>
        <w:t>1.013e0</w:t>
      </w:r>
    </w:p>
    <w:p w:rsidR="007B2329" w:rsidRDefault="007B2329" w:rsidP="007B2329">
      <w:r>
        <w:t>269.5220</w:t>
      </w:r>
      <w:r>
        <w:tab/>
        <w:t>1.013e0</w:t>
      </w:r>
    </w:p>
    <w:p w:rsidR="007B2329" w:rsidRDefault="007B2329" w:rsidP="007B2329">
      <w:r>
        <w:t>269.5322</w:t>
      </w:r>
      <w:r>
        <w:tab/>
        <w:t>5.063e0</w:t>
      </w:r>
    </w:p>
    <w:p w:rsidR="007B2329" w:rsidRDefault="007B2329" w:rsidP="007B2329">
      <w:r>
        <w:t>269.5365</w:t>
      </w:r>
      <w:r>
        <w:tab/>
        <w:t>1.013e0</w:t>
      </w:r>
    </w:p>
    <w:p w:rsidR="007B2329" w:rsidRDefault="007B2329" w:rsidP="007B2329">
      <w:r>
        <w:t>269.5642</w:t>
      </w:r>
      <w:r>
        <w:tab/>
        <w:t>3.038e0</w:t>
      </w:r>
    </w:p>
    <w:p w:rsidR="007B2329" w:rsidRDefault="007B2329" w:rsidP="007B2329">
      <w:r>
        <w:t>269.5664</w:t>
      </w:r>
      <w:r>
        <w:tab/>
        <w:t>1.013e0</w:t>
      </w:r>
    </w:p>
    <w:p w:rsidR="007B2329" w:rsidRDefault="007B2329" w:rsidP="007B2329">
      <w:r>
        <w:t>269.5840</w:t>
      </w:r>
      <w:r>
        <w:tab/>
        <w:t>1.013e0</w:t>
      </w:r>
    </w:p>
    <w:p w:rsidR="007B2329" w:rsidRDefault="007B2329" w:rsidP="007B2329">
      <w:r>
        <w:t>269.5886</w:t>
      </w:r>
      <w:r>
        <w:tab/>
        <w:t>2.025e0</w:t>
      </w:r>
    </w:p>
    <w:p w:rsidR="007B2329" w:rsidRDefault="007B2329" w:rsidP="007B2329">
      <w:r>
        <w:t>269.5979</w:t>
      </w:r>
      <w:r>
        <w:tab/>
        <w:t>1.324e0</w:t>
      </w:r>
    </w:p>
    <w:p w:rsidR="007B2329" w:rsidRDefault="007B2329" w:rsidP="007B2329">
      <w:r>
        <w:t>269.6210</w:t>
      </w:r>
      <w:r>
        <w:tab/>
        <w:t>2.025e0</w:t>
      </w:r>
    </w:p>
    <w:p w:rsidR="007B2329" w:rsidRDefault="007B2329" w:rsidP="007B2329">
      <w:r>
        <w:t>269.6230</w:t>
      </w:r>
      <w:r>
        <w:tab/>
        <w:t>2.025e0</w:t>
      </w:r>
    </w:p>
    <w:p w:rsidR="007B2329" w:rsidRDefault="007B2329" w:rsidP="007B2329">
      <w:r>
        <w:t>269.6266</w:t>
      </w:r>
      <w:r>
        <w:tab/>
        <w:t>4.051e0</w:t>
      </w:r>
    </w:p>
    <w:p w:rsidR="007B2329" w:rsidRDefault="007B2329" w:rsidP="007B2329">
      <w:r>
        <w:t>269.6360</w:t>
      </w:r>
      <w:r>
        <w:tab/>
        <w:t>1.013e0</w:t>
      </w:r>
    </w:p>
    <w:p w:rsidR="007B2329" w:rsidRDefault="007B2329" w:rsidP="007B2329">
      <w:r>
        <w:lastRenderedPageBreak/>
        <w:t>269.6409</w:t>
      </w:r>
      <w:r>
        <w:tab/>
        <w:t>1.013e0</w:t>
      </w:r>
    </w:p>
    <w:p w:rsidR="007B2329" w:rsidRDefault="007B2329" w:rsidP="007B2329">
      <w:r>
        <w:t>269.6500</w:t>
      </w:r>
      <w:r>
        <w:tab/>
        <w:t>1.013e0</w:t>
      </w:r>
    </w:p>
    <w:p w:rsidR="007B2329" w:rsidRDefault="007B2329" w:rsidP="007B2329">
      <w:r>
        <w:t>269.6580</w:t>
      </w:r>
      <w:r>
        <w:tab/>
        <w:t>1.013e0</w:t>
      </w:r>
    </w:p>
    <w:p w:rsidR="007B2329" w:rsidRDefault="007B2329" w:rsidP="007B2329">
      <w:r>
        <w:t>269.6815</w:t>
      </w:r>
      <w:r>
        <w:tab/>
        <w:t>2.532e-2</w:t>
      </w:r>
    </w:p>
    <w:p w:rsidR="007B2329" w:rsidRDefault="007B2329" w:rsidP="007B2329">
      <w:r>
        <w:t>269.6850</w:t>
      </w:r>
      <w:r>
        <w:tab/>
        <w:t>1.013e0</w:t>
      </w:r>
    </w:p>
    <w:p w:rsidR="007B2329" w:rsidRDefault="007B2329" w:rsidP="007B2329">
      <w:r>
        <w:t>269.6949</w:t>
      </w:r>
      <w:r>
        <w:tab/>
        <w:t>2.025e0</w:t>
      </w:r>
    </w:p>
    <w:p w:rsidR="007B2329" w:rsidRDefault="007B2329" w:rsidP="007B2329">
      <w:r>
        <w:t>269.6971</w:t>
      </w:r>
      <w:r>
        <w:tab/>
        <w:t>1.013e0</w:t>
      </w:r>
    </w:p>
    <w:p w:rsidR="007B2329" w:rsidRDefault="007B2329" w:rsidP="007B2329">
      <w:r>
        <w:t>269.7104</w:t>
      </w:r>
      <w:r>
        <w:tab/>
        <w:t>2.025e0</w:t>
      </w:r>
    </w:p>
    <w:p w:rsidR="007B2329" w:rsidRDefault="007B2329" w:rsidP="007B2329">
      <w:r>
        <w:t>269.7154</w:t>
      </w:r>
      <w:r>
        <w:tab/>
        <w:t>1.013e0</w:t>
      </w:r>
    </w:p>
    <w:p w:rsidR="007B2329" w:rsidRDefault="007B2329" w:rsidP="007B2329">
      <w:r>
        <w:t>269.7310</w:t>
      </w:r>
      <w:r>
        <w:tab/>
        <w:t>3.038e0</w:t>
      </w:r>
    </w:p>
    <w:p w:rsidR="007B2329" w:rsidRDefault="007B2329" w:rsidP="007B2329">
      <w:r>
        <w:t>269.7504</w:t>
      </w:r>
      <w:r>
        <w:tab/>
        <w:t>1.013e0</w:t>
      </w:r>
    </w:p>
    <w:p w:rsidR="007B2329" w:rsidRDefault="007B2329" w:rsidP="007B2329">
      <w:r>
        <w:t>269.7589</w:t>
      </w:r>
      <w:r>
        <w:tab/>
        <w:t>1.013e0</w:t>
      </w:r>
    </w:p>
    <w:p w:rsidR="007B2329" w:rsidRDefault="007B2329" w:rsidP="007B2329">
      <w:r>
        <w:t>269.7623</w:t>
      </w:r>
      <w:r>
        <w:tab/>
        <w:t>2.776e0</w:t>
      </w:r>
    </w:p>
    <w:p w:rsidR="007B2329" w:rsidRDefault="007B2329" w:rsidP="007B2329">
      <w:r>
        <w:t>269.7784</w:t>
      </w:r>
      <w:r>
        <w:tab/>
        <w:t>3.339e0</w:t>
      </w:r>
    </w:p>
    <w:p w:rsidR="007B2329" w:rsidRDefault="007B2329" w:rsidP="007B2329">
      <w:r>
        <w:t>269.7801</w:t>
      </w:r>
      <w:r>
        <w:tab/>
        <w:t>1.013e0</w:t>
      </w:r>
    </w:p>
    <w:p w:rsidR="007B2329" w:rsidRDefault="007B2329" w:rsidP="007B2329">
      <w:r>
        <w:t>269.7939</w:t>
      </w:r>
      <w:r>
        <w:tab/>
        <w:t>3.038e0</w:t>
      </w:r>
    </w:p>
    <w:p w:rsidR="007B2329" w:rsidRDefault="007B2329" w:rsidP="007B2329">
      <w:r>
        <w:t>269.8019</w:t>
      </w:r>
      <w:r>
        <w:tab/>
        <w:t>1.013e0</w:t>
      </w:r>
    </w:p>
    <w:p w:rsidR="007B2329" w:rsidRDefault="007B2329" w:rsidP="007B2329">
      <w:r>
        <w:t>269.8060</w:t>
      </w:r>
      <w:r>
        <w:tab/>
        <w:t>1.013e0</w:t>
      </w:r>
    </w:p>
    <w:p w:rsidR="007B2329" w:rsidRDefault="007B2329" w:rsidP="007B2329">
      <w:r>
        <w:t>269.8333</w:t>
      </w:r>
      <w:r>
        <w:tab/>
        <w:t>3.038e0</w:t>
      </w:r>
    </w:p>
    <w:p w:rsidR="007B2329" w:rsidRDefault="007B2329" w:rsidP="007B2329">
      <w:r>
        <w:lastRenderedPageBreak/>
        <w:t>269.8408</w:t>
      </w:r>
      <w:r>
        <w:tab/>
        <w:t>2.025e0</w:t>
      </w:r>
    </w:p>
    <w:p w:rsidR="007B2329" w:rsidRDefault="007B2329" w:rsidP="007B2329">
      <w:r>
        <w:t>269.8444</w:t>
      </w:r>
      <w:r>
        <w:tab/>
        <w:t>4.051e0</w:t>
      </w:r>
    </w:p>
    <w:p w:rsidR="007B2329" w:rsidRDefault="007B2329" w:rsidP="007B2329">
      <w:r>
        <w:t>269.8679</w:t>
      </w:r>
      <w:r>
        <w:tab/>
        <w:t>2.025e0</w:t>
      </w:r>
    </w:p>
    <w:p w:rsidR="007B2329" w:rsidRDefault="007B2329" w:rsidP="007B2329">
      <w:r>
        <w:t>269.8798</w:t>
      </w:r>
      <w:r>
        <w:tab/>
        <w:t>2.025e0</w:t>
      </w:r>
    </w:p>
    <w:p w:rsidR="007B2329" w:rsidRDefault="007B2329" w:rsidP="007B2329">
      <w:r>
        <w:t>269.9243</w:t>
      </w:r>
      <w:r>
        <w:tab/>
        <w:t>1.013e0</w:t>
      </w:r>
    </w:p>
    <w:p w:rsidR="007B2329" w:rsidRDefault="007B2329" w:rsidP="007B2329">
      <w:r>
        <w:t>269.9343</w:t>
      </w:r>
      <w:r>
        <w:tab/>
        <w:t>4.051e0</w:t>
      </w:r>
    </w:p>
    <w:p w:rsidR="007B2329" w:rsidRDefault="007B2329" w:rsidP="007B2329">
      <w:r>
        <w:t>269.9379</w:t>
      </w:r>
      <w:r>
        <w:tab/>
        <w:t>2.025e0</w:t>
      </w:r>
    </w:p>
    <w:p w:rsidR="007B2329" w:rsidRDefault="007B2329" w:rsidP="007B2329">
      <w:r>
        <w:t>269.9543</w:t>
      </w:r>
      <w:r>
        <w:tab/>
        <w:t>2.025e0</w:t>
      </w:r>
    </w:p>
    <w:p w:rsidR="007B2329" w:rsidRDefault="007B2329" w:rsidP="007B2329">
      <w:r>
        <w:t>269.9872</w:t>
      </w:r>
      <w:r>
        <w:tab/>
        <w:t>2.025e0</w:t>
      </w:r>
    </w:p>
    <w:p w:rsidR="007B2329" w:rsidRDefault="007B2329" w:rsidP="007B2329">
      <w:r>
        <w:t>269.9940</w:t>
      </w:r>
      <w:r>
        <w:tab/>
        <w:t>1.013e0</w:t>
      </w:r>
    </w:p>
    <w:p w:rsidR="007B2329" w:rsidRDefault="007B2329" w:rsidP="007B2329">
      <w:r>
        <w:t>269.9963</w:t>
      </w:r>
      <w:r>
        <w:tab/>
        <w:t>2.038e0</w:t>
      </w:r>
    </w:p>
    <w:p w:rsidR="007B2329" w:rsidRDefault="007B2329" w:rsidP="007B2329">
      <w:r>
        <w:t>270.0079</w:t>
      </w:r>
      <w:r>
        <w:tab/>
        <w:t>1.013e0</w:t>
      </w:r>
    </w:p>
    <w:p w:rsidR="007B2329" w:rsidRDefault="007B2329" w:rsidP="007B2329">
      <w:r>
        <w:t>270.0118</w:t>
      </w:r>
      <w:r>
        <w:tab/>
        <w:t>1.013e0</w:t>
      </w:r>
    </w:p>
    <w:p w:rsidR="007B2329" w:rsidRDefault="007B2329" w:rsidP="007B2329">
      <w:r>
        <w:t>270.0239</w:t>
      </w:r>
      <w:r>
        <w:tab/>
        <w:t>1.013e0</w:t>
      </w:r>
    </w:p>
    <w:p w:rsidR="007B2329" w:rsidRDefault="007B2329" w:rsidP="007B2329">
      <w:r>
        <w:t>270.0316</w:t>
      </w:r>
      <w:r>
        <w:tab/>
        <w:t>3.038e0</w:t>
      </w:r>
    </w:p>
    <w:p w:rsidR="007B2329" w:rsidRDefault="007B2329" w:rsidP="007B2329">
      <w:r>
        <w:t>270.0359</w:t>
      </w:r>
      <w:r>
        <w:tab/>
        <w:t>1.025e0</w:t>
      </w:r>
    </w:p>
    <w:p w:rsidR="007B2329" w:rsidRDefault="007B2329" w:rsidP="007B2329">
      <w:r>
        <w:t>270.0388</w:t>
      </w:r>
      <w:r>
        <w:tab/>
        <w:t>1.013e0</w:t>
      </w:r>
    </w:p>
    <w:p w:rsidR="007B2329" w:rsidRDefault="007B2329" w:rsidP="007B2329">
      <w:r>
        <w:t>270.0429</w:t>
      </w:r>
      <w:r>
        <w:tab/>
        <w:t>1.013e0</w:t>
      </w:r>
    </w:p>
    <w:p w:rsidR="007B2329" w:rsidRDefault="007B2329" w:rsidP="007B2329">
      <w:r>
        <w:t>270.0686</w:t>
      </w:r>
      <w:r>
        <w:tab/>
        <w:t>2.025e0</w:t>
      </w:r>
    </w:p>
    <w:p w:rsidR="007B2329" w:rsidRDefault="007B2329" w:rsidP="007B2329">
      <w:r>
        <w:lastRenderedPageBreak/>
        <w:t>270.0779</w:t>
      </w:r>
      <w:r>
        <w:tab/>
        <w:t>1.013e0</w:t>
      </w:r>
    </w:p>
    <w:p w:rsidR="007B2329" w:rsidRDefault="007B2329" w:rsidP="007B2329">
      <w:r>
        <w:t>270.0820</w:t>
      </w:r>
      <w:r>
        <w:tab/>
        <w:t>1.013e0</w:t>
      </w:r>
    </w:p>
    <w:p w:rsidR="007B2329" w:rsidRDefault="007B2329" w:rsidP="007B2329">
      <w:r>
        <w:t>270.0899</w:t>
      </w:r>
      <w:r>
        <w:tab/>
        <w:t>1.013e0</w:t>
      </w:r>
    </w:p>
    <w:p w:rsidR="007B2329" w:rsidRDefault="007B2329" w:rsidP="007B2329">
      <w:r>
        <w:t>270.0939</w:t>
      </w:r>
      <w:r>
        <w:tab/>
        <w:t>1.013e0</w:t>
      </w:r>
    </w:p>
    <w:p w:rsidR="007B2329" w:rsidRDefault="007B2329" w:rsidP="007B2329">
      <w:r>
        <w:t>270.1086</w:t>
      </w:r>
      <w:r>
        <w:tab/>
        <w:t>1.013e0</w:t>
      </w:r>
    </w:p>
    <w:p w:rsidR="007B2329" w:rsidRDefault="007B2329" w:rsidP="007B2329">
      <w:r>
        <w:t>270.1130</w:t>
      </w:r>
      <w:r>
        <w:tab/>
        <w:t>2.025e0</w:t>
      </w:r>
    </w:p>
    <w:p w:rsidR="007B2329" w:rsidRDefault="007B2329" w:rsidP="007B2329">
      <w:r>
        <w:t>270.1150</w:t>
      </w:r>
      <w:r>
        <w:tab/>
        <w:t>2.025e0</w:t>
      </w:r>
    </w:p>
    <w:p w:rsidR="007B2329" w:rsidRDefault="007B2329" w:rsidP="007B2329">
      <w:r>
        <w:t>270.1209</w:t>
      </w:r>
      <w:r>
        <w:tab/>
        <w:t>1.013e0</w:t>
      </w:r>
    </w:p>
    <w:p w:rsidR="007B2329" w:rsidRDefault="007B2329" w:rsidP="007B2329">
      <w:r>
        <w:t>270.1280</w:t>
      </w:r>
      <w:r>
        <w:tab/>
        <w:t>9.114e0</w:t>
      </w:r>
    </w:p>
    <w:p w:rsidR="007B2329" w:rsidRDefault="007B2329" w:rsidP="007B2329">
      <w:r>
        <w:t>270.1353</w:t>
      </w:r>
      <w:r>
        <w:tab/>
        <w:t>2.038e0</w:t>
      </w:r>
    </w:p>
    <w:p w:rsidR="007B2329" w:rsidRDefault="007B2329" w:rsidP="007B2329">
      <w:r>
        <w:t>270.1449</w:t>
      </w:r>
      <w:r>
        <w:tab/>
        <w:t>3.038e0</w:t>
      </w:r>
    </w:p>
    <w:p w:rsidR="007B2329" w:rsidRDefault="007B2329" w:rsidP="007B2329">
      <w:r>
        <w:t>270.1503</w:t>
      </w:r>
      <w:r>
        <w:tab/>
        <w:t>3.800e0</w:t>
      </w:r>
    </w:p>
    <w:p w:rsidR="007B2329" w:rsidRDefault="007B2329" w:rsidP="007B2329">
      <w:r>
        <w:t>270.1519</w:t>
      </w:r>
      <w:r>
        <w:tab/>
        <w:t>2.532e-2</w:t>
      </w:r>
    </w:p>
    <w:p w:rsidR="007B2329" w:rsidRDefault="007B2329" w:rsidP="007B2329">
      <w:r>
        <w:t>270.1547</w:t>
      </w:r>
      <w:r>
        <w:tab/>
        <w:t>2.788e0</w:t>
      </w:r>
    </w:p>
    <w:p w:rsidR="007B2329" w:rsidRDefault="007B2329" w:rsidP="007B2329">
      <w:r>
        <w:t>270.1559</w:t>
      </w:r>
      <w:r>
        <w:tab/>
        <w:t>1.013e0</w:t>
      </w:r>
    </w:p>
    <w:p w:rsidR="007B2329" w:rsidRDefault="007B2329" w:rsidP="007B2329">
      <w:r>
        <w:t>270.1789</w:t>
      </w:r>
      <w:r>
        <w:tab/>
        <w:t>6.860e0</w:t>
      </w:r>
    </w:p>
    <w:p w:rsidR="007B2329" w:rsidRDefault="007B2329" w:rsidP="007B2329">
      <w:r>
        <w:t>270.1859</w:t>
      </w:r>
      <w:r>
        <w:tab/>
        <w:t>4.051e0</w:t>
      </w:r>
    </w:p>
    <w:p w:rsidR="007B2329" w:rsidRDefault="007B2329" w:rsidP="007B2329">
      <w:r>
        <w:t>270.1985</w:t>
      </w:r>
      <w:r>
        <w:tab/>
        <w:t>3.038e0</w:t>
      </w:r>
    </w:p>
    <w:p w:rsidR="007B2329" w:rsidRDefault="007B2329" w:rsidP="007B2329">
      <w:r>
        <w:t>270.2013</w:t>
      </w:r>
      <w:r>
        <w:tab/>
        <w:t>2.025e0</w:t>
      </w:r>
    </w:p>
    <w:p w:rsidR="007B2329" w:rsidRDefault="007B2329" w:rsidP="007B2329">
      <w:r>
        <w:lastRenderedPageBreak/>
        <w:t>270.2035</w:t>
      </w:r>
      <w:r>
        <w:tab/>
        <w:t>5.063e0</w:t>
      </w:r>
    </w:p>
    <w:p w:rsidR="007B2329" w:rsidRDefault="007B2329" w:rsidP="007B2329">
      <w:r>
        <w:t>270.2252</w:t>
      </w:r>
      <w:r>
        <w:tab/>
        <w:t>4.051e0</w:t>
      </w:r>
    </w:p>
    <w:p w:rsidR="007B2329" w:rsidRDefault="007B2329" w:rsidP="007B2329">
      <w:r>
        <w:t>270.2497</w:t>
      </w:r>
      <w:r>
        <w:tab/>
        <w:t>3.038e0</w:t>
      </w:r>
    </w:p>
    <w:p w:rsidR="007B2329" w:rsidRDefault="007B2329" w:rsidP="007B2329">
      <w:r>
        <w:t>270.2529</w:t>
      </w:r>
      <w:r>
        <w:tab/>
        <w:t>2.025e0</w:t>
      </w:r>
    </w:p>
    <w:p w:rsidR="007B2329" w:rsidRDefault="007B2329" w:rsidP="007B2329">
      <w:r>
        <w:t>270.2728</w:t>
      </w:r>
      <w:r>
        <w:tab/>
        <w:t>2.025e0</w:t>
      </w:r>
    </w:p>
    <w:p w:rsidR="007B2329" w:rsidRDefault="007B2329" w:rsidP="007B2329">
      <w:r>
        <w:t>270.2925</w:t>
      </w:r>
      <w:r>
        <w:tab/>
        <w:t>6.076e0</w:t>
      </w:r>
    </w:p>
    <w:p w:rsidR="007B2329" w:rsidRDefault="007B2329" w:rsidP="007B2329">
      <w:r>
        <w:t>270.2959</w:t>
      </w:r>
      <w:r>
        <w:tab/>
        <w:t>2.025e0</w:t>
      </w:r>
    </w:p>
    <w:p w:rsidR="007B2329" w:rsidRDefault="007B2329" w:rsidP="007B2329">
      <w:r>
        <w:t>270.3040</w:t>
      </w:r>
      <w:r>
        <w:tab/>
        <w:t>1.013e0</w:t>
      </w:r>
    </w:p>
    <w:p w:rsidR="007B2329" w:rsidRDefault="007B2329" w:rsidP="007B2329">
      <w:r>
        <w:t>270.3127</w:t>
      </w:r>
      <w:r>
        <w:tab/>
        <w:t>1.013e0</w:t>
      </w:r>
    </w:p>
    <w:p w:rsidR="007B2329" w:rsidRDefault="007B2329" w:rsidP="007B2329">
      <w:r>
        <w:t>270.3163</w:t>
      </w:r>
      <w:r>
        <w:tab/>
        <w:t>3.038e0</w:t>
      </w:r>
    </w:p>
    <w:p w:rsidR="007B2329" w:rsidRDefault="007B2329" w:rsidP="007B2329">
      <w:r>
        <w:t>270.3195</w:t>
      </w:r>
      <w:r>
        <w:tab/>
        <w:t>3.038e0</w:t>
      </w:r>
    </w:p>
    <w:p w:rsidR="007B2329" w:rsidRDefault="007B2329" w:rsidP="007B2329">
      <w:r>
        <w:t>270.3226</w:t>
      </w:r>
      <w:r>
        <w:tab/>
        <w:t>2.025e0</w:t>
      </w:r>
    </w:p>
    <w:p w:rsidR="007B2329" w:rsidRDefault="007B2329" w:rsidP="007B2329">
      <w:r>
        <w:t>270.3390</w:t>
      </w:r>
      <w:r>
        <w:tab/>
        <w:t>1.013e0</w:t>
      </w:r>
    </w:p>
    <w:p w:rsidR="007B2329" w:rsidRDefault="007B2329" w:rsidP="007B2329">
      <w:r>
        <w:t>270.3429</w:t>
      </w:r>
      <w:r>
        <w:tab/>
        <w:t>1.013e0</w:t>
      </w:r>
    </w:p>
    <w:p w:rsidR="007B2329" w:rsidRDefault="007B2329" w:rsidP="007B2329">
      <w:r>
        <w:t>270.3480</w:t>
      </w:r>
      <w:r>
        <w:tab/>
        <w:t>3.038e0</w:t>
      </w:r>
    </w:p>
    <w:p w:rsidR="007B2329" w:rsidRDefault="007B2329" w:rsidP="007B2329">
      <w:r>
        <w:t>270.3574</w:t>
      </w:r>
      <w:r>
        <w:tab/>
        <w:t>1.013e0</w:t>
      </w:r>
    </w:p>
    <w:p w:rsidR="007B2329" w:rsidRDefault="007B2329" w:rsidP="007B2329">
      <w:r>
        <w:t>270.3660</w:t>
      </w:r>
      <w:r>
        <w:tab/>
        <w:t>2.025e0</w:t>
      </w:r>
    </w:p>
    <w:p w:rsidR="007B2329" w:rsidRDefault="007B2329" w:rsidP="007B2329">
      <w:r>
        <w:t>270.3741</w:t>
      </w:r>
      <w:r>
        <w:tab/>
        <w:t>2.025e0</w:t>
      </w:r>
    </w:p>
    <w:p w:rsidR="007B2329" w:rsidRDefault="007B2329" w:rsidP="007B2329">
      <w:r>
        <w:t>270.3818</w:t>
      </w:r>
      <w:r>
        <w:tab/>
        <w:t>3.038e0</w:t>
      </w:r>
    </w:p>
    <w:p w:rsidR="007B2329" w:rsidRDefault="007B2329" w:rsidP="007B2329">
      <w:r>
        <w:lastRenderedPageBreak/>
        <w:t>270.4070</w:t>
      </w:r>
      <w:r>
        <w:tab/>
        <w:t>2.025e0</w:t>
      </w:r>
    </w:p>
    <w:p w:rsidR="007B2329" w:rsidRDefault="007B2329" w:rsidP="007B2329">
      <w:r>
        <w:t>270.4130</w:t>
      </w:r>
      <w:r>
        <w:tab/>
        <w:t>1.013e0</w:t>
      </w:r>
    </w:p>
    <w:p w:rsidR="007B2329" w:rsidRDefault="007B2329" w:rsidP="007B2329">
      <w:r>
        <w:t>270.4172</w:t>
      </w:r>
      <w:r>
        <w:tab/>
        <w:t>1.013e0</w:t>
      </w:r>
    </w:p>
    <w:p w:rsidR="007B2329" w:rsidRDefault="007B2329" w:rsidP="007B2329">
      <w:r>
        <w:t>270.4272</w:t>
      </w:r>
      <w:r>
        <w:tab/>
        <w:t>2.025e0</w:t>
      </w:r>
    </w:p>
    <w:p w:rsidR="007B2329" w:rsidRDefault="007B2329" w:rsidP="007B2329">
      <w:r>
        <w:t>270.4400</w:t>
      </w:r>
      <w:r>
        <w:tab/>
        <w:t>1.013e0</w:t>
      </w:r>
    </w:p>
    <w:p w:rsidR="007B2329" w:rsidRDefault="007B2329" w:rsidP="007B2329">
      <w:r>
        <w:t>270.4498</w:t>
      </w:r>
      <w:r>
        <w:tab/>
        <w:t>2.025e0</w:t>
      </w:r>
    </w:p>
    <w:p w:rsidR="007B2329" w:rsidRDefault="007B2329" w:rsidP="007B2329">
      <w:r>
        <w:t>270.4627</w:t>
      </w:r>
      <w:r>
        <w:tab/>
        <w:t>3.038e0</w:t>
      </w:r>
    </w:p>
    <w:p w:rsidR="007B2329" w:rsidRDefault="007B2329" w:rsidP="007B2329">
      <w:r>
        <w:t>270.4710</w:t>
      </w:r>
      <w:r>
        <w:tab/>
        <w:t>2.025e0</w:t>
      </w:r>
    </w:p>
    <w:p w:rsidR="007B2329" w:rsidRDefault="007B2329" w:rsidP="007B2329">
      <w:r>
        <w:t>270.4750</w:t>
      </w:r>
      <w:r>
        <w:tab/>
        <w:t>1.013e0</w:t>
      </w:r>
    </w:p>
    <w:p w:rsidR="007B2329" w:rsidRDefault="007B2329" w:rsidP="007B2329">
      <w:r>
        <w:t>270.4909</w:t>
      </w:r>
      <w:r>
        <w:tab/>
        <w:t>2.025e0</w:t>
      </w:r>
    </w:p>
    <w:p w:rsidR="007B2329" w:rsidRDefault="007B2329" w:rsidP="007B2329">
      <w:r>
        <w:t>270.4970</w:t>
      </w:r>
      <w:r>
        <w:tab/>
        <w:t>2.025e0</w:t>
      </w:r>
    </w:p>
    <w:p w:rsidR="007B2329" w:rsidRDefault="007B2329" w:rsidP="007B2329">
      <w:r>
        <w:t>270.5161</w:t>
      </w:r>
      <w:r>
        <w:tab/>
        <w:t>2.025e0</w:t>
      </w:r>
    </w:p>
    <w:p w:rsidR="007B2329" w:rsidRDefault="007B2329" w:rsidP="007B2329">
      <w:r>
        <w:t>270.5181</w:t>
      </w:r>
      <w:r>
        <w:tab/>
        <w:t>1.013e0</w:t>
      </w:r>
    </w:p>
    <w:p w:rsidR="007B2329" w:rsidRDefault="007B2329" w:rsidP="007B2329">
      <w:r>
        <w:t>270.5318</w:t>
      </w:r>
      <w:r>
        <w:tab/>
        <w:t>1.013e0</w:t>
      </w:r>
    </w:p>
    <w:p w:rsidR="007B2329" w:rsidRDefault="007B2329" w:rsidP="007B2329">
      <w:r>
        <w:t>270.5491</w:t>
      </w:r>
      <w:r>
        <w:tab/>
        <w:t>3.038e0</w:t>
      </w:r>
    </w:p>
    <w:p w:rsidR="007B2329" w:rsidRDefault="007B2329" w:rsidP="007B2329">
      <w:r>
        <w:t>270.5786</w:t>
      </w:r>
      <w:r>
        <w:tab/>
        <w:t>3.038e0</w:t>
      </w:r>
    </w:p>
    <w:p w:rsidR="007B2329" w:rsidRDefault="007B2329" w:rsidP="007B2329">
      <w:r>
        <w:t>270.5800</w:t>
      </w:r>
      <w:r>
        <w:tab/>
        <w:t>1.013e0</w:t>
      </w:r>
    </w:p>
    <w:p w:rsidR="007B2329" w:rsidRDefault="007B2329" w:rsidP="007B2329">
      <w:r>
        <w:t>270.5942</w:t>
      </w:r>
      <w:r>
        <w:tab/>
        <w:t>2.025e0</w:t>
      </w:r>
    </w:p>
    <w:p w:rsidR="007B2329" w:rsidRDefault="007B2329" w:rsidP="007B2329">
      <w:r>
        <w:t>270.6027</w:t>
      </w:r>
      <w:r>
        <w:tab/>
        <w:t>2.038e0</w:t>
      </w:r>
    </w:p>
    <w:p w:rsidR="007B2329" w:rsidRDefault="007B2329" w:rsidP="007B2329">
      <w:r>
        <w:lastRenderedPageBreak/>
        <w:t>270.6099</w:t>
      </w:r>
      <w:r>
        <w:tab/>
        <w:t>4.076e0</w:t>
      </w:r>
    </w:p>
    <w:p w:rsidR="007B2329" w:rsidRDefault="007B2329" w:rsidP="007B2329">
      <w:r>
        <w:t>270.6128</w:t>
      </w:r>
      <w:r>
        <w:tab/>
        <w:t>7.101e0</w:t>
      </w:r>
    </w:p>
    <w:p w:rsidR="007B2329" w:rsidRDefault="007B2329" w:rsidP="007B2329">
      <w:r>
        <w:t>270.6152</w:t>
      </w:r>
      <w:r>
        <w:tab/>
        <w:t>5.063e0</w:t>
      </w:r>
    </w:p>
    <w:p w:rsidR="007B2329" w:rsidRDefault="007B2329" w:rsidP="007B2329">
      <w:r>
        <w:t>270.6169</w:t>
      </w:r>
      <w:r>
        <w:tab/>
        <w:t>4.063e0</w:t>
      </w:r>
    </w:p>
    <w:p w:rsidR="007B2329" w:rsidRDefault="007B2329" w:rsidP="007B2329">
      <w:r>
        <w:t>270.6243</w:t>
      </w:r>
      <w:r>
        <w:tab/>
        <w:t>3.038e0</w:t>
      </w:r>
    </w:p>
    <w:p w:rsidR="007B2329" w:rsidRDefault="007B2329" w:rsidP="007B2329">
      <w:r>
        <w:t>270.6365</w:t>
      </w:r>
      <w:r>
        <w:tab/>
        <w:t>2.025e0</w:t>
      </w:r>
    </w:p>
    <w:p w:rsidR="007B2329" w:rsidRDefault="007B2329" w:rsidP="007B2329">
      <w:r>
        <w:t>270.6435</w:t>
      </w:r>
      <w:r>
        <w:tab/>
        <w:t>2.025e0</w:t>
      </w:r>
    </w:p>
    <w:p w:rsidR="007B2329" w:rsidRDefault="007B2329" w:rsidP="007B2329">
      <w:r>
        <w:t>270.6477</w:t>
      </w:r>
      <w:r>
        <w:tab/>
        <w:t>4.051e0</w:t>
      </w:r>
    </w:p>
    <w:p w:rsidR="007B2329" w:rsidRDefault="007B2329" w:rsidP="007B2329">
      <w:r>
        <w:t>270.6715</w:t>
      </w:r>
      <w:r>
        <w:tab/>
        <w:t>1.013e0</w:t>
      </w:r>
    </w:p>
    <w:p w:rsidR="007B2329" w:rsidRDefault="007B2329" w:rsidP="007B2329">
      <w:r>
        <w:t>270.6814</w:t>
      </w:r>
      <w:r>
        <w:tab/>
        <w:t>3.038e0</w:t>
      </w:r>
    </w:p>
    <w:p w:rsidR="007B2329" w:rsidRDefault="007B2329" w:rsidP="007B2329">
      <w:r>
        <w:t>270.6892</w:t>
      </w:r>
      <w:r>
        <w:tab/>
        <w:t>1.013e0</w:t>
      </w:r>
    </w:p>
    <w:p w:rsidR="007B2329" w:rsidRDefault="007B2329" w:rsidP="007B2329">
      <w:r>
        <w:t>270.6971</w:t>
      </w:r>
      <w:r>
        <w:tab/>
        <w:t>2.025e0</w:t>
      </w:r>
    </w:p>
    <w:p w:rsidR="007B2329" w:rsidRDefault="007B2329" w:rsidP="007B2329">
      <w:r>
        <w:t>270.7163</w:t>
      </w:r>
      <w:r>
        <w:tab/>
        <w:t>2.025e0</w:t>
      </w:r>
    </w:p>
    <w:p w:rsidR="007B2329" w:rsidRDefault="007B2329" w:rsidP="007B2329">
      <w:r>
        <w:t>270.7463</w:t>
      </w:r>
      <w:r>
        <w:tab/>
        <w:t>1.013e0</w:t>
      </w:r>
    </w:p>
    <w:p w:rsidR="007B2329" w:rsidRDefault="007B2329" w:rsidP="007B2329">
      <w:r>
        <w:t>270.7573</w:t>
      </w:r>
      <w:r>
        <w:tab/>
        <w:t>2.025e0</w:t>
      </w:r>
    </w:p>
    <w:p w:rsidR="007B2329" w:rsidRDefault="007B2329" w:rsidP="007B2329">
      <w:r>
        <w:t>270.7613</w:t>
      </w:r>
      <w:r>
        <w:tab/>
        <w:t>3.038e0</w:t>
      </w:r>
    </w:p>
    <w:p w:rsidR="007B2329" w:rsidRDefault="007B2329" w:rsidP="007B2329">
      <w:r>
        <w:t>270.7633</w:t>
      </w:r>
      <w:r>
        <w:tab/>
        <w:t>1.013e0</w:t>
      </w:r>
    </w:p>
    <w:p w:rsidR="007B2329" w:rsidRDefault="007B2329" w:rsidP="007B2329">
      <w:r>
        <w:t>270.7731</w:t>
      </w:r>
      <w:r>
        <w:tab/>
        <w:t>4.051e0</w:t>
      </w:r>
    </w:p>
    <w:p w:rsidR="007B2329" w:rsidRDefault="007B2329" w:rsidP="007B2329">
      <w:r>
        <w:t>270.7862</w:t>
      </w:r>
      <w:r>
        <w:tab/>
        <w:t>1.013e0</w:t>
      </w:r>
    </w:p>
    <w:p w:rsidR="007B2329" w:rsidRDefault="007B2329" w:rsidP="007B2329">
      <w:r>
        <w:lastRenderedPageBreak/>
        <w:t>270.7942</w:t>
      </w:r>
      <w:r>
        <w:tab/>
        <w:t>1.013e0</w:t>
      </w:r>
    </w:p>
    <w:p w:rsidR="007B2329" w:rsidRDefault="007B2329" w:rsidP="007B2329">
      <w:r>
        <w:t>270.7963</w:t>
      </w:r>
      <w:r>
        <w:tab/>
        <w:t>2.025e0</w:t>
      </w:r>
    </w:p>
    <w:p w:rsidR="007B2329" w:rsidRDefault="007B2329" w:rsidP="007B2329">
      <w:r>
        <w:t>270.7983</w:t>
      </w:r>
      <w:r>
        <w:tab/>
        <w:t>1.013e0</w:t>
      </w:r>
    </w:p>
    <w:p w:rsidR="007B2329" w:rsidRDefault="007B2329" w:rsidP="007B2329">
      <w:r>
        <w:t>270.8333</w:t>
      </w:r>
      <w:r>
        <w:tab/>
        <w:t>1.013e0</w:t>
      </w:r>
    </w:p>
    <w:p w:rsidR="007B2329" w:rsidRDefault="007B2329" w:rsidP="007B2329">
      <w:r>
        <w:t>270.8411</w:t>
      </w:r>
      <w:r>
        <w:tab/>
        <w:t>2.025e0</w:t>
      </w:r>
    </w:p>
    <w:p w:rsidR="007B2329" w:rsidRDefault="007B2329" w:rsidP="007B2329">
      <w:r>
        <w:t>270.8436</w:t>
      </w:r>
      <w:r>
        <w:tab/>
        <w:t>2.038e0</w:t>
      </w:r>
    </w:p>
    <w:p w:rsidR="007B2329" w:rsidRDefault="007B2329" w:rsidP="007B2329">
      <w:r>
        <w:t>270.8461</w:t>
      </w:r>
      <w:r>
        <w:tab/>
        <w:t>1.013e0</w:t>
      </w:r>
    </w:p>
    <w:p w:rsidR="007B2329" w:rsidRDefault="007B2329" w:rsidP="007B2329">
      <w:r>
        <w:t>270.8510</w:t>
      </w:r>
      <w:r>
        <w:tab/>
        <w:t>1.013e0</w:t>
      </w:r>
    </w:p>
    <w:p w:rsidR="007B2329" w:rsidRDefault="007B2329" w:rsidP="007B2329">
      <w:r>
        <w:t>270.8683</w:t>
      </w:r>
      <w:r>
        <w:tab/>
        <w:t>1.013e0</w:t>
      </w:r>
    </w:p>
    <w:p w:rsidR="007B2329" w:rsidRDefault="007B2329" w:rsidP="007B2329">
      <w:r>
        <w:t>270.8762</w:t>
      </w:r>
      <w:r>
        <w:tab/>
        <w:t>1.013e0</w:t>
      </w:r>
    </w:p>
    <w:p w:rsidR="007B2329" w:rsidRDefault="007B2329" w:rsidP="007B2329">
      <w:r>
        <w:t>270.8909</w:t>
      </w:r>
      <w:r>
        <w:tab/>
        <w:t>1.013e0</w:t>
      </w:r>
    </w:p>
    <w:p w:rsidR="007B2329" w:rsidRDefault="007B2329" w:rsidP="007B2329">
      <w:r>
        <w:t>270.9265</w:t>
      </w:r>
      <w:r>
        <w:tab/>
        <w:t>5.063e0</w:t>
      </w:r>
    </w:p>
    <w:p w:rsidR="007B2329" w:rsidRDefault="007B2329" w:rsidP="007B2329">
      <w:r>
        <w:t>270.9344</w:t>
      </w:r>
      <w:r>
        <w:tab/>
        <w:t>1.013e0</w:t>
      </w:r>
    </w:p>
    <w:p w:rsidR="007B2329" w:rsidRDefault="007B2329" w:rsidP="007B2329">
      <w:r>
        <w:t>270.9424</w:t>
      </w:r>
      <w:r>
        <w:tab/>
        <w:t>1.013e0</w:t>
      </w:r>
    </w:p>
    <w:p w:rsidR="007B2329" w:rsidRDefault="007B2329" w:rsidP="007B2329">
      <w:r>
        <w:t>270.9463</w:t>
      </w:r>
      <w:r>
        <w:tab/>
        <w:t>1.013e0</w:t>
      </w:r>
    </w:p>
    <w:p w:rsidR="007B2329" w:rsidRDefault="007B2329" w:rsidP="007B2329">
      <w:r>
        <w:t>270.9558</w:t>
      </w:r>
      <w:r>
        <w:tab/>
        <w:t>1.013e0</w:t>
      </w:r>
    </w:p>
    <w:p w:rsidR="007B2329" w:rsidRDefault="007B2329" w:rsidP="007B2329">
      <w:r>
        <w:t>270.9814</w:t>
      </w:r>
      <w:r>
        <w:tab/>
        <w:t>2.025e0</w:t>
      </w:r>
    </w:p>
    <w:p w:rsidR="007B2329" w:rsidRDefault="007B2329" w:rsidP="007B2329">
      <w:r>
        <w:t>270.9853</w:t>
      </w:r>
      <w:r>
        <w:tab/>
        <w:t>3.767e-1</w:t>
      </w:r>
    </w:p>
    <w:p w:rsidR="007B2329" w:rsidRDefault="007B2329" w:rsidP="007B2329">
      <w:r>
        <w:t>270.9952</w:t>
      </w:r>
      <w:r>
        <w:tab/>
        <w:t>5.063e0</w:t>
      </w:r>
    </w:p>
    <w:p w:rsidR="007B2329" w:rsidRDefault="007B2329" w:rsidP="007B2329">
      <w:r>
        <w:lastRenderedPageBreak/>
        <w:t>271.0278</w:t>
      </w:r>
      <w:r>
        <w:tab/>
        <w:t>2.025e0</w:t>
      </w:r>
    </w:p>
    <w:p w:rsidR="007B2329" w:rsidRDefault="007B2329" w:rsidP="007B2329">
      <w:r>
        <w:t>271.0356</w:t>
      </w:r>
      <w:r>
        <w:tab/>
        <w:t>1.013e0</w:t>
      </w:r>
    </w:p>
    <w:p w:rsidR="007B2329" w:rsidRDefault="007B2329" w:rsidP="007B2329">
      <w:r>
        <w:t>271.0416</w:t>
      </w:r>
      <w:r>
        <w:tab/>
        <w:t>2.025e0</w:t>
      </w:r>
    </w:p>
    <w:p w:rsidR="007B2329" w:rsidRDefault="007B2329" w:rsidP="007B2329">
      <w:r>
        <w:t>271.0435</w:t>
      </w:r>
      <w:r>
        <w:tab/>
        <w:t>1.013e0</w:t>
      </w:r>
    </w:p>
    <w:p w:rsidR="007B2329" w:rsidRDefault="007B2329" w:rsidP="007B2329">
      <w:r>
        <w:t>271.0515</w:t>
      </w:r>
      <w:r>
        <w:tab/>
        <w:t>1.013e0</w:t>
      </w:r>
    </w:p>
    <w:p w:rsidR="007B2329" w:rsidRDefault="007B2329" w:rsidP="007B2329">
      <w:r>
        <w:t>271.0681</w:t>
      </w:r>
      <w:r>
        <w:tab/>
        <w:t>4.051e0</w:t>
      </w:r>
    </w:p>
    <w:p w:rsidR="007B2329" w:rsidRDefault="007B2329" w:rsidP="007B2329">
      <w:r>
        <w:t>271.0706</w:t>
      </w:r>
      <w:r>
        <w:tab/>
        <w:t>1.013e0</w:t>
      </w:r>
    </w:p>
    <w:p w:rsidR="007B2329" w:rsidRDefault="007B2329" w:rsidP="007B2329">
      <w:r>
        <w:t>271.0785</w:t>
      </w:r>
      <w:r>
        <w:tab/>
        <w:t>2.025e0</w:t>
      </w:r>
    </w:p>
    <w:p w:rsidR="007B2329" w:rsidRDefault="007B2329" w:rsidP="007B2329">
      <w:r>
        <w:t>271.0848</w:t>
      </w:r>
      <w:r>
        <w:tab/>
        <w:t>2.025e0</w:t>
      </w:r>
    </w:p>
    <w:p w:rsidR="007B2329" w:rsidRDefault="007B2329" w:rsidP="007B2329">
      <w:r>
        <w:t>271.0865</w:t>
      </w:r>
      <w:r>
        <w:tab/>
        <w:t>1.013e0</w:t>
      </w:r>
    </w:p>
    <w:p w:rsidR="007B2329" w:rsidRDefault="007B2329" w:rsidP="007B2329">
      <w:r>
        <w:t>271.0957</w:t>
      </w:r>
      <w:r>
        <w:tab/>
        <w:t>1.013e0</w:t>
      </w:r>
    </w:p>
    <w:p w:rsidR="007B2329" w:rsidRDefault="007B2329" w:rsidP="007B2329">
      <w:r>
        <w:t>271.1093</w:t>
      </w:r>
      <w:r>
        <w:tab/>
        <w:t>3.038e0</w:t>
      </w:r>
    </w:p>
    <w:p w:rsidR="007B2329" w:rsidRDefault="007B2329" w:rsidP="007B2329">
      <w:r>
        <w:t>271.1110</w:t>
      </w:r>
      <w:r>
        <w:tab/>
        <w:t>4.051e0</w:t>
      </w:r>
    </w:p>
    <w:p w:rsidR="007B2329" w:rsidRDefault="007B2329" w:rsidP="007B2329">
      <w:r>
        <w:t>271.1155</w:t>
      </w:r>
      <w:r>
        <w:tab/>
        <w:t>1.025e0</w:t>
      </w:r>
    </w:p>
    <w:p w:rsidR="007B2329" w:rsidRDefault="007B2329" w:rsidP="007B2329">
      <w:r>
        <w:t>271.1195</w:t>
      </w:r>
      <w:r>
        <w:tab/>
        <w:t>3.198e0</w:t>
      </w:r>
    </w:p>
    <w:p w:rsidR="007B2329" w:rsidRDefault="007B2329" w:rsidP="007B2329">
      <w:r>
        <w:t>271.1217</w:t>
      </w:r>
      <w:r>
        <w:tab/>
        <w:t>2.532e-2</w:t>
      </w:r>
    </w:p>
    <w:p w:rsidR="007B2329" w:rsidRDefault="007B2329" w:rsidP="007B2329">
      <w:r>
        <w:t>271.1250</w:t>
      </w:r>
      <w:r>
        <w:tab/>
        <w:t>4.051e0</w:t>
      </w:r>
    </w:p>
    <w:p w:rsidR="007B2329" w:rsidRDefault="007B2329" w:rsidP="007B2329">
      <w:r>
        <w:t>271.1407</w:t>
      </w:r>
      <w:r>
        <w:tab/>
        <w:t>1.013e0</w:t>
      </w:r>
    </w:p>
    <w:p w:rsidR="007B2329" w:rsidRDefault="007B2329" w:rsidP="007B2329">
      <w:r>
        <w:t>271.1545</w:t>
      </w:r>
      <w:r>
        <w:tab/>
        <w:t>1.025e0</w:t>
      </w:r>
    </w:p>
    <w:p w:rsidR="007B2329" w:rsidRDefault="007B2329" w:rsidP="007B2329">
      <w:r>
        <w:lastRenderedPageBreak/>
        <w:t>271.1605</w:t>
      </w:r>
      <w:r>
        <w:tab/>
        <w:t>1.013e0</w:t>
      </w:r>
    </w:p>
    <w:p w:rsidR="007B2329" w:rsidRDefault="007B2329" w:rsidP="007B2329">
      <w:r>
        <w:t>271.1615</w:t>
      </w:r>
      <w:r>
        <w:tab/>
        <w:t>1.025e0</w:t>
      </w:r>
    </w:p>
    <w:p w:rsidR="007B2329" w:rsidRDefault="007B2329" w:rsidP="007B2329">
      <w:r>
        <w:t>271.1771</w:t>
      </w:r>
      <w:r>
        <w:tab/>
        <w:t>2.063e0</w:t>
      </w:r>
    </w:p>
    <w:p w:rsidR="007B2329" w:rsidRDefault="007B2329" w:rsidP="007B2329">
      <w:r>
        <w:t>271.1814</w:t>
      </w:r>
      <w:r>
        <w:tab/>
        <w:t>2.176e0</w:t>
      </w:r>
    </w:p>
    <w:p w:rsidR="007B2329" w:rsidRDefault="007B2329" w:rsidP="007B2329">
      <w:r>
        <w:t>271.1835</w:t>
      </w:r>
      <w:r>
        <w:tab/>
        <w:t>4.051e0</w:t>
      </w:r>
    </w:p>
    <w:p w:rsidR="007B2329" w:rsidRDefault="007B2329" w:rsidP="007B2329">
      <w:r>
        <w:t>271.2105</w:t>
      </w:r>
      <w:r>
        <w:tab/>
        <w:t>1.013e0</w:t>
      </w:r>
    </w:p>
    <w:p w:rsidR="007B2329" w:rsidRDefault="007B2329" w:rsidP="007B2329">
      <w:r>
        <w:t>271.2186</w:t>
      </w:r>
      <w:r>
        <w:tab/>
        <w:t>2.025e0</w:t>
      </w:r>
    </w:p>
    <w:p w:rsidR="007B2329" w:rsidRDefault="007B2329" w:rsidP="007B2329">
      <w:r>
        <w:t>271.2266</w:t>
      </w:r>
      <w:r>
        <w:tab/>
        <w:t>2.025e0</w:t>
      </w:r>
    </w:p>
    <w:p w:rsidR="007B2329" w:rsidRDefault="007B2329" w:rsidP="007B2329">
      <w:r>
        <w:t>271.2282</w:t>
      </w:r>
      <w:r>
        <w:tab/>
        <w:t>2.025e0</w:t>
      </w:r>
    </w:p>
    <w:p w:rsidR="007B2329" w:rsidRDefault="007B2329" w:rsidP="007B2329">
      <w:r>
        <w:t>271.2355</w:t>
      </w:r>
      <w:r>
        <w:tab/>
        <w:t>1.013e0</w:t>
      </w:r>
    </w:p>
    <w:p w:rsidR="007B2329" w:rsidRDefault="007B2329" w:rsidP="007B2329">
      <w:r>
        <w:t>271.2406</w:t>
      </w:r>
      <w:r>
        <w:tab/>
        <w:t>1.013e0</w:t>
      </w:r>
    </w:p>
    <w:p w:rsidR="007B2329" w:rsidRDefault="007B2329" w:rsidP="007B2329">
      <w:r>
        <w:t>271.2497</w:t>
      </w:r>
      <w:r>
        <w:tab/>
        <w:t>1.013e0</w:t>
      </w:r>
    </w:p>
    <w:p w:rsidR="007B2329" w:rsidRDefault="007B2329" w:rsidP="007B2329">
      <w:r>
        <w:t>271.2754</w:t>
      </w:r>
      <w:r>
        <w:tab/>
        <w:t>1.013e0</w:t>
      </w:r>
    </w:p>
    <w:p w:rsidR="007B2329" w:rsidRDefault="007B2329" w:rsidP="007B2329">
      <w:r>
        <w:t>271.2848</w:t>
      </w:r>
      <w:r>
        <w:tab/>
        <w:t>1.013e0</w:t>
      </w:r>
    </w:p>
    <w:p w:rsidR="007B2329" w:rsidRDefault="007B2329" w:rsidP="007B2329">
      <w:r>
        <w:t>271.2928</w:t>
      </w:r>
      <w:r>
        <w:tab/>
        <w:t>2.025e0</w:t>
      </w:r>
    </w:p>
    <w:p w:rsidR="007B2329" w:rsidRDefault="007B2329" w:rsidP="007B2329">
      <w:r>
        <w:t>271.3092</w:t>
      </w:r>
      <w:r>
        <w:tab/>
        <w:t>5.063e0</w:t>
      </w:r>
    </w:p>
    <w:p w:rsidR="007B2329" w:rsidRDefault="007B2329" w:rsidP="007B2329">
      <w:r>
        <w:t>271.3278</w:t>
      </w:r>
      <w:r>
        <w:tab/>
        <w:t>1.013e0</w:t>
      </w:r>
    </w:p>
    <w:p w:rsidR="007B2329" w:rsidRDefault="007B2329" w:rsidP="007B2329">
      <w:r>
        <w:t>271.3318</w:t>
      </w:r>
      <w:r>
        <w:tab/>
        <w:t>1.013e0</w:t>
      </w:r>
    </w:p>
    <w:p w:rsidR="007B2329" w:rsidRDefault="007B2329" w:rsidP="007B2329">
      <w:r>
        <w:t>271.3340</w:t>
      </w:r>
      <w:r>
        <w:tab/>
        <w:t>1.025e0</w:t>
      </w:r>
    </w:p>
    <w:p w:rsidR="007B2329" w:rsidRDefault="007B2329" w:rsidP="007B2329">
      <w:r>
        <w:lastRenderedPageBreak/>
        <w:t>271.3549</w:t>
      </w:r>
      <w:r>
        <w:tab/>
        <w:t>1.013e0</w:t>
      </w:r>
    </w:p>
    <w:p w:rsidR="007B2329" w:rsidRDefault="007B2329" w:rsidP="007B2329">
      <w:r>
        <w:t>271.3755</w:t>
      </w:r>
      <w:r>
        <w:tab/>
        <w:t>1.013e0</w:t>
      </w:r>
    </w:p>
    <w:p w:rsidR="007B2329" w:rsidRDefault="007B2329" w:rsidP="007B2329">
      <w:r>
        <w:t>271.3854</w:t>
      </w:r>
      <w:r>
        <w:tab/>
        <w:t>1.013e0</w:t>
      </w:r>
    </w:p>
    <w:p w:rsidR="007B2329" w:rsidRDefault="007B2329" w:rsidP="007B2329">
      <w:r>
        <w:t>271.3883</w:t>
      </w:r>
      <w:r>
        <w:tab/>
        <w:t>3.038e0</w:t>
      </w:r>
    </w:p>
    <w:p w:rsidR="007B2329" w:rsidRDefault="007B2329" w:rsidP="007B2329">
      <w:r>
        <w:t>271.3979</w:t>
      </w:r>
      <w:r>
        <w:tab/>
        <w:t>1.013e0</w:t>
      </w:r>
    </w:p>
    <w:p w:rsidR="007B2329" w:rsidRDefault="007B2329" w:rsidP="007B2329">
      <w:r>
        <w:t>271.4020</w:t>
      </w:r>
      <w:r>
        <w:tab/>
        <w:t>2.025e0</w:t>
      </w:r>
    </w:p>
    <w:p w:rsidR="007B2329" w:rsidRDefault="007B2329" w:rsidP="007B2329">
      <w:r>
        <w:t>271.4210</w:t>
      </w:r>
      <w:r>
        <w:tab/>
        <w:t>3.038e0</w:t>
      </w:r>
    </w:p>
    <w:p w:rsidR="007B2329" w:rsidRDefault="007B2329" w:rsidP="007B2329">
      <w:r>
        <w:t>271.4370</w:t>
      </w:r>
      <w:r>
        <w:tab/>
        <w:t>1.013e0</w:t>
      </w:r>
    </w:p>
    <w:p w:rsidR="007B2329" w:rsidRDefault="007B2329" w:rsidP="007B2329">
      <w:r>
        <w:t>271.4409</w:t>
      </w:r>
      <w:r>
        <w:tab/>
        <w:t>1.013e0</w:t>
      </w:r>
    </w:p>
    <w:p w:rsidR="007B2329" w:rsidRDefault="007B2329" w:rsidP="007B2329">
      <w:r>
        <w:t>271.4554</w:t>
      </w:r>
      <w:r>
        <w:tab/>
        <w:t>1.013e0</w:t>
      </w:r>
    </w:p>
    <w:p w:rsidR="007B2329" w:rsidRDefault="007B2329" w:rsidP="007B2329">
      <w:r>
        <w:t>271.4760</w:t>
      </w:r>
      <w:r>
        <w:tab/>
        <w:t>4.051e0</w:t>
      </w:r>
    </w:p>
    <w:p w:rsidR="007B2329" w:rsidRDefault="007B2329" w:rsidP="007B2329">
      <w:r>
        <w:t>271.4904</w:t>
      </w:r>
      <w:r>
        <w:tab/>
        <w:t>1.013e0</w:t>
      </w:r>
    </w:p>
    <w:p w:rsidR="007B2329" w:rsidRDefault="007B2329" w:rsidP="007B2329">
      <w:r>
        <w:t>271.5302</w:t>
      </w:r>
      <w:r>
        <w:tab/>
        <w:t>1.013e0</w:t>
      </w:r>
    </w:p>
    <w:p w:rsidR="007B2329" w:rsidRDefault="007B2329" w:rsidP="007B2329">
      <w:r>
        <w:t>271.5320</w:t>
      </w:r>
      <w:r>
        <w:tab/>
        <w:t>1.025e0</w:t>
      </w:r>
    </w:p>
    <w:p w:rsidR="007B2329" w:rsidRDefault="007B2329" w:rsidP="007B2329">
      <w:r>
        <w:t>271.5381</w:t>
      </w:r>
      <w:r>
        <w:tab/>
        <w:t>2.025e0</w:t>
      </w:r>
    </w:p>
    <w:p w:rsidR="007B2329" w:rsidRDefault="007B2329" w:rsidP="007B2329">
      <w:r>
        <w:t>271.5423</w:t>
      </w:r>
      <w:r>
        <w:tab/>
        <w:t>1.013e0</w:t>
      </w:r>
    </w:p>
    <w:p w:rsidR="007B2329" w:rsidRDefault="007B2329" w:rsidP="007B2329">
      <w:r>
        <w:t>271.5624</w:t>
      </w:r>
      <w:r>
        <w:tab/>
        <w:t>2.025e0</w:t>
      </w:r>
    </w:p>
    <w:p w:rsidR="007B2329" w:rsidRDefault="007B2329" w:rsidP="007B2329">
      <w:r>
        <w:t>271.5652</w:t>
      </w:r>
      <w:r>
        <w:tab/>
        <w:t>1.013e0</w:t>
      </w:r>
    </w:p>
    <w:p w:rsidR="007B2329" w:rsidRDefault="007B2329" w:rsidP="007B2329">
      <w:r>
        <w:t>271.5751</w:t>
      </w:r>
      <w:r>
        <w:tab/>
        <w:t>3.038e0</w:t>
      </w:r>
    </w:p>
    <w:p w:rsidR="007B2329" w:rsidRDefault="007B2329" w:rsidP="007B2329">
      <w:r>
        <w:lastRenderedPageBreak/>
        <w:t>271.5954</w:t>
      </w:r>
      <w:r>
        <w:tab/>
        <w:t>1.013e0</w:t>
      </w:r>
    </w:p>
    <w:p w:rsidR="007B2329" w:rsidRDefault="007B2329" w:rsidP="007B2329">
      <w:r>
        <w:t>271.6043</w:t>
      </w:r>
      <w:r>
        <w:tab/>
        <w:t>1.013e0</w:t>
      </w:r>
    </w:p>
    <w:p w:rsidR="007B2329" w:rsidRDefault="007B2329" w:rsidP="007B2329">
      <w:r>
        <w:t>271.6064</w:t>
      </w:r>
      <w:r>
        <w:tab/>
        <w:t>6.076e0</w:t>
      </w:r>
    </w:p>
    <w:p w:rsidR="007B2329" w:rsidRDefault="007B2329" w:rsidP="007B2329">
      <w:r>
        <w:t>271.6082</w:t>
      </w:r>
      <w:r>
        <w:tab/>
        <w:t>1.013e0</w:t>
      </w:r>
    </w:p>
    <w:p w:rsidR="007B2329" w:rsidRDefault="007B2329" w:rsidP="007B2329">
      <w:r>
        <w:t>271.6213</w:t>
      </w:r>
      <w:r>
        <w:tab/>
        <w:t>2.025e0</w:t>
      </w:r>
    </w:p>
    <w:p w:rsidR="007B2329" w:rsidRDefault="007B2329" w:rsidP="007B2329">
      <w:r>
        <w:t>271.6224</w:t>
      </w:r>
      <w:r>
        <w:tab/>
        <w:t>2.025e0</w:t>
      </w:r>
    </w:p>
    <w:p w:rsidR="007B2329" w:rsidRDefault="007B2329" w:rsidP="007B2329">
      <w:r>
        <w:t>271.6261</w:t>
      </w:r>
      <w:r>
        <w:tab/>
        <w:t>4.051e0</w:t>
      </w:r>
    </w:p>
    <w:p w:rsidR="007B2329" w:rsidRDefault="007B2329" w:rsidP="007B2329">
      <w:r>
        <w:t>271.6280</w:t>
      </w:r>
      <w:r>
        <w:tab/>
        <w:t>1.025e0</w:t>
      </w:r>
    </w:p>
    <w:p w:rsidR="007B2329" w:rsidRDefault="007B2329" w:rsidP="007B2329">
      <w:r>
        <w:t>271.6392</w:t>
      </w:r>
      <w:r>
        <w:tab/>
        <w:t>1.013e0</w:t>
      </w:r>
    </w:p>
    <w:p w:rsidR="007B2329" w:rsidRDefault="007B2329" w:rsidP="007B2329">
      <w:r>
        <w:t>271.6432</w:t>
      </w:r>
      <w:r>
        <w:tab/>
        <w:t>1.013e0</w:t>
      </w:r>
    </w:p>
    <w:p w:rsidR="007B2329" w:rsidRDefault="007B2329" w:rsidP="007B2329">
      <w:r>
        <w:t>271.6555</w:t>
      </w:r>
      <w:r>
        <w:tab/>
        <w:t>1.013e0</w:t>
      </w:r>
    </w:p>
    <w:p w:rsidR="007B2329" w:rsidRDefault="007B2329" w:rsidP="007B2329">
      <w:r>
        <w:t>271.6824</w:t>
      </w:r>
      <w:r>
        <w:tab/>
        <w:t>1.013e0</w:t>
      </w:r>
    </w:p>
    <w:p w:rsidR="007B2329" w:rsidRDefault="007B2329" w:rsidP="007B2329">
      <w:r>
        <w:t>271.7005</w:t>
      </w:r>
      <w:r>
        <w:tab/>
        <w:t>2.025e0</w:t>
      </w:r>
    </w:p>
    <w:p w:rsidR="007B2329" w:rsidRDefault="007B2329" w:rsidP="007B2329">
      <w:r>
        <w:t>271.7055</w:t>
      </w:r>
      <w:r>
        <w:tab/>
        <w:t>2.025e0</w:t>
      </w:r>
    </w:p>
    <w:p w:rsidR="007B2329" w:rsidRDefault="007B2329" w:rsidP="007B2329">
      <w:r>
        <w:t>271.7175</w:t>
      </w:r>
      <w:r>
        <w:tab/>
        <w:t>1.013e0</w:t>
      </w:r>
    </w:p>
    <w:p w:rsidR="007B2329" w:rsidRDefault="007B2329" w:rsidP="007B2329">
      <w:r>
        <w:t>271.7215</w:t>
      </w:r>
      <w:r>
        <w:tab/>
        <w:t>3.038e0</w:t>
      </w:r>
    </w:p>
    <w:p w:rsidR="007B2329" w:rsidRDefault="007B2329" w:rsidP="007B2329">
      <w:r>
        <w:t>271.7375</w:t>
      </w:r>
      <w:r>
        <w:tab/>
        <w:t>2.025e0</w:t>
      </w:r>
    </w:p>
    <w:p w:rsidR="007B2329" w:rsidRDefault="007B2329" w:rsidP="007B2329">
      <w:r>
        <w:t>271.7406</w:t>
      </w:r>
      <w:r>
        <w:tab/>
        <w:t>1.013e0</w:t>
      </w:r>
    </w:p>
    <w:p w:rsidR="007B2329" w:rsidRDefault="007B2329" w:rsidP="007B2329">
      <w:r>
        <w:t>271.7444</w:t>
      </w:r>
      <w:r>
        <w:tab/>
        <w:t>1.013e0</w:t>
      </w:r>
    </w:p>
    <w:p w:rsidR="007B2329" w:rsidRDefault="007B2329" w:rsidP="007B2329">
      <w:r>
        <w:lastRenderedPageBreak/>
        <w:t>271.7583</w:t>
      </w:r>
      <w:r>
        <w:tab/>
        <w:t>2.025e0</w:t>
      </w:r>
    </w:p>
    <w:p w:rsidR="007B2329" w:rsidRDefault="007B2329" w:rsidP="007B2329">
      <w:r>
        <w:t>271.7605</w:t>
      </w:r>
      <w:r>
        <w:tab/>
        <w:t>3.038e0</w:t>
      </w:r>
    </w:p>
    <w:p w:rsidR="007B2329" w:rsidRDefault="007B2329" w:rsidP="007B2329">
      <w:r>
        <w:t>271.7955</w:t>
      </w:r>
      <w:r>
        <w:tab/>
        <w:t>1.013e0</w:t>
      </w:r>
    </w:p>
    <w:p w:rsidR="007B2329" w:rsidRDefault="007B2329" w:rsidP="007B2329">
      <w:r>
        <w:t>271.8030</w:t>
      </w:r>
      <w:r>
        <w:tab/>
        <w:t>2.025e0</w:t>
      </w:r>
    </w:p>
    <w:p w:rsidR="007B2329" w:rsidRDefault="007B2329" w:rsidP="007B2329">
      <w:r>
        <w:t>271.8146</w:t>
      </w:r>
      <w:r>
        <w:tab/>
        <w:t>2.025e0</w:t>
      </w:r>
    </w:p>
    <w:p w:rsidR="007B2329" w:rsidRDefault="007B2329" w:rsidP="007B2329">
      <w:r>
        <w:t>271.8306</w:t>
      </w:r>
      <w:r>
        <w:tab/>
        <w:t>1.013e0</w:t>
      </w:r>
    </w:p>
    <w:p w:rsidR="007B2329" w:rsidRDefault="007B2329" w:rsidP="007B2329">
      <w:r>
        <w:t>271.8434</w:t>
      </w:r>
      <w:r>
        <w:tab/>
        <w:t>2.025e0</w:t>
      </w:r>
    </w:p>
    <w:p w:rsidR="007B2329" w:rsidRDefault="007B2329" w:rsidP="007B2329">
      <w:r>
        <w:t>271.8577</w:t>
      </w:r>
      <w:r>
        <w:tab/>
        <w:t>1.013e0</w:t>
      </w:r>
    </w:p>
    <w:p w:rsidR="007B2329" w:rsidRDefault="007B2329" w:rsidP="007B2329">
      <w:r>
        <w:t>271.8616</w:t>
      </w:r>
      <w:r>
        <w:tab/>
        <w:t>1.013e0</w:t>
      </w:r>
    </w:p>
    <w:p w:rsidR="007B2329" w:rsidRDefault="007B2329" w:rsidP="007B2329">
      <w:r>
        <w:t>271.8679</w:t>
      </w:r>
      <w:r>
        <w:tab/>
        <w:t>2.025e0</w:t>
      </w:r>
    </w:p>
    <w:p w:rsidR="007B2329" w:rsidRDefault="007B2329" w:rsidP="007B2329">
      <w:r>
        <w:t>271.8887</w:t>
      </w:r>
      <w:r>
        <w:tab/>
        <w:t>2.025e0</w:t>
      </w:r>
    </w:p>
    <w:p w:rsidR="007B2329" w:rsidRDefault="007B2329" w:rsidP="007B2329">
      <w:r>
        <w:t>271.8968</w:t>
      </w:r>
      <w:r>
        <w:tab/>
        <w:t>1.013e0</w:t>
      </w:r>
    </w:p>
    <w:p w:rsidR="007B2329" w:rsidRDefault="007B2329" w:rsidP="007B2329">
      <w:r>
        <w:t>271.9107</w:t>
      </w:r>
      <w:r>
        <w:tab/>
        <w:t>1.013e0</w:t>
      </w:r>
    </w:p>
    <w:p w:rsidR="007B2329" w:rsidRDefault="007B2329" w:rsidP="007B2329">
      <w:r>
        <w:t>271.9157</w:t>
      </w:r>
      <w:r>
        <w:tab/>
        <w:t>1.013e0</w:t>
      </w:r>
    </w:p>
    <w:p w:rsidR="007B2329" w:rsidRDefault="007B2329" w:rsidP="007B2329">
      <w:r>
        <w:t>271.9180</w:t>
      </w:r>
      <w:r>
        <w:tab/>
        <w:t>2.025e0</w:t>
      </w:r>
    </w:p>
    <w:p w:rsidR="007B2329" w:rsidRDefault="007B2329" w:rsidP="007B2329">
      <w:r>
        <w:t>271.9278</w:t>
      </w:r>
      <w:r>
        <w:tab/>
        <w:t>1.013e0</w:t>
      </w:r>
    </w:p>
    <w:p w:rsidR="007B2329" w:rsidRDefault="007B2329" w:rsidP="007B2329">
      <w:r>
        <w:t>271.9417</w:t>
      </w:r>
      <w:r>
        <w:tab/>
        <w:t>4.051e0</w:t>
      </w:r>
    </w:p>
    <w:p w:rsidR="007B2329" w:rsidRDefault="007B2329" w:rsidP="007B2329">
      <w:r>
        <w:t>271.9507</w:t>
      </w:r>
      <w:r>
        <w:tab/>
        <w:t>1.013e0</w:t>
      </w:r>
    </w:p>
    <w:p w:rsidR="007B2329" w:rsidRDefault="007B2329" w:rsidP="007B2329">
      <w:r>
        <w:t>271.9588</w:t>
      </w:r>
      <w:r>
        <w:tab/>
        <w:t>1.013e0</w:t>
      </w:r>
    </w:p>
    <w:p w:rsidR="007B2329" w:rsidRDefault="007B2329" w:rsidP="007B2329">
      <w:r>
        <w:lastRenderedPageBreak/>
        <w:t>271.9670</w:t>
      </w:r>
      <w:r>
        <w:tab/>
        <w:t>2.025e0</w:t>
      </w:r>
    </w:p>
    <w:p w:rsidR="007B2329" w:rsidRDefault="007B2329" w:rsidP="007B2329">
      <w:r>
        <w:t>271.9708</w:t>
      </w:r>
      <w:r>
        <w:tab/>
        <w:t>1.013e0</w:t>
      </w:r>
    </w:p>
    <w:p w:rsidR="007B2329" w:rsidRDefault="007B2329" w:rsidP="007B2329">
      <w:r>
        <w:t>271.9808</w:t>
      </w:r>
      <w:r>
        <w:tab/>
        <w:t>1.013e0</w:t>
      </w:r>
    </w:p>
    <w:p w:rsidR="007B2329" w:rsidRDefault="007B2329" w:rsidP="007B2329">
      <w:r>
        <w:t>271.9858</w:t>
      </w:r>
      <w:r>
        <w:tab/>
        <w:t>1.013e0</w:t>
      </w:r>
    </w:p>
    <w:p w:rsidR="007B2329" w:rsidRDefault="007B2329" w:rsidP="007B2329">
      <w:r>
        <w:t>271.9900</w:t>
      </w:r>
      <w:r>
        <w:tab/>
        <w:t>2.025e0</w:t>
      </w:r>
    </w:p>
    <w:p w:rsidR="007B2329" w:rsidRDefault="007B2329" w:rsidP="007B2329">
      <w:r>
        <w:t>272.0019</w:t>
      </w:r>
      <w:r>
        <w:tab/>
        <w:t>1.013e0</w:t>
      </w:r>
    </w:p>
    <w:p w:rsidR="007B2329" w:rsidRDefault="007B2329" w:rsidP="007B2329">
      <w:r>
        <w:t>272.0116</w:t>
      </w:r>
      <w:r>
        <w:tab/>
        <w:t>1.025e0</w:t>
      </w:r>
    </w:p>
    <w:p w:rsidR="007B2329" w:rsidRDefault="007B2329" w:rsidP="007B2329">
      <w:r>
        <w:t>272.0154</w:t>
      </w:r>
      <w:r>
        <w:tab/>
        <w:t>2.025e0</w:t>
      </w:r>
    </w:p>
    <w:p w:rsidR="007B2329" w:rsidRDefault="007B2329" w:rsidP="007B2329">
      <w:r>
        <w:t>272.0233</w:t>
      </w:r>
      <w:r>
        <w:tab/>
        <w:t>2.025e0</w:t>
      </w:r>
    </w:p>
    <w:p w:rsidR="007B2329" w:rsidRDefault="007B2329" w:rsidP="007B2329">
      <w:r>
        <w:t>272.0530</w:t>
      </w:r>
      <w:r>
        <w:tab/>
        <w:t>2.025e0</w:t>
      </w:r>
    </w:p>
    <w:p w:rsidR="007B2329" w:rsidRDefault="007B2329" w:rsidP="007B2329">
      <w:r>
        <w:t>272.0652</w:t>
      </w:r>
      <w:r>
        <w:tab/>
        <w:t>4.051e0</w:t>
      </w:r>
    </w:p>
    <w:p w:rsidR="007B2329" w:rsidRDefault="007B2329" w:rsidP="007B2329">
      <w:r>
        <w:t>272.0811</w:t>
      </w:r>
      <w:r>
        <w:tab/>
        <w:t>3.038e0</w:t>
      </w:r>
    </w:p>
    <w:p w:rsidR="007B2329" w:rsidRDefault="007B2329" w:rsidP="007B2329">
      <w:r>
        <w:t>272.0874</w:t>
      </w:r>
      <w:r>
        <w:tab/>
        <w:t>3.172e0</w:t>
      </w:r>
    </w:p>
    <w:p w:rsidR="007B2329" w:rsidRDefault="007B2329" w:rsidP="007B2329">
      <w:r>
        <w:t>272.0901</w:t>
      </w:r>
      <w:r>
        <w:tab/>
        <w:t>2.025e0</w:t>
      </w:r>
    </w:p>
    <w:p w:rsidR="007B2329" w:rsidRDefault="007B2329" w:rsidP="007B2329">
      <w:r>
        <w:t>272.1167</w:t>
      </w:r>
      <w:r>
        <w:tab/>
        <w:t>8.101e0</w:t>
      </w:r>
    </w:p>
    <w:p w:rsidR="007B2329" w:rsidRDefault="007B2329" w:rsidP="007B2329">
      <w:r>
        <w:t>272.1189</w:t>
      </w:r>
      <w:r>
        <w:tab/>
        <w:t>2.025e0</w:t>
      </w:r>
    </w:p>
    <w:p w:rsidR="007B2329" w:rsidRDefault="007B2329" w:rsidP="007B2329">
      <w:r>
        <w:t>272.1246</w:t>
      </w:r>
      <w:r>
        <w:tab/>
        <w:t>8.951e0</w:t>
      </w:r>
    </w:p>
    <w:p w:rsidR="007B2329" w:rsidRDefault="007B2329" w:rsidP="007B2329">
      <w:r>
        <w:t>272.1275</w:t>
      </w:r>
      <w:r>
        <w:tab/>
        <w:t>7.101e0</w:t>
      </w:r>
    </w:p>
    <w:p w:rsidR="007B2329" w:rsidRDefault="007B2329" w:rsidP="007B2329">
      <w:r>
        <w:t>272.1296</w:t>
      </w:r>
      <w:r>
        <w:tab/>
        <w:t>2.691e1</w:t>
      </w:r>
    </w:p>
    <w:p w:rsidR="007B2329" w:rsidRDefault="007B2329" w:rsidP="007B2329">
      <w:r>
        <w:lastRenderedPageBreak/>
        <w:t>272.1327</w:t>
      </w:r>
      <w:r>
        <w:tab/>
        <w:t>1.316e1</w:t>
      </w:r>
    </w:p>
    <w:p w:rsidR="007B2329" w:rsidRDefault="007B2329" w:rsidP="007B2329">
      <w:r>
        <w:t>272.1346</w:t>
      </w:r>
      <w:r>
        <w:tab/>
        <w:t>1.025e1</w:t>
      </w:r>
    </w:p>
    <w:p w:rsidR="007B2329" w:rsidRDefault="007B2329" w:rsidP="007B2329">
      <w:r>
        <w:t>272.1561</w:t>
      </w:r>
      <w:r>
        <w:tab/>
        <w:t>1.013e0</w:t>
      </w:r>
    </w:p>
    <w:p w:rsidR="007B2329" w:rsidRDefault="007B2329" w:rsidP="007B2329">
      <w:r>
        <w:t>272.1653</w:t>
      </w:r>
      <w:r>
        <w:tab/>
        <w:t>3.038e0</w:t>
      </w:r>
    </w:p>
    <w:p w:rsidR="007B2329" w:rsidRDefault="007B2329" w:rsidP="007B2329">
      <w:r>
        <w:t>272.1773</w:t>
      </w:r>
      <w:r>
        <w:tab/>
        <w:t>4.051e0</w:t>
      </w:r>
    </w:p>
    <w:p w:rsidR="007B2329" w:rsidRDefault="007B2329" w:rsidP="007B2329">
      <w:r>
        <w:t>272.1862</w:t>
      </w:r>
      <w:r>
        <w:tab/>
        <w:t>1.013e0</w:t>
      </w:r>
    </w:p>
    <w:p w:rsidR="007B2329" w:rsidRDefault="007B2329" w:rsidP="007B2329">
      <w:r>
        <w:t>272.1929</w:t>
      </w:r>
      <w:r>
        <w:tab/>
        <w:t>3.038e0</w:t>
      </w:r>
    </w:p>
    <w:p w:rsidR="007B2329" w:rsidRDefault="007B2329" w:rsidP="007B2329">
      <w:r>
        <w:t>272.2004</w:t>
      </w:r>
      <w:r>
        <w:tab/>
        <w:t>1.013e0</w:t>
      </w:r>
    </w:p>
    <w:p w:rsidR="007B2329" w:rsidRDefault="007B2329" w:rsidP="007B2329">
      <w:r>
        <w:t>272.2123</w:t>
      </w:r>
      <w:r>
        <w:tab/>
        <w:t>4.051e0</w:t>
      </w:r>
    </w:p>
    <w:p w:rsidR="007B2329" w:rsidRDefault="007B2329" w:rsidP="007B2329">
      <w:r>
        <w:t>272.2315</w:t>
      </w:r>
      <w:r>
        <w:tab/>
        <w:t>5.063e0</w:t>
      </w:r>
    </w:p>
    <w:p w:rsidR="007B2329" w:rsidRDefault="007B2329" w:rsidP="007B2329">
      <w:r>
        <w:t>272.2474</w:t>
      </w:r>
      <w:r>
        <w:tab/>
        <w:t>1.013e0</w:t>
      </w:r>
    </w:p>
    <w:p w:rsidR="007B2329" w:rsidRDefault="007B2329" w:rsidP="007B2329">
      <w:r>
        <w:t>272.2496</w:t>
      </w:r>
      <w:r>
        <w:tab/>
        <w:t>2.025e0</w:t>
      </w:r>
    </w:p>
    <w:p w:rsidR="007B2329" w:rsidRDefault="007B2329" w:rsidP="007B2329">
      <w:r>
        <w:t>272.2564</w:t>
      </w:r>
      <w:r>
        <w:tab/>
        <w:t>1.013e0</w:t>
      </w:r>
    </w:p>
    <w:p w:rsidR="007B2329" w:rsidRDefault="007B2329" w:rsidP="007B2329">
      <w:r>
        <w:t>272.2705</w:t>
      </w:r>
      <w:r>
        <w:tab/>
        <w:t>1.013e0</w:t>
      </w:r>
    </w:p>
    <w:p w:rsidR="007B2329" w:rsidRDefault="007B2329" w:rsidP="007B2329">
      <w:r>
        <w:t>272.2785</w:t>
      </w:r>
      <w:r>
        <w:tab/>
        <w:t>1.013e0</w:t>
      </w:r>
    </w:p>
    <w:p w:rsidR="007B2329" w:rsidRDefault="007B2329" w:rsidP="007B2329">
      <w:r>
        <w:t>272.2865</w:t>
      </w:r>
      <w:r>
        <w:tab/>
        <w:t>1.013e0</w:t>
      </w:r>
    </w:p>
    <w:p w:rsidR="007B2329" w:rsidRDefault="007B2329" w:rsidP="007B2329">
      <w:r>
        <w:t>272.2965</w:t>
      </w:r>
      <w:r>
        <w:tab/>
        <w:t>3.038e0</w:t>
      </w:r>
    </w:p>
    <w:p w:rsidR="007B2329" w:rsidRDefault="007B2329" w:rsidP="007B2329">
      <w:r>
        <w:t>272.3137</w:t>
      </w:r>
      <w:r>
        <w:tab/>
        <w:t>1.013e0</w:t>
      </w:r>
    </w:p>
    <w:p w:rsidR="007B2329" w:rsidRDefault="007B2329" w:rsidP="007B2329">
      <w:r>
        <w:t>272.3216</w:t>
      </w:r>
      <w:r>
        <w:tab/>
        <w:t>1.013e0</w:t>
      </w:r>
    </w:p>
    <w:p w:rsidR="007B2329" w:rsidRDefault="007B2329" w:rsidP="007B2329">
      <w:r>
        <w:lastRenderedPageBreak/>
        <w:t>272.3265</w:t>
      </w:r>
      <w:r>
        <w:tab/>
        <w:t>1.013e0</w:t>
      </w:r>
    </w:p>
    <w:p w:rsidR="007B2329" w:rsidRDefault="007B2329" w:rsidP="007B2329">
      <w:r>
        <w:t>272.3407</w:t>
      </w:r>
      <w:r>
        <w:tab/>
        <w:t>2.025e0</w:t>
      </w:r>
    </w:p>
    <w:p w:rsidR="007B2329" w:rsidRDefault="007B2329" w:rsidP="007B2329">
      <w:r>
        <w:t>272.3566</w:t>
      </w:r>
      <w:r>
        <w:tab/>
        <w:t>1.013e0</w:t>
      </w:r>
    </w:p>
    <w:p w:rsidR="007B2329" w:rsidRDefault="007B2329" w:rsidP="007B2329">
      <w:r>
        <w:t>272.3776</w:t>
      </w:r>
      <w:r>
        <w:tab/>
        <w:t>2.025e0</w:t>
      </w:r>
    </w:p>
    <w:p w:rsidR="007B2329" w:rsidRDefault="007B2329" w:rsidP="007B2329">
      <w:r>
        <w:t>272.3878</w:t>
      </w:r>
      <w:r>
        <w:tab/>
        <w:t>1.013e0</w:t>
      </w:r>
    </w:p>
    <w:p w:rsidR="007B2329" w:rsidRDefault="007B2329" w:rsidP="007B2329">
      <w:r>
        <w:t>272.3918</w:t>
      </w:r>
      <w:r>
        <w:tab/>
        <w:t>1.013e0</w:t>
      </w:r>
    </w:p>
    <w:p w:rsidR="007B2329" w:rsidRDefault="007B2329" w:rsidP="007B2329">
      <w:r>
        <w:t>272.4018</w:t>
      </w:r>
      <w:r>
        <w:tab/>
        <w:t>1.013e0</w:t>
      </w:r>
    </w:p>
    <w:p w:rsidR="007B2329" w:rsidRDefault="007B2329" w:rsidP="007B2329">
      <w:r>
        <w:t>272.4109</w:t>
      </w:r>
      <w:r>
        <w:tab/>
        <w:t>2.025e0</w:t>
      </w:r>
    </w:p>
    <w:p w:rsidR="007B2329" w:rsidRDefault="007B2329" w:rsidP="007B2329">
      <w:r>
        <w:t>272.4229</w:t>
      </w:r>
      <w:r>
        <w:tab/>
        <w:t>1.013e0</w:t>
      </w:r>
    </w:p>
    <w:p w:rsidR="007B2329" w:rsidRDefault="007B2329" w:rsidP="007B2329">
      <w:r>
        <w:t>272.4269</w:t>
      </w:r>
      <w:r>
        <w:tab/>
        <w:t>1.013e0</w:t>
      </w:r>
    </w:p>
    <w:p w:rsidR="007B2329" w:rsidRDefault="007B2329" w:rsidP="007B2329">
      <w:r>
        <w:t>272.4318</w:t>
      </w:r>
      <w:r>
        <w:tab/>
        <w:t>1.013e0</w:t>
      </w:r>
    </w:p>
    <w:p w:rsidR="007B2329" w:rsidRDefault="007B2329" w:rsidP="007B2329">
      <w:r>
        <w:t>272.4369</w:t>
      </w:r>
      <w:r>
        <w:tab/>
        <w:t>1.013e0</w:t>
      </w:r>
    </w:p>
    <w:p w:rsidR="007B2329" w:rsidRDefault="007B2329" w:rsidP="007B2329">
      <w:r>
        <w:t>272.4499</w:t>
      </w:r>
      <w:r>
        <w:tab/>
        <w:t>1.013e0</w:t>
      </w:r>
    </w:p>
    <w:p w:rsidR="007B2329" w:rsidRDefault="007B2329" w:rsidP="007B2329">
      <w:r>
        <w:t>272.4539</w:t>
      </w:r>
      <w:r>
        <w:tab/>
        <w:t>1.013e0</w:t>
      </w:r>
    </w:p>
    <w:p w:rsidR="007B2329" w:rsidRDefault="007B2329" w:rsidP="007B2329">
      <w:r>
        <w:t>272.4890</w:t>
      </w:r>
      <w:r>
        <w:tab/>
        <w:t>1.013e0</w:t>
      </w:r>
    </w:p>
    <w:p w:rsidR="007B2329" w:rsidRDefault="007B2329" w:rsidP="007B2329">
      <w:r>
        <w:t>272.4904</w:t>
      </w:r>
      <w:r>
        <w:tab/>
        <w:t>4.063e0</w:t>
      </w:r>
    </w:p>
    <w:p w:rsidR="007B2329" w:rsidRDefault="007B2329" w:rsidP="007B2329">
      <w:r>
        <w:t>272.4937</w:t>
      </w:r>
      <w:r>
        <w:tab/>
        <w:t>4.051e0</w:t>
      </w:r>
    </w:p>
    <w:p w:rsidR="007B2329" w:rsidRDefault="007B2329" w:rsidP="007B2329">
      <w:r>
        <w:t>272.5129</w:t>
      </w:r>
      <w:r>
        <w:tab/>
        <w:t>3.038e0</w:t>
      </w:r>
    </w:p>
    <w:p w:rsidR="007B2329" w:rsidRDefault="007B2329" w:rsidP="007B2329">
      <w:r>
        <w:t>272.5182</w:t>
      </w:r>
      <w:r>
        <w:tab/>
        <w:t>2.025e0</w:t>
      </w:r>
    </w:p>
    <w:p w:rsidR="007B2329" w:rsidRDefault="007B2329" w:rsidP="007B2329">
      <w:r>
        <w:lastRenderedPageBreak/>
        <w:t>272.5201</w:t>
      </w:r>
      <w:r>
        <w:tab/>
        <w:t>1.013e0</w:t>
      </w:r>
    </w:p>
    <w:p w:rsidR="007B2329" w:rsidRDefault="007B2329" w:rsidP="007B2329">
      <w:r>
        <w:t>272.5372</w:t>
      </w:r>
      <w:r>
        <w:tab/>
        <w:t>2.025e0</w:t>
      </w:r>
    </w:p>
    <w:p w:rsidR="007B2329" w:rsidRDefault="007B2329" w:rsidP="007B2329">
      <w:r>
        <w:t>272.5423</w:t>
      </w:r>
      <w:r>
        <w:tab/>
        <w:t>1.013e0</w:t>
      </w:r>
    </w:p>
    <w:p w:rsidR="007B2329" w:rsidRDefault="007B2329" w:rsidP="007B2329">
      <w:r>
        <w:t>272.5457</w:t>
      </w:r>
      <w:r>
        <w:tab/>
        <w:t>3.038e0</w:t>
      </w:r>
    </w:p>
    <w:p w:rsidR="007B2329" w:rsidRDefault="007B2329" w:rsidP="007B2329">
      <w:r>
        <w:t>272.5723</w:t>
      </w:r>
      <w:r>
        <w:tab/>
        <w:t>2.025e0</w:t>
      </w:r>
    </w:p>
    <w:p w:rsidR="007B2329" w:rsidRDefault="007B2329" w:rsidP="007B2329">
      <w:r>
        <w:t>272.5774</w:t>
      </w:r>
      <w:r>
        <w:tab/>
        <w:t>1.013e0</w:t>
      </w:r>
    </w:p>
    <w:p w:rsidR="007B2329" w:rsidRDefault="007B2329" w:rsidP="007B2329">
      <w:r>
        <w:t>272.6303</w:t>
      </w:r>
      <w:r>
        <w:tab/>
        <w:t>6.005e1</w:t>
      </w:r>
    </w:p>
    <w:p w:rsidR="007B2329" w:rsidRDefault="007B2329" w:rsidP="007B2329">
      <w:r>
        <w:t>272.6322</w:t>
      </w:r>
      <w:r>
        <w:tab/>
        <w:t>2.259e1</w:t>
      </w:r>
    </w:p>
    <w:p w:rsidR="007B2329" w:rsidRDefault="007B2329" w:rsidP="007B2329">
      <w:r>
        <w:t>272.6333</w:t>
      </w:r>
      <w:r>
        <w:tab/>
        <w:t>7.690e1</w:t>
      </w:r>
    </w:p>
    <w:p w:rsidR="007B2329" w:rsidRDefault="007B2329" w:rsidP="007B2329">
      <w:r>
        <w:t>272.6377</w:t>
      </w:r>
      <w:r>
        <w:tab/>
        <w:t>4.056e1</w:t>
      </w:r>
    </w:p>
    <w:p w:rsidR="007B2329" w:rsidRDefault="007B2329" w:rsidP="007B2329">
      <w:r>
        <w:t>272.6656</w:t>
      </w:r>
      <w:r>
        <w:tab/>
        <w:t>5.764e0</w:t>
      </w:r>
    </w:p>
    <w:p w:rsidR="007B2329" w:rsidRDefault="007B2329" w:rsidP="007B2329">
      <w:r>
        <w:t>272.7014</w:t>
      </w:r>
      <w:r>
        <w:tab/>
        <w:t>3.038e0</w:t>
      </w:r>
    </w:p>
    <w:p w:rsidR="007B2329" w:rsidRDefault="007B2329" w:rsidP="007B2329">
      <w:r>
        <w:t>272.7129</w:t>
      </w:r>
      <w:r>
        <w:tab/>
        <w:t>2.025e0</w:t>
      </w:r>
    </w:p>
    <w:p w:rsidR="007B2329" w:rsidRDefault="007B2329" w:rsidP="007B2329">
      <w:r>
        <w:t>272.7150</w:t>
      </w:r>
      <w:r>
        <w:tab/>
        <w:t>2.025e0</w:t>
      </w:r>
    </w:p>
    <w:p w:rsidR="007B2329" w:rsidRDefault="007B2329" w:rsidP="007B2329">
      <w:r>
        <w:t>272.7442</w:t>
      </w:r>
      <w:r>
        <w:tab/>
        <w:t>3.038e0</w:t>
      </w:r>
    </w:p>
    <w:p w:rsidR="007B2329" w:rsidRDefault="007B2329" w:rsidP="007B2329">
      <w:r>
        <w:t>272.7466</w:t>
      </w:r>
      <w:r>
        <w:tab/>
        <w:t>2.025e0</w:t>
      </w:r>
    </w:p>
    <w:p w:rsidR="007B2329" w:rsidRDefault="007B2329" w:rsidP="007B2329">
      <w:r>
        <w:t>272.7530</w:t>
      </w:r>
      <w:r>
        <w:tab/>
        <w:t>1.013e0</w:t>
      </w:r>
    </w:p>
    <w:p w:rsidR="007B2329" w:rsidRDefault="007B2329" w:rsidP="007B2329">
      <w:r>
        <w:t>272.7769</w:t>
      </w:r>
      <w:r>
        <w:tab/>
        <w:t>3.038e0</w:t>
      </w:r>
    </w:p>
    <w:p w:rsidR="007B2329" w:rsidRDefault="007B2329" w:rsidP="007B2329">
      <w:r>
        <w:t>272.7833</w:t>
      </w:r>
      <w:r>
        <w:tab/>
        <w:t>4.051e0</w:t>
      </w:r>
    </w:p>
    <w:p w:rsidR="007B2329" w:rsidRDefault="007B2329" w:rsidP="007B2329">
      <w:r>
        <w:lastRenderedPageBreak/>
        <w:t>272.8132</w:t>
      </w:r>
      <w:r>
        <w:tab/>
        <w:t>1.013e0</w:t>
      </w:r>
    </w:p>
    <w:p w:rsidR="007B2329" w:rsidRDefault="007B2329" w:rsidP="007B2329">
      <w:r>
        <w:t>272.8236</w:t>
      </w:r>
      <w:r>
        <w:tab/>
        <w:t>3.422e0</w:t>
      </w:r>
    </w:p>
    <w:p w:rsidR="007B2329" w:rsidRDefault="007B2329" w:rsidP="007B2329">
      <w:r>
        <w:t>272.8268</w:t>
      </w:r>
      <w:r>
        <w:tab/>
        <w:t>2.264e0</w:t>
      </w:r>
    </w:p>
    <w:p w:rsidR="007B2329" w:rsidRDefault="007B2329" w:rsidP="007B2329">
      <w:r>
        <w:t>272.8359</w:t>
      </w:r>
      <w:r>
        <w:tab/>
        <w:t>1.013e0</w:t>
      </w:r>
    </w:p>
    <w:p w:rsidR="007B2329" w:rsidRDefault="007B2329" w:rsidP="007B2329">
      <w:r>
        <w:t>272.8513</w:t>
      </w:r>
      <w:r>
        <w:tab/>
        <w:t>3.038e0</w:t>
      </w:r>
    </w:p>
    <w:p w:rsidR="007B2329" w:rsidRDefault="007B2329" w:rsidP="007B2329">
      <w:r>
        <w:t>272.8535</w:t>
      </w:r>
      <w:r>
        <w:tab/>
        <w:t>1.013e0</w:t>
      </w:r>
    </w:p>
    <w:p w:rsidR="007B2329" w:rsidRDefault="007B2329" w:rsidP="007B2329">
      <w:r>
        <w:t>272.8589</w:t>
      </w:r>
      <w:r>
        <w:tab/>
        <w:t>3.038e0</w:t>
      </w:r>
    </w:p>
    <w:p w:rsidR="007B2329" w:rsidRDefault="007B2329" w:rsidP="007B2329">
      <w:r>
        <w:t>272.8670</w:t>
      </w:r>
      <w:r>
        <w:tab/>
        <w:t>1.013e0</w:t>
      </w:r>
    </w:p>
    <w:p w:rsidR="007B2329" w:rsidRDefault="007B2329" w:rsidP="007B2329">
      <w:r>
        <w:t>272.8691</w:t>
      </w:r>
      <w:r>
        <w:tab/>
        <w:t>2.025e0</w:t>
      </w:r>
    </w:p>
    <w:p w:rsidR="007B2329" w:rsidRDefault="007B2329" w:rsidP="007B2329">
      <w:r>
        <w:t>272.8936</w:t>
      </w:r>
      <w:r>
        <w:tab/>
        <w:t>1.013e0</w:t>
      </w:r>
    </w:p>
    <w:p w:rsidR="007B2329" w:rsidRDefault="007B2329" w:rsidP="007B2329">
      <w:r>
        <w:t>272.9022</w:t>
      </w:r>
      <w:r>
        <w:tab/>
        <w:t>1.013e0</w:t>
      </w:r>
    </w:p>
    <w:p w:rsidR="007B2329" w:rsidRDefault="007B2329" w:rsidP="007B2329">
      <w:r>
        <w:t>272.9102</w:t>
      </w:r>
      <w:r>
        <w:tab/>
        <w:t>1.013e0</w:t>
      </w:r>
    </w:p>
    <w:p w:rsidR="007B2329" w:rsidRDefault="007B2329" w:rsidP="007B2329">
      <w:r>
        <w:t>272.9187</w:t>
      </w:r>
      <w:r>
        <w:tab/>
        <w:t>1.013e0</w:t>
      </w:r>
    </w:p>
    <w:p w:rsidR="007B2329" w:rsidRDefault="007B2329" w:rsidP="007B2329">
      <w:r>
        <w:t>272.9238</w:t>
      </w:r>
      <w:r>
        <w:tab/>
        <w:t>1.013e0</w:t>
      </w:r>
    </w:p>
    <w:p w:rsidR="007B2329" w:rsidRDefault="007B2329" w:rsidP="007B2329">
      <w:r>
        <w:t>272.9288</w:t>
      </w:r>
      <w:r>
        <w:tab/>
        <w:t>1.013e0</w:t>
      </w:r>
    </w:p>
    <w:p w:rsidR="007B2329" w:rsidRDefault="007B2329" w:rsidP="007B2329">
      <w:r>
        <w:t>272.9363</w:t>
      </w:r>
      <w:r>
        <w:tab/>
        <w:t>2.025e0</w:t>
      </w:r>
    </w:p>
    <w:p w:rsidR="007B2329" w:rsidRDefault="007B2329" w:rsidP="007B2329">
      <w:r>
        <w:t>272.9623</w:t>
      </w:r>
      <w:r>
        <w:tab/>
        <w:t>2.025e0</w:t>
      </w:r>
    </w:p>
    <w:p w:rsidR="007B2329" w:rsidRDefault="007B2329" w:rsidP="007B2329">
      <w:r>
        <w:t>272.9763</w:t>
      </w:r>
      <w:r>
        <w:tab/>
        <w:t>2.532e-2</w:t>
      </w:r>
    </w:p>
    <w:p w:rsidR="007B2329" w:rsidRDefault="007B2329" w:rsidP="007B2329">
      <w:r>
        <w:t>272.9890</w:t>
      </w:r>
      <w:r>
        <w:tab/>
        <w:t>1.013e0</w:t>
      </w:r>
    </w:p>
    <w:p w:rsidR="007B2329" w:rsidRDefault="007B2329" w:rsidP="007B2329">
      <w:r>
        <w:lastRenderedPageBreak/>
        <w:t>272.9940</w:t>
      </w:r>
      <w:r>
        <w:tab/>
        <w:t>1.013e0</w:t>
      </w:r>
    </w:p>
    <w:p w:rsidR="007B2329" w:rsidRDefault="007B2329" w:rsidP="007B2329">
      <w:r>
        <w:t>273.0057</w:t>
      </w:r>
      <w:r>
        <w:tab/>
        <w:t>5.063e0</w:t>
      </w:r>
    </w:p>
    <w:p w:rsidR="007B2329" w:rsidRDefault="007B2329" w:rsidP="007B2329">
      <w:r>
        <w:t>273.0095</w:t>
      </w:r>
      <w:r>
        <w:tab/>
        <w:t>1.038e0</w:t>
      </w:r>
    </w:p>
    <w:p w:rsidR="007B2329" w:rsidRDefault="007B2329" w:rsidP="007B2329">
      <w:r>
        <w:t>273.0114</w:t>
      </w:r>
      <w:r>
        <w:tab/>
        <w:t>2.025e0</w:t>
      </w:r>
    </w:p>
    <w:p w:rsidR="007B2329" w:rsidRDefault="007B2329" w:rsidP="007B2329">
      <w:r>
        <w:t>273.0244</w:t>
      </w:r>
      <w:r>
        <w:tab/>
        <w:t>1.013e0</w:t>
      </w:r>
    </w:p>
    <w:p w:rsidR="007B2329" w:rsidRDefault="007B2329" w:rsidP="007B2329">
      <w:r>
        <w:t>273.0361</w:t>
      </w:r>
      <w:r>
        <w:tab/>
        <w:t>1.025e0</w:t>
      </w:r>
    </w:p>
    <w:p w:rsidR="007B2329" w:rsidRDefault="007B2329" w:rsidP="007B2329">
      <w:r>
        <w:t>273.0386</w:t>
      </w:r>
      <w:r>
        <w:tab/>
        <w:t>2.025e0</w:t>
      </w:r>
    </w:p>
    <w:p w:rsidR="007B2329" w:rsidRDefault="007B2329" w:rsidP="007B2329">
      <w:r>
        <w:t>273.0446</w:t>
      </w:r>
      <w:r>
        <w:tab/>
        <w:t>2.025e0</w:t>
      </w:r>
    </w:p>
    <w:p w:rsidR="007B2329" w:rsidRDefault="007B2329" w:rsidP="007B2329">
      <w:r>
        <w:t>273.0661</w:t>
      </w:r>
      <w:r>
        <w:tab/>
        <w:t>3.038e0</w:t>
      </w:r>
    </w:p>
    <w:p w:rsidR="007B2329" w:rsidRDefault="007B2329" w:rsidP="007B2329">
      <w:r>
        <w:t>273.0892</w:t>
      </w:r>
      <w:r>
        <w:tab/>
        <w:t>4.051e0</w:t>
      </w:r>
    </w:p>
    <w:p w:rsidR="007B2329" w:rsidRDefault="007B2329" w:rsidP="007B2329">
      <w:r>
        <w:t>273.0904</w:t>
      </w:r>
      <w:r>
        <w:tab/>
        <w:t>2.177e0</w:t>
      </w:r>
    </w:p>
    <w:p w:rsidR="007B2329" w:rsidRDefault="007B2329" w:rsidP="007B2329">
      <w:r>
        <w:t>273.0961</w:t>
      </w:r>
      <w:r>
        <w:tab/>
        <w:t>1.838e1</w:t>
      </w:r>
    </w:p>
    <w:p w:rsidR="007B2329" w:rsidRDefault="007B2329" w:rsidP="007B2329">
      <w:r>
        <w:t>273.1003</w:t>
      </w:r>
      <w:r>
        <w:tab/>
        <w:t>7.271e0</w:t>
      </w:r>
    </w:p>
    <w:p w:rsidR="007B2329" w:rsidRDefault="007B2329" w:rsidP="007B2329">
      <w:r>
        <w:t>273.1023</w:t>
      </w:r>
      <w:r>
        <w:tab/>
        <w:t>4.887e0</w:t>
      </w:r>
    </w:p>
    <w:p w:rsidR="007B2329" w:rsidRDefault="007B2329" w:rsidP="007B2329">
      <w:r>
        <w:t>273.1046</w:t>
      </w:r>
      <w:r>
        <w:tab/>
        <w:t>3.038e0</w:t>
      </w:r>
    </w:p>
    <w:p w:rsidR="007B2329" w:rsidRDefault="007B2329" w:rsidP="007B2329">
      <w:r>
        <w:t>273.1127</w:t>
      </w:r>
      <w:r>
        <w:tab/>
        <w:t>3.544e1</w:t>
      </w:r>
    </w:p>
    <w:p w:rsidR="007B2329" w:rsidRDefault="007B2329" w:rsidP="007B2329">
      <w:r>
        <w:t>273.1325</w:t>
      </w:r>
      <w:r>
        <w:tab/>
        <w:t>8.101e0</w:t>
      </w:r>
    </w:p>
    <w:p w:rsidR="007B2329" w:rsidRDefault="007B2329" w:rsidP="007B2329">
      <w:r>
        <w:t>273.1352</w:t>
      </w:r>
      <w:r>
        <w:tab/>
        <w:t>1.347e1</w:t>
      </w:r>
    </w:p>
    <w:p w:rsidR="007B2329" w:rsidRDefault="007B2329" w:rsidP="007B2329">
      <w:r>
        <w:t>273.1370</w:t>
      </w:r>
      <w:r>
        <w:tab/>
        <w:t>2.533e1</w:t>
      </w:r>
    </w:p>
    <w:p w:rsidR="007B2329" w:rsidRDefault="007B2329" w:rsidP="007B2329">
      <w:r>
        <w:lastRenderedPageBreak/>
        <w:t>273.1386</w:t>
      </w:r>
      <w:r>
        <w:tab/>
        <w:t>2.374e1</w:t>
      </w:r>
    </w:p>
    <w:p w:rsidR="007B2329" w:rsidRDefault="007B2329" w:rsidP="007B2329">
      <w:r>
        <w:t>273.1398</w:t>
      </w:r>
      <w:r>
        <w:tab/>
        <w:t>7.089e0</w:t>
      </w:r>
    </w:p>
    <w:p w:rsidR="007B2329" w:rsidRDefault="007B2329" w:rsidP="007B2329">
      <w:r>
        <w:t>273.1423</w:t>
      </w:r>
      <w:r>
        <w:tab/>
        <w:t>1.823e1</w:t>
      </w:r>
    </w:p>
    <w:p w:rsidR="007B2329" w:rsidRDefault="007B2329" w:rsidP="007B2329">
      <w:r>
        <w:t>273.1953</w:t>
      </w:r>
      <w:r>
        <w:tab/>
        <w:t>1.013e0</w:t>
      </w:r>
    </w:p>
    <w:p w:rsidR="007B2329" w:rsidRDefault="007B2329" w:rsidP="007B2329">
      <w:r>
        <w:t>273.2002</w:t>
      </w:r>
      <w:r>
        <w:tab/>
        <w:t>1.013e0</w:t>
      </w:r>
    </w:p>
    <w:p w:rsidR="007B2329" w:rsidRDefault="007B2329" w:rsidP="007B2329">
      <w:r>
        <w:t>273.2052</w:t>
      </w:r>
      <w:r>
        <w:tab/>
        <w:t>2.025e0</w:t>
      </w:r>
    </w:p>
    <w:p w:rsidR="007B2329" w:rsidRDefault="007B2329" w:rsidP="007B2329">
      <w:r>
        <w:t>273.2119</w:t>
      </w:r>
      <w:r>
        <w:tab/>
        <w:t>2.532e-2</w:t>
      </w:r>
    </w:p>
    <w:p w:rsidR="007B2329" w:rsidRDefault="007B2329" w:rsidP="007B2329">
      <w:r>
        <w:t>273.2141</w:t>
      </w:r>
      <w:r>
        <w:tab/>
        <w:t>1.013e0</w:t>
      </w:r>
    </w:p>
    <w:p w:rsidR="007B2329" w:rsidRDefault="007B2329" w:rsidP="007B2329">
      <w:r>
        <w:t>273.2236</w:t>
      </w:r>
      <w:r>
        <w:tab/>
        <w:t>3.038e0</w:t>
      </w:r>
    </w:p>
    <w:p w:rsidR="007B2329" w:rsidRDefault="007B2329" w:rsidP="007B2329">
      <w:r>
        <w:t>273.2281</w:t>
      </w:r>
      <w:r>
        <w:tab/>
        <w:t>1.025e0</w:t>
      </w:r>
    </w:p>
    <w:p w:rsidR="007B2329" w:rsidRDefault="007B2329" w:rsidP="007B2329">
      <w:r>
        <w:t>273.2340</w:t>
      </w:r>
      <w:r>
        <w:tab/>
        <w:t>2.025e0</w:t>
      </w:r>
    </w:p>
    <w:p w:rsidR="007B2329" w:rsidRDefault="007B2329" w:rsidP="007B2329">
      <w:r>
        <w:t>273.2353</w:t>
      </w:r>
      <w:r>
        <w:tab/>
        <w:t>2.025e0</w:t>
      </w:r>
    </w:p>
    <w:p w:rsidR="007B2329" w:rsidRDefault="007B2329" w:rsidP="007B2329">
      <w:r>
        <w:t>273.2454</w:t>
      </w:r>
      <w:r>
        <w:tab/>
        <w:t>1.013e0</w:t>
      </w:r>
    </w:p>
    <w:p w:rsidR="007B2329" w:rsidRDefault="007B2329" w:rsidP="007B2329">
      <w:r>
        <w:t>273.2492</w:t>
      </w:r>
      <w:r>
        <w:tab/>
        <w:t>1.013e0</w:t>
      </w:r>
    </w:p>
    <w:p w:rsidR="007B2329" w:rsidRDefault="007B2329" w:rsidP="007B2329">
      <w:r>
        <w:t>273.2693</w:t>
      </w:r>
      <w:r>
        <w:tab/>
        <w:t>5.063e0</w:t>
      </w:r>
    </w:p>
    <w:p w:rsidR="007B2329" w:rsidRDefault="007B2329" w:rsidP="007B2329">
      <w:r>
        <w:t>273.2730</w:t>
      </w:r>
      <w:r>
        <w:tab/>
        <w:t>2.025e0</w:t>
      </w:r>
    </w:p>
    <w:p w:rsidR="007B2329" w:rsidRDefault="007B2329" w:rsidP="007B2329">
      <w:r>
        <w:t>273.2755</w:t>
      </w:r>
      <w:r>
        <w:tab/>
        <w:t>1.013e0</w:t>
      </w:r>
    </w:p>
    <w:p w:rsidR="007B2329" w:rsidRDefault="007B2329" w:rsidP="007B2329">
      <w:r>
        <w:t>273.2766</w:t>
      </w:r>
      <w:r>
        <w:tab/>
        <w:t>2.025e0</w:t>
      </w:r>
    </w:p>
    <w:p w:rsidR="007B2329" w:rsidRDefault="007B2329" w:rsidP="007B2329">
      <w:r>
        <w:t>273.2843</w:t>
      </w:r>
      <w:r>
        <w:tab/>
        <w:t>1.013e0</w:t>
      </w:r>
    </w:p>
    <w:p w:rsidR="007B2329" w:rsidRDefault="007B2329" w:rsidP="007B2329">
      <w:r>
        <w:lastRenderedPageBreak/>
        <w:t>273.3057</w:t>
      </w:r>
      <w:r>
        <w:tab/>
        <w:t>2.025e0</w:t>
      </w:r>
    </w:p>
    <w:p w:rsidR="007B2329" w:rsidRDefault="007B2329" w:rsidP="007B2329">
      <w:r>
        <w:t>273.3275</w:t>
      </w:r>
      <w:r>
        <w:tab/>
        <w:t>3.038e0</w:t>
      </w:r>
    </w:p>
    <w:p w:rsidR="007B2329" w:rsidRDefault="007B2329" w:rsidP="007B2329">
      <w:r>
        <w:t>273.3314</w:t>
      </w:r>
      <w:r>
        <w:tab/>
        <w:t>1.013e0</w:t>
      </w:r>
    </w:p>
    <w:p w:rsidR="007B2329" w:rsidRDefault="007B2329" w:rsidP="007B2329">
      <w:r>
        <w:t>273.3410</w:t>
      </w:r>
      <w:r>
        <w:tab/>
        <w:t>2.025e0</w:t>
      </w:r>
    </w:p>
    <w:p w:rsidR="007B2329" w:rsidRDefault="007B2329" w:rsidP="007B2329">
      <w:r>
        <w:t>273.3461</w:t>
      </w:r>
      <w:r>
        <w:tab/>
        <w:t>2.025e0</w:t>
      </w:r>
    </w:p>
    <w:p w:rsidR="007B2329" w:rsidRDefault="007B2329" w:rsidP="007B2329">
      <w:r>
        <w:t>273.3665</w:t>
      </w:r>
      <w:r>
        <w:tab/>
        <w:t>1.013e0</w:t>
      </w:r>
    </w:p>
    <w:p w:rsidR="007B2329" w:rsidRDefault="007B2329" w:rsidP="007B2329">
      <w:r>
        <w:t>273.3708</w:t>
      </w:r>
      <w:r>
        <w:tab/>
        <w:t>3.038e0</w:t>
      </w:r>
    </w:p>
    <w:p w:rsidR="007B2329" w:rsidRDefault="007B2329" w:rsidP="007B2329">
      <w:r>
        <w:t>273.3785</w:t>
      </w:r>
      <w:r>
        <w:tab/>
        <w:t>2.025e0</w:t>
      </w:r>
    </w:p>
    <w:p w:rsidR="007B2329" w:rsidRDefault="007B2329" w:rsidP="007B2329">
      <w:r>
        <w:t>273.3831</w:t>
      </w:r>
      <w:r>
        <w:tab/>
        <w:t>2.025e0</w:t>
      </w:r>
    </w:p>
    <w:p w:rsidR="007B2329" w:rsidRDefault="007B2329" w:rsidP="007B2329">
      <w:r>
        <w:t>273.3978</w:t>
      </w:r>
      <w:r>
        <w:tab/>
        <w:t>1.013e0</w:t>
      </w:r>
    </w:p>
    <w:p w:rsidR="007B2329" w:rsidRDefault="007B2329" w:rsidP="007B2329">
      <w:r>
        <w:t>273.4063</w:t>
      </w:r>
      <w:r>
        <w:tab/>
        <w:t>2.025e0</w:t>
      </w:r>
    </w:p>
    <w:p w:rsidR="007B2329" w:rsidRDefault="007B2329" w:rsidP="007B2329">
      <w:r>
        <w:t>273.4113</w:t>
      </w:r>
      <w:r>
        <w:tab/>
        <w:t>1.013e0</w:t>
      </w:r>
    </w:p>
    <w:p w:rsidR="007B2329" w:rsidRDefault="007B2329" w:rsidP="007B2329">
      <w:r>
        <w:t>273.4208</w:t>
      </w:r>
      <w:r>
        <w:tab/>
        <w:t>1.013e0</w:t>
      </w:r>
    </w:p>
    <w:p w:rsidR="007B2329" w:rsidRDefault="007B2329" w:rsidP="007B2329">
      <w:r>
        <w:t>273.4329</w:t>
      </w:r>
      <w:r>
        <w:tab/>
        <w:t>1.013e0</w:t>
      </w:r>
    </w:p>
    <w:p w:rsidR="007B2329" w:rsidRDefault="007B2329" w:rsidP="007B2329">
      <w:r>
        <w:t>273.4416</w:t>
      </w:r>
      <w:r>
        <w:tab/>
        <w:t>2.025e0</w:t>
      </w:r>
    </w:p>
    <w:p w:rsidR="007B2329" w:rsidRDefault="007B2329" w:rsidP="007B2329">
      <w:r>
        <w:t>273.4560</w:t>
      </w:r>
      <w:r>
        <w:tab/>
        <w:t>3.038e0</w:t>
      </w:r>
    </w:p>
    <w:p w:rsidR="007B2329" w:rsidRDefault="007B2329" w:rsidP="007B2329">
      <w:r>
        <w:t>273.4599</w:t>
      </w:r>
      <w:r>
        <w:tab/>
        <w:t>2.025e0</w:t>
      </w:r>
    </w:p>
    <w:p w:rsidR="007B2329" w:rsidRDefault="007B2329" w:rsidP="007B2329">
      <w:r>
        <w:t>273.4718</w:t>
      </w:r>
      <w:r>
        <w:tab/>
        <w:t>1.013e0</w:t>
      </w:r>
    </w:p>
    <w:p w:rsidR="007B2329" w:rsidRDefault="007B2329" w:rsidP="007B2329">
      <w:r>
        <w:t>273.4910</w:t>
      </w:r>
      <w:r>
        <w:tab/>
        <w:t>1.013e0</w:t>
      </w:r>
    </w:p>
    <w:p w:rsidR="007B2329" w:rsidRDefault="007B2329" w:rsidP="007B2329">
      <w:r>
        <w:lastRenderedPageBreak/>
        <w:t>273.5120</w:t>
      </w:r>
      <w:r>
        <w:tab/>
        <w:t>2.025e0</w:t>
      </w:r>
    </w:p>
    <w:p w:rsidR="007B2329" w:rsidRDefault="007B2329" w:rsidP="007B2329">
      <w:r>
        <w:t>273.5225</w:t>
      </w:r>
      <w:r>
        <w:tab/>
        <w:t>5.786e0</w:t>
      </w:r>
    </w:p>
    <w:p w:rsidR="007B2329" w:rsidRDefault="007B2329" w:rsidP="007B2329">
      <w:r>
        <w:t>273.5523</w:t>
      </w:r>
      <w:r>
        <w:tab/>
        <w:t>1.013e0</w:t>
      </w:r>
    </w:p>
    <w:p w:rsidR="007B2329" w:rsidRDefault="007B2329" w:rsidP="007B2329">
      <w:r>
        <w:t>273.5543</w:t>
      </w:r>
      <w:r>
        <w:tab/>
        <w:t>2.025e0</w:t>
      </w:r>
    </w:p>
    <w:p w:rsidR="007B2329" w:rsidRDefault="007B2329" w:rsidP="007B2329">
      <w:r>
        <w:t>273.5564</w:t>
      </w:r>
      <w:r>
        <w:tab/>
        <w:t>3.038e0</w:t>
      </w:r>
    </w:p>
    <w:p w:rsidR="007B2329" w:rsidRDefault="007B2329" w:rsidP="007B2329">
      <w:r>
        <w:t>273.5674</w:t>
      </w:r>
      <w:r>
        <w:tab/>
        <w:t>2.045e0</w:t>
      </w:r>
    </w:p>
    <w:p w:rsidR="007B2329" w:rsidRDefault="007B2329" w:rsidP="007B2329">
      <w:r>
        <w:t>273.5784</w:t>
      </w:r>
      <w:r>
        <w:tab/>
        <w:t>2.025e0</w:t>
      </w:r>
    </w:p>
    <w:p w:rsidR="007B2329" w:rsidRDefault="007B2329" w:rsidP="007B2329">
      <w:r>
        <w:t>273.5826</w:t>
      </w:r>
      <w:r>
        <w:tab/>
        <w:t>1.013e0</w:t>
      </w:r>
    </w:p>
    <w:p w:rsidR="007B2329" w:rsidRDefault="007B2329" w:rsidP="007B2329">
      <w:r>
        <w:t>273.5866</w:t>
      </w:r>
      <w:r>
        <w:tab/>
        <w:t>2.025e0</w:t>
      </w:r>
    </w:p>
    <w:p w:rsidR="007B2329" w:rsidRDefault="007B2329" w:rsidP="007B2329">
      <w:r>
        <w:t>273.5896</w:t>
      </w:r>
      <w:r>
        <w:tab/>
        <w:t>2.025e0</w:t>
      </w:r>
    </w:p>
    <w:p w:rsidR="007B2329" w:rsidRDefault="007B2329" w:rsidP="007B2329">
      <w:r>
        <w:t>273.5932</w:t>
      </w:r>
      <w:r>
        <w:tab/>
        <w:t>2.025e0</w:t>
      </w:r>
    </w:p>
    <w:p w:rsidR="007B2329" w:rsidRDefault="007B2329" w:rsidP="007B2329">
      <w:r>
        <w:t>273.5950</w:t>
      </w:r>
      <w:r>
        <w:tab/>
        <w:t>3.953e0</w:t>
      </w:r>
    </w:p>
    <w:p w:rsidR="007B2329" w:rsidRDefault="007B2329" w:rsidP="007B2329">
      <w:r>
        <w:t>273.6046</w:t>
      </w:r>
      <w:r>
        <w:tab/>
        <w:t>3.038e0</w:t>
      </w:r>
    </w:p>
    <w:p w:rsidR="007B2329" w:rsidRDefault="007B2329" w:rsidP="007B2329">
      <w:r>
        <w:t>273.6075</w:t>
      </w:r>
      <w:r>
        <w:tab/>
        <w:t>6.076e0</w:t>
      </w:r>
    </w:p>
    <w:p w:rsidR="007B2329" w:rsidRDefault="007B2329" w:rsidP="007B2329">
      <w:r>
        <w:t>273.6114</w:t>
      </w:r>
      <w:r>
        <w:tab/>
        <w:t>7.089e0</w:t>
      </w:r>
    </w:p>
    <w:p w:rsidR="007B2329" w:rsidRDefault="007B2329" w:rsidP="007B2329">
      <w:r>
        <w:t>273.6146</w:t>
      </w:r>
      <w:r>
        <w:tab/>
        <w:t>1.025e0</w:t>
      </w:r>
    </w:p>
    <w:p w:rsidR="007B2329" w:rsidRDefault="007B2329" w:rsidP="007B2329">
      <w:r>
        <w:t>273.6227</w:t>
      </w:r>
      <w:r>
        <w:tab/>
        <w:t>1.013e0</w:t>
      </w:r>
    </w:p>
    <w:p w:rsidR="007B2329" w:rsidRDefault="007B2329" w:rsidP="007B2329">
      <w:r>
        <w:t>273.6356</w:t>
      </w:r>
      <w:r>
        <w:tab/>
        <w:t>3.038e0</w:t>
      </w:r>
    </w:p>
    <w:p w:rsidR="007B2329" w:rsidRDefault="007B2329" w:rsidP="007B2329">
      <w:r>
        <w:t>273.6444</w:t>
      </w:r>
      <w:r>
        <w:tab/>
        <w:t>8.127e0</w:t>
      </w:r>
    </w:p>
    <w:p w:rsidR="007B2329" w:rsidRDefault="007B2329" w:rsidP="007B2329">
      <w:r>
        <w:lastRenderedPageBreak/>
        <w:t>273.6728</w:t>
      </w:r>
      <w:r>
        <w:tab/>
        <w:t>5.063e0</w:t>
      </w:r>
    </w:p>
    <w:p w:rsidR="007B2329" w:rsidRDefault="007B2329" w:rsidP="007B2329">
      <w:r>
        <w:t>273.6748</w:t>
      </w:r>
      <w:r>
        <w:tab/>
        <w:t>2.025e0</w:t>
      </w:r>
    </w:p>
    <w:p w:rsidR="007B2329" w:rsidRDefault="007B2329" w:rsidP="007B2329">
      <w:r>
        <w:t>273.6865</w:t>
      </w:r>
      <w:r>
        <w:tab/>
        <w:t>2.025e0</w:t>
      </w:r>
    </w:p>
    <w:p w:rsidR="007B2329" w:rsidRDefault="007B2329" w:rsidP="007B2329">
      <w:r>
        <w:t>273.7143</w:t>
      </w:r>
      <w:r>
        <w:tab/>
        <w:t>3.038e0</w:t>
      </w:r>
    </w:p>
    <w:p w:rsidR="007B2329" w:rsidRDefault="007B2329" w:rsidP="007B2329">
      <w:r>
        <w:t>273.7161</w:t>
      </w:r>
      <w:r>
        <w:tab/>
        <w:t>4.051e0</w:t>
      </w:r>
    </w:p>
    <w:p w:rsidR="007B2329" w:rsidRDefault="007B2329" w:rsidP="007B2329">
      <w:r>
        <w:t>273.7365</w:t>
      </w:r>
      <w:r>
        <w:tab/>
        <w:t>4.051e0</w:t>
      </w:r>
    </w:p>
    <w:p w:rsidR="007B2329" w:rsidRDefault="007B2329" w:rsidP="007B2329">
      <w:r>
        <w:t>273.7450</w:t>
      </w:r>
      <w:r>
        <w:tab/>
        <w:t>1.013e0</w:t>
      </w:r>
    </w:p>
    <w:p w:rsidR="007B2329" w:rsidRDefault="007B2329" w:rsidP="007B2329">
      <w:r>
        <w:t>273.7554</w:t>
      </w:r>
      <w:r>
        <w:tab/>
        <w:t>3.038e0</w:t>
      </w:r>
    </w:p>
    <w:p w:rsidR="007B2329" w:rsidRDefault="007B2329" w:rsidP="007B2329">
      <w:r>
        <w:t>273.7587</w:t>
      </w:r>
      <w:r>
        <w:tab/>
        <w:t>2.025e0</w:t>
      </w:r>
    </w:p>
    <w:p w:rsidR="007B2329" w:rsidRDefault="007B2329" w:rsidP="007B2329">
      <w:r>
        <w:t>273.7720</w:t>
      </w:r>
      <w:r>
        <w:tab/>
        <w:t>1.013e0</w:t>
      </w:r>
    </w:p>
    <w:p w:rsidR="007B2329" w:rsidRDefault="007B2329" w:rsidP="007B2329">
      <w:r>
        <w:t>273.7741</w:t>
      </w:r>
      <w:r>
        <w:tab/>
        <w:t>2.025e0</w:t>
      </w:r>
    </w:p>
    <w:p w:rsidR="007B2329" w:rsidRDefault="007B2329" w:rsidP="007B2329">
      <w:r>
        <w:t>273.7849</w:t>
      </w:r>
      <w:r>
        <w:tab/>
        <w:t>2.025e0</w:t>
      </w:r>
    </w:p>
    <w:p w:rsidR="007B2329" w:rsidRDefault="007B2329" w:rsidP="007B2329">
      <w:r>
        <w:t>273.7991</w:t>
      </w:r>
      <w:r>
        <w:tab/>
        <w:t>1.013e0</w:t>
      </w:r>
    </w:p>
    <w:p w:rsidR="007B2329" w:rsidRDefault="007B2329" w:rsidP="007B2329">
      <w:r>
        <w:t>273.8032</w:t>
      </w:r>
      <w:r>
        <w:tab/>
        <w:t>1.013e0</w:t>
      </w:r>
    </w:p>
    <w:p w:rsidR="007B2329" w:rsidRDefault="007B2329" w:rsidP="007B2329">
      <w:r>
        <w:t>273.8192</w:t>
      </w:r>
      <w:r>
        <w:tab/>
        <w:t>1.013e0</w:t>
      </w:r>
    </w:p>
    <w:p w:rsidR="007B2329" w:rsidRDefault="007B2329" w:rsidP="007B2329">
      <w:r>
        <w:t>273.8232</w:t>
      </w:r>
      <w:r>
        <w:tab/>
        <w:t>2.025e0</w:t>
      </w:r>
    </w:p>
    <w:p w:rsidR="007B2329" w:rsidRDefault="007B2329" w:rsidP="007B2329">
      <w:r>
        <w:t>273.8243</w:t>
      </w:r>
      <w:r>
        <w:tab/>
        <w:t>2.025e0</w:t>
      </w:r>
    </w:p>
    <w:p w:rsidR="007B2329" w:rsidRDefault="007B2329" w:rsidP="007B2329">
      <w:r>
        <w:t>273.8646</w:t>
      </w:r>
      <w:r>
        <w:tab/>
        <w:t>2.025e0</w:t>
      </w:r>
    </w:p>
    <w:p w:rsidR="007B2329" w:rsidRDefault="007B2329" w:rsidP="007B2329">
      <w:r>
        <w:t>273.8695</w:t>
      </w:r>
      <w:r>
        <w:tab/>
        <w:t>1.013e0</w:t>
      </w:r>
    </w:p>
    <w:p w:rsidR="007B2329" w:rsidRDefault="007B2329" w:rsidP="007B2329">
      <w:r>
        <w:lastRenderedPageBreak/>
        <w:t>273.8734</w:t>
      </w:r>
      <w:r>
        <w:tab/>
        <w:t>1.013e0</w:t>
      </w:r>
    </w:p>
    <w:p w:rsidR="007B2329" w:rsidRDefault="007B2329" w:rsidP="007B2329">
      <w:r>
        <w:t>273.8855</w:t>
      </w:r>
      <w:r>
        <w:tab/>
        <w:t>1.013e0</w:t>
      </w:r>
    </w:p>
    <w:p w:rsidR="007B2329" w:rsidRDefault="007B2329" w:rsidP="007B2329">
      <w:r>
        <w:t>273.8998</w:t>
      </w:r>
      <w:r>
        <w:tab/>
        <w:t>1.013e0</w:t>
      </w:r>
    </w:p>
    <w:p w:rsidR="007B2329" w:rsidRDefault="007B2329" w:rsidP="007B2329">
      <w:r>
        <w:t>273.9086</w:t>
      </w:r>
      <w:r>
        <w:tab/>
        <w:t>1.013e0</w:t>
      </w:r>
    </w:p>
    <w:p w:rsidR="007B2329" w:rsidRDefault="007B2329" w:rsidP="007B2329">
      <w:r>
        <w:t>273.9127</w:t>
      </w:r>
      <w:r>
        <w:tab/>
        <w:t>1.013e0</w:t>
      </w:r>
    </w:p>
    <w:p w:rsidR="007B2329" w:rsidRDefault="007B2329" w:rsidP="007B2329">
      <w:r>
        <w:t>273.9146</w:t>
      </w:r>
      <w:r>
        <w:tab/>
        <w:t>2.025e0</w:t>
      </w:r>
    </w:p>
    <w:p w:rsidR="007B2329" w:rsidRDefault="007B2329" w:rsidP="007B2329">
      <w:r>
        <w:t>273.9301</w:t>
      </w:r>
      <w:r>
        <w:tab/>
        <w:t>8.162e0</w:t>
      </w:r>
    </w:p>
    <w:p w:rsidR="007B2329" w:rsidRDefault="007B2329" w:rsidP="007B2329">
      <w:r>
        <w:t>273.9558</w:t>
      </w:r>
      <w:r>
        <w:tab/>
        <w:t>1.013e0</w:t>
      </w:r>
    </w:p>
    <w:p w:rsidR="007B2329" w:rsidRDefault="007B2329" w:rsidP="007B2329">
      <w:r>
        <w:t>273.9665</w:t>
      </w:r>
      <w:r>
        <w:tab/>
        <w:t>3.038e0</w:t>
      </w:r>
    </w:p>
    <w:p w:rsidR="007B2329" w:rsidRDefault="007B2329" w:rsidP="007B2329">
      <w:r>
        <w:t>273.9729</w:t>
      </w:r>
      <w:r>
        <w:tab/>
        <w:t>2.025e0</w:t>
      </w:r>
    </w:p>
    <w:p w:rsidR="007B2329" w:rsidRDefault="007B2329" w:rsidP="007B2329">
      <w:r>
        <w:t>273.9789</w:t>
      </w:r>
      <w:r>
        <w:tab/>
        <w:t>1.013e0</w:t>
      </w:r>
    </w:p>
    <w:p w:rsidR="007B2329" w:rsidRDefault="007B2329" w:rsidP="007B2329">
      <w:r>
        <w:t>273.9981</w:t>
      </w:r>
      <w:r>
        <w:tab/>
        <w:t>2.038e0</w:t>
      </w:r>
    </w:p>
    <w:p w:rsidR="007B2329" w:rsidRDefault="007B2329" w:rsidP="007B2329">
      <w:r>
        <w:t>274.0057</w:t>
      </w:r>
      <w:r>
        <w:tab/>
        <w:t>2.025e0</w:t>
      </w:r>
    </w:p>
    <w:p w:rsidR="007B2329" w:rsidRDefault="007B2329" w:rsidP="007B2329">
      <w:r>
        <w:t>274.0100</w:t>
      </w:r>
      <w:r>
        <w:tab/>
        <w:t>1.013e0</w:t>
      </w:r>
    </w:p>
    <w:p w:rsidR="007B2329" w:rsidRDefault="007B2329" w:rsidP="007B2329">
      <w:r>
        <w:t>274.0166</w:t>
      </w:r>
      <w:r>
        <w:tab/>
        <w:t>4.051e0</w:t>
      </w:r>
    </w:p>
    <w:p w:rsidR="007B2329" w:rsidRDefault="007B2329" w:rsidP="007B2329">
      <w:r>
        <w:t>274.0202</w:t>
      </w:r>
      <w:r>
        <w:tab/>
        <w:t>1.038e0</w:t>
      </w:r>
    </w:p>
    <w:p w:rsidR="007B2329" w:rsidRDefault="007B2329" w:rsidP="007B2329">
      <w:r>
        <w:t>274.0309</w:t>
      </w:r>
      <w:r>
        <w:tab/>
        <w:t>1.013e0</w:t>
      </w:r>
    </w:p>
    <w:p w:rsidR="007B2329" w:rsidRDefault="007B2329" w:rsidP="007B2329">
      <w:r>
        <w:t>274.0347</w:t>
      </w:r>
      <w:r>
        <w:tab/>
        <w:t>3.038e0</w:t>
      </w:r>
    </w:p>
    <w:p w:rsidR="007B2329" w:rsidRDefault="007B2329" w:rsidP="007B2329">
      <w:r>
        <w:t>274.0573</w:t>
      </w:r>
      <w:r>
        <w:tab/>
        <w:t>1.013e0</w:t>
      </w:r>
    </w:p>
    <w:p w:rsidR="007B2329" w:rsidRDefault="007B2329" w:rsidP="007B2329">
      <w:r>
        <w:lastRenderedPageBreak/>
        <w:t>274.0803</w:t>
      </w:r>
      <w:r>
        <w:tab/>
        <w:t>1.013e0</w:t>
      </w:r>
    </w:p>
    <w:p w:rsidR="007B2329" w:rsidRDefault="007B2329" w:rsidP="007B2329">
      <w:r>
        <w:t>274.0842</w:t>
      </w:r>
      <w:r>
        <w:tab/>
        <w:t>1.013e0</w:t>
      </w:r>
    </w:p>
    <w:p w:rsidR="007B2329" w:rsidRDefault="007B2329" w:rsidP="007B2329">
      <w:r>
        <w:t>274.0883</w:t>
      </w:r>
      <w:r>
        <w:tab/>
        <w:t>2.025e0</w:t>
      </w:r>
    </w:p>
    <w:p w:rsidR="007B2329" w:rsidRDefault="007B2329" w:rsidP="007B2329">
      <w:r>
        <w:t>274.0945</w:t>
      </w:r>
      <w:r>
        <w:tab/>
        <w:t>3.038e0</w:t>
      </w:r>
    </w:p>
    <w:p w:rsidR="007B2329" w:rsidRDefault="007B2329" w:rsidP="007B2329">
      <w:r>
        <w:t>274.1039</w:t>
      </w:r>
      <w:r>
        <w:tab/>
        <w:t>2.025e0</w:t>
      </w:r>
    </w:p>
    <w:p w:rsidR="007B2329" w:rsidRDefault="007B2329" w:rsidP="007B2329">
      <w:r>
        <w:t>274.1060</w:t>
      </w:r>
      <w:r>
        <w:tab/>
        <w:t>3.038e0</w:t>
      </w:r>
    </w:p>
    <w:p w:rsidR="007B2329" w:rsidRDefault="007B2329" w:rsidP="007B2329">
      <w:r>
        <w:t>274.1115</w:t>
      </w:r>
      <w:r>
        <w:tab/>
        <w:t>3.038e0</w:t>
      </w:r>
    </w:p>
    <w:p w:rsidR="007B2329" w:rsidRDefault="007B2329" w:rsidP="007B2329">
      <w:r>
        <w:t>274.1214</w:t>
      </w:r>
      <w:r>
        <w:tab/>
        <w:t>2.025e0</w:t>
      </w:r>
    </w:p>
    <w:p w:rsidR="007B2329" w:rsidRDefault="007B2329" w:rsidP="007B2329">
      <w:r>
        <w:t>274.1235</w:t>
      </w:r>
      <w:r>
        <w:tab/>
        <w:t>1.013e0</w:t>
      </w:r>
    </w:p>
    <w:p w:rsidR="007B2329" w:rsidRDefault="007B2329" w:rsidP="007B2329">
      <w:r>
        <w:t>274.1367</w:t>
      </w:r>
      <w:r>
        <w:tab/>
        <w:t>2.025e0</w:t>
      </w:r>
    </w:p>
    <w:p w:rsidR="007B2329" w:rsidRDefault="007B2329" w:rsidP="007B2329">
      <w:r>
        <w:t>274.1411</w:t>
      </w:r>
      <w:r>
        <w:tab/>
        <w:t>2.025e0</w:t>
      </w:r>
    </w:p>
    <w:p w:rsidR="007B2329" w:rsidRDefault="007B2329" w:rsidP="007B2329">
      <w:r>
        <w:t>274.1467</w:t>
      </w:r>
      <w:r>
        <w:tab/>
        <w:t>1.013e0</w:t>
      </w:r>
    </w:p>
    <w:p w:rsidR="007B2329" w:rsidRDefault="007B2329" w:rsidP="007B2329">
      <w:r>
        <w:t>274.1506</w:t>
      </w:r>
      <w:r>
        <w:tab/>
        <w:t>1.013e0</w:t>
      </w:r>
    </w:p>
    <w:p w:rsidR="007B2329" w:rsidRDefault="007B2329" w:rsidP="007B2329">
      <w:r>
        <w:t>274.1626</w:t>
      </w:r>
      <w:r>
        <w:tab/>
        <w:t>1.013e0</w:t>
      </w:r>
    </w:p>
    <w:p w:rsidR="007B2329" w:rsidRDefault="007B2329" w:rsidP="007B2329">
      <w:r>
        <w:t>274.1765</w:t>
      </w:r>
      <w:r>
        <w:tab/>
        <w:t>2.025e0</w:t>
      </w:r>
    </w:p>
    <w:p w:rsidR="007B2329" w:rsidRDefault="007B2329" w:rsidP="007B2329">
      <w:r>
        <w:t>274.1804</w:t>
      </w:r>
      <w:r>
        <w:tab/>
        <w:t>3.038e0</w:t>
      </w:r>
    </w:p>
    <w:p w:rsidR="007B2329" w:rsidRDefault="007B2329" w:rsidP="007B2329">
      <w:r>
        <w:t>274.1857</w:t>
      </w:r>
      <w:r>
        <w:tab/>
        <w:t>2.025e0</w:t>
      </w:r>
    </w:p>
    <w:p w:rsidR="007B2329" w:rsidRDefault="007B2329" w:rsidP="007B2329">
      <w:r>
        <w:t>274.1938</w:t>
      </w:r>
      <w:r>
        <w:tab/>
        <w:t>1.038e0</w:t>
      </w:r>
    </w:p>
    <w:p w:rsidR="007B2329" w:rsidRDefault="007B2329" w:rsidP="007B2329">
      <w:r>
        <w:t>274.1976</w:t>
      </w:r>
      <w:r>
        <w:tab/>
        <w:t>2.025e0</w:t>
      </w:r>
    </w:p>
    <w:p w:rsidR="007B2329" w:rsidRDefault="007B2329" w:rsidP="007B2329">
      <w:r>
        <w:lastRenderedPageBreak/>
        <w:t>274.2073</w:t>
      </w:r>
      <w:r>
        <w:tab/>
        <w:t>1.013e0</w:t>
      </w:r>
    </w:p>
    <w:p w:rsidR="007B2329" w:rsidRDefault="007B2329" w:rsidP="007B2329">
      <w:r>
        <w:t>274.2091</w:t>
      </w:r>
      <w:r>
        <w:tab/>
        <w:t>2.025e0</w:t>
      </w:r>
    </w:p>
    <w:p w:rsidR="007B2329" w:rsidRDefault="007B2329" w:rsidP="007B2329">
      <w:r>
        <w:t>274.2148</w:t>
      </w:r>
      <w:r>
        <w:tab/>
        <w:t>4.051e0</w:t>
      </w:r>
    </w:p>
    <w:p w:rsidR="007B2329" w:rsidRDefault="007B2329" w:rsidP="007B2329">
      <w:r>
        <w:t>274.2169</w:t>
      </w:r>
      <w:r>
        <w:tab/>
        <w:t>1.013e0</w:t>
      </w:r>
    </w:p>
    <w:p w:rsidR="007B2329" w:rsidRDefault="007B2329" w:rsidP="007B2329">
      <w:r>
        <w:t>274.2376</w:t>
      </w:r>
      <w:r>
        <w:tab/>
        <w:t>1.013e0</w:t>
      </w:r>
    </w:p>
    <w:p w:rsidR="007B2329" w:rsidRDefault="007B2329" w:rsidP="007B2329">
      <w:r>
        <w:t>274.2414</w:t>
      </w:r>
      <w:r>
        <w:tab/>
        <w:t>3.583e0</w:t>
      </w:r>
    </w:p>
    <w:p w:rsidR="007B2329" w:rsidRDefault="007B2329" w:rsidP="007B2329">
      <w:r>
        <w:t>274.2427</w:t>
      </w:r>
      <w:r>
        <w:tab/>
        <w:t>2.025e0</w:t>
      </w:r>
    </w:p>
    <w:p w:rsidR="007B2329" w:rsidRDefault="007B2329" w:rsidP="007B2329">
      <w:r>
        <w:t>274.2521</w:t>
      </w:r>
      <w:r>
        <w:tab/>
        <w:t>1.013e0</w:t>
      </w:r>
    </w:p>
    <w:p w:rsidR="007B2329" w:rsidRDefault="007B2329" w:rsidP="007B2329">
      <w:r>
        <w:t>274.2640</w:t>
      </w:r>
      <w:r>
        <w:tab/>
        <w:t>1.013e0</w:t>
      </w:r>
    </w:p>
    <w:p w:rsidR="007B2329" w:rsidRDefault="007B2329" w:rsidP="007B2329">
      <w:r>
        <w:t>274.2729</w:t>
      </w:r>
      <w:r>
        <w:tab/>
        <w:t>3.038e0</w:t>
      </w:r>
    </w:p>
    <w:p w:rsidR="007B2329" w:rsidRDefault="007B2329" w:rsidP="007B2329">
      <w:r>
        <w:t>274.2872</w:t>
      </w:r>
      <w:r>
        <w:tab/>
        <w:t>1.013e0</w:t>
      </w:r>
    </w:p>
    <w:p w:rsidR="007B2329" w:rsidRDefault="007B2329" w:rsidP="007B2329">
      <w:r>
        <w:t>274.2973</w:t>
      </w:r>
      <w:r>
        <w:tab/>
        <w:t>2.025e0</w:t>
      </w:r>
    </w:p>
    <w:p w:rsidR="007B2329" w:rsidRDefault="007B2329" w:rsidP="007B2329">
      <w:r>
        <w:t>274.2993</w:t>
      </w:r>
      <w:r>
        <w:tab/>
        <w:t>3.038e0</w:t>
      </w:r>
    </w:p>
    <w:p w:rsidR="007B2329" w:rsidRDefault="007B2329" w:rsidP="007B2329">
      <w:r>
        <w:t>274.3083</w:t>
      </w:r>
      <w:r>
        <w:tab/>
        <w:t>1.013e0</w:t>
      </w:r>
    </w:p>
    <w:p w:rsidR="007B2329" w:rsidRDefault="007B2329" w:rsidP="007B2329">
      <w:r>
        <w:t>274.3132</w:t>
      </w:r>
      <w:r>
        <w:tab/>
        <w:t>1.013e0</w:t>
      </w:r>
    </w:p>
    <w:p w:rsidR="007B2329" w:rsidRDefault="007B2329" w:rsidP="007B2329">
      <w:r>
        <w:t>274.3304</w:t>
      </w:r>
      <w:r>
        <w:tab/>
        <w:t>1.013e0</w:t>
      </w:r>
    </w:p>
    <w:p w:rsidR="007B2329" w:rsidRDefault="007B2329" w:rsidP="007B2329">
      <w:r>
        <w:t>274.3343</w:t>
      </w:r>
      <w:r>
        <w:tab/>
        <w:t>2.025e0</w:t>
      </w:r>
    </w:p>
    <w:p w:rsidR="007B2329" w:rsidRDefault="007B2329" w:rsidP="007B2329">
      <w:r>
        <w:t>274.3385</w:t>
      </w:r>
      <w:r>
        <w:tab/>
        <w:t>1.013e0</w:t>
      </w:r>
    </w:p>
    <w:p w:rsidR="007B2329" w:rsidRDefault="007B2329" w:rsidP="007B2329">
      <w:r>
        <w:t>274.3694</w:t>
      </w:r>
      <w:r>
        <w:tab/>
        <w:t>1.013e0</w:t>
      </w:r>
    </w:p>
    <w:p w:rsidR="007B2329" w:rsidRDefault="007B2329" w:rsidP="007B2329">
      <w:r>
        <w:lastRenderedPageBreak/>
        <w:t>274.3839</w:t>
      </w:r>
      <w:r>
        <w:tab/>
        <w:t>1.013e0</w:t>
      </w:r>
    </w:p>
    <w:p w:rsidR="007B2329" w:rsidRDefault="007B2329" w:rsidP="007B2329">
      <w:r>
        <w:t>274.4006</w:t>
      </w:r>
      <w:r>
        <w:tab/>
        <w:t>2.025e0</w:t>
      </w:r>
    </w:p>
    <w:p w:rsidR="007B2329" w:rsidRDefault="007B2329" w:rsidP="007B2329">
      <w:r>
        <w:t>274.4099</w:t>
      </w:r>
      <w:r>
        <w:tab/>
        <w:t>1.025e0</w:t>
      </w:r>
    </w:p>
    <w:p w:rsidR="007B2329" w:rsidRDefault="007B2329" w:rsidP="007B2329">
      <w:r>
        <w:t>274.4124</w:t>
      </w:r>
      <w:r>
        <w:tab/>
        <w:t>2.025e0</w:t>
      </w:r>
    </w:p>
    <w:p w:rsidR="007B2329" w:rsidRDefault="007B2329" w:rsidP="007B2329">
      <w:r>
        <w:t>274.4239</w:t>
      </w:r>
      <w:r>
        <w:tab/>
        <w:t>1.013e0</w:t>
      </w:r>
    </w:p>
    <w:p w:rsidR="007B2329" w:rsidRDefault="007B2329" w:rsidP="007B2329">
      <w:r>
        <w:t>274.4318</w:t>
      </w:r>
      <w:r>
        <w:tab/>
        <w:t>1.013e0</w:t>
      </w:r>
    </w:p>
    <w:p w:rsidR="007B2329" w:rsidRDefault="007B2329" w:rsidP="007B2329">
      <w:r>
        <w:t>274.4590</w:t>
      </w:r>
      <w:r>
        <w:tab/>
        <w:t>1.013e0</w:t>
      </w:r>
    </w:p>
    <w:p w:rsidR="007B2329" w:rsidRDefault="007B2329" w:rsidP="007B2329">
      <w:r>
        <w:t>274.4629</w:t>
      </w:r>
      <w:r>
        <w:tab/>
        <w:t>1.013e0</w:t>
      </w:r>
    </w:p>
    <w:p w:rsidR="007B2329" w:rsidRDefault="007B2329" w:rsidP="007B2329">
      <w:r>
        <w:t>274.4670</w:t>
      </w:r>
      <w:r>
        <w:tab/>
        <w:t>1.013e0</w:t>
      </w:r>
    </w:p>
    <w:p w:rsidR="007B2329" w:rsidRDefault="007B2329" w:rsidP="007B2329">
      <w:r>
        <w:t>274.4849</w:t>
      </w:r>
      <w:r>
        <w:tab/>
        <w:t>2.025e0</w:t>
      </w:r>
    </w:p>
    <w:p w:rsidR="007B2329" w:rsidRDefault="007B2329" w:rsidP="007B2329">
      <w:r>
        <w:t>274.4900</w:t>
      </w:r>
      <w:r>
        <w:tab/>
        <w:t>1.013e0</w:t>
      </w:r>
    </w:p>
    <w:p w:rsidR="007B2329" w:rsidRDefault="007B2329" w:rsidP="007B2329">
      <w:r>
        <w:t>274.4986</w:t>
      </w:r>
      <w:r>
        <w:tab/>
        <w:t>5.063e0</w:t>
      </w:r>
    </w:p>
    <w:p w:rsidR="007B2329" w:rsidRDefault="007B2329" w:rsidP="007B2329">
      <w:r>
        <w:t>274.5022</w:t>
      </w:r>
      <w:r>
        <w:tab/>
        <w:t>1.013e0</w:t>
      </w:r>
    </w:p>
    <w:p w:rsidR="007B2329" w:rsidRDefault="007B2329" w:rsidP="007B2329">
      <w:r>
        <w:t>274.5292</w:t>
      </w:r>
      <w:r>
        <w:tab/>
        <w:t>1.013e0</w:t>
      </w:r>
    </w:p>
    <w:p w:rsidR="007B2329" w:rsidRDefault="007B2329" w:rsidP="007B2329">
      <w:r>
        <w:t>274.5332</w:t>
      </w:r>
      <w:r>
        <w:tab/>
        <w:t>1.013e0</w:t>
      </w:r>
    </w:p>
    <w:p w:rsidR="007B2329" w:rsidRDefault="007B2329" w:rsidP="007B2329">
      <w:r>
        <w:t>274.5483</w:t>
      </w:r>
      <w:r>
        <w:tab/>
        <w:t>2.025e0</w:t>
      </w:r>
    </w:p>
    <w:p w:rsidR="007B2329" w:rsidRDefault="007B2329" w:rsidP="007B2329">
      <w:r>
        <w:t>274.5530</w:t>
      </w:r>
      <w:r>
        <w:tab/>
        <w:t>1.025e0</w:t>
      </w:r>
    </w:p>
    <w:p w:rsidR="007B2329" w:rsidRDefault="007B2329" w:rsidP="007B2329">
      <w:r>
        <w:t>274.5555</w:t>
      </w:r>
      <w:r>
        <w:tab/>
        <w:t>1.013e0</w:t>
      </w:r>
    </w:p>
    <w:p w:rsidR="007B2329" w:rsidRDefault="007B2329" w:rsidP="007B2329">
      <w:r>
        <w:t>274.5643</w:t>
      </w:r>
      <w:r>
        <w:tab/>
        <w:t>1.013e0</w:t>
      </w:r>
    </w:p>
    <w:p w:rsidR="007B2329" w:rsidRDefault="007B2329" w:rsidP="007B2329">
      <w:r>
        <w:lastRenderedPageBreak/>
        <w:t>274.5684</w:t>
      </w:r>
      <w:r>
        <w:tab/>
        <w:t>1.013e0</w:t>
      </w:r>
    </w:p>
    <w:p w:rsidR="007B2329" w:rsidRDefault="007B2329" w:rsidP="007B2329">
      <w:r>
        <w:t>274.5725</w:t>
      </w:r>
      <w:r>
        <w:tab/>
        <w:t>1.013e0</w:t>
      </w:r>
    </w:p>
    <w:p w:rsidR="007B2329" w:rsidRDefault="007B2329" w:rsidP="007B2329">
      <w:r>
        <w:t>274.5859</w:t>
      </w:r>
      <w:r>
        <w:tab/>
        <w:t>2.025e0</w:t>
      </w:r>
    </w:p>
    <w:p w:rsidR="007B2329" w:rsidRDefault="007B2329" w:rsidP="007B2329">
      <w:r>
        <w:t>274.5909</w:t>
      </w:r>
      <w:r>
        <w:tab/>
        <w:t>1.013e0</w:t>
      </w:r>
    </w:p>
    <w:p w:rsidR="007B2329" w:rsidRDefault="007B2329" w:rsidP="007B2329">
      <w:r>
        <w:t>274.5957</w:t>
      </w:r>
      <w:r>
        <w:tab/>
        <w:t>1.013e0</w:t>
      </w:r>
    </w:p>
    <w:p w:rsidR="007B2329" w:rsidRDefault="007B2329" w:rsidP="007B2329">
      <w:r>
        <w:t>274.6035</w:t>
      </w:r>
      <w:r>
        <w:tab/>
        <w:t>4.051e0</w:t>
      </w:r>
    </w:p>
    <w:p w:rsidR="007B2329" w:rsidRDefault="007B2329" w:rsidP="007B2329">
      <w:r>
        <w:t>274.6115</w:t>
      </w:r>
      <w:r>
        <w:tab/>
        <w:t>2.025e0</w:t>
      </w:r>
    </w:p>
    <w:p w:rsidR="007B2329" w:rsidRDefault="007B2329" w:rsidP="007B2329">
      <w:r>
        <w:t>274.6357</w:t>
      </w:r>
      <w:r>
        <w:tab/>
        <w:t>4.051e0</w:t>
      </w:r>
    </w:p>
    <w:p w:rsidR="007B2329" w:rsidRDefault="007B2329" w:rsidP="007B2329">
      <w:r>
        <w:t>274.6428</w:t>
      </w:r>
      <w:r>
        <w:tab/>
        <w:t>1.013e0</w:t>
      </w:r>
    </w:p>
    <w:p w:rsidR="007B2329" w:rsidRDefault="007B2329" w:rsidP="007B2329">
      <w:r>
        <w:t>274.6466</w:t>
      </w:r>
      <w:r>
        <w:tab/>
        <w:t>1.013e0</w:t>
      </w:r>
    </w:p>
    <w:p w:rsidR="007B2329" w:rsidRDefault="007B2329" w:rsidP="007B2329">
      <w:r>
        <w:t>274.6566</w:t>
      </w:r>
      <w:r>
        <w:tab/>
        <w:t>1.013e0</w:t>
      </w:r>
    </w:p>
    <w:p w:rsidR="007B2329" w:rsidRDefault="007B2329" w:rsidP="007B2329">
      <w:r>
        <w:t>274.6617</w:t>
      </w:r>
      <w:r>
        <w:tab/>
        <w:t>1.013e0</w:t>
      </w:r>
    </w:p>
    <w:p w:rsidR="007B2329" w:rsidRDefault="007B2329" w:rsidP="007B2329">
      <w:r>
        <w:t>274.6700</w:t>
      </w:r>
      <w:r>
        <w:tab/>
        <w:t>1.013e0</w:t>
      </w:r>
    </w:p>
    <w:p w:rsidR="007B2329" w:rsidRDefault="007B2329" w:rsidP="007B2329">
      <w:r>
        <w:t>274.6739</w:t>
      </w:r>
      <w:r>
        <w:tab/>
        <w:t>1.013e0</w:t>
      </w:r>
    </w:p>
    <w:p w:rsidR="007B2329" w:rsidRDefault="007B2329" w:rsidP="007B2329">
      <w:r>
        <w:t>274.7090</w:t>
      </w:r>
      <w:r>
        <w:tab/>
        <w:t>1.013e0</w:t>
      </w:r>
    </w:p>
    <w:p w:rsidR="007B2329" w:rsidRDefault="007B2329" w:rsidP="007B2329">
      <w:r>
        <w:t>274.7247</w:t>
      </w:r>
      <w:r>
        <w:tab/>
        <w:t>2.025e0</w:t>
      </w:r>
    </w:p>
    <w:p w:rsidR="007B2329" w:rsidRDefault="007B2329" w:rsidP="007B2329">
      <w:r>
        <w:t>274.7395</w:t>
      </w:r>
      <w:r>
        <w:tab/>
        <w:t>4.051e0</w:t>
      </w:r>
    </w:p>
    <w:p w:rsidR="007B2329" w:rsidRDefault="007B2329" w:rsidP="007B2329">
      <w:r>
        <w:t>274.7482</w:t>
      </w:r>
      <w:r>
        <w:tab/>
        <w:t>2.025e0</w:t>
      </w:r>
    </w:p>
    <w:p w:rsidR="007B2329" w:rsidRDefault="007B2329" w:rsidP="007B2329">
      <w:r>
        <w:t>274.7576</w:t>
      </w:r>
      <w:r>
        <w:tab/>
        <w:t>1.013e0</w:t>
      </w:r>
    </w:p>
    <w:p w:rsidR="007B2329" w:rsidRDefault="007B2329" w:rsidP="007B2329">
      <w:r>
        <w:lastRenderedPageBreak/>
        <w:t>274.7794</w:t>
      </w:r>
      <w:r>
        <w:tab/>
        <w:t>1.013e0</w:t>
      </w:r>
    </w:p>
    <w:p w:rsidR="007B2329" w:rsidRDefault="007B2329" w:rsidP="007B2329">
      <w:r>
        <w:t>274.7965</w:t>
      </w:r>
      <w:r>
        <w:tab/>
        <w:t>2.025e0</w:t>
      </w:r>
    </w:p>
    <w:p w:rsidR="007B2329" w:rsidRDefault="007B2329" w:rsidP="007B2329">
      <w:r>
        <w:t>274.8233</w:t>
      </w:r>
      <w:r>
        <w:tab/>
        <w:t>1.013e0</w:t>
      </w:r>
    </w:p>
    <w:p w:rsidR="007B2329" w:rsidRDefault="007B2329" w:rsidP="007B2329">
      <w:r>
        <w:t>274.8285</w:t>
      </w:r>
      <w:r>
        <w:tab/>
        <w:t>1.013e0</w:t>
      </w:r>
    </w:p>
    <w:p w:rsidR="007B2329" w:rsidRDefault="007B2329" w:rsidP="007B2329">
      <w:r>
        <w:t>274.8417</w:t>
      </w:r>
      <w:r>
        <w:tab/>
        <w:t>2.025e0</w:t>
      </w:r>
    </w:p>
    <w:p w:rsidR="007B2329" w:rsidRDefault="007B2329" w:rsidP="007B2329">
      <w:r>
        <w:t>274.8457</w:t>
      </w:r>
      <w:r>
        <w:tab/>
        <w:t>1.013e0</w:t>
      </w:r>
    </w:p>
    <w:p w:rsidR="007B2329" w:rsidRDefault="007B2329" w:rsidP="007B2329">
      <w:r>
        <w:t>274.8577</w:t>
      </w:r>
      <w:r>
        <w:tab/>
        <w:t>2.025e0</w:t>
      </w:r>
    </w:p>
    <w:p w:rsidR="007B2329" w:rsidRDefault="007B2329" w:rsidP="007B2329">
      <w:r>
        <w:t>274.8809</w:t>
      </w:r>
      <w:r>
        <w:tab/>
        <w:t>1.013e0</w:t>
      </w:r>
    </w:p>
    <w:p w:rsidR="007B2329" w:rsidRDefault="007B2329" w:rsidP="007B2329">
      <w:r>
        <w:t>274.8891</w:t>
      </w:r>
      <w:r>
        <w:tab/>
        <w:t>2.025e0</w:t>
      </w:r>
    </w:p>
    <w:p w:rsidR="007B2329" w:rsidRDefault="007B2329" w:rsidP="007B2329">
      <w:r>
        <w:t>274.9041</w:t>
      </w:r>
      <w:r>
        <w:tab/>
        <w:t>2.025e0</w:t>
      </w:r>
    </w:p>
    <w:p w:rsidR="007B2329" w:rsidRDefault="007B2329" w:rsidP="007B2329">
      <w:r>
        <w:t>274.9080</w:t>
      </w:r>
      <w:r>
        <w:tab/>
        <w:t>1.013e0</w:t>
      </w:r>
    </w:p>
    <w:p w:rsidR="007B2329" w:rsidRDefault="007B2329" w:rsidP="007B2329">
      <w:r>
        <w:t>274.9200</w:t>
      </w:r>
      <w:r>
        <w:tab/>
        <w:t>1.013e0</w:t>
      </w:r>
    </w:p>
    <w:p w:rsidR="007B2329" w:rsidRDefault="007B2329" w:rsidP="007B2329">
      <w:r>
        <w:t>274.9315</w:t>
      </w:r>
      <w:r>
        <w:tab/>
        <w:t>2.025e0</w:t>
      </w:r>
    </w:p>
    <w:p w:rsidR="007B2329" w:rsidRDefault="007B2329" w:rsidP="007B2329">
      <w:r>
        <w:t>274.9345</w:t>
      </w:r>
      <w:r>
        <w:tab/>
        <w:t>2.025e0</w:t>
      </w:r>
    </w:p>
    <w:p w:rsidR="007B2329" w:rsidRDefault="007B2329" w:rsidP="007B2329">
      <w:r>
        <w:t>274.9432</w:t>
      </w:r>
      <w:r>
        <w:tab/>
        <w:t>4.051e0</w:t>
      </w:r>
    </w:p>
    <w:p w:rsidR="007B2329" w:rsidRDefault="007B2329" w:rsidP="007B2329">
      <w:r>
        <w:t>274.9703</w:t>
      </w:r>
      <w:r>
        <w:tab/>
        <w:t>4.051e0</w:t>
      </w:r>
    </w:p>
    <w:p w:rsidR="007B2329" w:rsidRDefault="007B2329" w:rsidP="007B2329">
      <w:r>
        <w:t>274.9977</w:t>
      </w:r>
      <w:r>
        <w:tab/>
        <w:t>2.051e0</w:t>
      </w:r>
    </w:p>
    <w:p w:rsidR="007B2329" w:rsidRDefault="007B2329" w:rsidP="007B2329">
      <w:r>
        <w:t>275.0000</w:t>
      </w:r>
      <w:r>
        <w:tab/>
        <w:t>2.025e0</w:t>
      </w:r>
    </w:p>
    <w:p w:rsidR="007B2329" w:rsidRDefault="007B2329" w:rsidP="007B2329">
      <w:r>
        <w:t>275.0053</w:t>
      </w:r>
      <w:r>
        <w:tab/>
        <w:t>1.013e0</w:t>
      </w:r>
    </w:p>
    <w:p w:rsidR="007B2329" w:rsidRDefault="007B2329" w:rsidP="007B2329">
      <w:r>
        <w:lastRenderedPageBreak/>
        <w:t>275.0071</w:t>
      </w:r>
      <w:r>
        <w:tab/>
        <w:t>1.025e0</w:t>
      </w:r>
    </w:p>
    <w:p w:rsidR="007B2329" w:rsidRDefault="007B2329" w:rsidP="007B2329">
      <w:r>
        <w:t>275.0106</w:t>
      </w:r>
      <w:r>
        <w:tab/>
        <w:t>3.038e0</w:t>
      </w:r>
    </w:p>
    <w:p w:rsidR="007B2329" w:rsidRDefault="007B2329" w:rsidP="007B2329">
      <w:r>
        <w:t>275.0200</w:t>
      </w:r>
      <w:r>
        <w:tab/>
        <w:t>4.063e0</w:t>
      </w:r>
    </w:p>
    <w:p w:rsidR="007B2329" w:rsidRDefault="007B2329" w:rsidP="007B2329">
      <w:r>
        <w:t>275.0357</w:t>
      </w:r>
      <w:r>
        <w:tab/>
        <w:t>1.013e0</w:t>
      </w:r>
    </w:p>
    <w:p w:rsidR="007B2329" w:rsidRDefault="007B2329" w:rsidP="007B2329">
      <w:r>
        <w:t>275.0408</w:t>
      </w:r>
      <w:r>
        <w:tab/>
        <w:t>4.051e0</w:t>
      </w:r>
    </w:p>
    <w:p w:rsidR="007B2329" w:rsidRDefault="007B2329" w:rsidP="007B2329">
      <w:r>
        <w:t>275.0429</w:t>
      </w:r>
      <w:r>
        <w:tab/>
        <w:t>1.025e0</w:t>
      </w:r>
    </w:p>
    <w:p w:rsidR="007B2329" w:rsidRDefault="007B2329" w:rsidP="007B2329">
      <w:r>
        <w:t>275.0464</w:t>
      </w:r>
      <w:r>
        <w:tab/>
        <w:t>3.038e0</w:t>
      </w:r>
    </w:p>
    <w:p w:rsidR="007B2329" w:rsidRDefault="007B2329" w:rsidP="007B2329">
      <w:r>
        <w:t>275.0567</w:t>
      </w:r>
      <w:r>
        <w:tab/>
        <w:t>1.013e0</w:t>
      </w:r>
    </w:p>
    <w:p w:rsidR="007B2329" w:rsidRDefault="007B2329" w:rsidP="007B2329">
      <w:r>
        <w:t>275.0760</w:t>
      </w:r>
      <w:r>
        <w:tab/>
        <w:t>1.013e0</w:t>
      </w:r>
    </w:p>
    <w:p w:rsidR="007B2329" w:rsidRDefault="007B2329" w:rsidP="007B2329">
      <w:r>
        <w:t>275.0918</w:t>
      </w:r>
      <w:r>
        <w:tab/>
        <w:t>1.013e0</w:t>
      </w:r>
    </w:p>
    <w:p w:rsidR="007B2329" w:rsidRDefault="007B2329" w:rsidP="007B2329">
      <w:r>
        <w:t>275.1014</w:t>
      </w:r>
      <w:r>
        <w:tab/>
        <w:t>1.013e0</w:t>
      </w:r>
    </w:p>
    <w:p w:rsidR="007B2329" w:rsidRDefault="007B2329" w:rsidP="007B2329">
      <w:r>
        <w:t>275.1033</w:t>
      </w:r>
      <w:r>
        <w:tab/>
        <w:t>4.051e0</w:t>
      </w:r>
    </w:p>
    <w:p w:rsidR="007B2329" w:rsidRDefault="007B2329" w:rsidP="007B2329">
      <w:r>
        <w:t>275.1111</w:t>
      </w:r>
      <w:r>
        <w:tab/>
        <w:t>1.013e0</w:t>
      </w:r>
    </w:p>
    <w:p w:rsidR="007B2329" w:rsidRDefault="007B2329" w:rsidP="007B2329">
      <w:r>
        <w:t>275.1191</w:t>
      </w:r>
      <w:r>
        <w:tab/>
        <w:t>1.013e0</w:t>
      </w:r>
    </w:p>
    <w:p w:rsidR="007B2329" w:rsidRDefault="007B2329" w:rsidP="007B2329">
      <w:r>
        <w:t>275.1231</w:t>
      </w:r>
      <w:r>
        <w:tab/>
        <w:t>1.013e0</w:t>
      </w:r>
    </w:p>
    <w:p w:rsidR="007B2329" w:rsidRDefault="007B2329" w:rsidP="007B2329">
      <w:r>
        <w:t>275.1400</w:t>
      </w:r>
      <w:r>
        <w:tab/>
        <w:t>5.063e0</w:t>
      </w:r>
    </w:p>
    <w:p w:rsidR="007B2329" w:rsidRDefault="007B2329" w:rsidP="007B2329">
      <w:r>
        <w:t>275.1437</w:t>
      </w:r>
      <w:r>
        <w:tab/>
        <w:t>2.025e0</w:t>
      </w:r>
    </w:p>
    <w:p w:rsidR="007B2329" w:rsidRDefault="007B2329" w:rsidP="007B2329">
      <w:r>
        <w:t>275.1451</w:t>
      </w:r>
      <w:r>
        <w:tab/>
        <w:t>4.051e0</w:t>
      </w:r>
    </w:p>
    <w:p w:rsidR="007B2329" w:rsidRDefault="007B2329" w:rsidP="007B2329">
      <w:r>
        <w:t>275.1502</w:t>
      </w:r>
      <w:r>
        <w:tab/>
        <w:t>1.013e0</w:t>
      </w:r>
    </w:p>
    <w:p w:rsidR="007B2329" w:rsidRDefault="007B2329" w:rsidP="007B2329">
      <w:r>
        <w:lastRenderedPageBreak/>
        <w:t>275.1543</w:t>
      </w:r>
      <w:r>
        <w:tab/>
        <w:t>1.013e0</w:t>
      </w:r>
    </w:p>
    <w:p w:rsidR="007B2329" w:rsidRDefault="007B2329" w:rsidP="007B2329">
      <w:r>
        <w:t>275.1720</w:t>
      </w:r>
      <w:r>
        <w:tab/>
        <w:t>1.038e0</w:t>
      </w:r>
    </w:p>
    <w:p w:rsidR="007B2329" w:rsidRDefault="007B2329" w:rsidP="007B2329">
      <w:r>
        <w:t>275.1791</w:t>
      </w:r>
      <w:r>
        <w:tab/>
        <w:t>2.025e0</w:t>
      </w:r>
    </w:p>
    <w:p w:rsidR="007B2329" w:rsidRDefault="007B2329" w:rsidP="007B2329">
      <w:r>
        <w:t>275.1814</w:t>
      </w:r>
      <w:r>
        <w:tab/>
        <w:t>1.013e0</w:t>
      </w:r>
    </w:p>
    <w:p w:rsidR="007B2329" w:rsidRDefault="007B2329" w:rsidP="007B2329">
      <w:r>
        <w:t>275.1854</w:t>
      </w:r>
      <w:r>
        <w:tab/>
        <w:t>2.025e0</w:t>
      </w:r>
    </w:p>
    <w:p w:rsidR="007B2329" w:rsidRDefault="007B2329" w:rsidP="007B2329">
      <w:r>
        <w:t>275.1935</w:t>
      </w:r>
      <w:r>
        <w:tab/>
        <w:t>1.013e0</w:t>
      </w:r>
    </w:p>
    <w:p w:rsidR="007B2329" w:rsidRDefault="007B2329" w:rsidP="007B2329">
      <w:r>
        <w:t>275.2093</w:t>
      </w:r>
      <w:r>
        <w:tab/>
        <w:t>2.051e0</w:t>
      </w:r>
    </w:p>
    <w:p w:rsidR="007B2329" w:rsidRDefault="007B2329" w:rsidP="007B2329">
      <w:r>
        <w:t>275.2128</w:t>
      </w:r>
      <w:r>
        <w:tab/>
        <w:t>3.038e0</w:t>
      </w:r>
    </w:p>
    <w:p w:rsidR="007B2329" w:rsidRDefault="007B2329" w:rsidP="007B2329">
      <w:r>
        <w:t>275.2147</w:t>
      </w:r>
      <w:r>
        <w:tab/>
        <w:t>2.038e0</w:t>
      </w:r>
    </w:p>
    <w:p w:rsidR="007B2329" w:rsidRDefault="007B2329" w:rsidP="007B2329">
      <w:r>
        <w:t>275.2182</w:t>
      </w:r>
      <w:r>
        <w:tab/>
        <w:t>3.038e0</w:t>
      </w:r>
    </w:p>
    <w:p w:rsidR="007B2329" w:rsidRDefault="007B2329" w:rsidP="007B2329">
      <w:r>
        <w:t>275.2206</w:t>
      </w:r>
      <w:r>
        <w:tab/>
        <w:t>1.013e0</w:t>
      </w:r>
    </w:p>
    <w:p w:rsidR="007B2329" w:rsidRDefault="007B2329" w:rsidP="007B2329">
      <w:r>
        <w:t>275.2247</w:t>
      </w:r>
      <w:r>
        <w:tab/>
        <w:t>1.013e0</w:t>
      </w:r>
    </w:p>
    <w:p w:rsidR="007B2329" w:rsidRDefault="007B2329" w:rsidP="007B2329">
      <w:r>
        <w:t>275.2598</w:t>
      </w:r>
      <w:r>
        <w:tab/>
        <w:t>1.013e0</w:t>
      </w:r>
    </w:p>
    <w:p w:rsidR="007B2329" w:rsidRDefault="007B2329" w:rsidP="007B2329">
      <w:r>
        <w:t>275.2817</w:t>
      </w:r>
      <w:r>
        <w:tab/>
        <w:t>3.038e0</w:t>
      </w:r>
    </w:p>
    <w:p w:rsidR="007B2329" w:rsidRDefault="007B2329" w:rsidP="007B2329">
      <w:r>
        <w:t>275.3181</w:t>
      </w:r>
      <w:r>
        <w:tab/>
        <w:t>2.025e0</w:t>
      </w:r>
    </w:p>
    <w:p w:rsidR="007B2329" w:rsidRDefault="007B2329" w:rsidP="007B2329">
      <w:r>
        <w:t>275.3493</w:t>
      </w:r>
      <w:r>
        <w:tab/>
        <w:t>1.013e0</w:t>
      </w:r>
    </w:p>
    <w:p w:rsidR="007B2329" w:rsidRDefault="007B2329" w:rsidP="007B2329">
      <w:r>
        <w:t>275.3620</w:t>
      </w:r>
      <w:r>
        <w:tab/>
        <w:t>2.025e0</w:t>
      </w:r>
    </w:p>
    <w:p w:rsidR="007B2329" w:rsidRDefault="007B2329" w:rsidP="007B2329">
      <w:r>
        <w:t>275.3747</w:t>
      </w:r>
      <w:r>
        <w:tab/>
        <w:t>1.013e0</w:t>
      </w:r>
    </w:p>
    <w:p w:rsidR="007B2329" w:rsidRDefault="007B2329" w:rsidP="007B2329">
      <w:r>
        <w:t>275.3846</w:t>
      </w:r>
      <w:r>
        <w:tab/>
        <w:t>1.013e0</w:t>
      </w:r>
    </w:p>
    <w:p w:rsidR="007B2329" w:rsidRDefault="007B2329" w:rsidP="007B2329">
      <w:r>
        <w:lastRenderedPageBreak/>
        <w:t>275.3873</w:t>
      </w:r>
      <w:r>
        <w:tab/>
        <w:t>2.025e0</w:t>
      </w:r>
    </w:p>
    <w:p w:rsidR="007B2329" w:rsidRDefault="007B2329" w:rsidP="007B2329">
      <w:r>
        <w:t>275.4004</w:t>
      </w:r>
      <w:r>
        <w:tab/>
        <w:t>1.013e0</w:t>
      </w:r>
    </w:p>
    <w:p w:rsidR="007B2329" w:rsidRDefault="007B2329" w:rsidP="007B2329">
      <w:r>
        <w:t>275.4198</w:t>
      </w:r>
      <w:r>
        <w:tab/>
        <w:t>1.013e0</w:t>
      </w:r>
    </w:p>
    <w:p w:rsidR="007B2329" w:rsidRDefault="007B2329" w:rsidP="007B2329">
      <w:r>
        <w:t>275.4218</w:t>
      </w:r>
      <w:r>
        <w:tab/>
        <w:t>2.025e0</w:t>
      </w:r>
    </w:p>
    <w:p w:rsidR="007B2329" w:rsidRDefault="007B2329" w:rsidP="007B2329">
      <w:r>
        <w:t>275.4257</w:t>
      </w:r>
      <w:r>
        <w:tab/>
        <w:t>2.025e0</w:t>
      </w:r>
    </w:p>
    <w:p w:rsidR="007B2329" w:rsidRDefault="007B2329" w:rsidP="007B2329">
      <w:r>
        <w:t>275.4277</w:t>
      </w:r>
      <w:r>
        <w:tab/>
        <w:t>2.025e0</w:t>
      </w:r>
    </w:p>
    <w:p w:rsidR="007B2329" w:rsidRDefault="007B2329" w:rsidP="007B2329">
      <w:r>
        <w:t>275.4406</w:t>
      </w:r>
      <w:r>
        <w:tab/>
        <w:t>1.013e0</w:t>
      </w:r>
    </w:p>
    <w:p w:rsidR="007B2329" w:rsidRDefault="007B2329" w:rsidP="007B2329">
      <w:r>
        <w:t>275.4719</w:t>
      </w:r>
      <w:r>
        <w:tab/>
        <w:t>1.025e0</w:t>
      </w:r>
    </w:p>
    <w:p w:rsidR="007B2329" w:rsidRDefault="007B2329" w:rsidP="007B2329">
      <w:r>
        <w:t>275.4861</w:t>
      </w:r>
      <w:r>
        <w:tab/>
        <w:t>1.013e0</w:t>
      </w:r>
    </w:p>
    <w:p w:rsidR="007B2329" w:rsidRDefault="007B2329" w:rsidP="007B2329">
      <w:r>
        <w:t>275.5073</w:t>
      </w:r>
      <w:r>
        <w:tab/>
        <w:t>1.025e0</w:t>
      </w:r>
    </w:p>
    <w:p w:rsidR="007B2329" w:rsidRDefault="007B2329" w:rsidP="007B2329">
      <w:r>
        <w:t>275.5114</w:t>
      </w:r>
      <w:r>
        <w:tab/>
        <w:t>1.013e0</w:t>
      </w:r>
    </w:p>
    <w:p w:rsidR="007B2329" w:rsidRDefault="007B2329" w:rsidP="007B2329">
      <w:r>
        <w:t>275.5165</w:t>
      </w:r>
      <w:r>
        <w:tab/>
        <w:t>1.013e0</w:t>
      </w:r>
    </w:p>
    <w:p w:rsidR="007B2329" w:rsidRDefault="007B2329" w:rsidP="007B2329">
      <w:r>
        <w:t>275.5292</w:t>
      </w:r>
      <w:r>
        <w:tab/>
        <w:t>2.025e0</w:t>
      </w:r>
    </w:p>
    <w:p w:rsidR="007B2329" w:rsidRDefault="007B2329" w:rsidP="007B2329">
      <w:r>
        <w:t>275.5333</w:t>
      </w:r>
      <w:r>
        <w:tab/>
        <w:t>1.013e0</w:t>
      </w:r>
    </w:p>
    <w:p w:rsidR="007B2329" w:rsidRDefault="007B2329" w:rsidP="007B2329">
      <w:r>
        <w:t>275.5520</w:t>
      </w:r>
      <w:r>
        <w:tab/>
        <w:t>1.013e0</w:t>
      </w:r>
    </w:p>
    <w:p w:rsidR="007B2329" w:rsidRDefault="007B2329" w:rsidP="007B2329">
      <w:r>
        <w:t>275.5644</w:t>
      </w:r>
      <w:r>
        <w:tab/>
        <w:t>1.013e0</w:t>
      </w:r>
    </w:p>
    <w:p w:rsidR="007B2329" w:rsidRDefault="007B2329" w:rsidP="007B2329">
      <w:r>
        <w:t>275.5746</w:t>
      </w:r>
      <w:r>
        <w:tab/>
        <w:t>1.025e0</w:t>
      </w:r>
    </w:p>
    <w:p w:rsidR="007B2329" w:rsidRDefault="007B2329" w:rsidP="007B2329">
      <w:r>
        <w:t>275.5845</w:t>
      </w:r>
      <w:r>
        <w:tab/>
        <w:t>2.025e0</w:t>
      </w:r>
    </w:p>
    <w:p w:rsidR="007B2329" w:rsidRDefault="007B2329" w:rsidP="007B2329">
      <w:r>
        <w:t>275.5897</w:t>
      </w:r>
      <w:r>
        <w:tab/>
        <w:t>2.025e0</w:t>
      </w:r>
    </w:p>
    <w:p w:rsidR="007B2329" w:rsidRDefault="007B2329" w:rsidP="007B2329">
      <w:r>
        <w:lastRenderedPageBreak/>
        <w:t>275.5976</w:t>
      </w:r>
      <w:r>
        <w:tab/>
        <w:t>2.025e0</w:t>
      </w:r>
    </w:p>
    <w:p w:rsidR="007B2329" w:rsidRDefault="007B2329" w:rsidP="007B2329">
      <w:r>
        <w:t>275.6178</w:t>
      </w:r>
      <w:r>
        <w:tab/>
        <w:t>1.013e0</w:t>
      </w:r>
    </w:p>
    <w:p w:rsidR="007B2329" w:rsidRDefault="007B2329" w:rsidP="007B2329">
      <w:r>
        <w:t>275.6234</w:t>
      </w:r>
      <w:r>
        <w:tab/>
        <w:t>2.025e0</w:t>
      </w:r>
    </w:p>
    <w:p w:rsidR="007B2329" w:rsidRDefault="007B2329" w:rsidP="007B2329">
      <w:r>
        <w:t>275.6533</w:t>
      </w:r>
      <w:r>
        <w:tab/>
        <w:t>1.013e0</w:t>
      </w:r>
    </w:p>
    <w:p w:rsidR="007B2329" w:rsidRDefault="007B2329" w:rsidP="007B2329">
      <w:r>
        <w:t>275.6553</w:t>
      </w:r>
      <w:r>
        <w:tab/>
        <w:t>2.025e0</w:t>
      </w:r>
    </w:p>
    <w:p w:rsidR="007B2329" w:rsidRDefault="007B2329" w:rsidP="007B2329">
      <w:r>
        <w:t>275.6581</w:t>
      </w:r>
      <w:r>
        <w:tab/>
        <w:t>1.013e0</w:t>
      </w:r>
    </w:p>
    <w:p w:rsidR="007B2329" w:rsidRDefault="007B2329" w:rsidP="007B2329">
      <w:r>
        <w:t>275.6619</w:t>
      </w:r>
      <w:r>
        <w:tab/>
        <w:t>1.013e0</w:t>
      </w:r>
    </w:p>
    <w:p w:rsidR="007B2329" w:rsidRDefault="007B2329" w:rsidP="007B2329">
      <w:r>
        <w:t>275.6786</w:t>
      </w:r>
      <w:r>
        <w:tab/>
        <w:t>1.013e0</w:t>
      </w:r>
    </w:p>
    <w:p w:rsidR="007B2329" w:rsidRDefault="007B2329" w:rsidP="007B2329">
      <w:r>
        <w:t>275.6837</w:t>
      </w:r>
      <w:r>
        <w:tab/>
        <w:t>1.013e0</w:t>
      </w:r>
    </w:p>
    <w:p w:rsidR="007B2329" w:rsidRDefault="007B2329" w:rsidP="007B2329">
      <w:r>
        <w:t>275.6933</w:t>
      </w:r>
      <w:r>
        <w:tab/>
        <w:t>1.013e0</w:t>
      </w:r>
    </w:p>
    <w:p w:rsidR="007B2329" w:rsidRDefault="007B2329" w:rsidP="007B2329">
      <w:r>
        <w:t>275.6972</w:t>
      </w:r>
      <w:r>
        <w:tab/>
        <w:t>2.025e0</w:t>
      </w:r>
    </w:p>
    <w:p w:rsidR="007B2329" w:rsidRDefault="007B2329" w:rsidP="007B2329">
      <w:r>
        <w:t>275.7052</w:t>
      </w:r>
      <w:r>
        <w:tab/>
        <w:t>1.013e0</w:t>
      </w:r>
    </w:p>
    <w:p w:rsidR="007B2329" w:rsidRDefault="007B2329" w:rsidP="007B2329">
      <w:r>
        <w:t>275.7073</w:t>
      </w:r>
      <w:r>
        <w:tab/>
        <w:t>1.025e0</w:t>
      </w:r>
    </w:p>
    <w:p w:rsidR="007B2329" w:rsidRDefault="007B2329" w:rsidP="007B2329">
      <w:r>
        <w:t>275.7091</w:t>
      </w:r>
      <w:r>
        <w:tab/>
        <w:t>2.025e0</w:t>
      </w:r>
    </w:p>
    <w:p w:rsidR="007B2329" w:rsidRDefault="007B2329" w:rsidP="007B2329">
      <w:r>
        <w:t>275.7252</w:t>
      </w:r>
      <w:r>
        <w:tab/>
        <w:t>3.038e0</w:t>
      </w:r>
    </w:p>
    <w:p w:rsidR="007B2329" w:rsidRDefault="007B2329" w:rsidP="007B2329">
      <w:r>
        <w:t>275.7365</w:t>
      </w:r>
      <w:r>
        <w:tab/>
        <w:t>1.013e0</w:t>
      </w:r>
    </w:p>
    <w:p w:rsidR="007B2329" w:rsidRDefault="007B2329" w:rsidP="007B2329">
      <w:r>
        <w:t>275.7496</w:t>
      </w:r>
      <w:r>
        <w:tab/>
        <w:t>1.013e0</w:t>
      </w:r>
    </w:p>
    <w:p w:rsidR="007B2329" w:rsidRDefault="007B2329" w:rsidP="007B2329">
      <w:r>
        <w:t>275.7546</w:t>
      </w:r>
      <w:r>
        <w:tab/>
        <w:t>2.025e0</w:t>
      </w:r>
    </w:p>
    <w:p w:rsidR="007B2329" w:rsidRDefault="007B2329" w:rsidP="007B2329">
      <w:r>
        <w:t>275.7675</w:t>
      </w:r>
      <w:r>
        <w:tab/>
        <w:t>2.025e0</w:t>
      </w:r>
    </w:p>
    <w:p w:rsidR="007B2329" w:rsidRDefault="007B2329" w:rsidP="007B2329">
      <w:r>
        <w:lastRenderedPageBreak/>
        <w:t>275.7949</w:t>
      </w:r>
      <w:r>
        <w:tab/>
        <w:t>1.013e0</w:t>
      </w:r>
    </w:p>
    <w:p w:rsidR="007B2329" w:rsidRDefault="007B2329" w:rsidP="007B2329">
      <w:r>
        <w:t>275.8069</w:t>
      </w:r>
      <w:r>
        <w:tab/>
        <w:t>3.038e0</w:t>
      </w:r>
    </w:p>
    <w:p w:rsidR="007B2329" w:rsidRDefault="007B2329" w:rsidP="007B2329">
      <w:r>
        <w:t>275.8131</w:t>
      </w:r>
      <w:r>
        <w:tab/>
        <w:t>2.038e0</w:t>
      </w:r>
    </w:p>
    <w:p w:rsidR="007B2329" w:rsidRDefault="007B2329" w:rsidP="007B2329">
      <w:r>
        <w:t>275.8422</w:t>
      </w:r>
      <w:r>
        <w:tab/>
        <w:t>1.013e0</w:t>
      </w:r>
    </w:p>
    <w:p w:rsidR="007B2329" w:rsidRDefault="007B2329" w:rsidP="007B2329">
      <w:r>
        <w:t>275.8459</w:t>
      </w:r>
      <w:r>
        <w:tab/>
        <w:t>2.025e0</w:t>
      </w:r>
    </w:p>
    <w:p w:rsidR="007B2329" w:rsidRDefault="007B2329" w:rsidP="007B2329">
      <w:r>
        <w:t>275.8510</w:t>
      </w:r>
      <w:r>
        <w:tab/>
        <w:t>1.013e0</w:t>
      </w:r>
    </w:p>
    <w:p w:rsidR="007B2329" w:rsidRDefault="007B2329" w:rsidP="007B2329">
      <w:r>
        <w:t>275.8535</w:t>
      </w:r>
      <w:r>
        <w:tab/>
        <w:t>2.025e0</w:t>
      </w:r>
    </w:p>
    <w:p w:rsidR="007B2329" w:rsidRDefault="007B2329" w:rsidP="007B2329">
      <w:r>
        <w:t>275.8578</w:t>
      </w:r>
      <w:r>
        <w:tab/>
        <w:t>3.038e0</w:t>
      </w:r>
    </w:p>
    <w:p w:rsidR="007B2329" w:rsidRDefault="007B2329" w:rsidP="007B2329">
      <w:r>
        <w:t>275.8732</w:t>
      </w:r>
      <w:r>
        <w:tab/>
        <w:t>1.013e0</w:t>
      </w:r>
    </w:p>
    <w:p w:rsidR="007B2329" w:rsidRDefault="007B2329" w:rsidP="007B2329">
      <w:r>
        <w:t>275.8814</w:t>
      </w:r>
      <w:r>
        <w:tab/>
        <w:t>1.013e0</w:t>
      </w:r>
    </w:p>
    <w:p w:rsidR="007B2329" w:rsidRDefault="007B2329" w:rsidP="007B2329">
      <w:r>
        <w:t>275.8865</w:t>
      </w:r>
      <w:r>
        <w:tab/>
        <w:t>1.013e0</w:t>
      </w:r>
    </w:p>
    <w:p w:rsidR="007B2329" w:rsidRDefault="007B2329" w:rsidP="007B2329">
      <w:r>
        <w:t>275.9220</w:t>
      </w:r>
      <w:r>
        <w:tab/>
        <w:t>1.013e0</w:t>
      </w:r>
    </w:p>
    <w:p w:rsidR="007B2329" w:rsidRDefault="007B2329" w:rsidP="007B2329">
      <w:r>
        <w:t>275.9574</w:t>
      </w:r>
      <w:r>
        <w:tab/>
        <w:t>1.013e0</w:t>
      </w:r>
    </w:p>
    <w:p w:rsidR="007B2329" w:rsidRDefault="007B2329" w:rsidP="007B2329">
      <w:r>
        <w:t>275.9644</w:t>
      </w:r>
      <w:r>
        <w:tab/>
        <w:t>2.025e0</w:t>
      </w:r>
    </w:p>
    <w:p w:rsidR="007B2329" w:rsidRDefault="007B2329" w:rsidP="007B2329">
      <w:r>
        <w:t>275.9707</w:t>
      </w:r>
      <w:r>
        <w:tab/>
        <w:t>1.013e0</w:t>
      </w:r>
    </w:p>
    <w:p w:rsidR="007B2329" w:rsidRDefault="007B2329" w:rsidP="007B2329">
      <w:r>
        <w:t>275.9748</w:t>
      </w:r>
      <w:r>
        <w:tab/>
        <w:t>1.013e0</w:t>
      </w:r>
    </w:p>
    <w:p w:rsidR="007B2329" w:rsidRDefault="007B2329" w:rsidP="007B2329">
      <w:r>
        <w:t>275.9796</w:t>
      </w:r>
      <w:r>
        <w:tab/>
        <w:t>5.063e0</w:t>
      </w:r>
    </w:p>
    <w:p w:rsidR="007B2329" w:rsidRDefault="007B2329" w:rsidP="007B2329">
      <w:r>
        <w:t>275.9828</w:t>
      </w:r>
      <w:r>
        <w:tab/>
        <w:t>1.013e0</w:t>
      </w:r>
    </w:p>
    <w:p w:rsidR="007B2329" w:rsidRDefault="007B2329" w:rsidP="007B2329">
      <w:r>
        <w:t>275.9980</w:t>
      </w:r>
      <w:r>
        <w:tab/>
        <w:t>3.038e0</w:t>
      </w:r>
    </w:p>
    <w:p w:rsidR="007B2329" w:rsidRDefault="007B2329" w:rsidP="007B2329">
      <w:r>
        <w:lastRenderedPageBreak/>
        <w:t>276.0119</w:t>
      </w:r>
      <w:r>
        <w:tab/>
        <w:t>2.025e0</w:t>
      </w:r>
    </w:p>
    <w:p w:rsidR="007B2329" w:rsidRDefault="007B2329" w:rsidP="007B2329">
      <w:r>
        <w:t>276.0140</w:t>
      </w:r>
      <w:r>
        <w:tab/>
        <w:t>1.013e0</w:t>
      </w:r>
    </w:p>
    <w:p w:rsidR="007B2329" w:rsidRDefault="007B2329" w:rsidP="007B2329">
      <w:r>
        <w:t>276.0183</w:t>
      </w:r>
      <w:r>
        <w:tab/>
        <w:t>1.013e0</w:t>
      </w:r>
    </w:p>
    <w:p w:rsidR="007B2329" w:rsidRDefault="007B2329" w:rsidP="007B2329">
      <w:r>
        <w:t>276.0199</w:t>
      </w:r>
      <w:r>
        <w:tab/>
        <w:t>1.013e1</w:t>
      </w:r>
    </w:p>
    <w:p w:rsidR="007B2329" w:rsidRDefault="007B2329" w:rsidP="007B2329">
      <w:r>
        <w:t>276.0432</w:t>
      </w:r>
      <w:r>
        <w:tab/>
        <w:t>2.025e0</w:t>
      </w:r>
    </w:p>
    <w:p w:rsidR="007B2329" w:rsidRDefault="007B2329" w:rsidP="007B2329">
      <w:r>
        <w:t>276.0544</w:t>
      </w:r>
      <w:r>
        <w:tab/>
        <w:t>3.038e0</w:t>
      </w:r>
    </w:p>
    <w:p w:rsidR="007B2329" w:rsidRDefault="007B2329" w:rsidP="007B2329">
      <w:r>
        <w:t>276.0623</w:t>
      </w:r>
      <w:r>
        <w:tab/>
        <w:t>2.025e0</w:t>
      </w:r>
    </w:p>
    <w:p w:rsidR="007B2329" w:rsidRDefault="007B2329" w:rsidP="007B2329">
      <w:r>
        <w:t>276.0641</w:t>
      </w:r>
      <w:r>
        <w:tab/>
        <w:t>1.013e0</w:t>
      </w:r>
    </w:p>
    <w:p w:rsidR="007B2329" w:rsidRDefault="007B2329" w:rsidP="007B2329">
      <w:r>
        <w:t>276.0744</w:t>
      </w:r>
      <w:r>
        <w:tab/>
        <w:t>2.025e0</w:t>
      </w:r>
    </w:p>
    <w:p w:rsidR="007B2329" w:rsidRDefault="007B2329" w:rsidP="007B2329">
      <w:r>
        <w:t>276.0764</w:t>
      </w:r>
      <w:r>
        <w:tab/>
        <w:t>1.013e0</w:t>
      </w:r>
    </w:p>
    <w:p w:rsidR="007B2329" w:rsidRDefault="007B2329" w:rsidP="007B2329">
      <w:r>
        <w:t>276.0966</w:t>
      </w:r>
      <w:r>
        <w:tab/>
        <w:t>2.025e0</w:t>
      </w:r>
    </w:p>
    <w:p w:rsidR="007B2329" w:rsidRDefault="007B2329" w:rsidP="007B2329">
      <w:r>
        <w:t>276.0995</w:t>
      </w:r>
      <w:r>
        <w:tab/>
        <w:t>1.013e0</w:t>
      </w:r>
    </w:p>
    <w:p w:rsidR="007B2329" w:rsidRDefault="007B2329" w:rsidP="007B2329">
      <w:r>
        <w:t>276.1036</w:t>
      </w:r>
      <w:r>
        <w:tab/>
        <w:t>2.025e0</w:t>
      </w:r>
    </w:p>
    <w:p w:rsidR="007B2329" w:rsidRDefault="007B2329" w:rsidP="007B2329">
      <w:r>
        <w:t>276.1075</w:t>
      </w:r>
      <w:r>
        <w:tab/>
        <w:t>1.013e0</w:t>
      </w:r>
    </w:p>
    <w:p w:rsidR="007B2329" w:rsidRDefault="007B2329" w:rsidP="007B2329">
      <w:r>
        <w:t>276.1324</w:t>
      </w:r>
      <w:r>
        <w:tab/>
        <w:t>3.038e0</w:t>
      </w:r>
    </w:p>
    <w:p w:rsidR="007B2329" w:rsidRDefault="007B2329" w:rsidP="007B2329">
      <w:r>
        <w:t>276.1363</w:t>
      </w:r>
      <w:r>
        <w:tab/>
        <w:t>2.546e-1</w:t>
      </w:r>
    </w:p>
    <w:p w:rsidR="007B2329" w:rsidRDefault="007B2329" w:rsidP="007B2329">
      <w:r>
        <w:t>276.1374</w:t>
      </w:r>
      <w:r>
        <w:tab/>
        <w:t>2.025e0</w:t>
      </w:r>
    </w:p>
    <w:p w:rsidR="007B2329" w:rsidRDefault="007B2329" w:rsidP="007B2329">
      <w:r>
        <w:t>276.1429</w:t>
      </w:r>
      <w:r>
        <w:tab/>
        <w:t>1.013e0</w:t>
      </w:r>
    </w:p>
    <w:p w:rsidR="007B2329" w:rsidRDefault="007B2329" w:rsidP="007B2329">
      <w:r>
        <w:t>276.1713</w:t>
      </w:r>
      <w:r>
        <w:tab/>
        <w:t>2.025e0</w:t>
      </w:r>
    </w:p>
    <w:p w:rsidR="007B2329" w:rsidRDefault="007B2329" w:rsidP="007B2329">
      <w:r>
        <w:lastRenderedPageBreak/>
        <w:t>276.1740</w:t>
      </w:r>
      <w:r>
        <w:tab/>
        <w:t>2.025e0</w:t>
      </w:r>
    </w:p>
    <w:p w:rsidR="007B2329" w:rsidRDefault="007B2329" w:rsidP="007B2329">
      <w:r>
        <w:t>276.1800</w:t>
      </w:r>
      <w:r>
        <w:tab/>
        <w:t>2.532e-2</w:t>
      </w:r>
    </w:p>
    <w:p w:rsidR="007B2329" w:rsidRDefault="007B2329" w:rsidP="007B2329">
      <w:r>
        <w:t>276.1822</w:t>
      </w:r>
      <w:r>
        <w:tab/>
        <w:t>3.038e0</w:t>
      </w:r>
    </w:p>
    <w:p w:rsidR="007B2329" w:rsidRDefault="007B2329" w:rsidP="007B2329">
      <w:r>
        <w:t>276.1859</w:t>
      </w:r>
      <w:r>
        <w:tab/>
        <w:t>1.013e0</w:t>
      </w:r>
    </w:p>
    <w:p w:rsidR="007B2329" w:rsidRDefault="007B2329" w:rsidP="007B2329">
      <w:r>
        <w:t>276.2017</w:t>
      </w:r>
      <w:r>
        <w:tab/>
        <w:t>2.025e0</w:t>
      </w:r>
    </w:p>
    <w:p w:rsidR="007B2329" w:rsidRDefault="007B2329" w:rsidP="007B2329">
      <w:r>
        <w:t>276.2069</w:t>
      </w:r>
      <w:r>
        <w:tab/>
        <w:t>1.025e0</w:t>
      </w:r>
    </w:p>
    <w:p w:rsidR="007B2329" w:rsidRDefault="007B2329" w:rsidP="007B2329">
      <w:r>
        <w:t>276.2133</w:t>
      </w:r>
      <w:r>
        <w:tab/>
        <w:t>2.025e0</w:t>
      </w:r>
    </w:p>
    <w:p w:rsidR="007B2329" w:rsidRDefault="007B2329" w:rsidP="007B2329">
      <w:r>
        <w:t>276.2838</w:t>
      </w:r>
      <w:r>
        <w:tab/>
        <w:t>1.013e0</w:t>
      </w:r>
    </w:p>
    <w:p w:rsidR="007B2329" w:rsidRDefault="007B2329" w:rsidP="007B2329">
      <w:r>
        <w:t>276.2877</w:t>
      </w:r>
      <w:r>
        <w:tab/>
        <w:t>2.025e0</w:t>
      </w:r>
    </w:p>
    <w:p w:rsidR="007B2329" w:rsidRDefault="007B2329" w:rsidP="007B2329">
      <w:r>
        <w:t>276.2975</w:t>
      </w:r>
      <w:r>
        <w:tab/>
        <w:t>1.013e0</w:t>
      </w:r>
    </w:p>
    <w:p w:rsidR="007B2329" w:rsidRDefault="007B2329" w:rsidP="007B2329">
      <w:r>
        <w:t>276.3069</w:t>
      </w:r>
      <w:r>
        <w:tab/>
        <w:t>1.013e0</w:t>
      </w:r>
    </w:p>
    <w:p w:rsidR="007B2329" w:rsidRDefault="007B2329" w:rsidP="007B2329">
      <w:r>
        <w:t>276.3150</w:t>
      </w:r>
      <w:r>
        <w:tab/>
        <w:t>1.013e0</w:t>
      </w:r>
    </w:p>
    <w:p w:rsidR="007B2329" w:rsidRDefault="007B2329" w:rsidP="007B2329">
      <w:r>
        <w:t>276.3189</w:t>
      </w:r>
      <w:r>
        <w:tab/>
        <w:t>1.013e0</w:t>
      </w:r>
    </w:p>
    <w:p w:rsidR="007B2329" w:rsidRDefault="007B2329" w:rsidP="007B2329">
      <w:r>
        <w:t>276.3325</w:t>
      </w:r>
      <w:r>
        <w:tab/>
        <w:t>2.025e0</w:t>
      </w:r>
    </w:p>
    <w:p w:rsidR="007B2329" w:rsidRDefault="007B2329" w:rsidP="007B2329">
      <w:r>
        <w:t>276.3381</w:t>
      </w:r>
      <w:r>
        <w:tab/>
        <w:t>1.013e0</w:t>
      </w:r>
    </w:p>
    <w:p w:rsidR="007B2329" w:rsidRDefault="007B2329" w:rsidP="007B2329">
      <w:r>
        <w:t>276.3541</w:t>
      </w:r>
      <w:r>
        <w:tab/>
        <w:t>1.013e0</w:t>
      </w:r>
    </w:p>
    <w:p w:rsidR="007B2329" w:rsidRDefault="007B2329" w:rsidP="007B2329">
      <w:r>
        <w:t>276.3584</w:t>
      </w:r>
      <w:r>
        <w:tab/>
        <w:t>1.013e0</w:t>
      </w:r>
    </w:p>
    <w:p w:rsidR="007B2329" w:rsidRDefault="007B2329" w:rsidP="007B2329">
      <w:r>
        <w:t>276.3686</w:t>
      </w:r>
      <w:r>
        <w:tab/>
        <w:t>1.013e0</w:t>
      </w:r>
    </w:p>
    <w:p w:rsidR="007B2329" w:rsidRDefault="007B2329" w:rsidP="007B2329">
      <w:r>
        <w:t>276.4041</w:t>
      </w:r>
      <w:r>
        <w:tab/>
        <w:t>1.013e0</w:t>
      </w:r>
    </w:p>
    <w:p w:rsidR="007B2329" w:rsidRDefault="007B2329" w:rsidP="007B2329">
      <w:r>
        <w:lastRenderedPageBreak/>
        <w:t>276.4124</w:t>
      </w:r>
      <w:r>
        <w:tab/>
        <w:t>2.025e0</w:t>
      </w:r>
    </w:p>
    <w:p w:rsidR="007B2329" w:rsidRDefault="007B2329" w:rsidP="007B2329">
      <w:r>
        <w:t>276.4346</w:t>
      </w:r>
      <w:r>
        <w:tab/>
        <w:t>1.013e0</w:t>
      </w:r>
    </w:p>
    <w:p w:rsidR="007B2329" w:rsidRDefault="007B2329" w:rsidP="007B2329">
      <w:r>
        <w:t>276.4557</w:t>
      </w:r>
      <w:r>
        <w:tab/>
        <w:t>1.013e0</w:t>
      </w:r>
    </w:p>
    <w:p w:rsidR="007B2329" w:rsidRDefault="007B2329" w:rsidP="007B2329">
      <w:r>
        <w:t>276.4609</w:t>
      </w:r>
      <w:r>
        <w:tab/>
        <w:t>2.025e0</w:t>
      </w:r>
    </w:p>
    <w:p w:rsidR="007B2329" w:rsidRDefault="007B2329" w:rsidP="007B2329">
      <w:r>
        <w:t>276.4751</w:t>
      </w:r>
      <w:r>
        <w:tab/>
        <w:t>1.013e0</w:t>
      </w:r>
    </w:p>
    <w:p w:rsidR="007B2329" w:rsidRDefault="007B2329" w:rsidP="007B2329">
      <w:r>
        <w:t>276.4769</w:t>
      </w:r>
      <w:r>
        <w:tab/>
        <w:t>2.025e0</w:t>
      </w:r>
    </w:p>
    <w:p w:rsidR="007B2329" w:rsidRDefault="007B2329" w:rsidP="007B2329">
      <w:r>
        <w:t>276.4830</w:t>
      </w:r>
      <w:r>
        <w:tab/>
        <w:t>1.013e0</w:t>
      </w:r>
    </w:p>
    <w:p w:rsidR="007B2329" w:rsidRDefault="007B2329" w:rsidP="007B2329">
      <w:r>
        <w:t>276.5005</w:t>
      </w:r>
      <w:r>
        <w:tab/>
        <w:t>2.025e0</w:t>
      </w:r>
    </w:p>
    <w:p w:rsidR="007B2329" w:rsidRDefault="007B2329" w:rsidP="007B2329">
      <w:r>
        <w:t>276.5141</w:t>
      </w:r>
      <w:r>
        <w:tab/>
        <w:t>2.025e0</w:t>
      </w:r>
    </w:p>
    <w:p w:rsidR="007B2329" w:rsidRDefault="007B2329" w:rsidP="007B2329">
      <w:r>
        <w:t>276.5182</w:t>
      </w:r>
      <w:r>
        <w:tab/>
        <w:t>1.013e0</w:t>
      </w:r>
    </w:p>
    <w:p w:rsidR="007B2329" w:rsidRDefault="007B2329" w:rsidP="007B2329">
      <w:r>
        <w:t>276.5383</w:t>
      </w:r>
      <w:r>
        <w:tab/>
        <w:t>2.025e0</w:t>
      </w:r>
    </w:p>
    <w:p w:rsidR="007B2329" w:rsidRDefault="007B2329" w:rsidP="007B2329">
      <w:r>
        <w:t>276.5453</w:t>
      </w:r>
      <w:r>
        <w:tab/>
        <w:t>1.013e0</w:t>
      </w:r>
    </w:p>
    <w:p w:rsidR="007B2329" w:rsidRDefault="007B2329" w:rsidP="007B2329">
      <w:r>
        <w:t>276.5494</w:t>
      </w:r>
      <w:r>
        <w:tab/>
        <w:t>2.025e0</w:t>
      </w:r>
    </w:p>
    <w:p w:rsidR="007B2329" w:rsidRDefault="007B2329" w:rsidP="007B2329">
      <w:r>
        <w:t>276.5536</w:t>
      </w:r>
      <w:r>
        <w:tab/>
        <w:t>1.013e0</w:t>
      </w:r>
    </w:p>
    <w:p w:rsidR="007B2329" w:rsidRDefault="007B2329" w:rsidP="007B2329">
      <w:r>
        <w:t>276.5708</w:t>
      </w:r>
      <w:r>
        <w:tab/>
        <w:t>2.025e0</w:t>
      </w:r>
    </w:p>
    <w:p w:rsidR="007B2329" w:rsidRDefault="007B2329" w:rsidP="007B2329">
      <w:r>
        <w:t>276.5744</w:t>
      </w:r>
      <w:r>
        <w:tab/>
        <w:t>2.025e0</w:t>
      </w:r>
    </w:p>
    <w:p w:rsidR="007B2329" w:rsidRDefault="007B2329" w:rsidP="007B2329">
      <w:r>
        <w:t>276.5806</w:t>
      </w:r>
      <w:r>
        <w:tab/>
        <w:t>1.013e0</w:t>
      </w:r>
    </w:p>
    <w:p w:rsidR="007B2329" w:rsidRDefault="007B2329" w:rsidP="007B2329">
      <w:r>
        <w:t>276.5847</w:t>
      </w:r>
      <w:r>
        <w:tab/>
        <w:t>2.025e0</w:t>
      </w:r>
    </w:p>
    <w:p w:rsidR="007B2329" w:rsidRDefault="007B2329" w:rsidP="007B2329">
      <w:r>
        <w:t>276.6114</w:t>
      </w:r>
      <w:r>
        <w:tab/>
        <w:t>2.025e0</w:t>
      </w:r>
    </w:p>
    <w:p w:rsidR="007B2329" w:rsidRDefault="007B2329" w:rsidP="007B2329">
      <w:r>
        <w:lastRenderedPageBreak/>
        <w:t>276.6158</w:t>
      </w:r>
      <w:r>
        <w:tab/>
        <w:t>1.013e0</w:t>
      </w:r>
    </w:p>
    <w:p w:rsidR="007B2329" w:rsidRDefault="007B2329" w:rsidP="007B2329">
      <w:r>
        <w:t>276.6198</w:t>
      </w:r>
      <w:r>
        <w:tab/>
        <w:t>1.013e0</w:t>
      </w:r>
    </w:p>
    <w:p w:rsidR="007B2329" w:rsidRDefault="007B2329" w:rsidP="007B2329">
      <w:r>
        <w:t>276.6308</w:t>
      </w:r>
      <w:r>
        <w:tab/>
        <w:t>2.025e0</w:t>
      </w:r>
    </w:p>
    <w:p w:rsidR="007B2329" w:rsidRDefault="007B2329" w:rsidP="007B2329">
      <w:r>
        <w:t>276.6379</w:t>
      </w:r>
      <w:r>
        <w:tab/>
        <w:t>1.013e0</w:t>
      </w:r>
    </w:p>
    <w:p w:rsidR="007B2329" w:rsidRDefault="007B2329" w:rsidP="007B2329">
      <w:r>
        <w:t>276.6551</w:t>
      </w:r>
      <w:r>
        <w:tab/>
        <w:t>1.013e0</w:t>
      </w:r>
    </w:p>
    <w:p w:rsidR="007B2329" w:rsidRDefault="007B2329" w:rsidP="007B2329">
      <w:r>
        <w:t>276.6592</w:t>
      </w:r>
      <w:r>
        <w:tab/>
        <w:t>1.013e0</w:t>
      </w:r>
    </w:p>
    <w:p w:rsidR="007B2329" w:rsidRDefault="007B2329" w:rsidP="007B2329">
      <w:r>
        <w:t>276.6633</w:t>
      </w:r>
      <w:r>
        <w:tab/>
        <w:t>1.013e0</w:t>
      </w:r>
    </w:p>
    <w:p w:rsidR="007B2329" w:rsidRDefault="007B2329" w:rsidP="007B2329">
      <w:r>
        <w:t>276.6904</w:t>
      </w:r>
      <w:r>
        <w:tab/>
        <w:t>2.025e0</w:t>
      </w:r>
    </w:p>
    <w:p w:rsidR="007B2329" w:rsidRDefault="007B2329" w:rsidP="007B2329">
      <w:r>
        <w:t>276.7016</w:t>
      </w:r>
      <w:r>
        <w:tab/>
        <w:t>2.025e0</w:t>
      </w:r>
    </w:p>
    <w:p w:rsidR="007B2329" w:rsidRDefault="007B2329" w:rsidP="007B2329">
      <w:r>
        <w:t>276.7090</w:t>
      </w:r>
      <w:r>
        <w:tab/>
        <w:t>1.013e0</w:t>
      </w:r>
    </w:p>
    <w:p w:rsidR="007B2329" w:rsidRDefault="007B2329" w:rsidP="007B2329">
      <w:r>
        <w:t>276.7215</w:t>
      </w:r>
      <w:r>
        <w:tab/>
        <w:t>1.013e0</w:t>
      </w:r>
    </w:p>
    <w:p w:rsidR="007B2329" w:rsidRDefault="007B2329" w:rsidP="007B2329">
      <w:r>
        <w:t>276.7488</w:t>
      </w:r>
      <w:r>
        <w:tab/>
        <w:t>1.013e0</w:t>
      </w:r>
    </w:p>
    <w:p w:rsidR="007B2329" w:rsidRDefault="007B2329" w:rsidP="007B2329">
      <w:r>
        <w:t>276.7563</w:t>
      </w:r>
      <w:r>
        <w:tab/>
        <w:t>4.051e0</w:t>
      </w:r>
    </w:p>
    <w:p w:rsidR="007B2329" w:rsidRDefault="007B2329" w:rsidP="007B2329">
      <w:r>
        <w:t>276.7679</w:t>
      </w:r>
      <w:r>
        <w:tab/>
        <w:t>2.025e0</w:t>
      </w:r>
    </w:p>
    <w:p w:rsidR="007B2329" w:rsidRDefault="007B2329" w:rsidP="007B2329">
      <w:r>
        <w:t>276.7727</w:t>
      </w:r>
      <w:r>
        <w:tab/>
        <w:t>4.051e0</w:t>
      </w:r>
    </w:p>
    <w:p w:rsidR="007B2329" w:rsidRDefault="007B2329" w:rsidP="007B2329">
      <w:r>
        <w:t>276.7756</w:t>
      </w:r>
      <w:r>
        <w:tab/>
        <w:t>4.051e0</w:t>
      </w:r>
    </w:p>
    <w:p w:rsidR="007B2329" w:rsidRDefault="007B2329" w:rsidP="007B2329">
      <w:r>
        <w:t>276.7839</w:t>
      </w:r>
      <w:r>
        <w:tab/>
        <w:t>1.013e0</w:t>
      </w:r>
    </w:p>
    <w:p w:rsidR="007B2329" w:rsidRDefault="007B2329" w:rsidP="007B2329">
      <w:r>
        <w:t>276.7960</w:t>
      </w:r>
      <w:r>
        <w:tab/>
        <w:t>2.025e0</w:t>
      </w:r>
    </w:p>
    <w:p w:rsidR="007B2329" w:rsidRDefault="007B2329" w:rsidP="007B2329">
      <w:r>
        <w:t>276.8152</w:t>
      </w:r>
      <w:r>
        <w:tab/>
        <w:t>1.013e0</w:t>
      </w:r>
    </w:p>
    <w:p w:rsidR="007B2329" w:rsidRDefault="007B2329" w:rsidP="007B2329">
      <w:r>
        <w:lastRenderedPageBreak/>
        <w:t>276.8166</w:t>
      </w:r>
      <w:r>
        <w:tab/>
        <w:t>3.038e0</w:t>
      </w:r>
    </w:p>
    <w:p w:rsidR="007B2329" w:rsidRDefault="007B2329" w:rsidP="007B2329">
      <w:r>
        <w:t>276.8192</w:t>
      </w:r>
      <w:r>
        <w:tab/>
        <w:t>2.025e0</w:t>
      </w:r>
    </w:p>
    <w:p w:rsidR="007B2329" w:rsidRDefault="007B2329" w:rsidP="007B2329">
      <w:r>
        <w:t>276.8311</w:t>
      </w:r>
      <w:r>
        <w:tab/>
        <w:t>1.013e0</w:t>
      </w:r>
    </w:p>
    <w:p w:rsidR="007B2329" w:rsidRDefault="007B2329" w:rsidP="007B2329">
      <w:r>
        <w:t>276.8505</w:t>
      </w:r>
      <w:r>
        <w:tab/>
        <w:t>1.013e0</w:t>
      </w:r>
    </w:p>
    <w:p w:rsidR="007B2329" w:rsidRDefault="007B2329" w:rsidP="007B2329">
      <w:r>
        <w:t>276.8668</w:t>
      </w:r>
      <w:r>
        <w:tab/>
        <w:t>1.013e0</w:t>
      </w:r>
    </w:p>
    <w:p w:rsidR="007B2329" w:rsidRDefault="007B2329" w:rsidP="007B2329">
      <w:r>
        <w:t>276.8896</w:t>
      </w:r>
      <w:r>
        <w:tab/>
        <w:t>2.025e0</w:t>
      </w:r>
    </w:p>
    <w:p w:rsidR="007B2329" w:rsidRDefault="007B2329" w:rsidP="007B2329">
      <w:r>
        <w:t>276.8937</w:t>
      </w:r>
      <w:r>
        <w:tab/>
        <w:t>2.025e0</w:t>
      </w:r>
    </w:p>
    <w:p w:rsidR="007B2329" w:rsidRDefault="007B2329" w:rsidP="007B2329">
      <w:r>
        <w:t>276.9249</w:t>
      </w:r>
      <w:r>
        <w:tab/>
        <w:t>1.013e0</w:t>
      </w:r>
    </w:p>
    <w:p w:rsidR="007B2329" w:rsidRDefault="007B2329" w:rsidP="007B2329">
      <w:r>
        <w:t>276.9329</w:t>
      </w:r>
      <w:r>
        <w:tab/>
        <w:t>1.013e0</w:t>
      </w:r>
    </w:p>
    <w:p w:rsidR="007B2329" w:rsidRDefault="007B2329" w:rsidP="007B2329">
      <w:r>
        <w:t>276.9481</w:t>
      </w:r>
      <w:r>
        <w:tab/>
        <w:t>1.013e0</w:t>
      </w:r>
    </w:p>
    <w:p w:rsidR="007B2329" w:rsidRDefault="007B2329" w:rsidP="007B2329">
      <w:r>
        <w:t>276.9521</w:t>
      </w:r>
      <w:r>
        <w:tab/>
        <w:t>1.013e0</w:t>
      </w:r>
    </w:p>
    <w:p w:rsidR="007B2329" w:rsidRDefault="007B2329" w:rsidP="007B2329">
      <w:r>
        <w:t>276.9684</w:t>
      </w:r>
      <w:r>
        <w:tab/>
        <w:t>2.025e0</w:t>
      </w:r>
    </w:p>
    <w:p w:rsidR="007B2329" w:rsidRDefault="007B2329" w:rsidP="007B2329">
      <w:r>
        <w:t>276.9787</w:t>
      </w:r>
      <w:r>
        <w:tab/>
        <w:t>1.013e0</w:t>
      </w:r>
    </w:p>
    <w:p w:rsidR="007B2329" w:rsidRDefault="007B2329" w:rsidP="007B2329">
      <w:r>
        <w:t>276.9914</w:t>
      </w:r>
      <w:r>
        <w:tab/>
        <w:t>2.025e0</w:t>
      </w:r>
    </w:p>
    <w:p w:rsidR="007B2329" w:rsidRDefault="007B2329" w:rsidP="007B2329">
      <w:r>
        <w:t>276.9994</w:t>
      </w:r>
      <w:r>
        <w:tab/>
        <w:t>1.013e0</w:t>
      </w:r>
    </w:p>
    <w:p w:rsidR="007B2329" w:rsidRDefault="007B2329" w:rsidP="007B2329">
      <w:r>
        <w:t>277.0092</w:t>
      </w:r>
      <w:r>
        <w:tab/>
        <w:t>1.013e0</w:t>
      </w:r>
    </w:p>
    <w:p w:rsidR="007B2329" w:rsidRDefault="007B2329" w:rsidP="007B2329">
      <w:r>
        <w:t>277.0107</w:t>
      </w:r>
      <w:r>
        <w:tab/>
        <w:t>2.025e0</w:t>
      </w:r>
    </w:p>
    <w:p w:rsidR="007B2329" w:rsidRDefault="007B2329" w:rsidP="007B2329">
      <w:r>
        <w:t>277.0187</w:t>
      </w:r>
      <w:r>
        <w:tab/>
        <w:t>1.013e0</w:t>
      </w:r>
    </w:p>
    <w:p w:rsidR="007B2329" w:rsidRDefault="007B2329" w:rsidP="007B2329">
      <w:r>
        <w:t>277.0469</w:t>
      </w:r>
      <w:r>
        <w:tab/>
        <w:t>2.025e0</w:t>
      </w:r>
    </w:p>
    <w:p w:rsidR="007B2329" w:rsidRDefault="007B2329" w:rsidP="007B2329">
      <w:r>
        <w:lastRenderedPageBreak/>
        <w:t>277.0499</w:t>
      </w:r>
      <w:r>
        <w:tab/>
        <w:t>2.025e0</w:t>
      </w:r>
    </w:p>
    <w:p w:rsidR="007B2329" w:rsidRDefault="007B2329" w:rsidP="007B2329">
      <w:r>
        <w:t>277.0598</w:t>
      </w:r>
      <w:r>
        <w:tab/>
        <w:t>2.025e0</w:t>
      </w:r>
    </w:p>
    <w:p w:rsidR="007B2329" w:rsidRDefault="007B2329" w:rsidP="007B2329">
      <w:r>
        <w:t>277.0620</w:t>
      </w:r>
      <w:r>
        <w:tab/>
        <w:t>1.013e0</w:t>
      </w:r>
    </w:p>
    <w:p w:rsidR="007B2329" w:rsidRDefault="007B2329" w:rsidP="007B2329">
      <w:r>
        <w:t>277.0697</w:t>
      </w:r>
      <w:r>
        <w:tab/>
        <w:t>3.038e0</w:t>
      </w:r>
    </w:p>
    <w:p w:rsidR="007B2329" w:rsidRDefault="007B2329" w:rsidP="007B2329">
      <w:r>
        <w:t>277.0890</w:t>
      </w:r>
      <w:r>
        <w:tab/>
        <w:t>1.013e0</w:t>
      </w:r>
    </w:p>
    <w:p w:rsidR="007B2329" w:rsidRDefault="007B2329" w:rsidP="007B2329">
      <w:r>
        <w:t>277.0932</w:t>
      </w:r>
      <w:r>
        <w:tab/>
        <w:t>2.025e0</w:t>
      </w:r>
    </w:p>
    <w:p w:rsidR="007B2329" w:rsidRDefault="007B2329" w:rsidP="007B2329">
      <w:r>
        <w:t>277.1064</w:t>
      </w:r>
      <w:r>
        <w:tab/>
        <w:t>5.043e0</w:t>
      </w:r>
    </w:p>
    <w:p w:rsidR="007B2329" w:rsidRDefault="007B2329" w:rsidP="007B2329">
      <w:r>
        <w:t>277.1184</w:t>
      </w:r>
      <w:r>
        <w:tab/>
        <w:t>2.025e0</w:t>
      </w:r>
    </w:p>
    <w:p w:rsidR="007B2329" w:rsidRDefault="007B2329" w:rsidP="007B2329">
      <w:r>
        <w:t>277.1205</w:t>
      </w:r>
      <w:r>
        <w:tab/>
        <w:t>1.013e0</w:t>
      </w:r>
    </w:p>
    <w:p w:rsidR="007B2329" w:rsidRDefault="007B2329" w:rsidP="007B2329">
      <w:r>
        <w:t>277.1347</w:t>
      </w:r>
      <w:r>
        <w:tab/>
        <w:t>2.025e0</w:t>
      </w:r>
    </w:p>
    <w:p w:rsidR="007B2329" w:rsidRDefault="007B2329" w:rsidP="007B2329">
      <w:r>
        <w:t>277.1555</w:t>
      </w:r>
      <w:r>
        <w:tab/>
        <w:t>1.013e0</w:t>
      </w:r>
    </w:p>
    <w:p w:rsidR="007B2329" w:rsidRDefault="007B2329" w:rsidP="007B2329">
      <w:r>
        <w:t>277.1566</w:t>
      </w:r>
      <w:r>
        <w:tab/>
        <w:t>1.791e0</w:t>
      </w:r>
    </w:p>
    <w:p w:rsidR="007B2329" w:rsidRDefault="007B2329" w:rsidP="007B2329">
      <w:r>
        <w:t>277.1652</w:t>
      </w:r>
      <w:r>
        <w:tab/>
        <w:t>2.038e0</w:t>
      </w:r>
    </w:p>
    <w:p w:rsidR="007B2329" w:rsidRDefault="007B2329" w:rsidP="007B2329">
      <w:r>
        <w:t>277.1830</w:t>
      </w:r>
      <w:r>
        <w:tab/>
        <w:t>4.051e0</w:t>
      </w:r>
    </w:p>
    <w:p w:rsidR="007B2329" w:rsidRDefault="007B2329" w:rsidP="007B2329">
      <w:r>
        <w:t>277.1908</w:t>
      </w:r>
      <w:r>
        <w:tab/>
        <w:t>3.038e0</w:t>
      </w:r>
    </w:p>
    <w:p w:rsidR="007B2329" w:rsidRDefault="007B2329" w:rsidP="007B2329">
      <w:r>
        <w:t>277.2027</w:t>
      </w:r>
      <w:r>
        <w:tab/>
        <w:t>3.798e-2</w:t>
      </w:r>
    </w:p>
    <w:p w:rsidR="007B2329" w:rsidRDefault="007B2329" w:rsidP="007B2329">
      <w:r>
        <w:t>277.2077</w:t>
      </w:r>
      <w:r>
        <w:tab/>
        <w:t>1.013e0</w:t>
      </w:r>
    </w:p>
    <w:p w:rsidR="007B2329" w:rsidRDefault="007B2329" w:rsidP="007B2329">
      <w:r>
        <w:t>277.2128</w:t>
      </w:r>
      <w:r>
        <w:tab/>
        <w:t>2.025e0</w:t>
      </w:r>
    </w:p>
    <w:p w:rsidR="007B2329" w:rsidRDefault="007B2329" w:rsidP="007B2329">
      <w:r>
        <w:t>277.2281</w:t>
      </w:r>
      <w:r>
        <w:tab/>
        <w:t>2.532e-2</w:t>
      </w:r>
    </w:p>
    <w:p w:rsidR="007B2329" w:rsidRDefault="007B2329" w:rsidP="007B2329">
      <w:r>
        <w:lastRenderedPageBreak/>
        <w:t>277.2478</w:t>
      </w:r>
      <w:r>
        <w:tab/>
        <w:t>2.025e0</w:t>
      </w:r>
    </w:p>
    <w:p w:rsidR="007B2329" w:rsidRDefault="007B2329" w:rsidP="007B2329">
      <w:r>
        <w:t>277.2572</w:t>
      </w:r>
      <w:r>
        <w:tab/>
        <w:t>1.013e0</w:t>
      </w:r>
    </w:p>
    <w:p w:rsidR="007B2329" w:rsidRDefault="007B2329" w:rsidP="007B2329">
      <w:r>
        <w:t>277.2840</w:t>
      </w:r>
      <w:r>
        <w:tab/>
        <w:t>3.038e0</w:t>
      </w:r>
    </w:p>
    <w:p w:rsidR="007B2329" w:rsidRDefault="007B2329" w:rsidP="007B2329">
      <w:r>
        <w:t>277.3006</w:t>
      </w:r>
      <w:r>
        <w:tab/>
        <w:t>1.013e0</w:t>
      </w:r>
    </w:p>
    <w:p w:rsidR="007B2329" w:rsidRDefault="007B2329" w:rsidP="007B2329">
      <w:r>
        <w:t>277.3198</w:t>
      </w:r>
      <w:r>
        <w:tab/>
        <w:t>1.013e0</w:t>
      </w:r>
    </w:p>
    <w:p w:rsidR="007B2329" w:rsidRDefault="007B2329" w:rsidP="007B2329">
      <w:r>
        <w:t>277.3238</w:t>
      </w:r>
      <w:r>
        <w:tab/>
        <w:t>1.013e0</w:t>
      </w:r>
    </w:p>
    <w:p w:rsidR="007B2329" w:rsidRDefault="007B2329" w:rsidP="007B2329">
      <w:r>
        <w:t>277.3278</w:t>
      </w:r>
      <w:r>
        <w:tab/>
        <w:t>1.013e0</w:t>
      </w:r>
    </w:p>
    <w:p w:rsidR="007B2329" w:rsidRDefault="007B2329" w:rsidP="007B2329">
      <w:r>
        <w:t>277.3358</w:t>
      </w:r>
      <w:r>
        <w:tab/>
        <w:t>1.013e0</w:t>
      </w:r>
    </w:p>
    <w:p w:rsidR="007B2329" w:rsidRDefault="007B2329" w:rsidP="007B2329">
      <w:r>
        <w:t>277.3590</w:t>
      </w:r>
      <w:r>
        <w:tab/>
        <w:t>1.013e0</w:t>
      </w:r>
    </w:p>
    <w:p w:rsidR="007B2329" w:rsidRDefault="007B2329" w:rsidP="007B2329">
      <w:r>
        <w:t>277.3672</w:t>
      </w:r>
      <w:r>
        <w:tab/>
        <w:t>1.013e0</w:t>
      </w:r>
    </w:p>
    <w:p w:rsidR="007B2329" w:rsidRDefault="007B2329" w:rsidP="007B2329">
      <w:r>
        <w:t>277.3983</w:t>
      </w:r>
      <w:r>
        <w:tab/>
        <w:t>2.025e0</w:t>
      </w:r>
    </w:p>
    <w:p w:rsidR="007B2329" w:rsidRDefault="007B2329" w:rsidP="007B2329">
      <w:r>
        <w:t>277.4166</w:t>
      </w:r>
      <w:r>
        <w:tab/>
        <w:t>1.013e0</w:t>
      </w:r>
    </w:p>
    <w:p w:rsidR="007B2329" w:rsidRDefault="007B2329" w:rsidP="007B2329">
      <w:r>
        <w:t>277.4216</w:t>
      </w:r>
      <w:r>
        <w:tab/>
        <w:t>1.013e0</w:t>
      </w:r>
    </w:p>
    <w:p w:rsidR="007B2329" w:rsidRDefault="007B2329" w:rsidP="007B2329">
      <w:r>
        <w:t>277.4240</w:t>
      </w:r>
      <w:r>
        <w:tab/>
        <w:t>2.025e0</w:t>
      </w:r>
    </w:p>
    <w:p w:rsidR="007B2329" w:rsidRDefault="007B2329" w:rsidP="007B2329">
      <w:r>
        <w:t>277.4375</w:t>
      </w:r>
      <w:r>
        <w:tab/>
        <w:t>1.013e0</w:t>
      </w:r>
    </w:p>
    <w:p w:rsidR="007B2329" w:rsidRDefault="007B2329" w:rsidP="007B2329">
      <w:r>
        <w:t>277.4542</w:t>
      </w:r>
      <w:r>
        <w:tab/>
        <w:t>2.025e0</w:t>
      </w:r>
    </w:p>
    <w:p w:rsidR="007B2329" w:rsidRDefault="007B2329" w:rsidP="007B2329">
      <w:r>
        <w:t>277.4648</w:t>
      </w:r>
      <w:r>
        <w:tab/>
        <w:t>1.013e0</w:t>
      </w:r>
    </w:p>
    <w:p w:rsidR="007B2329" w:rsidRDefault="007B2329" w:rsidP="007B2329">
      <w:r>
        <w:t>277.4879</w:t>
      </w:r>
      <w:r>
        <w:tab/>
        <w:t>1.013e0</w:t>
      </w:r>
    </w:p>
    <w:p w:rsidR="007B2329" w:rsidRDefault="007B2329" w:rsidP="007B2329">
      <w:r>
        <w:t>277.4921</w:t>
      </w:r>
      <w:r>
        <w:tab/>
        <w:t>1.013e0</w:t>
      </w:r>
    </w:p>
    <w:p w:rsidR="007B2329" w:rsidRDefault="007B2329" w:rsidP="007B2329">
      <w:r>
        <w:lastRenderedPageBreak/>
        <w:t>277.5001</w:t>
      </w:r>
      <w:r>
        <w:tab/>
        <w:t>1.013e0</w:t>
      </w:r>
    </w:p>
    <w:p w:rsidR="007B2329" w:rsidRDefault="007B2329" w:rsidP="007B2329">
      <w:r>
        <w:t>277.5234</w:t>
      </w:r>
      <w:r>
        <w:tab/>
        <w:t>2.025e0</w:t>
      </w:r>
    </w:p>
    <w:p w:rsidR="007B2329" w:rsidRDefault="007B2329" w:rsidP="007B2329">
      <w:r>
        <w:t>277.5313</w:t>
      </w:r>
      <w:r>
        <w:tab/>
        <w:t>3.038e0</w:t>
      </w:r>
    </w:p>
    <w:p w:rsidR="007B2329" w:rsidRDefault="007B2329" w:rsidP="007B2329">
      <w:r>
        <w:t>277.5353</w:t>
      </w:r>
      <w:r>
        <w:tab/>
        <w:t>1.013e0</w:t>
      </w:r>
    </w:p>
    <w:p w:rsidR="007B2329" w:rsidRDefault="007B2329" w:rsidP="007B2329">
      <w:r>
        <w:t>277.5769</w:t>
      </w:r>
      <w:r>
        <w:tab/>
        <w:t>3.038e0</w:t>
      </w:r>
    </w:p>
    <w:p w:rsidR="007B2329" w:rsidRDefault="007B2329" w:rsidP="007B2329">
      <w:r>
        <w:t>277.5938</w:t>
      </w:r>
      <w:r>
        <w:tab/>
        <w:t>2.025e0</w:t>
      </w:r>
    </w:p>
    <w:p w:rsidR="007B2329" w:rsidRDefault="007B2329" w:rsidP="007B2329">
      <w:r>
        <w:t>277.6027</w:t>
      </w:r>
      <w:r>
        <w:tab/>
        <w:t>2.025e0</w:t>
      </w:r>
    </w:p>
    <w:p w:rsidR="007B2329" w:rsidRDefault="007B2329" w:rsidP="007B2329">
      <w:r>
        <w:t>277.6057</w:t>
      </w:r>
      <w:r>
        <w:tab/>
        <w:t>1.013e0</w:t>
      </w:r>
    </w:p>
    <w:p w:rsidR="007B2329" w:rsidRDefault="007B2329" w:rsidP="007B2329">
      <w:r>
        <w:t>277.6103</w:t>
      </w:r>
      <w:r>
        <w:tab/>
        <w:t>1.013e0</w:t>
      </w:r>
    </w:p>
    <w:p w:rsidR="007B2329" w:rsidRDefault="007B2329" w:rsidP="007B2329">
      <w:r>
        <w:t>277.6371</w:t>
      </w:r>
      <w:r>
        <w:tab/>
        <w:t>1.013e0</w:t>
      </w:r>
    </w:p>
    <w:p w:rsidR="007B2329" w:rsidRDefault="007B2329" w:rsidP="007B2329">
      <w:r>
        <w:t>277.6487</w:t>
      </w:r>
      <w:r>
        <w:tab/>
        <w:t>2.025e0</w:t>
      </w:r>
    </w:p>
    <w:p w:rsidR="007B2329" w:rsidRDefault="007B2329" w:rsidP="007B2329">
      <w:r>
        <w:t>277.6562</w:t>
      </w:r>
      <w:r>
        <w:tab/>
        <w:t>1.013e0</w:t>
      </w:r>
    </w:p>
    <w:p w:rsidR="007B2329" w:rsidRDefault="007B2329" w:rsidP="007B2329">
      <w:r>
        <w:t>277.6603</w:t>
      </w:r>
      <w:r>
        <w:tab/>
        <w:t>1.013e0</w:t>
      </w:r>
    </w:p>
    <w:p w:rsidR="007B2329" w:rsidRDefault="007B2329" w:rsidP="007B2329">
      <w:r>
        <w:t>277.6725</w:t>
      </w:r>
      <w:r>
        <w:tab/>
        <w:t>1.013e0</w:t>
      </w:r>
    </w:p>
    <w:p w:rsidR="007B2329" w:rsidRDefault="007B2329" w:rsidP="007B2329">
      <w:r>
        <w:t>277.6868</w:t>
      </w:r>
      <w:r>
        <w:tab/>
        <w:t>1.013e0</w:t>
      </w:r>
    </w:p>
    <w:p w:rsidR="007B2329" w:rsidRDefault="007B2329" w:rsidP="007B2329">
      <w:r>
        <w:t>277.6958</w:t>
      </w:r>
      <w:r>
        <w:tab/>
        <w:t>4.051e0</w:t>
      </w:r>
    </w:p>
    <w:p w:rsidR="007B2329" w:rsidRDefault="007B2329" w:rsidP="007B2329">
      <w:r>
        <w:t>277.6996</w:t>
      </w:r>
      <w:r>
        <w:tab/>
        <w:t>1.013e0</w:t>
      </w:r>
    </w:p>
    <w:p w:rsidR="007B2329" w:rsidRDefault="007B2329" w:rsidP="007B2329">
      <w:r>
        <w:t>277.7153</w:t>
      </w:r>
      <w:r>
        <w:tab/>
        <w:t>2.025e0</w:t>
      </w:r>
    </w:p>
    <w:p w:rsidR="007B2329" w:rsidRDefault="007B2329" w:rsidP="007B2329">
      <w:r>
        <w:t>277.7308</w:t>
      </w:r>
      <w:r>
        <w:tab/>
        <w:t>1.013e0</w:t>
      </w:r>
    </w:p>
    <w:p w:rsidR="007B2329" w:rsidRDefault="007B2329" w:rsidP="007B2329">
      <w:r>
        <w:lastRenderedPageBreak/>
        <w:t>277.7351</w:t>
      </w:r>
      <w:r>
        <w:tab/>
        <w:t>2.025e0</w:t>
      </w:r>
    </w:p>
    <w:p w:rsidR="007B2329" w:rsidRDefault="007B2329" w:rsidP="007B2329">
      <w:r>
        <w:t>277.7480</w:t>
      </w:r>
      <w:r>
        <w:tab/>
        <w:t>1.013e0</w:t>
      </w:r>
    </w:p>
    <w:p w:rsidR="007B2329" w:rsidRDefault="007B2329" w:rsidP="007B2329">
      <w:r>
        <w:t>277.7531</w:t>
      </w:r>
      <w:r>
        <w:tab/>
        <w:t>1.013e0</w:t>
      </w:r>
    </w:p>
    <w:p w:rsidR="007B2329" w:rsidRDefault="007B2329" w:rsidP="007B2329">
      <w:r>
        <w:t>277.7587</w:t>
      </w:r>
      <w:r>
        <w:tab/>
        <w:t>2.025e0</w:t>
      </w:r>
    </w:p>
    <w:p w:rsidR="007B2329" w:rsidRDefault="007B2329" w:rsidP="007B2329">
      <w:r>
        <w:t>277.7661</w:t>
      </w:r>
      <w:r>
        <w:tab/>
        <w:t>1.013e0</w:t>
      </w:r>
    </w:p>
    <w:p w:rsidR="007B2329" w:rsidRDefault="007B2329" w:rsidP="007B2329">
      <w:r>
        <w:t>277.7973</w:t>
      </w:r>
      <w:r>
        <w:tab/>
        <w:t>1.013e0</w:t>
      </w:r>
    </w:p>
    <w:p w:rsidR="007B2329" w:rsidRDefault="007B2329" w:rsidP="007B2329">
      <w:r>
        <w:t>277.8014</w:t>
      </w:r>
      <w:r>
        <w:tab/>
        <w:t>1.013e0</w:t>
      </w:r>
    </w:p>
    <w:p w:rsidR="007B2329" w:rsidRDefault="007B2329" w:rsidP="007B2329">
      <w:r>
        <w:t>277.8286</w:t>
      </w:r>
      <w:r>
        <w:tab/>
        <w:t>1.013e0</w:t>
      </w:r>
    </w:p>
    <w:p w:rsidR="007B2329" w:rsidRDefault="007B2329" w:rsidP="007B2329">
      <w:r>
        <w:t>277.8367</w:t>
      </w:r>
      <w:r>
        <w:tab/>
        <w:t>1.013e0</w:t>
      </w:r>
    </w:p>
    <w:p w:rsidR="007B2329" w:rsidRDefault="007B2329" w:rsidP="007B2329">
      <w:r>
        <w:t>277.8392</w:t>
      </w:r>
      <w:r>
        <w:tab/>
        <w:t>2.025e0</w:t>
      </w:r>
    </w:p>
    <w:p w:rsidR="007B2329" w:rsidRDefault="007B2329" w:rsidP="007B2329">
      <w:r>
        <w:t>277.8639</w:t>
      </w:r>
      <w:r>
        <w:tab/>
        <w:t>4.051e0</w:t>
      </w:r>
    </w:p>
    <w:p w:rsidR="007B2329" w:rsidRDefault="007B2329" w:rsidP="007B2329">
      <w:r>
        <w:t>277.8699</w:t>
      </w:r>
      <w:r>
        <w:tab/>
        <w:t>2.025e0</w:t>
      </w:r>
    </w:p>
    <w:p w:rsidR="007B2329" w:rsidRDefault="007B2329" w:rsidP="007B2329">
      <w:r>
        <w:t>277.8720</w:t>
      </w:r>
      <w:r>
        <w:tab/>
        <w:t>1.013e0</w:t>
      </w:r>
    </w:p>
    <w:p w:rsidR="007B2329" w:rsidRDefault="007B2329" w:rsidP="007B2329">
      <w:r>
        <w:t>277.8806</w:t>
      </w:r>
      <w:r>
        <w:tab/>
        <w:t>1.013e0</w:t>
      </w:r>
    </w:p>
    <w:p w:rsidR="007B2329" w:rsidRDefault="007B2329" w:rsidP="007B2329">
      <w:r>
        <w:t>277.8859</w:t>
      </w:r>
      <w:r>
        <w:tab/>
        <w:t>1.013e0</w:t>
      </w:r>
    </w:p>
    <w:p w:rsidR="007B2329" w:rsidRDefault="007B2329" w:rsidP="007B2329">
      <w:r>
        <w:t>277.8991</w:t>
      </w:r>
      <w:r>
        <w:tab/>
        <w:t>1.013e0</w:t>
      </w:r>
    </w:p>
    <w:p w:rsidR="007B2329" w:rsidRDefault="007B2329" w:rsidP="007B2329">
      <w:r>
        <w:t>277.9113</w:t>
      </w:r>
      <w:r>
        <w:tab/>
        <w:t>1.013e0</w:t>
      </w:r>
    </w:p>
    <w:p w:rsidR="007B2329" w:rsidRDefault="007B2329" w:rsidP="007B2329">
      <w:r>
        <w:t>277.9214</w:t>
      </w:r>
      <w:r>
        <w:tab/>
        <w:t>1.013e0</w:t>
      </w:r>
    </w:p>
    <w:p w:rsidR="007B2329" w:rsidRDefault="007B2329" w:rsidP="007B2329">
      <w:r>
        <w:t>277.9266</w:t>
      </w:r>
      <w:r>
        <w:tab/>
        <w:t>2.025e0</w:t>
      </w:r>
    </w:p>
    <w:p w:rsidR="007B2329" w:rsidRDefault="007B2329" w:rsidP="007B2329">
      <w:r>
        <w:lastRenderedPageBreak/>
        <w:t>277.9521</w:t>
      </w:r>
      <w:r>
        <w:tab/>
        <w:t>1.013e0</w:t>
      </w:r>
    </w:p>
    <w:p w:rsidR="007B2329" w:rsidRDefault="007B2329" w:rsidP="007B2329">
      <w:r>
        <w:t>277.9630</w:t>
      </w:r>
      <w:r>
        <w:tab/>
        <w:t>2.025e0</w:t>
      </w:r>
    </w:p>
    <w:p w:rsidR="007B2329" w:rsidRDefault="007B2329" w:rsidP="007B2329">
      <w:r>
        <w:t>277.9690</w:t>
      </w:r>
      <w:r>
        <w:tab/>
        <w:t>6.076e0</w:t>
      </w:r>
    </w:p>
    <w:p w:rsidR="007B2329" w:rsidRDefault="007B2329" w:rsidP="007B2329">
      <w:r>
        <w:t>277.9737</w:t>
      </w:r>
      <w:r>
        <w:tab/>
        <w:t>1.013e0</w:t>
      </w:r>
    </w:p>
    <w:p w:rsidR="007B2329" w:rsidRDefault="007B2329" w:rsidP="007B2329">
      <w:r>
        <w:t>277.9878</w:t>
      </w:r>
      <w:r>
        <w:tab/>
        <w:t>1.013e0</w:t>
      </w:r>
    </w:p>
    <w:p w:rsidR="007B2329" w:rsidRDefault="007B2329" w:rsidP="007B2329">
      <w:r>
        <w:t>278.0050</w:t>
      </w:r>
      <w:r>
        <w:tab/>
        <w:t>1.013e0</w:t>
      </w:r>
    </w:p>
    <w:p w:rsidR="007B2329" w:rsidRDefault="007B2329" w:rsidP="007B2329">
      <w:r>
        <w:t>278.0068</w:t>
      </w:r>
      <w:r>
        <w:tab/>
        <w:t>2.025e0</w:t>
      </w:r>
    </w:p>
    <w:p w:rsidR="007B2329" w:rsidRDefault="007B2329" w:rsidP="007B2329">
      <w:r>
        <w:t>278.0133</w:t>
      </w:r>
      <w:r>
        <w:tab/>
        <w:t>1.013e0</w:t>
      </w:r>
    </w:p>
    <w:p w:rsidR="007B2329" w:rsidRDefault="007B2329" w:rsidP="007B2329">
      <w:r>
        <w:t>278.0283</w:t>
      </w:r>
      <w:r>
        <w:tab/>
        <w:t>1.013e0</w:t>
      </w:r>
    </w:p>
    <w:p w:rsidR="007B2329" w:rsidRDefault="007B2329" w:rsidP="007B2329">
      <w:r>
        <w:t>278.0542</w:t>
      </w:r>
      <w:r>
        <w:tab/>
        <w:t>1.013e0</w:t>
      </w:r>
    </w:p>
    <w:p w:rsidR="007B2329" w:rsidRDefault="007B2329" w:rsidP="007B2329">
      <w:r>
        <w:t>278.0730</w:t>
      </w:r>
      <w:r>
        <w:tab/>
        <w:t>3.038e0</w:t>
      </w:r>
    </w:p>
    <w:p w:rsidR="007B2329" w:rsidRDefault="007B2329" w:rsidP="007B2329">
      <w:r>
        <w:t>278.0759</w:t>
      </w:r>
      <w:r>
        <w:tab/>
        <w:t>2.025e0</w:t>
      </w:r>
    </w:p>
    <w:p w:rsidR="007B2329" w:rsidRDefault="007B2329" w:rsidP="007B2329">
      <w:r>
        <w:t>278.0820</w:t>
      </w:r>
      <w:r>
        <w:tab/>
        <w:t>2.038e0</w:t>
      </w:r>
    </w:p>
    <w:p w:rsidR="007B2329" w:rsidRDefault="007B2329" w:rsidP="007B2329">
      <w:r>
        <w:t>278.0872</w:t>
      </w:r>
      <w:r>
        <w:tab/>
        <w:t>1.755e0</w:t>
      </w:r>
    </w:p>
    <w:p w:rsidR="007B2329" w:rsidRDefault="007B2329" w:rsidP="007B2329">
      <w:r>
        <w:t>278.0948</w:t>
      </w:r>
      <w:r>
        <w:tab/>
        <w:t>1.013e0</w:t>
      </w:r>
    </w:p>
    <w:p w:rsidR="007B2329" w:rsidRDefault="007B2329" w:rsidP="007B2329">
      <w:r>
        <w:t>278.0988</w:t>
      </w:r>
      <w:r>
        <w:tab/>
        <w:t>3.038e0</w:t>
      </w:r>
    </w:p>
    <w:p w:rsidR="007B2329" w:rsidRDefault="007B2329" w:rsidP="007B2329">
      <w:r>
        <w:t>278.1257</w:t>
      </w:r>
      <w:r>
        <w:tab/>
        <w:t>1.013e0</w:t>
      </w:r>
    </w:p>
    <w:p w:rsidR="007B2329" w:rsidRDefault="007B2329" w:rsidP="007B2329">
      <w:r>
        <w:t>278.1728</w:t>
      </w:r>
      <w:r>
        <w:tab/>
        <w:t>3.074e0</w:t>
      </w:r>
    </w:p>
    <w:p w:rsidR="007B2329" w:rsidRDefault="007B2329" w:rsidP="007B2329">
      <w:r>
        <w:t>278.1751</w:t>
      </w:r>
      <w:r>
        <w:tab/>
        <w:t>1.452e0</w:t>
      </w:r>
    </w:p>
    <w:p w:rsidR="007B2329" w:rsidRDefault="007B2329" w:rsidP="007B2329">
      <w:r>
        <w:lastRenderedPageBreak/>
        <w:t>278.1772</w:t>
      </w:r>
      <w:r>
        <w:tab/>
        <w:t>2.025e0</w:t>
      </w:r>
    </w:p>
    <w:p w:rsidR="007B2329" w:rsidRDefault="007B2329" w:rsidP="007B2329">
      <w:r>
        <w:t>278.1967</w:t>
      </w:r>
      <w:r>
        <w:tab/>
        <w:t>1.013e0</w:t>
      </w:r>
    </w:p>
    <w:p w:rsidR="007B2329" w:rsidRDefault="007B2329" w:rsidP="007B2329">
      <w:r>
        <w:t>278.2137</w:t>
      </w:r>
      <w:r>
        <w:tab/>
        <w:t>1.025e0</w:t>
      </w:r>
    </w:p>
    <w:p w:rsidR="007B2329" w:rsidRDefault="007B2329" w:rsidP="007B2329">
      <w:r>
        <w:t>278.2254</w:t>
      </w:r>
      <w:r>
        <w:tab/>
        <w:t>2.025e0</w:t>
      </w:r>
    </w:p>
    <w:p w:rsidR="007B2329" w:rsidRDefault="007B2329" w:rsidP="007B2329">
      <w:r>
        <w:t>278.2271</w:t>
      </w:r>
      <w:r>
        <w:tab/>
        <w:t>4.051e0</w:t>
      </w:r>
    </w:p>
    <w:p w:rsidR="007B2329" w:rsidRDefault="007B2329" w:rsidP="007B2329">
      <w:r>
        <w:t>278.2552</w:t>
      </w:r>
      <w:r>
        <w:tab/>
        <w:t>1.025e0</w:t>
      </w:r>
    </w:p>
    <w:p w:rsidR="007B2329" w:rsidRDefault="007B2329" w:rsidP="007B2329">
      <w:r>
        <w:t>278.2633</w:t>
      </w:r>
      <w:r>
        <w:tab/>
        <w:t>1.013e0</w:t>
      </w:r>
    </w:p>
    <w:p w:rsidR="007B2329" w:rsidRDefault="007B2329" w:rsidP="007B2329">
      <w:r>
        <w:t>278.2671</w:t>
      </w:r>
      <w:r>
        <w:tab/>
        <w:t>2.025e0</w:t>
      </w:r>
    </w:p>
    <w:p w:rsidR="007B2329" w:rsidRDefault="007B2329" w:rsidP="007B2329">
      <w:r>
        <w:t>278.2841</w:t>
      </w:r>
      <w:r>
        <w:tab/>
        <w:t>1.013e0</w:t>
      </w:r>
    </w:p>
    <w:p w:rsidR="007B2329" w:rsidRDefault="007B2329" w:rsidP="007B2329">
      <w:r>
        <w:t>278.2949</w:t>
      </w:r>
      <w:r>
        <w:tab/>
        <w:t>2.532e-2</w:t>
      </w:r>
    </w:p>
    <w:p w:rsidR="007B2329" w:rsidRDefault="007B2329" w:rsidP="007B2329">
      <w:r>
        <w:t>278.3023</w:t>
      </w:r>
      <w:r>
        <w:tab/>
        <w:t>1.013e0</w:t>
      </w:r>
    </w:p>
    <w:p w:rsidR="007B2329" w:rsidRDefault="007B2329" w:rsidP="007B2329">
      <w:r>
        <w:t>278.3104</w:t>
      </w:r>
      <w:r>
        <w:tab/>
        <w:t>1.013e0</w:t>
      </w:r>
    </w:p>
    <w:p w:rsidR="007B2329" w:rsidRDefault="007B2329" w:rsidP="007B2329">
      <w:r>
        <w:t>278.3849</w:t>
      </w:r>
      <w:r>
        <w:tab/>
        <w:t>2.025e0</w:t>
      </w:r>
    </w:p>
    <w:p w:rsidR="007B2329" w:rsidRDefault="007B2329" w:rsidP="007B2329">
      <w:r>
        <w:t>278.3914</w:t>
      </w:r>
      <w:r>
        <w:tab/>
        <w:t>1.013e0</w:t>
      </w:r>
    </w:p>
    <w:p w:rsidR="007B2329" w:rsidRDefault="007B2329" w:rsidP="007B2329">
      <w:r>
        <w:t>278.3976</w:t>
      </w:r>
      <w:r>
        <w:tab/>
        <w:t>5.063e0</w:t>
      </w:r>
    </w:p>
    <w:p w:rsidR="007B2329" w:rsidRDefault="007B2329" w:rsidP="007B2329">
      <w:r>
        <w:t>278.4002</w:t>
      </w:r>
      <w:r>
        <w:tab/>
        <w:t>1.013e0</w:t>
      </w:r>
    </w:p>
    <w:p w:rsidR="007B2329" w:rsidRDefault="007B2329" w:rsidP="007B2329">
      <w:r>
        <w:t>278.4121</w:t>
      </w:r>
      <w:r>
        <w:tab/>
        <w:t>3.038e0</w:t>
      </w:r>
    </w:p>
    <w:p w:rsidR="007B2329" w:rsidRDefault="007B2329" w:rsidP="007B2329">
      <w:r>
        <w:t>278.4221</w:t>
      </w:r>
      <w:r>
        <w:tab/>
        <w:t>1.013e0</w:t>
      </w:r>
    </w:p>
    <w:p w:rsidR="007B2329" w:rsidRDefault="007B2329" w:rsidP="007B2329">
      <w:r>
        <w:t>278.4316</w:t>
      </w:r>
      <w:r>
        <w:tab/>
        <w:t>1.013e0</w:t>
      </w:r>
    </w:p>
    <w:p w:rsidR="007B2329" w:rsidRDefault="007B2329" w:rsidP="007B2329">
      <w:r>
        <w:lastRenderedPageBreak/>
        <w:t>278.4354</w:t>
      </w:r>
      <w:r>
        <w:tab/>
        <w:t>1.013e0</w:t>
      </w:r>
    </w:p>
    <w:p w:rsidR="007B2329" w:rsidRDefault="007B2329" w:rsidP="007B2329">
      <w:r>
        <w:t>278.4436</w:t>
      </w:r>
      <w:r>
        <w:tab/>
        <w:t>1.013e0</w:t>
      </w:r>
    </w:p>
    <w:p w:rsidR="007B2329" w:rsidRDefault="007B2329" w:rsidP="007B2329">
      <w:r>
        <w:t>278.4579</w:t>
      </w:r>
      <w:r>
        <w:tab/>
        <w:t>1.013e0</w:t>
      </w:r>
    </w:p>
    <w:p w:rsidR="007B2329" w:rsidRDefault="007B2329" w:rsidP="007B2329">
      <w:r>
        <w:t>278.4635</w:t>
      </w:r>
      <w:r>
        <w:tab/>
        <w:t>2.025e0</w:t>
      </w:r>
    </w:p>
    <w:p w:rsidR="007B2329" w:rsidRDefault="007B2329" w:rsidP="007B2329">
      <w:r>
        <w:t>278.4748</w:t>
      </w:r>
      <w:r>
        <w:tab/>
        <w:t>1.107e0</w:t>
      </w:r>
    </w:p>
    <w:p w:rsidR="007B2329" w:rsidRDefault="007B2329" w:rsidP="007B2329">
      <w:r>
        <w:t>278.4863</w:t>
      </w:r>
      <w:r>
        <w:tab/>
        <w:t>4.051e0</w:t>
      </w:r>
    </w:p>
    <w:p w:rsidR="007B2329" w:rsidRDefault="007B2329" w:rsidP="007B2329">
      <w:r>
        <w:t>278.4936</w:t>
      </w:r>
      <w:r>
        <w:tab/>
        <w:t>1.013e0</w:t>
      </w:r>
    </w:p>
    <w:p w:rsidR="007B2329" w:rsidRDefault="007B2329" w:rsidP="007B2329">
      <w:r>
        <w:t>278.5015</w:t>
      </w:r>
      <w:r>
        <w:tab/>
        <w:t>3.038e0</w:t>
      </w:r>
    </w:p>
    <w:p w:rsidR="007B2329" w:rsidRDefault="007B2329" w:rsidP="007B2329">
      <w:r>
        <w:t>278.5061</w:t>
      </w:r>
      <w:r>
        <w:tab/>
        <w:t>2.025e0</w:t>
      </w:r>
    </w:p>
    <w:p w:rsidR="007B2329" w:rsidRDefault="007B2329" w:rsidP="007B2329">
      <w:r>
        <w:t>278.5244</w:t>
      </w:r>
      <w:r>
        <w:tab/>
        <w:t>2.025e0</w:t>
      </w:r>
    </w:p>
    <w:p w:rsidR="007B2329" w:rsidRDefault="007B2329" w:rsidP="007B2329">
      <w:r>
        <w:t>278.5270</w:t>
      </w:r>
      <w:r>
        <w:tab/>
        <w:t>2.025e0</w:t>
      </w:r>
    </w:p>
    <w:p w:rsidR="007B2329" w:rsidRDefault="007B2329" w:rsidP="007B2329">
      <w:r>
        <w:t>278.5295</w:t>
      </w:r>
      <w:r>
        <w:tab/>
        <w:t>2.025e0</w:t>
      </w:r>
    </w:p>
    <w:p w:rsidR="007B2329" w:rsidRDefault="007B2329" w:rsidP="007B2329">
      <w:r>
        <w:t>278.5333</w:t>
      </w:r>
      <w:r>
        <w:tab/>
        <w:t>1.013e0</w:t>
      </w:r>
    </w:p>
    <w:p w:rsidR="007B2329" w:rsidRDefault="007B2329" w:rsidP="007B2329">
      <w:r>
        <w:t>278.5453</w:t>
      </w:r>
      <w:r>
        <w:tab/>
        <w:t>1.013e0</w:t>
      </w:r>
    </w:p>
    <w:p w:rsidR="007B2329" w:rsidRDefault="007B2329" w:rsidP="007B2329">
      <w:r>
        <w:t>278.5532</w:t>
      </w:r>
      <w:r>
        <w:tab/>
        <w:t>2.025e0</w:t>
      </w:r>
    </w:p>
    <w:p w:rsidR="007B2329" w:rsidRDefault="007B2329" w:rsidP="007B2329">
      <w:r>
        <w:t>278.5591</w:t>
      </w:r>
      <w:r>
        <w:tab/>
        <w:t>3.038e0</w:t>
      </w:r>
    </w:p>
    <w:p w:rsidR="007B2329" w:rsidRDefault="007B2329" w:rsidP="007B2329">
      <w:r>
        <w:t>278.5603</w:t>
      </w:r>
      <w:r>
        <w:tab/>
        <w:t>1.013e0</w:t>
      </w:r>
    </w:p>
    <w:p w:rsidR="007B2329" w:rsidRDefault="007B2329" w:rsidP="007B2329">
      <w:r>
        <w:t>278.5902</w:t>
      </w:r>
      <w:r>
        <w:tab/>
        <w:t>6.733e0</w:t>
      </w:r>
    </w:p>
    <w:p w:rsidR="007B2329" w:rsidRDefault="007B2329" w:rsidP="007B2329">
      <w:r>
        <w:t>278.5938</w:t>
      </w:r>
      <w:r>
        <w:tab/>
        <w:t>1.222e1</w:t>
      </w:r>
    </w:p>
    <w:p w:rsidR="007B2329" w:rsidRDefault="007B2329" w:rsidP="007B2329">
      <w:r>
        <w:lastRenderedPageBreak/>
        <w:t>278.5959</w:t>
      </w:r>
      <w:r>
        <w:tab/>
        <w:t>1.013e0</w:t>
      </w:r>
    </w:p>
    <w:p w:rsidR="007B2329" w:rsidRDefault="007B2329" w:rsidP="007B2329">
      <w:r>
        <w:t>278.5987</w:t>
      </w:r>
      <w:r>
        <w:tab/>
        <w:t>2.051e0</w:t>
      </w:r>
    </w:p>
    <w:p w:rsidR="007B2329" w:rsidRDefault="007B2329" w:rsidP="007B2329">
      <w:r>
        <w:t>278.6119</w:t>
      </w:r>
      <w:r>
        <w:tab/>
        <w:t>1.013e0</w:t>
      </w:r>
    </w:p>
    <w:p w:rsidR="007B2329" w:rsidRDefault="007B2329" w:rsidP="007B2329">
      <w:r>
        <w:t>278.6145</w:t>
      </w:r>
      <w:r>
        <w:tab/>
        <w:t>2.025e0</w:t>
      </w:r>
    </w:p>
    <w:p w:rsidR="007B2329" w:rsidRDefault="007B2329" w:rsidP="007B2329">
      <w:r>
        <w:t>278.6164</w:t>
      </w:r>
      <w:r>
        <w:tab/>
        <w:t>2.025e0</w:t>
      </w:r>
    </w:p>
    <w:p w:rsidR="007B2329" w:rsidRDefault="007B2329" w:rsidP="007B2329">
      <w:r>
        <w:t>278.6235</w:t>
      </w:r>
      <w:r>
        <w:tab/>
        <w:t>4.051e0</w:t>
      </w:r>
    </w:p>
    <w:p w:rsidR="007B2329" w:rsidRDefault="007B2329" w:rsidP="007B2329">
      <w:r>
        <w:t>278.6454</w:t>
      </w:r>
      <w:r>
        <w:tab/>
        <w:t>2.025e0</w:t>
      </w:r>
    </w:p>
    <w:p w:rsidR="007B2329" w:rsidRDefault="007B2329" w:rsidP="007B2329">
      <w:r>
        <w:t>278.6522</w:t>
      </w:r>
      <w:r>
        <w:tab/>
        <w:t>1.013e0</w:t>
      </w:r>
    </w:p>
    <w:p w:rsidR="007B2329" w:rsidRDefault="007B2329" w:rsidP="007B2329">
      <w:r>
        <w:t>278.6664</w:t>
      </w:r>
      <w:r>
        <w:tab/>
        <w:t>1.013e0</w:t>
      </w:r>
    </w:p>
    <w:p w:rsidR="007B2329" w:rsidRDefault="007B2329" w:rsidP="007B2329">
      <w:r>
        <w:t>278.6830</w:t>
      </w:r>
      <w:r>
        <w:tab/>
        <w:t>1.013e0</w:t>
      </w:r>
    </w:p>
    <w:p w:rsidR="007B2329" w:rsidRDefault="007B2329" w:rsidP="007B2329">
      <w:r>
        <w:t>278.6842</w:t>
      </w:r>
      <w:r>
        <w:tab/>
        <w:t>4.051e0</w:t>
      </w:r>
    </w:p>
    <w:p w:rsidR="007B2329" w:rsidRDefault="007B2329" w:rsidP="007B2329">
      <w:r>
        <w:t>278.6880</w:t>
      </w:r>
      <w:r>
        <w:tab/>
        <w:t>1.013e0</w:t>
      </w:r>
    </w:p>
    <w:p w:rsidR="007B2329" w:rsidRDefault="007B2329" w:rsidP="007B2329">
      <w:r>
        <w:t>278.7018</w:t>
      </w:r>
      <w:r>
        <w:tab/>
        <w:t>1.013e0</w:t>
      </w:r>
    </w:p>
    <w:p w:rsidR="007B2329" w:rsidRDefault="007B2329" w:rsidP="007B2329">
      <w:r>
        <w:t>278.7100</w:t>
      </w:r>
      <w:r>
        <w:tab/>
        <w:t>1.013e0</w:t>
      </w:r>
    </w:p>
    <w:p w:rsidR="007B2329" w:rsidRDefault="007B2329" w:rsidP="007B2329">
      <w:r>
        <w:t>278.7168</w:t>
      </w:r>
      <w:r>
        <w:tab/>
        <w:t>2.025e0</w:t>
      </w:r>
    </w:p>
    <w:p w:rsidR="007B2329" w:rsidRDefault="007B2329" w:rsidP="007B2329">
      <w:r>
        <w:t>278.7193</w:t>
      </w:r>
      <w:r>
        <w:tab/>
        <w:t>2.025e0</w:t>
      </w:r>
    </w:p>
    <w:p w:rsidR="007B2329" w:rsidRDefault="007B2329" w:rsidP="007B2329">
      <w:r>
        <w:t>278.7351</w:t>
      </w:r>
      <w:r>
        <w:tab/>
        <w:t>2.025e0</w:t>
      </w:r>
    </w:p>
    <w:p w:rsidR="007B2329" w:rsidRDefault="007B2329" w:rsidP="007B2329">
      <w:r>
        <w:t>278.7371</w:t>
      </w:r>
      <w:r>
        <w:tab/>
        <w:t>1.013e0</w:t>
      </w:r>
    </w:p>
    <w:p w:rsidR="007B2329" w:rsidRDefault="007B2329" w:rsidP="007B2329">
      <w:r>
        <w:t>278.7473</w:t>
      </w:r>
      <w:r>
        <w:tab/>
        <w:t>2.038e0</w:t>
      </w:r>
    </w:p>
    <w:p w:rsidR="007B2329" w:rsidRDefault="007B2329" w:rsidP="007B2329">
      <w:r>
        <w:lastRenderedPageBreak/>
        <w:t>278.7606</w:t>
      </w:r>
      <w:r>
        <w:tab/>
        <w:t>2.025e0</w:t>
      </w:r>
    </w:p>
    <w:p w:rsidR="007B2329" w:rsidRDefault="007B2329" w:rsidP="007B2329">
      <w:r>
        <w:t>278.7644</w:t>
      </w:r>
      <w:r>
        <w:tab/>
        <w:t>1.013e0</w:t>
      </w:r>
    </w:p>
    <w:p w:rsidR="007B2329" w:rsidRDefault="007B2329" w:rsidP="007B2329">
      <w:r>
        <w:t>278.7785</w:t>
      </w:r>
      <w:r>
        <w:tab/>
        <w:t>2.025e0</w:t>
      </w:r>
    </w:p>
    <w:p w:rsidR="007B2329" w:rsidRDefault="007B2329" w:rsidP="007B2329">
      <w:r>
        <w:t>278.7853</w:t>
      </w:r>
      <w:r>
        <w:tab/>
        <w:t>2.025e0</w:t>
      </w:r>
    </w:p>
    <w:p w:rsidR="007B2329" w:rsidRDefault="007B2329" w:rsidP="007B2329">
      <w:r>
        <w:t>278.7917</w:t>
      </w:r>
      <w:r>
        <w:tab/>
        <w:t>2.025e0</w:t>
      </w:r>
    </w:p>
    <w:p w:rsidR="007B2329" w:rsidRDefault="007B2329" w:rsidP="007B2329">
      <w:r>
        <w:t>278.8117</w:t>
      </w:r>
      <w:r>
        <w:tab/>
        <w:t>1.013e0</w:t>
      </w:r>
    </w:p>
    <w:p w:rsidR="007B2329" w:rsidRDefault="007B2329" w:rsidP="007B2329">
      <w:r>
        <w:t>278.8311</w:t>
      </w:r>
      <w:r>
        <w:tab/>
        <w:t>1.013e0</w:t>
      </w:r>
    </w:p>
    <w:p w:rsidR="007B2329" w:rsidRDefault="007B2329" w:rsidP="007B2329">
      <w:r>
        <w:t>278.8349</w:t>
      </w:r>
      <w:r>
        <w:tab/>
        <w:t>1.013e0</w:t>
      </w:r>
    </w:p>
    <w:p w:rsidR="007B2329" w:rsidRDefault="007B2329" w:rsidP="007B2329">
      <w:r>
        <w:t>278.8518</w:t>
      </w:r>
      <w:r>
        <w:tab/>
        <w:t>2.532e-2</w:t>
      </w:r>
    </w:p>
    <w:p w:rsidR="007B2329" w:rsidRDefault="007B2329" w:rsidP="007B2329">
      <w:r>
        <w:t>278.8663</w:t>
      </w:r>
      <w:r>
        <w:tab/>
        <w:t>1.013e0</w:t>
      </w:r>
    </w:p>
    <w:p w:rsidR="007B2329" w:rsidRDefault="007B2329" w:rsidP="007B2329">
      <w:r>
        <w:t>278.8825</w:t>
      </w:r>
      <w:r>
        <w:tab/>
        <w:t>1.013e0</w:t>
      </w:r>
    </w:p>
    <w:p w:rsidR="007B2329" w:rsidRDefault="007B2329" w:rsidP="007B2329">
      <w:r>
        <w:t>278.8877</w:t>
      </w:r>
      <w:r>
        <w:tab/>
        <w:t>1.013e0</w:t>
      </w:r>
    </w:p>
    <w:p w:rsidR="007B2329" w:rsidRDefault="007B2329" w:rsidP="007B2329">
      <w:r>
        <w:t>278.8928</w:t>
      </w:r>
      <w:r>
        <w:tab/>
        <w:t>1.013e0</w:t>
      </w:r>
    </w:p>
    <w:p w:rsidR="007B2329" w:rsidRDefault="007B2329" w:rsidP="007B2329">
      <w:r>
        <w:t>278.9055</w:t>
      </w:r>
      <w:r>
        <w:tab/>
        <w:t>3.038e0</w:t>
      </w:r>
    </w:p>
    <w:p w:rsidR="007B2329" w:rsidRDefault="007B2329" w:rsidP="007B2329">
      <w:r>
        <w:t>278.9096</w:t>
      </w:r>
      <w:r>
        <w:tab/>
        <w:t>1.013e0</w:t>
      </w:r>
    </w:p>
    <w:p w:rsidR="007B2329" w:rsidRDefault="007B2329" w:rsidP="007B2329">
      <w:r>
        <w:t>278.9135</w:t>
      </w:r>
      <w:r>
        <w:tab/>
        <w:t>3.038e0</w:t>
      </w:r>
    </w:p>
    <w:p w:rsidR="007B2329" w:rsidRDefault="007B2329" w:rsidP="007B2329">
      <w:r>
        <w:t>278.9286</w:t>
      </w:r>
      <w:r>
        <w:tab/>
        <w:t>1.013e0</w:t>
      </w:r>
    </w:p>
    <w:p w:rsidR="007B2329" w:rsidRDefault="007B2329" w:rsidP="007B2329">
      <w:r>
        <w:t>278.9491</w:t>
      </w:r>
      <w:r>
        <w:tab/>
        <w:t>2.025e0</w:t>
      </w:r>
    </w:p>
    <w:p w:rsidR="007B2329" w:rsidRDefault="007B2329" w:rsidP="007B2329">
      <w:r>
        <w:t>278.9508</w:t>
      </w:r>
      <w:r>
        <w:tab/>
        <w:t>4.051e0</w:t>
      </w:r>
    </w:p>
    <w:p w:rsidR="007B2329" w:rsidRDefault="007B2329" w:rsidP="007B2329">
      <w:r>
        <w:lastRenderedPageBreak/>
        <w:t>278.9680</w:t>
      </w:r>
      <w:r>
        <w:tab/>
        <w:t>2.025e0</w:t>
      </w:r>
    </w:p>
    <w:p w:rsidR="007B2329" w:rsidRDefault="007B2329" w:rsidP="007B2329">
      <w:r>
        <w:t>278.9958</w:t>
      </w:r>
      <w:r>
        <w:tab/>
        <w:t>2.025e0</w:t>
      </w:r>
    </w:p>
    <w:p w:rsidR="007B2329" w:rsidRDefault="007B2329" w:rsidP="007B2329">
      <w:r>
        <w:t>279.0074</w:t>
      </w:r>
      <w:r>
        <w:tab/>
        <w:t>2.025e0</w:t>
      </w:r>
    </w:p>
    <w:p w:rsidR="007B2329" w:rsidRDefault="007B2329" w:rsidP="007B2329">
      <w:r>
        <w:t>279.0094</w:t>
      </w:r>
      <w:r>
        <w:tab/>
        <w:t>1.025e0</w:t>
      </w:r>
    </w:p>
    <w:p w:rsidR="007B2329" w:rsidRDefault="007B2329" w:rsidP="007B2329">
      <w:r>
        <w:t>279.0116</w:t>
      </w:r>
      <w:r>
        <w:tab/>
        <w:t>2.532e-2</w:t>
      </w:r>
    </w:p>
    <w:p w:rsidR="007B2329" w:rsidRDefault="007B2329" w:rsidP="007B2329">
      <w:r>
        <w:t>279.0208</w:t>
      </w:r>
      <w:r>
        <w:tab/>
        <w:t>1.013e0</w:t>
      </w:r>
    </w:p>
    <w:p w:rsidR="007B2329" w:rsidRDefault="007B2329" w:rsidP="007B2329">
      <w:r>
        <w:t>279.0308</w:t>
      </w:r>
      <w:r>
        <w:tab/>
        <w:t>1.013e0</w:t>
      </w:r>
    </w:p>
    <w:p w:rsidR="007B2329" w:rsidRDefault="007B2329" w:rsidP="007B2329">
      <w:r>
        <w:t>279.0466</w:t>
      </w:r>
      <w:r>
        <w:tab/>
        <w:t>1.013e0</w:t>
      </w:r>
    </w:p>
    <w:p w:rsidR="007B2329" w:rsidRDefault="007B2329" w:rsidP="007B2329">
      <w:r>
        <w:t>279.0507</w:t>
      </w:r>
      <w:r>
        <w:tab/>
        <w:t>2.025e0</w:t>
      </w:r>
    </w:p>
    <w:p w:rsidR="007B2329" w:rsidRDefault="007B2329" w:rsidP="007B2329">
      <w:r>
        <w:t>279.0589</w:t>
      </w:r>
      <w:r>
        <w:tab/>
        <w:t>2.025e0</w:t>
      </w:r>
    </w:p>
    <w:p w:rsidR="007B2329" w:rsidRDefault="007B2329" w:rsidP="007B2329">
      <w:r>
        <w:t>279.0657</w:t>
      </w:r>
      <w:r>
        <w:tab/>
        <w:t>2.025e0</w:t>
      </w:r>
    </w:p>
    <w:p w:rsidR="007B2329" w:rsidRDefault="007B2329" w:rsidP="007B2329">
      <w:r>
        <w:t>279.0764</w:t>
      </w:r>
      <w:r>
        <w:tab/>
        <w:t>2.025e0</w:t>
      </w:r>
    </w:p>
    <w:p w:rsidR="007B2329" w:rsidRDefault="007B2329" w:rsidP="007B2329">
      <w:r>
        <w:t>279.0861</w:t>
      </w:r>
      <w:r>
        <w:tab/>
        <w:t>3.063e0</w:t>
      </w:r>
    </w:p>
    <w:p w:rsidR="007B2329" w:rsidRDefault="007B2329" w:rsidP="007B2329">
      <w:r>
        <w:t>279.0877</w:t>
      </w:r>
      <w:r>
        <w:tab/>
        <w:t>6.021e0</w:t>
      </w:r>
    </w:p>
    <w:p w:rsidR="007B2329" w:rsidRDefault="007B2329" w:rsidP="007B2329">
      <w:r>
        <w:t>279.0916</w:t>
      </w:r>
      <w:r>
        <w:tab/>
        <w:t>6.329e-2</w:t>
      </w:r>
    </w:p>
    <w:p w:rsidR="007B2329" w:rsidRDefault="007B2329" w:rsidP="007B2329">
      <w:r>
        <w:t>279.0950</w:t>
      </w:r>
      <w:r>
        <w:tab/>
        <w:t>2.025e0</w:t>
      </w:r>
    </w:p>
    <w:p w:rsidR="007B2329" w:rsidRDefault="007B2329" w:rsidP="007B2329">
      <w:r>
        <w:t>279.0993</w:t>
      </w:r>
      <w:r>
        <w:tab/>
        <w:t>7.926e0</w:t>
      </w:r>
    </w:p>
    <w:p w:rsidR="007B2329" w:rsidRDefault="007B2329" w:rsidP="007B2329">
      <w:r>
        <w:t>279.1104</w:t>
      </w:r>
      <w:r>
        <w:tab/>
        <w:t>6.751e0</w:t>
      </w:r>
    </w:p>
    <w:p w:rsidR="007B2329" w:rsidRDefault="007B2329" w:rsidP="007B2329">
      <w:r>
        <w:t>279.1123</w:t>
      </w:r>
      <w:r>
        <w:tab/>
        <w:t>6.691e0</w:t>
      </w:r>
    </w:p>
    <w:p w:rsidR="007B2329" w:rsidRDefault="007B2329" w:rsidP="007B2329">
      <w:r>
        <w:lastRenderedPageBreak/>
        <w:t>279.1303</w:t>
      </w:r>
      <w:r>
        <w:tab/>
        <w:t>2.025e0</w:t>
      </w:r>
    </w:p>
    <w:p w:rsidR="007B2329" w:rsidRDefault="007B2329" w:rsidP="007B2329">
      <w:r>
        <w:t>279.1326</w:t>
      </w:r>
      <w:r>
        <w:tab/>
        <w:t>1.013e0</w:t>
      </w:r>
    </w:p>
    <w:p w:rsidR="007B2329" w:rsidRDefault="007B2329" w:rsidP="007B2329">
      <w:r>
        <w:t>279.1577</w:t>
      </w:r>
      <w:r>
        <w:tab/>
        <w:t>3.038e0</w:t>
      </w:r>
    </w:p>
    <w:p w:rsidR="007B2329" w:rsidRDefault="007B2329" w:rsidP="007B2329">
      <w:r>
        <w:t>279.1602</w:t>
      </w:r>
      <w:r>
        <w:tab/>
        <w:t>5.536e0</w:t>
      </w:r>
    </w:p>
    <w:p w:rsidR="007B2329" w:rsidRDefault="007B2329" w:rsidP="007B2329">
      <w:r>
        <w:t>279.1749</w:t>
      </w:r>
      <w:r>
        <w:tab/>
        <w:t>9.070e0</w:t>
      </w:r>
    </w:p>
    <w:p w:rsidR="007B2329" w:rsidRDefault="007B2329" w:rsidP="007B2329">
      <w:r>
        <w:t>279.1930</w:t>
      </w:r>
      <w:r>
        <w:tab/>
        <w:t>4.051e0</w:t>
      </w:r>
    </w:p>
    <w:p w:rsidR="007B2329" w:rsidRDefault="007B2329" w:rsidP="007B2329">
      <w:r>
        <w:t>279.1993</w:t>
      </w:r>
      <w:r>
        <w:tab/>
        <w:t>1.013e0</w:t>
      </w:r>
    </w:p>
    <w:p w:rsidR="007B2329" w:rsidRDefault="007B2329" w:rsidP="007B2329">
      <w:r>
        <w:t>279.2113</w:t>
      </w:r>
      <w:r>
        <w:tab/>
        <w:t>1.013e0</w:t>
      </w:r>
    </w:p>
    <w:p w:rsidR="007B2329" w:rsidRDefault="007B2329" w:rsidP="007B2329">
      <w:r>
        <w:t>279.2306</w:t>
      </w:r>
      <w:r>
        <w:tab/>
        <w:t>2.025e0</w:t>
      </w:r>
    </w:p>
    <w:p w:rsidR="007B2329" w:rsidRDefault="007B2329" w:rsidP="007B2329">
      <w:r>
        <w:t>279.2345</w:t>
      </w:r>
      <w:r>
        <w:tab/>
        <w:t>1.013e0</w:t>
      </w:r>
    </w:p>
    <w:p w:rsidR="007B2329" w:rsidRDefault="007B2329" w:rsidP="007B2329">
      <w:r>
        <w:t>279.2386</w:t>
      </w:r>
      <w:r>
        <w:tab/>
        <w:t>1.013e0</w:t>
      </w:r>
    </w:p>
    <w:p w:rsidR="007B2329" w:rsidRDefault="007B2329" w:rsidP="007B2329">
      <w:r>
        <w:t>279.2426</w:t>
      </w:r>
      <w:r>
        <w:tab/>
        <w:t>1.013e0</w:t>
      </w:r>
    </w:p>
    <w:p w:rsidR="007B2329" w:rsidRDefault="007B2329" w:rsidP="007B2329">
      <w:r>
        <w:t>279.2564</w:t>
      </w:r>
      <w:r>
        <w:tab/>
        <w:t>1.013e0</w:t>
      </w:r>
    </w:p>
    <w:p w:rsidR="007B2329" w:rsidRDefault="007B2329" w:rsidP="007B2329">
      <w:r>
        <w:t>279.2698</w:t>
      </w:r>
      <w:r>
        <w:tab/>
        <w:t>1.013e0</w:t>
      </w:r>
    </w:p>
    <w:p w:rsidR="007B2329" w:rsidRDefault="007B2329" w:rsidP="007B2329">
      <w:r>
        <w:t>279.2739</w:t>
      </w:r>
      <w:r>
        <w:tab/>
        <w:t>3.038e0</w:t>
      </w:r>
    </w:p>
    <w:p w:rsidR="007B2329" w:rsidRDefault="007B2329" w:rsidP="007B2329">
      <w:r>
        <w:t>279.2973</w:t>
      </w:r>
      <w:r>
        <w:tab/>
        <w:t>1.013e0</w:t>
      </w:r>
    </w:p>
    <w:p w:rsidR="007B2329" w:rsidRDefault="007B2329" w:rsidP="007B2329">
      <w:r>
        <w:t>279.3186</w:t>
      </w:r>
      <w:r>
        <w:tab/>
        <w:t>2.025e0</w:t>
      </w:r>
    </w:p>
    <w:p w:rsidR="007B2329" w:rsidRDefault="007B2329" w:rsidP="007B2329">
      <w:r>
        <w:t>279.3232</w:t>
      </w:r>
      <w:r>
        <w:tab/>
        <w:t>1.013e0</w:t>
      </w:r>
    </w:p>
    <w:p w:rsidR="007B2329" w:rsidRDefault="007B2329" w:rsidP="007B2329">
      <w:r>
        <w:t>279.3360</w:t>
      </w:r>
      <w:r>
        <w:tab/>
        <w:t>2.025e0</w:t>
      </w:r>
    </w:p>
    <w:p w:rsidR="007B2329" w:rsidRDefault="007B2329" w:rsidP="007B2329">
      <w:r>
        <w:lastRenderedPageBreak/>
        <w:t>279.3711</w:t>
      </w:r>
      <w:r>
        <w:tab/>
        <w:t>4.051e0</w:t>
      </w:r>
    </w:p>
    <w:p w:rsidR="007B2329" w:rsidRDefault="007B2329" w:rsidP="007B2329">
      <w:r>
        <w:t>279.3758</w:t>
      </w:r>
      <w:r>
        <w:tab/>
        <w:t>2.025e0</w:t>
      </w:r>
    </w:p>
    <w:p w:rsidR="007B2329" w:rsidRDefault="007B2329" w:rsidP="007B2329">
      <w:r>
        <w:t>279.3796</w:t>
      </w:r>
      <w:r>
        <w:tab/>
        <w:t>1.013e0</w:t>
      </w:r>
    </w:p>
    <w:p w:rsidR="007B2329" w:rsidRDefault="007B2329" w:rsidP="007B2329">
      <w:r>
        <w:t>279.3991</w:t>
      </w:r>
      <w:r>
        <w:tab/>
        <w:t>2.025e0</w:t>
      </w:r>
    </w:p>
    <w:p w:rsidR="007B2329" w:rsidRDefault="007B2329" w:rsidP="007B2329">
      <w:r>
        <w:t>279.4051</w:t>
      </w:r>
      <w:r>
        <w:tab/>
        <w:t>2.025e0</w:t>
      </w:r>
    </w:p>
    <w:p w:rsidR="007B2329" w:rsidRDefault="007B2329" w:rsidP="007B2329">
      <w:r>
        <w:t>279.4257</w:t>
      </w:r>
      <w:r>
        <w:tab/>
        <w:t>1.013e0</w:t>
      </w:r>
    </w:p>
    <w:p w:rsidR="007B2329" w:rsidRDefault="007B2329" w:rsidP="007B2329">
      <w:r>
        <w:t>279.4305</w:t>
      </w:r>
      <w:r>
        <w:tab/>
        <w:t>2.025e0</w:t>
      </w:r>
    </w:p>
    <w:p w:rsidR="007B2329" w:rsidRDefault="007B2329" w:rsidP="007B2329">
      <w:r>
        <w:t>279.4565</w:t>
      </w:r>
      <w:r>
        <w:tab/>
        <w:t>1.013e0</w:t>
      </w:r>
    </w:p>
    <w:p w:rsidR="007B2329" w:rsidRDefault="007B2329" w:rsidP="007B2329">
      <w:r>
        <w:t>279.4586</w:t>
      </w:r>
      <w:r>
        <w:tab/>
        <w:t>2.025e0</w:t>
      </w:r>
    </w:p>
    <w:p w:rsidR="007B2329" w:rsidRDefault="007B2329" w:rsidP="007B2329">
      <w:r>
        <w:t>279.4605</w:t>
      </w:r>
      <w:r>
        <w:tab/>
        <w:t>3.038e0</w:t>
      </w:r>
    </w:p>
    <w:p w:rsidR="007B2329" w:rsidRDefault="007B2329" w:rsidP="007B2329">
      <w:r>
        <w:t>279.4615</w:t>
      </w:r>
      <w:r>
        <w:tab/>
        <w:t>2.025e0</w:t>
      </w:r>
    </w:p>
    <w:p w:rsidR="007B2329" w:rsidRDefault="007B2329" w:rsidP="007B2329">
      <w:r>
        <w:t>279.4657</w:t>
      </w:r>
      <w:r>
        <w:tab/>
        <w:t>1.013e0</w:t>
      </w:r>
    </w:p>
    <w:p w:rsidR="007B2329" w:rsidRDefault="007B2329" w:rsidP="007B2329">
      <w:r>
        <w:t>279.4977</w:t>
      </w:r>
      <w:r>
        <w:tab/>
        <w:t>3.038e0</w:t>
      </w:r>
    </w:p>
    <w:p w:rsidR="007B2329" w:rsidRDefault="007B2329" w:rsidP="007B2329">
      <w:r>
        <w:t>279.5181</w:t>
      </w:r>
      <w:r>
        <w:tab/>
        <w:t>1.013e0</w:t>
      </w:r>
    </w:p>
    <w:p w:rsidR="007B2329" w:rsidRDefault="007B2329" w:rsidP="007B2329">
      <w:r>
        <w:t>279.5231</w:t>
      </w:r>
      <w:r>
        <w:tab/>
        <w:t>1.013e0</w:t>
      </w:r>
    </w:p>
    <w:p w:rsidR="007B2329" w:rsidRDefault="007B2329" w:rsidP="007B2329">
      <w:r>
        <w:t>279.5243</w:t>
      </w:r>
      <w:r>
        <w:tab/>
        <w:t>2.025e0</w:t>
      </w:r>
    </w:p>
    <w:p w:rsidR="007B2329" w:rsidRDefault="007B2329" w:rsidP="007B2329">
      <w:r>
        <w:t>279.5288</w:t>
      </w:r>
      <w:r>
        <w:tab/>
        <w:t>2.025e0</w:t>
      </w:r>
    </w:p>
    <w:p w:rsidR="007B2329" w:rsidRDefault="007B2329" w:rsidP="007B2329">
      <w:r>
        <w:t>279.5564</w:t>
      </w:r>
      <w:r>
        <w:tab/>
        <w:t>1.025e0</w:t>
      </w:r>
    </w:p>
    <w:p w:rsidR="007B2329" w:rsidRDefault="007B2329" w:rsidP="007B2329">
      <w:r>
        <w:t>279.5590</w:t>
      </w:r>
      <w:r>
        <w:tab/>
        <w:t>1.013e0</w:t>
      </w:r>
    </w:p>
    <w:p w:rsidR="007B2329" w:rsidRDefault="007B2329" w:rsidP="007B2329">
      <w:r>
        <w:lastRenderedPageBreak/>
        <w:t>279.5637</w:t>
      </w:r>
      <w:r>
        <w:tab/>
        <w:t>1.013e0</w:t>
      </w:r>
    </w:p>
    <w:p w:rsidR="007B2329" w:rsidRDefault="007B2329" w:rsidP="007B2329">
      <w:r>
        <w:t>279.5839</w:t>
      </w:r>
      <w:r>
        <w:tab/>
        <w:t>3.498e0</w:t>
      </w:r>
    </w:p>
    <w:p w:rsidR="007B2329" w:rsidRDefault="007B2329" w:rsidP="007B2329">
      <w:r>
        <w:t>279.6008</w:t>
      </w:r>
      <w:r>
        <w:tab/>
        <w:t>2.025e0</w:t>
      </w:r>
    </w:p>
    <w:p w:rsidR="007B2329" w:rsidRDefault="007B2329" w:rsidP="007B2329">
      <w:r>
        <w:t>279.6048</w:t>
      </w:r>
      <w:r>
        <w:tab/>
        <w:t>2.038e0</w:t>
      </w:r>
    </w:p>
    <w:p w:rsidR="007B2329" w:rsidRDefault="007B2329" w:rsidP="007B2329">
      <w:r>
        <w:t>279.6207</w:t>
      </w:r>
      <w:r>
        <w:tab/>
        <w:t>2.025e0</w:t>
      </w:r>
    </w:p>
    <w:p w:rsidR="007B2329" w:rsidRDefault="007B2329" w:rsidP="007B2329">
      <w:r>
        <w:t>279.6224</w:t>
      </w:r>
      <w:r>
        <w:tab/>
        <w:t>2.025e0</w:t>
      </w:r>
    </w:p>
    <w:p w:rsidR="007B2329" w:rsidRDefault="007B2329" w:rsidP="007B2329">
      <w:r>
        <w:t>279.6298</w:t>
      </w:r>
      <w:r>
        <w:tab/>
        <w:t>7.089e0</w:t>
      </w:r>
    </w:p>
    <w:p w:rsidR="007B2329" w:rsidRDefault="007B2329" w:rsidP="007B2329">
      <w:r>
        <w:t>279.6382</w:t>
      </w:r>
      <w:r>
        <w:tab/>
        <w:t>6.076e0</w:t>
      </w:r>
    </w:p>
    <w:p w:rsidR="007B2329" w:rsidRDefault="007B2329" w:rsidP="007B2329">
      <w:r>
        <w:t>279.6503</w:t>
      </w:r>
      <w:r>
        <w:tab/>
        <w:t>2.025e0</w:t>
      </w:r>
    </w:p>
    <w:p w:rsidR="007B2329" w:rsidRDefault="007B2329" w:rsidP="007B2329">
      <w:r>
        <w:t>279.6539</w:t>
      </w:r>
      <w:r>
        <w:tab/>
        <w:t>2.025e0</w:t>
      </w:r>
    </w:p>
    <w:p w:rsidR="007B2329" w:rsidRDefault="007B2329" w:rsidP="007B2329">
      <w:r>
        <w:t>279.6565</w:t>
      </w:r>
      <w:r>
        <w:tab/>
        <w:t>1.013e0</w:t>
      </w:r>
    </w:p>
    <w:p w:rsidR="007B2329" w:rsidRDefault="007B2329" w:rsidP="007B2329">
      <w:r>
        <w:t>279.6775</w:t>
      </w:r>
      <w:r>
        <w:tab/>
        <w:t>1.013e0</w:t>
      </w:r>
    </w:p>
    <w:p w:rsidR="007B2329" w:rsidRDefault="007B2329" w:rsidP="007B2329">
      <w:r>
        <w:t>279.6873</w:t>
      </w:r>
      <w:r>
        <w:tab/>
        <w:t>3.038e0</w:t>
      </w:r>
    </w:p>
    <w:p w:rsidR="007B2329" w:rsidRDefault="007B2329" w:rsidP="007B2329">
      <w:r>
        <w:t>279.7010</w:t>
      </w:r>
      <w:r>
        <w:tab/>
        <w:t>1.013e0</w:t>
      </w:r>
    </w:p>
    <w:p w:rsidR="007B2329" w:rsidRDefault="007B2329" w:rsidP="007B2329">
      <w:r>
        <w:t>279.7050</w:t>
      </w:r>
      <w:r>
        <w:tab/>
        <w:t>2.025e0</w:t>
      </w:r>
    </w:p>
    <w:p w:rsidR="007B2329" w:rsidRDefault="007B2329" w:rsidP="007B2329">
      <w:r>
        <w:t>279.7130</w:t>
      </w:r>
      <w:r>
        <w:tab/>
        <w:t>1.013e0</w:t>
      </w:r>
    </w:p>
    <w:p w:rsidR="007B2329" w:rsidRDefault="007B2329" w:rsidP="007B2329">
      <w:r>
        <w:t>279.7181</w:t>
      </w:r>
      <w:r>
        <w:tab/>
        <w:t>1.013e0</w:t>
      </w:r>
    </w:p>
    <w:p w:rsidR="007B2329" w:rsidRDefault="007B2329" w:rsidP="007B2329">
      <w:r>
        <w:t>279.7322</w:t>
      </w:r>
      <w:r>
        <w:tab/>
        <w:t>1.013e0</w:t>
      </w:r>
    </w:p>
    <w:p w:rsidR="007B2329" w:rsidRDefault="007B2329" w:rsidP="007B2329">
      <w:r>
        <w:t>279.7402</w:t>
      </w:r>
      <w:r>
        <w:tab/>
        <w:t>2.025e0</w:t>
      </w:r>
    </w:p>
    <w:p w:rsidR="007B2329" w:rsidRDefault="007B2329" w:rsidP="007B2329">
      <w:r>
        <w:lastRenderedPageBreak/>
        <w:t>279.7541</w:t>
      </w:r>
      <w:r>
        <w:tab/>
        <w:t>1.013e0</w:t>
      </w:r>
    </w:p>
    <w:p w:rsidR="007B2329" w:rsidRDefault="007B2329" w:rsidP="007B2329">
      <w:r>
        <w:t>279.7738</w:t>
      </w:r>
      <w:r>
        <w:tab/>
        <w:t>1.025e0</w:t>
      </w:r>
    </w:p>
    <w:p w:rsidR="007B2329" w:rsidRDefault="007B2329" w:rsidP="007B2329">
      <w:r>
        <w:t>279.8028</w:t>
      </w:r>
      <w:r>
        <w:tab/>
        <w:t>1.013e0</w:t>
      </w:r>
    </w:p>
    <w:p w:rsidR="007B2329" w:rsidRDefault="007B2329" w:rsidP="007B2329">
      <w:r>
        <w:t>279.8090</w:t>
      </w:r>
      <w:r>
        <w:tab/>
        <w:t>2.025e0</w:t>
      </w:r>
    </w:p>
    <w:p w:rsidR="007B2329" w:rsidRDefault="007B2329" w:rsidP="007B2329">
      <w:r>
        <w:t>279.8157</w:t>
      </w:r>
      <w:r>
        <w:tab/>
        <w:t>1.013e0</w:t>
      </w:r>
    </w:p>
    <w:p w:rsidR="007B2329" w:rsidRDefault="007B2329" w:rsidP="007B2329">
      <w:r>
        <w:t>279.8207</w:t>
      </w:r>
      <w:r>
        <w:tab/>
        <w:t>1.013e0</w:t>
      </w:r>
    </w:p>
    <w:p w:rsidR="007B2329" w:rsidRDefault="007B2329" w:rsidP="007B2329">
      <w:r>
        <w:t>279.8323</w:t>
      </w:r>
      <w:r>
        <w:tab/>
        <w:t>2.025e0</w:t>
      </w:r>
    </w:p>
    <w:p w:rsidR="007B2329" w:rsidRDefault="007B2329" w:rsidP="007B2329">
      <w:r>
        <w:t>279.8422</w:t>
      </w:r>
      <w:r>
        <w:tab/>
        <w:t>1.013e0</w:t>
      </w:r>
    </w:p>
    <w:p w:rsidR="007B2329" w:rsidRDefault="007B2329" w:rsidP="007B2329">
      <w:r>
        <w:t>279.8576</w:t>
      </w:r>
      <w:r>
        <w:tab/>
        <w:t>1.025e0</w:t>
      </w:r>
    </w:p>
    <w:p w:rsidR="007B2329" w:rsidRDefault="007B2329" w:rsidP="007B2329">
      <w:r>
        <w:t>279.8736</w:t>
      </w:r>
      <w:r>
        <w:tab/>
        <w:t>1.013e0</w:t>
      </w:r>
    </w:p>
    <w:p w:rsidR="007B2329" w:rsidRDefault="007B2329" w:rsidP="007B2329">
      <w:r>
        <w:t>279.8824</w:t>
      </w:r>
      <w:r>
        <w:tab/>
        <w:t>2.025e0</w:t>
      </w:r>
    </w:p>
    <w:p w:rsidR="007B2329" w:rsidRDefault="007B2329" w:rsidP="007B2329">
      <w:r>
        <w:t>279.9028</w:t>
      </w:r>
      <w:r>
        <w:tab/>
        <w:t>2.025e0</w:t>
      </w:r>
    </w:p>
    <w:p w:rsidR="007B2329" w:rsidRDefault="007B2329" w:rsidP="007B2329">
      <w:r>
        <w:t>279.9049</w:t>
      </w:r>
      <w:r>
        <w:tab/>
        <w:t>1.013e0</w:t>
      </w:r>
    </w:p>
    <w:p w:rsidR="007B2329" w:rsidRDefault="007B2329" w:rsidP="007B2329">
      <w:r>
        <w:t>279.9089</w:t>
      </w:r>
      <w:r>
        <w:tab/>
        <w:t>1.013e0</w:t>
      </w:r>
    </w:p>
    <w:p w:rsidR="007B2329" w:rsidRDefault="007B2329" w:rsidP="007B2329">
      <w:r>
        <w:t>279.9184</w:t>
      </w:r>
      <w:r>
        <w:tab/>
        <w:t>2.025e0</w:t>
      </w:r>
    </w:p>
    <w:p w:rsidR="007B2329" w:rsidRDefault="007B2329" w:rsidP="007B2329">
      <w:r>
        <w:t>279.9363</w:t>
      </w:r>
      <w:r>
        <w:tab/>
        <w:t>1.013e0</w:t>
      </w:r>
    </w:p>
    <w:p w:rsidR="007B2329" w:rsidRDefault="007B2329" w:rsidP="007B2329">
      <w:r>
        <w:t>279.9402</w:t>
      </w:r>
      <w:r>
        <w:tab/>
        <w:t>1.013e0</w:t>
      </w:r>
    </w:p>
    <w:p w:rsidR="007B2329" w:rsidRDefault="007B2329" w:rsidP="007B2329">
      <w:r>
        <w:t>279.9441</w:t>
      </w:r>
      <w:r>
        <w:tab/>
        <w:t>1.013e0</w:t>
      </w:r>
    </w:p>
    <w:p w:rsidR="007B2329" w:rsidRDefault="007B2329" w:rsidP="007B2329">
      <w:r>
        <w:t>279.9594</w:t>
      </w:r>
      <w:r>
        <w:tab/>
        <w:t>1.013e0</w:t>
      </w:r>
    </w:p>
    <w:p w:rsidR="007B2329" w:rsidRDefault="007B2329" w:rsidP="007B2329">
      <w:r>
        <w:lastRenderedPageBreak/>
        <w:t>279.9635</w:t>
      </w:r>
      <w:r>
        <w:tab/>
        <w:t>2.025e0</w:t>
      </w:r>
    </w:p>
    <w:p w:rsidR="007B2329" w:rsidRDefault="007B2329" w:rsidP="007B2329">
      <w:r>
        <w:t>279.9654</w:t>
      </w:r>
      <w:r>
        <w:tab/>
        <w:t>1.025e0</w:t>
      </w:r>
    </w:p>
    <w:p w:rsidR="007B2329" w:rsidRDefault="007B2329" w:rsidP="007B2329">
      <w:r>
        <w:t>279.9675</w:t>
      </w:r>
      <w:r>
        <w:tab/>
        <w:t>2.025e0</w:t>
      </w:r>
    </w:p>
    <w:p w:rsidR="007B2329" w:rsidRDefault="007B2329" w:rsidP="007B2329">
      <w:r>
        <w:t>279.9780</w:t>
      </w:r>
      <w:r>
        <w:tab/>
        <w:t>3.051e0</w:t>
      </w:r>
    </w:p>
    <w:p w:rsidR="007B2329" w:rsidRDefault="007B2329" w:rsidP="007B2329">
      <w:r>
        <w:t>280.0029</w:t>
      </w:r>
      <w:r>
        <w:tab/>
        <w:t>2.025e0</w:t>
      </w:r>
    </w:p>
    <w:p w:rsidR="007B2329" w:rsidRDefault="007B2329" w:rsidP="007B2329">
      <w:r>
        <w:t>280.0211</w:t>
      </w:r>
      <w:r>
        <w:tab/>
        <w:t>2.025e0</w:t>
      </w:r>
    </w:p>
    <w:p w:rsidR="007B2329" w:rsidRDefault="007B2329" w:rsidP="007B2329">
      <w:r>
        <w:t>280.0262</w:t>
      </w:r>
      <w:r>
        <w:tab/>
        <w:t>1.013e0</w:t>
      </w:r>
    </w:p>
    <w:p w:rsidR="007B2329" w:rsidRDefault="007B2329" w:rsidP="007B2329">
      <w:r>
        <w:t>280.0301</w:t>
      </w:r>
      <w:r>
        <w:tab/>
        <w:t>1.013e0</w:t>
      </w:r>
    </w:p>
    <w:p w:rsidR="007B2329" w:rsidRDefault="007B2329" w:rsidP="007B2329">
      <w:r>
        <w:t>280.0421</w:t>
      </w:r>
      <w:r>
        <w:tab/>
        <w:t>1.013e0</w:t>
      </w:r>
    </w:p>
    <w:p w:rsidR="007B2329" w:rsidRDefault="007B2329" w:rsidP="007B2329">
      <w:r>
        <w:t>280.0495</w:t>
      </w:r>
      <w:r>
        <w:tab/>
        <w:t>2.025e0</w:t>
      </w:r>
    </w:p>
    <w:p w:rsidR="007B2329" w:rsidRDefault="007B2329" w:rsidP="007B2329">
      <w:r>
        <w:t>280.0695</w:t>
      </w:r>
      <w:r>
        <w:tab/>
        <w:t>1.013e0</w:t>
      </w:r>
    </w:p>
    <w:p w:rsidR="007B2329" w:rsidRDefault="007B2329" w:rsidP="007B2329">
      <w:r>
        <w:t>280.1016</w:t>
      </w:r>
      <w:r>
        <w:tab/>
        <w:t>7.089e0</w:t>
      </w:r>
    </w:p>
    <w:p w:rsidR="007B2329" w:rsidRDefault="007B2329" w:rsidP="007B2329">
      <w:r>
        <w:t>280.1100</w:t>
      </w:r>
      <w:r>
        <w:tab/>
        <w:t>5.076e0</w:t>
      </w:r>
    </w:p>
    <w:p w:rsidR="007B2329" w:rsidRDefault="007B2329" w:rsidP="007B2329">
      <w:r>
        <w:t>280.1124</w:t>
      </w:r>
      <w:r>
        <w:tab/>
        <w:t>1.910e0</w:t>
      </w:r>
    </w:p>
    <w:p w:rsidR="007B2329" w:rsidRDefault="007B2329" w:rsidP="007B2329">
      <w:r>
        <w:t>280.1141</w:t>
      </w:r>
      <w:r>
        <w:tab/>
        <w:t>2.453e0</w:t>
      </w:r>
    </w:p>
    <w:p w:rsidR="007B2329" w:rsidRDefault="007B2329" w:rsidP="007B2329">
      <w:r>
        <w:t>280.1178</w:t>
      </w:r>
      <w:r>
        <w:tab/>
        <w:t>1.688e0</w:t>
      </w:r>
    </w:p>
    <w:p w:rsidR="007B2329" w:rsidRDefault="007B2329" w:rsidP="007B2329">
      <w:r>
        <w:t>280.1219</w:t>
      </w:r>
      <w:r>
        <w:tab/>
        <w:t>2.025e0</w:t>
      </w:r>
    </w:p>
    <w:p w:rsidR="007B2329" w:rsidRDefault="007B2329" w:rsidP="007B2329">
      <w:r>
        <w:t>280.1246</w:t>
      </w:r>
      <w:r>
        <w:tab/>
        <w:t>6.076e0</w:t>
      </w:r>
    </w:p>
    <w:p w:rsidR="007B2329" w:rsidRDefault="007B2329" w:rsidP="007B2329">
      <w:r>
        <w:t>280.1325</w:t>
      </w:r>
      <w:r>
        <w:tab/>
        <w:t>2.925e0</w:t>
      </w:r>
    </w:p>
    <w:p w:rsidR="007B2329" w:rsidRDefault="007B2329" w:rsidP="007B2329">
      <w:r>
        <w:lastRenderedPageBreak/>
        <w:t>280.1573</w:t>
      </w:r>
      <w:r>
        <w:tab/>
        <w:t>5.063e-2</w:t>
      </w:r>
    </w:p>
    <w:p w:rsidR="007B2329" w:rsidRDefault="007B2329" w:rsidP="007B2329">
      <w:r>
        <w:t>280.1602</w:t>
      </w:r>
      <w:r>
        <w:tab/>
        <w:t>9.114e0</w:t>
      </w:r>
    </w:p>
    <w:p w:rsidR="007B2329" w:rsidRDefault="007B2329" w:rsidP="007B2329">
      <w:r>
        <w:t>280.1635</w:t>
      </w:r>
      <w:r>
        <w:tab/>
        <w:t>2.025e0</w:t>
      </w:r>
    </w:p>
    <w:p w:rsidR="007B2329" w:rsidRDefault="007B2329" w:rsidP="007B2329">
      <w:r>
        <w:t>280.1656</w:t>
      </w:r>
      <w:r>
        <w:tab/>
        <w:t>2.025e0</w:t>
      </w:r>
    </w:p>
    <w:p w:rsidR="007B2329" w:rsidRDefault="007B2329" w:rsidP="007B2329">
      <w:r>
        <w:t>280.1856</w:t>
      </w:r>
      <w:r>
        <w:tab/>
        <w:t>1.013e0</w:t>
      </w:r>
    </w:p>
    <w:p w:rsidR="007B2329" w:rsidRDefault="007B2329" w:rsidP="007B2329">
      <w:r>
        <w:t>280.1877</w:t>
      </w:r>
      <w:r>
        <w:tab/>
        <w:t>2.025e0</w:t>
      </w:r>
    </w:p>
    <w:p w:rsidR="007B2329" w:rsidRDefault="007B2329" w:rsidP="007B2329">
      <w:r>
        <w:t>280.1924</w:t>
      </w:r>
      <w:r>
        <w:tab/>
        <w:t>1.790e0</w:t>
      </w:r>
    </w:p>
    <w:p w:rsidR="007B2329" w:rsidRDefault="007B2329" w:rsidP="007B2329">
      <w:r>
        <w:t>280.2087</w:t>
      </w:r>
      <w:r>
        <w:tab/>
        <w:t>4.929e0</w:t>
      </w:r>
    </w:p>
    <w:p w:rsidR="007B2329" w:rsidRDefault="007B2329" w:rsidP="007B2329">
      <w:r>
        <w:t>280.2109</w:t>
      </w:r>
      <w:r>
        <w:tab/>
        <w:t>5.445e0</w:t>
      </w:r>
    </w:p>
    <w:p w:rsidR="007B2329" w:rsidRDefault="007B2329" w:rsidP="007B2329">
      <w:r>
        <w:t>280.2215</w:t>
      </w:r>
      <w:r>
        <w:tab/>
        <w:t>1.013e0</w:t>
      </w:r>
    </w:p>
    <w:p w:rsidR="007B2329" w:rsidRDefault="007B2329" w:rsidP="007B2329">
      <w:r>
        <w:t>280.2342</w:t>
      </w:r>
      <w:r>
        <w:tab/>
        <w:t>2.025e0</w:t>
      </w:r>
    </w:p>
    <w:p w:rsidR="007B2329" w:rsidRDefault="007B2329" w:rsidP="007B2329">
      <w:r>
        <w:t>280.2524</w:t>
      </w:r>
      <w:r>
        <w:tab/>
        <w:t>2.025e0</w:t>
      </w:r>
    </w:p>
    <w:p w:rsidR="007B2329" w:rsidRDefault="007B2329" w:rsidP="007B2329">
      <w:r>
        <w:t>280.2567</w:t>
      </w:r>
      <w:r>
        <w:tab/>
        <w:t>3.038e0</w:t>
      </w:r>
    </w:p>
    <w:p w:rsidR="007B2329" w:rsidRDefault="007B2329" w:rsidP="007B2329">
      <w:r>
        <w:t>280.2625</w:t>
      </w:r>
      <w:r>
        <w:tab/>
        <w:t>3.038e0</w:t>
      </w:r>
    </w:p>
    <w:p w:rsidR="007B2329" w:rsidRDefault="007B2329" w:rsidP="007B2329">
      <w:r>
        <w:t>280.2833</w:t>
      </w:r>
      <w:r>
        <w:tab/>
        <w:t>1.013e0</w:t>
      </w:r>
    </w:p>
    <w:p w:rsidR="007B2329" w:rsidRDefault="007B2329" w:rsidP="007B2329">
      <w:r>
        <w:t>280.2884</w:t>
      </w:r>
      <w:r>
        <w:tab/>
        <w:t>1.013e0</w:t>
      </w:r>
    </w:p>
    <w:p w:rsidR="007B2329" w:rsidRDefault="007B2329" w:rsidP="007B2329">
      <w:r>
        <w:t>280.3183</w:t>
      </w:r>
      <w:r>
        <w:tab/>
        <w:t>2.025e0</w:t>
      </w:r>
    </w:p>
    <w:p w:rsidR="007B2329" w:rsidRDefault="007B2329" w:rsidP="007B2329">
      <w:r>
        <w:t>280.3219</w:t>
      </w:r>
      <w:r>
        <w:tab/>
        <w:t>2.025e0</w:t>
      </w:r>
    </w:p>
    <w:p w:rsidR="007B2329" w:rsidRDefault="007B2329" w:rsidP="007B2329">
      <w:r>
        <w:t>280.3362</w:t>
      </w:r>
      <w:r>
        <w:tab/>
        <w:t>1.013e0</w:t>
      </w:r>
    </w:p>
    <w:p w:rsidR="007B2329" w:rsidRDefault="007B2329" w:rsidP="007B2329">
      <w:r>
        <w:lastRenderedPageBreak/>
        <w:t>280.3499</w:t>
      </w:r>
      <w:r>
        <w:tab/>
        <w:t>2.025e0</w:t>
      </w:r>
    </w:p>
    <w:p w:rsidR="007B2329" w:rsidRDefault="007B2329" w:rsidP="007B2329">
      <w:r>
        <w:t>280.3715</w:t>
      </w:r>
      <w:r>
        <w:tab/>
        <w:t>1.013e0</w:t>
      </w:r>
    </w:p>
    <w:p w:rsidR="007B2329" w:rsidRDefault="007B2329" w:rsidP="007B2329">
      <w:r>
        <w:t>280.3759</w:t>
      </w:r>
      <w:r>
        <w:tab/>
        <w:t>1.013e0</w:t>
      </w:r>
    </w:p>
    <w:p w:rsidR="007B2329" w:rsidRDefault="007B2329" w:rsidP="007B2329">
      <w:r>
        <w:t>280.3810</w:t>
      </w:r>
      <w:r>
        <w:tab/>
        <w:t>1.013e0</w:t>
      </w:r>
    </w:p>
    <w:p w:rsidR="007B2329" w:rsidRDefault="007B2329" w:rsidP="007B2329">
      <w:r>
        <w:t>280.3909</w:t>
      </w:r>
      <w:r>
        <w:tab/>
        <w:t>1.013e0</w:t>
      </w:r>
    </w:p>
    <w:p w:rsidR="007B2329" w:rsidRDefault="007B2329" w:rsidP="007B2329">
      <w:r>
        <w:t>280.3928</w:t>
      </w:r>
      <w:r>
        <w:tab/>
        <w:t>2.025e0</w:t>
      </w:r>
    </w:p>
    <w:p w:rsidR="007B2329" w:rsidRDefault="007B2329" w:rsidP="007B2329">
      <w:r>
        <w:t>280.4118</w:t>
      </w:r>
      <w:r>
        <w:tab/>
        <w:t>3.038e0</w:t>
      </w:r>
    </w:p>
    <w:p w:rsidR="007B2329" w:rsidRDefault="007B2329" w:rsidP="007B2329">
      <w:r>
        <w:t>280.4186</w:t>
      </w:r>
      <w:r>
        <w:tab/>
        <w:t>3.038e0</w:t>
      </w:r>
    </w:p>
    <w:p w:rsidR="007B2329" w:rsidRDefault="007B2329" w:rsidP="007B2329">
      <w:r>
        <w:t>280.4210</w:t>
      </w:r>
      <w:r>
        <w:tab/>
        <w:t>2.025e0</w:t>
      </w:r>
    </w:p>
    <w:p w:rsidR="007B2329" w:rsidRDefault="007B2329" w:rsidP="007B2329">
      <w:r>
        <w:t>280.4226</w:t>
      </w:r>
      <w:r>
        <w:tab/>
        <w:t>2.025e0</w:t>
      </w:r>
    </w:p>
    <w:p w:rsidR="007B2329" w:rsidRDefault="007B2329" w:rsidP="007B2329">
      <w:r>
        <w:t>280.4343</w:t>
      </w:r>
      <w:r>
        <w:tab/>
        <w:t>1.013e0</w:t>
      </w:r>
    </w:p>
    <w:p w:rsidR="007B2329" w:rsidRDefault="007B2329" w:rsidP="007B2329">
      <w:r>
        <w:t>280.4529</w:t>
      </w:r>
      <w:r>
        <w:tab/>
        <w:t>2.025e0</w:t>
      </w:r>
    </w:p>
    <w:p w:rsidR="007B2329" w:rsidRDefault="007B2329" w:rsidP="007B2329">
      <w:r>
        <w:t>280.4614</w:t>
      </w:r>
      <w:r>
        <w:tab/>
        <w:t>1.013e0</w:t>
      </w:r>
    </w:p>
    <w:p w:rsidR="007B2329" w:rsidRDefault="007B2329" w:rsidP="007B2329">
      <w:r>
        <w:t>280.4736</w:t>
      </w:r>
      <w:r>
        <w:tab/>
        <w:t>1.013e0</w:t>
      </w:r>
    </w:p>
    <w:p w:rsidR="007B2329" w:rsidRDefault="007B2329" w:rsidP="007B2329">
      <w:r>
        <w:t>280.4812</w:t>
      </w:r>
      <w:r>
        <w:tab/>
        <w:t>2.025e0</w:t>
      </w:r>
    </w:p>
    <w:p w:rsidR="007B2329" w:rsidRDefault="007B2329" w:rsidP="007B2329">
      <w:r>
        <w:t>280.4890</w:t>
      </w:r>
      <w:r>
        <w:tab/>
        <w:t>2.025e0</w:t>
      </w:r>
    </w:p>
    <w:p w:rsidR="007B2329" w:rsidRDefault="007B2329" w:rsidP="007B2329">
      <w:r>
        <w:t>280.5128</w:t>
      </w:r>
      <w:r>
        <w:tab/>
        <w:t>2.025e0</w:t>
      </w:r>
    </w:p>
    <w:p w:rsidR="007B2329" w:rsidRDefault="007B2329" w:rsidP="007B2329">
      <w:r>
        <w:t>280.5169</w:t>
      </w:r>
      <w:r>
        <w:tab/>
        <w:t>2.025e0</w:t>
      </w:r>
    </w:p>
    <w:p w:rsidR="007B2329" w:rsidRDefault="007B2329" w:rsidP="007B2329">
      <w:r>
        <w:t>280.5199</w:t>
      </w:r>
      <w:r>
        <w:tab/>
        <w:t>1.013e0</w:t>
      </w:r>
    </w:p>
    <w:p w:rsidR="007B2329" w:rsidRDefault="007B2329" w:rsidP="007B2329">
      <w:r>
        <w:lastRenderedPageBreak/>
        <w:t>280.5322</w:t>
      </w:r>
      <w:r>
        <w:tab/>
        <w:t>1.013e0</w:t>
      </w:r>
    </w:p>
    <w:p w:rsidR="007B2329" w:rsidRDefault="007B2329" w:rsidP="007B2329">
      <w:r>
        <w:t>280.5405</w:t>
      </w:r>
      <w:r>
        <w:tab/>
        <w:t>1.013e0</w:t>
      </w:r>
    </w:p>
    <w:p w:rsidR="007B2329" w:rsidRDefault="007B2329" w:rsidP="007B2329">
      <w:r>
        <w:t>280.5507</w:t>
      </w:r>
      <w:r>
        <w:tab/>
        <w:t>1.013e0</w:t>
      </w:r>
    </w:p>
    <w:p w:rsidR="007B2329" w:rsidRDefault="007B2329" w:rsidP="007B2329">
      <w:r>
        <w:t>280.5557</w:t>
      </w:r>
      <w:r>
        <w:tab/>
        <w:t>1.013e0</w:t>
      </w:r>
    </w:p>
    <w:p w:rsidR="007B2329" w:rsidRDefault="007B2329" w:rsidP="007B2329">
      <w:r>
        <w:t>280.5663</w:t>
      </w:r>
      <w:r>
        <w:tab/>
        <w:t>3.038e0</w:t>
      </w:r>
    </w:p>
    <w:p w:rsidR="007B2329" w:rsidRDefault="007B2329" w:rsidP="007B2329">
      <w:r>
        <w:t>280.6099</w:t>
      </w:r>
      <w:r>
        <w:tab/>
        <w:t>9.114e0</w:t>
      </w:r>
    </w:p>
    <w:p w:rsidR="007B2329" w:rsidRDefault="007B2329" w:rsidP="007B2329">
      <w:r>
        <w:t>280.6164</w:t>
      </w:r>
      <w:r>
        <w:tab/>
        <w:t>1.823e1</w:t>
      </w:r>
    </w:p>
    <w:p w:rsidR="007B2329" w:rsidRDefault="007B2329" w:rsidP="007B2329">
      <w:r>
        <w:t>280.6190</w:t>
      </w:r>
      <w:r>
        <w:tab/>
        <w:t>9.021e1</w:t>
      </w:r>
    </w:p>
    <w:p w:rsidR="007B2329" w:rsidRDefault="007B2329" w:rsidP="007B2329">
      <w:r>
        <w:t>280.6212</w:t>
      </w:r>
      <w:r>
        <w:tab/>
        <w:t>2.116e1</w:t>
      </w:r>
    </w:p>
    <w:p w:rsidR="007B2329" w:rsidRDefault="007B2329" w:rsidP="007B2329">
      <w:r>
        <w:t>280.6224</w:t>
      </w:r>
      <w:r>
        <w:tab/>
        <w:t>1.316e1</w:t>
      </w:r>
    </w:p>
    <w:p w:rsidR="007B2329" w:rsidRDefault="007B2329" w:rsidP="007B2329">
      <w:r>
        <w:t>280.6259</w:t>
      </w:r>
      <w:r>
        <w:tab/>
        <w:t>4.051e0</w:t>
      </w:r>
    </w:p>
    <w:p w:rsidR="007B2329" w:rsidRDefault="007B2329" w:rsidP="007B2329">
      <w:r>
        <w:t>280.6626</w:t>
      </w:r>
      <w:r>
        <w:tab/>
        <w:t>1.885e0</w:t>
      </w:r>
    </w:p>
    <w:p w:rsidR="007B2329" w:rsidRDefault="007B2329" w:rsidP="007B2329">
      <w:r>
        <w:t>280.6793</w:t>
      </w:r>
      <w:r>
        <w:tab/>
        <w:t>2.025e0</w:t>
      </w:r>
    </w:p>
    <w:p w:rsidR="007B2329" w:rsidRDefault="007B2329" w:rsidP="007B2329">
      <w:r>
        <w:t>280.6890</w:t>
      </w:r>
      <w:r>
        <w:tab/>
        <w:t>1.013e0</w:t>
      </w:r>
    </w:p>
    <w:p w:rsidR="007B2329" w:rsidRDefault="007B2329" w:rsidP="007B2329">
      <w:r>
        <w:t>280.6902</w:t>
      </w:r>
      <w:r>
        <w:tab/>
        <w:t>2.038e0</w:t>
      </w:r>
    </w:p>
    <w:p w:rsidR="007B2329" w:rsidRDefault="007B2329" w:rsidP="007B2329">
      <w:r>
        <w:t>280.6922</w:t>
      </w:r>
      <w:r>
        <w:tab/>
        <w:t>2.025e0</w:t>
      </w:r>
    </w:p>
    <w:p w:rsidR="007B2329" w:rsidRDefault="007B2329" w:rsidP="007B2329">
      <w:r>
        <w:t>280.6970</w:t>
      </w:r>
      <w:r>
        <w:tab/>
        <w:t>1.013e0</w:t>
      </w:r>
    </w:p>
    <w:p w:rsidR="007B2329" w:rsidRDefault="007B2329" w:rsidP="007B2329">
      <w:r>
        <w:t>280.7082</w:t>
      </w:r>
      <w:r>
        <w:tab/>
        <w:t>2.025e0</w:t>
      </w:r>
    </w:p>
    <w:p w:rsidR="007B2329" w:rsidRDefault="007B2329" w:rsidP="007B2329">
      <w:r>
        <w:t>280.7155</w:t>
      </w:r>
      <w:r>
        <w:tab/>
        <w:t>1.013e0</w:t>
      </w:r>
    </w:p>
    <w:p w:rsidR="007B2329" w:rsidRDefault="007B2329" w:rsidP="007B2329">
      <w:r>
        <w:lastRenderedPageBreak/>
        <w:t>280.7210</w:t>
      </w:r>
      <w:r>
        <w:tab/>
        <w:t>3.038e0</w:t>
      </w:r>
    </w:p>
    <w:p w:rsidR="007B2329" w:rsidRDefault="007B2329" w:rsidP="007B2329">
      <w:r>
        <w:t>280.7393</w:t>
      </w:r>
      <w:r>
        <w:tab/>
        <w:t>2.025e0</w:t>
      </w:r>
    </w:p>
    <w:p w:rsidR="007B2329" w:rsidRDefault="007B2329" w:rsidP="007B2329">
      <w:r>
        <w:t>280.7521</w:t>
      </w:r>
      <w:r>
        <w:tab/>
        <w:t>2.025e0</w:t>
      </w:r>
    </w:p>
    <w:p w:rsidR="007B2329" w:rsidRDefault="007B2329" w:rsidP="007B2329">
      <w:r>
        <w:t>280.7556</w:t>
      </w:r>
      <w:r>
        <w:tab/>
        <w:t>1.013e0</w:t>
      </w:r>
    </w:p>
    <w:p w:rsidR="007B2329" w:rsidRDefault="007B2329" w:rsidP="007B2329">
      <w:r>
        <w:t>280.7596</w:t>
      </w:r>
      <w:r>
        <w:tab/>
        <w:t>1.013e0</w:t>
      </w:r>
    </w:p>
    <w:p w:rsidR="007B2329" w:rsidRDefault="007B2329" w:rsidP="007B2329">
      <w:r>
        <w:t>280.7617</w:t>
      </w:r>
      <w:r>
        <w:tab/>
        <w:t>1.025e0</w:t>
      </w:r>
    </w:p>
    <w:p w:rsidR="007B2329" w:rsidRDefault="007B2329" w:rsidP="007B2329">
      <w:r>
        <w:t>280.7722</w:t>
      </w:r>
      <w:r>
        <w:tab/>
        <w:t>1.013e0</w:t>
      </w:r>
    </w:p>
    <w:p w:rsidR="007B2329" w:rsidRDefault="007B2329" w:rsidP="007B2329">
      <w:r>
        <w:t>280.7773</w:t>
      </w:r>
      <w:r>
        <w:tab/>
        <w:t>1.013e0</w:t>
      </w:r>
    </w:p>
    <w:p w:rsidR="007B2329" w:rsidRDefault="007B2329" w:rsidP="007B2329">
      <w:r>
        <w:t>280.7950</w:t>
      </w:r>
      <w:r>
        <w:tab/>
        <w:t>2.025e0</w:t>
      </w:r>
    </w:p>
    <w:p w:rsidR="007B2329" w:rsidRDefault="007B2329" w:rsidP="007B2329">
      <w:r>
        <w:t>280.8030</w:t>
      </w:r>
      <w:r>
        <w:tab/>
        <w:t>1.013e0</w:t>
      </w:r>
    </w:p>
    <w:p w:rsidR="007B2329" w:rsidRDefault="007B2329" w:rsidP="007B2329">
      <w:r>
        <w:t>280.8106</w:t>
      </w:r>
      <w:r>
        <w:tab/>
        <w:t>2.025e0</w:t>
      </w:r>
    </w:p>
    <w:p w:rsidR="007B2329" w:rsidRDefault="007B2329" w:rsidP="007B2329">
      <w:r>
        <w:t>280.8133</w:t>
      </w:r>
      <w:r>
        <w:tab/>
        <w:t>2.025e0</w:t>
      </w:r>
    </w:p>
    <w:p w:rsidR="007B2329" w:rsidRDefault="007B2329" w:rsidP="007B2329">
      <w:r>
        <w:t>280.8244</w:t>
      </w:r>
      <w:r>
        <w:tab/>
        <w:t>2.025e0</w:t>
      </w:r>
    </w:p>
    <w:p w:rsidR="007B2329" w:rsidRDefault="007B2329" w:rsidP="007B2329">
      <w:r>
        <w:t>280.8263</w:t>
      </w:r>
      <w:r>
        <w:tab/>
        <w:t>1.013e0</w:t>
      </w:r>
    </w:p>
    <w:p w:rsidR="007B2329" w:rsidRDefault="007B2329" w:rsidP="007B2329">
      <w:r>
        <w:t>280.8538</w:t>
      </w:r>
      <w:r>
        <w:tab/>
        <w:t>1.013e0</w:t>
      </w:r>
    </w:p>
    <w:p w:rsidR="007B2329" w:rsidRDefault="007B2329" w:rsidP="007B2329">
      <w:r>
        <w:t>280.8552</w:t>
      </w:r>
      <w:r>
        <w:tab/>
        <w:t>2.025e0</w:t>
      </w:r>
    </w:p>
    <w:p w:rsidR="007B2329" w:rsidRDefault="007B2329" w:rsidP="007B2329">
      <w:r>
        <w:t>280.8597</w:t>
      </w:r>
      <w:r>
        <w:tab/>
        <w:t>2.025e0</w:t>
      </w:r>
    </w:p>
    <w:p w:rsidR="007B2329" w:rsidRDefault="007B2329" w:rsidP="007B2329">
      <w:r>
        <w:t>280.8682</w:t>
      </w:r>
      <w:r>
        <w:tab/>
        <w:t>2.025e0</w:t>
      </w:r>
    </w:p>
    <w:p w:rsidR="007B2329" w:rsidRDefault="007B2329" w:rsidP="007B2329">
      <w:r>
        <w:t>280.8970</w:t>
      </w:r>
      <w:r>
        <w:tab/>
        <w:t>2.025e0</w:t>
      </w:r>
    </w:p>
    <w:p w:rsidR="007B2329" w:rsidRDefault="007B2329" w:rsidP="007B2329">
      <w:r>
        <w:lastRenderedPageBreak/>
        <w:t>280.9010</w:t>
      </w:r>
      <w:r>
        <w:tab/>
        <w:t>1.013e0</w:t>
      </w:r>
    </w:p>
    <w:p w:rsidR="007B2329" w:rsidRDefault="007B2329" w:rsidP="007B2329">
      <w:r>
        <w:t>280.9061</w:t>
      </w:r>
      <w:r>
        <w:tab/>
        <w:t>3.038e0</w:t>
      </w:r>
    </w:p>
    <w:p w:rsidR="007B2329" w:rsidRDefault="007B2329" w:rsidP="007B2329">
      <w:r>
        <w:t>280.9163</w:t>
      </w:r>
      <w:r>
        <w:tab/>
        <w:t>1.013e0</w:t>
      </w:r>
    </w:p>
    <w:p w:rsidR="007B2329" w:rsidRDefault="007B2329" w:rsidP="007B2329">
      <w:r>
        <w:t>280.9286</w:t>
      </w:r>
      <w:r>
        <w:tab/>
        <w:t>1.013e0</w:t>
      </w:r>
    </w:p>
    <w:p w:rsidR="007B2329" w:rsidRDefault="007B2329" w:rsidP="007B2329">
      <w:r>
        <w:t>280.9467</w:t>
      </w:r>
      <w:r>
        <w:tab/>
        <w:t>3.038e0</w:t>
      </w:r>
    </w:p>
    <w:p w:rsidR="007B2329" w:rsidRDefault="007B2329" w:rsidP="007B2329">
      <w:r>
        <w:t>280.9518</w:t>
      </w:r>
      <w:r>
        <w:tab/>
        <w:t>1.013e0</w:t>
      </w:r>
    </w:p>
    <w:p w:rsidR="007B2329" w:rsidRDefault="007B2329" w:rsidP="007B2329">
      <w:r>
        <w:t>280.9557</w:t>
      </w:r>
      <w:r>
        <w:tab/>
        <w:t>1.013e0</w:t>
      </w:r>
    </w:p>
    <w:p w:rsidR="007B2329" w:rsidRDefault="007B2329" w:rsidP="007B2329">
      <w:r>
        <w:t>280.9578</w:t>
      </w:r>
      <w:r>
        <w:tab/>
        <w:t>2.025e0</w:t>
      </w:r>
    </w:p>
    <w:p w:rsidR="007B2329" w:rsidRDefault="007B2329" w:rsidP="007B2329">
      <w:r>
        <w:t>280.9684</w:t>
      </w:r>
      <w:r>
        <w:tab/>
        <w:t>5.063e0</w:t>
      </w:r>
    </w:p>
    <w:p w:rsidR="007B2329" w:rsidRDefault="007B2329" w:rsidP="007B2329">
      <w:r>
        <w:t>280.9911</w:t>
      </w:r>
      <w:r>
        <w:tab/>
        <w:t>2.025e0</w:t>
      </w:r>
    </w:p>
    <w:p w:rsidR="007B2329" w:rsidRDefault="007B2329" w:rsidP="007B2329">
      <w:r>
        <w:t>280.9957</w:t>
      </w:r>
      <w:r>
        <w:tab/>
        <w:t>5.063e0</w:t>
      </w:r>
    </w:p>
    <w:p w:rsidR="007B2329" w:rsidRDefault="007B2329" w:rsidP="007B2329">
      <w:r>
        <w:t>281.0040</w:t>
      </w:r>
      <w:r>
        <w:tab/>
        <w:t>2.025e0</w:t>
      </w:r>
    </w:p>
    <w:p w:rsidR="007B2329" w:rsidRDefault="007B2329" w:rsidP="007B2329">
      <w:r>
        <w:t>281.0185</w:t>
      </w:r>
      <w:r>
        <w:tab/>
        <w:t>1.013e0</w:t>
      </w:r>
    </w:p>
    <w:p w:rsidR="007B2329" w:rsidRDefault="007B2329" w:rsidP="007B2329">
      <w:r>
        <w:t>281.0267</w:t>
      </w:r>
      <w:r>
        <w:tab/>
        <w:t>1.013e0</w:t>
      </w:r>
    </w:p>
    <w:p w:rsidR="007B2329" w:rsidRDefault="007B2329" w:rsidP="007B2329">
      <w:r>
        <w:t>281.0499</w:t>
      </w:r>
      <w:r>
        <w:tab/>
        <w:t>1.013e0</w:t>
      </w:r>
    </w:p>
    <w:p w:rsidR="007B2329" w:rsidRDefault="007B2329" w:rsidP="007B2329">
      <w:r>
        <w:t>281.0541</w:t>
      </w:r>
      <w:r>
        <w:tab/>
        <w:t>8.101e0</w:t>
      </w:r>
    </w:p>
    <w:p w:rsidR="007B2329" w:rsidRDefault="007B2329" w:rsidP="007B2329">
      <w:r>
        <w:t>281.1100</w:t>
      </w:r>
      <w:r>
        <w:tab/>
        <w:t>6.076e0</w:t>
      </w:r>
    </w:p>
    <w:p w:rsidR="007B2329" w:rsidRDefault="007B2329" w:rsidP="007B2329">
      <w:r>
        <w:t>281.1128</w:t>
      </w:r>
      <w:r>
        <w:tab/>
        <w:t>3.524e0</w:t>
      </w:r>
    </w:p>
    <w:p w:rsidR="007B2329" w:rsidRDefault="007B2329" w:rsidP="007B2329">
      <w:r>
        <w:t>281.1176</w:t>
      </w:r>
      <w:r>
        <w:tab/>
        <w:t>1.711e1</w:t>
      </w:r>
    </w:p>
    <w:p w:rsidR="007B2329" w:rsidRDefault="007B2329" w:rsidP="007B2329">
      <w:r>
        <w:lastRenderedPageBreak/>
        <w:t>281.1194</w:t>
      </w:r>
      <w:r>
        <w:tab/>
        <w:t>1.557e1</w:t>
      </w:r>
    </w:p>
    <w:p w:rsidR="007B2329" w:rsidRDefault="007B2329" w:rsidP="007B2329">
      <w:r>
        <w:t>281.1265</w:t>
      </w:r>
      <w:r>
        <w:tab/>
        <w:t>1.573e0</w:t>
      </w:r>
    </w:p>
    <w:p w:rsidR="007B2329" w:rsidRDefault="007B2329" w:rsidP="007B2329">
      <w:r>
        <w:t>281.1309</w:t>
      </w:r>
      <w:r>
        <w:tab/>
        <w:t>6.076e0</w:t>
      </w:r>
    </w:p>
    <w:p w:rsidR="007B2329" w:rsidRDefault="007B2329" w:rsidP="007B2329">
      <w:r>
        <w:t>281.1488</w:t>
      </w:r>
      <w:r>
        <w:tab/>
        <w:t>2.025e0</w:t>
      </w:r>
    </w:p>
    <w:p w:rsidR="007B2329" w:rsidRDefault="007B2329" w:rsidP="007B2329">
      <w:r>
        <w:t>281.1502</w:t>
      </w:r>
      <w:r>
        <w:tab/>
        <w:t>2.725e1</w:t>
      </w:r>
    </w:p>
    <w:p w:rsidR="007B2329" w:rsidRDefault="007B2329" w:rsidP="007B2329">
      <w:r>
        <w:t>281.1567</w:t>
      </w:r>
      <w:r>
        <w:tab/>
        <w:t>4.945e0</w:t>
      </w:r>
    </w:p>
    <w:p w:rsidR="007B2329" w:rsidRDefault="007B2329" w:rsidP="007B2329">
      <w:r>
        <w:t>281.1853</w:t>
      </w:r>
      <w:r>
        <w:tab/>
        <w:t>3.819e1</w:t>
      </w:r>
    </w:p>
    <w:p w:rsidR="007B2329" w:rsidRDefault="007B2329" w:rsidP="007B2329">
      <w:r>
        <w:t>281.1912</w:t>
      </w:r>
      <w:r>
        <w:tab/>
        <w:t>5.253e1</w:t>
      </w:r>
    </w:p>
    <w:p w:rsidR="007B2329" w:rsidRDefault="007B2329" w:rsidP="007B2329">
      <w:r>
        <w:t>281.1936</w:t>
      </w:r>
      <w:r>
        <w:tab/>
        <w:t>6.591e1</w:t>
      </w:r>
    </w:p>
    <w:p w:rsidR="007B2329" w:rsidRDefault="007B2329" w:rsidP="007B2329">
      <w:r>
        <w:t>281.1972</w:t>
      </w:r>
      <w:r>
        <w:tab/>
        <w:t>2.837e1</w:t>
      </w:r>
    </w:p>
    <w:p w:rsidR="007B2329" w:rsidRDefault="007B2329" w:rsidP="007B2329">
      <w:r>
        <w:t>281.1989</w:t>
      </w:r>
      <w:r>
        <w:tab/>
        <w:t>1.316e1</w:t>
      </w:r>
    </w:p>
    <w:p w:rsidR="007B2329" w:rsidRDefault="007B2329" w:rsidP="007B2329">
      <w:r>
        <w:t>281.2308</w:t>
      </w:r>
      <w:r>
        <w:tab/>
        <w:t>1.013e0</w:t>
      </w:r>
    </w:p>
    <w:p w:rsidR="007B2329" w:rsidRDefault="007B2329" w:rsidP="007B2329">
      <w:r>
        <w:t>281.2359</w:t>
      </w:r>
      <w:r>
        <w:tab/>
        <w:t>1.013e0</w:t>
      </w:r>
    </w:p>
    <w:p w:rsidR="007B2329" w:rsidRDefault="007B2329" w:rsidP="007B2329">
      <w:r>
        <w:t>281.2416</w:t>
      </w:r>
      <w:r>
        <w:tab/>
        <w:t>3.038e0</w:t>
      </w:r>
    </w:p>
    <w:p w:rsidR="007B2329" w:rsidRDefault="007B2329" w:rsidP="007B2329">
      <w:r>
        <w:t>281.2528</w:t>
      </w:r>
      <w:r>
        <w:tab/>
        <w:t>4.051e0</w:t>
      </w:r>
    </w:p>
    <w:p w:rsidR="007B2329" w:rsidRDefault="007B2329" w:rsidP="007B2329">
      <w:r>
        <w:t>281.2541</w:t>
      </w:r>
      <w:r>
        <w:tab/>
        <w:t>2.025e0</w:t>
      </w:r>
    </w:p>
    <w:p w:rsidR="007B2329" w:rsidRDefault="007B2329" w:rsidP="007B2329">
      <w:r>
        <w:t>281.2619</w:t>
      </w:r>
      <w:r>
        <w:tab/>
        <w:t>1.013e0</w:t>
      </w:r>
    </w:p>
    <w:p w:rsidR="007B2329" w:rsidRDefault="007B2329" w:rsidP="007B2329">
      <w:r>
        <w:t>281.2670</w:t>
      </w:r>
      <w:r>
        <w:tab/>
        <w:t>1.013e0</w:t>
      </w:r>
    </w:p>
    <w:p w:rsidR="007B2329" w:rsidRDefault="007B2329" w:rsidP="007B2329">
      <w:r>
        <w:t>281.2721</w:t>
      </w:r>
      <w:r>
        <w:tab/>
        <w:t>2.025e0</w:t>
      </w:r>
    </w:p>
    <w:p w:rsidR="007B2329" w:rsidRDefault="007B2329" w:rsidP="007B2329">
      <w:r>
        <w:lastRenderedPageBreak/>
        <w:t>281.2894</w:t>
      </w:r>
      <w:r>
        <w:tab/>
        <w:t>1.013e0</w:t>
      </w:r>
    </w:p>
    <w:p w:rsidR="007B2329" w:rsidRDefault="007B2329" w:rsidP="007B2329">
      <w:r>
        <w:t>281.2918</w:t>
      </w:r>
      <w:r>
        <w:tab/>
        <w:t>5.063e0</w:t>
      </w:r>
    </w:p>
    <w:p w:rsidR="007B2329" w:rsidRDefault="007B2329" w:rsidP="007B2329">
      <w:r>
        <w:t>281.2933</w:t>
      </w:r>
      <w:r>
        <w:tab/>
        <w:t>1.013e0</w:t>
      </w:r>
    </w:p>
    <w:p w:rsidR="007B2329" w:rsidRDefault="007B2329" w:rsidP="007B2329">
      <w:r>
        <w:t>281.3208</w:t>
      </w:r>
      <w:r>
        <w:tab/>
        <w:t>1.013e0</w:t>
      </w:r>
    </w:p>
    <w:p w:rsidR="007B2329" w:rsidRDefault="007B2329" w:rsidP="007B2329">
      <w:r>
        <w:t>281.3300</w:t>
      </w:r>
      <w:r>
        <w:tab/>
        <w:t>2.025e0</w:t>
      </w:r>
    </w:p>
    <w:p w:rsidR="007B2329" w:rsidRDefault="007B2329" w:rsidP="007B2329">
      <w:r>
        <w:t>281.3443</w:t>
      </w:r>
      <w:r>
        <w:tab/>
        <w:t>1.013e0</w:t>
      </w:r>
    </w:p>
    <w:p w:rsidR="007B2329" w:rsidRDefault="007B2329" w:rsidP="007B2329">
      <w:r>
        <w:t>281.3561</w:t>
      </w:r>
      <w:r>
        <w:tab/>
        <w:t>1.013e0</w:t>
      </w:r>
    </w:p>
    <w:p w:rsidR="007B2329" w:rsidRDefault="007B2329" w:rsidP="007B2329">
      <w:r>
        <w:t>281.3606</w:t>
      </w:r>
      <w:r>
        <w:tab/>
        <w:t>3.038e0</w:t>
      </w:r>
    </w:p>
    <w:p w:rsidR="007B2329" w:rsidRDefault="007B2329" w:rsidP="007B2329">
      <w:r>
        <w:t>281.3680</w:t>
      </w:r>
      <w:r>
        <w:tab/>
        <w:t>3.038e0</w:t>
      </w:r>
    </w:p>
    <w:p w:rsidR="007B2329" w:rsidRDefault="007B2329" w:rsidP="007B2329">
      <w:r>
        <w:t>281.3701</w:t>
      </w:r>
      <w:r>
        <w:tab/>
        <w:t>1.013e0</w:t>
      </w:r>
    </w:p>
    <w:p w:rsidR="007B2329" w:rsidRDefault="007B2329" w:rsidP="007B2329">
      <w:r>
        <w:t>281.3835</w:t>
      </w:r>
      <w:r>
        <w:tab/>
        <w:t>1.013e0</w:t>
      </w:r>
    </w:p>
    <w:p w:rsidR="007B2329" w:rsidRDefault="007B2329" w:rsidP="007B2329">
      <w:r>
        <w:t>281.3959</w:t>
      </w:r>
      <w:r>
        <w:tab/>
        <w:t>3.038e0</w:t>
      </w:r>
    </w:p>
    <w:p w:rsidR="007B2329" w:rsidRDefault="007B2329" w:rsidP="007B2329">
      <w:r>
        <w:t>281.4063</w:t>
      </w:r>
      <w:r>
        <w:tab/>
        <w:t>1.013e0</w:t>
      </w:r>
    </w:p>
    <w:p w:rsidR="007B2329" w:rsidRDefault="007B2329" w:rsidP="007B2329">
      <w:r>
        <w:t>281.4082</w:t>
      </w:r>
      <w:r>
        <w:tab/>
        <w:t>2.025e0</w:t>
      </w:r>
    </w:p>
    <w:p w:rsidR="007B2329" w:rsidRDefault="007B2329" w:rsidP="007B2329">
      <w:r>
        <w:t>281.4189</w:t>
      </w:r>
      <w:r>
        <w:tab/>
        <w:t>2.025e0</w:t>
      </w:r>
    </w:p>
    <w:p w:rsidR="007B2329" w:rsidRDefault="007B2329" w:rsidP="007B2329">
      <w:r>
        <w:t>281.4229</w:t>
      </w:r>
      <w:r>
        <w:tab/>
        <w:t>1.013e0</w:t>
      </w:r>
    </w:p>
    <w:p w:rsidR="007B2329" w:rsidRDefault="007B2329" w:rsidP="007B2329">
      <w:r>
        <w:t>281.4463</w:t>
      </w:r>
      <w:r>
        <w:tab/>
        <w:t>4.051e0</w:t>
      </w:r>
    </w:p>
    <w:p w:rsidR="007B2329" w:rsidRDefault="007B2329" w:rsidP="007B2329">
      <w:r>
        <w:t>281.4604</w:t>
      </w:r>
      <w:r>
        <w:tab/>
        <w:t>2.025e0</w:t>
      </w:r>
    </w:p>
    <w:p w:rsidR="007B2329" w:rsidRDefault="007B2329" w:rsidP="007B2329">
      <w:r>
        <w:t>281.4776</w:t>
      </w:r>
      <w:r>
        <w:tab/>
        <w:t>1.013e0</w:t>
      </w:r>
    </w:p>
    <w:p w:rsidR="007B2329" w:rsidRDefault="007B2329" w:rsidP="007B2329">
      <w:r>
        <w:lastRenderedPageBreak/>
        <w:t>281.4816</w:t>
      </w:r>
      <w:r>
        <w:tab/>
        <w:t>2.025e0</w:t>
      </w:r>
    </w:p>
    <w:p w:rsidR="007B2329" w:rsidRDefault="007B2329" w:rsidP="007B2329">
      <w:r>
        <w:t>281.4863</w:t>
      </w:r>
      <w:r>
        <w:tab/>
        <w:t>2.025e0</w:t>
      </w:r>
    </w:p>
    <w:p w:rsidR="007B2329" w:rsidRDefault="007B2329" w:rsidP="007B2329">
      <w:r>
        <w:t>281.4897</w:t>
      </w:r>
      <w:r>
        <w:tab/>
        <w:t>1.013e0</w:t>
      </w:r>
    </w:p>
    <w:p w:rsidR="007B2329" w:rsidRDefault="007B2329" w:rsidP="007B2329">
      <w:r>
        <w:t>281.5246</w:t>
      </w:r>
      <w:r>
        <w:tab/>
        <w:t>5.063e0</w:t>
      </w:r>
    </w:p>
    <w:p w:rsidR="007B2329" w:rsidRDefault="007B2329" w:rsidP="007B2329">
      <w:r>
        <w:t>281.5345</w:t>
      </w:r>
      <w:r>
        <w:tab/>
        <w:t>2.505e0</w:t>
      </w:r>
    </w:p>
    <w:p w:rsidR="007B2329" w:rsidRDefault="007B2329" w:rsidP="007B2329">
      <w:r>
        <w:t>281.5395</w:t>
      </w:r>
      <w:r>
        <w:tab/>
        <w:t>1.038e0</w:t>
      </w:r>
    </w:p>
    <w:p w:rsidR="007B2329" w:rsidRDefault="007B2329" w:rsidP="007B2329">
      <w:r>
        <w:t>281.5464</w:t>
      </w:r>
      <w:r>
        <w:tab/>
        <w:t>2.025e0</w:t>
      </w:r>
    </w:p>
    <w:p w:rsidR="007B2329" w:rsidRDefault="007B2329" w:rsidP="007B2329">
      <w:r>
        <w:t>281.5662</w:t>
      </w:r>
      <w:r>
        <w:tab/>
        <w:t>2.025e0</w:t>
      </w:r>
    </w:p>
    <w:p w:rsidR="007B2329" w:rsidRDefault="007B2329" w:rsidP="007B2329">
      <w:r>
        <w:t>281.5797</w:t>
      </w:r>
      <w:r>
        <w:tab/>
        <w:t>1.013e0</w:t>
      </w:r>
    </w:p>
    <w:p w:rsidR="007B2329" w:rsidRDefault="007B2329" w:rsidP="007B2329">
      <w:r>
        <w:t>281.5837</w:t>
      </w:r>
      <w:r>
        <w:tab/>
        <w:t>1.013e0</w:t>
      </w:r>
    </w:p>
    <w:p w:rsidR="007B2329" w:rsidRDefault="007B2329" w:rsidP="007B2329">
      <w:r>
        <w:t>281.6079</w:t>
      </w:r>
      <w:r>
        <w:tab/>
        <w:t>3.038e0</w:t>
      </w:r>
    </w:p>
    <w:p w:rsidR="007B2329" w:rsidRDefault="007B2329" w:rsidP="007B2329">
      <w:r>
        <w:t>281.6231</w:t>
      </w:r>
      <w:r>
        <w:tab/>
        <w:t>1.684e1</w:t>
      </w:r>
    </w:p>
    <w:p w:rsidR="007B2329" w:rsidRDefault="007B2329" w:rsidP="007B2329">
      <w:r>
        <w:t>281.6263</w:t>
      </w:r>
      <w:r>
        <w:tab/>
        <w:t>1.519e1</w:t>
      </w:r>
    </w:p>
    <w:p w:rsidR="007B2329" w:rsidRDefault="007B2329" w:rsidP="007B2329">
      <w:r>
        <w:t>281.6300</w:t>
      </w:r>
      <w:r>
        <w:tab/>
        <w:t>4.063e0</w:t>
      </w:r>
    </w:p>
    <w:p w:rsidR="007B2329" w:rsidRDefault="007B2329" w:rsidP="007B2329">
      <w:r>
        <w:t>281.6361</w:t>
      </w:r>
      <w:r>
        <w:tab/>
        <w:t>6.076e0</w:t>
      </w:r>
    </w:p>
    <w:p w:rsidR="007B2329" w:rsidRDefault="007B2329" w:rsidP="007B2329">
      <w:r>
        <w:t>281.6486</w:t>
      </w:r>
      <w:r>
        <w:tab/>
        <w:t>2.025e0</w:t>
      </w:r>
    </w:p>
    <w:p w:rsidR="007B2329" w:rsidRDefault="007B2329" w:rsidP="007B2329">
      <w:r>
        <w:t>281.6738</w:t>
      </w:r>
      <w:r>
        <w:tab/>
        <w:t>1.013e0</w:t>
      </w:r>
    </w:p>
    <w:p w:rsidR="007B2329" w:rsidRDefault="007B2329" w:rsidP="007B2329">
      <w:r>
        <w:t>281.6778</w:t>
      </w:r>
      <w:r>
        <w:tab/>
        <w:t>2.025e0</w:t>
      </w:r>
    </w:p>
    <w:p w:rsidR="007B2329" w:rsidRDefault="007B2329" w:rsidP="007B2329">
      <w:r>
        <w:t>281.6859</w:t>
      </w:r>
      <w:r>
        <w:tab/>
        <w:t>1.013e0</w:t>
      </w:r>
    </w:p>
    <w:p w:rsidR="007B2329" w:rsidRDefault="007B2329" w:rsidP="007B2329">
      <w:r>
        <w:lastRenderedPageBreak/>
        <w:t>281.6978</w:t>
      </w:r>
      <w:r>
        <w:tab/>
        <w:t>2.025e0</w:t>
      </w:r>
    </w:p>
    <w:p w:rsidR="007B2329" w:rsidRDefault="007B2329" w:rsidP="007B2329">
      <w:r>
        <w:t>281.7132</w:t>
      </w:r>
      <w:r>
        <w:tab/>
        <w:t>1.013e0</w:t>
      </w:r>
    </w:p>
    <w:p w:rsidR="007B2329" w:rsidRDefault="007B2329" w:rsidP="007B2329">
      <w:r>
        <w:t>281.7173</w:t>
      </w:r>
      <w:r>
        <w:tab/>
        <w:t>1.013e0</w:t>
      </w:r>
    </w:p>
    <w:p w:rsidR="007B2329" w:rsidRDefault="007B2329" w:rsidP="007B2329">
      <w:r>
        <w:t>281.7253</w:t>
      </w:r>
      <w:r>
        <w:tab/>
        <w:t>2.025e0</w:t>
      </w:r>
    </w:p>
    <w:p w:rsidR="007B2329" w:rsidRDefault="007B2329" w:rsidP="007B2329">
      <w:r>
        <w:t>281.7267</w:t>
      </w:r>
      <w:r>
        <w:tab/>
        <w:t>3.038e0</w:t>
      </w:r>
    </w:p>
    <w:p w:rsidR="007B2329" w:rsidRDefault="007B2329" w:rsidP="007B2329">
      <w:r>
        <w:t>281.7406</w:t>
      </w:r>
      <w:r>
        <w:tab/>
        <w:t>1.013e0</w:t>
      </w:r>
    </w:p>
    <w:p w:rsidR="007B2329" w:rsidRDefault="007B2329" w:rsidP="007B2329">
      <w:r>
        <w:t>281.7657</w:t>
      </w:r>
      <w:r>
        <w:tab/>
        <w:t>2.025e0</w:t>
      </w:r>
    </w:p>
    <w:p w:rsidR="007B2329" w:rsidRDefault="007B2329" w:rsidP="007B2329">
      <w:r>
        <w:t>281.7719</w:t>
      </w:r>
      <w:r>
        <w:tab/>
        <w:t>1.013e0</w:t>
      </w:r>
    </w:p>
    <w:p w:rsidR="007B2329" w:rsidRDefault="007B2329" w:rsidP="007B2329">
      <w:r>
        <w:t>281.7816</w:t>
      </w:r>
      <w:r>
        <w:tab/>
        <w:t>4.051e0</w:t>
      </w:r>
    </w:p>
    <w:p w:rsidR="007B2329" w:rsidRDefault="007B2329" w:rsidP="007B2329">
      <w:r>
        <w:t>281.7935</w:t>
      </w:r>
      <w:r>
        <w:tab/>
        <w:t>1.013e0</w:t>
      </w:r>
    </w:p>
    <w:p w:rsidR="007B2329" w:rsidRDefault="007B2329" w:rsidP="007B2329">
      <w:r>
        <w:t>281.8043</w:t>
      </w:r>
      <w:r>
        <w:tab/>
        <w:t>2.025e0</w:t>
      </w:r>
    </w:p>
    <w:p w:rsidR="007B2329" w:rsidRDefault="007B2329" w:rsidP="007B2329">
      <w:r>
        <w:t>281.8055</w:t>
      </w:r>
      <w:r>
        <w:tab/>
        <w:t>2.025e0</w:t>
      </w:r>
    </w:p>
    <w:p w:rsidR="007B2329" w:rsidRDefault="007B2329" w:rsidP="007B2329">
      <w:r>
        <w:t>281.8193</w:t>
      </w:r>
      <w:r>
        <w:tab/>
        <w:t>1.013e0</w:t>
      </w:r>
    </w:p>
    <w:p w:rsidR="007B2329" w:rsidRDefault="007B2329" w:rsidP="007B2329">
      <w:r>
        <w:t>281.8297</w:t>
      </w:r>
      <w:r>
        <w:tab/>
        <w:t>1.013e0</w:t>
      </w:r>
    </w:p>
    <w:p w:rsidR="007B2329" w:rsidRDefault="007B2329" w:rsidP="007B2329">
      <w:r>
        <w:t>281.8348</w:t>
      </w:r>
      <w:r>
        <w:tab/>
        <w:t>1.013e0</w:t>
      </w:r>
    </w:p>
    <w:p w:rsidR="007B2329" w:rsidRDefault="007B2329" w:rsidP="007B2329">
      <w:r>
        <w:t>281.8387</w:t>
      </w:r>
      <w:r>
        <w:tab/>
        <w:t>1.013e0</w:t>
      </w:r>
    </w:p>
    <w:p w:rsidR="007B2329" w:rsidRDefault="007B2329" w:rsidP="007B2329">
      <w:r>
        <w:t>281.8468</w:t>
      </w:r>
      <w:r>
        <w:tab/>
        <w:t>1.013e0</w:t>
      </w:r>
    </w:p>
    <w:p w:rsidR="007B2329" w:rsidRDefault="007B2329" w:rsidP="007B2329">
      <w:r>
        <w:t>281.8741</w:t>
      </w:r>
      <w:r>
        <w:tab/>
        <w:t>1.013e0</w:t>
      </w:r>
    </w:p>
    <w:p w:rsidR="007B2329" w:rsidRDefault="007B2329" w:rsidP="007B2329">
      <w:r>
        <w:t>281.8838</w:t>
      </w:r>
      <w:r>
        <w:tab/>
        <w:t>3.038e0</w:t>
      </w:r>
    </w:p>
    <w:p w:rsidR="007B2329" w:rsidRDefault="007B2329" w:rsidP="007B2329">
      <w:r>
        <w:lastRenderedPageBreak/>
        <w:t>281.9116</w:t>
      </w:r>
      <w:r>
        <w:tab/>
        <w:t>1.025e0</w:t>
      </w:r>
    </w:p>
    <w:p w:rsidR="007B2329" w:rsidRDefault="007B2329" w:rsidP="007B2329">
      <w:r>
        <w:t>281.9136</w:t>
      </w:r>
      <w:r>
        <w:tab/>
        <w:t>2.025e0</w:t>
      </w:r>
    </w:p>
    <w:p w:rsidR="007B2329" w:rsidRDefault="007B2329" w:rsidP="007B2329">
      <w:r>
        <w:t>281.9175</w:t>
      </w:r>
      <w:r>
        <w:tab/>
        <w:t>1.013e0</w:t>
      </w:r>
    </w:p>
    <w:p w:rsidR="007B2329" w:rsidRDefault="007B2329" w:rsidP="007B2329">
      <w:r>
        <w:t>281.9227</w:t>
      </w:r>
      <w:r>
        <w:tab/>
        <w:t>2.025e0</w:t>
      </w:r>
    </w:p>
    <w:p w:rsidR="007B2329" w:rsidRDefault="007B2329" w:rsidP="007B2329">
      <w:r>
        <w:t>281.9369</w:t>
      </w:r>
      <w:r>
        <w:tab/>
        <w:t>1.013e0</w:t>
      </w:r>
    </w:p>
    <w:p w:rsidR="007B2329" w:rsidRDefault="007B2329" w:rsidP="007B2329">
      <w:r>
        <w:t>281.9409</w:t>
      </w:r>
      <w:r>
        <w:tab/>
        <w:t>2.025e0</w:t>
      </w:r>
    </w:p>
    <w:p w:rsidR="007B2329" w:rsidRDefault="007B2329" w:rsidP="007B2329">
      <w:r>
        <w:t>281.9640</w:t>
      </w:r>
      <w:r>
        <w:tab/>
        <w:t>1.013e0</w:t>
      </w:r>
    </w:p>
    <w:p w:rsidR="007B2329" w:rsidRDefault="007B2329" w:rsidP="007B2329">
      <w:r>
        <w:t>281.9682</w:t>
      </w:r>
      <w:r>
        <w:tab/>
        <w:t>1.013e0</w:t>
      </w:r>
    </w:p>
    <w:p w:rsidR="007B2329" w:rsidRDefault="007B2329" w:rsidP="007B2329">
      <w:r>
        <w:t>281.9723</w:t>
      </w:r>
      <w:r>
        <w:tab/>
        <w:t>1.013e0</w:t>
      </w:r>
    </w:p>
    <w:p w:rsidR="007B2329" w:rsidRDefault="007B2329" w:rsidP="007B2329">
      <w:r>
        <w:t>281.9898</w:t>
      </w:r>
      <w:r>
        <w:tab/>
        <w:t>1.013e0</w:t>
      </w:r>
    </w:p>
    <w:p w:rsidR="007B2329" w:rsidRDefault="007B2329" w:rsidP="007B2329">
      <w:r>
        <w:t>281.9955</w:t>
      </w:r>
      <w:r>
        <w:tab/>
        <w:t>3.038e0</w:t>
      </w:r>
    </w:p>
    <w:p w:rsidR="007B2329" w:rsidRDefault="007B2329" w:rsidP="007B2329">
      <w:r>
        <w:t>281.9969</w:t>
      </w:r>
      <w:r>
        <w:tab/>
        <w:t>2.025e0</w:t>
      </w:r>
    </w:p>
    <w:p w:rsidR="007B2329" w:rsidRDefault="007B2329" w:rsidP="007B2329">
      <w:r>
        <w:t>282.0025</w:t>
      </w:r>
      <w:r>
        <w:tab/>
        <w:t>3.038e0</w:t>
      </w:r>
    </w:p>
    <w:p w:rsidR="007B2329" w:rsidRDefault="007B2329" w:rsidP="007B2329">
      <w:r>
        <w:t>282.0073</w:t>
      </w:r>
      <w:r>
        <w:tab/>
        <w:t>7.262e0</w:t>
      </w:r>
    </w:p>
    <w:p w:rsidR="007B2329" w:rsidRDefault="007B2329" w:rsidP="007B2329">
      <w:r>
        <w:t>282.0285</w:t>
      </w:r>
      <w:r>
        <w:tab/>
        <w:t>4.063e0</w:t>
      </w:r>
    </w:p>
    <w:p w:rsidR="007B2329" w:rsidRDefault="007B2329" w:rsidP="007B2329">
      <w:r>
        <w:t>282.0312</w:t>
      </w:r>
      <w:r>
        <w:tab/>
        <w:t>1.013e0</w:t>
      </w:r>
    </w:p>
    <w:p w:rsidR="007B2329" w:rsidRDefault="007B2329" w:rsidP="007B2329">
      <w:r>
        <w:t>282.0351</w:t>
      </w:r>
      <w:r>
        <w:tab/>
        <w:t>1.013e0</w:t>
      </w:r>
    </w:p>
    <w:p w:rsidR="007B2329" w:rsidRDefault="007B2329" w:rsidP="007B2329">
      <w:r>
        <w:t>282.0390</w:t>
      </w:r>
      <w:r>
        <w:tab/>
        <w:t>4.051e0</w:t>
      </w:r>
    </w:p>
    <w:p w:rsidR="007B2329" w:rsidRDefault="007B2329" w:rsidP="007B2329">
      <w:r>
        <w:t>282.0486</w:t>
      </w:r>
      <w:r>
        <w:tab/>
        <w:t>2.704e0</w:t>
      </w:r>
    </w:p>
    <w:p w:rsidR="007B2329" w:rsidRDefault="007B2329" w:rsidP="007B2329">
      <w:r>
        <w:lastRenderedPageBreak/>
        <w:t>282.0510</w:t>
      </w:r>
      <w:r>
        <w:tab/>
        <w:t>2.025e0</w:t>
      </w:r>
    </w:p>
    <w:p w:rsidR="007B2329" w:rsidRDefault="007B2329" w:rsidP="007B2329">
      <w:r>
        <w:t>282.0705</w:t>
      </w:r>
      <w:r>
        <w:tab/>
        <w:t>1.013e0</w:t>
      </w:r>
    </w:p>
    <w:p w:rsidR="007B2329" w:rsidRDefault="007B2329" w:rsidP="007B2329">
      <w:r>
        <w:t>282.0724</w:t>
      </w:r>
      <w:r>
        <w:tab/>
        <w:t>1.025e0</w:t>
      </w:r>
    </w:p>
    <w:p w:rsidR="007B2329" w:rsidRDefault="007B2329" w:rsidP="007B2329">
      <w:r>
        <w:t>282.0746</w:t>
      </w:r>
      <w:r>
        <w:tab/>
        <w:t>1.013e0</w:t>
      </w:r>
    </w:p>
    <w:p w:rsidR="007B2329" w:rsidRDefault="007B2329" w:rsidP="007B2329">
      <w:r>
        <w:t>282.0941</w:t>
      </w:r>
      <w:r>
        <w:tab/>
        <w:t>2.532e-2</w:t>
      </w:r>
    </w:p>
    <w:p w:rsidR="007B2329" w:rsidRDefault="007B2329" w:rsidP="007B2329">
      <w:r>
        <w:t>282.1157</w:t>
      </w:r>
      <w:r>
        <w:tab/>
        <w:t>4.063e0</w:t>
      </w:r>
    </w:p>
    <w:p w:rsidR="007B2329" w:rsidRDefault="007B2329" w:rsidP="007B2329">
      <w:r>
        <w:t>282.1373</w:t>
      </w:r>
      <w:r>
        <w:tab/>
        <w:t>9.032e0</w:t>
      </w:r>
    </w:p>
    <w:p w:rsidR="007B2329" w:rsidRDefault="007B2329" w:rsidP="007B2329">
      <w:r>
        <w:t>282.1384</w:t>
      </w:r>
      <w:r>
        <w:tab/>
        <w:t>3.038e0</w:t>
      </w:r>
    </w:p>
    <w:p w:rsidR="007B2329" w:rsidRDefault="007B2329" w:rsidP="007B2329">
      <w:r>
        <w:t>282.1441</w:t>
      </w:r>
      <w:r>
        <w:tab/>
        <w:t>9.436e0</w:t>
      </w:r>
    </w:p>
    <w:p w:rsidR="007B2329" w:rsidRDefault="007B2329" w:rsidP="007B2329">
      <w:r>
        <w:t>282.1528</w:t>
      </w:r>
      <w:r>
        <w:tab/>
        <w:t>1.082e1</w:t>
      </w:r>
    </w:p>
    <w:p w:rsidR="007B2329" w:rsidRDefault="007B2329" w:rsidP="007B2329">
      <w:r>
        <w:t>282.1585</w:t>
      </w:r>
      <w:r>
        <w:tab/>
        <w:t>4.161e0</w:t>
      </w:r>
    </w:p>
    <w:p w:rsidR="007B2329" w:rsidRDefault="007B2329" w:rsidP="007B2329">
      <w:r>
        <w:t>282.1629</w:t>
      </w:r>
      <w:r>
        <w:tab/>
        <w:t>5.063e0</w:t>
      </w:r>
    </w:p>
    <w:p w:rsidR="007B2329" w:rsidRDefault="007B2329" w:rsidP="007B2329">
      <w:r>
        <w:t>282.1649</w:t>
      </w:r>
      <w:r>
        <w:tab/>
        <w:t>1.240e1</w:t>
      </w:r>
    </w:p>
    <w:p w:rsidR="007B2329" w:rsidRDefault="007B2329" w:rsidP="007B2329">
      <w:r>
        <w:t>282.1712</w:t>
      </w:r>
      <w:r>
        <w:tab/>
        <w:t>8.101e0</w:t>
      </w:r>
    </w:p>
    <w:p w:rsidR="007B2329" w:rsidRDefault="007B2329" w:rsidP="007B2329">
      <w:r>
        <w:t>282.1931</w:t>
      </w:r>
      <w:r>
        <w:tab/>
        <w:t>1.524e1</w:t>
      </w:r>
    </w:p>
    <w:p w:rsidR="007B2329" w:rsidRDefault="007B2329" w:rsidP="007B2329">
      <w:r>
        <w:t>282.2021</w:t>
      </w:r>
      <w:r>
        <w:tab/>
        <w:t>2.025e0</w:t>
      </w:r>
    </w:p>
    <w:p w:rsidR="007B2329" w:rsidRDefault="007B2329" w:rsidP="007B2329">
      <w:r>
        <w:t>282.2066</w:t>
      </w:r>
      <w:r>
        <w:tab/>
        <w:t>5.063e0</w:t>
      </w:r>
    </w:p>
    <w:p w:rsidR="007B2329" w:rsidRDefault="007B2329" w:rsidP="007B2329">
      <w:r>
        <w:t>282.2077</w:t>
      </w:r>
      <w:r>
        <w:tab/>
        <w:t>3.238e0</w:t>
      </w:r>
    </w:p>
    <w:p w:rsidR="007B2329" w:rsidRDefault="007B2329" w:rsidP="007B2329">
      <w:r>
        <w:t>282.2117</w:t>
      </w:r>
      <w:r>
        <w:tab/>
        <w:t>7.089e0</w:t>
      </w:r>
    </w:p>
    <w:p w:rsidR="007B2329" w:rsidRDefault="007B2329" w:rsidP="007B2329">
      <w:r>
        <w:lastRenderedPageBreak/>
        <w:t>282.2152</w:t>
      </w:r>
      <w:r>
        <w:tab/>
        <w:t>2.025e0</w:t>
      </w:r>
    </w:p>
    <w:p w:rsidR="007B2329" w:rsidRDefault="007B2329" w:rsidP="007B2329">
      <w:r>
        <w:t>282.2218</w:t>
      </w:r>
      <w:r>
        <w:tab/>
        <w:t>1.063e0</w:t>
      </w:r>
    </w:p>
    <w:p w:rsidR="007B2329" w:rsidRDefault="007B2329" w:rsidP="007B2329">
      <w:r>
        <w:t>282.2283</w:t>
      </w:r>
      <w:r>
        <w:tab/>
        <w:t>2.025e0</w:t>
      </w:r>
    </w:p>
    <w:p w:rsidR="007B2329" w:rsidRDefault="007B2329" w:rsidP="007B2329">
      <w:r>
        <w:t>282.2373</w:t>
      </w:r>
      <w:r>
        <w:tab/>
        <w:t>2.025e0</w:t>
      </w:r>
    </w:p>
    <w:p w:rsidR="007B2329" w:rsidRDefault="007B2329" w:rsidP="007B2329">
      <w:r>
        <w:t>282.2531</w:t>
      </w:r>
      <w:r>
        <w:tab/>
        <w:t>2.025e0</w:t>
      </w:r>
    </w:p>
    <w:p w:rsidR="007B2329" w:rsidRDefault="007B2329" w:rsidP="007B2329">
      <w:r>
        <w:t>282.2606</w:t>
      </w:r>
      <w:r>
        <w:tab/>
        <w:t>3.038e0</w:t>
      </w:r>
    </w:p>
    <w:p w:rsidR="007B2329" w:rsidRDefault="007B2329" w:rsidP="007B2329">
      <w:r>
        <w:t>282.2668</w:t>
      </w:r>
      <w:r>
        <w:tab/>
        <w:t>1.013e0</w:t>
      </w:r>
    </w:p>
    <w:p w:rsidR="007B2329" w:rsidRDefault="007B2329" w:rsidP="007B2329">
      <w:r>
        <w:t>282.2709</w:t>
      </w:r>
      <w:r>
        <w:tab/>
        <w:t>1.013e0</w:t>
      </w:r>
    </w:p>
    <w:p w:rsidR="007B2329" w:rsidRDefault="007B2329" w:rsidP="007B2329">
      <w:r>
        <w:t>282.2747</w:t>
      </w:r>
      <w:r>
        <w:tab/>
        <w:t>1.013e0</w:t>
      </w:r>
    </w:p>
    <w:p w:rsidR="007B2329" w:rsidRDefault="007B2329" w:rsidP="007B2329">
      <w:r>
        <w:t>282.2991</w:t>
      </w:r>
      <w:r>
        <w:tab/>
        <w:t>3.038e0</w:t>
      </w:r>
    </w:p>
    <w:p w:rsidR="007B2329" w:rsidRDefault="007B2329" w:rsidP="007B2329">
      <w:r>
        <w:t>282.3297</w:t>
      </w:r>
      <w:r>
        <w:tab/>
        <w:t>2.130e0</w:t>
      </w:r>
    </w:p>
    <w:p w:rsidR="007B2329" w:rsidRDefault="007B2329" w:rsidP="007B2329">
      <w:r>
        <w:t>282.3316</w:t>
      </w:r>
      <w:r>
        <w:tab/>
        <w:t>2.025e0</w:t>
      </w:r>
    </w:p>
    <w:p w:rsidR="007B2329" w:rsidRDefault="007B2329" w:rsidP="007B2329">
      <w:r>
        <w:t>282.3691</w:t>
      </w:r>
      <w:r>
        <w:tab/>
        <w:t>1.013e0</w:t>
      </w:r>
    </w:p>
    <w:p w:rsidR="007B2329" w:rsidRDefault="007B2329" w:rsidP="007B2329">
      <w:r>
        <w:t>282.3729</w:t>
      </w:r>
      <w:r>
        <w:tab/>
        <w:t>1.013e0</w:t>
      </w:r>
    </w:p>
    <w:p w:rsidR="007B2329" w:rsidRDefault="007B2329" w:rsidP="007B2329">
      <w:r>
        <w:t>282.3757</w:t>
      </w:r>
      <w:r>
        <w:tab/>
        <w:t>3.038e0</w:t>
      </w:r>
    </w:p>
    <w:p w:rsidR="007B2329" w:rsidRDefault="007B2329" w:rsidP="007B2329">
      <w:r>
        <w:t>282.3779</w:t>
      </w:r>
      <w:r>
        <w:tab/>
        <w:t>1.013e0</w:t>
      </w:r>
    </w:p>
    <w:p w:rsidR="007B2329" w:rsidRDefault="007B2329" w:rsidP="007B2329">
      <w:r>
        <w:t>282.4089</w:t>
      </w:r>
      <w:r>
        <w:tab/>
        <w:t>1.013e0</w:t>
      </w:r>
    </w:p>
    <w:p w:rsidR="007B2329" w:rsidRDefault="007B2329" w:rsidP="007B2329">
      <w:r>
        <w:t>282.4141</w:t>
      </w:r>
      <w:r>
        <w:tab/>
        <w:t>2.025e0</w:t>
      </w:r>
    </w:p>
    <w:p w:rsidR="007B2329" w:rsidRDefault="007B2329" w:rsidP="007B2329">
      <w:r>
        <w:t>282.4239</w:t>
      </w:r>
      <w:r>
        <w:tab/>
        <w:t>1.013e0</w:t>
      </w:r>
    </w:p>
    <w:p w:rsidR="007B2329" w:rsidRDefault="007B2329" w:rsidP="007B2329">
      <w:r>
        <w:lastRenderedPageBreak/>
        <w:t>282.4320</w:t>
      </w:r>
      <w:r>
        <w:tab/>
        <w:t>3.038e0</w:t>
      </w:r>
    </w:p>
    <w:p w:rsidR="007B2329" w:rsidRDefault="007B2329" w:rsidP="007B2329">
      <w:r>
        <w:t>282.4378</w:t>
      </w:r>
      <w:r>
        <w:tab/>
        <w:t>3.038e0</w:t>
      </w:r>
    </w:p>
    <w:p w:rsidR="007B2329" w:rsidRDefault="007B2329" w:rsidP="007B2329">
      <w:r>
        <w:t>282.4553</w:t>
      </w:r>
      <w:r>
        <w:tab/>
        <w:t>1.013e0</w:t>
      </w:r>
    </w:p>
    <w:p w:rsidR="007B2329" w:rsidRDefault="007B2329" w:rsidP="007B2329">
      <w:r>
        <w:t>282.4590</w:t>
      </w:r>
      <w:r>
        <w:tab/>
        <w:t>4.051e0</w:t>
      </w:r>
    </w:p>
    <w:p w:rsidR="007B2329" w:rsidRDefault="007B2329" w:rsidP="007B2329">
      <w:r>
        <w:t>282.4632</w:t>
      </w:r>
      <w:r>
        <w:tab/>
        <w:t>1.013e0</w:t>
      </w:r>
    </w:p>
    <w:p w:rsidR="007B2329" w:rsidRDefault="007B2329" w:rsidP="007B2329">
      <w:r>
        <w:t>282.4946</w:t>
      </w:r>
      <w:r>
        <w:tab/>
        <w:t>1.013e0</w:t>
      </w:r>
    </w:p>
    <w:p w:rsidR="007B2329" w:rsidRDefault="007B2329" w:rsidP="007B2329">
      <w:r>
        <w:t>282.4966</w:t>
      </w:r>
      <w:r>
        <w:tab/>
        <w:t>2.025e0</w:t>
      </w:r>
    </w:p>
    <w:p w:rsidR="007B2329" w:rsidRDefault="007B2329" w:rsidP="007B2329">
      <w:r>
        <w:t>282.5026</w:t>
      </w:r>
      <w:r>
        <w:tab/>
        <w:t>1.013e0</w:t>
      </w:r>
    </w:p>
    <w:p w:rsidR="007B2329" w:rsidRDefault="007B2329" w:rsidP="007B2329">
      <w:r>
        <w:t>282.5160</w:t>
      </w:r>
      <w:r>
        <w:tab/>
        <w:t>5.063e0</w:t>
      </w:r>
    </w:p>
    <w:p w:rsidR="007B2329" w:rsidRDefault="007B2329" w:rsidP="007B2329">
      <w:r>
        <w:t>282.5221</w:t>
      </w:r>
      <w:r>
        <w:tab/>
        <w:t>1.013e0</w:t>
      </w:r>
    </w:p>
    <w:p w:rsidR="007B2329" w:rsidRDefault="007B2329" w:rsidP="007B2329">
      <w:r>
        <w:t>282.5301</w:t>
      </w:r>
      <w:r>
        <w:tab/>
        <w:t>2.025e0</w:t>
      </w:r>
    </w:p>
    <w:p w:rsidR="007B2329" w:rsidRDefault="007B2329" w:rsidP="007B2329">
      <w:r>
        <w:t>282.5379</w:t>
      </w:r>
      <w:r>
        <w:tab/>
        <w:t>3.038e0</w:t>
      </w:r>
    </w:p>
    <w:p w:rsidR="007B2329" w:rsidRDefault="007B2329" w:rsidP="007B2329">
      <w:r>
        <w:t>282.5456</w:t>
      </w:r>
      <w:r>
        <w:tab/>
        <w:t>2.025e0</w:t>
      </w:r>
    </w:p>
    <w:p w:rsidR="007B2329" w:rsidRDefault="007B2329" w:rsidP="007B2329">
      <w:r>
        <w:t>282.5573</w:t>
      </w:r>
      <w:r>
        <w:tab/>
        <w:t>1.013e0</w:t>
      </w:r>
    </w:p>
    <w:p w:rsidR="007B2329" w:rsidRDefault="007B2329" w:rsidP="007B2329">
      <w:r>
        <w:t>282.5635</w:t>
      </w:r>
      <w:r>
        <w:tab/>
        <w:t>1.025e0</w:t>
      </w:r>
    </w:p>
    <w:p w:rsidR="007B2329" w:rsidRDefault="007B2329" w:rsidP="007B2329">
      <w:r>
        <w:t>282.5689</w:t>
      </w:r>
      <w:r>
        <w:tab/>
        <w:t>2.025e0</w:t>
      </w:r>
    </w:p>
    <w:p w:rsidR="007B2329" w:rsidRDefault="007B2329" w:rsidP="007B2329">
      <w:r>
        <w:t>282.5746</w:t>
      </w:r>
      <w:r>
        <w:tab/>
        <w:t>1.013e0</w:t>
      </w:r>
    </w:p>
    <w:p w:rsidR="007B2329" w:rsidRDefault="007B2329" w:rsidP="007B2329">
      <w:r>
        <w:t>282.5849</w:t>
      </w:r>
      <w:r>
        <w:tab/>
        <w:t>1.013e0</w:t>
      </w:r>
    </w:p>
    <w:p w:rsidR="007B2329" w:rsidRDefault="007B2329" w:rsidP="007B2329">
      <w:r>
        <w:t>282.5888</w:t>
      </w:r>
      <w:r>
        <w:tab/>
        <w:t>1.013e0</w:t>
      </w:r>
    </w:p>
    <w:p w:rsidR="007B2329" w:rsidRDefault="007B2329" w:rsidP="007B2329">
      <w:r>
        <w:lastRenderedPageBreak/>
        <w:t>282.6009</w:t>
      </w:r>
      <w:r>
        <w:tab/>
        <w:t>3.038e0</w:t>
      </w:r>
    </w:p>
    <w:p w:rsidR="007B2329" w:rsidRDefault="007B2329" w:rsidP="007B2329">
      <w:r>
        <w:t>282.6086</w:t>
      </w:r>
      <w:r>
        <w:tab/>
        <w:t>2.025e0</w:t>
      </w:r>
    </w:p>
    <w:p w:rsidR="007B2329" w:rsidRDefault="007B2329" w:rsidP="007B2329">
      <w:r>
        <w:t>282.6106</w:t>
      </w:r>
      <w:r>
        <w:tab/>
        <w:t>2.025e0</w:t>
      </w:r>
    </w:p>
    <w:p w:rsidR="007B2329" w:rsidRDefault="007B2329" w:rsidP="007B2329">
      <w:r>
        <w:t>282.6131</w:t>
      </w:r>
      <w:r>
        <w:tab/>
        <w:t>2.532e-2</w:t>
      </w:r>
    </w:p>
    <w:p w:rsidR="007B2329" w:rsidRDefault="007B2329" w:rsidP="007B2329">
      <w:r>
        <w:t>282.6160</w:t>
      </w:r>
      <w:r>
        <w:tab/>
        <w:t>3.038e0</w:t>
      </w:r>
    </w:p>
    <w:p w:rsidR="007B2329" w:rsidRDefault="007B2329" w:rsidP="007B2329">
      <w:r>
        <w:t>282.6202</w:t>
      </w:r>
      <w:r>
        <w:tab/>
        <w:t>2.025e0</w:t>
      </w:r>
    </w:p>
    <w:p w:rsidR="007B2329" w:rsidRDefault="007B2329" w:rsidP="007B2329">
      <w:r>
        <w:t>282.6228</w:t>
      </w:r>
      <w:r>
        <w:tab/>
        <w:t>3.038e0</w:t>
      </w:r>
    </w:p>
    <w:p w:rsidR="007B2329" w:rsidRDefault="007B2329" w:rsidP="007B2329">
      <w:r>
        <w:t>282.6597</w:t>
      </w:r>
      <w:r>
        <w:tab/>
        <w:t>2.025e0</w:t>
      </w:r>
    </w:p>
    <w:p w:rsidR="007B2329" w:rsidRDefault="007B2329" w:rsidP="007B2329">
      <w:r>
        <w:t>282.6733</w:t>
      </w:r>
      <w:r>
        <w:tab/>
        <w:t>2.025e0</w:t>
      </w:r>
    </w:p>
    <w:p w:rsidR="007B2329" w:rsidRDefault="007B2329" w:rsidP="007B2329">
      <w:r>
        <w:t>282.6782</w:t>
      </w:r>
      <w:r>
        <w:tab/>
        <w:t>1.013e0</w:t>
      </w:r>
    </w:p>
    <w:p w:rsidR="007B2329" w:rsidRDefault="007B2329" w:rsidP="007B2329">
      <w:r>
        <w:t>282.6910</w:t>
      </w:r>
      <w:r>
        <w:tab/>
        <w:t>3.038e0</w:t>
      </w:r>
    </w:p>
    <w:p w:rsidR="007B2329" w:rsidRDefault="007B2329" w:rsidP="007B2329">
      <w:r>
        <w:t>282.7093</w:t>
      </w:r>
      <w:r>
        <w:tab/>
        <w:t>1.013e0</w:t>
      </w:r>
    </w:p>
    <w:p w:rsidR="007B2329" w:rsidRDefault="007B2329" w:rsidP="007B2329">
      <w:r>
        <w:t>282.7332</w:t>
      </w:r>
      <w:r>
        <w:tab/>
        <w:t>2.025e0</w:t>
      </w:r>
    </w:p>
    <w:p w:rsidR="007B2329" w:rsidRDefault="007B2329" w:rsidP="007B2329">
      <w:r>
        <w:t>282.7352</w:t>
      </w:r>
      <w:r>
        <w:tab/>
        <w:t>1.013e0</w:t>
      </w:r>
    </w:p>
    <w:p w:rsidR="007B2329" w:rsidRDefault="007B2329" w:rsidP="007B2329">
      <w:r>
        <w:t>282.7401</w:t>
      </w:r>
      <w:r>
        <w:tab/>
        <w:t>2.025e0</w:t>
      </w:r>
    </w:p>
    <w:p w:rsidR="007B2329" w:rsidRDefault="007B2329" w:rsidP="007B2329">
      <w:r>
        <w:t>282.7456</w:t>
      </w:r>
      <w:r>
        <w:tab/>
        <w:t>1.013e0</w:t>
      </w:r>
    </w:p>
    <w:p w:rsidR="007B2329" w:rsidRDefault="007B2329" w:rsidP="007B2329">
      <w:r>
        <w:t>282.7579</w:t>
      </w:r>
      <w:r>
        <w:tab/>
        <w:t>2.025e0</w:t>
      </w:r>
    </w:p>
    <w:p w:rsidR="007B2329" w:rsidRDefault="007B2329" w:rsidP="007B2329">
      <w:r>
        <w:t>282.7933</w:t>
      </w:r>
      <w:r>
        <w:tab/>
        <w:t>1.013e0</w:t>
      </w:r>
    </w:p>
    <w:p w:rsidR="007B2329" w:rsidRDefault="007B2329" w:rsidP="007B2329">
      <w:r>
        <w:t>282.8004</w:t>
      </w:r>
      <w:r>
        <w:tab/>
        <w:t>2.025e0</w:t>
      </w:r>
    </w:p>
    <w:p w:rsidR="007B2329" w:rsidRDefault="007B2329" w:rsidP="007B2329">
      <w:r>
        <w:lastRenderedPageBreak/>
        <w:t>282.8127</w:t>
      </w:r>
      <w:r>
        <w:tab/>
        <w:t>1.013e0</w:t>
      </w:r>
    </w:p>
    <w:p w:rsidR="007B2329" w:rsidRDefault="007B2329" w:rsidP="007B2329">
      <w:r>
        <w:t>282.8167</w:t>
      </w:r>
      <w:r>
        <w:tab/>
        <w:t>2.025e0</w:t>
      </w:r>
    </w:p>
    <w:p w:rsidR="007B2329" w:rsidRDefault="007B2329" w:rsidP="007B2329">
      <w:r>
        <w:t>282.8248</w:t>
      </w:r>
      <w:r>
        <w:tab/>
        <w:t>1.013e0</w:t>
      </w:r>
    </w:p>
    <w:p w:rsidR="007B2329" w:rsidRDefault="007B2329" w:rsidP="007B2329">
      <w:r>
        <w:t>282.8285</w:t>
      </w:r>
      <w:r>
        <w:tab/>
        <w:t>1.013e0</w:t>
      </w:r>
    </w:p>
    <w:p w:rsidR="007B2329" w:rsidRDefault="007B2329" w:rsidP="007B2329">
      <w:r>
        <w:t>282.8429</w:t>
      </w:r>
      <w:r>
        <w:tab/>
        <w:t>2.025e0</w:t>
      </w:r>
    </w:p>
    <w:p w:rsidR="007B2329" w:rsidRDefault="007B2329" w:rsidP="007B2329">
      <w:r>
        <w:t>282.8480</w:t>
      </w:r>
      <w:r>
        <w:tab/>
        <w:t>2.025e0</w:t>
      </w:r>
    </w:p>
    <w:p w:rsidR="007B2329" w:rsidRDefault="007B2329" w:rsidP="007B2329">
      <w:r>
        <w:t>282.8600</w:t>
      </w:r>
      <w:r>
        <w:tab/>
        <w:t>1.013e0</w:t>
      </w:r>
    </w:p>
    <w:p w:rsidR="007B2329" w:rsidRDefault="007B2329" w:rsidP="007B2329">
      <w:r>
        <w:t>282.8647</w:t>
      </w:r>
      <w:r>
        <w:tab/>
        <w:t>1.013e0</w:t>
      </w:r>
    </w:p>
    <w:p w:rsidR="007B2329" w:rsidRDefault="007B2329" w:rsidP="007B2329">
      <w:r>
        <w:t>282.8699</w:t>
      </w:r>
      <w:r>
        <w:tab/>
        <w:t>2.025e0</w:t>
      </w:r>
    </w:p>
    <w:p w:rsidR="007B2329" w:rsidRDefault="007B2329" w:rsidP="007B2329">
      <w:r>
        <w:t>282.8835</w:t>
      </w:r>
      <w:r>
        <w:tab/>
        <w:t>1.013e0</w:t>
      </w:r>
    </w:p>
    <w:p w:rsidR="007B2329" w:rsidRDefault="007B2329" w:rsidP="007B2329">
      <w:r>
        <w:t>282.8960</w:t>
      </w:r>
      <w:r>
        <w:tab/>
        <w:t>1.013e0</w:t>
      </w:r>
    </w:p>
    <w:p w:rsidR="007B2329" w:rsidRDefault="007B2329" w:rsidP="007B2329">
      <w:r>
        <w:t>282.9062</w:t>
      </w:r>
      <w:r>
        <w:tab/>
        <w:t>2.025e0</w:t>
      </w:r>
    </w:p>
    <w:p w:rsidR="007B2329" w:rsidRDefault="007B2329" w:rsidP="007B2329">
      <w:r>
        <w:t>282.9149</w:t>
      </w:r>
      <w:r>
        <w:tab/>
        <w:t>4.051e0</w:t>
      </w:r>
    </w:p>
    <w:p w:rsidR="007B2329" w:rsidRDefault="007B2329" w:rsidP="007B2329">
      <w:r>
        <w:t>282.9270</w:t>
      </w:r>
      <w:r>
        <w:tab/>
        <w:t>1.013e0</w:t>
      </w:r>
    </w:p>
    <w:p w:rsidR="007B2329" w:rsidRDefault="007B2329" w:rsidP="007B2329">
      <w:r>
        <w:t>282.9462</w:t>
      </w:r>
      <w:r>
        <w:tab/>
        <w:t>1.013e0</w:t>
      </w:r>
    </w:p>
    <w:p w:rsidR="007B2329" w:rsidRDefault="007B2329" w:rsidP="007B2329">
      <w:r>
        <w:t>282.9543</w:t>
      </w:r>
      <w:r>
        <w:tab/>
        <w:t>1.013e0</w:t>
      </w:r>
    </w:p>
    <w:p w:rsidR="007B2329" w:rsidRDefault="007B2329" w:rsidP="007B2329">
      <w:r>
        <w:t>282.9771</w:t>
      </w:r>
      <w:r>
        <w:tab/>
        <w:t>4.051e0</w:t>
      </w:r>
    </w:p>
    <w:p w:rsidR="007B2329" w:rsidRDefault="007B2329" w:rsidP="007B2329">
      <w:r>
        <w:t>282.9951</w:t>
      </w:r>
      <w:r>
        <w:tab/>
        <w:t>3.038e0</w:t>
      </w:r>
    </w:p>
    <w:p w:rsidR="007B2329" w:rsidRDefault="007B2329" w:rsidP="007B2329">
      <w:r>
        <w:t>282.9963</w:t>
      </w:r>
      <w:r>
        <w:tab/>
        <w:t>3.038e0</w:t>
      </w:r>
    </w:p>
    <w:p w:rsidR="007B2329" w:rsidRDefault="007B2329" w:rsidP="007B2329">
      <w:r>
        <w:lastRenderedPageBreak/>
        <w:t>283.0088</w:t>
      </w:r>
      <w:r>
        <w:tab/>
        <w:t>2.025e0</w:t>
      </w:r>
    </w:p>
    <w:p w:rsidR="007B2329" w:rsidRDefault="007B2329" w:rsidP="007B2329">
      <w:r>
        <w:t>283.0225</w:t>
      </w:r>
      <w:r>
        <w:tab/>
        <w:t>3.038e0</w:t>
      </w:r>
    </w:p>
    <w:p w:rsidR="007B2329" w:rsidRDefault="007B2329" w:rsidP="007B2329">
      <w:r>
        <w:t>283.0315</w:t>
      </w:r>
      <w:r>
        <w:tab/>
        <w:t>5.692e0</w:t>
      </w:r>
    </w:p>
    <w:p w:rsidR="007B2329" w:rsidRDefault="007B2329" w:rsidP="007B2329">
      <w:r>
        <w:t>283.0353</w:t>
      </w:r>
      <w:r>
        <w:tab/>
        <w:t>3.038e0</w:t>
      </w:r>
    </w:p>
    <w:p w:rsidR="007B2329" w:rsidRDefault="007B2329" w:rsidP="007B2329">
      <w:r>
        <w:t>283.0406</w:t>
      </w:r>
      <w:r>
        <w:tab/>
        <w:t>2.025e0</w:t>
      </w:r>
    </w:p>
    <w:p w:rsidR="007B2329" w:rsidRDefault="007B2329" w:rsidP="007B2329">
      <w:r>
        <w:t>283.0576</w:t>
      </w:r>
      <w:r>
        <w:tab/>
        <w:t>3.038e0</w:t>
      </w:r>
    </w:p>
    <w:p w:rsidR="007B2329" w:rsidRDefault="007B2329" w:rsidP="007B2329">
      <w:r>
        <w:t>283.0618</w:t>
      </w:r>
      <w:r>
        <w:tab/>
        <w:t>1.013e0</w:t>
      </w:r>
    </w:p>
    <w:p w:rsidR="007B2329" w:rsidRDefault="007B2329" w:rsidP="007B2329">
      <w:r>
        <w:t>283.0671</w:t>
      </w:r>
      <w:r>
        <w:tab/>
        <w:t>1.013e0</w:t>
      </w:r>
    </w:p>
    <w:p w:rsidR="007B2329" w:rsidRDefault="007B2329" w:rsidP="007B2329">
      <w:r>
        <w:t>283.0759</w:t>
      </w:r>
      <w:r>
        <w:tab/>
        <w:t>1.013e0</w:t>
      </w:r>
    </w:p>
    <w:p w:rsidR="007B2329" w:rsidRDefault="007B2329" w:rsidP="007B2329">
      <w:r>
        <w:t>283.0841</w:t>
      </w:r>
      <w:r>
        <w:tab/>
        <w:t>1.013e0</w:t>
      </w:r>
    </w:p>
    <w:p w:rsidR="007B2329" w:rsidRDefault="007B2329" w:rsidP="007B2329">
      <w:r>
        <w:t>283.0929</w:t>
      </w:r>
      <w:r>
        <w:tab/>
        <w:t>1.013e0</w:t>
      </w:r>
    </w:p>
    <w:p w:rsidR="007B2329" w:rsidRDefault="007B2329" w:rsidP="007B2329">
      <w:r>
        <w:t>283.1114</w:t>
      </w:r>
      <w:r>
        <w:tab/>
        <w:t>1.013e0</w:t>
      </w:r>
    </w:p>
    <w:p w:rsidR="007B2329" w:rsidRDefault="007B2329" w:rsidP="007B2329">
      <w:r>
        <w:t>283.1183</w:t>
      </w:r>
      <w:r>
        <w:tab/>
        <w:t>6.198e0</w:t>
      </w:r>
    </w:p>
    <w:p w:rsidR="007B2329" w:rsidRDefault="007B2329" w:rsidP="007B2329">
      <w:r>
        <w:t>283.1202</w:t>
      </w:r>
      <w:r>
        <w:tab/>
        <w:t>1.805e0</w:t>
      </w:r>
    </w:p>
    <w:p w:rsidR="007B2329" w:rsidRDefault="007B2329" w:rsidP="007B2329">
      <w:r>
        <w:t>283.1292</w:t>
      </w:r>
      <w:r>
        <w:tab/>
        <w:t>1.013e0</w:t>
      </w:r>
    </w:p>
    <w:p w:rsidR="007B2329" w:rsidRDefault="007B2329" w:rsidP="007B2329">
      <w:r>
        <w:t>283.1401</w:t>
      </w:r>
      <w:r>
        <w:tab/>
        <w:t>2.706e0</w:t>
      </w:r>
    </w:p>
    <w:p w:rsidR="007B2329" w:rsidRDefault="007B2329" w:rsidP="007B2329">
      <w:r>
        <w:t>283.1469</w:t>
      </w:r>
      <w:r>
        <w:tab/>
        <w:t>1.072e0</w:t>
      </w:r>
    </w:p>
    <w:p w:rsidR="007B2329" w:rsidRDefault="007B2329" w:rsidP="007B2329">
      <w:r>
        <w:t>283.1516</w:t>
      </w:r>
      <w:r>
        <w:tab/>
        <w:t>3.097e0</w:t>
      </w:r>
    </w:p>
    <w:p w:rsidR="007B2329" w:rsidRDefault="007B2329" w:rsidP="007B2329">
      <w:r>
        <w:t>283.1543</w:t>
      </w:r>
      <w:r>
        <w:tab/>
        <w:t>1.038e0</w:t>
      </w:r>
    </w:p>
    <w:p w:rsidR="007B2329" w:rsidRDefault="007B2329" w:rsidP="007B2329">
      <w:r>
        <w:lastRenderedPageBreak/>
        <w:t>283.1560</w:t>
      </w:r>
      <w:r>
        <w:tab/>
        <w:t>8.004e0</w:t>
      </w:r>
    </w:p>
    <w:p w:rsidR="007B2329" w:rsidRDefault="007B2329" w:rsidP="007B2329">
      <w:r>
        <w:t>283.1812</w:t>
      </w:r>
      <w:r>
        <w:tab/>
        <w:t>1.722e1</w:t>
      </w:r>
    </w:p>
    <w:p w:rsidR="007B2329" w:rsidRDefault="007B2329" w:rsidP="007B2329">
      <w:r>
        <w:t>283.1862</w:t>
      </w:r>
      <w:r>
        <w:tab/>
        <w:t>4.051e0</w:t>
      </w:r>
    </w:p>
    <w:p w:rsidR="007B2329" w:rsidRDefault="007B2329" w:rsidP="007B2329">
      <w:r>
        <w:t>283.1881</w:t>
      </w:r>
      <w:r>
        <w:tab/>
        <w:t>1.051e0</w:t>
      </w:r>
    </w:p>
    <w:p w:rsidR="007B2329" w:rsidRDefault="007B2329" w:rsidP="007B2329">
      <w:r>
        <w:t>283.1902</w:t>
      </w:r>
      <w:r>
        <w:tab/>
        <w:t>1.513e1</w:t>
      </w:r>
    </w:p>
    <w:p w:rsidR="007B2329" w:rsidRDefault="007B2329" w:rsidP="007B2329">
      <w:r>
        <w:t>283.1919</w:t>
      </w:r>
      <w:r>
        <w:tab/>
        <w:t>4.063e0</w:t>
      </w:r>
    </w:p>
    <w:p w:rsidR="007B2329" w:rsidRDefault="007B2329" w:rsidP="007B2329">
      <w:r>
        <w:t>283.2227</w:t>
      </w:r>
      <w:r>
        <w:tab/>
        <w:t>1.013e0</w:t>
      </w:r>
    </w:p>
    <w:p w:rsidR="007B2329" w:rsidRDefault="007B2329" w:rsidP="007B2329">
      <w:r>
        <w:t>283.2370</w:t>
      </w:r>
      <w:r>
        <w:tab/>
        <w:t>1.013e0</w:t>
      </w:r>
    </w:p>
    <w:p w:rsidR="007B2329" w:rsidRDefault="007B2329" w:rsidP="007B2329">
      <w:r>
        <w:t>283.2411</w:t>
      </w:r>
      <w:r>
        <w:tab/>
        <w:t>2.025e0</w:t>
      </w:r>
    </w:p>
    <w:p w:rsidR="007B2329" w:rsidRDefault="007B2329" w:rsidP="007B2329">
      <w:r>
        <w:t>283.2472</w:t>
      </w:r>
      <w:r>
        <w:tab/>
        <w:t>2.025e0</w:t>
      </w:r>
    </w:p>
    <w:p w:rsidR="007B2329" w:rsidRDefault="007B2329" w:rsidP="007B2329">
      <w:r>
        <w:t>283.2646</w:t>
      </w:r>
      <w:r>
        <w:tab/>
        <w:t>3.038e0</w:t>
      </w:r>
    </w:p>
    <w:p w:rsidR="007B2329" w:rsidRDefault="007B2329" w:rsidP="007B2329">
      <w:r>
        <w:t>283.2685</w:t>
      </w:r>
      <w:r>
        <w:tab/>
        <w:t>2.025e0</w:t>
      </w:r>
    </w:p>
    <w:p w:rsidR="007B2329" w:rsidRDefault="007B2329" w:rsidP="007B2329">
      <w:r>
        <w:t>283.2725</w:t>
      </w:r>
      <w:r>
        <w:tab/>
        <w:t>1.013e0</w:t>
      </w:r>
    </w:p>
    <w:p w:rsidR="007B2329" w:rsidRDefault="007B2329" w:rsidP="007B2329">
      <w:r>
        <w:t>283.2763</w:t>
      </w:r>
      <w:r>
        <w:tab/>
        <w:t>5.063e0</w:t>
      </w:r>
    </w:p>
    <w:p w:rsidR="007B2329" w:rsidRDefault="007B2329" w:rsidP="007B2329">
      <w:r>
        <w:t>283.2831</w:t>
      </w:r>
      <w:r>
        <w:tab/>
        <w:t>2.025e0</w:t>
      </w:r>
    </w:p>
    <w:p w:rsidR="007B2329" w:rsidRDefault="007B2329" w:rsidP="007B2329">
      <w:r>
        <w:t>283.3040</w:t>
      </w:r>
      <w:r>
        <w:tab/>
        <w:t>1.013e0</w:t>
      </w:r>
    </w:p>
    <w:p w:rsidR="007B2329" w:rsidRDefault="007B2329" w:rsidP="007B2329">
      <w:r>
        <w:t>283.3091</w:t>
      </w:r>
      <w:r>
        <w:tab/>
        <w:t>2.809e0</w:t>
      </w:r>
    </w:p>
    <w:p w:rsidR="007B2329" w:rsidRDefault="007B2329" w:rsidP="007B2329">
      <w:r>
        <w:t>283.3213</w:t>
      </w:r>
      <w:r>
        <w:tab/>
        <w:t>1.013e0</w:t>
      </w:r>
    </w:p>
    <w:p w:rsidR="007B2329" w:rsidRDefault="007B2329" w:rsidP="007B2329">
      <w:r>
        <w:t>283.3264</w:t>
      </w:r>
      <w:r>
        <w:tab/>
        <w:t>1.013e0</w:t>
      </w:r>
    </w:p>
    <w:p w:rsidR="007B2329" w:rsidRDefault="007B2329" w:rsidP="007B2329">
      <w:r>
        <w:lastRenderedPageBreak/>
        <w:t>283.3409</w:t>
      </w:r>
      <w:r>
        <w:tab/>
        <w:t>3.038e0</w:t>
      </w:r>
    </w:p>
    <w:p w:rsidR="007B2329" w:rsidRDefault="007B2329" w:rsidP="007B2329">
      <w:r>
        <w:t>283.3434</w:t>
      </w:r>
      <w:r>
        <w:tab/>
        <w:t>1.013e0</w:t>
      </w:r>
    </w:p>
    <w:p w:rsidR="007B2329" w:rsidRDefault="007B2329" w:rsidP="007B2329">
      <w:r>
        <w:t>283.3455</w:t>
      </w:r>
      <w:r>
        <w:tab/>
        <w:t>2.025e0</w:t>
      </w:r>
    </w:p>
    <w:p w:rsidR="007B2329" w:rsidRDefault="007B2329" w:rsidP="007B2329">
      <w:r>
        <w:t>283.3473</w:t>
      </w:r>
      <w:r>
        <w:tab/>
        <w:t>3.038e0</w:t>
      </w:r>
    </w:p>
    <w:p w:rsidR="007B2329" w:rsidRDefault="007B2329" w:rsidP="007B2329">
      <w:r>
        <w:t>283.3524</w:t>
      </w:r>
      <w:r>
        <w:tab/>
        <w:t>1.013e0</w:t>
      </w:r>
    </w:p>
    <w:p w:rsidR="007B2329" w:rsidRDefault="007B2329" w:rsidP="007B2329">
      <w:r>
        <w:t>283.3787</w:t>
      </w:r>
      <w:r>
        <w:tab/>
        <w:t>2.025e0</w:t>
      </w:r>
    </w:p>
    <w:p w:rsidR="007B2329" w:rsidRDefault="007B2329" w:rsidP="007B2329">
      <w:r>
        <w:t>283.3985</w:t>
      </w:r>
      <w:r>
        <w:tab/>
        <w:t>3.038e0</w:t>
      </w:r>
    </w:p>
    <w:p w:rsidR="007B2329" w:rsidRDefault="007B2329" w:rsidP="007B2329">
      <w:r>
        <w:t>283.4123</w:t>
      </w:r>
      <w:r>
        <w:tab/>
        <w:t>2.025e0</w:t>
      </w:r>
    </w:p>
    <w:p w:rsidR="007B2329" w:rsidRDefault="007B2329" w:rsidP="007B2329">
      <w:r>
        <w:t>283.4164</w:t>
      </w:r>
      <w:r>
        <w:tab/>
        <w:t>2.025e0</w:t>
      </w:r>
    </w:p>
    <w:p w:rsidR="007B2329" w:rsidRDefault="007B2329" w:rsidP="007B2329">
      <w:r>
        <w:t>283.4200</w:t>
      </w:r>
      <w:r>
        <w:tab/>
        <w:t>1.013e0</w:t>
      </w:r>
    </w:p>
    <w:p w:rsidR="007B2329" w:rsidRDefault="007B2329" w:rsidP="007B2329">
      <w:r>
        <w:t>283.4417</w:t>
      </w:r>
      <w:r>
        <w:tab/>
        <w:t>1.013e0</w:t>
      </w:r>
    </w:p>
    <w:p w:rsidR="007B2329" w:rsidRDefault="007B2329" w:rsidP="007B2329">
      <w:r>
        <w:t>283.4459</w:t>
      </w:r>
      <w:r>
        <w:tab/>
        <w:t>1.013e0</w:t>
      </w:r>
    </w:p>
    <w:p w:rsidR="007B2329" w:rsidRDefault="007B2329" w:rsidP="007B2329">
      <w:r>
        <w:t>283.4710</w:t>
      </w:r>
      <w:r>
        <w:tab/>
        <w:t>2.025e0</w:t>
      </w:r>
    </w:p>
    <w:p w:rsidR="007B2329" w:rsidRDefault="007B2329" w:rsidP="007B2329">
      <w:r>
        <w:t>283.4771</w:t>
      </w:r>
      <w:r>
        <w:tab/>
        <w:t>1.013e0</w:t>
      </w:r>
    </w:p>
    <w:p w:rsidR="007B2329" w:rsidRDefault="007B2329" w:rsidP="007B2329">
      <w:r>
        <w:t>283.4931</w:t>
      </w:r>
      <w:r>
        <w:tab/>
        <w:t>2.025e0</w:t>
      </w:r>
    </w:p>
    <w:p w:rsidR="007B2329" w:rsidRDefault="007B2329" w:rsidP="007B2329">
      <w:r>
        <w:t>283.5186</w:t>
      </w:r>
      <w:r>
        <w:tab/>
        <w:t>1.013e0</w:t>
      </w:r>
    </w:p>
    <w:p w:rsidR="007B2329" w:rsidRDefault="007B2329" w:rsidP="007B2329">
      <w:r>
        <w:t>283.5279</w:t>
      </w:r>
      <w:r>
        <w:tab/>
        <w:t>1.013e0</w:t>
      </w:r>
    </w:p>
    <w:p w:rsidR="007B2329" w:rsidRDefault="007B2329" w:rsidP="007B2329">
      <w:r>
        <w:t>283.5319</w:t>
      </w:r>
      <w:r>
        <w:tab/>
        <w:t>1.013e0</w:t>
      </w:r>
    </w:p>
    <w:p w:rsidR="007B2329" w:rsidRDefault="007B2329" w:rsidP="007B2329">
      <w:r>
        <w:t>283.5589</w:t>
      </w:r>
      <w:r>
        <w:tab/>
        <w:t>2.025e0</w:t>
      </w:r>
    </w:p>
    <w:p w:rsidR="007B2329" w:rsidRDefault="007B2329" w:rsidP="007B2329">
      <w:r>
        <w:lastRenderedPageBreak/>
        <w:t>283.5674</w:t>
      </w:r>
      <w:r>
        <w:tab/>
        <w:t>1.013e0</w:t>
      </w:r>
    </w:p>
    <w:p w:rsidR="007B2329" w:rsidRDefault="007B2329" w:rsidP="007B2329">
      <w:r>
        <w:t>283.5692</w:t>
      </w:r>
      <w:r>
        <w:tab/>
        <w:t>1.025e0</w:t>
      </w:r>
    </w:p>
    <w:p w:rsidR="007B2329" w:rsidRDefault="007B2329" w:rsidP="007B2329">
      <w:r>
        <w:t>283.5714</w:t>
      </w:r>
      <w:r>
        <w:tab/>
        <w:t>1.013e0</w:t>
      </w:r>
    </w:p>
    <w:p w:rsidR="007B2329" w:rsidRDefault="007B2329" w:rsidP="007B2329">
      <w:r>
        <w:t>283.5988</w:t>
      </w:r>
      <w:r>
        <w:tab/>
        <w:t>1.013e0</w:t>
      </w:r>
    </w:p>
    <w:p w:rsidR="007B2329" w:rsidRDefault="007B2329" w:rsidP="007B2329">
      <w:r>
        <w:t>283.6066</w:t>
      </w:r>
      <w:r>
        <w:tab/>
        <w:t>3.038e0</w:t>
      </w:r>
    </w:p>
    <w:p w:rsidR="007B2329" w:rsidRDefault="007B2329" w:rsidP="007B2329">
      <w:r>
        <w:t>283.6094</w:t>
      </w:r>
      <w:r>
        <w:tab/>
        <w:t>3.038e0</w:t>
      </w:r>
    </w:p>
    <w:p w:rsidR="007B2329" w:rsidRDefault="007B2329" w:rsidP="007B2329">
      <w:r>
        <w:t>283.6198</w:t>
      </w:r>
      <w:r>
        <w:tab/>
        <w:t>3.038e0</w:t>
      </w:r>
    </w:p>
    <w:p w:rsidR="007B2329" w:rsidRDefault="007B2329" w:rsidP="007B2329">
      <w:r>
        <w:t>283.6342</w:t>
      </w:r>
      <w:r>
        <w:tab/>
        <w:t>3.038e0</w:t>
      </w:r>
    </w:p>
    <w:p w:rsidR="007B2329" w:rsidRDefault="007B2329" w:rsidP="007B2329">
      <w:r>
        <w:t>283.6364</w:t>
      </w:r>
      <w:r>
        <w:tab/>
        <w:t>2.025e0</w:t>
      </w:r>
    </w:p>
    <w:p w:rsidR="007B2329" w:rsidRDefault="007B2329" w:rsidP="007B2329">
      <w:r>
        <w:t>283.6432</w:t>
      </w:r>
      <w:r>
        <w:tab/>
        <w:t>1.013e0</w:t>
      </w:r>
    </w:p>
    <w:p w:rsidR="007B2329" w:rsidRDefault="007B2329" w:rsidP="007B2329">
      <w:r>
        <w:t>283.6482</w:t>
      </w:r>
      <w:r>
        <w:tab/>
        <w:t>3.038e0</w:t>
      </w:r>
    </w:p>
    <w:p w:rsidR="007B2329" w:rsidRDefault="007B2329" w:rsidP="007B2329">
      <w:r>
        <w:t>283.6615</w:t>
      </w:r>
      <w:r>
        <w:tab/>
        <w:t>2.025e0</w:t>
      </w:r>
    </w:p>
    <w:p w:rsidR="007B2329" w:rsidRDefault="007B2329" w:rsidP="007B2329">
      <w:r>
        <w:t>283.6687</w:t>
      </w:r>
      <w:r>
        <w:tab/>
        <w:t>2.025e0</w:t>
      </w:r>
    </w:p>
    <w:p w:rsidR="007B2329" w:rsidRDefault="007B2329" w:rsidP="007B2329">
      <w:r>
        <w:t>283.6731</w:t>
      </w:r>
      <w:r>
        <w:tab/>
        <w:t>1.038e0</w:t>
      </w:r>
    </w:p>
    <w:p w:rsidR="007B2329" w:rsidRDefault="007B2329" w:rsidP="007B2329">
      <w:r>
        <w:t>283.6839</w:t>
      </w:r>
      <w:r>
        <w:tab/>
        <w:t>2.025e0</w:t>
      </w:r>
    </w:p>
    <w:p w:rsidR="007B2329" w:rsidRDefault="007B2329" w:rsidP="007B2329">
      <w:r>
        <w:t>283.6891</w:t>
      </w:r>
      <w:r>
        <w:tab/>
        <w:t>1.013e0</w:t>
      </w:r>
    </w:p>
    <w:p w:rsidR="007B2329" w:rsidRDefault="007B2329" w:rsidP="007B2329">
      <w:r>
        <w:t>283.6930</w:t>
      </w:r>
      <w:r>
        <w:tab/>
        <w:t>1.013e0</w:t>
      </w:r>
    </w:p>
    <w:p w:rsidR="007B2329" w:rsidRDefault="007B2329" w:rsidP="007B2329">
      <w:r>
        <w:t>283.7056</w:t>
      </w:r>
      <w:r>
        <w:tab/>
        <w:t>1.013e0</w:t>
      </w:r>
    </w:p>
    <w:p w:rsidR="007B2329" w:rsidRDefault="007B2329" w:rsidP="007B2329">
      <w:r>
        <w:t>283.7178</w:t>
      </w:r>
      <w:r>
        <w:tab/>
        <w:t>3.038e0</w:t>
      </w:r>
    </w:p>
    <w:p w:rsidR="007B2329" w:rsidRDefault="007B2329" w:rsidP="007B2329">
      <w:r>
        <w:lastRenderedPageBreak/>
        <w:t>283.7205</w:t>
      </w:r>
      <w:r>
        <w:tab/>
        <w:t>1.013e0</w:t>
      </w:r>
    </w:p>
    <w:p w:rsidR="007B2329" w:rsidRDefault="007B2329" w:rsidP="007B2329">
      <w:r>
        <w:t>283.7236</w:t>
      </w:r>
      <w:r>
        <w:tab/>
        <w:t>2.025e0</w:t>
      </w:r>
    </w:p>
    <w:p w:rsidR="007B2329" w:rsidRDefault="007B2329" w:rsidP="007B2329">
      <w:r>
        <w:t>283.7285</w:t>
      </w:r>
      <w:r>
        <w:tab/>
        <w:t>1.013e0</w:t>
      </w:r>
    </w:p>
    <w:p w:rsidR="007B2329" w:rsidRDefault="007B2329" w:rsidP="007B2329">
      <w:r>
        <w:t>283.7369</w:t>
      </w:r>
      <w:r>
        <w:tab/>
        <w:t>1.013e0</w:t>
      </w:r>
    </w:p>
    <w:p w:rsidR="007B2329" w:rsidRDefault="007B2329" w:rsidP="007B2329">
      <w:r>
        <w:t>283.7473</w:t>
      </w:r>
      <w:r>
        <w:tab/>
        <w:t>1.013e0</w:t>
      </w:r>
    </w:p>
    <w:p w:rsidR="007B2329" w:rsidRDefault="007B2329" w:rsidP="007B2329">
      <w:r>
        <w:t>283.7603</w:t>
      </w:r>
      <w:r>
        <w:tab/>
        <w:t>2.025e0</w:t>
      </w:r>
    </w:p>
    <w:p w:rsidR="007B2329" w:rsidRDefault="007B2329" w:rsidP="007B2329">
      <w:r>
        <w:t>283.7640</w:t>
      </w:r>
      <w:r>
        <w:tab/>
        <w:t>1.013e0</w:t>
      </w:r>
    </w:p>
    <w:p w:rsidR="007B2329" w:rsidRDefault="007B2329" w:rsidP="007B2329">
      <w:r>
        <w:t>283.7761</w:t>
      </w:r>
      <w:r>
        <w:tab/>
        <w:t>3.038e0</w:t>
      </w:r>
    </w:p>
    <w:p w:rsidR="007B2329" w:rsidRDefault="007B2329" w:rsidP="007B2329">
      <w:r>
        <w:t>283.7873</w:t>
      </w:r>
      <w:r>
        <w:tab/>
        <w:t>2.171e0</w:t>
      </w:r>
    </w:p>
    <w:p w:rsidR="007B2329" w:rsidRDefault="007B2329" w:rsidP="007B2329">
      <w:r>
        <w:t>283.8093</w:t>
      </w:r>
      <w:r>
        <w:tab/>
        <w:t>3.038e0</w:t>
      </w:r>
    </w:p>
    <w:p w:rsidR="007B2329" w:rsidRDefault="007B2329" w:rsidP="007B2329">
      <w:r>
        <w:t>283.8228</w:t>
      </w:r>
      <w:r>
        <w:tab/>
        <w:t>1.013e0</w:t>
      </w:r>
    </w:p>
    <w:p w:rsidR="007B2329" w:rsidRDefault="007B2329" w:rsidP="007B2329">
      <w:r>
        <w:t>283.8408</w:t>
      </w:r>
      <w:r>
        <w:tab/>
        <w:t>2.025e0</w:t>
      </w:r>
    </w:p>
    <w:p w:rsidR="007B2329" w:rsidRDefault="007B2329" w:rsidP="007B2329">
      <w:r>
        <w:t>283.8460</w:t>
      </w:r>
      <w:r>
        <w:tab/>
        <w:t>1.013e0</w:t>
      </w:r>
    </w:p>
    <w:p w:rsidR="007B2329" w:rsidRDefault="007B2329" w:rsidP="007B2329">
      <w:r>
        <w:t>283.8503</w:t>
      </w:r>
      <w:r>
        <w:tab/>
        <w:t>1.013e0</w:t>
      </w:r>
    </w:p>
    <w:p w:rsidR="007B2329" w:rsidRDefault="007B2329" w:rsidP="007B2329">
      <w:r>
        <w:t>283.8584</w:t>
      </w:r>
      <w:r>
        <w:tab/>
        <w:t>1.013e0</w:t>
      </w:r>
    </w:p>
    <w:p w:rsidR="007B2329" w:rsidRDefault="007B2329" w:rsidP="007B2329">
      <w:r>
        <w:t>283.8772</w:t>
      </w:r>
      <w:r>
        <w:tab/>
        <w:t>2.025e0</w:t>
      </w:r>
    </w:p>
    <w:p w:rsidR="007B2329" w:rsidRDefault="007B2329" w:rsidP="007B2329">
      <w:r>
        <w:t>283.8794</w:t>
      </w:r>
      <w:r>
        <w:tab/>
        <w:t>3.038e0</w:t>
      </w:r>
    </w:p>
    <w:p w:rsidR="007B2329" w:rsidRDefault="007B2329" w:rsidP="007B2329">
      <w:r>
        <w:t>283.9032</w:t>
      </w:r>
      <w:r>
        <w:tab/>
        <w:t>1.013e0</w:t>
      </w:r>
    </w:p>
    <w:p w:rsidR="007B2329" w:rsidRDefault="007B2329" w:rsidP="007B2329">
      <w:r>
        <w:t>283.9045</w:t>
      </w:r>
      <w:r>
        <w:tab/>
        <w:t>6.778e0</w:t>
      </w:r>
    </w:p>
    <w:p w:rsidR="007B2329" w:rsidRDefault="007B2329" w:rsidP="007B2329">
      <w:r>
        <w:lastRenderedPageBreak/>
        <w:t>283.9368</w:t>
      </w:r>
      <w:r>
        <w:tab/>
        <w:t>2.025e0</w:t>
      </w:r>
    </w:p>
    <w:p w:rsidR="007B2329" w:rsidRDefault="007B2329" w:rsidP="007B2329">
      <w:r>
        <w:t>283.9436</w:t>
      </w:r>
      <w:r>
        <w:tab/>
        <w:t>2.025e0</w:t>
      </w:r>
    </w:p>
    <w:p w:rsidR="007B2329" w:rsidRDefault="007B2329" w:rsidP="007B2329">
      <w:r>
        <w:t>283.9485</w:t>
      </w:r>
      <w:r>
        <w:tab/>
        <w:t>1.013e0</w:t>
      </w:r>
    </w:p>
    <w:p w:rsidR="007B2329" w:rsidRDefault="007B2329" w:rsidP="007B2329">
      <w:r>
        <w:t>283.9550</w:t>
      </w:r>
      <w:r>
        <w:tab/>
        <w:t>4.051e0</w:t>
      </w:r>
    </w:p>
    <w:p w:rsidR="007B2329" w:rsidRDefault="007B2329" w:rsidP="007B2329">
      <w:r>
        <w:t>283.9708</w:t>
      </w:r>
      <w:r>
        <w:tab/>
        <w:t>2.025e0</w:t>
      </w:r>
    </w:p>
    <w:p w:rsidR="007B2329" w:rsidRDefault="007B2329" w:rsidP="007B2329">
      <w:r>
        <w:t>283.9731</w:t>
      </w:r>
      <w:r>
        <w:tab/>
        <w:t>1.025e0</w:t>
      </w:r>
    </w:p>
    <w:p w:rsidR="007B2329" w:rsidRDefault="007B2329" w:rsidP="007B2329">
      <w:r>
        <w:t>283.9819</w:t>
      </w:r>
      <w:r>
        <w:tab/>
        <w:t>2.025e0</w:t>
      </w:r>
    </w:p>
    <w:p w:rsidR="007B2329" w:rsidRDefault="007B2329" w:rsidP="007B2329">
      <w:r>
        <w:t>283.9860</w:t>
      </w:r>
      <w:r>
        <w:tab/>
        <w:t>2.025e0</w:t>
      </w:r>
    </w:p>
    <w:p w:rsidR="007B2329" w:rsidRDefault="007B2329" w:rsidP="007B2329">
      <w:r>
        <w:t>283.9920</w:t>
      </w:r>
      <w:r>
        <w:tab/>
        <w:t>1.013e0</w:t>
      </w:r>
    </w:p>
    <w:p w:rsidR="007B2329" w:rsidRDefault="007B2329" w:rsidP="007B2329">
      <w:r>
        <w:t>284.0076</w:t>
      </w:r>
      <w:r>
        <w:tab/>
        <w:t>3.038e0</w:t>
      </w:r>
    </w:p>
    <w:p w:rsidR="007B2329" w:rsidRDefault="007B2329" w:rsidP="007B2329">
      <w:r>
        <w:t>284.0195</w:t>
      </w:r>
      <w:r>
        <w:tab/>
        <w:t>2.532e-2</w:t>
      </w:r>
    </w:p>
    <w:p w:rsidR="007B2329" w:rsidRDefault="007B2329" w:rsidP="007B2329">
      <w:r>
        <w:t>284.0332</w:t>
      </w:r>
      <w:r>
        <w:tab/>
        <w:t>3.038e0</w:t>
      </w:r>
    </w:p>
    <w:p w:rsidR="007B2329" w:rsidRDefault="007B2329" w:rsidP="007B2329">
      <w:r>
        <w:t>284.0460</w:t>
      </w:r>
      <w:r>
        <w:tab/>
        <w:t>2.025e0</w:t>
      </w:r>
    </w:p>
    <w:p w:rsidR="007B2329" w:rsidRDefault="007B2329" w:rsidP="007B2329">
      <w:r>
        <w:t>284.0472</w:t>
      </w:r>
      <w:r>
        <w:tab/>
        <w:t>3.038e0</w:t>
      </w:r>
    </w:p>
    <w:p w:rsidR="007B2329" w:rsidRDefault="007B2329" w:rsidP="007B2329">
      <w:r>
        <w:t>284.0570</w:t>
      </w:r>
      <w:r>
        <w:tab/>
        <w:t>2.025e0</w:t>
      </w:r>
    </w:p>
    <w:p w:rsidR="007B2329" w:rsidRDefault="007B2329" w:rsidP="007B2329">
      <w:r>
        <w:t>284.0691</w:t>
      </w:r>
      <w:r>
        <w:tab/>
        <w:t>3.116e0</w:t>
      </w:r>
    </w:p>
    <w:p w:rsidR="007B2329" w:rsidRDefault="007B2329" w:rsidP="007B2329">
      <w:r>
        <w:t>284.0865</w:t>
      </w:r>
      <w:r>
        <w:tab/>
        <w:t>1.013e0</w:t>
      </w:r>
    </w:p>
    <w:p w:rsidR="007B2329" w:rsidRDefault="007B2329" w:rsidP="007B2329">
      <w:r>
        <w:t>284.0924</w:t>
      </w:r>
      <w:r>
        <w:tab/>
        <w:t>7.089e0</w:t>
      </w:r>
    </w:p>
    <w:p w:rsidR="007B2329" w:rsidRDefault="007B2329" w:rsidP="007B2329">
      <w:r>
        <w:t>284.1158</w:t>
      </w:r>
      <w:r>
        <w:tab/>
        <w:t>2.532e-2</w:t>
      </w:r>
    </w:p>
    <w:p w:rsidR="007B2329" w:rsidRDefault="007B2329" w:rsidP="007B2329">
      <w:r>
        <w:lastRenderedPageBreak/>
        <w:t>284.1219</w:t>
      </w:r>
      <w:r>
        <w:tab/>
        <w:t>3.139e1</w:t>
      </w:r>
    </w:p>
    <w:p w:rsidR="007B2329" w:rsidRDefault="007B2329" w:rsidP="007B2329">
      <w:r>
        <w:t>284.1233</w:t>
      </w:r>
      <w:r>
        <w:tab/>
        <w:t>1.282e1</w:t>
      </w:r>
    </w:p>
    <w:p w:rsidR="007B2329" w:rsidRDefault="007B2329" w:rsidP="007B2329">
      <w:r>
        <w:t>284.1289</w:t>
      </w:r>
      <w:r>
        <w:tab/>
        <w:t>9.934e1</w:t>
      </w:r>
    </w:p>
    <w:p w:rsidR="007B2329" w:rsidRDefault="007B2329" w:rsidP="007B2329">
      <w:r>
        <w:t>284.1315</w:t>
      </w:r>
      <w:r>
        <w:tab/>
        <w:t>4.040e1</w:t>
      </w:r>
    </w:p>
    <w:p w:rsidR="007B2329" w:rsidRDefault="007B2329" w:rsidP="007B2329">
      <w:r>
        <w:t>284.1325</w:t>
      </w:r>
      <w:r>
        <w:tab/>
        <w:t>1.722e1</w:t>
      </w:r>
    </w:p>
    <w:p w:rsidR="007B2329" w:rsidRDefault="007B2329" w:rsidP="007B2329">
      <w:r>
        <w:t>284.1369</w:t>
      </w:r>
      <w:r>
        <w:tab/>
        <w:t>7.089e0</w:t>
      </w:r>
    </w:p>
    <w:p w:rsidR="007B2329" w:rsidRDefault="007B2329" w:rsidP="007B2329">
      <w:r>
        <w:t>284.1452</w:t>
      </w:r>
      <w:r>
        <w:tab/>
        <w:t>1.013e0</w:t>
      </w:r>
    </w:p>
    <w:p w:rsidR="007B2329" w:rsidRDefault="007B2329" w:rsidP="007B2329">
      <w:r>
        <w:t>284.1485</w:t>
      </w:r>
      <w:r>
        <w:tab/>
        <w:t>9.114e0</w:t>
      </w:r>
    </w:p>
    <w:p w:rsidR="007B2329" w:rsidRDefault="007B2329" w:rsidP="007B2329">
      <w:r>
        <w:t>284.1789</w:t>
      </w:r>
      <w:r>
        <w:tab/>
        <w:t>3.038e0</w:t>
      </w:r>
    </w:p>
    <w:p w:rsidR="007B2329" w:rsidRDefault="007B2329" w:rsidP="007B2329">
      <w:r>
        <w:t>284.1827</w:t>
      </w:r>
      <w:r>
        <w:tab/>
        <w:t>2.025e0</w:t>
      </w:r>
    </w:p>
    <w:p w:rsidR="007B2329" w:rsidRDefault="007B2329" w:rsidP="007B2329">
      <w:r>
        <w:t>284.1848</w:t>
      </w:r>
      <w:r>
        <w:tab/>
        <w:t>1.013e0</w:t>
      </w:r>
    </w:p>
    <w:p w:rsidR="007B2329" w:rsidRDefault="007B2329" w:rsidP="007B2329">
      <w:r>
        <w:t>284.1866</w:t>
      </w:r>
      <w:r>
        <w:tab/>
        <w:t>5.063e0</w:t>
      </w:r>
    </w:p>
    <w:p w:rsidR="007B2329" w:rsidRDefault="007B2329" w:rsidP="007B2329">
      <w:r>
        <w:t>284.2000</w:t>
      </w:r>
      <w:r>
        <w:tab/>
        <w:t>6.076e0</w:t>
      </w:r>
    </w:p>
    <w:p w:rsidR="007B2329" w:rsidRDefault="007B2329" w:rsidP="007B2329">
      <w:r>
        <w:t>284.2128</w:t>
      </w:r>
      <w:r>
        <w:tab/>
        <w:t>6.308e0</w:t>
      </w:r>
    </w:p>
    <w:p w:rsidR="007B2329" w:rsidRDefault="007B2329" w:rsidP="007B2329">
      <w:r>
        <w:t>284.2207</w:t>
      </w:r>
      <w:r>
        <w:tab/>
        <w:t>1.013e0</w:t>
      </w:r>
    </w:p>
    <w:p w:rsidR="007B2329" w:rsidRDefault="007B2329" w:rsidP="007B2329">
      <w:r>
        <w:t>284.2519</w:t>
      </w:r>
      <w:r>
        <w:tab/>
        <w:t>1.013e0</w:t>
      </w:r>
    </w:p>
    <w:p w:rsidR="007B2329" w:rsidRDefault="007B2329" w:rsidP="007B2329">
      <w:r>
        <w:t>284.2582</w:t>
      </w:r>
      <w:r>
        <w:tab/>
        <w:t>2.038e0</w:t>
      </w:r>
    </w:p>
    <w:p w:rsidR="007B2329" w:rsidRDefault="007B2329" w:rsidP="007B2329">
      <w:r>
        <w:t>284.2671</w:t>
      </w:r>
      <w:r>
        <w:tab/>
        <w:t>3.038e0</w:t>
      </w:r>
    </w:p>
    <w:p w:rsidR="007B2329" w:rsidRDefault="007B2329" w:rsidP="007B2329">
      <w:r>
        <w:t>284.2710</w:t>
      </w:r>
      <w:r>
        <w:tab/>
        <w:t>2.025e0</w:t>
      </w:r>
    </w:p>
    <w:p w:rsidR="007B2329" w:rsidRDefault="007B2329" w:rsidP="007B2329">
      <w:r>
        <w:lastRenderedPageBreak/>
        <w:t>284.2731</w:t>
      </w:r>
      <w:r>
        <w:tab/>
        <w:t>2.025e0</w:t>
      </w:r>
    </w:p>
    <w:p w:rsidR="007B2329" w:rsidRDefault="007B2329" w:rsidP="007B2329">
      <w:r>
        <w:t>284.2772</w:t>
      </w:r>
      <w:r>
        <w:tab/>
        <w:t>1.035e0</w:t>
      </w:r>
    </w:p>
    <w:p w:rsidR="007B2329" w:rsidRDefault="007B2329" w:rsidP="007B2329">
      <w:r>
        <w:t>284.2810</w:t>
      </w:r>
      <w:r>
        <w:tab/>
        <w:t>1.025e0</w:t>
      </w:r>
    </w:p>
    <w:p w:rsidR="007B2329" w:rsidRDefault="007B2329" w:rsidP="007B2329">
      <w:r>
        <w:t>284.2900</w:t>
      </w:r>
      <w:r>
        <w:tab/>
        <w:t>4.063e0</w:t>
      </w:r>
    </w:p>
    <w:p w:rsidR="007B2329" w:rsidRDefault="007B2329" w:rsidP="007B2329">
      <w:r>
        <w:t>284.3055</w:t>
      </w:r>
      <w:r>
        <w:tab/>
        <w:t>3.798e-2</w:t>
      </w:r>
    </w:p>
    <w:p w:rsidR="007B2329" w:rsidRDefault="007B2329" w:rsidP="007B2329">
      <w:r>
        <w:t>284.3078</w:t>
      </w:r>
      <w:r>
        <w:tab/>
        <w:t>5.053e0</w:t>
      </w:r>
    </w:p>
    <w:p w:rsidR="007B2329" w:rsidRDefault="007B2329" w:rsidP="007B2329">
      <w:r>
        <w:t>284.3106</w:t>
      </w:r>
      <w:r>
        <w:tab/>
        <w:t>1.013e0</w:t>
      </w:r>
    </w:p>
    <w:p w:rsidR="007B2329" w:rsidRDefault="007B2329" w:rsidP="007B2329">
      <w:r>
        <w:t>284.3320</w:t>
      </w:r>
      <w:r>
        <w:tab/>
        <w:t>2.025e0</w:t>
      </w:r>
    </w:p>
    <w:p w:rsidR="007B2329" w:rsidRDefault="007B2329" w:rsidP="007B2329">
      <w:r>
        <w:t>284.3380</w:t>
      </w:r>
      <w:r>
        <w:tab/>
        <w:t>2.025e0</w:t>
      </w:r>
    </w:p>
    <w:p w:rsidR="007B2329" w:rsidRDefault="007B2329" w:rsidP="007B2329">
      <w:r>
        <w:t>284.3440</w:t>
      </w:r>
      <w:r>
        <w:tab/>
        <w:t>1.025e0</w:t>
      </w:r>
    </w:p>
    <w:p w:rsidR="007B2329" w:rsidRDefault="007B2329" w:rsidP="007B2329">
      <w:r>
        <w:t>284.3508</w:t>
      </w:r>
      <w:r>
        <w:tab/>
        <w:t>1.013e0</w:t>
      </w:r>
    </w:p>
    <w:p w:rsidR="007B2329" w:rsidRDefault="007B2329" w:rsidP="007B2329">
      <w:r>
        <w:t>284.3596</w:t>
      </w:r>
      <w:r>
        <w:tab/>
        <w:t>7.089e0</w:t>
      </w:r>
    </w:p>
    <w:p w:rsidR="007B2329" w:rsidRDefault="007B2329" w:rsidP="007B2329">
      <w:r>
        <w:t>284.3735</w:t>
      </w:r>
      <w:r>
        <w:tab/>
        <w:t>1.013e0</w:t>
      </w:r>
    </w:p>
    <w:p w:rsidR="007B2329" w:rsidRDefault="007B2329" w:rsidP="007B2329">
      <w:r>
        <w:t>284.3801</w:t>
      </w:r>
      <w:r>
        <w:tab/>
        <w:t>1.025e0</w:t>
      </w:r>
    </w:p>
    <w:p w:rsidR="007B2329" w:rsidRDefault="007B2329" w:rsidP="007B2329">
      <w:r>
        <w:t>284.3969</w:t>
      </w:r>
      <w:r>
        <w:tab/>
        <w:t>1.013e0</w:t>
      </w:r>
    </w:p>
    <w:p w:rsidR="007B2329" w:rsidRDefault="007B2329" w:rsidP="007B2329">
      <w:r>
        <w:t>284.3984</w:t>
      </w:r>
      <w:r>
        <w:tab/>
        <w:t>4.051e0</w:t>
      </w:r>
    </w:p>
    <w:p w:rsidR="007B2329" w:rsidRDefault="007B2329" w:rsidP="007B2329">
      <w:r>
        <w:t>284.4009</w:t>
      </w:r>
      <w:r>
        <w:tab/>
        <w:t>1.013e0</w:t>
      </w:r>
    </w:p>
    <w:p w:rsidR="007B2329" w:rsidRDefault="007B2329" w:rsidP="007B2329">
      <w:r>
        <w:t>284.4089</w:t>
      </w:r>
      <w:r>
        <w:tab/>
        <w:t>2.025e0</w:t>
      </w:r>
    </w:p>
    <w:p w:rsidR="007B2329" w:rsidRDefault="007B2329" w:rsidP="007B2329">
      <w:r>
        <w:t>284.4109</w:t>
      </w:r>
      <w:r>
        <w:tab/>
        <w:t>2.025e0</w:t>
      </w:r>
    </w:p>
    <w:p w:rsidR="007B2329" w:rsidRDefault="007B2329" w:rsidP="007B2329">
      <w:r>
        <w:lastRenderedPageBreak/>
        <w:t>284.4169</w:t>
      </w:r>
      <w:r>
        <w:tab/>
        <w:t>2.025e0</w:t>
      </w:r>
    </w:p>
    <w:p w:rsidR="007B2329" w:rsidRDefault="007B2329" w:rsidP="007B2329">
      <w:r>
        <w:t>284.4365</w:t>
      </w:r>
      <w:r>
        <w:tab/>
        <w:t>2.025e0</w:t>
      </w:r>
    </w:p>
    <w:p w:rsidR="007B2329" w:rsidRDefault="007B2329" w:rsidP="007B2329">
      <w:r>
        <w:t>284.4445</w:t>
      </w:r>
      <w:r>
        <w:tab/>
        <w:t>1.013e0</w:t>
      </w:r>
    </w:p>
    <w:p w:rsidR="007B2329" w:rsidRDefault="007B2329" w:rsidP="007B2329">
      <w:r>
        <w:t>284.4498</w:t>
      </w:r>
      <w:r>
        <w:tab/>
        <w:t>1.013e0</w:t>
      </w:r>
    </w:p>
    <w:p w:rsidR="007B2329" w:rsidRDefault="007B2329" w:rsidP="007B2329">
      <w:r>
        <w:t>284.4539</w:t>
      </w:r>
      <w:r>
        <w:tab/>
        <w:t>2.025e0</w:t>
      </w:r>
    </w:p>
    <w:p w:rsidR="007B2329" w:rsidRDefault="007B2329" w:rsidP="007B2329">
      <w:r>
        <w:t>284.4549</w:t>
      </w:r>
      <w:r>
        <w:tab/>
        <w:t>1.013e0</w:t>
      </w:r>
    </w:p>
    <w:p w:rsidR="007B2329" w:rsidRDefault="007B2329" w:rsidP="007B2329">
      <w:r>
        <w:t>284.4638</w:t>
      </w:r>
      <w:r>
        <w:tab/>
        <w:t>2.025e0</w:t>
      </w:r>
    </w:p>
    <w:p w:rsidR="007B2329" w:rsidRDefault="007B2329" w:rsidP="007B2329">
      <w:r>
        <w:t>284.4679</w:t>
      </w:r>
      <w:r>
        <w:tab/>
        <w:t>1.013e0</w:t>
      </w:r>
    </w:p>
    <w:p w:rsidR="007B2329" w:rsidRDefault="007B2329" w:rsidP="007B2329">
      <w:r>
        <w:t>284.4810</w:t>
      </w:r>
      <w:r>
        <w:tab/>
        <w:t>1.013e0</w:t>
      </w:r>
    </w:p>
    <w:p w:rsidR="007B2329" w:rsidRDefault="007B2329" w:rsidP="007B2329">
      <w:r>
        <w:t>284.4915</w:t>
      </w:r>
      <w:r>
        <w:tab/>
        <w:t>2.025e0</w:t>
      </w:r>
    </w:p>
    <w:p w:rsidR="007B2329" w:rsidRDefault="007B2329" w:rsidP="007B2329">
      <w:r>
        <w:t>284.4952</w:t>
      </w:r>
      <w:r>
        <w:tab/>
        <w:t>3.038e0</w:t>
      </w:r>
    </w:p>
    <w:p w:rsidR="007B2329" w:rsidRDefault="007B2329" w:rsidP="007B2329">
      <w:r>
        <w:t>284.4992</w:t>
      </w:r>
      <w:r>
        <w:tab/>
        <w:t>4.051e0</w:t>
      </w:r>
    </w:p>
    <w:p w:rsidR="007B2329" w:rsidRDefault="007B2329" w:rsidP="007B2329">
      <w:r>
        <w:t>284.5130</w:t>
      </w:r>
      <w:r>
        <w:tab/>
        <w:t>2.025e0</w:t>
      </w:r>
    </w:p>
    <w:p w:rsidR="007B2329" w:rsidRDefault="007B2329" w:rsidP="007B2329">
      <w:r>
        <w:t>284.5226</w:t>
      </w:r>
      <w:r>
        <w:tab/>
        <w:t>2.025e0</w:t>
      </w:r>
    </w:p>
    <w:p w:rsidR="007B2329" w:rsidRDefault="007B2329" w:rsidP="007B2329">
      <w:r>
        <w:t>284.5266</w:t>
      </w:r>
      <w:r>
        <w:tab/>
        <w:t>2.025e0</w:t>
      </w:r>
    </w:p>
    <w:p w:rsidR="007B2329" w:rsidRDefault="007B2329" w:rsidP="007B2329">
      <w:r>
        <w:t>284.5304</w:t>
      </w:r>
      <w:r>
        <w:tab/>
        <w:t>4.051e0</w:t>
      </w:r>
    </w:p>
    <w:p w:rsidR="007B2329" w:rsidRDefault="007B2329" w:rsidP="007B2329">
      <w:r>
        <w:t>284.5327</w:t>
      </w:r>
      <w:r>
        <w:tab/>
        <w:t>2.025e0</w:t>
      </w:r>
    </w:p>
    <w:p w:rsidR="007B2329" w:rsidRDefault="007B2329" w:rsidP="007B2329">
      <w:r>
        <w:t>284.5348</w:t>
      </w:r>
      <w:r>
        <w:tab/>
        <w:t>1.013e0</w:t>
      </w:r>
    </w:p>
    <w:p w:rsidR="007B2329" w:rsidRDefault="007B2329" w:rsidP="007B2329">
      <w:r>
        <w:t>284.5581</w:t>
      </w:r>
      <w:r>
        <w:tab/>
        <w:t>1.013e0</w:t>
      </w:r>
    </w:p>
    <w:p w:rsidR="007B2329" w:rsidRDefault="007B2329" w:rsidP="007B2329">
      <w:r>
        <w:lastRenderedPageBreak/>
        <w:t>284.5702</w:t>
      </w:r>
      <w:r>
        <w:tab/>
        <w:t>1.013e0</w:t>
      </w:r>
    </w:p>
    <w:p w:rsidR="007B2329" w:rsidRDefault="007B2329" w:rsidP="007B2329">
      <w:r>
        <w:t>284.5783</w:t>
      </w:r>
      <w:r>
        <w:tab/>
        <w:t>3.038e0</w:t>
      </w:r>
    </w:p>
    <w:p w:rsidR="007B2329" w:rsidRDefault="007B2329" w:rsidP="007B2329">
      <w:r>
        <w:t>284.5811</w:t>
      </w:r>
      <w:r>
        <w:tab/>
        <w:t>4.063e0</w:t>
      </w:r>
    </w:p>
    <w:p w:rsidR="007B2329" w:rsidRDefault="007B2329" w:rsidP="007B2329">
      <w:r>
        <w:t>284.5843</w:t>
      </w:r>
      <w:r>
        <w:tab/>
        <w:t>4.051e0</w:t>
      </w:r>
    </w:p>
    <w:p w:rsidR="007B2329" w:rsidRDefault="007B2329" w:rsidP="007B2329">
      <w:r>
        <w:t>284.5977</w:t>
      </w:r>
      <w:r>
        <w:tab/>
        <w:t>1.013e0</w:t>
      </w:r>
    </w:p>
    <w:p w:rsidR="007B2329" w:rsidRDefault="007B2329" w:rsidP="007B2329">
      <w:r>
        <w:t>284.6018</w:t>
      </w:r>
      <w:r>
        <w:tab/>
        <w:t>1.013e0</w:t>
      </w:r>
    </w:p>
    <w:p w:rsidR="007B2329" w:rsidRDefault="007B2329" w:rsidP="007B2329">
      <w:r>
        <w:t>284.6089</w:t>
      </w:r>
      <w:r>
        <w:tab/>
        <w:t>4.447e0</w:t>
      </w:r>
    </w:p>
    <w:p w:rsidR="007B2329" w:rsidRDefault="007B2329" w:rsidP="007B2329">
      <w:r>
        <w:t>284.6112</w:t>
      </w:r>
      <w:r>
        <w:tab/>
        <w:t>1.013e0</w:t>
      </w:r>
    </w:p>
    <w:p w:rsidR="007B2329" w:rsidRDefault="007B2329" w:rsidP="007B2329">
      <w:r>
        <w:t>284.6129</w:t>
      </w:r>
      <w:r>
        <w:tab/>
        <w:t>3.464e0</w:t>
      </w:r>
    </w:p>
    <w:p w:rsidR="007B2329" w:rsidRDefault="007B2329" w:rsidP="007B2329">
      <w:r>
        <w:t>284.6165</w:t>
      </w:r>
      <w:r>
        <w:tab/>
        <w:t>3.038e0</w:t>
      </w:r>
    </w:p>
    <w:p w:rsidR="007B2329" w:rsidRDefault="007B2329" w:rsidP="007B2329">
      <w:r>
        <w:t>284.6212</w:t>
      </w:r>
      <w:r>
        <w:tab/>
        <w:t>1.013e0</w:t>
      </w:r>
    </w:p>
    <w:p w:rsidR="007B2329" w:rsidRDefault="007B2329" w:rsidP="007B2329">
      <w:r>
        <w:t>284.6426</w:t>
      </w:r>
      <w:r>
        <w:tab/>
        <w:t>1.013e0</w:t>
      </w:r>
    </w:p>
    <w:p w:rsidR="007B2329" w:rsidRDefault="007B2329" w:rsidP="007B2329">
      <w:r>
        <w:t>284.6478</w:t>
      </w:r>
      <w:r>
        <w:tab/>
        <w:t>1.013e0</w:t>
      </w:r>
    </w:p>
    <w:p w:rsidR="007B2329" w:rsidRDefault="007B2329" w:rsidP="007B2329">
      <w:r>
        <w:t>284.6502</w:t>
      </w:r>
      <w:r>
        <w:tab/>
        <w:t>5.063e0</w:t>
      </w:r>
    </w:p>
    <w:p w:rsidR="007B2329" w:rsidRDefault="007B2329" w:rsidP="007B2329">
      <w:r>
        <w:t>284.6534</w:t>
      </w:r>
      <w:r>
        <w:tab/>
        <w:t>2.025e0</w:t>
      </w:r>
    </w:p>
    <w:p w:rsidR="007B2329" w:rsidRDefault="007B2329" w:rsidP="007B2329">
      <w:r>
        <w:t>284.6607</w:t>
      </w:r>
      <w:r>
        <w:tab/>
        <w:t>1.013e0</w:t>
      </w:r>
    </w:p>
    <w:p w:rsidR="007B2329" w:rsidRDefault="007B2329" w:rsidP="007B2329">
      <w:r>
        <w:t>284.6646</w:t>
      </w:r>
      <w:r>
        <w:tab/>
        <w:t>1.013e0</w:t>
      </w:r>
    </w:p>
    <w:p w:rsidR="007B2329" w:rsidRDefault="007B2329" w:rsidP="007B2329">
      <w:r>
        <w:t>284.6738</w:t>
      </w:r>
      <w:r>
        <w:tab/>
        <w:t>1.013e0</w:t>
      </w:r>
    </w:p>
    <w:p w:rsidR="007B2329" w:rsidRDefault="007B2329" w:rsidP="007B2329">
      <w:r>
        <w:t>284.6791</w:t>
      </w:r>
      <w:r>
        <w:tab/>
        <w:t>1.013e0</w:t>
      </w:r>
    </w:p>
    <w:p w:rsidR="007B2329" w:rsidRDefault="007B2329" w:rsidP="007B2329">
      <w:r>
        <w:lastRenderedPageBreak/>
        <w:t>284.6841</w:t>
      </w:r>
      <w:r>
        <w:tab/>
        <w:t>1.013e0</w:t>
      </w:r>
    </w:p>
    <w:p w:rsidR="007B2329" w:rsidRDefault="007B2329" w:rsidP="007B2329">
      <w:r>
        <w:t>284.6880</w:t>
      </w:r>
      <w:r>
        <w:tab/>
        <w:t>1.013e0</w:t>
      </w:r>
    </w:p>
    <w:p w:rsidR="007B2329" w:rsidRDefault="007B2329" w:rsidP="007B2329">
      <w:r>
        <w:t>284.6961</w:t>
      </w:r>
      <w:r>
        <w:tab/>
        <w:t>1.013e0</w:t>
      </w:r>
    </w:p>
    <w:p w:rsidR="007B2329" w:rsidRDefault="007B2329" w:rsidP="007B2329">
      <w:r>
        <w:t>284.7034</w:t>
      </w:r>
      <w:r>
        <w:tab/>
        <w:t>5.063e0</w:t>
      </w:r>
    </w:p>
    <w:p w:rsidR="007B2329" w:rsidRDefault="007B2329" w:rsidP="007B2329">
      <w:r>
        <w:t>284.7155</w:t>
      </w:r>
      <w:r>
        <w:tab/>
        <w:t>3.038e0</w:t>
      </w:r>
    </w:p>
    <w:p w:rsidR="007B2329" w:rsidRDefault="007B2329" w:rsidP="007B2329">
      <w:r>
        <w:t>284.7235</w:t>
      </w:r>
      <w:r>
        <w:tab/>
        <w:t>2.025e0</w:t>
      </w:r>
    </w:p>
    <w:p w:rsidR="007B2329" w:rsidRDefault="007B2329" w:rsidP="007B2329">
      <w:r>
        <w:t>284.7315</w:t>
      </w:r>
      <w:r>
        <w:tab/>
        <w:t>1.013e0</w:t>
      </w:r>
    </w:p>
    <w:p w:rsidR="007B2329" w:rsidRDefault="007B2329" w:rsidP="007B2329">
      <w:r>
        <w:t>284.7458</w:t>
      </w:r>
      <w:r>
        <w:tab/>
        <w:t>2.025e0</w:t>
      </w:r>
    </w:p>
    <w:p w:rsidR="007B2329" w:rsidRDefault="007B2329" w:rsidP="007B2329">
      <w:r>
        <w:t>284.7512</w:t>
      </w:r>
      <w:r>
        <w:tab/>
        <w:t>5.063e0</w:t>
      </w:r>
    </w:p>
    <w:p w:rsidR="007B2329" w:rsidRDefault="007B2329" w:rsidP="007B2329">
      <w:r>
        <w:t>284.7590</w:t>
      </w:r>
      <w:r>
        <w:tab/>
        <w:t>1.013e0</w:t>
      </w:r>
    </w:p>
    <w:p w:rsidR="007B2329" w:rsidRDefault="007B2329" w:rsidP="007B2329">
      <w:r>
        <w:t>284.7678</w:t>
      </w:r>
      <w:r>
        <w:tab/>
        <w:t>2.025e0</w:t>
      </w:r>
    </w:p>
    <w:p w:rsidR="007B2329" w:rsidRDefault="007B2329" w:rsidP="007B2329">
      <w:r>
        <w:t>284.7701</w:t>
      </w:r>
      <w:r>
        <w:tab/>
        <w:t>4.063e0</w:t>
      </w:r>
    </w:p>
    <w:p w:rsidR="007B2329" w:rsidRDefault="007B2329" w:rsidP="007B2329">
      <w:r>
        <w:t>284.7781</w:t>
      </w:r>
      <w:r>
        <w:tab/>
        <w:t>1.013e0</w:t>
      </w:r>
    </w:p>
    <w:p w:rsidR="007B2329" w:rsidRDefault="007B2329" w:rsidP="007B2329">
      <w:r>
        <w:t>284.7839</w:t>
      </w:r>
      <w:r>
        <w:tab/>
        <w:t>2.025e0</w:t>
      </w:r>
    </w:p>
    <w:p w:rsidR="007B2329" w:rsidRDefault="007B2329" w:rsidP="007B2329">
      <w:r>
        <w:t>284.8019</w:t>
      </w:r>
      <w:r>
        <w:tab/>
        <w:t>2.025e0</w:t>
      </w:r>
    </w:p>
    <w:p w:rsidR="007B2329" w:rsidRDefault="007B2329" w:rsidP="007B2329">
      <w:r>
        <w:t>284.8041</w:t>
      </w:r>
      <w:r>
        <w:tab/>
        <w:t>1.013e0</w:t>
      </w:r>
    </w:p>
    <w:p w:rsidR="007B2329" w:rsidRDefault="007B2329" w:rsidP="007B2329">
      <w:r>
        <w:t>284.8142</w:t>
      </w:r>
      <w:r>
        <w:tab/>
        <w:t>4.051e0</w:t>
      </w:r>
    </w:p>
    <w:p w:rsidR="007B2329" w:rsidRDefault="007B2329" w:rsidP="007B2329">
      <w:r>
        <w:t>284.8238</w:t>
      </w:r>
      <w:r>
        <w:tab/>
        <w:t>2.025e0</w:t>
      </w:r>
    </w:p>
    <w:p w:rsidR="007B2329" w:rsidRDefault="007B2329" w:rsidP="007B2329">
      <w:r>
        <w:t>284.8259</w:t>
      </w:r>
      <w:r>
        <w:tab/>
        <w:t>1.013e0</w:t>
      </w:r>
    </w:p>
    <w:p w:rsidR="007B2329" w:rsidRDefault="007B2329" w:rsidP="007B2329">
      <w:r>
        <w:lastRenderedPageBreak/>
        <w:t>284.8339</w:t>
      </w:r>
      <w:r>
        <w:tab/>
        <w:t>2.025e0</w:t>
      </w:r>
    </w:p>
    <w:p w:rsidR="007B2329" w:rsidRDefault="007B2329" w:rsidP="007B2329">
      <w:r>
        <w:t>284.8407</w:t>
      </w:r>
      <w:r>
        <w:tab/>
        <w:t>1.013e0</w:t>
      </w:r>
    </w:p>
    <w:p w:rsidR="007B2329" w:rsidRDefault="007B2329" w:rsidP="007B2329">
      <w:r>
        <w:t>284.8514</w:t>
      </w:r>
      <w:r>
        <w:tab/>
        <w:t>2.025e0</w:t>
      </w:r>
    </w:p>
    <w:p w:rsidR="007B2329" w:rsidRDefault="007B2329" w:rsidP="007B2329">
      <w:r>
        <w:t>284.8622</w:t>
      </w:r>
      <w:r>
        <w:tab/>
        <w:t>3.038e0</w:t>
      </w:r>
    </w:p>
    <w:p w:rsidR="007B2329" w:rsidRDefault="007B2329" w:rsidP="007B2329">
      <w:r>
        <w:t>284.8671</w:t>
      </w:r>
      <w:r>
        <w:tab/>
        <w:t>2.025e0</w:t>
      </w:r>
    </w:p>
    <w:p w:rsidR="007B2329" w:rsidRDefault="007B2329" w:rsidP="007B2329">
      <w:r>
        <w:t>284.8807</w:t>
      </w:r>
      <w:r>
        <w:tab/>
        <w:t>1.013e0</w:t>
      </w:r>
    </w:p>
    <w:p w:rsidR="007B2329" w:rsidRDefault="007B2329" w:rsidP="007B2329">
      <w:r>
        <w:t>284.8828</w:t>
      </w:r>
      <w:r>
        <w:tab/>
        <w:t>2.025e0</w:t>
      </w:r>
    </w:p>
    <w:p w:rsidR="007B2329" w:rsidRDefault="007B2329" w:rsidP="007B2329">
      <w:r>
        <w:t>284.8890</w:t>
      </w:r>
      <w:r>
        <w:tab/>
        <w:t>2.025e0</w:t>
      </w:r>
    </w:p>
    <w:p w:rsidR="007B2329" w:rsidRDefault="007B2329" w:rsidP="007B2329">
      <w:r>
        <w:t>284.8940</w:t>
      </w:r>
      <w:r>
        <w:tab/>
        <w:t>3.051e0</w:t>
      </w:r>
    </w:p>
    <w:p w:rsidR="007B2329" w:rsidRDefault="007B2329" w:rsidP="007B2329">
      <w:r>
        <w:t>284.9084</w:t>
      </w:r>
      <w:r>
        <w:tab/>
        <w:t>1.013e0</w:t>
      </w:r>
    </w:p>
    <w:p w:rsidR="007B2329" w:rsidRDefault="007B2329" w:rsidP="007B2329">
      <w:r>
        <w:t>284.9124</w:t>
      </w:r>
      <w:r>
        <w:tab/>
        <w:t>2.532e-2</w:t>
      </w:r>
    </w:p>
    <w:p w:rsidR="007B2329" w:rsidRDefault="007B2329" w:rsidP="007B2329">
      <w:r>
        <w:t>284.9242</w:t>
      </w:r>
      <w:r>
        <w:tab/>
        <w:t>1.013e0</w:t>
      </w:r>
    </w:p>
    <w:p w:rsidR="007B2329" w:rsidRDefault="007B2329" w:rsidP="007B2329">
      <w:r>
        <w:t>284.9283</w:t>
      </w:r>
      <w:r>
        <w:tab/>
        <w:t>2.025e0</w:t>
      </w:r>
    </w:p>
    <w:p w:rsidR="007B2329" w:rsidRDefault="007B2329" w:rsidP="007B2329">
      <w:r>
        <w:t>284.9345</w:t>
      </w:r>
      <w:r>
        <w:tab/>
        <w:t>1.013e0</w:t>
      </w:r>
    </w:p>
    <w:p w:rsidR="007B2329" w:rsidRDefault="007B2329" w:rsidP="007B2329">
      <w:r>
        <w:t>284.9415</w:t>
      </w:r>
      <w:r>
        <w:tab/>
        <w:t>2.025e0</w:t>
      </w:r>
    </w:p>
    <w:p w:rsidR="007B2329" w:rsidRDefault="007B2329" w:rsidP="007B2329">
      <w:r>
        <w:t>284.9574</w:t>
      </w:r>
      <w:r>
        <w:tab/>
        <w:t>4.051e0</w:t>
      </w:r>
    </w:p>
    <w:p w:rsidR="007B2329" w:rsidRDefault="007B2329" w:rsidP="007B2329">
      <w:r>
        <w:t>284.9607</w:t>
      </w:r>
      <w:r>
        <w:tab/>
        <w:t>1.013e0</w:t>
      </w:r>
    </w:p>
    <w:p w:rsidR="007B2329" w:rsidRDefault="007B2329" w:rsidP="007B2329">
      <w:r>
        <w:t>284.9659</w:t>
      </w:r>
      <w:r>
        <w:tab/>
        <w:t>1.013e0</w:t>
      </w:r>
    </w:p>
    <w:p w:rsidR="007B2329" w:rsidRDefault="007B2329" w:rsidP="007B2329">
      <w:r>
        <w:t>284.9792</w:t>
      </w:r>
      <w:r>
        <w:tab/>
        <w:t>1.013e0</w:t>
      </w:r>
    </w:p>
    <w:p w:rsidR="007B2329" w:rsidRDefault="007B2329" w:rsidP="007B2329">
      <w:r>
        <w:lastRenderedPageBreak/>
        <w:t>284.9812</w:t>
      </w:r>
      <w:r>
        <w:tab/>
        <w:t>2.038e0</w:t>
      </w:r>
    </w:p>
    <w:p w:rsidR="007B2329" w:rsidRDefault="007B2329" w:rsidP="007B2329">
      <w:r>
        <w:t>284.9833</w:t>
      </w:r>
      <w:r>
        <w:tab/>
        <w:t>3.038e0</w:t>
      </w:r>
    </w:p>
    <w:p w:rsidR="007B2329" w:rsidRDefault="007B2329" w:rsidP="007B2329">
      <w:r>
        <w:t>284.9896</w:t>
      </w:r>
      <w:r>
        <w:tab/>
        <w:t>3.038e0</w:t>
      </w:r>
    </w:p>
    <w:p w:rsidR="007B2329" w:rsidRDefault="007B2329" w:rsidP="007B2329">
      <w:r>
        <w:t>284.9972</w:t>
      </w:r>
      <w:r>
        <w:tab/>
        <w:t>1.013e0</w:t>
      </w:r>
    </w:p>
    <w:p w:rsidR="007B2329" w:rsidRDefault="007B2329" w:rsidP="007B2329">
      <w:r>
        <w:t>285.0024</w:t>
      </w:r>
      <w:r>
        <w:tab/>
        <w:t>2.025e0</w:t>
      </w:r>
    </w:p>
    <w:p w:rsidR="007B2329" w:rsidRDefault="007B2329" w:rsidP="007B2329">
      <w:r>
        <w:t>285.0108</w:t>
      </w:r>
      <w:r>
        <w:tab/>
        <w:t>1.013e0</w:t>
      </w:r>
    </w:p>
    <w:p w:rsidR="007B2329" w:rsidRDefault="007B2329" w:rsidP="007B2329">
      <w:r>
        <w:t>285.0147</w:t>
      </w:r>
      <w:r>
        <w:tab/>
        <w:t>2.532e-2</w:t>
      </w:r>
    </w:p>
    <w:p w:rsidR="007B2329" w:rsidRDefault="007B2329" w:rsidP="007B2329">
      <w:r>
        <w:t>285.0242</w:t>
      </w:r>
      <w:r>
        <w:tab/>
        <w:t>2.025e0</w:t>
      </w:r>
    </w:p>
    <w:p w:rsidR="007B2329" w:rsidRDefault="007B2329" w:rsidP="007B2329">
      <w:r>
        <w:t>285.0285</w:t>
      </w:r>
      <w:r>
        <w:tab/>
        <w:t>2.025e0</w:t>
      </w:r>
    </w:p>
    <w:p w:rsidR="007B2329" w:rsidRDefault="007B2329" w:rsidP="007B2329">
      <w:r>
        <w:t>285.0382</w:t>
      </w:r>
      <w:r>
        <w:tab/>
        <w:t>1.013e0</w:t>
      </w:r>
    </w:p>
    <w:p w:rsidR="007B2329" w:rsidRDefault="007B2329" w:rsidP="007B2329">
      <w:r>
        <w:t>285.0410</w:t>
      </w:r>
      <w:r>
        <w:tab/>
        <w:t>4.051e0</w:t>
      </w:r>
    </w:p>
    <w:p w:rsidR="007B2329" w:rsidRDefault="007B2329" w:rsidP="007B2329">
      <w:r>
        <w:t>285.0651</w:t>
      </w:r>
      <w:r>
        <w:tab/>
        <w:t>1.013e0</w:t>
      </w:r>
    </w:p>
    <w:p w:rsidR="007B2329" w:rsidRDefault="007B2329" w:rsidP="007B2329">
      <w:r>
        <w:t>285.0697</w:t>
      </w:r>
      <w:r>
        <w:tab/>
        <w:t>2.025e0</w:t>
      </w:r>
    </w:p>
    <w:p w:rsidR="007B2329" w:rsidRDefault="007B2329" w:rsidP="007B2329">
      <w:r>
        <w:t>285.0736</w:t>
      </w:r>
      <w:r>
        <w:tab/>
        <w:t>2.025e0</w:t>
      </w:r>
    </w:p>
    <w:p w:rsidR="007B2329" w:rsidRDefault="007B2329" w:rsidP="007B2329">
      <w:r>
        <w:t>285.0818</w:t>
      </w:r>
      <w:r>
        <w:tab/>
        <w:t>1.013e0</w:t>
      </w:r>
    </w:p>
    <w:p w:rsidR="007B2329" w:rsidRDefault="007B2329" w:rsidP="007B2329">
      <w:r>
        <w:t>285.0862</w:t>
      </w:r>
      <w:r>
        <w:tab/>
        <w:t>3.038e0</w:t>
      </w:r>
    </w:p>
    <w:p w:rsidR="007B2329" w:rsidRDefault="007B2329" w:rsidP="007B2329">
      <w:r>
        <w:t>285.0942</w:t>
      </w:r>
      <w:r>
        <w:tab/>
        <w:t>3.581e0</w:t>
      </w:r>
    </w:p>
    <w:p w:rsidR="007B2329" w:rsidRDefault="007B2329" w:rsidP="007B2329">
      <w:r>
        <w:t>285.1071</w:t>
      </w:r>
      <w:r>
        <w:tab/>
        <w:t>1.438e-1</w:t>
      </w:r>
    </w:p>
    <w:p w:rsidR="007B2329" w:rsidRDefault="007B2329" w:rsidP="007B2329">
      <w:r>
        <w:t>285.1203</w:t>
      </w:r>
      <w:r>
        <w:tab/>
        <w:t>1.692e1</w:t>
      </w:r>
    </w:p>
    <w:p w:rsidR="007B2329" w:rsidRDefault="007B2329" w:rsidP="007B2329">
      <w:r>
        <w:lastRenderedPageBreak/>
        <w:t>285.1246</w:t>
      </w:r>
      <w:r>
        <w:tab/>
        <w:t>1.114e1</w:t>
      </w:r>
    </w:p>
    <w:p w:rsidR="007B2329" w:rsidRDefault="007B2329" w:rsidP="007B2329">
      <w:r>
        <w:t>285.1262</w:t>
      </w:r>
      <w:r>
        <w:tab/>
        <w:t>1.790e1</w:t>
      </w:r>
    </w:p>
    <w:p w:rsidR="007B2329" w:rsidRDefault="007B2329" w:rsidP="007B2329">
      <w:r>
        <w:t>285.1338</w:t>
      </w:r>
      <w:r>
        <w:tab/>
        <w:t>5.081e0</w:t>
      </w:r>
    </w:p>
    <w:p w:rsidR="007B2329" w:rsidRDefault="007B2329" w:rsidP="007B2329">
      <w:r>
        <w:t>285.1349</w:t>
      </w:r>
      <w:r>
        <w:tab/>
        <w:t>7.994e0</w:t>
      </w:r>
    </w:p>
    <w:p w:rsidR="007B2329" w:rsidRDefault="007B2329" w:rsidP="007B2329">
      <w:r>
        <w:t>285.1448</w:t>
      </w:r>
      <w:r>
        <w:tab/>
        <w:t>1.013e0</w:t>
      </w:r>
    </w:p>
    <w:p w:rsidR="007B2329" w:rsidRDefault="007B2329" w:rsidP="007B2329">
      <w:r>
        <w:t>285.1498</w:t>
      </w:r>
      <w:r>
        <w:tab/>
        <w:t>1.045e1</w:t>
      </w:r>
    </w:p>
    <w:p w:rsidR="007B2329" w:rsidRDefault="007B2329" w:rsidP="007B2329">
      <w:r>
        <w:t>285.1701</w:t>
      </w:r>
      <w:r>
        <w:tab/>
        <w:t>1.771e0</w:t>
      </w:r>
    </w:p>
    <w:p w:rsidR="007B2329" w:rsidRDefault="007B2329" w:rsidP="007B2329">
      <w:r>
        <w:t>285.1722</w:t>
      </w:r>
      <w:r>
        <w:tab/>
        <w:t>1.013e0</w:t>
      </w:r>
    </w:p>
    <w:p w:rsidR="007B2329" w:rsidRDefault="007B2329" w:rsidP="007B2329">
      <w:r>
        <w:t>285.1741</w:t>
      </w:r>
      <w:r>
        <w:tab/>
        <w:t>1.316e1</w:t>
      </w:r>
    </w:p>
    <w:p w:rsidR="007B2329" w:rsidRDefault="007B2329" w:rsidP="007B2329">
      <w:r>
        <w:t>285.2005</w:t>
      </w:r>
      <w:r>
        <w:tab/>
        <w:t>3.218e0</w:t>
      </w:r>
    </w:p>
    <w:p w:rsidR="007B2329" w:rsidRDefault="007B2329" w:rsidP="007B2329">
      <w:r>
        <w:t>285.2110</w:t>
      </w:r>
      <w:r>
        <w:tab/>
        <w:t>3.038e0</w:t>
      </w:r>
    </w:p>
    <w:p w:rsidR="007B2329" w:rsidRDefault="007B2329" w:rsidP="007B2329">
      <w:r>
        <w:t>285.2125</w:t>
      </w:r>
      <w:r>
        <w:tab/>
        <w:t>2.025e0</w:t>
      </w:r>
    </w:p>
    <w:p w:rsidR="007B2329" w:rsidRDefault="007B2329" w:rsidP="007B2329">
      <w:r>
        <w:t>285.2269</w:t>
      </w:r>
      <w:r>
        <w:tab/>
        <w:t>2.025e0</w:t>
      </w:r>
    </w:p>
    <w:p w:rsidR="007B2329" w:rsidRDefault="007B2329" w:rsidP="007B2329">
      <w:r>
        <w:t>285.2330</w:t>
      </w:r>
      <w:r>
        <w:tab/>
        <w:t>4.051e0</w:t>
      </w:r>
    </w:p>
    <w:p w:rsidR="007B2329" w:rsidRDefault="007B2329" w:rsidP="007B2329">
      <w:r>
        <w:t>285.2352</w:t>
      </w:r>
      <w:r>
        <w:tab/>
        <w:t>2.025e0</w:t>
      </w:r>
    </w:p>
    <w:p w:rsidR="007B2329" w:rsidRDefault="007B2329" w:rsidP="007B2329">
      <w:r>
        <w:t>285.2371</w:t>
      </w:r>
      <w:r>
        <w:tab/>
        <w:t>2.532e-2</w:t>
      </w:r>
    </w:p>
    <w:p w:rsidR="007B2329" w:rsidRDefault="007B2329" w:rsidP="007B2329">
      <w:r>
        <w:t>285.2438</w:t>
      </w:r>
      <w:r>
        <w:tab/>
        <w:t>2.025e0</w:t>
      </w:r>
    </w:p>
    <w:p w:rsidR="007B2329" w:rsidRDefault="007B2329" w:rsidP="007B2329">
      <w:r>
        <w:t>285.2453</w:t>
      </w:r>
      <w:r>
        <w:tab/>
        <w:t>2.025e0</w:t>
      </w:r>
    </w:p>
    <w:p w:rsidR="007B2329" w:rsidRDefault="007B2329" w:rsidP="007B2329">
      <w:r>
        <w:t>285.2506</w:t>
      </w:r>
      <w:r>
        <w:tab/>
        <w:t>2.025e0</w:t>
      </w:r>
    </w:p>
    <w:p w:rsidR="007B2329" w:rsidRDefault="007B2329" w:rsidP="007B2329">
      <w:r>
        <w:lastRenderedPageBreak/>
        <w:t>285.2605</w:t>
      </w:r>
      <w:r>
        <w:tab/>
        <w:t>2.025e0</w:t>
      </w:r>
    </w:p>
    <w:p w:rsidR="007B2329" w:rsidRDefault="007B2329" w:rsidP="007B2329">
      <w:r>
        <w:t>285.2647</w:t>
      </w:r>
      <w:r>
        <w:tab/>
        <w:t>5.063e0</w:t>
      </w:r>
    </w:p>
    <w:p w:rsidR="007B2329" w:rsidRDefault="007B2329" w:rsidP="007B2329">
      <w:r>
        <w:t>285.2842</w:t>
      </w:r>
      <w:r>
        <w:tab/>
        <w:t>2.025e0</w:t>
      </w:r>
    </w:p>
    <w:p w:rsidR="007B2329" w:rsidRDefault="007B2329" w:rsidP="007B2329">
      <w:r>
        <w:t>285.2927</w:t>
      </w:r>
      <w:r>
        <w:tab/>
        <w:t>6.076e0</w:t>
      </w:r>
    </w:p>
    <w:p w:rsidR="007B2329" w:rsidRDefault="007B2329" w:rsidP="007B2329">
      <w:r>
        <w:t>285.2970</w:t>
      </w:r>
      <w:r>
        <w:tab/>
        <w:t>3.278e0</w:t>
      </w:r>
    </w:p>
    <w:p w:rsidR="007B2329" w:rsidRDefault="007B2329" w:rsidP="007B2329">
      <w:r>
        <w:t>285.2980</w:t>
      </w:r>
      <w:r>
        <w:tab/>
        <w:t>2.025e0</w:t>
      </w:r>
    </w:p>
    <w:p w:rsidR="007B2329" w:rsidRDefault="007B2329" w:rsidP="007B2329">
      <w:r>
        <w:t>285.3201</w:t>
      </w:r>
      <w:r>
        <w:tab/>
        <w:t>2.025e0</w:t>
      </w:r>
    </w:p>
    <w:p w:rsidR="007B2329" w:rsidRDefault="007B2329" w:rsidP="007B2329">
      <w:r>
        <w:t>285.3250</w:t>
      </w:r>
      <w:r>
        <w:tab/>
        <w:t>2.025e0</w:t>
      </w:r>
    </w:p>
    <w:p w:rsidR="007B2329" w:rsidRDefault="007B2329" w:rsidP="007B2329">
      <w:r>
        <w:t>285.3284</w:t>
      </w:r>
      <w:r>
        <w:tab/>
        <w:t>2.025e0</w:t>
      </w:r>
    </w:p>
    <w:p w:rsidR="007B2329" w:rsidRDefault="007B2329" w:rsidP="007B2329">
      <w:r>
        <w:t>285.3315</w:t>
      </w:r>
      <w:r>
        <w:tab/>
        <w:t>2.025e0</w:t>
      </w:r>
    </w:p>
    <w:p w:rsidR="007B2329" w:rsidRDefault="007B2329" w:rsidP="007B2329">
      <w:r>
        <w:t>285.3418</w:t>
      </w:r>
      <w:r>
        <w:tab/>
        <w:t>1.013e0</w:t>
      </w:r>
    </w:p>
    <w:p w:rsidR="007B2329" w:rsidRDefault="007B2329" w:rsidP="007B2329">
      <w:r>
        <w:t>285.3491</w:t>
      </w:r>
      <w:r>
        <w:tab/>
        <w:t>2.025e0</w:t>
      </w:r>
    </w:p>
    <w:p w:rsidR="007B2329" w:rsidRDefault="007B2329" w:rsidP="007B2329">
      <w:r>
        <w:t>285.3610</w:t>
      </w:r>
      <w:r>
        <w:tab/>
        <w:t>1.013e0</w:t>
      </w:r>
    </w:p>
    <w:p w:rsidR="007B2329" w:rsidRDefault="007B2329" w:rsidP="007B2329">
      <w:r>
        <w:t>285.3629</w:t>
      </w:r>
      <w:r>
        <w:tab/>
        <w:t>1.025e0</w:t>
      </w:r>
    </w:p>
    <w:p w:rsidR="007B2329" w:rsidRDefault="007B2329" w:rsidP="007B2329">
      <w:r>
        <w:t>285.3690</w:t>
      </w:r>
      <w:r>
        <w:tab/>
        <w:t>1.013e0</w:t>
      </w:r>
    </w:p>
    <w:p w:rsidR="007B2329" w:rsidRDefault="007B2329" w:rsidP="007B2329">
      <w:r>
        <w:t>285.3713</w:t>
      </w:r>
      <w:r>
        <w:tab/>
        <w:t>2.226e0</w:t>
      </w:r>
    </w:p>
    <w:p w:rsidR="007B2329" w:rsidRDefault="007B2329" w:rsidP="007B2329">
      <w:r>
        <w:t>285.3836</w:t>
      </w:r>
      <w:r>
        <w:tab/>
        <w:t>1.013e0</w:t>
      </w:r>
    </w:p>
    <w:p w:rsidR="007B2329" w:rsidRDefault="007B2329" w:rsidP="007B2329">
      <w:r>
        <w:t>285.3924</w:t>
      </w:r>
      <w:r>
        <w:tab/>
        <w:t>1.013e0</w:t>
      </w:r>
    </w:p>
    <w:p w:rsidR="007B2329" w:rsidRDefault="007B2329" w:rsidP="007B2329">
      <w:r>
        <w:t>285.3965</w:t>
      </w:r>
      <w:r>
        <w:tab/>
        <w:t>1.013e0</w:t>
      </w:r>
    </w:p>
    <w:p w:rsidR="007B2329" w:rsidRDefault="007B2329" w:rsidP="007B2329">
      <w:r>
        <w:lastRenderedPageBreak/>
        <w:t>285.4005</w:t>
      </w:r>
      <w:r>
        <w:tab/>
        <w:t>1.013e0</w:t>
      </w:r>
    </w:p>
    <w:p w:rsidR="007B2329" w:rsidRDefault="007B2329" w:rsidP="007B2329">
      <w:r>
        <w:t>285.4150</w:t>
      </w:r>
      <w:r>
        <w:tab/>
        <w:t>6.076e0</w:t>
      </w:r>
    </w:p>
    <w:p w:rsidR="007B2329" w:rsidRDefault="007B2329" w:rsidP="007B2329">
      <w:r>
        <w:t>285.4238</w:t>
      </w:r>
      <w:r>
        <w:tab/>
        <w:t>3.038e0</w:t>
      </w:r>
    </w:p>
    <w:p w:rsidR="007B2329" w:rsidRDefault="007B2329" w:rsidP="007B2329">
      <w:r>
        <w:t>285.4261</w:t>
      </w:r>
      <w:r>
        <w:tab/>
        <w:t>4.051e0</w:t>
      </w:r>
    </w:p>
    <w:p w:rsidR="007B2329" w:rsidRDefault="007B2329" w:rsidP="007B2329">
      <w:r>
        <w:t>285.4320</w:t>
      </w:r>
      <w:r>
        <w:tab/>
        <w:t>1.013e0</w:t>
      </w:r>
    </w:p>
    <w:p w:rsidR="007B2329" w:rsidRDefault="007B2329" w:rsidP="007B2329">
      <w:r>
        <w:t>285.4515</w:t>
      </w:r>
      <w:r>
        <w:tab/>
        <w:t>1.013e0</w:t>
      </w:r>
    </w:p>
    <w:p w:rsidR="007B2329" w:rsidRDefault="007B2329" w:rsidP="007B2329">
      <w:r>
        <w:t>285.4594</w:t>
      </w:r>
      <w:r>
        <w:tab/>
        <w:t>1.013e0</w:t>
      </w:r>
    </w:p>
    <w:p w:rsidR="007B2329" w:rsidRDefault="007B2329" w:rsidP="007B2329">
      <w:r>
        <w:t>285.4724</w:t>
      </w:r>
      <w:r>
        <w:tab/>
        <w:t>1.013e0</w:t>
      </w:r>
    </w:p>
    <w:p w:rsidR="007B2329" w:rsidRDefault="007B2329" w:rsidP="007B2329">
      <w:r>
        <w:t>285.4863</w:t>
      </w:r>
      <w:r>
        <w:tab/>
        <w:t>7.052e0</w:t>
      </w:r>
    </w:p>
    <w:p w:rsidR="007B2329" w:rsidRDefault="007B2329" w:rsidP="007B2329">
      <w:r>
        <w:t>285.4929</w:t>
      </w:r>
      <w:r>
        <w:tab/>
        <w:t>1.025e0</w:t>
      </w:r>
    </w:p>
    <w:p w:rsidR="007B2329" w:rsidRDefault="007B2329" w:rsidP="007B2329">
      <w:r>
        <w:t>285.4998</w:t>
      </w:r>
      <w:r>
        <w:tab/>
        <w:t>2.025e0</w:t>
      </w:r>
    </w:p>
    <w:p w:rsidR="007B2329" w:rsidRDefault="007B2329" w:rsidP="007B2329">
      <w:r>
        <w:t>285.5195</w:t>
      </w:r>
      <w:r>
        <w:tab/>
        <w:t>6.076e0</w:t>
      </w:r>
    </w:p>
    <w:p w:rsidR="007B2329" w:rsidRDefault="007B2329" w:rsidP="007B2329">
      <w:r>
        <w:t>285.5265</w:t>
      </w:r>
      <w:r>
        <w:tab/>
        <w:t>1.013e0</w:t>
      </w:r>
    </w:p>
    <w:p w:rsidR="007B2329" w:rsidRDefault="007B2329" w:rsidP="007B2329">
      <w:r>
        <w:t>285.5352</w:t>
      </w:r>
      <w:r>
        <w:tab/>
        <w:t>2.025e0</w:t>
      </w:r>
    </w:p>
    <w:p w:rsidR="007B2329" w:rsidRDefault="007B2329" w:rsidP="007B2329">
      <w:r>
        <w:t>285.5456</w:t>
      </w:r>
      <w:r>
        <w:tab/>
        <w:t>2.025e0</w:t>
      </w:r>
    </w:p>
    <w:p w:rsidR="007B2329" w:rsidRDefault="007B2329" w:rsidP="007B2329">
      <w:r>
        <w:t>285.5760</w:t>
      </w:r>
      <w:r>
        <w:tab/>
        <w:t>2.025e0</w:t>
      </w:r>
    </w:p>
    <w:p w:rsidR="007B2329" w:rsidRDefault="007B2329" w:rsidP="007B2329">
      <w:r>
        <w:t>285.5863</w:t>
      </w:r>
      <w:r>
        <w:tab/>
        <w:t>8.114e0</w:t>
      </w:r>
    </w:p>
    <w:p w:rsidR="007B2329" w:rsidRDefault="007B2329" w:rsidP="007B2329">
      <w:r>
        <w:t>285.5884</w:t>
      </w:r>
      <w:r>
        <w:tab/>
        <w:t>4.051e0</w:t>
      </w:r>
    </w:p>
    <w:p w:rsidR="007B2329" w:rsidRDefault="007B2329" w:rsidP="007B2329">
      <w:r>
        <w:t>285.5894</w:t>
      </w:r>
      <w:r>
        <w:tab/>
        <w:t>2.025e0</w:t>
      </w:r>
    </w:p>
    <w:p w:rsidR="007B2329" w:rsidRDefault="007B2329" w:rsidP="007B2329">
      <w:r>
        <w:lastRenderedPageBreak/>
        <w:t>285.5934</w:t>
      </w:r>
      <w:r>
        <w:tab/>
        <w:t>1.013e0</w:t>
      </w:r>
    </w:p>
    <w:p w:rsidR="007B2329" w:rsidRDefault="007B2329" w:rsidP="007B2329">
      <w:r>
        <w:t>285.5948</w:t>
      </w:r>
      <w:r>
        <w:tab/>
        <w:t>3.038e0</w:t>
      </w:r>
    </w:p>
    <w:p w:rsidR="007B2329" w:rsidRDefault="007B2329" w:rsidP="007B2329">
      <w:r>
        <w:t>285.5979</w:t>
      </w:r>
      <w:r>
        <w:tab/>
        <w:t>1.013e0</w:t>
      </w:r>
    </w:p>
    <w:p w:rsidR="007B2329" w:rsidRDefault="007B2329" w:rsidP="007B2329">
      <w:r>
        <w:t>285.6254</w:t>
      </w:r>
      <w:r>
        <w:tab/>
        <w:t>5.063e0</w:t>
      </w:r>
    </w:p>
    <w:p w:rsidR="007B2329" w:rsidRDefault="007B2329" w:rsidP="007B2329">
      <w:r>
        <w:t>285.6353</w:t>
      </w:r>
      <w:r>
        <w:tab/>
        <w:t>8.101e0</w:t>
      </w:r>
    </w:p>
    <w:p w:rsidR="007B2329" w:rsidRDefault="007B2329" w:rsidP="007B2329">
      <w:r>
        <w:t>285.6431</w:t>
      </w:r>
      <w:r>
        <w:tab/>
        <w:t>1.575e0</w:t>
      </w:r>
    </w:p>
    <w:p w:rsidR="007B2329" w:rsidRDefault="007B2329" w:rsidP="007B2329">
      <w:r>
        <w:t>285.6456</w:t>
      </w:r>
      <w:r>
        <w:tab/>
        <w:t>7.089e0</w:t>
      </w:r>
    </w:p>
    <w:p w:rsidR="007B2329" w:rsidRDefault="007B2329" w:rsidP="007B2329">
      <w:r>
        <w:t>285.6500</w:t>
      </w:r>
      <w:r>
        <w:tab/>
        <w:t>5.063e0</w:t>
      </w:r>
    </w:p>
    <w:p w:rsidR="007B2329" w:rsidRDefault="007B2329" w:rsidP="007B2329">
      <w:r>
        <w:t>285.6543</w:t>
      </w:r>
      <w:r>
        <w:tab/>
        <w:t>1.025e0</w:t>
      </w:r>
    </w:p>
    <w:p w:rsidR="007B2329" w:rsidRDefault="007B2329" w:rsidP="007B2329">
      <w:r>
        <w:t>285.6584</w:t>
      </w:r>
      <w:r>
        <w:tab/>
        <w:t>2.025e0</w:t>
      </w:r>
    </w:p>
    <w:p w:rsidR="007B2329" w:rsidRDefault="007B2329" w:rsidP="007B2329">
      <w:r>
        <w:t>285.6614</w:t>
      </w:r>
      <w:r>
        <w:tab/>
        <w:t>1.013e1</w:t>
      </w:r>
    </w:p>
    <w:p w:rsidR="007B2329" w:rsidRDefault="007B2329" w:rsidP="007B2329">
      <w:r>
        <w:t>285.6750</w:t>
      </w:r>
      <w:r>
        <w:tab/>
        <w:t>3.038e0</w:t>
      </w:r>
    </w:p>
    <w:p w:rsidR="007B2329" w:rsidRDefault="007B2329" w:rsidP="007B2329">
      <w:r>
        <w:t>285.6929</w:t>
      </w:r>
      <w:r>
        <w:tab/>
        <w:t>9.114e0</w:t>
      </w:r>
    </w:p>
    <w:p w:rsidR="007B2329" w:rsidRDefault="007B2329" w:rsidP="007B2329">
      <w:r>
        <w:t>285.6953</w:t>
      </w:r>
      <w:r>
        <w:tab/>
        <w:t>4.051e0</w:t>
      </w:r>
    </w:p>
    <w:p w:rsidR="007B2329" w:rsidRDefault="007B2329" w:rsidP="007B2329">
      <w:r>
        <w:t>285.6974</w:t>
      </w:r>
      <w:r>
        <w:tab/>
        <w:t>4.051e0</w:t>
      </w:r>
    </w:p>
    <w:p w:rsidR="007B2329" w:rsidRDefault="007B2329" w:rsidP="007B2329">
      <w:r>
        <w:t>285.6992</w:t>
      </w:r>
      <w:r>
        <w:tab/>
        <w:t>3.051e0</w:t>
      </w:r>
    </w:p>
    <w:p w:rsidR="007B2329" w:rsidRDefault="007B2329" w:rsidP="007B2329">
      <w:r>
        <w:t>285.7155</w:t>
      </w:r>
      <w:r>
        <w:tab/>
        <w:t>1.013e0</w:t>
      </w:r>
    </w:p>
    <w:p w:rsidR="007B2329" w:rsidRDefault="007B2329" w:rsidP="007B2329">
      <w:r>
        <w:t>285.7173</w:t>
      </w:r>
      <w:r>
        <w:tab/>
        <w:t>1.014e1</w:t>
      </w:r>
    </w:p>
    <w:p w:rsidR="007B2329" w:rsidRDefault="007B2329" w:rsidP="007B2329">
      <w:r>
        <w:t>285.7282</w:t>
      </w:r>
      <w:r>
        <w:tab/>
        <w:t>6.076e0</w:t>
      </w:r>
    </w:p>
    <w:p w:rsidR="007B2329" w:rsidRDefault="007B2329" w:rsidP="007B2329">
      <w:r>
        <w:lastRenderedPageBreak/>
        <w:t>285.7427</w:t>
      </w:r>
      <w:r>
        <w:tab/>
        <w:t>1.013e0</w:t>
      </w:r>
    </w:p>
    <w:p w:rsidR="007B2329" w:rsidRDefault="007B2329" w:rsidP="007B2329">
      <w:r>
        <w:t>285.7452</w:t>
      </w:r>
      <w:r>
        <w:tab/>
        <w:t>7.406e0</w:t>
      </w:r>
    </w:p>
    <w:p w:rsidR="007B2329" w:rsidRDefault="007B2329" w:rsidP="007B2329">
      <w:r>
        <w:t>285.7469</w:t>
      </w:r>
      <w:r>
        <w:tab/>
        <w:t>1.013e0</w:t>
      </w:r>
    </w:p>
    <w:p w:rsidR="007B2329" w:rsidRDefault="007B2329" w:rsidP="007B2329">
      <w:r>
        <w:t>285.7514</w:t>
      </w:r>
      <w:r>
        <w:tab/>
        <w:t>4.051e0</w:t>
      </w:r>
    </w:p>
    <w:p w:rsidR="007B2329" w:rsidRDefault="007B2329" w:rsidP="007B2329">
      <w:r>
        <w:t>285.7547</w:t>
      </w:r>
      <w:r>
        <w:tab/>
        <w:t>8.101e0</w:t>
      </w:r>
    </w:p>
    <w:p w:rsidR="007B2329" w:rsidRDefault="007B2329" w:rsidP="007B2329">
      <w:r>
        <w:t>285.7652</w:t>
      </w:r>
      <w:r>
        <w:tab/>
        <w:t>2.025e0</w:t>
      </w:r>
    </w:p>
    <w:p w:rsidR="007B2329" w:rsidRDefault="007B2329" w:rsidP="007B2329">
      <w:r>
        <w:t>285.7688</w:t>
      </w:r>
      <w:r>
        <w:tab/>
        <w:t>6.076e0</w:t>
      </w:r>
    </w:p>
    <w:p w:rsidR="007B2329" w:rsidRDefault="007B2329" w:rsidP="007B2329">
      <w:r>
        <w:t>285.7917</w:t>
      </w:r>
      <w:r>
        <w:tab/>
        <w:t>6.076e0</w:t>
      </w:r>
    </w:p>
    <w:p w:rsidR="007B2329" w:rsidRDefault="007B2329" w:rsidP="007B2329">
      <w:r>
        <w:t>285.7948</w:t>
      </w:r>
      <w:r>
        <w:tab/>
        <w:t>6.076e0</w:t>
      </w:r>
    </w:p>
    <w:p w:rsidR="007B2329" w:rsidRDefault="007B2329" w:rsidP="007B2329">
      <w:r>
        <w:t>285.7966</w:t>
      </w:r>
      <w:r>
        <w:tab/>
        <w:t>2.025e0</w:t>
      </w:r>
    </w:p>
    <w:p w:rsidR="007B2329" w:rsidRDefault="007B2329" w:rsidP="007B2329">
      <w:r>
        <w:t>285.8068</w:t>
      </w:r>
      <w:r>
        <w:tab/>
        <w:t>9.459e0</w:t>
      </w:r>
    </w:p>
    <w:p w:rsidR="007B2329" w:rsidRDefault="007B2329" w:rsidP="007B2329">
      <w:r>
        <w:t>285.8098</w:t>
      </w:r>
      <w:r>
        <w:tab/>
        <w:t>1.013e0</w:t>
      </w:r>
    </w:p>
    <w:p w:rsidR="007B2329" w:rsidRDefault="007B2329" w:rsidP="007B2329">
      <w:r>
        <w:t>285.8183</w:t>
      </w:r>
      <w:r>
        <w:tab/>
        <w:t>7.089e0</w:t>
      </w:r>
    </w:p>
    <w:p w:rsidR="007B2329" w:rsidRDefault="007B2329" w:rsidP="007B2329">
      <w:r>
        <w:t>285.8283</w:t>
      </w:r>
      <w:r>
        <w:tab/>
        <w:t>9.114e0</w:t>
      </w:r>
    </w:p>
    <w:p w:rsidR="007B2329" w:rsidRDefault="007B2329" w:rsidP="007B2329">
      <w:r>
        <w:t>285.8322</w:t>
      </w:r>
      <w:r>
        <w:tab/>
        <w:t>8.907e0</w:t>
      </w:r>
    </w:p>
    <w:p w:rsidR="007B2329" w:rsidRDefault="007B2329" w:rsidP="007B2329">
      <w:r>
        <w:t>285.8372</w:t>
      </w:r>
      <w:r>
        <w:tab/>
        <w:t>6.076e0</w:t>
      </w:r>
    </w:p>
    <w:p w:rsidR="007B2329" w:rsidRDefault="007B2329" w:rsidP="007B2329">
      <w:r>
        <w:t>285.8429</w:t>
      </w:r>
      <w:r>
        <w:tab/>
        <w:t>8.101e0</w:t>
      </w:r>
    </w:p>
    <w:p w:rsidR="007B2329" w:rsidRDefault="007B2329" w:rsidP="007B2329">
      <w:r>
        <w:t>285.8546</w:t>
      </w:r>
      <w:r>
        <w:tab/>
        <w:t>6.616e0</w:t>
      </w:r>
    </w:p>
    <w:p w:rsidR="007B2329" w:rsidRDefault="007B2329" w:rsidP="007B2329">
      <w:r>
        <w:t>285.8701</w:t>
      </w:r>
      <w:r>
        <w:tab/>
        <w:t>6.076e0</w:t>
      </w:r>
    </w:p>
    <w:p w:rsidR="007B2329" w:rsidRDefault="007B2329" w:rsidP="007B2329">
      <w:r>
        <w:lastRenderedPageBreak/>
        <w:t>285.8760</w:t>
      </w:r>
      <w:r>
        <w:tab/>
        <w:t>3.996e0</w:t>
      </w:r>
    </w:p>
    <w:p w:rsidR="007B2329" w:rsidRDefault="007B2329" w:rsidP="007B2329">
      <w:r>
        <w:t>285.8819</w:t>
      </w:r>
      <w:r>
        <w:tab/>
        <w:t>4.051e0</w:t>
      </w:r>
    </w:p>
    <w:p w:rsidR="007B2329" w:rsidRDefault="007B2329" w:rsidP="007B2329">
      <w:r>
        <w:t>285.8964</w:t>
      </w:r>
      <w:r>
        <w:tab/>
        <w:t>5.450e0</w:t>
      </w:r>
    </w:p>
    <w:p w:rsidR="007B2329" w:rsidRDefault="007B2329" w:rsidP="007B2329">
      <w:r>
        <w:t>285.8981</w:t>
      </w:r>
      <w:r>
        <w:tab/>
        <w:t>3.038e0</w:t>
      </w:r>
    </w:p>
    <w:p w:rsidR="007B2329" w:rsidRDefault="007B2329" w:rsidP="007B2329">
      <w:r>
        <w:t>285.9160</w:t>
      </w:r>
      <w:r>
        <w:tab/>
        <w:t>2.537e1</w:t>
      </w:r>
    </w:p>
    <w:p w:rsidR="007B2329" w:rsidRDefault="007B2329" w:rsidP="007B2329">
      <w:r>
        <w:t>285.9198</w:t>
      </w:r>
      <w:r>
        <w:tab/>
        <w:t>2.025e0</w:t>
      </w:r>
    </w:p>
    <w:p w:rsidR="007B2329" w:rsidRDefault="007B2329" w:rsidP="007B2329">
      <w:r>
        <w:t>285.9417</w:t>
      </w:r>
      <w:r>
        <w:tab/>
        <w:t>1.105e1</w:t>
      </w:r>
    </w:p>
    <w:p w:rsidR="007B2329" w:rsidRDefault="007B2329" w:rsidP="007B2329">
      <w:r>
        <w:t>285.9483</w:t>
      </w:r>
      <w:r>
        <w:tab/>
        <w:t>1.013e0</w:t>
      </w:r>
    </w:p>
    <w:p w:rsidR="007B2329" w:rsidRDefault="007B2329" w:rsidP="007B2329">
      <w:r>
        <w:t>285.9522</w:t>
      </w:r>
      <w:r>
        <w:tab/>
        <w:t>5.063e0</w:t>
      </w:r>
    </w:p>
    <w:p w:rsidR="007B2329" w:rsidRDefault="007B2329" w:rsidP="007B2329">
      <w:r>
        <w:t>285.9615</w:t>
      </w:r>
      <w:r>
        <w:tab/>
        <w:t>4.298e0</w:t>
      </w:r>
    </w:p>
    <w:p w:rsidR="007B2329" w:rsidRDefault="007B2329" w:rsidP="007B2329">
      <w:r>
        <w:t>285.9663</w:t>
      </w:r>
      <w:r>
        <w:tab/>
        <w:t>5.063e0</w:t>
      </w:r>
    </w:p>
    <w:p w:rsidR="007B2329" w:rsidRDefault="007B2329" w:rsidP="007B2329">
      <w:r>
        <w:t>285.9722</w:t>
      </w:r>
      <w:r>
        <w:tab/>
        <w:t>2.025e0</w:t>
      </w:r>
    </w:p>
    <w:p w:rsidR="007B2329" w:rsidRDefault="007B2329" w:rsidP="007B2329">
      <w:r>
        <w:t>285.9760</w:t>
      </w:r>
      <w:r>
        <w:tab/>
        <w:t>9.195e0</w:t>
      </w:r>
    </w:p>
    <w:p w:rsidR="007B2329" w:rsidRDefault="007B2329" w:rsidP="007B2329">
      <w:r>
        <w:t>285.9836</w:t>
      </w:r>
      <w:r>
        <w:tab/>
        <w:t>8.101e0</w:t>
      </w:r>
    </w:p>
    <w:p w:rsidR="007B2329" w:rsidRDefault="007B2329" w:rsidP="007B2329">
      <w:r>
        <w:t>285.9942</w:t>
      </w:r>
      <w:r>
        <w:tab/>
        <w:t>1.038e0</w:t>
      </w:r>
    </w:p>
    <w:p w:rsidR="007B2329" w:rsidRDefault="007B2329" w:rsidP="007B2329">
      <w:r>
        <w:t>285.9967</w:t>
      </w:r>
      <w:r>
        <w:tab/>
        <w:t>5.124e0</w:t>
      </w:r>
    </w:p>
    <w:p w:rsidR="007B2329" w:rsidRDefault="007B2329" w:rsidP="007B2329">
      <w:r>
        <w:t>286.0029</w:t>
      </w:r>
      <w:r>
        <w:tab/>
        <w:t>1.013e0</w:t>
      </w:r>
    </w:p>
    <w:p w:rsidR="007B2329" w:rsidRDefault="007B2329" w:rsidP="007B2329">
      <w:r>
        <w:t>286.0074</w:t>
      </w:r>
      <w:r>
        <w:tab/>
        <w:t>3.265e0</w:t>
      </w:r>
    </w:p>
    <w:p w:rsidR="007B2329" w:rsidRDefault="007B2329" w:rsidP="007B2329">
      <w:r>
        <w:t>286.0136</w:t>
      </w:r>
      <w:r>
        <w:tab/>
        <w:t>4.063e0</w:t>
      </w:r>
    </w:p>
    <w:p w:rsidR="007B2329" w:rsidRDefault="007B2329" w:rsidP="007B2329">
      <w:r>
        <w:lastRenderedPageBreak/>
        <w:t>286.0279</w:t>
      </w:r>
      <w:r>
        <w:tab/>
        <w:t>8.374e0</w:t>
      </w:r>
    </w:p>
    <w:p w:rsidR="007B2329" w:rsidRDefault="007B2329" w:rsidP="007B2329">
      <w:r>
        <w:t>286.0323</w:t>
      </w:r>
      <w:r>
        <w:tab/>
        <w:t>2.532e-2</w:t>
      </w:r>
    </w:p>
    <w:p w:rsidR="007B2329" w:rsidRDefault="007B2329" w:rsidP="007B2329">
      <w:r>
        <w:t>286.0383</w:t>
      </w:r>
      <w:r>
        <w:tab/>
        <w:t>1.013e0</w:t>
      </w:r>
    </w:p>
    <w:p w:rsidR="007B2329" w:rsidRDefault="007B2329" w:rsidP="007B2329">
      <w:r>
        <w:t>286.0479</w:t>
      </w:r>
      <w:r>
        <w:tab/>
        <w:t>1.013e0</w:t>
      </w:r>
    </w:p>
    <w:p w:rsidR="007B2329" w:rsidRDefault="007B2329" w:rsidP="007B2329">
      <w:r>
        <w:t>286.0531</w:t>
      </w:r>
      <w:r>
        <w:tab/>
        <w:t>1.013e0</w:t>
      </w:r>
    </w:p>
    <w:p w:rsidR="007B2329" w:rsidRDefault="007B2329" w:rsidP="007B2329">
      <w:r>
        <w:t>286.0554</w:t>
      </w:r>
      <w:r>
        <w:tab/>
        <w:t>1.038e0</w:t>
      </w:r>
    </w:p>
    <w:p w:rsidR="007B2329" w:rsidRDefault="007B2329" w:rsidP="007B2329">
      <w:r>
        <w:t>286.0644</w:t>
      </w:r>
      <w:r>
        <w:tab/>
        <w:t>2.908e0</w:t>
      </w:r>
    </w:p>
    <w:p w:rsidR="007B2329" w:rsidRDefault="007B2329" w:rsidP="007B2329">
      <w:r>
        <w:t>286.0739</w:t>
      </w:r>
      <w:r>
        <w:tab/>
        <w:t>1.013e0</w:t>
      </w:r>
    </w:p>
    <w:p w:rsidR="007B2329" w:rsidRDefault="007B2329" w:rsidP="007B2329">
      <w:r>
        <w:t>286.1423</w:t>
      </w:r>
      <w:r>
        <w:tab/>
        <w:t>7.247e3</w:t>
      </w:r>
    </w:p>
    <w:p w:rsidR="007B2329" w:rsidRDefault="007B2329" w:rsidP="007B2329">
      <w:r>
        <w:t>286.1436</w:t>
      </w:r>
      <w:r>
        <w:tab/>
        <w:t>3.519e3</w:t>
      </w:r>
    </w:p>
    <w:p w:rsidR="007B2329" w:rsidRDefault="007B2329" w:rsidP="007B2329">
      <w:r>
        <w:t>286.1464</w:t>
      </w:r>
      <w:r>
        <w:tab/>
        <w:t>2.448e1</w:t>
      </w:r>
    </w:p>
    <w:p w:rsidR="007B2329" w:rsidRDefault="007B2329" w:rsidP="007B2329">
      <w:r>
        <w:t>286.1475</w:t>
      </w:r>
      <w:r>
        <w:tab/>
        <w:t>2.980e1</w:t>
      </w:r>
    </w:p>
    <w:p w:rsidR="007B2329" w:rsidRDefault="007B2329" w:rsidP="007B2329">
      <w:r>
        <w:t>286.2106</w:t>
      </w:r>
      <w:r>
        <w:tab/>
        <w:t>5.063e0</w:t>
      </w:r>
    </w:p>
    <w:p w:rsidR="007B2329" w:rsidRDefault="007B2329" w:rsidP="007B2329">
      <w:r>
        <w:t>286.2174</w:t>
      </w:r>
      <w:r>
        <w:tab/>
        <w:t>1.025e0</w:t>
      </w:r>
    </w:p>
    <w:p w:rsidR="007B2329" w:rsidRDefault="007B2329" w:rsidP="007B2329">
      <w:r>
        <w:t>286.2191</w:t>
      </w:r>
      <w:r>
        <w:tab/>
        <w:t>3.038e0</w:t>
      </w:r>
    </w:p>
    <w:p w:rsidR="007B2329" w:rsidRDefault="007B2329" w:rsidP="007B2329">
      <w:r>
        <w:t>286.2378</w:t>
      </w:r>
      <w:r>
        <w:tab/>
        <w:t>6.762e0</w:t>
      </w:r>
    </w:p>
    <w:p w:rsidR="007B2329" w:rsidRDefault="007B2329" w:rsidP="007B2329">
      <w:r>
        <w:t>286.2426</w:t>
      </w:r>
      <w:r>
        <w:tab/>
        <w:t>5.739e0</w:t>
      </w:r>
    </w:p>
    <w:p w:rsidR="007B2329" w:rsidRDefault="007B2329" w:rsidP="007B2329">
      <w:r>
        <w:t>286.2596</w:t>
      </w:r>
      <w:r>
        <w:tab/>
        <w:t>9.392e0</w:t>
      </w:r>
    </w:p>
    <w:p w:rsidR="007B2329" w:rsidRDefault="007B2329" w:rsidP="007B2329">
      <w:r>
        <w:t>286.2691</w:t>
      </w:r>
      <w:r>
        <w:tab/>
        <w:t>1.217e1</w:t>
      </w:r>
    </w:p>
    <w:p w:rsidR="007B2329" w:rsidRDefault="007B2329" w:rsidP="007B2329">
      <w:r>
        <w:lastRenderedPageBreak/>
        <w:t>286.2704</w:t>
      </w:r>
      <w:r>
        <w:tab/>
        <w:t>1.246e1</w:t>
      </w:r>
    </w:p>
    <w:p w:rsidR="007B2329" w:rsidRDefault="007B2329" w:rsidP="007B2329">
      <w:r>
        <w:t>286.2766</w:t>
      </w:r>
      <w:r>
        <w:tab/>
        <w:t>1.184e1</w:t>
      </w:r>
    </w:p>
    <w:p w:rsidR="007B2329" w:rsidRDefault="007B2329" w:rsidP="007B2329">
      <w:r>
        <w:t>286.2783</w:t>
      </w:r>
      <w:r>
        <w:tab/>
        <w:t>7.729e0</w:t>
      </w:r>
    </w:p>
    <w:p w:rsidR="007B2329" w:rsidRDefault="007B2329" w:rsidP="007B2329">
      <w:r>
        <w:t>286.3036</w:t>
      </w:r>
      <w:r>
        <w:tab/>
        <w:t>9.486e0</w:t>
      </w:r>
    </w:p>
    <w:p w:rsidR="007B2329" w:rsidRDefault="007B2329" w:rsidP="007B2329">
      <w:r>
        <w:t>286.3148</w:t>
      </w:r>
      <w:r>
        <w:tab/>
        <w:t>1.038e0</w:t>
      </w:r>
    </w:p>
    <w:p w:rsidR="007B2329" w:rsidRDefault="007B2329" w:rsidP="007B2329">
      <w:r>
        <w:t>286.3225</w:t>
      </w:r>
      <w:r>
        <w:tab/>
        <w:t>4.031e1</w:t>
      </w:r>
    </w:p>
    <w:p w:rsidR="007B2329" w:rsidRDefault="007B2329" w:rsidP="007B2329">
      <w:r>
        <w:t>286.3262</w:t>
      </w:r>
      <w:r>
        <w:tab/>
        <w:t>3.566e1</w:t>
      </w:r>
    </w:p>
    <w:p w:rsidR="007B2329" w:rsidRDefault="007B2329" w:rsidP="007B2329">
      <w:r>
        <w:t>286.3298</w:t>
      </w:r>
      <w:r>
        <w:tab/>
        <w:t>7.059e1</w:t>
      </w:r>
    </w:p>
    <w:p w:rsidR="007B2329" w:rsidRDefault="007B2329" w:rsidP="007B2329">
      <w:r>
        <w:t>286.3313</w:t>
      </w:r>
      <w:r>
        <w:tab/>
        <w:t>5.812e1</w:t>
      </w:r>
    </w:p>
    <w:p w:rsidR="007B2329" w:rsidRDefault="007B2329" w:rsidP="007B2329">
      <w:r>
        <w:t>286.3324</w:t>
      </w:r>
      <w:r>
        <w:tab/>
        <w:t>7.266e1</w:t>
      </w:r>
    </w:p>
    <w:p w:rsidR="007B2329" w:rsidRDefault="007B2329" w:rsidP="007B2329">
      <w:r>
        <w:t>286.3357</w:t>
      </w:r>
      <w:r>
        <w:tab/>
        <w:t>2.025e0</w:t>
      </w:r>
    </w:p>
    <w:p w:rsidR="007B2329" w:rsidRDefault="007B2329" w:rsidP="007B2329">
      <w:r>
        <w:t>286.3381</w:t>
      </w:r>
      <w:r>
        <w:tab/>
        <w:t>1.026e1</w:t>
      </w:r>
    </w:p>
    <w:p w:rsidR="007B2329" w:rsidRDefault="007B2329" w:rsidP="007B2329">
      <w:r>
        <w:t>286.3530</w:t>
      </w:r>
      <w:r>
        <w:tab/>
        <w:t>1.315e1</w:t>
      </w:r>
    </w:p>
    <w:p w:rsidR="007B2329" w:rsidRDefault="007B2329" w:rsidP="007B2329">
      <w:r>
        <w:t>286.3602</w:t>
      </w:r>
      <w:r>
        <w:tab/>
        <w:t>2.025e0</w:t>
      </w:r>
    </w:p>
    <w:p w:rsidR="007B2329" w:rsidRDefault="007B2329" w:rsidP="007B2329">
      <w:r>
        <w:t>286.3673</w:t>
      </w:r>
      <w:r>
        <w:tab/>
        <w:t>2.532e-2</w:t>
      </w:r>
    </w:p>
    <w:p w:rsidR="007B2329" w:rsidRDefault="007B2329" w:rsidP="007B2329">
      <w:r>
        <w:t>286.3847</w:t>
      </w:r>
      <w:r>
        <w:tab/>
        <w:t>5.520e0</w:t>
      </w:r>
    </w:p>
    <w:p w:rsidR="007B2329" w:rsidRDefault="007B2329" w:rsidP="007B2329">
      <w:r>
        <w:t>286.3866</w:t>
      </w:r>
      <w:r>
        <w:tab/>
        <w:t>4.051e0</w:t>
      </w:r>
    </w:p>
    <w:p w:rsidR="007B2329" w:rsidRDefault="007B2329" w:rsidP="007B2329">
      <w:r>
        <w:t>286.3886</w:t>
      </w:r>
      <w:r>
        <w:tab/>
        <w:t>7.190e0</w:t>
      </w:r>
    </w:p>
    <w:p w:rsidR="007B2329" w:rsidRDefault="007B2329" w:rsidP="007B2329">
      <w:r>
        <w:t>286.4073</w:t>
      </w:r>
      <w:r>
        <w:tab/>
        <w:t>4.051e0</w:t>
      </w:r>
    </w:p>
    <w:p w:rsidR="007B2329" w:rsidRDefault="007B2329" w:rsidP="007B2329">
      <w:r>
        <w:lastRenderedPageBreak/>
        <w:t>286.4213</w:t>
      </w:r>
      <w:r>
        <w:tab/>
        <w:t>1.983e1</w:t>
      </w:r>
    </w:p>
    <w:p w:rsidR="007B2329" w:rsidRDefault="007B2329" w:rsidP="007B2329">
      <w:r>
        <w:t>286.4251</w:t>
      </w:r>
      <w:r>
        <w:tab/>
        <w:t>1.418e1</w:t>
      </w:r>
    </w:p>
    <w:p w:rsidR="007B2329" w:rsidRDefault="007B2329" w:rsidP="007B2329">
      <w:r>
        <w:t>286.4301</w:t>
      </w:r>
      <w:r>
        <w:tab/>
        <w:t>7.089e0</w:t>
      </w:r>
    </w:p>
    <w:p w:rsidR="007B2329" w:rsidRDefault="007B2329" w:rsidP="007B2329">
      <w:r>
        <w:t>286.4359</w:t>
      </w:r>
      <w:r>
        <w:tab/>
        <w:t>1.207e1</w:t>
      </w:r>
    </w:p>
    <w:p w:rsidR="007B2329" w:rsidRDefault="007B2329" w:rsidP="007B2329">
      <w:r>
        <w:t>286.4593</w:t>
      </w:r>
      <w:r>
        <w:tab/>
        <w:t>2.025e0</w:t>
      </w:r>
    </w:p>
    <w:p w:rsidR="007B2329" w:rsidRDefault="007B2329" w:rsidP="007B2329">
      <w:r>
        <w:t>286.4659</w:t>
      </w:r>
      <w:r>
        <w:tab/>
        <w:t>9.699e0</w:t>
      </w:r>
    </w:p>
    <w:p w:rsidR="007B2329" w:rsidRDefault="007B2329" w:rsidP="007B2329">
      <w:r>
        <w:t>286.4688</w:t>
      </w:r>
      <w:r>
        <w:tab/>
        <w:t>3.051e0</w:t>
      </w:r>
    </w:p>
    <w:p w:rsidR="007B2329" w:rsidRDefault="007B2329" w:rsidP="007B2329">
      <w:r>
        <w:t>286.4708</w:t>
      </w:r>
      <w:r>
        <w:tab/>
        <w:t>2.025e0</w:t>
      </w:r>
    </w:p>
    <w:p w:rsidR="007B2329" w:rsidRDefault="007B2329" w:rsidP="007B2329">
      <w:r>
        <w:t>286.4810</w:t>
      </w:r>
      <w:r>
        <w:tab/>
        <w:t>1.594e1</w:t>
      </w:r>
    </w:p>
    <w:p w:rsidR="007B2329" w:rsidRDefault="007B2329" w:rsidP="007B2329">
      <w:r>
        <w:t>286.4901</w:t>
      </w:r>
      <w:r>
        <w:tab/>
        <w:t>3.038e0</w:t>
      </w:r>
    </w:p>
    <w:p w:rsidR="007B2329" w:rsidRDefault="007B2329" w:rsidP="007B2329">
      <w:r>
        <w:t>286.4945</w:t>
      </w:r>
      <w:r>
        <w:tab/>
        <w:t>5.063e0</w:t>
      </w:r>
    </w:p>
    <w:p w:rsidR="007B2329" w:rsidRDefault="007B2329" w:rsidP="007B2329">
      <w:r>
        <w:t>286.4970</w:t>
      </w:r>
      <w:r>
        <w:tab/>
        <w:t>5.063e0</w:t>
      </w:r>
    </w:p>
    <w:p w:rsidR="007B2329" w:rsidRDefault="007B2329" w:rsidP="007B2329">
      <w:r>
        <w:t>286.5039</w:t>
      </w:r>
      <w:r>
        <w:tab/>
        <w:t>7.514e0</w:t>
      </w:r>
    </w:p>
    <w:p w:rsidR="007B2329" w:rsidRDefault="007B2329" w:rsidP="007B2329">
      <w:r>
        <w:t>286.5143</w:t>
      </w:r>
      <w:r>
        <w:tab/>
        <w:t>1.013e1</w:t>
      </w:r>
    </w:p>
    <w:p w:rsidR="007B2329" w:rsidRDefault="007B2329" w:rsidP="007B2329">
      <w:r>
        <w:t>286.5164</w:t>
      </w:r>
      <w:r>
        <w:tab/>
        <w:t>1.171e1</w:t>
      </w:r>
    </w:p>
    <w:p w:rsidR="007B2329" w:rsidRDefault="007B2329" w:rsidP="007B2329">
      <w:r>
        <w:t>286.5299</w:t>
      </w:r>
      <w:r>
        <w:tab/>
        <w:t>1.013e0</w:t>
      </w:r>
    </w:p>
    <w:p w:rsidR="007B2329" w:rsidRDefault="007B2329" w:rsidP="007B2329">
      <w:r>
        <w:t>286.5338</w:t>
      </w:r>
      <w:r>
        <w:tab/>
        <w:t>2.025e0</w:t>
      </w:r>
    </w:p>
    <w:p w:rsidR="007B2329" w:rsidRDefault="007B2329" w:rsidP="007B2329">
      <w:r>
        <w:t>286.5379</w:t>
      </w:r>
      <w:r>
        <w:tab/>
        <w:t>4.051e0</w:t>
      </w:r>
    </w:p>
    <w:p w:rsidR="007B2329" w:rsidRDefault="007B2329" w:rsidP="007B2329">
      <w:r>
        <w:t>286.5489</w:t>
      </w:r>
      <w:r>
        <w:tab/>
        <w:t>1.025e0</w:t>
      </w:r>
    </w:p>
    <w:p w:rsidR="007B2329" w:rsidRDefault="007B2329" w:rsidP="007B2329">
      <w:r>
        <w:lastRenderedPageBreak/>
        <w:t>286.5501</w:t>
      </w:r>
      <w:r>
        <w:tab/>
        <w:t>6.473e0</w:t>
      </w:r>
    </w:p>
    <w:p w:rsidR="007B2329" w:rsidRDefault="007B2329" w:rsidP="007B2329">
      <w:r>
        <w:t>286.5518</w:t>
      </w:r>
      <w:r>
        <w:tab/>
        <w:t>4.051e0</w:t>
      </w:r>
    </w:p>
    <w:p w:rsidR="007B2329" w:rsidRDefault="007B2329" w:rsidP="007B2329">
      <w:r>
        <w:t>286.5551</w:t>
      </w:r>
      <w:r>
        <w:tab/>
        <w:t>3.038e0</w:t>
      </w:r>
    </w:p>
    <w:p w:rsidR="007B2329" w:rsidRDefault="007B2329" w:rsidP="007B2329">
      <w:r>
        <w:t>286.5753</w:t>
      </w:r>
      <w:r>
        <w:tab/>
        <w:t>2.925e0</w:t>
      </w:r>
    </w:p>
    <w:p w:rsidR="007B2329" w:rsidRDefault="007B2329" w:rsidP="007B2329">
      <w:r>
        <w:t>286.5847</w:t>
      </w:r>
      <w:r>
        <w:tab/>
        <w:t>6.076e0</w:t>
      </w:r>
    </w:p>
    <w:p w:rsidR="007B2329" w:rsidRDefault="007B2329" w:rsidP="007B2329">
      <w:r>
        <w:t>286.5866</w:t>
      </w:r>
      <w:r>
        <w:tab/>
        <w:t>8.491e0</w:t>
      </w:r>
    </w:p>
    <w:p w:rsidR="007B2329" w:rsidRDefault="007B2329" w:rsidP="007B2329">
      <w:r>
        <w:t>286.5899</w:t>
      </w:r>
      <w:r>
        <w:tab/>
        <w:t>2.025e0</w:t>
      </w:r>
    </w:p>
    <w:p w:rsidR="007B2329" w:rsidRDefault="007B2329" w:rsidP="007B2329">
      <w:r>
        <w:t>286.5976</w:t>
      </w:r>
      <w:r>
        <w:tab/>
        <w:t>1.986e1</w:t>
      </w:r>
    </w:p>
    <w:p w:rsidR="007B2329" w:rsidRDefault="007B2329" w:rsidP="007B2329">
      <w:r>
        <w:t>286.6083</w:t>
      </w:r>
      <w:r>
        <w:tab/>
        <w:t>1.456e1</w:t>
      </w:r>
    </w:p>
    <w:p w:rsidR="007B2329" w:rsidRDefault="007B2329" w:rsidP="007B2329">
      <w:r>
        <w:t>286.6128</w:t>
      </w:r>
      <w:r>
        <w:tab/>
        <w:t>3.038e0</w:t>
      </w:r>
    </w:p>
    <w:p w:rsidR="007B2329" w:rsidRDefault="007B2329" w:rsidP="007B2329">
      <w:r>
        <w:t>286.6224</w:t>
      </w:r>
      <w:r>
        <w:tab/>
        <w:t>4.602e0</w:t>
      </w:r>
    </w:p>
    <w:p w:rsidR="007B2329" w:rsidRDefault="007B2329" w:rsidP="007B2329">
      <w:r>
        <w:t>286.6293</w:t>
      </w:r>
      <w:r>
        <w:tab/>
        <w:t>1.304e1</w:t>
      </w:r>
    </w:p>
    <w:p w:rsidR="007B2329" w:rsidRDefault="007B2329" w:rsidP="007B2329">
      <w:r>
        <w:t>286.6313</w:t>
      </w:r>
      <w:r>
        <w:tab/>
        <w:t>2.189e1</w:t>
      </w:r>
    </w:p>
    <w:p w:rsidR="007B2329" w:rsidRDefault="007B2329" w:rsidP="007B2329">
      <w:r>
        <w:t>286.6328</w:t>
      </w:r>
      <w:r>
        <w:tab/>
        <w:t>7.544e0</w:t>
      </w:r>
    </w:p>
    <w:p w:rsidR="007B2329" w:rsidRDefault="007B2329" w:rsidP="007B2329">
      <w:r>
        <w:t>286.6442</w:t>
      </w:r>
      <w:r>
        <w:tab/>
        <w:t>6.076e0</w:t>
      </w:r>
    </w:p>
    <w:p w:rsidR="007B2329" w:rsidRDefault="007B2329" w:rsidP="007B2329">
      <w:r>
        <w:t>286.6457</w:t>
      </w:r>
      <w:r>
        <w:tab/>
        <w:t>6.285e0</w:t>
      </w:r>
    </w:p>
    <w:p w:rsidR="007B2329" w:rsidRDefault="007B2329" w:rsidP="007B2329">
      <w:r>
        <w:t>286.6491</w:t>
      </w:r>
      <w:r>
        <w:tab/>
        <w:t>7.466e0</w:t>
      </w:r>
    </w:p>
    <w:p w:rsidR="007B2329" w:rsidRDefault="007B2329" w:rsidP="007B2329">
      <w:r>
        <w:t>286.6726</w:t>
      </w:r>
      <w:r>
        <w:tab/>
        <w:t>2.025e0</w:t>
      </w:r>
    </w:p>
    <w:p w:rsidR="007B2329" w:rsidRDefault="007B2329" w:rsidP="007B2329">
      <w:r>
        <w:t>286.6772</w:t>
      </w:r>
      <w:r>
        <w:tab/>
        <w:t>1.299e1</w:t>
      </w:r>
    </w:p>
    <w:p w:rsidR="007B2329" w:rsidRDefault="007B2329" w:rsidP="007B2329">
      <w:r>
        <w:lastRenderedPageBreak/>
        <w:t>286.6817</w:t>
      </w:r>
      <w:r>
        <w:tab/>
        <w:t>1.790e1</w:t>
      </w:r>
    </w:p>
    <w:p w:rsidR="007B2329" w:rsidRDefault="007B2329" w:rsidP="007B2329">
      <w:r>
        <w:t>286.6924</w:t>
      </w:r>
      <w:r>
        <w:tab/>
        <w:t>1.687e1</w:t>
      </w:r>
    </w:p>
    <w:p w:rsidR="007B2329" w:rsidRDefault="007B2329" w:rsidP="007B2329">
      <w:r>
        <w:t>286.7061</w:t>
      </w:r>
      <w:r>
        <w:tab/>
        <w:t>3.235e0</w:t>
      </w:r>
    </w:p>
    <w:p w:rsidR="007B2329" w:rsidRDefault="007B2329" w:rsidP="007B2329">
      <w:r>
        <w:t>286.7073</w:t>
      </w:r>
      <w:r>
        <w:tab/>
        <w:t>3.235e0</w:t>
      </w:r>
    </w:p>
    <w:p w:rsidR="007B2329" w:rsidRDefault="007B2329" w:rsidP="007B2329">
      <w:r>
        <w:t>286.7136</w:t>
      </w:r>
      <w:r>
        <w:tab/>
        <w:t>7.089e0</w:t>
      </w:r>
    </w:p>
    <w:p w:rsidR="007B2329" w:rsidRDefault="007B2329" w:rsidP="007B2329">
      <w:r>
        <w:t>286.7181</w:t>
      </w:r>
      <w:r>
        <w:tab/>
        <w:t>6.382e0</w:t>
      </w:r>
    </w:p>
    <w:p w:rsidR="007B2329" w:rsidRDefault="007B2329" w:rsidP="007B2329">
      <w:r>
        <w:t>286.7250</w:t>
      </w:r>
      <w:r>
        <w:tab/>
        <w:t>8.101e0</w:t>
      </w:r>
    </w:p>
    <w:p w:rsidR="007B2329" w:rsidRDefault="007B2329" w:rsidP="007B2329">
      <w:r>
        <w:t>286.7327</w:t>
      </w:r>
      <w:r>
        <w:tab/>
        <w:t>4.051e0</w:t>
      </w:r>
    </w:p>
    <w:p w:rsidR="007B2329" w:rsidRDefault="007B2329" w:rsidP="007B2329">
      <w:r>
        <w:t>286.7401</w:t>
      </w:r>
      <w:r>
        <w:tab/>
        <w:t>4.866e0</w:t>
      </w:r>
    </w:p>
    <w:p w:rsidR="007B2329" w:rsidRDefault="007B2329" w:rsidP="007B2329">
      <w:r>
        <w:t>286.7552</w:t>
      </w:r>
      <w:r>
        <w:tab/>
        <w:t>1.013e0</w:t>
      </w:r>
    </w:p>
    <w:p w:rsidR="007B2329" w:rsidRDefault="007B2329" w:rsidP="007B2329">
      <w:r>
        <w:t>286.7569</w:t>
      </w:r>
      <w:r>
        <w:tab/>
        <w:t>1.115e1</w:t>
      </w:r>
    </w:p>
    <w:p w:rsidR="007B2329" w:rsidRDefault="007B2329" w:rsidP="007B2329">
      <w:r>
        <w:t>286.7586</w:t>
      </w:r>
      <w:r>
        <w:tab/>
        <w:t>2.090e1</w:t>
      </w:r>
    </w:p>
    <w:p w:rsidR="007B2329" w:rsidRDefault="007B2329" w:rsidP="007B2329">
      <w:r>
        <w:t>286.7658</w:t>
      </w:r>
      <w:r>
        <w:tab/>
        <w:t>7.443e0</w:t>
      </w:r>
    </w:p>
    <w:p w:rsidR="007B2329" w:rsidRDefault="007B2329" w:rsidP="007B2329">
      <w:r>
        <w:t>286.7697</w:t>
      </w:r>
      <w:r>
        <w:tab/>
        <w:t>8.101e0</w:t>
      </w:r>
    </w:p>
    <w:p w:rsidR="007B2329" w:rsidRDefault="007B2329" w:rsidP="007B2329">
      <w:r>
        <w:t>286.7749</w:t>
      </w:r>
      <w:r>
        <w:tab/>
        <w:t>1.791e1</w:t>
      </w:r>
    </w:p>
    <w:p w:rsidR="007B2329" w:rsidRDefault="007B2329" w:rsidP="007B2329">
      <w:r>
        <w:t>286.7859</w:t>
      </w:r>
      <w:r>
        <w:tab/>
        <w:t>1.114e1</w:t>
      </w:r>
    </w:p>
    <w:p w:rsidR="007B2329" w:rsidRDefault="007B2329" w:rsidP="007B2329">
      <w:r>
        <w:t>286.7957</w:t>
      </w:r>
      <w:r>
        <w:tab/>
        <w:t>4.077e0</w:t>
      </w:r>
    </w:p>
    <w:p w:rsidR="007B2329" w:rsidRDefault="007B2329" w:rsidP="007B2329">
      <w:r>
        <w:t>286.8026</w:t>
      </w:r>
      <w:r>
        <w:tab/>
        <w:t>4.051e0</w:t>
      </w:r>
    </w:p>
    <w:p w:rsidR="007B2329" w:rsidRDefault="007B2329" w:rsidP="007B2329">
      <w:r>
        <w:t>286.8059</w:t>
      </w:r>
      <w:r>
        <w:tab/>
        <w:t>7.089e0</w:t>
      </w:r>
    </w:p>
    <w:p w:rsidR="007B2329" w:rsidRDefault="007B2329" w:rsidP="007B2329">
      <w:r>
        <w:lastRenderedPageBreak/>
        <w:t>286.8184</w:t>
      </w:r>
      <w:r>
        <w:tab/>
        <w:t>2.196e1</w:t>
      </w:r>
    </w:p>
    <w:p w:rsidR="007B2329" w:rsidRDefault="007B2329" w:rsidP="007B2329">
      <w:r>
        <w:t>286.8220</w:t>
      </w:r>
      <w:r>
        <w:tab/>
        <w:t>1.013e0</w:t>
      </w:r>
    </w:p>
    <w:p w:rsidR="007B2329" w:rsidRDefault="007B2329" w:rsidP="007B2329">
      <w:r>
        <w:t>286.8374</w:t>
      </w:r>
      <w:r>
        <w:tab/>
        <w:t>1.080e1</w:t>
      </w:r>
    </w:p>
    <w:p w:rsidR="007B2329" w:rsidRDefault="007B2329" w:rsidP="007B2329">
      <w:r>
        <w:t>286.8443</w:t>
      </w:r>
      <w:r>
        <w:tab/>
        <w:t>1.300e1</w:t>
      </w:r>
    </w:p>
    <w:p w:rsidR="007B2329" w:rsidRDefault="007B2329" w:rsidP="007B2329">
      <w:r>
        <w:t>286.8459</w:t>
      </w:r>
      <w:r>
        <w:tab/>
        <w:t>1.517e1</w:t>
      </w:r>
    </w:p>
    <w:p w:rsidR="007B2329" w:rsidRDefault="007B2329" w:rsidP="007B2329">
      <w:r>
        <w:t>286.8495</w:t>
      </w:r>
      <w:r>
        <w:tab/>
        <w:t>3.038e0</w:t>
      </w:r>
    </w:p>
    <w:p w:rsidR="007B2329" w:rsidRDefault="007B2329" w:rsidP="007B2329">
      <w:r>
        <w:t>286.8539</w:t>
      </w:r>
      <w:r>
        <w:tab/>
        <w:t>4.063e0</w:t>
      </w:r>
    </w:p>
    <w:p w:rsidR="007B2329" w:rsidRDefault="007B2329" w:rsidP="007B2329">
      <w:r>
        <w:t>286.8641</w:t>
      </w:r>
      <w:r>
        <w:tab/>
        <w:t>1.063e1</w:t>
      </w:r>
    </w:p>
    <w:p w:rsidR="007B2329" w:rsidRDefault="007B2329" w:rsidP="007B2329">
      <w:r>
        <w:t>286.8697</w:t>
      </w:r>
      <w:r>
        <w:tab/>
        <w:t>2.025e0</w:t>
      </w:r>
    </w:p>
    <w:p w:rsidR="007B2329" w:rsidRDefault="007B2329" w:rsidP="007B2329">
      <w:r>
        <w:t>286.8761</w:t>
      </w:r>
      <w:r>
        <w:tab/>
        <w:t>1.013e0</w:t>
      </w:r>
    </w:p>
    <w:p w:rsidR="007B2329" w:rsidRDefault="007B2329" w:rsidP="007B2329">
      <w:r>
        <w:t>286.8790</w:t>
      </w:r>
      <w:r>
        <w:tab/>
        <w:t>1.383e1</w:t>
      </w:r>
    </w:p>
    <w:p w:rsidR="007B2329" w:rsidRDefault="007B2329" w:rsidP="007B2329">
      <w:r>
        <w:t>286.8802</w:t>
      </w:r>
      <w:r>
        <w:tab/>
        <w:t>3.038e0</w:t>
      </w:r>
    </w:p>
    <w:p w:rsidR="007B2329" w:rsidRDefault="007B2329" w:rsidP="007B2329">
      <w:r>
        <w:t>286.8847</w:t>
      </w:r>
      <w:r>
        <w:tab/>
        <w:t>7.089e0</w:t>
      </w:r>
    </w:p>
    <w:p w:rsidR="007B2329" w:rsidRDefault="007B2329" w:rsidP="007B2329">
      <w:r>
        <w:t>286.8874</w:t>
      </w:r>
      <w:r>
        <w:tab/>
        <w:t>1.738e1</w:t>
      </w:r>
    </w:p>
    <w:p w:rsidR="007B2329" w:rsidRDefault="007B2329" w:rsidP="007B2329">
      <w:r>
        <w:t>286.8896</w:t>
      </w:r>
      <w:r>
        <w:tab/>
        <w:t>7.089e0</w:t>
      </w:r>
    </w:p>
    <w:p w:rsidR="007B2329" w:rsidRDefault="007B2329" w:rsidP="007B2329">
      <w:r>
        <w:t>286.8971</w:t>
      </w:r>
      <w:r>
        <w:tab/>
        <w:t>1.013e0</w:t>
      </w:r>
    </w:p>
    <w:p w:rsidR="007B2329" w:rsidRDefault="007B2329" w:rsidP="007B2329">
      <w:r>
        <w:t>286.9344</w:t>
      </w:r>
      <w:r>
        <w:tab/>
        <w:t>5.063e0</w:t>
      </w:r>
    </w:p>
    <w:p w:rsidR="007B2329" w:rsidRDefault="007B2329" w:rsidP="007B2329">
      <w:r>
        <w:t>286.9420</w:t>
      </w:r>
      <w:r>
        <w:tab/>
        <w:t>8.101e0</w:t>
      </w:r>
    </w:p>
    <w:p w:rsidR="007B2329" w:rsidRDefault="007B2329" w:rsidP="007B2329">
      <w:r>
        <w:t>286.9460</w:t>
      </w:r>
      <w:r>
        <w:tab/>
        <w:t>4.222e0</w:t>
      </w:r>
    </w:p>
    <w:p w:rsidR="007B2329" w:rsidRDefault="007B2329" w:rsidP="007B2329">
      <w:r>
        <w:lastRenderedPageBreak/>
        <w:t>286.9492</w:t>
      </w:r>
      <w:r>
        <w:tab/>
        <w:t>3.876e0</w:t>
      </w:r>
    </w:p>
    <w:p w:rsidR="007B2329" w:rsidRDefault="007B2329" w:rsidP="007B2329">
      <w:r>
        <w:t>286.9529</w:t>
      </w:r>
      <w:r>
        <w:tab/>
        <w:t>2.581e1</w:t>
      </w:r>
    </w:p>
    <w:p w:rsidR="007B2329" w:rsidRDefault="007B2329" w:rsidP="007B2329">
      <w:r>
        <w:t>286.9583</w:t>
      </w:r>
      <w:r>
        <w:tab/>
        <w:t>1.025e0</w:t>
      </w:r>
    </w:p>
    <w:p w:rsidR="007B2329" w:rsidRDefault="007B2329" w:rsidP="007B2329">
      <w:r>
        <w:t>286.9745</w:t>
      </w:r>
      <w:r>
        <w:tab/>
        <w:t>9.793e0</w:t>
      </w:r>
    </w:p>
    <w:p w:rsidR="007B2329" w:rsidRDefault="007B2329" w:rsidP="007B2329">
      <w:r>
        <w:t>286.9803</w:t>
      </w:r>
      <w:r>
        <w:tab/>
        <w:t>4.226e0</w:t>
      </w:r>
    </w:p>
    <w:p w:rsidR="007B2329" w:rsidRDefault="007B2329" w:rsidP="007B2329">
      <w:r>
        <w:t>286.9849</w:t>
      </w:r>
      <w:r>
        <w:tab/>
        <w:t>4.251e0</w:t>
      </w:r>
    </w:p>
    <w:p w:rsidR="007B2329" w:rsidRDefault="007B2329" w:rsidP="007B2329">
      <w:r>
        <w:t>287.0013</w:t>
      </w:r>
      <w:r>
        <w:tab/>
        <w:t>5.063e0</w:t>
      </w:r>
    </w:p>
    <w:p w:rsidR="007B2329" w:rsidRDefault="007B2329" w:rsidP="007B2329">
      <w:r>
        <w:t>287.0057</w:t>
      </w:r>
      <w:r>
        <w:tab/>
        <w:t>8.101e0</w:t>
      </w:r>
    </w:p>
    <w:p w:rsidR="007B2329" w:rsidRDefault="007B2329" w:rsidP="007B2329">
      <w:r>
        <w:t>287.0221</w:t>
      </w:r>
      <w:r>
        <w:tab/>
        <w:t>6.231e0</w:t>
      </w:r>
    </w:p>
    <w:p w:rsidR="007B2329" w:rsidRDefault="007B2329" w:rsidP="007B2329">
      <w:r>
        <w:t>287.0237</w:t>
      </w:r>
      <w:r>
        <w:tab/>
        <w:t>7.089e0</w:t>
      </w:r>
    </w:p>
    <w:p w:rsidR="007B2329" w:rsidRDefault="007B2329" w:rsidP="007B2329">
      <w:r>
        <w:t>287.0247</w:t>
      </w:r>
      <w:r>
        <w:tab/>
        <w:t>5.063e0</w:t>
      </w:r>
    </w:p>
    <w:p w:rsidR="007B2329" w:rsidRDefault="007B2329" w:rsidP="007B2329">
      <w:r>
        <w:t>287.0436</w:t>
      </w:r>
      <w:r>
        <w:tab/>
        <w:t>5.063e0</w:t>
      </w:r>
    </w:p>
    <w:p w:rsidR="007B2329" w:rsidRDefault="007B2329" w:rsidP="007B2329">
      <w:r>
        <w:t>287.0487</w:t>
      </w:r>
      <w:r>
        <w:tab/>
        <w:t>2.025e0</w:t>
      </w:r>
    </w:p>
    <w:p w:rsidR="007B2329" w:rsidRDefault="007B2329" w:rsidP="007B2329">
      <w:r>
        <w:t>287.0547</w:t>
      </w:r>
      <w:r>
        <w:tab/>
        <w:t>9.976e0</w:t>
      </w:r>
    </w:p>
    <w:p w:rsidR="007B2329" w:rsidRDefault="007B2329" w:rsidP="007B2329">
      <w:r>
        <w:t>287.0621</w:t>
      </w:r>
      <w:r>
        <w:tab/>
        <w:t>8.127e0</w:t>
      </w:r>
    </w:p>
    <w:p w:rsidR="007B2329" w:rsidRDefault="007B2329" w:rsidP="007B2329">
      <w:r>
        <w:t>287.0668</w:t>
      </w:r>
      <w:r>
        <w:tab/>
        <w:t>3.051e0</w:t>
      </w:r>
    </w:p>
    <w:p w:rsidR="007B2329" w:rsidRDefault="007B2329" w:rsidP="007B2329">
      <w:r>
        <w:t>287.0790</w:t>
      </w:r>
      <w:r>
        <w:tab/>
        <w:t>4.910e0</w:t>
      </w:r>
    </w:p>
    <w:p w:rsidR="007B2329" w:rsidRDefault="007B2329" w:rsidP="007B2329">
      <w:r>
        <w:t>287.1453</w:t>
      </w:r>
      <w:r>
        <w:tab/>
        <w:t>1.948e1</w:t>
      </w:r>
    </w:p>
    <w:p w:rsidR="007B2329" w:rsidRDefault="007B2329" w:rsidP="007B2329">
      <w:r>
        <w:t>287.1469</w:t>
      </w:r>
      <w:r>
        <w:tab/>
        <w:t>2.681e2</w:t>
      </w:r>
    </w:p>
    <w:p w:rsidR="007B2329" w:rsidRDefault="007B2329" w:rsidP="007B2329">
      <w:r>
        <w:lastRenderedPageBreak/>
        <w:t>287.1487</w:t>
      </w:r>
      <w:r>
        <w:tab/>
        <w:t>6.790e2</w:t>
      </w:r>
    </w:p>
    <w:p w:rsidR="007B2329" w:rsidRDefault="007B2329" w:rsidP="007B2329">
      <w:r>
        <w:t>287.1508</w:t>
      </w:r>
      <w:r>
        <w:tab/>
        <w:t>1.803e3</w:t>
      </w:r>
    </w:p>
    <w:p w:rsidR="007B2329" w:rsidRDefault="007B2329" w:rsidP="007B2329">
      <w:r>
        <w:t>287.2162</w:t>
      </w:r>
      <w:r>
        <w:tab/>
        <w:t>6.076e0</w:t>
      </w:r>
    </w:p>
    <w:p w:rsidR="007B2329" w:rsidRDefault="007B2329" w:rsidP="007B2329">
      <w:r>
        <w:t>287.2298</w:t>
      </w:r>
      <w:r>
        <w:tab/>
        <w:t>1.038e0</w:t>
      </w:r>
    </w:p>
    <w:p w:rsidR="007B2329" w:rsidRDefault="007B2329" w:rsidP="007B2329">
      <w:r>
        <w:t>287.2317</w:t>
      </w:r>
      <w:r>
        <w:tab/>
        <w:t>5.883e0</w:t>
      </w:r>
    </w:p>
    <w:p w:rsidR="007B2329" w:rsidRDefault="007B2329" w:rsidP="007B2329">
      <w:r>
        <w:t>287.2360</w:t>
      </w:r>
      <w:r>
        <w:tab/>
        <w:t>1.013e0</w:t>
      </w:r>
    </w:p>
    <w:p w:rsidR="007B2329" w:rsidRDefault="007B2329" w:rsidP="007B2329">
      <w:r>
        <w:t>287.2371</w:t>
      </w:r>
      <w:r>
        <w:tab/>
        <w:t>5.063e0</w:t>
      </w:r>
    </w:p>
    <w:p w:rsidR="007B2329" w:rsidRDefault="007B2329" w:rsidP="007B2329">
      <w:r>
        <w:t>287.2402</w:t>
      </w:r>
      <w:r>
        <w:tab/>
        <w:t>3.038e0</w:t>
      </w:r>
    </w:p>
    <w:p w:rsidR="007B2329" w:rsidRDefault="007B2329" w:rsidP="007B2329">
      <w:r>
        <w:t>287.2590</w:t>
      </w:r>
      <w:r>
        <w:tab/>
        <w:t>5.351e0</w:t>
      </w:r>
    </w:p>
    <w:p w:rsidR="007B2329" w:rsidRDefault="007B2329" w:rsidP="007B2329">
      <w:r>
        <w:t>287.2601</w:t>
      </w:r>
      <w:r>
        <w:tab/>
        <w:t>1.229e1</w:t>
      </w:r>
    </w:p>
    <w:p w:rsidR="007B2329" w:rsidRDefault="007B2329" w:rsidP="007B2329">
      <w:r>
        <w:t>287.2634</w:t>
      </w:r>
      <w:r>
        <w:tab/>
        <w:t>1.013e0</w:t>
      </w:r>
    </w:p>
    <w:p w:rsidR="007B2329" w:rsidRDefault="007B2329" w:rsidP="007B2329">
      <w:r>
        <w:t>287.2689</w:t>
      </w:r>
      <w:r>
        <w:tab/>
        <w:t>9.657e0</w:t>
      </w:r>
    </w:p>
    <w:p w:rsidR="007B2329" w:rsidRDefault="007B2329" w:rsidP="007B2329">
      <w:r>
        <w:t>287.2705</w:t>
      </w:r>
      <w:r>
        <w:tab/>
        <w:t>1.013e1</w:t>
      </w:r>
    </w:p>
    <w:p w:rsidR="007B2329" w:rsidRDefault="007B2329" w:rsidP="007B2329">
      <w:r>
        <w:t>287.2809</w:t>
      </w:r>
      <w:r>
        <w:tab/>
        <w:t>4.076e0</w:t>
      </w:r>
    </w:p>
    <w:p w:rsidR="007B2329" w:rsidRDefault="007B2329" w:rsidP="007B2329">
      <w:r>
        <w:t>287.2858</w:t>
      </w:r>
      <w:r>
        <w:tab/>
        <w:t>1.013e0</w:t>
      </w:r>
    </w:p>
    <w:p w:rsidR="007B2329" w:rsidRDefault="007B2329" w:rsidP="007B2329">
      <w:r>
        <w:t>287.2913</w:t>
      </w:r>
      <w:r>
        <w:tab/>
        <w:t>5.451e0</w:t>
      </w:r>
    </w:p>
    <w:p w:rsidR="007B2329" w:rsidRDefault="007B2329" w:rsidP="007B2329">
      <w:r>
        <w:t>287.2960</w:t>
      </w:r>
      <w:r>
        <w:tab/>
        <w:t>1.231e1</w:t>
      </w:r>
    </w:p>
    <w:p w:rsidR="007B2329" w:rsidRDefault="007B2329" w:rsidP="007B2329">
      <w:r>
        <w:t>287.2993</w:t>
      </w:r>
      <w:r>
        <w:tab/>
        <w:t>3.038e0</w:t>
      </w:r>
    </w:p>
    <w:p w:rsidR="007B2329" w:rsidRDefault="007B2329" w:rsidP="007B2329">
      <w:r>
        <w:t>287.3019</w:t>
      </w:r>
      <w:r>
        <w:tab/>
        <w:t>5.207e0</w:t>
      </w:r>
    </w:p>
    <w:p w:rsidR="007B2329" w:rsidRDefault="007B2329" w:rsidP="007B2329">
      <w:r>
        <w:lastRenderedPageBreak/>
        <w:t>287.3189</w:t>
      </w:r>
      <w:r>
        <w:tab/>
        <w:t>2.038e0</w:t>
      </w:r>
    </w:p>
    <w:p w:rsidR="007B2329" w:rsidRDefault="007B2329" w:rsidP="007B2329">
      <w:r>
        <w:t>287.3257</w:t>
      </w:r>
      <w:r>
        <w:tab/>
        <w:t>4.894e0</w:t>
      </w:r>
    </w:p>
    <w:p w:rsidR="007B2329" w:rsidRDefault="007B2329" w:rsidP="007B2329">
      <w:r>
        <w:t>287.3360</w:t>
      </w:r>
      <w:r>
        <w:tab/>
        <w:t>5.063e0</w:t>
      </w:r>
    </w:p>
    <w:p w:rsidR="007B2329" w:rsidRDefault="007B2329" w:rsidP="007B2329">
      <w:r>
        <w:t>287.3414</w:t>
      </w:r>
      <w:r>
        <w:tab/>
        <w:t>5.063e0</w:t>
      </w:r>
    </w:p>
    <w:p w:rsidR="007B2329" w:rsidRDefault="007B2329" w:rsidP="007B2329">
      <w:r>
        <w:t>287.3434</w:t>
      </w:r>
      <w:r>
        <w:tab/>
        <w:t>1.013e0</w:t>
      </w:r>
    </w:p>
    <w:p w:rsidR="007B2329" w:rsidRDefault="007B2329" w:rsidP="007B2329">
      <w:r>
        <w:t>287.3509</w:t>
      </w:r>
      <w:r>
        <w:tab/>
        <w:t>1.025e0</w:t>
      </w:r>
    </w:p>
    <w:p w:rsidR="007B2329" w:rsidRDefault="007B2329" w:rsidP="007B2329">
      <w:r>
        <w:t>287.3559</w:t>
      </w:r>
      <w:r>
        <w:tab/>
        <w:t>6.076e0</w:t>
      </w:r>
    </w:p>
    <w:p w:rsidR="007B2329" w:rsidRDefault="007B2329" w:rsidP="007B2329">
      <w:r>
        <w:t>287.3577</w:t>
      </w:r>
      <w:r>
        <w:tab/>
        <w:t>3.038e0</w:t>
      </w:r>
    </w:p>
    <w:p w:rsidR="007B2329" w:rsidRDefault="007B2329" w:rsidP="007B2329">
      <w:r>
        <w:t>287.3596</w:t>
      </w:r>
      <w:r>
        <w:tab/>
        <w:t>5.364e0</w:t>
      </w:r>
    </w:p>
    <w:p w:rsidR="007B2329" w:rsidRDefault="007B2329" w:rsidP="007B2329">
      <w:r>
        <w:t>287.3643</w:t>
      </w:r>
      <w:r>
        <w:tab/>
        <w:t>4.076e0</w:t>
      </w:r>
    </w:p>
    <w:p w:rsidR="007B2329" w:rsidRDefault="007B2329" w:rsidP="007B2329">
      <w:r>
        <w:t>287.3663</w:t>
      </w:r>
      <w:r>
        <w:tab/>
        <w:t>1.013e0</w:t>
      </w:r>
    </w:p>
    <w:p w:rsidR="007B2329" w:rsidRDefault="007B2329" w:rsidP="007B2329">
      <w:r>
        <w:t>287.3909</w:t>
      </w:r>
      <w:r>
        <w:tab/>
        <w:t>5.063e0</w:t>
      </w:r>
    </w:p>
    <w:p w:rsidR="007B2329" w:rsidRDefault="007B2329" w:rsidP="007B2329">
      <w:r>
        <w:t>287.3935</w:t>
      </w:r>
      <w:r>
        <w:tab/>
        <w:t>4.051e0</w:t>
      </w:r>
    </w:p>
    <w:p w:rsidR="007B2329" w:rsidRDefault="007B2329" w:rsidP="007B2329">
      <w:r>
        <w:t>287.3995</w:t>
      </w:r>
      <w:r>
        <w:tab/>
        <w:t>2.725e0</w:t>
      </w:r>
    </w:p>
    <w:p w:rsidR="007B2329" w:rsidRDefault="007B2329" w:rsidP="007B2329">
      <w:r>
        <w:t>287.4042</w:t>
      </w:r>
      <w:r>
        <w:tab/>
        <w:t>4.051e0</w:t>
      </w:r>
    </w:p>
    <w:p w:rsidR="007B2329" w:rsidRDefault="007B2329" w:rsidP="007B2329">
      <w:r>
        <w:t>287.4060</w:t>
      </w:r>
      <w:r>
        <w:tab/>
        <w:t>3.038e0</w:t>
      </w:r>
    </w:p>
    <w:p w:rsidR="007B2329" w:rsidRDefault="007B2329" w:rsidP="007B2329">
      <w:r>
        <w:t>287.4078</w:t>
      </w:r>
      <w:r>
        <w:tab/>
        <w:t>5.063e0</w:t>
      </w:r>
    </w:p>
    <w:p w:rsidR="007B2329" w:rsidRDefault="007B2329" w:rsidP="007B2329">
      <w:r>
        <w:t>287.4318</w:t>
      </w:r>
      <w:r>
        <w:tab/>
        <w:t>7.089e0</w:t>
      </w:r>
    </w:p>
    <w:p w:rsidR="007B2329" w:rsidRDefault="007B2329" w:rsidP="007B2329">
      <w:r>
        <w:t>287.4330</w:t>
      </w:r>
      <w:r>
        <w:tab/>
        <w:t>1.013e0</w:t>
      </w:r>
    </w:p>
    <w:p w:rsidR="007B2329" w:rsidRDefault="007B2329" w:rsidP="007B2329">
      <w:r>
        <w:lastRenderedPageBreak/>
        <w:t>287.4345</w:t>
      </w:r>
      <w:r>
        <w:tab/>
        <w:t>2.556e0</w:t>
      </w:r>
    </w:p>
    <w:p w:rsidR="007B2329" w:rsidRDefault="007B2329" w:rsidP="007B2329">
      <w:r>
        <w:t>287.4494</w:t>
      </w:r>
      <w:r>
        <w:tab/>
        <w:t>8.248e0</w:t>
      </w:r>
    </w:p>
    <w:p w:rsidR="007B2329" w:rsidRDefault="007B2329" w:rsidP="007B2329">
      <w:r>
        <w:t>287.4563</w:t>
      </w:r>
      <w:r>
        <w:tab/>
        <w:t>1.834e0</w:t>
      </w:r>
    </w:p>
    <w:p w:rsidR="007B2329" w:rsidRDefault="007B2329" w:rsidP="007B2329">
      <w:r>
        <w:t>287.4748</w:t>
      </w:r>
      <w:r>
        <w:tab/>
        <w:t>1.823e1</w:t>
      </w:r>
    </w:p>
    <w:p w:rsidR="007B2329" w:rsidRDefault="007B2329" w:rsidP="007B2329">
      <w:r>
        <w:t>287.4919</w:t>
      </w:r>
      <w:r>
        <w:tab/>
        <w:t>4.199e0</w:t>
      </w:r>
    </w:p>
    <w:p w:rsidR="007B2329" w:rsidRDefault="007B2329" w:rsidP="007B2329">
      <w:r>
        <w:t>287.4958</w:t>
      </w:r>
      <w:r>
        <w:tab/>
        <w:t>6.564e0</w:t>
      </w:r>
    </w:p>
    <w:p w:rsidR="007B2329" w:rsidRDefault="007B2329" w:rsidP="007B2329">
      <w:r>
        <w:t>287.5014</w:t>
      </w:r>
      <w:r>
        <w:tab/>
        <w:t>5.063e0</w:t>
      </w:r>
    </w:p>
    <w:p w:rsidR="007B2329" w:rsidRDefault="007B2329" w:rsidP="007B2329">
      <w:r>
        <w:t>287.5062</w:t>
      </w:r>
      <w:r>
        <w:tab/>
        <w:t>3.038e0</w:t>
      </w:r>
    </w:p>
    <w:p w:rsidR="007B2329" w:rsidRDefault="007B2329" w:rsidP="007B2329">
      <w:r>
        <w:t>287.5179</w:t>
      </w:r>
      <w:r>
        <w:tab/>
        <w:t>1.025e0</w:t>
      </w:r>
    </w:p>
    <w:p w:rsidR="007B2329" w:rsidRDefault="007B2329" w:rsidP="007B2329">
      <w:r>
        <w:t>287.5287</w:t>
      </w:r>
      <w:r>
        <w:tab/>
        <w:t>6.395e0</w:t>
      </w:r>
    </w:p>
    <w:p w:rsidR="007B2329" w:rsidRDefault="007B2329" w:rsidP="007B2329">
      <w:r>
        <w:t>287.5377</w:t>
      </w:r>
      <w:r>
        <w:tab/>
        <w:t>3.038e0</w:t>
      </w:r>
    </w:p>
    <w:p w:rsidR="007B2329" w:rsidRDefault="007B2329" w:rsidP="007B2329">
      <w:r>
        <w:t>287.5469</w:t>
      </w:r>
      <w:r>
        <w:tab/>
        <w:t>1.536e1</w:t>
      </w:r>
    </w:p>
    <w:p w:rsidR="007B2329" w:rsidRDefault="007B2329" w:rsidP="007B2329">
      <w:r>
        <w:t>287.5513</w:t>
      </w:r>
      <w:r>
        <w:tab/>
        <w:t>2.025e0</w:t>
      </w:r>
    </w:p>
    <w:p w:rsidR="007B2329" w:rsidRDefault="007B2329" w:rsidP="007B2329">
      <w:r>
        <w:t>287.5681</w:t>
      </w:r>
      <w:r>
        <w:tab/>
        <w:t>5.063e0</w:t>
      </w:r>
    </w:p>
    <w:p w:rsidR="007B2329" w:rsidRDefault="007B2329" w:rsidP="007B2329">
      <w:r>
        <w:t>287.5736</w:t>
      </w:r>
      <w:r>
        <w:tab/>
        <w:t>2.025e0</w:t>
      </w:r>
    </w:p>
    <w:p w:rsidR="007B2329" w:rsidRDefault="007B2329" w:rsidP="007B2329">
      <w:r>
        <w:t>287.5753</w:t>
      </w:r>
      <w:r>
        <w:tab/>
        <w:t>1.025e0</w:t>
      </w:r>
    </w:p>
    <w:p w:rsidR="007B2329" w:rsidRDefault="007B2329" w:rsidP="007B2329">
      <w:r>
        <w:t>287.6012</w:t>
      </w:r>
      <w:r>
        <w:tab/>
        <w:t>1.390e0</w:t>
      </w:r>
    </w:p>
    <w:p w:rsidR="007B2329" w:rsidRDefault="007B2329" w:rsidP="007B2329">
      <w:r>
        <w:t>287.6065</w:t>
      </w:r>
      <w:r>
        <w:tab/>
        <w:t>1.013e0</w:t>
      </w:r>
    </w:p>
    <w:p w:rsidR="007B2329" w:rsidRDefault="007B2329" w:rsidP="007B2329">
      <w:r>
        <w:t>287.6120</w:t>
      </w:r>
      <w:r>
        <w:tab/>
        <w:t>8.101e0</w:t>
      </w:r>
    </w:p>
    <w:p w:rsidR="007B2329" w:rsidRDefault="007B2329" w:rsidP="007B2329">
      <w:r>
        <w:lastRenderedPageBreak/>
        <w:t>287.6178</w:t>
      </w:r>
      <w:r>
        <w:tab/>
        <w:t>2.079e1</w:t>
      </w:r>
    </w:p>
    <w:p w:rsidR="007B2329" w:rsidRDefault="007B2329" w:rsidP="007B2329">
      <w:r>
        <w:t>287.6225</w:t>
      </w:r>
      <w:r>
        <w:tab/>
        <w:t>3.196e0</w:t>
      </w:r>
    </w:p>
    <w:p w:rsidR="007B2329" w:rsidRDefault="007B2329" w:rsidP="007B2329">
      <w:r>
        <w:t>287.6303</w:t>
      </w:r>
      <w:r>
        <w:tab/>
        <w:t>2.025e0</w:t>
      </w:r>
    </w:p>
    <w:p w:rsidR="007B2329" w:rsidRDefault="007B2329" w:rsidP="007B2329">
      <w:r>
        <w:t>287.6345</w:t>
      </w:r>
      <w:r>
        <w:tab/>
        <w:t>5.898e0</w:t>
      </w:r>
    </w:p>
    <w:p w:rsidR="007B2329" w:rsidRDefault="007B2329" w:rsidP="007B2329">
      <w:r>
        <w:t>287.6482</w:t>
      </w:r>
      <w:r>
        <w:tab/>
        <w:t>4.062e0</w:t>
      </w:r>
    </w:p>
    <w:p w:rsidR="007B2329" w:rsidRDefault="007B2329" w:rsidP="007B2329">
      <w:r>
        <w:t>287.6523</w:t>
      </w:r>
      <w:r>
        <w:tab/>
        <w:t>3.199e0</w:t>
      </w:r>
    </w:p>
    <w:p w:rsidR="007B2329" w:rsidRDefault="007B2329" w:rsidP="007B2329">
      <w:r>
        <w:t>287.6555</w:t>
      </w:r>
      <w:r>
        <w:tab/>
        <w:t>3.368e0</w:t>
      </w:r>
    </w:p>
    <w:p w:rsidR="007B2329" w:rsidRDefault="007B2329" w:rsidP="007B2329">
      <w:r>
        <w:t>287.6570</w:t>
      </w:r>
      <w:r>
        <w:tab/>
        <w:t>2.025e0</w:t>
      </w:r>
    </w:p>
    <w:p w:rsidR="007B2329" w:rsidRDefault="007B2329" w:rsidP="007B2329">
      <w:r>
        <w:t>287.6590</w:t>
      </w:r>
      <w:r>
        <w:tab/>
        <w:t>2.025e0</w:t>
      </w:r>
    </w:p>
    <w:p w:rsidR="007B2329" w:rsidRDefault="007B2329" w:rsidP="007B2329">
      <w:r>
        <w:t>287.6863</w:t>
      </w:r>
      <w:r>
        <w:tab/>
        <w:t>8.953e0</w:t>
      </w:r>
    </w:p>
    <w:p w:rsidR="007B2329" w:rsidRDefault="007B2329" w:rsidP="007B2329">
      <w:r>
        <w:t>287.6975</w:t>
      </w:r>
      <w:r>
        <w:tab/>
        <w:t>3.038e0</w:t>
      </w:r>
    </w:p>
    <w:p w:rsidR="007B2329" w:rsidRDefault="007B2329" w:rsidP="007B2329">
      <w:r>
        <w:t>287.7028</w:t>
      </w:r>
      <w:r>
        <w:tab/>
        <w:t>1.025e0</w:t>
      </w:r>
    </w:p>
    <w:p w:rsidR="007B2329" w:rsidRDefault="007B2329" w:rsidP="007B2329">
      <w:r>
        <w:t>287.7145</w:t>
      </w:r>
      <w:r>
        <w:tab/>
        <w:t>3.038e0</w:t>
      </w:r>
    </w:p>
    <w:p w:rsidR="007B2329" w:rsidRDefault="007B2329" w:rsidP="007B2329">
      <w:r>
        <w:t>287.7157</w:t>
      </w:r>
      <w:r>
        <w:tab/>
        <w:t>8.101e0</w:t>
      </w:r>
    </w:p>
    <w:p w:rsidR="007B2329" w:rsidRDefault="007B2329" w:rsidP="007B2329">
      <w:r>
        <w:t>287.7252</w:t>
      </w:r>
      <w:r>
        <w:tab/>
        <w:t>3.038e0</w:t>
      </w:r>
    </w:p>
    <w:p w:rsidR="007B2329" w:rsidRDefault="007B2329" w:rsidP="007B2329">
      <w:r>
        <w:t>287.7365</w:t>
      </w:r>
      <w:r>
        <w:tab/>
        <w:t>2.025e0</w:t>
      </w:r>
    </w:p>
    <w:p w:rsidR="007B2329" w:rsidRDefault="007B2329" w:rsidP="007B2329">
      <w:r>
        <w:t>287.7387</w:t>
      </w:r>
      <w:r>
        <w:tab/>
        <w:t>1.435e1</w:t>
      </w:r>
    </w:p>
    <w:p w:rsidR="007B2329" w:rsidRDefault="007B2329" w:rsidP="007B2329">
      <w:r>
        <w:t>287.7459</w:t>
      </w:r>
      <w:r>
        <w:tab/>
        <w:t>4.051e0</w:t>
      </w:r>
    </w:p>
    <w:p w:rsidR="007B2329" w:rsidRDefault="007B2329" w:rsidP="007B2329">
      <w:r>
        <w:t>287.7541</w:t>
      </w:r>
      <w:r>
        <w:tab/>
        <w:t>3.038e0</w:t>
      </w:r>
    </w:p>
    <w:p w:rsidR="007B2329" w:rsidRDefault="007B2329" w:rsidP="007B2329">
      <w:r>
        <w:lastRenderedPageBreak/>
        <w:t>287.7590</w:t>
      </w:r>
      <w:r>
        <w:tab/>
        <w:t>2.025e0</w:t>
      </w:r>
    </w:p>
    <w:p w:rsidR="007B2329" w:rsidRDefault="007B2329" w:rsidP="007B2329">
      <w:r>
        <w:t>287.7802</w:t>
      </w:r>
      <w:r>
        <w:tab/>
        <w:t>1.013e0</w:t>
      </w:r>
    </w:p>
    <w:p w:rsidR="007B2329" w:rsidRDefault="007B2329" w:rsidP="007B2329">
      <w:r>
        <w:t>287.7853</w:t>
      </w:r>
      <w:r>
        <w:tab/>
        <w:t>2.025e0</w:t>
      </w:r>
    </w:p>
    <w:p w:rsidR="007B2329" w:rsidRDefault="007B2329" w:rsidP="007B2329">
      <w:r>
        <w:t>287.7883</w:t>
      </w:r>
      <w:r>
        <w:tab/>
        <w:t>6.076e0</w:t>
      </w:r>
    </w:p>
    <w:p w:rsidR="007B2329" w:rsidRDefault="007B2329" w:rsidP="007B2329">
      <w:r>
        <w:t>287.7900</w:t>
      </w:r>
      <w:r>
        <w:tab/>
        <w:t>3.723e0</w:t>
      </w:r>
    </w:p>
    <w:p w:rsidR="007B2329" w:rsidRDefault="007B2329" w:rsidP="007B2329">
      <w:r>
        <w:t>287.7916</w:t>
      </w:r>
      <w:r>
        <w:tab/>
        <w:t>2.025e0</w:t>
      </w:r>
    </w:p>
    <w:p w:rsidR="007B2329" w:rsidRDefault="007B2329" w:rsidP="007B2329">
      <w:r>
        <w:t>287.7970</w:t>
      </w:r>
      <w:r>
        <w:tab/>
        <w:t>9.114e0</w:t>
      </w:r>
    </w:p>
    <w:p w:rsidR="007B2329" w:rsidRDefault="007B2329" w:rsidP="007B2329">
      <w:r>
        <w:t>287.8078</w:t>
      </w:r>
      <w:r>
        <w:tab/>
        <w:t>1.013e0</w:t>
      </w:r>
    </w:p>
    <w:p w:rsidR="007B2329" w:rsidRDefault="007B2329" w:rsidP="007B2329">
      <w:r>
        <w:t>287.8273</w:t>
      </w:r>
      <w:r>
        <w:tab/>
        <w:t>1.013e0</w:t>
      </w:r>
    </w:p>
    <w:p w:rsidR="007B2329" w:rsidRDefault="007B2329" w:rsidP="007B2329">
      <w:r>
        <w:t>287.8301</w:t>
      </w:r>
      <w:r>
        <w:tab/>
        <w:t>3.038e0</w:t>
      </w:r>
    </w:p>
    <w:p w:rsidR="007B2329" w:rsidRDefault="007B2329" w:rsidP="007B2329">
      <w:r>
        <w:t>287.8341</w:t>
      </w:r>
      <w:r>
        <w:tab/>
        <w:t>3.038e0</w:t>
      </w:r>
    </w:p>
    <w:p w:rsidR="007B2329" w:rsidRDefault="007B2329" w:rsidP="007B2329">
      <w:r>
        <w:t>287.8429</w:t>
      </w:r>
      <w:r>
        <w:tab/>
        <w:t>7.089e0</w:t>
      </w:r>
    </w:p>
    <w:p w:rsidR="007B2329" w:rsidRDefault="007B2329" w:rsidP="007B2329">
      <w:r>
        <w:t>287.8545</w:t>
      </w:r>
      <w:r>
        <w:tab/>
        <w:t>2.038e0</w:t>
      </w:r>
    </w:p>
    <w:p w:rsidR="007B2329" w:rsidRDefault="007B2329" w:rsidP="007B2329">
      <w:r>
        <w:t>287.8648</w:t>
      </w:r>
      <w:r>
        <w:tab/>
        <w:t>1.025e0</w:t>
      </w:r>
    </w:p>
    <w:p w:rsidR="007B2329" w:rsidRDefault="007B2329" w:rsidP="007B2329">
      <w:r>
        <w:t>287.8677</w:t>
      </w:r>
      <w:r>
        <w:tab/>
        <w:t>2.902e0</w:t>
      </w:r>
    </w:p>
    <w:p w:rsidR="007B2329" w:rsidRDefault="007B2329" w:rsidP="007B2329">
      <w:r>
        <w:t>287.8687</w:t>
      </w:r>
      <w:r>
        <w:tab/>
        <w:t>2.025e0</w:t>
      </w:r>
    </w:p>
    <w:p w:rsidR="007B2329" w:rsidRDefault="007B2329" w:rsidP="007B2329">
      <w:r>
        <w:t>287.8874</w:t>
      </w:r>
      <w:r>
        <w:tab/>
        <w:t>4.063e0</w:t>
      </w:r>
    </w:p>
    <w:p w:rsidR="007B2329" w:rsidRDefault="007B2329" w:rsidP="007B2329">
      <w:r>
        <w:t>287.8927</w:t>
      </w:r>
      <w:r>
        <w:tab/>
        <w:t>2.025e0</w:t>
      </w:r>
    </w:p>
    <w:p w:rsidR="007B2329" w:rsidRDefault="007B2329" w:rsidP="007B2329">
      <w:r>
        <w:t>287.8946</w:t>
      </w:r>
      <w:r>
        <w:tab/>
        <w:t>5.042e0</w:t>
      </w:r>
    </w:p>
    <w:p w:rsidR="007B2329" w:rsidRDefault="007B2329" w:rsidP="007B2329">
      <w:r>
        <w:lastRenderedPageBreak/>
        <w:t>287.8959</w:t>
      </w:r>
      <w:r>
        <w:tab/>
        <w:t>2.895e0</w:t>
      </w:r>
    </w:p>
    <w:p w:rsidR="007B2329" w:rsidRDefault="007B2329" w:rsidP="007B2329">
      <w:r>
        <w:t>287.8984</w:t>
      </w:r>
      <w:r>
        <w:tab/>
        <w:t>1.013e0</w:t>
      </w:r>
    </w:p>
    <w:p w:rsidR="007B2329" w:rsidRDefault="007B2329" w:rsidP="007B2329">
      <w:r>
        <w:t>287.9098</w:t>
      </w:r>
      <w:r>
        <w:tab/>
        <w:t>4.051e0</w:t>
      </w:r>
    </w:p>
    <w:p w:rsidR="007B2329" w:rsidRDefault="007B2329" w:rsidP="007B2329">
      <w:r>
        <w:t>287.9120</w:t>
      </w:r>
      <w:r>
        <w:tab/>
        <w:t>5.063e0</w:t>
      </w:r>
    </w:p>
    <w:p w:rsidR="007B2329" w:rsidRDefault="007B2329" w:rsidP="007B2329">
      <w:r>
        <w:t>287.9169</w:t>
      </w:r>
      <w:r>
        <w:tab/>
        <w:t>1.013e0</w:t>
      </w:r>
    </w:p>
    <w:p w:rsidR="007B2329" w:rsidRDefault="007B2329" w:rsidP="007B2329">
      <w:r>
        <w:t>287.9277</w:t>
      </w:r>
      <w:r>
        <w:tab/>
        <w:t>3.213e0</w:t>
      </w:r>
    </w:p>
    <w:p w:rsidR="007B2329" w:rsidRDefault="007B2329" w:rsidP="007B2329">
      <w:r>
        <w:t>287.9294</w:t>
      </w:r>
      <w:r>
        <w:tab/>
        <w:t>5.063e0</w:t>
      </w:r>
    </w:p>
    <w:p w:rsidR="007B2329" w:rsidRDefault="007B2329" w:rsidP="007B2329">
      <w:r>
        <w:t>287.9318</w:t>
      </w:r>
      <w:r>
        <w:tab/>
        <w:t>2.025e0</w:t>
      </w:r>
    </w:p>
    <w:p w:rsidR="007B2329" w:rsidRDefault="007B2329" w:rsidP="007B2329">
      <w:r>
        <w:t>287.9331</w:t>
      </w:r>
      <w:r>
        <w:tab/>
        <w:t>4.051e0</w:t>
      </w:r>
    </w:p>
    <w:p w:rsidR="007B2329" w:rsidRDefault="007B2329" w:rsidP="007B2329">
      <w:r>
        <w:t>287.9432</w:t>
      </w:r>
      <w:r>
        <w:tab/>
        <w:t>6.076e0</w:t>
      </w:r>
    </w:p>
    <w:p w:rsidR="007B2329" w:rsidRDefault="007B2329" w:rsidP="007B2329">
      <w:r>
        <w:t>287.9485</w:t>
      </w:r>
      <w:r>
        <w:tab/>
        <w:t>1.013e0</w:t>
      </w:r>
    </w:p>
    <w:p w:rsidR="007B2329" w:rsidRDefault="007B2329" w:rsidP="007B2329">
      <w:r>
        <w:t>287.9557</w:t>
      </w:r>
      <w:r>
        <w:tab/>
        <w:t>4.051e0</w:t>
      </w:r>
    </w:p>
    <w:p w:rsidR="007B2329" w:rsidRDefault="007B2329" w:rsidP="007B2329">
      <w:r>
        <w:t>287.9614</w:t>
      </w:r>
      <w:r>
        <w:tab/>
        <w:t>1.013e0</w:t>
      </w:r>
    </w:p>
    <w:p w:rsidR="007B2329" w:rsidRDefault="007B2329" w:rsidP="007B2329">
      <w:r>
        <w:t>287.9656</w:t>
      </w:r>
      <w:r>
        <w:tab/>
        <w:t>1.013e0</w:t>
      </w:r>
    </w:p>
    <w:p w:rsidR="007B2329" w:rsidRDefault="007B2329" w:rsidP="007B2329">
      <w:r>
        <w:t>287.9761</w:t>
      </w:r>
      <w:r>
        <w:tab/>
        <w:t>3.038e0</w:t>
      </w:r>
    </w:p>
    <w:p w:rsidR="007B2329" w:rsidRDefault="007B2329" w:rsidP="007B2329">
      <w:r>
        <w:t>287.9804</w:t>
      </w:r>
      <w:r>
        <w:tab/>
        <w:t>4.063e0</w:t>
      </w:r>
    </w:p>
    <w:p w:rsidR="007B2329" w:rsidRDefault="007B2329" w:rsidP="007B2329">
      <w:r>
        <w:t>287.9871</w:t>
      </w:r>
      <w:r>
        <w:tab/>
        <w:t>7.390e0</w:t>
      </w:r>
    </w:p>
    <w:p w:rsidR="007B2329" w:rsidRDefault="007B2329" w:rsidP="007B2329">
      <w:r>
        <w:t>287.9882</w:t>
      </w:r>
      <w:r>
        <w:tab/>
        <w:t>7.134e0</w:t>
      </w:r>
    </w:p>
    <w:p w:rsidR="007B2329" w:rsidRDefault="007B2329" w:rsidP="007B2329">
      <w:r>
        <w:t>288.0166</w:t>
      </w:r>
      <w:r>
        <w:tab/>
        <w:t>1.013e0</w:t>
      </w:r>
    </w:p>
    <w:p w:rsidR="007B2329" w:rsidRDefault="007B2329" w:rsidP="007B2329">
      <w:r>
        <w:lastRenderedPageBreak/>
        <w:t>288.0262</w:t>
      </w:r>
      <w:r>
        <w:tab/>
        <w:t>4.063e0</w:t>
      </w:r>
    </w:p>
    <w:p w:rsidR="007B2329" w:rsidRDefault="007B2329" w:rsidP="007B2329">
      <w:r>
        <w:t>288.0283</w:t>
      </w:r>
      <w:r>
        <w:tab/>
        <w:t>3.038e0</w:t>
      </w:r>
    </w:p>
    <w:p w:rsidR="007B2329" w:rsidRDefault="007B2329" w:rsidP="007B2329">
      <w:r>
        <w:t>288.0328</w:t>
      </w:r>
      <w:r>
        <w:tab/>
        <w:t>2.025e0</w:t>
      </w:r>
    </w:p>
    <w:p w:rsidR="007B2329" w:rsidRDefault="007B2329" w:rsidP="007B2329">
      <w:r>
        <w:t>288.0401</w:t>
      </w:r>
      <w:r>
        <w:tab/>
        <w:t>4.051e0</w:t>
      </w:r>
    </w:p>
    <w:p w:rsidR="007B2329" w:rsidRDefault="007B2329" w:rsidP="007B2329">
      <w:r>
        <w:t>288.0475</w:t>
      </w:r>
      <w:r>
        <w:tab/>
        <w:t>4.051e0</w:t>
      </w:r>
    </w:p>
    <w:p w:rsidR="007B2329" w:rsidRDefault="007B2329" w:rsidP="007B2329">
      <w:r>
        <w:t>288.0520</w:t>
      </w:r>
      <w:r>
        <w:tab/>
        <w:t>1.013e0</w:t>
      </w:r>
    </w:p>
    <w:p w:rsidR="007B2329" w:rsidRDefault="007B2329" w:rsidP="007B2329">
      <w:r>
        <w:t>288.0605</w:t>
      </w:r>
      <w:r>
        <w:tab/>
        <w:t>2.025e0</w:t>
      </w:r>
    </w:p>
    <w:p w:rsidR="007B2329" w:rsidRDefault="007B2329" w:rsidP="007B2329">
      <w:r>
        <w:t>288.0623</w:t>
      </w:r>
      <w:r>
        <w:tab/>
        <w:t>3.038e0</w:t>
      </w:r>
    </w:p>
    <w:p w:rsidR="007B2329" w:rsidRDefault="007B2329" w:rsidP="007B2329">
      <w:r>
        <w:t>288.0646</w:t>
      </w:r>
      <w:r>
        <w:tab/>
        <w:t>3.659e0</w:t>
      </w:r>
    </w:p>
    <w:p w:rsidR="007B2329" w:rsidRDefault="007B2329" w:rsidP="007B2329">
      <w:r>
        <w:t>288.0665</w:t>
      </w:r>
      <w:r>
        <w:tab/>
        <w:t>3.659e0</w:t>
      </w:r>
    </w:p>
    <w:p w:rsidR="007B2329" w:rsidRDefault="007B2329" w:rsidP="007B2329">
      <w:r>
        <w:t>288.0759</w:t>
      </w:r>
      <w:r>
        <w:tab/>
        <w:t>3.038e0</w:t>
      </w:r>
    </w:p>
    <w:p w:rsidR="007B2329" w:rsidRDefault="007B2329" w:rsidP="007B2329">
      <w:r>
        <w:t>288.1450</w:t>
      </w:r>
      <w:r>
        <w:tab/>
        <w:t>4.051e0</w:t>
      </w:r>
    </w:p>
    <w:p w:rsidR="007B2329" w:rsidRDefault="007B2329" w:rsidP="007B2329">
      <w:r>
        <w:t>288.1485</w:t>
      </w:r>
      <w:r>
        <w:tab/>
        <w:t>8.360e1</w:t>
      </w:r>
    </w:p>
    <w:p w:rsidR="007B2329" w:rsidRDefault="007B2329" w:rsidP="007B2329">
      <w:r>
        <w:t>288.1526</w:t>
      </w:r>
      <w:r>
        <w:tab/>
        <w:t>5.459e1</w:t>
      </w:r>
    </w:p>
    <w:p w:rsidR="007B2329" w:rsidRDefault="007B2329" w:rsidP="007B2329">
      <w:r>
        <w:t>288.1537</w:t>
      </w:r>
      <w:r>
        <w:tab/>
        <w:t>2.950e2</w:t>
      </w:r>
    </w:p>
    <w:p w:rsidR="007B2329" w:rsidRDefault="007B2329" w:rsidP="007B2329">
      <w:r>
        <w:t>288.1564</w:t>
      </w:r>
      <w:r>
        <w:tab/>
        <w:t>3.038e0</w:t>
      </w:r>
    </w:p>
    <w:p w:rsidR="007B2329" w:rsidRDefault="007B2329" w:rsidP="007B2329">
      <w:r>
        <w:t>288.1991</w:t>
      </w:r>
      <w:r>
        <w:tab/>
        <w:t>9.234e0</w:t>
      </w:r>
    </w:p>
    <w:p w:rsidR="007B2329" w:rsidRDefault="007B2329" w:rsidP="007B2329">
      <w:r>
        <w:t>288.2014</w:t>
      </w:r>
      <w:r>
        <w:tab/>
        <w:t>1.013e0</w:t>
      </w:r>
    </w:p>
    <w:p w:rsidR="007B2329" w:rsidRDefault="007B2329" w:rsidP="007B2329">
      <w:r>
        <w:t>288.2213</w:t>
      </w:r>
      <w:r>
        <w:tab/>
        <w:t>3.192e0</w:t>
      </w:r>
    </w:p>
    <w:p w:rsidR="007B2329" w:rsidRDefault="007B2329" w:rsidP="007B2329">
      <w:r>
        <w:lastRenderedPageBreak/>
        <w:t>288.2278</w:t>
      </w:r>
      <w:r>
        <w:tab/>
        <w:t>2.532e-2</w:t>
      </w:r>
    </w:p>
    <w:p w:rsidR="007B2329" w:rsidRDefault="007B2329" w:rsidP="007B2329">
      <w:r>
        <w:t>288.2308</w:t>
      </w:r>
      <w:r>
        <w:tab/>
        <w:t>3.451e0</w:t>
      </w:r>
    </w:p>
    <w:p w:rsidR="007B2329" w:rsidRDefault="007B2329" w:rsidP="007B2329">
      <w:r>
        <w:t>288.2331</w:t>
      </w:r>
      <w:r>
        <w:tab/>
        <w:t>2.025e0</w:t>
      </w:r>
    </w:p>
    <w:p w:rsidR="007B2329" w:rsidRDefault="007B2329" w:rsidP="007B2329">
      <w:r>
        <w:t>288.2348</w:t>
      </w:r>
      <w:r>
        <w:tab/>
        <w:t>2.038e0</w:t>
      </w:r>
    </w:p>
    <w:p w:rsidR="007B2329" w:rsidRDefault="007B2329" w:rsidP="007B2329">
      <w:r>
        <w:t>288.2455</w:t>
      </w:r>
      <w:r>
        <w:tab/>
        <w:t>2.025e0</w:t>
      </w:r>
    </w:p>
    <w:p w:rsidR="007B2329" w:rsidRDefault="007B2329" w:rsidP="007B2329">
      <w:r>
        <w:t>288.2671</w:t>
      </w:r>
      <w:r>
        <w:tab/>
        <w:t>1.114e1</w:t>
      </w:r>
    </w:p>
    <w:p w:rsidR="007B2329" w:rsidRDefault="007B2329" w:rsidP="007B2329">
      <w:r>
        <w:t>288.2728</w:t>
      </w:r>
      <w:r>
        <w:tab/>
        <w:t>7.089e0</w:t>
      </w:r>
    </w:p>
    <w:p w:rsidR="007B2329" w:rsidRDefault="007B2329" w:rsidP="007B2329">
      <w:r>
        <w:t>288.2810</w:t>
      </w:r>
      <w:r>
        <w:tab/>
        <w:t>1.013e0</w:t>
      </w:r>
    </w:p>
    <w:p w:rsidR="007B2329" w:rsidRDefault="007B2329" w:rsidP="007B2329">
      <w:r>
        <w:t>288.2964</w:t>
      </w:r>
      <w:r>
        <w:tab/>
        <w:t>1.013e0</w:t>
      </w:r>
    </w:p>
    <w:p w:rsidR="007B2329" w:rsidRDefault="007B2329" w:rsidP="007B2329">
      <w:r>
        <w:t>288.3001</w:t>
      </w:r>
      <w:r>
        <w:tab/>
        <w:t>3.835e0</w:t>
      </w:r>
    </w:p>
    <w:p w:rsidR="007B2329" w:rsidRDefault="007B2329" w:rsidP="007B2329">
      <w:r>
        <w:t>288.3040</w:t>
      </w:r>
      <w:r>
        <w:tab/>
        <w:t>8.101e0</w:t>
      </w:r>
    </w:p>
    <w:p w:rsidR="007B2329" w:rsidRDefault="007B2329" w:rsidP="007B2329">
      <w:r>
        <w:t>288.3068</w:t>
      </w:r>
      <w:r>
        <w:tab/>
        <w:t>5.915e0</w:t>
      </w:r>
    </w:p>
    <w:p w:rsidR="007B2329" w:rsidRDefault="007B2329" w:rsidP="007B2329">
      <w:r>
        <w:t>288.3116</w:t>
      </w:r>
      <w:r>
        <w:tab/>
        <w:t>3.038e0</w:t>
      </w:r>
    </w:p>
    <w:p w:rsidR="007B2329" w:rsidRDefault="007B2329" w:rsidP="007B2329">
      <w:r>
        <w:t>288.3226</w:t>
      </w:r>
      <w:r>
        <w:tab/>
        <w:t>1.013e0</w:t>
      </w:r>
    </w:p>
    <w:p w:rsidR="007B2329" w:rsidRDefault="007B2329" w:rsidP="007B2329">
      <w:r>
        <w:t>288.3318</w:t>
      </w:r>
      <w:r>
        <w:tab/>
        <w:t>4.096e0</w:t>
      </w:r>
    </w:p>
    <w:p w:rsidR="007B2329" w:rsidRDefault="007B2329" w:rsidP="007B2329">
      <w:r>
        <w:t>288.3461</w:t>
      </w:r>
      <w:r>
        <w:tab/>
        <w:t>2.038e0</w:t>
      </w:r>
    </w:p>
    <w:p w:rsidR="007B2329" w:rsidRDefault="007B2329" w:rsidP="007B2329">
      <w:r>
        <w:t>288.3697</w:t>
      </w:r>
      <w:r>
        <w:tab/>
        <w:t>2.025e0</w:t>
      </w:r>
    </w:p>
    <w:p w:rsidR="007B2329" w:rsidRDefault="007B2329" w:rsidP="007B2329">
      <w:r>
        <w:t>288.3711</w:t>
      </w:r>
      <w:r>
        <w:tab/>
        <w:t>4.231e0</w:t>
      </w:r>
    </w:p>
    <w:p w:rsidR="007B2329" w:rsidRDefault="007B2329" w:rsidP="007B2329">
      <w:r>
        <w:t>288.3723</w:t>
      </w:r>
      <w:r>
        <w:tab/>
        <w:t>7.089e0</w:t>
      </w:r>
    </w:p>
    <w:p w:rsidR="007B2329" w:rsidRDefault="007B2329" w:rsidP="007B2329">
      <w:r>
        <w:lastRenderedPageBreak/>
        <w:t>288.3855</w:t>
      </w:r>
      <w:r>
        <w:tab/>
        <w:t>2.025e0</w:t>
      </w:r>
    </w:p>
    <w:p w:rsidR="007B2329" w:rsidRDefault="007B2329" w:rsidP="007B2329">
      <w:r>
        <w:t>288.3952</w:t>
      </w:r>
      <w:r>
        <w:tab/>
        <w:t>2.025e0</w:t>
      </w:r>
    </w:p>
    <w:p w:rsidR="007B2329" w:rsidRDefault="007B2329" w:rsidP="007B2329">
      <w:r>
        <w:t>288.3993</w:t>
      </w:r>
      <w:r>
        <w:tab/>
        <w:t>2.025e0</w:t>
      </w:r>
    </w:p>
    <w:p w:rsidR="007B2329" w:rsidRDefault="007B2329" w:rsidP="007B2329">
      <w:r>
        <w:t>288.4033</w:t>
      </w:r>
      <w:r>
        <w:tab/>
        <w:t>1.013e0</w:t>
      </w:r>
    </w:p>
    <w:p w:rsidR="007B2329" w:rsidRDefault="007B2329" w:rsidP="007B2329">
      <w:r>
        <w:t>288.4091</w:t>
      </w:r>
      <w:r>
        <w:tab/>
        <w:t>4.051e0</w:t>
      </w:r>
    </w:p>
    <w:p w:rsidR="007B2329" w:rsidRDefault="007B2329" w:rsidP="007B2329">
      <w:r>
        <w:t>288.4122</w:t>
      </w:r>
      <w:r>
        <w:tab/>
        <w:t>1.013e0</w:t>
      </w:r>
    </w:p>
    <w:p w:rsidR="007B2329" w:rsidRDefault="007B2329" w:rsidP="007B2329">
      <w:r>
        <w:t>288.4308</w:t>
      </w:r>
      <w:r>
        <w:tab/>
        <w:t>3.038e0</w:t>
      </w:r>
    </w:p>
    <w:p w:rsidR="007B2329" w:rsidRDefault="007B2329" w:rsidP="007B2329">
      <w:r>
        <w:t>288.4373</w:t>
      </w:r>
      <w:r>
        <w:tab/>
        <w:t>5.063e0</w:t>
      </w:r>
    </w:p>
    <w:p w:rsidR="007B2329" w:rsidRDefault="007B2329" w:rsidP="007B2329">
      <w:r>
        <w:t>288.4388</w:t>
      </w:r>
      <w:r>
        <w:tab/>
        <w:t>1.013e0</w:t>
      </w:r>
    </w:p>
    <w:p w:rsidR="007B2329" w:rsidRDefault="007B2329" w:rsidP="007B2329">
      <w:r>
        <w:t>288.4455</w:t>
      </w:r>
      <w:r>
        <w:tab/>
        <w:t>4.063e0</w:t>
      </w:r>
    </w:p>
    <w:p w:rsidR="007B2329" w:rsidRDefault="007B2329" w:rsidP="007B2329">
      <w:r>
        <w:t>288.4488</w:t>
      </w:r>
      <w:r>
        <w:tab/>
        <w:t>4.568e0</w:t>
      </w:r>
    </w:p>
    <w:p w:rsidR="007B2329" w:rsidRDefault="007B2329" w:rsidP="007B2329">
      <w:r>
        <w:t>288.4518</w:t>
      </w:r>
      <w:r>
        <w:tab/>
        <w:t>2.025e0</w:t>
      </w:r>
    </w:p>
    <w:p w:rsidR="007B2329" w:rsidRDefault="007B2329" w:rsidP="007B2329">
      <w:r>
        <w:t>288.4544</w:t>
      </w:r>
      <w:r>
        <w:tab/>
        <w:t>1.013e0</w:t>
      </w:r>
    </w:p>
    <w:p w:rsidR="007B2329" w:rsidRDefault="007B2329" w:rsidP="007B2329">
      <w:r>
        <w:t>288.4704</w:t>
      </w:r>
      <w:r>
        <w:tab/>
        <w:t>1.013e0</w:t>
      </w:r>
    </w:p>
    <w:p w:rsidR="007B2329" w:rsidRDefault="007B2329" w:rsidP="007B2329">
      <w:r>
        <w:t>288.4756</w:t>
      </w:r>
      <w:r>
        <w:tab/>
        <w:t>2.025e0</w:t>
      </w:r>
    </w:p>
    <w:p w:rsidR="007B2329" w:rsidRDefault="007B2329" w:rsidP="007B2329">
      <w:r>
        <w:t>288.4782</w:t>
      </w:r>
      <w:r>
        <w:tab/>
        <w:t>1.025e0</w:t>
      </w:r>
    </w:p>
    <w:p w:rsidR="007B2329" w:rsidRDefault="007B2329" w:rsidP="007B2329">
      <w:r>
        <w:t>288.4913</w:t>
      </w:r>
      <w:r>
        <w:tab/>
        <w:t>5.063e0</w:t>
      </w:r>
    </w:p>
    <w:p w:rsidR="007B2329" w:rsidRDefault="007B2329" w:rsidP="007B2329">
      <w:r>
        <w:t>288.4940</w:t>
      </w:r>
      <w:r>
        <w:tab/>
        <w:t>2.041e0</w:t>
      </w:r>
    </w:p>
    <w:p w:rsidR="007B2329" w:rsidRDefault="007B2329" w:rsidP="007B2329">
      <w:r>
        <w:t>288.5009</w:t>
      </w:r>
      <w:r>
        <w:tab/>
        <w:t>4.051e0</w:t>
      </w:r>
    </w:p>
    <w:p w:rsidR="007B2329" w:rsidRDefault="007B2329" w:rsidP="007B2329">
      <w:r>
        <w:lastRenderedPageBreak/>
        <w:t>288.5117</w:t>
      </w:r>
      <w:r>
        <w:tab/>
        <w:t>3.737e0</w:t>
      </w:r>
    </w:p>
    <w:p w:rsidR="007B2329" w:rsidRDefault="007B2329" w:rsidP="007B2329">
      <w:r>
        <w:t>288.5237</w:t>
      </w:r>
      <w:r>
        <w:tab/>
        <w:t>8.385e-1</w:t>
      </w:r>
    </w:p>
    <w:p w:rsidR="007B2329" w:rsidRDefault="007B2329" w:rsidP="007B2329">
      <w:r>
        <w:t>288.5277</w:t>
      </w:r>
      <w:r>
        <w:tab/>
        <w:t>2.025e0</w:t>
      </w:r>
    </w:p>
    <w:p w:rsidR="007B2329" w:rsidRDefault="007B2329" w:rsidP="007B2329">
      <w:r>
        <w:t>288.5296</w:t>
      </w:r>
      <w:r>
        <w:tab/>
        <w:t>2.025e0</w:t>
      </w:r>
    </w:p>
    <w:p w:rsidR="007B2329" w:rsidRDefault="007B2329" w:rsidP="007B2329">
      <w:r>
        <w:t>288.5336</w:t>
      </w:r>
      <w:r>
        <w:tab/>
        <w:t>1.013e0</w:t>
      </w:r>
    </w:p>
    <w:p w:rsidR="007B2329" w:rsidRDefault="007B2329" w:rsidP="007B2329">
      <w:r>
        <w:t>288.5455</w:t>
      </w:r>
      <w:r>
        <w:tab/>
        <w:t>3.038e0</w:t>
      </w:r>
    </w:p>
    <w:p w:rsidR="007B2329" w:rsidRDefault="007B2329" w:rsidP="007B2329">
      <w:r>
        <w:t>288.5471</w:t>
      </w:r>
      <w:r>
        <w:tab/>
        <w:t>4.051e0</w:t>
      </w:r>
    </w:p>
    <w:p w:rsidR="007B2329" w:rsidRDefault="007B2329" w:rsidP="007B2329">
      <w:r>
        <w:t>288.5516</w:t>
      </w:r>
      <w:r>
        <w:tab/>
        <w:t>2.025e0</w:t>
      </w:r>
    </w:p>
    <w:p w:rsidR="007B2329" w:rsidRDefault="007B2329" w:rsidP="007B2329">
      <w:r>
        <w:t>288.5551</w:t>
      </w:r>
      <w:r>
        <w:tab/>
        <w:t>2.025e0</w:t>
      </w:r>
    </w:p>
    <w:p w:rsidR="007B2329" w:rsidRDefault="007B2329" w:rsidP="007B2329">
      <w:r>
        <w:t>288.5652</w:t>
      </w:r>
      <w:r>
        <w:tab/>
        <w:t>1.013e0</w:t>
      </w:r>
    </w:p>
    <w:p w:rsidR="007B2329" w:rsidRDefault="007B2329" w:rsidP="007B2329">
      <w:r>
        <w:t>288.5705</w:t>
      </w:r>
      <w:r>
        <w:tab/>
        <w:t>1.013e0</w:t>
      </w:r>
    </w:p>
    <w:p w:rsidR="007B2329" w:rsidRDefault="007B2329" w:rsidP="007B2329">
      <w:r>
        <w:t>288.5767</w:t>
      </w:r>
      <w:r>
        <w:tab/>
        <w:t>3.038e0</w:t>
      </w:r>
    </w:p>
    <w:p w:rsidR="007B2329" w:rsidRDefault="007B2329" w:rsidP="007B2329">
      <w:r>
        <w:t>288.5847</w:t>
      </w:r>
      <w:r>
        <w:tab/>
        <w:t>1.013e0</w:t>
      </w:r>
    </w:p>
    <w:p w:rsidR="007B2329" w:rsidRDefault="007B2329" w:rsidP="007B2329">
      <w:r>
        <w:t>288.5901</w:t>
      </w:r>
      <w:r>
        <w:tab/>
        <w:t>3.038e0</w:t>
      </w:r>
    </w:p>
    <w:p w:rsidR="007B2329" w:rsidRDefault="007B2329" w:rsidP="007B2329">
      <w:r>
        <w:t>288.5978</w:t>
      </w:r>
      <w:r>
        <w:tab/>
        <w:t>2.038e0</w:t>
      </w:r>
    </w:p>
    <w:p w:rsidR="007B2329" w:rsidRDefault="007B2329" w:rsidP="007B2329">
      <w:r>
        <w:t>288.6022</w:t>
      </w:r>
      <w:r>
        <w:tab/>
        <w:t>1.013e0</w:t>
      </w:r>
    </w:p>
    <w:p w:rsidR="007B2329" w:rsidRDefault="007B2329" w:rsidP="007B2329">
      <w:r>
        <w:t>288.6055</w:t>
      </w:r>
      <w:r>
        <w:tab/>
        <w:t>3.038e0</w:t>
      </w:r>
    </w:p>
    <w:p w:rsidR="007B2329" w:rsidRDefault="007B2329" w:rsidP="007B2329">
      <w:r>
        <w:t>288.6123</w:t>
      </w:r>
      <w:r>
        <w:tab/>
        <w:t>1.013e0</w:t>
      </w:r>
    </w:p>
    <w:p w:rsidR="007B2329" w:rsidRDefault="007B2329" w:rsidP="007B2329">
      <w:r>
        <w:t>288.6182</w:t>
      </w:r>
      <w:r>
        <w:tab/>
        <w:t>2.025e0</w:t>
      </w:r>
    </w:p>
    <w:p w:rsidR="007B2329" w:rsidRDefault="007B2329" w:rsidP="007B2329">
      <w:r>
        <w:lastRenderedPageBreak/>
        <w:t>288.6339</w:t>
      </w:r>
      <w:r>
        <w:tab/>
        <w:t>1.013e0</w:t>
      </w:r>
    </w:p>
    <w:p w:rsidR="007B2329" w:rsidRDefault="007B2329" w:rsidP="007B2329">
      <w:r>
        <w:t>288.6367</w:t>
      </w:r>
      <w:r>
        <w:tab/>
        <w:t>4.051e0</w:t>
      </w:r>
    </w:p>
    <w:p w:rsidR="007B2329" w:rsidRDefault="007B2329" w:rsidP="007B2329">
      <w:r>
        <w:t>288.6397</w:t>
      </w:r>
      <w:r>
        <w:tab/>
        <w:t>4.051e0</w:t>
      </w:r>
    </w:p>
    <w:p w:rsidR="007B2329" w:rsidRDefault="007B2329" w:rsidP="007B2329">
      <w:r>
        <w:t>288.6477</w:t>
      </w:r>
      <w:r>
        <w:tab/>
        <w:t>1.013e0</w:t>
      </w:r>
    </w:p>
    <w:p w:rsidR="007B2329" w:rsidRDefault="007B2329" w:rsidP="007B2329">
      <w:r>
        <w:t>288.6498</w:t>
      </w:r>
      <w:r>
        <w:tab/>
        <w:t>3.234e0</w:t>
      </w:r>
    </w:p>
    <w:p w:rsidR="007B2329" w:rsidRDefault="007B2329" w:rsidP="007B2329">
      <w:r>
        <w:t>288.6552</w:t>
      </w:r>
      <w:r>
        <w:tab/>
        <w:t>4.051e0</w:t>
      </w:r>
    </w:p>
    <w:p w:rsidR="007B2329" w:rsidRDefault="007B2329" w:rsidP="007B2329">
      <w:r>
        <w:t>288.6708</w:t>
      </w:r>
      <w:r>
        <w:tab/>
        <w:t>1.013e0</w:t>
      </w:r>
    </w:p>
    <w:p w:rsidR="007B2329" w:rsidRDefault="007B2329" w:rsidP="007B2329">
      <w:r>
        <w:t>288.6737</w:t>
      </w:r>
      <w:r>
        <w:tab/>
        <w:t>4.051e0</w:t>
      </w:r>
    </w:p>
    <w:p w:rsidR="007B2329" w:rsidRDefault="007B2329" w:rsidP="007B2329">
      <w:r>
        <w:t>288.6932</w:t>
      </w:r>
      <w:r>
        <w:tab/>
        <w:t>5.063e0</w:t>
      </w:r>
    </w:p>
    <w:p w:rsidR="007B2329" w:rsidRDefault="007B2329" w:rsidP="007B2329">
      <w:r>
        <w:t>288.6954</w:t>
      </w:r>
      <w:r>
        <w:tab/>
        <w:t>5.063e0</w:t>
      </w:r>
    </w:p>
    <w:p w:rsidR="007B2329" w:rsidRDefault="007B2329" w:rsidP="007B2329">
      <w:r>
        <w:t>288.6995</w:t>
      </w:r>
      <w:r>
        <w:tab/>
        <w:t>4.051e0</w:t>
      </w:r>
    </w:p>
    <w:p w:rsidR="007B2329" w:rsidRDefault="007B2329" w:rsidP="007B2329">
      <w:r>
        <w:t>288.7179</w:t>
      </w:r>
      <w:r>
        <w:tab/>
        <w:t>2.025e0</w:t>
      </w:r>
    </w:p>
    <w:p w:rsidR="007B2329" w:rsidRDefault="007B2329" w:rsidP="007B2329">
      <w:r>
        <w:t>288.7264</w:t>
      </w:r>
      <w:r>
        <w:tab/>
        <w:t>2.025e0</w:t>
      </w:r>
    </w:p>
    <w:p w:rsidR="007B2329" w:rsidRDefault="007B2329" w:rsidP="007B2329">
      <w:r>
        <w:t>288.7367</w:t>
      </w:r>
      <w:r>
        <w:tab/>
        <w:t>4.051e0</w:t>
      </w:r>
    </w:p>
    <w:p w:rsidR="007B2329" w:rsidRDefault="007B2329" w:rsidP="007B2329">
      <w:r>
        <w:t>288.7510</w:t>
      </w:r>
      <w:r>
        <w:tab/>
        <w:t>3.038e0</w:t>
      </w:r>
    </w:p>
    <w:p w:rsidR="007B2329" w:rsidRDefault="007B2329" w:rsidP="007B2329">
      <w:r>
        <w:t>288.7553</w:t>
      </w:r>
      <w:r>
        <w:tab/>
        <w:t>1.013e0</w:t>
      </w:r>
    </w:p>
    <w:p w:rsidR="007B2329" w:rsidRDefault="007B2329" w:rsidP="007B2329">
      <w:r>
        <w:t>288.7604</w:t>
      </w:r>
      <w:r>
        <w:tab/>
        <w:t>4.051e0</w:t>
      </w:r>
    </w:p>
    <w:p w:rsidR="007B2329" w:rsidRDefault="007B2329" w:rsidP="007B2329">
      <w:r>
        <w:t>288.7701</w:t>
      </w:r>
      <w:r>
        <w:tab/>
        <w:t>6.076e0</w:t>
      </w:r>
    </w:p>
    <w:p w:rsidR="007B2329" w:rsidRDefault="007B2329" w:rsidP="007B2329">
      <w:r>
        <w:t>288.7909</w:t>
      </w:r>
      <w:r>
        <w:tab/>
        <w:t>3.038e0</w:t>
      </w:r>
    </w:p>
    <w:p w:rsidR="007B2329" w:rsidRDefault="007B2329" w:rsidP="007B2329">
      <w:r>
        <w:lastRenderedPageBreak/>
        <w:t>288.8016</w:t>
      </w:r>
      <w:r>
        <w:tab/>
        <w:t>1.013e0</w:t>
      </w:r>
    </w:p>
    <w:p w:rsidR="007B2329" w:rsidRDefault="007B2329" w:rsidP="007B2329">
      <w:r>
        <w:t>288.8056</w:t>
      </w:r>
      <w:r>
        <w:tab/>
        <w:t>2.025e0</w:t>
      </w:r>
    </w:p>
    <w:p w:rsidR="007B2329" w:rsidRDefault="007B2329" w:rsidP="007B2329">
      <w:r>
        <w:t>288.8135</w:t>
      </w:r>
      <w:r>
        <w:tab/>
        <w:t>1.013e0</w:t>
      </w:r>
    </w:p>
    <w:p w:rsidR="007B2329" w:rsidRDefault="007B2329" w:rsidP="007B2329">
      <w:r>
        <w:t>288.8215</w:t>
      </w:r>
      <w:r>
        <w:tab/>
        <w:t>2.025e0</w:t>
      </w:r>
    </w:p>
    <w:p w:rsidR="007B2329" w:rsidRDefault="007B2329" w:rsidP="007B2329">
      <w:r>
        <w:t>288.8292</w:t>
      </w:r>
      <w:r>
        <w:tab/>
        <w:t>4.051e0</w:t>
      </w:r>
    </w:p>
    <w:p w:rsidR="007B2329" w:rsidRDefault="007B2329" w:rsidP="007B2329">
      <w:r>
        <w:t>288.8328</w:t>
      </w:r>
      <w:r>
        <w:tab/>
        <w:t>3.038e0</w:t>
      </w:r>
    </w:p>
    <w:p w:rsidR="007B2329" w:rsidRDefault="007B2329" w:rsidP="007B2329">
      <w:r>
        <w:t>288.8371</w:t>
      </w:r>
      <w:r>
        <w:tab/>
        <w:t>2.025e0</w:t>
      </w:r>
    </w:p>
    <w:p w:rsidR="007B2329" w:rsidRDefault="007B2329" w:rsidP="007B2329">
      <w:r>
        <w:t>288.8411</w:t>
      </w:r>
      <w:r>
        <w:tab/>
        <w:t>2.025e0</w:t>
      </w:r>
    </w:p>
    <w:p w:rsidR="007B2329" w:rsidRDefault="007B2329" w:rsidP="007B2329">
      <w:r>
        <w:t>288.8589</w:t>
      </w:r>
      <w:r>
        <w:tab/>
        <w:t>4.051e0</w:t>
      </w:r>
    </w:p>
    <w:p w:rsidR="007B2329" w:rsidRDefault="007B2329" w:rsidP="007B2329">
      <w:r>
        <w:t>288.8727</w:t>
      </w:r>
      <w:r>
        <w:tab/>
        <w:t>4.051e0</w:t>
      </w:r>
    </w:p>
    <w:p w:rsidR="007B2329" w:rsidRDefault="007B2329" w:rsidP="007B2329">
      <w:r>
        <w:t>288.8810</w:t>
      </w:r>
      <w:r>
        <w:tab/>
        <w:t>3.038e0</w:t>
      </w:r>
    </w:p>
    <w:p w:rsidR="007B2329" w:rsidRDefault="007B2329" w:rsidP="007B2329">
      <w:r>
        <w:t>288.8849</w:t>
      </w:r>
      <w:r>
        <w:tab/>
        <w:t>3.038e0</w:t>
      </w:r>
    </w:p>
    <w:p w:rsidR="007B2329" w:rsidRDefault="007B2329" w:rsidP="007B2329">
      <w:r>
        <w:t>288.8912</w:t>
      </w:r>
      <w:r>
        <w:tab/>
        <w:t>2.025e0</w:t>
      </w:r>
    </w:p>
    <w:p w:rsidR="007B2329" w:rsidRDefault="007B2329" w:rsidP="007B2329">
      <w:r>
        <w:t>288.8964</w:t>
      </w:r>
      <w:r>
        <w:tab/>
        <w:t>1.013e0</w:t>
      </w:r>
    </w:p>
    <w:p w:rsidR="007B2329" w:rsidRDefault="007B2329" w:rsidP="007B2329">
      <w:r>
        <w:t>288.9045</w:t>
      </w:r>
      <w:r>
        <w:tab/>
        <w:t>7.089e0</w:t>
      </w:r>
    </w:p>
    <w:p w:rsidR="007B2329" w:rsidRDefault="007B2329" w:rsidP="007B2329">
      <w:r>
        <w:t>288.9083</w:t>
      </w:r>
      <w:r>
        <w:tab/>
        <w:t>7.447e0</w:t>
      </w:r>
    </w:p>
    <w:p w:rsidR="007B2329" w:rsidRDefault="007B2329" w:rsidP="007B2329">
      <w:r>
        <w:t>288.9210</w:t>
      </w:r>
      <w:r>
        <w:tab/>
        <w:t>2.025e0</w:t>
      </w:r>
    </w:p>
    <w:p w:rsidR="007B2329" w:rsidRDefault="007B2329" w:rsidP="007B2329">
      <w:r>
        <w:t>288.9240</w:t>
      </w:r>
      <w:r>
        <w:tab/>
        <w:t>1.013e0</w:t>
      </w:r>
    </w:p>
    <w:p w:rsidR="007B2329" w:rsidRDefault="007B2329" w:rsidP="007B2329">
      <w:r>
        <w:t>288.9453</w:t>
      </w:r>
      <w:r>
        <w:tab/>
        <w:t>1.013e0</w:t>
      </w:r>
    </w:p>
    <w:p w:rsidR="007B2329" w:rsidRDefault="007B2329" w:rsidP="007B2329">
      <w:r>
        <w:lastRenderedPageBreak/>
        <w:t>288.9515</w:t>
      </w:r>
      <w:r>
        <w:tab/>
        <w:t>2.025e0</w:t>
      </w:r>
    </w:p>
    <w:p w:rsidR="007B2329" w:rsidRDefault="007B2329" w:rsidP="007B2329">
      <w:r>
        <w:t>288.9530</w:t>
      </w:r>
      <w:r>
        <w:tab/>
        <w:t>3.038e0</w:t>
      </w:r>
    </w:p>
    <w:p w:rsidR="007B2329" w:rsidRDefault="007B2329" w:rsidP="007B2329">
      <w:r>
        <w:t>288.9655</w:t>
      </w:r>
      <w:r>
        <w:tab/>
        <w:t>1.025e0</w:t>
      </w:r>
    </w:p>
    <w:p w:rsidR="007B2329" w:rsidRDefault="007B2329" w:rsidP="007B2329">
      <w:r>
        <w:t>288.9677</w:t>
      </w:r>
      <w:r>
        <w:tab/>
        <w:t>2.025e0</w:t>
      </w:r>
    </w:p>
    <w:p w:rsidR="007B2329" w:rsidRDefault="007B2329" w:rsidP="007B2329">
      <w:r>
        <w:t>288.9709</w:t>
      </w:r>
      <w:r>
        <w:tab/>
        <w:t>8.101e0</w:t>
      </w:r>
    </w:p>
    <w:p w:rsidR="007B2329" w:rsidRDefault="007B2329" w:rsidP="007B2329">
      <w:r>
        <w:t>288.9824</w:t>
      </w:r>
      <w:r>
        <w:tab/>
        <w:t>1.013e0</w:t>
      </w:r>
    </w:p>
    <w:p w:rsidR="007B2329" w:rsidRDefault="007B2329" w:rsidP="007B2329">
      <w:r>
        <w:t>288.9863</w:t>
      </w:r>
      <w:r>
        <w:tab/>
        <w:t>2.025e0</w:t>
      </w:r>
    </w:p>
    <w:p w:rsidR="007B2329" w:rsidRDefault="007B2329" w:rsidP="007B2329">
      <w:r>
        <w:t>288.9883</w:t>
      </w:r>
      <w:r>
        <w:tab/>
        <w:t>3.038e0</w:t>
      </w:r>
    </w:p>
    <w:p w:rsidR="007B2329" w:rsidRDefault="007B2329" w:rsidP="007B2329">
      <w:r>
        <w:t>289.0039</w:t>
      </w:r>
      <w:r>
        <w:tab/>
        <w:t>4.051e0</w:t>
      </w:r>
    </w:p>
    <w:p w:rsidR="007B2329" w:rsidRDefault="007B2329" w:rsidP="007B2329">
      <w:r>
        <w:t>289.0267</w:t>
      </w:r>
      <w:r>
        <w:tab/>
        <w:t>1.013e0</w:t>
      </w:r>
    </w:p>
    <w:p w:rsidR="007B2329" w:rsidRDefault="007B2329" w:rsidP="007B2329">
      <w:r>
        <w:t>289.0310</w:t>
      </w:r>
      <w:r>
        <w:tab/>
        <w:t>3.038e0</w:t>
      </w:r>
    </w:p>
    <w:p w:rsidR="007B2329" w:rsidRDefault="007B2329" w:rsidP="007B2329">
      <w:r>
        <w:t>289.0329</w:t>
      </w:r>
      <w:r>
        <w:tab/>
        <w:t>1.025e0</w:t>
      </w:r>
    </w:p>
    <w:p w:rsidR="007B2329" w:rsidRDefault="007B2329" w:rsidP="007B2329">
      <w:r>
        <w:t>289.0370</w:t>
      </w:r>
      <w:r>
        <w:tab/>
        <w:t>2.633e0</w:t>
      </w:r>
    </w:p>
    <w:p w:rsidR="007B2329" w:rsidRDefault="007B2329" w:rsidP="007B2329">
      <w:r>
        <w:t>289.0532</w:t>
      </w:r>
      <w:r>
        <w:tab/>
        <w:t>2.025e0</w:t>
      </w:r>
    </w:p>
    <w:p w:rsidR="007B2329" w:rsidRDefault="007B2329" w:rsidP="007B2329">
      <w:r>
        <w:t>289.0543</w:t>
      </w:r>
      <w:r>
        <w:tab/>
        <w:t>1.013e0</w:t>
      </w:r>
    </w:p>
    <w:p w:rsidR="007B2329" w:rsidRDefault="007B2329" w:rsidP="007B2329">
      <w:r>
        <w:t>289.0562</w:t>
      </w:r>
      <w:r>
        <w:tab/>
        <w:t>2.025e0</w:t>
      </w:r>
    </w:p>
    <w:p w:rsidR="007B2329" w:rsidRDefault="007B2329" w:rsidP="007B2329">
      <w:r>
        <w:t>289.0583</w:t>
      </w:r>
      <w:r>
        <w:tab/>
        <w:t>2.532e-2</w:t>
      </w:r>
    </w:p>
    <w:p w:rsidR="007B2329" w:rsidRDefault="007B2329" w:rsidP="007B2329">
      <w:r>
        <w:t>289.0628</w:t>
      </w:r>
      <w:r>
        <w:tab/>
        <w:t>2.025e0</w:t>
      </w:r>
    </w:p>
    <w:p w:rsidR="007B2329" w:rsidRDefault="007B2329" w:rsidP="007B2329">
      <w:r>
        <w:t>289.0819</w:t>
      </w:r>
      <w:r>
        <w:tab/>
        <w:t>1.013e0</w:t>
      </w:r>
    </w:p>
    <w:p w:rsidR="007B2329" w:rsidRDefault="007B2329" w:rsidP="007B2329">
      <w:r>
        <w:lastRenderedPageBreak/>
        <w:t>289.0836</w:t>
      </w:r>
      <w:r>
        <w:tab/>
        <w:t>4.051e0</w:t>
      </w:r>
    </w:p>
    <w:p w:rsidR="007B2329" w:rsidRDefault="007B2329" w:rsidP="007B2329">
      <w:r>
        <w:t>289.0870</w:t>
      </w:r>
      <w:r>
        <w:tab/>
        <w:t>2.286e0</w:t>
      </w:r>
    </w:p>
    <w:p w:rsidR="007B2329" w:rsidRDefault="007B2329" w:rsidP="007B2329">
      <w:r>
        <w:t>289.0898</w:t>
      </w:r>
      <w:r>
        <w:tab/>
        <w:t>1.013e0</w:t>
      </w:r>
    </w:p>
    <w:p w:rsidR="007B2329" w:rsidRDefault="007B2329" w:rsidP="007B2329">
      <w:r>
        <w:t>289.0927</w:t>
      </w:r>
      <w:r>
        <w:tab/>
        <w:t>2.025e0</w:t>
      </w:r>
    </w:p>
    <w:p w:rsidR="007B2329" w:rsidRDefault="007B2329" w:rsidP="007B2329">
      <w:r>
        <w:t>289.0981</w:t>
      </w:r>
      <w:r>
        <w:tab/>
        <w:t>4.522e0</w:t>
      </w:r>
    </w:p>
    <w:p w:rsidR="007B2329" w:rsidRDefault="007B2329" w:rsidP="007B2329">
      <w:r>
        <w:t>289.1018</w:t>
      </w:r>
      <w:r>
        <w:tab/>
        <w:t>3.038e0</w:t>
      </w:r>
    </w:p>
    <w:p w:rsidR="007B2329" w:rsidRDefault="007B2329" w:rsidP="007B2329">
      <w:r>
        <w:t>289.1047</w:t>
      </w:r>
      <w:r>
        <w:tab/>
        <w:t>3.038e0</w:t>
      </w:r>
    </w:p>
    <w:p w:rsidR="007B2329" w:rsidRDefault="007B2329" w:rsidP="007B2329">
      <w:r>
        <w:t>289.1073</w:t>
      </w:r>
      <w:r>
        <w:tab/>
        <w:t>2.651e0</w:t>
      </w:r>
    </w:p>
    <w:p w:rsidR="007B2329" w:rsidRDefault="007B2329" w:rsidP="007B2329">
      <w:r>
        <w:t>289.1255</w:t>
      </w:r>
      <w:r>
        <w:tab/>
        <w:t>1.013e0</w:t>
      </w:r>
    </w:p>
    <w:p w:rsidR="007B2329" w:rsidRDefault="007B2329" w:rsidP="007B2329">
      <w:r>
        <w:t>289.1413</w:t>
      </w:r>
      <w:r>
        <w:tab/>
        <w:t>4.051e0</w:t>
      </w:r>
    </w:p>
    <w:p w:rsidR="007B2329" w:rsidRDefault="007B2329" w:rsidP="007B2329">
      <w:r>
        <w:t>289.1483</w:t>
      </w:r>
      <w:r>
        <w:tab/>
        <w:t>1.933e1</w:t>
      </w:r>
    </w:p>
    <w:p w:rsidR="007B2329" w:rsidRDefault="007B2329" w:rsidP="007B2329">
      <w:r>
        <w:t>289.1510</w:t>
      </w:r>
      <w:r>
        <w:tab/>
        <w:t>6.375e0</w:t>
      </w:r>
    </w:p>
    <w:p w:rsidR="007B2329" w:rsidRDefault="007B2329" w:rsidP="007B2329">
      <w:r>
        <w:t>289.1564</w:t>
      </w:r>
      <w:r>
        <w:tab/>
        <w:t>1.355e1</w:t>
      </w:r>
    </w:p>
    <w:p w:rsidR="007B2329" w:rsidRDefault="007B2329" w:rsidP="007B2329">
      <w:r>
        <w:t>289.1631</w:t>
      </w:r>
      <w:r>
        <w:tab/>
        <w:t>1.024e1</w:t>
      </w:r>
    </w:p>
    <w:p w:rsidR="007B2329" w:rsidRDefault="007B2329" w:rsidP="007B2329">
      <w:r>
        <w:t>289.1805</w:t>
      </w:r>
      <w:r>
        <w:tab/>
        <w:t>1.013e0</w:t>
      </w:r>
    </w:p>
    <w:p w:rsidR="007B2329" w:rsidRDefault="007B2329" w:rsidP="007B2329">
      <w:r>
        <w:t>289.1864</w:t>
      </w:r>
      <w:r>
        <w:tab/>
        <w:t>2.025e0</w:t>
      </w:r>
    </w:p>
    <w:p w:rsidR="007B2329" w:rsidRDefault="007B2329" w:rsidP="007B2329">
      <w:r>
        <w:t>289.1941</w:t>
      </w:r>
      <w:r>
        <w:tab/>
        <w:t>3.038e0</w:t>
      </w:r>
    </w:p>
    <w:p w:rsidR="007B2329" w:rsidRDefault="007B2329" w:rsidP="007B2329">
      <w:r>
        <w:t>289.1991</w:t>
      </w:r>
      <w:r>
        <w:tab/>
        <w:t>1.013e0</w:t>
      </w:r>
    </w:p>
    <w:p w:rsidR="007B2329" w:rsidRDefault="007B2329" w:rsidP="007B2329">
      <w:r>
        <w:t>289.2236</w:t>
      </w:r>
      <w:r>
        <w:tab/>
        <w:t>6.076e0</w:t>
      </w:r>
    </w:p>
    <w:p w:rsidR="007B2329" w:rsidRDefault="007B2329" w:rsidP="007B2329">
      <w:r>
        <w:lastRenderedPageBreak/>
        <w:t>289.2253</w:t>
      </w:r>
      <w:r>
        <w:tab/>
        <w:t>1.013e0</w:t>
      </w:r>
    </w:p>
    <w:p w:rsidR="007B2329" w:rsidRDefault="007B2329" w:rsidP="007B2329">
      <w:r>
        <w:t>289.2364</w:t>
      </w:r>
      <w:r>
        <w:tab/>
        <w:t>3.038e0</w:t>
      </w:r>
    </w:p>
    <w:p w:rsidR="007B2329" w:rsidRDefault="007B2329" w:rsidP="007B2329">
      <w:r>
        <w:t>289.2401</w:t>
      </w:r>
      <w:r>
        <w:tab/>
        <w:t>3.063e0</w:t>
      </w:r>
    </w:p>
    <w:p w:rsidR="007B2329" w:rsidRDefault="007B2329" w:rsidP="007B2329">
      <w:r>
        <w:t>289.2440</w:t>
      </w:r>
      <w:r>
        <w:tab/>
        <w:t>2.025e0</w:t>
      </w:r>
    </w:p>
    <w:p w:rsidR="007B2329" w:rsidRDefault="007B2329" w:rsidP="007B2329">
      <w:r>
        <w:t>289.2479</w:t>
      </w:r>
      <w:r>
        <w:tab/>
        <w:t>2.025e0</w:t>
      </w:r>
    </w:p>
    <w:p w:rsidR="007B2329" w:rsidRDefault="007B2329" w:rsidP="007B2329">
      <w:r>
        <w:t>289.2674</w:t>
      </w:r>
      <w:r>
        <w:tab/>
        <w:t>1.013e0</w:t>
      </w:r>
    </w:p>
    <w:p w:rsidR="007B2329" w:rsidRDefault="007B2329" w:rsidP="007B2329">
      <w:r>
        <w:t>289.2754</w:t>
      </w:r>
      <w:r>
        <w:tab/>
        <w:t>1.013e0</w:t>
      </w:r>
    </w:p>
    <w:p w:rsidR="007B2329" w:rsidRDefault="007B2329" w:rsidP="007B2329">
      <w:r>
        <w:t>289.2846</w:t>
      </w:r>
      <w:r>
        <w:tab/>
        <w:t>1.025e0</w:t>
      </w:r>
    </w:p>
    <w:p w:rsidR="007B2329" w:rsidRDefault="007B2329" w:rsidP="007B2329">
      <w:r>
        <w:t>289.2869</w:t>
      </w:r>
      <w:r>
        <w:tab/>
        <w:t>6.890e0</w:t>
      </w:r>
    </w:p>
    <w:p w:rsidR="007B2329" w:rsidRDefault="007B2329" w:rsidP="007B2329">
      <w:r>
        <w:t>289.2944</w:t>
      </w:r>
      <w:r>
        <w:tab/>
        <w:t>4.784e0</w:t>
      </w:r>
    </w:p>
    <w:p w:rsidR="007B2329" w:rsidRDefault="007B2329" w:rsidP="007B2329">
      <w:r>
        <w:t>289.3017</w:t>
      </w:r>
      <w:r>
        <w:tab/>
        <w:t>3.038e0</w:t>
      </w:r>
    </w:p>
    <w:p w:rsidR="007B2329" w:rsidRDefault="007B2329" w:rsidP="007B2329">
      <w:r>
        <w:t>289.3259</w:t>
      </w:r>
      <w:r>
        <w:tab/>
        <w:t>1.013e0</w:t>
      </w:r>
    </w:p>
    <w:p w:rsidR="007B2329" w:rsidRDefault="007B2329" w:rsidP="007B2329">
      <w:r>
        <w:t>289.3326</w:t>
      </w:r>
      <w:r>
        <w:tab/>
        <w:t>2.025e0</w:t>
      </w:r>
    </w:p>
    <w:p w:rsidR="007B2329" w:rsidRDefault="007B2329" w:rsidP="007B2329">
      <w:r>
        <w:t>289.3420</w:t>
      </w:r>
      <w:r>
        <w:tab/>
        <w:t>2.281e0</w:t>
      </w:r>
    </w:p>
    <w:p w:rsidR="007B2329" w:rsidRDefault="007B2329" w:rsidP="007B2329">
      <w:r>
        <w:t>289.3471</w:t>
      </w:r>
      <w:r>
        <w:tab/>
        <w:t>1.013e0</w:t>
      </w:r>
    </w:p>
    <w:p w:rsidR="007B2329" w:rsidRDefault="007B2329" w:rsidP="007B2329">
      <w:r>
        <w:t>289.3580</w:t>
      </w:r>
      <w:r>
        <w:tab/>
        <w:t>5.063e0</w:t>
      </w:r>
    </w:p>
    <w:p w:rsidR="007B2329" w:rsidRDefault="007B2329" w:rsidP="007B2329">
      <w:r>
        <w:t>289.3621</w:t>
      </w:r>
      <w:r>
        <w:tab/>
        <w:t>1.013e0</w:t>
      </w:r>
    </w:p>
    <w:p w:rsidR="007B2329" w:rsidRDefault="007B2329" w:rsidP="007B2329">
      <w:r>
        <w:t>289.3660</w:t>
      </w:r>
      <w:r>
        <w:tab/>
        <w:t>1.013e0</w:t>
      </w:r>
    </w:p>
    <w:p w:rsidR="007B2329" w:rsidRDefault="007B2329" w:rsidP="007B2329">
      <w:r>
        <w:t>289.3712</w:t>
      </w:r>
      <w:r>
        <w:tab/>
        <w:t>9.560e-1</w:t>
      </w:r>
    </w:p>
    <w:p w:rsidR="007B2329" w:rsidRDefault="007B2329" w:rsidP="007B2329">
      <w:r>
        <w:lastRenderedPageBreak/>
        <w:t>289.3858</w:t>
      </w:r>
      <w:r>
        <w:tab/>
        <w:t>6.076e0</w:t>
      </w:r>
    </w:p>
    <w:p w:rsidR="007B2329" w:rsidRDefault="007B2329" w:rsidP="007B2329">
      <w:r>
        <w:t>289.4041</w:t>
      </w:r>
      <w:r>
        <w:tab/>
        <w:t>3.038e0</w:t>
      </w:r>
    </w:p>
    <w:p w:rsidR="007B2329" w:rsidRDefault="007B2329" w:rsidP="007B2329">
      <w:r>
        <w:t>289.4105</w:t>
      </w:r>
      <w:r>
        <w:tab/>
        <w:t>1.013e0</w:t>
      </w:r>
    </w:p>
    <w:p w:rsidR="007B2329" w:rsidRDefault="007B2329" w:rsidP="007B2329">
      <w:r>
        <w:t>289.4158</w:t>
      </w:r>
      <w:r>
        <w:tab/>
        <w:t>1.013e0</w:t>
      </w:r>
    </w:p>
    <w:p w:rsidR="007B2329" w:rsidRDefault="007B2329" w:rsidP="007B2329">
      <w:r>
        <w:t>289.4211</w:t>
      </w:r>
      <w:r>
        <w:tab/>
        <w:t>2.025e0</w:t>
      </w:r>
    </w:p>
    <w:p w:rsidR="007B2329" w:rsidRDefault="007B2329" w:rsidP="007B2329">
      <w:r>
        <w:t>289.4252</w:t>
      </w:r>
      <w:r>
        <w:tab/>
        <w:t>1.013e0</w:t>
      </w:r>
    </w:p>
    <w:p w:rsidR="007B2329" w:rsidRDefault="007B2329" w:rsidP="007B2329">
      <w:r>
        <w:t>289.4422</w:t>
      </w:r>
      <w:r>
        <w:tab/>
        <w:t>1.013e0</w:t>
      </w:r>
    </w:p>
    <w:p w:rsidR="007B2329" w:rsidRDefault="007B2329" w:rsidP="007B2329">
      <w:r>
        <w:t>289.4475</w:t>
      </w:r>
      <w:r>
        <w:tab/>
        <w:t>2.025e0</w:t>
      </w:r>
    </w:p>
    <w:p w:rsidR="007B2329" w:rsidRDefault="007B2329" w:rsidP="007B2329">
      <w:r>
        <w:t>289.4505</w:t>
      </w:r>
      <w:r>
        <w:tab/>
        <w:t>2.025e0</w:t>
      </w:r>
    </w:p>
    <w:p w:rsidR="007B2329" w:rsidRDefault="007B2329" w:rsidP="007B2329">
      <w:r>
        <w:t>289.4568</w:t>
      </w:r>
      <w:r>
        <w:tab/>
        <w:t>1.013e0</w:t>
      </w:r>
    </w:p>
    <w:p w:rsidR="007B2329" w:rsidRDefault="007B2329" w:rsidP="007B2329">
      <w:r>
        <w:t>289.4609</w:t>
      </w:r>
      <w:r>
        <w:tab/>
        <w:t>1.013e0</w:t>
      </w:r>
    </w:p>
    <w:p w:rsidR="007B2329" w:rsidRDefault="007B2329" w:rsidP="007B2329">
      <w:r>
        <w:t>289.4789</w:t>
      </w:r>
      <w:r>
        <w:tab/>
        <w:t>4.051e0</w:t>
      </w:r>
    </w:p>
    <w:p w:rsidR="007B2329" w:rsidRDefault="007B2329" w:rsidP="007B2329">
      <w:r>
        <w:t>289.4846</w:t>
      </w:r>
      <w:r>
        <w:tab/>
        <w:t>1.013e0</w:t>
      </w:r>
    </w:p>
    <w:p w:rsidR="007B2329" w:rsidRDefault="007B2329" w:rsidP="007B2329">
      <w:r>
        <w:t>289.5105</w:t>
      </w:r>
      <w:r>
        <w:tab/>
        <w:t>3.038e0</w:t>
      </w:r>
    </w:p>
    <w:p w:rsidR="007B2329" w:rsidRDefault="007B2329" w:rsidP="007B2329">
      <w:r>
        <w:t>289.5120</w:t>
      </w:r>
      <w:r>
        <w:tab/>
        <w:t>6.076e0</w:t>
      </w:r>
    </w:p>
    <w:p w:rsidR="007B2329" w:rsidRDefault="007B2329" w:rsidP="007B2329">
      <w:r>
        <w:t>289.5255</w:t>
      </w:r>
      <w:r>
        <w:tab/>
        <w:t>5.063e0</w:t>
      </w:r>
    </w:p>
    <w:p w:rsidR="007B2329" w:rsidRDefault="007B2329" w:rsidP="007B2329">
      <w:r>
        <w:t>289.5422</w:t>
      </w:r>
      <w:r>
        <w:tab/>
        <w:t>3.038e0</w:t>
      </w:r>
    </w:p>
    <w:p w:rsidR="007B2329" w:rsidRDefault="007B2329" w:rsidP="007B2329">
      <w:r>
        <w:t>289.5456</w:t>
      </w:r>
      <w:r>
        <w:tab/>
        <w:t>2.338e0</w:t>
      </w:r>
    </w:p>
    <w:p w:rsidR="007B2329" w:rsidRDefault="007B2329" w:rsidP="007B2329">
      <w:r>
        <w:t>289.5516</w:t>
      </w:r>
      <w:r>
        <w:tab/>
        <w:t>2.025e0</w:t>
      </w:r>
    </w:p>
    <w:p w:rsidR="007B2329" w:rsidRDefault="007B2329" w:rsidP="007B2329">
      <w:r>
        <w:lastRenderedPageBreak/>
        <w:t>289.5565</w:t>
      </w:r>
      <w:r>
        <w:tab/>
        <w:t>3.038e0</w:t>
      </w:r>
    </w:p>
    <w:p w:rsidR="007B2329" w:rsidRDefault="007B2329" w:rsidP="007B2329">
      <w:r>
        <w:t>289.5926</w:t>
      </w:r>
      <w:r>
        <w:tab/>
        <w:t>3.038e0</w:t>
      </w:r>
    </w:p>
    <w:p w:rsidR="007B2329" w:rsidRDefault="007B2329" w:rsidP="007B2329">
      <w:r>
        <w:t>289.5956</w:t>
      </w:r>
      <w:r>
        <w:tab/>
        <w:t>2.025e0</w:t>
      </w:r>
    </w:p>
    <w:p w:rsidR="007B2329" w:rsidRDefault="007B2329" w:rsidP="007B2329">
      <w:r>
        <w:t>289.5986</w:t>
      </w:r>
      <w:r>
        <w:tab/>
        <w:t>2.025e0</w:t>
      </w:r>
    </w:p>
    <w:p w:rsidR="007B2329" w:rsidRDefault="007B2329" w:rsidP="007B2329">
      <w:r>
        <w:t>289.6064</w:t>
      </w:r>
      <w:r>
        <w:tab/>
        <w:t>1.013e0</w:t>
      </w:r>
    </w:p>
    <w:p w:rsidR="007B2329" w:rsidRDefault="007B2329" w:rsidP="007B2329">
      <w:r>
        <w:t>289.6169</w:t>
      </w:r>
      <w:r>
        <w:tab/>
        <w:t>2.025e0</w:t>
      </w:r>
    </w:p>
    <w:p w:rsidR="007B2329" w:rsidRDefault="007B2329" w:rsidP="007B2329">
      <w:r>
        <w:t>289.6189</w:t>
      </w:r>
      <w:r>
        <w:tab/>
        <w:t>1.013e0</w:t>
      </w:r>
    </w:p>
    <w:p w:rsidR="007B2329" w:rsidRDefault="007B2329" w:rsidP="007B2329">
      <w:r>
        <w:t>289.6234</w:t>
      </w:r>
      <w:r>
        <w:tab/>
        <w:t>2.025e0</w:t>
      </w:r>
    </w:p>
    <w:p w:rsidR="007B2329" w:rsidRDefault="007B2329" w:rsidP="007B2329">
      <w:r>
        <w:t>289.6327</w:t>
      </w:r>
      <w:r>
        <w:tab/>
        <w:t>1.013e0</w:t>
      </w:r>
    </w:p>
    <w:p w:rsidR="007B2329" w:rsidRDefault="007B2329" w:rsidP="007B2329">
      <w:r>
        <w:t>289.6419</w:t>
      </w:r>
      <w:r>
        <w:tab/>
        <w:t>3.038e0</w:t>
      </w:r>
    </w:p>
    <w:p w:rsidR="007B2329" w:rsidRDefault="007B2329" w:rsidP="007B2329">
      <w:r>
        <w:t>289.6505</w:t>
      </w:r>
      <w:r>
        <w:tab/>
        <w:t>1.013e0</w:t>
      </w:r>
    </w:p>
    <w:p w:rsidR="007B2329" w:rsidRDefault="007B2329" w:rsidP="007B2329">
      <w:r>
        <w:t>289.6544</w:t>
      </w:r>
      <w:r>
        <w:tab/>
        <w:t>2.025e0</w:t>
      </w:r>
    </w:p>
    <w:p w:rsidR="007B2329" w:rsidRDefault="007B2329" w:rsidP="007B2329">
      <w:r>
        <w:t>289.6740</w:t>
      </w:r>
      <w:r>
        <w:tab/>
        <w:t>1.013e0</w:t>
      </w:r>
    </w:p>
    <w:p w:rsidR="007B2329" w:rsidRDefault="007B2329" w:rsidP="007B2329">
      <w:r>
        <w:t>289.6816</w:t>
      </w:r>
      <w:r>
        <w:tab/>
        <w:t>4.051e0</w:t>
      </w:r>
    </w:p>
    <w:p w:rsidR="007B2329" w:rsidRDefault="007B2329" w:rsidP="007B2329">
      <w:r>
        <w:t>289.6860</w:t>
      </w:r>
      <w:r>
        <w:tab/>
        <w:t>1.013e0</w:t>
      </w:r>
    </w:p>
    <w:p w:rsidR="007B2329" w:rsidRDefault="007B2329" w:rsidP="007B2329">
      <w:r>
        <w:t>289.7077</w:t>
      </w:r>
      <w:r>
        <w:tab/>
        <w:t>2.025e0</w:t>
      </w:r>
    </w:p>
    <w:p w:rsidR="007B2329" w:rsidRDefault="007B2329" w:rsidP="007B2329">
      <w:r>
        <w:t>289.7096</w:t>
      </w:r>
      <w:r>
        <w:tab/>
        <w:t>3.038e0</w:t>
      </w:r>
    </w:p>
    <w:p w:rsidR="007B2329" w:rsidRDefault="007B2329" w:rsidP="007B2329">
      <w:r>
        <w:t>289.7137</w:t>
      </w:r>
      <w:r>
        <w:tab/>
        <w:t>2.025e0</w:t>
      </w:r>
    </w:p>
    <w:p w:rsidR="007B2329" w:rsidRDefault="007B2329" w:rsidP="007B2329">
      <w:r>
        <w:t>289.7352</w:t>
      </w:r>
      <w:r>
        <w:tab/>
        <w:t>2.025e0</w:t>
      </w:r>
    </w:p>
    <w:p w:rsidR="007B2329" w:rsidRDefault="007B2329" w:rsidP="007B2329">
      <w:r>
        <w:lastRenderedPageBreak/>
        <w:t>289.7452</w:t>
      </w:r>
      <w:r>
        <w:tab/>
        <w:t>2.025e0</w:t>
      </w:r>
    </w:p>
    <w:p w:rsidR="007B2329" w:rsidRDefault="007B2329" w:rsidP="007B2329">
      <w:r>
        <w:t>289.7507</w:t>
      </w:r>
      <w:r>
        <w:tab/>
        <w:t>4.051e0</w:t>
      </w:r>
    </w:p>
    <w:p w:rsidR="007B2329" w:rsidRDefault="007B2329" w:rsidP="007B2329">
      <w:r>
        <w:t>289.7671</w:t>
      </w:r>
      <w:r>
        <w:tab/>
        <w:t>2.025e0</w:t>
      </w:r>
    </w:p>
    <w:p w:rsidR="007B2329" w:rsidRDefault="007B2329" w:rsidP="007B2329">
      <w:r>
        <w:t>289.7688</w:t>
      </w:r>
      <w:r>
        <w:tab/>
        <w:t>1.013e0</w:t>
      </w:r>
    </w:p>
    <w:p w:rsidR="007B2329" w:rsidRDefault="007B2329" w:rsidP="007B2329">
      <w:r>
        <w:t>289.7863</w:t>
      </w:r>
      <w:r>
        <w:tab/>
        <w:t>1.013e0</w:t>
      </w:r>
    </w:p>
    <w:p w:rsidR="007B2329" w:rsidRDefault="007B2329" w:rsidP="007B2329">
      <w:r>
        <w:t>289.7955</w:t>
      </w:r>
      <w:r>
        <w:tab/>
        <w:t>2.025e0</w:t>
      </w:r>
    </w:p>
    <w:p w:rsidR="007B2329" w:rsidRDefault="007B2329" w:rsidP="007B2329">
      <w:r>
        <w:t>289.8004</w:t>
      </w:r>
      <w:r>
        <w:tab/>
        <w:t>2.025e0</w:t>
      </w:r>
    </w:p>
    <w:p w:rsidR="007B2329" w:rsidRDefault="007B2329" w:rsidP="007B2329">
      <w:r>
        <w:t>289.8046</w:t>
      </w:r>
      <w:r>
        <w:tab/>
        <w:t>1.013e0</w:t>
      </w:r>
    </w:p>
    <w:p w:rsidR="007B2329" w:rsidRDefault="007B2329" w:rsidP="007B2329">
      <w:r>
        <w:t>289.8233</w:t>
      </w:r>
      <w:r>
        <w:tab/>
        <w:t>1.013e0</w:t>
      </w:r>
    </w:p>
    <w:p w:rsidR="007B2329" w:rsidRDefault="007B2329" w:rsidP="007B2329">
      <w:r>
        <w:t>289.8441</w:t>
      </w:r>
      <w:r>
        <w:tab/>
        <w:t>3.038e0</w:t>
      </w:r>
    </w:p>
    <w:p w:rsidR="007B2329" w:rsidRDefault="007B2329" w:rsidP="007B2329">
      <w:r>
        <w:t>289.8542</w:t>
      </w:r>
      <w:r>
        <w:tab/>
        <w:t>2.025e0</w:t>
      </w:r>
    </w:p>
    <w:p w:rsidR="007B2329" w:rsidRDefault="007B2329" w:rsidP="007B2329">
      <w:r>
        <w:t>289.8567</w:t>
      </w:r>
      <w:r>
        <w:tab/>
        <w:t>2.288e0</w:t>
      </w:r>
    </w:p>
    <w:p w:rsidR="007B2329" w:rsidRDefault="007B2329" w:rsidP="007B2329">
      <w:r>
        <w:t>289.8635</w:t>
      </w:r>
      <w:r>
        <w:tab/>
        <w:t>1.013e0</w:t>
      </w:r>
    </w:p>
    <w:p w:rsidR="007B2329" w:rsidRDefault="007B2329" w:rsidP="007B2329">
      <w:r>
        <w:t>289.8657</w:t>
      </w:r>
      <w:r>
        <w:tab/>
        <w:t>2.038e0</w:t>
      </w:r>
    </w:p>
    <w:p w:rsidR="007B2329" w:rsidRDefault="007B2329" w:rsidP="007B2329">
      <w:r>
        <w:t>289.8716</w:t>
      </w:r>
      <w:r>
        <w:tab/>
        <w:t>2.025e0</w:t>
      </w:r>
    </w:p>
    <w:p w:rsidR="007B2329" w:rsidRDefault="007B2329" w:rsidP="007B2329">
      <w:r>
        <w:t>289.8763</w:t>
      </w:r>
      <w:r>
        <w:tab/>
        <w:t>1.013e0</w:t>
      </w:r>
    </w:p>
    <w:p w:rsidR="007B2329" w:rsidRDefault="007B2329" w:rsidP="007B2329">
      <w:r>
        <w:t>289.8874</w:t>
      </w:r>
      <w:r>
        <w:tab/>
        <w:t>2.025e0</w:t>
      </w:r>
    </w:p>
    <w:p w:rsidR="007B2329" w:rsidRDefault="007B2329" w:rsidP="007B2329">
      <w:r>
        <w:t>289.8887</w:t>
      </w:r>
      <w:r>
        <w:tab/>
        <w:t>2.025e0</w:t>
      </w:r>
    </w:p>
    <w:p w:rsidR="007B2329" w:rsidRDefault="007B2329" w:rsidP="007B2329">
      <w:r>
        <w:t>289.9022</w:t>
      </w:r>
      <w:r>
        <w:tab/>
        <w:t>3.038e0</w:t>
      </w:r>
    </w:p>
    <w:p w:rsidR="007B2329" w:rsidRDefault="007B2329" w:rsidP="007B2329">
      <w:r>
        <w:lastRenderedPageBreak/>
        <w:t>289.9134</w:t>
      </w:r>
      <w:r>
        <w:tab/>
        <w:t>1.013e0</w:t>
      </w:r>
    </w:p>
    <w:p w:rsidR="007B2329" w:rsidRDefault="007B2329" w:rsidP="007B2329">
      <w:r>
        <w:t>289.9227</w:t>
      </w:r>
      <w:r>
        <w:tab/>
        <w:t>1.013e0</w:t>
      </w:r>
    </w:p>
    <w:p w:rsidR="007B2329" w:rsidRDefault="007B2329" w:rsidP="007B2329">
      <w:r>
        <w:t>289.9482</w:t>
      </w:r>
      <w:r>
        <w:tab/>
        <w:t>3.038e0</w:t>
      </w:r>
    </w:p>
    <w:p w:rsidR="007B2329" w:rsidRDefault="007B2329" w:rsidP="007B2329">
      <w:r>
        <w:t>289.9544</w:t>
      </w:r>
      <w:r>
        <w:tab/>
        <w:t>3.038e0</w:t>
      </w:r>
    </w:p>
    <w:p w:rsidR="007B2329" w:rsidRDefault="007B2329" w:rsidP="007B2329">
      <w:r>
        <w:t>289.9625</w:t>
      </w:r>
      <w:r>
        <w:tab/>
        <w:t>1.013e0</w:t>
      </w:r>
    </w:p>
    <w:p w:rsidR="007B2329" w:rsidRDefault="007B2329" w:rsidP="007B2329">
      <w:r>
        <w:t>289.9716</w:t>
      </w:r>
      <w:r>
        <w:tab/>
        <w:t>1.013e0</w:t>
      </w:r>
    </w:p>
    <w:p w:rsidR="007B2329" w:rsidRDefault="007B2329" w:rsidP="007B2329">
      <w:r>
        <w:t>289.9859</w:t>
      </w:r>
      <w:r>
        <w:tab/>
        <w:t>1.013e0</w:t>
      </w:r>
    </w:p>
    <w:p w:rsidR="007B2329" w:rsidRDefault="007B2329" w:rsidP="007B2329">
      <w:r>
        <w:t>289.9903</w:t>
      </w:r>
      <w:r>
        <w:tab/>
        <w:t>2.025e0</w:t>
      </w:r>
    </w:p>
    <w:p w:rsidR="007B2329" w:rsidRDefault="007B2329" w:rsidP="007B2329">
      <w:r>
        <w:t>290.0037</w:t>
      </w:r>
      <w:r>
        <w:tab/>
        <w:t>3.038e0</w:t>
      </w:r>
    </w:p>
    <w:p w:rsidR="007B2329" w:rsidRDefault="007B2329" w:rsidP="007B2329">
      <w:r>
        <w:t>290.0322</w:t>
      </w:r>
      <w:r>
        <w:tab/>
        <w:t>3.038e0</w:t>
      </w:r>
    </w:p>
    <w:p w:rsidR="007B2329" w:rsidRDefault="007B2329" w:rsidP="007B2329">
      <w:r>
        <w:t>290.0406</w:t>
      </w:r>
      <w:r>
        <w:tab/>
        <w:t>1.013e0</w:t>
      </w:r>
    </w:p>
    <w:p w:rsidR="007B2329" w:rsidRDefault="007B2329" w:rsidP="007B2329">
      <w:r>
        <w:t>290.0572</w:t>
      </w:r>
      <w:r>
        <w:tab/>
        <w:t>1.013e0</w:t>
      </w:r>
    </w:p>
    <w:p w:rsidR="007B2329" w:rsidRDefault="007B2329" w:rsidP="007B2329">
      <w:r>
        <w:t>290.0610</w:t>
      </w:r>
      <w:r>
        <w:tab/>
        <w:t>2.025e0</w:t>
      </w:r>
    </w:p>
    <w:p w:rsidR="007B2329" w:rsidRDefault="007B2329" w:rsidP="007B2329">
      <w:r>
        <w:t>290.0681</w:t>
      </w:r>
      <w:r>
        <w:tab/>
        <w:t>4.051e0</w:t>
      </w:r>
    </w:p>
    <w:p w:rsidR="007B2329" w:rsidRDefault="007B2329" w:rsidP="007B2329">
      <w:r>
        <w:t>290.0698</w:t>
      </w:r>
      <w:r>
        <w:tab/>
        <w:t>5.063e0</w:t>
      </w:r>
    </w:p>
    <w:p w:rsidR="007B2329" w:rsidRDefault="007B2329" w:rsidP="007B2329">
      <w:r>
        <w:t>290.0769</w:t>
      </w:r>
      <w:r>
        <w:tab/>
        <w:t>1.013e0</w:t>
      </w:r>
    </w:p>
    <w:p w:rsidR="007B2329" w:rsidRDefault="007B2329" w:rsidP="007B2329">
      <w:r>
        <w:t>290.0828</w:t>
      </w:r>
      <w:r>
        <w:tab/>
        <w:t>1.025e0</w:t>
      </w:r>
    </w:p>
    <w:p w:rsidR="007B2329" w:rsidRDefault="007B2329" w:rsidP="007B2329">
      <w:r>
        <w:t>290.0850</w:t>
      </w:r>
      <w:r>
        <w:tab/>
        <w:t>2.025e0</w:t>
      </w:r>
    </w:p>
    <w:p w:rsidR="007B2329" w:rsidRDefault="007B2329" w:rsidP="007B2329">
      <w:r>
        <w:t>290.0988</w:t>
      </w:r>
      <w:r>
        <w:tab/>
        <w:t>2.025e0</w:t>
      </w:r>
    </w:p>
    <w:p w:rsidR="007B2329" w:rsidRDefault="007B2329" w:rsidP="007B2329">
      <w:r>
        <w:lastRenderedPageBreak/>
        <w:t>290.1066</w:t>
      </w:r>
      <w:r>
        <w:tab/>
        <w:t>4.528e0</w:t>
      </w:r>
    </w:p>
    <w:p w:rsidR="007B2329" w:rsidRDefault="007B2329" w:rsidP="007B2329">
      <w:r>
        <w:t>290.1085</w:t>
      </w:r>
      <w:r>
        <w:tab/>
        <w:t>1.013e0</w:t>
      </w:r>
    </w:p>
    <w:p w:rsidR="007B2329" w:rsidRDefault="007B2329" w:rsidP="007B2329">
      <w:r>
        <w:t>290.1304</w:t>
      </w:r>
      <w:r>
        <w:tab/>
        <w:t>3.798e-2</w:t>
      </w:r>
    </w:p>
    <w:p w:rsidR="007B2329" w:rsidRDefault="007B2329" w:rsidP="007B2329">
      <w:r>
        <w:t>290.1442</w:t>
      </w:r>
      <w:r>
        <w:tab/>
        <w:t>1.013e0</w:t>
      </w:r>
    </w:p>
    <w:p w:rsidR="007B2329" w:rsidRDefault="007B2329" w:rsidP="007B2329">
      <w:r>
        <w:t>290.1505</w:t>
      </w:r>
      <w:r>
        <w:tab/>
        <w:t>1.922e0</w:t>
      </w:r>
    </w:p>
    <w:p w:rsidR="007B2329" w:rsidRDefault="007B2329" w:rsidP="007B2329">
      <w:r>
        <w:t>290.1549</w:t>
      </w:r>
      <w:r>
        <w:tab/>
        <w:t>5.667e0</w:t>
      </w:r>
    </w:p>
    <w:p w:rsidR="007B2329" w:rsidRDefault="007B2329" w:rsidP="007B2329">
      <w:r>
        <w:t>290.1797</w:t>
      </w:r>
      <w:r>
        <w:tab/>
        <w:t>1.013e0</w:t>
      </w:r>
    </w:p>
    <w:p w:rsidR="007B2329" w:rsidRDefault="007B2329" w:rsidP="007B2329">
      <w:r>
        <w:t>290.1890</w:t>
      </w:r>
      <w:r>
        <w:tab/>
        <w:t>1.013e0</w:t>
      </w:r>
    </w:p>
    <w:p w:rsidR="007B2329" w:rsidRDefault="007B2329" w:rsidP="007B2329">
      <w:r>
        <w:t>290.2015</w:t>
      </w:r>
      <w:r>
        <w:tab/>
        <w:t>2.025e0</w:t>
      </w:r>
    </w:p>
    <w:p w:rsidR="007B2329" w:rsidRDefault="007B2329" w:rsidP="007B2329">
      <w:r>
        <w:t>290.2113</w:t>
      </w:r>
      <w:r>
        <w:tab/>
        <w:t>2.025e0</w:t>
      </w:r>
    </w:p>
    <w:p w:rsidR="007B2329" w:rsidRDefault="007B2329" w:rsidP="007B2329">
      <w:r>
        <w:t>290.2253</w:t>
      </w:r>
      <w:r>
        <w:tab/>
        <w:t>3.038e0</w:t>
      </w:r>
    </w:p>
    <w:p w:rsidR="007B2329" w:rsidRDefault="007B2329" w:rsidP="007B2329">
      <w:r>
        <w:t>290.2308</w:t>
      </w:r>
      <w:r>
        <w:tab/>
        <w:t>3.038e0</w:t>
      </w:r>
    </w:p>
    <w:p w:rsidR="007B2329" w:rsidRDefault="007B2329" w:rsidP="007B2329">
      <w:r>
        <w:t>290.2395</w:t>
      </w:r>
      <w:r>
        <w:tab/>
        <w:t>3.038e0</w:t>
      </w:r>
    </w:p>
    <w:p w:rsidR="007B2329" w:rsidRDefault="007B2329" w:rsidP="007B2329">
      <w:r>
        <w:t>290.2408</w:t>
      </w:r>
      <w:r>
        <w:tab/>
        <w:t>2.025e0</w:t>
      </w:r>
    </w:p>
    <w:p w:rsidR="007B2329" w:rsidRDefault="007B2329" w:rsidP="007B2329">
      <w:r>
        <w:t>290.2512</w:t>
      </w:r>
      <w:r>
        <w:tab/>
        <w:t>3.038e0</w:t>
      </w:r>
    </w:p>
    <w:p w:rsidR="007B2329" w:rsidRDefault="007B2329" w:rsidP="007B2329">
      <w:r>
        <w:t>290.2637</w:t>
      </w:r>
      <w:r>
        <w:tab/>
        <w:t>2.025e0</w:t>
      </w:r>
    </w:p>
    <w:p w:rsidR="007B2329" w:rsidRDefault="007B2329" w:rsidP="007B2329">
      <w:r>
        <w:t>290.2734</w:t>
      </w:r>
      <w:r>
        <w:tab/>
        <w:t>2.025e0</w:t>
      </w:r>
    </w:p>
    <w:p w:rsidR="007B2329" w:rsidRDefault="007B2329" w:rsidP="007B2329">
      <w:r>
        <w:t>290.2936</w:t>
      </w:r>
      <w:r>
        <w:tab/>
        <w:t>3.038e0</w:t>
      </w:r>
    </w:p>
    <w:p w:rsidR="007B2329" w:rsidRDefault="007B2329" w:rsidP="007B2329">
      <w:r>
        <w:t>290.3022</w:t>
      </w:r>
      <w:r>
        <w:tab/>
        <w:t>1.013e0</w:t>
      </w:r>
    </w:p>
    <w:p w:rsidR="007B2329" w:rsidRDefault="007B2329" w:rsidP="007B2329">
      <w:r>
        <w:lastRenderedPageBreak/>
        <w:t>290.3317</w:t>
      </w:r>
      <w:r>
        <w:tab/>
        <w:t>2.025e0</w:t>
      </w:r>
    </w:p>
    <w:p w:rsidR="007B2329" w:rsidRDefault="007B2329" w:rsidP="007B2329">
      <w:r>
        <w:t>290.3338</w:t>
      </w:r>
      <w:r>
        <w:tab/>
        <w:t>1.013e0</w:t>
      </w:r>
    </w:p>
    <w:p w:rsidR="007B2329" w:rsidRDefault="007B2329" w:rsidP="007B2329">
      <w:r>
        <w:t>290.3358</w:t>
      </w:r>
      <w:r>
        <w:tab/>
        <w:t>2.025e0</w:t>
      </w:r>
    </w:p>
    <w:p w:rsidR="007B2329" w:rsidRDefault="007B2329" w:rsidP="007B2329">
      <w:r>
        <w:t>290.3654</w:t>
      </w:r>
      <w:r>
        <w:tab/>
        <w:t>2.025e0</w:t>
      </w:r>
    </w:p>
    <w:p w:rsidR="007B2329" w:rsidRDefault="007B2329" w:rsidP="007B2329">
      <w:r>
        <w:t>290.3745</w:t>
      </w:r>
      <w:r>
        <w:tab/>
        <w:t>1.013e0</w:t>
      </w:r>
    </w:p>
    <w:p w:rsidR="007B2329" w:rsidRDefault="007B2329" w:rsidP="007B2329">
      <w:r>
        <w:t>290.4109</w:t>
      </w:r>
      <w:r>
        <w:tab/>
        <w:t>2.025e0</w:t>
      </w:r>
    </w:p>
    <w:p w:rsidR="007B2329" w:rsidRDefault="007B2329" w:rsidP="007B2329">
      <w:r>
        <w:t>290.4247</w:t>
      </w:r>
      <w:r>
        <w:tab/>
        <w:t>1.013e0</w:t>
      </w:r>
    </w:p>
    <w:p w:rsidR="007B2329" w:rsidRDefault="007B2329" w:rsidP="007B2329">
      <w:r>
        <w:t>290.4286</w:t>
      </w:r>
      <w:r>
        <w:tab/>
        <w:t>1.013e0</w:t>
      </w:r>
    </w:p>
    <w:p w:rsidR="007B2329" w:rsidRDefault="007B2329" w:rsidP="007B2329">
      <w:r>
        <w:t>290.4521</w:t>
      </w:r>
      <w:r>
        <w:tab/>
        <w:t>2.025e0</w:t>
      </w:r>
    </w:p>
    <w:p w:rsidR="007B2329" w:rsidRDefault="007B2329" w:rsidP="007B2329">
      <w:r>
        <w:t>290.4550</w:t>
      </w:r>
      <w:r>
        <w:tab/>
        <w:t>4.051e0</w:t>
      </w:r>
    </w:p>
    <w:p w:rsidR="007B2329" w:rsidRDefault="007B2329" w:rsidP="007B2329">
      <w:r>
        <w:t>290.4601</w:t>
      </w:r>
      <w:r>
        <w:tab/>
        <w:t>1.013e0</w:t>
      </w:r>
    </w:p>
    <w:p w:rsidR="007B2329" w:rsidRDefault="007B2329" w:rsidP="007B2329">
      <w:r>
        <w:t>290.4798</w:t>
      </w:r>
      <w:r>
        <w:tab/>
        <w:t>1.013e0</w:t>
      </w:r>
    </w:p>
    <w:p w:rsidR="007B2329" w:rsidRDefault="007B2329" w:rsidP="007B2329">
      <w:r>
        <w:t>290.4912</w:t>
      </w:r>
      <w:r>
        <w:tab/>
        <w:t>3.038e0</w:t>
      </w:r>
    </w:p>
    <w:p w:rsidR="007B2329" w:rsidRDefault="007B2329" w:rsidP="007B2329">
      <w:r>
        <w:t>290.5017</w:t>
      </w:r>
      <w:r>
        <w:tab/>
        <w:t>4.051e0</w:t>
      </w:r>
    </w:p>
    <w:p w:rsidR="007B2329" w:rsidRDefault="007B2329" w:rsidP="007B2329">
      <w:r>
        <w:t>290.5028</w:t>
      </w:r>
      <w:r>
        <w:tab/>
        <w:t>3.038e0</w:t>
      </w:r>
    </w:p>
    <w:p w:rsidR="007B2329" w:rsidRDefault="007B2329" w:rsidP="007B2329">
      <w:r>
        <w:t>290.5073</w:t>
      </w:r>
      <w:r>
        <w:tab/>
        <w:t>1.013e0</w:t>
      </w:r>
    </w:p>
    <w:p w:rsidR="007B2329" w:rsidRDefault="007B2329" w:rsidP="007B2329">
      <w:r>
        <w:t>290.5114</w:t>
      </w:r>
      <w:r>
        <w:tab/>
        <w:t>1.013e0</w:t>
      </w:r>
    </w:p>
    <w:p w:rsidR="007B2329" w:rsidRDefault="007B2329" w:rsidP="007B2329">
      <w:r>
        <w:t>290.5195</w:t>
      </w:r>
      <w:r>
        <w:tab/>
        <w:t>1.013e0</w:t>
      </w:r>
    </w:p>
    <w:p w:rsidR="007B2329" w:rsidRDefault="007B2329" w:rsidP="007B2329">
      <w:r>
        <w:t>290.5234</w:t>
      </w:r>
      <w:r>
        <w:tab/>
        <w:t>1.013e0</w:t>
      </w:r>
    </w:p>
    <w:p w:rsidR="007B2329" w:rsidRDefault="007B2329" w:rsidP="007B2329">
      <w:r>
        <w:lastRenderedPageBreak/>
        <w:t>290.5315</w:t>
      </w:r>
      <w:r>
        <w:tab/>
        <w:t>3.038e0</w:t>
      </w:r>
    </w:p>
    <w:p w:rsidR="007B2329" w:rsidRDefault="007B2329" w:rsidP="007B2329">
      <w:r>
        <w:t>290.5391</w:t>
      </w:r>
      <w:r>
        <w:tab/>
        <w:t>3.038e0</w:t>
      </w:r>
    </w:p>
    <w:p w:rsidR="007B2329" w:rsidRDefault="007B2329" w:rsidP="007B2329">
      <w:r>
        <w:t>290.5707</w:t>
      </w:r>
      <w:r>
        <w:tab/>
        <w:t>1.013e0</w:t>
      </w:r>
    </w:p>
    <w:p w:rsidR="007B2329" w:rsidRDefault="007B2329" w:rsidP="007B2329">
      <w:r>
        <w:t>290.5751</w:t>
      </w:r>
      <w:r>
        <w:tab/>
        <w:t>4.096e0</w:t>
      </w:r>
    </w:p>
    <w:p w:rsidR="007B2329" w:rsidRDefault="007B2329" w:rsidP="007B2329">
      <w:r>
        <w:t>290.5827</w:t>
      </w:r>
      <w:r>
        <w:tab/>
        <w:t>1.013e0</w:t>
      </w:r>
    </w:p>
    <w:p w:rsidR="007B2329" w:rsidRDefault="007B2329" w:rsidP="007B2329">
      <w:r>
        <w:t>290.5869</w:t>
      </w:r>
      <w:r>
        <w:tab/>
        <w:t>2.025e0</w:t>
      </w:r>
    </w:p>
    <w:p w:rsidR="007B2329" w:rsidRDefault="007B2329" w:rsidP="007B2329">
      <w:r>
        <w:t>290.5914</w:t>
      </w:r>
      <w:r>
        <w:tab/>
        <w:t>3.038e0</w:t>
      </w:r>
    </w:p>
    <w:p w:rsidR="007B2329" w:rsidRDefault="007B2329" w:rsidP="007B2329">
      <w:r>
        <w:t>290.6148</w:t>
      </w:r>
      <w:r>
        <w:tab/>
        <w:t>2.025e0</w:t>
      </w:r>
    </w:p>
    <w:p w:rsidR="007B2329" w:rsidRDefault="007B2329" w:rsidP="007B2329">
      <w:r>
        <w:t>290.6217</w:t>
      </w:r>
      <w:r>
        <w:tab/>
        <w:t>2.025e0</w:t>
      </w:r>
    </w:p>
    <w:p w:rsidR="007B2329" w:rsidRDefault="007B2329" w:rsidP="007B2329">
      <w:r>
        <w:t>290.6240</w:t>
      </w:r>
      <w:r>
        <w:tab/>
        <w:t>1.013e0</w:t>
      </w:r>
    </w:p>
    <w:p w:rsidR="007B2329" w:rsidRDefault="007B2329" w:rsidP="007B2329">
      <w:r>
        <w:t>290.6294</w:t>
      </w:r>
      <w:r>
        <w:tab/>
        <w:t>1.013e0</w:t>
      </w:r>
    </w:p>
    <w:p w:rsidR="007B2329" w:rsidRDefault="007B2329" w:rsidP="007B2329">
      <w:r>
        <w:t>290.6449</w:t>
      </w:r>
      <w:r>
        <w:tab/>
        <w:t>2.025e0</w:t>
      </w:r>
    </w:p>
    <w:p w:rsidR="007B2329" w:rsidRDefault="007B2329" w:rsidP="007B2329">
      <w:r>
        <w:t>290.6459</w:t>
      </w:r>
      <w:r>
        <w:tab/>
        <w:t>1.013e0</w:t>
      </w:r>
    </w:p>
    <w:p w:rsidR="007B2329" w:rsidRDefault="007B2329" w:rsidP="007B2329">
      <w:r>
        <w:t>290.6719</w:t>
      </w:r>
      <w:r>
        <w:tab/>
        <w:t>4.051e0</w:t>
      </w:r>
    </w:p>
    <w:p w:rsidR="007B2329" w:rsidRDefault="007B2329" w:rsidP="007B2329">
      <w:r>
        <w:t>290.6767</w:t>
      </w:r>
      <w:r>
        <w:tab/>
        <w:t>2.025e0</w:t>
      </w:r>
    </w:p>
    <w:p w:rsidR="007B2329" w:rsidRDefault="007B2329" w:rsidP="007B2329">
      <w:r>
        <w:t>290.6812</w:t>
      </w:r>
      <w:r>
        <w:tab/>
        <w:t>3.038e0</w:t>
      </w:r>
    </w:p>
    <w:p w:rsidR="007B2329" w:rsidRDefault="007B2329" w:rsidP="007B2329">
      <w:r>
        <w:t>290.6832</w:t>
      </w:r>
      <w:r>
        <w:tab/>
        <w:t>2.025e0</w:t>
      </w:r>
    </w:p>
    <w:p w:rsidR="007B2329" w:rsidRDefault="007B2329" w:rsidP="007B2329">
      <w:r>
        <w:t>290.6877</w:t>
      </w:r>
      <w:r>
        <w:tab/>
        <w:t>1.013e0</w:t>
      </w:r>
    </w:p>
    <w:p w:rsidR="007B2329" w:rsidRDefault="007B2329" w:rsidP="007B2329">
      <w:r>
        <w:t>290.6935</w:t>
      </w:r>
      <w:r>
        <w:tab/>
        <w:t>2.025e0</w:t>
      </w:r>
    </w:p>
    <w:p w:rsidR="007B2329" w:rsidRDefault="007B2329" w:rsidP="007B2329">
      <w:r>
        <w:lastRenderedPageBreak/>
        <w:t>290.7195</w:t>
      </w:r>
      <w:r>
        <w:tab/>
        <w:t>1.013e0</w:t>
      </w:r>
    </w:p>
    <w:p w:rsidR="007B2329" w:rsidRDefault="007B2329" w:rsidP="007B2329">
      <w:r>
        <w:t>290.7252</w:t>
      </w:r>
      <w:r>
        <w:tab/>
        <w:t>2.025e0</w:t>
      </w:r>
    </w:p>
    <w:p w:rsidR="007B2329" w:rsidRDefault="007B2329" w:rsidP="007B2329">
      <w:r>
        <w:t>290.7351</w:t>
      </w:r>
      <w:r>
        <w:tab/>
        <w:t>2.038e0</w:t>
      </w:r>
    </w:p>
    <w:p w:rsidR="007B2329" w:rsidRDefault="007B2329" w:rsidP="007B2329">
      <w:r>
        <w:t>290.7408</w:t>
      </w:r>
      <w:r>
        <w:tab/>
        <w:t>1.013e0</w:t>
      </w:r>
    </w:p>
    <w:p w:rsidR="007B2329" w:rsidRDefault="007B2329" w:rsidP="007B2329">
      <w:r>
        <w:t>290.7421</w:t>
      </w:r>
      <w:r>
        <w:tab/>
        <w:t>1.025e0</w:t>
      </w:r>
    </w:p>
    <w:p w:rsidR="007B2329" w:rsidRDefault="007B2329" w:rsidP="007B2329">
      <w:r>
        <w:t>290.7515</w:t>
      </w:r>
      <w:r>
        <w:tab/>
        <w:t>2.025e0</w:t>
      </w:r>
    </w:p>
    <w:p w:rsidR="007B2329" w:rsidRDefault="007B2329" w:rsidP="007B2329">
      <w:r>
        <w:t>290.7780</w:t>
      </w:r>
      <w:r>
        <w:tab/>
        <w:t>1.013e0</w:t>
      </w:r>
    </w:p>
    <w:p w:rsidR="007B2329" w:rsidRDefault="007B2329" w:rsidP="007B2329">
      <w:r>
        <w:t>290.7919</w:t>
      </w:r>
      <w:r>
        <w:tab/>
        <w:t>1.013e0</w:t>
      </w:r>
    </w:p>
    <w:p w:rsidR="007B2329" w:rsidRDefault="007B2329" w:rsidP="007B2329">
      <w:r>
        <w:t>290.8000</w:t>
      </w:r>
      <w:r>
        <w:tab/>
        <w:t>1.013e0</w:t>
      </w:r>
    </w:p>
    <w:p w:rsidR="007B2329" w:rsidRDefault="007B2329" w:rsidP="007B2329">
      <w:r>
        <w:t>290.8026</w:t>
      </w:r>
      <w:r>
        <w:tab/>
        <w:t>2.025e0</w:t>
      </w:r>
    </w:p>
    <w:p w:rsidR="007B2329" w:rsidRDefault="007B2329" w:rsidP="007B2329">
      <w:r>
        <w:t>290.8174</w:t>
      </w:r>
      <w:r>
        <w:tab/>
        <w:t>2.025e0</w:t>
      </w:r>
    </w:p>
    <w:p w:rsidR="007B2329" w:rsidRDefault="007B2329" w:rsidP="007B2329">
      <w:r>
        <w:t>290.8237</w:t>
      </w:r>
      <w:r>
        <w:tab/>
        <w:t>2.025e0</w:t>
      </w:r>
    </w:p>
    <w:p w:rsidR="007B2329" w:rsidRDefault="007B2329" w:rsidP="007B2329">
      <w:r>
        <w:t>290.8322</w:t>
      </w:r>
      <w:r>
        <w:tab/>
        <w:t>3.038e0</w:t>
      </w:r>
    </w:p>
    <w:p w:rsidR="007B2329" w:rsidRDefault="007B2329" w:rsidP="007B2329">
      <w:r>
        <w:t>290.8417</w:t>
      </w:r>
      <w:r>
        <w:tab/>
        <w:t>1.013e0</w:t>
      </w:r>
    </w:p>
    <w:p w:rsidR="007B2329" w:rsidRDefault="007B2329" w:rsidP="007B2329">
      <w:r>
        <w:t>290.8474</w:t>
      </w:r>
      <w:r>
        <w:tab/>
        <w:t>3.038e0</w:t>
      </w:r>
    </w:p>
    <w:p w:rsidR="007B2329" w:rsidRDefault="007B2329" w:rsidP="007B2329">
      <w:r>
        <w:t>290.8710</w:t>
      </w:r>
      <w:r>
        <w:tab/>
        <w:t>4.051e0</w:t>
      </w:r>
    </w:p>
    <w:p w:rsidR="007B2329" w:rsidRDefault="007B2329" w:rsidP="007B2329">
      <w:r>
        <w:t>290.8731</w:t>
      </w:r>
      <w:r>
        <w:tab/>
        <w:t>2.025e0</w:t>
      </w:r>
    </w:p>
    <w:p w:rsidR="007B2329" w:rsidRDefault="007B2329" w:rsidP="007B2329">
      <w:r>
        <w:t>290.8828</w:t>
      </w:r>
      <w:r>
        <w:tab/>
        <w:t>1.013e0</w:t>
      </w:r>
    </w:p>
    <w:p w:rsidR="007B2329" w:rsidRDefault="007B2329" w:rsidP="007B2329">
      <w:r>
        <w:t>290.8849</w:t>
      </w:r>
      <w:r>
        <w:tab/>
        <w:t>2.025e0</w:t>
      </w:r>
    </w:p>
    <w:p w:rsidR="007B2329" w:rsidRDefault="007B2329" w:rsidP="007B2329">
      <w:r>
        <w:lastRenderedPageBreak/>
        <w:t>290.8949</w:t>
      </w:r>
      <w:r>
        <w:tab/>
        <w:t>1.013e0</w:t>
      </w:r>
    </w:p>
    <w:p w:rsidR="007B2329" w:rsidRDefault="007B2329" w:rsidP="007B2329">
      <w:r>
        <w:t>290.9186</w:t>
      </w:r>
      <w:r>
        <w:tab/>
        <w:t>2.532e-2</w:t>
      </w:r>
    </w:p>
    <w:p w:rsidR="007B2329" w:rsidRDefault="007B2329" w:rsidP="007B2329">
      <w:r>
        <w:t>290.9249</w:t>
      </w:r>
      <w:r>
        <w:tab/>
        <w:t>5.063e0</w:t>
      </w:r>
    </w:p>
    <w:p w:rsidR="007B2329" w:rsidRDefault="007B2329" w:rsidP="007B2329">
      <w:r>
        <w:t>290.9269</w:t>
      </w:r>
      <w:r>
        <w:tab/>
        <w:t>1.013e0</w:t>
      </w:r>
    </w:p>
    <w:p w:rsidR="007B2329" w:rsidRDefault="007B2329" w:rsidP="007B2329">
      <w:r>
        <w:t>290.9291</w:t>
      </w:r>
      <w:r>
        <w:tab/>
        <w:t>3.038e0</w:t>
      </w:r>
    </w:p>
    <w:p w:rsidR="007B2329" w:rsidRDefault="007B2329" w:rsidP="007B2329">
      <w:r>
        <w:t>290.9321</w:t>
      </w:r>
      <w:r>
        <w:tab/>
        <w:t>1.013e0</w:t>
      </w:r>
    </w:p>
    <w:p w:rsidR="007B2329" w:rsidRDefault="007B2329" w:rsidP="007B2329">
      <w:r>
        <w:t>290.9412</w:t>
      </w:r>
      <w:r>
        <w:tab/>
        <w:t>4.051e0</w:t>
      </w:r>
    </w:p>
    <w:p w:rsidR="007B2329" w:rsidRDefault="007B2329" w:rsidP="007B2329">
      <w:r>
        <w:t>290.9738</w:t>
      </w:r>
      <w:r>
        <w:tab/>
        <w:t>1.013e0</w:t>
      </w:r>
    </w:p>
    <w:p w:rsidR="007B2329" w:rsidRDefault="007B2329" w:rsidP="007B2329">
      <w:r>
        <w:t>290.9843</w:t>
      </w:r>
      <w:r>
        <w:tab/>
        <w:t>6.076e0</w:t>
      </w:r>
    </w:p>
    <w:p w:rsidR="007B2329" w:rsidRDefault="007B2329" w:rsidP="007B2329">
      <w:r>
        <w:t>290.9906</w:t>
      </w:r>
      <w:r>
        <w:tab/>
        <w:t>1.013e0</w:t>
      </w:r>
    </w:p>
    <w:p w:rsidR="007B2329" w:rsidRDefault="007B2329" w:rsidP="007B2329">
      <w:r>
        <w:t>291.0012</w:t>
      </w:r>
      <w:r>
        <w:tab/>
        <w:t>1.013e0</w:t>
      </w:r>
    </w:p>
    <w:p w:rsidR="007B2329" w:rsidRDefault="007B2329" w:rsidP="007B2329">
      <w:r>
        <w:t>291.0116</w:t>
      </w:r>
      <w:r>
        <w:tab/>
        <w:t>3.038e0</w:t>
      </w:r>
    </w:p>
    <w:p w:rsidR="007B2329" w:rsidRDefault="007B2329" w:rsidP="007B2329">
      <w:r>
        <w:t>291.0329</w:t>
      </w:r>
      <w:r>
        <w:tab/>
        <w:t>3.063e0</w:t>
      </w:r>
    </w:p>
    <w:p w:rsidR="007B2329" w:rsidRDefault="007B2329" w:rsidP="007B2329">
      <w:r>
        <w:t>291.0370</w:t>
      </w:r>
      <w:r>
        <w:tab/>
        <w:t>1.013e0</w:t>
      </w:r>
    </w:p>
    <w:p w:rsidR="007B2329" w:rsidRDefault="007B2329" w:rsidP="007B2329">
      <w:r>
        <w:t>291.0429</w:t>
      </w:r>
      <w:r>
        <w:tab/>
        <w:t>3.038e0</w:t>
      </w:r>
    </w:p>
    <w:p w:rsidR="007B2329" w:rsidRDefault="007B2329" w:rsidP="007B2329">
      <w:r>
        <w:t>291.0653</w:t>
      </w:r>
      <w:r>
        <w:tab/>
        <w:t>2.025e0</w:t>
      </w:r>
    </w:p>
    <w:p w:rsidR="007B2329" w:rsidRDefault="007B2329" w:rsidP="007B2329">
      <w:r>
        <w:t>291.0727</w:t>
      </w:r>
      <w:r>
        <w:tab/>
        <w:t>1.013e0</w:t>
      </w:r>
    </w:p>
    <w:p w:rsidR="007B2329" w:rsidRDefault="007B2329" w:rsidP="007B2329">
      <w:r>
        <w:t>291.0810</w:t>
      </w:r>
      <w:r>
        <w:tab/>
        <w:t>1.013e0</w:t>
      </w:r>
    </w:p>
    <w:p w:rsidR="007B2329" w:rsidRDefault="007B2329" w:rsidP="007B2329">
      <w:r>
        <w:t>291.0863</w:t>
      </w:r>
      <w:r>
        <w:tab/>
        <w:t>1.013e0</w:t>
      </w:r>
    </w:p>
    <w:p w:rsidR="007B2329" w:rsidRDefault="007B2329" w:rsidP="007B2329">
      <w:r>
        <w:lastRenderedPageBreak/>
        <w:t>291.1002</w:t>
      </w:r>
      <w:r>
        <w:tab/>
        <w:t>1.013e0</w:t>
      </w:r>
    </w:p>
    <w:p w:rsidR="007B2329" w:rsidRDefault="007B2329" w:rsidP="007B2329">
      <w:r>
        <w:t>291.1034</w:t>
      </w:r>
      <w:r>
        <w:tab/>
        <w:t>2.655e0</w:t>
      </w:r>
    </w:p>
    <w:p w:rsidR="007B2329" w:rsidRDefault="007B2329" w:rsidP="007B2329">
      <w:r>
        <w:t>291.1174</w:t>
      </w:r>
      <w:r>
        <w:tab/>
        <w:t>3.151e0</w:t>
      </w:r>
    </w:p>
    <w:p w:rsidR="007B2329" w:rsidRDefault="007B2329" w:rsidP="007B2329">
      <w:r>
        <w:t>291.1281</w:t>
      </w:r>
      <w:r>
        <w:tab/>
        <w:t>2.025e0</w:t>
      </w:r>
    </w:p>
    <w:p w:rsidR="007B2329" w:rsidRDefault="007B2329" w:rsidP="007B2329">
      <w:r>
        <w:t>291.1316</w:t>
      </w:r>
      <w:r>
        <w:tab/>
        <w:t>5.063e0</w:t>
      </w:r>
    </w:p>
    <w:p w:rsidR="007B2329" w:rsidRDefault="007B2329" w:rsidP="007B2329">
      <w:r>
        <w:t>291.1334</w:t>
      </w:r>
      <w:r>
        <w:tab/>
        <w:t>1.206e1</w:t>
      </w:r>
    </w:p>
    <w:p w:rsidR="007B2329" w:rsidRDefault="007B2329" w:rsidP="007B2329">
      <w:r>
        <w:t>291.1418</w:t>
      </w:r>
      <w:r>
        <w:tab/>
        <w:t>3.038e0</w:t>
      </w:r>
    </w:p>
    <w:p w:rsidR="007B2329" w:rsidRDefault="007B2329" w:rsidP="007B2329">
      <w:r>
        <w:t>291.1460</w:t>
      </w:r>
      <w:r>
        <w:tab/>
        <w:t>1.114e0</w:t>
      </w:r>
    </w:p>
    <w:p w:rsidR="007B2329" w:rsidRDefault="007B2329" w:rsidP="007B2329">
      <w:r>
        <w:t>291.1510</w:t>
      </w:r>
      <w:r>
        <w:tab/>
        <w:t>2.038e0</w:t>
      </w:r>
    </w:p>
    <w:p w:rsidR="007B2329" w:rsidRDefault="007B2329" w:rsidP="007B2329">
      <w:r>
        <w:t>291.1771</w:t>
      </w:r>
      <w:r>
        <w:tab/>
        <w:t>2.564e0</w:t>
      </w:r>
    </w:p>
    <w:p w:rsidR="007B2329" w:rsidRDefault="007B2329" w:rsidP="007B2329">
      <w:r>
        <w:t>291.1794</w:t>
      </w:r>
      <w:r>
        <w:tab/>
        <w:t>2.025e0</w:t>
      </w:r>
    </w:p>
    <w:p w:rsidR="007B2329" w:rsidRDefault="007B2329" w:rsidP="007B2329">
      <w:r>
        <w:t>291.1832</w:t>
      </w:r>
      <w:r>
        <w:tab/>
        <w:t>1.880e0</w:t>
      </w:r>
    </w:p>
    <w:p w:rsidR="007B2329" w:rsidRDefault="007B2329" w:rsidP="007B2329">
      <w:r>
        <w:t>291.1913</w:t>
      </w:r>
      <w:r>
        <w:tab/>
        <w:t>1.013e0</w:t>
      </w:r>
    </w:p>
    <w:p w:rsidR="007B2329" w:rsidRDefault="007B2329" w:rsidP="007B2329">
      <w:r>
        <w:t>291.1952</w:t>
      </w:r>
      <w:r>
        <w:tab/>
        <w:t>1.013e0</w:t>
      </w:r>
    </w:p>
    <w:p w:rsidR="007B2329" w:rsidRDefault="007B2329" w:rsidP="007B2329">
      <w:r>
        <w:t>291.2086</w:t>
      </w:r>
      <w:r>
        <w:tab/>
        <w:t>1.013e0</w:t>
      </w:r>
    </w:p>
    <w:p w:rsidR="007B2329" w:rsidRDefault="007B2329" w:rsidP="007B2329">
      <w:r>
        <w:t>291.2178</w:t>
      </w:r>
      <w:r>
        <w:tab/>
        <w:t>2.025e0</w:t>
      </w:r>
    </w:p>
    <w:p w:rsidR="007B2329" w:rsidRDefault="007B2329" w:rsidP="007B2329">
      <w:r>
        <w:t>291.2249</w:t>
      </w:r>
      <w:r>
        <w:tab/>
        <w:t>1.025e0</w:t>
      </w:r>
    </w:p>
    <w:p w:rsidR="007B2329" w:rsidRDefault="007B2329" w:rsidP="007B2329">
      <w:r>
        <w:t>291.2275</w:t>
      </w:r>
      <w:r>
        <w:tab/>
        <w:t>2.025e0</w:t>
      </w:r>
    </w:p>
    <w:p w:rsidR="007B2329" w:rsidRDefault="007B2329" w:rsidP="007B2329">
      <w:r>
        <w:t>291.2459</w:t>
      </w:r>
      <w:r>
        <w:tab/>
        <w:t>4.051e0</w:t>
      </w:r>
    </w:p>
    <w:p w:rsidR="007B2329" w:rsidRDefault="007B2329" w:rsidP="007B2329">
      <w:r>
        <w:lastRenderedPageBreak/>
        <w:t>291.2505</w:t>
      </w:r>
      <w:r>
        <w:tab/>
        <w:t>1.013e0</w:t>
      </w:r>
    </w:p>
    <w:p w:rsidR="007B2329" w:rsidRDefault="007B2329" w:rsidP="007B2329">
      <w:r>
        <w:t>291.2545</w:t>
      </w:r>
      <w:r>
        <w:tab/>
        <w:t>1.129e0</w:t>
      </w:r>
    </w:p>
    <w:p w:rsidR="007B2329" w:rsidRDefault="007B2329" w:rsidP="007B2329">
      <w:r>
        <w:t>291.2561</w:t>
      </w:r>
      <w:r>
        <w:tab/>
        <w:t>3.179e0</w:t>
      </w:r>
    </w:p>
    <w:p w:rsidR="007B2329" w:rsidRDefault="007B2329" w:rsidP="007B2329">
      <w:r>
        <w:t>291.2670</w:t>
      </w:r>
      <w:r>
        <w:tab/>
        <w:t>1.013e0</w:t>
      </w:r>
    </w:p>
    <w:p w:rsidR="007B2329" w:rsidRDefault="007B2329" w:rsidP="007B2329">
      <w:r>
        <w:t>291.2680</w:t>
      </w:r>
      <w:r>
        <w:tab/>
        <w:t>2.025e0</w:t>
      </w:r>
    </w:p>
    <w:p w:rsidR="007B2329" w:rsidRDefault="007B2329" w:rsidP="007B2329">
      <w:r>
        <w:t>291.2705</w:t>
      </w:r>
      <w:r>
        <w:tab/>
        <w:t>2.025e0</w:t>
      </w:r>
    </w:p>
    <w:p w:rsidR="007B2329" w:rsidRDefault="007B2329" w:rsidP="007B2329">
      <w:r>
        <w:t>291.2982</w:t>
      </w:r>
      <w:r>
        <w:tab/>
        <w:t>2.025e0</w:t>
      </w:r>
    </w:p>
    <w:p w:rsidR="007B2329" w:rsidRDefault="007B2329" w:rsidP="007B2329">
      <w:r>
        <w:t>291.3043</w:t>
      </w:r>
      <w:r>
        <w:tab/>
        <w:t>2.025e0</w:t>
      </w:r>
    </w:p>
    <w:p w:rsidR="007B2329" w:rsidRDefault="007B2329" w:rsidP="007B2329">
      <w:r>
        <w:t>291.3096</w:t>
      </w:r>
      <w:r>
        <w:tab/>
        <w:t>1.013e0</w:t>
      </w:r>
    </w:p>
    <w:p w:rsidR="007B2329" w:rsidRDefault="007B2329" w:rsidP="007B2329">
      <w:r>
        <w:t>291.3113</w:t>
      </w:r>
      <w:r>
        <w:tab/>
        <w:t>2.025e0</w:t>
      </w:r>
    </w:p>
    <w:p w:rsidR="007B2329" w:rsidRDefault="007B2329" w:rsidP="007B2329">
      <w:r>
        <w:t>291.3188</w:t>
      </w:r>
      <w:r>
        <w:tab/>
        <w:t>3.038e0</w:t>
      </w:r>
    </w:p>
    <w:p w:rsidR="007B2329" w:rsidRDefault="007B2329" w:rsidP="007B2329">
      <w:r>
        <w:t>291.3362</w:t>
      </w:r>
      <w:r>
        <w:tab/>
        <w:t>3.038e0</w:t>
      </w:r>
    </w:p>
    <w:p w:rsidR="007B2329" w:rsidRDefault="007B2329" w:rsidP="007B2329">
      <w:r>
        <w:t>291.3495</w:t>
      </w:r>
      <w:r>
        <w:tab/>
        <w:t>1.013e0</w:t>
      </w:r>
    </w:p>
    <w:p w:rsidR="007B2329" w:rsidRDefault="007B2329" w:rsidP="007B2329">
      <w:r>
        <w:t>291.3535</w:t>
      </w:r>
      <w:r>
        <w:tab/>
        <w:t>3.038e0</w:t>
      </w:r>
    </w:p>
    <w:p w:rsidR="007B2329" w:rsidRDefault="007B2329" w:rsidP="007B2329">
      <w:r>
        <w:t>291.3690</w:t>
      </w:r>
      <w:r>
        <w:tab/>
        <w:t>4.051e0</w:t>
      </w:r>
    </w:p>
    <w:p w:rsidR="007B2329" w:rsidRDefault="007B2329" w:rsidP="007B2329">
      <w:r>
        <w:t>291.3895</w:t>
      </w:r>
      <w:r>
        <w:tab/>
        <w:t>2.025e0</w:t>
      </w:r>
    </w:p>
    <w:p w:rsidR="007B2329" w:rsidRDefault="007B2329" w:rsidP="007B2329">
      <w:r>
        <w:t>291.3924</w:t>
      </w:r>
      <w:r>
        <w:tab/>
        <w:t>5.063e0</w:t>
      </w:r>
    </w:p>
    <w:p w:rsidR="007B2329" w:rsidRDefault="007B2329" w:rsidP="007B2329">
      <w:r>
        <w:t>291.4020</w:t>
      </w:r>
      <w:r>
        <w:tab/>
        <w:t>2.025e0</w:t>
      </w:r>
    </w:p>
    <w:p w:rsidR="007B2329" w:rsidRDefault="007B2329" w:rsidP="007B2329">
      <w:r>
        <w:t>291.4087</w:t>
      </w:r>
      <w:r>
        <w:tab/>
        <w:t>1.013e0</w:t>
      </w:r>
    </w:p>
    <w:p w:rsidR="007B2329" w:rsidRDefault="007B2329" w:rsidP="007B2329">
      <w:r>
        <w:lastRenderedPageBreak/>
        <w:t>291.4266</w:t>
      </w:r>
      <w:r>
        <w:tab/>
        <w:t>1.013e0</w:t>
      </w:r>
    </w:p>
    <w:p w:rsidR="007B2329" w:rsidRDefault="007B2329" w:rsidP="007B2329">
      <w:r>
        <w:t>291.4541</w:t>
      </w:r>
      <w:r>
        <w:tab/>
        <w:t>2.025e0</w:t>
      </w:r>
    </w:p>
    <w:p w:rsidR="007B2329" w:rsidRDefault="007B2329" w:rsidP="007B2329">
      <w:r>
        <w:t>291.4586</w:t>
      </w:r>
      <w:r>
        <w:tab/>
        <w:t>1.013e0</w:t>
      </w:r>
    </w:p>
    <w:p w:rsidR="007B2329" w:rsidRDefault="007B2329" w:rsidP="007B2329">
      <w:r>
        <w:t>291.4644</w:t>
      </w:r>
      <w:r>
        <w:tab/>
        <w:t>5.063e0</w:t>
      </w:r>
    </w:p>
    <w:p w:rsidR="007B2329" w:rsidRDefault="007B2329" w:rsidP="007B2329">
      <w:r>
        <w:t>291.4760</w:t>
      </w:r>
      <w:r>
        <w:tab/>
        <w:t>1.013e0</w:t>
      </w:r>
    </w:p>
    <w:p w:rsidR="007B2329" w:rsidRDefault="007B2329" w:rsidP="007B2329">
      <w:r>
        <w:t>291.4799</w:t>
      </w:r>
      <w:r>
        <w:tab/>
        <w:t>2.025e0</w:t>
      </w:r>
    </w:p>
    <w:p w:rsidR="007B2329" w:rsidRDefault="007B2329" w:rsidP="007B2329">
      <w:r>
        <w:t>291.4945</w:t>
      </w:r>
      <w:r>
        <w:tab/>
        <w:t>2.025e0</w:t>
      </w:r>
    </w:p>
    <w:p w:rsidR="007B2329" w:rsidRDefault="007B2329" w:rsidP="007B2329">
      <w:r>
        <w:t>291.5016</w:t>
      </w:r>
      <w:r>
        <w:tab/>
        <w:t>2.025e0</w:t>
      </w:r>
    </w:p>
    <w:p w:rsidR="007B2329" w:rsidRDefault="007B2329" w:rsidP="007B2329">
      <w:r>
        <w:t>291.5077</w:t>
      </w:r>
      <w:r>
        <w:tab/>
        <w:t>1.013e0</w:t>
      </w:r>
    </w:p>
    <w:p w:rsidR="007B2329" w:rsidRDefault="007B2329" w:rsidP="007B2329">
      <w:r>
        <w:t>291.5312</w:t>
      </w:r>
      <w:r>
        <w:tab/>
        <w:t>1.013e0</w:t>
      </w:r>
    </w:p>
    <w:p w:rsidR="007B2329" w:rsidRDefault="007B2329" w:rsidP="007B2329">
      <w:r>
        <w:t>291.5342</w:t>
      </w:r>
      <w:r>
        <w:tab/>
        <w:t>3.038e0</w:t>
      </w:r>
    </w:p>
    <w:p w:rsidR="007B2329" w:rsidRDefault="007B2329" w:rsidP="007B2329">
      <w:r>
        <w:t>291.5394</w:t>
      </w:r>
      <w:r>
        <w:tab/>
        <w:t>1.013e0</w:t>
      </w:r>
    </w:p>
    <w:p w:rsidR="007B2329" w:rsidRDefault="007B2329" w:rsidP="007B2329">
      <w:r>
        <w:t>291.5589</w:t>
      </w:r>
      <w:r>
        <w:tab/>
        <w:t>1.013e0</w:t>
      </w:r>
    </w:p>
    <w:p w:rsidR="007B2329" w:rsidRDefault="007B2329" w:rsidP="007B2329">
      <w:r>
        <w:t>291.5629</w:t>
      </w:r>
      <w:r>
        <w:tab/>
        <w:t>2.025e0</w:t>
      </w:r>
    </w:p>
    <w:p w:rsidR="007B2329" w:rsidRDefault="007B2329" w:rsidP="007B2329">
      <w:r>
        <w:t>291.5710</w:t>
      </w:r>
      <w:r>
        <w:tab/>
        <w:t>1.013e0</w:t>
      </w:r>
    </w:p>
    <w:p w:rsidR="007B2329" w:rsidRDefault="007B2329" w:rsidP="007B2329">
      <w:r>
        <w:t>291.5766</w:t>
      </w:r>
      <w:r>
        <w:tab/>
        <w:t>1.025e0</w:t>
      </w:r>
    </w:p>
    <w:p w:rsidR="007B2329" w:rsidRDefault="007B2329" w:rsidP="007B2329">
      <w:r>
        <w:t>291.5810</w:t>
      </w:r>
      <w:r>
        <w:tab/>
        <w:t>1.013e0</w:t>
      </w:r>
    </w:p>
    <w:p w:rsidR="007B2329" w:rsidRDefault="007B2329" w:rsidP="007B2329">
      <w:r>
        <w:t>291.5863</w:t>
      </w:r>
      <w:r>
        <w:tab/>
        <w:t>2.420e0</w:t>
      </w:r>
    </w:p>
    <w:p w:rsidR="007B2329" w:rsidRDefault="007B2329" w:rsidP="007B2329">
      <w:r>
        <w:t>291.5908</w:t>
      </w:r>
      <w:r>
        <w:tab/>
        <w:t>3.038e0</w:t>
      </w:r>
    </w:p>
    <w:p w:rsidR="007B2329" w:rsidRDefault="007B2329" w:rsidP="007B2329">
      <w:r>
        <w:lastRenderedPageBreak/>
        <w:t>291.6099</w:t>
      </w:r>
      <w:r>
        <w:tab/>
        <w:t>3.038e0</w:t>
      </w:r>
    </w:p>
    <w:p w:rsidR="007B2329" w:rsidRDefault="007B2329" w:rsidP="007B2329">
      <w:r>
        <w:t>291.6131</w:t>
      </w:r>
      <w:r>
        <w:tab/>
        <w:t>1.013e0</w:t>
      </w:r>
    </w:p>
    <w:p w:rsidR="007B2329" w:rsidRDefault="007B2329" w:rsidP="007B2329">
      <w:r>
        <w:t>291.6221</w:t>
      </w:r>
      <w:r>
        <w:tab/>
        <w:t>1.013e0</w:t>
      </w:r>
    </w:p>
    <w:p w:rsidR="007B2329" w:rsidRDefault="007B2329" w:rsidP="007B2329">
      <w:r>
        <w:t>291.6262</w:t>
      </w:r>
      <w:r>
        <w:tab/>
        <w:t>2.025e0</w:t>
      </w:r>
    </w:p>
    <w:p w:rsidR="007B2329" w:rsidRDefault="007B2329" w:rsidP="007B2329">
      <w:r>
        <w:t>291.6303</w:t>
      </w:r>
      <w:r>
        <w:tab/>
        <w:t>1.013e0</w:t>
      </w:r>
    </w:p>
    <w:p w:rsidR="007B2329" w:rsidRDefault="007B2329" w:rsidP="007B2329">
      <w:r>
        <w:t>291.6343</w:t>
      </w:r>
      <w:r>
        <w:tab/>
        <w:t>1.013e0</w:t>
      </w:r>
    </w:p>
    <w:p w:rsidR="007B2329" w:rsidRDefault="007B2329" w:rsidP="007B2329">
      <w:r>
        <w:t>291.6379</w:t>
      </w:r>
      <w:r>
        <w:tab/>
        <w:t>3.038e0</w:t>
      </w:r>
    </w:p>
    <w:p w:rsidR="007B2329" w:rsidRDefault="007B2329" w:rsidP="007B2329">
      <w:r>
        <w:t>291.6398</w:t>
      </w:r>
      <w:r>
        <w:tab/>
        <w:t>4.051e0</w:t>
      </w:r>
    </w:p>
    <w:p w:rsidR="007B2329" w:rsidRDefault="007B2329" w:rsidP="007B2329">
      <w:r>
        <w:t>291.6489</w:t>
      </w:r>
      <w:r>
        <w:tab/>
        <w:t>2.025e0</w:t>
      </w:r>
    </w:p>
    <w:p w:rsidR="007B2329" w:rsidRDefault="007B2329" w:rsidP="007B2329">
      <w:r>
        <w:t>291.6508</w:t>
      </w:r>
      <w:r>
        <w:tab/>
        <w:t>2.025e0</w:t>
      </w:r>
    </w:p>
    <w:p w:rsidR="007B2329" w:rsidRDefault="007B2329" w:rsidP="007B2329">
      <w:r>
        <w:t>291.6744</w:t>
      </w:r>
      <w:r>
        <w:tab/>
        <w:t>5.063e0</w:t>
      </w:r>
    </w:p>
    <w:p w:rsidR="007B2329" w:rsidRDefault="007B2329" w:rsidP="007B2329">
      <w:r>
        <w:t>291.6809</w:t>
      </w:r>
      <w:r>
        <w:tab/>
        <w:t>2.025e0</w:t>
      </w:r>
    </w:p>
    <w:p w:rsidR="007B2329" w:rsidRDefault="007B2329" w:rsidP="007B2329">
      <w:r>
        <w:t>291.6908</w:t>
      </w:r>
      <w:r>
        <w:tab/>
        <w:t>2.025e0</w:t>
      </w:r>
    </w:p>
    <w:p w:rsidR="007B2329" w:rsidRDefault="007B2329" w:rsidP="007B2329">
      <w:r>
        <w:t>291.6980</w:t>
      </w:r>
      <w:r>
        <w:tab/>
        <w:t>5.063e0</w:t>
      </w:r>
    </w:p>
    <w:p w:rsidR="007B2329" w:rsidRDefault="007B2329" w:rsidP="007B2329">
      <w:r>
        <w:t>291.7089</w:t>
      </w:r>
      <w:r>
        <w:tab/>
        <w:t>2.025e0</w:t>
      </w:r>
    </w:p>
    <w:p w:rsidR="007B2329" w:rsidRDefault="007B2329" w:rsidP="007B2329">
      <w:r>
        <w:t>291.7171</w:t>
      </w:r>
      <w:r>
        <w:tab/>
        <w:t>1.013e0</w:t>
      </w:r>
    </w:p>
    <w:p w:rsidR="007B2329" w:rsidRDefault="007B2329" w:rsidP="007B2329">
      <w:r>
        <w:t>291.7191</w:t>
      </w:r>
      <w:r>
        <w:tab/>
        <w:t>2.025e0</w:t>
      </w:r>
    </w:p>
    <w:p w:rsidR="007B2329" w:rsidRDefault="007B2329" w:rsidP="007B2329">
      <w:r>
        <w:t>291.7251</w:t>
      </w:r>
      <w:r>
        <w:tab/>
        <w:t>2.025e0</w:t>
      </w:r>
    </w:p>
    <w:p w:rsidR="007B2329" w:rsidRDefault="007B2329" w:rsidP="007B2329">
      <w:r>
        <w:t>291.7301</w:t>
      </w:r>
      <w:r>
        <w:tab/>
        <w:t>1.013e0</w:t>
      </w:r>
    </w:p>
    <w:p w:rsidR="007B2329" w:rsidRDefault="007B2329" w:rsidP="007B2329">
      <w:r>
        <w:lastRenderedPageBreak/>
        <w:t>291.7488</w:t>
      </w:r>
      <w:r>
        <w:tab/>
        <w:t>3.038e0</w:t>
      </w:r>
    </w:p>
    <w:p w:rsidR="007B2329" w:rsidRDefault="007B2329" w:rsidP="007B2329">
      <w:r>
        <w:t>291.7724</w:t>
      </w:r>
      <w:r>
        <w:tab/>
        <w:t>1.013e0</w:t>
      </w:r>
    </w:p>
    <w:p w:rsidR="007B2329" w:rsidRDefault="007B2329" w:rsidP="007B2329">
      <w:r>
        <w:t>291.7764</w:t>
      </w:r>
      <w:r>
        <w:tab/>
        <w:t>3.038e0</w:t>
      </w:r>
    </w:p>
    <w:p w:rsidR="007B2329" w:rsidRDefault="007B2329" w:rsidP="007B2329">
      <w:r>
        <w:t>291.7942</w:t>
      </w:r>
      <w:r>
        <w:tab/>
        <w:t>1.013e0</w:t>
      </w:r>
    </w:p>
    <w:p w:rsidR="007B2329" w:rsidRDefault="007B2329" w:rsidP="007B2329">
      <w:r>
        <w:t>291.7996</w:t>
      </w:r>
      <w:r>
        <w:tab/>
        <w:t>3.038e0</w:t>
      </w:r>
    </w:p>
    <w:p w:rsidR="007B2329" w:rsidRDefault="007B2329" w:rsidP="007B2329">
      <w:r>
        <w:t>291.8017</w:t>
      </w:r>
      <w:r>
        <w:tab/>
        <w:t>2.025e0</w:t>
      </w:r>
    </w:p>
    <w:p w:rsidR="007B2329" w:rsidRDefault="007B2329" w:rsidP="007B2329">
      <w:r>
        <w:t>291.8041</w:t>
      </w:r>
      <w:r>
        <w:tab/>
        <w:t>1.013e0</w:t>
      </w:r>
    </w:p>
    <w:p w:rsidR="007B2329" w:rsidRDefault="007B2329" w:rsidP="007B2329">
      <w:r>
        <w:t>291.8261</w:t>
      </w:r>
      <w:r>
        <w:tab/>
        <w:t>1.013e0</w:t>
      </w:r>
    </w:p>
    <w:p w:rsidR="007B2329" w:rsidRDefault="007B2329" w:rsidP="007B2329">
      <w:r>
        <w:t>291.8334</w:t>
      </w:r>
      <w:r>
        <w:tab/>
        <w:t>3.038e0</w:t>
      </w:r>
    </w:p>
    <w:p w:rsidR="007B2329" w:rsidRDefault="007B2329" w:rsidP="007B2329">
      <w:r>
        <w:t>291.8357</w:t>
      </w:r>
      <w:r>
        <w:tab/>
        <w:t>2.025e0</w:t>
      </w:r>
    </w:p>
    <w:p w:rsidR="007B2329" w:rsidRDefault="007B2329" w:rsidP="007B2329">
      <w:r>
        <w:t>291.8438</w:t>
      </w:r>
      <w:r>
        <w:tab/>
        <w:t>1.013e0</w:t>
      </w:r>
    </w:p>
    <w:p w:rsidR="007B2329" w:rsidRDefault="007B2329" w:rsidP="007B2329">
      <w:r>
        <w:t>291.8580</w:t>
      </w:r>
      <w:r>
        <w:tab/>
        <w:t>1.013e0</w:t>
      </w:r>
    </w:p>
    <w:p w:rsidR="007B2329" w:rsidRDefault="007B2329" w:rsidP="007B2329">
      <w:r>
        <w:t>291.8634</w:t>
      </w:r>
      <w:r>
        <w:tab/>
        <w:t>1.013e0</w:t>
      </w:r>
    </w:p>
    <w:p w:rsidR="007B2329" w:rsidRDefault="007B2329" w:rsidP="007B2329">
      <w:r>
        <w:t>291.8793</w:t>
      </w:r>
      <w:r>
        <w:tab/>
        <w:t>2.025e0</w:t>
      </w:r>
    </w:p>
    <w:p w:rsidR="007B2329" w:rsidRDefault="007B2329" w:rsidP="007B2329">
      <w:r>
        <w:t>291.8883</w:t>
      </w:r>
      <w:r>
        <w:tab/>
        <w:t>3.038e0</w:t>
      </w:r>
    </w:p>
    <w:p w:rsidR="007B2329" w:rsidRDefault="007B2329" w:rsidP="007B2329">
      <w:r>
        <w:t>291.8989</w:t>
      </w:r>
      <w:r>
        <w:tab/>
        <w:t>1.013e0</w:t>
      </w:r>
    </w:p>
    <w:p w:rsidR="007B2329" w:rsidRDefault="007B2329" w:rsidP="007B2329">
      <w:r>
        <w:t>291.9073</w:t>
      </w:r>
      <w:r>
        <w:tab/>
        <w:t>3.038e0</w:t>
      </w:r>
    </w:p>
    <w:p w:rsidR="007B2329" w:rsidRDefault="007B2329" w:rsidP="007B2329">
      <w:r>
        <w:t>291.9220</w:t>
      </w:r>
      <w:r>
        <w:tab/>
        <w:t>2.025e0</w:t>
      </w:r>
    </w:p>
    <w:p w:rsidR="007B2329" w:rsidRDefault="007B2329" w:rsidP="007B2329">
      <w:r>
        <w:t>291.9509</w:t>
      </w:r>
      <w:r>
        <w:tab/>
        <w:t>2.025e0</w:t>
      </w:r>
    </w:p>
    <w:p w:rsidR="007B2329" w:rsidRDefault="007B2329" w:rsidP="007B2329">
      <w:r>
        <w:lastRenderedPageBreak/>
        <w:t>291.9543</w:t>
      </w:r>
      <w:r>
        <w:tab/>
        <w:t>4.051e0</w:t>
      </w:r>
    </w:p>
    <w:p w:rsidR="007B2329" w:rsidRDefault="007B2329" w:rsidP="007B2329">
      <w:r>
        <w:t>291.9733</w:t>
      </w:r>
      <w:r>
        <w:tab/>
        <w:t>2.025e0</w:t>
      </w:r>
    </w:p>
    <w:p w:rsidR="007B2329" w:rsidRDefault="007B2329" w:rsidP="007B2329">
      <w:r>
        <w:t>291.9753</w:t>
      </w:r>
      <w:r>
        <w:tab/>
        <w:t>1.013e0</w:t>
      </w:r>
    </w:p>
    <w:p w:rsidR="007B2329" w:rsidRDefault="007B2329" w:rsidP="007B2329">
      <w:r>
        <w:t>291.9782</w:t>
      </w:r>
      <w:r>
        <w:tab/>
        <w:t>2.025e0</w:t>
      </w:r>
    </w:p>
    <w:p w:rsidR="007B2329" w:rsidRDefault="007B2329" w:rsidP="007B2329">
      <w:r>
        <w:t>291.9828</w:t>
      </w:r>
      <w:r>
        <w:tab/>
        <w:t>2.025e0</w:t>
      </w:r>
    </w:p>
    <w:p w:rsidR="007B2329" w:rsidRDefault="007B2329" w:rsidP="007B2329">
      <w:r>
        <w:t>291.9860</w:t>
      </w:r>
      <w:r>
        <w:tab/>
        <w:t>3.038e0</w:t>
      </w:r>
    </w:p>
    <w:p w:rsidR="007B2329" w:rsidRDefault="007B2329" w:rsidP="007B2329">
      <w:r>
        <w:t>291.9940</w:t>
      </w:r>
      <w:r>
        <w:tab/>
        <w:t>2.025e0</w:t>
      </w:r>
    </w:p>
    <w:p w:rsidR="007B2329" w:rsidRDefault="007B2329" w:rsidP="007B2329">
      <w:r>
        <w:t>292.0073</w:t>
      </w:r>
      <w:r>
        <w:tab/>
        <w:t>2.025e0</w:t>
      </w:r>
    </w:p>
    <w:p w:rsidR="007B2329" w:rsidRDefault="007B2329" w:rsidP="007B2329">
      <w:r>
        <w:t>292.0205</w:t>
      </w:r>
      <w:r>
        <w:tab/>
        <w:t>3.038e0</w:t>
      </w:r>
    </w:p>
    <w:p w:rsidR="007B2329" w:rsidRDefault="007B2329" w:rsidP="007B2329">
      <w:r>
        <w:t>292.0216</w:t>
      </w:r>
      <w:r>
        <w:tab/>
        <w:t>2.025e0</w:t>
      </w:r>
    </w:p>
    <w:p w:rsidR="007B2329" w:rsidRDefault="007B2329" w:rsidP="007B2329">
      <w:r>
        <w:t>292.0532</w:t>
      </w:r>
      <w:r>
        <w:tab/>
        <w:t>1.013e0</w:t>
      </w:r>
    </w:p>
    <w:p w:rsidR="007B2329" w:rsidRDefault="007B2329" w:rsidP="007B2329">
      <w:r>
        <w:t>292.0574</w:t>
      </w:r>
      <w:r>
        <w:tab/>
        <w:t>1.013e0</w:t>
      </w:r>
    </w:p>
    <w:p w:rsidR="007B2329" w:rsidRDefault="007B2329" w:rsidP="007B2329">
      <w:r>
        <w:t>292.0733</w:t>
      </w:r>
      <w:r>
        <w:tab/>
        <w:t>5.063e0</w:t>
      </w:r>
    </w:p>
    <w:p w:rsidR="007B2329" w:rsidRDefault="007B2329" w:rsidP="007B2329">
      <w:r>
        <w:t>292.0766</w:t>
      </w:r>
      <w:r>
        <w:tab/>
        <w:t>1.013e0</w:t>
      </w:r>
    </w:p>
    <w:p w:rsidR="007B2329" w:rsidRDefault="007B2329" w:rsidP="007B2329">
      <w:r>
        <w:t>292.0912</w:t>
      </w:r>
      <w:r>
        <w:tab/>
        <w:t>2.025e0</w:t>
      </w:r>
    </w:p>
    <w:p w:rsidR="007B2329" w:rsidRDefault="007B2329" w:rsidP="007B2329">
      <w:r>
        <w:t>292.0923</w:t>
      </w:r>
      <w:r>
        <w:tab/>
        <w:t>2.025e0</w:t>
      </w:r>
    </w:p>
    <w:p w:rsidR="007B2329" w:rsidRDefault="007B2329" w:rsidP="007B2329">
      <w:r>
        <w:t>292.1201</w:t>
      </w:r>
      <w:r>
        <w:tab/>
        <w:t>1.038e0</w:t>
      </w:r>
    </w:p>
    <w:p w:rsidR="007B2329" w:rsidRDefault="007B2329" w:rsidP="007B2329">
      <w:r>
        <w:t>292.1300</w:t>
      </w:r>
      <w:r>
        <w:tab/>
        <w:t>2.025e0</w:t>
      </w:r>
    </w:p>
    <w:p w:rsidR="007B2329" w:rsidRDefault="007B2329" w:rsidP="007B2329">
      <w:r>
        <w:t>292.1484</w:t>
      </w:r>
      <w:r>
        <w:tab/>
        <w:t>2.025e0</w:t>
      </w:r>
    </w:p>
    <w:p w:rsidR="007B2329" w:rsidRDefault="007B2329" w:rsidP="007B2329">
      <w:r>
        <w:lastRenderedPageBreak/>
        <w:t>292.1512</w:t>
      </w:r>
      <w:r>
        <w:tab/>
        <w:t>3.061e0</w:t>
      </w:r>
    </w:p>
    <w:p w:rsidR="007B2329" w:rsidRDefault="007B2329" w:rsidP="007B2329">
      <w:r>
        <w:t>292.1526</w:t>
      </w:r>
      <w:r>
        <w:tab/>
        <w:t>3.038e0</w:t>
      </w:r>
    </w:p>
    <w:p w:rsidR="007B2329" w:rsidRDefault="007B2329" w:rsidP="007B2329">
      <w:r>
        <w:t>292.1586</w:t>
      </w:r>
      <w:r>
        <w:tab/>
        <w:t>3.495e0</w:t>
      </w:r>
    </w:p>
    <w:p w:rsidR="007B2329" w:rsidRDefault="007B2329" w:rsidP="007B2329">
      <w:r>
        <w:t>292.1644</w:t>
      </w:r>
      <w:r>
        <w:tab/>
        <w:t>2.025e0</w:t>
      </w:r>
    </w:p>
    <w:p w:rsidR="007B2329" w:rsidRDefault="007B2329" w:rsidP="007B2329">
      <w:r>
        <w:t>292.2070</w:t>
      </w:r>
      <w:r>
        <w:tab/>
        <w:t>2.532e-2</w:t>
      </w:r>
    </w:p>
    <w:p w:rsidR="007B2329" w:rsidRDefault="007B2329" w:rsidP="007B2329">
      <w:r>
        <w:t>292.2116</w:t>
      </w:r>
      <w:r>
        <w:tab/>
        <w:t>2.532e-2</w:t>
      </w:r>
    </w:p>
    <w:p w:rsidR="007B2329" w:rsidRDefault="007B2329" w:rsidP="007B2329">
      <w:r>
        <w:t>292.2156</w:t>
      </w:r>
      <w:r>
        <w:tab/>
        <w:t>1.013e0</w:t>
      </w:r>
    </w:p>
    <w:p w:rsidR="007B2329" w:rsidRDefault="007B2329" w:rsidP="007B2329">
      <w:r>
        <w:t>292.2317</w:t>
      </w:r>
      <w:r>
        <w:tab/>
        <w:t>2.025e0</w:t>
      </w:r>
    </w:p>
    <w:p w:rsidR="007B2329" w:rsidRDefault="007B2329" w:rsidP="007B2329">
      <w:r>
        <w:t>292.2504</w:t>
      </w:r>
      <w:r>
        <w:tab/>
        <w:t>2.025e0</w:t>
      </w:r>
    </w:p>
    <w:p w:rsidR="007B2329" w:rsidRDefault="007B2329" w:rsidP="007B2329">
      <w:r>
        <w:t>292.2551</w:t>
      </w:r>
      <w:r>
        <w:tab/>
        <w:t>2.025e0</w:t>
      </w:r>
    </w:p>
    <w:p w:rsidR="007B2329" w:rsidRDefault="007B2329" w:rsidP="007B2329">
      <w:r>
        <w:t>292.2669</w:t>
      </w:r>
      <w:r>
        <w:tab/>
        <w:t>1.013e0</w:t>
      </w:r>
    </w:p>
    <w:p w:rsidR="007B2329" w:rsidRDefault="007B2329" w:rsidP="007B2329">
      <w:r>
        <w:t>292.2710</w:t>
      </w:r>
      <w:r>
        <w:tab/>
        <w:t>2.025e0</w:t>
      </w:r>
    </w:p>
    <w:p w:rsidR="007B2329" w:rsidRDefault="007B2329" w:rsidP="007B2329">
      <w:r>
        <w:t>292.2749</w:t>
      </w:r>
      <w:r>
        <w:tab/>
        <w:t>1.013e0</w:t>
      </w:r>
    </w:p>
    <w:p w:rsidR="007B2329" w:rsidRDefault="007B2329" w:rsidP="007B2329">
      <w:r>
        <w:t>292.2848</w:t>
      </w:r>
      <w:r>
        <w:tab/>
        <w:t>2.532e-2</w:t>
      </w:r>
    </w:p>
    <w:p w:rsidR="007B2329" w:rsidRDefault="007B2329" w:rsidP="007B2329">
      <w:r>
        <w:t>292.2881</w:t>
      </w:r>
      <w:r>
        <w:tab/>
        <w:t>1.038e0</w:t>
      </w:r>
    </w:p>
    <w:p w:rsidR="007B2329" w:rsidRDefault="007B2329" w:rsidP="007B2329">
      <w:r>
        <w:t>292.3027</w:t>
      </w:r>
      <w:r>
        <w:tab/>
        <w:t>2.025e0</w:t>
      </w:r>
    </w:p>
    <w:p w:rsidR="007B2329" w:rsidRDefault="007B2329" w:rsidP="007B2329">
      <w:r>
        <w:t>292.3167</w:t>
      </w:r>
      <w:r>
        <w:tab/>
        <w:t>1.013e0</w:t>
      </w:r>
    </w:p>
    <w:p w:rsidR="007B2329" w:rsidRDefault="007B2329" w:rsidP="007B2329">
      <w:r>
        <w:t>292.3423</w:t>
      </w:r>
      <w:r>
        <w:tab/>
        <w:t>3.038e0</w:t>
      </w:r>
    </w:p>
    <w:p w:rsidR="007B2329" w:rsidRDefault="007B2329" w:rsidP="007B2329">
      <w:r>
        <w:t>292.3438</w:t>
      </w:r>
      <w:r>
        <w:tab/>
        <w:t>4.765e0</w:t>
      </w:r>
    </w:p>
    <w:p w:rsidR="007B2329" w:rsidRDefault="007B2329" w:rsidP="007B2329">
      <w:r>
        <w:lastRenderedPageBreak/>
        <w:t>292.3777</w:t>
      </w:r>
      <w:r>
        <w:tab/>
        <w:t>2.025e0</w:t>
      </w:r>
    </w:p>
    <w:p w:rsidR="007B2329" w:rsidRDefault="007B2329" w:rsidP="007B2329">
      <w:r>
        <w:t>292.3808</w:t>
      </w:r>
      <w:r>
        <w:tab/>
        <w:t>2.025e0</w:t>
      </w:r>
    </w:p>
    <w:p w:rsidR="007B2329" w:rsidRDefault="007B2329" w:rsidP="007B2329">
      <w:r>
        <w:t>292.3820</w:t>
      </w:r>
      <w:r>
        <w:tab/>
        <w:t>2.339e0</w:t>
      </w:r>
    </w:p>
    <w:p w:rsidR="007B2329" w:rsidRDefault="007B2329" w:rsidP="007B2329">
      <w:r>
        <w:t>292.3857</w:t>
      </w:r>
      <w:r>
        <w:tab/>
        <w:t>1.013e0</w:t>
      </w:r>
    </w:p>
    <w:p w:rsidR="007B2329" w:rsidRDefault="007B2329" w:rsidP="007B2329">
      <w:r>
        <w:t>292.3895</w:t>
      </w:r>
      <w:r>
        <w:tab/>
        <w:t>1.013e0</w:t>
      </w:r>
    </w:p>
    <w:p w:rsidR="007B2329" w:rsidRDefault="007B2329" w:rsidP="007B2329">
      <w:r>
        <w:t>292.3976</w:t>
      </w:r>
      <w:r>
        <w:tab/>
        <w:t>2.025e0</w:t>
      </w:r>
    </w:p>
    <w:p w:rsidR="007B2329" w:rsidRDefault="007B2329" w:rsidP="007B2329">
      <w:r>
        <w:t>292.4173</w:t>
      </w:r>
      <w:r>
        <w:tab/>
        <w:t>2.025e0</w:t>
      </w:r>
    </w:p>
    <w:p w:rsidR="007B2329" w:rsidRDefault="007B2329" w:rsidP="007B2329">
      <w:r>
        <w:t>292.4211</w:t>
      </w:r>
      <w:r>
        <w:tab/>
        <w:t>2.025e0</w:t>
      </w:r>
    </w:p>
    <w:p w:rsidR="007B2329" w:rsidRDefault="007B2329" w:rsidP="007B2329">
      <w:r>
        <w:t>292.4292</w:t>
      </w:r>
      <w:r>
        <w:tab/>
        <w:t>1.013e0</w:t>
      </w:r>
    </w:p>
    <w:p w:rsidR="007B2329" w:rsidRDefault="007B2329" w:rsidP="007B2329">
      <w:r>
        <w:t>292.4342</w:t>
      </w:r>
      <w:r>
        <w:tab/>
        <w:t>1.013e0</w:t>
      </w:r>
    </w:p>
    <w:p w:rsidR="007B2329" w:rsidRDefault="007B2329" w:rsidP="007B2329">
      <w:r>
        <w:t>292.4447</w:t>
      </w:r>
      <w:r>
        <w:tab/>
        <w:t>1.013e0</w:t>
      </w:r>
    </w:p>
    <w:p w:rsidR="007B2329" w:rsidRDefault="007B2329" w:rsidP="007B2329">
      <w:r>
        <w:t>292.4529</w:t>
      </w:r>
      <w:r>
        <w:tab/>
        <w:t>1.013e0</w:t>
      </w:r>
    </w:p>
    <w:p w:rsidR="007B2329" w:rsidRDefault="007B2329" w:rsidP="007B2329">
      <w:r>
        <w:t>292.4724</w:t>
      </w:r>
      <w:r>
        <w:tab/>
        <w:t>1.025e0</w:t>
      </w:r>
    </w:p>
    <w:p w:rsidR="007B2329" w:rsidRDefault="007B2329" w:rsidP="007B2329">
      <w:r>
        <w:t>292.4766</w:t>
      </w:r>
      <w:r>
        <w:tab/>
        <w:t>1.013e0</w:t>
      </w:r>
    </w:p>
    <w:p w:rsidR="007B2329" w:rsidRDefault="007B2329" w:rsidP="007B2329">
      <w:r>
        <w:t>292.4812</w:t>
      </w:r>
      <w:r>
        <w:tab/>
        <w:t>3.038e0</w:t>
      </w:r>
    </w:p>
    <w:p w:rsidR="007B2329" w:rsidRDefault="007B2329" w:rsidP="007B2329">
      <w:r>
        <w:t>292.5027</w:t>
      </w:r>
      <w:r>
        <w:tab/>
        <w:t>2.025e0</w:t>
      </w:r>
    </w:p>
    <w:p w:rsidR="007B2329" w:rsidRDefault="007B2329" w:rsidP="007B2329">
      <w:r>
        <w:t>292.5092</w:t>
      </w:r>
      <w:r>
        <w:tab/>
        <w:t>3.038e0</w:t>
      </w:r>
    </w:p>
    <w:p w:rsidR="007B2329" w:rsidRDefault="007B2329" w:rsidP="007B2329">
      <w:r>
        <w:t>292.5355</w:t>
      </w:r>
      <w:r>
        <w:tab/>
        <w:t>1.013e0</w:t>
      </w:r>
    </w:p>
    <w:p w:rsidR="007B2329" w:rsidRDefault="007B2329" w:rsidP="007B2329">
      <w:r>
        <w:t>292.5399</w:t>
      </w:r>
      <w:r>
        <w:tab/>
        <w:t>2.025e0</w:t>
      </w:r>
    </w:p>
    <w:p w:rsidR="007B2329" w:rsidRDefault="007B2329" w:rsidP="007B2329">
      <w:r>
        <w:lastRenderedPageBreak/>
        <w:t>292.5500</w:t>
      </w:r>
      <w:r>
        <w:tab/>
        <w:t>2.025e0</w:t>
      </w:r>
    </w:p>
    <w:p w:rsidR="007B2329" w:rsidRDefault="007B2329" w:rsidP="007B2329">
      <w:r>
        <w:t>292.5519</w:t>
      </w:r>
      <w:r>
        <w:tab/>
        <w:t>1.013e0</w:t>
      </w:r>
    </w:p>
    <w:p w:rsidR="007B2329" w:rsidRDefault="007B2329" w:rsidP="007B2329">
      <w:r>
        <w:t>292.5569</w:t>
      </w:r>
      <w:r>
        <w:tab/>
        <w:t>3.038e0</w:t>
      </w:r>
    </w:p>
    <w:p w:rsidR="007B2329" w:rsidRDefault="007B2329" w:rsidP="007B2329">
      <w:r>
        <w:t>292.5868</w:t>
      </w:r>
      <w:r>
        <w:tab/>
        <w:t>5.063e0</w:t>
      </w:r>
    </w:p>
    <w:p w:rsidR="007B2329" w:rsidRDefault="007B2329" w:rsidP="007B2329">
      <w:r>
        <w:t>292.5894</w:t>
      </w:r>
      <w:r>
        <w:tab/>
        <w:t>2.025e0</w:t>
      </w:r>
    </w:p>
    <w:p w:rsidR="007B2329" w:rsidRDefault="007B2329" w:rsidP="007B2329">
      <w:r>
        <w:t>292.6032</w:t>
      </w:r>
      <w:r>
        <w:tab/>
        <w:t>1.013e0</w:t>
      </w:r>
    </w:p>
    <w:p w:rsidR="007B2329" w:rsidRDefault="007B2329" w:rsidP="007B2329">
      <w:r>
        <w:t>292.6047</w:t>
      </w:r>
      <w:r>
        <w:tab/>
        <w:t>7.089e0</w:t>
      </w:r>
    </w:p>
    <w:p w:rsidR="007B2329" w:rsidRDefault="007B2329" w:rsidP="007B2329">
      <w:r>
        <w:t>292.6157</w:t>
      </w:r>
      <w:r>
        <w:tab/>
        <w:t>2.025e0</w:t>
      </w:r>
    </w:p>
    <w:p w:rsidR="007B2329" w:rsidRDefault="007B2329" w:rsidP="007B2329">
      <w:r>
        <w:t>292.6205</w:t>
      </w:r>
      <w:r>
        <w:tab/>
        <w:t>4.657e0</w:t>
      </w:r>
    </w:p>
    <w:p w:rsidR="007B2329" w:rsidRDefault="007B2329" w:rsidP="007B2329">
      <w:r>
        <w:t>292.6477</w:t>
      </w:r>
      <w:r>
        <w:tab/>
        <w:t>1.013e0</w:t>
      </w:r>
    </w:p>
    <w:p w:rsidR="007B2329" w:rsidRDefault="007B2329" w:rsidP="007B2329">
      <w:r>
        <w:t>292.6666</w:t>
      </w:r>
      <w:r>
        <w:tab/>
        <w:t>2.025e0</w:t>
      </w:r>
    </w:p>
    <w:p w:rsidR="007B2329" w:rsidRDefault="007B2329" w:rsidP="007B2329">
      <w:r>
        <w:t>292.6707</w:t>
      </w:r>
      <w:r>
        <w:tab/>
        <w:t>2.025e0</w:t>
      </w:r>
    </w:p>
    <w:p w:rsidR="007B2329" w:rsidRDefault="007B2329" w:rsidP="007B2329">
      <w:r>
        <w:t>292.6851</w:t>
      </w:r>
      <w:r>
        <w:tab/>
        <w:t>1.013e0</w:t>
      </w:r>
    </w:p>
    <w:p w:rsidR="007B2329" w:rsidRDefault="007B2329" w:rsidP="007B2329">
      <w:r>
        <w:t>292.6942</w:t>
      </w:r>
      <w:r>
        <w:tab/>
        <w:t>2.025e0</w:t>
      </w:r>
    </w:p>
    <w:p w:rsidR="007B2329" w:rsidRDefault="007B2329" w:rsidP="007B2329">
      <w:r>
        <w:t>292.7064</w:t>
      </w:r>
      <w:r>
        <w:tab/>
        <w:t>2.025e0</w:t>
      </w:r>
    </w:p>
    <w:p w:rsidR="007B2329" w:rsidRDefault="007B2329" w:rsidP="007B2329">
      <w:r>
        <w:t>292.7180</w:t>
      </w:r>
      <w:r>
        <w:tab/>
        <w:t>2.025e0</w:t>
      </w:r>
    </w:p>
    <w:p w:rsidR="007B2329" w:rsidRDefault="007B2329" w:rsidP="007B2329">
      <w:r>
        <w:t>292.7438</w:t>
      </w:r>
      <w:r>
        <w:tab/>
        <w:t>1.013e0</w:t>
      </w:r>
    </w:p>
    <w:p w:rsidR="007B2329" w:rsidRDefault="007B2329" w:rsidP="007B2329">
      <w:r>
        <w:t>292.7462</w:t>
      </w:r>
      <w:r>
        <w:tab/>
        <w:t>2.025e0</w:t>
      </w:r>
    </w:p>
    <w:p w:rsidR="007B2329" w:rsidRDefault="007B2329" w:rsidP="007B2329">
      <w:r>
        <w:t>292.7502</w:t>
      </w:r>
      <w:r>
        <w:tab/>
        <w:t>7.062e0</w:t>
      </w:r>
    </w:p>
    <w:p w:rsidR="007B2329" w:rsidRDefault="007B2329" w:rsidP="007B2329">
      <w:r>
        <w:lastRenderedPageBreak/>
        <w:t>292.7536</w:t>
      </w:r>
      <w:r>
        <w:tab/>
        <w:t>1.013e0</w:t>
      </w:r>
    </w:p>
    <w:p w:rsidR="007B2329" w:rsidRDefault="007B2329" w:rsidP="007B2329">
      <w:r>
        <w:t>292.7706</w:t>
      </w:r>
      <w:r>
        <w:tab/>
        <w:t>1.013e0</w:t>
      </w:r>
    </w:p>
    <w:p w:rsidR="007B2329" w:rsidRDefault="007B2329" w:rsidP="007B2329">
      <w:r>
        <w:t>292.7892</w:t>
      </w:r>
      <w:r>
        <w:tab/>
        <w:t>2.025e0</w:t>
      </w:r>
    </w:p>
    <w:p w:rsidR="007B2329" w:rsidRDefault="007B2329" w:rsidP="007B2329">
      <w:r>
        <w:t>292.7973</w:t>
      </w:r>
      <w:r>
        <w:tab/>
        <w:t>1.013e0</w:t>
      </w:r>
    </w:p>
    <w:p w:rsidR="007B2329" w:rsidRDefault="007B2329" w:rsidP="007B2329">
      <w:r>
        <w:t>292.8026</w:t>
      </w:r>
      <w:r>
        <w:tab/>
        <w:t>1.013e0</w:t>
      </w:r>
    </w:p>
    <w:p w:rsidR="007B2329" w:rsidRDefault="007B2329" w:rsidP="007B2329">
      <w:r>
        <w:t>292.8131</w:t>
      </w:r>
      <w:r>
        <w:tab/>
        <w:t>1.013e0</w:t>
      </w:r>
    </w:p>
    <w:p w:rsidR="007B2329" w:rsidRDefault="007B2329" w:rsidP="007B2329">
      <w:r>
        <w:t>292.8153</w:t>
      </w:r>
      <w:r>
        <w:tab/>
        <w:t>1.025e0</w:t>
      </w:r>
    </w:p>
    <w:p w:rsidR="007B2329" w:rsidRDefault="007B2329" w:rsidP="007B2329">
      <w:r>
        <w:t>292.8231</w:t>
      </w:r>
      <w:r>
        <w:tab/>
        <w:t>4.051e0</w:t>
      </w:r>
    </w:p>
    <w:p w:rsidR="007B2329" w:rsidRDefault="007B2329" w:rsidP="007B2329">
      <w:r>
        <w:t>292.8250</w:t>
      </w:r>
      <w:r>
        <w:tab/>
        <w:t>1.013e0</w:t>
      </w:r>
    </w:p>
    <w:p w:rsidR="007B2329" w:rsidRDefault="007B2329" w:rsidP="007B2329">
      <w:r>
        <w:t>292.8568</w:t>
      </w:r>
      <w:r>
        <w:tab/>
        <w:t>1.013e0</w:t>
      </w:r>
    </w:p>
    <w:p w:rsidR="007B2329" w:rsidRDefault="007B2329" w:rsidP="007B2329">
      <w:r>
        <w:t>292.8668</w:t>
      </w:r>
      <w:r>
        <w:tab/>
        <w:t>2.025e0</w:t>
      </w:r>
    </w:p>
    <w:p w:rsidR="007B2329" w:rsidRDefault="007B2329" w:rsidP="007B2329">
      <w:r>
        <w:t>292.8803</w:t>
      </w:r>
      <w:r>
        <w:tab/>
        <w:t>1.013e0</w:t>
      </w:r>
    </w:p>
    <w:p w:rsidR="007B2329" w:rsidRDefault="007B2329" w:rsidP="007B2329">
      <w:r>
        <w:t>292.8988</w:t>
      </w:r>
      <w:r>
        <w:tab/>
        <w:t>1.013e0</w:t>
      </w:r>
    </w:p>
    <w:p w:rsidR="007B2329" w:rsidRDefault="007B2329" w:rsidP="007B2329">
      <w:r>
        <w:t>292.9160</w:t>
      </w:r>
      <w:r>
        <w:tab/>
        <w:t>1.013e0</w:t>
      </w:r>
    </w:p>
    <w:p w:rsidR="007B2329" w:rsidRDefault="007B2329" w:rsidP="007B2329">
      <w:r>
        <w:t>292.9202</w:t>
      </w:r>
      <w:r>
        <w:tab/>
        <w:t>2.025e0</w:t>
      </w:r>
    </w:p>
    <w:p w:rsidR="007B2329" w:rsidRDefault="007B2329" w:rsidP="007B2329">
      <w:r>
        <w:t>292.9247</w:t>
      </w:r>
      <w:r>
        <w:tab/>
        <w:t>3.038e0</w:t>
      </w:r>
    </w:p>
    <w:p w:rsidR="007B2329" w:rsidRDefault="007B2329" w:rsidP="007B2329">
      <w:r>
        <w:t>292.9272</w:t>
      </w:r>
      <w:r>
        <w:tab/>
        <w:t>2.614e0</w:t>
      </w:r>
    </w:p>
    <w:p w:rsidR="007B2329" w:rsidRDefault="007B2329" w:rsidP="007B2329">
      <w:r>
        <w:t>292.9356</w:t>
      </w:r>
      <w:r>
        <w:tab/>
        <w:t>1.013e0</w:t>
      </w:r>
    </w:p>
    <w:p w:rsidR="007B2329" w:rsidRDefault="007B2329" w:rsidP="007B2329">
      <w:r>
        <w:t>292.9576</w:t>
      </w:r>
      <w:r>
        <w:tab/>
        <w:t>1.013e0</w:t>
      </w:r>
    </w:p>
    <w:p w:rsidR="007B2329" w:rsidRDefault="007B2329" w:rsidP="007B2329">
      <w:r>
        <w:lastRenderedPageBreak/>
        <w:t>292.9630</w:t>
      </w:r>
      <w:r>
        <w:tab/>
        <w:t>1.013e0</w:t>
      </w:r>
    </w:p>
    <w:p w:rsidR="007B2329" w:rsidRDefault="007B2329" w:rsidP="007B2329">
      <w:r>
        <w:t>292.9754</w:t>
      </w:r>
      <w:r>
        <w:tab/>
        <w:t>1.013e0</w:t>
      </w:r>
    </w:p>
    <w:p w:rsidR="007B2329" w:rsidRDefault="007B2329" w:rsidP="007B2329">
      <w:r>
        <w:t>292.9845</w:t>
      </w:r>
      <w:r>
        <w:tab/>
        <w:t>1.013e0</w:t>
      </w:r>
    </w:p>
    <w:p w:rsidR="007B2329" w:rsidRDefault="007B2329" w:rsidP="007B2329">
      <w:r>
        <w:t>292.9924</w:t>
      </w:r>
      <w:r>
        <w:tab/>
        <w:t>3.038e0</w:t>
      </w:r>
    </w:p>
    <w:p w:rsidR="007B2329" w:rsidRDefault="007B2329" w:rsidP="007B2329">
      <w:r>
        <w:t>292.9951</w:t>
      </w:r>
      <w:r>
        <w:tab/>
        <w:t>1.013e0</w:t>
      </w:r>
    </w:p>
    <w:p w:rsidR="007B2329" w:rsidRDefault="007B2329" w:rsidP="007B2329">
      <w:r>
        <w:t>292.9990</w:t>
      </w:r>
      <w:r>
        <w:tab/>
        <w:t>2.025e0</w:t>
      </w:r>
    </w:p>
    <w:p w:rsidR="007B2329" w:rsidRDefault="007B2329" w:rsidP="007B2329">
      <w:r>
        <w:t>293.0010</w:t>
      </w:r>
      <w:r>
        <w:tab/>
        <w:t>2.025e0</w:t>
      </w:r>
    </w:p>
    <w:p w:rsidR="007B2329" w:rsidRDefault="007B2329" w:rsidP="007B2329">
      <w:r>
        <w:t>293.0111</w:t>
      </w:r>
      <w:r>
        <w:tab/>
        <w:t>2.025e0</w:t>
      </w:r>
    </w:p>
    <w:p w:rsidR="007B2329" w:rsidRDefault="007B2329" w:rsidP="007B2329">
      <w:r>
        <w:t>293.0132</w:t>
      </w:r>
      <w:r>
        <w:tab/>
        <w:t>4.076e0</w:t>
      </w:r>
    </w:p>
    <w:p w:rsidR="007B2329" w:rsidRDefault="007B2329" w:rsidP="007B2329">
      <w:r>
        <w:t>293.0149</w:t>
      </w:r>
      <w:r>
        <w:tab/>
        <w:t>3.038e0</w:t>
      </w:r>
    </w:p>
    <w:p w:rsidR="007B2329" w:rsidRDefault="007B2329" w:rsidP="007B2329">
      <w:r>
        <w:t>293.0218</w:t>
      </w:r>
      <w:r>
        <w:tab/>
        <w:t>2.025e0</w:t>
      </w:r>
    </w:p>
    <w:p w:rsidR="007B2329" w:rsidRDefault="007B2329" w:rsidP="007B2329">
      <w:r>
        <w:t>293.0433</w:t>
      </w:r>
      <w:r>
        <w:tab/>
        <w:t>1.013e0</w:t>
      </w:r>
    </w:p>
    <w:p w:rsidR="007B2329" w:rsidRDefault="007B2329" w:rsidP="007B2329">
      <w:r>
        <w:t>293.0487</w:t>
      </w:r>
      <w:r>
        <w:tab/>
        <w:t>2.025e0</w:t>
      </w:r>
    </w:p>
    <w:p w:rsidR="007B2329" w:rsidRDefault="007B2329" w:rsidP="007B2329">
      <w:r>
        <w:t>293.0504</w:t>
      </w:r>
      <w:r>
        <w:tab/>
        <w:t>2.025e0</w:t>
      </w:r>
    </w:p>
    <w:p w:rsidR="007B2329" w:rsidRDefault="007B2329" w:rsidP="007B2329">
      <w:r>
        <w:t>293.0529</w:t>
      </w:r>
      <w:r>
        <w:tab/>
        <w:t>2.025e0</w:t>
      </w:r>
    </w:p>
    <w:p w:rsidR="007B2329" w:rsidRDefault="007B2329" w:rsidP="007B2329">
      <w:r>
        <w:t>293.0539</w:t>
      </w:r>
      <w:r>
        <w:tab/>
        <w:t>1.013e0</w:t>
      </w:r>
    </w:p>
    <w:p w:rsidR="007B2329" w:rsidRDefault="007B2329" w:rsidP="007B2329">
      <w:r>
        <w:t>293.0584</w:t>
      </w:r>
      <w:r>
        <w:tab/>
        <w:t>1.013e0</w:t>
      </w:r>
    </w:p>
    <w:p w:rsidR="007B2329" w:rsidRDefault="007B2329" w:rsidP="007B2329">
      <w:r>
        <w:t>293.0601</w:t>
      </w:r>
      <w:r>
        <w:tab/>
        <w:t>1.289e0</w:t>
      </w:r>
    </w:p>
    <w:p w:rsidR="007B2329" w:rsidRDefault="007B2329" w:rsidP="007B2329">
      <w:r>
        <w:t>293.0753</w:t>
      </w:r>
      <w:r>
        <w:tab/>
        <w:t>2.025e0</w:t>
      </w:r>
    </w:p>
    <w:p w:rsidR="007B2329" w:rsidRDefault="007B2329" w:rsidP="007B2329">
      <w:r>
        <w:lastRenderedPageBreak/>
        <w:t>293.1180</w:t>
      </w:r>
      <w:r>
        <w:tab/>
        <w:t>1.013e0</w:t>
      </w:r>
    </w:p>
    <w:p w:rsidR="007B2329" w:rsidRDefault="007B2329" w:rsidP="007B2329">
      <w:r>
        <w:t>293.1356</w:t>
      </w:r>
      <w:r>
        <w:tab/>
        <w:t>1.751e0</w:t>
      </w:r>
    </w:p>
    <w:p w:rsidR="007B2329" w:rsidRDefault="007B2329" w:rsidP="007B2329">
      <w:r>
        <w:t>293.1455</w:t>
      </w:r>
      <w:r>
        <w:tab/>
        <w:t>2.025e0</w:t>
      </w:r>
    </w:p>
    <w:p w:rsidR="007B2329" w:rsidRDefault="007B2329" w:rsidP="007B2329">
      <w:r>
        <w:t>293.1466</w:t>
      </w:r>
      <w:r>
        <w:tab/>
        <w:t>1.610e0</w:t>
      </w:r>
    </w:p>
    <w:p w:rsidR="007B2329" w:rsidRDefault="007B2329" w:rsidP="007B2329">
      <w:r>
        <w:t>293.1727</w:t>
      </w:r>
      <w:r>
        <w:tab/>
        <w:t>4.051e0</w:t>
      </w:r>
    </w:p>
    <w:p w:rsidR="007B2329" w:rsidRDefault="007B2329" w:rsidP="007B2329">
      <w:r>
        <w:t>293.1738</w:t>
      </w:r>
      <w:r>
        <w:tab/>
        <w:t>1.022e0</w:t>
      </w:r>
    </w:p>
    <w:p w:rsidR="007B2329" w:rsidRDefault="007B2329" w:rsidP="007B2329">
      <w:r>
        <w:t>293.1870</w:t>
      </w:r>
      <w:r>
        <w:tab/>
        <w:t>5.357e-2</w:t>
      </w:r>
    </w:p>
    <w:p w:rsidR="007B2329" w:rsidRDefault="007B2329" w:rsidP="007B2329">
      <w:r>
        <w:t>293.2038</w:t>
      </w:r>
      <w:r>
        <w:tab/>
        <w:t>1.013e0</w:t>
      </w:r>
    </w:p>
    <w:p w:rsidR="007B2329" w:rsidRDefault="007B2329" w:rsidP="007B2329">
      <w:r>
        <w:t>293.2116</w:t>
      </w:r>
      <w:r>
        <w:tab/>
        <w:t>4.051e0</w:t>
      </w:r>
    </w:p>
    <w:p w:rsidR="007B2329" w:rsidRDefault="007B2329" w:rsidP="007B2329">
      <w:r>
        <w:t>293.2134</w:t>
      </w:r>
      <w:r>
        <w:tab/>
        <w:t>3.038e0</w:t>
      </w:r>
    </w:p>
    <w:p w:rsidR="007B2329" w:rsidRDefault="007B2329" w:rsidP="007B2329">
      <w:r>
        <w:t>293.2246</w:t>
      </w:r>
      <w:r>
        <w:tab/>
        <w:t>2.025e0</w:t>
      </w:r>
    </w:p>
    <w:p w:rsidR="007B2329" w:rsidRDefault="007B2329" w:rsidP="007B2329">
      <w:r>
        <w:t>293.2306</w:t>
      </w:r>
      <w:r>
        <w:tab/>
        <w:t>2.025e0</w:t>
      </w:r>
    </w:p>
    <w:p w:rsidR="007B2329" w:rsidRDefault="007B2329" w:rsidP="007B2329">
      <w:r>
        <w:t>293.2405</w:t>
      </w:r>
      <w:r>
        <w:tab/>
        <w:t>1.013e0</w:t>
      </w:r>
    </w:p>
    <w:p w:rsidR="007B2329" w:rsidRDefault="007B2329" w:rsidP="007B2329">
      <w:r>
        <w:t>293.2444</w:t>
      </w:r>
      <w:r>
        <w:tab/>
        <w:t>1.013e0</w:t>
      </w:r>
    </w:p>
    <w:p w:rsidR="007B2329" w:rsidRDefault="007B2329" w:rsidP="007B2329">
      <w:r>
        <w:t>293.2487</w:t>
      </w:r>
      <w:r>
        <w:tab/>
        <w:t>2.025e0</w:t>
      </w:r>
    </w:p>
    <w:p w:rsidR="007B2329" w:rsidRDefault="007B2329" w:rsidP="007B2329">
      <w:r>
        <w:t>293.2525</w:t>
      </w:r>
      <w:r>
        <w:tab/>
        <w:t>2.025e0</w:t>
      </w:r>
    </w:p>
    <w:p w:rsidR="007B2329" w:rsidRDefault="007B2329" w:rsidP="007B2329">
      <w:r>
        <w:t>293.2761</w:t>
      </w:r>
      <w:r>
        <w:tab/>
        <w:t>1.013e0</w:t>
      </w:r>
    </w:p>
    <w:p w:rsidR="007B2329" w:rsidRDefault="007B2329" w:rsidP="007B2329">
      <w:r>
        <w:t>293.2781</w:t>
      </w:r>
      <w:r>
        <w:tab/>
        <w:t>2.025e0</w:t>
      </w:r>
    </w:p>
    <w:p w:rsidR="007B2329" w:rsidRDefault="007B2329" w:rsidP="007B2329">
      <w:r>
        <w:t>293.2803</w:t>
      </w:r>
      <w:r>
        <w:tab/>
        <w:t>1.013e0</w:t>
      </w:r>
    </w:p>
    <w:p w:rsidR="007B2329" w:rsidRDefault="007B2329" w:rsidP="007B2329">
      <w:r>
        <w:lastRenderedPageBreak/>
        <w:t>293.3120</w:t>
      </w:r>
      <w:r>
        <w:tab/>
        <w:t>1.013e0</w:t>
      </w:r>
    </w:p>
    <w:p w:rsidR="007B2329" w:rsidRDefault="007B2329" w:rsidP="007B2329">
      <w:r>
        <w:t>293.3228</w:t>
      </w:r>
      <w:r>
        <w:tab/>
        <w:t>5.063e0</w:t>
      </w:r>
    </w:p>
    <w:p w:rsidR="007B2329" w:rsidRDefault="007B2329" w:rsidP="007B2329">
      <w:r>
        <w:t>293.3355</w:t>
      </w:r>
      <w:r>
        <w:tab/>
        <w:t>2.025e0</w:t>
      </w:r>
    </w:p>
    <w:p w:rsidR="007B2329" w:rsidRDefault="007B2329" w:rsidP="007B2329">
      <w:r>
        <w:t>293.3482</w:t>
      </w:r>
      <w:r>
        <w:tab/>
        <w:t>1.013e0</w:t>
      </w:r>
    </w:p>
    <w:p w:rsidR="007B2329" w:rsidRDefault="007B2329" w:rsidP="007B2329">
      <w:r>
        <w:t>293.3713</w:t>
      </w:r>
      <w:r>
        <w:tab/>
        <w:t>1.013e0</w:t>
      </w:r>
    </w:p>
    <w:p w:rsidR="007B2329" w:rsidRDefault="007B2329" w:rsidP="007B2329">
      <w:r>
        <w:t>293.3949</w:t>
      </w:r>
      <w:r>
        <w:tab/>
        <w:t>1.013e0</w:t>
      </w:r>
    </w:p>
    <w:p w:rsidR="007B2329" w:rsidRDefault="007B2329" w:rsidP="007B2329">
      <w:r>
        <w:t>293.4008</w:t>
      </w:r>
      <w:r>
        <w:tab/>
        <w:t>2.025e0</w:t>
      </w:r>
    </w:p>
    <w:p w:rsidR="007B2329" w:rsidRDefault="007B2329" w:rsidP="007B2329">
      <w:r>
        <w:t>293.4030</w:t>
      </w:r>
      <w:r>
        <w:tab/>
        <w:t>2.025e0</w:t>
      </w:r>
    </w:p>
    <w:p w:rsidR="007B2329" w:rsidRDefault="007B2329" w:rsidP="007B2329">
      <w:r>
        <w:t>293.4071</w:t>
      </w:r>
      <w:r>
        <w:tab/>
        <w:t>1.013e0</w:t>
      </w:r>
    </w:p>
    <w:p w:rsidR="007B2329" w:rsidRDefault="007B2329" w:rsidP="007B2329">
      <w:r>
        <w:t>293.4266</w:t>
      </w:r>
      <w:r>
        <w:tab/>
        <w:t>1.013e0</w:t>
      </w:r>
    </w:p>
    <w:p w:rsidR="007B2329" w:rsidRDefault="007B2329" w:rsidP="007B2329">
      <w:r>
        <w:t>293.4467</w:t>
      </w:r>
      <w:r>
        <w:tab/>
        <w:t>4.051e0</w:t>
      </w:r>
    </w:p>
    <w:p w:rsidR="007B2329" w:rsidRDefault="007B2329" w:rsidP="007B2329">
      <w:r>
        <w:t>293.4767</w:t>
      </w:r>
      <w:r>
        <w:tab/>
        <w:t>2.025e0</w:t>
      </w:r>
    </w:p>
    <w:p w:rsidR="007B2329" w:rsidRDefault="007B2329" w:rsidP="007B2329">
      <w:r>
        <w:t>293.4919</w:t>
      </w:r>
      <w:r>
        <w:tab/>
        <w:t>2.025e0</w:t>
      </w:r>
    </w:p>
    <w:p w:rsidR="007B2329" w:rsidRDefault="007B2329" w:rsidP="007B2329">
      <w:r>
        <w:t>293.5089</w:t>
      </w:r>
      <w:r>
        <w:tab/>
        <w:t>1.013e0</w:t>
      </w:r>
    </w:p>
    <w:p w:rsidR="007B2329" w:rsidRDefault="007B2329" w:rsidP="007B2329">
      <w:r>
        <w:t>293.5130</w:t>
      </w:r>
      <w:r>
        <w:tab/>
        <w:t>3.038e0</w:t>
      </w:r>
    </w:p>
    <w:p w:rsidR="007B2329" w:rsidRDefault="007B2329" w:rsidP="007B2329">
      <w:r>
        <w:t>293.5256</w:t>
      </w:r>
      <w:r>
        <w:tab/>
        <w:t>3.038e0</w:t>
      </w:r>
    </w:p>
    <w:p w:rsidR="007B2329" w:rsidRDefault="007B2329" w:rsidP="007B2329">
      <w:r>
        <w:t>293.5475</w:t>
      </w:r>
      <w:r>
        <w:tab/>
        <w:t>2.025e0</w:t>
      </w:r>
    </w:p>
    <w:p w:rsidR="007B2329" w:rsidRDefault="007B2329" w:rsidP="007B2329">
      <w:r>
        <w:t>293.5624</w:t>
      </w:r>
      <w:r>
        <w:tab/>
        <w:t>1.013e0</w:t>
      </w:r>
    </w:p>
    <w:p w:rsidR="007B2329" w:rsidRDefault="007B2329" w:rsidP="007B2329">
      <w:r>
        <w:t>293.5732</w:t>
      </w:r>
      <w:r>
        <w:tab/>
        <w:t>2.025e0</w:t>
      </w:r>
    </w:p>
    <w:p w:rsidR="007B2329" w:rsidRDefault="007B2329" w:rsidP="007B2329">
      <w:r>
        <w:lastRenderedPageBreak/>
        <w:t>293.5852</w:t>
      </w:r>
      <w:r>
        <w:tab/>
        <w:t>2.025e0</w:t>
      </w:r>
    </w:p>
    <w:p w:rsidR="007B2329" w:rsidRDefault="007B2329" w:rsidP="007B2329">
      <w:r>
        <w:t>293.6073</w:t>
      </w:r>
      <w:r>
        <w:tab/>
        <w:t>2.025e0</w:t>
      </w:r>
    </w:p>
    <w:p w:rsidR="007B2329" w:rsidRDefault="007B2329" w:rsidP="007B2329">
      <w:r>
        <w:t>293.6128</w:t>
      </w:r>
      <w:r>
        <w:tab/>
        <w:t>2.025e0</w:t>
      </w:r>
    </w:p>
    <w:p w:rsidR="007B2329" w:rsidRDefault="007B2329" w:rsidP="007B2329">
      <w:r>
        <w:t>293.6168</w:t>
      </w:r>
      <w:r>
        <w:tab/>
        <w:t>2.025e0</w:t>
      </w:r>
    </w:p>
    <w:p w:rsidR="007B2329" w:rsidRDefault="007B2329" w:rsidP="007B2329">
      <w:r>
        <w:t>293.6215</w:t>
      </w:r>
      <w:r>
        <w:tab/>
        <w:t>1.013e0</w:t>
      </w:r>
    </w:p>
    <w:p w:rsidR="007B2329" w:rsidRDefault="007B2329" w:rsidP="007B2329">
      <w:r>
        <w:t>293.6267</w:t>
      </w:r>
      <w:r>
        <w:tab/>
        <w:t>1.013e0</w:t>
      </w:r>
    </w:p>
    <w:p w:rsidR="007B2329" w:rsidRDefault="007B2329" w:rsidP="007B2329">
      <w:r>
        <w:t>293.6321</w:t>
      </w:r>
      <w:r>
        <w:tab/>
        <w:t>1.013e0</w:t>
      </w:r>
    </w:p>
    <w:p w:rsidR="007B2329" w:rsidRDefault="007B2329" w:rsidP="007B2329">
      <w:r>
        <w:t>293.6414</w:t>
      </w:r>
      <w:r>
        <w:tab/>
        <w:t>3.038e0</w:t>
      </w:r>
    </w:p>
    <w:p w:rsidR="007B2329" w:rsidRDefault="007B2329" w:rsidP="007B2329">
      <w:r>
        <w:t>293.6484</w:t>
      </w:r>
      <w:r>
        <w:tab/>
        <w:t>1.013e0</w:t>
      </w:r>
    </w:p>
    <w:p w:rsidR="007B2329" w:rsidRDefault="007B2329" w:rsidP="007B2329">
      <w:r>
        <w:t>293.6539</w:t>
      </w:r>
      <w:r>
        <w:tab/>
        <w:t>2.038e0</w:t>
      </w:r>
    </w:p>
    <w:p w:rsidR="007B2329" w:rsidRDefault="007B2329" w:rsidP="007B2329">
      <w:r>
        <w:t>293.6589</w:t>
      </w:r>
      <w:r>
        <w:tab/>
        <w:t>1.013e0</w:t>
      </w:r>
    </w:p>
    <w:p w:rsidR="007B2329" w:rsidRDefault="007B2329" w:rsidP="007B2329">
      <w:r>
        <w:t>293.6702</w:t>
      </w:r>
      <w:r>
        <w:tab/>
        <w:t>2.025e0</w:t>
      </w:r>
    </w:p>
    <w:p w:rsidR="007B2329" w:rsidRDefault="007B2329" w:rsidP="007B2329">
      <w:r>
        <w:t>293.6723</w:t>
      </w:r>
      <w:r>
        <w:tab/>
        <w:t>1.013e0</w:t>
      </w:r>
    </w:p>
    <w:p w:rsidR="007B2329" w:rsidRDefault="007B2329" w:rsidP="007B2329">
      <w:r>
        <w:t>293.6910</w:t>
      </w:r>
      <w:r>
        <w:tab/>
        <w:t>1.013e0</w:t>
      </w:r>
    </w:p>
    <w:p w:rsidR="007B2329" w:rsidRDefault="007B2329" w:rsidP="007B2329">
      <w:r>
        <w:t>293.6934</w:t>
      </w:r>
      <w:r>
        <w:tab/>
        <w:t>2.025e0</w:t>
      </w:r>
    </w:p>
    <w:p w:rsidR="007B2329" w:rsidRDefault="007B2329" w:rsidP="007B2329">
      <w:r>
        <w:t>293.6998</w:t>
      </w:r>
      <w:r>
        <w:tab/>
        <w:t>1.013e0</w:t>
      </w:r>
    </w:p>
    <w:p w:rsidR="007B2329" w:rsidRDefault="007B2329" w:rsidP="007B2329">
      <w:r>
        <w:t>293.7039</w:t>
      </w:r>
      <w:r>
        <w:tab/>
        <w:t>2.025e0</w:t>
      </w:r>
    </w:p>
    <w:p w:rsidR="007B2329" w:rsidRDefault="007B2329" w:rsidP="007B2329">
      <w:r>
        <w:t>293.7276</w:t>
      </w:r>
      <w:r>
        <w:tab/>
        <w:t>1.013e0</w:t>
      </w:r>
    </w:p>
    <w:p w:rsidR="007B2329" w:rsidRDefault="007B2329" w:rsidP="007B2329">
      <w:r>
        <w:t>293.7315</w:t>
      </w:r>
      <w:r>
        <w:tab/>
        <w:t>3.038e0</w:t>
      </w:r>
    </w:p>
    <w:p w:rsidR="007B2329" w:rsidRDefault="007B2329" w:rsidP="007B2329">
      <w:r>
        <w:lastRenderedPageBreak/>
        <w:t>293.7455</w:t>
      </w:r>
      <w:r>
        <w:tab/>
        <w:t>1.025e0</w:t>
      </w:r>
    </w:p>
    <w:p w:rsidR="007B2329" w:rsidRDefault="007B2329" w:rsidP="007B2329">
      <w:r>
        <w:t>293.7553</w:t>
      </w:r>
      <w:r>
        <w:tab/>
        <w:t>4.051e0</w:t>
      </w:r>
    </w:p>
    <w:p w:rsidR="007B2329" w:rsidRDefault="007B2329" w:rsidP="007B2329">
      <w:r>
        <w:t>293.7674</w:t>
      </w:r>
      <w:r>
        <w:tab/>
        <w:t>2.025e0</w:t>
      </w:r>
    </w:p>
    <w:p w:rsidR="007B2329" w:rsidRDefault="007B2329" w:rsidP="007B2329">
      <w:r>
        <w:t>293.7713</w:t>
      </w:r>
      <w:r>
        <w:tab/>
        <w:t>1.013e0</w:t>
      </w:r>
    </w:p>
    <w:p w:rsidR="007B2329" w:rsidRDefault="007B2329" w:rsidP="007B2329">
      <w:r>
        <w:t>293.7909</w:t>
      </w:r>
      <w:r>
        <w:tab/>
        <w:t>1.013e0</w:t>
      </w:r>
    </w:p>
    <w:p w:rsidR="007B2329" w:rsidRDefault="007B2329" w:rsidP="007B2329">
      <w:r>
        <w:t>293.7990</w:t>
      </w:r>
      <w:r>
        <w:tab/>
        <w:t>1.013e0</w:t>
      </w:r>
    </w:p>
    <w:p w:rsidR="007B2329" w:rsidRDefault="007B2329" w:rsidP="007B2329">
      <w:r>
        <w:t>293.8186</w:t>
      </w:r>
      <w:r>
        <w:tab/>
        <w:t>2.025e0</w:t>
      </w:r>
    </w:p>
    <w:p w:rsidR="007B2329" w:rsidRDefault="007B2329" w:rsidP="007B2329">
      <w:r>
        <w:t>293.8250</w:t>
      </w:r>
      <w:r>
        <w:tab/>
        <w:t>3.038e0</w:t>
      </w:r>
    </w:p>
    <w:p w:rsidR="007B2329" w:rsidRDefault="007B2329" w:rsidP="007B2329">
      <w:r>
        <w:t>293.8283</w:t>
      </w:r>
      <w:r>
        <w:tab/>
        <w:t>3.038e0</w:t>
      </w:r>
    </w:p>
    <w:p w:rsidR="007B2329" w:rsidRDefault="007B2329" w:rsidP="007B2329">
      <w:r>
        <w:t>293.8703</w:t>
      </w:r>
      <w:r>
        <w:tab/>
        <w:t>2.025e0</w:t>
      </w:r>
    </w:p>
    <w:p w:rsidR="007B2329" w:rsidRDefault="007B2329" w:rsidP="007B2329">
      <w:r>
        <w:t>293.8732</w:t>
      </w:r>
      <w:r>
        <w:tab/>
        <w:t>1.013e0</w:t>
      </w:r>
    </w:p>
    <w:p w:rsidR="007B2329" w:rsidRDefault="007B2329" w:rsidP="007B2329">
      <w:r>
        <w:t>293.8900</w:t>
      </w:r>
      <w:r>
        <w:tab/>
        <w:t>3.038e0</w:t>
      </w:r>
    </w:p>
    <w:p w:rsidR="007B2329" w:rsidRDefault="007B2329" w:rsidP="007B2329">
      <w:r>
        <w:t>293.9001</w:t>
      </w:r>
      <w:r>
        <w:tab/>
        <w:t>1.013e0</w:t>
      </w:r>
    </w:p>
    <w:p w:rsidR="007B2329" w:rsidRDefault="007B2329" w:rsidP="007B2329">
      <w:r>
        <w:t>293.9217</w:t>
      </w:r>
      <w:r>
        <w:tab/>
        <w:t>1.013e0</w:t>
      </w:r>
    </w:p>
    <w:p w:rsidR="007B2329" w:rsidRDefault="007B2329" w:rsidP="007B2329">
      <w:r>
        <w:t>293.9364</w:t>
      </w:r>
      <w:r>
        <w:tab/>
        <w:t>3.038e0</w:t>
      </w:r>
    </w:p>
    <w:p w:rsidR="007B2329" w:rsidRDefault="007B2329" w:rsidP="007B2329">
      <w:r>
        <w:t>293.9459</w:t>
      </w:r>
      <w:r>
        <w:tab/>
        <w:t>2.025e0</w:t>
      </w:r>
    </w:p>
    <w:p w:rsidR="007B2329" w:rsidRDefault="007B2329" w:rsidP="007B2329">
      <w:r>
        <w:t>293.9495</w:t>
      </w:r>
      <w:r>
        <w:tab/>
        <w:t>1.013e0</w:t>
      </w:r>
    </w:p>
    <w:p w:rsidR="007B2329" w:rsidRDefault="007B2329" w:rsidP="007B2329">
      <w:r>
        <w:t>293.9514</w:t>
      </w:r>
      <w:r>
        <w:tab/>
        <w:t>3.038e0</w:t>
      </w:r>
    </w:p>
    <w:p w:rsidR="007B2329" w:rsidRDefault="007B2329" w:rsidP="007B2329">
      <w:r>
        <w:t>293.9593</w:t>
      </w:r>
      <w:r>
        <w:tab/>
        <w:t>3.038e0</w:t>
      </w:r>
    </w:p>
    <w:p w:rsidR="007B2329" w:rsidRDefault="007B2329" w:rsidP="007B2329">
      <w:r>
        <w:lastRenderedPageBreak/>
        <w:t>293.9791</w:t>
      </w:r>
      <w:r>
        <w:tab/>
        <w:t>2.025e0</w:t>
      </w:r>
    </w:p>
    <w:p w:rsidR="007B2329" w:rsidRDefault="007B2329" w:rsidP="007B2329">
      <w:r>
        <w:t>293.9858</w:t>
      </w:r>
      <w:r>
        <w:tab/>
        <w:t>1.013e0</w:t>
      </w:r>
    </w:p>
    <w:p w:rsidR="007B2329" w:rsidRDefault="007B2329" w:rsidP="007B2329">
      <w:r>
        <w:t>293.9967</w:t>
      </w:r>
      <w:r>
        <w:tab/>
        <w:t>1.013e0</w:t>
      </w:r>
    </w:p>
    <w:p w:rsidR="007B2329" w:rsidRDefault="007B2329" w:rsidP="007B2329">
      <w:r>
        <w:t>294.0008</w:t>
      </w:r>
      <w:r>
        <w:tab/>
        <w:t>1.266e-2</w:t>
      </w:r>
    </w:p>
    <w:p w:rsidR="007B2329" w:rsidRDefault="007B2329" w:rsidP="007B2329">
      <w:r>
        <w:t>294.0182</w:t>
      </w:r>
      <w:r>
        <w:tab/>
        <w:t>1.013e0</w:t>
      </w:r>
    </w:p>
    <w:p w:rsidR="007B2329" w:rsidRDefault="007B2329" w:rsidP="007B2329">
      <w:r>
        <w:t>294.0234</w:t>
      </w:r>
      <w:r>
        <w:tab/>
        <w:t>1.013e0</w:t>
      </w:r>
    </w:p>
    <w:p w:rsidR="007B2329" w:rsidRDefault="007B2329" w:rsidP="007B2329">
      <w:r>
        <w:t>294.0367</w:t>
      </w:r>
      <w:r>
        <w:tab/>
        <w:t>1.013e0</w:t>
      </w:r>
    </w:p>
    <w:p w:rsidR="007B2329" w:rsidRDefault="007B2329" w:rsidP="007B2329">
      <w:r>
        <w:t>294.0409</w:t>
      </w:r>
      <w:r>
        <w:tab/>
        <w:t>2.025e0</w:t>
      </w:r>
    </w:p>
    <w:p w:rsidR="007B2329" w:rsidRDefault="007B2329" w:rsidP="007B2329">
      <w:r>
        <w:t>294.0448</w:t>
      </w:r>
      <w:r>
        <w:tab/>
        <w:t>1.013e0</w:t>
      </w:r>
    </w:p>
    <w:p w:rsidR="007B2329" w:rsidRDefault="007B2329" w:rsidP="007B2329">
      <w:r>
        <w:t>294.0557</w:t>
      </w:r>
      <w:r>
        <w:tab/>
        <w:t>1.013e0</w:t>
      </w:r>
    </w:p>
    <w:p w:rsidR="007B2329" w:rsidRDefault="007B2329" w:rsidP="007B2329">
      <w:r>
        <w:t>294.0603</w:t>
      </w:r>
      <w:r>
        <w:tab/>
        <w:t>3.038e0</w:t>
      </w:r>
    </w:p>
    <w:p w:rsidR="007B2329" w:rsidRDefault="007B2329" w:rsidP="007B2329">
      <w:r>
        <w:t>294.0774</w:t>
      </w:r>
      <w:r>
        <w:tab/>
        <w:t>3.811e0</w:t>
      </w:r>
    </w:p>
    <w:p w:rsidR="007B2329" w:rsidRDefault="007B2329" w:rsidP="007B2329">
      <w:r>
        <w:t>294.0878</w:t>
      </w:r>
      <w:r>
        <w:tab/>
        <w:t>1.013e0</w:t>
      </w:r>
    </w:p>
    <w:p w:rsidR="007B2329" w:rsidRDefault="007B2329" w:rsidP="007B2329">
      <w:r>
        <w:t>294.0959</w:t>
      </w:r>
      <w:r>
        <w:tab/>
        <w:t>1.013e0</w:t>
      </w:r>
    </w:p>
    <w:p w:rsidR="007B2329" w:rsidRDefault="007B2329" w:rsidP="007B2329">
      <w:r>
        <w:t>294.1022</w:t>
      </w:r>
      <w:r>
        <w:tab/>
        <w:t>1.519e0</w:t>
      </w:r>
    </w:p>
    <w:p w:rsidR="007B2329" w:rsidRDefault="007B2329" w:rsidP="007B2329">
      <w:r>
        <w:t>294.1198</w:t>
      </w:r>
      <w:r>
        <w:tab/>
        <w:t>1.013e0</w:t>
      </w:r>
    </w:p>
    <w:p w:rsidR="007B2329" w:rsidRDefault="007B2329" w:rsidP="007B2329">
      <w:r>
        <w:t>294.1392</w:t>
      </w:r>
      <w:r>
        <w:tab/>
        <w:t>1.393e0</w:t>
      </w:r>
    </w:p>
    <w:p w:rsidR="007B2329" w:rsidRDefault="007B2329" w:rsidP="007B2329">
      <w:r>
        <w:t>294.1414</w:t>
      </w:r>
      <w:r>
        <w:tab/>
        <w:t>1.013e0</w:t>
      </w:r>
    </w:p>
    <w:p w:rsidR="007B2329" w:rsidRDefault="007B2329" w:rsidP="007B2329">
      <w:r>
        <w:t>294.1832</w:t>
      </w:r>
      <w:r>
        <w:tab/>
        <w:t>1.013e0</w:t>
      </w:r>
    </w:p>
    <w:p w:rsidR="007B2329" w:rsidRDefault="007B2329" w:rsidP="007B2329">
      <w:r>
        <w:lastRenderedPageBreak/>
        <w:t>294.1892</w:t>
      </w:r>
      <w:r>
        <w:tab/>
        <w:t>2.532e-2</w:t>
      </w:r>
    </w:p>
    <w:p w:rsidR="007B2329" w:rsidRDefault="007B2329" w:rsidP="007B2329">
      <w:r>
        <w:t>294.2077</w:t>
      </w:r>
      <w:r>
        <w:tab/>
        <w:t>7.116e-1</w:t>
      </w:r>
    </w:p>
    <w:p w:rsidR="007B2329" w:rsidRDefault="007B2329" w:rsidP="007B2329">
      <w:r>
        <w:t>294.2188</w:t>
      </w:r>
      <w:r>
        <w:tab/>
        <w:t>3.038e0</w:t>
      </w:r>
    </w:p>
    <w:p w:rsidR="007B2329" w:rsidRDefault="007B2329" w:rsidP="007B2329">
      <w:r>
        <w:t>294.2327</w:t>
      </w:r>
      <w:r>
        <w:tab/>
        <w:t>2.025e0</w:t>
      </w:r>
    </w:p>
    <w:p w:rsidR="007B2329" w:rsidRDefault="007B2329" w:rsidP="007B2329">
      <w:r>
        <w:t>294.2426</w:t>
      </w:r>
      <w:r>
        <w:tab/>
        <w:t>1.013e0</w:t>
      </w:r>
    </w:p>
    <w:p w:rsidR="007B2329" w:rsidRDefault="007B2329" w:rsidP="007B2329">
      <w:r>
        <w:t>294.2545</w:t>
      </w:r>
      <w:r>
        <w:tab/>
        <w:t>1.013e0</w:t>
      </w:r>
    </w:p>
    <w:p w:rsidR="007B2329" w:rsidRDefault="007B2329" w:rsidP="007B2329">
      <w:r>
        <w:t>294.2595</w:t>
      </w:r>
      <w:r>
        <w:tab/>
        <w:t>3.038e0</w:t>
      </w:r>
    </w:p>
    <w:p w:rsidR="007B2329" w:rsidRDefault="007B2329" w:rsidP="007B2329">
      <w:r>
        <w:t>294.2722</w:t>
      </w:r>
      <w:r>
        <w:tab/>
        <w:t>1.025e0</w:t>
      </w:r>
    </w:p>
    <w:p w:rsidR="007B2329" w:rsidRDefault="007B2329" w:rsidP="007B2329">
      <w:r>
        <w:t>294.2783</w:t>
      </w:r>
      <w:r>
        <w:tab/>
        <w:t>3.038e0</w:t>
      </w:r>
    </w:p>
    <w:p w:rsidR="007B2329" w:rsidRDefault="007B2329" w:rsidP="007B2329">
      <w:r>
        <w:t>294.2942</w:t>
      </w:r>
      <w:r>
        <w:tab/>
        <w:t>2.025e0</w:t>
      </w:r>
    </w:p>
    <w:p w:rsidR="007B2329" w:rsidRDefault="007B2329" w:rsidP="007B2329">
      <w:r>
        <w:t>294.3100</w:t>
      </w:r>
      <w:r>
        <w:tab/>
        <w:t>1.013e0</w:t>
      </w:r>
    </w:p>
    <w:p w:rsidR="007B2329" w:rsidRDefault="007B2329" w:rsidP="007B2329">
      <w:r>
        <w:t>294.3298</w:t>
      </w:r>
      <w:r>
        <w:tab/>
        <w:t>3.038e0</w:t>
      </w:r>
    </w:p>
    <w:p w:rsidR="007B2329" w:rsidRDefault="007B2329" w:rsidP="007B2329">
      <w:r>
        <w:t>294.3334</w:t>
      </w:r>
      <w:r>
        <w:tab/>
        <w:t>3.038e0</w:t>
      </w:r>
    </w:p>
    <w:p w:rsidR="007B2329" w:rsidRDefault="007B2329" w:rsidP="007B2329">
      <w:r>
        <w:t>294.3376</w:t>
      </w:r>
      <w:r>
        <w:tab/>
        <w:t>1.013e0</w:t>
      </w:r>
    </w:p>
    <w:p w:rsidR="007B2329" w:rsidRDefault="007B2329" w:rsidP="007B2329">
      <w:r>
        <w:t>294.3653</w:t>
      </w:r>
      <w:r>
        <w:tab/>
        <w:t>1.013e0</w:t>
      </w:r>
    </w:p>
    <w:p w:rsidR="007B2329" w:rsidRDefault="007B2329" w:rsidP="007B2329">
      <w:r>
        <w:t>294.3694</w:t>
      </w:r>
      <w:r>
        <w:tab/>
        <w:t>1.013e0</w:t>
      </w:r>
    </w:p>
    <w:p w:rsidR="007B2329" w:rsidRDefault="007B2329" w:rsidP="007B2329">
      <w:r>
        <w:t>294.3932</w:t>
      </w:r>
      <w:r>
        <w:tab/>
        <w:t>1.013e0</w:t>
      </w:r>
    </w:p>
    <w:p w:rsidR="007B2329" w:rsidRDefault="007B2329" w:rsidP="007B2329">
      <w:r>
        <w:t>294.3971</w:t>
      </w:r>
      <w:r>
        <w:tab/>
        <w:t>1.013e0</w:t>
      </w:r>
    </w:p>
    <w:p w:rsidR="007B2329" w:rsidRDefault="007B2329" w:rsidP="007B2329">
      <w:r>
        <w:t>294.4019</w:t>
      </w:r>
      <w:r>
        <w:tab/>
        <w:t>3.038e0</w:t>
      </w:r>
    </w:p>
    <w:p w:rsidR="007B2329" w:rsidRDefault="007B2329" w:rsidP="007B2329">
      <w:r>
        <w:lastRenderedPageBreak/>
        <w:t>294.4098</w:t>
      </w:r>
      <w:r>
        <w:tab/>
        <w:t>1.013e0</w:t>
      </w:r>
    </w:p>
    <w:p w:rsidR="007B2329" w:rsidRDefault="007B2329" w:rsidP="007B2329">
      <w:r>
        <w:t>294.4446</w:t>
      </w:r>
      <w:r>
        <w:tab/>
        <w:t>2.025e0</w:t>
      </w:r>
    </w:p>
    <w:p w:rsidR="007B2329" w:rsidRDefault="007B2329" w:rsidP="007B2329">
      <w:r>
        <w:t>294.4526</w:t>
      </w:r>
      <w:r>
        <w:tab/>
        <w:t>1.013e0</w:t>
      </w:r>
    </w:p>
    <w:p w:rsidR="007B2329" w:rsidRDefault="007B2329" w:rsidP="007B2329">
      <w:r>
        <w:t>294.4566</w:t>
      </w:r>
      <w:r>
        <w:tab/>
        <w:t>2.025e0</w:t>
      </w:r>
    </w:p>
    <w:p w:rsidR="007B2329" w:rsidRDefault="007B2329" w:rsidP="007B2329">
      <w:r>
        <w:t>294.4797</w:t>
      </w:r>
      <w:r>
        <w:tab/>
        <w:t>1.013e0</w:t>
      </w:r>
    </w:p>
    <w:p w:rsidR="007B2329" w:rsidRDefault="007B2329" w:rsidP="007B2329">
      <w:r>
        <w:t>294.4962</w:t>
      </w:r>
      <w:r>
        <w:tab/>
        <w:t>1.013e0</w:t>
      </w:r>
    </w:p>
    <w:p w:rsidR="007B2329" w:rsidRDefault="007B2329" w:rsidP="007B2329">
      <w:r>
        <w:t>294.5062</w:t>
      </w:r>
      <w:r>
        <w:tab/>
        <w:t>2.025e0</w:t>
      </w:r>
    </w:p>
    <w:p w:rsidR="007B2329" w:rsidRDefault="007B2329" w:rsidP="007B2329">
      <w:r>
        <w:t>294.5088</w:t>
      </w:r>
      <w:r>
        <w:tab/>
        <w:t>4.051e0</w:t>
      </w:r>
    </w:p>
    <w:p w:rsidR="007B2329" w:rsidRDefault="007B2329" w:rsidP="007B2329">
      <w:r>
        <w:t>294.5163</w:t>
      </w:r>
      <w:r>
        <w:tab/>
        <w:t>4.051e0</w:t>
      </w:r>
    </w:p>
    <w:p w:rsidR="007B2329" w:rsidRDefault="007B2329" w:rsidP="007B2329">
      <w:r>
        <w:t>294.5476</w:t>
      </w:r>
      <w:r>
        <w:tab/>
        <w:t>1.013e0</w:t>
      </w:r>
    </w:p>
    <w:p w:rsidR="007B2329" w:rsidRDefault="007B2329" w:rsidP="007B2329">
      <w:r>
        <w:t>294.5497</w:t>
      </w:r>
      <w:r>
        <w:tab/>
        <w:t>2.025e0</w:t>
      </w:r>
    </w:p>
    <w:p w:rsidR="007B2329" w:rsidRDefault="007B2329" w:rsidP="007B2329">
      <w:r>
        <w:t>294.5643</w:t>
      </w:r>
      <w:r>
        <w:tab/>
        <w:t>3.038e0</w:t>
      </w:r>
    </w:p>
    <w:p w:rsidR="007B2329" w:rsidRDefault="007B2329" w:rsidP="007B2329">
      <w:r>
        <w:t>294.5835</w:t>
      </w:r>
      <w:r>
        <w:tab/>
        <w:t>1.013e0</w:t>
      </w:r>
    </w:p>
    <w:p w:rsidR="007B2329" w:rsidRDefault="007B2329" w:rsidP="007B2329">
      <w:r>
        <w:t>294.6091</w:t>
      </w:r>
      <w:r>
        <w:tab/>
        <w:t>2.025e0</w:t>
      </w:r>
    </w:p>
    <w:p w:rsidR="007B2329" w:rsidRDefault="007B2329" w:rsidP="007B2329">
      <w:r>
        <w:t>294.6113</w:t>
      </w:r>
      <w:r>
        <w:tab/>
        <w:t>1.013e0</w:t>
      </w:r>
    </w:p>
    <w:p w:rsidR="007B2329" w:rsidRDefault="007B2329" w:rsidP="007B2329">
      <w:r>
        <w:t>294.6193</w:t>
      </w:r>
      <w:r>
        <w:tab/>
        <w:t>1.013e0</w:t>
      </w:r>
    </w:p>
    <w:p w:rsidR="007B2329" w:rsidRDefault="007B2329" w:rsidP="007B2329">
      <w:r>
        <w:t>294.6225</w:t>
      </w:r>
      <w:r>
        <w:tab/>
        <w:t>2.025e0</w:t>
      </w:r>
    </w:p>
    <w:p w:rsidR="007B2329" w:rsidRDefault="007B2329" w:rsidP="007B2329">
      <w:r>
        <w:t>294.6388</w:t>
      </w:r>
      <w:r>
        <w:tab/>
        <w:t>1.013e0</w:t>
      </w:r>
    </w:p>
    <w:p w:rsidR="007B2329" w:rsidRDefault="007B2329" w:rsidP="007B2329">
      <w:r>
        <w:t>294.6468</w:t>
      </w:r>
      <w:r>
        <w:tab/>
        <w:t>2.025e0</w:t>
      </w:r>
    </w:p>
    <w:p w:rsidR="007B2329" w:rsidRDefault="007B2329" w:rsidP="007B2329">
      <w:r>
        <w:lastRenderedPageBreak/>
        <w:t>294.6516</w:t>
      </w:r>
      <w:r>
        <w:tab/>
        <w:t>2.025e0</w:t>
      </w:r>
    </w:p>
    <w:p w:rsidR="007B2329" w:rsidRDefault="007B2329" w:rsidP="007B2329">
      <w:r>
        <w:t>294.6641</w:t>
      </w:r>
      <w:r>
        <w:tab/>
        <w:t>1.025e0</w:t>
      </w:r>
    </w:p>
    <w:p w:rsidR="007B2329" w:rsidRDefault="007B2329" w:rsidP="007B2329">
      <w:r>
        <w:t>294.6785</w:t>
      </w:r>
      <w:r>
        <w:tab/>
        <w:t>1.013e0</w:t>
      </w:r>
    </w:p>
    <w:p w:rsidR="007B2329" w:rsidRDefault="007B2329" w:rsidP="007B2329">
      <w:r>
        <w:t>294.7003</w:t>
      </w:r>
      <w:r>
        <w:tab/>
        <w:t>2.025e0</w:t>
      </w:r>
    </w:p>
    <w:p w:rsidR="007B2329" w:rsidRDefault="007B2329" w:rsidP="007B2329">
      <w:r>
        <w:t>294.7137</w:t>
      </w:r>
      <w:r>
        <w:tab/>
        <w:t>2.025e0</w:t>
      </w:r>
    </w:p>
    <w:p w:rsidR="007B2329" w:rsidRDefault="007B2329" w:rsidP="007B2329">
      <w:r>
        <w:t>294.7260</w:t>
      </w:r>
      <w:r>
        <w:tab/>
        <w:t>1.013e0</w:t>
      </w:r>
    </w:p>
    <w:p w:rsidR="007B2329" w:rsidRDefault="007B2329" w:rsidP="007B2329">
      <w:r>
        <w:t>294.7341</w:t>
      </w:r>
      <w:r>
        <w:tab/>
        <w:t>1.013e0</w:t>
      </w:r>
    </w:p>
    <w:p w:rsidR="007B2329" w:rsidRDefault="007B2329" w:rsidP="007B2329">
      <w:r>
        <w:t>294.7379</w:t>
      </w:r>
      <w:r>
        <w:tab/>
        <w:t>1.013e0</w:t>
      </w:r>
    </w:p>
    <w:p w:rsidR="007B2329" w:rsidRDefault="007B2329" w:rsidP="007B2329">
      <w:r>
        <w:t>294.7484</w:t>
      </w:r>
      <w:r>
        <w:tab/>
        <w:t>1.013e0</w:t>
      </w:r>
    </w:p>
    <w:p w:rsidR="007B2329" w:rsidRDefault="007B2329" w:rsidP="007B2329">
      <w:r>
        <w:t>294.7576</w:t>
      </w:r>
      <w:r>
        <w:tab/>
        <w:t>1.013e0</w:t>
      </w:r>
    </w:p>
    <w:p w:rsidR="007B2329" w:rsidRDefault="007B2329" w:rsidP="007B2329">
      <w:r>
        <w:t>294.7658</w:t>
      </w:r>
      <w:r>
        <w:tab/>
        <w:t>2.025e0</w:t>
      </w:r>
    </w:p>
    <w:p w:rsidR="007B2329" w:rsidRDefault="007B2329" w:rsidP="007B2329">
      <w:r>
        <w:t>294.7699</w:t>
      </w:r>
      <w:r>
        <w:tab/>
        <w:t>1.013e0</w:t>
      </w:r>
    </w:p>
    <w:p w:rsidR="007B2329" w:rsidRDefault="007B2329" w:rsidP="007B2329">
      <w:r>
        <w:t>294.7875</w:t>
      </w:r>
      <w:r>
        <w:tab/>
        <w:t>3.038e0</w:t>
      </w:r>
    </w:p>
    <w:p w:rsidR="007B2329" w:rsidRDefault="007B2329" w:rsidP="007B2329">
      <w:r>
        <w:t>294.7935</w:t>
      </w:r>
      <w:r>
        <w:tab/>
        <w:t>2.136e0</w:t>
      </w:r>
    </w:p>
    <w:p w:rsidR="007B2329" w:rsidRDefault="007B2329" w:rsidP="007B2329">
      <w:r>
        <w:t>294.8021</w:t>
      </w:r>
      <w:r>
        <w:tab/>
        <w:t>1.013e0</w:t>
      </w:r>
    </w:p>
    <w:p w:rsidR="007B2329" w:rsidRDefault="007B2329" w:rsidP="007B2329">
      <w:r>
        <w:t>294.8205</w:t>
      </w:r>
      <w:r>
        <w:tab/>
        <w:t>4.051e0</w:t>
      </w:r>
    </w:p>
    <w:p w:rsidR="007B2329" w:rsidRDefault="007B2329" w:rsidP="007B2329">
      <w:r>
        <w:t>294.8253</w:t>
      </w:r>
      <w:r>
        <w:tab/>
        <w:t>1.013e0</w:t>
      </w:r>
    </w:p>
    <w:p w:rsidR="007B2329" w:rsidRDefault="007B2329" w:rsidP="007B2329">
      <w:r>
        <w:t>294.8344</w:t>
      </w:r>
      <w:r>
        <w:tab/>
        <w:t>2.025e0</w:t>
      </w:r>
    </w:p>
    <w:p w:rsidR="007B2329" w:rsidRDefault="007B2329" w:rsidP="007B2329">
      <w:r>
        <w:t>294.8449</w:t>
      </w:r>
      <w:r>
        <w:tab/>
        <w:t>1.013e0</w:t>
      </w:r>
    </w:p>
    <w:p w:rsidR="007B2329" w:rsidRDefault="007B2329" w:rsidP="007B2329">
      <w:r>
        <w:lastRenderedPageBreak/>
        <w:t>294.8489</w:t>
      </w:r>
      <w:r>
        <w:tab/>
        <w:t>1.013e0</w:t>
      </w:r>
    </w:p>
    <w:p w:rsidR="007B2329" w:rsidRDefault="007B2329" w:rsidP="007B2329">
      <w:r>
        <w:t>294.8529</w:t>
      </w:r>
      <w:r>
        <w:tab/>
        <w:t>1.013e0</w:t>
      </w:r>
    </w:p>
    <w:p w:rsidR="007B2329" w:rsidRDefault="007B2329" w:rsidP="007B2329">
      <w:r>
        <w:t>294.8766</w:t>
      </w:r>
      <w:r>
        <w:tab/>
        <w:t>1.013e0</w:t>
      </w:r>
    </w:p>
    <w:p w:rsidR="007B2329" w:rsidRDefault="007B2329" w:rsidP="007B2329">
      <w:r>
        <w:t>294.8806</w:t>
      </w:r>
      <w:r>
        <w:tab/>
        <w:t>2.025e0</w:t>
      </w:r>
    </w:p>
    <w:p w:rsidR="007B2329" w:rsidRDefault="007B2329" w:rsidP="007B2329">
      <w:r>
        <w:t>294.8828</w:t>
      </w:r>
      <w:r>
        <w:tab/>
        <w:t>2.025e0</w:t>
      </w:r>
    </w:p>
    <w:p w:rsidR="007B2329" w:rsidRDefault="007B2329" w:rsidP="007B2329">
      <w:r>
        <w:t>294.8896</w:t>
      </w:r>
      <w:r>
        <w:tab/>
        <w:t>3.038e0</w:t>
      </w:r>
    </w:p>
    <w:p w:rsidR="007B2329" w:rsidRDefault="007B2329" w:rsidP="007B2329">
      <w:r>
        <w:t>294.9031</w:t>
      </w:r>
      <w:r>
        <w:tab/>
        <w:t>2.025e0</w:t>
      </w:r>
    </w:p>
    <w:p w:rsidR="007B2329" w:rsidRDefault="007B2329" w:rsidP="007B2329">
      <w:r>
        <w:t>294.9165</w:t>
      </w:r>
      <w:r>
        <w:tab/>
        <w:t>1.013e0</w:t>
      </w:r>
    </w:p>
    <w:p w:rsidR="007B2329" w:rsidRDefault="007B2329" w:rsidP="007B2329">
      <w:r>
        <w:t>294.9204</w:t>
      </w:r>
      <w:r>
        <w:tab/>
        <w:t>1.013e0</w:t>
      </w:r>
    </w:p>
    <w:p w:rsidR="007B2329" w:rsidRDefault="007B2329" w:rsidP="007B2329">
      <w:r>
        <w:t>294.9312</w:t>
      </w:r>
      <w:r>
        <w:tab/>
        <w:t>1.013e0</w:t>
      </w:r>
    </w:p>
    <w:p w:rsidR="007B2329" w:rsidRDefault="007B2329" w:rsidP="007B2329">
      <w:r>
        <w:t>294.9400</w:t>
      </w:r>
      <w:r>
        <w:tab/>
        <w:t>1.013e0</w:t>
      </w:r>
    </w:p>
    <w:p w:rsidR="007B2329" w:rsidRDefault="007B2329" w:rsidP="007B2329">
      <w:r>
        <w:t>294.9442</w:t>
      </w:r>
      <w:r>
        <w:tab/>
        <w:t>1.013e0</w:t>
      </w:r>
    </w:p>
    <w:p w:rsidR="007B2329" w:rsidRDefault="007B2329" w:rsidP="007B2329">
      <w:r>
        <w:t>294.9757</w:t>
      </w:r>
      <w:r>
        <w:tab/>
        <w:t>2.025e0</w:t>
      </w:r>
    </w:p>
    <w:p w:rsidR="007B2329" w:rsidRDefault="007B2329" w:rsidP="007B2329">
      <w:r>
        <w:t>294.9851</w:t>
      </w:r>
      <w:r>
        <w:tab/>
        <w:t>1.013e0</w:t>
      </w:r>
    </w:p>
    <w:p w:rsidR="007B2329" w:rsidRDefault="007B2329" w:rsidP="007B2329">
      <w:r>
        <w:t>294.9904</w:t>
      </w:r>
      <w:r>
        <w:tab/>
        <w:t>2.025e0</w:t>
      </w:r>
    </w:p>
    <w:p w:rsidR="007B2329" w:rsidRDefault="007B2329" w:rsidP="007B2329">
      <w:r>
        <w:t>294.9957</w:t>
      </w:r>
      <w:r>
        <w:tab/>
        <w:t>1.013e0</w:t>
      </w:r>
    </w:p>
    <w:p w:rsidR="007B2329" w:rsidRDefault="007B2329" w:rsidP="007B2329">
      <w:r>
        <w:t>294.9994</w:t>
      </w:r>
      <w:r>
        <w:tab/>
        <w:t>1.013e0</w:t>
      </w:r>
    </w:p>
    <w:p w:rsidR="007B2329" w:rsidRDefault="007B2329" w:rsidP="007B2329">
      <w:r>
        <w:t>295.0035</w:t>
      </w:r>
      <w:r>
        <w:tab/>
        <w:t>1.013e0</w:t>
      </w:r>
    </w:p>
    <w:p w:rsidR="007B2329" w:rsidRDefault="007B2329" w:rsidP="007B2329">
      <w:r>
        <w:t>295.0226</w:t>
      </w:r>
      <w:r>
        <w:tab/>
        <w:t>2.025e0</w:t>
      </w:r>
    </w:p>
    <w:p w:rsidR="007B2329" w:rsidRDefault="007B2329" w:rsidP="007B2329">
      <w:r>
        <w:lastRenderedPageBreak/>
        <w:t>295.0273</w:t>
      </w:r>
      <w:r>
        <w:tab/>
        <w:t>1.013e0</w:t>
      </w:r>
    </w:p>
    <w:p w:rsidR="007B2329" w:rsidRDefault="007B2329" w:rsidP="007B2329">
      <w:r>
        <w:t>295.0330</w:t>
      </w:r>
      <w:r>
        <w:tab/>
        <w:t>3.038e0</w:t>
      </w:r>
    </w:p>
    <w:p w:rsidR="007B2329" w:rsidRDefault="007B2329" w:rsidP="007B2329">
      <w:r>
        <w:t>295.0345</w:t>
      </w:r>
      <w:r>
        <w:tab/>
        <w:t>3.038e0</w:t>
      </w:r>
    </w:p>
    <w:p w:rsidR="007B2329" w:rsidRDefault="007B2329" w:rsidP="007B2329">
      <w:r>
        <w:t>295.0384</w:t>
      </w:r>
      <w:r>
        <w:tab/>
        <w:t>2.025e0</w:t>
      </w:r>
    </w:p>
    <w:p w:rsidR="007B2329" w:rsidRDefault="007B2329" w:rsidP="007B2329">
      <w:r>
        <w:t>295.0630</w:t>
      </w:r>
      <w:r>
        <w:tab/>
        <w:t>2.058e0</w:t>
      </w:r>
    </w:p>
    <w:p w:rsidR="007B2329" w:rsidRDefault="007B2329" w:rsidP="007B2329">
      <w:r>
        <w:t>295.0644</w:t>
      </w:r>
      <w:r>
        <w:tab/>
        <w:t>3.038e0</w:t>
      </w:r>
    </w:p>
    <w:p w:rsidR="007B2329" w:rsidRDefault="007B2329" w:rsidP="007B2329">
      <w:r>
        <w:t>295.0788</w:t>
      </w:r>
      <w:r>
        <w:tab/>
        <w:t>1.025e0</w:t>
      </w:r>
    </w:p>
    <w:p w:rsidR="007B2329" w:rsidRDefault="007B2329" w:rsidP="007B2329">
      <w:r>
        <w:t>295.0807</w:t>
      </w:r>
      <w:r>
        <w:tab/>
        <w:t>2.025e0</w:t>
      </w:r>
    </w:p>
    <w:p w:rsidR="007B2329" w:rsidRDefault="007B2329" w:rsidP="007B2329">
      <w:r>
        <w:t>295.0947</w:t>
      </w:r>
      <w:r>
        <w:tab/>
        <w:t>2.025e0</w:t>
      </w:r>
    </w:p>
    <w:p w:rsidR="007B2329" w:rsidRDefault="007B2329" w:rsidP="007B2329">
      <w:r>
        <w:t>295.0988</w:t>
      </w:r>
      <w:r>
        <w:tab/>
        <w:t>1.013e0</w:t>
      </w:r>
    </w:p>
    <w:p w:rsidR="007B2329" w:rsidRDefault="007B2329" w:rsidP="007B2329">
      <w:r>
        <w:t>295.1365</w:t>
      </w:r>
      <w:r>
        <w:tab/>
        <w:t>2.025e0</w:t>
      </w:r>
    </w:p>
    <w:p w:rsidR="007B2329" w:rsidRDefault="007B2329" w:rsidP="007B2329">
      <w:r>
        <w:t>295.1431</w:t>
      </w:r>
      <w:r>
        <w:tab/>
        <w:t>4.063e0</w:t>
      </w:r>
    </w:p>
    <w:p w:rsidR="007B2329" w:rsidRDefault="007B2329" w:rsidP="007B2329">
      <w:r>
        <w:t>295.1643</w:t>
      </w:r>
      <w:r>
        <w:tab/>
        <w:t>3.678e0</w:t>
      </w:r>
    </w:p>
    <w:p w:rsidR="007B2329" w:rsidRDefault="007B2329" w:rsidP="007B2329">
      <w:r>
        <w:t>295.1683</w:t>
      </w:r>
      <w:r>
        <w:tab/>
        <w:t>6.469e0</w:t>
      </w:r>
    </w:p>
    <w:p w:rsidR="007B2329" w:rsidRDefault="007B2329" w:rsidP="007B2329">
      <w:r>
        <w:t>295.1720</w:t>
      </w:r>
      <w:r>
        <w:tab/>
        <w:t>2.538e1</w:t>
      </w:r>
    </w:p>
    <w:p w:rsidR="007B2329" w:rsidRDefault="007B2329" w:rsidP="007B2329">
      <w:r>
        <w:t>295.1769</w:t>
      </w:r>
      <w:r>
        <w:tab/>
        <w:t>4.051e0</w:t>
      </w:r>
    </w:p>
    <w:p w:rsidR="007B2329" w:rsidRDefault="007B2329" w:rsidP="007B2329">
      <w:r>
        <w:t>295.1787</w:t>
      </w:r>
      <w:r>
        <w:tab/>
        <w:t>1.827e0</w:t>
      </w:r>
    </w:p>
    <w:p w:rsidR="007B2329" w:rsidRDefault="007B2329" w:rsidP="007B2329">
      <w:r>
        <w:t>295.1814</w:t>
      </w:r>
      <w:r>
        <w:tab/>
        <w:t>3.038e0</w:t>
      </w:r>
    </w:p>
    <w:p w:rsidR="007B2329" w:rsidRDefault="007B2329" w:rsidP="007B2329">
      <w:r>
        <w:t>295.2033</w:t>
      </w:r>
      <w:r>
        <w:tab/>
        <w:t>9.911e0</w:t>
      </w:r>
    </w:p>
    <w:p w:rsidR="007B2329" w:rsidRDefault="007B2329" w:rsidP="007B2329">
      <w:r>
        <w:lastRenderedPageBreak/>
        <w:t>295.2125</w:t>
      </w:r>
      <w:r>
        <w:tab/>
        <w:t>1.487e0</w:t>
      </w:r>
    </w:p>
    <w:p w:rsidR="007B2329" w:rsidRDefault="007B2329" w:rsidP="007B2329">
      <w:r>
        <w:t>295.2136</w:t>
      </w:r>
      <w:r>
        <w:tab/>
        <w:t>1.013e0</w:t>
      </w:r>
    </w:p>
    <w:p w:rsidR="007B2329" w:rsidRDefault="007B2329" w:rsidP="007B2329">
      <w:r>
        <w:t>295.2174</w:t>
      </w:r>
      <w:r>
        <w:tab/>
        <w:t>5.063e0</w:t>
      </w:r>
    </w:p>
    <w:p w:rsidR="007B2329" w:rsidRDefault="007B2329" w:rsidP="007B2329">
      <w:r>
        <w:t>295.2217</w:t>
      </w:r>
      <w:r>
        <w:tab/>
        <w:t>1.013e0</w:t>
      </w:r>
    </w:p>
    <w:p w:rsidR="007B2329" w:rsidRDefault="007B2329" w:rsidP="007B2329">
      <w:r>
        <w:t>295.2332</w:t>
      </w:r>
      <w:r>
        <w:tab/>
        <w:t>2.025e0</w:t>
      </w:r>
    </w:p>
    <w:p w:rsidR="007B2329" w:rsidRDefault="007B2329" w:rsidP="007B2329">
      <w:r>
        <w:t>295.2413</w:t>
      </w:r>
      <w:r>
        <w:tab/>
        <w:t>1.013e0</w:t>
      </w:r>
    </w:p>
    <w:p w:rsidR="007B2329" w:rsidRDefault="007B2329" w:rsidP="007B2329">
      <w:r>
        <w:t>295.2495</w:t>
      </w:r>
      <w:r>
        <w:tab/>
        <w:t>1.013e0</w:t>
      </w:r>
    </w:p>
    <w:p w:rsidR="007B2329" w:rsidRDefault="007B2329" w:rsidP="007B2329">
      <w:r>
        <w:t>295.2731</w:t>
      </w:r>
      <w:r>
        <w:tab/>
        <w:t>1.013e0</w:t>
      </w:r>
    </w:p>
    <w:p w:rsidR="007B2329" w:rsidRDefault="007B2329" w:rsidP="007B2329">
      <w:r>
        <w:t>295.2771</w:t>
      </w:r>
      <w:r>
        <w:tab/>
        <w:t>2.025e0</w:t>
      </w:r>
    </w:p>
    <w:p w:rsidR="007B2329" w:rsidRDefault="007B2329" w:rsidP="007B2329">
      <w:r>
        <w:t>295.2864</w:t>
      </w:r>
      <w:r>
        <w:tab/>
        <w:t>1.013e0</w:t>
      </w:r>
    </w:p>
    <w:p w:rsidR="007B2329" w:rsidRDefault="007B2329" w:rsidP="007B2329">
      <w:r>
        <w:t>295.2971</w:t>
      </w:r>
      <w:r>
        <w:tab/>
        <w:t>1.013e0</w:t>
      </w:r>
    </w:p>
    <w:p w:rsidR="007B2329" w:rsidRDefault="007B2329" w:rsidP="007B2329">
      <w:r>
        <w:t>295.3241</w:t>
      </w:r>
      <w:r>
        <w:tab/>
        <w:t>1.013e0</w:t>
      </w:r>
    </w:p>
    <w:p w:rsidR="007B2329" w:rsidRDefault="007B2329" w:rsidP="007B2329">
      <w:r>
        <w:t>295.3406</w:t>
      </w:r>
      <w:r>
        <w:tab/>
        <w:t>2.025e0</w:t>
      </w:r>
    </w:p>
    <w:p w:rsidR="007B2329" w:rsidRDefault="007B2329" w:rsidP="007B2329">
      <w:r>
        <w:t>295.3684</w:t>
      </w:r>
      <w:r>
        <w:tab/>
        <w:t>3.038e0</w:t>
      </w:r>
    </w:p>
    <w:p w:rsidR="007B2329" w:rsidRDefault="007B2329" w:rsidP="007B2329">
      <w:r>
        <w:t>295.3833</w:t>
      </w:r>
      <w:r>
        <w:tab/>
        <w:t>1.013e0</w:t>
      </w:r>
    </w:p>
    <w:p w:rsidR="007B2329" w:rsidRDefault="007B2329" w:rsidP="007B2329">
      <w:r>
        <w:t>295.3973</w:t>
      </w:r>
      <w:r>
        <w:tab/>
        <w:t>2.025e0</w:t>
      </w:r>
    </w:p>
    <w:p w:rsidR="007B2329" w:rsidRDefault="007B2329" w:rsidP="007B2329">
      <w:r>
        <w:t>295.4196</w:t>
      </w:r>
      <w:r>
        <w:tab/>
        <w:t>3.038e0</w:t>
      </w:r>
    </w:p>
    <w:p w:rsidR="007B2329" w:rsidRDefault="007B2329" w:rsidP="007B2329">
      <w:r>
        <w:t>295.4237</w:t>
      </w:r>
      <w:r>
        <w:tab/>
        <w:t>1.068e0</w:t>
      </w:r>
    </w:p>
    <w:p w:rsidR="007B2329" w:rsidRDefault="007B2329" w:rsidP="007B2329">
      <w:r>
        <w:t>295.4425</w:t>
      </w:r>
      <w:r>
        <w:tab/>
        <w:t>2.025e0</w:t>
      </w:r>
    </w:p>
    <w:p w:rsidR="007B2329" w:rsidRDefault="007B2329" w:rsidP="007B2329">
      <w:r>
        <w:lastRenderedPageBreak/>
        <w:t>295.4516</w:t>
      </w:r>
      <w:r>
        <w:tab/>
        <w:t>1.013e0</w:t>
      </w:r>
    </w:p>
    <w:p w:rsidR="007B2329" w:rsidRDefault="007B2329" w:rsidP="007B2329">
      <w:r>
        <w:t>295.4556</w:t>
      </w:r>
      <w:r>
        <w:tab/>
        <w:t>3.038e0</w:t>
      </w:r>
    </w:p>
    <w:p w:rsidR="007B2329" w:rsidRDefault="007B2329" w:rsidP="007B2329">
      <w:r>
        <w:t>295.4695</w:t>
      </w:r>
      <w:r>
        <w:tab/>
        <w:t>1.013e0</w:t>
      </w:r>
    </w:p>
    <w:p w:rsidR="007B2329" w:rsidRDefault="007B2329" w:rsidP="007B2329">
      <w:r>
        <w:t>295.5018</w:t>
      </w:r>
      <w:r>
        <w:tab/>
        <w:t>2.025e0</w:t>
      </w:r>
    </w:p>
    <w:p w:rsidR="007B2329" w:rsidRDefault="007B2329" w:rsidP="007B2329">
      <w:r>
        <w:t>295.5071</w:t>
      </w:r>
      <w:r>
        <w:tab/>
        <w:t>1.013e0</w:t>
      </w:r>
    </w:p>
    <w:p w:rsidR="007B2329" w:rsidRDefault="007B2329" w:rsidP="007B2329">
      <w:r>
        <w:t>295.5136</w:t>
      </w:r>
      <w:r>
        <w:tab/>
        <w:t>3.038e0</w:t>
      </w:r>
    </w:p>
    <w:p w:rsidR="007B2329" w:rsidRDefault="007B2329" w:rsidP="007B2329">
      <w:r>
        <w:t>295.5175</w:t>
      </w:r>
      <w:r>
        <w:tab/>
        <w:t>1.025e0</w:t>
      </w:r>
    </w:p>
    <w:p w:rsidR="007B2329" w:rsidRDefault="007B2329" w:rsidP="007B2329">
      <w:r>
        <w:t>295.5233</w:t>
      </w:r>
      <w:r>
        <w:tab/>
        <w:t>1.013e0</w:t>
      </w:r>
    </w:p>
    <w:p w:rsidR="007B2329" w:rsidRDefault="007B2329" w:rsidP="007B2329">
      <w:r>
        <w:t>295.5508</w:t>
      </w:r>
      <w:r>
        <w:tab/>
        <w:t>1.013e0</w:t>
      </w:r>
    </w:p>
    <w:p w:rsidR="007B2329" w:rsidRDefault="007B2329" w:rsidP="007B2329">
      <w:r>
        <w:t>295.5557</w:t>
      </w:r>
      <w:r>
        <w:tab/>
        <w:t>1.013e0</w:t>
      </w:r>
    </w:p>
    <w:p w:rsidR="007B2329" w:rsidRDefault="007B2329" w:rsidP="007B2329">
      <w:r>
        <w:t>295.5704</w:t>
      </w:r>
      <w:r>
        <w:tab/>
        <w:t>1.013e0</w:t>
      </w:r>
    </w:p>
    <w:p w:rsidR="007B2329" w:rsidRDefault="007B2329" w:rsidP="007B2329">
      <w:r>
        <w:t>295.5822</w:t>
      </w:r>
      <w:r>
        <w:tab/>
        <w:t>2.025e0</w:t>
      </w:r>
    </w:p>
    <w:p w:rsidR="007B2329" w:rsidRDefault="007B2329" w:rsidP="007B2329">
      <w:r>
        <w:t>295.6021</w:t>
      </w:r>
      <w:r>
        <w:tab/>
        <w:t>1.013e0</w:t>
      </w:r>
    </w:p>
    <w:p w:rsidR="007B2329" w:rsidRDefault="007B2329" w:rsidP="007B2329">
      <w:r>
        <w:t>295.6218</w:t>
      </w:r>
      <w:r>
        <w:tab/>
        <w:t>2.025e0</w:t>
      </w:r>
    </w:p>
    <w:p w:rsidR="007B2329" w:rsidRDefault="007B2329" w:rsidP="007B2329">
      <w:r>
        <w:t>295.6300</w:t>
      </w:r>
      <w:r>
        <w:tab/>
        <w:t>1.013e0</w:t>
      </w:r>
    </w:p>
    <w:p w:rsidR="007B2329" w:rsidRDefault="007B2329" w:rsidP="007B2329">
      <w:r>
        <w:t>295.6478</w:t>
      </w:r>
      <w:r>
        <w:tab/>
        <w:t>2.025e0</w:t>
      </w:r>
    </w:p>
    <w:p w:rsidR="007B2329" w:rsidRDefault="007B2329" w:rsidP="007B2329">
      <w:r>
        <w:t>295.6578</w:t>
      </w:r>
      <w:r>
        <w:tab/>
        <w:t>1.013e0</w:t>
      </w:r>
    </w:p>
    <w:p w:rsidR="007B2329" w:rsidRDefault="007B2329" w:rsidP="007B2329">
      <w:r>
        <w:t>295.6743</w:t>
      </w:r>
      <w:r>
        <w:tab/>
        <w:t>2.025e0</w:t>
      </w:r>
    </w:p>
    <w:p w:rsidR="007B2329" w:rsidRDefault="007B2329" w:rsidP="007B2329">
      <w:r>
        <w:t>295.6916</w:t>
      </w:r>
      <w:r>
        <w:tab/>
        <w:t>2.025e0</w:t>
      </w:r>
    </w:p>
    <w:p w:rsidR="007B2329" w:rsidRDefault="007B2329" w:rsidP="007B2329">
      <w:r>
        <w:lastRenderedPageBreak/>
        <w:t>295.7146</w:t>
      </w:r>
      <w:r>
        <w:tab/>
        <w:t>2.038e0</w:t>
      </w:r>
    </w:p>
    <w:p w:rsidR="007B2329" w:rsidRDefault="007B2329" w:rsidP="007B2329">
      <w:r>
        <w:t>295.7173</w:t>
      </w:r>
      <w:r>
        <w:tab/>
        <w:t>1.013e0</w:t>
      </w:r>
    </w:p>
    <w:p w:rsidR="007B2329" w:rsidRDefault="007B2329" w:rsidP="007B2329">
      <w:r>
        <w:t>295.7212</w:t>
      </w:r>
      <w:r>
        <w:tab/>
        <w:t>1.013e0</w:t>
      </w:r>
    </w:p>
    <w:p w:rsidR="007B2329" w:rsidRDefault="007B2329" w:rsidP="007B2329">
      <w:r>
        <w:t>295.7309</w:t>
      </w:r>
      <w:r>
        <w:tab/>
        <w:t>3.038e0</w:t>
      </w:r>
    </w:p>
    <w:p w:rsidR="007B2329" w:rsidRDefault="007B2329" w:rsidP="007B2329">
      <w:r>
        <w:t>295.7462</w:t>
      </w:r>
      <w:r>
        <w:tab/>
        <w:t>2.025e0</w:t>
      </w:r>
    </w:p>
    <w:p w:rsidR="007B2329" w:rsidRDefault="007B2329" w:rsidP="007B2329">
      <w:r>
        <w:t>295.7688</w:t>
      </w:r>
      <w:r>
        <w:tab/>
        <w:t>2.025e0</w:t>
      </w:r>
    </w:p>
    <w:p w:rsidR="007B2329" w:rsidRDefault="007B2329" w:rsidP="007B2329">
      <w:r>
        <w:t>295.7848</w:t>
      </w:r>
      <w:r>
        <w:tab/>
        <w:t>2.025e0</w:t>
      </w:r>
    </w:p>
    <w:p w:rsidR="007B2329" w:rsidRDefault="007B2329" w:rsidP="007B2329">
      <w:r>
        <w:t>295.7968</w:t>
      </w:r>
      <w:r>
        <w:tab/>
        <w:t>2.025e0</w:t>
      </w:r>
    </w:p>
    <w:p w:rsidR="007B2329" w:rsidRDefault="007B2329" w:rsidP="007B2329">
      <w:r>
        <w:t>295.8084</w:t>
      </w:r>
      <w:r>
        <w:tab/>
        <w:t>2.025e0</w:t>
      </w:r>
    </w:p>
    <w:p w:rsidR="007B2329" w:rsidRDefault="007B2329" w:rsidP="007B2329">
      <w:r>
        <w:t>295.8165</w:t>
      </w:r>
      <w:r>
        <w:tab/>
        <w:t>1.013e0</w:t>
      </w:r>
    </w:p>
    <w:p w:rsidR="007B2329" w:rsidRDefault="007B2329" w:rsidP="007B2329">
      <w:r>
        <w:t>295.8264</w:t>
      </w:r>
      <w:r>
        <w:tab/>
        <w:t>3.051e0</w:t>
      </w:r>
    </w:p>
    <w:p w:rsidR="007B2329" w:rsidRDefault="007B2329" w:rsidP="007B2329">
      <w:r>
        <w:t>295.8360</w:t>
      </w:r>
      <w:r>
        <w:tab/>
        <w:t>2.025e0</w:t>
      </w:r>
    </w:p>
    <w:p w:rsidR="007B2329" w:rsidRDefault="007B2329" w:rsidP="007B2329">
      <w:r>
        <w:t>295.8442</w:t>
      </w:r>
      <w:r>
        <w:tab/>
        <w:t>1.013e0</w:t>
      </w:r>
    </w:p>
    <w:p w:rsidR="007B2329" w:rsidRDefault="007B2329" w:rsidP="007B2329">
      <w:r>
        <w:t>295.8680</w:t>
      </w:r>
      <w:r>
        <w:tab/>
        <w:t>1.013e0</w:t>
      </w:r>
    </w:p>
    <w:p w:rsidR="007B2329" w:rsidRDefault="007B2329" w:rsidP="007B2329">
      <w:r>
        <w:t>295.8719</w:t>
      </w:r>
      <w:r>
        <w:tab/>
        <w:t>2.025e0</w:t>
      </w:r>
    </w:p>
    <w:p w:rsidR="007B2329" w:rsidRDefault="007B2329" w:rsidP="007B2329">
      <w:r>
        <w:t>295.8760</w:t>
      </w:r>
      <w:r>
        <w:tab/>
        <w:t>1.013e0</w:t>
      </w:r>
    </w:p>
    <w:p w:rsidR="007B2329" w:rsidRDefault="007B2329" w:rsidP="007B2329">
      <w:r>
        <w:t>295.9057</w:t>
      </w:r>
      <w:r>
        <w:tab/>
        <w:t>2.025e0</w:t>
      </w:r>
    </w:p>
    <w:p w:rsidR="007B2329" w:rsidRDefault="007B2329" w:rsidP="007B2329">
      <w:r>
        <w:t>295.9100</w:t>
      </w:r>
      <w:r>
        <w:tab/>
        <w:t>3.038e0</w:t>
      </w:r>
    </w:p>
    <w:p w:rsidR="007B2329" w:rsidRDefault="007B2329" w:rsidP="007B2329">
      <w:r>
        <w:t>295.9116</w:t>
      </w:r>
      <w:r>
        <w:tab/>
        <w:t>1.013e0</w:t>
      </w:r>
    </w:p>
    <w:p w:rsidR="007B2329" w:rsidRDefault="007B2329" w:rsidP="007B2329">
      <w:r>
        <w:lastRenderedPageBreak/>
        <w:t>295.9355</w:t>
      </w:r>
      <w:r>
        <w:tab/>
        <w:t>2.025e0</w:t>
      </w:r>
    </w:p>
    <w:p w:rsidR="007B2329" w:rsidRDefault="007B2329" w:rsidP="007B2329">
      <w:r>
        <w:t>295.9438</w:t>
      </w:r>
      <w:r>
        <w:tab/>
        <w:t>1.013e0</w:t>
      </w:r>
    </w:p>
    <w:p w:rsidR="007B2329" w:rsidRDefault="007B2329" w:rsidP="007B2329">
      <w:r>
        <w:t>295.9555</w:t>
      </w:r>
      <w:r>
        <w:tab/>
        <w:t>4.051e0</w:t>
      </w:r>
    </w:p>
    <w:p w:rsidR="007B2329" w:rsidRDefault="007B2329" w:rsidP="007B2329">
      <w:r>
        <w:t>295.9729</w:t>
      </w:r>
      <w:r>
        <w:tab/>
        <w:t>2.038e0</w:t>
      </w:r>
    </w:p>
    <w:p w:rsidR="007B2329" w:rsidRDefault="007B2329" w:rsidP="007B2329">
      <w:r>
        <w:t>295.9762</w:t>
      </w:r>
      <w:r>
        <w:tab/>
        <w:t>1.013e0</w:t>
      </w:r>
    </w:p>
    <w:p w:rsidR="007B2329" w:rsidRDefault="007B2329" w:rsidP="007B2329">
      <w:r>
        <w:t>295.9813</w:t>
      </w:r>
      <w:r>
        <w:tab/>
        <w:t>4.051e0</w:t>
      </w:r>
    </w:p>
    <w:p w:rsidR="007B2329" w:rsidRDefault="007B2329" w:rsidP="007B2329">
      <w:r>
        <w:t>295.9870</w:t>
      </w:r>
      <w:r>
        <w:tab/>
        <w:t>1.013e0</w:t>
      </w:r>
    </w:p>
    <w:p w:rsidR="007B2329" w:rsidRDefault="007B2329" w:rsidP="007B2329">
      <w:r>
        <w:t>295.9909</w:t>
      </w:r>
      <w:r>
        <w:tab/>
        <w:t>2.025e0</w:t>
      </w:r>
    </w:p>
    <w:p w:rsidR="007B2329" w:rsidRDefault="007B2329" w:rsidP="007B2329">
      <w:r>
        <w:t>295.9966</w:t>
      </w:r>
      <w:r>
        <w:tab/>
        <w:t>3.038e0</w:t>
      </w:r>
    </w:p>
    <w:p w:rsidR="007B2329" w:rsidRDefault="007B2329" w:rsidP="007B2329">
      <w:r>
        <w:t>296.0033</w:t>
      </w:r>
      <w:r>
        <w:tab/>
        <w:t>1.013e0</w:t>
      </w:r>
    </w:p>
    <w:p w:rsidR="007B2329" w:rsidRDefault="007B2329" w:rsidP="007B2329">
      <w:r>
        <w:t>296.0087</w:t>
      </w:r>
      <w:r>
        <w:tab/>
        <w:t>1.013e0</w:t>
      </w:r>
    </w:p>
    <w:p w:rsidR="007B2329" w:rsidRDefault="007B2329" w:rsidP="007B2329">
      <w:r>
        <w:t>296.0140</w:t>
      </w:r>
      <w:r>
        <w:tab/>
        <w:t>1.013e0</w:t>
      </w:r>
    </w:p>
    <w:p w:rsidR="007B2329" w:rsidRDefault="007B2329" w:rsidP="007B2329">
      <w:r>
        <w:t>296.0504</w:t>
      </w:r>
      <w:r>
        <w:tab/>
        <w:t>1.013e0</w:t>
      </w:r>
    </w:p>
    <w:p w:rsidR="007B2329" w:rsidRDefault="007B2329" w:rsidP="007B2329">
      <w:r>
        <w:t>296.0545</w:t>
      </w:r>
      <w:r>
        <w:tab/>
        <w:t>1.013e0</w:t>
      </w:r>
    </w:p>
    <w:p w:rsidR="007B2329" w:rsidRDefault="007B2329" w:rsidP="007B2329">
      <w:r>
        <w:t>296.0628</w:t>
      </w:r>
      <w:r>
        <w:tab/>
        <w:t>4.051e0</w:t>
      </w:r>
    </w:p>
    <w:p w:rsidR="007B2329" w:rsidRDefault="007B2329" w:rsidP="007B2329">
      <w:r>
        <w:t>296.0680</w:t>
      </w:r>
      <w:r>
        <w:tab/>
        <w:t>1.013e0</w:t>
      </w:r>
    </w:p>
    <w:p w:rsidR="007B2329" w:rsidRDefault="007B2329" w:rsidP="007B2329">
      <w:r>
        <w:t>296.0758</w:t>
      </w:r>
      <w:r>
        <w:tab/>
        <w:t>3.038e0</w:t>
      </w:r>
    </w:p>
    <w:p w:rsidR="007B2329" w:rsidRDefault="007B2329" w:rsidP="007B2329">
      <w:r>
        <w:t>296.0950</w:t>
      </w:r>
      <w:r>
        <w:tab/>
        <w:t>1.013e0</w:t>
      </w:r>
    </w:p>
    <w:p w:rsidR="007B2329" w:rsidRDefault="007B2329" w:rsidP="007B2329">
      <w:r>
        <w:t>296.1019</w:t>
      </w:r>
      <w:r>
        <w:tab/>
        <w:t>2.025e0</w:t>
      </w:r>
    </w:p>
    <w:p w:rsidR="007B2329" w:rsidRDefault="007B2329" w:rsidP="007B2329">
      <w:r>
        <w:lastRenderedPageBreak/>
        <w:t>296.1047</w:t>
      </w:r>
      <w:r>
        <w:tab/>
        <w:t>2.025e0</w:t>
      </w:r>
    </w:p>
    <w:p w:rsidR="007B2329" w:rsidRDefault="007B2329" w:rsidP="007B2329">
      <w:r>
        <w:t>296.1219</w:t>
      </w:r>
      <w:r>
        <w:tab/>
        <w:t>1.013e0</w:t>
      </w:r>
    </w:p>
    <w:p w:rsidR="007B2329" w:rsidRDefault="007B2329" w:rsidP="007B2329">
      <w:r>
        <w:t>296.1319</w:t>
      </w:r>
      <w:r>
        <w:tab/>
        <w:t>1.721e0</w:t>
      </w:r>
    </w:p>
    <w:p w:rsidR="007B2329" w:rsidRDefault="007B2329" w:rsidP="007B2329">
      <w:r>
        <w:t>296.1543</w:t>
      </w:r>
      <w:r>
        <w:tab/>
        <w:t>1.013e0</w:t>
      </w:r>
    </w:p>
    <w:p w:rsidR="007B2329" w:rsidRDefault="007B2329" w:rsidP="007B2329">
      <w:r>
        <w:t>296.1673</w:t>
      </w:r>
      <w:r>
        <w:tab/>
        <w:t>1.193e1</w:t>
      </w:r>
    </w:p>
    <w:p w:rsidR="007B2329" w:rsidRDefault="007B2329" w:rsidP="007B2329">
      <w:r>
        <w:t>296.1734</w:t>
      </w:r>
      <w:r>
        <w:tab/>
        <w:t>1.013e0</w:t>
      </w:r>
    </w:p>
    <w:p w:rsidR="007B2329" w:rsidRDefault="007B2329" w:rsidP="007B2329">
      <w:r>
        <w:t>296.1822</w:t>
      </w:r>
      <w:r>
        <w:tab/>
        <w:t>6.951e0</w:t>
      </w:r>
    </w:p>
    <w:p w:rsidR="007B2329" w:rsidRDefault="007B2329" w:rsidP="007B2329">
      <w:r>
        <w:t>296.1998</w:t>
      </w:r>
      <w:r>
        <w:tab/>
        <w:t>3.038e0</w:t>
      </w:r>
    </w:p>
    <w:p w:rsidR="007B2329" w:rsidRDefault="007B2329" w:rsidP="007B2329">
      <w:r>
        <w:t>296.2094</w:t>
      </w:r>
      <w:r>
        <w:tab/>
        <w:t>1.013e0</w:t>
      </w:r>
    </w:p>
    <w:p w:rsidR="007B2329" w:rsidRDefault="007B2329" w:rsidP="007B2329">
      <w:r>
        <w:t>296.2149</w:t>
      </w:r>
      <w:r>
        <w:tab/>
        <w:t>3.038e0</w:t>
      </w:r>
    </w:p>
    <w:p w:rsidR="007B2329" w:rsidRDefault="007B2329" w:rsidP="007B2329">
      <w:r>
        <w:t>296.2171</w:t>
      </w:r>
      <w:r>
        <w:tab/>
        <w:t>2.499e0</w:t>
      </w:r>
    </w:p>
    <w:p w:rsidR="007B2329" w:rsidRDefault="007B2329" w:rsidP="007B2329">
      <w:r>
        <w:t>296.2192</w:t>
      </w:r>
      <w:r>
        <w:tab/>
        <w:t>1.013e0</w:t>
      </w:r>
    </w:p>
    <w:p w:rsidR="007B2329" w:rsidRDefault="007B2329" w:rsidP="007B2329">
      <w:r>
        <w:t>296.2462</w:t>
      </w:r>
      <w:r>
        <w:tab/>
        <w:t>1.013e0</w:t>
      </w:r>
    </w:p>
    <w:p w:rsidR="007B2329" w:rsidRDefault="007B2329" w:rsidP="007B2329">
      <w:r>
        <w:t>296.2607</w:t>
      </w:r>
      <w:r>
        <w:tab/>
        <w:t>3.038e0</w:t>
      </w:r>
    </w:p>
    <w:p w:rsidR="007B2329" w:rsidRDefault="007B2329" w:rsidP="007B2329">
      <w:r>
        <w:t>296.2648</w:t>
      </w:r>
      <w:r>
        <w:tab/>
        <w:t>1.013e0</w:t>
      </w:r>
    </w:p>
    <w:p w:rsidR="007B2329" w:rsidRDefault="007B2329" w:rsidP="007B2329">
      <w:r>
        <w:t>296.2828</w:t>
      </w:r>
      <w:r>
        <w:tab/>
        <w:t>4.051e0</w:t>
      </w:r>
    </w:p>
    <w:p w:rsidR="007B2329" w:rsidRDefault="007B2329" w:rsidP="007B2329">
      <w:r>
        <w:t>296.2856</w:t>
      </w:r>
      <w:r>
        <w:tab/>
        <w:t>3.038e0</w:t>
      </w:r>
    </w:p>
    <w:p w:rsidR="007B2329" w:rsidRDefault="007B2329" w:rsidP="007B2329">
      <w:r>
        <w:t>296.2966</w:t>
      </w:r>
      <w:r>
        <w:tab/>
        <w:t>1.013e0</w:t>
      </w:r>
    </w:p>
    <w:p w:rsidR="007B2329" w:rsidRDefault="007B2329" w:rsidP="007B2329">
      <w:r>
        <w:t>296.3041</w:t>
      </w:r>
      <w:r>
        <w:tab/>
        <w:t>3.038e0</w:t>
      </w:r>
    </w:p>
    <w:p w:rsidR="007B2329" w:rsidRDefault="007B2329" w:rsidP="007B2329">
      <w:r>
        <w:lastRenderedPageBreak/>
        <w:t>296.3326</w:t>
      </w:r>
      <w:r>
        <w:tab/>
        <w:t>1.013e0</w:t>
      </w:r>
    </w:p>
    <w:p w:rsidR="007B2329" w:rsidRDefault="007B2329" w:rsidP="007B2329">
      <w:r>
        <w:t>296.3491</w:t>
      </w:r>
      <w:r>
        <w:tab/>
        <w:t>2.025e0</w:t>
      </w:r>
    </w:p>
    <w:p w:rsidR="007B2329" w:rsidRDefault="007B2329" w:rsidP="007B2329">
      <w:r>
        <w:t>296.3649</w:t>
      </w:r>
      <w:r>
        <w:tab/>
        <w:t>1.013e0</w:t>
      </w:r>
    </w:p>
    <w:p w:rsidR="007B2329" w:rsidRDefault="007B2329" w:rsidP="007B2329">
      <w:r>
        <w:t>296.3704</w:t>
      </w:r>
      <w:r>
        <w:tab/>
        <w:t>2.025e0</w:t>
      </w:r>
    </w:p>
    <w:p w:rsidR="007B2329" w:rsidRDefault="007B2329" w:rsidP="007B2329">
      <w:r>
        <w:t>296.3728</w:t>
      </w:r>
      <w:r>
        <w:tab/>
        <w:t>4.051e0</w:t>
      </w:r>
    </w:p>
    <w:p w:rsidR="007B2329" w:rsidRDefault="007B2329" w:rsidP="007B2329">
      <w:r>
        <w:t>296.3799</w:t>
      </w:r>
      <w:r>
        <w:tab/>
        <w:t>1.013e0</w:t>
      </w:r>
    </w:p>
    <w:p w:rsidR="007B2329" w:rsidRDefault="007B2329" w:rsidP="007B2329">
      <w:r>
        <w:t>296.4028</w:t>
      </w:r>
      <w:r>
        <w:tab/>
        <w:t>1.013e0</w:t>
      </w:r>
    </w:p>
    <w:p w:rsidR="007B2329" w:rsidRDefault="007B2329" w:rsidP="007B2329">
      <w:r>
        <w:t>296.4115</w:t>
      </w:r>
      <w:r>
        <w:tab/>
        <w:t>1.013e0</w:t>
      </w:r>
    </w:p>
    <w:p w:rsidR="007B2329" w:rsidRDefault="007B2329" w:rsidP="007B2329">
      <w:r>
        <w:t>296.4156</w:t>
      </w:r>
      <w:r>
        <w:tab/>
        <w:t>1.013e0</w:t>
      </w:r>
    </w:p>
    <w:p w:rsidR="007B2329" w:rsidRDefault="007B2329" w:rsidP="007B2329">
      <w:r>
        <w:t>296.4244</w:t>
      </w:r>
      <w:r>
        <w:tab/>
        <w:t>2.025e0</w:t>
      </w:r>
    </w:p>
    <w:p w:rsidR="007B2329" w:rsidRDefault="007B2329" w:rsidP="007B2329">
      <w:r>
        <w:t>296.4275</w:t>
      </w:r>
      <w:r>
        <w:tab/>
        <w:t>2.025e0</w:t>
      </w:r>
    </w:p>
    <w:p w:rsidR="007B2329" w:rsidRDefault="007B2329" w:rsidP="007B2329">
      <w:r>
        <w:t>296.4339</w:t>
      </w:r>
      <w:r>
        <w:tab/>
        <w:t>3.038e0</w:t>
      </w:r>
    </w:p>
    <w:p w:rsidR="007B2329" w:rsidRDefault="007B2329" w:rsidP="007B2329">
      <w:r>
        <w:t>296.4474</w:t>
      </w:r>
      <w:r>
        <w:tab/>
        <w:t>1.013e0</w:t>
      </w:r>
    </w:p>
    <w:p w:rsidR="007B2329" w:rsidRDefault="007B2329" w:rsidP="007B2329">
      <w:r>
        <w:t>296.4592</w:t>
      </w:r>
      <w:r>
        <w:tab/>
        <w:t>2.025e0</w:t>
      </w:r>
    </w:p>
    <w:p w:rsidR="007B2329" w:rsidRDefault="007B2329" w:rsidP="007B2329">
      <w:r>
        <w:t>296.4671</w:t>
      </w:r>
      <w:r>
        <w:tab/>
        <w:t>1.013e0</w:t>
      </w:r>
    </w:p>
    <w:p w:rsidR="007B2329" w:rsidRDefault="007B2329" w:rsidP="007B2329">
      <w:r>
        <w:t>296.4751</w:t>
      </w:r>
      <w:r>
        <w:tab/>
        <w:t>1.013e0</w:t>
      </w:r>
    </w:p>
    <w:p w:rsidR="007B2329" w:rsidRDefault="007B2329" w:rsidP="007B2329">
      <w:r>
        <w:t>296.4791</w:t>
      </w:r>
      <w:r>
        <w:tab/>
        <w:t>1.013e0</w:t>
      </w:r>
    </w:p>
    <w:p w:rsidR="007B2329" w:rsidRDefault="007B2329" w:rsidP="007B2329">
      <w:r>
        <w:t>296.4843</w:t>
      </w:r>
      <w:r>
        <w:tab/>
        <w:t>4.051e0</w:t>
      </w:r>
    </w:p>
    <w:p w:rsidR="007B2329" w:rsidRDefault="007B2329" w:rsidP="007B2329">
      <w:r>
        <w:t>296.4892</w:t>
      </w:r>
      <w:r>
        <w:tab/>
        <w:t>2.025e0</w:t>
      </w:r>
    </w:p>
    <w:p w:rsidR="007B2329" w:rsidRDefault="007B2329" w:rsidP="007B2329">
      <w:r>
        <w:lastRenderedPageBreak/>
        <w:t>296.4947</w:t>
      </w:r>
      <w:r>
        <w:tab/>
        <w:t>1.013e0</w:t>
      </w:r>
    </w:p>
    <w:p w:rsidR="007B2329" w:rsidRDefault="007B2329" w:rsidP="007B2329">
      <w:r>
        <w:t>296.4989</w:t>
      </w:r>
      <w:r>
        <w:tab/>
        <w:t>1.013e0</w:t>
      </w:r>
    </w:p>
    <w:p w:rsidR="007B2329" w:rsidRDefault="007B2329" w:rsidP="007B2329">
      <w:r>
        <w:t>296.5267</w:t>
      </w:r>
      <w:r>
        <w:tab/>
        <w:t>1.013e0</w:t>
      </w:r>
    </w:p>
    <w:p w:rsidR="007B2329" w:rsidRDefault="007B2329" w:rsidP="007B2329">
      <w:r>
        <w:t>296.5285</w:t>
      </w:r>
      <w:r>
        <w:tab/>
        <w:t>4.051e0</w:t>
      </w:r>
    </w:p>
    <w:p w:rsidR="007B2329" w:rsidRDefault="007B2329" w:rsidP="007B2329">
      <w:r>
        <w:t>296.5347</w:t>
      </w:r>
      <w:r>
        <w:tab/>
        <w:t>5.063e0</w:t>
      </w:r>
    </w:p>
    <w:p w:rsidR="007B2329" w:rsidRDefault="007B2329" w:rsidP="007B2329">
      <w:r>
        <w:t>296.5542</w:t>
      </w:r>
      <w:r>
        <w:tab/>
        <w:t>1.013e0</w:t>
      </w:r>
    </w:p>
    <w:p w:rsidR="007B2329" w:rsidRDefault="007B2329" w:rsidP="007B2329">
      <w:r>
        <w:t>296.5664</w:t>
      </w:r>
      <w:r>
        <w:tab/>
        <w:t>1.013e0</w:t>
      </w:r>
    </w:p>
    <w:p w:rsidR="007B2329" w:rsidRDefault="007B2329" w:rsidP="007B2329">
      <w:r>
        <w:t>296.5900</w:t>
      </w:r>
      <w:r>
        <w:tab/>
        <w:t>4.051e0</w:t>
      </w:r>
    </w:p>
    <w:p w:rsidR="007B2329" w:rsidRDefault="007B2329" w:rsidP="007B2329">
      <w:r>
        <w:t>296.6028</w:t>
      </w:r>
      <w:r>
        <w:tab/>
        <w:t>1.266e-2</w:t>
      </w:r>
    </w:p>
    <w:p w:rsidR="007B2329" w:rsidRDefault="007B2329" w:rsidP="007B2329">
      <w:r>
        <w:t>296.6135</w:t>
      </w:r>
      <w:r>
        <w:tab/>
        <w:t>1.013e0</w:t>
      </w:r>
    </w:p>
    <w:p w:rsidR="007B2329" w:rsidRDefault="007B2329" w:rsidP="007B2329">
      <w:r>
        <w:t>296.6250</w:t>
      </w:r>
      <w:r>
        <w:tab/>
        <w:t>2.933e0</w:t>
      </w:r>
    </w:p>
    <w:p w:rsidR="007B2329" w:rsidRDefault="007B2329" w:rsidP="007B2329">
      <w:r>
        <w:t>296.6406</w:t>
      </w:r>
      <w:r>
        <w:tab/>
        <w:t>1.013e0</w:t>
      </w:r>
    </w:p>
    <w:p w:rsidR="007B2329" w:rsidRDefault="007B2329" w:rsidP="007B2329">
      <w:r>
        <w:t>296.6556</w:t>
      </w:r>
      <w:r>
        <w:tab/>
        <w:t>2.025e0</w:t>
      </w:r>
    </w:p>
    <w:p w:rsidR="007B2329" w:rsidRDefault="007B2329" w:rsidP="007B2329">
      <w:r>
        <w:t>296.6577</w:t>
      </w:r>
      <w:r>
        <w:tab/>
        <w:t>1.013e0</w:t>
      </w:r>
    </w:p>
    <w:p w:rsidR="007B2329" w:rsidRDefault="007B2329" w:rsidP="007B2329">
      <w:r>
        <w:t>296.6797</w:t>
      </w:r>
      <w:r>
        <w:tab/>
        <w:t>1.025e0</w:t>
      </w:r>
    </w:p>
    <w:p w:rsidR="007B2329" w:rsidRDefault="007B2329" w:rsidP="007B2329">
      <w:r>
        <w:t>296.6893</w:t>
      </w:r>
      <w:r>
        <w:tab/>
        <w:t>1.013e0</w:t>
      </w:r>
    </w:p>
    <w:p w:rsidR="007B2329" w:rsidRDefault="007B2329" w:rsidP="007B2329">
      <w:r>
        <w:t>296.7000</w:t>
      </w:r>
      <w:r>
        <w:tab/>
        <w:t>1.013e0</w:t>
      </w:r>
    </w:p>
    <w:p w:rsidR="007B2329" w:rsidRDefault="007B2329" w:rsidP="007B2329">
      <w:r>
        <w:t>296.7053</w:t>
      </w:r>
      <w:r>
        <w:tab/>
        <w:t>1.013e0</w:t>
      </w:r>
    </w:p>
    <w:p w:rsidR="007B2329" w:rsidRDefault="007B2329" w:rsidP="007B2329">
      <w:r>
        <w:t>296.7242</w:t>
      </w:r>
      <w:r>
        <w:tab/>
        <w:t>2.038e0</w:t>
      </w:r>
    </w:p>
    <w:p w:rsidR="007B2329" w:rsidRDefault="007B2329" w:rsidP="007B2329">
      <w:r>
        <w:lastRenderedPageBreak/>
        <w:t>296.7276</w:t>
      </w:r>
      <w:r>
        <w:tab/>
        <w:t>6.076e0</w:t>
      </w:r>
    </w:p>
    <w:p w:rsidR="007B2329" w:rsidRDefault="007B2329" w:rsidP="007B2329">
      <w:r>
        <w:t>296.7649</w:t>
      </w:r>
      <w:r>
        <w:tab/>
        <w:t>1.013e0</w:t>
      </w:r>
    </w:p>
    <w:p w:rsidR="007B2329" w:rsidRDefault="007B2329" w:rsidP="007B2329">
      <w:r>
        <w:t>296.7728</w:t>
      </w:r>
      <w:r>
        <w:tab/>
        <w:t>1.013e0</w:t>
      </w:r>
    </w:p>
    <w:p w:rsidR="007B2329" w:rsidRDefault="007B2329" w:rsidP="007B2329">
      <w:r>
        <w:t>296.7753</w:t>
      </w:r>
      <w:r>
        <w:tab/>
        <w:t>5.063e0</w:t>
      </w:r>
    </w:p>
    <w:p w:rsidR="007B2329" w:rsidRDefault="007B2329" w:rsidP="007B2329">
      <w:r>
        <w:t>296.7768</w:t>
      </w:r>
      <w:r>
        <w:tab/>
        <w:t>1.013e0</w:t>
      </w:r>
    </w:p>
    <w:p w:rsidR="007B2329" w:rsidRDefault="007B2329" w:rsidP="007B2329">
      <w:r>
        <w:t>296.7965</w:t>
      </w:r>
      <w:r>
        <w:tab/>
        <w:t>1.013e0</w:t>
      </w:r>
    </w:p>
    <w:p w:rsidR="007B2329" w:rsidRDefault="007B2329" w:rsidP="007B2329">
      <w:r>
        <w:t>296.8244</w:t>
      </w:r>
      <w:r>
        <w:tab/>
        <w:t>2.025e0</w:t>
      </w:r>
    </w:p>
    <w:p w:rsidR="007B2329" w:rsidRDefault="007B2329" w:rsidP="007B2329">
      <w:r>
        <w:t>296.8407</w:t>
      </w:r>
      <w:r>
        <w:tab/>
        <w:t>1.013e0</w:t>
      </w:r>
    </w:p>
    <w:p w:rsidR="007B2329" w:rsidRDefault="007B2329" w:rsidP="007B2329">
      <w:r>
        <w:t>296.8560</w:t>
      </w:r>
      <w:r>
        <w:tab/>
        <w:t>1.013e0</w:t>
      </w:r>
    </w:p>
    <w:p w:rsidR="007B2329" w:rsidRDefault="007B2329" w:rsidP="007B2329">
      <w:r>
        <w:t>296.8680</w:t>
      </w:r>
      <w:r>
        <w:tab/>
        <w:t>2.025e0</w:t>
      </w:r>
    </w:p>
    <w:p w:rsidR="007B2329" w:rsidRDefault="007B2329" w:rsidP="007B2329">
      <w:r>
        <w:t>296.8731</w:t>
      </w:r>
      <w:r>
        <w:tab/>
        <w:t>1.013e0</w:t>
      </w:r>
    </w:p>
    <w:p w:rsidR="007B2329" w:rsidRDefault="007B2329" w:rsidP="007B2329">
      <w:r>
        <w:t>296.8964</w:t>
      </w:r>
      <w:r>
        <w:tab/>
        <w:t>3.038e0</w:t>
      </w:r>
    </w:p>
    <w:p w:rsidR="007B2329" w:rsidRDefault="007B2329" w:rsidP="007B2329">
      <w:r>
        <w:t>296.9142</w:t>
      </w:r>
      <w:r>
        <w:tab/>
        <w:t>4.051e0</w:t>
      </w:r>
    </w:p>
    <w:p w:rsidR="007B2329" w:rsidRDefault="007B2329" w:rsidP="007B2329">
      <w:r>
        <w:t>296.9237</w:t>
      </w:r>
      <w:r>
        <w:tab/>
        <w:t>5.063e0</w:t>
      </w:r>
    </w:p>
    <w:p w:rsidR="007B2329" w:rsidRDefault="007B2329" w:rsidP="007B2329">
      <w:r>
        <w:t>296.9263</w:t>
      </w:r>
      <w:r>
        <w:tab/>
        <w:t>5.063e0</w:t>
      </w:r>
    </w:p>
    <w:p w:rsidR="007B2329" w:rsidRDefault="007B2329" w:rsidP="007B2329">
      <w:r>
        <w:t>296.9427</w:t>
      </w:r>
      <w:r>
        <w:tab/>
        <w:t>3.038e0</w:t>
      </w:r>
    </w:p>
    <w:p w:rsidR="007B2329" w:rsidRDefault="007B2329" w:rsidP="007B2329">
      <w:r>
        <w:t>296.9585</w:t>
      </w:r>
      <w:r>
        <w:tab/>
        <w:t>3.888e0</w:t>
      </w:r>
    </w:p>
    <w:p w:rsidR="007B2329" w:rsidRDefault="007B2329" w:rsidP="007B2329">
      <w:r>
        <w:t>296.9597</w:t>
      </w:r>
      <w:r>
        <w:tab/>
        <w:t>1.013e0</w:t>
      </w:r>
    </w:p>
    <w:p w:rsidR="007B2329" w:rsidRDefault="007B2329" w:rsidP="007B2329">
      <w:r>
        <w:t>296.9708</w:t>
      </w:r>
      <w:r>
        <w:tab/>
        <w:t>7.089e0</w:t>
      </w:r>
    </w:p>
    <w:p w:rsidR="007B2329" w:rsidRDefault="007B2329" w:rsidP="007B2329">
      <w:r>
        <w:lastRenderedPageBreak/>
        <w:t>296.9888</w:t>
      </w:r>
      <w:r>
        <w:tab/>
        <w:t>3.038e0</w:t>
      </w:r>
    </w:p>
    <w:p w:rsidR="007B2329" w:rsidRDefault="007B2329" w:rsidP="007B2329">
      <w:r>
        <w:t>296.9927</w:t>
      </w:r>
      <w:r>
        <w:tab/>
        <w:t>3.038e0</w:t>
      </w:r>
    </w:p>
    <w:p w:rsidR="007B2329" w:rsidRDefault="007B2329" w:rsidP="007B2329">
      <w:r>
        <w:t>296.9950</w:t>
      </w:r>
      <w:r>
        <w:tab/>
        <w:t>2.025e0</w:t>
      </w:r>
    </w:p>
    <w:p w:rsidR="007B2329" w:rsidRDefault="007B2329" w:rsidP="007B2329">
      <w:r>
        <w:t>297.0030</w:t>
      </w:r>
      <w:r>
        <w:tab/>
        <w:t>1.013e0</w:t>
      </w:r>
    </w:p>
    <w:p w:rsidR="007B2329" w:rsidRDefault="007B2329" w:rsidP="007B2329">
      <w:r>
        <w:t>297.0150</w:t>
      </w:r>
      <w:r>
        <w:tab/>
        <w:t>1.013e0</w:t>
      </w:r>
    </w:p>
    <w:p w:rsidR="007B2329" w:rsidRDefault="007B2329" w:rsidP="007B2329">
      <w:r>
        <w:t>297.0192</w:t>
      </w:r>
      <w:r>
        <w:tab/>
        <w:t>1.013e0</w:t>
      </w:r>
    </w:p>
    <w:p w:rsidR="007B2329" w:rsidRDefault="007B2329" w:rsidP="007B2329">
      <w:r>
        <w:t>297.0347</w:t>
      </w:r>
      <w:r>
        <w:tab/>
        <w:t>1.013e0</w:t>
      </w:r>
    </w:p>
    <w:p w:rsidR="007B2329" w:rsidRDefault="007B2329" w:rsidP="007B2329">
      <w:r>
        <w:t>297.0497</w:t>
      </w:r>
      <w:r>
        <w:tab/>
        <w:t>2.025e0</w:t>
      </w:r>
    </w:p>
    <w:p w:rsidR="007B2329" w:rsidRDefault="007B2329" w:rsidP="007B2329">
      <w:r>
        <w:t>297.0517</w:t>
      </w:r>
      <w:r>
        <w:tab/>
        <w:t>1.013e0</w:t>
      </w:r>
    </w:p>
    <w:p w:rsidR="007B2329" w:rsidRDefault="007B2329" w:rsidP="007B2329">
      <w:r>
        <w:t>297.0841</w:t>
      </w:r>
      <w:r>
        <w:tab/>
        <w:t>1.013e0</w:t>
      </w:r>
    </w:p>
    <w:p w:rsidR="007B2329" w:rsidRDefault="007B2329" w:rsidP="007B2329">
      <w:r>
        <w:t>297.0863</w:t>
      </w:r>
      <w:r>
        <w:tab/>
        <w:t>2.025e0</w:t>
      </w:r>
    </w:p>
    <w:p w:rsidR="007B2329" w:rsidRDefault="007B2329" w:rsidP="007B2329">
      <w:r>
        <w:t>297.0982</w:t>
      </w:r>
      <w:r>
        <w:tab/>
        <w:t>2.025e0</w:t>
      </w:r>
    </w:p>
    <w:p w:rsidR="007B2329" w:rsidRDefault="007B2329" w:rsidP="007B2329">
      <w:r>
        <w:t>297.1062</w:t>
      </w:r>
      <w:r>
        <w:tab/>
        <w:t>1.013e0</w:t>
      </w:r>
    </w:p>
    <w:p w:rsidR="007B2329" w:rsidRDefault="007B2329" w:rsidP="007B2329">
      <w:r>
        <w:t>297.1089</w:t>
      </w:r>
      <w:r>
        <w:tab/>
        <w:t>3.038e0</w:t>
      </w:r>
    </w:p>
    <w:p w:rsidR="007B2329" w:rsidRDefault="007B2329" w:rsidP="007B2329">
      <w:r>
        <w:t>297.1297</w:t>
      </w:r>
      <w:r>
        <w:tab/>
        <w:t>3.038e0</w:t>
      </w:r>
    </w:p>
    <w:p w:rsidR="007B2329" w:rsidRDefault="007B2329" w:rsidP="007B2329">
      <w:r>
        <w:t>297.1429</w:t>
      </w:r>
      <w:r>
        <w:tab/>
        <w:t>3.038e0</w:t>
      </w:r>
    </w:p>
    <w:p w:rsidR="007B2329" w:rsidRDefault="007B2329" w:rsidP="007B2329">
      <w:r>
        <w:t>297.1538</w:t>
      </w:r>
      <w:r>
        <w:tab/>
        <w:t>3.038e0</w:t>
      </w:r>
    </w:p>
    <w:p w:rsidR="007B2329" w:rsidRDefault="007B2329" w:rsidP="007B2329">
      <w:r>
        <w:t>297.1571</w:t>
      </w:r>
      <w:r>
        <w:tab/>
        <w:t>1.161e1</w:t>
      </w:r>
    </w:p>
    <w:p w:rsidR="007B2329" w:rsidRDefault="007B2329" w:rsidP="007B2329">
      <w:r>
        <w:t>297.1710</w:t>
      </w:r>
      <w:r>
        <w:tab/>
        <w:t>8.200e0</w:t>
      </w:r>
    </w:p>
    <w:p w:rsidR="007B2329" w:rsidRDefault="007B2329" w:rsidP="007B2329">
      <w:r>
        <w:lastRenderedPageBreak/>
        <w:t>297.1747</w:t>
      </w:r>
      <w:r>
        <w:tab/>
        <w:t>7.460e0</w:t>
      </w:r>
    </w:p>
    <w:p w:rsidR="007B2329" w:rsidRDefault="007B2329" w:rsidP="007B2329">
      <w:r>
        <w:t>297.1773</w:t>
      </w:r>
      <w:r>
        <w:tab/>
        <w:t>3.038e0</w:t>
      </w:r>
    </w:p>
    <w:p w:rsidR="007B2329" w:rsidRDefault="007B2329" w:rsidP="007B2329">
      <w:r>
        <w:t>297.1863</w:t>
      </w:r>
      <w:r>
        <w:tab/>
        <w:t>4.077e0</w:t>
      </w:r>
    </w:p>
    <w:p w:rsidR="007B2329" w:rsidRDefault="007B2329" w:rsidP="007B2329">
      <w:r>
        <w:t>297.2010</w:t>
      </w:r>
      <w:r>
        <w:tab/>
        <w:t>2.025e0</w:t>
      </w:r>
    </w:p>
    <w:p w:rsidR="007B2329" w:rsidRDefault="007B2329" w:rsidP="007B2329">
      <w:r>
        <w:t>297.2088</w:t>
      </w:r>
      <w:r>
        <w:tab/>
        <w:t>5.063e0</w:t>
      </w:r>
    </w:p>
    <w:p w:rsidR="007B2329" w:rsidRDefault="007B2329" w:rsidP="007B2329">
      <w:r>
        <w:t>297.2135</w:t>
      </w:r>
      <w:r>
        <w:tab/>
        <w:t>1.013e0</w:t>
      </w:r>
    </w:p>
    <w:p w:rsidR="007B2329" w:rsidRDefault="007B2329" w:rsidP="007B2329">
      <w:r>
        <w:t>297.2212</w:t>
      </w:r>
      <w:r>
        <w:tab/>
        <w:t>2.646e0</w:t>
      </w:r>
    </w:p>
    <w:p w:rsidR="007B2329" w:rsidRDefault="007B2329" w:rsidP="007B2329">
      <w:r>
        <w:t>297.2412</w:t>
      </w:r>
      <w:r>
        <w:tab/>
        <w:t>1.013e0</w:t>
      </w:r>
    </w:p>
    <w:p w:rsidR="007B2329" w:rsidRDefault="007B2329" w:rsidP="007B2329">
      <w:r>
        <w:t>297.2596</w:t>
      </w:r>
      <w:r>
        <w:tab/>
        <w:t>2.025e0</w:t>
      </w:r>
    </w:p>
    <w:p w:rsidR="007B2329" w:rsidRDefault="007B2329" w:rsidP="007B2329">
      <w:r>
        <w:t>297.2629</w:t>
      </w:r>
      <w:r>
        <w:tab/>
        <w:t>1.013e0</w:t>
      </w:r>
    </w:p>
    <w:p w:rsidR="007B2329" w:rsidRDefault="007B2329" w:rsidP="007B2329">
      <w:r>
        <w:t>297.2730</w:t>
      </w:r>
      <w:r>
        <w:tab/>
        <w:t>1.013e0</w:t>
      </w:r>
    </w:p>
    <w:p w:rsidR="007B2329" w:rsidRDefault="007B2329" w:rsidP="007B2329">
      <w:r>
        <w:t>297.2763</w:t>
      </w:r>
      <w:r>
        <w:tab/>
        <w:t>4.051e0</w:t>
      </w:r>
    </w:p>
    <w:p w:rsidR="007B2329" w:rsidRDefault="007B2329" w:rsidP="007B2329">
      <w:r>
        <w:t>297.2892</w:t>
      </w:r>
      <w:r>
        <w:tab/>
        <w:t>2.532e-2</w:t>
      </w:r>
    </w:p>
    <w:p w:rsidR="007B2329" w:rsidRDefault="007B2329" w:rsidP="007B2329">
      <w:r>
        <w:t>297.3027</w:t>
      </w:r>
      <w:r>
        <w:tab/>
        <w:t>2.025e0</w:t>
      </w:r>
    </w:p>
    <w:p w:rsidR="007B2329" w:rsidRDefault="007B2329" w:rsidP="007B2329">
      <w:r>
        <w:t>297.3171</w:t>
      </w:r>
      <w:r>
        <w:tab/>
        <w:t>1.013e0</w:t>
      </w:r>
    </w:p>
    <w:p w:rsidR="007B2329" w:rsidRDefault="007B2329" w:rsidP="007B2329">
      <w:r>
        <w:t>297.3280</w:t>
      </w:r>
      <w:r>
        <w:tab/>
        <w:t>1.013e0</w:t>
      </w:r>
    </w:p>
    <w:p w:rsidR="007B2329" w:rsidRDefault="007B2329" w:rsidP="007B2329">
      <w:r>
        <w:t>297.3325</w:t>
      </w:r>
      <w:r>
        <w:tab/>
        <w:t>1.013e0</w:t>
      </w:r>
    </w:p>
    <w:p w:rsidR="007B2329" w:rsidRDefault="007B2329" w:rsidP="007B2329">
      <w:r>
        <w:t>297.3405</w:t>
      </w:r>
      <w:r>
        <w:tab/>
        <w:t>1.013e0</w:t>
      </w:r>
    </w:p>
    <w:p w:rsidR="007B2329" w:rsidRDefault="007B2329" w:rsidP="007B2329">
      <w:r>
        <w:t>297.3496</w:t>
      </w:r>
      <w:r>
        <w:tab/>
        <w:t>1.013e0</w:t>
      </w:r>
    </w:p>
    <w:p w:rsidR="007B2329" w:rsidRDefault="007B2329" w:rsidP="007B2329">
      <w:r>
        <w:lastRenderedPageBreak/>
        <w:t>297.3643</w:t>
      </w:r>
      <w:r>
        <w:tab/>
        <w:t>2.025e0</w:t>
      </w:r>
    </w:p>
    <w:p w:rsidR="007B2329" w:rsidRDefault="007B2329" w:rsidP="007B2329">
      <w:r>
        <w:t>297.3821</w:t>
      </w:r>
      <w:r>
        <w:tab/>
        <w:t>1.013e0</w:t>
      </w:r>
    </w:p>
    <w:p w:rsidR="007B2329" w:rsidRDefault="007B2329" w:rsidP="007B2329">
      <w:r>
        <w:t>297.4040</w:t>
      </w:r>
      <w:r>
        <w:tab/>
        <w:t>1.013e0</w:t>
      </w:r>
    </w:p>
    <w:p w:rsidR="007B2329" w:rsidRDefault="007B2329" w:rsidP="007B2329">
      <w:r>
        <w:t>297.4238</w:t>
      </w:r>
      <w:r>
        <w:tab/>
        <w:t>1.013e0</w:t>
      </w:r>
    </w:p>
    <w:p w:rsidR="007B2329" w:rsidRDefault="007B2329" w:rsidP="007B2329">
      <w:r>
        <w:t>297.4319</w:t>
      </w:r>
      <w:r>
        <w:tab/>
        <w:t>1.013e0</w:t>
      </w:r>
    </w:p>
    <w:p w:rsidR="007B2329" w:rsidRDefault="007B2329" w:rsidP="007B2329">
      <w:r>
        <w:t>297.4368</w:t>
      </w:r>
      <w:r>
        <w:tab/>
        <w:t>4.051e0</w:t>
      </w:r>
    </w:p>
    <w:p w:rsidR="007B2329" w:rsidRDefault="007B2329" w:rsidP="007B2329">
      <w:r>
        <w:t>297.4418</w:t>
      </w:r>
      <w:r>
        <w:tab/>
        <w:t>3.038e0</w:t>
      </w:r>
    </w:p>
    <w:p w:rsidR="007B2329" w:rsidRDefault="007B2329" w:rsidP="007B2329">
      <w:r>
        <w:t>297.4471</w:t>
      </w:r>
      <w:r>
        <w:tab/>
        <w:t>1.013e0</w:t>
      </w:r>
    </w:p>
    <w:p w:rsidR="007B2329" w:rsidRDefault="007B2329" w:rsidP="007B2329">
      <w:r>
        <w:t>297.4516</w:t>
      </w:r>
      <w:r>
        <w:tab/>
        <w:t>1.013e0</w:t>
      </w:r>
    </w:p>
    <w:p w:rsidR="007B2329" w:rsidRDefault="007B2329" w:rsidP="007B2329">
      <w:r>
        <w:t>297.4688</w:t>
      </w:r>
      <w:r>
        <w:tab/>
        <w:t>1.013e0</w:t>
      </w:r>
    </w:p>
    <w:p w:rsidR="007B2329" w:rsidRDefault="007B2329" w:rsidP="007B2329">
      <w:r>
        <w:t>297.4742</w:t>
      </w:r>
      <w:r>
        <w:tab/>
        <w:t>1.013e0</w:t>
      </w:r>
    </w:p>
    <w:p w:rsidR="007B2329" w:rsidRDefault="007B2329" w:rsidP="007B2329">
      <w:r>
        <w:t>297.4814</w:t>
      </w:r>
      <w:r>
        <w:tab/>
        <w:t>2.025e0</w:t>
      </w:r>
    </w:p>
    <w:p w:rsidR="007B2329" w:rsidRDefault="007B2329" w:rsidP="007B2329">
      <w:r>
        <w:t>297.4874</w:t>
      </w:r>
      <w:r>
        <w:tab/>
        <w:t>1.013e0</w:t>
      </w:r>
    </w:p>
    <w:p w:rsidR="007B2329" w:rsidRDefault="007B2329" w:rsidP="007B2329">
      <w:r>
        <w:t>297.4915</w:t>
      </w:r>
      <w:r>
        <w:tab/>
        <w:t>1.013e0</w:t>
      </w:r>
    </w:p>
    <w:p w:rsidR="007B2329" w:rsidRDefault="007B2329" w:rsidP="007B2329">
      <w:r>
        <w:t>297.5013</w:t>
      </w:r>
      <w:r>
        <w:tab/>
        <w:t>1.013e0</w:t>
      </w:r>
    </w:p>
    <w:p w:rsidR="007B2329" w:rsidRDefault="007B2329" w:rsidP="007B2329">
      <w:r>
        <w:t>297.5067</w:t>
      </w:r>
      <w:r>
        <w:tab/>
        <w:t>1.013e0</w:t>
      </w:r>
    </w:p>
    <w:p w:rsidR="007B2329" w:rsidRDefault="007B2329" w:rsidP="007B2329">
      <w:r>
        <w:t>297.5193</w:t>
      </w:r>
      <w:r>
        <w:tab/>
        <w:t>1.013e0</w:t>
      </w:r>
    </w:p>
    <w:p w:rsidR="007B2329" w:rsidRDefault="007B2329" w:rsidP="007B2329">
      <w:r>
        <w:t>297.5234</w:t>
      </w:r>
      <w:r>
        <w:tab/>
        <w:t>4.051e0</w:t>
      </w:r>
    </w:p>
    <w:p w:rsidR="007B2329" w:rsidRDefault="007B2329" w:rsidP="007B2329">
      <w:r>
        <w:t>297.5284</w:t>
      </w:r>
      <w:r>
        <w:tab/>
        <w:t>1.013e0</w:t>
      </w:r>
    </w:p>
    <w:p w:rsidR="007B2329" w:rsidRDefault="007B2329" w:rsidP="007B2329">
      <w:r>
        <w:lastRenderedPageBreak/>
        <w:t>297.5761</w:t>
      </w:r>
      <w:r>
        <w:tab/>
        <w:t>3.038e0</w:t>
      </w:r>
    </w:p>
    <w:p w:rsidR="007B2329" w:rsidRDefault="007B2329" w:rsidP="007B2329">
      <w:r>
        <w:t>297.5827</w:t>
      </w:r>
      <w:r>
        <w:tab/>
        <w:t>2.025e0</w:t>
      </w:r>
    </w:p>
    <w:p w:rsidR="007B2329" w:rsidRDefault="007B2329" w:rsidP="007B2329">
      <w:r>
        <w:t>297.5975</w:t>
      </w:r>
      <w:r>
        <w:tab/>
        <w:t>2.025e0</w:t>
      </w:r>
    </w:p>
    <w:p w:rsidR="007B2329" w:rsidRDefault="007B2329" w:rsidP="007B2329">
      <w:r>
        <w:t>297.6025</w:t>
      </w:r>
      <w:r>
        <w:tab/>
        <w:t>1.013e0</w:t>
      </w:r>
    </w:p>
    <w:p w:rsidR="007B2329" w:rsidRDefault="007B2329" w:rsidP="007B2329">
      <w:r>
        <w:t>297.6111</w:t>
      </w:r>
      <w:r>
        <w:tab/>
        <w:t>2.025e0</w:t>
      </w:r>
    </w:p>
    <w:p w:rsidR="007B2329" w:rsidRDefault="007B2329" w:rsidP="007B2329">
      <w:r>
        <w:t>297.6205</w:t>
      </w:r>
      <w:r>
        <w:tab/>
        <w:t>1.013e0</w:t>
      </w:r>
    </w:p>
    <w:p w:rsidR="007B2329" w:rsidRDefault="007B2329" w:rsidP="007B2329">
      <w:r>
        <w:t>297.6495</w:t>
      </w:r>
      <w:r>
        <w:tab/>
        <w:t>3.051e0</w:t>
      </w:r>
    </w:p>
    <w:p w:rsidR="007B2329" w:rsidRDefault="007B2329" w:rsidP="007B2329">
      <w:r>
        <w:t>297.6546</w:t>
      </w:r>
      <w:r>
        <w:tab/>
        <w:t>3.038e0</w:t>
      </w:r>
    </w:p>
    <w:p w:rsidR="007B2329" w:rsidRDefault="007B2329" w:rsidP="007B2329">
      <w:r>
        <w:t>297.6582</w:t>
      </w:r>
      <w:r>
        <w:tab/>
        <w:t>1.013e0</w:t>
      </w:r>
    </w:p>
    <w:p w:rsidR="007B2329" w:rsidRDefault="007B2329" w:rsidP="007B2329">
      <w:r>
        <w:t>297.6663</w:t>
      </w:r>
      <w:r>
        <w:tab/>
        <w:t>1.013e0</w:t>
      </w:r>
    </w:p>
    <w:p w:rsidR="007B2329" w:rsidRDefault="007B2329" w:rsidP="007B2329">
      <w:r>
        <w:t>297.6899</w:t>
      </w:r>
      <w:r>
        <w:tab/>
        <w:t>3.038e0</w:t>
      </w:r>
    </w:p>
    <w:p w:rsidR="007B2329" w:rsidRDefault="007B2329" w:rsidP="007B2329">
      <w:r>
        <w:t>297.7147</w:t>
      </w:r>
      <w:r>
        <w:tab/>
        <w:t>2.025e0</w:t>
      </w:r>
    </w:p>
    <w:p w:rsidR="007B2329" w:rsidRDefault="007B2329" w:rsidP="007B2329">
      <w:r>
        <w:t>297.7168</w:t>
      </w:r>
      <w:r>
        <w:tab/>
        <w:t>2.025e0</w:t>
      </w:r>
    </w:p>
    <w:p w:rsidR="007B2329" w:rsidRDefault="007B2329" w:rsidP="007B2329">
      <w:r>
        <w:t>297.7259</w:t>
      </w:r>
      <w:r>
        <w:tab/>
        <w:t>2.025e0</w:t>
      </w:r>
    </w:p>
    <w:p w:rsidR="007B2329" w:rsidRDefault="007B2329" w:rsidP="007B2329">
      <w:r>
        <w:t>297.7276</w:t>
      </w:r>
      <w:r>
        <w:tab/>
        <w:t>2.025e0</w:t>
      </w:r>
    </w:p>
    <w:p w:rsidR="007B2329" w:rsidRDefault="007B2329" w:rsidP="007B2329">
      <w:r>
        <w:t>297.7298</w:t>
      </w:r>
      <w:r>
        <w:tab/>
        <w:t>1.013e0</w:t>
      </w:r>
    </w:p>
    <w:p w:rsidR="007B2329" w:rsidRDefault="007B2329" w:rsidP="007B2329">
      <w:r>
        <w:t>297.7372</w:t>
      </w:r>
      <w:r>
        <w:tab/>
        <w:t>3.038e0</w:t>
      </w:r>
    </w:p>
    <w:p w:rsidR="007B2329" w:rsidRDefault="007B2329" w:rsidP="007B2329">
      <w:r>
        <w:t>297.7536</w:t>
      </w:r>
      <w:r>
        <w:tab/>
        <w:t>1.013e0</w:t>
      </w:r>
    </w:p>
    <w:p w:rsidR="007B2329" w:rsidRDefault="007B2329" w:rsidP="007B2329">
      <w:r>
        <w:t>297.7576</w:t>
      </w:r>
      <w:r>
        <w:tab/>
        <w:t>1.013e0</w:t>
      </w:r>
    </w:p>
    <w:p w:rsidR="007B2329" w:rsidRDefault="007B2329" w:rsidP="007B2329">
      <w:r>
        <w:lastRenderedPageBreak/>
        <w:t>297.7970</w:t>
      </w:r>
      <w:r>
        <w:tab/>
        <w:t>2.025e0</w:t>
      </w:r>
    </w:p>
    <w:p w:rsidR="007B2329" w:rsidRDefault="007B2329" w:rsidP="007B2329">
      <w:r>
        <w:t>297.8049</w:t>
      </w:r>
      <w:r>
        <w:tab/>
        <w:t>2.025e0</w:t>
      </w:r>
    </w:p>
    <w:p w:rsidR="007B2329" w:rsidRDefault="007B2329" w:rsidP="007B2329">
      <w:r>
        <w:t>297.8091</w:t>
      </w:r>
      <w:r>
        <w:tab/>
        <w:t>1.013e0</w:t>
      </w:r>
    </w:p>
    <w:p w:rsidR="007B2329" w:rsidRDefault="007B2329" w:rsidP="007B2329">
      <w:r>
        <w:t>297.8537</w:t>
      </w:r>
      <w:r>
        <w:tab/>
        <w:t>2.025e0</w:t>
      </w:r>
    </w:p>
    <w:p w:rsidR="007B2329" w:rsidRDefault="007B2329" w:rsidP="007B2329">
      <w:r>
        <w:t>297.8549</w:t>
      </w:r>
      <w:r>
        <w:tab/>
        <w:t>2.025e0</w:t>
      </w:r>
    </w:p>
    <w:p w:rsidR="007B2329" w:rsidRDefault="007B2329" w:rsidP="007B2329">
      <w:r>
        <w:t>297.8568</w:t>
      </w:r>
      <w:r>
        <w:tab/>
        <w:t>2.025e0</w:t>
      </w:r>
    </w:p>
    <w:p w:rsidR="007B2329" w:rsidRDefault="007B2329" w:rsidP="007B2329">
      <w:r>
        <w:t>297.8708</w:t>
      </w:r>
      <w:r>
        <w:tab/>
        <w:t>2.025e0</w:t>
      </w:r>
    </w:p>
    <w:p w:rsidR="007B2329" w:rsidRDefault="007B2329" w:rsidP="007B2329">
      <w:r>
        <w:t>297.8809</w:t>
      </w:r>
      <w:r>
        <w:tab/>
        <w:t>1.013e0</w:t>
      </w:r>
    </w:p>
    <w:p w:rsidR="007B2329" w:rsidRDefault="007B2329" w:rsidP="007B2329">
      <w:r>
        <w:t>297.9084</w:t>
      </w:r>
      <w:r>
        <w:tab/>
        <w:t>1.013e0</w:t>
      </w:r>
    </w:p>
    <w:p w:rsidR="007B2329" w:rsidRDefault="007B2329" w:rsidP="007B2329">
      <w:r>
        <w:t>297.9135</w:t>
      </w:r>
      <w:r>
        <w:tab/>
        <w:t>2.025e0</w:t>
      </w:r>
    </w:p>
    <w:p w:rsidR="007B2329" w:rsidRDefault="007B2329" w:rsidP="007B2329">
      <w:r>
        <w:t>297.9243</w:t>
      </w:r>
      <w:r>
        <w:tab/>
        <w:t>1.013e0</w:t>
      </w:r>
    </w:p>
    <w:p w:rsidR="007B2329" w:rsidRDefault="007B2329" w:rsidP="007B2329">
      <w:r>
        <w:t>297.9462</w:t>
      </w:r>
      <w:r>
        <w:tab/>
        <w:t>3.038e0</w:t>
      </w:r>
    </w:p>
    <w:p w:rsidR="007B2329" w:rsidRDefault="007B2329" w:rsidP="007B2329">
      <w:r>
        <w:t>297.9486</w:t>
      </w:r>
      <w:r>
        <w:tab/>
        <w:t>2.038e0</w:t>
      </w:r>
    </w:p>
    <w:p w:rsidR="007B2329" w:rsidRDefault="007B2329" w:rsidP="007B2329">
      <w:r>
        <w:t>297.9785</w:t>
      </w:r>
      <w:r>
        <w:tab/>
        <w:t>1.013e0</w:t>
      </w:r>
    </w:p>
    <w:p w:rsidR="007B2329" w:rsidRDefault="007B2329" w:rsidP="007B2329">
      <w:r>
        <w:t>297.9817</w:t>
      </w:r>
      <w:r>
        <w:tab/>
        <w:t>1.038e0</w:t>
      </w:r>
    </w:p>
    <w:p w:rsidR="007B2329" w:rsidRDefault="007B2329" w:rsidP="007B2329">
      <w:r>
        <w:t>297.9882</w:t>
      </w:r>
      <w:r>
        <w:tab/>
        <w:t>4.089e0</w:t>
      </w:r>
    </w:p>
    <w:p w:rsidR="007B2329" w:rsidRDefault="007B2329" w:rsidP="007B2329">
      <w:r>
        <w:t>297.9959</w:t>
      </w:r>
      <w:r>
        <w:tab/>
        <w:t>1.013e0</w:t>
      </w:r>
    </w:p>
    <w:p w:rsidR="007B2329" w:rsidRDefault="007B2329" w:rsidP="007B2329">
      <w:r>
        <w:t>298.0035</w:t>
      </w:r>
      <w:r>
        <w:tab/>
        <w:t>2.025e0</w:t>
      </w:r>
    </w:p>
    <w:p w:rsidR="007B2329" w:rsidRDefault="007B2329" w:rsidP="007B2329">
      <w:r>
        <w:t>298.0130</w:t>
      </w:r>
      <w:r>
        <w:tab/>
        <w:t>2.025e0</w:t>
      </w:r>
    </w:p>
    <w:p w:rsidR="007B2329" w:rsidRDefault="007B2329" w:rsidP="007B2329">
      <w:r>
        <w:lastRenderedPageBreak/>
        <w:t>298.0238</w:t>
      </w:r>
      <w:r>
        <w:tab/>
        <w:t>1.013e0</w:t>
      </w:r>
    </w:p>
    <w:p w:rsidR="007B2329" w:rsidRDefault="007B2329" w:rsidP="007B2329">
      <w:r>
        <w:t>298.0276</w:t>
      </w:r>
      <w:r>
        <w:tab/>
        <w:t>1.013e0</w:t>
      </w:r>
    </w:p>
    <w:p w:rsidR="007B2329" w:rsidRDefault="007B2329" w:rsidP="007B2329">
      <w:r>
        <w:t>298.0435</w:t>
      </w:r>
      <w:r>
        <w:tab/>
        <w:t>1.013e0</w:t>
      </w:r>
    </w:p>
    <w:p w:rsidR="007B2329" w:rsidRDefault="007B2329" w:rsidP="007B2329">
      <w:r>
        <w:t>298.0468</w:t>
      </w:r>
      <w:r>
        <w:tab/>
        <w:t>5.063e0</w:t>
      </w:r>
    </w:p>
    <w:p w:rsidR="007B2329" w:rsidRDefault="007B2329" w:rsidP="007B2329">
      <w:r>
        <w:t>298.0506</w:t>
      </w:r>
      <w:r>
        <w:tab/>
        <w:t>7.089e0</w:t>
      </w:r>
    </w:p>
    <w:p w:rsidR="007B2329" w:rsidRDefault="007B2329" w:rsidP="007B2329">
      <w:r>
        <w:t>298.0654</w:t>
      </w:r>
      <w:r>
        <w:tab/>
        <w:t>2.025e0</w:t>
      </w:r>
    </w:p>
    <w:p w:rsidR="007B2329" w:rsidRDefault="007B2329" w:rsidP="007B2329">
      <w:r>
        <w:t>298.0753</w:t>
      </w:r>
      <w:r>
        <w:tab/>
        <w:t>1.013e0</w:t>
      </w:r>
    </w:p>
    <w:p w:rsidR="007B2329" w:rsidRDefault="007B2329" w:rsidP="007B2329">
      <w:r>
        <w:t>298.0905</w:t>
      </w:r>
      <w:r>
        <w:tab/>
        <w:t>2.025e0</w:t>
      </w:r>
    </w:p>
    <w:p w:rsidR="007B2329" w:rsidRDefault="007B2329" w:rsidP="007B2329">
      <w:r>
        <w:t>298.0932</w:t>
      </w:r>
      <w:r>
        <w:tab/>
        <w:t>2.025e0</w:t>
      </w:r>
    </w:p>
    <w:p w:rsidR="007B2329" w:rsidRDefault="007B2329" w:rsidP="007B2329">
      <w:r>
        <w:t>298.1071</w:t>
      </w:r>
      <w:r>
        <w:tab/>
        <w:t>1.013e0</w:t>
      </w:r>
    </w:p>
    <w:p w:rsidR="007B2329" w:rsidRDefault="007B2329" w:rsidP="007B2329">
      <w:r>
        <w:t>298.1324</w:t>
      </w:r>
      <w:r>
        <w:tab/>
        <w:t>1.025e0</w:t>
      </w:r>
    </w:p>
    <w:p w:rsidR="007B2329" w:rsidRDefault="007B2329" w:rsidP="007B2329">
      <w:r>
        <w:t>298.1462</w:t>
      </w:r>
      <w:r>
        <w:tab/>
        <w:t>1.065e1</w:t>
      </w:r>
    </w:p>
    <w:p w:rsidR="007B2329" w:rsidRDefault="007B2329" w:rsidP="007B2329">
      <w:r>
        <w:t>298.1489</w:t>
      </w:r>
      <w:r>
        <w:tab/>
        <w:t>7.101e0</w:t>
      </w:r>
    </w:p>
    <w:p w:rsidR="007B2329" w:rsidRDefault="007B2329" w:rsidP="007B2329">
      <w:r>
        <w:t>298.1514</w:t>
      </w:r>
      <w:r>
        <w:tab/>
        <w:t>4.177e0</w:t>
      </w:r>
    </w:p>
    <w:p w:rsidR="007B2329" w:rsidRDefault="007B2329" w:rsidP="007B2329">
      <w:r>
        <w:t>298.1528</w:t>
      </w:r>
      <w:r>
        <w:tab/>
        <w:t>2.025e0</w:t>
      </w:r>
    </w:p>
    <w:p w:rsidR="007B2329" w:rsidRDefault="007B2329" w:rsidP="007B2329">
      <w:r>
        <w:t>298.1547</w:t>
      </w:r>
      <w:r>
        <w:tab/>
        <w:t>6.020e0</w:t>
      </w:r>
    </w:p>
    <w:p w:rsidR="007B2329" w:rsidRDefault="007B2329" w:rsidP="007B2329">
      <w:r>
        <w:t>298.1578</w:t>
      </w:r>
      <w:r>
        <w:tab/>
        <w:t>1.013e0</w:t>
      </w:r>
    </w:p>
    <w:p w:rsidR="007B2329" w:rsidRDefault="007B2329" w:rsidP="007B2329">
      <w:r>
        <w:t>298.1820</w:t>
      </w:r>
      <w:r>
        <w:tab/>
        <w:t>3.550e0</w:t>
      </w:r>
    </w:p>
    <w:p w:rsidR="007B2329" w:rsidRDefault="007B2329" w:rsidP="007B2329">
      <w:r>
        <w:t>298.1904</w:t>
      </w:r>
      <w:r>
        <w:tab/>
        <w:t>2.025e0</w:t>
      </w:r>
    </w:p>
    <w:p w:rsidR="007B2329" w:rsidRDefault="007B2329" w:rsidP="007B2329">
      <w:r>
        <w:lastRenderedPageBreak/>
        <w:t>298.1942</w:t>
      </w:r>
      <w:r>
        <w:tab/>
        <w:t>2.025e0</w:t>
      </w:r>
    </w:p>
    <w:p w:rsidR="007B2329" w:rsidRDefault="007B2329" w:rsidP="007B2329">
      <w:r>
        <w:t>298.2027</w:t>
      </w:r>
      <w:r>
        <w:tab/>
        <w:t>1.013e0</w:t>
      </w:r>
    </w:p>
    <w:p w:rsidR="007B2329" w:rsidRDefault="007B2329" w:rsidP="007B2329">
      <w:r>
        <w:t>298.2062</w:t>
      </w:r>
      <w:r>
        <w:tab/>
        <w:t>2.025e0</w:t>
      </w:r>
    </w:p>
    <w:p w:rsidR="007B2329" w:rsidRDefault="007B2329" w:rsidP="007B2329">
      <w:r>
        <w:t>298.2175</w:t>
      </w:r>
      <w:r>
        <w:tab/>
        <w:t>1.013e0</w:t>
      </w:r>
    </w:p>
    <w:p w:rsidR="007B2329" w:rsidRDefault="007B2329" w:rsidP="007B2329">
      <w:r>
        <w:t>298.2262</w:t>
      </w:r>
      <w:r>
        <w:tab/>
        <w:t>1.013e0</w:t>
      </w:r>
    </w:p>
    <w:p w:rsidR="007B2329" w:rsidRDefault="007B2329" w:rsidP="007B2329">
      <w:r>
        <w:t>298.2366</w:t>
      </w:r>
      <w:r>
        <w:tab/>
        <w:t>2.211e0</w:t>
      </w:r>
    </w:p>
    <w:p w:rsidR="007B2329" w:rsidRDefault="007B2329" w:rsidP="007B2329">
      <w:r>
        <w:t>298.2447</w:t>
      </w:r>
      <w:r>
        <w:tab/>
        <w:t>2.025e0</w:t>
      </w:r>
    </w:p>
    <w:p w:rsidR="007B2329" w:rsidRDefault="007B2329" w:rsidP="007B2329">
      <w:r>
        <w:t>298.2501</w:t>
      </w:r>
      <w:r>
        <w:tab/>
        <w:t>1.013e0</w:t>
      </w:r>
    </w:p>
    <w:p w:rsidR="007B2329" w:rsidRDefault="007B2329" w:rsidP="007B2329">
      <w:r>
        <w:t>298.2617</w:t>
      </w:r>
      <w:r>
        <w:tab/>
        <w:t>5.063e0</w:t>
      </w:r>
    </w:p>
    <w:p w:rsidR="007B2329" w:rsidRDefault="007B2329" w:rsidP="007B2329">
      <w:r>
        <w:t>298.2766</w:t>
      </w:r>
      <w:r>
        <w:tab/>
        <w:t>3.038e0</w:t>
      </w:r>
    </w:p>
    <w:p w:rsidR="007B2329" w:rsidRDefault="007B2329" w:rsidP="007B2329">
      <w:r>
        <w:t>298.3178</w:t>
      </w:r>
      <w:r>
        <w:tab/>
        <w:t>3.038e0</w:t>
      </w:r>
    </w:p>
    <w:p w:rsidR="007B2329" w:rsidRDefault="007B2329" w:rsidP="007B2329">
      <w:r>
        <w:t>298.3316</w:t>
      </w:r>
      <w:r>
        <w:tab/>
        <w:t>1.013e0</w:t>
      </w:r>
    </w:p>
    <w:p w:rsidR="007B2329" w:rsidRDefault="007B2329" w:rsidP="007B2329">
      <w:r>
        <w:t>298.3536</w:t>
      </w:r>
      <w:r>
        <w:tab/>
        <w:t>1.013e0</w:t>
      </w:r>
    </w:p>
    <w:p w:rsidR="007B2329" w:rsidRDefault="007B2329" w:rsidP="007B2329">
      <w:r>
        <w:t>298.3587</w:t>
      </w:r>
      <w:r>
        <w:tab/>
        <w:t>1.013e0</w:t>
      </w:r>
    </w:p>
    <w:p w:rsidR="007B2329" w:rsidRDefault="007B2329" w:rsidP="007B2329">
      <w:r>
        <w:t>298.3663</w:t>
      </w:r>
      <w:r>
        <w:tab/>
        <w:t>2.025e0</w:t>
      </w:r>
    </w:p>
    <w:p w:rsidR="007B2329" w:rsidRDefault="007B2329" w:rsidP="007B2329">
      <w:r>
        <w:t>298.3714</w:t>
      </w:r>
      <w:r>
        <w:tab/>
        <w:t>1.025e0</w:t>
      </w:r>
    </w:p>
    <w:p w:rsidR="007B2329" w:rsidRDefault="007B2329" w:rsidP="007B2329">
      <w:r>
        <w:t>298.3814</w:t>
      </w:r>
      <w:r>
        <w:tab/>
        <w:t>1.013e0</w:t>
      </w:r>
    </w:p>
    <w:p w:rsidR="007B2329" w:rsidRDefault="007B2329" w:rsidP="007B2329">
      <w:r>
        <w:t>298.4051</w:t>
      </w:r>
      <w:r>
        <w:tab/>
        <w:t>1.013e0</w:t>
      </w:r>
    </w:p>
    <w:p w:rsidR="007B2329" w:rsidRDefault="007B2329" w:rsidP="007B2329">
      <w:r>
        <w:t>298.4071</w:t>
      </w:r>
      <w:r>
        <w:tab/>
        <w:t>2.025e0</w:t>
      </w:r>
    </w:p>
    <w:p w:rsidR="007B2329" w:rsidRDefault="007B2329" w:rsidP="007B2329">
      <w:r>
        <w:lastRenderedPageBreak/>
        <w:t>298.4114</w:t>
      </w:r>
      <w:r>
        <w:tab/>
        <w:t>2.025e0</w:t>
      </w:r>
    </w:p>
    <w:p w:rsidR="007B2329" w:rsidRDefault="007B2329" w:rsidP="007B2329">
      <w:r>
        <w:t>298.4240</w:t>
      </w:r>
      <w:r>
        <w:tab/>
        <w:t>2.025e0</w:t>
      </w:r>
    </w:p>
    <w:p w:rsidR="007B2329" w:rsidRDefault="007B2329" w:rsidP="007B2329">
      <w:r>
        <w:t>298.4388</w:t>
      </w:r>
      <w:r>
        <w:tab/>
        <w:t>2.025e0</w:t>
      </w:r>
    </w:p>
    <w:p w:rsidR="007B2329" w:rsidRDefault="007B2329" w:rsidP="007B2329">
      <w:r>
        <w:t>298.4457</w:t>
      </w:r>
      <w:r>
        <w:tab/>
        <w:t>2.025e0</w:t>
      </w:r>
    </w:p>
    <w:p w:rsidR="007B2329" w:rsidRDefault="007B2329" w:rsidP="007B2329">
      <w:r>
        <w:t>298.4512</w:t>
      </w:r>
      <w:r>
        <w:tab/>
        <w:t>1.013e0</w:t>
      </w:r>
    </w:p>
    <w:p w:rsidR="007B2329" w:rsidRDefault="007B2329" w:rsidP="007B2329">
      <w:r>
        <w:t>298.4783</w:t>
      </w:r>
      <w:r>
        <w:tab/>
        <w:t>1.013e0</w:t>
      </w:r>
    </w:p>
    <w:p w:rsidR="007B2329" w:rsidRDefault="007B2329" w:rsidP="007B2329">
      <w:r>
        <w:t>298.4845</w:t>
      </w:r>
      <w:r>
        <w:tab/>
        <w:t>4.051e0</w:t>
      </w:r>
    </w:p>
    <w:p w:rsidR="007B2329" w:rsidRDefault="007B2329" w:rsidP="007B2329">
      <w:r>
        <w:t>298.4926</w:t>
      </w:r>
      <w:r>
        <w:tab/>
        <w:t>1.013e0</w:t>
      </w:r>
    </w:p>
    <w:p w:rsidR="007B2329" w:rsidRDefault="007B2329" w:rsidP="007B2329">
      <w:r>
        <w:t>298.4967</w:t>
      </w:r>
      <w:r>
        <w:tab/>
        <w:t>1.013e0</w:t>
      </w:r>
    </w:p>
    <w:p w:rsidR="007B2329" w:rsidRDefault="007B2329" w:rsidP="007B2329">
      <w:r>
        <w:t>298.5109</w:t>
      </w:r>
      <w:r>
        <w:tab/>
        <w:t>2.025e0</w:t>
      </w:r>
    </w:p>
    <w:p w:rsidR="007B2329" w:rsidRDefault="007B2329" w:rsidP="007B2329">
      <w:r>
        <w:t>298.5203</w:t>
      </w:r>
      <w:r>
        <w:tab/>
        <w:t>1.013e0</w:t>
      </w:r>
    </w:p>
    <w:p w:rsidR="007B2329" w:rsidRDefault="007B2329" w:rsidP="007B2329">
      <w:r>
        <w:t>298.5285</w:t>
      </w:r>
      <w:r>
        <w:tab/>
        <w:t>1.013e0</w:t>
      </w:r>
    </w:p>
    <w:p w:rsidR="007B2329" w:rsidRDefault="007B2329" w:rsidP="007B2329">
      <w:r>
        <w:t>298.5562</w:t>
      </w:r>
      <w:r>
        <w:tab/>
        <w:t>1.013e0</w:t>
      </w:r>
    </w:p>
    <w:p w:rsidR="007B2329" w:rsidRDefault="007B2329" w:rsidP="007B2329">
      <w:r>
        <w:t>298.5707</w:t>
      </w:r>
      <w:r>
        <w:tab/>
        <w:t>1.013e0</w:t>
      </w:r>
    </w:p>
    <w:p w:rsidR="007B2329" w:rsidRDefault="007B2329" w:rsidP="007B2329">
      <w:r>
        <w:t>298.5981</w:t>
      </w:r>
      <w:r>
        <w:tab/>
        <w:t>1.013e0</w:t>
      </w:r>
    </w:p>
    <w:p w:rsidR="007B2329" w:rsidRDefault="007B2329" w:rsidP="007B2329">
      <w:r>
        <w:t>298.6012</w:t>
      </w:r>
      <w:r>
        <w:tab/>
        <w:t>3.038e0</w:t>
      </w:r>
    </w:p>
    <w:p w:rsidR="007B2329" w:rsidRDefault="007B2329" w:rsidP="007B2329">
      <w:r>
        <w:t>298.6033</w:t>
      </w:r>
      <w:r>
        <w:tab/>
        <w:t>1.013e0</w:t>
      </w:r>
    </w:p>
    <w:p w:rsidR="007B2329" w:rsidRDefault="007B2329" w:rsidP="007B2329">
      <w:r>
        <w:t>298.6074</w:t>
      </w:r>
      <w:r>
        <w:tab/>
        <w:t>2.025e0</w:t>
      </w:r>
    </w:p>
    <w:p w:rsidR="007B2329" w:rsidRDefault="007B2329" w:rsidP="007B2329">
      <w:r>
        <w:t>298.6202</w:t>
      </w:r>
      <w:r>
        <w:tab/>
        <w:t>3.038e0</w:t>
      </w:r>
    </w:p>
    <w:p w:rsidR="007B2329" w:rsidRDefault="007B2329" w:rsidP="007B2329">
      <w:r>
        <w:lastRenderedPageBreak/>
        <w:t>298.6252</w:t>
      </w:r>
      <w:r>
        <w:tab/>
        <w:t>1.013e0</w:t>
      </w:r>
    </w:p>
    <w:p w:rsidR="007B2329" w:rsidRDefault="007B2329" w:rsidP="007B2329">
      <w:r>
        <w:t>298.6298</w:t>
      </w:r>
      <w:r>
        <w:tab/>
        <w:t>2.025e0</w:t>
      </w:r>
    </w:p>
    <w:p w:rsidR="007B2329" w:rsidRDefault="007B2329" w:rsidP="007B2329">
      <w:r>
        <w:t>298.6378</w:t>
      </w:r>
      <w:r>
        <w:tab/>
        <w:t>2.025e0</w:t>
      </w:r>
    </w:p>
    <w:p w:rsidR="007B2329" w:rsidRDefault="007B2329" w:rsidP="007B2329">
      <w:r>
        <w:t>298.6437</w:t>
      </w:r>
      <w:r>
        <w:tab/>
        <w:t>1.013e0</w:t>
      </w:r>
    </w:p>
    <w:p w:rsidR="007B2329" w:rsidRDefault="007B2329" w:rsidP="007B2329">
      <w:r>
        <w:t>298.6632</w:t>
      </w:r>
      <w:r>
        <w:tab/>
        <w:t>1.013e0</w:t>
      </w:r>
    </w:p>
    <w:p w:rsidR="007B2329" w:rsidRDefault="007B2329" w:rsidP="007B2329">
      <w:r>
        <w:t>298.6674</w:t>
      </w:r>
      <w:r>
        <w:tab/>
        <w:t>1.013e0</w:t>
      </w:r>
    </w:p>
    <w:p w:rsidR="007B2329" w:rsidRDefault="007B2329" w:rsidP="007B2329">
      <w:r>
        <w:t>298.6696</w:t>
      </w:r>
      <w:r>
        <w:tab/>
        <w:t>2.025e0</w:t>
      </w:r>
    </w:p>
    <w:p w:rsidR="007B2329" w:rsidRDefault="007B2329" w:rsidP="007B2329">
      <w:r>
        <w:t>298.6712</w:t>
      </w:r>
      <w:r>
        <w:tab/>
        <w:t>3.038e0</w:t>
      </w:r>
    </w:p>
    <w:p w:rsidR="007B2329" w:rsidRDefault="007B2329" w:rsidP="007B2329">
      <w:r>
        <w:t>298.6760</w:t>
      </w:r>
      <w:r>
        <w:tab/>
        <w:t>3.038e0</w:t>
      </w:r>
    </w:p>
    <w:p w:rsidR="007B2329" w:rsidRDefault="007B2329" w:rsidP="007B2329">
      <w:r>
        <w:t>298.6953</w:t>
      </w:r>
      <w:r>
        <w:tab/>
        <w:t>1.013e0</w:t>
      </w:r>
    </w:p>
    <w:p w:rsidR="007B2329" w:rsidRDefault="007B2329" w:rsidP="007B2329">
      <w:r>
        <w:t>298.7034</w:t>
      </w:r>
      <w:r>
        <w:tab/>
        <w:t>2.025e0</w:t>
      </w:r>
    </w:p>
    <w:p w:rsidR="007B2329" w:rsidRDefault="007B2329" w:rsidP="007B2329">
      <w:r>
        <w:t>298.7121</w:t>
      </w:r>
      <w:r>
        <w:tab/>
        <w:t>1.013e0</w:t>
      </w:r>
    </w:p>
    <w:p w:rsidR="007B2329" w:rsidRDefault="007B2329" w:rsidP="007B2329">
      <w:r>
        <w:t>298.7152</w:t>
      </w:r>
      <w:r>
        <w:tab/>
        <w:t>2.025e0</w:t>
      </w:r>
    </w:p>
    <w:p w:rsidR="007B2329" w:rsidRDefault="007B2329" w:rsidP="007B2329">
      <w:r>
        <w:t>298.7448</w:t>
      </w:r>
      <w:r>
        <w:tab/>
        <w:t>1.013e0</w:t>
      </w:r>
    </w:p>
    <w:p w:rsidR="007B2329" w:rsidRDefault="007B2329" w:rsidP="007B2329">
      <w:r>
        <w:t>298.7502</w:t>
      </w:r>
      <w:r>
        <w:tab/>
        <w:t>1.013e0</w:t>
      </w:r>
    </w:p>
    <w:p w:rsidR="007B2329" w:rsidRDefault="007B2329" w:rsidP="007B2329">
      <w:r>
        <w:t>298.7774</w:t>
      </w:r>
      <w:r>
        <w:tab/>
        <w:t>1.013e0</w:t>
      </w:r>
    </w:p>
    <w:p w:rsidR="007B2329" w:rsidRDefault="007B2329" w:rsidP="007B2329">
      <w:r>
        <w:t>298.7866</w:t>
      </w:r>
      <w:r>
        <w:tab/>
        <w:t>1.013e0</w:t>
      </w:r>
    </w:p>
    <w:p w:rsidR="007B2329" w:rsidRDefault="007B2329" w:rsidP="007B2329">
      <w:r>
        <w:t>298.7888</w:t>
      </w:r>
      <w:r>
        <w:tab/>
        <w:t>2.025e0</w:t>
      </w:r>
    </w:p>
    <w:p w:rsidR="007B2329" w:rsidRDefault="007B2329" w:rsidP="007B2329">
      <w:r>
        <w:t>298.8083</w:t>
      </w:r>
      <w:r>
        <w:tab/>
        <w:t>2.025e0</w:t>
      </w:r>
    </w:p>
    <w:p w:rsidR="007B2329" w:rsidRDefault="007B2329" w:rsidP="007B2329">
      <w:r>
        <w:lastRenderedPageBreak/>
        <w:t>298.8100</w:t>
      </w:r>
      <w:r>
        <w:tab/>
        <w:t>1.013e0</w:t>
      </w:r>
    </w:p>
    <w:p w:rsidR="007B2329" w:rsidRDefault="007B2329" w:rsidP="007B2329">
      <w:r>
        <w:t>298.8238</w:t>
      </w:r>
      <w:r>
        <w:tab/>
        <w:t>3.038e0</w:t>
      </w:r>
    </w:p>
    <w:p w:rsidR="007B2329" w:rsidRDefault="007B2329" w:rsidP="007B2329">
      <w:r>
        <w:t>298.8372</w:t>
      </w:r>
      <w:r>
        <w:tab/>
        <w:t>1.013e0</w:t>
      </w:r>
    </w:p>
    <w:p w:rsidR="007B2329" w:rsidRDefault="007B2329" w:rsidP="007B2329">
      <w:r>
        <w:t>298.8445</w:t>
      </w:r>
      <w:r>
        <w:tab/>
        <w:t>1.025e0</w:t>
      </w:r>
    </w:p>
    <w:p w:rsidR="007B2329" w:rsidRDefault="007B2329" w:rsidP="007B2329">
      <w:r>
        <w:t>298.8590</w:t>
      </w:r>
      <w:r>
        <w:tab/>
        <w:t>2.025e0</w:t>
      </w:r>
    </w:p>
    <w:p w:rsidR="007B2329" w:rsidRDefault="007B2329" w:rsidP="007B2329">
      <w:r>
        <w:t>298.8917</w:t>
      </w:r>
      <w:r>
        <w:tab/>
        <w:t>1.013e0</w:t>
      </w:r>
    </w:p>
    <w:p w:rsidR="007B2329" w:rsidRDefault="007B2329" w:rsidP="007B2329">
      <w:r>
        <w:t>298.9019</w:t>
      </w:r>
      <w:r>
        <w:tab/>
        <w:t>1.013e0</w:t>
      </w:r>
    </w:p>
    <w:p w:rsidR="007B2329" w:rsidRDefault="007B2329" w:rsidP="007B2329">
      <w:r>
        <w:t>298.9298</w:t>
      </w:r>
      <w:r>
        <w:tab/>
        <w:t>1.013e0</w:t>
      </w:r>
    </w:p>
    <w:p w:rsidR="007B2329" w:rsidRDefault="007B2329" w:rsidP="007B2329">
      <w:r>
        <w:t>298.9338</w:t>
      </w:r>
      <w:r>
        <w:tab/>
        <w:t>1.013e0</w:t>
      </w:r>
    </w:p>
    <w:p w:rsidR="007B2329" w:rsidRDefault="007B2329" w:rsidP="007B2329">
      <w:r>
        <w:t>298.9554</w:t>
      </w:r>
      <w:r>
        <w:tab/>
        <w:t>2.025e0</w:t>
      </w:r>
    </w:p>
    <w:p w:rsidR="007B2329" w:rsidRDefault="007B2329" w:rsidP="007B2329">
      <w:r>
        <w:t>298.9655</w:t>
      </w:r>
      <w:r>
        <w:tab/>
        <w:t>1.013e0</w:t>
      </w:r>
    </w:p>
    <w:p w:rsidR="007B2329" w:rsidRDefault="007B2329" w:rsidP="007B2329">
      <w:r>
        <w:t>298.9697</w:t>
      </w:r>
      <w:r>
        <w:tab/>
        <w:t>1.013e0</w:t>
      </w:r>
    </w:p>
    <w:p w:rsidR="007B2329" w:rsidRDefault="007B2329" w:rsidP="007B2329">
      <w:r>
        <w:t>298.9736</w:t>
      </w:r>
      <w:r>
        <w:tab/>
        <w:t>1.013e0</w:t>
      </w:r>
    </w:p>
    <w:p w:rsidR="007B2329" w:rsidRDefault="007B2329" w:rsidP="007B2329">
      <w:r>
        <w:t>298.9933</w:t>
      </w:r>
      <w:r>
        <w:tab/>
        <w:t>2.025e0</w:t>
      </w:r>
    </w:p>
    <w:p w:rsidR="007B2329" w:rsidRDefault="007B2329" w:rsidP="007B2329">
      <w:r>
        <w:t>299.0115</w:t>
      </w:r>
      <w:r>
        <w:tab/>
        <w:t>1.013e0</w:t>
      </w:r>
    </w:p>
    <w:p w:rsidR="007B2329" w:rsidRDefault="007B2329" w:rsidP="007B2329">
      <w:r>
        <w:t>299.0252</w:t>
      </w:r>
      <w:r>
        <w:tab/>
        <w:t>1.013e0</w:t>
      </w:r>
    </w:p>
    <w:p w:rsidR="007B2329" w:rsidRDefault="007B2329" w:rsidP="007B2329">
      <w:r>
        <w:t>299.0333</w:t>
      </w:r>
      <w:r>
        <w:tab/>
        <w:t>2.025e0</w:t>
      </w:r>
    </w:p>
    <w:p w:rsidR="007B2329" w:rsidRDefault="007B2329" w:rsidP="007B2329">
      <w:r>
        <w:t>299.0514</w:t>
      </w:r>
      <w:r>
        <w:tab/>
        <w:t>6.076e0</w:t>
      </w:r>
    </w:p>
    <w:p w:rsidR="007B2329" w:rsidRDefault="007B2329" w:rsidP="007B2329">
      <w:r>
        <w:t>299.0530</w:t>
      </w:r>
      <w:r>
        <w:tab/>
        <w:t>1.013e0</w:t>
      </w:r>
    </w:p>
    <w:p w:rsidR="007B2329" w:rsidRDefault="007B2329" w:rsidP="007B2329">
      <w:r>
        <w:lastRenderedPageBreak/>
        <w:t>299.0571</w:t>
      </w:r>
      <w:r>
        <w:tab/>
        <w:t>2.025e0</w:t>
      </w:r>
    </w:p>
    <w:p w:rsidR="007B2329" w:rsidRDefault="007B2329" w:rsidP="007B2329">
      <w:r>
        <w:t>299.0715</w:t>
      </w:r>
      <w:r>
        <w:tab/>
        <w:t>1.013e0</w:t>
      </w:r>
    </w:p>
    <w:p w:rsidR="007B2329" w:rsidRDefault="007B2329" w:rsidP="007B2329">
      <w:r>
        <w:t>299.0849</w:t>
      </w:r>
      <w:r>
        <w:tab/>
        <w:t>1.013e0</w:t>
      </w:r>
    </w:p>
    <w:p w:rsidR="007B2329" w:rsidRDefault="007B2329" w:rsidP="007B2329">
      <w:r>
        <w:t>299.0931</w:t>
      </w:r>
      <w:r>
        <w:tab/>
        <w:t>2.025e0</w:t>
      </w:r>
    </w:p>
    <w:p w:rsidR="007B2329" w:rsidRDefault="007B2329" w:rsidP="007B2329">
      <w:r>
        <w:t>299.0986</w:t>
      </w:r>
      <w:r>
        <w:tab/>
        <w:t>1.013e0</w:t>
      </w:r>
    </w:p>
    <w:p w:rsidR="007B2329" w:rsidRDefault="007B2329" w:rsidP="007B2329">
      <w:r>
        <w:t>299.1045</w:t>
      </w:r>
      <w:r>
        <w:tab/>
        <w:t>3.038e0</w:t>
      </w:r>
    </w:p>
    <w:p w:rsidR="007B2329" w:rsidRDefault="007B2329" w:rsidP="007B2329">
      <w:r>
        <w:t>299.1056</w:t>
      </w:r>
      <w:r>
        <w:tab/>
        <w:t>2.650e0</w:t>
      </w:r>
    </w:p>
    <w:p w:rsidR="007B2329" w:rsidRDefault="007B2329" w:rsidP="007B2329">
      <w:r>
        <w:t>299.1089</w:t>
      </w:r>
      <w:r>
        <w:tab/>
        <w:t>1.013e0</w:t>
      </w:r>
    </w:p>
    <w:p w:rsidR="007B2329" w:rsidRDefault="007B2329" w:rsidP="007B2329">
      <w:r>
        <w:t>299.1127</w:t>
      </w:r>
      <w:r>
        <w:tab/>
        <w:t>1.013e0</w:t>
      </w:r>
    </w:p>
    <w:p w:rsidR="007B2329" w:rsidRDefault="007B2329" w:rsidP="007B2329">
      <w:r>
        <w:t>299.1314</w:t>
      </w:r>
      <w:r>
        <w:tab/>
        <w:t>1.013e0</w:t>
      </w:r>
    </w:p>
    <w:p w:rsidR="007B2329" w:rsidRDefault="007B2329" w:rsidP="007B2329">
      <w:r>
        <w:t>299.1336</w:t>
      </w:r>
      <w:r>
        <w:tab/>
        <w:t>4.051e0</w:t>
      </w:r>
    </w:p>
    <w:p w:rsidR="007B2329" w:rsidRDefault="007B2329" w:rsidP="007B2329">
      <w:r>
        <w:t>299.1367</w:t>
      </w:r>
      <w:r>
        <w:tab/>
        <w:t>2.025e0</w:t>
      </w:r>
    </w:p>
    <w:p w:rsidR="007B2329" w:rsidRDefault="007B2329" w:rsidP="007B2329">
      <w:r>
        <w:t>299.1404</w:t>
      </w:r>
      <w:r>
        <w:tab/>
        <w:t>1.013e0</w:t>
      </w:r>
    </w:p>
    <w:p w:rsidR="007B2329" w:rsidRDefault="007B2329" w:rsidP="007B2329">
      <w:r>
        <w:t>299.1451</w:t>
      </w:r>
      <w:r>
        <w:tab/>
        <w:t>3.038e0</w:t>
      </w:r>
    </w:p>
    <w:p w:rsidR="007B2329" w:rsidRDefault="007B2329" w:rsidP="007B2329">
      <w:r>
        <w:t>299.1511</w:t>
      </w:r>
      <w:r>
        <w:tab/>
        <w:t>2.133e0</w:t>
      </w:r>
    </w:p>
    <w:p w:rsidR="007B2329" w:rsidRDefault="007B2329" w:rsidP="007B2329">
      <w:r>
        <w:t>299.1585</w:t>
      </w:r>
      <w:r>
        <w:tab/>
        <w:t>1.013e0</w:t>
      </w:r>
    </w:p>
    <w:p w:rsidR="007B2329" w:rsidRDefault="007B2329" w:rsidP="007B2329">
      <w:r>
        <w:t>299.1644</w:t>
      </w:r>
      <w:r>
        <w:tab/>
        <w:t>5.099e0</w:t>
      </w:r>
    </w:p>
    <w:p w:rsidR="007B2329" w:rsidRDefault="007B2329" w:rsidP="007B2329">
      <w:r>
        <w:t>299.2011</w:t>
      </w:r>
      <w:r>
        <w:tab/>
        <w:t>2.293e0</w:t>
      </w:r>
    </w:p>
    <w:p w:rsidR="007B2329" w:rsidRDefault="007B2329" w:rsidP="007B2329">
      <w:r>
        <w:t>299.2043</w:t>
      </w:r>
      <w:r>
        <w:tab/>
        <w:t>2.025e0</w:t>
      </w:r>
    </w:p>
    <w:p w:rsidR="007B2329" w:rsidRDefault="007B2329" w:rsidP="007B2329">
      <w:r>
        <w:lastRenderedPageBreak/>
        <w:t>299.2139</w:t>
      </w:r>
      <w:r>
        <w:tab/>
        <w:t>1.025e0</w:t>
      </w:r>
    </w:p>
    <w:p w:rsidR="007B2329" w:rsidRDefault="007B2329" w:rsidP="007B2329">
      <w:r>
        <w:t>299.2279</w:t>
      </w:r>
      <w:r>
        <w:tab/>
        <w:t>1.013e0</w:t>
      </w:r>
    </w:p>
    <w:p w:rsidR="007B2329" w:rsidRDefault="007B2329" w:rsidP="007B2329">
      <w:r>
        <w:t>299.2297</w:t>
      </w:r>
      <w:r>
        <w:tab/>
        <w:t>2.025e0</w:t>
      </w:r>
    </w:p>
    <w:p w:rsidR="007B2329" w:rsidRDefault="007B2329" w:rsidP="007B2329">
      <w:r>
        <w:t>299.2402</w:t>
      </w:r>
      <w:r>
        <w:tab/>
        <w:t>2.025e0</w:t>
      </w:r>
    </w:p>
    <w:p w:rsidR="007B2329" w:rsidRDefault="007B2329" w:rsidP="007B2329">
      <w:r>
        <w:t>299.2559</w:t>
      </w:r>
      <w:r>
        <w:tab/>
        <w:t>1.013e0</w:t>
      </w:r>
    </w:p>
    <w:p w:rsidR="007B2329" w:rsidRDefault="007B2329" w:rsidP="007B2329">
      <w:r>
        <w:t>299.2838</w:t>
      </w:r>
      <w:r>
        <w:tab/>
        <w:t>2.025e0</w:t>
      </w:r>
    </w:p>
    <w:p w:rsidR="007B2329" w:rsidRDefault="007B2329" w:rsidP="007B2329">
      <w:r>
        <w:t>299.2917</w:t>
      </w:r>
      <w:r>
        <w:tab/>
        <w:t>1.013e0</w:t>
      </w:r>
    </w:p>
    <w:p w:rsidR="007B2329" w:rsidRDefault="007B2329" w:rsidP="007B2329">
      <w:r>
        <w:t>299.2984</w:t>
      </w:r>
      <w:r>
        <w:tab/>
        <w:t>5.063e0</w:t>
      </w:r>
    </w:p>
    <w:p w:rsidR="007B2329" w:rsidRDefault="007B2329" w:rsidP="007B2329">
      <w:r>
        <w:t>299.3110</w:t>
      </w:r>
      <w:r>
        <w:tab/>
        <w:t>1.013e0</w:t>
      </w:r>
    </w:p>
    <w:p w:rsidR="007B2329" w:rsidRDefault="007B2329" w:rsidP="007B2329">
      <w:r>
        <w:t>299.3417</w:t>
      </w:r>
      <w:r>
        <w:tab/>
        <w:t>3.038e0</w:t>
      </w:r>
    </w:p>
    <w:p w:rsidR="007B2329" w:rsidRDefault="007B2329" w:rsidP="007B2329">
      <w:r>
        <w:t>299.3434</w:t>
      </w:r>
      <w:r>
        <w:tab/>
        <w:t>1.013e0</w:t>
      </w:r>
    </w:p>
    <w:p w:rsidR="007B2329" w:rsidRDefault="007B2329" w:rsidP="007B2329">
      <w:r>
        <w:t>299.3514</w:t>
      </w:r>
      <w:r>
        <w:tab/>
        <w:t>1.013e0</w:t>
      </w:r>
    </w:p>
    <w:p w:rsidR="007B2329" w:rsidRDefault="007B2329" w:rsidP="007B2329">
      <w:r>
        <w:t>299.3632</w:t>
      </w:r>
      <w:r>
        <w:tab/>
        <w:t>2.025e0</w:t>
      </w:r>
    </w:p>
    <w:p w:rsidR="007B2329" w:rsidRDefault="007B2329" w:rsidP="007B2329">
      <w:r>
        <w:t>299.3711</w:t>
      </w:r>
      <w:r>
        <w:tab/>
        <w:t>1.013e0</w:t>
      </w:r>
    </w:p>
    <w:p w:rsidR="007B2329" w:rsidRDefault="007B2329" w:rsidP="007B2329">
      <w:r>
        <w:t>299.3792</w:t>
      </w:r>
      <w:r>
        <w:tab/>
        <w:t>1.013e0</w:t>
      </w:r>
    </w:p>
    <w:p w:rsidR="007B2329" w:rsidRDefault="007B2329" w:rsidP="007B2329">
      <w:r>
        <w:t>299.3853</w:t>
      </w:r>
      <w:r>
        <w:tab/>
        <w:t>2.025e0</w:t>
      </w:r>
    </w:p>
    <w:p w:rsidR="007B2329" w:rsidRDefault="007B2329" w:rsidP="007B2329">
      <w:r>
        <w:t>299.4112</w:t>
      </w:r>
      <w:r>
        <w:tab/>
        <w:t>2.025e0</w:t>
      </w:r>
    </w:p>
    <w:p w:rsidR="007B2329" w:rsidRDefault="007B2329" w:rsidP="007B2329">
      <w:r>
        <w:t>299.4144</w:t>
      </w:r>
      <w:r>
        <w:tab/>
        <w:t>2.025e0</w:t>
      </w:r>
    </w:p>
    <w:p w:rsidR="007B2329" w:rsidRDefault="007B2329" w:rsidP="007B2329">
      <w:r>
        <w:t>299.4200</w:t>
      </w:r>
      <w:r>
        <w:tab/>
        <w:t>1.013e0</w:t>
      </w:r>
    </w:p>
    <w:p w:rsidR="007B2329" w:rsidRDefault="007B2329" w:rsidP="007B2329">
      <w:r>
        <w:lastRenderedPageBreak/>
        <w:t>299.4255</w:t>
      </w:r>
      <w:r>
        <w:tab/>
        <w:t>1.013e0</w:t>
      </w:r>
    </w:p>
    <w:p w:rsidR="007B2329" w:rsidRDefault="007B2329" w:rsidP="007B2329">
      <w:r>
        <w:t>299.4309</w:t>
      </w:r>
      <w:r>
        <w:tab/>
        <w:t>2.025e0</w:t>
      </w:r>
    </w:p>
    <w:p w:rsidR="007B2329" w:rsidRDefault="007B2329" w:rsidP="007B2329">
      <w:r>
        <w:t>299.4368</w:t>
      </w:r>
      <w:r>
        <w:tab/>
        <w:t>2.025e0</w:t>
      </w:r>
    </w:p>
    <w:p w:rsidR="007B2329" w:rsidRDefault="007B2329" w:rsidP="007B2329">
      <w:r>
        <w:t>299.4429</w:t>
      </w:r>
      <w:r>
        <w:tab/>
        <w:t>1.013e0</w:t>
      </w:r>
    </w:p>
    <w:p w:rsidR="007B2329" w:rsidRDefault="007B2329" w:rsidP="007B2329">
      <w:r>
        <w:t>299.4528</w:t>
      </w:r>
      <w:r>
        <w:tab/>
        <w:t>1.013e0</w:t>
      </w:r>
    </w:p>
    <w:p w:rsidR="007B2329" w:rsidRDefault="007B2329" w:rsidP="007B2329">
      <w:r>
        <w:t>299.4601</w:t>
      </w:r>
      <w:r>
        <w:tab/>
        <w:t>2.025e0</w:t>
      </w:r>
    </w:p>
    <w:p w:rsidR="007B2329" w:rsidRDefault="007B2329" w:rsidP="007B2329">
      <w:r>
        <w:t>299.4745</w:t>
      </w:r>
      <w:r>
        <w:tab/>
        <w:t>4.051e0</w:t>
      </w:r>
    </w:p>
    <w:p w:rsidR="007B2329" w:rsidRDefault="007B2329" w:rsidP="007B2329">
      <w:r>
        <w:t>299.5125</w:t>
      </w:r>
      <w:r>
        <w:tab/>
        <w:t>2.025e0</w:t>
      </w:r>
    </w:p>
    <w:p w:rsidR="007B2329" w:rsidRDefault="007B2329" w:rsidP="007B2329">
      <w:r>
        <w:t>299.5182</w:t>
      </w:r>
      <w:r>
        <w:tab/>
        <w:t>3.038e0</w:t>
      </w:r>
    </w:p>
    <w:p w:rsidR="007B2329" w:rsidRDefault="007B2329" w:rsidP="007B2329">
      <w:r>
        <w:t>299.5304</w:t>
      </w:r>
      <w:r>
        <w:tab/>
        <w:t>1.013e0</w:t>
      </w:r>
    </w:p>
    <w:p w:rsidR="007B2329" w:rsidRDefault="007B2329" w:rsidP="007B2329">
      <w:r>
        <w:t>299.5425</w:t>
      </w:r>
      <w:r>
        <w:tab/>
        <w:t>2.025e0</w:t>
      </w:r>
    </w:p>
    <w:p w:rsidR="007B2329" w:rsidRDefault="007B2329" w:rsidP="007B2329">
      <w:r>
        <w:t>299.5445</w:t>
      </w:r>
      <w:r>
        <w:tab/>
        <w:t>2.025e0</w:t>
      </w:r>
    </w:p>
    <w:p w:rsidR="007B2329" w:rsidRDefault="007B2329" w:rsidP="007B2329">
      <w:r>
        <w:t>299.5455</w:t>
      </w:r>
      <w:r>
        <w:tab/>
        <w:t>1.013e0</w:t>
      </w:r>
    </w:p>
    <w:p w:rsidR="007B2329" w:rsidRDefault="007B2329" w:rsidP="007B2329">
      <w:r>
        <w:t>299.5583</w:t>
      </w:r>
      <w:r>
        <w:tab/>
        <w:t>1.013e0</w:t>
      </w:r>
    </w:p>
    <w:p w:rsidR="007B2329" w:rsidRDefault="007B2329" w:rsidP="007B2329">
      <w:r>
        <w:t>299.5724</w:t>
      </w:r>
      <w:r>
        <w:tab/>
        <w:t>4.051e0</w:t>
      </w:r>
    </w:p>
    <w:p w:rsidR="007B2329" w:rsidRDefault="007B2329" w:rsidP="007B2329">
      <w:r>
        <w:t>299.5869</w:t>
      </w:r>
      <w:r>
        <w:tab/>
        <w:t>2.025e0</w:t>
      </w:r>
    </w:p>
    <w:p w:rsidR="007B2329" w:rsidRDefault="007B2329" w:rsidP="007B2329">
      <w:r>
        <w:t>299.5962</w:t>
      </w:r>
      <w:r>
        <w:tab/>
        <w:t>2.025e0</w:t>
      </w:r>
    </w:p>
    <w:p w:rsidR="007B2329" w:rsidRDefault="007B2329" w:rsidP="007B2329">
      <w:r>
        <w:t>299.6036</w:t>
      </w:r>
      <w:r>
        <w:tab/>
        <w:t>4.051e0</w:t>
      </w:r>
    </w:p>
    <w:p w:rsidR="007B2329" w:rsidRDefault="007B2329" w:rsidP="007B2329">
      <w:r>
        <w:t>299.6055</w:t>
      </w:r>
      <w:r>
        <w:tab/>
        <w:t>1.013e0</w:t>
      </w:r>
    </w:p>
    <w:p w:rsidR="007B2329" w:rsidRDefault="007B2329" w:rsidP="007B2329">
      <w:r>
        <w:lastRenderedPageBreak/>
        <w:t>299.6138</w:t>
      </w:r>
      <w:r>
        <w:tab/>
        <w:t>3.038e0</w:t>
      </w:r>
    </w:p>
    <w:p w:rsidR="007B2329" w:rsidRDefault="007B2329" w:rsidP="007B2329">
      <w:r>
        <w:t>299.6179</w:t>
      </w:r>
      <w:r>
        <w:tab/>
        <w:t>1.013e0</w:t>
      </w:r>
    </w:p>
    <w:p w:rsidR="007B2329" w:rsidRDefault="007B2329" w:rsidP="007B2329">
      <w:r>
        <w:t>299.6335</w:t>
      </w:r>
      <w:r>
        <w:tab/>
        <w:t>2.025e0</w:t>
      </w:r>
    </w:p>
    <w:p w:rsidR="007B2329" w:rsidRDefault="007B2329" w:rsidP="007B2329">
      <w:r>
        <w:t>299.6363</w:t>
      </w:r>
      <w:r>
        <w:tab/>
        <w:t>3.038e0</w:t>
      </w:r>
    </w:p>
    <w:p w:rsidR="007B2329" w:rsidRDefault="007B2329" w:rsidP="007B2329">
      <w:r>
        <w:t>299.6377</w:t>
      </w:r>
      <w:r>
        <w:tab/>
        <w:t>1.013e0</w:t>
      </w:r>
    </w:p>
    <w:p w:rsidR="007B2329" w:rsidRDefault="007B2329" w:rsidP="007B2329">
      <w:r>
        <w:t>299.6458</w:t>
      </w:r>
      <w:r>
        <w:tab/>
        <w:t>1.013e0</w:t>
      </w:r>
    </w:p>
    <w:p w:rsidR="007B2329" w:rsidRDefault="007B2329" w:rsidP="007B2329">
      <w:r>
        <w:t>299.6600</w:t>
      </w:r>
      <w:r>
        <w:tab/>
        <w:t>2.025e0</w:t>
      </w:r>
    </w:p>
    <w:p w:rsidR="007B2329" w:rsidRDefault="007B2329" w:rsidP="007B2329">
      <w:r>
        <w:t>299.6736</w:t>
      </w:r>
      <w:r>
        <w:tab/>
        <w:t>1.013e0</w:t>
      </w:r>
    </w:p>
    <w:p w:rsidR="007B2329" w:rsidRDefault="007B2329" w:rsidP="007B2329">
      <w:r>
        <w:t>299.6927</w:t>
      </w:r>
      <w:r>
        <w:tab/>
        <w:t>1.013e0</w:t>
      </w:r>
    </w:p>
    <w:p w:rsidR="007B2329" w:rsidRDefault="007B2329" w:rsidP="007B2329">
      <w:r>
        <w:t>299.7054</w:t>
      </w:r>
      <w:r>
        <w:tab/>
        <w:t>1.013e0</w:t>
      </w:r>
    </w:p>
    <w:p w:rsidR="007B2329" w:rsidRDefault="007B2329" w:rsidP="007B2329">
      <w:r>
        <w:t>299.7115</w:t>
      </w:r>
      <w:r>
        <w:tab/>
        <w:t>3.798e-2</w:t>
      </w:r>
    </w:p>
    <w:p w:rsidR="007B2329" w:rsidRDefault="007B2329" w:rsidP="007B2329">
      <w:r>
        <w:t>299.7252</w:t>
      </w:r>
      <w:r>
        <w:tab/>
        <w:t>1.013e0</w:t>
      </w:r>
    </w:p>
    <w:p w:rsidR="007B2329" w:rsidRDefault="007B2329" w:rsidP="007B2329">
      <w:r>
        <w:t>299.7292</w:t>
      </w:r>
      <w:r>
        <w:tab/>
        <w:t>1.013e0</w:t>
      </w:r>
    </w:p>
    <w:p w:rsidR="007B2329" w:rsidRDefault="007B2329" w:rsidP="007B2329">
      <w:r>
        <w:t>299.7650</w:t>
      </w:r>
      <w:r>
        <w:tab/>
        <w:t>1.013e0</w:t>
      </w:r>
    </w:p>
    <w:p w:rsidR="007B2329" w:rsidRDefault="007B2329" w:rsidP="007B2329">
      <w:r>
        <w:t>299.7746</w:t>
      </w:r>
      <w:r>
        <w:tab/>
        <w:t>1.013e0</w:t>
      </w:r>
    </w:p>
    <w:p w:rsidR="007B2329" w:rsidRDefault="007B2329" w:rsidP="007B2329">
      <w:r>
        <w:t>299.7801</w:t>
      </w:r>
      <w:r>
        <w:tab/>
        <w:t>1.013e0</w:t>
      </w:r>
    </w:p>
    <w:p w:rsidR="007B2329" w:rsidRDefault="007B2329" w:rsidP="007B2329">
      <w:r>
        <w:t>299.7848</w:t>
      </w:r>
      <w:r>
        <w:tab/>
        <w:t>4.051e0</w:t>
      </w:r>
    </w:p>
    <w:p w:rsidR="007B2329" w:rsidRDefault="007B2329" w:rsidP="007B2329">
      <w:r>
        <w:t>299.8026</w:t>
      </w:r>
      <w:r>
        <w:tab/>
        <w:t>2.025e0</w:t>
      </w:r>
    </w:p>
    <w:p w:rsidR="007B2329" w:rsidRDefault="007B2329" w:rsidP="007B2329">
      <w:r>
        <w:t>299.8074</w:t>
      </w:r>
      <w:r>
        <w:tab/>
        <w:t>1.013e0</w:t>
      </w:r>
    </w:p>
    <w:p w:rsidR="007B2329" w:rsidRDefault="007B2329" w:rsidP="007B2329">
      <w:r>
        <w:lastRenderedPageBreak/>
        <w:t>299.8098</w:t>
      </w:r>
      <w:r>
        <w:tab/>
        <w:t>5.063e0</w:t>
      </w:r>
    </w:p>
    <w:p w:rsidR="007B2329" w:rsidRDefault="007B2329" w:rsidP="007B2329">
      <w:r>
        <w:t>299.8144</w:t>
      </w:r>
      <w:r>
        <w:tab/>
        <w:t>2.025e0</w:t>
      </w:r>
    </w:p>
    <w:p w:rsidR="007B2329" w:rsidRDefault="007B2329" w:rsidP="007B2329">
      <w:r>
        <w:t>299.8208</w:t>
      </w:r>
      <w:r>
        <w:tab/>
        <w:t>1.013e0</w:t>
      </w:r>
    </w:p>
    <w:p w:rsidR="007B2329" w:rsidRDefault="007B2329" w:rsidP="007B2329">
      <w:r>
        <w:t>299.8226</w:t>
      </w:r>
      <w:r>
        <w:tab/>
        <w:t>1.025e0</w:t>
      </w:r>
    </w:p>
    <w:p w:rsidR="007B2329" w:rsidRDefault="007B2329" w:rsidP="007B2329">
      <w:r>
        <w:t>299.8378</w:t>
      </w:r>
      <w:r>
        <w:tab/>
        <w:t>3.038e0</w:t>
      </w:r>
    </w:p>
    <w:p w:rsidR="007B2329" w:rsidRDefault="007B2329" w:rsidP="007B2329">
      <w:r>
        <w:t>299.8526</w:t>
      </w:r>
      <w:r>
        <w:tab/>
        <w:t>2.025e0</w:t>
      </w:r>
    </w:p>
    <w:p w:rsidR="007B2329" w:rsidRDefault="007B2329" w:rsidP="007B2329">
      <w:r>
        <w:t>299.8562</w:t>
      </w:r>
      <w:r>
        <w:tab/>
        <w:t>2.025e0</w:t>
      </w:r>
    </w:p>
    <w:p w:rsidR="007B2329" w:rsidRDefault="007B2329" w:rsidP="007B2329">
      <w:r>
        <w:t>299.8619</w:t>
      </w:r>
      <w:r>
        <w:tab/>
        <w:t>2.025e0</w:t>
      </w:r>
    </w:p>
    <w:p w:rsidR="007B2329" w:rsidRDefault="007B2329" w:rsidP="007B2329">
      <w:r>
        <w:t>299.8849</w:t>
      </w:r>
      <w:r>
        <w:tab/>
        <w:t>3.038e0</w:t>
      </w:r>
    </w:p>
    <w:p w:rsidR="007B2329" w:rsidRDefault="007B2329" w:rsidP="007B2329">
      <w:r>
        <w:t>299.9001</w:t>
      </w:r>
      <w:r>
        <w:tab/>
        <w:t>2.025e0</w:t>
      </w:r>
    </w:p>
    <w:p w:rsidR="007B2329" w:rsidRDefault="007B2329" w:rsidP="007B2329">
      <w:r>
        <w:t>299.9122</w:t>
      </w:r>
      <w:r>
        <w:tab/>
        <w:t>2.025e0</w:t>
      </w:r>
    </w:p>
    <w:p w:rsidR="007B2329" w:rsidRDefault="007B2329" w:rsidP="007B2329">
      <w:r>
        <w:t>299.9166</w:t>
      </w:r>
      <w:r>
        <w:tab/>
        <w:t>4.051e0</w:t>
      </w:r>
    </w:p>
    <w:p w:rsidR="007B2329" w:rsidRDefault="007B2329" w:rsidP="007B2329">
      <w:r>
        <w:t>299.9440</w:t>
      </w:r>
      <w:r>
        <w:tab/>
        <w:t>1.013e0</w:t>
      </w:r>
    </w:p>
    <w:p w:rsidR="007B2329" w:rsidRDefault="007B2329" w:rsidP="007B2329">
      <w:r>
        <w:t>299.9452</w:t>
      </w:r>
      <w:r>
        <w:tab/>
        <w:t>1.025e0</w:t>
      </w:r>
    </w:p>
    <w:p w:rsidR="007B2329" w:rsidRDefault="007B2329" w:rsidP="007B2329">
      <w:r>
        <w:t>299.9492</w:t>
      </w:r>
      <w:r>
        <w:tab/>
        <w:t>1.013e0</w:t>
      </w:r>
    </w:p>
    <w:p w:rsidR="007B2329" w:rsidRDefault="007B2329" w:rsidP="007B2329">
      <w:r>
        <w:t>299.9547</w:t>
      </w:r>
      <w:r>
        <w:tab/>
        <w:t>1.013e0</w:t>
      </w:r>
    </w:p>
    <w:p w:rsidR="007B2329" w:rsidRDefault="007B2329" w:rsidP="007B2329">
      <w:r>
        <w:t>299.9853</w:t>
      </w:r>
      <w:r>
        <w:tab/>
        <w:t>2.025e0</w:t>
      </w:r>
    </w:p>
    <w:p w:rsidR="007B2329" w:rsidRDefault="007B2329" w:rsidP="007B2329">
      <w:r>
        <w:t>299.9874</w:t>
      </w:r>
      <w:r>
        <w:tab/>
        <w:t>1.013e0</w:t>
      </w:r>
    </w:p>
    <w:p w:rsidR="007B2329" w:rsidRDefault="007B2329" w:rsidP="007B2329">
      <w:r>
        <w:t>299.9918</w:t>
      </w:r>
      <w:r>
        <w:tab/>
        <w:t>2.025e0</w:t>
      </w:r>
    </w:p>
    <w:p w:rsidR="007B2329" w:rsidRDefault="007B2329" w:rsidP="007B2329">
      <w:r>
        <w:lastRenderedPageBreak/>
        <w:t>299.9998</w:t>
      </w:r>
      <w:r>
        <w:tab/>
        <w:t>1.013e0</w:t>
      </w:r>
    </w:p>
    <w:p w:rsidR="007B2329" w:rsidRDefault="007B2329" w:rsidP="007B2329">
      <w:r>
        <w:t>300.0103</w:t>
      </w:r>
      <w:r>
        <w:tab/>
        <w:t>3.648e0</w:t>
      </w:r>
    </w:p>
    <w:p w:rsidR="007B2329" w:rsidRDefault="007B2329" w:rsidP="007B2329">
      <w:r>
        <w:t>300.0139</w:t>
      </w:r>
      <w:r>
        <w:tab/>
        <w:t>2.025e0</w:t>
      </w:r>
    </w:p>
    <w:p w:rsidR="007B2329" w:rsidRDefault="007B2329" w:rsidP="007B2329">
      <w:r>
        <w:t>300.0204</w:t>
      </w:r>
      <w:r>
        <w:tab/>
        <w:t>2.025e0</w:t>
      </w:r>
    </w:p>
    <w:p w:rsidR="007B2329" w:rsidRDefault="007B2329" w:rsidP="007B2329">
      <w:r>
        <w:t>300.0293</w:t>
      </w:r>
      <w:r>
        <w:tab/>
        <w:t>1.025e0</w:t>
      </w:r>
    </w:p>
    <w:p w:rsidR="007B2329" w:rsidRDefault="007B2329" w:rsidP="007B2329">
      <w:r>
        <w:t>300.0367</w:t>
      </w:r>
      <w:r>
        <w:tab/>
        <w:t>3.038e0</w:t>
      </w:r>
    </w:p>
    <w:p w:rsidR="007B2329" w:rsidRDefault="007B2329" w:rsidP="007B2329">
      <w:r>
        <w:t>300.0693</w:t>
      </w:r>
      <w:r>
        <w:tab/>
        <w:t>2.025e0</w:t>
      </w:r>
    </w:p>
    <w:p w:rsidR="007B2329" w:rsidRDefault="007B2329" w:rsidP="007B2329">
      <w:r>
        <w:t>300.0712</w:t>
      </w:r>
      <w:r>
        <w:tab/>
        <w:t>1.025e0</w:t>
      </w:r>
    </w:p>
    <w:p w:rsidR="007B2329" w:rsidRDefault="007B2329" w:rsidP="007B2329">
      <w:r>
        <w:t>300.0738</w:t>
      </w:r>
      <w:r>
        <w:tab/>
        <w:t>2.025e0</w:t>
      </w:r>
    </w:p>
    <w:p w:rsidR="007B2329" w:rsidRDefault="007B2329" w:rsidP="007B2329">
      <w:r>
        <w:t>300.0792</w:t>
      </w:r>
      <w:r>
        <w:tab/>
        <w:t>2.874e0</w:t>
      </w:r>
    </w:p>
    <w:p w:rsidR="007B2329" w:rsidRDefault="007B2329" w:rsidP="007B2329">
      <w:r>
        <w:t>300.0833</w:t>
      </w:r>
      <w:r>
        <w:tab/>
        <w:t>1.013e0</w:t>
      </w:r>
    </w:p>
    <w:p w:rsidR="007B2329" w:rsidRDefault="007B2329" w:rsidP="007B2329">
      <w:r>
        <w:t>300.0981</w:t>
      </w:r>
      <w:r>
        <w:tab/>
        <w:t>3.038e0</w:t>
      </w:r>
    </w:p>
    <w:p w:rsidR="007B2329" w:rsidRDefault="007B2329" w:rsidP="007B2329">
      <w:r>
        <w:t>300.1112</w:t>
      </w:r>
      <w:r>
        <w:tab/>
        <w:t>1.013e0</w:t>
      </w:r>
    </w:p>
    <w:p w:rsidR="007B2329" w:rsidRDefault="007B2329" w:rsidP="007B2329">
      <w:r>
        <w:t>300.1584</w:t>
      </w:r>
      <w:r>
        <w:tab/>
        <w:t>1.975e2</w:t>
      </w:r>
    </w:p>
    <w:p w:rsidR="007B2329" w:rsidRDefault="007B2329" w:rsidP="007B2329">
      <w:r>
        <w:t>300.1601</w:t>
      </w:r>
      <w:r>
        <w:tab/>
        <w:t>1.384e2</w:t>
      </w:r>
    </w:p>
    <w:p w:rsidR="007B2329" w:rsidRDefault="007B2329" w:rsidP="007B2329">
      <w:r>
        <w:t>300.1615</w:t>
      </w:r>
      <w:r>
        <w:tab/>
        <w:t>4.060e2</w:t>
      </w:r>
    </w:p>
    <w:p w:rsidR="007B2329" w:rsidRDefault="007B2329" w:rsidP="007B2329">
      <w:r>
        <w:t>300.1630</w:t>
      </w:r>
      <w:r>
        <w:tab/>
        <w:t>7.447e1</w:t>
      </w:r>
    </w:p>
    <w:p w:rsidR="007B2329" w:rsidRDefault="007B2329" w:rsidP="007B2329">
      <w:r>
        <w:t>300.1913</w:t>
      </w:r>
      <w:r>
        <w:tab/>
        <w:t>3.038e0</w:t>
      </w:r>
    </w:p>
    <w:p w:rsidR="007B2329" w:rsidRDefault="007B2329" w:rsidP="007B2329">
      <w:r>
        <w:t>300.2346</w:t>
      </w:r>
      <w:r>
        <w:tab/>
        <w:t>1.013e0</w:t>
      </w:r>
    </w:p>
    <w:p w:rsidR="007B2329" w:rsidRDefault="007B2329" w:rsidP="007B2329">
      <w:r>
        <w:lastRenderedPageBreak/>
        <w:t>300.2442</w:t>
      </w:r>
      <w:r>
        <w:tab/>
        <w:t>1.013e0</w:t>
      </w:r>
    </w:p>
    <w:p w:rsidR="007B2329" w:rsidRDefault="007B2329" w:rsidP="007B2329">
      <w:r>
        <w:t>300.2485</w:t>
      </w:r>
      <w:r>
        <w:tab/>
        <w:t>5.063e0</w:t>
      </w:r>
    </w:p>
    <w:p w:rsidR="007B2329" w:rsidRDefault="007B2329" w:rsidP="007B2329">
      <w:r>
        <w:t>300.2544</w:t>
      </w:r>
      <w:r>
        <w:tab/>
        <w:t>1.013e0</w:t>
      </w:r>
    </w:p>
    <w:p w:rsidR="007B2329" w:rsidRDefault="007B2329" w:rsidP="007B2329">
      <w:r>
        <w:t>300.2574</w:t>
      </w:r>
      <w:r>
        <w:tab/>
        <w:t>2.841e0</w:t>
      </w:r>
    </w:p>
    <w:p w:rsidR="007B2329" w:rsidRDefault="007B2329" w:rsidP="007B2329">
      <w:r>
        <w:t>300.2625</w:t>
      </w:r>
      <w:r>
        <w:tab/>
        <w:t>1.013e0</w:t>
      </w:r>
    </w:p>
    <w:p w:rsidR="007B2329" w:rsidRDefault="007B2329" w:rsidP="007B2329">
      <w:r>
        <w:t>300.2789</w:t>
      </w:r>
      <w:r>
        <w:tab/>
        <w:t>5.449e0</w:t>
      </w:r>
    </w:p>
    <w:p w:rsidR="007B2329" w:rsidRDefault="007B2329" w:rsidP="007B2329">
      <w:r>
        <w:t>300.2823</w:t>
      </w:r>
      <w:r>
        <w:tab/>
        <w:t>1.013e0</w:t>
      </w:r>
    </w:p>
    <w:p w:rsidR="007B2329" w:rsidRDefault="007B2329" w:rsidP="007B2329">
      <w:r>
        <w:t>300.2861</w:t>
      </w:r>
      <w:r>
        <w:tab/>
        <w:t>2.025e0</w:t>
      </w:r>
    </w:p>
    <w:p w:rsidR="007B2329" w:rsidRDefault="007B2329" w:rsidP="007B2329">
      <w:r>
        <w:t>300.2924</w:t>
      </w:r>
      <w:r>
        <w:tab/>
        <w:t>3.059e0</w:t>
      </w:r>
    </w:p>
    <w:p w:rsidR="007B2329" w:rsidRDefault="007B2329" w:rsidP="007B2329">
      <w:r>
        <w:t>300.2975</w:t>
      </w:r>
      <w:r>
        <w:tab/>
        <w:t>3.038e0</w:t>
      </w:r>
    </w:p>
    <w:p w:rsidR="007B2329" w:rsidRDefault="007B2329" w:rsidP="007B2329">
      <w:r>
        <w:t>300.3116</w:t>
      </w:r>
      <w:r>
        <w:tab/>
        <w:t>2.025e0</w:t>
      </w:r>
    </w:p>
    <w:p w:rsidR="007B2329" w:rsidRDefault="007B2329" w:rsidP="007B2329">
      <w:r>
        <w:t>300.3271</w:t>
      </w:r>
      <w:r>
        <w:tab/>
        <w:t>5.063e0</w:t>
      </w:r>
    </w:p>
    <w:p w:rsidR="007B2329" w:rsidRDefault="007B2329" w:rsidP="007B2329">
      <w:r>
        <w:t>300.3305</w:t>
      </w:r>
      <w:r>
        <w:tab/>
        <w:t>3.038e0</w:t>
      </w:r>
    </w:p>
    <w:p w:rsidR="007B2329" w:rsidRDefault="007B2329" w:rsidP="007B2329">
      <w:r>
        <w:t>300.3500</w:t>
      </w:r>
      <w:r>
        <w:tab/>
        <w:t>2.025e0</w:t>
      </w:r>
    </w:p>
    <w:p w:rsidR="007B2329" w:rsidRDefault="007B2329" w:rsidP="007B2329">
      <w:r>
        <w:t>300.3592</w:t>
      </w:r>
      <w:r>
        <w:tab/>
        <w:t>3.816e0</w:t>
      </w:r>
    </w:p>
    <w:p w:rsidR="007B2329" w:rsidRDefault="007B2329" w:rsidP="007B2329">
      <w:r>
        <w:t>300.3740</w:t>
      </w:r>
      <w:r>
        <w:tab/>
        <w:t>3.038e0</w:t>
      </w:r>
    </w:p>
    <w:p w:rsidR="007B2329" w:rsidRDefault="007B2329" w:rsidP="007B2329">
      <w:r>
        <w:t>300.3778</w:t>
      </w:r>
      <w:r>
        <w:tab/>
        <w:t>1.034e0</w:t>
      </w:r>
    </w:p>
    <w:p w:rsidR="007B2329" w:rsidRDefault="007B2329" w:rsidP="007B2329">
      <w:r>
        <w:t>300.3817</w:t>
      </w:r>
      <w:r>
        <w:tab/>
        <w:t>3.038e0</w:t>
      </w:r>
    </w:p>
    <w:p w:rsidR="007B2329" w:rsidRDefault="007B2329" w:rsidP="007B2329">
      <w:r>
        <w:t>300.3918</w:t>
      </w:r>
      <w:r>
        <w:tab/>
        <w:t>1.013e0</w:t>
      </w:r>
    </w:p>
    <w:p w:rsidR="007B2329" w:rsidRDefault="007B2329" w:rsidP="007B2329">
      <w:r>
        <w:lastRenderedPageBreak/>
        <w:t>300.4016</w:t>
      </w:r>
      <w:r>
        <w:tab/>
        <w:t>1.013e0</w:t>
      </w:r>
    </w:p>
    <w:p w:rsidR="007B2329" w:rsidRDefault="007B2329" w:rsidP="007B2329">
      <w:r>
        <w:t>300.4056</w:t>
      </w:r>
      <w:r>
        <w:tab/>
        <w:t>1.013e0</w:t>
      </w:r>
    </w:p>
    <w:p w:rsidR="007B2329" w:rsidRDefault="007B2329" w:rsidP="007B2329">
      <w:r>
        <w:t>300.4296</w:t>
      </w:r>
      <w:r>
        <w:tab/>
        <w:t>2.025e0</w:t>
      </w:r>
    </w:p>
    <w:p w:rsidR="007B2329" w:rsidRDefault="007B2329" w:rsidP="007B2329">
      <w:r>
        <w:t>300.4375</w:t>
      </w:r>
      <w:r>
        <w:tab/>
        <w:t>2.025e0</w:t>
      </w:r>
    </w:p>
    <w:p w:rsidR="007B2329" w:rsidRDefault="007B2329" w:rsidP="007B2329">
      <w:r>
        <w:t>300.4415</w:t>
      </w:r>
      <w:r>
        <w:tab/>
        <w:t>1.013e0</w:t>
      </w:r>
    </w:p>
    <w:p w:rsidR="007B2329" w:rsidRDefault="007B2329" w:rsidP="007B2329">
      <w:r>
        <w:t>300.4613</w:t>
      </w:r>
      <w:r>
        <w:tab/>
        <w:t>1.013e0</w:t>
      </w:r>
    </w:p>
    <w:p w:rsidR="007B2329" w:rsidRDefault="007B2329" w:rsidP="007B2329">
      <w:r>
        <w:t>300.4672</w:t>
      </w:r>
      <w:r>
        <w:tab/>
        <w:t>1.025e0</w:t>
      </w:r>
    </w:p>
    <w:p w:rsidR="007B2329" w:rsidRDefault="007B2329" w:rsidP="007B2329">
      <w:r>
        <w:t>300.4748</w:t>
      </w:r>
      <w:r>
        <w:tab/>
        <w:t>2.025e0</w:t>
      </w:r>
    </w:p>
    <w:p w:rsidR="007B2329" w:rsidRDefault="007B2329" w:rsidP="007B2329">
      <w:r>
        <w:t>300.4847</w:t>
      </w:r>
      <w:r>
        <w:tab/>
        <w:t>1.013e0</w:t>
      </w:r>
    </w:p>
    <w:p w:rsidR="007B2329" w:rsidRDefault="007B2329" w:rsidP="007B2329">
      <w:r>
        <w:t>300.5091</w:t>
      </w:r>
      <w:r>
        <w:tab/>
        <w:t>2.025e0</w:t>
      </w:r>
    </w:p>
    <w:p w:rsidR="007B2329" w:rsidRDefault="007B2329" w:rsidP="007B2329">
      <w:r>
        <w:t>300.5120</w:t>
      </w:r>
      <w:r>
        <w:tab/>
        <w:t>1.013e0</w:t>
      </w:r>
    </w:p>
    <w:p w:rsidR="007B2329" w:rsidRDefault="007B2329" w:rsidP="007B2329">
      <w:r>
        <w:t>300.5290</w:t>
      </w:r>
      <w:r>
        <w:tab/>
        <w:t>1.013e0</w:t>
      </w:r>
    </w:p>
    <w:p w:rsidR="007B2329" w:rsidRDefault="007B2329" w:rsidP="007B2329">
      <w:r>
        <w:t>300.5339</w:t>
      </w:r>
      <w:r>
        <w:tab/>
        <w:t>1.013e0</w:t>
      </w:r>
    </w:p>
    <w:p w:rsidR="007B2329" w:rsidRDefault="007B2329" w:rsidP="007B2329">
      <w:r>
        <w:t>300.5448</w:t>
      </w:r>
      <w:r>
        <w:tab/>
        <w:t>1.013e0</w:t>
      </w:r>
    </w:p>
    <w:p w:rsidR="007B2329" w:rsidRDefault="007B2329" w:rsidP="007B2329">
      <w:r>
        <w:t>300.5529</w:t>
      </w:r>
      <w:r>
        <w:tab/>
        <w:t>1.013e0</w:t>
      </w:r>
    </w:p>
    <w:p w:rsidR="007B2329" w:rsidRDefault="007B2329" w:rsidP="007B2329">
      <w:r>
        <w:t>300.5569</w:t>
      </w:r>
      <w:r>
        <w:tab/>
        <w:t>3.038e0</w:t>
      </w:r>
    </w:p>
    <w:p w:rsidR="007B2329" w:rsidRDefault="007B2329" w:rsidP="007B2329">
      <w:r>
        <w:t>300.5667</w:t>
      </w:r>
      <w:r>
        <w:tab/>
        <w:t>1.013e0</w:t>
      </w:r>
    </w:p>
    <w:p w:rsidR="007B2329" w:rsidRDefault="007B2329" w:rsidP="007B2329">
      <w:r>
        <w:t>300.5960</w:t>
      </w:r>
      <w:r>
        <w:tab/>
        <w:t>3.038e0</w:t>
      </w:r>
    </w:p>
    <w:p w:rsidR="007B2329" w:rsidRDefault="007B2329" w:rsidP="007B2329">
      <w:r>
        <w:t>300.6085</w:t>
      </w:r>
      <w:r>
        <w:tab/>
        <w:t>1.013e0</w:t>
      </w:r>
    </w:p>
    <w:p w:rsidR="007B2329" w:rsidRDefault="007B2329" w:rsidP="007B2329">
      <w:r>
        <w:lastRenderedPageBreak/>
        <w:t>300.6127</w:t>
      </w:r>
      <w:r>
        <w:tab/>
        <w:t>2.025e0</w:t>
      </w:r>
    </w:p>
    <w:p w:rsidR="007B2329" w:rsidRDefault="007B2329" w:rsidP="007B2329">
      <w:r>
        <w:t>300.6212</w:t>
      </w:r>
      <w:r>
        <w:tab/>
        <w:t>3.038e0</w:t>
      </w:r>
    </w:p>
    <w:p w:rsidR="007B2329" w:rsidRDefault="007B2329" w:rsidP="007B2329">
      <w:r>
        <w:t>300.6544</w:t>
      </w:r>
      <w:r>
        <w:tab/>
        <w:t>6.076e0</w:t>
      </w:r>
    </w:p>
    <w:p w:rsidR="007B2329" w:rsidRDefault="007B2329" w:rsidP="007B2329">
      <w:r>
        <w:t>300.6568</w:t>
      </w:r>
      <w:r>
        <w:tab/>
        <w:t>2.025e0</w:t>
      </w:r>
    </w:p>
    <w:p w:rsidR="007B2329" w:rsidRDefault="007B2329" w:rsidP="007B2329">
      <w:r>
        <w:t>300.6593</w:t>
      </w:r>
      <w:r>
        <w:tab/>
        <w:t>5.063e0</w:t>
      </w:r>
    </w:p>
    <w:p w:rsidR="007B2329" w:rsidRDefault="007B2329" w:rsidP="007B2329">
      <w:r>
        <w:t>300.6682</w:t>
      </w:r>
      <w:r>
        <w:tab/>
        <w:t>1.013e0</w:t>
      </w:r>
    </w:p>
    <w:p w:rsidR="007B2329" w:rsidRDefault="007B2329" w:rsidP="007B2329">
      <w:r>
        <w:t>300.6759</w:t>
      </w:r>
      <w:r>
        <w:tab/>
        <w:t>4.051e0</w:t>
      </w:r>
    </w:p>
    <w:p w:rsidR="007B2329" w:rsidRDefault="007B2329" w:rsidP="007B2329">
      <w:r>
        <w:t>300.6870</w:t>
      </w:r>
      <w:r>
        <w:tab/>
        <w:t>1.013e0</w:t>
      </w:r>
    </w:p>
    <w:p w:rsidR="007B2329" w:rsidRDefault="007B2329" w:rsidP="007B2329">
      <w:r>
        <w:t>300.6962</w:t>
      </w:r>
      <w:r>
        <w:tab/>
        <w:t>2.025e0</w:t>
      </w:r>
    </w:p>
    <w:p w:rsidR="007B2329" w:rsidRDefault="007B2329" w:rsidP="007B2329">
      <w:r>
        <w:t>300.7002</w:t>
      </w:r>
      <w:r>
        <w:tab/>
        <w:t>2.025e0</w:t>
      </w:r>
    </w:p>
    <w:p w:rsidR="007B2329" w:rsidRDefault="007B2329" w:rsidP="007B2329">
      <w:r>
        <w:t>300.7089</w:t>
      </w:r>
      <w:r>
        <w:tab/>
        <w:t>1.013e0</w:t>
      </w:r>
    </w:p>
    <w:p w:rsidR="007B2329" w:rsidRDefault="007B2329" w:rsidP="007B2329">
      <w:r>
        <w:t>300.7117</w:t>
      </w:r>
      <w:r>
        <w:tab/>
        <w:t>3.038e0</w:t>
      </w:r>
    </w:p>
    <w:p w:rsidR="007B2329" w:rsidRDefault="007B2329" w:rsidP="007B2329">
      <w:r>
        <w:t>300.7144</w:t>
      </w:r>
      <w:r>
        <w:tab/>
        <w:t>2.025e0</w:t>
      </w:r>
    </w:p>
    <w:p w:rsidR="007B2329" w:rsidRDefault="007B2329" w:rsidP="007B2329">
      <w:r>
        <w:t>300.7473</w:t>
      </w:r>
      <w:r>
        <w:tab/>
        <w:t>1.013e0</w:t>
      </w:r>
    </w:p>
    <w:p w:rsidR="007B2329" w:rsidRDefault="007B2329" w:rsidP="007B2329">
      <w:r>
        <w:t>300.7635</w:t>
      </w:r>
      <w:r>
        <w:tab/>
        <w:t>2.025e0</w:t>
      </w:r>
    </w:p>
    <w:p w:rsidR="007B2329" w:rsidRDefault="007B2329" w:rsidP="007B2329">
      <w:r>
        <w:t>300.7722</w:t>
      </w:r>
      <w:r>
        <w:tab/>
        <w:t>5.063e0</w:t>
      </w:r>
    </w:p>
    <w:p w:rsidR="007B2329" w:rsidRDefault="007B2329" w:rsidP="007B2329">
      <w:r>
        <w:t>300.8017</w:t>
      </w:r>
      <w:r>
        <w:tab/>
        <w:t>2.025e0</w:t>
      </w:r>
    </w:p>
    <w:p w:rsidR="007B2329" w:rsidRDefault="007B2329" w:rsidP="007B2329">
      <w:r>
        <w:t>300.8076</w:t>
      </w:r>
      <w:r>
        <w:tab/>
        <w:t>1.013e0</w:t>
      </w:r>
    </w:p>
    <w:p w:rsidR="007B2329" w:rsidRDefault="007B2329" w:rsidP="007B2329">
      <w:r>
        <w:t>300.8115</w:t>
      </w:r>
      <w:r>
        <w:tab/>
        <w:t>1.013e0</w:t>
      </w:r>
    </w:p>
    <w:p w:rsidR="007B2329" w:rsidRDefault="007B2329" w:rsidP="007B2329">
      <w:r>
        <w:lastRenderedPageBreak/>
        <w:t>300.8333</w:t>
      </w:r>
      <w:r>
        <w:tab/>
        <w:t>2.025e0</w:t>
      </w:r>
    </w:p>
    <w:p w:rsidR="007B2329" w:rsidRDefault="007B2329" w:rsidP="007B2329">
      <w:r>
        <w:t>300.8349</w:t>
      </w:r>
      <w:r>
        <w:tab/>
        <w:t>1.013e0</w:t>
      </w:r>
    </w:p>
    <w:p w:rsidR="007B2329" w:rsidRDefault="007B2329" w:rsidP="007B2329">
      <w:r>
        <w:t>300.8395</w:t>
      </w:r>
      <w:r>
        <w:tab/>
        <w:t>1.013e0</w:t>
      </w:r>
    </w:p>
    <w:p w:rsidR="007B2329" w:rsidRDefault="007B2329" w:rsidP="007B2329">
      <w:r>
        <w:t>300.8647</w:t>
      </w:r>
      <w:r>
        <w:tab/>
        <w:t>2.025e0</w:t>
      </w:r>
    </w:p>
    <w:p w:rsidR="007B2329" w:rsidRDefault="007B2329" w:rsidP="007B2329">
      <w:r>
        <w:t>300.8842</w:t>
      </w:r>
      <w:r>
        <w:tab/>
        <w:t>1.013e0</w:t>
      </w:r>
    </w:p>
    <w:p w:rsidR="007B2329" w:rsidRDefault="007B2329" w:rsidP="007B2329">
      <w:r>
        <w:t>300.8873</w:t>
      </w:r>
      <w:r>
        <w:tab/>
        <w:t>2.025e0</w:t>
      </w:r>
    </w:p>
    <w:p w:rsidR="007B2329" w:rsidRDefault="007B2329" w:rsidP="007B2329">
      <w:r>
        <w:t>300.8910</w:t>
      </w:r>
      <w:r>
        <w:tab/>
        <w:t>2.025e0</w:t>
      </w:r>
    </w:p>
    <w:p w:rsidR="007B2329" w:rsidRDefault="007B2329" w:rsidP="007B2329">
      <w:r>
        <w:t>300.9126</w:t>
      </w:r>
      <w:r>
        <w:tab/>
        <w:t>2.532e-2</w:t>
      </w:r>
    </w:p>
    <w:p w:rsidR="007B2329" w:rsidRDefault="007B2329" w:rsidP="007B2329">
      <w:r>
        <w:t>300.9271</w:t>
      </w:r>
      <w:r>
        <w:tab/>
        <w:t>2.025e0</w:t>
      </w:r>
    </w:p>
    <w:p w:rsidR="007B2329" w:rsidRDefault="007B2329" w:rsidP="007B2329">
      <w:r>
        <w:t>300.9347</w:t>
      </w:r>
      <w:r>
        <w:tab/>
        <w:t>4.051e0</w:t>
      </w:r>
    </w:p>
    <w:p w:rsidR="007B2329" w:rsidRDefault="007B2329" w:rsidP="007B2329">
      <w:r>
        <w:t>300.9391</w:t>
      </w:r>
      <w:r>
        <w:tab/>
        <w:t>1.013e0</w:t>
      </w:r>
    </w:p>
    <w:p w:rsidR="007B2329" w:rsidRDefault="007B2329" w:rsidP="007B2329">
      <w:r>
        <w:t>300.9498</w:t>
      </w:r>
      <w:r>
        <w:tab/>
        <w:t>1.013e0</w:t>
      </w:r>
    </w:p>
    <w:p w:rsidR="007B2329" w:rsidRDefault="007B2329" w:rsidP="007B2329">
      <w:r>
        <w:t>300.9630</w:t>
      </w:r>
      <w:r>
        <w:tab/>
        <w:t>1.013e0</w:t>
      </w:r>
    </w:p>
    <w:p w:rsidR="007B2329" w:rsidRDefault="007B2329" w:rsidP="007B2329">
      <w:r>
        <w:t>300.9827</w:t>
      </w:r>
      <w:r>
        <w:tab/>
        <w:t>2.025e0</w:t>
      </w:r>
    </w:p>
    <w:p w:rsidR="007B2329" w:rsidRDefault="007B2329" w:rsidP="007B2329">
      <w:r>
        <w:t>300.9926</w:t>
      </w:r>
      <w:r>
        <w:tab/>
        <w:t>6.076e0</w:t>
      </w:r>
    </w:p>
    <w:p w:rsidR="007B2329" w:rsidRDefault="007B2329" w:rsidP="007B2329">
      <w:r>
        <w:t>301.0176</w:t>
      </w:r>
      <w:r>
        <w:tab/>
        <w:t>2.025e0</w:t>
      </w:r>
    </w:p>
    <w:p w:rsidR="007B2329" w:rsidRDefault="007B2329" w:rsidP="007B2329">
      <w:r>
        <w:t>301.0268</w:t>
      </w:r>
      <w:r>
        <w:tab/>
        <w:t>5.063e0</w:t>
      </w:r>
    </w:p>
    <w:p w:rsidR="007B2329" w:rsidRDefault="007B2329" w:rsidP="007B2329">
      <w:r>
        <w:t>301.0319</w:t>
      </w:r>
      <w:r>
        <w:tab/>
        <w:t>1.051e0</w:t>
      </w:r>
    </w:p>
    <w:p w:rsidR="007B2329" w:rsidRDefault="007B2329" w:rsidP="007B2329">
      <w:r>
        <w:t>301.0416</w:t>
      </w:r>
      <w:r>
        <w:tab/>
        <w:t>3.038e0</w:t>
      </w:r>
    </w:p>
    <w:p w:rsidR="007B2329" w:rsidRDefault="007B2329" w:rsidP="007B2329">
      <w:r>
        <w:lastRenderedPageBreak/>
        <w:t>301.0426</w:t>
      </w:r>
      <w:r>
        <w:tab/>
        <w:t>2.025e0</w:t>
      </w:r>
    </w:p>
    <w:p w:rsidR="007B2329" w:rsidRDefault="007B2329" w:rsidP="007B2329">
      <w:r>
        <w:t>301.0593</w:t>
      </w:r>
      <w:r>
        <w:tab/>
        <w:t>1.013e0</w:t>
      </w:r>
    </w:p>
    <w:p w:rsidR="007B2329" w:rsidRDefault="007B2329" w:rsidP="007B2329">
      <w:r>
        <w:t>301.0743</w:t>
      </w:r>
      <w:r>
        <w:tab/>
        <w:t>2.025e0</w:t>
      </w:r>
    </w:p>
    <w:p w:rsidR="007B2329" w:rsidRDefault="007B2329" w:rsidP="007B2329">
      <w:r>
        <w:t>301.0785</w:t>
      </w:r>
      <w:r>
        <w:tab/>
        <w:t>1.013e0</w:t>
      </w:r>
    </w:p>
    <w:p w:rsidR="007B2329" w:rsidRDefault="007B2329" w:rsidP="007B2329">
      <w:r>
        <w:t>301.0825</w:t>
      </w:r>
      <w:r>
        <w:tab/>
        <w:t>2.025e0</w:t>
      </w:r>
    </w:p>
    <w:p w:rsidR="007B2329" w:rsidRDefault="007B2329" w:rsidP="007B2329">
      <w:r>
        <w:t>301.0965</w:t>
      </w:r>
      <w:r>
        <w:tab/>
        <w:t>5.063e0</w:t>
      </w:r>
    </w:p>
    <w:p w:rsidR="007B2329" w:rsidRDefault="007B2329" w:rsidP="007B2329">
      <w:r>
        <w:t>301.1043</w:t>
      </w:r>
      <w:r>
        <w:tab/>
        <w:t>1.025e0</w:t>
      </w:r>
    </w:p>
    <w:p w:rsidR="007B2329" w:rsidRDefault="007B2329" w:rsidP="007B2329">
      <w:r>
        <w:t>301.1573</w:t>
      </w:r>
      <w:r>
        <w:tab/>
        <w:t>1.418e1</w:t>
      </w:r>
    </w:p>
    <w:p w:rsidR="007B2329" w:rsidRDefault="007B2329" w:rsidP="007B2329">
      <w:r>
        <w:t>301.1603</w:t>
      </w:r>
      <w:r>
        <w:tab/>
        <w:t>5.237e0</w:t>
      </w:r>
    </w:p>
    <w:p w:rsidR="007B2329" w:rsidRDefault="007B2329" w:rsidP="007B2329">
      <w:r>
        <w:t>301.1642</w:t>
      </w:r>
      <w:r>
        <w:tab/>
        <w:t>6.211e1</w:t>
      </w:r>
    </w:p>
    <w:p w:rsidR="007B2329" w:rsidRDefault="007B2329" w:rsidP="007B2329">
      <w:r>
        <w:t>301.1658</w:t>
      </w:r>
      <w:r>
        <w:tab/>
        <w:t>3.699e1</w:t>
      </w:r>
    </w:p>
    <w:p w:rsidR="007B2329" w:rsidRDefault="007B2329" w:rsidP="007B2329">
      <w:r>
        <w:t>301.1689</w:t>
      </w:r>
      <w:r>
        <w:tab/>
        <w:t>6.262e1</w:t>
      </w:r>
    </w:p>
    <w:p w:rsidR="007B2329" w:rsidRDefault="007B2329" w:rsidP="007B2329">
      <w:r>
        <w:t>301.1855</w:t>
      </w:r>
      <w:r>
        <w:tab/>
        <w:t>2.025e0</w:t>
      </w:r>
    </w:p>
    <w:p w:rsidR="007B2329" w:rsidRDefault="007B2329" w:rsidP="007B2329">
      <w:r>
        <w:t>301.2078</w:t>
      </w:r>
      <w:r>
        <w:tab/>
        <w:t>2.025e0</w:t>
      </w:r>
    </w:p>
    <w:p w:rsidR="007B2329" w:rsidRDefault="007B2329" w:rsidP="007B2329">
      <w:r>
        <w:t>301.2094</w:t>
      </w:r>
      <w:r>
        <w:tab/>
        <w:t>1.051e0</w:t>
      </w:r>
    </w:p>
    <w:p w:rsidR="007B2329" w:rsidRDefault="007B2329" w:rsidP="007B2329">
      <w:r>
        <w:t>301.2402</w:t>
      </w:r>
      <w:r>
        <w:tab/>
        <w:t>2.025e0</w:t>
      </w:r>
    </w:p>
    <w:p w:rsidR="007B2329" w:rsidRDefault="007B2329" w:rsidP="007B2329">
      <w:r>
        <w:t>301.2497</w:t>
      </w:r>
      <w:r>
        <w:tab/>
        <w:t>1.013e0</w:t>
      </w:r>
    </w:p>
    <w:p w:rsidR="007B2329" w:rsidRDefault="007B2329" w:rsidP="007B2329">
      <w:r>
        <w:t>301.2555</w:t>
      </w:r>
      <w:r>
        <w:tab/>
        <w:t>4.051e0</w:t>
      </w:r>
    </w:p>
    <w:p w:rsidR="007B2329" w:rsidRDefault="007B2329" w:rsidP="007B2329">
      <w:r>
        <w:t>301.2621</w:t>
      </w:r>
      <w:r>
        <w:tab/>
        <w:t>1.013e0</w:t>
      </w:r>
    </w:p>
    <w:p w:rsidR="007B2329" w:rsidRDefault="007B2329" w:rsidP="007B2329">
      <w:r>
        <w:lastRenderedPageBreak/>
        <w:t>301.2975</w:t>
      </w:r>
      <w:r>
        <w:tab/>
        <w:t>2.025e0</w:t>
      </w:r>
    </w:p>
    <w:p w:rsidR="007B2329" w:rsidRDefault="007B2329" w:rsidP="007B2329">
      <w:r>
        <w:t>301.3074</w:t>
      </w:r>
      <w:r>
        <w:tab/>
        <w:t>2.532e-2</w:t>
      </w:r>
    </w:p>
    <w:p w:rsidR="007B2329" w:rsidRDefault="007B2329" w:rsidP="007B2329">
      <w:r>
        <w:t>301.3292</w:t>
      </w:r>
      <w:r>
        <w:tab/>
        <w:t>3.038e0</w:t>
      </w:r>
    </w:p>
    <w:p w:rsidR="007B2329" w:rsidRDefault="007B2329" w:rsidP="007B2329">
      <w:r>
        <w:t>301.3334</w:t>
      </w:r>
      <w:r>
        <w:tab/>
        <w:t>1.013e0</w:t>
      </w:r>
    </w:p>
    <w:p w:rsidR="007B2329" w:rsidRDefault="007B2329" w:rsidP="007B2329">
      <w:r>
        <w:t>301.3651</w:t>
      </w:r>
      <w:r>
        <w:tab/>
        <w:t>2.025e0</w:t>
      </w:r>
    </w:p>
    <w:p w:rsidR="007B2329" w:rsidRDefault="007B2329" w:rsidP="007B2329">
      <w:r>
        <w:t>301.3826</w:t>
      </w:r>
      <w:r>
        <w:tab/>
        <w:t>2.025e0</w:t>
      </w:r>
    </w:p>
    <w:p w:rsidR="007B2329" w:rsidRDefault="007B2329" w:rsidP="007B2329">
      <w:r>
        <w:t>301.3882</w:t>
      </w:r>
      <w:r>
        <w:tab/>
        <w:t>1.013e0</w:t>
      </w:r>
    </w:p>
    <w:p w:rsidR="007B2329" w:rsidRDefault="007B2329" w:rsidP="007B2329">
      <w:r>
        <w:t>301.4010</w:t>
      </w:r>
      <w:r>
        <w:tab/>
        <w:t>1.013e0</w:t>
      </w:r>
    </w:p>
    <w:p w:rsidR="007B2329" w:rsidRDefault="007B2329" w:rsidP="007B2329">
      <w:r>
        <w:t>301.4050</w:t>
      </w:r>
      <w:r>
        <w:tab/>
        <w:t>2.025e0</w:t>
      </w:r>
    </w:p>
    <w:p w:rsidR="007B2329" w:rsidRDefault="007B2329" w:rsidP="007B2329">
      <w:r>
        <w:t>301.4155</w:t>
      </w:r>
      <w:r>
        <w:tab/>
        <w:t>1.013e0</w:t>
      </w:r>
    </w:p>
    <w:p w:rsidR="007B2329" w:rsidRDefault="007B2329" w:rsidP="007B2329">
      <w:r>
        <w:t>301.4226</w:t>
      </w:r>
      <w:r>
        <w:tab/>
        <w:t>2.025e0</w:t>
      </w:r>
    </w:p>
    <w:p w:rsidR="007B2329" w:rsidRDefault="007B2329" w:rsidP="007B2329">
      <w:r>
        <w:t>301.4248</w:t>
      </w:r>
      <w:r>
        <w:tab/>
        <w:t>1.013e0</w:t>
      </w:r>
    </w:p>
    <w:p w:rsidR="007B2329" w:rsidRDefault="007B2329" w:rsidP="007B2329">
      <w:r>
        <w:t>301.4375</w:t>
      </w:r>
      <w:r>
        <w:tab/>
        <w:t>1.013e0</w:t>
      </w:r>
    </w:p>
    <w:p w:rsidR="007B2329" w:rsidRDefault="007B2329" w:rsidP="007B2329">
      <w:r>
        <w:t>301.4486</w:t>
      </w:r>
      <w:r>
        <w:tab/>
        <w:t>1.013e0</w:t>
      </w:r>
    </w:p>
    <w:p w:rsidR="007B2329" w:rsidRDefault="007B2329" w:rsidP="007B2329">
      <w:r>
        <w:t>301.4661</w:t>
      </w:r>
      <w:r>
        <w:tab/>
        <w:t>2.025e0</w:t>
      </w:r>
    </w:p>
    <w:p w:rsidR="007B2329" w:rsidRDefault="007B2329" w:rsidP="007B2329">
      <w:r>
        <w:t>301.4707</w:t>
      </w:r>
      <w:r>
        <w:tab/>
        <w:t>2.025e0</w:t>
      </w:r>
    </w:p>
    <w:p w:rsidR="007B2329" w:rsidRDefault="007B2329" w:rsidP="007B2329">
      <w:r>
        <w:t>301.4846</w:t>
      </w:r>
      <w:r>
        <w:tab/>
        <w:t>2.025e0</w:t>
      </w:r>
    </w:p>
    <w:p w:rsidR="007B2329" w:rsidRDefault="007B2329" w:rsidP="007B2329">
      <w:r>
        <w:t>301.5104</w:t>
      </w:r>
      <w:r>
        <w:tab/>
        <w:t>2.025e0</w:t>
      </w:r>
    </w:p>
    <w:p w:rsidR="007B2329" w:rsidRDefault="007B2329" w:rsidP="007B2329">
      <w:r>
        <w:t>301.5193</w:t>
      </w:r>
      <w:r>
        <w:tab/>
        <w:t>3.038e0</w:t>
      </w:r>
    </w:p>
    <w:p w:rsidR="007B2329" w:rsidRDefault="007B2329" w:rsidP="007B2329">
      <w:r>
        <w:lastRenderedPageBreak/>
        <w:t>301.5253</w:t>
      </w:r>
      <w:r>
        <w:tab/>
        <w:t>1.013e0</w:t>
      </w:r>
    </w:p>
    <w:p w:rsidR="007B2329" w:rsidRDefault="007B2329" w:rsidP="007B2329">
      <w:r>
        <w:t>301.5382</w:t>
      </w:r>
      <w:r>
        <w:tab/>
        <w:t>1.025e0</w:t>
      </w:r>
    </w:p>
    <w:p w:rsidR="007B2329" w:rsidRDefault="007B2329" w:rsidP="007B2329">
      <w:r>
        <w:t>301.5444</w:t>
      </w:r>
      <w:r>
        <w:tab/>
        <w:t>1.013e0</w:t>
      </w:r>
    </w:p>
    <w:p w:rsidR="007B2329" w:rsidRDefault="007B2329" w:rsidP="007B2329">
      <w:r>
        <w:t>301.5637</w:t>
      </w:r>
      <w:r>
        <w:tab/>
        <w:t>1.013e0</w:t>
      </w:r>
    </w:p>
    <w:p w:rsidR="007B2329" w:rsidRDefault="007B2329" w:rsidP="007B2329">
      <w:r>
        <w:t>301.5655</w:t>
      </w:r>
      <w:r>
        <w:tab/>
        <w:t>3.158e-1</w:t>
      </w:r>
    </w:p>
    <w:p w:rsidR="007B2329" w:rsidRDefault="007B2329" w:rsidP="007B2329">
      <w:r>
        <w:t>301.5764</w:t>
      </w:r>
      <w:r>
        <w:tab/>
        <w:t>1.013e0</w:t>
      </w:r>
    </w:p>
    <w:p w:rsidR="007B2329" w:rsidRDefault="007B2329" w:rsidP="007B2329">
      <w:r>
        <w:t>301.5911</w:t>
      </w:r>
      <w:r>
        <w:tab/>
        <w:t>1.013e0</w:t>
      </w:r>
    </w:p>
    <w:p w:rsidR="007B2329" w:rsidRDefault="007B2329" w:rsidP="007B2329">
      <w:r>
        <w:t>301.5962</w:t>
      </w:r>
      <w:r>
        <w:tab/>
        <w:t>1.013e0</w:t>
      </w:r>
    </w:p>
    <w:p w:rsidR="007B2329" w:rsidRDefault="007B2329" w:rsidP="007B2329">
      <w:r>
        <w:t>301.6081</w:t>
      </w:r>
      <w:r>
        <w:tab/>
        <w:t>2.025e0</w:t>
      </w:r>
    </w:p>
    <w:p w:rsidR="007B2329" w:rsidRDefault="007B2329" w:rsidP="007B2329">
      <w:r>
        <w:t>301.6171</w:t>
      </w:r>
      <w:r>
        <w:tab/>
        <w:t>6.076e0</w:t>
      </w:r>
    </w:p>
    <w:p w:rsidR="007B2329" w:rsidRDefault="007B2329" w:rsidP="007B2329">
      <w:r>
        <w:t>301.6240</w:t>
      </w:r>
      <w:r>
        <w:tab/>
        <w:t>1.013e0</w:t>
      </w:r>
    </w:p>
    <w:p w:rsidR="007B2329" w:rsidRDefault="007B2329" w:rsidP="007B2329">
      <w:r>
        <w:t>301.6460</w:t>
      </w:r>
      <w:r>
        <w:tab/>
        <w:t>1.013e0</w:t>
      </w:r>
    </w:p>
    <w:p w:rsidR="007B2329" w:rsidRDefault="007B2329" w:rsidP="007B2329">
      <w:r>
        <w:t>301.6514</w:t>
      </w:r>
      <w:r>
        <w:tab/>
        <w:t>1.013e0</w:t>
      </w:r>
    </w:p>
    <w:p w:rsidR="007B2329" w:rsidRDefault="007B2329" w:rsidP="007B2329">
      <w:r>
        <w:t>301.6560</w:t>
      </w:r>
      <w:r>
        <w:tab/>
        <w:t>1.013e0</w:t>
      </w:r>
    </w:p>
    <w:p w:rsidR="007B2329" w:rsidRDefault="007B2329" w:rsidP="007B2329">
      <w:r>
        <w:t>301.6779</w:t>
      </w:r>
      <w:r>
        <w:tab/>
        <w:t>2.025e0</w:t>
      </w:r>
    </w:p>
    <w:p w:rsidR="007B2329" w:rsidRDefault="007B2329" w:rsidP="007B2329">
      <w:r>
        <w:t>301.6877</w:t>
      </w:r>
      <w:r>
        <w:tab/>
        <w:t>2.025e0</w:t>
      </w:r>
    </w:p>
    <w:p w:rsidR="007B2329" w:rsidRDefault="007B2329" w:rsidP="007B2329">
      <w:r>
        <w:t>301.6976</w:t>
      </w:r>
      <w:r>
        <w:tab/>
        <w:t>3.038e0</w:t>
      </w:r>
    </w:p>
    <w:p w:rsidR="007B2329" w:rsidRDefault="007B2329" w:rsidP="007B2329">
      <w:r>
        <w:t>301.7118</w:t>
      </w:r>
      <w:r>
        <w:tab/>
        <w:t>1.013e0</w:t>
      </w:r>
    </w:p>
    <w:p w:rsidR="007B2329" w:rsidRDefault="007B2329" w:rsidP="007B2329">
      <w:r>
        <w:t>301.7157</w:t>
      </w:r>
      <w:r>
        <w:tab/>
        <w:t>1.013e0</w:t>
      </w:r>
    </w:p>
    <w:p w:rsidR="007B2329" w:rsidRDefault="007B2329" w:rsidP="007B2329">
      <w:r>
        <w:lastRenderedPageBreak/>
        <w:t>301.7283</w:t>
      </w:r>
      <w:r>
        <w:tab/>
        <w:t>1.013e0</w:t>
      </w:r>
    </w:p>
    <w:p w:rsidR="007B2329" w:rsidRDefault="007B2329" w:rsidP="007B2329">
      <w:r>
        <w:t>301.7337</w:t>
      </w:r>
      <w:r>
        <w:tab/>
        <w:t>4.051e0</w:t>
      </w:r>
    </w:p>
    <w:p w:rsidR="007B2329" w:rsidRDefault="007B2329" w:rsidP="007B2329">
      <w:r>
        <w:t>301.7681</w:t>
      </w:r>
      <w:r>
        <w:tab/>
        <w:t>4.051e0</w:t>
      </w:r>
    </w:p>
    <w:p w:rsidR="007B2329" w:rsidRDefault="007B2329" w:rsidP="007B2329">
      <w:r>
        <w:t>301.7773</w:t>
      </w:r>
      <w:r>
        <w:tab/>
        <w:t>1.025e0</w:t>
      </w:r>
    </w:p>
    <w:p w:rsidR="007B2329" w:rsidRDefault="007B2329" w:rsidP="007B2329">
      <w:r>
        <w:t>301.7815</w:t>
      </w:r>
      <w:r>
        <w:tab/>
        <w:t>2.025e0</w:t>
      </w:r>
    </w:p>
    <w:p w:rsidR="007B2329" w:rsidRDefault="007B2329" w:rsidP="007B2329">
      <w:r>
        <w:t>301.7942</w:t>
      </w:r>
      <w:r>
        <w:tab/>
        <w:t>1.013e0</w:t>
      </w:r>
    </w:p>
    <w:p w:rsidR="007B2329" w:rsidRDefault="007B2329" w:rsidP="007B2329">
      <w:r>
        <w:t>301.8074</w:t>
      </w:r>
      <w:r>
        <w:tab/>
        <w:t>1.013e0</w:t>
      </w:r>
    </w:p>
    <w:p w:rsidR="007B2329" w:rsidRDefault="007B2329" w:rsidP="007B2329">
      <w:r>
        <w:t>301.8190</w:t>
      </w:r>
      <w:r>
        <w:tab/>
        <w:t>2.025e0</w:t>
      </w:r>
    </w:p>
    <w:p w:rsidR="007B2329" w:rsidRDefault="007B2329" w:rsidP="007B2329">
      <w:r>
        <w:t>301.8228</w:t>
      </w:r>
      <w:r>
        <w:tab/>
        <w:t>3.471e0</w:t>
      </w:r>
    </w:p>
    <w:p w:rsidR="007B2329" w:rsidRDefault="007B2329" w:rsidP="007B2329">
      <w:r>
        <w:t>301.8271</w:t>
      </w:r>
      <w:r>
        <w:tab/>
        <w:t>1.013e0</w:t>
      </w:r>
    </w:p>
    <w:p w:rsidR="007B2329" w:rsidRDefault="007B2329" w:rsidP="007B2329">
      <w:r>
        <w:t>301.8492</w:t>
      </w:r>
      <w:r>
        <w:tab/>
        <w:t>2.025e0</w:t>
      </w:r>
    </w:p>
    <w:p w:rsidR="007B2329" w:rsidRDefault="007B2329" w:rsidP="007B2329">
      <w:r>
        <w:t>301.8546</w:t>
      </w:r>
      <w:r>
        <w:tab/>
        <w:t>1.013e0</w:t>
      </w:r>
    </w:p>
    <w:p w:rsidR="007B2329" w:rsidRDefault="007B2329" w:rsidP="007B2329">
      <w:r>
        <w:t>301.8559</w:t>
      </w:r>
      <w:r>
        <w:tab/>
        <w:t>2.323e0</w:t>
      </w:r>
    </w:p>
    <w:p w:rsidR="007B2329" w:rsidRDefault="007B2329" w:rsidP="007B2329">
      <w:r>
        <w:t>301.8710</w:t>
      </w:r>
      <w:r>
        <w:tab/>
        <w:t>1.013e0</w:t>
      </w:r>
    </w:p>
    <w:p w:rsidR="007B2329" w:rsidRDefault="007B2329" w:rsidP="007B2329">
      <w:r>
        <w:t>301.8765</w:t>
      </w:r>
      <w:r>
        <w:tab/>
        <w:t>1.013e0</w:t>
      </w:r>
    </w:p>
    <w:p w:rsidR="007B2329" w:rsidRDefault="007B2329" w:rsidP="007B2329">
      <w:r>
        <w:t>301.8951</w:t>
      </w:r>
      <w:r>
        <w:tab/>
        <w:t>2.025e0</w:t>
      </w:r>
    </w:p>
    <w:p w:rsidR="007B2329" w:rsidRDefault="007B2329" w:rsidP="007B2329">
      <w:r>
        <w:t>301.9095</w:t>
      </w:r>
      <w:r>
        <w:tab/>
        <w:t>1.013e0</w:t>
      </w:r>
    </w:p>
    <w:p w:rsidR="007B2329" w:rsidRDefault="007B2329" w:rsidP="007B2329">
      <w:r>
        <w:t>301.9165</w:t>
      </w:r>
      <w:r>
        <w:tab/>
        <w:t>2.025e0</w:t>
      </w:r>
    </w:p>
    <w:p w:rsidR="007B2329" w:rsidRDefault="007B2329" w:rsidP="007B2329">
      <w:r>
        <w:t>301.9188</w:t>
      </w:r>
      <w:r>
        <w:tab/>
        <w:t>1.013e0</w:t>
      </w:r>
    </w:p>
    <w:p w:rsidR="007B2329" w:rsidRDefault="007B2329" w:rsidP="007B2329">
      <w:r>
        <w:lastRenderedPageBreak/>
        <w:t>301.9269</w:t>
      </w:r>
      <w:r>
        <w:tab/>
        <w:t>1.013e0</w:t>
      </w:r>
    </w:p>
    <w:p w:rsidR="007B2329" w:rsidRDefault="007B2329" w:rsidP="007B2329">
      <w:r>
        <w:t>301.9467</w:t>
      </w:r>
      <w:r>
        <w:tab/>
        <w:t>3.038e0</w:t>
      </w:r>
    </w:p>
    <w:p w:rsidR="007B2329" w:rsidRDefault="007B2329" w:rsidP="007B2329">
      <w:r>
        <w:t>301.9497</w:t>
      </w:r>
      <w:r>
        <w:tab/>
        <w:t>5.063e0</w:t>
      </w:r>
    </w:p>
    <w:p w:rsidR="007B2329" w:rsidRDefault="007B2329" w:rsidP="007B2329">
      <w:r>
        <w:t>301.9524</w:t>
      </w:r>
      <w:r>
        <w:tab/>
        <w:t>9.114e0</w:t>
      </w:r>
    </w:p>
    <w:p w:rsidR="007B2329" w:rsidRDefault="007B2329" w:rsidP="007B2329">
      <w:r>
        <w:t>301.9552</w:t>
      </w:r>
      <w:r>
        <w:tab/>
        <w:t>4.051e0</w:t>
      </w:r>
    </w:p>
    <w:p w:rsidR="007B2329" w:rsidRDefault="007B2329" w:rsidP="007B2329">
      <w:r>
        <w:t>301.9745</w:t>
      </w:r>
      <w:r>
        <w:tab/>
        <w:t>1.013e0</w:t>
      </w:r>
    </w:p>
    <w:p w:rsidR="007B2329" w:rsidRDefault="007B2329" w:rsidP="007B2329">
      <w:r>
        <w:t>302.0106</w:t>
      </w:r>
      <w:r>
        <w:tab/>
        <w:t>1.013e0</w:t>
      </w:r>
    </w:p>
    <w:p w:rsidR="007B2329" w:rsidRDefault="007B2329" w:rsidP="007B2329">
      <w:r>
        <w:t>302.0303</w:t>
      </w:r>
      <w:r>
        <w:tab/>
        <w:t>1.013e0</w:t>
      </w:r>
    </w:p>
    <w:p w:rsidR="007B2329" w:rsidRDefault="007B2329" w:rsidP="007B2329">
      <w:r>
        <w:t>302.0343</w:t>
      </w:r>
      <w:r>
        <w:tab/>
        <w:t>1.013e0</w:t>
      </w:r>
    </w:p>
    <w:p w:rsidR="007B2329" w:rsidRDefault="007B2329" w:rsidP="007B2329">
      <w:r>
        <w:t>302.0387</w:t>
      </w:r>
      <w:r>
        <w:tab/>
        <w:t>4.051e0</w:t>
      </w:r>
    </w:p>
    <w:p w:rsidR="007B2329" w:rsidRDefault="007B2329" w:rsidP="007B2329">
      <w:r>
        <w:t>302.0488</w:t>
      </w:r>
      <w:r>
        <w:tab/>
        <w:t>3.038e0</w:t>
      </w:r>
    </w:p>
    <w:p w:rsidR="007B2329" w:rsidRDefault="007B2329" w:rsidP="007B2329">
      <w:r>
        <w:t>302.0665</w:t>
      </w:r>
      <w:r>
        <w:tab/>
        <w:t>4.051e0</w:t>
      </w:r>
    </w:p>
    <w:p w:rsidR="007B2329" w:rsidRDefault="007B2329" w:rsidP="007B2329">
      <w:r>
        <w:t>302.0902</w:t>
      </w:r>
      <w:r>
        <w:tab/>
        <w:t>1.013e0</w:t>
      </w:r>
    </w:p>
    <w:p w:rsidR="007B2329" w:rsidRDefault="007B2329" w:rsidP="007B2329">
      <w:r>
        <w:t>302.0941</w:t>
      </w:r>
      <w:r>
        <w:tab/>
        <w:t>1.013e0</w:t>
      </w:r>
    </w:p>
    <w:p w:rsidR="007B2329" w:rsidRDefault="007B2329" w:rsidP="007B2329">
      <w:r>
        <w:t>302.1072</w:t>
      </w:r>
      <w:r>
        <w:tab/>
        <w:t>1.013e0</w:t>
      </w:r>
    </w:p>
    <w:p w:rsidR="007B2329" w:rsidRDefault="007B2329" w:rsidP="007B2329">
      <w:r>
        <w:t>302.1179</w:t>
      </w:r>
      <w:r>
        <w:tab/>
        <w:t>3.038e0</w:t>
      </w:r>
    </w:p>
    <w:p w:rsidR="007B2329" w:rsidRDefault="007B2329" w:rsidP="007B2329">
      <w:r>
        <w:t>302.1223</w:t>
      </w:r>
      <w:r>
        <w:tab/>
        <w:t>3.038e0</w:t>
      </w:r>
    </w:p>
    <w:p w:rsidR="007B2329" w:rsidRDefault="007B2329" w:rsidP="007B2329">
      <w:r>
        <w:t>302.1280</w:t>
      </w:r>
      <w:r>
        <w:tab/>
        <w:t>5.076e0</w:t>
      </w:r>
    </w:p>
    <w:p w:rsidR="007B2329" w:rsidRDefault="007B2329" w:rsidP="007B2329">
      <w:r>
        <w:t>302.1401</w:t>
      </w:r>
      <w:r>
        <w:tab/>
        <w:t>4.051e0</w:t>
      </w:r>
    </w:p>
    <w:p w:rsidR="007B2329" w:rsidRDefault="007B2329" w:rsidP="007B2329">
      <w:r>
        <w:lastRenderedPageBreak/>
        <w:t>302.1416</w:t>
      </w:r>
      <w:r>
        <w:tab/>
        <w:t>5.064e0</w:t>
      </w:r>
    </w:p>
    <w:p w:rsidR="007B2329" w:rsidRDefault="007B2329" w:rsidP="007B2329">
      <w:r>
        <w:t>302.1432</w:t>
      </w:r>
      <w:r>
        <w:tab/>
        <w:t>3.038e0</w:t>
      </w:r>
    </w:p>
    <w:p w:rsidR="007B2329" w:rsidRDefault="007B2329" w:rsidP="007B2329">
      <w:r>
        <w:t>302.1505</w:t>
      </w:r>
      <w:r>
        <w:tab/>
        <w:t>8.790e0</w:t>
      </w:r>
    </w:p>
    <w:p w:rsidR="007B2329" w:rsidRDefault="007B2329" w:rsidP="007B2329">
      <w:r>
        <w:t>302.1607</w:t>
      </w:r>
      <w:r>
        <w:tab/>
        <w:t>3.038e0</w:t>
      </w:r>
    </w:p>
    <w:p w:rsidR="007B2329" w:rsidRDefault="007B2329" w:rsidP="007B2329">
      <w:r>
        <w:t>302.1623</w:t>
      </w:r>
      <w:r>
        <w:tab/>
        <w:t>1.013e0</w:t>
      </w:r>
    </w:p>
    <w:p w:rsidR="007B2329" w:rsidRDefault="007B2329" w:rsidP="007B2329">
      <w:r>
        <w:t>302.1702</w:t>
      </w:r>
      <w:r>
        <w:tab/>
        <w:t>5.076e0</w:t>
      </w:r>
    </w:p>
    <w:p w:rsidR="007B2329" w:rsidRDefault="007B2329" w:rsidP="007B2329">
      <w:r>
        <w:t>302.1732</w:t>
      </w:r>
      <w:r>
        <w:tab/>
        <w:t>3.005e0</w:t>
      </w:r>
    </w:p>
    <w:p w:rsidR="007B2329" w:rsidRDefault="007B2329" w:rsidP="007B2329">
      <w:r>
        <w:t>302.1786</w:t>
      </w:r>
      <w:r>
        <w:tab/>
        <w:t>3.038e0</w:t>
      </w:r>
    </w:p>
    <w:p w:rsidR="007B2329" w:rsidRDefault="007B2329" w:rsidP="007B2329">
      <w:r>
        <w:t>302.1871</w:t>
      </w:r>
      <w:r>
        <w:tab/>
        <w:t>3.038e0</w:t>
      </w:r>
    </w:p>
    <w:p w:rsidR="007B2329" w:rsidRDefault="007B2329" w:rsidP="007B2329">
      <w:r>
        <w:t>302.1894</w:t>
      </w:r>
      <w:r>
        <w:tab/>
        <w:t>2.051e0</w:t>
      </w:r>
    </w:p>
    <w:p w:rsidR="007B2329" w:rsidRDefault="007B2329" w:rsidP="007B2329">
      <w:r>
        <w:t>302.2177</w:t>
      </w:r>
      <w:r>
        <w:tab/>
        <w:t>1.013e0</w:t>
      </w:r>
    </w:p>
    <w:p w:rsidR="007B2329" w:rsidRDefault="007B2329" w:rsidP="007B2329">
      <w:r>
        <w:t>302.2219</w:t>
      </w:r>
      <w:r>
        <w:tab/>
        <w:t>2.025e0</w:t>
      </w:r>
    </w:p>
    <w:p w:rsidR="007B2329" w:rsidRDefault="007B2329" w:rsidP="007B2329">
      <w:r>
        <w:t>302.2281</w:t>
      </w:r>
      <w:r>
        <w:tab/>
        <w:t>1.013e0</w:t>
      </w:r>
    </w:p>
    <w:p w:rsidR="007B2329" w:rsidRDefault="007B2329" w:rsidP="007B2329">
      <w:r>
        <w:t>302.2495</w:t>
      </w:r>
      <w:r>
        <w:tab/>
        <w:t>2.532e-2</w:t>
      </w:r>
    </w:p>
    <w:p w:rsidR="007B2329" w:rsidRDefault="007B2329" w:rsidP="007B2329">
      <w:r>
        <w:t>302.2534</w:t>
      </w:r>
      <w:r>
        <w:tab/>
        <w:t>4.051e0</w:t>
      </w:r>
    </w:p>
    <w:p w:rsidR="007B2329" w:rsidRDefault="007B2329" w:rsidP="007B2329">
      <w:r>
        <w:t>302.2557</w:t>
      </w:r>
      <w:r>
        <w:tab/>
        <w:t>2.025e0</w:t>
      </w:r>
    </w:p>
    <w:p w:rsidR="007B2329" w:rsidRDefault="007B2329" w:rsidP="007B2329">
      <w:r>
        <w:t>302.2610</w:t>
      </w:r>
      <w:r>
        <w:tab/>
        <w:t>1.013e0</w:t>
      </w:r>
    </w:p>
    <w:p w:rsidR="007B2329" w:rsidRDefault="007B2329" w:rsidP="007B2329">
      <w:r>
        <w:t>302.2878</w:t>
      </w:r>
      <w:r>
        <w:tab/>
        <w:t>3.038e0</w:t>
      </w:r>
    </w:p>
    <w:p w:rsidR="007B2329" w:rsidRDefault="007B2329" w:rsidP="007B2329">
      <w:r>
        <w:t>302.3015</w:t>
      </w:r>
      <w:r>
        <w:tab/>
        <w:t>1.013e0</w:t>
      </w:r>
    </w:p>
    <w:p w:rsidR="007B2329" w:rsidRDefault="007B2329" w:rsidP="007B2329">
      <w:r>
        <w:lastRenderedPageBreak/>
        <w:t>302.3134</w:t>
      </w:r>
      <w:r>
        <w:tab/>
        <w:t>4.051e0</w:t>
      </w:r>
    </w:p>
    <w:p w:rsidR="007B2329" w:rsidRDefault="007B2329" w:rsidP="007B2329">
      <w:r>
        <w:t>302.3273</w:t>
      </w:r>
      <w:r>
        <w:tab/>
        <w:t>2.025e0</w:t>
      </w:r>
    </w:p>
    <w:p w:rsidR="007B2329" w:rsidRDefault="007B2329" w:rsidP="007B2329">
      <w:r>
        <w:t>302.3293</w:t>
      </w:r>
      <w:r>
        <w:tab/>
        <w:t>1.013e0</w:t>
      </w:r>
    </w:p>
    <w:p w:rsidR="007B2329" w:rsidRDefault="007B2329" w:rsidP="007B2329">
      <w:r>
        <w:t>302.3333</w:t>
      </w:r>
      <w:r>
        <w:tab/>
        <w:t>1.013e0</w:t>
      </w:r>
    </w:p>
    <w:p w:rsidR="007B2329" w:rsidRDefault="007B2329" w:rsidP="007B2329">
      <w:r>
        <w:t>302.3381</w:t>
      </w:r>
      <w:r>
        <w:tab/>
        <w:t>1.013e0</w:t>
      </w:r>
    </w:p>
    <w:p w:rsidR="007B2329" w:rsidRDefault="007B2329" w:rsidP="007B2329">
      <w:r>
        <w:t>302.3491</w:t>
      </w:r>
      <w:r>
        <w:tab/>
        <w:t>1.013e0</w:t>
      </w:r>
    </w:p>
    <w:p w:rsidR="007B2329" w:rsidRDefault="007B2329" w:rsidP="007B2329">
      <w:r>
        <w:t>302.3597</w:t>
      </w:r>
      <w:r>
        <w:tab/>
        <w:t>3.038e0</w:t>
      </w:r>
    </w:p>
    <w:p w:rsidR="007B2329" w:rsidRDefault="007B2329" w:rsidP="007B2329">
      <w:r>
        <w:t>302.3930</w:t>
      </w:r>
      <w:r>
        <w:tab/>
        <w:t>1.013e0</w:t>
      </w:r>
    </w:p>
    <w:p w:rsidR="007B2329" w:rsidRDefault="007B2329" w:rsidP="007B2329">
      <w:r>
        <w:t>302.3940</w:t>
      </w:r>
      <w:r>
        <w:tab/>
        <w:t>3.038e0</w:t>
      </w:r>
    </w:p>
    <w:p w:rsidR="007B2329" w:rsidRDefault="007B2329" w:rsidP="007B2329">
      <w:r>
        <w:t>302.3985</w:t>
      </w:r>
      <w:r>
        <w:tab/>
        <w:t>1.013e0</w:t>
      </w:r>
    </w:p>
    <w:p w:rsidR="007B2329" w:rsidRDefault="007B2329" w:rsidP="007B2329">
      <w:r>
        <w:t>302.4011</w:t>
      </w:r>
      <w:r>
        <w:tab/>
        <w:t>2.025e0</w:t>
      </w:r>
    </w:p>
    <w:p w:rsidR="007B2329" w:rsidRDefault="007B2329" w:rsidP="007B2329">
      <w:r>
        <w:t>302.4210</w:t>
      </w:r>
      <w:r>
        <w:tab/>
        <w:t>3.038e0</w:t>
      </w:r>
    </w:p>
    <w:p w:rsidR="007B2329" w:rsidRDefault="007B2329" w:rsidP="007B2329">
      <w:r>
        <w:t>302.4334</w:t>
      </w:r>
      <w:r>
        <w:tab/>
        <w:t>3.038e0</w:t>
      </w:r>
    </w:p>
    <w:p w:rsidR="007B2329" w:rsidRDefault="007B2329" w:rsidP="007B2329">
      <w:r>
        <w:t>302.4370</w:t>
      </w:r>
      <w:r>
        <w:tab/>
        <w:t>1.013e0</w:t>
      </w:r>
    </w:p>
    <w:p w:rsidR="007B2329" w:rsidRDefault="007B2329" w:rsidP="007B2329">
      <w:r>
        <w:t>302.4429</w:t>
      </w:r>
      <w:r>
        <w:tab/>
        <w:t>2.025e0</w:t>
      </w:r>
    </w:p>
    <w:p w:rsidR="007B2329" w:rsidRDefault="007B2329" w:rsidP="007B2329">
      <w:r>
        <w:t>302.4590</w:t>
      </w:r>
      <w:r>
        <w:tab/>
        <w:t>1.013e0</w:t>
      </w:r>
    </w:p>
    <w:p w:rsidR="007B2329" w:rsidRDefault="007B2329" w:rsidP="007B2329">
      <w:r>
        <w:t>302.4688</w:t>
      </w:r>
      <w:r>
        <w:tab/>
        <w:t>1.013e0</w:t>
      </w:r>
    </w:p>
    <w:p w:rsidR="007B2329" w:rsidRDefault="007B2329" w:rsidP="007B2329">
      <w:r>
        <w:t>302.4727</w:t>
      </w:r>
      <w:r>
        <w:tab/>
        <w:t>2.025e0</w:t>
      </w:r>
    </w:p>
    <w:p w:rsidR="007B2329" w:rsidRDefault="007B2329" w:rsidP="007B2329">
      <w:r>
        <w:t>302.4914</w:t>
      </w:r>
      <w:r>
        <w:tab/>
        <w:t>3.038e0</w:t>
      </w:r>
    </w:p>
    <w:p w:rsidR="007B2329" w:rsidRDefault="007B2329" w:rsidP="007B2329">
      <w:r>
        <w:lastRenderedPageBreak/>
        <w:t>302.5113</w:t>
      </w:r>
      <w:r>
        <w:tab/>
        <w:t>3.038e0</w:t>
      </w:r>
    </w:p>
    <w:p w:rsidR="007B2329" w:rsidRDefault="007B2329" w:rsidP="007B2329">
      <w:r>
        <w:t>302.5246</w:t>
      </w:r>
      <w:r>
        <w:tab/>
        <w:t>2.025e0</w:t>
      </w:r>
    </w:p>
    <w:p w:rsidR="007B2329" w:rsidRDefault="007B2329" w:rsidP="007B2329">
      <w:r>
        <w:t>302.5328</w:t>
      </w:r>
      <w:r>
        <w:tab/>
        <w:t>1.013e0</w:t>
      </w:r>
    </w:p>
    <w:p w:rsidR="007B2329" w:rsidRDefault="007B2329" w:rsidP="007B2329">
      <w:r>
        <w:t>302.5365</w:t>
      </w:r>
      <w:r>
        <w:tab/>
        <w:t>1.013e0</w:t>
      </w:r>
    </w:p>
    <w:p w:rsidR="007B2329" w:rsidRDefault="007B2329" w:rsidP="007B2329">
      <w:r>
        <w:t>302.5449</w:t>
      </w:r>
      <w:r>
        <w:tab/>
        <w:t>3.038e0</w:t>
      </w:r>
    </w:p>
    <w:p w:rsidR="007B2329" w:rsidRDefault="007B2329" w:rsidP="007B2329">
      <w:r>
        <w:t>302.5525</w:t>
      </w:r>
      <w:r>
        <w:tab/>
        <w:t>2.025e0</w:t>
      </w:r>
    </w:p>
    <w:p w:rsidR="007B2329" w:rsidRDefault="007B2329" w:rsidP="007B2329">
      <w:r>
        <w:t>302.5605</w:t>
      </w:r>
      <w:r>
        <w:tab/>
        <w:t>1.013e0</w:t>
      </w:r>
    </w:p>
    <w:p w:rsidR="007B2329" w:rsidRDefault="007B2329" w:rsidP="007B2329">
      <w:r>
        <w:t>302.5746</w:t>
      </w:r>
      <w:r>
        <w:tab/>
        <w:t>1.013e0</w:t>
      </w:r>
    </w:p>
    <w:p w:rsidR="007B2329" w:rsidRDefault="007B2329" w:rsidP="007B2329">
      <w:r>
        <w:t>302.5927</w:t>
      </w:r>
      <w:r>
        <w:tab/>
        <w:t>6.076e0</w:t>
      </w:r>
    </w:p>
    <w:p w:rsidR="007B2329" w:rsidRDefault="007B2329" w:rsidP="007B2329">
      <w:r>
        <w:t>302.6021</w:t>
      </w:r>
      <w:r>
        <w:tab/>
        <w:t>1.013e0</w:t>
      </w:r>
    </w:p>
    <w:p w:rsidR="007B2329" w:rsidRDefault="007B2329" w:rsidP="007B2329">
      <w:r>
        <w:t>302.6132</w:t>
      </w:r>
      <w:r>
        <w:tab/>
        <w:t>2.025e0</w:t>
      </w:r>
    </w:p>
    <w:p w:rsidR="007B2329" w:rsidRDefault="007B2329" w:rsidP="007B2329">
      <w:r>
        <w:t>302.6242</w:t>
      </w:r>
      <w:r>
        <w:tab/>
        <w:t>2.025e0</w:t>
      </w:r>
    </w:p>
    <w:p w:rsidR="007B2329" w:rsidRDefault="007B2329" w:rsidP="007B2329">
      <w:r>
        <w:t>302.6295</w:t>
      </w:r>
      <w:r>
        <w:tab/>
        <w:t>2.025e0</w:t>
      </w:r>
    </w:p>
    <w:p w:rsidR="007B2329" w:rsidRDefault="007B2329" w:rsidP="007B2329">
      <w:r>
        <w:t>302.6461</w:t>
      </w:r>
      <w:r>
        <w:tab/>
        <w:t>1.025e0</w:t>
      </w:r>
    </w:p>
    <w:p w:rsidR="007B2329" w:rsidRDefault="007B2329" w:rsidP="007B2329">
      <w:r>
        <w:t>302.6524</w:t>
      </w:r>
      <w:r>
        <w:tab/>
        <w:t>3.038e0</w:t>
      </w:r>
    </w:p>
    <w:p w:rsidR="007B2329" w:rsidRDefault="007B2329" w:rsidP="007B2329">
      <w:r>
        <w:t>302.6570</w:t>
      </w:r>
      <w:r>
        <w:tab/>
        <w:t>1.013e0</w:t>
      </w:r>
    </w:p>
    <w:p w:rsidR="007B2329" w:rsidRDefault="007B2329" w:rsidP="007B2329">
      <w:r>
        <w:t>302.6622</w:t>
      </w:r>
      <w:r>
        <w:tab/>
        <w:t>2.025e0</w:t>
      </w:r>
    </w:p>
    <w:p w:rsidR="007B2329" w:rsidRDefault="007B2329" w:rsidP="007B2329">
      <w:r>
        <w:t>302.6720</w:t>
      </w:r>
      <w:r>
        <w:tab/>
        <w:t>1.013e0</w:t>
      </w:r>
    </w:p>
    <w:p w:rsidR="007B2329" w:rsidRDefault="007B2329" w:rsidP="007B2329">
      <w:r>
        <w:t>302.6846</w:t>
      </w:r>
      <w:r>
        <w:tab/>
        <w:t>1.013e0</w:t>
      </w:r>
    </w:p>
    <w:p w:rsidR="007B2329" w:rsidRDefault="007B2329" w:rsidP="007B2329">
      <w:r>
        <w:lastRenderedPageBreak/>
        <w:t>302.6901</w:t>
      </w:r>
      <w:r>
        <w:tab/>
        <w:t>3.038e0</w:t>
      </w:r>
    </w:p>
    <w:p w:rsidR="007B2329" w:rsidRDefault="007B2329" w:rsidP="007B2329">
      <w:r>
        <w:t>302.6997</w:t>
      </w:r>
      <w:r>
        <w:tab/>
        <w:t>3.038e0</w:t>
      </w:r>
    </w:p>
    <w:p w:rsidR="007B2329" w:rsidRDefault="007B2329" w:rsidP="007B2329">
      <w:r>
        <w:t>302.7117</w:t>
      </w:r>
      <w:r>
        <w:tab/>
        <w:t>2.025e0</w:t>
      </w:r>
    </w:p>
    <w:p w:rsidR="007B2329" w:rsidRDefault="007B2329" w:rsidP="007B2329">
      <w:r>
        <w:t>302.7360</w:t>
      </w:r>
      <w:r>
        <w:tab/>
        <w:t>2.025e0</w:t>
      </w:r>
    </w:p>
    <w:p w:rsidR="007B2329" w:rsidRDefault="007B2329" w:rsidP="007B2329">
      <w:r>
        <w:t>302.7416</w:t>
      </w:r>
      <w:r>
        <w:tab/>
        <w:t>3.038e0</w:t>
      </w:r>
    </w:p>
    <w:p w:rsidR="007B2329" w:rsidRDefault="007B2329" w:rsidP="007B2329">
      <w:r>
        <w:t>302.7430</w:t>
      </w:r>
      <w:r>
        <w:tab/>
        <w:t>2.025e0</w:t>
      </w:r>
    </w:p>
    <w:p w:rsidR="007B2329" w:rsidRDefault="007B2329" w:rsidP="007B2329">
      <w:r>
        <w:t>302.7618</w:t>
      </w:r>
      <w:r>
        <w:tab/>
        <w:t>1.025e0</w:t>
      </w:r>
    </w:p>
    <w:p w:rsidR="007B2329" w:rsidRDefault="007B2329" w:rsidP="007B2329">
      <w:r>
        <w:t>302.7781</w:t>
      </w:r>
      <w:r>
        <w:tab/>
        <w:t>1.013e0</w:t>
      </w:r>
    </w:p>
    <w:p w:rsidR="007B2329" w:rsidRDefault="007B2329" w:rsidP="007B2329">
      <w:r>
        <w:t>302.7836</w:t>
      </w:r>
      <w:r>
        <w:tab/>
        <w:t>1.013e0</w:t>
      </w:r>
    </w:p>
    <w:p w:rsidR="007B2329" w:rsidRDefault="007B2329" w:rsidP="007B2329">
      <w:r>
        <w:t>302.8236</w:t>
      </w:r>
      <w:r>
        <w:tab/>
        <w:t>1.013e0</w:t>
      </w:r>
    </w:p>
    <w:p w:rsidR="007B2329" w:rsidRDefault="007B2329" w:rsidP="007B2329">
      <w:r>
        <w:t>302.8257</w:t>
      </w:r>
      <w:r>
        <w:tab/>
        <w:t>1.260e0</w:t>
      </w:r>
    </w:p>
    <w:p w:rsidR="007B2329" w:rsidRDefault="007B2329" w:rsidP="007B2329">
      <w:r>
        <w:t>302.8435</w:t>
      </w:r>
      <w:r>
        <w:tab/>
        <w:t>1.013e0</w:t>
      </w:r>
    </w:p>
    <w:p w:rsidR="007B2329" w:rsidRDefault="007B2329" w:rsidP="007B2329">
      <w:r>
        <w:t>302.8462</w:t>
      </w:r>
      <w:r>
        <w:tab/>
        <w:t>2.025e0</w:t>
      </w:r>
    </w:p>
    <w:p w:rsidR="007B2329" w:rsidRDefault="007B2329" w:rsidP="007B2329">
      <w:r>
        <w:t>302.8495</w:t>
      </w:r>
      <w:r>
        <w:tab/>
        <w:t>2.025e0</w:t>
      </w:r>
    </w:p>
    <w:p w:rsidR="007B2329" w:rsidRDefault="007B2329" w:rsidP="007B2329">
      <w:r>
        <w:t>302.8535</w:t>
      </w:r>
      <w:r>
        <w:tab/>
        <w:t>2.025e0</w:t>
      </w:r>
    </w:p>
    <w:p w:rsidR="007B2329" w:rsidRDefault="007B2329" w:rsidP="007B2329">
      <w:r>
        <w:t>302.8883</w:t>
      </w:r>
      <w:r>
        <w:tab/>
        <w:t>1.013e0</w:t>
      </w:r>
    </w:p>
    <w:p w:rsidR="007B2329" w:rsidRDefault="007B2329" w:rsidP="007B2329">
      <w:r>
        <w:t>302.8938</w:t>
      </w:r>
      <w:r>
        <w:tab/>
        <w:t>1.013e0</w:t>
      </w:r>
    </w:p>
    <w:p w:rsidR="007B2329" w:rsidRDefault="007B2329" w:rsidP="007B2329">
      <w:r>
        <w:t>302.8993</w:t>
      </w:r>
      <w:r>
        <w:tab/>
        <w:t>2.025e0</w:t>
      </w:r>
    </w:p>
    <w:p w:rsidR="007B2329" w:rsidRDefault="007B2329" w:rsidP="007B2329">
      <w:r>
        <w:t>302.9042</w:t>
      </w:r>
      <w:r>
        <w:tab/>
        <w:t>3.038e0</w:t>
      </w:r>
    </w:p>
    <w:p w:rsidR="007B2329" w:rsidRDefault="007B2329" w:rsidP="007B2329">
      <w:r>
        <w:lastRenderedPageBreak/>
        <w:t>302.9214</w:t>
      </w:r>
      <w:r>
        <w:tab/>
        <w:t>1.013e0</w:t>
      </w:r>
    </w:p>
    <w:p w:rsidR="007B2329" w:rsidRDefault="007B2329" w:rsidP="007B2329">
      <w:r>
        <w:t>302.9352</w:t>
      </w:r>
      <w:r>
        <w:tab/>
        <w:t>1.013e0</w:t>
      </w:r>
    </w:p>
    <w:p w:rsidR="007B2329" w:rsidRDefault="007B2329" w:rsidP="007B2329">
      <w:r>
        <w:t>302.9416</w:t>
      </w:r>
      <w:r>
        <w:tab/>
        <w:t>2.038e0</w:t>
      </w:r>
    </w:p>
    <w:p w:rsidR="007B2329" w:rsidRDefault="007B2329" w:rsidP="007B2329">
      <w:r>
        <w:t>302.9620</w:t>
      </w:r>
      <w:r>
        <w:tab/>
        <w:t>4.254e0</w:t>
      </w:r>
    </w:p>
    <w:p w:rsidR="007B2329" w:rsidRDefault="007B2329" w:rsidP="007B2329">
      <w:r>
        <w:t>302.9631</w:t>
      </w:r>
      <w:r>
        <w:tab/>
        <w:t>2.025e0</w:t>
      </w:r>
    </w:p>
    <w:p w:rsidR="007B2329" w:rsidRDefault="007B2329" w:rsidP="007B2329">
      <w:r>
        <w:t>302.9721</w:t>
      </w:r>
      <w:r>
        <w:tab/>
        <w:t>2.038e0</w:t>
      </w:r>
    </w:p>
    <w:p w:rsidR="007B2329" w:rsidRDefault="007B2329" w:rsidP="007B2329">
      <w:r>
        <w:t>302.9791</w:t>
      </w:r>
      <w:r>
        <w:tab/>
        <w:t>1.025e0</w:t>
      </w:r>
    </w:p>
    <w:p w:rsidR="007B2329" w:rsidRDefault="007B2329" w:rsidP="007B2329">
      <w:r>
        <w:t>302.9999</w:t>
      </w:r>
      <w:r>
        <w:tab/>
        <w:t>3.038e0</w:t>
      </w:r>
    </w:p>
    <w:p w:rsidR="007B2329" w:rsidRDefault="007B2329" w:rsidP="007B2329">
      <w:r>
        <w:t>303.0094</w:t>
      </w:r>
      <w:r>
        <w:tab/>
        <w:t>2.025e0</w:t>
      </w:r>
    </w:p>
    <w:p w:rsidR="007B2329" w:rsidRDefault="007B2329" w:rsidP="007B2329">
      <w:r>
        <w:t>303.0124</w:t>
      </w:r>
      <w:r>
        <w:tab/>
        <w:t>2.025e0</w:t>
      </w:r>
    </w:p>
    <w:p w:rsidR="007B2329" w:rsidRDefault="007B2329" w:rsidP="007B2329">
      <w:r>
        <w:t>303.0149</w:t>
      </w:r>
      <w:r>
        <w:tab/>
        <w:t>1.013e0</w:t>
      </w:r>
    </w:p>
    <w:p w:rsidR="007B2329" w:rsidRDefault="007B2329" w:rsidP="007B2329">
      <w:r>
        <w:t>303.0233</w:t>
      </w:r>
      <w:r>
        <w:tab/>
        <w:t>9.549e0</w:t>
      </w:r>
    </w:p>
    <w:p w:rsidR="007B2329" w:rsidRDefault="007B2329" w:rsidP="007B2329">
      <w:r>
        <w:t>303.0329</w:t>
      </w:r>
      <w:r>
        <w:tab/>
        <w:t>6.076e0</w:t>
      </w:r>
    </w:p>
    <w:p w:rsidR="007B2329" w:rsidRDefault="007B2329" w:rsidP="007B2329">
      <w:r>
        <w:t>303.0370</w:t>
      </w:r>
      <w:r>
        <w:tab/>
        <w:t>3.038e0</w:t>
      </w:r>
    </w:p>
    <w:p w:rsidR="007B2329" w:rsidRDefault="007B2329" w:rsidP="007B2329">
      <w:r>
        <w:t>303.0394</w:t>
      </w:r>
      <w:r>
        <w:tab/>
        <w:t>2.025e0</w:t>
      </w:r>
    </w:p>
    <w:p w:rsidR="007B2329" w:rsidRDefault="007B2329" w:rsidP="007B2329">
      <w:r>
        <w:t>303.0445</w:t>
      </w:r>
      <w:r>
        <w:tab/>
        <w:t>3.038e0</w:t>
      </w:r>
    </w:p>
    <w:p w:rsidR="007B2329" w:rsidRDefault="007B2329" w:rsidP="007B2329">
      <w:r>
        <w:t>303.0483</w:t>
      </w:r>
      <w:r>
        <w:tab/>
        <w:t>2.025e0</w:t>
      </w:r>
    </w:p>
    <w:p w:rsidR="007B2329" w:rsidRDefault="007B2329" w:rsidP="007B2329">
      <w:r>
        <w:t>303.0508</w:t>
      </w:r>
      <w:r>
        <w:tab/>
        <w:t>1.013e0</w:t>
      </w:r>
    </w:p>
    <w:p w:rsidR="007B2329" w:rsidRDefault="007B2329" w:rsidP="007B2329">
      <w:r>
        <w:t>303.0757</w:t>
      </w:r>
      <w:r>
        <w:tab/>
        <w:t>1.025e0</w:t>
      </w:r>
    </w:p>
    <w:p w:rsidR="007B2329" w:rsidRDefault="007B2329" w:rsidP="007B2329">
      <w:r>
        <w:lastRenderedPageBreak/>
        <w:t>303.0977</w:t>
      </w:r>
      <w:r>
        <w:tab/>
        <w:t>2.025e0</w:t>
      </w:r>
    </w:p>
    <w:p w:rsidR="007B2329" w:rsidRDefault="007B2329" w:rsidP="007B2329">
      <w:r>
        <w:t>303.1066</w:t>
      </w:r>
      <w:r>
        <w:tab/>
        <w:t>1.013e0</w:t>
      </w:r>
    </w:p>
    <w:p w:rsidR="007B2329" w:rsidRDefault="007B2329" w:rsidP="007B2329">
      <w:r>
        <w:t>303.1108</w:t>
      </w:r>
      <w:r>
        <w:tab/>
        <w:t>1.013e0</w:t>
      </w:r>
    </w:p>
    <w:p w:rsidR="007B2329" w:rsidRDefault="007B2329" w:rsidP="007B2329">
      <w:r>
        <w:t>303.1127</w:t>
      </w:r>
      <w:r>
        <w:tab/>
        <w:t>1.191e0</w:t>
      </w:r>
    </w:p>
    <w:p w:rsidR="007B2329" w:rsidRDefault="007B2329" w:rsidP="007B2329">
      <w:r>
        <w:t>303.1253</w:t>
      </w:r>
      <w:r>
        <w:tab/>
        <w:t>1.013e0</w:t>
      </w:r>
    </w:p>
    <w:p w:rsidR="007B2329" w:rsidRDefault="007B2329" w:rsidP="007B2329">
      <w:r>
        <w:t>303.1339</w:t>
      </w:r>
      <w:r>
        <w:tab/>
        <w:t>4.634e0</w:t>
      </w:r>
    </w:p>
    <w:p w:rsidR="007B2329" w:rsidRDefault="007B2329" w:rsidP="007B2329">
      <w:r>
        <w:t>303.1381</w:t>
      </w:r>
      <w:r>
        <w:tab/>
        <w:t>5.063e0</w:t>
      </w:r>
    </w:p>
    <w:p w:rsidR="007B2329" w:rsidRDefault="007B2329" w:rsidP="007B2329">
      <w:r>
        <w:t>303.1624</w:t>
      </w:r>
      <w:r>
        <w:tab/>
        <w:t>1.013e0</w:t>
      </w:r>
    </w:p>
    <w:p w:rsidR="007B2329" w:rsidRDefault="007B2329" w:rsidP="007B2329">
      <w:r>
        <w:t>303.1677</w:t>
      </w:r>
      <w:r>
        <w:tab/>
        <w:t>7.089e0</w:t>
      </w:r>
    </w:p>
    <w:p w:rsidR="007B2329" w:rsidRDefault="007B2329" w:rsidP="007B2329">
      <w:r>
        <w:t>303.1690</w:t>
      </w:r>
      <w:r>
        <w:tab/>
        <w:t>3.038e0</w:t>
      </w:r>
    </w:p>
    <w:p w:rsidR="007B2329" w:rsidRDefault="007B2329" w:rsidP="007B2329">
      <w:r>
        <w:t>303.1712</w:t>
      </w:r>
      <w:r>
        <w:tab/>
        <w:t>1.016e1</w:t>
      </w:r>
    </w:p>
    <w:p w:rsidR="007B2329" w:rsidRDefault="007B2329" w:rsidP="007B2329">
      <w:r>
        <w:t>303.1763</w:t>
      </w:r>
      <w:r>
        <w:tab/>
        <w:t>3.348e1</w:t>
      </w:r>
    </w:p>
    <w:p w:rsidR="007B2329" w:rsidRDefault="007B2329" w:rsidP="007B2329">
      <w:r>
        <w:t>303.1774</w:t>
      </w:r>
      <w:r>
        <w:tab/>
        <w:t>1.908e1</w:t>
      </w:r>
    </w:p>
    <w:p w:rsidR="007B2329" w:rsidRDefault="007B2329" w:rsidP="007B2329">
      <w:r>
        <w:t>303.1803</w:t>
      </w:r>
      <w:r>
        <w:tab/>
        <w:t>2.051e0</w:t>
      </w:r>
    </w:p>
    <w:p w:rsidR="007B2329" w:rsidRDefault="007B2329" w:rsidP="007B2329">
      <w:r>
        <w:t>303.1835</w:t>
      </w:r>
      <w:r>
        <w:tab/>
        <w:t>1.114e1</w:t>
      </w:r>
    </w:p>
    <w:p w:rsidR="007B2329" w:rsidRDefault="007B2329" w:rsidP="007B2329">
      <w:r>
        <w:t>303.1877</w:t>
      </w:r>
      <w:r>
        <w:tab/>
        <w:t>2.025e0</w:t>
      </w:r>
    </w:p>
    <w:p w:rsidR="007B2329" w:rsidRDefault="007B2329" w:rsidP="007B2329">
      <w:r>
        <w:t>303.2284</w:t>
      </w:r>
      <w:r>
        <w:tab/>
        <w:t>1.876e0</w:t>
      </w:r>
    </w:p>
    <w:p w:rsidR="007B2329" w:rsidRDefault="007B2329" w:rsidP="007B2329">
      <w:r>
        <w:t>303.2304</w:t>
      </w:r>
      <w:r>
        <w:tab/>
        <w:t>1.013e0</w:t>
      </w:r>
    </w:p>
    <w:p w:rsidR="007B2329" w:rsidRDefault="007B2329" w:rsidP="007B2329">
      <w:r>
        <w:t>303.2321</w:t>
      </w:r>
      <w:r>
        <w:tab/>
        <w:t>2.038e0</w:t>
      </w:r>
    </w:p>
    <w:p w:rsidR="007B2329" w:rsidRDefault="007B2329" w:rsidP="007B2329">
      <w:r>
        <w:lastRenderedPageBreak/>
        <w:t>303.2383</w:t>
      </w:r>
      <w:r>
        <w:tab/>
        <w:t>2.025e0</w:t>
      </w:r>
    </w:p>
    <w:p w:rsidR="007B2329" w:rsidRDefault="007B2329" w:rsidP="007B2329">
      <w:r>
        <w:t>303.2463</w:t>
      </w:r>
      <w:r>
        <w:tab/>
        <w:t>1.013e0</w:t>
      </w:r>
    </w:p>
    <w:p w:rsidR="007B2329" w:rsidRDefault="007B2329" w:rsidP="007B2329">
      <w:r>
        <w:t>303.2544</w:t>
      </w:r>
      <w:r>
        <w:tab/>
        <w:t>1.013e0</w:t>
      </w:r>
    </w:p>
    <w:p w:rsidR="007B2329" w:rsidRDefault="007B2329" w:rsidP="007B2329">
      <w:r>
        <w:t>303.2582</w:t>
      </w:r>
      <w:r>
        <w:tab/>
        <w:t>1.013e0</w:t>
      </w:r>
    </w:p>
    <w:p w:rsidR="007B2329" w:rsidRDefault="007B2329" w:rsidP="007B2329">
      <w:r>
        <w:t>303.2700</w:t>
      </w:r>
      <w:r>
        <w:tab/>
        <w:t>1.025e0</w:t>
      </w:r>
    </w:p>
    <w:p w:rsidR="007B2329" w:rsidRDefault="007B2329" w:rsidP="007B2329">
      <w:r>
        <w:t>303.2822</w:t>
      </w:r>
      <w:r>
        <w:tab/>
        <w:t>2.025e0</w:t>
      </w:r>
    </w:p>
    <w:p w:rsidR="007B2329" w:rsidRDefault="007B2329" w:rsidP="007B2329">
      <w:r>
        <w:t>303.2862</w:t>
      </w:r>
      <w:r>
        <w:tab/>
        <w:t>1.013e0</w:t>
      </w:r>
    </w:p>
    <w:p w:rsidR="007B2329" w:rsidRDefault="007B2329" w:rsidP="007B2329">
      <w:r>
        <w:t>303.3060</w:t>
      </w:r>
      <w:r>
        <w:tab/>
        <w:t>1.013e0</w:t>
      </w:r>
    </w:p>
    <w:p w:rsidR="007B2329" w:rsidRDefault="007B2329" w:rsidP="007B2329">
      <w:r>
        <w:t>303.3122</w:t>
      </w:r>
      <w:r>
        <w:tab/>
        <w:t>2.025e0</w:t>
      </w:r>
    </w:p>
    <w:p w:rsidR="007B2329" w:rsidRDefault="007B2329" w:rsidP="007B2329">
      <w:r>
        <w:t>303.3142</w:t>
      </w:r>
      <w:r>
        <w:tab/>
        <w:t>1.013e0</w:t>
      </w:r>
    </w:p>
    <w:p w:rsidR="007B2329" w:rsidRDefault="007B2329" w:rsidP="007B2329">
      <w:r>
        <w:t>303.3420</w:t>
      </w:r>
      <w:r>
        <w:tab/>
        <w:t>3.038e0</w:t>
      </w:r>
    </w:p>
    <w:p w:rsidR="007B2329" w:rsidRDefault="007B2329" w:rsidP="007B2329">
      <w:r>
        <w:t>303.3513</w:t>
      </w:r>
      <w:r>
        <w:tab/>
        <w:t>1.013e0</w:t>
      </w:r>
    </w:p>
    <w:p w:rsidR="007B2329" w:rsidRDefault="007B2329" w:rsidP="007B2329">
      <w:r>
        <w:t>303.3544</w:t>
      </w:r>
      <w:r>
        <w:tab/>
        <w:t>3.038e0</w:t>
      </w:r>
    </w:p>
    <w:p w:rsidR="007B2329" w:rsidRDefault="007B2329" w:rsidP="007B2329">
      <w:r>
        <w:t>303.3788</w:t>
      </w:r>
      <w:r>
        <w:tab/>
        <w:t>1.013e0</w:t>
      </w:r>
    </w:p>
    <w:p w:rsidR="007B2329" w:rsidRDefault="007B2329" w:rsidP="007B2329">
      <w:r>
        <w:t>303.4023</w:t>
      </w:r>
      <w:r>
        <w:tab/>
        <w:t>2.025e0</w:t>
      </w:r>
    </w:p>
    <w:p w:rsidR="007B2329" w:rsidRDefault="007B2329" w:rsidP="007B2329">
      <w:r>
        <w:t>303.4212</w:t>
      </w:r>
      <w:r>
        <w:tab/>
        <w:t>3.038e0</w:t>
      </w:r>
    </w:p>
    <w:p w:rsidR="007B2329" w:rsidRDefault="007B2329" w:rsidP="007B2329">
      <w:r>
        <w:t>303.4259</w:t>
      </w:r>
      <w:r>
        <w:tab/>
        <w:t>1.013e0</w:t>
      </w:r>
    </w:p>
    <w:p w:rsidR="007B2329" w:rsidRDefault="007B2329" w:rsidP="007B2329">
      <w:r>
        <w:t>303.4377</w:t>
      </w:r>
      <w:r>
        <w:tab/>
        <w:t>2.025e0</w:t>
      </w:r>
    </w:p>
    <w:p w:rsidR="007B2329" w:rsidRDefault="007B2329" w:rsidP="007B2329">
      <w:r>
        <w:t>303.4396</w:t>
      </w:r>
      <w:r>
        <w:tab/>
        <w:t>3.038e0</w:t>
      </w:r>
    </w:p>
    <w:p w:rsidR="007B2329" w:rsidRDefault="007B2329" w:rsidP="007B2329">
      <w:r>
        <w:lastRenderedPageBreak/>
        <w:t>303.4651</w:t>
      </w:r>
      <w:r>
        <w:tab/>
        <w:t>3.038e0</w:t>
      </w:r>
    </w:p>
    <w:p w:rsidR="007B2329" w:rsidRDefault="007B2329" w:rsidP="007B2329">
      <w:r>
        <w:t>303.4725</w:t>
      </w:r>
      <w:r>
        <w:tab/>
        <w:t>1.013e0</w:t>
      </w:r>
    </w:p>
    <w:p w:rsidR="007B2329" w:rsidRDefault="007B2329" w:rsidP="007B2329">
      <w:r>
        <w:t>303.4815</w:t>
      </w:r>
      <w:r>
        <w:tab/>
        <w:t>1.013e0</w:t>
      </w:r>
    </w:p>
    <w:p w:rsidR="007B2329" w:rsidRDefault="007B2329" w:rsidP="007B2329">
      <w:r>
        <w:t>303.4946</w:t>
      </w:r>
      <w:r>
        <w:tab/>
        <w:t>1.013e0</w:t>
      </w:r>
    </w:p>
    <w:p w:rsidR="007B2329" w:rsidRDefault="007B2329" w:rsidP="007B2329">
      <w:r>
        <w:t>303.5277</w:t>
      </w:r>
      <w:r>
        <w:tab/>
        <w:t>1.013e0</w:t>
      </w:r>
    </w:p>
    <w:p w:rsidR="007B2329" w:rsidRDefault="007B2329" w:rsidP="007B2329">
      <w:r>
        <w:t>303.5335</w:t>
      </w:r>
      <w:r>
        <w:tab/>
        <w:t>3.038e0</w:t>
      </w:r>
    </w:p>
    <w:p w:rsidR="007B2329" w:rsidRDefault="007B2329" w:rsidP="007B2329">
      <w:r>
        <w:t>303.5373</w:t>
      </w:r>
      <w:r>
        <w:tab/>
        <w:t>6.076e0</w:t>
      </w:r>
    </w:p>
    <w:p w:rsidR="007B2329" w:rsidRDefault="007B2329" w:rsidP="007B2329">
      <w:r>
        <w:t>303.5498</w:t>
      </w:r>
      <w:r>
        <w:tab/>
        <w:t>1.013e0</w:t>
      </w:r>
    </w:p>
    <w:p w:rsidR="007B2329" w:rsidRDefault="007B2329" w:rsidP="007B2329">
      <w:r>
        <w:t>303.5553</w:t>
      </w:r>
      <w:r>
        <w:tab/>
        <w:t>1.013e0</w:t>
      </w:r>
    </w:p>
    <w:p w:rsidR="007B2329" w:rsidRDefault="007B2329" w:rsidP="007B2329">
      <w:r>
        <w:t>303.5693</w:t>
      </w:r>
      <w:r>
        <w:tab/>
        <w:t>2.025e0</w:t>
      </w:r>
    </w:p>
    <w:p w:rsidR="007B2329" w:rsidRDefault="007B2329" w:rsidP="007B2329">
      <w:r>
        <w:t>303.5775</w:t>
      </w:r>
      <w:r>
        <w:tab/>
        <w:t>2.025e0</w:t>
      </w:r>
    </w:p>
    <w:p w:rsidR="007B2329" w:rsidRDefault="007B2329" w:rsidP="007B2329">
      <w:r>
        <w:t>303.5833</w:t>
      </w:r>
      <w:r>
        <w:tab/>
        <w:t>2.025e0</w:t>
      </w:r>
    </w:p>
    <w:p w:rsidR="007B2329" w:rsidRDefault="007B2329" w:rsidP="007B2329">
      <w:r>
        <w:t>303.5891</w:t>
      </w:r>
      <w:r>
        <w:tab/>
        <w:t>2.025e0</w:t>
      </w:r>
    </w:p>
    <w:p w:rsidR="007B2329" w:rsidRDefault="007B2329" w:rsidP="007B2329">
      <w:r>
        <w:t>303.5932</w:t>
      </w:r>
      <w:r>
        <w:tab/>
        <w:t>1.013e0</w:t>
      </w:r>
    </w:p>
    <w:p w:rsidR="007B2329" w:rsidRDefault="007B2329" w:rsidP="007B2329">
      <w:r>
        <w:t>303.6214</w:t>
      </w:r>
      <w:r>
        <w:tab/>
        <w:t>1.013e0</w:t>
      </w:r>
    </w:p>
    <w:p w:rsidR="007B2329" w:rsidRDefault="007B2329" w:rsidP="007B2329">
      <w:r>
        <w:t>303.6293</w:t>
      </w:r>
      <w:r>
        <w:tab/>
        <w:t>1.013e0</w:t>
      </w:r>
    </w:p>
    <w:p w:rsidR="007B2329" w:rsidRDefault="007B2329" w:rsidP="007B2329">
      <w:r>
        <w:t>303.6307</w:t>
      </w:r>
      <w:r>
        <w:tab/>
        <w:t>2.025e0</w:t>
      </w:r>
    </w:p>
    <w:p w:rsidR="007B2329" w:rsidRDefault="007B2329" w:rsidP="007B2329">
      <w:r>
        <w:t>303.6331</w:t>
      </w:r>
      <w:r>
        <w:tab/>
        <w:t>1.013e0</w:t>
      </w:r>
    </w:p>
    <w:p w:rsidR="007B2329" w:rsidRDefault="007B2329" w:rsidP="007B2329">
      <w:r>
        <w:t>303.6380</w:t>
      </w:r>
      <w:r>
        <w:tab/>
        <w:t>1.013e0</w:t>
      </w:r>
    </w:p>
    <w:p w:rsidR="007B2329" w:rsidRDefault="007B2329" w:rsidP="007B2329">
      <w:r>
        <w:lastRenderedPageBreak/>
        <w:t>303.6531</w:t>
      </w:r>
      <w:r>
        <w:tab/>
        <w:t>1.013e0</w:t>
      </w:r>
    </w:p>
    <w:p w:rsidR="007B2329" w:rsidRDefault="007B2329" w:rsidP="007B2329">
      <w:r>
        <w:t>303.6611</w:t>
      </w:r>
      <w:r>
        <w:tab/>
        <w:t>1.013e0</w:t>
      </w:r>
    </w:p>
    <w:p w:rsidR="007B2329" w:rsidRDefault="007B2329" w:rsidP="007B2329">
      <w:r>
        <w:t>303.6731</w:t>
      </w:r>
      <w:r>
        <w:tab/>
        <w:t>2.025e0</w:t>
      </w:r>
    </w:p>
    <w:p w:rsidR="007B2329" w:rsidRDefault="007B2329" w:rsidP="007B2329">
      <w:r>
        <w:t>303.6767</w:t>
      </w:r>
      <w:r>
        <w:tab/>
        <w:t>1.013e0</w:t>
      </w:r>
    </w:p>
    <w:p w:rsidR="007B2329" w:rsidRDefault="007B2329" w:rsidP="007B2329">
      <w:r>
        <w:t>303.6988</w:t>
      </w:r>
      <w:r>
        <w:tab/>
        <w:t>1.013e0</w:t>
      </w:r>
    </w:p>
    <w:p w:rsidR="007B2329" w:rsidRDefault="007B2329" w:rsidP="007B2329">
      <w:r>
        <w:t>303.7056</w:t>
      </w:r>
      <w:r>
        <w:tab/>
        <w:t>3.038e0</w:t>
      </w:r>
    </w:p>
    <w:p w:rsidR="007B2329" w:rsidRDefault="007B2329" w:rsidP="007B2329">
      <w:r>
        <w:t>303.7090</w:t>
      </w:r>
      <w:r>
        <w:tab/>
        <w:t>1.013e0</w:t>
      </w:r>
    </w:p>
    <w:p w:rsidR="007B2329" w:rsidRDefault="007B2329" w:rsidP="007B2329">
      <w:r>
        <w:t>303.7129</w:t>
      </w:r>
      <w:r>
        <w:tab/>
        <w:t>1.013e0</w:t>
      </w:r>
    </w:p>
    <w:p w:rsidR="007B2329" w:rsidRDefault="007B2329" w:rsidP="007B2329">
      <w:r>
        <w:t>303.7209</w:t>
      </w:r>
      <w:r>
        <w:tab/>
        <w:t>1.013e0</w:t>
      </w:r>
    </w:p>
    <w:p w:rsidR="007B2329" w:rsidRDefault="007B2329" w:rsidP="007B2329">
      <w:r>
        <w:t>303.7369</w:t>
      </w:r>
      <w:r>
        <w:tab/>
        <w:t>2.025e0</w:t>
      </w:r>
    </w:p>
    <w:p w:rsidR="007B2329" w:rsidRDefault="007B2329" w:rsidP="007B2329">
      <w:r>
        <w:t>303.7406</w:t>
      </w:r>
      <w:r>
        <w:tab/>
        <w:t>3.026e0</w:t>
      </w:r>
    </w:p>
    <w:p w:rsidR="007B2329" w:rsidRDefault="007B2329" w:rsidP="007B2329">
      <w:r>
        <w:t>303.7489</w:t>
      </w:r>
      <w:r>
        <w:tab/>
        <w:t>1.013e0</w:t>
      </w:r>
    </w:p>
    <w:p w:rsidR="007B2329" w:rsidRDefault="007B2329" w:rsidP="007B2329">
      <w:r>
        <w:t>303.7540</w:t>
      </w:r>
      <w:r>
        <w:tab/>
        <w:t>1.013e0</w:t>
      </w:r>
    </w:p>
    <w:p w:rsidR="007B2329" w:rsidRDefault="007B2329" w:rsidP="007B2329">
      <w:r>
        <w:t>303.7591</w:t>
      </w:r>
      <w:r>
        <w:tab/>
        <w:t>3.038e0</w:t>
      </w:r>
    </w:p>
    <w:p w:rsidR="007B2329" w:rsidRDefault="007B2329" w:rsidP="007B2329">
      <w:r>
        <w:t>303.7769</w:t>
      </w:r>
      <w:r>
        <w:tab/>
        <w:t>1.013e0</w:t>
      </w:r>
    </w:p>
    <w:p w:rsidR="007B2329" w:rsidRDefault="007B2329" w:rsidP="007B2329">
      <w:r>
        <w:t>303.7845</w:t>
      </w:r>
      <w:r>
        <w:tab/>
        <w:t>2.025e0</w:t>
      </w:r>
    </w:p>
    <w:p w:rsidR="007B2329" w:rsidRDefault="007B2329" w:rsidP="007B2329">
      <w:r>
        <w:t>303.7872</w:t>
      </w:r>
      <w:r>
        <w:tab/>
        <w:t>1.013e0</w:t>
      </w:r>
    </w:p>
    <w:p w:rsidR="007B2329" w:rsidRDefault="007B2329" w:rsidP="007B2329">
      <w:r>
        <w:t>303.8246</w:t>
      </w:r>
      <w:r>
        <w:tab/>
        <w:t>1.013e0</w:t>
      </w:r>
    </w:p>
    <w:p w:rsidR="007B2329" w:rsidRDefault="007B2329" w:rsidP="007B2329">
      <w:r>
        <w:t>303.8484</w:t>
      </w:r>
      <w:r>
        <w:tab/>
        <w:t>2.025e0</w:t>
      </w:r>
    </w:p>
    <w:p w:rsidR="007B2329" w:rsidRDefault="007B2329" w:rsidP="007B2329">
      <w:r>
        <w:lastRenderedPageBreak/>
        <w:t>303.8565</w:t>
      </w:r>
      <w:r>
        <w:tab/>
        <w:t>1.013e0</w:t>
      </w:r>
    </w:p>
    <w:p w:rsidR="007B2329" w:rsidRDefault="007B2329" w:rsidP="007B2329">
      <w:r>
        <w:t>303.8645</w:t>
      </w:r>
      <w:r>
        <w:tab/>
        <w:t>1.013e0</w:t>
      </w:r>
    </w:p>
    <w:p w:rsidR="007B2329" w:rsidRDefault="007B2329" w:rsidP="007B2329">
      <w:r>
        <w:t>303.8829</w:t>
      </w:r>
      <w:r>
        <w:tab/>
        <w:t>1.025e0</w:t>
      </w:r>
    </w:p>
    <w:p w:rsidR="007B2329" w:rsidRDefault="007B2329" w:rsidP="007B2329">
      <w:r>
        <w:t>303.8925</w:t>
      </w:r>
      <w:r>
        <w:tab/>
        <w:t>1.013e0</w:t>
      </w:r>
    </w:p>
    <w:p w:rsidR="007B2329" w:rsidRDefault="007B2329" w:rsidP="007B2329">
      <w:r>
        <w:t>303.8976</w:t>
      </w:r>
      <w:r>
        <w:tab/>
        <w:t>1.013e0</w:t>
      </w:r>
    </w:p>
    <w:p w:rsidR="007B2329" w:rsidRDefault="007B2329" w:rsidP="007B2329">
      <w:r>
        <w:t>303.9110</w:t>
      </w:r>
      <w:r>
        <w:tab/>
        <w:t>1.226e0</w:t>
      </w:r>
    </w:p>
    <w:p w:rsidR="007B2329" w:rsidRDefault="007B2329" w:rsidP="007B2329">
      <w:r>
        <w:t>303.9251</w:t>
      </w:r>
      <w:r>
        <w:tab/>
        <w:t>1.013e0</w:t>
      </w:r>
    </w:p>
    <w:p w:rsidR="007B2329" w:rsidRDefault="007B2329" w:rsidP="007B2329">
      <w:r>
        <w:t>303.9379</w:t>
      </w:r>
      <w:r>
        <w:tab/>
        <w:t>2.025e0</w:t>
      </w:r>
    </w:p>
    <w:p w:rsidR="007B2329" w:rsidRDefault="007B2329" w:rsidP="007B2329">
      <w:r>
        <w:t>303.9402</w:t>
      </w:r>
      <w:r>
        <w:tab/>
        <w:t>2.025e0</w:t>
      </w:r>
    </w:p>
    <w:p w:rsidR="007B2329" w:rsidRDefault="007B2329" w:rsidP="007B2329">
      <w:r>
        <w:t>303.9529</w:t>
      </w:r>
      <w:r>
        <w:tab/>
        <w:t>1.013e0</w:t>
      </w:r>
    </w:p>
    <w:p w:rsidR="007B2329" w:rsidRDefault="007B2329" w:rsidP="007B2329">
      <w:r>
        <w:t>303.9584</w:t>
      </w:r>
      <w:r>
        <w:tab/>
        <w:t>1.013e0</w:t>
      </w:r>
    </w:p>
    <w:p w:rsidR="007B2329" w:rsidRDefault="007B2329" w:rsidP="007B2329">
      <w:r>
        <w:t>303.9619</w:t>
      </w:r>
      <w:r>
        <w:tab/>
        <w:t>2.025e0</w:t>
      </w:r>
    </w:p>
    <w:p w:rsidR="007B2329" w:rsidRDefault="007B2329" w:rsidP="007B2329">
      <w:r>
        <w:t>303.9696</w:t>
      </w:r>
      <w:r>
        <w:tab/>
        <w:t>2.025e0</w:t>
      </w:r>
    </w:p>
    <w:p w:rsidR="007B2329" w:rsidRDefault="007B2329" w:rsidP="007B2329">
      <w:r>
        <w:t>303.9746</w:t>
      </w:r>
      <w:r>
        <w:tab/>
        <w:t>2.025e0</w:t>
      </w:r>
    </w:p>
    <w:p w:rsidR="007B2329" w:rsidRDefault="007B2329" w:rsidP="007B2329">
      <w:r>
        <w:t>303.9804</w:t>
      </w:r>
      <w:r>
        <w:tab/>
        <w:t>3.038e0</w:t>
      </w:r>
    </w:p>
    <w:p w:rsidR="007B2329" w:rsidRDefault="007B2329" w:rsidP="007B2329">
      <w:r>
        <w:t>303.9915</w:t>
      </w:r>
      <w:r>
        <w:tab/>
        <w:t>1.013e0</w:t>
      </w:r>
    </w:p>
    <w:p w:rsidR="007B2329" w:rsidRDefault="007B2329" w:rsidP="007B2329">
      <w:r>
        <w:t>304.0081</w:t>
      </w:r>
      <w:r>
        <w:tab/>
        <w:t>1.013e0</w:t>
      </w:r>
    </w:p>
    <w:p w:rsidR="007B2329" w:rsidRDefault="007B2329" w:rsidP="007B2329">
      <w:r>
        <w:t>304.0158</w:t>
      </w:r>
      <w:r>
        <w:tab/>
        <w:t>2.038e0</w:t>
      </w:r>
    </w:p>
    <w:p w:rsidR="007B2329" w:rsidRDefault="007B2329" w:rsidP="007B2329">
      <w:r>
        <w:t>304.0281</w:t>
      </w:r>
      <w:r>
        <w:tab/>
        <w:t>1.013e0</w:t>
      </w:r>
    </w:p>
    <w:p w:rsidR="007B2329" w:rsidRDefault="007B2329" w:rsidP="007B2329">
      <w:r>
        <w:lastRenderedPageBreak/>
        <w:t>304.0362</w:t>
      </w:r>
      <w:r>
        <w:tab/>
        <w:t>1.013e0</w:t>
      </w:r>
    </w:p>
    <w:p w:rsidR="007B2329" w:rsidRDefault="007B2329" w:rsidP="007B2329">
      <w:r>
        <w:t>304.0372</w:t>
      </w:r>
      <w:r>
        <w:tab/>
        <w:t>2.025e0</w:t>
      </w:r>
    </w:p>
    <w:p w:rsidR="007B2329" w:rsidRDefault="007B2329" w:rsidP="007B2329">
      <w:r>
        <w:t>304.0522</w:t>
      </w:r>
      <w:r>
        <w:tab/>
        <w:t>1.013e0</w:t>
      </w:r>
    </w:p>
    <w:p w:rsidR="007B2329" w:rsidRDefault="007B2329" w:rsidP="007B2329">
      <w:r>
        <w:t>304.0670</w:t>
      </w:r>
      <w:r>
        <w:tab/>
        <w:t>4.051e0</w:t>
      </w:r>
    </w:p>
    <w:p w:rsidR="007B2329" w:rsidRDefault="007B2329" w:rsidP="007B2329">
      <w:r>
        <w:t>304.1034</w:t>
      </w:r>
      <w:r>
        <w:tab/>
        <w:t>2.726e1</w:t>
      </w:r>
    </w:p>
    <w:p w:rsidR="007B2329" w:rsidRDefault="007B2329" w:rsidP="007B2329">
      <w:r>
        <w:t>304.1127</w:t>
      </w:r>
      <w:r>
        <w:tab/>
        <w:t>1.061e1</w:t>
      </w:r>
    </w:p>
    <w:p w:rsidR="007B2329" w:rsidRDefault="007B2329" w:rsidP="007B2329">
      <w:r>
        <w:t>304.1152</w:t>
      </w:r>
      <w:r>
        <w:tab/>
        <w:t>2.329e1</w:t>
      </w:r>
    </w:p>
    <w:p w:rsidR="007B2329" w:rsidRDefault="007B2329" w:rsidP="007B2329">
      <w:r>
        <w:t>304.1166</w:t>
      </w:r>
      <w:r>
        <w:tab/>
        <w:t>3.654e1</w:t>
      </w:r>
    </w:p>
    <w:p w:rsidR="007B2329" w:rsidRDefault="007B2329" w:rsidP="007B2329">
      <w:r>
        <w:t>304.1177</w:t>
      </w:r>
      <w:r>
        <w:tab/>
        <w:t>2.913e1</w:t>
      </w:r>
    </w:p>
    <w:p w:rsidR="007B2329" w:rsidRDefault="007B2329" w:rsidP="007B2329">
      <w:r>
        <w:t>304.1323</w:t>
      </w:r>
      <w:r>
        <w:tab/>
        <w:t>2.025e0</w:t>
      </w:r>
    </w:p>
    <w:p w:rsidR="007B2329" w:rsidRDefault="007B2329" w:rsidP="007B2329">
      <w:r>
        <w:t>304.1399</w:t>
      </w:r>
      <w:r>
        <w:tab/>
        <w:t>1.013e0</w:t>
      </w:r>
    </w:p>
    <w:p w:rsidR="007B2329" w:rsidRDefault="007B2329" w:rsidP="007B2329">
      <w:r>
        <w:t>304.1622</w:t>
      </w:r>
      <w:r>
        <w:tab/>
        <w:t>6.639e0</w:t>
      </w:r>
    </w:p>
    <w:p w:rsidR="007B2329" w:rsidRDefault="007B2329" w:rsidP="007B2329">
      <w:r>
        <w:t>304.1634</w:t>
      </w:r>
      <w:r>
        <w:tab/>
        <w:t>1.216e1</w:t>
      </w:r>
    </w:p>
    <w:p w:rsidR="007B2329" w:rsidRDefault="007B2329" w:rsidP="007B2329">
      <w:r>
        <w:t>304.1707</w:t>
      </w:r>
      <w:r>
        <w:tab/>
        <w:t>1.199e1</w:t>
      </w:r>
    </w:p>
    <w:p w:rsidR="007B2329" w:rsidRDefault="007B2329" w:rsidP="007B2329">
      <w:r>
        <w:t>304.1723</w:t>
      </w:r>
      <w:r>
        <w:tab/>
        <w:t>8.275e0</w:t>
      </w:r>
    </w:p>
    <w:p w:rsidR="007B2329" w:rsidRDefault="007B2329" w:rsidP="007B2329">
      <w:r>
        <w:t>304.1738</w:t>
      </w:r>
      <w:r>
        <w:tab/>
        <w:t>2.199e0</w:t>
      </w:r>
    </w:p>
    <w:p w:rsidR="007B2329" w:rsidRDefault="007B2329" w:rsidP="007B2329">
      <w:r>
        <w:t>304.1755</w:t>
      </w:r>
      <w:r>
        <w:tab/>
        <w:t>4.219e0</w:t>
      </w:r>
    </w:p>
    <w:p w:rsidR="007B2329" w:rsidRDefault="007B2329" w:rsidP="007B2329">
      <w:r>
        <w:t>304.1840</w:t>
      </w:r>
      <w:r>
        <w:tab/>
        <w:t>4.823e0</w:t>
      </w:r>
    </w:p>
    <w:p w:rsidR="007B2329" w:rsidRDefault="007B2329" w:rsidP="007B2329">
      <w:r>
        <w:t>304.2079</w:t>
      </w:r>
      <w:r>
        <w:tab/>
        <w:t>1.013e0</w:t>
      </w:r>
    </w:p>
    <w:p w:rsidR="007B2329" w:rsidRDefault="007B2329" w:rsidP="007B2329">
      <w:r>
        <w:lastRenderedPageBreak/>
        <w:t>304.2126</w:t>
      </w:r>
      <w:r>
        <w:tab/>
        <w:t>1.013e0</w:t>
      </w:r>
    </w:p>
    <w:p w:rsidR="007B2329" w:rsidRDefault="007B2329" w:rsidP="007B2329">
      <w:r>
        <w:t>304.2180</w:t>
      </w:r>
      <w:r>
        <w:tab/>
        <w:t>1.013e0</w:t>
      </w:r>
    </w:p>
    <w:p w:rsidR="007B2329" w:rsidRDefault="007B2329" w:rsidP="007B2329">
      <w:r>
        <w:t>304.2317</w:t>
      </w:r>
      <w:r>
        <w:tab/>
        <w:t>1.013e0</w:t>
      </w:r>
    </w:p>
    <w:p w:rsidR="007B2329" w:rsidRDefault="007B2329" w:rsidP="007B2329">
      <w:r>
        <w:t>304.2384</w:t>
      </w:r>
      <w:r>
        <w:tab/>
        <w:t>2.025e0</w:t>
      </w:r>
    </w:p>
    <w:p w:rsidR="007B2329" w:rsidRDefault="007B2329" w:rsidP="007B2329">
      <w:r>
        <w:t>304.2413</w:t>
      </w:r>
      <w:r>
        <w:tab/>
        <w:t>1.025e0</w:t>
      </w:r>
    </w:p>
    <w:p w:rsidR="007B2329" w:rsidRDefault="007B2329" w:rsidP="007B2329">
      <w:r>
        <w:t>304.2458</w:t>
      </w:r>
      <w:r>
        <w:tab/>
        <w:t>1.013e0</w:t>
      </w:r>
    </w:p>
    <w:p w:rsidR="007B2329" w:rsidRDefault="007B2329" w:rsidP="007B2329">
      <w:r>
        <w:t>304.2513</w:t>
      </w:r>
      <w:r>
        <w:tab/>
        <w:t>2.025e0</w:t>
      </w:r>
    </w:p>
    <w:p w:rsidR="007B2329" w:rsidRDefault="007B2329" w:rsidP="007B2329">
      <w:r>
        <w:t>304.2678</w:t>
      </w:r>
      <w:r>
        <w:tab/>
        <w:t>1.013e0</w:t>
      </w:r>
    </w:p>
    <w:p w:rsidR="007B2329" w:rsidRDefault="007B2329" w:rsidP="007B2329">
      <w:r>
        <w:t>304.2907</w:t>
      </w:r>
      <w:r>
        <w:tab/>
        <w:t>9.114e0</w:t>
      </w:r>
    </w:p>
    <w:p w:rsidR="007B2329" w:rsidRDefault="007B2329" w:rsidP="007B2329">
      <w:r>
        <w:t>304.3035</w:t>
      </w:r>
      <w:r>
        <w:tab/>
        <w:t>2.025e0</w:t>
      </w:r>
    </w:p>
    <w:p w:rsidR="007B2329" w:rsidRDefault="007B2329" w:rsidP="007B2329">
      <w:r>
        <w:t>304.3069</w:t>
      </w:r>
      <w:r>
        <w:tab/>
        <w:t>3.038e0</w:t>
      </w:r>
    </w:p>
    <w:p w:rsidR="007B2329" w:rsidRDefault="007B2329" w:rsidP="007B2329">
      <w:r>
        <w:t>304.3092</w:t>
      </w:r>
      <w:r>
        <w:tab/>
        <w:t>4.051e0</w:t>
      </w:r>
    </w:p>
    <w:p w:rsidR="007B2329" w:rsidRDefault="007B2329" w:rsidP="007B2329">
      <w:r>
        <w:t>304.3287</w:t>
      </w:r>
      <w:r>
        <w:tab/>
        <w:t>3.038e0</w:t>
      </w:r>
    </w:p>
    <w:p w:rsidR="007B2329" w:rsidRDefault="007B2329" w:rsidP="007B2329">
      <w:r>
        <w:t>304.3415</w:t>
      </w:r>
      <w:r>
        <w:tab/>
        <w:t>1.025e0</w:t>
      </w:r>
    </w:p>
    <w:p w:rsidR="007B2329" w:rsidRDefault="007B2329" w:rsidP="007B2329">
      <w:r>
        <w:t>304.3563</w:t>
      </w:r>
      <w:r>
        <w:tab/>
        <w:t>1.013e0</w:t>
      </w:r>
    </w:p>
    <w:p w:rsidR="007B2329" w:rsidRDefault="007B2329" w:rsidP="007B2329">
      <w:r>
        <w:t>304.3618</w:t>
      </w:r>
      <w:r>
        <w:tab/>
        <w:t>1.013e0</w:t>
      </w:r>
    </w:p>
    <w:p w:rsidR="007B2329" w:rsidRDefault="007B2329" w:rsidP="007B2329">
      <w:r>
        <w:t>304.3714</w:t>
      </w:r>
      <w:r>
        <w:tab/>
        <w:t>1.013e0</w:t>
      </w:r>
    </w:p>
    <w:p w:rsidR="007B2329" w:rsidRDefault="007B2329" w:rsidP="007B2329">
      <w:r>
        <w:t>304.3834</w:t>
      </w:r>
      <w:r>
        <w:tab/>
        <w:t>2.025e0</w:t>
      </w:r>
    </w:p>
    <w:p w:rsidR="007B2329" w:rsidRDefault="007B2329" w:rsidP="007B2329">
      <w:r>
        <w:t>304.4034</w:t>
      </w:r>
      <w:r>
        <w:tab/>
        <w:t>1.013e0</w:t>
      </w:r>
    </w:p>
    <w:p w:rsidR="007B2329" w:rsidRDefault="007B2329" w:rsidP="007B2329">
      <w:r>
        <w:lastRenderedPageBreak/>
        <w:t>304.4171</w:t>
      </w:r>
      <w:r>
        <w:tab/>
        <w:t>1.013e0</w:t>
      </w:r>
    </w:p>
    <w:p w:rsidR="007B2329" w:rsidRDefault="007B2329" w:rsidP="007B2329">
      <w:r>
        <w:t>304.4354</w:t>
      </w:r>
      <w:r>
        <w:tab/>
        <w:t>2.025e0</w:t>
      </w:r>
    </w:p>
    <w:p w:rsidR="007B2329" w:rsidRDefault="007B2329" w:rsidP="007B2329">
      <w:r>
        <w:t>304.4407</w:t>
      </w:r>
      <w:r>
        <w:tab/>
        <w:t>2.025e0</w:t>
      </w:r>
    </w:p>
    <w:p w:rsidR="007B2329" w:rsidRDefault="007B2329" w:rsidP="007B2329">
      <w:r>
        <w:t>304.4645</w:t>
      </w:r>
      <w:r>
        <w:tab/>
        <w:t>3.038e0</w:t>
      </w:r>
    </w:p>
    <w:p w:rsidR="007B2329" w:rsidRDefault="007B2329" w:rsidP="007B2329">
      <w:r>
        <w:t>304.4764</w:t>
      </w:r>
      <w:r>
        <w:tab/>
        <w:t>3.038e0</w:t>
      </w:r>
    </w:p>
    <w:p w:rsidR="007B2329" w:rsidRDefault="007B2329" w:rsidP="007B2329">
      <w:r>
        <w:t>304.4781</w:t>
      </w:r>
      <w:r>
        <w:tab/>
        <w:t>1.013e0</w:t>
      </w:r>
    </w:p>
    <w:p w:rsidR="007B2329" w:rsidRDefault="007B2329" w:rsidP="007B2329">
      <w:r>
        <w:t>304.4850</w:t>
      </w:r>
      <w:r>
        <w:tab/>
        <w:t>1.025e0</w:t>
      </w:r>
    </w:p>
    <w:p w:rsidR="007B2329" w:rsidRDefault="007B2329" w:rsidP="007B2329">
      <w:r>
        <w:t>304.4892</w:t>
      </w:r>
      <w:r>
        <w:tab/>
        <w:t>2.025e0</w:t>
      </w:r>
    </w:p>
    <w:p w:rsidR="007B2329" w:rsidRDefault="007B2329" w:rsidP="007B2329">
      <w:r>
        <w:t>304.5002</w:t>
      </w:r>
      <w:r>
        <w:tab/>
        <w:t>1.013e0</w:t>
      </w:r>
    </w:p>
    <w:p w:rsidR="007B2329" w:rsidRDefault="007B2329" w:rsidP="007B2329">
      <w:r>
        <w:t>304.5195</w:t>
      </w:r>
      <w:r>
        <w:tab/>
        <w:t>1.147e0</w:t>
      </w:r>
    </w:p>
    <w:p w:rsidR="007B2329" w:rsidRDefault="007B2329" w:rsidP="007B2329">
      <w:r>
        <w:t>304.5231</w:t>
      </w:r>
      <w:r>
        <w:tab/>
        <w:t>1.013e0</w:t>
      </w:r>
    </w:p>
    <w:p w:rsidR="007B2329" w:rsidRDefault="007B2329" w:rsidP="007B2329">
      <w:r>
        <w:t>304.5279</w:t>
      </w:r>
      <w:r>
        <w:tab/>
        <w:t>2.025e0</w:t>
      </w:r>
    </w:p>
    <w:p w:rsidR="007B2329" w:rsidRDefault="007B2329" w:rsidP="007B2329">
      <w:r>
        <w:t>304.5333</w:t>
      </w:r>
      <w:r>
        <w:tab/>
        <w:t>1.013e0</w:t>
      </w:r>
    </w:p>
    <w:p w:rsidR="007B2329" w:rsidRDefault="007B2329" w:rsidP="007B2329">
      <w:r>
        <w:t>304.5389</w:t>
      </w:r>
      <w:r>
        <w:tab/>
        <w:t>3.038e0</w:t>
      </w:r>
    </w:p>
    <w:p w:rsidR="007B2329" w:rsidRDefault="007B2329" w:rsidP="007B2329">
      <w:r>
        <w:t>304.5474</w:t>
      </w:r>
      <w:r>
        <w:tab/>
        <w:t>2.532e-2</w:t>
      </w:r>
    </w:p>
    <w:p w:rsidR="007B2329" w:rsidRDefault="007B2329" w:rsidP="007B2329">
      <w:r>
        <w:t>304.5709</w:t>
      </w:r>
      <w:r>
        <w:tab/>
        <w:t>1.013e0</w:t>
      </w:r>
    </w:p>
    <w:p w:rsidR="007B2329" w:rsidRDefault="007B2329" w:rsidP="007B2329">
      <w:r>
        <w:t>304.5750</w:t>
      </w:r>
      <w:r>
        <w:tab/>
        <w:t>5.063e0</w:t>
      </w:r>
    </w:p>
    <w:p w:rsidR="007B2329" w:rsidRDefault="007B2329" w:rsidP="007B2329">
      <w:r>
        <w:t>304.5887</w:t>
      </w:r>
      <w:r>
        <w:tab/>
        <w:t>1.013e0</w:t>
      </w:r>
    </w:p>
    <w:p w:rsidR="007B2329" w:rsidRDefault="007B2329" w:rsidP="007B2329">
      <w:r>
        <w:t>304.5910</w:t>
      </w:r>
      <w:r>
        <w:tab/>
        <w:t>2.025e0</w:t>
      </w:r>
    </w:p>
    <w:p w:rsidR="007B2329" w:rsidRDefault="007B2329" w:rsidP="007B2329">
      <w:r>
        <w:lastRenderedPageBreak/>
        <w:t>304.6029</w:t>
      </w:r>
      <w:r>
        <w:tab/>
        <w:t>2.025e0</w:t>
      </w:r>
    </w:p>
    <w:p w:rsidR="007B2329" w:rsidRDefault="007B2329" w:rsidP="007B2329">
      <w:r>
        <w:t>304.6070</w:t>
      </w:r>
      <w:r>
        <w:tab/>
        <w:t>1.013e0</w:t>
      </w:r>
    </w:p>
    <w:p w:rsidR="007B2329" w:rsidRDefault="007B2329" w:rsidP="007B2329">
      <w:r>
        <w:t>304.6164</w:t>
      </w:r>
      <w:r>
        <w:tab/>
        <w:t>1.013e0</w:t>
      </w:r>
    </w:p>
    <w:p w:rsidR="007B2329" w:rsidRDefault="007B2329" w:rsidP="007B2329">
      <w:r>
        <w:t>304.6362</w:t>
      </w:r>
      <w:r>
        <w:tab/>
        <w:t>3.038e0</w:t>
      </w:r>
    </w:p>
    <w:p w:rsidR="007B2329" w:rsidRDefault="007B2329" w:rsidP="007B2329">
      <w:r>
        <w:t>304.6388</w:t>
      </w:r>
      <w:r>
        <w:tab/>
        <w:t>1.013e0</w:t>
      </w:r>
    </w:p>
    <w:p w:rsidR="007B2329" w:rsidRDefault="007B2329" w:rsidP="007B2329">
      <w:r>
        <w:t>304.6419</w:t>
      </w:r>
      <w:r>
        <w:tab/>
        <w:t>2.025e0</w:t>
      </w:r>
    </w:p>
    <w:p w:rsidR="007B2329" w:rsidRDefault="007B2329" w:rsidP="007B2329">
      <w:r>
        <w:t>304.6587</w:t>
      </w:r>
      <w:r>
        <w:tab/>
        <w:t>1.013e0</w:t>
      </w:r>
    </w:p>
    <w:p w:rsidR="007B2329" w:rsidRDefault="007B2329" w:rsidP="007B2329">
      <w:r>
        <w:t>304.6660</w:t>
      </w:r>
      <w:r>
        <w:tab/>
        <w:t>2.025e0</w:t>
      </w:r>
    </w:p>
    <w:p w:rsidR="007B2329" w:rsidRDefault="007B2329" w:rsidP="007B2329">
      <w:r>
        <w:t>304.6726</w:t>
      </w:r>
      <w:r>
        <w:tab/>
        <w:t>2.025e0</w:t>
      </w:r>
    </w:p>
    <w:p w:rsidR="007B2329" w:rsidRDefault="007B2329" w:rsidP="007B2329">
      <w:r>
        <w:t>304.6748</w:t>
      </w:r>
      <w:r>
        <w:tab/>
        <w:t>2.025e0</w:t>
      </w:r>
    </w:p>
    <w:p w:rsidR="007B2329" w:rsidRDefault="007B2329" w:rsidP="007B2329">
      <w:r>
        <w:t>304.6828</w:t>
      </w:r>
      <w:r>
        <w:tab/>
        <w:t>1.013e0</w:t>
      </w:r>
    </w:p>
    <w:p w:rsidR="007B2329" w:rsidRDefault="007B2329" w:rsidP="007B2329">
      <w:r>
        <w:t>304.6867</w:t>
      </w:r>
      <w:r>
        <w:tab/>
        <w:t>2.025e0</w:t>
      </w:r>
    </w:p>
    <w:p w:rsidR="007B2329" w:rsidRDefault="007B2329" w:rsidP="007B2329">
      <w:r>
        <w:t>304.6936</w:t>
      </w:r>
      <w:r>
        <w:tab/>
        <w:t>1.062e0</w:t>
      </w:r>
    </w:p>
    <w:p w:rsidR="007B2329" w:rsidRDefault="007B2329" w:rsidP="007B2329">
      <w:r>
        <w:t>304.6954</w:t>
      </w:r>
      <w:r>
        <w:tab/>
        <w:t>2.025e0</w:t>
      </w:r>
    </w:p>
    <w:p w:rsidR="007B2329" w:rsidRDefault="007B2329" w:rsidP="007B2329">
      <w:r>
        <w:t>304.7048</w:t>
      </w:r>
      <w:r>
        <w:tab/>
        <w:t>2.025e0</w:t>
      </w:r>
    </w:p>
    <w:p w:rsidR="007B2329" w:rsidRDefault="007B2329" w:rsidP="007B2329">
      <w:r>
        <w:t>304.7170</w:t>
      </w:r>
      <w:r>
        <w:tab/>
        <w:t>3.038e0</w:t>
      </w:r>
    </w:p>
    <w:p w:rsidR="007B2329" w:rsidRDefault="007B2329" w:rsidP="007B2329">
      <w:r>
        <w:t>304.7303</w:t>
      </w:r>
      <w:r>
        <w:tab/>
        <w:t>2.025e0</w:t>
      </w:r>
    </w:p>
    <w:p w:rsidR="007B2329" w:rsidRDefault="007B2329" w:rsidP="007B2329">
      <w:r>
        <w:t>304.7326</w:t>
      </w:r>
      <w:r>
        <w:tab/>
        <w:t>1.013e0</w:t>
      </w:r>
    </w:p>
    <w:p w:rsidR="007B2329" w:rsidRDefault="007B2329" w:rsidP="007B2329">
      <w:r>
        <w:t>304.7426</w:t>
      </w:r>
      <w:r>
        <w:tab/>
        <w:t>1.013e0</w:t>
      </w:r>
    </w:p>
    <w:p w:rsidR="007B2329" w:rsidRDefault="007B2329" w:rsidP="007B2329">
      <w:r>
        <w:lastRenderedPageBreak/>
        <w:t>304.7507</w:t>
      </w:r>
      <w:r>
        <w:tab/>
        <w:t>1.013e0</w:t>
      </w:r>
    </w:p>
    <w:p w:rsidR="007B2329" w:rsidRDefault="007B2329" w:rsidP="007B2329">
      <w:r>
        <w:t>304.7658</w:t>
      </w:r>
      <w:r>
        <w:tab/>
        <w:t>1.013e0</w:t>
      </w:r>
    </w:p>
    <w:p w:rsidR="007B2329" w:rsidRDefault="007B2329" w:rsidP="007B2329">
      <w:r>
        <w:t>304.7766</w:t>
      </w:r>
      <w:r>
        <w:tab/>
        <w:t>2.025e0</w:t>
      </w:r>
    </w:p>
    <w:p w:rsidR="007B2329" w:rsidRDefault="007B2329" w:rsidP="007B2329">
      <w:r>
        <w:t>304.7881</w:t>
      </w:r>
      <w:r>
        <w:tab/>
        <w:t>2.025e0</w:t>
      </w:r>
    </w:p>
    <w:p w:rsidR="007B2329" w:rsidRDefault="007B2329" w:rsidP="007B2329">
      <w:r>
        <w:t>304.8104</w:t>
      </w:r>
      <w:r>
        <w:tab/>
        <w:t>1.013e0</w:t>
      </w:r>
    </w:p>
    <w:p w:rsidR="007B2329" w:rsidRDefault="007B2329" w:rsidP="007B2329">
      <w:r>
        <w:t>304.8133</w:t>
      </w:r>
      <w:r>
        <w:tab/>
        <w:t>2.025e0</w:t>
      </w:r>
    </w:p>
    <w:p w:rsidR="007B2329" w:rsidRDefault="007B2329" w:rsidP="007B2329">
      <w:r>
        <w:t>304.8213</w:t>
      </w:r>
      <w:r>
        <w:tab/>
        <w:t>1.013e0</w:t>
      </w:r>
    </w:p>
    <w:p w:rsidR="007B2329" w:rsidRDefault="007B2329" w:rsidP="007B2329">
      <w:r>
        <w:t>304.8274</w:t>
      </w:r>
      <w:r>
        <w:tab/>
        <w:t>3.038e0</w:t>
      </w:r>
    </w:p>
    <w:p w:rsidR="007B2329" w:rsidRDefault="007B2329" w:rsidP="007B2329">
      <w:r>
        <w:t>304.8544</w:t>
      </w:r>
      <w:r>
        <w:tab/>
        <w:t>1.013e0</w:t>
      </w:r>
    </w:p>
    <w:p w:rsidR="007B2329" w:rsidRDefault="007B2329" w:rsidP="007B2329">
      <w:r>
        <w:t>304.8584</w:t>
      </w:r>
      <w:r>
        <w:tab/>
        <w:t>1.013e0</w:t>
      </w:r>
    </w:p>
    <w:p w:rsidR="007B2329" w:rsidRDefault="007B2329" w:rsidP="007B2329">
      <w:r>
        <w:t>304.8653</w:t>
      </w:r>
      <w:r>
        <w:tab/>
        <w:t>2.025e0</w:t>
      </w:r>
    </w:p>
    <w:p w:rsidR="007B2329" w:rsidRDefault="007B2329" w:rsidP="007B2329">
      <w:r>
        <w:t>304.8664</w:t>
      </w:r>
      <w:r>
        <w:tab/>
        <w:t>1.013e0</w:t>
      </w:r>
    </w:p>
    <w:p w:rsidR="007B2329" w:rsidRDefault="007B2329" w:rsidP="007B2329">
      <w:r>
        <w:t>304.8689</w:t>
      </w:r>
      <w:r>
        <w:tab/>
        <w:t>2.025e0</w:t>
      </w:r>
    </w:p>
    <w:p w:rsidR="007B2329" w:rsidRDefault="007B2329" w:rsidP="007B2329">
      <w:r>
        <w:t>304.8711</w:t>
      </w:r>
      <w:r>
        <w:tab/>
        <w:t>1.013e0</w:t>
      </w:r>
    </w:p>
    <w:p w:rsidR="007B2329" w:rsidRDefault="007B2329" w:rsidP="007B2329">
      <w:r>
        <w:t>304.9018</w:t>
      </w:r>
      <w:r>
        <w:tab/>
        <w:t>3.038e0</w:t>
      </w:r>
    </w:p>
    <w:p w:rsidR="007B2329" w:rsidRDefault="007B2329" w:rsidP="007B2329">
      <w:r>
        <w:t>304.9062</w:t>
      </w:r>
      <w:r>
        <w:tab/>
        <w:t>1.025e0</w:t>
      </w:r>
    </w:p>
    <w:p w:rsidR="007B2329" w:rsidRDefault="007B2329" w:rsidP="007B2329">
      <w:r>
        <w:t>304.9088</w:t>
      </w:r>
      <w:r>
        <w:tab/>
        <w:t>2.025e0</w:t>
      </w:r>
    </w:p>
    <w:p w:rsidR="007B2329" w:rsidRDefault="007B2329" w:rsidP="007B2329">
      <w:r>
        <w:t>304.9119</w:t>
      </w:r>
      <w:r>
        <w:tab/>
        <w:t>2.038e0</w:t>
      </w:r>
    </w:p>
    <w:p w:rsidR="007B2329" w:rsidRDefault="007B2329" w:rsidP="007B2329">
      <w:r>
        <w:t>304.9206</w:t>
      </w:r>
      <w:r>
        <w:tab/>
        <w:t>1.025e0</w:t>
      </w:r>
    </w:p>
    <w:p w:rsidR="007B2329" w:rsidRDefault="007B2329" w:rsidP="007B2329">
      <w:r>
        <w:lastRenderedPageBreak/>
        <w:t>304.9504</w:t>
      </w:r>
      <w:r>
        <w:tab/>
        <w:t>2.025e0</w:t>
      </w:r>
    </w:p>
    <w:p w:rsidR="007B2329" w:rsidRDefault="007B2329" w:rsidP="007B2329">
      <w:r>
        <w:t>304.9597</w:t>
      </w:r>
      <w:r>
        <w:tab/>
        <w:t>1.013e0</w:t>
      </w:r>
    </w:p>
    <w:p w:rsidR="007B2329" w:rsidRDefault="007B2329" w:rsidP="007B2329">
      <w:r>
        <w:t>304.9615</w:t>
      </w:r>
      <w:r>
        <w:tab/>
        <w:t>3.038e0</w:t>
      </w:r>
    </w:p>
    <w:p w:rsidR="007B2329" w:rsidRDefault="007B2329" w:rsidP="007B2329">
      <w:r>
        <w:t>305.0021</w:t>
      </w:r>
      <w:r>
        <w:tab/>
        <w:t>2.025e0</w:t>
      </w:r>
    </w:p>
    <w:p w:rsidR="007B2329" w:rsidRDefault="007B2329" w:rsidP="007B2329">
      <w:r>
        <w:t>305.0094</w:t>
      </w:r>
      <w:r>
        <w:tab/>
        <w:t>2.025e0</w:t>
      </w:r>
    </w:p>
    <w:p w:rsidR="007B2329" w:rsidRDefault="007B2329" w:rsidP="007B2329">
      <w:r>
        <w:t>305.0132</w:t>
      </w:r>
      <w:r>
        <w:tab/>
        <w:t>2.025e0</w:t>
      </w:r>
    </w:p>
    <w:p w:rsidR="007B2329" w:rsidRDefault="007B2329" w:rsidP="007B2329">
      <w:r>
        <w:t>305.0219</w:t>
      </w:r>
      <w:r>
        <w:tab/>
        <w:t>2.025e0</w:t>
      </w:r>
    </w:p>
    <w:p w:rsidR="007B2329" w:rsidRDefault="007B2329" w:rsidP="007B2329">
      <w:r>
        <w:t>305.0437</w:t>
      </w:r>
      <w:r>
        <w:tab/>
        <w:t>2.051e0</w:t>
      </w:r>
    </w:p>
    <w:p w:rsidR="007B2329" w:rsidRDefault="007B2329" w:rsidP="007B2329">
      <w:r>
        <w:t>305.0526</w:t>
      </w:r>
      <w:r>
        <w:tab/>
        <w:t>2.025e0</w:t>
      </w:r>
    </w:p>
    <w:p w:rsidR="007B2329" w:rsidRDefault="007B2329" w:rsidP="007B2329">
      <w:r>
        <w:t>305.0539</w:t>
      </w:r>
      <w:r>
        <w:tab/>
        <w:t>2.532e-2</w:t>
      </w:r>
    </w:p>
    <w:p w:rsidR="007B2329" w:rsidRDefault="007B2329" w:rsidP="007B2329">
      <w:r>
        <w:t>305.0598</w:t>
      </w:r>
      <w:r>
        <w:tab/>
        <w:t>2.025e0</w:t>
      </w:r>
    </w:p>
    <w:p w:rsidR="007B2329" w:rsidRDefault="007B2329" w:rsidP="007B2329">
      <w:r>
        <w:t>305.0761</w:t>
      </w:r>
      <w:r>
        <w:tab/>
        <w:t>1.013e0</w:t>
      </w:r>
    </w:p>
    <w:p w:rsidR="007B2329" w:rsidRDefault="007B2329" w:rsidP="007B2329">
      <w:r>
        <w:t>305.0900</w:t>
      </w:r>
      <w:r>
        <w:tab/>
        <w:t>1.081e0</w:t>
      </w:r>
    </w:p>
    <w:p w:rsidR="007B2329" w:rsidRDefault="007B2329" w:rsidP="007B2329">
      <w:r>
        <w:t>305.0942</w:t>
      </w:r>
      <w:r>
        <w:tab/>
        <w:t>1.013e0</w:t>
      </w:r>
    </w:p>
    <w:p w:rsidR="007B2329" w:rsidRDefault="007B2329" w:rsidP="007B2329">
      <w:r>
        <w:t>305.1081</w:t>
      </w:r>
      <w:r>
        <w:tab/>
        <w:t>4.709e0</w:t>
      </w:r>
    </w:p>
    <w:p w:rsidR="007B2329" w:rsidRDefault="007B2329" w:rsidP="007B2329">
      <w:r>
        <w:t>305.1123</w:t>
      </w:r>
      <w:r>
        <w:tab/>
        <w:t>7.089e0</w:t>
      </w:r>
    </w:p>
    <w:p w:rsidR="007B2329" w:rsidRDefault="007B2329" w:rsidP="007B2329">
      <w:r>
        <w:t>305.1171</w:t>
      </w:r>
      <w:r>
        <w:tab/>
        <w:t>2.025e0</w:t>
      </w:r>
    </w:p>
    <w:p w:rsidR="007B2329" w:rsidRDefault="007B2329" w:rsidP="007B2329">
      <w:r>
        <w:t>305.1187</w:t>
      </w:r>
      <w:r>
        <w:tab/>
        <w:t>7.839e0</w:t>
      </w:r>
    </w:p>
    <w:p w:rsidR="007B2329" w:rsidRDefault="007B2329" w:rsidP="007B2329">
      <w:r>
        <w:t>305.1215</w:t>
      </w:r>
      <w:r>
        <w:tab/>
        <w:t>2.467e0</w:t>
      </w:r>
    </w:p>
    <w:p w:rsidR="007B2329" w:rsidRDefault="007B2329" w:rsidP="007B2329">
      <w:r>
        <w:lastRenderedPageBreak/>
        <w:t>305.1321</w:t>
      </w:r>
      <w:r>
        <w:tab/>
        <w:t>2.025e0</w:t>
      </w:r>
    </w:p>
    <w:p w:rsidR="007B2329" w:rsidRDefault="007B2329" w:rsidP="007B2329">
      <w:r>
        <w:t>305.1496</w:t>
      </w:r>
      <w:r>
        <w:tab/>
        <w:t>1.805e1</w:t>
      </w:r>
    </w:p>
    <w:p w:rsidR="007B2329" w:rsidRDefault="007B2329" w:rsidP="007B2329">
      <w:r>
        <w:t>305.1520</w:t>
      </w:r>
      <w:r>
        <w:tab/>
        <w:t>3.363e0</w:t>
      </w:r>
    </w:p>
    <w:p w:rsidR="007B2329" w:rsidRDefault="007B2329" w:rsidP="007B2329">
      <w:r>
        <w:t>305.1649</w:t>
      </w:r>
      <w:r>
        <w:tab/>
        <w:t>2.294e0</w:t>
      </w:r>
    </w:p>
    <w:p w:rsidR="007B2329" w:rsidRDefault="007B2329" w:rsidP="007B2329">
      <w:r>
        <w:t>305.1721</w:t>
      </w:r>
      <w:r>
        <w:tab/>
        <w:t>1.025e0</w:t>
      </w:r>
    </w:p>
    <w:p w:rsidR="007B2329" w:rsidRDefault="007B2329" w:rsidP="007B2329">
      <w:r>
        <w:t>305.1814</w:t>
      </w:r>
      <w:r>
        <w:tab/>
        <w:t>4.051e0</w:t>
      </w:r>
    </w:p>
    <w:p w:rsidR="007B2329" w:rsidRDefault="007B2329" w:rsidP="007B2329">
      <w:r>
        <w:t>305.1972</w:t>
      </w:r>
      <w:r>
        <w:tab/>
        <w:t>2.053e0</w:t>
      </w:r>
    </w:p>
    <w:p w:rsidR="007B2329" w:rsidRDefault="007B2329" w:rsidP="007B2329">
      <w:r>
        <w:t>305.2020</w:t>
      </w:r>
      <w:r>
        <w:tab/>
        <w:t>2.025e0</w:t>
      </w:r>
    </w:p>
    <w:p w:rsidR="007B2329" w:rsidRDefault="007B2329" w:rsidP="007B2329">
      <w:r>
        <w:t>305.2258</w:t>
      </w:r>
      <w:r>
        <w:tab/>
        <w:t>1.013e0</w:t>
      </w:r>
    </w:p>
    <w:p w:rsidR="007B2329" w:rsidRDefault="007B2329" w:rsidP="007B2329">
      <w:r>
        <w:t>305.2297</w:t>
      </w:r>
      <w:r>
        <w:tab/>
        <w:t>1.013e0</w:t>
      </w:r>
    </w:p>
    <w:p w:rsidR="007B2329" w:rsidRDefault="007B2329" w:rsidP="007B2329">
      <w:r>
        <w:t>305.2459</w:t>
      </w:r>
      <w:r>
        <w:tab/>
        <w:t>2.025e0</w:t>
      </w:r>
    </w:p>
    <w:p w:rsidR="007B2329" w:rsidRDefault="007B2329" w:rsidP="007B2329">
      <w:r>
        <w:t>305.2480</w:t>
      </w:r>
      <w:r>
        <w:tab/>
        <w:t>1.013e0</w:t>
      </w:r>
    </w:p>
    <w:p w:rsidR="007B2329" w:rsidRDefault="007B2329" w:rsidP="007B2329">
      <w:r>
        <w:t>305.2603</w:t>
      </w:r>
      <w:r>
        <w:tab/>
        <w:t>3.038e0</w:t>
      </w:r>
    </w:p>
    <w:p w:rsidR="007B2329" w:rsidRDefault="007B2329" w:rsidP="007B2329">
      <w:r>
        <w:t>305.2643</w:t>
      </w:r>
      <w:r>
        <w:tab/>
        <w:t>2.025e0</w:t>
      </w:r>
    </w:p>
    <w:p w:rsidR="007B2329" w:rsidRDefault="007B2329" w:rsidP="007B2329">
      <w:r>
        <w:t>305.2662</w:t>
      </w:r>
      <w:r>
        <w:tab/>
        <w:t>2.025e0</w:t>
      </w:r>
    </w:p>
    <w:p w:rsidR="007B2329" w:rsidRDefault="007B2329" w:rsidP="007B2329">
      <w:r>
        <w:t>305.2813</w:t>
      </w:r>
      <w:r>
        <w:tab/>
        <w:t>1.013e0</w:t>
      </w:r>
    </w:p>
    <w:p w:rsidR="007B2329" w:rsidRDefault="007B2329" w:rsidP="007B2329">
      <w:r>
        <w:t>305.2897</w:t>
      </w:r>
      <w:r>
        <w:tab/>
        <w:t>1.013e0</w:t>
      </w:r>
    </w:p>
    <w:p w:rsidR="007B2329" w:rsidRDefault="007B2329" w:rsidP="007B2329">
      <w:r>
        <w:t>305.2920</w:t>
      </w:r>
      <w:r>
        <w:tab/>
        <w:t>2.025e0</w:t>
      </w:r>
    </w:p>
    <w:p w:rsidR="007B2329" w:rsidRDefault="007B2329" w:rsidP="007B2329">
      <w:r>
        <w:t>305.2938</w:t>
      </w:r>
      <w:r>
        <w:tab/>
        <w:t>1.013e0</w:t>
      </w:r>
    </w:p>
    <w:p w:rsidR="007B2329" w:rsidRDefault="007B2329" w:rsidP="007B2329">
      <w:r>
        <w:lastRenderedPageBreak/>
        <w:t>305.3019</w:t>
      </w:r>
      <w:r>
        <w:tab/>
        <w:t>2.025e0</w:t>
      </w:r>
    </w:p>
    <w:p w:rsidR="007B2329" w:rsidRDefault="007B2329" w:rsidP="007B2329">
      <w:r>
        <w:t>305.3034</w:t>
      </w:r>
      <w:r>
        <w:tab/>
        <w:t>5.063e0</w:t>
      </w:r>
    </w:p>
    <w:p w:rsidR="007B2329" w:rsidRDefault="007B2329" w:rsidP="007B2329">
      <w:r>
        <w:t>305.3091</w:t>
      </w:r>
      <w:r>
        <w:tab/>
        <w:t>1.013e0</w:t>
      </w:r>
    </w:p>
    <w:p w:rsidR="007B2329" w:rsidRDefault="007B2329" w:rsidP="007B2329">
      <w:r>
        <w:t>305.3197</w:t>
      </w:r>
      <w:r>
        <w:tab/>
        <w:t>2.532e-2</w:t>
      </w:r>
    </w:p>
    <w:p w:rsidR="007B2329" w:rsidRDefault="007B2329" w:rsidP="007B2329">
      <w:r>
        <w:t>305.3456</w:t>
      </w:r>
      <w:r>
        <w:tab/>
        <w:t>1.013e0</w:t>
      </w:r>
    </w:p>
    <w:p w:rsidR="007B2329" w:rsidRDefault="007B2329" w:rsidP="007B2329">
      <w:r>
        <w:t>305.3498</w:t>
      </w:r>
      <w:r>
        <w:tab/>
        <w:t>1.013e0</w:t>
      </w:r>
    </w:p>
    <w:p w:rsidR="007B2329" w:rsidRDefault="007B2329" w:rsidP="007B2329">
      <w:r>
        <w:t>305.3537</w:t>
      </w:r>
      <w:r>
        <w:tab/>
        <w:t>1.013e0</w:t>
      </w:r>
    </w:p>
    <w:p w:rsidR="007B2329" w:rsidRDefault="007B2329" w:rsidP="007B2329">
      <w:r>
        <w:t>305.3777</w:t>
      </w:r>
      <w:r>
        <w:tab/>
        <w:t>2.025e0</w:t>
      </w:r>
    </w:p>
    <w:p w:rsidR="007B2329" w:rsidRDefault="007B2329" w:rsidP="007B2329">
      <w:r>
        <w:t>305.3895</w:t>
      </w:r>
      <w:r>
        <w:tab/>
        <w:t>2.025e0</w:t>
      </w:r>
    </w:p>
    <w:p w:rsidR="007B2329" w:rsidRDefault="007B2329" w:rsidP="007B2329">
      <w:r>
        <w:t>305.3949</w:t>
      </w:r>
      <w:r>
        <w:tab/>
        <w:t>3.038e0</w:t>
      </w:r>
    </w:p>
    <w:p w:rsidR="007B2329" w:rsidRDefault="007B2329" w:rsidP="007B2329">
      <w:r>
        <w:t>305.3961</w:t>
      </w:r>
      <w:r>
        <w:tab/>
        <w:t>3.038e0</w:t>
      </w:r>
    </w:p>
    <w:p w:rsidR="007B2329" w:rsidRDefault="007B2329" w:rsidP="007B2329">
      <w:r>
        <w:t>305.4145</w:t>
      </w:r>
      <w:r>
        <w:tab/>
        <w:t>1.013e0</w:t>
      </w:r>
    </w:p>
    <w:p w:rsidR="007B2329" w:rsidRDefault="007B2329" w:rsidP="007B2329">
      <w:r>
        <w:t>305.4199</w:t>
      </w:r>
      <w:r>
        <w:tab/>
        <w:t>2.025e0</w:t>
      </w:r>
    </w:p>
    <w:p w:rsidR="007B2329" w:rsidRDefault="007B2329" w:rsidP="007B2329">
      <w:r>
        <w:t>305.4221</w:t>
      </w:r>
      <w:r>
        <w:tab/>
        <w:t>2.025e0</w:t>
      </w:r>
    </w:p>
    <w:p w:rsidR="007B2329" w:rsidRDefault="007B2329" w:rsidP="007B2329">
      <w:r>
        <w:t>305.4250</w:t>
      </w:r>
      <w:r>
        <w:tab/>
        <w:t>3.038e0</w:t>
      </w:r>
    </w:p>
    <w:p w:rsidR="007B2329" w:rsidRDefault="007B2329" w:rsidP="007B2329">
      <w:r>
        <w:t>305.4476</w:t>
      </w:r>
      <w:r>
        <w:tab/>
        <w:t>1.013e0</w:t>
      </w:r>
    </w:p>
    <w:p w:rsidR="007B2329" w:rsidRDefault="007B2329" w:rsidP="007B2329">
      <w:r>
        <w:t>305.4551</w:t>
      </w:r>
      <w:r>
        <w:tab/>
        <w:t>2.025e0</w:t>
      </w:r>
    </w:p>
    <w:p w:rsidR="007B2329" w:rsidRDefault="007B2329" w:rsidP="007B2329">
      <w:r>
        <w:t>305.4574</w:t>
      </w:r>
      <w:r>
        <w:tab/>
        <w:t>1.013e0</w:t>
      </w:r>
    </w:p>
    <w:p w:rsidR="007B2329" w:rsidRDefault="007B2329" w:rsidP="007B2329">
      <w:r>
        <w:t>305.4589</w:t>
      </w:r>
      <w:r>
        <w:tab/>
        <w:t>1.025e0</w:t>
      </w:r>
    </w:p>
    <w:p w:rsidR="007B2329" w:rsidRDefault="007B2329" w:rsidP="007B2329">
      <w:r>
        <w:lastRenderedPageBreak/>
        <w:t>305.4615</w:t>
      </w:r>
      <w:r>
        <w:tab/>
        <w:t>2.025e0</w:t>
      </w:r>
    </w:p>
    <w:p w:rsidR="007B2329" w:rsidRDefault="007B2329" w:rsidP="007B2329">
      <w:r>
        <w:t>305.4635</w:t>
      </w:r>
      <w:r>
        <w:tab/>
        <w:t>1.025e0</w:t>
      </w:r>
    </w:p>
    <w:p w:rsidR="007B2329" w:rsidRDefault="007B2329" w:rsidP="007B2329">
      <w:r>
        <w:t>305.4698</w:t>
      </w:r>
      <w:r>
        <w:tab/>
        <w:t>2.025e0</w:t>
      </w:r>
    </w:p>
    <w:p w:rsidR="007B2329" w:rsidRDefault="007B2329" w:rsidP="007B2329">
      <w:r>
        <w:t>305.4895</w:t>
      </w:r>
      <w:r>
        <w:tab/>
        <w:t>1.013e0</w:t>
      </w:r>
    </w:p>
    <w:p w:rsidR="007B2329" w:rsidRDefault="007B2329" w:rsidP="007B2329">
      <w:r>
        <w:t>305.5059</w:t>
      </w:r>
      <w:r>
        <w:tab/>
        <w:t>3.038e0</w:t>
      </w:r>
    </w:p>
    <w:p w:rsidR="007B2329" w:rsidRDefault="007B2329" w:rsidP="007B2329">
      <w:r>
        <w:t>305.5134</w:t>
      </w:r>
      <w:r>
        <w:tab/>
        <w:t>1.013e0</w:t>
      </w:r>
    </w:p>
    <w:p w:rsidR="007B2329" w:rsidRDefault="007B2329" w:rsidP="007B2329">
      <w:r>
        <w:t>305.5236</w:t>
      </w:r>
      <w:r>
        <w:tab/>
        <w:t>2.025e0</w:t>
      </w:r>
    </w:p>
    <w:p w:rsidR="007B2329" w:rsidRDefault="007B2329" w:rsidP="007B2329">
      <w:r>
        <w:t>305.5494</w:t>
      </w:r>
      <w:r>
        <w:tab/>
        <w:t>4.051e0</w:t>
      </w:r>
    </w:p>
    <w:p w:rsidR="007B2329" w:rsidRDefault="007B2329" w:rsidP="007B2329">
      <w:r>
        <w:t>305.5533</w:t>
      </w:r>
      <w:r>
        <w:tab/>
        <w:t>1.013e0</w:t>
      </w:r>
    </w:p>
    <w:p w:rsidR="007B2329" w:rsidRDefault="007B2329" w:rsidP="007B2329">
      <w:r>
        <w:t>305.5733</w:t>
      </w:r>
      <w:r>
        <w:tab/>
        <w:t>1.013e0</w:t>
      </w:r>
    </w:p>
    <w:p w:rsidR="007B2329" w:rsidRDefault="007B2329" w:rsidP="007B2329">
      <w:r>
        <w:t>305.5807</w:t>
      </w:r>
      <w:r>
        <w:tab/>
        <w:t>2.025e0</w:t>
      </w:r>
    </w:p>
    <w:p w:rsidR="007B2329" w:rsidRDefault="007B2329" w:rsidP="007B2329">
      <w:r>
        <w:t>305.5950</w:t>
      </w:r>
      <w:r>
        <w:tab/>
        <w:t>2.789e0</w:t>
      </w:r>
    </w:p>
    <w:p w:rsidR="007B2329" w:rsidRDefault="007B2329" w:rsidP="007B2329">
      <w:r>
        <w:t>305.6053</w:t>
      </w:r>
      <w:r>
        <w:tab/>
        <w:t>1.013e0</w:t>
      </w:r>
    </w:p>
    <w:p w:rsidR="007B2329" w:rsidRDefault="007B2329" w:rsidP="007B2329">
      <w:r>
        <w:t>305.6292</w:t>
      </w:r>
      <w:r>
        <w:tab/>
        <w:t>1.013e0</w:t>
      </w:r>
    </w:p>
    <w:p w:rsidR="007B2329" w:rsidRDefault="007B2329" w:rsidP="007B2329">
      <w:r>
        <w:t>305.6414</w:t>
      </w:r>
      <w:r>
        <w:tab/>
        <w:t>2.025e0</w:t>
      </w:r>
    </w:p>
    <w:p w:rsidR="007B2329" w:rsidRDefault="007B2329" w:rsidP="007B2329">
      <w:r>
        <w:t>305.6473</w:t>
      </w:r>
      <w:r>
        <w:tab/>
        <w:t>3.038e0</w:t>
      </w:r>
    </w:p>
    <w:p w:rsidR="007B2329" w:rsidRDefault="007B2329" w:rsidP="007B2329">
      <w:r>
        <w:t>305.6530</w:t>
      </w:r>
      <w:r>
        <w:tab/>
        <w:t>1.013e0</w:t>
      </w:r>
    </w:p>
    <w:p w:rsidR="007B2329" w:rsidRDefault="007B2329" w:rsidP="007B2329">
      <w:r>
        <w:t>305.6548</w:t>
      </w:r>
      <w:r>
        <w:tab/>
        <w:t>5.536e0</w:t>
      </w:r>
    </w:p>
    <w:p w:rsidR="007B2329" w:rsidRDefault="007B2329" w:rsidP="007B2329">
      <w:r>
        <w:t>305.6653</w:t>
      </w:r>
      <w:r>
        <w:tab/>
        <w:t>1.013e0</w:t>
      </w:r>
    </w:p>
    <w:p w:rsidR="007B2329" w:rsidRDefault="007B2329" w:rsidP="007B2329">
      <w:r>
        <w:lastRenderedPageBreak/>
        <w:t>305.6751</w:t>
      </w:r>
      <w:r>
        <w:tab/>
        <w:t>2.025e0</w:t>
      </w:r>
    </w:p>
    <w:p w:rsidR="007B2329" w:rsidRDefault="007B2329" w:rsidP="007B2329">
      <w:r>
        <w:t>305.6975</w:t>
      </w:r>
      <w:r>
        <w:tab/>
        <w:t>1.013e0</w:t>
      </w:r>
    </w:p>
    <w:p w:rsidR="007B2329" w:rsidRDefault="007B2329" w:rsidP="007B2329">
      <w:r>
        <w:t>305.7054</w:t>
      </w:r>
      <w:r>
        <w:tab/>
        <w:t>2.025e0</w:t>
      </w:r>
    </w:p>
    <w:p w:rsidR="007B2329" w:rsidRDefault="007B2329" w:rsidP="007B2329">
      <w:r>
        <w:t>305.7084</w:t>
      </w:r>
      <w:r>
        <w:tab/>
        <w:t>1.013e0</w:t>
      </w:r>
    </w:p>
    <w:p w:rsidR="007B2329" w:rsidRDefault="007B2329" w:rsidP="007B2329">
      <w:r>
        <w:t>305.7171</w:t>
      </w:r>
      <w:r>
        <w:tab/>
        <w:t>1.013e0</w:t>
      </w:r>
    </w:p>
    <w:p w:rsidR="007B2329" w:rsidRDefault="007B2329" w:rsidP="007B2329">
      <w:r>
        <w:t>305.7222</w:t>
      </w:r>
      <w:r>
        <w:tab/>
        <w:t>4.051e0</w:t>
      </w:r>
    </w:p>
    <w:p w:rsidR="007B2329" w:rsidRDefault="007B2329" w:rsidP="007B2329">
      <w:r>
        <w:t>305.7252</w:t>
      </w:r>
      <w:r>
        <w:tab/>
        <w:t>2.025e0</w:t>
      </w:r>
    </w:p>
    <w:p w:rsidR="007B2329" w:rsidRDefault="007B2329" w:rsidP="007B2329">
      <w:r>
        <w:t>305.7337</w:t>
      </w:r>
      <w:r>
        <w:tab/>
        <w:t>3.038e0</w:t>
      </w:r>
    </w:p>
    <w:p w:rsidR="007B2329" w:rsidRDefault="007B2329" w:rsidP="007B2329">
      <w:r>
        <w:t>305.7411</w:t>
      </w:r>
      <w:r>
        <w:tab/>
        <w:t>1.013e0</w:t>
      </w:r>
    </w:p>
    <w:p w:rsidR="007B2329" w:rsidRDefault="007B2329" w:rsidP="007B2329">
      <w:r>
        <w:t>305.7530</w:t>
      </w:r>
      <w:r>
        <w:tab/>
        <w:t>1.013e0</w:t>
      </w:r>
    </w:p>
    <w:p w:rsidR="007B2329" w:rsidRDefault="007B2329" w:rsidP="007B2329">
      <w:r>
        <w:t>305.7811</w:t>
      </w:r>
      <w:r>
        <w:tab/>
        <w:t>1.013e0</w:t>
      </w:r>
    </w:p>
    <w:p w:rsidR="007B2329" w:rsidRDefault="007B2329" w:rsidP="007B2329">
      <w:r>
        <w:t>305.7862</w:t>
      </w:r>
      <w:r>
        <w:tab/>
        <w:t>2.025e0</w:t>
      </w:r>
    </w:p>
    <w:p w:rsidR="007B2329" w:rsidRDefault="007B2329" w:rsidP="007B2329">
      <w:r>
        <w:t>305.8101</w:t>
      </w:r>
      <w:r>
        <w:tab/>
        <w:t>3.038e0</w:t>
      </w:r>
    </w:p>
    <w:p w:rsidR="007B2329" w:rsidRDefault="007B2329" w:rsidP="007B2329">
      <w:r>
        <w:t>305.8291</w:t>
      </w:r>
      <w:r>
        <w:tab/>
        <w:t>1.013e0</w:t>
      </w:r>
    </w:p>
    <w:p w:rsidR="007B2329" w:rsidRDefault="007B2329" w:rsidP="007B2329">
      <w:r>
        <w:t>305.8526</w:t>
      </w:r>
      <w:r>
        <w:tab/>
        <w:t>5.063e0</w:t>
      </w:r>
    </w:p>
    <w:p w:rsidR="007B2329" w:rsidRDefault="007B2329" w:rsidP="007B2329">
      <w:r>
        <w:t>305.8611</w:t>
      </w:r>
      <w:r>
        <w:tab/>
        <w:t>1.013e0</w:t>
      </w:r>
    </w:p>
    <w:p w:rsidR="007B2329" w:rsidRDefault="007B2329" w:rsidP="007B2329">
      <w:r>
        <w:t>305.8629</w:t>
      </w:r>
      <w:r>
        <w:tab/>
        <w:t>2.025e0</w:t>
      </w:r>
    </w:p>
    <w:p w:rsidR="007B2329" w:rsidRDefault="007B2329" w:rsidP="007B2329">
      <w:r>
        <w:t>305.8973</w:t>
      </w:r>
      <w:r>
        <w:tab/>
        <w:t>1.013e0</w:t>
      </w:r>
    </w:p>
    <w:p w:rsidR="007B2329" w:rsidRDefault="007B2329" w:rsidP="007B2329">
      <w:r>
        <w:t>305.9054</w:t>
      </w:r>
      <w:r>
        <w:tab/>
        <w:t>1.025e0</w:t>
      </w:r>
    </w:p>
    <w:p w:rsidR="007B2329" w:rsidRDefault="007B2329" w:rsidP="007B2329">
      <w:r>
        <w:lastRenderedPageBreak/>
        <w:t>305.9073</w:t>
      </w:r>
      <w:r>
        <w:tab/>
        <w:t>2.025e0</w:t>
      </w:r>
    </w:p>
    <w:p w:rsidR="007B2329" w:rsidRDefault="007B2329" w:rsidP="007B2329">
      <w:r>
        <w:t>305.9088</w:t>
      </w:r>
      <w:r>
        <w:tab/>
        <w:t>3.038e0</w:t>
      </w:r>
    </w:p>
    <w:p w:rsidR="007B2329" w:rsidRDefault="007B2329" w:rsidP="007B2329">
      <w:r>
        <w:t>305.9210</w:t>
      </w:r>
      <w:r>
        <w:tab/>
        <w:t>1.013e0</w:t>
      </w:r>
    </w:p>
    <w:p w:rsidR="007B2329" w:rsidRDefault="007B2329" w:rsidP="007B2329">
      <w:r>
        <w:t>305.9247</w:t>
      </w:r>
      <w:r>
        <w:tab/>
        <w:t>2.025e0</w:t>
      </w:r>
    </w:p>
    <w:p w:rsidR="007B2329" w:rsidRDefault="007B2329" w:rsidP="007B2329">
      <w:r>
        <w:t>305.9490</w:t>
      </w:r>
      <w:r>
        <w:tab/>
        <w:t>1.013e0</w:t>
      </w:r>
    </w:p>
    <w:p w:rsidR="007B2329" w:rsidRDefault="007B2329" w:rsidP="007B2329">
      <w:r>
        <w:t>305.9640</w:t>
      </w:r>
      <w:r>
        <w:tab/>
        <w:t>1.013e0</w:t>
      </w:r>
    </w:p>
    <w:p w:rsidR="007B2329" w:rsidRDefault="007B2329" w:rsidP="007B2329">
      <w:r>
        <w:t>305.9730</w:t>
      </w:r>
      <w:r>
        <w:tab/>
        <w:t>3.038e0</w:t>
      </w:r>
    </w:p>
    <w:p w:rsidR="007B2329" w:rsidRDefault="007B2329" w:rsidP="007B2329">
      <w:r>
        <w:t>305.9770</w:t>
      </w:r>
      <w:r>
        <w:tab/>
        <w:t>1.013e0</w:t>
      </w:r>
    </w:p>
    <w:p w:rsidR="007B2329" w:rsidRDefault="007B2329" w:rsidP="007B2329">
      <w:r>
        <w:t>305.9868</w:t>
      </w:r>
      <w:r>
        <w:tab/>
        <w:t>2.025e0</w:t>
      </w:r>
    </w:p>
    <w:p w:rsidR="007B2329" w:rsidRDefault="007B2329" w:rsidP="007B2329">
      <w:r>
        <w:t>305.9974</w:t>
      </w:r>
      <w:r>
        <w:tab/>
        <w:t>2.025e0</w:t>
      </w:r>
    </w:p>
    <w:p w:rsidR="007B2329" w:rsidRDefault="007B2329" w:rsidP="007B2329">
      <w:r>
        <w:t>306.0089</w:t>
      </w:r>
      <w:r>
        <w:tab/>
        <w:t>2.025e0</w:t>
      </w:r>
    </w:p>
    <w:p w:rsidR="007B2329" w:rsidRDefault="007B2329" w:rsidP="007B2329">
      <w:r>
        <w:t>306.0249</w:t>
      </w:r>
      <w:r>
        <w:tab/>
        <w:t>1.013e0</w:t>
      </w:r>
    </w:p>
    <w:p w:rsidR="007B2329" w:rsidRDefault="007B2329" w:rsidP="007B2329">
      <w:r>
        <w:t>306.0468</w:t>
      </w:r>
      <w:r>
        <w:tab/>
        <w:t>2.025e0</w:t>
      </w:r>
    </w:p>
    <w:p w:rsidR="007B2329" w:rsidRDefault="007B2329" w:rsidP="007B2329">
      <w:r>
        <w:t>306.0617</w:t>
      </w:r>
      <w:r>
        <w:tab/>
        <w:t>4.051e0</w:t>
      </w:r>
    </w:p>
    <w:p w:rsidR="007B2329" w:rsidRDefault="007B2329" w:rsidP="007B2329">
      <w:r>
        <w:t>306.0692</w:t>
      </w:r>
      <w:r>
        <w:tab/>
        <w:t>3.038e0</w:t>
      </w:r>
    </w:p>
    <w:p w:rsidR="007B2329" w:rsidRDefault="007B2329" w:rsidP="007B2329">
      <w:r>
        <w:t>306.0864</w:t>
      </w:r>
      <w:r>
        <w:tab/>
        <w:t>3.038e0</w:t>
      </w:r>
    </w:p>
    <w:p w:rsidR="007B2329" w:rsidRDefault="007B2329" w:rsidP="007B2329">
      <w:r>
        <w:t>306.1071</w:t>
      </w:r>
      <w:r>
        <w:tab/>
        <w:t>2.561e1</w:t>
      </w:r>
    </w:p>
    <w:p w:rsidR="007B2329" w:rsidRDefault="007B2329" w:rsidP="007B2329">
      <w:r>
        <w:t>306.1115</w:t>
      </w:r>
      <w:r>
        <w:tab/>
        <w:t>4.987e0</w:t>
      </w:r>
    </w:p>
    <w:p w:rsidR="007B2329" w:rsidRDefault="007B2329" w:rsidP="007B2329">
      <w:r>
        <w:t>306.1128</w:t>
      </w:r>
      <w:r>
        <w:tab/>
        <w:t>2.025e0</w:t>
      </w:r>
    </w:p>
    <w:p w:rsidR="007B2329" w:rsidRDefault="007B2329" w:rsidP="007B2329">
      <w:r>
        <w:lastRenderedPageBreak/>
        <w:t>306.1165</w:t>
      </w:r>
      <w:r>
        <w:tab/>
        <w:t>4.885e0</w:t>
      </w:r>
    </w:p>
    <w:p w:rsidR="007B2329" w:rsidRDefault="007B2329" w:rsidP="007B2329">
      <w:r>
        <w:t>306.1187</w:t>
      </w:r>
      <w:r>
        <w:tab/>
        <w:t>3.252e0</w:t>
      </w:r>
    </w:p>
    <w:p w:rsidR="007B2329" w:rsidRDefault="007B2329" w:rsidP="007B2329">
      <w:r>
        <w:t>306.1255</w:t>
      </w:r>
      <w:r>
        <w:tab/>
        <w:t>2.983e0</w:t>
      </w:r>
    </w:p>
    <w:p w:rsidR="007B2329" w:rsidRDefault="007B2329" w:rsidP="007B2329">
      <w:r>
        <w:t>306.1310</w:t>
      </w:r>
      <w:r>
        <w:tab/>
        <w:t>2.051e0</w:t>
      </w:r>
    </w:p>
    <w:p w:rsidR="007B2329" w:rsidRDefault="007B2329" w:rsidP="007B2329">
      <w:r>
        <w:t>306.1327</w:t>
      </w:r>
      <w:r>
        <w:tab/>
        <w:t>2.025e0</w:t>
      </w:r>
    </w:p>
    <w:p w:rsidR="007B2329" w:rsidRDefault="007B2329" w:rsidP="007B2329">
      <w:r>
        <w:t>306.1609</w:t>
      </w:r>
      <w:r>
        <w:tab/>
        <w:t>2.025e0</w:t>
      </w:r>
    </w:p>
    <w:p w:rsidR="007B2329" w:rsidRDefault="007B2329" w:rsidP="007B2329">
      <w:r>
        <w:t>306.1659</w:t>
      </w:r>
      <w:r>
        <w:tab/>
        <w:t>7.210e-1</w:t>
      </w:r>
    </w:p>
    <w:p w:rsidR="007B2329" w:rsidRDefault="007B2329" w:rsidP="007B2329">
      <w:r>
        <w:t>306.1926</w:t>
      </w:r>
      <w:r>
        <w:tab/>
        <w:t>2.025e0</w:t>
      </w:r>
    </w:p>
    <w:p w:rsidR="007B2329" w:rsidRDefault="007B2329" w:rsidP="007B2329">
      <w:r>
        <w:t>306.2048</w:t>
      </w:r>
      <w:r>
        <w:tab/>
        <w:t>1.013e0</w:t>
      </w:r>
    </w:p>
    <w:p w:rsidR="007B2329" w:rsidRDefault="007B2329" w:rsidP="007B2329">
      <w:r>
        <w:t>306.2085</w:t>
      </w:r>
      <w:r>
        <w:tab/>
        <w:t>1.013e0</w:t>
      </w:r>
    </w:p>
    <w:p w:rsidR="007B2329" w:rsidRDefault="007B2329" w:rsidP="007B2329">
      <w:r>
        <w:t>306.2168</w:t>
      </w:r>
      <w:r>
        <w:tab/>
        <w:t>2.392e0</w:t>
      </w:r>
    </w:p>
    <w:p w:rsidR="007B2329" w:rsidRDefault="007B2329" w:rsidP="007B2329">
      <w:r>
        <w:t>306.2327</w:t>
      </w:r>
      <w:r>
        <w:tab/>
        <w:t>1.827e0</w:t>
      </w:r>
    </w:p>
    <w:p w:rsidR="007B2329" w:rsidRDefault="007B2329" w:rsidP="007B2329">
      <w:r>
        <w:t>306.2469</w:t>
      </w:r>
      <w:r>
        <w:tab/>
        <w:t>3.038e0</w:t>
      </w:r>
    </w:p>
    <w:p w:rsidR="007B2329" w:rsidRDefault="007B2329" w:rsidP="007B2329">
      <w:r>
        <w:t>306.2607</w:t>
      </w:r>
      <w:r>
        <w:tab/>
        <w:t>1.013e0</w:t>
      </w:r>
    </w:p>
    <w:p w:rsidR="007B2329" w:rsidRDefault="007B2329" w:rsidP="007B2329">
      <w:r>
        <w:t>306.2646</w:t>
      </w:r>
      <w:r>
        <w:tab/>
        <w:t>3.038e0</w:t>
      </w:r>
    </w:p>
    <w:p w:rsidR="007B2329" w:rsidRDefault="007B2329" w:rsidP="007B2329">
      <w:r>
        <w:t>306.2932</w:t>
      </w:r>
      <w:r>
        <w:tab/>
        <w:t>3.038e0</w:t>
      </w:r>
    </w:p>
    <w:p w:rsidR="007B2329" w:rsidRDefault="007B2329" w:rsidP="007B2329">
      <w:r>
        <w:t>306.3031</w:t>
      </w:r>
      <w:r>
        <w:tab/>
        <w:t>1.013e0</w:t>
      </w:r>
    </w:p>
    <w:p w:rsidR="007B2329" w:rsidRDefault="007B2329" w:rsidP="007B2329">
      <w:r>
        <w:t>306.3105</w:t>
      </w:r>
      <w:r>
        <w:tab/>
        <w:t>2.025e0</w:t>
      </w:r>
    </w:p>
    <w:p w:rsidR="007B2329" w:rsidRDefault="007B2329" w:rsidP="007B2329">
      <w:r>
        <w:t>306.3207</w:t>
      </w:r>
      <w:r>
        <w:tab/>
        <w:t>1.013e0</w:t>
      </w:r>
    </w:p>
    <w:p w:rsidR="007B2329" w:rsidRDefault="007B2329" w:rsidP="007B2329">
      <w:r>
        <w:lastRenderedPageBreak/>
        <w:t>306.3254</w:t>
      </w:r>
      <w:r>
        <w:tab/>
        <w:t>1.013e0</w:t>
      </w:r>
    </w:p>
    <w:p w:rsidR="007B2329" w:rsidRDefault="007B2329" w:rsidP="007B2329">
      <w:r>
        <w:t>306.3326</w:t>
      </w:r>
      <w:r>
        <w:tab/>
        <w:t>2.038e0</w:t>
      </w:r>
    </w:p>
    <w:p w:rsidR="007B2329" w:rsidRDefault="007B2329" w:rsidP="007B2329">
      <w:r>
        <w:t>306.3426</w:t>
      </w:r>
      <w:r>
        <w:tab/>
        <w:t>2.025e0</w:t>
      </w:r>
    </w:p>
    <w:p w:rsidR="007B2329" w:rsidRDefault="007B2329" w:rsidP="007B2329">
      <w:r>
        <w:t>306.3621</w:t>
      </w:r>
      <w:r>
        <w:tab/>
        <w:t>2.025e0</w:t>
      </w:r>
    </w:p>
    <w:p w:rsidR="007B2329" w:rsidRDefault="007B2329" w:rsidP="007B2329">
      <w:r>
        <w:t>306.3810</w:t>
      </w:r>
      <w:r>
        <w:tab/>
        <w:t>1.013e0</w:t>
      </w:r>
    </w:p>
    <w:p w:rsidR="007B2329" w:rsidRDefault="007B2329" w:rsidP="007B2329">
      <w:r>
        <w:t>306.4005</w:t>
      </w:r>
      <w:r>
        <w:tab/>
        <w:t>1.013e0</w:t>
      </w:r>
    </w:p>
    <w:p w:rsidR="007B2329" w:rsidRDefault="007B2329" w:rsidP="007B2329">
      <w:r>
        <w:t>306.4046</w:t>
      </w:r>
      <w:r>
        <w:tab/>
        <w:t>2.025e0</w:t>
      </w:r>
    </w:p>
    <w:p w:rsidR="007B2329" w:rsidRDefault="007B2329" w:rsidP="007B2329">
      <w:r>
        <w:t>306.4144</w:t>
      </w:r>
      <w:r>
        <w:tab/>
        <w:t>1.013e0</w:t>
      </w:r>
    </w:p>
    <w:p w:rsidR="007B2329" w:rsidRDefault="007B2329" w:rsidP="007B2329">
      <w:r>
        <w:t>306.4244</w:t>
      </w:r>
      <w:r>
        <w:tab/>
        <w:t>1.013e0</w:t>
      </w:r>
    </w:p>
    <w:p w:rsidR="007B2329" w:rsidRDefault="007B2329" w:rsidP="007B2329">
      <w:r>
        <w:t>306.4284</w:t>
      </w:r>
      <w:r>
        <w:tab/>
        <w:t>1.074e0</w:t>
      </w:r>
    </w:p>
    <w:p w:rsidR="007B2329" w:rsidRDefault="007B2329" w:rsidP="007B2329">
      <w:r>
        <w:t>306.4305</w:t>
      </w:r>
      <w:r>
        <w:tab/>
        <w:t>2.025e0</w:t>
      </w:r>
    </w:p>
    <w:p w:rsidR="007B2329" w:rsidRDefault="007B2329" w:rsidP="007B2329">
      <w:r>
        <w:t>306.4423</w:t>
      </w:r>
      <w:r>
        <w:tab/>
        <w:t>1.013e0</w:t>
      </w:r>
    </w:p>
    <w:p w:rsidR="007B2329" w:rsidRDefault="007B2329" w:rsidP="007B2329">
      <w:r>
        <w:t>306.4565</w:t>
      </w:r>
      <w:r>
        <w:tab/>
        <w:t>3.038e0</w:t>
      </w:r>
    </w:p>
    <w:p w:rsidR="007B2329" w:rsidRDefault="007B2329" w:rsidP="007B2329">
      <w:r>
        <w:t>306.4606</w:t>
      </w:r>
      <w:r>
        <w:tab/>
        <w:t>2.025e0</w:t>
      </w:r>
    </w:p>
    <w:p w:rsidR="007B2329" w:rsidRDefault="007B2329" w:rsidP="007B2329">
      <w:r>
        <w:t>306.4978</w:t>
      </w:r>
      <w:r>
        <w:tab/>
        <w:t>1.013e0</w:t>
      </w:r>
    </w:p>
    <w:p w:rsidR="007B2329" w:rsidRDefault="007B2329" w:rsidP="007B2329">
      <w:r>
        <w:t>306.5204</w:t>
      </w:r>
      <w:r>
        <w:tab/>
        <w:t>1.013e0</w:t>
      </w:r>
    </w:p>
    <w:p w:rsidR="007B2329" w:rsidRDefault="007B2329" w:rsidP="007B2329">
      <w:r>
        <w:t>306.5257</w:t>
      </w:r>
      <w:r>
        <w:tab/>
        <w:t>1.013e0</w:t>
      </w:r>
    </w:p>
    <w:p w:rsidR="007B2329" w:rsidRDefault="007B2329" w:rsidP="007B2329">
      <w:r>
        <w:t>306.5441</w:t>
      </w:r>
      <w:r>
        <w:tab/>
        <w:t>6.076e0</w:t>
      </w:r>
    </w:p>
    <w:p w:rsidR="007B2329" w:rsidRDefault="007B2329" w:rsidP="007B2329">
      <w:r>
        <w:t>306.5484</w:t>
      </w:r>
      <w:r>
        <w:tab/>
        <w:t>1.013e0</w:t>
      </w:r>
    </w:p>
    <w:p w:rsidR="007B2329" w:rsidRDefault="007B2329" w:rsidP="007B2329">
      <w:r>
        <w:lastRenderedPageBreak/>
        <w:t>306.5663</w:t>
      </w:r>
      <w:r>
        <w:tab/>
        <w:t>2.025e0</w:t>
      </w:r>
    </w:p>
    <w:p w:rsidR="007B2329" w:rsidRDefault="007B2329" w:rsidP="007B2329">
      <w:r>
        <w:t>306.5685</w:t>
      </w:r>
      <w:r>
        <w:tab/>
        <w:t>1.013e0</w:t>
      </w:r>
    </w:p>
    <w:p w:rsidR="007B2329" w:rsidRDefault="007B2329" w:rsidP="007B2329">
      <w:r>
        <w:t>306.5725</w:t>
      </w:r>
      <w:r>
        <w:tab/>
        <w:t>1.013e0</w:t>
      </w:r>
    </w:p>
    <w:p w:rsidR="007B2329" w:rsidRDefault="007B2329" w:rsidP="007B2329">
      <w:r>
        <w:t>306.5926</w:t>
      </w:r>
      <w:r>
        <w:tab/>
        <w:t>2.025e0</w:t>
      </w:r>
    </w:p>
    <w:p w:rsidR="007B2329" w:rsidRDefault="007B2329" w:rsidP="007B2329">
      <w:r>
        <w:t>306.6005</w:t>
      </w:r>
      <w:r>
        <w:tab/>
        <w:t>2.025e0</w:t>
      </w:r>
    </w:p>
    <w:p w:rsidR="007B2329" w:rsidRDefault="007B2329" w:rsidP="007B2329">
      <w:r>
        <w:t>306.6093</w:t>
      </w:r>
      <w:r>
        <w:tab/>
        <w:t>1.013e0</w:t>
      </w:r>
    </w:p>
    <w:p w:rsidR="007B2329" w:rsidRDefault="007B2329" w:rsidP="007B2329">
      <w:r>
        <w:t>306.6203</w:t>
      </w:r>
      <w:r>
        <w:tab/>
        <w:t>2.025e0</w:t>
      </w:r>
    </w:p>
    <w:p w:rsidR="007B2329" w:rsidRDefault="007B2329" w:rsidP="007B2329">
      <w:r>
        <w:t>306.6245</w:t>
      </w:r>
      <w:r>
        <w:tab/>
        <w:t>3.038e0</w:t>
      </w:r>
    </w:p>
    <w:p w:rsidR="007B2329" w:rsidRDefault="007B2329" w:rsidP="007B2329">
      <w:r>
        <w:t>306.6351</w:t>
      </w:r>
      <w:r>
        <w:tab/>
        <w:t>2.025e0</w:t>
      </w:r>
    </w:p>
    <w:p w:rsidR="007B2329" w:rsidRDefault="007B2329" w:rsidP="007B2329">
      <w:r>
        <w:t>306.6481</w:t>
      </w:r>
      <w:r>
        <w:tab/>
        <w:t>1.013e0</w:t>
      </w:r>
    </w:p>
    <w:p w:rsidR="007B2329" w:rsidRDefault="007B2329" w:rsidP="007B2329">
      <w:r>
        <w:t>306.6523</w:t>
      </w:r>
      <w:r>
        <w:tab/>
        <w:t>1.013e0</w:t>
      </w:r>
    </w:p>
    <w:p w:rsidR="007B2329" w:rsidRDefault="007B2329" w:rsidP="007B2329">
      <w:r>
        <w:t>306.6565</w:t>
      </w:r>
      <w:r>
        <w:tab/>
        <w:t>1.013e0</w:t>
      </w:r>
    </w:p>
    <w:p w:rsidR="007B2329" w:rsidRDefault="007B2329" w:rsidP="007B2329">
      <w:r>
        <w:t>306.6649</w:t>
      </w:r>
      <w:r>
        <w:tab/>
        <w:t>1.013e0</w:t>
      </w:r>
    </w:p>
    <w:p w:rsidR="007B2329" w:rsidRDefault="007B2329" w:rsidP="007B2329">
      <w:r>
        <w:t>306.6884</w:t>
      </w:r>
      <w:r>
        <w:tab/>
        <w:t>2.025e0</w:t>
      </w:r>
    </w:p>
    <w:p w:rsidR="007B2329" w:rsidRDefault="007B2329" w:rsidP="007B2329">
      <w:r>
        <w:t>306.7246</w:t>
      </w:r>
      <w:r>
        <w:tab/>
        <w:t>2.025e0</w:t>
      </w:r>
    </w:p>
    <w:p w:rsidR="007B2329" w:rsidRDefault="007B2329" w:rsidP="007B2329">
      <w:r>
        <w:t>306.7264</w:t>
      </w:r>
      <w:r>
        <w:tab/>
        <w:t>2.025e0</w:t>
      </w:r>
    </w:p>
    <w:p w:rsidR="007B2329" w:rsidRDefault="007B2329" w:rsidP="007B2329">
      <w:r>
        <w:t>306.7444</w:t>
      </w:r>
      <w:r>
        <w:tab/>
        <w:t>1.013e0</w:t>
      </w:r>
    </w:p>
    <w:p w:rsidR="007B2329" w:rsidRDefault="007B2329" w:rsidP="007B2329">
      <w:r>
        <w:t>306.7489</w:t>
      </w:r>
      <w:r>
        <w:tab/>
        <w:t>3.487e0</w:t>
      </w:r>
    </w:p>
    <w:p w:rsidR="007B2329" w:rsidRDefault="007B2329" w:rsidP="007B2329">
      <w:r>
        <w:t>306.7595</w:t>
      </w:r>
      <w:r>
        <w:tab/>
        <w:t>1.013e0</w:t>
      </w:r>
    </w:p>
    <w:p w:rsidR="007B2329" w:rsidRDefault="007B2329" w:rsidP="007B2329">
      <w:r>
        <w:lastRenderedPageBreak/>
        <w:t>306.7618</w:t>
      </w:r>
      <w:r>
        <w:tab/>
        <w:t>2.025e0</w:t>
      </w:r>
    </w:p>
    <w:p w:rsidR="007B2329" w:rsidRDefault="007B2329" w:rsidP="007B2329">
      <w:r>
        <w:t>306.7682</w:t>
      </w:r>
      <w:r>
        <w:tab/>
        <w:t>1.013e0</w:t>
      </w:r>
    </w:p>
    <w:p w:rsidR="007B2329" w:rsidRDefault="007B2329" w:rsidP="007B2329">
      <w:r>
        <w:t>306.7818</w:t>
      </w:r>
      <w:r>
        <w:tab/>
        <w:t>1.013e0</w:t>
      </w:r>
    </w:p>
    <w:p w:rsidR="007B2329" w:rsidRDefault="007B2329" w:rsidP="007B2329">
      <w:r>
        <w:t>306.7964</w:t>
      </w:r>
      <w:r>
        <w:tab/>
        <w:t>2.025e0</w:t>
      </w:r>
    </w:p>
    <w:p w:rsidR="007B2329" w:rsidRDefault="007B2329" w:rsidP="007B2329">
      <w:r>
        <w:t>306.8042</w:t>
      </w:r>
      <w:r>
        <w:tab/>
        <w:t>1.013e0</w:t>
      </w:r>
    </w:p>
    <w:p w:rsidR="007B2329" w:rsidRDefault="007B2329" w:rsidP="007B2329">
      <w:r>
        <w:t>306.8142</w:t>
      </w:r>
      <w:r>
        <w:tab/>
        <w:t>2.025e0</w:t>
      </w:r>
    </w:p>
    <w:p w:rsidR="007B2329" w:rsidRDefault="007B2329" w:rsidP="007B2329">
      <w:r>
        <w:t>306.8430</w:t>
      </w:r>
      <w:r>
        <w:tab/>
        <w:t>1.013e0</w:t>
      </w:r>
    </w:p>
    <w:p w:rsidR="007B2329" w:rsidRDefault="007B2329" w:rsidP="007B2329">
      <w:r>
        <w:t>306.8484</w:t>
      </w:r>
      <w:r>
        <w:tab/>
        <w:t>1.013e0</w:t>
      </w:r>
    </w:p>
    <w:p w:rsidR="007B2329" w:rsidRDefault="007B2329" w:rsidP="007B2329">
      <w:r>
        <w:t>306.8710</w:t>
      </w:r>
      <w:r>
        <w:tab/>
        <w:t>1.013e0</w:t>
      </w:r>
    </w:p>
    <w:p w:rsidR="007B2329" w:rsidRDefault="007B2329" w:rsidP="007B2329">
      <w:r>
        <w:t>306.8763</w:t>
      </w:r>
      <w:r>
        <w:tab/>
        <w:t>1.013e0</w:t>
      </w:r>
    </w:p>
    <w:p w:rsidR="007B2329" w:rsidRDefault="007B2329" w:rsidP="007B2329">
      <w:r>
        <w:t>306.8882</w:t>
      </w:r>
      <w:r>
        <w:tab/>
        <w:t>1.013e0</w:t>
      </w:r>
    </w:p>
    <w:p w:rsidR="007B2329" w:rsidRDefault="007B2329" w:rsidP="007B2329">
      <w:r>
        <w:t>306.8909</w:t>
      </w:r>
      <w:r>
        <w:tab/>
        <w:t>2.025e0</w:t>
      </w:r>
    </w:p>
    <w:p w:rsidR="007B2329" w:rsidRDefault="007B2329" w:rsidP="007B2329">
      <w:r>
        <w:t>306.9308</w:t>
      </w:r>
      <w:r>
        <w:tab/>
        <w:t>2.025e0</w:t>
      </w:r>
    </w:p>
    <w:p w:rsidR="007B2329" w:rsidRDefault="007B2329" w:rsidP="007B2329">
      <w:r>
        <w:t>306.9325</w:t>
      </w:r>
      <w:r>
        <w:tab/>
        <w:t>2.025e0</w:t>
      </w:r>
    </w:p>
    <w:p w:rsidR="007B2329" w:rsidRDefault="007B2329" w:rsidP="007B2329">
      <w:r>
        <w:t>306.9403</w:t>
      </w:r>
      <w:r>
        <w:tab/>
        <w:t>1.013e0</w:t>
      </w:r>
    </w:p>
    <w:p w:rsidR="007B2329" w:rsidRDefault="007B2329" w:rsidP="007B2329">
      <w:r>
        <w:t>306.9442</w:t>
      </w:r>
      <w:r>
        <w:tab/>
        <w:t>1.013e0</w:t>
      </w:r>
    </w:p>
    <w:p w:rsidR="007B2329" w:rsidRDefault="007B2329" w:rsidP="007B2329">
      <w:r>
        <w:t>306.9500</w:t>
      </w:r>
      <w:r>
        <w:tab/>
        <w:t>2.025e0</w:t>
      </w:r>
    </w:p>
    <w:p w:rsidR="007B2329" w:rsidRDefault="007B2329" w:rsidP="007B2329">
      <w:r>
        <w:t>306.9601</w:t>
      </w:r>
      <w:r>
        <w:tab/>
        <w:t>2.025e0</w:t>
      </w:r>
    </w:p>
    <w:p w:rsidR="007B2329" w:rsidRDefault="007B2329" w:rsidP="007B2329">
      <w:r>
        <w:t>306.9642</w:t>
      </w:r>
      <w:r>
        <w:tab/>
        <w:t>1.013e0</w:t>
      </w:r>
    </w:p>
    <w:p w:rsidR="007B2329" w:rsidRDefault="007B2329" w:rsidP="007B2329">
      <w:r>
        <w:lastRenderedPageBreak/>
        <w:t>306.9824</w:t>
      </w:r>
      <w:r>
        <w:tab/>
        <w:t>1.013e0</w:t>
      </w:r>
    </w:p>
    <w:p w:rsidR="007B2329" w:rsidRDefault="007B2329" w:rsidP="007B2329">
      <w:r>
        <w:t>306.9879</w:t>
      </w:r>
      <w:r>
        <w:tab/>
        <w:t>2.025e0</w:t>
      </w:r>
    </w:p>
    <w:p w:rsidR="007B2329" w:rsidRDefault="007B2329" w:rsidP="007B2329">
      <w:r>
        <w:t>306.9897</w:t>
      </w:r>
      <w:r>
        <w:tab/>
        <w:t>2.025e0</w:t>
      </w:r>
    </w:p>
    <w:p w:rsidR="007B2329" w:rsidRDefault="007B2329" w:rsidP="007B2329">
      <w:r>
        <w:t>306.9923</w:t>
      </w:r>
      <w:r>
        <w:tab/>
        <w:t>1.013e0</w:t>
      </w:r>
    </w:p>
    <w:p w:rsidR="007B2329" w:rsidRDefault="007B2329" w:rsidP="007B2329">
      <w:r>
        <w:t>307.0046</w:t>
      </w:r>
      <w:r>
        <w:tab/>
        <w:t>1.013e0</w:t>
      </w:r>
    </w:p>
    <w:p w:rsidR="007B2329" w:rsidRDefault="007B2329" w:rsidP="007B2329">
      <w:r>
        <w:t>307.0202</w:t>
      </w:r>
      <w:r>
        <w:tab/>
        <w:t>2.532e-2</w:t>
      </w:r>
    </w:p>
    <w:p w:rsidR="007B2329" w:rsidRDefault="007B2329" w:rsidP="007B2329">
      <w:r>
        <w:t>307.0243</w:t>
      </w:r>
      <w:r>
        <w:tab/>
        <w:t>1.013e0</w:t>
      </w:r>
    </w:p>
    <w:p w:rsidR="007B2329" w:rsidRDefault="007B2329" w:rsidP="007B2329">
      <w:r>
        <w:t>307.0327</w:t>
      </w:r>
      <w:r>
        <w:tab/>
        <w:t>2.025e0</w:t>
      </w:r>
    </w:p>
    <w:p w:rsidR="007B2329" w:rsidRDefault="007B2329" w:rsidP="007B2329">
      <w:r>
        <w:t>307.0338</w:t>
      </w:r>
      <w:r>
        <w:tab/>
        <w:t>2.025e0</w:t>
      </w:r>
    </w:p>
    <w:p w:rsidR="007B2329" w:rsidRDefault="007B2329" w:rsidP="007B2329">
      <w:r>
        <w:t>307.0436</w:t>
      </w:r>
      <w:r>
        <w:tab/>
        <w:t>1.013e0</w:t>
      </w:r>
    </w:p>
    <w:p w:rsidR="007B2329" w:rsidRDefault="007B2329" w:rsidP="007B2329">
      <w:r>
        <w:t>307.0545</w:t>
      </w:r>
      <w:r>
        <w:tab/>
        <w:t>1.292e0</w:t>
      </w:r>
    </w:p>
    <w:p w:rsidR="007B2329" w:rsidRDefault="007B2329" w:rsidP="007B2329">
      <w:r>
        <w:t>307.0563</w:t>
      </w:r>
      <w:r>
        <w:tab/>
        <w:t>1.013e0</w:t>
      </w:r>
    </w:p>
    <w:p w:rsidR="007B2329" w:rsidRDefault="007B2329" w:rsidP="007B2329">
      <w:r>
        <w:t>307.0604</w:t>
      </w:r>
      <w:r>
        <w:tab/>
        <w:t>4.051e0</w:t>
      </w:r>
    </w:p>
    <w:p w:rsidR="007B2329" w:rsidRDefault="007B2329" w:rsidP="007B2329">
      <w:r>
        <w:t>307.0628</w:t>
      </w:r>
      <w:r>
        <w:tab/>
        <w:t>2.025e0</w:t>
      </w:r>
    </w:p>
    <w:p w:rsidR="007B2329" w:rsidRDefault="007B2329" w:rsidP="007B2329">
      <w:r>
        <w:t>307.0660</w:t>
      </w:r>
      <w:r>
        <w:tab/>
        <w:t>1.013e0</w:t>
      </w:r>
    </w:p>
    <w:p w:rsidR="007B2329" w:rsidRDefault="007B2329" w:rsidP="007B2329">
      <w:r>
        <w:t>307.0843</w:t>
      </w:r>
      <w:r>
        <w:tab/>
        <w:t>1.013e0</w:t>
      </w:r>
    </w:p>
    <w:p w:rsidR="007B2329" w:rsidRDefault="007B2329" w:rsidP="007B2329">
      <w:r>
        <w:t>307.1015</w:t>
      </w:r>
      <w:r>
        <w:tab/>
        <w:t>3.730e0</w:t>
      </w:r>
    </w:p>
    <w:p w:rsidR="007B2329" w:rsidRDefault="007B2329" w:rsidP="007B2329">
      <w:r>
        <w:t>307.1083</w:t>
      </w:r>
      <w:r>
        <w:tab/>
        <w:t>2.025e0</w:t>
      </w:r>
    </w:p>
    <w:p w:rsidR="007B2329" w:rsidRDefault="007B2329" w:rsidP="007B2329">
      <w:r>
        <w:t>307.1124</w:t>
      </w:r>
      <w:r>
        <w:tab/>
        <w:t>1.013e0</w:t>
      </w:r>
    </w:p>
    <w:p w:rsidR="007B2329" w:rsidRDefault="007B2329" w:rsidP="007B2329">
      <w:r>
        <w:lastRenderedPageBreak/>
        <w:t>307.1220</w:t>
      </w:r>
      <w:r>
        <w:tab/>
        <w:t>1.795e0</w:t>
      </w:r>
    </w:p>
    <w:p w:rsidR="007B2329" w:rsidRDefault="007B2329" w:rsidP="007B2329">
      <w:r>
        <w:t>307.1357</w:t>
      </w:r>
      <w:r>
        <w:tab/>
        <w:t>5.639e0</w:t>
      </w:r>
    </w:p>
    <w:p w:rsidR="007B2329" w:rsidRDefault="007B2329" w:rsidP="007B2329">
      <w:r>
        <w:t>307.1441</w:t>
      </w:r>
      <w:r>
        <w:tab/>
        <w:t>1.013e0</w:t>
      </w:r>
    </w:p>
    <w:p w:rsidR="007B2329" w:rsidRDefault="007B2329" w:rsidP="007B2329">
      <w:r>
        <w:t>307.1723</w:t>
      </w:r>
      <w:r>
        <w:tab/>
        <w:t>1.013e0</w:t>
      </w:r>
    </w:p>
    <w:p w:rsidR="007B2329" w:rsidRDefault="007B2329" w:rsidP="007B2329">
      <w:r>
        <w:t>307.1765</w:t>
      </w:r>
      <w:r>
        <w:tab/>
        <w:t>1.616e0</w:t>
      </w:r>
    </w:p>
    <w:p w:rsidR="007B2329" w:rsidRDefault="007B2329" w:rsidP="007B2329">
      <w:r>
        <w:t>307.1938</w:t>
      </w:r>
      <w:r>
        <w:tab/>
        <w:t>3.430e-2</w:t>
      </w:r>
    </w:p>
    <w:p w:rsidR="007B2329" w:rsidRDefault="007B2329" w:rsidP="007B2329">
      <w:r>
        <w:t>307.2106</w:t>
      </w:r>
      <w:r>
        <w:tab/>
        <w:t>3.874e0</w:t>
      </w:r>
    </w:p>
    <w:p w:rsidR="007B2329" w:rsidRDefault="007B2329" w:rsidP="007B2329">
      <w:r>
        <w:t>307.2181</w:t>
      </w:r>
      <w:r>
        <w:tab/>
        <w:t>2.025e0</w:t>
      </w:r>
    </w:p>
    <w:p w:rsidR="007B2329" w:rsidRDefault="007B2329" w:rsidP="007B2329">
      <w:r>
        <w:t>307.2460</w:t>
      </w:r>
      <w:r>
        <w:tab/>
        <w:t>3.038e0</w:t>
      </w:r>
    </w:p>
    <w:p w:rsidR="007B2329" w:rsidRDefault="007B2329" w:rsidP="007B2329">
      <w:r>
        <w:t>307.2482</w:t>
      </w:r>
      <w:r>
        <w:tab/>
        <w:t>1.013e0</w:t>
      </w:r>
    </w:p>
    <w:p w:rsidR="007B2329" w:rsidRDefault="007B2329" w:rsidP="007B2329">
      <w:r>
        <w:t>307.2546</w:t>
      </w:r>
      <w:r>
        <w:tab/>
        <w:t>3.038e0</w:t>
      </w:r>
    </w:p>
    <w:p w:rsidR="007B2329" w:rsidRDefault="007B2329" w:rsidP="007B2329">
      <w:r>
        <w:t>307.2611</w:t>
      </w:r>
      <w:r>
        <w:tab/>
        <w:t>1.013e0</w:t>
      </w:r>
    </w:p>
    <w:p w:rsidR="007B2329" w:rsidRDefault="007B2329" w:rsidP="007B2329">
      <w:r>
        <w:t>307.2961</w:t>
      </w:r>
      <w:r>
        <w:tab/>
        <w:t>2.038e0</w:t>
      </w:r>
    </w:p>
    <w:p w:rsidR="007B2329" w:rsidRDefault="007B2329" w:rsidP="007B2329">
      <w:r>
        <w:t>307.2993</w:t>
      </w:r>
      <w:r>
        <w:tab/>
        <w:t>3.038e0</w:t>
      </w:r>
    </w:p>
    <w:p w:rsidR="007B2329" w:rsidRDefault="007B2329" w:rsidP="007B2329">
      <w:r>
        <w:t>307.3069</w:t>
      </w:r>
      <w:r>
        <w:tab/>
        <w:t>3.038e0</w:t>
      </w:r>
    </w:p>
    <w:p w:rsidR="007B2329" w:rsidRDefault="007B2329" w:rsidP="007B2329">
      <w:r>
        <w:t>307.3112</w:t>
      </w:r>
      <w:r>
        <w:tab/>
        <w:t>2.025e0</w:t>
      </w:r>
    </w:p>
    <w:p w:rsidR="007B2329" w:rsidRDefault="007B2329" w:rsidP="007B2329">
      <w:r>
        <w:t>307.3122</w:t>
      </w:r>
      <w:r>
        <w:tab/>
        <w:t>1.013e0</w:t>
      </w:r>
    </w:p>
    <w:p w:rsidR="007B2329" w:rsidRDefault="007B2329" w:rsidP="007B2329">
      <w:r>
        <w:t>307.3200</w:t>
      </w:r>
      <w:r>
        <w:tab/>
        <w:t>2.025e0</w:t>
      </w:r>
    </w:p>
    <w:p w:rsidR="007B2329" w:rsidRDefault="007B2329" w:rsidP="007B2329">
      <w:r>
        <w:t>307.3320</w:t>
      </w:r>
      <w:r>
        <w:tab/>
        <w:t>2.025e0</w:t>
      </w:r>
    </w:p>
    <w:p w:rsidR="007B2329" w:rsidRDefault="007B2329" w:rsidP="007B2329">
      <w:r>
        <w:lastRenderedPageBreak/>
        <w:t>307.3374</w:t>
      </w:r>
      <w:r>
        <w:tab/>
        <w:t>6.076e0</w:t>
      </w:r>
    </w:p>
    <w:p w:rsidR="007B2329" w:rsidRDefault="007B2329" w:rsidP="007B2329">
      <w:r>
        <w:t>307.3538</w:t>
      </w:r>
      <w:r>
        <w:tab/>
        <w:t>2.025e0</w:t>
      </w:r>
    </w:p>
    <w:p w:rsidR="007B2329" w:rsidRDefault="007B2329" w:rsidP="007B2329">
      <w:r>
        <w:t>307.3578</w:t>
      </w:r>
      <w:r>
        <w:tab/>
        <w:t>3.038e0</w:t>
      </w:r>
    </w:p>
    <w:p w:rsidR="007B2329" w:rsidRDefault="007B2329" w:rsidP="007B2329">
      <w:r>
        <w:t>307.3602</w:t>
      </w:r>
      <w:r>
        <w:tab/>
        <w:t>1.013e0</w:t>
      </w:r>
    </w:p>
    <w:p w:rsidR="007B2329" w:rsidRDefault="007B2329" w:rsidP="007B2329">
      <w:r>
        <w:t>307.3727</w:t>
      </w:r>
      <w:r>
        <w:tab/>
        <w:t>1.013e0</w:t>
      </w:r>
    </w:p>
    <w:p w:rsidR="007B2329" w:rsidRDefault="007B2329" w:rsidP="007B2329">
      <w:r>
        <w:t>307.3840</w:t>
      </w:r>
      <w:r>
        <w:tab/>
        <w:t>1.013e0</w:t>
      </w:r>
    </w:p>
    <w:p w:rsidR="007B2329" w:rsidRDefault="007B2329" w:rsidP="007B2329">
      <w:r>
        <w:t>307.3860</w:t>
      </w:r>
      <w:r>
        <w:tab/>
        <w:t>6.076e0</w:t>
      </w:r>
    </w:p>
    <w:p w:rsidR="007B2329" w:rsidRDefault="007B2329" w:rsidP="007B2329">
      <w:r>
        <w:t>307.3917</w:t>
      </w:r>
      <w:r>
        <w:tab/>
        <w:t>3.038e0</w:t>
      </w:r>
    </w:p>
    <w:p w:rsidR="007B2329" w:rsidRDefault="007B2329" w:rsidP="007B2329">
      <w:r>
        <w:t>307.4006</w:t>
      </w:r>
      <w:r>
        <w:tab/>
        <w:t>1.013e0</w:t>
      </w:r>
    </w:p>
    <w:p w:rsidR="007B2329" w:rsidRDefault="007B2329" w:rsidP="007B2329">
      <w:r>
        <w:t>307.4062</w:t>
      </w:r>
      <w:r>
        <w:tab/>
        <w:t>1.013e0</w:t>
      </w:r>
    </w:p>
    <w:p w:rsidR="007B2329" w:rsidRDefault="007B2329" w:rsidP="007B2329">
      <w:r>
        <w:t>307.4202</w:t>
      </w:r>
      <w:r>
        <w:tab/>
        <w:t>1.013e0</w:t>
      </w:r>
    </w:p>
    <w:p w:rsidR="007B2329" w:rsidRDefault="007B2329" w:rsidP="007B2329">
      <w:r>
        <w:t>307.4222</w:t>
      </w:r>
      <w:r>
        <w:tab/>
        <w:t>2.025e0</w:t>
      </w:r>
    </w:p>
    <w:p w:rsidR="007B2329" w:rsidRDefault="007B2329" w:rsidP="007B2329">
      <w:r>
        <w:t>307.4286</w:t>
      </w:r>
      <w:r>
        <w:tab/>
        <w:t>2.025e0</w:t>
      </w:r>
    </w:p>
    <w:p w:rsidR="007B2329" w:rsidRDefault="007B2329" w:rsidP="007B2329">
      <w:r>
        <w:t>307.4565</w:t>
      </w:r>
      <w:r>
        <w:tab/>
        <w:t>2.025e0</w:t>
      </w:r>
    </w:p>
    <w:p w:rsidR="007B2329" w:rsidRDefault="007B2329" w:rsidP="007B2329">
      <w:r>
        <w:t>307.4662</w:t>
      </w:r>
      <w:r>
        <w:tab/>
        <w:t>7.089e0</w:t>
      </w:r>
    </w:p>
    <w:p w:rsidR="007B2329" w:rsidRDefault="007B2329" w:rsidP="007B2329">
      <w:r>
        <w:t>307.4843</w:t>
      </w:r>
      <w:r>
        <w:tab/>
        <w:t>1.013e0</w:t>
      </w:r>
    </w:p>
    <w:p w:rsidR="007B2329" w:rsidRDefault="007B2329" w:rsidP="007B2329">
      <w:r>
        <w:t>307.4856</w:t>
      </w:r>
      <w:r>
        <w:tab/>
        <w:t>2.025e0</w:t>
      </w:r>
    </w:p>
    <w:p w:rsidR="007B2329" w:rsidRDefault="007B2329" w:rsidP="007B2329">
      <w:r>
        <w:t>307.4900</w:t>
      </w:r>
      <w:r>
        <w:tab/>
        <w:t>1.013e0</w:t>
      </w:r>
    </w:p>
    <w:p w:rsidR="007B2329" w:rsidRDefault="007B2329" w:rsidP="007B2329">
      <w:r>
        <w:t>307.4955</w:t>
      </w:r>
      <w:r>
        <w:tab/>
        <w:t>1.013e0</w:t>
      </w:r>
    </w:p>
    <w:p w:rsidR="007B2329" w:rsidRDefault="007B2329" w:rsidP="007B2329">
      <w:r>
        <w:lastRenderedPageBreak/>
        <w:t>307.5012</w:t>
      </w:r>
      <w:r>
        <w:tab/>
        <w:t>2.025e0</w:t>
      </w:r>
    </w:p>
    <w:p w:rsidR="007B2329" w:rsidRDefault="007B2329" w:rsidP="007B2329">
      <w:r>
        <w:t>307.5083</w:t>
      </w:r>
      <w:r>
        <w:tab/>
        <w:t>2.025e0</w:t>
      </w:r>
    </w:p>
    <w:p w:rsidR="007B2329" w:rsidRDefault="007B2329" w:rsidP="007B2329">
      <w:r>
        <w:t>307.5122</w:t>
      </w:r>
      <w:r>
        <w:tab/>
        <w:t>1.013e0</w:t>
      </w:r>
    </w:p>
    <w:p w:rsidR="007B2329" w:rsidRDefault="007B2329" w:rsidP="007B2329">
      <w:r>
        <w:t>307.5149</w:t>
      </w:r>
      <w:r>
        <w:tab/>
        <w:t>3.038e0</w:t>
      </w:r>
    </w:p>
    <w:p w:rsidR="007B2329" w:rsidRDefault="007B2329" w:rsidP="007B2329">
      <w:r>
        <w:t>307.5179</w:t>
      </w:r>
      <w:r>
        <w:tab/>
        <w:t>3.038e0</w:t>
      </w:r>
    </w:p>
    <w:p w:rsidR="007B2329" w:rsidRDefault="007B2329" w:rsidP="007B2329">
      <w:r>
        <w:t>307.5273</w:t>
      </w:r>
      <w:r>
        <w:tab/>
        <w:t>2.025e0</w:t>
      </w:r>
    </w:p>
    <w:p w:rsidR="007B2329" w:rsidRDefault="007B2329" w:rsidP="007B2329">
      <w:r>
        <w:t>307.5564</w:t>
      </w:r>
      <w:r>
        <w:tab/>
        <w:t>1.013e0</w:t>
      </w:r>
    </w:p>
    <w:p w:rsidR="007B2329" w:rsidRDefault="007B2329" w:rsidP="007B2329">
      <w:r>
        <w:t>307.5583</w:t>
      </w:r>
      <w:r>
        <w:tab/>
        <w:t>2.025e0</w:t>
      </w:r>
    </w:p>
    <w:p w:rsidR="007B2329" w:rsidRDefault="007B2329" w:rsidP="007B2329">
      <w:r>
        <w:t>307.5643</w:t>
      </w:r>
      <w:r>
        <w:tab/>
        <w:t>2.025e0</w:t>
      </w:r>
    </w:p>
    <w:p w:rsidR="007B2329" w:rsidRDefault="007B2329" w:rsidP="007B2329">
      <w:r>
        <w:t>307.5737</w:t>
      </w:r>
      <w:r>
        <w:tab/>
        <w:t>1.013e0</w:t>
      </w:r>
    </w:p>
    <w:p w:rsidR="007B2329" w:rsidRDefault="007B2329" w:rsidP="007B2329">
      <w:r>
        <w:t>307.5833</w:t>
      </w:r>
      <w:r>
        <w:tab/>
        <w:t>2.025e0</w:t>
      </w:r>
    </w:p>
    <w:p w:rsidR="007B2329" w:rsidRDefault="007B2329" w:rsidP="007B2329">
      <w:r>
        <w:t>307.5923</w:t>
      </w:r>
      <w:r>
        <w:tab/>
        <w:t>1.013e0</w:t>
      </w:r>
    </w:p>
    <w:p w:rsidR="007B2329" w:rsidRDefault="007B2329" w:rsidP="007B2329">
      <w:r>
        <w:t>307.6072</w:t>
      </w:r>
      <w:r>
        <w:tab/>
        <w:t>1.013e0</w:t>
      </w:r>
    </w:p>
    <w:p w:rsidR="007B2329" w:rsidRDefault="007B2329" w:rsidP="007B2329">
      <w:r>
        <w:t>307.6123</w:t>
      </w:r>
      <w:r>
        <w:tab/>
        <w:t>1.013e0</w:t>
      </w:r>
    </w:p>
    <w:p w:rsidR="007B2329" w:rsidRDefault="007B2329" w:rsidP="007B2329">
      <w:r>
        <w:t>307.6143</w:t>
      </w:r>
      <w:r>
        <w:tab/>
        <w:t>2.025e0</w:t>
      </w:r>
    </w:p>
    <w:p w:rsidR="007B2329" w:rsidRDefault="007B2329" w:rsidP="007B2329">
      <w:r>
        <w:t>307.6222</w:t>
      </w:r>
      <w:r>
        <w:tab/>
        <w:t>2.025e0</w:t>
      </w:r>
    </w:p>
    <w:p w:rsidR="007B2329" w:rsidRDefault="007B2329" w:rsidP="007B2329">
      <w:r>
        <w:t>307.6241</w:t>
      </w:r>
      <w:r>
        <w:tab/>
        <w:t>2.025e0</w:t>
      </w:r>
    </w:p>
    <w:p w:rsidR="007B2329" w:rsidRDefault="007B2329" w:rsidP="007B2329">
      <w:r>
        <w:t>307.6483</w:t>
      </w:r>
      <w:r>
        <w:tab/>
        <w:t>2.025e0</w:t>
      </w:r>
    </w:p>
    <w:p w:rsidR="007B2329" w:rsidRDefault="007B2329" w:rsidP="007B2329">
      <w:r>
        <w:t>307.6502</w:t>
      </w:r>
      <w:r>
        <w:tab/>
        <w:t>2.025e0</w:t>
      </w:r>
    </w:p>
    <w:p w:rsidR="007B2329" w:rsidRDefault="007B2329" w:rsidP="007B2329">
      <w:r>
        <w:lastRenderedPageBreak/>
        <w:t>307.6603</w:t>
      </w:r>
      <w:r>
        <w:tab/>
        <w:t>2.025e0</w:t>
      </w:r>
    </w:p>
    <w:p w:rsidR="007B2329" w:rsidRDefault="007B2329" w:rsidP="007B2329">
      <w:r>
        <w:t>307.6629</w:t>
      </w:r>
      <w:r>
        <w:tab/>
        <w:t>1.013e0</w:t>
      </w:r>
    </w:p>
    <w:p w:rsidR="007B2329" w:rsidRDefault="007B2329" w:rsidP="007B2329">
      <w:r>
        <w:t>307.7002</w:t>
      </w:r>
      <w:r>
        <w:tab/>
        <w:t>1.013e0</w:t>
      </w:r>
    </w:p>
    <w:p w:rsidR="007B2329" w:rsidRDefault="007B2329" w:rsidP="007B2329">
      <w:r>
        <w:t>307.7064</w:t>
      </w:r>
      <w:r>
        <w:tab/>
        <w:t>2.038e0</w:t>
      </w:r>
    </w:p>
    <w:p w:rsidR="007B2329" w:rsidRDefault="007B2329" w:rsidP="007B2329">
      <w:r>
        <w:t>307.7188</w:t>
      </w:r>
      <w:r>
        <w:tab/>
        <w:t>2.025e0</w:t>
      </w:r>
    </w:p>
    <w:p w:rsidR="007B2329" w:rsidRDefault="007B2329" w:rsidP="007B2329">
      <w:r>
        <w:t>307.7363</w:t>
      </w:r>
      <w:r>
        <w:tab/>
        <w:t>2.025e0</w:t>
      </w:r>
    </w:p>
    <w:p w:rsidR="007B2329" w:rsidRDefault="007B2329" w:rsidP="007B2329">
      <w:r>
        <w:t>307.7467</w:t>
      </w:r>
      <w:r>
        <w:tab/>
        <w:t>1.013e0</w:t>
      </w:r>
    </w:p>
    <w:p w:rsidR="007B2329" w:rsidRDefault="007B2329" w:rsidP="007B2329">
      <w:r>
        <w:t>307.7563</w:t>
      </w:r>
      <w:r>
        <w:tab/>
        <w:t>1.013e0</w:t>
      </w:r>
    </w:p>
    <w:p w:rsidR="007B2329" w:rsidRDefault="007B2329" w:rsidP="007B2329">
      <w:r>
        <w:t>307.7603</w:t>
      </w:r>
      <w:r>
        <w:tab/>
        <w:t>1.013e0</w:t>
      </w:r>
    </w:p>
    <w:p w:rsidR="007B2329" w:rsidRDefault="007B2329" w:rsidP="007B2329">
      <w:r>
        <w:t>307.7643</w:t>
      </w:r>
      <w:r>
        <w:tab/>
        <w:t>1.013e0</w:t>
      </w:r>
    </w:p>
    <w:p w:rsidR="007B2329" w:rsidRDefault="007B2329" w:rsidP="007B2329">
      <w:r>
        <w:t>307.7746</w:t>
      </w:r>
      <w:r>
        <w:tab/>
        <w:t>1.013e0</w:t>
      </w:r>
    </w:p>
    <w:p w:rsidR="007B2329" w:rsidRDefault="007B2329" w:rsidP="007B2329">
      <w:r>
        <w:t>307.7803</w:t>
      </w:r>
      <w:r>
        <w:tab/>
        <w:t>1.013e0</w:t>
      </w:r>
    </w:p>
    <w:p w:rsidR="007B2329" w:rsidRDefault="007B2329" w:rsidP="007B2329">
      <w:r>
        <w:t>307.7985</w:t>
      </w:r>
      <w:r>
        <w:tab/>
        <w:t>2.025e0</w:t>
      </w:r>
    </w:p>
    <w:p w:rsidR="007B2329" w:rsidRDefault="007B2329" w:rsidP="007B2329">
      <w:r>
        <w:t>307.8163</w:t>
      </w:r>
      <w:r>
        <w:tab/>
        <w:t>1.013e0</w:t>
      </w:r>
    </w:p>
    <w:p w:rsidR="007B2329" w:rsidRDefault="007B2329" w:rsidP="007B2329">
      <w:r>
        <w:t>307.8251</w:t>
      </w:r>
      <w:r>
        <w:tab/>
        <w:t>1.013e0</w:t>
      </w:r>
    </w:p>
    <w:p w:rsidR="007B2329" w:rsidRDefault="007B2329" w:rsidP="007B2329">
      <w:r>
        <w:t>307.8303</w:t>
      </w:r>
      <w:r>
        <w:tab/>
        <w:t>2.025e0</w:t>
      </w:r>
    </w:p>
    <w:p w:rsidR="007B2329" w:rsidRDefault="007B2329" w:rsidP="007B2329">
      <w:r>
        <w:t>307.8362</w:t>
      </w:r>
      <w:r>
        <w:tab/>
        <w:t>2.025e0</w:t>
      </w:r>
    </w:p>
    <w:p w:rsidR="007B2329" w:rsidRDefault="007B2329" w:rsidP="007B2329">
      <w:r>
        <w:t>307.8484</w:t>
      </w:r>
      <w:r>
        <w:tab/>
        <w:t>1.013e0</w:t>
      </w:r>
    </w:p>
    <w:p w:rsidR="007B2329" w:rsidRDefault="007B2329" w:rsidP="007B2329">
      <w:r>
        <w:t>307.8584</w:t>
      </w:r>
      <w:r>
        <w:tab/>
        <w:t>1.013e0</w:t>
      </w:r>
    </w:p>
    <w:p w:rsidR="007B2329" w:rsidRDefault="007B2329" w:rsidP="007B2329">
      <w:r>
        <w:lastRenderedPageBreak/>
        <w:t>307.8763</w:t>
      </w:r>
      <w:r>
        <w:tab/>
        <w:t>2.025e0</w:t>
      </w:r>
    </w:p>
    <w:p w:rsidR="007B2329" w:rsidRDefault="007B2329" w:rsidP="007B2329">
      <w:r>
        <w:t>307.8809</w:t>
      </w:r>
      <w:r>
        <w:tab/>
        <w:t>1.013e0</w:t>
      </w:r>
    </w:p>
    <w:p w:rsidR="007B2329" w:rsidRDefault="007B2329" w:rsidP="007B2329">
      <w:r>
        <w:t>307.8864</w:t>
      </w:r>
      <w:r>
        <w:tab/>
        <w:t>1.013e0</w:t>
      </w:r>
    </w:p>
    <w:p w:rsidR="007B2329" w:rsidRDefault="007B2329" w:rsidP="007B2329">
      <w:r>
        <w:t>307.8881</w:t>
      </w:r>
      <w:r>
        <w:tab/>
        <w:t>4.051e0</w:t>
      </w:r>
    </w:p>
    <w:p w:rsidR="007B2329" w:rsidRDefault="007B2329" w:rsidP="007B2329">
      <w:r>
        <w:t>307.9003</w:t>
      </w:r>
      <w:r>
        <w:tab/>
        <w:t>1.013e0</w:t>
      </w:r>
    </w:p>
    <w:p w:rsidR="007B2329" w:rsidRDefault="007B2329" w:rsidP="007B2329">
      <w:r>
        <w:t>307.9200</w:t>
      </w:r>
      <w:r>
        <w:tab/>
        <w:t>1.013e0</w:t>
      </w:r>
    </w:p>
    <w:p w:rsidR="007B2329" w:rsidRDefault="007B2329" w:rsidP="007B2329">
      <w:r>
        <w:t>307.9283</w:t>
      </w:r>
      <w:r>
        <w:tab/>
        <w:t>3.038e0</w:t>
      </w:r>
    </w:p>
    <w:p w:rsidR="007B2329" w:rsidRDefault="007B2329" w:rsidP="007B2329">
      <w:r>
        <w:t>307.9387</w:t>
      </w:r>
      <w:r>
        <w:tab/>
        <w:t>2.025e0</w:t>
      </w:r>
    </w:p>
    <w:p w:rsidR="007B2329" w:rsidRDefault="007B2329" w:rsidP="007B2329">
      <w:r>
        <w:t>307.9639</w:t>
      </w:r>
      <w:r>
        <w:tab/>
        <w:t>3.038e0</w:t>
      </w:r>
    </w:p>
    <w:p w:rsidR="007B2329" w:rsidRDefault="007B2329" w:rsidP="007B2329">
      <w:r>
        <w:t>307.9690</w:t>
      </w:r>
      <w:r>
        <w:tab/>
        <w:t>3.038e0</w:t>
      </w:r>
    </w:p>
    <w:p w:rsidR="007B2329" w:rsidRDefault="007B2329" w:rsidP="007B2329">
      <w:r>
        <w:t>307.9803</w:t>
      </w:r>
      <w:r>
        <w:tab/>
        <w:t>1.013e0</w:t>
      </w:r>
    </w:p>
    <w:p w:rsidR="007B2329" w:rsidRDefault="007B2329" w:rsidP="007B2329">
      <w:r>
        <w:t>307.9920</w:t>
      </w:r>
      <w:r>
        <w:tab/>
        <w:t>3.967e0</w:t>
      </w:r>
    </w:p>
    <w:p w:rsidR="007B2329" w:rsidRDefault="007B2329" w:rsidP="007B2329">
      <w:r>
        <w:t>308.0262</w:t>
      </w:r>
      <w:r>
        <w:tab/>
        <w:t>1.013e0</w:t>
      </w:r>
    </w:p>
    <w:p w:rsidR="007B2329" w:rsidRDefault="007B2329" w:rsidP="007B2329">
      <w:r>
        <w:t>308.0466</w:t>
      </w:r>
      <w:r>
        <w:tab/>
        <w:t>1.025e0</w:t>
      </w:r>
    </w:p>
    <w:p w:rsidR="007B2329" w:rsidRDefault="007B2329" w:rsidP="007B2329">
      <w:r>
        <w:t>308.0541</w:t>
      </w:r>
      <w:r>
        <w:tab/>
        <w:t>1.013e0</w:t>
      </w:r>
    </w:p>
    <w:p w:rsidR="007B2329" w:rsidRDefault="007B2329" w:rsidP="007B2329">
      <w:r>
        <w:t>308.0597</w:t>
      </w:r>
      <w:r>
        <w:tab/>
        <w:t>2.025e0</w:t>
      </w:r>
    </w:p>
    <w:p w:rsidR="007B2329" w:rsidRDefault="007B2329" w:rsidP="007B2329">
      <w:r>
        <w:t>308.0644</w:t>
      </w:r>
      <w:r>
        <w:tab/>
        <w:t>1.013e0</w:t>
      </w:r>
    </w:p>
    <w:p w:rsidR="007B2329" w:rsidRDefault="007B2329" w:rsidP="007B2329">
      <w:r>
        <w:t>308.0673</w:t>
      </w:r>
      <w:r>
        <w:tab/>
        <w:t>2.038e0</w:t>
      </w:r>
    </w:p>
    <w:p w:rsidR="007B2329" w:rsidRDefault="007B2329" w:rsidP="007B2329">
      <w:r>
        <w:t>308.0924</w:t>
      </w:r>
      <w:r>
        <w:tab/>
        <w:t>1.013e0</w:t>
      </w:r>
    </w:p>
    <w:p w:rsidR="007B2329" w:rsidRDefault="007B2329" w:rsidP="007B2329">
      <w:r>
        <w:lastRenderedPageBreak/>
        <w:t>308.0963</w:t>
      </w:r>
      <w:r>
        <w:tab/>
        <w:t>1.013e0</w:t>
      </w:r>
    </w:p>
    <w:p w:rsidR="007B2329" w:rsidRDefault="007B2329" w:rsidP="007B2329">
      <w:r>
        <w:t>308.1005</w:t>
      </w:r>
      <w:r>
        <w:tab/>
        <w:t>1.013e0</w:t>
      </w:r>
    </w:p>
    <w:p w:rsidR="007B2329" w:rsidRDefault="007B2329" w:rsidP="007B2329">
      <w:r>
        <w:t>308.1124</w:t>
      </w:r>
      <w:r>
        <w:tab/>
        <w:t>1.933e0</w:t>
      </w:r>
    </w:p>
    <w:p w:rsidR="007B2329" w:rsidRDefault="007B2329" w:rsidP="007B2329">
      <w:r>
        <w:t>308.1156</w:t>
      </w:r>
      <w:r>
        <w:tab/>
        <w:t>1.013e0</w:t>
      </w:r>
    </w:p>
    <w:p w:rsidR="007B2329" w:rsidRDefault="007B2329" w:rsidP="007B2329">
      <w:r>
        <w:t>308.1259</w:t>
      </w:r>
      <w:r>
        <w:tab/>
        <w:t>6.415e-1</w:t>
      </w:r>
    </w:p>
    <w:p w:rsidR="007B2329" w:rsidRDefault="007B2329" w:rsidP="007B2329">
      <w:r>
        <w:t>308.1888</w:t>
      </w:r>
      <w:r>
        <w:tab/>
        <w:t>1.905e0</w:t>
      </w:r>
    </w:p>
    <w:p w:rsidR="007B2329" w:rsidRDefault="007B2329" w:rsidP="007B2329">
      <w:r>
        <w:t>308.2008</w:t>
      </w:r>
      <w:r>
        <w:tab/>
        <w:t>3.490e0</w:t>
      </w:r>
    </w:p>
    <w:p w:rsidR="007B2329" w:rsidRDefault="007B2329" w:rsidP="007B2329">
      <w:r>
        <w:t>308.2046</w:t>
      </w:r>
      <w:r>
        <w:tab/>
        <w:t>1.013e0</w:t>
      </w:r>
    </w:p>
    <w:p w:rsidR="007B2329" w:rsidRDefault="007B2329" w:rsidP="007B2329">
      <w:r>
        <w:t>308.2354</w:t>
      </w:r>
      <w:r>
        <w:tab/>
        <w:t>3.038e0</w:t>
      </w:r>
    </w:p>
    <w:p w:rsidR="007B2329" w:rsidRDefault="007B2329" w:rsidP="007B2329">
      <w:r>
        <w:t>308.2365</w:t>
      </w:r>
      <w:r>
        <w:tab/>
        <w:t>1.013e0</w:t>
      </w:r>
    </w:p>
    <w:p w:rsidR="007B2329" w:rsidRDefault="007B2329" w:rsidP="007B2329">
      <w:r>
        <w:t>308.2406</w:t>
      </w:r>
      <w:r>
        <w:tab/>
        <w:t>1.013e0</w:t>
      </w:r>
    </w:p>
    <w:p w:rsidR="007B2329" w:rsidRDefault="007B2329" w:rsidP="007B2329">
      <w:r>
        <w:t>308.2578</w:t>
      </w:r>
      <w:r>
        <w:tab/>
        <w:t>2.038e0</w:t>
      </w:r>
    </w:p>
    <w:p w:rsidR="007B2329" w:rsidRDefault="007B2329" w:rsidP="007B2329">
      <w:r>
        <w:t>308.2615</w:t>
      </w:r>
      <w:r>
        <w:tab/>
        <w:t>3.038e0</w:t>
      </w:r>
    </w:p>
    <w:p w:rsidR="007B2329" w:rsidRDefault="007B2329" w:rsidP="007B2329">
      <w:r>
        <w:t>308.2725</w:t>
      </w:r>
      <w:r>
        <w:tab/>
        <w:t>1.013e0</w:t>
      </w:r>
    </w:p>
    <w:p w:rsidR="007B2329" w:rsidRDefault="007B2329" w:rsidP="007B2329">
      <w:r>
        <w:t>308.2925</w:t>
      </w:r>
      <w:r>
        <w:tab/>
        <w:t>2.025e0</w:t>
      </w:r>
    </w:p>
    <w:p w:rsidR="007B2329" w:rsidRDefault="007B2329" w:rsidP="007B2329">
      <w:r>
        <w:t>308.3036</w:t>
      </w:r>
      <w:r>
        <w:tab/>
        <w:t>2.025e0</w:t>
      </w:r>
    </w:p>
    <w:p w:rsidR="007B2329" w:rsidRDefault="007B2329" w:rsidP="007B2329">
      <w:r>
        <w:t>308.3113</w:t>
      </w:r>
      <w:r>
        <w:tab/>
        <w:t>2.025e0</w:t>
      </w:r>
    </w:p>
    <w:p w:rsidR="007B2329" w:rsidRDefault="007B2329" w:rsidP="007B2329">
      <w:r>
        <w:t>308.3166</w:t>
      </w:r>
      <w:r>
        <w:tab/>
        <w:t>1.013e0</w:t>
      </w:r>
    </w:p>
    <w:p w:rsidR="007B2329" w:rsidRDefault="007B2329" w:rsidP="007B2329">
      <w:r>
        <w:t>308.3246</w:t>
      </w:r>
      <w:r>
        <w:tab/>
        <w:t>1.013e0</w:t>
      </w:r>
    </w:p>
    <w:p w:rsidR="007B2329" w:rsidRDefault="007B2329" w:rsidP="007B2329">
      <w:r>
        <w:lastRenderedPageBreak/>
        <w:t>308.3337</w:t>
      </w:r>
      <w:r>
        <w:tab/>
        <w:t>1.013e0</w:t>
      </w:r>
    </w:p>
    <w:p w:rsidR="007B2329" w:rsidRDefault="007B2329" w:rsidP="007B2329">
      <w:r>
        <w:t>308.3485</w:t>
      </w:r>
      <w:r>
        <w:tab/>
        <w:t>2.025e0</w:t>
      </w:r>
    </w:p>
    <w:p w:rsidR="007B2329" w:rsidRDefault="007B2329" w:rsidP="007B2329">
      <w:r>
        <w:t>308.3698</w:t>
      </w:r>
      <w:r>
        <w:tab/>
        <w:t>2.532e-2</w:t>
      </w:r>
    </w:p>
    <w:p w:rsidR="007B2329" w:rsidRDefault="007B2329" w:rsidP="007B2329">
      <w:r>
        <w:t>308.3727</w:t>
      </w:r>
      <w:r>
        <w:tab/>
        <w:t>3.038e0</w:t>
      </w:r>
    </w:p>
    <w:p w:rsidR="007B2329" w:rsidRDefault="007B2329" w:rsidP="007B2329">
      <w:r>
        <w:t>308.3897</w:t>
      </w:r>
      <w:r>
        <w:tab/>
        <w:t>1.013e0</w:t>
      </w:r>
    </w:p>
    <w:p w:rsidR="007B2329" w:rsidRDefault="007B2329" w:rsidP="007B2329">
      <w:r>
        <w:t>308.4045</w:t>
      </w:r>
      <w:r>
        <w:tab/>
        <w:t>1.013e0</w:t>
      </w:r>
    </w:p>
    <w:p w:rsidR="007B2329" w:rsidRDefault="007B2329" w:rsidP="007B2329">
      <w:r>
        <w:t>308.4273</w:t>
      </w:r>
      <w:r>
        <w:tab/>
        <w:t>2.025e0</w:t>
      </w:r>
    </w:p>
    <w:p w:rsidR="007B2329" w:rsidRDefault="007B2329" w:rsidP="007B2329">
      <w:r>
        <w:t>308.4406</w:t>
      </w:r>
      <w:r>
        <w:tab/>
        <w:t>1.013e0</w:t>
      </w:r>
    </w:p>
    <w:p w:rsidR="007B2329" w:rsidRDefault="007B2329" w:rsidP="007B2329">
      <w:r>
        <w:t>308.4648</w:t>
      </w:r>
      <w:r>
        <w:tab/>
        <w:t>2.025e0</w:t>
      </w:r>
    </w:p>
    <w:p w:rsidR="007B2329" w:rsidRDefault="007B2329" w:rsidP="007B2329">
      <w:r>
        <w:t>308.4659</w:t>
      </w:r>
      <w:r>
        <w:tab/>
        <w:t>1.038e0</w:t>
      </w:r>
    </w:p>
    <w:p w:rsidR="007B2329" w:rsidRDefault="007B2329" w:rsidP="007B2329">
      <w:r>
        <w:t>308.4792</w:t>
      </w:r>
      <w:r>
        <w:tab/>
        <w:t>1.013e0</w:t>
      </w:r>
    </w:p>
    <w:p w:rsidR="007B2329" w:rsidRDefault="007B2329" w:rsidP="007B2329">
      <w:r>
        <w:t>308.4848</w:t>
      </w:r>
      <w:r>
        <w:tab/>
        <w:t>1.013e0</w:t>
      </w:r>
    </w:p>
    <w:p w:rsidR="007B2329" w:rsidRDefault="007B2329" w:rsidP="007B2329">
      <w:r>
        <w:t>308.5017</w:t>
      </w:r>
      <w:r>
        <w:tab/>
        <w:t>1.013e0</w:t>
      </w:r>
    </w:p>
    <w:p w:rsidR="007B2329" w:rsidRDefault="007B2329" w:rsidP="007B2329">
      <w:r>
        <w:t>308.5247</w:t>
      </w:r>
      <w:r>
        <w:tab/>
        <w:t>1.013e0</w:t>
      </w:r>
    </w:p>
    <w:p w:rsidR="007B2329" w:rsidRDefault="007B2329" w:rsidP="007B2329">
      <w:r>
        <w:t>308.5353</w:t>
      </w:r>
      <w:r>
        <w:tab/>
        <w:t>1.013e0</w:t>
      </w:r>
    </w:p>
    <w:p w:rsidR="007B2329" w:rsidRDefault="007B2329" w:rsidP="007B2329">
      <w:r>
        <w:t>308.5632</w:t>
      </w:r>
      <w:r>
        <w:tab/>
        <w:t>1.013e0</w:t>
      </w:r>
    </w:p>
    <w:p w:rsidR="007B2329" w:rsidRDefault="007B2329" w:rsidP="007B2329">
      <w:r>
        <w:t>308.5727</w:t>
      </w:r>
      <w:r>
        <w:tab/>
        <w:t>1.013e0</w:t>
      </w:r>
    </w:p>
    <w:p w:rsidR="007B2329" w:rsidRDefault="007B2329" w:rsidP="007B2329">
      <w:r>
        <w:t>308.5807</w:t>
      </w:r>
      <w:r>
        <w:tab/>
        <w:t>1.013e0</w:t>
      </w:r>
    </w:p>
    <w:p w:rsidR="007B2329" w:rsidRDefault="007B2329" w:rsidP="007B2329">
      <w:r>
        <w:t>308.5857</w:t>
      </w:r>
      <w:r>
        <w:tab/>
        <w:t>1.013e0</w:t>
      </w:r>
    </w:p>
    <w:p w:rsidR="007B2329" w:rsidRDefault="007B2329" w:rsidP="007B2329">
      <w:r>
        <w:lastRenderedPageBreak/>
        <w:t>308.5968</w:t>
      </w:r>
      <w:r>
        <w:tab/>
        <w:t>1.013e0</w:t>
      </w:r>
    </w:p>
    <w:p w:rsidR="007B2329" w:rsidRDefault="007B2329" w:rsidP="007B2329">
      <w:r>
        <w:t>308.6192</w:t>
      </w:r>
      <w:r>
        <w:tab/>
        <w:t>2.025e0</w:t>
      </w:r>
    </w:p>
    <w:p w:rsidR="007B2329" w:rsidRDefault="007B2329" w:rsidP="007B2329">
      <w:r>
        <w:t>308.6288</w:t>
      </w:r>
      <w:r>
        <w:tab/>
        <w:t>1.013e0</w:t>
      </w:r>
    </w:p>
    <w:p w:rsidR="007B2329" w:rsidRDefault="007B2329" w:rsidP="007B2329">
      <w:r>
        <w:t>308.6309</w:t>
      </w:r>
      <w:r>
        <w:tab/>
        <w:t>1.025e0</w:t>
      </w:r>
    </w:p>
    <w:p w:rsidR="007B2329" w:rsidRDefault="007B2329" w:rsidP="007B2329">
      <w:r>
        <w:t>308.6329</w:t>
      </w:r>
      <w:r>
        <w:tab/>
        <w:t>1.013e0</w:t>
      </w:r>
    </w:p>
    <w:p w:rsidR="007B2329" w:rsidRDefault="007B2329" w:rsidP="007B2329">
      <w:r>
        <w:t>308.6402</w:t>
      </w:r>
      <w:r>
        <w:tab/>
        <w:t>3.038e0</w:t>
      </w:r>
    </w:p>
    <w:p w:rsidR="007B2329" w:rsidRDefault="007B2329" w:rsidP="007B2329">
      <w:r>
        <w:t>308.6648</w:t>
      </w:r>
      <w:r>
        <w:tab/>
        <w:t>1.013e0</w:t>
      </w:r>
    </w:p>
    <w:p w:rsidR="007B2329" w:rsidRDefault="007B2329" w:rsidP="007B2329">
      <w:r>
        <w:t>308.6696</w:t>
      </w:r>
      <w:r>
        <w:tab/>
        <w:t>1.013e0</w:t>
      </w:r>
    </w:p>
    <w:p w:rsidR="007B2329" w:rsidRDefault="007B2329" w:rsidP="007B2329">
      <w:r>
        <w:t>308.6824</w:t>
      </w:r>
      <w:r>
        <w:tab/>
        <w:t>2.025e0</w:t>
      </w:r>
    </w:p>
    <w:p w:rsidR="007B2329" w:rsidRDefault="007B2329" w:rsidP="007B2329">
      <w:r>
        <w:t>308.6928</w:t>
      </w:r>
      <w:r>
        <w:tab/>
        <w:t>1.013e0</w:t>
      </w:r>
    </w:p>
    <w:p w:rsidR="007B2329" w:rsidRDefault="007B2329" w:rsidP="007B2329">
      <w:r>
        <w:t>308.7088</w:t>
      </w:r>
      <w:r>
        <w:tab/>
        <w:t>1.013e0</w:t>
      </w:r>
    </w:p>
    <w:p w:rsidR="007B2329" w:rsidRDefault="007B2329" w:rsidP="007B2329">
      <w:r>
        <w:t>308.7128</w:t>
      </w:r>
      <w:r>
        <w:tab/>
        <w:t>3.038e0</w:t>
      </w:r>
    </w:p>
    <w:p w:rsidR="007B2329" w:rsidRDefault="007B2329" w:rsidP="007B2329">
      <w:r>
        <w:t>308.7209</w:t>
      </w:r>
      <w:r>
        <w:tab/>
        <w:t>1.013e0</w:t>
      </w:r>
    </w:p>
    <w:p w:rsidR="007B2329" w:rsidRDefault="007B2329" w:rsidP="007B2329">
      <w:r>
        <w:t>308.7654</w:t>
      </w:r>
      <w:r>
        <w:tab/>
        <w:t>3.038e0</w:t>
      </w:r>
    </w:p>
    <w:p w:rsidR="007B2329" w:rsidRDefault="007B2329" w:rsidP="007B2329">
      <w:r>
        <w:t>308.7689</w:t>
      </w:r>
      <w:r>
        <w:tab/>
        <w:t>1.013e0</w:t>
      </w:r>
    </w:p>
    <w:p w:rsidR="007B2329" w:rsidRDefault="007B2329" w:rsidP="007B2329">
      <w:r>
        <w:t>308.7770</w:t>
      </w:r>
      <w:r>
        <w:tab/>
        <w:t>1.013e0</w:t>
      </w:r>
    </w:p>
    <w:p w:rsidR="007B2329" w:rsidRDefault="007B2329" w:rsidP="007B2329">
      <w:r>
        <w:t>308.7810</w:t>
      </w:r>
      <w:r>
        <w:tab/>
        <w:t>2.025e0</w:t>
      </w:r>
    </w:p>
    <w:p w:rsidR="007B2329" w:rsidRDefault="007B2329" w:rsidP="007B2329">
      <w:r>
        <w:t>308.7916</w:t>
      </w:r>
      <w:r>
        <w:tab/>
        <w:t>3.038e0</w:t>
      </w:r>
    </w:p>
    <w:p w:rsidR="007B2329" w:rsidRDefault="007B2329" w:rsidP="007B2329">
      <w:r>
        <w:t>308.7928</w:t>
      </w:r>
      <w:r>
        <w:tab/>
        <w:t>2.025e0</w:t>
      </w:r>
    </w:p>
    <w:p w:rsidR="007B2329" w:rsidRDefault="007B2329" w:rsidP="007B2329">
      <w:r>
        <w:lastRenderedPageBreak/>
        <w:t>308.8332</w:t>
      </w:r>
      <w:r>
        <w:tab/>
        <w:t>1.013e0</w:t>
      </w:r>
    </w:p>
    <w:p w:rsidR="007B2329" w:rsidRDefault="007B2329" w:rsidP="007B2329">
      <w:r>
        <w:t>308.8376</w:t>
      </w:r>
      <w:r>
        <w:tab/>
        <w:t>1.013e0</w:t>
      </w:r>
    </w:p>
    <w:p w:rsidR="007B2329" w:rsidRDefault="007B2329" w:rsidP="007B2329">
      <w:r>
        <w:t>308.8455</w:t>
      </w:r>
      <w:r>
        <w:tab/>
        <w:t>3.038e0</w:t>
      </w:r>
    </w:p>
    <w:p w:rsidR="007B2329" w:rsidRDefault="007B2329" w:rsidP="007B2329">
      <w:r>
        <w:t>308.8656</w:t>
      </w:r>
      <w:r>
        <w:tab/>
        <w:t>1.013e0</w:t>
      </w:r>
    </w:p>
    <w:p w:rsidR="007B2329" w:rsidRDefault="007B2329" w:rsidP="007B2329">
      <w:r>
        <w:t>308.8757</w:t>
      </w:r>
      <w:r>
        <w:tab/>
        <w:t>2.025e0</w:t>
      </w:r>
    </w:p>
    <w:p w:rsidR="007B2329" w:rsidRDefault="007B2329" w:rsidP="007B2329">
      <w:r>
        <w:t>308.8769</w:t>
      </w:r>
      <w:r>
        <w:tab/>
        <w:t>1.013e0</w:t>
      </w:r>
    </w:p>
    <w:p w:rsidR="007B2329" w:rsidRDefault="007B2329" w:rsidP="007B2329">
      <w:r>
        <w:t>308.8845</w:t>
      </w:r>
      <w:r>
        <w:tab/>
        <w:t>5.063e0</w:t>
      </w:r>
    </w:p>
    <w:p w:rsidR="007B2329" w:rsidRDefault="007B2329" w:rsidP="007B2329">
      <w:r>
        <w:t>308.8992</w:t>
      </w:r>
      <w:r>
        <w:tab/>
        <w:t>1.013e0</w:t>
      </w:r>
    </w:p>
    <w:p w:rsidR="007B2329" w:rsidRDefault="007B2329" w:rsidP="007B2329">
      <w:r>
        <w:t>308.9131</w:t>
      </w:r>
      <w:r>
        <w:tab/>
        <w:t>1.013e0</w:t>
      </w:r>
    </w:p>
    <w:p w:rsidR="007B2329" w:rsidRDefault="007B2329" w:rsidP="007B2329">
      <w:r>
        <w:t>308.9306</w:t>
      </w:r>
      <w:r>
        <w:tab/>
        <w:t>2.025e0</w:t>
      </w:r>
    </w:p>
    <w:p w:rsidR="007B2329" w:rsidRDefault="007B2329" w:rsidP="007B2329">
      <w:r>
        <w:t>308.9691</w:t>
      </w:r>
      <w:r>
        <w:tab/>
        <w:t>1.013e0</w:t>
      </w:r>
    </w:p>
    <w:p w:rsidR="007B2329" w:rsidRDefault="007B2329" w:rsidP="007B2329">
      <w:r>
        <w:t>308.9777</w:t>
      </w:r>
      <w:r>
        <w:tab/>
        <w:t>1.013e0</w:t>
      </w:r>
    </w:p>
    <w:p w:rsidR="007B2329" w:rsidRDefault="007B2329" w:rsidP="007B2329">
      <w:r>
        <w:t>308.9811</w:t>
      </w:r>
      <w:r>
        <w:tab/>
        <w:t>2.025e0</w:t>
      </w:r>
    </w:p>
    <w:p w:rsidR="007B2329" w:rsidRDefault="007B2329" w:rsidP="007B2329">
      <w:r>
        <w:t>309.0013</w:t>
      </w:r>
      <w:r>
        <w:tab/>
        <w:t>1.013e0</w:t>
      </w:r>
    </w:p>
    <w:p w:rsidR="007B2329" w:rsidRDefault="007B2329" w:rsidP="007B2329">
      <w:r>
        <w:t>309.0052</w:t>
      </w:r>
      <w:r>
        <w:tab/>
        <w:t>2.025e0</w:t>
      </w:r>
    </w:p>
    <w:p w:rsidR="007B2329" w:rsidRDefault="007B2329" w:rsidP="007B2329">
      <w:r>
        <w:t>309.0133</w:t>
      </w:r>
      <w:r>
        <w:tab/>
        <w:t>2.025e0</w:t>
      </w:r>
    </w:p>
    <w:p w:rsidR="007B2329" w:rsidRDefault="007B2329" w:rsidP="007B2329">
      <w:r>
        <w:t>309.0337</w:t>
      </w:r>
      <w:r>
        <w:tab/>
        <w:t>1.013e0</w:t>
      </w:r>
    </w:p>
    <w:p w:rsidR="007B2329" w:rsidRDefault="007B2329" w:rsidP="007B2329">
      <w:r>
        <w:t>309.0492</w:t>
      </w:r>
      <w:r>
        <w:tab/>
        <w:t>1.013e0</w:t>
      </w:r>
    </w:p>
    <w:p w:rsidR="007B2329" w:rsidRDefault="007B2329" w:rsidP="007B2329">
      <w:r>
        <w:t>309.0731</w:t>
      </w:r>
      <w:r>
        <w:tab/>
        <w:t>1.013e0</w:t>
      </w:r>
    </w:p>
    <w:p w:rsidR="007B2329" w:rsidRDefault="007B2329" w:rsidP="007B2329">
      <w:r>
        <w:lastRenderedPageBreak/>
        <w:t>309.0815</w:t>
      </w:r>
      <w:r>
        <w:tab/>
        <w:t>1.013e0</w:t>
      </w:r>
    </w:p>
    <w:p w:rsidR="007B2329" w:rsidRDefault="007B2329" w:rsidP="007B2329">
      <w:r>
        <w:t>309.0853</w:t>
      </w:r>
      <w:r>
        <w:tab/>
        <w:t>2.025e0</w:t>
      </w:r>
    </w:p>
    <w:p w:rsidR="007B2329" w:rsidRDefault="007B2329" w:rsidP="007B2329">
      <w:r>
        <w:t>309.1114</w:t>
      </w:r>
      <w:r>
        <w:tab/>
        <w:t>2.958e0</w:t>
      </w:r>
    </w:p>
    <w:p w:rsidR="007B2329" w:rsidRDefault="007B2329" w:rsidP="007B2329">
      <w:r>
        <w:t>309.1134</w:t>
      </w:r>
      <w:r>
        <w:tab/>
        <w:t>1.013e0</w:t>
      </w:r>
    </w:p>
    <w:p w:rsidR="007B2329" w:rsidRDefault="007B2329" w:rsidP="007B2329">
      <w:r>
        <w:t>309.1216</w:t>
      </w:r>
      <w:r>
        <w:tab/>
        <w:t>2.025e0</w:t>
      </w:r>
    </w:p>
    <w:p w:rsidR="007B2329" w:rsidRDefault="007B2329" w:rsidP="007B2329">
      <w:r>
        <w:t>309.1499</w:t>
      </w:r>
      <w:r>
        <w:tab/>
        <w:t>1.501e0</w:t>
      </w:r>
    </w:p>
    <w:p w:rsidR="007B2329" w:rsidRDefault="007B2329" w:rsidP="007B2329">
      <w:r>
        <w:t>309.1515</w:t>
      </w:r>
      <w:r>
        <w:tab/>
        <w:t>2.025e0</w:t>
      </w:r>
    </w:p>
    <w:p w:rsidR="007B2329" w:rsidRDefault="007B2329" w:rsidP="007B2329">
      <w:r>
        <w:t>309.1690</w:t>
      </w:r>
      <w:r>
        <w:tab/>
        <w:t>4.869e0</w:t>
      </w:r>
    </w:p>
    <w:p w:rsidR="007B2329" w:rsidRDefault="007B2329" w:rsidP="007B2329">
      <w:r>
        <w:t>309.1825</w:t>
      </w:r>
      <w:r>
        <w:tab/>
        <w:t>8.855e0</w:t>
      </w:r>
    </w:p>
    <w:p w:rsidR="007B2329" w:rsidRDefault="007B2329" w:rsidP="007B2329">
      <w:r>
        <w:t>309.1853</w:t>
      </w:r>
      <w:r>
        <w:tab/>
        <w:t>2.025e0</w:t>
      </w:r>
    </w:p>
    <w:p w:rsidR="007B2329" w:rsidRDefault="007B2329" w:rsidP="007B2329">
      <w:r>
        <w:t>309.1895</w:t>
      </w:r>
      <w:r>
        <w:tab/>
        <w:t>4.056e0</w:t>
      </w:r>
    </w:p>
    <w:p w:rsidR="007B2329" w:rsidRDefault="007B2329" w:rsidP="007B2329">
      <w:r>
        <w:t>309.2020</w:t>
      </w:r>
      <w:r>
        <w:tab/>
        <w:t>1.013e0</w:t>
      </w:r>
    </w:p>
    <w:p w:rsidR="007B2329" w:rsidRDefault="007B2329" w:rsidP="007B2329">
      <w:r>
        <w:t>309.2047</w:t>
      </w:r>
      <w:r>
        <w:tab/>
        <w:t>2.051e0</w:t>
      </w:r>
    </w:p>
    <w:p w:rsidR="007B2329" w:rsidRDefault="007B2329" w:rsidP="007B2329">
      <w:r>
        <w:t>309.2077</w:t>
      </w:r>
      <w:r>
        <w:tab/>
        <w:t>5.063e0</w:t>
      </w:r>
    </w:p>
    <w:p w:rsidR="007B2329" w:rsidRDefault="007B2329" w:rsidP="007B2329">
      <w:r>
        <w:t>309.2301</w:t>
      </w:r>
      <w:r>
        <w:tab/>
        <w:t>1.013e0</w:t>
      </w:r>
    </w:p>
    <w:p w:rsidR="007B2329" w:rsidRDefault="007B2329" w:rsidP="007B2329">
      <w:r>
        <w:t>309.2357</w:t>
      </w:r>
      <w:r>
        <w:tab/>
        <w:t>1.013e0</w:t>
      </w:r>
    </w:p>
    <w:p w:rsidR="007B2329" w:rsidRDefault="007B2329" w:rsidP="007B2329">
      <w:r>
        <w:t>309.2535</w:t>
      </w:r>
      <w:r>
        <w:tab/>
        <w:t>1.013e0</w:t>
      </w:r>
    </w:p>
    <w:p w:rsidR="007B2329" w:rsidRDefault="007B2329" w:rsidP="007B2329">
      <w:r>
        <w:t>309.2693</w:t>
      </w:r>
      <w:r>
        <w:tab/>
        <w:t>1.013e0</w:t>
      </w:r>
    </w:p>
    <w:p w:rsidR="007B2329" w:rsidRDefault="007B2329" w:rsidP="007B2329">
      <w:r>
        <w:t>309.2761</w:t>
      </w:r>
      <w:r>
        <w:tab/>
        <w:t>3.038e0</w:t>
      </w:r>
    </w:p>
    <w:p w:rsidR="007B2329" w:rsidRDefault="007B2329" w:rsidP="007B2329">
      <w:r>
        <w:lastRenderedPageBreak/>
        <w:t>309.2974</w:t>
      </w:r>
      <w:r>
        <w:tab/>
        <w:t>1.013e0</w:t>
      </w:r>
    </w:p>
    <w:p w:rsidR="007B2329" w:rsidRDefault="007B2329" w:rsidP="007B2329">
      <w:r>
        <w:t>309.3199</w:t>
      </w:r>
      <w:r>
        <w:tab/>
        <w:t>1.013e0</w:t>
      </w:r>
    </w:p>
    <w:p w:rsidR="007B2329" w:rsidRDefault="007B2329" w:rsidP="007B2329">
      <w:r>
        <w:t>309.3221</w:t>
      </w:r>
      <w:r>
        <w:tab/>
        <w:t>2.025e0</w:t>
      </w:r>
    </w:p>
    <w:p w:rsidR="007B2329" w:rsidRDefault="007B2329" w:rsidP="007B2329">
      <w:r>
        <w:t>309.3439</w:t>
      </w:r>
      <w:r>
        <w:tab/>
        <w:t>1.025e0</w:t>
      </w:r>
    </w:p>
    <w:p w:rsidR="007B2329" w:rsidRDefault="007B2329" w:rsidP="007B2329">
      <w:r>
        <w:t>309.3618</w:t>
      </w:r>
      <w:r>
        <w:tab/>
        <w:t>1.013e0</w:t>
      </w:r>
    </w:p>
    <w:p w:rsidR="007B2329" w:rsidRDefault="007B2329" w:rsidP="007B2329">
      <w:r>
        <w:t>309.3757</w:t>
      </w:r>
      <w:r>
        <w:tab/>
        <w:t>2.025e0</w:t>
      </w:r>
    </w:p>
    <w:p w:rsidR="007B2329" w:rsidRDefault="007B2329" w:rsidP="007B2329">
      <w:r>
        <w:t>309.3858</w:t>
      </w:r>
      <w:r>
        <w:tab/>
        <w:t>1.013e0</w:t>
      </w:r>
    </w:p>
    <w:p w:rsidR="007B2329" w:rsidRDefault="007B2329" w:rsidP="007B2329">
      <w:r>
        <w:t>309.3871</w:t>
      </w:r>
      <w:r>
        <w:tab/>
        <w:t>4.051e0</w:t>
      </w:r>
    </w:p>
    <w:p w:rsidR="007B2329" w:rsidRDefault="007B2329" w:rsidP="007B2329">
      <w:r>
        <w:t>309.3916</w:t>
      </w:r>
      <w:r>
        <w:tab/>
        <w:t>2.025e0</w:t>
      </w:r>
    </w:p>
    <w:p w:rsidR="007B2329" w:rsidRDefault="007B2329" w:rsidP="007B2329">
      <w:r>
        <w:t>309.3938</w:t>
      </w:r>
      <w:r>
        <w:tab/>
        <w:t>1.013e0</w:t>
      </w:r>
    </w:p>
    <w:p w:rsidR="007B2329" w:rsidRDefault="007B2329" w:rsidP="007B2329">
      <w:r>
        <w:t>309.4378</w:t>
      </w:r>
      <w:r>
        <w:tab/>
        <w:t>1.013e0</w:t>
      </w:r>
    </w:p>
    <w:p w:rsidR="007B2329" w:rsidRDefault="007B2329" w:rsidP="007B2329">
      <w:r>
        <w:t>309.4418</w:t>
      </w:r>
      <w:r>
        <w:tab/>
        <w:t>3.038e0</w:t>
      </w:r>
    </w:p>
    <w:p w:rsidR="007B2329" w:rsidRDefault="007B2329" w:rsidP="007B2329">
      <w:r>
        <w:t>309.4458</w:t>
      </w:r>
      <w:r>
        <w:tab/>
        <w:t>3.038e0</w:t>
      </w:r>
    </w:p>
    <w:p w:rsidR="007B2329" w:rsidRDefault="007B2329" w:rsidP="007B2329">
      <w:r>
        <w:t>309.4779</w:t>
      </w:r>
      <w:r>
        <w:tab/>
        <w:t>2.025e0</w:t>
      </w:r>
    </w:p>
    <w:p w:rsidR="007B2329" w:rsidRDefault="007B2329" w:rsidP="007B2329">
      <w:r>
        <w:t>309.4956</w:t>
      </w:r>
      <w:r>
        <w:tab/>
        <w:t>2.025e0</w:t>
      </w:r>
    </w:p>
    <w:p w:rsidR="007B2329" w:rsidRDefault="007B2329" w:rsidP="007B2329">
      <w:r>
        <w:t>309.4978</w:t>
      </w:r>
      <w:r>
        <w:tab/>
        <w:t>1.013e0</w:t>
      </w:r>
    </w:p>
    <w:p w:rsidR="007B2329" w:rsidRDefault="007B2329" w:rsidP="007B2329">
      <w:r>
        <w:t>309.5259</w:t>
      </w:r>
      <w:r>
        <w:tab/>
        <w:t>1.013e0</w:t>
      </w:r>
    </w:p>
    <w:p w:rsidR="007B2329" w:rsidRDefault="007B2329" w:rsidP="007B2329">
      <w:r>
        <w:t>309.5724</w:t>
      </w:r>
      <w:r>
        <w:tab/>
        <w:t>2.025e0</w:t>
      </w:r>
    </w:p>
    <w:p w:rsidR="007B2329" w:rsidRDefault="007B2329" w:rsidP="007B2329">
      <w:r>
        <w:t>309.5780</w:t>
      </w:r>
      <w:r>
        <w:tab/>
        <w:t>1.013e0</w:t>
      </w:r>
    </w:p>
    <w:p w:rsidR="007B2329" w:rsidRDefault="007B2329" w:rsidP="007B2329">
      <w:r>
        <w:lastRenderedPageBreak/>
        <w:t>309.5860</w:t>
      </w:r>
      <w:r>
        <w:tab/>
        <w:t>1.013e0</w:t>
      </w:r>
    </w:p>
    <w:p w:rsidR="007B2329" w:rsidRDefault="007B2329" w:rsidP="007B2329">
      <w:r>
        <w:t>309.5901</w:t>
      </w:r>
      <w:r>
        <w:tab/>
        <w:t>1.013e0</w:t>
      </w:r>
    </w:p>
    <w:p w:rsidR="007B2329" w:rsidRDefault="007B2329" w:rsidP="007B2329">
      <w:r>
        <w:t>309.6100</w:t>
      </w:r>
      <w:r>
        <w:tab/>
        <w:t>1.013e0</w:t>
      </w:r>
    </w:p>
    <w:p w:rsidR="007B2329" w:rsidRDefault="007B2329" w:rsidP="007B2329">
      <w:r>
        <w:t>309.6152</w:t>
      </w:r>
      <w:r>
        <w:tab/>
        <w:t>2.025e0</w:t>
      </w:r>
    </w:p>
    <w:p w:rsidR="007B2329" w:rsidRDefault="007B2329" w:rsidP="007B2329">
      <w:r>
        <w:t>309.6261</w:t>
      </w:r>
      <w:r>
        <w:tab/>
        <w:t>2.025e0</w:t>
      </w:r>
    </w:p>
    <w:p w:rsidR="007B2329" w:rsidRDefault="007B2329" w:rsidP="007B2329">
      <w:r>
        <w:t>309.6285</w:t>
      </w:r>
      <w:r>
        <w:tab/>
        <w:t>1.013e0</w:t>
      </w:r>
    </w:p>
    <w:p w:rsidR="007B2329" w:rsidRDefault="007B2329" w:rsidP="007B2329">
      <w:r>
        <w:t>309.6382</w:t>
      </w:r>
      <w:r>
        <w:tab/>
        <w:t>1.013e0</w:t>
      </w:r>
    </w:p>
    <w:p w:rsidR="007B2329" w:rsidRDefault="007B2329" w:rsidP="007B2329">
      <w:r>
        <w:t>309.6487</w:t>
      </w:r>
      <w:r>
        <w:tab/>
        <w:t>1.025e0</w:t>
      </w:r>
    </w:p>
    <w:p w:rsidR="007B2329" w:rsidRDefault="007B2329" w:rsidP="007B2329">
      <w:r>
        <w:t>309.6661</w:t>
      </w:r>
      <w:r>
        <w:tab/>
        <w:t>1.013e0</w:t>
      </w:r>
    </w:p>
    <w:p w:rsidR="007B2329" w:rsidRDefault="007B2329" w:rsidP="007B2329">
      <w:r>
        <w:t>309.6703</w:t>
      </w:r>
      <w:r>
        <w:tab/>
        <w:t>1.013e0</w:t>
      </w:r>
    </w:p>
    <w:p w:rsidR="007B2329" w:rsidRDefault="007B2329" w:rsidP="007B2329">
      <w:r>
        <w:t>309.6743</w:t>
      </w:r>
      <w:r>
        <w:tab/>
        <w:t>3.038e0</w:t>
      </w:r>
    </w:p>
    <w:p w:rsidR="007B2329" w:rsidRDefault="007B2329" w:rsidP="007B2329">
      <w:r>
        <w:t>309.6780</w:t>
      </w:r>
      <w:r>
        <w:tab/>
        <w:t>3.889e0</w:t>
      </w:r>
    </w:p>
    <w:p w:rsidR="007B2329" w:rsidRDefault="007B2329" w:rsidP="007B2329">
      <w:r>
        <w:t>309.6791</w:t>
      </w:r>
      <w:r>
        <w:tab/>
        <w:t>1.013e0</w:t>
      </w:r>
    </w:p>
    <w:p w:rsidR="007B2329" w:rsidRDefault="007B2329" w:rsidP="007B2329">
      <w:r>
        <w:t>309.7022</w:t>
      </w:r>
      <w:r>
        <w:tab/>
        <w:t>1.013e0</w:t>
      </w:r>
    </w:p>
    <w:p w:rsidR="007B2329" w:rsidRDefault="007B2329" w:rsidP="007B2329">
      <w:r>
        <w:t>309.7072</w:t>
      </w:r>
      <w:r>
        <w:tab/>
        <w:t>1.013e0</w:t>
      </w:r>
    </w:p>
    <w:p w:rsidR="007B2329" w:rsidRDefault="007B2329" w:rsidP="007B2329">
      <w:r>
        <w:t>309.7184</w:t>
      </w:r>
      <w:r>
        <w:tab/>
        <w:t>1.013e0</w:t>
      </w:r>
    </w:p>
    <w:p w:rsidR="007B2329" w:rsidRDefault="007B2329" w:rsidP="007B2329">
      <w:r>
        <w:t>309.7353</w:t>
      </w:r>
      <w:r>
        <w:tab/>
        <w:t>2.025e0</w:t>
      </w:r>
    </w:p>
    <w:p w:rsidR="007B2329" w:rsidRDefault="007B2329" w:rsidP="007B2329">
      <w:r>
        <w:t>309.7415</w:t>
      </w:r>
      <w:r>
        <w:tab/>
        <w:t>3.038e0</w:t>
      </w:r>
    </w:p>
    <w:p w:rsidR="007B2329" w:rsidRDefault="007B2329" w:rsidP="007B2329">
      <w:r>
        <w:t>309.7582</w:t>
      </w:r>
      <w:r>
        <w:tab/>
        <w:t>1.013e0</w:t>
      </w:r>
    </w:p>
    <w:p w:rsidR="007B2329" w:rsidRDefault="007B2329" w:rsidP="007B2329">
      <w:r>
        <w:lastRenderedPageBreak/>
        <w:t>309.7634</w:t>
      </w:r>
      <w:r>
        <w:tab/>
        <w:t>1.013e0</w:t>
      </w:r>
    </w:p>
    <w:p w:rsidR="007B2329" w:rsidRDefault="007B2329" w:rsidP="007B2329">
      <w:r>
        <w:t>309.7684</w:t>
      </w:r>
      <w:r>
        <w:tab/>
        <w:t>5.063e0</w:t>
      </w:r>
    </w:p>
    <w:p w:rsidR="007B2329" w:rsidRDefault="007B2329" w:rsidP="007B2329">
      <w:r>
        <w:t>309.8204</w:t>
      </w:r>
      <w:r>
        <w:tab/>
        <w:t>2.025e0</w:t>
      </w:r>
    </w:p>
    <w:p w:rsidR="007B2329" w:rsidRDefault="007B2329" w:rsidP="007B2329">
      <w:r>
        <w:t>309.8344</w:t>
      </w:r>
      <w:r>
        <w:tab/>
        <w:t>1.013e0</w:t>
      </w:r>
    </w:p>
    <w:p w:rsidR="007B2329" w:rsidRDefault="007B2329" w:rsidP="007B2329">
      <w:r>
        <w:t>309.8386</w:t>
      </w:r>
      <w:r>
        <w:tab/>
        <w:t>1.013e0</w:t>
      </w:r>
    </w:p>
    <w:p w:rsidR="007B2329" w:rsidRDefault="007B2329" w:rsidP="007B2329">
      <w:r>
        <w:t>309.8589</w:t>
      </w:r>
      <w:r>
        <w:tab/>
        <w:t>2.025e0</w:t>
      </w:r>
    </w:p>
    <w:p w:rsidR="007B2329" w:rsidRDefault="007B2329" w:rsidP="007B2329">
      <w:r>
        <w:t>309.8645</w:t>
      </w:r>
      <w:r>
        <w:tab/>
        <w:t>4.051e0</w:t>
      </w:r>
    </w:p>
    <w:p w:rsidR="007B2329" w:rsidRDefault="007B2329" w:rsidP="007B2329">
      <w:r>
        <w:t>309.8705</w:t>
      </w:r>
      <w:r>
        <w:tab/>
        <w:t>2.025e0</w:t>
      </w:r>
    </w:p>
    <w:p w:rsidR="007B2329" w:rsidRDefault="007B2329" w:rsidP="007B2329">
      <w:r>
        <w:t>309.8813</w:t>
      </w:r>
      <w:r>
        <w:tab/>
        <w:t>1.013e0</w:t>
      </w:r>
    </w:p>
    <w:p w:rsidR="007B2329" w:rsidRDefault="007B2329" w:rsidP="007B2329">
      <w:r>
        <w:t>309.8867</w:t>
      </w:r>
      <w:r>
        <w:tab/>
        <w:t>1.013e0</w:t>
      </w:r>
    </w:p>
    <w:p w:rsidR="007B2329" w:rsidRDefault="007B2329" w:rsidP="007B2329">
      <w:r>
        <w:t>309.8986</w:t>
      </w:r>
      <w:r>
        <w:tab/>
        <w:t>1.013e0</w:t>
      </w:r>
    </w:p>
    <w:p w:rsidR="007B2329" w:rsidRDefault="007B2329" w:rsidP="007B2329">
      <w:r>
        <w:t>309.9186</w:t>
      </w:r>
      <w:r>
        <w:tab/>
        <w:t>4.051e0</w:t>
      </w:r>
    </w:p>
    <w:p w:rsidR="007B2329" w:rsidRDefault="007B2329" w:rsidP="007B2329">
      <w:r>
        <w:t>309.9265</w:t>
      </w:r>
      <w:r>
        <w:tab/>
        <w:t>1.013e0</w:t>
      </w:r>
    </w:p>
    <w:p w:rsidR="007B2329" w:rsidRDefault="007B2329" w:rsidP="007B2329">
      <w:r>
        <w:t>309.9347</w:t>
      </w:r>
      <w:r>
        <w:tab/>
        <w:t>2.025e0</w:t>
      </w:r>
    </w:p>
    <w:p w:rsidR="007B2329" w:rsidRDefault="007B2329" w:rsidP="007B2329">
      <w:r>
        <w:t>309.9437</w:t>
      </w:r>
      <w:r>
        <w:tab/>
        <w:t>3.038e0</w:t>
      </w:r>
    </w:p>
    <w:p w:rsidR="007B2329" w:rsidRDefault="007B2329" w:rsidP="007B2329">
      <w:r>
        <w:t>309.9545</w:t>
      </w:r>
      <w:r>
        <w:tab/>
        <w:t>1.013e0</w:t>
      </w:r>
    </w:p>
    <w:p w:rsidR="007B2329" w:rsidRDefault="007B2329" w:rsidP="007B2329">
      <w:r>
        <w:t>309.9657</w:t>
      </w:r>
      <w:r>
        <w:tab/>
        <w:t>1.013e0</w:t>
      </w:r>
    </w:p>
    <w:p w:rsidR="007B2329" w:rsidRDefault="007B2329" w:rsidP="007B2329">
      <w:r>
        <w:t>309.9767</w:t>
      </w:r>
      <w:r>
        <w:tab/>
        <w:t>1.025e0</w:t>
      </w:r>
    </w:p>
    <w:p w:rsidR="007B2329" w:rsidRDefault="007B2329" w:rsidP="007B2329">
      <w:r>
        <w:t>309.9788</w:t>
      </w:r>
      <w:r>
        <w:tab/>
        <w:t>1.013e0</w:t>
      </w:r>
    </w:p>
    <w:p w:rsidR="007B2329" w:rsidRDefault="007B2329" w:rsidP="007B2329">
      <w:r>
        <w:lastRenderedPageBreak/>
        <w:t>309.9826</w:t>
      </w:r>
      <w:r>
        <w:tab/>
        <w:t>1.013e0</w:t>
      </w:r>
    </w:p>
    <w:p w:rsidR="007B2329" w:rsidRDefault="007B2329" w:rsidP="007B2329">
      <w:r>
        <w:t>309.9933</w:t>
      </w:r>
      <w:r>
        <w:tab/>
        <w:t>4.051e0</w:t>
      </w:r>
    </w:p>
    <w:p w:rsidR="007B2329" w:rsidRDefault="007B2329" w:rsidP="007B2329">
      <w:r>
        <w:t>310.0027</w:t>
      </w:r>
      <w:r>
        <w:tab/>
        <w:t>1.013e0</w:t>
      </w:r>
    </w:p>
    <w:p w:rsidR="007B2329" w:rsidRDefault="007B2329" w:rsidP="007B2329">
      <w:r>
        <w:t>310.0269</w:t>
      </w:r>
      <w:r>
        <w:tab/>
        <w:t>1.013e0</w:t>
      </w:r>
    </w:p>
    <w:p w:rsidR="007B2329" w:rsidRDefault="007B2329" w:rsidP="007B2329">
      <w:r>
        <w:t>310.0347</w:t>
      </w:r>
      <w:r>
        <w:tab/>
        <w:t>4.051e0</w:t>
      </w:r>
    </w:p>
    <w:p w:rsidR="007B2329" w:rsidRDefault="007B2329" w:rsidP="007B2329">
      <w:r>
        <w:t>310.0414</w:t>
      </w:r>
      <w:r>
        <w:tab/>
        <w:t>1.025e0</w:t>
      </w:r>
    </w:p>
    <w:p w:rsidR="007B2329" w:rsidRDefault="007B2329" w:rsidP="007B2329">
      <w:r>
        <w:t>310.0669</w:t>
      </w:r>
      <w:r>
        <w:tab/>
        <w:t>1.013e0</w:t>
      </w:r>
    </w:p>
    <w:p w:rsidR="007B2329" w:rsidRDefault="007B2329" w:rsidP="007B2329">
      <w:r>
        <w:t>310.0768</w:t>
      </w:r>
      <w:r>
        <w:tab/>
        <w:t>2.025e0</w:t>
      </w:r>
    </w:p>
    <w:p w:rsidR="007B2329" w:rsidRDefault="007B2329" w:rsidP="007B2329">
      <w:r>
        <w:t>310.0906</w:t>
      </w:r>
      <w:r>
        <w:tab/>
        <w:t>3.038e0</w:t>
      </w:r>
    </w:p>
    <w:p w:rsidR="007B2329" w:rsidRDefault="007B2329" w:rsidP="007B2329">
      <w:r>
        <w:t>310.1006</w:t>
      </w:r>
      <w:r>
        <w:tab/>
        <w:t>2.025e0</w:t>
      </w:r>
    </w:p>
    <w:p w:rsidR="007B2329" w:rsidRDefault="007B2329" w:rsidP="007B2329">
      <w:r>
        <w:t>310.1062</w:t>
      </w:r>
      <w:r>
        <w:tab/>
        <w:t>1.013e0</w:t>
      </w:r>
    </w:p>
    <w:p w:rsidR="007B2329" w:rsidRDefault="007B2329" w:rsidP="007B2329">
      <w:r>
        <w:t>310.1109</w:t>
      </w:r>
      <w:r>
        <w:tab/>
        <w:t>1.013e0</w:t>
      </w:r>
    </w:p>
    <w:p w:rsidR="007B2329" w:rsidRDefault="007B2329" w:rsidP="007B2329">
      <w:r>
        <w:t>310.1119</w:t>
      </w:r>
      <w:r>
        <w:tab/>
        <w:t>1.938e0</w:t>
      </w:r>
    </w:p>
    <w:p w:rsidR="007B2329" w:rsidRDefault="007B2329" w:rsidP="007B2329">
      <w:r>
        <w:t>310.1191</w:t>
      </w:r>
      <w:r>
        <w:tab/>
        <w:t>2.598e0</w:t>
      </w:r>
    </w:p>
    <w:p w:rsidR="007B2329" w:rsidRDefault="007B2329" w:rsidP="007B2329">
      <w:r>
        <w:t>310.1411</w:t>
      </w:r>
      <w:r>
        <w:tab/>
        <w:t>2.486e0</w:t>
      </w:r>
    </w:p>
    <w:p w:rsidR="007B2329" w:rsidRDefault="007B2329" w:rsidP="007B2329">
      <w:r>
        <w:t>310.1430</w:t>
      </w:r>
      <w:r>
        <w:tab/>
        <w:t>1.013e0</w:t>
      </w:r>
    </w:p>
    <w:p w:rsidR="007B2329" w:rsidRDefault="007B2329" w:rsidP="007B2329">
      <w:r>
        <w:t>310.1551</w:t>
      </w:r>
      <w:r>
        <w:tab/>
        <w:t>2.025e0</w:t>
      </w:r>
    </w:p>
    <w:p w:rsidR="007B2329" w:rsidRDefault="007B2329" w:rsidP="007B2329">
      <w:r>
        <w:t>310.1712</w:t>
      </w:r>
      <w:r>
        <w:tab/>
        <w:t>2.688e0</w:t>
      </w:r>
    </w:p>
    <w:p w:rsidR="007B2329" w:rsidRDefault="007B2329" w:rsidP="007B2329">
      <w:r>
        <w:t>310.1735</w:t>
      </w:r>
      <w:r>
        <w:tab/>
        <w:t>3.791e0</w:t>
      </w:r>
    </w:p>
    <w:p w:rsidR="007B2329" w:rsidRDefault="007B2329" w:rsidP="007B2329">
      <w:r>
        <w:lastRenderedPageBreak/>
        <w:t>310.1750</w:t>
      </w:r>
      <w:r>
        <w:tab/>
        <w:t>4.723e0</w:t>
      </w:r>
    </w:p>
    <w:p w:rsidR="007B2329" w:rsidRDefault="007B2329" w:rsidP="007B2329">
      <w:r>
        <w:t>310.2019</w:t>
      </w:r>
      <w:r>
        <w:tab/>
        <w:t>2.744e0</w:t>
      </w:r>
    </w:p>
    <w:p w:rsidR="007B2329" w:rsidRDefault="007B2329" w:rsidP="007B2329">
      <w:r>
        <w:t>310.2131</w:t>
      </w:r>
      <w:r>
        <w:tab/>
        <w:t>1.013e0</w:t>
      </w:r>
    </w:p>
    <w:p w:rsidR="007B2329" w:rsidRDefault="007B2329" w:rsidP="007B2329">
      <w:r>
        <w:t>310.2202</w:t>
      </w:r>
      <w:r>
        <w:tab/>
        <w:t>3.038e0</w:t>
      </w:r>
    </w:p>
    <w:p w:rsidR="007B2329" w:rsidRDefault="007B2329" w:rsidP="007B2329">
      <w:r>
        <w:t>310.2236</w:t>
      </w:r>
      <w:r>
        <w:tab/>
        <w:t>3.561e0</w:t>
      </w:r>
    </w:p>
    <w:p w:rsidR="007B2329" w:rsidRDefault="007B2329" w:rsidP="007B2329">
      <w:r>
        <w:t>310.2298</w:t>
      </w:r>
      <w:r>
        <w:tab/>
        <w:t>2.025e0</w:t>
      </w:r>
    </w:p>
    <w:p w:rsidR="007B2329" w:rsidRDefault="007B2329" w:rsidP="007B2329">
      <w:r>
        <w:t>310.2313</w:t>
      </w:r>
      <w:r>
        <w:tab/>
        <w:t>1.013e0</w:t>
      </w:r>
    </w:p>
    <w:p w:rsidR="007B2329" w:rsidRDefault="007B2329" w:rsidP="007B2329">
      <w:r>
        <w:t>310.2394</w:t>
      </w:r>
      <w:r>
        <w:tab/>
        <w:t>2.025e0</w:t>
      </w:r>
    </w:p>
    <w:p w:rsidR="007B2329" w:rsidRDefault="007B2329" w:rsidP="007B2329">
      <w:r>
        <w:t>310.2468</w:t>
      </w:r>
      <w:r>
        <w:tab/>
        <w:t>1.013e0</w:t>
      </w:r>
    </w:p>
    <w:p w:rsidR="007B2329" w:rsidRDefault="007B2329" w:rsidP="007B2329">
      <w:r>
        <w:t>310.2728</w:t>
      </w:r>
      <w:r>
        <w:tab/>
        <w:t>3.038e0</w:t>
      </w:r>
    </w:p>
    <w:p w:rsidR="007B2329" w:rsidRDefault="007B2329" w:rsidP="007B2329">
      <w:r>
        <w:t>310.2789</w:t>
      </w:r>
      <w:r>
        <w:tab/>
        <w:t>2.141e0</w:t>
      </w:r>
    </w:p>
    <w:p w:rsidR="007B2329" w:rsidRDefault="007B2329" w:rsidP="007B2329">
      <w:r>
        <w:t>310.2834</w:t>
      </w:r>
      <w:r>
        <w:tab/>
        <w:t>3.038e0</w:t>
      </w:r>
    </w:p>
    <w:p w:rsidR="007B2329" w:rsidRDefault="007B2329" w:rsidP="007B2329">
      <w:r>
        <w:t>310.2948</w:t>
      </w:r>
      <w:r>
        <w:tab/>
        <w:t>3.038e0</w:t>
      </w:r>
    </w:p>
    <w:p w:rsidR="007B2329" w:rsidRDefault="007B2329" w:rsidP="007B2329">
      <w:r>
        <w:t>310.3256</w:t>
      </w:r>
      <w:r>
        <w:tab/>
        <w:t>1.013e0</w:t>
      </w:r>
    </w:p>
    <w:p w:rsidR="007B2329" w:rsidRDefault="007B2329" w:rsidP="007B2329">
      <w:r>
        <w:t>310.3313</w:t>
      </w:r>
      <w:r>
        <w:tab/>
        <w:t>1.013e0</w:t>
      </w:r>
    </w:p>
    <w:p w:rsidR="007B2329" w:rsidRDefault="007B2329" w:rsidP="007B2329">
      <w:r>
        <w:t>310.3396</w:t>
      </w:r>
      <w:r>
        <w:tab/>
        <w:t>1.013e0</w:t>
      </w:r>
    </w:p>
    <w:p w:rsidR="007B2329" w:rsidRDefault="007B2329" w:rsidP="007B2329">
      <w:r>
        <w:t>310.3481</w:t>
      </w:r>
      <w:r>
        <w:tab/>
        <w:t>1.013e0</w:t>
      </w:r>
    </w:p>
    <w:p w:rsidR="007B2329" w:rsidRDefault="007B2329" w:rsidP="007B2329">
      <w:r>
        <w:t>310.3492</w:t>
      </w:r>
      <w:r>
        <w:tab/>
        <w:t>1.025e0</w:t>
      </w:r>
    </w:p>
    <w:p w:rsidR="007B2329" w:rsidRDefault="007B2329" w:rsidP="007B2329">
      <w:r>
        <w:t>310.3508</w:t>
      </w:r>
      <w:r>
        <w:tab/>
        <w:t>3.038e0</w:t>
      </w:r>
    </w:p>
    <w:p w:rsidR="007B2329" w:rsidRDefault="007B2329" w:rsidP="007B2329">
      <w:r>
        <w:lastRenderedPageBreak/>
        <w:t>310.3537</w:t>
      </w:r>
      <w:r>
        <w:tab/>
        <w:t>1.013e0</w:t>
      </w:r>
    </w:p>
    <w:p w:rsidR="007B2329" w:rsidRDefault="007B2329" w:rsidP="007B2329">
      <w:r>
        <w:t>310.3675</w:t>
      </w:r>
      <w:r>
        <w:tab/>
        <w:t>1.013e0</w:t>
      </w:r>
    </w:p>
    <w:p w:rsidR="007B2329" w:rsidRDefault="007B2329" w:rsidP="007B2329">
      <w:r>
        <w:t>310.3956</w:t>
      </w:r>
      <w:r>
        <w:tab/>
        <w:t>2.025e0</w:t>
      </w:r>
    </w:p>
    <w:p w:rsidR="007B2329" w:rsidRDefault="007B2329" w:rsidP="007B2329">
      <w:r>
        <w:t>310.4087</w:t>
      </w:r>
      <w:r>
        <w:tab/>
        <w:t>3.038e0</w:t>
      </w:r>
    </w:p>
    <w:p w:rsidR="007B2329" w:rsidRDefault="007B2329" w:rsidP="007B2329">
      <w:r>
        <w:t>310.4111</w:t>
      </w:r>
      <w:r>
        <w:tab/>
        <w:t>4.051e0</w:t>
      </w:r>
    </w:p>
    <w:p w:rsidR="007B2329" w:rsidRDefault="007B2329" w:rsidP="007B2329">
      <w:r>
        <w:t>310.4303</w:t>
      </w:r>
      <w:r>
        <w:tab/>
        <w:t>2.025e0</w:t>
      </w:r>
    </w:p>
    <w:p w:rsidR="007B2329" w:rsidRDefault="007B2329" w:rsidP="007B2329">
      <w:r>
        <w:t>310.4381</w:t>
      </w:r>
      <w:r>
        <w:tab/>
        <w:t>1.013e0</w:t>
      </w:r>
    </w:p>
    <w:p w:rsidR="007B2329" w:rsidRDefault="007B2329" w:rsidP="007B2329">
      <w:r>
        <w:t>310.4477</w:t>
      </w:r>
      <w:r>
        <w:tab/>
        <w:t>1.013e0</w:t>
      </w:r>
    </w:p>
    <w:p w:rsidR="007B2329" w:rsidRDefault="007B2329" w:rsidP="007B2329">
      <w:r>
        <w:t>310.4663</w:t>
      </w:r>
      <w:r>
        <w:tab/>
        <w:t>2.025e0</w:t>
      </w:r>
    </w:p>
    <w:p w:rsidR="007B2329" w:rsidRDefault="007B2329" w:rsidP="007B2329">
      <w:r>
        <w:t>310.4757</w:t>
      </w:r>
      <w:r>
        <w:tab/>
        <w:t>1.013e0</w:t>
      </w:r>
    </w:p>
    <w:p w:rsidR="007B2329" w:rsidRDefault="007B2329" w:rsidP="007B2329">
      <w:r>
        <w:t>310.4798</w:t>
      </w:r>
      <w:r>
        <w:tab/>
        <w:t>1.013e0</w:t>
      </w:r>
    </w:p>
    <w:p w:rsidR="007B2329" w:rsidRDefault="007B2329" w:rsidP="007B2329">
      <w:r>
        <w:t>310.5039</w:t>
      </w:r>
      <w:r>
        <w:tab/>
        <w:t>1.013e0</w:t>
      </w:r>
    </w:p>
    <w:p w:rsidR="007B2329" w:rsidRDefault="007B2329" w:rsidP="007B2329">
      <w:r>
        <w:t>310.5078</w:t>
      </w:r>
      <w:r>
        <w:tab/>
        <w:t>1.013e0</w:t>
      </w:r>
    </w:p>
    <w:p w:rsidR="007B2329" w:rsidRDefault="007B2329" w:rsidP="007B2329">
      <w:r>
        <w:t>310.5114</w:t>
      </w:r>
      <w:r>
        <w:tab/>
        <w:t>2.025e0</w:t>
      </w:r>
    </w:p>
    <w:p w:rsidR="007B2329" w:rsidRDefault="007B2329" w:rsidP="007B2329">
      <w:r>
        <w:t>310.5319</w:t>
      </w:r>
      <w:r>
        <w:tab/>
        <w:t>2.025e0</w:t>
      </w:r>
    </w:p>
    <w:p w:rsidR="007B2329" w:rsidRDefault="007B2329" w:rsidP="007B2329">
      <w:r>
        <w:t>310.5453</w:t>
      </w:r>
      <w:r>
        <w:tab/>
        <w:t>1.013e0</w:t>
      </w:r>
    </w:p>
    <w:p w:rsidR="007B2329" w:rsidRDefault="007B2329" w:rsidP="007B2329">
      <w:r>
        <w:t>310.5644</w:t>
      </w:r>
      <w:r>
        <w:tab/>
        <w:t>4.051e0</w:t>
      </w:r>
    </w:p>
    <w:p w:rsidR="007B2329" w:rsidRDefault="007B2329" w:rsidP="007B2329">
      <w:r>
        <w:t>310.5660</w:t>
      </w:r>
      <w:r>
        <w:tab/>
        <w:t>1.025e0</w:t>
      </w:r>
    </w:p>
    <w:p w:rsidR="007B2329" w:rsidRDefault="007B2329" w:rsidP="007B2329">
      <w:r>
        <w:t>310.5796</w:t>
      </w:r>
      <w:r>
        <w:tab/>
        <w:t>2.025e0</w:t>
      </w:r>
    </w:p>
    <w:p w:rsidR="007B2329" w:rsidRDefault="007B2329" w:rsidP="007B2329">
      <w:r>
        <w:lastRenderedPageBreak/>
        <w:t>310.5921</w:t>
      </w:r>
      <w:r>
        <w:tab/>
        <w:t>1.013e0</w:t>
      </w:r>
    </w:p>
    <w:p w:rsidR="007B2329" w:rsidRDefault="007B2329" w:rsidP="007B2329">
      <w:r>
        <w:t>310.5959</w:t>
      </w:r>
      <w:r>
        <w:tab/>
        <w:t>1.013e0</w:t>
      </w:r>
    </w:p>
    <w:p w:rsidR="007B2329" w:rsidRDefault="007B2329" w:rsidP="007B2329">
      <w:r>
        <w:t>310.6014</w:t>
      </w:r>
      <w:r>
        <w:tab/>
        <w:t>1.013e0</w:t>
      </w:r>
    </w:p>
    <w:p w:rsidR="007B2329" w:rsidRDefault="007B2329" w:rsidP="007B2329">
      <w:r>
        <w:t>310.6121</w:t>
      </w:r>
      <w:r>
        <w:tab/>
        <w:t>1.013e0</w:t>
      </w:r>
    </w:p>
    <w:p w:rsidR="007B2329" w:rsidRDefault="007B2329" w:rsidP="007B2329">
      <w:r>
        <w:t>310.6142</w:t>
      </w:r>
      <w:r>
        <w:tab/>
        <w:t>2.063e0</w:t>
      </w:r>
    </w:p>
    <w:p w:rsidR="007B2329" w:rsidRDefault="007B2329" w:rsidP="007B2329">
      <w:r>
        <w:t>310.6295</w:t>
      </w:r>
      <w:r>
        <w:tab/>
        <w:t>1.013e0</w:t>
      </w:r>
    </w:p>
    <w:p w:rsidR="007B2329" w:rsidRDefault="007B2329" w:rsidP="007B2329">
      <w:r>
        <w:t>310.6352</w:t>
      </w:r>
      <w:r>
        <w:tab/>
        <w:t>2.025e0</w:t>
      </w:r>
    </w:p>
    <w:p w:rsidR="007B2329" w:rsidRDefault="007B2329" w:rsidP="007B2329">
      <w:r>
        <w:t>310.6401</w:t>
      </w:r>
      <w:r>
        <w:tab/>
        <w:t>1.013e0</w:t>
      </w:r>
    </w:p>
    <w:p w:rsidR="007B2329" w:rsidRDefault="007B2329" w:rsidP="007B2329">
      <w:r>
        <w:t>310.6578</w:t>
      </w:r>
      <w:r>
        <w:tab/>
        <w:t>1.013e0</w:t>
      </w:r>
    </w:p>
    <w:p w:rsidR="007B2329" w:rsidRDefault="007B2329" w:rsidP="007B2329">
      <w:r>
        <w:t>310.6916</w:t>
      </w:r>
      <w:r>
        <w:tab/>
        <w:t>1.013e0</w:t>
      </w:r>
    </w:p>
    <w:p w:rsidR="007B2329" w:rsidRDefault="007B2329" w:rsidP="007B2329">
      <w:r>
        <w:t>310.7002</w:t>
      </w:r>
      <w:r>
        <w:tab/>
        <w:t>1.013e0</w:t>
      </w:r>
    </w:p>
    <w:p w:rsidR="007B2329" w:rsidRDefault="007B2329" w:rsidP="007B2329">
      <w:r>
        <w:t>310.7198</w:t>
      </w:r>
      <w:r>
        <w:tab/>
        <w:t>1.013e0</w:t>
      </w:r>
    </w:p>
    <w:p w:rsidR="007B2329" w:rsidRDefault="007B2329" w:rsidP="007B2329">
      <w:r>
        <w:t>310.7367</w:t>
      </w:r>
      <w:r>
        <w:tab/>
        <w:t>2.025e0</w:t>
      </w:r>
    </w:p>
    <w:p w:rsidR="007B2329" w:rsidRDefault="007B2329" w:rsidP="007B2329">
      <w:r>
        <w:t>310.7423</w:t>
      </w:r>
      <w:r>
        <w:tab/>
        <w:t>2.025e0</w:t>
      </w:r>
    </w:p>
    <w:p w:rsidR="007B2329" w:rsidRDefault="007B2329" w:rsidP="007B2329">
      <w:r>
        <w:t>310.7522</w:t>
      </w:r>
      <w:r>
        <w:tab/>
        <w:t>5.063e0</w:t>
      </w:r>
    </w:p>
    <w:p w:rsidR="007B2329" w:rsidRDefault="007B2329" w:rsidP="007B2329">
      <w:r>
        <w:t>310.8085</w:t>
      </w:r>
      <w:r>
        <w:tab/>
        <w:t>2.025e0</w:t>
      </w:r>
    </w:p>
    <w:p w:rsidR="007B2329" w:rsidRDefault="007B2329" w:rsidP="007B2329">
      <w:r>
        <w:t>310.8126</w:t>
      </w:r>
      <w:r>
        <w:tab/>
        <w:t>1.013e0</w:t>
      </w:r>
    </w:p>
    <w:p w:rsidR="007B2329" w:rsidRDefault="007B2329" w:rsidP="007B2329">
      <w:r>
        <w:t>310.8212</w:t>
      </w:r>
      <w:r>
        <w:tab/>
        <w:t>1.013e0</w:t>
      </w:r>
    </w:p>
    <w:p w:rsidR="007B2329" w:rsidRDefault="007B2329" w:rsidP="007B2329">
      <w:r>
        <w:t>310.8391</w:t>
      </w:r>
      <w:r>
        <w:tab/>
        <w:t>1.038e0</w:t>
      </w:r>
    </w:p>
    <w:p w:rsidR="007B2329" w:rsidRDefault="007B2329" w:rsidP="007B2329">
      <w:r>
        <w:lastRenderedPageBreak/>
        <w:t>310.8472</w:t>
      </w:r>
      <w:r>
        <w:tab/>
        <w:t>2.025e0</w:t>
      </w:r>
    </w:p>
    <w:p w:rsidR="007B2329" w:rsidRDefault="007B2329" w:rsidP="007B2329">
      <w:r>
        <w:t>310.8775</w:t>
      </w:r>
      <w:r>
        <w:tab/>
        <w:t>1.013e0</w:t>
      </w:r>
    </w:p>
    <w:p w:rsidR="007B2329" w:rsidRDefault="007B2329" w:rsidP="007B2329">
      <w:r>
        <w:t>310.8827</w:t>
      </w:r>
      <w:r>
        <w:tab/>
        <w:t>2.025e0</w:t>
      </w:r>
    </w:p>
    <w:p w:rsidR="007B2329" w:rsidRDefault="007B2329" w:rsidP="007B2329">
      <w:r>
        <w:t>310.8888</w:t>
      </w:r>
      <w:r>
        <w:tab/>
        <w:t>1.013e0</w:t>
      </w:r>
    </w:p>
    <w:p w:rsidR="007B2329" w:rsidRDefault="007B2329" w:rsidP="007B2329">
      <w:r>
        <w:t>310.8928</w:t>
      </w:r>
      <w:r>
        <w:tab/>
        <w:t>1.013e0</w:t>
      </w:r>
    </w:p>
    <w:p w:rsidR="007B2329" w:rsidRDefault="007B2329" w:rsidP="007B2329">
      <w:r>
        <w:t>310.9008</w:t>
      </w:r>
      <w:r>
        <w:tab/>
        <w:t>2.025e0</w:t>
      </w:r>
    </w:p>
    <w:p w:rsidR="007B2329" w:rsidRDefault="007B2329" w:rsidP="007B2329">
      <w:r>
        <w:t>310.9319</w:t>
      </w:r>
      <w:r>
        <w:tab/>
        <w:t>2.025e0</w:t>
      </w:r>
    </w:p>
    <w:p w:rsidR="007B2329" w:rsidRDefault="007B2329" w:rsidP="007B2329">
      <w:r>
        <w:t>310.9421</w:t>
      </w:r>
      <w:r>
        <w:tab/>
        <w:t>2.025e0</w:t>
      </w:r>
    </w:p>
    <w:p w:rsidR="007B2329" w:rsidRDefault="007B2329" w:rsidP="007B2329">
      <w:r>
        <w:t>310.9484</w:t>
      </w:r>
      <w:r>
        <w:tab/>
        <w:t>4.051e0</w:t>
      </w:r>
    </w:p>
    <w:p w:rsidR="007B2329" w:rsidRDefault="007B2329" w:rsidP="007B2329">
      <w:r>
        <w:t>310.9565</w:t>
      </w:r>
      <w:r>
        <w:tab/>
        <w:t>5.063e0</w:t>
      </w:r>
    </w:p>
    <w:p w:rsidR="007B2329" w:rsidRDefault="007B2329" w:rsidP="007B2329">
      <w:r>
        <w:t>310.9677</w:t>
      </w:r>
      <w:r>
        <w:tab/>
        <w:t>1.013e0</w:t>
      </w:r>
    </w:p>
    <w:p w:rsidR="007B2329" w:rsidRDefault="007B2329" w:rsidP="007B2329">
      <w:r>
        <w:t>310.9998</w:t>
      </w:r>
      <w:r>
        <w:tab/>
        <w:t>2.025e0</w:t>
      </w:r>
    </w:p>
    <w:p w:rsidR="007B2329" w:rsidRDefault="007B2329" w:rsidP="007B2329">
      <w:r>
        <w:t>311.0050</w:t>
      </w:r>
      <w:r>
        <w:tab/>
        <w:t>1.013e0</w:t>
      </w:r>
    </w:p>
    <w:p w:rsidR="007B2329" w:rsidRDefault="007B2329" w:rsidP="007B2329">
      <w:r>
        <w:t>311.0092</w:t>
      </w:r>
      <w:r>
        <w:tab/>
        <w:t>1.013e0</w:t>
      </w:r>
    </w:p>
    <w:p w:rsidR="007B2329" w:rsidRDefault="007B2329" w:rsidP="007B2329">
      <w:r>
        <w:t>311.0573</w:t>
      </w:r>
      <w:r>
        <w:tab/>
        <w:t>1.013e0</w:t>
      </w:r>
    </w:p>
    <w:p w:rsidR="007B2329" w:rsidRDefault="007B2329" w:rsidP="007B2329">
      <w:r>
        <w:t>311.0612</w:t>
      </w:r>
      <w:r>
        <w:tab/>
        <w:t>2.025e0</w:t>
      </w:r>
    </w:p>
    <w:p w:rsidR="007B2329" w:rsidRDefault="007B2329" w:rsidP="007B2329">
      <w:r>
        <w:t>311.0630</w:t>
      </w:r>
      <w:r>
        <w:tab/>
        <w:t>3.038e0</w:t>
      </w:r>
    </w:p>
    <w:p w:rsidR="007B2329" w:rsidRDefault="007B2329" w:rsidP="007B2329">
      <w:r>
        <w:t>311.0675</w:t>
      </w:r>
      <w:r>
        <w:tab/>
        <w:t>1.025e0</w:t>
      </w:r>
    </w:p>
    <w:p w:rsidR="007B2329" w:rsidRDefault="007B2329" w:rsidP="007B2329">
      <w:r>
        <w:t>311.0804</w:t>
      </w:r>
      <w:r>
        <w:tab/>
        <w:t>1.013e0</w:t>
      </w:r>
    </w:p>
    <w:p w:rsidR="007B2329" w:rsidRDefault="007B2329" w:rsidP="007B2329">
      <w:r>
        <w:lastRenderedPageBreak/>
        <w:t>311.1032</w:t>
      </w:r>
      <w:r>
        <w:tab/>
        <w:t>3.038e0</w:t>
      </w:r>
    </w:p>
    <w:p w:rsidR="007B2329" w:rsidRDefault="007B2329" w:rsidP="007B2329">
      <w:r>
        <w:t>311.1154</w:t>
      </w:r>
      <w:r>
        <w:tab/>
        <w:t>6.129e-1</w:t>
      </w:r>
    </w:p>
    <w:p w:rsidR="007B2329" w:rsidRDefault="007B2329" w:rsidP="007B2329">
      <w:r>
        <w:t>311.1255</w:t>
      </w:r>
      <w:r>
        <w:tab/>
        <w:t>2.243e-1</w:t>
      </w:r>
    </w:p>
    <w:p w:rsidR="007B2329" w:rsidRDefault="007B2329" w:rsidP="007B2329">
      <w:r>
        <w:t>311.1474</w:t>
      </w:r>
      <w:r>
        <w:tab/>
        <w:t>2.532e-2</w:t>
      </w:r>
    </w:p>
    <w:p w:rsidR="007B2329" w:rsidRDefault="007B2329" w:rsidP="007B2329">
      <w:r>
        <w:t>311.1542</w:t>
      </w:r>
      <w:r>
        <w:tab/>
        <w:t>1.413e0</w:t>
      </w:r>
    </w:p>
    <w:p w:rsidR="007B2329" w:rsidRDefault="007B2329" w:rsidP="007B2329">
      <w:r>
        <w:t>311.1696</w:t>
      </w:r>
      <w:r>
        <w:tab/>
        <w:t>1.013e0</w:t>
      </w:r>
    </w:p>
    <w:p w:rsidR="007B2329" w:rsidRDefault="007B2329" w:rsidP="007B2329">
      <w:r>
        <w:t>311.1739</w:t>
      </w:r>
      <w:r>
        <w:tab/>
        <w:t>5.617e0</w:t>
      </w:r>
    </w:p>
    <w:p w:rsidR="007B2329" w:rsidRDefault="007B2329" w:rsidP="007B2329">
      <w:r>
        <w:t>311.1832</w:t>
      </w:r>
      <w:r>
        <w:tab/>
        <w:t>9.232e-1</w:t>
      </w:r>
    </w:p>
    <w:p w:rsidR="007B2329" w:rsidRDefault="007B2329" w:rsidP="007B2329">
      <w:r>
        <w:t>311.1940</w:t>
      </w:r>
      <w:r>
        <w:tab/>
        <w:t>3.038e0</w:t>
      </w:r>
    </w:p>
    <w:p w:rsidR="007B2329" w:rsidRDefault="007B2329" w:rsidP="007B2329">
      <w:r>
        <w:t>311.2216</w:t>
      </w:r>
      <w:r>
        <w:tab/>
        <w:t>1.013e0</w:t>
      </w:r>
    </w:p>
    <w:p w:rsidR="007B2329" w:rsidRDefault="007B2329" w:rsidP="007B2329">
      <w:r>
        <w:t>311.2337</w:t>
      </w:r>
      <w:r>
        <w:tab/>
        <w:t>3.038e0</w:t>
      </w:r>
    </w:p>
    <w:p w:rsidR="007B2329" w:rsidRDefault="007B2329" w:rsidP="007B2329">
      <w:r>
        <w:t>311.2389</w:t>
      </w:r>
      <w:r>
        <w:tab/>
        <w:t>4.404e0</w:t>
      </w:r>
    </w:p>
    <w:p w:rsidR="007B2329" w:rsidRDefault="007B2329" w:rsidP="007B2329">
      <w:r>
        <w:t>311.2617</w:t>
      </w:r>
      <w:r>
        <w:tab/>
        <w:t>2.025e0</w:t>
      </w:r>
    </w:p>
    <w:p w:rsidR="007B2329" w:rsidRDefault="007B2329" w:rsidP="007B2329">
      <w:r>
        <w:t>311.2666</w:t>
      </w:r>
      <w:r>
        <w:tab/>
        <w:t>1.013e0</w:t>
      </w:r>
    </w:p>
    <w:p w:rsidR="007B2329" w:rsidRDefault="007B2329" w:rsidP="007B2329">
      <w:r>
        <w:t>311.2719</w:t>
      </w:r>
      <w:r>
        <w:tab/>
        <w:t>3.038e0</w:t>
      </w:r>
    </w:p>
    <w:p w:rsidR="007B2329" w:rsidRDefault="007B2329" w:rsidP="007B2329">
      <w:r>
        <w:t>311.3004</w:t>
      </w:r>
      <w:r>
        <w:tab/>
        <w:t>1.013e0</w:t>
      </w:r>
    </w:p>
    <w:p w:rsidR="007B2329" w:rsidRDefault="007B2329" w:rsidP="007B2329">
      <w:r>
        <w:t>311.3060</w:t>
      </w:r>
      <w:r>
        <w:tab/>
        <w:t>1.013e0</w:t>
      </w:r>
    </w:p>
    <w:p w:rsidR="007B2329" w:rsidRDefault="007B2329" w:rsidP="007B2329">
      <w:r>
        <w:t>311.3098</w:t>
      </w:r>
      <w:r>
        <w:tab/>
        <w:t>1.013e0</w:t>
      </w:r>
    </w:p>
    <w:p w:rsidR="007B2329" w:rsidRDefault="007B2329" w:rsidP="007B2329">
      <w:r>
        <w:t>311.3230</w:t>
      </w:r>
      <w:r>
        <w:tab/>
        <w:t>2.025e0</w:t>
      </w:r>
    </w:p>
    <w:p w:rsidR="007B2329" w:rsidRDefault="007B2329" w:rsidP="007B2329">
      <w:r>
        <w:lastRenderedPageBreak/>
        <w:t>311.3282</w:t>
      </w:r>
      <w:r>
        <w:tab/>
        <w:t>3.038e0</w:t>
      </w:r>
    </w:p>
    <w:p w:rsidR="007B2329" w:rsidRDefault="007B2329" w:rsidP="007B2329">
      <w:r>
        <w:t>311.3439</w:t>
      </w:r>
      <w:r>
        <w:tab/>
        <w:t>2.025e0</w:t>
      </w:r>
    </w:p>
    <w:p w:rsidR="007B2329" w:rsidRDefault="007B2329" w:rsidP="007B2329">
      <w:r>
        <w:t>311.3621</w:t>
      </w:r>
      <w:r>
        <w:tab/>
        <w:t>1.013e0</w:t>
      </w:r>
    </w:p>
    <w:p w:rsidR="007B2329" w:rsidRDefault="007B2329" w:rsidP="007B2329">
      <w:r>
        <w:t>311.3740</w:t>
      </w:r>
      <w:r>
        <w:tab/>
        <w:t>1.013e0</w:t>
      </w:r>
    </w:p>
    <w:p w:rsidR="007B2329" w:rsidRDefault="007B2329" w:rsidP="007B2329">
      <w:r>
        <w:t>311.3851</w:t>
      </w:r>
      <w:r>
        <w:tab/>
        <w:t>1.013e0</w:t>
      </w:r>
    </w:p>
    <w:p w:rsidR="007B2329" w:rsidRDefault="007B2329" w:rsidP="007B2329">
      <w:r>
        <w:t>311.3940</w:t>
      </w:r>
      <w:r>
        <w:tab/>
        <w:t>1.013e0</w:t>
      </w:r>
    </w:p>
    <w:p w:rsidR="007B2329" w:rsidRDefault="007B2329" w:rsidP="007B2329">
      <w:r>
        <w:t>311.4222</w:t>
      </w:r>
      <w:r>
        <w:tab/>
        <w:t>2.025e0</w:t>
      </w:r>
    </w:p>
    <w:p w:rsidR="007B2329" w:rsidRDefault="007B2329" w:rsidP="007B2329">
      <w:r>
        <w:t>311.4337</w:t>
      </w:r>
      <w:r>
        <w:tab/>
        <w:t>3.038e0</w:t>
      </w:r>
    </w:p>
    <w:p w:rsidR="007B2329" w:rsidRDefault="007B2329" w:rsidP="007B2329">
      <w:r>
        <w:t>311.4415</w:t>
      </w:r>
      <w:r>
        <w:tab/>
        <w:t>1.013e0</w:t>
      </w:r>
    </w:p>
    <w:p w:rsidR="007B2329" w:rsidRDefault="007B2329" w:rsidP="007B2329">
      <w:r>
        <w:t>311.4436</w:t>
      </w:r>
      <w:r>
        <w:tab/>
        <w:t>2.025e0</w:t>
      </w:r>
    </w:p>
    <w:p w:rsidR="007B2329" w:rsidRDefault="007B2329" w:rsidP="007B2329">
      <w:r>
        <w:t>311.4504</w:t>
      </w:r>
      <w:r>
        <w:tab/>
        <w:t>1.013e0</w:t>
      </w:r>
    </w:p>
    <w:p w:rsidR="007B2329" w:rsidRDefault="007B2329" w:rsidP="007B2329">
      <w:r>
        <w:t>311.4641</w:t>
      </w:r>
      <w:r>
        <w:tab/>
        <w:t>1.013e0</w:t>
      </w:r>
    </w:p>
    <w:p w:rsidR="007B2329" w:rsidRDefault="007B2329" w:rsidP="007B2329">
      <w:r>
        <w:t>311.4667</w:t>
      </w:r>
      <w:r>
        <w:tab/>
        <w:t>2.025e0</w:t>
      </w:r>
    </w:p>
    <w:p w:rsidR="007B2329" w:rsidRDefault="007B2329" w:rsidP="007B2329">
      <w:r>
        <w:t>311.4825</w:t>
      </w:r>
      <w:r>
        <w:tab/>
        <w:t>1.013e0</w:t>
      </w:r>
    </w:p>
    <w:p w:rsidR="007B2329" w:rsidRDefault="007B2329" w:rsidP="007B2329">
      <w:r>
        <w:t>311.4867</w:t>
      </w:r>
      <w:r>
        <w:tab/>
        <w:t>1.013e0</w:t>
      </w:r>
    </w:p>
    <w:p w:rsidR="007B2329" w:rsidRDefault="007B2329" w:rsidP="007B2329">
      <w:r>
        <w:t>311.5064</w:t>
      </w:r>
      <w:r>
        <w:tab/>
        <w:t>1.013e0</w:t>
      </w:r>
    </w:p>
    <w:p w:rsidR="007B2329" w:rsidRDefault="007B2329" w:rsidP="007B2329">
      <w:r>
        <w:t>311.5205</w:t>
      </w:r>
      <w:r>
        <w:tab/>
        <w:t>1.013e0</w:t>
      </w:r>
    </w:p>
    <w:p w:rsidR="007B2329" w:rsidRDefault="007B2329" w:rsidP="007B2329">
      <w:r>
        <w:t>311.5262</w:t>
      </w:r>
      <w:r>
        <w:tab/>
        <w:t>1.013e0</w:t>
      </w:r>
    </w:p>
    <w:p w:rsidR="007B2329" w:rsidRDefault="007B2329" w:rsidP="007B2329">
      <w:r>
        <w:t>311.5392</w:t>
      </w:r>
      <w:r>
        <w:tab/>
        <w:t>4.144e0</w:t>
      </w:r>
    </w:p>
    <w:p w:rsidR="007B2329" w:rsidRDefault="007B2329" w:rsidP="007B2329">
      <w:r>
        <w:lastRenderedPageBreak/>
        <w:t>311.5546</w:t>
      </w:r>
      <w:r>
        <w:tab/>
        <w:t>1.013e0</w:t>
      </w:r>
    </w:p>
    <w:p w:rsidR="007B2329" w:rsidRDefault="007B2329" w:rsidP="007B2329">
      <w:r>
        <w:t>311.5585</w:t>
      </w:r>
      <w:r>
        <w:tab/>
        <w:t>1.013e0</w:t>
      </w:r>
    </w:p>
    <w:p w:rsidR="007B2329" w:rsidRDefault="007B2329" w:rsidP="007B2329">
      <w:r>
        <w:t>311.5714</w:t>
      </w:r>
      <w:r>
        <w:tab/>
        <w:t>1.013e0</w:t>
      </w:r>
    </w:p>
    <w:p w:rsidR="007B2329" w:rsidRDefault="007B2329" w:rsidP="007B2329">
      <w:r>
        <w:t>311.5744</w:t>
      </w:r>
      <w:r>
        <w:tab/>
        <w:t>2.025e0</w:t>
      </w:r>
    </w:p>
    <w:p w:rsidR="007B2329" w:rsidRDefault="007B2329" w:rsidP="007B2329">
      <w:r>
        <w:t>311.5827</w:t>
      </w:r>
      <w:r>
        <w:tab/>
        <w:t>1.013e0</w:t>
      </w:r>
    </w:p>
    <w:p w:rsidR="007B2329" w:rsidRDefault="007B2329" w:rsidP="007B2329">
      <w:r>
        <w:t>311.6052</w:t>
      </w:r>
      <w:r>
        <w:tab/>
        <w:t>1.013e0</w:t>
      </w:r>
    </w:p>
    <w:p w:rsidR="007B2329" w:rsidRDefault="007B2329" w:rsidP="007B2329">
      <w:r>
        <w:t>311.6084</w:t>
      </w:r>
      <w:r>
        <w:tab/>
        <w:t>4.051e0</w:t>
      </w:r>
    </w:p>
    <w:p w:rsidR="007B2329" w:rsidRDefault="007B2329" w:rsidP="007B2329">
      <w:r>
        <w:t>311.6258</w:t>
      </w:r>
      <w:r>
        <w:tab/>
        <w:t>2.025e0</w:t>
      </w:r>
    </w:p>
    <w:p w:rsidR="007B2329" w:rsidRDefault="007B2329" w:rsidP="007B2329">
      <w:r>
        <w:t>311.6389</w:t>
      </w:r>
      <w:r>
        <w:tab/>
        <w:t>1.013e0</w:t>
      </w:r>
    </w:p>
    <w:p w:rsidR="007B2329" w:rsidRDefault="007B2329" w:rsidP="007B2329">
      <w:r>
        <w:t>311.6508</w:t>
      </w:r>
      <w:r>
        <w:tab/>
        <w:t>1.013e0</w:t>
      </w:r>
    </w:p>
    <w:p w:rsidR="007B2329" w:rsidRDefault="007B2329" w:rsidP="007B2329">
      <w:r>
        <w:t>311.6553</w:t>
      </w:r>
      <w:r>
        <w:tab/>
        <w:t>2.025e0</w:t>
      </w:r>
    </w:p>
    <w:p w:rsidR="007B2329" w:rsidRDefault="007B2329" w:rsidP="007B2329">
      <w:r>
        <w:t>311.6617</w:t>
      </w:r>
      <w:r>
        <w:tab/>
        <w:t>1.013e0</w:t>
      </w:r>
    </w:p>
    <w:p w:rsidR="007B2329" w:rsidRDefault="007B2329" w:rsidP="007B2329">
      <w:r>
        <w:t>311.6803</w:t>
      </w:r>
      <w:r>
        <w:tab/>
        <w:t>2.025e0</w:t>
      </w:r>
    </w:p>
    <w:p w:rsidR="007B2329" w:rsidRDefault="007B2329" w:rsidP="007B2329">
      <w:r>
        <w:t>311.6903</w:t>
      </w:r>
      <w:r>
        <w:tab/>
        <w:t>5.063e0</w:t>
      </w:r>
    </w:p>
    <w:p w:rsidR="007B2329" w:rsidRDefault="007B2329" w:rsidP="007B2329">
      <w:r>
        <w:t>311.6989</w:t>
      </w:r>
      <w:r>
        <w:tab/>
        <w:t>1.013e0</w:t>
      </w:r>
    </w:p>
    <w:p w:rsidR="007B2329" w:rsidRDefault="007B2329" w:rsidP="007B2329">
      <w:r>
        <w:t>311.7227</w:t>
      </w:r>
      <w:r>
        <w:tab/>
        <w:t>4.051e0</w:t>
      </w:r>
    </w:p>
    <w:p w:rsidR="007B2329" w:rsidRDefault="007B2329" w:rsidP="007B2329">
      <w:r>
        <w:t>311.7271</w:t>
      </w:r>
      <w:r>
        <w:tab/>
        <w:t>1.013e0</w:t>
      </w:r>
    </w:p>
    <w:p w:rsidR="007B2329" w:rsidRDefault="007B2329" w:rsidP="007B2329">
      <w:r>
        <w:t>311.7352</w:t>
      </w:r>
      <w:r>
        <w:tab/>
        <w:t>1.013e0</w:t>
      </w:r>
    </w:p>
    <w:p w:rsidR="007B2329" w:rsidRDefault="007B2329" w:rsidP="007B2329">
      <w:r>
        <w:t>311.7634</w:t>
      </w:r>
      <w:r>
        <w:tab/>
        <w:t>1.013e0</w:t>
      </w:r>
    </w:p>
    <w:p w:rsidR="007B2329" w:rsidRDefault="007B2329" w:rsidP="007B2329">
      <w:r>
        <w:lastRenderedPageBreak/>
        <w:t>311.7692</w:t>
      </w:r>
      <w:r>
        <w:tab/>
        <w:t>1.013e0</w:t>
      </w:r>
    </w:p>
    <w:p w:rsidR="007B2329" w:rsidRDefault="007B2329" w:rsidP="007B2329">
      <w:r>
        <w:t>311.7713</w:t>
      </w:r>
      <w:r>
        <w:tab/>
        <w:t>2.025e0</w:t>
      </w:r>
    </w:p>
    <w:p w:rsidR="007B2329" w:rsidRDefault="007B2329" w:rsidP="007B2329">
      <w:r>
        <w:t>311.7833</w:t>
      </w:r>
      <w:r>
        <w:tab/>
        <w:t>1.013e0</w:t>
      </w:r>
    </w:p>
    <w:p w:rsidR="007B2329" w:rsidRDefault="007B2329" w:rsidP="007B2329">
      <w:r>
        <w:t>311.8047</w:t>
      </w:r>
      <w:r>
        <w:tab/>
        <w:t>5.063e0</w:t>
      </w:r>
    </w:p>
    <w:p w:rsidR="007B2329" w:rsidRDefault="007B2329" w:rsidP="007B2329">
      <w:r>
        <w:t>311.8067</w:t>
      </w:r>
      <w:r>
        <w:tab/>
        <w:t>4.051e0</w:t>
      </w:r>
    </w:p>
    <w:p w:rsidR="007B2329" w:rsidRDefault="007B2329" w:rsidP="007B2329">
      <w:r>
        <w:t>311.8477</w:t>
      </w:r>
      <w:r>
        <w:tab/>
        <w:t>2.025e0</w:t>
      </w:r>
    </w:p>
    <w:p w:rsidR="007B2329" w:rsidRDefault="007B2329" w:rsidP="007B2329">
      <w:r>
        <w:t>311.8635</w:t>
      </w:r>
      <w:r>
        <w:tab/>
        <w:t>1.013e0</w:t>
      </w:r>
    </w:p>
    <w:p w:rsidR="007B2329" w:rsidRDefault="007B2329" w:rsidP="007B2329">
      <w:r>
        <w:t>311.8788</w:t>
      </w:r>
      <w:r>
        <w:tab/>
        <w:t>3.038e0</w:t>
      </w:r>
    </w:p>
    <w:p w:rsidR="007B2329" w:rsidRDefault="007B2329" w:rsidP="007B2329">
      <w:r>
        <w:t>311.8977</w:t>
      </w:r>
      <w:r>
        <w:tab/>
        <w:t>2.025e0</w:t>
      </w:r>
    </w:p>
    <w:p w:rsidR="007B2329" w:rsidRDefault="007B2329" w:rsidP="007B2329">
      <w:r>
        <w:t>311.8996</w:t>
      </w:r>
      <w:r>
        <w:tab/>
        <w:t>1.013e0</w:t>
      </w:r>
    </w:p>
    <w:p w:rsidR="007B2329" w:rsidRDefault="007B2329" w:rsidP="007B2329">
      <w:r>
        <w:t>311.9024</w:t>
      </w:r>
      <w:r>
        <w:tab/>
        <w:t>2.025e0</w:t>
      </w:r>
    </w:p>
    <w:p w:rsidR="007B2329" w:rsidRDefault="007B2329" w:rsidP="007B2329">
      <w:r>
        <w:t>311.9158</w:t>
      </w:r>
      <w:r>
        <w:tab/>
        <w:t>1.013e0</w:t>
      </w:r>
    </w:p>
    <w:p w:rsidR="007B2329" w:rsidRDefault="007B2329" w:rsidP="007B2329">
      <w:r>
        <w:t>311.9197</w:t>
      </w:r>
      <w:r>
        <w:tab/>
        <w:t>1.013e0</w:t>
      </w:r>
    </w:p>
    <w:p w:rsidR="007B2329" w:rsidRDefault="007B2329" w:rsidP="007B2329">
      <w:r>
        <w:t>311.9274</w:t>
      </w:r>
      <w:r>
        <w:tab/>
        <w:t>2.025e0</w:t>
      </w:r>
    </w:p>
    <w:p w:rsidR="007B2329" w:rsidRDefault="007B2329" w:rsidP="007B2329">
      <w:r>
        <w:t>311.9322</w:t>
      </w:r>
      <w:r>
        <w:tab/>
        <w:t>2.025e0</w:t>
      </w:r>
    </w:p>
    <w:p w:rsidR="007B2329" w:rsidRDefault="007B2329" w:rsidP="007B2329">
      <w:r>
        <w:t>311.9386</w:t>
      </w:r>
      <w:r>
        <w:tab/>
        <w:t>1.013e0</w:t>
      </w:r>
    </w:p>
    <w:p w:rsidR="007B2329" w:rsidRDefault="007B2329" w:rsidP="007B2329">
      <w:r>
        <w:t>311.9779</w:t>
      </w:r>
      <w:r>
        <w:tab/>
        <w:t>2.025e0</w:t>
      </w:r>
    </w:p>
    <w:p w:rsidR="007B2329" w:rsidRDefault="007B2329" w:rsidP="007B2329">
      <w:r>
        <w:t>311.9837</w:t>
      </w:r>
      <w:r>
        <w:tab/>
        <w:t>2.025e0</w:t>
      </w:r>
    </w:p>
    <w:p w:rsidR="007B2329" w:rsidRDefault="007B2329" w:rsidP="007B2329">
      <w:r>
        <w:t>312.0034</w:t>
      </w:r>
      <w:r>
        <w:tab/>
        <w:t>3.038e0</w:t>
      </w:r>
    </w:p>
    <w:p w:rsidR="007B2329" w:rsidRDefault="007B2329" w:rsidP="007B2329">
      <w:r>
        <w:lastRenderedPageBreak/>
        <w:t>312.0081</w:t>
      </w:r>
      <w:r>
        <w:tab/>
        <w:t>1.013e0</w:t>
      </w:r>
    </w:p>
    <w:p w:rsidR="007B2329" w:rsidRDefault="007B2329" w:rsidP="007B2329">
      <w:r>
        <w:t>312.0178</w:t>
      </w:r>
      <w:r>
        <w:tab/>
        <w:t>2.025e0</w:t>
      </w:r>
    </w:p>
    <w:p w:rsidR="007B2329" w:rsidRDefault="007B2329" w:rsidP="007B2329">
      <w:r>
        <w:t>312.0321</w:t>
      </w:r>
      <w:r>
        <w:tab/>
        <w:t>1.013e0</w:t>
      </w:r>
    </w:p>
    <w:p w:rsidR="007B2329" w:rsidRDefault="007B2329" w:rsidP="007B2329">
      <w:r>
        <w:t>312.0362</w:t>
      </w:r>
      <w:r>
        <w:tab/>
        <w:t>2.025e0</w:t>
      </w:r>
    </w:p>
    <w:p w:rsidR="007B2329" w:rsidRDefault="007B2329" w:rsidP="007B2329">
      <w:r>
        <w:t>312.0404</w:t>
      </w:r>
      <w:r>
        <w:tab/>
        <w:t>1.013e0</w:t>
      </w:r>
    </w:p>
    <w:p w:rsidR="007B2329" w:rsidRDefault="007B2329" w:rsidP="007B2329">
      <w:r>
        <w:t>312.0642</w:t>
      </w:r>
      <w:r>
        <w:tab/>
        <w:t>1.013e0</w:t>
      </w:r>
    </w:p>
    <w:p w:rsidR="007B2329" w:rsidRDefault="007B2329" w:rsidP="007B2329">
      <w:r>
        <w:t>312.0687</w:t>
      </w:r>
      <w:r>
        <w:tab/>
        <w:t>1.013e0</w:t>
      </w:r>
    </w:p>
    <w:p w:rsidR="007B2329" w:rsidRDefault="007B2329" w:rsidP="007B2329">
      <w:r>
        <w:t>312.0787</w:t>
      </w:r>
      <w:r>
        <w:tab/>
        <w:t>2.025e0</w:t>
      </w:r>
    </w:p>
    <w:p w:rsidR="007B2329" w:rsidRDefault="007B2329" w:rsidP="007B2329">
      <w:r>
        <w:t>312.0800</w:t>
      </w:r>
      <w:r>
        <w:tab/>
        <w:t>1.013e0</w:t>
      </w:r>
    </w:p>
    <w:p w:rsidR="007B2329" w:rsidRDefault="007B2329" w:rsidP="007B2329">
      <w:r>
        <w:t>312.0843</w:t>
      </w:r>
      <w:r>
        <w:tab/>
        <w:t>1.013e0</w:t>
      </w:r>
    </w:p>
    <w:p w:rsidR="007B2329" w:rsidRDefault="007B2329" w:rsidP="007B2329">
      <w:r>
        <w:t>312.0924</w:t>
      </w:r>
      <w:r>
        <w:tab/>
        <w:t>1.013e0</w:t>
      </w:r>
    </w:p>
    <w:p w:rsidR="007B2329" w:rsidRDefault="007B2329" w:rsidP="007B2329">
      <w:r>
        <w:t>312.1026</w:t>
      </w:r>
      <w:r>
        <w:tab/>
        <w:t>1.013e0</w:t>
      </w:r>
    </w:p>
    <w:p w:rsidR="007B2329" w:rsidRDefault="007B2329" w:rsidP="007B2329">
      <w:r>
        <w:t>312.1299</w:t>
      </w:r>
      <w:r>
        <w:tab/>
        <w:t>3.613e0</w:t>
      </w:r>
    </w:p>
    <w:p w:rsidR="007B2329" w:rsidRDefault="007B2329" w:rsidP="007B2329">
      <w:r>
        <w:t>312.1331</w:t>
      </w:r>
      <w:r>
        <w:tab/>
        <w:t>7.496e-1</w:t>
      </w:r>
    </w:p>
    <w:p w:rsidR="007B2329" w:rsidRDefault="007B2329" w:rsidP="007B2329">
      <w:r>
        <w:t>312.1347</w:t>
      </w:r>
      <w:r>
        <w:tab/>
        <w:t>3.038e0</w:t>
      </w:r>
    </w:p>
    <w:p w:rsidR="007B2329" w:rsidRDefault="007B2329" w:rsidP="007B2329">
      <w:r>
        <w:t>312.1430</w:t>
      </w:r>
      <w:r>
        <w:tab/>
        <w:t>3.254e0</w:t>
      </w:r>
    </w:p>
    <w:p w:rsidR="007B2329" w:rsidRDefault="007B2329" w:rsidP="007B2329">
      <w:r>
        <w:t>312.1521</w:t>
      </w:r>
      <w:r>
        <w:tab/>
        <w:t>1.038e0</w:t>
      </w:r>
    </w:p>
    <w:p w:rsidR="007B2329" w:rsidRDefault="007B2329" w:rsidP="007B2329">
      <w:r>
        <w:t>312.1586</w:t>
      </w:r>
      <w:r>
        <w:tab/>
        <w:t>2.020e0</w:t>
      </w:r>
    </w:p>
    <w:p w:rsidR="007B2329" w:rsidRDefault="007B2329" w:rsidP="007B2329">
      <w:r>
        <w:t>312.1642</w:t>
      </w:r>
      <w:r>
        <w:tab/>
        <w:t>3.808e-2</w:t>
      </w:r>
    </w:p>
    <w:p w:rsidR="007B2329" w:rsidRDefault="007B2329" w:rsidP="007B2329">
      <w:r>
        <w:lastRenderedPageBreak/>
        <w:t>312.1685</w:t>
      </w:r>
      <w:r>
        <w:tab/>
        <w:t>1.013e0</w:t>
      </w:r>
    </w:p>
    <w:p w:rsidR="007B2329" w:rsidRDefault="007B2329" w:rsidP="007B2329">
      <w:r>
        <w:t>312.1713</w:t>
      </w:r>
      <w:r>
        <w:tab/>
        <w:t>7.496e-1</w:t>
      </w:r>
    </w:p>
    <w:p w:rsidR="007B2329" w:rsidRDefault="007B2329" w:rsidP="007B2329">
      <w:r>
        <w:t>312.1726</w:t>
      </w:r>
      <w:r>
        <w:tab/>
        <w:t>2.561e0</w:t>
      </w:r>
    </w:p>
    <w:p w:rsidR="007B2329" w:rsidRDefault="007B2329" w:rsidP="007B2329">
      <w:r>
        <w:t>312.1852</w:t>
      </w:r>
      <w:r>
        <w:tab/>
        <w:t>3.660e0</w:t>
      </w:r>
    </w:p>
    <w:p w:rsidR="007B2329" w:rsidRDefault="007B2329" w:rsidP="007B2329">
      <w:r>
        <w:t>312.1869</w:t>
      </w:r>
      <w:r>
        <w:tab/>
        <w:t>4.059e0</w:t>
      </w:r>
    </w:p>
    <w:p w:rsidR="007B2329" w:rsidRDefault="007B2329" w:rsidP="007B2329">
      <w:r>
        <w:t>312.2046</w:t>
      </w:r>
      <w:r>
        <w:tab/>
        <w:t>1.013e0</w:t>
      </w:r>
    </w:p>
    <w:p w:rsidR="007B2329" w:rsidRDefault="007B2329" w:rsidP="007B2329">
      <w:r>
        <w:t>312.2076</w:t>
      </w:r>
      <w:r>
        <w:tab/>
        <w:t>2.479e0</w:t>
      </w:r>
    </w:p>
    <w:p w:rsidR="007B2329" w:rsidRDefault="007B2329" w:rsidP="007B2329">
      <w:r>
        <w:t>312.2228</w:t>
      </w:r>
      <w:r>
        <w:tab/>
        <w:t>3.038e0</w:t>
      </w:r>
    </w:p>
    <w:p w:rsidR="007B2329" w:rsidRDefault="007B2329" w:rsidP="007B2329">
      <w:r>
        <w:t>312.2247</w:t>
      </w:r>
      <w:r>
        <w:tab/>
        <w:t>3.038e0</w:t>
      </w:r>
    </w:p>
    <w:p w:rsidR="007B2329" w:rsidRDefault="007B2329" w:rsidP="007B2329">
      <w:r>
        <w:t>312.2383</w:t>
      </w:r>
      <w:r>
        <w:tab/>
        <w:t>1.013e0</w:t>
      </w:r>
    </w:p>
    <w:p w:rsidR="007B2329" w:rsidRDefault="007B2329" w:rsidP="007B2329">
      <w:r>
        <w:t>312.2413</w:t>
      </w:r>
      <w:r>
        <w:tab/>
        <w:t>4.051e0</w:t>
      </w:r>
    </w:p>
    <w:p w:rsidR="007B2329" w:rsidRDefault="007B2329" w:rsidP="007B2329">
      <w:r>
        <w:t>312.2448</w:t>
      </w:r>
      <w:r>
        <w:tab/>
        <w:t>2.025e0</w:t>
      </w:r>
    </w:p>
    <w:p w:rsidR="007B2329" w:rsidRDefault="007B2329" w:rsidP="007B2329">
      <w:r>
        <w:t>312.2460</w:t>
      </w:r>
      <w:r>
        <w:tab/>
        <w:t>1.025e0</w:t>
      </w:r>
    </w:p>
    <w:p w:rsidR="007B2329" w:rsidRDefault="007B2329" w:rsidP="007B2329">
      <w:r>
        <w:t>312.2478</w:t>
      </w:r>
      <w:r>
        <w:tab/>
        <w:t>3.038e0</w:t>
      </w:r>
    </w:p>
    <w:p w:rsidR="007B2329" w:rsidRDefault="007B2329" w:rsidP="007B2329">
      <w:r>
        <w:t>312.2529</w:t>
      </w:r>
      <w:r>
        <w:tab/>
        <w:t>1.013e0</w:t>
      </w:r>
    </w:p>
    <w:p w:rsidR="007B2329" w:rsidRDefault="007B2329" w:rsidP="007B2329">
      <w:r>
        <w:t>312.2548</w:t>
      </w:r>
      <w:r>
        <w:tab/>
        <w:t>1.025e0</w:t>
      </w:r>
    </w:p>
    <w:p w:rsidR="007B2329" w:rsidRDefault="007B2329" w:rsidP="007B2329">
      <w:r>
        <w:t>312.2851</w:t>
      </w:r>
      <w:r>
        <w:tab/>
        <w:t>1.013e0</w:t>
      </w:r>
    </w:p>
    <w:p w:rsidR="007B2329" w:rsidRDefault="007B2329" w:rsidP="007B2329">
      <w:r>
        <w:t>312.2930</w:t>
      </w:r>
      <w:r>
        <w:tab/>
        <w:t>2.025e0</w:t>
      </w:r>
    </w:p>
    <w:p w:rsidR="007B2329" w:rsidRDefault="007B2329" w:rsidP="007B2329">
      <w:r>
        <w:t>312.3006</w:t>
      </w:r>
      <w:r>
        <w:tab/>
        <w:t>1.013e0</w:t>
      </w:r>
    </w:p>
    <w:p w:rsidR="007B2329" w:rsidRDefault="007B2329" w:rsidP="007B2329">
      <w:r>
        <w:lastRenderedPageBreak/>
        <w:t>312.3091</w:t>
      </w:r>
      <w:r>
        <w:tab/>
        <w:t>1.013e0</w:t>
      </w:r>
    </w:p>
    <w:p w:rsidR="007B2329" w:rsidRDefault="007B2329" w:rsidP="007B2329">
      <w:r>
        <w:t>312.3131</w:t>
      </w:r>
      <w:r>
        <w:tab/>
        <w:t>1.013e0</w:t>
      </w:r>
    </w:p>
    <w:p w:rsidR="007B2329" w:rsidRDefault="007B2329" w:rsidP="007B2329">
      <w:r>
        <w:t>312.3176</w:t>
      </w:r>
      <w:r>
        <w:tab/>
        <w:t>1.013e0</w:t>
      </w:r>
    </w:p>
    <w:p w:rsidR="007B2329" w:rsidRDefault="007B2329" w:rsidP="007B2329">
      <w:r>
        <w:t>312.3391</w:t>
      </w:r>
      <w:r>
        <w:tab/>
        <w:t>1.025e0</w:t>
      </w:r>
    </w:p>
    <w:p w:rsidR="007B2329" w:rsidRDefault="007B2329" w:rsidP="007B2329">
      <w:r>
        <w:t>312.3572</w:t>
      </w:r>
      <w:r>
        <w:tab/>
        <w:t>1.013e0</w:t>
      </w:r>
    </w:p>
    <w:p w:rsidR="007B2329" w:rsidRDefault="007B2329" w:rsidP="007B2329">
      <w:r>
        <w:t>312.3743</w:t>
      </w:r>
      <w:r>
        <w:tab/>
        <w:t>1.013e0</w:t>
      </w:r>
    </w:p>
    <w:p w:rsidR="007B2329" w:rsidRDefault="007B2329" w:rsidP="007B2329">
      <w:r>
        <w:t>312.3974</w:t>
      </w:r>
      <w:r>
        <w:tab/>
        <w:t>2.025e0</w:t>
      </w:r>
    </w:p>
    <w:p w:rsidR="007B2329" w:rsidRDefault="007B2329" w:rsidP="007B2329">
      <w:r>
        <w:t>312.4025</w:t>
      </w:r>
      <w:r>
        <w:tab/>
        <w:t>1.013e0</w:t>
      </w:r>
    </w:p>
    <w:p w:rsidR="007B2329" w:rsidRDefault="007B2329" w:rsidP="007B2329">
      <w:r>
        <w:t>312.4365</w:t>
      </w:r>
      <w:r>
        <w:tab/>
        <w:t>1.013e0</w:t>
      </w:r>
    </w:p>
    <w:p w:rsidR="007B2329" w:rsidRDefault="007B2329" w:rsidP="007B2329">
      <w:r>
        <w:t>312.4417</w:t>
      </w:r>
      <w:r>
        <w:tab/>
        <w:t>1.013e0</w:t>
      </w:r>
    </w:p>
    <w:p w:rsidR="007B2329" w:rsidRDefault="007B2329" w:rsidP="007B2329">
      <w:r>
        <w:t>312.4496</w:t>
      </w:r>
      <w:r>
        <w:tab/>
        <w:t>1.013e0</w:t>
      </w:r>
    </w:p>
    <w:p w:rsidR="007B2329" w:rsidRDefault="007B2329" w:rsidP="007B2329">
      <w:r>
        <w:t>312.4596</w:t>
      </w:r>
      <w:r>
        <w:tab/>
        <w:t>2.025e0</w:t>
      </w:r>
    </w:p>
    <w:p w:rsidR="007B2329" w:rsidRDefault="007B2329" w:rsidP="007B2329">
      <w:r>
        <w:t>312.4648</w:t>
      </w:r>
      <w:r>
        <w:tab/>
        <w:t>2.025e0</w:t>
      </w:r>
    </w:p>
    <w:p w:rsidR="007B2329" w:rsidRDefault="007B2329" w:rsidP="007B2329">
      <w:r>
        <w:t>312.4697</w:t>
      </w:r>
      <w:r>
        <w:tab/>
        <w:t>1.013e0</w:t>
      </w:r>
    </w:p>
    <w:p w:rsidR="007B2329" w:rsidRDefault="007B2329" w:rsidP="007B2329">
      <w:r>
        <w:t>312.4930</w:t>
      </w:r>
      <w:r>
        <w:tab/>
        <w:t>1.013e0</w:t>
      </w:r>
    </w:p>
    <w:p w:rsidR="007B2329" w:rsidRDefault="007B2329" w:rsidP="007B2329">
      <w:r>
        <w:t>312.5018</w:t>
      </w:r>
      <w:r>
        <w:tab/>
        <w:t>3.038e0</w:t>
      </w:r>
    </w:p>
    <w:p w:rsidR="007B2329" w:rsidRDefault="007B2329" w:rsidP="007B2329">
      <w:r>
        <w:t>312.5214</w:t>
      </w:r>
      <w:r>
        <w:tab/>
        <w:t>1.013e0</w:t>
      </w:r>
    </w:p>
    <w:p w:rsidR="007B2329" w:rsidRDefault="007B2329" w:rsidP="007B2329">
      <w:r>
        <w:t>312.5298</w:t>
      </w:r>
      <w:r>
        <w:tab/>
        <w:t>1.013e0</w:t>
      </w:r>
    </w:p>
    <w:p w:rsidR="007B2329" w:rsidRDefault="007B2329" w:rsidP="007B2329">
      <w:r>
        <w:t>312.5396</w:t>
      </w:r>
      <w:r>
        <w:tab/>
        <w:t>2.532e-2</w:t>
      </w:r>
    </w:p>
    <w:p w:rsidR="007B2329" w:rsidRDefault="007B2329" w:rsidP="007B2329">
      <w:r>
        <w:lastRenderedPageBreak/>
        <w:t>312.5620</w:t>
      </w:r>
      <w:r>
        <w:tab/>
        <w:t>1.013e0</w:t>
      </w:r>
    </w:p>
    <w:p w:rsidR="007B2329" w:rsidRDefault="007B2329" w:rsidP="007B2329">
      <w:r>
        <w:t>312.5781</w:t>
      </w:r>
      <w:r>
        <w:tab/>
        <w:t>3.038e0</w:t>
      </w:r>
    </w:p>
    <w:p w:rsidR="007B2329" w:rsidRDefault="007B2329" w:rsidP="007B2329">
      <w:r>
        <w:t>312.5862</w:t>
      </w:r>
      <w:r>
        <w:tab/>
        <w:t>1.013e0</w:t>
      </w:r>
    </w:p>
    <w:p w:rsidR="007B2329" w:rsidRDefault="007B2329" w:rsidP="007B2329">
      <w:r>
        <w:t>312.5901</w:t>
      </w:r>
      <w:r>
        <w:tab/>
        <w:t>1.013e0</w:t>
      </w:r>
    </w:p>
    <w:p w:rsidR="007B2329" w:rsidRDefault="007B2329" w:rsidP="007B2329">
      <w:r>
        <w:t>312.6064</w:t>
      </w:r>
      <w:r>
        <w:tab/>
        <w:t>1.013e0</w:t>
      </w:r>
    </w:p>
    <w:p w:rsidR="007B2329" w:rsidRDefault="007B2329" w:rsidP="007B2329">
      <w:r>
        <w:t>312.6193</w:t>
      </w:r>
      <w:r>
        <w:tab/>
        <w:t>1.025e0</w:t>
      </w:r>
    </w:p>
    <w:p w:rsidR="007B2329" w:rsidRDefault="007B2329" w:rsidP="007B2329">
      <w:r>
        <w:t>312.6234</w:t>
      </w:r>
      <w:r>
        <w:tab/>
        <w:t>2.025e0</w:t>
      </w:r>
    </w:p>
    <w:p w:rsidR="007B2329" w:rsidRDefault="007B2329" w:rsidP="007B2329">
      <w:r>
        <w:t>312.6290</w:t>
      </w:r>
      <w:r>
        <w:tab/>
        <w:t>2.025e0</w:t>
      </w:r>
    </w:p>
    <w:p w:rsidR="007B2329" w:rsidRDefault="007B2329" w:rsidP="007B2329">
      <w:r>
        <w:t>312.6497</w:t>
      </w:r>
      <w:r>
        <w:tab/>
        <w:t>2.025e0</w:t>
      </w:r>
    </w:p>
    <w:p w:rsidR="007B2329" w:rsidRDefault="007B2329" w:rsidP="007B2329">
      <w:r>
        <w:t>312.6573</w:t>
      </w:r>
      <w:r>
        <w:tab/>
        <w:t>1.013e0</w:t>
      </w:r>
    </w:p>
    <w:p w:rsidR="007B2329" w:rsidRDefault="007B2329" w:rsidP="007B2329">
      <w:r>
        <w:t>312.6659</w:t>
      </w:r>
      <w:r>
        <w:tab/>
        <w:t>5.063e0</w:t>
      </w:r>
    </w:p>
    <w:p w:rsidR="007B2329" w:rsidRDefault="007B2329" w:rsidP="007B2329">
      <w:r>
        <w:t>312.6705</w:t>
      </w:r>
      <w:r>
        <w:tab/>
        <w:t>1.013e0</w:t>
      </w:r>
    </w:p>
    <w:p w:rsidR="007B2329" w:rsidRDefault="007B2329" w:rsidP="007B2329">
      <w:r>
        <w:t>312.6857</w:t>
      </w:r>
      <w:r>
        <w:tab/>
        <w:t>3.038e0</w:t>
      </w:r>
    </w:p>
    <w:p w:rsidR="007B2329" w:rsidRDefault="007B2329" w:rsidP="007B2329">
      <w:r>
        <w:t>312.6985</w:t>
      </w:r>
      <w:r>
        <w:tab/>
        <w:t>1.013e0</w:t>
      </w:r>
    </w:p>
    <w:p w:rsidR="007B2329" w:rsidRDefault="007B2329" w:rsidP="007B2329">
      <w:r>
        <w:t>312.7140</w:t>
      </w:r>
      <w:r>
        <w:tab/>
        <w:t>1.013e0</w:t>
      </w:r>
    </w:p>
    <w:p w:rsidR="007B2329" w:rsidRDefault="007B2329" w:rsidP="007B2329">
      <w:r>
        <w:t>312.7161</w:t>
      </w:r>
      <w:r>
        <w:tab/>
        <w:t>1.025e0</w:t>
      </w:r>
    </w:p>
    <w:p w:rsidR="007B2329" w:rsidRDefault="007B2329" w:rsidP="007B2329">
      <w:r>
        <w:t>312.7310</w:t>
      </w:r>
      <w:r>
        <w:tab/>
        <w:t>1.013e0</w:t>
      </w:r>
    </w:p>
    <w:p w:rsidR="007B2329" w:rsidRDefault="007B2329" w:rsidP="007B2329">
      <w:r>
        <w:t>312.7462</w:t>
      </w:r>
      <w:r>
        <w:tab/>
        <w:t>2.025e0</w:t>
      </w:r>
    </w:p>
    <w:p w:rsidR="007B2329" w:rsidRDefault="007B2329" w:rsidP="007B2329">
      <w:r>
        <w:t>312.7547</w:t>
      </w:r>
      <w:r>
        <w:tab/>
        <w:t>2.025e0</w:t>
      </w:r>
    </w:p>
    <w:p w:rsidR="007B2329" w:rsidRDefault="007B2329" w:rsidP="007B2329">
      <w:r>
        <w:lastRenderedPageBreak/>
        <w:t>312.7593</w:t>
      </w:r>
      <w:r>
        <w:tab/>
        <w:t>1.013e0</w:t>
      </w:r>
    </w:p>
    <w:p w:rsidR="007B2329" w:rsidRDefault="007B2329" w:rsidP="007B2329">
      <w:r>
        <w:t>312.7933</w:t>
      </w:r>
      <w:r>
        <w:tab/>
        <w:t>1.013e0</w:t>
      </w:r>
    </w:p>
    <w:p w:rsidR="007B2329" w:rsidRDefault="007B2329" w:rsidP="007B2329">
      <w:r>
        <w:t>312.8193</w:t>
      </w:r>
      <w:r>
        <w:tab/>
        <w:t>4.051e0</w:t>
      </w:r>
    </w:p>
    <w:p w:rsidR="007B2329" w:rsidRDefault="007B2329" w:rsidP="007B2329">
      <w:r>
        <w:t>312.8271</w:t>
      </w:r>
      <w:r>
        <w:tab/>
        <w:t>2.025e0</w:t>
      </w:r>
    </w:p>
    <w:p w:rsidR="007B2329" w:rsidRDefault="007B2329" w:rsidP="007B2329">
      <w:r>
        <w:t>312.8352</w:t>
      </w:r>
      <w:r>
        <w:tab/>
        <w:t>1.013e0</w:t>
      </w:r>
    </w:p>
    <w:p w:rsidR="007B2329" w:rsidRDefault="007B2329" w:rsidP="007B2329">
      <w:r>
        <w:t>312.8389</w:t>
      </w:r>
      <w:r>
        <w:tab/>
        <w:t>1.013e0</w:t>
      </w:r>
    </w:p>
    <w:p w:rsidR="007B2329" w:rsidRDefault="007B2329" w:rsidP="007B2329">
      <w:r>
        <w:t>312.8443</w:t>
      </w:r>
      <w:r>
        <w:tab/>
        <w:t>1.013e0</w:t>
      </w:r>
    </w:p>
    <w:p w:rsidR="007B2329" w:rsidRDefault="007B2329" w:rsidP="007B2329">
      <w:r>
        <w:t>312.8492</w:t>
      </w:r>
      <w:r>
        <w:tab/>
        <w:t>2.025e0</w:t>
      </w:r>
    </w:p>
    <w:p w:rsidR="007B2329" w:rsidRDefault="007B2329" w:rsidP="007B2329">
      <w:r>
        <w:t>312.8540</w:t>
      </w:r>
      <w:r>
        <w:tab/>
        <w:t>2.025e0</w:t>
      </w:r>
    </w:p>
    <w:p w:rsidR="007B2329" w:rsidRDefault="007B2329" w:rsidP="007B2329">
      <w:r>
        <w:t>312.8670</w:t>
      </w:r>
      <w:r>
        <w:tab/>
        <w:t>1.013e0</w:t>
      </w:r>
    </w:p>
    <w:p w:rsidR="007B2329" w:rsidRDefault="007B2329" w:rsidP="007B2329">
      <w:r>
        <w:t>312.9113</w:t>
      </w:r>
      <w:r>
        <w:tab/>
        <w:t>1.013e0</w:t>
      </w:r>
    </w:p>
    <w:p w:rsidR="007B2329" w:rsidRDefault="007B2329" w:rsidP="007B2329">
      <w:r>
        <w:t>312.9271</w:t>
      </w:r>
      <w:r>
        <w:tab/>
        <w:t>3.038e0</w:t>
      </w:r>
    </w:p>
    <w:p w:rsidR="007B2329" w:rsidRDefault="007B2329" w:rsidP="007B2329">
      <w:r>
        <w:t>312.9353</w:t>
      </w:r>
      <w:r>
        <w:tab/>
        <w:t>3.038e0</w:t>
      </w:r>
    </w:p>
    <w:p w:rsidR="007B2329" w:rsidRDefault="007B2329" w:rsidP="007B2329">
      <w:r>
        <w:t>312.9385</w:t>
      </w:r>
      <w:r>
        <w:tab/>
        <w:t>5.063e0</w:t>
      </w:r>
    </w:p>
    <w:p w:rsidR="007B2329" w:rsidRDefault="007B2329" w:rsidP="007B2329">
      <w:r>
        <w:t>312.9483</w:t>
      </w:r>
      <w:r>
        <w:tab/>
        <w:t>3.798e-2</w:t>
      </w:r>
    </w:p>
    <w:p w:rsidR="007B2329" w:rsidRDefault="007B2329" w:rsidP="007B2329">
      <w:r>
        <w:t>312.9534</w:t>
      </w:r>
      <w:r>
        <w:tab/>
        <w:t>5.063e0</w:t>
      </w:r>
    </w:p>
    <w:p w:rsidR="007B2329" w:rsidRDefault="007B2329" w:rsidP="007B2329">
      <w:r>
        <w:t>312.9565</w:t>
      </w:r>
      <w:r>
        <w:tab/>
        <w:t>7.089e0</w:t>
      </w:r>
    </w:p>
    <w:p w:rsidR="007B2329" w:rsidRDefault="007B2329" w:rsidP="007B2329">
      <w:r>
        <w:t>312.9600</w:t>
      </w:r>
      <w:r>
        <w:tab/>
        <w:t>2.025e0</w:t>
      </w:r>
    </w:p>
    <w:p w:rsidR="007B2329" w:rsidRDefault="007B2329" w:rsidP="007B2329">
      <w:r>
        <w:t>312.9716</w:t>
      </w:r>
      <w:r>
        <w:tab/>
        <w:t>1.013e0</w:t>
      </w:r>
    </w:p>
    <w:p w:rsidR="007B2329" w:rsidRDefault="007B2329" w:rsidP="007B2329">
      <w:r>
        <w:lastRenderedPageBreak/>
        <w:t>312.9756</w:t>
      </w:r>
      <w:r>
        <w:tab/>
        <w:t>1.013e0</w:t>
      </w:r>
    </w:p>
    <w:p w:rsidR="007B2329" w:rsidRDefault="007B2329" w:rsidP="007B2329">
      <w:r>
        <w:t>312.9957</w:t>
      </w:r>
      <w:r>
        <w:tab/>
        <w:t>2.025e0</w:t>
      </w:r>
    </w:p>
    <w:p w:rsidR="007B2329" w:rsidRDefault="007B2329" w:rsidP="007B2329">
      <w:r>
        <w:t>313.0144</w:t>
      </w:r>
      <w:r>
        <w:tab/>
        <w:t>1.038e0</w:t>
      </w:r>
    </w:p>
    <w:p w:rsidR="007B2329" w:rsidRDefault="007B2329" w:rsidP="007B2329">
      <w:r>
        <w:t>313.0370</w:t>
      </w:r>
      <w:r>
        <w:tab/>
        <w:t>1.013e0</w:t>
      </w:r>
    </w:p>
    <w:p w:rsidR="007B2329" w:rsidRDefault="007B2329" w:rsidP="007B2329">
      <w:r>
        <w:t>313.0479</w:t>
      </w:r>
      <w:r>
        <w:tab/>
        <w:t>1.013e0</w:t>
      </w:r>
    </w:p>
    <w:p w:rsidR="007B2329" w:rsidRDefault="007B2329" w:rsidP="007B2329">
      <w:r>
        <w:t>313.0560</w:t>
      </w:r>
      <w:r>
        <w:tab/>
        <w:t>2.025e0</w:t>
      </w:r>
    </w:p>
    <w:p w:rsidR="007B2329" w:rsidRDefault="007B2329" w:rsidP="007B2329">
      <w:r>
        <w:t>313.0597</w:t>
      </w:r>
      <w:r>
        <w:tab/>
        <w:t>2.025e0</w:t>
      </w:r>
    </w:p>
    <w:p w:rsidR="007B2329" w:rsidRDefault="007B2329" w:rsidP="007B2329">
      <w:r>
        <w:t>313.0733</w:t>
      </w:r>
      <w:r>
        <w:tab/>
        <w:t>2.025e0</w:t>
      </w:r>
    </w:p>
    <w:p w:rsidR="007B2329" w:rsidRDefault="007B2329" w:rsidP="007B2329">
      <w:r>
        <w:t>313.0795</w:t>
      </w:r>
      <w:r>
        <w:tab/>
        <w:t>4.051e0</w:t>
      </w:r>
    </w:p>
    <w:p w:rsidR="007B2329" w:rsidRDefault="007B2329" w:rsidP="007B2329">
      <w:r>
        <w:t>313.0937</w:t>
      </w:r>
      <w:r>
        <w:tab/>
        <w:t>1.013e0</w:t>
      </w:r>
    </w:p>
    <w:p w:rsidR="007B2329" w:rsidRDefault="007B2329" w:rsidP="007B2329">
      <w:r>
        <w:t>313.0996</w:t>
      </w:r>
      <w:r>
        <w:tab/>
        <w:t>1.013e0</w:t>
      </w:r>
    </w:p>
    <w:p w:rsidR="007B2329" w:rsidRDefault="007B2329" w:rsidP="007B2329">
      <w:r>
        <w:t>313.1154</w:t>
      </w:r>
      <w:r>
        <w:tab/>
        <w:t>4.051e0</w:t>
      </w:r>
    </w:p>
    <w:p w:rsidR="007B2329" w:rsidRDefault="007B2329" w:rsidP="007B2329">
      <w:r>
        <w:t>313.1186</w:t>
      </w:r>
      <w:r>
        <w:tab/>
        <w:t>2.025e0</w:t>
      </w:r>
    </w:p>
    <w:p w:rsidR="007B2329" w:rsidRDefault="007B2329" w:rsidP="007B2329">
      <w:r>
        <w:t>313.1459</w:t>
      </w:r>
      <w:r>
        <w:tab/>
        <w:t>6.089e0</w:t>
      </w:r>
    </w:p>
    <w:p w:rsidR="007B2329" w:rsidRDefault="007B2329" w:rsidP="007B2329">
      <w:r>
        <w:t>313.1487</w:t>
      </w:r>
      <w:r>
        <w:tab/>
        <w:t>1.154e1</w:t>
      </w:r>
    </w:p>
    <w:p w:rsidR="007B2329" w:rsidRDefault="007B2329" w:rsidP="007B2329">
      <w:r>
        <w:t>313.1521</w:t>
      </w:r>
      <w:r>
        <w:tab/>
        <w:t>2.229e1</w:t>
      </w:r>
    </w:p>
    <w:p w:rsidR="007B2329" w:rsidRDefault="007B2329" w:rsidP="007B2329">
      <w:r>
        <w:t>313.1577</w:t>
      </w:r>
      <w:r>
        <w:tab/>
        <w:t>3.105e1</w:t>
      </w:r>
    </w:p>
    <w:p w:rsidR="007B2329" w:rsidRDefault="007B2329" w:rsidP="007B2329">
      <w:r>
        <w:t>313.1589</w:t>
      </w:r>
      <w:r>
        <w:tab/>
        <w:t>2.729e1</w:t>
      </w:r>
    </w:p>
    <w:p w:rsidR="007B2329" w:rsidRDefault="007B2329" w:rsidP="007B2329">
      <w:r>
        <w:t>313.1601</w:t>
      </w:r>
      <w:r>
        <w:tab/>
        <w:t>2.082e1</w:t>
      </w:r>
    </w:p>
    <w:p w:rsidR="007B2329" w:rsidRDefault="007B2329" w:rsidP="007B2329">
      <w:r>
        <w:lastRenderedPageBreak/>
        <w:t>313.1625</w:t>
      </w:r>
      <w:r>
        <w:tab/>
        <w:t>4.063e0</w:t>
      </w:r>
    </w:p>
    <w:p w:rsidR="007B2329" w:rsidRDefault="007B2329" w:rsidP="007B2329">
      <w:r>
        <w:t>313.1650</w:t>
      </w:r>
      <w:r>
        <w:tab/>
        <w:t>2.294e1</w:t>
      </w:r>
    </w:p>
    <w:p w:rsidR="007B2329" w:rsidRDefault="007B2329" w:rsidP="007B2329">
      <w:r>
        <w:t>313.1684</w:t>
      </w:r>
      <w:r>
        <w:tab/>
        <w:t>1.013e0</w:t>
      </w:r>
    </w:p>
    <w:p w:rsidR="007B2329" w:rsidRDefault="007B2329" w:rsidP="007B2329">
      <w:r>
        <w:t>313.1925</w:t>
      </w:r>
      <w:r>
        <w:tab/>
        <w:t>2.078e0</w:t>
      </w:r>
    </w:p>
    <w:p w:rsidR="007B2329" w:rsidRDefault="007B2329" w:rsidP="007B2329">
      <w:r>
        <w:t>313.2068</w:t>
      </w:r>
      <w:r>
        <w:tab/>
        <w:t>3.038e0</w:t>
      </w:r>
    </w:p>
    <w:p w:rsidR="007B2329" w:rsidRDefault="007B2329" w:rsidP="007B2329">
      <w:r>
        <w:t>313.2164</w:t>
      </w:r>
      <w:r>
        <w:tab/>
        <w:t>3.038e0</w:t>
      </w:r>
    </w:p>
    <w:p w:rsidR="007B2329" w:rsidRDefault="007B2329" w:rsidP="007B2329">
      <w:r>
        <w:t>313.2246</w:t>
      </w:r>
      <w:r>
        <w:tab/>
        <w:t>1.013e0</w:t>
      </w:r>
    </w:p>
    <w:p w:rsidR="007B2329" w:rsidRDefault="007B2329" w:rsidP="007B2329">
      <w:r>
        <w:t>313.2260</w:t>
      </w:r>
      <w:r>
        <w:tab/>
        <w:t>1.763e0</w:t>
      </w:r>
    </w:p>
    <w:p w:rsidR="007B2329" w:rsidRDefault="007B2329" w:rsidP="007B2329">
      <w:r>
        <w:t>313.2388</w:t>
      </w:r>
      <w:r>
        <w:tab/>
        <w:t>3.038e0</w:t>
      </w:r>
    </w:p>
    <w:p w:rsidR="007B2329" w:rsidRDefault="007B2329" w:rsidP="007B2329">
      <w:r>
        <w:t>313.2526</w:t>
      </w:r>
      <w:r>
        <w:tab/>
        <w:t>4.051e0</w:t>
      </w:r>
    </w:p>
    <w:p w:rsidR="007B2329" w:rsidRDefault="007B2329" w:rsidP="007B2329">
      <w:r>
        <w:t>313.2583</w:t>
      </w:r>
      <w:r>
        <w:tab/>
        <w:t>2.025e0</w:t>
      </w:r>
    </w:p>
    <w:p w:rsidR="007B2329" w:rsidRDefault="007B2329" w:rsidP="007B2329">
      <w:r>
        <w:t>313.2769</w:t>
      </w:r>
      <w:r>
        <w:tab/>
        <w:t>2.025e0</w:t>
      </w:r>
    </w:p>
    <w:p w:rsidR="007B2329" w:rsidRDefault="007B2329" w:rsidP="007B2329">
      <w:r>
        <w:t>313.2893</w:t>
      </w:r>
      <w:r>
        <w:tab/>
        <w:t>2.038e0</w:t>
      </w:r>
    </w:p>
    <w:p w:rsidR="007B2329" w:rsidRDefault="007B2329" w:rsidP="007B2329">
      <w:r>
        <w:t>313.2923</w:t>
      </w:r>
      <w:r>
        <w:tab/>
        <w:t>2.025e0</w:t>
      </w:r>
    </w:p>
    <w:p w:rsidR="007B2329" w:rsidRDefault="007B2329" w:rsidP="007B2329">
      <w:r>
        <w:t>313.2935</w:t>
      </w:r>
      <w:r>
        <w:tab/>
        <w:t>1.357e0</w:t>
      </w:r>
    </w:p>
    <w:p w:rsidR="007B2329" w:rsidRDefault="007B2329" w:rsidP="007B2329">
      <w:r>
        <w:t>313.3150</w:t>
      </w:r>
      <w:r>
        <w:tab/>
        <w:t>1.013e0</w:t>
      </w:r>
    </w:p>
    <w:p w:rsidR="007B2329" w:rsidRDefault="007B2329" w:rsidP="007B2329">
      <w:r>
        <w:t>313.3251</w:t>
      </w:r>
      <w:r>
        <w:tab/>
        <w:t>1.013e0</w:t>
      </w:r>
    </w:p>
    <w:p w:rsidR="007B2329" w:rsidRDefault="007B2329" w:rsidP="007B2329">
      <w:r>
        <w:t>313.3379</w:t>
      </w:r>
      <w:r>
        <w:tab/>
        <w:t>1.013e0</w:t>
      </w:r>
    </w:p>
    <w:p w:rsidR="007B2329" w:rsidRDefault="007B2329" w:rsidP="007B2329">
      <w:r>
        <w:t>313.3408</w:t>
      </w:r>
      <w:r>
        <w:tab/>
        <w:t>2.025e0</w:t>
      </w:r>
    </w:p>
    <w:p w:rsidR="007B2329" w:rsidRDefault="007B2329" w:rsidP="007B2329">
      <w:r>
        <w:lastRenderedPageBreak/>
        <w:t>313.3434</w:t>
      </w:r>
      <w:r>
        <w:tab/>
        <w:t>1.013e0</w:t>
      </w:r>
    </w:p>
    <w:p w:rsidR="007B2329" w:rsidRDefault="007B2329" w:rsidP="007B2329">
      <w:r>
        <w:t>313.3457</w:t>
      </w:r>
      <w:r>
        <w:tab/>
        <w:t>2.025e0</w:t>
      </w:r>
    </w:p>
    <w:p w:rsidR="007B2329" w:rsidRDefault="007B2329" w:rsidP="007B2329">
      <w:r>
        <w:t>313.3491</w:t>
      </w:r>
      <w:r>
        <w:tab/>
        <w:t>1.013e0</w:t>
      </w:r>
    </w:p>
    <w:p w:rsidR="007B2329" w:rsidRDefault="007B2329" w:rsidP="007B2329">
      <w:r>
        <w:t>313.3774</w:t>
      </w:r>
      <w:r>
        <w:tab/>
        <w:t>1.013e0</w:t>
      </w:r>
    </w:p>
    <w:p w:rsidR="007B2329" w:rsidRDefault="007B2329" w:rsidP="007B2329">
      <w:r>
        <w:t>313.3893</w:t>
      </w:r>
      <w:r>
        <w:tab/>
        <w:t>2.025e0</w:t>
      </w:r>
    </w:p>
    <w:p w:rsidR="007B2329" w:rsidRDefault="007B2329" w:rsidP="007B2329">
      <w:r>
        <w:t>313.3945</w:t>
      </w:r>
      <w:r>
        <w:tab/>
        <w:t>1.013e0</w:t>
      </w:r>
    </w:p>
    <w:p w:rsidR="007B2329" w:rsidRDefault="007B2329" w:rsidP="007B2329">
      <w:r>
        <w:t>313.4001</w:t>
      </w:r>
      <w:r>
        <w:tab/>
        <w:t>1.013e0</w:t>
      </w:r>
    </w:p>
    <w:p w:rsidR="007B2329" w:rsidRDefault="007B2329" w:rsidP="007B2329">
      <w:r>
        <w:t>313.4229</w:t>
      </w:r>
      <w:r>
        <w:tab/>
        <w:t>1.013e0</w:t>
      </w:r>
    </w:p>
    <w:p w:rsidR="007B2329" w:rsidRDefault="007B2329" w:rsidP="007B2329">
      <w:r>
        <w:t>313.4490</w:t>
      </w:r>
      <w:r>
        <w:tab/>
        <w:t>2.025e0</w:t>
      </w:r>
    </w:p>
    <w:p w:rsidR="007B2329" w:rsidRDefault="007B2329" w:rsidP="007B2329">
      <w:r>
        <w:t>313.4657</w:t>
      </w:r>
      <w:r>
        <w:tab/>
        <w:t>2.025e0</w:t>
      </w:r>
    </w:p>
    <w:p w:rsidR="007B2329" w:rsidRDefault="007B2329" w:rsidP="007B2329">
      <w:r>
        <w:t>313.4698</w:t>
      </w:r>
      <w:r>
        <w:tab/>
        <w:t>1.013e0</w:t>
      </w:r>
    </w:p>
    <w:p w:rsidR="007B2329" w:rsidRDefault="007B2329" w:rsidP="007B2329">
      <w:r>
        <w:t>313.4741</w:t>
      </w:r>
      <w:r>
        <w:tab/>
        <w:t>1.013e0</w:t>
      </w:r>
    </w:p>
    <w:p w:rsidR="007B2329" w:rsidRDefault="007B2329" w:rsidP="007B2329">
      <w:r>
        <w:t>313.4978</w:t>
      </w:r>
      <w:r>
        <w:tab/>
        <w:t>2.025e0</w:t>
      </w:r>
    </w:p>
    <w:p w:rsidR="007B2329" w:rsidRDefault="007B2329" w:rsidP="007B2329">
      <w:r>
        <w:t>313.5005</w:t>
      </w:r>
      <w:r>
        <w:tab/>
        <w:t>2.025e0</w:t>
      </w:r>
    </w:p>
    <w:p w:rsidR="007B2329" w:rsidRDefault="007B2329" w:rsidP="007B2329">
      <w:r>
        <w:t>313.5024</w:t>
      </w:r>
      <w:r>
        <w:tab/>
        <w:t>1.013e0</w:t>
      </w:r>
    </w:p>
    <w:p w:rsidR="007B2329" w:rsidRDefault="007B2329" w:rsidP="007B2329">
      <w:r>
        <w:t>313.5080</w:t>
      </w:r>
      <w:r>
        <w:tab/>
        <w:t>1.013e0</w:t>
      </w:r>
    </w:p>
    <w:p w:rsidR="007B2329" w:rsidRDefault="007B2329" w:rsidP="007B2329">
      <w:r>
        <w:t>313.5308</w:t>
      </w:r>
      <w:r>
        <w:tab/>
        <w:t>1.013e0</w:t>
      </w:r>
    </w:p>
    <w:p w:rsidR="007B2329" w:rsidRDefault="007B2329" w:rsidP="007B2329">
      <w:r>
        <w:t>313.5421</w:t>
      </w:r>
      <w:r>
        <w:tab/>
        <w:t>1.013e0</w:t>
      </w:r>
    </w:p>
    <w:p w:rsidR="007B2329" w:rsidRDefault="007B2329" w:rsidP="007B2329">
      <w:r>
        <w:t>313.5460</w:t>
      </w:r>
      <w:r>
        <w:tab/>
        <w:t>2.025e0</w:t>
      </w:r>
    </w:p>
    <w:p w:rsidR="007B2329" w:rsidRDefault="007B2329" w:rsidP="007B2329">
      <w:r>
        <w:lastRenderedPageBreak/>
        <w:t>313.5783</w:t>
      </w:r>
      <w:r>
        <w:tab/>
        <w:t>1.013e0</w:t>
      </w:r>
    </w:p>
    <w:p w:rsidR="007B2329" w:rsidRDefault="007B2329" w:rsidP="007B2329">
      <w:r>
        <w:t>313.5821</w:t>
      </w:r>
      <w:r>
        <w:tab/>
        <w:t>1.013e0</w:t>
      </w:r>
    </w:p>
    <w:p w:rsidR="007B2329" w:rsidRDefault="007B2329" w:rsidP="007B2329">
      <w:r>
        <w:t>313.5933</w:t>
      </w:r>
      <w:r>
        <w:tab/>
        <w:t>1.013e0</w:t>
      </w:r>
    </w:p>
    <w:p w:rsidR="007B2329" w:rsidRDefault="007B2329" w:rsidP="007B2329">
      <w:r>
        <w:t>313.6063</w:t>
      </w:r>
      <w:r>
        <w:tab/>
        <w:t>1.013e0</w:t>
      </w:r>
    </w:p>
    <w:p w:rsidR="007B2329" w:rsidRDefault="007B2329" w:rsidP="007B2329">
      <w:r>
        <w:t>313.6103</w:t>
      </w:r>
      <w:r>
        <w:tab/>
        <w:t>1.013e0</w:t>
      </w:r>
    </w:p>
    <w:p w:rsidR="007B2329" w:rsidRDefault="007B2329" w:rsidP="007B2329">
      <w:r>
        <w:t>313.6160</w:t>
      </w:r>
      <w:r>
        <w:tab/>
        <w:t>1.013e0</w:t>
      </w:r>
    </w:p>
    <w:p w:rsidR="007B2329" w:rsidRDefault="007B2329" w:rsidP="007B2329">
      <w:r>
        <w:t>313.6330</w:t>
      </w:r>
      <w:r>
        <w:tab/>
        <w:t>2.025e0</w:t>
      </w:r>
    </w:p>
    <w:p w:rsidR="007B2329" w:rsidRDefault="007B2329" w:rsidP="007B2329">
      <w:r>
        <w:t>313.6585</w:t>
      </w:r>
      <w:r>
        <w:tab/>
        <w:t>1.013e0</w:t>
      </w:r>
    </w:p>
    <w:p w:rsidR="007B2329" w:rsidRDefault="007B2329" w:rsidP="007B2329">
      <w:r>
        <w:t>313.6614</w:t>
      </w:r>
      <w:r>
        <w:tab/>
        <w:t>2.025e0</w:t>
      </w:r>
    </w:p>
    <w:p w:rsidR="007B2329" w:rsidRDefault="007B2329" w:rsidP="007B2329">
      <w:r>
        <w:t>313.6626</w:t>
      </w:r>
      <w:r>
        <w:tab/>
        <w:t>1.013e0</w:t>
      </w:r>
    </w:p>
    <w:p w:rsidR="007B2329" w:rsidRDefault="007B2329" w:rsidP="007B2329">
      <w:r>
        <w:t>313.7011</w:t>
      </w:r>
      <w:r>
        <w:tab/>
        <w:t>1.013e0</w:t>
      </w:r>
    </w:p>
    <w:p w:rsidR="007B2329" w:rsidRDefault="007B2329" w:rsidP="007B2329">
      <w:r>
        <w:t>313.7035</w:t>
      </w:r>
      <w:r>
        <w:tab/>
        <w:t>2.025e0</w:t>
      </w:r>
    </w:p>
    <w:p w:rsidR="007B2329" w:rsidRDefault="007B2329" w:rsidP="007B2329">
      <w:r>
        <w:t>313.7149</w:t>
      </w:r>
      <w:r>
        <w:tab/>
        <w:t>1.013e0</w:t>
      </w:r>
    </w:p>
    <w:p w:rsidR="007B2329" w:rsidRDefault="007B2329" w:rsidP="007B2329">
      <w:r>
        <w:t>313.7187</w:t>
      </w:r>
      <w:r>
        <w:tab/>
        <w:t>1.013e0</w:t>
      </w:r>
    </w:p>
    <w:p w:rsidR="007B2329" w:rsidRDefault="007B2329" w:rsidP="007B2329">
      <w:r>
        <w:t>313.7389</w:t>
      </w:r>
      <w:r>
        <w:tab/>
        <w:t>1.013e0</w:t>
      </w:r>
    </w:p>
    <w:p w:rsidR="007B2329" w:rsidRDefault="007B2329" w:rsidP="007B2329">
      <w:r>
        <w:t>313.7496</w:t>
      </w:r>
      <w:r>
        <w:tab/>
        <w:t>3.038e0</w:t>
      </w:r>
    </w:p>
    <w:p w:rsidR="007B2329" w:rsidRDefault="007B2329" w:rsidP="007B2329">
      <w:r>
        <w:t>313.7631</w:t>
      </w:r>
      <w:r>
        <w:tab/>
        <w:t>1.013e0</w:t>
      </w:r>
    </w:p>
    <w:p w:rsidR="007B2329" w:rsidRDefault="007B2329" w:rsidP="007B2329">
      <w:r>
        <w:t>313.7750</w:t>
      </w:r>
      <w:r>
        <w:tab/>
        <w:t>2.025e0</w:t>
      </w:r>
    </w:p>
    <w:p w:rsidR="007B2329" w:rsidRDefault="007B2329" w:rsidP="007B2329">
      <w:r>
        <w:t>313.7903</w:t>
      </w:r>
      <w:r>
        <w:tab/>
        <w:t>2.025e0</w:t>
      </w:r>
    </w:p>
    <w:p w:rsidR="007B2329" w:rsidRDefault="007B2329" w:rsidP="007B2329">
      <w:r>
        <w:lastRenderedPageBreak/>
        <w:t>313.7952</w:t>
      </w:r>
      <w:r>
        <w:tab/>
        <w:t>1.013e0</w:t>
      </w:r>
    </w:p>
    <w:p w:rsidR="007B2329" w:rsidRDefault="007B2329" w:rsidP="007B2329">
      <w:r>
        <w:t>313.8148</w:t>
      </w:r>
      <w:r>
        <w:tab/>
        <w:t>1.013e0</w:t>
      </w:r>
    </w:p>
    <w:p w:rsidR="007B2329" w:rsidRDefault="007B2329" w:rsidP="007B2329">
      <w:r>
        <w:t>313.8232</w:t>
      </w:r>
      <w:r>
        <w:tab/>
        <w:t>1.013e0</w:t>
      </w:r>
    </w:p>
    <w:p w:rsidR="007B2329" w:rsidRDefault="007B2329" w:rsidP="007B2329">
      <w:r>
        <w:t>313.8273</w:t>
      </w:r>
      <w:r>
        <w:tab/>
        <w:t>1.013e0</w:t>
      </w:r>
    </w:p>
    <w:p w:rsidR="007B2329" w:rsidRDefault="007B2329" w:rsidP="007B2329">
      <w:r>
        <w:t>313.8376</w:t>
      </w:r>
      <w:r>
        <w:tab/>
        <w:t>1.013e0</w:t>
      </w:r>
    </w:p>
    <w:p w:rsidR="007B2329" w:rsidRDefault="007B2329" w:rsidP="007B2329">
      <w:r>
        <w:t>313.8533</w:t>
      </w:r>
      <w:r>
        <w:tab/>
        <w:t>2.025e0</w:t>
      </w:r>
    </w:p>
    <w:p w:rsidR="007B2329" w:rsidRDefault="007B2329" w:rsidP="007B2329">
      <w:r>
        <w:t>313.8775</w:t>
      </w:r>
      <w:r>
        <w:tab/>
        <w:t>2.025e0</w:t>
      </w:r>
    </w:p>
    <w:p w:rsidR="007B2329" w:rsidRDefault="007B2329" w:rsidP="007B2329">
      <w:r>
        <w:t>313.8796</w:t>
      </w:r>
      <w:r>
        <w:tab/>
        <w:t>2.025e0</w:t>
      </w:r>
    </w:p>
    <w:p w:rsidR="007B2329" w:rsidRDefault="007B2329" w:rsidP="007B2329">
      <w:r>
        <w:t>313.8835</w:t>
      </w:r>
      <w:r>
        <w:tab/>
        <w:t>1.013e0</w:t>
      </w:r>
    </w:p>
    <w:p w:rsidR="007B2329" w:rsidRDefault="007B2329" w:rsidP="007B2329">
      <w:r>
        <w:t>313.8924</w:t>
      </w:r>
      <w:r>
        <w:tab/>
        <w:t>4.051e0</w:t>
      </w:r>
    </w:p>
    <w:p w:rsidR="007B2329" w:rsidRDefault="007B2329" w:rsidP="007B2329">
      <w:r>
        <w:t>313.9158</w:t>
      </w:r>
      <w:r>
        <w:tab/>
        <w:t>2.025e0</w:t>
      </w:r>
    </w:p>
    <w:p w:rsidR="007B2329" w:rsidRDefault="007B2329" w:rsidP="007B2329">
      <w:r>
        <w:t>313.9173</w:t>
      </w:r>
      <w:r>
        <w:tab/>
        <w:t>6.076e0</w:t>
      </w:r>
    </w:p>
    <w:p w:rsidR="007B2329" w:rsidRDefault="007B2329" w:rsidP="007B2329">
      <w:r>
        <w:t>313.9258</w:t>
      </w:r>
      <w:r>
        <w:tab/>
        <w:t>3.038e0</w:t>
      </w:r>
    </w:p>
    <w:p w:rsidR="007B2329" w:rsidRDefault="007B2329" w:rsidP="007B2329">
      <w:r>
        <w:t>313.9456</w:t>
      </w:r>
      <w:r>
        <w:tab/>
        <w:t>1.013e0</w:t>
      </w:r>
    </w:p>
    <w:p w:rsidR="007B2329" w:rsidRDefault="007B2329" w:rsidP="007B2329">
      <w:r>
        <w:t>313.9559</w:t>
      </w:r>
      <w:r>
        <w:tab/>
        <w:t>1.013e0</w:t>
      </w:r>
    </w:p>
    <w:p w:rsidR="007B2329" w:rsidRDefault="007B2329" w:rsidP="007B2329">
      <w:r>
        <w:t>313.9640</w:t>
      </w:r>
      <w:r>
        <w:tab/>
        <w:t>1.013e0</w:t>
      </w:r>
    </w:p>
    <w:p w:rsidR="007B2329" w:rsidRDefault="007B2329" w:rsidP="007B2329">
      <w:r>
        <w:t>313.9840</w:t>
      </w:r>
      <w:r>
        <w:tab/>
        <w:t>1.013e0</w:t>
      </w:r>
    </w:p>
    <w:p w:rsidR="007B2329" w:rsidRDefault="007B2329" w:rsidP="007B2329">
      <w:r>
        <w:t>313.9921</w:t>
      </w:r>
      <w:r>
        <w:tab/>
        <w:t>4.051e0</w:t>
      </w:r>
    </w:p>
    <w:p w:rsidR="007B2329" w:rsidRDefault="007B2329" w:rsidP="007B2329">
      <w:r>
        <w:t>313.9967</w:t>
      </w:r>
      <w:r>
        <w:tab/>
        <w:t>3.038e0</w:t>
      </w:r>
    </w:p>
    <w:p w:rsidR="007B2329" w:rsidRDefault="007B2329" w:rsidP="007B2329">
      <w:r>
        <w:lastRenderedPageBreak/>
        <w:t>314.0024</w:t>
      </w:r>
      <w:r>
        <w:tab/>
        <w:t>1.013e0</w:t>
      </w:r>
    </w:p>
    <w:p w:rsidR="007B2329" w:rsidRDefault="007B2329" w:rsidP="007B2329">
      <w:r>
        <w:t>314.0121</w:t>
      </w:r>
      <w:r>
        <w:tab/>
        <w:t>1.013e0</w:t>
      </w:r>
    </w:p>
    <w:p w:rsidR="007B2329" w:rsidRDefault="007B2329" w:rsidP="007B2329">
      <w:r>
        <w:t>314.0163</w:t>
      </w:r>
      <w:r>
        <w:tab/>
        <w:t>1.013e0</w:t>
      </w:r>
    </w:p>
    <w:p w:rsidR="007B2329" w:rsidRDefault="007B2329" w:rsidP="007B2329">
      <w:r>
        <w:t>314.0365</w:t>
      </w:r>
      <w:r>
        <w:tab/>
        <w:t>1.013e0</w:t>
      </w:r>
    </w:p>
    <w:p w:rsidR="007B2329" w:rsidRDefault="007B2329" w:rsidP="007B2329">
      <w:r>
        <w:t>314.0403</w:t>
      </w:r>
      <w:r>
        <w:tab/>
        <w:t>2.025e0</w:t>
      </w:r>
    </w:p>
    <w:p w:rsidR="007B2329" w:rsidRDefault="007B2329" w:rsidP="007B2329">
      <w:r>
        <w:t>314.0482</w:t>
      </w:r>
      <w:r>
        <w:tab/>
        <w:t>1.013e0</w:t>
      </w:r>
    </w:p>
    <w:p w:rsidR="007B2329" w:rsidRDefault="007B2329" w:rsidP="007B2329">
      <w:r>
        <w:t>314.0511</w:t>
      </w:r>
      <w:r>
        <w:tab/>
        <w:t>5.063e0</w:t>
      </w:r>
    </w:p>
    <w:p w:rsidR="007B2329" w:rsidRDefault="007B2329" w:rsidP="007B2329">
      <w:r>
        <w:t>314.0584</w:t>
      </w:r>
      <w:r>
        <w:tab/>
        <w:t>2.025e0</w:t>
      </w:r>
    </w:p>
    <w:p w:rsidR="007B2329" w:rsidRDefault="007B2329" w:rsidP="007B2329">
      <w:r>
        <w:t>314.0645</w:t>
      </w:r>
      <w:r>
        <w:tab/>
        <w:t>1.013e0</w:t>
      </w:r>
    </w:p>
    <w:p w:rsidR="007B2329" w:rsidRDefault="007B2329" w:rsidP="007B2329">
      <w:r>
        <w:t>314.0877</w:t>
      </w:r>
      <w:r>
        <w:tab/>
        <w:t>1.013e0</w:t>
      </w:r>
    </w:p>
    <w:p w:rsidR="007B2329" w:rsidRDefault="007B2329" w:rsidP="007B2329">
      <w:r>
        <w:t>314.0966</w:t>
      </w:r>
      <w:r>
        <w:tab/>
        <w:t>3.038e0</w:t>
      </w:r>
    </w:p>
    <w:p w:rsidR="007B2329" w:rsidRDefault="007B2329" w:rsidP="007B2329">
      <w:r>
        <w:t>314.1007</w:t>
      </w:r>
      <w:r>
        <w:tab/>
        <w:t>1.013e0</w:t>
      </w:r>
    </w:p>
    <w:p w:rsidR="007B2329" w:rsidRDefault="007B2329" w:rsidP="007B2329">
      <w:r>
        <w:t>314.1070</w:t>
      </w:r>
      <w:r>
        <w:tab/>
        <w:t>2.963e0</w:t>
      </w:r>
    </w:p>
    <w:p w:rsidR="007B2329" w:rsidRDefault="007B2329" w:rsidP="007B2329">
      <w:r>
        <w:t>314.1485</w:t>
      </w:r>
      <w:r>
        <w:tab/>
        <w:t>2.025e0</w:t>
      </w:r>
    </w:p>
    <w:p w:rsidR="007B2329" w:rsidRDefault="007B2329" w:rsidP="007B2329">
      <w:r>
        <w:t>314.1521</w:t>
      </w:r>
      <w:r>
        <w:tab/>
        <w:t>6.801e0</w:t>
      </w:r>
    </w:p>
    <w:p w:rsidR="007B2329" w:rsidRDefault="007B2329" w:rsidP="007B2329">
      <w:r>
        <w:t>314.1593</w:t>
      </w:r>
      <w:r>
        <w:tab/>
        <w:t>6.745e0</w:t>
      </w:r>
    </w:p>
    <w:p w:rsidR="007B2329" w:rsidRDefault="007B2329" w:rsidP="007B2329">
      <w:r>
        <w:t>314.1632</w:t>
      </w:r>
      <w:r>
        <w:tab/>
        <w:t>9.910e0</w:t>
      </w:r>
    </w:p>
    <w:p w:rsidR="007B2329" w:rsidRDefault="007B2329" w:rsidP="007B2329">
      <w:r>
        <w:t>314.1692</w:t>
      </w:r>
      <w:r>
        <w:tab/>
        <w:t>1.177e1</w:t>
      </w:r>
    </w:p>
    <w:p w:rsidR="007B2329" w:rsidRDefault="007B2329" w:rsidP="007B2329">
      <w:r>
        <w:t>314.1710</w:t>
      </w:r>
      <w:r>
        <w:tab/>
        <w:t>1.758e1</w:t>
      </w:r>
    </w:p>
    <w:p w:rsidR="007B2329" w:rsidRDefault="007B2329" w:rsidP="007B2329">
      <w:r>
        <w:lastRenderedPageBreak/>
        <w:t>314.1774</w:t>
      </w:r>
      <w:r>
        <w:tab/>
        <w:t>7.847e0</w:t>
      </w:r>
    </w:p>
    <w:p w:rsidR="007B2329" w:rsidRDefault="007B2329" w:rsidP="007B2329">
      <w:r>
        <w:t>314.1807</w:t>
      </w:r>
      <w:r>
        <w:tab/>
        <w:t>5.420e0</w:t>
      </w:r>
    </w:p>
    <w:p w:rsidR="007B2329" w:rsidRDefault="007B2329" w:rsidP="007B2329">
      <w:r>
        <w:t>314.2092</w:t>
      </w:r>
      <w:r>
        <w:tab/>
        <w:t>4.407e0</w:t>
      </w:r>
    </w:p>
    <w:p w:rsidR="007B2329" w:rsidRDefault="007B2329" w:rsidP="007B2329">
      <w:r>
        <w:t>314.2186</w:t>
      </w:r>
      <w:r>
        <w:tab/>
        <w:t>1.013e0</w:t>
      </w:r>
    </w:p>
    <w:p w:rsidR="007B2329" w:rsidRDefault="007B2329" w:rsidP="007B2329">
      <w:r>
        <w:t>314.2333</w:t>
      </w:r>
      <w:r>
        <w:tab/>
        <w:t>1.013e0</w:t>
      </w:r>
    </w:p>
    <w:p w:rsidR="007B2329" w:rsidRDefault="007B2329" w:rsidP="007B2329">
      <w:r>
        <w:t>314.2470</w:t>
      </w:r>
      <w:r>
        <w:tab/>
        <w:t>1.013e0</w:t>
      </w:r>
    </w:p>
    <w:p w:rsidR="007B2329" w:rsidRDefault="007B2329" w:rsidP="007B2329">
      <w:r>
        <w:t>314.2573</w:t>
      </w:r>
      <w:r>
        <w:tab/>
        <w:t>1.013e0</w:t>
      </w:r>
    </w:p>
    <w:p w:rsidR="007B2329" w:rsidRDefault="007B2329" w:rsidP="007B2329">
      <w:r>
        <w:t>314.2613</w:t>
      </w:r>
      <w:r>
        <w:tab/>
        <w:t>1.013e0</w:t>
      </w:r>
    </w:p>
    <w:p w:rsidR="007B2329" w:rsidRDefault="007B2329" w:rsidP="007B2329">
      <w:r>
        <w:t>314.2698</w:t>
      </w:r>
      <w:r>
        <w:tab/>
        <w:t>1.013e0</w:t>
      </w:r>
    </w:p>
    <w:p w:rsidR="007B2329" w:rsidRDefault="007B2329" w:rsidP="007B2329">
      <w:r>
        <w:t>314.2798</w:t>
      </w:r>
      <w:r>
        <w:tab/>
        <w:t>2.025e0</w:t>
      </w:r>
    </w:p>
    <w:p w:rsidR="007B2329" w:rsidRDefault="007B2329" w:rsidP="007B2329">
      <w:r>
        <w:t>314.2856</w:t>
      </w:r>
      <w:r>
        <w:tab/>
        <w:t>1.013e0</w:t>
      </w:r>
    </w:p>
    <w:p w:rsidR="007B2329" w:rsidRDefault="007B2329" w:rsidP="007B2329">
      <w:r>
        <w:t>314.2895</w:t>
      </w:r>
      <w:r>
        <w:tab/>
        <w:t>1.013e0</w:t>
      </w:r>
    </w:p>
    <w:p w:rsidR="007B2329" w:rsidRDefault="007B2329" w:rsidP="007B2329">
      <w:r>
        <w:t>314.3017</w:t>
      </w:r>
      <w:r>
        <w:tab/>
        <w:t>2.025e0</w:t>
      </w:r>
    </w:p>
    <w:p w:rsidR="007B2329" w:rsidRDefault="007B2329" w:rsidP="007B2329">
      <w:r>
        <w:t>314.3157</w:t>
      </w:r>
      <w:r>
        <w:tab/>
        <w:t>3.051e0</w:t>
      </w:r>
    </w:p>
    <w:p w:rsidR="007B2329" w:rsidRDefault="007B2329" w:rsidP="007B2329">
      <w:r>
        <w:t>314.3218</w:t>
      </w:r>
      <w:r>
        <w:tab/>
        <w:t>1.013e0</w:t>
      </w:r>
    </w:p>
    <w:p w:rsidR="007B2329" w:rsidRDefault="007B2329" w:rsidP="007B2329">
      <w:r>
        <w:t>314.3324</w:t>
      </w:r>
      <w:r>
        <w:tab/>
        <w:t>1.013e0</w:t>
      </w:r>
    </w:p>
    <w:p w:rsidR="007B2329" w:rsidRDefault="007B2329" w:rsidP="007B2329">
      <w:r>
        <w:t>314.3438</w:t>
      </w:r>
      <w:r>
        <w:tab/>
        <w:t>2.025e0</w:t>
      </w:r>
    </w:p>
    <w:p w:rsidR="007B2329" w:rsidRDefault="007B2329" w:rsidP="007B2329">
      <w:r>
        <w:t>314.3552</w:t>
      </w:r>
      <w:r>
        <w:tab/>
        <w:t>2.025e0</w:t>
      </w:r>
    </w:p>
    <w:p w:rsidR="007B2329" w:rsidRDefault="007B2329" w:rsidP="007B2329">
      <w:r>
        <w:t>314.3608</w:t>
      </w:r>
      <w:r>
        <w:tab/>
        <w:t>1.013e0</w:t>
      </w:r>
    </w:p>
    <w:p w:rsidR="007B2329" w:rsidRDefault="007B2329" w:rsidP="007B2329">
      <w:r>
        <w:lastRenderedPageBreak/>
        <w:t>314.4021</w:t>
      </w:r>
      <w:r>
        <w:tab/>
        <w:t>1.013e0</w:t>
      </w:r>
    </w:p>
    <w:p w:rsidR="007B2329" w:rsidRDefault="007B2329" w:rsidP="007B2329">
      <w:r>
        <w:t>314.4121</w:t>
      </w:r>
      <w:r>
        <w:tab/>
        <w:t>5.063e0</w:t>
      </w:r>
    </w:p>
    <w:p w:rsidR="007B2329" w:rsidRDefault="007B2329" w:rsidP="007B2329">
      <w:r>
        <w:t>314.4140</w:t>
      </w:r>
      <w:r>
        <w:tab/>
        <w:t>2.025e0</w:t>
      </w:r>
    </w:p>
    <w:p w:rsidR="007B2329" w:rsidRDefault="007B2329" w:rsidP="007B2329">
      <w:r>
        <w:t>314.4348</w:t>
      </w:r>
      <w:r>
        <w:tab/>
        <w:t>1.013e0</w:t>
      </w:r>
    </w:p>
    <w:p w:rsidR="007B2329" w:rsidRDefault="007B2329" w:rsidP="007B2329">
      <w:r>
        <w:t>314.4405</w:t>
      </w:r>
      <w:r>
        <w:tab/>
        <w:t>1.013e0</w:t>
      </w:r>
    </w:p>
    <w:p w:rsidR="007B2329" w:rsidRDefault="007B2329" w:rsidP="007B2329">
      <w:r>
        <w:t>314.4462</w:t>
      </w:r>
      <w:r>
        <w:tab/>
        <w:t>2.025e0</w:t>
      </w:r>
    </w:p>
    <w:p w:rsidR="007B2329" w:rsidRDefault="007B2329" w:rsidP="007B2329">
      <w:r>
        <w:t>314.4521</w:t>
      </w:r>
      <w:r>
        <w:tab/>
        <w:t>2.025e0</w:t>
      </w:r>
    </w:p>
    <w:p w:rsidR="007B2329" w:rsidRDefault="007B2329" w:rsidP="007B2329">
      <w:r>
        <w:t>314.4621</w:t>
      </w:r>
      <w:r>
        <w:tab/>
        <w:t>3.038e0</w:t>
      </w:r>
    </w:p>
    <w:p w:rsidR="007B2329" w:rsidRDefault="007B2329" w:rsidP="007B2329">
      <w:r>
        <w:t>314.4633</w:t>
      </w:r>
      <w:r>
        <w:tab/>
        <w:t>1.013e0</w:t>
      </w:r>
    </w:p>
    <w:p w:rsidR="007B2329" w:rsidRDefault="007B2329" w:rsidP="007B2329">
      <w:r>
        <w:t>314.4785</w:t>
      </w:r>
      <w:r>
        <w:tab/>
        <w:t>2.025e0</w:t>
      </w:r>
    </w:p>
    <w:p w:rsidR="007B2329" w:rsidRDefault="007B2329" w:rsidP="007B2329">
      <w:r>
        <w:t>314.4864</w:t>
      </w:r>
      <w:r>
        <w:tab/>
        <w:t>1.013e0</w:t>
      </w:r>
    </w:p>
    <w:p w:rsidR="007B2329" w:rsidRDefault="007B2329" w:rsidP="007B2329">
      <w:r>
        <w:t>314.5107</w:t>
      </w:r>
      <w:r>
        <w:tab/>
        <w:t>1.013e0</w:t>
      </w:r>
    </w:p>
    <w:p w:rsidR="007B2329" w:rsidRDefault="007B2329" w:rsidP="007B2329">
      <w:r>
        <w:t>314.5208</w:t>
      </w:r>
      <w:r>
        <w:tab/>
        <w:t>2.025e0</w:t>
      </w:r>
    </w:p>
    <w:p w:rsidR="007B2329" w:rsidRDefault="007B2329" w:rsidP="007B2329">
      <w:r>
        <w:t>314.5307</w:t>
      </w:r>
      <w:r>
        <w:tab/>
        <w:t>1.013e0</w:t>
      </w:r>
    </w:p>
    <w:p w:rsidR="007B2329" w:rsidRDefault="007B2329" w:rsidP="007B2329">
      <w:r>
        <w:t>314.5347</w:t>
      </w:r>
      <w:r>
        <w:tab/>
        <w:t>2.025e0</w:t>
      </w:r>
    </w:p>
    <w:p w:rsidR="007B2329" w:rsidRDefault="007B2329" w:rsidP="007B2329">
      <w:r>
        <w:t>314.5544</w:t>
      </w:r>
      <w:r>
        <w:tab/>
        <w:t>1.013e0</w:t>
      </w:r>
    </w:p>
    <w:p w:rsidR="007B2329" w:rsidRDefault="007B2329" w:rsidP="007B2329">
      <w:r>
        <w:t>314.5630</w:t>
      </w:r>
      <w:r>
        <w:tab/>
        <w:t>2.025e0</w:t>
      </w:r>
    </w:p>
    <w:p w:rsidR="007B2329" w:rsidRDefault="007B2329" w:rsidP="007B2329">
      <w:r>
        <w:t>314.5697</w:t>
      </w:r>
      <w:r>
        <w:tab/>
        <w:t>2.025e0</w:t>
      </w:r>
    </w:p>
    <w:p w:rsidR="007B2329" w:rsidRDefault="007B2329" w:rsidP="007B2329">
      <w:r>
        <w:t>314.5715</w:t>
      </w:r>
      <w:r>
        <w:tab/>
        <w:t>1.013e0</w:t>
      </w:r>
    </w:p>
    <w:p w:rsidR="007B2329" w:rsidRDefault="007B2329" w:rsidP="007B2329">
      <w:r>
        <w:lastRenderedPageBreak/>
        <w:t>314.5771</w:t>
      </w:r>
      <w:r>
        <w:tab/>
        <w:t>1.013e0</w:t>
      </w:r>
    </w:p>
    <w:p w:rsidR="007B2329" w:rsidRDefault="007B2329" w:rsidP="007B2329">
      <w:r>
        <w:t>314.5911</w:t>
      </w:r>
      <w:r>
        <w:tab/>
        <w:t>1.013e0</w:t>
      </w:r>
    </w:p>
    <w:p w:rsidR="007B2329" w:rsidRDefault="007B2329" w:rsidP="007B2329">
      <w:r>
        <w:t>314.5950</w:t>
      </w:r>
      <w:r>
        <w:tab/>
        <w:t>1.013e0</w:t>
      </w:r>
    </w:p>
    <w:p w:rsidR="007B2329" w:rsidRDefault="007B2329" w:rsidP="007B2329">
      <w:r>
        <w:t>314.6001</w:t>
      </w:r>
      <w:r>
        <w:tab/>
        <w:t>1.013e0</w:t>
      </w:r>
    </w:p>
    <w:p w:rsidR="007B2329" w:rsidRDefault="007B2329" w:rsidP="007B2329">
      <w:r>
        <w:t>314.6032</w:t>
      </w:r>
      <w:r>
        <w:tab/>
        <w:t>2.025e0</w:t>
      </w:r>
    </w:p>
    <w:p w:rsidR="007B2329" w:rsidRDefault="007B2329" w:rsidP="007B2329">
      <w:r>
        <w:t>314.6152</w:t>
      </w:r>
      <w:r>
        <w:tab/>
        <w:t>3.038e0</w:t>
      </w:r>
    </w:p>
    <w:p w:rsidR="007B2329" w:rsidRDefault="007B2329" w:rsidP="007B2329">
      <w:r>
        <w:t>314.6261</w:t>
      </w:r>
      <w:r>
        <w:tab/>
        <w:t>2.025e0</w:t>
      </w:r>
    </w:p>
    <w:p w:rsidR="007B2329" w:rsidRDefault="007B2329" w:rsidP="007B2329">
      <w:r>
        <w:t>314.6313</w:t>
      </w:r>
      <w:r>
        <w:tab/>
        <w:t>2.025e0</w:t>
      </w:r>
    </w:p>
    <w:p w:rsidR="007B2329" w:rsidRDefault="007B2329" w:rsidP="007B2329">
      <w:r>
        <w:t>314.6715</w:t>
      </w:r>
      <w:r>
        <w:tab/>
        <w:t>1.013e0</w:t>
      </w:r>
    </w:p>
    <w:p w:rsidR="007B2329" w:rsidRDefault="007B2329" w:rsidP="007B2329">
      <w:r>
        <w:t>314.6756</w:t>
      </w:r>
      <w:r>
        <w:tab/>
        <w:t>1.013e0</w:t>
      </w:r>
    </w:p>
    <w:p w:rsidR="007B2329" w:rsidRDefault="007B2329" w:rsidP="007B2329">
      <w:r>
        <w:t>314.6915</w:t>
      </w:r>
      <w:r>
        <w:tab/>
        <w:t>2.025e0</w:t>
      </w:r>
    </w:p>
    <w:p w:rsidR="007B2329" w:rsidRDefault="007B2329" w:rsidP="007B2329">
      <w:r>
        <w:t>314.6955</w:t>
      </w:r>
      <w:r>
        <w:tab/>
        <w:t>1.013e0</w:t>
      </w:r>
    </w:p>
    <w:p w:rsidR="007B2329" w:rsidRDefault="007B2329" w:rsidP="007B2329">
      <w:r>
        <w:t>314.6998</w:t>
      </w:r>
      <w:r>
        <w:tab/>
        <w:t>1.013e0</w:t>
      </w:r>
    </w:p>
    <w:p w:rsidR="007B2329" w:rsidRDefault="007B2329" w:rsidP="007B2329">
      <w:r>
        <w:t>314.7140</w:t>
      </w:r>
      <w:r>
        <w:tab/>
        <w:t>1.013e0</w:t>
      </w:r>
    </w:p>
    <w:p w:rsidR="007B2329" w:rsidRDefault="007B2329" w:rsidP="007B2329">
      <w:r>
        <w:t>314.7318</w:t>
      </w:r>
      <w:r>
        <w:tab/>
        <w:t>1.013e0</w:t>
      </w:r>
    </w:p>
    <w:p w:rsidR="007B2329" w:rsidRDefault="007B2329" w:rsidP="007B2329">
      <w:r>
        <w:t>314.7424</w:t>
      </w:r>
      <w:r>
        <w:tab/>
        <w:t>1.013e0</w:t>
      </w:r>
    </w:p>
    <w:p w:rsidR="007B2329" w:rsidRDefault="007B2329" w:rsidP="007B2329">
      <w:r>
        <w:t>314.7598</w:t>
      </w:r>
      <w:r>
        <w:tab/>
        <w:t>1.013e0</w:t>
      </w:r>
    </w:p>
    <w:p w:rsidR="007B2329" w:rsidRDefault="007B2329" w:rsidP="007B2329">
      <w:r>
        <w:t>314.7994</w:t>
      </w:r>
      <w:r>
        <w:tab/>
        <w:t>1.013e0</w:t>
      </w:r>
    </w:p>
    <w:p w:rsidR="007B2329" w:rsidRDefault="007B2329" w:rsidP="007B2329">
      <w:r>
        <w:t>314.8041</w:t>
      </w:r>
      <w:r>
        <w:tab/>
        <w:t>1.013e0</w:t>
      </w:r>
    </w:p>
    <w:p w:rsidR="007B2329" w:rsidRDefault="007B2329" w:rsidP="007B2329">
      <w:r>
        <w:lastRenderedPageBreak/>
        <w:t>314.8323</w:t>
      </w:r>
      <w:r>
        <w:tab/>
        <w:t>1.013e0</w:t>
      </w:r>
    </w:p>
    <w:p w:rsidR="007B2329" w:rsidRDefault="007B2329" w:rsidP="007B2329">
      <w:r>
        <w:t>314.8438</w:t>
      </w:r>
      <w:r>
        <w:tab/>
        <w:t>3.038e0</w:t>
      </w:r>
    </w:p>
    <w:p w:rsidR="007B2329" w:rsidRDefault="007B2329" w:rsidP="007B2329">
      <w:r>
        <w:t>314.8508</w:t>
      </w:r>
      <w:r>
        <w:tab/>
        <w:t>4.051e0</w:t>
      </w:r>
    </w:p>
    <w:p w:rsidR="007B2329" w:rsidRDefault="007B2329" w:rsidP="007B2329">
      <w:r>
        <w:t>314.8685</w:t>
      </w:r>
      <w:r>
        <w:tab/>
        <w:t>1.013e0</w:t>
      </w:r>
    </w:p>
    <w:p w:rsidR="007B2329" w:rsidRDefault="007B2329" w:rsidP="007B2329">
      <w:r>
        <w:t>314.8734</w:t>
      </w:r>
      <w:r>
        <w:tab/>
        <w:t>1.013e0</w:t>
      </w:r>
    </w:p>
    <w:p w:rsidR="007B2329" w:rsidRDefault="007B2329" w:rsidP="007B2329">
      <w:r>
        <w:t>314.8965</w:t>
      </w:r>
      <w:r>
        <w:tab/>
        <w:t>1.013e0</w:t>
      </w:r>
    </w:p>
    <w:p w:rsidR="007B2329" w:rsidRDefault="007B2329" w:rsidP="007B2329">
      <w:r>
        <w:t>314.9128</w:t>
      </w:r>
      <w:r>
        <w:tab/>
        <w:t>1.013e0</w:t>
      </w:r>
    </w:p>
    <w:p w:rsidR="007B2329" w:rsidRDefault="007B2329" w:rsidP="007B2329">
      <w:r>
        <w:t>314.9168</w:t>
      </w:r>
      <w:r>
        <w:tab/>
        <w:t>1.013e0</w:t>
      </w:r>
    </w:p>
    <w:p w:rsidR="007B2329" w:rsidRDefault="007B2329" w:rsidP="007B2329">
      <w:r>
        <w:t>314.9278</w:t>
      </w:r>
      <w:r>
        <w:tab/>
        <w:t>2.038e0</w:t>
      </w:r>
    </w:p>
    <w:p w:rsidR="007B2329" w:rsidRDefault="007B2329" w:rsidP="007B2329">
      <w:r>
        <w:t>314.9362</w:t>
      </w:r>
      <w:r>
        <w:tab/>
        <w:t>1.013e0</w:t>
      </w:r>
    </w:p>
    <w:p w:rsidR="007B2329" w:rsidRDefault="007B2329" w:rsidP="007B2329">
      <w:r>
        <w:t>314.9445</w:t>
      </w:r>
      <w:r>
        <w:tab/>
        <w:t>2.025e0</w:t>
      </w:r>
    </w:p>
    <w:p w:rsidR="007B2329" w:rsidRDefault="007B2329" w:rsidP="007B2329">
      <w:r>
        <w:t>314.9533</w:t>
      </w:r>
      <w:r>
        <w:tab/>
        <w:t>1.013e0</w:t>
      </w:r>
    </w:p>
    <w:p w:rsidR="007B2329" w:rsidRDefault="007B2329" w:rsidP="007B2329">
      <w:r>
        <w:t>314.9691</w:t>
      </w:r>
      <w:r>
        <w:tab/>
        <w:t>1.013e0</w:t>
      </w:r>
    </w:p>
    <w:p w:rsidR="007B2329" w:rsidRDefault="007B2329" w:rsidP="007B2329">
      <w:r>
        <w:t>314.9818</w:t>
      </w:r>
      <w:r>
        <w:tab/>
        <w:t>2.025e0</w:t>
      </w:r>
    </w:p>
    <w:p w:rsidR="007B2329" w:rsidRDefault="007B2329" w:rsidP="007B2329">
      <w:r>
        <w:t>314.9829</w:t>
      </w:r>
      <w:r>
        <w:tab/>
        <w:t>2.025e0</w:t>
      </w:r>
    </w:p>
    <w:p w:rsidR="007B2329" w:rsidRDefault="007B2329" w:rsidP="007B2329">
      <w:r>
        <w:t>315.0062</w:t>
      </w:r>
      <w:r>
        <w:tab/>
        <w:t>3.798e-2</w:t>
      </w:r>
    </w:p>
    <w:p w:rsidR="007B2329" w:rsidRDefault="007B2329" w:rsidP="007B2329">
      <w:r>
        <w:t>315.0295</w:t>
      </w:r>
      <w:r>
        <w:tab/>
        <w:t>2.025e0</w:t>
      </w:r>
    </w:p>
    <w:p w:rsidR="007B2329" w:rsidRDefault="007B2329" w:rsidP="007B2329">
      <w:r>
        <w:t>315.0388</w:t>
      </w:r>
      <w:r>
        <w:tab/>
        <w:t>2.532e-2</w:t>
      </w:r>
    </w:p>
    <w:p w:rsidR="007B2329" w:rsidRDefault="007B2329" w:rsidP="007B2329">
      <w:r>
        <w:t>315.0599</w:t>
      </w:r>
      <w:r>
        <w:tab/>
        <w:t>2.025e0</w:t>
      </w:r>
    </w:p>
    <w:p w:rsidR="007B2329" w:rsidRDefault="007B2329" w:rsidP="007B2329">
      <w:r>
        <w:lastRenderedPageBreak/>
        <w:t>315.0686</w:t>
      </w:r>
      <w:r>
        <w:tab/>
        <w:t>3.038e0</w:t>
      </w:r>
    </w:p>
    <w:p w:rsidR="007B2329" w:rsidRDefault="007B2329" w:rsidP="007B2329">
      <w:r>
        <w:t>315.0730</w:t>
      </w:r>
      <w:r>
        <w:tab/>
        <w:t>1.013e0</w:t>
      </w:r>
    </w:p>
    <w:p w:rsidR="007B2329" w:rsidRDefault="007B2329" w:rsidP="007B2329">
      <w:r>
        <w:t>315.0858</w:t>
      </w:r>
      <w:r>
        <w:tab/>
        <w:t>1.013e0</w:t>
      </w:r>
    </w:p>
    <w:p w:rsidR="007B2329" w:rsidRDefault="007B2329" w:rsidP="007B2329">
      <w:r>
        <w:t>315.0903</w:t>
      </w:r>
      <w:r>
        <w:tab/>
        <w:t>2.025e0</w:t>
      </w:r>
    </w:p>
    <w:p w:rsidR="007B2329" w:rsidRDefault="007B2329" w:rsidP="007B2329">
      <w:r>
        <w:t>315.0983</w:t>
      </w:r>
      <w:r>
        <w:tab/>
        <w:t>1.025e0</w:t>
      </w:r>
    </w:p>
    <w:p w:rsidR="007B2329" w:rsidRDefault="007B2329" w:rsidP="007B2329">
      <w:r>
        <w:t>315.1098</w:t>
      </w:r>
      <w:r>
        <w:tab/>
        <w:t>1.013e0</w:t>
      </w:r>
    </w:p>
    <w:p w:rsidR="007B2329" w:rsidRDefault="007B2329" w:rsidP="007B2329">
      <w:r>
        <w:t>315.1634</w:t>
      </w:r>
      <w:r>
        <w:tab/>
        <w:t>3.038e0</w:t>
      </w:r>
    </w:p>
    <w:p w:rsidR="007B2329" w:rsidRDefault="007B2329" w:rsidP="007B2329">
      <w:r>
        <w:t>315.1706</w:t>
      </w:r>
      <w:r>
        <w:tab/>
        <w:t>3.038e0</w:t>
      </w:r>
    </w:p>
    <w:p w:rsidR="007B2329" w:rsidRDefault="007B2329" w:rsidP="007B2329">
      <w:r>
        <w:t>315.1729</w:t>
      </w:r>
      <w:r>
        <w:tab/>
        <w:t>3.207e1</w:t>
      </w:r>
    </w:p>
    <w:p w:rsidR="007B2329" w:rsidRDefault="007B2329" w:rsidP="007B2329">
      <w:r>
        <w:t>315.1741</w:t>
      </w:r>
      <w:r>
        <w:tab/>
        <w:t>2.994e1</w:t>
      </w:r>
    </w:p>
    <w:p w:rsidR="007B2329" w:rsidRDefault="007B2329" w:rsidP="007B2329">
      <w:r>
        <w:t>315.1786</w:t>
      </w:r>
      <w:r>
        <w:tab/>
        <w:t>1.924e2</w:t>
      </w:r>
    </w:p>
    <w:p w:rsidR="007B2329" w:rsidRDefault="007B2329" w:rsidP="007B2329">
      <w:r>
        <w:t>315.1798</w:t>
      </w:r>
      <w:r>
        <w:tab/>
        <w:t>1.823e1</w:t>
      </w:r>
    </w:p>
    <w:p w:rsidR="007B2329" w:rsidRDefault="007B2329" w:rsidP="007B2329">
      <w:r>
        <w:t>315.1998</w:t>
      </w:r>
      <w:r>
        <w:tab/>
        <w:t>3.038e0</w:t>
      </w:r>
    </w:p>
    <w:p w:rsidR="007B2329" w:rsidRDefault="007B2329" w:rsidP="007B2329">
      <w:r>
        <w:t>315.2327</w:t>
      </w:r>
      <w:r>
        <w:tab/>
        <w:t>2.025e0</w:t>
      </w:r>
    </w:p>
    <w:p w:rsidR="007B2329" w:rsidRDefault="007B2329" w:rsidP="007B2329">
      <w:r>
        <w:t>315.2385</w:t>
      </w:r>
      <w:r>
        <w:tab/>
        <w:t>1.013e0</w:t>
      </w:r>
    </w:p>
    <w:p w:rsidR="007B2329" w:rsidRDefault="007B2329" w:rsidP="007B2329">
      <w:r>
        <w:t>315.2425</w:t>
      </w:r>
      <w:r>
        <w:tab/>
        <w:t>1.013e0</w:t>
      </w:r>
    </w:p>
    <w:p w:rsidR="007B2329" w:rsidRDefault="007B2329" w:rsidP="007B2329">
      <w:r>
        <w:t>315.2609</w:t>
      </w:r>
      <w:r>
        <w:tab/>
        <w:t>3.038e0</w:t>
      </w:r>
    </w:p>
    <w:p w:rsidR="007B2329" w:rsidRDefault="007B2329" w:rsidP="007B2329">
      <w:r>
        <w:t>315.2655</w:t>
      </w:r>
      <w:r>
        <w:tab/>
        <w:t>2.532e-2</w:t>
      </w:r>
    </w:p>
    <w:p w:rsidR="007B2329" w:rsidRDefault="007B2329" w:rsidP="007B2329">
      <w:r>
        <w:t>315.2949</w:t>
      </w:r>
      <w:r>
        <w:tab/>
        <w:t>1.013e0</w:t>
      </w:r>
    </w:p>
    <w:p w:rsidR="007B2329" w:rsidRDefault="007B2329" w:rsidP="007B2329">
      <w:r>
        <w:lastRenderedPageBreak/>
        <w:t>315.2989</w:t>
      </w:r>
      <w:r>
        <w:tab/>
        <w:t>1.013e0</w:t>
      </w:r>
    </w:p>
    <w:p w:rsidR="007B2329" w:rsidRDefault="007B2329" w:rsidP="007B2329">
      <w:r>
        <w:t>315.3000</w:t>
      </w:r>
      <w:r>
        <w:tab/>
        <w:t>1.038e0</w:t>
      </w:r>
    </w:p>
    <w:p w:rsidR="007B2329" w:rsidRDefault="007B2329" w:rsidP="007B2329">
      <w:r>
        <w:t>315.3184</w:t>
      </w:r>
      <w:r>
        <w:tab/>
        <w:t>1.013e0</w:t>
      </w:r>
    </w:p>
    <w:p w:rsidR="007B2329" w:rsidRDefault="007B2329" w:rsidP="007B2329">
      <w:r>
        <w:t>315.3311</w:t>
      </w:r>
      <w:r>
        <w:tab/>
        <w:t>1.013e0</w:t>
      </w:r>
    </w:p>
    <w:p w:rsidR="007B2329" w:rsidRDefault="007B2329" w:rsidP="007B2329">
      <w:r>
        <w:t>315.3355</w:t>
      </w:r>
      <w:r>
        <w:tab/>
        <w:t>1.013e0</w:t>
      </w:r>
    </w:p>
    <w:p w:rsidR="007B2329" w:rsidRDefault="007B2329" w:rsidP="007B2329">
      <w:r>
        <w:t>315.3448</w:t>
      </w:r>
      <w:r>
        <w:tab/>
        <w:t>2.025e0</w:t>
      </w:r>
    </w:p>
    <w:p w:rsidR="007B2329" w:rsidRDefault="007B2329" w:rsidP="007B2329">
      <w:r>
        <w:t>315.3552</w:t>
      </w:r>
      <w:r>
        <w:tab/>
        <w:t>1.013e0</w:t>
      </w:r>
    </w:p>
    <w:p w:rsidR="007B2329" w:rsidRDefault="007B2329" w:rsidP="007B2329">
      <w:r>
        <w:t>315.3886</w:t>
      </w:r>
      <w:r>
        <w:tab/>
        <w:t>2.025e0</w:t>
      </w:r>
    </w:p>
    <w:p w:rsidR="007B2329" w:rsidRDefault="007B2329" w:rsidP="007B2329">
      <w:r>
        <w:t>315.3983</w:t>
      </w:r>
      <w:r>
        <w:tab/>
        <w:t>1.013e0</w:t>
      </w:r>
    </w:p>
    <w:p w:rsidR="007B2329" w:rsidRDefault="007B2329" w:rsidP="007B2329">
      <w:r>
        <w:t>315.4036</w:t>
      </w:r>
      <w:r>
        <w:tab/>
        <w:t>1.013e0</w:t>
      </w:r>
    </w:p>
    <w:p w:rsidR="007B2329" w:rsidRDefault="007B2329" w:rsidP="007B2329">
      <w:r>
        <w:t>315.4074</w:t>
      </w:r>
      <w:r>
        <w:tab/>
        <w:t>1.013e0</w:t>
      </w:r>
    </w:p>
    <w:p w:rsidR="007B2329" w:rsidRDefault="007B2329" w:rsidP="007B2329">
      <w:r>
        <w:t>315.4117</w:t>
      </w:r>
      <w:r>
        <w:tab/>
        <w:t>1.013e0</w:t>
      </w:r>
    </w:p>
    <w:p w:rsidR="007B2329" w:rsidRDefault="007B2329" w:rsidP="007B2329">
      <w:r>
        <w:t>315.4154</w:t>
      </w:r>
      <w:r>
        <w:tab/>
        <w:t>1.013e0</w:t>
      </w:r>
    </w:p>
    <w:p w:rsidR="007B2329" w:rsidRDefault="007B2329" w:rsidP="007B2329">
      <w:r>
        <w:t>315.4338</w:t>
      </w:r>
      <w:r>
        <w:tab/>
        <w:t>1.025e0</w:t>
      </w:r>
    </w:p>
    <w:p w:rsidR="007B2329" w:rsidRDefault="007B2329" w:rsidP="007B2329">
      <w:r>
        <w:t>315.4399</w:t>
      </w:r>
      <w:r>
        <w:tab/>
        <w:t>1.013e0</w:t>
      </w:r>
    </w:p>
    <w:p w:rsidR="007B2329" w:rsidRDefault="007B2329" w:rsidP="007B2329">
      <w:r>
        <w:t>315.4518</w:t>
      </w:r>
      <w:r>
        <w:tab/>
        <w:t>2.025e0</w:t>
      </w:r>
    </w:p>
    <w:p w:rsidR="007B2329" w:rsidRDefault="007B2329" w:rsidP="007B2329">
      <w:r>
        <w:t>315.4679</w:t>
      </w:r>
      <w:r>
        <w:tab/>
        <w:t>1.013e0</w:t>
      </w:r>
    </w:p>
    <w:p w:rsidR="007B2329" w:rsidRDefault="007B2329" w:rsidP="007B2329">
      <w:r>
        <w:t>315.4725</w:t>
      </w:r>
      <w:r>
        <w:tab/>
        <w:t>1.013e0</w:t>
      </w:r>
    </w:p>
    <w:p w:rsidR="007B2329" w:rsidRDefault="007B2329" w:rsidP="007B2329">
      <w:r>
        <w:t>315.4921</w:t>
      </w:r>
      <w:r>
        <w:tab/>
        <w:t>1.013e0</w:t>
      </w:r>
    </w:p>
    <w:p w:rsidR="007B2329" w:rsidRDefault="007B2329" w:rsidP="007B2329">
      <w:r>
        <w:lastRenderedPageBreak/>
        <w:t>315.5124</w:t>
      </w:r>
      <w:r>
        <w:tab/>
        <w:t>1.013e0</w:t>
      </w:r>
    </w:p>
    <w:p w:rsidR="007B2329" w:rsidRDefault="007B2329" w:rsidP="007B2329">
      <w:r>
        <w:t>315.5203</w:t>
      </w:r>
      <w:r>
        <w:tab/>
        <w:t>1.013e0</w:t>
      </w:r>
    </w:p>
    <w:p w:rsidR="007B2329" w:rsidRDefault="007B2329" w:rsidP="007B2329">
      <w:r>
        <w:t>315.5323</w:t>
      </w:r>
      <w:r>
        <w:tab/>
        <w:t>2.025e0</w:t>
      </w:r>
    </w:p>
    <w:p w:rsidR="007B2329" w:rsidRDefault="007B2329" w:rsidP="007B2329">
      <w:r>
        <w:t>315.5354</w:t>
      </w:r>
      <w:r>
        <w:tab/>
        <w:t>1.013e0</w:t>
      </w:r>
    </w:p>
    <w:p w:rsidR="007B2329" w:rsidRDefault="007B2329" w:rsidP="007B2329">
      <w:r>
        <w:t>315.5404</w:t>
      </w:r>
      <w:r>
        <w:tab/>
        <w:t>2.025e0</w:t>
      </w:r>
    </w:p>
    <w:p w:rsidR="007B2329" w:rsidRDefault="007B2329" w:rsidP="007B2329">
      <w:r>
        <w:t>315.5582</w:t>
      </w:r>
      <w:r>
        <w:tab/>
        <w:t>1.013e0</w:t>
      </w:r>
    </w:p>
    <w:p w:rsidR="007B2329" w:rsidRDefault="007B2329" w:rsidP="007B2329">
      <w:r>
        <w:t>315.5766</w:t>
      </w:r>
      <w:r>
        <w:tab/>
        <w:t>2.025e0</w:t>
      </w:r>
    </w:p>
    <w:p w:rsidR="007B2329" w:rsidRDefault="007B2329" w:rsidP="007B2329">
      <w:r>
        <w:t>315.6209</w:t>
      </w:r>
      <w:r>
        <w:tab/>
        <w:t>1.013e0</w:t>
      </w:r>
    </w:p>
    <w:p w:rsidR="007B2329" w:rsidRDefault="007B2329" w:rsidP="007B2329">
      <w:r>
        <w:t>315.6248</w:t>
      </w:r>
      <w:r>
        <w:tab/>
        <w:t>2.025e0</w:t>
      </w:r>
    </w:p>
    <w:p w:rsidR="007B2329" w:rsidRDefault="007B2329" w:rsidP="007B2329">
      <w:r>
        <w:t>315.6289</w:t>
      </w:r>
      <w:r>
        <w:tab/>
        <w:t>1.013e0</w:t>
      </w:r>
    </w:p>
    <w:p w:rsidR="007B2329" w:rsidRDefault="007B2329" w:rsidP="007B2329">
      <w:r>
        <w:t>315.6719</w:t>
      </w:r>
      <w:r>
        <w:tab/>
        <w:t>4.051e0</w:t>
      </w:r>
    </w:p>
    <w:p w:rsidR="007B2329" w:rsidRDefault="007B2329" w:rsidP="007B2329">
      <w:r>
        <w:t>315.6771</w:t>
      </w:r>
      <w:r>
        <w:tab/>
        <w:t>3.038e0</w:t>
      </w:r>
    </w:p>
    <w:p w:rsidR="007B2329" w:rsidRDefault="007B2329" w:rsidP="007B2329">
      <w:r>
        <w:t>315.6853</w:t>
      </w:r>
      <w:r>
        <w:tab/>
        <w:t>1.013e0</w:t>
      </w:r>
    </w:p>
    <w:p w:rsidR="007B2329" w:rsidRDefault="007B2329" w:rsidP="007B2329">
      <w:r>
        <w:t>315.6953</w:t>
      </w:r>
      <w:r>
        <w:tab/>
        <w:t>1.013e0</w:t>
      </w:r>
    </w:p>
    <w:p w:rsidR="007B2329" w:rsidRDefault="007B2329" w:rsidP="007B2329">
      <w:r>
        <w:t>315.7053</w:t>
      </w:r>
      <w:r>
        <w:tab/>
        <w:t>2.025e0</w:t>
      </w:r>
    </w:p>
    <w:p w:rsidR="007B2329" w:rsidRDefault="007B2329" w:rsidP="007B2329">
      <w:r>
        <w:t>315.7467</w:t>
      </w:r>
      <w:r>
        <w:tab/>
        <w:t>1.013e0</w:t>
      </w:r>
    </w:p>
    <w:p w:rsidR="007B2329" w:rsidRDefault="007B2329" w:rsidP="007B2329">
      <w:r>
        <w:t>315.7893</w:t>
      </w:r>
      <w:r>
        <w:tab/>
        <w:t>2.025e0</w:t>
      </w:r>
    </w:p>
    <w:p w:rsidR="007B2329" w:rsidRDefault="007B2329" w:rsidP="007B2329">
      <w:r>
        <w:t>315.7924</w:t>
      </w:r>
      <w:r>
        <w:tab/>
        <w:t>2.025e0</w:t>
      </w:r>
    </w:p>
    <w:p w:rsidR="007B2329" w:rsidRDefault="007B2329" w:rsidP="007B2329">
      <w:r>
        <w:t>315.7938</w:t>
      </w:r>
      <w:r>
        <w:tab/>
        <w:t>1.013e0</w:t>
      </w:r>
    </w:p>
    <w:p w:rsidR="007B2329" w:rsidRDefault="007B2329" w:rsidP="007B2329">
      <w:r>
        <w:lastRenderedPageBreak/>
        <w:t>315.7982</w:t>
      </w:r>
      <w:r>
        <w:tab/>
        <w:t>1.013e0</w:t>
      </w:r>
    </w:p>
    <w:p w:rsidR="007B2329" w:rsidRDefault="007B2329" w:rsidP="007B2329">
      <w:r>
        <w:t>315.8140</w:t>
      </w:r>
      <w:r>
        <w:tab/>
        <w:t>1.013e0</w:t>
      </w:r>
    </w:p>
    <w:p w:rsidR="007B2329" w:rsidRDefault="007B2329" w:rsidP="007B2329">
      <w:r>
        <w:t>315.8179</w:t>
      </w:r>
      <w:r>
        <w:tab/>
        <w:t>2.025e0</w:t>
      </w:r>
    </w:p>
    <w:p w:rsidR="007B2329" w:rsidRDefault="007B2329" w:rsidP="007B2329">
      <w:r>
        <w:t>315.8354</w:t>
      </w:r>
      <w:r>
        <w:tab/>
        <w:t>2.025e0</w:t>
      </w:r>
    </w:p>
    <w:p w:rsidR="007B2329" w:rsidRDefault="007B2329" w:rsidP="007B2329">
      <w:r>
        <w:t>315.8513</w:t>
      </w:r>
      <w:r>
        <w:tab/>
        <w:t>2.025e0</w:t>
      </w:r>
    </w:p>
    <w:p w:rsidR="007B2329" w:rsidRDefault="007B2329" w:rsidP="007B2329">
      <w:r>
        <w:t>315.8635</w:t>
      </w:r>
      <w:r>
        <w:tab/>
        <w:t>2.038e0</w:t>
      </w:r>
    </w:p>
    <w:p w:rsidR="007B2329" w:rsidRDefault="007B2329" w:rsidP="007B2329">
      <w:r>
        <w:t>315.9182</w:t>
      </w:r>
      <w:r>
        <w:tab/>
        <w:t>1.013e0</w:t>
      </w:r>
    </w:p>
    <w:p w:rsidR="007B2329" w:rsidRDefault="007B2329" w:rsidP="007B2329">
      <w:r>
        <w:t>315.9225</w:t>
      </w:r>
      <w:r>
        <w:tab/>
        <w:t>1.013e0</w:t>
      </w:r>
    </w:p>
    <w:p w:rsidR="007B2329" w:rsidRDefault="007B2329" w:rsidP="007B2329">
      <w:r>
        <w:t>315.9266</w:t>
      </w:r>
      <w:r>
        <w:tab/>
        <w:t>1.013e0</w:t>
      </w:r>
    </w:p>
    <w:p w:rsidR="007B2329" w:rsidRDefault="007B2329" w:rsidP="007B2329">
      <w:r>
        <w:t>315.9434</w:t>
      </w:r>
      <w:r>
        <w:tab/>
        <w:t>2.532e-2</w:t>
      </w:r>
    </w:p>
    <w:p w:rsidR="007B2329" w:rsidRDefault="007B2329" w:rsidP="007B2329">
      <w:r>
        <w:t>315.9467</w:t>
      </w:r>
      <w:r>
        <w:tab/>
        <w:t>1.013e0</w:t>
      </w:r>
    </w:p>
    <w:p w:rsidR="007B2329" w:rsidRDefault="007B2329" w:rsidP="007B2329">
      <w:r>
        <w:t>315.9540</w:t>
      </w:r>
      <w:r>
        <w:tab/>
        <w:t>3.038e0</w:t>
      </w:r>
    </w:p>
    <w:p w:rsidR="007B2329" w:rsidRDefault="007B2329" w:rsidP="007B2329">
      <w:r>
        <w:t>315.9641</w:t>
      </w:r>
      <w:r>
        <w:tab/>
        <w:t>1.013e0</w:t>
      </w:r>
    </w:p>
    <w:p w:rsidR="007B2329" w:rsidRDefault="007B2329" w:rsidP="007B2329">
      <w:r>
        <w:t>315.9789</w:t>
      </w:r>
      <w:r>
        <w:tab/>
        <w:t>1.013e0</w:t>
      </w:r>
    </w:p>
    <w:p w:rsidR="007B2329" w:rsidRDefault="007B2329" w:rsidP="007B2329">
      <w:r>
        <w:t>316.0031</w:t>
      </w:r>
      <w:r>
        <w:tab/>
        <w:t>1.013e0</w:t>
      </w:r>
    </w:p>
    <w:p w:rsidR="007B2329" w:rsidRDefault="007B2329" w:rsidP="007B2329">
      <w:r>
        <w:t>316.0071</w:t>
      </w:r>
      <w:r>
        <w:tab/>
        <w:t>1.013e0</w:t>
      </w:r>
    </w:p>
    <w:p w:rsidR="007B2329" w:rsidRDefault="007B2329" w:rsidP="007B2329">
      <w:r>
        <w:t>316.0154</w:t>
      </w:r>
      <w:r>
        <w:tab/>
        <w:t>2.025e0</w:t>
      </w:r>
    </w:p>
    <w:p w:rsidR="007B2329" w:rsidRDefault="007B2329" w:rsidP="007B2329">
      <w:r>
        <w:t>316.0186</w:t>
      </w:r>
      <w:r>
        <w:tab/>
        <w:t>2.025e0</w:t>
      </w:r>
    </w:p>
    <w:p w:rsidR="007B2329" w:rsidRDefault="007B2329" w:rsidP="007B2329">
      <w:r>
        <w:t>316.0211</w:t>
      </w:r>
      <w:r>
        <w:tab/>
        <w:t>1.013e0</w:t>
      </w:r>
    </w:p>
    <w:p w:rsidR="007B2329" w:rsidRDefault="007B2329" w:rsidP="007B2329">
      <w:r>
        <w:lastRenderedPageBreak/>
        <w:t>316.0268</w:t>
      </w:r>
      <w:r>
        <w:tab/>
        <w:t>1.013e0</w:t>
      </w:r>
    </w:p>
    <w:p w:rsidR="007B2329" w:rsidRDefault="007B2329" w:rsidP="007B2329">
      <w:r>
        <w:t>316.0313</w:t>
      </w:r>
      <w:r>
        <w:tab/>
        <w:t>4.051e0</w:t>
      </w:r>
    </w:p>
    <w:p w:rsidR="007B2329" w:rsidRDefault="007B2329" w:rsidP="007B2329">
      <w:r>
        <w:t>316.0555</w:t>
      </w:r>
      <w:r>
        <w:tab/>
        <w:t>1.013e0</w:t>
      </w:r>
    </w:p>
    <w:p w:rsidR="007B2329" w:rsidRDefault="007B2329" w:rsidP="007B2329">
      <w:r>
        <w:t>316.0734</w:t>
      </w:r>
      <w:r>
        <w:tab/>
        <w:t>4.051e0</w:t>
      </w:r>
    </w:p>
    <w:p w:rsidR="007B2329" w:rsidRDefault="007B2329" w:rsidP="007B2329">
      <w:r>
        <w:t>316.0783</w:t>
      </w:r>
      <w:r>
        <w:tab/>
        <w:t>1.013e0</w:t>
      </w:r>
    </w:p>
    <w:p w:rsidR="007B2329" w:rsidRDefault="007B2329" w:rsidP="007B2329">
      <w:r>
        <w:t>316.0917</w:t>
      </w:r>
      <w:r>
        <w:tab/>
        <w:t>1.013e0</w:t>
      </w:r>
    </w:p>
    <w:p w:rsidR="007B2329" w:rsidRDefault="007B2329" w:rsidP="007B2329">
      <w:r>
        <w:t>316.1118</w:t>
      </w:r>
      <w:r>
        <w:tab/>
        <w:t>1.013e0</w:t>
      </w:r>
    </w:p>
    <w:p w:rsidR="007B2329" w:rsidRDefault="007B2329" w:rsidP="007B2329">
      <w:r>
        <w:t>316.1177</w:t>
      </w:r>
      <w:r>
        <w:tab/>
        <w:t>2.025e0</w:t>
      </w:r>
    </w:p>
    <w:p w:rsidR="007B2329" w:rsidRDefault="007B2329" w:rsidP="007B2329">
      <w:r>
        <w:t>316.1223</w:t>
      </w:r>
      <w:r>
        <w:tab/>
        <w:t>1.949e0</w:t>
      </w:r>
    </w:p>
    <w:p w:rsidR="007B2329" w:rsidRDefault="007B2329" w:rsidP="007B2329">
      <w:r>
        <w:t>316.1299</w:t>
      </w:r>
      <w:r>
        <w:tab/>
        <w:t>2.025e0</w:t>
      </w:r>
    </w:p>
    <w:p w:rsidR="007B2329" w:rsidRDefault="007B2329" w:rsidP="007B2329">
      <w:r>
        <w:t>316.1441</w:t>
      </w:r>
      <w:r>
        <w:tab/>
        <w:t>1.013e0</w:t>
      </w:r>
    </w:p>
    <w:p w:rsidR="007B2329" w:rsidRDefault="007B2329" w:rsidP="007B2329">
      <w:r>
        <w:t>316.1545</w:t>
      </w:r>
      <w:r>
        <w:tab/>
        <w:t>4.603e0</w:t>
      </w:r>
    </w:p>
    <w:p w:rsidR="007B2329" w:rsidRDefault="007B2329" w:rsidP="007B2329">
      <w:r>
        <w:t>316.1678</w:t>
      </w:r>
      <w:r>
        <w:tab/>
        <w:t>5.141e1</w:t>
      </w:r>
    </w:p>
    <w:p w:rsidR="007B2329" w:rsidRDefault="007B2329" w:rsidP="007B2329">
      <w:r>
        <w:t>316.1782</w:t>
      </w:r>
      <w:r>
        <w:tab/>
        <w:t>1.487e1</w:t>
      </w:r>
    </w:p>
    <w:p w:rsidR="007B2329" w:rsidRDefault="007B2329" w:rsidP="007B2329">
      <w:r>
        <w:t>316.1826</w:t>
      </w:r>
      <w:r>
        <w:tab/>
        <w:t>2.001e1</w:t>
      </w:r>
    </w:p>
    <w:p w:rsidR="007B2329" w:rsidRDefault="007B2329" w:rsidP="007B2329">
      <w:r>
        <w:t>316.1898</w:t>
      </w:r>
      <w:r>
        <w:tab/>
        <w:t>8.562e0</w:t>
      </w:r>
    </w:p>
    <w:p w:rsidR="007B2329" w:rsidRDefault="007B2329" w:rsidP="007B2329">
      <w:r>
        <w:t>316.1918</w:t>
      </w:r>
      <w:r>
        <w:tab/>
        <w:t>9.609e0</w:t>
      </w:r>
    </w:p>
    <w:p w:rsidR="007B2329" w:rsidRDefault="007B2329" w:rsidP="007B2329">
      <w:r>
        <w:t>316.1974</w:t>
      </w:r>
      <w:r>
        <w:tab/>
        <w:t>2.046e0</w:t>
      </w:r>
    </w:p>
    <w:p w:rsidR="007B2329" w:rsidRDefault="007B2329" w:rsidP="007B2329">
      <w:r>
        <w:t>316.2330</w:t>
      </w:r>
      <w:r>
        <w:tab/>
        <w:t>2.527e0</w:t>
      </w:r>
    </w:p>
    <w:p w:rsidR="007B2329" w:rsidRDefault="007B2329" w:rsidP="007B2329">
      <w:r>
        <w:lastRenderedPageBreak/>
        <w:t>316.2386</w:t>
      </w:r>
      <w:r>
        <w:tab/>
        <w:t>1.013e0</w:t>
      </w:r>
    </w:p>
    <w:p w:rsidR="007B2329" w:rsidRDefault="007B2329" w:rsidP="007B2329">
      <w:r>
        <w:t>316.2487</w:t>
      </w:r>
      <w:r>
        <w:tab/>
        <w:t>2.025e0</w:t>
      </w:r>
    </w:p>
    <w:p w:rsidR="007B2329" w:rsidRDefault="007B2329" w:rsidP="007B2329">
      <w:r>
        <w:t>316.2557</w:t>
      </w:r>
      <w:r>
        <w:tab/>
        <w:t>2.025e0</w:t>
      </w:r>
    </w:p>
    <w:p w:rsidR="007B2329" w:rsidRDefault="007B2329" w:rsidP="007B2329">
      <w:r>
        <w:t>316.2729</w:t>
      </w:r>
      <w:r>
        <w:tab/>
        <w:t>2.025e0</w:t>
      </w:r>
    </w:p>
    <w:p w:rsidR="007B2329" w:rsidRDefault="007B2329" w:rsidP="007B2329">
      <w:r>
        <w:t>316.2810</w:t>
      </w:r>
      <w:r>
        <w:tab/>
        <w:t>2.025e0</w:t>
      </w:r>
    </w:p>
    <w:p w:rsidR="007B2329" w:rsidRDefault="007B2329" w:rsidP="007B2329">
      <w:r>
        <w:t>316.2847</w:t>
      </w:r>
      <w:r>
        <w:tab/>
        <w:t>1.013e0</w:t>
      </w:r>
    </w:p>
    <w:p w:rsidR="007B2329" w:rsidRDefault="007B2329" w:rsidP="007B2329">
      <w:r>
        <w:t>316.2953</w:t>
      </w:r>
      <w:r>
        <w:tab/>
        <w:t>3.038e0</w:t>
      </w:r>
    </w:p>
    <w:p w:rsidR="007B2329" w:rsidRDefault="007B2329" w:rsidP="007B2329">
      <w:r>
        <w:t>316.3243</w:t>
      </w:r>
      <w:r>
        <w:tab/>
        <w:t>1.013e0</w:t>
      </w:r>
    </w:p>
    <w:p w:rsidR="007B2329" w:rsidRDefault="007B2329" w:rsidP="007B2329">
      <w:r>
        <w:t>316.3332</w:t>
      </w:r>
      <w:r>
        <w:tab/>
        <w:t>1.013e0</w:t>
      </w:r>
    </w:p>
    <w:p w:rsidR="007B2329" w:rsidRDefault="007B2329" w:rsidP="007B2329">
      <w:r>
        <w:t>316.3372</w:t>
      </w:r>
      <w:r>
        <w:tab/>
        <w:t>1.013e0</w:t>
      </w:r>
    </w:p>
    <w:p w:rsidR="007B2329" w:rsidRDefault="007B2329" w:rsidP="007B2329">
      <w:r>
        <w:t>316.3517</w:t>
      </w:r>
      <w:r>
        <w:tab/>
        <w:t>2.025e0</w:t>
      </w:r>
    </w:p>
    <w:p w:rsidR="007B2329" w:rsidRDefault="007B2329" w:rsidP="007B2329">
      <w:r>
        <w:t>316.3702</w:t>
      </w:r>
      <w:r>
        <w:tab/>
        <w:t>2.025e0</w:t>
      </w:r>
    </w:p>
    <w:p w:rsidR="007B2329" w:rsidRDefault="007B2329" w:rsidP="007B2329">
      <w:r>
        <w:t>316.4010</w:t>
      </w:r>
      <w:r>
        <w:tab/>
        <w:t>8.101e0</w:t>
      </w:r>
    </w:p>
    <w:p w:rsidR="007B2329" w:rsidRDefault="007B2329" w:rsidP="007B2329">
      <w:r>
        <w:t>316.4097</w:t>
      </w:r>
      <w:r>
        <w:tab/>
        <w:t>1.013e0</w:t>
      </w:r>
    </w:p>
    <w:p w:rsidR="007B2329" w:rsidRDefault="007B2329" w:rsidP="007B2329">
      <w:r>
        <w:t>316.4177</w:t>
      </w:r>
      <w:r>
        <w:tab/>
        <w:t>1.013e0</w:t>
      </w:r>
    </w:p>
    <w:p w:rsidR="007B2329" w:rsidRDefault="007B2329" w:rsidP="007B2329">
      <w:r>
        <w:t>316.4217</w:t>
      </w:r>
      <w:r>
        <w:tab/>
        <w:t>1.013e0</w:t>
      </w:r>
    </w:p>
    <w:p w:rsidR="007B2329" w:rsidRDefault="007B2329" w:rsidP="007B2329">
      <w:r>
        <w:t>316.4274</w:t>
      </w:r>
      <w:r>
        <w:tab/>
        <w:t>1.013e0</w:t>
      </w:r>
    </w:p>
    <w:p w:rsidR="007B2329" w:rsidRDefault="007B2329" w:rsidP="007B2329">
      <w:r>
        <w:t>316.4378</w:t>
      </w:r>
      <w:r>
        <w:tab/>
        <w:t>1.013e0</w:t>
      </w:r>
    </w:p>
    <w:p w:rsidR="007B2329" w:rsidRDefault="007B2329" w:rsidP="007B2329">
      <w:r>
        <w:t>316.4503</w:t>
      </w:r>
      <w:r>
        <w:tab/>
        <w:t>1.013e0</w:t>
      </w:r>
    </w:p>
    <w:p w:rsidR="007B2329" w:rsidRDefault="007B2329" w:rsidP="007B2329">
      <w:r>
        <w:lastRenderedPageBreak/>
        <w:t>316.4701</w:t>
      </w:r>
      <w:r>
        <w:tab/>
        <w:t>2.025e0</w:t>
      </w:r>
    </w:p>
    <w:p w:rsidR="007B2329" w:rsidRDefault="007B2329" w:rsidP="007B2329">
      <w:r>
        <w:t>316.4807</w:t>
      </w:r>
      <w:r>
        <w:tab/>
        <w:t>3.038e0</w:t>
      </w:r>
    </w:p>
    <w:p w:rsidR="007B2329" w:rsidRDefault="007B2329" w:rsidP="007B2329">
      <w:r>
        <w:t>316.4847</w:t>
      </w:r>
      <w:r>
        <w:tab/>
        <w:t>1.013e0</w:t>
      </w:r>
    </w:p>
    <w:p w:rsidR="007B2329" w:rsidRDefault="007B2329" w:rsidP="007B2329">
      <w:r>
        <w:t>316.5022</w:t>
      </w:r>
      <w:r>
        <w:tab/>
        <w:t>1.013e0</w:t>
      </w:r>
    </w:p>
    <w:p w:rsidR="007B2329" w:rsidRDefault="007B2329" w:rsidP="007B2329">
      <w:r>
        <w:t>316.5184</w:t>
      </w:r>
      <w:r>
        <w:tab/>
        <w:t>1.013e0</w:t>
      </w:r>
    </w:p>
    <w:p w:rsidR="007B2329" w:rsidRDefault="007B2329" w:rsidP="007B2329">
      <w:r>
        <w:t>316.5265</w:t>
      </w:r>
      <w:r>
        <w:tab/>
        <w:t>3.038e0</w:t>
      </w:r>
    </w:p>
    <w:p w:rsidR="007B2329" w:rsidRDefault="007B2329" w:rsidP="007B2329">
      <w:r>
        <w:t>316.5588</w:t>
      </w:r>
      <w:r>
        <w:tab/>
        <w:t>2.025e0</w:t>
      </w:r>
    </w:p>
    <w:p w:rsidR="007B2329" w:rsidRDefault="007B2329" w:rsidP="007B2329">
      <w:r>
        <w:t>316.5827</w:t>
      </w:r>
      <w:r>
        <w:tab/>
        <w:t>1.013e0</w:t>
      </w:r>
    </w:p>
    <w:p w:rsidR="007B2329" w:rsidRDefault="007B2329" w:rsidP="007B2329">
      <w:r>
        <w:t>316.5837</w:t>
      </w:r>
      <w:r>
        <w:tab/>
        <w:t>2.025e0</w:t>
      </w:r>
    </w:p>
    <w:p w:rsidR="007B2329" w:rsidRDefault="007B2329" w:rsidP="007B2329">
      <w:r>
        <w:t>316.5869</w:t>
      </w:r>
      <w:r>
        <w:tab/>
        <w:t>2.025e0</w:t>
      </w:r>
    </w:p>
    <w:p w:rsidR="007B2329" w:rsidRDefault="007B2329" w:rsidP="007B2329">
      <w:r>
        <w:t>316.5949</w:t>
      </w:r>
      <w:r>
        <w:tab/>
        <w:t>2.025e0</w:t>
      </w:r>
    </w:p>
    <w:p w:rsidR="007B2329" w:rsidRDefault="007B2329" w:rsidP="007B2329">
      <w:r>
        <w:t>316.6007</w:t>
      </w:r>
      <w:r>
        <w:tab/>
        <w:t>3.495e0</w:t>
      </w:r>
    </w:p>
    <w:p w:rsidR="007B2329" w:rsidRDefault="007B2329" w:rsidP="007B2329">
      <w:r>
        <w:t>316.6153</w:t>
      </w:r>
      <w:r>
        <w:tab/>
        <w:t>2.025e0</w:t>
      </w:r>
    </w:p>
    <w:p w:rsidR="007B2329" w:rsidRDefault="007B2329" w:rsidP="007B2329">
      <w:r>
        <w:t>316.6222</w:t>
      </w:r>
      <w:r>
        <w:tab/>
        <w:t>1.013e0</w:t>
      </w:r>
    </w:p>
    <w:p w:rsidR="007B2329" w:rsidRDefault="007B2329" w:rsidP="007B2329">
      <w:r>
        <w:t>316.6393</w:t>
      </w:r>
      <w:r>
        <w:tab/>
        <w:t>1.013e0</w:t>
      </w:r>
    </w:p>
    <w:p w:rsidR="007B2329" w:rsidRDefault="007B2329" w:rsidP="007B2329">
      <w:r>
        <w:t>316.6451</w:t>
      </w:r>
      <w:r>
        <w:tab/>
        <w:t>1.013e0</w:t>
      </w:r>
    </w:p>
    <w:p w:rsidR="007B2329" w:rsidRDefault="007B2329" w:rsidP="007B2329">
      <w:r>
        <w:t>316.6573</w:t>
      </w:r>
      <w:r>
        <w:tab/>
        <w:t>2.025e0</w:t>
      </w:r>
    </w:p>
    <w:p w:rsidR="007B2329" w:rsidRDefault="007B2329" w:rsidP="007B2329">
      <w:r>
        <w:t>316.6635</w:t>
      </w:r>
      <w:r>
        <w:tab/>
        <w:t>1.013e0</w:t>
      </w:r>
    </w:p>
    <w:p w:rsidR="007B2329" w:rsidRDefault="007B2329" w:rsidP="007B2329">
      <w:r>
        <w:t>316.6915</w:t>
      </w:r>
      <w:r>
        <w:tab/>
        <w:t>1.013e0</w:t>
      </w:r>
    </w:p>
    <w:p w:rsidR="007B2329" w:rsidRDefault="007B2329" w:rsidP="007B2329">
      <w:r>
        <w:lastRenderedPageBreak/>
        <w:t>316.6934</w:t>
      </w:r>
      <w:r>
        <w:tab/>
        <w:t>3.038e0</w:t>
      </w:r>
    </w:p>
    <w:p w:rsidR="007B2329" w:rsidRDefault="007B2329" w:rsidP="007B2329">
      <w:r>
        <w:t>316.6966</w:t>
      </w:r>
      <w:r>
        <w:tab/>
        <w:t>1.013e0</w:t>
      </w:r>
    </w:p>
    <w:p w:rsidR="007B2329" w:rsidRDefault="007B2329" w:rsidP="007B2329">
      <w:r>
        <w:t>316.7358</w:t>
      </w:r>
      <w:r>
        <w:tab/>
        <w:t>1.013e0</w:t>
      </w:r>
    </w:p>
    <w:p w:rsidR="007B2329" w:rsidRDefault="007B2329" w:rsidP="007B2329">
      <w:r>
        <w:t>316.7596</w:t>
      </w:r>
      <w:r>
        <w:tab/>
        <w:t>2.025e0</w:t>
      </w:r>
    </w:p>
    <w:p w:rsidR="007B2329" w:rsidRDefault="007B2329" w:rsidP="007B2329">
      <w:r>
        <w:t>316.7700</w:t>
      </w:r>
      <w:r>
        <w:tab/>
        <w:t>2.025e0</w:t>
      </w:r>
    </w:p>
    <w:p w:rsidR="007B2329" w:rsidRDefault="007B2329" w:rsidP="007B2329">
      <w:r>
        <w:t>316.8001</w:t>
      </w:r>
      <w:r>
        <w:tab/>
        <w:t>1.013e0</w:t>
      </w:r>
    </w:p>
    <w:p w:rsidR="007B2329" w:rsidRDefault="007B2329" w:rsidP="007B2329">
      <w:r>
        <w:t>316.8015</w:t>
      </w:r>
      <w:r>
        <w:tab/>
        <w:t>2.025e0</w:t>
      </w:r>
    </w:p>
    <w:p w:rsidR="007B2329" w:rsidRDefault="007B2329" w:rsidP="007B2329">
      <w:r>
        <w:t>316.8164</w:t>
      </w:r>
      <w:r>
        <w:tab/>
        <w:t>1.013e0</w:t>
      </w:r>
    </w:p>
    <w:p w:rsidR="007B2329" w:rsidRDefault="007B2329" w:rsidP="007B2329">
      <w:r>
        <w:t>316.8298</w:t>
      </w:r>
      <w:r>
        <w:tab/>
        <w:t>2.025e0</w:t>
      </w:r>
    </w:p>
    <w:p w:rsidR="007B2329" w:rsidRDefault="007B2329" w:rsidP="007B2329">
      <w:r>
        <w:t>316.8583</w:t>
      </w:r>
      <w:r>
        <w:tab/>
        <w:t>2.025e0</w:t>
      </w:r>
    </w:p>
    <w:p w:rsidR="007B2329" w:rsidRDefault="007B2329" w:rsidP="007B2329">
      <w:r>
        <w:t>316.8670</w:t>
      </w:r>
      <w:r>
        <w:tab/>
        <w:t>4.051e0</w:t>
      </w:r>
    </w:p>
    <w:p w:rsidR="007B2329" w:rsidRDefault="007B2329" w:rsidP="007B2329">
      <w:r>
        <w:t>316.8685</w:t>
      </w:r>
      <w:r>
        <w:tab/>
        <w:t>1.013e0</w:t>
      </w:r>
    </w:p>
    <w:p w:rsidR="007B2329" w:rsidRDefault="007B2329" w:rsidP="007B2329">
      <w:r>
        <w:t>316.8914</w:t>
      </w:r>
      <w:r>
        <w:tab/>
        <w:t>1.013e0</w:t>
      </w:r>
    </w:p>
    <w:p w:rsidR="007B2329" w:rsidRDefault="007B2329" w:rsidP="007B2329">
      <w:r>
        <w:t>316.9008</w:t>
      </w:r>
      <w:r>
        <w:tab/>
        <w:t>1.013e0</w:t>
      </w:r>
    </w:p>
    <w:p w:rsidR="007B2329" w:rsidRDefault="007B2329" w:rsidP="007B2329">
      <w:r>
        <w:t>316.9144</w:t>
      </w:r>
      <w:r>
        <w:tab/>
        <w:t>1.013e0</w:t>
      </w:r>
    </w:p>
    <w:p w:rsidR="007B2329" w:rsidRDefault="007B2329" w:rsidP="007B2329">
      <w:r>
        <w:t>316.9201</w:t>
      </w:r>
      <w:r>
        <w:tab/>
        <w:t>3.038e0</w:t>
      </w:r>
    </w:p>
    <w:p w:rsidR="007B2329" w:rsidRDefault="007B2329" w:rsidP="007B2329">
      <w:r>
        <w:t>316.9252</w:t>
      </w:r>
      <w:r>
        <w:tab/>
        <w:t>2.025e0</w:t>
      </w:r>
    </w:p>
    <w:p w:rsidR="007B2329" w:rsidRDefault="007B2329" w:rsidP="007B2329">
      <w:r>
        <w:t>316.9290</w:t>
      </w:r>
      <w:r>
        <w:tab/>
        <w:t>1.013e0</w:t>
      </w:r>
    </w:p>
    <w:p w:rsidR="007B2329" w:rsidRDefault="007B2329" w:rsidP="007B2329">
      <w:r>
        <w:t>316.9331</w:t>
      </w:r>
      <w:r>
        <w:tab/>
        <w:t>1.013e0</w:t>
      </w:r>
    </w:p>
    <w:p w:rsidR="007B2329" w:rsidRDefault="007B2329" w:rsidP="007B2329">
      <w:r>
        <w:lastRenderedPageBreak/>
        <w:t>316.9373</w:t>
      </w:r>
      <w:r>
        <w:tab/>
        <w:t>1.013e0</w:t>
      </w:r>
    </w:p>
    <w:p w:rsidR="007B2329" w:rsidRDefault="007B2329" w:rsidP="007B2329">
      <w:r>
        <w:t>316.9641</w:t>
      </w:r>
      <w:r>
        <w:tab/>
        <w:t>2.025e0</w:t>
      </w:r>
    </w:p>
    <w:p w:rsidR="007B2329" w:rsidRDefault="007B2329" w:rsidP="007B2329">
      <w:r>
        <w:t>316.9660</w:t>
      </w:r>
      <w:r>
        <w:tab/>
        <w:t>2.025e0</w:t>
      </w:r>
    </w:p>
    <w:p w:rsidR="007B2329" w:rsidRDefault="007B2329" w:rsidP="007B2329">
      <w:r>
        <w:t>316.9718</w:t>
      </w:r>
      <w:r>
        <w:tab/>
        <w:t>1.013e0</w:t>
      </w:r>
    </w:p>
    <w:p w:rsidR="007B2329" w:rsidRDefault="007B2329" w:rsidP="007B2329">
      <w:r>
        <w:t>316.9923</w:t>
      </w:r>
      <w:r>
        <w:tab/>
        <w:t>2.025e0</w:t>
      </w:r>
    </w:p>
    <w:p w:rsidR="007B2329" w:rsidRDefault="007B2329" w:rsidP="007B2329">
      <w:r>
        <w:t>317.0004</w:t>
      </w:r>
      <w:r>
        <w:tab/>
        <w:t>1.013e0</w:t>
      </w:r>
    </w:p>
    <w:p w:rsidR="007B2329" w:rsidRDefault="007B2329" w:rsidP="007B2329">
      <w:r>
        <w:t>317.0083</w:t>
      </w:r>
      <w:r>
        <w:tab/>
        <w:t>2.038e0</w:t>
      </w:r>
    </w:p>
    <w:p w:rsidR="007B2329" w:rsidRDefault="007B2329" w:rsidP="007B2329">
      <w:r>
        <w:t>317.0096</w:t>
      </w:r>
      <w:r>
        <w:tab/>
        <w:t>2.025e0</w:t>
      </w:r>
    </w:p>
    <w:p w:rsidR="007B2329" w:rsidRDefault="007B2329" w:rsidP="007B2329">
      <w:r>
        <w:t>317.0338</w:t>
      </w:r>
      <w:r>
        <w:tab/>
        <w:t>3.038e0</w:t>
      </w:r>
    </w:p>
    <w:p w:rsidR="007B2329" w:rsidRDefault="007B2329" w:rsidP="007B2329">
      <w:r>
        <w:t>317.0378</w:t>
      </w:r>
      <w:r>
        <w:tab/>
        <w:t>1.013e0</w:t>
      </w:r>
    </w:p>
    <w:p w:rsidR="007B2329" w:rsidRDefault="007B2329" w:rsidP="007B2329">
      <w:r>
        <w:t>317.0463</w:t>
      </w:r>
      <w:r>
        <w:tab/>
        <w:t>2.025e0</w:t>
      </w:r>
    </w:p>
    <w:p w:rsidR="007B2329" w:rsidRDefault="007B2329" w:rsidP="007B2329">
      <w:r>
        <w:t>317.0538</w:t>
      </w:r>
      <w:r>
        <w:tab/>
        <w:t>1.025e0</w:t>
      </w:r>
    </w:p>
    <w:p w:rsidR="007B2329" w:rsidRDefault="007B2329" w:rsidP="007B2329">
      <w:r>
        <w:t>317.0749</w:t>
      </w:r>
      <w:r>
        <w:tab/>
        <w:t>1.013e0</w:t>
      </w:r>
    </w:p>
    <w:p w:rsidR="007B2329" w:rsidRDefault="007B2329" w:rsidP="007B2329">
      <w:r>
        <w:t>317.0807</w:t>
      </w:r>
      <w:r>
        <w:tab/>
        <w:t>1.013e0</w:t>
      </w:r>
    </w:p>
    <w:p w:rsidR="007B2329" w:rsidRDefault="007B2329" w:rsidP="007B2329">
      <w:r>
        <w:t>317.0903</w:t>
      </w:r>
      <w:r>
        <w:tab/>
        <w:t>2.025e0</w:t>
      </w:r>
    </w:p>
    <w:p w:rsidR="007B2329" w:rsidRDefault="007B2329" w:rsidP="007B2329">
      <w:r>
        <w:t>317.0980</w:t>
      </w:r>
      <w:r>
        <w:tab/>
        <w:t>2.064e0</w:t>
      </w:r>
    </w:p>
    <w:p w:rsidR="007B2329" w:rsidRDefault="007B2329" w:rsidP="007B2329">
      <w:r>
        <w:t>317.1094</w:t>
      </w:r>
      <w:r>
        <w:tab/>
        <w:t>5.063e0</w:t>
      </w:r>
    </w:p>
    <w:p w:rsidR="007B2329" w:rsidRDefault="007B2329" w:rsidP="007B2329">
      <w:r>
        <w:t>317.1266</w:t>
      </w:r>
      <w:r>
        <w:tab/>
        <w:t>1.013e0</w:t>
      </w:r>
    </w:p>
    <w:p w:rsidR="007B2329" w:rsidRDefault="007B2329" w:rsidP="007B2329">
      <w:r>
        <w:t>317.1348</w:t>
      </w:r>
      <w:r>
        <w:tab/>
        <w:t>1.612e0</w:t>
      </w:r>
    </w:p>
    <w:p w:rsidR="007B2329" w:rsidRDefault="007B2329" w:rsidP="007B2329">
      <w:r>
        <w:lastRenderedPageBreak/>
        <w:t>317.1587</w:t>
      </w:r>
      <w:r>
        <w:tab/>
        <w:t>4.297e0</w:t>
      </w:r>
    </w:p>
    <w:p w:rsidR="007B2329" w:rsidRDefault="007B2329" w:rsidP="007B2329">
      <w:r>
        <w:t>317.1608</w:t>
      </w:r>
      <w:r>
        <w:tab/>
        <w:t>2.025e0</w:t>
      </w:r>
    </w:p>
    <w:p w:rsidR="007B2329" w:rsidRDefault="007B2329" w:rsidP="007B2329">
      <w:r>
        <w:t>317.1779</w:t>
      </w:r>
      <w:r>
        <w:tab/>
        <w:t>4.582e0</w:t>
      </w:r>
    </w:p>
    <w:p w:rsidR="007B2329" w:rsidRDefault="007B2329" w:rsidP="007B2329">
      <w:r>
        <w:t>317.1795</w:t>
      </w:r>
      <w:r>
        <w:tab/>
        <w:t>6.123e0</w:t>
      </w:r>
    </w:p>
    <w:p w:rsidR="007B2329" w:rsidRDefault="007B2329" w:rsidP="007B2329">
      <w:r>
        <w:t>317.1841</w:t>
      </w:r>
      <w:r>
        <w:tab/>
        <w:t>1.013e0</w:t>
      </w:r>
    </w:p>
    <w:p w:rsidR="007B2329" w:rsidRDefault="007B2329" w:rsidP="007B2329">
      <w:r>
        <w:t>317.1901</w:t>
      </w:r>
      <w:r>
        <w:tab/>
        <w:t>5.304e0</w:t>
      </w:r>
    </w:p>
    <w:p w:rsidR="007B2329" w:rsidRDefault="007B2329" w:rsidP="007B2329">
      <w:r>
        <w:t>317.2009</w:t>
      </w:r>
      <w:r>
        <w:tab/>
        <w:t>2.025e0</w:t>
      </w:r>
    </w:p>
    <w:p w:rsidR="007B2329" w:rsidRDefault="007B2329" w:rsidP="007B2329">
      <w:r>
        <w:t>317.2184</w:t>
      </w:r>
      <w:r>
        <w:tab/>
        <w:t>1.013e0</w:t>
      </w:r>
    </w:p>
    <w:p w:rsidR="007B2329" w:rsidRDefault="007B2329" w:rsidP="007B2329">
      <w:r>
        <w:t>317.2471</w:t>
      </w:r>
      <w:r>
        <w:tab/>
        <w:t>2.025e0</w:t>
      </w:r>
    </w:p>
    <w:p w:rsidR="007B2329" w:rsidRDefault="007B2329" w:rsidP="007B2329">
      <w:r>
        <w:t>317.2513</w:t>
      </w:r>
      <w:r>
        <w:tab/>
        <w:t>1.013e0</w:t>
      </w:r>
    </w:p>
    <w:p w:rsidR="007B2329" w:rsidRDefault="007B2329" w:rsidP="007B2329">
      <w:r>
        <w:t>317.2534</w:t>
      </w:r>
      <w:r>
        <w:tab/>
        <w:t>2.025e0</w:t>
      </w:r>
    </w:p>
    <w:p w:rsidR="007B2329" w:rsidRDefault="007B2329" w:rsidP="007B2329">
      <w:r>
        <w:t>317.2554</w:t>
      </w:r>
      <w:r>
        <w:tab/>
        <w:t>1.013e0</w:t>
      </w:r>
    </w:p>
    <w:p w:rsidR="007B2329" w:rsidRDefault="007B2329" w:rsidP="007B2329">
      <w:r>
        <w:t>317.2594</w:t>
      </w:r>
      <w:r>
        <w:tab/>
        <w:t>1.013e0</w:t>
      </w:r>
    </w:p>
    <w:p w:rsidR="007B2329" w:rsidRDefault="007B2329" w:rsidP="007B2329">
      <w:r>
        <w:t>317.2731</w:t>
      </w:r>
      <w:r>
        <w:tab/>
        <w:t>4.051e0</w:t>
      </w:r>
    </w:p>
    <w:p w:rsidR="007B2329" w:rsidRDefault="007B2329" w:rsidP="007B2329">
      <w:r>
        <w:t>317.2921</w:t>
      </w:r>
      <w:r>
        <w:tab/>
        <w:t>2.025e0</w:t>
      </w:r>
    </w:p>
    <w:p w:rsidR="007B2329" w:rsidRDefault="007B2329" w:rsidP="007B2329">
      <w:r>
        <w:t>317.3009</w:t>
      </w:r>
      <w:r>
        <w:tab/>
        <w:t>4.051e0</w:t>
      </w:r>
    </w:p>
    <w:p w:rsidR="007B2329" w:rsidRDefault="007B2329" w:rsidP="007B2329">
      <w:r>
        <w:t>317.3242</w:t>
      </w:r>
      <w:r>
        <w:tab/>
        <w:t>2.025e0</w:t>
      </w:r>
    </w:p>
    <w:p w:rsidR="007B2329" w:rsidRDefault="007B2329" w:rsidP="007B2329">
      <w:r>
        <w:t>317.3601</w:t>
      </w:r>
      <w:r>
        <w:tab/>
        <w:t>1.013e0</w:t>
      </w:r>
    </w:p>
    <w:p w:rsidR="007B2329" w:rsidRDefault="007B2329" w:rsidP="007B2329">
      <w:r>
        <w:t>317.3680</w:t>
      </w:r>
      <w:r>
        <w:tab/>
        <w:t>1.013e0</w:t>
      </w:r>
    </w:p>
    <w:p w:rsidR="007B2329" w:rsidRDefault="007B2329" w:rsidP="007B2329">
      <w:r>
        <w:lastRenderedPageBreak/>
        <w:t>317.3844</w:t>
      </w:r>
      <w:r>
        <w:tab/>
        <w:t>1.013e0</w:t>
      </w:r>
    </w:p>
    <w:p w:rsidR="007B2329" w:rsidRDefault="007B2329" w:rsidP="007B2329">
      <w:r>
        <w:t>317.4020</w:t>
      </w:r>
      <w:r>
        <w:tab/>
        <w:t>1.013e0</w:t>
      </w:r>
    </w:p>
    <w:p w:rsidR="007B2329" w:rsidRDefault="007B2329" w:rsidP="007B2329">
      <w:r>
        <w:t>317.4081</w:t>
      </w:r>
      <w:r>
        <w:tab/>
        <w:t>3.038e0</w:t>
      </w:r>
    </w:p>
    <w:p w:rsidR="007B2329" w:rsidRDefault="007B2329" w:rsidP="007B2329">
      <w:r>
        <w:t>317.4125</w:t>
      </w:r>
      <w:r>
        <w:tab/>
        <w:t>1.013e0</w:t>
      </w:r>
    </w:p>
    <w:p w:rsidR="007B2329" w:rsidRDefault="007B2329" w:rsidP="007B2329">
      <w:r>
        <w:t>317.4206</w:t>
      </w:r>
      <w:r>
        <w:tab/>
        <w:t>2.025e0</w:t>
      </w:r>
    </w:p>
    <w:p w:rsidR="007B2329" w:rsidRDefault="007B2329" w:rsidP="007B2329">
      <w:r>
        <w:t>317.4365</w:t>
      </w:r>
      <w:r>
        <w:tab/>
        <w:t>1.013e0</w:t>
      </w:r>
    </w:p>
    <w:p w:rsidR="007B2329" w:rsidRDefault="007B2329" w:rsidP="007B2329">
      <w:r>
        <w:t>317.4595</w:t>
      </w:r>
      <w:r>
        <w:tab/>
        <w:t>1.013e0</w:t>
      </w:r>
    </w:p>
    <w:p w:rsidR="007B2329" w:rsidRDefault="007B2329" w:rsidP="007B2329">
      <w:r>
        <w:t>317.4650</w:t>
      </w:r>
      <w:r>
        <w:tab/>
        <w:t>1.013e0</w:t>
      </w:r>
    </w:p>
    <w:p w:rsidR="007B2329" w:rsidRDefault="007B2329" w:rsidP="007B2329">
      <w:r>
        <w:t>317.4825</w:t>
      </w:r>
      <w:r>
        <w:tab/>
        <w:t>2.025e0</w:t>
      </w:r>
    </w:p>
    <w:p w:rsidR="007B2329" w:rsidRDefault="007B2329" w:rsidP="007B2329">
      <w:r>
        <w:t>317.5168</w:t>
      </w:r>
      <w:r>
        <w:tab/>
        <w:t>1.013e0</w:t>
      </w:r>
    </w:p>
    <w:p w:rsidR="007B2329" w:rsidRDefault="007B2329" w:rsidP="007B2329">
      <w:r>
        <w:t>317.5292</w:t>
      </w:r>
      <w:r>
        <w:tab/>
        <w:t>4.051e0</w:t>
      </w:r>
    </w:p>
    <w:p w:rsidR="007B2329" w:rsidRDefault="007B2329" w:rsidP="007B2329">
      <w:r>
        <w:t>317.5399</w:t>
      </w:r>
      <w:r>
        <w:tab/>
        <w:t>1.013e0</w:t>
      </w:r>
    </w:p>
    <w:p w:rsidR="007B2329" w:rsidRDefault="007B2329" w:rsidP="007B2329">
      <w:r>
        <w:t>317.5495</w:t>
      </w:r>
      <w:r>
        <w:tab/>
        <w:t>1.013e0</w:t>
      </w:r>
    </w:p>
    <w:p w:rsidR="007B2329" w:rsidRDefault="007B2329" w:rsidP="007B2329">
      <w:r>
        <w:t>317.5686</w:t>
      </w:r>
      <w:r>
        <w:tab/>
        <w:t>1.013e0</w:t>
      </w:r>
    </w:p>
    <w:p w:rsidR="007B2329" w:rsidRDefault="007B2329" w:rsidP="007B2329">
      <w:r>
        <w:t>317.5832</w:t>
      </w:r>
      <w:r>
        <w:tab/>
        <w:t>2.038e0</w:t>
      </w:r>
    </w:p>
    <w:p w:rsidR="007B2329" w:rsidRDefault="007B2329" w:rsidP="007B2329">
      <w:r>
        <w:t>317.5965</w:t>
      </w:r>
      <w:r>
        <w:tab/>
        <w:t>4.051e0</w:t>
      </w:r>
    </w:p>
    <w:p w:rsidR="007B2329" w:rsidRDefault="007B2329" w:rsidP="007B2329">
      <w:r>
        <w:t>317.6099</w:t>
      </w:r>
      <w:r>
        <w:tab/>
        <w:t>1.013e0</w:t>
      </w:r>
    </w:p>
    <w:p w:rsidR="007B2329" w:rsidRDefault="007B2329" w:rsidP="007B2329">
      <w:r>
        <w:t>317.6125</w:t>
      </w:r>
      <w:r>
        <w:tab/>
        <w:t>2.038e0</w:t>
      </w:r>
    </w:p>
    <w:p w:rsidR="007B2329" w:rsidRDefault="007B2329" w:rsidP="007B2329">
      <w:r>
        <w:t>317.6432</w:t>
      </w:r>
      <w:r>
        <w:tab/>
        <w:t>1.013e0</w:t>
      </w:r>
    </w:p>
    <w:p w:rsidR="007B2329" w:rsidRDefault="007B2329" w:rsidP="007B2329">
      <w:r>
        <w:lastRenderedPageBreak/>
        <w:t>317.6482</w:t>
      </w:r>
      <w:r>
        <w:tab/>
        <w:t>2.025e0</w:t>
      </w:r>
    </w:p>
    <w:p w:rsidR="007B2329" w:rsidRDefault="007B2329" w:rsidP="007B2329">
      <w:r>
        <w:t>317.6604</w:t>
      </w:r>
      <w:r>
        <w:tab/>
        <w:t>1.025e0</w:t>
      </w:r>
    </w:p>
    <w:p w:rsidR="007B2329" w:rsidRDefault="007B2329" w:rsidP="007B2329">
      <w:r>
        <w:t>317.6664</w:t>
      </w:r>
      <w:r>
        <w:tab/>
        <w:t>1.013e0</w:t>
      </w:r>
    </w:p>
    <w:p w:rsidR="007B2329" w:rsidRDefault="007B2329" w:rsidP="007B2329">
      <w:r>
        <w:t>317.6819</w:t>
      </w:r>
      <w:r>
        <w:tab/>
        <w:t>3.038e0</w:t>
      </w:r>
    </w:p>
    <w:p w:rsidR="007B2329" w:rsidRDefault="007B2329" w:rsidP="007B2329">
      <w:r>
        <w:t>317.6963</w:t>
      </w:r>
      <w:r>
        <w:tab/>
        <w:t>2.025e0</w:t>
      </w:r>
    </w:p>
    <w:p w:rsidR="007B2329" w:rsidRDefault="007B2329" w:rsidP="007B2329">
      <w:r>
        <w:t>317.7006</w:t>
      </w:r>
      <w:r>
        <w:tab/>
        <w:t>4.051e0</w:t>
      </w:r>
    </w:p>
    <w:p w:rsidR="007B2329" w:rsidRDefault="007B2329" w:rsidP="007B2329">
      <w:r>
        <w:t>317.7107</w:t>
      </w:r>
      <w:r>
        <w:tab/>
        <w:t>1.013e0</w:t>
      </w:r>
    </w:p>
    <w:p w:rsidR="007B2329" w:rsidRDefault="007B2329" w:rsidP="007B2329">
      <w:r>
        <w:t>317.7294</w:t>
      </w:r>
      <w:r>
        <w:tab/>
        <w:t>1.013e0</w:t>
      </w:r>
    </w:p>
    <w:p w:rsidR="007B2329" w:rsidRDefault="007B2329" w:rsidP="007B2329">
      <w:r>
        <w:t>317.7320</w:t>
      </w:r>
      <w:r>
        <w:tab/>
        <w:t>2.025e0</w:t>
      </w:r>
    </w:p>
    <w:p w:rsidR="007B2329" w:rsidRDefault="007B2329" w:rsidP="007B2329">
      <w:r>
        <w:t>317.7350</w:t>
      </w:r>
      <w:r>
        <w:tab/>
        <w:t>1.013e0</w:t>
      </w:r>
    </w:p>
    <w:p w:rsidR="007B2329" w:rsidRDefault="007B2329" w:rsidP="007B2329">
      <w:r>
        <w:t>317.7582</w:t>
      </w:r>
      <w:r>
        <w:tab/>
        <w:t>3.038e0</w:t>
      </w:r>
    </w:p>
    <w:p w:rsidR="007B2329" w:rsidRDefault="007B2329" w:rsidP="007B2329">
      <w:r>
        <w:t>317.7696</w:t>
      </w:r>
      <w:r>
        <w:tab/>
        <w:t>2.025e0</w:t>
      </w:r>
    </w:p>
    <w:p w:rsidR="007B2329" w:rsidRDefault="007B2329" w:rsidP="007B2329">
      <w:r>
        <w:t>317.7712</w:t>
      </w:r>
      <w:r>
        <w:tab/>
        <w:t>1.013e0</w:t>
      </w:r>
    </w:p>
    <w:p w:rsidR="007B2329" w:rsidRDefault="007B2329" w:rsidP="007B2329">
      <w:r>
        <w:t>317.7735</w:t>
      </w:r>
      <w:r>
        <w:tab/>
        <w:t>2.025e0</w:t>
      </w:r>
    </w:p>
    <w:p w:rsidR="007B2329" w:rsidRDefault="007B2329" w:rsidP="007B2329">
      <w:r>
        <w:t>317.7869</w:t>
      </w:r>
      <w:r>
        <w:tab/>
        <w:t>1.013e0</w:t>
      </w:r>
    </w:p>
    <w:p w:rsidR="007B2329" w:rsidRDefault="007B2329" w:rsidP="007B2329">
      <w:r>
        <w:t>317.7906</w:t>
      </w:r>
      <w:r>
        <w:tab/>
        <w:t>3.038e0</w:t>
      </w:r>
    </w:p>
    <w:p w:rsidR="007B2329" w:rsidRDefault="007B2329" w:rsidP="007B2329">
      <w:r>
        <w:t>317.8157</w:t>
      </w:r>
      <w:r>
        <w:tab/>
        <w:t>1.013e0</w:t>
      </w:r>
    </w:p>
    <w:p w:rsidR="007B2329" w:rsidRDefault="007B2329" w:rsidP="007B2329">
      <w:r>
        <w:t>317.8195</w:t>
      </w:r>
      <w:r>
        <w:tab/>
        <w:t>2.025e0</w:t>
      </w:r>
    </w:p>
    <w:p w:rsidR="007B2329" w:rsidRDefault="007B2329" w:rsidP="007B2329">
      <w:r>
        <w:t>317.8693</w:t>
      </w:r>
      <w:r>
        <w:tab/>
        <w:t>2.025e0</w:t>
      </w:r>
    </w:p>
    <w:p w:rsidR="007B2329" w:rsidRDefault="007B2329" w:rsidP="007B2329">
      <w:r>
        <w:lastRenderedPageBreak/>
        <w:t>317.8759</w:t>
      </w:r>
      <w:r>
        <w:tab/>
        <w:t>1.013e0</w:t>
      </w:r>
    </w:p>
    <w:p w:rsidR="007B2329" w:rsidRDefault="007B2329" w:rsidP="007B2329">
      <w:r>
        <w:t>317.8847</w:t>
      </w:r>
      <w:r>
        <w:tab/>
        <w:t>1.013e0</w:t>
      </w:r>
    </w:p>
    <w:p w:rsidR="007B2329" w:rsidRDefault="007B2329" w:rsidP="007B2329">
      <w:r>
        <w:t>317.8961</w:t>
      </w:r>
      <w:r>
        <w:tab/>
        <w:t>1.013e0</w:t>
      </w:r>
    </w:p>
    <w:p w:rsidR="007B2329" w:rsidRDefault="007B2329" w:rsidP="007B2329">
      <w:r>
        <w:t>317.9042</w:t>
      </w:r>
      <w:r>
        <w:tab/>
        <w:t>1.013e0</w:t>
      </w:r>
    </w:p>
    <w:p w:rsidR="007B2329" w:rsidRDefault="007B2329" w:rsidP="007B2329">
      <w:r>
        <w:t>317.9134</w:t>
      </w:r>
      <w:r>
        <w:tab/>
        <w:t>1.013e0</w:t>
      </w:r>
    </w:p>
    <w:p w:rsidR="007B2329" w:rsidRDefault="007B2329" w:rsidP="007B2329">
      <w:r>
        <w:t>317.9191</w:t>
      </w:r>
      <w:r>
        <w:tab/>
        <w:t>1.013e0</w:t>
      </w:r>
    </w:p>
    <w:p w:rsidR="007B2329" w:rsidRDefault="007B2329" w:rsidP="007B2329">
      <w:r>
        <w:t>317.9283</w:t>
      </w:r>
      <w:r>
        <w:tab/>
        <w:t>1.013e0</w:t>
      </w:r>
    </w:p>
    <w:p w:rsidR="007B2329" w:rsidRDefault="007B2329" w:rsidP="007B2329">
      <w:r>
        <w:t>317.9424</w:t>
      </w:r>
      <w:r>
        <w:tab/>
        <w:t>2.025e0</w:t>
      </w:r>
    </w:p>
    <w:p w:rsidR="007B2329" w:rsidRDefault="007B2329" w:rsidP="007B2329">
      <w:r>
        <w:t>317.9565</w:t>
      </w:r>
      <w:r>
        <w:tab/>
        <w:t>1.013e0</w:t>
      </w:r>
    </w:p>
    <w:p w:rsidR="007B2329" w:rsidRDefault="007B2329" w:rsidP="007B2329">
      <w:r>
        <w:t>317.9606</w:t>
      </w:r>
      <w:r>
        <w:tab/>
        <w:t>1.013e0</w:t>
      </w:r>
    </w:p>
    <w:p w:rsidR="007B2329" w:rsidRDefault="007B2329" w:rsidP="007B2329">
      <w:r>
        <w:t>317.9741</w:t>
      </w:r>
      <w:r>
        <w:tab/>
        <w:t>2.532e-2</w:t>
      </w:r>
    </w:p>
    <w:p w:rsidR="007B2329" w:rsidRDefault="007B2329" w:rsidP="007B2329">
      <w:r>
        <w:t>317.9768</w:t>
      </w:r>
      <w:r>
        <w:tab/>
        <w:t>1.013e0</w:t>
      </w:r>
    </w:p>
    <w:p w:rsidR="007B2329" w:rsidRDefault="007B2329" w:rsidP="007B2329">
      <w:r>
        <w:t>317.9867</w:t>
      </w:r>
      <w:r>
        <w:tab/>
        <w:t>2.100e0</w:t>
      </w:r>
    </w:p>
    <w:p w:rsidR="007B2329" w:rsidRDefault="007B2329" w:rsidP="007B2329">
      <w:r>
        <w:t>318.0131</w:t>
      </w:r>
      <w:r>
        <w:tab/>
        <w:t>1.013e0</w:t>
      </w:r>
    </w:p>
    <w:p w:rsidR="007B2329" w:rsidRDefault="007B2329" w:rsidP="007B2329">
      <w:r>
        <w:t>318.0228</w:t>
      </w:r>
      <w:r>
        <w:tab/>
        <w:t>3.038e0</w:t>
      </w:r>
    </w:p>
    <w:p w:rsidR="007B2329" w:rsidRDefault="007B2329" w:rsidP="007B2329">
      <w:r>
        <w:t>318.0284</w:t>
      </w:r>
      <w:r>
        <w:tab/>
        <w:t>2.025e0</w:t>
      </w:r>
    </w:p>
    <w:p w:rsidR="007B2329" w:rsidRDefault="007B2329" w:rsidP="007B2329">
      <w:r>
        <w:t>318.0338</w:t>
      </w:r>
      <w:r>
        <w:tab/>
        <w:t>3.038e0</w:t>
      </w:r>
    </w:p>
    <w:p w:rsidR="007B2329" w:rsidRDefault="007B2329" w:rsidP="007B2329">
      <w:r>
        <w:t>318.0371</w:t>
      </w:r>
      <w:r>
        <w:tab/>
        <w:t>1.013e0</w:t>
      </w:r>
    </w:p>
    <w:p w:rsidR="007B2329" w:rsidRDefault="007B2329" w:rsidP="007B2329">
      <w:r>
        <w:t>318.0457</w:t>
      </w:r>
      <w:r>
        <w:tab/>
        <w:t>1.013e0</w:t>
      </w:r>
    </w:p>
    <w:p w:rsidR="007B2329" w:rsidRDefault="007B2329" w:rsidP="007B2329">
      <w:r>
        <w:lastRenderedPageBreak/>
        <w:t>318.0693</w:t>
      </w:r>
      <w:r>
        <w:tab/>
        <w:t>3.038e0</w:t>
      </w:r>
    </w:p>
    <w:p w:rsidR="007B2329" w:rsidRDefault="007B2329" w:rsidP="007B2329">
      <w:r>
        <w:t>318.0775</w:t>
      </w:r>
      <w:r>
        <w:tab/>
        <w:t>2.025e0</w:t>
      </w:r>
    </w:p>
    <w:p w:rsidR="007B2329" w:rsidRDefault="007B2329" w:rsidP="007B2329">
      <w:r>
        <w:t>318.0785</w:t>
      </w:r>
      <w:r>
        <w:tab/>
        <w:t>3.038e0</w:t>
      </w:r>
    </w:p>
    <w:p w:rsidR="007B2329" w:rsidRDefault="007B2329" w:rsidP="007B2329">
      <w:r>
        <w:t>318.0917</w:t>
      </w:r>
      <w:r>
        <w:tab/>
        <w:t>3.317e0</w:t>
      </w:r>
    </w:p>
    <w:p w:rsidR="007B2329" w:rsidRDefault="007B2329" w:rsidP="007B2329">
      <w:r>
        <w:t>318.1024</w:t>
      </w:r>
      <w:r>
        <w:tab/>
        <w:t>3.520e0</w:t>
      </w:r>
    </w:p>
    <w:p w:rsidR="007B2329" w:rsidRDefault="007B2329" w:rsidP="007B2329">
      <w:r>
        <w:t>318.1080</w:t>
      </w:r>
      <w:r>
        <w:tab/>
        <w:t>2.025e0</w:t>
      </w:r>
    </w:p>
    <w:p w:rsidR="007B2329" w:rsidRDefault="007B2329" w:rsidP="007B2329">
      <w:r>
        <w:t>318.1101</w:t>
      </w:r>
      <w:r>
        <w:tab/>
        <w:t>2.038e0</w:t>
      </w:r>
    </w:p>
    <w:p w:rsidR="007B2329" w:rsidRDefault="007B2329" w:rsidP="007B2329">
      <w:r>
        <w:t>318.1205</w:t>
      </w:r>
      <w:r>
        <w:tab/>
        <w:t>4.522e0</w:t>
      </w:r>
    </w:p>
    <w:p w:rsidR="007B2329" w:rsidRDefault="007B2329" w:rsidP="007B2329">
      <w:r>
        <w:t>318.1249</w:t>
      </w:r>
      <w:r>
        <w:tab/>
        <w:t>2.814e0</w:t>
      </w:r>
    </w:p>
    <w:p w:rsidR="007B2329" w:rsidRDefault="007B2329" w:rsidP="007B2329">
      <w:r>
        <w:t>318.1642</w:t>
      </w:r>
      <w:r>
        <w:tab/>
        <w:t>1.067e0</w:t>
      </w:r>
    </w:p>
    <w:p w:rsidR="007B2329" w:rsidRDefault="007B2329" w:rsidP="007B2329">
      <w:r>
        <w:t>318.1689</w:t>
      </w:r>
      <w:r>
        <w:tab/>
        <w:t>6.372e0</w:t>
      </w:r>
    </w:p>
    <w:p w:rsidR="007B2329" w:rsidRDefault="007B2329" w:rsidP="007B2329">
      <w:r>
        <w:t>318.1709</w:t>
      </w:r>
      <w:r>
        <w:tab/>
        <w:t>4.254e1</w:t>
      </w:r>
    </w:p>
    <w:p w:rsidR="007B2329" w:rsidRDefault="007B2329" w:rsidP="007B2329">
      <w:r>
        <w:t>318.1722</w:t>
      </w:r>
      <w:r>
        <w:tab/>
        <w:t>3.264e1</w:t>
      </w:r>
    </w:p>
    <w:p w:rsidR="007B2329" w:rsidRDefault="007B2329" w:rsidP="007B2329">
      <w:r>
        <w:t>318.1758</w:t>
      </w:r>
      <w:r>
        <w:tab/>
        <w:t>6.755e0</w:t>
      </w:r>
    </w:p>
    <w:p w:rsidR="007B2329" w:rsidRDefault="007B2329" w:rsidP="007B2329">
      <w:r>
        <w:t>318.1821</w:t>
      </w:r>
      <w:r>
        <w:tab/>
        <w:t>3.038e0</w:t>
      </w:r>
    </w:p>
    <w:p w:rsidR="007B2329" w:rsidRDefault="007B2329" w:rsidP="007B2329">
      <w:r>
        <w:t>318.2068</w:t>
      </w:r>
      <w:r>
        <w:tab/>
        <w:t>1.013e0</w:t>
      </w:r>
    </w:p>
    <w:p w:rsidR="007B2329" w:rsidRDefault="007B2329" w:rsidP="007B2329">
      <w:r>
        <w:t>318.2081</w:t>
      </w:r>
      <w:r>
        <w:tab/>
        <w:t>2.025e0</w:t>
      </w:r>
    </w:p>
    <w:p w:rsidR="007B2329" w:rsidRDefault="007B2329" w:rsidP="007B2329">
      <w:r>
        <w:t>318.2267</w:t>
      </w:r>
      <w:r>
        <w:tab/>
        <w:t>1.013e0</w:t>
      </w:r>
    </w:p>
    <w:p w:rsidR="007B2329" w:rsidRDefault="007B2329" w:rsidP="007B2329">
      <w:r>
        <w:t>318.2469</w:t>
      </w:r>
      <w:r>
        <w:tab/>
        <w:t>1.013e0</w:t>
      </w:r>
    </w:p>
    <w:p w:rsidR="007B2329" w:rsidRDefault="007B2329" w:rsidP="007B2329">
      <w:r>
        <w:lastRenderedPageBreak/>
        <w:t>318.2548</w:t>
      </w:r>
      <w:r>
        <w:tab/>
        <w:t>1.013e0</w:t>
      </w:r>
    </w:p>
    <w:p w:rsidR="007B2329" w:rsidRDefault="007B2329" w:rsidP="007B2329">
      <w:r>
        <w:t>318.2704</w:t>
      </w:r>
      <w:r>
        <w:tab/>
        <w:t>4.051e0</w:t>
      </w:r>
    </w:p>
    <w:p w:rsidR="007B2329" w:rsidRDefault="007B2329" w:rsidP="007B2329">
      <w:r>
        <w:t>318.2790</w:t>
      </w:r>
      <w:r>
        <w:tab/>
        <w:t>2.025e0</w:t>
      </w:r>
    </w:p>
    <w:p w:rsidR="007B2329" w:rsidRDefault="007B2329" w:rsidP="007B2329">
      <w:r>
        <w:t>318.2932</w:t>
      </w:r>
      <w:r>
        <w:tab/>
        <w:t>1.013e0</w:t>
      </w:r>
    </w:p>
    <w:p w:rsidR="007B2329" w:rsidRDefault="007B2329" w:rsidP="007B2329">
      <w:r>
        <w:t>318.2968</w:t>
      </w:r>
      <w:r>
        <w:tab/>
        <w:t>2.025e0</w:t>
      </w:r>
    </w:p>
    <w:p w:rsidR="007B2329" w:rsidRDefault="007B2329" w:rsidP="007B2329">
      <w:r>
        <w:t>318.3191</w:t>
      </w:r>
      <w:r>
        <w:tab/>
        <w:t>2.025e0</w:t>
      </w:r>
    </w:p>
    <w:p w:rsidR="007B2329" w:rsidRDefault="007B2329" w:rsidP="007B2329">
      <w:r>
        <w:t>318.3343</w:t>
      </w:r>
      <w:r>
        <w:tab/>
        <w:t>4.312e0</w:t>
      </w:r>
    </w:p>
    <w:p w:rsidR="007B2329" w:rsidRDefault="007B2329" w:rsidP="007B2329">
      <w:r>
        <w:t>318.3509</w:t>
      </w:r>
      <w:r>
        <w:tab/>
        <w:t>3.038e0</w:t>
      </w:r>
    </w:p>
    <w:p w:rsidR="007B2329" w:rsidRDefault="007B2329" w:rsidP="007B2329">
      <w:r>
        <w:t>318.3557</w:t>
      </w:r>
      <w:r>
        <w:tab/>
        <w:t>1.013e0</w:t>
      </w:r>
    </w:p>
    <w:p w:rsidR="007B2329" w:rsidRDefault="007B2329" w:rsidP="007B2329">
      <w:r>
        <w:t>318.3720</w:t>
      </w:r>
      <w:r>
        <w:tab/>
        <w:t>2.025e0</w:t>
      </w:r>
    </w:p>
    <w:p w:rsidR="007B2329" w:rsidRDefault="007B2329" w:rsidP="007B2329">
      <w:r>
        <w:t>318.3838</w:t>
      </w:r>
      <w:r>
        <w:tab/>
        <w:t>1.013e0</w:t>
      </w:r>
    </w:p>
    <w:p w:rsidR="007B2329" w:rsidRDefault="007B2329" w:rsidP="007B2329">
      <w:r>
        <w:t>318.3879</w:t>
      </w:r>
      <w:r>
        <w:tab/>
        <w:t>1.013e0</w:t>
      </w:r>
    </w:p>
    <w:p w:rsidR="007B2329" w:rsidRDefault="007B2329" w:rsidP="007B2329">
      <w:r>
        <w:t>318.3965</w:t>
      </w:r>
      <w:r>
        <w:tab/>
        <w:t>3.038e0</w:t>
      </w:r>
    </w:p>
    <w:p w:rsidR="007B2329" w:rsidRDefault="007B2329" w:rsidP="007B2329">
      <w:r>
        <w:t>318.4120</w:t>
      </w:r>
      <w:r>
        <w:tab/>
        <w:t>2.025e0</w:t>
      </w:r>
    </w:p>
    <w:p w:rsidR="007B2329" w:rsidRDefault="007B2329" w:rsidP="007B2329">
      <w:r>
        <w:t>318.4200</w:t>
      </w:r>
      <w:r>
        <w:tab/>
        <w:t>1.013e0</w:t>
      </w:r>
    </w:p>
    <w:p w:rsidR="007B2329" w:rsidRDefault="007B2329" w:rsidP="007B2329">
      <w:r>
        <w:t>318.4467</w:t>
      </w:r>
      <w:r>
        <w:tab/>
        <w:t>2.025e0</w:t>
      </w:r>
    </w:p>
    <w:p w:rsidR="007B2329" w:rsidRDefault="007B2329" w:rsidP="007B2329">
      <w:r>
        <w:t>318.4543</w:t>
      </w:r>
      <w:r>
        <w:tab/>
        <w:t>1.013e0</w:t>
      </w:r>
    </w:p>
    <w:p w:rsidR="007B2329" w:rsidRDefault="007B2329" w:rsidP="007B2329">
      <w:r>
        <w:t>318.4644</w:t>
      </w:r>
      <w:r>
        <w:tab/>
        <w:t>1.013e0</w:t>
      </w:r>
    </w:p>
    <w:p w:rsidR="007B2329" w:rsidRDefault="007B2329" w:rsidP="007B2329">
      <w:r>
        <w:t>318.4853</w:t>
      </w:r>
      <w:r>
        <w:tab/>
        <w:t>3.038e0</w:t>
      </w:r>
    </w:p>
    <w:p w:rsidR="007B2329" w:rsidRDefault="007B2329" w:rsidP="007B2329">
      <w:r>
        <w:lastRenderedPageBreak/>
        <w:t>318.4967</w:t>
      </w:r>
      <w:r>
        <w:tab/>
        <w:t>1.013e0</w:t>
      </w:r>
    </w:p>
    <w:p w:rsidR="007B2329" w:rsidRDefault="007B2329" w:rsidP="007B2329">
      <w:r>
        <w:t>318.5060</w:t>
      </w:r>
      <w:r>
        <w:tab/>
        <w:t>1.013e0</w:t>
      </w:r>
    </w:p>
    <w:p w:rsidR="007B2329" w:rsidRDefault="007B2329" w:rsidP="007B2329">
      <w:r>
        <w:t>318.5209</w:t>
      </w:r>
      <w:r>
        <w:tab/>
        <w:t>1.013e0</w:t>
      </w:r>
    </w:p>
    <w:p w:rsidR="007B2329" w:rsidRDefault="007B2329" w:rsidP="007B2329">
      <w:r>
        <w:t>318.5249</w:t>
      </w:r>
      <w:r>
        <w:tab/>
        <w:t>1.013e0</w:t>
      </w:r>
    </w:p>
    <w:p w:rsidR="007B2329" w:rsidRDefault="007B2329" w:rsidP="007B2329">
      <w:r>
        <w:t>318.5349</w:t>
      </w:r>
      <w:r>
        <w:tab/>
        <w:t>1.013e0</w:t>
      </w:r>
    </w:p>
    <w:p w:rsidR="007B2329" w:rsidRDefault="007B2329" w:rsidP="007B2329">
      <w:r>
        <w:t>318.5450</w:t>
      </w:r>
      <w:r>
        <w:tab/>
        <w:t>1.013e0</w:t>
      </w:r>
    </w:p>
    <w:p w:rsidR="007B2329" w:rsidRDefault="007B2329" w:rsidP="007B2329">
      <w:r>
        <w:t>318.5493</w:t>
      </w:r>
      <w:r>
        <w:tab/>
        <w:t>1.013e0</w:t>
      </w:r>
    </w:p>
    <w:p w:rsidR="007B2329" w:rsidRDefault="007B2329" w:rsidP="007B2329">
      <w:r>
        <w:t>318.5579</w:t>
      </w:r>
      <w:r>
        <w:tab/>
        <w:t>2.025e0</w:t>
      </w:r>
    </w:p>
    <w:p w:rsidR="007B2329" w:rsidRDefault="007B2329" w:rsidP="007B2329">
      <w:r>
        <w:t>318.5636</w:t>
      </w:r>
      <w:r>
        <w:tab/>
        <w:t>1.013e0</w:t>
      </w:r>
    </w:p>
    <w:p w:rsidR="007B2329" w:rsidRDefault="007B2329" w:rsidP="007B2329">
      <w:r>
        <w:t>318.5660</w:t>
      </w:r>
      <w:r>
        <w:tab/>
        <w:t>1.025e0</w:t>
      </w:r>
    </w:p>
    <w:p w:rsidR="007B2329" w:rsidRDefault="007B2329" w:rsidP="007B2329">
      <w:r>
        <w:t>318.5694</w:t>
      </w:r>
      <w:r>
        <w:tab/>
        <w:t>1.013e0</w:t>
      </w:r>
    </w:p>
    <w:p w:rsidR="007B2329" w:rsidRDefault="007B2329" w:rsidP="007B2329">
      <w:r>
        <w:t>318.5775</w:t>
      </w:r>
      <w:r>
        <w:tab/>
        <w:t>1.013e0</w:t>
      </w:r>
    </w:p>
    <w:p w:rsidR="007B2329" w:rsidRDefault="007B2329" w:rsidP="007B2329">
      <w:r>
        <w:t>318.5856</w:t>
      </w:r>
      <w:r>
        <w:tab/>
        <w:t>6.076e0</w:t>
      </w:r>
    </w:p>
    <w:p w:rsidR="007B2329" w:rsidRDefault="007B2329" w:rsidP="007B2329">
      <w:r>
        <w:t>318.6097</w:t>
      </w:r>
      <w:r>
        <w:tab/>
        <w:t>1.013e0</w:t>
      </w:r>
    </w:p>
    <w:p w:rsidR="007B2329" w:rsidRDefault="007B2329" w:rsidP="007B2329">
      <w:r>
        <w:t>318.6231</w:t>
      </w:r>
      <w:r>
        <w:tab/>
        <w:t>1.025e0</w:t>
      </w:r>
    </w:p>
    <w:p w:rsidR="007B2329" w:rsidRDefault="007B2329" w:rsidP="007B2329">
      <w:r>
        <w:t>318.6443</w:t>
      </w:r>
      <w:r>
        <w:tab/>
        <w:t>2.025e0</w:t>
      </w:r>
    </w:p>
    <w:p w:rsidR="007B2329" w:rsidRDefault="007B2329" w:rsidP="007B2329">
      <w:r>
        <w:t>318.6580</w:t>
      </w:r>
      <w:r>
        <w:tab/>
        <w:t>2.025e0</w:t>
      </w:r>
    </w:p>
    <w:p w:rsidR="007B2329" w:rsidRDefault="007B2329" w:rsidP="007B2329">
      <w:r>
        <w:t>318.6732</w:t>
      </w:r>
      <w:r>
        <w:tab/>
        <w:t>1.013e0</w:t>
      </w:r>
    </w:p>
    <w:p w:rsidR="007B2329" w:rsidRDefault="007B2329" w:rsidP="007B2329">
      <w:r>
        <w:t>318.7105</w:t>
      </w:r>
      <w:r>
        <w:tab/>
        <w:t>2.025e0</w:t>
      </w:r>
    </w:p>
    <w:p w:rsidR="007B2329" w:rsidRDefault="007B2329" w:rsidP="007B2329">
      <w:r>
        <w:lastRenderedPageBreak/>
        <w:t>318.7162</w:t>
      </w:r>
      <w:r>
        <w:tab/>
        <w:t>3.038e0</w:t>
      </w:r>
    </w:p>
    <w:p w:rsidR="007B2329" w:rsidRDefault="007B2329" w:rsidP="007B2329">
      <w:r>
        <w:t>318.7307</w:t>
      </w:r>
      <w:r>
        <w:tab/>
        <w:t>2.025e0</w:t>
      </w:r>
    </w:p>
    <w:p w:rsidR="007B2329" w:rsidRDefault="007B2329" w:rsidP="007B2329">
      <w:r>
        <w:t>318.7387</w:t>
      </w:r>
      <w:r>
        <w:tab/>
        <w:t>1.013e0</w:t>
      </w:r>
    </w:p>
    <w:p w:rsidR="007B2329" w:rsidRDefault="007B2329" w:rsidP="007B2329">
      <w:r>
        <w:t>318.7589</w:t>
      </w:r>
      <w:r>
        <w:tab/>
        <w:t>1.013e0</w:t>
      </w:r>
    </w:p>
    <w:p w:rsidR="007B2329" w:rsidRDefault="007B2329" w:rsidP="007B2329">
      <w:r>
        <w:t>318.7629</w:t>
      </w:r>
      <w:r>
        <w:tab/>
        <w:t>1.013e0</w:t>
      </w:r>
    </w:p>
    <w:p w:rsidR="007B2329" w:rsidRDefault="007B2329" w:rsidP="007B2329">
      <w:r>
        <w:t>318.7769</w:t>
      </w:r>
      <w:r>
        <w:tab/>
        <w:t>5.063e0</w:t>
      </w:r>
    </w:p>
    <w:p w:rsidR="007B2329" w:rsidRDefault="007B2329" w:rsidP="007B2329">
      <w:r>
        <w:t>318.7845</w:t>
      </w:r>
      <w:r>
        <w:tab/>
        <w:t>2.025e0</w:t>
      </w:r>
    </w:p>
    <w:p w:rsidR="007B2329" w:rsidRDefault="007B2329" w:rsidP="007B2329">
      <w:r>
        <w:t>318.8051</w:t>
      </w:r>
      <w:r>
        <w:tab/>
        <w:t>2.025e0</w:t>
      </w:r>
    </w:p>
    <w:p w:rsidR="007B2329" w:rsidRDefault="007B2329" w:rsidP="007B2329">
      <w:r>
        <w:t>318.8193</w:t>
      </w:r>
      <w:r>
        <w:tab/>
        <w:t>1.013e0</w:t>
      </w:r>
    </w:p>
    <w:p w:rsidR="007B2329" w:rsidRDefault="007B2329" w:rsidP="007B2329">
      <w:r>
        <w:t>318.8345</w:t>
      </w:r>
      <w:r>
        <w:tab/>
        <w:t>1.013e0</w:t>
      </w:r>
    </w:p>
    <w:p w:rsidR="007B2329" w:rsidRDefault="007B2329" w:rsidP="007B2329">
      <w:r>
        <w:t>318.8477</w:t>
      </w:r>
      <w:r>
        <w:tab/>
        <w:t>1.013e0</w:t>
      </w:r>
    </w:p>
    <w:p w:rsidR="007B2329" w:rsidRDefault="007B2329" w:rsidP="007B2329">
      <w:r>
        <w:t>318.8698</w:t>
      </w:r>
      <w:r>
        <w:tab/>
        <w:t>2.025e0</w:t>
      </w:r>
    </w:p>
    <w:p w:rsidR="007B2329" w:rsidRDefault="007B2329" w:rsidP="007B2329">
      <w:r>
        <w:t>318.8717</w:t>
      </w:r>
      <w:r>
        <w:tab/>
        <w:t>1.013e0</w:t>
      </w:r>
    </w:p>
    <w:p w:rsidR="007B2329" w:rsidRDefault="007B2329" w:rsidP="007B2329">
      <w:r>
        <w:t>318.8766</w:t>
      </w:r>
      <w:r>
        <w:tab/>
        <w:t>2.025e0</w:t>
      </w:r>
    </w:p>
    <w:p w:rsidR="007B2329" w:rsidRDefault="007B2329" w:rsidP="007B2329">
      <w:r>
        <w:t>318.8859</w:t>
      </w:r>
      <w:r>
        <w:tab/>
        <w:t>2.025e0</w:t>
      </w:r>
    </w:p>
    <w:p w:rsidR="007B2329" w:rsidRDefault="007B2329" w:rsidP="007B2329">
      <w:r>
        <w:t>318.8900</w:t>
      </w:r>
      <w:r>
        <w:tab/>
        <w:t>5.063e0</w:t>
      </w:r>
    </w:p>
    <w:p w:rsidR="007B2329" w:rsidRDefault="007B2329" w:rsidP="007B2329">
      <w:r>
        <w:t>318.9124</w:t>
      </w:r>
      <w:r>
        <w:tab/>
        <w:t>4.051e0</w:t>
      </w:r>
    </w:p>
    <w:p w:rsidR="007B2329" w:rsidRDefault="007B2329" w:rsidP="007B2329">
      <w:r>
        <w:t>318.9194</w:t>
      </w:r>
      <w:r>
        <w:tab/>
        <w:t>4.051e0</w:t>
      </w:r>
    </w:p>
    <w:p w:rsidR="007B2329" w:rsidRDefault="007B2329" w:rsidP="007B2329">
      <w:r>
        <w:t>318.9243</w:t>
      </w:r>
      <w:r>
        <w:tab/>
        <w:t>1.013e0</w:t>
      </w:r>
    </w:p>
    <w:p w:rsidR="007B2329" w:rsidRDefault="007B2329" w:rsidP="007B2329">
      <w:r>
        <w:lastRenderedPageBreak/>
        <w:t>318.9308</w:t>
      </w:r>
      <w:r>
        <w:tab/>
        <w:t>2.025e0</w:t>
      </w:r>
    </w:p>
    <w:p w:rsidR="007B2329" w:rsidRDefault="007B2329" w:rsidP="007B2329">
      <w:r>
        <w:t>318.9501</w:t>
      </w:r>
      <w:r>
        <w:tab/>
        <w:t>3.038e0</w:t>
      </w:r>
    </w:p>
    <w:p w:rsidR="007B2329" w:rsidRDefault="007B2329" w:rsidP="007B2329">
      <w:r>
        <w:t>318.9564</w:t>
      </w:r>
      <w:r>
        <w:tab/>
        <w:t>1.013e0</w:t>
      </w:r>
    </w:p>
    <w:p w:rsidR="007B2329" w:rsidRDefault="007B2329" w:rsidP="007B2329">
      <w:r>
        <w:t>318.9672</w:t>
      </w:r>
      <w:r>
        <w:tab/>
        <w:t>1.013e0</w:t>
      </w:r>
    </w:p>
    <w:p w:rsidR="007B2329" w:rsidRDefault="007B2329" w:rsidP="007B2329">
      <w:r>
        <w:t>318.9807</w:t>
      </w:r>
      <w:r>
        <w:tab/>
        <w:t>1.013e0</w:t>
      </w:r>
    </w:p>
    <w:p w:rsidR="007B2329" w:rsidRDefault="007B2329" w:rsidP="007B2329">
      <w:r>
        <w:t>318.9908</w:t>
      </w:r>
      <w:r>
        <w:tab/>
        <w:t>2.025e0</w:t>
      </w:r>
    </w:p>
    <w:p w:rsidR="007B2329" w:rsidRDefault="007B2329" w:rsidP="007B2329">
      <w:r>
        <w:t>318.9959</w:t>
      </w:r>
      <w:r>
        <w:tab/>
        <w:t>1.013e0</w:t>
      </w:r>
    </w:p>
    <w:p w:rsidR="007B2329" w:rsidRDefault="007B2329" w:rsidP="007B2329">
      <w:r>
        <w:t>319.0009</w:t>
      </w:r>
      <w:r>
        <w:tab/>
        <w:t>1.013e0</w:t>
      </w:r>
    </w:p>
    <w:p w:rsidR="007B2329" w:rsidRDefault="007B2329" w:rsidP="007B2329">
      <w:r>
        <w:t>319.0132</w:t>
      </w:r>
      <w:r>
        <w:tab/>
        <w:t>1.013e0</w:t>
      </w:r>
    </w:p>
    <w:p w:rsidR="007B2329" w:rsidRDefault="007B2329" w:rsidP="007B2329">
      <w:r>
        <w:t>319.0290</w:t>
      </w:r>
      <w:r>
        <w:tab/>
        <w:t>1.013e0</w:t>
      </w:r>
    </w:p>
    <w:p w:rsidR="007B2329" w:rsidRDefault="007B2329" w:rsidP="007B2329">
      <w:r>
        <w:t>319.0371</w:t>
      </w:r>
      <w:r>
        <w:tab/>
        <w:t>1.013e0</w:t>
      </w:r>
    </w:p>
    <w:p w:rsidR="007B2329" w:rsidRDefault="007B2329" w:rsidP="007B2329">
      <w:r>
        <w:t>319.0420</w:t>
      </w:r>
      <w:r>
        <w:tab/>
        <w:t>1.013e0</w:t>
      </w:r>
    </w:p>
    <w:p w:rsidR="007B2329" w:rsidRDefault="007B2329" w:rsidP="007B2329">
      <w:r>
        <w:t>319.0534</w:t>
      </w:r>
      <w:r>
        <w:tab/>
        <w:t>1.013e0</w:t>
      </w:r>
    </w:p>
    <w:p w:rsidR="007B2329" w:rsidRDefault="007B2329" w:rsidP="007B2329">
      <w:r>
        <w:t>319.0573</w:t>
      </w:r>
      <w:r>
        <w:tab/>
        <w:t>1.013e0</w:t>
      </w:r>
    </w:p>
    <w:p w:rsidR="007B2329" w:rsidRDefault="007B2329" w:rsidP="007B2329">
      <w:r>
        <w:t>319.0613</w:t>
      </w:r>
      <w:r>
        <w:tab/>
        <w:t>1.013e0</w:t>
      </w:r>
    </w:p>
    <w:p w:rsidR="007B2329" w:rsidRDefault="007B2329" w:rsidP="007B2329">
      <w:r>
        <w:t>319.0767</w:t>
      </w:r>
      <w:r>
        <w:tab/>
        <w:t>1.013e0</w:t>
      </w:r>
    </w:p>
    <w:p w:rsidR="007B2329" w:rsidRDefault="007B2329" w:rsidP="007B2329">
      <w:r>
        <w:t>319.0892</w:t>
      </w:r>
      <w:r>
        <w:tab/>
        <w:t>6.076e0</w:t>
      </w:r>
    </w:p>
    <w:p w:rsidR="007B2329" w:rsidRDefault="007B2329" w:rsidP="007B2329">
      <w:r>
        <w:t>319.0997</w:t>
      </w:r>
      <w:r>
        <w:tab/>
        <w:t>2.025e0</w:t>
      </w:r>
    </w:p>
    <w:p w:rsidR="007B2329" w:rsidRDefault="007B2329" w:rsidP="007B2329">
      <w:r>
        <w:t>319.1022</w:t>
      </w:r>
      <w:r>
        <w:tab/>
        <w:t>2.025e0</w:t>
      </w:r>
    </w:p>
    <w:p w:rsidR="007B2329" w:rsidRDefault="007B2329" w:rsidP="007B2329">
      <w:r>
        <w:lastRenderedPageBreak/>
        <w:t>319.1181</w:t>
      </w:r>
      <w:r>
        <w:tab/>
        <w:t>1.702e0</w:t>
      </w:r>
    </w:p>
    <w:p w:rsidR="007B2329" w:rsidRDefault="007B2329" w:rsidP="007B2329">
      <w:r>
        <w:t>319.1260</w:t>
      </w:r>
      <w:r>
        <w:tab/>
        <w:t>2.025e0</w:t>
      </w:r>
    </w:p>
    <w:p w:rsidR="007B2329" w:rsidRDefault="007B2329" w:rsidP="007B2329">
      <w:r>
        <w:t>319.1356</w:t>
      </w:r>
      <w:r>
        <w:tab/>
        <w:t>5.817e0</w:t>
      </w:r>
    </w:p>
    <w:p w:rsidR="007B2329" w:rsidRDefault="007B2329" w:rsidP="007B2329">
      <w:r>
        <w:t>319.1784</w:t>
      </w:r>
      <w:r>
        <w:tab/>
        <w:t>2.025e0</w:t>
      </w:r>
    </w:p>
    <w:p w:rsidR="007B2329" w:rsidRDefault="007B2329" w:rsidP="007B2329">
      <w:r>
        <w:t>319.1810</w:t>
      </w:r>
      <w:r>
        <w:tab/>
        <w:t>2.124e0</w:t>
      </w:r>
    </w:p>
    <w:p w:rsidR="007B2329" w:rsidRDefault="007B2329" w:rsidP="007B2329">
      <w:r>
        <w:t>319.1823</w:t>
      </w:r>
      <w:r>
        <w:tab/>
        <w:t>8.210e0</w:t>
      </w:r>
    </w:p>
    <w:p w:rsidR="007B2329" w:rsidRDefault="007B2329" w:rsidP="007B2329">
      <w:r>
        <w:t>319.1861</w:t>
      </w:r>
      <w:r>
        <w:tab/>
        <w:t>1.018e0</w:t>
      </w:r>
    </w:p>
    <w:p w:rsidR="007B2329" w:rsidRDefault="007B2329" w:rsidP="007B2329">
      <w:r>
        <w:t>319.1880</w:t>
      </w:r>
      <w:r>
        <w:tab/>
        <w:t>1.712e0</w:t>
      </w:r>
    </w:p>
    <w:p w:rsidR="007B2329" w:rsidRDefault="007B2329" w:rsidP="007B2329">
      <w:r>
        <w:t>319.1935</w:t>
      </w:r>
      <w:r>
        <w:tab/>
        <w:t>3.038e0</w:t>
      </w:r>
    </w:p>
    <w:p w:rsidR="007B2329" w:rsidRDefault="007B2329" w:rsidP="007B2329">
      <w:r>
        <w:t>319.2130</w:t>
      </w:r>
      <w:r>
        <w:tab/>
        <w:t>1.404e0</w:t>
      </w:r>
    </w:p>
    <w:p w:rsidR="007B2329" w:rsidRDefault="007B2329" w:rsidP="007B2329">
      <w:r>
        <w:t>319.2250</w:t>
      </w:r>
      <w:r>
        <w:tab/>
        <w:t>1.025e0</w:t>
      </w:r>
    </w:p>
    <w:p w:rsidR="007B2329" w:rsidRDefault="007B2329" w:rsidP="007B2329">
      <w:r>
        <w:t>319.2267</w:t>
      </w:r>
      <w:r>
        <w:tab/>
        <w:t>1.013e0</w:t>
      </w:r>
    </w:p>
    <w:p w:rsidR="007B2329" w:rsidRDefault="007B2329" w:rsidP="007B2329">
      <w:r>
        <w:t>319.2468</w:t>
      </w:r>
      <w:r>
        <w:tab/>
        <w:t>1.013e0</w:t>
      </w:r>
    </w:p>
    <w:p w:rsidR="007B2329" w:rsidRDefault="007B2329" w:rsidP="007B2329">
      <w:r>
        <w:t>319.2711</w:t>
      </w:r>
      <w:r>
        <w:tab/>
        <w:t>1.013e0</w:t>
      </w:r>
    </w:p>
    <w:p w:rsidR="007B2329" w:rsidRDefault="007B2329" w:rsidP="007B2329">
      <w:r>
        <w:t>319.2729</w:t>
      </w:r>
      <w:r>
        <w:tab/>
        <w:t>2.025e0</w:t>
      </w:r>
    </w:p>
    <w:p w:rsidR="007B2329" w:rsidRDefault="007B2329" w:rsidP="007B2329">
      <w:r>
        <w:t>319.2766</w:t>
      </w:r>
      <w:r>
        <w:tab/>
        <w:t>2.025e0</w:t>
      </w:r>
    </w:p>
    <w:p w:rsidR="007B2329" w:rsidRDefault="007B2329" w:rsidP="007B2329">
      <w:r>
        <w:t>319.2790</w:t>
      </w:r>
      <w:r>
        <w:tab/>
        <w:t>1.013e0</w:t>
      </w:r>
    </w:p>
    <w:p w:rsidR="007B2329" w:rsidRDefault="007B2329" w:rsidP="007B2329">
      <w:r>
        <w:t>319.2953</w:t>
      </w:r>
      <w:r>
        <w:tab/>
        <w:t>1.013e0</w:t>
      </w:r>
    </w:p>
    <w:p w:rsidR="007B2329" w:rsidRDefault="007B2329" w:rsidP="007B2329">
      <w:r>
        <w:t>319.3034</w:t>
      </w:r>
      <w:r>
        <w:tab/>
        <w:t>2.025e0</w:t>
      </w:r>
    </w:p>
    <w:p w:rsidR="007B2329" w:rsidRDefault="007B2329" w:rsidP="007B2329">
      <w:r>
        <w:lastRenderedPageBreak/>
        <w:t>319.3073</w:t>
      </w:r>
      <w:r>
        <w:tab/>
        <w:t>2.532e-2</w:t>
      </w:r>
    </w:p>
    <w:p w:rsidR="007B2329" w:rsidRDefault="007B2329" w:rsidP="007B2329">
      <w:r>
        <w:t>319.3344</w:t>
      </w:r>
      <w:r>
        <w:tab/>
        <w:t>2.025e0</w:t>
      </w:r>
    </w:p>
    <w:p w:rsidR="007B2329" w:rsidRDefault="007B2329" w:rsidP="007B2329">
      <w:r>
        <w:t>319.3496</w:t>
      </w:r>
      <w:r>
        <w:tab/>
        <w:t>2.025e0</w:t>
      </w:r>
    </w:p>
    <w:p w:rsidR="007B2329" w:rsidRDefault="007B2329" w:rsidP="007B2329">
      <w:r>
        <w:t>319.3541</w:t>
      </w:r>
      <w:r>
        <w:tab/>
        <w:t>7.089e0</w:t>
      </w:r>
    </w:p>
    <w:p w:rsidR="007B2329" w:rsidRDefault="007B2329" w:rsidP="007B2329">
      <w:r>
        <w:t>319.3762</w:t>
      </w:r>
      <w:r>
        <w:tab/>
        <w:t>5.063e0</w:t>
      </w:r>
    </w:p>
    <w:p w:rsidR="007B2329" w:rsidRDefault="007B2329" w:rsidP="007B2329">
      <w:r>
        <w:t>319.3840</w:t>
      </w:r>
      <w:r>
        <w:tab/>
        <w:t>1.013e0</w:t>
      </w:r>
    </w:p>
    <w:p w:rsidR="007B2329" w:rsidRDefault="007B2329" w:rsidP="007B2329">
      <w:r>
        <w:t>319.3882</w:t>
      </w:r>
      <w:r>
        <w:tab/>
        <w:t>2.025e0</w:t>
      </w:r>
    </w:p>
    <w:p w:rsidR="007B2329" w:rsidRDefault="007B2329" w:rsidP="007B2329">
      <w:r>
        <w:t>319.3941</w:t>
      </w:r>
      <w:r>
        <w:tab/>
        <w:t>1.013e0</w:t>
      </w:r>
    </w:p>
    <w:p w:rsidR="007B2329" w:rsidRDefault="007B2329" w:rsidP="007B2329">
      <w:r>
        <w:t>319.4042</w:t>
      </w:r>
      <w:r>
        <w:tab/>
        <w:t>1.013e0</w:t>
      </w:r>
    </w:p>
    <w:p w:rsidR="007B2329" w:rsidRDefault="007B2329" w:rsidP="007B2329">
      <w:r>
        <w:t>319.4323</w:t>
      </w:r>
      <w:r>
        <w:tab/>
        <w:t>2.025e0</w:t>
      </w:r>
    </w:p>
    <w:p w:rsidR="007B2329" w:rsidRDefault="007B2329" w:rsidP="007B2329">
      <w:r>
        <w:t>319.4511</w:t>
      </w:r>
      <w:r>
        <w:tab/>
        <w:t>3.038e0</w:t>
      </w:r>
    </w:p>
    <w:p w:rsidR="007B2329" w:rsidRDefault="007B2329" w:rsidP="007B2329">
      <w:r>
        <w:t>319.4648</w:t>
      </w:r>
      <w:r>
        <w:tab/>
        <w:t>1.013e0</w:t>
      </w:r>
    </w:p>
    <w:p w:rsidR="007B2329" w:rsidRDefault="007B2329" w:rsidP="007B2329">
      <w:r>
        <w:t>319.4691</w:t>
      </w:r>
      <w:r>
        <w:tab/>
        <w:t>1.013e0</w:t>
      </w:r>
    </w:p>
    <w:p w:rsidR="007B2329" w:rsidRDefault="007B2329" w:rsidP="007B2329">
      <w:r>
        <w:t>319.4809</w:t>
      </w:r>
      <w:r>
        <w:tab/>
        <w:t>4.051e0</w:t>
      </w:r>
    </w:p>
    <w:p w:rsidR="007B2329" w:rsidRDefault="007B2329" w:rsidP="007B2329">
      <w:r>
        <w:t>319.4929</w:t>
      </w:r>
      <w:r>
        <w:tab/>
        <w:t>1.013e0</w:t>
      </w:r>
    </w:p>
    <w:p w:rsidR="007B2329" w:rsidRDefault="007B2329" w:rsidP="007B2329">
      <w:r>
        <w:t>319.5131</w:t>
      </w:r>
      <w:r>
        <w:tab/>
        <w:t>1.013e0</w:t>
      </w:r>
    </w:p>
    <w:p w:rsidR="007B2329" w:rsidRDefault="007B2329" w:rsidP="007B2329">
      <w:r>
        <w:t>319.5269</w:t>
      </w:r>
      <w:r>
        <w:tab/>
        <w:t>1.013e0</w:t>
      </w:r>
    </w:p>
    <w:p w:rsidR="007B2329" w:rsidRDefault="007B2329" w:rsidP="007B2329">
      <w:r>
        <w:t>319.5454</w:t>
      </w:r>
      <w:r>
        <w:tab/>
        <w:t>1.013e0</w:t>
      </w:r>
    </w:p>
    <w:p w:rsidR="007B2329" w:rsidRDefault="007B2329" w:rsidP="007B2329">
      <w:r>
        <w:t>319.5555</w:t>
      </w:r>
      <w:r>
        <w:tab/>
        <w:t>2.025e0</w:t>
      </w:r>
    </w:p>
    <w:p w:rsidR="007B2329" w:rsidRDefault="007B2329" w:rsidP="007B2329">
      <w:r>
        <w:lastRenderedPageBreak/>
        <w:t>319.5612</w:t>
      </w:r>
      <w:r>
        <w:tab/>
        <w:t>4.051e0</w:t>
      </w:r>
    </w:p>
    <w:p w:rsidR="007B2329" w:rsidRDefault="007B2329" w:rsidP="007B2329">
      <w:r>
        <w:t>319.5656</w:t>
      </w:r>
      <w:r>
        <w:tab/>
        <w:t>1.013e0</w:t>
      </w:r>
    </w:p>
    <w:p w:rsidR="007B2329" w:rsidRDefault="007B2329" w:rsidP="007B2329">
      <w:r>
        <w:t>319.5697</w:t>
      </w:r>
      <w:r>
        <w:tab/>
        <w:t>1.013e0</w:t>
      </w:r>
    </w:p>
    <w:p w:rsidR="007B2329" w:rsidRDefault="007B2329" w:rsidP="007B2329">
      <w:r>
        <w:t>319.5781</w:t>
      </w:r>
      <w:r>
        <w:tab/>
        <w:t>2.025e0</w:t>
      </w:r>
    </w:p>
    <w:p w:rsidR="007B2329" w:rsidRDefault="007B2329" w:rsidP="007B2329">
      <w:r>
        <w:t>319.6077</w:t>
      </w:r>
      <w:r>
        <w:tab/>
        <w:t>2.025e0</w:t>
      </w:r>
    </w:p>
    <w:p w:rsidR="007B2329" w:rsidRDefault="007B2329" w:rsidP="007B2329">
      <w:r>
        <w:t>319.6138</w:t>
      </w:r>
      <w:r>
        <w:tab/>
        <w:t>2.025e0</w:t>
      </w:r>
    </w:p>
    <w:p w:rsidR="007B2329" w:rsidRDefault="007B2329" w:rsidP="007B2329">
      <w:r>
        <w:t>319.6424</w:t>
      </w:r>
      <w:r>
        <w:tab/>
        <w:t>2.025e0</w:t>
      </w:r>
    </w:p>
    <w:p w:rsidR="007B2329" w:rsidRDefault="007B2329" w:rsidP="007B2329">
      <w:r>
        <w:t>319.6483</w:t>
      </w:r>
      <w:r>
        <w:tab/>
        <w:t>1.025e0</w:t>
      </w:r>
    </w:p>
    <w:p w:rsidR="007B2329" w:rsidRDefault="007B2329" w:rsidP="007B2329">
      <w:r>
        <w:t>319.6542</w:t>
      </w:r>
      <w:r>
        <w:tab/>
        <w:t>1.013e0</w:t>
      </w:r>
    </w:p>
    <w:p w:rsidR="007B2329" w:rsidRDefault="007B2329" w:rsidP="007B2329">
      <w:r>
        <w:t>319.6564</w:t>
      </w:r>
      <w:r>
        <w:tab/>
        <w:t>4.051e0</w:t>
      </w:r>
    </w:p>
    <w:p w:rsidR="007B2329" w:rsidRDefault="007B2329" w:rsidP="007B2329">
      <w:r>
        <w:t>319.6786</w:t>
      </w:r>
      <w:r>
        <w:tab/>
        <w:t>2.025e0</w:t>
      </w:r>
    </w:p>
    <w:p w:rsidR="007B2329" w:rsidRDefault="007B2329" w:rsidP="007B2329">
      <w:r>
        <w:t>319.7097</w:t>
      </w:r>
      <w:r>
        <w:tab/>
        <w:t>2.025e0</w:t>
      </w:r>
    </w:p>
    <w:p w:rsidR="007B2329" w:rsidRDefault="007B2329" w:rsidP="007B2329">
      <w:r>
        <w:t>319.7112</w:t>
      </w:r>
      <w:r>
        <w:tab/>
        <w:t>3.038e0</w:t>
      </w:r>
    </w:p>
    <w:p w:rsidR="007B2329" w:rsidRDefault="007B2329" w:rsidP="007B2329">
      <w:r>
        <w:t>319.7229</w:t>
      </w:r>
      <w:r>
        <w:tab/>
        <w:t>3.038e0</w:t>
      </w:r>
    </w:p>
    <w:p w:rsidR="007B2329" w:rsidRDefault="007B2329" w:rsidP="007B2329">
      <w:r>
        <w:t>319.7348</w:t>
      </w:r>
      <w:r>
        <w:tab/>
        <w:t>3.038e0</w:t>
      </w:r>
    </w:p>
    <w:p w:rsidR="007B2329" w:rsidRDefault="007B2329" w:rsidP="007B2329">
      <w:r>
        <w:t>319.7637</w:t>
      </w:r>
      <w:r>
        <w:tab/>
        <w:t>3.038e0</w:t>
      </w:r>
    </w:p>
    <w:p w:rsidR="007B2329" w:rsidRDefault="007B2329" w:rsidP="007B2329">
      <w:r>
        <w:t>319.7753</w:t>
      </w:r>
      <w:r>
        <w:tab/>
        <w:t>1.013e0</w:t>
      </w:r>
    </w:p>
    <w:p w:rsidR="007B2329" w:rsidRDefault="007B2329" w:rsidP="007B2329">
      <w:r>
        <w:t>319.7870</w:t>
      </w:r>
      <w:r>
        <w:tab/>
        <w:t>2.025e0</w:t>
      </w:r>
    </w:p>
    <w:p w:rsidR="007B2329" w:rsidRDefault="007B2329" w:rsidP="007B2329">
      <w:r>
        <w:t>319.7916</w:t>
      </w:r>
      <w:r>
        <w:tab/>
        <w:t>2.025e0</w:t>
      </w:r>
    </w:p>
    <w:p w:rsidR="007B2329" w:rsidRDefault="007B2329" w:rsidP="007B2329">
      <w:r>
        <w:lastRenderedPageBreak/>
        <w:t>319.8118</w:t>
      </w:r>
      <w:r>
        <w:tab/>
        <w:t>1.013e0</w:t>
      </w:r>
    </w:p>
    <w:p w:rsidR="007B2329" w:rsidRDefault="007B2329" w:rsidP="007B2329">
      <w:r>
        <w:t>319.8218</w:t>
      </w:r>
      <w:r>
        <w:tab/>
        <w:t>2.025e0</w:t>
      </w:r>
    </w:p>
    <w:p w:rsidR="007B2329" w:rsidRDefault="007B2329" w:rsidP="007B2329">
      <w:r>
        <w:t>319.8319</w:t>
      </w:r>
      <w:r>
        <w:tab/>
        <w:t>1.013e0</w:t>
      </w:r>
    </w:p>
    <w:p w:rsidR="007B2329" w:rsidRDefault="007B2329" w:rsidP="007B2329">
      <w:r>
        <w:t>319.8360</w:t>
      </w:r>
      <w:r>
        <w:tab/>
        <w:t>1.013e0</w:t>
      </w:r>
    </w:p>
    <w:p w:rsidR="007B2329" w:rsidRDefault="007B2329" w:rsidP="007B2329">
      <w:r>
        <w:t>319.8643</w:t>
      </w:r>
      <w:r>
        <w:tab/>
        <w:t>2.025e0</w:t>
      </w:r>
    </w:p>
    <w:p w:rsidR="007B2329" w:rsidRDefault="007B2329" w:rsidP="007B2329">
      <w:r>
        <w:t>319.8800</w:t>
      </w:r>
      <w:r>
        <w:tab/>
        <w:t>2.532e-2</w:t>
      </w:r>
    </w:p>
    <w:p w:rsidR="007B2329" w:rsidRDefault="007B2329" w:rsidP="007B2329">
      <w:r>
        <w:t>319.8851</w:t>
      </w:r>
      <w:r>
        <w:tab/>
        <w:t>5.063e0</w:t>
      </w:r>
    </w:p>
    <w:p w:rsidR="007B2329" w:rsidRDefault="007B2329" w:rsidP="007B2329">
      <w:r>
        <w:t>319.9082</w:t>
      </w:r>
      <w:r>
        <w:tab/>
        <w:t>1.013e0</w:t>
      </w:r>
    </w:p>
    <w:p w:rsidR="007B2329" w:rsidRDefault="007B2329" w:rsidP="007B2329">
      <w:r>
        <w:t>319.9174</w:t>
      </w:r>
      <w:r>
        <w:tab/>
        <w:t>2.025e0</w:t>
      </w:r>
    </w:p>
    <w:p w:rsidR="007B2329" w:rsidRDefault="007B2329" w:rsidP="007B2329">
      <w:r>
        <w:t>319.9335</w:t>
      </w:r>
      <w:r>
        <w:tab/>
        <w:t>3.038e0</w:t>
      </w:r>
    </w:p>
    <w:p w:rsidR="007B2329" w:rsidRDefault="007B2329" w:rsidP="007B2329">
      <w:r>
        <w:t>319.9389</w:t>
      </w:r>
      <w:r>
        <w:tab/>
        <w:t>2.025e0</w:t>
      </w:r>
    </w:p>
    <w:p w:rsidR="007B2329" w:rsidRDefault="007B2329" w:rsidP="007B2329">
      <w:r>
        <w:t>319.9450</w:t>
      </w:r>
      <w:r>
        <w:tab/>
        <w:t>1.013e0</w:t>
      </w:r>
    </w:p>
    <w:p w:rsidR="007B2329" w:rsidRDefault="007B2329" w:rsidP="007B2329">
      <w:r>
        <w:t>319.9545</w:t>
      </w:r>
      <w:r>
        <w:tab/>
        <w:t>2.025e0</w:t>
      </w:r>
    </w:p>
    <w:p w:rsidR="007B2329" w:rsidRDefault="007B2329" w:rsidP="007B2329">
      <w:r>
        <w:t>319.9602</w:t>
      </w:r>
      <w:r>
        <w:tab/>
        <w:t>1.013e0</w:t>
      </w:r>
    </w:p>
    <w:p w:rsidR="007B2329" w:rsidRDefault="007B2329" w:rsidP="007B2329">
      <w:r>
        <w:t>319.9776</w:t>
      </w:r>
      <w:r>
        <w:tab/>
        <w:t>1.013e0</w:t>
      </w:r>
    </w:p>
    <w:p w:rsidR="007B2329" w:rsidRDefault="007B2329" w:rsidP="007B2329">
      <w:r>
        <w:t>320.0124</w:t>
      </w:r>
      <w:r>
        <w:tab/>
        <w:t>1.013e0</w:t>
      </w:r>
    </w:p>
    <w:p w:rsidR="007B2329" w:rsidRDefault="007B2329" w:rsidP="007B2329">
      <w:r>
        <w:t>320.0354</w:t>
      </w:r>
      <w:r>
        <w:tab/>
        <w:t>1.013e0</w:t>
      </w:r>
    </w:p>
    <w:p w:rsidR="007B2329" w:rsidRDefault="007B2329" w:rsidP="007B2329">
      <w:r>
        <w:t>320.0413</w:t>
      </w:r>
      <w:r>
        <w:tab/>
        <w:t>2.025e0</w:t>
      </w:r>
    </w:p>
    <w:p w:rsidR="007B2329" w:rsidRDefault="007B2329" w:rsidP="007B2329">
      <w:r>
        <w:t>320.0498</w:t>
      </w:r>
      <w:r>
        <w:tab/>
        <w:t>1.013e0</w:t>
      </w:r>
    </w:p>
    <w:p w:rsidR="007B2329" w:rsidRDefault="007B2329" w:rsidP="007B2329">
      <w:r>
        <w:lastRenderedPageBreak/>
        <w:t>320.0643</w:t>
      </w:r>
      <w:r>
        <w:tab/>
        <w:t>1.013e0</w:t>
      </w:r>
    </w:p>
    <w:p w:rsidR="007B2329" w:rsidRDefault="007B2329" w:rsidP="007B2329">
      <w:r>
        <w:t>320.0760</w:t>
      </w:r>
      <w:r>
        <w:tab/>
        <w:t>2.025e0</w:t>
      </w:r>
    </w:p>
    <w:p w:rsidR="007B2329" w:rsidRDefault="007B2329" w:rsidP="007B2329">
      <w:r>
        <w:t>320.0782</w:t>
      </w:r>
      <w:r>
        <w:tab/>
        <w:t>1.013e0</w:t>
      </w:r>
    </w:p>
    <w:p w:rsidR="007B2329" w:rsidRDefault="007B2329" w:rsidP="007B2329">
      <w:r>
        <w:t>320.0804</w:t>
      </w:r>
      <w:r>
        <w:tab/>
        <w:t>3.798e-2</w:t>
      </w:r>
    </w:p>
    <w:p w:rsidR="007B2329" w:rsidRDefault="007B2329" w:rsidP="007B2329">
      <w:r>
        <w:t>320.0818</w:t>
      </w:r>
      <w:r>
        <w:tab/>
        <w:t>1.995e0</w:t>
      </w:r>
    </w:p>
    <w:p w:rsidR="007B2329" w:rsidRDefault="007B2329" w:rsidP="007B2329">
      <w:r>
        <w:t>320.1107</w:t>
      </w:r>
      <w:r>
        <w:tab/>
        <w:t>1.013e0</w:t>
      </w:r>
    </w:p>
    <w:p w:rsidR="007B2329" w:rsidRDefault="007B2329" w:rsidP="007B2329">
      <w:r>
        <w:t>320.1132</w:t>
      </w:r>
      <w:r>
        <w:tab/>
        <w:t>2.978e0</w:t>
      </w:r>
    </w:p>
    <w:p w:rsidR="007B2329" w:rsidRDefault="007B2329" w:rsidP="007B2329">
      <w:r>
        <w:t>320.1147</w:t>
      </w:r>
      <w:r>
        <w:tab/>
        <w:t>2.025e0</w:t>
      </w:r>
    </w:p>
    <w:p w:rsidR="007B2329" w:rsidRDefault="007B2329" w:rsidP="007B2329">
      <w:r>
        <w:t>320.1288</w:t>
      </w:r>
      <w:r>
        <w:tab/>
        <w:t>3.210e0</w:t>
      </w:r>
    </w:p>
    <w:p w:rsidR="007B2329" w:rsidRDefault="007B2329" w:rsidP="007B2329">
      <w:r>
        <w:t>320.1320</w:t>
      </w:r>
      <w:r>
        <w:tab/>
        <w:t>3.051e0</w:t>
      </w:r>
    </w:p>
    <w:p w:rsidR="007B2329" w:rsidRDefault="007B2329" w:rsidP="007B2329">
      <w:r>
        <w:t>320.1335</w:t>
      </w:r>
      <w:r>
        <w:tab/>
        <w:t>3.760e0</w:t>
      </w:r>
    </w:p>
    <w:p w:rsidR="007B2329" w:rsidRDefault="007B2329" w:rsidP="007B2329">
      <w:r>
        <w:t>320.1648</w:t>
      </w:r>
      <w:r>
        <w:tab/>
        <w:t>4.651e0</w:t>
      </w:r>
    </w:p>
    <w:p w:rsidR="007B2329" w:rsidRDefault="007B2329" w:rsidP="007B2329">
      <w:r>
        <w:t>320.1696</w:t>
      </w:r>
      <w:r>
        <w:tab/>
        <w:t>1.123e1</w:t>
      </w:r>
    </w:p>
    <w:p w:rsidR="007B2329" w:rsidRDefault="007B2329" w:rsidP="007B2329">
      <w:r>
        <w:t>320.1721</w:t>
      </w:r>
      <w:r>
        <w:tab/>
        <w:t>6.602e0</w:t>
      </w:r>
    </w:p>
    <w:p w:rsidR="007B2329" w:rsidRDefault="007B2329" w:rsidP="007B2329">
      <w:r>
        <w:t>320.1731</w:t>
      </w:r>
      <w:r>
        <w:tab/>
        <w:t>5.031e0</w:t>
      </w:r>
    </w:p>
    <w:p w:rsidR="007B2329" w:rsidRDefault="007B2329" w:rsidP="007B2329">
      <w:r>
        <w:t>320.1746</w:t>
      </w:r>
      <w:r>
        <w:tab/>
        <w:t>2.018e1</w:t>
      </w:r>
    </w:p>
    <w:p w:rsidR="007B2329" w:rsidRDefault="007B2329" w:rsidP="007B2329">
      <w:r>
        <w:t>320.1775</w:t>
      </w:r>
      <w:r>
        <w:tab/>
        <w:t>1.226e1</w:t>
      </w:r>
    </w:p>
    <w:p w:rsidR="007B2329" w:rsidRDefault="007B2329" w:rsidP="007B2329">
      <w:r>
        <w:t>320.1790</w:t>
      </w:r>
      <w:r>
        <w:tab/>
        <w:t>1.013e0</w:t>
      </w:r>
    </w:p>
    <w:p w:rsidR="007B2329" w:rsidRDefault="007B2329" w:rsidP="007B2329">
      <w:r>
        <w:t>320.2114</w:t>
      </w:r>
      <w:r>
        <w:tab/>
        <w:t>1.013e0</w:t>
      </w:r>
    </w:p>
    <w:p w:rsidR="007B2329" w:rsidRDefault="007B2329" w:rsidP="007B2329">
      <w:r>
        <w:lastRenderedPageBreak/>
        <w:t>320.2263</w:t>
      </w:r>
      <w:r>
        <w:tab/>
        <w:t>1.449e0</w:t>
      </w:r>
    </w:p>
    <w:p w:rsidR="007B2329" w:rsidRDefault="007B2329" w:rsidP="007B2329">
      <w:r>
        <w:t>320.2287</w:t>
      </w:r>
      <w:r>
        <w:tab/>
        <w:t>1.540e0</w:t>
      </w:r>
    </w:p>
    <w:p w:rsidR="007B2329" w:rsidRDefault="007B2329" w:rsidP="007B2329">
      <w:r>
        <w:t>320.2639</w:t>
      </w:r>
      <w:r>
        <w:tab/>
        <w:t>2.025e0</w:t>
      </w:r>
    </w:p>
    <w:p w:rsidR="007B2329" w:rsidRDefault="007B2329" w:rsidP="007B2329">
      <w:r>
        <w:t>320.2679</w:t>
      </w:r>
      <w:r>
        <w:tab/>
        <w:t>1.013e0</w:t>
      </w:r>
    </w:p>
    <w:p w:rsidR="007B2329" w:rsidRDefault="007B2329" w:rsidP="007B2329">
      <w:r>
        <w:t>320.2726</w:t>
      </w:r>
      <w:r>
        <w:tab/>
        <w:t>1.013e0</w:t>
      </w:r>
    </w:p>
    <w:p w:rsidR="007B2329" w:rsidRDefault="007B2329" w:rsidP="007B2329">
      <w:r>
        <w:t>320.2959</w:t>
      </w:r>
      <w:r>
        <w:tab/>
        <w:t>2.025e0</w:t>
      </w:r>
    </w:p>
    <w:p w:rsidR="007B2329" w:rsidRDefault="007B2329" w:rsidP="007B2329">
      <w:r>
        <w:t>320.2975</w:t>
      </w:r>
      <w:r>
        <w:tab/>
        <w:t>2.025e0</w:t>
      </w:r>
    </w:p>
    <w:p w:rsidR="007B2329" w:rsidRDefault="007B2329" w:rsidP="007B2329">
      <w:r>
        <w:t>320.3016</w:t>
      </w:r>
      <w:r>
        <w:tab/>
        <w:t>1.013e0</w:t>
      </w:r>
    </w:p>
    <w:p w:rsidR="007B2329" w:rsidRDefault="007B2329" w:rsidP="007B2329">
      <w:r>
        <w:t>320.3157</w:t>
      </w:r>
      <w:r>
        <w:tab/>
        <w:t>2.025e0</w:t>
      </w:r>
    </w:p>
    <w:p w:rsidR="007B2329" w:rsidRDefault="007B2329" w:rsidP="007B2329">
      <w:r>
        <w:t>320.3363</w:t>
      </w:r>
      <w:r>
        <w:tab/>
        <w:t>1.013e0</w:t>
      </w:r>
    </w:p>
    <w:p w:rsidR="007B2329" w:rsidRDefault="007B2329" w:rsidP="007B2329">
      <w:r>
        <w:t>320.3405</w:t>
      </w:r>
      <w:r>
        <w:tab/>
        <w:t>1.013e0</w:t>
      </w:r>
    </w:p>
    <w:p w:rsidR="007B2329" w:rsidRDefault="007B2329" w:rsidP="007B2329">
      <w:r>
        <w:t>320.3446</w:t>
      </w:r>
      <w:r>
        <w:tab/>
        <w:t>2.025e0</w:t>
      </w:r>
    </w:p>
    <w:p w:rsidR="007B2329" w:rsidRDefault="007B2329" w:rsidP="007B2329">
      <w:r>
        <w:t>320.3827</w:t>
      </w:r>
      <w:r>
        <w:tab/>
        <w:t>1.013e0</w:t>
      </w:r>
    </w:p>
    <w:p w:rsidR="007B2329" w:rsidRDefault="007B2329" w:rsidP="007B2329">
      <w:r>
        <w:t>320.3884</w:t>
      </w:r>
      <w:r>
        <w:tab/>
        <w:t>1.013e0</w:t>
      </w:r>
    </w:p>
    <w:p w:rsidR="007B2329" w:rsidRDefault="007B2329" w:rsidP="007B2329">
      <w:r>
        <w:t>320.4113</w:t>
      </w:r>
      <w:r>
        <w:tab/>
        <w:t>3.038e0</w:t>
      </w:r>
    </w:p>
    <w:p w:rsidR="007B2329" w:rsidRDefault="007B2329" w:rsidP="007B2329">
      <w:r>
        <w:t>320.4174</w:t>
      </w:r>
      <w:r>
        <w:tab/>
        <w:t>1.013e0</w:t>
      </w:r>
    </w:p>
    <w:p w:rsidR="007B2329" w:rsidRDefault="007B2329" w:rsidP="007B2329">
      <w:r>
        <w:t>320.4203</w:t>
      </w:r>
      <w:r>
        <w:tab/>
        <w:t>3.038e0</w:t>
      </w:r>
    </w:p>
    <w:p w:rsidR="007B2329" w:rsidRDefault="007B2329" w:rsidP="007B2329">
      <w:r>
        <w:t>320.4713</w:t>
      </w:r>
      <w:r>
        <w:tab/>
        <w:t>2.025e0</w:t>
      </w:r>
    </w:p>
    <w:p w:rsidR="007B2329" w:rsidRDefault="007B2329" w:rsidP="007B2329">
      <w:r>
        <w:t>320.4737</w:t>
      </w:r>
      <w:r>
        <w:tab/>
        <w:t>1.013e0</w:t>
      </w:r>
    </w:p>
    <w:p w:rsidR="007B2329" w:rsidRDefault="007B2329" w:rsidP="007B2329">
      <w:r>
        <w:lastRenderedPageBreak/>
        <w:t>320.4779</w:t>
      </w:r>
      <w:r>
        <w:tab/>
        <w:t>1.013e0</w:t>
      </w:r>
    </w:p>
    <w:p w:rsidR="007B2329" w:rsidRDefault="007B2329" w:rsidP="007B2329">
      <w:r>
        <w:t>320.4869</w:t>
      </w:r>
      <w:r>
        <w:tab/>
        <w:t>1.013e0</w:t>
      </w:r>
    </w:p>
    <w:p w:rsidR="007B2329" w:rsidRDefault="007B2329" w:rsidP="007B2329">
      <w:r>
        <w:t>320.5020</w:t>
      </w:r>
      <w:r>
        <w:tab/>
        <w:t>1.013e0</w:t>
      </w:r>
    </w:p>
    <w:p w:rsidR="007B2329" w:rsidRDefault="007B2329" w:rsidP="007B2329">
      <w:r>
        <w:t>320.5262</w:t>
      </w:r>
      <w:r>
        <w:tab/>
        <w:t>1.013e0</w:t>
      </w:r>
    </w:p>
    <w:p w:rsidR="007B2329" w:rsidRDefault="007B2329" w:rsidP="007B2329">
      <w:r>
        <w:t>320.5493</w:t>
      </w:r>
      <w:r>
        <w:tab/>
        <w:t>3.038e0</w:t>
      </w:r>
    </w:p>
    <w:p w:rsidR="007B2329" w:rsidRDefault="007B2329" w:rsidP="007B2329">
      <w:r>
        <w:t>320.5624</w:t>
      </w:r>
      <w:r>
        <w:tab/>
        <w:t>1.013e0</w:t>
      </w:r>
    </w:p>
    <w:p w:rsidR="007B2329" w:rsidRDefault="007B2329" w:rsidP="007B2329">
      <w:r>
        <w:t>320.5680</w:t>
      </w:r>
      <w:r>
        <w:tab/>
        <w:t>1.013e0</w:t>
      </w:r>
    </w:p>
    <w:p w:rsidR="007B2329" w:rsidRDefault="007B2329" w:rsidP="007B2329">
      <w:r>
        <w:t>320.5868</w:t>
      </w:r>
      <w:r>
        <w:tab/>
        <w:t>1.013e0</w:t>
      </w:r>
    </w:p>
    <w:p w:rsidR="007B2329" w:rsidRDefault="007B2329" w:rsidP="007B2329">
      <w:r>
        <w:t>320.5911</w:t>
      </w:r>
      <w:r>
        <w:tab/>
        <w:t>1.013e0</w:t>
      </w:r>
    </w:p>
    <w:p w:rsidR="007B2329" w:rsidRDefault="007B2329" w:rsidP="007B2329">
      <w:r>
        <w:t>320.5969</w:t>
      </w:r>
      <w:r>
        <w:tab/>
        <w:t>1.013e0</w:t>
      </w:r>
    </w:p>
    <w:p w:rsidR="007B2329" w:rsidRDefault="007B2329" w:rsidP="007B2329">
      <w:r>
        <w:t>320.6031</w:t>
      </w:r>
      <w:r>
        <w:tab/>
        <w:t>4.051e0</w:t>
      </w:r>
    </w:p>
    <w:p w:rsidR="007B2329" w:rsidRDefault="007B2329" w:rsidP="007B2329">
      <w:r>
        <w:t>320.6084</w:t>
      </w:r>
      <w:r>
        <w:tab/>
        <w:t>2.025e0</w:t>
      </w:r>
    </w:p>
    <w:p w:rsidR="007B2329" w:rsidRDefault="007B2329" w:rsidP="007B2329">
      <w:r>
        <w:t>320.6201</w:t>
      </w:r>
      <w:r>
        <w:tab/>
        <w:t>1.013e0</w:t>
      </w:r>
    </w:p>
    <w:p w:rsidR="007B2329" w:rsidRDefault="007B2329" w:rsidP="007B2329">
      <w:r>
        <w:t>320.6252</w:t>
      </w:r>
      <w:r>
        <w:tab/>
        <w:t>2.025e0</w:t>
      </w:r>
    </w:p>
    <w:p w:rsidR="007B2329" w:rsidRDefault="007B2329" w:rsidP="007B2329">
      <w:r>
        <w:t>320.6315</w:t>
      </w:r>
      <w:r>
        <w:tab/>
        <w:t>1.013e0</w:t>
      </w:r>
    </w:p>
    <w:p w:rsidR="007B2329" w:rsidRDefault="007B2329" w:rsidP="007B2329">
      <w:r>
        <w:t>320.6393</w:t>
      </w:r>
      <w:r>
        <w:tab/>
        <w:t>1.013e0</w:t>
      </w:r>
    </w:p>
    <w:p w:rsidR="007B2329" w:rsidRDefault="007B2329" w:rsidP="007B2329">
      <w:r>
        <w:t>320.6534</w:t>
      </w:r>
      <w:r>
        <w:tab/>
        <w:t>2.025e0</w:t>
      </w:r>
    </w:p>
    <w:p w:rsidR="007B2329" w:rsidRDefault="007B2329" w:rsidP="007B2329">
      <w:r>
        <w:t>320.6606</w:t>
      </w:r>
      <w:r>
        <w:tab/>
        <w:t>2.025e0</w:t>
      </w:r>
    </w:p>
    <w:p w:rsidR="007B2329" w:rsidRDefault="007B2329" w:rsidP="007B2329">
      <w:r>
        <w:t>320.6779</w:t>
      </w:r>
      <w:r>
        <w:tab/>
        <w:t>1.013e0</w:t>
      </w:r>
    </w:p>
    <w:p w:rsidR="007B2329" w:rsidRDefault="007B2329" w:rsidP="007B2329">
      <w:r>
        <w:lastRenderedPageBreak/>
        <w:t>320.7070</w:t>
      </w:r>
      <w:r>
        <w:tab/>
        <w:t>1.013e0</w:t>
      </w:r>
    </w:p>
    <w:p w:rsidR="007B2329" w:rsidRDefault="007B2329" w:rsidP="007B2329">
      <w:r>
        <w:t>320.7109</w:t>
      </w:r>
      <w:r>
        <w:tab/>
        <w:t>4.051e0</w:t>
      </w:r>
    </w:p>
    <w:p w:rsidR="007B2329" w:rsidRDefault="007B2329" w:rsidP="007B2329">
      <w:r>
        <w:t>320.7121</w:t>
      </w:r>
      <w:r>
        <w:tab/>
        <w:t>1.013e0</w:t>
      </w:r>
    </w:p>
    <w:p w:rsidR="007B2329" w:rsidRDefault="007B2329" w:rsidP="007B2329">
      <w:r>
        <w:t>320.7265</w:t>
      </w:r>
      <w:r>
        <w:tab/>
        <w:t>2.025e0</w:t>
      </w:r>
    </w:p>
    <w:p w:rsidR="007B2329" w:rsidRDefault="007B2329" w:rsidP="007B2329">
      <w:r>
        <w:t>320.7327</w:t>
      </w:r>
      <w:r>
        <w:tab/>
        <w:t>2.025e0</w:t>
      </w:r>
    </w:p>
    <w:p w:rsidR="007B2329" w:rsidRDefault="007B2329" w:rsidP="007B2329">
      <w:r>
        <w:t>320.7727</w:t>
      </w:r>
      <w:r>
        <w:tab/>
        <w:t>1.013e0</w:t>
      </w:r>
    </w:p>
    <w:p w:rsidR="007B2329" w:rsidRDefault="007B2329" w:rsidP="007B2329">
      <w:r>
        <w:t>320.7765</w:t>
      </w:r>
      <w:r>
        <w:tab/>
        <w:t>1.013e0</w:t>
      </w:r>
    </w:p>
    <w:p w:rsidR="007B2329" w:rsidRDefault="007B2329" w:rsidP="007B2329">
      <w:r>
        <w:t>320.7823</w:t>
      </w:r>
      <w:r>
        <w:tab/>
        <w:t>2.025e0</w:t>
      </w:r>
    </w:p>
    <w:p w:rsidR="007B2329" w:rsidRDefault="007B2329" w:rsidP="007B2329">
      <w:r>
        <w:t>320.7973</w:t>
      </w:r>
      <w:r>
        <w:tab/>
        <w:t>3.038e0</w:t>
      </w:r>
    </w:p>
    <w:p w:rsidR="007B2329" w:rsidRDefault="007B2329" w:rsidP="007B2329">
      <w:r>
        <w:t>320.8171</w:t>
      </w:r>
      <w:r>
        <w:tab/>
        <w:t>3.038e0</w:t>
      </w:r>
    </w:p>
    <w:p w:rsidR="007B2329" w:rsidRDefault="007B2329" w:rsidP="007B2329">
      <w:r>
        <w:t>320.8206</w:t>
      </w:r>
      <w:r>
        <w:tab/>
        <w:t>3.038e0</w:t>
      </w:r>
    </w:p>
    <w:p w:rsidR="007B2329" w:rsidRDefault="007B2329" w:rsidP="007B2329">
      <w:r>
        <w:t>320.8315</w:t>
      </w:r>
      <w:r>
        <w:tab/>
        <w:t>3.038e0</w:t>
      </w:r>
    </w:p>
    <w:p w:rsidR="007B2329" w:rsidRDefault="007B2329" w:rsidP="007B2329">
      <w:r>
        <w:t>320.8402</w:t>
      </w:r>
      <w:r>
        <w:tab/>
        <w:t>1.013e0</w:t>
      </w:r>
    </w:p>
    <w:p w:rsidR="007B2329" w:rsidRDefault="007B2329" w:rsidP="007B2329">
      <w:r>
        <w:t>320.8535</w:t>
      </w:r>
      <w:r>
        <w:tab/>
        <w:t>1.013e0</w:t>
      </w:r>
    </w:p>
    <w:p w:rsidR="007B2329" w:rsidRDefault="007B2329" w:rsidP="007B2329">
      <w:r>
        <w:t>320.8736</w:t>
      </w:r>
      <w:r>
        <w:tab/>
        <w:t>1.013e0</w:t>
      </w:r>
    </w:p>
    <w:p w:rsidR="007B2329" w:rsidRDefault="007B2329" w:rsidP="007B2329">
      <w:r>
        <w:t>320.8801</w:t>
      </w:r>
      <w:r>
        <w:tab/>
        <w:t>3.038e0</w:t>
      </w:r>
    </w:p>
    <w:p w:rsidR="007B2329" w:rsidRDefault="007B2329" w:rsidP="007B2329">
      <w:r>
        <w:t>320.8897</w:t>
      </w:r>
      <w:r>
        <w:tab/>
        <w:t>2.025e0</w:t>
      </w:r>
    </w:p>
    <w:p w:rsidR="007B2329" w:rsidRDefault="007B2329" w:rsidP="007B2329">
      <w:r>
        <w:t>320.8924</w:t>
      </w:r>
      <w:r>
        <w:tab/>
        <w:t>2.025e0</w:t>
      </w:r>
    </w:p>
    <w:p w:rsidR="007B2329" w:rsidRDefault="007B2329" w:rsidP="007B2329">
      <w:r>
        <w:t>320.8946</w:t>
      </w:r>
      <w:r>
        <w:tab/>
        <w:t>2.025e0</w:t>
      </w:r>
    </w:p>
    <w:p w:rsidR="007B2329" w:rsidRDefault="007B2329" w:rsidP="007B2329">
      <w:r>
        <w:lastRenderedPageBreak/>
        <w:t>320.9018</w:t>
      </w:r>
      <w:r>
        <w:tab/>
        <w:t>2.025e0</w:t>
      </w:r>
    </w:p>
    <w:p w:rsidR="007B2329" w:rsidRDefault="007B2329" w:rsidP="007B2329">
      <w:r>
        <w:t>320.9160</w:t>
      </w:r>
      <w:r>
        <w:tab/>
        <w:t>2.025e0</w:t>
      </w:r>
    </w:p>
    <w:p w:rsidR="007B2329" w:rsidRDefault="007B2329" w:rsidP="007B2329">
      <w:r>
        <w:t>320.9355</w:t>
      </w:r>
      <w:r>
        <w:tab/>
        <w:t>2.970e0</w:t>
      </w:r>
    </w:p>
    <w:p w:rsidR="007B2329" w:rsidRDefault="007B2329" w:rsidP="007B2329">
      <w:r>
        <w:t>320.9423</w:t>
      </w:r>
      <w:r>
        <w:tab/>
        <w:t>2.025e0</w:t>
      </w:r>
    </w:p>
    <w:p w:rsidR="007B2329" w:rsidRDefault="007B2329" w:rsidP="007B2329">
      <w:r>
        <w:t>320.9470</w:t>
      </w:r>
      <w:r>
        <w:tab/>
        <w:t>2.025e0</w:t>
      </w:r>
    </w:p>
    <w:p w:rsidR="007B2329" w:rsidRDefault="007B2329" w:rsidP="007B2329">
      <w:r>
        <w:t>320.9681</w:t>
      </w:r>
      <w:r>
        <w:tab/>
        <w:t>4.051e0</w:t>
      </w:r>
    </w:p>
    <w:p w:rsidR="007B2329" w:rsidRDefault="007B2329" w:rsidP="007B2329">
      <w:r>
        <w:t>320.9845</w:t>
      </w:r>
      <w:r>
        <w:tab/>
        <w:t>1.025e0</w:t>
      </w:r>
    </w:p>
    <w:p w:rsidR="007B2329" w:rsidRDefault="007B2329" w:rsidP="007B2329">
      <w:r>
        <w:t>320.9857</w:t>
      </w:r>
      <w:r>
        <w:tab/>
        <w:t>3.038e0</w:t>
      </w:r>
    </w:p>
    <w:p w:rsidR="007B2329" w:rsidRDefault="007B2329" w:rsidP="007B2329">
      <w:r>
        <w:t>320.9911</w:t>
      </w:r>
      <w:r>
        <w:tab/>
        <w:t>1.013e0</w:t>
      </w:r>
    </w:p>
    <w:p w:rsidR="007B2329" w:rsidRDefault="007B2329" w:rsidP="007B2329">
      <w:r>
        <w:t>321.0251</w:t>
      </w:r>
      <w:r>
        <w:tab/>
        <w:t>2.025e0</w:t>
      </w:r>
    </w:p>
    <w:p w:rsidR="007B2329" w:rsidRDefault="007B2329" w:rsidP="007B2329">
      <w:r>
        <w:t>321.0271</w:t>
      </w:r>
      <w:r>
        <w:tab/>
        <w:t>4.504e0</w:t>
      </w:r>
    </w:p>
    <w:p w:rsidR="007B2329" w:rsidRDefault="007B2329" w:rsidP="007B2329">
      <w:r>
        <w:t>321.0434</w:t>
      </w:r>
      <w:r>
        <w:tab/>
        <w:t>3.038e0</w:t>
      </w:r>
    </w:p>
    <w:p w:rsidR="007B2329" w:rsidRDefault="007B2329" w:rsidP="007B2329">
      <w:r>
        <w:t>321.0702</w:t>
      </w:r>
      <w:r>
        <w:tab/>
        <w:t>1.025e0</w:t>
      </w:r>
    </w:p>
    <w:p w:rsidR="007B2329" w:rsidRDefault="007B2329" w:rsidP="007B2329">
      <w:r>
        <w:t>321.0736</w:t>
      </w:r>
      <w:r>
        <w:tab/>
        <w:t>1.025e0</w:t>
      </w:r>
    </w:p>
    <w:p w:rsidR="007B2329" w:rsidRDefault="007B2329" w:rsidP="007B2329">
      <w:r>
        <w:t>321.0936</w:t>
      </w:r>
      <w:r>
        <w:tab/>
        <w:t>2.025e0</w:t>
      </w:r>
    </w:p>
    <w:p w:rsidR="007B2329" w:rsidRDefault="007B2329" w:rsidP="007B2329">
      <w:r>
        <w:t>321.0990</w:t>
      </w:r>
      <w:r>
        <w:tab/>
        <w:t>2.025e0</w:t>
      </w:r>
    </w:p>
    <w:p w:rsidR="007B2329" w:rsidRDefault="007B2329" w:rsidP="007B2329">
      <w:r>
        <w:t>321.1201</w:t>
      </w:r>
      <w:r>
        <w:tab/>
        <w:t>1.013e0</w:t>
      </w:r>
    </w:p>
    <w:p w:rsidR="007B2329" w:rsidRDefault="007B2329" w:rsidP="007B2329">
      <w:r>
        <w:t>321.1236</w:t>
      </w:r>
      <w:r>
        <w:tab/>
        <w:t>3.038e0</w:t>
      </w:r>
    </w:p>
    <w:p w:rsidR="007B2329" w:rsidRDefault="007B2329" w:rsidP="007B2329">
      <w:r>
        <w:t>321.1324</w:t>
      </w:r>
      <w:r>
        <w:tab/>
        <w:t>1.161e0</w:t>
      </w:r>
    </w:p>
    <w:p w:rsidR="007B2329" w:rsidRDefault="007B2329" w:rsidP="007B2329">
      <w:r>
        <w:lastRenderedPageBreak/>
        <w:t>321.1636</w:t>
      </w:r>
      <w:r>
        <w:tab/>
        <w:t>1.450e0</w:t>
      </w:r>
    </w:p>
    <w:p w:rsidR="007B2329" w:rsidRDefault="007B2329" w:rsidP="007B2329">
      <w:r>
        <w:t>321.1684</w:t>
      </w:r>
      <w:r>
        <w:tab/>
        <w:t>2.025e0</w:t>
      </w:r>
    </w:p>
    <w:p w:rsidR="007B2329" w:rsidRDefault="007B2329" w:rsidP="007B2329">
      <w:r>
        <w:t>321.1951</w:t>
      </w:r>
      <w:r>
        <w:tab/>
        <w:t>2.576e0</w:t>
      </w:r>
    </w:p>
    <w:p w:rsidR="007B2329" w:rsidRDefault="007B2329" w:rsidP="007B2329">
      <w:r>
        <w:t>321.1967</w:t>
      </w:r>
      <w:r>
        <w:tab/>
        <w:t>1.013e0</w:t>
      </w:r>
    </w:p>
    <w:p w:rsidR="007B2329" w:rsidRDefault="007B2329" w:rsidP="007B2329">
      <w:r>
        <w:t>321.1980</w:t>
      </w:r>
      <w:r>
        <w:tab/>
        <w:t>7.896e-1</w:t>
      </w:r>
    </w:p>
    <w:p w:rsidR="007B2329" w:rsidRDefault="007B2329" w:rsidP="007B2329">
      <w:r>
        <w:t>321.2000</w:t>
      </w:r>
      <w:r>
        <w:tab/>
        <w:t>2.025e0</w:t>
      </w:r>
    </w:p>
    <w:p w:rsidR="007B2329" w:rsidRDefault="007B2329" w:rsidP="007B2329">
      <w:r>
        <w:t>321.2409</w:t>
      </w:r>
      <w:r>
        <w:tab/>
        <w:t>1.842e0</w:t>
      </w:r>
    </w:p>
    <w:p w:rsidR="007B2329" w:rsidRDefault="007B2329" w:rsidP="007B2329">
      <w:r>
        <w:t>321.2533</w:t>
      </w:r>
      <w:r>
        <w:tab/>
        <w:t>1.013e0</w:t>
      </w:r>
    </w:p>
    <w:p w:rsidR="007B2329" w:rsidRDefault="007B2329" w:rsidP="007B2329">
      <w:r>
        <w:t>321.2637</w:t>
      </w:r>
      <w:r>
        <w:tab/>
        <w:t>2.025e0</w:t>
      </w:r>
    </w:p>
    <w:p w:rsidR="007B2329" w:rsidRDefault="007B2329" w:rsidP="007B2329">
      <w:r>
        <w:t>321.2776</w:t>
      </w:r>
      <w:r>
        <w:tab/>
        <w:t>2.025e0</w:t>
      </w:r>
    </w:p>
    <w:p w:rsidR="007B2329" w:rsidRDefault="007B2329" w:rsidP="007B2329">
      <w:r>
        <w:t>321.2814</w:t>
      </w:r>
      <w:r>
        <w:tab/>
        <w:t>1.013e0</w:t>
      </w:r>
    </w:p>
    <w:p w:rsidR="007B2329" w:rsidRDefault="007B2329" w:rsidP="007B2329">
      <w:r>
        <w:t>321.3036</w:t>
      </w:r>
      <w:r>
        <w:tab/>
        <w:t>2.025e0</w:t>
      </w:r>
    </w:p>
    <w:p w:rsidR="007B2329" w:rsidRDefault="007B2329" w:rsidP="007B2329">
      <w:r>
        <w:t>321.3101</w:t>
      </w:r>
      <w:r>
        <w:tab/>
        <w:t>1.013e0</w:t>
      </w:r>
    </w:p>
    <w:p w:rsidR="007B2329" w:rsidRDefault="007B2329" w:rsidP="007B2329">
      <w:r>
        <w:t>321.3184</w:t>
      </w:r>
      <w:r>
        <w:tab/>
        <w:t>2.025e0</w:t>
      </w:r>
    </w:p>
    <w:p w:rsidR="007B2329" w:rsidRDefault="007B2329" w:rsidP="007B2329">
      <w:r>
        <w:t>321.3449</w:t>
      </w:r>
      <w:r>
        <w:tab/>
        <w:t>4.051e0</w:t>
      </w:r>
    </w:p>
    <w:p w:rsidR="007B2329" w:rsidRDefault="007B2329" w:rsidP="007B2329">
      <w:r>
        <w:t>321.3503</w:t>
      </w:r>
      <w:r>
        <w:tab/>
        <w:t>1.013e0</w:t>
      </w:r>
    </w:p>
    <w:p w:rsidR="007B2329" w:rsidRDefault="007B2329" w:rsidP="007B2329">
      <w:r>
        <w:t>321.3785</w:t>
      </w:r>
      <w:r>
        <w:tab/>
        <w:t>1.013e0</w:t>
      </w:r>
    </w:p>
    <w:p w:rsidR="007B2329" w:rsidRDefault="007B2329" w:rsidP="007B2329">
      <w:r>
        <w:t>321.3825</w:t>
      </w:r>
      <w:r>
        <w:tab/>
        <w:t>1.013e0</w:t>
      </w:r>
    </w:p>
    <w:p w:rsidR="007B2329" w:rsidRDefault="007B2329" w:rsidP="007B2329">
      <w:r>
        <w:t>321.3866</w:t>
      </w:r>
      <w:r>
        <w:tab/>
        <w:t>1.013e0</w:t>
      </w:r>
    </w:p>
    <w:p w:rsidR="007B2329" w:rsidRDefault="007B2329" w:rsidP="007B2329">
      <w:r>
        <w:lastRenderedPageBreak/>
        <w:t>321.3913</w:t>
      </w:r>
      <w:r>
        <w:tab/>
        <w:t>1.013e0</w:t>
      </w:r>
    </w:p>
    <w:p w:rsidR="007B2329" w:rsidRDefault="007B2329" w:rsidP="007B2329">
      <w:r>
        <w:t>321.4077</w:t>
      </w:r>
      <w:r>
        <w:tab/>
        <w:t>4.051e0</w:t>
      </w:r>
    </w:p>
    <w:p w:rsidR="007B2329" w:rsidRDefault="007B2329" w:rsidP="007B2329">
      <w:r>
        <w:t>321.4108</w:t>
      </w:r>
      <w:r>
        <w:tab/>
        <w:t>1.013e0</w:t>
      </w:r>
    </w:p>
    <w:p w:rsidR="007B2329" w:rsidRDefault="007B2329" w:rsidP="007B2329">
      <w:r>
        <w:t>321.4262</w:t>
      </w:r>
      <w:r>
        <w:tab/>
        <w:t>2.025e0</w:t>
      </w:r>
    </w:p>
    <w:p w:rsidR="007B2329" w:rsidRDefault="007B2329" w:rsidP="007B2329">
      <w:r>
        <w:t>321.4310</w:t>
      </w:r>
      <w:r>
        <w:tab/>
        <w:t>1.013e0</w:t>
      </w:r>
    </w:p>
    <w:p w:rsidR="007B2329" w:rsidRDefault="007B2329" w:rsidP="007B2329">
      <w:r>
        <w:t>321.4436</w:t>
      </w:r>
      <w:r>
        <w:tab/>
        <w:t>2.025e0</w:t>
      </w:r>
    </w:p>
    <w:p w:rsidR="007B2329" w:rsidRDefault="007B2329" w:rsidP="007B2329">
      <w:r>
        <w:t>321.4592</w:t>
      </w:r>
      <w:r>
        <w:tab/>
        <w:t>1.013e0</w:t>
      </w:r>
    </w:p>
    <w:p w:rsidR="007B2329" w:rsidRDefault="007B2329" w:rsidP="007B2329">
      <w:r>
        <w:t>321.4654</w:t>
      </w:r>
      <w:r>
        <w:tab/>
        <w:t>2.025e0</w:t>
      </w:r>
    </w:p>
    <w:p w:rsidR="007B2329" w:rsidRDefault="007B2329" w:rsidP="007B2329">
      <w:r>
        <w:t>321.4727</w:t>
      </w:r>
      <w:r>
        <w:tab/>
        <w:t>2.025e0</w:t>
      </w:r>
    </w:p>
    <w:p w:rsidR="007B2329" w:rsidRDefault="007B2329" w:rsidP="007B2329">
      <w:r>
        <w:t>321.4876</w:t>
      </w:r>
      <w:r>
        <w:tab/>
        <w:t>1.013e0</w:t>
      </w:r>
    </w:p>
    <w:p w:rsidR="007B2329" w:rsidRDefault="007B2329" w:rsidP="007B2329">
      <w:r>
        <w:t>321.4959</w:t>
      </w:r>
      <w:r>
        <w:tab/>
        <w:t>3.038e0</w:t>
      </w:r>
    </w:p>
    <w:p w:rsidR="007B2329" w:rsidRDefault="007B2329" w:rsidP="007B2329">
      <w:r>
        <w:t>321.5042</w:t>
      </w:r>
      <w:r>
        <w:tab/>
        <w:t>2.025e0</w:t>
      </w:r>
    </w:p>
    <w:p w:rsidR="007B2329" w:rsidRDefault="007B2329" w:rsidP="007B2329">
      <w:r>
        <w:t>321.5401</w:t>
      </w:r>
      <w:r>
        <w:tab/>
        <w:t>2.025e0</w:t>
      </w:r>
    </w:p>
    <w:p w:rsidR="007B2329" w:rsidRDefault="007B2329" w:rsidP="007B2329">
      <w:r>
        <w:t>321.5511</w:t>
      </w:r>
      <w:r>
        <w:tab/>
        <w:t>3.038e0</w:t>
      </w:r>
    </w:p>
    <w:p w:rsidR="007B2329" w:rsidRDefault="007B2329" w:rsidP="007B2329">
      <w:r>
        <w:t>321.5599</w:t>
      </w:r>
      <w:r>
        <w:tab/>
        <w:t>4.051e0</w:t>
      </w:r>
    </w:p>
    <w:p w:rsidR="007B2329" w:rsidRDefault="007B2329" w:rsidP="007B2329">
      <w:r>
        <w:t>321.5771</w:t>
      </w:r>
      <w:r>
        <w:tab/>
        <w:t>1.013e0</w:t>
      </w:r>
    </w:p>
    <w:p w:rsidR="007B2329" w:rsidRDefault="007B2329" w:rsidP="007B2329">
      <w:r>
        <w:t>321.5826</w:t>
      </w:r>
      <w:r>
        <w:tab/>
        <w:t>2.025e0</w:t>
      </w:r>
    </w:p>
    <w:p w:rsidR="007B2329" w:rsidRDefault="007B2329" w:rsidP="007B2329">
      <w:r>
        <w:t>321.6005</w:t>
      </w:r>
      <w:r>
        <w:tab/>
        <w:t>1.013e0</w:t>
      </w:r>
    </w:p>
    <w:p w:rsidR="007B2329" w:rsidRDefault="007B2329" w:rsidP="007B2329">
      <w:r>
        <w:t>321.6021</w:t>
      </w:r>
      <w:r>
        <w:tab/>
        <w:t>2.025e0</w:t>
      </w:r>
    </w:p>
    <w:p w:rsidR="007B2329" w:rsidRDefault="007B2329" w:rsidP="007B2329">
      <w:r>
        <w:lastRenderedPageBreak/>
        <w:t>321.6077</w:t>
      </w:r>
      <w:r>
        <w:tab/>
        <w:t>3.038e0</w:t>
      </w:r>
    </w:p>
    <w:p w:rsidR="007B2329" w:rsidRDefault="007B2329" w:rsidP="007B2329">
      <w:r>
        <w:t>321.6170</w:t>
      </w:r>
      <w:r>
        <w:tab/>
        <w:t>1.013e0</w:t>
      </w:r>
    </w:p>
    <w:p w:rsidR="007B2329" w:rsidRDefault="007B2329" w:rsidP="007B2329">
      <w:r>
        <w:t>321.6307</w:t>
      </w:r>
      <w:r>
        <w:tab/>
        <w:t>2.025e0</w:t>
      </w:r>
    </w:p>
    <w:p w:rsidR="007B2329" w:rsidRDefault="007B2329" w:rsidP="007B2329">
      <w:r>
        <w:t>321.6411</w:t>
      </w:r>
      <w:r>
        <w:tab/>
        <w:t>1.013e0</w:t>
      </w:r>
    </w:p>
    <w:p w:rsidR="007B2329" w:rsidRDefault="007B2329" w:rsidP="007B2329">
      <w:r>
        <w:t>321.6585</w:t>
      </w:r>
      <w:r>
        <w:tab/>
        <w:t>1.013e0</w:t>
      </w:r>
    </w:p>
    <w:p w:rsidR="007B2329" w:rsidRDefault="007B2329" w:rsidP="007B2329">
      <w:r>
        <w:t>321.6695</w:t>
      </w:r>
      <w:r>
        <w:tab/>
        <w:t>1.013e0</w:t>
      </w:r>
    </w:p>
    <w:p w:rsidR="007B2329" w:rsidRDefault="007B2329" w:rsidP="007B2329">
      <w:r>
        <w:t>321.6776</w:t>
      </w:r>
      <w:r>
        <w:tab/>
        <w:t>2.025e0</w:t>
      </w:r>
    </w:p>
    <w:p w:rsidR="007B2329" w:rsidRDefault="007B2329" w:rsidP="007B2329">
      <w:r>
        <w:t>321.7108</w:t>
      </w:r>
      <w:r>
        <w:tab/>
        <w:t>1.013e0</w:t>
      </w:r>
    </w:p>
    <w:p w:rsidR="007B2329" w:rsidRDefault="007B2329" w:rsidP="007B2329">
      <w:r>
        <w:t>321.7193</w:t>
      </w:r>
      <w:r>
        <w:tab/>
        <w:t>2.025e0</w:t>
      </w:r>
    </w:p>
    <w:p w:rsidR="007B2329" w:rsidRDefault="007B2329" w:rsidP="007B2329">
      <w:r>
        <w:t>321.7221</w:t>
      </w:r>
      <w:r>
        <w:tab/>
        <w:t>1.013e0</w:t>
      </w:r>
    </w:p>
    <w:p w:rsidR="007B2329" w:rsidRDefault="007B2329" w:rsidP="007B2329">
      <w:r>
        <w:t>321.7300</w:t>
      </w:r>
      <w:r>
        <w:tab/>
        <w:t>1.013e0</w:t>
      </w:r>
    </w:p>
    <w:p w:rsidR="007B2329" w:rsidRDefault="007B2329" w:rsidP="007B2329">
      <w:r>
        <w:t>321.7375</w:t>
      </w:r>
      <w:r>
        <w:tab/>
        <w:t>2.025e0</w:t>
      </w:r>
    </w:p>
    <w:p w:rsidR="007B2329" w:rsidRDefault="007B2329" w:rsidP="007B2329">
      <w:r>
        <w:t>321.7583</w:t>
      </w:r>
      <w:r>
        <w:tab/>
        <w:t>1.013e0</w:t>
      </w:r>
    </w:p>
    <w:p w:rsidR="007B2329" w:rsidRDefault="007B2329" w:rsidP="007B2329">
      <w:r>
        <w:t>321.7785</w:t>
      </w:r>
      <w:r>
        <w:tab/>
        <w:t>2.025e0</w:t>
      </w:r>
    </w:p>
    <w:p w:rsidR="007B2329" w:rsidRDefault="007B2329" w:rsidP="007B2329">
      <w:r>
        <w:t>321.7826</w:t>
      </w:r>
      <w:r>
        <w:tab/>
        <w:t>1.013e0</w:t>
      </w:r>
    </w:p>
    <w:p w:rsidR="007B2329" w:rsidRDefault="007B2329" w:rsidP="007B2329">
      <w:r>
        <w:t>321.7864</w:t>
      </w:r>
      <w:r>
        <w:tab/>
        <w:t>1.013e0</w:t>
      </w:r>
    </w:p>
    <w:p w:rsidR="007B2329" w:rsidRDefault="007B2329" w:rsidP="007B2329">
      <w:r>
        <w:t>321.8116</w:t>
      </w:r>
      <w:r>
        <w:tab/>
        <w:t>3.038e0</w:t>
      </w:r>
    </w:p>
    <w:p w:rsidR="007B2329" w:rsidRDefault="007B2329" w:rsidP="007B2329">
      <w:r>
        <w:t>321.8154</w:t>
      </w:r>
      <w:r>
        <w:tab/>
        <w:t>2.025e0</w:t>
      </w:r>
    </w:p>
    <w:p w:rsidR="007B2329" w:rsidRDefault="007B2329" w:rsidP="007B2329">
      <w:r>
        <w:t>321.8270</w:t>
      </w:r>
      <w:r>
        <w:tab/>
        <w:t>1.013e0</w:t>
      </w:r>
    </w:p>
    <w:p w:rsidR="007B2329" w:rsidRDefault="007B2329" w:rsidP="007B2329">
      <w:r>
        <w:lastRenderedPageBreak/>
        <w:t>321.8311</w:t>
      </w:r>
      <w:r>
        <w:tab/>
        <w:t>1.013e0</w:t>
      </w:r>
    </w:p>
    <w:p w:rsidR="007B2329" w:rsidRDefault="007B2329" w:rsidP="007B2329">
      <w:r>
        <w:t>321.8677</w:t>
      </w:r>
      <w:r>
        <w:tab/>
        <w:t>5.063e0</w:t>
      </w:r>
    </w:p>
    <w:p w:rsidR="007B2329" w:rsidRDefault="007B2329" w:rsidP="007B2329">
      <w:r>
        <w:t>321.8794</w:t>
      </w:r>
      <w:r>
        <w:tab/>
        <w:t>1.013e0</w:t>
      </w:r>
    </w:p>
    <w:p w:rsidR="007B2329" w:rsidRDefault="007B2329" w:rsidP="007B2329">
      <w:r>
        <w:t>321.8917</w:t>
      </w:r>
      <w:r>
        <w:tab/>
        <w:t>2.025e0</w:t>
      </w:r>
    </w:p>
    <w:p w:rsidR="007B2329" w:rsidRDefault="007B2329" w:rsidP="007B2329">
      <w:r>
        <w:t>321.9026</w:t>
      </w:r>
      <w:r>
        <w:tab/>
        <w:t>1.013e0</w:t>
      </w:r>
    </w:p>
    <w:p w:rsidR="007B2329" w:rsidRDefault="007B2329" w:rsidP="007B2329">
      <w:r>
        <w:t>321.9080</w:t>
      </w:r>
      <w:r>
        <w:tab/>
        <w:t>1.013e0</w:t>
      </w:r>
    </w:p>
    <w:p w:rsidR="007B2329" w:rsidRDefault="007B2329" w:rsidP="007B2329">
      <w:r>
        <w:t>321.9266</w:t>
      </w:r>
      <w:r>
        <w:tab/>
        <w:t>6.076e0</w:t>
      </w:r>
    </w:p>
    <w:p w:rsidR="007B2329" w:rsidRDefault="007B2329" w:rsidP="007B2329">
      <w:r>
        <w:t>321.9402</w:t>
      </w:r>
      <w:r>
        <w:tab/>
        <w:t>1.013e0</w:t>
      </w:r>
    </w:p>
    <w:p w:rsidR="007B2329" w:rsidRDefault="007B2329" w:rsidP="007B2329">
      <w:r>
        <w:t>321.9503</w:t>
      </w:r>
      <w:r>
        <w:tab/>
        <w:t>2.025e0</w:t>
      </w:r>
    </w:p>
    <w:p w:rsidR="007B2329" w:rsidRDefault="007B2329" w:rsidP="007B2329">
      <w:r>
        <w:t>321.9645</w:t>
      </w:r>
      <w:r>
        <w:tab/>
        <w:t>2.025e0</w:t>
      </w:r>
    </w:p>
    <w:p w:rsidR="007B2329" w:rsidRDefault="007B2329" w:rsidP="007B2329">
      <w:r>
        <w:t>321.9802</w:t>
      </w:r>
      <w:r>
        <w:tab/>
        <w:t>3.038e0</w:t>
      </w:r>
    </w:p>
    <w:p w:rsidR="007B2329" w:rsidRDefault="007B2329" w:rsidP="007B2329">
      <w:r>
        <w:t>321.9843</w:t>
      </w:r>
      <w:r>
        <w:tab/>
        <w:t>4.051e0</w:t>
      </w:r>
    </w:p>
    <w:p w:rsidR="007B2329" w:rsidRDefault="007B2329" w:rsidP="007B2329">
      <w:r>
        <w:t>321.9927</w:t>
      </w:r>
      <w:r>
        <w:tab/>
        <w:t>1.013e0</w:t>
      </w:r>
    </w:p>
    <w:p w:rsidR="007B2329" w:rsidRDefault="007B2329" w:rsidP="007B2329">
      <w:r>
        <w:t>322.0105</w:t>
      </w:r>
      <w:r>
        <w:tab/>
        <w:t>2.025e0</w:t>
      </w:r>
    </w:p>
    <w:p w:rsidR="007B2329" w:rsidRDefault="007B2329" w:rsidP="007B2329">
      <w:r>
        <w:t>322.0130</w:t>
      </w:r>
      <w:r>
        <w:tab/>
        <w:t>1.013e0</w:t>
      </w:r>
    </w:p>
    <w:p w:rsidR="007B2329" w:rsidRDefault="007B2329" w:rsidP="007B2329">
      <w:r>
        <w:t>322.0312</w:t>
      </w:r>
      <w:r>
        <w:tab/>
        <w:t>2.025e0</w:t>
      </w:r>
    </w:p>
    <w:p w:rsidR="007B2329" w:rsidRDefault="007B2329" w:rsidP="007B2329">
      <w:r>
        <w:t>322.0414</w:t>
      </w:r>
      <w:r>
        <w:tab/>
        <w:t>1.013e0</w:t>
      </w:r>
    </w:p>
    <w:p w:rsidR="007B2329" w:rsidRDefault="007B2329" w:rsidP="007B2329">
      <w:r>
        <w:t>322.0480</w:t>
      </w:r>
      <w:r>
        <w:tab/>
        <w:t>2.025e0</w:t>
      </w:r>
    </w:p>
    <w:p w:rsidR="007B2329" w:rsidRDefault="007B2329" w:rsidP="007B2329">
      <w:r>
        <w:t>322.0655</w:t>
      </w:r>
      <w:r>
        <w:tab/>
        <w:t>1.013e0</w:t>
      </w:r>
    </w:p>
    <w:p w:rsidR="007B2329" w:rsidRDefault="007B2329" w:rsidP="007B2329">
      <w:r>
        <w:lastRenderedPageBreak/>
        <w:t>322.0695</w:t>
      </w:r>
      <w:r>
        <w:tab/>
        <w:t>1.013e0</w:t>
      </w:r>
    </w:p>
    <w:p w:rsidR="007B2329" w:rsidRDefault="007B2329" w:rsidP="007B2329">
      <w:r>
        <w:t>322.0978</w:t>
      </w:r>
      <w:r>
        <w:tab/>
        <w:t>2.025e0</w:t>
      </w:r>
    </w:p>
    <w:p w:rsidR="007B2329" w:rsidRDefault="007B2329" w:rsidP="007B2329">
      <w:r>
        <w:t>322.1075</w:t>
      </w:r>
      <w:r>
        <w:tab/>
        <w:t>3.610e0</w:t>
      </w:r>
    </w:p>
    <w:p w:rsidR="007B2329" w:rsidRDefault="007B2329" w:rsidP="007B2329">
      <w:r>
        <w:t>322.1120</w:t>
      </w:r>
      <w:r>
        <w:tab/>
        <w:t>4.051e0</w:t>
      </w:r>
    </w:p>
    <w:p w:rsidR="007B2329" w:rsidRDefault="007B2329" w:rsidP="007B2329">
      <w:r>
        <w:t>322.1196</w:t>
      </w:r>
      <w:r>
        <w:tab/>
        <w:t>1.691e0</w:t>
      </w:r>
    </w:p>
    <w:p w:rsidR="007B2329" w:rsidRDefault="007B2329" w:rsidP="007B2329">
      <w:r>
        <w:t>322.1352</w:t>
      </w:r>
      <w:r>
        <w:tab/>
        <w:t>1.013e0</w:t>
      </w:r>
    </w:p>
    <w:p w:rsidR="007B2329" w:rsidRDefault="007B2329" w:rsidP="007B2329">
      <w:r>
        <w:t>322.2501</w:t>
      </w:r>
      <w:r>
        <w:tab/>
        <w:t>2.025e0</w:t>
      </w:r>
    </w:p>
    <w:p w:rsidR="007B2329" w:rsidRDefault="007B2329" w:rsidP="007B2329">
      <w:r>
        <w:t>322.2517</w:t>
      </w:r>
      <w:r>
        <w:tab/>
        <w:t>2.025e0</w:t>
      </w:r>
    </w:p>
    <w:p w:rsidR="007B2329" w:rsidRDefault="007B2329" w:rsidP="007B2329">
      <w:r>
        <w:t>322.2554</w:t>
      </w:r>
      <w:r>
        <w:tab/>
        <w:t>1.013e0</w:t>
      </w:r>
    </w:p>
    <w:p w:rsidR="007B2329" w:rsidRDefault="007B2329" w:rsidP="007B2329">
      <w:r>
        <w:t>322.2635</w:t>
      </w:r>
      <w:r>
        <w:tab/>
        <w:t>1.013e0</w:t>
      </w:r>
    </w:p>
    <w:p w:rsidR="007B2329" w:rsidRDefault="007B2329" w:rsidP="007B2329">
      <w:r>
        <w:t>322.2696</w:t>
      </w:r>
      <w:r>
        <w:tab/>
        <w:t>2.025e0</w:t>
      </w:r>
    </w:p>
    <w:p w:rsidR="007B2329" w:rsidRDefault="007B2329" w:rsidP="007B2329">
      <w:r>
        <w:t>322.2748</w:t>
      </w:r>
      <w:r>
        <w:tab/>
        <w:t>1.013e0</w:t>
      </w:r>
    </w:p>
    <w:p w:rsidR="007B2329" w:rsidRDefault="007B2329" w:rsidP="007B2329">
      <w:r>
        <w:t>322.2924</w:t>
      </w:r>
      <w:r>
        <w:tab/>
        <w:t>1.013e0</w:t>
      </w:r>
    </w:p>
    <w:p w:rsidR="007B2329" w:rsidRDefault="007B2329" w:rsidP="007B2329">
      <w:r>
        <w:t>322.2937</w:t>
      </w:r>
      <w:r>
        <w:tab/>
        <w:t>2.038e0</w:t>
      </w:r>
    </w:p>
    <w:p w:rsidR="007B2329" w:rsidRDefault="007B2329" w:rsidP="007B2329">
      <w:r>
        <w:t>322.2980</w:t>
      </w:r>
      <w:r>
        <w:tab/>
        <w:t>2.025e0</w:t>
      </w:r>
    </w:p>
    <w:p w:rsidR="007B2329" w:rsidRDefault="007B2329" w:rsidP="007B2329">
      <w:r>
        <w:t>322.3141</w:t>
      </w:r>
      <w:r>
        <w:tab/>
        <w:t>1.025e0</w:t>
      </w:r>
    </w:p>
    <w:p w:rsidR="007B2329" w:rsidRDefault="007B2329" w:rsidP="007B2329">
      <w:r>
        <w:t>322.3215</w:t>
      </w:r>
      <w:r>
        <w:tab/>
        <w:t>1.013e0</w:t>
      </w:r>
    </w:p>
    <w:p w:rsidR="007B2329" w:rsidRDefault="007B2329" w:rsidP="007B2329">
      <w:r>
        <w:t>322.3273</w:t>
      </w:r>
      <w:r>
        <w:tab/>
        <w:t>2.051e0</w:t>
      </w:r>
    </w:p>
    <w:p w:rsidR="007B2329" w:rsidRDefault="007B2329" w:rsidP="007B2329">
      <w:r>
        <w:t>322.3564</w:t>
      </w:r>
      <w:r>
        <w:tab/>
        <w:t>1.013e0</w:t>
      </w:r>
    </w:p>
    <w:p w:rsidR="007B2329" w:rsidRDefault="007B2329" w:rsidP="007B2329">
      <w:r>
        <w:lastRenderedPageBreak/>
        <w:t>322.3687</w:t>
      </w:r>
      <w:r>
        <w:tab/>
        <w:t>1.013e0</w:t>
      </w:r>
    </w:p>
    <w:p w:rsidR="007B2329" w:rsidRDefault="007B2329" w:rsidP="007B2329">
      <w:r>
        <w:t>322.3930</w:t>
      </w:r>
      <w:r>
        <w:tab/>
        <w:t>1.013e0</w:t>
      </w:r>
    </w:p>
    <w:p w:rsidR="007B2329" w:rsidRDefault="007B2329" w:rsidP="007B2329">
      <w:r>
        <w:t>322.4321</w:t>
      </w:r>
      <w:r>
        <w:tab/>
        <w:t>2.025e0</w:t>
      </w:r>
    </w:p>
    <w:p w:rsidR="007B2329" w:rsidRDefault="007B2329" w:rsidP="007B2329">
      <w:r>
        <w:t>322.4553</w:t>
      </w:r>
      <w:r>
        <w:tab/>
        <w:t>2.025e0</w:t>
      </w:r>
    </w:p>
    <w:p w:rsidR="007B2329" w:rsidRDefault="007B2329" w:rsidP="007B2329">
      <w:r>
        <w:t>322.4698</w:t>
      </w:r>
      <w:r>
        <w:tab/>
        <w:t>1.013e0</w:t>
      </w:r>
    </w:p>
    <w:p w:rsidR="007B2329" w:rsidRDefault="007B2329" w:rsidP="007B2329">
      <w:r>
        <w:t>322.4786</w:t>
      </w:r>
      <w:r>
        <w:tab/>
        <w:t>1.013e0</w:t>
      </w:r>
    </w:p>
    <w:p w:rsidR="007B2329" w:rsidRDefault="007B2329" w:rsidP="007B2329">
      <w:r>
        <w:t>322.4902</w:t>
      </w:r>
      <w:r>
        <w:tab/>
        <w:t>1.013e0</w:t>
      </w:r>
    </w:p>
    <w:p w:rsidR="007B2329" w:rsidRDefault="007B2329" w:rsidP="007B2329">
      <w:r>
        <w:t>322.5183</w:t>
      </w:r>
      <w:r>
        <w:tab/>
        <w:t>1.013e0</w:t>
      </w:r>
    </w:p>
    <w:p w:rsidR="007B2329" w:rsidRDefault="007B2329" w:rsidP="007B2329">
      <w:r>
        <w:t>322.5263</w:t>
      </w:r>
      <w:r>
        <w:tab/>
        <w:t>1.013e0</w:t>
      </w:r>
    </w:p>
    <w:p w:rsidR="007B2329" w:rsidRDefault="007B2329" w:rsidP="007B2329">
      <w:r>
        <w:t>322.5369</w:t>
      </w:r>
      <w:r>
        <w:tab/>
        <w:t>1.013e0</w:t>
      </w:r>
    </w:p>
    <w:p w:rsidR="007B2329" w:rsidRDefault="007B2329" w:rsidP="007B2329">
      <w:r>
        <w:t>322.5427</w:t>
      </w:r>
      <w:r>
        <w:tab/>
        <w:t>1.013e0</w:t>
      </w:r>
    </w:p>
    <w:p w:rsidR="007B2329" w:rsidRDefault="007B2329" w:rsidP="007B2329">
      <w:r>
        <w:t>322.5545</w:t>
      </w:r>
      <w:r>
        <w:tab/>
        <w:t>1.013e0</w:t>
      </w:r>
    </w:p>
    <w:p w:rsidR="007B2329" w:rsidRDefault="007B2329" w:rsidP="007B2329">
      <w:r>
        <w:t>322.5591</w:t>
      </w:r>
      <w:r>
        <w:tab/>
        <w:t>2.025e0</w:t>
      </w:r>
    </w:p>
    <w:p w:rsidR="007B2329" w:rsidRDefault="007B2329" w:rsidP="007B2329">
      <w:r>
        <w:t>322.5790</w:t>
      </w:r>
      <w:r>
        <w:tab/>
        <w:t>2.025e0</w:t>
      </w:r>
    </w:p>
    <w:p w:rsidR="007B2329" w:rsidRDefault="007B2329" w:rsidP="007B2329">
      <w:r>
        <w:t>322.5951</w:t>
      </w:r>
      <w:r>
        <w:tab/>
        <w:t>1.013e0</w:t>
      </w:r>
    </w:p>
    <w:p w:rsidR="007B2329" w:rsidRDefault="007B2329" w:rsidP="007B2329">
      <w:r>
        <w:t>322.5991</w:t>
      </w:r>
      <w:r>
        <w:tab/>
        <w:t>1.013e0</w:t>
      </w:r>
    </w:p>
    <w:p w:rsidR="007B2329" w:rsidRDefault="007B2329" w:rsidP="007B2329">
      <w:r>
        <w:t>322.6072</w:t>
      </w:r>
      <w:r>
        <w:tab/>
        <w:t>1.013e0</w:t>
      </w:r>
    </w:p>
    <w:p w:rsidR="007B2329" w:rsidRDefault="007B2329" w:rsidP="007B2329">
      <w:r>
        <w:t>322.6183</w:t>
      </w:r>
      <w:r>
        <w:tab/>
        <w:t>1.013e0</w:t>
      </w:r>
    </w:p>
    <w:p w:rsidR="007B2329" w:rsidRDefault="007B2329" w:rsidP="007B2329">
      <w:r>
        <w:t>322.6315</w:t>
      </w:r>
      <w:r>
        <w:tab/>
        <w:t>2.025e0</w:t>
      </w:r>
    </w:p>
    <w:p w:rsidR="007B2329" w:rsidRDefault="007B2329" w:rsidP="007B2329">
      <w:r>
        <w:lastRenderedPageBreak/>
        <w:t>322.6352</w:t>
      </w:r>
      <w:r>
        <w:tab/>
        <w:t>3.038e0</w:t>
      </w:r>
    </w:p>
    <w:p w:rsidR="007B2329" w:rsidRDefault="007B2329" w:rsidP="007B2329">
      <w:r>
        <w:t>322.6476</w:t>
      </w:r>
      <w:r>
        <w:tab/>
        <w:t>2.025e0</w:t>
      </w:r>
    </w:p>
    <w:p w:rsidR="007B2329" w:rsidRDefault="007B2329" w:rsidP="007B2329">
      <w:r>
        <w:t>322.6559</w:t>
      </w:r>
      <w:r>
        <w:tab/>
        <w:t>1.013e0</w:t>
      </w:r>
    </w:p>
    <w:p w:rsidR="007B2329" w:rsidRDefault="007B2329" w:rsidP="007B2329">
      <w:r>
        <w:t>322.6794</w:t>
      </w:r>
      <w:r>
        <w:tab/>
        <w:t>4.051e0</w:t>
      </w:r>
    </w:p>
    <w:p w:rsidR="007B2329" w:rsidRDefault="007B2329" w:rsidP="007B2329">
      <w:r>
        <w:t>322.6942</w:t>
      </w:r>
      <w:r>
        <w:tab/>
        <w:t>2.025e0</w:t>
      </w:r>
    </w:p>
    <w:p w:rsidR="007B2329" w:rsidRDefault="007B2329" w:rsidP="007B2329">
      <w:r>
        <w:t>322.6999</w:t>
      </w:r>
      <w:r>
        <w:tab/>
        <w:t>1.013e0</w:t>
      </w:r>
    </w:p>
    <w:p w:rsidR="007B2329" w:rsidRDefault="007B2329" w:rsidP="007B2329">
      <w:r>
        <w:t>322.7020</w:t>
      </w:r>
      <w:r>
        <w:tab/>
        <w:t>5.063e0</w:t>
      </w:r>
    </w:p>
    <w:p w:rsidR="007B2329" w:rsidRDefault="007B2329" w:rsidP="007B2329">
      <w:r>
        <w:t>322.7175</w:t>
      </w:r>
      <w:r>
        <w:tab/>
        <w:t>1.013e0</w:t>
      </w:r>
    </w:p>
    <w:p w:rsidR="007B2329" w:rsidRDefault="007B2329" w:rsidP="007B2329">
      <w:r>
        <w:t>322.7205</w:t>
      </w:r>
      <w:r>
        <w:tab/>
        <w:t>2.025e0</w:t>
      </w:r>
    </w:p>
    <w:p w:rsidR="007B2329" w:rsidRDefault="007B2329" w:rsidP="007B2329">
      <w:r>
        <w:t>322.7325</w:t>
      </w:r>
      <w:r>
        <w:tab/>
        <w:t>1.013e0</w:t>
      </w:r>
    </w:p>
    <w:p w:rsidR="007B2329" w:rsidRDefault="007B2329" w:rsidP="007B2329">
      <w:r>
        <w:t>322.7407</w:t>
      </w:r>
      <w:r>
        <w:tab/>
        <w:t>1.013e0</w:t>
      </w:r>
    </w:p>
    <w:p w:rsidR="007B2329" w:rsidRDefault="007B2329" w:rsidP="007B2329">
      <w:r>
        <w:t>322.7757</w:t>
      </w:r>
      <w:r>
        <w:tab/>
        <w:t>1.013e0</w:t>
      </w:r>
    </w:p>
    <w:p w:rsidR="007B2329" w:rsidRDefault="007B2329" w:rsidP="007B2329">
      <w:r>
        <w:t>322.7932</w:t>
      </w:r>
      <w:r>
        <w:tab/>
        <w:t>2.025e0</w:t>
      </w:r>
    </w:p>
    <w:p w:rsidR="007B2329" w:rsidRDefault="007B2329" w:rsidP="007B2329">
      <w:r>
        <w:t>322.8135</w:t>
      </w:r>
      <w:r>
        <w:tab/>
        <w:t>1.013e0</w:t>
      </w:r>
    </w:p>
    <w:p w:rsidR="007B2329" w:rsidRDefault="007B2329" w:rsidP="007B2329">
      <w:r>
        <w:t>322.8282</w:t>
      </w:r>
      <w:r>
        <w:tab/>
        <w:t>1.013e0</w:t>
      </w:r>
    </w:p>
    <w:p w:rsidR="007B2329" w:rsidRDefault="007B2329" w:rsidP="007B2329">
      <w:r>
        <w:t>322.8419</w:t>
      </w:r>
      <w:r>
        <w:tab/>
        <w:t>1.013e0</w:t>
      </w:r>
    </w:p>
    <w:p w:rsidR="007B2329" w:rsidRDefault="007B2329" w:rsidP="007B2329">
      <w:r>
        <w:t>322.8518</w:t>
      </w:r>
      <w:r>
        <w:tab/>
        <w:t>3.038e0</w:t>
      </w:r>
    </w:p>
    <w:p w:rsidR="007B2329" w:rsidRDefault="007B2329" w:rsidP="007B2329">
      <w:r>
        <w:t>322.8748</w:t>
      </w:r>
      <w:r>
        <w:tab/>
        <w:t>2.025e0</w:t>
      </w:r>
    </w:p>
    <w:p w:rsidR="007B2329" w:rsidRDefault="007B2329" w:rsidP="007B2329">
      <w:r>
        <w:t>322.8904</w:t>
      </w:r>
      <w:r>
        <w:tab/>
        <w:t>1.013e0</w:t>
      </w:r>
    </w:p>
    <w:p w:rsidR="007B2329" w:rsidRDefault="007B2329" w:rsidP="007B2329">
      <w:r>
        <w:lastRenderedPageBreak/>
        <w:t>322.8944</w:t>
      </w:r>
      <w:r>
        <w:tab/>
        <w:t>2.025e0</w:t>
      </w:r>
    </w:p>
    <w:p w:rsidR="007B2329" w:rsidRDefault="007B2329" w:rsidP="007B2329">
      <w:r>
        <w:t>322.9105</w:t>
      </w:r>
      <w:r>
        <w:tab/>
        <w:t>2.025e0</w:t>
      </w:r>
    </w:p>
    <w:p w:rsidR="007B2329" w:rsidRDefault="007B2329" w:rsidP="007B2329">
      <w:r>
        <w:t>322.9147</w:t>
      </w:r>
      <w:r>
        <w:tab/>
        <w:t>1.013e0</w:t>
      </w:r>
    </w:p>
    <w:p w:rsidR="007B2329" w:rsidRDefault="007B2329" w:rsidP="007B2329">
      <w:r>
        <w:t>322.9429</w:t>
      </w:r>
      <w:r>
        <w:tab/>
        <w:t>1.013e0</w:t>
      </w:r>
    </w:p>
    <w:p w:rsidR="007B2329" w:rsidRDefault="007B2329" w:rsidP="007B2329">
      <w:r>
        <w:t>322.9451</w:t>
      </w:r>
      <w:r>
        <w:tab/>
        <w:t>2.025e0</w:t>
      </w:r>
    </w:p>
    <w:p w:rsidR="007B2329" w:rsidRDefault="007B2329" w:rsidP="007B2329">
      <w:r>
        <w:t>322.9470</w:t>
      </w:r>
      <w:r>
        <w:tab/>
        <w:t>3.038e0</w:t>
      </w:r>
    </w:p>
    <w:p w:rsidR="007B2329" w:rsidRDefault="007B2329" w:rsidP="007B2329">
      <w:r>
        <w:t>322.9483</w:t>
      </w:r>
      <w:r>
        <w:tab/>
        <w:t>3.038e0</w:t>
      </w:r>
    </w:p>
    <w:p w:rsidR="007B2329" w:rsidRDefault="007B2329" w:rsidP="007B2329">
      <w:r>
        <w:t>322.9623</w:t>
      </w:r>
      <w:r>
        <w:tab/>
        <w:t>1.013e0</w:t>
      </w:r>
    </w:p>
    <w:p w:rsidR="007B2329" w:rsidRDefault="007B2329" w:rsidP="007B2329">
      <w:r>
        <w:t>322.9663</w:t>
      </w:r>
      <w:r>
        <w:tab/>
        <w:t>2.025e0</w:t>
      </w:r>
    </w:p>
    <w:p w:rsidR="007B2329" w:rsidRDefault="007B2329" w:rsidP="007B2329">
      <w:r>
        <w:t>322.9730</w:t>
      </w:r>
      <w:r>
        <w:tab/>
        <w:t>4.051e0</w:t>
      </w:r>
    </w:p>
    <w:p w:rsidR="007B2329" w:rsidRDefault="007B2329" w:rsidP="007B2329">
      <w:r>
        <w:t>322.9754</w:t>
      </w:r>
      <w:r>
        <w:tab/>
        <w:t>1.013e0</w:t>
      </w:r>
    </w:p>
    <w:p w:rsidR="007B2329" w:rsidRDefault="007B2329" w:rsidP="007B2329">
      <w:r>
        <w:t>322.9805</w:t>
      </w:r>
      <w:r>
        <w:tab/>
        <w:t>2.788e0</w:t>
      </w:r>
    </w:p>
    <w:p w:rsidR="007B2329" w:rsidRDefault="007B2329" w:rsidP="007B2329">
      <w:r>
        <w:t>323.0264</w:t>
      </w:r>
      <w:r>
        <w:tab/>
        <w:t>4.051e0</w:t>
      </w:r>
    </w:p>
    <w:p w:rsidR="007B2329" w:rsidRDefault="007B2329" w:rsidP="007B2329">
      <w:r>
        <w:t>323.0355</w:t>
      </w:r>
      <w:r>
        <w:tab/>
        <w:t>2.025e0</w:t>
      </w:r>
    </w:p>
    <w:p w:rsidR="007B2329" w:rsidRDefault="007B2329" w:rsidP="007B2329">
      <w:r>
        <w:t>323.0522</w:t>
      </w:r>
      <w:r>
        <w:tab/>
        <w:t>1.013e0</w:t>
      </w:r>
    </w:p>
    <w:p w:rsidR="007B2329" w:rsidRDefault="007B2329" w:rsidP="007B2329">
      <w:r>
        <w:t>323.0629</w:t>
      </w:r>
      <w:r>
        <w:tab/>
        <w:t>3.038e0</w:t>
      </w:r>
    </w:p>
    <w:p w:rsidR="007B2329" w:rsidRDefault="007B2329" w:rsidP="007B2329">
      <w:r>
        <w:t>323.0674</w:t>
      </w:r>
      <w:r>
        <w:tab/>
        <w:t>1.013e0</w:t>
      </w:r>
    </w:p>
    <w:p w:rsidR="007B2329" w:rsidRDefault="007B2329" w:rsidP="007B2329">
      <w:r>
        <w:t>323.0724</w:t>
      </w:r>
      <w:r>
        <w:tab/>
        <w:t>1.013e0</w:t>
      </w:r>
    </w:p>
    <w:p w:rsidR="007B2329" w:rsidRDefault="007B2329" w:rsidP="007B2329">
      <w:r>
        <w:t>323.0829</w:t>
      </w:r>
      <w:r>
        <w:tab/>
        <w:t>1.025e0</w:t>
      </w:r>
    </w:p>
    <w:p w:rsidR="007B2329" w:rsidRDefault="007B2329" w:rsidP="007B2329">
      <w:r>
        <w:lastRenderedPageBreak/>
        <w:t>323.0966</w:t>
      </w:r>
      <w:r>
        <w:tab/>
        <w:t>2.025e0</w:t>
      </w:r>
    </w:p>
    <w:p w:rsidR="007B2329" w:rsidRDefault="007B2329" w:rsidP="007B2329">
      <w:r>
        <w:t>323.1049</w:t>
      </w:r>
      <w:r>
        <w:tab/>
        <w:t>1.013e0</w:t>
      </w:r>
    </w:p>
    <w:p w:rsidR="007B2329" w:rsidRDefault="007B2329" w:rsidP="007B2329">
      <w:r>
        <w:t>323.1375</w:t>
      </w:r>
      <w:r>
        <w:tab/>
        <w:t>1.699e0</w:t>
      </w:r>
    </w:p>
    <w:p w:rsidR="007B2329" w:rsidRDefault="007B2329" w:rsidP="007B2329">
      <w:r>
        <w:t>323.1432</w:t>
      </w:r>
      <w:r>
        <w:tab/>
        <w:t>1.013e0</w:t>
      </w:r>
    </w:p>
    <w:p w:rsidR="007B2329" w:rsidRDefault="007B2329" w:rsidP="007B2329">
      <w:r>
        <w:t>323.1722</w:t>
      </w:r>
      <w:r>
        <w:tab/>
        <w:t>1.013e0</w:t>
      </w:r>
    </w:p>
    <w:p w:rsidR="007B2329" w:rsidRDefault="007B2329" w:rsidP="007B2329">
      <w:r>
        <w:t>323.1858</w:t>
      </w:r>
      <w:r>
        <w:tab/>
        <w:t>1.013e0</w:t>
      </w:r>
    </w:p>
    <w:p w:rsidR="007B2329" w:rsidRDefault="007B2329" w:rsidP="007B2329">
      <w:r>
        <w:t>323.1911</w:t>
      </w:r>
      <w:r>
        <w:tab/>
        <w:t>1.539e0</w:t>
      </w:r>
    </w:p>
    <w:p w:rsidR="007B2329" w:rsidRDefault="007B2329" w:rsidP="007B2329">
      <w:r>
        <w:t>323.2099</w:t>
      </w:r>
      <w:r>
        <w:tab/>
        <w:t>1.013e0</w:t>
      </w:r>
    </w:p>
    <w:p w:rsidR="007B2329" w:rsidRDefault="007B2329" w:rsidP="007B2329">
      <w:r>
        <w:t>323.2368</w:t>
      </w:r>
      <w:r>
        <w:tab/>
        <w:t>1.774e0</w:t>
      </w:r>
    </w:p>
    <w:p w:rsidR="007B2329" w:rsidRDefault="007B2329" w:rsidP="007B2329">
      <w:r>
        <w:t>323.2539</w:t>
      </w:r>
      <w:r>
        <w:tab/>
        <w:t>1.013e0</w:t>
      </w:r>
    </w:p>
    <w:p w:rsidR="007B2329" w:rsidRDefault="007B2329" w:rsidP="007B2329">
      <w:r>
        <w:t>323.2578</w:t>
      </w:r>
      <w:r>
        <w:tab/>
        <w:t>3.038e0</w:t>
      </w:r>
    </w:p>
    <w:p w:rsidR="007B2329" w:rsidRDefault="007B2329" w:rsidP="007B2329">
      <w:r>
        <w:t>323.2603</w:t>
      </w:r>
      <w:r>
        <w:tab/>
        <w:t>1.038e0</w:t>
      </w:r>
    </w:p>
    <w:p w:rsidR="007B2329" w:rsidRDefault="007B2329" w:rsidP="007B2329">
      <w:r>
        <w:t>323.2714</w:t>
      </w:r>
      <w:r>
        <w:tab/>
        <w:t>1.013e0</w:t>
      </w:r>
    </w:p>
    <w:p w:rsidR="007B2329" w:rsidRDefault="007B2329" w:rsidP="007B2329">
      <w:r>
        <w:t>323.2795</w:t>
      </w:r>
      <w:r>
        <w:tab/>
        <w:t>3.526e0</w:t>
      </w:r>
    </w:p>
    <w:p w:rsidR="007B2329" w:rsidRDefault="007B2329" w:rsidP="007B2329">
      <w:r>
        <w:t>323.2830</w:t>
      </w:r>
      <w:r>
        <w:tab/>
        <w:t>2.025e0</w:t>
      </w:r>
    </w:p>
    <w:p w:rsidR="007B2329" w:rsidRDefault="007B2329" w:rsidP="007B2329">
      <w:r>
        <w:t>323.3006</w:t>
      </w:r>
      <w:r>
        <w:tab/>
        <w:t>1.013e0</w:t>
      </w:r>
    </w:p>
    <w:p w:rsidR="007B2329" w:rsidRDefault="007B2329" w:rsidP="007B2329">
      <w:r>
        <w:t>323.3234</w:t>
      </w:r>
      <w:r>
        <w:tab/>
        <w:t>2.025e0</w:t>
      </w:r>
    </w:p>
    <w:p w:rsidR="007B2329" w:rsidRDefault="007B2329" w:rsidP="007B2329">
      <w:r>
        <w:t>323.3297</w:t>
      </w:r>
      <w:r>
        <w:tab/>
        <w:t>1.013e0</w:t>
      </w:r>
    </w:p>
    <w:p w:rsidR="007B2329" w:rsidRDefault="007B2329" w:rsidP="007B2329">
      <w:r>
        <w:t>323.3355</w:t>
      </w:r>
      <w:r>
        <w:tab/>
        <w:t>1.013e0</w:t>
      </w:r>
    </w:p>
    <w:p w:rsidR="007B2329" w:rsidRDefault="007B2329" w:rsidP="007B2329">
      <w:r>
        <w:lastRenderedPageBreak/>
        <w:t>323.3434</w:t>
      </w:r>
      <w:r>
        <w:tab/>
        <w:t>1.013e0</w:t>
      </w:r>
    </w:p>
    <w:p w:rsidR="007B2329" w:rsidRDefault="007B2329" w:rsidP="007B2329">
      <w:r>
        <w:t>323.3556</w:t>
      </w:r>
      <w:r>
        <w:tab/>
        <w:t>2.025e0</w:t>
      </w:r>
    </w:p>
    <w:p w:rsidR="007B2329" w:rsidRDefault="007B2329" w:rsidP="007B2329">
      <w:r>
        <w:t>323.3589</w:t>
      </w:r>
      <w:r>
        <w:tab/>
        <w:t>1.013e0</w:t>
      </w:r>
    </w:p>
    <w:p w:rsidR="007B2329" w:rsidRDefault="007B2329" w:rsidP="007B2329">
      <w:r>
        <w:t>323.4057</w:t>
      </w:r>
      <w:r>
        <w:tab/>
        <w:t>1.013e0</w:t>
      </w:r>
    </w:p>
    <w:p w:rsidR="007B2329" w:rsidRDefault="007B2329" w:rsidP="007B2329">
      <w:r>
        <w:t>323.4081</w:t>
      </w:r>
      <w:r>
        <w:tab/>
        <w:t>2.751e0</w:t>
      </w:r>
    </w:p>
    <w:p w:rsidR="007B2329" w:rsidRDefault="007B2329" w:rsidP="007B2329">
      <w:r>
        <w:t>323.4243</w:t>
      </w:r>
      <w:r>
        <w:tab/>
        <w:t>1.013e0</w:t>
      </w:r>
    </w:p>
    <w:p w:rsidR="007B2329" w:rsidRDefault="007B2329" w:rsidP="007B2329">
      <w:r>
        <w:t>323.4348</w:t>
      </w:r>
      <w:r>
        <w:tab/>
        <w:t>2.025e0</w:t>
      </w:r>
    </w:p>
    <w:p w:rsidR="007B2329" w:rsidRDefault="007B2329" w:rsidP="007B2329">
      <w:r>
        <w:t>323.4399</w:t>
      </w:r>
      <w:r>
        <w:tab/>
        <w:t>3.038e0</w:t>
      </w:r>
    </w:p>
    <w:p w:rsidR="007B2329" w:rsidRDefault="007B2329" w:rsidP="007B2329">
      <w:r>
        <w:t>323.4640</w:t>
      </w:r>
      <w:r>
        <w:tab/>
        <w:t>1.013e0</w:t>
      </w:r>
    </w:p>
    <w:p w:rsidR="007B2329" w:rsidRDefault="007B2329" w:rsidP="007B2329">
      <w:r>
        <w:t>323.4932</w:t>
      </w:r>
      <w:r>
        <w:tab/>
        <w:t>2.025e0</w:t>
      </w:r>
    </w:p>
    <w:p w:rsidR="007B2329" w:rsidRDefault="007B2329" w:rsidP="007B2329">
      <w:r>
        <w:t>323.4948</w:t>
      </w:r>
      <w:r>
        <w:tab/>
        <w:t>1.025e0</w:t>
      </w:r>
    </w:p>
    <w:p w:rsidR="007B2329" w:rsidRDefault="007B2329" w:rsidP="007B2329">
      <w:r>
        <w:t>323.4972</w:t>
      </w:r>
      <w:r>
        <w:tab/>
        <w:t>1.013e0</w:t>
      </w:r>
    </w:p>
    <w:p w:rsidR="007B2329" w:rsidRDefault="007B2329" w:rsidP="007B2329">
      <w:r>
        <w:t>323.5215</w:t>
      </w:r>
      <w:r>
        <w:tab/>
        <w:t>1.013e0</w:t>
      </w:r>
    </w:p>
    <w:p w:rsidR="007B2329" w:rsidRDefault="007B2329" w:rsidP="007B2329">
      <w:r>
        <w:t>323.5341</w:t>
      </w:r>
      <w:r>
        <w:tab/>
        <w:t>1.013e0</w:t>
      </w:r>
    </w:p>
    <w:p w:rsidR="007B2329" w:rsidRDefault="007B2329" w:rsidP="007B2329">
      <w:r>
        <w:t>323.5457</w:t>
      </w:r>
      <w:r>
        <w:tab/>
        <w:t>1.013e0</w:t>
      </w:r>
    </w:p>
    <w:p w:rsidR="007B2329" w:rsidRDefault="007B2329" w:rsidP="007B2329">
      <w:r>
        <w:t>323.5498</w:t>
      </w:r>
      <w:r>
        <w:tab/>
        <w:t>1.013e0</w:t>
      </w:r>
    </w:p>
    <w:p w:rsidR="007B2329" w:rsidRDefault="007B2329" w:rsidP="007B2329">
      <w:r>
        <w:t>323.5634</w:t>
      </w:r>
      <w:r>
        <w:tab/>
        <w:t>1.013e0</w:t>
      </w:r>
    </w:p>
    <w:p w:rsidR="007B2329" w:rsidRDefault="007B2329" w:rsidP="007B2329">
      <w:r>
        <w:t>323.5692</w:t>
      </w:r>
      <w:r>
        <w:tab/>
        <w:t>1.013e0</w:t>
      </w:r>
    </w:p>
    <w:p w:rsidR="007B2329" w:rsidRDefault="007B2329" w:rsidP="007B2329">
      <w:r>
        <w:t>323.5866</w:t>
      </w:r>
      <w:r>
        <w:tab/>
        <w:t>3.038e0</w:t>
      </w:r>
    </w:p>
    <w:p w:rsidR="007B2329" w:rsidRDefault="007B2329" w:rsidP="007B2329">
      <w:r>
        <w:lastRenderedPageBreak/>
        <w:t>323.6023</w:t>
      </w:r>
      <w:r>
        <w:tab/>
        <w:t>1.013e0</w:t>
      </w:r>
    </w:p>
    <w:p w:rsidR="007B2329" w:rsidRDefault="007B2329" w:rsidP="007B2329">
      <w:r>
        <w:t>323.6064</w:t>
      </w:r>
      <w:r>
        <w:tab/>
        <w:t>1.013e0</w:t>
      </w:r>
    </w:p>
    <w:p w:rsidR="007B2329" w:rsidRDefault="007B2329" w:rsidP="007B2329">
      <w:r>
        <w:t>323.6103</w:t>
      </w:r>
      <w:r>
        <w:tab/>
        <w:t>1.013e0</w:t>
      </w:r>
    </w:p>
    <w:p w:rsidR="007B2329" w:rsidRDefault="007B2329" w:rsidP="007B2329">
      <w:r>
        <w:t>323.6306</w:t>
      </w:r>
      <w:r>
        <w:tab/>
        <w:t>1.013e0</w:t>
      </w:r>
    </w:p>
    <w:p w:rsidR="007B2329" w:rsidRDefault="007B2329" w:rsidP="007B2329">
      <w:r>
        <w:t>323.6393</w:t>
      </w:r>
      <w:r>
        <w:tab/>
        <w:t>1.013e0</w:t>
      </w:r>
    </w:p>
    <w:p w:rsidR="007B2329" w:rsidRDefault="007B2329" w:rsidP="007B2329">
      <w:r>
        <w:t>323.6630</w:t>
      </w:r>
      <w:r>
        <w:tab/>
        <w:t>1.013e0</w:t>
      </w:r>
    </w:p>
    <w:p w:rsidR="007B2329" w:rsidRDefault="007B2329" w:rsidP="007B2329">
      <w:r>
        <w:t>323.6796</w:t>
      </w:r>
      <w:r>
        <w:tab/>
        <w:t>4.051e0</w:t>
      </w:r>
    </w:p>
    <w:p w:rsidR="007B2329" w:rsidRDefault="007B2329" w:rsidP="007B2329">
      <w:r>
        <w:t>323.7077</w:t>
      </w:r>
      <w:r>
        <w:tab/>
        <w:t>1.013e0</w:t>
      </w:r>
    </w:p>
    <w:p w:rsidR="007B2329" w:rsidRDefault="007B2329" w:rsidP="007B2329">
      <w:r>
        <w:t>323.7156</w:t>
      </w:r>
      <w:r>
        <w:tab/>
        <w:t>1.013e0</w:t>
      </w:r>
    </w:p>
    <w:p w:rsidR="007B2329" w:rsidRDefault="007B2329" w:rsidP="007B2329">
      <w:r>
        <w:t>323.7188</w:t>
      </w:r>
      <w:r>
        <w:tab/>
        <w:t>2.025e0</w:t>
      </w:r>
    </w:p>
    <w:p w:rsidR="007B2329" w:rsidRDefault="007B2329" w:rsidP="007B2329">
      <w:r>
        <w:t>323.7359</w:t>
      </w:r>
      <w:r>
        <w:tab/>
        <w:t>1.013e0</w:t>
      </w:r>
    </w:p>
    <w:p w:rsidR="007B2329" w:rsidRDefault="007B2329" w:rsidP="007B2329">
      <w:r>
        <w:t>323.7404</w:t>
      </w:r>
      <w:r>
        <w:tab/>
        <w:t>2.025e0</w:t>
      </w:r>
    </w:p>
    <w:p w:rsidR="007B2329" w:rsidRDefault="007B2329" w:rsidP="007B2329">
      <w:r>
        <w:t>323.7736</w:t>
      </w:r>
      <w:r>
        <w:tab/>
        <w:t>2.025e0</w:t>
      </w:r>
    </w:p>
    <w:p w:rsidR="007B2329" w:rsidRDefault="007B2329" w:rsidP="007B2329">
      <w:r>
        <w:t>323.7798</w:t>
      </w:r>
      <w:r>
        <w:tab/>
        <w:t>3.038e0</w:t>
      </w:r>
    </w:p>
    <w:p w:rsidR="007B2329" w:rsidRDefault="007B2329" w:rsidP="007B2329">
      <w:r>
        <w:t>323.7835</w:t>
      </w:r>
      <w:r>
        <w:tab/>
        <w:t>2.025e0</w:t>
      </w:r>
    </w:p>
    <w:p w:rsidR="007B2329" w:rsidRDefault="007B2329" w:rsidP="007B2329">
      <w:r>
        <w:t>323.8029</w:t>
      </w:r>
      <w:r>
        <w:tab/>
        <w:t>1.013e0</w:t>
      </w:r>
    </w:p>
    <w:p w:rsidR="007B2329" w:rsidRDefault="007B2329" w:rsidP="007B2329">
      <w:r>
        <w:t>323.8392</w:t>
      </w:r>
      <w:r>
        <w:tab/>
        <w:t>2.025e0</w:t>
      </w:r>
    </w:p>
    <w:p w:rsidR="007B2329" w:rsidRDefault="007B2329" w:rsidP="007B2329">
      <w:r>
        <w:t>323.8430</w:t>
      </w:r>
      <w:r>
        <w:tab/>
        <w:t>2.025e0</w:t>
      </w:r>
    </w:p>
    <w:p w:rsidR="007B2329" w:rsidRDefault="007B2329" w:rsidP="007B2329">
      <w:r>
        <w:t>323.8452</w:t>
      </w:r>
      <w:r>
        <w:tab/>
        <w:t>1.013e0</w:t>
      </w:r>
    </w:p>
    <w:p w:rsidR="007B2329" w:rsidRDefault="007B2329" w:rsidP="007B2329">
      <w:r>
        <w:lastRenderedPageBreak/>
        <w:t>323.8556</w:t>
      </w:r>
      <w:r>
        <w:tab/>
        <w:t>1.013e0</w:t>
      </w:r>
    </w:p>
    <w:p w:rsidR="007B2329" w:rsidRDefault="007B2329" w:rsidP="007B2329">
      <w:r>
        <w:t>323.8571</w:t>
      </w:r>
      <w:r>
        <w:tab/>
        <w:t>2.038e0</w:t>
      </w:r>
    </w:p>
    <w:p w:rsidR="007B2329" w:rsidRDefault="007B2329" w:rsidP="007B2329">
      <w:r>
        <w:t>323.8599</w:t>
      </w:r>
      <w:r>
        <w:tab/>
        <w:t>2.025e0</w:t>
      </w:r>
    </w:p>
    <w:p w:rsidR="007B2329" w:rsidRDefault="007B2329" w:rsidP="007B2329">
      <w:r>
        <w:t>323.8767</w:t>
      </w:r>
      <w:r>
        <w:tab/>
        <w:t>2.025e0</w:t>
      </w:r>
    </w:p>
    <w:p w:rsidR="007B2329" w:rsidRDefault="007B2329" w:rsidP="007B2329">
      <w:r>
        <w:t>323.9139</w:t>
      </w:r>
      <w:r>
        <w:tab/>
        <w:t>1.013e0</w:t>
      </w:r>
    </w:p>
    <w:p w:rsidR="007B2329" w:rsidRDefault="007B2329" w:rsidP="007B2329">
      <w:r>
        <w:t>323.9155</w:t>
      </w:r>
      <w:r>
        <w:tab/>
        <w:t>4.051e0</w:t>
      </w:r>
    </w:p>
    <w:p w:rsidR="007B2329" w:rsidRDefault="007B2329" w:rsidP="007B2329">
      <w:r>
        <w:t>323.9180</w:t>
      </w:r>
      <w:r>
        <w:tab/>
        <w:t>1.013e0</w:t>
      </w:r>
    </w:p>
    <w:p w:rsidR="007B2329" w:rsidRDefault="007B2329" w:rsidP="007B2329">
      <w:r>
        <w:t>323.9201</w:t>
      </w:r>
      <w:r>
        <w:tab/>
        <w:t>2.025e0</w:t>
      </w:r>
    </w:p>
    <w:p w:rsidR="007B2329" w:rsidRDefault="007B2329" w:rsidP="007B2329">
      <w:r>
        <w:t>323.9243</w:t>
      </w:r>
      <w:r>
        <w:tab/>
        <w:t>2.025e0</w:t>
      </w:r>
    </w:p>
    <w:p w:rsidR="007B2329" w:rsidRDefault="007B2329" w:rsidP="007B2329">
      <w:r>
        <w:t>323.9504</w:t>
      </w:r>
      <w:r>
        <w:tab/>
        <w:t>1.013e0</w:t>
      </w:r>
    </w:p>
    <w:p w:rsidR="007B2329" w:rsidRDefault="007B2329" w:rsidP="007B2329">
      <w:r>
        <w:t>323.9665</w:t>
      </w:r>
      <w:r>
        <w:tab/>
        <w:t>1.013e0</w:t>
      </w:r>
    </w:p>
    <w:p w:rsidR="007B2329" w:rsidRDefault="007B2329" w:rsidP="007B2329">
      <w:r>
        <w:t>323.9708</w:t>
      </w:r>
      <w:r>
        <w:tab/>
        <w:t>1.013e0</w:t>
      </w:r>
    </w:p>
    <w:p w:rsidR="007B2329" w:rsidRDefault="007B2329" w:rsidP="007B2329">
      <w:r>
        <w:t>323.9951</w:t>
      </w:r>
      <w:r>
        <w:tab/>
        <w:t>1.013e0</w:t>
      </w:r>
    </w:p>
    <w:p w:rsidR="007B2329" w:rsidRDefault="007B2329" w:rsidP="007B2329">
      <w:r>
        <w:t>323.9982</w:t>
      </w:r>
      <w:r>
        <w:tab/>
        <w:t>2.025e0</w:t>
      </w:r>
    </w:p>
    <w:p w:rsidR="007B2329" w:rsidRDefault="007B2329" w:rsidP="007B2329">
      <w:r>
        <w:t>324.0074</w:t>
      </w:r>
      <w:r>
        <w:tab/>
        <w:t>1.013e0</w:t>
      </w:r>
    </w:p>
    <w:p w:rsidR="007B2329" w:rsidRDefault="007B2329" w:rsidP="007B2329">
      <w:r>
        <w:t>324.0132</w:t>
      </w:r>
      <w:r>
        <w:tab/>
        <w:t>3.038e0</w:t>
      </w:r>
    </w:p>
    <w:p w:rsidR="007B2329" w:rsidRDefault="007B2329" w:rsidP="007B2329">
      <w:r>
        <w:t>324.0233</w:t>
      </w:r>
      <w:r>
        <w:tab/>
        <w:t>1.038e0</w:t>
      </w:r>
    </w:p>
    <w:p w:rsidR="007B2329" w:rsidRDefault="007B2329" w:rsidP="007B2329">
      <w:r>
        <w:t>324.0274</w:t>
      </w:r>
      <w:r>
        <w:tab/>
        <w:t>1.013e0</w:t>
      </w:r>
    </w:p>
    <w:p w:rsidR="007B2329" w:rsidRDefault="007B2329" w:rsidP="007B2329">
      <w:r>
        <w:t>324.0313</w:t>
      </w:r>
      <w:r>
        <w:tab/>
        <w:t>1.013e0</w:t>
      </w:r>
    </w:p>
    <w:p w:rsidR="007B2329" w:rsidRDefault="007B2329" w:rsidP="007B2329">
      <w:r>
        <w:lastRenderedPageBreak/>
        <w:t>324.0516</w:t>
      </w:r>
      <w:r>
        <w:tab/>
        <w:t>1.013e0</w:t>
      </w:r>
    </w:p>
    <w:p w:rsidR="007B2329" w:rsidRDefault="007B2329" w:rsidP="007B2329">
      <w:r>
        <w:t>324.0570</w:t>
      </w:r>
      <w:r>
        <w:tab/>
        <w:t>3.038e0</w:t>
      </w:r>
    </w:p>
    <w:p w:rsidR="007B2329" w:rsidRDefault="007B2329" w:rsidP="007B2329">
      <w:r>
        <w:t>324.0780</w:t>
      </w:r>
      <w:r>
        <w:tab/>
        <w:t>2.025e0</w:t>
      </w:r>
    </w:p>
    <w:p w:rsidR="007B2329" w:rsidRDefault="007B2329" w:rsidP="007B2329">
      <w:r>
        <w:t>324.0941</w:t>
      </w:r>
      <w:r>
        <w:tab/>
        <w:t>2.025e0</w:t>
      </w:r>
    </w:p>
    <w:p w:rsidR="007B2329" w:rsidRDefault="007B2329" w:rsidP="007B2329">
      <w:r>
        <w:t>324.1003</w:t>
      </w:r>
      <w:r>
        <w:tab/>
        <w:t>1.013e0</w:t>
      </w:r>
    </w:p>
    <w:p w:rsidR="007B2329" w:rsidRDefault="007B2329" w:rsidP="007B2329">
      <w:r>
        <w:t>324.1021</w:t>
      </w:r>
      <w:r>
        <w:tab/>
        <w:t>1.978e0</w:t>
      </w:r>
    </w:p>
    <w:p w:rsidR="007B2329" w:rsidRDefault="007B2329" w:rsidP="007B2329">
      <w:r>
        <w:t>324.1128</w:t>
      </w:r>
      <w:r>
        <w:tab/>
        <w:t>1.013e0</w:t>
      </w:r>
    </w:p>
    <w:p w:rsidR="007B2329" w:rsidRDefault="007B2329" w:rsidP="007B2329">
      <w:r>
        <w:t>324.1221</w:t>
      </w:r>
      <w:r>
        <w:tab/>
        <w:t>2.617e0</w:t>
      </w:r>
    </w:p>
    <w:p w:rsidR="007B2329" w:rsidRDefault="007B2329" w:rsidP="007B2329">
      <w:r>
        <w:t>324.1461</w:t>
      </w:r>
      <w:r>
        <w:tab/>
        <w:t>1.679e0</w:t>
      </w:r>
    </w:p>
    <w:p w:rsidR="007B2329" w:rsidRDefault="007B2329" w:rsidP="007B2329">
      <w:r>
        <w:t>324.1615</w:t>
      </w:r>
      <w:r>
        <w:tab/>
        <w:t>3.038e0</w:t>
      </w:r>
    </w:p>
    <w:p w:rsidR="007B2329" w:rsidRDefault="007B2329" w:rsidP="007B2329">
      <w:r>
        <w:t>324.1879</w:t>
      </w:r>
      <w:r>
        <w:tab/>
        <w:t>1.684e1</w:t>
      </w:r>
    </w:p>
    <w:p w:rsidR="007B2329" w:rsidRDefault="007B2329" w:rsidP="007B2329">
      <w:r>
        <w:t>324.1973</w:t>
      </w:r>
      <w:r>
        <w:tab/>
        <w:t>1.877e0</w:t>
      </w:r>
    </w:p>
    <w:p w:rsidR="007B2329" w:rsidRDefault="007B2329" w:rsidP="007B2329">
      <w:r>
        <w:t>324.1987</w:t>
      </w:r>
      <w:r>
        <w:tab/>
        <w:t>4.670e0</w:t>
      </w:r>
    </w:p>
    <w:p w:rsidR="007B2329" w:rsidRDefault="007B2329" w:rsidP="007B2329">
      <w:r>
        <w:t>324.2031</w:t>
      </w:r>
      <w:r>
        <w:tab/>
        <w:t>3.693e0</w:t>
      </w:r>
    </w:p>
    <w:p w:rsidR="007B2329" w:rsidRDefault="007B2329" w:rsidP="007B2329">
      <w:r>
        <w:t>324.2074</w:t>
      </w:r>
      <w:r>
        <w:tab/>
        <w:t>6.329e-2</w:t>
      </w:r>
    </w:p>
    <w:p w:rsidR="007B2329" w:rsidRDefault="007B2329" w:rsidP="007B2329">
      <w:r>
        <w:t>324.2277</w:t>
      </w:r>
      <w:r>
        <w:tab/>
        <w:t>2.446e0</w:t>
      </w:r>
    </w:p>
    <w:p w:rsidR="007B2329" w:rsidRDefault="007B2329" w:rsidP="007B2329">
      <w:r>
        <w:t>324.2460</w:t>
      </w:r>
      <w:r>
        <w:tab/>
        <w:t>2.520e0</w:t>
      </w:r>
    </w:p>
    <w:p w:rsidR="007B2329" w:rsidRDefault="007B2329" w:rsidP="007B2329">
      <w:r>
        <w:t>324.2480</w:t>
      </w:r>
      <w:r>
        <w:tab/>
        <w:t>2.025e0</w:t>
      </w:r>
    </w:p>
    <w:p w:rsidR="007B2329" w:rsidRDefault="007B2329" w:rsidP="007B2329">
      <w:r>
        <w:t>324.2534</w:t>
      </w:r>
      <w:r>
        <w:tab/>
        <w:t>4.051e0</w:t>
      </w:r>
    </w:p>
    <w:p w:rsidR="007B2329" w:rsidRDefault="007B2329" w:rsidP="007B2329">
      <w:r>
        <w:lastRenderedPageBreak/>
        <w:t>324.2581</w:t>
      </w:r>
      <w:r>
        <w:tab/>
        <w:t>1.013e0</w:t>
      </w:r>
    </w:p>
    <w:p w:rsidR="007B2329" w:rsidRDefault="007B2329" w:rsidP="007B2329">
      <w:r>
        <w:t>324.2689</w:t>
      </w:r>
      <w:r>
        <w:tab/>
        <w:t>2.038e0</w:t>
      </w:r>
    </w:p>
    <w:p w:rsidR="007B2329" w:rsidRDefault="007B2329" w:rsidP="007B2329">
      <w:r>
        <w:t>324.2841</w:t>
      </w:r>
      <w:r>
        <w:tab/>
        <w:t>2.025e0</w:t>
      </w:r>
    </w:p>
    <w:p w:rsidR="007B2329" w:rsidRDefault="007B2329" w:rsidP="007B2329">
      <w:r>
        <w:t>324.2864</w:t>
      </w:r>
      <w:r>
        <w:tab/>
        <w:t>1.013e0</w:t>
      </w:r>
    </w:p>
    <w:p w:rsidR="007B2329" w:rsidRDefault="007B2329" w:rsidP="007B2329">
      <w:r>
        <w:t>324.2986</w:t>
      </w:r>
      <w:r>
        <w:tab/>
        <w:t>2.025e0</w:t>
      </w:r>
    </w:p>
    <w:p w:rsidR="007B2329" w:rsidRDefault="007B2329" w:rsidP="007B2329">
      <w:r>
        <w:t>324.3189</w:t>
      </w:r>
      <w:r>
        <w:tab/>
        <w:t>1.013e0</w:t>
      </w:r>
    </w:p>
    <w:p w:rsidR="007B2329" w:rsidRDefault="007B2329" w:rsidP="007B2329">
      <w:r>
        <w:t>324.3215</w:t>
      </w:r>
      <w:r>
        <w:tab/>
        <w:t>2.025e0</w:t>
      </w:r>
    </w:p>
    <w:p w:rsidR="007B2329" w:rsidRDefault="007B2329" w:rsidP="007B2329">
      <w:r>
        <w:t>324.3391</w:t>
      </w:r>
      <w:r>
        <w:tab/>
        <w:t>2.025e0</w:t>
      </w:r>
    </w:p>
    <w:p w:rsidR="007B2329" w:rsidRDefault="007B2329" w:rsidP="007B2329">
      <w:r>
        <w:t>324.3470</w:t>
      </w:r>
      <w:r>
        <w:tab/>
        <w:t>1.013e0</w:t>
      </w:r>
    </w:p>
    <w:p w:rsidR="007B2329" w:rsidRDefault="007B2329" w:rsidP="007B2329">
      <w:r>
        <w:t>324.3673</w:t>
      </w:r>
      <w:r>
        <w:tab/>
        <w:t>1.013e0</w:t>
      </w:r>
    </w:p>
    <w:p w:rsidR="007B2329" w:rsidRDefault="007B2329" w:rsidP="007B2329">
      <w:r>
        <w:t>324.3761</w:t>
      </w:r>
      <w:r>
        <w:tab/>
        <w:t>1.013e0</w:t>
      </w:r>
    </w:p>
    <w:p w:rsidR="007B2329" w:rsidRDefault="007B2329" w:rsidP="007B2329">
      <w:r>
        <w:t>324.3819</w:t>
      </w:r>
      <w:r>
        <w:tab/>
        <w:t>1.013e0</w:t>
      </w:r>
    </w:p>
    <w:p w:rsidR="007B2329" w:rsidRDefault="007B2329" w:rsidP="007B2329">
      <w:r>
        <w:t>324.3917</w:t>
      </w:r>
      <w:r>
        <w:tab/>
        <w:t>2.025e0</w:t>
      </w:r>
    </w:p>
    <w:p w:rsidR="007B2329" w:rsidRDefault="007B2329" w:rsidP="007B2329">
      <w:r>
        <w:t>324.4059</w:t>
      </w:r>
      <w:r>
        <w:tab/>
        <w:t>2.025e0</w:t>
      </w:r>
    </w:p>
    <w:p w:rsidR="007B2329" w:rsidRDefault="007B2329" w:rsidP="007B2329">
      <w:r>
        <w:t>324.4084</w:t>
      </w:r>
      <w:r>
        <w:tab/>
        <w:t>4.051e0</w:t>
      </w:r>
    </w:p>
    <w:p w:rsidR="007B2329" w:rsidRDefault="007B2329" w:rsidP="007B2329">
      <w:r>
        <w:t>324.4131</w:t>
      </w:r>
      <w:r>
        <w:tab/>
        <w:t>3.051e0</w:t>
      </w:r>
    </w:p>
    <w:p w:rsidR="007B2329" w:rsidRDefault="007B2329" w:rsidP="007B2329">
      <w:r>
        <w:t>324.4160</w:t>
      </w:r>
      <w:r>
        <w:tab/>
        <w:t>1.013e0</w:t>
      </w:r>
    </w:p>
    <w:p w:rsidR="007B2329" w:rsidRDefault="007B2329" w:rsidP="007B2329">
      <w:r>
        <w:t>324.4230</w:t>
      </w:r>
      <w:r>
        <w:tab/>
        <w:t>2.025e0</w:t>
      </w:r>
    </w:p>
    <w:p w:rsidR="007B2329" w:rsidRDefault="007B2329" w:rsidP="007B2329">
      <w:r>
        <w:t>324.4404</w:t>
      </w:r>
      <w:r>
        <w:tab/>
        <w:t>1.013e0</w:t>
      </w:r>
    </w:p>
    <w:p w:rsidR="007B2329" w:rsidRDefault="007B2329" w:rsidP="007B2329">
      <w:r>
        <w:lastRenderedPageBreak/>
        <w:t>324.4485</w:t>
      </w:r>
      <w:r>
        <w:tab/>
        <w:t>2.025e0</w:t>
      </w:r>
    </w:p>
    <w:p w:rsidR="007B2329" w:rsidRDefault="007B2329" w:rsidP="007B2329">
      <w:r>
        <w:t>324.4523</w:t>
      </w:r>
      <w:r>
        <w:tab/>
        <w:t>2.025e0</w:t>
      </w:r>
    </w:p>
    <w:p w:rsidR="007B2329" w:rsidRDefault="007B2329" w:rsidP="007B2329">
      <w:r>
        <w:t>324.4537</w:t>
      </w:r>
      <w:r>
        <w:tab/>
        <w:t>3.038e0</w:t>
      </w:r>
    </w:p>
    <w:p w:rsidR="007B2329" w:rsidRDefault="007B2329" w:rsidP="007B2329">
      <w:r>
        <w:t>324.4627</w:t>
      </w:r>
      <w:r>
        <w:tab/>
        <w:t>2.025e0</w:t>
      </w:r>
    </w:p>
    <w:p w:rsidR="007B2329" w:rsidRDefault="007B2329" w:rsidP="007B2329">
      <w:r>
        <w:t>324.4767</w:t>
      </w:r>
      <w:r>
        <w:tab/>
        <w:t>3.038e0</w:t>
      </w:r>
    </w:p>
    <w:p w:rsidR="007B2329" w:rsidRDefault="007B2329" w:rsidP="007B2329">
      <w:r>
        <w:t>324.4915</w:t>
      </w:r>
      <w:r>
        <w:tab/>
        <w:t>2.025e0</w:t>
      </w:r>
    </w:p>
    <w:p w:rsidR="007B2329" w:rsidRDefault="007B2329" w:rsidP="007B2329">
      <w:r>
        <w:t>324.4971</w:t>
      </w:r>
      <w:r>
        <w:tab/>
        <w:t>2.025e0</w:t>
      </w:r>
    </w:p>
    <w:p w:rsidR="007B2329" w:rsidRDefault="007B2329" w:rsidP="007B2329">
      <w:r>
        <w:t>324.5011</w:t>
      </w:r>
      <w:r>
        <w:tab/>
        <w:t>3.038e0</w:t>
      </w:r>
    </w:p>
    <w:p w:rsidR="007B2329" w:rsidRDefault="007B2329" w:rsidP="007B2329">
      <w:r>
        <w:t>324.5049</w:t>
      </w:r>
      <w:r>
        <w:tab/>
        <w:t>2.025e0</w:t>
      </w:r>
    </w:p>
    <w:p w:rsidR="007B2329" w:rsidRDefault="007B2329" w:rsidP="007B2329">
      <w:r>
        <w:t>324.5212</w:t>
      </w:r>
      <w:r>
        <w:tab/>
        <w:t>1.013e0</w:t>
      </w:r>
    </w:p>
    <w:p w:rsidR="007B2329" w:rsidRDefault="007B2329" w:rsidP="007B2329">
      <w:r>
        <w:t>324.5294</w:t>
      </w:r>
      <w:r>
        <w:tab/>
        <w:t>1.013e0</w:t>
      </w:r>
    </w:p>
    <w:p w:rsidR="007B2329" w:rsidRDefault="007B2329" w:rsidP="007B2329">
      <w:r>
        <w:t>324.5337</w:t>
      </w:r>
      <w:r>
        <w:tab/>
        <w:t>2.025e0</w:t>
      </w:r>
    </w:p>
    <w:p w:rsidR="007B2329" w:rsidRDefault="007B2329" w:rsidP="007B2329">
      <w:r>
        <w:t>324.5412</w:t>
      </w:r>
      <w:r>
        <w:tab/>
        <w:t>2.025e0</w:t>
      </w:r>
    </w:p>
    <w:p w:rsidR="007B2329" w:rsidRDefault="007B2329" w:rsidP="007B2329">
      <w:r>
        <w:t>324.5610</w:t>
      </w:r>
      <w:r>
        <w:tab/>
        <w:t>2.025e0</w:t>
      </w:r>
    </w:p>
    <w:p w:rsidR="007B2329" w:rsidRDefault="007B2329" w:rsidP="007B2329">
      <w:r>
        <w:t>324.5710</w:t>
      </w:r>
      <w:r>
        <w:tab/>
        <w:t>3.038e0</w:t>
      </w:r>
    </w:p>
    <w:p w:rsidR="007B2329" w:rsidRDefault="007B2329" w:rsidP="007B2329">
      <w:r>
        <w:t>324.5780</w:t>
      </w:r>
      <w:r>
        <w:tab/>
        <w:t>1.013e0</w:t>
      </w:r>
    </w:p>
    <w:p w:rsidR="007B2329" w:rsidRDefault="007B2329" w:rsidP="007B2329">
      <w:r>
        <w:t>324.5880</w:t>
      </w:r>
      <w:r>
        <w:tab/>
        <w:t>2.025e0</w:t>
      </w:r>
    </w:p>
    <w:p w:rsidR="007B2329" w:rsidRDefault="007B2329" w:rsidP="007B2329">
      <w:r>
        <w:t>324.5954</w:t>
      </w:r>
      <w:r>
        <w:tab/>
        <w:t>2.025e0</w:t>
      </w:r>
    </w:p>
    <w:p w:rsidR="007B2329" w:rsidRDefault="007B2329" w:rsidP="007B2329">
      <w:r>
        <w:t>324.5984</w:t>
      </w:r>
      <w:r>
        <w:tab/>
        <w:t>1.013e0</w:t>
      </w:r>
    </w:p>
    <w:p w:rsidR="007B2329" w:rsidRDefault="007B2329" w:rsidP="007B2329">
      <w:r>
        <w:lastRenderedPageBreak/>
        <w:t>324.6161</w:t>
      </w:r>
      <w:r>
        <w:tab/>
        <w:t>1.013e0</w:t>
      </w:r>
    </w:p>
    <w:p w:rsidR="007B2329" w:rsidRDefault="007B2329" w:rsidP="007B2329">
      <w:r>
        <w:t>324.6187</w:t>
      </w:r>
      <w:r>
        <w:tab/>
        <w:t>2.025e0</w:t>
      </w:r>
    </w:p>
    <w:p w:rsidR="007B2329" w:rsidRDefault="007B2329" w:rsidP="007B2329">
      <w:r>
        <w:t>324.6421</w:t>
      </w:r>
      <w:r>
        <w:tab/>
        <w:t>3.038e0</w:t>
      </w:r>
    </w:p>
    <w:p w:rsidR="007B2329" w:rsidRDefault="007B2329" w:rsidP="007B2329">
      <w:r>
        <w:t>324.6613</w:t>
      </w:r>
      <w:r>
        <w:tab/>
        <w:t>2.025e0</w:t>
      </w:r>
    </w:p>
    <w:p w:rsidR="007B2329" w:rsidRDefault="007B2329" w:rsidP="007B2329">
      <w:r>
        <w:t>324.6630</w:t>
      </w:r>
      <w:r>
        <w:tab/>
        <w:t>1.013e0</w:t>
      </w:r>
    </w:p>
    <w:p w:rsidR="007B2329" w:rsidRDefault="007B2329" w:rsidP="007B2329">
      <w:r>
        <w:t>324.6748</w:t>
      </w:r>
      <w:r>
        <w:tab/>
        <w:t>2.025e0</w:t>
      </w:r>
    </w:p>
    <w:p w:rsidR="007B2329" w:rsidRDefault="007B2329" w:rsidP="007B2329">
      <w:r>
        <w:t>324.6911</w:t>
      </w:r>
      <w:r>
        <w:tab/>
        <w:t>3.038e0</w:t>
      </w:r>
    </w:p>
    <w:p w:rsidR="007B2329" w:rsidRDefault="007B2329" w:rsidP="007B2329">
      <w:r>
        <w:t>324.6989</w:t>
      </w:r>
      <w:r>
        <w:tab/>
        <w:t>5.063e0</w:t>
      </w:r>
    </w:p>
    <w:p w:rsidR="007B2329" w:rsidRDefault="007B2329" w:rsidP="007B2329">
      <w:r>
        <w:t>324.7037</w:t>
      </w:r>
      <w:r>
        <w:tab/>
        <w:t>1.013e0</w:t>
      </w:r>
    </w:p>
    <w:p w:rsidR="007B2329" w:rsidRDefault="007B2329" w:rsidP="007B2329">
      <w:r>
        <w:t>324.7061</w:t>
      </w:r>
      <w:r>
        <w:tab/>
        <w:t>1.025e0</w:t>
      </w:r>
    </w:p>
    <w:p w:rsidR="007B2329" w:rsidRDefault="007B2329" w:rsidP="007B2329">
      <w:r>
        <w:t>324.7216</w:t>
      </w:r>
      <w:r>
        <w:tab/>
        <w:t>1.013e0</w:t>
      </w:r>
    </w:p>
    <w:p w:rsidR="007B2329" w:rsidRDefault="007B2329" w:rsidP="007B2329">
      <w:r>
        <w:t>324.7274</w:t>
      </w:r>
      <w:r>
        <w:tab/>
        <w:t>8.101e0</w:t>
      </w:r>
    </w:p>
    <w:p w:rsidR="007B2329" w:rsidRDefault="007B2329" w:rsidP="007B2329">
      <w:r>
        <w:t>324.7365</w:t>
      </w:r>
      <w:r>
        <w:tab/>
        <w:t>3.038e0</w:t>
      </w:r>
    </w:p>
    <w:p w:rsidR="007B2329" w:rsidRDefault="007B2329" w:rsidP="007B2329">
      <w:r>
        <w:t>324.7718</w:t>
      </w:r>
      <w:r>
        <w:tab/>
        <w:t>2.025e0</w:t>
      </w:r>
    </w:p>
    <w:p w:rsidR="007B2329" w:rsidRDefault="007B2329" w:rsidP="007B2329">
      <w:r>
        <w:t>324.7732</w:t>
      </w:r>
      <w:r>
        <w:tab/>
        <w:t>3.038e0</w:t>
      </w:r>
    </w:p>
    <w:p w:rsidR="007B2329" w:rsidRDefault="007B2329" w:rsidP="007B2329">
      <w:r>
        <w:t>324.7924</w:t>
      </w:r>
      <w:r>
        <w:tab/>
        <w:t>1.013e0</w:t>
      </w:r>
    </w:p>
    <w:p w:rsidR="007B2329" w:rsidRDefault="007B2329" w:rsidP="007B2329">
      <w:r>
        <w:t>324.7977</w:t>
      </w:r>
      <w:r>
        <w:tab/>
        <w:t>1.013e0</w:t>
      </w:r>
    </w:p>
    <w:p w:rsidR="007B2329" w:rsidRDefault="007B2329" w:rsidP="007B2329">
      <w:r>
        <w:t>324.8027</w:t>
      </w:r>
      <w:r>
        <w:tab/>
        <w:t>2.025e0</w:t>
      </w:r>
    </w:p>
    <w:p w:rsidR="007B2329" w:rsidRDefault="007B2329" w:rsidP="007B2329">
      <w:r>
        <w:t>324.8097</w:t>
      </w:r>
      <w:r>
        <w:tab/>
        <w:t>4.051e0</w:t>
      </w:r>
    </w:p>
    <w:p w:rsidR="007B2329" w:rsidRDefault="007B2329" w:rsidP="007B2329">
      <w:r>
        <w:lastRenderedPageBreak/>
        <w:t>324.8212</w:t>
      </w:r>
      <w:r>
        <w:tab/>
        <w:t>1.013e0</w:t>
      </w:r>
    </w:p>
    <w:p w:rsidR="007B2329" w:rsidRDefault="007B2329" w:rsidP="007B2329">
      <w:r>
        <w:t>324.8449</w:t>
      </w:r>
      <w:r>
        <w:tab/>
        <w:t>2.025e0</w:t>
      </w:r>
    </w:p>
    <w:p w:rsidR="007B2329" w:rsidRDefault="007B2329" w:rsidP="007B2329">
      <w:r>
        <w:t>324.8537</w:t>
      </w:r>
      <w:r>
        <w:tab/>
        <w:t>4.051e0</w:t>
      </w:r>
    </w:p>
    <w:p w:rsidR="007B2329" w:rsidRDefault="007B2329" w:rsidP="007B2329">
      <w:r>
        <w:t>324.8551</w:t>
      </w:r>
      <w:r>
        <w:tab/>
        <w:t>5.063e0</w:t>
      </w:r>
    </w:p>
    <w:p w:rsidR="007B2329" w:rsidRDefault="007B2329" w:rsidP="007B2329">
      <w:r>
        <w:t>324.8682</w:t>
      </w:r>
      <w:r>
        <w:tab/>
        <w:t>2.025e0</w:t>
      </w:r>
    </w:p>
    <w:p w:rsidR="007B2329" w:rsidRDefault="007B2329" w:rsidP="007B2329">
      <w:r>
        <w:t>324.8798</w:t>
      </w:r>
      <w:r>
        <w:tab/>
        <w:t>3.623e0</w:t>
      </w:r>
    </w:p>
    <w:p w:rsidR="007B2329" w:rsidRDefault="007B2329" w:rsidP="007B2329">
      <w:r>
        <w:t>324.8896</w:t>
      </w:r>
      <w:r>
        <w:tab/>
        <w:t>2.025e0</w:t>
      </w:r>
    </w:p>
    <w:p w:rsidR="007B2329" w:rsidRDefault="007B2329" w:rsidP="007B2329">
      <w:r>
        <w:t>324.9028</w:t>
      </w:r>
      <w:r>
        <w:tab/>
        <w:t>4.051e0</w:t>
      </w:r>
    </w:p>
    <w:p w:rsidR="007B2329" w:rsidRDefault="007B2329" w:rsidP="007B2329">
      <w:r>
        <w:t>324.9197</w:t>
      </w:r>
      <w:r>
        <w:tab/>
        <w:t>5.063e0</w:t>
      </w:r>
    </w:p>
    <w:p w:rsidR="007B2329" w:rsidRDefault="007B2329" w:rsidP="007B2329">
      <w:r>
        <w:t>324.9310</w:t>
      </w:r>
      <w:r>
        <w:tab/>
        <w:t>4.051e0</w:t>
      </w:r>
    </w:p>
    <w:p w:rsidR="007B2329" w:rsidRDefault="007B2329" w:rsidP="007B2329">
      <w:r>
        <w:t>324.9323</w:t>
      </w:r>
      <w:r>
        <w:tab/>
        <w:t>2.025e0</w:t>
      </w:r>
    </w:p>
    <w:p w:rsidR="007B2329" w:rsidRDefault="007B2329" w:rsidP="007B2329">
      <w:r>
        <w:t>324.9427</w:t>
      </w:r>
      <w:r>
        <w:tab/>
        <w:t>4.051e0</w:t>
      </w:r>
    </w:p>
    <w:p w:rsidR="007B2329" w:rsidRDefault="007B2329" w:rsidP="007B2329">
      <w:r>
        <w:t>324.9625</w:t>
      </w:r>
      <w:r>
        <w:tab/>
        <w:t>2.025e0</w:t>
      </w:r>
    </w:p>
    <w:p w:rsidR="007B2329" w:rsidRDefault="007B2329" w:rsidP="007B2329">
      <w:r>
        <w:t>324.9727</w:t>
      </w:r>
      <w:r>
        <w:tab/>
        <w:t>1.025e0</w:t>
      </w:r>
    </w:p>
    <w:p w:rsidR="007B2329" w:rsidRDefault="007B2329" w:rsidP="007B2329">
      <w:r>
        <w:t>324.9738</w:t>
      </w:r>
      <w:r>
        <w:tab/>
        <w:t>2.025e0</w:t>
      </w:r>
    </w:p>
    <w:p w:rsidR="007B2329" w:rsidRDefault="007B2329" w:rsidP="007B2329">
      <w:r>
        <w:t>324.9831</w:t>
      </w:r>
      <w:r>
        <w:tab/>
        <w:t>2.025e0</w:t>
      </w:r>
    </w:p>
    <w:p w:rsidR="007B2329" w:rsidRDefault="007B2329" w:rsidP="007B2329">
      <w:r>
        <w:t>324.9855</w:t>
      </w:r>
      <w:r>
        <w:tab/>
        <w:t>1.013e0</w:t>
      </w:r>
    </w:p>
    <w:p w:rsidR="007B2329" w:rsidRDefault="007B2329" w:rsidP="007B2329">
      <w:r>
        <w:t>325.0030</w:t>
      </w:r>
      <w:r>
        <w:tab/>
        <w:t>1.013e0</w:t>
      </w:r>
    </w:p>
    <w:p w:rsidR="007B2329" w:rsidRDefault="007B2329" w:rsidP="007B2329">
      <w:r>
        <w:t>325.0234</w:t>
      </w:r>
      <w:r>
        <w:tab/>
        <w:t>1.013e0</w:t>
      </w:r>
    </w:p>
    <w:p w:rsidR="007B2329" w:rsidRDefault="007B2329" w:rsidP="007B2329">
      <w:r>
        <w:lastRenderedPageBreak/>
        <w:t>325.0275</w:t>
      </w:r>
      <w:r>
        <w:tab/>
        <w:t>1.013e0</w:t>
      </w:r>
    </w:p>
    <w:p w:rsidR="007B2329" w:rsidRDefault="007B2329" w:rsidP="007B2329">
      <w:r>
        <w:t>325.0337</w:t>
      </w:r>
      <w:r>
        <w:tab/>
        <w:t>2.025e0</w:t>
      </w:r>
    </w:p>
    <w:p w:rsidR="007B2329" w:rsidRDefault="007B2329" w:rsidP="007B2329">
      <w:r>
        <w:t>325.0382</w:t>
      </w:r>
      <w:r>
        <w:tab/>
        <w:t>1.013e0</w:t>
      </w:r>
    </w:p>
    <w:p w:rsidR="007B2329" w:rsidRDefault="007B2329" w:rsidP="007B2329">
      <w:r>
        <w:t>325.0409</w:t>
      </w:r>
      <w:r>
        <w:tab/>
        <w:t>3.038e0</w:t>
      </w:r>
    </w:p>
    <w:p w:rsidR="007B2329" w:rsidRDefault="007B2329" w:rsidP="007B2329">
      <w:r>
        <w:t>325.0518</w:t>
      </w:r>
      <w:r>
        <w:tab/>
        <w:t>1.013e0</w:t>
      </w:r>
    </w:p>
    <w:p w:rsidR="007B2329" w:rsidRDefault="007B2329" w:rsidP="007B2329">
      <w:r>
        <w:t>325.0618</w:t>
      </w:r>
      <w:r>
        <w:tab/>
        <w:t>3.038e0</w:t>
      </w:r>
    </w:p>
    <w:p w:rsidR="007B2329" w:rsidRDefault="007B2329" w:rsidP="007B2329">
      <w:r>
        <w:t>325.0675</w:t>
      </w:r>
      <w:r>
        <w:tab/>
        <w:t>1.013e0</w:t>
      </w:r>
    </w:p>
    <w:p w:rsidR="007B2329" w:rsidRDefault="007B2329" w:rsidP="007B2329">
      <w:r>
        <w:t>325.0721</w:t>
      </w:r>
      <w:r>
        <w:tab/>
        <w:t>3.038e0</w:t>
      </w:r>
    </w:p>
    <w:p w:rsidR="007B2329" w:rsidRDefault="007B2329" w:rsidP="007B2329">
      <w:r>
        <w:t>325.0801</w:t>
      </w:r>
      <w:r>
        <w:tab/>
        <w:t>1.013e0</w:t>
      </w:r>
    </w:p>
    <w:p w:rsidR="007B2329" w:rsidRDefault="007B2329" w:rsidP="007B2329">
      <w:r>
        <w:t>325.0828</w:t>
      </w:r>
      <w:r>
        <w:tab/>
        <w:t>2.038e0</w:t>
      </w:r>
    </w:p>
    <w:p w:rsidR="007B2329" w:rsidRDefault="007B2329" w:rsidP="007B2329">
      <w:r>
        <w:t>325.1013</w:t>
      </w:r>
      <w:r>
        <w:tab/>
        <w:t>6.089e0</w:t>
      </w:r>
    </w:p>
    <w:p w:rsidR="007B2329" w:rsidRDefault="007B2329" w:rsidP="007B2329">
      <w:r>
        <w:t>325.1243</w:t>
      </w:r>
      <w:r>
        <w:tab/>
        <w:t>2.025e0</w:t>
      </w:r>
    </w:p>
    <w:p w:rsidR="007B2329" w:rsidRDefault="007B2329" w:rsidP="007B2329">
      <w:r>
        <w:t>325.1525</w:t>
      </w:r>
      <w:r>
        <w:tab/>
        <w:t>4.861e1</w:t>
      </w:r>
    </w:p>
    <w:p w:rsidR="007B2329" w:rsidRDefault="007B2329" w:rsidP="007B2329">
      <w:r>
        <w:t>325.1538</w:t>
      </w:r>
      <w:r>
        <w:tab/>
        <w:t>1.072e2</w:t>
      </w:r>
    </w:p>
    <w:p w:rsidR="007B2329" w:rsidRDefault="007B2329" w:rsidP="007B2329">
      <w:r>
        <w:t>325.1556</w:t>
      </w:r>
      <w:r>
        <w:tab/>
        <w:t>8.510e1</w:t>
      </w:r>
    </w:p>
    <w:p w:rsidR="007B2329" w:rsidRDefault="007B2329" w:rsidP="007B2329">
      <w:r>
        <w:t>325.1573</w:t>
      </w:r>
      <w:r>
        <w:tab/>
        <w:t>1.596e2</w:t>
      </w:r>
    </w:p>
    <w:p w:rsidR="007B2329" w:rsidRDefault="007B2329" w:rsidP="007B2329">
      <w:r>
        <w:t>325.1590</w:t>
      </w:r>
      <w:r>
        <w:tab/>
        <w:t>2.051e0</w:t>
      </w:r>
    </w:p>
    <w:p w:rsidR="007B2329" w:rsidRDefault="007B2329" w:rsidP="007B2329">
      <w:r>
        <w:t>325.1602</w:t>
      </w:r>
      <w:r>
        <w:tab/>
        <w:t>6.425e1</w:t>
      </w:r>
    </w:p>
    <w:p w:rsidR="007B2329" w:rsidRDefault="007B2329" w:rsidP="007B2329">
      <w:r>
        <w:t>325.2019</w:t>
      </w:r>
      <w:r>
        <w:tab/>
        <w:t>1.013e0</w:t>
      </w:r>
    </w:p>
    <w:p w:rsidR="007B2329" w:rsidRDefault="007B2329" w:rsidP="007B2329">
      <w:r>
        <w:lastRenderedPageBreak/>
        <w:t>325.2037</w:t>
      </w:r>
      <w:r>
        <w:tab/>
        <w:t>2.025e0</w:t>
      </w:r>
    </w:p>
    <w:p w:rsidR="007B2329" w:rsidRDefault="007B2329" w:rsidP="007B2329">
      <w:r>
        <w:t>325.2199</w:t>
      </w:r>
      <w:r>
        <w:tab/>
        <w:t>3.311e0</w:t>
      </w:r>
    </w:p>
    <w:p w:rsidR="007B2329" w:rsidRDefault="007B2329" w:rsidP="007B2329">
      <w:r>
        <w:t>325.2308</w:t>
      </w:r>
      <w:r>
        <w:tab/>
        <w:t>2.553e0</w:t>
      </w:r>
    </w:p>
    <w:p w:rsidR="007B2329" w:rsidRDefault="007B2329" w:rsidP="007B2329">
      <w:r>
        <w:t>325.2321</w:t>
      </w:r>
      <w:r>
        <w:tab/>
        <w:t>5.015e0</w:t>
      </w:r>
    </w:p>
    <w:p w:rsidR="007B2329" w:rsidRDefault="007B2329" w:rsidP="007B2329">
      <w:r>
        <w:t>325.2364</w:t>
      </w:r>
      <w:r>
        <w:tab/>
        <w:t>3.038e0</w:t>
      </w:r>
    </w:p>
    <w:p w:rsidR="007B2329" w:rsidRDefault="007B2329" w:rsidP="007B2329">
      <w:r>
        <w:t>325.2486</w:t>
      </w:r>
      <w:r>
        <w:tab/>
        <w:t>4.051e0</w:t>
      </w:r>
    </w:p>
    <w:p w:rsidR="007B2329" w:rsidRDefault="007B2329" w:rsidP="007B2329">
      <w:r>
        <w:t>325.2752</w:t>
      </w:r>
      <w:r>
        <w:tab/>
        <w:t>2.025e0</w:t>
      </w:r>
    </w:p>
    <w:p w:rsidR="007B2329" w:rsidRDefault="007B2329" w:rsidP="007B2329">
      <w:r>
        <w:t>325.2764</w:t>
      </w:r>
      <w:r>
        <w:tab/>
        <w:t>7.089e0</w:t>
      </w:r>
    </w:p>
    <w:p w:rsidR="007B2329" w:rsidRDefault="007B2329" w:rsidP="007B2329">
      <w:r>
        <w:t>325.2787</w:t>
      </w:r>
      <w:r>
        <w:tab/>
        <w:t>2.025e0</w:t>
      </w:r>
    </w:p>
    <w:p w:rsidR="007B2329" w:rsidRDefault="007B2329" w:rsidP="007B2329">
      <w:r>
        <w:t>325.3112</w:t>
      </w:r>
      <w:r>
        <w:tab/>
        <w:t>6.076e0</w:t>
      </w:r>
    </w:p>
    <w:p w:rsidR="007B2329" w:rsidRDefault="007B2329" w:rsidP="007B2329">
      <w:r>
        <w:t>325.3152</w:t>
      </w:r>
      <w:r>
        <w:tab/>
        <w:t>2.051e0</w:t>
      </w:r>
    </w:p>
    <w:p w:rsidR="007B2329" w:rsidRDefault="007B2329" w:rsidP="007B2329">
      <w:r>
        <w:t>325.3294</w:t>
      </w:r>
      <w:r>
        <w:tab/>
        <w:t>4.100e0</w:t>
      </w:r>
    </w:p>
    <w:p w:rsidR="007B2329" w:rsidRDefault="007B2329" w:rsidP="007B2329">
      <w:r>
        <w:t>325.3315</w:t>
      </w:r>
      <w:r>
        <w:tab/>
        <w:t>2.025e0</w:t>
      </w:r>
    </w:p>
    <w:p w:rsidR="007B2329" w:rsidRDefault="007B2329" w:rsidP="007B2329">
      <w:r>
        <w:t>325.3432</w:t>
      </w:r>
      <w:r>
        <w:tab/>
        <w:t>1.013e0</w:t>
      </w:r>
    </w:p>
    <w:p w:rsidR="007B2329" w:rsidRDefault="007B2329" w:rsidP="007B2329">
      <w:r>
        <w:t>325.3598</w:t>
      </w:r>
      <w:r>
        <w:tab/>
        <w:t>1.013e0</w:t>
      </w:r>
    </w:p>
    <w:p w:rsidR="007B2329" w:rsidRDefault="007B2329" w:rsidP="007B2329">
      <w:r>
        <w:t>325.3642</w:t>
      </w:r>
      <w:r>
        <w:tab/>
        <w:t>3.038e0</w:t>
      </w:r>
    </w:p>
    <w:p w:rsidR="007B2329" w:rsidRDefault="007B2329" w:rsidP="007B2329">
      <w:r>
        <w:t>325.3784</w:t>
      </w:r>
      <w:r>
        <w:tab/>
        <w:t>1.013e0</w:t>
      </w:r>
    </w:p>
    <w:p w:rsidR="007B2329" w:rsidRDefault="007B2329" w:rsidP="007B2329">
      <w:r>
        <w:t>325.3813</w:t>
      </w:r>
      <w:r>
        <w:tab/>
        <w:t>2.025e0</w:t>
      </w:r>
    </w:p>
    <w:p w:rsidR="007B2329" w:rsidRDefault="007B2329" w:rsidP="007B2329">
      <w:r>
        <w:t>325.3843</w:t>
      </w:r>
      <w:r>
        <w:tab/>
        <w:t>1.245e1</w:t>
      </w:r>
    </w:p>
    <w:p w:rsidR="007B2329" w:rsidRDefault="007B2329" w:rsidP="007B2329">
      <w:r>
        <w:lastRenderedPageBreak/>
        <w:t>325.4165</w:t>
      </w:r>
      <w:r>
        <w:tab/>
        <w:t>1.013e0</w:t>
      </w:r>
    </w:p>
    <w:p w:rsidR="007B2329" w:rsidRDefault="007B2329" w:rsidP="007B2329">
      <w:r>
        <w:t>325.4369</w:t>
      </w:r>
      <w:r>
        <w:tab/>
        <w:t>2.025e0</w:t>
      </w:r>
    </w:p>
    <w:p w:rsidR="007B2329" w:rsidRDefault="007B2329" w:rsidP="007B2329">
      <w:r>
        <w:t>325.4448</w:t>
      </w:r>
      <w:r>
        <w:tab/>
        <w:t>1.013e0</w:t>
      </w:r>
    </w:p>
    <w:p w:rsidR="007B2329" w:rsidRDefault="007B2329" w:rsidP="007B2329">
      <w:r>
        <w:t>325.4507</w:t>
      </w:r>
      <w:r>
        <w:tab/>
        <w:t>7.101e0</w:t>
      </w:r>
    </w:p>
    <w:p w:rsidR="007B2329" w:rsidRDefault="007B2329" w:rsidP="007B2329">
      <w:r>
        <w:t>325.4547</w:t>
      </w:r>
      <w:r>
        <w:tab/>
        <w:t>1.013e0</w:t>
      </w:r>
    </w:p>
    <w:p w:rsidR="007B2329" w:rsidRDefault="007B2329" w:rsidP="007B2329">
      <w:r>
        <w:t>325.4605</w:t>
      </w:r>
      <w:r>
        <w:tab/>
        <w:t>2.025e0</w:t>
      </w:r>
    </w:p>
    <w:p w:rsidR="007B2329" w:rsidRDefault="007B2329" w:rsidP="007B2329">
      <w:r>
        <w:t>325.4625</w:t>
      </w:r>
      <w:r>
        <w:tab/>
        <w:t>2.025e0</w:t>
      </w:r>
    </w:p>
    <w:p w:rsidR="007B2329" w:rsidRDefault="007B2329" w:rsidP="007B2329">
      <w:r>
        <w:t>325.4713</w:t>
      </w:r>
      <w:r>
        <w:tab/>
        <w:t>3.038e0</w:t>
      </w:r>
    </w:p>
    <w:p w:rsidR="007B2329" w:rsidRDefault="007B2329" w:rsidP="007B2329">
      <w:r>
        <w:t>325.4882</w:t>
      </w:r>
      <w:r>
        <w:tab/>
        <w:t>2.025e0</w:t>
      </w:r>
    </w:p>
    <w:p w:rsidR="007B2329" w:rsidRDefault="007B2329" w:rsidP="007B2329">
      <w:r>
        <w:t>325.4896</w:t>
      </w:r>
      <w:r>
        <w:tab/>
        <w:t>2.025e0</w:t>
      </w:r>
    </w:p>
    <w:p w:rsidR="007B2329" w:rsidRDefault="007B2329" w:rsidP="007B2329">
      <w:r>
        <w:t>325.5042</w:t>
      </w:r>
      <w:r>
        <w:tab/>
        <w:t>3.038e0</w:t>
      </w:r>
    </w:p>
    <w:p w:rsidR="007B2329" w:rsidRDefault="007B2329" w:rsidP="007B2329">
      <w:r>
        <w:t>325.5076</w:t>
      </w:r>
      <w:r>
        <w:tab/>
        <w:t>1.013e0</w:t>
      </w:r>
    </w:p>
    <w:p w:rsidR="007B2329" w:rsidRDefault="007B2329" w:rsidP="007B2329">
      <w:r>
        <w:t>325.5087</w:t>
      </w:r>
      <w:r>
        <w:tab/>
        <w:t>3.038e0</w:t>
      </w:r>
    </w:p>
    <w:p w:rsidR="007B2329" w:rsidRDefault="007B2329" w:rsidP="007B2329">
      <w:r>
        <w:t>325.5270</w:t>
      </w:r>
      <w:r>
        <w:tab/>
        <w:t>1.025e0</w:t>
      </w:r>
    </w:p>
    <w:p w:rsidR="007B2329" w:rsidRDefault="007B2329" w:rsidP="007B2329">
      <w:r>
        <w:t>325.5370</w:t>
      </w:r>
      <w:r>
        <w:tab/>
        <w:t>1.013e0</w:t>
      </w:r>
    </w:p>
    <w:p w:rsidR="007B2329" w:rsidRDefault="007B2329" w:rsidP="007B2329">
      <w:r>
        <w:t>325.5389</w:t>
      </w:r>
      <w:r>
        <w:tab/>
        <w:t>2.025e0</w:t>
      </w:r>
    </w:p>
    <w:p w:rsidR="007B2329" w:rsidRDefault="007B2329" w:rsidP="007B2329">
      <w:r>
        <w:t>325.5546</w:t>
      </w:r>
      <w:r>
        <w:tab/>
        <w:t>1.013e0</w:t>
      </w:r>
    </w:p>
    <w:p w:rsidR="007B2329" w:rsidRDefault="007B2329" w:rsidP="007B2329">
      <w:r>
        <w:t>325.5604</w:t>
      </w:r>
      <w:r>
        <w:tab/>
        <w:t>1.013e0</w:t>
      </w:r>
    </w:p>
    <w:p w:rsidR="007B2329" w:rsidRDefault="007B2329" w:rsidP="007B2329">
      <w:r>
        <w:t>325.5818</w:t>
      </w:r>
      <w:r>
        <w:tab/>
        <w:t>2.025e0</w:t>
      </w:r>
    </w:p>
    <w:p w:rsidR="007B2329" w:rsidRDefault="007B2329" w:rsidP="007B2329">
      <w:r>
        <w:lastRenderedPageBreak/>
        <w:t>325.5830</w:t>
      </w:r>
      <w:r>
        <w:tab/>
        <w:t>2.025e0</w:t>
      </w:r>
    </w:p>
    <w:p w:rsidR="007B2329" w:rsidRDefault="007B2329" w:rsidP="007B2329">
      <w:r>
        <w:t>325.5947</w:t>
      </w:r>
      <w:r>
        <w:tab/>
        <w:t>2.025e0</w:t>
      </w:r>
    </w:p>
    <w:p w:rsidR="007B2329" w:rsidRDefault="007B2329" w:rsidP="007B2329">
      <w:r>
        <w:t>325.6056</w:t>
      </w:r>
      <w:r>
        <w:tab/>
        <w:t>2.025e0</w:t>
      </w:r>
    </w:p>
    <w:p w:rsidR="007B2329" w:rsidRDefault="007B2329" w:rsidP="007B2329">
      <w:r>
        <w:t>325.6091</w:t>
      </w:r>
      <w:r>
        <w:tab/>
        <w:t>2.025e0</w:t>
      </w:r>
    </w:p>
    <w:p w:rsidR="007B2329" w:rsidRDefault="007B2329" w:rsidP="007B2329">
      <w:r>
        <w:t>325.6192</w:t>
      </w:r>
      <w:r>
        <w:tab/>
        <w:t>2.025e0</w:t>
      </w:r>
    </w:p>
    <w:p w:rsidR="007B2329" w:rsidRDefault="007B2329" w:rsidP="007B2329">
      <w:r>
        <w:t>325.6227</w:t>
      </w:r>
      <w:r>
        <w:tab/>
        <w:t>4.051e0</w:t>
      </w:r>
    </w:p>
    <w:p w:rsidR="007B2329" w:rsidRDefault="007B2329" w:rsidP="007B2329">
      <w:r>
        <w:t>325.6267</w:t>
      </w:r>
      <w:r>
        <w:tab/>
        <w:t>4.051e0</w:t>
      </w:r>
    </w:p>
    <w:p w:rsidR="007B2329" w:rsidRDefault="007B2329" w:rsidP="007B2329">
      <w:r>
        <w:t>325.6310</w:t>
      </w:r>
      <w:r>
        <w:tab/>
        <w:t>1.013e0</w:t>
      </w:r>
    </w:p>
    <w:p w:rsidR="007B2329" w:rsidRDefault="007B2329" w:rsidP="007B2329">
      <w:r>
        <w:t>325.6428</w:t>
      </w:r>
      <w:r>
        <w:tab/>
        <w:t>1.013e0</w:t>
      </w:r>
    </w:p>
    <w:p w:rsidR="007B2329" w:rsidRDefault="007B2329" w:rsidP="007B2329">
      <w:r>
        <w:t>325.6546</w:t>
      </w:r>
      <w:r>
        <w:tab/>
        <w:t>2.025e0</w:t>
      </w:r>
    </w:p>
    <w:p w:rsidR="007B2329" w:rsidRDefault="007B2329" w:rsidP="007B2329">
      <w:r>
        <w:t>325.6602</w:t>
      </w:r>
      <w:r>
        <w:tab/>
        <w:t>1.013e0</w:t>
      </w:r>
    </w:p>
    <w:p w:rsidR="007B2329" w:rsidRDefault="007B2329" w:rsidP="007B2329">
      <w:r>
        <w:t>325.6719</w:t>
      </w:r>
      <w:r>
        <w:tab/>
        <w:t>3.112e0</w:t>
      </w:r>
    </w:p>
    <w:p w:rsidR="007B2329" w:rsidRDefault="007B2329" w:rsidP="007B2329">
      <w:r>
        <w:t>325.6798</w:t>
      </w:r>
      <w:r>
        <w:tab/>
        <w:t>1.013e0</w:t>
      </w:r>
    </w:p>
    <w:p w:rsidR="007B2329" w:rsidRDefault="007B2329" w:rsidP="007B2329">
      <w:r>
        <w:t>325.7001</w:t>
      </w:r>
      <w:r>
        <w:tab/>
        <w:t>1.013e0</w:t>
      </w:r>
    </w:p>
    <w:p w:rsidR="007B2329" w:rsidRDefault="007B2329" w:rsidP="007B2329">
      <w:r>
        <w:t>325.7081</w:t>
      </w:r>
      <w:r>
        <w:tab/>
        <w:t>1.013e0</w:t>
      </w:r>
    </w:p>
    <w:p w:rsidR="007B2329" w:rsidRDefault="007B2329" w:rsidP="007B2329">
      <w:r>
        <w:t>325.7191</w:t>
      </w:r>
      <w:r>
        <w:tab/>
        <w:t>4.051e0</w:t>
      </w:r>
    </w:p>
    <w:p w:rsidR="007B2329" w:rsidRDefault="007B2329" w:rsidP="007B2329">
      <w:r>
        <w:t>325.7245</w:t>
      </w:r>
      <w:r>
        <w:tab/>
        <w:t>1.013e0</w:t>
      </w:r>
    </w:p>
    <w:p w:rsidR="007B2329" w:rsidRDefault="007B2329" w:rsidP="007B2329">
      <w:r>
        <w:t>325.7478</w:t>
      </w:r>
      <w:r>
        <w:tab/>
        <w:t>4.051e0</w:t>
      </w:r>
    </w:p>
    <w:p w:rsidR="007B2329" w:rsidRDefault="007B2329" w:rsidP="007B2329">
      <w:r>
        <w:t>325.7660</w:t>
      </w:r>
      <w:r>
        <w:tab/>
        <w:t>1.013e0</w:t>
      </w:r>
    </w:p>
    <w:p w:rsidR="007B2329" w:rsidRDefault="007B2329" w:rsidP="007B2329">
      <w:r>
        <w:lastRenderedPageBreak/>
        <w:t>325.7670</w:t>
      </w:r>
      <w:r>
        <w:tab/>
        <w:t>4.051e0</w:t>
      </w:r>
    </w:p>
    <w:p w:rsidR="007B2329" w:rsidRDefault="007B2329" w:rsidP="007B2329">
      <w:r>
        <w:t>325.7722</w:t>
      </w:r>
      <w:r>
        <w:tab/>
        <w:t>4.051e0</w:t>
      </w:r>
    </w:p>
    <w:p w:rsidR="007B2329" w:rsidRDefault="007B2329" w:rsidP="007B2329">
      <w:r>
        <w:t>325.7990</w:t>
      </w:r>
      <w:r>
        <w:tab/>
        <w:t>3.038e0</w:t>
      </w:r>
    </w:p>
    <w:p w:rsidR="007B2329" w:rsidRDefault="007B2329" w:rsidP="007B2329">
      <w:r>
        <w:t>325.8030</w:t>
      </w:r>
      <w:r>
        <w:tab/>
        <w:t>2.025e0</w:t>
      </w:r>
    </w:p>
    <w:p w:rsidR="007B2329" w:rsidRDefault="007B2329" w:rsidP="007B2329">
      <w:r>
        <w:t>325.8054</w:t>
      </w:r>
      <w:r>
        <w:tab/>
        <w:t>1.013e0</w:t>
      </w:r>
    </w:p>
    <w:p w:rsidR="007B2329" w:rsidRDefault="007B2329" w:rsidP="007B2329">
      <w:r>
        <w:t>325.8120</w:t>
      </w:r>
      <w:r>
        <w:tab/>
        <w:t>3.038e0</w:t>
      </w:r>
    </w:p>
    <w:p w:rsidR="007B2329" w:rsidRDefault="007B2329" w:rsidP="007B2329">
      <w:r>
        <w:t>325.8164</w:t>
      </w:r>
      <w:r>
        <w:tab/>
        <w:t>2.038e0</w:t>
      </w:r>
    </w:p>
    <w:p w:rsidR="007B2329" w:rsidRDefault="007B2329" w:rsidP="007B2329">
      <w:r>
        <w:t>325.8288</w:t>
      </w:r>
      <w:r>
        <w:tab/>
        <w:t>2.025e0</w:t>
      </w:r>
    </w:p>
    <w:p w:rsidR="007B2329" w:rsidRDefault="007B2329" w:rsidP="007B2329">
      <w:r>
        <w:t>325.8421</w:t>
      </w:r>
      <w:r>
        <w:tab/>
        <w:t>4.655e0</w:t>
      </w:r>
    </w:p>
    <w:p w:rsidR="007B2329" w:rsidRDefault="007B2329" w:rsidP="007B2329">
      <w:r>
        <w:t>325.8480</w:t>
      </w:r>
      <w:r>
        <w:tab/>
        <w:t>3.038e0</w:t>
      </w:r>
    </w:p>
    <w:p w:rsidR="007B2329" w:rsidRDefault="007B2329" w:rsidP="007B2329">
      <w:r>
        <w:t>325.8594</w:t>
      </w:r>
      <w:r>
        <w:tab/>
        <w:t>4.051e0</w:t>
      </w:r>
    </w:p>
    <w:p w:rsidR="007B2329" w:rsidRDefault="007B2329" w:rsidP="007B2329">
      <w:r>
        <w:t>325.8622</w:t>
      </w:r>
      <w:r>
        <w:tab/>
        <w:t>1.013e0</w:t>
      </w:r>
    </w:p>
    <w:p w:rsidR="007B2329" w:rsidRDefault="007B2329" w:rsidP="007B2329">
      <w:r>
        <w:t>325.8644</w:t>
      </w:r>
      <w:r>
        <w:tab/>
        <w:t>2.025e0</w:t>
      </w:r>
    </w:p>
    <w:p w:rsidR="007B2329" w:rsidRDefault="007B2329" w:rsidP="007B2329">
      <w:r>
        <w:t>325.8777</w:t>
      </w:r>
      <w:r>
        <w:tab/>
        <w:t>1.013e0</w:t>
      </w:r>
    </w:p>
    <w:p w:rsidR="007B2329" w:rsidRDefault="007B2329" w:rsidP="007B2329">
      <w:r>
        <w:t>325.8826</w:t>
      </w:r>
      <w:r>
        <w:tab/>
        <w:t>1.013e0</w:t>
      </w:r>
    </w:p>
    <w:p w:rsidR="007B2329" w:rsidRDefault="007B2329" w:rsidP="007B2329">
      <w:r>
        <w:t>325.8913</w:t>
      </w:r>
      <w:r>
        <w:tab/>
        <w:t>2.025e0</w:t>
      </w:r>
    </w:p>
    <w:p w:rsidR="007B2329" w:rsidRDefault="007B2329" w:rsidP="007B2329">
      <w:r>
        <w:t>325.9006</w:t>
      </w:r>
      <w:r>
        <w:tab/>
        <w:t>2.025e0</w:t>
      </w:r>
    </w:p>
    <w:p w:rsidR="007B2329" w:rsidRDefault="007B2329" w:rsidP="007B2329">
      <w:r>
        <w:t>325.9250</w:t>
      </w:r>
      <w:r>
        <w:tab/>
        <w:t>2.025e0</w:t>
      </w:r>
    </w:p>
    <w:p w:rsidR="007B2329" w:rsidRDefault="007B2329" w:rsidP="007B2329">
      <w:r>
        <w:t>325.9392</w:t>
      </w:r>
      <w:r>
        <w:tab/>
        <w:t>1.013e0</w:t>
      </w:r>
    </w:p>
    <w:p w:rsidR="007B2329" w:rsidRDefault="007B2329" w:rsidP="007B2329">
      <w:r>
        <w:lastRenderedPageBreak/>
        <w:t>325.9478</w:t>
      </w:r>
      <w:r>
        <w:tab/>
        <w:t>8.101e0</w:t>
      </w:r>
    </w:p>
    <w:p w:rsidR="007B2329" w:rsidRDefault="007B2329" w:rsidP="007B2329">
      <w:r>
        <w:t>325.9523</w:t>
      </w:r>
      <w:r>
        <w:tab/>
        <w:t>3.038e0</w:t>
      </w:r>
    </w:p>
    <w:p w:rsidR="007B2329" w:rsidRDefault="007B2329" w:rsidP="007B2329">
      <w:r>
        <w:t>325.9676</w:t>
      </w:r>
      <w:r>
        <w:tab/>
        <w:t>1.013e0</w:t>
      </w:r>
    </w:p>
    <w:p w:rsidR="007B2329" w:rsidRDefault="007B2329" w:rsidP="007B2329">
      <w:r>
        <w:t>325.9836</w:t>
      </w:r>
      <w:r>
        <w:tab/>
        <w:t>2.025e0</w:t>
      </w:r>
    </w:p>
    <w:p w:rsidR="007B2329" w:rsidRDefault="007B2329" w:rsidP="007B2329">
      <w:r>
        <w:t>325.9987</w:t>
      </w:r>
      <w:r>
        <w:tab/>
        <w:t>3.038e0</w:t>
      </w:r>
    </w:p>
    <w:p w:rsidR="007B2329" w:rsidRDefault="007B2329" w:rsidP="007B2329">
      <w:r>
        <w:t>326.0054</w:t>
      </w:r>
      <w:r>
        <w:tab/>
        <w:t>8.101e0</w:t>
      </w:r>
    </w:p>
    <w:p w:rsidR="007B2329" w:rsidRDefault="007B2329" w:rsidP="007B2329">
      <w:r>
        <w:t>326.0070</w:t>
      </w:r>
      <w:r>
        <w:tab/>
        <w:t>2.532e-2</w:t>
      </w:r>
    </w:p>
    <w:p w:rsidR="007B2329" w:rsidRDefault="007B2329" w:rsidP="007B2329">
      <w:r>
        <w:t>326.0110</w:t>
      </w:r>
      <w:r>
        <w:tab/>
        <w:t>2.025e0</w:t>
      </w:r>
    </w:p>
    <w:p w:rsidR="007B2329" w:rsidRDefault="007B2329" w:rsidP="007B2329">
      <w:r>
        <w:t>326.0349</w:t>
      </w:r>
      <w:r>
        <w:tab/>
        <w:t>2.025e0</w:t>
      </w:r>
    </w:p>
    <w:p w:rsidR="007B2329" w:rsidRDefault="007B2329" w:rsidP="007B2329">
      <w:r>
        <w:t>326.0599</w:t>
      </w:r>
      <w:r>
        <w:tab/>
        <w:t>1.013e0</w:t>
      </w:r>
    </w:p>
    <w:p w:rsidR="007B2329" w:rsidRDefault="007B2329" w:rsidP="007B2329">
      <w:r>
        <w:t>326.0612</w:t>
      </w:r>
      <w:r>
        <w:tab/>
        <w:t>1.038e0</w:t>
      </w:r>
    </w:p>
    <w:p w:rsidR="007B2329" w:rsidRDefault="007B2329" w:rsidP="007B2329">
      <w:r>
        <w:t>326.0656</w:t>
      </w:r>
      <w:r>
        <w:tab/>
        <w:t>2.025e0</w:t>
      </w:r>
    </w:p>
    <w:p w:rsidR="007B2329" w:rsidRDefault="007B2329" w:rsidP="007B2329">
      <w:r>
        <w:t>326.0689</w:t>
      </w:r>
      <w:r>
        <w:tab/>
        <w:t>1.013e0</w:t>
      </w:r>
    </w:p>
    <w:p w:rsidR="007B2329" w:rsidRDefault="007B2329" w:rsidP="007B2329">
      <w:r>
        <w:t>326.1409</w:t>
      </w:r>
      <w:r>
        <w:tab/>
        <w:t>6.339e1</w:t>
      </w:r>
    </w:p>
    <w:p w:rsidR="007B2329" w:rsidRDefault="007B2329" w:rsidP="007B2329">
      <w:r>
        <w:t>326.1420</w:t>
      </w:r>
      <w:r>
        <w:tab/>
        <w:t>1.013e0</w:t>
      </w:r>
    </w:p>
    <w:p w:rsidR="007B2329" w:rsidRDefault="007B2329" w:rsidP="007B2329">
      <w:r>
        <w:t>326.1447</w:t>
      </w:r>
      <w:r>
        <w:tab/>
        <w:t>1.462e1</w:t>
      </w:r>
    </w:p>
    <w:p w:rsidR="007B2329" w:rsidRDefault="007B2329" w:rsidP="007B2329">
      <w:r>
        <w:t>326.1460</w:t>
      </w:r>
      <w:r>
        <w:tab/>
        <w:t>9.359e1</w:t>
      </w:r>
    </w:p>
    <w:p w:rsidR="007B2329" w:rsidRDefault="007B2329" w:rsidP="007B2329">
      <w:r>
        <w:t>326.1473</w:t>
      </w:r>
      <w:r>
        <w:tab/>
        <w:t>9.322e1</w:t>
      </w:r>
    </w:p>
    <w:p w:rsidR="007B2329" w:rsidRDefault="007B2329" w:rsidP="007B2329">
      <w:r>
        <w:t>326.1505</w:t>
      </w:r>
      <w:r>
        <w:tab/>
        <w:t>4.495e1</w:t>
      </w:r>
    </w:p>
    <w:p w:rsidR="007B2329" w:rsidRDefault="007B2329" w:rsidP="007B2329">
      <w:r>
        <w:lastRenderedPageBreak/>
        <w:t>326.1553</w:t>
      </w:r>
      <w:r>
        <w:tab/>
        <w:t>3.609e0</w:t>
      </w:r>
    </w:p>
    <w:p w:rsidR="007B2329" w:rsidRDefault="007B2329" w:rsidP="007B2329">
      <w:r>
        <w:t>326.1935</w:t>
      </w:r>
      <w:r>
        <w:tab/>
        <w:t>3.038e0</w:t>
      </w:r>
    </w:p>
    <w:p w:rsidR="007B2329" w:rsidRDefault="007B2329" w:rsidP="007B2329">
      <w:r>
        <w:t>326.2011</w:t>
      </w:r>
      <w:r>
        <w:tab/>
        <w:t>5.406e0</w:t>
      </w:r>
    </w:p>
    <w:p w:rsidR="007B2329" w:rsidRDefault="007B2329" w:rsidP="007B2329">
      <w:r>
        <w:t>326.2058</w:t>
      </w:r>
      <w:r>
        <w:tab/>
        <w:t>3.038e0</w:t>
      </w:r>
    </w:p>
    <w:p w:rsidR="007B2329" w:rsidRDefault="007B2329" w:rsidP="007B2329">
      <w:r>
        <w:t>326.2284</w:t>
      </w:r>
      <w:r>
        <w:tab/>
        <w:t>7.089e0</w:t>
      </w:r>
    </w:p>
    <w:p w:rsidR="007B2329" w:rsidRDefault="007B2329" w:rsidP="007B2329">
      <w:r>
        <w:t>326.2463</w:t>
      </w:r>
      <w:r>
        <w:tab/>
        <w:t>2.175e0</w:t>
      </w:r>
    </w:p>
    <w:p w:rsidR="007B2329" w:rsidRDefault="007B2329" w:rsidP="007B2329">
      <w:r>
        <w:t>326.2513</w:t>
      </w:r>
      <w:r>
        <w:tab/>
        <w:t>1.013e0</w:t>
      </w:r>
    </w:p>
    <w:p w:rsidR="007B2329" w:rsidRDefault="007B2329" w:rsidP="007B2329">
      <w:r>
        <w:t>326.2599</w:t>
      </w:r>
      <w:r>
        <w:tab/>
        <w:t>1.013e0</w:t>
      </w:r>
    </w:p>
    <w:p w:rsidR="007B2329" w:rsidRDefault="007B2329" w:rsidP="007B2329">
      <w:r>
        <w:t>326.2682</w:t>
      </w:r>
      <w:r>
        <w:tab/>
        <w:t>2.025e0</w:t>
      </w:r>
    </w:p>
    <w:p w:rsidR="007B2329" w:rsidRDefault="007B2329" w:rsidP="007B2329">
      <w:r>
        <w:t>326.2757</w:t>
      </w:r>
      <w:r>
        <w:tab/>
        <w:t>1.013e0</w:t>
      </w:r>
    </w:p>
    <w:p w:rsidR="007B2329" w:rsidRDefault="007B2329" w:rsidP="007B2329">
      <w:r>
        <w:t>326.2793</w:t>
      </w:r>
      <w:r>
        <w:tab/>
        <w:t>4.051e0</w:t>
      </w:r>
    </w:p>
    <w:p w:rsidR="007B2329" w:rsidRDefault="007B2329" w:rsidP="007B2329">
      <w:r>
        <w:t>326.2836</w:t>
      </w:r>
      <w:r>
        <w:tab/>
        <w:t>1.013e0</w:t>
      </w:r>
    </w:p>
    <w:p w:rsidR="007B2329" w:rsidRDefault="007B2329" w:rsidP="007B2329">
      <w:r>
        <w:t>326.2953</w:t>
      </w:r>
      <w:r>
        <w:tab/>
        <w:t>1.013e0</w:t>
      </w:r>
    </w:p>
    <w:p w:rsidR="007B2329" w:rsidRDefault="007B2329" w:rsidP="007B2329">
      <w:r>
        <w:t>326.3040</w:t>
      </w:r>
      <w:r>
        <w:tab/>
        <w:t>2.025e0</w:t>
      </w:r>
    </w:p>
    <w:p w:rsidR="007B2329" w:rsidRDefault="007B2329" w:rsidP="007B2329">
      <w:r>
        <w:t>326.3188</w:t>
      </w:r>
      <w:r>
        <w:tab/>
        <w:t>1.013e0</w:t>
      </w:r>
    </w:p>
    <w:p w:rsidR="007B2329" w:rsidRDefault="007B2329" w:rsidP="007B2329">
      <w:r>
        <w:t>326.3241</w:t>
      </w:r>
      <w:r>
        <w:tab/>
        <w:t>3.038e0</w:t>
      </w:r>
    </w:p>
    <w:p w:rsidR="007B2329" w:rsidRDefault="007B2329" w:rsidP="007B2329">
      <w:r>
        <w:t>326.3283</w:t>
      </w:r>
      <w:r>
        <w:tab/>
        <w:t>2.025e0</w:t>
      </w:r>
    </w:p>
    <w:p w:rsidR="007B2329" w:rsidRDefault="007B2329" w:rsidP="007B2329">
      <w:r>
        <w:t>326.3365</w:t>
      </w:r>
      <w:r>
        <w:tab/>
        <w:t>1.013e0</w:t>
      </w:r>
    </w:p>
    <w:p w:rsidR="007B2329" w:rsidRDefault="007B2329" w:rsidP="007B2329">
      <w:r>
        <w:t>326.3379</w:t>
      </w:r>
      <w:r>
        <w:tab/>
        <w:t>2.025e0</w:t>
      </w:r>
    </w:p>
    <w:p w:rsidR="007B2329" w:rsidRDefault="007B2329" w:rsidP="007B2329">
      <w:r>
        <w:lastRenderedPageBreak/>
        <w:t>326.3481</w:t>
      </w:r>
      <w:r>
        <w:tab/>
        <w:t>2.025e0</w:t>
      </w:r>
    </w:p>
    <w:p w:rsidR="007B2329" w:rsidRDefault="007B2329" w:rsidP="007B2329">
      <w:r>
        <w:t>326.3718</w:t>
      </w:r>
      <w:r>
        <w:tab/>
        <w:t>5.063e-2</w:t>
      </w:r>
    </w:p>
    <w:p w:rsidR="007B2329" w:rsidRDefault="007B2329" w:rsidP="007B2329">
      <w:r>
        <w:t>326.3778</w:t>
      </w:r>
      <w:r>
        <w:tab/>
        <w:t>5.180e0</w:t>
      </w:r>
    </w:p>
    <w:p w:rsidR="007B2329" w:rsidRDefault="007B2329" w:rsidP="007B2329">
      <w:r>
        <w:t>326.3877</w:t>
      </w:r>
      <w:r>
        <w:tab/>
        <w:t>1.025e0</w:t>
      </w:r>
    </w:p>
    <w:p w:rsidR="007B2329" w:rsidRDefault="007B2329" w:rsidP="007B2329">
      <w:r>
        <w:t>326.3893</w:t>
      </w:r>
      <w:r>
        <w:tab/>
        <w:t>6.076e0</w:t>
      </w:r>
    </w:p>
    <w:p w:rsidR="007B2329" w:rsidRDefault="007B2329" w:rsidP="007B2329">
      <w:r>
        <w:t>326.3951</w:t>
      </w:r>
      <w:r>
        <w:tab/>
        <w:t>4.051e0</w:t>
      </w:r>
    </w:p>
    <w:p w:rsidR="007B2329" w:rsidRDefault="007B2329" w:rsidP="007B2329">
      <w:r>
        <w:t>326.3995</w:t>
      </w:r>
      <w:r>
        <w:tab/>
        <w:t>4.051e0</w:t>
      </w:r>
    </w:p>
    <w:p w:rsidR="007B2329" w:rsidRDefault="007B2329" w:rsidP="007B2329">
      <w:r>
        <w:t>326.4247</w:t>
      </w:r>
      <w:r>
        <w:tab/>
        <w:t>1.013e0</w:t>
      </w:r>
    </w:p>
    <w:p w:rsidR="007B2329" w:rsidRDefault="007B2329" w:rsidP="007B2329">
      <w:r>
        <w:t>326.4297</w:t>
      </w:r>
      <w:r>
        <w:tab/>
        <w:t>1.013e0</w:t>
      </w:r>
    </w:p>
    <w:p w:rsidR="007B2329" w:rsidRDefault="007B2329" w:rsidP="007B2329">
      <w:r>
        <w:t>326.4327</w:t>
      </w:r>
      <w:r>
        <w:tab/>
        <w:t>3.038e0</w:t>
      </w:r>
    </w:p>
    <w:p w:rsidR="007B2329" w:rsidRDefault="007B2329" w:rsidP="007B2329">
      <w:r>
        <w:t>326.4411</w:t>
      </w:r>
      <w:r>
        <w:tab/>
        <w:t>3.038e0</w:t>
      </w:r>
    </w:p>
    <w:p w:rsidR="007B2329" w:rsidRDefault="007B2329" w:rsidP="007B2329">
      <w:r>
        <w:t>326.4480</w:t>
      </w:r>
      <w:r>
        <w:tab/>
        <w:t>4.051e0</w:t>
      </w:r>
    </w:p>
    <w:p w:rsidR="007B2329" w:rsidRDefault="007B2329" w:rsidP="007B2329">
      <w:r>
        <w:t>326.4541</w:t>
      </w:r>
      <w:r>
        <w:tab/>
        <w:t>2.025e0</w:t>
      </w:r>
    </w:p>
    <w:p w:rsidR="007B2329" w:rsidRDefault="007B2329" w:rsidP="007B2329">
      <w:r>
        <w:t>326.4558</w:t>
      </w:r>
      <w:r>
        <w:tab/>
        <w:t>2.025e0</w:t>
      </w:r>
    </w:p>
    <w:p w:rsidR="007B2329" w:rsidRDefault="007B2329" w:rsidP="007B2329">
      <w:r>
        <w:t>326.4613</w:t>
      </w:r>
      <w:r>
        <w:tab/>
        <w:t>3.038e0</w:t>
      </w:r>
    </w:p>
    <w:p w:rsidR="007B2329" w:rsidRDefault="007B2329" w:rsidP="007B2329">
      <w:r>
        <w:t>326.4644</w:t>
      </w:r>
      <w:r>
        <w:tab/>
        <w:t>2.025e0</w:t>
      </w:r>
    </w:p>
    <w:p w:rsidR="007B2329" w:rsidRDefault="007B2329" w:rsidP="007B2329">
      <w:r>
        <w:t>326.4905</w:t>
      </w:r>
      <w:r>
        <w:tab/>
        <w:t>1.013e0</w:t>
      </w:r>
    </w:p>
    <w:p w:rsidR="007B2329" w:rsidRDefault="007B2329" w:rsidP="007B2329">
      <w:r>
        <w:t>326.4940</w:t>
      </w:r>
      <w:r>
        <w:tab/>
        <w:t>4.051e0</w:t>
      </w:r>
    </w:p>
    <w:p w:rsidR="007B2329" w:rsidRDefault="007B2329" w:rsidP="007B2329">
      <w:r>
        <w:t>326.4954</w:t>
      </w:r>
      <w:r>
        <w:tab/>
        <w:t>1.013e0</w:t>
      </w:r>
    </w:p>
    <w:p w:rsidR="007B2329" w:rsidRDefault="007B2329" w:rsidP="007B2329">
      <w:r>
        <w:lastRenderedPageBreak/>
        <w:t>326.5180</w:t>
      </w:r>
      <w:r>
        <w:tab/>
        <w:t>6.076e0</w:t>
      </w:r>
    </w:p>
    <w:p w:rsidR="007B2329" w:rsidRDefault="007B2329" w:rsidP="007B2329">
      <w:r>
        <w:t>326.5207</w:t>
      </w:r>
      <w:r>
        <w:tab/>
        <w:t>1.571e0</w:t>
      </w:r>
    </w:p>
    <w:p w:rsidR="007B2329" w:rsidRDefault="007B2329" w:rsidP="007B2329">
      <w:r>
        <w:t>326.5352</w:t>
      </w:r>
      <w:r>
        <w:tab/>
        <w:t>4.041e0</w:t>
      </w:r>
    </w:p>
    <w:p w:rsidR="007B2329" w:rsidRDefault="007B2329" w:rsidP="007B2329">
      <w:r>
        <w:t>326.5468</w:t>
      </w:r>
      <w:r>
        <w:tab/>
        <w:t>2.474e0</w:t>
      </w:r>
    </w:p>
    <w:p w:rsidR="007B2329" w:rsidRDefault="007B2329" w:rsidP="007B2329">
      <w:r>
        <w:t>326.5702</w:t>
      </w:r>
      <w:r>
        <w:tab/>
        <w:t>2.035e0</w:t>
      </w:r>
    </w:p>
    <w:p w:rsidR="007B2329" w:rsidRDefault="007B2329" w:rsidP="007B2329">
      <w:r>
        <w:t>326.5736</w:t>
      </w:r>
      <w:r>
        <w:tab/>
        <w:t>1.490e1</w:t>
      </w:r>
    </w:p>
    <w:p w:rsidR="007B2329" w:rsidRDefault="007B2329" w:rsidP="007B2329">
      <w:r>
        <w:t>326.5836</w:t>
      </w:r>
      <w:r>
        <w:tab/>
        <w:t>5.063e0</w:t>
      </w:r>
    </w:p>
    <w:p w:rsidR="007B2329" w:rsidRDefault="007B2329" w:rsidP="007B2329">
      <w:r>
        <w:t>326.5895</w:t>
      </w:r>
      <w:r>
        <w:tab/>
        <w:t>6.411e0</w:t>
      </w:r>
    </w:p>
    <w:p w:rsidR="007B2329" w:rsidRDefault="007B2329" w:rsidP="007B2329">
      <w:r>
        <w:t>326.6055</w:t>
      </w:r>
      <w:r>
        <w:tab/>
        <w:t>3.038e0</w:t>
      </w:r>
    </w:p>
    <w:p w:rsidR="007B2329" w:rsidRDefault="007B2329" w:rsidP="007B2329">
      <w:r>
        <w:t>326.6118</w:t>
      </w:r>
      <w:r>
        <w:tab/>
        <w:t>6.076e0</w:t>
      </w:r>
    </w:p>
    <w:p w:rsidR="007B2329" w:rsidRDefault="007B2329" w:rsidP="007B2329">
      <w:r>
        <w:t>326.6133</w:t>
      </w:r>
      <w:r>
        <w:tab/>
        <w:t>4.051e0</w:t>
      </w:r>
    </w:p>
    <w:p w:rsidR="007B2329" w:rsidRDefault="007B2329" w:rsidP="007B2329">
      <w:r>
        <w:t>326.6304</w:t>
      </w:r>
      <w:r>
        <w:tab/>
        <w:t>5.910e0</w:t>
      </w:r>
    </w:p>
    <w:p w:rsidR="007B2329" w:rsidRDefault="007B2329" w:rsidP="007B2329">
      <w:r>
        <w:t>326.6327</w:t>
      </w:r>
      <w:r>
        <w:tab/>
        <w:t>5.910e0</w:t>
      </w:r>
    </w:p>
    <w:p w:rsidR="007B2329" w:rsidRDefault="007B2329" w:rsidP="007B2329">
      <w:r>
        <w:t>326.6368</w:t>
      </w:r>
      <w:r>
        <w:tab/>
        <w:t>2.025e0</w:t>
      </w:r>
    </w:p>
    <w:p w:rsidR="007B2329" w:rsidRDefault="007B2329" w:rsidP="007B2329">
      <w:r>
        <w:t>326.6522</w:t>
      </w:r>
      <w:r>
        <w:tab/>
        <w:t>5.133e0</w:t>
      </w:r>
    </w:p>
    <w:p w:rsidR="007B2329" w:rsidRDefault="007B2329" w:rsidP="007B2329">
      <w:r>
        <w:t>326.6586</w:t>
      </w:r>
      <w:r>
        <w:tab/>
        <w:t>7.284e0</w:t>
      </w:r>
    </w:p>
    <w:p w:rsidR="007B2329" w:rsidRDefault="007B2329" w:rsidP="007B2329">
      <w:r>
        <w:t>326.6621</w:t>
      </w:r>
      <w:r>
        <w:tab/>
        <w:t>1.013e1</w:t>
      </w:r>
    </w:p>
    <w:p w:rsidR="007B2329" w:rsidRDefault="007B2329" w:rsidP="007B2329">
      <w:r>
        <w:t>326.6642</w:t>
      </w:r>
      <w:r>
        <w:tab/>
        <w:t>4.051e0</w:t>
      </w:r>
    </w:p>
    <w:p w:rsidR="007B2329" w:rsidRDefault="007B2329" w:rsidP="007B2329">
      <w:r>
        <w:t>326.6767</w:t>
      </w:r>
      <w:r>
        <w:tab/>
        <w:t>3.038e0</w:t>
      </w:r>
    </w:p>
    <w:p w:rsidR="007B2329" w:rsidRDefault="007B2329" w:rsidP="007B2329">
      <w:r>
        <w:lastRenderedPageBreak/>
        <w:t>326.7053</w:t>
      </w:r>
      <w:r>
        <w:tab/>
        <w:t>4.084e0</w:t>
      </w:r>
    </w:p>
    <w:p w:rsidR="007B2329" w:rsidRDefault="007B2329" w:rsidP="007B2329">
      <w:r>
        <w:t>326.7073</w:t>
      </w:r>
      <w:r>
        <w:tab/>
        <w:t>1.316e1</w:t>
      </w:r>
    </w:p>
    <w:p w:rsidR="007B2329" w:rsidRDefault="007B2329" w:rsidP="007B2329">
      <w:r>
        <w:t>326.7124</w:t>
      </w:r>
      <w:r>
        <w:tab/>
        <w:t>4.638e0</w:t>
      </w:r>
    </w:p>
    <w:p w:rsidR="007B2329" w:rsidRDefault="007B2329" w:rsidP="007B2329">
      <w:r>
        <w:t>326.7301</w:t>
      </w:r>
      <w:r>
        <w:tab/>
        <w:t>1.114e1</w:t>
      </w:r>
    </w:p>
    <w:p w:rsidR="007B2329" w:rsidRDefault="007B2329" w:rsidP="007B2329">
      <w:r>
        <w:t>326.7352</w:t>
      </w:r>
      <w:r>
        <w:tab/>
        <w:t>4.734e0</w:t>
      </w:r>
    </w:p>
    <w:p w:rsidR="007B2329" w:rsidRDefault="007B2329" w:rsidP="007B2329">
      <w:r>
        <w:t>326.7376</w:t>
      </w:r>
      <w:r>
        <w:tab/>
        <w:t>1.704e0</w:t>
      </w:r>
    </w:p>
    <w:p w:rsidR="007B2329" w:rsidRDefault="007B2329" w:rsidP="007B2329">
      <w:r>
        <w:t>326.7594</w:t>
      </w:r>
      <w:r>
        <w:tab/>
        <w:t>3.038e0</w:t>
      </w:r>
    </w:p>
    <w:p w:rsidR="007B2329" w:rsidRDefault="007B2329" w:rsidP="007B2329">
      <w:r>
        <w:t>326.7611</w:t>
      </w:r>
      <w:r>
        <w:tab/>
        <w:t>1.215e1</w:t>
      </w:r>
    </w:p>
    <w:p w:rsidR="007B2329" w:rsidRDefault="007B2329" w:rsidP="007B2329">
      <w:r>
        <w:t>326.7731</w:t>
      </w:r>
      <w:r>
        <w:tab/>
        <w:t>8.602e0</w:t>
      </w:r>
    </w:p>
    <w:p w:rsidR="007B2329" w:rsidRDefault="007B2329" w:rsidP="007B2329">
      <w:r>
        <w:t>326.7794</w:t>
      </w:r>
      <w:r>
        <w:tab/>
        <w:t>5.063e0</w:t>
      </w:r>
    </w:p>
    <w:p w:rsidR="007B2329" w:rsidRDefault="007B2329" w:rsidP="007B2329">
      <w:r>
        <w:t>326.7853</w:t>
      </w:r>
      <w:r>
        <w:tab/>
        <w:t>6.355e0</w:t>
      </w:r>
    </w:p>
    <w:p w:rsidR="007B2329" w:rsidRDefault="007B2329" w:rsidP="007B2329">
      <w:r>
        <w:t>326.7905</w:t>
      </w:r>
      <w:r>
        <w:tab/>
        <w:t>7.089e0</w:t>
      </w:r>
    </w:p>
    <w:p w:rsidR="007B2329" w:rsidRDefault="007B2329" w:rsidP="007B2329">
      <w:r>
        <w:t>326.8106</w:t>
      </w:r>
      <w:r>
        <w:tab/>
        <w:t>5.063e0</w:t>
      </w:r>
    </w:p>
    <w:p w:rsidR="007B2329" w:rsidRDefault="007B2329" w:rsidP="007B2329">
      <w:r>
        <w:t>326.8130</w:t>
      </w:r>
      <w:r>
        <w:tab/>
        <w:t>4.051e0</w:t>
      </w:r>
    </w:p>
    <w:p w:rsidR="007B2329" w:rsidRDefault="007B2329" w:rsidP="007B2329">
      <w:r>
        <w:t>326.8194</w:t>
      </w:r>
      <w:r>
        <w:tab/>
        <w:t>1.013e0</w:t>
      </w:r>
    </w:p>
    <w:p w:rsidR="007B2329" w:rsidRDefault="007B2329" w:rsidP="007B2329">
      <w:r>
        <w:t>326.8220</w:t>
      </w:r>
      <w:r>
        <w:tab/>
        <w:t>8.842e0</w:t>
      </w:r>
    </w:p>
    <w:p w:rsidR="007B2329" w:rsidRDefault="007B2329" w:rsidP="007B2329">
      <w:r>
        <w:t>326.8271</w:t>
      </w:r>
      <w:r>
        <w:tab/>
        <w:t>1.013e0</w:t>
      </w:r>
    </w:p>
    <w:p w:rsidR="007B2329" w:rsidRDefault="007B2329" w:rsidP="007B2329">
      <w:r>
        <w:t>326.8286</w:t>
      </w:r>
      <w:r>
        <w:tab/>
        <w:t>5.346e0</w:t>
      </w:r>
    </w:p>
    <w:p w:rsidR="007B2329" w:rsidRDefault="007B2329" w:rsidP="007B2329">
      <w:r>
        <w:t>326.8355</w:t>
      </w:r>
      <w:r>
        <w:tab/>
        <w:t>7.142e0</w:t>
      </w:r>
    </w:p>
    <w:p w:rsidR="007B2329" w:rsidRDefault="007B2329" w:rsidP="007B2329">
      <w:r>
        <w:lastRenderedPageBreak/>
        <w:t>326.8502</w:t>
      </w:r>
      <w:r>
        <w:tab/>
        <w:t>4.051e0</w:t>
      </w:r>
    </w:p>
    <w:p w:rsidR="007B2329" w:rsidRDefault="007B2329" w:rsidP="007B2329">
      <w:r>
        <w:t>326.8629</w:t>
      </w:r>
      <w:r>
        <w:tab/>
        <w:t>8.101e0</w:t>
      </w:r>
    </w:p>
    <w:p w:rsidR="007B2329" w:rsidRDefault="007B2329" w:rsidP="007B2329">
      <w:r>
        <w:t>326.8699</w:t>
      </w:r>
      <w:r>
        <w:tab/>
        <w:t>1.609e1</w:t>
      </w:r>
    </w:p>
    <w:p w:rsidR="007B2329" w:rsidRDefault="007B2329" w:rsidP="007B2329">
      <w:r>
        <w:t>326.8757</w:t>
      </w:r>
      <w:r>
        <w:tab/>
        <w:t>1.013e0</w:t>
      </w:r>
    </w:p>
    <w:p w:rsidR="007B2329" w:rsidRDefault="007B2329" w:rsidP="007B2329">
      <w:r>
        <w:t>326.8776</w:t>
      </w:r>
      <w:r>
        <w:tab/>
        <w:t>8.681e0</w:t>
      </w:r>
    </w:p>
    <w:p w:rsidR="007B2329" w:rsidRDefault="007B2329" w:rsidP="007B2329">
      <w:r>
        <w:t>326.8788</w:t>
      </w:r>
      <w:r>
        <w:tab/>
        <w:t>9.114e0</w:t>
      </w:r>
    </w:p>
    <w:p w:rsidR="007B2329" w:rsidRDefault="007B2329" w:rsidP="007B2329">
      <w:r>
        <w:t>326.8800</w:t>
      </w:r>
      <w:r>
        <w:tab/>
        <w:t>1.013e0</w:t>
      </w:r>
    </w:p>
    <w:p w:rsidR="007B2329" w:rsidRDefault="007B2329" w:rsidP="007B2329">
      <w:r>
        <w:t>326.8857</w:t>
      </w:r>
      <w:r>
        <w:tab/>
        <w:t>4.051e0</w:t>
      </w:r>
    </w:p>
    <w:p w:rsidR="007B2329" w:rsidRDefault="007B2329" w:rsidP="007B2329">
      <w:r>
        <w:t>326.9026</w:t>
      </w:r>
      <w:r>
        <w:tab/>
        <w:t>9.114e0</w:t>
      </w:r>
    </w:p>
    <w:p w:rsidR="007B2329" w:rsidRDefault="007B2329" w:rsidP="007B2329">
      <w:r>
        <w:t>326.9042</w:t>
      </w:r>
      <w:r>
        <w:tab/>
        <w:t>2.025e0</w:t>
      </w:r>
    </w:p>
    <w:p w:rsidR="007B2329" w:rsidRDefault="007B2329" w:rsidP="007B2329">
      <w:r>
        <w:t>326.9082</w:t>
      </w:r>
      <w:r>
        <w:tab/>
        <w:t>1.013e0</w:t>
      </w:r>
    </w:p>
    <w:p w:rsidR="007B2329" w:rsidRDefault="007B2329" w:rsidP="007B2329">
      <w:r>
        <w:t>326.9129</w:t>
      </w:r>
      <w:r>
        <w:tab/>
        <w:t>6.076e0</w:t>
      </w:r>
    </w:p>
    <w:p w:rsidR="007B2329" w:rsidRDefault="007B2329" w:rsidP="007B2329">
      <w:r>
        <w:t>326.9230</w:t>
      </w:r>
      <w:r>
        <w:tab/>
        <w:t>3.982e0</w:t>
      </w:r>
    </w:p>
    <w:p w:rsidR="007B2329" w:rsidRDefault="007B2329" w:rsidP="007B2329">
      <w:r>
        <w:t>326.9305</w:t>
      </w:r>
      <w:r>
        <w:tab/>
        <w:t>1.208e1</w:t>
      </w:r>
    </w:p>
    <w:p w:rsidR="007B2329" w:rsidRDefault="007B2329" w:rsidP="007B2329">
      <w:r>
        <w:t>326.9378</w:t>
      </w:r>
      <w:r>
        <w:tab/>
        <w:t>1.157e1</w:t>
      </w:r>
    </w:p>
    <w:p w:rsidR="007B2329" w:rsidRDefault="007B2329" w:rsidP="007B2329">
      <w:r>
        <w:t>326.9452</w:t>
      </w:r>
      <w:r>
        <w:tab/>
        <w:t>4.808e0</w:t>
      </w:r>
    </w:p>
    <w:p w:rsidR="007B2329" w:rsidRDefault="007B2329" w:rsidP="007B2329">
      <w:r>
        <w:t>326.9539</w:t>
      </w:r>
      <w:r>
        <w:tab/>
        <w:t>1.088e1</w:t>
      </w:r>
    </w:p>
    <w:p w:rsidR="007B2329" w:rsidRDefault="007B2329" w:rsidP="007B2329">
      <w:r>
        <w:t>326.9614</w:t>
      </w:r>
      <w:r>
        <w:tab/>
        <w:t>4.051e0</w:t>
      </w:r>
    </w:p>
    <w:p w:rsidR="007B2329" w:rsidRDefault="007B2329" w:rsidP="007B2329">
      <w:r>
        <w:t>326.9668</w:t>
      </w:r>
      <w:r>
        <w:tab/>
        <w:t>1.014e1</w:t>
      </w:r>
    </w:p>
    <w:p w:rsidR="007B2329" w:rsidRDefault="007B2329" w:rsidP="007B2329">
      <w:r>
        <w:lastRenderedPageBreak/>
        <w:t>326.9690</w:t>
      </w:r>
      <w:r>
        <w:tab/>
        <w:t>2.025e0</w:t>
      </w:r>
    </w:p>
    <w:p w:rsidR="007B2329" w:rsidRDefault="007B2329" w:rsidP="007B2329">
      <w:r>
        <w:t>326.9929</w:t>
      </w:r>
      <w:r>
        <w:tab/>
        <w:t>5.063e0</w:t>
      </w:r>
    </w:p>
    <w:p w:rsidR="007B2329" w:rsidRDefault="007B2329" w:rsidP="007B2329">
      <w:r>
        <w:t>326.9959</w:t>
      </w:r>
      <w:r>
        <w:tab/>
        <w:t>1.229e1</w:t>
      </w:r>
    </w:p>
    <w:p w:rsidR="007B2329" w:rsidRDefault="007B2329" w:rsidP="007B2329">
      <w:r>
        <w:t>327.0018</w:t>
      </w:r>
      <w:r>
        <w:tab/>
        <w:t>4.538e0</w:t>
      </w:r>
    </w:p>
    <w:p w:rsidR="007B2329" w:rsidRDefault="007B2329" w:rsidP="007B2329">
      <w:r>
        <w:t>327.0139</w:t>
      </w:r>
      <w:r>
        <w:tab/>
        <w:t>5.063e0</w:t>
      </w:r>
    </w:p>
    <w:p w:rsidR="007B2329" w:rsidRDefault="007B2329" w:rsidP="007B2329">
      <w:r>
        <w:t>327.0197</w:t>
      </w:r>
      <w:r>
        <w:tab/>
        <w:t>3.038e0</w:t>
      </w:r>
    </w:p>
    <w:p w:rsidR="007B2329" w:rsidRDefault="007B2329" w:rsidP="007B2329">
      <w:r>
        <w:t>327.0240</w:t>
      </w:r>
      <w:r>
        <w:tab/>
        <w:t>3.038e0</w:t>
      </w:r>
    </w:p>
    <w:p w:rsidR="007B2329" w:rsidRDefault="007B2329" w:rsidP="007B2329">
      <w:r>
        <w:t>327.0482</w:t>
      </w:r>
      <w:r>
        <w:tab/>
        <w:t>2.025e0</w:t>
      </w:r>
    </w:p>
    <w:p w:rsidR="007B2329" w:rsidRDefault="007B2329" w:rsidP="007B2329">
      <w:r>
        <w:t>327.0493</w:t>
      </w:r>
      <w:r>
        <w:tab/>
        <w:t>2.025e0</w:t>
      </w:r>
    </w:p>
    <w:p w:rsidR="007B2329" w:rsidRDefault="007B2329" w:rsidP="007B2329">
      <w:r>
        <w:t>327.0532</w:t>
      </w:r>
      <w:r>
        <w:tab/>
        <w:t>6.076e0</w:t>
      </w:r>
    </w:p>
    <w:p w:rsidR="007B2329" w:rsidRDefault="007B2329" w:rsidP="007B2329">
      <w:r>
        <w:t>327.0615</w:t>
      </w:r>
      <w:r>
        <w:tab/>
        <w:t>5.659e0</w:t>
      </w:r>
    </w:p>
    <w:p w:rsidR="007B2329" w:rsidRDefault="007B2329" w:rsidP="007B2329">
      <w:r>
        <w:t>327.0769</w:t>
      </w:r>
      <w:r>
        <w:tab/>
        <w:t>3.174e0</w:t>
      </w:r>
    </w:p>
    <w:p w:rsidR="007B2329" w:rsidRDefault="007B2329" w:rsidP="007B2329">
      <w:r>
        <w:t>327.0978</w:t>
      </w:r>
      <w:r>
        <w:tab/>
        <w:t>2.541e0</w:t>
      </w:r>
    </w:p>
    <w:p w:rsidR="007B2329" w:rsidRDefault="007B2329" w:rsidP="007B2329">
      <w:r>
        <w:t>327.1683</w:t>
      </w:r>
      <w:r>
        <w:tab/>
        <w:t>1.447e4</w:t>
      </w:r>
    </w:p>
    <w:p w:rsidR="007B2329" w:rsidRDefault="007B2329" w:rsidP="007B2329">
      <w:r>
        <w:t>327.1700</w:t>
      </w:r>
      <w:r>
        <w:tab/>
        <w:t>6.722e3</w:t>
      </w:r>
    </w:p>
    <w:p w:rsidR="007B2329" w:rsidRDefault="007B2329" w:rsidP="007B2329">
      <w:r>
        <w:t>327.1711</w:t>
      </w:r>
      <w:r>
        <w:tab/>
        <w:t>1.107e3</w:t>
      </w:r>
    </w:p>
    <w:p w:rsidR="007B2329" w:rsidRDefault="007B2329" w:rsidP="007B2329">
      <w:r>
        <w:t>327.1729</w:t>
      </w:r>
      <w:r>
        <w:tab/>
        <w:t>1.919e2</w:t>
      </w:r>
    </w:p>
    <w:p w:rsidR="007B2329" w:rsidRDefault="007B2329" w:rsidP="007B2329">
      <w:r>
        <w:t>327.2455</w:t>
      </w:r>
      <w:r>
        <w:tab/>
        <w:t>6.872e1</w:t>
      </w:r>
    </w:p>
    <w:p w:rsidR="007B2329" w:rsidRDefault="007B2329" w:rsidP="007B2329">
      <w:r>
        <w:t>327.2493</w:t>
      </w:r>
      <w:r>
        <w:tab/>
        <w:t>7.821e0</w:t>
      </w:r>
    </w:p>
    <w:p w:rsidR="007B2329" w:rsidRDefault="007B2329" w:rsidP="007B2329">
      <w:r>
        <w:lastRenderedPageBreak/>
        <w:t>327.2736</w:t>
      </w:r>
      <w:r>
        <w:tab/>
        <w:t>9.439e0</w:t>
      </w:r>
    </w:p>
    <w:p w:rsidR="007B2329" w:rsidRDefault="007B2329" w:rsidP="007B2329">
      <w:r>
        <w:t>327.2885</w:t>
      </w:r>
      <w:r>
        <w:tab/>
        <w:t>9.316e1</w:t>
      </w:r>
    </w:p>
    <w:p w:rsidR="007B2329" w:rsidRDefault="007B2329" w:rsidP="007B2329">
      <w:r>
        <w:t>327.2901</w:t>
      </w:r>
      <w:r>
        <w:tab/>
        <w:t>4.658e1</w:t>
      </w:r>
    </w:p>
    <w:p w:rsidR="007B2329" w:rsidRDefault="007B2329" w:rsidP="007B2329">
      <w:r>
        <w:t>327.2912</w:t>
      </w:r>
      <w:r>
        <w:tab/>
        <w:t>8.106e0</w:t>
      </w:r>
    </w:p>
    <w:p w:rsidR="007B2329" w:rsidRDefault="007B2329" w:rsidP="007B2329">
      <w:r>
        <w:t>327.3008</w:t>
      </w:r>
      <w:r>
        <w:tab/>
        <w:t>5.335e1</w:t>
      </w:r>
    </w:p>
    <w:p w:rsidR="007B2329" w:rsidRDefault="007B2329" w:rsidP="007B2329">
      <w:r>
        <w:t>327.3142</w:t>
      </w:r>
      <w:r>
        <w:tab/>
        <w:t>4.658e1</w:t>
      </w:r>
    </w:p>
    <w:p w:rsidR="007B2329" w:rsidRDefault="007B2329" w:rsidP="007B2329">
      <w:r>
        <w:t>327.3248</w:t>
      </w:r>
      <w:r>
        <w:tab/>
        <w:t>3.051e0</w:t>
      </w:r>
    </w:p>
    <w:p w:rsidR="007B2329" w:rsidRDefault="007B2329" w:rsidP="007B2329">
      <w:r>
        <w:t>327.3264</w:t>
      </w:r>
      <w:r>
        <w:tab/>
        <w:t>2.025e0</w:t>
      </w:r>
    </w:p>
    <w:p w:rsidR="007B2329" w:rsidRDefault="007B2329" w:rsidP="007B2329">
      <w:r>
        <w:t>327.3358</w:t>
      </w:r>
      <w:r>
        <w:tab/>
        <w:t>3.604e1</w:t>
      </w:r>
    </w:p>
    <w:p w:rsidR="007B2329" w:rsidRDefault="007B2329" w:rsidP="007B2329">
      <w:r>
        <w:t>327.3380</w:t>
      </w:r>
      <w:r>
        <w:tab/>
        <w:t>4.658e1</w:t>
      </w:r>
    </w:p>
    <w:p w:rsidR="007B2329" w:rsidRDefault="007B2329" w:rsidP="007B2329">
      <w:r>
        <w:t>327.3467</w:t>
      </w:r>
      <w:r>
        <w:tab/>
        <w:t>1.165e2</w:t>
      </w:r>
    </w:p>
    <w:p w:rsidR="007B2329" w:rsidRDefault="007B2329" w:rsidP="007B2329">
      <w:r>
        <w:t>327.3622</w:t>
      </w:r>
      <w:r>
        <w:tab/>
        <w:t>2.025e0</w:t>
      </w:r>
    </w:p>
    <w:p w:rsidR="007B2329" w:rsidRDefault="007B2329" w:rsidP="007B2329">
      <w:r>
        <w:t>327.3658</w:t>
      </w:r>
      <w:r>
        <w:tab/>
        <w:t>1.455e1</w:t>
      </w:r>
    </w:p>
    <w:p w:rsidR="007B2329" w:rsidRDefault="007B2329" w:rsidP="007B2329">
      <w:r>
        <w:t>327.3747</w:t>
      </w:r>
      <w:r>
        <w:tab/>
        <w:t>1.015e1</w:t>
      </w:r>
    </w:p>
    <w:p w:rsidR="007B2329" w:rsidRDefault="007B2329" w:rsidP="007B2329">
      <w:r>
        <w:t>327.3775</w:t>
      </w:r>
      <w:r>
        <w:tab/>
        <w:t>4.096e1</w:t>
      </w:r>
    </w:p>
    <w:p w:rsidR="007B2329" w:rsidRDefault="007B2329" w:rsidP="007B2329">
      <w:r>
        <w:t>327.3861</w:t>
      </w:r>
      <w:r>
        <w:tab/>
        <w:t>4.658e1</w:t>
      </w:r>
    </w:p>
    <w:p w:rsidR="007B2329" w:rsidRDefault="007B2329" w:rsidP="007B2329">
      <w:r>
        <w:t>327.4041</w:t>
      </w:r>
      <w:r>
        <w:tab/>
        <w:t>2.025e0</w:t>
      </w:r>
    </w:p>
    <w:p w:rsidR="007B2329" w:rsidRDefault="007B2329" w:rsidP="007B2329">
      <w:r>
        <w:t>327.4123</w:t>
      </w:r>
      <w:r>
        <w:tab/>
        <w:t>2.329e1</w:t>
      </w:r>
    </w:p>
    <w:p w:rsidR="007B2329" w:rsidRDefault="007B2329" w:rsidP="007B2329">
      <w:r>
        <w:t>327.4253</w:t>
      </w:r>
      <w:r>
        <w:tab/>
        <w:t>3.051e0</w:t>
      </w:r>
    </w:p>
    <w:p w:rsidR="007B2329" w:rsidRDefault="007B2329" w:rsidP="007B2329">
      <w:r>
        <w:lastRenderedPageBreak/>
        <w:t>327.4267</w:t>
      </w:r>
      <w:r>
        <w:tab/>
        <w:t>2.329e1</w:t>
      </w:r>
    </w:p>
    <w:p w:rsidR="007B2329" w:rsidRDefault="007B2329" w:rsidP="007B2329">
      <w:r>
        <w:t>327.4279</w:t>
      </w:r>
      <w:r>
        <w:tab/>
        <w:t>1.355e1</w:t>
      </w:r>
    </w:p>
    <w:p w:rsidR="007B2329" w:rsidRDefault="007B2329" w:rsidP="007B2329">
      <w:r>
        <w:t>327.4360</w:t>
      </w:r>
      <w:r>
        <w:tab/>
        <w:t>7.000e0</w:t>
      </w:r>
    </w:p>
    <w:p w:rsidR="007B2329" w:rsidRDefault="007B2329" w:rsidP="007B2329">
      <w:r>
        <w:t>327.4546</w:t>
      </w:r>
      <w:r>
        <w:tab/>
        <w:t>2.532e-2</w:t>
      </w:r>
    </w:p>
    <w:p w:rsidR="007B2329" w:rsidRDefault="007B2329" w:rsidP="007B2329">
      <w:r>
        <w:t>327.4681</w:t>
      </w:r>
      <w:r>
        <w:tab/>
        <w:t>1.013e0</w:t>
      </w:r>
    </w:p>
    <w:p w:rsidR="007B2329" w:rsidRDefault="007B2329" w:rsidP="007B2329">
      <w:r>
        <w:t>327.4803</w:t>
      </w:r>
      <w:r>
        <w:tab/>
        <w:t>1.427e1</w:t>
      </w:r>
    </w:p>
    <w:p w:rsidR="007B2329" w:rsidRDefault="007B2329" w:rsidP="007B2329">
      <w:r>
        <w:t>327.4951</w:t>
      </w:r>
      <w:r>
        <w:tab/>
        <w:t>1.196e1</w:t>
      </w:r>
    </w:p>
    <w:p w:rsidR="007B2329" w:rsidRDefault="007B2329" w:rsidP="007B2329">
      <w:r>
        <w:t>327.5069</w:t>
      </w:r>
      <w:r>
        <w:tab/>
        <w:t>2.532e1</w:t>
      </w:r>
    </w:p>
    <w:p w:rsidR="007B2329" w:rsidRDefault="007B2329" w:rsidP="007B2329">
      <w:r>
        <w:t>327.5248</w:t>
      </w:r>
      <w:r>
        <w:tab/>
        <w:t>1.013e0</w:t>
      </w:r>
    </w:p>
    <w:p w:rsidR="007B2329" w:rsidRDefault="007B2329" w:rsidP="007B2329">
      <w:r>
        <w:t>327.5274</w:t>
      </w:r>
      <w:r>
        <w:tab/>
        <w:t>4.658e1</w:t>
      </w:r>
    </w:p>
    <w:p w:rsidR="007B2329" w:rsidRDefault="007B2329" w:rsidP="007B2329">
      <w:r>
        <w:t>327.5294</w:t>
      </w:r>
      <w:r>
        <w:tab/>
        <w:t>3.038e0</w:t>
      </w:r>
    </w:p>
    <w:p w:rsidR="007B2329" w:rsidRDefault="007B2329" w:rsidP="007B2329">
      <w:r>
        <w:t>327.5346</w:t>
      </w:r>
      <w:r>
        <w:tab/>
        <w:t>5.063e0</w:t>
      </w:r>
    </w:p>
    <w:p w:rsidR="007B2329" w:rsidRDefault="007B2329" w:rsidP="007B2329">
      <w:r>
        <w:t>327.5446</w:t>
      </w:r>
      <w:r>
        <w:tab/>
        <w:t>3.046e0</w:t>
      </w:r>
    </w:p>
    <w:p w:rsidR="007B2329" w:rsidRDefault="007B2329" w:rsidP="007B2329">
      <w:r>
        <w:t>327.5625</w:t>
      </w:r>
      <w:r>
        <w:tab/>
        <w:t>1.013e0</w:t>
      </w:r>
    </w:p>
    <w:p w:rsidR="007B2329" w:rsidRDefault="007B2329" w:rsidP="007B2329">
      <w:r>
        <w:t>327.5694</w:t>
      </w:r>
      <w:r>
        <w:tab/>
        <w:t>1.013e1</w:t>
      </w:r>
    </w:p>
    <w:p w:rsidR="007B2329" w:rsidRDefault="007B2329" w:rsidP="007B2329">
      <w:r>
        <w:t>327.5717</w:t>
      </w:r>
      <w:r>
        <w:tab/>
        <w:t>2.329e1</w:t>
      </w:r>
    </w:p>
    <w:p w:rsidR="007B2329" w:rsidRDefault="007B2329" w:rsidP="007B2329">
      <w:r>
        <w:t>327.5735</w:t>
      </w:r>
      <w:r>
        <w:tab/>
        <w:t>4.051e0</w:t>
      </w:r>
    </w:p>
    <w:p w:rsidR="007B2329" w:rsidRDefault="007B2329" w:rsidP="007B2329">
      <w:r>
        <w:t>327.5760</w:t>
      </w:r>
      <w:r>
        <w:tab/>
        <w:t>3.968e0</w:t>
      </w:r>
    </w:p>
    <w:p w:rsidR="007B2329" w:rsidRDefault="007B2329" w:rsidP="007B2329">
      <w:r>
        <w:t>327.6201</w:t>
      </w:r>
      <w:r>
        <w:tab/>
        <w:t>5.063e0</w:t>
      </w:r>
    </w:p>
    <w:p w:rsidR="007B2329" w:rsidRDefault="007B2329" w:rsidP="007B2329">
      <w:r>
        <w:lastRenderedPageBreak/>
        <w:t>327.6221</w:t>
      </w:r>
      <w:r>
        <w:tab/>
        <w:t>1.416e0</w:t>
      </w:r>
    </w:p>
    <w:p w:rsidR="007B2329" w:rsidRDefault="007B2329" w:rsidP="007B2329">
      <w:r>
        <w:t>327.6249</w:t>
      </w:r>
      <w:r>
        <w:tab/>
        <w:t>6.987e1</w:t>
      </w:r>
    </w:p>
    <w:p w:rsidR="007B2329" w:rsidRDefault="007B2329" w:rsidP="007B2329">
      <w:r>
        <w:t>327.6448</w:t>
      </w:r>
      <w:r>
        <w:tab/>
        <w:t>6.076e0</w:t>
      </w:r>
    </w:p>
    <w:p w:rsidR="007B2329" w:rsidRDefault="007B2329" w:rsidP="007B2329">
      <w:r>
        <w:t>327.6473</w:t>
      </w:r>
      <w:r>
        <w:tab/>
        <w:t>1.051e0</w:t>
      </w:r>
    </w:p>
    <w:p w:rsidR="007B2329" w:rsidRDefault="007B2329" w:rsidP="007B2329">
      <w:r>
        <w:t>327.6547</w:t>
      </w:r>
      <w:r>
        <w:tab/>
        <w:t>1.013e0</w:t>
      </w:r>
    </w:p>
    <w:p w:rsidR="007B2329" w:rsidRDefault="007B2329" w:rsidP="007B2329">
      <w:r>
        <w:t>327.6588</w:t>
      </w:r>
      <w:r>
        <w:tab/>
        <w:t>5.063e0</w:t>
      </w:r>
    </w:p>
    <w:p w:rsidR="007B2329" w:rsidRDefault="007B2329" w:rsidP="007B2329">
      <w:r>
        <w:t>327.6792</w:t>
      </w:r>
      <w:r>
        <w:tab/>
        <w:t>2.025e0</w:t>
      </w:r>
    </w:p>
    <w:p w:rsidR="007B2329" w:rsidRDefault="007B2329" w:rsidP="007B2329">
      <w:r>
        <w:t>327.6863</w:t>
      </w:r>
      <w:r>
        <w:tab/>
        <w:t>3.038e0</w:t>
      </w:r>
    </w:p>
    <w:p w:rsidR="007B2329" w:rsidRDefault="007B2329" w:rsidP="007B2329">
      <w:r>
        <w:t>327.6903</w:t>
      </w:r>
      <w:r>
        <w:tab/>
        <w:t>5.671e1</w:t>
      </w:r>
    </w:p>
    <w:p w:rsidR="007B2329" w:rsidRDefault="007B2329" w:rsidP="007B2329">
      <w:r>
        <w:t>327.6986</w:t>
      </w:r>
      <w:r>
        <w:tab/>
        <w:t>4.358e1</w:t>
      </w:r>
    </w:p>
    <w:p w:rsidR="007B2329" w:rsidRDefault="007B2329" w:rsidP="007B2329">
      <w:r>
        <w:t>327.7016</w:t>
      </w:r>
      <w:r>
        <w:tab/>
        <w:t>6.076e1</w:t>
      </w:r>
    </w:p>
    <w:p w:rsidR="007B2329" w:rsidRDefault="007B2329" w:rsidP="007B2329">
      <w:r>
        <w:t>327.7166</w:t>
      </w:r>
      <w:r>
        <w:tab/>
        <w:t>6.987e1</w:t>
      </w:r>
    </w:p>
    <w:p w:rsidR="007B2329" w:rsidRDefault="007B2329" w:rsidP="007B2329">
      <w:r>
        <w:t>327.7193</w:t>
      </w:r>
      <w:r>
        <w:tab/>
        <w:t>2.025e0</w:t>
      </w:r>
    </w:p>
    <w:p w:rsidR="007B2329" w:rsidRDefault="007B2329" w:rsidP="007B2329">
      <w:r>
        <w:t>327.7340</w:t>
      </w:r>
      <w:r>
        <w:tab/>
        <w:t>2.025e0</w:t>
      </w:r>
    </w:p>
    <w:p w:rsidR="007B2329" w:rsidRDefault="007B2329" w:rsidP="007B2329">
      <w:r>
        <w:t>327.7431</w:t>
      </w:r>
      <w:r>
        <w:tab/>
        <w:t>2.063e0</w:t>
      </w:r>
    </w:p>
    <w:p w:rsidR="007B2329" w:rsidRDefault="007B2329" w:rsidP="007B2329">
      <w:r>
        <w:t>327.7447</w:t>
      </w:r>
      <w:r>
        <w:tab/>
        <w:t>4.658e1</w:t>
      </w:r>
    </w:p>
    <w:p w:rsidR="007B2329" w:rsidRDefault="007B2329" w:rsidP="007B2329">
      <w:r>
        <w:t>327.7509</w:t>
      </w:r>
      <w:r>
        <w:tab/>
        <w:t>1.034e1</w:t>
      </w:r>
    </w:p>
    <w:p w:rsidR="007B2329" w:rsidRDefault="007B2329" w:rsidP="007B2329">
      <w:r>
        <w:t>327.7596</w:t>
      </w:r>
      <w:r>
        <w:tab/>
        <w:t>5.772e1</w:t>
      </w:r>
    </w:p>
    <w:p w:rsidR="007B2329" w:rsidRDefault="007B2329" w:rsidP="007B2329">
      <w:r>
        <w:t>327.7943</w:t>
      </w:r>
      <w:r>
        <w:tab/>
        <w:t>1.025e0</w:t>
      </w:r>
    </w:p>
    <w:p w:rsidR="007B2329" w:rsidRDefault="007B2329" w:rsidP="007B2329">
      <w:r>
        <w:lastRenderedPageBreak/>
        <w:t>327.7996</w:t>
      </w:r>
      <w:r>
        <w:tab/>
        <w:t>4.658e1</w:t>
      </w:r>
    </w:p>
    <w:p w:rsidR="007B2329" w:rsidRDefault="007B2329" w:rsidP="007B2329">
      <w:r>
        <w:t>327.8060</w:t>
      </w:r>
      <w:r>
        <w:tab/>
        <w:t>4.658e1</w:t>
      </w:r>
    </w:p>
    <w:p w:rsidR="007B2329" w:rsidRDefault="007B2329" w:rsidP="007B2329">
      <w:r>
        <w:t>327.8122</w:t>
      </w:r>
      <w:r>
        <w:tab/>
        <w:t>3.196e1</w:t>
      </w:r>
    </w:p>
    <w:p w:rsidR="007B2329" w:rsidRDefault="007B2329" w:rsidP="007B2329">
      <w:r>
        <w:t>327.8162</w:t>
      </w:r>
      <w:r>
        <w:tab/>
        <w:t>5.430e0</w:t>
      </w:r>
    </w:p>
    <w:p w:rsidR="007B2329" w:rsidRDefault="007B2329" w:rsidP="007B2329">
      <w:r>
        <w:t>327.8234</w:t>
      </w:r>
      <w:r>
        <w:tab/>
        <w:t>1.519e1</w:t>
      </w:r>
    </w:p>
    <w:p w:rsidR="007B2329" w:rsidRDefault="007B2329" w:rsidP="007B2329">
      <w:r>
        <w:t>327.8436</w:t>
      </w:r>
      <w:r>
        <w:tab/>
        <w:t>5.532e1</w:t>
      </w:r>
    </w:p>
    <w:p w:rsidR="007B2329" w:rsidRDefault="007B2329" w:rsidP="007B2329">
      <w:r>
        <w:t>327.8500</w:t>
      </w:r>
      <w:r>
        <w:tab/>
        <w:t>6.385e1</w:t>
      </w:r>
    </w:p>
    <w:p w:rsidR="007B2329" w:rsidRDefault="007B2329" w:rsidP="007B2329">
      <w:r>
        <w:t>327.8699</w:t>
      </w:r>
      <w:r>
        <w:tab/>
        <w:t>1.013e0</w:t>
      </w:r>
    </w:p>
    <w:p w:rsidR="007B2329" w:rsidRDefault="007B2329" w:rsidP="007B2329">
      <w:r>
        <w:t>327.8732</w:t>
      </w:r>
      <w:r>
        <w:tab/>
        <w:t>2.025e0</w:t>
      </w:r>
    </w:p>
    <w:p w:rsidR="007B2329" w:rsidRDefault="007B2329" w:rsidP="007B2329">
      <w:r>
        <w:t>327.8745</w:t>
      </w:r>
      <w:r>
        <w:tab/>
        <w:t>6.853e0</w:t>
      </w:r>
    </w:p>
    <w:p w:rsidR="007B2329" w:rsidRDefault="007B2329" w:rsidP="007B2329">
      <w:r>
        <w:t>327.8907</w:t>
      </w:r>
      <w:r>
        <w:tab/>
        <w:t>1.137e1</w:t>
      </w:r>
    </w:p>
    <w:p w:rsidR="007B2329" w:rsidRDefault="007B2329" w:rsidP="007B2329">
      <w:r>
        <w:t>327.8971</w:t>
      </w:r>
      <w:r>
        <w:tab/>
        <w:t>9.654e1</w:t>
      </w:r>
    </w:p>
    <w:p w:rsidR="007B2329" w:rsidRDefault="007B2329" w:rsidP="007B2329">
      <w:r>
        <w:t>327.9162</w:t>
      </w:r>
      <w:r>
        <w:tab/>
        <w:t>9.420e1</w:t>
      </w:r>
    </w:p>
    <w:p w:rsidR="007B2329" w:rsidRDefault="007B2329" w:rsidP="007B2329">
      <w:r>
        <w:t>327.9284</w:t>
      </w:r>
      <w:r>
        <w:tab/>
        <w:t>1.638e0</w:t>
      </w:r>
    </w:p>
    <w:p w:rsidR="007B2329" w:rsidRDefault="007B2329" w:rsidP="007B2329">
      <w:r>
        <w:t>327.9356</w:t>
      </w:r>
      <w:r>
        <w:tab/>
        <w:t>3.038e0</w:t>
      </w:r>
    </w:p>
    <w:p w:rsidR="007B2329" w:rsidRDefault="007B2329" w:rsidP="007B2329">
      <w:r>
        <w:t>327.9419</w:t>
      </w:r>
      <w:r>
        <w:tab/>
        <w:t>9.719e0</w:t>
      </w:r>
    </w:p>
    <w:p w:rsidR="007B2329" w:rsidRDefault="007B2329" w:rsidP="007B2329">
      <w:r>
        <w:t>327.9492</w:t>
      </w:r>
      <w:r>
        <w:tab/>
        <w:t>2.329e1</w:t>
      </w:r>
    </w:p>
    <w:p w:rsidR="007B2329" w:rsidRDefault="007B2329" w:rsidP="007B2329">
      <w:r>
        <w:t>327.9510</w:t>
      </w:r>
      <w:r>
        <w:tab/>
        <w:t>2.025e0</w:t>
      </w:r>
    </w:p>
    <w:p w:rsidR="007B2329" w:rsidRDefault="007B2329" w:rsidP="007B2329">
      <w:r>
        <w:t>327.9617</w:t>
      </w:r>
      <w:r>
        <w:tab/>
        <w:t>2.329e1</w:t>
      </w:r>
    </w:p>
    <w:p w:rsidR="007B2329" w:rsidRDefault="007B2329" w:rsidP="007B2329">
      <w:r>
        <w:lastRenderedPageBreak/>
        <w:t>327.9754</w:t>
      </w:r>
      <w:r>
        <w:tab/>
        <w:t>7.392e1</w:t>
      </w:r>
    </w:p>
    <w:p w:rsidR="007B2329" w:rsidRDefault="007B2329" w:rsidP="007B2329">
      <w:r>
        <w:t>327.9794</w:t>
      </w:r>
      <w:r>
        <w:tab/>
        <w:t>2.329e1</w:t>
      </w:r>
    </w:p>
    <w:p w:rsidR="007B2329" w:rsidRDefault="007B2329" w:rsidP="007B2329">
      <w:r>
        <w:t>327.9843</w:t>
      </w:r>
      <w:r>
        <w:tab/>
        <w:t>9.127e0</w:t>
      </w:r>
    </w:p>
    <w:p w:rsidR="007B2329" w:rsidRDefault="007B2329" w:rsidP="007B2329">
      <w:r>
        <w:t>327.9951</w:t>
      </w:r>
      <w:r>
        <w:tab/>
        <w:t>6.076e0</w:t>
      </w:r>
    </w:p>
    <w:p w:rsidR="007B2329" w:rsidRDefault="007B2329" w:rsidP="007B2329">
      <w:r>
        <w:t>328.0042</w:t>
      </w:r>
      <w:r>
        <w:tab/>
        <w:t>2.532e-2</w:t>
      </w:r>
    </w:p>
    <w:p w:rsidR="007B2329" w:rsidRDefault="007B2329" w:rsidP="007B2329">
      <w:r>
        <w:t>328.0193</w:t>
      </w:r>
      <w:r>
        <w:tab/>
        <w:t>2.430e1</w:t>
      </w:r>
    </w:p>
    <w:p w:rsidR="007B2329" w:rsidRDefault="007B2329" w:rsidP="007B2329">
      <w:r>
        <w:t>328.0277</w:t>
      </w:r>
      <w:r>
        <w:tab/>
        <w:t>4.051e0</w:t>
      </w:r>
    </w:p>
    <w:p w:rsidR="007B2329" w:rsidRDefault="007B2329" w:rsidP="007B2329">
      <w:r>
        <w:t>328.0374</w:t>
      </w:r>
      <w:r>
        <w:tab/>
        <w:t>1.114e1</w:t>
      </w:r>
    </w:p>
    <w:p w:rsidR="007B2329" w:rsidRDefault="007B2329" w:rsidP="007B2329">
      <w:r>
        <w:t>328.0404</w:t>
      </w:r>
      <w:r>
        <w:tab/>
        <w:t>2.241e0</w:t>
      </w:r>
    </w:p>
    <w:p w:rsidR="007B2329" w:rsidRDefault="007B2329" w:rsidP="007B2329">
      <w:r>
        <w:t>328.0533</w:t>
      </w:r>
      <w:r>
        <w:tab/>
        <w:t>4.658e1</w:t>
      </w:r>
    </w:p>
    <w:p w:rsidR="007B2329" w:rsidRDefault="007B2329" w:rsidP="007B2329">
      <w:r>
        <w:t>328.0575</w:t>
      </w:r>
      <w:r>
        <w:tab/>
        <w:t>6.987e1</w:t>
      </w:r>
    </w:p>
    <w:p w:rsidR="007B2329" w:rsidRDefault="007B2329" w:rsidP="007B2329">
      <w:r>
        <w:t>328.0716</w:t>
      </w:r>
      <w:r>
        <w:tab/>
        <w:t>6.683e0</w:t>
      </w:r>
    </w:p>
    <w:p w:rsidR="007B2329" w:rsidRDefault="007B2329" w:rsidP="007B2329">
      <w:r>
        <w:t>328.0836</w:t>
      </w:r>
      <w:r>
        <w:tab/>
        <w:t>6.076e0</w:t>
      </w:r>
    </w:p>
    <w:p w:rsidR="007B2329" w:rsidRDefault="007B2329" w:rsidP="007B2329">
      <w:r>
        <w:t>328.0889</w:t>
      </w:r>
      <w:r>
        <w:tab/>
        <w:t>2.329e1</w:t>
      </w:r>
    </w:p>
    <w:p w:rsidR="007B2329" w:rsidRDefault="007B2329" w:rsidP="007B2329">
      <w:r>
        <w:t>328.1682</w:t>
      </w:r>
      <w:r>
        <w:tab/>
        <w:t>9.369e2</w:t>
      </w:r>
    </w:p>
    <w:p w:rsidR="007B2329" w:rsidRDefault="007B2329" w:rsidP="007B2329">
      <w:r>
        <w:t>328.1706</w:t>
      </w:r>
      <w:r>
        <w:tab/>
        <w:t>1.410e3</w:t>
      </w:r>
    </w:p>
    <w:p w:rsidR="007B2329" w:rsidRDefault="007B2329" w:rsidP="007B2329">
      <w:r>
        <w:t>328.1721</w:t>
      </w:r>
      <w:r>
        <w:tab/>
        <w:t>1.050e3</w:t>
      </w:r>
    </w:p>
    <w:p w:rsidR="007B2329" w:rsidRDefault="007B2329" w:rsidP="007B2329">
      <w:r>
        <w:t>328.1732</w:t>
      </w:r>
      <w:r>
        <w:tab/>
        <w:t>1.148e3</w:t>
      </w:r>
    </w:p>
    <w:p w:rsidR="007B2329" w:rsidRDefault="007B2329" w:rsidP="007B2329">
      <w:r>
        <w:t>328.1747</w:t>
      </w:r>
      <w:r>
        <w:tab/>
        <w:t>4.443e2</w:t>
      </w:r>
    </w:p>
    <w:p w:rsidR="007B2329" w:rsidRDefault="007B2329" w:rsidP="007B2329">
      <w:r>
        <w:lastRenderedPageBreak/>
        <w:t>328.1764</w:t>
      </w:r>
      <w:r>
        <w:tab/>
        <w:t>9.515e2</w:t>
      </w:r>
    </w:p>
    <w:p w:rsidR="007B2329" w:rsidRDefault="007B2329" w:rsidP="007B2329">
      <w:r>
        <w:t>328.1790</w:t>
      </w:r>
      <w:r>
        <w:tab/>
        <w:t>1.565e1</w:t>
      </w:r>
    </w:p>
    <w:p w:rsidR="007B2329" w:rsidRDefault="007B2329" w:rsidP="007B2329">
      <w:r>
        <w:t>328.2388</w:t>
      </w:r>
      <w:r>
        <w:tab/>
        <w:t>6.076e0</w:t>
      </w:r>
    </w:p>
    <w:p w:rsidR="007B2329" w:rsidRDefault="007B2329" w:rsidP="007B2329">
      <w:r>
        <w:t>328.2582</w:t>
      </w:r>
      <w:r>
        <w:tab/>
        <w:t>7.465e0</w:t>
      </w:r>
    </w:p>
    <w:p w:rsidR="007B2329" w:rsidRDefault="007B2329" w:rsidP="007B2329">
      <w:r>
        <w:t>328.2607</w:t>
      </w:r>
      <w:r>
        <w:tab/>
        <w:t>2.796e0</w:t>
      </w:r>
    </w:p>
    <w:p w:rsidR="007B2329" w:rsidRDefault="007B2329" w:rsidP="007B2329">
      <w:r>
        <w:t>328.2664</w:t>
      </w:r>
      <w:r>
        <w:tab/>
        <w:t>2.329e1</w:t>
      </w:r>
    </w:p>
    <w:p w:rsidR="007B2329" w:rsidRDefault="007B2329" w:rsidP="007B2329">
      <w:r>
        <w:t>328.2692</w:t>
      </w:r>
      <w:r>
        <w:tab/>
        <w:t>2.329e1</w:t>
      </w:r>
    </w:p>
    <w:p w:rsidR="007B2329" w:rsidRDefault="007B2329" w:rsidP="007B2329">
      <w:r>
        <w:t>328.2960</w:t>
      </w:r>
      <w:r>
        <w:tab/>
        <w:t>1.203e2</w:t>
      </w:r>
    </w:p>
    <w:p w:rsidR="007B2329" w:rsidRDefault="007B2329" w:rsidP="007B2329">
      <w:r>
        <w:t>328.2974</w:t>
      </w:r>
      <w:r>
        <w:tab/>
        <w:t>1.359e1</w:t>
      </w:r>
    </w:p>
    <w:p w:rsidR="007B2329" w:rsidRDefault="007B2329" w:rsidP="007B2329">
      <w:r>
        <w:t>328.3019</w:t>
      </w:r>
      <w:r>
        <w:tab/>
        <w:t>6.522e0</w:t>
      </w:r>
    </w:p>
    <w:p w:rsidR="007B2329" w:rsidRDefault="007B2329" w:rsidP="007B2329">
      <w:r>
        <w:t>328.3065</w:t>
      </w:r>
      <w:r>
        <w:tab/>
        <w:t>2.329e1</w:t>
      </w:r>
    </w:p>
    <w:p w:rsidR="007B2329" w:rsidRDefault="007B2329" w:rsidP="007B2329">
      <w:r>
        <w:t>328.3325</w:t>
      </w:r>
      <w:r>
        <w:tab/>
        <w:t>3.038e0</w:t>
      </w:r>
    </w:p>
    <w:p w:rsidR="007B2329" w:rsidRDefault="007B2329" w:rsidP="007B2329">
      <w:r>
        <w:t>328.3460</w:t>
      </w:r>
      <w:r>
        <w:tab/>
        <w:t>4.658e1</w:t>
      </w:r>
    </w:p>
    <w:p w:rsidR="007B2329" w:rsidRDefault="007B2329" w:rsidP="007B2329">
      <w:r>
        <w:t>328.3473</w:t>
      </w:r>
      <w:r>
        <w:tab/>
        <w:t>8.101e0</w:t>
      </w:r>
    </w:p>
    <w:p w:rsidR="007B2329" w:rsidRDefault="007B2329" w:rsidP="007B2329">
      <w:r>
        <w:t>328.3577</w:t>
      </w:r>
      <w:r>
        <w:tab/>
        <w:t>4.051e0</w:t>
      </w:r>
    </w:p>
    <w:p w:rsidR="007B2329" w:rsidRDefault="007B2329" w:rsidP="007B2329">
      <w:r>
        <w:t>328.3669</w:t>
      </w:r>
      <w:r>
        <w:tab/>
        <w:t>3.038e0</w:t>
      </w:r>
    </w:p>
    <w:p w:rsidR="007B2329" w:rsidRDefault="007B2329" w:rsidP="007B2329">
      <w:r>
        <w:t>328.3806</w:t>
      </w:r>
      <w:r>
        <w:tab/>
        <w:t>2.329e1</w:t>
      </w:r>
    </w:p>
    <w:p w:rsidR="007B2329" w:rsidRDefault="007B2329" w:rsidP="007B2329">
      <w:r>
        <w:t>328.4035</w:t>
      </w:r>
      <w:r>
        <w:tab/>
        <w:t>2.532e-2</w:t>
      </w:r>
    </w:p>
    <w:p w:rsidR="007B2329" w:rsidRDefault="007B2329" w:rsidP="007B2329">
      <w:r>
        <w:t>328.4058</w:t>
      </w:r>
      <w:r>
        <w:tab/>
        <w:t>2.025e0</w:t>
      </w:r>
    </w:p>
    <w:p w:rsidR="007B2329" w:rsidRDefault="007B2329" w:rsidP="007B2329">
      <w:r>
        <w:lastRenderedPageBreak/>
        <w:t>328.4221</w:t>
      </w:r>
      <w:r>
        <w:tab/>
        <w:t>5.076e0</w:t>
      </w:r>
    </w:p>
    <w:p w:rsidR="007B2329" w:rsidRDefault="007B2329" w:rsidP="007B2329">
      <w:r>
        <w:t>328.4284</w:t>
      </w:r>
      <w:r>
        <w:tab/>
        <w:t>5.063e0</w:t>
      </w:r>
    </w:p>
    <w:p w:rsidR="007B2329" w:rsidRDefault="007B2329" w:rsidP="007B2329">
      <w:r>
        <w:t>328.4333</w:t>
      </w:r>
      <w:r>
        <w:tab/>
        <w:t>2.329e1</w:t>
      </w:r>
    </w:p>
    <w:p w:rsidR="007B2329" w:rsidRDefault="007B2329" w:rsidP="007B2329">
      <w:r>
        <w:t>328.4571</w:t>
      </w:r>
      <w:r>
        <w:tab/>
        <w:t>5.510e0</w:t>
      </w:r>
    </w:p>
    <w:p w:rsidR="007B2329" w:rsidRDefault="007B2329" w:rsidP="007B2329">
      <w:r>
        <w:t>328.4626</w:t>
      </w:r>
      <w:r>
        <w:tab/>
        <w:t>1.013e0</w:t>
      </w:r>
    </w:p>
    <w:p w:rsidR="007B2329" w:rsidRDefault="007B2329" w:rsidP="007B2329">
      <w:r>
        <w:t>328.4671</w:t>
      </w:r>
      <w:r>
        <w:tab/>
        <w:t>1.013e0</w:t>
      </w:r>
    </w:p>
    <w:p w:rsidR="007B2329" w:rsidRDefault="007B2329" w:rsidP="007B2329">
      <w:r>
        <w:t>328.4770</w:t>
      </w:r>
      <w:r>
        <w:tab/>
        <w:t>3.038e0</w:t>
      </w:r>
    </w:p>
    <w:p w:rsidR="007B2329" w:rsidRDefault="007B2329" w:rsidP="007B2329">
      <w:r>
        <w:t>328.4902</w:t>
      </w:r>
      <w:r>
        <w:tab/>
        <w:t>2.937e1</w:t>
      </w:r>
    </w:p>
    <w:p w:rsidR="007B2329" w:rsidRDefault="007B2329" w:rsidP="007B2329">
      <w:r>
        <w:t>328.4928</w:t>
      </w:r>
      <w:r>
        <w:tab/>
        <w:t>3.038e0</w:t>
      </w:r>
    </w:p>
    <w:p w:rsidR="007B2329" w:rsidRDefault="007B2329" w:rsidP="007B2329">
      <w:r>
        <w:t>328.5071</w:t>
      </w:r>
      <w:r>
        <w:tab/>
        <w:t>3.038e0</w:t>
      </w:r>
    </w:p>
    <w:p w:rsidR="007B2329" w:rsidRDefault="007B2329" w:rsidP="007B2329">
      <w:r>
        <w:t>328.5185</w:t>
      </w:r>
      <w:r>
        <w:tab/>
        <w:t>2.329e1</w:t>
      </w:r>
    </w:p>
    <w:p w:rsidR="007B2329" w:rsidRDefault="007B2329" w:rsidP="007B2329">
      <w:r>
        <w:t>328.5215</w:t>
      </w:r>
      <w:r>
        <w:tab/>
        <w:t>2.329e1</w:t>
      </w:r>
    </w:p>
    <w:p w:rsidR="007B2329" w:rsidRDefault="007B2329" w:rsidP="007B2329">
      <w:r>
        <w:t>328.5378</w:t>
      </w:r>
      <w:r>
        <w:tab/>
        <w:t>1.264e0</w:t>
      </w:r>
    </w:p>
    <w:p w:rsidR="007B2329" w:rsidRDefault="007B2329" w:rsidP="007B2329">
      <w:r>
        <w:t>328.5443</w:t>
      </w:r>
      <w:r>
        <w:tab/>
        <w:t>7.089e0</w:t>
      </w:r>
    </w:p>
    <w:p w:rsidR="007B2329" w:rsidRDefault="007B2329" w:rsidP="007B2329">
      <w:r>
        <w:t>328.5600</w:t>
      </w:r>
      <w:r>
        <w:tab/>
        <w:t>1.013e0</w:t>
      </w:r>
    </w:p>
    <w:p w:rsidR="007B2329" w:rsidRDefault="007B2329" w:rsidP="007B2329">
      <w:r>
        <w:t>328.5633</w:t>
      </w:r>
      <w:r>
        <w:tab/>
        <w:t>4.759e1</w:t>
      </w:r>
    </w:p>
    <w:p w:rsidR="007B2329" w:rsidRDefault="007B2329" w:rsidP="007B2329">
      <w:r>
        <w:t>328.5844</w:t>
      </w:r>
      <w:r>
        <w:tab/>
        <w:t>1.013e0</w:t>
      </w:r>
    </w:p>
    <w:p w:rsidR="007B2329" w:rsidRDefault="007B2329" w:rsidP="007B2329">
      <w:r>
        <w:t>328.5922</w:t>
      </w:r>
      <w:r>
        <w:tab/>
        <w:t>7.089e0</w:t>
      </w:r>
    </w:p>
    <w:p w:rsidR="007B2329" w:rsidRDefault="007B2329" w:rsidP="007B2329">
      <w:r>
        <w:t>328.6031</w:t>
      </w:r>
      <w:r>
        <w:tab/>
        <w:t>8.101e0</w:t>
      </w:r>
    </w:p>
    <w:p w:rsidR="007B2329" w:rsidRDefault="007B2329" w:rsidP="007B2329">
      <w:r>
        <w:lastRenderedPageBreak/>
        <w:t>328.6210</w:t>
      </w:r>
      <w:r>
        <w:tab/>
        <w:t>1.013e0</w:t>
      </w:r>
    </w:p>
    <w:p w:rsidR="007B2329" w:rsidRDefault="007B2329" w:rsidP="007B2329">
      <w:r>
        <w:t>328.6399</w:t>
      </w:r>
      <w:r>
        <w:tab/>
        <w:t>8.101e0</w:t>
      </w:r>
    </w:p>
    <w:p w:rsidR="007B2329" w:rsidRDefault="007B2329" w:rsidP="007B2329">
      <w:r>
        <w:t>328.6483</w:t>
      </w:r>
      <w:r>
        <w:tab/>
        <w:t>2.329e1</w:t>
      </w:r>
    </w:p>
    <w:p w:rsidR="007B2329" w:rsidRDefault="007B2329" w:rsidP="007B2329">
      <w:r>
        <w:t>328.6501</w:t>
      </w:r>
      <w:r>
        <w:tab/>
        <w:t>5.063e0</w:t>
      </w:r>
    </w:p>
    <w:p w:rsidR="007B2329" w:rsidRDefault="007B2329" w:rsidP="007B2329">
      <w:r>
        <w:t>328.6568</w:t>
      </w:r>
      <w:r>
        <w:tab/>
        <w:t>1.013e0</w:t>
      </w:r>
    </w:p>
    <w:p w:rsidR="007B2329" w:rsidRDefault="007B2329" w:rsidP="007B2329">
      <w:r>
        <w:t>328.6616</w:t>
      </w:r>
      <w:r>
        <w:tab/>
        <w:t>1.013e0</w:t>
      </w:r>
    </w:p>
    <w:p w:rsidR="007B2329" w:rsidRDefault="007B2329" w:rsidP="007B2329">
      <w:r>
        <w:t>328.6719</w:t>
      </w:r>
      <w:r>
        <w:tab/>
        <w:t>2.329e1</w:t>
      </w:r>
    </w:p>
    <w:p w:rsidR="007B2329" w:rsidRDefault="007B2329" w:rsidP="007B2329">
      <w:r>
        <w:t>328.6757</w:t>
      </w:r>
      <w:r>
        <w:tab/>
        <w:t>4.658e1</w:t>
      </w:r>
    </w:p>
    <w:p w:rsidR="007B2329" w:rsidRDefault="007B2329" w:rsidP="007B2329">
      <w:r>
        <w:t>328.6803</w:t>
      </w:r>
      <w:r>
        <w:tab/>
        <w:t>1.013e0</w:t>
      </w:r>
    </w:p>
    <w:p w:rsidR="007B2329" w:rsidRDefault="007B2329" w:rsidP="007B2329">
      <w:r>
        <w:t>328.6991</w:t>
      </w:r>
      <w:r>
        <w:tab/>
        <w:t>2.355e0</w:t>
      </w:r>
    </w:p>
    <w:p w:rsidR="007B2329" w:rsidRDefault="007B2329" w:rsidP="007B2329">
      <w:r>
        <w:t>328.7067</w:t>
      </w:r>
      <w:r>
        <w:tab/>
        <w:t>2.025e0</w:t>
      </w:r>
    </w:p>
    <w:p w:rsidR="007B2329" w:rsidRDefault="007B2329" w:rsidP="007B2329">
      <w:r>
        <w:t>328.7095</w:t>
      </w:r>
      <w:r>
        <w:tab/>
        <w:t>8.115e0</w:t>
      </w:r>
    </w:p>
    <w:p w:rsidR="007B2329" w:rsidRDefault="007B2329" w:rsidP="007B2329">
      <w:r>
        <w:t>328.7286</w:t>
      </w:r>
      <w:r>
        <w:tab/>
        <w:t>2.329e1</w:t>
      </w:r>
    </w:p>
    <w:p w:rsidR="007B2329" w:rsidRDefault="007B2329" w:rsidP="007B2329">
      <w:r>
        <w:t>328.7307</w:t>
      </w:r>
      <w:r>
        <w:tab/>
        <w:t>3.721e0</w:t>
      </w:r>
    </w:p>
    <w:p w:rsidR="007B2329" w:rsidRDefault="007B2329" w:rsidP="007B2329">
      <w:r>
        <w:t>328.7420</w:t>
      </w:r>
      <w:r>
        <w:tab/>
        <w:t>2.532e1</w:t>
      </w:r>
    </w:p>
    <w:p w:rsidR="007B2329" w:rsidRDefault="007B2329" w:rsidP="007B2329">
      <w:r>
        <w:t>328.7614</w:t>
      </w:r>
      <w:r>
        <w:tab/>
        <w:t>5.142e0</w:t>
      </w:r>
    </w:p>
    <w:p w:rsidR="007B2329" w:rsidRDefault="007B2329" w:rsidP="007B2329">
      <w:r>
        <w:t>328.7795</w:t>
      </w:r>
      <w:r>
        <w:tab/>
        <w:t>4.051e0</w:t>
      </w:r>
    </w:p>
    <w:p w:rsidR="007B2329" w:rsidRDefault="007B2329" w:rsidP="007B2329">
      <w:r>
        <w:t>328.7810</w:t>
      </w:r>
      <w:r>
        <w:tab/>
        <w:t>1.013e0</w:t>
      </w:r>
    </w:p>
    <w:p w:rsidR="007B2329" w:rsidRDefault="007B2329" w:rsidP="007B2329">
      <w:r>
        <w:t>328.7834</w:t>
      </w:r>
      <w:r>
        <w:tab/>
        <w:t>1.025e0</w:t>
      </w:r>
    </w:p>
    <w:p w:rsidR="007B2329" w:rsidRDefault="007B2329" w:rsidP="007B2329">
      <w:r>
        <w:lastRenderedPageBreak/>
        <w:t>328.7947</w:t>
      </w:r>
      <w:r>
        <w:tab/>
        <w:t>4.658e1</w:t>
      </w:r>
    </w:p>
    <w:p w:rsidR="007B2329" w:rsidRDefault="007B2329" w:rsidP="007B2329">
      <w:r>
        <w:t>328.8080</w:t>
      </w:r>
      <w:r>
        <w:tab/>
        <w:t>2.734e1</w:t>
      </w:r>
    </w:p>
    <w:p w:rsidR="007B2329" w:rsidRDefault="007B2329" w:rsidP="007B2329">
      <w:r>
        <w:t>328.8117</w:t>
      </w:r>
      <w:r>
        <w:tab/>
        <w:t>3.038e0</w:t>
      </w:r>
    </w:p>
    <w:p w:rsidR="007B2329" w:rsidRDefault="007B2329" w:rsidP="007B2329">
      <w:r>
        <w:t>328.8284</w:t>
      </w:r>
      <w:r>
        <w:tab/>
        <w:t>1.013e0</w:t>
      </w:r>
    </w:p>
    <w:p w:rsidR="007B2329" w:rsidRDefault="007B2329" w:rsidP="007B2329">
      <w:r>
        <w:t>328.8345</w:t>
      </w:r>
      <w:r>
        <w:tab/>
        <w:t>1.013e0</w:t>
      </w:r>
    </w:p>
    <w:p w:rsidR="007B2329" w:rsidRDefault="007B2329" w:rsidP="007B2329">
      <w:r>
        <w:t>328.8377</w:t>
      </w:r>
      <w:r>
        <w:tab/>
        <w:t>2.734e1</w:t>
      </w:r>
    </w:p>
    <w:p w:rsidR="007B2329" w:rsidRDefault="007B2329" w:rsidP="007B2329">
      <w:r>
        <w:t>328.8403</w:t>
      </w:r>
      <w:r>
        <w:tab/>
        <w:t>2.025e0</w:t>
      </w:r>
    </w:p>
    <w:p w:rsidR="007B2329" w:rsidRDefault="007B2329" w:rsidP="007B2329">
      <w:r>
        <w:t>328.8443</w:t>
      </w:r>
      <w:r>
        <w:tab/>
        <w:t>2.025e0</w:t>
      </w:r>
    </w:p>
    <w:p w:rsidR="007B2329" w:rsidRDefault="007B2329" w:rsidP="007B2329">
      <w:r>
        <w:t>328.8760</w:t>
      </w:r>
      <w:r>
        <w:tab/>
        <w:t>2.329e1</w:t>
      </w:r>
    </w:p>
    <w:p w:rsidR="007B2329" w:rsidRDefault="007B2329" w:rsidP="007B2329">
      <w:r>
        <w:t>328.8901</w:t>
      </w:r>
      <w:r>
        <w:tab/>
        <w:t>4.658e1</w:t>
      </w:r>
    </w:p>
    <w:p w:rsidR="007B2329" w:rsidRDefault="007B2329" w:rsidP="007B2329">
      <w:r>
        <w:t>328.8965</w:t>
      </w:r>
      <w:r>
        <w:tab/>
        <w:t>2.734e1</w:t>
      </w:r>
    </w:p>
    <w:p w:rsidR="007B2329" w:rsidRDefault="007B2329" w:rsidP="007B2329">
      <w:r>
        <w:t>328.9057</w:t>
      </w:r>
      <w:r>
        <w:tab/>
        <w:t>1.887e1</w:t>
      </w:r>
    </w:p>
    <w:p w:rsidR="007B2329" w:rsidRDefault="007B2329" w:rsidP="007B2329">
      <w:r>
        <w:t>328.9216</w:t>
      </w:r>
      <w:r>
        <w:tab/>
        <w:t>2.532e1</w:t>
      </w:r>
    </w:p>
    <w:p w:rsidR="007B2329" w:rsidRDefault="007B2329" w:rsidP="007B2329">
      <w:r>
        <w:t>328.9234</w:t>
      </w:r>
      <w:r>
        <w:tab/>
        <w:t>3.523e1</w:t>
      </w:r>
    </w:p>
    <w:p w:rsidR="007B2329" w:rsidRDefault="007B2329" w:rsidP="007B2329">
      <w:r>
        <w:t>328.9261</w:t>
      </w:r>
      <w:r>
        <w:tab/>
        <w:t>6.987e1</w:t>
      </w:r>
    </w:p>
    <w:p w:rsidR="007B2329" w:rsidRDefault="007B2329" w:rsidP="007B2329">
      <w:r>
        <w:t>328.9294</w:t>
      </w:r>
      <w:r>
        <w:tab/>
        <w:t>1.458e1</w:t>
      </w:r>
    </w:p>
    <w:p w:rsidR="007B2329" w:rsidRDefault="007B2329" w:rsidP="007B2329">
      <w:r>
        <w:t>328.9621</w:t>
      </w:r>
      <w:r>
        <w:tab/>
        <w:t>2.329e1</w:t>
      </w:r>
    </w:p>
    <w:p w:rsidR="007B2329" w:rsidRDefault="007B2329" w:rsidP="007B2329">
      <w:r>
        <w:t>328.9726</w:t>
      </w:r>
      <w:r>
        <w:tab/>
        <w:t>5.290e0</w:t>
      </w:r>
    </w:p>
    <w:p w:rsidR="007B2329" w:rsidRDefault="007B2329" w:rsidP="007B2329">
      <w:r>
        <w:t>328.9770</w:t>
      </w:r>
      <w:r>
        <w:tab/>
        <w:t>1.830e0</w:t>
      </w:r>
    </w:p>
    <w:p w:rsidR="007B2329" w:rsidRDefault="007B2329" w:rsidP="007B2329">
      <w:r>
        <w:lastRenderedPageBreak/>
        <w:t>329.0008</w:t>
      </w:r>
      <w:r>
        <w:tab/>
        <w:t>2.025e0</w:t>
      </w:r>
    </w:p>
    <w:p w:rsidR="007B2329" w:rsidRDefault="007B2329" w:rsidP="007B2329">
      <w:r>
        <w:t>329.0019</w:t>
      </w:r>
      <w:r>
        <w:tab/>
        <w:t>2.329e1</w:t>
      </w:r>
    </w:p>
    <w:p w:rsidR="007B2329" w:rsidRDefault="007B2329" w:rsidP="007B2329">
      <w:r>
        <w:t>329.0166</w:t>
      </w:r>
      <w:r>
        <w:tab/>
        <w:t>1.234e1</w:t>
      </w:r>
    </w:p>
    <w:p w:rsidR="007B2329" w:rsidRDefault="007B2329" w:rsidP="007B2329">
      <w:r>
        <w:t>329.0193</w:t>
      </w:r>
      <w:r>
        <w:tab/>
        <w:t>3.038e0</w:t>
      </w:r>
    </w:p>
    <w:p w:rsidR="007B2329" w:rsidRDefault="007B2329" w:rsidP="007B2329">
      <w:r>
        <w:t>329.0332</w:t>
      </w:r>
      <w:r>
        <w:tab/>
        <w:t>4.658e1</w:t>
      </w:r>
    </w:p>
    <w:p w:rsidR="007B2329" w:rsidRDefault="007B2329" w:rsidP="007B2329">
      <w:r>
        <w:t>329.0406</w:t>
      </w:r>
      <w:r>
        <w:tab/>
        <w:t>3.038e0</w:t>
      </w:r>
    </w:p>
    <w:p w:rsidR="007B2329" w:rsidRDefault="007B2329" w:rsidP="007B2329">
      <w:r>
        <w:t>329.0450</w:t>
      </w:r>
      <w:r>
        <w:tab/>
        <w:t>2.329e1</w:t>
      </w:r>
    </w:p>
    <w:p w:rsidR="007B2329" w:rsidRDefault="007B2329" w:rsidP="007B2329">
      <w:r>
        <w:t>329.0555</w:t>
      </w:r>
      <w:r>
        <w:tab/>
        <w:t>1.013e0</w:t>
      </w:r>
    </w:p>
    <w:p w:rsidR="007B2329" w:rsidRDefault="007B2329" w:rsidP="007B2329">
      <w:r>
        <w:t>329.0715</w:t>
      </w:r>
      <w:r>
        <w:tab/>
        <w:t>3.038e0</w:t>
      </w:r>
    </w:p>
    <w:p w:rsidR="007B2329" w:rsidRDefault="007B2329" w:rsidP="007B2329">
      <w:r>
        <w:t>329.0788</w:t>
      </w:r>
      <w:r>
        <w:tab/>
        <w:t>4.302e0</w:t>
      </w:r>
    </w:p>
    <w:p w:rsidR="007B2329" w:rsidRDefault="007B2329" w:rsidP="007B2329">
      <w:r>
        <w:t>329.0824</w:t>
      </w:r>
      <w:r>
        <w:tab/>
        <w:t>3.038e0</w:t>
      </w:r>
    </w:p>
    <w:p w:rsidR="007B2329" w:rsidRDefault="007B2329" w:rsidP="007B2329">
      <w:r>
        <w:t>329.0901</w:t>
      </w:r>
      <w:r>
        <w:tab/>
        <w:t>4.051e0</w:t>
      </w:r>
    </w:p>
    <w:p w:rsidR="007B2329" w:rsidRDefault="007B2329" w:rsidP="007B2329">
      <w:r>
        <w:t>329.1204</w:t>
      </w:r>
      <w:r>
        <w:tab/>
        <w:t>1.025e0</w:t>
      </w:r>
    </w:p>
    <w:p w:rsidR="007B2329" w:rsidRDefault="007B2329" w:rsidP="007B2329">
      <w:r>
        <w:t>329.1281</w:t>
      </w:r>
      <w:r>
        <w:tab/>
        <w:t>2.329e1</w:t>
      </w:r>
    </w:p>
    <w:p w:rsidR="007B2329" w:rsidRDefault="007B2329" w:rsidP="007B2329">
      <w:r>
        <w:t>329.1310</w:t>
      </w:r>
      <w:r>
        <w:tab/>
        <w:t>1.025e0</w:t>
      </w:r>
    </w:p>
    <w:p w:rsidR="007B2329" w:rsidRDefault="007B2329" w:rsidP="007B2329">
      <w:r>
        <w:t>329.1623</w:t>
      </w:r>
      <w:r>
        <w:tab/>
        <w:t>4.658e1</w:t>
      </w:r>
    </w:p>
    <w:p w:rsidR="007B2329" w:rsidRDefault="007B2329" w:rsidP="007B2329">
      <w:r>
        <w:t>329.1691</w:t>
      </w:r>
      <w:r>
        <w:tab/>
        <w:t>1.165e2</w:t>
      </w:r>
    </w:p>
    <w:p w:rsidR="007B2329" w:rsidRDefault="007B2329" w:rsidP="007B2329">
      <w:r>
        <w:t>329.1768</w:t>
      </w:r>
      <w:r>
        <w:tab/>
        <w:t>4.482e1</w:t>
      </w:r>
    </w:p>
    <w:p w:rsidR="007B2329" w:rsidRDefault="007B2329" w:rsidP="007B2329">
      <w:r>
        <w:t>329.1796</w:t>
      </w:r>
      <w:r>
        <w:tab/>
        <w:t>6.787e1</w:t>
      </w:r>
    </w:p>
    <w:p w:rsidR="007B2329" w:rsidRDefault="007B2329" w:rsidP="007B2329">
      <w:r>
        <w:lastRenderedPageBreak/>
        <w:t>329.1826</w:t>
      </w:r>
      <w:r>
        <w:tab/>
        <w:t>3.409e2</w:t>
      </w:r>
    </w:p>
    <w:p w:rsidR="007B2329" w:rsidRDefault="007B2329" w:rsidP="007B2329">
      <w:r>
        <w:t>329.1851</w:t>
      </w:r>
      <w:r>
        <w:tab/>
        <w:t>2.548e0</w:t>
      </w:r>
    </w:p>
    <w:p w:rsidR="007B2329" w:rsidRDefault="007B2329" w:rsidP="007B2329">
      <w:r>
        <w:t>329.2047</w:t>
      </w:r>
      <w:r>
        <w:tab/>
        <w:t>4.458e1</w:t>
      </w:r>
    </w:p>
    <w:p w:rsidR="007B2329" w:rsidRDefault="007B2329" w:rsidP="007B2329">
      <w:r>
        <w:t>329.2225</w:t>
      </w:r>
      <w:r>
        <w:tab/>
        <w:t>1.025e0</w:t>
      </w:r>
    </w:p>
    <w:p w:rsidR="007B2329" w:rsidRDefault="007B2329" w:rsidP="007B2329">
      <w:r>
        <w:t>329.2498</w:t>
      </w:r>
      <w:r>
        <w:tab/>
        <w:t>2.329e1</w:t>
      </w:r>
    </w:p>
    <w:p w:rsidR="007B2329" w:rsidRDefault="007B2329" w:rsidP="007B2329">
      <w:r>
        <w:t>329.2547</w:t>
      </w:r>
      <w:r>
        <w:tab/>
        <w:t>1.013e0</w:t>
      </w:r>
    </w:p>
    <w:p w:rsidR="007B2329" w:rsidRDefault="007B2329" w:rsidP="007B2329">
      <w:r>
        <w:t>329.2618</w:t>
      </w:r>
      <w:r>
        <w:tab/>
        <w:t>2.329e1</w:t>
      </w:r>
    </w:p>
    <w:p w:rsidR="007B2329" w:rsidRDefault="007B2329" w:rsidP="007B2329">
      <w:r>
        <w:t>329.2830</w:t>
      </w:r>
      <w:r>
        <w:tab/>
        <w:t>4.051e0</w:t>
      </w:r>
    </w:p>
    <w:p w:rsidR="007B2329" w:rsidRDefault="007B2329" w:rsidP="007B2329">
      <w:r>
        <w:t>329.2934</w:t>
      </w:r>
      <w:r>
        <w:tab/>
        <w:t>2.229e1</w:t>
      </w:r>
    </w:p>
    <w:p w:rsidR="007B2329" w:rsidRDefault="007B2329" w:rsidP="007B2329">
      <w:r>
        <w:t>329.3186</w:t>
      </w:r>
      <w:r>
        <w:tab/>
        <w:t>2.329e1</w:t>
      </w:r>
    </w:p>
    <w:p w:rsidR="007B2329" w:rsidRDefault="007B2329" w:rsidP="007B2329">
      <w:r>
        <w:t>329.3238</w:t>
      </w:r>
      <w:r>
        <w:tab/>
        <w:t>6.997e0</w:t>
      </w:r>
    </w:p>
    <w:p w:rsidR="007B2329" w:rsidRDefault="007B2329" w:rsidP="007B2329">
      <w:r>
        <w:t>329.3272</w:t>
      </w:r>
      <w:r>
        <w:tab/>
        <w:t>2.025e0</w:t>
      </w:r>
    </w:p>
    <w:p w:rsidR="007B2329" w:rsidRDefault="007B2329" w:rsidP="007B2329">
      <w:r>
        <w:t>329.3318</w:t>
      </w:r>
      <w:r>
        <w:tab/>
        <w:t>1.013e0</w:t>
      </w:r>
    </w:p>
    <w:p w:rsidR="007B2329" w:rsidRDefault="007B2329" w:rsidP="007B2329">
      <w:r>
        <w:t>329.3335</w:t>
      </w:r>
      <w:r>
        <w:tab/>
        <w:t>6.987e1</w:t>
      </w:r>
    </w:p>
    <w:p w:rsidR="007B2329" w:rsidRDefault="007B2329" w:rsidP="007B2329">
      <w:r>
        <w:t>329.3578</w:t>
      </w:r>
      <w:r>
        <w:tab/>
        <w:t>3.051e0</w:t>
      </w:r>
    </w:p>
    <w:p w:rsidR="007B2329" w:rsidRDefault="007B2329" w:rsidP="007B2329">
      <w:r>
        <w:t>329.3622</w:t>
      </w:r>
      <w:r>
        <w:tab/>
        <w:t>4.051e0</w:t>
      </w:r>
    </w:p>
    <w:p w:rsidR="007B2329" w:rsidRDefault="007B2329" w:rsidP="007B2329">
      <w:r>
        <w:t>329.3713</w:t>
      </w:r>
      <w:r>
        <w:tab/>
        <w:t>2.329e1</w:t>
      </w:r>
    </w:p>
    <w:p w:rsidR="007B2329" w:rsidRDefault="007B2329" w:rsidP="007B2329">
      <w:r>
        <w:t>329.3786</w:t>
      </w:r>
      <w:r>
        <w:tab/>
        <w:t>5.063e0</w:t>
      </w:r>
    </w:p>
    <w:p w:rsidR="007B2329" w:rsidRDefault="007B2329" w:rsidP="007B2329">
      <w:r>
        <w:t>329.3831</w:t>
      </w:r>
      <w:r>
        <w:tab/>
        <w:t>2.329e1</w:t>
      </w:r>
    </w:p>
    <w:p w:rsidR="007B2329" w:rsidRDefault="007B2329" w:rsidP="007B2329">
      <w:r>
        <w:lastRenderedPageBreak/>
        <w:t>329.3972</w:t>
      </w:r>
      <w:r>
        <w:tab/>
        <w:t>2.743e0</w:t>
      </w:r>
    </w:p>
    <w:p w:rsidR="007B2329" w:rsidRDefault="007B2329" w:rsidP="007B2329">
      <w:r>
        <w:t>329.4135</w:t>
      </w:r>
      <w:r>
        <w:tab/>
        <w:t>7.457e0</w:t>
      </w:r>
    </w:p>
    <w:p w:rsidR="007B2329" w:rsidRDefault="007B2329" w:rsidP="007B2329">
      <w:r>
        <w:t>329.4235</w:t>
      </w:r>
      <w:r>
        <w:tab/>
        <w:t>2.025e0</w:t>
      </w:r>
    </w:p>
    <w:p w:rsidR="007B2329" w:rsidRDefault="007B2329" w:rsidP="007B2329">
      <w:r>
        <w:t>329.4273</w:t>
      </w:r>
      <w:r>
        <w:tab/>
        <w:t>1.013e0</w:t>
      </w:r>
    </w:p>
    <w:p w:rsidR="007B2329" w:rsidRDefault="007B2329" w:rsidP="007B2329">
      <w:r>
        <w:t>329.4375</w:t>
      </w:r>
      <w:r>
        <w:tab/>
        <w:t>1.013e0</w:t>
      </w:r>
    </w:p>
    <w:p w:rsidR="007B2329" w:rsidRDefault="007B2329" w:rsidP="007B2329">
      <w:r>
        <w:t>329.4446</w:t>
      </w:r>
      <w:r>
        <w:tab/>
        <w:t>9.114e0</w:t>
      </w:r>
    </w:p>
    <w:p w:rsidR="007B2329" w:rsidRDefault="007B2329" w:rsidP="007B2329">
      <w:r>
        <w:t>329.4466</w:t>
      </w:r>
      <w:r>
        <w:tab/>
        <w:t>6.174e0</w:t>
      </w:r>
    </w:p>
    <w:p w:rsidR="007B2329" w:rsidRDefault="007B2329" w:rsidP="007B2329">
      <w:r>
        <w:t>329.4556</w:t>
      </w:r>
      <w:r>
        <w:tab/>
        <w:t>4.051e0</w:t>
      </w:r>
    </w:p>
    <w:p w:rsidR="007B2329" w:rsidRDefault="007B2329" w:rsidP="007B2329">
      <w:r>
        <w:t>329.4607</w:t>
      </w:r>
      <w:r>
        <w:tab/>
        <w:t>4.260e0</w:t>
      </w:r>
    </w:p>
    <w:p w:rsidR="007B2329" w:rsidRDefault="007B2329" w:rsidP="007B2329">
      <w:r>
        <w:t>329.4664</w:t>
      </w:r>
      <w:r>
        <w:tab/>
        <w:t>6.076e0</w:t>
      </w:r>
    </w:p>
    <w:p w:rsidR="007B2329" w:rsidRDefault="007B2329" w:rsidP="007B2329">
      <w:r>
        <w:t>329.4808</w:t>
      </w:r>
      <w:r>
        <w:tab/>
        <w:t>2.532e-2</w:t>
      </w:r>
    </w:p>
    <w:p w:rsidR="007B2329" w:rsidRDefault="007B2329" w:rsidP="007B2329">
      <w:r>
        <w:t>329.4830</w:t>
      </w:r>
      <w:r>
        <w:tab/>
        <w:t>2.025e0</w:t>
      </w:r>
    </w:p>
    <w:p w:rsidR="007B2329" w:rsidRDefault="007B2329" w:rsidP="007B2329">
      <w:r>
        <w:t>329.5071</w:t>
      </w:r>
      <w:r>
        <w:tab/>
        <w:t>3.608e0</w:t>
      </w:r>
    </w:p>
    <w:p w:rsidR="007B2329" w:rsidRDefault="007B2329" w:rsidP="007B2329">
      <w:r>
        <w:t>329.5316</w:t>
      </w:r>
      <w:r>
        <w:tab/>
        <w:t>5.063e0</w:t>
      </w:r>
    </w:p>
    <w:p w:rsidR="007B2329" w:rsidRDefault="007B2329" w:rsidP="007B2329">
      <w:r>
        <w:t>329.5333</w:t>
      </w:r>
      <w:r>
        <w:tab/>
        <w:t>7.061e0</w:t>
      </w:r>
    </w:p>
    <w:p w:rsidR="007B2329" w:rsidRDefault="007B2329" w:rsidP="007B2329">
      <w:r>
        <w:t>329.5371</w:t>
      </w:r>
      <w:r>
        <w:tab/>
        <w:t>3.038e0</w:t>
      </w:r>
    </w:p>
    <w:p w:rsidR="007B2329" w:rsidRDefault="007B2329" w:rsidP="007B2329">
      <w:r>
        <w:t>329.5431</w:t>
      </w:r>
      <w:r>
        <w:tab/>
        <w:t>1.013e0</w:t>
      </w:r>
    </w:p>
    <w:p w:rsidR="007B2329" w:rsidRDefault="007B2329" w:rsidP="007B2329">
      <w:r>
        <w:t>329.5551</w:t>
      </w:r>
      <w:r>
        <w:tab/>
        <w:t>2.025e0</w:t>
      </w:r>
    </w:p>
    <w:p w:rsidR="007B2329" w:rsidRDefault="007B2329" w:rsidP="007B2329">
      <w:r>
        <w:t>329.5673</w:t>
      </w:r>
      <w:r>
        <w:tab/>
        <w:t>1.013e0</w:t>
      </w:r>
    </w:p>
    <w:p w:rsidR="007B2329" w:rsidRDefault="007B2329" w:rsidP="007B2329">
      <w:r>
        <w:lastRenderedPageBreak/>
        <w:t>329.5716</w:t>
      </w:r>
      <w:r>
        <w:tab/>
        <w:t>1.013e0</w:t>
      </w:r>
    </w:p>
    <w:p w:rsidR="007B2329" w:rsidRDefault="007B2329" w:rsidP="007B2329">
      <w:r>
        <w:t>329.5739</w:t>
      </w:r>
      <w:r>
        <w:tab/>
        <w:t>2.025e0</w:t>
      </w:r>
    </w:p>
    <w:p w:rsidR="007B2329" w:rsidRDefault="007B2329" w:rsidP="007B2329">
      <w:r>
        <w:t>329.5816</w:t>
      </w:r>
      <w:r>
        <w:tab/>
        <w:t>4.051e0</w:t>
      </w:r>
    </w:p>
    <w:p w:rsidR="007B2329" w:rsidRDefault="007B2329" w:rsidP="007B2329">
      <w:r>
        <w:t>329.5950</w:t>
      </w:r>
      <w:r>
        <w:tab/>
        <w:t>5.345e0</w:t>
      </w:r>
    </w:p>
    <w:p w:rsidR="007B2329" w:rsidRDefault="007B2329" w:rsidP="007B2329">
      <w:r>
        <w:t>329.5961</w:t>
      </w:r>
      <w:r>
        <w:tab/>
        <w:t>3.145e0</w:t>
      </w:r>
    </w:p>
    <w:p w:rsidR="007B2329" w:rsidRDefault="007B2329" w:rsidP="007B2329">
      <w:r>
        <w:t>329.6083</w:t>
      </w:r>
      <w:r>
        <w:tab/>
        <w:t>1.025e0</w:t>
      </w:r>
    </w:p>
    <w:p w:rsidR="007B2329" w:rsidRDefault="007B2329" w:rsidP="007B2329">
      <w:r>
        <w:t>329.6132</w:t>
      </w:r>
      <w:r>
        <w:tab/>
        <w:t>3.469e0</w:t>
      </w:r>
    </w:p>
    <w:p w:rsidR="007B2329" w:rsidRDefault="007B2329" w:rsidP="007B2329">
      <w:r>
        <w:t>329.6245</w:t>
      </w:r>
      <w:r>
        <w:tab/>
        <w:t>4.051e0</w:t>
      </w:r>
    </w:p>
    <w:p w:rsidR="007B2329" w:rsidRDefault="007B2329" w:rsidP="007B2329">
      <w:r>
        <w:t>329.6277</w:t>
      </w:r>
      <w:r>
        <w:tab/>
        <w:t>3.769e0</w:t>
      </w:r>
    </w:p>
    <w:p w:rsidR="007B2329" w:rsidRDefault="007B2329" w:rsidP="007B2329">
      <w:r>
        <w:t>329.6318</w:t>
      </w:r>
      <w:r>
        <w:tab/>
        <w:t>3.038e0</w:t>
      </w:r>
    </w:p>
    <w:p w:rsidR="007B2329" w:rsidRDefault="007B2329" w:rsidP="007B2329">
      <w:r>
        <w:t>329.6487</w:t>
      </w:r>
      <w:r>
        <w:tab/>
        <w:t>2.025e0</w:t>
      </w:r>
    </w:p>
    <w:p w:rsidR="007B2329" w:rsidRDefault="007B2329" w:rsidP="007B2329">
      <w:r>
        <w:t>329.6816</w:t>
      </w:r>
      <w:r>
        <w:tab/>
        <w:t>4.051e0</w:t>
      </w:r>
    </w:p>
    <w:p w:rsidR="007B2329" w:rsidRDefault="007B2329" w:rsidP="007B2329">
      <w:r>
        <w:t>329.6859</w:t>
      </w:r>
      <w:r>
        <w:tab/>
        <w:t>1.013e1</w:t>
      </w:r>
    </w:p>
    <w:p w:rsidR="007B2329" w:rsidRDefault="007B2329" w:rsidP="007B2329">
      <w:r>
        <w:t>329.6893</w:t>
      </w:r>
      <w:r>
        <w:tab/>
        <w:t>5.032e0</w:t>
      </w:r>
    </w:p>
    <w:p w:rsidR="007B2329" w:rsidRDefault="007B2329" w:rsidP="007B2329">
      <w:r>
        <w:t>329.6954</w:t>
      </w:r>
      <w:r>
        <w:tab/>
        <w:t>3.038e0</w:t>
      </w:r>
    </w:p>
    <w:p w:rsidR="007B2329" w:rsidRDefault="007B2329" w:rsidP="007B2329">
      <w:r>
        <w:t>329.6976</w:t>
      </w:r>
      <w:r>
        <w:tab/>
        <w:t>1.013e0</w:t>
      </w:r>
    </w:p>
    <w:p w:rsidR="007B2329" w:rsidRDefault="007B2329" w:rsidP="007B2329">
      <w:r>
        <w:t>329.6998</w:t>
      </w:r>
      <w:r>
        <w:tab/>
        <w:t>7.771e0</w:t>
      </w:r>
    </w:p>
    <w:p w:rsidR="007B2329" w:rsidRDefault="007B2329" w:rsidP="007B2329">
      <w:r>
        <w:t>329.7245</w:t>
      </w:r>
      <w:r>
        <w:tab/>
        <w:t>2.025e0</w:t>
      </w:r>
    </w:p>
    <w:p w:rsidR="007B2329" w:rsidRDefault="007B2329" w:rsidP="007B2329">
      <w:r>
        <w:t>329.7316</w:t>
      </w:r>
      <w:r>
        <w:tab/>
        <w:t>4.051e0</w:t>
      </w:r>
    </w:p>
    <w:p w:rsidR="007B2329" w:rsidRDefault="007B2329" w:rsidP="007B2329">
      <w:r>
        <w:lastRenderedPageBreak/>
        <w:t>329.7502</w:t>
      </w:r>
      <w:r>
        <w:tab/>
        <w:t>1.013e0</w:t>
      </w:r>
    </w:p>
    <w:p w:rsidR="007B2329" w:rsidRDefault="007B2329" w:rsidP="007B2329">
      <w:r>
        <w:t>329.7527</w:t>
      </w:r>
      <w:r>
        <w:tab/>
        <w:t>1.024e1</w:t>
      </w:r>
    </w:p>
    <w:p w:rsidR="007B2329" w:rsidRDefault="007B2329" w:rsidP="007B2329">
      <w:r>
        <w:t>329.7603</w:t>
      </w:r>
      <w:r>
        <w:tab/>
        <w:t>3.038e0</w:t>
      </w:r>
    </w:p>
    <w:p w:rsidR="007B2329" w:rsidRDefault="007B2329" w:rsidP="007B2329">
      <w:r>
        <w:t>329.7661</w:t>
      </w:r>
      <w:r>
        <w:tab/>
        <w:t>3.038e0</w:t>
      </w:r>
    </w:p>
    <w:p w:rsidR="007B2329" w:rsidRDefault="007B2329" w:rsidP="007B2329">
      <w:r>
        <w:t>329.7678</w:t>
      </w:r>
      <w:r>
        <w:tab/>
        <w:t>6.700e0</w:t>
      </w:r>
    </w:p>
    <w:p w:rsidR="007B2329" w:rsidRDefault="007B2329" w:rsidP="007B2329">
      <w:r>
        <w:t>329.7715</w:t>
      </w:r>
      <w:r>
        <w:tab/>
        <w:t>2.025e0</w:t>
      </w:r>
    </w:p>
    <w:p w:rsidR="007B2329" w:rsidRDefault="007B2329" w:rsidP="007B2329">
      <w:r>
        <w:t>329.7766</w:t>
      </w:r>
      <w:r>
        <w:tab/>
        <w:t>1.212e0</w:t>
      </w:r>
    </w:p>
    <w:p w:rsidR="007B2329" w:rsidRDefault="007B2329" w:rsidP="007B2329">
      <w:r>
        <w:t>329.7798</w:t>
      </w:r>
      <w:r>
        <w:tab/>
        <w:t>2.025e0</w:t>
      </w:r>
    </w:p>
    <w:p w:rsidR="007B2329" w:rsidRDefault="007B2329" w:rsidP="007B2329">
      <w:r>
        <w:t>329.8031</w:t>
      </w:r>
      <w:r>
        <w:tab/>
        <w:t>1.013e0</w:t>
      </w:r>
    </w:p>
    <w:p w:rsidR="007B2329" w:rsidRDefault="007B2329" w:rsidP="007B2329">
      <w:r>
        <w:t>329.8075</w:t>
      </w:r>
      <w:r>
        <w:tab/>
        <w:t>3.038e0</w:t>
      </w:r>
    </w:p>
    <w:p w:rsidR="007B2329" w:rsidRDefault="007B2329" w:rsidP="007B2329">
      <w:r>
        <w:t>329.8122</w:t>
      </w:r>
      <w:r>
        <w:tab/>
        <w:t>5.063e0</w:t>
      </w:r>
    </w:p>
    <w:p w:rsidR="007B2329" w:rsidRDefault="007B2329" w:rsidP="007B2329">
      <w:r>
        <w:t>329.8217</w:t>
      </w:r>
      <w:r>
        <w:tab/>
        <w:t>6.652e0</w:t>
      </w:r>
    </w:p>
    <w:p w:rsidR="007B2329" w:rsidRDefault="007B2329" w:rsidP="007B2329">
      <w:r>
        <w:t>329.8234</w:t>
      </w:r>
      <w:r>
        <w:tab/>
        <w:t>7.089e0</w:t>
      </w:r>
    </w:p>
    <w:p w:rsidR="007B2329" w:rsidRDefault="007B2329" w:rsidP="007B2329">
      <w:r>
        <w:t>329.8459</w:t>
      </w:r>
      <w:r>
        <w:tab/>
        <w:t>6.729e0</w:t>
      </w:r>
    </w:p>
    <w:p w:rsidR="007B2329" w:rsidRDefault="007B2329" w:rsidP="007B2329">
      <w:r>
        <w:t>329.8560</w:t>
      </w:r>
      <w:r>
        <w:tab/>
        <w:t>4.051e0</w:t>
      </w:r>
    </w:p>
    <w:p w:rsidR="007B2329" w:rsidRDefault="007B2329" w:rsidP="007B2329">
      <w:r>
        <w:t>329.8632</w:t>
      </w:r>
      <w:r>
        <w:tab/>
        <w:t>4.063e0</w:t>
      </w:r>
    </w:p>
    <w:p w:rsidR="007B2329" w:rsidRDefault="007B2329" w:rsidP="007B2329">
      <w:r>
        <w:t>329.8669</w:t>
      </w:r>
      <w:r>
        <w:tab/>
        <w:t>2.025e0</w:t>
      </w:r>
    </w:p>
    <w:p w:rsidR="007B2329" w:rsidRDefault="007B2329" w:rsidP="007B2329">
      <w:r>
        <w:t>329.8710</w:t>
      </w:r>
      <w:r>
        <w:tab/>
        <w:t>3.038e0</w:t>
      </w:r>
    </w:p>
    <w:p w:rsidR="007B2329" w:rsidRDefault="007B2329" w:rsidP="007B2329">
      <w:r>
        <w:t>329.8846</w:t>
      </w:r>
      <w:r>
        <w:tab/>
        <w:t>3.038e0</w:t>
      </w:r>
    </w:p>
    <w:p w:rsidR="007B2329" w:rsidRDefault="007B2329" w:rsidP="007B2329">
      <w:r>
        <w:lastRenderedPageBreak/>
        <w:t>329.8871</w:t>
      </w:r>
      <w:r>
        <w:tab/>
        <w:t>3.038e0</w:t>
      </w:r>
    </w:p>
    <w:p w:rsidR="007B2329" w:rsidRDefault="007B2329" w:rsidP="007B2329">
      <w:r>
        <w:t>329.9120</w:t>
      </w:r>
      <w:r>
        <w:tab/>
        <w:t>7.089e0</w:t>
      </w:r>
    </w:p>
    <w:p w:rsidR="007B2329" w:rsidRDefault="007B2329" w:rsidP="007B2329">
      <w:r>
        <w:t>329.9206</w:t>
      </w:r>
      <w:r>
        <w:tab/>
        <w:t>4.051e0</w:t>
      </w:r>
    </w:p>
    <w:p w:rsidR="007B2329" w:rsidRDefault="007B2329" w:rsidP="007B2329">
      <w:r>
        <w:t>329.9290</w:t>
      </w:r>
      <w:r>
        <w:tab/>
        <w:t>2.025e0</w:t>
      </w:r>
    </w:p>
    <w:p w:rsidR="007B2329" w:rsidRDefault="007B2329" w:rsidP="007B2329">
      <w:r>
        <w:t>329.9346</w:t>
      </w:r>
      <w:r>
        <w:tab/>
        <w:t>5.753e0</w:t>
      </w:r>
    </w:p>
    <w:p w:rsidR="007B2329" w:rsidRDefault="007B2329" w:rsidP="007B2329">
      <w:r>
        <w:t>329.9427</w:t>
      </w:r>
      <w:r>
        <w:tab/>
        <w:t>7.089e0</w:t>
      </w:r>
    </w:p>
    <w:p w:rsidR="007B2329" w:rsidRDefault="007B2329" w:rsidP="007B2329">
      <w:r>
        <w:t>329.9484</w:t>
      </w:r>
      <w:r>
        <w:tab/>
        <w:t>5.790e0</w:t>
      </w:r>
    </w:p>
    <w:p w:rsidR="007B2329" w:rsidRDefault="007B2329" w:rsidP="007B2329">
      <w:r>
        <w:t>329.9519</w:t>
      </w:r>
      <w:r>
        <w:tab/>
        <w:t>3.051e0</w:t>
      </w:r>
    </w:p>
    <w:p w:rsidR="007B2329" w:rsidRDefault="007B2329" w:rsidP="007B2329">
      <w:r>
        <w:t>329.9655</w:t>
      </w:r>
      <w:r>
        <w:tab/>
        <w:t>4.051e0</w:t>
      </w:r>
    </w:p>
    <w:p w:rsidR="007B2329" w:rsidRDefault="007B2329" w:rsidP="007B2329">
      <w:r>
        <w:t>329.9898</w:t>
      </w:r>
      <w:r>
        <w:tab/>
        <w:t>8.101e0</w:t>
      </w:r>
    </w:p>
    <w:p w:rsidR="007B2329" w:rsidRDefault="007B2329" w:rsidP="007B2329">
      <w:r>
        <w:t>329.9976</w:t>
      </w:r>
      <w:r>
        <w:tab/>
        <w:t>2.025e0</w:t>
      </w:r>
    </w:p>
    <w:p w:rsidR="007B2329" w:rsidRDefault="007B2329" w:rsidP="007B2329">
      <w:r>
        <w:t>330.0078</w:t>
      </w:r>
      <w:r>
        <w:tab/>
        <w:t>4.228e0</w:t>
      </w:r>
    </w:p>
    <w:p w:rsidR="007B2329" w:rsidRDefault="007B2329" w:rsidP="007B2329">
      <w:r>
        <w:t>330.0103</w:t>
      </w:r>
      <w:r>
        <w:tab/>
        <w:t>1.013e0</w:t>
      </w:r>
    </w:p>
    <w:p w:rsidR="007B2329" w:rsidRDefault="007B2329" w:rsidP="007B2329">
      <w:r>
        <w:t>330.0145</w:t>
      </w:r>
      <w:r>
        <w:tab/>
        <w:t>3.038e0</w:t>
      </w:r>
    </w:p>
    <w:p w:rsidR="007B2329" w:rsidRDefault="007B2329" w:rsidP="007B2329">
      <w:r>
        <w:t>330.0167</w:t>
      </w:r>
      <w:r>
        <w:tab/>
        <w:t>1.189e0</w:t>
      </w:r>
    </w:p>
    <w:p w:rsidR="007B2329" w:rsidRDefault="007B2329" w:rsidP="007B2329">
      <w:r>
        <w:t>330.0207</w:t>
      </w:r>
      <w:r>
        <w:tab/>
        <w:t>3.038e0</w:t>
      </w:r>
    </w:p>
    <w:p w:rsidR="007B2329" w:rsidRDefault="007B2329" w:rsidP="007B2329">
      <w:r>
        <w:t>330.0347</w:t>
      </w:r>
      <w:r>
        <w:tab/>
        <w:t>1.013e0</w:t>
      </w:r>
    </w:p>
    <w:p w:rsidR="007B2329" w:rsidRDefault="007B2329" w:rsidP="007B2329">
      <w:r>
        <w:t>330.0392</w:t>
      </w:r>
      <w:r>
        <w:tab/>
        <w:t>1.013e0</w:t>
      </w:r>
    </w:p>
    <w:p w:rsidR="007B2329" w:rsidRDefault="007B2329" w:rsidP="007B2329">
      <w:r>
        <w:t>330.0577</w:t>
      </w:r>
      <w:r>
        <w:tab/>
        <w:t>2.322e0</w:t>
      </w:r>
    </w:p>
    <w:p w:rsidR="007B2329" w:rsidRDefault="007B2329" w:rsidP="007B2329">
      <w:r>
        <w:lastRenderedPageBreak/>
        <w:t>330.0608</w:t>
      </w:r>
      <w:r>
        <w:tab/>
        <w:t>2.025e0</w:t>
      </w:r>
    </w:p>
    <w:p w:rsidR="007B2329" w:rsidRDefault="007B2329" w:rsidP="007B2329">
      <w:r>
        <w:t>330.0656</w:t>
      </w:r>
      <w:r>
        <w:tab/>
        <w:t>5.063e0</w:t>
      </w:r>
    </w:p>
    <w:p w:rsidR="007B2329" w:rsidRDefault="007B2329" w:rsidP="007B2329">
      <w:r>
        <w:t>330.0666</w:t>
      </w:r>
      <w:r>
        <w:tab/>
        <w:t>2.025e0</w:t>
      </w:r>
    </w:p>
    <w:p w:rsidR="007B2329" w:rsidRDefault="007B2329" w:rsidP="007B2329">
      <w:r>
        <w:t>330.0753</w:t>
      </w:r>
      <w:r>
        <w:tab/>
        <w:t>2.025e0</w:t>
      </w:r>
    </w:p>
    <w:p w:rsidR="007B2329" w:rsidRDefault="007B2329" w:rsidP="007B2329">
      <w:r>
        <w:t>330.0788</w:t>
      </w:r>
      <w:r>
        <w:tab/>
        <w:t>2.025e0</w:t>
      </w:r>
    </w:p>
    <w:p w:rsidR="007B2329" w:rsidRDefault="007B2329" w:rsidP="007B2329">
      <w:r>
        <w:t>330.0927</w:t>
      </w:r>
      <w:r>
        <w:tab/>
        <w:t>1.013e0</w:t>
      </w:r>
    </w:p>
    <w:p w:rsidR="007B2329" w:rsidRDefault="007B2329" w:rsidP="007B2329">
      <w:r>
        <w:t>330.1025</w:t>
      </w:r>
      <w:r>
        <w:tab/>
        <w:t>5.063e0</w:t>
      </w:r>
    </w:p>
    <w:p w:rsidR="007B2329" w:rsidRDefault="007B2329" w:rsidP="007B2329">
      <w:r>
        <w:t>330.1079</w:t>
      </w:r>
      <w:r>
        <w:tab/>
        <w:t>2.025e0</w:t>
      </w:r>
    </w:p>
    <w:p w:rsidR="007B2329" w:rsidRDefault="007B2329" w:rsidP="007B2329">
      <w:r>
        <w:t>330.1138</w:t>
      </w:r>
      <w:r>
        <w:tab/>
        <w:t>3.038e0</w:t>
      </w:r>
    </w:p>
    <w:p w:rsidR="007B2329" w:rsidRDefault="007B2329" w:rsidP="007B2329">
      <w:r>
        <w:t>330.1313</w:t>
      </w:r>
      <w:r>
        <w:tab/>
        <w:t>3.719e0</w:t>
      </w:r>
    </w:p>
    <w:p w:rsidR="007B2329" w:rsidRDefault="007B2329" w:rsidP="007B2329">
      <w:r>
        <w:t>330.1509</w:t>
      </w:r>
      <w:r>
        <w:tab/>
        <w:t>3.481e0</w:t>
      </w:r>
    </w:p>
    <w:p w:rsidR="007B2329" w:rsidRDefault="007B2329" w:rsidP="007B2329">
      <w:r>
        <w:t>330.1606</w:t>
      </w:r>
      <w:r>
        <w:tab/>
        <w:t>3.038e0</w:t>
      </w:r>
    </w:p>
    <w:p w:rsidR="007B2329" w:rsidRDefault="007B2329" w:rsidP="007B2329">
      <w:r>
        <w:t>330.1682</w:t>
      </w:r>
      <w:r>
        <w:tab/>
        <w:t>1.639e1</w:t>
      </w:r>
    </w:p>
    <w:p w:rsidR="007B2329" w:rsidRDefault="007B2329" w:rsidP="007B2329">
      <w:r>
        <w:t>330.1697</w:t>
      </w:r>
      <w:r>
        <w:tab/>
        <w:t>2.182e1</w:t>
      </w:r>
    </w:p>
    <w:p w:rsidR="007B2329" w:rsidRDefault="007B2329" w:rsidP="007B2329">
      <w:r>
        <w:t>330.1716</w:t>
      </w:r>
      <w:r>
        <w:tab/>
        <w:t>9.012e0</w:t>
      </w:r>
    </w:p>
    <w:p w:rsidR="007B2329" w:rsidRDefault="007B2329" w:rsidP="007B2329">
      <w:r>
        <w:t>330.1731</w:t>
      </w:r>
      <w:r>
        <w:tab/>
        <w:t>2.025e0</w:t>
      </w:r>
    </w:p>
    <w:p w:rsidR="007B2329" w:rsidRDefault="007B2329" w:rsidP="007B2329">
      <w:r>
        <w:t>330.1841</w:t>
      </w:r>
      <w:r>
        <w:tab/>
        <w:t>9.499e0</w:t>
      </w:r>
    </w:p>
    <w:p w:rsidR="007B2329" w:rsidRDefault="007B2329" w:rsidP="007B2329">
      <w:r>
        <w:t>330.1871</w:t>
      </w:r>
      <w:r>
        <w:tab/>
        <w:t>3.994e1</w:t>
      </w:r>
    </w:p>
    <w:p w:rsidR="007B2329" w:rsidRDefault="007B2329" w:rsidP="007B2329">
      <w:r>
        <w:t>330.1903</w:t>
      </w:r>
      <w:r>
        <w:tab/>
        <w:t>9.079e0</w:t>
      </w:r>
    </w:p>
    <w:p w:rsidR="007B2329" w:rsidRDefault="007B2329" w:rsidP="007B2329">
      <w:r>
        <w:lastRenderedPageBreak/>
        <w:t>330.2092</w:t>
      </w:r>
      <w:r>
        <w:tab/>
        <w:t>7.169e0</w:t>
      </w:r>
    </w:p>
    <w:p w:rsidR="007B2329" w:rsidRDefault="007B2329" w:rsidP="007B2329">
      <w:r>
        <w:t>330.2158</w:t>
      </w:r>
      <w:r>
        <w:tab/>
        <w:t>4.051e0</w:t>
      </w:r>
    </w:p>
    <w:p w:rsidR="007B2329" w:rsidRDefault="007B2329" w:rsidP="007B2329">
      <w:r>
        <w:t>330.2201</w:t>
      </w:r>
      <w:r>
        <w:tab/>
        <w:t>5.922e0</w:t>
      </w:r>
    </w:p>
    <w:p w:rsidR="007B2329" w:rsidRDefault="007B2329" w:rsidP="007B2329">
      <w:r>
        <w:t>330.2321</w:t>
      </w:r>
      <w:r>
        <w:tab/>
        <w:t>2.038e0</w:t>
      </w:r>
    </w:p>
    <w:p w:rsidR="007B2329" w:rsidRDefault="007B2329" w:rsidP="007B2329">
      <w:r>
        <w:t>330.2362</w:t>
      </w:r>
      <w:r>
        <w:tab/>
        <w:t>3.051e0</w:t>
      </w:r>
    </w:p>
    <w:p w:rsidR="007B2329" w:rsidRDefault="007B2329" w:rsidP="007B2329">
      <w:r>
        <w:t>330.2522</w:t>
      </w:r>
      <w:r>
        <w:tab/>
        <w:t>2.025e0</w:t>
      </w:r>
    </w:p>
    <w:p w:rsidR="007B2329" w:rsidRDefault="007B2329" w:rsidP="007B2329">
      <w:r>
        <w:t>330.2585</w:t>
      </w:r>
      <w:r>
        <w:tab/>
        <w:t>1.013e0</w:t>
      </w:r>
    </w:p>
    <w:p w:rsidR="007B2329" w:rsidRDefault="007B2329" w:rsidP="007B2329">
      <w:r>
        <w:t>330.2600</w:t>
      </w:r>
      <w:r>
        <w:tab/>
        <w:t>3.038e0</w:t>
      </w:r>
    </w:p>
    <w:p w:rsidR="007B2329" w:rsidRDefault="007B2329" w:rsidP="007B2329">
      <w:r>
        <w:t>330.2711</w:t>
      </w:r>
      <w:r>
        <w:tab/>
        <w:t>1.013e0</w:t>
      </w:r>
    </w:p>
    <w:p w:rsidR="007B2329" w:rsidRDefault="007B2329" w:rsidP="007B2329">
      <w:r>
        <w:t>330.2843</w:t>
      </w:r>
      <w:r>
        <w:tab/>
        <w:t>3.798e-2</w:t>
      </w:r>
    </w:p>
    <w:p w:rsidR="007B2329" w:rsidRDefault="007B2329" w:rsidP="007B2329">
      <w:r>
        <w:t>330.2915</w:t>
      </w:r>
      <w:r>
        <w:tab/>
        <w:t>5.063e0</w:t>
      </w:r>
    </w:p>
    <w:p w:rsidR="007B2329" w:rsidRDefault="007B2329" w:rsidP="007B2329">
      <w:r>
        <w:t>330.2950</w:t>
      </w:r>
      <w:r>
        <w:tab/>
        <w:t>2.025e0</w:t>
      </w:r>
    </w:p>
    <w:p w:rsidR="007B2329" w:rsidRDefault="007B2329" w:rsidP="007B2329">
      <w:r>
        <w:t>330.2970</w:t>
      </w:r>
      <w:r>
        <w:tab/>
        <w:t>3.051e0</w:t>
      </w:r>
    </w:p>
    <w:p w:rsidR="007B2329" w:rsidRDefault="007B2329" w:rsidP="007B2329">
      <w:r>
        <w:t>330.3006</w:t>
      </w:r>
      <w:r>
        <w:tab/>
        <w:t>4.051e0</w:t>
      </w:r>
    </w:p>
    <w:p w:rsidR="007B2329" w:rsidRDefault="007B2329" w:rsidP="007B2329">
      <w:r>
        <w:t>330.3228</w:t>
      </w:r>
      <w:r>
        <w:tab/>
        <w:t>5.063e0</w:t>
      </w:r>
    </w:p>
    <w:p w:rsidR="007B2329" w:rsidRDefault="007B2329" w:rsidP="007B2329">
      <w:r>
        <w:t>330.3347</w:t>
      </w:r>
      <w:r>
        <w:tab/>
        <w:t>6.017e0</w:t>
      </w:r>
    </w:p>
    <w:p w:rsidR="007B2329" w:rsidRDefault="007B2329" w:rsidP="007B2329">
      <w:r>
        <w:t>330.3438</w:t>
      </w:r>
      <w:r>
        <w:tab/>
        <w:t>1.013e0</w:t>
      </w:r>
    </w:p>
    <w:p w:rsidR="007B2329" w:rsidRDefault="007B2329" w:rsidP="007B2329">
      <w:r>
        <w:t>330.3583</w:t>
      </w:r>
      <w:r>
        <w:tab/>
        <w:t>6.076e0</w:t>
      </w:r>
    </w:p>
    <w:p w:rsidR="007B2329" w:rsidRDefault="007B2329" w:rsidP="007B2329">
      <w:r>
        <w:t>330.3640</w:t>
      </w:r>
      <w:r>
        <w:tab/>
        <w:t>3.038e0</w:t>
      </w:r>
    </w:p>
    <w:p w:rsidR="007B2329" w:rsidRDefault="007B2329" w:rsidP="007B2329">
      <w:r>
        <w:lastRenderedPageBreak/>
        <w:t>330.3686</w:t>
      </w:r>
      <w:r>
        <w:tab/>
        <w:t>3.097e0</w:t>
      </w:r>
    </w:p>
    <w:p w:rsidR="007B2329" w:rsidRDefault="007B2329" w:rsidP="007B2329">
      <w:r>
        <w:t>330.3782</w:t>
      </w:r>
      <w:r>
        <w:tab/>
        <w:t>1.013e0</w:t>
      </w:r>
    </w:p>
    <w:p w:rsidR="007B2329" w:rsidRDefault="007B2329" w:rsidP="007B2329">
      <w:r>
        <w:t>330.3965</w:t>
      </w:r>
      <w:r>
        <w:tab/>
        <w:t>1.013e0</w:t>
      </w:r>
    </w:p>
    <w:p w:rsidR="007B2329" w:rsidRDefault="007B2329" w:rsidP="007B2329">
      <w:r>
        <w:t>330.4019</w:t>
      </w:r>
      <w:r>
        <w:tab/>
        <w:t>1.013e0</w:t>
      </w:r>
    </w:p>
    <w:p w:rsidR="007B2329" w:rsidRDefault="007B2329" w:rsidP="007B2329">
      <w:r>
        <w:t>330.4061</w:t>
      </w:r>
      <w:r>
        <w:tab/>
        <w:t>6.076e0</w:t>
      </w:r>
    </w:p>
    <w:p w:rsidR="007B2329" w:rsidRDefault="007B2329" w:rsidP="007B2329">
      <w:r>
        <w:t>330.4080</w:t>
      </w:r>
      <w:r>
        <w:tab/>
        <w:t>1.013e0</w:t>
      </w:r>
    </w:p>
    <w:p w:rsidR="007B2329" w:rsidRDefault="007B2329" w:rsidP="007B2329">
      <w:r>
        <w:t>330.4129</w:t>
      </w:r>
      <w:r>
        <w:tab/>
        <w:t>5.063e0</w:t>
      </w:r>
    </w:p>
    <w:p w:rsidR="007B2329" w:rsidRDefault="007B2329" w:rsidP="007B2329">
      <w:r>
        <w:t>330.4413</w:t>
      </w:r>
      <w:r>
        <w:tab/>
        <w:t>3.038e0</w:t>
      </w:r>
    </w:p>
    <w:p w:rsidR="007B2329" w:rsidRDefault="007B2329" w:rsidP="007B2329">
      <w:r>
        <w:t>330.4496</w:t>
      </w:r>
      <w:r>
        <w:tab/>
        <w:t>3.038e0</w:t>
      </w:r>
    </w:p>
    <w:p w:rsidR="007B2329" w:rsidRDefault="007B2329" w:rsidP="007B2329">
      <w:r>
        <w:t>330.4576</w:t>
      </w:r>
      <w:r>
        <w:tab/>
        <w:t>1.025e0</w:t>
      </w:r>
    </w:p>
    <w:p w:rsidR="007B2329" w:rsidRDefault="007B2329" w:rsidP="007B2329">
      <w:r>
        <w:t>330.4592</w:t>
      </w:r>
      <w:r>
        <w:tab/>
        <w:t>3.038e0</w:t>
      </w:r>
    </w:p>
    <w:p w:rsidR="007B2329" w:rsidRDefault="007B2329" w:rsidP="007B2329">
      <w:r>
        <w:t>330.4752</w:t>
      </w:r>
      <w:r>
        <w:tab/>
        <w:t>2.025e0</w:t>
      </w:r>
    </w:p>
    <w:p w:rsidR="007B2329" w:rsidRDefault="007B2329" w:rsidP="007B2329">
      <w:r>
        <w:t>330.4774</w:t>
      </w:r>
      <w:r>
        <w:tab/>
        <w:t>7.089e0</w:t>
      </w:r>
    </w:p>
    <w:p w:rsidR="007B2329" w:rsidRDefault="007B2329" w:rsidP="007B2329">
      <w:r>
        <w:t>330.4839</w:t>
      </w:r>
      <w:r>
        <w:tab/>
        <w:t>2.025e0</w:t>
      </w:r>
    </w:p>
    <w:p w:rsidR="007B2329" w:rsidRDefault="007B2329" w:rsidP="007B2329">
      <w:r>
        <w:t>330.4858</w:t>
      </w:r>
      <w:r>
        <w:tab/>
        <w:t>2.025e0</w:t>
      </w:r>
    </w:p>
    <w:p w:rsidR="007B2329" w:rsidRDefault="007B2329" w:rsidP="007B2329">
      <w:r>
        <w:t>330.5012</w:t>
      </w:r>
      <w:r>
        <w:tab/>
        <w:t>2.025e0</w:t>
      </w:r>
    </w:p>
    <w:p w:rsidR="007B2329" w:rsidRDefault="007B2329" w:rsidP="007B2329">
      <w:r>
        <w:t>330.5127</w:t>
      </w:r>
      <w:r>
        <w:tab/>
        <w:t>3.038e0</w:t>
      </w:r>
    </w:p>
    <w:p w:rsidR="007B2329" w:rsidRDefault="007B2329" w:rsidP="007B2329">
      <w:r>
        <w:t>330.5184</w:t>
      </w:r>
      <w:r>
        <w:tab/>
        <w:t>3.038e0</w:t>
      </w:r>
    </w:p>
    <w:p w:rsidR="007B2329" w:rsidRDefault="007B2329" w:rsidP="007B2329">
      <w:r>
        <w:t>330.5291</w:t>
      </w:r>
      <w:r>
        <w:tab/>
        <w:t>2.025e0</w:t>
      </w:r>
    </w:p>
    <w:p w:rsidR="007B2329" w:rsidRDefault="007B2329" w:rsidP="007B2329">
      <w:r>
        <w:lastRenderedPageBreak/>
        <w:t>330.5314</w:t>
      </w:r>
      <w:r>
        <w:tab/>
        <w:t>3.038e0</w:t>
      </w:r>
    </w:p>
    <w:p w:rsidR="007B2329" w:rsidRDefault="007B2329" w:rsidP="007B2329">
      <w:r>
        <w:t>330.5430</w:t>
      </w:r>
      <w:r>
        <w:tab/>
        <w:t>1.013e0</w:t>
      </w:r>
    </w:p>
    <w:p w:rsidR="007B2329" w:rsidRDefault="007B2329" w:rsidP="007B2329">
      <w:r>
        <w:t>330.5627</w:t>
      </w:r>
      <w:r>
        <w:tab/>
        <w:t>1.013e0</w:t>
      </w:r>
    </w:p>
    <w:p w:rsidR="007B2329" w:rsidRDefault="007B2329" w:rsidP="007B2329">
      <w:r>
        <w:t>330.5684</w:t>
      </w:r>
      <w:r>
        <w:tab/>
        <w:t>2.025e0</w:t>
      </w:r>
    </w:p>
    <w:p w:rsidR="007B2329" w:rsidRDefault="007B2329" w:rsidP="007B2329">
      <w:r>
        <w:t>330.5695</w:t>
      </w:r>
      <w:r>
        <w:tab/>
        <w:t>2.025e0</w:t>
      </w:r>
    </w:p>
    <w:p w:rsidR="007B2329" w:rsidRDefault="007B2329" w:rsidP="007B2329">
      <w:r>
        <w:t>330.5706</w:t>
      </w:r>
      <w:r>
        <w:tab/>
        <w:t>3.038e0</w:t>
      </w:r>
    </w:p>
    <w:p w:rsidR="007B2329" w:rsidRDefault="007B2329" w:rsidP="007B2329">
      <w:r>
        <w:t>330.5789</w:t>
      </w:r>
      <w:r>
        <w:tab/>
        <w:t>5.063e0</w:t>
      </w:r>
    </w:p>
    <w:p w:rsidR="007B2329" w:rsidRDefault="007B2329" w:rsidP="007B2329">
      <w:r>
        <w:t>330.5919</w:t>
      </w:r>
      <w:r>
        <w:tab/>
        <w:t>1.013e0</w:t>
      </w:r>
    </w:p>
    <w:p w:rsidR="007B2329" w:rsidRDefault="007B2329" w:rsidP="007B2329">
      <w:r>
        <w:t>330.6063</w:t>
      </w:r>
      <w:r>
        <w:tab/>
        <w:t>2.025e0</w:t>
      </w:r>
    </w:p>
    <w:p w:rsidR="007B2329" w:rsidRDefault="007B2329" w:rsidP="007B2329">
      <w:r>
        <w:t>330.6161</w:t>
      </w:r>
      <w:r>
        <w:tab/>
        <w:t>3.038e0</w:t>
      </w:r>
    </w:p>
    <w:p w:rsidR="007B2329" w:rsidRDefault="007B2329" w:rsidP="007B2329">
      <w:r>
        <w:t>330.6179</w:t>
      </w:r>
      <w:r>
        <w:tab/>
        <w:t>3.038e0</w:t>
      </w:r>
    </w:p>
    <w:p w:rsidR="007B2329" w:rsidRDefault="007B2329" w:rsidP="007B2329">
      <w:r>
        <w:t>330.6298</w:t>
      </w:r>
      <w:r>
        <w:tab/>
        <w:t>1.025e0</w:t>
      </w:r>
    </w:p>
    <w:p w:rsidR="007B2329" w:rsidRDefault="007B2329" w:rsidP="007B2329">
      <w:r>
        <w:t>330.6429</w:t>
      </w:r>
      <w:r>
        <w:tab/>
        <w:t>3.038e0</w:t>
      </w:r>
    </w:p>
    <w:p w:rsidR="007B2329" w:rsidRDefault="007B2329" w:rsidP="007B2329">
      <w:r>
        <w:t>330.6489</w:t>
      </w:r>
      <w:r>
        <w:tab/>
        <w:t>1.013e0</w:t>
      </w:r>
    </w:p>
    <w:p w:rsidR="007B2329" w:rsidRDefault="007B2329" w:rsidP="007B2329">
      <w:r>
        <w:t>330.6561</w:t>
      </w:r>
      <w:r>
        <w:tab/>
        <w:t>4.051e0</w:t>
      </w:r>
    </w:p>
    <w:p w:rsidR="007B2329" w:rsidRDefault="007B2329" w:rsidP="007B2329">
      <w:r>
        <w:t>330.6687</w:t>
      </w:r>
      <w:r>
        <w:tab/>
        <w:t>3.038e0</w:t>
      </w:r>
    </w:p>
    <w:p w:rsidR="007B2329" w:rsidRDefault="007B2329" w:rsidP="007B2329">
      <w:r>
        <w:t>330.6779</w:t>
      </w:r>
      <w:r>
        <w:tab/>
        <w:t>2.025e0</w:t>
      </w:r>
    </w:p>
    <w:p w:rsidR="007B2329" w:rsidRDefault="007B2329" w:rsidP="007B2329">
      <w:r>
        <w:t>330.6974</w:t>
      </w:r>
      <w:r>
        <w:tab/>
        <w:t>1.013e0</w:t>
      </w:r>
    </w:p>
    <w:p w:rsidR="007B2329" w:rsidRDefault="007B2329" w:rsidP="007B2329">
      <w:r>
        <w:t>330.7039</w:t>
      </w:r>
      <w:r>
        <w:tab/>
        <w:t>2.025e0</w:t>
      </w:r>
    </w:p>
    <w:p w:rsidR="007B2329" w:rsidRDefault="007B2329" w:rsidP="007B2329">
      <w:r>
        <w:lastRenderedPageBreak/>
        <w:t>330.7075</w:t>
      </w:r>
      <w:r>
        <w:tab/>
        <w:t>3.038e0</w:t>
      </w:r>
    </w:p>
    <w:p w:rsidR="007B2329" w:rsidRDefault="007B2329" w:rsidP="007B2329">
      <w:r>
        <w:t>330.7219</w:t>
      </w:r>
      <w:r>
        <w:tab/>
        <w:t>1.013e0</w:t>
      </w:r>
    </w:p>
    <w:p w:rsidR="007B2329" w:rsidRDefault="007B2329" w:rsidP="007B2329">
      <w:r>
        <w:t>330.7306</w:t>
      </w:r>
      <w:r>
        <w:tab/>
        <w:t>3.193e0</w:t>
      </w:r>
    </w:p>
    <w:p w:rsidR="007B2329" w:rsidRDefault="007B2329" w:rsidP="007B2329">
      <w:r>
        <w:t>330.7382</w:t>
      </w:r>
      <w:r>
        <w:tab/>
        <w:t>1.025e0</w:t>
      </w:r>
    </w:p>
    <w:p w:rsidR="007B2329" w:rsidRDefault="007B2329" w:rsidP="007B2329">
      <w:r>
        <w:t>330.7433</w:t>
      </w:r>
      <w:r>
        <w:tab/>
        <w:t>2.025e0</w:t>
      </w:r>
    </w:p>
    <w:p w:rsidR="007B2329" w:rsidRDefault="007B2329" w:rsidP="007B2329">
      <w:r>
        <w:t>330.7486</w:t>
      </w:r>
      <w:r>
        <w:tab/>
        <w:t>2.025e0</w:t>
      </w:r>
    </w:p>
    <w:p w:rsidR="007B2329" w:rsidRDefault="007B2329" w:rsidP="007B2329">
      <w:r>
        <w:t>330.7503</w:t>
      </w:r>
      <w:r>
        <w:tab/>
        <w:t>3.038e0</w:t>
      </w:r>
    </w:p>
    <w:p w:rsidR="007B2329" w:rsidRDefault="007B2329" w:rsidP="007B2329">
      <w:r>
        <w:t>330.7627</w:t>
      </w:r>
      <w:r>
        <w:tab/>
        <w:t>8.101e0</w:t>
      </w:r>
    </w:p>
    <w:p w:rsidR="007B2329" w:rsidRDefault="007B2329" w:rsidP="007B2329">
      <w:r>
        <w:t>330.7711</w:t>
      </w:r>
      <w:r>
        <w:tab/>
        <w:t>1.013e0</w:t>
      </w:r>
    </w:p>
    <w:p w:rsidR="007B2329" w:rsidRDefault="007B2329" w:rsidP="007B2329">
      <w:r>
        <w:t>330.7789</w:t>
      </w:r>
      <w:r>
        <w:tab/>
        <w:t>1.013e0</w:t>
      </w:r>
    </w:p>
    <w:p w:rsidR="007B2329" w:rsidRDefault="007B2329" w:rsidP="007B2329">
      <w:r>
        <w:t>330.7812</w:t>
      </w:r>
      <w:r>
        <w:tab/>
        <w:t>1.025e0</w:t>
      </w:r>
    </w:p>
    <w:p w:rsidR="007B2329" w:rsidRDefault="007B2329" w:rsidP="007B2329">
      <w:r>
        <w:t>330.8071</w:t>
      </w:r>
      <w:r>
        <w:tab/>
        <w:t>2.025e0</w:t>
      </w:r>
    </w:p>
    <w:p w:rsidR="007B2329" w:rsidRDefault="007B2329" w:rsidP="007B2329">
      <w:r>
        <w:t>330.8156</w:t>
      </w:r>
      <w:r>
        <w:tab/>
        <w:t>2.025e0</w:t>
      </w:r>
    </w:p>
    <w:p w:rsidR="007B2329" w:rsidRDefault="007B2329" w:rsidP="007B2329">
      <w:r>
        <w:t>330.8316</w:t>
      </w:r>
      <w:r>
        <w:tab/>
        <w:t>1.013e0</w:t>
      </w:r>
    </w:p>
    <w:p w:rsidR="007B2329" w:rsidRDefault="007B2329" w:rsidP="007B2329">
      <w:r>
        <w:t>330.8468</w:t>
      </w:r>
      <w:r>
        <w:tab/>
        <w:t>5.063e0</w:t>
      </w:r>
    </w:p>
    <w:p w:rsidR="007B2329" w:rsidRDefault="007B2329" w:rsidP="007B2329">
      <w:r>
        <w:t>330.8497</w:t>
      </w:r>
      <w:r>
        <w:tab/>
        <w:t>5.328e0</w:t>
      </w:r>
    </w:p>
    <w:p w:rsidR="007B2329" w:rsidRDefault="007B2329" w:rsidP="007B2329">
      <w:r>
        <w:t>330.8664</w:t>
      </w:r>
      <w:r>
        <w:tab/>
        <w:t>1.013e0</w:t>
      </w:r>
    </w:p>
    <w:p w:rsidR="007B2329" w:rsidRDefault="007B2329" w:rsidP="007B2329">
      <w:r>
        <w:t>330.8903</w:t>
      </w:r>
      <w:r>
        <w:tab/>
        <w:t>1.013e0</w:t>
      </w:r>
    </w:p>
    <w:p w:rsidR="007B2329" w:rsidRDefault="007B2329" w:rsidP="007B2329">
      <w:r>
        <w:t>330.8949</w:t>
      </w:r>
      <w:r>
        <w:tab/>
        <w:t>2.025e0</w:t>
      </w:r>
    </w:p>
    <w:p w:rsidR="007B2329" w:rsidRDefault="007B2329" w:rsidP="007B2329">
      <w:r>
        <w:lastRenderedPageBreak/>
        <w:t>330.8962</w:t>
      </w:r>
      <w:r>
        <w:tab/>
        <w:t>1.013e0</w:t>
      </w:r>
    </w:p>
    <w:p w:rsidR="007B2329" w:rsidRDefault="007B2329" w:rsidP="007B2329">
      <w:r>
        <w:t>330.9007</w:t>
      </w:r>
      <w:r>
        <w:tab/>
        <w:t>3.038e0</w:t>
      </w:r>
    </w:p>
    <w:p w:rsidR="007B2329" w:rsidRDefault="007B2329" w:rsidP="007B2329">
      <w:r>
        <w:t>330.9086</w:t>
      </w:r>
      <w:r>
        <w:tab/>
        <w:t>2.025e0</w:t>
      </w:r>
    </w:p>
    <w:p w:rsidR="007B2329" w:rsidRDefault="007B2329" w:rsidP="007B2329">
      <w:r>
        <w:t>330.9102</w:t>
      </w:r>
      <w:r>
        <w:tab/>
        <w:t>1.025e0</w:t>
      </w:r>
    </w:p>
    <w:p w:rsidR="007B2329" w:rsidRDefault="007B2329" w:rsidP="007B2329">
      <w:r>
        <w:t>330.9130</w:t>
      </w:r>
      <w:r>
        <w:tab/>
        <w:t>4.051e0</w:t>
      </w:r>
    </w:p>
    <w:p w:rsidR="007B2329" w:rsidRDefault="007B2329" w:rsidP="007B2329">
      <w:r>
        <w:t>330.9323</w:t>
      </w:r>
      <w:r>
        <w:tab/>
        <w:t>2.025e0</w:t>
      </w:r>
    </w:p>
    <w:p w:rsidR="007B2329" w:rsidRDefault="007B2329" w:rsidP="007B2329">
      <w:r>
        <w:t>330.9419</w:t>
      </w:r>
      <w:r>
        <w:tab/>
        <w:t>7.089e0</w:t>
      </w:r>
    </w:p>
    <w:p w:rsidR="007B2329" w:rsidRDefault="007B2329" w:rsidP="007B2329">
      <w:r>
        <w:t>330.9537</w:t>
      </w:r>
      <w:r>
        <w:tab/>
        <w:t>2.025e0</w:t>
      </w:r>
    </w:p>
    <w:p w:rsidR="007B2329" w:rsidRDefault="007B2329" w:rsidP="007B2329">
      <w:r>
        <w:t>330.9618</w:t>
      </w:r>
      <w:r>
        <w:tab/>
        <w:t>1.013e0</w:t>
      </w:r>
    </w:p>
    <w:p w:rsidR="007B2329" w:rsidRDefault="007B2329" w:rsidP="007B2329">
      <w:r>
        <w:t>330.9667</w:t>
      </w:r>
      <w:r>
        <w:tab/>
        <w:t>9.515e0</w:t>
      </w:r>
    </w:p>
    <w:p w:rsidR="007B2329" w:rsidRDefault="007B2329" w:rsidP="007B2329">
      <w:r>
        <w:t>330.9875</w:t>
      </w:r>
      <w:r>
        <w:tab/>
        <w:t>2.025e0</w:t>
      </w:r>
    </w:p>
    <w:p w:rsidR="007B2329" w:rsidRDefault="007B2329" w:rsidP="007B2329">
      <w:r>
        <w:t>331.0048</w:t>
      </w:r>
      <w:r>
        <w:tab/>
        <w:t>2.244e0</w:t>
      </w:r>
    </w:p>
    <w:p w:rsidR="007B2329" w:rsidRDefault="007B2329" w:rsidP="007B2329">
      <w:r>
        <w:t>331.0256</w:t>
      </w:r>
      <w:r>
        <w:tab/>
        <w:t>2.025e0</w:t>
      </w:r>
    </w:p>
    <w:p w:rsidR="007B2329" w:rsidRDefault="007B2329" w:rsidP="007B2329">
      <w:r>
        <w:t>331.0273</w:t>
      </w:r>
      <w:r>
        <w:tab/>
        <w:t>1.013e0</w:t>
      </w:r>
    </w:p>
    <w:p w:rsidR="007B2329" w:rsidRDefault="007B2329" w:rsidP="007B2329">
      <w:r>
        <w:t>331.0284</w:t>
      </w:r>
      <w:r>
        <w:tab/>
        <w:t>7.101e0</w:t>
      </w:r>
    </w:p>
    <w:p w:rsidR="007B2329" w:rsidRDefault="007B2329" w:rsidP="007B2329">
      <w:r>
        <w:t>331.0370</w:t>
      </w:r>
      <w:r>
        <w:tab/>
        <w:t>8.626e0</w:t>
      </w:r>
    </w:p>
    <w:p w:rsidR="007B2329" w:rsidRDefault="007B2329" w:rsidP="007B2329">
      <w:r>
        <w:t>331.0407</w:t>
      </w:r>
      <w:r>
        <w:tab/>
        <w:t>1.025e0</w:t>
      </w:r>
    </w:p>
    <w:p w:rsidR="007B2329" w:rsidRDefault="007B2329" w:rsidP="007B2329">
      <w:r>
        <w:t>331.0493</w:t>
      </w:r>
      <w:r>
        <w:tab/>
        <w:t>8.101e0</w:t>
      </w:r>
    </w:p>
    <w:p w:rsidR="007B2329" w:rsidRDefault="007B2329" w:rsidP="007B2329">
      <w:r>
        <w:t>331.0573</w:t>
      </w:r>
      <w:r>
        <w:tab/>
        <w:t>4.051e0</w:t>
      </w:r>
    </w:p>
    <w:p w:rsidR="007B2329" w:rsidRDefault="007B2329" w:rsidP="007B2329">
      <w:r>
        <w:lastRenderedPageBreak/>
        <w:t>331.0706</w:t>
      </w:r>
      <w:r>
        <w:tab/>
        <w:t>2.552e0</w:t>
      </w:r>
    </w:p>
    <w:p w:rsidR="007B2329" w:rsidRDefault="007B2329" w:rsidP="007B2329">
      <w:r>
        <w:t>331.0840</w:t>
      </w:r>
      <w:r>
        <w:tab/>
        <w:t>3.038e0</w:t>
      </w:r>
    </w:p>
    <w:p w:rsidR="007B2329" w:rsidRDefault="007B2329" w:rsidP="007B2329">
      <w:r>
        <w:t>331.1031</w:t>
      </w:r>
      <w:r>
        <w:tab/>
        <w:t>3.038e0</w:t>
      </w:r>
    </w:p>
    <w:p w:rsidR="007B2329" w:rsidRDefault="007B2329" w:rsidP="007B2329">
      <w:r>
        <w:t>331.1111</w:t>
      </w:r>
      <w:r>
        <w:tab/>
        <w:t>1.928e0</w:t>
      </w:r>
    </w:p>
    <w:p w:rsidR="007B2329" w:rsidRDefault="007B2329" w:rsidP="007B2329">
      <w:r>
        <w:t>331.1125</w:t>
      </w:r>
      <w:r>
        <w:tab/>
        <w:t>1.013e0</w:t>
      </w:r>
    </w:p>
    <w:p w:rsidR="007B2329" w:rsidRDefault="007B2329" w:rsidP="007B2329">
      <w:r>
        <w:t>331.1532</w:t>
      </w:r>
      <w:r>
        <w:tab/>
        <w:t>4.051e0</w:t>
      </w:r>
    </w:p>
    <w:p w:rsidR="007B2329" w:rsidRDefault="007B2329" w:rsidP="007B2329">
      <w:r>
        <w:t>331.1678</w:t>
      </w:r>
      <w:r>
        <w:tab/>
        <w:t>6.599e1</w:t>
      </w:r>
    </w:p>
    <w:p w:rsidR="007B2329" w:rsidRDefault="007B2329" w:rsidP="007B2329">
      <w:r>
        <w:t>331.1707</w:t>
      </w:r>
      <w:r>
        <w:tab/>
        <w:t>4.950e1</w:t>
      </w:r>
    </w:p>
    <w:p w:rsidR="007B2329" w:rsidRDefault="007B2329" w:rsidP="007B2329">
      <w:r>
        <w:t>331.1733</w:t>
      </w:r>
      <w:r>
        <w:tab/>
        <w:t>1.625e1</w:t>
      </w:r>
    </w:p>
    <w:p w:rsidR="007B2329" w:rsidRDefault="007B2329" w:rsidP="007B2329">
      <w:r>
        <w:t>331.1766</w:t>
      </w:r>
      <w:r>
        <w:tab/>
        <w:t>1.351e2</w:t>
      </w:r>
    </w:p>
    <w:p w:rsidR="007B2329" w:rsidRDefault="007B2329" w:rsidP="007B2329">
      <w:r>
        <w:t>331.1985</w:t>
      </w:r>
      <w:r>
        <w:tab/>
        <w:t>3.038e0</w:t>
      </w:r>
    </w:p>
    <w:p w:rsidR="007B2329" w:rsidRDefault="007B2329" w:rsidP="007B2329">
      <w:r>
        <w:t>331.2347</w:t>
      </w:r>
      <w:r>
        <w:tab/>
        <w:t>3.038e0</w:t>
      </w:r>
    </w:p>
    <w:p w:rsidR="007B2329" w:rsidRDefault="007B2329" w:rsidP="007B2329">
      <w:r>
        <w:t>331.2369</w:t>
      </w:r>
      <w:r>
        <w:tab/>
        <w:t>3.335e0</w:t>
      </w:r>
    </w:p>
    <w:p w:rsidR="007B2329" w:rsidRDefault="007B2329" w:rsidP="007B2329">
      <w:r>
        <w:t>331.2386</w:t>
      </w:r>
      <w:r>
        <w:tab/>
        <w:t>2.644e0</w:t>
      </w:r>
    </w:p>
    <w:p w:rsidR="007B2329" w:rsidRDefault="007B2329" w:rsidP="007B2329">
      <w:r>
        <w:t>331.2648</w:t>
      </w:r>
      <w:r>
        <w:tab/>
        <w:t>2.025e0</w:t>
      </w:r>
    </w:p>
    <w:p w:rsidR="007B2329" w:rsidRDefault="007B2329" w:rsidP="007B2329">
      <w:r>
        <w:t>331.2718</w:t>
      </w:r>
      <w:r>
        <w:tab/>
        <w:t>1.013e0</w:t>
      </w:r>
    </w:p>
    <w:p w:rsidR="007B2329" w:rsidRDefault="007B2329" w:rsidP="007B2329">
      <w:r>
        <w:t>331.2827</w:t>
      </w:r>
      <w:r>
        <w:tab/>
        <w:t>4.051e0</w:t>
      </w:r>
    </w:p>
    <w:p w:rsidR="007B2329" w:rsidRDefault="007B2329" w:rsidP="007B2329">
      <w:r>
        <w:t>331.2892</w:t>
      </w:r>
      <w:r>
        <w:tab/>
        <w:t>7.070e0</w:t>
      </w:r>
    </w:p>
    <w:p w:rsidR="007B2329" w:rsidRDefault="007B2329" w:rsidP="007B2329">
      <w:r>
        <w:t>331.2946</w:t>
      </w:r>
      <w:r>
        <w:tab/>
        <w:t>4.051e0</w:t>
      </w:r>
    </w:p>
    <w:p w:rsidR="007B2329" w:rsidRDefault="007B2329" w:rsidP="007B2329">
      <w:r>
        <w:lastRenderedPageBreak/>
        <w:t>331.3352</w:t>
      </w:r>
      <w:r>
        <w:tab/>
        <w:t>4.051e0</w:t>
      </w:r>
    </w:p>
    <w:p w:rsidR="007B2329" w:rsidRDefault="007B2329" w:rsidP="007B2329">
      <w:r>
        <w:t>331.3362</w:t>
      </w:r>
      <w:r>
        <w:tab/>
        <w:t>2.025e0</w:t>
      </w:r>
    </w:p>
    <w:p w:rsidR="007B2329" w:rsidRDefault="007B2329" w:rsidP="007B2329">
      <w:r>
        <w:t>331.3501</w:t>
      </w:r>
      <w:r>
        <w:tab/>
        <w:t>3.038e0</w:t>
      </w:r>
    </w:p>
    <w:p w:rsidR="007B2329" w:rsidRDefault="007B2329" w:rsidP="007B2329">
      <w:r>
        <w:t>331.3563</w:t>
      </w:r>
      <w:r>
        <w:tab/>
        <w:t>3.038e0</w:t>
      </w:r>
    </w:p>
    <w:p w:rsidR="007B2329" w:rsidRDefault="007B2329" w:rsidP="007B2329">
      <w:r>
        <w:t>331.3606</w:t>
      </w:r>
      <w:r>
        <w:tab/>
        <w:t>1.013e0</w:t>
      </w:r>
    </w:p>
    <w:p w:rsidR="007B2329" w:rsidRDefault="007B2329" w:rsidP="007B2329">
      <w:r>
        <w:t>331.3748</w:t>
      </w:r>
      <w:r>
        <w:tab/>
        <w:t>3.051e0</w:t>
      </w:r>
    </w:p>
    <w:p w:rsidR="007B2329" w:rsidRDefault="007B2329" w:rsidP="007B2329">
      <w:r>
        <w:t>331.3793</w:t>
      </w:r>
      <w:r>
        <w:tab/>
        <w:t>1.013e0</w:t>
      </w:r>
    </w:p>
    <w:p w:rsidR="007B2329" w:rsidRDefault="007B2329" w:rsidP="007B2329">
      <w:r>
        <w:t>331.3834</w:t>
      </w:r>
      <w:r>
        <w:tab/>
        <w:t>5.063e0</w:t>
      </w:r>
    </w:p>
    <w:p w:rsidR="007B2329" w:rsidRDefault="007B2329" w:rsidP="007B2329">
      <w:r>
        <w:t>331.3852</w:t>
      </w:r>
      <w:r>
        <w:tab/>
        <w:t>1.013e0</w:t>
      </w:r>
    </w:p>
    <w:p w:rsidR="007B2329" w:rsidRDefault="007B2329" w:rsidP="007B2329">
      <w:r>
        <w:t>331.3889</w:t>
      </w:r>
      <w:r>
        <w:tab/>
        <w:t>1.013e0</w:t>
      </w:r>
    </w:p>
    <w:p w:rsidR="007B2329" w:rsidRDefault="007B2329" w:rsidP="007B2329">
      <w:r>
        <w:t>331.3911</w:t>
      </w:r>
      <w:r>
        <w:tab/>
        <w:t>2.025e0</w:t>
      </w:r>
    </w:p>
    <w:p w:rsidR="007B2329" w:rsidRDefault="007B2329" w:rsidP="007B2329">
      <w:r>
        <w:t>331.3972</w:t>
      </w:r>
      <w:r>
        <w:tab/>
        <w:t>2.025e0</w:t>
      </w:r>
    </w:p>
    <w:p w:rsidR="007B2329" w:rsidRDefault="007B2329" w:rsidP="007B2329">
      <w:r>
        <w:t>331.4185</w:t>
      </w:r>
      <w:r>
        <w:tab/>
        <w:t>2.025e0</w:t>
      </w:r>
    </w:p>
    <w:p w:rsidR="007B2329" w:rsidRDefault="007B2329" w:rsidP="007B2329">
      <w:r>
        <w:t>331.4261</w:t>
      </w:r>
      <w:r>
        <w:tab/>
        <w:t>2.025e0</w:t>
      </w:r>
    </w:p>
    <w:p w:rsidR="007B2329" w:rsidRDefault="007B2329" w:rsidP="007B2329">
      <w:r>
        <w:t>331.4277</w:t>
      </w:r>
      <w:r>
        <w:tab/>
        <w:t>2.025e0</w:t>
      </w:r>
    </w:p>
    <w:p w:rsidR="007B2329" w:rsidRDefault="007B2329" w:rsidP="007B2329">
      <w:r>
        <w:t>331.4328</w:t>
      </w:r>
      <w:r>
        <w:tab/>
        <w:t>2.025e0</w:t>
      </w:r>
    </w:p>
    <w:p w:rsidR="007B2329" w:rsidRDefault="007B2329" w:rsidP="007B2329">
      <w:r>
        <w:t>331.4420</w:t>
      </w:r>
      <w:r>
        <w:tab/>
        <w:t>3.038e0</w:t>
      </w:r>
    </w:p>
    <w:p w:rsidR="007B2329" w:rsidRDefault="007B2329" w:rsidP="007B2329">
      <w:r>
        <w:t>331.4508</w:t>
      </w:r>
      <w:r>
        <w:tab/>
        <w:t>1.013e0</w:t>
      </w:r>
    </w:p>
    <w:p w:rsidR="007B2329" w:rsidRDefault="007B2329" w:rsidP="007B2329">
      <w:r>
        <w:t>331.4683</w:t>
      </w:r>
      <w:r>
        <w:tab/>
        <w:t>2.025e0</w:t>
      </w:r>
    </w:p>
    <w:p w:rsidR="007B2329" w:rsidRDefault="007B2329" w:rsidP="007B2329">
      <w:r>
        <w:lastRenderedPageBreak/>
        <w:t>331.4704</w:t>
      </w:r>
      <w:r>
        <w:tab/>
        <w:t>1.013e0</w:t>
      </w:r>
    </w:p>
    <w:p w:rsidR="007B2329" w:rsidRDefault="007B2329" w:rsidP="007B2329">
      <w:r>
        <w:t>331.4807</w:t>
      </w:r>
      <w:r>
        <w:tab/>
        <w:t>1.013e0</w:t>
      </w:r>
    </w:p>
    <w:p w:rsidR="007B2329" w:rsidRDefault="007B2329" w:rsidP="007B2329">
      <w:r>
        <w:t>331.4907</w:t>
      </w:r>
      <w:r>
        <w:tab/>
        <w:t>1.013e0</w:t>
      </w:r>
    </w:p>
    <w:p w:rsidR="007B2329" w:rsidRDefault="007B2329" w:rsidP="007B2329">
      <w:r>
        <w:t>331.4920</w:t>
      </w:r>
      <w:r>
        <w:tab/>
        <w:t>5.411e0</w:t>
      </w:r>
    </w:p>
    <w:p w:rsidR="007B2329" w:rsidRDefault="007B2329" w:rsidP="007B2329">
      <w:r>
        <w:t>331.5045</w:t>
      </w:r>
      <w:r>
        <w:tab/>
        <w:t>2.025e0</w:t>
      </w:r>
    </w:p>
    <w:p w:rsidR="007B2329" w:rsidRDefault="007B2329" w:rsidP="007B2329">
      <w:r>
        <w:t>331.5153</w:t>
      </w:r>
      <w:r>
        <w:tab/>
        <w:t>1.013e0</w:t>
      </w:r>
    </w:p>
    <w:p w:rsidR="007B2329" w:rsidRDefault="007B2329" w:rsidP="007B2329">
      <w:r>
        <w:t>331.5352</w:t>
      </w:r>
      <w:r>
        <w:tab/>
        <w:t>3.038e0</w:t>
      </w:r>
    </w:p>
    <w:p w:rsidR="007B2329" w:rsidRDefault="007B2329" w:rsidP="007B2329">
      <w:r>
        <w:t>331.5395</w:t>
      </w:r>
      <w:r>
        <w:tab/>
        <w:t>8.020e0</w:t>
      </w:r>
    </w:p>
    <w:p w:rsidR="007B2329" w:rsidRDefault="007B2329" w:rsidP="007B2329">
      <w:r>
        <w:t>331.5436</w:t>
      </w:r>
      <w:r>
        <w:tab/>
        <w:t>1.013e0</w:t>
      </w:r>
    </w:p>
    <w:p w:rsidR="007B2329" w:rsidRDefault="007B2329" w:rsidP="007B2329">
      <w:r>
        <w:t>331.5484</w:t>
      </w:r>
      <w:r>
        <w:tab/>
        <w:t>3.038e0</w:t>
      </w:r>
    </w:p>
    <w:p w:rsidR="007B2329" w:rsidRDefault="007B2329" w:rsidP="007B2329">
      <w:r>
        <w:t>331.5619</w:t>
      </w:r>
      <w:r>
        <w:tab/>
        <w:t>3.907e0</w:t>
      </w:r>
    </w:p>
    <w:p w:rsidR="007B2329" w:rsidRDefault="007B2329" w:rsidP="007B2329">
      <w:r>
        <w:t>331.5700</w:t>
      </w:r>
      <w:r>
        <w:tab/>
        <w:t>2.025e0</w:t>
      </w:r>
    </w:p>
    <w:p w:rsidR="007B2329" w:rsidRDefault="007B2329" w:rsidP="007B2329">
      <w:r>
        <w:t>331.5723</w:t>
      </w:r>
      <w:r>
        <w:tab/>
        <w:t>1.013e0</w:t>
      </w:r>
    </w:p>
    <w:p w:rsidR="007B2329" w:rsidRDefault="007B2329" w:rsidP="007B2329">
      <w:r>
        <w:t>331.5865</w:t>
      </w:r>
      <w:r>
        <w:tab/>
        <w:t>4.051e0</w:t>
      </w:r>
    </w:p>
    <w:p w:rsidR="007B2329" w:rsidRDefault="007B2329" w:rsidP="007B2329">
      <w:r>
        <w:t>331.5880</w:t>
      </w:r>
      <w:r>
        <w:tab/>
        <w:t>1.013e0</w:t>
      </w:r>
    </w:p>
    <w:p w:rsidR="007B2329" w:rsidRDefault="007B2329" w:rsidP="007B2329">
      <w:r>
        <w:t>331.5951</w:t>
      </w:r>
      <w:r>
        <w:tab/>
        <w:t>3.038e0</w:t>
      </w:r>
    </w:p>
    <w:p w:rsidR="007B2329" w:rsidRDefault="007B2329" w:rsidP="007B2329">
      <w:r>
        <w:t>331.5989</w:t>
      </w:r>
      <w:r>
        <w:tab/>
        <w:t>5.059e0</w:t>
      </w:r>
    </w:p>
    <w:p w:rsidR="007B2329" w:rsidRDefault="007B2329" w:rsidP="007B2329">
      <w:r>
        <w:t>331.6060</w:t>
      </w:r>
      <w:r>
        <w:tab/>
        <w:t>1.013e0</w:t>
      </w:r>
    </w:p>
    <w:p w:rsidR="007B2329" w:rsidRDefault="007B2329" w:rsidP="007B2329">
      <w:r>
        <w:t>331.6199</w:t>
      </w:r>
      <w:r>
        <w:tab/>
        <w:t>6.076e0</w:t>
      </w:r>
    </w:p>
    <w:p w:rsidR="007B2329" w:rsidRDefault="007B2329" w:rsidP="007B2329">
      <w:r>
        <w:lastRenderedPageBreak/>
        <w:t>331.6330</w:t>
      </w:r>
      <w:r>
        <w:tab/>
        <w:t>2.025e0</w:t>
      </w:r>
    </w:p>
    <w:p w:rsidR="007B2329" w:rsidRDefault="007B2329" w:rsidP="007B2329">
      <w:r>
        <w:t>331.6360</w:t>
      </w:r>
      <w:r>
        <w:tab/>
        <w:t>1.013e0</w:t>
      </w:r>
    </w:p>
    <w:p w:rsidR="007B2329" w:rsidRDefault="007B2329" w:rsidP="007B2329">
      <w:r>
        <w:t>331.6407</w:t>
      </w:r>
      <w:r>
        <w:tab/>
        <w:t>3.038e0</w:t>
      </w:r>
    </w:p>
    <w:p w:rsidR="007B2329" w:rsidRDefault="007B2329" w:rsidP="007B2329">
      <w:r>
        <w:t>331.6453</w:t>
      </w:r>
      <w:r>
        <w:tab/>
        <w:t>1.013e0</w:t>
      </w:r>
    </w:p>
    <w:p w:rsidR="007B2329" w:rsidRDefault="007B2329" w:rsidP="007B2329">
      <w:r>
        <w:t>331.6532</w:t>
      </w:r>
      <w:r>
        <w:tab/>
        <w:t>4.051e0</w:t>
      </w:r>
    </w:p>
    <w:p w:rsidR="007B2329" w:rsidRDefault="007B2329" w:rsidP="007B2329">
      <w:r>
        <w:t>331.6597</w:t>
      </w:r>
      <w:r>
        <w:tab/>
        <w:t>1.013e0</w:t>
      </w:r>
    </w:p>
    <w:p w:rsidR="007B2329" w:rsidRDefault="007B2329" w:rsidP="007B2329">
      <w:r>
        <w:t>331.6836</w:t>
      </w:r>
      <w:r>
        <w:tab/>
        <w:t>1.013e0</w:t>
      </w:r>
    </w:p>
    <w:p w:rsidR="007B2329" w:rsidRDefault="007B2329" w:rsidP="007B2329">
      <w:r>
        <w:t>331.6918</w:t>
      </w:r>
      <w:r>
        <w:tab/>
        <w:t>1.010e1</w:t>
      </w:r>
    </w:p>
    <w:p w:rsidR="007B2329" w:rsidRDefault="007B2329" w:rsidP="007B2329">
      <w:r>
        <w:t>331.6963</w:t>
      </w:r>
      <w:r>
        <w:tab/>
        <w:t>2.025e0</w:t>
      </w:r>
    </w:p>
    <w:p w:rsidR="007B2329" w:rsidRDefault="007B2329" w:rsidP="007B2329">
      <w:r>
        <w:t>331.7023</w:t>
      </w:r>
      <w:r>
        <w:tab/>
        <w:t>1.013e0</w:t>
      </w:r>
    </w:p>
    <w:p w:rsidR="007B2329" w:rsidRDefault="007B2329" w:rsidP="007B2329">
      <w:r>
        <w:t>331.7098</w:t>
      </w:r>
      <w:r>
        <w:tab/>
        <w:t>3.038e0</w:t>
      </w:r>
    </w:p>
    <w:p w:rsidR="007B2329" w:rsidRDefault="007B2329" w:rsidP="007B2329">
      <w:r>
        <w:t>331.7155</w:t>
      </w:r>
      <w:r>
        <w:tab/>
        <w:t>2.532e-2</w:t>
      </w:r>
    </w:p>
    <w:p w:rsidR="007B2329" w:rsidRDefault="007B2329" w:rsidP="007B2329">
      <w:r>
        <w:t>331.7375</w:t>
      </w:r>
      <w:r>
        <w:tab/>
        <w:t>1.013e0</w:t>
      </w:r>
    </w:p>
    <w:p w:rsidR="007B2329" w:rsidRDefault="007B2329" w:rsidP="007B2329">
      <w:r>
        <w:t>331.7427</w:t>
      </w:r>
      <w:r>
        <w:tab/>
        <w:t>5.063e0</w:t>
      </w:r>
    </w:p>
    <w:p w:rsidR="007B2329" w:rsidRDefault="007B2329" w:rsidP="007B2329">
      <w:r>
        <w:t>331.7470</w:t>
      </w:r>
      <w:r>
        <w:tab/>
        <w:t>6.076e0</w:t>
      </w:r>
    </w:p>
    <w:p w:rsidR="007B2329" w:rsidRDefault="007B2329" w:rsidP="007B2329">
      <w:r>
        <w:t>331.7493</w:t>
      </w:r>
      <w:r>
        <w:tab/>
        <w:t>4.051e0</w:t>
      </w:r>
    </w:p>
    <w:p w:rsidR="007B2329" w:rsidRDefault="007B2329" w:rsidP="007B2329">
      <w:r>
        <w:t>331.7668</w:t>
      </w:r>
      <w:r>
        <w:tab/>
        <w:t>3.038e0</w:t>
      </w:r>
    </w:p>
    <w:p w:rsidR="007B2329" w:rsidRDefault="007B2329" w:rsidP="007B2329">
      <w:r>
        <w:t>331.7852</w:t>
      </w:r>
      <w:r>
        <w:tab/>
        <w:t>1.013e0</w:t>
      </w:r>
    </w:p>
    <w:p w:rsidR="007B2329" w:rsidRDefault="007B2329" w:rsidP="007B2329">
      <w:r>
        <w:t>331.8050</w:t>
      </w:r>
      <w:r>
        <w:tab/>
        <w:t>2.025e0</w:t>
      </w:r>
    </w:p>
    <w:p w:rsidR="007B2329" w:rsidRDefault="007B2329" w:rsidP="007B2329">
      <w:r>
        <w:lastRenderedPageBreak/>
        <w:t>331.8234</w:t>
      </w:r>
      <w:r>
        <w:tab/>
        <w:t>2.025e0</w:t>
      </w:r>
    </w:p>
    <w:p w:rsidR="007B2329" w:rsidRDefault="007B2329" w:rsidP="007B2329">
      <w:r>
        <w:t>331.8312</w:t>
      </w:r>
      <w:r>
        <w:tab/>
        <w:t>2.025e0</w:t>
      </w:r>
    </w:p>
    <w:p w:rsidR="007B2329" w:rsidRDefault="007B2329" w:rsidP="007B2329">
      <w:r>
        <w:t>331.8358</w:t>
      </w:r>
      <w:r>
        <w:tab/>
        <w:t>3.038e0</w:t>
      </w:r>
    </w:p>
    <w:p w:rsidR="007B2329" w:rsidRDefault="007B2329" w:rsidP="007B2329">
      <w:r>
        <w:t>331.8522</w:t>
      </w:r>
      <w:r>
        <w:tab/>
        <w:t>4.051e0</w:t>
      </w:r>
    </w:p>
    <w:p w:rsidR="007B2329" w:rsidRDefault="007B2329" w:rsidP="007B2329">
      <w:r>
        <w:t>331.8703</w:t>
      </w:r>
      <w:r>
        <w:tab/>
        <w:t>1.801e0</w:t>
      </w:r>
    </w:p>
    <w:p w:rsidR="007B2329" w:rsidRDefault="007B2329" w:rsidP="007B2329">
      <w:r>
        <w:t>331.8747</w:t>
      </w:r>
      <w:r>
        <w:tab/>
        <w:t>3.038e0</w:t>
      </w:r>
    </w:p>
    <w:p w:rsidR="007B2329" w:rsidRDefault="007B2329" w:rsidP="007B2329">
      <w:r>
        <w:t>331.8813</w:t>
      </w:r>
      <w:r>
        <w:tab/>
        <w:t>1.013e0</w:t>
      </w:r>
    </w:p>
    <w:p w:rsidR="007B2329" w:rsidRDefault="007B2329" w:rsidP="007B2329">
      <w:r>
        <w:t>331.8866</w:t>
      </w:r>
      <w:r>
        <w:tab/>
        <w:t>1.013e0</w:t>
      </w:r>
    </w:p>
    <w:p w:rsidR="007B2329" w:rsidRDefault="007B2329" w:rsidP="007B2329">
      <w:r>
        <w:t>331.9017</w:t>
      </w:r>
      <w:r>
        <w:tab/>
        <w:t>2.025e0</w:t>
      </w:r>
    </w:p>
    <w:p w:rsidR="007B2329" w:rsidRDefault="007B2329" w:rsidP="007B2329">
      <w:r>
        <w:t>331.9087</w:t>
      </w:r>
      <w:r>
        <w:tab/>
        <w:t>2.025e0</w:t>
      </w:r>
    </w:p>
    <w:p w:rsidR="007B2329" w:rsidRDefault="007B2329" w:rsidP="007B2329">
      <w:r>
        <w:t>331.9194</w:t>
      </w:r>
      <w:r>
        <w:tab/>
        <w:t>5.063e0</w:t>
      </w:r>
    </w:p>
    <w:p w:rsidR="007B2329" w:rsidRDefault="007B2329" w:rsidP="007B2329">
      <w:r>
        <w:t>331.9261</w:t>
      </w:r>
      <w:r>
        <w:tab/>
        <w:t>1.013e0</w:t>
      </w:r>
    </w:p>
    <w:p w:rsidR="007B2329" w:rsidRDefault="007B2329" w:rsidP="007B2329">
      <w:r>
        <w:t>331.9304</w:t>
      </w:r>
      <w:r>
        <w:tab/>
        <w:t>1.013e0</w:t>
      </w:r>
    </w:p>
    <w:p w:rsidR="007B2329" w:rsidRDefault="007B2329" w:rsidP="007B2329">
      <w:r>
        <w:t>331.9345</w:t>
      </w:r>
      <w:r>
        <w:tab/>
        <w:t>1.013e0</w:t>
      </w:r>
    </w:p>
    <w:p w:rsidR="007B2329" w:rsidRDefault="007B2329" w:rsidP="007B2329">
      <w:r>
        <w:t>331.9385</w:t>
      </w:r>
      <w:r>
        <w:tab/>
        <w:t>4.051e0</w:t>
      </w:r>
    </w:p>
    <w:p w:rsidR="007B2329" w:rsidRDefault="007B2329" w:rsidP="007B2329">
      <w:r>
        <w:t>331.9691</w:t>
      </w:r>
      <w:r>
        <w:tab/>
        <w:t>2.025e0</w:t>
      </w:r>
    </w:p>
    <w:p w:rsidR="007B2329" w:rsidRDefault="007B2329" w:rsidP="007B2329">
      <w:r>
        <w:t>331.9743</w:t>
      </w:r>
      <w:r>
        <w:tab/>
        <w:t>2.025e0</w:t>
      </w:r>
    </w:p>
    <w:p w:rsidR="007B2329" w:rsidRDefault="007B2329" w:rsidP="007B2329">
      <w:r>
        <w:t>331.9772</w:t>
      </w:r>
      <w:r>
        <w:tab/>
        <w:t>2.025e0</w:t>
      </w:r>
    </w:p>
    <w:p w:rsidR="007B2329" w:rsidRDefault="007B2329" w:rsidP="007B2329">
      <w:r>
        <w:t>331.9893</w:t>
      </w:r>
      <w:r>
        <w:tab/>
        <w:t>2.051e0</w:t>
      </w:r>
    </w:p>
    <w:p w:rsidR="007B2329" w:rsidRDefault="007B2329" w:rsidP="007B2329">
      <w:r>
        <w:lastRenderedPageBreak/>
        <w:t>331.9995</w:t>
      </w:r>
      <w:r>
        <w:tab/>
        <w:t>5.063e0</w:t>
      </w:r>
    </w:p>
    <w:p w:rsidR="007B2329" w:rsidRDefault="007B2329" w:rsidP="007B2329">
      <w:r>
        <w:t>332.0150</w:t>
      </w:r>
      <w:r>
        <w:tab/>
        <w:t>3.038e0</w:t>
      </w:r>
    </w:p>
    <w:p w:rsidR="007B2329" w:rsidRDefault="007B2329" w:rsidP="007B2329">
      <w:r>
        <w:t>332.0325</w:t>
      </w:r>
      <w:r>
        <w:tab/>
        <w:t>4.051e0</w:t>
      </w:r>
    </w:p>
    <w:p w:rsidR="007B2329" w:rsidRDefault="007B2329" w:rsidP="007B2329">
      <w:r>
        <w:t>332.0361</w:t>
      </w:r>
      <w:r>
        <w:tab/>
        <w:t>2.099e0</w:t>
      </w:r>
    </w:p>
    <w:p w:rsidR="007B2329" w:rsidRDefault="007B2329" w:rsidP="007B2329">
      <w:r>
        <w:t>332.0466</w:t>
      </w:r>
      <w:r>
        <w:tab/>
        <w:t>2.025e0</w:t>
      </w:r>
    </w:p>
    <w:p w:rsidR="007B2329" w:rsidRDefault="007B2329" w:rsidP="007B2329">
      <w:r>
        <w:t>332.0544</w:t>
      </w:r>
      <w:r>
        <w:tab/>
        <w:t>2.025e0</w:t>
      </w:r>
    </w:p>
    <w:p w:rsidR="007B2329" w:rsidRDefault="007B2329" w:rsidP="007B2329">
      <w:r>
        <w:t>332.0688</w:t>
      </w:r>
      <w:r>
        <w:tab/>
        <w:t>2.025e0</w:t>
      </w:r>
    </w:p>
    <w:p w:rsidR="007B2329" w:rsidRDefault="007B2329" w:rsidP="007B2329">
      <w:r>
        <w:t>332.0768</w:t>
      </w:r>
      <w:r>
        <w:tab/>
        <w:t>1.013e0</w:t>
      </w:r>
    </w:p>
    <w:p w:rsidR="007B2329" w:rsidRDefault="007B2329" w:rsidP="007B2329">
      <w:r>
        <w:t>332.0810</w:t>
      </w:r>
      <w:r>
        <w:tab/>
        <w:t>1.013e0</w:t>
      </w:r>
    </w:p>
    <w:p w:rsidR="007B2329" w:rsidRDefault="007B2329" w:rsidP="007B2329">
      <w:r>
        <w:t>332.0845</w:t>
      </w:r>
      <w:r>
        <w:tab/>
        <w:t>3.038e0</w:t>
      </w:r>
    </w:p>
    <w:p w:rsidR="007B2329" w:rsidRDefault="007B2329" w:rsidP="007B2329">
      <w:r>
        <w:t>332.1137</w:t>
      </w:r>
      <w:r>
        <w:tab/>
        <w:t>1.013e0</w:t>
      </w:r>
    </w:p>
    <w:p w:rsidR="007B2329" w:rsidRDefault="007B2329" w:rsidP="007B2329">
      <w:r>
        <w:t>332.1176</w:t>
      </w:r>
      <w:r>
        <w:tab/>
        <w:t>2.025e0</w:t>
      </w:r>
    </w:p>
    <w:p w:rsidR="007B2329" w:rsidRDefault="007B2329" w:rsidP="007B2329">
      <w:r>
        <w:t>332.1241</w:t>
      </w:r>
      <w:r>
        <w:tab/>
        <w:t>2.025e0</w:t>
      </w:r>
    </w:p>
    <w:p w:rsidR="007B2329" w:rsidRDefault="007B2329" w:rsidP="007B2329">
      <w:r>
        <w:t>332.1425</w:t>
      </w:r>
      <w:r>
        <w:tab/>
        <w:t>2.089e0</w:t>
      </w:r>
    </w:p>
    <w:p w:rsidR="007B2329" w:rsidRDefault="007B2329" w:rsidP="007B2329">
      <w:r>
        <w:t>332.1605</w:t>
      </w:r>
      <w:r>
        <w:tab/>
        <w:t>3.038e0</w:t>
      </w:r>
    </w:p>
    <w:p w:rsidR="007B2329" w:rsidRDefault="007B2329" w:rsidP="007B2329">
      <w:r>
        <w:t>332.1617</w:t>
      </w:r>
      <w:r>
        <w:tab/>
        <w:t>1.359e0</w:t>
      </w:r>
    </w:p>
    <w:p w:rsidR="007B2329" w:rsidRDefault="007B2329" w:rsidP="007B2329">
      <w:r>
        <w:t>332.1649</w:t>
      </w:r>
      <w:r>
        <w:tab/>
        <w:t>5.573e0</w:t>
      </w:r>
    </w:p>
    <w:p w:rsidR="007B2329" w:rsidRDefault="007B2329" w:rsidP="007B2329">
      <w:r>
        <w:t>332.1670</w:t>
      </w:r>
      <w:r>
        <w:tab/>
        <w:t>8.325e0</w:t>
      </w:r>
    </w:p>
    <w:p w:rsidR="007B2329" w:rsidRDefault="007B2329" w:rsidP="007B2329">
      <w:r>
        <w:t>332.1756</w:t>
      </w:r>
      <w:r>
        <w:tab/>
        <w:t>2.177e1</w:t>
      </w:r>
    </w:p>
    <w:p w:rsidR="007B2329" w:rsidRDefault="007B2329" w:rsidP="007B2329">
      <w:r>
        <w:lastRenderedPageBreak/>
        <w:t>332.1767</w:t>
      </w:r>
      <w:r>
        <w:tab/>
        <w:t>7.072e0</w:t>
      </w:r>
    </w:p>
    <w:p w:rsidR="007B2329" w:rsidRDefault="007B2329" w:rsidP="007B2329">
      <w:r>
        <w:t>332.1949</w:t>
      </w:r>
      <w:r>
        <w:tab/>
        <w:t>7.671e0</w:t>
      </w:r>
    </w:p>
    <w:p w:rsidR="007B2329" w:rsidRDefault="007B2329" w:rsidP="007B2329">
      <w:r>
        <w:t>332.1997</w:t>
      </w:r>
      <w:r>
        <w:tab/>
        <w:t>5.839e0</w:t>
      </w:r>
    </w:p>
    <w:p w:rsidR="007B2329" w:rsidRDefault="007B2329" w:rsidP="007B2329">
      <w:r>
        <w:t>332.2032</w:t>
      </w:r>
      <w:r>
        <w:tab/>
        <w:t>1.013e0</w:t>
      </w:r>
    </w:p>
    <w:p w:rsidR="007B2329" w:rsidRDefault="007B2329" w:rsidP="007B2329">
      <w:r>
        <w:t>332.2267</w:t>
      </w:r>
      <w:r>
        <w:tab/>
        <w:t>3.038e0</w:t>
      </w:r>
    </w:p>
    <w:p w:rsidR="007B2329" w:rsidRDefault="007B2329" w:rsidP="007B2329">
      <w:r>
        <w:t>332.2514</w:t>
      </w:r>
      <w:r>
        <w:tab/>
        <w:t>2.532e-2</w:t>
      </w:r>
    </w:p>
    <w:p w:rsidR="007B2329" w:rsidRDefault="007B2329" w:rsidP="007B2329">
      <w:r>
        <w:t>332.2560</w:t>
      </w:r>
      <w:r>
        <w:tab/>
        <w:t>1.456e0</w:t>
      </w:r>
    </w:p>
    <w:p w:rsidR="007B2329" w:rsidRDefault="007B2329" w:rsidP="007B2329">
      <w:r>
        <w:t>332.2682</w:t>
      </w:r>
      <w:r>
        <w:tab/>
        <w:t>3.038e0</w:t>
      </w:r>
    </w:p>
    <w:p w:rsidR="007B2329" w:rsidRDefault="007B2329" w:rsidP="007B2329">
      <w:r>
        <w:t>332.2693</w:t>
      </w:r>
      <w:r>
        <w:tab/>
        <w:t>1.013e0</w:t>
      </w:r>
    </w:p>
    <w:p w:rsidR="007B2329" w:rsidRDefault="007B2329" w:rsidP="007B2329">
      <w:r>
        <w:t>332.2804</w:t>
      </w:r>
      <w:r>
        <w:tab/>
        <w:t>1.013e0</w:t>
      </w:r>
    </w:p>
    <w:p w:rsidR="007B2329" w:rsidRDefault="007B2329" w:rsidP="007B2329">
      <w:r>
        <w:t>332.2885</w:t>
      </w:r>
      <w:r>
        <w:tab/>
        <w:t>1.013e0</w:t>
      </w:r>
    </w:p>
    <w:p w:rsidR="007B2329" w:rsidRDefault="007B2329" w:rsidP="007B2329">
      <w:r>
        <w:t>332.2967</w:t>
      </w:r>
      <w:r>
        <w:tab/>
        <w:t>2.025e0</w:t>
      </w:r>
    </w:p>
    <w:p w:rsidR="007B2329" w:rsidRDefault="007B2329" w:rsidP="007B2329">
      <w:r>
        <w:t>332.3089</w:t>
      </w:r>
      <w:r>
        <w:tab/>
        <w:t>2.025e0</w:t>
      </w:r>
    </w:p>
    <w:p w:rsidR="007B2329" w:rsidRDefault="007B2329" w:rsidP="007B2329">
      <w:r>
        <w:t>332.3206</w:t>
      </w:r>
      <w:r>
        <w:tab/>
        <w:t>3.798e-2</w:t>
      </w:r>
    </w:p>
    <w:p w:rsidR="007B2329" w:rsidRDefault="007B2329" w:rsidP="007B2329">
      <w:r>
        <w:t>332.3313</w:t>
      </w:r>
      <w:r>
        <w:tab/>
        <w:t>3.038e0</w:t>
      </w:r>
    </w:p>
    <w:p w:rsidR="007B2329" w:rsidRDefault="007B2329" w:rsidP="007B2329">
      <w:r>
        <w:t>332.3331</w:t>
      </w:r>
      <w:r>
        <w:tab/>
        <w:t>3.038e0</w:t>
      </w:r>
    </w:p>
    <w:p w:rsidR="007B2329" w:rsidRDefault="007B2329" w:rsidP="007B2329">
      <w:r>
        <w:t>332.3356</w:t>
      </w:r>
      <w:r>
        <w:tab/>
        <w:t>3.798e-2</w:t>
      </w:r>
    </w:p>
    <w:p w:rsidR="007B2329" w:rsidRDefault="007B2329" w:rsidP="007B2329">
      <w:r>
        <w:t>332.3411</w:t>
      </w:r>
      <w:r>
        <w:tab/>
        <w:t>1.013e0</w:t>
      </w:r>
    </w:p>
    <w:p w:rsidR="007B2329" w:rsidRDefault="007B2329" w:rsidP="007B2329">
      <w:r>
        <w:t>332.3429</w:t>
      </w:r>
      <w:r>
        <w:tab/>
        <w:t>3.798e-2</w:t>
      </w:r>
    </w:p>
    <w:p w:rsidR="007B2329" w:rsidRDefault="007B2329" w:rsidP="007B2329">
      <w:r>
        <w:lastRenderedPageBreak/>
        <w:t>332.3670</w:t>
      </w:r>
      <w:r>
        <w:tab/>
        <w:t>2.025e0</w:t>
      </w:r>
    </w:p>
    <w:p w:rsidR="007B2329" w:rsidRDefault="007B2329" w:rsidP="007B2329">
      <w:r>
        <w:t>332.3769</w:t>
      </w:r>
      <w:r>
        <w:tab/>
        <w:t>1.013e0</w:t>
      </w:r>
    </w:p>
    <w:p w:rsidR="007B2329" w:rsidRDefault="007B2329" w:rsidP="007B2329">
      <w:r>
        <w:t>332.3823</w:t>
      </w:r>
      <w:r>
        <w:tab/>
        <w:t>2.025e0</w:t>
      </w:r>
    </w:p>
    <w:p w:rsidR="007B2329" w:rsidRDefault="007B2329" w:rsidP="007B2329">
      <w:r>
        <w:t>332.3862</w:t>
      </w:r>
      <w:r>
        <w:tab/>
        <w:t>1.013e0</w:t>
      </w:r>
    </w:p>
    <w:p w:rsidR="007B2329" w:rsidRDefault="007B2329" w:rsidP="007B2329">
      <w:r>
        <w:t>332.3889</w:t>
      </w:r>
      <w:r>
        <w:tab/>
        <w:t>2.284e0</w:t>
      </w:r>
    </w:p>
    <w:p w:rsidR="007B2329" w:rsidRDefault="007B2329" w:rsidP="007B2329">
      <w:r>
        <w:t>332.3950</w:t>
      </w:r>
      <w:r>
        <w:tab/>
        <w:t>1.013e0</w:t>
      </w:r>
    </w:p>
    <w:p w:rsidR="007B2329" w:rsidRDefault="007B2329" w:rsidP="007B2329">
      <w:r>
        <w:t>332.4231</w:t>
      </w:r>
      <w:r>
        <w:tab/>
        <w:t>2.025e0</w:t>
      </w:r>
    </w:p>
    <w:p w:rsidR="007B2329" w:rsidRDefault="007B2329" w:rsidP="007B2329">
      <w:r>
        <w:t>332.4267</w:t>
      </w:r>
      <w:r>
        <w:tab/>
        <w:t>2.025e0</w:t>
      </w:r>
    </w:p>
    <w:p w:rsidR="007B2329" w:rsidRDefault="007B2329" w:rsidP="007B2329">
      <w:r>
        <w:t>332.4350</w:t>
      </w:r>
      <w:r>
        <w:tab/>
        <w:t>1.013e0</w:t>
      </w:r>
    </w:p>
    <w:p w:rsidR="007B2329" w:rsidRDefault="007B2329" w:rsidP="007B2329">
      <w:r>
        <w:t>332.4372</w:t>
      </w:r>
      <w:r>
        <w:tab/>
        <w:t>2.025e0</w:t>
      </w:r>
    </w:p>
    <w:p w:rsidR="007B2329" w:rsidRDefault="007B2329" w:rsidP="007B2329">
      <w:r>
        <w:t>332.4424</w:t>
      </w:r>
      <w:r>
        <w:tab/>
        <w:t>4.183e0</w:t>
      </w:r>
    </w:p>
    <w:p w:rsidR="007B2329" w:rsidRDefault="007B2329" w:rsidP="007B2329">
      <w:r>
        <w:t>332.4706</w:t>
      </w:r>
      <w:r>
        <w:tab/>
        <w:t>2.025e0</w:t>
      </w:r>
    </w:p>
    <w:p w:rsidR="007B2329" w:rsidRDefault="007B2329" w:rsidP="007B2329">
      <w:r>
        <w:t>332.4786</w:t>
      </w:r>
      <w:r>
        <w:tab/>
        <w:t>2.025e0</w:t>
      </w:r>
    </w:p>
    <w:p w:rsidR="007B2329" w:rsidRDefault="007B2329" w:rsidP="007B2329">
      <w:r>
        <w:t>332.5026</w:t>
      </w:r>
      <w:r>
        <w:tab/>
        <w:t>2.025e0</w:t>
      </w:r>
    </w:p>
    <w:p w:rsidR="007B2329" w:rsidRDefault="007B2329" w:rsidP="007B2329">
      <w:r>
        <w:t>332.5086</w:t>
      </w:r>
      <w:r>
        <w:tab/>
        <w:t>1.013e0</w:t>
      </w:r>
    </w:p>
    <w:p w:rsidR="007B2329" w:rsidRDefault="007B2329" w:rsidP="007B2329">
      <w:r>
        <w:t>332.5369</w:t>
      </w:r>
      <w:r>
        <w:tab/>
        <w:t>2.025e0</w:t>
      </w:r>
    </w:p>
    <w:p w:rsidR="007B2329" w:rsidRDefault="007B2329" w:rsidP="007B2329">
      <w:r>
        <w:t>332.5508</w:t>
      </w:r>
      <w:r>
        <w:tab/>
        <w:t>5.063e0</w:t>
      </w:r>
    </w:p>
    <w:p w:rsidR="007B2329" w:rsidRDefault="007B2329" w:rsidP="007B2329">
      <w:r>
        <w:t>332.5859</w:t>
      </w:r>
      <w:r>
        <w:tab/>
        <w:t>1.013e0</w:t>
      </w:r>
    </w:p>
    <w:p w:rsidR="007B2329" w:rsidRDefault="007B2329" w:rsidP="007B2329">
      <w:r>
        <w:t>332.5894</w:t>
      </w:r>
      <w:r>
        <w:tab/>
        <w:t>5.063e0</w:t>
      </w:r>
    </w:p>
    <w:p w:rsidR="007B2329" w:rsidRDefault="007B2329" w:rsidP="007B2329">
      <w:r>
        <w:lastRenderedPageBreak/>
        <w:t>332.6041</w:t>
      </w:r>
      <w:r>
        <w:tab/>
        <w:t>2.025e0</w:t>
      </w:r>
    </w:p>
    <w:p w:rsidR="007B2329" w:rsidRDefault="007B2329" w:rsidP="007B2329">
      <w:r>
        <w:t>332.6051</w:t>
      </w:r>
      <w:r>
        <w:tab/>
        <w:t>3.010e0</w:t>
      </w:r>
    </w:p>
    <w:p w:rsidR="007B2329" w:rsidRDefault="007B2329" w:rsidP="007B2329">
      <w:r>
        <w:t>332.6343</w:t>
      </w:r>
      <w:r>
        <w:tab/>
        <w:t>2.758e0</w:t>
      </w:r>
    </w:p>
    <w:p w:rsidR="007B2329" w:rsidRDefault="007B2329" w:rsidP="007B2329">
      <w:r>
        <w:t>332.6452</w:t>
      </w:r>
      <w:r>
        <w:tab/>
        <w:t>3.038e0</w:t>
      </w:r>
    </w:p>
    <w:p w:rsidR="007B2329" w:rsidRDefault="007B2329" w:rsidP="007B2329">
      <w:r>
        <w:t>332.6482</w:t>
      </w:r>
      <w:r>
        <w:tab/>
        <w:t>4.051e0</w:t>
      </w:r>
    </w:p>
    <w:p w:rsidR="007B2329" w:rsidRDefault="007B2329" w:rsidP="007B2329">
      <w:r>
        <w:t>332.6510</w:t>
      </w:r>
      <w:r>
        <w:tab/>
        <w:t>2.025e0</w:t>
      </w:r>
    </w:p>
    <w:p w:rsidR="007B2329" w:rsidRDefault="007B2329" w:rsidP="007B2329">
      <w:r>
        <w:t>332.6632</w:t>
      </w:r>
      <w:r>
        <w:tab/>
        <w:t>2.025e0</w:t>
      </w:r>
    </w:p>
    <w:p w:rsidR="007B2329" w:rsidRDefault="007B2329" w:rsidP="007B2329">
      <w:r>
        <w:t>332.6672</w:t>
      </w:r>
      <w:r>
        <w:tab/>
        <w:t>1.013e0</w:t>
      </w:r>
    </w:p>
    <w:p w:rsidR="007B2329" w:rsidRDefault="007B2329" w:rsidP="007B2329">
      <w:r>
        <w:t>332.6741</w:t>
      </w:r>
      <w:r>
        <w:tab/>
        <w:t>2.025e0</w:t>
      </w:r>
    </w:p>
    <w:p w:rsidR="007B2329" w:rsidRDefault="007B2329" w:rsidP="007B2329">
      <w:r>
        <w:t>332.6770</w:t>
      </w:r>
      <w:r>
        <w:tab/>
        <w:t>5.063e0</w:t>
      </w:r>
    </w:p>
    <w:p w:rsidR="007B2329" w:rsidRDefault="007B2329" w:rsidP="007B2329">
      <w:r>
        <w:t>332.7061</w:t>
      </w:r>
      <w:r>
        <w:tab/>
        <w:t>1.013e0</w:t>
      </w:r>
    </w:p>
    <w:p w:rsidR="007B2329" w:rsidRDefault="007B2329" w:rsidP="007B2329">
      <w:r>
        <w:t>332.7202</w:t>
      </w:r>
      <w:r>
        <w:tab/>
        <w:t>1.013e0</w:t>
      </w:r>
    </w:p>
    <w:p w:rsidR="007B2329" w:rsidRDefault="007B2329" w:rsidP="007B2329">
      <w:r>
        <w:t>332.7300</w:t>
      </w:r>
      <w:r>
        <w:tab/>
        <w:t>1.013e0</w:t>
      </w:r>
    </w:p>
    <w:p w:rsidR="007B2329" w:rsidRDefault="007B2329" w:rsidP="007B2329">
      <w:r>
        <w:t>332.7730</w:t>
      </w:r>
      <w:r>
        <w:tab/>
        <w:t>1.013e0</w:t>
      </w:r>
    </w:p>
    <w:p w:rsidR="007B2329" w:rsidRDefault="007B2329" w:rsidP="007B2329">
      <w:r>
        <w:t>332.7776</w:t>
      </w:r>
      <w:r>
        <w:tab/>
        <w:t>2.025e0</w:t>
      </w:r>
    </w:p>
    <w:p w:rsidR="007B2329" w:rsidRDefault="007B2329" w:rsidP="007B2329">
      <w:r>
        <w:t>332.7895</w:t>
      </w:r>
      <w:r>
        <w:tab/>
        <w:t>1.013e0</w:t>
      </w:r>
    </w:p>
    <w:p w:rsidR="007B2329" w:rsidRDefault="007B2329" w:rsidP="007B2329">
      <w:r>
        <w:t>332.8211</w:t>
      </w:r>
      <w:r>
        <w:tab/>
        <w:t>3.038e0</w:t>
      </w:r>
    </w:p>
    <w:p w:rsidR="007B2329" w:rsidRDefault="007B2329" w:rsidP="007B2329">
      <w:r>
        <w:t>332.8226</w:t>
      </w:r>
      <w:r>
        <w:tab/>
        <w:t>5.063e0</w:t>
      </w:r>
    </w:p>
    <w:p w:rsidR="007B2329" w:rsidRDefault="007B2329" w:rsidP="007B2329">
      <w:r>
        <w:t>332.8295</w:t>
      </w:r>
      <w:r>
        <w:tab/>
        <w:t>2.025e0</w:t>
      </w:r>
    </w:p>
    <w:p w:rsidR="007B2329" w:rsidRDefault="007B2329" w:rsidP="007B2329">
      <w:r>
        <w:lastRenderedPageBreak/>
        <w:t>332.8319</w:t>
      </w:r>
      <w:r>
        <w:tab/>
        <w:t>1.013e0</w:t>
      </w:r>
    </w:p>
    <w:p w:rsidR="007B2329" w:rsidRDefault="007B2329" w:rsidP="007B2329">
      <w:r>
        <w:t>332.8465</w:t>
      </w:r>
      <w:r>
        <w:tab/>
        <w:t>1.013e0</w:t>
      </w:r>
    </w:p>
    <w:p w:rsidR="007B2329" w:rsidRDefault="007B2329" w:rsidP="007B2329">
      <w:r>
        <w:t>332.8590</w:t>
      </w:r>
      <w:r>
        <w:tab/>
        <w:t>3.038e0</w:t>
      </w:r>
    </w:p>
    <w:p w:rsidR="007B2329" w:rsidRDefault="007B2329" w:rsidP="007B2329">
      <w:r>
        <w:t>332.8618</w:t>
      </w:r>
      <w:r>
        <w:tab/>
        <w:t>1.013e0</w:t>
      </w:r>
    </w:p>
    <w:p w:rsidR="007B2329" w:rsidRDefault="007B2329" w:rsidP="007B2329">
      <w:r>
        <w:t>332.8858</w:t>
      </w:r>
      <w:r>
        <w:tab/>
        <w:t>1.013e0</w:t>
      </w:r>
    </w:p>
    <w:p w:rsidR="007B2329" w:rsidRDefault="007B2329" w:rsidP="007B2329">
      <w:r>
        <w:t>332.8952</w:t>
      </w:r>
      <w:r>
        <w:tab/>
        <w:t>3.038e0</w:t>
      </w:r>
    </w:p>
    <w:p w:rsidR="007B2329" w:rsidRDefault="007B2329" w:rsidP="007B2329">
      <w:r>
        <w:t>332.8971</w:t>
      </w:r>
      <w:r>
        <w:tab/>
        <w:t>4.051e0</w:t>
      </w:r>
    </w:p>
    <w:p w:rsidR="007B2329" w:rsidRDefault="007B2329" w:rsidP="007B2329">
      <w:r>
        <w:t>332.9152</w:t>
      </w:r>
      <w:r>
        <w:tab/>
        <w:t>2.025e0</w:t>
      </w:r>
    </w:p>
    <w:p w:rsidR="007B2329" w:rsidRDefault="007B2329" w:rsidP="007B2329">
      <w:r>
        <w:t>332.9165</w:t>
      </w:r>
      <w:r>
        <w:tab/>
        <w:t>4.051e0</w:t>
      </w:r>
    </w:p>
    <w:p w:rsidR="007B2329" w:rsidRDefault="007B2329" w:rsidP="007B2329">
      <w:r>
        <w:t>332.9521</w:t>
      </w:r>
      <w:r>
        <w:tab/>
        <w:t>2.025e0</w:t>
      </w:r>
    </w:p>
    <w:p w:rsidR="007B2329" w:rsidRDefault="007B2329" w:rsidP="007B2329">
      <w:r>
        <w:t>332.9688</w:t>
      </w:r>
      <w:r>
        <w:tab/>
        <w:t>1.013e0</w:t>
      </w:r>
    </w:p>
    <w:p w:rsidR="007B2329" w:rsidRDefault="007B2329" w:rsidP="007B2329">
      <w:r>
        <w:t>332.9727</w:t>
      </w:r>
      <w:r>
        <w:tab/>
        <w:t>2.025e0</w:t>
      </w:r>
    </w:p>
    <w:p w:rsidR="007B2329" w:rsidRDefault="007B2329" w:rsidP="007B2329">
      <w:r>
        <w:t>332.9795</w:t>
      </w:r>
      <w:r>
        <w:tab/>
        <w:t>5.076e0</w:t>
      </w:r>
    </w:p>
    <w:p w:rsidR="007B2329" w:rsidRDefault="007B2329" w:rsidP="007B2329">
      <w:r>
        <w:t>333.0017</w:t>
      </w:r>
      <w:r>
        <w:tab/>
        <w:t>2.025e0</w:t>
      </w:r>
    </w:p>
    <w:p w:rsidR="007B2329" w:rsidRDefault="007B2329" w:rsidP="007B2329">
      <w:r>
        <w:t>333.0056</w:t>
      </w:r>
      <w:r>
        <w:tab/>
        <w:t>2.025e0</w:t>
      </w:r>
    </w:p>
    <w:p w:rsidR="007B2329" w:rsidRDefault="007B2329" w:rsidP="007B2329">
      <w:r>
        <w:t>333.0131</w:t>
      </w:r>
      <w:r>
        <w:tab/>
        <w:t>4.063e0</w:t>
      </w:r>
    </w:p>
    <w:p w:rsidR="007B2329" w:rsidRDefault="007B2329" w:rsidP="007B2329">
      <w:r>
        <w:t>333.0193</w:t>
      </w:r>
      <w:r>
        <w:tab/>
        <w:t>2.025e0</w:t>
      </w:r>
    </w:p>
    <w:p w:rsidR="007B2329" w:rsidRDefault="007B2329" w:rsidP="007B2329">
      <w:r>
        <w:t>333.0355</w:t>
      </w:r>
      <w:r>
        <w:tab/>
        <w:t>1.013e0</w:t>
      </w:r>
    </w:p>
    <w:p w:rsidR="007B2329" w:rsidRDefault="007B2329" w:rsidP="007B2329">
      <w:r>
        <w:t>333.0378</w:t>
      </w:r>
      <w:r>
        <w:tab/>
        <w:t>2.025e0</w:t>
      </w:r>
    </w:p>
    <w:p w:rsidR="007B2329" w:rsidRDefault="007B2329" w:rsidP="007B2329">
      <w:r>
        <w:lastRenderedPageBreak/>
        <w:t>333.0432</w:t>
      </w:r>
      <w:r>
        <w:tab/>
        <w:t>2.025e0</w:t>
      </w:r>
    </w:p>
    <w:p w:rsidR="007B2329" w:rsidRDefault="007B2329" w:rsidP="007B2329">
      <w:r>
        <w:t>333.0705</w:t>
      </w:r>
      <w:r>
        <w:tab/>
        <w:t>1.013e0</w:t>
      </w:r>
    </w:p>
    <w:p w:rsidR="007B2329" w:rsidRDefault="007B2329" w:rsidP="007B2329">
      <w:r>
        <w:t>333.0746</w:t>
      </w:r>
      <w:r>
        <w:tab/>
        <w:t>2.025e0</w:t>
      </w:r>
    </w:p>
    <w:p w:rsidR="007B2329" w:rsidRDefault="007B2329" w:rsidP="007B2329">
      <w:r>
        <w:t>333.0764</w:t>
      </w:r>
      <w:r>
        <w:tab/>
        <w:t>2.025e0</w:t>
      </w:r>
    </w:p>
    <w:p w:rsidR="007B2329" w:rsidRDefault="007B2329" w:rsidP="007B2329">
      <w:r>
        <w:t>333.0849</w:t>
      </w:r>
      <w:r>
        <w:tab/>
        <w:t>2.025e0</w:t>
      </w:r>
    </w:p>
    <w:p w:rsidR="007B2329" w:rsidRDefault="007B2329" w:rsidP="007B2329">
      <w:r>
        <w:t>333.0989</w:t>
      </w:r>
      <w:r>
        <w:tab/>
        <w:t>2.025e0</w:t>
      </w:r>
    </w:p>
    <w:p w:rsidR="007B2329" w:rsidRDefault="007B2329" w:rsidP="007B2329">
      <w:r>
        <w:t>333.1083</w:t>
      </w:r>
      <w:r>
        <w:tab/>
        <w:t>2.186e0</w:t>
      </w:r>
    </w:p>
    <w:p w:rsidR="007B2329" w:rsidRDefault="007B2329" w:rsidP="007B2329">
      <w:r>
        <w:t>333.1158</w:t>
      </w:r>
      <w:r>
        <w:tab/>
        <w:t>2.025e0</w:t>
      </w:r>
    </w:p>
    <w:p w:rsidR="007B2329" w:rsidRDefault="007B2329" w:rsidP="007B2329">
      <w:r>
        <w:t>333.1319</w:t>
      </w:r>
      <w:r>
        <w:tab/>
        <w:t>3.792e0</w:t>
      </w:r>
    </w:p>
    <w:p w:rsidR="007B2329" w:rsidRDefault="007B2329" w:rsidP="007B2329">
      <w:r>
        <w:t>333.1359</w:t>
      </w:r>
      <w:r>
        <w:tab/>
        <w:t>1.354e0</w:t>
      </w:r>
    </w:p>
    <w:p w:rsidR="007B2329" w:rsidRDefault="007B2329" w:rsidP="007B2329">
      <w:r>
        <w:t>333.1491</w:t>
      </w:r>
      <w:r>
        <w:tab/>
        <w:t>2.025e0</w:t>
      </w:r>
    </w:p>
    <w:p w:rsidR="007B2329" w:rsidRDefault="007B2329" w:rsidP="007B2329">
      <w:r>
        <w:t>333.2009</w:t>
      </w:r>
      <w:r>
        <w:tab/>
        <w:t>1.013e0</w:t>
      </w:r>
    </w:p>
    <w:p w:rsidR="007B2329" w:rsidRDefault="007B2329" w:rsidP="007B2329">
      <w:r>
        <w:t>333.2037</w:t>
      </w:r>
      <w:r>
        <w:tab/>
        <w:t>2.622e0</w:t>
      </w:r>
    </w:p>
    <w:p w:rsidR="007B2329" w:rsidRDefault="007B2329" w:rsidP="007B2329">
      <w:r>
        <w:t>333.2420</w:t>
      </w:r>
      <w:r>
        <w:tab/>
        <w:t>1.025e0</w:t>
      </w:r>
    </w:p>
    <w:p w:rsidR="007B2329" w:rsidRDefault="007B2329" w:rsidP="007B2329">
      <w:r>
        <w:t>333.2484</w:t>
      </w:r>
      <w:r>
        <w:tab/>
        <w:t>3.456e0</w:t>
      </w:r>
    </w:p>
    <w:p w:rsidR="007B2329" w:rsidRDefault="007B2329" w:rsidP="007B2329">
      <w:r>
        <w:t>333.2537</w:t>
      </w:r>
      <w:r>
        <w:tab/>
        <w:t>1.013e0</w:t>
      </w:r>
    </w:p>
    <w:p w:rsidR="007B2329" w:rsidRDefault="007B2329" w:rsidP="007B2329">
      <w:r>
        <w:t>333.2575</w:t>
      </w:r>
      <w:r>
        <w:tab/>
        <w:t>1.013e0</w:t>
      </w:r>
    </w:p>
    <w:p w:rsidR="007B2329" w:rsidRDefault="007B2329" w:rsidP="007B2329">
      <w:r>
        <w:t>333.2935</w:t>
      </w:r>
      <w:r>
        <w:tab/>
        <w:t>2.025e0</w:t>
      </w:r>
    </w:p>
    <w:p w:rsidR="007B2329" w:rsidRDefault="007B2329" w:rsidP="007B2329">
      <w:r>
        <w:t>333.2955</w:t>
      </w:r>
      <w:r>
        <w:tab/>
        <w:t>2.025e0</w:t>
      </w:r>
    </w:p>
    <w:p w:rsidR="007B2329" w:rsidRDefault="007B2329" w:rsidP="007B2329">
      <w:r>
        <w:lastRenderedPageBreak/>
        <w:t>333.3025</w:t>
      </w:r>
      <w:r>
        <w:tab/>
        <w:t>1.013e0</w:t>
      </w:r>
    </w:p>
    <w:p w:rsidR="007B2329" w:rsidRDefault="007B2329" w:rsidP="007B2329">
      <w:r>
        <w:t>333.3270</w:t>
      </w:r>
      <w:r>
        <w:tab/>
        <w:t>2.025e0</w:t>
      </w:r>
    </w:p>
    <w:p w:rsidR="007B2329" w:rsidRDefault="007B2329" w:rsidP="007B2329">
      <w:r>
        <w:t>333.3354</w:t>
      </w:r>
      <w:r>
        <w:tab/>
        <w:t>1.013e0</w:t>
      </w:r>
    </w:p>
    <w:p w:rsidR="007B2329" w:rsidRDefault="007B2329" w:rsidP="007B2329">
      <w:r>
        <w:t>333.3392</w:t>
      </w:r>
      <w:r>
        <w:tab/>
        <w:t>2.025e0</w:t>
      </w:r>
    </w:p>
    <w:p w:rsidR="007B2329" w:rsidRDefault="007B2329" w:rsidP="007B2329">
      <w:r>
        <w:t>333.3413</w:t>
      </w:r>
      <w:r>
        <w:tab/>
        <w:t>1.013e0</w:t>
      </w:r>
    </w:p>
    <w:p w:rsidR="007B2329" w:rsidRDefault="007B2329" w:rsidP="007B2329">
      <w:r>
        <w:t>333.3430</w:t>
      </w:r>
      <w:r>
        <w:tab/>
        <w:t>2.025e0</w:t>
      </w:r>
    </w:p>
    <w:p w:rsidR="007B2329" w:rsidRDefault="007B2329" w:rsidP="007B2329">
      <w:r>
        <w:t>333.3502</w:t>
      </w:r>
      <w:r>
        <w:tab/>
        <w:t>4.051e0</w:t>
      </w:r>
    </w:p>
    <w:p w:rsidR="007B2329" w:rsidRDefault="007B2329" w:rsidP="007B2329">
      <w:r>
        <w:t>333.3515</w:t>
      </w:r>
      <w:r>
        <w:tab/>
        <w:t>1.013e0</w:t>
      </w:r>
    </w:p>
    <w:p w:rsidR="007B2329" w:rsidRDefault="007B2329" w:rsidP="007B2329">
      <w:r>
        <w:t>333.3636</w:t>
      </w:r>
      <w:r>
        <w:tab/>
        <w:t>3.038e0</w:t>
      </w:r>
    </w:p>
    <w:p w:rsidR="007B2329" w:rsidRDefault="007B2329" w:rsidP="007B2329">
      <w:r>
        <w:t>333.3658</w:t>
      </w:r>
      <w:r>
        <w:tab/>
        <w:t>1.025e0</w:t>
      </w:r>
    </w:p>
    <w:p w:rsidR="007B2329" w:rsidRDefault="007B2329" w:rsidP="007B2329">
      <w:r>
        <w:t>333.3893</w:t>
      </w:r>
      <w:r>
        <w:tab/>
        <w:t>1.013e0</w:t>
      </w:r>
    </w:p>
    <w:p w:rsidR="007B2329" w:rsidRDefault="007B2329" w:rsidP="007B2329">
      <w:r>
        <w:t>333.3925</w:t>
      </w:r>
      <w:r>
        <w:tab/>
        <w:t>3.038e0</w:t>
      </w:r>
    </w:p>
    <w:p w:rsidR="007B2329" w:rsidRDefault="007B2329" w:rsidP="007B2329">
      <w:r>
        <w:t>333.4268</w:t>
      </w:r>
      <w:r>
        <w:tab/>
        <w:t>2.025e0</w:t>
      </w:r>
    </w:p>
    <w:p w:rsidR="007B2329" w:rsidRDefault="007B2329" w:rsidP="007B2329">
      <w:r>
        <w:t>333.4316</w:t>
      </w:r>
      <w:r>
        <w:tab/>
        <w:t>3.038e0</w:t>
      </w:r>
    </w:p>
    <w:p w:rsidR="007B2329" w:rsidRDefault="007B2329" w:rsidP="007B2329">
      <w:r>
        <w:t>333.4329</w:t>
      </w:r>
      <w:r>
        <w:tab/>
        <w:t>1.013e0</w:t>
      </w:r>
    </w:p>
    <w:p w:rsidR="007B2329" w:rsidRDefault="007B2329" w:rsidP="007B2329">
      <w:r>
        <w:t>333.4373</w:t>
      </w:r>
      <w:r>
        <w:tab/>
        <w:t>1.013e0</w:t>
      </w:r>
    </w:p>
    <w:p w:rsidR="007B2329" w:rsidRDefault="007B2329" w:rsidP="007B2329">
      <w:r>
        <w:t>333.4415</w:t>
      </w:r>
      <w:r>
        <w:tab/>
        <w:t>3.080e0</w:t>
      </w:r>
    </w:p>
    <w:p w:rsidR="007B2329" w:rsidRDefault="007B2329" w:rsidP="007B2329">
      <w:r>
        <w:t>333.4494</w:t>
      </w:r>
      <w:r>
        <w:tab/>
        <w:t>1.013e0</w:t>
      </w:r>
    </w:p>
    <w:p w:rsidR="007B2329" w:rsidRDefault="007B2329" w:rsidP="007B2329">
      <w:r>
        <w:t>333.4574</w:t>
      </w:r>
      <w:r>
        <w:tab/>
        <w:t>1.013e0</w:t>
      </w:r>
    </w:p>
    <w:p w:rsidR="007B2329" w:rsidRDefault="007B2329" w:rsidP="007B2329">
      <w:r>
        <w:lastRenderedPageBreak/>
        <w:t>333.4675</w:t>
      </w:r>
      <w:r>
        <w:tab/>
        <w:t>3.038e0</w:t>
      </w:r>
    </w:p>
    <w:p w:rsidR="007B2329" w:rsidRDefault="007B2329" w:rsidP="007B2329">
      <w:r>
        <w:t>333.4973</w:t>
      </w:r>
      <w:r>
        <w:tab/>
        <w:t>2.025e0</w:t>
      </w:r>
    </w:p>
    <w:p w:rsidR="007B2329" w:rsidRDefault="007B2329" w:rsidP="007B2329">
      <w:r>
        <w:t>333.5063</w:t>
      </w:r>
      <w:r>
        <w:tab/>
        <w:t>3.038e0</w:t>
      </w:r>
    </w:p>
    <w:p w:rsidR="007B2329" w:rsidRDefault="007B2329" w:rsidP="007B2329">
      <w:r>
        <w:t>333.5155</w:t>
      </w:r>
      <w:r>
        <w:tab/>
        <w:t>1.013e0</w:t>
      </w:r>
    </w:p>
    <w:p w:rsidR="007B2329" w:rsidRDefault="007B2329" w:rsidP="007B2329">
      <w:r>
        <w:t>333.5268</w:t>
      </w:r>
      <w:r>
        <w:tab/>
        <w:t>1.013e0</w:t>
      </w:r>
    </w:p>
    <w:p w:rsidR="007B2329" w:rsidRDefault="007B2329" w:rsidP="007B2329">
      <w:r>
        <w:t>333.5393</w:t>
      </w:r>
      <w:r>
        <w:tab/>
        <w:t>1.013e0</w:t>
      </w:r>
    </w:p>
    <w:p w:rsidR="007B2329" w:rsidRDefault="007B2329" w:rsidP="007B2329">
      <w:r>
        <w:t>333.5454</w:t>
      </w:r>
      <w:r>
        <w:tab/>
        <w:t>1.013e0</w:t>
      </w:r>
    </w:p>
    <w:p w:rsidR="007B2329" w:rsidRDefault="007B2329" w:rsidP="007B2329">
      <w:r>
        <w:t>333.5481</w:t>
      </w:r>
      <w:r>
        <w:tab/>
        <w:t>1.736e0</w:t>
      </w:r>
    </w:p>
    <w:p w:rsidR="007B2329" w:rsidRDefault="007B2329" w:rsidP="007B2329">
      <w:r>
        <w:t>333.5551</w:t>
      </w:r>
      <w:r>
        <w:tab/>
        <w:t>1.013e0</w:t>
      </w:r>
    </w:p>
    <w:p w:rsidR="007B2329" w:rsidRDefault="007B2329" w:rsidP="007B2329">
      <w:r>
        <w:t>333.5797</w:t>
      </w:r>
      <w:r>
        <w:tab/>
        <w:t>1.013e0</w:t>
      </w:r>
    </w:p>
    <w:p w:rsidR="007B2329" w:rsidRDefault="007B2329" w:rsidP="007B2329">
      <w:r>
        <w:t>333.5838</w:t>
      </w:r>
      <w:r>
        <w:tab/>
        <w:t>1.013e0</w:t>
      </w:r>
    </w:p>
    <w:p w:rsidR="007B2329" w:rsidRDefault="007B2329" w:rsidP="007B2329">
      <w:r>
        <w:t>333.5875</w:t>
      </w:r>
      <w:r>
        <w:tab/>
        <w:t>1.013e0</w:t>
      </w:r>
    </w:p>
    <w:p w:rsidR="007B2329" w:rsidRDefault="007B2329" w:rsidP="007B2329">
      <w:r>
        <w:t>333.5976</w:t>
      </w:r>
      <w:r>
        <w:tab/>
        <w:t>1.944e0</w:t>
      </w:r>
    </w:p>
    <w:p w:rsidR="007B2329" w:rsidRDefault="007B2329" w:rsidP="007B2329">
      <w:r>
        <w:t>333.6307</w:t>
      </w:r>
      <w:r>
        <w:tab/>
        <w:t>2.025e0</w:t>
      </w:r>
    </w:p>
    <w:p w:rsidR="007B2329" w:rsidRDefault="007B2329" w:rsidP="007B2329">
      <w:r>
        <w:t>333.6414</w:t>
      </w:r>
      <w:r>
        <w:tab/>
        <w:t>1.013e0</w:t>
      </w:r>
    </w:p>
    <w:p w:rsidR="007B2329" w:rsidRDefault="007B2329" w:rsidP="007B2329">
      <w:r>
        <w:t>333.6475</w:t>
      </w:r>
      <w:r>
        <w:tab/>
        <w:t>1.013e0</w:t>
      </w:r>
    </w:p>
    <w:p w:rsidR="007B2329" w:rsidRDefault="007B2329" w:rsidP="007B2329">
      <w:r>
        <w:t>333.6533</w:t>
      </w:r>
      <w:r>
        <w:tab/>
        <w:t>1.013e0</w:t>
      </w:r>
    </w:p>
    <w:p w:rsidR="007B2329" w:rsidRDefault="007B2329" w:rsidP="007B2329">
      <w:r>
        <w:t>333.6734</w:t>
      </w:r>
      <w:r>
        <w:tab/>
        <w:t>2.025e0</w:t>
      </w:r>
    </w:p>
    <w:p w:rsidR="007B2329" w:rsidRDefault="007B2329" w:rsidP="007B2329">
      <w:r>
        <w:t>333.6836</w:t>
      </w:r>
      <w:r>
        <w:tab/>
        <w:t>2.095e0</w:t>
      </w:r>
    </w:p>
    <w:p w:rsidR="007B2329" w:rsidRDefault="007B2329" w:rsidP="007B2329">
      <w:r>
        <w:lastRenderedPageBreak/>
        <w:t>333.6857</w:t>
      </w:r>
      <w:r>
        <w:tab/>
        <w:t>2.025e0</w:t>
      </w:r>
    </w:p>
    <w:p w:rsidR="007B2329" w:rsidRDefault="007B2329" w:rsidP="007B2329">
      <w:r>
        <w:t>333.6953</w:t>
      </w:r>
      <w:r>
        <w:tab/>
        <w:t>1.013e0</w:t>
      </w:r>
    </w:p>
    <w:p w:rsidR="007B2329" w:rsidRDefault="007B2329" w:rsidP="007B2329">
      <w:r>
        <w:t>333.7105</w:t>
      </w:r>
      <w:r>
        <w:tab/>
        <w:t>3.010e0</w:t>
      </w:r>
    </w:p>
    <w:p w:rsidR="007B2329" w:rsidRDefault="007B2329" w:rsidP="007B2329">
      <w:r>
        <w:t>333.7236</w:t>
      </w:r>
      <w:r>
        <w:tab/>
        <w:t>3.038e0</w:t>
      </w:r>
    </w:p>
    <w:p w:rsidR="007B2329" w:rsidRDefault="007B2329" w:rsidP="007B2329">
      <w:r>
        <w:t>333.7327</w:t>
      </w:r>
      <w:r>
        <w:tab/>
        <w:t>2.025e0</w:t>
      </w:r>
    </w:p>
    <w:p w:rsidR="007B2329" w:rsidRDefault="007B2329" w:rsidP="007B2329">
      <w:r>
        <w:t>333.7415</w:t>
      </w:r>
      <w:r>
        <w:tab/>
        <w:t>2.025e0</w:t>
      </w:r>
    </w:p>
    <w:p w:rsidR="007B2329" w:rsidRDefault="007B2329" w:rsidP="007B2329">
      <w:r>
        <w:t>333.7434</w:t>
      </w:r>
      <w:r>
        <w:tab/>
        <w:t>1.013e0</w:t>
      </w:r>
    </w:p>
    <w:p w:rsidR="007B2329" w:rsidRDefault="007B2329" w:rsidP="007B2329">
      <w:r>
        <w:t>333.7551</w:t>
      </w:r>
      <w:r>
        <w:tab/>
        <w:t>1.013e0</w:t>
      </w:r>
    </w:p>
    <w:p w:rsidR="007B2329" w:rsidRDefault="007B2329" w:rsidP="007B2329">
      <w:r>
        <w:t>333.7609</w:t>
      </w:r>
      <w:r>
        <w:tab/>
        <w:t>2.063e0</w:t>
      </w:r>
    </w:p>
    <w:p w:rsidR="007B2329" w:rsidRDefault="007B2329" w:rsidP="007B2329">
      <w:r>
        <w:t>333.7875</w:t>
      </w:r>
      <w:r>
        <w:tab/>
        <w:t>1.013e0</w:t>
      </w:r>
    </w:p>
    <w:p w:rsidR="007B2329" w:rsidRDefault="007B2329" w:rsidP="007B2329">
      <w:r>
        <w:t>333.7915</w:t>
      </w:r>
      <w:r>
        <w:tab/>
        <w:t>1.013e0</w:t>
      </w:r>
    </w:p>
    <w:p w:rsidR="007B2329" w:rsidRDefault="007B2329" w:rsidP="007B2329">
      <w:r>
        <w:t>333.8120</w:t>
      </w:r>
      <w:r>
        <w:tab/>
        <w:t>1.013e0</w:t>
      </w:r>
    </w:p>
    <w:p w:rsidR="007B2329" w:rsidRDefault="007B2329" w:rsidP="007B2329">
      <w:r>
        <w:t>333.8215</w:t>
      </w:r>
      <w:r>
        <w:tab/>
        <w:t>2.025e0</w:t>
      </w:r>
    </w:p>
    <w:p w:rsidR="007B2329" w:rsidRDefault="007B2329" w:rsidP="007B2329">
      <w:r>
        <w:t>333.8304</w:t>
      </w:r>
      <w:r>
        <w:tab/>
        <w:t>3.038e0</w:t>
      </w:r>
    </w:p>
    <w:p w:rsidR="007B2329" w:rsidRDefault="007B2329" w:rsidP="007B2329">
      <w:r>
        <w:t>333.8364</w:t>
      </w:r>
      <w:r>
        <w:tab/>
        <w:t>2.025e0</w:t>
      </w:r>
    </w:p>
    <w:p w:rsidR="007B2329" w:rsidRDefault="007B2329" w:rsidP="007B2329">
      <w:r>
        <w:t>333.8640</w:t>
      </w:r>
      <w:r>
        <w:tab/>
        <w:t>2.025e0</w:t>
      </w:r>
    </w:p>
    <w:p w:rsidR="007B2329" w:rsidRDefault="007B2329" w:rsidP="007B2329">
      <w:r>
        <w:t>333.8695</w:t>
      </w:r>
      <w:r>
        <w:tab/>
        <w:t>1.013e0</w:t>
      </w:r>
    </w:p>
    <w:p w:rsidR="007B2329" w:rsidRDefault="007B2329" w:rsidP="007B2329">
      <w:r>
        <w:t>333.8756</w:t>
      </w:r>
      <w:r>
        <w:tab/>
        <w:t>1.013e0</w:t>
      </w:r>
    </w:p>
    <w:p w:rsidR="007B2329" w:rsidRDefault="007B2329" w:rsidP="007B2329">
      <w:r>
        <w:t>333.8840</w:t>
      </w:r>
      <w:r>
        <w:tab/>
        <w:t>2.025e0</w:t>
      </w:r>
    </w:p>
    <w:p w:rsidR="007B2329" w:rsidRDefault="007B2329" w:rsidP="007B2329">
      <w:r>
        <w:lastRenderedPageBreak/>
        <w:t>333.8896</w:t>
      </w:r>
      <w:r>
        <w:tab/>
        <w:t>2.025e0</w:t>
      </w:r>
    </w:p>
    <w:p w:rsidR="007B2329" w:rsidRDefault="007B2329" w:rsidP="007B2329">
      <w:r>
        <w:t>333.8995</w:t>
      </w:r>
      <w:r>
        <w:tab/>
        <w:t>2.025e0</w:t>
      </w:r>
    </w:p>
    <w:p w:rsidR="007B2329" w:rsidRDefault="007B2329" w:rsidP="007B2329">
      <w:r>
        <w:t>333.9221</w:t>
      </w:r>
      <w:r>
        <w:tab/>
        <w:t>2.025e0</w:t>
      </w:r>
    </w:p>
    <w:p w:rsidR="007B2329" w:rsidRDefault="007B2329" w:rsidP="007B2329">
      <w:r>
        <w:t>333.9384</w:t>
      </w:r>
      <w:r>
        <w:tab/>
        <w:t>1.013e0</w:t>
      </w:r>
    </w:p>
    <w:p w:rsidR="007B2329" w:rsidRDefault="007B2329" w:rsidP="007B2329">
      <w:r>
        <w:t>333.9525</w:t>
      </w:r>
      <w:r>
        <w:tab/>
        <w:t>2.025e0</w:t>
      </w:r>
    </w:p>
    <w:p w:rsidR="007B2329" w:rsidRDefault="007B2329" w:rsidP="007B2329">
      <w:r>
        <w:t>333.9556</w:t>
      </w:r>
      <w:r>
        <w:tab/>
        <w:t>2.532e-2</w:t>
      </w:r>
    </w:p>
    <w:p w:rsidR="007B2329" w:rsidRDefault="007B2329" w:rsidP="007B2329">
      <w:r>
        <w:t>333.9617</w:t>
      </w:r>
      <w:r>
        <w:tab/>
        <w:t>3.038e0</w:t>
      </w:r>
    </w:p>
    <w:p w:rsidR="007B2329" w:rsidRDefault="007B2329" w:rsidP="007B2329">
      <w:r>
        <w:t>333.9705</w:t>
      </w:r>
      <w:r>
        <w:tab/>
        <w:t>3.038e0</w:t>
      </w:r>
    </w:p>
    <w:p w:rsidR="007B2329" w:rsidRDefault="007B2329" w:rsidP="007B2329">
      <w:r>
        <w:t>333.9778</w:t>
      </w:r>
      <w:r>
        <w:tab/>
        <w:t>1.013e0</w:t>
      </w:r>
    </w:p>
    <w:p w:rsidR="007B2329" w:rsidRDefault="007B2329" w:rsidP="007B2329">
      <w:r>
        <w:t>334.0078</w:t>
      </w:r>
      <w:r>
        <w:tab/>
        <w:t>1.013e0</w:t>
      </w:r>
    </w:p>
    <w:p w:rsidR="007B2329" w:rsidRDefault="007B2329" w:rsidP="007B2329">
      <w:r>
        <w:t>334.0157</w:t>
      </w:r>
      <w:r>
        <w:tab/>
        <w:t>2.025e0</w:t>
      </w:r>
    </w:p>
    <w:p w:rsidR="007B2329" w:rsidRDefault="007B2329" w:rsidP="007B2329">
      <w:r>
        <w:t>334.0197</w:t>
      </w:r>
      <w:r>
        <w:tab/>
        <w:t>1.013e0</w:t>
      </w:r>
    </w:p>
    <w:p w:rsidR="007B2329" w:rsidRDefault="007B2329" w:rsidP="007B2329">
      <w:r>
        <w:t>334.0318</w:t>
      </w:r>
      <w:r>
        <w:tab/>
        <w:t>2.025e0</w:t>
      </w:r>
    </w:p>
    <w:p w:rsidR="007B2329" w:rsidRDefault="007B2329" w:rsidP="007B2329">
      <w:r>
        <w:t>334.0441</w:t>
      </w:r>
      <w:r>
        <w:tab/>
        <w:t>1.013e0</w:t>
      </w:r>
    </w:p>
    <w:p w:rsidR="007B2329" w:rsidRDefault="007B2329" w:rsidP="007B2329">
      <w:r>
        <w:t>334.0457</w:t>
      </w:r>
      <w:r>
        <w:tab/>
        <w:t>1.025e0</w:t>
      </w:r>
    </w:p>
    <w:p w:rsidR="007B2329" w:rsidRDefault="007B2329" w:rsidP="007B2329">
      <w:r>
        <w:t>334.0646</w:t>
      </w:r>
      <w:r>
        <w:tab/>
        <w:t>2.025e0</w:t>
      </w:r>
    </w:p>
    <w:p w:rsidR="007B2329" w:rsidRDefault="007B2329" w:rsidP="007B2329">
      <w:r>
        <w:t>334.0798</w:t>
      </w:r>
      <w:r>
        <w:tab/>
        <w:t>1.013e0</w:t>
      </w:r>
    </w:p>
    <w:p w:rsidR="007B2329" w:rsidRDefault="007B2329" w:rsidP="007B2329">
      <w:r>
        <w:t>334.0854</w:t>
      </w:r>
      <w:r>
        <w:tab/>
        <w:t>2.025e0</w:t>
      </w:r>
    </w:p>
    <w:p w:rsidR="007B2329" w:rsidRDefault="007B2329" w:rsidP="007B2329">
      <w:r>
        <w:t>334.0973</w:t>
      </w:r>
      <w:r>
        <w:tab/>
        <w:t>2.791e0</w:t>
      </w:r>
    </w:p>
    <w:p w:rsidR="007B2329" w:rsidRDefault="007B2329" w:rsidP="007B2329">
      <w:r>
        <w:lastRenderedPageBreak/>
        <w:t>334.1081</w:t>
      </w:r>
      <w:r>
        <w:tab/>
        <w:t>2.025e0</w:t>
      </w:r>
    </w:p>
    <w:p w:rsidR="007B2329" w:rsidRDefault="007B2329" w:rsidP="007B2329">
      <w:r>
        <w:t>334.1098</w:t>
      </w:r>
      <w:r>
        <w:tab/>
        <w:t>1.013e0</w:t>
      </w:r>
    </w:p>
    <w:p w:rsidR="007B2329" w:rsidRDefault="007B2329" w:rsidP="007B2329">
      <w:r>
        <w:t>334.1136</w:t>
      </w:r>
      <w:r>
        <w:tab/>
        <w:t>2.025e0</w:t>
      </w:r>
    </w:p>
    <w:p w:rsidR="007B2329" w:rsidRDefault="007B2329" w:rsidP="007B2329">
      <w:r>
        <w:t>334.1382</w:t>
      </w:r>
      <w:r>
        <w:tab/>
        <w:t>1.013e0</w:t>
      </w:r>
    </w:p>
    <w:p w:rsidR="007B2329" w:rsidRDefault="007B2329" w:rsidP="007B2329">
      <w:r>
        <w:t>334.1761</w:t>
      </w:r>
      <w:r>
        <w:tab/>
        <w:t>1.739e0</w:t>
      </w:r>
    </w:p>
    <w:p w:rsidR="007B2329" w:rsidRDefault="007B2329" w:rsidP="007B2329">
      <w:r>
        <w:t>334.1910</w:t>
      </w:r>
      <w:r>
        <w:tab/>
        <w:t>1.013e0</w:t>
      </w:r>
    </w:p>
    <w:p w:rsidR="007B2329" w:rsidRDefault="007B2329" w:rsidP="007B2329">
      <w:r>
        <w:t>334.2002</w:t>
      </w:r>
      <w:r>
        <w:tab/>
        <w:t>1.013e0</w:t>
      </w:r>
    </w:p>
    <w:p w:rsidR="007B2329" w:rsidRDefault="007B2329" w:rsidP="007B2329">
      <w:r>
        <w:t>334.2428</w:t>
      </w:r>
      <w:r>
        <w:tab/>
        <w:t>6.511e-1</w:t>
      </w:r>
    </w:p>
    <w:p w:rsidR="007B2329" w:rsidRDefault="007B2329" w:rsidP="007B2329">
      <w:r>
        <w:t>334.2603</w:t>
      </w:r>
      <w:r>
        <w:tab/>
        <w:t>1.013e0</w:t>
      </w:r>
    </w:p>
    <w:p w:rsidR="007B2329" w:rsidRDefault="007B2329" w:rsidP="007B2329">
      <w:r>
        <w:t>334.2620</w:t>
      </w:r>
      <w:r>
        <w:tab/>
        <w:t>1.025e0</w:t>
      </w:r>
    </w:p>
    <w:p w:rsidR="007B2329" w:rsidRDefault="007B2329" w:rsidP="007B2329">
      <w:r>
        <w:t>334.2722</w:t>
      </w:r>
      <w:r>
        <w:tab/>
        <w:t>1.013e0</w:t>
      </w:r>
    </w:p>
    <w:p w:rsidR="007B2329" w:rsidRDefault="007B2329" w:rsidP="007B2329">
      <w:r>
        <w:t>334.2816</w:t>
      </w:r>
      <w:r>
        <w:tab/>
        <w:t>3.594e0</w:t>
      </w:r>
    </w:p>
    <w:p w:rsidR="007B2329" w:rsidRDefault="007B2329" w:rsidP="007B2329">
      <w:r>
        <w:t>334.2845</w:t>
      </w:r>
      <w:r>
        <w:tab/>
        <w:t>2.025e0</w:t>
      </w:r>
    </w:p>
    <w:p w:rsidR="007B2329" w:rsidRDefault="007B2329" w:rsidP="007B2329">
      <w:r>
        <w:t>334.3032</w:t>
      </w:r>
      <w:r>
        <w:tab/>
        <w:t>2.025e0</w:t>
      </w:r>
    </w:p>
    <w:p w:rsidR="007B2329" w:rsidRDefault="007B2329" w:rsidP="007B2329">
      <w:r>
        <w:t>334.3135</w:t>
      </w:r>
      <w:r>
        <w:tab/>
        <w:t>1.013e0</w:t>
      </w:r>
    </w:p>
    <w:p w:rsidR="007B2329" w:rsidRDefault="007B2329" w:rsidP="007B2329">
      <w:r>
        <w:t>334.3215</w:t>
      </w:r>
      <w:r>
        <w:tab/>
        <w:t>1.013e0</w:t>
      </w:r>
    </w:p>
    <w:p w:rsidR="007B2329" w:rsidRDefault="007B2329" w:rsidP="007B2329">
      <w:r>
        <w:t>334.3317</w:t>
      </w:r>
      <w:r>
        <w:tab/>
        <w:t>2.025e0</w:t>
      </w:r>
    </w:p>
    <w:p w:rsidR="007B2329" w:rsidRDefault="007B2329" w:rsidP="007B2329">
      <w:r>
        <w:t>334.3380</w:t>
      </w:r>
      <w:r>
        <w:tab/>
        <w:t>1.013e0</w:t>
      </w:r>
    </w:p>
    <w:p w:rsidR="007B2329" w:rsidRDefault="007B2329" w:rsidP="007B2329">
      <w:r>
        <w:t>334.3564</w:t>
      </w:r>
      <w:r>
        <w:tab/>
        <w:t>2.025e0</w:t>
      </w:r>
    </w:p>
    <w:p w:rsidR="007B2329" w:rsidRDefault="007B2329" w:rsidP="007B2329">
      <w:r>
        <w:lastRenderedPageBreak/>
        <w:t>334.3760</w:t>
      </w:r>
      <w:r>
        <w:tab/>
        <w:t>2.025e0</w:t>
      </w:r>
    </w:p>
    <w:p w:rsidR="007B2329" w:rsidRDefault="007B2329" w:rsidP="007B2329">
      <w:r>
        <w:t>334.3908</w:t>
      </w:r>
      <w:r>
        <w:tab/>
        <w:t>1.013e0</w:t>
      </w:r>
    </w:p>
    <w:p w:rsidR="007B2329" w:rsidRDefault="007B2329" w:rsidP="007B2329">
      <w:r>
        <w:t>334.3949</w:t>
      </w:r>
      <w:r>
        <w:tab/>
        <w:t>1.013e0</w:t>
      </w:r>
    </w:p>
    <w:p w:rsidR="007B2329" w:rsidRDefault="007B2329" w:rsidP="007B2329">
      <w:r>
        <w:t>334.4232</w:t>
      </w:r>
      <w:r>
        <w:tab/>
        <w:t>1.013e0</w:t>
      </w:r>
    </w:p>
    <w:p w:rsidR="007B2329" w:rsidRDefault="007B2329" w:rsidP="007B2329">
      <w:r>
        <w:t>334.4367</w:t>
      </w:r>
      <w:r>
        <w:tab/>
        <w:t>1.025e0</w:t>
      </w:r>
    </w:p>
    <w:p w:rsidR="007B2329" w:rsidRDefault="007B2329" w:rsidP="007B2329">
      <w:r>
        <w:t>334.4437</w:t>
      </w:r>
      <w:r>
        <w:tab/>
        <w:t>5.063e0</w:t>
      </w:r>
    </w:p>
    <w:p w:rsidR="007B2329" w:rsidRDefault="007B2329" w:rsidP="007B2329">
      <w:r>
        <w:t>334.4478</w:t>
      </w:r>
      <w:r>
        <w:tab/>
        <w:t>1.013e0</w:t>
      </w:r>
    </w:p>
    <w:p w:rsidR="007B2329" w:rsidRDefault="007B2329" w:rsidP="007B2329">
      <w:r>
        <w:t>334.4583</w:t>
      </w:r>
      <w:r>
        <w:tab/>
        <w:t>3.038e0</w:t>
      </w:r>
    </w:p>
    <w:p w:rsidR="007B2329" w:rsidRDefault="007B2329" w:rsidP="007B2329">
      <w:r>
        <w:t>334.4767</w:t>
      </w:r>
      <w:r>
        <w:tab/>
        <w:t>1.013e0</w:t>
      </w:r>
    </w:p>
    <w:p w:rsidR="007B2329" w:rsidRDefault="007B2329" w:rsidP="007B2329">
      <w:r>
        <w:t>334.5069</w:t>
      </w:r>
      <w:r>
        <w:tab/>
        <w:t>1.013e0</w:t>
      </w:r>
    </w:p>
    <w:p w:rsidR="007B2329" w:rsidRDefault="007B2329" w:rsidP="007B2329">
      <w:r>
        <w:t>334.5102</w:t>
      </w:r>
      <w:r>
        <w:tab/>
        <w:t>4.051e0</w:t>
      </w:r>
    </w:p>
    <w:p w:rsidR="007B2329" w:rsidRDefault="007B2329" w:rsidP="007B2329">
      <w:r>
        <w:t>334.5295</w:t>
      </w:r>
      <w:r>
        <w:tab/>
        <w:t>2.025e0</w:t>
      </w:r>
    </w:p>
    <w:p w:rsidR="007B2329" w:rsidRDefault="007B2329" w:rsidP="007B2329">
      <w:r>
        <w:t>334.5497</w:t>
      </w:r>
      <w:r>
        <w:tab/>
        <w:t>1.013e0</w:t>
      </w:r>
    </w:p>
    <w:p w:rsidR="007B2329" w:rsidRDefault="007B2329" w:rsidP="007B2329">
      <w:r>
        <w:t>334.5648</w:t>
      </w:r>
      <w:r>
        <w:tab/>
        <w:t>1.875e0</w:t>
      </w:r>
    </w:p>
    <w:p w:rsidR="007B2329" w:rsidRDefault="007B2329" w:rsidP="007B2329">
      <w:r>
        <w:t>334.5662</w:t>
      </w:r>
      <w:r>
        <w:tab/>
        <w:t>1.013e0</w:t>
      </w:r>
    </w:p>
    <w:p w:rsidR="007B2329" w:rsidRDefault="007B2329" w:rsidP="007B2329">
      <w:r>
        <w:t>334.5825</w:t>
      </w:r>
      <w:r>
        <w:tab/>
        <w:t>2.025e0</w:t>
      </w:r>
    </w:p>
    <w:p w:rsidR="007B2329" w:rsidRDefault="007B2329" w:rsidP="007B2329">
      <w:r>
        <w:t>334.5942</w:t>
      </w:r>
      <w:r>
        <w:tab/>
        <w:t>2.783e0</w:t>
      </w:r>
    </w:p>
    <w:p w:rsidR="007B2329" w:rsidRDefault="007B2329" w:rsidP="007B2329">
      <w:r>
        <w:t>334.6191</w:t>
      </w:r>
      <w:r>
        <w:tab/>
        <w:t>1.013e0</w:t>
      </w:r>
    </w:p>
    <w:p w:rsidR="007B2329" w:rsidRDefault="007B2329" w:rsidP="007B2329">
      <w:r>
        <w:t>334.6436</w:t>
      </w:r>
      <w:r>
        <w:tab/>
        <w:t>1.013e0</w:t>
      </w:r>
    </w:p>
    <w:p w:rsidR="007B2329" w:rsidRDefault="007B2329" w:rsidP="007B2329">
      <w:r>
        <w:lastRenderedPageBreak/>
        <w:t>334.6478</w:t>
      </w:r>
      <w:r>
        <w:tab/>
        <w:t>1.013e0</w:t>
      </w:r>
    </w:p>
    <w:p w:rsidR="007B2329" w:rsidRDefault="007B2329" w:rsidP="007B2329">
      <w:r>
        <w:t>334.6722</w:t>
      </w:r>
      <w:r>
        <w:tab/>
        <w:t>1.013e0</w:t>
      </w:r>
    </w:p>
    <w:p w:rsidR="007B2329" w:rsidRDefault="007B2329" w:rsidP="007B2329">
      <w:r>
        <w:t>334.6844</w:t>
      </w:r>
      <w:r>
        <w:tab/>
        <w:t>2.025e0</w:t>
      </w:r>
    </w:p>
    <w:p w:rsidR="007B2329" w:rsidRDefault="007B2329" w:rsidP="007B2329">
      <w:r>
        <w:t>334.6873</w:t>
      </w:r>
      <w:r>
        <w:tab/>
        <w:t>1.013e0</w:t>
      </w:r>
    </w:p>
    <w:p w:rsidR="007B2329" w:rsidRDefault="007B2329" w:rsidP="007B2329">
      <w:r>
        <w:t>334.7252</w:t>
      </w:r>
      <w:r>
        <w:tab/>
        <w:t>1.013e0</w:t>
      </w:r>
    </w:p>
    <w:p w:rsidR="007B2329" w:rsidRDefault="007B2329" w:rsidP="007B2329">
      <w:r>
        <w:t>334.7296</w:t>
      </w:r>
      <w:r>
        <w:tab/>
        <w:t>4.051e0</w:t>
      </w:r>
    </w:p>
    <w:p w:rsidR="007B2329" w:rsidRDefault="007B2329" w:rsidP="007B2329">
      <w:r>
        <w:t>334.7836</w:t>
      </w:r>
      <w:r>
        <w:tab/>
        <w:t>1.013e0</w:t>
      </w:r>
    </w:p>
    <w:p w:rsidR="007B2329" w:rsidRDefault="007B2329" w:rsidP="007B2329">
      <w:r>
        <w:t>334.7897</w:t>
      </w:r>
      <w:r>
        <w:tab/>
        <w:t>1.013e0</w:t>
      </w:r>
    </w:p>
    <w:p w:rsidR="007B2329" w:rsidRDefault="007B2329" w:rsidP="007B2329">
      <w:r>
        <w:t>334.7936</w:t>
      </w:r>
      <w:r>
        <w:tab/>
        <w:t>2.025e0</w:t>
      </w:r>
    </w:p>
    <w:p w:rsidR="007B2329" w:rsidRDefault="007B2329" w:rsidP="007B2329">
      <w:r>
        <w:t>334.7952</w:t>
      </w:r>
      <w:r>
        <w:tab/>
        <w:t>2.025e0</w:t>
      </w:r>
    </w:p>
    <w:p w:rsidR="007B2329" w:rsidRDefault="007B2329" w:rsidP="007B2329">
      <w:r>
        <w:t>334.8025</w:t>
      </w:r>
      <w:r>
        <w:tab/>
        <w:t>1.013e0</w:t>
      </w:r>
    </w:p>
    <w:p w:rsidR="007B2329" w:rsidRDefault="007B2329" w:rsidP="007B2329">
      <w:r>
        <w:t>334.8073</w:t>
      </w:r>
      <w:r>
        <w:tab/>
        <w:t>2.025e0</w:t>
      </w:r>
    </w:p>
    <w:p w:rsidR="007B2329" w:rsidRDefault="007B2329" w:rsidP="007B2329">
      <w:r>
        <w:t>334.8212</w:t>
      </w:r>
      <w:r>
        <w:tab/>
        <w:t>2.025e0</w:t>
      </w:r>
    </w:p>
    <w:p w:rsidR="007B2329" w:rsidRDefault="007B2329" w:rsidP="007B2329">
      <w:r>
        <w:t>334.8271</w:t>
      </w:r>
      <w:r>
        <w:tab/>
        <w:t>1.013e0</w:t>
      </w:r>
    </w:p>
    <w:p w:rsidR="007B2329" w:rsidRDefault="007B2329" w:rsidP="007B2329">
      <w:r>
        <w:t>334.8437</w:t>
      </w:r>
      <w:r>
        <w:tab/>
        <w:t>5.063e0</w:t>
      </w:r>
    </w:p>
    <w:p w:rsidR="007B2329" w:rsidRDefault="007B2329" w:rsidP="007B2329">
      <w:r>
        <w:t>334.8620</w:t>
      </w:r>
      <w:r>
        <w:tab/>
        <w:t>1.013e0</w:t>
      </w:r>
    </w:p>
    <w:p w:rsidR="007B2329" w:rsidRDefault="007B2329" w:rsidP="007B2329">
      <w:r>
        <w:t>334.8761</w:t>
      </w:r>
      <w:r>
        <w:tab/>
        <w:t>1.013e0</w:t>
      </w:r>
    </w:p>
    <w:p w:rsidR="007B2329" w:rsidRDefault="007B2329" w:rsidP="007B2329">
      <w:r>
        <w:t>334.9044</w:t>
      </w:r>
      <w:r>
        <w:tab/>
        <w:t>1.013e0</w:t>
      </w:r>
    </w:p>
    <w:p w:rsidR="007B2329" w:rsidRDefault="007B2329" w:rsidP="007B2329">
      <w:r>
        <w:t>334.9142</w:t>
      </w:r>
      <w:r>
        <w:tab/>
        <w:t>3.038e0</w:t>
      </w:r>
    </w:p>
    <w:p w:rsidR="007B2329" w:rsidRDefault="007B2329" w:rsidP="007B2329">
      <w:r>
        <w:lastRenderedPageBreak/>
        <w:t>334.9180</w:t>
      </w:r>
      <w:r>
        <w:tab/>
        <w:t>2.025e0</w:t>
      </w:r>
    </w:p>
    <w:p w:rsidR="007B2329" w:rsidRDefault="007B2329" w:rsidP="007B2329">
      <w:r>
        <w:t>334.9210</w:t>
      </w:r>
      <w:r>
        <w:tab/>
        <w:t>1.013e0</w:t>
      </w:r>
    </w:p>
    <w:p w:rsidR="007B2329" w:rsidRDefault="007B2329" w:rsidP="007B2329">
      <w:r>
        <w:t>334.9290</w:t>
      </w:r>
      <w:r>
        <w:tab/>
        <w:t>1.013e0</w:t>
      </w:r>
    </w:p>
    <w:p w:rsidR="007B2329" w:rsidRDefault="007B2329" w:rsidP="007B2329">
      <w:r>
        <w:t>334.9342</w:t>
      </w:r>
      <w:r>
        <w:tab/>
        <w:t>2.025e0</w:t>
      </w:r>
    </w:p>
    <w:p w:rsidR="007B2329" w:rsidRDefault="007B2329" w:rsidP="007B2329">
      <w:r>
        <w:t>334.9564</w:t>
      </w:r>
      <w:r>
        <w:tab/>
        <w:t>2.025e0</w:t>
      </w:r>
    </w:p>
    <w:p w:rsidR="007B2329" w:rsidRDefault="007B2329" w:rsidP="007B2329">
      <w:r>
        <w:t>334.9784</w:t>
      </w:r>
      <w:r>
        <w:tab/>
        <w:t>2.973e0</w:t>
      </w:r>
    </w:p>
    <w:p w:rsidR="007B2329" w:rsidRDefault="007B2329" w:rsidP="007B2329">
      <w:r>
        <w:t>334.9824</w:t>
      </w:r>
      <w:r>
        <w:tab/>
        <w:t>1.013e0</w:t>
      </w:r>
    </w:p>
    <w:p w:rsidR="007B2329" w:rsidRDefault="007B2329" w:rsidP="007B2329">
      <w:r>
        <w:t>334.9845</w:t>
      </w:r>
      <w:r>
        <w:tab/>
        <w:t>2.025e0</w:t>
      </w:r>
    </w:p>
    <w:p w:rsidR="007B2329" w:rsidRDefault="007B2329" w:rsidP="007B2329">
      <w:r>
        <w:t>334.9882</w:t>
      </w:r>
      <w:r>
        <w:tab/>
        <w:t>2.025e0</w:t>
      </w:r>
    </w:p>
    <w:p w:rsidR="007B2329" w:rsidRDefault="007B2329" w:rsidP="007B2329">
      <w:r>
        <w:t>335.0017</w:t>
      </w:r>
      <w:r>
        <w:tab/>
        <w:t>3.038e0</w:t>
      </w:r>
    </w:p>
    <w:p w:rsidR="007B2329" w:rsidRDefault="007B2329" w:rsidP="007B2329">
      <w:r>
        <w:t>335.0271</w:t>
      </w:r>
      <w:r>
        <w:tab/>
        <w:t>4.051e0</w:t>
      </w:r>
    </w:p>
    <w:p w:rsidR="007B2329" w:rsidRDefault="007B2329" w:rsidP="007B2329">
      <w:r>
        <w:t>335.0355</w:t>
      </w:r>
      <w:r>
        <w:tab/>
        <w:t>2.025e0</w:t>
      </w:r>
    </w:p>
    <w:p w:rsidR="007B2329" w:rsidRDefault="007B2329" w:rsidP="007B2329">
      <w:r>
        <w:t>335.0372</w:t>
      </w:r>
      <w:r>
        <w:tab/>
        <w:t>2.025e0</w:t>
      </w:r>
    </w:p>
    <w:p w:rsidR="007B2329" w:rsidRDefault="007B2329" w:rsidP="007B2329">
      <w:r>
        <w:t>335.0474</w:t>
      </w:r>
      <w:r>
        <w:tab/>
        <w:t>1.013e0</w:t>
      </w:r>
    </w:p>
    <w:p w:rsidR="007B2329" w:rsidRDefault="007B2329" w:rsidP="007B2329">
      <w:r>
        <w:t>335.0586</w:t>
      </w:r>
      <w:r>
        <w:tab/>
        <w:t>2.025e0</w:t>
      </w:r>
    </w:p>
    <w:p w:rsidR="007B2329" w:rsidRDefault="007B2329" w:rsidP="007B2329">
      <w:r>
        <w:t>335.0719</w:t>
      </w:r>
      <w:r>
        <w:tab/>
        <w:t>1.013e0</w:t>
      </w:r>
    </w:p>
    <w:p w:rsidR="007B2329" w:rsidRDefault="007B2329" w:rsidP="007B2329">
      <w:r>
        <w:t>335.0880</w:t>
      </w:r>
      <w:r>
        <w:tab/>
        <w:t>2.025e0</w:t>
      </w:r>
    </w:p>
    <w:p w:rsidR="007B2329" w:rsidRDefault="007B2329" w:rsidP="007B2329">
      <w:r>
        <w:t>335.0929</w:t>
      </w:r>
      <w:r>
        <w:tab/>
        <w:t>5.154e-1</w:t>
      </w:r>
    </w:p>
    <w:p w:rsidR="007B2329" w:rsidRDefault="007B2329" w:rsidP="007B2329">
      <w:r>
        <w:t>335.1004</w:t>
      </w:r>
      <w:r>
        <w:tab/>
        <w:t>2.025e0</w:t>
      </w:r>
    </w:p>
    <w:p w:rsidR="007B2329" w:rsidRDefault="007B2329" w:rsidP="007B2329">
      <w:r>
        <w:lastRenderedPageBreak/>
        <w:t>335.1574</w:t>
      </w:r>
      <w:r>
        <w:tab/>
        <w:t>1.013e0</w:t>
      </w:r>
    </w:p>
    <w:p w:rsidR="007B2329" w:rsidRDefault="007B2329" w:rsidP="007B2329">
      <w:r>
        <w:t>335.1974</w:t>
      </w:r>
      <w:r>
        <w:tab/>
        <w:t>2.025e0</w:t>
      </w:r>
    </w:p>
    <w:p w:rsidR="007B2329" w:rsidRDefault="007B2329" w:rsidP="007B2329">
      <w:r>
        <w:t>335.2094</w:t>
      </w:r>
      <w:r>
        <w:tab/>
        <w:t>1.025e0</w:t>
      </w:r>
    </w:p>
    <w:p w:rsidR="007B2329" w:rsidRDefault="007B2329" w:rsidP="007B2329">
      <w:r>
        <w:t>335.2597</w:t>
      </w:r>
      <w:r>
        <w:tab/>
        <w:t>1.013e0</w:t>
      </w:r>
    </w:p>
    <w:p w:rsidR="007B2329" w:rsidRDefault="007B2329" w:rsidP="007B2329">
      <w:r>
        <w:t>335.2758</w:t>
      </w:r>
      <w:r>
        <w:tab/>
        <w:t>2.025e0</w:t>
      </w:r>
    </w:p>
    <w:p w:rsidR="007B2329" w:rsidRDefault="007B2329" w:rsidP="007B2329">
      <w:r>
        <w:t>335.2959</w:t>
      </w:r>
      <w:r>
        <w:tab/>
        <w:t>1.013e0</w:t>
      </w:r>
    </w:p>
    <w:p w:rsidR="007B2329" w:rsidRDefault="007B2329" w:rsidP="007B2329">
      <w:r>
        <w:t>335.3015</w:t>
      </w:r>
      <w:r>
        <w:tab/>
        <w:t>2.023e0</w:t>
      </w:r>
    </w:p>
    <w:p w:rsidR="007B2329" w:rsidRDefault="007B2329" w:rsidP="007B2329">
      <w:r>
        <w:t>335.3441</w:t>
      </w:r>
      <w:r>
        <w:tab/>
        <w:t>1.013e0</w:t>
      </w:r>
    </w:p>
    <w:p w:rsidR="007B2329" w:rsidRDefault="007B2329" w:rsidP="007B2329">
      <w:r>
        <w:t>335.3494</w:t>
      </w:r>
      <w:r>
        <w:tab/>
        <w:t>1.013e0</w:t>
      </w:r>
    </w:p>
    <w:p w:rsidR="007B2329" w:rsidRDefault="007B2329" w:rsidP="007B2329">
      <w:r>
        <w:t>335.3573</w:t>
      </w:r>
      <w:r>
        <w:tab/>
        <w:t>1.013e0</w:t>
      </w:r>
    </w:p>
    <w:p w:rsidR="007B2329" w:rsidRDefault="007B2329" w:rsidP="007B2329">
      <w:r>
        <w:t>335.3862</w:t>
      </w:r>
      <w:r>
        <w:tab/>
        <w:t>1.013e0</w:t>
      </w:r>
    </w:p>
    <w:p w:rsidR="007B2329" w:rsidRDefault="007B2329" w:rsidP="007B2329">
      <w:r>
        <w:t>335.4104</w:t>
      </w:r>
      <w:r>
        <w:tab/>
        <w:t>2.025e0</w:t>
      </w:r>
    </w:p>
    <w:p w:rsidR="007B2329" w:rsidRDefault="007B2329" w:rsidP="007B2329">
      <w:r>
        <w:t>335.4164</w:t>
      </w:r>
      <w:r>
        <w:tab/>
        <w:t>1.013e0</w:t>
      </w:r>
    </w:p>
    <w:p w:rsidR="007B2329" w:rsidRDefault="007B2329" w:rsidP="007B2329">
      <w:r>
        <w:t>335.4315</w:t>
      </w:r>
      <w:r>
        <w:tab/>
        <w:t>4.051e0</w:t>
      </w:r>
    </w:p>
    <w:p w:rsidR="007B2329" w:rsidRDefault="007B2329" w:rsidP="007B2329">
      <w:r>
        <w:t>335.4663</w:t>
      </w:r>
      <w:r>
        <w:tab/>
        <w:t>3.038e0</w:t>
      </w:r>
    </w:p>
    <w:p w:rsidR="007B2329" w:rsidRDefault="007B2329" w:rsidP="007B2329">
      <w:r>
        <w:t>335.4746</w:t>
      </w:r>
      <w:r>
        <w:tab/>
        <w:t>2.025e0</w:t>
      </w:r>
    </w:p>
    <w:p w:rsidR="007B2329" w:rsidRDefault="007B2329" w:rsidP="007B2329">
      <w:r>
        <w:t>335.4799</w:t>
      </w:r>
      <w:r>
        <w:tab/>
        <w:t>1.013e0</w:t>
      </w:r>
    </w:p>
    <w:p w:rsidR="007B2329" w:rsidRDefault="007B2329" w:rsidP="007B2329">
      <w:r>
        <w:t>335.4884</w:t>
      </w:r>
      <w:r>
        <w:tab/>
        <w:t>2.025e0</w:t>
      </w:r>
    </w:p>
    <w:p w:rsidR="007B2329" w:rsidRDefault="007B2329" w:rsidP="007B2329">
      <w:r>
        <w:t>335.5063</w:t>
      </w:r>
      <w:r>
        <w:tab/>
        <w:t>2.025e0</w:t>
      </w:r>
    </w:p>
    <w:p w:rsidR="007B2329" w:rsidRDefault="007B2329" w:rsidP="007B2329">
      <w:r>
        <w:lastRenderedPageBreak/>
        <w:t>335.5189</w:t>
      </w:r>
      <w:r>
        <w:tab/>
        <w:t>1.013e0</w:t>
      </w:r>
    </w:p>
    <w:p w:rsidR="007B2329" w:rsidRDefault="007B2329" w:rsidP="007B2329">
      <w:r>
        <w:t>335.5695</w:t>
      </w:r>
      <w:r>
        <w:tab/>
        <w:t>2.025e0</w:t>
      </w:r>
    </w:p>
    <w:p w:rsidR="007B2329" w:rsidRDefault="007B2329" w:rsidP="007B2329">
      <w:r>
        <w:t>335.5913</w:t>
      </w:r>
      <w:r>
        <w:tab/>
        <w:t>1.013e0</w:t>
      </w:r>
    </w:p>
    <w:p w:rsidR="007B2329" w:rsidRDefault="007B2329" w:rsidP="007B2329">
      <w:r>
        <w:t>335.5974</w:t>
      </w:r>
      <w:r>
        <w:tab/>
        <w:t>2.025e0</w:t>
      </w:r>
    </w:p>
    <w:p w:rsidR="007B2329" w:rsidRDefault="007B2329" w:rsidP="007B2329">
      <w:r>
        <w:t>335.6270</w:t>
      </w:r>
      <w:r>
        <w:tab/>
        <w:t>1.013e0</w:t>
      </w:r>
    </w:p>
    <w:p w:rsidR="007B2329" w:rsidRDefault="007B2329" w:rsidP="007B2329">
      <w:r>
        <w:t>335.6552</w:t>
      </w:r>
      <w:r>
        <w:tab/>
        <w:t>1.013e0</w:t>
      </w:r>
    </w:p>
    <w:p w:rsidR="007B2329" w:rsidRDefault="007B2329" w:rsidP="007B2329">
      <w:r>
        <w:t>335.6620</w:t>
      </w:r>
      <w:r>
        <w:tab/>
        <w:t>2.025e0</w:t>
      </w:r>
    </w:p>
    <w:p w:rsidR="007B2329" w:rsidRDefault="007B2329" w:rsidP="007B2329">
      <w:r>
        <w:t>335.6722</w:t>
      </w:r>
      <w:r>
        <w:tab/>
        <w:t>1.025e0</w:t>
      </w:r>
    </w:p>
    <w:p w:rsidR="007B2329" w:rsidRDefault="007B2329" w:rsidP="007B2329">
      <w:r>
        <w:t>335.6940</w:t>
      </w:r>
      <w:r>
        <w:tab/>
        <w:t>1.013e0</w:t>
      </w:r>
    </w:p>
    <w:p w:rsidR="007B2329" w:rsidRDefault="007B2329" w:rsidP="007B2329">
      <w:r>
        <w:t>335.7042</w:t>
      </w:r>
      <w:r>
        <w:tab/>
        <w:t>1.013e0</w:t>
      </w:r>
    </w:p>
    <w:p w:rsidR="007B2329" w:rsidRDefault="007B2329" w:rsidP="007B2329">
      <w:r>
        <w:t>335.7064</w:t>
      </w:r>
      <w:r>
        <w:tab/>
        <w:t>2.025e0</w:t>
      </w:r>
    </w:p>
    <w:p w:rsidR="007B2329" w:rsidRDefault="007B2329" w:rsidP="007B2329">
      <w:r>
        <w:t>335.7182</w:t>
      </w:r>
      <w:r>
        <w:tab/>
        <w:t>3.038e0</w:t>
      </w:r>
    </w:p>
    <w:p w:rsidR="007B2329" w:rsidRDefault="007B2329" w:rsidP="007B2329">
      <w:r>
        <w:t>335.7574</w:t>
      </w:r>
      <w:r>
        <w:tab/>
        <w:t>1.013e0</w:t>
      </w:r>
    </w:p>
    <w:p w:rsidR="007B2329" w:rsidRDefault="007B2329" w:rsidP="007B2329">
      <w:r>
        <w:t>335.7613</w:t>
      </w:r>
      <w:r>
        <w:tab/>
        <w:t>1.013e0</w:t>
      </w:r>
    </w:p>
    <w:p w:rsidR="007B2329" w:rsidRDefault="007B2329" w:rsidP="007B2329">
      <w:r>
        <w:t>335.7665</w:t>
      </w:r>
      <w:r>
        <w:tab/>
        <w:t>2.532e-2</w:t>
      </w:r>
    </w:p>
    <w:p w:rsidR="007B2329" w:rsidRDefault="007B2329" w:rsidP="007B2329">
      <w:r>
        <w:t>335.7725</w:t>
      </w:r>
      <w:r>
        <w:tab/>
        <w:t>1.013e0</w:t>
      </w:r>
    </w:p>
    <w:p w:rsidR="007B2329" w:rsidRDefault="007B2329" w:rsidP="007B2329">
      <w:r>
        <w:t>335.7859</w:t>
      </w:r>
      <w:r>
        <w:tab/>
        <w:t>1.013e0</w:t>
      </w:r>
    </w:p>
    <w:p w:rsidR="007B2329" w:rsidRDefault="007B2329" w:rsidP="007B2329">
      <w:r>
        <w:t>335.8146</w:t>
      </w:r>
      <w:r>
        <w:tab/>
        <w:t>2.025e0</w:t>
      </w:r>
    </w:p>
    <w:p w:rsidR="007B2329" w:rsidRDefault="007B2329" w:rsidP="007B2329">
      <w:r>
        <w:t>335.8185</w:t>
      </w:r>
      <w:r>
        <w:tab/>
        <w:t>2.025e0</w:t>
      </w:r>
    </w:p>
    <w:p w:rsidR="007B2329" w:rsidRDefault="007B2329" w:rsidP="007B2329">
      <w:r>
        <w:lastRenderedPageBreak/>
        <w:t>335.8209</w:t>
      </w:r>
      <w:r>
        <w:tab/>
        <w:t>1.013e0</w:t>
      </w:r>
    </w:p>
    <w:p w:rsidR="007B2329" w:rsidRDefault="007B2329" w:rsidP="007B2329">
      <w:r>
        <w:t>335.8268</w:t>
      </w:r>
      <w:r>
        <w:tab/>
        <w:t>1.013e0</w:t>
      </w:r>
    </w:p>
    <w:p w:rsidR="007B2329" w:rsidRDefault="007B2329" w:rsidP="007B2329">
      <w:r>
        <w:t>335.8752</w:t>
      </w:r>
      <w:r>
        <w:tab/>
        <w:t>1.013e0</w:t>
      </w:r>
    </w:p>
    <w:p w:rsidR="007B2329" w:rsidRDefault="007B2329" w:rsidP="007B2329">
      <w:r>
        <w:t>335.8790</w:t>
      </w:r>
      <w:r>
        <w:tab/>
        <w:t>3.038e0</w:t>
      </w:r>
    </w:p>
    <w:p w:rsidR="007B2329" w:rsidRDefault="007B2329" w:rsidP="007B2329">
      <w:r>
        <w:t>335.8839</w:t>
      </w:r>
      <w:r>
        <w:tab/>
        <w:t>2.025e0</w:t>
      </w:r>
    </w:p>
    <w:p w:rsidR="007B2329" w:rsidRDefault="007B2329" w:rsidP="007B2329">
      <w:r>
        <w:t>335.8889</w:t>
      </w:r>
      <w:r>
        <w:tab/>
        <w:t>3.038e0</w:t>
      </w:r>
    </w:p>
    <w:p w:rsidR="007B2329" w:rsidRDefault="007B2329" w:rsidP="007B2329">
      <w:r>
        <w:t>335.8963</w:t>
      </w:r>
      <w:r>
        <w:tab/>
        <w:t>2.038e0</w:t>
      </w:r>
    </w:p>
    <w:p w:rsidR="007B2329" w:rsidRDefault="007B2329" w:rsidP="007B2329">
      <w:r>
        <w:t>335.9045</w:t>
      </w:r>
      <w:r>
        <w:tab/>
        <w:t>1.013e0</w:t>
      </w:r>
    </w:p>
    <w:p w:rsidR="007B2329" w:rsidRDefault="007B2329" w:rsidP="007B2329">
      <w:r>
        <w:t>335.9403</w:t>
      </w:r>
      <w:r>
        <w:tab/>
        <w:t>3.038e0</w:t>
      </w:r>
    </w:p>
    <w:p w:rsidR="007B2329" w:rsidRDefault="007B2329" w:rsidP="007B2329">
      <w:r>
        <w:t>335.9560</w:t>
      </w:r>
      <w:r>
        <w:tab/>
        <w:t>1.025e0</w:t>
      </w:r>
    </w:p>
    <w:p w:rsidR="007B2329" w:rsidRDefault="007B2329" w:rsidP="007B2329">
      <w:r>
        <w:t>335.9718</w:t>
      </w:r>
      <w:r>
        <w:tab/>
        <w:t>1.013e0</w:t>
      </w:r>
    </w:p>
    <w:p w:rsidR="007B2329" w:rsidRDefault="007B2329" w:rsidP="007B2329">
      <w:r>
        <w:t>335.9778</w:t>
      </w:r>
      <w:r>
        <w:tab/>
        <w:t>1.013e0</w:t>
      </w:r>
    </w:p>
    <w:p w:rsidR="007B2329" w:rsidRDefault="007B2329" w:rsidP="007B2329">
      <w:r>
        <w:t>335.9839</w:t>
      </w:r>
      <w:r>
        <w:tab/>
        <w:t>2.025e0</w:t>
      </w:r>
    </w:p>
    <w:p w:rsidR="007B2329" w:rsidRDefault="007B2329" w:rsidP="007B2329">
      <w:r>
        <w:t>335.9898</w:t>
      </w:r>
      <w:r>
        <w:tab/>
        <w:t>1.013e0</w:t>
      </w:r>
    </w:p>
    <w:p w:rsidR="007B2329" w:rsidRDefault="007B2329" w:rsidP="007B2329">
      <w:r>
        <w:t>335.9957</w:t>
      </w:r>
      <w:r>
        <w:tab/>
        <w:t>2.973e0</w:t>
      </w:r>
    </w:p>
    <w:p w:rsidR="007B2329" w:rsidRDefault="007B2329" w:rsidP="007B2329">
      <w:r>
        <w:t>336.0019</w:t>
      </w:r>
      <w:r>
        <w:tab/>
        <w:t>1.013e0</w:t>
      </w:r>
    </w:p>
    <w:p w:rsidR="007B2329" w:rsidRDefault="007B2329" w:rsidP="007B2329">
      <w:r>
        <w:t>336.0262</w:t>
      </w:r>
      <w:r>
        <w:tab/>
        <w:t>1.013e0</w:t>
      </w:r>
    </w:p>
    <w:p w:rsidR="007B2329" w:rsidRDefault="007B2329" w:rsidP="007B2329">
      <w:r>
        <w:t>336.0348</w:t>
      </w:r>
      <w:r>
        <w:tab/>
        <w:t>1.013e0</w:t>
      </w:r>
    </w:p>
    <w:p w:rsidR="007B2329" w:rsidRDefault="007B2329" w:rsidP="007B2329">
      <w:r>
        <w:t>336.0387</w:t>
      </w:r>
      <w:r>
        <w:tab/>
        <w:t>1.013e0</w:t>
      </w:r>
    </w:p>
    <w:p w:rsidR="007B2329" w:rsidRDefault="007B2329" w:rsidP="007B2329">
      <w:r>
        <w:lastRenderedPageBreak/>
        <w:t>336.0430</w:t>
      </w:r>
      <w:r>
        <w:tab/>
        <w:t>3.038e0</w:t>
      </w:r>
    </w:p>
    <w:p w:rsidR="007B2329" w:rsidRDefault="007B2329" w:rsidP="007B2329">
      <w:r>
        <w:t>336.0684</w:t>
      </w:r>
      <w:r>
        <w:tab/>
        <w:t>1.013e0</w:t>
      </w:r>
    </w:p>
    <w:p w:rsidR="007B2329" w:rsidRDefault="007B2329" w:rsidP="007B2329">
      <w:r>
        <w:t>336.0716</w:t>
      </w:r>
      <w:r>
        <w:tab/>
        <w:t>1.727e0</w:t>
      </w:r>
    </w:p>
    <w:p w:rsidR="007B2329" w:rsidRDefault="007B2329" w:rsidP="007B2329">
      <w:r>
        <w:t>336.0744</w:t>
      </w:r>
      <w:r>
        <w:tab/>
        <w:t>1.013e0</w:t>
      </w:r>
    </w:p>
    <w:p w:rsidR="007B2329" w:rsidRDefault="007B2329" w:rsidP="007B2329">
      <w:r>
        <w:t>336.0906</w:t>
      </w:r>
      <w:r>
        <w:tab/>
        <w:t>1.025e0</w:t>
      </w:r>
    </w:p>
    <w:p w:rsidR="007B2329" w:rsidRDefault="007B2329" w:rsidP="007B2329">
      <w:r>
        <w:t>336.0998</w:t>
      </w:r>
      <w:r>
        <w:tab/>
        <w:t>2.025e0</w:t>
      </w:r>
    </w:p>
    <w:p w:rsidR="007B2329" w:rsidRDefault="007B2329" w:rsidP="007B2329">
      <w:r>
        <w:t>336.1082</w:t>
      </w:r>
      <w:r>
        <w:tab/>
        <w:t>1.013e0</w:t>
      </w:r>
    </w:p>
    <w:p w:rsidR="007B2329" w:rsidRDefault="007B2329" w:rsidP="007B2329">
      <w:r>
        <w:t>336.1290</w:t>
      </w:r>
      <w:r>
        <w:tab/>
        <w:t>1.013e0</w:t>
      </w:r>
    </w:p>
    <w:p w:rsidR="007B2329" w:rsidRDefault="007B2329" w:rsidP="007B2329">
      <w:r>
        <w:t>336.1670</w:t>
      </w:r>
      <w:r>
        <w:tab/>
        <w:t>2.025e0</w:t>
      </w:r>
    </w:p>
    <w:p w:rsidR="007B2329" w:rsidRDefault="007B2329" w:rsidP="007B2329">
      <w:r>
        <w:t>336.2348</w:t>
      </w:r>
      <w:r>
        <w:tab/>
        <w:t>1.013e0</w:t>
      </w:r>
    </w:p>
    <w:p w:rsidR="007B2329" w:rsidRDefault="007B2329" w:rsidP="007B2329">
      <w:r>
        <w:t>336.2517</w:t>
      </w:r>
      <w:r>
        <w:tab/>
        <w:t>2.025e0</w:t>
      </w:r>
    </w:p>
    <w:p w:rsidR="007B2329" w:rsidRDefault="007B2329" w:rsidP="007B2329">
      <w:r>
        <w:t>336.2594</w:t>
      </w:r>
      <w:r>
        <w:tab/>
        <w:t>1.013e0</w:t>
      </w:r>
    </w:p>
    <w:p w:rsidR="007B2329" w:rsidRDefault="007B2329" w:rsidP="007B2329">
      <w:r>
        <w:t>336.2961</w:t>
      </w:r>
      <w:r>
        <w:tab/>
        <w:t>2.025e0</w:t>
      </w:r>
    </w:p>
    <w:p w:rsidR="007B2329" w:rsidRDefault="007B2329" w:rsidP="007B2329">
      <w:r>
        <w:t>336.3037</w:t>
      </w:r>
      <w:r>
        <w:tab/>
        <w:t>3.038e0</w:t>
      </w:r>
    </w:p>
    <w:p w:rsidR="007B2329" w:rsidRDefault="007B2329" w:rsidP="007B2329">
      <w:r>
        <w:t>336.3083</w:t>
      </w:r>
      <w:r>
        <w:tab/>
        <w:t>1.013e0</w:t>
      </w:r>
    </w:p>
    <w:p w:rsidR="007B2329" w:rsidRDefault="007B2329" w:rsidP="007B2329">
      <w:r>
        <w:t>336.3265</w:t>
      </w:r>
      <w:r>
        <w:tab/>
        <w:t>6.076e0</w:t>
      </w:r>
    </w:p>
    <w:p w:rsidR="007B2329" w:rsidRDefault="007B2329" w:rsidP="007B2329">
      <w:r>
        <w:t>336.3301</w:t>
      </w:r>
      <w:r>
        <w:tab/>
        <w:t>2.025e0</w:t>
      </w:r>
    </w:p>
    <w:p w:rsidR="007B2329" w:rsidRDefault="007B2329" w:rsidP="007B2329">
      <w:r>
        <w:t>336.3328</w:t>
      </w:r>
      <w:r>
        <w:tab/>
        <w:t>3.038e0</w:t>
      </w:r>
    </w:p>
    <w:p w:rsidR="007B2329" w:rsidRDefault="007B2329" w:rsidP="007B2329">
      <w:r>
        <w:t>336.3456</w:t>
      </w:r>
      <w:r>
        <w:tab/>
        <w:t>2.025e0</w:t>
      </w:r>
    </w:p>
    <w:p w:rsidR="007B2329" w:rsidRDefault="007B2329" w:rsidP="007B2329">
      <w:r>
        <w:lastRenderedPageBreak/>
        <w:t>336.3618</w:t>
      </w:r>
      <w:r>
        <w:tab/>
        <w:t>2.025e0</w:t>
      </w:r>
    </w:p>
    <w:p w:rsidR="007B2329" w:rsidRDefault="007B2329" w:rsidP="007B2329">
      <w:r>
        <w:t>336.3777</w:t>
      </w:r>
      <w:r>
        <w:tab/>
        <w:t>2.025e0</w:t>
      </w:r>
    </w:p>
    <w:p w:rsidR="007B2329" w:rsidRDefault="007B2329" w:rsidP="007B2329">
      <w:r>
        <w:t>336.4008</w:t>
      </w:r>
      <w:r>
        <w:tab/>
        <w:t>1.013e0</w:t>
      </w:r>
    </w:p>
    <w:p w:rsidR="007B2329" w:rsidRDefault="007B2329" w:rsidP="007B2329">
      <w:r>
        <w:t>336.4066</w:t>
      </w:r>
      <w:r>
        <w:tab/>
        <w:t>1.013e0</w:t>
      </w:r>
    </w:p>
    <w:p w:rsidR="007B2329" w:rsidRDefault="007B2329" w:rsidP="007B2329">
      <w:r>
        <w:t>336.4104</w:t>
      </w:r>
      <w:r>
        <w:tab/>
        <w:t>1.013e0</w:t>
      </w:r>
    </w:p>
    <w:p w:rsidR="007B2329" w:rsidRDefault="007B2329" w:rsidP="007B2329">
      <w:r>
        <w:t>336.4247</w:t>
      </w:r>
      <w:r>
        <w:tab/>
        <w:t>2.025e0</w:t>
      </w:r>
    </w:p>
    <w:p w:rsidR="007B2329" w:rsidRDefault="007B2329" w:rsidP="007B2329">
      <w:r>
        <w:t>336.4264</w:t>
      </w:r>
      <w:r>
        <w:tab/>
        <w:t>2.025e0</w:t>
      </w:r>
    </w:p>
    <w:p w:rsidR="007B2329" w:rsidRDefault="007B2329" w:rsidP="007B2329">
      <w:r>
        <w:t>336.4391</w:t>
      </w:r>
      <w:r>
        <w:tab/>
        <w:t>1.013e0</w:t>
      </w:r>
    </w:p>
    <w:p w:rsidR="007B2329" w:rsidRDefault="007B2329" w:rsidP="007B2329">
      <w:r>
        <w:t>336.4552</w:t>
      </w:r>
      <w:r>
        <w:tab/>
        <w:t>2.025e0</w:t>
      </w:r>
    </w:p>
    <w:p w:rsidR="007B2329" w:rsidRDefault="007B2329" w:rsidP="007B2329">
      <w:r>
        <w:t>336.4767</w:t>
      </w:r>
      <w:r>
        <w:tab/>
        <w:t>3.038e0</w:t>
      </w:r>
    </w:p>
    <w:p w:rsidR="007B2329" w:rsidRDefault="007B2329" w:rsidP="007B2329">
      <w:r>
        <w:t>336.4795</w:t>
      </w:r>
      <w:r>
        <w:tab/>
        <w:t>3.038e0</w:t>
      </w:r>
    </w:p>
    <w:p w:rsidR="007B2329" w:rsidRDefault="007B2329" w:rsidP="007B2329">
      <w:r>
        <w:t>336.5218</w:t>
      </w:r>
      <w:r>
        <w:tab/>
        <w:t>1.013e0</w:t>
      </w:r>
    </w:p>
    <w:p w:rsidR="007B2329" w:rsidRDefault="007B2329" w:rsidP="007B2329">
      <w:r>
        <w:t>336.5461</w:t>
      </w:r>
      <w:r>
        <w:tab/>
        <w:t>1.013e0</w:t>
      </w:r>
    </w:p>
    <w:p w:rsidR="007B2329" w:rsidRDefault="007B2329" w:rsidP="007B2329">
      <w:r>
        <w:t>336.5655</w:t>
      </w:r>
      <w:r>
        <w:tab/>
        <w:t>1.013e0</w:t>
      </w:r>
    </w:p>
    <w:p w:rsidR="007B2329" w:rsidRDefault="007B2329" w:rsidP="007B2329">
      <w:r>
        <w:t>336.5777</w:t>
      </w:r>
      <w:r>
        <w:tab/>
        <w:t>2.038e0</w:t>
      </w:r>
    </w:p>
    <w:p w:rsidR="007B2329" w:rsidRDefault="007B2329" w:rsidP="007B2329">
      <w:r>
        <w:t>336.5880</w:t>
      </w:r>
      <w:r>
        <w:tab/>
        <w:t>2.025e0</w:t>
      </w:r>
    </w:p>
    <w:p w:rsidR="007B2329" w:rsidRDefault="007B2329" w:rsidP="007B2329">
      <w:r>
        <w:t>336.6048</w:t>
      </w:r>
      <w:r>
        <w:tab/>
        <w:t>2.025e0</w:t>
      </w:r>
    </w:p>
    <w:p w:rsidR="007B2329" w:rsidRDefault="007B2329" w:rsidP="007B2329">
      <w:r>
        <w:t>336.6391</w:t>
      </w:r>
      <w:r>
        <w:tab/>
        <w:t>1.013e0</w:t>
      </w:r>
    </w:p>
    <w:p w:rsidR="007B2329" w:rsidRDefault="007B2329" w:rsidP="007B2329">
      <w:r>
        <w:t>336.6493</w:t>
      </w:r>
      <w:r>
        <w:tab/>
        <w:t>4.051e0</w:t>
      </w:r>
    </w:p>
    <w:p w:rsidR="007B2329" w:rsidRDefault="007B2329" w:rsidP="007B2329">
      <w:r>
        <w:lastRenderedPageBreak/>
        <w:t>336.6675</w:t>
      </w:r>
      <w:r>
        <w:tab/>
        <w:t>1.013e0</w:t>
      </w:r>
    </w:p>
    <w:p w:rsidR="007B2329" w:rsidRDefault="007B2329" w:rsidP="007B2329">
      <w:r>
        <w:t>336.6881</w:t>
      </w:r>
      <w:r>
        <w:tab/>
        <w:t>3.038e0</w:t>
      </w:r>
    </w:p>
    <w:p w:rsidR="007B2329" w:rsidRDefault="007B2329" w:rsidP="007B2329">
      <w:r>
        <w:t>336.6972</w:t>
      </w:r>
      <w:r>
        <w:tab/>
        <w:t>1.013e0</w:t>
      </w:r>
    </w:p>
    <w:p w:rsidR="007B2329" w:rsidRDefault="007B2329" w:rsidP="007B2329">
      <w:r>
        <w:t>336.7073</w:t>
      </w:r>
      <w:r>
        <w:tab/>
        <w:t>2.025e0</w:t>
      </w:r>
    </w:p>
    <w:p w:rsidR="007B2329" w:rsidRDefault="007B2329" w:rsidP="007B2329">
      <w:r>
        <w:t>336.7087</w:t>
      </w:r>
      <w:r>
        <w:tab/>
        <w:t>1.013e0</w:t>
      </w:r>
    </w:p>
    <w:p w:rsidR="007B2329" w:rsidRDefault="007B2329" w:rsidP="007B2329">
      <w:r>
        <w:t>336.7332</w:t>
      </w:r>
      <w:r>
        <w:tab/>
        <w:t>1.013e0</w:t>
      </w:r>
    </w:p>
    <w:p w:rsidR="007B2329" w:rsidRDefault="007B2329" w:rsidP="007B2329">
      <w:r>
        <w:t>336.7578</w:t>
      </w:r>
      <w:r>
        <w:tab/>
        <w:t>1.013e0</w:t>
      </w:r>
    </w:p>
    <w:p w:rsidR="007B2329" w:rsidRDefault="007B2329" w:rsidP="007B2329">
      <w:r>
        <w:t>336.7902</w:t>
      </w:r>
      <w:r>
        <w:tab/>
        <w:t>1.013e0</w:t>
      </w:r>
    </w:p>
    <w:p w:rsidR="007B2329" w:rsidRDefault="007B2329" w:rsidP="007B2329">
      <w:r>
        <w:t>336.8148</w:t>
      </w:r>
      <w:r>
        <w:tab/>
        <w:t>1.013e0</w:t>
      </w:r>
    </w:p>
    <w:p w:rsidR="007B2329" w:rsidRDefault="007B2329" w:rsidP="007B2329">
      <w:r>
        <w:t>336.8244</w:t>
      </w:r>
      <w:r>
        <w:tab/>
        <w:t>1.013e0</w:t>
      </w:r>
    </w:p>
    <w:p w:rsidR="007B2329" w:rsidRDefault="007B2329" w:rsidP="007B2329">
      <w:r>
        <w:t>336.8304</w:t>
      </w:r>
      <w:r>
        <w:tab/>
        <w:t>1.013e0</w:t>
      </w:r>
    </w:p>
    <w:p w:rsidR="007B2329" w:rsidRDefault="007B2329" w:rsidP="007B2329">
      <w:r>
        <w:t>336.8351</w:t>
      </w:r>
      <w:r>
        <w:tab/>
        <w:t>1.013e0</w:t>
      </w:r>
    </w:p>
    <w:p w:rsidR="007B2329" w:rsidRDefault="007B2329" w:rsidP="007B2329">
      <w:r>
        <w:t>336.8431</w:t>
      </w:r>
      <w:r>
        <w:tab/>
        <w:t>1.013e0</w:t>
      </w:r>
    </w:p>
    <w:p w:rsidR="007B2329" w:rsidRDefault="007B2329" w:rsidP="007B2329">
      <w:r>
        <w:t>336.8620</w:t>
      </w:r>
      <w:r>
        <w:tab/>
        <w:t>2.932e0</w:t>
      </w:r>
    </w:p>
    <w:p w:rsidR="007B2329" w:rsidRDefault="007B2329" w:rsidP="007B2329">
      <w:r>
        <w:t>336.8799</w:t>
      </w:r>
      <w:r>
        <w:tab/>
        <w:t>2.025e0</w:t>
      </w:r>
    </w:p>
    <w:p w:rsidR="007B2329" w:rsidRDefault="007B2329" w:rsidP="007B2329">
      <w:r>
        <w:t>336.8882</w:t>
      </w:r>
      <w:r>
        <w:tab/>
        <w:t>1.013e0</w:t>
      </w:r>
    </w:p>
    <w:p w:rsidR="007B2329" w:rsidRDefault="007B2329" w:rsidP="007B2329">
      <w:r>
        <w:t>336.8959</w:t>
      </w:r>
      <w:r>
        <w:tab/>
        <w:t>1.038e0</w:t>
      </w:r>
    </w:p>
    <w:p w:rsidR="007B2329" w:rsidRDefault="007B2329" w:rsidP="007B2329">
      <w:r>
        <w:t>336.9033</w:t>
      </w:r>
      <w:r>
        <w:tab/>
        <w:t>1.013e0</w:t>
      </w:r>
    </w:p>
    <w:p w:rsidR="007B2329" w:rsidRDefault="007B2329" w:rsidP="007B2329">
      <w:r>
        <w:t>336.9247</w:t>
      </w:r>
      <w:r>
        <w:tab/>
        <w:t>2.025e0</w:t>
      </w:r>
    </w:p>
    <w:p w:rsidR="007B2329" w:rsidRDefault="007B2329" w:rsidP="007B2329">
      <w:r>
        <w:lastRenderedPageBreak/>
        <w:t>336.9273</w:t>
      </w:r>
      <w:r>
        <w:tab/>
        <w:t>1.013e0</w:t>
      </w:r>
    </w:p>
    <w:p w:rsidR="007B2329" w:rsidRDefault="007B2329" w:rsidP="007B2329">
      <w:r>
        <w:t>336.9372</w:t>
      </w:r>
      <w:r>
        <w:tab/>
        <w:t>2.025e0</w:t>
      </w:r>
    </w:p>
    <w:p w:rsidR="007B2329" w:rsidRDefault="007B2329" w:rsidP="007B2329">
      <w:r>
        <w:t>336.9576</w:t>
      </w:r>
      <w:r>
        <w:tab/>
        <w:t>2.994e0</w:t>
      </w:r>
    </w:p>
    <w:p w:rsidR="007B2329" w:rsidRDefault="007B2329" w:rsidP="007B2329">
      <w:r>
        <w:t>336.9619</w:t>
      </w:r>
      <w:r>
        <w:tab/>
        <w:t>3.038e0</w:t>
      </w:r>
    </w:p>
    <w:p w:rsidR="007B2329" w:rsidRDefault="007B2329" w:rsidP="007B2329">
      <w:r>
        <w:t>336.9658</w:t>
      </w:r>
      <w:r>
        <w:tab/>
        <w:t>1.013e0</w:t>
      </w:r>
    </w:p>
    <w:p w:rsidR="007B2329" w:rsidRDefault="007B2329" w:rsidP="007B2329">
      <w:r>
        <w:t>336.9697</w:t>
      </w:r>
      <w:r>
        <w:tab/>
        <w:t>1.013e0</w:t>
      </w:r>
    </w:p>
    <w:p w:rsidR="007B2329" w:rsidRDefault="007B2329" w:rsidP="007B2329">
      <w:r>
        <w:t>337.0061</w:t>
      </w:r>
      <w:r>
        <w:tab/>
        <w:t>1.013e0</w:t>
      </w:r>
    </w:p>
    <w:p w:rsidR="007B2329" w:rsidRDefault="007B2329" w:rsidP="007B2329">
      <w:r>
        <w:t>337.0116</w:t>
      </w:r>
      <w:r>
        <w:tab/>
        <w:t>2.025e0</w:t>
      </w:r>
    </w:p>
    <w:p w:rsidR="007B2329" w:rsidRDefault="007B2329" w:rsidP="007B2329">
      <w:r>
        <w:t>337.0535</w:t>
      </w:r>
      <w:r>
        <w:tab/>
        <w:t>2.025e0</w:t>
      </w:r>
    </w:p>
    <w:p w:rsidR="007B2329" w:rsidRDefault="007B2329" w:rsidP="007B2329">
      <w:r>
        <w:t>337.0551</w:t>
      </w:r>
      <w:r>
        <w:tab/>
        <w:t>2.025e0</w:t>
      </w:r>
    </w:p>
    <w:p w:rsidR="007B2329" w:rsidRDefault="007B2329" w:rsidP="007B2329">
      <w:r>
        <w:t>337.0599</w:t>
      </w:r>
      <w:r>
        <w:tab/>
        <w:t>1.013e0</w:t>
      </w:r>
    </w:p>
    <w:p w:rsidR="007B2329" w:rsidRDefault="007B2329" w:rsidP="007B2329">
      <w:r>
        <w:t>337.0662</w:t>
      </w:r>
      <w:r>
        <w:tab/>
        <w:t>2.038e0</w:t>
      </w:r>
    </w:p>
    <w:p w:rsidR="007B2329" w:rsidRDefault="007B2329" w:rsidP="007B2329">
      <w:r>
        <w:t>337.0727</w:t>
      </w:r>
      <w:r>
        <w:tab/>
        <w:t>1.013e0</w:t>
      </w:r>
    </w:p>
    <w:p w:rsidR="007B2329" w:rsidRDefault="007B2329" w:rsidP="007B2329">
      <w:r>
        <w:t>337.0814</w:t>
      </w:r>
      <w:r>
        <w:tab/>
        <w:t>2.025e0</w:t>
      </w:r>
    </w:p>
    <w:p w:rsidR="007B2329" w:rsidRDefault="007B2329" w:rsidP="007B2329">
      <w:r>
        <w:t>337.0969</w:t>
      </w:r>
      <w:r>
        <w:tab/>
        <w:t>1.013e0</w:t>
      </w:r>
    </w:p>
    <w:p w:rsidR="007B2329" w:rsidRDefault="007B2329" w:rsidP="007B2329">
      <w:r>
        <w:t>337.1090</w:t>
      </w:r>
      <w:r>
        <w:tab/>
        <w:t>1.013e0</w:t>
      </w:r>
    </w:p>
    <w:p w:rsidR="007B2329" w:rsidRDefault="007B2329" w:rsidP="007B2329">
      <w:r>
        <w:t>337.1758</w:t>
      </w:r>
      <w:r>
        <w:tab/>
        <w:t>1.013e0</w:t>
      </w:r>
    </w:p>
    <w:p w:rsidR="007B2329" w:rsidRDefault="007B2329" w:rsidP="007B2329">
      <w:r>
        <w:t>337.1905</w:t>
      </w:r>
      <w:r>
        <w:tab/>
        <w:t>3.038e0</w:t>
      </w:r>
    </w:p>
    <w:p w:rsidR="007B2329" w:rsidRDefault="007B2329" w:rsidP="007B2329">
      <w:r>
        <w:t>337.2151</w:t>
      </w:r>
      <w:r>
        <w:tab/>
        <w:t>1.013e0</w:t>
      </w:r>
    </w:p>
    <w:p w:rsidR="007B2329" w:rsidRDefault="007B2329" w:rsidP="007B2329">
      <w:r>
        <w:lastRenderedPageBreak/>
        <w:t>337.2342</w:t>
      </w:r>
      <w:r>
        <w:tab/>
        <w:t>1.397e0</w:t>
      </w:r>
    </w:p>
    <w:p w:rsidR="007B2329" w:rsidRDefault="007B2329" w:rsidP="007B2329">
      <w:r>
        <w:t>337.2638</w:t>
      </w:r>
      <w:r>
        <w:tab/>
        <w:t>1.038e0</w:t>
      </w:r>
    </w:p>
    <w:p w:rsidR="007B2329" w:rsidRDefault="007B2329" w:rsidP="007B2329">
      <w:r>
        <w:t>337.2789</w:t>
      </w:r>
      <w:r>
        <w:tab/>
        <w:t>1.013e0</w:t>
      </w:r>
    </w:p>
    <w:p w:rsidR="007B2329" w:rsidRDefault="007B2329" w:rsidP="007B2329">
      <w:r>
        <w:t>337.2900</w:t>
      </w:r>
      <w:r>
        <w:tab/>
        <w:t>2.799e0</w:t>
      </w:r>
    </w:p>
    <w:p w:rsidR="007B2329" w:rsidRDefault="007B2329" w:rsidP="007B2329">
      <w:r>
        <w:t>337.3130</w:t>
      </w:r>
      <w:r>
        <w:tab/>
        <w:t>1.013e0</w:t>
      </w:r>
    </w:p>
    <w:p w:rsidR="007B2329" w:rsidRDefault="007B2329" w:rsidP="007B2329">
      <w:r>
        <w:t>337.3212</w:t>
      </w:r>
      <w:r>
        <w:tab/>
        <w:t>2.025e0</w:t>
      </w:r>
    </w:p>
    <w:p w:rsidR="007B2329" w:rsidRDefault="007B2329" w:rsidP="007B2329">
      <w:r>
        <w:t>337.3334</w:t>
      </w:r>
      <w:r>
        <w:tab/>
        <w:t>1.013e0</w:t>
      </w:r>
    </w:p>
    <w:p w:rsidR="007B2329" w:rsidRDefault="007B2329" w:rsidP="007B2329">
      <w:r>
        <w:t>337.3454</w:t>
      </w:r>
      <w:r>
        <w:tab/>
        <w:t>1.013e0</w:t>
      </w:r>
    </w:p>
    <w:p w:rsidR="007B2329" w:rsidRDefault="007B2329" w:rsidP="007B2329">
      <w:r>
        <w:t>337.3514</w:t>
      </w:r>
      <w:r>
        <w:tab/>
        <w:t>1.013e0</w:t>
      </w:r>
    </w:p>
    <w:p w:rsidR="007B2329" w:rsidRDefault="007B2329" w:rsidP="007B2329">
      <w:r>
        <w:t>337.3576</w:t>
      </w:r>
      <w:r>
        <w:tab/>
        <w:t>1.013e0</w:t>
      </w:r>
    </w:p>
    <w:p w:rsidR="007B2329" w:rsidRDefault="007B2329" w:rsidP="007B2329">
      <w:r>
        <w:t>337.3622</w:t>
      </w:r>
      <w:r>
        <w:tab/>
        <w:t>3.038e0</w:t>
      </w:r>
    </w:p>
    <w:p w:rsidR="007B2329" w:rsidRDefault="007B2329" w:rsidP="007B2329">
      <w:r>
        <w:t>337.3978</w:t>
      </w:r>
      <w:r>
        <w:tab/>
        <w:t>2.025e0</w:t>
      </w:r>
    </w:p>
    <w:p w:rsidR="007B2329" w:rsidRDefault="007B2329" w:rsidP="007B2329">
      <w:r>
        <w:t>337.4113</w:t>
      </w:r>
      <w:r>
        <w:tab/>
        <w:t>2.025e0</w:t>
      </w:r>
    </w:p>
    <w:p w:rsidR="007B2329" w:rsidRDefault="007B2329" w:rsidP="007B2329">
      <w:r>
        <w:t>337.4243</w:t>
      </w:r>
      <w:r>
        <w:tab/>
        <w:t>2.025e0</w:t>
      </w:r>
    </w:p>
    <w:p w:rsidR="007B2329" w:rsidRDefault="007B2329" w:rsidP="007B2329">
      <w:r>
        <w:t>337.4358</w:t>
      </w:r>
      <w:r>
        <w:tab/>
        <w:t>1.013e0</w:t>
      </w:r>
    </w:p>
    <w:p w:rsidR="007B2329" w:rsidRDefault="007B2329" w:rsidP="007B2329">
      <w:r>
        <w:t>337.4391</w:t>
      </w:r>
      <w:r>
        <w:tab/>
        <w:t>2.025e0</w:t>
      </w:r>
    </w:p>
    <w:p w:rsidR="007B2329" w:rsidRDefault="007B2329" w:rsidP="007B2329">
      <w:r>
        <w:t>337.4485</w:t>
      </w:r>
      <w:r>
        <w:tab/>
        <w:t>2.025e0</w:t>
      </w:r>
    </w:p>
    <w:p w:rsidR="007B2329" w:rsidRDefault="007B2329" w:rsidP="007B2329">
      <w:r>
        <w:t>337.4604</w:t>
      </w:r>
      <w:r>
        <w:tab/>
        <w:t>1.013e0</w:t>
      </w:r>
    </w:p>
    <w:p w:rsidR="007B2329" w:rsidRDefault="007B2329" w:rsidP="007B2329">
      <w:r>
        <w:t>337.4642</w:t>
      </w:r>
      <w:r>
        <w:tab/>
        <w:t>1.013e0</w:t>
      </w:r>
    </w:p>
    <w:p w:rsidR="007B2329" w:rsidRDefault="007B2329" w:rsidP="007B2329">
      <w:r>
        <w:lastRenderedPageBreak/>
        <w:t>337.4727</w:t>
      </w:r>
      <w:r>
        <w:tab/>
        <w:t>1.013e0</w:t>
      </w:r>
    </w:p>
    <w:p w:rsidR="007B2329" w:rsidRDefault="007B2329" w:rsidP="007B2329">
      <w:r>
        <w:t>337.4849</w:t>
      </w:r>
      <w:r>
        <w:tab/>
        <w:t>2.025e0</w:t>
      </w:r>
    </w:p>
    <w:p w:rsidR="007B2329" w:rsidRDefault="007B2329" w:rsidP="007B2329">
      <w:r>
        <w:t>337.5030</w:t>
      </w:r>
      <w:r>
        <w:tab/>
        <w:t>1.013e0</w:t>
      </w:r>
    </w:p>
    <w:p w:rsidR="007B2329" w:rsidRDefault="007B2329" w:rsidP="007B2329">
      <w:r>
        <w:t>337.5175</w:t>
      </w:r>
      <w:r>
        <w:tab/>
        <w:t>1.013e0</w:t>
      </w:r>
    </w:p>
    <w:p w:rsidR="007B2329" w:rsidRDefault="007B2329" w:rsidP="007B2329">
      <w:r>
        <w:t>337.5213</w:t>
      </w:r>
      <w:r>
        <w:tab/>
        <w:t>1.013e0</w:t>
      </w:r>
    </w:p>
    <w:p w:rsidR="007B2329" w:rsidRDefault="007B2329" w:rsidP="007B2329">
      <w:r>
        <w:t>337.5240</w:t>
      </w:r>
      <w:r>
        <w:tab/>
        <w:t>2.025e0</w:t>
      </w:r>
    </w:p>
    <w:p w:rsidR="007B2329" w:rsidRDefault="007B2329" w:rsidP="007B2329">
      <w:r>
        <w:t>337.5275</w:t>
      </w:r>
      <w:r>
        <w:tab/>
        <w:t>3.038e0</w:t>
      </w:r>
    </w:p>
    <w:p w:rsidR="007B2329" w:rsidRDefault="007B2329" w:rsidP="007B2329">
      <w:r>
        <w:t>337.5540</w:t>
      </w:r>
      <w:r>
        <w:tab/>
        <w:t>1.885e0</w:t>
      </w:r>
    </w:p>
    <w:p w:rsidR="007B2329" w:rsidRDefault="007B2329" w:rsidP="007B2329">
      <w:r>
        <w:t>337.5577</w:t>
      </w:r>
      <w:r>
        <w:tab/>
        <w:t>1.013e0</w:t>
      </w:r>
    </w:p>
    <w:p w:rsidR="007B2329" w:rsidRDefault="007B2329" w:rsidP="007B2329">
      <w:r>
        <w:t>337.5759</w:t>
      </w:r>
      <w:r>
        <w:tab/>
        <w:t>1.013e0</w:t>
      </w:r>
    </w:p>
    <w:p w:rsidR="007B2329" w:rsidRDefault="007B2329" w:rsidP="007B2329">
      <w:r>
        <w:t>337.5887</w:t>
      </w:r>
      <w:r>
        <w:tab/>
        <w:t>3.038e0</w:t>
      </w:r>
    </w:p>
    <w:p w:rsidR="007B2329" w:rsidRDefault="007B2329" w:rsidP="007B2329">
      <w:r>
        <w:t>337.5949</w:t>
      </w:r>
      <w:r>
        <w:tab/>
        <w:t>1.013e0</w:t>
      </w:r>
    </w:p>
    <w:p w:rsidR="007B2329" w:rsidRDefault="007B2329" w:rsidP="007B2329">
      <w:r>
        <w:t>337.6001</w:t>
      </w:r>
      <w:r>
        <w:tab/>
        <w:t>1.013e0</w:t>
      </w:r>
    </w:p>
    <w:p w:rsidR="007B2329" w:rsidRDefault="007B2329" w:rsidP="007B2329">
      <w:r>
        <w:t>337.6071</w:t>
      </w:r>
      <w:r>
        <w:tab/>
        <w:t>2.025e0</w:t>
      </w:r>
    </w:p>
    <w:p w:rsidR="007B2329" w:rsidRDefault="007B2329" w:rsidP="007B2329">
      <w:r>
        <w:t>337.6360</w:t>
      </w:r>
      <w:r>
        <w:tab/>
        <w:t>2.025e0</w:t>
      </w:r>
    </w:p>
    <w:p w:rsidR="007B2329" w:rsidRDefault="007B2329" w:rsidP="007B2329">
      <w:r>
        <w:t>337.6403</w:t>
      </w:r>
      <w:r>
        <w:tab/>
        <w:t>1.898e0</w:t>
      </w:r>
    </w:p>
    <w:p w:rsidR="007B2329" w:rsidRDefault="007B2329" w:rsidP="007B2329">
      <w:r>
        <w:t>337.6483</w:t>
      </w:r>
      <w:r>
        <w:tab/>
        <w:t>4.051e0</w:t>
      </w:r>
    </w:p>
    <w:p w:rsidR="007B2329" w:rsidRDefault="007B2329" w:rsidP="007B2329">
      <w:r>
        <w:t>337.6606</w:t>
      </w:r>
      <w:r>
        <w:tab/>
        <w:t>1.013e0</w:t>
      </w:r>
    </w:p>
    <w:p w:rsidR="007B2329" w:rsidRDefault="007B2329" w:rsidP="007B2329">
      <w:r>
        <w:t>337.6852</w:t>
      </w:r>
      <w:r>
        <w:tab/>
        <w:t>1.013e0</w:t>
      </w:r>
    </w:p>
    <w:p w:rsidR="007B2329" w:rsidRDefault="007B2329" w:rsidP="007B2329">
      <w:r>
        <w:lastRenderedPageBreak/>
        <w:t>337.6930</w:t>
      </w:r>
      <w:r>
        <w:tab/>
        <w:t>2.025e0</w:t>
      </w:r>
    </w:p>
    <w:p w:rsidR="007B2329" w:rsidRDefault="007B2329" w:rsidP="007B2329">
      <w:r>
        <w:t>337.7012</w:t>
      </w:r>
      <w:r>
        <w:tab/>
        <w:t>4.051e0</w:t>
      </w:r>
    </w:p>
    <w:p w:rsidR="007B2329" w:rsidRDefault="007B2329" w:rsidP="007B2329">
      <w:r>
        <w:t>337.7134</w:t>
      </w:r>
      <w:r>
        <w:tab/>
        <w:t>1.013e0</w:t>
      </w:r>
    </w:p>
    <w:p w:rsidR="007B2329" w:rsidRDefault="007B2329" w:rsidP="007B2329">
      <w:r>
        <w:t>337.7215</w:t>
      </w:r>
      <w:r>
        <w:tab/>
        <w:t>1.013e0</w:t>
      </w:r>
    </w:p>
    <w:p w:rsidR="007B2329" w:rsidRDefault="007B2329" w:rsidP="007B2329">
      <w:r>
        <w:t>337.7420</w:t>
      </w:r>
      <w:r>
        <w:tab/>
        <w:t>1.013e0</w:t>
      </w:r>
    </w:p>
    <w:p w:rsidR="007B2329" w:rsidRDefault="007B2329" w:rsidP="007B2329">
      <w:r>
        <w:t>337.7519</w:t>
      </w:r>
      <w:r>
        <w:tab/>
        <w:t>1.013e0</w:t>
      </w:r>
    </w:p>
    <w:p w:rsidR="007B2329" w:rsidRDefault="007B2329" w:rsidP="007B2329">
      <w:r>
        <w:t>337.7871</w:t>
      </w:r>
      <w:r>
        <w:tab/>
        <w:t>1.013e0</w:t>
      </w:r>
    </w:p>
    <w:p w:rsidR="007B2329" w:rsidRDefault="007B2329" w:rsidP="007B2329">
      <w:r>
        <w:t>337.7911</w:t>
      </w:r>
      <w:r>
        <w:tab/>
        <w:t>1.013e0</w:t>
      </w:r>
    </w:p>
    <w:p w:rsidR="007B2329" w:rsidRDefault="007B2329" w:rsidP="007B2329">
      <w:r>
        <w:t>337.8004</w:t>
      </w:r>
      <w:r>
        <w:tab/>
        <w:t>1.013e0</w:t>
      </w:r>
    </w:p>
    <w:p w:rsidR="007B2329" w:rsidRDefault="007B2329" w:rsidP="007B2329">
      <w:r>
        <w:t>337.8116</w:t>
      </w:r>
      <w:r>
        <w:tab/>
        <w:t>1.013e0</w:t>
      </w:r>
    </w:p>
    <w:p w:rsidR="007B2329" w:rsidRDefault="007B2329" w:rsidP="007B2329">
      <w:r>
        <w:t>337.8157</w:t>
      </w:r>
      <w:r>
        <w:tab/>
        <w:t>2.025e0</w:t>
      </w:r>
    </w:p>
    <w:p w:rsidR="007B2329" w:rsidRDefault="007B2329" w:rsidP="007B2329">
      <w:r>
        <w:t>337.8175</w:t>
      </w:r>
      <w:r>
        <w:tab/>
        <w:t>2.025e0</w:t>
      </w:r>
    </w:p>
    <w:p w:rsidR="007B2329" w:rsidRDefault="007B2329" w:rsidP="007B2329">
      <w:r>
        <w:t>337.8196</w:t>
      </w:r>
      <w:r>
        <w:tab/>
        <w:t>1.013e0</w:t>
      </w:r>
    </w:p>
    <w:p w:rsidR="007B2329" w:rsidRDefault="007B2329" w:rsidP="007B2329">
      <w:r>
        <w:t>337.8401</w:t>
      </w:r>
      <w:r>
        <w:tab/>
        <w:t>2.025e0</w:t>
      </w:r>
    </w:p>
    <w:p w:rsidR="007B2329" w:rsidRDefault="007B2329" w:rsidP="007B2329">
      <w:r>
        <w:t>337.8489</w:t>
      </w:r>
      <w:r>
        <w:tab/>
        <w:t>1.013e0</w:t>
      </w:r>
    </w:p>
    <w:p w:rsidR="007B2329" w:rsidRDefault="007B2329" w:rsidP="007B2329">
      <w:r>
        <w:t>337.8688</w:t>
      </w:r>
      <w:r>
        <w:tab/>
        <w:t>1.013e0</w:t>
      </w:r>
    </w:p>
    <w:p w:rsidR="007B2329" w:rsidRDefault="007B2329" w:rsidP="007B2329">
      <w:r>
        <w:t>337.8792</w:t>
      </w:r>
      <w:r>
        <w:tab/>
        <w:t>1.013e0</w:t>
      </w:r>
    </w:p>
    <w:p w:rsidR="007B2329" w:rsidRDefault="007B2329" w:rsidP="007B2329">
      <w:r>
        <w:t>337.8990</w:t>
      </w:r>
      <w:r>
        <w:tab/>
        <w:t>2.025e0</w:t>
      </w:r>
    </w:p>
    <w:p w:rsidR="007B2329" w:rsidRDefault="007B2329" w:rsidP="007B2329">
      <w:r>
        <w:t>337.9061</w:t>
      </w:r>
      <w:r>
        <w:tab/>
        <w:t>5.063e0</w:t>
      </w:r>
    </w:p>
    <w:p w:rsidR="007B2329" w:rsidRDefault="007B2329" w:rsidP="007B2329">
      <w:r>
        <w:lastRenderedPageBreak/>
        <w:t>337.9098</w:t>
      </w:r>
      <w:r>
        <w:tab/>
        <w:t>3.038e0</w:t>
      </w:r>
    </w:p>
    <w:p w:rsidR="007B2329" w:rsidRDefault="007B2329" w:rsidP="007B2329">
      <w:r>
        <w:t>337.9137</w:t>
      </w:r>
      <w:r>
        <w:tab/>
        <w:t>1.013e0</w:t>
      </w:r>
    </w:p>
    <w:p w:rsidR="007B2329" w:rsidRDefault="007B2329" w:rsidP="007B2329">
      <w:r>
        <w:t>337.9325</w:t>
      </w:r>
      <w:r>
        <w:tab/>
        <w:t>2.025e0</w:t>
      </w:r>
    </w:p>
    <w:p w:rsidR="007B2329" w:rsidRDefault="007B2329" w:rsidP="007B2329">
      <w:r>
        <w:t>337.9460</w:t>
      </w:r>
      <w:r>
        <w:tab/>
        <w:t>1.013e0</w:t>
      </w:r>
    </w:p>
    <w:p w:rsidR="007B2329" w:rsidRDefault="007B2329" w:rsidP="007B2329">
      <w:r>
        <w:t>337.9521</w:t>
      </w:r>
      <w:r>
        <w:tab/>
        <w:t>2.025e0</w:t>
      </w:r>
    </w:p>
    <w:p w:rsidR="007B2329" w:rsidRDefault="007B2329" w:rsidP="007B2329">
      <w:r>
        <w:t>337.9628</w:t>
      </w:r>
      <w:r>
        <w:tab/>
        <w:t>1.013e0</w:t>
      </w:r>
    </w:p>
    <w:p w:rsidR="007B2329" w:rsidRDefault="007B2329" w:rsidP="007B2329">
      <w:r>
        <w:t>337.9764</w:t>
      </w:r>
      <w:r>
        <w:tab/>
        <w:t>1.013e0</w:t>
      </w:r>
    </w:p>
    <w:p w:rsidR="007B2329" w:rsidRDefault="007B2329" w:rsidP="007B2329">
      <w:r>
        <w:t>337.9875</w:t>
      </w:r>
      <w:r>
        <w:tab/>
        <w:t>1.013e0</w:t>
      </w:r>
    </w:p>
    <w:p w:rsidR="007B2329" w:rsidRDefault="007B2329" w:rsidP="007B2329">
      <w:r>
        <w:t>337.9996</w:t>
      </w:r>
      <w:r>
        <w:tab/>
        <w:t>2.025e0</w:t>
      </w:r>
    </w:p>
    <w:p w:rsidR="007B2329" w:rsidRDefault="007B2329" w:rsidP="007B2329">
      <w:r>
        <w:t>338.0068</w:t>
      </w:r>
      <w:r>
        <w:tab/>
        <w:t>1.013e0</w:t>
      </w:r>
    </w:p>
    <w:p w:rsidR="007B2329" w:rsidRDefault="007B2329" w:rsidP="007B2329">
      <w:r>
        <w:t>338.0160</w:t>
      </w:r>
      <w:r>
        <w:tab/>
        <w:t>2.025e0</w:t>
      </w:r>
    </w:p>
    <w:p w:rsidR="007B2329" w:rsidRDefault="007B2329" w:rsidP="007B2329">
      <w:r>
        <w:t>338.0250</w:t>
      </w:r>
      <w:r>
        <w:tab/>
        <w:t>1.013e0</w:t>
      </w:r>
    </w:p>
    <w:p w:rsidR="007B2329" w:rsidRDefault="007B2329" w:rsidP="007B2329">
      <w:r>
        <w:t>338.0365</w:t>
      </w:r>
      <w:r>
        <w:tab/>
        <w:t>2.025e0</w:t>
      </w:r>
    </w:p>
    <w:p w:rsidR="007B2329" w:rsidRDefault="007B2329" w:rsidP="007B2329">
      <w:r>
        <w:t>338.0404</w:t>
      </w:r>
      <w:r>
        <w:tab/>
        <w:t>1.013e0</w:t>
      </w:r>
    </w:p>
    <w:p w:rsidR="007B2329" w:rsidRDefault="007B2329" w:rsidP="007B2329">
      <w:r>
        <w:t>338.0554</w:t>
      </w:r>
      <w:r>
        <w:tab/>
        <w:t>1.013e0</w:t>
      </w:r>
    </w:p>
    <w:p w:rsidR="007B2329" w:rsidRDefault="007B2329" w:rsidP="007B2329">
      <w:r>
        <w:t>338.0710</w:t>
      </w:r>
      <w:r>
        <w:tab/>
        <w:t>3.038e0</w:t>
      </w:r>
    </w:p>
    <w:p w:rsidR="007B2329" w:rsidRDefault="007B2329" w:rsidP="007B2329">
      <w:r>
        <w:t>338.0797</w:t>
      </w:r>
      <w:r>
        <w:tab/>
        <w:t>1.013e0</w:t>
      </w:r>
    </w:p>
    <w:p w:rsidR="007B2329" w:rsidRDefault="007B2329" w:rsidP="007B2329">
      <w:r>
        <w:t>338.0839</w:t>
      </w:r>
      <w:r>
        <w:tab/>
        <w:t>2.025e0</w:t>
      </w:r>
    </w:p>
    <w:p w:rsidR="007B2329" w:rsidRDefault="007B2329" w:rsidP="007B2329">
      <w:r>
        <w:t>338.0980</w:t>
      </w:r>
      <w:r>
        <w:tab/>
        <w:t>4.051e0</w:t>
      </w:r>
    </w:p>
    <w:p w:rsidR="007B2329" w:rsidRDefault="007B2329" w:rsidP="007B2329">
      <w:r>
        <w:lastRenderedPageBreak/>
        <w:t>338.1452</w:t>
      </w:r>
      <w:r>
        <w:tab/>
        <w:t>1.313e0</w:t>
      </w:r>
    </w:p>
    <w:p w:rsidR="007B2329" w:rsidRDefault="007B2329" w:rsidP="007B2329">
      <w:r>
        <w:t>338.2012</w:t>
      </w:r>
      <w:r>
        <w:tab/>
        <w:t>1.013e0</w:t>
      </w:r>
    </w:p>
    <w:p w:rsidR="007B2329" w:rsidRDefault="007B2329" w:rsidP="007B2329">
      <w:r>
        <w:t>338.2111</w:t>
      </w:r>
      <w:r>
        <w:tab/>
        <w:t>2.679e0</w:t>
      </w:r>
    </w:p>
    <w:p w:rsidR="007B2329" w:rsidRDefault="007B2329" w:rsidP="007B2329">
      <w:r>
        <w:t>338.2163</w:t>
      </w:r>
      <w:r>
        <w:tab/>
        <w:t>1.013e0</w:t>
      </w:r>
    </w:p>
    <w:p w:rsidR="007B2329" w:rsidRDefault="007B2329" w:rsidP="007B2329">
      <w:r>
        <w:t>338.2188</w:t>
      </w:r>
      <w:r>
        <w:tab/>
        <w:t>2.083e0</w:t>
      </w:r>
    </w:p>
    <w:p w:rsidR="007B2329" w:rsidRDefault="007B2329" w:rsidP="007B2329">
      <w:r>
        <w:t>338.2498</w:t>
      </w:r>
      <w:r>
        <w:tab/>
        <w:t>1.013e0</w:t>
      </w:r>
    </w:p>
    <w:p w:rsidR="007B2329" w:rsidRDefault="007B2329" w:rsidP="007B2329">
      <w:r>
        <w:t>338.2614</w:t>
      </w:r>
      <w:r>
        <w:tab/>
        <w:t>3.038e0</w:t>
      </w:r>
    </w:p>
    <w:p w:rsidR="007B2329" w:rsidRDefault="007B2329" w:rsidP="007B2329">
      <w:r>
        <w:t>338.2692</w:t>
      </w:r>
      <w:r>
        <w:tab/>
        <w:t>1.013e0</w:t>
      </w:r>
    </w:p>
    <w:p w:rsidR="007B2329" w:rsidRDefault="007B2329" w:rsidP="007B2329">
      <w:r>
        <w:t>338.2757</w:t>
      </w:r>
      <w:r>
        <w:tab/>
        <w:t>2.025e0</w:t>
      </w:r>
    </w:p>
    <w:p w:rsidR="007B2329" w:rsidRDefault="007B2329" w:rsidP="007B2329">
      <w:r>
        <w:t>338.2850</w:t>
      </w:r>
      <w:r>
        <w:tab/>
        <w:t>3.038e0</w:t>
      </w:r>
    </w:p>
    <w:p w:rsidR="007B2329" w:rsidRDefault="007B2329" w:rsidP="007B2329">
      <w:r>
        <w:t>338.2930</w:t>
      </w:r>
      <w:r>
        <w:tab/>
        <w:t>3.038e0</w:t>
      </w:r>
    </w:p>
    <w:p w:rsidR="007B2329" w:rsidRDefault="007B2329" w:rsidP="007B2329">
      <w:r>
        <w:t>338.2946</w:t>
      </w:r>
      <w:r>
        <w:tab/>
        <w:t>2.025e0</w:t>
      </w:r>
    </w:p>
    <w:p w:rsidR="007B2329" w:rsidRDefault="007B2329" w:rsidP="007B2329">
      <w:r>
        <w:t>338.3183</w:t>
      </w:r>
      <w:r>
        <w:tab/>
        <w:t>1.013e0</w:t>
      </w:r>
    </w:p>
    <w:p w:rsidR="007B2329" w:rsidRDefault="007B2329" w:rsidP="007B2329">
      <w:r>
        <w:t>338.3430</w:t>
      </w:r>
      <w:r>
        <w:tab/>
        <w:t>1.013e0</w:t>
      </w:r>
    </w:p>
    <w:p w:rsidR="007B2329" w:rsidRDefault="007B2329" w:rsidP="007B2329">
      <w:r>
        <w:t>338.3603</w:t>
      </w:r>
      <w:r>
        <w:tab/>
        <w:t>3.038e0</w:t>
      </w:r>
    </w:p>
    <w:p w:rsidR="007B2329" w:rsidRDefault="007B2329" w:rsidP="007B2329">
      <w:r>
        <w:t>338.3675</w:t>
      </w:r>
      <w:r>
        <w:tab/>
        <w:t>1.013e0</w:t>
      </w:r>
    </w:p>
    <w:p w:rsidR="007B2329" w:rsidRDefault="007B2329" w:rsidP="007B2329">
      <w:r>
        <w:t>338.3920</w:t>
      </w:r>
      <w:r>
        <w:tab/>
        <w:t>1.013e0</w:t>
      </w:r>
    </w:p>
    <w:p w:rsidR="007B2329" w:rsidRDefault="007B2329" w:rsidP="007B2329">
      <w:r>
        <w:t>338.3960</w:t>
      </w:r>
      <w:r>
        <w:tab/>
        <w:t>2.025e0</w:t>
      </w:r>
    </w:p>
    <w:p w:rsidR="007B2329" w:rsidRDefault="007B2329" w:rsidP="007B2329">
      <w:r>
        <w:t>338.4042</w:t>
      </w:r>
      <w:r>
        <w:tab/>
        <w:t>2.025e0</w:t>
      </w:r>
    </w:p>
    <w:p w:rsidR="007B2329" w:rsidRDefault="007B2329" w:rsidP="007B2329">
      <w:r>
        <w:lastRenderedPageBreak/>
        <w:t>338.4078</w:t>
      </w:r>
      <w:r>
        <w:tab/>
        <w:t>1.013e0</w:t>
      </w:r>
    </w:p>
    <w:p w:rsidR="007B2329" w:rsidRDefault="007B2329" w:rsidP="007B2329">
      <w:r>
        <w:t>338.4261</w:t>
      </w:r>
      <w:r>
        <w:tab/>
        <w:t>1.013e0</w:t>
      </w:r>
    </w:p>
    <w:p w:rsidR="007B2329" w:rsidRDefault="007B2329" w:rsidP="007B2329">
      <w:r>
        <w:t>338.4322</w:t>
      </w:r>
      <w:r>
        <w:tab/>
        <w:t>1.013e0</w:t>
      </w:r>
    </w:p>
    <w:p w:rsidR="007B2329" w:rsidRDefault="007B2329" w:rsidP="007B2329">
      <w:r>
        <w:t>338.4615</w:t>
      </w:r>
      <w:r>
        <w:tab/>
        <w:t>1.013e0</w:t>
      </w:r>
    </w:p>
    <w:p w:rsidR="007B2329" w:rsidRDefault="007B2329" w:rsidP="007B2329">
      <w:r>
        <w:t>338.4656</w:t>
      </w:r>
      <w:r>
        <w:tab/>
        <w:t>3.038e0</w:t>
      </w:r>
    </w:p>
    <w:p w:rsidR="007B2329" w:rsidRDefault="007B2329" w:rsidP="007B2329">
      <w:r>
        <w:t>338.4696</w:t>
      </w:r>
      <w:r>
        <w:tab/>
        <w:t>1.013e0</w:t>
      </w:r>
    </w:p>
    <w:p w:rsidR="007B2329" w:rsidRDefault="007B2329" w:rsidP="007B2329">
      <w:r>
        <w:t>338.4991</w:t>
      </w:r>
      <w:r>
        <w:tab/>
        <w:t>1.013e0</w:t>
      </w:r>
    </w:p>
    <w:p w:rsidR="007B2329" w:rsidRDefault="007B2329" w:rsidP="007B2329">
      <w:r>
        <w:t>338.5052</w:t>
      </w:r>
      <w:r>
        <w:tab/>
        <w:t>1.013e0</w:t>
      </w:r>
    </w:p>
    <w:p w:rsidR="007B2329" w:rsidRDefault="007B2329" w:rsidP="007B2329">
      <w:r>
        <w:t>338.5107</w:t>
      </w:r>
      <w:r>
        <w:tab/>
        <w:t>1.013e0</w:t>
      </w:r>
    </w:p>
    <w:p w:rsidR="007B2329" w:rsidRDefault="007B2329" w:rsidP="007B2329">
      <w:r>
        <w:t>338.5146</w:t>
      </w:r>
      <w:r>
        <w:tab/>
        <w:t>2.025e0</w:t>
      </w:r>
    </w:p>
    <w:p w:rsidR="007B2329" w:rsidRDefault="007B2329" w:rsidP="007B2329">
      <w:r>
        <w:t>338.5177</w:t>
      </w:r>
      <w:r>
        <w:tab/>
        <w:t>2.025e0</w:t>
      </w:r>
    </w:p>
    <w:p w:rsidR="007B2329" w:rsidRDefault="007B2329" w:rsidP="007B2329">
      <w:r>
        <w:t>338.5538</w:t>
      </w:r>
      <w:r>
        <w:tab/>
        <w:t>1.013e0</w:t>
      </w:r>
    </w:p>
    <w:p w:rsidR="007B2329" w:rsidRDefault="007B2329" w:rsidP="007B2329">
      <w:r>
        <w:t>338.5798</w:t>
      </w:r>
      <w:r>
        <w:tab/>
        <w:t>1.025e0</w:t>
      </w:r>
    </w:p>
    <w:p w:rsidR="007B2329" w:rsidRDefault="007B2329" w:rsidP="007B2329">
      <w:r>
        <w:t>338.5925</w:t>
      </w:r>
      <w:r>
        <w:tab/>
        <w:t>2.025e0</w:t>
      </w:r>
    </w:p>
    <w:p w:rsidR="007B2329" w:rsidRDefault="007B2329" w:rsidP="007B2329">
      <w:r>
        <w:t>338.5965</w:t>
      </w:r>
      <w:r>
        <w:tab/>
        <w:t>1.013e0</w:t>
      </w:r>
    </w:p>
    <w:p w:rsidR="007B2329" w:rsidRDefault="007B2329" w:rsidP="007B2329">
      <w:r>
        <w:t>338.6048</w:t>
      </w:r>
      <w:r>
        <w:tab/>
        <w:t>3.925e0</w:t>
      </w:r>
    </w:p>
    <w:p w:rsidR="007B2329" w:rsidRDefault="007B2329" w:rsidP="007B2329">
      <w:r>
        <w:t>338.6267</w:t>
      </w:r>
      <w:r>
        <w:tab/>
        <w:t>1.013e0</w:t>
      </w:r>
    </w:p>
    <w:p w:rsidR="007B2329" w:rsidRDefault="007B2329" w:rsidP="007B2329">
      <w:r>
        <w:t>338.6330</w:t>
      </w:r>
      <w:r>
        <w:tab/>
        <w:t>2.025e0</w:t>
      </w:r>
    </w:p>
    <w:p w:rsidR="007B2329" w:rsidRDefault="007B2329" w:rsidP="007B2329">
      <w:r>
        <w:t>338.6415</w:t>
      </w:r>
      <w:r>
        <w:tab/>
        <w:t>1.013e0</w:t>
      </w:r>
    </w:p>
    <w:p w:rsidR="007B2329" w:rsidRDefault="007B2329" w:rsidP="007B2329">
      <w:r>
        <w:lastRenderedPageBreak/>
        <w:t>338.6620</w:t>
      </w:r>
      <w:r>
        <w:tab/>
        <w:t>1.013e0</w:t>
      </w:r>
    </w:p>
    <w:p w:rsidR="007B2329" w:rsidRDefault="007B2329" w:rsidP="007B2329">
      <w:r>
        <w:t>338.6660</w:t>
      </w:r>
      <w:r>
        <w:tab/>
        <w:t>1.013e0</w:t>
      </w:r>
    </w:p>
    <w:p w:rsidR="007B2329" w:rsidRDefault="007B2329" w:rsidP="007B2329">
      <w:r>
        <w:t>338.6698</w:t>
      </w:r>
      <w:r>
        <w:tab/>
        <w:t>1.013e0</w:t>
      </w:r>
    </w:p>
    <w:p w:rsidR="007B2329" w:rsidRDefault="007B2329" w:rsidP="007B2329">
      <w:r>
        <w:t>338.7059</w:t>
      </w:r>
      <w:r>
        <w:tab/>
        <w:t>1.013e0</w:t>
      </w:r>
    </w:p>
    <w:p w:rsidR="007B2329" w:rsidRDefault="007B2329" w:rsidP="007B2329">
      <w:r>
        <w:t>338.7221</w:t>
      </w:r>
      <w:r>
        <w:tab/>
        <w:t>2.025e0</w:t>
      </w:r>
    </w:p>
    <w:p w:rsidR="007B2329" w:rsidRDefault="007B2329" w:rsidP="007B2329">
      <w:r>
        <w:t>338.7241</w:t>
      </w:r>
      <w:r>
        <w:tab/>
        <w:t>1.013e0</w:t>
      </w:r>
    </w:p>
    <w:p w:rsidR="007B2329" w:rsidRDefault="007B2329" w:rsidP="007B2329">
      <w:r>
        <w:t>338.7324</w:t>
      </w:r>
      <w:r>
        <w:tab/>
        <w:t>1.025e0</w:t>
      </w:r>
    </w:p>
    <w:p w:rsidR="007B2329" w:rsidRDefault="007B2329" w:rsidP="007B2329">
      <w:r>
        <w:t>338.7358</w:t>
      </w:r>
      <w:r>
        <w:tab/>
        <w:t>1.013e0</w:t>
      </w:r>
    </w:p>
    <w:p w:rsidR="007B2329" w:rsidRDefault="007B2329" w:rsidP="007B2329">
      <w:r>
        <w:t>338.7484</w:t>
      </w:r>
      <w:r>
        <w:tab/>
        <w:t>1.013e0</w:t>
      </w:r>
    </w:p>
    <w:p w:rsidR="007B2329" w:rsidRDefault="007B2329" w:rsidP="007B2329">
      <w:r>
        <w:t>338.7546</w:t>
      </w:r>
      <w:r>
        <w:tab/>
        <w:t>1.013e0</w:t>
      </w:r>
    </w:p>
    <w:p w:rsidR="007B2329" w:rsidRDefault="007B2329" w:rsidP="007B2329">
      <w:r>
        <w:t>338.7784</w:t>
      </w:r>
      <w:r>
        <w:tab/>
        <w:t>2.025e0</w:t>
      </w:r>
    </w:p>
    <w:p w:rsidR="007B2329" w:rsidRDefault="007B2329" w:rsidP="007B2329">
      <w:r>
        <w:t>338.7845</w:t>
      </w:r>
      <w:r>
        <w:tab/>
        <w:t>4.051e0</w:t>
      </w:r>
    </w:p>
    <w:p w:rsidR="007B2329" w:rsidRDefault="007B2329" w:rsidP="007B2329">
      <w:r>
        <w:t>338.8173</w:t>
      </w:r>
      <w:r>
        <w:tab/>
        <w:t>2.025e0</w:t>
      </w:r>
    </w:p>
    <w:p w:rsidR="007B2329" w:rsidRDefault="007B2329" w:rsidP="007B2329">
      <w:r>
        <w:t>338.8215</w:t>
      </w:r>
      <w:r>
        <w:tab/>
        <w:t>3.038e0</w:t>
      </w:r>
    </w:p>
    <w:p w:rsidR="007B2329" w:rsidRDefault="007B2329" w:rsidP="007B2329">
      <w:r>
        <w:t>338.8274</w:t>
      </w:r>
      <w:r>
        <w:tab/>
        <w:t>2.025e0</w:t>
      </w:r>
    </w:p>
    <w:p w:rsidR="007B2329" w:rsidRDefault="007B2329" w:rsidP="007B2329">
      <w:r>
        <w:t>338.8458</w:t>
      </w:r>
      <w:r>
        <w:tab/>
        <w:t>1.013e0</w:t>
      </w:r>
    </w:p>
    <w:p w:rsidR="007B2329" w:rsidRDefault="007B2329" w:rsidP="007B2329">
      <w:r>
        <w:t>338.8763</w:t>
      </w:r>
      <w:r>
        <w:tab/>
        <w:t>1.013e0</w:t>
      </w:r>
    </w:p>
    <w:p w:rsidR="007B2329" w:rsidRDefault="007B2329" w:rsidP="007B2329">
      <w:r>
        <w:t>338.8793</w:t>
      </w:r>
      <w:r>
        <w:tab/>
        <w:t>3.038e0</w:t>
      </w:r>
    </w:p>
    <w:p w:rsidR="007B2329" w:rsidRDefault="007B2329" w:rsidP="007B2329">
      <w:r>
        <w:t>338.8825</w:t>
      </w:r>
      <w:r>
        <w:tab/>
        <w:t>1.013e0</w:t>
      </w:r>
    </w:p>
    <w:p w:rsidR="007B2329" w:rsidRDefault="007B2329" w:rsidP="007B2329">
      <w:r>
        <w:lastRenderedPageBreak/>
        <w:t>338.9035</w:t>
      </w:r>
      <w:r>
        <w:tab/>
        <w:t>2.025e0</w:t>
      </w:r>
    </w:p>
    <w:p w:rsidR="007B2329" w:rsidRDefault="007B2329" w:rsidP="007B2329">
      <w:r>
        <w:t>338.9051</w:t>
      </w:r>
      <w:r>
        <w:tab/>
        <w:t>2.025e0</w:t>
      </w:r>
    </w:p>
    <w:p w:rsidR="007B2329" w:rsidRDefault="007B2329" w:rsidP="007B2329">
      <w:r>
        <w:t>338.9155</w:t>
      </w:r>
      <w:r>
        <w:tab/>
        <w:t>1.266e-2</w:t>
      </w:r>
    </w:p>
    <w:p w:rsidR="007B2329" w:rsidRDefault="007B2329" w:rsidP="007B2329">
      <w:r>
        <w:t>338.9208</w:t>
      </w:r>
      <w:r>
        <w:tab/>
        <w:t>2.025e0</w:t>
      </w:r>
    </w:p>
    <w:p w:rsidR="007B2329" w:rsidRDefault="007B2329" w:rsidP="007B2329">
      <w:r>
        <w:t>338.9249</w:t>
      </w:r>
      <w:r>
        <w:tab/>
        <w:t>2.025e0</w:t>
      </w:r>
    </w:p>
    <w:p w:rsidR="007B2329" w:rsidRDefault="007B2329" w:rsidP="007B2329">
      <w:r>
        <w:t>338.9279</w:t>
      </w:r>
      <w:r>
        <w:tab/>
        <w:t>2.025e0</w:t>
      </w:r>
    </w:p>
    <w:p w:rsidR="007B2329" w:rsidRDefault="007B2329" w:rsidP="007B2329">
      <w:r>
        <w:t>338.9369</w:t>
      </w:r>
      <w:r>
        <w:tab/>
        <w:t>3.038e0</w:t>
      </w:r>
    </w:p>
    <w:p w:rsidR="007B2329" w:rsidRDefault="007B2329" w:rsidP="007B2329">
      <w:r>
        <w:t>338.9531</w:t>
      </w:r>
      <w:r>
        <w:tab/>
        <w:t>3.038e0</w:t>
      </w:r>
    </w:p>
    <w:p w:rsidR="007B2329" w:rsidRDefault="007B2329" w:rsidP="007B2329">
      <w:r>
        <w:t>338.9604</w:t>
      </w:r>
      <w:r>
        <w:tab/>
        <w:t>1.013e0</w:t>
      </w:r>
    </w:p>
    <w:p w:rsidR="007B2329" w:rsidRDefault="007B2329" w:rsidP="007B2329">
      <w:r>
        <w:t>338.9644</w:t>
      </w:r>
      <w:r>
        <w:tab/>
        <w:t>1.013e0</w:t>
      </w:r>
    </w:p>
    <w:p w:rsidR="007B2329" w:rsidRDefault="007B2329" w:rsidP="007B2329">
      <w:r>
        <w:t>338.9981</w:t>
      </w:r>
      <w:r>
        <w:tab/>
        <w:t>1.013e0</w:t>
      </w:r>
    </w:p>
    <w:p w:rsidR="007B2329" w:rsidRDefault="007B2329" w:rsidP="007B2329">
      <w:r>
        <w:t>339.0224</w:t>
      </w:r>
      <w:r>
        <w:tab/>
        <w:t>3.038e0</w:t>
      </w:r>
    </w:p>
    <w:p w:rsidR="007B2329" w:rsidRDefault="007B2329" w:rsidP="007B2329">
      <w:r>
        <w:t>339.0342</w:t>
      </w:r>
      <w:r>
        <w:tab/>
        <w:t>1.013e0</w:t>
      </w:r>
    </w:p>
    <w:p w:rsidR="007B2329" w:rsidRDefault="007B2329" w:rsidP="007B2329">
      <w:r>
        <w:t>339.0423</w:t>
      </w:r>
      <w:r>
        <w:tab/>
        <w:t>1.013e0</w:t>
      </w:r>
    </w:p>
    <w:p w:rsidR="007B2329" w:rsidRDefault="007B2329" w:rsidP="007B2329">
      <w:r>
        <w:t>339.0462</w:t>
      </w:r>
      <w:r>
        <w:tab/>
        <w:t>5.063e0</w:t>
      </w:r>
    </w:p>
    <w:p w:rsidR="007B2329" w:rsidRDefault="007B2329" w:rsidP="007B2329">
      <w:r>
        <w:t>339.0486</w:t>
      </w:r>
      <w:r>
        <w:tab/>
        <w:t>2.025e0</w:t>
      </w:r>
    </w:p>
    <w:p w:rsidR="007B2329" w:rsidRDefault="007B2329" w:rsidP="007B2329">
      <w:r>
        <w:t>339.0712</w:t>
      </w:r>
      <w:r>
        <w:tab/>
        <w:t>3.038e0</w:t>
      </w:r>
    </w:p>
    <w:p w:rsidR="007B2329" w:rsidRDefault="007B2329" w:rsidP="007B2329">
      <w:r>
        <w:t>339.0804</w:t>
      </w:r>
      <w:r>
        <w:tab/>
        <w:t>2.025e0</w:t>
      </w:r>
    </w:p>
    <w:p w:rsidR="007B2329" w:rsidRDefault="007B2329" w:rsidP="007B2329">
      <w:r>
        <w:t>339.0833</w:t>
      </w:r>
      <w:r>
        <w:tab/>
        <w:t>3.038e0</w:t>
      </w:r>
    </w:p>
    <w:p w:rsidR="007B2329" w:rsidRDefault="007B2329" w:rsidP="007B2329">
      <w:r>
        <w:lastRenderedPageBreak/>
        <w:t>339.0919</w:t>
      </w:r>
      <w:r>
        <w:tab/>
        <w:t>1.404e0</w:t>
      </w:r>
    </w:p>
    <w:p w:rsidR="007B2329" w:rsidRDefault="007B2329" w:rsidP="007B2329">
      <w:r>
        <w:t>339.1016</w:t>
      </w:r>
      <w:r>
        <w:tab/>
        <w:t>2.025e0</w:t>
      </w:r>
    </w:p>
    <w:p w:rsidR="007B2329" w:rsidRDefault="007B2329" w:rsidP="007B2329">
      <w:r>
        <w:t>339.1392</w:t>
      </w:r>
      <w:r>
        <w:tab/>
        <w:t>1.830e0</w:t>
      </w:r>
    </w:p>
    <w:p w:rsidR="007B2329" w:rsidRDefault="007B2329" w:rsidP="007B2329">
      <w:r>
        <w:t>339.1472</w:t>
      </w:r>
      <w:r>
        <w:tab/>
        <w:t>2.162e0</w:t>
      </w:r>
    </w:p>
    <w:p w:rsidR="007B2329" w:rsidRDefault="007B2329" w:rsidP="007B2329">
      <w:r>
        <w:t>339.1603</w:t>
      </w:r>
      <w:r>
        <w:tab/>
        <w:t>3.038e0</w:t>
      </w:r>
    </w:p>
    <w:p w:rsidR="007B2329" w:rsidRDefault="007B2329" w:rsidP="007B2329">
      <w:r>
        <w:t>339.1688</w:t>
      </w:r>
      <w:r>
        <w:tab/>
        <w:t>2.540e0</w:t>
      </w:r>
    </w:p>
    <w:p w:rsidR="007B2329" w:rsidRDefault="007B2329" w:rsidP="007B2329">
      <w:r>
        <w:t>339.1798</w:t>
      </w:r>
      <w:r>
        <w:tab/>
        <w:t>7.557e0</w:t>
      </w:r>
    </w:p>
    <w:p w:rsidR="007B2329" w:rsidRDefault="007B2329" w:rsidP="007B2329">
      <w:r>
        <w:t>339.1809</w:t>
      </w:r>
      <w:r>
        <w:tab/>
        <w:t>2.069e0</w:t>
      </w:r>
    </w:p>
    <w:p w:rsidR="007B2329" w:rsidRDefault="007B2329" w:rsidP="007B2329">
      <w:r>
        <w:t>339.1820</w:t>
      </w:r>
      <w:r>
        <w:tab/>
        <w:t>2.277e0</w:t>
      </w:r>
    </w:p>
    <w:p w:rsidR="007B2329" w:rsidRDefault="007B2329" w:rsidP="007B2329">
      <w:r>
        <w:t>339.2100</w:t>
      </w:r>
      <w:r>
        <w:tab/>
        <w:t>5.820e0</w:t>
      </w:r>
    </w:p>
    <w:p w:rsidR="007B2329" w:rsidRDefault="007B2329" w:rsidP="007B2329">
      <w:r>
        <w:t>339.2632</w:t>
      </w:r>
      <w:r>
        <w:tab/>
        <w:t>2.025e0</w:t>
      </w:r>
    </w:p>
    <w:p w:rsidR="007B2329" w:rsidRDefault="007B2329" w:rsidP="007B2329">
      <w:r>
        <w:t>339.2682</w:t>
      </w:r>
      <w:r>
        <w:tab/>
        <w:t>2.025e0</w:t>
      </w:r>
    </w:p>
    <w:p w:rsidR="007B2329" w:rsidRDefault="007B2329" w:rsidP="007B2329">
      <w:r>
        <w:t>339.2715</w:t>
      </w:r>
      <w:r>
        <w:tab/>
        <w:t>2.025e0</w:t>
      </w:r>
    </w:p>
    <w:p w:rsidR="007B2329" w:rsidRDefault="007B2329" w:rsidP="007B2329">
      <w:r>
        <w:t>339.2793</w:t>
      </w:r>
      <w:r>
        <w:tab/>
        <w:t>3.038e0</w:t>
      </w:r>
    </w:p>
    <w:p w:rsidR="007B2329" w:rsidRDefault="007B2329" w:rsidP="007B2329">
      <w:r>
        <w:t>339.2966</w:t>
      </w:r>
      <w:r>
        <w:tab/>
        <w:t>1.013e0</w:t>
      </w:r>
    </w:p>
    <w:p w:rsidR="007B2329" w:rsidRDefault="007B2329" w:rsidP="007B2329">
      <w:r>
        <w:t>339.3026</w:t>
      </w:r>
      <w:r>
        <w:tab/>
        <w:t>1.013e0</w:t>
      </w:r>
    </w:p>
    <w:p w:rsidR="007B2329" w:rsidRDefault="007B2329" w:rsidP="007B2329">
      <w:r>
        <w:t>339.3083</w:t>
      </w:r>
      <w:r>
        <w:tab/>
        <w:t>2.025e0</w:t>
      </w:r>
    </w:p>
    <w:p w:rsidR="007B2329" w:rsidRDefault="007B2329" w:rsidP="007B2329">
      <w:r>
        <w:t>339.3232</w:t>
      </w:r>
      <w:r>
        <w:tab/>
        <w:t>2.038e0</w:t>
      </w:r>
    </w:p>
    <w:p w:rsidR="007B2329" w:rsidRDefault="007B2329" w:rsidP="007B2329">
      <w:r>
        <w:t>339.3453</w:t>
      </w:r>
      <w:r>
        <w:tab/>
        <w:t>1.013e0</w:t>
      </w:r>
    </w:p>
    <w:p w:rsidR="007B2329" w:rsidRDefault="007B2329" w:rsidP="007B2329">
      <w:r>
        <w:lastRenderedPageBreak/>
        <w:t>339.3574</w:t>
      </w:r>
      <w:r>
        <w:tab/>
        <w:t>1.013e0</w:t>
      </w:r>
    </w:p>
    <w:p w:rsidR="007B2329" w:rsidRDefault="007B2329" w:rsidP="007B2329">
      <w:r>
        <w:t>339.3613</w:t>
      </w:r>
      <w:r>
        <w:tab/>
        <w:t>2.025e0</w:t>
      </w:r>
    </w:p>
    <w:p w:rsidR="007B2329" w:rsidRDefault="007B2329" w:rsidP="007B2329">
      <w:r>
        <w:t>339.3654</w:t>
      </w:r>
      <w:r>
        <w:tab/>
        <w:t>1.013e0</w:t>
      </w:r>
    </w:p>
    <w:p w:rsidR="007B2329" w:rsidRDefault="007B2329" w:rsidP="007B2329">
      <w:r>
        <w:t>339.3696</w:t>
      </w:r>
      <w:r>
        <w:tab/>
        <w:t>1.013e0</w:t>
      </w:r>
    </w:p>
    <w:p w:rsidR="007B2329" w:rsidRDefault="007B2329" w:rsidP="007B2329">
      <w:r>
        <w:t>339.3899</w:t>
      </w:r>
      <w:r>
        <w:tab/>
        <w:t>1.013e0</w:t>
      </w:r>
    </w:p>
    <w:p w:rsidR="007B2329" w:rsidRDefault="007B2329" w:rsidP="007B2329">
      <w:r>
        <w:t>339.3984</w:t>
      </w:r>
      <w:r>
        <w:tab/>
        <w:t>2.025e0</w:t>
      </w:r>
    </w:p>
    <w:p w:rsidR="007B2329" w:rsidRDefault="007B2329" w:rsidP="007B2329">
      <w:r>
        <w:t>339.4096</w:t>
      </w:r>
      <w:r>
        <w:tab/>
        <w:t>5.063e0</w:t>
      </w:r>
    </w:p>
    <w:p w:rsidR="007B2329" w:rsidRDefault="007B2329" w:rsidP="007B2329">
      <w:r>
        <w:t>339.4390</w:t>
      </w:r>
      <w:r>
        <w:tab/>
        <w:t>2.025e0</w:t>
      </w:r>
    </w:p>
    <w:p w:rsidR="007B2329" w:rsidRDefault="007B2329" w:rsidP="007B2329">
      <w:r>
        <w:t>339.4428</w:t>
      </w:r>
      <w:r>
        <w:tab/>
        <w:t>1.013e0</w:t>
      </w:r>
    </w:p>
    <w:p w:rsidR="007B2329" w:rsidRDefault="007B2329" w:rsidP="007B2329">
      <w:r>
        <w:t>339.4668</w:t>
      </w:r>
      <w:r>
        <w:tab/>
        <w:t>3.038e0</w:t>
      </w:r>
    </w:p>
    <w:p w:rsidR="007B2329" w:rsidRDefault="007B2329" w:rsidP="007B2329">
      <w:r>
        <w:t>339.4709</w:t>
      </w:r>
      <w:r>
        <w:tab/>
        <w:t>2.025e0</w:t>
      </w:r>
    </w:p>
    <w:p w:rsidR="007B2329" w:rsidRDefault="007B2329" w:rsidP="007B2329">
      <w:r>
        <w:t>339.4793</w:t>
      </w:r>
      <w:r>
        <w:tab/>
        <w:t>1.013e0</w:t>
      </w:r>
    </w:p>
    <w:p w:rsidR="007B2329" w:rsidRDefault="007B2329" w:rsidP="007B2329">
      <w:r>
        <w:t>339.4920</w:t>
      </w:r>
      <w:r>
        <w:tab/>
        <w:t>1.013e0</w:t>
      </w:r>
    </w:p>
    <w:p w:rsidR="007B2329" w:rsidRDefault="007B2329" w:rsidP="007B2329">
      <w:r>
        <w:t>339.5087</w:t>
      </w:r>
      <w:r>
        <w:tab/>
        <w:t>1.013e0</w:t>
      </w:r>
    </w:p>
    <w:p w:rsidR="007B2329" w:rsidRDefault="007B2329" w:rsidP="007B2329">
      <w:r>
        <w:t>339.5152</w:t>
      </w:r>
      <w:r>
        <w:tab/>
        <w:t>4.051e0</w:t>
      </w:r>
    </w:p>
    <w:p w:rsidR="007B2329" w:rsidRDefault="007B2329" w:rsidP="007B2329">
      <w:r>
        <w:t>339.5226</w:t>
      </w:r>
      <w:r>
        <w:tab/>
        <w:t>3.038e0</w:t>
      </w:r>
    </w:p>
    <w:p w:rsidR="007B2329" w:rsidRDefault="007B2329" w:rsidP="007B2329">
      <w:r>
        <w:t>339.5581</w:t>
      </w:r>
      <w:r>
        <w:tab/>
        <w:t>7.080e0</w:t>
      </w:r>
    </w:p>
    <w:p w:rsidR="007B2329" w:rsidRDefault="007B2329" w:rsidP="007B2329">
      <w:r>
        <w:t>339.5653</w:t>
      </w:r>
      <w:r>
        <w:tab/>
        <w:t>2.025e0</w:t>
      </w:r>
    </w:p>
    <w:p w:rsidR="007B2329" w:rsidRDefault="007B2329" w:rsidP="007B2329">
      <w:r>
        <w:t>339.5771</w:t>
      </w:r>
      <w:r>
        <w:tab/>
        <w:t>1.013e0</w:t>
      </w:r>
    </w:p>
    <w:p w:rsidR="007B2329" w:rsidRDefault="007B2329" w:rsidP="007B2329">
      <w:r>
        <w:lastRenderedPageBreak/>
        <w:t>339.5950</w:t>
      </w:r>
      <w:r>
        <w:tab/>
        <w:t>4.067e0</w:t>
      </w:r>
    </w:p>
    <w:p w:rsidR="007B2329" w:rsidRDefault="007B2329" w:rsidP="007B2329">
      <w:r>
        <w:t>339.6059</w:t>
      </w:r>
      <w:r>
        <w:tab/>
        <w:t>3.038e0</w:t>
      </w:r>
    </w:p>
    <w:p w:rsidR="007B2329" w:rsidRDefault="007B2329" w:rsidP="007B2329">
      <w:r>
        <w:t>339.6070</w:t>
      </w:r>
      <w:r>
        <w:tab/>
        <w:t>1.013e0</w:t>
      </w:r>
    </w:p>
    <w:p w:rsidR="007B2329" w:rsidRDefault="007B2329" w:rsidP="007B2329">
      <w:r>
        <w:t>339.6197</w:t>
      </w:r>
      <w:r>
        <w:tab/>
        <w:t>1.013e0</w:t>
      </w:r>
    </w:p>
    <w:p w:rsidR="007B2329" w:rsidRDefault="007B2329" w:rsidP="007B2329">
      <w:r>
        <w:t>339.6374</w:t>
      </w:r>
      <w:r>
        <w:tab/>
        <w:t>2.025e0</w:t>
      </w:r>
    </w:p>
    <w:p w:rsidR="007B2329" w:rsidRDefault="007B2329" w:rsidP="007B2329">
      <w:r>
        <w:t>339.6442</w:t>
      </w:r>
      <w:r>
        <w:tab/>
        <w:t>1.013e0</w:t>
      </w:r>
    </w:p>
    <w:p w:rsidR="007B2329" w:rsidRDefault="007B2329" w:rsidP="007B2329">
      <w:r>
        <w:t>339.6458</w:t>
      </w:r>
      <w:r>
        <w:tab/>
        <w:t>2.025e0</w:t>
      </w:r>
    </w:p>
    <w:p w:rsidR="007B2329" w:rsidRDefault="007B2329" w:rsidP="007B2329">
      <w:r>
        <w:t>339.6497</w:t>
      </w:r>
      <w:r>
        <w:tab/>
        <w:t>4.051e0</w:t>
      </w:r>
    </w:p>
    <w:p w:rsidR="007B2329" w:rsidRDefault="007B2329" w:rsidP="007B2329">
      <w:r>
        <w:t>339.6544</w:t>
      </w:r>
      <w:r>
        <w:tab/>
        <w:t>2.025e0</w:t>
      </w:r>
    </w:p>
    <w:p w:rsidR="007B2329" w:rsidRDefault="007B2329" w:rsidP="007B2329">
      <w:r>
        <w:t>339.6600</w:t>
      </w:r>
      <w:r>
        <w:tab/>
        <w:t>1.013e0</w:t>
      </w:r>
    </w:p>
    <w:p w:rsidR="007B2329" w:rsidRDefault="007B2329" w:rsidP="007B2329">
      <w:r>
        <w:t>339.6806</w:t>
      </w:r>
      <w:r>
        <w:tab/>
        <w:t>1.013e0</w:t>
      </w:r>
    </w:p>
    <w:p w:rsidR="007B2329" w:rsidRDefault="007B2329" w:rsidP="007B2329">
      <w:r>
        <w:t>339.6989</w:t>
      </w:r>
      <w:r>
        <w:tab/>
        <w:t>1.013e0</w:t>
      </w:r>
    </w:p>
    <w:p w:rsidR="007B2329" w:rsidRDefault="007B2329" w:rsidP="007B2329">
      <w:r>
        <w:t>339.7068</w:t>
      </w:r>
      <w:r>
        <w:tab/>
        <w:t>2.025e0</w:t>
      </w:r>
    </w:p>
    <w:p w:rsidR="007B2329" w:rsidRDefault="007B2329" w:rsidP="007B2329">
      <w:r>
        <w:t>339.7090</w:t>
      </w:r>
      <w:r>
        <w:tab/>
        <w:t>2.025e0</w:t>
      </w:r>
    </w:p>
    <w:p w:rsidR="007B2329" w:rsidRDefault="007B2329" w:rsidP="007B2329">
      <w:r>
        <w:t>339.7133</w:t>
      </w:r>
      <w:r>
        <w:tab/>
        <w:t>2.025e0</w:t>
      </w:r>
    </w:p>
    <w:p w:rsidR="007B2329" w:rsidRDefault="007B2329" w:rsidP="007B2329">
      <w:r>
        <w:t>339.7233</w:t>
      </w:r>
      <w:r>
        <w:tab/>
        <w:t>2.025e0</w:t>
      </w:r>
    </w:p>
    <w:p w:rsidR="007B2329" w:rsidRDefault="007B2329" w:rsidP="007B2329">
      <w:r>
        <w:t>339.7337</w:t>
      </w:r>
      <w:r>
        <w:tab/>
        <w:t>1.013e0</w:t>
      </w:r>
    </w:p>
    <w:p w:rsidR="007B2329" w:rsidRDefault="007B2329" w:rsidP="007B2329">
      <w:r>
        <w:t>339.7418</w:t>
      </w:r>
      <w:r>
        <w:tab/>
        <w:t>2.025e0</w:t>
      </w:r>
    </w:p>
    <w:p w:rsidR="007B2329" w:rsidRDefault="007B2329" w:rsidP="007B2329">
      <w:r>
        <w:t>339.7622</w:t>
      </w:r>
      <w:r>
        <w:tab/>
        <w:t>2.025e0</w:t>
      </w:r>
    </w:p>
    <w:p w:rsidR="007B2329" w:rsidRDefault="007B2329" w:rsidP="007B2329">
      <w:r>
        <w:lastRenderedPageBreak/>
        <w:t>339.7661</w:t>
      </w:r>
      <w:r>
        <w:tab/>
        <w:t>3.038e0</w:t>
      </w:r>
    </w:p>
    <w:p w:rsidR="007B2329" w:rsidRDefault="007B2329" w:rsidP="007B2329">
      <w:r>
        <w:t>339.7722</w:t>
      </w:r>
      <w:r>
        <w:tab/>
        <w:t>1.013e0</w:t>
      </w:r>
    </w:p>
    <w:p w:rsidR="007B2329" w:rsidRDefault="007B2329" w:rsidP="007B2329">
      <w:r>
        <w:t>339.7994</w:t>
      </w:r>
      <w:r>
        <w:tab/>
        <w:t>2.025e0</w:t>
      </w:r>
    </w:p>
    <w:p w:rsidR="007B2329" w:rsidRDefault="007B2329" w:rsidP="007B2329">
      <w:r>
        <w:t>339.8026</w:t>
      </w:r>
      <w:r>
        <w:tab/>
        <w:t>1.013e0</w:t>
      </w:r>
    </w:p>
    <w:p w:rsidR="007B2329" w:rsidRDefault="007B2329" w:rsidP="007B2329">
      <w:r>
        <w:t>339.8271</w:t>
      </w:r>
      <w:r>
        <w:tab/>
        <w:t>3.038e0</w:t>
      </w:r>
    </w:p>
    <w:p w:rsidR="007B2329" w:rsidRDefault="007B2329" w:rsidP="007B2329">
      <w:r>
        <w:t>339.8400</w:t>
      </w:r>
      <w:r>
        <w:tab/>
        <w:t>2.025e0</w:t>
      </w:r>
    </w:p>
    <w:p w:rsidR="007B2329" w:rsidRDefault="007B2329" w:rsidP="007B2329">
      <w:r>
        <w:t>339.8502</w:t>
      </w:r>
      <w:r>
        <w:tab/>
        <w:t>2.025e0</w:t>
      </w:r>
    </w:p>
    <w:p w:rsidR="007B2329" w:rsidRDefault="007B2329" w:rsidP="007B2329">
      <w:r>
        <w:t>339.8565</w:t>
      </w:r>
      <w:r>
        <w:tab/>
        <w:t>1.013e0</w:t>
      </w:r>
    </w:p>
    <w:p w:rsidR="007B2329" w:rsidRDefault="007B2329" w:rsidP="007B2329">
      <w:r>
        <w:t>339.8693</w:t>
      </w:r>
      <w:r>
        <w:tab/>
        <w:t>4.051e0</w:t>
      </w:r>
    </w:p>
    <w:p w:rsidR="007B2329" w:rsidRDefault="007B2329" w:rsidP="007B2329">
      <w:r>
        <w:t>339.8759</w:t>
      </w:r>
      <w:r>
        <w:tab/>
        <w:t>1.013e0</w:t>
      </w:r>
    </w:p>
    <w:p w:rsidR="007B2329" w:rsidRDefault="007B2329" w:rsidP="007B2329">
      <w:r>
        <w:t>339.8851</w:t>
      </w:r>
      <w:r>
        <w:tab/>
        <w:t>1.013e0</w:t>
      </w:r>
    </w:p>
    <w:p w:rsidR="007B2329" w:rsidRDefault="007B2329" w:rsidP="007B2329">
      <w:r>
        <w:t>339.8943</w:t>
      </w:r>
      <w:r>
        <w:tab/>
        <w:t>1.013e0</w:t>
      </w:r>
    </w:p>
    <w:p w:rsidR="007B2329" w:rsidRDefault="007B2329" w:rsidP="007B2329">
      <w:r>
        <w:t>339.9147</w:t>
      </w:r>
      <w:r>
        <w:tab/>
        <w:t>2.025e0</w:t>
      </w:r>
    </w:p>
    <w:p w:rsidR="007B2329" w:rsidRDefault="007B2329" w:rsidP="007B2329">
      <w:r>
        <w:t>339.9167</w:t>
      </w:r>
      <w:r>
        <w:tab/>
        <w:t>6.076e0</w:t>
      </w:r>
    </w:p>
    <w:p w:rsidR="007B2329" w:rsidRDefault="007B2329" w:rsidP="007B2329">
      <w:r>
        <w:t>339.9186</w:t>
      </w:r>
      <w:r>
        <w:tab/>
        <w:t>1.013e0</w:t>
      </w:r>
    </w:p>
    <w:p w:rsidR="007B2329" w:rsidRDefault="007B2329" w:rsidP="007B2329">
      <w:r>
        <w:t>339.9248</w:t>
      </w:r>
      <w:r>
        <w:tab/>
        <w:t>1.013e0</w:t>
      </w:r>
    </w:p>
    <w:p w:rsidR="007B2329" w:rsidRDefault="007B2329" w:rsidP="007B2329">
      <w:r>
        <w:t>339.9288</w:t>
      </w:r>
      <w:r>
        <w:tab/>
        <w:t>2.549e0</w:t>
      </w:r>
    </w:p>
    <w:p w:rsidR="007B2329" w:rsidRDefault="007B2329" w:rsidP="007B2329">
      <w:r>
        <w:t>339.9336</w:t>
      </w:r>
      <w:r>
        <w:tab/>
        <w:t>2.025e0</w:t>
      </w:r>
    </w:p>
    <w:p w:rsidR="007B2329" w:rsidRDefault="007B2329" w:rsidP="007B2329">
      <w:r>
        <w:t>339.9826</w:t>
      </w:r>
      <w:r>
        <w:tab/>
        <w:t>3.038e0</w:t>
      </w:r>
    </w:p>
    <w:p w:rsidR="007B2329" w:rsidRDefault="007B2329" w:rsidP="007B2329">
      <w:r>
        <w:lastRenderedPageBreak/>
        <w:t>339.9933</w:t>
      </w:r>
      <w:r>
        <w:tab/>
        <w:t>1.025e0</w:t>
      </w:r>
    </w:p>
    <w:p w:rsidR="007B2329" w:rsidRDefault="007B2329" w:rsidP="007B2329">
      <w:r>
        <w:t>339.9987</w:t>
      </w:r>
      <w:r>
        <w:tab/>
        <w:t>4.051e0</w:t>
      </w:r>
    </w:p>
    <w:p w:rsidR="007B2329" w:rsidRDefault="007B2329" w:rsidP="007B2329">
      <w:r>
        <w:t>340.0041</w:t>
      </w:r>
      <w:r>
        <w:tab/>
        <w:t>2.025e0</w:t>
      </w:r>
    </w:p>
    <w:p w:rsidR="007B2329" w:rsidRDefault="007B2329" w:rsidP="007B2329">
      <w:r>
        <w:t>340.0120</w:t>
      </w:r>
      <w:r>
        <w:tab/>
        <w:t>1.013e0</w:t>
      </w:r>
    </w:p>
    <w:p w:rsidR="007B2329" w:rsidRDefault="007B2329" w:rsidP="007B2329">
      <w:r>
        <w:t>340.0163</w:t>
      </w:r>
      <w:r>
        <w:tab/>
        <w:t>2.025e0</w:t>
      </w:r>
    </w:p>
    <w:p w:rsidR="007B2329" w:rsidRDefault="007B2329" w:rsidP="007B2329">
      <w:r>
        <w:t>340.0468</w:t>
      </w:r>
      <w:r>
        <w:tab/>
        <w:t>2.025e0</w:t>
      </w:r>
    </w:p>
    <w:p w:rsidR="007B2329" w:rsidRDefault="007B2329" w:rsidP="007B2329">
      <w:r>
        <w:t>340.0502</w:t>
      </w:r>
      <w:r>
        <w:tab/>
        <w:t>3.038e0</w:t>
      </w:r>
    </w:p>
    <w:p w:rsidR="007B2329" w:rsidRDefault="007B2329" w:rsidP="007B2329">
      <w:r>
        <w:t>340.0529</w:t>
      </w:r>
      <w:r>
        <w:tab/>
        <w:t>1.013e0</w:t>
      </w:r>
    </w:p>
    <w:p w:rsidR="007B2329" w:rsidRDefault="007B2329" w:rsidP="007B2329">
      <w:r>
        <w:t>340.0570</w:t>
      </w:r>
      <w:r>
        <w:tab/>
        <w:t>3.038e0</w:t>
      </w:r>
    </w:p>
    <w:p w:rsidR="007B2329" w:rsidRDefault="007B2329" w:rsidP="007B2329">
      <w:r>
        <w:t>340.0712</w:t>
      </w:r>
      <w:r>
        <w:tab/>
        <w:t>1.013e0</w:t>
      </w:r>
    </w:p>
    <w:p w:rsidR="007B2329" w:rsidRDefault="007B2329" w:rsidP="007B2329">
      <w:r>
        <w:t>340.0749</w:t>
      </w:r>
      <w:r>
        <w:tab/>
        <w:t>2.025e0</w:t>
      </w:r>
    </w:p>
    <w:p w:rsidR="007B2329" w:rsidRDefault="007B2329" w:rsidP="007B2329">
      <w:r>
        <w:t>340.0857</w:t>
      </w:r>
      <w:r>
        <w:tab/>
        <w:t>1.013e0</w:t>
      </w:r>
    </w:p>
    <w:p w:rsidR="007B2329" w:rsidRDefault="007B2329" w:rsidP="007B2329">
      <w:r>
        <w:t>340.0931</w:t>
      </w:r>
      <w:r>
        <w:tab/>
        <w:t>3.778e0</w:t>
      </w:r>
    </w:p>
    <w:p w:rsidR="007B2329" w:rsidRDefault="007B2329" w:rsidP="007B2329">
      <w:r>
        <w:t>340.0956</w:t>
      </w:r>
      <w:r>
        <w:tab/>
        <w:t>1.013e0</w:t>
      </w:r>
    </w:p>
    <w:p w:rsidR="007B2329" w:rsidRDefault="007B2329" w:rsidP="007B2329">
      <w:r>
        <w:t>340.1019</w:t>
      </w:r>
      <w:r>
        <w:tab/>
        <w:t>1.013e0</w:t>
      </w:r>
    </w:p>
    <w:p w:rsidR="007B2329" w:rsidRDefault="007B2329" w:rsidP="007B2329">
      <w:r>
        <w:t>340.1061</w:t>
      </w:r>
      <w:r>
        <w:tab/>
        <w:t>1.013e0</w:t>
      </w:r>
    </w:p>
    <w:p w:rsidR="007B2329" w:rsidRDefault="007B2329" w:rsidP="007B2329">
      <w:r>
        <w:t>340.1278</w:t>
      </w:r>
      <w:r>
        <w:tab/>
        <w:t>4.589e0</w:t>
      </w:r>
    </w:p>
    <w:p w:rsidR="007B2329" w:rsidRDefault="007B2329" w:rsidP="007B2329">
      <w:r>
        <w:t>340.1371</w:t>
      </w:r>
      <w:r>
        <w:tab/>
        <w:t>2.236e0</w:t>
      </w:r>
    </w:p>
    <w:p w:rsidR="007B2329" w:rsidRDefault="007B2329" w:rsidP="007B2329">
      <w:r>
        <w:t>340.1385</w:t>
      </w:r>
      <w:r>
        <w:tab/>
        <w:t>4.051e0</w:t>
      </w:r>
    </w:p>
    <w:p w:rsidR="007B2329" w:rsidRDefault="007B2329" w:rsidP="007B2329">
      <w:r>
        <w:lastRenderedPageBreak/>
        <w:t>340.1427</w:t>
      </w:r>
      <w:r>
        <w:tab/>
        <w:t>1.694e0</w:t>
      </w:r>
    </w:p>
    <w:p w:rsidR="007B2329" w:rsidRDefault="007B2329" w:rsidP="007B2329">
      <w:r>
        <w:t>340.1778</w:t>
      </w:r>
      <w:r>
        <w:tab/>
        <w:t>4.269e0</w:t>
      </w:r>
    </w:p>
    <w:p w:rsidR="007B2329" w:rsidRDefault="007B2329" w:rsidP="007B2329">
      <w:r>
        <w:t>340.1914</w:t>
      </w:r>
      <w:r>
        <w:tab/>
        <w:t>1.597e1</w:t>
      </w:r>
    </w:p>
    <w:p w:rsidR="007B2329" w:rsidRDefault="007B2329" w:rsidP="007B2329">
      <w:r>
        <w:t>340.1945</w:t>
      </w:r>
      <w:r>
        <w:tab/>
        <w:t>1.202e1</w:t>
      </w:r>
    </w:p>
    <w:p w:rsidR="007B2329" w:rsidRDefault="007B2329" w:rsidP="007B2329">
      <w:r>
        <w:t>340.1977</w:t>
      </w:r>
      <w:r>
        <w:tab/>
        <w:t>3.515e1</w:t>
      </w:r>
    </w:p>
    <w:p w:rsidR="007B2329" w:rsidRDefault="007B2329" w:rsidP="007B2329">
      <w:r>
        <w:t>340.1999</w:t>
      </w:r>
      <w:r>
        <w:tab/>
        <w:t>3.319e1</w:t>
      </w:r>
    </w:p>
    <w:p w:rsidR="007B2329" w:rsidRDefault="007B2329" w:rsidP="007B2329">
      <w:r>
        <w:t>340.2178</w:t>
      </w:r>
      <w:r>
        <w:tab/>
        <w:t>1.013e0</w:t>
      </w:r>
    </w:p>
    <w:p w:rsidR="007B2329" w:rsidRDefault="007B2329" w:rsidP="007B2329">
      <w:r>
        <w:t>340.2331</w:t>
      </w:r>
      <w:r>
        <w:tab/>
        <w:t>2.025e0</w:t>
      </w:r>
    </w:p>
    <w:p w:rsidR="007B2329" w:rsidRDefault="007B2329" w:rsidP="007B2329">
      <w:r>
        <w:t>340.2436</w:t>
      </w:r>
      <w:r>
        <w:tab/>
        <w:t>2.041e0</w:t>
      </w:r>
    </w:p>
    <w:p w:rsidR="007B2329" w:rsidRDefault="007B2329" w:rsidP="007B2329">
      <w:r>
        <w:t>340.2454</w:t>
      </w:r>
      <w:r>
        <w:tab/>
        <w:t>1.927e0</w:t>
      </w:r>
    </w:p>
    <w:p w:rsidR="007B2329" w:rsidRDefault="007B2329" w:rsidP="007B2329">
      <w:r>
        <w:t>340.2476</w:t>
      </w:r>
      <w:r>
        <w:tab/>
        <w:t>7.089e0</w:t>
      </w:r>
    </w:p>
    <w:p w:rsidR="007B2329" w:rsidRDefault="007B2329" w:rsidP="007B2329">
      <w:r>
        <w:t>340.2608</w:t>
      </w:r>
      <w:r>
        <w:tab/>
        <w:t>3.029e0</w:t>
      </w:r>
    </w:p>
    <w:p w:rsidR="007B2329" w:rsidRDefault="007B2329" w:rsidP="007B2329">
      <w:r>
        <w:t>340.2698</w:t>
      </w:r>
      <w:r>
        <w:tab/>
        <w:t>2.025e0</w:t>
      </w:r>
    </w:p>
    <w:p w:rsidR="007B2329" w:rsidRDefault="007B2329" w:rsidP="007B2329">
      <w:r>
        <w:t>340.2840</w:t>
      </w:r>
      <w:r>
        <w:tab/>
        <w:t>2.025e0</w:t>
      </w:r>
    </w:p>
    <w:p w:rsidR="007B2329" w:rsidRDefault="007B2329" w:rsidP="007B2329">
      <w:r>
        <w:t>340.2995</w:t>
      </w:r>
      <w:r>
        <w:tab/>
        <w:t>2.532e-2</w:t>
      </w:r>
    </w:p>
    <w:p w:rsidR="007B2329" w:rsidRDefault="007B2329" w:rsidP="007B2329">
      <w:r>
        <w:t>340.3217</w:t>
      </w:r>
      <w:r>
        <w:tab/>
        <w:t>2.532e-2</w:t>
      </w:r>
    </w:p>
    <w:p w:rsidR="007B2329" w:rsidRDefault="007B2329" w:rsidP="007B2329">
      <w:r>
        <w:t>340.3274</w:t>
      </w:r>
      <w:r>
        <w:tab/>
        <w:t>4.051e0</w:t>
      </w:r>
    </w:p>
    <w:p w:rsidR="007B2329" w:rsidRDefault="007B2329" w:rsidP="007B2329">
      <w:r>
        <w:t>340.3461</w:t>
      </w:r>
      <w:r>
        <w:tab/>
        <w:t>2.025e0</w:t>
      </w:r>
    </w:p>
    <w:p w:rsidR="007B2329" w:rsidRDefault="007B2329" w:rsidP="007B2329">
      <w:r>
        <w:t>340.3484</w:t>
      </w:r>
      <w:r>
        <w:tab/>
        <w:t>5.246e0</w:t>
      </w:r>
    </w:p>
    <w:p w:rsidR="007B2329" w:rsidRDefault="007B2329" w:rsidP="007B2329">
      <w:r>
        <w:lastRenderedPageBreak/>
        <w:t>340.3592</w:t>
      </w:r>
      <w:r>
        <w:tab/>
        <w:t>3.038e0</w:t>
      </w:r>
    </w:p>
    <w:p w:rsidR="007B2329" w:rsidRDefault="007B2329" w:rsidP="007B2329">
      <w:r>
        <w:t>340.3765</w:t>
      </w:r>
      <w:r>
        <w:tab/>
        <w:t>1.013e0</w:t>
      </w:r>
    </w:p>
    <w:p w:rsidR="007B2329" w:rsidRDefault="007B2329" w:rsidP="007B2329">
      <w:r>
        <w:t>340.3888</w:t>
      </w:r>
      <w:r>
        <w:tab/>
        <w:t>2.025e0</w:t>
      </w:r>
    </w:p>
    <w:p w:rsidR="007B2329" w:rsidRDefault="007B2329" w:rsidP="007B2329">
      <w:r>
        <w:t>340.3951</w:t>
      </w:r>
      <w:r>
        <w:tab/>
        <w:t>1.013e0</w:t>
      </w:r>
    </w:p>
    <w:p w:rsidR="007B2329" w:rsidRDefault="007B2329" w:rsidP="007B2329">
      <w:r>
        <w:t>340.4047</w:t>
      </w:r>
      <w:r>
        <w:tab/>
        <w:t>3.038e0</w:t>
      </w:r>
    </w:p>
    <w:p w:rsidR="007B2329" w:rsidRDefault="007B2329" w:rsidP="007B2329">
      <w:r>
        <w:t>340.4220</w:t>
      </w:r>
      <w:r>
        <w:tab/>
        <w:t>2.025e0</w:t>
      </w:r>
    </w:p>
    <w:p w:rsidR="007B2329" w:rsidRDefault="007B2329" w:rsidP="007B2329">
      <w:r>
        <w:t>340.4296</w:t>
      </w:r>
      <w:r>
        <w:tab/>
        <w:t>1.013e0</w:t>
      </w:r>
    </w:p>
    <w:p w:rsidR="007B2329" w:rsidRDefault="007B2329" w:rsidP="007B2329">
      <w:r>
        <w:t>340.4394</w:t>
      </w:r>
      <w:r>
        <w:tab/>
        <w:t>1.025e0</w:t>
      </w:r>
    </w:p>
    <w:p w:rsidR="007B2329" w:rsidRDefault="007B2329" w:rsidP="007B2329">
      <w:r>
        <w:t>340.4438</w:t>
      </w:r>
      <w:r>
        <w:tab/>
        <w:t>4.051e0</w:t>
      </w:r>
    </w:p>
    <w:p w:rsidR="007B2329" w:rsidRDefault="007B2329" w:rsidP="007B2329">
      <w:r>
        <w:t>340.4501</w:t>
      </w:r>
      <w:r>
        <w:tab/>
        <w:t>1.013e0</w:t>
      </w:r>
    </w:p>
    <w:p w:rsidR="007B2329" w:rsidRDefault="007B2329" w:rsidP="007B2329">
      <w:r>
        <w:t>340.4607</w:t>
      </w:r>
      <w:r>
        <w:tab/>
        <w:t>3.038e0</w:t>
      </w:r>
    </w:p>
    <w:p w:rsidR="007B2329" w:rsidRDefault="007B2329" w:rsidP="007B2329">
      <w:r>
        <w:t>340.4827</w:t>
      </w:r>
      <w:r>
        <w:tab/>
        <w:t>2.025e0</w:t>
      </w:r>
    </w:p>
    <w:p w:rsidR="007B2329" w:rsidRDefault="007B2329" w:rsidP="007B2329">
      <w:r>
        <w:t>340.5052</w:t>
      </w:r>
      <w:r>
        <w:tab/>
        <w:t>1.025e0</w:t>
      </w:r>
    </w:p>
    <w:p w:rsidR="007B2329" w:rsidRDefault="007B2329" w:rsidP="007B2329">
      <w:r>
        <w:t>340.5073</w:t>
      </w:r>
      <w:r>
        <w:tab/>
        <w:t>1.013e0</w:t>
      </w:r>
    </w:p>
    <w:p w:rsidR="007B2329" w:rsidRDefault="007B2329" w:rsidP="007B2329">
      <w:r>
        <w:t>340.5137</w:t>
      </w:r>
      <w:r>
        <w:tab/>
        <w:t>3.038e0</w:t>
      </w:r>
    </w:p>
    <w:p w:rsidR="007B2329" w:rsidRDefault="007B2329" w:rsidP="007B2329">
      <w:r>
        <w:t>340.5357</w:t>
      </w:r>
      <w:r>
        <w:tab/>
        <w:t>4.051e0</w:t>
      </w:r>
    </w:p>
    <w:p w:rsidR="007B2329" w:rsidRDefault="007B2329" w:rsidP="007B2329">
      <w:r>
        <w:t>340.5596</w:t>
      </w:r>
      <w:r>
        <w:tab/>
        <w:t>3.038e0</w:t>
      </w:r>
    </w:p>
    <w:p w:rsidR="007B2329" w:rsidRDefault="007B2329" w:rsidP="007B2329">
      <w:r>
        <w:t>340.5663</w:t>
      </w:r>
      <w:r>
        <w:tab/>
        <w:t>1.013e0</w:t>
      </w:r>
    </w:p>
    <w:p w:rsidR="007B2329" w:rsidRDefault="007B2329" w:rsidP="007B2329">
      <w:r>
        <w:t>340.5705</w:t>
      </w:r>
      <w:r>
        <w:tab/>
        <w:t>2.025e0</w:t>
      </w:r>
    </w:p>
    <w:p w:rsidR="007B2329" w:rsidRDefault="007B2329" w:rsidP="007B2329">
      <w:r>
        <w:lastRenderedPageBreak/>
        <w:t>340.5797</w:t>
      </w:r>
      <w:r>
        <w:tab/>
        <w:t>4.051e0</w:t>
      </w:r>
    </w:p>
    <w:p w:rsidR="007B2329" w:rsidRDefault="007B2329" w:rsidP="007B2329">
      <w:r>
        <w:t>340.5941</w:t>
      </w:r>
      <w:r>
        <w:tab/>
        <w:t>3.038e0</w:t>
      </w:r>
    </w:p>
    <w:p w:rsidR="007B2329" w:rsidRDefault="007B2329" w:rsidP="007B2329">
      <w:r>
        <w:t>340.5967</w:t>
      </w:r>
      <w:r>
        <w:tab/>
        <w:t>1.013e0</w:t>
      </w:r>
    </w:p>
    <w:p w:rsidR="007B2329" w:rsidRDefault="007B2329" w:rsidP="007B2329">
      <w:r>
        <w:t>340.6007</w:t>
      </w:r>
      <w:r>
        <w:tab/>
        <w:t>2.025e0</w:t>
      </w:r>
    </w:p>
    <w:p w:rsidR="007B2329" w:rsidRDefault="007B2329" w:rsidP="007B2329">
      <w:r>
        <w:t>340.6129</w:t>
      </w:r>
      <w:r>
        <w:tab/>
        <w:t>2.025e0</w:t>
      </w:r>
    </w:p>
    <w:p w:rsidR="007B2329" w:rsidRDefault="007B2329" w:rsidP="007B2329">
      <w:r>
        <w:t>340.6340</w:t>
      </w:r>
      <w:r>
        <w:tab/>
        <w:t>2.025e0</w:t>
      </w:r>
    </w:p>
    <w:p w:rsidR="007B2329" w:rsidRDefault="007B2329" w:rsidP="007B2329">
      <w:r>
        <w:t>340.6369</w:t>
      </w:r>
      <w:r>
        <w:tab/>
        <w:t>9.893e0</w:t>
      </w:r>
    </w:p>
    <w:p w:rsidR="007B2329" w:rsidRDefault="007B2329" w:rsidP="007B2329">
      <w:r>
        <w:t>340.6397</w:t>
      </w:r>
      <w:r>
        <w:tab/>
        <w:t>1.013e0</w:t>
      </w:r>
    </w:p>
    <w:p w:rsidR="007B2329" w:rsidRDefault="007B2329" w:rsidP="007B2329">
      <w:r>
        <w:t>340.6423</w:t>
      </w:r>
      <w:r>
        <w:tab/>
        <w:t>1.025e0</w:t>
      </w:r>
    </w:p>
    <w:p w:rsidR="007B2329" w:rsidRDefault="007B2329" w:rsidP="007B2329">
      <w:r>
        <w:t>340.6635</w:t>
      </w:r>
      <w:r>
        <w:tab/>
        <w:t>7.059e0</w:t>
      </w:r>
    </w:p>
    <w:p w:rsidR="007B2329" w:rsidRDefault="007B2329" w:rsidP="007B2329">
      <w:r>
        <w:t>340.6753</w:t>
      </w:r>
      <w:r>
        <w:tab/>
        <w:t>2.025e0</w:t>
      </w:r>
    </w:p>
    <w:p w:rsidR="007B2329" w:rsidRDefault="007B2329" w:rsidP="007B2329">
      <w:r>
        <w:t>340.6837</w:t>
      </w:r>
      <w:r>
        <w:tab/>
        <w:t>4.051e0</w:t>
      </w:r>
    </w:p>
    <w:p w:rsidR="007B2329" w:rsidRDefault="007B2329" w:rsidP="007B2329">
      <w:r>
        <w:t>340.7162</w:t>
      </w:r>
      <w:r>
        <w:tab/>
        <w:t>1.503e0</w:t>
      </w:r>
    </w:p>
    <w:p w:rsidR="007B2329" w:rsidRDefault="007B2329" w:rsidP="007B2329">
      <w:r>
        <w:t>340.7245</w:t>
      </w:r>
      <w:r>
        <w:tab/>
        <w:t>1.013e0</w:t>
      </w:r>
    </w:p>
    <w:p w:rsidR="007B2329" w:rsidRDefault="007B2329" w:rsidP="007B2329">
      <w:r>
        <w:t>340.7283</w:t>
      </w:r>
      <w:r>
        <w:tab/>
        <w:t>1.013e0</w:t>
      </w:r>
    </w:p>
    <w:p w:rsidR="007B2329" w:rsidRDefault="007B2329" w:rsidP="007B2329">
      <w:r>
        <w:t>340.7354</w:t>
      </w:r>
      <w:r>
        <w:tab/>
        <w:t>2.025e0</w:t>
      </w:r>
    </w:p>
    <w:p w:rsidR="007B2329" w:rsidRDefault="007B2329" w:rsidP="007B2329">
      <w:r>
        <w:t>340.7375</w:t>
      </w:r>
      <w:r>
        <w:tab/>
        <w:t>1.013e0</w:t>
      </w:r>
    </w:p>
    <w:p w:rsidR="007B2329" w:rsidRDefault="007B2329" w:rsidP="007B2329">
      <w:r>
        <w:t>340.7549</w:t>
      </w:r>
      <w:r>
        <w:tab/>
        <w:t>3.038e0</w:t>
      </w:r>
    </w:p>
    <w:p w:rsidR="007B2329" w:rsidRDefault="007B2329" w:rsidP="007B2329">
      <w:r>
        <w:t>340.7598</w:t>
      </w:r>
      <w:r>
        <w:tab/>
        <w:t>2.038e0</w:t>
      </w:r>
    </w:p>
    <w:p w:rsidR="007B2329" w:rsidRDefault="007B2329" w:rsidP="007B2329">
      <w:r>
        <w:lastRenderedPageBreak/>
        <w:t>340.7620</w:t>
      </w:r>
      <w:r>
        <w:tab/>
        <w:t>1.013e0</w:t>
      </w:r>
    </w:p>
    <w:p w:rsidR="007B2329" w:rsidRDefault="007B2329" w:rsidP="007B2329">
      <w:r>
        <w:t>340.7688</w:t>
      </w:r>
      <w:r>
        <w:tab/>
        <w:t>2.025e0</w:t>
      </w:r>
    </w:p>
    <w:p w:rsidR="007B2329" w:rsidRDefault="007B2329" w:rsidP="007B2329">
      <w:r>
        <w:t>340.7864</w:t>
      </w:r>
      <w:r>
        <w:tab/>
        <w:t>1.013e0</w:t>
      </w:r>
    </w:p>
    <w:p w:rsidR="007B2329" w:rsidRDefault="007B2329" w:rsidP="007B2329">
      <w:r>
        <w:t>340.8061</w:t>
      </w:r>
      <w:r>
        <w:tab/>
        <w:t>1.013e0</w:t>
      </w:r>
    </w:p>
    <w:p w:rsidR="007B2329" w:rsidRDefault="007B2329" w:rsidP="007B2329">
      <w:r>
        <w:t>340.8108</w:t>
      </w:r>
      <w:r>
        <w:tab/>
        <w:t>1.013e0</w:t>
      </w:r>
    </w:p>
    <w:p w:rsidR="007B2329" w:rsidRDefault="007B2329" w:rsidP="007B2329">
      <w:r>
        <w:t>340.8170</w:t>
      </w:r>
      <w:r>
        <w:tab/>
        <w:t>1.013e0</w:t>
      </w:r>
    </w:p>
    <w:p w:rsidR="007B2329" w:rsidRDefault="007B2329" w:rsidP="007B2329">
      <w:r>
        <w:t>340.8388</w:t>
      </w:r>
      <w:r>
        <w:tab/>
        <w:t>4.110e0</w:t>
      </w:r>
    </w:p>
    <w:p w:rsidR="007B2329" w:rsidRDefault="007B2329" w:rsidP="007B2329">
      <w:r>
        <w:t>340.8415</w:t>
      </w:r>
      <w:r>
        <w:tab/>
        <w:t>1.013e0</w:t>
      </w:r>
    </w:p>
    <w:p w:rsidR="007B2329" w:rsidRDefault="007B2329" w:rsidP="007B2329">
      <w:r>
        <w:t>340.8596</w:t>
      </w:r>
      <w:r>
        <w:tab/>
        <w:t>2.097e0</w:t>
      </w:r>
    </w:p>
    <w:p w:rsidR="007B2329" w:rsidRDefault="007B2329" w:rsidP="007B2329">
      <w:r>
        <w:t>340.8632</w:t>
      </w:r>
      <w:r>
        <w:tab/>
        <w:t>2.025e0</w:t>
      </w:r>
    </w:p>
    <w:p w:rsidR="007B2329" w:rsidRDefault="007B2329" w:rsidP="007B2329">
      <w:r>
        <w:t>340.8660</w:t>
      </w:r>
      <w:r>
        <w:tab/>
        <w:t>2.025e0</w:t>
      </w:r>
    </w:p>
    <w:p w:rsidR="007B2329" w:rsidRDefault="007B2329" w:rsidP="007B2329">
      <w:r>
        <w:t>340.8736</w:t>
      </w:r>
      <w:r>
        <w:tab/>
        <w:t>1.025e0</w:t>
      </w:r>
    </w:p>
    <w:p w:rsidR="007B2329" w:rsidRDefault="007B2329" w:rsidP="007B2329">
      <w:r>
        <w:t>340.8904</w:t>
      </w:r>
      <w:r>
        <w:tab/>
        <w:t>1.013e0</w:t>
      </w:r>
    </w:p>
    <w:p w:rsidR="007B2329" w:rsidRDefault="007B2329" w:rsidP="007B2329">
      <w:r>
        <w:t>340.8966</w:t>
      </w:r>
      <w:r>
        <w:tab/>
        <w:t>1.013e0</w:t>
      </w:r>
    </w:p>
    <w:p w:rsidR="007B2329" w:rsidRDefault="007B2329" w:rsidP="007B2329">
      <w:r>
        <w:t>340.9001</w:t>
      </w:r>
      <w:r>
        <w:tab/>
        <w:t>3.038e0</w:t>
      </w:r>
    </w:p>
    <w:p w:rsidR="007B2329" w:rsidRDefault="007B2329" w:rsidP="007B2329">
      <w:r>
        <w:t>340.9270</w:t>
      </w:r>
      <w:r>
        <w:tab/>
        <w:t>2.025e0</w:t>
      </w:r>
    </w:p>
    <w:p w:rsidR="007B2329" w:rsidRDefault="007B2329" w:rsidP="007B2329">
      <w:r>
        <w:t>340.9290</w:t>
      </w:r>
      <w:r>
        <w:tab/>
        <w:t>1.013e0</w:t>
      </w:r>
    </w:p>
    <w:p w:rsidR="007B2329" w:rsidRDefault="007B2329" w:rsidP="007B2329">
      <w:r>
        <w:t>340.9454</w:t>
      </w:r>
      <w:r>
        <w:tab/>
        <w:t>1.013e0</w:t>
      </w:r>
    </w:p>
    <w:p w:rsidR="007B2329" w:rsidRDefault="007B2329" w:rsidP="007B2329">
      <w:r>
        <w:t>340.9556</w:t>
      </w:r>
      <w:r>
        <w:tab/>
        <w:t>2.532e-2</w:t>
      </w:r>
    </w:p>
    <w:p w:rsidR="007B2329" w:rsidRDefault="007B2329" w:rsidP="007B2329">
      <w:r>
        <w:lastRenderedPageBreak/>
        <w:t>340.9578</w:t>
      </w:r>
      <w:r>
        <w:tab/>
        <w:t>1.013e0</w:t>
      </w:r>
    </w:p>
    <w:p w:rsidR="007B2329" w:rsidRDefault="007B2329" w:rsidP="007B2329">
      <w:r>
        <w:t>340.9595</w:t>
      </w:r>
      <w:r>
        <w:tab/>
        <w:t>4.051e0</w:t>
      </w:r>
    </w:p>
    <w:p w:rsidR="007B2329" w:rsidRDefault="007B2329" w:rsidP="007B2329">
      <w:r>
        <w:t>340.9742</w:t>
      </w:r>
      <w:r>
        <w:tab/>
        <w:t>1.013e0</w:t>
      </w:r>
    </w:p>
    <w:p w:rsidR="007B2329" w:rsidRDefault="007B2329" w:rsidP="007B2329">
      <w:r>
        <w:t>340.9783</w:t>
      </w:r>
      <w:r>
        <w:tab/>
        <w:t>6.076e0</w:t>
      </w:r>
    </w:p>
    <w:p w:rsidR="007B2329" w:rsidRDefault="007B2329" w:rsidP="007B2329">
      <w:r>
        <w:t>340.9822</w:t>
      </w:r>
      <w:r>
        <w:tab/>
        <w:t>1.013e0</w:t>
      </w:r>
    </w:p>
    <w:p w:rsidR="007B2329" w:rsidRDefault="007B2329" w:rsidP="007B2329">
      <w:r>
        <w:t>341.0008</w:t>
      </w:r>
      <w:r>
        <w:tab/>
        <w:t>2.025e0</w:t>
      </w:r>
    </w:p>
    <w:p w:rsidR="007B2329" w:rsidRDefault="007B2329" w:rsidP="007B2329">
      <w:r>
        <w:t>341.0028</w:t>
      </w:r>
      <w:r>
        <w:tab/>
        <w:t>2.025e0</w:t>
      </w:r>
    </w:p>
    <w:p w:rsidR="007B2329" w:rsidRDefault="007B2329" w:rsidP="007B2329">
      <w:r>
        <w:t>341.0233</w:t>
      </w:r>
      <w:r>
        <w:tab/>
        <w:t>1.013e0</w:t>
      </w:r>
    </w:p>
    <w:p w:rsidR="007B2329" w:rsidRDefault="007B2329" w:rsidP="007B2329">
      <w:r>
        <w:t>341.0277</w:t>
      </w:r>
      <w:r>
        <w:tab/>
        <w:t>3.038e0</w:t>
      </w:r>
    </w:p>
    <w:p w:rsidR="007B2329" w:rsidRDefault="007B2329" w:rsidP="007B2329">
      <w:r>
        <w:t>341.0330</w:t>
      </w:r>
      <w:r>
        <w:tab/>
        <w:t>1.025e0</w:t>
      </w:r>
    </w:p>
    <w:p w:rsidR="007B2329" w:rsidRDefault="007B2329" w:rsidP="007B2329">
      <w:r>
        <w:t>341.0472</w:t>
      </w:r>
      <w:r>
        <w:tab/>
        <w:t>3.038e0</w:t>
      </w:r>
    </w:p>
    <w:p w:rsidR="007B2329" w:rsidRDefault="007B2329" w:rsidP="007B2329">
      <w:r>
        <w:t>341.0551</w:t>
      </w:r>
      <w:r>
        <w:tab/>
        <w:t>3.038e0</w:t>
      </w:r>
    </w:p>
    <w:p w:rsidR="007B2329" w:rsidRDefault="007B2329" w:rsidP="007B2329">
      <w:r>
        <w:t>341.0680</w:t>
      </w:r>
      <w:r>
        <w:tab/>
        <w:t>1.013e0</w:t>
      </w:r>
    </w:p>
    <w:p w:rsidR="007B2329" w:rsidRDefault="007B2329" w:rsidP="007B2329">
      <w:r>
        <w:t>341.0724</w:t>
      </w:r>
      <w:r>
        <w:tab/>
        <w:t>1.013e0</w:t>
      </w:r>
    </w:p>
    <w:p w:rsidR="007B2329" w:rsidRDefault="007B2329" w:rsidP="007B2329">
      <w:r>
        <w:t>341.0803</w:t>
      </w:r>
      <w:r>
        <w:tab/>
        <w:t>2.025e0</w:t>
      </w:r>
    </w:p>
    <w:p w:rsidR="007B2329" w:rsidRDefault="007B2329" w:rsidP="007B2329">
      <w:r>
        <w:t>341.0822</w:t>
      </w:r>
      <w:r>
        <w:tab/>
        <w:t>2.025e0</w:t>
      </w:r>
    </w:p>
    <w:p w:rsidR="007B2329" w:rsidRDefault="007B2329" w:rsidP="007B2329">
      <w:r>
        <w:t>341.0911</w:t>
      </w:r>
      <w:r>
        <w:tab/>
        <w:t>5.063e0</w:t>
      </w:r>
    </w:p>
    <w:p w:rsidR="007B2329" w:rsidRDefault="007B2329" w:rsidP="007B2329">
      <w:r>
        <w:t>341.0970</w:t>
      </w:r>
      <w:r>
        <w:tab/>
        <w:t>1.013e0</w:t>
      </w:r>
    </w:p>
    <w:p w:rsidR="007B2329" w:rsidRDefault="007B2329" w:rsidP="007B2329">
      <w:r>
        <w:t>341.1169</w:t>
      </w:r>
      <w:r>
        <w:tab/>
        <w:t>1.013e0</w:t>
      </w:r>
    </w:p>
    <w:p w:rsidR="007B2329" w:rsidRDefault="007B2329" w:rsidP="007B2329">
      <w:r>
        <w:lastRenderedPageBreak/>
        <w:t>341.1297</w:t>
      </w:r>
      <w:r>
        <w:tab/>
        <w:t>2.025e0</w:t>
      </w:r>
    </w:p>
    <w:p w:rsidR="007B2329" w:rsidRDefault="007B2329" w:rsidP="007B2329">
      <w:r>
        <w:t>341.1850</w:t>
      </w:r>
      <w:r>
        <w:tab/>
        <w:t>1.522e2</w:t>
      </w:r>
    </w:p>
    <w:p w:rsidR="007B2329" w:rsidRDefault="007B2329" w:rsidP="007B2329">
      <w:r>
        <w:t>341.1863</w:t>
      </w:r>
      <w:r>
        <w:tab/>
        <w:t>1.332e2</w:t>
      </w:r>
    </w:p>
    <w:p w:rsidR="007B2329" w:rsidRDefault="007B2329" w:rsidP="007B2329">
      <w:r>
        <w:t>341.1875</w:t>
      </w:r>
      <w:r>
        <w:tab/>
        <w:t>3.332e2</w:t>
      </w:r>
    </w:p>
    <w:p w:rsidR="007B2329" w:rsidRDefault="007B2329" w:rsidP="007B2329">
      <w:r>
        <w:t>341.1888</w:t>
      </w:r>
      <w:r>
        <w:tab/>
        <w:t>3.198e2</w:t>
      </w:r>
    </w:p>
    <w:p w:rsidR="007B2329" w:rsidRDefault="007B2329" w:rsidP="007B2329">
      <w:r>
        <w:t>341.1932</w:t>
      </w:r>
      <w:r>
        <w:tab/>
        <w:t>1.013e1</w:t>
      </w:r>
    </w:p>
    <w:p w:rsidR="007B2329" w:rsidRDefault="007B2329" w:rsidP="007B2329">
      <w:r>
        <w:t>341.1955</w:t>
      </w:r>
      <w:r>
        <w:tab/>
        <w:t>1.007e1</w:t>
      </w:r>
    </w:p>
    <w:p w:rsidR="007B2329" w:rsidRDefault="007B2329" w:rsidP="007B2329">
      <w:r>
        <w:t>341.2508</w:t>
      </w:r>
      <w:r>
        <w:tab/>
        <w:t>3.032e0</w:t>
      </w:r>
    </w:p>
    <w:p w:rsidR="007B2329" w:rsidRDefault="007B2329" w:rsidP="007B2329">
      <w:r>
        <w:t>341.2707</w:t>
      </w:r>
      <w:r>
        <w:tab/>
        <w:t>1.267e0</w:t>
      </w:r>
    </w:p>
    <w:p w:rsidR="007B2329" w:rsidRDefault="007B2329" w:rsidP="007B2329">
      <w:r>
        <w:t>341.2732</w:t>
      </w:r>
      <w:r>
        <w:tab/>
        <w:t>1.013e0</w:t>
      </w:r>
    </w:p>
    <w:p w:rsidR="007B2329" w:rsidRDefault="007B2329" w:rsidP="007B2329">
      <w:r>
        <w:t>341.2744</w:t>
      </w:r>
      <w:r>
        <w:tab/>
        <w:t>4.051e0</w:t>
      </w:r>
    </w:p>
    <w:p w:rsidR="007B2329" w:rsidRDefault="007B2329" w:rsidP="007B2329">
      <w:r>
        <w:t>341.2755</w:t>
      </w:r>
      <w:r>
        <w:tab/>
        <w:t>3.038e0</w:t>
      </w:r>
    </w:p>
    <w:p w:rsidR="007B2329" w:rsidRDefault="007B2329" w:rsidP="007B2329">
      <w:r>
        <w:t>341.2829</w:t>
      </w:r>
      <w:r>
        <w:tab/>
        <w:t>5.063e0</w:t>
      </w:r>
    </w:p>
    <w:p w:rsidR="007B2329" w:rsidRDefault="007B2329" w:rsidP="007B2329">
      <w:r>
        <w:t>341.2906</w:t>
      </w:r>
      <w:r>
        <w:tab/>
        <w:t>5.063e0</w:t>
      </w:r>
    </w:p>
    <w:p w:rsidR="007B2329" w:rsidRDefault="007B2329" w:rsidP="007B2329">
      <w:r>
        <w:t>341.3067</w:t>
      </w:r>
      <w:r>
        <w:tab/>
        <w:t>1.013e0</w:t>
      </w:r>
    </w:p>
    <w:p w:rsidR="007B2329" w:rsidRDefault="007B2329" w:rsidP="007B2329">
      <w:r>
        <w:t>341.3100</w:t>
      </w:r>
      <w:r>
        <w:tab/>
        <w:t>2.025e0</w:t>
      </w:r>
    </w:p>
    <w:p w:rsidR="007B2329" w:rsidRDefault="007B2329" w:rsidP="007B2329">
      <w:r>
        <w:t>341.3319</w:t>
      </w:r>
      <w:r>
        <w:tab/>
        <w:t>5.063e0</w:t>
      </w:r>
    </w:p>
    <w:p w:rsidR="007B2329" w:rsidRDefault="007B2329" w:rsidP="007B2329">
      <w:r>
        <w:t>341.3376</w:t>
      </w:r>
      <w:r>
        <w:tab/>
        <w:t>1.013e0</w:t>
      </w:r>
    </w:p>
    <w:p w:rsidR="007B2329" w:rsidRDefault="007B2329" w:rsidP="007B2329">
      <w:r>
        <w:t>341.3415</w:t>
      </w:r>
      <w:r>
        <w:tab/>
        <w:t>2.025e0</w:t>
      </w:r>
    </w:p>
    <w:p w:rsidR="007B2329" w:rsidRDefault="007B2329" w:rsidP="007B2329">
      <w:r>
        <w:lastRenderedPageBreak/>
        <w:t>341.3464</w:t>
      </w:r>
      <w:r>
        <w:tab/>
        <w:t>2.025e0</w:t>
      </w:r>
    </w:p>
    <w:p w:rsidR="007B2329" w:rsidRDefault="007B2329" w:rsidP="007B2329">
      <w:r>
        <w:t>341.3509</w:t>
      </w:r>
      <w:r>
        <w:tab/>
        <w:t>2.025e0</w:t>
      </w:r>
    </w:p>
    <w:p w:rsidR="007B2329" w:rsidRDefault="007B2329" w:rsidP="007B2329">
      <w:r>
        <w:t>341.3579</w:t>
      </w:r>
      <w:r>
        <w:tab/>
        <w:t>4.051e0</w:t>
      </w:r>
    </w:p>
    <w:p w:rsidR="007B2329" w:rsidRDefault="007B2329" w:rsidP="007B2329">
      <w:r>
        <w:t>341.3676</w:t>
      </w:r>
      <w:r>
        <w:tab/>
        <w:t>1.013e0</w:t>
      </w:r>
    </w:p>
    <w:p w:rsidR="007B2329" w:rsidRDefault="007B2329" w:rsidP="007B2329">
      <w:r>
        <w:t>341.3802</w:t>
      </w:r>
      <w:r>
        <w:tab/>
        <w:t>1.013e0</w:t>
      </w:r>
    </w:p>
    <w:p w:rsidR="007B2329" w:rsidRDefault="007B2329" w:rsidP="007B2329">
      <w:r>
        <w:t>341.3922</w:t>
      </w:r>
      <w:r>
        <w:tab/>
        <w:t>1.013e0</w:t>
      </w:r>
    </w:p>
    <w:p w:rsidR="007B2329" w:rsidRDefault="007B2329" w:rsidP="007B2329">
      <w:r>
        <w:t>341.4048</w:t>
      </w:r>
      <w:r>
        <w:tab/>
        <w:t>1.013e0</w:t>
      </w:r>
    </w:p>
    <w:p w:rsidR="007B2329" w:rsidRDefault="007B2329" w:rsidP="007B2329">
      <w:r>
        <w:t>341.4105</w:t>
      </w:r>
      <w:r>
        <w:tab/>
        <w:t>2.025e0</w:t>
      </w:r>
    </w:p>
    <w:p w:rsidR="007B2329" w:rsidRDefault="007B2329" w:rsidP="007B2329">
      <w:r>
        <w:t>341.4237</w:t>
      </w:r>
      <w:r>
        <w:tab/>
        <w:t>5.063e0</w:t>
      </w:r>
    </w:p>
    <w:p w:rsidR="007B2329" w:rsidRDefault="007B2329" w:rsidP="007B2329">
      <w:r>
        <w:t>341.4293</w:t>
      </w:r>
      <w:r>
        <w:tab/>
        <w:t>1.013e0</w:t>
      </w:r>
    </w:p>
    <w:p w:rsidR="007B2329" w:rsidRDefault="007B2329" w:rsidP="007B2329">
      <w:r>
        <w:t>341.4326</w:t>
      </w:r>
      <w:r>
        <w:tab/>
        <w:t>2.025e0</w:t>
      </w:r>
    </w:p>
    <w:p w:rsidR="007B2329" w:rsidRDefault="007B2329" w:rsidP="007B2329">
      <w:r>
        <w:t>341.4414</w:t>
      </w:r>
      <w:r>
        <w:tab/>
        <w:t>1.013e0</w:t>
      </w:r>
    </w:p>
    <w:p w:rsidR="007B2329" w:rsidRDefault="007B2329" w:rsidP="007B2329">
      <w:r>
        <w:t>341.4431</w:t>
      </w:r>
      <w:r>
        <w:tab/>
        <w:t>2.025e0</w:t>
      </w:r>
    </w:p>
    <w:p w:rsidR="007B2329" w:rsidRDefault="007B2329" w:rsidP="007B2329">
      <w:r>
        <w:t>341.4519</w:t>
      </w:r>
      <w:r>
        <w:tab/>
        <w:t>6.076e0</w:t>
      </w:r>
    </w:p>
    <w:p w:rsidR="007B2329" w:rsidRDefault="007B2329" w:rsidP="007B2329">
      <w:r>
        <w:t>341.4661</w:t>
      </w:r>
      <w:r>
        <w:tab/>
        <w:t>2.025e0</w:t>
      </w:r>
    </w:p>
    <w:p w:rsidR="007B2329" w:rsidRDefault="007B2329" w:rsidP="007B2329">
      <w:r>
        <w:t>341.4865</w:t>
      </w:r>
      <w:r>
        <w:tab/>
        <w:t>8.101e0</w:t>
      </w:r>
    </w:p>
    <w:p w:rsidR="007B2329" w:rsidRDefault="007B2329" w:rsidP="007B2329">
      <w:r>
        <w:t>341.4943</w:t>
      </w:r>
      <w:r>
        <w:tab/>
        <w:t>1.013e0</w:t>
      </w:r>
    </w:p>
    <w:p w:rsidR="007B2329" w:rsidRDefault="007B2329" w:rsidP="007B2329">
      <w:r>
        <w:t>341.4985</w:t>
      </w:r>
      <w:r>
        <w:tab/>
        <w:t>2.025e0</w:t>
      </w:r>
    </w:p>
    <w:p w:rsidR="007B2329" w:rsidRDefault="007B2329" w:rsidP="007B2329">
      <w:r>
        <w:t>341.5089</w:t>
      </w:r>
      <w:r>
        <w:tab/>
        <w:t>1.013e0</w:t>
      </w:r>
    </w:p>
    <w:p w:rsidR="007B2329" w:rsidRDefault="007B2329" w:rsidP="007B2329">
      <w:r>
        <w:lastRenderedPageBreak/>
        <w:t>341.5288</w:t>
      </w:r>
      <w:r>
        <w:tab/>
        <w:t>5.076e0</w:t>
      </w:r>
    </w:p>
    <w:p w:rsidR="007B2329" w:rsidRDefault="007B2329" w:rsidP="007B2329">
      <w:r>
        <w:t>341.5495</w:t>
      </w:r>
      <w:r>
        <w:tab/>
        <w:t>9.114e0</w:t>
      </w:r>
    </w:p>
    <w:p w:rsidR="007B2329" w:rsidRDefault="007B2329" w:rsidP="007B2329">
      <w:r>
        <w:t>341.5647</w:t>
      </w:r>
      <w:r>
        <w:tab/>
        <w:t>4.051e0</w:t>
      </w:r>
    </w:p>
    <w:p w:rsidR="007B2329" w:rsidRDefault="007B2329" w:rsidP="007B2329">
      <w:r>
        <w:t>341.5781</w:t>
      </w:r>
      <w:r>
        <w:tab/>
        <w:t>3.038e0</w:t>
      </w:r>
    </w:p>
    <w:p w:rsidR="007B2329" w:rsidRDefault="007B2329" w:rsidP="007B2329">
      <w:r>
        <w:t>341.5948</w:t>
      </w:r>
      <w:r>
        <w:tab/>
        <w:t>3.051e0</w:t>
      </w:r>
    </w:p>
    <w:p w:rsidR="007B2329" w:rsidRDefault="007B2329" w:rsidP="007B2329">
      <w:r>
        <w:t>341.6013</w:t>
      </w:r>
      <w:r>
        <w:tab/>
        <w:t>8.101e0</w:t>
      </w:r>
    </w:p>
    <w:p w:rsidR="007B2329" w:rsidRDefault="007B2329" w:rsidP="007B2329">
      <w:r>
        <w:t>341.6070</w:t>
      </w:r>
      <w:r>
        <w:tab/>
        <w:t>1.013e0</w:t>
      </w:r>
    </w:p>
    <w:p w:rsidR="007B2329" w:rsidRDefault="007B2329" w:rsidP="007B2329">
      <w:r>
        <w:t>341.6205</w:t>
      </w:r>
      <w:r>
        <w:tab/>
        <w:t>3.038e0</w:t>
      </w:r>
    </w:p>
    <w:p w:rsidR="007B2329" w:rsidRDefault="007B2329" w:rsidP="007B2329">
      <w:r>
        <w:t>341.6217</w:t>
      </w:r>
      <w:r>
        <w:tab/>
        <w:t>4.423e0</w:t>
      </w:r>
    </w:p>
    <w:p w:rsidR="007B2329" w:rsidRDefault="007B2329" w:rsidP="007B2329">
      <w:r>
        <w:t>341.6316</w:t>
      </w:r>
      <w:r>
        <w:tab/>
        <w:t>3.038e0</w:t>
      </w:r>
    </w:p>
    <w:p w:rsidR="007B2329" w:rsidRDefault="007B2329" w:rsidP="007B2329">
      <w:r>
        <w:t>341.6326</w:t>
      </w:r>
      <w:r>
        <w:tab/>
        <w:t>4.674e0</w:t>
      </w:r>
    </w:p>
    <w:p w:rsidR="007B2329" w:rsidRDefault="007B2329" w:rsidP="007B2329">
      <w:r>
        <w:t>341.6463</w:t>
      </w:r>
      <w:r>
        <w:tab/>
        <w:t>3.038e0</w:t>
      </w:r>
    </w:p>
    <w:p w:rsidR="007B2329" w:rsidRDefault="007B2329" w:rsidP="007B2329">
      <w:r>
        <w:t>341.6563</w:t>
      </w:r>
      <w:r>
        <w:tab/>
        <w:t>2.025e0</w:t>
      </w:r>
    </w:p>
    <w:p w:rsidR="007B2329" w:rsidRDefault="007B2329" w:rsidP="007B2329">
      <w:r>
        <w:t>341.6638</w:t>
      </w:r>
      <w:r>
        <w:tab/>
        <w:t>3.038e0</w:t>
      </w:r>
    </w:p>
    <w:p w:rsidR="007B2329" w:rsidRDefault="007B2329" w:rsidP="007B2329">
      <w:r>
        <w:t>341.6696</w:t>
      </w:r>
      <w:r>
        <w:tab/>
        <w:t>3.038e0</w:t>
      </w:r>
    </w:p>
    <w:p w:rsidR="007B2329" w:rsidRDefault="007B2329" w:rsidP="007B2329">
      <w:r>
        <w:t>341.6726</w:t>
      </w:r>
      <w:r>
        <w:tab/>
        <w:t>3.282e0</w:t>
      </w:r>
    </w:p>
    <w:p w:rsidR="007B2329" w:rsidRDefault="007B2329" w:rsidP="007B2329">
      <w:r>
        <w:t>341.6911</w:t>
      </w:r>
      <w:r>
        <w:tab/>
        <w:t>1.013e0</w:t>
      </w:r>
    </w:p>
    <w:p w:rsidR="007B2329" w:rsidRDefault="007B2329" w:rsidP="007B2329">
      <w:r>
        <w:t>341.6971</w:t>
      </w:r>
      <w:r>
        <w:tab/>
        <w:t>3.195e0</w:t>
      </w:r>
    </w:p>
    <w:p w:rsidR="007B2329" w:rsidRDefault="007B2329" w:rsidP="007B2329">
      <w:r>
        <w:t>341.7028</w:t>
      </w:r>
      <w:r>
        <w:tab/>
        <w:t>4.051e0</w:t>
      </w:r>
    </w:p>
    <w:p w:rsidR="007B2329" w:rsidRDefault="007B2329" w:rsidP="007B2329">
      <w:r>
        <w:lastRenderedPageBreak/>
        <w:t>341.7157</w:t>
      </w:r>
      <w:r>
        <w:tab/>
        <w:t>1.013e0</w:t>
      </w:r>
    </w:p>
    <w:p w:rsidR="007B2329" w:rsidRDefault="007B2329" w:rsidP="007B2329">
      <w:r>
        <w:t>341.7187</w:t>
      </w:r>
      <w:r>
        <w:tab/>
        <w:t>8.935e0</w:t>
      </w:r>
    </w:p>
    <w:p w:rsidR="007B2329" w:rsidRDefault="007B2329" w:rsidP="007B2329">
      <w:r>
        <w:t>341.7220</w:t>
      </w:r>
      <w:r>
        <w:tab/>
        <w:t>4.202e0</w:t>
      </w:r>
    </w:p>
    <w:p w:rsidR="007B2329" w:rsidRDefault="007B2329" w:rsidP="007B2329">
      <w:r>
        <w:t>341.7378</w:t>
      </w:r>
      <w:r>
        <w:tab/>
        <w:t>3.137e0</w:t>
      </w:r>
    </w:p>
    <w:p w:rsidR="007B2329" w:rsidRDefault="007B2329" w:rsidP="007B2329">
      <w:r>
        <w:t>341.7450</w:t>
      </w:r>
      <w:r>
        <w:tab/>
        <w:t>3.196e0</w:t>
      </w:r>
    </w:p>
    <w:p w:rsidR="007B2329" w:rsidRDefault="007B2329" w:rsidP="007B2329">
      <w:r>
        <w:t>341.7480</w:t>
      </w:r>
      <w:r>
        <w:tab/>
        <w:t>8.511e0</w:t>
      </w:r>
    </w:p>
    <w:p w:rsidR="007B2329" w:rsidRDefault="007B2329" w:rsidP="007B2329">
      <w:r>
        <w:t>341.7518</w:t>
      </w:r>
      <w:r>
        <w:tab/>
        <w:t>3.627e0</w:t>
      </w:r>
    </w:p>
    <w:p w:rsidR="007B2329" w:rsidRDefault="007B2329" w:rsidP="007B2329">
      <w:r>
        <w:t>341.7604</w:t>
      </w:r>
      <w:r>
        <w:tab/>
        <w:t>4.051e0</w:t>
      </w:r>
    </w:p>
    <w:p w:rsidR="007B2329" w:rsidRDefault="007B2329" w:rsidP="007B2329">
      <w:r>
        <w:t>341.7614</w:t>
      </w:r>
      <w:r>
        <w:tab/>
        <w:t>3.798e-2</w:t>
      </w:r>
    </w:p>
    <w:p w:rsidR="007B2329" w:rsidRDefault="007B2329" w:rsidP="007B2329">
      <w:r>
        <w:t>341.7766</w:t>
      </w:r>
      <w:r>
        <w:tab/>
        <w:t>4.051e0</w:t>
      </w:r>
    </w:p>
    <w:p w:rsidR="007B2329" w:rsidRDefault="007B2329" w:rsidP="007B2329">
      <w:r>
        <w:t>341.7849</w:t>
      </w:r>
      <w:r>
        <w:tab/>
        <w:t>3.872e0</w:t>
      </w:r>
    </w:p>
    <w:p w:rsidR="007B2329" w:rsidRDefault="007B2329" w:rsidP="007B2329">
      <w:r>
        <w:t>341.7902</w:t>
      </w:r>
      <w:r>
        <w:tab/>
        <w:t>4.051e0</w:t>
      </w:r>
    </w:p>
    <w:p w:rsidR="007B2329" w:rsidRDefault="007B2329" w:rsidP="007B2329">
      <w:r>
        <w:t>341.8033</w:t>
      </w:r>
      <w:r>
        <w:tab/>
        <w:t>1.013e0</w:t>
      </w:r>
    </w:p>
    <w:p w:rsidR="007B2329" w:rsidRDefault="007B2329" w:rsidP="007B2329">
      <w:r>
        <w:t>341.8110</w:t>
      </w:r>
      <w:r>
        <w:tab/>
        <w:t>1.051e0</w:t>
      </w:r>
    </w:p>
    <w:p w:rsidR="007B2329" w:rsidRDefault="007B2329" w:rsidP="007B2329">
      <w:r>
        <w:t>341.8150</w:t>
      </w:r>
      <w:r>
        <w:tab/>
        <w:t>1.045e1</w:t>
      </w:r>
    </w:p>
    <w:p w:rsidR="007B2329" w:rsidRDefault="007B2329" w:rsidP="007B2329">
      <w:r>
        <w:t>341.8387</w:t>
      </w:r>
      <w:r>
        <w:tab/>
        <w:t>1.013e0</w:t>
      </w:r>
    </w:p>
    <w:p w:rsidR="007B2329" w:rsidRDefault="007B2329" w:rsidP="007B2329">
      <w:r>
        <w:t>341.8465</w:t>
      </w:r>
      <w:r>
        <w:tab/>
        <w:t>1.013e0</w:t>
      </w:r>
    </w:p>
    <w:p w:rsidR="007B2329" w:rsidRDefault="007B2329" w:rsidP="007B2329">
      <w:r>
        <w:t>341.8475</w:t>
      </w:r>
      <w:r>
        <w:tab/>
        <w:t>1.094e1</w:t>
      </w:r>
    </w:p>
    <w:p w:rsidR="007B2329" w:rsidRDefault="007B2329" w:rsidP="007B2329">
      <w:r>
        <w:t>341.8604</w:t>
      </w:r>
      <w:r>
        <w:tab/>
        <w:t>2.025e0</w:t>
      </w:r>
    </w:p>
    <w:p w:rsidR="007B2329" w:rsidRDefault="007B2329" w:rsidP="007B2329">
      <w:r>
        <w:lastRenderedPageBreak/>
        <w:t>341.8671</w:t>
      </w:r>
      <w:r>
        <w:tab/>
        <w:t>6.634e0</w:t>
      </w:r>
    </w:p>
    <w:p w:rsidR="007B2329" w:rsidRDefault="007B2329" w:rsidP="007B2329">
      <w:r>
        <w:t>341.8698</w:t>
      </w:r>
      <w:r>
        <w:tab/>
        <w:t>9.114e0</w:t>
      </w:r>
    </w:p>
    <w:p w:rsidR="007B2329" w:rsidRDefault="007B2329" w:rsidP="007B2329">
      <w:r>
        <w:t>341.8719</w:t>
      </w:r>
      <w:r>
        <w:tab/>
        <w:t>3.038e0</w:t>
      </w:r>
    </w:p>
    <w:p w:rsidR="007B2329" w:rsidRDefault="007B2329" w:rsidP="007B2329">
      <w:r>
        <w:t>341.8848</w:t>
      </w:r>
      <w:r>
        <w:tab/>
        <w:t>2.025e0</w:t>
      </w:r>
    </w:p>
    <w:p w:rsidR="007B2329" w:rsidRDefault="007B2329" w:rsidP="007B2329">
      <w:r>
        <w:t>341.8905</w:t>
      </w:r>
      <w:r>
        <w:tab/>
        <w:t>4.548e0</w:t>
      </w:r>
    </w:p>
    <w:p w:rsidR="007B2329" w:rsidRDefault="007B2329" w:rsidP="007B2329">
      <w:r>
        <w:t>341.8932</w:t>
      </w:r>
      <w:r>
        <w:tab/>
        <w:t>3.038e0</w:t>
      </w:r>
    </w:p>
    <w:p w:rsidR="007B2329" w:rsidRDefault="007B2329" w:rsidP="007B2329">
      <w:r>
        <w:t>341.8959</w:t>
      </w:r>
      <w:r>
        <w:tab/>
        <w:t>2.025e0</w:t>
      </w:r>
    </w:p>
    <w:p w:rsidR="007B2329" w:rsidRDefault="007B2329" w:rsidP="007B2329">
      <w:r>
        <w:t>341.9019</w:t>
      </w:r>
      <w:r>
        <w:tab/>
        <w:t>3.038e0</w:t>
      </w:r>
    </w:p>
    <w:p w:rsidR="007B2329" w:rsidRDefault="007B2329" w:rsidP="007B2329">
      <w:r>
        <w:t>341.9120</w:t>
      </w:r>
      <w:r>
        <w:tab/>
        <w:t>6.076e0</w:t>
      </w:r>
    </w:p>
    <w:p w:rsidR="007B2329" w:rsidRDefault="007B2329" w:rsidP="007B2329">
      <w:r>
        <w:t>341.9204</w:t>
      </w:r>
      <w:r>
        <w:tab/>
        <w:t>2.025e0</w:t>
      </w:r>
    </w:p>
    <w:p w:rsidR="007B2329" w:rsidRDefault="007B2329" w:rsidP="007B2329">
      <w:r>
        <w:t>341.9254</w:t>
      </w:r>
      <w:r>
        <w:tab/>
        <w:t>3.038e0</w:t>
      </w:r>
    </w:p>
    <w:p w:rsidR="007B2329" w:rsidRDefault="007B2329" w:rsidP="007B2329">
      <w:r>
        <w:t>341.9313</w:t>
      </w:r>
      <w:r>
        <w:tab/>
        <w:t>3.038e0</w:t>
      </w:r>
    </w:p>
    <w:p w:rsidR="007B2329" w:rsidRDefault="007B2329" w:rsidP="007B2329">
      <w:r>
        <w:t>341.9398</w:t>
      </w:r>
      <w:r>
        <w:tab/>
        <w:t>5.063e0</w:t>
      </w:r>
    </w:p>
    <w:p w:rsidR="007B2329" w:rsidRDefault="007B2329" w:rsidP="007B2329">
      <w:r>
        <w:t>341.9441</w:t>
      </w:r>
      <w:r>
        <w:tab/>
        <w:t>3.038e0</w:t>
      </w:r>
    </w:p>
    <w:p w:rsidR="007B2329" w:rsidRDefault="007B2329" w:rsidP="007B2329">
      <w:r>
        <w:t>341.9536</w:t>
      </w:r>
      <w:r>
        <w:tab/>
        <w:t>1.025e0</w:t>
      </w:r>
    </w:p>
    <w:p w:rsidR="007B2329" w:rsidRDefault="007B2329" w:rsidP="007B2329">
      <w:r>
        <w:t>341.9656</w:t>
      </w:r>
      <w:r>
        <w:tab/>
        <w:t>1.013e0</w:t>
      </w:r>
    </w:p>
    <w:p w:rsidR="007B2329" w:rsidRDefault="007B2329" w:rsidP="007B2329">
      <w:r>
        <w:t>341.9882</w:t>
      </w:r>
      <w:r>
        <w:tab/>
        <w:t>7.839e0</w:t>
      </w:r>
    </w:p>
    <w:p w:rsidR="007B2329" w:rsidRDefault="007B2329" w:rsidP="007B2329">
      <w:r>
        <w:t>341.9909</w:t>
      </w:r>
      <w:r>
        <w:tab/>
        <w:t>8.101e0</w:t>
      </w:r>
    </w:p>
    <w:p w:rsidR="007B2329" w:rsidRDefault="007B2329" w:rsidP="007B2329">
      <w:r>
        <w:t>342.0077</w:t>
      </w:r>
      <w:r>
        <w:tab/>
        <w:t>6.076e0</w:t>
      </w:r>
    </w:p>
    <w:p w:rsidR="007B2329" w:rsidRDefault="007B2329" w:rsidP="007B2329">
      <w:r>
        <w:lastRenderedPageBreak/>
        <w:t>342.0110</w:t>
      </w:r>
      <w:r>
        <w:tab/>
        <w:t>1.013e0</w:t>
      </w:r>
    </w:p>
    <w:p w:rsidR="007B2329" w:rsidRDefault="007B2329" w:rsidP="007B2329">
      <w:r>
        <w:t>342.0149</w:t>
      </w:r>
      <w:r>
        <w:tab/>
        <w:t>7.089e0</w:t>
      </w:r>
    </w:p>
    <w:p w:rsidR="007B2329" w:rsidRDefault="007B2329" w:rsidP="007B2329">
      <w:r>
        <w:t>342.0236</w:t>
      </w:r>
      <w:r>
        <w:tab/>
        <w:t>2.025e0</w:t>
      </w:r>
    </w:p>
    <w:p w:rsidR="007B2329" w:rsidRDefault="007B2329" w:rsidP="007B2329">
      <w:r>
        <w:t>342.0297</w:t>
      </w:r>
      <w:r>
        <w:tab/>
        <w:t>8.101e0</w:t>
      </w:r>
    </w:p>
    <w:p w:rsidR="007B2329" w:rsidRDefault="007B2329" w:rsidP="007B2329">
      <w:r>
        <w:t>342.0353</w:t>
      </w:r>
      <w:r>
        <w:tab/>
        <w:t>4.051e0</w:t>
      </w:r>
    </w:p>
    <w:p w:rsidR="007B2329" w:rsidRDefault="007B2329" w:rsidP="007B2329">
      <w:r>
        <w:t>342.0487</w:t>
      </w:r>
      <w:r>
        <w:tab/>
        <w:t>1.013e0</w:t>
      </w:r>
    </w:p>
    <w:p w:rsidR="007B2329" w:rsidRDefault="007B2329" w:rsidP="007B2329">
      <w:r>
        <w:t>342.0640</w:t>
      </w:r>
      <w:r>
        <w:tab/>
        <w:t>3.038e0</w:t>
      </w:r>
    </w:p>
    <w:p w:rsidR="007B2329" w:rsidRDefault="007B2329" w:rsidP="007B2329">
      <w:r>
        <w:t>342.0664</w:t>
      </w:r>
      <w:r>
        <w:tab/>
        <w:t>1.038e0</w:t>
      </w:r>
    </w:p>
    <w:p w:rsidR="007B2329" w:rsidRDefault="007B2329" w:rsidP="007B2329">
      <w:r>
        <w:t>342.0680</w:t>
      </w:r>
      <w:r>
        <w:tab/>
        <w:t>1.013e0</w:t>
      </w:r>
    </w:p>
    <w:p w:rsidR="007B2329" w:rsidRDefault="007B2329" w:rsidP="007B2329">
      <w:r>
        <w:t>342.0734</w:t>
      </w:r>
      <w:r>
        <w:tab/>
        <w:t>1.013e0</w:t>
      </w:r>
    </w:p>
    <w:p w:rsidR="007B2329" w:rsidRDefault="007B2329" w:rsidP="007B2329">
      <w:r>
        <w:t>342.0760</w:t>
      </w:r>
      <w:r>
        <w:tab/>
        <w:t>3.781e0</w:t>
      </w:r>
    </w:p>
    <w:p w:rsidR="007B2329" w:rsidRDefault="007B2329" w:rsidP="007B2329">
      <w:r>
        <w:t>342.0783</w:t>
      </w:r>
      <w:r>
        <w:tab/>
        <w:t>2.025e0</w:t>
      </w:r>
    </w:p>
    <w:p w:rsidR="007B2329" w:rsidRDefault="007B2329" w:rsidP="007B2329">
      <w:r>
        <w:t>342.0939</w:t>
      </w:r>
      <w:r>
        <w:tab/>
        <w:t>5.098e0</w:t>
      </w:r>
    </w:p>
    <w:p w:rsidR="007B2329" w:rsidRDefault="007B2329" w:rsidP="007B2329">
      <w:r>
        <w:t>342.0989</w:t>
      </w:r>
      <w:r>
        <w:tab/>
        <w:t>1.025e0</w:t>
      </w:r>
    </w:p>
    <w:p w:rsidR="007B2329" w:rsidRDefault="007B2329" w:rsidP="007B2329">
      <w:r>
        <w:t>342.1274</w:t>
      </w:r>
      <w:r>
        <w:tab/>
        <w:t>2.025e0</w:t>
      </w:r>
    </w:p>
    <w:p w:rsidR="007B2329" w:rsidRDefault="007B2329" w:rsidP="007B2329">
      <w:r>
        <w:t>342.2060</w:t>
      </w:r>
      <w:r>
        <w:tab/>
        <w:t>6.718e3</w:t>
      </w:r>
    </w:p>
    <w:p w:rsidR="007B2329" w:rsidRDefault="007B2329" w:rsidP="007B2329">
      <w:r>
        <w:t>342.2072</w:t>
      </w:r>
      <w:r>
        <w:tab/>
        <w:t>3.103e3</w:t>
      </w:r>
    </w:p>
    <w:p w:rsidR="007B2329" w:rsidRDefault="007B2329" w:rsidP="007B2329">
      <w:r>
        <w:t>342.2086</w:t>
      </w:r>
      <w:r>
        <w:tab/>
        <w:t>3.242e2</w:t>
      </w:r>
    </w:p>
    <w:p w:rsidR="007B2329" w:rsidRDefault="007B2329" w:rsidP="007B2329">
      <w:r>
        <w:t>342.2845</w:t>
      </w:r>
      <w:r>
        <w:tab/>
        <w:t>9.127e0</w:t>
      </w:r>
    </w:p>
    <w:p w:rsidR="007B2329" w:rsidRDefault="007B2329" w:rsidP="007B2329">
      <w:r>
        <w:lastRenderedPageBreak/>
        <w:t>342.2895</w:t>
      </w:r>
      <w:r>
        <w:tab/>
        <w:t>1.013e0</w:t>
      </w:r>
    </w:p>
    <w:p w:rsidR="007B2329" w:rsidRDefault="007B2329" w:rsidP="007B2329">
      <w:r>
        <w:t>342.2929</w:t>
      </w:r>
      <w:r>
        <w:tab/>
        <w:t>6.557e0</w:t>
      </w:r>
    </w:p>
    <w:p w:rsidR="007B2329" w:rsidRDefault="007B2329" w:rsidP="007B2329">
      <w:r>
        <w:t>342.2994</w:t>
      </w:r>
      <w:r>
        <w:tab/>
        <w:t>7.089e0</w:t>
      </w:r>
    </w:p>
    <w:p w:rsidR="007B2329" w:rsidRDefault="007B2329" w:rsidP="007B2329">
      <w:r>
        <w:t>342.3236</w:t>
      </w:r>
      <w:r>
        <w:tab/>
        <w:t>1.422e1</w:t>
      </w:r>
    </w:p>
    <w:p w:rsidR="007B2329" w:rsidRDefault="007B2329" w:rsidP="007B2329">
      <w:r>
        <w:t>342.3302</w:t>
      </w:r>
      <w:r>
        <w:tab/>
        <w:t>1.263e1</w:t>
      </w:r>
    </w:p>
    <w:p w:rsidR="007B2329" w:rsidRDefault="007B2329" w:rsidP="007B2329">
      <w:r>
        <w:t>342.3322</w:t>
      </w:r>
      <w:r>
        <w:tab/>
        <w:t>5.356e0</w:t>
      </w:r>
    </w:p>
    <w:p w:rsidR="007B2329" w:rsidRDefault="007B2329" w:rsidP="007B2329">
      <w:r>
        <w:t>342.3368</w:t>
      </w:r>
      <w:r>
        <w:tab/>
        <w:t>1.591e1</w:t>
      </w:r>
    </w:p>
    <w:p w:rsidR="007B2329" w:rsidRDefault="007B2329" w:rsidP="007B2329">
      <w:r>
        <w:t>342.3385</w:t>
      </w:r>
      <w:r>
        <w:tab/>
        <w:t>2.025e0</w:t>
      </w:r>
    </w:p>
    <w:p w:rsidR="007B2329" w:rsidRDefault="007B2329" w:rsidP="007B2329">
      <w:r>
        <w:t>342.3437</w:t>
      </w:r>
      <w:r>
        <w:tab/>
        <w:t>1.013e0</w:t>
      </w:r>
    </w:p>
    <w:p w:rsidR="007B2329" w:rsidRDefault="007B2329" w:rsidP="007B2329">
      <w:r>
        <w:t>342.3509</w:t>
      </w:r>
      <w:r>
        <w:tab/>
        <w:t>6.864e0</w:t>
      </w:r>
    </w:p>
    <w:p w:rsidR="007B2329" w:rsidRDefault="007B2329" w:rsidP="007B2329">
      <w:r>
        <w:t>342.3728</w:t>
      </w:r>
      <w:r>
        <w:tab/>
        <w:t>1.850e1</w:t>
      </w:r>
    </w:p>
    <w:p w:rsidR="007B2329" w:rsidRDefault="007B2329" w:rsidP="007B2329">
      <w:r>
        <w:t>342.3757</w:t>
      </w:r>
      <w:r>
        <w:tab/>
        <w:t>6.627e0</w:t>
      </w:r>
    </w:p>
    <w:p w:rsidR="007B2329" w:rsidRDefault="007B2329" w:rsidP="007B2329">
      <w:r>
        <w:t>342.3837</w:t>
      </w:r>
      <w:r>
        <w:tab/>
        <w:t>2.025e0</w:t>
      </w:r>
    </w:p>
    <w:p w:rsidR="007B2329" w:rsidRDefault="007B2329" w:rsidP="007B2329">
      <w:r>
        <w:t>342.3923</w:t>
      </w:r>
      <w:r>
        <w:tab/>
        <w:t>1.815e1</w:t>
      </w:r>
    </w:p>
    <w:p w:rsidR="007B2329" w:rsidRDefault="007B2329" w:rsidP="007B2329">
      <w:r>
        <w:t>342.3970</w:t>
      </w:r>
      <w:r>
        <w:tab/>
        <w:t>2.835e1</w:t>
      </w:r>
    </w:p>
    <w:p w:rsidR="007B2329" w:rsidRDefault="007B2329" w:rsidP="007B2329">
      <w:r>
        <w:t>342.4007</w:t>
      </w:r>
      <w:r>
        <w:tab/>
        <w:t>1.139e1</w:t>
      </w:r>
    </w:p>
    <w:p w:rsidR="007B2329" w:rsidRDefault="007B2329" w:rsidP="007B2329">
      <w:r>
        <w:t>342.4052</w:t>
      </w:r>
      <w:r>
        <w:tab/>
        <w:t>5.063e0</w:t>
      </w:r>
    </w:p>
    <w:p w:rsidR="007B2329" w:rsidRDefault="007B2329" w:rsidP="007B2329">
      <w:r>
        <w:t>342.4146</w:t>
      </w:r>
      <w:r>
        <w:tab/>
        <w:t>2.822e0</w:t>
      </w:r>
    </w:p>
    <w:p w:rsidR="007B2329" w:rsidRDefault="007B2329" w:rsidP="007B2329">
      <w:r>
        <w:t>342.4209</w:t>
      </w:r>
      <w:r>
        <w:tab/>
        <w:t>1.526e1</w:t>
      </w:r>
    </w:p>
    <w:p w:rsidR="007B2329" w:rsidRDefault="007B2329" w:rsidP="007B2329">
      <w:r>
        <w:lastRenderedPageBreak/>
        <w:t>342.4237</w:t>
      </w:r>
      <w:r>
        <w:tab/>
        <w:t>5.607e0</w:t>
      </w:r>
    </w:p>
    <w:p w:rsidR="007B2329" w:rsidRDefault="007B2329" w:rsidP="007B2329">
      <w:r>
        <w:t>342.4258</w:t>
      </w:r>
      <w:r>
        <w:tab/>
        <w:t>2.025e1</w:t>
      </w:r>
    </w:p>
    <w:p w:rsidR="007B2329" w:rsidRDefault="007B2329" w:rsidP="007B2329">
      <w:r>
        <w:t>342.4420</w:t>
      </w:r>
      <w:r>
        <w:tab/>
        <w:t>1.013e0</w:t>
      </w:r>
    </w:p>
    <w:p w:rsidR="007B2329" w:rsidRDefault="007B2329" w:rsidP="007B2329">
      <w:r>
        <w:t>342.4482</w:t>
      </w:r>
      <w:r>
        <w:tab/>
        <w:t>1.983e1</w:t>
      </w:r>
    </w:p>
    <w:p w:rsidR="007B2329" w:rsidRDefault="007B2329" w:rsidP="007B2329">
      <w:r>
        <w:t>342.4609</w:t>
      </w:r>
      <w:r>
        <w:tab/>
        <w:t>2.025e0</w:t>
      </w:r>
    </w:p>
    <w:p w:rsidR="007B2329" w:rsidRDefault="007B2329" w:rsidP="007B2329">
      <w:r>
        <w:t>342.4652</w:t>
      </w:r>
      <w:r>
        <w:tab/>
        <w:t>9.827e0</w:t>
      </w:r>
    </w:p>
    <w:p w:rsidR="007B2329" w:rsidRDefault="007B2329" w:rsidP="007B2329">
      <w:r>
        <w:t>342.4677</w:t>
      </w:r>
      <w:r>
        <w:tab/>
        <w:t>1.067e0</w:t>
      </w:r>
    </w:p>
    <w:p w:rsidR="007B2329" w:rsidRDefault="007B2329" w:rsidP="007B2329">
      <w:r>
        <w:t>342.4707</w:t>
      </w:r>
      <w:r>
        <w:tab/>
        <w:t>9.916e0</w:t>
      </w:r>
    </w:p>
    <w:p w:rsidR="007B2329" w:rsidRDefault="007B2329" w:rsidP="007B2329">
      <w:r>
        <w:t>342.4785</w:t>
      </w:r>
      <w:r>
        <w:tab/>
        <w:t>6.029e0</w:t>
      </w:r>
    </w:p>
    <w:p w:rsidR="007B2329" w:rsidRDefault="007B2329" w:rsidP="007B2329">
      <w:r>
        <w:t>342.5030</w:t>
      </w:r>
      <w:r>
        <w:tab/>
        <w:t>1.013e0</w:t>
      </w:r>
    </w:p>
    <w:p w:rsidR="007B2329" w:rsidRDefault="007B2329" w:rsidP="007B2329">
      <w:r>
        <w:t>342.5103</w:t>
      </w:r>
      <w:r>
        <w:tab/>
        <w:t>1.300e1</w:t>
      </w:r>
    </w:p>
    <w:p w:rsidR="007B2329" w:rsidRDefault="007B2329" w:rsidP="007B2329">
      <w:r>
        <w:t>342.5133</w:t>
      </w:r>
      <w:r>
        <w:tab/>
        <w:t>5.063e0</w:t>
      </w:r>
    </w:p>
    <w:p w:rsidR="007B2329" w:rsidRDefault="007B2329" w:rsidP="007B2329">
      <w:r>
        <w:t>342.5162</w:t>
      </w:r>
      <w:r>
        <w:tab/>
        <w:t>8.101e0</w:t>
      </w:r>
    </w:p>
    <w:p w:rsidR="007B2329" w:rsidRDefault="007B2329" w:rsidP="007B2329">
      <w:r>
        <w:t>342.5173</w:t>
      </w:r>
      <w:r>
        <w:tab/>
        <w:t>9.617e0</w:t>
      </w:r>
    </w:p>
    <w:p w:rsidR="007B2329" w:rsidRDefault="007B2329" w:rsidP="007B2329">
      <w:r>
        <w:t>342.5284</w:t>
      </w:r>
      <w:r>
        <w:tab/>
        <w:t>7.089e0</w:t>
      </w:r>
    </w:p>
    <w:p w:rsidR="007B2329" w:rsidRDefault="007B2329" w:rsidP="007B2329">
      <w:r>
        <w:t>342.5516</w:t>
      </w:r>
      <w:r>
        <w:tab/>
        <w:t>4.251e0</w:t>
      </w:r>
    </w:p>
    <w:p w:rsidR="007B2329" w:rsidRDefault="007B2329" w:rsidP="007B2329">
      <w:r>
        <w:t>342.5547</w:t>
      </w:r>
      <w:r>
        <w:tab/>
        <w:t>3.038e0</w:t>
      </w:r>
    </w:p>
    <w:p w:rsidR="007B2329" w:rsidRDefault="007B2329" w:rsidP="007B2329">
      <w:r>
        <w:t>342.5658</w:t>
      </w:r>
      <w:r>
        <w:tab/>
        <w:t>8.101e0</w:t>
      </w:r>
    </w:p>
    <w:p w:rsidR="007B2329" w:rsidRDefault="007B2329" w:rsidP="007B2329">
      <w:r>
        <w:t>342.5806</w:t>
      </w:r>
      <w:r>
        <w:tab/>
        <w:t>1.013e0</w:t>
      </w:r>
    </w:p>
    <w:p w:rsidR="007B2329" w:rsidRDefault="007B2329" w:rsidP="007B2329">
      <w:r>
        <w:lastRenderedPageBreak/>
        <w:t>342.5927</w:t>
      </w:r>
      <w:r>
        <w:tab/>
        <w:t>4.051e0</w:t>
      </w:r>
    </w:p>
    <w:p w:rsidR="007B2329" w:rsidRDefault="007B2329" w:rsidP="007B2329">
      <w:r>
        <w:t>342.5999</w:t>
      </w:r>
      <w:r>
        <w:tab/>
        <w:t>3.038e0</w:t>
      </w:r>
    </w:p>
    <w:p w:rsidR="007B2329" w:rsidRDefault="007B2329" w:rsidP="007B2329">
      <w:r>
        <w:t>342.6037</w:t>
      </w:r>
      <w:r>
        <w:tab/>
        <w:t>8.661e0</w:t>
      </w:r>
    </w:p>
    <w:p w:rsidR="007B2329" w:rsidRDefault="007B2329" w:rsidP="007B2329">
      <w:r>
        <w:t>342.6222</w:t>
      </w:r>
      <w:r>
        <w:tab/>
        <w:t>4.051e0</w:t>
      </w:r>
    </w:p>
    <w:p w:rsidR="007B2329" w:rsidRDefault="007B2329" w:rsidP="007B2329">
      <w:r>
        <w:t>342.6272</w:t>
      </w:r>
      <w:r>
        <w:tab/>
        <w:t>1.013e1</w:t>
      </w:r>
    </w:p>
    <w:p w:rsidR="007B2329" w:rsidRDefault="007B2329" w:rsidP="007B2329">
      <w:r>
        <w:t>342.6291</w:t>
      </w:r>
      <w:r>
        <w:tab/>
        <w:t>1.114e1</w:t>
      </w:r>
    </w:p>
    <w:p w:rsidR="007B2329" w:rsidRDefault="007B2329" w:rsidP="007B2329">
      <w:r>
        <w:t>342.6387</w:t>
      </w:r>
      <w:r>
        <w:tab/>
        <w:t>3.038e0</w:t>
      </w:r>
    </w:p>
    <w:p w:rsidR="007B2329" w:rsidRDefault="007B2329" w:rsidP="007B2329">
      <w:r>
        <w:t>342.6414</w:t>
      </w:r>
      <w:r>
        <w:tab/>
        <w:t>9.114e0</w:t>
      </w:r>
    </w:p>
    <w:p w:rsidR="007B2329" w:rsidRDefault="007B2329" w:rsidP="007B2329">
      <w:r>
        <w:t>342.6507</w:t>
      </w:r>
      <w:r>
        <w:tab/>
        <w:t>1.013e0</w:t>
      </w:r>
    </w:p>
    <w:p w:rsidR="007B2329" w:rsidRDefault="007B2329" w:rsidP="007B2329">
      <w:r>
        <w:t>342.6587</w:t>
      </w:r>
      <w:r>
        <w:tab/>
        <w:t>1.474e1</w:t>
      </w:r>
    </w:p>
    <w:p w:rsidR="007B2329" w:rsidRDefault="007B2329" w:rsidP="007B2329">
      <w:r>
        <w:t>342.6705</w:t>
      </w:r>
      <w:r>
        <w:tab/>
        <w:t>5.063e0</w:t>
      </w:r>
    </w:p>
    <w:p w:rsidR="007B2329" w:rsidRDefault="007B2329" w:rsidP="007B2329">
      <w:r>
        <w:t>342.6759</w:t>
      </w:r>
      <w:r>
        <w:tab/>
        <w:t>1.013e1</w:t>
      </w:r>
    </w:p>
    <w:p w:rsidR="007B2329" w:rsidRDefault="007B2329" w:rsidP="007B2329">
      <w:r>
        <w:t>342.6880</w:t>
      </w:r>
      <w:r>
        <w:tab/>
        <w:t>1.234e1</w:t>
      </w:r>
    </w:p>
    <w:p w:rsidR="007B2329" w:rsidRDefault="007B2329" w:rsidP="007B2329">
      <w:r>
        <w:t>342.6967</w:t>
      </w:r>
      <w:r>
        <w:tab/>
        <w:t>1.324e1</w:t>
      </w:r>
    </w:p>
    <w:p w:rsidR="007B2329" w:rsidRDefault="007B2329" w:rsidP="007B2329">
      <w:r>
        <w:t>342.7049</w:t>
      </w:r>
      <w:r>
        <w:tab/>
        <w:t>2.038e0</w:t>
      </w:r>
    </w:p>
    <w:p w:rsidR="007B2329" w:rsidRDefault="007B2329" w:rsidP="007B2329">
      <w:r>
        <w:t>342.7123</w:t>
      </w:r>
      <w:r>
        <w:tab/>
        <w:t>6.136e0</w:t>
      </w:r>
    </w:p>
    <w:p w:rsidR="007B2329" w:rsidRDefault="007B2329" w:rsidP="007B2329">
      <w:r>
        <w:t>342.7195</w:t>
      </w:r>
      <w:r>
        <w:tab/>
        <w:t>5.063e0</w:t>
      </w:r>
    </w:p>
    <w:p w:rsidR="007B2329" w:rsidRDefault="007B2329" w:rsidP="007B2329">
      <w:r>
        <w:t>342.7304</w:t>
      </w:r>
      <w:r>
        <w:tab/>
        <w:t>6.668e0</w:t>
      </w:r>
    </w:p>
    <w:p w:rsidR="007B2329" w:rsidRDefault="007B2329" w:rsidP="007B2329">
      <w:r>
        <w:t>342.7333</w:t>
      </w:r>
      <w:r>
        <w:tab/>
        <w:t>4.051e0</w:t>
      </w:r>
    </w:p>
    <w:p w:rsidR="007B2329" w:rsidRDefault="007B2329" w:rsidP="007B2329">
      <w:r>
        <w:lastRenderedPageBreak/>
        <w:t>342.7430</w:t>
      </w:r>
      <w:r>
        <w:tab/>
        <w:t>1.013e0</w:t>
      </w:r>
    </w:p>
    <w:p w:rsidR="007B2329" w:rsidRDefault="007B2329" w:rsidP="007B2329">
      <w:r>
        <w:t>342.7448</w:t>
      </w:r>
      <w:r>
        <w:tab/>
        <w:t>6.266e0</w:t>
      </w:r>
    </w:p>
    <w:p w:rsidR="007B2329" w:rsidRDefault="007B2329" w:rsidP="007B2329">
      <w:r>
        <w:t>342.7505</w:t>
      </w:r>
      <w:r>
        <w:tab/>
        <w:t>1.829e1</w:t>
      </w:r>
    </w:p>
    <w:p w:rsidR="007B2329" w:rsidRDefault="007B2329" w:rsidP="007B2329">
      <w:r>
        <w:t>342.7636</w:t>
      </w:r>
      <w:r>
        <w:tab/>
        <w:t>9.934e0</w:t>
      </w:r>
    </w:p>
    <w:p w:rsidR="007B2329" w:rsidRDefault="007B2329" w:rsidP="007B2329">
      <w:r>
        <w:t>342.7670</w:t>
      </w:r>
      <w:r>
        <w:tab/>
        <w:t>6.076e0</w:t>
      </w:r>
    </w:p>
    <w:p w:rsidR="007B2329" w:rsidRDefault="007B2329" w:rsidP="007B2329">
      <w:r>
        <w:t>342.7775</w:t>
      </w:r>
      <w:r>
        <w:tab/>
        <w:t>1.013e0</w:t>
      </w:r>
    </w:p>
    <w:p w:rsidR="007B2329" w:rsidRDefault="007B2329" w:rsidP="007B2329">
      <w:r>
        <w:t>342.7862</w:t>
      </w:r>
      <w:r>
        <w:tab/>
        <w:t>4.051e0</w:t>
      </w:r>
    </w:p>
    <w:p w:rsidR="007B2329" w:rsidRDefault="007B2329" w:rsidP="007B2329">
      <w:r>
        <w:t>342.7877</w:t>
      </w:r>
      <w:r>
        <w:tab/>
        <w:t>8.417e0</w:t>
      </w:r>
    </w:p>
    <w:p w:rsidR="007B2329" w:rsidRDefault="007B2329" w:rsidP="007B2329">
      <w:r>
        <w:t>342.8014</w:t>
      </w:r>
      <w:r>
        <w:tab/>
        <w:t>7.405e0</w:t>
      </w:r>
    </w:p>
    <w:p w:rsidR="007B2329" w:rsidRDefault="007B2329" w:rsidP="007B2329">
      <w:r>
        <w:t>342.8057</w:t>
      </w:r>
      <w:r>
        <w:tab/>
        <w:t>1.139e1</w:t>
      </w:r>
    </w:p>
    <w:p w:rsidR="007B2329" w:rsidRDefault="007B2329" w:rsidP="007B2329">
      <w:r>
        <w:t>342.8127</w:t>
      </w:r>
      <w:r>
        <w:tab/>
        <w:t>6.899e0</w:t>
      </w:r>
    </w:p>
    <w:p w:rsidR="007B2329" w:rsidRDefault="007B2329" w:rsidP="007B2329">
      <w:r>
        <w:t>342.8181</w:t>
      </w:r>
      <w:r>
        <w:tab/>
        <w:t>1.519e1</w:t>
      </w:r>
    </w:p>
    <w:p w:rsidR="007B2329" w:rsidRDefault="007B2329" w:rsidP="007B2329">
      <w:r>
        <w:t>342.8293</w:t>
      </w:r>
      <w:r>
        <w:tab/>
        <w:t>5.063e0</w:t>
      </w:r>
    </w:p>
    <w:p w:rsidR="007B2329" w:rsidRDefault="007B2329" w:rsidP="007B2329">
      <w:r>
        <w:t>342.8425</w:t>
      </w:r>
      <w:r>
        <w:tab/>
        <w:t>2.025e0</w:t>
      </w:r>
    </w:p>
    <w:p w:rsidR="007B2329" w:rsidRDefault="007B2329" w:rsidP="007B2329">
      <w:r>
        <w:t>342.8502</w:t>
      </w:r>
      <w:r>
        <w:tab/>
        <w:t>4.368e0</w:t>
      </w:r>
    </w:p>
    <w:p w:rsidR="007B2329" w:rsidRDefault="007B2329" w:rsidP="007B2329">
      <w:r>
        <w:t>342.8534</w:t>
      </w:r>
      <w:r>
        <w:tab/>
        <w:t>7.101e0</w:t>
      </w:r>
    </w:p>
    <w:p w:rsidR="007B2329" w:rsidRDefault="007B2329" w:rsidP="007B2329">
      <w:r>
        <w:t>342.8552</w:t>
      </w:r>
      <w:r>
        <w:tab/>
        <w:t>9.114e0</w:t>
      </w:r>
    </w:p>
    <w:p w:rsidR="007B2329" w:rsidRDefault="007B2329" w:rsidP="007B2329">
      <w:r>
        <w:t>342.8714</w:t>
      </w:r>
      <w:r>
        <w:tab/>
        <w:t>1.013e1</w:t>
      </w:r>
    </w:p>
    <w:p w:rsidR="007B2329" w:rsidRDefault="007B2329" w:rsidP="007B2329">
      <w:r>
        <w:t>342.8728</w:t>
      </w:r>
      <w:r>
        <w:tab/>
        <w:t>5.063e0</w:t>
      </w:r>
    </w:p>
    <w:p w:rsidR="007B2329" w:rsidRDefault="007B2329" w:rsidP="007B2329">
      <w:r>
        <w:lastRenderedPageBreak/>
        <w:t>342.8879</w:t>
      </w:r>
      <w:r>
        <w:tab/>
        <w:t>1.614e1</w:t>
      </w:r>
    </w:p>
    <w:p w:rsidR="007B2329" w:rsidRDefault="007B2329" w:rsidP="007B2329">
      <w:r>
        <w:t>342.8901</w:t>
      </w:r>
      <w:r>
        <w:tab/>
        <w:t>2.025e0</w:t>
      </w:r>
    </w:p>
    <w:p w:rsidR="007B2329" w:rsidRDefault="007B2329" w:rsidP="007B2329">
      <w:r>
        <w:t>342.8979</w:t>
      </w:r>
      <w:r>
        <w:tab/>
        <w:t>5.063e0</w:t>
      </w:r>
    </w:p>
    <w:p w:rsidR="007B2329" w:rsidRDefault="007B2329" w:rsidP="007B2329">
      <w:r>
        <w:t>342.8992</w:t>
      </w:r>
      <w:r>
        <w:tab/>
        <w:t>1.316e1</w:t>
      </w:r>
    </w:p>
    <w:p w:rsidR="007B2329" w:rsidRDefault="007B2329" w:rsidP="007B2329">
      <w:r>
        <w:t>342.9048</w:t>
      </w:r>
      <w:r>
        <w:tab/>
        <w:t>4.051e0</w:t>
      </w:r>
    </w:p>
    <w:p w:rsidR="007B2329" w:rsidRDefault="007B2329" w:rsidP="007B2329">
      <w:r>
        <w:t>342.9083</w:t>
      </w:r>
      <w:r>
        <w:tab/>
        <w:t>8.101e0</w:t>
      </w:r>
    </w:p>
    <w:p w:rsidR="007B2329" w:rsidRDefault="007B2329" w:rsidP="007B2329">
      <w:r>
        <w:t>342.9127</w:t>
      </w:r>
      <w:r>
        <w:tab/>
        <w:t>9.114e0</w:t>
      </w:r>
    </w:p>
    <w:p w:rsidR="007B2329" w:rsidRDefault="007B2329" w:rsidP="007B2329">
      <w:r>
        <w:t>342.9210</w:t>
      </w:r>
      <w:r>
        <w:tab/>
        <w:t>5.406e0</w:t>
      </w:r>
    </w:p>
    <w:p w:rsidR="007B2329" w:rsidRDefault="007B2329" w:rsidP="007B2329">
      <w:r>
        <w:t>342.9276</w:t>
      </w:r>
      <w:r>
        <w:tab/>
        <w:t>5.506e0</w:t>
      </w:r>
    </w:p>
    <w:p w:rsidR="007B2329" w:rsidRDefault="007B2329" w:rsidP="007B2329">
      <w:r>
        <w:t>342.9424</w:t>
      </w:r>
      <w:r>
        <w:tab/>
        <w:t>9.557e0</w:t>
      </w:r>
    </w:p>
    <w:p w:rsidR="007B2329" w:rsidRDefault="007B2329" w:rsidP="007B2329">
      <w:r>
        <w:t>342.9461</w:t>
      </w:r>
      <w:r>
        <w:tab/>
        <w:t>5.063e0</w:t>
      </w:r>
    </w:p>
    <w:p w:rsidR="007B2329" w:rsidRDefault="007B2329" w:rsidP="007B2329">
      <w:r>
        <w:t>342.9533</w:t>
      </w:r>
      <w:r>
        <w:tab/>
        <w:t>6.076e0</w:t>
      </w:r>
    </w:p>
    <w:p w:rsidR="007B2329" w:rsidRDefault="007B2329" w:rsidP="007B2329">
      <w:r>
        <w:t>342.9673</w:t>
      </w:r>
      <w:r>
        <w:tab/>
        <w:t>4.051e0</w:t>
      </w:r>
    </w:p>
    <w:p w:rsidR="007B2329" w:rsidRDefault="007B2329" w:rsidP="007B2329">
      <w:r>
        <w:t>342.9734</w:t>
      </w:r>
      <w:r>
        <w:tab/>
        <w:t>1.147e1</w:t>
      </w:r>
    </w:p>
    <w:p w:rsidR="007B2329" w:rsidRDefault="007B2329" w:rsidP="007B2329">
      <w:r>
        <w:t>342.9866</w:t>
      </w:r>
      <w:r>
        <w:tab/>
        <w:t>4.748e0</w:t>
      </w:r>
    </w:p>
    <w:p w:rsidR="007B2329" w:rsidRDefault="007B2329" w:rsidP="007B2329">
      <w:r>
        <w:t>342.9940</w:t>
      </w:r>
      <w:r>
        <w:tab/>
        <w:t>9.178e0</w:t>
      </w:r>
    </w:p>
    <w:p w:rsidR="007B2329" w:rsidRDefault="007B2329" w:rsidP="007B2329">
      <w:r>
        <w:t>342.9950</w:t>
      </w:r>
      <w:r>
        <w:tab/>
        <w:t>2.025e0</w:t>
      </w:r>
    </w:p>
    <w:p w:rsidR="007B2329" w:rsidRDefault="007B2329" w:rsidP="007B2329">
      <w:r>
        <w:t>342.9961</w:t>
      </w:r>
      <w:r>
        <w:tab/>
        <w:t>1.925e1</w:t>
      </w:r>
    </w:p>
    <w:p w:rsidR="007B2329" w:rsidRDefault="007B2329" w:rsidP="007B2329">
      <w:r>
        <w:t>343.0110</w:t>
      </w:r>
      <w:r>
        <w:tab/>
        <w:t>4.051e0</w:t>
      </w:r>
    </w:p>
    <w:p w:rsidR="007B2329" w:rsidRDefault="007B2329" w:rsidP="007B2329">
      <w:r>
        <w:lastRenderedPageBreak/>
        <w:t>343.0290</w:t>
      </w:r>
      <w:r>
        <w:tab/>
        <w:t>4.496e0</w:t>
      </w:r>
    </w:p>
    <w:p w:rsidR="007B2329" w:rsidRDefault="007B2329" w:rsidP="007B2329">
      <w:r>
        <w:t>343.0401</w:t>
      </w:r>
      <w:r>
        <w:tab/>
        <w:t>1.051e1</w:t>
      </w:r>
    </w:p>
    <w:p w:rsidR="007B2329" w:rsidRDefault="007B2329" w:rsidP="007B2329">
      <w:r>
        <w:t>343.0428</w:t>
      </w:r>
      <w:r>
        <w:tab/>
        <w:t>3.038e0</w:t>
      </w:r>
    </w:p>
    <w:p w:rsidR="007B2329" w:rsidRDefault="007B2329" w:rsidP="007B2329">
      <w:r>
        <w:t>343.0440</w:t>
      </w:r>
      <w:r>
        <w:tab/>
        <w:t>2.025e0</w:t>
      </w:r>
    </w:p>
    <w:p w:rsidR="007B2329" w:rsidRDefault="007B2329" w:rsidP="007B2329">
      <w:r>
        <w:t>343.0463</w:t>
      </w:r>
      <w:r>
        <w:tab/>
        <w:t>1.930e1</w:t>
      </w:r>
    </w:p>
    <w:p w:rsidR="007B2329" w:rsidRDefault="007B2329" w:rsidP="007B2329">
      <w:r>
        <w:t>343.0506</w:t>
      </w:r>
      <w:r>
        <w:tab/>
        <w:t>1.520e1</w:t>
      </w:r>
    </w:p>
    <w:p w:rsidR="007B2329" w:rsidRDefault="007B2329" w:rsidP="007B2329">
      <w:r>
        <w:t>343.0617</w:t>
      </w:r>
      <w:r>
        <w:tab/>
        <w:t>3.605e0</w:t>
      </w:r>
    </w:p>
    <w:p w:rsidR="007B2329" w:rsidRDefault="007B2329" w:rsidP="007B2329">
      <w:r>
        <w:t>343.0796</w:t>
      </w:r>
      <w:r>
        <w:tab/>
        <w:t>4.536e0</w:t>
      </w:r>
    </w:p>
    <w:p w:rsidR="007B2329" w:rsidRDefault="007B2329" w:rsidP="007B2329">
      <w:r>
        <w:t>343.0863</w:t>
      </w:r>
      <w:r>
        <w:tab/>
        <w:t>6.076e0</w:t>
      </w:r>
    </w:p>
    <w:p w:rsidR="007B2329" w:rsidRDefault="007B2329" w:rsidP="007B2329">
      <w:r>
        <w:t>343.0951</w:t>
      </w:r>
      <w:r>
        <w:tab/>
        <w:t>4.159e0</w:t>
      </w:r>
    </w:p>
    <w:p w:rsidR="007B2329" w:rsidRDefault="007B2329" w:rsidP="007B2329">
      <w:r>
        <w:t>343.0977</w:t>
      </w:r>
      <w:r>
        <w:tab/>
        <w:t>8.101e0</w:t>
      </w:r>
    </w:p>
    <w:p w:rsidR="007B2329" w:rsidRDefault="007B2329" w:rsidP="007B2329">
      <w:r>
        <w:t>343.1000</w:t>
      </w:r>
      <w:r>
        <w:tab/>
        <w:t>1.038e0</w:t>
      </w:r>
    </w:p>
    <w:p w:rsidR="007B2329" w:rsidRDefault="007B2329" w:rsidP="007B2329">
      <w:r>
        <w:t>343.1062</w:t>
      </w:r>
      <w:r>
        <w:tab/>
        <w:t>1.013e0</w:t>
      </w:r>
    </w:p>
    <w:p w:rsidR="007B2329" w:rsidRDefault="007B2329" w:rsidP="007B2329">
      <w:r>
        <w:t>343.1118</w:t>
      </w:r>
      <w:r>
        <w:tab/>
        <w:t>5.063e0</w:t>
      </w:r>
    </w:p>
    <w:p w:rsidR="007B2329" w:rsidRDefault="007B2329" w:rsidP="007B2329">
      <w:r>
        <w:t>343.1252</w:t>
      </w:r>
      <w:r>
        <w:tab/>
        <w:t>4.051e0</w:t>
      </w:r>
    </w:p>
    <w:p w:rsidR="007B2329" w:rsidRDefault="007B2329" w:rsidP="007B2329">
      <w:r>
        <w:t>343.1427</w:t>
      </w:r>
      <w:r>
        <w:tab/>
        <w:t>2.025e0</w:t>
      </w:r>
    </w:p>
    <w:p w:rsidR="007B2329" w:rsidRDefault="007B2329" w:rsidP="007B2329">
      <w:r>
        <w:t>343.1462</w:t>
      </w:r>
      <w:r>
        <w:tab/>
        <w:t>7.089e0</w:t>
      </w:r>
    </w:p>
    <w:p w:rsidR="007B2329" w:rsidRDefault="007B2329" w:rsidP="007B2329">
      <w:r>
        <w:t>343.1507</w:t>
      </w:r>
      <w:r>
        <w:tab/>
        <w:t>8.065e0</w:t>
      </w:r>
    </w:p>
    <w:p w:rsidR="007B2329" w:rsidRDefault="007B2329" w:rsidP="007B2329">
      <w:r>
        <w:t>343.2103</w:t>
      </w:r>
      <w:r>
        <w:tab/>
        <w:t>3.052e1</w:t>
      </w:r>
    </w:p>
    <w:p w:rsidR="007B2329" w:rsidRDefault="007B2329" w:rsidP="007B2329">
      <w:r>
        <w:lastRenderedPageBreak/>
        <w:t>343.2115</w:t>
      </w:r>
      <w:r>
        <w:tab/>
        <w:t>1.663e3</w:t>
      </w:r>
    </w:p>
    <w:p w:rsidR="007B2329" w:rsidRDefault="007B2329" w:rsidP="007B2329">
      <w:r>
        <w:t>343.2130</w:t>
      </w:r>
      <w:r>
        <w:tab/>
        <w:t>1.104e3</w:t>
      </w:r>
    </w:p>
    <w:p w:rsidR="007B2329" w:rsidRDefault="007B2329" w:rsidP="007B2329">
      <w:r>
        <w:t>343.2787</w:t>
      </w:r>
      <w:r>
        <w:tab/>
        <w:t>1.073e1</w:t>
      </w:r>
    </w:p>
    <w:p w:rsidR="007B2329" w:rsidRDefault="007B2329" w:rsidP="007B2329">
      <w:r>
        <w:t>343.2950</w:t>
      </w:r>
      <w:r>
        <w:tab/>
        <w:t>9.579e0</w:t>
      </w:r>
    </w:p>
    <w:p w:rsidR="007B2329" w:rsidRDefault="007B2329" w:rsidP="007B2329">
      <w:r>
        <w:t>343.2978</w:t>
      </w:r>
      <w:r>
        <w:tab/>
        <w:t>1.503e0</w:t>
      </w:r>
    </w:p>
    <w:p w:rsidR="007B2329" w:rsidRDefault="007B2329" w:rsidP="007B2329">
      <w:r>
        <w:t>343.3032</w:t>
      </w:r>
      <w:r>
        <w:tab/>
        <w:t>1.013e0</w:t>
      </w:r>
    </w:p>
    <w:p w:rsidR="007B2329" w:rsidRDefault="007B2329" w:rsidP="007B2329">
      <w:r>
        <w:t>343.3204</w:t>
      </w:r>
      <w:r>
        <w:tab/>
        <w:t>5.063e0</w:t>
      </w:r>
    </w:p>
    <w:p w:rsidR="007B2329" w:rsidRDefault="007B2329" w:rsidP="007B2329">
      <w:r>
        <w:t>343.3228</w:t>
      </w:r>
      <w:r>
        <w:tab/>
        <w:t>1.013e0</w:t>
      </w:r>
    </w:p>
    <w:p w:rsidR="007B2329" w:rsidRDefault="007B2329" w:rsidP="007B2329">
      <w:r>
        <w:t>343.3334</w:t>
      </w:r>
      <w:r>
        <w:tab/>
        <w:t>3.038e0</w:t>
      </w:r>
    </w:p>
    <w:p w:rsidR="007B2329" w:rsidRDefault="007B2329" w:rsidP="007B2329">
      <w:r>
        <w:t>343.3401</w:t>
      </w:r>
      <w:r>
        <w:tab/>
        <w:t>2.485e1</w:t>
      </w:r>
    </w:p>
    <w:p w:rsidR="007B2329" w:rsidRDefault="007B2329" w:rsidP="007B2329">
      <w:r>
        <w:t>343.3527</w:t>
      </w:r>
      <w:r>
        <w:tab/>
        <w:t>6.076e0</w:t>
      </w:r>
    </w:p>
    <w:p w:rsidR="007B2329" w:rsidRDefault="007B2329" w:rsidP="007B2329">
      <w:r>
        <w:t>343.3752</w:t>
      </w:r>
      <w:r>
        <w:tab/>
        <w:t>1.270e1</w:t>
      </w:r>
    </w:p>
    <w:p w:rsidR="007B2329" w:rsidRDefault="007B2329" w:rsidP="007B2329">
      <w:r>
        <w:t>343.3836</w:t>
      </w:r>
      <w:r>
        <w:tab/>
        <w:t>7.089e0</w:t>
      </w:r>
    </w:p>
    <w:p w:rsidR="007B2329" w:rsidRDefault="007B2329" w:rsidP="007B2329">
      <w:r>
        <w:t>343.3853</w:t>
      </w:r>
      <w:r>
        <w:tab/>
        <w:t>2.025e0</w:t>
      </w:r>
    </w:p>
    <w:p w:rsidR="007B2329" w:rsidRDefault="007B2329" w:rsidP="007B2329">
      <w:r>
        <w:t>343.3926</w:t>
      </w:r>
      <w:r>
        <w:tab/>
        <w:t>1.013e0</w:t>
      </w:r>
    </w:p>
    <w:p w:rsidR="007B2329" w:rsidRDefault="007B2329" w:rsidP="007B2329">
      <w:r>
        <w:t>343.4030</w:t>
      </w:r>
      <w:r>
        <w:tab/>
        <w:t>2.025e0</w:t>
      </w:r>
    </w:p>
    <w:p w:rsidR="007B2329" w:rsidRDefault="007B2329" w:rsidP="007B2329">
      <w:r>
        <w:t>343.4083</w:t>
      </w:r>
      <w:r>
        <w:tab/>
        <w:t>3.010e0</w:t>
      </w:r>
    </w:p>
    <w:p w:rsidR="007B2329" w:rsidRDefault="007B2329" w:rsidP="007B2329">
      <w:r>
        <w:t>343.4193</w:t>
      </w:r>
      <w:r>
        <w:tab/>
        <w:t>5.603e0</w:t>
      </w:r>
    </w:p>
    <w:p w:rsidR="007B2329" w:rsidRDefault="007B2329" w:rsidP="007B2329">
      <w:r>
        <w:t>343.4204</w:t>
      </w:r>
      <w:r>
        <w:tab/>
        <w:t>5.603e0</w:t>
      </w:r>
    </w:p>
    <w:p w:rsidR="007B2329" w:rsidRDefault="007B2329" w:rsidP="007B2329">
      <w:r>
        <w:lastRenderedPageBreak/>
        <w:t>343.4262</w:t>
      </w:r>
      <w:r>
        <w:tab/>
        <w:t>1.013e0</w:t>
      </w:r>
    </w:p>
    <w:p w:rsidR="007B2329" w:rsidRDefault="007B2329" w:rsidP="007B2329">
      <w:r>
        <w:t>343.4289</w:t>
      </w:r>
      <w:r>
        <w:tab/>
        <w:t>3.038e0</w:t>
      </w:r>
    </w:p>
    <w:p w:rsidR="007B2329" w:rsidRDefault="007B2329" w:rsidP="007B2329">
      <w:r>
        <w:t>343.4307</w:t>
      </w:r>
      <w:r>
        <w:tab/>
        <w:t>9.114e0</w:t>
      </w:r>
    </w:p>
    <w:p w:rsidR="007B2329" w:rsidRDefault="007B2329" w:rsidP="007B2329">
      <w:r>
        <w:t>343.4388</w:t>
      </w:r>
      <w:r>
        <w:tab/>
        <w:t>1.238e1</w:t>
      </w:r>
    </w:p>
    <w:p w:rsidR="007B2329" w:rsidRDefault="007B2329" w:rsidP="007B2329">
      <w:r>
        <w:t>343.4459</w:t>
      </w:r>
      <w:r>
        <w:tab/>
        <w:t>1.013e0</w:t>
      </w:r>
    </w:p>
    <w:p w:rsidR="007B2329" w:rsidRDefault="007B2329" w:rsidP="007B2329">
      <w:r>
        <w:t>343.4646</w:t>
      </w:r>
      <w:r>
        <w:tab/>
        <w:t>4.330e0</w:t>
      </w:r>
    </w:p>
    <w:p w:rsidR="007B2329" w:rsidRDefault="007B2329" w:rsidP="007B2329">
      <w:r>
        <w:t>343.4812</w:t>
      </w:r>
      <w:r>
        <w:tab/>
        <w:t>4.051e0</w:t>
      </w:r>
    </w:p>
    <w:p w:rsidR="007B2329" w:rsidRDefault="007B2329" w:rsidP="007B2329">
      <w:r>
        <w:t>343.4837</w:t>
      </w:r>
      <w:r>
        <w:tab/>
        <w:t>6.860e0</w:t>
      </w:r>
    </w:p>
    <w:p w:rsidR="007B2329" w:rsidRDefault="007B2329" w:rsidP="007B2329">
      <w:r>
        <w:t>343.4879</w:t>
      </w:r>
      <w:r>
        <w:tab/>
        <w:t>2.025e0</w:t>
      </w:r>
    </w:p>
    <w:p w:rsidR="007B2329" w:rsidRDefault="007B2329" w:rsidP="007B2329">
      <w:r>
        <w:t>343.5003</w:t>
      </w:r>
      <w:r>
        <w:tab/>
        <w:t>1.013e0</w:t>
      </w:r>
    </w:p>
    <w:p w:rsidR="007B2329" w:rsidRDefault="007B2329" w:rsidP="007B2329">
      <w:r>
        <w:t>343.5031</w:t>
      </w:r>
      <w:r>
        <w:tab/>
        <w:t>9.114e0</w:t>
      </w:r>
    </w:p>
    <w:p w:rsidR="007B2329" w:rsidRDefault="007B2329" w:rsidP="007B2329">
      <w:r>
        <w:t>343.5259</w:t>
      </w:r>
      <w:r>
        <w:tab/>
        <w:t>2.025e0</w:t>
      </w:r>
    </w:p>
    <w:p w:rsidR="007B2329" w:rsidRDefault="007B2329" w:rsidP="007B2329">
      <w:r>
        <w:t>343.5356</w:t>
      </w:r>
      <w:r>
        <w:tab/>
        <w:t>6.076e0</w:t>
      </w:r>
    </w:p>
    <w:p w:rsidR="007B2329" w:rsidRDefault="007B2329" w:rsidP="007B2329">
      <w:r>
        <w:t>343.5425</w:t>
      </w:r>
      <w:r>
        <w:tab/>
        <w:t>8.101e0</w:t>
      </w:r>
    </w:p>
    <w:p w:rsidR="007B2329" w:rsidRDefault="007B2329" w:rsidP="007B2329">
      <w:r>
        <w:t>343.5474</w:t>
      </w:r>
      <w:r>
        <w:tab/>
        <w:t>5.063e0</w:t>
      </w:r>
    </w:p>
    <w:p w:rsidR="007B2329" w:rsidRDefault="007B2329" w:rsidP="007B2329">
      <w:r>
        <w:t>343.5689</w:t>
      </w:r>
      <w:r>
        <w:tab/>
        <w:t>1.023e0</w:t>
      </w:r>
    </w:p>
    <w:p w:rsidR="007B2329" w:rsidRDefault="007B2329" w:rsidP="007B2329">
      <w:r>
        <w:t>343.5788</w:t>
      </w:r>
      <w:r>
        <w:tab/>
        <w:t>4.051e0</w:t>
      </w:r>
    </w:p>
    <w:p w:rsidR="007B2329" w:rsidRDefault="007B2329" w:rsidP="007B2329">
      <w:r>
        <w:t>343.5842</w:t>
      </w:r>
      <w:r>
        <w:tab/>
        <w:t>2.025e0</w:t>
      </w:r>
    </w:p>
    <w:p w:rsidR="007B2329" w:rsidRDefault="007B2329" w:rsidP="007B2329">
      <w:r>
        <w:t>343.5877</w:t>
      </w:r>
      <w:r>
        <w:tab/>
        <w:t>2.025e0</w:t>
      </w:r>
    </w:p>
    <w:p w:rsidR="007B2329" w:rsidRDefault="007B2329" w:rsidP="007B2329">
      <w:r>
        <w:lastRenderedPageBreak/>
        <w:t>343.5911</w:t>
      </w:r>
      <w:r>
        <w:tab/>
        <w:t>8.620e0</w:t>
      </w:r>
    </w:p>
    <w:p w:rsidR="007B2329" w:rsidRDefault="007B2329" w:rsidP="007B2329">
      <w:r>
        <w:t>343.6019</w:t>
      </w:r>
      <w:r>
        <w:tab/>
        <w:t>2.025e0</w:t>
      </w:r>
    </w:p>
    <w:p w:rsidR="007B2329" w:rsidRDefault="007B2329" w:rsidP="007B2329">
      <w:r>
        <w:t>343.6097</w:t>
      </w:r>
      <w:r>
        <w:tab/>
        <w:t>4.563e0</w:t>
      </w:r>
    </w:p>
    <w:p w:rsidR="007B2329" w:rsidRDefault="007B2329" w:rsidP="007B2329">
      <w:r>
        <w:t>343.6319</w:t>
      </w:r>
      <w:r>
        <w:tab/>
        <w:t>3.038e0</w:t>
      </w:r>
    </w:p>
    <w:p w:rsidR="007B2329" w:rsidRDefault="007B2329" w:rsidP="007B2329">
      <w:r>
        <w:t>343.6408</w:t>
      </w:r>
      <w:r>
        <w:tab/>
        <w:t>6.093e0</w:t>
      </w:r>
    </w:p>
    <w:p w:rsidR="007B2329" w:rsidRDefault="007B2329" w:rsidP="007B2329">
      <w:r>
        <w:t>343.6429</w:t>
      </w:r>
      <w:r>
        <w:tab/>
        <w:t>2.025e0</w:t>
      </w:r>
    </w:p>
    <w:p w:rsidR="007B2329" w:rsidRDefault="007B2329" w:rsidP="007B2329">
      <w:r>
        <w:t>343.6466</w:t>
      </w:r>
      <w:r>
        <w:tab/>
        <w:t>7.109e0</w:t>
      </w:r>
    </w:p>
    <w:p w:rsidR="007B2329" w:rsidRDefault="007B2329" w:rsidP="007B2329">
      <w:r>
        <w:t>343.6635</w:t>
      </w:r>
      <w:r>
        <w:tab/>
        <w:t>4.051e0</w:t>
      </w:r>
    </w:p>
    <w:p w:rsidR="007B2329" w:rsidRDefault="007B2329" w:rsidP="007B2329">
      <w:r>
        <w:t>343.6673</w:t>
      </w:r>
      <w:r>
        <w:tab/>
        <w:t>1.013e0</w:t>
      </w:r>
    </w:p>
    <w:p w:rsidR="007B2329" w:rsidRDefault="007B2329" w:rsidP="007B2329">
      <w:r>
        <w:t>343.6785</w:t>
      </w:r>
      <w:r>
        <w:tab/>
        <w:t>4.033e0</w:t>
      </w:r>
    </w:p>
    <w:p w:rsidR="007B2329" w:rsidRDefault="007B2329" w:rsidP="007B2329">
      <w:r>
        <w:t>343.6862</w:t>
      </w:r>
      <w:r>
        <w:tab/>
        <w:t>6.076e0</w:t>
      </w:r>
    </w:p>
    <w:p w:rsidR="007B2329" w:rsidRDefault="007B2329" w:rsidP="007B2329">
      <w:r>
        <w:t>343.7024</w:t>
      </w:r>
      <w:r>
        <w:tab/>
        <w:t>2.025e0</w:t>
      </w:r>
    </w:p>
    <w:p w:rsidR="007B2329" w:rsidRDefault="007B2329" w:rsidP="007B2329">
      <w:r>
        <w:t>343.7043</w:t>
      </w:r>
      <w:r>
        <w:tab/>
        <w:t>5.063e0</w:t>
      </w:r>
    </w:p>
    <w:p w:rsidR="007B2329" w:rsidRDefault="007B2329" w:rsidP="007B2329">
      <w:r>
        <w:t>343.7303</w:t>
      </w:r>
      <w:r>
        <w:tab/>
        <w:t>2.025e0</w:t>
      </w:r>
    </w:p>
    <w:p w:rsidR="007B2329" w:rsidRDefault="007B2329" w:rsidP="007B2329">
      <w:r>
        <w:t>343.7333</w:t>
      </w:r>
      <w:r>
        <w:tab/>
        <w:t>1.013e0</w:t>
      </w:r>
    </w:p>
    <w:p w:rsidR="007B2329" w:rsidRDefault="007B2329" w:rsidP="007B2329">
      <w:r>
        <w:t>343.7377</w:t>
      </w:r>
      <w:r>
        <w:tab/>
        <w:t>4.539e0</w:t>
      </w:r>
    </w:p>
    <w:p w:rsidR="007B2329" w:rsidRDefault="007B2329" w:rsidP="007B2329">
      <w:r>
        <w:t>343.7390</w:t>
      </w:r>
      <w:r>
        <w:tab/>
        <w:t>7.089e0</w:t>
      </w:r>
    </w:p>
    <w:p w:rsidR="007B2329" w:rsidRDefault="007B2329" w:rsidP="007B2329">
      <w:r>
        <w:t>343.7682</w:t>
      </w:r>
      <w:r>
        <w:tab/>
        <w:t>3.038e0</w:t>
      </w:r>
    </w:p>
    <w:p w:rsidR="007B2329" w:rsidRDefault="007B2329" w:rsidP="007B2329">
      <w:r>
        <w:t>343.7713</w:t>
      </w:r>
      <w:r>
        <w:tab/>
        <w:t>1.013e0</w:t>
      </w:r>
    </w:p>
    <w:p w:rsidR="007B2329" w:rsidRDefault="007B2329" w:rsidP="007B2329">
      <w:r>
        <w:lastRenderedPageBreak/>
        <w:t>343.7766</w:t>
      </w:r>
      <w:r>
        <w:tab/>
        <w:t>5.063e0</w:t>
      </w:r>
    </w:p>
    <w:p w:rsidR="007B2329" w:rsidRDefault="007B2329" w:rsidP="007B2329">
      <w:r>
        <w:t>343.7815</w:t>
      </w:r>
      <w:r>
        <w:tab/>
        <w:t>3.038e0</w:t>
      </w:r>
    </w:p>
    <w:p w:rsidR="007B2329" w:rsidRDefault="007B2329" w:rsidP="007B2329">
      <w:r>
        <w:t>343.7950</w:t>
      </w:r>
      <w:r>
        <w:tab/>
        <w:t>3.038e0</w:t>
      </w:r>
    </w:p>
    <w:p w:rsidR="007B2329" w:rsidRDefault="007B2329" w:rsidP="007B2329">
      <w:r>
        <w:t>343.7981</w:t>
      </w:r>
      <w:r>
        <w:tab/>
        <w:t>3.051e0</w:t>
      </w:r>
    </w:p>
    <w:p w:rsidR="007B2329" w:rsidRDefault="007B2329" w:rsidP="007B2329">
      <w:r>
        <w:t>343.8023</w:t>
      </w:r>
      <w:r>
        <w:tab/>
        <w:t>3.080e0</w:t>
      </w:r>
    </w:p>
    <w:p w:rsidR="007B2329" w:rsidRDefault="007B2329" w:rsidP="007B2329">
      <w:r>
        <w:t>343.8113</w:t>
      </w:r>
      <w:r>
        <w:tab/>
        <w:t>1.013e0</w:t>
      </w:r>
    </w:p>
    <w:p w:rsidR="007B2329" w:rsidRDefault="007B2329" w:rsidP="007B2329">
      <w:r>
        <w:t>343.8210</w:t>
      </w:r>
      <w:r>
        <w:tab/>
        <w:t>5.614e0</w:t>
      </w:r>
    </w:p>
    <w:p w:rsidR="007B2329" w:rsidRDefault="007B2329" w:rsidP="007B2329">
      <w:r>
        <w:t>343.8232</w:t>
      </w:r>
      <w:r>
        <w:tab/>
        <w:t>7.089e0</w:t>
      </w:r>
    </w:p>
    <w:p w:rsidR="007B2329" w:rsidRDefault="007B2329" w:rsidP="007B2329">
      <w:r>
        <w:t>343.8315</w:t>
      </w:r>
      <w:r>
        <w:tab/>
        <w:t>8.149e0</w:t>
      </w:r>
    </w:p>
    <w:p w:rsidR="007B2329" w:rsidRDefault="007B2329" w:rsidP="007B2329">
      <w:r>
        <w:t>343.8338</w:t>
      </w:r>
      <w:r>
        <w:tab/>
        <w:t>2.025e0</w:t>
      </w:r>
    </w:p>
    <w:p w:rsidR="007B2329" w:rsidRDefault="007B2329" w:rsidP="007B2329">
      <w:r>
        <w:t>343.8594</w:t>
      </w:r>
      <w:r>
        <w:tab/>
        <w:t>3.038e0</w:t>
      </w:r>
    </w:p>
    <w:p w:rsidR="007B2329" w:rsidRDefault="007B2329" w:rsidP="007B2329">
      <w:r>
        <w:t>343.8651</w:t>
      </w:r>
      <w:r>
        <w:tab/>
        <w:t>5.016e0</w:t>
      </w:r>
    </w:p>
    <w:p w:rsidR="007B2329" w:rsidRDefault="007B2329" w:rsidP="007B2329">
      <w:r>
        <w:t>343.8724</w:t>
      </w:r>
      <w:r>
        <w:tab/>
        <w:t>4.051e0</w:t>
      </w:r>
    </w:p>
    <w:p w:rsidR="007B2329" w:rsidRDefault="007B2329" w:rsidP="007B2329">
      <w:r>
        <w:t>343.8801</w:t>
      </w:r>
      <w:r>
        <w:tab/>
        <w:t>3.038e0</w:t>
      </w:r>
    </w:p>
    <w:p w:rsidR="007B2329" w:rsidRDefault="007B2329" w:rsidP="007B2329">
      <w:r>
        <w:t>343.8904</w:t>
      </w:r>
      <w:r>
        <w:tab/>
        <w:t>3.038e0</w:t>
      </w:r>
    </w:p>
    <w:p w:rsidR="007B2329" w:rsidRDefault="007B2329" w:rsidP="007B2329">
      <w:r>
        <w:t>343.8926</w:t>
      </w:r>
      <w:r>
        <w:tab/>
        <w:t>4.051e0</w:t>
      </w:r>
    </w:p>
    <w:p w:rsidR="007B2329" w:rsidRDefault="007B2329" w:rsidP="007B2329">
      <w:r>
        <w:t>343.8949</w:t>
      </w:r>
      <w:r>
        <w:tab/>
        <w:t>1.013e0</w:t>
      </w:r>
    </w:p>
    <w:p w:rsidR="007B2329" w:rsidRDefault="007B2329" w:rsidP="007B2329">
      <w:r>
        <w:t>343.8991</w:t>
      </w:r>
      <w:r>
        <w:tab/>
        <w:t>8.101e0</w:t>
      </w:r>
    </w:p>
    <w:p w:rsidR="007B2329" w:rsidRDefault="007B2329" w:rsidP="007B2329">
      <w:r>
        <w:t>343.9027</w:t>
      </w:r>
      <w:r>
        <w:tab/>
        <w:t>2.025e0</w:t>
      </w:r>
    </w:p>
    <w:p w:rsidR="007B2329" w:rsidRDefault="007B2329" w:rsidP="007B2329">
      <w:r>
        <w:lastRenderedPageBreak/>
        <w:t>343.9100</w:t>
      </w:r>
      <w:r>
        <w:tab/>
        <w:t>6.076e0</w:t>
      </w:r>
    </w:p>
    <w:p w:rsidR="007B2329" w:rsidRDefault="007B2329" w:rsidP="007B2329">
      <w:r>
        <w:t>343.9124</w:t>
      </w:r>
      <w:r>
        <w:tab/>
        <w:t>4.051e0</w:t>
      </w:r>
    </w:p>
    <w:p w:rsidR="007B2329" w:rsidRDefault="007B2329" w:rsidP="007B2329">
      <w:r>
        <w:t>343.9338</w:t>
      </w:r>
      <w:r>
        <w:tab/>
        <w:t>5.063e0</w:t>
      </w:r>
    </w:p>
    <w:p w:rsidR="007B2329" w:rsidRDefault="007B2329" w:rsidP="007B2329">
      <w:r>
        <w:t>343.9430</w:t>
      </w:r>
      <w:r>
        <w:tab/>
        <w:t>2.025e0</w:t>
      </w:r>
    </w:p>
    <w:p w:rsidR="007B2329" w:rsidRDefault="007B2329" w:rsidP="007B2329">
      <w:r>
        <w:t>343.9440</w:t>
      </w:r>
      <w:r>
        <w:tab/>
        <w:t>1.013e0</w:t>
      </w:r>
    </w:p>
    <w:p w:rsidR="007B2329" w:rsidRDefault="007B2329" w:rsidP="007B2329">
      <w:r>
        <w:t>343.9489</w:t>
      </w:r>
      <w:r>
        <w:tab/>
        <w:t>2.103e0</w:t>
      </w:r>
    </w:p>
    <w:p w:rsidR="007B2329" w:rsidRDefault="007B2329" w:rsidP="007B2329">
      <w:r>
        <w:t>343.9622</w:t>
      </w:r>
      <w:r>
        <w:tab/>
        <w:t>5.063e0</w:t>
      </w:r>
    </w:p>
    <w:p w:rsidR="007B2329" w:rsidRDefault="007B2329" w:rsidP="007B2329">
      <w:r>
        <w:t>343.9653</w:t>
      </w:r>
      <w:r>
        <w:tab/>
        <w:t>3.038e0</w:t>
      </w:r>
    </w:p>
    <w:p w:rsidR="007B2329" w:rsidRDefault="007B2329" w:rsidP="007B2329">
      <w:r>
        <w:t>343.9734</w:t>
      </w:r>
      <w:r>
        <w:tab/>
        <w:t>4.051e0</w:t>
      </w:r>
    </w:p>
    <w:p w:rsidR="007B2329" w:rsidRDefault="007B2329" w:rsidP="007B2329">
      <w:r>
        <w:t>343.9839</w:t>
      </w:r>
      <w:r>
        <w:tab/>
        <w:t>3.063e0</w:t>
      </w:r>
    </w:p>
    <w:p w:rsidR="007B2329" w:rsidRDefault="007B2329" w:rsidP="007B2329">
      <w:r>
        <w:t>343.9875</w:t>
      </w:r>
      <w:r>
        <w:tab/>
        <w:t>2.960e0</w:t>
      </w:r>
    </w:p>
    <w:p w:rsidR="007B2329" w:rsidRDefault="007B2329" w:rsidP="007B2329">
      <w:r>
        <w:t>343.9945</w:t>
      </w:r>
      <w:r>
        <w:tab/>
        <w:t>5.912e0</w:t>
      </w:r>
    </w:p>
    <w:p w:rsidR="007B2329" w:rsidRDefault="007B2329" w:rsidP="007B2329">
      <w:r>
        <w:t>343.9956</w:t>
      </w:r>
      <w:r>
        <w:tab/>
        <w:t>4.051e0</w:t>
      </w:r>
    </w:p>
    <w:p w:rsidR="007B2329" w:rsidRDefault="007B2329" w:rsidP="007B2329">
      <w:r>
        <w:t>343.9993</w:t>
      </w:r>
      <w:r>
        <w:tab/>
        <w:t>3.038e0</w:t>
      </w:r>
    </w:p>
    <w:p w:rsidR="007B2329" w:rsidRDefault="007B2329" w:rsidP="007B2329">
      <w:r>
        <w:t>344.0107</w:t>
      </w:r>
      <w:r>
        <w:tab/>
        <w:t>9.114e0</w:t>
      </w:r>
    </w:p>
    <w:p w:rsidR="007B2329" w:rsidRDefault="007B2329" w:rsidP="007B2329">
      <w:r>
        <w:t>344.0120</w:t>
      </w:r>
      <w:r>
        <w:tab/>
        <w:t>1.013e0</w:t>
      </w:r>
    </w:p>
    <w:p w:rsidR="007B2329" w:rsidRDefault="007B2329" w:rsidP="007B2329">
      <w:r>
        <w:t>344.0287</w:t>
      </w:r>
      <w:r>
        <w:tab/>
        <w:t>3.038e0</w:t>
      </w:r>
    </w:p>
    <w:p w:rsidR="007B2329" w:rsidRDefault="007B2329" w:rsidP="007B2329">
      <w:r>
        <w:t>344.0301</w:t>
      </w:r>
      <w:r>
        <w:tab/>
        <w:t>1.025e0</w:t>
      </w:r>
    </w:p>
    <w:p w:rsidR="007B2329" w:rsidRDefault="007B2329" w:rsidP="007B2329">
      <w:r>
        <w:t>344.0348</w:t>
      </w:r>
      <w:r>
        <w:tab/>
        <w:t>8.114e0</w:t>
      </w:r>
    </w:p>
    <w:p w:rsidR="007B2329" w:rsidRDefault="007B2329" w:rsidP="007B2329">
      <w:r>
        <w:lastRenderedPageBreak/>
        <w:t>344.0385</w:t>
      </w:r>
      <w:r>
        <w:tab/>
        <w:t>2.025e0</w:t>
      </w:r>
    </w:p>
    <w:p w:rsidR="007B2329" w:rsidRDefault="007B2329" w:rsidP="007B2329">
      <w:r>
        <w:t>344.0501</w:t>
      </w:r>
      <w:r>
        <w:tab/>
        <w:t>4.051e0</w:t>
      </w:r>
    </w:p>
    <w:p w:rsidR="007B2329" w:rsidRDefault="007B2329" w:rsidP="007B2329">
      <w:r>
        <w:t>344.0569</w:t>
      </w:r>
      <w:r>
        <w:tab/>
        <w:t>4.051e0</w:t>
      </w:r>
    </w:p>
    <w:p w:rsidR="007B2329" w:rsidRDefault="007B2329" w:rsidP="007B2329">
      <w:r>
        <w:t>344.0613</w:t>
      </w:r>
      <w:r>
        <w:tab/>
        <w:t>1.372e0</w:t>
      </w:r>
    </w:p>
    <w:p w:rsidR="007B2329" w:rsidRDefault="007B2329" w:rsidP="007B2329">
      <w:r>
        <w:t>344.0736</w:t>
      </w:r>
      <w:r>
        <w:tab/>
        <w:t>3.038e0</w:t>
      </w:r>
    </w:p>
    <w:p w:rsidR="007B2329" w:rsidRDefault="007B2329" w:rsidP="007B2329">
      <w:r>
        <w:t>344.0859</w:t>
      </w:r>
      <w:r>
        <w:tab/>
        <w:t>1.013e0</w:t>
      </w:r>
    </w:p>
    <w:p w:rsidR="007B2329" w:rsidRDefault="007B2329" w:rsidP="007B2329">
      <w:r>
        <w:t>344.0905</w:t>
      </w:r>
      <w:r>
        <w:tab/>
        <w:t>2.025e0</w:t>
      </w:r>
    </w:p>
    <w:p w:rsidR="007B2329" w:rsidRDefault="007B2329" w:rsidP="007B2329">
      <w:r>
        <w:t>344.0968</w:t>
      </w:r>
      <w:r>
        <w:tab/>
        <w:t>4.051e0</w:t>
      </w:r>
    </w:p>
    <w:p w:rsidR="007B2329" w:rsidRDefault="007B2329" w:rsidP="007B2329">
      <w:r>
        <w:t>344.1096</w:t>
      </w:r>
      <w:r>
        <w:tab/>
        <w:t>5.063e0</w:t>
      </w:r>
    </w:p>
    <w:p w:rsidR="007B2329" w:rsidRDefault="007B2329" w:rsidP="007B2329">
      <w:r>
        <w:t>344.1108</w:t>
      </w:r>
      <w:r>
        <w:tab/>
        <w:t>1.013e0</w:t>
      </w:r>
    </w:p>
    <w:p w:rsidR="007B2329" w:rsidRDefault="007B2329" w:rsidP="007B2329">
      <w:r>
        <w:t>344.1276</w:t>
      </w:r>
      <w:r>
        <w:tab/>
        <w:t>5.189e0</w:t>
      </w:r>
    </w:p>
    <w:p w:rsidR="007B2329" w:rsidRDefault="007B2329" w:rsidP="007B2329">
      <w:r>
        <w:t>344.1422</w:t>
      </w:r>
      <w:r>
        <w:tab/>
        <w:t>3.738e0</w:t>
      </w:r>
    </w:p>
    <w:p w:rsidR="007B2329" w:rsidRDefault="007B2329" w:rsidP="007B2329">
      <w:r>
        <w:t>344.1559</w:t>
      </w:r>
      <w:r>
        <w:tab/>
        <w:t>1.013e0</w:t>
      </w:r>
    </w:p>
    <w:p w:rsidR="007B2329" w:rsidRDefault="007B2329" w:rsidP="007B2329">
      <w:r>
        <w:t>344.2128</w:t>
      </w:r>
      <w:r>
        <w:tab/>
        <w:t>8.583e1</w:t>
      </w:r>
    </w:p>
    <w:p w:rsidR="007B2329" w:rsidRDefault="007B2329" w:rsidP="007B2329">
      <w:r>
        <w:t>344.2167</w:t>
      </w:r>
      <w:r>
        <w:tab/>
        <w:t>2.933e2</w:t>
      </w:r>
    </w:p>
    <w:p w:rsidR="007B2329" w:rsidRDefault="007B2329" w:rsidP="007B2329">
      <w:r>
        <w:t>344.2250</w:t>
      </w:r>
      <w:r>
        <w:tab/>
        <w:t>6.087e1</w:t>
      </w:r>
    </w:p>
    <w:p w:rsidR="007B2329" w:rsidRDefault="007B2329" w:rsidP="007B2329">
      <w:r>
        <w:t>344.2267</w:t>
      </w:r>
      <w:r>
        <w:tab/>
        <w:t>1.418e1</w:t>
      </w:r>
    </w:p>
    <w:p w:rsidR="007B2329" w:rsidRDefault="007B2329" w:rsidP="007B2329">
      <w:r>
        <w:t>344.2603</w:t>
      </w:r>
      <w:r>
        <w:tab/>
        <w:t>2.038e0</w:t>
      </w:r>
    </w:p>
    <w:p w:rsidR="007B2329" w:rsidRDefault="007B2329" w:rsidP="007B2329">
      <w:r>
        <w:t>344.2797</w:t>
      </w:r>
      <w:r>
        <w:tab/>
        <w:t>3.063e0</w:t>
      </w:r>
    </w:p>
    <w:p w:rsidR="007B2329" w:rsidRDefault="007B2329" w:rsidP="007B2329">
      <w:r>
        <w:lastRenderedPageBreak/>
        <w:t>344.2819</w:t>
      </w:r>
      <w:r>
        <w:tab/>
        <w:t>2.886e0</w:t>
      </w:r>
    </w:p>
    <w:p w:rsidR="007B2329" w:rsidRDefault="007B2329" w:rsidP="007B2329">
      <w:r>
        <w:t>344.3140</w:t>
      </w:r>
      <w:r>
        <w:tab/>
        <w:t>5.063e0</w:t>
      </w:r>
    </w:p>
    <w:p w:rsidR="007B2329" w:rsidRDefault="007B2329" w:rsidP="007B2329">
      <w:r>
        <w:t>344.3203</w:t>
      </w:r>
      <w:r>
        <w:tab/>
        <w:t>7.534e0</w:t>
      </w:r>
    </w:p>
    <w:p w:rsidR="007B2329" w:rsidRDefault="007B2329" w:rsidP="007B2329">
      <w:r>
        <w:t>344.3327</w:t>
      </w:r>
      <w:r>
        <w:tab/>
        <w:t>9.114e0</w:t>
      </w:r>
    </w:p>
    <w:p w:rsidR="007B2329" w:rsidRDefault="007B2329" w:rsidP="007B2329">
      <w:r>
        <w:t>344.3386</w:t>
      </w:r>
      <w:r>
        <w:tab/>
        <w:t>2.025e0</w:t>
      </w:r>
    </w:p>
    <w:p w:rsidR="007B2329" w:rsidRDefault="007B2329" w:rsidP="007B2329">
      <w:r>
        <w:t>344.3452</w:t>
      </w:r>
      <w:r>
        <w:tab/>
        <w:t>1.013e0</w:t>
      </w:r>
    </w:p>
    <w:p w:rsidR="007B2329" w:rsidRDefault="007B2329" w:rsidP="007B2329">
      <w:r>
        <w:t>344.3620</w:t>
      </w:r>
      <w:r>
        <w:tab/>
        <w:t>2.593e0</w:t>
      </w:r>
    </w:p>
    <w:p w:rsidR="007B2329" w:rsidRDefault="007B2329" w:rsidP="007B2329">
      <w:r>
        <w:t>344.3646</w:t>
      </w:r>
      <w:r>
        <w:tab/>
        <w:t>6.076e0</w:t>
      </w:r>
    </w:p>
    <w:p w:rsidR="007B2329" w:rsidRDefault="007B2329" w:rsidP="007B2329">
      <w:r>
        <w:t>344.3795</w:t>
      </w:r>
      <w:r>
        <w:tab/>
        <w:t>3.038e0</w:t>
      </w:r>
    </w:p>
    <w:p w:rsidR="007B2329" w:rsidRDefault="007B2329" w:rsidP="007B2329">
      <w:r>
        <w:t>344.3824</w:t>
      </w:r>
      <w:r>
        <w:tab/>
        <w:t>1.038e0</w:t>
      </w:r>
    </w:p>
    <w:p w:rsidR="007B2329" w:rsidRDefault="007B2329" w:rsidP="007B2329">
      <w:r>
        <w:t>344.3917</w:t>
      </w:r>
      <w:r>
        <w:tab/>
        <w:t>5.024e0</w:t>
      </w:r>
    </w:p>
    <w:p w:rsidR="007B2329" w:rsidRDefault="007B2329" w:rsidP="007B2329">
      <w:r>
        <w:t>344.3981</w:t>
      </w:r>
      <w:r>
        <w:tab/>
        <w:t>1.013e0</w:t>
      </w:r>
    </w:p>
    <w:p w:rsidR="007B2329" w:rsidRDefault="007B2329" w:rsidP="007B2329">
      <w:r>
        <w:t>344.4141</w:t>
      </w:r>
      <w:r>
        <w:tab/>
        <w:t>5.063e0</w:t>
      </w:r>
    </w:p>
    <w:p w:rsidR="007B2329" w:rsidRDefault="007B2329" w:rsidP="007B2329">
      <w:r>
        <w:t>344.4351</w:t>
      </w:r>
      <w:r>
        <w:tab/>
        <w:t>2.025e0</w:t>
      </w:r>
    </w:p>
    <w:p w:rsidR="007B2329" w:rsidRDefault="007B2329" w:rsidP="007B2329">
      <w:r>
        <w:t>344.4379</w:t>
      </w:r>
      <w:r>
        <w:tab/>
        <w:t>1.013e0</w:t>
      </w:r>
    </w:p>
    <w:p w:rsidR="007B2329" w:rsidRDefault="007B2329" w:rsidP="007B2329">
      <w:r>
        <w:t>344.4394</w:t>
      </w:r>
      <w:r>
        <w:tab/>
        <w:t>4.030e0</w:t>
      </w:r>
    </w:p>
    <w:p w:rsidR="007B2329" w:rsidRDefault="007B2329" w:rsidP="007B2329">
      <w:r>
        <w:t>344.4471</w:t>
      </w:r>
      <w:r>
        <w:tab/>
        <w:t>3.038e0</w:t>
      </w:r>
    </w:p>
    <w:p w:rsidR="007B2329" w:rsidRDefault="007B2329" w:rsidP="007B2329">
      <w:r>
        <w:t>344.4651</w:t>
      </w:r>
      <w:r>
        <w:tab/>
        <w:t>3.038e0</w:t>
      </w:r>
    </w:p>
    <w:p w:rsidR="007B2329" w:rsidRDefault="007B2329" w:rsidP="007B2329">
      <w:r>
        <w:t>344.4720</w:t>
      </w:r>
      <w:r>
        <w:tab/>
        <w:t>4.550e0</w:t>
      </w:r>
    </w:p>
    <w:p w:rsidR="007B2329" w:rsidRDefault="007B2329" w:rsidP="007B2329">
      <w:r>
        <w:lastRenderedPageBreak/>
        <w:t>344.4797</w:t>
      </w:r>
      <w:r>
        <w:tab/>
        <w:t>3.038e0</w:t>
      </w:r>
    </w:p>
    <w:p w:rsidR="007B2329" w:rsidRDefault="007B2329" w:rsidP="007B2329">
      <w:r>
        <w:t>344.4926</w:t>
      </w:r>
      <w:r>
        <w:tab/>
        <w:t>1.013e0</w:t>
      </w:r>
    </w:p>
    <w:p w:rsidR="007B2329" w:rsidRDefault="007B2329" w:rsidP="007B2329">
      <w:r>
        <w:t>344.4948</w:t>
      </w:r>
      <w:r>
        <w:tab/>
        <w:t>4.051e0</w:t>
      </w:r>
    </w:p>
    <w:p w:rsidR="007B2329" w:rsidRDefault="007B2329" w:rsidP="007B2329">
      <w:r>
        <w:t>344.5006</w:t>
      </w:r>
      <w:r>
        <w:tab/>
        <w:t>1.013e0</w:t>
      </w:r>
    </w:p>
    <w:p w:rsidR="007B2329" w:rsidRDefault="007B2329" w:rsidP="007B2329">
      <w:r>
        <w:t>344.5048</w:t>
      </w:r>
      <w:r>
        <w:tab/>
        <w:t>3.038e0</w:t>
      </w:r>
    </w:p>
    <w:p w:rsidR="007B2329" w:rsidRDefault="007B2329" w:rsidP="007B2329">
      <w:r>
        <w:t>344.5126</w:t>
      </w:r>
      <w:r>
        <w:tab/>
        <w:t>5.063e0</w:t>
      </w:r>
    </w:p>
    <w:p w:rsidR="007B2329" w:rsidRDefault="007B2329" w:rsidP="007B2329">
      <w:r>
        <w:t>344.5420</w:t>
      </w:r>
      <w:r>
        <w:tab/>
        <w:t>1.013e0</w:t>
      </w:r>
    </w:p>
    <w:p w:rsidR="007B2329" w:rsidRDefault="007B2329" w:rsidP="007B2329">
      <w:r>
        <w:t>344.5459</w:t>
      </w:r>
      <w:r>
        <w:tab/>
        <w:t>2.025e0</w:t>
      </w:r>
    </w:p>
    <w:p w:rsidR="007B2329" w:rsidRDefault="007B2329" w:rsidP="007B2329">
      <w:r>
        <w:t>344.5614</w:t>
      </w:r>
      <w:r>
        <w:tab/>
        <w:t>2.025e0</w:t>
      </w:r>
    </w:p>
    <w:p w:rsidR="007B2329" w:rsidRDefault="007B2329" w:rsidP="007B2329">
      <w:r>
        <w:t>344.5693</w:t>
      </w:r>
      <w:r>
        <w:tab/>
        <w:t>4.051e0</w:t>
      </w:r>
    </w:p>
    <w:p w:rsidR="007B2329" w:rsidRDefault="007B2329" w:rsidP="007B2329">
      <w:r>
        <w:t>344.5746</w:t>
      </w:r>
      <w:r>
        <w:tab/>
        <w:t>1.013e0</w:t>
      </w:r>
    </w:p>
    <w:p w:rsidR="007B2329" w:rsidRDefault="007B2329" w:rsidP="007B2329">
      <w:r>
        <w:t>344.5793</w:t>
      </w:r>
      <w:r>
        <w:tab/>
        <w:t>2.025e0</w:t>
      </w:r>
    </w:p>
    <w:p w:rsidR="007B2329" w:rsidRDefault="007B2329" w:rsidP="007B2329">
      <w:r>
        <w:t>344.5881</w:t>
      </w:r>
      <w:r>
        <w:tab/>
        <w:t>2.025e0</w:t>
      </w:r>
    </w:p>
    <w:p w:rsidR="007B2329" w:rsidRDefault="007B2329" w:rsidP="007B2329">
      <w:r>
        <w:t>344.5937</w:t>
      </w:r>
      <w:r>
        <w:tab/>
        <w:t>3.051e0</w:t>
      </w:r>
    </w:p>
    <w:p w:rsidR="007B2329" w:rsidRDefault="007B2329" w:rsidP="007B2329">
      <w:r>
        <w:t>344.5972</w:t>
      </w:r>
      <w:r>
        <w:tab/>
        <w:t>2.025e0</w:t>
      </w:r>
    </w:p>
    <w:p w:rsidR="007B2329" w:rsidRDefault="007B2329" w:rsidP="007B2329">
      <w:r>
        <w:t>344.6090</w:t>
      </w:r>
      <w:r>
        <w:tab/>
        <w:t>7.089e0</w:t>
      </w:r>
    </w:p>
    <w:p w:rsidR="007B2329" w:rsidRDefault="007B2329" w:rsidP="007B2329">
      <w:r>
        <w:t>344.6158</w:t>
      </w:r>
      <w:r>
        <w:tab/>
        <w:t>1.013e0</w:t>
      </w:r>
    </w:p>
    <w:p w:rsidR="007B2329" w:rsidRDefault="007B2329" w:rsidP="007B2329">
      <w:r>
        <w:t>344.6322</w:t>
      </w:r>
      <w:r>
        <w:tab/>
        <w:t>8.101e0</w:t>
      </w:r>
    </w:p>
    <w:p w:rsidR="007B2329" w:rsidRDefault="007B2329" w:rsidP="007B2329">
      <w:r>
        <w:t>344.6434</w:t>
      </w:r>
      <w:r>
        <w:tab/>
        <w:t>1.339e0</w:t>
      </w:r>
    </w:p>
    <w:p w:rsidR="007B2329" w:rsidRDefault="007B2329" w:rsidP="007B2329">
      <w:r>
        <w:lastRenderedPageBreak/>
        <w:t>344.6444</w:t>
      </w:r>
      <w:r>
        <w:tab/>
        <w:t>2.025e0</w:t>
      </w:r>
    </w:p>
    <w:p w:rsidR="007B2329" w:rsidRDefault="007B2329" w:rsidP="007B2329">
      <w:r>
        <w:t>344.6476</w:t>
      </w:r>
      <w:r>
        <w:tab/>
        <w:t>4.051e0</w:t>
      </w:r>
    </w:p>
    <w:p w:rsidR="007B2329" w:rsidRDefault="007B2329" w:rsidP="007B2329">
      <w:r>
        <w:t>344.6541</w:t>
      </w:r>
      <w:r>
        <w:tab/>
        <w:t>1.013e0</w:t>
      </w:r>
    </w:p>
    <w:p w:rsidR="007B2329" w:rsidRDefault="007B2329" w:rsidP="007B2329">
      <w:r>
        <w:t>344.6652</w:t>
      </w:r>
      <w:r>
        <w:tab/>
        <w:t>1.013e0</w:t>
      </w:r>
    </w:p>
    <w:p w:rsidR="007B2329" w:rsidRDefault="007B2329" w:rsidP="007B2329">
      <w:r>
        <w:t>344.6873</w:t>
      </w:r>
      <w:r>
        <w:tab/>
        <w:t>6.519e0</w:t>
      </w:r>
    </w:p>
    <w:p w:rsidR="007B2329" w:rsidRDefault="007B2329" w:rsidP="007B2329">
      <w:r>
        <w:t>344.7106</w:t>
      </w:r>
      <w:r>
        <w:tab/>
        <w:t>6.764e0</w:t>
      </w:r>
    </w:p>
    <w:p w:rsidR="007B2329" w:rsidRDefault="007B2329" w:rsidP="007B2329">
      <w:r>
        <w:t>344.7143</w:t>
      </w:r>
      <w:r>
        <w:tab/>
        <w:t>6.076e0</w:t>
      </w:r>
    </w:p>
    <w:p w:rsidR="007B2329" w:rsidRDefault="007B2329" w:rsidP="007B2329">
      <w:r>
        <w:t>344.7239</w:t>
      </w:r>
      <w:r>
        <w:tab/>
        <w:t>1.025e0</w:t>
      </w:r>
    </w:p>
    <w:p w:rsidR="007B2329" w:rsidRDefault="007B2329" w:rsidP="007B2329">
      <w:r>
        <w:t>344.7297</w:t>
      </w:r>
      <w:r>
        <w:tab/>
        <w:t>3.038e0</w:t>
      </w:r>
    </w:p>
    <w:p w:rsidR="007B2329" w:rsidRDefault="007B2329" w:rsidP="007B2329">
      <w:r>
        <w:t>344.7363</w:t>
      </w:r>
      <w:r>
        <w:tab/>
        <w:t>2.025e0</w:t>
      </w:r>
    </w:p>
    <w:p w:rsidR="007B2329" w:rsidRDefault="007B2329" w:rsidP="007B2329">
      <w:r>
        <w:t>344.7430</w:t>
      </w:r>
      <w:r>
        <w:tab/>
        <w:t>1.013e0</w:t>
      </w:r>
    </w:p>
    <w:p w:rsidR="007B2329" w:rsidRDefault="007B2329" w:rsidP="007B2329">
      <w:r>
        <w:t>344.7471</w:t>
      </w:r>
      <w:r>
        <w:tab/>
        <w:t>4.051e0</w:t>
      </w:r>
    </w:p>
    <w:p w:rsidR="007B2329" w:rsidRDefault="007B2329" w:rsidP="007B2329">
      <w:r>
        <w:t>344.7505</w:t>
      </w:r>
      <w:r>
        <w:tab/>
        <w:t>2.025e0</w:t>
      </w:r>
    </w:p>
    <w:p w:rsidR="007B2329" w:rsidRDefault="007B2329" w:rsidP="007B2329">
      <w:r>
        <w:t>344.7667</w:t>
      </w:r>
      <w:r>
        <w:tab/>
        <w:t>4.206e0</w:t>
      </w:r>
    </w:p>
    <w:p w:rsidR="007B2329" w:rsidRDefault="007B2329" w:rsidP="007B2329">
      <w:r>
        <w:t>344.7734</w:t>
      </w:r>
      <w:r>
        <w:tab/>
        <w:t>2.025e0</w:t>
      </w:r>
    </w:p>
    <w:p w:rsidR="007B2329" w:rsidRDefault="007B2329" w:rsidP="007B2329">
      <w:r>
        <w:t>344.7778</w:t>
      </w:r>
      <w:r>
        <w:tab/>
        <w:t>2.025e0</w:t>
      </w:r>
    </w:p>
    <w:p w:rsidR="007B2329" w:rsidRDefault="007B2329" w:rsidP="007B2329">
      <w:r>
        <w:t>344.8073</w:t>
      </w:r>
      <w:r>
        <w:tab/>
        <w:t>5.063e0</w:t>
      </w:r>
    </w:p>
    <w:p w:rsidR="007B2329" w:rsidRDefault="007B2329" w:rsidP="007B2329">
      <w:r>
        <w:t>344.8087</w:t>
      </w:r>
      <w:r>
        <w:tab/>
        <w:t>1.013e0</w:t>
      </w:r>
    </w:p>
    <w:p w:rsidR="007B2329" w:rsidRDefault="007B2329" w:rsidP="007B2329">
      <w:r>
        <w:t>344.8129</w:t>
      </w:r>
      <w:r>
        <w:tab/>
        <w:t>2.025e0</w:t>
      </w:r>
    </w:p>
    <w:p w:rsidR="007B2329" w:rsidRDefault="007B2329" w:rsidP="007B2329">
      <w:r>
        <w:lastRenderedPageBreak/>
        <w:t>344.8169</w:t>
      </w:r>
      <w:r>
        <w:tab/>
        <w:t>2.025e0</w:t>
      </w:r>
    </w:p>
    <w:p w:rsidR="007B2329" w:rsidRDefault="007B2329" w:rsidP="007B2329">
      <w:r>
        <w:t>344.8272</w:t>
      </w:r>
      <w:r>
        <w:tab/>
        <w:t>1.013e0</w:t>
      </w:r>
    </w:p>
    <w:p w:rsidR="007B2329" w:rsidRDefault="007B2329" w:rsidP="007B2329">
      <w:r>
        <w:t>344.8373</w:t>
      </w:r>
      <w:r>
        <w:tab/>
        <w:t>3.038e0</w:t>
      </w:r>
    </w:p>
    <w:p w:rsidR="007B2329" w:rsidRDefault="007B2329" w:rsidP="007B2329">
      <w:r>
        <w:t>344.8520</w:t>
      </w:r>
      <w:r>
        <w:tab/>
        <w:t>1.013e0</w:t>
      </w:r>
    </w:p>
    <w:p w:rsidR="007B2329" w:rsidRDefault="007B2329" w:rsidP="007B2329">
      <w:r>
        <w:t>344.8596</w:t>
      </w:r>
      <w:r>
        <w:tab/>
        <w:t>3.038e0</w:t>
      </w:r>
    </w:p>
    <w:p w:rsidR="007B2329" w:rsidRDefault="007B2329" w:rsidP="007B2329">
      <w:r>
        <w:t>344.8683</w:t>
      </w:r>
      <w:r>
        <w:tab/>
        <w:t>2.025e0</w:t>
      </w:r>
    </w:p>
    <w:p w:rsidR="007B2329" w:rsidRDefault="007B2329" w:rsidP="007B2329">
      <w:r>
        <w:t>344.8764</w:t>
      </w:r>
      <w:r>
        <w:tab/>
        <w:t>4.051e0</w:t>
      </w:r>
    </w:p>
    <w:p w:rsidR="007B2329" w:rsidRDefault="007B2329" w:rsidP="007B2329">
      <w:r>
        <w:t>344.9015</w:t>
      </w:r>
      <w:r>
        <w:tab/>
        <w:t>2.025e0</w:t>
      </w:r>
    </w:p>
    <w:p w:rsidR="007B2329" w:rsidRDefault="007B2329" w:rsidP="007B2329">
      <w:r>
        <w:t>344.9108</w:t>
      </w:r>
      <w:r>
        <w:tab/>
        <w:t>3.038e0</w:t>
      </w:r>
    </w:p>
    <w:p w:rsidR="007B2329" w:rsidRDefault="007B2329" w:rsidP="007B2329">
      <w:r>
        <w:t>344.9132</w:t>
      </w:r>
      <w:r>
        <w:tab/>
        <w:t>3.219e0</w:t>
      </w:r>
    </w:p>
    <w:p w:rsidR="007B2329" w:rsidRDefault="007B2329" w:rsidP="007B2329">
      <w:r>
        <w:t>344.9155</w:t>
      </w:r>
      <w:r>
        <w:tab/>
        <w:t>1.013e0</w:t>
      </w:r>
    </w:p>
    <w:p w:rsidR="007B2329" w:rsidRDefault="007B2329" w:rsidP="007B2329">
      <w:r>
        <w:t>344.9199</w:t>
      </w:r>
      <w:r>
        <w:tab/>
        <w:t>1.013e1</w:t>
      </w:r>
    </w:p>
    <w:p w:rsidR="007B2329" w:rsidRDefault="007B2329" w:rsidP="007B2329">
      <w:r>
        <w:t>344.9235</w:t>
      </w:r>
      <w:r>
        <w:tab/>
        <w:t>1.232e0</w:t>
      </w:r>
    </w:p>
    <w:p w:rsidR="007B2329" w:rsidRDefault="007B2329" w:rsidP="007B2329">
      <w:r>
        <w:t>344.9358</w:t>
      </w:r>
      <w:r>
        <w:tab/>
        <w:t>5.063e0</w:t>
      </w:r>
    </w:p>
    <w:p w:rsidR="007B2329" w:rsidRDefault="007B2329" w:rsidP="007B2329">
      <w:r>
        <w:t>344.9565</w:t>
      </w:r>
      <w:r>
        <w:tab/>
        <w:t>4.051e0</w:t>
      </w:r>
    </w:p>
    <w:p w:rsidR="007B2329" w:rsidRDefault="007B2329" w:rsidP="007B2329">
      <w:r>
        <w:t>344.9741</w:t>
      </w:r>
      <w:r>
        <w:tab/>
        <w:t>3.038e0</w:t>
      </w:r>
    </w:p>
    <w:p w:rsidR="007B2329" w:rsidRDefault="007B2329" w:rsidP="007B2329">
      <w:r>
        <w:t>344.9854</w:t>
      </w:r>
      <w:r>
        <w:tab/>
        <w:t>2.025e0</w:t>
      </w:r>
    </w:p>
    <w:p w:rsidR="007B2329" w:rsidRDefault="007B2329" w:rsidP="007B2329">
      <w:r>
        <w:t>345.0016</w:t>
      </w:r>
      <w:r>
        <w:tab/>
        <w:t>2.025e0</w:t>
      </w:r>
    </w:p>
    <w:p w:rsidR="007B2329" w:rsidRDefault="007B2329" w:rsidP="007B2329">
      <w:r>
        <w:t>345.0099</w:t>
      </w:r>
      <w:r>
        <w:tab/>
        <w:t>2.025e0</w:t>
      </w:r>
    </w:p>
    <w:p w:rsidR="007B2329" w:rsidRDefault="007B2329" w:rsidP="007B2329">
      <w:r>
        <w:lastRenderedPageBreak/>
        <w:t>345.0147</w:t>
      </w:r>
      <w:r>
        <w:tab/>
        <w:t>4.089e0</w:t>
      </w:r>
    </w:p>
    <w:p w:rsidR="007B2329" w:rsidRDefault="007B2329" w:rsidP="007B2329">
      <w:r>
        <w:t>345.0177</w:t>
      </w:r>
      <w:r>
        <w:tab/>
        <w:t>4.051e0</w:t>
      </w:r>
    </w:p>
    <w:p w:rsidR="007B2329" w:rsidRDefault="007B2329" w:rsidP="007B2329">
      <w:r>
        <w:t>345.0314</w:t>
      </w:r>
      <w:r>
        <w:tab/>
        <w:t>3.038e0</w:t>
      </w:r>
    </w:p>
    <w:p w:rsidR="007B2329" w:rsidRDefault="007B2329" w:rsidP="007B2329">
      <w:r>
        <w:t>345.0439</w:t>
      </w:r>
      <w:r>
        <w:tab/>
        <w:t>1.013e0</w:t>
      </w:r>
    </w:p>
    <w:p w:rsidR="007B2329" w:rsidRDefault="007B2329" w:rsidP="007B2329">
      <w:r>
        <w:t>345.0715</w:t>
      </w:r>
      <w:r>
        <w:tab/>
        <w:t>4.051e0</w:t>
      </w:r>
    </w:p>
    <w:p w:rsidR="007B2329" w:rsidRDefault="007B2329" w:rsidP="007B2329">
      <w:r>
        <w:t>345.0746</w:t>
      </w:r>
      <w:r>
        <w:tab/>
        <w:t>2.025e0</w:t>
      </w:r>
    </w:p>
    <w:p w:rsidR="007B2329" w:rsidRDefault="007B2329" w:rsidP="007B2329">
      <w:r>
        <w:t>345.0780</w:t>
      </w:r>
      <w:r>
        <w:tab/>
        <w:t>4.051e0</w:t>
      </w:r>
    </w:p>
    <w:p w:rsidR="007B2329" w:rsidRDefault="007B2329" w:rsidP="007B2329">
      <w:r>
        <w:t>345.0808</w:t>
      </w:r>
      <w:r>
        <w:tab/>
        <w:t>5.063e0</w:t>
      </w:r>
    </w:p>
    <w:p w:rsidR="007B2329" w:rsidRDefault="007B2329" w:rsidP="007B2329">
      <w:r>
        <w:t>345.1000</w:t>
      </w:r>
      <w:r>
        <w:tab/>
        <w:t>4.051e0</w:t>
      </w:r>
    </w:p>
    <w:p w:rsidR="007B2329" w:rsidRDefault="007B2329" w:rsidP="007B2329">
      <w:r>
        <w:t>345.1290</w:t>
      </w:r>
      <w:r>
        <w:tab/>
        <w:t>1.054e1</w:t>
      </w:r>
    </w:p>
    <w:p w:rsidR="007B2329" w:rsidRDefault="007B2329" w:rsidP="007B2329">
      <w:r>
        <w:t>345.1349</w:t>
      </w:r>
      <w:r>
        <w:tab/>
        <w:t>3.491e1</w:t>
      </w:r>
    </w:p>
    <w:p w:rsidR="007B2329" w:rsidRDefault="007B2329" w:rsidP="007B2329">
      <w:r>
        <w:t>345.1367</w:t>
      </w:r>
      <w:r>
        <w:tab/>
        <w:t>3.079e1</w:t>
      </w:r>
    </w:p>
    <w:p w:rsidR="007B2329" w:rsidRDefault="007B2329" w:rsidP="007B2329">
      <w:r>
        <w:t>345.1379</w:t>
      </w:r>
      <w:r>
        <w:tab/>
        <w:t>1.924e1</w:t>
      </w:r>
    </w:p>
    <w:p w:rsidR="007B2329" w:rsidRDefault="007B2329" w:rsidP="007B2329">
      <w:r>
        <w:t>345.1398</w:t>
      </w:r>
      <w:r>
        <w:tab/>
        <w:t>3.466e1</w:t>
      </w:r>
    </w:p>
    <w:p w:rsidR="007B2329" w:rsidRDefault="007B2329" w:rsidP="007B2329">
      <w:r>
        <w:t>345.1423</w:t>
      </w:r>
      <w:r>
        <w:tab/>
        <w:t>4.531e1</w:t>
      </w:r>
    </w:p>
    <w:p w:rsidR="007B2329" w:rsidRDefault="007B2329" w:rsidP="007B2329">
      <w:r>
        <w:t>345.1704</w:t>
      </w:r>
      <w:r>
        <w:tab/>
        <w:t>1.019e1</w:t>
      </w:r>
    </w:p>
    <w:p w:rsidR="007B2329" w:rsidRDefault="007B2329" w:rsidP="007B2329">
      <w:r>
        <w:t>345.1817</w:t>
      </w:r>
      <w:r>
        <w:tab/>
        <w:t>2.693e1</w:t>
      </w:r>
    </w:p>
    <w:p w:rsidR="007B2329" w:rsidRDefault="007B2329" w:rsidP="007B2329">
      <w:r>
        <w:t>345.1840</w:t>
      </w:r>
      <w:r>
        <w:tab/>
        <w:t>3.283e1</w:t>
      </w:r>
    </w:p>
    <w:p w:rsidR="007B2329" w:rsidRDefault="007B2329" w:rsidP="007B2329">
      <w:r>
        <w:t>345.1861</w:t>
      </w:r>
      <w:r>
        <w:tab/>
        <w:t>3.530e1</w:t>
      </w:r>
    </w:p>
    <w:p w:rsidR="007B2329" w:rsidRDefault="007B2329" w:rsidP="007B2329">
      <w:r>
        <w:lastRenderedPageBreak/>
        <w:t>345.1905</w:t>
      </w:r>
      <w:r>
        <w:tab/>
        <w:t>1.616e1</w:t>
      </w:r>
    </w:p>
    <w:p w:rsidR="007B2329" w:rsidRDefault="007B2329" w:rsidP="007B2329">
      <w:r>
        <w:t>345.1959</w:t>
      </w:r>
      <w:r>
        <w:tab/>
        <w:t>3.610e1</w:t>
      </w:r>
    </w:p>
    <w:p w:rsidR="007B2329" w:rsidRDefault="007B2329" w:rsidP="007B2329">
      <w:r>
        <w:t>345.2133</w:t>
      </w:r>
      <w:r>
        <w:tab/>
        <w:t>7.035e0</w:t>
      </w:r>
    </w:p>
    <w:p w:rsidR="007B2329" w:rsidRDefault="007B2329" w:rsidP="007B2329">
      <w:r>
        <w:t>345.2175</w:t>
      </w:r>
      <w:r>
        <w:tab/>
        <w:t>2.025e0</w:t>
      </w:r>
    </w:p>
    <w:p w:rsidR="007B2329" w:rsidRDefault="007B2329" w:rsidP="007B2329">
      <w:r>
        <w:t>345.2185</w:t>
      </w:r>
      <w:r>
        <w:tab/>
        <w:t>1.127e1</w:t>
      </w:r>
    </w:p>
    <w:p w:rsidR="007B2329" w:rsidRDefault="007B2329" w:rsidP="007B2329">
      <w:r>
        <w:t>345.2221</w:t>
      </w:r>
      <w:r>
        <w:tab/>
        <w:t>3.038e0</w:t>
      </w:r>
    </w:p>
    <w:p w:rsidR="007B2329" w:rsidRDefault="007B2329" w:rsidP="007B2329">
      <w:r>
        <w:t>345.2234</w:t>
      </w:r>
      <w:r>
        <w:tab/>
        <w:t>2.337e1</w:t>
      </w:r>
    </w:p>
    <w:p w:rsidR="007B2329" w:rsidRDefault="007B2329" w:rsidP="007B2329">
      <w:r>
        <w:t>345.2250</w:t>
      </w:r>
      <w:r>
        <w:tab/>
        <w:t>2.342e1</w:t>
      </w:r>
    </w:p>
    <w:p w:rsidR="007B2329" w:rsidRDefault="007B2329" w:rsidP="007B2329">
      <w:r>
        <w:t>345.2590</w:t>
      </w:r>
      <w:r>
        <w:tab/>
        <w:t>3.038e0</w:t>
      </w:r>
    </w:p>
    <w:p w:rsidR="007B2329" w:rsidRDefault="007B2329" w:rsidP="007B2329">
      <w:r>
        <w:t>345.2607</w:t>
      </w:r>
      <w:r>
        <w:tab/>
        <w:t>3.038e0</w:t>
      </w:r>
    </w:p>
    <w:p w:rsidR="007B2329" w:rsidRDefault="007B2329" w:rsidP="007B2329">
      <w:r>
        <w:t>345.2728</w:t>
      </w:r>
      <w:r>
        <w:tab/>
        <w:t>2.025e0</w:t>
      </w:r>
    </w:p>
    <w:p w:rsidR="007B2329" w:rsidRDefault="007B2329" w:rsidP="007B2329">
      <w:r>
        <w:t>345.2783</w:t>
      </w:r>
      <w:r>
        <w:tab/>
        <w:t>4.469e0</w:t>
      </w:r>
    </w:p>
    <w:p w:rsidR="007B2329" w:rsidRDefault="007B2329" w:rsidP="007B2329">
      <w:r>
        <w:t>345.2912</w:t>
      </w:r>
      <w:r>
        <w:tab/>
        <w:t>1.013e0</w:t>
      </w:r>
    </w:p>
    <w:p w:rsidR="007B2329" w:rsidRDefault="007B2329" w:rsidP="007B2329">
      <w:r>
        <w:t>345.2993</w:t>
      </w:r>
      <w:r>
        <w:tab/>
        <w:t>3.051e0</w:t>
      </w:r>
    </w:p>
    <w:p w:rsidR="007B2329" w:rsidRDefault="007B2329" w:rsidP="007B2329">
      <w:r>
        <w:t>345.3016</w:t>
      </w:r>
      <w:r>
        <w:tab/>
        <w:t>1.013e0</w:t>
      </w:r>
    </w:p>
    <w:p w:rsidR="007B2329" w:rsidRDefault="007B2329" w:rsidP="007B2329">
      <w:r>
        <w:t>345.3037</w:t>
      </w:r>
      <w:r>
        <w:tab/>
        <w:t>1.051e0</w:t>
      </w:r>
    </w:p>
    <w:p w:rsidR="007B2329" w:rsidRDefault="007B2329" w:rsidP="007B2329">
      <w:r>
        <w:t>345.3080</w:t>
      </w:r>
      <w:r>
        <w:tab/>
        <w:t>4.051e0</w:t>
      </w:r>
    </w:p>
    <w:p w:rsidR="007B2329" w:rsidRDefault="007B2329" w:rsidP="007B2329">
      <w:r>
        <w:t>345.3313</w:t>
      </w:r>
      <w:r>
        <w:tab/>
        <w:t>1.038e0</w:t>
      </w:r>
    </w:p>
    <w:p w:rsidR="007B2329" w:rsidRDefault="007B2329" w:rsidP="007B2329">
      <w:r>
        <w:t>345.3486</w:t>
      </w:r>
      <w:r>
        <w:tab/>
        <w:t>2.190e0</w:t>
      </w:r>
    </w:p>
    <w:p w:rsidR="007B2329" w:rsidRDefault="007B2329" w:rsidP="007B2329">
      <w:r>
        <w:lastRenderedPageBreak/>
        <w:t>345.3509</w:t>
      </w:r>
      <w:r>
        <w:tab/>
        <w:t>1.013e0</w:t>
      </w:r>
    </w:p>
    <w:p w:rsidR="007B2329" w:rsidRDefault="007B2329" w:rsidP="007B2329">
      <w:r>
        <w:t>345.3526</w:t>
      </w:r>
      <w:r>
        <w:tab/>
        <w:t>2.823e0</w:t>
      </w:r>
    </w:p>
    <w:p w:rsidR="007B2329" w:rsidRDefault="007B2329" w:rsidP="007B2329">
      <w:r>
        <w:t>345.3587</w:t>
      </w:r>
      <w:r>
        <w:tab/>
        <w:t>4.051e0</w:t>
      </w:r>
    </w:p>
    <w:p w:rsidR="007B2329" w:rsidRDefault="007B2329" w:rsidP="007B2329">
      <w:r>
        <w:t>345.3825</w:t>
      </w:r>
      <w:r>
        <w:tab/>
        <w:t>3.038e0</w:t>
      </w:r>
    </w:p>
    <w:p w:rsidR="007B2329" w:rsidRDefault="007B2329" w:rsidP="007B2329">
      <w:r>
        <w:t>345.3903</w:t>
      </w:r>
      <w:r>
        <w:tab/>
        <w:t>1.013e0</w:t>
      </w:r>
    </w:p>
    <w:p w:rsidR="007B2329" w:rsidRDefault="007B2329" w:rsidP="007B2329">
      <w:r>
        <w:t>345.4125</w:t>
      </w:r>
      <w:r>
        <w:tab/>
        <w:t>2.025e0</w:t>
      </w:r>
    </w:p>
    <w:p w:rsidR="007B2329" w:rsidRDefault="007B2329" w:rsidP="007B2329">
      <w:r>
        <w:t>345.4152</w:t>
      </w:r>
      <w:r>
        <w:tab/>
        <w:t>4.051e0</w:t>
      </w:r>
    </w:p>
    <w:p w:rsidR="007B2329" w:rsidRDefault="007B2329" w:rsidP="007B2329">
      <w:r>
        <w:t>345.4214</w:t>
      </w:r>
      <w:r>
        <w:tab/>
        <w:t>2.025e0</w:t>
      </w:r>
    </w:p>
    <w:p w:rsidR="007B2329" w:rsidRDefault="007B2329" w:rsidP="007B2329">
      <w:r>
        <w:t>345.4337</w:t>
      </w:r>
      <w:r>
        <w:tab/>
        <w:t>1.013e0</w:t>
      </w:r>
    </w:p>
    <w:p w:rsidR="007B2329" w:rsidRDefault="007B2329" w:rsidP="007B2329">
      <w:r>
        <w:t>345.4350</w:t>
      </w:r>
      <w:r>
        <w:tab/>
        <w:t>2.025e0</w:t>
      </w:r>
    </w:p>
    <w:p w:rsidR="007B2329" w:rsidRDefault="007B2329" w:rsidP="007B2329">
      <w:r>
        <w:t>345.4742</w:t>
      </w:r>
      <w:r>
        <w:tab/>
        <w:t>1.013e0</w:t>
      </w:r>
    </w:p>
    <w:p w:rsidR="007B2329" w:rsidRDefault="007B2329" w:rsidP="007B2329">
      <w:r>
        <w:t>345.4802</w:t>
      </w:r>
      <w:r>
        <w:tab/>
        <w:t>3.038e0</w:t>
      </w:r>
    </w:p>
    <w:p w:rsidR="007B2329" w:rsidRDefault="007B2329" w:rsidP="007B2329">
      <w:r>
        <w:t>345.4882</w:t>
      </w:r>
      <w:r>
        <w:tab/>
        <w:t>5.063e0</w:t>
      </w:r>
    </w:p>
    <w:p w:rsidR="007B2329" w:rsidRDefault="007B2329" w:rsidP="007B2329">
      <w:r>
        <w:t>345.4919</w:t>
      </w:r>
      <w:r>
        <w:tab/>
        <w:t>3.038e0</w:t>
      </w:r>
    </w:p>
    <w:p w:rsidR="007B2329" w:rsidRDefault="007B2329" w:rsidP="007B2329">
      <w:r>
        <w:t>345.4934</w:t>
      </w:r>
      <w:r>
        <w:tab/>
        <w:t>2.025e0</w:t>
      </w:r>
    </w:p>
    <w:p w:rsidR="007B2329" w:rsidRDefault="007B2329" w:rsidP="007B2329">
      <w:r>
        <w:t>345.4962</w:t>
      </w:r>
      <w:r>
        <w:tab/>
        <w:t>4.051e0</w:t>
      </w:r>
    </w:p>
    <w:p w:rsidR="007B2329" w:rsidRDefault="007B2329" w:rsidP="007B2329">
      <w:r>
        <w:t>345.4988</w:t>
      </w:r>
      <w:r>
        <w:tab/>
        <w:t>3.038e0</w:t>
      </w:r>
    </w:p>
    <w:p w:rsidR="007B2329" w:rsidRDefault="007B2329" w:rsidP="007B2329">
      <w:r>
        <w:t>345.5029</w:t>
      </w:r>
      <w:r>
        <w:tab/>
        <w:t>5.063e0</w:t>
      </w:r>
    </w:p>
    <w:p w:rsidR="007B2329" w:rsidRDefault="007B2329" w:rsidP="007B2329">
      <w:r>
        <w:t>345.5547</w:t>
      </w:r>
      <w:r>
        <w:tab/>
        <w:t>8.175e0</w:t>
      </w:r>
    </w:p>
    <w:p w:rsidR="007B2329" w:rsidRDefault="007B2329" w:rsidP="007B2329">
      <w:r>
        <w:lastRenderedPageBreak/>
        <w:t>345.5616</w:t>
      </w:r>
      <w:r>
        <w:tab/>
        <w:t>3.038e0</w:t>
      </w:r>
    </w:p>
    <w:p w:rsidR="007B2329" w:rsidRDefault="007B2329" w:rsidP="007B2329">
      <w:r>
        <w:t>345.5711</w:t>
      </w:r>
      <w:r>
        <w:tab/>
        <w:t>2.051e0</w:t>
      </w:r>
    </w:p>
    <w:p w:rsidR="007B2329" w:rsidRDefault="007B2329" w:rsidP="007B2329">
      <w:r>
        <w:t>345.5729</w:t>
      </w:r>
      <w:r>
        <w:tab/>
        <w:t>1.013e0</w:t>
      </w:r>
    </w:p>
    <w:p w:rsidR="007B2329" w:rsidRDefault="007B2329" w:rsidP="007B2329">
      <w:r>
        <w:t>345.5766</w:t>
      </w:r>
      <w:r>
        <w:tab/>
        <w:t>1.013e0</w:t>
      </w:r>
    </w:p>
    <w:p w:rsidR="007B2329" w:rsidRDefault="007B2329" w:rsidP="007B2329">
      <w:r>
        <w:t>345.5927</w:t>
      </w:r>
      <w:r>
        <w:tab/>
        <w:t>3.038e0</w:t>
      </w:r>
    </w:p>
    <w:p w:rsidR="007B2329" w:rsidRDefault="007B2329" w:rsidP="007B2329">
      <w:r>
        <w:t>345.6013</w:t>
      </w:r>
      <w:r>
        <w:tab/>
        <w:t>3.038e0</w:t>
      </w:r>
    </w:p>
    <w:p w:rsidR="007B2329" w:rsidRDefault="007B2329" w:rsidP="007B2329">
      <w:r>
        <w:t>345.6261</w:t>
      </w:r>
      <w:r>
        <w:tab/>
        <w:t>2.025e0</w:t>
      </w:r>
    </w:p>
    <w:p w:rsidR="007B2329" w:rsidRDefault="007B2329" w:rsidP="007B2329">
      <w:r>
        <w:t>345.6304</w:t>
      </w:r>
      <w:r>
        <w:tab/>
        <w:t>2.025e0</w:t>
      </w:r>
    </w:p>
    <w:p w:rsidR="007B2329" w:rsidRDefault="007B2329" w:rsidP="007B2329">
      <w:r>
        <w:t>345.6355</w:t>
      </w:r>
      <w:r>
        <w:tab/>
        <w:t>3.038e0</w:t>
      </w:r>
    </w:p>
    <w:p w:rsidR="007B2329" w:rsidRDefault="007B2329" w:rsidP="007B2329">
      <w:r>
        <w:t>345.6381</w:t>
      </w:r>
      <w:r>
        <w:tab/>
        <w:t>1.013e0</w:t>
      </w:r>
    </w:p>
    <w:p w:rsidR="007B2329" w:rsidRDefault="007B2329" w:rsidP="007B2329">
      <w:r>
        <w:t>345.6447</w:t>
      </w:r>
      <w:r>
        <w:tab/>
        <w:t>2.025e0</w:t>
      </w:r>
    </w:p>
    <w:p w:rsidR="007B2329" w:rsidRDefault="007B2329" w:rsidP="007B2329">
      <w:r>
        <w:t>345.6567</w:t>
      </w:r>
      <w:r>
        <w:tab/>
        <w:t>1.013e0</w:t>
      </w:r>
    </w:p>
    <w:p w:rsidR="007B2329" w:rsidRDefault="007B2329" w:rsidP="007B2329">
      <w:r>
        <w:t>345.6629</w:t>
      </w:r>
      <w:r>
        <w:tab/>
        <w:t>4.051e0</w:t>
      </w:r>
    </w:p>
    <w:p w:rsidR="007B2329" w:rsidRDefault="007B2329" w:rsidP="007B2329">
      <w:r>
        <w:t>345.6673</w:t>
      </w:r>
      <w:r>
        <w:tab/>
        <w:t>1.013e0</w:t>
      </w:r>
    </w:p>
    <w:p w:rsidR="007B2329" w:rsidRDefault="007B2329" w:rsidP="007B2329">
      <w:r>
        <w:t>345.6713</w:t>
      </w:r>
      <w:r>
        <w:tab/>
        <w:t>1.013e0</w:t>
      </w:r>
    </w:p>
    <w:p w:rsidR="007B2329" w:rsidRDefault="007B2329" w:rsidP="007B2329">
      <w:r>
        <w:t>345.6781</w:t>
      </w:r>
      <w:r>
        <w:tab/>
        <w:t>1.025e0</w:t>
      </w:r>
    </w:p>
    <w:p w:rsidR="007B2329" w:rsidRDefault="007B2329" w:rsidP="007B2329">
      <w:r>
        <w:t>345.6999</w:t>
      </w:r>
      <w:r>
        <w:tab/>
        <w:t>3.063e0</w:t>
      </w:r>
    </w:p>
    <w:p w:rsidR="007B2329" w:rsidRDefault="007B2329" w:rsidP="007B2329">
      <w:r>
        <w:t>345.7187</w:t>
      </w:r>
      <w:r>
        <w:tab/>
        <w:t>2.025e0</w:t>
      </w:r>
    </w:p>
    <w:p w:rsidR="007B2329" w:rsidRDefault="007B2329" w:rsidP="007B2329">
      <w:r>
        <w:t>345.7265</w:t>
      </w:r>
      <w:r>
        <w:tab/>
        <w:t>2.025e0</w:t>
      </w:r>
    </w:p>
    <w:p w:rsidR="007B2329" w:rsidRDefault="007B2329" w:rsidP="007B2329">
      <w:r>
        <w:lastRenderedPageBreak/>
        <w:t>345.7310</w:t>
      </w:r>
      <w:r>
        <w:tab/>
        <w:t>2.025e0</w:t>
      </w:r>
    </w:p>
    <w:p w:rsidR="007B2329" w:rsidRDefault="007B2329" w:rsidP="007B2329">
      <w:r>
        <w:t>345.7411</w:t>
      </w:r>
      <w:r>
        <w:tab/>
        <w:t>1.013e0</w:t>
      </w:r>
    </w:p>
    <w:p w:rsidR="007B2329" w:rsidRDefault="007B2329" w:rsidP="007B2329">
      <w:r>
        <w:t>345.7520</w:t>
      </w:r>
      <w:r>
        <w:tab/>
        <w:t>3.038e0</w:t>
      </w:r>
    </w:p>
    <w:p w:rsidR="007B2329" w:rsidRDefault="007B2329" w:rsidP="007B2329">
      <w:r>
        <w:t>345.7556</w:t>
      </w:r>
      <w:r>
        <w:tab/>
        <w:t>2.025e0</w:t>
      </w:r>
    </w:p>
    <w:p w:rsidR="007B2329" w:rsidRDefault="007B2329" w:rsidP="007B2329">
      <w:r>
        <w:t>345.7621</w:t>
      </w:r>
      <w:r>
        <w:tab/>
        <w:t>1.013e0</w:t>
      </w:r>
    </w:p>
    <w:p w:rsidR="007B2329" w:rsidRDefault="007B2329" w:rsidP="007B2329">
      <w:r>
        <w:t>345.7657</w:t>
      </w:r>
      <w:r>
        <w:tab/>
        <w:t>3.394e0</w:t>
      </w:r>
    </w:p>
    <w:p w:rsidR="007B2329" w:rsidRDefault="007B2329" w:rsidP="007B2329">
      <w:r>
        <w:t>345.7781</w:t>
      </w:r>
      <w:r>
        <w:tab/>
        <w:t>2.025e0</w:t>
      </w:r>
    </w:p>
    <w:p w:rsidR="007B2329" w:rsidRDefault="007B2329" w:rsidP="007B2329">
      <w:r>
        <w:t>345.7808</w:t>
      </w:r>
      <w:r>
        <w:tab/>
        <w:t>1.013e0</w:t>
      </w:r>
    </w:p>
    <w:p w:rsidR="007B2329" w:rsidRDefault="007B2329" w:rsidP="007B2329">
      <w:r>
        <w:t>345.7836</w:t>
      </w:r>
      <w:r>
        <w:tab/>
        <w:t>2.038e0</w:t>
      </w:r>
    </w:p>
    <w:p w:rsidR="007B2329" w:rsidRDefault="007B2329" w:rsidP="007B2329">
      <w:r>
        <w:t>345.7901</w:t>
      </w:r>
      <w:r>
        <w:tab/>
        <w:t>4.051e0</w:t>
      </w:r>
    </w:p>
    <w:p w:rsidR="007B2329" w:rsidRDefault="007B2329" w:rsidP="007B2329">
      <w:r>
        <w:t>345.8009</w:t>
      </w:r>
      <w:r>
        <w:tab/>
        <w:t>2.025e0</w:t>
      </w:r>
    </w:p>
    <w:p w:rsidR="007B2329" w:rsidRDefault="007B2329" w:rsidP="007B2329">
      <w:r>
        <w:t>345.8201</w:t>
      </w:r>
      <w:r>
        <w:tab/>
        <w:t>2.025e0</w:t>
      </w:r>
    </w:p>
    <w:p w:rsidR="007B2329" w:rsidRDefault="007B2329" w:rsidP="007B2329">
      <w:r>
        <w:t>345.8240</w:t>
      </w:r>
      <w:r>
        <w:tab/>
        <w:t>1.013e0</w:t>
      </w:r>
    </w:p>
    <w:p w:rsidR="007B2329" w:rsidRDefault="007B2329" w:rsidP="007B2329">
      <w:r>
        <w:t>345.8273</w:t>
      </w:r>
      <w:r>
        <w:tab/>
        <w:t>2.025e0</w:t>
      </w:r>
    </w:p>
    <w:p w:rsidR="007B2329" w:rsidRDefault="007B2329" w:rsidP="007B2329">
      <w:r>
        <w:t>345.8359</w:t>
      </w:r>
      <w:r>
        <w:tab/>
        <w:t>2.025e0</w:t>
      </w:r>
    </w:p>
    <w:p w:rsidR="007B2329" w:rsidRDefault="007B2329" w:rsidP="007B2329">
      <w:r>
        <w:t>345.8551</w:t>
      </w:r>
      <w:r>
        <w:tab/>
        <w:t>2.025e0</w:t>
      </w:r>
    </w:p>
    <w:p w:rsidR="007B2329" w:rsidRDefault="007B2329" w:rsidP="007B2329">
      <w:r>
        <w:t>345.8621</w:t>
      </w:r>
      <w:r>
        <w:tab/>
        <w:t>3.038e0</w:t>
      </w:r>
    </w:p>
    <w:p w:rsidR="007B2329" w:rsidRDefault="007B2329" w:rsidP="007B2329">
      <w:r>
        <w:t>345.8663</w:t>
      </w:r>
      <w:r>
        <w:tab/>
        <w:t>1.025e0</w:t>
      </w:r>
    </w:p>
    <w:p w:rsidR="007B2329" w:rsidRDefault="007B2329" w:rsidP="007B2329">
      <w:r>
        <w:t>345.8819</w:t>
      </w:r>
      <w:r>
        <w:tab/>
        <w:t>2.025e0</w:t>
      </w:r>
    </w:p>
    <w:p w:rsidR="007B2329" w:rsidRDefault="007B2329" w:rsidP="007B2329">
      <w:r>
        <w:lastRenderedPageBreak/>
        <w:t>345.8909</w:t>
      </w:r>
      <w:r>
        <w:tab/>
        <w:t>1.025e0</w:t>
      </w:r>
    </w:p>
    <w:p w:rsidR="007B2329" w:rsidRDefault="007B2329" w:rsidP="007B2329">
      <w:r>
        <w:t>345.8976</w:t>
      </w:r>
      <w:r>
        <w:tab/>
        <w:t>3.038e0</w:t>
      </w:r>
    </w:p>
    <w:p w:rsidR="007B2329" w:rsidRDefault="007B2329" w:rsidP="007B2329">
      <w:r>
        <w:t>345.9015</w:t>
      </w:r>
      <w:r>
        <w:tab/>
        <w:t>1.025e0</w:t>
      </w:r>
    </w:p>
    <w:p w:rsidR="007B2329" w:rsidRDefault="007B2329" w:rsidP="007B2329">
      <w:r>
        <w:t>345.9082</w:t>
      </w:r>
      <w:r>
        <w:tab/>
        <w:t>3.038e0</w:t>
      </w:r>
    </w:p>
    <w:p w:rsidR="007B2329" w:rsidRDefault="007B2329" w:rsidP="007B2329">
      <w:r>
        <w:t>345.9124</w:t>
      </w:r>
      <w:r>
        <w:tab/>
        <w:t>3.577e0</w:t>
      </w:r>
    </w:p>
    <w:p w:rsidR="007B2329" w:rsidRDefault="007B2329" w:rsidP="007B2329">
      <w:r>
        <w:t>345.9192</w:t>
      </w:r>
      <w:r>
        <w:tab/>
        <w:t>5.076e0</w:t>
      </w:r>
    </w:p>
    <w:p w:rsidR="007B2329" w:rsidRDefault="007B2329" w:rsidP="007B2329">
      <w:r>
        <w:t>345.9254</w:t>
      </w:r>
      <w:r>
        <w:tab/>
        <w:t>2.038e0</w:t>
      </w:r>
    </w:p>
    <w:p w:rsidR="007B2329" w:rsidRDefault="007B2329" w:rsidP="007B2329">
      <w:r>
        <w:t>345.9405</w:t>
      </w:r>
      <w:r>
        <w:tab/>
        <w:t>2.025e0</w:t>
      </w:r>
    </w:p>
    <w:p w:rsidR="007B2329" w:rsidRDefault="007B2329" w:rsidP="007B2329">
      <w:r>
        <w:t>345.9459</w:t>
      </w:r>
      <w:r>
        <w:tab/>
        <w:t>3.038e0</w:t>
      </w:r>
    </w:p>
    <w:p w:rsidR="007B2329" w:rsidRDefault="007B2329" w:rsidP="007B2329">
      <w:r>
        <w:t>345.9488</w:t>
      </w:r>
      <w:r>
        <w:tab/>
        <w:t>2.025e0</w:t>
      </w:r>
    </w:p>
    <w:p w:rsidR="007B2329" w:rsidRDefault="007B2329" w:rsidP="007B2329">
      <w:r>
        <w:t>345.9599</w:t>
      </w:r>
      <w:r>
        <w:tab/>
        <w:t>3.038e0</w:t>
      </w:r>
    </w:p>
    <w:p w:rsidR="007B2329" w:rsidRDefault="007B2329" w:rsidP="007B2329">
      <w:r>
        <w:t>345.9694</w:t>
      </w:r>
      <w:r>
        <w:tab/>
        <w:t>3.038e0</w:t>
      </w:r>
    </w:p>
    <w:p w:rsidR="007B2329" w:rsidRDefault="007B2329" w:rsidP="007B2329">
      <w:r>
        <w:t>345.9705</w:t>
      </w:r>
      <w:r>
        <w:tab/>
        <w:t>4.051e0</w:t>
      </w:r>
    </w:p>
    <w:p w:rsidR="007B2329" w:rsidRDefault="007B2329" w:rsidP="007B2329">
      <w:r>
        <w:t>345.9837</w:t>
      </w:r>
      <w:r>
        <w:tab/>
        <w:t>1.013e0</w:t>
      </w:r>
    </w:p>
    <w:p w:rsidR="007B2329" w:rsidRDefault="007B2329" w:rsidP="007B2329">
      <w:r>
        <w:t>345.9876</w:t>
      </w:r>
      <w:r>
        <w:tab/>
        <w:t>2.025e0</w:t>
      </w:r>
    </w:p>
    <w:p w:rsidR="007B2329" w:rsidRDefault="007B2329" w:rsidP="007B2329">
      <w:r>
        <w:t>346.0038</w:t>
      </w:r>
      <w:r>
        <w:tab/>
        <w:t>1.013e0</w:t>
      </w:r>
    </w:p>
    <w:p w:rsidR="007B2329" w:rsidRDefault="007B2329" w:rsidP="007B2329">
      <w:r>
        <w:t>346.0096</w:t>
      </w:r>
      <w:r>
        <w:tab/>
        <w:t>3.038e0</w:t>
      </w:r>
    </w:p>
    <w:p w:rsidR="007B2329" w:rsidRDefault="007B2329" w:rsidP="007B2329">
      <w:r>
        <w:t>346.0150</w:t>
      </w:r>
      <w:r>
        <w:tab/>
        <w:t>3.038e0</w:t>
      </w:r>
    </w:p>
    <w:p w:rsidR="007B2329" w:rsidRDefault="007B2329" w:rsidP="007B2329">
      <w:r>
        <w:t>346.0330</w:t>
      </w:r>
      <w:r>
        <w:tab/>
        <w:t>1.013e0</w:t>
      </w:r>
    </w:p>
    <w:p w:rsidR="007B2329" w:rsidRDefault="007B2329" w:rsidP="007B2329">
      <w:r>
        <w:lastRenderedPageBreak/>
        <w:t>346.0596</w:t>
      </w:r>
      <w:r>
        <w:tab/>
        <w:t>1.025e0</w:t>
      </w:r>
    </w:p>
    <w:p w:rsidR="007B2329" w:rsidRDefault="007B2329" w:rsidP="007B2329">
      <w:r>
        <w:t>346.0610</w:t>
      </w:r>
      <w:r>
        <w:tab/>
        <w:t>3.038e0</w:t>
      </w:r>
    </w:p>
    <w:p w:rsidR="007B2329" w:rsidRDefault="007B2329" w:rsidP="007B2329">
      <w:r>
        <w:t>346.0659</w:t>
      </w:r>
      <w:r>
        <w:tab/>
        <w:t>2.532e-2</w:t>
      </w:r>
    </w:p>
    <w:p w:rsidR="007B2329" w:rsidRDefault="007B2329" w:rsidP="007B2329">
      <w:r>
        <w:t>346.0767</w:t>
      </w:r>
      <w:r>
        <w:tab/>
        <w:t>2.025e0</w:t>
      </w:r>
    </w:p>
    <w:p w:rsidR="007B2329" w:rsidRDefault="007B2329" w:rsidP="007B2329">
      <w:r>
        <w:t>346.0782</w:t>
      </w:r>
      <w:r>
        <w:tab/>
        <w:t>1.013e0</w:t>
      </w:r>
    </w:p>
    <w:p w:rsidR="007B2329" w:rsidRDefault="007B2329" w:rsidP="007B2329">
      <w:r>
        <w:t>346.0823</w:t>
      </w:r>
      <w:r>
        <w:tab/>
        <w:t>1.013e0</w:t>
      </w:r>
    </w:p>
    <w:p w:rsidR="007B2329" w:rsidRDefault="007B2329" w:rsidP="007B2329">
      <w:r>
        <w:t>346.0864</w:t>
      </w:r>
      <w:r>
        <w:tab/>
        <w:t>1.013e0</w:t>
      </w:r>
    </w:p>
    <w:p w:rsidR="007B2329" w:rsidRDefault="007B2329" w:rsidP="007B2329">
      <w:r>
        <w:t>346.1171</w:t>
      </w:r>
      <w:r>
        <w:tab/>
        <w:t>2.025e0</w:t>
      </w:r>
    </w:p>
    <w:p w:rsidR="007B2329" w:rsidRDefault="007B2329" w:rsidP="007B2329">
      <w:r>
        <w:t>346.1266</w:t>
      </w:r>
      <w:r>
        <w:tab/>
        <w:t>1.310e1</w:t>
      </w:r>
    </w:p>
    <w:p w:rsidR="007B2329" w:rsidRDefault="007B2329" w:rsidP="007B2329">
      <w:r>
        <w:t>346.1314</w:t>
      </w:r>
      <w:r>
        <w:tab/>
        <w:t>1.688e1</w:t>
      </w:r>
    </w:p>
    <w:p w:rsidR="007B2329" w:rsidRDefault="007B2329" w:rsidP="007B2329">
      <w:r>
        <w:t>346.1352</w:t>
      </w:r>
      <w:r>
        <w:tab/>
        <w:t>2.222e1</w:t>
      </w:r>
    </w:p>
    <w:p w:rsidR="007B2329" w:rsidRDefault="007B2329" w:rsidP="007B2329">
      <w:r>
        <w:t>346.1366</w:t>
      </w:r>
      <w:r>
        <w:tab/>
        <w:t>9.849e0</w:t>
      </w:r>
    </w:p>
    <w:p w:rsidR="007B2329" w:rsidRDefault="007B2329" w:rsidP="007B2329">
      <w:r>
        <w:t>346.1378</w:t>
      </w:r>
      <w:r>
        <w:tab/>
        <w:t>1.403e1</w:t>
      </w:r>
    </w:p>
    <w:p w:rsidR="007B2329" w:rsidRDefault="007B2329" w:rsidP="007B2329">
      <w:r>
        <w:t>346.1469</w:t>
      </w:r>
      <w:r>
        <w:tab/>
        <w:t>7.089e0</w:t>
      </w:r>
    </w:p>
    <w:p w:rsidR="007B2329" w:rsidRDefault="007B2329" w:rsidP="007B2329">
      <w:r>
        <w:t>346.1509</w:t>
      </w:r>
      <w:r>
        <w:tab/>
        <w:t>2.025e0</w:t>
      </w:r>
    </w:p>
    <w:p w:rsidR="007B2329" w:rsidRDefault="007B2329" w:rsidP="007B2329">
      <w:r>
        <w:t>346.1783</w:t>
      </w:r>
      <w:r>
        <w:tab/>
        <w:t>3.291e0</w:t>
      </w:r>
    </w:p>
    <w:p w:rsidR="007B2329" w:rsidRDefault="007B2329" w:rsidP="007B2329">
      <w:r>
        <w:t>346.1806</w:t>
      </w:r>
      <w:r>
        <w:tab/>
        <w:t>2.853e0</w:t>
      </w:r>
    </w:p>
    <w:p w:rsidR="007B2329" w:rsidRDefault="007B2329" w:rsidP="007B2329">
      <w:r>
        <w:t>346.1868</w:t>
      </w:r>
      <w:r>
        <w:tab/>
        <w:t>1.188e1</w:t>
      </w:r>
    </w:p>
    <w:p w:rsidR="007B2329" w:rsidRDefault="007B2329" w:rsidP="007B2329">
      <w:r>
        <w:t>346.1895</w:t>
      </w:r>
      <w:r>
        <w:tab/>
        <w:t>4.148e0</w:t>
      </w:r>
    </w:p>
    <w:p w:rsidR="007B2329" w:rsidRDefault="007B2329" w:rsidP="007B2329">
      <w:r>
        <w:lastRenderedPageBreak/>
        <w:t>346.2248</w:t>
      </w:r>
      <w:r>
        <w:tab/>
        <w:t>4.692e0</w:t>
      </w:r>
    </w:p>
    <w:p w:rsidR="007B2329" w:rsidRDefault="007B2329" w:rsidP="007B2329">
      <w:r>
        <w:t>346.2339</w:t>
      </w:r>
      <w:r>
        <w:tab/>
        <w:t>4.809e0</w:t>
      </w:r>
    </w:p>
    <w:p w:rsidR="007B2329" w:rsidRDefault="007B2329" w:rsidP="007B2329">
      <w:r>
        <w:t>346.2423</w:t>
      </w:r>
      <w:r>
        <w:tab/>
        <w:t>5.664e0</w:t>
      </w:r>
    </w:p>
    <w:p w:rsidR="007B2329" w:rsidRDefault="007B2329" w:rsidP="007B2329">
      <w:r>
        <w:t>346.2560</w:t>
      </w:r>
      <w:r>
        <w:tab/>
        <w:t>2.770e0</w:t>
      </w:r>
    </w:p>
    <w:p w:rsidR="007B2329" w:rsidRDefault="007B2329" w:rsidP="007B2329">
      <w:r>
        <w:t>346.2578</w:t>
      </w:r>
      <w:r>
        <w:tab/>
        <w:t>6.101e0</w:t>
      </w:r>
    </w:p>
    <w:p w:rsidR="007B2329" w:rsidRDefault="007B2329" w:rsidP="007B2329">
      <w:r>
        <w:t>346.3002</w:t>
      </w:r>
      <w:r>
        <w:tab/>
        <w:t>1.013e0</w:t>
      </w:r>
    </w:p>
    <w:p w:rsidR="007B2329" w:rsidRDefault="007B2329" w:rsidP="007B2329">
      <w:r>
        <w:t>346.3144</w:t>
      </w:r>
      <w:r>
        <w:tab/>
        <w:t>3.038e0</w:t>
      </w:r>
    </w:p>
    <w:p w:rsidR="007B2329" w:rsidRDefault="007B2329" w:rsidP="007B2329">
      <w:r>
        <w:t>346.3327</w:t>
      </w:r>
      <w:r>
        <w:tab/>
        <w:t>1.013e0</w:t>
      </w:r>
    </w:p>
    <w:p w:rsidR="007B2329" w:rsidRDefault="007B2329" w:rsidP="007B2329">
      <w:r>
        <w:t>346.3391</w:t>
      </w:r>
      <w:r>
        <w:tab/>
        <w:t>5.063e0</w:t>
      </w:r>
    </w:p>
    <w:p w:rsidR="007B2329" w:rsidRDefault="007B2329" w:rsidP="007B2329">
      <w:r>
        <w:t>346.3456</w:t>
      </w:r>
      <w:r>
        <w:tab/>
        <w:t>4.051e0</w:t>
      </w:r>
    </w:p>
    <w:p w:rsidR="007B2329" w:rsidRDefault="007B2329" w:rsidP="007B2329">
      <w:r>
        <w:t>346.3550</w:t>
      </w:r>
      <w:r>
        <w:tab/>
        <w:t>2.025e0</w:t>
      </w:r>
    </w:p>
    <w:p w:rsidR="007B2329" w:rsidRDefault="007B2329" w:rsidP="007B2329">
      <w:r>
        <w:t>346.3782</w:t>
      </w:r>
      <w:r>
        <w:tab/>
        <w:t>4.051e0</w:t>
      </w:r>
    </w:p>
    <w:p w:rsidR="007B2329" w:rsidRDefault="007B2329" w:rsidP="007B2329">
      <w:r>
        <w:t>346.3823</w:t>
      </w:r>
      <w:r>
        <w:tab/>
        <w:t>3.038e0</w:t>
      </w:r>
    </w:p>
    <w:p w:rsidR="007B2329" w:rsidRDefault="007B2329" w:rsidP="007B2329">
      <w:r>
        <w:t>346.3949</w:t>
      </w:r>
      <w:r>
        <w:tab/>
        <w:t>1.013e0</w:t>
      </w:r>
    </w:p>
    <w:p w:rsidR="007B2329" w:rsidRDefault="007B2329" w:rsidP="007B2329">
      <w:r>
        <w:t>346.4196</w:t>
      </w:r>
      <w:r>
        <w:tab/>
        <w:t>1.013e0</w:t>
      </w:r>
    </w:p>
    <w:p w:rsidR="007B2329" w:rsidRDefault="007B2329" w:rsidP="007B2329">
      <w:r>
        <w:t>346.4234</w:t>
      </w:r>
      <w:r>
        <w:tab/>
        <w:t>1.013e0</w:t>
      </w:r>
    </w:p>
    <w:p w:rsidR="007B2329" w:rsidRDefault="007B2329" w:rsidP="007B2329">
      <w:r>
        <w:t>346.4261</w:t>
      </w:r>
      <w:r>
        <w:tab/>
        <w:t>1.038e0</w:t>
      </w:r>
    </w:p>
    <w:p w:rsidR="007B2329" w:rsidRDefault="007B2329" w:rsidP="007B2329">
      <w:r>
        <w:t>346.4283</w:t>
      </w:r>
      <w:r>
        <w:tab/>
        <w:t>4.051e0</w:t>
      </w:r>
    </w:p>
    <w:p w:rsidR="007B2329" w:rsidRDefault="007B2329" w:rsidP="007B2329">
      <w:r>
        <w:t>346.4456</w:t>
      </w:r>
      <w:r>
        <w:tab/>
        <w:t>3.038e0</w:t>
      </w:r>
    </w:p>
    <w:p w:rsidR="007B2329" w:rsidRDefault="007B2329" w:rsidP="007B2329">
      <w:r>
        <w:lastRenderedPageBreak/>
        <w:t>346.4503</w:t>
      </w:r>
      <w:r>
        <w:tab/>
        <w:t>3.051e0</w:t>
      </w:r>
    </w:p>
    <w:p w:rsidR="007B2329" w:rsidRDefault="007B2329" w:rsidP="007B2329">
      <w:r>
        <w:t>346.4522</w:t>
      </w:r>
      <w:r>
        <w:tab/>
        <w:t>1.013e0</w:t>
      </w:r>
    </w:p>
    <w:p w:rsidR="007B2329" w:rsidRDefault="007B2329" w:rsidP="007B2329">
      <w:r>
        <w:t>346.4728</w:t>
      </w:r>
      <w:r>
        <w:tab/>
        <w:t>2.025e0</w:t>
      </w:r>
    </w:p>
    <w:p w:rsidR="007B2329" w:rsidRDefault="007B2329" w:rsidP="007B2329">
      <w:r>
        <w:t>346.5097</w:t>
      </w:r>
      <w:r>
        <w:tab/>
        <w:t>2.025e0</w:t>
      </w:r>
    </w:p>
    <w:p w:rsidR="007B2329" w:rsidRDefault="007B2329" w:rsidP="007B2329">
      <w:r>
        <w:t>346.5376</w:t>
      </w:r>
      <w:r>
        <w:tab/>
        <w:t>1.013e0</w:t>
      </w:r>
    </w:p>
    <w:p w:rsidR="007B2329" w:rsidRDefault="007B2329" w:rsidP="007B2329">
      <w:r>
        <w:t>346.5468</w:t>
      </w:r>
      <w:r>
        <w:tab/>
        <w:t>1.013e0</w:t>
      </w:r>
    </w:p>
    <w:p w:rsidR="007B2329" w:rsidRDefault="007B2329" w:rsidP="007B2329">
      <w:r>
        <w:t>346.5548</w:t>
      </w:r>
      <w:r>
        <w:tab/>
        <w:t>4.051e0</w:t>
      </w:r>
    </w:p>
    <w:p w:rsidR="007B2329" w:rsidRDefault="007B2329" w:rsidP="007B2329">
      <w:r>
        <w:t>346.5717</w:t>
      </w:r>
      <w:r>
        <w:tab/>
        <w:t>4.051e0</w:t>
      </w:r>
    </w:p>
    <w:p w:rsidR="007B2329" w:rsidRDefault="007B2329" w:rsidP="007B2329">
      <w:r>
        <w:t>346.5840</w:t>
      </w:r>
      <w:r>
        <w:tab/>
        <w:t>2.025e0</w:t>
      </w:r>
    </w:p>
    <w:p w:rsidR="007B2329" w:rsidRDefault="007B2329" w:rsidP="007B2329">
      <w:r>
        <w:t>346.6001</w:t>
      </w:r>
      <w:r>
        <w:tab/>
        <w:t>3.038e0</w:t>
      </w:r>
    </w:p>
    <w:p w:rsidR="007B2329" w:rsidRDefault="007B2329" w:rsidP="007B2329">
      <w:r>
        <w:t>346.6294</w:t>
      </w:r>
      <w:r>
        <w:tab/>
        <w:t>2.025e0</w:t>
      </w:r>
    </w:p>
    <w:p w:rsidR="007B2329" w:rsidRDefault="007B2329" w:rsidP="007B2329">
      <w:r>
        <w:t>346.6358</w:t>
      </w:r>
      <w:r>
        <w:tab/>
        <w:t>3.038e0</w:t>
      </w:r>
    </w:p>
    <w:p w:rsidR="007B2329" w:rsidRDefault="007B2329" w:rsidP="007B2329">
      <w:r>
        <w:t>346.6414</w:t>
      </w:r>
      <w:r>
        <w:tab/>
        <w:t>1.013e0</w:t>
      </w:r>
    </w:p>
    <w:p w:rsidR="007B2329" w:rsidRDefault="007B2329" w:rsidP="007B2329">
      <w:r>
        <w:t>346.6481</w:t>
      </w:r>
      <w:r>
        <w:tab/>
        <w:t>5.063e0</w:t>
      </w:r>
    </w:p>
    <w:p w:rsidR="007B2329" w:rsidRDefault="007B2329" w:rsidP="007B2329">
      <w:r>
        <w:t>346.6494</w:t>
      </w:r>
      <w:r>
        <w:tab/>
        <w:t>1.013e0</w:t>
      </w:r>
    </w:p>
    <w:p w:rsidR="007B2329" w:rsidRDefault="007B2329" w:rsidP="007B2329">
      <w:r>
        <w:t>346.6702</w:t>
      </w:r>
      <w:r>
        <w:tab/>
        <w:t>1.013e0</w:t>
      </w:r>
    </w:p>
    <w:p w:rsidR="007B2329" w:rsidRDefault="007B2329" w:rsidP="007B2329">
      <w:r>
        <w:t>346.6740</w:t>
      </w:r>
      <w:r>
        <w:tab/>
        <w:t>2.025e0</w:t>
      </w:r>
    </w:p>
    <w:p w:rsidR="007B2329" w:rsidRDefault="007B2329" w:rsidP="007B2329">
      <w:r>
        <w:t>346.6866</w:t>
      </w:r>
      <w:r>
        <w:tab/>
        <w:t>1.013e0</w:t>
      </w:r>
    </w:p>
    <w:p w:rsidR="007B2329" w:rsidRDefault="007B2329" w:rsidP="007B2329">
      <w:r>
        <w:t>346.6891</w:t>
      </w:r>
      <w:r>
        <w:tab/>
        <w:t>2.025e0</w:t>
      </w:r>
    </w:p>
    <w:p w:rsidR="007B2329" w:rsidRDefault="007B2329" w:rsidP="007B2329">
      <w:r>
        <w:lastRenderedPageBreak/>
        <w:t>346.7115</w:t>
      </w:r>
      <w:r>
        <w:tab/>
        <w:t>1.013e0</w:t>
      </w:r>
    </w:p>
    <w:p w:rsidR="007B2329" w:rsidRDefault="007B2329" w:rsidP="007B2329">
      <w:r>
        <w:t>346.7153</w:t>
      </w:r>
      <w:r>
        <w:tab/>
        <w:t>2.025e0</w:t>
      </w:r>
    </w:p>
    <w:p w:rsidR="007B2329" w:rsidRDefault="007B2329" w:rsidP="007B2329">
      <w:r>
        <w:t>346.7222</w:t>
      </w:r>
      <w:r>
        <w:tab/>
        <w:t>3.038e0</w:t>
      </w:r>
    </w:p>
    <w:p w:rsidR="007B2329" w:rsidRDefault="007B2329" w:rsidP="007B2329">
      <w:r>
        <w:t>346.7301</w:t>
      </w:r>
      <w:r>
        <w:tab/>
        <w:t>1.013e0</w:t>
      </w:r>
    </w:p>
    <w:p w:rsidR="007B2329" w:rsidRDefault="007B2329" w:rsidP="007B2329">
      <w:r>
        <w:t>346.7441</w:t>
      </w:r>
      <w:r>
        <w:tab/>
        <w:t>1.013e0</w:t>
      </w:r>
    </w:p>
    <w:p w:rsidR="007B2329" w:rsidRDefault="007B2329" w:rsidP="007B2329">
      <w:r>
        <w:t>346.7590</w:t>
      </w:r>
      <w:r>
        <w:tab/>
        <w:t>4.270e0</w:t>
      </w:r>
    </w:p>
    <w:p w:rsidR="007B2329" w:rsidRDefault="007B2329" w:rsidP="007B2329">
      <w:r>
        <w:t>346.7646</w:t>
      </w:r>
      <w:r>
        <w:tab/>
        <w:t>1.013e0</w:t>
      </w:r>
    </w:p>
    <w:p w:rsidR="007B2329" w:rsidRDefault="007B2329" w:rsidP="007B2329">
      <w:r>
        <w:t>346.7688</w:t>
      </w:r>
      <w:r>
        <w:tab/>
        <w:t>1.013e0</w:t>
      </w:r>
    </w:p>
    <w:p w:rsidR="007B2329" w:rsidRDefault="007B2329" w:rsidP="007B2329">
      <w:r>
        <w:t>346.7804</w:t>
      </w:r>
      <w:r>
        <w:tab/>
        <w:t>3.038e0</w:t>
      </w:r>
    </w:p>
    <w:p w:rsidR="007B2329" w:rsidRDefault="007B2329" w:rsidP="007B2329">
      <w:r>
        <w:t>346.8031</w:t>
      </w:r>
      <w:r>
        <w:tab/>
        <w:t>1.038e0</w:t>
      </w:r>
    </w:p>
    <w:p w:rsidR="007B2329" w:rsidRDefault="007B2329" w:rsidP="007B2329">
      <w:r>
        <w:t>346.8102</w:t>
      </w:r>
      <w:r>
        <w:tab/>
        <w:t>1.013e0</w:t>
      </w:r>
    </w:p>
    <w:p w:rsidR="007B2329" w:rsidRDefault="007B2329" w:rsidP="007B2329">
      <w:r>
        <w:t>346.8166</w:t>
      </w:r>
      <w:r>
        <w:tab/>
        <w:t>4.051e0</w:t>
      </w:r>
    </w:p>
    <w:p w:rsidR="007B2329" w:rsidRDefault="007B2329" w:rsidP="007B2329">
      <w:r>
        <w:t>346.8234</w:t>
      </w:r>
      <w:r>
        <w:tab/>
        <w:t>2.025e0</w:t>
      </w:r>
    </w:p>
    <w:p w:rsidR="007B2329" w:rsidRDefault="007B2329" w:rsidP="007B2329">
      <w:r>
        <w:t>346.8253</w:t>
      </w:r>
      <w:r>
        <w:tab/>
        <w:t>6.076e0</w:t>
      </w:r>
    </w:p>
    <w:p w:rsidR="007B2329" w:rsidRDefault="007B2329" w:rsidP="007B2329">
      <w:r>
        <w:t>346.8348</w:t>
      </w:r>
      <w:r>
        <w:tab/>
        <w:t>1.013e0</w:t>
      </w:r>
    </w:p>
    <w:p w:rsidR="007B2329" w:rsidRDefault="007B2329" w:rsidP="007B2329">
      <w:r>
        <w:t>346.8482</w:t>
      </w:r>
      <w:r>
        <w:tab/>
        <w:t>1.013e0</w:t>
      </w:r>
    </w:p>
    <w:p w:rsidR="007B2329" w:rsidRDefault="007B2329" w:rsidP="007B2329">
      <w:r>
        <w:t>346.8672</w:t>
      </w:r>
      <w:r>
        <w:tab/>
        <w:t>1.013e0</w:t>
      </w:r>
    </w:p>
    <w:p w:rsidR="007B2329" w:rsidRDefault="007B2329" w:rsidP="007B2329">
      <w:r>
        <w:t>346.8793</w:t>
      </w:r>
      <w:r>
        <w:tab/>
        <w:t>1.013e0</w:t>
      </w:r>
    </w:p>
    <w:p w:rsidR="007B2329" w:rsidRDefault="007B2329" w:rsidP="007B2329">
      <w:r>
        <w:t>346.8957</w:t>
      </w:r>
      <w:r>
        <w:tab/>
        <w:t>2.025e0</w:t>
      </w:r>
    </w:p>
    <w:p w:rsidR="007B2329" w:rsidRDefault="007B2329" w:rsidP="007B2329">
      <w:r>
        <w:lastRenderedPageBreak/>
        <w:t>346.8979</w:t>
      </w:r>
      <w:r>
        <w:tab/>
        <w:t>1.013e0</w:t>
      </w:r>
    </w:p>
    <w:p w:rsidR="007B2329" w:rsidRDefault="007B2329" w:rsidP="007B2329">
      <w:r>
        <w:t>346.9041</w:t>
      </w:r>
      <w:r>
        <w:tab/>
        <w:t>1.013e0</w:t>
      </w:r>
    </w:p>
    <w:p w:rsidR="007B2329" w:rsidRDefault="007B2329" w:rsidP="007B2329">
      <w:r>
        <w:t>346.9088</w:t>
      </w:r>
      <w:r>
        <w:tab/>
        <w:t>4.410e0</w:t>
      </w:r>
    </w:p>
    <w:p w:rsidR="007B2329" w:rsidRDefault="007B2329" w:rsidP="007B2329">
      <w:r>
        <w:t>346.9151</w:t>
      </w:r>
      <w:r>
        <w:tab/>
        <w:t>2.025e0</w:t>
      </w:r>
    </w:p>
    <w:p w:rsidR="007B2329" w:rsidRDefault="007B2329" w:rsidP="007B2329">
      <w:r>
        <w:t>346.9298</w:t>
      </w:r>
      <w:r>
        <w:tab/>
        <w:t>4.051e0</w:t>
      </w:r>
    </w:p>
    <w:p w:rsidR="007B2329" w:rsidRDefault="007B2329" w:rsidP="007B2329">
      <w:r>
        <w:t>346.9333</w:t>
      </w:r>
      <w:r>
        <w:tab/>
        <w:t>2.025e0</w:t>
      </w:r>
    </w:p>
    <w:p w:rsidR="007B2329" w:rsidRDefault="007B2329" w:rsidP="007B2329">
      <w:r>
        <w:t>346.9428</w:t>
      </w:r>
      <w:r>
        <w:tab/>
        <w:t>3.038e0</w:t>
      </w:r>
    </w:p>
    <w:p w:rsidR="007B2329" w:rsidRDefault="007B2329" w:rsidP="007B2329">
      <w:r>
        <w:t>346.9458</w:t>
      </w:r>
      <w:r>
        <w:tab/>
        <w:t>3.038e0</w:t>
      </w:r>
    </w:p>
    <w:p w:rsidR="007B2329" w:rsidRDefault="007B2329" w:rsidP="007B2329">
      <w:r>
        <w:t>346.9539</w:t>
      </w:r>
      <w:r>
        <w:tab/>
        <w:t>1.013e0</w:t>
      </w:r>
    </w:p>
    <w:p w:rsidR="007B2329" w:rsidRDefault="007B2329" w:rsidP="007B2329">
      <w:r>
        <w:t>346.9663</w:t>
      </w:r>
      <w:r>
        <w:tab/>
        <w:t>1.013e0</w:t>
      </w:r>
    </w:p>
    <w:p w:rsidR="007B2329" w:rsidRDefault="007B2329" w:rsidP="007B2329">
      <w:r>
        <w:t>346.9813</w:t>
      </w:r>
      <w:r>
        <w:tab/>
        <w:t>1.025e0</w:t>
      </w:r>
    </w:p>
    <w:p w:rsidR="007B2329" w:rsidRDefault="007B2329" w:rsidP="007B2329">
      <w:r>
        <w:t>346.9827</w:t>
      </w:r>
      <w:r>
        <w:tab/>
        <w:t>1.013e0</w:t>
      </w:r>
    </w:p>
    <w:p w:rsidR="007B2329" w:rsidRDefault="007B2329" w:rsidP="007B2329">
      <w:r>
        <w:t>346.9912</w:t>
      </w:r>
      <w:r>
        <w:tab/>
        <w:t>2.025e0</w:t>
      </w:r>
    </w:p>
    <w:p w:rsidR="007B2329" w:rsidRDefault="007B2329" w:rsidP="007B2329">
      <w:r>
        <w:t>346.9976</w:t>
      </w:r>
      <w:r>
        <w:tab/>
        <w:t>1.013e0</w:t>
      </w:r>
    </w:p>
    <w:p w:rsidR="007B2329" w:rsidRDefault="007B2329" w:rsidP="007B2329">
      <w:r>
        <w:t>347.0016</w:t>
      </w:r>
      <w:r>
        <w:tab/>
        <w:t>4.051e0</w:t>
      </w:r>
    </w:p>
    <w:p w:rsidR="007B2329" w:rsidRDefault="007B2329" w:rsidP="007B2329">
      <w:r>
        <w:t>347.0114</w:t>
      </w:r>
      <w:r>
        <w:tab/>
        <w:t>2.025e0</w:t>
      </w:r>
    </w:p>
    <w:p w:rsidR="007B2329" w:rsidRDefault="007B2329" w:rsidP="007B2329">
      <w:r>
        <w:t>347.0283</w:t>
      </w:r>
      <w:r>
        <w:tab/>
        <w:t>2.025e0</w:t>
      </w:r>
    </w:p>
    <w:p w:rsidR="007B2329" w:rsidRDefault="007B2329" w:rsidP="007B2329">
      <w:r>
        <w:t>347.0361</w:t>
      </w:r>
      <w:r>
        <w:tab/>
        <w:t>1.013e0</w:t>
      </w:r>
    </w:p>
    <w:p w:rsidR="007B2329" w:rsidRDefault="007B2329" w:rsidP="007B2329">
      <w:r>
        <w:t>347.0471</w:t>
      </w:r>
      <w:r>
        <w:tab/>
        <w:t>1.013e0</w:t>
      </w:r>
    </w:p>
    <w:p w:rsidR="007B2329" w:rsidRDefault="007B2329" w:rsidP="007B2329">
      <w:r>
        <w:lastRenderedPageBreak/>
        <w:t>347.0658</w:t>
      </w:r>
      <w:r>
        <w:tab/>
        <w:t>1.013e0</w:t>
      </w:r>
    </w:p>
    <w:p w:rsidR="007B2329" w:rsidRDefault="007B2329" w:rsidP="007B2329">
      <w:r>
        <w:t>347.0814</w:t>
      </w:r>
      <w:r>
        <w:tab/>
        <w:t>1.013e0</w:t>
      </w:r>
    </w:p>
    <w:p w:rsidR="007B2329" w:rsidRDefault="007B2329" w:rsidP="007B2329">
      <w:r>
        <w:t>347.0833</w:t>
      </w:r>
      <w:r>
        <w:tab/>
        <w:t>1.025e0</w:t>
      </w:r>
    </w:p>
    <w:p w:rsidR="007B2329" w:rsidRDefault="007B2329" w:rsidP="007B2329">
      <w:r>
        <w:t>347.0853</w:t>
      </w:r>
      <w:r>
        <w:tab/>
        <w:t>1.013e0</w:t>
      </w:r>
    </w:p>
    <w:p w:rsidR="007B2329" w:rsidRDefault="007B2329" w:rsidP="007B2329">
      <w:r>
        <w:t>347.0908</w:t>
      </w:r>
      <w:r>
        <w:tab/>
        <w:t>2.820e0</w:t>
      </w:r>
    </w:p>
    <w:p w:rsidR="007B2329" w:rsidRDefault="007B2329" w:rsidP="007B2329">
      <w:r>
        <w:t>347.0918</w:t>
      </w:r>
      <w:r>
        <w:tab/>
        <w:t>4.051e0</w:t>
      </w:r>
    </w:p>
    <w:p w:rsidR="007B2329" w:rsidRDefault="007B2329" w:rsidP="007B2329">
      <w:r>
        <w:t>347.1282</w:t>
      </w:r>
      <w:r>
        <w:tab/>
        <w:t>2.454e1</w:t>
      </w:r>
    </w:p>
    <w:p w:rsidR="007B2329" w:rsidRDefault="007B2329" w:rsidP="007B2329">
      <w:r>
        <w:t>347.1301</w:t>
      </w:r>
      <w:r>
        <w:tab/>
        <w:t>9.417e0</w:t>
      </w:r>
    </w:p>
    <w:p w:rsidR="007B2329" w:rsidRDefault="007B2329" w:rsidP="007B2329">
      <w:r>
        <w:t>347.1324</w:t>
      </w:r>
      <w:r>
        <w:tab/>
        <w:t>1.504e1</w:t>
      </w:r>
    </w:p>
    <w:p w:rsidR="007B2329" w:rsidRDefault="007B2329" w:rsidP="007B2329">
      <w:r>
        <w:t>347.1404</w:t>
      </w:r>
      <w:r>
        <w:tab/>
        <w:t>4.051e0</w:t>
      </w:r>
    </w:p>
    <w:p w:rsidR="007B2329" w:rsidRDefault="007B2329" w:rsidP="007B2329">
      <w:r>
        <w:t>347.1528</w:t>
      </w:r>
      <w:r>
        <w:tab/>
        <w:t>8.101e0</w:t>
      </w:r>
    </w:p>
    <w:p w:rsidR="007B2329" w:rsidRDefault="007B2329" w:rsidP="007B2329">
      <w:r>
        <w:t>347.1591</w:t>
      </w:r>
      <w:r>
        <w:tab/>
        <w:t>1.013e0</w:t>
      </w:r>
    </w:p>
    <w:p w:rsidR="007B2329" w:rsidRDefault="007B2329" w:rsidP="007B2329">
      <w:r>
        <w:t>347.1621</w:t>
      </w:r>
      <w:r>
        <w:tab/>
        <w:t>8.101e0</w:t>
      </w:r>
    </w:p>
    <w:p w:rsidR="007B2329" w:rsidRDefault="007B2329" w:rsidP="007B2329">
      <w:r>
        <w:t>347.1654</w:t>
      </w:r>
      <w:r>
        <w:tab/>
        <w:t>2.121e0</w:t>
      </w:r>
    </w:p>
    <w:p w:rsidR="007B2329" w:rsidRDefault="007B2329" w:rsidP="007B2329">
      <w:r>
        <w:t>347.1802</w:t>
      </w:r>
      <w:r>
        <w:tab/>
        <w:t>1.013e0</w:t>
      </w:r>
    </w:p>
    <w:p w:rsidR="007B2329" w:rsidRDefault="007B2329" w:rsidP="007B2329">
      <w:r>
        <w:t>347.1956</w:t>
      </w:r>
      <w:r>
        <w:tab/>
        <w:t>3.290e0</w:t>
      </w:r>
    </w:p>
    <w:p w:rsidR="007B2329" w:rsidRDefault="007B2329" w:rsidP="007B2329">
      <w:r>
        <w:t>347.2338</w:t>
      </w:r>
      <w:r>
        <w:tab/>
        <w:t>2.258e0</w:t>
      </w:r>
    </w:p>
    <w:p w:rsidR="007B2329" w:rsidRDefault="007B2329" w:rsidP="007B2329">
      <w:r>
        <w:t>347.2464</w:t>
      </w:r>
      <w:r>
        <w:tab/>
        <w:t>1.013e0</w:t>
      </w:r>
    </w:p>
    <w:p w:rsidR="007B2329" w:rsidRDefault="007B2329" w:rsidP="007B2329">
      <w:r>
        <w:t>347.2569</w:t>
      </w:r>
      <w:r>
        <w:tab/>
        <w:t>9.130e-1</w:t>
      </w:r>
    </w:p>
    <w:p w:rsidR="007B2329" w:rsidRDefault="007B2329" w:rsidP="007B2329">
      <w:r>
        <w:lastRenderedPageBreak/>
        <w:t>347.2664</w:t>
      </w:r>
      <w:r>
        <w:tab/>
        <w:t>1.656e0</w:t>
      </w:r>
    </w:p>
    <w:p w:rsidR="007B2329" w:rsidRDefault="007B2329" w:rsidP="007B2329">
      <w:r>
        <w:t>347.2691</w:t>
      </w:r>
      <w:r>
        <w:tab/>
        <w:t>2.025e0</w:t>
      </w:r>
    </w:p>
    <w:p w:rsidR="007B2329" w:rsidRDefault="007B2329" w:rsidP="007B2329">
      <w:r>
        <w:t>347.2837</w:t>
      </w:r>
      <w:r>
        <w:tab/>
        <w:t>1.013e0</w:t>
      </w:r>
    </w:p>
    <w:p w:rsidR="007B2329" w:rsidRDefault="007B2329" w:rsidP="007B2329">
      <w:r>
        <w:t>347.2974</w:t>
      </w:r>
      <w:r>
        <w:tab/>
        <w:t>2.532e-2</w:t>
      </w:r>
    </w:p>
    <w:p w:rsidR="007B2329" w:rsidRDefault="007B2329" w:rsidP="007B2329">
      <w:r>
        <w:t>347.2993</w:t>
      </w:r>
      <w:r>
        <w:tab/>
        <w:t>2.532e-2</w:t>
      </w:r>
    </w:p>
    <w:p w:rsidR="007B2329" w:rsidRDefault="007B2329" w:rsidP="007B2329">
      <w:r>
        <w:t>347.3084</w:t>
      </w:r>
      <w:r>
        <w:tab/>
        <w:t>2.025e0</w:t>
      </w:r>
    </w:p>
    <w:p w:rsidR="007B2329" w:rsidRDefault="007B2329" w:rsidP="007B2329">
      <w:r>
        <w:t>347.3240</w:t>
      </w:r>
      <w:r>
        <w:tab/>
        <w:t>2.025e0</w:t>
      </w:r>
    </w:p>
    <w:p w:rsidR="007B2329" w:rsidRDefault="007B2329" w:rsidP="007B2329">
      <w:r>
        <w:t>347.3454</w:t>
      </w:r>
      <w:r>
        <w:tab/>
        <w:t>4.051e0</w:t>
      </w:r>
    </w:p>
    <w:p w:rsidR="007B2329" w:rsidRDefault="007B2329" w:rsidP="007B2329">
      <w:r>
        <w:t>347.3487</w:t>
      </w:r>
      <w:r>
        <w:tab/>
        <w:t>1.013e0</w:t>
      </w:r>
    </w:p>
    <w:p w:rsidR="007B2329" w:rsidRDefault="007B2329" w:rsidP="007B2329">
      <w:r>
        <w:t>347.3606</w:t>
      </w:r>
      <w:r>
        <w:tab/>
        <w:t>5.076e0</w:t>
      </w:r>
    </w:p>
    <w:p w:rsidR="007B2329" w:rsidRDefault="007B2329" w:rsidP="007B2329">
      <w:r>
        <w:t>347.3860</w:t>
      </w:r>
      <w:r>
        <w:tab/>
        <w:t>2.025e0</w:t>
      </w:r>
    </w:p>
    <w:p w:rsidR="007B2329" w:rsidRDefault="007B2329" w:rsidP="007B2329">
      <w:r>
        <w:t>347.3893</w:t>
      </w:r>
      <w:r>
        <w:tab/>
        <w:t>1.013e0</w:t>
      </w:r>
    </w:p>
    <w:p w:rsidR="007B2329" w:rsidRDefault="007B2329" w:rsidP="007B2329">
      <w:r>
        <w:t>347.3941</w:t>
      </w:r>
      <w:r>
        <w:tab/>
        <w:t>1.013e0</w:t>
      </w:r>
    </w:p>
    <w:p w:rsidR="007B2329" w:rsidRDefault="007B2329" w:rsidP="007B2329">
      <w:r>
        <w:t>347.4019</w:t>
      </w:r>
      <w:r>
        <w:tab/>
        <w:t>1.013e0</w:t>
      </w:r>
    </w:p>
    <w:p w:rsidR="007B2329" w:rsidRDefault="007B2329" w:rsidP="007B2329">
      <w:r>
        <w:t>347.4268</w:t>
      </w:r>
      <w:r>
        <w:tab/>
        <w:t>1.383e0</w:t>
      </w:r>
    </w:p>
    <w:p w:rsidR="007B2329" w:rsidRDefault="007B2329" w:rsidP="007B2329">
      <w:r>
        <w:t>347.4295</w:t>
      </w:r>
      <w:r>
        <w:tab/>
        <w:t>2.025e0</w:t>
      </w:r>
    </w:p>
    <w:p w:rsidR="007B2329" w:rsidRDefault="007B2329" w:rsidP="007B2329">
      <w:r>
        <w:t>347.4391</w:t>
      </w:r>
      <w:r>
        <w:tab/>
        <w:t>1.013e0</w:t>
      </w:r>
    </w:p>
    <w:p w:rsidR="007B2329" w:rsidRDefault="007B2329" w:rsidP="007B2329">
      <w:r>
        <w:t>347.4540</w:t>
      </w:r>
      <w:r>
        <w:tab/>
        <w:t>4.063e0</w:t>
      </w:r>
    </w:p>
    <w:p w:rsidR="007B2329" w:rsidRDefault="007B2329" w:rsidP="007B2329">
      <w:r>
        <w:t>347.4637</w:t>
      </w:r>
      <w:r>
        <w:tab/>
        <w:t>4.051e0</w:t>
      </w:r>
    </w:p>
    <w:p w:rsidR="007B2329" w:rsidRDefault="007B2329" w:rsidP="007B2329">
      <w:r>
        <w:lastRenderedPageBreak/>
        <w:t>347.4680</w:t>
      </w:r>
      <w:r>
        <w:tab/>
        <w:t>3.038e0</w:t>
      </w:r>
    </w:p>
    <w:p w:rsidR="007B2329" w:rsidRDefault="007B2329" w:rsidP="007B2329">
      <w:r>
        <w:t>347.4721</w:t>
      </w:r>
      <w:r>
        <w:tab/>
        <w:t>1.013e0</w:t>
      </w:r>
    </w:p>
    <w:p w:rsidR="007B2329" w:rsidRDefault="007B2329" w:rsidP="007B2329">
      <w:r>
        <w:t>347.4785</w:t>
      </w:r>
      <w:r>
        <w:tab/>
        <w:t>2.025e0</w:t>
      </w:r>
    </w:p>
    <w:p w:rsidR="007B2329" w:rsidRDefault="007B2329" w:rsidP="007B2329">
      <w:r>
        <w:t>347.5174</w:t>
      </w:r>
      <w:r>
        <w:tab/>
        <w:t>2.025e0</w:t>
      </w:r>
    </w:p>
    <w:p w:rsidR="007B2329" w:rsidRDefault="007B2329" w:rsidP="007B2329">
      <w:r>
        <w:t>347.5244</w:t>
      </w:r>
      <w:r>
        <w:tab/>
        <w:t>1.025e0</w:t>
      </w:r>
    </w:p>
    <w:p w:rsidR="007B2329" w:rsidRDefault="007B2329" w:rsidP="007B2329">
      <w:r>
        <w:t>347.5408</w:t>
      </w:r>
      <w:r>
        <w:tab/>
        <w:t>4.051e0</w:t>
      </w:r>
    </w:p>
    <w:p w:rsidR="007B2329" w:rsidRDefault="007B2329" w:rsidP="007B2329">
      <w:r>
        <w:t>347.5630</w:t>
      </w:r>
      <w:r>
        <w:tab/>
        <w:t>1.013e0</w:t>
      </w:r>
    </w:p>
    <w:p w:rsidR="007B2329" w:rsidRDefault="007B2329" w:rsidP="007B2329">
      <w:r>
        <w:t>347.5667</w:t>
      </w:r>
      <w:r>
        <w:tab/>
        <w:t>2.025e0</w:t>
      </w:r>
    </w:p>
    <w:p w:rsidR="007B2329" w:rsidRDefault="007B2329" w:rsidP="007B2329">
      <w:r>
        <w:t>347.5789</w:t>
      </w:r>
      <w:r>
        <w:tab/>
        <w:t>3.038e0</w:t>
      </w:r>
    </w:p>
    <w:p w:rsidR="007B2329" w:rsidRDefault="007B2329" w:rsidP="007B2329">
      <w:r>
        <w:t>347.5914</w:t>
      </w:r>
      <w:r>
        <w:tab/>
        <w:t>1.013e0</w:t>
      </w:r>
    </w:p>
    <w:p w:rsidR="007B2329" w:rsidRDefault="007B2329" w:rsidP="007B2329">
      <w:r>
        <w:t>347.5953</w:t>
      </w:r>
      <w:r>
        <w:tab/>
        <w:t>2.025e0</w:t>
      </w:r>
    </w:p>
    <w:p w:rsidR="007B2329" w:rsidRDefault="007B2329" w:rsidP="007B2329">
      <w:r>
        <w:t>347.5988</w:t>
      </w:r>
      <w:r>
        <w:tab/>
        <w:t>2.025e0</w:t>
      </w:r>
    </w:p>
    <w:p w:rsidR="007B2329" w:rsidRDefault="007B2329" w:rsidP="007B2329">
      <w:r>
        <w:t>347.6075</w:t>
      </w:r>
      <w:r>
        <w:tab/>
        <w:t>2.025e0</w:t>
      </w:r>
    </w:p>
    <w:p w:rsidR="007B2329" w:rsidRDefault="007B2329" w:rsidP="007B2329">
      <w:r>
        <w:t>347.6244</w:t>
      </w:r>
      <w:r>
        <w:tab/>
        <w:t>2.025e0</w:t>
      </w:r>
    </w:p>
    <w:p w:rsidR="007B2329" w:rsidRDefault="007B2329" w:rsidP="007B2329">
      <w:r>
        <w:t>347.6388</w:t>
      </w:r>
      <w:r>
        <w:tab/>
        <w:t>2.025e0</w:t>
      </w:r>
    </w:p>
    <w:p w:rsidR="007B2329" w:rsidRDefault="007B2329" w:rsidP="007B2329">
      <w:r>
        <w:t>347.6571</w:t>
      </w:r>
      <w:r>
        <w:tab/>
        <w:t>1.013e0</w:t>
      </w:r>
    </w:p>
    <w:p w:rsidR="007B2329" w:rsidRDefault="007B2329" w:rsidP="007B2329">
      <w:r>
        <w:t>347.6861</w:t>
      </w:r>
      <w:r>
        <w:tab/>
        <w:t>1.013e0</w:t>
      </w:r>
    </w:p>
    <w:p w:rsidR="007B2329" w:rsidRDefault="007B2329" w:rsidP="007B2329">
      <w:r>
        <w:t>347.6945</w:t>
      </w:r>
      <w:r>
        <w:tab/>
        <w:t>1.013e0</w:t>
      </w:r>
    </w:p>
    <w:p w:rsidR="007B2329" w:rsidRDefault="007B2329" w:rsidP="007B2329">
      <w:r>
        <w:t>347.6985</w:t>
      </w:r>
      <w:r>
        <w:tab/>
        <w:t>4.051e0</w:t>
      </w:r>
    </w:p>
    <w:p w:rsidR="007B2329" w:rsidRDefault="007B2329" w:rsidP="007B2329">
      <w:r>
        <w:lastRenderedPageBreak/>
        <w:t>347.7005</w:t>
      </w:r>
      <w:r>
        <w:tab/>
        <w:t>5.063e0</w:t>
      </w:r>
    </w:p>
    <w:p w:rsidR="007B2329" w:rsidRDefault="007B2329" w:rsidP="007B2329">
      <w:r>
        <w:t>347.7108</w:t>
      </w:r>
      <w:r>
        <w:tab/>
        <w:t>1.013e0</w:t>
      </w:r>
    </w:p>
    <w:p w:rsidR="007B2329" w:rsidRDefault="007B2329" w:rsidP="007B2329">
      <w:r>
        <w:t>347.7193</w:t>
      </w:r>
      <w:r>
        <w:tab/>
        <w:t>1.013e0</w:t>
      </w:r>
    </w:p>
    <w:p w:rsidR="007B2329" w:rsidRDefault="007B2329" w:rsidP="007B2329">
      <w:r>
        <w:t>347.7395</w:t>
      </w:r>
      <w:r>
        <w:tab/>
        <w:t>1.013e0</w:t>
      </w:r>
    </w:p>
    <w:p w:rsidR="007B2329" w:rsidRDefault="007B2329" w:rsidP="007B2329">
      <w:r>
        <w:t>347.7519</w:t>
      </w:r>
      <w:r>
        <w:tab/>
        <w:t>2.025e0</w:t>
      </w:r>
    </w:p>
    <w:p w:rsidR="007B2329" w:rsidRDefault="007B2329" w:rsidP="007B2329">
      <w:r>
        <w:t>347.7620</w:t>
      </w:r>
      <w:r>
        <w:tab/>
        <w:t>2.025e0</w:t>
      </w:r>
    </w:p>
    <w:p w:rsidR="007B2329" w:rsidRDefault="007B2329" w:rsidP="007B2329">
      <w:r>
        <w:t>347.7809</w:t>
      </w:r>
      <w:r>
        <w:tab/>
        <w:t>2.025e0</w:t>
      </w:r>
    </w:p>
    <w:p w:rsidR="007B2329" w:rsidRDefault="007B2329" w:rsidP="007B2329">
      <w:r>
        <w:t>347.7849</w:t>
      </w:r>
      <w:r>
        <w:tab/>
        <w:t>1.013e0</w:t>
      </w:r>
    </w:p>
    <w:p w:rsidR="007B2329" w:rsidRDefault="007B2329" w:rsidP="007B2329">
      <w:r>
        <w:t>347.7881</w:t>
      </w:r>
      <w:r>
        <w:tab/>
        <w:t>3.038e0</w:t>
      </w:r>
    </w:p>
    <w:p w:rsidR="007B2329" w:rsidRDefault="007B2329" w:rsidP="007B2329">
      <w:r>
        <w:t>347.8254</w:t>
      </w:r>
      <w:r>
        <w:tab/>
        <w:t>1.013e0</w:t>
      </w:r>
    </w:p>
    <w:p w:rsidR="007B2329" w:rsidRDefault="007B2329" w:rsidP="007B2329">
      <w:r>
        <w:t>347.8303</w:t>
      </w:r>
      <w:r>
        <w:tab/>
        <w:t>1.013e0</w:t>
      </w:r>
    </w:p>
    <w:p w:rsidR="007B2329" w:rsidRDefault="007B2329" w:rsidP="007B2329">
      <w:r>
        <w:t>347.8440</w:t>
      </w:r>
      <w:r>
        <w:tab/>
        <w:t>3.038e0</w:t>
      </w:r>
    </w:p>
    <w:p w:rsidR="007B2329" w:rsidRDefault="007B2329" w:rsidP="007B2329">
      <w:r>
        <w:t>347.8465</w:t>
      </w:r>
      <w:r>
        <w:tab/>
        <w:t>2.025e0</w:t>
      </w:r>
    </w:p>
    <w:p w:rsidR="007B2329" w:rsidRDefault="007B2329" w:rsidP="007B2329">
      <w:r>
        <w:t>347.8751</w:t>
      </w:r>
      <w:r>
        <w:tab/>
        <w:t>1.013e0</w:t>
      </w:r>
    </w:p>
    <w:p w:rsidR="007B2329" w:rsidRDefault="007B2329" w:rsidP="007B2329">
      <w:r>
        <w:t>347.8795</w:t>
      </w:r>
      <w:r>
        <w:tab/>
        <w:t>3.038e0</w:t>
      </w:r>
    </w:p>
    <w:p w:rsidR="007B2329" w:rsidRDefault="007B2329" w:rsidP="007B2329">
      <w:r>
        <w:t>347.8940</w:t>
      </w:r>
      <w:r>
        <w:tab/>
        <w:t>2.025e0</w:t>
      </w:r>
    </w:p>
    <w:p w:rsidR="007B2329" w:rsidRDefault="007B2329" w:rsidP="007B2329">
      <w:r>
        <w:t>347.9002</w:t>
      </w:r>
      <w:r>
        <w:tab/>
        <w:t>1.013e0</w:t>
      </w:r>
    </w:p>
    <w:p w:rsidR="007B2329" w:rsidRDefault="007B2329" w:rsidP="007B2329">
      <w:r>
        <w:t>347.9083</w:t>
      </w:r>
      <w:r>
        <w:tab/>
        <w:t>1.013e0</w:t>
      </w:r>
    </w:p>
    <w:p w:rsidR="007B2329" w:rsidRDefault="007B2329" w:rsidP="007B2329">
      <w:r>
        <w:t>347.9149</w:t>
      </w:r>
      <w:r>
        <w:tab/>
        <w:t>2.025e0</w:t>
      </w:r>
    </w:p>
    <w:p w:rsidR="007B2329" w:rsidRDefault="007B2329" w:rsidP="007B2329">
      <w:r>
        <w:lastRenderedPageBreak/>
        <w:t>347.9438</w:t>
      </w:r>
      <w:r>
        <w:tab/>
        <w:t>1.013e0</w:t>
      </w:r>
    </w:p>
    <w:p w:rsidR="007B2329" w:rsidRDefault="007B2329" w:rsidP="007B2329">
      <w:r>
        <w:t>347.9624</w:t>
      </w:r>
      <w:r>
        <w:tab/>
        <w:t>1.013e0</w:t>
      </w:r>
    </w:p>
    <w:p w:rsidR="007B2329" w:rsidRDefault="007B2329" w:rsidP="007B2329">
      <w:r>
        <w:t>347.9937</w:t>
      </w:r>
      <w:r>
        <w:tab/>
        <w:t>1.013e0</w:t>
      </w:r>
    </w:p>
    <w:p w:rsidR="007B2329" w:rsidRDefault="007B2329" w:rsidP="007B2329">
      <w:r>
        <w:t>347.9990</w:t>
      </w:r>
      <w:r>
        <w:tab/>
        <w:t>1.013e0</w:t>
      </w:r>
    </w:p>
    <w:p w:rsidR="007B2329" w:rsidRDefault="007B2329" w:rsidP="007B2329">
      <w:r>
        <w:t>348.0049</w:t>
      </w:r>
      <w:r>
        <w:tab/>
        <w:t>2.025e0</w:t>
      </w:r>
    </w:p>
    <w:p w:rsidR="007B2329" w:rsidRDefault="007B2329" w:rsidP="007B2329">
      <w:r>
        <w:t>348.0220</w:t>
      </w:r>
      <w:r>
        <w:tab/>
        <w:t>4.051e0</w:t>
      </w:r>
    </w:p>
    <w:p w:rsidR="007B2329" w:rsidRDefault="007B2329" w:rsidP="007B2329">
      <w:r>
        <w:t>348.0236</w:t>
      </w:r>
      <w:r>
        <w:tab/>
        <w:t>2.025e0</w:t>
      </w:r>
    </w:p>
    <w:p w:rsidR="007B2329" w:rsidRDefault="007B2329" w:rsidP="007B2329">
      <w:r>
        <w:t>348.0277</w:t>
      </w:r>
      <w:r>
        <w:tab/>
        <w:t>1.013e0</w:t>
      </w:r>
    </w:p>
    <w:p w:rsidR="007B2329" w:rsidRDefault="007B2329" w:rsidP="007B2329">
      <w:r>
        <w:t>348.0316</w:t>
      </w:r>
      <w:r>
        <w:tab/>
        <w:t>1.013e0</w:t>
      </w:r>
    </w:p>
    <w:p w:rsidR="007B2329" w:rsidRDefault="007B2329" w:rsidP="007B2329">
      <w:r>
        <w:t>348.0331</w:t>
      </w:r>
      <w:r>
        <w:tab/>
        <w:t>1.025e0</w:t>
      </w:r>
    </w:p>
    <w:p w:rsidR="007B2329" w:rsidRDefault="007B2329" w:rsidP="007B2329">
      <w:r>
        <w:t>348.0625</w:t>
      </w:r>
      <w:r>
        <w:tab/>
        <w:t>3.038e0</w:t>
      </w:r>
    </w:p>
    <w:p w:rsidR="007B2329" w:rsidRDefault="007B2329" w:rsidP="007B2329">
      <w:r>
        <w:t>348.0809</w:t>
      </w:r>
      <w:r>
        <w:tab/>
        <w:t>1.013e0</w:t>
      </w:r>
    </w:p>
    <w:p w:rsidR="007B2329" w:rsidRDefault="007B2329" w:rsidP="007B2329">
      <w:r>
        <w:t>348.0863</w:t>
      </w:r>
      <w:r>
        <w:tab/>
        <w:t>2.467e0</w:t>
      </w:r>
    </w:p>
    <w:p w:rsidR="007B2329" w:rsidRDefault="007B2329" w:rsidP="007B2329">
      <w:r>
        <w:t>348.0876</w:t>
      </w:r>
      <w:r>
        <w:tab/>
        <w:t>3.787e0</w:t>
      </w:r>
    </w:p>
    <w:p w:rsidR="007B2329" w:rsidRDefault="007B2329" w:rsidP="007B2329">
      <w:r>
        <w:t>348.0935</w:t>
      </w:r>
      <w:r>
        <w:tab/>
        <w:t>1.013e0</w:t>
      </w:r>
    </w:p>
    <w:p w:rsidR="007B2329" w:rsidRDefault="007B2329" w:rsidP="007B2329">
      <w:r>
        <w:t>348.1144</w:t>
      </w:r>
      <w:r>
        <w:tab/>
        <w:t>2.051e0</w:t>
      </w:r>
    </w:p>
    <w:p w:rsidR="007B2329" w:rsidRDefault="007B2329" w:rsidP="007B2329">
      <w:r>
        <w:t>348.1265</w:t>
      </w:r>
      <w:r>
        <w:tab/>
        <w:t>3.038e0</w:t>
      </w:r>
    </w:p>
    <w:p w:rsidR="007B2329" w:rsidRDefault="007B2329" w:rsidP="007B2329">
      <w:r>
        <w:t>348.1276</w:t>
      </w:r>
      <w:r>
        <w:tab/>
        <w:t>2.659e0</w:t>
      </w:r>
    </w:p>
    <w:p w:rsidR="007B2329" w:rsidRDefault="007B2329" w:rsidP="007B2329">
      <w:r>
        <w:t>348.1320</w:t>
      </w:r>
      <w:r>
        <w:tab/>
        <w:t>3.038e0</w:t>
      </w:r>
    </w:p>
    <w:p w:rsidR="007B2329" w:rsidRDefault="007B2329" w:rsidP="007B2329">
      <w:r>
        <w:lastRenderedPageBreak/>
        <w:t>348.1339</w:t>
      </w:r>
      <w:r>
        <w:tab/>
        <w:t>1.437e0</w:t>
      </w:r>
    </w:p>
    <w:p w:rsidR="007B2329" w:rsidRDefault="007B2329" w:rsidP="007B2329">
      <w:r>
        <w:t>348.1368</w:t>
      </w:r>
      <w:r>
        <w:tab/>
        <w:t>4.792e0</w:t>
      </w:r>
    </w:p>
    <w:p w:rsidR="007B2329" w:rsidRDefault="007B2329" w:rsidP="007B2329">
      <w:r>
        <w:t>348.1394</w:t>
      </w:r>
      <w:r>
        <w:tab/>
        <w:t>1.464e0</w:t>
      </w:r>
    </w:p>
    <w:p w:rsidR="007B2329" w:rsidRDefault="007B2329" w:rsidP="007B2329">
      <w:r>
        <w:t>348.1680</w:t>
      </w:r>
      <w:r>
        <w:tab/>
        <w:t>1.013e0</w:t>
      </w:r>
    </w:p>
    <w:p w:rsidR="007B2329" w:rsidRDefault="007B2329" w:rsidP="007B2329">
      <w:r>
        <w:t>348.1964</w:t>
      </w:r>
      <w:r>
        <w:tab/>
        <w:t>1.013e0</w:t>
      </w:r>
    </w:p>
    <w:p w:rsidR="007B2329" w:rsidRDefault="007B2329" w:rsidP="007B2329">
      <w:r>
        <w:t>348.2334</w:t>
      </w:r>
      <w:r>
        <w:tab/>
        <w:t>2.025e0</w:t>
      </w:r>
    </w:p>
    <w:p w:rsidR="007B2329" w:rsidRDefault="007B2329" w:rsidP="007B2329">
      <w:r>
        <w:t>348.2472</w:t>
      </w:r>
      <w:r>
        <w:tab/>
        <w:t>3.560e0</w:t>
      </w:r>
    </w:p>
    <w:p w:rsidR="007B2329" w:rsidRDefault="007B2329" w:rsidP="007B2329">
      <w:r>
        <w:t>348.2543</w:t>
      </w:r>
      <w:r>
        <w:tab/>
        <w:t>2.750e0</w:t>
      </w:r>
    </w:p>
    <w:p w:rsidR="007B2329" w:rsidRDefault="007B2329" w:rsidP="007B2329">
      <w:r>
        <w:t>348.2636</w:t>
      </w:r>
      <w:r>
        <w:tab/>
        <w:t>3.038e0</w:t>
      </w:r>
    </w:p>
    <w:p w:rsidR="007B2329" w:rsidRDefault="007B2329" w:rsidP="007B2329">
      <w:r>
        <w:t>348.2664</w:t>
      </w:r>
      <w:r>
        <w:tab/>
        <w:t>1.013e0</w:t>
      </w:r>
    </w:p>
    <w:p w:rsidR="007B2329" w:rsidRDefault="007B2329" w:rsidP="007B2329">
      <w:r>
        <w:t>348.2834</w:t>
      </w:r>
      <w:r>
        <w:tab/>
        <w:t>2.025e0</w:t>
      </w:r>
    </w:p>
    <w:p w:rsidR="007B2329" w:rsidRDefault="007B2329" w:rsidP="007B2329">
      <w:r>
        <w:t>348.3000</w:t>
      </w:r>
      <w:r>
        <w:tab/>
        <w:t>3.038e0</w:t>
      </w:r>
    </w:p>
    <w:p w:rsidR="007B2329" w:rsidRDefault="007B2329" w:rsidP="007B2329">
      <w:r>
        <w:t>348.3055</w:t>
      </w:r>
      <w:r>
        <w:tab/>
        <w:t>1.013e0</w:t>
      </w:r>
    </w:p>
    <w:p w:rsidR="007B2329" w:rsidRDefault="007B2329" w:rsidP="007B2329">
      <w:r>
        <w:t>348.3117</w:t>
      </w:r>
      <w:r>
        <w:tab/>
        <w:t>2.025e0</w:t>
      </w:r>
    </w:p>
    <w:p w:rsidR="007B2329" w:rsidRDefault="007B2329" w:rsidP="007B2329">
      <w:r>
        <w:t>348.3158</w:t>
      </w:r>
      <w:r>
        <w:tab/>
        <w:t>1.013e0</w:t>
      </w:r>
    </w:p>
    <w:p w:rsidR="007B2329" w:rsidRDefault="007B2329" w:rsidP="007B2329">
      <w:r>
        <w:t>348.3404</w:t>
      </w:r>
      <w:r>
        <w:tab/>
        <w:t>1.013e0</w:t>
      </w:r>
    </w:p>
    <w:p w:rsidR="007B2329" w:rsidRDefault="007B2329" w:rsidP="007B2329">
      <w:r>
        <w:t>348.3472</w:t>
      </w:r>
      <w:r>
        <w:tab/>
        <w:t>2.025e0</w:t>
      </w:r>
    </w:p>
    <w:p w:rsidR="007B2329" w:rsidRDefault="007B2329" w:rsidP="007B2329">
      <w:r>
        <w:t>348.3672</w:t>
      </w:r>
      <w:r>
        <w:tab/>
        <w:t>2.532e-2</w:t>
      </w:r>
    </w:p>
    <w:p w:rsidR="007B2329" w:rsidRDefault="007B2329" w:rsidP="007B2329">
      <w:r>
        <w:t>348.3692</w:t>
      </w:r>
      <w:r>
        <w:tab/>
        <w:t>2.025e0</w:t>
      </w:r>
    </w:p>
    <w:p w:rsidR="007B2329" w:rsidRDefault="007B2329" w:rsidP="007B2329">
      <w:r>
        <w:lastRenderedPageBreak/>
        <w:t>348.3860</w:t>
      </w:r>
      <w:r>
        <w:tab/>
        <w:t>1.013e0</w:t>
      </w:r>
    </w:p>
    <w:p w:rsidR="007B2329" w:rsidRDefault="007B2329" w:rsidP="007B2329">
      <w:r>
        <w:t>348.3924</w:t>
      </w:r>
      <w:r>
        <w:tab/>
        <w:t>3.038e0</w:t>
      </w:r>
    </w:p>
    <w:p w:rsidR="007B2329" w:rsidRDefault="007B2329" w:rsidP="007B2329">
      <w:r>
        <w:t>348.3990</w:t>
      </w:r>
      <w:r>
        <w:tab/>
        <w:t>1.013e0</w:t>
      </w:r>
    </w:p>
    <w:p w:rsidR="007B2329" w:rsidRDefault="007B2329" w:rsidP="007B2329">
      <w:r>
        <w:t>348.4038</w:t>
      </w:r>
      <w:r>
        <w:tab/>
        <w:t>5.063e0</w:t>
      </w:r>
    </w:p>
    <w:p w:rsidR="007B2329" w:rsidRDefault="007B2329" w:rsidP="007B2329">
      <w:r>
        <w:t>348.4106</w:t>
      </w:r>
      <w:r>
        <w:tab/>
        <w:t>1.013e0</w:t>
      </w:r>
    </w:p>
    <w:p w:rsidR="007B2329" w:rsidRDefault="007B2329" w:rsidP="007B2329">
      <w:r>
        <w:t>348.4232</w:t>
      </w:r>
      <w:r>
        <w:tab/>
        <w:t>4.051e0</w:t>
      </w:r>
    </w:p>
    <w:p w:rsidR="007B2329" w:rsidRDefault="007B2329" w:rsidP="007B2329">
      <w:r>
        <w:t>348.4392</w:t>
      </w:r>
      <w:r>
        <w:tab/>
        <w:t>1.013e0</w:t>
      </w:r>
    </w:p>
    <w:p w:rsidR="007B2329" w:rsidRDefault="007B2329" w:rsidP="007B2329">
      <w:r>
        <w:t>348.4677</w:t>
      </w:r>
      <w:r>
        <w:tab/>
        <w:t>1.013e0</w:t>
      </w:r>
    </w:p>
    <w:p w:rsidR="007B2329" w:rsidRDefault="007B2329" w:rsidP="007B2329">
      <w:r>
        <w:t>348.4705</w:t>
      </w:r>
      <w:r>
        <w:tab/>
        <w:t>2.038e0</w:t>
      </w:r>
    </w:p>
    <w:p w:rsidR="007B2329" w:rsidRDefault="007B2329" w:rsidP="007B2329">
      <w:r>
        <w:t>348.4802</w:t>
      </w:r>
      <w:r>
        <w:tab/>
        <w:t>1.013e0</w:t>
      </w:r>
    </w:p>
    <w:p w:rsidR="007B2329" w:rsidRDefault="007B2329" w:rsidP="007B2329">
      <w:r>
        <w:t>348.4846</w:t>
      </w:r>
      <w:r>
        <w:tab/>
        <w:t>2.025e0</w:t>
      </w:r>
    </w:p>
    <w:p w:rsidR="007B2329" w:rsidRDefault="007B2329" w:rsidP="007B2329">
      <w:r>
        <w:t>348.5035</w:t>
      </w:r>
      <w:r>
        <w:tab/>
        <w:t>2.025e0</w:t>
      </w:r>
    </w:p>
    <w:p w:rsidR="007B2329" w:rsidRDefault="007B2329" w:rsidP="007B2329">
      <w:r>
        <w:t>348.5106</w:t>
      </w:r>
      <w:r>
        <w:tab/>
        <w:t>3.063e0</w:t>
      </w:r>
    </w:p>
    <w:p w:rsidR="007B2329" w:rsidRDefault="007B2329" w:rsidP="007B2329">
      <w:r>
        <w:t>348.5298</w:t>
      </w:r>
      <w:r>
        <w:tab/>
        <w:t>2.025e0</w:t>
      </w:r>
    </w:p>
    <w:p w:rsidR="007B2329" w:rsidRDefault="007B2329" w:rsidP="007B2329">
      <w:r>
        <w:t>348.5386</w:t>
      </w:r>
      <w:r>
        <w:tab/>
        <w:t>2.025e0</w:t>
      </w:r>
    </w:p>
    <w:p w:rsidR="007B2329" w:rsidRDefault="007B2329" w:rsidP="007B2329">
      <w:r>
        <w:t>348.5622</w:t>
      </w:r>
      <w:r>
        <w:tab/>
        <w:t>3.038e0</w:t>
      </w:r>
    </w:p>
    <w:p w:rsidR="007B2329" w:rsidRDefault="007B2329" w:rsidP="007B2329">
      <w:r>
        <w:t>348.5637</w:t>
      </w:r>
      <w:r>
        <w:tab/>
        <w:t>2.025e0</w:t>
      </w:r>
    </w:p>
    <w:p w:rsidR="007B2329" w:rsidRDefault="007B2329" w:rsidP="007B2329">
      <w:r>
        <w:t>348.5737</w:t>
      </w:r>
      <w:r>
        <w:tab/>
        <w:t>2.025e0</w:t>
      </w:r>
    </w:p>
    <w:p w:rsidR="007B2329" w:rsidRDefault="007B2329" w:rsidP="007B2329">
      <w:r>
        <w:t>348.5977</w:t>
      </w:r>
      <w:r>
        <w:tab/>
        <w:t>2.964e0</w:t>
      </w:r>
    </w:p>
    <w:p w:rsidR="007B2329" w:rsidRDefault="007B2329" w:rsidP="007B2329">
      <w:r>
        <w:lastRenderedPageBreak/>
        <w:t>348.6028</w:t>
      </w:r>
      <w:r>
        <w:tab/>
        <w:t>2.025e0</w:t>
      </w:r>
    </w:p>
    <w:p w:rsidR="007B2329" w:rsidRDefault="007B2329" w:rsidP="007B2329">
      <w:r>
        <w:t>348.6041</w:t>
      </w:r>
      <w:r>
        <w:tab/>
        <w:t>1.013e0</w:t>
      </w:r>
    </w:p>
    <w:p w:rsidR="007B2329" w:rsidRDefault="007B2329" w:rsidP="007B2329">
      <w:r>
        <w:t>348.6151</w:t>
      </w:r>
      <w:r>
        <w:tab/>
        <w:t>3.038e0</w:t>
      </w:r>
    </w:p>
    <w:p w:rsidR="007B2329" w:rsidRDefault="007B2329" w:rsidP="007B2329">
      <w:r>
        <w:t>348.6429</w:t>
      </w:r>
      <w:r>
        <w:tab/>
        <w:t>3.038e0</w:t>
      </w:r>
    </w:p>
    <w:p w:rsidR="007B2329" w:rsidRDefault="007B2329" w:rsidP="007B2329">
      <w:r>
        <w:t>348.6535</w:t>
      </w:r>
      <w:r>
        <w:tab/>
        <w:t>1.013e0</w:t>
      </w:r>
    </w:p>
    <w:p w:rsidR="007B2329" w:rsidRDefault="007B2329" w:rsidP="007B2329">
      <w:r>
        <w:t>348.6674</w:t>
      </w:r>
      <w:r>
        <w:tab/>
        <w:t>2.025e0</w:t>
      </w:r>
    </w:p>
    <w:p w:rsidR="007B2329" w:rsidRDefault="007B2329" w:rsidP="007B2329">
      <w:r>
        <w:t>348.6924</w:t>
      </w:r>
      <w:r>
        <w:tab/>
        <w:t>2.025e0</w:t>
      </w:r>
    </w:p>
    <w:p w:rsidR="007B2329" w:rsidRDefault="007B2329" w:rsidP="007B2329">
      <w:r>
        <w:t>348.6987</w:t>
      </w:r>
      <w:r>
        <w:tab/>
        <w:t>2.025e0</w:t>
      </w:r>
    </w:p>
    <w:p w:rsidR="007B2329" w:rsidRDefault="007B2329" w:rsidP="007B2329">
      <w:r>
        <w:t>348.7050</w:t>
      </w:r>
      <w:r>
        <w:tab/>
        <w:t>2.025e0</w:t>
      </w:r>
    </w:p>
    <w:p w:rsidR="007B2329" w:rsidRDefault="007B2329" w:rsidP="007B2329">
      <w:r>
        <w:t>348.7146</w:t>
      </w:r>
      <w:r>
        <w:tab/>
        <w:t>2.025e0</w:t>
      </w:r>
    </w:p>
    <w:p w:rsidR="007B2329" w:rsidRDefault="007B2329" w:rsidP="007B2329">
      <w:r>
        <w:t>348.7323</w:t>
      </w:r>
      <w:r>
        <w:tab/>
        <w:t>2.025e0</w:t>
      </w:r>
    </w:p>
    <w:p w:rsidR="007B2329" w:rsidRDefault="007B2329" w:rsidP="007B2329">
      <w:r>
        <w:t>348.7522</w:t>
      </w:r>
      <w:r>
        <w:tab/>
        <w:t>1.013e0</w:t>
      </w:r>
    </w:p>
    <w:p w:rsidR="007B2329" w:rsidRDefault="007B2329" w:rsidP="007B2329">
      <w:r>
        <w:t>348.7625</w:t>
      </w:r>
      <w:r>
        <w:tab/>
        <w:t>2.025e0</w:t>
      </w:r>
    </w:p>
    <w:p w:rsidR="007B2329" w:rsidRDefault="007B2329" w:rsidP="007B2329">
      <w:r>
        <w:t>348.7715</w:t>
      </w:r>
      <w:r>
        <w:tab/>
        <w:t>2.025e0</w:t>
      </w:r>
    </w:p>
    <w:p w:rsidR="007B2329" w:rsidRDefault="007B2329" w:rsidP="007B2329">
      <w:r>
        <w:t>348.7807</w:t>
      </w:r>
      <w:r>
        <w:tab/>
        <w:t>3.038e0</w:t>
      </w:r>
    </w:p>
    <w:p w:rsidR="007B2329" w:rsidRDefault="007B2329" w:rsidP="007B2329">
      <w:r>
        <w:t>348.7861</w:t>
      </w:r>
      <w:r>
        <w:tab/>
        <w:t>1.013e0</w:t>
      </w:r>
    </w:p>
    <w:p w:rsidR="007B2329" w:rsidRDefault="007B2329" w:rsidP="007B2329">
      <w:r>
        <w:t>348.7976</w:t>
      </w:r>
      <w:r>
        <w:tab/>
        <w:t>1.013e0</w:t>
      </w:r>
    </w:p>
    <w:p w:rsidR="007B2329" w:rsidRDefault="007B2329" w:rsidP="007B2329">
      <w:r>
        <w:t>348.8149</w:t>
      </w:r>
      <w:r>
        <w:tab/>
        <w:t>3.038e0</w:t>
      </w:r>
    </w:p>
    <w:p w:rsidR="007B2329" w:rsidRDefault="007B2329" w:rsidP="007B2329">
      <w:r>
        <w:t>348.8264</w:t>
      </w:r>
      <w:r>
        <w:tab/>
        <w:t>1.013e0</w:t>
      </w:r>
    </w:p>
    <w:p w:rsidR="007B2329" w:rsidRDefault="007B2329" w:rsidP="007B2329">
      <w:r>
        <w:lastRenderedPageBreak/>
        <w:t>348.8365</w:t>
      </w:r>
      <w:r>
        <w:tab/>
        <w:t>3.038e0</w:t>
      </w:r>
    </w:p>
    <w:p w:rsidR="007B2329" w:rsidRDefault="007B2329" w:rsidP="007B2329">
      <w:r>
        <w:t>348.8394</w:t>
      </w:r>
      <w:r>
        <w:tab/>
        <w:t>3.038e0</w:t>
      </w:r>
    </w:p>
    <w:p w:rsidR="007B2329" w:rsidRDefault="007B2329" w:rsidP="007B2329">
      <w:r>
        <w:t>348.8510</w:t>
      </w:r>
      <w:r>
        <w:tab/>
        <w:t>1.013e0</w:t>
      </w:r>
    </w:p>
    <w:p w:rsidR="007B2329" w:rsidRDefault="007B2329" w:rsidP="007B2329">
      <w:r>
        <w:t>348.8674</w:t>
      </w:r>
      <w:r>
        <w:tab/>
        <w:t>2.025e0</w:t>
      </w:r>
    </w:p>
    <w:p w:rsidR="007B2329" w:rsidRDefault="007B2329" w:rsidP="007B2329">
      <w:r>
        <w:t>348.8923</w:t>
      </w:r>
      <w:r>
        <w:tab/>
        <w:t>1.013e0</w:t>
      </w:r>
    </w:p>
    <w:p w:rsidR="007B2329" w:rsidRDefault="007B2329" w:rsidP="007B2329">
      <w:r>
        <w:t>348.9004</w:t>
      </w:r>
      <w:r>
        <w:tab/>
        <w:t>1.013e0</w:t>
      </w:r>
    </w:p>
    <w:p w:rsidR="007B2329" w:rsidRDefault="007B2329" w:rsidP="007B2329">
      <w:r>
        <w:t>348.9111</w:t>
      </w:r>
      <w:r>
        <w:tab/>
        <w:t>1.013e0</w:t>
      </w:r>
    </w:p>
    <w:p w:rsidR="007B2329" w:rsidRDefault="007B2329" w:rsidP="007B2329">
      <w:r>
        <w:t>348.9127</w:t>
      </w:r>
      <w:r>
        <w:tab/>
        <w:t>1.025e0</w:t>
      </w:r>
    </w:p>
    <w:p w:rsidR="007B2329" w:rsidRDefault="007B2329" w:rsidP="007B2329">
      <w:r>
        <w:t>348.9141</w:t>
      </w:r>
      <w:r>
        <w:tab/>
        <w:t>2.025e0</w:t>
      </w:r>
    </w:p>
    <w:p w:rsidR="007B2329" w:rsidRDefault="007B2329" w:rsidP="007B2329">
      <w:r>
        <w:t>348.9210</w:t>
      </w:r>
      <w:r>
        <w:tab/>
        <w:t>1.013e0</w:t>
      </w:r>
    </w:p>
    <w:p w:rsidR="007B2329" w:rsidRDefault="007B2329" w:rsidP="007B2329">
      <w:r>
        <w:t>348.9333</w:t>
      </w:r>
      <w:r>
        <w:tab/>
        <w:t>3.038e0</w:t>
      </w:r>
    </w:p>
    <w:p w:rsidR="007B2329" w:rsidRDefault="007B2329" w:rsidP="007B2329">
      <w:r>
        <w:t>348.9456</w:t>
      </w:r>
      <w:r>
        <w:tab/>
        <w:t>1.013e0</w:t>
      </w:r>
    </w:p>
    <w:p w:rsidR="007B2329" w:rsidRDefault="007B2329" w:rsidP="007B2329">
      <w:r>
        <w:t>348.9498</w:t>
      </w:r>
      <w:r>
        <w:tab/>
        <w:t>1.013e0</w:t>
      </w:r>
    </w:p>
    <w:p w:rsidR="007B2329" w:rsidRDefault="007B2329" w:rsidP="007B2329">
      <w:r>
        <w:t>348.9611</w:t>
      </w:r>
      <w:r>
        <w:tab/>
        <w:t>1.013e0</w:t>
      </w:r>
    </w:p>
    <w:p w:rsidR="007B2329" w:rsidRDefault="007B2329" w:rsidP="007B2329">
      <w:r>
        <w:t>348.9743</w:t>
      </w:r>
      <w:r>
        <w:tab/>
        <w:t>1.013e0</w:t>
      </w:r>
    </w:p>
    <w:p w:rsidR="007B2329" w:rsidRDefault="007B2329" w:rsidP="007B2329">
      <w:r>
        <w:t>348.9799</w:t>
      </w:r>
      <w:r>
        <w:tab/>
        <w:t>1.013e0</w:t>
      </w:r>
    </w:p>
    <w:p w:rsidR="007B2329" w:rsidRDefault="007B2329" w:rsidP="007B2329">
      <w:r>
        <w:t>348.9828</w:t>
      </w:r>
      <w:r>
        <w:tab/>
        <w:t>2.025e0</w:t>
      </w:r>
    </w:p>
    <w:p w:rsidR="007B2329" w:rsidRDefault="007B2329" w:rsidP="007B2329">
      <w:r>
        <w:t>348.9860</w:t>
      </w:r>
      <w:r>
        <w:tab/>
        <w:t>2.025e0</w:t>
      </w:r>
    </w:p>
    <w:p w:rsidR="007B2329" w:rsidRDefault="007B2329" w:rsidP="007B2329">
      <w:r>
        <w:t>348.9913</w:t>
      </w:r>
      <w:r>
        <w:tab/>
        <w:t>1.013e0</w:t>
      </w:r>
    </w:p>
    <w:p w:rsidR="007B2329" w:rsidRDefault="007B2329" w:rsidP="007B2329">
      <w:r>
        <w:lastRenderedPageBreak/>
        <w:t>349.0049</w:t>
      </w:r>
      <w:r>
        <w:tab/>
        <w:t>1.013e0</w:t>
      </w:r>
    </w:p>
    <w:p w:rsidR="007B2329" w:rsidRDefault="007B2329" w:rsidP="007B2329">
      <w:r>
        <w:t>349.0298</w:t>
      </w:r>
      <w:r>
        <w:tab/>
        <w:t>1.013e0</w:t>
      </w:r>
    </w:p>
    <w:p w:rsidR="007B2329" w:rsidRDefault="007B2329" w:rsidP="007B2329">
      <w:r>
        <w:t>349.0490</w:t>
      </w:r>
      <w:r>
        <w:tab/>
        <w:t>2.025e0</w:t>
      </w:r>
    </w:p>
    <w:p w:rsidR="007B2329" w:rsidRDefault="007B2329" w:rsidP="007B2329">
      <w:r>
        <w:t>349.0531</w:t>
      </w:r>
      <w:r>
        <w:tab/>
        <w:t>2.532e-2</w:t>
      </w:r>
    </w:p>
    <w:p w:rsidR="007B2329" w:rsidRDefault="007B2329" w:rsidP="007B2329">
      <w:r>
        <w:t>349.0610</w:t>
      </w:r>
      <w:r>
        <w:tab/>
        <w:t>2.025e0</w:t>
      </w:r>
    </w:p>
    <w:p w:rsidR="007B2329" w:rsidRDefault="007B2329" w:rsidP="007B2329">
      <w:r>
        <w:t>349.0736</w:t>
      </w:r>
      <w:r>
        <w:tab/>
        <w:t>1.013e0</w:t>
      </w:r>
    </w:p>
    <w:p w:rsidR="007B2329" w:rsidRDefault="007B2329" w:rsidP="007B2329">
      <w:r>
        <w:t>349.1042</w:t>
      </w:r>
      <w:r>
        <w:tab/>
        <w:t>2.025e0</w:t>
      </w:r>
    </w:p>
    <w:p w:rsidR="007B2329" w:rsidRDefault="007B2329" w:rsidP="007B2329">
      <w:r>
        <w:t>349.1295</w:t>
      </w:r>
      <w:r>
        <w:tab/>
        <w:t>4.883e0</w:t>
      </w:r>
    </w:p>
    <w:p w:rsidR="007B2329" w:rsidRDefault="007B2329" w:rsidP="007B2329">
      <w:r>
        <w:t>349.1396</w:t>
      </w:r>
      <w:r>
        <w:tab/>
        <w:t>2.565e0</w:t>
      </w:r>
    </w:p>
    <w:p w:rsidR="007B2329" w:rsidRDefault="007B2329" w:rsidP="007B2329">
      <w:r>
        <w:t>349.1414</w:t>
      </w:r>
      <w:r>
        <w:tab/>
        <w:t>1.305e0</w:t>
      </w:r>
    </w:p>
    <w:p w:rsidR="007B2329" w:rsidRDefault="007B2329" w:rsidP="007B2329">
      <w:r>
        <w:t>349.1431</w:t>
      </w:r>
      <w:r>
        <w:tab/>
        <w:t>5.903e0</w:t>
      </w:r>
    </w:p>
    <w:p w:rsidR="007B2329" w:rsidRDefault="007B2329" w:rsidP="007B2329">
      <w:r>
        <w:t>349.1466</w:t>
      </w:r>
      <w:r>
        <w:tab/>
        <w:t>1.520e1</w:t>
      </w:r>
    </w:p>
    <w:p w:rsidR="007B2329" w:rsidRDefault="007B2329" w:rsidP="007B2329">
      <w:r>
        <w:t>349.1526</w:t>
      </w:r>
      <w:r>
        <w:tab/>
        <w:t>2.450e1</w:t>
      </w:r>
    </w:p>
    <w:p w:rsidR="007B2329" w:rsidRDefault="007B2329" w:rsidP="007B2329">
      <w:r>
        <w:t>349.1813</w:t>
      </w:r>
      <w:r>
        <w:tab/>
        <w:t>1.231e0</w:t>
      </w:r>
    </w:p>
    <w:p w:rsidR="007B2329" w:rsidRDefault="007B2329" w:rsidP="007B2329">
      <w:r>
        <w:t>349.1926</w:t>
      </w:r>
      <w:r>
        <w:tab/>
        <w:t>1.013e0</w:t>
      </w:r>
    </w:p>
    <w:p w:rsidR="007B2329" w:rsidRDefault="007B2329" w:rsidP="007B2329">
      <w:r>
        <w:t>349.1990</w:t>
      </w:r>
      <w:r>
        <w:tab/>
        <w:t>2.025e0</w:t>
      </w:r>
    </w:p>
    <w:p w:rsidR="007B2329" w:rsidRDefault="007B2329" w:rsidP="007B2329">
      <w:r>
        <w:t>349.2549</w:t>
      </w:r>
      <w:r>
        <w:tab/>
        <w:t>1.013e0</w:t>
      </w:r>
    </w:p>
    <w:p w:rsidR="007B2329" w:rsidRDefault="007B2329" w:rsidP="007B2329">
      <w:r>
        <w:t>349.2737</w:t>
      </w:r>
      <w:r>
        <w:tab/>
        <w:t>1.013e0</w:t>
      </w:r>
    </w:p>
    <w:p w:rsidR="007B2329" w:rsidRDefault="007B2329" w:rsidP="007B2329">
      <w:r>
        <w:t>349.2762</w:t>
      </w:r>
      <w:r>
        <w:tab/>
        <w:t>2.532e-2</w:t>
      </w:r>
    </w:p>
    <w:p w:rsidR="007B2329" w:rsidRDefault="007B2329" w:rsidP="007B2329">
      <w:r>
        <w:lastRenderedPageBreak/>
        <w:t>349.2796</w:t>
      </w:r>
      <w:r>
        <w:tab/>
        <w:t>1.013e0</w:t>
      </w:r>
    </w:p>
    <w:p w:rsidR="007B2329" w:rsidRDefault="007B2329" w:rsidP="007B2329">
      <w:r>
        <w:t>349.3039</w:t>
      </w:r>
      <w:r>
        <w:tab/>
        <w:t>5.063e0</w:t>
      </w:r>
    </w:p>
    <w:p w:rsidR="007B2329" w:rsidRDefault="007B2329" w:rsidP="007B2329">
      <w:r>
        <w:t>349.3205</w:t>
      </w:r>
      <w:r>
        <w:tab/>
        <w:t>2.025e0</w:t>
      </w:r>
    </w:p>
    <w:p w:rsidR="007B2329" w:rsidRDefault="007B2329" w:rsidP="007B2329">
      <w:r>
        <w:t>349.3348</w:t>
      </w:r>
      <w:r>
        <w:tab/>
        <w:t>2.025e0</w:t>
      </w:r>
    </w:p>
    <w:p w:rsidR="007B2329" w:rsidRDefault="007B2329" w:rsidP="007B2329">
      <w:r>
        <w:t>349.3368</w:t>
      </w:r>
      <w:r>
        <w:tab/>
        <w:t>2.025e0</w:t>
      </w:r>
    </w:p>
    <w:p w:rsidR="007B2329" w:rsidRDefault="007B2329" w:rsidP="007B2329">
      <w:r>
        <w:t>349.3412</w:t>
      </w:r>
      <w:r>
        <w:tab/>
        <w:t>2.025e0</w:t>
      </w:r>
    </w:p>
    <w:p w:rsidR="007B2329" w:rsidRDefault="007B2329" w:rsidP="007B2329">
      <w:r>
        <w:t>349.3488</w:t>
      </w:r>
      <w:r>
        <w:tab/>
        <w:t>1.013e0</w:t>
      </w:r>
    </w:p>
    <w:p w:rsidR="007B2329" w:rsidRDefault="007B2329" w:rsidP="007B2329">
      <w:r>
        <w:t>349.3536</w:t>
      </w:r>
      <w:r>
        <w:tab/>
        <w:t>1.013e0</w:t>
      </w:r>
    </w:p>
    <w:p w:rsidR="007B2329" w:rsidRDefault="007B2329" w:rsidP="007B2329">
      <w:r>
        <w:t>349.3632</w:t>
      </w:r>
      <w:r>
        <w:tab/>
        <w:t>2.025e0</w:t>
      </w:r>
    </w:p>
    <w:p w:rsidR="007B2329" w:rsidRDefault="007B2329" w:rsidP="007B2329">
      <w:r>
        <w:t>349.3863</w:t>
      </w:r>
      <w:r>
        <w:tab/>
        <w:t>1.013e0</w:t>
      </w:r>
    </w:p>
    <w:p w:rsidR="007B2329" w:rsidRDefault="007B2329" w:rsidP="007B2329">
      <w:r>
        <w:t>349.3952</w:t>
      </w:r>
      <w:r>
        <w:tab/>
        <w:t>2.025e0</w:t>
      </w:r>
    </w:p>
    <w:p w:rsidR="007B2329" w:rsidRDefault="007B2329" w:rsidP="007B2329">
      <w:r>
        <w:t>349.4030</w:t>
      </w:r>
      <w:r>
        <w:tab/>
        <w:t>2.025e0</w:t>
      </w:r>
    </w:p>
    <w:p w:rsidR="007B2329" w:rsidRDefault="007B2329" w:rsidP="007B2329">
      <w:r>
        <w:t>349.4071</w:t>
      </w:r>
      <w:r>
        <w:tab/>
        <w:t>1.013e0</w:t>
      </w:r>
    </w:p>
    <w:p w:rsidR="007B2329" w:rsidRDefault="007B2329" w:rsidP="007B2329">
      <w:r>
        <w:t>349.4113</w:t>
      </w:r>
      <w:r>
        <w:tab/>
        <w:t>2.025e0</w:t>
      </w:r>
    </w:p>
    <w:p w:rsidR="007B2329" w:rsidRDefault="007B2329" w:rsidP="007B2329">
      <w:r>
        <w:t>349.4283</w:t>
      </w:r>
      <w:r>
        <w:tab/>
        <w:t>7.089e0</w:t>
      </w:r>
    </w:p>
    <w:p w:rsidR="007B2329" w:rsidRDefault="007B2329" w:rsidP="007B2329">
      <w:r>
        <w:t>349.4305</w:t>
      </w:r>
      <w:r>
        <w:tab/>
        <w:t>2.025e0</w:t>
      </w:r>
    </w:p>
    <w:p w:rsidR="007B2329" w:rsidRDefault="007B2329" w:rsidP="007B2329">
      <w:r>
        <w:t>349.4565</w:t>
      </w:r>
      <w:r>
        <w:tab/>
        <w:t>1.013e0</w:t>
      </w:r>
    </w:p>
    <w:p w:rsidR="007B2329" w:rsidRDefault="007B2329" w:rsidP="007B2329">
      <w:r>
        <w:t>349.4646</w:t>
      </w:r>
      <w:r>
        <w:tab/>
        <w:t>2.025e0</w:t>
      </w:r>
    </w:p>
    <w:p w:rsidR="007B2329" w:rsidRDefault="007B2329" w:rsidP="007B2329">
      <w:r>
        <w:t>349.4740</w:t>
      </w:r>
      <w:r>
        <w:tab/>
        <w:t>2.025e0</w:t>
      </w:r>
    </w:p>
    <w:p w:rsidR="007B2329" w:rsidRDefault="007B2329" w:rsidP="007B2329">
      <w:r>
        <w:lastRenderedPageBreak/>
        <w:t>349.4895</w:t>
      </w:r>
      <w:r>
        <w:tab/>
        <w:t>2.025e0</w:t>
      </w:r>
    </w:p>
    <w:p w:rsidR="007B2329" w:rsidRDefault="007B2329" w:rsidP="007B2329">
      <w:r>
        <w:t>349.5048</w:t>
      </w:r>
      <w:r>
        <w:tab/>
        <w:t>2.025e0</w:t>
      </w:r>
    </w:p>
    <w:p w:rsidR="007B2329" w:rsidRDefault="007B2329" w:rsidP="007B2329">
      <w:r>
        <w:t>349.5121</w:t>
      </w:r>
      <w:r>
        <w:tab/>
        <w:t>2.532e-2</w:t>
      </w:r>
    </w:p>
    <w:p w:rsidR="007B2329" w:rsidRDefault="007B2329" w:rsidP="007B2329">
      <w:r>
        <w:t>349.5265</w:t>
      </w:r>
      <w:r>
        <w:tab/>
        <w:t>1.013e0</w:t>
      </w:r>
    </w:p>
    <w:p w:rsidR="007B2329" w:rsidRDefault="007B2329" w:rsidP="007B2329">
      <w:r>
        <w:t>349.5364</w:t>
      </w:r>
      <w:r>
        <w:tab/>
        <w:t>1.013e0</w:t>
      </w:r>
    </w:p>
    <w:p w:rsidR="007B2329" w:rsidRDefault="007B2329" w:rsidP="007B2329">
      <w:r>
        <w:t>349.5678</w:t>
      </w:r>
      <w:r>
        <w:tab/>
        <w:t>1.013e0</w:t>
      </w:r>
    </w:p>
    <w:p w:rsidR="007B2329" w:rsidRDefault="007B2329" w:rsidP="007B2329">
      <w:r>
        <w:t>349.5804</w:t>
      </w:r>
      <w:r>
        <w:tab/>
        <w:t>1.013e0</w:t>
      </w:r>
    </w:p>
    <w:p w:rsidR="007B2329" w:rsidRDefault="007B2329" w:rsidP="007B2329">
      <w:r>
        <w:t>349.5928</w:t>
      </w:r>
      <w:r>
        <w:tab/>
        <w:t>1.013e0</w:t>
      </w:r>
    </w:p>
    <w:p w:rsidR="007B2329" w:rsidRDefault="007B2329" w:rsidP="007B2329">
      <w:r>
        <w:t>349.6115</w:t>
      </w:r>
      <w:r>
        <w:tab/>
        <w:t>1.013e0</w:t>
      </w:r>
    </w:p>
    <w:p w:rsidR="007B2329" w:rsidRDefault="007B2329" w:rsidP="007B2329">
      <w:r>
        <w:t>349.6175</w:t>
      </w:r>
      <w:r>
        <w:tab/>
        <w:t>1.013e0</w:t>
      </w:r>
    </w:p>
    <w:p w:rsidR="007B2329" w:rsidRDefault="007B2329" w:rsidP="007B2329">
      <w:r>
        <w:t>349.6213</w:t>
      </w:r>
      <w:r>
        <w:tab/>
        <w:t>1.013e0</w:t>
      </w:r>
    </w:p>
    <w:p w:rsidR="007B2329" w:rsidRDefault="007B2329" w:rsidP="007B2329">
      <w:r>
        <w:t>349.6367</w:t>
      </w:r>
      <w:r>
        <w:tab/>
        <w:t>1.013e0</w:t>
      </w:r>
    </w:p>
    <w:p w:rsidR="007B2329" w:rsidRDefault="007B2329" w:rsidP="007B2329">
      <w:r>
        <w:t>349.6617</w:t>
      </w:r>
      <w:r>
        <w:tab/>
        <w:t>1.013e0</w:t>
      </w:r>
    </w:p>
    <w:p w:rsidR="007B2329" w:rsidRDefault="007B2329" w:rsidP="007B2329">
      <w:r>
        <w:t>349.6829</w:t>
      </w:r>
      <w:r>
        <w:tab/>
        <w:t>2.025e0</w:t>
      </w:r>
    </w:p>
    <w:p w:rsidR="007B2329" w:rsidRDefault="007B2329" w:rsidP="007B2329">
      <w:r>
        <w:t>349.6992</w:t>
      </w:r>
      <w:r>
        <w:tab/>
        <w:t>1.013e0</w:t>
      </w:r>
    </w:p>
    <w:p w:rsidR="007B2329" w:rsidRDefault="007B2329" w:rsidP="007B2329">
      <w:r>
        <w:t>349.7143</w:t>
      </w:r>
      <w:r>
        <w:tab/>
        <w:t>2.025e0</w:t>
      </w:r>
    </w:p>
    <w:p w:rsidR="007B2329" w:rsidRDefault="007B2329" w:rsidP="007B2329">
      <w:r>
        <w:t>349.7243</w:t>
      </w:r>
      <w:r>
        <w:tab/>
        <w:t>1.013e0</w:t>
      </w:r>
    </w:p>
    <w:p w:rsidR="007B2329" w:rsidRDefault="007B2329" w:rsidP="007B2329">
      <w:r>
        <w:t>349.7368</w:t>
      </w:r>
      <w:r>
        <w:tab/>
        <w:t>1.013e0</w:t>
      </w:r>
    </w:p>
    <w:p w:rsidR="007B2329" w:rsidRDefault="007B2329" w:rsidP="007B2329">
      <w:r>
        <w:t>349.7448</w:t>
      </w:r>
      <w:r>
        <w:tab/>
        <w:t>2.025e0</w:t>
      </w:r>
    </w:p>
    <w:p w:rsidR="007B2329" w:rsidRDefault="007B2329" w:rsidP="007B2329">
      <w:r>
        <w:lastRenderedPageBreak/>
        <w:t>349.7579</w:t>
      </w:r>
      <w:r>
        <w:tab/>
        <w:t>2.025e0</w:t>
      </w:r>
    </w:p>
    <w:p w:rsidR="007B2329" w:rsidRDefault="007B2329" w:rsidP="007B2329">
      <w:r>
        <w:t>349.7655</w:t>
      </w:r>
      <w:r>
        <w:tab/>
        <w:t>2.025e0</w:t>
      </w:r>
    </w:p>
    <w:p w:rsidR="007B2329" w:rsidRDefault="007B2329" w:rsidP="007B2329">
      <w:r>
        <w:t>349.7744</w:t>
      </w:r>
      <w:r>
        <w:tab/>
        <w:t>1.013e0</w:t>
      </w:r>
    </w:p>
    <w:p w:rsidR="007B2329" w:rsidRDefault="007B2329" w:rsidP="007B2329">
      <w:r>
        <w:t>349.7941</w:t>
      </w:r>
      <w:r>
        <w:tab/>
        <w:t>1.013e0</w:t>
      </w:r>
    </w:p>
    <w:p w:rsidR="007B2329" w:rsidRDefault="007B2329" w:rsidP="007B2329">
      <w:r>
        <w:t>349.7993</w:t>
      </w:r>
      <w:r>
        <w:tab/>
        <w:t>7.089e0</w:t>
      </w:r>
    </w:p>
    <w:p w:rsidR="007B2329" w:rsidRDefault="007B2329" w:rsidP="007B2329">
      <w:r>
        <w:t>349.8148</w:t>
      </w:r>
      <w:r>
        <w:tab/>
        <w:t>1.013e0</w:t>
      </w:r>
    </w:p>
    <w:p w:rsidR="007B2329" w:rsidRDefault="007B2329" w:rsidP="007B2329">
      <w:r>
        <w:t>349.8355</w:t>
      </w:r>
      <w:r>
        <w:tab/>
        <w:t>1.013e0</w:t>
      </w:r>
    </w:p>
    <w:p w:rsidR="007B2329" w:rsidRDefault="007B2329" w:rsidP="007B2329">
      <w:r>
        <w:t>349.8746</w:t>
      </w:r>
      <w:r>
        <w:tab/>
        <w:t>2.025e0</w:t>
      </w:r>
    </w:p>
    <w:p w:rsidR="007B2329" w:rsidRDefault="007B2329" w:rsidP="007B2329">
      <w:r>
        <w:t>349.8772</w:t>
      </w:r>
      <w:r>
        <w:tab/>
        <w:t>2.025e0</w:t>
      </w:r>
    </w:p>
    <w:p w:rsidR="007B2329" w:rsidRDefault="007B2329" w:rsidP="007B2329">
      <w:r>
        <w:t>349.9107</w:t>
      </w:r>
      <w:r>
        <w:tab/>
        <w:t>3.038e0</w:t>
      </w:r>
    </w:p>
    <w:p w:rsidR="007B2329" w:rsidRDefault="007B2329" w:rsidP="007B2329">
      <w:r>
        <w:t>349.9270</w:t>
      </w:r>
      <w:r>
        <w:tab/>
        <w:t>2.025e0</w:t>
      </w:r>
    </w:p>
    <w:p w:rsidR="007B2329" w:rsidRDefault="007B2329" w:rsidP="007B2329">
      <w:r>
        <w:t>349.9283</w:t>
      </w:r>
      <w:r>
        <w:tab/>
        <w:t>3.038e0</w:t>
      </w:r>
    </w:p>
    <w:p w:rsidR="007B2329" w:rsidRDefault="007B2329" w:rsidP="007B2329">
      <w:r>
        <w:t>349.9341</w:t>
      </w:r>
      <w:r>
        <w:tab/>
        <w:t>4.051e0</w:t>
      </w:r>
    </w:p>
    <w:p w:rsidR="007B2329" w:rsidRDefault="007B2329" w:rsidP="007B2329">
      <w:r>
        <w:t>349.9362</w:t>
      </w:r>
      <w:r>
        <w:tab/>
        <w:t>1.025e0</w:t>
      </w:r>
    </w:p>
    <w:p w:rsidR="007B2329" w:rsidRDefault="007B2329" w:rsidP="007B2329">
      <w:r>
        <w:t>349.9384</w:t>
      </w:r>
      <w:r>
        <w:tab/>
        <w:t>1.013e0</w:t>
      </w:r>
    </w:p>
    <w:p w:rsidR="007B2329" w:rsidRDefault="007B2329" w:rsidP="007B2329">
      <w:r>
        <w:t>349.9487</w:t>
      </w:r>
      <w:r>
        <w:tab/>
        <w:t>2.025e0</w:t>
      </w:r>
    </w:p>
    <w:p w:rsidR="007B2329" w:rsidRDefault="007B2329" w:rsidP="007B2329">
      <w:r>
        <w:t>349.9538</w:t>
      </w:r>
      <w:r>
        <w:tab/>
        <w:t>2.025e0</w:t>
      </w:r>
    </w:p>
    <w:p w:rsidR="007B2329" w:rsidRDefault="007B2329" w:rsidP="007B2329">
      <w:r>
        <w:t>349.9661</w:t>
      </w:r>
      <w:r>
        <w:tab/>
        <w:t>2.038e0</w:t>
      </w:r>
    </w:p>
    <w:p w:rsidR="007B2329" w:rsidRDefault="007B2329" w:rsidP="007B2329">
      <w:r>
        <w:t>349.9804</w:t>
      </w:r>
      <w:r>
        <w:tab/>
        <w:t>2.025e0</w:t>
      </w:r>
    </w:p>
    <w:p w:rsidR="007B2329" w:rsidRDefault="007B2329" w:rsidP="007B2329">
      <w:r>
        <w:lastRenderedPageBreak/>
        <w:t>350.0005</w:t>
      </w:r>
      <w:r>
        <w:tab/>
        <w:t>4.051e0</w:t>
      </w:r>
    </w:p>
    <w:p w:rsidR="007B2329" w:rsidRDefault="007B2329" w:rsidP="007B2329">
      <w:r>
        <w:t>350.0142</w:t>
      </w:r>
      <w:r>
        <w:tab/>
        <w:t>2.025e0</w:t>
      </w:r>
    </w:p>
    <w:p w:rsidR="007B2329" w:rsidRDefault="007B2329" w:rsidP="007B2329">
      <w:r>
        <w:t>350.0293</w:t>
      </w:r>
      <w:r>
        <w:tab/>
        <w:t>1.013e0</w:t>
      </w:r>
    </w:p>
    <w:p w:rsidR="007B2329" w:rsidRDefault="007B2329" w:rsidP="007B2329">
      <w:r>
        <w:t>350.0398</w:t>
      </w:r>
      <w:r>
        <w:tab/>
        <w:t>1.025e0</w:t>
      </w:r>
    </w:p>
    <w:p w:rsidR="007B2329" w:rsidRDefault="007B2329" w:rsidP="007B2329">
      <w:r>
        <w:t>350.0437</w:t>
      </w:r>
      <w:r>
        <w:tab/>
        <w:t>3.038e0</w:t>
      </w:r>
    </w:p>
    <w:p w:rsidR="007B2329" w:rsidRDefault="007B2329" w:rsidP="007B2329">
      <w:r>
        <w:t>350.0688</w:t>
      </w:r>
      <w:r>
        <w:tab/>
        <w:t>1.013e0</w:t>
      </w:r>
    </w:p>
    <w:p w:rsidR="007B2329" w:rsidRDefault="007B2329" w:rsidP="007B2329">
      <w:r>
        <w:t>350.0786</w:t>
      </w:r>
      <w:r>
        <w:tab/>
        <w:t>2.025e0</w:t>
      </w:r>
    </w:p>
    <w:p w:rsidR="007B2329" w:rsidRDefault="007B2329" w:rsidP="007B2329">
      <w:r>
        <w:t>350.0909</w:t>
      </w:r>
      <w:r>
        <w:tab/>
        <w:t>1.626e0</w:t>
      </w:r>
    </w:p>
    <w:p w:rsidR="007B2329" w:rsidRDefault="007B2329" w:rsidP="007B2329">
      <w:r>
        <w:t>350.0981</w:t>
      </w:r>
      <w:r>
        <w:tab/>
        <w:t>2.025e0</w:t>
      </w:r>
    </w:p>
    <w:p w:rsidR="007B2329" w:rsidRDefault="007B2329" w:rsidP="007B2329">
      <w:r>
        <w:t>350.0994</w:t>
      </w:r>
      <w:r>
        <w:tab/>
        <w:t>1.013e0</w:t>
      </w:r>
    </w:p>
    <w:p w:rsidR="007B2329" w:rsidRDefault="007B2329" w:rsidP="007B2329">
      <w:r>
        <w:t>350.1110</w:t>
      </w:r>
      <w:r>
        <w:tab/>
        <w:t>1.925e0</w:t>
      </w:r>
    </w:p>
    <w:p w:rsidR="007B2329" w:rsidRDefault="007B2329" w:rsidP="007B2329">
      <w:r>
        <w:t>350.1295</w:t>
      </w:r>
      <w:r>
        <w:tab/>
        <w:t>3.038e0</w:t>
      </w:r>
    </w:p>
    <w:p w:rsidR="007B2329" w:rsidRDefault="007B2329" w:rsidP="007B2329">
      <w:r>
        <w:t>350.1375</w:t>
      </w:r>
      <w:r>
        <w:tab/>
        <w:t>1.355e0</w:t>
      </w:r>
    </w:p>
    <w:p w:rsidR="007B2329" w:rsidRDefault="007B2329" w:rsidP="007B2329">
      <w:r>
        <w:t>350.1528</w:t>
      </w:r>
      <w:r>
        <w:tab/>
        <w:t>1.013e0</w:t>
      </w:r>
    </w:p>
    <w:p w:rsidR="007B2329" w:rsidRDefault="007B2329" w:rsidP="007B2329">
      <w:r>
        <w:t>350.1943</w:t>
      </w:r>
      <w:r>
        <w:tab/>
        <w:t>1.013e0</w:t>
      </w:r>
    </w:p>
    <w:p w:rsidR="007B2329" w:rsidRDefault="007B2329" w:rsidP="007B2329">
      <w:r>
        <w:t>350.2014</w:t>
      </w:r>
      <w:r>
        <w:tab/>
        <w:t>3.038e0</w:t>
      </w:r>
    </w:p>
    <w:p w:rsidR="007B2329" w:rsidRDefault="007B2329" w:rsidP="007B2329">
      <w:r>
        <w:t>350.2570</w:t>
      </w:r>
      <w:r>
        <w:tab/>
        <w:t>1.013e0</w:t>
      </w:r>
    </w:p>
    <w:p w:rsidR="007B2329" w:rsidRDefault="007B2329" w:rsidP="007B2329">
      <w:r>
        <w:t>350.2704</w:t>
      </w:r>
      <w:r>
        <w:tab/>
        <w:t>1.667e0</w:t>
      </w:r>
    </w:p>
    <w:p w:rsidR="007B2329" w:rsidRDefault="007B2329" w:rsidP="007B2329">
      <w:r>
        <w:t>350.2723</w:t>
      </w:r>
      <w:r>
        <w:tab/>
        <w:t>1.013e0</w:t>
      </w:r>
    </w:p>
    <w:p w:rsidR="007B2329" w:rsidRDefault="007B2329" w:rsidP="007B2329">
      <w:r>
        <w:lastRenderedPageBreak/>
        <w:t>350.3070</w:t>
      </w:r>
      <w:r>
        <w:tab/>
        <w:t>1.013e0</w:t>
      </w:r>
    </w:p>
    <w:p w:rsidR="007B2329" w:rsidRDefault="007B2329" w:rsidP="007B2329">
      <w:r>
        <w:t>350.3133</w:t>
      </w:r>
      <w:r>
        <w:tab/>
        <w:t>2.025e0</w:t>
      </w:r>
    </w:p>
    <w:p w:rsidR="007B2329" w:rsidRDefault="007B2329" w:rsidP="007B2329">
      <w:r>
        <w:t>350.3151</w:t>
      </w:r>
      <w:r>
        <w:tab/>
        <w:t>2.025e0</w:t>
      </w:r>
    </w:p>
    <w:p w:rsidR="007B2329" w:rsidRDefault="007B2329" w:rsidP="007B2329">
      <w:r>
        <w:t>350.3248</w:t>
      </w:r>
      <w:r>
        <w:tab/>
        <w:t>3.002e0</w:t>
      </w:r>
    </w:p>
    <w:p w:rsidR="007B2329" w:rsidRDefault="007B2329" w:rsidP="007B2329">
      <w:r>
        <w:t>350.3258</w:t>
      </w:r>
      <w:r>
        <w:tab/>
        <w:t>4.051e0</w:t>
      </w:r>
    </w:p>
    <w:p w:rsidR="007B2329" w:rsidRDefault="007B2329" w:rsidP="007B2329">
      <w:r>
        <w:t>350.3323</w:t>
      </w:r>
      <w:r>
        <w:tab/>
        <w:t>1.013e0</w:t>
      </w:r>
    </w:p>
    <w:p w:rsidR="007B2329" w:rsidRDefault="007B2329" w:rsidP="007B2329">
      <w:r>
        <w:t>350.3423</w:t>
      </w:r>
      <w:r>
        <w:tab/>
        <w:t>3.038e0</w:t>
      </w:r>
    </w:p>
    <w:p w:rsidR="007B2329" w:rsidRDefault="007B2329" w:rsidP="007B2329">
      <w:r>
        <w:t>350.3570</w:t>
      </w:r>
      <w:r>
        <w:tab/>
        <w:t>4.051e0</w:t>
      </w:r>
    </w:p>
    <w:p w:rsidR="007B2329" w:rsidRDefault="007B2329" w:rsidP="007B2329">
      <w:r>
        <w:t>350.3633</w:t>
      </w:r>
      <w:r>
        <w:tab/>
        <w:t>1.013e0</w:t>
      </w:r>
    </w:p>
    <w:p w:rsidR="007B2329" w:rsidRDefault="007B2329" w:rsidP="007B2329">
      <w:r>
        <w:t>350.3825</w:t>
      </w:r>
      <w:r>
        <w:tab/>
        <w:t>1.013e0</w:t>
      </w:r>
    </w:p>
    <w:p w:rsidR="007B2329" w:rsidRDefault="007B2329" w:rsidP="007B2329">
      <w:r>
        <w:t>350.3880</w:t>
      </w:r>
      <w:r>
        <w:tab/>
        <w:t>1.013e0</w:t>
      </w:r>
    </w:p>
    <w:p w:rsidR="007B2329" w:rsidRDefault="007B2329" w:rsidP="007B2329">
      <w:r>
        <w:t>350.4018</w:t>
      </w:r>
      <w:r>
        <w:tab/>
        <w:t>3.038e0</w:t>
      </w:r>
    </w:p>
    <w:p w:rsidR="007B2329" w:rsidRDefault="007B2329" w:rsidP="007B2329">
      <w:r>
        <w:t>350.4043</w:t>
      </w:r>
      <w:r>
        <w:tab/>
        <w:t>2.025e0</w:t>
      </w:r>
    </w:p>
    <w:p w:rsidR="007B2329" w:rsidRDefault="007B2329" w:rsidP="007B2329">
      <w:r>
        <w:t>350.4126</w:t>
      </w:r>
      <w:r>
        <w:tab/>
        <w:t>1.013e0</w:t>
      </w:r>
    </w:p>
    <w:p w:rsidR="007B2329" w:rsidRDefault="007B2329" w:rsidP="007B2329">
      <w:r>
        <w:t>350.4206</w:t>
      </w:r>
      <w:r>
        <w:tab/>
        <w:t>1.013e0</w:t>
      </w:r>
    </w:p>
    <w:p w:rsidR="007B2329" w:rsidRDefault="007B2329" w:rsidP="007B2329">
      <w:r>
        <w:t>350.4326</w:t>
      </w:r>
      <w:r>
        <w:tab/>
        <w:t>1.013e0</w:t>
      </w:r>
    </w:p>
    <w:p w:rsidR="007B2329" w:rsidRDefault="007B2329" w:rsidP="007B2329">
      <w:r>
        <w:t>350.4413</w:t>
      </w:r>
      <w:r>
        <w:tab/>
        <w:t>1.013e0</w:t>
      </w:r>
    </w:p>
    <w:p w:rsidR="007B2329" w:rsidRDefault="007B2329" w:rsidP="007B2329">
      <w:r>
        <w:t>350.4513</w:t>
      </w:r>
      <w:r>
        <w:tab/>
        <w:t>1.013e0</w:t>
      </w:r>
    </w:p>
    <w:p w:rsidR="007B2329" w:rsidRDefault="007B2329" w:rsidP="007B2329">
      <w:r>
        <w:t>350.4620</w:t>
      </w:r>
      <w:r>
        <w:tab/>
        <w:t>1.013e0</w:t>
      </w:r>
    </w:p>
    <w:p w:rsidR="007B2329" w:rsidRDefault="007B2329" w:rsidP="007B2329">
      <w:r>
        <w:lastRenderedPageBreak/>
        <w:t>350.4843</w:t>
      </w:r>
      <w:r>
        <w:tab/>
        <w:t>1.025e0</w:t>
      </w:r>
    </w:p>
    <w:p w:rsidR="007B2329" w:rsidRDefault="007B2329" w:rsidP="007B2329">
      <w:r>
        <w:t>350.4952</w:t>
      </w:r>
      <w:r>
        <w:tab/>
        <w:t>1.013e0</w:t>
      </w:r>
    </w:p>
    <w:p w:rsidR="007B2329" w:rsidRDefault="007B2329" w:rsidP="007B2329">
      <w:r>
        <w:t>350.5037</w:t>
      </w:r>
      <w:r>
        <w:tab/>
        <w:t>3.038e0</w:t>
      </w:r>
    </w:p>
    <w:p w:rsidR="007B2329" w:rsidRDefault="007B2329" w:rsidP="007B2329">
      <w:r>
        <w:t>350.5258</w:t>
      </w:r>
      <w:r>
        <w:tab/>
        <w:t>2.025e0</w:t>
      </w:r>
    </w:p>
    <w:p w:rsidR="007B2329" w:rsidRDefault="007B2329" w:rsidP="007B2329">
      <w:r>
        <w:t>350.5361</w:t>
      </w:r>
      <w:r>
        <w:tab/>
        <w:t>1.013e0</w:t>
      </w:r>
    </w:p>
    <w:p w:rsidR="007B2329" w:rsidRDefault="007B2329" w:rsidP="007B2329">
      <w:r>
        <w:t>350.5436</w:t>
      </w:r>
      <w:r>
        <w:tab/>
        <w:t>2.025e0</w:t>
      </w:r>
    </w:p>
    <w:p w:rsidR="007B2329" w:rsidRDefault="007B2329" w:rsidP="007B2329">
      <w:r>
        <w:t>350.5571</w:t>
      </w:r>
      <w:r>
        <w:tab/>
        <w:t>2.025e0</w:t>
      </w:r>
    </w:p>
    <w:p w:rsidR="007B2329" w:rsidRDefault="007B2329" w:rsidP="007B2329">
      <w:r>
        <w:t>350.5647</w:t>
      </w:r>
      <w:r>
        <w:tab/>
        <w:t>1.013e0</w:t>
      </w:r>
    </w:p>
    <w:p w:rsidR="007B2329" w:rsidRDefault="007B2329" w:rsidP="007B2329">
      <w:r>
        <w:t>350.5957</w:t>
      </w:r>
      <w:r>
        <w:tab/>
        <w:t>1.013e0</w:t>
      </w:r>
    </w:p>
    <w:p w:rsidR="007B2329" w:rsidRDefault="007B2329" w:rsidP="007B2329">
      <w:r>
        <w:t>350.6270</w:t>
      </w:r>
      <w:r>
        <w:tab/>
        <w:t>3.038e0</w:t>
      </w:r>
    </w:p>
    <w:p w:rsidR="007B2329" w:rsidRDefault="007B2329" w:rsidP="007B2329">
      <w:r>
        <w:t>350.6520</w:t>
      </w:r>
      <w:r>
        <w:tab/>
        <w:t>1.013e0</w:t>
      </w:r>
    </w:p>
    <w:p w:rsidR="007B2329" w:rsidRDefault="007B2329" w:rsidP="007B2329">
      <w:r>
        <w:t>350.6645</w:t>
      </w:r>
      <w:r>
        <w:tab/>
        <w:t>3.038e0</w:t>
      </w:r>
    </w:p>
    <w:p w:rsidR="007B2329" w:rsidRDefault="007B2329" w:rsidP="007B2329">
      <w:r>
        <w:t>350.6766</w:t>
      </w:r>
      <w:r>
        <w:tab/>
        <w:t>1.013e0</w:t>
      </w:r>
    </w:p>
    <w:p w:rsidR="007B2329" w:rsidRDefault="007B2329" w:rsidP="007B2329">
      <w:r>
        <w:t>350.6779</w:t>
      </w:r>
      <w:r>
        <w:tab/>
        <w:t>4.051e0</w:t>
      </w:r>
    </w:p>
    <w:p w:rsidR="007B2329" w:rsidRDefault="007B2329" w:rsidP="007B2329">
      <w:r>
        <w:t>350.7012</w:t>
      </w:r>
      <w:r>
        <w:tab/>
        <w:t>1.013e0</w:t>
      </w:r>
    </w:p>
    <w:p w:rsidR="007B2329" w:rsidRDefault="007B2329" w:rsidP="007B2329">
      <w:r>
        <w:t>350.7215</w:t>
      </w:r>
      <w:r>
        <w:tab/>
        <w:t>2.025e0</w:t>
      </w:r>
    </w:p>
    <w:p w:rsidR="007B2329" w:rsidRDefault="007B2329" w:rsidP="007B2329">
      <w:r>
        <w:t>350.7299</w:t>
      </w:r>
      <w:r>
        <w:tab/>
        <w:t>1.013e0</w:t>
      </w:r>
    </w:p>
    <w:p w:rsidR="007B2329" w:rsidRDefault="007B2329" w:rsidP="007B2329">
      <w:r>
        <w:t>350.7402</w:t>
      </w:r>
      <w:r>
        <w:tab/>
        <w:t>1.013e0</w:t>
      </w:r>
    </w:p>
    <w:p w:rsidR="007B2329" w:rsidRDefault="007B2329" w:rsidP="007B2329">
      <w:r>
        <w:t>350.7430</w:t>
      </w:r>
      <w:r>
        <w:tab/>
        <w:t>4.051e0</w:t>
      </w:r>
    </w:p>
    <w:p w:rsidR="007B2329" w:rsidRDefault="007B2329" w:rsidP="007B2329">
      <w:r>
        <w:lastRenderedPageBreak/>
        <w:t>350.7506</w:t>
      </w:r>
      <w:r>
        <w:tab/>
        <w:t>2.025e0</w:t>
      </w:r>
    </w:p>
    <w:p w:rsidR="007B2329" w:rsidRDefault="007B2329" w:rsidP="007B2329">
      <w:r>
        <w:t>350.7517</w:t>
      </w:r>
      <w:r>
        <w:tab/>
        <w:t>2.852e0</w:t>
      </w:r>
    </w:p>
    <w:p w:rsidR="007B2329" w:rsidRDefault="007B2329" w:rsidP="007B2329">
      <w:r>
        <w:t>350.7822</w:t>
      </w:r>
      <w:r>
        <w:tab/>
        <w:t>2.025e0</w:t>
      </w:r>
    </w:p>
    <w:p w:rsidR="007B2329" w:rsidRDefault="007B2329" w:rsidP="007B2329">
      <w:r>
        <w:t>350.8056</w:t>
      </w:r>
      <w:r>
        <w:tab/>
        <w:t>3.038e0</w:t>
      </w:r>
    </w:p>
    <w:p w:rsidR="007B2329" w:rsidRDefault="007B2329" w:rsidP="007B2329">
      <w:r>
        <w:t>350.8155</w:t>
      </w:r>
      <w:r>
        <w:tab/>
        <w:t>1.013e0</w:t>
      </w:r>
    </w:p>
    <w:p w:rsidR="007B2329" w:rsidRDefault="007B2329" w:rsidP="007B2329">
      <w:r>
        <w:t>350.8270</w:t>
      </w:r>
      <w:r>
        <w:tab/>
        <w:t>3.038e0</w:t>
      </w:r>
    </w:p>
    <w:p w:rsidR="007B2329" w:rsidRDefault="007B2329" w:rsidP="007B2329">
      <w:r>
        <w:t>350.8286</w:t>
      </w:r>
      <w:r>
        <w:tab/>
        <w:t>1.013e0</w:t>
      </w:r>
    </w:p>
    <w:p w:rsidR="007B2329" w:rsidRDefault="007B2329" w:rsidP="007B2329">
      <w:r>
        <w:t>350.8405</w:t>
      </w:r>
      <w:r>
        <w:tab/>
        <w:t>1.013e0</w:t>
      </w:r>
    </w:p>
    <w:p w:rsidR="007B2329" w:rsidRDefault="007B2329" w:rsidP="007B2329">
      <w:r>
        <w:t>350.8456</w:t>
      </w:r>
      <w:r>
        <w:tab/>
        <w:t>1.013e0</w:t>
      </w:r>
    </w:p>
    <w:p w:rsidR="007B2329" w:rsidRDefault="007B2329" w:rsidP="007B2329">
      <w:r>
        <w:t>350.8535</w:t>
      </w:r>
      <w:r>
        <w:tab/>
        <w:t>1.013e0</w:t>
      </w:r>
    </w:p>
    <w:p w:rsidR="007B2329" w:rsidRDefault="007B2329" w:rsidP="007B2329">
      <w:r>
        <w:t>350.8593</w:t>
      </w:r>
      <w:r>
        <w:tab/>
        <w:t>1.013e0</w:t>
      </w:r>
    </w:p>
    <w:p w:rsidR="007B2329" w:rsidRDefault="007B2329" w:rsidP="007B2329">
      <w:r>
        <w:t>350.8702</w:t>
      </w:r>
      <w:r>
        <w:tab/>
        <w:t>1.013e0</w:t>
      </w:r>
    </w:p>
    <w:p w:rsidR="007B2329" w:rsidRDefault="007B2329" w:rsidP="007B2329">
      <w:r>
        <w:t>350.8782</w:t>
      </w:r>
      <w:r>
        <w:tab/>
        <w:t>1.013e0</w:t>
      </w:r>
    </w:p>
    <w:p w:rsidR="007B2329" w:rsidRDefault="007B2329" w:rsidP="007B2329">
      <w:r>
        <w:t>350.8845</w:t>
      </w:r>
      <w:r>
        <w:tab/>
        <w:t>2.025e0</w:t>
      </w:r>
    </w:p>
    <w:p w:rsidR="007B2329" w:rsidRDefault="007B2329" w:rsidP="007B2329">
      <w:r>
        <w:t>350.9158</w:t>
      </w:r>
      <w:r>
        <w:tab/>
        <w:t>1.013e0</w:t>
      </w:r>
    </w:p>
    <w:p w:rsidR="007B2329" w:rsidRDefault="007B2329" w:rsidP="007B2329">
      <w:r>
        <w:t>350.9299</w:t>
      </w:r>
      <w:r>
        <w:tab/>
        <w:t>2.025e0</w:t>
      </w:r>
    </w:p>
    <w:p w:rsidR="007B2329" w:rsidRDefault="007B2329" w:rsidP="007B2329">
      <w:r>
        <w:t>350.9347</w:t>
      </w:r>
      <w:r>
        <w:tab/>
        <w:t>1.013e0</w:t>
      </w:r>
    </w:p>
    <w:p w:rsidR="007B2329" w:rsidRDefault="007B2329" w:rsidP="007B2329">
      <w:r>
        <w:t>350.9483</w:t>
      </w:r>
      <w:r>
        <w:tab/>
        <w:t>1.013e0</w:t>
      </w:r>
    </w:p>
    <w:p w:rsidR="007B2329" w:rsidRDefault="007B2329" w:rsidP="007B2329">
      <w:r>
        <w:t>350.9537</w:t>
      </w:r>
      <w:r>
        <w:tab/>
        <w:t>2.549e0</w:t>
      </w:r>
    </w:p>
    <w:p w:rsidR="007B2329" w:rsidRDefault="007B2329" w:rsidP="007B2329">
      <w:r>
        <w:lastRenderedPageBreak/>
        <w:t>350.9598</w:t>
      </w:r>
      <w:r>
        <w:tab/>
        <w:t>1.013e0</w:t>
      </w:r>
    </w:p>
    <w:p w:rsidR="007B2329" w:rsidRDefault="007B2329" w:rsidP="007B2329">
      <w:r>
        <w:t>350.9651</w:t>
      </w:r>
      <w:r>
        <w:tab/>
        <w:t>1.013e0</w:t>
      </w:r>
    </w:p>
    <w:p w:rsidR="007B2329" w:rsidRDefault="007B2329" w:rsidP="007B2329">
      <w:r>
        <w:t>350.9960</w:t>
      </w:r>
      <w:r>
        <w:tab/>
        <w:t>2.025e0</w:t>
      </w:r>
    </w:p>
    <w:p w:rsidR="007B2329" w:rsidRDefault="007B2329" w:rsidP="007B2329">
      <w:r>
        <w:t>350.9976</w:t>
      </w:r>
      <w:r>
        <w:tab/>
        <w:t>2.249e0</w:t>
      </w:r>
    </w:p>
    <w:p w:rsidR="007B2329" w:rsidRDefault="007B2329" w:rsidP="007B2329">
      <w:r>
        <w:t>351.0022</w:t>
      </w:r>
      <w:r>
        <w:tab/>
        <w:t>2.025e0</w:t>
      </w:r>
    </w:p>
    <w:p w:rsidR="007B2329" w:rsidRDefault="007B2329" w:rsidP="007B2329">
      <w:r>
        <w:t>351.0085</w:t>
      </w:r>
      <w:r>
        <w:tab/>
        <w:t>1.984e0</w:t>
      </w:r>
    </w:p>
    <w:p w:rsidR="007B2329" w:rsidRDefault="007B2329" w:rsidP="007B2329">
      <w:r>
        <w:t>351.0102</w:t>
      </w:r>
      <w:r>
        <w:tab/>
        <w:t>2.025e0</w:t>
      </w:r>
    </w:p>
    <w:p w:rsidR="007B2329" w:rsidRDefault="007B2329" w:rsidP="007B2329">
      <w:r>
        <w:t>351.0479</w:t>
      </w:r>
      <w:r>
        <w:tab/>
        <w:t>3.007e0</w:t>
      </w:r>
    </w:p>
    <w:p w:rsidR="007B2329" w:rsidRDefault="007B2329" w:rsidP="007B2329">
      <w:r>
        <w:t>351.0565</w:t>
      </w:r>
      <w:r>
        <w:tab/>
        <w:t>2.038e0</w:t>
      </w:r>
    </w:p>
    <w:p w:rsidR="007B2329" w:rsidRDefault="007B2329" w:rsidP="007B2329">
      <w:r>
        <w:t>351.0576</w:t>
      </w:r>
      <w:r>
        <w:tab/>
        <w:t>3.038e0</w:t>
      </w:r>
    </w:p>
    <w:p w:rsidR="007B2329" w:rsidRDefault="007B2329" w:rsidP="007B2329">
      <w:r>
        <w:t>351.0729</w:t>
      </w:r>
      <w:r>
        <w:tab/>
        <w:t>1.013e0</w:t>
      </w:r>
    </w:p>
    <w:p w:rsidR="007B2329" w:rsidRDefault="007B2329" w:rsidP="007B2329">
      <w:r>
        <w:t>351.0801</w:t>
      </w:r>
      <w:r>
        <w:tab/>
        <w:t>3.038e0</w:t>
      </w:r>
    </w:p>
    <w:p w:rsidR="007B2329" w:rsidRDefault="007B2329" w:rsidP="007B2329">
      <w:r>
        <w:t>351.0887</w:t>
      </w:r>
      <w:r>
        <w:tab/>
        <w:t>1.776e0</w:t>
      </w:r>
    </w:p>
    <w:p w:rsidR="007B2329" w:rsidRDefault="007B2329" w:rsidP="007B2329">
      <w:r>
        <w:t>351.1043</w:t>
      </w:r>
      <w:r>
        <w:tab/>
        <w:t>1.013e0</w:t>
      </w:r>
    </w:p>
    <w:p w:rsidR="007B2329" w:rsidRDefault="007B2329" w:rsidP="007B2329">
      <w:r>
        <w:t>351.1063</w:t>
      </w:r>
      <w:r>
        <w:tab/>
        <w:t>1.025e0</w:t>
      </w:r>
    </w:p>
    <w:p w:rsidR="007B2329" w:rsidRDefault="007B2329" w:rsidP="007B2329">
      <w:r>
        <w:t>351.1318</w:t>
      </w:r>
      <w:r>
        <w:tab/>
        <w:t>2.025e0</w:t>
      </w:r>
    </w:p>
    <w:p w:rsidR="007B2329" w:rsidRDefault="007B2329" w:rsidP="007B2329">
      <w:r>
        <w:t>351.1588</w:t>
      </w:r>
      <w:r>
        <w:tab/>
        <w:t>1.013e0</w:t>
      </w:r>
    </w:p>
    <w:p w:rsidR="007B2329" w:rsidRDefault="007B2329" w:rsidP="007B2329">
      <w:r>
        <w:t>351.1876</w:t>
      </w:r>
      <w:r>
        <w:tab/>
        <w:t>1.013e0</w:t>
      </w:r>
    </w:p>
    <w:p w:rsidR="007B2329" w:rsidRDefault="007B2329" w:rsidP="007B2329">
      <w:r>
        <w:t>351.2369</w:t>
      </w:r>
      <w:r>
        <w:tab/>
        <w:t>1.013e0</w:t>
      </w:r>
    </w:p>
    <w:p w:rsidR="007B2329" w:rsidRDefault="007B2329" w:rsidP="007B2329">
      <w:r>
        <w:lastRenderedPageBreak/>
        <w:t>351.2490</w:t>
      </w:r>
      <w:r>
        <w:tab/>
        <w:t>1.013e0</w:t>
      </w:r>
    </w:p>
    <w:p w:rsidR="007B2329" w:rsidRDefault="007B2329" w:rsidP="007B2329">
      <w:r>
        <w:t>351.2929</w:t>
      </w:r>
      <w:r>
        <w:tab/>
        <w:t>2.133e0</w:t>
      </w:r>
    </w:p>
    <w:p w:rsidR="007B2329" w:rsidRDefault="007B2329" w:rsidP="007B2329">
      <w:r>
        <w:t>351.3369</w:t>
      </w:r>
      <w:r>
        <w:tab/>
        <w:t>1.013e0</w:t>
      </w:r>
    </w:p>
    <w:p w:rsidR="007B2329" w:rsidRDefault="007B2329" w:rsidP="007B2329">
      <w:r>
        <w:t>351.3593</w:t>
      </w:r>
      <w:r>
        <w:tab/>
        <w:t>3.038e0</w:t>
      </w:r>
    </w:p>
    <w:p w:rsidR="007B2329" w:rsidRDefault="007B2329" w:rsidP="007B2329">
      <w:r>
        <w:t>351.3684</w:t>
      </w:r>
      <w:r>
        <w:tab/>
        <w:t>2.025e0</w:t>
      </w:r>
    </w:p>
    <w:p w:rsidR="007B2329" w:rsidRDefault="007B2329" w:rsidP="007B2329">
      <w:r>
        <w:t>351.3775</w:t>
      </w:r>
      <w:r>
        <w:tab/>
        <w:t>1.013e0</w:t>
      </w:r>
    </w:p>
    <w:p w:rsidR="007B2329" w:rsidRDefault="007B2329" w:rsidP="007B2329">
      <w:r>
        <w:t>351.4061</w:t>
      </w:r>
      <w:r>
        <w:tab/>
        <w:t>2.025e0</w:t>
      </w:r>
    </w:p>
    <w:p w:rsidR="007B2329" w:rsidRDefault="007B2329" w:rsidP="007B2329">
      <w:r>
        <w:t>351.4124</w:t>
      </w:r>
      <w:r>
        <w:tab/>
        <w:t>1.013e0</w:t>
      </w:r>
    </w:p>
    <w:p w:rsidR="007B2329" w:rsidRDefault="007B2329" w:rsidP="007B2329">
      <w:r>
        <w:t>351.4228</w:t>
      </w:r>
      <w:r>
        <w:tab/>
        <w:t>1.013e0</w:t>
      </w:r>
    </w:p>
    <w:p w:rsidR="007B2329" w:rsidRDefault="007B2329" w:rsidP="007B2329">
      <w:r>
        <w:t>351.4376</w:t>
      </w:r>
      <w:r>
        <w:tab/>
        <w:t>1.013e0</w:t>
      </w:r>
    </w:p>
    <w:p w:rsidR="007B2329" w:rsidRDefault="007B2329" w:rsidP="007B2329">
      <w:r>
        <w:t>351.4599</w:t>
      </w:r>
      <w:r>
        <w:tab/>
        <w:t>2.025e0</w:t>
      </w:r>
    </w:p>
    <w:p w:rsidR="007B2329" w:rsidRDefault="007B2329" w:rsidP="007B2329">
      <w:r>
        <w:t>351.4762</w:t>
      </w:r>
      <w:r>
        <w:tab/>
        <w:t>1.013e0</w:t>
      </w:r>
    </w:p>
    <w:p w:rsidR="007B2329" w:rsidRDefault="007B2329" w:rsidP="007B2329">
      <w:r>
        <w:t>351.4878</w:t>
      </w:r>
      <w:r>
        <w:tab/>
        <w:t>1.013e0</w:t>
      </w:r>
    </w:p>
    <w:p w:rsidR="007B2329" w:rsidRDefault="007B2329" w:rsidP="007B2329">
      <w:r>
        <w:t>351.4971</w:t>
      </w:r>
      <w:r>
        <w:tab/>
        <w:t>1.013e0</w:t>
      </w:r>
    </w:p>
    <w:p w:rsidR="007B2329" w:rsidRDefault="007B2329" w:rsidP="007B2329">
      <w:r>
        <w:t>351.5009</w:t>
      </w:r>
      <w:r>
        <w:tab/>
        <w:t>1.013e0</w:t>
      </w:r>
    </w:p>
    <w:p w:rsidR="007B2329" w:rsidRDefault="007B2329" w:rsidP="007B2329">
      <w:r>
        <w:t>351.5103</w:t>
      </w:r>
      <w:r>
        <w:tab/>
        <w:t>3.038e0</w:t>
      </w:r>
    </w:p>
    <w:p w:rsidR="007B2329" w:rsidRDefault="007B2329" w:rsidP="007B2329">
      <w:r>
        <w:t>351.5465</w:t>
      </w:r>
      <w:r>
        <w:tab/>
        <w:t>1.013e0</w:t>
      </w:r>
    </w:p>
    <w:p w:rsidR="007B2329" w:rsidRDefault="007B2329" w:rsidP="007B2329">
      <w:r>
        <w:t>351.5531</w:t>
      </w:r>
      <w:r>
        <w:tab/>
        <w:t>2.025e0</w:t>
      </w:r>
    </w:p>
    <w:p w:rsidR="007B2329" w:rsidRDefault="007B2329" w:rsidP="007B2329">
      <w:r>
        <w:t>351.5548</w:t>
      </w:r>
      <w:r>
        <w:tab/>
        <w:t>2.025e0</w:t>
      </w:r>
    </w:p>
    <w:p w:rsidR="007B2329" w:rsidRDefault="007B2329" w:rsidP="007B2329">
      <w:r>
        <w:lastRenderedPageBreak/>
        <w:t>351.5572</w:t>
      </w:r>
      <w:r>
        <w:tab/>
        <w:t>1.013e0</w:t>
      </w:r>
    </w:p>
    <w:p w:rsidR="007B2329" w:rsidRDefault="007B2329" w:rsidP="007B2329">
      <w:r>
        <w:t>351.5614</w:t>
      </w:r>
      <w:r>
        <w:tab/>
        <w:t>2.025e0</w:t>
      </w:r>
    </w:p>
    <w:p w:rsidR="007B2329" w:rsidRDefault="007B2329" w:rsidP="007B2329">
      <w:r>
        <w:t>351.5759</w:t>
      </w:r>
      <w:r>
        <w:tab/>
        <w:t>1.013e0</w:t>
      </w:r>
    </w:p>
    <w:p w:rsidR="007B2329" w:rsidRDefault="007B2329" w:rsidP="007B2329">
      <w:r>
        <w:t>351.6073</w:t>
      </w:r>
      <w:r>
        <w:tab/>
        <w:t>1.013e0</w:t>
      </w:r>
    </w:p>
    <w:p w:rsidR="007B2329" w:rsidRDefault="007B2329" w:rsidP="007B2329">
      <w:r>
        <w:t>351.6095</w:t>
      </w:r>
      <w:r>
        <w:tab/>
        <w:t>2.025e0</w:t>
      </w:r>
    </w:p>
    <w:p w:rsidR="007B2329" w:rsidRDefault="007B2329" w:rsidP="007B2329">
      <w:r>
        <w:t>351.6127</w:t>
      </w:r>
      <w:r>
        <w:tab/>
        <w:t>2.025e0</w:t>
      </w:r>
    </w:p>
    <w:p w:rsidR="007B2329" w:rsidRDefault="007B2329" w:rsidP="007B2329">
      <w:r>
        <w:t>351.6168</w:t>
      </w:r>
      <w:r>
        <w:tab/>
        <w:t>1.013e0</w:t>
      </w:r>
    </w:p>
    <w:p w:rsidR="007B2329" w:rsidRDefault="007B2329" w:rsidP="007B2329">
      <w:r>
        <w:t>351.6326</w:t>
      </w:r>
      <w:r>
        <w:tab/>
        <w:t>1.013e0</w:t>
      </w:r>
    </w:p>
    <w:p w:rsidR="007B2329" w:rsidRDefault="007B2329" w:rsidP="007B2329">
      <w:r>
        <w:t>351.6414</w:t>
      </w:r>
      <w:r>
        <w:tab/>
        <w:t>1.013e0</w:t>
      </w:r>
    </w:p>
    <w:p w:rsidR="007B2329" w:rsidRDefault="007B2329" w:rsidP="007B2329">
      <w:r>
        <w:t>351.6532</w:t>
      </w:r>
      <w:r>
        <w:tab/>
        <w:t>4.051e0</w:t>
      </w:r>
    </w:p>
    <w:p w:rsidR="007B2329" w:rsidRDefault="007B2329" w:rsidP="007B2329">
      <w:r>
        <w:t>351.6594</w:t>
      </w:r>
      <w:r>
        <w:tab/>
        <w:t>1.025e0</w:t>
      </w:r>
    </w:p>
    <w:p w:rsidR="007B2329" w:rsidRDefault="007B2329" w:rsidP="007B2329">
      <w:r>
        <w:t>351.6720</w:t>
      </w:r>
      <w:r>
        <w:tab/>
        <w:t>2.025e0</w:t>
      </w:r>
    </w:p>
    <w:p w:rsidR="007B2329" w:rsidRDefault="007B2329" w:rsidP="007B2329">
      <w:r>
        <w:t>351.6830</w:t>
      </w:r>
      <w:r>
        <w:tab/>
        <w:t>3.038e0</w:t>
      </w:r>
    </w:p>
    <w:p w:rsidR="007B2329" w:rsidRDefault="007B2329" w:rsidP="007B2329">
      <w:r>
        <w:t>351.6908</w:t>
      </w:r>
      <w:r>
        <w:tab/>
        <w:t>1.013e0</w:t>
      </w:r>
    </w:p>
    <w:p w:rsidR="007B2329" w:rsidRDefault="007B2329" w:rsidP="007B2329">
      <w:r>
        <w:t>351.7115</w:t>
      </w:r>
      <w:r>
        <w:tab/>
        <w:t>2.025e0</w:t>
      </w:r>
    </w:p>
    <w:p w:rsidR="007B2329" w:rsidRDefault="007B2329" w:rsidP="007B2329">
      <w:r>
        <w:t>351.7325</w:t>
      </w:r>
      <w:r>
        <w:tab/>
        <w:t>2.025e0</w:t>
      </w:r>
    </w:p>
    <w:p w:rsidR="007B2329" w:rsidRDefault="007B2329" w:rsidP="007B2329">
      <w:r>
        <w:t>351.7364</w:t>
      </w:r>
      <w:r>
        <w:tab/>
        <w:t>1.013e0</w:t>
      </w:r>
    </w:p>
    <w:p w:rsidR="007B2329" w:rsidRDefault="007B2329" w:rsidP="007B2329">
      <w:r>
        <w:t>351.7404</w:t>
      </w:r>
      <w:r>
        <w:tab/>
        <w:t>1.013e0</w:t>
      </w:r>
    </w:p>
    <w:p w:rsidR="007B2329" w:rsidRDefault="007B2329" w:rsidP="007B2329">
      <w:r>
        <w:t>351.7648</w:t>
      </w:r>
      <w:r>
        <w:tab/>
        <w:t>1.013e0</w:t>
      </w:r>
    </w:p>
    <w:p w:rsidR="007B2329" w:rsidRDefault="007B2329" w:rsidP="007B2329">
      <w:r>
        <w:lastRenderedPageBreak/>
        <w:t>351.7767</w:t>
      </w:r>
      <w:r>
        <w:tab/>
        <w:t>2.917e0</w:t>
      </w:r>
    </w:p>
    <w:p w:rsidR="007B2329" w:rsidRDefault="007B2329" w:rsidP="007B2329">
      <w:r>
        <w:t>351.7872</w:t>
      </w:r>
      <w:r>
        <w:tab/>
        <w:t>2.025e0</w:t>
      </w:r>
    </w:p>
    <w:p w:rsidR="007B2329" w:rsidRDefault="007B2329" w:rsidP="007B2329">
      <w:r>
        <w:t>351.8106</w:t>
      </w:r>
      <w:r>
        <w:tab/>
        <w:t>2.025e0</w:t>
      </w:r>
    </w:p>
    <w:p w:rsidR="007B2329" w:rsidRDefault="007B2329" w:rsidP="007B2329">
      <w:r>
        <w:t>351.8213</w:t>
      </w:r>
      <w:r>
        <w:tab/>
        <w:t>1.013e0</w:t>
      </w:r>
    </w:p>
    <w:p w:rsidR="007B2329" w:rsidRDefault="007B2329" w:rsidP="007B2329">
      <w:r>
        <w:t>351.8244</w:t>
      </w:r>
      <w:r>
        <w:tab/>
        <w:t>3.038e0</w:t>
      </w:r>
    </w:p>
    <w:p w:rsidR="007B2329" w:rsidRDefault="007B2329" w:rsidP="007B2329">
      <w:r>
        <w:t>351.8352</w:t>
      </w:r>
      <w:r>
        <w:tab/>
        <w:t>1.013e0</w:t>
      </w:r>
    </w:p>
    <w:p w:rsidR="007B2329" w:rsidRDefault="007B2329" w:rsidP="007B2329">
      <w:r>
        <w:t>351.8506</w:t>
      </w:r>
      <w:r>
        <w:tab/>
        <w:t>2.025e0</w:t>
      </w:r>
    </w:p>
    <w:p w:rsidR="007B2329" w:rsidRDefault="007B2329" w:rsidP="007B2329">
      <w:r>
        <w:t>351.8520</w:t>
      </w:r>
      <w:r>
        <w:tab/>
        <w:t>1.013e0</w:t>
      </w:r>
    </w:p>
    <w:p w:rsidR="007B2329" w:rsidRDefault="007B2329" w:rsidP="007B2329">
      <w:r>
        <w:t>351.8598</w:t>
      </w:r>
      <w:r>
        <w:tab/>
        <w:t>2.025e0</w:t>
      </w:r>
    </w:p>
    <w:p w:rsidR="007B2329" w:rsidRDefault="007B2329" w:rsidP="007B2329">
      <w:r>
        <w:t>351.8767</w:t>
      </w:r>
      <w:r>
        <w:tab/>
        <w:t>1.013e0</w:t>
      </w:r>
    </w:p>
    <w:p w:rsidR="007B2329" w:rsidRDefault="007B2329" w:rsidP="007B2329">
      <w:r>
        <w:t>351.8808</w:t>
      </w:r>
      <w:r>
        <w:tab/>
        <w:t>1.013e0</w:t>
      </w:r>
    </w:p>
    <w:p w:rsidR="007B2329" w:rsidRDefault="007B2329" w:rsidP="007B2329">
      <w:r>
        <w:t>351.8846</w:t>
      </w:r>
      <w:r>
        <w:tab/>
        <w:t>1.013e0</w:t>
      </w:r>
    </w:p>
    <w:p w:rsidR="007B2329" w:rsidRDefault="007B2329" w:rsidP="007B2329">
      <w:r>
        <w:t>351.8885</w:t>
      </w:r>
      <w:r>
        <w:tab/>
        <w:t>3.038e0</w:t>
      </w:r>
    </w:p>
    <w:p w:rsidR="007B2329" w:rsidRDefault="007B2329" w:rsidP="007B2329">
      <w:r>
        <w:t>351.8930</w:t>
      </w:r>
      <w:r>
        <w:tab/>
        <w:t>8.101e0</w:t>
      </w:r>
    </w:p>
    <w:p w:rsidR="007B2329" w:rsidRDefault="007B2329" w:rsidP="007B2329">
      <w:r>
        <w:t>351.9055</w:t>
      </w:r>
      <w:r>
        <w:tab/>
        <w:t>1.013e0</w:t>
      </w:r>
    </w:p>
    <w:p w:rsidR="007B2329" w:rsidRDefault="007B2329" w:rsidP="007B2329">
      <w:r>
        <w:t>351.9159</w:t>
      </w:r>
      <w:r>
        <w:tab/>
        <w:t>2.025e0</w:t>
      </w:r>
    </w:p>
    <w:p w:rsidR="007B2329" w:rsidRDefault="007B2329" w:rsidP="007B2329">
      <w:r>
        <w:t>351.9302</w:t>
      </w:r>
      <w:r>
        <w:tab/>
        <w:t>1.013e0</w:t>
      </w:r>
    </w:p>
    <w:p w:rsidR="007B2329" w:rsidRDefault="007B2329" w:rsidP="007B2329">
      <w:r>
        <w:t>351.9381</w:t>
      </w:r>
      <w:r>
        <w:tab/>
        <w:t>2.025e0</w:t>
      </w:r>
    </w:p>
    <w:p w:rsidR="007B2329" w:rsidRDefault="007B2329" w:rsidP="007B2329">
      <w:r>
        <w:t>351.9601</w:t>
      </w:r>
      <w:r>
        <w:tab/>
        <w:t>1.013e0</w:t>
      </w:r>
    </w:p>
    <w:p w:rsidR="007B2329" w:rsidRDefault="007B2329" w:rsidP="007B2329">
      <w:r>
        <w:lastRenderedPageBreak/>
        <w:t>351.9757</w:t>
      </w:r>
      <w:r>
        <w:tab/>
        <w:t>2.025e0</w:t>
      </w:r>
    </w:p>
    <w:p w:rsidR="007B2329" w:rsidRDefault="007B2329" w:rsidP="007B2329">
      <w:r>
        <w:t>351.9876</w:t>
      </w:r>
      <w:r>
        <w:tab/>
        <w:t>4.681e0</w:t>
      </w:r>
    </w:p>
    <w:p w:rsidR="007B2329" w:rsidRDefault="007B2329" w:rsidP="007B2329">
      <w:r>
        <w:t>351.9964</w:t>
      </w:r>
      <w:r>
        <w:tab/>
        <w:t>1.013e0</w:t>
      </w:r>
    </w:p>
    <w:p w:rsidR="007B2329" w:rsidRDefault="007B2329" w:rsidP="007B2329">
      <w:r>
        <w:t>352.0004</w:t>
      </w:r>
      <w:r>
        <w:tab/>
        <w:t>3.038e0</w:t>
      </w:r>
    </w:p>
    <w:p w:rsidR="007B2329" w:rsidRDefault="007B2329" w:rsidP="007B2329">
      <w:r>
        <w:t>352.0291</w:t>
      </w:r>
      <w:r>
        <w:tab/>
        <w:t>1.013e0</w:t>
      </w:r>
    </w:p>
    <w:p w:rsidR="007B2329" w:rsidRDefault="007B2329" w:rsidP="007B2329">
      <w:r>
        <w:t>352.0355</w:t>
      </w:r>
      <w:r>
        <w:tab/>
        <w:t>1.013e0</w:t>
      </w:r>
    </w:p>
    <w:p w:rsidR="007B2329" w:rsidRDefault="007B2329" w:rsidP="007B2329">
      <w:r>
        <w:t>352.0417</w:t>
      </w:r>
      <w:r>
        <w:tab/>
        <w:t>1.013e0</w:t>
      </w:r>
    </w:p>
    <w:p w:rsidR="007B2329" w:rsidRDefault="007B2329" w:rsidP="007B2329">
      <w:r>
        <w:t>352.0499</w:t>
      </w:r>
      <w:r>
        <w:tab/>
        <w:t>1.013e0</w:t>
      </w:r>
    </w:p>
    <w:p w:rsidR="007B2329" w:rsidRDefault="007B2329" w:rsidP="007B2329">
      <w:r>
        <w:t>352.0607</w:t>
      </w:r>
      <w:r>
        <w:tab/>
        <w:t>1.013e0</w:t>
      </w:r>
    </w:p>
    <w:p w:rsidR="007B2329" w:rsidRDefault="007B2329" w:rsidP="007B2329">
      <w:r>
        <w:t>352.0635</w:t>
      </w:r>
      <w:r>
        <w:tab/>
        <w:t>2.004e0</w:t>
      </w:r>
    </w:p>
    <w:p w:rsidR="007B2329" w:rsidRDefault="007B2329" w:rsidP="007B2329">
      <w:r>
        <w:t>352.0865</w:t>
      </w:r>
      <w:r>
        <w:tab/>
        <w:t>3.038e0</w:t>
      </w:r>
    </w:p>
    <w:p w:rsidR="007B2329" w:rsidRDefault="007B2329" w:rsidP="007B2329">
      <w:r>
        <w:t>352.0954</w:t>
      </w:r>
      <w:r>
        <w:tab/>
        <w:t>1.013e0</w:t>
      </w:r>
    </w:p>
    <w:p w:rsidR="007B2329" w:rsidRDefault="007B2329" w:rsidP="007B2329">
      <w:r>
        <w:t>352.1061</w:t>
      </w:r>
      <w:r>
        <w:tab/>
        <w:t>1.450e0</w:t>
      </w:r>
    </w:p>
    <w:p w:rsidR="007B2329" w:rsidRDefault="007B2329" w:rsidP="007B2329">
      <w:r>
        <w:t>352.1136</w:t>
      </w:r>
      <w:r>
        <w:tab/>
        <w:t>1.032e0</w:t>
      </w:r>
    </w:p>
    <w:p w:rsidR="007B2329" w:rsidRDefault="007B2329" w:rsidP="007B2329">
      <w:r>
        <w:t>352.1161</w:t>
      </w:r>
      <w:r>
        <w:tab/>
        <w:t>4.070e0</w:t>
      </w:r>
    </w:p>
    <w:p w:rsidR="007B2329" w:rsidRDefault="007B2329" w:rsidP="007B2329">
      <w:r>
        <w:t>352.1300</w:t>
      </w:r>
      <w:r>
        <w:tab/>
        <w:t>1.013e0</w:t>
      </w:r>
    </w:p>
    <w:p w:rsidR="007B2329" w:rsidRDefault="007B2329" w:rsidP="007B2329">
      <w:r>
        <w:t>352.2245</w:t>
      </w:r>
      <w:r>
        <w:tab/>
        <w:t>1.013e0</w:t>
      </w:r>
    </w:p>
    <w:p w:rsidR="007B2329" w:rsidRDefault="007B2329" w:rsidP="007B2329">
      <w:r>
        <w:t>352.2688</w:t>
      </w:r>
      <w:r>
        <w:tab/>
        <w:t>2.661e0</w:t>
      </w:r>
    </w:p>
    <w:p w:rsidR="007B2329" w:rsidRDefault="007B2329" w:rsidP="007B2329">
      <w:r>
        <w:t>352.2931</w:t>
      </w:r>
      <w:r>
        <w:tab/>
        <w:t>2.767e0</w:t>
      </w:r>
    </w:p>
    <w:p w:rsidR="007B2329" w:rsidRDefault="007B2329" w:rsidP="007B2329">
      <w:r>
        <w:lastRenderedPageBreak/>
        <w:t>352.3099</w:t>
      </w:r>
      <w:r>
        <w:tab/>
        <w:t>2.025e0</w:t>
      </w:r>
    </w:p>
    <w:p w:rsidR="007B2329" w:rsidRDefault="007B2329" w:rsidP="007B2329">
      <w:r>
        <w:t>352.3186</w:t>
      </w:r>
      <w:r>
        <w:tab/>
        <w:t>2.025e0</w:t>
      </w:r>
    </w:p>
    <w:p w:rsidR="007B2329" w:rsidRDefault="007B2329" w:rsidP="007B2329">
      <w:r>
        <w:t>352.3307</w:t>
      </w:r>
      <w:r>
        <w:tab/>
        <w:t>2.025e0</w:t>
      </w:r>
    </w:p>
    <w:p w:rsidR="007B2329" w:rsidRDefault="007B2329" w:rsidP="007B2329">
      <w:r>
        <w:t>352.3632</w:t>
      </w:r>
      <w:r>
        <w:tab/>
        <w:t>2.025e0</w:t>
      </w:r>
    </w:p>
    <w:p w:rsidR="007B2329" w:rsidRDefault="007B2329" w:rsidP="007B2329">
      <w:r>
        <w:t>352.3695</w:t>
      </w:r>
      <w:r>
        <w:tab/>
        <w:t>2.025e0</w:t>
      </w:r>
    </w:p>
    <w:p w:rsidR="007B2329" w:rsidRDefault="007B2329" w:rsidP="007B2329">
      <w:r>
        <w:t>352.3801</w:t>
      </w:r>
      <w:r>
        <w:tab/>
        <w:t>1.013e0</w:t>
      </w:r>
    </w:p>
    <w:p w:rsidR="007B2329" w:rsidRDefault="007B2329" w:rsidP="007B2329">
      <w:r>
        <w:t>352.3879</w:t>
      </w:r>
      <w:r>
        <w:tab/>
        <w:t>2.025e0</w:t>
      </w:r>
    </w:p>
    <w:p w:rsidR="007B2329" w:rsidRDefault="007B2329" w:rsidP="007B2329">
      <w:r>
        <w:t>352.4199</w:t>
      </w:r>
      <w:r>
        <w:tab/>
        <w:t>2.025e0</w:t>
      </w:r>
    </w:p>
    <w:p w:rsidR="007B2329" w:rsidRDefault="007B2329" w:rsidP="007B2329">
      <w:r>
        <w:t>352.4337</w:t>
      </w:r>
      <w:r>
        <w:tab/>
        <w:t>3.038e0</w:t>
      </w:r>
    </w:p>
    <w:p w:rsidR="007B2329" w:rsidRDefault="007B2329" w:rsidP="007B2329">
      <w:r>
        <w:t>352.4753</w:t>
      </w:r>
      <w:r>
        <w:tab/>
        <w:t>1.013e0</w:t>
      </w:r>
    </w:p>
    <w:p w:rsidR="007B2329" w:rsidRDefault="007B2329" w:rsidP="007B2329">
      <w:r>
        <w:t>352.4893</w:t>
      </w:r>
      <w:r>
        <w:tab/>
        <w:t>2.025e0</w:t>
      </w:r>
    </w:p>
    <w:p w:rsidR="007B2329" w:rsidRDefault="007B2329" w:rsidP="007B2329">
      <w:r>
        <w:t>352.4916</w:t>
      </w:r>
      <w:r>
        <w:tab/>
        <w:t>2.025e0</w:t>
      </w:r>
    </w:p>
    <w:p w:rsidR="007B2329" w:rsidRDefault="007B2329" w:rsidP="007B2329">
      <w:r>
        <w:t>352.4999</w:t>
      </w:r>
      <w:r>
        <w:tab/>
        <w:t>1.013e0</w:t>
      </w:r>
    </w:p>
    <w:p w:rsidR="007B2329" w:rsidRDefault="007B2329" w:rsidP="007B2329">
      <w:r>
        <w:t>352.5170</w:t>
      </w:r>
      <w:r>
        <w:tab/>
        <w:t>2.025e0</w:t>
      </w:r>
    </w:p>
    <w:p w:rsidR="007B2329" w:rsidRDefault="007B2329" w:rsidP="007B2329">
      <w:r>
        <w:t>352.5287</w:t>
      </w:r>
      <w:r>
        <w:tab/>
        <w:t>1.013e0</w:t>
      </w:r>
    </w:p>
    <w:p w:rsidR="007B2329" w:rsidRDefault="007B2329" w:rsidP="007B2329">
      <w:r>
        <w:t>352.5369</w:t>
      </w:r>
      <w:r>
        <w:tab/>
        <w:t>2.025e0</w:t>
      </w:r>
    </w:p>
    <w:p w:rsidR="007B2329" w:rsidRDefault="007B2329" w:rsidP="007B2329">
      <w:r>
        <w:t>352.5454</w:t>
      </w:r>
      <w:r>
        <w:tab/>
        <w:t>1.013e0</w:t>
      </w:r>
    </w:p>
    <w:p w:rsidR="007B2329" w:rsidRDefault="007B2329" w:rsidP="007B2329">
      <w:r>
        <w:t>352.5532</w:t>
      </w:r>
      <w:r>
        <w:tab/>
        <w:t>2.025e0</w:t>
      </w:r>
    </w:p>
    <w:p w:rsidR="007B2329" w:rsidRDefault="007B2329" w:rsidP="007B2329">
      <w:r>
        <w:t>352.5701</w:t>
      </w:r>
      <w:r>
        <w:tab/>
        <w:t>1.013e0</w:t>
      </w:r>
    </w:p>
    <w:p w:rsidR="007B2329" w:rsidRDefault="007B2329" w:rsidP="007B2329">
      <w:r>
        <w:lastRenderedPageBreak/>
        <w:t>352.5840</w:t>
      </w:r>
      <w:r>
        <w:tab/>
        <w:t>1.013e0</w:t>
      </w:r>
    </w:p>
    <w:p w:rsidR="007B2329" w:rsidRDefault="007B2329" w:rsidP="007B2329">
      <w:r>
        <w:t>352.5867</w:t>
      </w:r>
      <w:r>
        <w:tab/>
        <w:t>1.025e0</w:t>
      </w:r>
    </w:p>
    <w:p w:rsidR="007B2329" w:rsidRDefault="007B2329" w:rsidP="007B2329">
      <w:r>
        <w:t>352.5948</w:t>
      </w:r>
      <w:r>
        <w:tab/>
        <w:t>1.013e0</w:t>
      </w:r>
    </w:p>
    <w:p w:rsidR="007B2329" w:rsidRDefault="007B2329" w:rsidP="007B2329">
      <w:r>
        <w:t>352.6074</w:t>
      </w:r>
      <w:r>
        <w:tab/>
        <w:t>2.025e0</w:t>
      </w:r>
    </w:p>
    <w:p w:rsidR="007B2329" w:rsidRDefault="007B2329" w:rsidP="007B2329">
      <w:r>
        <w:t>352.6092</w:t>
      </w:r>
      <w:r>
        <w:tab/>
        <w:t>1.013e0</w:t>
      </w:r>
    </w:p>
    <w:p w:rsidR="007B2329" w:rsidRDefault="007B2329" w:rsidP="007B2329">
      <w:r>
        <w:t>352.6281</w:t>
      </w:r>
      <w:r>
        <w:tab/>
        <w:t>1.013e0</w:t>
      </w:r>
    </w:p>
    <w:p w:rsidR="007B2329" w:rsidRDefault="007B2329" w:rsidP="007B2329">
      <w:r>
        <w:t>352.6421</w:t>
      </w:r>
      <w:r>
        <w:tab/>
        <w:t>2.025e0</w:t>
      </w:r>
    </w:p>
    <w:p w:rsidR="007B2329" w:rsidRDefault="007B2329" w:rsidP="007B2329">
      <w:r>
        <w:t>352.6533</w:t>
      </w:r>
      <w:r>
        <w:tab/>
        <w:t>1.013e0</w:t>
      </w:r>
    </w:p>
    <w:p w:rsidR="007B2329" w:rsidRDefault="007B2329" w:rsidP="007B2329">
      <w:r>
        <w:t>352.6596</w:t>
      </w:r>
      <w:r>
        <w:tab/>
        <w:t>1.013e0</w:t>
      </w:r>
    </w:p>
    <w:p w:rsidR="007B2329" w:rsidRDefault="007B2329" w:rsidP="007B2329">
      <w:r>
        <w:t>352.6638</w:t>
      </w:r>
      <w:r>
        <w:tab/>
        <w:t>3.038e0</w:t>
      </w:r>
    </w:p>
    <w:p w:rsidR="007B2329" w:rsidRDefault="007B2329" w:rsidP="007B2329">
      <w:r>
        <w:t>352.6849</w:t>
      </w:r>
      <w:r>
        <w:tab/>
        <w:t>1.013e0</w:t>
      </w:r>
    </w:p>
    <w:p w:rsidR="007B2329" w:rsidRDefault="007B2329" w:rsidP="007B2329">
      <w:r>
        <w:t>352.6939</w:t>
      </w:r>
      <w:r>
        <w:tab/>
        <w:t>1.013e0</w:t>
      </w:r>
    </w:p>
    <w:p w:rsidR="007B2329" w:rsidRDefault="007B2329" w:rsidP="007B2329">
      <w:r>
        <w:t>352.6987</w:t>
      </w:r>
      <w:r>
        <w:tab/>
        <w:t>3.038e0</w:t>
      </w:r>
    </w:p>
    <w:p w:rsidR="007B2329" w:rsidRDefault="007B2329" w:rsidP="007B2329">
      <w:r>
        <w:t>352.7291</w:t>
      </w:r>
      <w:r>
        <w:tab/>
        <w:t>2.025e0</w:t>
      </w:r>
    </w:p>
    <w:p w:rsidR="007B2329" w:rsidRDefault="007B2329" w:rsidP="007B2329">
      <w:r>
        <w:t>352.7433</w:t>
      </w:r>
      <w:r>
        <w:tab/>
        <w:t>2.025e0</w:t>
      </w:r>
    </w:p>
    <w:p w:rsidR="007B2329" w:rsidRDefault="007B2329" w:rsidP="007B2329">
      <w:r>
        <w:t>352.7565</w:t>
      </w:r>
      <w:r>
        <w:tab/>
        <w:t>2.025e0</w:t>
      </w:r>
    </w:p>
    <w:p w:rsidR="007B2329" w:rsidRDefault="007B2329" w:rsidP="007B2329">
      <w:r>
        <w:t>352.7602</w:t>
      </w:r>
      <w:r>
        <w:tab/>
        <w:t>1.013e0</w:t>
      </w:r>
    </w:p>
    <w:p w:rsidR="007B2329" w:rsidRDefault="007B2329" w:rsidP="007B2329">
      <w:r>
        <w:t>352.7681</w:t>
      </w:r>
      <w:r>
        <w:tab/>
        <w:t>1.013e0</w:t>
      </w:r>
    </w:p>
    <w:p w:rsidR="007B2329" w:rsidRDefault="007B2329" w:rsidP="007B2329">
      <w:r>
        <w:t>352.8047</w:t>
      </w:r>
      <w:r>
        <w:tab/>
        <w:t>1.013e0</w:t>
      </w:r>
    </w:p>
    <w:p w:rsidR="007B2329" w:rsidRDefault="007B2329" w:rsidP="007B2329">
      <w:r>
        <w:lastRenderedPageBreak/>
        <w:t>352.8135</w:t>
      </w:r>
      <w:r>
        <w:tab/>
        <w:t>1.013e0</w:t>
      </w:r>
    </w:p>
    <w:p w:rsidR="007B2329" w:rsidRDefault="007B2329" w:rsidP="007B2329">
      <w:r>
        <w:t>352.8173</w:t>
      </w:r>
      <w:r>
        <w:tab/>
        <w:t>1.013e0</w:t>
      </w:r>
    </w:p>
    <w:p w:rsidR="007B2329" w:rsidRDefault="007B2329" w:rsidP="007B2329">
      <w:r>
        <w:t>352.8205</w:t>
      </w:r>
      <w:r>
        <w:tab/>
        <w:t>2.025e0</w:t>
      </w:r>
    </w:p>
    <w:p w:rsidR="007B2329" w:rsidRDefault="007B2329" w:rsidP="007B2329">
      <w:r>
        <w:t>352.8426</w:t>
      </w:r>
      <w:r>
        <w:tab/>
        <w:t>1.013e0</w:t>
      </w:r>
    </w:p>
    <w:p w:rsidR="007B2329" w:rsidRDefault="007B2329" w:rsidP="007B2329">
      <w:r>
        <w:t>352.8553</w:t>
      </w:r>
      <w:r>
        <w:tab/>
        <w:t>1.013e0</w:t>
      </w:r>
    </w:p>
    <w:p w:rsidR="007B2329" w:rsidRDefault="007B2329" w:rsidP="007B2329">
      <w:r>
        <w:t>352.8591</w:t>
      </w:r>
      <w:r>
        <w:tab/>
        <w:t>2.025e0</w:t>
      </w:r>
    </w:p>
    <w:p w:rsidR="007B2329" w:rsidRDefault="007B2329" w:rsidP="007B2329">
      <w:r>
        <w:t>352.8631</w:t>
      </w:r>
      <w:r>
        <w:tab/>
        <w:t>1.013e0</w:t>
      </w:r>
    </w:p>
    <w:p w:rsidR="007B2329" w:rsidRDefault="007B2329" w:rsidP="007B2329">
      <w:r>
        <w:t>352.8678</w:t>
      </w:r>
      <w:r>
        <w:tab/>
        <w:t>2.025e0</w:t>
      </w:r>
    </w:p>
    <w:p w:rsidR="007B2329" w:rsidRDefault="007B2329" w:rsidP="007B2329">
      <w:r>
        <w:t>352.8932</w:t>
      </w:r>
      <w:r>
        <w:tab/>
        <w:t>1.013e0</w:t>
      </w:r>
    </w:p>
    <w:p w:rsidR="007B2329" w:rsidRDefault="007B2329" w:rsidP="007B2329">
      <w:r>
        <w:t>352.9066</w:t>
      </w:r>
      <w:r>
        <w:tab/>
        <w:t>2.025e0</w:t>
      </w:r>
    </w:p>
    <w:p w:rsidR="007B2329" w:rsidRDefault="007B2329" w:rsidP="007B2329">
      <w:r>
        <w:t>352.9293</w:t>
      </w:r>
      <w:r>
        <w:tab/>
        <w:t>1.013e0</w:t>
      </w:r>
    </w:p>
    <w:p w:rsidR="007B2329" w:rsidRDefault="007B2329" w:rsidP="007B2329">
      <w:r>
        <w:t>352.9333</w:t>
      </w:r>
      <w:r>
        <w:tab/>
        <w:t>1.013e0</w:t>
      </w:r>
    </w:p>
    <w:p w:rsidR="007B2329" w:rsidRDefault="007B2329" w:rsidP="007B2329">
      <w:r>
        <w:t>352.9373</w:t>
      </w:r>
      <w:r>
        <w:tab/>
        <w:t>1.013e0</w:t>
      </w:r>
    </w:p>
    <w:p w:rsidR="007B2329" w:rsidRDefault="007B2329" w:rsidP="007B2329">
      <w:r>
        <w:t>352.9539</w:t>
      </w:r>
      <w:r>
        <w:tab/>
        <w:t>1.013e0</w:t>
      </w:r>
    </w:p>
    <w:p w:rsidR="007B2329" w:rsidRDefault="007B2329" w:rsidP="007B2329">
      <w:r>
        <w:t>352.9581</w:t>
      </w:r>
      <w:r>
        <w:tab/>
        <w:t>1.013e0</w:t>
      </w:r>
    </w:p>
    <w:p w:rsidR="007B2329" w:rsidRDefault="007B2329" w:rsidP="007B2329">
      <w:r>
        <w:t>352.9878</w:t>
      </w:r>
      <w:r>
        <w:tab/>
        <w:t>2.025e0</w:t>
      </w:r>
    </w:p>
    <w:p w:rsidR="007B2329" w:rsidRDefault="007B2329" w:rsidP="007B2329">
      <w:r>
        <w:t>352.9946</w:t>
      </w:r>
      <w:r>
        <w:tab/>
        <w:t>2.025e0</w:t>
      </w:r>
    </w:p>
    <w:p w:rsidR="007B2329" w:rsidRDefault="007B2329" w:rsidP="007B2329">
      <w:r>
        <w:t>353.0074</w:t>
      </w:r>
      <w:r>
        <w:tab/>
        <w:t>1.013e0</w:t>
      </w:r>
    </w:p>
    <w:p w:rsidR="007B2329" w:rsidRDefault="007B2329" w:rsidP="007B2329">
      <w:r>
        <w:t>353.0131</w:t>
      </w:r>
      <w:r>
        <w:tab/>
        <w:t>1.013e0</w:t>
      </w:r>
    </w:p>
    <w:p w:rsidR="007B2329" w:rsidRDefault="007B2329" w:rsidP="007B2329">
      <w:r>
        <w:lastRenderedPageBreak/>
        <w:t>353.0305</w:t>
      </w:r>
      <w:r>
        <w:tab/>
        <w:t>3.038e0</w:t>
      </w:r>
    </w:p>
    <w:p w:rsidR="007B2329" w:rsidRDefault="007B2329" w:rsidP="007B2329">
      <w:r>
        <w:t>353.0596</w:t>
      </w:r>
      <w:r>
        <w:tab/>
        <w:t>2.025e0</w:t>
      </w:r>
    </w:p>
    <w:p w:rsidR="007B2329" w:rsidRDefault="007B2329" w:rsidP="007B2329">
      <w:r>
        <w:t>353.0635</w:t>
      </w:r>
      <w:r>
        <w:tab/>
        <w:t>3.038e0</w:t>
      </w:r>
    </w:p>
    <w:p w:rsidR="007B2329" w:rsidRDefault="007B2329" w:rsidP="007B2329">
      <w:r>
        <w:t>353.0777</w:t>
      </w:r>
      <w:r>
        <w:tab/>
        <w:t>1.013e0</w:t>
      </w:r>
    </w:p>
    <w:p w:rsidR="007B2329" w:rsidRDefault="007B2329" w:rsidP="007B2329">
      <w:r>
        <w:t>353.1166</w:t>
      </w:r>
      <w:r>
        <w:tab/>
        <w:t>1.202e0</w:t>
      </w:r>
    </w:p>
    <w:p w:rsidR="007B2329" w:rsidRDefault="007B2329" w:rsidP="007B2329">
      <w:r>
        <w:t>353.1318</w:t>
      </w:r>
      <w:r>
        <w:tab/>
        <w:t>2.025e0</w:t>
      </w:r>
    </w:p>
    <w:p w:rsidR="007B2329" w:rsidRDefault="007B2329" w:rsidP="007B2329">
      <w:r>
        <w:t>353.1417</w:t>
      </w:r>
      <w:r>
        <w:tab/>
        <w:t>2.025e0</w:t>
      </w:r>
    </w:p>
    <w:p w:rsidR="007B2329" w:rsidRDefault="007B2329" w:rsidP="007B2329">
      <w:r>
        <w:t>353.2679</w:t>
      </w:r>
      <w:r>
        <w:tab/>
        <w:t>1.013e0</w:t>
      </w:r>
    </w:p>
    <w:p w:rsidR="007B2329" w:rsidRDefault="007B2329" w:rsidP="007B2329">
      <w:r>
        <w:t>353.2706</w:t>
      </w:r>
      <w:r>
        <w:tab/>
        <w:t>3.798e-2</w:t>
      </w:r>
    </w:p>
    <w:p w:rsidR="007B2329" w:rsidRDefault="007B2329" w:rsidP="007B2329">
      <w:r>
        <w:t>353.2875</w:t>
      </w:r>
      <w:r>
        <w:tab/>
        <w:t>2.025e0</w:t>
      </w:r>
    </w:p>
    <w:p w:rsidR="007B2329" w:rsidRDefault="007B2329" w:rsidP="007B2329">
      <w:r>
        <w:t>353.2973</w:t>
      </w:r>
      <w:r>
        <w:tab/>
        <w:t>1.013e0</w:t>
      </w:r>
    </w:p>
    <w:p w:rsidR="007B2329" w:rsidRDefault="007B2329" w:rsidP="007B2329">
      <w:r>
        <w:t>353.3064</w:t>
      </w:r>
      <w:r>
        <w:tab/>
        <w:t>2.038e0</w:t>
      </w:r>
    </w:p>
    <w:p w:rsidR="007B2329" w:rsidRDefault="007B2329" w:rsidP="007B2329">
      <w:r>
        <w:t>353.3226</w:t>
      </w:r>
      <w:r>
        <w:tab/>
        <w:t>1.013e0</w:t>
      </w:r>
    </w:p>
    <w:p w:rsidR="007B2329" w:rsidRDefault="007B2329" w:rsidP="007B2329">
      <w:r>
        <w:t>353.3340</w:t>
      </w:r>
      <w:r>
        <w:tab/>
        <w:t>3.038e0</w:t>
      </w:r>
    </w:p>
    <w:p w:rsidR="007B2329" w:rsidRDefault="007B2329" w:rsidP="007B2329">
      <w:r>
        <w:t>353.3668</w:t>
      </w:r>
      <w:r>
        <w:tab/>
        <w:t>1.013e0</w:t>
      </w:r>
    </w:p>
    <w:p w:rsidR="007B2329" w:rsidRDefault="007B2329" w:rsidP="007B2329">
      <w:r>
        <w:t>353.3731</w:t>
      </w:r>
      <w:r>
        <w:tab/>
        <w:t>1.013e0</w:t>
      </w:r>
    </w:p>
    <w:p w:rsidR="007B2329" w:rsidRDefault="007B2329" w:rsidP="007B2329">
      <w:r>
        <w:t>353.4045</w:t>
      </w:r>
      <w:r>
        <w:tab/>
        <w:t>1.013e0</w:t>
      </w:r>
    </w:p>
    <w:p w:rsidR="007B2329" w:rsidRDefault="007B2329" w:rsidP="007B2329">
      <w:r>
        <w:t>353.4135</w:t>
      </w:r>
      <w:r>
        <w:tab/>
        <w:t>1.947e0</w:t>
      </w:r>
    </w:p>
    <w:p w:rsidR="007B2329" w:rsidRDefault="007B2329" w:rsidP="007B2329">
      <w:r>
        <w:t>353.4242</w:t>
      </w:r>
      <w:r>
        <w:tab/>
        <w:t>2.025e0</w:t>
      </w:r>
    </w:p>
    <w:p w:rsidR="007B2329" w:rsidRDefault="007B2329" w:rsidP="007B2329">
      <w:r>
        <w:lastRenderedPageBreak/>
        <w:t>353.4370</w:t>
      </w:r>
      <w:r>
        <w:tab/>
        <w:t>1.013e0</w:t>
      </w:r>
    </w:p>
    <w:p w:rsidR="007B2329" w:rsidRDefault="007B2329" w:rsidP="007B2329">
      <w:r>
        <w:t>353.4579</w:t>
      </w:r>
      <w:r>
        <w:tab/>
        <w:t>1.013e0</w:t>
      </w:r>
    </w:p>
    <w:p w:rsidR="007B2329" w:rsidRDefault="007B2329" w:rsidP="007B2329">
      <w:r>
        <w:t>353.4647</w:t>
      </w:r>
      <w:r>
        <w:tab/>
        <w:t>1.025e0</w:t>
      </w:r>
    </w:p>
    <w:p w:rsidR="007B2329" w:rsidRDefault="007B2329" w:rsidP="007B2329">
      <w:r>
        <w:t>353.4743</w:t>
      </w:r>
      <w:r>
        <w:tab/>
        <w:t>1.013e0</w:t>
      </w:r>
    </w:p>
    <w:p w:rsidR="007B2329" w:rsidRDefault="007B2329" w:rsidP="007B2329">
      <w:r>
        <w:t>353.5375</w:t>
      </w:r>
      <w:r>
        <w:tab/>
        <w:t>1.013e0</w:t>
      </w:r>
    </w:p>
    <w:p w:rsidR="007B2329" w:rsidRDefault="007B2329" w:rsidP="007B2329">
      <w:r>
        <w:t>353.5439</w:t>
      </w:r>
      <w:r>
        <w:tab/>
        <w:t>1.013e0</w:t>
      </w:r>
    </w:p>
    <w:p w:rsidR="007B2329" w:rsidRDefault="007B2329" w:rsidP="007B2329">
      <w:r>
        <w:t>353.5565</w:t>
      </w:r>
      <w:r>
        <w:tab/>
        <w:t>1.013e0</w:t>
      </w:r>
    </w:p>
    <w:p w:rsidR="007B2329" w:rsidRDefault="007B2329" w:rsidP="007B2329">
      <w:r>
        <w:t>353.5615</w:t>
      </w:r>
      <w:r>
        <w:tab/>
        <w:t>2.025e0</w:t>
      </w:r>
    </w:p>
    <w:p w:rsidR="007B2329" w:rsidRDefault="007B2329" w:rsidP="007B2329">
      <w:r>
        <w:t>353.5925</w:t>
      </w:r>
      <w:r>
        <w:tab/>
        <w:t>2.025e0</w:t>
      </w:r>
    </w:p>
    <w:p w:rsidR="007B2329" w:rsidRDefault="007B2329" w:rsidP="007B2329">
      <w:r>
        <w:t>353.6032</w:t>
      </w:r>
      <w:r>
        <w:tab/>
        <w:t>2.025e0</w:t>
      </w:r>
    </w:p>
    <w:p w:rsidR="007B2329" w:rsidRDefault="007B2329" w:rsidP="007B2329">
      <w:r>
        <w:t>353.6070</w:t>
      </w:r>
      <w:r>
        <w:tab/>
        <w:t>2.025e0</w:t>
      </w:r>
    </w:p>
    <w:p w:rsidR="007B2329" w:rsidRDefault="007B2329" w:rsidP="007B2329">
      <w:r>
        <w:t>353.6305</w:t>
      </w:r>
      <w:r>
        <w:tab/>
        <w:t>2.025e0</w:t>
      </w:r>
    </w:p>
    <w:p w:rsidR="007B2329" w:rsidRDefault="007B2329" w:rsidP="007B2329">
      <w:r>
        <w:t>353.6391</w:t>
      </w:r>
      <w:r>
        <w:tab/>
        <w:t>3.038e0</w:t>
      </w:r>
    </w:p>
    <w:p w:rsidR="007B2329" w:rsidRDefault="007B2329" w:rsidP="007B2329">
      <w:r>
        <w:t>353.6891</w:t>
      </w:r>
      <w:r>
        <w:tab/>
        <w:t>3.038e0</w:t>
      </w:r>
    </w:p>
    <w:p w:rsidR="007B2329" w:rsidRDefault="007B2329" w:rsidP="007B2329">
      <w:r>
        <w:t>353.7184</w:t>
      </w:r>
      <w:r>
        <w:tab/>
        <w:t>3.038e0</w:t>
      </w:r>
    </w:p>
    <w:p w:rsidR="007B2329" w:rsidRDefault="007B2329" w:rsidP="007B2329">
      <w:r>
        <w:t>353.7390</w:t>
      </w:r>
      <w:r>
        <w:tab/>
        <w:t>1.013e0</w:t>
      </w:r>
    </w:p>
    <w:p w:rsidR="007B2329" w:rsidRDefault="007B2329" w:rsidP="007B2329">
      <w:r>
        <w:t>353.7555</w:t>
      </w:r>
      <w:r>
        <w:tab/>
        <w:t>2.025e0</w:t>
      </w:r>
    </w:p>
    <w:p w:rsidR="007B2329" w:rsidRDefault="007B2329" w:rsidP="007B2329">
      <w:r>
        <w:t>353.7589</w:t>
      </w:r>
      <w:r>
        <w:tab/>
        <w:t>1.013e0</w:t>
      </w:r>
    </w:p>
    <w:p w:rsidR="007B2329" w:rsidRDefault="007B2329" w:rsidP="007B2329">
      <w:r>
        <w:t>353.7716</w:t>
      </w:r>
      <w:r>
        <w:tab/>
        <w:t>1.013e0</w:t>
      </w:r>
    </w:p>
    <w:p w:rsidR="007B2329" w:rsidRDefault="007B2329" w:rsidP="007B2329">
      <w:r>
        <w:lastRenderedPageBreak/>
        <w:t>353.7779</w:t>
      </w:r>
      <w:r>
        <w:tab/>
        <w:t>3.038e0</w:t>
      </w:r>
    </w:p>
    <w:p w:rsidR="007B2329" w:rsidRDefault="007B2329" w:rsidP="007B2329">
      <w:r>
        <w:t>353.8027</w:t>
      </w:r>
      <w:r>
        <w:tab/>
        <w:t>2.025e0</w:t>
      </w:r>
    </w:p>
    <w:p w:rsidR="007B2329" w:rsidRDefault="007B2329" w:rsidP="007B2329">
      <w:r>
        <w:t>353.8045</w:t>
      </w:r>
      <w:r>
        <w:tab/>
        <w:t>2.025e0</w:t>
      </w:r>
    </w:p>
    <w:p w:rsidR="007B2329" w:rsidRDefault="007B2329" w:rsidP="007B2329">
      <w:r>
        <w:t>353.8171</w:t>
      </w:r>
      <w:r>
        <w:tab/>
        <w:t>1.013e0</w:t>
      </w:r>
    </w:p>
    <w:p w:rsidR="007B2329" w:rsidRDefault="007B2329" w:rsidP="007B2329">
      <w:r>
        <w:t>353.8203</w:t>
      </w:r>
      <w:r>
        <w:tab/>
        <w:t>2.025e0</w:t>
      </w:r>
    </w:p>
    <w:p w:rsidR="007B2329" w:rsidRDefault="007B2329" w:rsidP="007B2329">
      <w:r>
        <w:t>353.8542</w:t>
      </w:r>
      <w:r>
        <w:tab/>
        <w:t>2.025e0</w:t>
      </w:r>
    </w:p>
    <w:p w:rsidR="007B2329" w:rsidRDefault="007B2329" w:rsidP="007B2329">
      <w:r>
        <w:t>353.8834</w:t>
      </w:r>
      <w:r>
        <w:tab/>
        <w:t>1.013e0</w:t>
      </w:r>
    </w:p>
    <w:p w:rsidR="007B2329" w:rsidRDefault="007B2329" w:rsidP="007B2329">
      <w:r>
        <w:t>353.8875</w:t>
      </w:r>
      <w:r>
        <w:tab/>
        <w:t>2.025e0</w:t>
      </w:r>
    </w:p>
    <w:p w:rsidR="007B2329" w:rsidRDefault="007B2329" w:rsidP="007B2329">
      <w:r>
        <w:t>353.8918</w:t>
      </w:r>
      <w:r>
        <w:tab/>
        <w:t>1.013e0</w:t>
      </w:r>
    </w:p>
    <w:p w:rsidR="007B2329" w:rsidRDefault="007B2329" w:rsidP="007B2329">
      <w:r>
        <w:t>353.9253</w:t>
      </w:r>
      <w:r>
        <w:tab/>
        <w:t>1.791e0</w:t>
      </w:r>
    </w:p>
    <w:p w:rsidR="007B2329" w:rsidRDefault="007B2329" w:rsidP="007B2329">
      <w:r>
        <w:t>353.9368</w:t>
      </w:r>
      <w:r>
        <w:tab/>
        <w:t>2.025e0</w:t>
      </w:r>
    </w:p>
    <w:p w:rsidR="007B2329" w:rsidRDefault="007B2329" w:rsidP="007B2329">
      <w:r>
        <w:t>353.9527</w:t>
      </w:r>
      <w:r>
        <w:tab/>
        <w:t>2.025e0</w:t>
      </w:r>
    </w:p>
    <w:p w:rsidR="007B2329" w:rsidRDefault="007B2329" w:rsidP="007B2329">
      <w:r>
        <w:t>353.9679</w:t>
      </w:r>
      <w:r>
        <w:tab/>
        <w:t>9.152e0</w:t>
      </w:r>
    </w:p>
    <w:p w:rsidR="007B2329" w:rsidRDefault="007B2329" w:rsidP="007B2329">
      <w:r>
        <w:t>353.9698</w:t>
      </w:r>
      <w:r>
        <w:tab/>
        <w:t>3.089e0</w:t>
      </w:r>
    </w:p>
    <w:p w:rsidR="007B2329" w:rsidRDefault="007B2329" w:rsidP="007B2329">
      <w:r>
        <w:t>353.9741</w:t>
      </w:r>
      <w:r>
        <w:tab/>
        <w:t>1.013e0</w:t>
      </w:r>
    </w:p>
    <w:p w:rsidR="007B2329" w:rsidRDefault="007B2329" w:rsidP="007B2329">
      <w:r>
        <w:t>353.9755</w:t>
      </w:r>
      <w:r>
        <w:tab/>
        <w:t>6.076e0</w:t>
      </w:r>
    </w:p>
    <w:p w:rsidR="007B2329" w:rsidRDefault="007B2329" w:rsidP="007B2329">
      <w:r>
        <w:t>353.9862</w:t>
      </w:r>
      <w:r>
        <w:tab/>
        <w:t>2.025e0</w:t>
      </w:r>
    </w:p>
    <w:p w:rsidR="007B2329" w:rsidRDefault="007B2329" w:rsidP="007B2329">
      <w:r>
        <w:t>354.0291</w:t>
      </w:r>
      <w:r>
        <w:tab/>
        <w:t>2.335e0</w:t>
      </w:r>
    </w:p>
    <w:p w:rsidR="007B2329" w:rsidRDefault="007B2329" w:rsidP="007B2329">
      <w:r>
        <w:t>354.0457</w:t>
      </w:r>
      <w:r>
        <w:tab/>
        <w:t>1.984e0</w:t>
      </w:r>
    </w:p>
    <w:p w:rsidR="007B2329" w:rsidRDefault="007B2329" w:rsidP="007B2329">
      <w:r>
        <w:lastRenderedPageBreak/>
        <w:t>354.0566</w:t>
      </w:r>
      <w:r>
        <w:tab/>
        <w:t>1.013e0</w:t>
      </w:r>
    </w:p>
    <w:p w:rsidR="007B2329" w:rsidRDefault="007B2329" w:rsidP="007B2329">
      <w:r>
        <w:t>354.0603</w:t>
      </w:r>
      <w:r>
        <w:tab/>
        <w:t>2.025e0</w:t>
      </w:r>
    </w:p>
    <w:p w:rsidR="007B2329" w:rsidRDefault="007B2329" w:rsidP="007B2329">
      <w:r>
        <w:t>354.0691</w:t>
      </w:r>
      <w:r>
        <w:tab/>
        <w:t>1.013e0</w:t>
      </w:r>
    </w:p>
    <w:p w:rsidR="007B2329" w:rsidRDefault="007B2329" w:rsidP="007B2329">
      <w:r>
        <w:t>354.0775</w:t>
      </w:r>
      <w:r>
        <w:tab/>
        <w:t>1.013e0</w:t>
      </w:r>
    </w:p>
    <w:p w:rsidR="007B2329" w:rsidRDefault="007B2329" w:rsidP="007B2329">
      <w:r>
        <w:t>354.0867</w:t>
      </w:r>
      <w:r>
        <w:tab/>
        <w:t>1.038e0</w:t>
      </w:r>
    </w:p>
    <w:p w:rsidR="007B2329" w:rsidRDefault="007B2329" w:rsidP="007B2329">
      <w:r>
        <w:t>354.1012</w:t>
      </w:r>
      <w:r>
        <w:tab/>
        <w:t>1.085e0</w:t>
      </w:r>
    </w:p>
    <w:p w:rsidR="007B2329" w:rsidRDefault="007B2329" w:rsidP="007B2329">
      <w:r>
        <w:t>354.1136</w:t>
      </w:r>
      <w:r>
        <w:tab/>
        <w:t>1.013e0</w:t>
      </w:r>
    </w:p>
    <w:p w:rsidR="007B2329" w:rsidRDefault="007B2329" w:rsidP="007B2329">
      <w:r>
        <w:t>354.1231</w:t>
      </w:r>
      <w:r>
        <w:tab/>
        <w:t>1.683e0</w:t>
      </w:r>
    </w:p>
    <w:p w:rsidR="007B2329" w:rsidRDefault="007B2329" w:rsidP="007B2329">
      <w:r>
        <w:t>354.1506</w:t>
      </w:r>
      <w:r>
        <w:tab/>
        <w:t>1.755e0</w:t>
      </w:r>
    </w:p>
    <w:p w:rsidR="007B2329" w:rsidRDefault="007B2329" w:rsidP="007B2329">
      <w:r>
        <w:t>354.1841</w:t>
      </w:r>
      <w:r>
        <w:tab/>
        <w:t>4.333e0</w:t>
      </w:r>
    </w:p>
    <w:p w:rsidR="007B2329" w:rsidRDefault="007B2329" w:rsidP="007B2329">
      <w:r>
        <w:t>354.2022</w:t>
      </w:r>
      <w:r>
        <w:tab/>
        <w:t>1.013e0</w:t>
      </w:r>
    </w:p>
    <w:p w:rsidR="007B2329" w:rsidRDefault="007B2329" w:rsidP="007B2329">
      <w:r>
        <w:t>354.2041</w:t>
      </w:r>
      <w:r>
        <w:tab/>
        <w:t>1.069e1</w:t>
      </w:r>
    </w:p>
    <w:p w:rsidR="007B2329" w:rsidRDefault="007B2329" w:rsidP="007B2329">
      <w:r>
        <w:t>354.2061</w:t>
      </w:r>
      <w:r>
        <w:tab/>
        <w:t>3.825e0</w:t>
      </w:r>
    </w:p>
    <w:p w:rsidR="007B2329" w:rsidRDefault="007B2329" w:rsidP="007B2329">
      <w:r>
        <w:t>354.2083</w:t>
      </w:r>
      <w:r>
        <w:tab/>
        <w:t>1.414e1</w:t>
      </w:r>
    </w:p>
    <w:p w:rsidR="007B2329" w:rsidRDefault="007B2329" w:rsidP="007B2329">
      <w:r>
        <w:t>354.2112</w:t>
      </w:r>
      <w:r>
        <w:tab/>
        <w:t>7.458e0</w:t>
      </w:r>
    </w:p>
    <w:p w:rsidR="007B2329" w:rsidRDefault="007B2329" w:rsidP="007B2329">
      <w:r>
        <w:t>354.2134</w:t>
      </w:r>
      <w:r>
        <w:tab/>
        <w:t>1.333e1</w:t>
      </w:r>
    </w:p>
    <w:p w:rsidR="007B2329" w:rsidRDefault="007B2329" w:rsidP="007B2329">
      <w:r>
        <w:t>354.2148</w:t>
      </w:r>
      <w:r>
        <w:tab/>
        <w:t>8.513e0</w:t>
      </w:r>
    </w:p>
    <w:p w:rsidR="007B2329" w:rsidRDefault="007B2329" w:rsidP="007B2329">
      <w:r>
        <w:t>354.2389</w:t>
      </w:r>
      <w:r>
        <w:tab/>
        <w:t>2.025e0</w:t>
      </w:r>
    </w:p>
    <w:p w:rsidR="007B2329" w:rsidRDefault="007B2329" w:rsidP="007B2329">
      <w:r>
        <w:t>354.2677</w:t>
      </w:r>
      <w:r>
        <w:tab/>
        <w:t>1.013e0</w:t>
      </w:r>
    </w:p>
    <w:p w:rsidR="007B2329" w:rsidRDefault="007B2329" w:rsidP="007B2329">
      <w:r>
        <w:lastRenderedPageBreak/>
        <w:t>354.2720</w:t>
      </w:r>
      <w:r>
        <w:tab/>
        <w:t>2.025e0</w:t>
      </w:r>
    </w:p>
    <w:p w:rsidR="007B2329" w:rsidRDefault="007B2329" w:rsidP="007B2329">
      <w:r>
        <w:t>354.2754</w:t>
      </w:r>
      <w:r>
        <w:tab/>
        <w:t>1.757e0</w:t>
      </w:r>
    </w:p>
    <w:p w:rsidR="007B2329" w:rsidRDefault="007B2329" w:rsidP="007B2329">
      <w:r>
        <w:t>354.2884</w:t>
      </w:r>
      <w:r>
        <w:tab/>
        <w:t>1.757e0</w:t>
      </w:r>
    </w:p>
    <w:p w:rsidR="007B2329" w:rsidRDefault="007B2329" w:rsidP="007B2329">
      <w:r>
        <w:t>354.3049</w:t>
      </w:r>
      <w:r>
        <w:tab/>
        <w:t>1.842e0</w:t>
      </w:r>
    </w:p>
    <w:p w:rsidR="007B2329" w:rsidRDefault="007B2329" w:rsidP="007B2329">
      <w:r>
        <w:t>354.3091</w:t>
      </w:r>
      <w:r>
        <w:tab/>
        <w:t>2.025e0</w:t>
      </w:r>
    </w:p>
    <w:p w:rsidR="007B2329" w:rsidRDefault="007B2329" w:rsidP="007B2329">
      <w:r>
        <w:t>354.3132</w:t>
      </w:r>
      <w:r>
        <w:tab/>
        <w:t>1.013e0</w:t>
      </w:r>
    </w:p>
    <w:p w:rsidR="007B2329" w:rsidRDefault="007B2329" w:rsidP="007B2329">
      <w:r>
        <w:t>354.3540</w:t>
      </w:r>
      <w:r>
        <w:tab/>
        <w:t>2.025e0</w:t>
      </w:r>
    </w:p>
    <w:p w:rsidR="007B2329" w:rsidRDefault="007B2329" w:rsidP="007B2329">
      <w:r>
        <w:t>354.3607</w:t>
      </w:r>
      <w:r>
        <w:tab/>
        <w:t>1.712e0</w:t>
      </w:r>
    </w:p>
    <w:p w:rsidR="007B2329" w:rsidRDefault="007B2329" w:rsidP="007B2329">
      <w:r>
        <w:t>354.3667</w:t>
      </w:r>
      <w:r>
        <w:tab/>
        <w:t>1.013e0</w:t>
      </w:r>
    </w:p>
    <w:p w:rsidR="007B2329" w:rsidRDefault="007B2329" w:rsidP="007B2329">
      <w:r>
        <w:t>354.3922</w:t>
      </w:r>
      <w:r>
        <w:tab/>
        <w:t>1.013e0</w:t>
      </w:r>
    </w:p>
    <w:p w:rsidR="007B2329" w:rsidRDefault="007B2329" w:rsidP="007B2329">
      <w:r>
        <w:t>354.4238</w:t>
      </w:r>
      <w:r>
        <w:tab/>
        <w:t>1.013e0</w:t>
      </w:r>
    </w:p>
    <w:p w:rsidR="007B2329" w:rsidRDefault="007B2329" w:rsidP="007B2329">
      <w:r>
        <w:t>354.4291</w:t>
      </w:r>
      <w:r>
        <w:tab/>
        <w:t>1.013e0</w:t>
      </w:r>
    </w:p>
    <w:p w:rsidR="007B2329" w:rsidRDefault="007B2329" w:rsidP="007B2329">
      <w:r>
        <w:t>354.4537</w:t>
      </w:r>
      <w:r>
        <w:tab/>
        <w:t>1.013e0</w:t>
      </w:r>
    </w:p>
    <w:p w:rsidR="007B2329" w:rsidRDefault="007B2329" w:rsidP="007B2329">
      <w:r>
        <w:t>354.4636</w:t>
      </w:r>
      <w:r>
        <w:tab/>
        <w:t>2.025e0</w:t>
      </w:r>
    </w:p>
    <w:p w:rsidR="007B2329" w:rsidRDefault="007B2329" w:rsidP="007B2329">
      <w:r>
        <w:t>354.4872</w:t>
      </w:r>
      <w:r>
        <w:tab/>
        <w:t>1.013e0</w:t>
      </w:r>
    </w:p>
    <w:p w:rsidR="007B2329" w:rsidRDefault="007B2329" w:rsidP="007B2329">
      <w:r>
        <w:t>354.4935</w:t>
      </w:r>
      <w:r>
        <w:tab/>
        <w:t>1.013e0</w:t>
      </w:r>
    </w:p>
    <w:p w:rsidR="007B2329" w:rsidRDefault="007B2329" w:rsidP="007B2329">
      <w:r>
        <w:t>354.4995</w:t>
      </w:r>
      <w:r>
        <w:tab/>
        <w:t>1.013e0</w:t>
      </w:r>
    </w:p>
    <w:p w:rsidR="007B2329" w:rsidRDefault="007B2329" w:rsidP="007B2329">
      <w:r>
        <w:t>354.5032</w:t>
      </w:r>
      <w:r>
        <w:tab/>
        <w:t>1.013e0</w:t>
      </w:r>
    </w:p>
    <w:p w:rsidR="007B2329" w:rsidRDefault="007B2329" w:rsidP="007B2329">
      <w:r>
        <w:t>354.5157</w:t>
      </w:r>
      <w:r>
        <w:tab/>
        <w:t>2.025e0</w:t>
      </w:r>
    </w:p>
    <w:p w:rsidR="007B2329" w:rsidRDefault="007B2329" w:rsidP="007B2329">
      <w:r>
        <w:lastRenderedPageBreak/>
        <w:t>354.5189</w:t>
      </w:r>
      <w:r>
        <w:tab/>
        <w:t>1.013e0</w:t>
      </w:r>
    </w:p>
    <w:p w:rsidR="007B2329" w:rsidRDefault="007B2329" w:rsidP="007B2329">
      <w:r>
        <w:t>354.5241</w:t>
      </w:r>
      <w:r>
        <w:tab/>
        <w:t>1.013e0</w:t>
      </w:r>
    </w:p>
    <w:p w:rsidR="007B2329" w:rsidRDefault="007B2329" w:rsidP="007B2329">
      <w:r>
        <w:t>354.5573</w:t>
      </w:r>
      <w:r>
        <w:tab/>
        <w:t>2.025e0</w:t>
      </w:r>
    </w:p>
    <w:p w:rsidR="007B2329" w:rsidRDefault="007B2329" w:rsidP="007B2329">
      <w:r>
        <w:t>354.5736</w:t>
      </w:r>
      <w:r>
        <w:tab/>
        <w:t>2.025e0</w:t>
      </w:r>
    </w:p>
    <w:p w:rsidR="007B2329" w:rsidRDefault="007B2329" w:rsidP="007B2329">
      <w:r>
        <w:t>354.5776</w:t>
      </w:r>
      <w:r>
        <w:tab/>
        <w:t>1.013e0</w:t>
      </w:r>
    </w:p>
    <w:p w:rsidR="007B2329" w:rsidRDefault="007B2329" w:rsidP="007B2329">
      <w:r>
        <w:t>354.5879</w:t>
      </w:r>
      <w:r>
        <w:tab/>
        <w:t>4.051e0</w:t>
      </w:r>
    </w:p>
    <w:p w:rsidR="007B2329" w:rsidRDefault="007B2329" w:rsidP="007B2329">
      <w:r>
        <w:t>354.5947</w:t>
      </w:r>
      <w:r>
        <w:tab/>
        <w:t>2.025e0</w:t>
      </w:r>
    </w:p>
    <w:p w:rsidR="007B2329" w:rsidRDefault="007B2329" w:rsidP="007B2329">
      <w:r>
        <w:t>354.5963</w:t>
      </w:r>
      <w:r>
        <w:tab/>
        <w:t>1.025e0</w:t>
      </w:r>
    </w:p>
    <w:p w:rsidR="007B2329" w:rsidRDefault="007B2329" w:rsidP="007B2329">
      <w:r>
        <w:t>354.6107</w:t>
      </w:r>
      <w:r>
        <w:tab/>
        <w:t>2.025e0</w:t>
      </w:r>
    </w:p>
    <w:p w:rsidR="007B2329" w:rsidRDefault="007B2329" w:rsidP="007B2329">
      <w:r>
        <w:t>354.6140</w:t>
      </w:r>
      <w:r>
        <w:tab/>
        <w:t>1.013e0</w:t>
      </w:r>
    </w:p>
    <w:p w:rsidR="007B2329" w:rsidRDefault="007B2329" w:rsidP="007B2329">
      <w:r>
        <w:t>354.6288</w:t>
      </w:r>
      <w:r>
        <w:tab/>
        <w:t>1.025e0</w:t>
      </w:r>
    </w:p>
    <w:p w:rsidR="007B2329" w:rsidRDefault="007B2329" w:rsidP="007B2329">
      <w:r>
        <w:t>354.6393</w:t>
      </w:r>
      <w:r>
        <w:tab/>
        <w:t>1.013e0</w:t>
      </w:r>
    </w:p>
    <w:p w:rsidR="007B2329" w:rsidRDefault="007B2329" w:rsidP="007B2329">
      <w:r>
        <w:t>354.6439</w:t>
      </w:r>
      <w:r>
        <w:tab/>
        <w:t>1.013e0</w:t>
      </w:r>
    </w:p>
    <w:p w:rsidR="007B2329" w:rsidRDefault="007B2329" w:rsidP="007B2329">
      <w:r>
        <w:t>354.6687</w:t>
      </w:r>
      <w:r>
        <w:tab/>
        <w:t>1.013e0</w:t>
      </w:r>
    </w:p>
    <w:p w:rsidR="007B2329" w:rsidRDefault="007B2329" w:rsidP="007B2329">
      <w:r>
        <w:t>354.6727</w:t>
      </w:r>
      <w:r>
        <w:tab/>
        <w:t>1.013e0</w:t>
      </w:r>
    </w:p>
    <w:p w:rsidR="007B2329" w:rsidRDefault="007B2329" w:rsidP="007B2329">
      <w:r>
        <w:t>354.6776</w:t>
      </w:r>
      <w:r>
        <w:tab/>
        <w:t>1.013e0</w:t>
      </w:r>
    </w:p>
    <w:p w:rsidR="007B2329" w:rsidRDefault="007B2329" w:rsidP="007B2329">
      <w:r>
        <w:t>354.6895</w:t>
      </w:r>
      <w:r>
        <w:tab/>
        <w:t>2.025e0</w:t>
      </w:r>
    </w:p>
    <w:p w:rsidR="007B2329" w:rsidRDefault="007B2329" w:rsidP="007B2329">
      <w:r>
        <w:t>354.6934</w:t>
      </w:r>
      <w:r>
        <w:tab/>
        <w:t>1.013e0</w:t>
      </w:r>
    </w:p>
    <w:p w:rsidR="007B2329" w:rsidRDefault="007B2329" w:rsidP="007B2329">
      <w:r>
        <w:t>354.7094</w:t>
      </w:r>
      <w:r>
        <w:tab/>
        <w:t>2.025e0</w:t>
      </w:r>
    </w:p>
    <w:p w:rsidR="007B2329" w:rsidRDefault="007B2329" w:rsidP="007B2329">
      <w:r>
        <w:lastRenderedPageBreak/>
        <w:t>354.7143</w:t>
      </w:r>
      <w:r>
        <w:tab/>
        <w:t>1.013e0</w:t>
      </w:r>
    </w:p>
    <w:p w:rsidR="007B2329" w:rsidRDefault="007B2329" w:rsidP="007B2329">
      <w:r>
        <w:t>354.7325</w:t>
      </w:r>
      <w:r>
        <w:tab/>
        <w:t>2.025e0</w:t>
      </w:r>
    </w:p>
    <w:p w:rsidR="007B2329" w:rsidRDefault="007B2329" w:rsidP="007B2329">
      <w:r>
        <w:t>354.7344</w:t>
      </w:r>
      <w:r>
        <w:tab/>
        <w:t>1.013e0</w:t>
      </w:r>
    </w:p>
    <w:p w:rsidR="007B2329" w:rsidRDefault="007B2329" w:rsidP="007B2329">
      <w:r>
        <w:t>354.7389</w:t>
      </w:r>
      <w:r>
        <w:tab/>
        <w:t>1.013e0</w:t>
      </w:r>
    </w:p>
    <w:p w:rsidR="007B2329" w:rsidRDefault="007B2329" w:rsidP="007B2329">
      <w:r>
        <w:t>354.7518</w:t>
      </w:r>
      <w:r>
        <w:tab/>
        <w:t>3.038e0</w:t>
      </w:r>
    </w:p>
    <w:p w:rsidR="007B2329" w:rsidRDefault="007B2329" w:rsidP="007B2329">
      <w:r>
        <w:t>354.7603</w:t>
      </w:r>
      <w:r>
        <w:tab/>
        <w:t>3.038e0</w:t>
      </w:r>
    </w:p>
    <w:p w:rsidR="007B2329" w:rsidRDefault="007B2329" w:rsidP="007B2329">
      <w:r>
        <w:t>354.7638</w:t>
      </w:r>
      <w:r>
        <w:tab/>
        <w:t>1.013e0</w:t>
      </w:r>
    </w:p>
    <w:p w:rsidR="007B2329" w:rsidRDefault="007B2329" w:rsidP="007B2329">
      <w:r>
        <w:t>354.7782</w:t>
      </w:r>
      <w:r>
        <w:tab/>
        <w:t>2.025e0</w:t>
      </w:r>
    </w:p>
    <w:p w:rsidR="007B2329" w:rsidRDefault="007B2329" w:rsidP="007B2329">
      <w:r>
        <w:t>354.7886</w:t>
      </w:r>
      <w:r>
        <w:tab/>
        <w:t>2.025e0</w:t>
      </w:r>
    </w:p>
    <w:p w:rsidR="007B2329" w:rsidRDefault="007B2329" w:rsidP="007B2329">
      <w:r>
        <w:t>354.7979</w:t>
      </w:r>
      <w:r>
        <w:tab/>
        <w:t>1.013e0</w:t>
      </w:r>
    </w:p>
    <w:p w:rsidR="007B2329" w:rsidRDefault="007B2329" w:rsidP="007B2329">
      <w:r>
        <w:t>354.8011</w:t>
      </w:r>
      <w:r>
        <w:tab/>
        <w:t>2.025e0</w:t>
      </w:r>
    </w:p>
    <w:p w:rsidR="007B2329" w:rsidRDefault="007B2329" w:rsidP="007B2329">
      <w:r>
        <w:t>354.8297</w:t>
      </w:r>
      <w:r>
        <w:tab/>
        <w:t>1.013e0</w:t>
      </w:r>
    </w:p>
    <w:p w:rsidR="007B2329" w:rsidRDefault="007B2329" w:rsidP="007B2329">
      <w:r>
        <w:t>354.8550</w:t>
      </w:r>
      <w:r>
        <w:tab/>
        <w:t>1.013e0</w:t>
      </w:r>
    </w:p>
    <w:p w:rsidR="007B2329" w:rsidRDefault="007B2329" w:rsidP="007B2329">
      <w:r>
        <w:t>354.8628</w:t>
      </w:r>
      <w:r>
        <w:tab/>
        <w:t>2.025e0</w:t>
      </w:r>
    </w:p>
    <w:p w:rsidR="007B2329" w:rsidRDefault="007B2329" w:rsidP="007B2329">
      <w:r>
        <w:t>354.8875</w:t>
      </w:r>
      <w:r>
        <w:tab/>
        <w:t>1.013e0</w:t>
      </w:r>
    </w:p>
    <w:p w:rsidR="007B2329" w:rsidRDefault="007B2329" w:rsidP="007B2329">
      <w:r>
        <w:t>354.9044</w:t>
      </w:r>
      <w:r>
        <w:tab/>
        <w:t>1.013e0</w:t>
      </w:r>
    </w:p>
    <w:p w:rsidR="007B2329" w:rsidRDefault="007B2329" w:rsidP="007B2329">
      <w:r>
        <w:t>354.9125</w:t>
      </w:r>
      <w:r>
        <w:tab/>
        <w:t>2.025e0</w:t>
      </w:r>
    </w:p>
    <w:p w:rsidR="007B2329" w:rsidRDefault="007B2329" w:rsidP="007B2329">
      <w:r>
        <w:t>354.9184</w:t>
      </w:r>
      <w:r>
        <w:tab/>
        <w:t>1.013e0</w:t>
      </w:r>
    </w:p>
    <w:p w:rsidR="007B2329" w:rsidRDefault="007B2329" w:rsidP="007B2329">
      <w:r>
        <w:t>354.9312</w:t>
      </w:r>
      <w:r>
        <w:tab/>
        <w:t>2.025e0</w:t>
      </w:r>
    </w:p>
    <w:p w:rsidR="007B2329" w:rsidRDefault="007B2329" w:rsidP="007B2329">
      <w:r>
        <w:lastRenderedPageBreak/>
        <w:t>354.9501</w:t>
      </w:r>
      <w:r>
        <w:tab/>
        <w:t>4.051e0</w:t>
      </w:r>
    </w:p>
    <w:p w:rsidR="007B2329" w:rsidRDefault="007B2329" w:rsidP="007B2329">
      <w:r>
        <w:t>354.9628</w:t>
      </w:r>
      <w:r>
        <w:tab/>
        <w:t>3.038e0</w:t>
      </w:r>
    </w:p>
    <w:p w:rsidR="007B2329" w:rsidRDefault="007B2329" w:rsidP="007B2329">
      <w:r>
        <w:t>354.9758</w:t>
      </w:r>
      <w:r>
        <w:tab/>
        <w:t>2.532e-2</w:t>
      </w:r>
    </w:p>
    <w:p w:rsidR="007B2329" w:rsidRDefault="007B2329" w:rsidP="007B2329">
      <w:r>
        <w:t>354.9788</w:t>
      </w:r>
      <w:r>
        <w:tab/>
        <w:t>2.025e0</w:t>
      </w:r>
    </w:p>
    <w:p w:rsidR="007B2329" w:rsidRDefault="007B2329" w:rsidP="007B2329">
      <w:r>
        <w:t>354.9828</w:t>
      </w:r>
      <w:r>
        <w:tab/>
        <w:t>1.013e0</w:t>
      </w:r>
    </w:p>
    <w:p w:rsidR="007B2329" w:rsidRDefault="007B2329" w:rsidP="007B2329">
      <w:r>
        <w:t>354.9947</w:t>
      </w:r>
      <w:r>
        <w:tab/>
        <w:t>1.013e0</w:t>
      </w:r>
    </w:p>
    <w:p w:rsidR="007B2329" w:rsidRDefault="007B2329" w:rsidP="007B2329">
      <w:r>
        <w:t>354.9995</w:t>
      </w:r>
      <w:r>
        <w:tab/>
        <w:t>1.013e0</w:t>
      </w:r>
    </w:p>
    <w:p w:rsidR="007B2329" w:rsidRDefault="007B2329" w:rsidP="007B2329">
      <w:r>
        <w:t>355.0283</w:t>
      </w:r>
      <w:r>
        <w:tab/>
        <w:t>2.025e0</w:t>
      </w:r>
    </w:p>
    <w:p w:rsidR="007B2329" w:rsidRDefault="007B2329" w:rsidP="007B2329">
      <w:r>
        <w:t>355.0386</w:t>
      </w:r>
      <w:r>
        <w:tab/>
        <w:t>2.025e0</w:t>
      </w:r>
    </w:p>
    <w:p w:rsidR="007B2329" w:rsidRDefault="007B2329" w:rsidP="007B2329">
      <w:r>
        <w:t>355.0619</w:t>
      </w:r>
      <w:r>
        <w:tab/>
        <w:t>3.038e0</w:t>
      </w:r>
    </w:p>
    <w:p w:rsidR="007B2329" w:rsidRDefault="007B2329" w:rsidP="007B2329">
      <w:r>
        <w:t>355.0738</w:t>
      </w:r>
      <w:r>
        <w:tab/>
        <w:t>1.013e0</w:t>
      </w:r>
    </w:p>
    <w:p w:rsidR="007B2329" w:rsidRDefault="007B2329" w:rsidP="007B2329">
      <w:r>
        <w:t>355.0778</w:t>
      </w:r>
      <w:r>
        <w:tab/>
        <w:t>3.038e0</w:t>
      </w:r>
    </w:p>
    <w:p w:rsidR="007B2329" w:rsidRDefault="007B2329" w:rsidP="007B2329">
      <w:r>
        <w:t>355.0945</w:t>
      </w:r>
      <w:r>
        <w:tab/>
        <w:t>1.624e0</w:t>
      </w:r>
    </w:p>
    <w:p w:rsidR="007B2329" w:rsidRDefault="007B2329" w:rsidP="007B2329">
      <w:r>
        <w:t>355.1194</w:t>
      </w:r>
      <w:r>
        <w:tab/>
        <w:t>1.013e0</w:t>
      </w:r>
    </w:p>
    <w:p w:rsidR="007B2329" w:rsidRDefault="007B2329" w:rsidP="007B2329">
      <w:r>
        <w:t>355.1383</w:t>
      </w:r>
      <w:r>
        <w:tab/>
        <w:t>1.281e0</w:t>
      </w:r>
    </w:p>
    <w:p w:rsidR="007B2329" w:rsidRDefault="007B2329" w:rsidP="007B2329">
      <w:r>
        <w:t>355.1450</w:t>
      </w:r>
      <w:r>
        <w:tab/>
        <w:t>3.948e0</w:t>
      </w:r>
    </w:p>
    <w:p w:rsidR="007B2329" w:rsidRDefault="007B2329" w:rsidP="007B2329">
      <w:r>
        <w:t>355.1567</w:t>
      </w:r>
      <w:r>
        <w:tab/>
        <w:t>2.025e0</w:t>
      </w:r>
    </w:p>
    <w:p w:rsidR="007B2329" w:rsidRDefault="007B2329" w:rsidP="007B2329">
      <w:r>
        <w:t>355.1612</w:t>
      </w:r>
      <w:r>
        <w:tab/>
        <w:t>1.544e0</w:t>
      </w:r>
    </w:p>
    <w:p w:rsidR="007B2329" w:rsidRDefault="007B2329" w:rsidP="007B2329">
      <w:r>
        <w:t>355.1850</w:t>
      </w:r>
      <w:r>
        <w:tab/>
        <w:t>1.013e0</w:t>
      </w:r>
    </w:p>
    <w:p w:rsidR="007B2329" w:rsidRDefault="007B2329" w:rsidP="007B2329">
      <w:r>
        <w:lastRenderedPageBreak/>
        <w:t>355.1891</w:t>
      </w:r>
      <w:r>
        <w:tab/>
        <w:t>2.025e0</w:t>
      </w:r>
    </w:p>
    <w:p w:rsidR="007B2329" w:rsidRDefault="007B2329" w:rsidP="007B2329">
      <w:r>
        <w:t>355.2031</w:t>
      </w:r>
      <w:r>
        <w:tab/>
        <w:t>1.888e1</w:t>
      </w:r>
    </w:p>
    <w:p w:rsidR="007B2329" w:rsidRDefault="007B2329" w:rsidP="007B2329">
      <w:r>
        <w:t>355.2104</w:t>
      </w:r>
      <w:r>
        <w:tab/>
        <w:t>1.334e1</w:t>
      </w:r>
    </w:p>
    <w:p w:rsidR="007B2329" w:rsidRDefault="007B2329" w:rsidP="007B2329">
      <w:r>
        <w:t>355.2145</w:t>
      </w:r>
      <w:r>
        <w:tab/>
        <w:t>8.261e0</w:t>
      </w:r>
    </w:p>
    <w:p w:rsidR="007B2329" w:rsidRDefault="007B2329" w:rsidP="007B2329">
      <w:r>
        <w:t>355.2173</w:t>
      </w:r>
      <w:r>
        <w:tab/>
        <w:t>8.818e0</w:t>
      </w:r>
    </w:p>
    <w:p w:rsidR="007B2329" w:rsidRDefault="007B2329" w:rsidP="007B2329">
      <w:r>
        <w:t>355.2184</w:t>
      </w:r>
      <w:r>
        <w:tab/>
        <w:t>7.027e0</w:t>
      </w:r>
    </w:p>
    <w:p w:rsidR="007B2329" w:rsidRDefault="007B2329" w:rsidP="007B2329">
      <w:r>
        <w:t>355.2505</w:t>
      </w:r>
      <w:r>
        <w:tab/>
        <w:t>3.048e0</w:t>
      </w:r>
    </w:p>
    <w:p w:rsidR="007B2329" w:rsidRDefault="007B2329" w:rsidP="007B2329">
      <w:r>
        <w:t>355.2551</w:t>
      </w:r>
      <w:r>
        <w:tab/>
        <w:t>1.013e0</w:t>
      </w:r>
    </w:p>
    <w:p w:rsidR="007B2329" w:rsidRDefault="007B2329" w:rsidP="007B2329">
      <w:r>
        <w:t>355.2604</w:t>
      </w:r>
      <w:r>
        <w:tab/>
        <w:t>2.025e0</w:t>
      </w:r>
    </w:p>
    <w:p w:rsidR="007B2329" w:rsidRDefault="007B2329" w:rsidP="007B2329">
      <w:r>
        <w:t>355.2641</w:t>
      </w:r>
      <w:r>
        <w:tab/>
        <w:t>1.013e0</w:t>
      </w:r>
    </w:p>
    <w:p w:rsidR="007B2329" w:rsidRDefault="007B2329" w:rsidP="007B2329">
      <w:r>
        <w:t>355.2697</w:t>
      </w:r>
      <w:r>
        <w:tab/>
        <w:t>1.025e0</w:t>
      </w:r>
    </w:p>
    <w:p w:rsidR="007B2329" w:rsidRDefault="007B2329" w:rsidP="007B2329">
      <w:r>
        <w:t>355.2803</w:t>
      </w:r>
      <w:r>
        <w:tab/>
        <w:t>2.025e0</w:t>
      </w:r>
    </w:p>
    <w:p w:rsidR="007B2329" w:rsidRDefault="007B2329" w:rsidP="007B2329">
      <w:r>
        <w:t>355.2890</w:t>
      </w:r>
      <w:r>
        <w:tab/>
        <w:t>1.013e0</w:t>
      </w:r>
    </w:p>
    <w:p w:rsidR="007B2329" w:rsidRDefault="007B2329" w:rsidP="007B2329">
      <w:r>
        <w:t>355.2930</w:t>
      </w:r>
      <w:r>
        <w:tab/>
        <w:t>1.013e0</w:t>
      </w:r>
    </w:p>
    <w:p w:rsidR="007B2329" w:rsidRDefault="007B2329" w:rsidP="007B2329">
      <w:r>
        <w:t>355.3112</w:t>
      </w:r>
      <w:r>
        <w:tab/>
        <w:t>3.038e0</w:t>
      </w:r>
    </w:p>
    <w:p w:rsidR="007B2329" w:rsidRDefault="007B2329" w:rsidP="007B2329">
      <w:r>
        <w:t>355.3305</w:t>
      </w:r>
      <w:r>
        <w:tab/>
        <w:t>1.042e0</w:t>
      </w:r>
    </w:p>
    <w:p w:rsidR="007B2329" w:rsidRDefault="007B2329" w:rsidP="007B2329">
      <w:r>
        <w:t>355.3384</w:t>
      </w:r>
      <w:r>
        <w:tab/>
        <w:t>1.013e0</w:t>
      </w:r>
    </w:p>
    <w:p w:rsidR="007B2329" w:rsidRDefault="007B2329" w:rsidP="007B2329">
      <w:r>
        <w:t>355.3438</w:t>
      </w:r>
      <w:r>
        <w:tab/>
        <w:t>1.013e0</w:t>
      </w:r>
    </w:p>
    <w:p w:rsidR="007B2329" w:rsidRDefault="007B2329" w:rsidP="007B2329">
      <w:r>
        <w:t>355.3470</w:t>
      </w:r>
      <w:r>
        <w:tab/>
        <w:t>2.025e0</w:t>
      </w:r>
    </w:p>
    <w:p w:rsidR="007B2329" w:rsidRDefault="007B2329" w:rsidP="007B2329">
      <w:r>
        <w:lastRenderedPageBreak/>
        <w:t>355.3534</w:t>
      </w:r>
      <w:r>
        <w:tab/>
        <w:t>5.063e0</w:t>
      </w:r>
    </w:p>
    <w:p w:rsidR="007B2329" w:rsidRDefault="007B2329" w:rsidP="007B2329">
      <w:r>
        <w:t>355.3592</w:t>
      </w:r>
      <w:r>
        <w:tab/>
        <w:t>2.025e0</w:t>
      </w:r>
    </w:p>
    <w:p w:rsidR="007B2329" w:rsidRDefault="007B2329" w:rsidP="007B2329">
      <w:r>
        <w:t>355.3770</w:t>
      </w:r>
      <w:r>
        <w:tab/>
        <w:t>5.063e0</w:t>
      </w:r>
    </w:p>
    <w:p w:rsidR="007B2329" w:rsidRDefault="007B2329" w:rsidP="007B2329">
      <w:r>
        <w:t>355.4010</w:t>
      </w:r>
      <w:r>
        <w:tab/>
        <w:t>2.025e0</w:t>
      </w:r>
    </w:p>
    <w:p w:rsidR="007B2329" w:rsidRDefault="007B2329" w:rsidP="007B2329">
      <w:r>
        <w:t>355.4087</w:t>
      </w:r>
      <w:r>
        <w:tab/>
        <w:t>1.013e0</w:t>
      </w:r>
    </w:p>
    <w:p w:rsidR="007B2329" w:rsidRDefault="007B2329" w:rsidP="007B2329">
      <w:r>
        <w:t>355.4202</w:t>
      </w:r>
      <w:r>
        <w:tab/>
        <w:t>1.013e0</w:t>
      </w:r>
    </w:p>
    <w:p w:rsidR="007B2329" w:rsidRDefault="007B2329" w:rsidP="007B2329">
      <w:r>
        <w:t>355.4334</w:t>
      </w:r>
      <w:r>
        <w:tab/>
        <w:t>2.025e0</w:t>
      </w:r>
    </w:p>
    <w:p w:rsidR="007B2329" w:rsidRDefault="007B2329" w:rsidP="007B2329">
      <w:r>
        <w:t>355.4422</w:t>
      </w:r>
      <w:r>
        <w:tab/>
        <w:t>2.025e0</w:t>
      </w:r>
    </w:p>
    <w:p w:rsidR="007B2329" w:rsidRDefault="007B2329" w:rsidP="007B2329">
      <w:r>
        <w:t>355.4628</w:t>
      </w:r>
      <w:r>
        <w:tab/>
        <w:t>2.025e0</w:t>
      </w:r>
    </w:p>
    <w:p w:rsidR="007B2329" w:rsidRDefault="007B2329" w:rsidP="007B2329">
      <w:r>
        <w:t>355.4645</w:t>
      </w:r>
      <w:r>
        <w:tab/>
        <w:t>1.013e0</w:t>
      </w:r>
    </w:p>
    <w:p w:rsidR="007B2329" w:rsidRDefault="007B2329" w:rsidP="007B2329">
      <w:r>
        <w:t>355.4737</w:t>
      </w:r>
      <w:r>
        <w:tab/>
        <w:t>1.025e0</w:t>
      </w:r>
    </w:p>
    <w:p w:rsidR="007B2329" w:rsidRDefault="007B2329" w:rsidP="007B2329">
      <w:r>
        <w:t>355.4995</w:t>
      </w:r>
      <w:r>
        <w:tab/>
        <w:t>2.025e0</w:t>
      </w:r>
    </w:p>
    <w:p w:rsidR="007B2329" w:rsidRDefault="007B2329" w:rsidP="007B2329">
      <w:r>
        <w:t>355.5122</w:t>
      </w:r>
      <w:r>
        <w:tab/>
        <w:t>2.025e0</w:t>
      </w:r>
    </w:p>
    <w:p w:rsidR="007B2329" w:rsidRDefault="007B2329" w:rsidP="007B2329">
      <w:r>
        <w:t>355.5207</w:t>
      </w:r>
      <w:r>
        <w:tab/>
        <w:t>1.013e0</w:t>
      </w:r>
    </w:p>
    <w:p w:rsidR="007B2329" w:rsidRDefault="007B2329" w:rsidP="007B2329">
      <w:r>
        <w:t>355.5248</w:t>
      </w:r>
      <w:r>
        <w:tab/>
        <w:t>1.013e0</w:t>
      </w:r>
    </w:p>
    <w:p w:rsidR="007B2329" w:rsidRDefault="007B2329" w:rsidP="007B2329">
      <w:r>
        <w:t>355.5501</w:t>
      </w:r>
      <w:r>
        <w:tab/>
        <w:t>4.051e0</w:t>
      </w:r>
    </w:p>
    <w:p w:rsidR="007B2329" w:rsidRDefault="007B2329" w:rsidP="007B2329">
      <w:r>
        <w:t>355.5538</w:t>
      </w:r>
      <w:r>
        <w:tab/>
        <w:t>2.025e0</w:t>
      </w:r>
    </w:p>
    <w:p w:rsidR="007B2329" w:rsidRDefault="007B2329" w:rsidP="007B2329">
      <w:r>
        <w:t>355.5620</w:t>
      </w:r>
      <w:r>
        <w:tab/>
        <w:t>4.051e0</w:t>
      </w:r>
    </w:p>
    <w:p w:rsidR="007B2329" w:rsidRDefault="007B2329" w:rsidP="007B2329">
      <w:r>
        <w:t>355.5865</w:t>
      </w:r>
      <w:r>
        <w:tab/>
        <w:t>2.025e0</w:t>
      </w:r>
    </w:p>
    <w:p w:rsidR="007B2329" w:rsidRDefault="007B2329" w:rsidP="007B2329">
      <w:r>
        <w:lastRenderedPageBreak/>
        <w:t>355.5949</w:t>
      </w:r>
      <w:r>
        <w:tab/>
        <w:t>1.013e0</w:t>
      </w:r>
    </w:p>
    <w:p w:rsidR="007B2329" w:rsidRDefault="007B2329" w:rsidP="007B2329">
      <w:r>
        <w:t>355.5989</w:t>
      </w:r>
      <w:r>
        <w:tab/>
        <w:t>1.013e0</w:t>
      </w:r>
    </w:p>
    <w:p w:rsidR="007B2329" w:rsidRDefault="007B2329" w:rsidP="007B2329">
      <w:r>
        <w:t>355.6157</w:t>
      </w:r>
      <w:r>
        <w:tab/>
        <w:t>2.025e0</w:t>
      </w:r>
    </w:p>
    <w:p w:rsidR="007B2329" w:rsidRDefault="007B2329" w:rsidP="007B2329">
      <w:r>
        <w:t>355.6361</w:t>
      </w:r>
      <w:r>
        <w:tab/>
        <w:t>1.013e0</w:t>
      </w:r>
    </w:p>
    <w:p w:rsidR="007B2329" w:rsidRDefault="007B2329" w:rsidP="007B2329">
      <w:r>
        <w:t>355.6446</w:t>
      </w:r>
      <w:r>
        <w:tab/>
        <w:t>2.025e0</w:t>
      </w:r>
    </w:p>
    <w:p w:rsidR="007B2329" w:rsidRDefault="007B2329" w:rsidP="007B2329">
      <w:r>
        <w:t>355.6551</w:t>
      </w:r>
      <w:r>
        <w:tab/>
        <w:t>3.038e0</w:t>
      </w:r>
    </w:p>
    <w:p w:rsidR="007B2329" w:rsidRDefault="007B2329" w:rsidP="007B2329">
      <w:r>
        <w:t>355.6615</w:t>
      </w:r>
      <w:r>
        <w:tab/>
        <w:t>1.013e0</w:t>
      </w:r>
    </w:p>
    <w:p w:rsidR="007B2329" w:rsidRDefault="007B2329" w:rsidP="007B2329">
      <w:r>
        <w:t>355.6806</w:t>
      </w:r>
      <w:r>
        <w:tab/>
        <w:t>1.013e0</w:t>
      </w:r>
    </w:p>
    <w:p w:rsidR="007B2329" w:rsidRDefault="007B2329" w:rsidP="007B2329">
      <w:r>
        <w:t>355.6884</w:t>
      </w:r>
      <w:r>
        <w:tab/>
        <w:t>2.025e0</w:t>
      </w:r>
    </w:p>
    <w:p w:rsidR="007B2329" w:rsidRDefault="007B2329" w:rsidP="007B2329">
      <w:r>
        <w:t>355.6941</w:t>
      </w:r>
      <w:r>
        <w:tab/>
        <w:t>2.025e0</w:t>
      </w:r>
    </w:p>
    <w:p w:rsidR="007B2329" w:rsidRDefault="007B2329" w:rsidP="007B2329">
      <w:r>
        <w:t>355.7004</w:t>
      </w:r>
      <w:r>
        <w:tab/>
        <w:t>2.025e0</w:t>
      </w:r>
    </w:p>
    <w:p w:rsidR="007B2329" w:rsidRDefault="007B2329" w:rsidP="007B2329">
      <w:r>
        <w:t>355.7061</w:t>
      </w:r>
      <w:r>
        <w:tab/>
        <w:t>1.013e0</w:t>
      </w:r>
    </w:p>
    <w:p w:rsidR="007B2329" w:rsidRDefault="007B2329" w:rsidP="007B2329">
      <w:r>
        <w:t>355.7397</w:t>
      </w:r>
      <w:r>
        <w:tab/>
        <w:t>1.013e0</w:t>
      </w:r>
    </w:p>
    <w:p w:rsidR="007B2329" w:rsidRDefault="007B2329" w:rsidP="007B2329">
      <w:r>
        <w:t>355.7570</w:t>
      </w:r>
      <w:r>
        <w:tab/>
        <w:t>5.063e0</w:t>
      </w:r>
    </w:p>
    <w:p w:rsidR="007B2329" w:rsidRDefault="007B2329" w:rsidP="007B2329">
      <w:r>
        <w:t>355.7643</w:t>
      </w:r>
      <w:r>
        <w:tab/>
        <w:t>1.013e0</w:t>
      </w:r>
    </w:p>
    <w:p w:rsidR="007B2329" w:rsidRDefault="007B2329" w:rsidP="007B2329">
      <w:r>
        <w:t>355.8141</w:t>
      </w:r>
      <w:r>
        <w:tab/>
        <w:t>1.013e0</w:t>
      </w:r>
    </w:p>
    <w:p w:rsidR="007B2329" w:rsidRDefault="007B2329" w:rsidP="007B2329">
      <w:r>
        <w:t>355.8207</w:t>
      </w:r>
      <w:r>
        <w:tab/>
        <w:t>1.013e0</w:t>
      </w:r>
    </w:p>
    <w:p w:rsidR="007B2329" w:rsidRDefault="007B2329" w:rsidP="007B2329">
      <w:r>
        <w:t>355.8284</w:t>
      </w:r>
      <w:r>
        <w:tab/>
        <w:t>2.025e0</w:t>
      </w:r>
    </w:p>
    <w:p w:rsidR="007B2329" w:rsidRDefault="007B2329" w:rsidP="007B2329">
      <w:r>
        <w:t>355.8308</w:t>
      </w:r>
      <w:r>
        <w:tab/>
        <w:t>1.013e0</w:t>
      </w:r>
    </w:p>
    <w:p w:rsidR="007B2329" w:rsidRDefault="007B2329" w:rsidP="007B2329">
      <w:r>
        <w:lastRenderedPageBreak/>
        <w:t>355.8517</w:t>
      </w:r>
      <w:r>
        <w:tab/>
        <w:t>1.013e0</w:t>
      </w:r>
    </w:p>
    <w:p w:rsidR="007B2329" w:rsidRDefault="007B2329" w:rsidP="007B2329">
      <w:r>
        <w:t>355.8575</w:t>
      </w:r>
      <w:r>
        <w:tab/>
        <w:t>2.025e0</w:t>
      </w:r>
    </w:p>
    <w:p w:rsidR="007B2329" w:rsidRDefault="007B2329" w:rsidP="007B2329">
      <w:r>
        <w:t>355.8595</w:t>
      </w:r>
      <w:r>
        <w:tab/>
        <w:t>1.013e0</w:t>
      </w:r>
    </w:p>
    <w:p w:rsidR="007B2329" w:rsidRDefault="007B2329" w:rsidP="007B2329">
      <w:r>
        <w:t>355.8651</w:t>
      </w:r>
      <w:r>
        <w:tab/>
        <w:t>1.013e0</w:t>
      </w:r>
    </w:p>
    <w:p w:rsidR="007B2329" w:rsidRDefault="007B2329" w:rsidP="007B2329">
      <w:r>
        <w:t>355.8681</w:t>
      </w:r>
      <w:r>
        <w:tab/>
        <w:t>2.025e0</w:t>
      </w:r>
    </w:p>
    <w:p w:rsidR="007B2329" w:rsidRDefault="007B2329" w:rsidP="007B2329">
      <w:r>
        <w:t>355.8891</w:t>
      </w:r>
      <w:r>
        <w:tab/>
        <w:t>2.025e0</w:t>
      </w:r>
    </w:p>
    <w:p w:rsidR="007B2329" w:rsidRDefault="007B2329" w:rsidP="007B2329">
      <w:r>
        <w:t>355.8908</w:t>
      </w:r>
      <w:r>
        <w:tab/>
        <w:t>2.025e0</w:t>
      </w:r>
    </w:p>
    <w:p w:rsidR="007B2329" w:rsidRDefault="007B2329" w:rsidP="007B2329">
      <w:r>
        <w:t>355.9011</w:t>
      </w:r>
      <w:r>
        <w:tab/>
        <w:t>1.013e0</w:t>
      </w:r>
    </w:p>
    <w:p w:rsidR="007B2329" w:rsidRDefault="007B2329" w:rsidP="007B2329">
      <w:r>
        <w:t>355.9147</w:t>
      </w:r>
      <w:r>
        <w:tab/>
        <w:t>3.038e0</w:t>
      </w:r>
    </w:p>
    <w:p w:rsidR="007B2329" w:rsidRDefault="007B2329" w:rsidP="007B2329">
      <w:r>
        <w:t>355.9299</w:t>
      </w:r>
      <w:r>
        <w:tab/>
        <w:t>1.013e0</w:t>
      </w:r>
    </w:p>
    <w:p w:rsidR="007B2329" w:rsidRDefault="007B2329" w:rsidP="007B2329">
      <w:r>
        <w:t>355.9352</w:t>
      </w:r>
      <w:r>
        <w:tab/>
        <w:t>1.013e0</w:t>
      </w:r>
    </w:p>
    <w:p w:rsidR="007B2329" w:rsidRDefault="007B2329" w:rsidP="007B2329">
      <w:r>
        <w:t>355.9382</w:t>
      </w:r>
      <w:r>
        <w:tab/>
        <w:t>1.025e0</w:t>
      </w:r>
    </w:p>
    <w:p w:rsidR="007B2329" w:rsidRDefault="007B2329" w:rsidP="007B2329">
      <w:r>
        <w:t>355.9468</w:t>
      </w:r>
      <w:r>
        <w:tab/>
        <w:t>1.013e0</w:t>
      </w:r>
    </w:p>
    <w:p w:rsidR="007B2329" w:rsidRDefault="007B2329" w:rsidP="007B2329">
      <w:r>
        <w:t>355.9506</w:t>
      </w:r>
      <w:r>
        <w:tab/>
        <w:t>3.038e0</w:t>
      </w:r>
    </w:p>
    <w:p w:rsidR="007B2329" w:rsidRDefault="007B2329" w:rsidP="007B2329">
      <w:r>
        <w:t>355.9796</w:t>
      </w:r>
      <w:r>
        <w:tab/>
        <w:t>1.013e0</w:t>
      </w:r>
    </w:p>
    <w:p w:rsidR="007B2329" w:rsidRDefault="007B2329" w:rsidP="007B2329">
      <w:r>
        <w:t>355.9814</w:t>
      </w:r>
      <w:r>
        <w:tab/>
        <w:t>2.532e-2</w:t>
      </w:r>
    </w:p>
    <w:p w:rsidR="007B2329" w:rsidRDefault="007B2329" w:rsidP="007B2329">
      <w:r>
        <w:t>355.9983</w:t>
      </w:r>
      <w:r>
        <w:tab/>
        <w:t>2.025e0</w:t>
      </w:r>
    </w:p>
    <w:p w:rsidR="007B2329" w:rsidRDefault="007B2329" w:rsidP="007B2329">
      <w:r>
        <w:t>356.0125</w:t>
      </w:r>
      <w:r>
        <w:tab/>
        <w:t>5.063e0</w:t>
      </w:r>
    </w:p>
    <w:p w:rsidR="007B2329" w:rsidRDefault="007B2329" w:rsidP="007B2329">
      <w:r>
        <w:t>356.0141</w:t>
      </w:r>
      <w:r>
        <w:tab/>
        <w:t>3.038e0</w:t>
      </w:r>
    </w:p>
    <w:p w:rsidR="007B2329" w:rsidRDefault="007B2329" w:rsidP="007B2329">
      <w:r>
        <w:lastRenderedPageBreak/>
        <w:t>356.0173</w:t>
      </w:r>
      <w:r>
        <w:tab/>
        <w:t>2.025e0</w:t>
      </w:r>
    </w:p>
    <w:p w:rsidR="007B2329" w:rsidRDefault="007B2329" w:rsidP="007B2329">
      <w:r>
        <w:t>356.0190</w:t>
      </w:r>
      <w:r>
        <w:tab/>
        <w:t>2.025e0</w:t>
      </w:r>
    </w:p>
    <w:p w:rsidR="007B2329" w:rsidRDefault="007B2329" w:rsidP="007B2329">
      <w:r>
        <w:t>356.0416</w:t>
      </w:r>
      <w:r>
        <w:tab/>
        <w:t>2.051e0</w:t>
      </w:r>
    </w:p>
    <w:p w:rsidR="007B2329" w:rsidRDefault="007B2329" w:rsidP="007B2329">
      <w:r>
        <w:t>356.0751</w:t>
      </w:r>
      <w:r>
        <w:tab/>
        <w:t>1.013e0</w:t>
      </w:r>
    </w:p>
    <w:p w:rsidR="007B2329" w:rsidRDefault="007B2329" w:rsidP="007B2329">
      <w:r>
        <w:t>356.0814</w:t>
      </w:r>
      <w:r>
        <w:tab/>
        <w:t>1.013e0</w:t>
      </w:r>
    </w:p>
    <w:p w:rsidR="007B2329" w:rsidRDefault="007B2329" w:rsidP="007B2329">
      <w:r>
        <w:t>356.0877</w:t>
      </w:r>
      <w:r>
        <w:tab/>
        <w:t>1.013e0</w:t>
      </w:r>
    </w:p>
    <w:p w:rsidR="007B2329" w:rsidRDefault="007B2329" w:rsidP="007B2329">
      <w:r>
        <w:t>356.0954</w:t>
      </w:r>
      <w:r>
        <w:tab/>
        <w:t>1.013e0</w:t>
      </w:r>
    </w:p>
    <w:p w:rsidR="007B2329" w:rsidRDefault="007B2329" w:rsidP="007B2329">
      <w:r>
        <w:t>356.1124</w:t>
      </w:r>
      <w:r>
        <w:tab/>
        <w:t>1.013e0</w:t>
      </w:r>
    </w:p>
    <w:p w:rsidR="007B2329" w:rsidRDefault="007B2329" w:rsidP="007B2329">
      <w:r>
        <w:t>356.1372</w:t>
      </w:r>
      <w:r>
        <w:tab/>
        <w:t>1.013e0</w:t>
      </w:r>
    </w:p>
    <w:p w:rsidR="007B2329" w:rsidRDefault="007B2329" w:rsidP="007B2329">
      <w:r>
        <w:t>356.1510</w:t>
      </w:r>
      <w:r>
        <w:tab/>
        <w:t>8.482e0</w:t>
      </w:r>
    </w:p>
    <w:p w:rsidR="007B2329" w:rsidRDefault="007B2329" w:rsidP="007B2329">
      <w:r>
        <w:t>356.1564</w:t>
      </w:r>
      <w:r>
        <w:tab/>
        <w:t>1.601e1</w:t>
      </w:r>
    </w:p>
    <w:p w:rsidR="007B2329" w:rsidRDefault="007B2329" w:rsidP="007B2329">
      <w:r>
        <w:t>356.2171</w:t>
      </w:r>
      <w:r>
        <w:tab/>
        <w:t>1.929e1</w:t>
      </w:r>
    </w:p>
    <w:p w:rsidR="007B2329" w:rsidRDefault="007B2329" w:rsidP="007B2329">
      <w:r>
        <w:t>356.2208</w:t>
      </w:r>
      <w:r>
        <w:tab/>
        <w:t>1.780e2</w:t>
      </w:r>
    </w:p>
    <w:p w:rsidR="007B2329" w:rsidRDefault="007B2329" w:rsidP="007B2329">
      <w:r>
        <w:t>356.2219</w:t>
      </w:r>
      <w:r>
        <w:tab/>
        <w:t>3.268e2</w:t>
      </w:r>
    </w:p>
    <w:p w:rsidR="007B2329" w:rsidRDefault="007B2329" w:rsidP="007B2329">
      <w:r>
        <w:t>356.2235</w:t>
      </w:r>
      <w:r>
        <w:tab/>
        <w:t>4.939e2</w:t>
      </w:r>
    </w:p>
    <w:p w:rsidR="007B2329" w:rsidRDefault="007B2329" w:rsidP="007B2329">
      <w:r>
        <w:t>356.3087</w:t>
      </w:r>
      <w:r>
        <w:tab/>
        <w:t>4.063e0</w:t>
      </w:r>
    </w:p>
    <w:p w:rsidR="007B2329" w:rsidRDefault="007B2329" w:rsidP="007B2329">
      <w:r>
        <w:t>356.3198</w:t>
      </w:r>
      <w:r>
        <w:tab/>
        <w:t>2.532e-2</w:t>
      </w:r>
    </w:p>
    <w:p w:rsidR="007B2329" w:rsidRDefault="007B2329" w:rsidP="007B2329">
      <w:r>
        <w:t>356.3354</w:t>
      </w:r>
      <w:r>
        <w:tab/>
        <w:t>5.027e0</w:t>
      </w:r>
    </w:p>
    <w:p w:rsidR="007B2329" w:rsidRDefault="007B2329" w:rsidP="007B2329">
      <w:r>
        <w:t>356.3420</w:t>
      </w:r>
      <w:r>
        <w:tab/>
        <w:t>3.038e0</w:t>
      </w:r>
    </w:p>
    <w:p w:rsidR="007B2329" w:rsidRDefault="007B2329" w:rsidP="007B2329">
      <w:r>
        <w:lastRenderedPageBreak/>
        <w:t>356.3773</w:t>
      </w:r>
      <w:r>
        <w:tab/>
        <w:t>5.063e0</w:t>
      </w:r>
    </w:p>
    <w:p w:rsidR="007B2329" w:rsidRDefault="007B2329" w:rsidP="007B2329">
      <w:r>
        <w:t>356.3807</w:t>
      </w:r>
      <w:r>
        <w:tab/>
        <w:t>1.013e0</w:t>
      </w:r>
    </w:p>
    <w:p w:rsidR="007B2329" w:rsidRDefault="007B2329" w:rsidP="007B2329">
      <w:r>
        <w:t>356.3922</w:t>
      </w:r>
      <w:r>
        <w:tab/>
        <w:t>4.773e0</w:t>
      </w:r>
    </w:p>
    <w:p w:rsidR="007B2329" w:rsidRDefault="007B2329" w:rsidP="007B2329">
      <w:r>
        <w:t>356.4063</w:t>
      </w:r>
      <w:r>
        <w:tab/>
        <w:t>2.025e0</w:t>
      </w:r>
    </w:p>
    <w:p w:rsidR="007B2329" w:rsidRDefault="007B2329" w:rsidP="007B2329">
      <w:r>
        <w:t>356.4167</w:t>
      </w:r>
      <w:r>
        <w:tab/>
        <w:t>3.682e0</w:t>
      </w:r>
    </w:p>
    <w:p w:rsidR="007B2329" w:rsidRDefault="007B2329" w:rsidP="007B2329">
      <w:r>
        <w:t>356.4225</w:t>
      </w:r>
      <w:r>
        <w:tab/>
        <w:t>1.013e0</w:t>
      </w:r>
    </w:p>
    <w:p w:rsidR="007B2329" w:rsidRDefault="007B2329" w:rsidP="007B2329">
      <w:r>
        <w:t>356.4384</w:t>
      </w:r>
      <w:r>
        <w:tab/>
        <w:t>3.038e0</w:t>
      </w:r>
    </w:p>
    <w:p w:rsidR="007B2329" w:rsidRDefault="007B2329" w:rsidP="007B2329">
      <w:r>
        <w:t>356.4884</w:t>
      </w:r>
      <w:r>
        <w:tab/>
        <w:t>4.051e0</w:t>
      </w:r>
    </w:p>
    <w:p w:rsidR="007B2329" w:rsidRDefault="007B2329" w:rsidP="007B2329">
      <w:r>
        <w:t>356.4929</w:t>
      </w:r>
      <w:r>
        <w:tab/>
        <w:t>1.013e0</w:t>
      </w:r>
    </w:p>
    <w:p w:rsidR="007B2329" w:rsidRDefault="007B2329" w:rsidP="007B2329">
      <w:r>
        <w:t>356.5017</w:t>
      </w:r>
      <w:r>
        <w:tab/>
        <w:t>1.013e0</w:t>
      </w:r>
    </w:p>
    <w:p w:rsidR="007B2329" w:rsidRDefault="007B2329" w:rsidP="007B2329">
      <w:r>
        <w:t>356.5220</w:t>
      </w:r>
      <w:r>
        <w:tab/>
        <w:t>7.089e0</w:t>
      </w:r>
    </w:p>
    <w:p w:rsidR="007B2329" w:rsidRDefault="007B2329" w:rsidP="007B2329">
      <w:r>
        <w:t>356.5527</w:t>
      </w:r>
      <w:r>
        <w:tab/>
        <w:t>1.013e0</w:t>
      </w:r>
    </w:p>
    <w:p w:rsidR="007B2329" w:rsidRDefault="007B2329" w:rsidP="007B2329">
      <w:r>
        <w:t>356.5556</w:t>
      </w:r>
      <w:r>
        <w:tab/>
        <w:t>5.063e0</w:t>
      </w:r>
    </w:p>
    <w:p w:rsidR="007B2329" w:rsidRDefault="007B2329" w:rsidP="007B2329">
      <w:r>
        <w:t>356.5633</w:t>
      </w:r>
      <w:r>
        <w:tab/>
        <w:t>1.013e0</w:t>
      </w:r>
    </w:p>
    <w:p w:rsidR="007B2329" w:rsidRDefault="007B2329" w:rsidP="007B2329">
      <w:r>
        <w:t>356.5697</w:t>
      </w:r>
      <w:r>
        <w:tab/>
        <w:t>4.051e0</w:t>
      </w:r>
    </w:p>
    <w:p w:rsidR="007B2329" w:rsidRDefault="007B2329" w:rsidP="007B2329">
      <w:r>
        <w:t>356.5877</w:t>
      </w:r>
      <w:r>
        <w:tab/>
        <w:t>2.025e0</w:t>
      </w:r>
    </w:p>
    <w:p w:rsidR="007B2329" w:rsidRDefault="007B2329" w:rsidP="007B2329">
      <w:r>
        <w:t>356.6236</w:t>
      </w:r>
      <w:r>
        <w:tab/>
        <w:t>7.857e0</w:t>
      </w:r>
    </w:p>
    <w:p w:rsidR="007B2329" w:rsidRDefault="007B2329" w:rsidP="007B2329">
      <w:r>
        <w:t>356.6275</w:t>
      </w:r>
      <w:r>
        <w:tab/>
        <w:t>2.025e0</w:t>
      </w:r>
    </w:p>
    <w:p w:rsidR="007B2329" w:rsidRDefault="007B2329" w:rsidP="007B2329">
      <w:r>
        <w:t>356.6337</w:t>
      </w:r>
      <w:r>
        <w:tab/>
        <w:t>1.013e0</w:t>
      </w:r>
    </w:p>
    <w:p w:rsidR="007B2329" w:rsidRDefault="007B2329" w:rsidP="007B2329">
      <w:r>
        <w:lastRenderedPageBreak/>
        <w:t>356.6377</w:t>
      </w:r>
      <w:r>
        <w:tab/>
        <w:t>1.013e0</w:t>
      </w:r>
    </w:p>
    <w:p w:rsidR="007B2329" w:rsidRDefault="007B2329" w:rsidP="007B2329">
      <w:r>
        <w:t>356.6547</w:t>
      </w:r>
      <w:r>
        <w:tab/>
        <w:t>1.013e0</w:t>
      </w:r>
    </w:p>
    <w:p w:rsidR="007B2329" w:rsidRDefault="007B2329" w:rsidP="007B2329">
      <w:r>
        <w:t>356.6641</w:t>
      </w:r>
      <w:r>
        <w:tab/>
        <w:t>3.038e0</w:t>
      </w:r>
    </w:p>
    <w:p w:rsidR="007B2329" w:rsidRDefault="007B2329" w:rsidP="007B2329">
      <w:r>
        <w:t>356.6735</w:t>
      </w:r>
      <w:r>
        <w:tab/>
        <w:t>6.976e0</w:t>
      </w:r>
    </w:p>
    <w:p w:rsidR="007B2329" w:rsidRDefault="007B2329" w:rsidP="007B2329">
      <w:r>
        <w:t>356.6794</w:t>
      </w:r>
      <w:r>
        <w:tab/>
        <w:t>1.013e0</w:t>
      </w:r>
    </w:p>
    <w:p w:rsidR="007B2329" w:rsidRDefault="007B2329" w:rsidP="007B2329">
      <w:r>
        <w:t>356.6872</w:t>
      </w:r>
      <w:r>
        <w:tab/>
        <w:t>1.013e0</w:t>
      </w:r>
    </w:p>
    <w:p w:rsidR="007B2329" w:rsidRDefault="007B2329" w:rsidP="007B2329">
      <w:r>
        <w:t>356.7041</w:t>
      </w:r>
      <w:r>
        <w:tab/>
        <w:t>1.013e0</w:t>
      </w:r>
    </w:p>
    <w:p w:rsidR="007B2329" w:rsidRDefault="007B2329" w:rsidP="007B2329">
      <w:r>
        <w:t>356.7081</w:t>
      </w:r>
      <w:r>
        <w:tab/>
        <w:t>1.013e0</w:t>
      </w:r>
    </w:p>
    <w:p w:rsidR="007B2329" w:rsidRDefault="007B2329" w:rsidP="007B2329">
      <w:r>
        <w:t>356.7135</w:t>
      </w:r>
      <w:r>
        <w:tab/>
        <w:t>5.076e0</w:t>
      </w:r>
    </w:p>
    <w:p w:rsidR="007B2329" w:rsidRDefault="007B2329" w:rsidP="007B2329">
      <w:r>
        <w:t>356.7236</w:t>
      </w:r>
      <w:r>
        <w:tab/>
        <w:t>3.038e0</w:t>
      </w:r>
    </w:p>
    <w:p w:rsidR="007B2329" w:rsidRDefault="007B2329" w:rsidP="007B2329">
      <w:r>
        <w:t>356.7253</w:t>
      </w:r>
      <w:r>
        <w:tab/>
        <w:t>3.038e0</w:t>
      </w:r>
    </w:p>
    <w:p w:rsidR="007B2329" w:rsidRDefault="007B2329" w:rsidP="007B2329">
      <w:r>
        <w:t>356.7344</w:t>
      </w:r>
      <w:r>
        <w:tab/>
        <w:t>3.038e0</w:t>
      </w:r>
    </w:p>
    <w:p w:rsidR="007B2329" w:rsidRDefault="007B2329" w:rsidP="007B2329">
      <w:r>
        <w:t>356.7391</w:t>
      </w:r>
      <w:r>
        <w:tab/>
        <w:t>2.025e0</w:t>
      </w:r>
    </w:p>
    <w:p w:rsidR="007B2329" w:rsidRDefault="007B2329" w:rsidP="007B2329">
      <w:r>
        <w:t>356.7610</w:t>
      </w:r>
      <w:r>
        <w:tab/>
        <w:t>2.025e0</w:t>
      </w:r>
    </w:p>
    <w:p w:rsidR="007B2329" w:rsidRDefault="007B2329" w:rsidP="007B2329">
      <w:r>
        <w:t>356.7631</w:t>
      </w:r>
      <w:r>
        <w:tab/>
        <w:t>1.013e0</w:t>
      </w:r>
    </w:p>
    <w:p w:rsidR="007B2329" w:rsidRDefault="007B2329" w:rsidP="007B2329">
      <w:r>
        <w:t>356.7693</w:t>
      </w:r>
      <w:r>
        <w:tab/>
        <w:t>1.013e0</w:t>
      </w:r>
    </w:p>
    <w:p w:rsidR="007B2329" w:rsidRDefault="007B2329" w:rsidP="007B2329">
      <w:r>
        <w:t>356.7733</w:t>
      </w:r>
      <w:r>
        <w:tab/>
        <w:t>4.051e0</w:t>
      </w:r>
    </w:p>
    <w:p w:rsidR="007B2329" w:rsidRDefault="007B2329" w:rsidP="007B2329">
      <w:r>
        <w:t>356.7814</w:t>
      </w:r>
      <w:r>
        <w:tab/>
        <w:t>4.051e0</w:t>
      </w:r>
    </w:p>
    <w:p w:rsidR="007B2329" w:rsidRDefault="007B2329" w:rsidP="007B2329">
      <w:r>
        <w:t>356.7845</w:t>
      </w:r>
      <w:r>
        <w:tab/>
        <w:t>4.316e0</w:t>
      </w:r>
    </w:p>
    <w:p w:rsidR="007B2329" w:rsidRDefault="007B2329" w:rsidP="007B2329">
      <w:r>
        <w:lastRenderedPageBreak/>
        <w:t>356.7885</w:t>
      </w:r>
      <w:r>
        <w:tab/>
        <w:t>1.013e0</w:t>
      </w:r>
    </w:p>
    <w:p w:rsidR="007B2329" w:rsidRDefault="007B2329" w:rsidP="007B2329">
      <w:r>
        <w:t>356.8365</w:t>
      </w:r>
      <w:r>
        <w:tab/>
        <w:t>2.025e0</w:t>
      </w:r>
    </w:p>
    <w:p w:rsidR="007B2329" w:rsidRDefault="007B2329" w:rsidP="007B2329">
      <w:r>
        <w:t>356.8395</w:t>
      </w:r>
      <w:r>
        <w:tab/>
        <w:t>1.013e0</w:t>
      </w:r>
    </w:p>
    <w:p w:rsidR="007B2329" w:rsidRDefault="007B2329" w:rsidP="007B2329">
      <w:r>
        <w:t>356.8477</w:t>
      </w:r>
      <w:r>
        <w:tab/>
        <w:t>4.051e0</w:t>
      </w:r>
    </w:p>
    <w:p w:rsidR="007B2329" w:rsidRDefault="007B2329" w:rsidP="007B2329">
      <w:r>
        <w:t>356.8506</w:t>
      </w:r>
      <w:r>
        <w:tab/>
        <w:t>7.089e0</w:t>
      </w:r>
    </w:p>
    <w:p w:rsidR="007B2329" w:rsidRDefault="007B2329" w:rsidP="007B2329">
      <w:r>
        <w:t>356.8564</w:t>
      </w:r>
      <w:r>
        <w:tab/>
        <w:t>3.038e0</w:t>
      </w:r>
    </w:p>
    <w:p w:rsidR="007B2329" w:rsidRDefault="007B2329" w:rsidP="007B2329">
      <w:r>
        <w:t>356.8646</w:t>
      </w:r>
      <w:r>
        <w:tab/>
        <w:t>3.038e0</w:t>
      </w:r>
    </w:p>
    <w:p w:rsidR="007B2329" w:rsidRDefault="007B2329" w:rsidP="007B2329">
      <w:r>
        <w:t>356.8696</w:t>
      </w:r>
      <w:r>
        <w:tab/>
        <w:t>1.013e0</w:t>
      </w:r>
    </w:p>
    <w:p w:rsidR="007B2329" w:rsidRDefault="007B2329" w:rsidP="007B2329">
      <w:r>
        <w:t>356.8945</w:t>
      </w:r>
      <w:r>
        <w:tab/>
        <w:t>1.013e0</w:t>
      </w:r>
    </w:p>
    <w:p w:rsidR="007B2329" w:rsidRDefault="007B2329" w:rsidP="007B2329">
      <w:r>
        <w:t>356.8985</w:t>
      </w:r>
      <w:r>
        <w:tab/>
        <w:t>2.025e0</w:t>
      </w:r>
    </w:p>
    <w:p w:rsidR="007B2329" w:rsidRDefault="007B2329" w:rsidP="007B2329">
      <w:r>
        <w:t>356.9070</w:t>
      </w:r>
      <w:r>
        <w:tab/>
        <w:t>2.025e0</w:t>
      </w:r>
    </w:p>
    <w:p w:rsidR="007B2329" w:rsidRDefault="007B2329" w:rsidP="007B2329">
      <w:r>
        <w:t>356.9351</w:t>
      </w:r>
      <w:r>
        <w:tab/>
        <w:t>1.013e0</w:t>
      </w:r>
    </w:p>
    <w:p w:rsidR="007B2329" w:rsidRDefault="007B2329" w:rsidP="007B2329">
      <w:r>
        <w:t>356.9402</w:t>
      </w:r>
      <w:r>
        <w:tab/>
        <w:t>2.532e-2</w:t>
      </w:r>
    </w:p>
    <w:p w:rsidR="007B2329" w:rsidRDefault="007B2329" w:rsidP="007B2329">
      <w:r>
        <w:t>356.9481</w:t>
      </w:r>
      <w:r>
        <w:tab/>
        <w:t>1.013e0</w:t>
      </w:r>
    </w:p>
    <w:p w:rsidR="007B2329" w:rsidRDefault="007B2329" w:rsidP="007B2329">
      <w:r>
        <w:t>356.9502</w:t>
      </w:r>
      <w:r>
        <w:tab/>
        <w:t>8.101e0</w:t>
      </w:r>
    </w:p>
    <w:p w:rsidR="007B2329" w:rsidRDefault="007B2329" w:rsidP="007B2329">
      <w:r>
        <w:t>356.9545</w:t>
      </w:r>
      <w:r>
        <w:tab/>
        <w:t>2.025e0</w:t>
      </w:r>
    </w:p>
    <w:p w:rsidR="007B2329" w:rsidRDefault="007B2329" w:rsidP="007B2329">
      <w:r>
        <w:t>356.9649</w:t>
      </w:r>
      <w:r>
        <w:tab/>
        <w:t>1.013e0</w:t>
      </w:r>
    </w:p>
    <w:p w:rsidR="007B2329" w:rsidRDefault="007B2329" w:rsidP="007B2329">
      <w:r>
        <w:t>356.9749</w:t>
      </w:r>
      <w:r>
        <w:tab/>
        <w:t>1.187e0</w:t>
      </w:r>
    </w:p>
    <w:p w:rsidR="007B2329" w:rsidRDefault="007B2329" w:rsidP="007B2329">
      <w:r>
        <w:t>356.9796</w:t>
      </w:r>
      <w:r>
        <w:tab/>
        <w:t>4.051e0</w:t>
      </w:r>
    </w:p>
    <w:p w:rsidR="007B2329" w:rsidRDefault="007B2329" w:rsidP="007B2329">
      <w:r>
        <w:lastRenderedPageBreak/>
        <w:t>356.9937</w:t>
      </w:r>
      <w:r>
        <w:tab/>
        <w:t>2.025e0</w:t>
      </w:r>
    </w:p>
    <w:p w:rsidR="007B2329" w:rsidRDefault="007B2329" w:rsidP="007B2329">
      <w:r>
        <w:t>357.0204</w:t>
      </w:r>
      <w:r>
        <w:tab/>
        <w:t>2.683e0</w:t>
      </w:r>
    </w:p>
    <w:p w:rsidR="007B2329" w:rsidRDefault="007B2329" w:rsidP="007B2329">
      <w:r>
        <w:t>357.0288</w:t>
      </w:r>
      <w:r>
        <w:tab/>
        <w:t>2.025e0</w:t>
      </w:r>
    </w:p>
    <w:p w:rsidR="007B2329" w:rsidRDefault="007B2329" w:rsidP="007B2329">
      <w:r>
        <w:t>357.0347</w:t>
      </w:r>
      <w:r>
        <w:tab/>
        <w:t>7.016e0</w:t>
      </w:r>
    </w:p>
    <w:p w:rsidR="007B2329" w:rsidRDefault="007B2329" w:rsidP="007B2329">
      <w:r>
        <w:t>357.0641</w:t>
      </w:r>
      <w:r>
        <w:tab/>
        <w:t>1.013e0</w:t>
      </w:r>
    </w:p>
    <w:p w:rsidR="007B2329" w:rsidRDefault="007B2329" w:rsidP="007B2329">
      <w:r>
        <w:t>357.0705</w:t>
      </w:r>
      <w:r>
        <w:tab/>
        <w:t>1.131e0</w:t>
      </w:r>
    </w:p>
    <w:p w:rsidR="007B2329" w:rsidRDefault="007B2329" w:rsidP="007B2329">
      <w:r>
        <w:t>357.0850</w:t>
      </w:r>
      <w:r>
        <w:tab/>
        <w:t>1.013e0</w:t>
      </w:r>
    </w:p>
    <w:p w:rsidR="007B2329" w:rsidRDefault="007B2329" w:rsidP="007B2329">
      <w:r>
        <w:t>357.0975</w:t>
      </w:r>
      <w:r>
        <w:tab/>
        <w:t>2.025e0</w:t>
      </w:r>
    </w:p>
    <w:p w:rsidR="007B2329" w:rsidRDefault="007B2329" w:rsidP="007B2329">
      <w:r>
        <w:t>357.1099</w:t>
      </w:r>
      <w:r>
        <w:tab/>
        <w:t>1.443e0</w:t>
      </w:r>
    </w:p>
    <w:p w:rsidR="007B2329" w:rsidRDefault="007B2329" w:rsidP="007B2329">
      <w:r>
        <w:t>357.1136</w:t>
      </w:r>
      <w:r>
        <w:tab/>
        <w:t>1.027e0</w:t>
      </w:r>
    </w:p>
    <w:p w:rsidR="007B2329" w:rsidRDefault="007B2329" w:rsidP="007B2329">
      <w:r>
        <w:t>357.1306</w:t>
      </w:r>
      <w:r>
        <w:tab/>
        <w:t>1.013e0</w:t>
      </w:r>
    </w:p>
    <w:p w:rsidR="007B2329" w:rsidRDefault="007B2329" w:rsidP="007B2329">
      <w:r>
        <w:t>357.1330</w:t>
      </w:r>
      <w:r>
        <w:tab/>
        <w:t>2.958e0</w:t>
      </w:r>
    </w:p>
    <w:p w:rsidR="007B2329" w:rsidRDefault="007B2329" w:rsidP="007B2329">
      <w:r>
        <w:t>357.1438</w:t>
      </w:r>
      <w:r>
        <w:tab/>
        <w:t>3.038e0</w:t>
      </w:r>
    </w:p>
    <w:p w:rsidR="007B2329" w:rsidRDefault="007B2329" w:rsidP="007B2329">
      <w:r>
        <w:t>357.1490</w:t>
      </w:r>
      <w:r>
        <w:tab/>
        <w:t>3.544e0</w:t>
      </w:r>
    </w:p>
    <w:p w:rsidR="007B2329" w:rsidRDefault="007B2329" w:rsidP="007B2329">
      <w:r>
        <w:t>357.1503</w:t>
      </w:r>
      <w:r>
        <w:tab/>
        <w:t>2.485e0</w:t>
      </w:r>
    </w:p>
    <w:p w:rsidR="007B2329" w:rsidRDefault="007B2329" w:rsidP="007B2329">
      <w:r>
        <w:t>357.1627</w:t>
      </w:r>
      <w:r>
        <w:tab/>
        <w:t>7.016e0</w:t>
      </w:r>
    </w:p>
    <w:p w:rsidR="007B2329" w:rsidRDefault="007B2329" w:rsidP="007B2329">
      <w:r>
        <w:t>357.1646</w:t>
      </w:r>
      <w:r>
        <w:tab/>
        <w:t>6.830e0</w:t>
      </w:r>
    </w:p>
    <w:p w:rsidR="007B2329" w:rsidRDefault="007B2329" w:rsidP="007B2329">
      <w:r>
        <w:t>357.1724</w:t>
      </w:r>
      <w:r>
        <w:tab/>
        <w:t>1.830e1</w:t>
      </w:r>
    </w:p>
    <w:p w:rsidR="007B2329" w:rsidRDefault="007B2329" w:rsidP="007B2329">
      <w:r>
        <w:t>357.1794</w:t>
      </w:r>
      <w:r>
        <w:tab/>
        <w:t>6.006e0</w:t>
      </w:r>
    </w:p>
    <w:p w:rsidR="007B2329" w:rsidRDefault="007B2329" w:rsidP="007B2329">
      <w:r>
        <w:lastRenderedPageBreak/>
        <w:t>357.2049</w:t>
      </w:r>
      <w:r>
        <w:tab/>
        <w:t>1.013e0</w:t>
      </w:r>
    </w:p>
    <w:p w:rsidR="007B2329" w:rsidRDefault="007B2329" w:rsidP="007B2329">
      <w:r>
        <w:t>357.2213</w:t>
      </w:r>
      <w:r>
        <w:tab/>
        <w:t>3.523e1</w:t>
      </w:r>
    </w:p>
    <w:p w:rsidR="007B2329" w:rsidRDefault="007B2329" w:rsidP="007B2329">
      <w:r>
        <w:t>357.2237</w:t>
      </w:r>
      <w:r>
        <w:tab/>
        <w:t>9.270e1</w:t>
      </w:r>
    </w:p>
    <w:p w:rsidR="007B2329" w:rsidRDefault="007B2329" w:rsidP="007B2329">
      <w:r>
        <w:t>357.2254</w:t>
      </w:r>
      <w:r>
        <w:tab/>
        <w:t>4.502e1</w:t>
      </w:r>
    </w:p>
    <w:p w:rsidR="007B2329" w:rsidRDefault="007B2329" w:rsidP="007B2329">
      <w:r>
        <w:t>357.2287</w:t>
      </w:r>
      <w:r>
        <w:tab/>
        <w:t>1.037e2</w:t>
      </w:r>
    </w:p>
    <w:p w:rsidR="007B2329" w:rsidRDefault="007B2329" w:rsidP="007B2329">
      <w:r>
        <w:t>357.2505</w:t>
      </w:r>
      <w:r>
        <w:tab/>
        <w:t>1.013e0</w:t>
      </w:r>
    </w:p>
    <w:p w:rsidR="007B2329" w:rsidRDefault="007B2329" w:rsidP="007B2329">
      <w:r>
        <w:t>357.2703</w:t>
      </w:r>
      <w:r>
        <w:tab/>
        <w:t>2.205e0</w:t>
      </w:r>
    </w:p>
    <w:p w:rsidR="007B2329" w:rsidRDefault="007B2329" w:rsidP="007B2329">
      <w:r>
        <w:t>357.2922</w:t>
      </w:r>
      <w:r>
        <w:tab/>
        <w:t>4.051e0</w:t>
      </w:r>
    </w:p>
    <w:p w:rsidR="007B2329" w:rsidRDefault="007B2329" w:rsidP="007B2329">
      <w:r>
        <w:t>357.3230</w:t>
      </w:r>
      <w:r>
        <w:tab/>
        <w:t>2.025e0</w:t>
      </w:r>
    </w:p>
    <w:p w:rsidR="007B2329" w:rsidRDefault="007B2329" w:rsidP="007B2329">
      <w:r>
        <w:t>357.3307</w:t>
      </w:r>
      <w:r>
        <w:tab/>
        <w:t>1.013e0</w:t>
      </w:r>
    </w:p>
    <w:p w:rsidR="007B2329" w:rsidRDefault="007B2329" w:rsidP="007B2329">
      <w:r>
        <w:t>357.3378</w:t>
      </w:r>
      <w:r>
        <w:tab/>
        <w:t>3.194e0</w:t>
      </w:r>
    </w:p>
    <w:p w:rsidR="007B2329" w:rsidRDefault="007B2329" w:rsidP="007B2329">
      <w:r>
        <w:t>357.3500</w:t>
      </w:r>
      <w:r>
        <w:tab/>
        <w:t>3.038e0</w:t>
      </w:r>
    </w:p>
    <w:p w:rsidR="007B2329" w:rsidRDefault="007B2329" w:rsidP="007B2329">
      <w:r>
        <w:t>357.3542</w:t>
      </w:r>
      <w:r>
        <w:tab/>
        <w:t>2.025e0</w:t>
      </w:r>
    </w:p>
    <w:p w:rsidR="007B2329" w:rsidRDefault="007B2329" w:rsidP="007B2329">
      <w:r>
        <w:t>357.3707</w:t>
      </w:r>
      <w:r>
        <w:tab/>
        <w:t>1.013e0</w:t>
      </w:r>
    </w:p>
    <w:p w:rsidR="007B2329" w:rsidRDefault="007B2329" w:rsidP="007B2329">
      <w:r>
        <w:t>357.3790</w:t>
      </w:r>
      <w:r>
        <w:tab/>
        <w:t>2.025e0</w:t>
      </w:r>
    </w:p>
    <w:p w:rsidR="007B2329" w:rsidRDefault="007B2329" w:rsidP="007B2329">
      <w:r>
        <w:t>357.3874</w:t>
      </w:r>
      <w:r>
        <w:tab/>
        <w:t>2.025e0</w:t>
      </w:r>
    </w:p>
    <w:p w:rsidR="007B2329" w:rsidRDefault="007B2329" w:rsidP="007B2329">
      <w:r>
        <w:t>357.3923</w:t>
      </w:r>
      <w:r>
        <w:tab/>
        <w:t>3.051e0</w:t>
      </w:r>
    </w:p>
    <w:p w:rsidR="007B2329" w:rsidRDefault="007B2329" w:rsidP="007B2329">
      <w:r>
        <w:t>357.4115</w:t>
      </w:r>
      <w:r>
        <w:tab/>
        <w:t>4.051e0</w:t>
      </w:r>
    </w:p>
    <w:p w:rsidR="007B2329" w:rsidRDefault="007B2329" w:rsidP="007B2329">
      <w:r>
        <w:t>357.4135</w:t>
      </w:r>
      <w:r>
        <w:tab/>
        <w:t>1.025e0</w:t>
      </w:r>
    </w:p>
    <w:p w:rsidR="007B2329" w:rsidRDefault="007B2329" w:rsidP="007B2329">
      <w:r>
        <w:lastRenderedPageBreak/>
        <w:t>357.4330</w:t>
      </w:r>
      <w:r>
        <w:tab/>
        <w:t>5.063e0</w:t>
      </w:r>
    </w:p>
    <w:p w:rsidR="007B2329" w:rsidRDefault="007B2329" w:rsidP="007B2329">
      <w:r>
        <w:t>357.4409</w:t>
      </w:r>
      <w:r>
        <w:tab/>
        <w:t>1.013e0</w:t>
      </w:r>
    </w:p>
    <w:p w:rsidR="007B2329" w:rsidRDefault="007B2329" w:rsidP="007B2329">
      <w:r>
        <w:t>357.4521</w:t>
      </w:r>
      <w:r>
        <w:tab/>
        <w:t>1.013e0</w:t>
      </w:r>
    </w:p>
    <w:p w:rsidR="007B2329" w:rsidRDefault="007B2329" w:rsidP="007B2329">
      <w:r>
        <w:t>357.4591</w:t>
      </w:r>
      <w:r>
        <w:tab/>
        <w:t>2.331e0</w:t>
      </w:r>
    </w:p>
    <w:p w:rsidR="007B2329" w:rsidRDefault="007B2329" w:rsidP="007B2329">
      <w:r>
        <w:t>357.4741</w:t>
      </w:r>
      <w:r>
        <w:tab/>
        <w:t>2.025e0</w:t>
      </w:r>
    </w:p>
    <w:p w:rsidR="007B2329" w:rsidRDefault="007B2329" w:rsidP="007B2329">
      <w:r>
        <w:t>357.4817</w:t>
      </w:r>
      <w:r>
        <w:tab/>
        <w:t>3.038e0</w:t>
      </w:r>
    </w:p>
    <w:p w:rsidR="007B2329" w:rsidRDefault="007B2329" w:rsidP="007B2329">
      <w:r>
        <w:t>357.4889</w:t>
      </w:r>
      <w:r>
        <w:tab/>
        <w:t>1.025e0</w:t>
      </w:r>
    </w:p>
    <w:p w:rsidR="007B2329" w:rsidRDefault="007B2329" w:rsidP="007B2329">
      <w:r>
        <w:t>357.4904</w:t>
      </w:r>
      <w:r>
        <w:tab/>
        <w:t>1.013e0</w:t>
      </w:r>
    </w:p>
    <w:p w:rsidR="007B2329" w:rsidRDefault="007B2329" w:rsidP="007B2329">
      <w:r>
        <w:t>357.4969</w:t>
      </w:r>
      <w:r>
        <w:tab/>
        <w:t>2.025e0</w:t>
      </w:r>
    </w:p>
    <w:p w:rsidR="007B2329" w:rsidRDefault="007B2329" w:rsidP="007B2329">
      <w:r>
        <w:t>357.5080</w:t>
      </w:r>
      <w:r>
        <w:tab/>
        <w:t>4.051e0</w:t>
      </w:r>
    </w:p>
    <w:p w:rsidR="007B2329" w:rsidRDefault="007B2329" w:rsidP="007B2329">
      <w:r>
        <w:t>357.5417</w:t>
      </w:r>
      <w:r>
        <w:tab/>
        <w:t>1.013e0</w:t>
      </w:r>
    </w:p>
    <w:p w:rsidR="007B2329" w:rsidRDefault="007B2329" w:rsidP="007B2329">
      <w:r>
        <w:t>357.5499</w:t>
      </w:r>
      <w:r>
        <w:tab/>
        <w:t>2.025e0</w:t>
      </w:r>
    </w:p>
    <w:p w:rsidR="007B2329" w:rsidRDefault="007B2329" w:rsidP="007B2329">
      <w:r>
        <w:t>357.5772</w:t>
      </w:r>
      <w:r>
        <w:tab/>
        <w:t>3.038e0</w:t>
      </w:r>
    </w:p>
    <w:p w:rsidR="007B2329" w:rsidRDefault="007B2329" w:rsidP="007B2329">
      <w:r>
        <w:t>357.5804</w:t>
      </w:r>
      <w:r>
        <w:tab/>
        <w:t>2.038e0</w:t>
      </w:r>
    </w:p>
    <w:p w:rsidR="007B2329" w:rsidRDefault="007B2329" w:rsidP="007B2329">
      <w:r>
        <w:t>357.5818</w:t>
      </w:r>
      <w:r>
        <w:tab/>
        <w:t>1.013e0</w:t>
      </w:r>
    </w:p>
    <w:p w:rsidR="007B2329" w:rsidRDefault="007B2329" w:rsidP="007B2329">
      <w:r>
        <w:t>357.6025</w:t>
      </w:r>
      <w:r>
        <w:tab/>
        <w:t>1.013e0</w:t>
      </w:r>
    </w:p>
    <w:p w:rsidR="007B2329" w:rsidRDefault="007B2329" w:rsidP="007B2329">
      <w:r>
        <w:t>357.6118</w:t>
      </w:r>
      <w:r>
        <w:tab/>
        <w:t>1.013e0</w:t>
      </w:r>
    </w:p>
    <w:p w:rsidR="007B2329" w:rsidRDefault="007B2329" w:rsidP="007B2329">
      <w:r>
        <w:t>357.6151</w:t>
      </w:r>
      <w:r>
        <w:tab/>
        <w:t>2.025e0</w:t>
      </w:r>
    </w:p>
    <w:p w:rsidR="007B2329" w:rsidRDefault="007B2329" w:rsidP="007B2329">
      <w:r>
        <w:t>357.6237</w:t>
      </w:r>
      <w:r>
        <w:tab/>
        <w:t>3.038e0</w:t>
      </w:r>
    </w:p>
    <w:p w:rsidR="007B2329" w:rsidRDefault="007B2329" w:rsidP="007B2329">
      <w:r>
        <w:lastRenderedPageBreak/>
        <w:t>357.6274</w:t>
      </w:r>
      <w:r>
        <w:tab/>
        <w:t>1.013e0</w:t>
      </w:r>
    </w:p>
    <w:p w:rsidR="007B2329" w:rsidRDefault="007B2329" w:rsidP="007B2329">
      <w:r>
        <w:t>357.6306</w:t>
      </w:r>
      <w:r>
        <w:tab/>
        <w:t>4.063e0</w:t>
      </w:r>
    </w:p>
    <w:p w:rsidR="007B2329" w:rsidRDefault="007B2329" w:rsidP="007B2329">
      <w:r>
        <w:t>357.6629</w:t>
      </w:r>
      <w:r>
        <w:tab/>
        <w:t>2.025e0</w:t>
      </w:r>
    </w:p>
    <w:p w:rsidR="007B2329" w:rsidRDefault="007B2329" w:rsidP="007B2329">
      <w:r>
        <w:t>357.6730</w:t>
      </w:r>
      <w:r>
        <w:tab/>
        <w:t>1.013e0</w:t>
      </w:r>
    </w:p>
    <w:p w:rsidR="007B2329" w:rsidRDefault="007B2329" w:rsidP="007B2329">
      <w:r>
        <w:t>357.6750</w:t>
      </w:r>
      <w:r>
        <w:tab/>
        <w:t>2.025e0</w:t>
      </w:r>
    </w:p>
    <w:p w:rsidR="007B2329" w:rsidRDefault="007B2329" w:rsidP="007B2329">
      <w:r>
        <w:t>357.6834</w:t>
      </w:r>
      <w:r>
        <w:tab/>
        <w:t>2.025e0</w:t>
      </w:r>
    </w:p>
    <w:p w:rsidR="007B2329" w:rsidRDefault="007B2329" w:rsidP="007B2329">
      <w:r>
        <w:t>357.6940</w:t>
      </w:r>
      <w:r>
        <w:tab/>
        <w:t>6.140e0</w:t>
      </w:r>
    </w:p>
    <w:p w:rsidR="007B2329" w:rsidRDefault="007B2329" w:rsidP="007B2329">
      <w:r>
        <w:t>357.7018</w:t>
      </w:r>
      <w:r>
        <w:tab/>
        <w:t>1.013e0</w:t>
      </w:r>
    </w:p>
    <w:p w:rsidR="007B2329" w:rsidRDefault="007B2329" w:rsidP="007B2329">
      <w:r>
        <w:t>357.7140</w:t>
      </w:r>
      <w:r>
        <w:tab/>
        <w:t>2.025e0</w:t>
      </w:r>
    </w:p>
    <w:p w:rsidR="007B2329" w:rsidRDefault="007B2329" w:rsidP="007B2329">
      <w:r>
        <w:t>357.7295</w:t>
      </w:r>
      <w:r>
        <w:tab/>
        <w:t>2.038e0</w:t>
      </w:r>
    </w:p>
    <w:p w:rsidR="007B2329" w:rsidRDefault="007B2329" w:rsidP="007B2329">
      <w:r>
        <w:t>357.7332</w:t>
      </w:r>
      <w:r>
        <w:tab/>
        <w:t>2.025e0</w:t>
      </w:r>
    </w:p>
    <w:p w:rsidR="007B2329" w:rsidRDefault="007B2329" w:rsidP="007B2329">
      <w:r>
        <w:t>357.7398</w:t>
      </w:r>
      <w:r>
        <w:tab/>
        <w:t>1.038e0</w:t>
      </w:r>
    </w:p>
    <w:p w:rsidR="007B2329" w:rsidRDefault="007B2329" w:rsidP="007B2329">
      <w:r>
        <w:t>357.7644</w:t>
      </w:r>
      <w:r>
        <w:tab/>
        <w:t>4.051e0</w:t>
      </w:r>
    </w:p>
    <w:p w:rsidR="007B2329" w:rsidRDefault="007B2329" w:rsidP="007B2329">
      <w:r>
        <w:t>357.7683</w:t>
      </w:r>
      <w:r>
        <w:tab/>
        <w:t>1.013e0</w:t>
      </w:r>
    </w:p>
    <w:p w:rsidR="007B2329" w:rsidRDefault="007B2329" w:rsidP="007B2329">
      <w:r>
        <w:t>357.7756</w:t>
      </w:r>
      <w:r>
        <w:tab/>
        <w:t>2.025e0</w:t>
      </w:r>
    </w:p>
    <w:p w:rsidR="007B2329" w:rsidRDefault="007B2329" w:rsidP="007B2329">
      <w:r>
        <w:t>357.7882</w:t>
      </w:r>
      <w:r>
        <w:tab/>
        <w:t>2.025e0</w:t>
      </w:r>
    </w:p>
    <w:p w:rsidR="007B2329" w:rsidRDefault="007B2329" w:rsidP="007B2329">
      <w:r>
        <w:t>357.7932</w:t>
      </w:r>
      <w:r>
        <w:tab/>
        <w:t>1.013e0</w:t>
      </w:r>
    </w:p>
    <w:p w:rsidR="007B2329" w:rsidRDefault="007B2329" w:rsidP="007B2329">
      <w:r>
        <w:t>357.8081</w:t>
      </w:r>
      <w:r>
        <w:tab/>
        <w:t>2.025e0</w:t>
      </w:r>
    </w:p>
    <w:p w:rsidR="007B2329" w:rsidRDefault="007B2329" w:rsidP="007B2329">
      <w:r>
        <w:t>357.8227</w:t>
      </w:r>
      <w:r>
        <w:tab/>
        <w:t>1.013e0</w:t>
      </w:r>
    </w:p>
    <w:p w:rsidR="007B2329" w:rsidRDefault="007B2329" w:rsidP="007B2329">
      <w:r>
        <w:lastRenderedPageBreak/>
        <w:t>357.8250</w:t>
      </w:r>
      <w:r>
        <w:tab/>
        <w:t>3.038e0</w:t>
      </w:r>
    </w:p>
    <w:p w:rsidR="007B2329" w:rsidRDefault="007B2329" w:rsidP="007B2329">
      <w:r>
        <w:t>357.8389</w:t>
      </w:r>
      <w:r>
        <w:tab/>
        <w:t>1.013e0</w:t>
      </w:r>
    </w:p>
    <w:p w:rsidR="007B2329" w:rsidRDefault="007B2329" w:rsidP="007B2329">
      <w:r>
        <w:t>357.8427</w:t>
      </w:r>
      <w:r>
        <w:tab/>
        <w:t>2.025e0</w:t>
      </w:r>
    </w:p>
    <w:p w:rsidR="007B2329" w:rsidRDefault="007B2329" w:rsidP="007B2329">
      <w:r>
        <w:t>357.8547</w:t>
      </w:r>
      <w:r>
        <w:tab/>
        <w:t>1.013e0</w:t>
      </w:r>
    </w:p>
    <w:p w:rsidR="007B2329" w:rsidRDefault="007B2329" w:rsidP="007B2329">
      <w:r>
        <w:t>357.8635</w:t>
      </w:r>
      <w:r>
        <w:tab/>
        <w:t>1.013e0</w:t>
      </w:r>
    </w:p>
    <w:p w:rsidR="007B2329" w:rsidRDefault="007B2329" w:rsidP="007B2329">
      <w:r>
        <w:t>357.8740</w:t>
      </w:r>
      <w:r>
        <w:tab/>
        <w:t>2.025e0</w:t>
      </w:r>
    </w:p>
    <w:p w:rsidR="007B2329" w:rsidRDefault="007B2329" w:rsidP="007B2329">
      <w:r>
        <w:t>357.8932</w:t>
      </w:r>
      <w:r>
        <w:tab/>
        <w:t>1.013e0</w:t>
      </w:r>
    </w:p>
    <w:p w:rsidR="007B2329" w:rsidRDefault="007B2329" w:rsidP="007B2329">
      <w:r>
        <w:t>357.8982</w:t>
      </w:r>
      <w:r>
        <w:tab/>
        <w:t>3.038e0</w:t>
      </w:r>
    </w:p>
    <w:p w:rsidR="007B2329" w:rsidRDefault="007B2329" w:rsidP="007B2329">
      <w:r>
        <w:t>357.8994</w:t>
      </w:r>
      <w:r>
        <w:tab/>
        <w:t>2.025e0</w:t>
      </w:r>
    </w:p>
    <w:p w:rsidR="007B2329" w:rsidRDefault="007B2329" w:rsidP="007B2329">
      <w:r>
        <w:t>357.9131</w:t>
      </w:r>
      <w:r>
        <w:tab/>
        <w:t>2.025e0</w:t>
      </w:r>
    </w:p>
    <w:p w:rsidR="007B2329" w:rsidRDefault="007B2329" w:rsidP="007B2329">
      <w:r>
        <w:t>357.9250</w:t>
      </w:r>
      <w:r>
        <w:tab/>
        <w:t>1.013e0</w:t>
      </w:r>
    </w:p>
    <w:p w:rsidR="007B2329" w:rsidRDefault="007B2329" w:rsidP="007B2329">
      <w:r>
        <w:t>357.9374</w:t>
      </w:r>
      <w:r>
        <w:tab/>
        <w:t>4.051e0</w:t>
      </w:r>
    </w:p>
    <w:p w:rsidR="007B2329" w:rsidRDefault="007B2329" w:rsidP="007B2329">
      <w:r>
        <w:t>357.9471</w:t>
      </w:r>
      <w:r>
        <w:tab/>
        <w:t>5.089e0</w:t>
      </w:r>
    </w:p>
    <w:p w:rsidR="007B2329" w:rsidRDefault="007B2329" w:rsidP="007B2329">
      <w:r>
        <w:t>357.9634</w:t>
      </w:r>
      <w:r>
        <w:tab/>
        <w:t>1.013e0</w:t>
      </w:r>
    </w:p>
    <w:p w:rsidR="007B2329" w:rsidRDefault="007B2329" w:rsidP="007B2329">
      <w:r>
        <w:t>357.9711</w:t>
      </w:r>
      <w:r>
        <w:tab/>
        <w:t>2.532e-2</w:t>
      </w:r>
    </w:p>
    <w:p w:rsidR="007B2329" w:rsidRDefault="007B2329" w:rsidP="007B2329">
      <w:r>
        <w:t>357.9750</w:t>
      </w:r>
      <w:r>
        <w:tab/>
        <w:t>6.076e0</w:t>
      </w:r>
    </w:p>
    <w:p w:rsidR="007B2329" w:rsidRDefault="007B2329" w:rsidP="007B2329">
      <w:r>
        <w:t>357.9837</w:t>
      </w:r>
      <w:r>
        <w:tab/>
        <w:t>1.013e0</w:t>
      </w:r>
    </w:p>
    <w:p w:rsidR="007B2329" w:rsidRDefault="007B2329" w:rsidP="007B2329">
      <w:r>
        <w:t>357.9850</w:t>
      </w:r>
      <w:r>
        <w:tab/>
        <w:t>2.025e0</w:t>
      </w:r>
    </w:p>
    <w:p w:rsidR="007B2329" w:rsidRDefault="007B2329" w:rsidP="007B2329">
      <w:r>
        <w:t>357.9939</w:t>
      </w:r>
      <w:r>
        <w:tab/>
        <w:t>2.025e0</w:t>
      </w:r>
    </w:p>
    <w:p w:rsidR="007B2329" w:rsidRDefault="007B2329" w:rsidP="007B2329">
      <w:r>
        <w:lastRenderedPageBreak/>
        <w:t>357.9954</w:t>
      </w:r>
      <w:r>
        <w:tab/>
        <w:t>1.013e0</w:t>
      </w:r>
    </w:p>
    <w:p w:rsidR="007B2329" w:rsidRDefault="007B2329" w:rsidP="007B2329">
      <w:r>
        <w:t>358.0044</w:t>
      </w:r>
      <w:r>
        <w:tab/>
        <w:t>2.025e0</w:t>
      </w:r>
    </w:p>
    <w:p w:rsidR="007B2329" w:rsidRDefault="007B2329" w:rsidP="007B2329">
      <w:r>
        <w:t>358.0208</w:t>
      </w:r>
      <w:r>
        <w:tab/>
        <w:t>1.013e0</w:t>
      </w:r>
    </w:p>
    <w:p w:rsidR="007B2329" w:rsidRDefault="007B2329" w:rsidP="007B2329">
      <w:r>
        <w:t>358.0312</w:t>
      </w:r>
      <w:r>
        <w:tab/>
        <w:t>2.025e0</w:t>
      </w:r>
    </w:p>
    <w:p w:rsidR="007B2329" w:rsidRDefault="007B2329" w:rsidP="007B2329">
      <w:r>
        <w:t>358.0390</w:t>
      </w:r>
      <w:r>
        <w:tab/>
        <w:t>2.976e0</w:t>
      </w:r>
    </w:p>
    <w:p w:rsidR="007B2329" w:rsidRDefault="007B2329" w:rsidP="007B2329">
      <w:r>
        <w:t>358.0425</w:t>
      </w:r>
      <w:r>
        <w:tab/>
        <w:t>2.025e0</w:t>
      </w:r>
    </w:p>
    <w:p w:rsidR="007B2329" w:rsidRDefault="007B2329" w:rsidP="007B2329">
      <w:r>
        <w:t>358.0664</w:t>
      </w:r>
      <w:r>
        <w:tab/>
        <w:t>2.025e0</w:t>
      </w:r>
    </w:p>
    <w:p w:rsidR="007B2329" w:rsidRDefault="007B2329" w:rsidP="007B2329">
      <w:r>
        <w:t>358.0677</w:t>
      </w:r>
      <w:r>
        <w:tab/>
        <w:t>2.025e0</w:t>
      </w:r>
    </w:p>
    <w:p w:rsidR="007B2329" w:rsidRDefault="007B2329" w:rsidP="007B2329">
      <w:r>
        <w:t>358.0750</w:t>
      </w:r>
      <w:r>
        <w:tab/>
        <w:t>1.013e0</w:t>
      </w:r>
    </w:p>
    <w:p w:rsidR="007B2329" w:rsidRDefault="007B2329" w:rsidP="007B2329">
      <w:r>
        <w:t>358.0791</w:t>
      </w:r>
      <w:r>
        <w:tab/>
        <w:t>2.025e0</w:t>
      </w:r>
    </w:p>
    <w:p w:rsidR="007B2329" w:rsidRDefault="007B2329" w:rsidP="007B2329">
      <w:r>
        <w:t>358.0805</w:t>
      </w:r>
      <w:r>
        <w:tab/>
        <w:t>2.025e0</w:t>
      </w:r>
    </w:p>
    <w:p w:rsidR="007B2329" w:rsidRDefault="007B2329" w:rsidP="007B2329">
      <w:r>
        <w:t>358.0892</w:t>
      </w:r>
      <w:r>
        <w:tab/>
        <w:t>2.025e0</w:t>
      </w:r>
    </w:p>
    <w:p w:rsidR="007B2329" w:rsidRDefault="007B2329" w:rsidP="007B2329">
      <w:r>
        <w:t>358.0956</w:t>
      </w:r>
      <w:r>
        <w:tab/>
        <w:t>1.013e0</w:t>
      </w:r>
    </w:p>
    <w:p w:rsidR="007B2329" w:rsidRDefault="007B2329" w:rsidP="007B2329">
      <w:r>
        <w:t>358.1172</w:t>
      </w:r>
      <w:r>
        <w:tab/>
        <w:t>2.247e0</w:t>
      </w:r>
    </w:p>
    <w:p w:rsidR="007B2329" w:rsidRDefault="007B2329" w:rsidP="007B2329">
      <w:r>
        <w:t>358.1245</w:t>
      </w:r>
      <w:r>
        <w:tab/>
        <w:t>1.013e0</w:t>
      </w:r>
    </w:p>
    <w:p w:rsidR="007B2329" w:rsidRDefault="007B2329" w:rsidP="007B2329">
      <w:r>
        <w:t>358.1276</w:t>
      </w:r>
      <w:r>
        <w:tab/>
        <w:t>2.025e0</w:t>
      </w:r>
    </w:p>
    <w:p w:rsidR="007B2329" w:rsidRDefault="007B2329" w:rsidP="007B2329">
      <w:r>
        <w:t>358.1317</w:t>
      </w:r>
      <w:r>
        <w:tab/>
        <w:t>4.560e0</w:t>
      </w:r>
    </w:p>
    <w:p w:rsidR="007B2329" w:rsidRDefault="007B2329" w:rsidP="007B2329">
      <w:r>
        <w:t>358.1440</w:t>
      </w:r>
      <w:r>
        <w:tab/>
        <w:t>4.179e0</w:t>
      </w:r>
    </w:p>
    <w:p w:rsidR="007B2329" w:rsidRDefault="007B2329" w:rsidP="007B2329">
      <w:r>
        <w:t>358.1602</w:t>
      </w:r>
      <w:r>
        <w:tab/>
        <w:t>2.025e0</w:t>
      </w:r>
    </w:p>
    <w:p w:rsidR="007B2329" w:rsidRDefault="007B2329" w:rsidP="007B2329">
      <w:r>
        <w:lastRenderedPageBreak/>
        <w:t>358.1729</w:t>
      </w:r>
      <w:r>
        <w:tab/>
        <w:t>5.233e0</w:t>
      </w:r>
    </w:p>
    <w:p w:rsidR="007B2329" w:rsidRDefault="007B2329" w:rsidP="007B2329">
      <w:r>
        <w:t>358.1761</w:t>
      </w:r>
      <w:r>
        <w:tab/>
        <w:t>2.025e0</w:t>
      </w:r>
    </w:p>
    <w:p w:rsidR="007B2329" w:rsidRDefault="007B2329" w:rsidP="007B2329">
      <w:r>
        <w:t>358.1964</w:t>
      </w:r>
      <w:r>
        <w:tab/>
        <w:t>1.354e1</w:t>
      </w:r>
    </w:p>
    <w:p w:rsidR="007B2329" w:rsidRDefault="007B2329" w:rsidP="007B2329">
      <w:r>
        <w:t>358.2002</w:t>
      </w:r>
      <w:r>
        <w:tab/>
        <w:t>3.104e1</w:t>
      </w:r>
    </w:p>
    <w:p w:rsidR="007B2329" w:rsidRDefault="007B2329" w:rsidP="007B2329">
      <w:r>
        <w:t>358.2049</w:t>
      </w:r>
      <w:r>
        <w:tab/>
        <w:t>4.444e1</w:t>
      </w:r>
    </w:p>
    <w:p w:rsidR="007B2329" w:rsidRDefault="007B2329" w:rsidP="007B2329">
      <w:r>
        <w:t>358.2122</w:t>
      </w:r>
      <w:r>
        <w:tab/>
        <w:t>2.034e1</w:t>
      </w:r>
    </w:p>
    <w:p w:rsidR="007B2329" w:rsidRDefault="007B2329" w:rsidP="007B2329">
      <w:r>
        <w:t>358.2145</w:t>
      </w:r>
      <w:r>
        <w:tab/>
        <w:t>2.063e0</w:t>
      </w:r>
    </w:p>
    <w:p w:rsidR="007B2329" w:rsidRDefault="007B2329" w:rsidP="007B2329">
      <w:r>
        <w:t>358.2193</w:t>
      </w:r>
      <w:r>
        <w:tab/>
        <w:t>8.969e0</w:t>
      </w:r>
    </w:p>
    <w:p w:rsidR="007B2329" w:rsidRDefault="007B2329" w:rsidP="007B2329">
      <w:r>
        <w:t>358.2244</w:t>
      </w:r>
      <w:r>
        <w:tab/>
        <w:t>1.038e0</w:t>
      </w:r>
    </w:p>
    <w:p w:rsidR="007B2329" w:rsidRDefault="007B2329" w:rsidP="007B2329">
      <w:r>
        <w:t>358.2407</w:t>
      </w:r>
      <w:r>
        <w:tab/>
        <w:t>2.922e0</w:t>
      </w:r>
    </w:p>
    <w:p w:rsidR="007B2329" w:rsidRDefault="007B2329" w:rsidP="007B2329">
      <w:r>
        <w:t>358.2513</w:t>
      </w:r>
      <w:r>
        <w:tab/>
        <w:t>1.378e1</w:t>
      </w:r>
    </w:p>
    <w:p w:rsidR="007B2329" w:rsidRDefault="007B2329" w:rsidP="007B2329">
      <w:r>
        <w:t>358.2547</w:t>
      </w:r>
      <w:r>
        <w:tab/>
        <w:t>2.958e0</w:t>
      </w:r>
    </w:p>
    <w:p w:rsidR="007B2329" w:rsidRDefault="007B2329" w:rsidP="007B2329">
      <w:r>
        <w:t>358.2704</w:t>
      </w:r>
      <w:r>
        <w:tab/>
        <w:t>1.013e0</w:t>
      </w:r>
    </w:p>
    <w:p w:rsidR="007B2329" w:rsidRDefault="007B2329" w:rsidP="007B2329">
      <w:r>
        <w:t>358.2761</w:t>
      </w:r>
      <w:r>
        <w:tab/>
        <w:t>3.038e0</w:t>
      </w:r>
    </w:p>
    <w:p w:rsidR="007B2329" w:rsidRDefault="007B2329" w:rsidP="007B2329">
      <w:r>
        <w:t>358.2960</w:t>
      </w:r>
      <w:r>
        <w:tab/>
        <w:t>1.013e0</w:t>
      </w:r>
    </w:p>
    <w:p w:rsidR="007B2329" w:rsidRDefault="007B2329" w:rsidP="007B2329">
      <w:r>
        <w:t>358.3026</w:t>
      </w:r>
      <w:r>
        <w:tab/>
        <w:t>1.013e0</w:t>
      </w:r>
    </w:p>
    <w:p w:rsidR="007B2329" w:rsidRDefault="007B2329" w:rsidP="007B2329">
      <w:r>
        <w:t>358.3115</w:t>
      </w:r>
      <w:r>
        <w:tab/>
        <w:t>4.051e0</w:t>
      </w:r>
    </w:p>
    <w:p w:rsidR="007B2329" w:rsidRDefault="007B2329" w:rsidP="007B2329">
      <w:r>
        <w:t>358.3196</w:t>
      </w:r>
      <w:r>
        <w:tab/>
        <w:t>2.025e0</w:t>
      </w:r>
    </w:p>
    <w:p w:rsidR="007B2329" w:rsidRDefault="007B2329" w:rsidP="007B2329">
      <w:r>
        <w:t>358.3319</w:t>
      </w:r>
      <w:r>
        <w:tab/>
        <w:t>2.025e0</w:t>
      </w:r>
    </w:p>
    <w:p w:rsidR="007B2329" w:rsidRDefault="007B2329" w:rsidP="007B2329">
      <w:r>
        <w:lastRenderedPageBreak/>
        <w:t>358.3487</w:t>
      </w:r>
      <w:r>
        <w:tab/>
        <w:t>1.038e0</w:t>
      </w:r>
    </w:p>
    <w:p w:rsidR="007B2329" w:rsidRDefault="007B2329" w:rsidP="007B2329">
      <w:r>
        <w:t>358.3516</w:t>
      </w:r>
      <w:r>
        <w:tab/>
        <w:t>3.038e0</w:t>
      </w:r>
    </w:p>
    <w:p w:rsidR="007B2329" w:rsidRDefault="007B2329" w:rsidP="007B2329">
      <w:r>
        <w:t>358.3539</w:t>
      </w:r>
      <w:r>
        <w:tab/>
        <w:t>2.025e0</w:t>
      </w:r>
    </w:p>
    <w:p w:rsidR="007B2329" w:rsidRDefault="007B2329" w:rsidP="007B2329">
      <w:r>
        <w:t>358.3605</w:t>
      </w:r>
      <w:r>
        <w:tab/>
        <w:t>1.013e0</w:t>
      </w:r>
    </w:p>
    <w:p w:rsidR="007B2329" w:rsidRDefault="007B2329" w:rsidP="007B2329">
      <w:r>
        <w:t>358.3709</w:t>
      </w:r>
      <w:r>
        <w:tab/>
        <w:t>2.025e0</w:t>
      </w:r>
    </w:p>
    <w:p w:rsidR="007B2329" w:rsidRDefault="007B2329" w:rsidP="007B2329">
      <w:r>
        <w:t>358.3817</w:t>
      </w:r>
      <w:r>
        <w:tab/>
        <w:t>1.013e0</w:t>
      </w:r>
    </w:p>
    <w:p w:rsidR="007B2329" w:rsidRDefault="007B2329" w:rsidP="007B2329">
      <w:r>
        <w:t>358.3839</w:t>
      </w:r>
      <w:r>
        <w:tab/>
        <w:t>5.089e0</w:t>
      </w:r>
    </w:p>
    <w:p w:rsidR="007B2329" w:rsidRDefault="007B2329" w:rsidP="007B2329">
      <w:r>
        <w:t>358.3856</w:t>
      </w:r>
      <w:r>
        <w:tab/>
        <w:t>1.013e0</w:t>
      </w:r>
    </w:p>
    <w:p w:rsidR="007B2329" w:rsidRDefault="007B2329" w:rsidP="007B2329">
      <w:r>
        <w:t>358.4059</w:t>
      </w:r>
      <w:r>
        <w:tab/>
        <w:t>4.051e0</w:t>
      </w:r>
    </w:p>
    <w:p w:rsidR="007B2329" w:rsidRDefault="007B2329" w:rsidP="007B2329">
      <w:r>
        <w:t>358.4176</w:t>
      </w:r>
      <w:r>
        <w:tab/>
        <w:t>1.013e0</w:t>
      </w:r>
    </w:p>
    <w:p w:rsidR="007B2329" w:rsidRDefault="007B2329" w:rsidP="007B2329">
      <w:r>
        <w:t>358.4480</w:t>
      </w:r>
      <w:r>
        <w:tab/>
        <w:t>1.013e0</w:t>
      </w:r>
    </w:p>
    <w:p w:rsidR="007B2329" w:rsidRDefault="007B2329" w:rsidP="007B2329">
      <w:r>
        <w:t>358.4532</w:t>
      </w:r>
      <w:r>
        <w:tab/>
        <w:t>2.025e0</w:t>
      </w:r>
    </w:p>
    <w:p w:rsidR="007B2329" w:rsidRDefault="007B2329" w:rsidP="007B2329">
      <w:r>
        <w:t>358.4624</w:t>
      </w:r>
      <w:r>
        <w:tab/>
        <w:t>2.025e0</w:t>
      </w:r>
    </w:p>
    <w:p w:rsidR="007B2329" w:rsidRDefault="007B2329" w:rsidP="007B2329">
      <w:r>
        <w:t>358.4727</w:t>
      </w:r>
      <w:r>
        <w:tab/>
        <w:t>1.013e0</w:t>
      </w:r>
    </w:p>
    <w:p w:rsidR="007B2329" w:rsidRDefault="007B2329" w:rsidP="007B2329">
      <w:r>
        <w:t>358.4766</w:t>
      </w:r>
      <w:r>
        <w:tab/>
        <w:t>3.038e0</w:t>
      </w:r>
    </w:p>
    <w:p w:rsidR="007B2329" w:rsidRDefault="007B2329" w:rsidP="007B2329">
      <w:r>
        <w:t>358.4936</w:t>
      </w:r>
      <w:r>
        <w:tab/>
        <w:t>2.025e0</w:t>
      </w:r>
    </w:p>
    <w:p w:rsidR="007B2329" w:rsidRDefault="007B2329" w:rsidP="007B2329">
      <w:r>
        <w:t>358.4994</w:t>
      </w:r>
      <w:r>
        <w:tab/>
        <w:t>2.038e0</w:t>
      </w:r>
    </w:p>
    <w:p w:rsidR="007B2329" w:rsidRDefault="007B2329" w:rsidP="007B2329">
      <w:r>
        <w:t>358.5073</w:t>
      </w:r>
      <w:r>
        <w:tab/>
        <w:t>1.013e0</w:t>
      </w:r>
    </w:p>
    <w:p w:rsidR="007B2329" w:rsidRDefault="007B2329" w:rsidP="007B2329">
      <w:r>
        <w:t>358.5104</w:t>
      </w:r>
      <w:r>
        <w:tab/>
        <w:t>7.089e0</w:t>
      </w:r>
    </w:p>
    <w:p w:rsidR="007B2329" w:rsidRDefault="007B2329" w:rsidP="007B2329">
      <w:r>
        <w:lastRenderedPageBreak/>
        <w:t>358.5184</w:t>
      </w:r>
      <w:r>
        <w:tab/>
        <w:t>1.013e0</w:t>
      </w:r>
    </w:p>
    <w:p w:rsidR="007B2329" w:rsidRDefault="007B2329" w:rsidP="007B2329">
      <w:r>
        <w:t>358.5225</w:t>
      </w:r>
      <w:r>
        <w:tab/>
        <w:t>2.025e0</w:t>
      </w:r>
    </w:p>
    <w:p w:rsidR="007B2329" w:rsidRDefault="007B2329" w:rsidP="007B2329">
      <w:r>
        <w:t>358.5540</w:t>
      </w:r>
      <w:r>
        <w:tab/>
        <w:t>3.038e0</w:t>
      </w:r>
    </w:p>
    <w:p w:rsidR="007B2329" w:rsidRDefault="007B2329" w:rsidP="007B2329">
      <w:r>
        <w:t>358.5574</w:t>
      </w:r>
      <w:r>
        <w:tab/>
        <w:t>6.076e0</w:t>
      </w:r>
    </w:p>
    <w:p w:rsidR="007B2329" w:rsidRDefault="007B2329" w:rsidP="007B2329">
      <w:r>
        <w:t>358.5607</w:t>
      </w:r>
      <w:r>
        <w:tab/>
        <w:t>2.025e0</w:t>
      </w:r>
    </w:p>
    <w:p w:rsidR="007B2329" w:rsidRDefault="007B2329" w:rsidP="007B2329">
      <w:r>
        <w:t>358.5666</w:t>
      </w:r>
      <w:r>
        <w:tab/>
        <w:t>5.063e0</w:t>
      </w:r>
    </w:p>
    <w:p w:rsidR="007B2329" w:rsidRDefault="007B2329" w:rsidP="007B2329">
      <w:r>
        <w:t>358.5766</w:t>
      </w:r>
      <w:r>
        <w:tab/>
        <w:t>4.051e0</w:t>
      </w:r>
    </w:p>
    <w:p w:rsidR="007B2329" w:rsidRDefault="007B2329" w:rsidP="007B2329">
      <w:r>
        <w:t>358.5847</w:t>
      </w:r>
      <w:r>
        <w:tab/>
        <w:t>2.025e0</w:t>
      </w:r>
    </w:p>
    <w:p w:rsidR="007B2329" w:rsidRDefault="007B2329" w:rsidP="007B2329">
      <w:r>
        <w:t>358.5970</w:t>
      </w:r>
      <w:r>
        <w:tab/>
        <w:t>1.013e0</w:t>
      </w:r>
    </w:p>
    <w:p w:rsidR="007B2329" w:rsidRDefault="007B2329" w:rsidP="007B2329">
      <w:r>
        <w:t>358.6040</w:t>
      </w:r>
      <w:r>
        <w:tab/>
        <w:t>4.051e0</w:t>
      </w:r>
    </w:p>
    <w:p w:rsidR="007B2329" w:rsidRDefault="007B2329" w:rsidP="007B2329">
      <w:r>
        <w:t>358.6240</w:t>
      </w:r>
      <w:r>
        <w:tab/>
        <w:t>7.089e0</w:t>
      </w:r>
    </w:p>
    <w:p w:rsidR="007B2329" w:rsidRDefault="007B2329" w:rsidP="007B2329">
      <w:r>
        <w:t>358.6260</w:t>
      </w:r>
      <w:r>
        <w:tab/>
        <w:t>3.821e0</w:t>
      </w:r>
    </w:p>
    <w:p w:rsidR="007B2329" w:rsidRDefault="007B2329" w:rsidP="007B2329">
      <w:r>
        <w:t>358.6375</w:t>
      </w:r>
      <w:r>
        <w:tab/>
        <w:t>4.076e0</w:t>
      </w:r>
    </w:p>
    <w:p w:rsidR="007B2329" w:rsidRDefault="007B2329" w:rsidP="007B2329">
      <w:r>
        <w:t>358.6455</w:t>
      </w:r>
      <w:r>
        <w:tab/>
        <w:t>5.063e0</w:t>
      </w:r>
    </w:p>
    <w:p w:rsidR="007B2329" w:rsidRDefault="007B2329" w:rsidP="007B2329">
      <w:r>
        <w:t>358.6482</w:t>
      </w:r>
      <w:r>
        <w:tab/>
        <w:t>1.013e0</w:t>
      </w:r>
    </w:p>
    <w:p w:rsidR="007B2329" w:rsidRDefault="007B2329" w:rsidP="007B2329">
      <w:r>
        <w:t>358.6653</w:t>
      </w:r>
      <w:r>
        <w:tab/>
        <w:t>6.089e0</w:t>
      </w:r>
    </w:p>
    <w:p w:rsidR="007B2329" w:rsidRDefault="007B2329" w:rsidP="007B2329">
      <w:r>
        <w:t>358.6668</w:t>
      </w:r>
      <w:r>
        <w:tab/>
        <w:t>4.742e0</w:t>
      </w:r>
    </w:p>
    <w:p w:rsidR="007B2329" w:rsidRDefault="007B2329" w:rsidP="007B2329">
      <w:r>
        <w:t>358.6753</w:t>
      </w:r>
      <w:r>
        <w:tab/>
        <w:t>3.729e0</w:t>
      </w:r>
    </w:p>
    <w:p w:rsidR="007B2329" w:rsidRDefault="007B2329" w:rsidP="007B2329">
      <w:r>
        <w:t>358.6903</w:t>
      </w:r>
      <w:r>
        <w:tab/>
        <w:t>5.063e0</w:t>
      </w:r>
    </w:p>
    <w:p w:rsidR="007B2329" w:rsidRDefault="007B2329" w:rsidP="007B2329">
      <w:r>
        <w:lastRenderedPageBreak/>
        <w:t>358.7090</w:t>
      </w:r>
      <w:r>
        <w:tab/>
        <w:t>1.013e0</w:t>
      </w:r>
    </w:p>
    <w:p w:rsidR="007B2329" w:rsidRDefault="007B2329" w:rsidP="007B2329">
      <w:r>
        <w:t>358.7162</w:t>
      </w:r>
      <w:r>
        <w:tab/>
        <w:t>9.114e0</w:t>
      </w:r>
    </w:p>
    <w:p w:rsidR="007B2329" w:rsidRDefault="007B2329" w:rsidP="007B2329">
      <w:r>
        <w:t>358.7242</w:t>
      </w:r>
      <w:r>
        <w:tab/>
        <w:t>1.316e1</w:t>
      </w:r>
    </w:p>
    <w:p w:rsidR="007B2329" w:rsidRDefault="007B2329" w:rsidP="007B2329">
      <w:r>
        <w:t>358.7274</w:t>
      </w:r>
      <w:r>
        <w:tab/>
        <w:t>1.025e0</w:t>
      </w:r>
    </w:p>
    <w:p w:rsidR="007B2329" w:rsidRDefault="007B2329" w:rsidP="007B2329">
      <w:r>
        <w:t>358.7340</w:t>
      </w:r>
      <w:r>
        <w:tab/>
        <w:t>1.013e0</w:t>
      </w:r>
    </w:p>
    <w:p w:rsidR="007B2329" w:rsidRDefault="007B2329" w:rsidP="007B2329">
      <w:r>
        <w:t>358.7522</w:t>
      </w:r>
      <w:r>
        <w:tab/>
        <w:t>2.038e0</w:t>
      </w:r>
    </w:p>
    <w:p w:rsidR="007B2329" w:rsidRDefault="007B2329" w:rsidP="007B2329">
      <w:r>
        <w:t>358.7615</w:t>
      </w:r>
      <w:r>
        <w:tab/>
        <w:t>2.025e0</w:t>
      </w:r>
    </w:p>
    <w:p w:rsidR="007B2329" w:rsidRDefault="007B2329" w:rsidP="007B2329">
      <w:r>
        <w:t>358.7692</w:t>
      </w:r>
      <w:r>
        <w:tab/>
        <w:t>4.051e0</w:t>
      </w:r>
    </w:p>
    <w:p w:rsidR="007B2329" w:rsidRDefault="007B2329" w:rsidP="007B2329">
      <w:r>
        <w:t>358.7721</w:t>
      </w:r>
      <w:r>
        <w:tab/>
        <w:t>7.089e0</w:t>
      </w:r>
    </w:p>
    <w:p w:rsidR="007B2329" w:rsidRDefault="007B2329" w:rsidP="007B2329">
      <w:r>
        <w:t>358.7751</w:t>
      </w:r>
      <w:r>
        <w:tab/>
        <w:t>5.985e0</w:t>
      </w:r>
    </w:p>
    <w:p w:rsidR="007B2329" w:rsidRDefault="007B2329" w:rsidP="007B2329">
      <w:r>
        <w:t>358.7835</w:t>
      </w:r>
      <w:r>
        <w:tab/>
        <w:t>1.013e0</w:t>
      </w:r>
    </w:p>
    <w:p w:rsidR="007B2329" w:rsidRDefault="007B2329" w:rsidP="007B2329">
      <w:r>
        <w:t>358.7960</w:t>
      </w:r>
      <w:r>
        <w:tab/>
        <w:t>5.063e0</w:t>
      </w:r>
    </w:p>
    <w:p w:rsidR="007B2329" w:rsidRDefault="007B2329" w:rsidP="007B2329">
      <w:r>
        <w:t>358.7973</w:t>
      </w:r>
      <w:r>
        <w:tab/>
        <w:t>3.178e0</w:t>
      </w:r>
    </w:p>
    <w:p w:rsidR="007B2329" w:rsidRDefault="007B2329" w:rsidP="007B2329">
      <w:r>
        <w:t>358.8103</w:t>
      </w:r>
      <w:r>
        <w:tab/>
        <w:t>3.038e0</w:t>
      </w:r>
    </w:p>
    <w:p w:rsidR="007B2329" w:rsidRDefault="007B2329" w:rsidP="007B2329">
      <w:r>
        <w:t>358.8264</w:t>
      </w:r>
      <w:r>
        <w:tab/>
        <w:t>5.476e0</w:t>
      </w:r>
    </w:p>
    <w:p w:rsidR="007B2329" w:rsidRDefault="007B2329" w:rsidP="007B2329">
      <w:r>
        <w:t>358.8307</w:t>
      </w:r>
      <w:r>
        <w:tab/>
        <w:t>3.548e0</w:t>
      </w:r>
    </w:p>
    <w:p w:rsidR="007B2329" w:rsidRDefault="007B2329" w:rsidP="007B2329">
      <w:r>
        <w:t>358.8346</w:t>
      </w:r>
      <w:r>
        <w:tab/>
        <w:t>3.038e0</w:t>
      </w:r>
    </w:p>
    <w:p w:rsidR="007B2329" w:rsidRDefault="007B2329" w:rsidP="007B2329">
      <w:r>
        <w:t>358.8361</w:t>
      </w:r>
      <w:r>
        <w:tab/>
        <w:t>5.076e0</w:t>
      </w:r>
    </w:p>
    <w:p w:rsidR="007B2329" w:rsidRDefault="007B2329" w:rsidP="007B2329">
      <w:r>
        <w:t>358.8373</w:t>
      </w:r>
      <w:r>
        <w:tab/>
        <w:t>2.025e0</w:t>
      </w:r>
    </w:p>
    <w:p w:rsidR="007B2329" w:rsidRDefault="007B2329" w:rsidP="007B2329">
      <w:r>
        <w:lastRenderedPageBreak/>
        <w:t>358.8481</w:t>
      </w:r>
      <w:r>
        <w:tab/>
        <w:t>2.025e0</w:t>
      </w:r>
    </w:p>
    <w:p w:rsidR="007B2329" w:rsidRDefault="007B2329" w:rsidP="007B2329">
      <w:r>
        <w:t>358.8788</w:t>
      </w:r>
      <w:r>
        <w:tab/>
        <w:t>1.013e0</w:t>
      </w:r>
    </w:p>
    <w:p w:rsidR="007B2329" w:rsidRDefault="007B2329" w:rsidP="007B2329">
      <w:r>
        <w:t>358.8829</w:t>
      </w:r>
      <w:r>
        <w:tab/>
        <w:t>4.051e0</w:t>
      </w:r>
    </w:p>
    <w:p w:rsidR="007B2329" w:rsidRDefault="007B2329" w:rsidP="007B2329">
      <w:r>
        <w:t>358.8870</w:t>
      </w:r>
      <w:r>
        <w:tab/>
        <w:t>2.025e0</w:t>
      </w:r>
    </w:p>
    <w:p w:rsidR="007B2329" w:rsidRDefault="007B2329" w:rsidP="007B2329">
      <w:r>
        <w:t>358.8912</w:t>
      </w:r>
      <w:r>
        <w:tab/>
        <w:t>4.051e0</w:t>
      </w:r>
    </w:p>
    <w:p w:rsidR="007B2329" w:rsidRDefault="007B2329" w:rsidP="007B2329">
      <w:r>
        <w:t>358.8995</w:t>
      </w:r>
      <w:r>
        <w:tab/>
        <w:t>1.013e0</w:t>
      </w:r>
    </w:p>
    <w:p w:rsidR="007B2329" w:rsidRDefault="007B2329" w:rsidP="007B2329">
      <w:r>
        <w:t>358.9044</w:t>
      </w:r>
      <w:r>
        <w:tab/>
        <w:t>2.025e0</w:t>
      </w:r>
    </w:p>
    <w:p w:rsidR="007B2329" w:rsidRDefault="007B2329" w:rsidP="007B2329">
      <w:r>
        <w:t>358.9085</w:t>
      </w:r>
      <w:r>
        <w:tab/>
        <w:t>7.089e0</w:t>
      </w:r>
    </w:p>
    <w:p w:rsidR="007B2329" w:rsidRDefault="007B2329" w:rsidP="007B2329">
      <w:r>
        <w:t>358.9102</w:t>
      </w:r>
      <w:r>
        <w:tab/>
        <w:t>5.063e0</w:t>
      </w:r>
    </w:p>
    <w:p w:rsidR="007B2329" w:rsidRDefault="007B2329" w:rsidP="007B2329">
      <w:r>
        <w:t>358.9204</w:t>
      </w:r>
      <w:r>
        <w:tab/>
        <w:t>2.025e0</w:t>
      </w:r>
    </w:p>
    <w:p w:rsidR="007B2329" w:rsidRDefault="007B2329" w:rsidP="007B2329">
      <w:r>
        <w:t>358.9291</w:t>
      </w:r>
      <w:r>
        <w:tab/>
        <w:t>3.038e0</w:t>
      </w:r>
    </w:p>
    <w:p w:rsidR="007B2329" w:rsidRDefault="007B2329" w:rsidP="007B2329">
      <w:r>
        <w:t>358.9310</w:t>
      </w:r>
      <w:r>
        <w:tab/>
        <w:t>2.025e0</w:t>
      </w:r>
    </w:p>
    <w:p w:rsidR="007B2329" w:rsidRDefault="007B2329" w:rsidP="007B2329">
      <w:r>
        <w:t>358.9373</w:t>
      </w:r>
      <w:r>
        <w:tab/>
        <w:t>5.051e0</w:t>
      </w:r>
    </w:p>
    <w:p w:rsidR="007B2329" w:rsidRDefault="007B2329" w:rsidP="007B2329">
      <w:r>
        <w:t>358.9478</w:t>
      </w:r>
      <w:r>
        <w:tab/>
        <w:t>2.025e0</w:t>
      </w:r>
    </w:p>
    <w:p w:rsidR="007B2329" w:rsidRDefault="007B2329" w:rsidP="007B2329">
      <w:r>
        <w:t>358.9622</w:t>
      </w:r>
      <w:r>
        <w:tab/>
        <w:t>4.051e0</w:t>
      </w:r>
    </w:p>
    <w:p w:rsidR="007B2329" w:rsidRDefault="007B2329" w:rsidP="007B2329">
      <w:r>
        <w:t>358.9660</w:t>
      </w:r>
      <w:r>
        <w:tab/>
        <w:t>1.013e0</w:t>
      </w:r>
    </w:p>
    <w:p w:rsidR="007B2329" w:rsidRDefault="007B2329" w:rsidP="007B2329">
      <w:r>
        <w:t>358.9696</w:t>
      </w:r>
      <w:r>
        <w:tab/>
        <w:t>7.495e0</w:t>
      </w:r>
    </w:p>
    <w:p w:rsidR="007B2329" w:rsidRDefault="007B2329" w:rsidP="007B2329">
      <w:r>
        <w:t>358.9762</w:t>
      </w:r>
      <w:r>
        <w:tab/>
        <w:t>6.101e0</w:t>
      </w:r>
    </w:p>
    <w:p w:rsidR="007B2329" w:rsidRDefault="007B2329" w:rsidP="007B2329">
      <w:r>
        <w:t>358.9870</w:t>
      </w:r>
      <w:r>
        <w:tab/>
        <w:t>1.013e0</w:t>
      </w:r>
    </w:p>
    <w:p w:rsidR="007B2329" w:rsidRDefault="007B2329" w:rsidP="007B2329">
      <w:r>
        <w:lastRenderedPageBreak/>
        <w:t>359.0160</w:t>
      </w:r>
      <w:r>
        <w:tab/>
        <w:t>2.025e0</w:t>
      </w:r>
    </w:p>
    <w:p w:rsidR="007B2329" w:rsidRDefault="007B2329" w:rsidP="007B2329">
      <w:r>
        <w:t>359.0409</w:t>
      </w:r>
      <w:r>
        <w:tab/>
        <w:t>4.453e0</w:t>
      </w:r>
    </w:p>
    <w:p w:rsidR="007B2329" w:rsidRDefault="007B2329" w:rsidP="007B2329">
      <w:r>
        <w:t>359.0453</w:t>
      </w:r>
      <w:r>
        <w:tab/>
        <w:t>4.051e0</w:t>
      </w:r>
    </w:p>
    <w:p w:rsidR="007B2329" w:rsidRDefault="007B2329" w:rsidP="007B2329">
      <w:r>
        <w:t>359.0497</w:t>
      </w:r>
      <w:r>
        <w:tab/>
        <w:t>6.076e0</w:t>
      </w:r>
    </w:p>
    <w:p w:rsidR="007B2329" w:rsidRDefault="007B2329" w:rsidP="007B2329">
      <w:r>
        <w:t>359.0542</w:t>
      </w:r>
      <w:r>
        <w:tab/>
        <w:t>4.063e0</w:t>
      </w:r>
    </w:p>
    <w:p w:rsidR="007B2329" w:rsidRDefault="007B2329" w:rsidP="007B2329">
      <w:r>
        <w:t>359.0903</w:t>
      </w:r>
      <w:r>
        <w:tab/>
        <w:t>2.459e0</w:t>
      </w:r>
    </w:p>
    <w:p w:rsidR="007B2329" w:rsidRDefault="007B2329" w:rsidP="007B2329">
      <w:r>
        <w:t>359.0947</w:t>
      </w:r>
      <w:r>
        <w:tab/>
        <w:t>1.776e0</w:t>
      </w:r>
    </w:p>
    <w:p w:rsidR="007B2329" w:rsidRDefault="007B2329" w:rsidP="007B2329">
      <w:r>
        <w:t>359.0968</w:t>
      </w:r>
      <w:r>
        <w:tab/>
        <w:t>5.063e0</w:t>
      </w:r>
    </w:p>
    <w:p w:rsidR="007B2329" w:rsidRDefault="007B2329" w:rsidP="007B2329">
      <w:r>
        <w:t>359.1082</w:t>
      </w:r>
      <w:r>
        <w:tab/>
        <w:t>7.817e0</w:t>
      </w:r>
    </w:p>
    <w:p w:rsidR="007B2329" w:rsidRDefault="007B2329" w:rsidP="007B2329">
      <w:r>
        <w:t>359.1214</w:t>
      </w:r>
      <w:r>
        <w:tab/>
        <w:t>1.955e0</w:t>
      </w:r>
    </w:p>
    <w:p w:rsidR="007B2329" w:rsidRDefault="007B2329" w:rsidP="007B2329">
      <w:r>
        <w:t>359.1275</w:t>
      </w:r>
      <w:r>
        <w:tab/>
        <w:t>6.992e0</w:t>
      </w:r>
    </w:p>
    <w:p w:rsidR="007B2329" w:rsidRDefault="007B2329" w:rsidP="007B2329">
      <w:r>
        <w:t>359.1308</w:t>
      </w:r>
      <w:r>
        <w:tab/>
        <w:t>4.051e0</w:t>
      </w:r>
    </w:p>
    <w:p w:rsidR="007B2329" w:rsidRDefault="007B2329" w:rsidP="007B2329">
      <w:r>
        <w:t>359.1368</w:t>
      </w:r>
      <w:r>
        <w:tab/>
        <w:t>3.737e0</w:t>
      </w:r>
    </w:p>
    <w:p w:rsidR="007B2329" w:rsidRDefault="007B2329" w:rsidP="007B2329">
      <w:r>
        <w:t>359.1416</w:t>
      </w:r>
      <w:r>
        <w:tab/>
        <w:t>3.409e0</w:t>
      </w:r>
    </w:p>
    <w:p w:rsidR="007B2329" w:rsidRDefault="007B2329" w:rsidP="007B2329">
      <w:r>
        <w:t>359.1486</w:t>
      </w:r>
      <w:r>
        <w:tab/>
        <w:t>9.279e0</w:t>
      </w:r>
    </w:p>
    <w:p w:rsidR="007B2329" w:rsidRDefault="007B2329" w:rsidP="007B2329">
      <w:r>
        <w:t>359.2331</w:t>
      </w:r>
      <w:r>
        <w:tab/>
        <w:t>4.046e3</w:t>
      </w:r>
    </w:p>
    <w:p w:rsidR="007B2329" w:rsidRDefault="007B2329" w:rsidP="007B2329">
      <w:r>
        <w:t>359.2344</w:t>
      </w:r>
      <w:r>
        <w:tab/>
        <w:t>5.185e3</w:t>
      </w:r>
    </w:p>
    <w:p w:rsidR="007B2329" w:rsidRDefault="007B2329" w:rsidP="007B2329">
      <w:r>
        <w:t>359.3237</w:t>
      </w:r>
      <w:r>
        <w:tab/>
        <w:t>6.076e0</w:t>
      </w:r>
    </w:p>
    <w:p w:rsidR="007B2329" w:rsidRDefault="007B2329" w:rsidP="007B2329">
      <w:r>
        <w:t>359.3319</w:t>
      </w:r>
      <w:r>
        <w:tab/>
        <w:t>6.172e0</w:t>
      </w:r>
    </w:p>
    <w:p w:rsidR="007B2329" w:rsidRDefault="007B2329" w:rsidP="007B2329">
      <w:r>
        <w:lastRenderedPageBreak/>
        <w:t>359.3434</w:t>
      </w:r>
      <w:r>
        <w:tab/>
        <w:t>2.025e0</w:t>
      </w:r>
    </w:p>
    <w:p w:rsidR="007B2329" w:rsidRDefault="007B2329" w:rsidP="007B2329">
      <w:r>
        <w:t>359.3600</w:t>
      </w:r>
      <w:r>
        <w:tab/>
        <w:t>1.319e1</w:t>
      </w:r>
    </w:p>
    <w:p w:rsidR="007B2329" w:rsidRDefault="007B2329" w:rsidP="007B2329">
      <w:r>
        <w:t>359.3615</w:t>
      </w:r>
      <w:r>
        <w:tab/>
        <w:t>1.152e1</w:t>
      </w:r>
    </w:p>
    <w:p w:rsidR="007B2329" w:rsidRDefault="007B2329" w:rsidP="007B2329">
      <w:r>
        <w:t>359.3662</w:t>
      </w:r>
      <w:r>
        <w:tab/>
        <w:t>7.850e0</w:t>
      </w:r>
    </w:p>
    <w:p w:rsidR="007B2329" w:rsidRDefault="007B2329" w:rsidP="007B2329">
      <w:r>
        <w:t>359.3685</w:t>
      </w:r>
      <w:r>
        <w:tab/>
        <w:t>1.133e1</w:t>
      </w:r>
    </w:p>
    <w:p w:rsidR="007B2329" w:rsidRDefault="007B2329" w:rsidP="007B2329">
      <w:r>
        <w:t>359.3751</w:t>
      </w:r>
      <w:r>
        <w:tab/>
        <w:t>1.925e1</w:t>
      </w:r>
    </w:p>
    <w:p w:rsidR="007B2329" w:rsidRDefault="007B2329" w:rsidP="007B2329">
      <w:r>
        <w:t>359.3804</w:t>
      </w:r>
      <w:r>
        <w:tab/>
        <w:t>4.051e0</w:t>
      </w:r>
    </w:p>
    <w:p w:rsidR="007B2329" w:rsidRDefault="007B2329" w:rsidP="007B2329">
      <w:r>
        <w:t>359.3820</w:t>
      </w:r>
      <w:r>
        <w:tab/>
        <w:t>1.759e1</w:t>
      </w:r>
    </w:p>
    <w:p w:rsidR="007B2329" w:rsidRDefault="007B2329" w:rsidP="007B2329">
      <w:r>
        <w:t>359.4051</w:t>
      </w:r>
      <w:r>
        <w:tab/>
        <w:t>3.478e1</w:t>
      </w:r>
    </w:p>
    <w:p w:rsidR="007B2329" w:rsidRDefault="007B2329" w:rsidP="007B2329">
      <w:r>
        <w:t>359.4172</w:t>
      </w:r>
      <w:r>
        <w:tab/>
        <w:t>8.101e0</w:t>
      </w:r>
    </w:p>
    <w:p w:rsidR="007B2329" w:rsidRDefault="007B2329" w:rsidP="007B2329">
      <w:r>
        <w:t>359.4320</w:t>
      </w:r>
      <w:r>
        <w:tab/>
        <w:t>2.014e1</w:t>
      </w:r>
    </w:p>
    <w:p w:rsidR="007B2329" w:rsidRDefault="007B2329" w:rsidP="007B2329">
      <w:r>
        <w:t>359.4352</w:t>
      </w:r>
      <w:r>
        <w:tab/>
        <w:t>7.537e0</w:t>
      </w:r>
    </w:p>
    <w:p w:rsidR="007B2329" w:rsidRDefault="007B2329" w:rsidP="007B2329">
      <w:r>
        <w:t>359.4375</w:t>
      </w:r>
      <w:r>
        <w:tab/>
        <w:t>2.102e1</w:t>
      </w:r>
    </w:p>
    <w:p w:rsidR="007B2329" w:rsidRDefault="007B2329" w:rsidP="007B2329">
      <w:r>
        <w:t>359.4539</w:t>
      </w:r>
      <w:r>
        <w:tab/>
        <w:t>2.025e0</w:t>
      </w:r>
    </w:p>
    <w:p w:rsidR="007B2329" w:rsidRDefault="007B2329" w:rsidP="007B2329">
      <w:r>
        <w:t>359.4634</w:t>
      </w:r>
      <w:r>
        <w:tab/>
        <w:t>6.653e0</w:t>
      </w:r>
    </w:p>
    <w:p w:rsidR="007B2329" w:rsidRDefault="007B2329" w:rsidP="007B2329">
      <w:r>
        <w:t>359.4679</w:t>
      </w:r>
      <w:r>
        <w:tab/>
        <w:t>6.076e0</w:t>
      </w:r>
    </w:p>
    <w:p w:rsidR="007B2329" w:rsidRDefault="007B2329" w:rsidP="007B2329">
      <w:r>
        <w:t>359.4717</w:t>
      </w:r>
      <w:r>
        <w:tab/>
        <w:t>4.169e0</w:t>
      </w:r>
    </w:p>
    <w:p w:rsidR="007B2329" w:rsidRDefault="007B2329" w:rsidP="007B2329">
      <w:r>
        <w:t>359.4793</w:t>
      </w:r>
      <w:r>
        <w:tab/>
        <w:t>6.886e0</w:t>
      </w:r>
    </w:p>
    <w:p w:rsidR="007B2329" w:rsidRDefault="007B2329" w:rsidP="007B2329">
      <w:r>
        <w:t>359.4885</w:t>
      </w:r>
      <w:r>
        <w:tab/>
        <w:t>9.114e0</w:t>
      </w:r>
    </w:p>
    <w:p w:rsidR="007B2329" w:rsidRDefault="007B2329" w:rsidP="007B2329">
      <w:r>
        <w:lastRenderedPageBreak/>
        <w:t>359.4981</w:t>
      </w:r>
      <w:r>
        <w:tab/>
        <w:t>4.979e0</w:t>
      </w:r>
    </w:p>
    <w:p w:rsidR="007B2329" w:rsidRDefault="007B2329" w:rsidP="007B2329">
      <w:r>
        <w:t>359.5086</w:t>
      </w:r>
      <w:r>
        <w:tab/>
        <w:t>7.089e0</w:t>
      </w:r>
    </w:p>
    <w:p w:rsidR="007B2329" w:rsidRDefault="007B2329" w:rsidP="007B2329">
      <w:r>
        <w:t>359.5220</w:t>
      </w:r>
      <w:r>
        <w:tab/>
        <w:t>1.102e1</w:t>
      </w:r>
    </w:p>
    <w:p w:rsidR="007B2329" w:rsidRDefault="007B2329" w:rsidP="007B2329">
      <w:r>
        <w:t>359.5237</w:t>
      </w:r>
      <w:r>
        <w:tab/>
        <w:t>8.101e0</w:t>
      </w:r>
    </w:p>
    <w:p w:rsidR="007B2329" w:rsidRDefault="007B2329" w:rsidP="007B2329">
      <w:r>
        <w:t>359.5341</w:t>
      </w:r>
      <w:r>
        <w:tab/>
        <w:t>1.013e0</w:t>
      </w:r>
    </w:p>
    <w:p w:rsidR="007B2329" w:rsidRDefault="007B2329" w:rsidP="007B2329">
      <w:r>
        <w:t>359.5371</w:t>
      </w:r>
      <w:r>
        <w:tab/>
        <w:t>1.357e1</w:t>
      </w:r>
    </w:p>
    <w:p w:rsidR="007B2329" w:rsidRDefault="007B2329" w:rsidP="007B2329">
      <w:r>
        <w:t>359.5540</w:t>
      </w:r>
      <w:r>
        <w:tab/>
        <w:t>1.635e1</w:t>
      </w:r>
    </w:p>
    <w:p w:rsidR="007B2329" w:rsidRDefault="007B2329" w:rsidP="007B2329">
      <w:r>
        <w:t>359.5718</w:t>
      </w:r>
      <w:r>
        <w:tab/>
        <w:t>1.137e1</w:t>
      </w:r>
    </w:p>
    <w:p w:rsidR="007B2329" w:rsidRDefault="007B2329" w:rsidP="007B2329">
      <w:r>
        <w:t>359.5783</w:t>
      </w:r>
      <w:r>
        <w:tab/>
        <w:t>6.499e0</w:t>
      </w:r>
    </w:p>
    <w:p w:rsidR="007B2329" w:rsidRDefault="007B2329" w:rsidP="007B2329">
      <w:r>
        <w:t>359.5909</w:t>
      </w:r>
      <w:r>
        <w:tab/>
        <w:t>2.025e0</w:t>
      </w:r>
    </w:p>
    <w:p w:rsidR="007B2329" w:rsidRDefault="007B2329" w:rsidP="007B2329">
      <w:r>
        <w:t>359.6017</w:t>
      </w:r>
      <w:r>
        <w:tab/>
        <w:t>6.402e0</w:t>
      </w:r>
    </w:p>
    <w:p w:rsidR="007B2329" w:rsidRDefault="007B2329" w:rsidP="007B2329">
      <w:r>
        <w:t>359.6108</w:t>
      </w:r>
      <w:r>
        <w:tab/>
        <w:t>9.898e0</w:t>
      </w:r>
    </w:p>
    <w:p w:rsidR="007B2329" w:rsidRDefault="007B2329" w:rsidP="007B2329">
      <w:r>
        <w:t>359.6320</w:t>
      </w:r>
      <w:r>
        <w:tab/>
        <w:t>2.025e0</w:t>
      </w:r>
    </w:p>
    <w:p w:rsidR="007B2329" w:rsidRDefault="007B2329" w:rsidP="007B2329">
      <w:r>
        <w:t>359.6359</w:t>
      </w:r>
      <w:r>
        <w:tab/>
        <w:t>2.025e0</w:t>
      </w:r>
    </w:p>
    <w:p w:rsidR="007B2329" w:rsidRDefault="007B2329" w:rsidP="007B2329">
      <w:r>
        <w:t>359.6458</w:t>
      </w:r>
      <w:r>
        <w:tab/>
        <w:t>3.526e0</w:t>
      </w:r>
    </w:p>
    <w:p w:rsidR="007B2329" w:rsidRDefault="007B2329" w:rsidP="007B2329">
      <w:r>
        <w:t>359.6551</w:t>
      </w:r>
      <w:r>
        <w:tab/>
        <w:t>3.559e0</w:t>
      </w:r>
    </w:p>
    <w:p w:rsidR="007B2329" w:rsidRDefault="007B2329" w:rsidP="007B2329">
      <w:r>
        <w:t>359.6680</w:t>
      </w:r>
      <w:r>
        <w:tab/>
        <w:t>8.101e0</w:t>
      </w:r>
    </w:p>
    <w:p w:rsidR="007B2329" w:rsidRDefault="007B2329" w:rsidP="007B2329">
      <w:r>
        <w:t>359.6812</w:t>
      </w:r>
      <w:r>
        <w:tab/>
        <w:t>1.120e1</w:t>
      </w:r>
    </w:p>
    <w:p w:rsidR="007B2329" w:rsidRDefault="007B2329" w:rsidP="007B2329">
      <w:r>
        <w:t>359.6899</w:t>
      </w:r>
      <w:r>
        <w:tab/>
        <w:t>1.114e1</w:t>
      </w:r>
    </w:p>
    <w:p w:rsidR="007B2329" w:rsidRDefault="007B2329" w:rsidP="007B2329">
      <w:r>
        <w:lastRenderedPageBreak/>
        <w:t>359.6964</w:t>
      </w:r>
      <w:r>
        <w:tab/>
        <w:t>1.207e1</w:t>
      </w:r>
    </w:p>
    <w:p w:rsidR="007B2329" w:rsidRDefault="007B2329" w:rsidP="007B2329">
      <w:r>
        <w:t>359.6996</w:t>
      </w:r>
      <w:r>
        <w:tab/>
        <w:t>3.477e0</w:t>
      </w:r>
    </w:p>
    <w:p w:rsidR="007B2329" w:rsidRDefault="007B2329" w:rsidP="007B2329">
      <w:r>
        <w:t>359.7190</w:t>
      </w:r>
      <w:r>
        <w:tab/>
        <w:t>2.038e0</w:t>
      </w:r>
    </w:p>
    <w:p w:rsidR="007B2329" w:rsidRDefault="007B2329" w:rsidP="007B2329">
      <w:r>
        <w:t>359.7395</w:t>
      </w:r>
      <w:r>
        <w:tab/>
        <w:t>2.038e0</w:t>
      </w:r>
    </w:p>
    <w:p w:rsidR="007B2329" w:rsidRDefault="007B2329" w:rsidP="007B2329">
      <w:r>
        <w:t>359.7509</w:t>
      </w:r>
      <w:r>
        <w:tab/>
        <w:t>9.114e0</w:t>
      </w:r>
    </w:p>
    <w:p w:rsidR="007B2329" w:rsidRDefault="007B2329" w:rsidP="007B2329">
      <w:r>
        <w:t>359.7533</w:t>
      </w:r>
      <w:r>
        <w:tab/>
        <w:t>3.674e0</w:t>
      </w:r>
    </w:p>
    <w:p w:rsidR="007B2329" w:rsidRDefault="007B2329" w:rsidP="007B2329">
      <w:r>
        <w:t>359.7554</w:t>
      </w:r>
      <w:r>
        <w:tab/>
        <w:t>9.114e0</w:t>
      </w:r>
    </w:p>
    <w:p w:rsidR="007B2329" w:rsidRDefault="007B2329" w:rsidP="007B2329">
      <w:r>
        <w:t>359.7589</w:t>
      </w:r>
      <w:r>
        <w:tab/>
        <w:t>9.607e0</w:t>
      </w:r>
    </w:p>
    <w:p w:rsidR="007B2329" w:rsidRDefault="007B2329" w:rsidP="007B2329">
      <w:r>
        <w:t>359.7654</w:t>
      </w:r>
      <w:r>
        <w:tab/>
        <w:t>1.316e1</w:t>
      </w:r>
    </w:p>
    <w:p w:rsidR="007B2329" w:rsidRDefault="007B2329" w:rsidP="007B2329">
      <w:r>
        <w:t>359.7773</w:t>
      </w:r>
      <w:r>
        <w:tab/>
        <w:t>1.013e0</w:t>
      </w:r>
    </w:p>
    <w:p w:rsidR="007B2329" w:rsidRDefault="007B2329" w:rsidP="007B2329">
      <w:r>
        <w:t>359.7904</w:t>
      </w:r>
      <w:r>
        <w:tab/>
        <w:t>3.038e0</w:t>
      </w:r>
    </w:p>
    <w:p w:rsidR="007B2329" w:rsidRDefault="007B2329" w:rsidP="007B2329">
      <w:r>
        <w:t>359.7952</w:t>
      </w:r>
      <w:r>
        <w:tab/>
        <w:t>3.038e0</w:t>
      </w:r>
    </w:p>
    <w:p w:rsidR="007B2329" w:rsidRDefault="007B2329" w:rsidP="007B2329">
      <w:r>
        <w:t>359.8039</w:t>
      </w:r>
      <w:r>
        <w:tab/>
        <w:t>4.051e0</w:t>
      </w:r>
    </w:p>
    <w:p w:rsidR="007B2329" w:rsidRDefault="007B2329" w:rsidP="007B2329">
      <w:r>
        <w:t>359.8174</w:t>
      </w:r>
      <w:r>
        <w:tab/>
        <w:t>4.063e0</w:t>
      </w:r>
    </w:p>
    <w:p w:rsidR="007B2329" w:rsidRDefault="007B2329" w:rsidP="007B2329">
      <w:r>
        <w:t>359.8221</w:t>
      </w:r>
      <w:r>
        <w:tab/>
        <w:t>1.013e0</w:t>
      </w:r>
    </w:p>
    <w:p w:rsidR="007B2329" w:rsidRDefault="007B2329" w:rsidP="007B2329">
      <w:r>
        <w:t>359.8270</w:t>
      </w:r>
      <w:r>
        <w:tab/>
        <w:t>4.051e0</w:t>
      </w:r>
    </w:p>
    <w:p w:rsidR="007B2329" w:rsidRDefault="007B2329" w:rsidP="007B2329">
      <w:r>
        <w:t>359.8375</w:t>
      </w:r>
      <w:r>
        <w:tab/>
        <w:t>9.114e0</w:t>
      </w:r>
    </w:p>
    <w:p w:rsidR="007B2329" w:rsidRDefault="007B2329" w:rsidP="007B2329">
      <w:r>
        <w:t>359.8414</w:t>
      </w:r>
      <w:r>
        <w:tab/>
        <w:t>1.322e1</w:t>
      </w:r>
    </w:p>
    <w:p w:rsidR="007B2329" w:rsidRDefault="007B2329" w:rsidP="007B2329">
      <w:r>
        <w:t>359.8519</w:t>
      </w:r>
      <w:r>
        <w:tab/>
        <w:t>7.089e0</w:t>
      </w:r>
    </w:p>
    <w:p w:rsidR="007B2329" w:rsidRDefault="007B2329" w:rsidP="007B2329">
      <w:r>
        <w:lastRenderedPageBreak/>
        <w:t>359.8533</w:t>
      </w:r>
      <w:r>
        <w:tab/>
        <w:t>8.101e0</w:t>
      </w:r>
    </w:p>
    <w:p w:rsidR="007B2329" w:rsidRDefault="007B2329" w:rsidP="007B2329">
      <w:r>
        <w:t>359.8586</w:t>
      </w:r>
      <w:r>
        <w:tab/>
        <w:t>4.051e0</w:t>
      </w:r>
    </w:p>
    <w:p w:rsidR="007B2329" w:rsidRDefault="007B2329" w:rsidP="007B2329">
      <w:r>
        <w:t>359.8623</w:t>
      </w:r>
      <w:r>
        <w:tab/>
        <w:t>1.013e1</w:t>
      </w:r>
    </w:p>
    <w:p w:rsidR="007B2329" w:rsidRDefault="007B2329" w:rsidP="007B2329">
      <w:r>
        <w:t>359.8684</w:t>
      </w:r>
      <w:r>
        <w:tab/>
        <w:t>6.192e0</w:t>
      </w:r>
    </w:p>
    <w:p w:rsidR="007B2329" w:rsidRDefault="007B2329" w:rsidP="007B2329">
      <w:r>
        <w:t>359.8720</w:t>
      </w:r>
      <w:r>
        <w:tab/>
        <w:t>7.320e0</w:t>
      </w:r>
    </w:p>
    <w:p w:rsidR="007B2329" w:rsidRDefault="007B2329" w:rsidP="007B2329">
      <w:r>
        <w:t>359.8763</w:t>
      </w:r>
      <w:r>
        <w:tab/>
        <w:t>3.440e0</w:t>
      </w:r>
    </w:p>
    <w:p w:rsidR="007B2329" w:rsidRDefault="007B2329" w:rsidP="007B2329">
      <w:r>
        <w:t>359.8785</w:t>
      </w:r>
      <w:r>
        <w:tab/>
        <w:t>1.013e0</w:t>
      </w:r>
    </w:p>
    <w:p w:rsidR="007B2329" w:rsidRDefault="007B2329" w:rsidP="007B2329">
      <w:r>
        <w:t>359.8921</w:t>
      </w:r>
      <w:r>
        <w:tab/>
        <w:t>6.337e0</w:t>
      </w:r>
    </w:p>
    <w:p w:rsidR="007B2329" w:rsidRDefault="007B2329" w:rsidP="007B2329">
      <w:r>
        <w:t>359.9120</w:t>
      </w:r>
      <w:r>
        <w:tab/>
        <w:t>1.013e0</w:t>
      </w:r>
    </w:p>
    <w:p w:rsidR="007B2329" w:rsidRDefault="007B2329" w:rsidP="007B2329">
      <w:r>
        <w:t>359.9229</w:t>
      </w:r>
      <w:r>
        <w:tab/>
        <w:t>3.657e0</w:t>
      </w:r>
    </w:p>
    <w:p w:rsidR="007B2329" w:rsidRDefault="007B2329" w:rsidP="007B2329">
      <w:r>
        <w:t>359.9254</w:t>
      </w:r>
      <w:r>
        <w:tab/>
        <w:t>9.114e0</w:t>
      </w:r>
    </w:p>
    <w:p w:rsidR="007B2329" w:rsidRDefault="007B2329" w:rsidP="007B2329">
      <w:r>
        <w:t>359.9385</w:t>
      </w:r>
      <w:r>
        <w:tab/>
        <w:t>5.063e0</w:t>
      </w:r>
    </w:p>
    <w:p w:rsidR="007B2329" w:rsidRDefault="007B2329" w:rsidP="007B2329">
      <w:r>
        <w:t>359.9446</w:t>
      </w:r>
      <w:r>
        <w:tab/>
        <w:t>1.071e1</w:t>
      </w:r>
    </w:p>
    <w:p w:rsidR="007B2329" w:rsidRDefault="007B2329" w:rsidP="007B2329">
      <w:r>
        <w:t>359.9464</w:t>
      </w:r>
      <w:r>
        <w:tab/>
        <w:t>9.114e0</w:t>
      </w:r>
    </w:p>
    <w:p w:rsidR="007B2329" w:rsidRDefault="007B2329" w:rsidP="007B2329">
      <w:r>
        <w:t>359.9570</w:t>
      </w:r>
      <w:r>
        <w:tab/>
        <w:t>1.013e0</w:t>
      </w:r>
    </w:p>
    <w:p w:rsidR="007B2329" w:rsidRDefault="007B2329" w:rsidP="007B2329">
      <w:r>
        <w:t>359.9617</w:t>
      </w:r>
      <w:r>
        <w:tab/>
        <w:t>5.330e0</w:t>
      </w:r>
    </w:p>
    <w:p w:rsidR="007B2329" w:rsidRDefault="007B2329" w:rsidP="007B2329">
      <w:r>
        <w:t>359.9673</w:t>
      </w:r>
      <w:r>
        <w:tab/>
        <w:t>2.025e0</w:t>
      </w:r>
    </w:p>
    <w:p w:rsidR="007B2329" w:rsidRDefault="007B2329" w:rsidP="007B2329">
      <w:r>
        <w:t>359.9716</w:t>
      </w:r>
      <w:r>
        <w:tab/>
        <w:t>7.089e0</w:t>
      </w:r>
    </w:p>
    <w:p w:rsidR="007B2329" w:rsidRDefault="007B2329" w:rsidP="007B2329">
      <w:r>
        <w:t>359.9810</w:t>
      </w:r>
      <w:r>
        <w:tab/>
        <w:t>6.076e0</w:t>
      </w:r>
    </w:p>
    <w:p w:rsidR="007B2329" w:rsidRDefault="007B2329" w:rsidP="007B2329">
      <w:r>
        <w:lastRenderedPageBreak/>
        <w:t>359.9905</w:t>
      </w:r>
      <w:r>
        <w:tab/>
        <w:t>6.089e0</w:t>
      </w:r>
    </w:p>
    <w:p w:rsidR="007B2329" w:rsidRDefault="007B2329" w:rsidP="007B2329">
      <w:r>
        <w:t>359.9948</w:t>
      </w:r>
      <w:r>
        <w:tab/>
        <w:t>2.025e0</w:t>
      </w:r>
    </w:p>
    <w:p w:rsidR="007B2329" w:rsidRDefault="007B2329" w:rsidP="007B2329">
      <w:r>
        <w:t>360.0010</w:t>
      </w:r>
      <w:r>
        <w:tab/>
        <w:t>9.114e0</w:t>
      </w:r>
    </w:p>
    <w:p w:rsidR="007B2329" w:rsidRDefault="007B2329" w:rsidP="007B2329">
      <w:r>
        <w:t>360.0039</w:t>
      </w:r>
      <w:r>
        <w:tab/>
        <w:t>5.063e0</w:t>
      </w:r>
    </w:p>
    <w:p w:rsidR="007B2329" w:rsidRDefault="007B2329" w:rsidP="007B2329">
      <w:r>
        <w:t>360.0258</w:t>
      </w:r>
      <w:r>
        <w:tab/>
        <w:t>7.274e0</w:t>
      </w:r>
    </w:p>
    <w:p w:rsidR="007B2329" w:rsidRDefault="007B2329" w:rsidP="007B2329">
      <w:r>
        <w:t>360.0342</w:t>
      </w:r>
      <w:r>
        <w:tab/>
        <w:t>3.038e0</w:t>
      </w:r>
    </w:p>
    <w:p w:rsidR="007B2329" w:rsidRDefault="007B2329" w:rsidP="007B2329">
      <w:r>
        <w:t>360.0405</w:t>
      </w:r>
      <w:r>
        <w:tab/>
        <w:t>1.316e1</w:t>
      </w:r>
    </w:p>
    <w:p w:rsidR="007B2329" w:rsidRDefault="007B2329" w:rsidP="007B2329">
      <w:r>
        <w:t>360.0439</w:t>
      </w:r>
      <w:r>
        <w:tab/>
        <w:t>9.057e0</w:t>
      </w:r>
    </w:p>
    <w:p w:rsidR="007B2329" w:rsidRDefault="007B2329" w:rsidP="007B2329">
      <w:r>
        <w:t>360.0454</w:t>
      </w:r>
      <w:r>
        <w:tab/>
        <w:t>1.319e1</w:t>
      </w:r>
    </w:p>
    <w:p w:rsidR="007B2329" w:rsidRDefault="007B2329" w:rsidP="007B2329">
      <w:r>
        <w:t>360.0533</w:t>
      </w:r>
      <w:r>
        <w:tab/>
        <w:t>1.114e1</w:t>
      </w:r>
    </w:p>
    <w:p w:rsidR="007B2329" w:rsidRDefault="007B2329" w:rsidP="007B2329">
      <w:r>
        <w:t>360.0609</w:t>
      </w:r>
      <w:r>
        <w:tab/>
        <w:t>3.038e0</w:t>
      </w:r>
    </w:p>
    <w:p w:rsidR="007B2329" w:rsidRDefault="007B2329" w:rsidP="007B2329">
      <w:r>
        <w:t>360.0840</w:t>
      </w:r>
      <w:r>
        <w:tab/>
        <w:t>3.038e0</w:t>
      </w:r>
    </w:p>
    <w:p w:rsidR="007B2329" w:rsidRDefault="007B2329" w:rsidP="007B2329">
      <w:r>
        <w:t>360.0952</w:t>
      </w:r>
      <w:r>
        <w:tab/>
        <w:t>5.182e0</w:t>
      </w:r>
    </w:p>
    <w:p w:rsidR="007B2329" w:rsidRDefault="007B2329" w:rsidP="007B2329">
      <w:r>
        <w:t>360.0988</w:t>
      </w:r>
      <w:r>
        <w:tab/>
        <w:t>2.025e0</w:t>
      </w:r>
    </w:p>
    <w:p w:rsidR="007B2329" w:rsidRDefault="007B2329" w:rsidP="007B2329">
      <w:r>
        <w:t>360.1074</w:t>
      </w:r>
      <w:r>
        <w:tab/>
        <w:t>5.076e0</w:t>
      </w:r>
    </w:p>
    <w:p w:rsidR="007B2329" w:rsidRDefault="007B2329" w:rsidP="007B2329">
      <w:r>
        <w:t>360.1099</w:t>
      </w:r>
      <w:r>
        <w:tab/>
        <w:t>1.644e1</w:t>
      </w:r>
    </w:p>
    <w:p w:rsidR="007B2329" w:rsidRDefault="007B2329" w:rsidP="007B2329">
      <w:r>
        <w:t>360.1646</w:t>
      </w:r>
      <w:r>
        <w:tab/>
        <w:t>2.340e1</w:t>
      </w:r>
    </w:p>
    <w:p w:rsidR="007B2329" w:rsidRDefault="007B2329" w:rsidP="007B2329">
      <w:r>
        <w:t>360.1677</w:t>
      </w:r>
      <w:r>
        <w:tab/>
        <w:t>3.602e1</w:t>
      </w:r>
    </w:p>
    <w:p w:rsidR="007B2329" w:rsidRDefault="007B2329" w:rsidP="007B2329">
      <w:r>
        <w:t>360.1693</w:t>
      </w:r>
      <w:r>
        <w:tab/>
        <w:t>1.179e1</w:t>
      </w:r>
    </w:p>
    <w:p w:rsidR="007B2329" w:rsidRDefault="007B2329" w:rsidP="007B2329">
      <w:r>
        <w:lastRenderedPageBreak/>
        <w:t>360.1724</w:t>
      </w:r>
      <w:r>
        <w:tab/>
        <w:t>1.422e1</w:t>
      </w:r>
    </w:p>
    <w:p w:rsidR="007B2329" w:rsidRDefault="007B2329" w:rsidP="007B2329">
      <w:r>
        <w:t>360.2368</w:t>
      </w:r>
      <w:r>
        <w:tab/>
        <w:t>4.481e2</w:t>
      </w:r>
    </w:p>
    <w:p w:rsidR="007B2329" w:rsidRDefault="007B2329" w:rsidP="007B2329">
      <w:r>
        <w:t>360.2386</w:t>
      </w:r>
      <w:r>
        <w:tab/>
        <w:t>1.330e3</w:t>
      </w:r>
    </w:p>
    <w:p w:rsidR="007B2329" w:rsidRDefault="007B2329" w:rsidP="007B2329">
      <w:r>
        <w:t>360.2403</w:t>
      </w:r>
      <w:r>
        <w:tab/>
        <w:t>7.309e2</w:t>
      </w:r>
    </w:p>
    <w:p w:rsidR="007B2329" w:rsidRDefault="007B2329" w:rsidP="007B2329">
      <w:r>
        <w:t>360.3092</w:t>
      </w:r>
      <w:r>
        <w:tab/>
        <w:t>6.076e0</w:t>
      </w:r>
    </w:p>
    <w:p w:rsidR="007B2329" w:rsidRDefault="007B2329" w:rsidP="007B2329">
      <w:r>
        <w:t>360.3266</w:t>
      </w:r>
      <w:r>
        <w:tab/>
        <w:t>5.063e0</w:t>
      </w:r>
    </w:p>
    <w:p w:rsidR="007B2329" w:rsidRDefault="007B2329" w:rsidP="007B2329">
      <w:r>
        <w:t>360.3369</w:t>
      </w:r>
      <w:r>
        <w:tab/>
        <w:t>7.880e0</w:t>
      </w:r>
    </w:p>
    <w:p w:rsidR="007B2329" w:rsidRDefault="007B2329" w:rsidP="007B2329">
      <w:r>
        <w:t>360.3516</w:t>
      </w:r>
      <w:r>
        <w:tab/>
        <w:t>1.013e0</w:t>
      </w:r>
    </w:p>
    <w:p w:rsidR="007B2329" w:rsidRDefault="007B2329" w:rsidP="007B2329">
      <w:r>
        <w:t>360.3603</w:t>
      </w:r>
      <w:r>
        <w:tab/>
        <w:t>1.190e1</w:t>
      </w:r>
    </w:p>
    <w:p w:rsidR="007B2329" w:rsidRDefault="007B2329" w:rsidP="007B2329">
      <w:r>
        <w:t>360.3821</w:t>
      </w:r>
      <w:r>
        <w:tab/>
        <w:t>6.910e0</w:t>
      </w:r>
    </w:p>
    <w:p w:rsidR="007B2329" w:rsidRDefault="007B2329" w:rsidP="007B2329">
      <w:r>
        <w:t>360.3946</w:t>
      </w:r>
      <w:r>
        <w:tab/>
        <w:t>2.597e0</w:t>
      </w:r>
    </w:p>
    <w:p w:rsidR="007B2329" w:rsidRDefault="007B2329" w:rsidP="007B2329">
      <w:r>
        <w:t>360.3972</w:t>
      </w:r>
      <w:r>
        <w:tab/>
        <w:t>1.162e1</w:t>
      </w:r>
    </w:p>
    <w:p w:rsidR="007B2329" w:rsidRDefault="007B2329" w:rsidP="007B2329">
      <w:r>
        <w:t>360.4005</w:t>
      </w:r>
      <w:r>
        <w:tab/>
        <w:t>7.369e0</w:t>
      </w:r>
    </w:p>
    <w:p w:rsidR="007B2329" w:rsidRDefault="007B2329" w:rsidP="007B2329">
      <w:r>
        <w:t>360.4030</w:t>
      </w:r>
      <w:r>
        <w:tab/>
        <w:t>2.532e-2</w:t>
      </w:r>
    </w:p>
    <w:p w:rsidR="007B2329" w:rsidRDefault="007B2329" w:rsidP="007B2329">
      <w:r>
        <w:t>360.4072</w:t>
      </w:r>
      <w:r>
        <w:tab/>
        <w:t>1.013e0</w:t>
      </w:r>
    </w:p>
    <w:p w:rsidR="007B2329" w:rsidRDefault="007B2329" w:rsidP="007B2329">
      <w:r>
        <w:t>360.4131</w:t>
      </w:r>
      <w:r>
        <w:tab/>
        <w:t>1.059e1</w:t>
      </w:r>
    </w:p>
    <w:p w:rsidR="007B2329" w:rsidRDefault="007B2329" w:rsidP="007B2329">
      <w:r>
        <w:t>360.4386</w:t>
      </w:r>
      <w:r>
        <w:tab/>
        <w:t>2.025e0</w:t>
      </w:r>
    </w:p>
    <w:p w:rsidR="007B2329" w:rsidRDefault="007B2329" w:rsidP="007B2329">
      <w:r>
        <w:t>360.4431</w:t>
      </w:r>
      <w:r>
        <w:tab/>
        <w:t>5.419e0</w:t>
      </w:r>
    </w:p>
    <w:p w:rsidR="007B2329" w:rsidRDefault="007B2329" w:rsidP="007B2329">
      <w:r>
        <w:t>360.4522</w:t>
      </w:r>
      <w:r>
        <w:tab/>
        <w:t>1.013e0</w:t>
      </w:r>
    </w:p>
    <w:p w:rsidR="007B2329" w:rsidRDefault="007B2329" w:rsidP="007B2329">
      <w:r>
        <w:lastRenderedPageBreak/>
        <w:t>360.4606</w:t>
      </w:r>
      <w:r>
        <w:tab/>
        <w:t>2.025e0</w:t>
      </w:r>
    </w:p>
    <w:p w:rsidR="007B2329" w:rsidRDefault="007B2329" w:rsidP="007B2329">
      <w:r>
        <w:t>360.4677</w:t>
      </w:r>
      <w:r>
        <w:tab/>
        <w:t>1.013e0</w:t>
      </w:r>
    </w:p>
    <w:p w:rsidR="007B2329" w:rsidRDefault="007B2329" w:rsidP="007B2329">
      <w:r>
        <w:t>360.4752</w:t>
      </w:r>
      <w:r>
        <w:tab/>
        <w:t>5.063e0</w:t>
      </w:r>
    </w:p>
    <w:p w:rsidR="007B2329" w:rsidRDefault="007B2329" w:rsidP="007B2329">
      <w:r>
        <w:t>360.4788</w:t>
      </w:r>
      <w:r>
        <w:tab/>
        <w:t>2.710e0</w:t>
      </w:r>
    </w:p>
    <w:p w:rsidR="007B2329" w:rsidRDefault="007B2329" w:rsidP="007B2329">
      <w:r>
        <w:t>360.4897</w:t>
      </w:r>
      <w:r>
        <w:tab/>
        <w:t>2.038e0</w:t>
      </w:r>
    </w:p>
    <w:p w:rsidR="007B2329" w:rsidRDefault="007B2329" w:rsidP="007B2329">
      <w:r>
        <w:t>360.4962</w:t>
      </w:r>
      <w:r>
        <w:tab/>
        <w:t>3.038e0</w:t>
      </w:r>
    </w:p>
    <w:p w:rsidR="007B2329" w:rsidRDefault="007B2329" w:rsidP="007B2329">
      <w:r>
        <w:t>360.5009</w:t>
      </w:r>
      <w:r>
        <w:tab/>
        <w:t>2.025e0</w:t>
      </w:r>
    </w:p>
    <w:p w:rsidR="007B2329" w:rsidRDefault="007B2329" w:rsidP="007B2329">
      <w:r>
        <w:t>360.5126</w:t>
      </w:r>
      <w:r>
        <w:tab/>
        <w:t>4.051e0</w:t>
      </w:r>
    </w:p>
    <w:p w:rsidR="007B2329" w:rsidRDefault="007B2329" w:rsidP="007B2329">
      <w:r>
        <w:t>360.5231</w:t>
      </w:r>
      <w:r>
        <w:tab/>
        <w:t>1.013e0</w:t>
      </w:r>
    </w:p>
    <w:p w:rsidR="007B2329" w:rsidRDefault="007B2329" w:rsidP="007B2329">
      <w:r>
        <w:t>360.5294</w:t>
      </w:r>
      <w:r>
        <w:tab/>
        <w:t>1.013e0</w:t>
      </w:r>
    </w:p>
    <w:p w:rsidR="007B2329" w:rsidRDefault="007B2329" w:rsidP="007B2329">
      <w:r>
        <w:t>360.5328</w:t>
      </w:r>
      <w:r>
        <w:tab/>
        <w:t>4.051e0</w:t>
      </w:r>
    </w:p>
    <w:p w:rsidR="007B2329" w:rsidRDefault="007B2329" w:rsidP="007B2329">
      <w:r>
        <w:t>360.5382</w:t>
      </w:r>
      <w:r>
        <w:tab/>
        <w:t>2.025e0</w:t>
      </w:r>
    </w:p>
    <w:p w:rsidR="007B2329" w:rsidRDefault="007B2329" w:rsidP="007B2329">
      <w:r>
        <w:t>360.5567</w:t>
      </w:r>
      <w:r>
        <w:tab/>
        <w:t>3.018e0</w:t>
      </w:r>
    </w:p>
    <w:p w:rsidR="007B2329" w:rsidRDefault="007B2329" w:rsidP="007B2329">
      <w:r>
        <w:t>360.5766</w:t>
      </w:r>
      <w:r>
        <w:tab/>
        <w:t>3.051e0</w:t>
      </w:r>
    </w:p>
    <w:p w:rsidR="007B2329" w:rsidRDefault="007B2329" w:rsidP="007B2329">
      <w:r>
        <w:t>360.5877</w:t>
      </w:r>
      <w:r>
        <w:tab/>
        <w:t>3.038e0</w:t>
      </w:r>
    </w:p>
    <w:p w:rsidR="007B2329" w:rsidRDefault="007B2329" w:rsidP="007B2329">
      <w:r>
        <w:t>360.5930</w:t>
      </w:r>
      <w:r>
        <w:tab/>
        <w:t>3.038e0</w:t>
      </w:r>
    </w:p>
    <w:p w:rsidR="007B2329" w:rsidRDefault="007B2329" w:rsidP="007B2329">
      <w:r>
        <w:t>360.5983</w:t>
      </w:r>
      <w:r>
        <w:tab/>
        <w:t>4.237e0</w:t>
      </w:r>
    </w:p>
    <w:p w:rsidR="007B2329" w:rsidRDefault="007B2329" w:rsidP="007B2329">
      <w:r>
        <w:t>360.5999</w:t>
      </w:r>
      <w:r>
        <w:tab/>
        <w:t>4.051e0</w:t>
      </w:r>
    </w:p>
    <w:p w:rsidR="007B2329" w:rsidRDefault="007B2329" w:rsidP="007B2329">
      <w:r>
        <w:t>360.6241</w:t>
      </w:r>
      <w:r>
        <w:tab/>
        <w:t>3.038e0</w:t>
      </w:r>
    </w:p>
    <w:p w:rsidR="007B2329" w:rsidRDefault="007B2329" w:rsidP="007B2329">
      <w:r>
        <w:lastRenderedPageBreak/>
        <w:t>360.6431</w:t>
      </w:r>
      <w:r>
        <w:tab/>
        <w:t>7.089e0</w:t>
      </w:r>
    </w:p>
    <w:p w:rsidR="007B2329" w:rsidRDefault="007B2329" w:rsidP="007B2329">
      <w:r>
        <w:t>360.6456</w:t>
      </w:r>
      <w:r>
        <w:tab/>
        <w:t>1.013e1</w:t>
      </w:r>
    </w:p>
    <w:p w:rsidR="007B2329" w:rsidRDefault="007B2329" w:rsidP="007B2329">
      <w:r>
        <w:t>360.6568</w:t>
      </w:r>
      <w:r>
        <w:tab/>
        <w:t>2.418e0</w:t>
      </w:r>
    </w:p>
    <w:p w:rsidR="007B2329" w:rsidRDefault="007B2329" w:rsidP="007B2329">
      <w:r>
        <w:t>360.6680</w:t>
      </w:r>
      <w:r>
        <w:tab/>
        <w:t>2.697e0</w:t>
      </w:r>
    </w:p>
    <w:p w:rsidR="007B2329" w:rsidRDefault="007B2329" w:rsidP="007B2329">
      <w:r>
        <w:t>360.6752</w:t>
      </w:r>
      <w:r>
        <w:tab/>
        <w:t>3.038e0</w:t>
      </w:r>
    </w:p>
    <w:p w:rsidR="007B2329" w:rsidRDefault="007B2329" w:rsidP="007B2329">
      <w:r>
        <w:t>360.6821</w:t>
      </w:r>
      <w:r>
        <w:tab/>
        <w:t>2.025e0</w:t>
      </w:r>
    </w:p>
    <w:p w:rsidR="007B2329" w:rsidRDefault="007B2329" w:rsidP="007B2329">
      <w:r>
        <w:t>360.6945</w:t>
      </w:r>
      <w:r>
        <w:tab/>
        <w:t>5.063e0</w:t>
      </w:r>
    </w:p>
    <w:p w:rsidR="007B2329" w:rsidRDefault="007B2329" w:rsidP="007B2329">
      <w:r>
        <w:t>360.7032</w:t>
      </w:r>
      <w:r>
        <w:tab/>
        <w:t>3.038e0</w:t>
      </w:r>
    </w:p>
    <w:p w:rsidR="007B2329" w:rsidRDefault="007B2329" w:rsidP="007B2329">
      <w:r>
        <w:t>360.7069</w:t>
      </w:r>
      <w:r>
        <w:tab/>
        <w:t>6.955e0</w:t>
      </w:r>
    </w:p>
    <w:p w:rsidR="007B2329" w:rsidRDefault="007B2329" w:rsidP="007B2329">
      <w:r>
        <w:t>360.7105</w:t>
      </w:r>
      <w:r>
        <w:tab/>
        <w:t>2.025e0</w:t>
      </w:r>
    </w:p>
    <w:p w:rsidR="007B2329" w:rsidRDefault="007B2329" w:rsidP="007B2329">
      <w:r>
        <w:t>360.7161</w:t>
      </w:r>
      <w:r>
        <w:tab/>
        <w:t>1.013e0</w:t>
      </w:r>
    </w:p>
    <w:p w:rsidR="007B2329" w:rsidRDefault="007B2329" w:rsidP="007B2329">
      <w:r>
        <w:t>360.7226</w:t>
      </w:r>
      <w:r>
        <w:tab/>
        <w:t>4.051e0</w:t>
      </w:r>
    </w:p>
    <w:p w:rsidR="007B2329" w:rsidRDefault="007B2329" w:rsidP="007B2329">
      <w:r>
        <w:t>360.7363</w:t>
      </w:r>
      <w:r>
        <w:tab/>
        <w:t>6.076e0</w:t>
      </w:r>
    </w:p>
    <w:p w:rsidR="007B2329" w:rsidRDefault="007B2329" w:rsidP="007B2329">
      <w:r>
        <w:t>360.7398</w:t>
      </w:r>
      <w:r>
        <w:tab/>
        <w:t>3.038e0</w:t>
      </w:r>
    </w:p>
    <w:p w:rsidR="007B2329" w:rsidRDefault="007B2329" w:rsidP="007B2329">
      <w:r>
        <w:t>360.7419</w:t>
      </w:r>
      <w:r>
        <w:tab/>
        <w:t>3.038e0</w:t>
      </w:r>
    </w:p>
    <w:p w:rsidR="007B2329" w:rsidRDefault="007B2329" w:rsidP="007B2329">
      <w:r>
        <w:t>360.7746</w:t>
      </w:r>
      <w:r>
        <w:tab/>
        <w:t>1.013e0</w:t>
      </w:r>
    </w:p>
    <w:p w:rsidR="007B2329" w:rsidRDefault="007B2329" w:rsidP="007B2329">
      <w:r>
        <w:t>360.7760</w:t>
      </w:r>
      <w:r>
        <w:tab/>
        <w:t>3.038e0</w:t>
      </w:r>
    </w:p>
    <w:p w:rsidR="007B2329" w:rsidRDefault="007B2329" w:rsidP="007B2329">
      <w:r>
        <w:t>360.7839</w:t>
      </w:r>
      <w:r>
        <w:tab/>
        <w:t>5.063e0</w:t>
      </w:r>
    </w:p>
    <w:p w:rsidR="007B2329" w:rsidRDefault="007B2329" w:rsidP="007B2329">
      <w:r>
        <w:t>360.7948</w:t>
      </w:r>
      <w:r>
        <w:tab/>
        <w:t>5.063e0</w:t>
      </w:r>
    </w:p>
    <w:p w:rsidR="007B2329" w:rsidRDefault="007B2329" w:rsidP="007B2329">
      <w:r>
        <w:lastRenderedPageBreak/>
        <w:t>360.7960</w:t>
      </w:r>
      <w:r>
        <w:tab/>
        <w:t>2.025e0</w:t>
      </w:r>
    </w:p>
    <w:p w:rsidR="007B2329" w:rsidRDefault="007B2329" w:rsidP="007B2329">
      <w:r>
        <w:t>360.8062</w:t>
      </w:r>
      <w:r>
        <w:tab/>
        <w:t>1.013e0</w:t>
      </w:r>
    </w:p>
    <w:p w:rsidR="007B2329" w:rsidRDefault="007B2329" w:rsidP="007B2329">
      <w:r>
        <w:t>360.8109</w:t>
      </w:r>
      <w:r>
        <w:tab/>
        <w:t>3.041e0</w:t>
      </w:r>
    </w:p>
    <w:p w:rsidR="007B2329" w:rsidRDefault="007B2329" w:rsidP="007B2329">
      <w:r>
        <w:t>360.8215</w:t>
      </w:r>
      <w:r>
        <w:tab/>
        <w:t>3.038e0</w:t>
      </w:r>
    </w:p>
    <w:p w:rsidR="007B2329" w:rsidRDefault="007B2329" w:rsidP="007B2329">
      <w:r>
        <w:t>360.8244</w:t>
      </w:r>
      <w:r>
        <w:tab/>
        <w:t>4.885e0</w:t>
      </w:r>
    </w:p>
    <w:p w:rsidR="007B2329" w:rsidRDefault="007B2329" w:rsidP="007B2329">
      <w:r>
        <w:t>360.8440</w:t>
      </w:r>
      <w:r>
        <w:tab/>
        <w:t>4.051e0</w:t>
      </w:r>
    </w:p>
    <w:p w:rsidR="007B2329" w:rsidRDefault="007B2329" w:rsidP="007B2329">
      <w:r>
        <w:t>360.8451</w:t>
      </w:r>
      <w:r>
        <w:tab/>
        <w:t>1.013e0</w:t>
      </w:r>
    </w:p>
    <w:p w:rsidR="007B2329" w:rsidRDefault="007B2329" w:rsidP="007B2329">
      <w:r>
        <w:t>360.8524</w:t>
      </w:r>
      <w:r>
        <w:tab/>
        <w:t>8.101e0</w:t>
      </w:r>
    </w:p>
    <w:p w:rsidR="007B2329" w:rsidRDefault="007B2329" w:rsidP="007B2329">
      <w:r>
        <w:t>360.8541</w:t>
      </w:r>
      <w:r>
        <w:tab/>
        <w:t>2.025e0</w:t>
      </w:r>
    </w:p>
    <w:p w:rsidR="007B2329" w:rsidRDefault="007B2329" w:rsidP="007B2329">
      <w:r>
        <w:t>360.8578</w:t>
      </w:r>
      <w:r>
        <w:tab/>
        <w:t>4.051e0</w:t>
      </w:r>
    </w:p>
    <w:p w:rsidR="007B2329" w:rsidRDefault="007B2329" w:rsidP="007B2329">
      <w:r>
        <w:t>360.8653</w:t>
      </w:r>
      <w:r>
        <w:tab/>
        <w:t>3.209e0</w:t>
      </w:r>
    </w:p>
    <w:p w:rsidR="007B2329" w:rsidRDefault="007B2329" w:rsidP="007B2329">
      <w:r>
        <w:t>360.8680</w:t>
      </w:r>
      <w:r>
        <w:tab/>
        <w:t>6.076e0</w:t>
      </w:r>
    </w:p>
    <w:p w:rsidR="007B2329" w:rsidRDefault="007B2329" w:rsidP="007B2329">
      <w:r>
        <w:t>360.8884</w:t>
      </w:r>
      <w:r>
        <w:tab/>
        <w:t>5.063e0</w:t>
      </w:r>
    </w:p>
    <w:p w:rsidR="007B2329" w:rsidRDefault="007B2329" w:rsidP="007B2329">
      <w:r>
        <w:t>360.8908</w:t>
      </w:r>
      <w:r>
        <w:tab/>
        <w:t>2.025e0</w:t>
      </w:r>
    </w:p>
    <w:p w:rsidR="007B2329" w:rsidRDefault="007B2329" w:rsidP="007B2329">
      <w:r>
        <w:t>360.9051</w:t>
      </w:r>
      <w:r>
        <w:tab/>
        <w:t>3.572e0</w:t>
      </w:r>
    </w:p>
    <w:p w:rsidR="007B2329" w:rsidRDefault="007B2329" w:rsidP="007B2329">
      <w:r>
        <w:t>360.9118</w:t>
      </w:r>
      <w:r>
        <w:tab/>
        <w:t>2.025e0</w:t>
      </w:r>
    </w:p>
    <w:p w:rsidR="007B2329" w:rsidRDefault="007B2329" w:rsidP="007B2329">
      <w:r>
        <w:t>360.9218</w:t>
      </w:r>
      <w:r>
        <w:tab/>
        <w:t>4.051e0</w:t>
      </w:r>
    </w:p>
    <w:p w:rsidR="007B2329" w:rsidRDefault="007B2329" w:rsidP="007B2329">
      <w:r>
        <w:t>360.9302</w:t>
      </w:r>
      <w:r>
        <w:tab/>
        <w:t>1.025e0</w:t>
      </w:r>
    </w:p>
    <w:p w:rsidR="007B2329" w:rsidRDefault="007B2329" w:rsidP="007B2329">
      <w:r>
        <w:t>360.9450</w:t>
      </w:r>
      <w:r>
        <w:tab/>
        <w:t>2.025e0</w:t>
      </w:r>
    </w:p>
    <w:p w:rsidR="007B2329" w:rsidRDefault="007B2329" w:rsidP="007B2329">
      <w:r>
        <w:lastRenderedPageBreak/>
        <w:t>360.9462</w:t>
      </w:r>
      <w:r>
        <w:tab/>
        <w:t>3.038e0</w:t>
      </w:r>
    </w:p>
    <w:p w:rsidR="007B2329" w:rsidRDefault="007B2329" w:rsidP="007B2329">
      <w:r>
        <w:t>360.9505</w:t>
      </w:r>
      <w:r>
        <w:tab/>
        <w:t>3.038e0</w:t>
      </w:r>
    </w:p>
    <w:p w:rsidR="007B2329" w:rsidRDefault="007B2329" w:rsidP="007B2329">
      <w:r>
        <w:t>360.9526</w:t>
      </w:r>
      <w:r>
        <w:tab/>
        <w:t>5.063e0</w:t>
      </w:r>
    </w:p>
    <w:p w:rsidR="007B2329" w:rsidRDefault="007B2329" w:rsidP="007B2329">
      <w:r>
        <w:t>360.9630</w:t>
      </w:r>
      <w:r>
        <w:tab/>
        <w:t>2.025e0</w:t>
      </w:r>
    </w:p>
    <w:p w:rsidR="007B2329" w:rsidRDefault="007B2329" w:rsidP="007B2329">
      <w:r>
        <w:t>360.9691</w:t>
      </w:r>
      <w:r>
        <w:tab/>
        <w:t>3.038e0</w:t>
      </w:r>
    </w:p>
    <w:p w:rsidR="007B2329" w:rsidRDefault="007B2329" w:rsidP="007B2329">
      <w:r>
        <w:t>360.9790</w:t>
      </w:r>
      <w:r>
        <w:tab/>
        <w:t>3.038e0</w:t>
      </w:r>
    </w:p>
    <w:p w:rsidR="007B2329" w:rsidRDefault="007B2329" w:rsidP="007B2329">
      <w:r>
        <w:t>360.9980</w:t>
      </w:r>
      <w:r>
        <w:tab/>
        <w:t>4.051e0</w:t>
      </w:r>
    </w:p>
    <w:p w:rsidR="007B2329" w:rsidRDefault="007B2329" w:rsidP="007B2329">
      <w:r>
        <w:t>361.0005</w:t>
      </w:r>
      <w:r>
        <w:tab/>
        <w:t>3.038e0</w:t>
      </w:r>
    </w:p>
    <w:p w:rsidR="007B2329" w:rsidRDefault="007B2329" w:rsidP="007B2329">
      <w:r>
        <w:t>361.0099</w:t>
      </w:r>
      <w:r>
        <w:tab/>
        <w:t>7.047e0</w:t>
      </w:r>
    </w:p>
    <w:p w:rsidR="007B2329" w:rsidRDefault="007B2329" w:rsidP="007B2329">
      <w:r>
        <w:t>361.0249</w:t>
      </w:r>
      <w:r>
        <w:tab/>
        <w:t>4.885e0</w:t>
      </w:r>
    </w:p>
    <w:p w:rsidR="007B2329" w:rsidRDefault="007B2329" w:rsidP="007B2329">
      <w:r>
        <w:t>361.0279</w:t>
      </w:r>
      <w:r>
        <w:tab/>
        <w:t>2.025e0</w:t>
      </w:r>
    </w:p>
    <w:p w:rsidR="007B2329" w:rsidRDefault="007B2329" w:rsidP="007B2329">
      <w:r>
        <w:t>361.0303</w:t>
      </w:r>
      <w:r>
        <w:tab/>
        <w:t>4.995e0</w:t>
      </w:r>
    </w:p>
    <w:p w:rsidR="007B2329" w:rsidRDefault="007B2329" w:rsidP="007B2329">
      <w:r>
        <w:t>361.0352</w:t>
      </w:r>
      <w:r>
        <w:tab/>
        <w:t>3.038e0</w:t>
      </w:r>
    </w:p>
    <w:p w:rsidR="007B2329" w:rsidRDefault="007B2329" w:rsidP="007B2329">
      <w:r>
        <w:t>361.0382</w:t>
      </w:r>
      <w:r>
        <w:tab/>
        <w:t>3.038e0</w:t>
      </w:r>
    </w:p>
    <w:p w:rsidR="007B2329" w:rsidRDefault="007B2329" w:rsidP="007B2329">
      <w:r>
        <w:t>361.0465</w:t>
      </w:r>
      <w:r>
        <w:tab/>
        <w:t>4.792e0</w:t>
      </w:r>
    </w:p>
    <w:p w:rsidR="007B2329" w:rsidRDefault="007B2329" w:rsidP="007B2329">
      <w:r>
        <w:t>361.0485</w:t>
      </w:r>
      <w:r>
        <w:tab/>
        <w:t>5.063e0</w:t>
      </w:r>
    </w:p>
    <w:p w:rsidR="007B2329" w:rsidRDefault="007B2329" w:rsidP="007B2329">
      <w:r>
        <w:t>361.0539</w:t>
      </w:r>
      <w:r>
        <w:tab/>
        <w:t>8.551e0</w:t>
      </w:r>
    </w:p>
    <w:p w:rsidR="007B2329" w:rsidRDefault="007B2329" w:rsidP="007B2329">
      <w:r>
        <w:t>361.0799</w:t>
      </w:r>
      <w:r>
        <w:tab/>
        <w:t>2.038e0</w:t>
      </w:r>
    </w:p>
    <w:p w:rsidR="007B2329" w:rsidRDefault="007B2329" w:rsidP="007B2329">
      <w:r>
        <w:t>361.0936</w:t>
      </w:r>
      <w:r>
        <w:tab/>
        <w:t>2.850e0</w:t>
      </w:r>
    </w:p>
    <w:p w:rsidR="007B2329" w:rsidRDefault="007B2329" w:rsidP="007B2329">
      <w:r>
        <w:lastRenderedPageBreak/>
        <w:t>361.0970</w:t>
      </w:r>
      <w:r>
        <w:tab/>
        <w:t>5.599e0</w:t>
      </w:r>
    </w:p>
    <w:p w:rsidR="007B2329" w:rsidRDefault="007B2329" w:rsidP="007B2329">
      <w:r>
        <w:t>361.1023</w:t>
      </w:r>
      <w:r>
        <w:tab/>
        <w:t>1.108e1</w:t>
      </w:r>
    </w:p>
    <w:p w:rsidR="007B2329" w:rsidRDefault="007B2329" w:rsidP="007B2329">
      <w:r>
        <w:t>361.1038</w:t>
      </w:r>
      <w:r>
        <w:tab/>
        <w:t>2.798e0</w:t>
      </w:r>
    </w:p>
    <w:p w:rsidR="007B2329" w:rsidRDefault="007B2329" w:rsidP="007B2329">
      <w:r>
        <w:t>361.1090</w:t>
      </w:r>
      <w:r>
        <w:tab/>
        <w:t>5.063e0</w:t>
      </w:r>
    </w:p>
    <w:p w:rsidR="007B2329" w:rsidRDefault="007B2329" w:rsidP="007B2329">
      <w:r>
        <w:t>361.1131</w:t>
      </w:r>
      <w:r>
        <w:tab/>
        <w:t>5.037e0</w:t>
      </w:r>
    </w:p>
    <w:p w:rsidR="007B2329" w:rsidRDefault="007B2329" w:rsidP="007B2329">
      <w:r>
        <w:t>361.1350</w:t>
      </w:r>
      <w:r>
        <w:tab/>
        <w:t>1.013e0</w:t>
      </w:r>
    </w:p>
    <w:p w:rsidR="007B2329" w:rsidRDefault="007B2329" w:rsidP="007B2329">
      <w:r>
        <w:t>361.1404</w:t>
      </w:r>
      <w:r>
        <w:tab/>
        <w:t>2.025e0</w:t>
      </w:r>
    </w:p>
    <w:p w:rsidR="007B2329" w:rsidRDefault="007B2329" w:rsidP="007B2329">
      <w:r>
        <w:t>361.1446</w:t>
      </w:r>
      <w:r>
        <w:tab/>
        <w:t>1.944e0</w:t>
      </w:r>
    </w:p>
    <w:p w:rsidR="007B2329" w:rsidRDefault="007B2329" w:rsidP="007B2329">
      <w:r>
        <w:t>361.1684</w:t>
      </w:r>
      <w:r>
        <w:tab/>
        <w:t>1.082e1</w:t>
      </w:r>
    </w:p>
    <w:p w:rsidR="007B2329" w:rsidRDefault="007B2329" w:rsidP="007B2329">
      <w:r>
        <w:t>361.1702</w:t>
      </w:r>
      <w:r>
        <w:tab/>
        <w:t>1.405e1</w:t>
      </w:r>
    </w:p>
    <w:p w:rsidR="007B2329" w:rsidRDefault="007B2329" w:rsidP="007B2329">
      <w:r>
        <w:t>361.1759</w:t>
      </w:r>
      <w:r>
        <w:tab/>
        <w:t>2.532e-2</w:t>
      </w:r>
    </w:p>
    <w:p w:rsidR="007B2329" w:rsidRDefault="007B2329" w:rsidP="007B2329">
      <w:r>
        <w:t>361.1772</w:t>
      </w:r>
      <w:r>
        <w:tab/>
        <w:t>7.142e0</w:t>
      </w:r>
    </w:p>
    <w:p w:rsidR="007B2329" w:rsidRDefault="007B2329" w:rsidP="007B2329">
      <w:r>
        <w:t>361.1787</w:t>
      </w:r>
      <w:r>
        <w:tab/>
        <w:t>1.242e0</w:t>
      </w:r>
    </w:p>
    <w:p w:rsidR="007B2329" w:rsidRDefault="007B2329" w:rsidP="007B2329">
      <w:r>
        <w:t>361.1832</w:t>
      </w:r>
      <w:r>
        <w:tab/>
        <w:t>1.266e1</w:t>
      </w:r>
    </w:p>
    <w:p w:rsidR="007B2329" w:rsidRDefault="007B2329" w:rsidP="007B2329">
      <w:r>
        <w:t>361.2329</w:t>
      </w:r>
      <w:r>
        <w:tab/>
        <w:t>5.063e0</w:t>
      </w:r>
    </w:p>
    <w:p w:rsidR="007B2329" w:rsidRDefault="007B2329" w:rsidP="007B2329">
      <w:r>
        <w:t>361.2381</w:t>
      </w:r>
      <w:r>
        <w:tab/>
        <w:t>1.200e2</w:t>
      </w:r>
    </w:p>
    <w:p w:rsidR="007B2329" w:rsidRDefault="007B2329" w:rsidP="007B2329">
      <w:r>
        <w:t>361.2393</w:t>
      </w:r>
      <w:r>
        <w:tab/>
        <w:t>2.500e1</w:t>
      </w:r>
    </w:p>
    <w:p w:rsidR="007B2329" w:rsidRDefault="007B2329" w:rsidP="007B2329">
      <w:r>
        <w:t>361.2408</w:t>
      </w:r>
      <w:r>
        <w:tab/>
        <w:t>1.642e2</w:t>
      </w:r>
    </w:p>
    <w:p w:rsidR="007B2329" w:rsidRDefault="007B2329" w:rsidP="007B2329">
      <w:r>
        <w:t>361.2461</w:t>
      </w:r>
      <w:r>
        <w:tab/>
        <w:t>5.350e1</w:t>
      </w:r>
    </w:p>
    <w:p w:rsidR="007B2329" w:rsidRDefault="007B2329" w:rsidP="007B2329">
      <w:r>
        <w:lastRenderedPageBreak/>
        <w:t>361.2502</w:t>
      </w:r>
      <w:r>
        <w:tab/>
        <w:t>1.013e1</w:t>
      </w:r>
    </w:p>
    <w:p w:rsidR="007B2329" w:rsidRDefault="007B2329" w:rsidP="007B2329">
      <w:r>
        <w:t>361.2960</w:t>
      </w:r>
      <w:r>
        <w:tab/>
        <w:t>1.013e0</w:t>
      </w:r>
    </w:p>
    <w:p w:rsidR="007B2329" w:rsidRDefault="007B2329" w:rsidP="007B2329">
      <w:r>
        <w:t>361.3218</w:t>
      </w:r>
      <w:r>
        <w:tab/>
        <w:t>1.013e0</w:t>
      </w:r>
    </w:p>
    <w:p w:rsidR="007B2329" w:rsidRDefault="007B2329" w:rsidP="007B2329">
      <w:r>
        <w:t>361.3295</w:t>
      </w:r>
      <w:r>
        <w:tab/>
        <w:t>7.463e0</w:t>
      </w:r>
    </w:p>
    <w:p w:rsidR="007B2329" w:rsidRDefault="007B2329" w:rsidP="007B2329">
      <w:r>
        <w:t>361.3377</w:t>
      </w:r>
      <w:r>
        <w:tab/>
        <w:t>9.114e0</w:t>
      </w:r>
    </w:p>
    <w:p w:rsidR="007B2329" w:rsidRDefault="007B2329" w:rsidP="007B2329">
      <w:r>
        <w:t>361.3401</w:t>
      </w:r>
      <w:r>
        <w:tab/>
        <w:t>3.038e0</w:t>
      </w:r>
    </w:p>
    <w:p w:rsidR="007B2329" w:rsidRDefault="007B2329" w:rsidP="007B2329">
      <w:r>
        <w:t>361.3427</w:t>
      </w:r>
      <w:r>
        <w:tab/>
        <w:t>2.038e0</w:t>
      </w:r>
    </w:p>
    <w:p w:rsidR="007B2329" w:rsidRDefault="007B2329" w:rsidP="007B2329">
      <w:r>
        <w:t>361.3680</w:t>
      </w:r>
      <w:r>
        <w:tab/>
        <w:t>2.055e0</w:t>
      </w:r>
    </w:p>
    <w:p w:rsidR="007B2329" w:rsidRDefault="007B2329" w:rsidP="007B2329">
      <w:r>
        <w:t>361.3809</w:t>
      </w:r>
      <w:r>
        <w:tab/>
        <w:t>1.013e0</w:t>
      </w:r>
    </w:p>
    <w:p w:rsidR="007B2329" w:rsidRDefault="007B2329" w:rsidP="007B2329">
      <w:r>
        <w:t>361.3834</w:t>
      </w:r>
      <w:r>
        <w:tab/>
        <w:t>5.063e0</w:t>
      </w:r>
    </w:p>
    <w:p w:rsidR="007B2329" w:rsidRDefault="007B2329" w:rsidP="007B2329">
      <w:r>
        <w:t>361.3891</w:t>
      </w:r>
      <w:r>
        <w:tab/>
        <w:t>6.076e0</w:t>
      </w:r>
    </w:p>
    <w:p w:rsidR="007B2329" w:rsidRDefault="007B2329" w:rsidP="007B2329">
      <w:r>
        <w:t>361.4026</w:t>
      </w:r>
      <w:r>
        <w:tab/>
        <w:t>2.025e0</w:t>
      </w:r>
    </w:p>
    <w:p w:rsidR="007B2329" w:rsidRDefault="007B2329" w:rsidP="007B2329">
      <w:r>
        <w:t>361.4056</w:t>
      </w:r>
      <w:r>
        <w:tab/>
        <w:t>1.013e0</w:t>
      </w:r>
    </w:p>
    <w:p w:rsidR="007B2329" w:rsidRDefault="007B2329" w:rsidP="007B2329">
      <w:r>
        <w:t>361.4131</w:t>
      </w:r>
      <w:r>
        <w:tab/>
        <w:t>5.063e0</w:t>
      </w:r>
    </w:p>
    <w:p w:rsidR="007B2329" w:rsidRDefault="007B2329" w:rsidP="007B2329">
      <w:r>
        <w:t>361.4436</w:t>
      </w:r>
      <w:r>
        <w:tab/>
        <w:t>1.013e0</w:t>
      </w:r>
    </w:p>
    <w:p w:rsidR="007B2329" w:rsidRDefault="007B2329" w:rsidP="007B2329">
      <w:r>
        <w:t>361.4474</w:t>
      </w:r>
      <w:r>
        <w:tab/>
        <w:t>4.366e0</w:t>
      </w:r>
    </w:p>
    <w:p w:rsidR="007B2329" w:rsidRDefault="007B2329" w:rsidP="007B2329">
      <w:r>
        <w:t>361.4510</w:t>
      </w:r>
      <w:r>
        <w:tab/>
        <w:t>6.076e0</w:t>
      </w:r>
    </w:p>
    <w:p w:rsidR="007B2329" w:rsidRDefault="007B2329" w:rsidP="007B2329">
      <w:r>
        <w:t>361.4530</w:t>
      </w:r>
      <w:r>
        <w:tab/>
        <w:t>7.089e0</w:t>
      </w:r>
    </w:p>
    <w:p w:rsidR="007B2329" w:rsidRDefault="007B2329" w:rsidP="007B2329">
      <w:r>
        <w:t>361.4632</w:t>
      </w:r>
      <w:r>
        <w:tab/>
        <w:t>5.831e0</w:t>
      </w:r>
    </w:p>
    <w:p w:rsidR="007B2329" w:rsidRDefault="007B2329" w:rsidP="007B2329">
      <w:r>
        <w:lastRenderedPageBreak/>
        <w:t>361.4683</w:t>
      </w:r>
      <w:r>
        <w:tab/>
        <w:t>1.013e0</w:t>
      </w:r>
    </w:p>
    <w:p w:rsidR="007B2329" w:rsidRDefault="007B2329" w:rsidP="007B2329">
      <w:r>
        <w:t>361.4931</w:t>
      </w:r>
      <w:r>
        <w:tab/>
        <w:t>1.013e0</w:t>
      </w:r>
    </w:p>
    <w:p w:rsidR="007B2329" w:rsidRDefault="007B2329" w:rsidP="007B2329">
      <w:r>
        <w:t>361.5056</w:t>
      </w:r>
      <w:r>
        <w:tab/>
        <w:t>2.025e0</w:t>
      </w:r>
    </w:p>
    <w:p w:rsidR="007B2329" w:rsidRDefault="007B2329" w:rsidP="007B2329">
      <w:r>
        <w:t>361.5089</w:t>
      </w:r>
      <w:r>
        <w:tab/>
        <w:t>1.013e0</w:t>
      </w:r>
    </w:p>
    <w:p w:rsidR="007B2329" w:rsidRDefault="007B2329" w:rsidP="007B2329">
      <w:r>
        <w:t>361.5117</w:t>
      </w:r>
      <w:r>
        <w:tab/>
        <w:t>5.063e0</w:t>
      </w:r>
    </w:p>
    <w:p w:rsidR="007B2329" w:rsidRDefault="007B2329" w:rsidP="007B2329">
      <w:r>
        <w:t>361.5140</w:t>
      </w:r>
      <w:r>
        <w:tab/>
        <w:t>1.013e0</w:t>
      </w:r>
    </w:p>
    <w:p w:rsidR="007B2329" w:rsidRDefault="007B2329" w:rsidP="007B2329">
      <w:r>
        <w:t>361.5180</w:t>
      </w:r>
      <w:r>
        <w:tab/>
        <w:t>1.013e0</w:t>
      </w:r>
    </w:p>
    <w:p w:rsidR="007B2329" w:rsidRDefault="007B2329" w:rsidP="007B2329">
      <w:r>
        <w:t>361.5438</w:t>
      </w:r>
      <w:r>
        <w:tab/>
        <w:t>3.038e0</w:t>
      </w:r>
    </w:p>
    <w:p w:rsidR="007B2329" w:rsidRDefault="007B2329" w:rsidP="007B2329">
      <w:r>
        <w:t>361.5583</w:t>
      </w:r>
      <w:r>
        <w:tab/>
        <w:t>3.038e0</w:t>
      </w:r>
    </w:p>
    <w:p w:rsidR="007B2329" w:rsidRDefault="007B2329" w:rsidP="007B2329">
      <w:r>
        <w:t>361.5675</w:t>
      </w:r>
      <w:r>
        <w:tab/>
        <w:t>1.013e0</w:t>
      </w:r>
    </w:p>
    <w:p w:rsidR="007B2329" w:rsidRDefault="007B2329" w:rsidP="007B2329">
      <w:r>
        <w:t>361.5710</w:t>
      </w:r>
      <w:r>
        <w:tab/>
        <w:t>2.025e0</w:t>
      </w:r>
    </w:p>
    <w:p w:rsidR="007B2329" w:rsidRDefault="007B2329" w:rsidP="007B2329">
      <w:r>
        <w:t>361.5727</w:t>
      </w:r>
      <w:r>
        <w:tab/>
        <w:t>2.025e0</w:t>
      </w:r>
    </w:p>
    <w:p w:rsidR="007B2329" w:rsidRDefault="007B2329" w:rsidP="007B2329">
      <w:r>
        <w:t>361.5764</w:t>
      </w:r>
      <w:r>
        <w:tab/>
        <w:t>2.025e0</w:t>
      </w:r>
    </w:p>
    <w:p w:rsidR="007B2329" w:rsidRDefault="007B2329" w:rsidP="007B2329">
      <w:r>
        <w:t>361.5870</w:t>
      </w:r>
      <w:r>
        <w:tab/>
        <w:t>5.570e0</w:t>
      </w:r>
    </w:p>
    <w:p w:rsidR="007B2329" w:rsidRDefault="007B2329" w:rsidP="007B2329">
      <w:r>
        <w:t>361.5979</w:t>
      </w:r>
      <w:r>
        <w:tab/>
        <w:t>3.038e0</w:t>
      </w:r>
    </w:p>
    <w:p w:rsidR="007B2329" w:rsidRDefault="007B2329" w:rsidP="007B2329">
      <w:r>
        <w:t>361.6179</w:t>
      </w:r>
      <w:r>
        <w:tab/>
        <w:t>3.038e0</w:t>
      </w:r>
    </w:p>
    <w:p w:rsidR="007B2329" w:rsidRDefault="007B2329" w:rsidP="007B2329">
      <w:r>
        <w:t>361.6196</w:t>
      </w:r>
      <w:r>
        <w:tab/>
        <w:t>7.089e0</w:t>
      </w:r>
    </w:p>
    <w:p w:rsidR="007B2329" w:rsidRDefault="007B2329" w:rsidP="007B2329">
      <w:r>
        <w:t>361.6233</w:t>
      </w:r>
      <w:r>
        <w:tab/>
        <w:t>3.038e0</w:t>
      </w:r>
    </w:p>
    <w:p w:rsidR="007B2329" w:rsidRDefault="007B2329" w:rsidP="007B2329">
      <w:r>
        <w:t>361.6508</w:t>
      </w:r>
      <w:r>
        <w:tab/>
        <w:t>2.025e0</w:t>
      </w:r>
    </w:p>
    <w:p w:rsidR="007B2329" w:rsidRDefault="007B2329" w:rsidP="007B2329">
      <w:r>
        <w:lastRenderedPageBreak/>
        <w:t>361.6800</w:t>
      </w:r>
      <w:r>
        <w:tab/>
        <w:t>3.038e0</w:t>
      </w:r>
    </w:p>
    <w:p w:rsidR="007B2329" w:rsidRDefault="007B2329" w:rsidP="007B2329">
      <w:r>
        <w:t>361.6811</w:t>
      </w:r>
      <w:r>
        <w:tab/>
        <w:t>6.076e0</w:t>
      </w:r>
    </w:p>
    <w:p w:rsidR="007B2329" w:rsidRDefault="007B2329" w:rsidP="007B2329">
      <w:r>
        <w:t>361.6840</w:t>
      </w:r>
      <w:r>
        <w:tab/>
        <w:t>3.038e0</w:t>
      </w:r>
    </w:p>
    <w:p w:rsidR="007B2329" w:rsidRDefault="007B2329" w:rsidP="007B2329">
      <w:r>
        <w:t>361.6885</w:t>
      </w:r>
      <w:r>
        <w:tab/>
        <w:t>8.101e0</w:t>
      </w:r>
    </w:p>
    <w:p w:rsidR="007B2329" w:rsidRDefault="007B2329" w:rsidP="007B2329">
      <w:r>
        <w:t>361.7260</w:t>
      </w:r>
      <w:r>
        <w:tab/>
        <w:t>9.114e0</w:t>
      </w:r>
    </w:p>
    <w:p w:rsidR="007B2329" w:rsidRDefault="007B2329" w:rsidP="007B2329">
      <w:r>
        <w:t>361.7276</w:t>
      </w:r>
      <w:r>
        <w:tab/>
        <w:t>2.025e0</w:t>
      </w:r>
    </w:p>
    <w:p w:rsidR="007B2329" w:rsidRDefault="007B2329" w:rsidP="007B2329">
      <w:r>
        <w:t>361.7417</w:t>
      </w:r>
      <w:r>
        <w:tab/>
        <w:t>2.025e0</w:t>
      </w:r>
    </w:p>
    <w:p w:rsidR="007B2329" w:rsidRDefault="007B2329" w:rsidP="007B2329">
      <w:r>
        <w:t>361.7451</w:t>
      </w:r>
      <w:r>
        <w:tab/>
        <w:t>2.025e0</w:t>
      </w:r>
    </w:p>
    <w:p w:rsidR="007B2329" w:rsidRDefault="007B2329" w:rsidP="007B2329">
      <w:r>
        <w:t>361.7473</w:t>
      </w:r>
      <w:r>
        <w:tab/>
        <w:t>5.063e0</w:t>
      </w:r>
    </w:p>
    <w:p w:rsidR="007B2329" w:rsidRDefault="007B2329" w:rsidP="007B2329">
      <w:r>
        <w:t>361.7508</w:t>
      </w:r>
      <w:r>
        <w:tab/>
        <w:t>4.051e0</w:t>
      </w:r>
    </w:p>
    <w:p w:rsidR="007B2329" w:rsidRDefault="007B2329" w:rsidP="007B2329">
      <w:r>
        <w:t>361.7605</w:t>
      </w:r>
      <w:r>
        <w:tab/>
        <w:t>1.013e0</w:t>
      </w:r>
    </w:p>
    <w:p w:rsidR="007B2329" w:rsidRDefault="007B2329" w:rsidP="007B2329">
      <w:r>
        <w:t>361.7859</w:t>
      </w:r>
      <w:r>
        <w:tab/>
        <w:t>2.025e0</w:t>
      </w:r>
    </w:p>
    <w:p w:rsidR="007B2329" w:rsidRDefault="007B2329" w:rsidP="007B2329">
      <w:r>
        <w:t>361.7926</w:t>
      </w:r>
      <w:r>
        <w:tab/>
        <w:t>1.013e0</w:t>
      </w:r>
    </w:p>
    <w:p w:rsidR="007B2329" w:rsidRDefault="007B2329" w:rsidP="007B2329">
      <w:r>
        <w:t>361.8036</w:t>
      </w:r>
      <w:r>
        <w:tab/>
        <w:t>2.025e0</w:t>
      </w:r>
    </w:p>
    <w:p w:rsidR="007B2329" w:rsidRDefault="007B2329" w:rsidP="007B2329">
      <w:r>
        <w:t>361.8088</w:t>
      </w:r>
      <w:r>
        <w:tab/>
        <w:t>6.076e0</w:t>
      </w:r>
    </w:p>
    <w:p w:rsidR="007B2329" w:rsidRDefault="007B2329" w:rsidP="007B2329">
      <w:r>
        <w:t>361.8214</w:t>
      </w:r>
      <w:r>
        <w:tab/>
        <w:t>2.441e0</w:t>
      </w:r>
    </w:p>
    <w:p w:rsidR="007B2329" w:rsidRDefault="007B2329" w:rsidP="007B2329">
      <w:r>
        <w:t>361.8245</w:t>
      </w:r>
      <w:r>
        <w:tab/>
        <w:t>5.063e0</w:t>
      </w:r>
    </w:p>
    <w:p w:rsidR="007B2329" w:rsidRDefault="007B2329" w:rsidP="007B2329">
      <w:r>
        <w:t>361.8316</w:t>
      </w:r>
      <w:r>
        <w:tab/>
        <w:t>2.025e0</w:t>
      </w:r>
    </w:p>
    <w:p w:rsidR="007B2329" w:rsidRDefault="007B2329" w:rsidP="007B2329">
      <w:r>
        <w:t>361.8353</w:t>
      </w:r>
      <w:r>
        <w:tab/>
        <w:t>2.025e0</w:t>
      </w:r>
    </w:p>
    <w:p w:rsidR="007B2329" w:rsidRDefault="007B2329" w:rsidP="007B2329">
      <w:r>
        <w:lastRenderedPageBreak/>
        <w:t>361.8460</w:t>
      </w:r>
      <w:r>
        <w:tab/>
        <w:t>1.013e0</w:t>
      </w:r>
    </w:p>
    <w:p w:rsidR="007B2329" w:rsidRDefault="007B2329" w:rsidP="007B2329">
      <w:r>
        <w:t>361.8564</w:t>
      </w:r>
      <w:r>
        <w:tab/>
        <w:t>2.025e0</w:t>
      </w:r>
    </w:p>
    <w:p w:rsidR="007B2329" w:rsidRDefault="007B2329" w:rsidP="007B2329">
      <w:r>
        <w:t>361.8575</w:t>
      </w:r>
      <w:r>
        <w:tab/>
        <w:t>1.013e0</w:t>
      </w:r>
    </w:p>
    <w:p w:rsidR="007B2329" w:rsidRDefault="007B2329" w:rsidP="007B2329">
      <w:r>
        <w:t>361.8615</w:t>
      </w:r>
      <w:r>
        <w:tab/>
        <w:t>2.025e0</w:t>
      </w:r>
    </w:p>
    <w:p w:rsidR="007B2329" w:rsidRDefault="007B2329" w:rsidP="007B2329">
      <w:r>
        <w:t>361.8631</w:t>
      </w:r>
      <w:r>
        <w:tab/>
        <w:t>2.025e0</w:t>
      </w:r>
    </w:p>
    <w:p w:rsidR="007B2329" w:rsidRDefault="007B2329" w:rsidP="007B2329">
      <w:r>
        <w:t>361.8811</w:t>
      </w:r>
      <w:r>
        <w:tab/>
        <w:t>4.051e0</w:t>
      </w:r>
    </w:p>
    <w:p w:rsidR="007B2329" w:rsidRDefault="007B2329" w:rsidP="007B2329">
      <w:r>
        <w:t>361.8958</w:t>
      </w:r>
      <w:r>
        <w:tab/>
        <w:t>2.963e0</w:t>
      </w:r>
    </w:p>
    <w:p w:rsidR="007B2329" w:rsidRDefault="007B2329" w:rsidP="007B2329">
      <w:r>
        <w:t>361.9065</w:t>
      </w:r>
      <w:r>
        <w:tab/>
        <w:t>3.038e0</w:t>
      </w:r>
    </w:p>
    <w:p w:rsidR="007B2329" w:rsidRDefault="007B2329" w:rsidP="007B2329">
      <w:r>
        <w:t>361.9337</w:t>
      </w:r>
      <w:r>
        <w:tab/>
        <w:t>2.025e0</w:t>
      </w:r>
    </w:p>
    <w:p w:rsidR="007B2329" w:rsidRDefault="007B2329" w:rsidP="007B2329">
      <w:r>
        <w:t>361.9378</w:t>
      </w:r>
      <w:r>
        <w:tab/>
        <w:t>5.063e0</w:t>
      </w:r>
    </w:p>
    <w:p w:rsidR="007B2329" w:rsidRDefault="007B2329" w:rsidP="007B2329">
      <w:r>
        <w:t>361.9479</w:t>
      </w:r>
      <w:r>
        <w:tab/>
        <w:t>2.025e0</w:t>
      </w:r>
    </w:p>
    <w:p w:rsidR="007B2329" w:rsidRDefault="007B2329" w:rsidP="007B2329">
      <w:r>
        <w:t>361.9505</w:t>
      </w:r>
      <w:r>
        <w:tab/>
        <w:t>2.025e0</w:t>
      </w:r>
    </w:p>
    <w:p w:rsidR="007B2329" w:rsidRDefault="007B2329" w:rsidP="007B2329">
      <w:r>
        <w:t>361.9559</w:t>
      </w:r>
      <w:r>
        <w:tab/>
        <w:t>1.025e0</w:t>
      </w:r>
    </w:p>
    <w:p w:rsidR="007B2329" w:rsidRDefault="007B2329" w:rsidP="007B2329">
      <w:r>
        <w:t>361.9648</w:t>
      </w:r>
      <w:r>
        <w:tab/>
        <w:t>4.051e0</w:t>
      </w:r>
    </w:p>
    <w:p w:rsidR="007B2329" w:rsidRDefault="007B2329" w:rsidP="007B2329">
      <w:r>
        <w:t>361.9672</w:t>
      </w:r>
      <w:r>
        <w:tab/>
        <w:t>1.013e0</w:t>
      </w:r>
    </w:p>
    <w:p w:rsidR="007B2329" w:rsidRDefault="007B2329" w:rsidP="007B2329">
      <w:r>
        <w:t>361.9935</w:t>
      </w:r>
      <w:r>
        <w:tab/>
        <w:t>5.063e0</w:t>
      </w:r>
    </w:p>
    <w:p w:rsidR="007B2329" w:rsidRDefault="007B2329" w:rsidP="007B2329">
      <w:r>
        <w:t>362.0033</w:t>
      </w:r>
      <w:r>
        <w:tab/>
        <w:t>2.532e-2</w:t>
      </w:r>
    </w:p>
    <w:p w:rsidR="007B2329" w:rsidRDefault="007B2329" w:rsidP="007B2329">
      <w:r>
        <w:t>362.0083</w:t>
      </w:r>
      <w:r>
        <w:tab/>
        <w:t>2.025e0</w:t>
      </w:r>
    </w:p>
    <w:p w:rsidR="007B2329" w:rsidRDefault="007B2329" w:rsidP="007B2329">
      <w:r>
        <w:t>362.0109</w:t>
      </w:r>
      <w:r>
        <w:tab/>
        <w:t>3.038e0</w:t>
      </w:r>
    </w:p>
    <w:p w:rsidR="007B2329" w:rsidRDefault="007B2329" w:rsidP="007B2329">
      <w:r>
        <w:lastRenderedPageBreak/>
        <w:t>362.0127</w:t>
      </w:r>
      <w:r>
        <w:tab/>
        <w:t>2.025e0</w:t>
      </w:r>
    </w:p>
    <w:p w:rsidR="007B2329" w:rsidRDefault="007B2329" w:rsidP="007B2329">
      <w:r>
        <w:t>362.0289</w:t>
      </w:r>
      <w:r>
        <w:tab/>
        <w:t>1.013e0</w:t>
      </w:r>
    </w:p>
    <w:p w:rsidR="007B2329" w:rsidRDefault="007B2329" w:rsidP="007B2329">
      <w:r>
        <w:t>362.0383</w:t>
      </w:r>
      <w:r>
        <w:tab/>
        <w:t>1.013e0</w:t>
      </w:r>
    </w:p>
    <w:p w:rsidR="007B2329" w:rsidRDefault="007B2329" w:rsidP="007B2329">
      <w:r>
        <w:t>362.0476</w:t>
      </w:r>
      <w:r>
        <w:tab/>
        <w:t>3.038e0</w:t>
      </w:r>
    </w:p>
    <w:p w:rsidR="007B2329" w:rsidRDefault="007B2329" w:rsidP="007B2329">
      <w:r>
        <w:t>362.0521</w:t>
      </w:r>
      <w:r>
        <w:tab/>
        <w:t>4.051e0</w:t>
      </w:r>
    </w:p>
    <w:p w:rsidR="007B2329" w:rsidRDefault="007B2329" w:rsidP="007B2329">
      <w:r>
        <w:t>362.0623</w:t>
      </w:r>
      <w:r>
        <w:tab/>
        <w:t>2.025e0</w:t>
      </w:r>
    </w:p>
    <w:p w:rsidR="007B2329" w:rsidRDefault="007B2329" w:rsidP="007B2329">
      <w:r>
        <w:t>362.0668</w:t>
      </w:r>
      <w:r>
        <w:tab/>
        <w:t>2.025e0</w:t>
      </w:r>
    </w:p>
    <w:p w:rsidR="007B2329" w:rsidRDefault="007B2329" w:rsidP="007B2329">
      <w:r>
        <w:t>362.0728</w:t>
      </w:r>
      <w:r>
        <w:tab/>
        <w:t>4.575e0</w:t>
      </w:r>
    </w:p>
    <w:p w:rsidR="007B2329" w:rsidRDefault="007B2329" w:rsidP="007B2329">
      <w:r>
        <w:t>362.0900</w:t>
      </w:r>
      <w:r>
        <w:tab/>
        <w:t>1.013e0</w:t>
      </w:r>
    </w:p>
    <w:p w:rsidR="007B2329" w:rsidRDefault="007B2329" w:rsidP="007B2329">
      <w:r>
        <w:t>362.0957</w:t>
      </w:r>
      <w:r>
        <w:tab/>
        <w:t>1.013e0</w:t>
      </w:r>
    </w:p>
    <w:p w:rsidR="007B2329" w:rsidRDefault="007B2329" w:rsidP="007B2329">
      <w:r>
        <w:t>362.1036</w:t>
      </w:r>
      <w:r>
        <w:tab/>
        <w:t>1.013e0</w:t>
      </w:r>
    </w:p>
    <w:p w:rsidR="007B2329" w:rsidRDefault="007B2329" w:rsidP="007B2329">
      <w:r>
        <w:t>362.1332</w:t>
      </w:r>
      <w:r>
        <w:tab/>
        <w:t>1.648e0</w:t>
      </w:r>
    </w:p>
    <w:p w:rsidR="007B2329" w:rsidRDefault="007B2329" w:rsidP="007B2329">
      <w:r>
        <w:t>362.1455</w:t>
      </w:r>
      <w:r>
        <w:tab/>
        <w:t>4.868e0</w:t>
      </w:r>
    </w:p>
    <w:p w:rsidR="007B2329" w:rsidRDefault="007B2329" w:rsidP="007B2329">
      <w:r>
        <w:t>362.1485</w:t>
      </w:r>
      <w:r>
        <w:tab/>
        <w:t>2.289e0</w:t>
      </w:r>
    </w:p>
    <w:p w:rsidR="007B2329" w:rsidRDefault="007B2329" w:rsidP="007B2329">
      <w:r>
        <w:t>362.1519</w:t>
      </w:r>
      <w:r>
        <w:tab/>
        <w:t>1.982e0</w:t>
      </w:r>
    </w:p>
    <w:p w:rsidR="007B2329" w:rsidRDefault="007B2329" w:rsidP="007B2329">
      <w:r>
        <w:t>362.1552</w:t>
      </w:r>
      <w:r>
        <w:tab/>
        <w:t>3.633e0</w:t>
      </w:r>
    </w:p>
    <w:p w:rsidR="007B2329" w:rsidRDefault="007B2329" w:rsidP="007B2329">
      <w:r>
        <w:t>362.1687</w:t>
      </w:r>
      <w:r>
        <w:tab/>
        <w:t>1.661e0</w:t>
      </w:r>
    </w:p>
    <w:p w:rsidR="007B2329" w:rsidRDefault="007B2329" w:rsidP="007B2329">
      <w:r>
        <w:t>362.1739</w:t>
      </w:r>
      <w:r>
        <w:tab/>
        <w:t>4.698e0</w:t>
      </w:r>
    </w:p>
    <w:p w:rsidR="007B2329" w:rsidRDefault="007B2329" w:rsidP="007B2329">
      <w:r>
        <w:t>362.1794</w:t>
      </w:r>
      <w:r>
        <w:tab/>
        <w:t>3.038e0</w:t>
      </w:r>
    </w:p>
    <w:p w:rsidR="007B2329" w:rsidRDefault="007B2329" w:rsidP="007B2329">
      <w:r>
        <w:lastRenderedPageBreak/>
        <w:t>362.1804</w:t>
      </w:r>
      <w:r>
        <w:tab/>
        <w:t>1.013e0</w:t>
      </w:r>
    </w:p>
    <w:p w:rsidR="007B2329" w:rsidRDefault="007B2329" w:rsidP="007B2329">
      <w:r>
        <w:t>362.1844</w:t>
      </w:r>
      <w:r>
        <w:tab/>
        <w:t>2.890e0</w:t>
      </w:r>
    </w:p>
    <w:p w:rsidR="007B2329" w:rsidRDefault="007B2329" w:rsidP="007B2329">
      <w:r>
        <w:t>362.1959</w:t>
      </w:r>
      <w:r>
        <w:tab/>
        <w:t>2.582e0</w:t>
      </w:r>
    </w:p>
    <w:p w:rsidR="007B2329" w:rsidRDefault="007B2329" w:rsidP="007B2329">
      <w:r>
        <w:t>362.2199</w:t>
      </w:r>
      <w:r>
        <w:tab/>
        <w:t>1.013e0</w:t>
      </w:r>
    </w:p>
    <w:p w:rsidR="007B2329" w:rsidRDefault="007B2329" w:rsidP="007B2329">
      <w:r>
        <w:t>362.2350</w:t>
      </w:r>
      <w:r>
        <w:tab/>
        <w:t>2.547e0</w:t>
      </w:r>
    </w:p>
    <w:p w:rsidR="007B2329" w:rsidRDefault="007B2329" w:rsidP="007B2329">
      <w:r>
        <w:t>362.2459</w:t>
      </w:r>
      <w:r>
        <w:tab/>
        <w:t>4.951e0</w:t>
      </w:r>
    </w:p>
    <w:p w:rsidR="007B2329" w:rsidRDefault="007B2329" w:rsidP="007B2329">
      <w:r>
        <w:t>362.2508</w:t>
      </w:r>
      <w:r>
        <w:tab/>
        <w:t>3.530e0</w:t>
      </w:r>
    </w:p>
    <w:p w:rsidR="007B2329" w:rsidRDefault="007B2329" w:rsidP="007B2329">
      <w:r>
        <w:t>362.2520</w:t>
      </w:r>
      <w:r>
        <w:tab/>
        <w:t>5.549e0</w:t>
      </w:r>
    </w:p>
    <w:p w:rsidR="007B2329" w:rsidRDefault="007B2329" w:rsidP="007B2329">
      <w:r>
        <w:t>362.2531</w:t>
      </w:r>
      <w:r>
        <w:tab/>
        <w:t>6.089e0</w:t>
      </w:r>
    </w:p>
    <w:p w:rsidR="007B2329" w:rsidRDefault="007B2329" w:rsidP="007B2329">
      <w:r>
        <w:t>362.2628</w:t>
      </w:r>
      <w:r>
        <w:tab/>
        <w:t>2.197e0</w:t>
      </w:r>
    </w:p>
    <w:p w:rsidR="007B2329" w:rsidRDefault="007B2329" w:rsidP="007B2329">
      <w:r>
        <w:t>362.2657</w:t>
      </w:r>
      <w:r>
        <w:tab/>
        <w:t>1.013e0</w:t>
      </w:r>
    </w:p>
    <w:p w:rsidR="007B2329" w:rsidRDefault="007B2329" w:rsidP="007B2329">
      <w:r>
        <w:t>362.2709</w:t>
      </w:r>
      <w:r>
        <w:tab/>
        <w:t>8.372e0</w:t>
      </w:r>
    </w:p>
    <w:p w:rsidR="007B2329" w:rsidRDefault="007B2329" w:rsidP="007B2329">
      <w:r>
        <w:t>362.2764</w:t>
      </w:r>
      <w:r>
        <w:tab/>
        <w:t>3.038e0</w:t>
      </w:r>
    </w:p>
    <w:p w:rsidR="007B2329" w:rsidRDefault="007B2329" w:rsidP="007B2329">
      <w:r>
        <w:t>362.3181</w:t>
      </w:r>
      <w:r>
        <w:tab/>
        <w:t>6.985e0</w:t>
      </w:r>
    </w:p>
    <w:p w:rsidR="007B2329" w:rsidRDefault="007B2329" w:rsidP="007B2329">
      <w:r>
        <w:t>362.3199</w:t>
      </w:r>
      <w:r>
        <w:tab/>
        <w:t>4.051e0</w:t>
      </w:r>
    </w:p>
    <w:p w:rsidR="007B2329" w:rsidRDefault="007B2329" w:rsidP="007B2329">
      <w:r>
        <w:t>362.3324</w:t>
      </w:r>
      <w:r>
        <w:tab/>
        <w:t>1.013e0</w:t>
      </w:r>
    </w:p>
    <w:p w:rsidR="007B2329" w:rsidRDefault="007B2329" w:rsidP="007B2329">
      <w:r>
        <w:t>362.3523</w:t>
      </w:r>
      <w:r>
        <w:tab/>
        <w:t>2.025e0</w:t>
      </w:r>
    </w:p>
    <w:p w:rsidR="007B2329" w:rsidRDefault="007B2329" w:rsidP="007B2329">
      <w:r>
        <w:t>362.3639</w:t>
      </w:r>
      <w:r>
        <w:tab/>
        <w:t>3.038e0</w:t>
      </w:r>
    </w:p>
    <w:p w:rsidR="007B2329" w:rsidRDefault="007B2329" w:rsidP="007B2329">
      <w:r>
        <w:t>362.3650</w:t>
      </w:r>
      <w:r>
        <w:tab/>
        <w:t>2.025e0</w:t>
      </w:r>
    </w:p>
    <w:p w:rsidR="007B2329" w:rsidRDefault="007B2329" w:rsidP="007B2329">
      <w:r>
        <w:lastRenderedPageBreak/>
        <w:t>362.3679</w:t>
      </w:r>
      <w:r>
        <w:tab/>
        <w:t>1.013e0</w:t>
      </w:r>
    </w:p>
    <w:p w:rsidR="007B2329" w:rsidRDefault="007B2329" w:rsidP="007B2329">
      <w:r>
        <w:t>362.3799</w:t>
      </w:r>
      <w:r>
        <w:tab/>
        <w:t>3.038e0</w:t>
      </w:r>
    </w:p>
    <w:p w:rsidR="007B2329" w:rsidRDefault="007B2329" w:rsidP="007B2329">
      <w:r>
        <w:t>362.3901</w:t>
      </w:r>
      <w:r>
        <w:tab/>
        <w:t>4.051e0</w:t>
      </w:r>
    </w:p>
    <w:p w:rsidR="007B2329" w:rsidRDefault="007B2329" w:rsidP="007B2329">
      <w:r>
        <w:t>362.3995</w:t>
      </w:r>
      <w:r>
        <w:tab/>
        <w:t>2.025e0</w:t>
      </w:r>
    </w:p>
    <w:p w:rsidR="007B2329" w:rsidRDefault="007B2329" w:rsidP="007B2329">
      <w:r>
        <w:t>362.4134</w:t>
      </w:r>
      <w:r>
        <w:tab/>
        <w:t>5.063e0</w:t>
      </w:r>
    </w:p>
    <w:p w:rsidR="007B2329" w:rsidRDefault="007B2329" w:rsidP="007B2329">
      <w:r>
        <w:t>362.4181</w:t>
      </w:r>
      <w:r>
        <w:tab/>
        <w:t>3.038e0</w:t>
      </w:r>
    </w:p>
    <w:p w:rsidR="007B2329" w:rsidRDefault="007B2329" w:rsidP="007B2329">
      <w:r>
        <w:t>362.4196</w:t>
      </w:r>
      <w:r>
        <w:tab/>
        <w:t>1.013e0</w:t>
      </w:r>
    </w:p>
    <w:p w:rsidR="007B2329" w:rsidRDefault="007B2329" w:rsidP="007B2329">
      <w:r>
        <w:t>362.4389</w:t>
      </w:r>
      <w:r>
        <w:tab/>
        <w:t>1.013e0</w:t>
      </w:r>
    </w:p>
    <w:p w:rsidR="007B2329" w:rsidRDefault="007B2329" w:rsidP="007B2329">
      <w:r>
        <w:t>362.4485</w:t>
      </w:r>
      <w:r>
        <w:tab/>
        <w:t>3.038e0</w:t>
      </w:r>
    </w:p>
    <w:p w:rsidR="007B2329" w:rsidRDefault="007B2329" w:rsidP="007B2329">
      <w:r>
        <w:t>362.4524</w:t>
      </w:r>
      <w:r>
        <w:tab/>
        <w:t>1.013e0</w:t>
      </w:r>
    </w:p>
    <w:p w:rsidR="007B2329" w:rsidRDefault="007B2329" w:rsidP="007B2329">
      <w:r>
        <w:t>362.4584</w:t>
      </w:r>
      <w:r>
        <w:tab/>
        <w:t>1.013e0</w:t>
      </w:r>
    </w:p>
    <w:p w:rsidR="007B2329" w:rsidRDefault="007B2329" w:rsidP="007B2329">
      <w:r>
        <w:t>362.4858</w:t>
      </w:r>
      <w:r>
        <w:tab/>
        <w:t>2.038e0</w:t>
      </w:r>
    </w:p>
    <w:p w:rsidR="007B2329" w:rsidRDefault="007B2329" w:rsidP="007B2329">
      <w:r>
        <w:t>362.5013</w:t>
      </w:r>
      <w:r>
        <w:tab/>
        <w:t>3.051e0</w:t>
      </w:r>
    </w:p>
    <w:p w:rsidR="007B2329" w:rsidRDefault="007B2329" w:rsidP="007B2329">
      <w:r>
        <w:t>362.5102</w:t>
      </w:r>
      <w:r>
        <w:tab/>
        <w:t>1.013e0</w:t>
      </w:r>
    </w:p>
    <w:p w:rsidR="007B2329" w:rsidRDefault="007B2329" w:rsidP="007B2329">
      <w:r>
        <w:t>362.5146</w:t>
      </w:r>
      <w:r>
        <w:tab/>
        <w:t>4.603e0</w:t>
      </w:r>
    </w:p>
    <w:p w:rsidR="007B2329" w:rsidRDefault="007B2329" w:rsidP="007B2329">
      <w:r>
        <w:t>362.5192</w:t>
      </w:r>
      <w:r>
        <w:tab/>
        <w:t>2.025e0</w:t>
      </w:r>
    </w:p>
    <w:p w:rsidR="007B2329" w:rsidRDefault="007B2329" w:rsidP="007B2329">
      <w:r>
        <w:t>362.5399</w:t>
      </w:r>
      <w:r>
        <w:tab/>
        <w:t>3.038e0</w:t>
      </w:r>
    </w:p>
    <w:p w:rsidR="007B2329" w:rsidRDefault="007B2329" w:rsidP="007B2329">
      <w:r>
        <w:t>362.5504</w:t>
      </w:r>
      <w:r>
        <w:tab/>
        <w:t>2.025e0</w:t>
      </w:r>
    </w:p>
    <w:p w:rsidR="007B2329" w:rsidRDefault="007B2329" w:rsidP="007B2329">
      <w:r>
        <w:t>362.5691</w:t>
      </w:r>
      <w:r>
        <w:tab/>
        <w:t>2.025e0</w:t>
      </w:r>
    </w:p>
    <w:p w:rsidR="007B2329" w:rsidRDefault="007B2329" w:rsidP="007B2329">
      <w:r>
        <w:lastRenderedPageBreak/>
        <w:t>362.5721</w:t>
      </w:r>
      <w:r>
        <w:tab/>
        <w:t>2.025e0</w:t>
      </w:r>
    </w:p>
    <w:p w:rsidR="007B2329" w:rsidRDefault="007B2329" w:rsidP="007B2329">
      <w:r>
        <w:t>362.5750</w:t>
      </w:r>
      <w:r>
        <w:tab/>
        <w:t>1.013e0</w:t>
      </w:r>
    </w:p>
    <w:p w:rsidR="007B2329" w:rsidRDefault="007B2329" w:rsidP="007B2329">
      <w:r>
        <w:t>362.5942</w:t>
      </w:r>
      <w:r>
        <w:tab/>
        <w:t>2.025e0</w:t>
      </w:r>
    </w:p>
    <w:p w:rsidR="007B2329" w:rsidRDefault="007B2329" w:rsidP="007B2329">
      <w:r>
        <w:t>362.6006</w:t>
      </w:r>
      <w:r>
        <w:tab/>
        <w:t>1.013e0</w:t>
      </w:r>
    </w:p>
    <w:p w:rsidR="007B2329" w:rsidRDefault="007B2329" w:rsidP="007B2329">
      <w:r>
        <w:t>362.6069</w:t>
      </w:r>
      <w:r>
        <w:tab/>
        <w:t>1.013e0</w:t>
      </w:r>
    </w:p>
    <w:p w:rsidR="007B2329" w:rsidRDefault="007B2329" w:rsidP="007B2329">
      <w:r>
        <w:t>362.6086</w:t>
      </w:r>
      <w:r>
        <w:tab/>
        <w:t>2.025e0</w:t>
      </w:r>
    </w:p>
    <w:p w:rsidR="007B2329" w:rsidRDefault="007B2329" w:rsidP="007B2329">
      <w:r>
        <w:t>362.6231</w:t>
      </w:r>
      <w:r>
        <w:tab/>
        <w:t>2.025e0</w:t>
      </w:r>
    </w:p>
    <w:p w:rsidR="007B2329" w:rsidRDefault="007B2329" w:rsidP="007B2329">
      <w:r>
        <w:t>362.6252</w:t>
      </w:r>
      <w:r>
        <w:tab/>
        <w:t>2.025e0</w:t>
      </w:r>
    </w:p>
    <w:p w:rsidR="007B2329" w:rsidRDefault="007B2329" w:rsidP="007B2329">
      <w:r>
        <w:t>362.6266</w:t>
      </w:r>
      <w:r>
        <w:tab/>
        <w:t>1.013e0</w:t>
      </w:r>
    </w:p>
    <w:p w:rsidR="007B2329" w:rsidRDefault="007B2329" w:rsidP="007B2329">
      <w:r>
        <w:t>362.6359</w:t>
      </w:r>
      <w:r>
        <w:tab/>
        <w:t>5.063e0</w:t>
      </w:r>
    </w:p>
    <w:p w:rsidR="007B2329" w:rsidRDefault="007B2329" w:rsidP="007B2329">
      <w:r>
        <w:t>362.6606</w:t>
      </w:r>
      <w:r>
        <w:tab/>
        <w:t>1.013e0</w:t>
      </w:r>
    </w:p>
    <w:p w:rsidR="007B2329" w:rsidRDefault="007B2329" w:rsidP="007B2329">
      <w:r>
        <w:t>362.6628</w:t>
      </w:r>
      <w:r>
        <w:tab/>
        <w:t>4.051e0</w:t>
      </w:r>
    </w:p>
    <w:p w:rsidR="007B2329" w:rsidRDefault="007B2329" w:rsidP="007B2329">
      <w:r>
        <w:t>362.6654</w:t>
      </w:r>
      <w:r>
        <w:tab/>
        <w:t>1.013e0</w:t>
      </w:r>
    </w:p>
    <w:p w:rsidR="007B2329" w:rsidRDefault="007B2329" w:rsidP="007B2329">
      <w:r>
        <w:t>362.6709</w:t>
      </w:r>
      <w:r>
        <w:tab/>
        <w:t>2.025e0</w:t>
      </w:r>
    </w:p>
    <w:p w:rsidR="007B2329" w:rsidRDefault="007B2329" w:rsidP="007B2329">
      <w:r>
        <w:t>362.6813</w:t>
      </w:r>
      <w:r>
        <w:tab/>
        <w:t>1.013e0</w:t>
      </w:r>
    </w:p>
    <w:p w:rsidR="007B2329" w:rsidRDefault="007B2329" w:rsidP="007B2329">
      <w:r>
        <w:t>362.6894</w:t>
      </w:r>
      <w:r>
        <w:tab/>
        <w:t>4.051e0</w:t>
      </w:r>
    </w:p>
    <w:p w:rsidR="007B2329" w:rsidRDefault="007B2329" w:rsidP="007B2329">
      <w:r>
        <w:t>362.6913</w:t>
      </w:r>
      <w:r>
        <w:tab/>
        <w:t>2.025e0</w:t>
      </w:r>
    </w:p>
    <w:p w:rsidR="007B2329" w:rsidRDefault="007B2329" w:rsidP="007B2329">
      <w:r>
        <w:t>362.7171</w:t>
      </w:r>
      <w:r>
        <w:tab/>
        <w:t>1.013e0</w:t>
      </w:r>
    </w:p>
    <w:p w:rsidR="007B2329" w:rsidRDefault="007B2329" w:rsidP="007B2329">
      <w:r>
        <w:t>362.7271</w:t>
      </w:r>
      <w:r>
        <w:tab/>
        <w:t>3.038e0</w:t>
      </w:r>
    </w:p>
    <w:p w:rsidR="007B2329" w:rsidRDefault="007B2329" w:rsidP="007B2329">
      <w:r>
        <w:lastRenderedPageBreak/>
        <w:t>362.7367</w:t>
      </w:r>
      <w:r>
        <w:tab/>
        <w:t>1.013e0</w:t>
      </w:r>
    </w:p>
    <w:p w:rsidR="007B2329" w:rsidRDefault="007B2329" w:rsidP="007B2329">
      <w:r>
        <w:t>362.7520</w:t>
      </w:r>
      <w:r>
        <w:tab/>
        <w:t>1.013e0</w:t>
      </w:r>
    </w:p>
    <w:p w:rsidR="007B2329" w:rsidRDefault="007B2329" w:rsidP="007B2329">
      <w:r>
        <w:t>362.7560</w:t>
      </w:r>
      <w:r>
        <w:tab/>
        <w:t>2.025e0</w:t>
      </w:r>
    </w:p>
    <w:p w:rsidR="007B2329" w:rsidRDefault="007B2329" w:rsidP="007B2329">
      <w:r>
        <w:t>362.7624</w:t>
      </w:r>
      <w:r>
        <w:tab/>
        <w:t>1.013e0</w:t>
      </w:r>
    </w:p>
    <w:p w:rsidR="007B2329" w:rsidRDefault="007B2329" w:rsidP="007B2329">
      <w:r>
        <w:t>362.7643</w:t>
      </w:r>
      <w:r>
        <w:tab/>
        <w:t>2.025e0</w:t>
      </w:r>
    </w:p>
    <w:p w:rsidR="007B2329" w:rsidRDefault="007B2329" w:rsidP="007B2329">
      <w:r>
        <w:t>362.7819</w:t>
      </w:r>
      <w:r>
        <w:tab/>
        <w:t>2.025e0</w:t>
      </w:r>
    </w:p>
    <w:p w:rsidR="007B2329" w:rsidRDefault="007B2329" w:rsidP="007B2329">
      <w:r>
        <w:t>362.7884</w:t>
      </w:r>
      <w:r>
        <w:tab/>
        <w:t>1.013e0</w:t>
      </w:r>
    </w:p>
    <w:p w:rsidR="007B2329" w:rsidRDefault="007B2329" w:rsidP="007B2329">
      <w:r>
        <w:t>362.8014</w:t>
      </w:r>
      <w:r>
        <w:tab/>
        <w:t>3.038e0</w:t>
      </w:r>
    </w:p>
    <w:p w:rsidR="007B2329" w:rsidRDefault="007B2329" w:rsidP="007B2329">
      <w:r>
        <w:t>362.8154</w:t>
      </w:r>
      <w:r>
        <w:tab/>
        <w:t>5.063e0</w:t>
      </w:r>
    </w:p>
    <w:p w:rsidR="007B2329" w:rsidRDefault="007B2329" w:rsidP="007B2329">
      <w:r>
        <w:t>362.8185</w:t>
      </w:r>
      <w:r>
        <w:tab/>
        <w:t>1.013e0</w:t>
      </w:r>
    </w:p>
    <w:p w:rsidR="007B2329" w:rsidRDefault="007B2329" w:rsidP="007B2329">
      <w:r>
        <w:t>362.8252</w:t>
      </w:r>
      <w:r>
        <w:tab/>
        <w:t>1.051e0</w:t>
      </w:r>
    </w:p>
    <w:p w:rsidR="007B2329" w:rsidRDefault="007B2329" w:rsidP="007B2329">
      <w:r>
        <w:t>362.8360</w:t>
      </w:r>
      <w:r>
        <w:tab/>
        <w:t>3.038e0</w:t>
      </w:r>
    </w:p>
    <w:p w:rsidR="007B2329" w:rsidRDefault="007B2329" w:rsidP="007B2329">
      <w:r>
        <w:t>362.8473</w:t>
      </w:r>
      <w:r>
        <w:tab/>
        <w:t>1.013e0</w:t>
      </w:r>
    </w:p>
    <w:p w:rsidR="007B2329" w:rsidRDefault="007B2329" w:rsidP="007B2329">
      <w:r>
        <w:t>362.8526</w:t>
      </w:r>
      <w:r>
        <w:tab/>
        <w:t>3.038e0</w:t>
      </w:r>
    </w:p>
    <w:p w:rsidR="007B2329" w:rsidRDefault="007B2329" w:rsidP="007B2329">
      <w:r>
        <w:t>362.8725</w:t>
      </w:r>
      <w:r>
        <w:tab/>
        <w:t>2.025e0</w:t>
      </w:r>
    </w:p>
    <w:p w:rsidR="007B2329" w:rsidRDefault="007B2329" w:rsidP="007B2329">
      <w:r>
        <w:t>362.8789</w:t>
      </w:r>
      <w:r>
        <w:tab/>
        <w:t>1.013e0</w:t>
      </w:r>
    </w:p>
    <w:p w:rsidR="007B2329" w:rsidRDefault="007B2329" w:rsidP="007B2329">
      <w:r>
        <w:t>362.8880</w:t>
      </w:r>
      <w:r>
        <w:tab/>
        <w:t>3.038e0</w:t>
      </w:r>
    </w:p>
    <w:p w:rsidR="007B2329" w:rsidRDefault="007B2329" w:rsidP="007B2329">
      <w:r>
        <w:t>362.9141</w:t>
      </w:r>
      <w:r>
        <w:tab/>
        <w:t>3.038e0</w:t>
      </w:r>
    </w:p>
    <w:p w:rsidR="007B2329" w:rsidRDefault="007B2329" w:rsidP="007B2329">
      <w:r>
        <w:t>362.9179</w:t>
      </w:r>
      <w:r>
        <w:tab/>
        <w:t>1.013e0</w:t>
      </w:r>
    </w:p>
    <w:p w:rsidR="007B2329" w:rsidRDefault="007B2329" w:rsidP="007B2329">
      <w:r>
        <w:lastRenderedPageBreak/>
        <w:t>362.9253</w:t>
      </w:r>
      <w:r>
        <w:tab/>
        <w:t>3.038e0</w:t>
      </w:r>
    </w:p>
    <w:p w:rsidR="007B2329" w:rsidRDefault="007B2329" w:rsidP="007B2329">
      <w:r>
        <w:t>362.9307</w:t>
      </w:r>
      <w:r>
        <w:tab/>
        <w:t>1.013e0</w:t>
      </w:r>
    </w:p>
    <w:p w:rsidR="007B2329" w:rsidRDefault="007B2329" w:rsidP="007B2329">
      <w:r>
        <w:t>362.9560</w:t>
      </w:r>
      <w:r>
        <w:tab/>
        <w:t>1.013e0</w:t>
      </w:r>
    </w:p>
    <w:p w:rsidR="007B2329" w:rsidRDefault="007B2329" w:rsidP="007B2329">
      <w:r>
        <w:t>362.9616</w:t>
      </w:r>
      <w:r>
        <w:tab/>
        <w:t>2.038e0</w:t>
      </w:r>
    </w:p>
    <w:p w:rsidR="007B2329" w:rsidRDefault="007B2329" w:rsidP="007B2329">
      <w:r>
        <w:t>362.9761</w:t>
      </w:r>
      <w:r>
        <w:tab/>
        <w:t>1.013e0</w:t>
      </w:r>
    </w:p>
    <w:p w:rsidR="007B2329" w:rsidRDefault="007B2329" w:rsidP="007B2329">
      <w:r>
        <w:t>362.9890</w:t>
      </w:r>
      <w:r>
        <w:tab/>
        <w:t>1.013e0</w:t>
      </w:r>
    </w:p>
    <w:p w:rsidR="007B2329" w:rsidRDefault="007B2329" w:rsidP="007B2329">
      <w:r>
        <w:t>362.9990</w:t>
      </w:r>
      <w:r>
        <w:tab/>
        <w:t>6.076e0</w:t>
      </w:r>
    </w:p>
    <w:p w:rsidR="007B2329" w:rsidRDefault="007B2329" w:rsidP="007B2329">
      <w:r>
        <w:t>363.0149</w:t>
      </w:r>
      <w:r>
        <w:tab/>
        <w:t>1.013e0</w:t>
      </w:r>
    </w:p>
    <w:p w:rsidR="007B2329" w:rsidRDefault="007B2329" w:rsidP="007B2329">
      <w:r>
        <w:t>363.0161</w:t>
      </w:r>
      <w:r>
        <w:tab/>
        <w:t>2.025e0</w:t>
      </w:r>
    </w:p>
    <w:p w:rsidR="007B2329" w:rsidRDefault="007B2329" w:rsidP="007B2329">
      <w:r>
        <w:t>363.0266</w:t>
      </w:r>
      <w:r>
        <w:tab/>
        <w:t>1.013e0</w:t>
      </w:r>
    </w:p>
    <w:p w:rsidR="007B2329" w:rsidRDefault="007B2329" w:rsidP="007B2329">
      <w:r>
        <w:t>363.0330</w:t>
      </w:r>
      <w:r>
        <w:tab/>
        <w:t>3.038e0</w:t>
      </w:r>
    </w:p>
    <w:p w:rsidR="007B2329" w:rsidRDefault="007B2329" w:rsidP="007B2329">
      <w:r>
        <w:t>363.0365</w:t>
      </w:r>
      <w:r>
        <w:tab/>
        <w:t>2.025e0</w:t>
      </w:r>
    </w:p>
    <w:p w:rsidR="007B2329" w:rsidRDefault="007B2329" w:rsidP="007B2329">
      <w:r>
        <w:t>363.0427</w:t>
      </w:r>
      <w:r>
        <w:tab/>
        <w:t>1.963e0</w:t>
      </w:r>
    </w:p>
    <w:p w:rsidR="007B2329" w:rsidRDefault="007B2329" w:rsidP="007B2329">
      <w:r>
        <w:t>363.0602</w:t>
      </w:r>
      <w:r>
        <w:tab/>
        <w:t>1.013e0</w:t>
      </w:r>
    </w:p>
    <w:p w:rsidR="007B2329" w:rsidRDefault="007B2329" w:rsidP="007B2329">
      <w:r>
        <w:t>363.0667</w:t>
      </w:r>
      <w:r>
        <w:tab/>
        <w:t>1.013e0</w:t>
      </w:r>
    </w:p>
    <w:p w:rsidR="007B2329" w:rsidRDefault="007B2329" w:rsidP="007B2329">
      <w:r>
        <w:t>363.0763</w:t>
      </w:r>
      <w:r>
        <w:tab/>
        <w:t>1.013e0</w:t>
      </w:r>
    </w:p>
    <w:p w:rsidR="007B2329" w:rsidRDefault="007B2329" w:rsidP="007B2329">
      <w:r>
        <w:t>363.0834</w:t>
      </w:r>
      <w:r>
        <w:tab/>
        <w:t>2.025e0</w:t>
      </w:r>
    </w:p>
    <w:p w:rsidR="007B2329" w:rsidRDefault="007B2329" w:rsidP="007B2329">
      <w:r>
        <w:t>363.0927</w:t>
      </w:r>
      <w:r>
        <w:tab/>
        <w:t>2.025e0</w:t>
      </w:r>
    </w:p>
    <w:p w:rsidR="007B2329" w:rsidRDefault="007B2329" w:rsidP="007B2329">
      <w:r>
        <w:t>363.1021</w:t>
      </w:r>
      <w:r>
        <w:tab/>
        <w:t>2.227e0</w:t>
      </w:r>
    </w:p>
    <w:p w:rsidR="007B2329" w:rsidRDefault="007B2329" w:rsidP="007B2329">
      <w:r>
        <w:lastRenderedPageBreak/>
        <w:t>363.1103</w:t>
      </w:r>
      <w:r>
        <w:tab/>
        <w:t>2.361e0</w:t>
      </w:r>
    </w:p>
    <w:p w:rsidR="007B2329" w:rsidRDefault="007B2329" w:rsidP="007B2329">
      <w:r>
        <w:t>363.1242</w:t>
      </w:r>
      <w:r>
        <w:tab/>
        <w:t>7.754e0</w:t>
      </w:r>
    </w:p>
    <w:p w:rsidR="007B2329" w:rsidRDefault="007B2329" w:rsidP="007B2329">
      <w:r>
        <w:t>363.1317</w:t>
      </w:r>
      <w:r>
        <w:tab/>
        <w:t>1.013e0</w:t>
      </w:r>
    </w:p>
    <w:p w:rsidR="007B2329" w:rsidRDefault="007B2329" w:rsidP="007B2329">
      <w:r>
        <w:t>363.1491</w:t>
      </w:r>
      <w:r>
        <w:tab/>
        <w:t>1.038e0</w:t>
      </w:r>
    </w:p>
    <w:p w:rsidR="007B2329" w:rsidRDefault="007B2329" w:rsidP="007B2329">
      <w:r>
        <w:t>363.1672</w:t>
      </w:r>
      <w:r>
        <w:tab/>
        <w:t>2.025e0</w:t>
      </w:r>
    </w:p>
    <w:p w:rsidR="007B2329" w:rsidRDefault="007B2329" w:rsidP="007B2329">
      <w:r>
        <w:t>363.1857</w:t>
      </w:r>
      <w:r>
        <w:tab/>
        <w:t>2.730e0</w:t>
      </w:r>
    </w:p>
    <w:p w:rsidR="007B2329" w:rsidRDefault="007B2329" w:rsidP="007B2329">
      <w:r>
        <w:t>363.2094</w:t>
      </w:r>
      <w:r>
        <w:tab/>
        <w:t>2.025e0</w:t>
      </w:r>
    </w:p>
    <w:p w:rsidR="007B2329" w:rsidRDefault="007B2329" w:rsidP="007B2329">
      <w:r>
        <w:t>363.2134</w:t>
      </w:r>
      <w:r>
        <w:tab/>
        <w:t>1.013e0</w:t>
      </w:r>
    </w:p>
    <w:p w:rsidR="007B2329" w:rsidRDefault="007B2329" w:rsidP="007B2329">
      <w:r>
        <w:t>363.2490</w:t>
      </w:r>
      <w:r>
        <w:tab/>
        <w:t>2.025e0</w:t>
      </w:r>
    </w:p>
    <w:p w:rsidR="007B2329" w:rsidRDefault="007B2329" w:rsidP="007B2329">
      <w:r>
        <w:t>363.2627</w:t>
      </w:r>
      <w:r>
        <w:tab/>
        <w:t>1.354e0</w:t>
      </w:r>
    </w:p>
    <w:p w:rsidR="007B2329" w:rsidRDefault="007B2329" w:rsidP="007B2329">
      <w:r>
        <w:t>363.2834</w:t>
      </w:r>
      <w:r>
        <w:tab/>
        <w:t>1.038e0</w:t>
      </w:r>
    </w:p>
    <w:p w:rsidR="007B2329" w:rsidRDefault="007B2329" w:rsidP="007B2329">
      <w:r>
        <w:t>363.2881</w:t>
      </w:r>
      <w:r>
        <w:tab/>
        <w:t>1.013e0</w:t>
      </w:r>
    </w:p>
    <w:p w:rsidR="007B2329" w:rsidRDefault="007B2329" w:rsidP="007B2329">
      <w:r>
        <w:t>363.2946</w:t>
      </w:r>
      <w:r>
        <w:tab/>
        <w:t>2.025e0</w:t>
      </w:r>
    </w:p>
    <w:p w:rsidR="007B2329" w:rsidRDefault="007B2329" w:rsidP="007B2329">
      <w:r>
        <w:t>363.3021</w:t>
      </w:r>
      <w:r>
        <w:tab/>
        <w:t>2.025e0</w:t>
      </w:r>
    </w:p>
    <w:p w:rsidR="007B2329" w:rsidRDefault="007B2329" w:rsidP="007B2329">
      <w:r>
        <w:t>363.3051</w:t>
      </w:r>
      <w:r>
        <w:tab/>
        <w:t>1.013e0</w:t>
      </w:r>
    </w:p>
    <w:p w:rsidR="007B2329" w:rsidRDefault="007B2329" w:rsidP="007B2329">
      <w:r>
        <w:t>363.3195</w:t>
      </w:r>
      <w:r>
        <w:tab/>
        <w:t>1.601e0</w:t>
      </w:r>
    </w:p>
    <w:p w:rsidR="007B2329" w:rsidRDefault="007B2329" w:rsidP="007B2329">
      <w:r>
        <w:t>363.3259</w:t>
      </w:r>
      <w:r>
        <w:tab/>
        <w:t>1.013e0</w:t>
      </w:r>
    </w:p>
    <w:p w:rsidR="007B2329" w:rsidRDefault="007B2329" w:rsidP="007B2329">
      <w:r>
        <w:t>363.3299</w:t>
      </w:r>
      <w:r>
        <w:tab/>
        <w:t>1.013e0</w:t>
      </w:r>
    </w:p>
    <w:p w:rsidR="007B2329" w:rsidRDefault="007B2329" w:rsidP="007B2329">
      <w:r>
        <w:t>363.3456</w:t>
      </w:r>
      <w:r>
        <w:tab/>
        <w:t>4.051e0</w:t>
      </w:r>
    </w:p>
    <w:p w:rsidR="007B2329" w:rsidRDefault="007B2329" w:rsidP="007B2329">
      <w:r>
        <w:lastRenderedPageBreak/>
        <w:t>363.3509</w:t>
      </w:r>
      <w:r>
        <w:tab/>
        <w:t>1.013e0</w:t>
      </w:r>
    </w:p>
    <w:p w:rsidR="007B2329" w:rsidRDefault="007B2329" w:rsidP="007B2329">
      <w:r>
        <w:t>363.3549</w:t>
      </w:r>
      <w:r>
        <w:tab/>
        <w:t>1.013e0</w:t>
      </w:r>
    </w:p>
    <w:p w:rsidR="007B2329" w:rsidRDefault="007B2329" w:rsidP="007B2329">
      <w:r>
        <w:t>363.3713</w:t>
      </w:r>
      <w:r>
        <w:tab/>
        <w:t>1.013e0</w:t>
      </w:r>
    </w:p>
    <w:p w:rsidR="007B2329" w:rsidRDefault="007B2329" w:rsidP="007B2329">
      <w:r>
        <w:t>363.3757</w:t>
      </w:r>
      <w:r>
        <w:tab/>
        <w:t>1.013e0</w:t>
      </w:r>
    </w:p>
    <w:p w:rsidR="007B2329" w:rsidRDefault="007B2329" w:rsidP="007B2329">
      <w:r>
        <w:t>363.3783</w:t>
      </w:r>
      <w:r>
        <w:tab/>
        <w:t>3.038e0</w:t>
      </w:r>
    </w:p>
    <w:p w:rsidR="007B2329" w:rsidRDefault="007B2329" w:rsidP="007B2329">
      <w:r>
        <w:t>363.4103</w:t>
      </w:r>
      <w:r>
        <w:tab/>
        <w:t>1.013e0</w:t>
      </w:r>
    </w:p>
    <w:p w:rsidR="007B2329" w:rsidRDefault="007B2329" w:rsidP="007B2329">
      <w:r>
        <w:t>363.4309</w:t>
      </w:r>
      <w:r>
        <w:tab/>
        <w:t>3.038e0</w:t>
      </w:r>
    </w:p>
    <w:p w:rsidR="007B2329" w:rsidRDefault="007B2329" w:rsidP="007B2329">
      <w:r>
        <w:t>363.4341</w:t>
      </w:r>
      <w:r>
        <w:tab/>
        <w:t>2.025e0</w:t>
      </w:r>
    </w:p>
    <w:p w:rsidR="007B2329" w:rsidRDefault="007B2329" w:rsidP="007B2329">
      <w:r>
        <w:t>363.4360</w:t>
      </w:r>
      <w:r>
        <w:tab/>
        <w:t>2.025e0</w:t>
      </w:r>
    </w:p>
    <w:p w:rsidR="007B2329" w:rsidRDefault="007B2329" w:rsidP="007B2329">
      <w:r>
        <w:t>363.4503</w:t>
      </w:r>
      <w:r>
        <w:tab/>
        <w:t>1.038e0</w:t>
      </w:r>
    </w:p>
    <w:p w:rsidR="007B2329" w:rsidRDefault="007B2329" w:rsidP="007B2329">
      <w:r>
        <w:t>363.4534</w:t>
      </w:r>
      <w:r>
        <w:tab/>
        <w:t>2.588e0</w:t>
      </w:r>
    </w:p>
    <w:p w:rsidR="007B2329" w:rsidRDefault="007B2329" w:rsidP="007B2329">
      <w:r>
        <w:t>363.4554</w:t>
      </w:r>
      <w:r>
        <w:tab/>
        <w:t>2.025e0</w:t>
      </w:r>
    </w:p>
    <w:p w:rsidR="007B2329" w:rsidRDefault="007B2329" w:rsidP="007B2329">
      <w:r>
        <w:t>363.4782</w:t>
      </w:r>
      <w:r>
        <w:tab/>
        <w:t>2.025e0</w:t>
      </w:r>
    </w:p>
    <w:p w:rsidR="007B2329" w:rsidRDefault="007B2329" w:rsidP="007B2329">
      <w:r>
        <w:t>363.4961</w:t>
      </w:r>
      <w:r>
        <w:tab/>
        <w:t>1.013e0</w:t>
      </w:r>
    </w:p>
    <w:p w:rsidR="007B2329" w:rsidRDefault="007B2329" w:rsidP="007B2329">
      <w:r>
        <w:t>363.5044</w:t>
      </w:r>
      <w:r>
        <w:tab/>
        <w:t>2.025e0</w:t>
      </w:r>
    </w:p>
    <w:p w:rsidR="007B2329" w:rsidRDefault="007B2329" w:rsidP="007B2329">
      <w:r>
        <w:t>363.5209</w:t>
      </w:r>
      <w:r>
        <w:tab/>
        <w:t>1.013e0</w:t>
      </w:r>
    </w:p>
    <w:p w:rsidR="007B2329" w:rsidRDefault="007B2329" w:rsidP="007B2329">
      <w:r>
        <w:t>363.5269</w:t>
      </w:r>
      <w:r>
        <w:tab/>
        <w:t>1.013e0</w:t>
      </w:r>
    </w:p>
    <w:p w:rsidR="007B2329" w:rsidRDefault="007B2329" w:rsidP="007B2329">
      <w:r>
        <w:t>363.5322</w:t>
      </w:r>
      <w:r>
        <w:tab/>
        <w:t>4.051e0</w:t>
      </w:r>
    </w:p>
    <w:p w:rsidR="007B2329" w:rsidRDefault="007B2329" w:rsidP="007B2329">
      <w:r>
        <w:t>363.5499</w:t>
      </w:r>
      <w:r>
        <w:tab/>
        <w:t>2.025e0</w:t>
      </w:r>
    </w:p>
    <w:p w:rsidR="007B2329" w:rsidRDefault="007B2329" w:rsidP="007B2329">
      <w:r>
        <w:lastRenderedPageBreak/>
        <w:t>363.5527</w:t>
      </w:r>
      <w:r>
        <w:tab/>
        <w:t>1.013e0</w:t>
      </w:r>
    </w:p>
    <w:p w:rsidR="007B2329" w:rsidRDefault="007B2329" w:rsidP="007B2329">
      <w:r>
        <w:t>363.5723</w:t>
      </w:r>
      <w:r>
        <w:tab/>
        <w:t>1.013e0</w:t>
      </w:r>
    </w:p>
    <w:p w:rsidR="007B2329" w:rsidRDefault="007B2329" w:rsidP="007B2329">
      <w:r>
        <w:t>363.5753</w:t>
      </w:r>
      <w:r>
        <w:tab/>
        <w:t>2.025e0</w:t>
      </w:r>
    </w:p>
    <w:p w:rsidR="007B2329" w:rsidRDefault="007B2329" w:rsidP="007B2329">
      <w:r>
        <w:t>363.5916</w:t>
      </w:r>
      <w:r>
        <w:tab/>
        <w:t>1.013e0</w:t>
      </w:r>
    </w:p>
    <w:p w:rsidR="007B2329" w:rsidRDefault="007B2329" w:rsidP="007B2329">
      <w:r>
        <w:t>363.5981</w:t>
      </w:r>
      <w:r>
        <w:tab/>
        <w:t>2.025e0</w:t>
      </w:r>
    </w:p>
    <w:p w:rsidR="007B2329" w:rsidRDefault="007B2329" w:rsidP="007B2329">
      <w:r>
        <w:t>363.6047</w:t>
      </w:r>
      <w:r>
        <w:tab/>
        <w:t>3.038e0</w:t>
      </w:r>
    </w:p>
    <w:p w:rsidR="007B2329" w:rsidRDefault="007B2329" w:rsidP="007B2329">
      <w:r>
        <w:t>363.6241</w:t>
      </w:r>
      <w:r>
        <w:tab/>
        <w:t>1.013e0</w:t>
      </w:r>
    </w:p>
    <w:p w:rsidR="007B2329" w:rsidRDefault="007B2329" w:rsidP="007B2329">
      <w:r>
        <w:t>363.6372</w:t>
      </w:r>
      <w:r>
        <w:tab/>
        <w:t>1.013e0</w:t>
      </w:r>
    </w:p>
    <w:p w:rsidR="007B2329" w:rsidRDefault="007B2329" w:rsidP="007B2329">
      <w:r>
        <w:t>363.6438</w:t>
      </w:r>
      <w:r>
        <w:tab/>
        <w:t>3.038e0</w:t>
      </w:r>
    </w:p>
    <w:p w:rsidR="007B2329" w:rsidRDefault="007B2329" w:rsidP="007B2329">
      <w:r>
        <w:t>363.6468</w:t>
      </w:r>
      <w:r>
        <w:tab/>
        <w:t>4.051e0</w:t>
      </w:r>
    </w:p>
    <w:p w:rsidR="007B2329" w:rsidRDefault="007B2329" w:rsidP="007B2329">
      <w:r>
        <w:t>363.6500</w:t>
      </w:r>
      <w:r>
        <w:tab/>
        <w:t>4.051e0</w:t>
      </w:r>
    </w:p>
    <w:p w:rsidR="007B2329" w:rsidRDefault="007B2329" w:rsidP="007B2329">
      <w:r>
        <w:t>363.6674</w:t>
      </w:r>
      <w:r>
        <w:tab/>
        <w:t>1.038e0</w:t>
      </w:r>
    </w:p>
    <w:p w:rsidR="007B2329" w:rsidRDefault="007B2329" w:rsidP="007B2329">
      <w:r>
        <w:t>363.6696</w:t>
      </w:r>
      <w:r>
        <w:tab/>
        <w:t>1.013e0</w:t>
      </w:r>
    </w:p>
    <w:p w:rsidR="007B2329" w:rsidRDefault="007B2329" w:rsidP="007B2329">
      <w:r>
        <w:t>363.7086</w:t>
      </w:r>
      <w:r>
        <w:tab/>
        <w:t>3.038e0</w:t>
      </w:r>
    </w:p>
    <w:p w:rsidR="007B2329" w:rsidRDefault="007B2329" w:rsidP="007B2329">
      <w:r>
        <w:t>363.7127</w:t>
      </w:r>
      <w:r>
        <w:tab/>
        <w:t>4.051e0</w:t>
      </w:r>
    </w:p>
    <w:p w:rsidR="007B2329" w:rsidRDefault="007B2329" w:rsidP="007B2329">
      <w:r>
        <w:t>363.7157</w:t>
      </w:r>
      <w:r>
        <w:tab/>
        <w:t>3.038e0</w:t>
      </w:r>
    </w:p>
    <w:p w:rsidR="007B2329" w:rsidRDefault="007B2329" w:rsidP="007B2329">
      <w:r>
        <w:t>363.7213</w:t>
      </w:r>
      <w:r>
        <w:tab/>
        <w:t>1.013e0</w:t>
      </w:r>
    </w:p>
    <w:p w:rsidR="007B2329" w:rsidRDefault="007B2329" w:rsidP="007B2329">
      <w:r>
        <w:t>363.7226</w:t>
      </w:r>
      <w:r>
        <w:tab/>
        <w:t>3.703e0</w:t>
      </w:r>
    </w:p>
    <w:p w:rsidR="007B2329" w:rsidRDefault="007B2329" w:rsidP="007B2329">
      <w:r>
        <w:t>363.7603</w:t>
      </w:r>
      <w:r>
        <w:tab/>
        <w:t>2.025e0</w:t>
      </w:r>
    </w:p>
    <w:p w:rsidR="007B2329" w:rsidRDefault="007B2329" w:rsidP="007B2329">
      <w:r>
        <w:lastRenderedPageBreak/>
        <w:t>363.7707</w:t>
      </w:r>
      <w:r>
        <w:tab/>
        <w:t>2.025e0</w:t>
      </w:r>
    </w:p>
    <w:p w:rsidR="007B2329" w:rsidRDefault="007B2329" w:rsidP="007B2329">
      <w:r>
        <w:t>363.7748</w:t>
      </w:r>
      <w:r>
        <w:tab/>
        <w:t>1.013e0</w:t>
      </w:r>
    </w:p>
    <w:p w:rsidR="007B2329" w:rsidRDefault="007B2329" w:rsidP="007B2329">
      <w:r>
        <w:t>363.7760</w:t>
      </w:r>
      <w:r>
        <w:tab/>
        <w:t>2.025e0</w:t>
      </w:r>
    </w:p>
    <w:p w:rsidR="007B2329" w:rsidRDefault="007B2329" w:rsidP="007B2329">
      <w:r>
        <w:t>363.7918</w:t>
      </w:r>
      <w:r>
        <w:tab/>
        <w:t>1.013e0</w:t>
      </w:r>
    </w:p>
    <w:p w:rsidR="007B2329" w:rsidRDefault="007B2329" w:rsidP="007B2329">
      <w:r>
        <w:t>363.7994</w:t>
      </w:r>
      <w:r>
        <w:tab/>
        <w:t>1.013e0</w:t>
      </w:r>
    </w:p>
    <w:p w:rsidR="007B2329" w:rsidRDefault="007B2329" w:rsidP="007B2329">
      <w:r>
        <w:t>363.8108</w:t>
      </w:r>
      <w:r>
        <w:tab/>
        <w:t>3.038e0</w:t>
      </w:r>
    </w:p>
    <w:p w:rsidR="007B2329" w:rsidRDefault="007B2329" w:rsidP="007B2329">
      <w:r>
        <w:t>363.8253</w:t>
      </w:r>
      <w:r>
        <w:tab/>
        <w:t>1.013e0</w:t>
      </w:r>
    </w:p>
    <w:p w:rsidR="007B2329" w:rsidRDefault="007B2329" w:rsidP="007B2329">
      <w:r>
        <w:t>363.8376</w:t>
      </w:r>
      <w:r>
        <w:tab/>
        <w:t>1.013e0</w:t>
      </w:r>
    </w:p>
    <w:p w:rsidR="007B2329" w:rsidRDefault="007B2329" w:rsidP="007B2329">
      <w:r>
        <w:t>363.8395</w:t>
      </w:r>
      <w:r>
        <w:tab/>
        <w:t>1.025e0</w:t>
      </w:r>
    </w:p>
    <w:p w:rsidR="007B2329" w:rsidRDefault="007B2329" w:rsidP="007B2329">
      <w:r>
        <w:t>363.8414</w:t>
      </w:r>
      <w:r>
        <w:tab/>
        <w:t>2.025e0</w:t>
      </w:r>
    </w:p>
    <w:p w:rsidR="007B2329" w:rsidRDefault="007B2329" w:rsidP="007B2329">
      <w:r>
        <w:t>363.8528</w:t>
      </w:r>
      <w:r>
        <w:tab/>
        <w:t>3.038e0</w:t>
      </w:r>
    </w:p>
    <w:p w:rsidR="007B2329" w:rsidRDefault="007B2329" w:rsidP="007B2329">
      <w:r>
        <w:t>363.8707</w:t>
      </w:r>
      <w:r>
        <w:tab/>
        <w:t>2.025e0</w:t>
      </w:r>
    </w:p>
    <w:p w:rsidR="007B2329" w:rsidRDefault="007B2329" w:rsidP="007B2329">
      <w:r>
        <w:t>363.8914</w:t>
      </w:r>
      <w:r>
        <w:tab/>
        <w:t>3.038e0</w:t>
      </w:r>
    </w:p>
    <w:p w:rsidR="007B2329" w:rsidRDefault="007B2329" w:rsidP="007B2329">
      <w:r>
        <w:t>363.9017</w:t>
      </w:r>
      <w:r>
        <w:tab/>
        <w:t>2.025e0</w:t>
      </w:r>
    </w:p>
    <w:p w:rsidR="007B2329" w:rsidRDefault="007B2329" w:rsidP="007B2329">
      <w:r>
        <w:t>363.9030</w:t>
      </w:r>
      <w:r>
        <w:tab/>
        <w:t>1.013e0</w:t>
      </w:r>
    </w:p>
    <w:p w:rsidR="007B2329" w:rsidRDefault="007B2329" w:rsidP="007B2329">
      <w:r>
        <w:t>363.9105</w:t>
      </w:r>
      <w:r>
        <w:tab/>
        <w:t>3.038e0</w:t>
      </w:r>
    </w:p>
    <w:p w:rsidR="007B2329" w:rsidRDefault="007B2329" w:rsidP="007B2329">
      <w:r>
        <w:t>363.9130</w:t>
      </w:r>
      <w:r>
        <w:tab/>
        <w:t>4.051e0</w:t>
      </w:r>
    </w:p>
    <w:p w:rsidR="007B2329" w:rsidRDefault="007B2329" w:rsidP="007B2329">
      <w:r>
        <w:t>363.9195</w:t>
      </w:r>
      <w:r>
        <w:tab/>
        <w:t>3.038e0</w:t>
      </w:r>
    </w:p>
    <w:p w:rsidR="007B2329" w:rsidRDefault="007B2329" w:rsidP="007B2329">
      <w:r>
        <w:t>363.9291</w:t>
      </w:r>
      <w:r>
        <w:tab/>
        <w:t>1.013e0</w:t>
      </w:r>
    </w:p>
    <w:p w:rsidR="007B2329" w:rsidRDefault="007B2329" w:rsidP="007B2329">
      <w:r>
        <w:lastRenderedPageBreak/>
        <w:t>363.9421</w:t>
      </w:r>
      <w:r>
        <w:tab/>
        <w:t>1.013e0</w:t>
      </w:r>
    </w:p>
    <w:p w:rsidR="007B2329" w:rsidRDefault="007B2329" w:rsidP="007B2329">
      <w:r>
        <w:t>363.9560</w:t>
      </w:r>
      <w:r>
        <w:tab/>
        <w:t>2.025e0</w:t>
      </w:r>
    </w:p>
    <w:p w:rsidR="007B2329" w:rsidRDefault="007B2329" w:rsidP="007B2329">
      <w:r>
        <w:t>363.9578</w:t>
      </w:r>
      <w:r>
        <w:tab/>
        <w:t>3.038e0</w:t>
      </w:r>
    </w:p>
    <w:p w:rsidR="007B2329" w:rsidRDefault="007B2329" w:rsidP="007B2329">
      <w:r>
        <w:t>363.9762</w:t>
      </w:r>
      <w:r>
        <w:tab/>
        <w:t>2.025e0</w:t>
      </w:r>
    </w:p>
    <w:p w:rsidR="007B2329" w:rsidRDefault="007B2329" w:rsidP="007B2329">
      <w:r>
        <w:t>363.9939</w:t>
      </w:r>
      <w:r>
        <w:tab/>
        <w:t>1.013e0</w:t>
      </w:r>
    </w:p>
    <w:p w:rsidR="007B2329" w:rsidRDefault="007B2329" w:rsidP="007B2329">
      <w:r>
        <w:t>363.9998</w:t>
      </w:r>
      <w:r>
        <w:tab/>
        <w:t>1.013e0</w:t>
      </w:r>
    </w:p>
    <w:p w:rsidR="007B2329" w:rsidRDefault="007B2329" w:rsidP="007B2329">
      <w:r>
        <w:t>364.0073</w:t>
      </w:r>
      <w:r>
        <w:tab/>
        <w:t>5.063e0</w:t>
      </w:r>
    </w:p>
    <w:p w:rsidR="007B2329" w:rsidRDefault="007B2329" w:rsidP="007B2329">
      <w:r>
        <w:t>364.0200</w:t>
      </w:r>
      <w:r>
        <w:tab/>
        <w:t>1.013e0</w:t>
      </w:r>
    </w:p>
    <w:p w:rsidR="007B2329" w:rsidRDefault="007B2329" w:rsidP="007B2329">
      <w:r>
        <w:t>364.0255</w:t>
      </w:r>
      <w:r>
        <w:tab/>
        <w:t>4.051e0</w:t>
      </w:r>
    </w:p>
    <w:p w:rsidR="007B2329" w:rsidRDefault="007B2329" w:rsidP="007B2329">
      <w:r>
        <w:t>364.0535</w:t>
      </w:r>
      <w:r>
        <w:tab/>
        <w:t>1.013e0</w:t>
      </w:r>
    </w:p>
    <w:p w:rsidR="007B2329" w:rsidRDefault="007B2329" w:rsidP="007B2329">
      <w:r>
        <w:t>364.0594</w:t>
      </w:r>
      <w:r>
        <w:tab/>
        <w:t>4.030e0</w:t>
      </w:r>
    </w:p>
    <w:p w:rsidR="007B2329" w:rsidRDefault="007B2329" w:rsidP="007B2329">
      <w:r>
        <w:t>364.0654</w:t>
      </w:r>
      <w:r>
        <w:tab/>
        <w:t>1.013e0</w:t>
      </w:r>
    </w:p>
    <w:p w:rsidR="007B2329" w:rsidRDefault="007B2329" w:rsidP="007B2329">
      <w:r>
        <w:t>364.0678</w:t>
      </w:r>
      <w:r>
        <w:tab/>
        <w:t>1.893e0</w:t>
      </w:r>
    </w:p>
    <w:p w:rsidR="007B2329" w:rsidRDefault="007B2329" w:rsidP="007B2329">
      <w:r>
        <w:t>364.0802</w:t>
      </w:r>
      <w:r>
        <w:tab/>
        <w:t>2.025e0</w:t>
      </w:r>
    </w:p>
    <w:p w:rsidR="007B2329" w:rsidRDefault="007B2329" w:rsidP="007B2329">
      <w:r>
        <w:t>364.0914</w:t>
      </w:r>
      <w:r>
        <w:tab/>
        <w:t>1.013e0</w:t>
      </w:r>
    </w:p>
    <w:p w:rsidR="007B2329" w:rsidRDefault="007B2329" w:rsidP="007B2329">
      <w:r>
        <w:t>364.0931</w:t>
      </w:r>
      <w:r>
        <w:tab/>
        <w:t>3.038e0</w:t>
      </w:r>
    </w:p>
    <w:p w:rsidR="007B2329" w:rsidRDefault="007B2329" w:rsidP="007B2329">
      <w:r>
        <w:t>364.1110</w:t>
      </w:r>
      <w:r>
        <w:tab/>
        <w:t>1.013e0</w:t>
      </w:r>
    </w:p>
    <w:p w:rsidR="007B2329" w:rsidRDefault="007B2329" w:rsidP="007B2329">
      <w:r>
        <w:t>364.1462</w:t>
      </w:r>
      <w:r>
        <w:tab/>
        <w:t>3.038e0</w:t>
      </w:r>
    </w:p>
    <w:p w:rsidR="007B2329" w:rsidRDefault="007B2329" w:rsidP="007B2329">
      <w:r>
        <w:t>364.1545</w:t>
      </w:r>
      <w:r>
        <w:tab/>
        <w:t>5.237e1</w:t>
      </w:r>
    </w:p>
    <w:p w:rsidR="007B2329" w:rsidRDefault="007B2329" w:rsidP="007B2329">
      <w:r>
        <w:lastRenderedPageBreak/>
        <w:t>364.1598</w:t>
      </w:r>
      <w:r>
        <w:tab/>
        <w:t>4.476e1</w:t>
      </w:r>
    </w:p>
    <w:p w:rsidR="007B2329" w:rsidRDefault="007B2329" w:rsidP="007B2329">
      <w:r>
        <w:t>364.1610</w:t>
      </w:r>
      <w:r>
        <w:tab/>
        <w:t>4.399e1</w:t>
      </w:r>
    </w:p>
    <w:p w:rsidR="007B2329" w:rsidRDefault="007B2329" w:rsidP="007B2329">
      <w:r>
        <w:t>364.1640</w:t>
      </w:r>
      <w:r>
        <w:tab/>
        <w:t>3.763e1</w:t>
      </w:r>
    </w:p>
    <w:p w:rsidR="007B2329" w:rsidRDefault="007B2329" w:rsidP="007B2329">
      <w:r>
        <w:t>364.1738</w:t>
      </w:r>
      <w:r>
        <w:tab/>
        <w:t>8.814e1</w:t>
      </w:r>
    </w:p>
    <w:p w:rsidR="007B2329" w:rsidRDefault="007B2329" w:rsidP="007B2329">
      <w:r>
        <w:t>364.1855</w:t>
      </w:r>
      <w:r>
        <w:tab/>
        <w:t>5.016e0</w:t>
      </w:r>
    </w:p>
    <w:p w:rsidR="007B2329" w:rsidRDefault="007B2329" w:rsidP="007B2329">
      <w:r>
        <w:t>364.1867</w:t>
      </w:r>
      <w:r>
        <w:tab/>
        <w:t>1.013e0</w:t>
      </w:r>
    </w:p>
    <w:p w:rsidR="007B2329" w:rsidRDefault="007B2329" w:rsidP="007B2329">
      <w:r>
        <w:t>364.1931</w:t>
      </w:r>
      <w:r>
        <w:tab/>
        <w:t>1.638e1</w:t>
      </w:r>
    </w:p>
    <w:p w:rsidR="007B2329" w:rsidRDefault="007B2329" w:rsidP="007B2329">
      <w:r>
        <w:t>364.1973</w:t>
      </w:r>
      <w:r>
        <w:tab/>
        <w:t>1.110e1</w:t>
      </w:r>
    </w:p>
    <w:p w:rsidR="007B2329" w:rsidRDefault="007B2329" w:rsidP="007B2329">
      <w:r>
        <w:t>364.2037</w:t>
      </w:r>
      <w:r>
        <w:tab/>
        <w:t>7.049e0</w:t>
      </w:r>
    </w:p>
    <w:p w:rsidR="007B2329" w:rsidRDefault="007B2329" w:rsidP="007B2329">
      <w:r>
        <w:t>364.2973</w:t>
      </w:r>
      <w:r>
        <w:tab/>
        <w:t>1.226e0</w:t>
      </w:r>
    </w:p>
    <w:p w:rsidR="007B2329" w:rsidRDefault="007B2329" w:rsidP="007B2329">
      <w:r>
        <w:t>364.3034</w:t>
      </w:r>
      <w:r>
        <w:tab/>
        <w:t>1.013e0</w:t>
      </w:r>
    </w:p>
    <w:p w:rsidR="007B2329" w:rsidRDefault="007B2329" w:rsidP="007B2329">
      <w:r>
        <w:t>364.3122</w:t>
      </w:r>
      <w:r>
        <w:tab/>
        <w:t>1.013e0</w:t>
      </w:r>
    </w:p>
    <w:p w:rsidR="007B2329" w:rsidRDefault="007B2329" w:rsidP="007B2329">
      <w:r>
        <w:t>364.3227</w:t>
      </w:r>
      <w:r>
        <w:tab/>
        <w:t>2.025e0</w:t>
      </w:r>
    </w:p>
    <w:p w:rsidR="007B2329" w:rsidRDefault="007B2329" w:rsidP="007B2329">
      <w:r>
        <w:t>364.3358</w:t>
      </w:r>
      <w:r>
        <w:tab/>
        <w:t>3.953e0</w:t>
      </w:r>
    </w:p>
    <w:p w:rsidR="007B2329" w:rsidRDefault="007B2329" w:rsidP="007B2329">
      <w:r>
        <w:t>364.3447</w:t>
      </w:r>
      <w:r>
        <w:tab/>
        <w:t>2.025e0</w:t>
      </w:r>
    </w:p>
    <w:p w:rsidR="007B2329" w:rsidRDefault="007B2329" w:rsidP="007B2329">
      <w:r>
        <w:t>364.3545</w:t>
      </w:r>
      <w:r>
        <w:tab/>
        <w:t>2.038e0</w:t>
      </w:r>
    </w:p>
    <w:p w:rsidR="007B2329" w:rsidRDefault="007B2329" w:rsidP="007B2329">
      <w:r>
        <w:t>364.3576</w:t>
      </w:r>
      <w:r>
        <w:tab/>
        <w:t>1.013e0</w:t>
      </w:r>
    </w:p>
    <w:p w:rsidR="007B2329" w:rsidRDefault="007B2329" w:rsidP="007B2329">
      <w:r>
        <w:t>364.3616</w:t>
      </w:r>
      <w:r>
        <w:tab/>
        <w:t>2.025e0</w:t>
      </w:r>
    </w:p>
    <w:p w:rsidR="007B2329" w:rsidRDefault="007B2329" w:rsidP="007B2329">
      <w:r>
        <w:t>364.3740</w:t>
      </w:r>
      <w:r>
        <w:tab/>
        <w:t>2.025e0</w:t>
      </w:r>
    </w:p>
    <w:p w:rsidR="007B2329" w:rsidRDefault="007B2329" w:rsidP="007B2329">
      <w:r>
        <w:lastRenderedPageBreak/>
        <w:t>364.3933</w:t>
      </w:r>
      <w:r>
        <w:tab/>
        <w:t>2.169e0</w:t>
      </w:r>
    </w:p>
    <w:p w:rsidR="007B2329" w:rsidRDefault="007B2329" w:rsidP="007B2329">
      <w:r>
        <w:t>364.3950</w:t>
      </w:r>
      <w:r>
        <w:tab/>
        <w:t>1.013e0</w:t>
      </w:r>
    </w:p>
    <w:p w:rsidR="007B2329" w:rsidRDefault="007B2329" w:rsidP="007B2329">
      <w:r>
        <w:t>364.3989</w:t>
      </w:r>
      <w:r>
        <w:tab/>
        <w:t>1.013e0</w:t>
      </w:r>
    </w:p>
    <w:p w:rsidR="007B2329" w:rsidRDefault="007B2329" w:rsidP="007B2329">
      <w:r>
        <w:t>364.4010</w:t>
      </w:r>
      <w:r>
        <w:tab/>
        <w:t>4.277e0</w:t>
      </w:r>
    </w:p>
    <w:p w:rsidR="007B2329" w:rsidRDefault="007B2329" w:rsidP="007B2329">
      <w:r>
        <w:t>364.4054</w:t>
      </w:r>
      <w:r>
        <w:tab/>
        <w:t>2.025e0</w:t>
      </w:r>
    </w:p>
    <w:p w:rsidR="007B2329" w:rsidRDefault="007B2329" w:rsidP="007B2329">
      <w:r>
        <w:t>364.4160</w:t>
      </w:r>
      <w:r>
        <w:tab/>
        <w:t>1.013e0</w:t>
      </w:r>
    </w:p>
    <w:p w:rsidR="007B2329" w:rsidRDefault="007B2329" w:rsidP="007B2329">
      <w:r>
        <w:t>364.4237</w:t>
      </w:r>
      <w:r>
        <w:tab/>
        <w:t>1.013e0</w:t>
      </w:r>
    </w:p>
    <w:p w:rsidR="007B2329" w:rsidRDefault="007B2329" w:rsidP="007B2329">
      <w:r>
        <w:t>364.4578</w:t>
      </w:r>
      <w:r>
        <w:tab/>
        <w:t>1.025e0</w:t>
      </w:r>
    </w:p>
    <w:p w:rsidR="007B2329" w:rsidRDefault="007B2329" w:rsidP="007B2329">
      <w:r>
        <w:t>364.4612</w:t>
      </w:r>
      <w:r>
        <w:tab/>
        <w:t>2.025e0</w:t>
      </w:r>
    </w:p>
    <w:p w:rsidR="007B2329" w:rsidRDefault="007B2329" w:rsidP="007B2329">
      <w:r>
        <w:t>364.4631</w:t>
      </w:r>
      <w:r>
        <w:tab/>
        <w:t>2.025e0</w:t>
      </w:r>
    </w:p>
    <w:p w:rsidR="007B2329" w:rsidRDefault="007B2329" w:rsidP="007B2329">
      <w:r>
        <w:t>364.4659</w:t>
      </w:r>
      <w:r>
        <w:tab/>
        <w:t>3.038e0</w:t>
      </w:r>
    </w:p>
    <w:p w:rsidR="007B2329" w:rsidRDefault="007B2329" w:rsidP="007B2329">
      <w:r>
        <w:t>364.4779</w:t>
      </w:r>
      <w:r>
        <w:tab/>
        <w:t>4.051e0</w:t>
      </w:r>
    </w:p>
    <w:p w:rsidR="007B2329" w:rsidRDefault="007B2329" w:rsidP="007B2329">
      <w:r>
        <w:t>364.4804</w:t>
      </w:r>
      <w:r>
        <w:tab/>
        <w:t>3.038e0</w:t>
      </w:r>
    </w:p>
    <w:p w:rsidR="007B2329" w:rsidRDefault="007B2329" w:rsidP="007B2329">
      <w:r>
        <w:t>364.4866</w:t>
      </w:r>
      <w:r>
        <w:tab/>
        <w:t>1.013e0</w:t>
      </w:r>
    </w:p>
    <w:p w:rsidR="007B2329" w:rsidRDefault="007B2329" w:rsidP="007B2329">
      <w:r>
        <w:t>364.4904</w:t>
      </w:r>
      <w:r>
        <w:tab/>
        <w:t>1.013e0</w:t>
      </w:r>
    </w:p>
    <w:p w:rsidR="007B2329" w:rsidRDefault="007B2329" w:rsidP="007B2329">
      <w:r>
        <w:t>364.5006</w:t>
      </w:r>
      <w:r>
        <w:tab/>
        <w:t>1.013e0</w:t>
      </w:r>
    </w:p>
    <w:p w:rsidR="007B2329" w:rsidRDefault="007B2329" w:rsidP="007B2329">
      <w:r>
        <w:t>364.5151</w:t>
      </w:r>
      <w:r>
        <w:tab/>
        <w:t>3.038e0</w:t>
      </w:r>
    </w:p>
    <w:p w:rsidR="007B2329" w:rsidRDefault="007B2329" w:rsidP="007B2329">
      <w:r>
        <w:t>364.5163</w:t>
      </w:r>
      <w:r>
        <w:tab/>
        <w:t>3.038e0</w:t>
      </w:r>
    </w:p>
    <w:p w:rsidR="007B2329" w:rsidRDefault="007B2329" w:rsidP="007B2329">
      <w:r>
        <w:t>364.5324</w:t>
      </w:r>
      <w:r>
        <w:tab/>
        <w:t>1.013e0</w:t>
      </w:r>
    </w:p>
    <w:p w:rsidR="007B2329" w:rsidRDefault="007B2329" w:rsidP="007B2329">
      <w:r>
        <w:lastRenderedPageBreak/>
        <w:t>364.5401</w:t>
      </w:r>
      <w:r>
        <w:tab/>
        <w:t>1.013e0</w:t>
      </w:r>
    </w:p>
    <w:p w:rsidR="007B2329" w:rsidRDefault="007B2329" w:rsidP="007B2329">
      <w:r>
        <w:t>364.5526</w:t>
      </w:r>
      <w:r>
        <w:tab/>
        <w:t>1.013e0</w:t>
      </w:r>
    </w:p>
    <w:p w:rsidR="007B2329" w:rsidRDefault="007B2329" w:rsidP="007B2329">
      <w:r>
        <w:t>364.5722</w:t>
      </w:r>
      <w:r>
        <w:tab/>
        <w:t>1.013e0</w:t>
      </w:r>
    </w:p>
    <w:p w:rsidR="007B2329" w:rsidRDefault="007B2329" w:rsidP="007B2329">
      <w:r>
        <w:t>364.5778</w:t>
      </w:r>
      <w:r>
        <w:tab/>
        <w:t>2.025e0</w:t>
      </w:r>
    </w:p>
    <w:p w:rsidR="007B2329" w:rsidRDefault="007B2329" w:rsidP="007B2329">
      <w:r>
        <w:t>364.5859</w:t>
      </w:r>
      <w:r>
        <w:tab/>
        <w:t>1.013e0</w:t>
      </w:r>
    </w:p>
    <w:p w:rsidR="007B2329" w:rsidRDefault="007B2329" w:rsidP="007B2329">
      <w:r>
        <w:t>364.6177</w:t>
      </w:r>
      <w:r>
        <w:tab/>
        <w:t>1.013e0</w:t>
      </w:r>
    </w:p>
    <w:p w:rsidR="007B2329" w:rsidRDefault="007B2329" w:rsidP="007B2329">
      <w:r>
        <w:t>364.6201</w:t>
      </w:r>
      <w:r>
        <w:tab/>
        <w:t>2.025e0</w:t>
      </w:r>
    </w:p>
    <w:p w:rsidR="007B2329" w:rsidRDefault="007B2329" w:rsidP="007B2329">
      <w:r>
        <w:t>364.6278</w:t>
      </w:r>
      <w:r>
        <w:tab/>
        <w:t>1.013e0</w:t>
      </w:r>
    </w:p>
    <w:p w:rsidR="007B2329" w:rsidRDefault="007B2329" w:rsidP="007B2329">
      <w:r>
        <w:t>364.6317</w:t>
      </w:r>
      <w:r>
        <w:tab/>
        <w:t>1.013e0</w:t>
      </w:r>
    </w:p>
    <w:p w:rsidR="007B2329" w:rsidRDefault="007B2329" w:rsidP="007B2329">
      <w:r>
        <w:t>364.6402</w:t>
      </w:r>
      <w:r>
        <w:tab/>
        <w:t>1.025e0</w:t>
      </w:r>
    </w:p>
    <w:p w:rsidR="007B2329" w:rsidRDefault="007B2329" w:rsidP="007B2329">
      <w:r>
        <w:t>364.6438</w:t>
      </w:r>
      <w:r>
        <w:tab/>
        <w:t>1.013e0</w:t>
      </w:r>
    </w:p>
    <w:p w:rsidR="007B2329" w:rsidRDefault="007B2329" w:rsidP="007B2329">
      <w:r>
        <w:t>364.6528</w:t>
      </w:r>
      <w:r>
        <w:tab/>
        <w:t>1.013e0</w:t>
      </w:r>
    </w:p>
    <w:p w:rsidR="007B2329" w:rsidRDefault="007B2329" w:rsidP="007B2329">
      <w:r>
        <w:t>364.6631</w:t>
      </w:r>
      <w:r>
        <w:tab/>
        <w:t>2.025e0</w:t>
      </w:r>
    </w:p>
    <w:p w:rsidR="007B2329" w:rsidRDefault="007B2329" w:rsidP="007B2329">
      <w:r>
        <w:t>364.6775</w:t>
      </w:r>
      <w:r>
        <w:tab/>
        <w:t>3.038e0</w:t>
      </w:r>
    </w:p>
    <w:p w:rsidR="007B2329" w:rsidRDefault="007B2329" w:rsidP="007B2329">
      <w:r>
        <w:t>364.6826</w:t>
      </w:r>
      <w:r>
        <w:tab/>
        <w:t>1.013e0</w:t>
      </w:r>
    </w:p>
    <w:p w:rsidR="007B2329" w:rsidRDefault="007B2329" w:rsidP="007B2329">
      <w:r>
        <w:t>364.6946</w:t>
      </w:r>
      <w:r>
        <w:tab/>
        <w:t>1.013e0</w:t>
      </w:r>
    </w:p>
    <w:p w:rsidR="007B2329" w:rsidRDefault="007B2329" w:rsidP="007B2329">
      <w:r>
        <w:t>364.6986</w:t>
      </w:r>
      <w:r>
        <w:tab/>
        <w:t>2.025e0</w:t>
      </w:r>
    </w:p>
    <w:p w:rsidR="007B2329" w:rsidRDefault="007B2329" w:rsidP="007B2329">
      <w:r>
        <w:t>364.7126</w:t>
      </w:r>
      <w:r>
        <w:tab/>
        <w:t>3.038e0</w:t>
      </w:r>
    </w:p>
    <w:p w:rsidR="007B2329" w:rsidRDefault="007B2329" w:rsidP="007B2329">
      <w:r>
        <w:t>364.7234</w:t>
      </w:r>
      <w:r>
        <w:tab/>
        <w:t>1.013e0</w:t>
      </w:r>
    </w:p>
    <w:p w:rsidR="007B2329" w:rsidRDefault="007B2329" w:rsidP="007B2329">
      <w:r>
        <w:lastRenderedPageBreak/>
        <w:t>364.7443</w:t>
      </w:r>
      <w:r>
        <w:tab/>
        <w:t>4.051e0</w:t>
      </w:r>
    </w:p>
    <w:p w:rsidR="007B2329" w:rsidRDefault="007B2329" w:rsidP="007B2329">
      <w:r>
        <w:t>364.7607</w:t>
      </w:r>
      <w:r>
        <w:tab/>
        <w:t>1.013e0</w:t>
      </w:r>
    </w:p>
    <w:p w:rsidR="007B2329" w:rsidRDefault="007B2329" w:rsidP="007B2329">
      <w:r>
        <w:t>364.7652</w:t>
      </w:r>
      <w:r>
        <w:tab/>
        <w:t>1.013e0</w:t>
      </w:r>
    </w:p>
    <w:p w:rsidR="007B2329" w:rsidRDefault="007B2329" w:rsidP="007B2329">
      <w:r>
        <w:t>364.7778</w:t>
      </w:r>
      <w:r>
        <w:tab/>
        <w:t>4.051e0</w:t>
      </w:r>
    </w:p>
    <w:p w:rsidR="007B2329" w:rsidRDefault="007B2329" w:rsidP="007B2329">
      <w:r>
        <w:t>364.7829</w:t>
      </w:r>
      <w:r>
        <w:tab/>
        <w:t>2.025e0</w:t>
      </w:r>
    </w:p>
    <w:p w:rsidR="007B2329" w:rsidRDefault="007B2329" w:rsidP="007B2329">
      <w:r>
        <w:t>364.7920</w:t>
      </w:r>
      <w:r>
        <w:tab/>
        <w:t>2.025e0</w:t>
      </w:r>
    </w:p>
    <w:p w:rsidR="007B2329" w:rsidRDefault="007B2329" w:rsidP="007B2329">
      <w:r>
        <w:t>364.8006</w:t>
      </w:r>
      <w:r>
        <w:tab/>
        <w:t>2.025e0</w:t>
      </w:r>
    </w:p>
    <w:p w:rsidR="007B2329" w:rsidRDefault="007B2329" w:rsidP="007B2329">
      <w:r>
        <w:t>364.8062</w:t>
      </w:r>
      <w:r>
        <w:tab/>
        <w:t>3.038e0</w:t>
      </w:r>
    </w:p>
    <w:p w:rsidR="007B2329" w:rsidRDefault="007B2329" w:rsidP="007B2329">
      <w:r>
        <w:t>364.8525</w:t>
      </w:r>
      <w:r>
        <w:tab/>
        <w:t>2.025e0</w:t>
      </w:r>
    </w:p>
    <w:p w:rsidR="007B2329" w:rsidRDefault="007B2329" w:rsidP="007B2329">
      <w:r>
        <w:t>364.8609</w:t>
      </w:r>
      <w:r>
        <w:tab/>
        <w:t>1.013e0</w:t>
      </w:r>
    </w:p>
    <w:p w:rsidR="007B2329" w:rsidRDefault="007B2329" w:rsidP="007B2329">
      <w:r>
        <w:t>364.8714</w:t>
      </w:r>
      <w:r>
        <w:tab/>
        <w:t>1.013e0</w:t>
      </w:r>
    </w:p>
    <w:p w:rsidR="007B2329" w:rsidRDefault="007B2329" w:rsidP="007B2329">
      <w:r>
        <w:t>364.8736</w:t>
      </w:r>
      <w:r>
        <w:tab/>
        <w:t>4.051e0</w:t>
      </w:r>
    </w:p>
    <w:p w:rsidR="007B2329" w:rsidRDefault="007B2329" w:rsidP="007B2329">
      <w:r>
        <w:t>364.8778</w:t>
      </w:r>
      <w:r>
        <w:tab/>
        <w:t>1.013e0</w:t>
      </w:r>
    </w:p>
    <w:p w:rsidR="007B2329" w:rsidRDefault="007B2329" w:rsidP="007B2329">
      <w:r>
        <w:t>364.9026</w:t>
      </w:r>
      <w:r>
        <w:tab/>
        <w:t>1.013e0</w:t>
      </w:r>
    </w:p>
    <w:p w:rsidR="007B2329" w:rsidRDefault="007B2329" w:rsidP="007B2329">
      <w:r>
        <w:t>364.9177</w:t>
      </w:r>
      <w:r>
        <w:tab/>
        <w:t>5.063e0</w:t>
      </w:r>
    </w:p>
    <w:p w:rsidR="007B2329" w:rsidRDefault="007B2329" w:rsidP="007B2329">
      <w:r>
        <w:t>364.9209</w:t>
      </w:r>
      <w:r>
        <w:tab/>
        <w:t>2.025e0</w:t>
      </w:r>
    </w:p>
    <w:p w:rsidR="007B2329" w:rsidRDefault="007B2329" w:rsidP="007B2329">
      <w:r>
        <w:t>364.9231</w:t>
      </w:r>
      <w:r>
        <w:tab/>
        <w:t>4.051e0</w:t>
      </w:r>
    </w:p>
    <w:p w:rsidR="007B2329" w:rsidRDefault="007B2329" w:rsidP="007B2329">
      <w:r>
        <w:t>364.9271</w:t>
      </w:r>
      <w:r>
        <w:tab/>
        <w:t>2.025e0</w:t>
      </w:r>
    </w:p>
    <w:p w:rsidR="007B2329" w:rsidRDefault="007B2329" w:rsidP="007B2329">
      <w:r>
        <w:t>364.9525</w:t>
      </w:r>
      <w:r>
        <w:tab/>
        <w:t>2.025e0</w:t>
      </w:r>
    </w:p>
    <w:p w:rsidR="007B2329" w:rsidRDefault="007B2329" w:rsidP="007B2329">
      <w:r>
        <w:lastRenderedPageBreak/>
        <w:t>364.9581</w:t>
      </w:r>
      <w:r>
        <w:tab/>
        <w:t>2.025e0</w:t>
      </w:r>
    </w:p>
    <w:p w:rsidR="007B2329" w:rsidRDefault="007B2329" w:rsidP="007B2329">
      <w:r>
        <w:t>364.9773</w:t>
      </w:r>
      <w:r>
        <w:tab/>
        <w:t>1.013e0</w:t>
      </w:r>
    </w:p>
    <w:p w:rsidR="007B2329" w:rsidRDefault="007B2329" w:rsidP="007B2329">
      <w:r>
        <w:t>364.9944</w:t>
      </w:r>
      <w:r>
        <w:tab/>
        <w:t>2.025e0</w:t>
      </w:r>
    </w:p>
    <w:p w:rsidR="007B2329" w:rsidRDefault="007B2329" w:rsidP="007B2329">
      <w:r>
        <w:t>365.0005</w:t>
      </w:r>
      <w:r>
        <w:tab/>
        <w:t>4.051e0</w:t>
      </w:r>
    </w:p>
    <w:p w:rsidR="007B2329" w:rsidRDefault="007B2329" w:rsidP="007B2329">
      <w:r>
        <w:t>365.0144</w:t>
      </w:r>
      <w:r>
        <w:tab/>
        <w:t>1.013e0</w:t>
      </w:r>
    </w:p>
    <w:p w:rsidR="007B2329" w:rsidRDefault="007B2329" w:rsidP="007B2329">
      <w:r>
        <w:t>365.0232</w:t>
      </w:r>
      <w:r>
        <w:tab/>
        <w:t>1.013e0</w:t>
      </w:r>
    </w:p>
    <w:p w:rsidR="007B2329" w:rsidRDefault="007B2329" w:rsidP="007B2329">
      <w:r>
        <w:t>365.0315</w:t>
      </w:r>
      <w:r>
        <w:tab/>
        <w:t>2.965e0</w:t>
      </w:r>
    </w:p>
    <w:p w:rsidR="007B2329" w:rsidRDefault="007B2329" w:rsidP="007B2329">
      <w:r>
        <w:t>365.0341</w:t>
      </w:r>
      <w:r>
        <w:tab/>
        <w:t>1.013e0</w:t>
      </w:r>
    </w:p>
    <w:p w:rsidR="007B2329" w:rsidRDefault="007B2329" w:rsidP="007B2329">
      <w:r>
        <w:t>365.0861</w:t>
      </w:r>
      <w:r>
        <w:tab/>
        <w:t>8.101e0</w:t>
      </w:r>
    </w:p>
    <w:p w:rsidR="007B2329" w:rsidRDefault="007B2329" w:rsidP="007B2329">
      <w:r>
        <w:t>365.0952</w:t>
      </w:r>
      <w:r>
        <w:tab/>
        <w:t>2.025e0</w:t>
      </w:r>
    </w:p>
    <w:p w:rsidR="007B2329" w:rsidRDefault="007B2329" w:rsidP="007B2329">
      <w:r>
        <w:t>365.1058</w:t>
      </w:r>
      <w:r>
        <w:tab/>
        <w:t>4.409e0</w:t>
      </w:r>
    </w:p>
    <w:p w:rsidR="007B2329" w:rsidRDefault="007B2329" w:rsidP="007B2329">
      <w:r>
        <w:t>365.1297</w:t>
      </w:r>
      <w:r>
        <w:tab/>
        <w:t>2.025e0</w:t>
      </w:r>
    </w:p>
    <w:p w:rsidR="007B2329" w:rsidRDefault="007B2329" w:rsidP="007B2329">
      <w:r>
        <w:t>365.1318</w:t>
      </w:r>
      <w:r>
        <w:tab/>
        <w:t>2.285e0</w:t>
      </w:r>
    </w:p>
    <w:p w:rsidR="007B2329" w:rsidRDefault="007B2329" w:rsidP="007B2329">
      <w:r>
        <w:t>365.1436</w:t>
      </w:r>
      <w:r>
        <w:tab/>
        <w:t>5.538e0</w:t>
      </w:r>
    </w:p>
    <w:p w:rsidR="007B2329" w:rsidRDefault="007B2329" w:rsidP="007B2329">
      <w:r>
        <w:t>365.1483</w:t>
      </w:r>
      <w:r>
        <w:tab/>
        <w:t>4.296e0</w:t>
      </w:r>
    </w:p>
    <w:p w:rsidR="007B2329" w:rsidRDefault="007B2329" w:rsidP="007B2329">
      <w:r>
        <w:t>365.1518</w:t>
      </w:r>
      <w:r>
        <w:tab/>
        <w:t>7.337e0</w:t>
      </w:r>
    </w:p>
    <w:p w:rsidR="007B2329" w:rsidRDefault="007B2329" w:rsidP="007B2329">
      <w:r>
        <w:t>365.1551</w:t>
      </w:r>
      <w:r>
        <w:tab/>
        <w:t>1.055e1</w:t>
      </w:r>
    </w:p>
    <w:p w:rsidR="007B2329" w:rsidRDefault="007B2329" w:rsidP="007B2329">
      <w:r>
        <w:t>365.1578</w:t>
      </w:r>
      <w:r>
        <w:tab/>
        <w:t>6.465e0</w:t>
      </w:r>
    </w:p>
    <w:p w:rsidR="007B2329" w:rsidRDefault="007B2329" w:rsidP="007B2329">
      <w:r>
        <w:t>365.1788</w:t>
      </w:r>
      <w:r>
        <w:tab/>
        <w:t>2.025e0</w:t>
      </w:r>
    </w:p>
    <w:p w:rsidR="007B2329" w:rsidRDefault="007B2329" w:rsidP="007B2329">
      <w:r>
        <w:lastRenderedPageBreak/>
        <w:t>365.1866</w:t>
      </w:r>
      <w:r>
        <w:tab/>
        <w:t>1.171e1</w:t>
      </w:r>
    </w:p>
    <w:p w:rsidR="007B2329" w:rsidRDefault="007B2329" w:rsidP="007B2329">
      <w:r>
        <w:t>365.1908</w:t>
      </w:r>
      <w:r>
        <w:tab/>
        <w:t>9.513e0</w:t>
      </w:r>
    </w:p>
    <w:p w:rsidR="007B2329" w:rsidRDefault="007B2329" w:rsidP="007B2329">
      <w:r>
        <w:t>365.1973</w:t>
      </w:r>
      <w:r>
        <w:tab/>
        <w:t>1.675e0</w:t>
      </w:r>
    </w:p>
    <w:p w:rsidR="007B2329" w:rsidRDefault="007B2329" w:rsidP="007B2329">
      <w:r>
        <w:t>365.2138</w:t>
      </w:r>
      <w:r>
        <w:tab/>
        <w:t>2.025e0</w:t>
      </w:r>
    </w:p>
    <w:p w:rsidR="007B2329" w:rsidRDefault="007B2329" w:rsidP="007B2329">
      <w:r>
        <w:t>365.2467</w:t>
      </w:r>
      <w:r>
        <w:tab/>
        <w:t>2.025e0</w:t>
      </w:r>
    </w:p>
    <w:p w:rsidR="007B2329" w:rsidRDefault="007B2329" w:rsidP="007B2329">
      <w:r>
        <w:t>365.2813</w:t>
      </w:r>
      <w:r>
        <w:tab/>
        <w:t>1.013e0</w:t>
      </w:r>
    </w:p>
    <w:p w:rsidR="007B2329" w:rsidRDefault="007B2329" w:rsidP="007B2329">
      <w:r>
        <w:t>365.3189</w:t>
      </w:r>
      <w:r>
        <w:tab/>
        <w:t>1.013e0</w:t>
      </w:r>
    </w:p>
    <w:p w:rsidR="007B2329" w:rsidRDefault="007B2329" w:rsidP="007B2329">
      <w:r>
        <w:t>365.3352</w:t>
      </w:r>
      <w:r>
        <w:tab/>
        <w:t>4.026e0</w:t>
      </w:r>
    </w:p>
    <w:p w:rsidR="007B2329" w:rsidRDefault="007B2329" w:rsidP="007B2329">
      <w:r>
        <w:t>365.3643</w:t>
      </w:r>
      <w:r>
        <w:tab/>
        <w:t>5.063e0</w:t>
      </w:r>
    </w:p>
    <w:p w:rsidR="007B2329" w:rsidRDefault="007B2329" w:rsidP="007B2329">
      <w:r>
        <w:t>365.3688</w:t>
      </w:r>
      <w:r>
        <w:tab/>
        <w:t>3.038e0</w:t>
      </w:r>
    </w:p>
    <w:p w:rsidR="007B2329" w:rsidRDefault="007B2329" w:rsidP="007B2329">
      <w:r>
        <w:t>365.3936</w:t>
      </w:r>
      <w:r>
        <w:tab/>
        <w:t>1.013e0</w:t>
      </w:r>
    </w:p>
    <w:p w:rsidR="007B2329" w:rsidRDefault="007B2329" w:rsidP="007B2329">
      <w:r>
        <w:t>365.4312</w:t>
      </w:r>
      <w:r>
        <w:tab/>
        <w:t>3.038e0</w:t>
      </w:r>
    </w:p>
    <w:p w:rsidR="007B2329" w:rsidRDefault="007B2329" w:rsidP="007B2329">
      <w:r>
        <w:t>365.4355</w:t>
      </w:r>
      <w:r>
        <w:tab/>
        <w:t>1.013e0</w:t>
      </w:r>
    </w:p>
    <w:p w:rsidR="007B2329" w:rsidRDefault="007B2329" w:rsidP="007B2329">
      <w:r>
        <w:t>365.4379</w:t>
      </w:r>
      <w:r>
        <w:tab/>
        <w:t>2.025e0</w:t>
      </w:r>
    </w:p>
    <w:p w:rsidR="007B2329" w:rsidRDefault="007B2329" w:rsidP="007B2329">
      <w:r>
        <w:t>365.4603</w:t>
      </w:r>
      <w:r>
        <w:tab/>
        <w:t>1.013e0</w:t>
      </w:r>
    </w:p>
    <w:p w:rsidR="007B2329" w:rsidRDefault="007B2329" w:rsidP="007B2329">
      <w:r>
        <w:t>365.4813</w:t>
      </w:r>
      <w:r>
        <w:tab/>
        <w:t>2.025e0</w:t>
      </w:r>
    </w:p>
    <w:p w:rsidR="007B2329" w:rsidRDefault="007B2329" w:rsidP="007B2329">
      <w:r>
        <w:t>365.4964</w:t>
      </w:r>
      <w:r>
        <w:tab/>
        <w:t>2.025e0</w:t>
      </w:r>
    </w:p>
    <w:p w:rsidR="007B2329" w:rsidRDefault="007B2329" w:rsidP="007B2329">
      <w:r>
        <w:t>365.5062</w:t>
      </w:r>
      <w:r>
        <w:tab/>
        <w:t>3.038e0</w:t>
      </w:r>
    </w:p>
    <w:p w:rsidR="007B2329" w:rsidRDefault="007B2329" w:rsidP="007B2329">
      <w:r>
        <w:t>365.5118</w:t>
      </w:r>
      <w:r>
        <w:tab/>
        <w:t>1.025e0</w:t>
      </w:r>
    </w:p>
    <w:p w:rsidR="007B2329" w:rsidRDefault="007B2329" w:rsidP="007B2329">
      <w:r>
        <w:lastRenderedPageBreak/>
        <w:t>365.5223</w:t>
      </w:r>
      <w:r>
        <w:tab/>
        <w:t>1.013e0</w:t>
      </w:r>
    </w:p>
    <w:p w:rsidR="007B2329" w:rsidRDefault="007B2329" w:rsidP="007B2329">
      <w:r>
        <w:t>365.5250</w:t>
      </w:r>
      <w:r>
        <w:tab/>
        <w:t>2.025e0</w:t>
      </w:r>
    </w:p>
    <w:p w:rsidR="007B2329" w:rsidRDefault="007B2329" w:rsidP="007B2329">
      <w:r>
        <w:t>365.5355</w:t>
      </w:r>
      <w:r>
        <w:tab/>
        <w:t>1.013e0</w:t>
      </w:r>
    </w:p>
    <w:p w:rsidR="007B2329" w:rsidRDefault="007B2329" w:rsidP="007B2329">
      <w:r>
        <w:t>365.5449</w:t>
      </w:r>
      <w:r>
        <w:tab/>
        <w:t>2.025e0</w:t>
      </w:r>
    </w:p>
    <w:p w:rsidR="007B2329" w:rsidRDefault="007B2329" w:rsidP="007B2329">
      <w:r>
        <w:t>365.5519</w:t>
      </w:r>
      <w:r>
        <w:tab/>
        <w:t>3.038e0</w:t>
      </w:r>
    </w:p>
    <w:p w:rsidR="007B2329" w:rsidRDefault="007B2329" w:rsidP="007B2329">
      <w:r>
        <w:t>365.5681</w:t>
      </w:r>
      <w:r>
        <w:tab/>
        <w:t>1.013e0</w:t>
      </w:r>
    </w:p>
    <w:p w:rsidR="007B2329" w:rsidRDefault="007B2329" w:rsidP="007B2329">
      <w:r>
        <w:t>365.5977</w:t>
      </w:r>
      <w:r>
        <w:tab/>
        <w:t>1.013e0</w:t>
      </w:r>
    </w:p>
    <w:p w:rsidR="007B2329" w:rsidRDefault="007B2329" w:rsidP="007B2329">
      <w:r>
        <w:t>365.6267</w:t>
      </w:r>
      <w:r>
        <w:tab/>
        <w:t>1.013e0</w:t>
      </w:r>
    </w:p>
    <w:p w:rsidR="007B2329" w:rsidRDefault="007B2329" w:rsidP="007B2329">
      <w:r>
        <w:t>365.6443</w:t>
      </w:r>
      <w:r>
        <w:tab/>
        <w:t>4.051e0</w:t>
      </w:r>
    </w:p>
    <w:p w:rsidR="007B2329" w:rsidRDefault="007B2329" w:rsidP="007B2329">
      <w:r>
        <w:t>365.6703</w:t>
      </w:r>
      <w:r>
        <w:tab/>
        <w:t>5.063e0</w:t>
      </w:r>
    </w:p>
    <w:p w:rsidR="007B2329" w:rsidRDefault="007B2329" w:rsidP="007B2329">
      <w:r>
        <w:t>365.6790</w:t>
      </w:r>
      <w:r>
        <w:tab/>
        <w:t>2.025e0</w:t>
      </w:r>
    </w:p>
    <w:p w:rsidR="007B2329" w:rsidRDefault="007B2329" w:rsidP="007B2329">
      <w:r>
        <w:t>365.6978</w:t>
      </w:r>
      <w:r>
        <w:tab/>
        <w:t>3.038e0</w:t>
      </w:r>
    </w:p>
    <w:p w:rsidR="007B2329" w:rsidRDefault="007B2329" w:rsidP="007B2329">
      <w:r>
        <w:t>365.7048</w:t>
      </w:r>
      <w:r>
        <w:tab/>
        <w:t>1.013e0</w:t>
      </w:r>
    </w:p>
    <w:p w:rsidR="007B2329" w:rsidRDefault="007B2329" w:rsidP="007B2329">
      <w:r>
        <w:t>365.7104</w:t>
      </w:r>
      <w:r>
        <w:tab/>
        <w:t>1.013e0</w:t>
      </w:r>
    </w:p>
    <w:p w:rsidR="007B2329" w:rsidRDefault="007B2329" w:rsidP="007B2329">
      <w:r>
        <w:t>365.7245</w:t>
      </w:r>
      <w:r>
        <w:tab/>
        <w:t>1.013e0</w:t>
      </w:r>
    </w:p>
    <w:p w:rsidR="007B2329" w:rsidRDefault="007B2329" w:rsidP="007B2329">
      <w:r>
        <w:t>365.7368</w:t>
      </w:r>
      <w:r>
        <w:tab/>
        <w:t>4.051e0</w:t>
      </w:r>
    </w:p>
    <w:p w:rsidR="007B2329" w:rsidRDefault="007B2329" w:rsidP="007B2329">
      <w:r>
        <w:t>365.7506</w:t>
      </w:r>
      <w:r>
        <w:tab/>
        <w:t>1.013e0</w:t>
      </w:r>
    </w:p>
    <w:p w:rsidR="007B2329" w:rsidRDefault="007B2329" w:rsidP="007B2329">
      <w:r>
        <w:t>365.7690</w:t>
      </w:r>
      <w:r>
        <w:tab/>
        <w:t>5.063e0</w:t>
      </w:r>
    </w:p>
    <w:p w:rsidR="007B2329" w:rsidRDefault="007B2329" w:rsidP="007B2329">
      <w:r>
        <w:t>365.7870</w:t>
      </w:r>
      <w:r>
        <w:tab/>
        <w:t>2.025e0</w:t>
      </w:r>
    </w:p>
    <w:p w:rsidR="007B2329" w:rsidRDefault="007B2329" w:rsidP="007B2329">
      <w:r>
        <w:lastRenderedPageBreak/>
        <w:t>365.8033</w:t>
      </w:r>
      <w:r>
        <w:tab/>
        <w:t>2.025e0</w:t>
      </w:r>
    </w:p>
    <w:p w:rsidR="007B2329" w:rsidRDefault="007B2329" w:rsidP="007B2329">
      <w:r>
        <w:t>365.8061</w:t>
      </w:r>
      <w:r>
        <w:tab/>
        <w:t>1.013e0</w:t>
      </w:r>
    </w:p>
    <w:p w:rsidR="007B2329" w:rsidRDefault="007B2329" w:rsidP="007B2329">
      <w:r>
        <w:t>365.8099</w:t>
      </w:r>
      <w:r>
        <w:tab/>
        <w:t>1.013e0</w:t>
      </w:r>
    </w:p>
    <w:p w:rsidR="007B2329" w:rsidRDefault="007B2329" w:rsidP="007B2329">
      <w:r>
        <w:t>365.8157</w:t>
      </w:r>
      <w:r>
        <w:tab/>
        <w:t>1.013e0</w:t>
      </w:r>
    </w:p>
    <w:p w:rsidR="007B2329" w:rsidRDefault="007B2329" w:rsidP="007B2329">
      <w:r>
        <w:t>365.8269</w:t>
      </w:r>
      <w:r>
        <w:tab/>
        <w:t>2.025e0</w:t>
      </w:r>
    </w:p>
    <w:p w:rsidR="007B2329" w:rsidRDefault="007B2329" w:rsidP="007B2329">
      <w:r>
        <w:t>365.8419</w:t>
      </w:r>
      <w:r>
        <w:tab/>
        <w:t>1.013e0</w:t>
      </w:r>
    </w:p>
    <w:p w:rsidR="007B2329" w:rsidRDefault="007B2329" w:rsidP="007B2329">
      <w:r>
        <w:t>365.8557</w:t>
      </w:r>
      <w:r>
        <w:tab/>
        <w:t>2.025e0</w:t>
      </w:r>
    </w:p>
    <w:p w:rsidR="007B2329" w:rsidRDefault="007B2329" w:rsidP="007B2329">
      <w:r>
        <w:t>365.8591</w:t>
      </w:r>
      <w:r>
        <w:tab/>
        <w:t>2.025e0</w:t>
      </w:r>
    </w:p>
    <w:p w:rsidR="007B2329" w:rsidRDefault="007B2329" w:rsidP="007B2329">
      <w:r>
        <w:t>365.8679</w:t>
      </w:r>
      <w:r>
        <w:tab/>
        <w:t>2.025e0</w:t>
      </w:r>
    </w:p>
    <w:p w:rsidR="007B2329" w:rsidRDefault="007B2329" w:rsidP="007B2329">
      <w:r>
        <w:t>365.8768</w:t>
      </w:r>
      <w:r>
        <w:tab/>
        <w:t>1.013e0</w:t>
      </w:r>
    </w:p>
    <w:p w:rsidR="007B2329" w:rsidRDefault="007B2329" w:rsidP="007B2329">
      <w:r>
        <w:t>365.8917</w:t>
      </w:r>
      <w:r>
        <w:tab/>
        <w:t>3.038e0</w:t>
      </w:r>
    </w:p>
    <w:p w:rsidR="007B2329" w:rsidRDefault="007B2329" w:rsidP="007B2329">
      <w:r>
        <w:t>365.9015</w:t>
      </w:r>
      <w:r>
        <w:tab/>
        <w:t>4.076e0</w:t>
      </w:r>
    </w:p>
    <w:p w:rsidR="007B2329" w:rsidRDefault="007B2329" w:rsidP="007B2329">
      <w:r>
        <w:t>365.9102</w:t>
      </w:r>
      <w:r>
        <w:tab/>
        <w:t>2.025e0</w:t>
      </w:r>
    </w:p>
    <w:p w:rsidR="007B2329" w:rsidRDefault="007B2329" w:rsidP="007B2329">
      <w:r>
        <w:t>365.9120</w:t>
      </w:r>
      <w:r>
        <w:tab/>
        <w:t>2.025e0</w:t>
      </w:r>
    </w:p>
    <w:p w:rsidR="007B2329" w:rsidRDefault="007B2329" w:rsidP="007B2329">
      <w:r>
        <w:t>365.9136</w:t>
      </w:r>
      <w:r>
        <w:tab/>
        <w:t>1.013e0</w:t>
      </w:r>
    </w:p>
    <w:p w:rsidR="007B2329" w:rsidRDefault="007B2329" w:rsidP="007B2329">
      <w:r>
        <w:t>365.9226</w:t>
      </w:r>
      <w:r>
        <w:tab/>
        <w:t>2.025e0</w:t>
      </w:r>
    </w:p>
    <w:p w:rsidR="007B2329" w:rsidRDefault="007B2329" w:rsidP="007B2329">
      <w:r>
        <w:t>365.9429</w:t>
      </w:r>
      <w:r>
        <w:tab/>
        <w:t>2.025e0</w:t>
      </w:r>
    </w:p>
    <w:p w:rsidR="007B2329" w:rsidRDefault="007B2329" w:rsidP="007B2329">
      <w:r>
        <w:t>365.9474</w:t>
      </w:r>
      <w:r>
        <w:tab/>
        <w:t>1.013e0</w:t>
      </w:r>
    </w:p>
    <w:p w:rsidR="007B2329" w:rsidRDefault="007B2329" w:rsidP="007B2329">
      <w:r>
        <w:t>365.9526</w:t>
      </w:r>
      <w:r>
        <w:tab/>
        <w:t>1.013e0</w:t>
      </w:r>
    </w:p>
    <w:p w:rsidR="007B2329" w:rsidRDefault="007B2329" w:rsidP="007B2329">
      <w:r>
        <w:lastRenderedPageBreak/>
        <w:t>365.9795</w:t>
      </w:r>
      <w:r>
        <w:tab/>
        <w:t>4.051e0</w:t>
      </w:r>
    </w:p>
    <w:p w:rsidR="007B2329" w:rsidRDefault="007B2329" w:rsidP="007B2329">
      <w:r>
        <w:t>366.0050</w:t>
      </w:r>
      <w:r>
        <w:tab/>
        <w:t>1.013e0</w:t>
      </w:r>
    </w:p>
    <w:p w:rsidR="007B2329" w:rsidRDefault="007B2329" w:rsidP="007B2329">
      <w:r>
        <w:t>366.0143</w:t>
      </w:r>
      <w:r>
        <w:tab/>
        <w:t>2.025e0</w:t>
      </w:r>
    </w:p>
    <w:p w:rsidR="007B2329" w:rsidRDefault="007B2329" w:rsidP="007B2329">
      <w:r>
        <w:t>366.0180</w:t>
      </w:r>
      <w:r>
        <w:tab/>
        <w:t>1.013e0</w:t>
      </w:r>
    </w:p>
    <w:p w:rsidR="007B2329" w:rsidRDefault="007B2329" w:rsidP="007B2329">
      <w:r>
        <w:t>366.0317</w:t>
      </w:r>
      <w:r>
        <w:tab/>
        <w:t>4.051e0</w:t>
      </w:r>
    </w:p>
    <w:p w:rsidR="007B2329" w:rsidRDefault="007B2329" w:rsidP="007B2329">
      <w:r>
        <w:t>366.0419</w:t>
      </w:r>
      <w:r>
        <w:tab/>
        <w:t>4.051e0</w:t>
      </w:r>
    </w:p>
    <w:p w:rsidR="007B2329" w:rsidRDefault="007B2329" w:rsidP="007B2329">
      <w:r>
        <w:t>366.0457</w:t>
      </w:r>
      <w:r>
        <w:tab/>
        <w:t>2.025e0</w:t>
      </w:r>
    </w:p>
    <w:p w:rsidR="007B2329" w:rsidRDefault="007B2329" w:rsidP="007B2329">
      <w:r>
        <w:t>366.0639</w:t>
      </w:r>
      <w:r>
        <w:tab/>
        <w:t>1.013e0</w:t>
      </w:r>
    </w:p>
    <w:p w:rsidR="007B2329" w:rsidRDefault="007B2329" w:rsidP="007B2329">
      <w:r>
        <w:t>366.0702</w:t>
      </w:r>
      <w:r>
        <w:tab/>
        <w:t>1.013e0</w:t>
      </w:r>
    </w:p>
    <w:p w:rsidR="007B2329" w:rsidRDefault="007B2329" w:rsidP="007B2329">
      <w:r>
        <w:t>366.0784</w:t>
      </w:r>
      <w:r>
        <w:tab/>
        <w:t>2.025e0</w:t>
      </w:r>
    </w:p>
    <w:p w:rsidR="007B2329" w:rsidRDefault="007B2329" w:rsidP="007B2329">
      <w:r>
        <w:t>366.0810</w:t>
      </w:r>
      <w:r>
        <w:tab/>
        <w:t>1.013e0</w:t>
      </w:r>
    </w:p>
    <w:p w:rsidR="007B2329" w:rsidRDefault="007B2329" w:rsidP="007B2329">
      <w:r>
        <w:t>366.0850</w:t>
      </w:r>
      <w:r>
        <w:tab/>
        <w:t>1.013e0</w:t>
      </w:r>
    </w:p>
    <w:p w:rsidR="007B2329" w:rsidRDefault="007B2329" w:rsidP="007B2329">
      <w:r>
        <w:t>366.0870</w:t>
      </w:r>
      <w:r>
        <w:tab/>
        <w:t>2.025e0</w:t>
      </w:r>
    </w:p>
    <w:p w:rsidR="007B2329" w:rsidRDefault="007B2329" w:rsidP="007B2329">
      <w:r>
        <w:t>366.1116</w:t>
      </w:r>
      <w:r>
        <w:tab/>
        <w:t>2.532e-2</w:t>
      </w:r>
    </w:p>
    <w:p w:rsidR="007B2329" w:rsidRDefault="007B2329" w:rsidP="007B2329">
      <w:r>
        <w:t>366.1238</w:t>
      </w:r>
      <w:r>
        <w:tab/>
        <w:t>2.859e0</w:t>
      </w:r>
    </w:p>
    <w:p w:rsidR="007B2329" w:rsidRDefault="007B2329" w:rsidP="007B2329">
      <w:r>
        <w:t>366.1311</w:t>
      </w:r>
      <w:r>
        <w:tab/>
        <w:t>2.745e0</w:t>
      </w:r>
    </w:p>
    <w:p w:rsidR="007B2329" w:rsidRDefault="007B2329" w:rsidP="007B2329">
      <w:r>
        <w:t>366.1339</w:t>
      </w:r>
      <w:r>
        <w:tab/>
        <w:t>3.063e0</w:t>
      </w:r>
    </w:p>
    <w:p w:rsidR="007B2329" w:rsidRDefault="007B2329" w:rsidP="007B2329">
      <w:r>
        <w:t>366.1378</w:t>
      </w:r>
      <w:r>
        <w:tab/>
        <w:t>6.409e0</w:t>
      </w:r>
    </w:p>
    <w:p w:rsidR="007B2329" w:rsidRDefault="007B2329" w:rsidP="007B2329">
      <w:r>
        <w:t>366.1566</w:t>
      </w:r>
      <w:r>
        <w:tab/>
        <w:t>3.499e0</w:t>
      </w:r>
    </w:p>
    <w:p w:rsidR="007B2329" w:rsidRDefault="007B2329" w:rsidP="007B2329">
      <w:r>
        <w:lastRenderedPageBreak/>
        <w:t>366.1581</w:t>
      </w:r>
      <w:r>
        <w:tab/>
        <w:t>3.860e0</w:t>
      </w:r>
    </w:p>
    <w:p w:rsidR="007B2329" w:rsidRDefault="007B2329" w:rsidP="007B2329">
      <w:r>
        <w:t>366.1601</w:t>
      </w:r>
      <w:r>
        <w:tab/>
        <w:t>3.331e0</w:t>
      </w:r>
    </w:p>
    <w:p w:rsidR="007B2329" w:rsidRDefault="007B2329" w:rsidP="007B2329">
      <w:r>
        <w:t>366.1666</w:t>
      </w:r>
      <w:r>
        <w:tab/>
        <w:t>2.025e0</w:t>
      </w:r>
    </w:p>
    <w:p w:rsidR="007B2329" w:rsidRDefault="007B2329" w:rsidP="007B2329">
      <w:r>
        <w:t>366.1815</w:t>
      </w:r>
      <w:r>
        <w:tab/>
        <w:t>1.309e0</w:t>
      </w:r>
    </w:p>
    <w:p w:rsidR="007B2329" w:rsidRDefault="007B2329" w:rsidP="007B2329">
      <w:r>
        <w:t>366.1876</w:t>
      </w:r>
      <w:r>
        <w:tab/>
        <w:t>1.013e0</w:t>
      </w:r>
    </w:p>
    <w:p w:rsidR="007B2329" w:rsidRDefault="007B2329" w:rsidP="007B2329">
      <w:r>
        <w:t>366.2073</w:t>
      </w:r>
      <w:r>
        <w:tab/>
        <w:t>1.013e0</w:t>
      </w:r>
    </w:p>
    <w:p w:rsidR="007B2329" w:rsidRDefault="007B2329" w:rsidP="007B2329">
      <w:r>
        <w:t>366.2237</w:t>
      </w:r>
      <w:r>
        <w:tab/>
        <w:t>2.532e-2</w:t>
      </w:r>
    </w:p>
    <w:p w:rsidR="007B2329" w:rsidRDefault="007B2329" w:rsidP="007B2329">
      <w:r>
        <w:t>366.3051</w:t>
      </w:r>
      <w:r>
        <w:tab/>
        <w:t>3.038e0</w:t>
      </w:r>
    </w:p>
    <w:p w:rsidR="007B2329" w:rsidRDefault="007B2329" w:rsidP="007B2329">
      <w:r>
        <w:t>366.3103</w:t>
      </w:r>
      <w:r>
        <w:tab/>
        <w:t>1.013e0</w:t>
      </w:r>
    </w:p>
    <w:p w:rsidR="007B2329" w:rsidRDefault="007B2329" w:rsidP="007B2329">
      <w:r>
        <w:t>366.3201</w:t>
      </w:r>
      <w:r>
        <w:tab/>
        <w:t>2.025e0</w:t>
      </w:r>
    </w:p>
    <w:p w:rsidR="007B2329" w:rsidRDefault="007B2329" w:rsidP="007B2329">
      <w:r>
        <w:t>366.3267</w:t>
      </w:r>
      <w:r>
        <w:tab/>
        <w:t>2.025e0</w:t>
      </w:r>
    </w:p>
    <w:p w:rsidR="007B2329" w:rsidRDefault="007B2329" w:rsidP="007B2329">
      <w:r>
        <w:t>366.3312</w:t>
      </w:r>
      <w:r>
        <w:tab/>
        <w:t>1.013e0</w:t>
      </w:r>
    </w:p>
    <w:p w:rsidR="007B2329" w:rsidRDefault="007B2329" w:rsidP="007B2329">
      <w:r>
        <w:t>366.3351</w:t>
      </w:r>
      <w:r>
        <w:tab/>
        <w:t>1.013e0</w:t>
      </w:r>
    </w:p>
    <w:p w:rsidR="007B2329" w:rsidRDefault="007B2329" w:rsidP="007B2329">
      <w:r>
        <w:t>366.3377</w:t>
      </w:r>
      <w:r>
        <w:tab/>
        <w:t>2.025e0</w:t>
      </w:r>
    </w:p>
    <w:p w:rsidR="007B2329" w:rsidRDefault="007B2329" w:rsidP="007B2329">
      <w:r>
        <w:t>366.3390</w:t>
      </w:r>
      <w:r>
        <w:tab/>
        <w:t>1.013e0</w:t>
      </w:r>
    </w:p>
    <w:p w:rsidR="007B2329" w:rsidRDefault="007B2329" w:rsidP="007B2329">
      <w:r>
        <w:t>366.3443</w:t>
      </w:r>
      <w:r>
        <w:tab/>
        <w:t>1.013e0</w:t>
      </w:r>
    </w:p>
    <w:p w:rsidR="007B2329" w:rsidRDefault="007B2329" w:rsidP="007B2329">
      <w:r>
        <w:t>366.3639</w:t>
      </w:r>
      <w:r>
        <w:tab/>
        <w:t>1.013e0</w:t>
      </w:r>
    </w:p>
    <w:p w:rsidR="007B2329" w:rsidRDefault="007B2329" w:rsidP="007B2329">
      <w:r>
        <w:t>366.3687</w:t>
      </w:r>
      <w:r>
        <w:tab/>
        <w:t>2.025e0</w:t>
      </w:r>
    </w:p>
    <w:p w:rsidR="007B2329" w:rsidRDefault="007B2329" w:rsidP="007B2329">
      <w:r>
        <w:t>366.3849</w:t>
      </w:r>
      <w:r>
        <w:tab/>
        <w:t>1.013e0</w:t>
      </w:r>
    </w:p>
    <w:p w:rsidR="007B2329" w:rsidRDefault="007B2329" w:rsidP="007B2329">
      <w:r>
        <w:lastRenderedPageBreak/>
        <w:t>366.4020</w:t>
      </w:r>
      <w:r>
        <w:tab/>
        <w:t>3.038e0</w:t>
      </w:r>
    </w:p>
    <w:p w:rsidR="007B2329" w:rsidRDefault="007B2329" w:rsidP="007B2329">
      <w:r>
        <w:t>366.4095</w:t>
      </w:r>
      <w:r>
        <w:tab/>
        <w:t>1.013e0</w:t>
      </w:r>
    </w:p>
    <w:p w:rsidR="007B2329" w:rsidRDefault="007B2329" w:rsidP="007B2329">
      <w:r>
        <w:t>366.4141</w:t>
      </w:r>
      <w:r>
        <w:tab/>
        <w:t>3.038e0</w:t>
      </w:r>
    </w:p>
    <w:p w:rsidR="007B2329" w:rsidRDefault="007B2329" w:rsidP="007B2329">
      <w:r>
        <w:t>366.4308</w:t>
      </w:r>
      <w:r>
        <w:tab/>
        <w:t>1.013e0</w:t>
      </w:r>
    </w:p>
    <w:p w:rsidR="007B2329" w:rsidRDefault="007B2329" w:rsidP="007B2329">
      <w:r>
        <w:t>366.4357</w:t>
      </w:r>
      <w:r>
        <w:tab/>
        <w:t>1.013e0</w:t>
      </w:r>
    </w:p>
    <w:p w:rsidR="007B2329" w:rsidRDefault="007B2329" w:rsidP="007B2329">
      <w:r>
        <w:t>366.4478</w:t>
      </w:r>
      <w:r>
        <w:tab/>
        <w:t>1.013e0</w:t>
      </w:r>
    </w:p>
    <w:p w:rsidR="007B2329" w:rsidRDefault="007B2329" w:rsidP="007B2329">
      <w:r>
        <w:t>366.4519</w:t>
      </w:r>
      <w:r>
        <w:tab/>
        <w:t>1.013e0</w:t>
      </w:r>
    </w:p>
    <w:p w:rsidR="007B2329" w:rsidRDefault="007B2329" w:rsidP="007B2329">
      <w:r>
        <w:t>366.4727</w:t>
      </w:r>
      <w:r>
        <w:tab/>
        <w:t>3.038e0</w:t>
      </w:r>
    </w:p>
    <w:p w:rsidR="007B2329" w:rsidRDefault="007B2329" w:rsidP="007B2329">
      <w:r>
        <w:t>366.4829</w:t>
      </w:r>
      <w:r>
        <w:tab/>
        <w:t>2.025e0</w:t>
      </w:r>
    </w:p>
    <w:p w:rsidR="007B2329" w:rsidRDefault="007B2329" w:rsidP="007B2329">
      <w:r>
        <w:t>366.5140</w:t>
      </w:r>
      <w:r>
        <w:tab/>
        <w:t>1.013e0</w:t>
      </w:r>
    </w:p>
    <w:p w:rsidR="007B2329" w:rsidRDefault="007B2329" w:rsidP="007B2329">
      <w:r>
        <w:t>366.5330</w:t>
      </w:r>
      <w:r>
        <w:tab/>
        <w:t>2.025e0</w:t>
      </w:r>
    </w:p>
    <w:p w:rsidR="007B2329" w:rsidRDefault="007B2329" w:rsidP="007B2329">
      <w:r>
        <w:t>366.5473</w:t>
      </w:r>
      <w:r>
        <w:tab/>
        <w:t>1.013e0</w:t>
      </w:r>
    </w:p>
    <w:p w:rsidR="007B2329" w:rsidRDefault="007B2329" w:rsidP="007B2329">
      <w:r>
        <w:t>366.5532</w:t>
      </w:r>
      <w:r>
        <w:tab/>
        <w:t>1.013e0</w:t>
      </w:r>
    </w:p>
    <w:p w:rsidR="007B2329" w:rsidRDefault="007B2329" w:rsidP="007B2329">
      <w:r>
        <w:t>366.5730</w:t>
      </w:r>
      <w:r>
        <w:tab/>
        <w:t>2.025e0</w:t>
      </w:r>
    </w:p>
    <w:p w:rsidR="007B2329" w:rsidRDefault="007B2329" w:rsidP="007B2329">
      <w:r>
        <w:t>366.5794</w:t>
      </w:r>
      <w:r>
        <w:tab/>
        <w:t>1.013e0</w:t>
      </w:r>
    </w:p>
    <w:p w:rsidR="007B2329" w:rsidRDefault="007B2329" w:rsidP="007B2329">
      <w:r>
        <w:t>366.5866</w:t>
      </w:r>
      <w:r>
        <w:tab/>
        <w:t>2.025e0</w:t>
      </w:r>
    </w:p>
    <w:p w:rsidR="007B2329" w:rsidRDefault="007B2329" w:rsidP="007B2329">
      <w:r>
        <w:t>366.5892</w:t>
      </w:r>
      <w:r>
        <w:tab/>
        <w:t>1.013e0</w:t>
      </w:r>
    </w:p>
    <w:p w:rsidR="007B2329" w:rsidRDefault="007B2329" w:rsidP="007B2329">
      <w:r>
        <w:t>366.5938</w:t>
      </w:r>
      <w:r>
        <w:tab/>
        <w:t>3.038e0</w:t>
      </w:r>
    </w:p>
    <w:p w:rsidR="007B2329" w:rsidRDefault="007B2329" w:rsidP="007B2329">
      <w:r>
        <w:t>366.6187</w:t>
      </w:r>
      <w:r>
        <w:tab/>
        <w:t>1.013e0</w:t>
      </w:r>
    </w:p>
    <w:p w:rsidR="007B2329" w:rsidRDefault="007B2329" w:rsidP="007B2329">
      <w:r>
        <w:lastRenderedPageBreak/>
        <w:t>366.6478</w:t>
      </w:r>
      <w:r>
        <w:tab/>
        <w:t>1.025e0</w:t>
      </w:r>
    </w:p>
    <w:p w:rsidR="007B2329" w:rsidRDefault="007B2329" w:rsidP="007B2329">
      <w:r>
        <w:t>366.6645</w:t>
      </w:r>
      <w:r>
        <w:tab/>
        <w:t>1.013e0</w:t>
      </w:r>
    </w:p>
    <w:p w:rsidR="007B2329" w:rsidRDefault="007B2329" w:rsidP="007B2329">
      <w:r>
        <w:t>366.6810</w:t>
      </w:r>
      <w:r>
        <w:tab/>
        <w:t>1.013e0</w:t>
      </w:r>
    </w:p>
    <w:p w:rsidR="007B2329" w:rsidRDefault="007B2329" w:rsidP="007B2329">
      <w:r>
        <w:t>366.6848</w:t>
      </w:r>
      <w:r>
        <w:tab/>
        <w:t>2.025e0</w:t>
      </w:r>
    </w:p>
    <w:p w:rsidR="007B2329" w:rsidRDefault="007B2329" w:rsidP="007B2329">
      <w:r>
        <w:t>366.6970</w:t>
      </w:r>
      <w:r>
        <w:tab/>
        <w:t>1.013e0</w:t>
      </w:r>
    </w:p>
    <w:p w:rsidR="007B2329" w:rsidRDefault="007B2329" w:rsidP="007B2329">
      <w:r>
        <w:t>366.7101</w:t>
      </w:r>
      <w:r>
        <w:tab/>
        <w:t>1.013e0</w:t>
      </w:r>
    </w:p>
    <w:p w:rsidR="007B2329" w:rsidRDefault="007B2329" w:rsidP="007B2329">
      <w:r>
        <w:t>366.7305</w:t>
      </w:r>
      <w:r>
        <w:tab/>
        <w:t>2.025e0</w:t>
      </w:r>
    </w:p>
    <w:p w:rsidR="007B2329" w:rsidRDefault="007B2329" w:rsidP="007B2329">
      <w:r>
        <w:t>366.7428</w:t>
      </w:r>
      <w:r>
        <w:tab/>
        <w:t>2.025e0</w:t>
      </w:r>
    </w:p>
    <w:p w:rsidR="007B2329" w:rsidRDefault="007B2329" w:rsidP="007B2329">
      <w:r>
        <w:t>366.7766</w:t>
      </w:r>
      <w:r>
        <w:tab/>
        <w:t>1.013e0</w:t>
      </w:r>
    </w:p>
    <w:p w:rsidR="007B2329" w:rsidRDefault="007B2329" w:rsidP="007B2329">
      <w:r>
        <w:t>366.7885</w:t>
      </w:r>
      <w:r>
        <w:tab/>
        <w:t>1.013e0</w:t>
      </w:r>
    </w:p>
    <w:p w:rsidR="007B2329" w:rsidRDefault="007B2329" w:rsidP="007B2329">
      <w:r>
        <w:t>366.8000</w:t>
      </w:r>
      <w:r>
        <w:tab/>
        <w:t>2.025e0</w:t>
      </w:r>
    </w:p>
    <w:p w:rsidR="007B2329" w:rsidRDefault="007B2329" w:rsidP="007B2329">
      <w:r>
        <w:t>366.8015</w:t>
      </w:r>
      <w:r>
        <w:tab/>
        <w:t>1.013e0</w:t>
      </w:r>
    </w:p>
    <w:p w:rsidR="007B2329" w:rsidRDefault="007B2329" w:rsidP="007B2329">
      <w:r>
        <w:t>366.8045</w:t>
      </w:r>
      <w:r>
        <w:tab/>
        <w:t>2.025e0</w:t>
      </w:r>
    </w:p>
    <w:p w:rsidR="007B2329" w:rsidRDefault="007B2329" w:rsidP="007B2329">
      <w:r>
        <w:t>366.8146</w:t>
      </w:r>
      <w:r>
        <w:tab/>
        <w:t>1.013e0</w:t>
      </w:r>
    </w:p>
    <w:p w:rsidR="007B2329" w:rsidRDefault="007B2329" w:rsidP="007B2329">
      <w:r>
        <w:t>366.8185</w:t>
      </w:r>
      <w:r>
        <w:tab/>
        <w:t>1.013e0</w:t>
      </w:r>
    </w:p>
    <w:p w:rsidR="007B2329" w:rsidRDefault="007B2329" w:rsidP="007B2329">
      <w:r>
        <w:t>366.8231</w:t>
      </w:r>
      <w:r>
        <w:tab/>
        <w:t>6.496e0</w:t>
      </w:r>
    </w:p>
    <w:p w:rsidR="007B2329" w:rsidRDefault="007B2329" w:rsidP="007B2329">
      <w:r>
        <w:t>366.8349</w:t>
      </w:r>
      <w:r>
        <w:tab/>
        <w:t>3.038e0</w:t>
      </w:r>
    </w:p>
    <w:p w:rsidR="007B2329" w:rsidRDefault="007B2329" w:rsidP="007B2329">
      <w:r>
        <w:t>366.8520</w:t>
      </w:r>
      <w:r>
        <w:tab/>
        <w:t>2.025e0</w:t>
      </w:r>
    </w:p>
    <w:p w:rsidR="007B2329" w:rsidRDefault="007B2329" w:rsidP="007B2329">
      <w:r>
        <w:t>366.8606</w:t>
      </w:r>
      <w:r>
        <w:tab/>
        <w:t>1.013e0</w:t>
      </w:r>
    </w:p>
    <w:p w:rsidR="007B2329" w:rsidRDefault="007B2329" w:rsidP="007B2329">
      <w:r>
        <w:lastRenderedPageBreak/>
        <w:t>366.8748</w:t>
      </w:r>
      <w:r>
        <w:tab/>
        <w:t>2.025e0</w:t>
      </w:r>
    </w:p>
    <w:p w:rsidR="007B2329" w:rsidRDefault="007B2329" w:rsidP="007B2329">
      <w:r>
        <w:t>366.8893</w:t>
      </w:r>
      <w:r>
        <w:tab/>
        <w:t>1.038e0</w:t>
      </w:r>
    </w:p>
    <w:p w:rsidR="007B2329" w:rsidRDefault="007B2329" w:rsidP="007B2329">
      <w:r>
        <w:t>366.9046</w:t>
      </w:r>
      <w:r>
        <w:tab/>
        <w:t>3.038e0</w:t>
      </w:r>
    </w:p>
    <w:p w:rsidR="007B2329" w:rsidRDefault="007B2329" w:rsidP="007B2329">
      <w:r>
        <w:t>366.9174</w:t>
      </w:r>
      <w:r>
        <w:tab/>
        <w:t>2.025e0</w:t>
      </w:r>
    </w:p>
    <w:p w:rsidR="007B2329" w:rsidRDefault="007B2329" w:rsidP="007B2329">
      <w:r>
        <w:t>366.9206</w:t>
      </w:r>
      <w:r>
        <w:tab/>
        <w:t>2.025e0</w:t>
      </w:r>
    </w:p>
    <w:p w:rsidR="007B2329" w:rsidRDefault="007B2329" w:rsidP="007B2329">
      <w:r>
        <w:t>366.9261</w:t>
      </w:r>
      <w:r>
        <w:tab/>
        <w:t>2.025e0</w:t>
      </w:r>
    </w:p>
    <w:p w:rsidR="007B2329" w:rsidRDefault="007B2329" w:rsidP="007B2329">
      <w:r>
        <w:t>366.9356</w:t>
      </w:r>
      <w:r>
        <w:tab/>
        <w:t>3.038e0</w:t>
      </w:r>
    </w:p>
    <w:p w:rsidR="007B2329" w:rsidRDefault="007B2329" w:rsidP="007B2329">
      <w:r>
        <w:t>366.9377</w:t>
      </w:r>
      <w:r>
        <w:tab/>
        <w:t>1.025e0</w:t>
      </w:r>
    </w:p>
    <w:p w:rsidR="007B2329" w:rsidRDefault="007B2329" w:rsidP="007B2329">
      <w:r>
        <w:t>366.9410</w:t>
      </w:r>
      <w:r>
        <w:tab/>
        <w:t>1.025e0</w:t>
      </w:r>
    </w:p>
    <w:p w:rsidR="007B2329" w:rsidRDefault="007B2329" w:rsidP="007B2329">
      <w:r>
        <w:t>366.9519</w:t>
      </w:r>
      <w:r>
        <w:tab/>
        <w:t>1.013e0</w:t>
      </w:r>
    </w:p>
    <w:p w:rsidR="007B2329" w:rsidRDefault="007B2329" w:rsidP="007B2329">
      <w:r>
        <w:t>366.9601</w:t>
      </w:r>
      <w:r>
        <w:tab/>
        <w:t>3.038e0</w:t>
      </w:r>
    </w:p>
    <w:p w:rsidR="007B2329" w:rsidRDefault="007B2329" w:rsidP="007B2329">
      <w:r>
        <w:t>366.9783</w:t>
      </w:r>
      <w:r>
        <w:tab/>
        <w:t>4.051e0</w:t>
      </w:r>
    </w:p>
    <w:p w:rsidR="007B2329" w:rsidRDefault="007B2329" w:rsidP="007B2329">
      <w:r>
        <w:t>366.9810</w:t>
      </w:r>
      <w:r>
        <w:tab/>
        <w:t>1.013e0</w:t>
      </w:r>
    </w:p>
    <w:p w:rsidR="007B2329" w:rsidRDefault="007B2329" w:rsidP="007B2329">
      <w:r>
        <w:t>366.9912</w:t>
      </w:r>
      <w:r>
        <w:tab/>
        <w:t>1.013e0</w:t>
      </w:r>
    </w:p>
    <w:p w:rsidR="007B2329" w:rsidRDefault="007B2329" w:rsidP="007B2329">
      <w:r>
        <w:t>366.9977</w:t>
      </w:r>
      <w:r>
        <w:tab/>
        <w:t>1.013e0</w:t>
      </w:r>
    </w:p>
    <w:p w:rsidR="007B2329" w:rsidRDefault="007B2329" w:rsidP="007B2329">
      <w:r>
        <w:t>367.0018</w:t>
      </w:r>
      <w:r>
        <w:tab/>
        <w:t>1.013e0</w:t>
      </w:r>
    </w:p>
    <w:p w:rsidR="007B2329" w:rsidRDefault="007B2329" w:rsidP="007B2329">
      <w:r>
        <w:t>367.0099</w:t>
      </w:r>
      <w:r>
        <w:tab/>
        <w:t>2.025e0</w:t>
      </w:r>
    </w:p>
    <w:p w:rsidR="007B2329" w:rsidRDefault="007B2329" w:rsidP="007B2329">
      <w:r>
        <w:t>367.0518</w:t>
      </w:r>
      <w:r>
        <w:tab/>
        <w:t>1.013e0</w:t>
      </w:r>
    </w:p>
    <w:p w:rsidR="007B2329" w:rsidRDefault="007B2329" w:rsidP="007B2329">
      <w:r>
        <w:t>367.0723</w:t>
      </w:r>
      <w:r>
        <w:tab/>
        <w:t>7.089e0</w:t>
      </w:r>
    </w:p>
    <w:p w:rsidR="007B2329" w:rsidRDefault="007B2329" w:rsidP="007B2329">
      <w:r>
        <w:lastRenderedPageBreak/>
        <w:t>367.0831</w:t>
      </w:r>
      <w:r>
        <w:tab/>
        <w:t>2.025e0</w:t>
      </w:r>
    </w:p>
    <w:p w:rsidR="007B2329" w:rsidRDefault="007B2329" w:rsidP="007B2329">
      <w:r>
        <w:t>367.0851</w:t>
      </w:r>
      <w:r>
        <w:tab/>
        <w:t>2.025e0</w:t>
      </w:r>
    </w:p>
    <w:p w:rsidR="007B2329" w:rsidRDefault="007B2329" w:rsidP="007B2329">
      <w:r>
        <w:t>367.0869</w:t>
      </w:r>
      <w:r>
        <w:tab/>
        <w:t>4.998e0</w:t>
      </w:r>
    </w:p>
    <w:p w:rsidR="007B2329" w:rsidRDefault="007B2329" w:rsidP="007B2329">
      <w:r>
        <w:t>367.0936</w:t>
      </w:r>
      <w:r>
        <w:tab/>
        <w:t>1.045e0</w:t>
      </w:r>
    </w:p>
    <w:p w:rsidR="007B2329" w:rsidRDefault="007B2329" w:rsidP="007B2329">
      <w:r>
        <w:t>367.1185</w:t>
      </w:r>
      <w:r>
        <w:tab/>
        <w:t>1.013e0</w:t>
      </w:r>
    </w:p>
    <w:p w:rsidR="007B2329" w:rsidRDefault="007B2329" w:rsidP="007B2329">
      <w:r>
        <w:t>367.1224</w:t>
      </w:r>
      <w:r>
        <w:tab/>
        <w:t>2.025e0</w:t>
      </w:r>
    </w:p>
    <w:p w:rsidR="007B2329" w:rsidRDefault="007B2329" w:rsidP="007B2329">
      <w:r>
        <w:t>367.1352</w:t>
      </w:r>
      <w:r>
        <w:tab/>
        <w:t>1.013e0</w:t>
      </w:r>
    </w:p>
    <w:p w:rsidR="007B2329" w:rsidRDefault="007B2329" w:rsidP="007B2329">
      <w:r>
        <w:t>367.1363</w:t>
      </w:r>
      <w:r>
        <w:tab/>
        <w:t>3.038e0</w:t>
      </w:r>
    </w:p>
    <w:p w:rsidR="007B2329" w:rsidRDefault="007B2329" w:rsidP="007B2329">
      <w:r>
        <w:t>367.1385</w:t>
      </w:r>
      <w:r>
        <w:tab/>
        <w:t>1.730e0</w:t>
      </w:r>
    </w:p>
    <w:p w:rsidR="007B2329" w:rsidRDefault="007B2329" w:rsidP="007B2329">
      <w:r>
        <w:t>367.1489</w:t>
      </w:r>
      <w:r>
        <w:tab/>
        <w:t>1.042e0</w:t>
      </w:r>
    </w:p>
    <w:p w:rsidR="007B2329" w:rsidRDefault="007B2329" w:rsidP="007B2329">
      <w:r>
        <w:t>367.1847</w:t>
      </w:r>
      <w:r>
        <w:tab/>
        <w:t>4.144e0</w:t>
      </w:r>
    </w:p>
    <w:p w:rsidR="007B2329" w:rsidRDefault="007B2329" w:rsidP="007B2329">
      <w:r>
        <w:t>367.2066</w:t>
      </w:r>
      <w:r>
        <w:tab/>
        <w:t>1.013e0</w:t>
      </w:r>
    </w:p>
    <w:p w:rsidR="007B2329" w:rsidRDefault="007B2329" w:rsidP="007B2329">
      <w:r>
        <w:t>367.2661</w:t>
      </w:r>
      <w:r>
        <w:tab/>
        <w:t>1.013e0</w:t>
      </w:r>
    </w:p>
    <w:p w:rsidR="007B2329" w:rsidRDefault="007B2329" w:rsidP="007B2329">
      <w:r>
        <w:t>367.2921</w:t>
      </w:r>
      <w:r>
        <w:tab/>
        <w:t>1.013e0</w:t>
      </w:r>
    </w:p>
    <w:p w:rsidR="007B2329" w:rsidRDefault="007B2329" w:rsidP="007B2329">
      <w:r>
        <w:t>367.2943</w:t>
      </w:r>
      <w:r>
        <w:tab/>
        <w:t>3.038e0</w:t>
      </w:r>
    </w:p>
    <w:p w:rsidR="007B2329" w:rsidRDefault="007B2329" w:rsidP="007B2329">
      <w:r>
        <w:t>367.3230</w:t>
      </w:r>
      <w:r>
        <w:tab/>
        <w:t>1.013e0</w:t>
      </w:r>
    </w:p>
    <w:p w:rsidR="007B2329" w:rsidRDefault="007B2329" w:rsidP="007B2329">
      <w:r>
        <w:t>367.3297</w:t>
      </w:r>
      <w:r>
        <w:tab/>
        <w:t>1.891e0</w:t>
      </w:r>
    </w:p>
    <w:p w:rsidR="007B2329" w:rsidRDefault="007B2329" w:rsidP="007B2329">
      <w:r>
        <w:t>367.3350</w:t>
      </w:r>
      <w:r>
        <w:tab/>
        <w:t>2.025e0</w:t>
      </w:r>
    </w:p>
    <w:p w:rsidR="007B2329" w:rsidRDefault="007B2329" w:rsidP="007B2329">
      <w:r>
        <w:t>367.3440</w:t>
      </w:r>
      <w:r>
        <w:tab/>
        <w:t>2.025e0</w:t>
      </w:r>
    </w:p>
    <w:p w:rsidR="007B2329" w:rsidRDefault="007B2329" w:rsidP="007B2329">
      <w:r>
        <w:lastRenderedPageBreak/>
        <w:t>367.3576</w:t>
      </w:r>
      <w:r>
        <w:tab/>
        <w:t>1.013e0</w:t>
      </w:r>
    </w:p>
    <w:p w:rsidR="007B2329" w:rsidRDefault="007B2329" w:rsidP="007B2329">
      <w:r>
        <w:t>367.3687</w:t>
      </w:r>
      <w:r>
        <w:tab/>
        <w:t>1.013e0</w:t>
      </w:r>
    </w:p>
    <w:p w:rsidR="007B2329" w:rsidRDefault="007B2329" w:rsidP="007B2329">
      <w:r>
        <w:t>367.3729</w:t>
      </w:r>
      <w:r>
        <w:tab/>
        <w:t>1.013e0</w:t>
      </w:r>
    </w:p>
    <w:p w:rsidR="007B2329" w:rsidRDefault="007B2329" w:rsidP="007B2329">
      <w:r>
        <w:t>367.3899</w:t>
      </w:r>
      <w:r>
        <w:tab/>
        <w:t>1.013e0</w:t>
      </w:r>
    </w:p>
    <w:p w:rsidR="007B2329" w:rsidRDefault="007B2329" w:rsidP="007B2329">
      <w:r>
        <w:t>367.4035</w:t>
      </w:r>
      <w:r>
        <w:tab/>
        <w:t>1.013e0</w:t>
      </w:r>
    </w:p>
    <w:p w:rsidR="007B2329" w:rsidRDefault="007B2329" w:rsidP="007B2329">
      <w:r>
        <w:t>367.4119</w:t>
      </w:r>
      <w:r>
        <w:tab/>
        <w:t>2.025e0</w:t>
      </w:r>
    </w:p>
    <w:p w:rsidR="007B2329" w:rsidRDefault="007B2329" w:rsidP="007B2329">
      <w:r>
        <w:t>367.4140</w:t>
      </w:r>
      <w:r>
        <w:tab/>
        <w:t>3.038e0</w:t>
      </w:r>
    </w:p>
    <w:p w:rsidR="007B2329" w:rsidRDefault="007B2329" w:rsidP="007B2329">
      <w:r>
        <w:t>367.4689</w:t>
      </w:r>
      <w:r>
        <w:tab/>
        <w:t>1.013e0</w:t>
      </w:r>
    </w:p>
    <w:p w:rsidR="007B2329" w:rsidRDefault="007B2329" w:rsidP="007B2329">
      <w:r>
        <w:t>367.4834</w:t>
      </w:r>
      <w:r>
        <w:tab/>
        <w:t>2.025e0</w:t>
      </w:r>
    </w:p>
    <w:p w:rsidR="007B2329" w:rsidRDefault="007B2329" w:rsidP="007B2329">
      <w:r>
        <w:t>367.4894</w:t>
      </w:r>
      <w:r>
        <w:tab/>
        <w:t>3.038e0</w:t>
      </w:r>
    </w:p>
    <w:p w:rsidR="007B2329" w:rsidRDefault="007B2329" w:rsidP="007B2329">
      <w:r>
        <w:t>367.5027</w:t>
      </w:r>
      <w:r>
        <w:tab/>
        <w:t>1.928e0</w:t>
      </w:r>
    </w:p>
    <w:p w:rsidR="007B2329" w:rsidRDefault="007B2329" w:rsidP="007B2329">
      <w:r>
        <w:t>367.5189</w:t>
      </w:r>
      <w:r>
        <w:tab/>
        <w:t>2.025e0</w:t>
      </w:r>
    </w:p>
    <w:p w:rsidR="007B2329" w:rsidRDefault="007B2329" w:rsidP="007B2329">
      <w:r>
        <w:t>367.5459</w:t>
      </w:r>
      <w:r>
        <w:tab/>
        <w:t>2.025e0</w:t>
      </w:r>
    </w:p>
    <w:p w:rsidR="007B2329" w:rsidRDefault="007B2329" w:rsidP="007B2329">
      <w:r>
        <w:t>367.5605</w:t>
      </w:r>
      <w:r>
        <w:tab/>
        <w:t>1.013e0</w:t>
      </w:r>
    </w:p>
    <w:p w:rsidR="007B2329" w:rsidRDefault="007B2329" w:rsidP="007B2329">
      <w:r>
        <w:t>367.5672</w:t>
      </w:r>
      <w:r>
        <w:tab/>
        <w:t>1.013e0</w:t>
      </w:r>
    </w:p>
    <w:p w:rsidR="007B2329" w:rsidRDefault="007B2329" w:rsidP="007B2329">
      <w:r>
        <w:t>367.5811</w:t>
      </w:r>
      <w:r>
        <w:tab/>
        <w:t>2.025e0</w:t>
      </w:r>
    </w:p>
    <w:p w:rsidR="007B2329" w:rsidRDefault="007B2329" w:rsidP="007B2329">
      <w:r>
        <w:t>367.5868</w:t>
      </w:r>
      <w:r>
        <w:tab/>
        <w:t>1.013e0</w:t>
      </w:r>
    </w:p>
    <w:p w:rsidR="007B2329" w:rsidRDefault="007B2329" w:rsidP="007B2329">
      <w:r>
        <w:t>367.5899</w:t>
      </w:r>
      <w:r>
        <w:tab/>
        <w:t>2.025e0</w:t>
      </w:r>
    </w:p>
    <w:p w:rsidR="007B2329" w:rsidRDefault="007B2329" w:rsidP="007B2329">
      <w:r>
        <w:t>367.6088</w:t>
      </w:r>
      <w:r>
        <w:tab/>
        <w:t>2.025e0</w:t>
      </w:r>
    </w:p>
    <w:p w:rsidR="007B2329" w:rsidRDefault="007B2329" w:rsidP="007B2329">
      <w:r>
        <w:lastRenderedPageBreak/>
        <w:t>367.6238</w:t>
      </w:r>
      <w:r>
        <w:tab/>
        <w:t>3.038e0</w:t>
      </w:r>
    </w:p>
    <w:p w:rsidR="007B2329" w:rsidRDefault="007B2329" w:rsidP="007B2329">
      <w:r>
        <w:t>367.6271</w:t>
      </w:r>
      <w:r>
        <w:tab/>
        <w:t>2.025e0</w:t>
      </w:r>
    </w:p>
    <w:p w:rsidR="007B2329" w:rsidRDefault="007B2329" w:rsidP="007B2329">
      <w:r>
        <w:t>367.6461</w:t>
      </w:r>
      <w:r>
        <w:tab/>
        <w:t>1.025e0</w:t>
      </w:r>
    </w:p>
    <w:p w:rsidR="007B2329" w:rsidRDefault="007B2329" w:rsidP="007B2329">
      <w:r>
        <w:t>367.6522</w:t>
      </w:r>
      <w:r>
        <w:tab/>
        <w:t>1.013e0</w:t>
      </w:r>
    </w:p>
    <w:p w:rsidR="007B2329" w:rsidRDefault="007B2329" w:rsidP="007B2329">
      <w:r>
        <w:t>367.6652</w:t>
      </w:r>
      <w:r>
        <w:tab/>
        <w:t>1.013e0</w:t>
      </w:r>
    </w:p>
    <w:p w:rsidR="007B2329" w:rsidRDefault="007B2329" w:rsidP="007B2329">
      <w:r>
        <w:t>367.7048</w:t>
      </w:r>
      <w:r>
        <w:tab/>
        <w:t>1.013e0</w:t>
      </w:r>
    </w:p>
    <w:p w:rsidR="007B2329" w:rsidRDefault="007B2329" w:rsidP="007B2329">
      <w:r>
        <w:t>367.7187</w:t>
      </w:r>
      <w:r>
        <w:tab/>
        <w:t>1.013e0</w:t>
      </w:r>
    </w:p>
    <w:p w:rsidR="007B2329" w:rsidRDefault="007B2329" w:rsidP="007B2329">
      <w:r>
        <w:t>367.7607</w:t>
      </w:r>
      <w:r>
        <w:tab/>
        <w:t>2.025e0</w:t>
      </w:r>
    </w:p>
    <w:p w:rsidR="007B2329" w:rsidRDefault="007B2329" w:rsidP="007B2329">
      <w:r>
        <w:t>367.7693</w:t>
      </w:r>
      <w:r>
        <w:tab/>
        <w:t>2.025e0</w:t>
      </w:r>
    </w:p>
    <w:p w:rsidR="007B2329" w:rsidRDefault="007B2329" w:rsidP="007B2329">
      <w:r>
        <w:t>367.7817</w:t>
      </w:r>
      <w:r>
        <w:tab/>
        <w:t>1.013e0</w:t>
      </w:r>
    </w:p>
    <w:p w:rsidR="007B2329" w:rsidRDefault="007B2329" w:rsidP="007B2329">
      <w:r>
        <w:t>367.8105</w:t>
      </w:r>
      <w:r>
        <w:tab/>
        <w:t>1.013e0</w:t>
      </w:r>
    </w:p>
    <w:p w:rsidR="007B2329" w:rsidRDefault="007B2329" w:rsidP="007B2329">
      <w:r>
        <w:t>367.8400</w:t>
      </w:r>
      <w:r>
        <w:tab/>
        <w:t>2.025e0</w:t>
      </w:r>
    </w:p>
    <w:p w:rsidR="007B2329" w:rsidRDefault="007B2329" w:rsidP="007B2329">
      <w:r>
        <w:t>367.8428</w:t>
      </w:r>
      <w:r>
        <w:tab/>
        <w:t>8.101e0</w:t>
      </w:r>
    </w:p>
    <w:p w:rsidR="007B2329" w:rsidRDefault="007B2329" w:rsidP="007B2329">
      <w:r>
        <w:t>367.8563</w:t>
      </w:r>
      <w:r>
        <w:tab/>
        <w:t>1.013e0</w:t>
      </w:r>
    </w:p>
    <w:p w:rsidR="007B2329" w:rsidRDefault="007B2329" w:rsidP="007B2329">
      <w:r>
        <w:t>367.8734</w:t>
      </w:r>
      <w:r>
        <w:tab/>
        <w:t>1.013e0</w:t>
      </w:r>
    </w:p>
    <w:p w:rsidR="007B2329" w:rsidRDefault="007B2329" w:rsidP="007B2329">
      <w:r>
        <w:t>367.8870</w:t>
      </w:r>
      <w:r>
        <w:tab/>
        <w:t>3.038e0</w:t>
      </w:r>
    </w:p>
    <w:p w:rsidR="007B2329" w:rsidRDefault="007B2329" w:rsidP="007B2329">
      <w:r>
        <w:t>367.8961</w:t>
      </w:r>
      <w:r>
        <w:tab/>
        <w:t>2.025e0</w:t>
      </w:r>
    </w:p>
    <w:p w:rsidR="007B2329" w:rsidRDefault="007B2329" w:rsidP="007B2329">
      <w:r>
        <w:t>367.9143</w:t>
      </w:r>
      <w:r>
        <w:tab/>
        <w:t>1.013e0</w:t>
      </w:r>
    </w:p>
    <w:p w:rsidR="007B2329" w:rsidRDefault="007B2329" w:rsidP="007B2329">
      <w:r>
        <w:t>367.9275</w:t>
      </w:r>
      <w:r>
        <w:tab/>
        <w:t>1.013e0</w:t>
      </w:r>
    </w:p>
    <w:p w:rsidR="007B2329" w:rsidRDefault="007B2329" w:rsidP="007B2329">
      <w:r>
        <w:lastRenderedPageBreak/>
        <w:t>367.9532</w:t>
      </w:r>
      <w:r>
        <w:tab/>
        <w:t>2.025e0</w:t>
      </w:r>
    </w:p>
    <w:p w:rsidR="007B2329" w:rsidRDefault="007B2329" w:rsidP="007B2329">
      <w:r>
        <w:t>367.9568</w:t>
      </w:r>
      <w:r>
        <w:tab/>
        <w:t>2.532e-2</w:t>
      </w:r>
    </w:p>
    <w:p w:rsidR="007B2329" w:rsidRDefault="007B2329" w:rsidP="007B2329">
      <w:r>
        <w:t>367.9733</w:t>
      </w:r>
      <w:r>
        <w:tab/>
        <w:t>1.013e0</w:t>
      </w:r>
    </w:p>
    <w:p w:rsidR="007B2329" w:rsidRDefault="007B2329" w:rsidP="007B2329">
      <w:r>
        <w:t>367.9826</w:t>
      </w:r>
      <w:r>
        <w:tab/>
        <w:t>3.038e0</w:t>
      </w:r>
    </w:p>
    <w:p w:rsidR="007B2329" w:rsidRDefault="007B2329" w:rsidP="007B2329">
      <w:r>
        <w:t>367.9901</w:t>
      </w:r>
      <w:r>
        <w:tab/>
        <w:t>1.013e0</w:t>
      </w:r>
    </w:p>
    <w:p w:rsidR="007B2329" w:rsidRDefault="007B2329" w:rsidP="007B2329">
      <w:r>
        <w:t>368.0150</w:t>
      </w:r>
      <w:r>
        <w:tab/>
        <w:t>2.025e0</w:t>
      </w:r>
    </w:p>
    <w:p w:rsidR="007B2329" w:rsidRDefault="007B2329" w:rsidP="007B2329">
      <w:r>
        <w:t>368.0259</w:t>
      </w:r>
      <w:r>
        <w:tab/>
        <w:t>1.013e0</w:t>
      </w:r>
    </w:p>
    <w:p w:rsidR="007B2329" w:rsidRDefault="007B2329" w:rsidP="007B2329">
      <w:r>
        <w:t>368.0274</w:t>
      </w:r>
      <w:r>
        <w:tab/>
        <w:t>3.051e0</w:t>
      </w:r>
    </w:p>
    <w:p w:rsidR="007B2329" w:rsidRDefault="007B2329" w:rsidP="007B2329">
      <w:r>
        <w:t>368.0322</w:t>
      </w:r>
      <w:r>
        <w:tab/>
        <w:t>1.013e0</w:t>
      </w:r>
    </w:p>
    <w:p w:rsidR="007B2329" w:rsidRDefault="007B2329" w:rsidP="007B2329">
      <w:r>
        <w:t>368.0386</w:t>
      </w:r>
      <w:r>
        <w:tab/>
        <w:t>2.025e0</w:t>
      </w:r>
    </w:p>
    <w:p w:rsidR="007B2329" w:rsidRDefault="007B2329" w:rsidP="007B2329">
      <w:r>
        <w:t>368.0498</w:t>
      </w:r>
      <w:r>
        <w:tab/>
        <w:t>3.038e0</w:t>
      </w:r>
    </w:p>
    <w:p w:rsidR="007B2329" w:rsidRDefault="007B2329" w:rsidP="007B2329">
      <w:r>
        <w:t>368.0718</w:t>
      </w:r>
      <w:r>
        <w:tab/>
        <w:t>1.013e0</w:t>
      </w:r>
    </w:p>
    <w:p w:rsidR="007B2329" w:rsidRDefault="007B2329" w:rsidP="007B2329">
      <w:r>
        <w:t>368.0764</w:t>
      </w:r>
      <w:r>
        <w:tab/>
        <w:t>3.038e0</w:t>
      </w:r>
    </w:p>
    <w:p w:rsidR="007B2329" w:rsidRDefault="007B2329" w:rsidP="007B2329">
      <w:r>
        <w:t>368.0856</w:t>
      </w:r>
      <w:r>
        <w:tab/>
        <w:t>2.025e0</w:t>
      </w:r>
    </w:p>
    <w:p w:rsidR="007B2329" w:rsidRDefault="007B2329" w:rsidP="007B2329">
      <w:r>
        <w:t>368.0873</w:t>
      </w:r>
      <w:r>
        <w:tab/>
        <w:t>2.532e-2</w:t>
      </w:r>
    </w:p>
    <w:p w:rsidR="007B2329" w:rsidRDefault="007B2329" w:rsidP="007B2329">
      <w:r>
        <w:t>368.1028</w:t>
      </w:r>
      <w:r>
        <w:tab/>
        <w:t>1.013e0</w:t>
      </w:r>
    </w:p>
    <w:p w:rsidR="007B2329" w:rsidRDefault="007B2329" w:rsidP="007B2329">
      <w:r>
        <w:t>368.1070</w:t>
      </w:r>
      <w:r>
        <w:tab/>
        <w:t>1.013e0</w:t>
      </w:r>
    </w:p>
    <w:p w:rsidR="007B2329" w:rsidRDefault="007B2329" w:rsidP="007B2329">
      <w:r>
        <w:t>368.1113</w:t>
      </w:r>
      <w:r>
        <w:tab/>
        <w:t>3.979e0</w:t>
      </w:r>
    </w:p>
    <w:p w:rsidR="007B2329" w:rsidRDefault="007B2329" w:rsidP="007B2329">
      <w:r>
        <w:t>368.1197</w:t>
      </w:r>
      <w:r>
        <w:tab/>
        <w:t>3.051e0</w:t>
      </w:r>
    </w:p>
    <w:p w:rsidR="007B2329" w:rsidRDefault="007B2329" w:rsidP="007B2329">
      <w:r>
        <w:lastRenderedPageBreak/>
        <w:t>368.1249</w:t>
      </w:r>
      <w:r>
        <w:tab/>
        <w:t>1.975e0</w:t>
      </w:r>
    </w:p>
    <w:p w:rsidR="007B2329" w:rsidRDefault="007B2329" w:rsidP="007B2329">
      <w:r>
        <w:t>368.1351</w:t>
      </w:r>
      <w:r>
        <w:tab/>
        <w:t>2.025e0</w:t>
      </w:r>
    </w:p>
    <w:p w:rsidR="007B2329" w:rsidRDefault="007B2329" w:rsidP="007B2329">
      <w:r>
        <w:t>368.1425</w:t>
      </w:r>
      <w:r>
        <w:tab/>
        <w:t>2.025e0</w:t>
      </w:r>
    </w:p>
    <w:p w:rsidR="007B2329" w:rsidRDefault="007B2329" w:rsidP="007B2329">
      <w:r>
        <w:t>368.1476</w:t>
      </w:r>
      <w:r>
        <w:tab/>
        <w:t>1.369e0</w:t>
      </w:r>
    </w:p>
    <w:p w:rsidR="007B2329" w:rsidRDefault="007B2329" w:rsidP="007B2329">
      <w:r>
        <w:t>368.2107</w:t>
      </w:r>
      <w:r>
        <w:tab/>
        <w:t>2.101e0</w:t>
      </w:r>
    </w:p>
    <w:p w:rsidR="007B2329" w:rsidRDefault="007B2329" w:rsidP="007B2329">
      <w:r>
        <w:t>368.2235</w:t>
      </w:r>
      <w:r>
        <w:tab/>
        <w:t>1.013e0</w:t>
      </w:r>
    </w:p>
    <w:p w:rsidR="007B2329" w:rsidRDefault="007B2329" w:rsidP="007B2329">
      <w:r>
        <w:t>368.2863</w:t>
      </w:r>
      <w:r>
        <w:tab/>
        <w:t>1.013e0</w:t>
      </w:r>
    </w:p>
    <w:p w:rsidR="007B2329" w:rsidRDefault="007B2329" w:rsidP="007B2329">
      <w:r>
        <w:t>368.3115</w:t>
      </w:r>
      <w:r>
        <w:tab/>
        <w:t>2.302e0</w:t>
      </w:r>
    </w:p>
    <w:p w:rsidR="007B2329" w:rsidRDefault="007B2329" w:rsidP="007B2329">
      <w:r>
        <w:t>368.3144</w:t>
      </w:r>
      <w:r>
        <w:tab/>
        <w:t>1.475e0</w:t>
      </w:r>
    </w:p>
    <w:p w:rsidR="007B2329" w:rsidRDefault="007B2329" w:rsidP="007B2329">
      <w:r>
        <w:t>368.3238</w:t>
      </w:r>
      <w:r>
        <w:tab/>
        <w:t>2.025e0</w:t>
      </w:r>
    </w:p>
    <w:p w:rsidR="007B2329" w:rsidRDefault="007B2329" w:rsidP="007B2329">
      <w:r>
        <w:t>368.3249</w:t>
      </w:r>
      <w:r>
        <w:tab/>
        <w:t>3.038e0</w:t>
      </w:r>
    </w:p>
    <w:p w:rsidR="007B2329" w:rsidRDefault="007B2329" w:rsidP="007B2329">
      <w:r>
        <w:t>368.3275</w:t>
      </w:r>
      <w:r>
        <w:tab/>
        <w:t>1.013e0</w:t>
      </w:r>
    </w:p>
    <w:p w:rsidR="007B2329" w:rsidRDefault="007B2329" w:rsidP="007B2329">
      <w:r>
        <w:t>368.3822</w:t>
      </w:r>
      <w:r>
        <w:tab/>
        <w:t>1.013e0</w:t>
      </w:r>
    </w:p>
    <w:p w:rsidR="007B2329" w:rsidRDefault="007B2329" w:rsidP="007B2329">
      <w:r>
        <w:t>368.4030</w:t>
      </w:r>
      <w:r>
        <w:tab/>
        <w:t>1.013e0</w:t>
      </w:r>
    </w:p>
    <w:p w:rsidR="007B2329" w:rsidRDefault="007B2329" w:rsidP="007B2329">
      <w:r>
        <w:t>368.4071</w:t>
      </w:r>
      <w:r>
        <w:tab/>
        <w:t>2.025e0</w:t>
      </w:r>
    </w:p>
    <w:p w:rsidR="007B2329" w:rsidRDefault="007B2329" w:rsidP="007B2329">
      <w:r>
        <w:t>368.4136</w:t>
      </w:r>
      <w:r>
        <w:tab/>
        <w:t>2.025e0</w:t>
      </w:r>
    </w:p>
    <w:p w:rsidR="007B2329" w:rsidRDefault="007B2329" w:rsidP="007B2329">
      <w:r>
        <w:t>368.4174</w:t>
      </w:r>
      <w:r>
        <w:tab/>
        <w:t>2.051e0</w:t>
      </w:r>
    </w:p>
    <w:p w:rsidR="007B2329" w:rsidRDefault="007B2329" w:rsidP="007B2329">
      <w:r>
        <w:t>368.4207</w:t>
      </w:r>
      <w:r>
        <w:tab/>
        <w:t>2.025e0</w:t>
      </w:r>
    </w:p>
    <w:p w:rsidR="007B2329" w:rsidRDefault="007B2329" w:rsidP="007B2329">
      <w:r>
        <w:t>368.4240</w:t>
      </w:r>
      <w:r>
        <w:tab/>
        <w:t>1.013e0</w:t>
      </w:r>
    </w:p>
    <w:p w:rsidR="007B2329" w:rsidRDefault="007B2329" w:rsidP="007B2329">
      <w:r>
        <w:lastRenderedPageBreak/>
        <w:t>368.4279</w:t>
      </w:r>
      <w:r>
        <w:tab/>
        <w:t>3.038e0</w:t>
      </w:r>
    </w:p>
    <w:p w:rsidR="007B2329" w:rsidRDefault="007B2329" w:rsidP="007B2329">
      <w:r>
        <w:t>368.4489</w:t>
      </w:r>
      <w:r>
        <w:tab/>
        <w:t>1.013e0</w:t>
      </w:r>
    </w:p>
    <w:p w:rsidR="007B2329" w:rsidRDefault="007B2329" w:rsidP="007B2329">
      <w:r>
        <w:t>368.4949</w:t>
      </w:r>
      <w:r>
        <w:tab/>
        <w:t>1.013e0</w:t>
      </w:r>
    </w:p>
    <w:p w:rsidR="007B2329" w:rsidRDefault="007B2329" w:rsidP="007B2329">
      <w:r>
        <w:t>368.4999</w:t>
      </w:r>
      <w:r>
        <w:tab/>
        <w:t>3.038e0</w:t>
      </w:r>
    </w:p>
    <w:p w:rsidR="007B2329" w:rsidRDefault="007B2329" w:rsidP="007B2329">
      <w:r>
        <w:t>368.5113</w:t>
      </w:r>
      <w:r>
        <w:tab/>
        <w:t>1.013e0</w:t>
      </w:r>
    </w:p>
    <w:p w:rsidR="007B2329" w:rsidRDefault="007B2329" w:rsidP="007B2329">
      <w:r>
        <w:t>368.5197</w:t>
      </w:r>
      <w:r>
        <w:tab/>
        <w:t>1.013e0</w:t>
      </w:r>
    </w:p>
    <w:p w:rsidR="007B2329" w:rsidRDefault="007B2329" w:rsidP="007B2329">
      <w:r>
        <w:t>368.5283</w:t>
      </w:r>
      <w:r>
        <w:tab/>
        <w:t>2.025e0</w:t>
      </w:r>
    </w:p>
    <w:p w:rsidR="007B2329" w:rsidRDefault="007B2329" w:rsidP="007B2329">
      <w:r>
        <w:t>368.5506</w:t>
      </w:r>
      <w:r>
        <w:tab/>
        <w:t>1.013e0</w:t>
      </w:r>
    </w:p>
    <w:p w:rsidR="007B2329" w:rsidRDefault="007B2329" w:rsidP="007B2329">
      <w:r>
        <w:t>368.5704</w:t>
      </w:r>
      <w:r>
        <w:tab/>
        <w:t>1.013e0</w:t>
      </w:r>
    </w:p>
    <w:p w:rsidR="007B2329" w:rsidRDefault="007B2329" w:rsidP="007B2329">
      <w:r>
        <w:t>368.5739</w:t>
      </w:r>
      <w:r>
        <w:tab/>
        <w:t>4.051e0</w:t>
      </w:r>
    </w:p>
    <w:p w:rsidR="007B2329" w:rsidRDefault="007B2329" w:rsidP="007B2329">
      <w:r>
        <w:t>368.5796</w:t>
      </w:r>
      <w:r>
        <w:tab/>
        <w:t>2.038e0</w:t>
      </w:r>
    </w:p>
    <w:p w:rsidR="007B2329" w:rsidRDefault="007B2329" w:rsidP="007B2329">
      <w:r>
        <w:t>368.6116</w:t>
      </w:r>
      <w:r>
        <w:tab/>
        <w:t>1.013e0</w:t>
      </w:r>
    </w:p>
    <w:p w:rsidR="007B2329" w:rsidRDefault="007B2329" w:rsidP="007B2329">
      <w:r>
        <w:t>368.6250</w:t>
      </w:r>
      <w:r>
        <w:tab/>
        <w:t>1.038e0</w:t>
      </w:r>
    </w:p>
    <w:p w:rsidR="007B2329" w:rsidRDefault="007B2329" w:rsidP="007B2329">
      <w:r>
        <w:t>368.6326</w:t>
      </w:r>
      <w:r>
        <w:tab/>
        <w:t>2.025e0</w:t>
      </w:r>
    </w:p>
    <w:p w:rsidR="007B2329" w:rsidRDefault="007B2329" w:rsidP="007B2329">
      <w:r>
        <w:t>368.6440</w:t>
      </w:r>
      <w:r>
        <w:tab/>
        <w:t>3.038e0</w:t>
      </w:r>
    </w:p>
    <w:p w:rsidR="007B2329" w:rsidRDefault="007B2329" w:rsidP="007B2329">
      <w:r>
        <w:t>368.6682</w:t>
      </w:r>
      <w:r>
        <w:tab/>
        <w:t>3.038e0</w:t>
      </w:r>
    </w:p>
    <w:p w:rsidR="007B2329" w:rsidRDefault="007B2329" w:rsidP="007B2329">
      <w:r>
        <w:t>368.7034</w:t>
      </w:r>
      <w:r>
        <w:tab/>
        <w:t>1.013e0</w:t>
      </w:r>
    </w:p>
    <w:p w:rsidR="007B2329" w:rsidRDefault="007B2329" w:rsidP="007B2329">
      <w:r>
        <w:t>368.7740</w:t>
      </w:r>
      <w:r>
        <w:tab/>
        <w:t>1.013e0</w:t>
      </w:r>
    </w:p>
    <w:p w:rsidR="007B2329" w:rsidRDefault="007B2329" w:rsidP="007B2329">
      <w:r>
        <w:t>368.7871</w:t>
      </w:r>
      <w:r>
        <w:tab/>
        <w:t>1.013e0</w:t>
      </w:r>
    </w:p>
    <w:p w:rsidR="007B2329" w:rsidRDefault="007B2329" w:rsidP="007B2329">
      <w:r>
        <w:lastRenderedPageBreak/>
        <w:t>368.7952</w:t>
      </w:r>
      <w:r>
        <w:tab/>
        <w:t>1.013e0</w:t>
      </w:r>
    </w:p>
    <w:p w:rsidR="007B2329" w:rsidRDefault="007B2329" w:rsidP="007B2329">
      <w:r>
        <w:t>368.7963</w:t>
      </w:r>
      <w:r>
        <w:tab/>
        <w:t>2.025e0</w:t>
      </w:r>
    </w:p>
    <w:p w:rsidR="007B2329" w:rsidRDefault="007B2329" w:rsidP="007B2329">
      <w:r>
        <w:t>368.8075</w:t>
      </w:r>
      <w:r>
        <w:tab/>
        <w:t>3.051e0</w:t>
      </w:r>
    </w:p>
    <w:p w:rsidR="007B2329" w:rsidRDefault="007B2329" w:rsidP="007B2329">
      <w:r>
        <w:t>368.8162</w:t>
      </w:r>
      <w:r>
        <w:tab/>
        <w:t>1.013e0</w:t>
      </w:r>
    </w:p>
    <w:p w:rsidR="007B2329" w:rsidRDefault="007B2329" w:rsidP="007B2329">
      <w:r>
        <w:t>368.8199</w:t>
      </w:r>
      <w:r>
        <w:tab/>
        <w:t>1.013e0</w:t>
      </w:r>
    </w:p>
    <w:p w:rsidR="007B2329" w:rsidRDefault="007B2329" w:rsidP="007B2329">
      <w:r>
        <w:t>368.8329</w:t>
      </w:r>
      <w:r>
        <w:tab/>
        <w:t>3.038e0</w:t>
      </w:r>
    </w:p>
    <w:p w:rsidR="007B2329" w:rsidRDefault="007B2329" w:rsidP="007B2329">
      <w:r>
        <w:t>368.8463</w:t>
      </w:r>
      <w:r>
        <w:tab/>
        <w:t>1.013e0</w:t>
      </w:r>
    </w:p>
    <w:p w:rsidR="007B2329" w:rsidRDefault="007B2329" w:rsidP="007B2329">
      <w:r>
        <w:t>368.8621</w:t>
      </w:r>
      <w:r>
        <w:tab/>
        <w:t>1.013e0</w:t>
      </w:r>
    </w:p>
    <w:p w:rsidR="007B2329" w:rsidRDefault="007B2329" w:rsidP="007B2329">
      <w:r>
        <w:t>368.8725</w:t>
      </w:r>
      <w:r>
        <w:tab/>
        <w:t>2.025e0</w:t>
      </w:r>
    </w:p>
    <w:p w:rsidR="007B2329" w:rsidRDefault="007B2329" w:rsidP="007B2329">
      <w:r>
        <w:t>368.8753</w:t>
      </w:r>
      <w:r>
        <w:tab/>
        <w:t>2.038e0</w:t>
      </w:r>
    </w:p>
    <w:p w:rsidR="007B2329" w:rsidRDefault="007B2329" w:rsidP="007B2329">
      <w:r>
        <w:t>368.8806</w:t>
      </w:r>
      <w:r>
        <w:tab/>
        <w:t>3.038e0</w:t>
      </w:r>
    </w:p>
    <w:p w:rsidR="007B2329" w:rsidRDefault="007B2329" w:rsidP="007B2329">
      <w:r>
        <w:t>368.8988</w:t>
      </w:r>
      <w:r>
        <w:tab/>
        <w:t>1.013e0</w:t>
      </w:r>
    </w:p>
    <w:p w:rsidR="007B2329" w:rsidRDefault="007B2329" w:rsidP="007B2329">
      <w:r>
        <w:t>368.9009</w:t>
      </w:r>
      <w:r>
        <w:tab/>
        <w:t>2.025e0</w:t>
      </w:r>
    </w:p>
    <w:p w:rsidR="007B2329" w:rsidRDefault="007B2329" w:rsidP="007B2329">
      <w:r>
        <w:t>368.9047</w:t>
      </w:r>
      <w:r>
        <w:tab/>
        <w:t>2.025e0</w:t>
      </w:r>
    </w:p>
    <w:p w:rsidR="007B2329" w:rsidRDefault="007B2329" w:rsidP="007B2329">
      <w:r>
        <w:t>368.9119</w:t>
      </w:r>
      <w:r>
        <w:tab/>
        <w:t>1.013e0</w:t>
      </w:r>
    </w:p>
    <w:p w:rsidR="007B2329" w:rsidRDefault="007B2329" w:rsidP="007B2329">
      <w:r>
        <w:t>368.9251</w:t>
      </w:r>
      <w:r>
        <w:tab/>
        <w:t>1.013e0</w:t>
      </w:r>
    </w:p>
    <w:p w:rsidR="007B2329" w:rsidRDefault="007B2329" w:rsidP="007B2329">
      <w:r>
        <w:t>368.9328</w:t>
      </w:r>
      <w:r>
        <w:tab/>
        <w:t>1.013e0</w:t>
      </w:r>
    </w:p>
    <w:p w:rsidR="007B2329" w:rsidRDefault="007B2329" w:rsidP="007B2329">
      <w:r>
        <w:t>368.9447</w:t>
      </w:r>
      <w:r>
        <w:tab/>
        <w:t>1.013e0</w:t>
      </w:r>
    </w:p>
    <w:p w:rsidR="007B2329" w:rsidRDefault="007B2329" w:rsidP="007B2329">
      <w:r>
        <w:t>368.9492</w:t>
      </w:r>
      <w:r>
        <w:tab/>
        <w:t>6.642e0</w:t>
      </w:r>
    </w:p>
    <w:p w:rsidR="007B2329" w:rsidRDefault="007B2329" w:rsidP="007B2329">
      <w:r>
        <w:lastRenderedPageBreak/>
        <w:t>368.9538</w:t>
      </w:r>
      <w:r>
        <w:tab/>
        <w:t>1.013e0</w:t>
      </w:r>
    </w:p>
    <w:p w:rsidR="007B2329" w:rsidRDefault="007B2329" w:rsidP="007B2329">
      <w:r>
        <w:t>368.9842</w:t>
      </w:r>
      <w:r>
        <w:tab/>
        <w:t>1.013e0</w:t>
      </w:r>
    </w:p>
    <w:p w:rsidR="007B2329" w:rsidRDefault="007B2329" w:rsidP="007B2329">
      <w:r>
        <w:t>369.0105</w:t>
      </w:r>
      <w:r>
        <w:tab/>
        <w:t>2.025e0</w:t>
      </w:r>
    </w:p>
    <w:p w:rsidR="007B2329" w:rsidRDefault="007B2329" w:rsidP="007B2329">
      <w:r>
        <w:t>369.0262</w:t>
      </w:r>
      <w:r>
        <w:tab/>
        <w:t>1.025e0</w:t>
      </w:r>
    </w:p>
    <w:p w:rsidR="007B2329" w:rsidRDefault="007B2329" w:rsidP="007B2329">
      <w:r>
        <w:t>369.0311</w:t>
      </w:r>
      <w:r>
        <w:tab/>
        <w:t>2.025e0</w:t>
      </w:r>
    </w:p>
    <w:p w:rsidR="007B2329" w:rsidRDefault="007B2329" w:rsidP="007B2329">
      <w:r>
        <w:t>369.0366</w:t>
      </w:r>
      <w:r>
        <w:tab/>
        <w:t>4.051e0</w:t>
      </w:r>
    </w:p>
    <w:p w:rsidR="007B2329" w:rsidRDefault="007B2329" w:rsidP="007B2329">
      <w:r>
        <w:t>369.0417</w:t>
      </w:r>
      <w:r>
        <w:tab/>
        <w:t>1.013e0</w:t>
      </w:r>
    </w:p>
    <w:p w:rsidR="007B2329" w:rsidRDefault="007B2329" w:rsidP="007B2329">
      <w:r>
        <w:t>369.0501</w:t>
      </w:r>
      <w:r>
        <w:tab/>
        <w:t>1.013e0</w:t>
      </w:r>
    </w:p>
    <w:p w:rsidR="007B2329" w:rsidRDefault="007B2329" w:rsidP="007B2329">
      <w:r>
        <w:t>369.0629</w:t>
      </w:r>
      <w:r>
        <w:tab/>
        <w:t>1.013e0</w:t>
      </w:r>
    </w:p>
    <w:p w:rsidR="007B2329" w:rsidRDefault="007B2329" w:rsidP="007B2329">
      <w:r>
        <w:t>369.0665</w:t>
      </w:r>
      <w:r>
        <w:tab/>
        <w:t>1.013e0</w:t>
      </w:r>
    </w:p>
    <w:p w:rsidR="007B2329" w:rsidRDefault="007B2329" w:rsidP="007B2329">
      <w:r>
        <w:t>369.0709</w:t>
      </w:r>
      <w:r>
        <w:tab/>
        <w:t>3.038e0</w:t>
      </w:r>
    </w:p>
    <w:p w:rsidR="007B2329" w:rsidRDefault="007B2329" w:rsidP="007B2329">
      <w:r>
        <w:t>369.1125</w:t>
      </w:r>
      <w:r>
        <w:tab/>
        <w:t>2.025e0</w:t>
      </w:r>
    </w:p>
    <w:p w:rsidR="007B2329" w:rsidRDefault="007B2329" w:rsidP="007B2329">
      <w:r>
        <w:t>369.1294</w:t>
      </w:r>
      <w:r>
        <w:tab/>
        <w:t>3.674e0</w:t>
      </w:r>
    </w:p>
    <w:p w:rsidR="007B2329" w:rsidRDefault="007B2329" w:rsidP="007B2329">
      <w:r>
        <w:t>369.1420</w:t>
      </w:r>
      <w:r>
        <w:tab/>
        <w:t>1.883e0</w:t>
      </w:r>
    </w:p>
    <w:p w:rsidR="007B2329" w:rsidRDefault="007B2329" w:rsidP="007B2329">
      <w:r>
        <w:t>369.1471</w:t>
      </w:r>
      <w:r>
        <w:tab/>
        <w:t>4.680e0</w:t>
      </w:r>
    </w:p>
    <w:p w:rsidR="007B2329" w:rsidRDefault="007B2329" w:rsidP="007B2329">
      <w:r>
        <w:t>369.1552</w:t>
      </w:r>
      <w:r>
        <w:tab/>
        <w:t>2.509e0</w:t>
      </w:r>
    </w:p>
    <w:p w:rsidR="007B2329" w:rsidRDefault="007B2329" w:rsidP="007B2329">
      <w:r>
        <w:t>369.1750</w:t>
      </w:r>
      <w:r>
        <w:tab/>
        <w:t>1.013e0</w:t>
      </w:r>
    </w:p>
    <w:p w:rsidR="007B2329" w:rsidRDefault="007B2329" w:rsidP="007B2329">
      <w:r>
        <w:t>369.1850</w:t>
      </w:r>
      <w:r>
        <w:tab/>
        <w:t>4.301e0</w:t>
      </w:r>
    </w:p>
    <w:p w:rsidR="007B2329" w:rsidRDefault="007B2329" w:rsidP="007B2329">
      <w:r>
        <w:t>369.1916</w:t>
      </w:r>
      <w:r>
        <w:tab/>
        <w:t>1.772e0</w:t>
      </w:r>
    </w:p>
    <w:p w:rsidR="007B2329" w:rsidRDefault="007B2329" w:rsidP="007B2329">
      <w:r>
        <w:lastRenderedPageBreak/>
        <w:t>369.2043</w:t>
      </w:r>
      <w:r>
        <w:tab/>
        <w:t>1.013e0</w:t>
      </w:r>
    </w:p>
    <w:p w:rsidR="007B2329" w:rsidRDefault="007B2329" w:rsidP="007B2329">
      <w:r>
        <w:t>369.2099</w:t>
      </w:r>
      <w:r>
        <w:tab/>
        <w:t>6.136e0</w:t>
      </w:r>
    </w:p>
    <w:p w:rsidR="007B2329" w:rsidRDefault="007B2329" w:rsidP="007B2329">
      <w:r>
        <w:t>369.2112</w:t>
      </w:r>
      <w:r>
        <w:tab/>
        <w:t>5.034e0</w:t>
      </w:r>
    </w:p>
    <w:p w:rsidR="007B2329" w:rsidRDefault="007B2329" w:rsidP="007B2329">
      <w:r>
        <w:t>369.2299</w:t>
      </w:r>
      <w:r>
        <w:tab/>
        <w:t>5.171e0</w:t>
      </w:r>
    </w:p>
    <w:p w:rsidR="007B2329" w:rsidRDefault="007B2329" w:rsidP="007B2329">
      <w:r>
        <w:t>369.2410</w:t>
      </w:r>
      <w:r>
        <w:tab/>
        <w:t>4.066e0</w:t>
      </w:r>
    </w:p>
    <w:p w:rsidR="007B2329" w:rsidRDefault="007B2329" w:rsidP="007B2329">
      <w:r>
        <w:t>369.2448</w:t>
      </w:r>
      <w:r>
        <w:tab/>
        <w:t>2.025e0</w:t>
      </w:r>
    </w:p>
    <w:p w:rsidR="007B2329" w:rsidRDefault="007B2329" w:rsidP="007B2329">
      <w:r>
        <w:t>369.2603</w:t>
      </w:r>
      <w:r>
        <w:tab/>
        <w:t>1.013e0</w:t>
      </w:r>
    </w:p>
    <w:p w:rsidR="007B2329" w:rsidRDefault="007B2329" w:rsidP="007B2329">
      <w:r>
        <w:t>369.2768</w:t>
      </w:r>
      <w:r>
        <w:tab/>
        <w:t>4.089e0</w:t>
      </w:r>
    </w:p>
    <w:p w:rsidR="007B2329" w:rsidRDefault="007B2329" w:rsidP="007B2329">
      <w:r>
        <w:t>369.2867</w:t>
      </w:r>
      <w:r>
        <w:tab/>
        <w:t>1.013e0</w:t>
      </w:r>
    </w:p>
    <w:p w:rsidR="007B2329" w:rsidRDefault="007B2329" w:rsidP="007B2329">
      <w:r>
        <w:t>369.2923</w:t>
      </w:r>
      <w:r>
        <w:tab/>
        <w:t>1.013e0</w:t>
      </w:r>
    </w:p>
    <w:p w:rsidR="007B2329" w:rsidRDefault="007B2329" w:rsidP="007B2329">
      <w:r>
        <w:t>369.2983</w:t>
      </w:r>
      <w:r>
        <w:tab/>
        <w:t>2.025e0</w:t>
      </w:r>
    </w:p>
    <w:p w:rsidR="007B2329" w:rsidRDefault="007B2329" w:rsidP="007B2329">
      <w:r>
        <w:t>369.3048</w:t>
      </w:r>
      <w:r>
        <w:tab/>
        <w:t>3.984e0</w:t>
      </w:r>
    </w:p>
    <w:p w:rsidR="007B2329" w:rsidRDefault="007B2329" w:rsidP="007B2329">
      <w:r>
        <w:t>369.3066</w:t>
      </w:r>
      <w:r>
        <w:tab/>
        <w:t>2.025e0</w:t>
      </w:r>
    </w:p>
    <w:p w:rsidR="007B2329" w:rsidRDefault="007B2329" w:rsidP="007B2329">
      <w:r>
        <w:t>369.3443</w:t>
      </w:r>
      <w:r>
        <w:tab/>
        <w:t>2.025e0</w:t>
      </w:r>
    </w:p>
    <w:p w:rsidR="007B2329" w:rsidRDefault="007B2329" w:rsidP="007B2329">
      <w:r>
        <w:t>369.3524</w:t>
      </w:r>
      <w:r>
        <w:tab/>
        <w:t>1.013e0</w:t>
      </w:r>
    </w:p>
    <w:p w:rsidR="007B2329" w:rsidRDefault="007B2329" w:rsidP="007B2329">
      <w:r>
        <w:t>369.3715</w:t>
      </w:r>
      <w:r>
        <w:tab/>
        <w:t>3.038e0</w:t>
      </w:r>
    </w:p>
    <w:p w:rsidR="007B2329" w:rsidRDefault="007B2329" w:rsidP="007B2329">
      <w:r>
        <w:t>369.3735</w:t>
      </w:r>
      <w:r>
        <w:tab/>
        <w:t>2.025e0</w:t>
      </w:r>
    </w:p>
    <w:p w:rsidR="007B2329" w:rsidRDefault="007B2329" w:rsidP="007B2329">
      <w:r>
        <w:t>369.3808</w:t>
      </w:r>
      <w:r>
        <w:tab/>
        <w:t>1.025e0</w:t>
      </w:r>
    </w:p>
    <w:p w:rsidR="007B2329" w:rsidRDefault="007B2329" w:rsidP="007B2329">
      <w:r>
        <w:t>369.3936</w:t>
      </w:r>
      <w:r>
        <w:tab/>
        <w:t>3.051e0</w:t>
      </w:r>
    </w:p>
    <w:p w:rsidR="007B2329" w:rsidRDefault="007B2329" w:rsidP="007B2329">
      <w:r>
        <w:lastRenderedPageBreak/>
        <w:t>369.4017</w:t>
      </w:r>
      <w:r>
        <w:tab/>
        <w:t>5.063e0</w:t>
      </w:r>
    </w:p>
    <w:p w:rsidR="007B2329" w:rsidRDefault="007B2329" w:rsidP="007B2329">
      <w:r>
        <w:t>369.4065</w:t>
      </w:r>
      <w:r>
        <w:tab/>
        <w:t>2.025e0</w:t>
      </w:r>
    </w:p>
    <w:p w:rsidR="007B2329" w:rsidRDefault="007B2329" w:rsidP="007B2329">
      <w:r>
        <w:t>369.4128</w:t>
      </w:r>
      <w:r>
        <w:tab/>
        <w:t>1.013e0</w:t>
      </w:r>
    </w:p>
    <w:p w:rsidR="007B2329" w:rsidRDefault="007B2329" w:rsidP="007B2329">
      <w:r>
        <w:t>369.4195</w:t>
      </w:r>
      <w:r>
        <w:tab/>
        <w:t>2.051e0</w:t>
      </w:r>
    </w:p>
    <w:p w:rsidR="007B2329" w:rsidRDefault="007B2329" w:rsidP="007B2329">
      <w:r>
        <w:t>369.4463</w:t>
      </w:r>
      <w:r>
        <w:tab/>
        <w:t>2.025e0</w:t>
      </w:r>
    </w:p>
    <w:p w:rsidR="007B2329" w:rsidRDefault="007B2329" w:rsidP="007B2329">
      <w:r>
        <w:t>369.4512</w:t>
      </w:r>
      <w:r>
        <w:tab/>
        <w:t>1.013e0</w:t>
      </w:r>
    </w:p>
    <w:p w:rsidR="007B2329" w:rsidRDefault="007B2329" w:rsidP="007B2329">
      <w:r>
        <w:t>369.4759</w:t>
      </w:r>
      <w:r>
        <w:tab/>
        <w:t>1.013e0</w:t>
      </w:r>
    </w:p>
    <w:p w:rsidR="007B2329" w:rsidRDefault="007B2329" w:rsidP="007B2329">
      <w:r>
        <w:t>369.4839</w:t>
      </w:r>
      <w:r>
        <w:tab/>
        <w:t>1.013e0</w:t>
      </w:r>
    </w:p>
    <w:p w:rsidR="007B2329" w:rsidRDefault="007B2329" w:rsidP="007B2329">
      <w:r>
        <w:t>369.4905</w:t>
      </w:r>
      <w:r>
        <w:tab/>
        <w:t>2.025e0</w:t>
      </w:r>
    </w:p>
    <w:p w:rsidR="007B2329" w:rsidRDefault="007B2329" w:rsidP="007B2329">
      <w:r>
        <w:t>369.5047</w:t>
      </w:r>
      <w:r>
        <w:tab/>
        <w:t>1.013e0</w:t>
      </w:r>
    </w:p>
    <w:p w:rsidR="007B2329" w:rsidRDefault="007B2329" w:rsidP="007B2329">
      <w:r>
        <w:t>369.5180</w:t>
      </w:r>
      <w:r>
        <w:tab/>
        <w:t>3.038e0</w:t>
      </w:r>
    </w:p>
    <w:p w:rsidR="007B2329" w:rsidRDefault="007B2329" w:rsidP="007B2329">
      <w:r>
        <w:t>369.5367</w:t>
      </w:r>
      <w:r>
        <w:tab/>
        <w:t>1.013e0</w:t>
      </w:r>
    </w:p>
    <w:p w:rsidR="007B2329" w:rsidRDefault="007B2329" w:rsidP="007B2329">
      <w:r>
        <w:t>369.5631</w:t>
      </w:r>
      <w:r>
        <w:tab/>
        <w:t>1.013e0</w:t>
      </w:r>
    </w:p>
    <w:p w:rsidR="007B2329" w:rsidRDefault="007B2329" w:rsidP="007B2329">
      <w:r>
        <w:t>369.5677</w:t>
      </w:r>
      <w:r>
        <w:tab/>
        <w:t>2.025e0</w:t>
      </w:r>
    </w:p>
    <w:p w:rsidR="007B2329" w:rsidRDefault="007B2329" w:rsidP="007B2329">
      <w:r>
        <w:t>369.5744</w:t>
      </w:r>
      <w:r>
        <w:tab/>
        <w:t>2.025e0</w:t>
      </w:r>
    </w:p>
    <w:p w:rsidR="007B2329" w:rsidRDefault="007B2329" w:rsidP="007B2329">
      <w:r>
        <w:t>369.5827</w:t>
      </w:r>
      <w:r>
        <w:tab/>
        <w:t>1.013e0</w:t>
      </w:r>
    </w:p>
    <w:p w:rsidR="007B2329" w:rsidRDefault="007B2329" w:rsidP="007B2329">
      <w:r>
        <w:t>369.5887</w:t>
      </w:r>
      <w:r>
        <w:tab/>
        <w:t>1.013e0</w:t>
      </w:r>
    </w:p>
    <w:p w:rsidR="007B2329" w:rsidRDefault="007B2329" w:rsidP="007B2329">
      <w:r>
        <w:t>369.5925</w:t>
      </w:r>
      <w:r>
        <w:tab/>
        <w:t>1.013e0</w:t>
      </w:r>
    </w:p>
    <w:p w:rsidR="007B2329" w:rsidRDefault="007B2329" w:rsidP="007B2329">
      <w:r>
        <w:t>369.6071</w:t>
      </w:r>
      <w:r>
        <w:tab/>
        <w:t>4.051e0</w:t>
      </w:r>
    </w:p>
    <w:p w:rsidR="007B2329" w:rsidRDefault="007B2329" w:rsidP="007B2329">
      <w:r>
        <w:lastRenderedPageBreak/>
        <w:t>369.6176</w:t>
      </w:r>
      <w:r>
        <w:tab/>
        <w:t>2.025e0</w:t>
      </w:r>
    </w:p>
    <w:p w:rsidR="007B2329" w:rsidRDefault="007B2329" w:rsidP="007B2329">
      <w:r>
        <w:t>369.6251</w:t>
      </w:r>
      <w:r>
        <w:tab/>
        <w:t>3.038e0</w:t>
      </w:r>
    </w:p>
    <w:p w:rsidR="007B2329" w:rsidRDefault="007B2329" w:rsidP="007B2329">
      <w:r>
        <w:t>369.6347</w:t>
      </w:r>
      <w:r>
        <w:tab/>
        <w:t>1.013e0</w:t>
      </w:r>
    </w:p>
    <w:p w:rsidR="007B2329" w:rsidRDefault="007B2329" w:rsidP="007B2329">
      <w:r>
        <w:t>369.6385</w:t>
      </w:r>
      <w:r>
        <w:tab/>
        <w:t>1.013e0</w:t>
      </w:r>
    </w:p>
    <w:p w:rsidR="007B2329" w:rsidRDefault="007B2329" w:rsidP="007B2329">
      <w:r>
        <w:t>369.6490</w:t>
      </w:r>
      <w:r>
        <w:tab/>
        <w:t>2.025e0</w:t>
      </w:r>
    </w:p>
    <w:p w:rsidR="007B2329" w:rsidRDefault="007B2329" w:rsidP="007B2329">
      <w:r>
        <w:t>369.6566</w:t>
      </w:r>
      <w:r>
        <w:tab/>
        <w:t>2.025e0</w:t>
      </w:r>
    </w:p>
    <w:p w:rsidR="007B2329" w:rsidRDefault="007B2329" w:rsidP="007B2329">
      <w:r>
        <w:t>369.6636</w:t>
      </w:r>
      <w:r>
        <w:tab/>
        <w:t>1.013e0</w:t>
      </w:r>
    </w:p>
    <w:p w:rsidR="007B2329" w:rsidRDefault="007B2329" w:rsidP="007B2329">
      <w:r>
        <w:t>369.6771</w:t>
      </w:r>
      <w:r>
        <w:tab/>
        <w:t>2.025e0</w:t>
      </w:r>
    </w:p>
    <w:p w:rsidR="007B2329" w:rsidRDefault="007B2329" w:rsidP="007B2329">
      <w:r>
        <w:t>369.6806</w:t>
      </w:r>
      <w:r>
        <w:tab/>
        <w:t>1.013e0</w:t>
      </w:r>
    </w:p>
    <w:p w:rsidR="007B2329" w:rsidRDefault="007B2329" w:rsidP="007B2329">
      <w:r>
        <w:t>369.6945</w:t>
      </w:r>
      <w:r>
        <w:tab/>
        <w:t>1.013e0</w:t>
      </w:r>
    </w:p>
    <w:p w:rsidR="007B2329" w:rsidRDefault="007B2329" w:rsidP="007B2329">
      <w:r>
        <w:t>369.7011</w:t>
      </w:r>
      <w:r>
        <w:tab/>
        <w:t>1.013e0</w:t>
      </w:r>
    </w:p>
    <w:p w:rsidR="007B2329" w:rsidRDefault="007B2329" w:rsidP="007B2329">
      <w:r>
        <w:t>369.7053</w:t>
      </w:r>
      <w:r>
        <w:tab/>
        <w:t>1.013e0</w:t>
      </w:r>
    </w:p>
    <w:p w:rsidR="007B2329" w:rsidRDefault="007B2329" w:rsidP="007B2329">
      <w:r>
        <w:t>369.7304</w:t>
      </w:r>
      <w:r>
        <w:tab/>
        <w:t>2.025e0</w:t>
      </w:r>
    </w:p>
    <w:p w:rsidR="007B2329" w:rsidRDefault="007B2329" w:rsidP="007B2329">
      <w:r>
        <w:t>369.7380</w:t>
      </w:r>
      <w:r>
        <w:tab/>
        <w:t>2.025e0</w:t>
      </w:r>
    </w:p>
    <w:p w:rsidR="007B2329" w:rsidRDefault="007B2329" w:rsidP="007B2329">
      <w:r>
        <w:t>369.7473</w:t>
      </w:r>
      <w:r>
        <w:tab/>
        <w:t>1.013e0</w:t>
      </w:r>
    </w:p>
    <w:p w:rsidR="007B2329" w:rsidRDefault="007B2329" w:rsidP="007B2329">
      <w:r>
        <w:t>369.7505</w:t>
      </w:r>
      <w:r>
        <w:tab/>
        <w:t>2.025e0</w:t>
      </w:r>
    </w:p>
    <w:p w:rsidR="007B2329" w:rsidRDefault="007B2329" w:rsidP="007B2329">
      <w:r>
        <w:t>369.7770</w:t>
      </w:r>
      <w:r>
        <w:tab/>
        <w:t>4.051e0</w:t>
      </w:r>
    </w:p>
    <w:p w:rsidR="007B2329" w:rsidRDefault="007B2329" w:rsidP="007B2329">
      <w:r>
        <w:t>369.7886</w:t>
      </w:r>
      <w:r>
        <w:tab/>
        <w:t>2.025e0</w:t>
      </w:r>
    </w:p>
    <w:p w:rsidR="007B2329" w:rsidRDefault="007B2329" w:rsidP="007B2329">
      <w:r>
        <w:t>369.8026</w:t>
      </w:r>
      <w:r>
        <w:tab/>
        <w:t>2.025e0</w:t>
      </w:r>
    </w:p>
    <w:p w:rsidR="007B2329" w:rsidRDefault="007B2329" w:rsidP="007B2329">
      <w:r>
        <w:lastRenderedPageBreak/>
        <w:t>369.8116</w:t>
      </w:r>
      <w:r>
        <w:tab/>
        <w:t>2.025e0</w:t>
      </w:r>
    </w:p>
    <w:p w:rsidR="007B2329" w:rsidRDefault="007B2329" w:rsidP="007B2329">
      <w:r>
        <w:t>369.8395</w:t>
      </w:r>
      <w:r>
        <w:tab/>
        <w:t>1.013e0</w:t>
      </w:r>
    </w:p>
    <w:p w:rsidR="007B2329" w:rsidRDefault="007B2329" w:rsidP="007B2329">
      <w:r>
        <w:t>369.8536</w:t>
      </w:r>
      <w:r>
        <w:tab/>
        <w:t>2.025e0</w:t>
      </w:r>
    </w:p>
    <w:p w:rsidR="007B2329" w:rsidRDefault="007B2329" w:rsidP="007B2329">
      <w:r>
        <w:t>369.8787</w:t>
      </w:r>
      <w:r>
        <w:tab/>
        <w:t>2.025e0</w:t>
      </w:r>
    </w:p>
    <w:p w:rsidR="007B2329" w:rsidRDefault="007B2329" w:rsidP="007B2329">
      <w:r>
        <w:t>369.8988</w:t>
      </w:r>
      <w:r>
        <w:tab/>
        <w:t>1.013e0</w:t>
      </w:r>
    </w:p>
    <w:p w:rsidR="007B2329" w:rsidRDefault="007B2329" w:rsidP="007B2329">
      <w:r>
        <w:t>369.9053</w:t>
      </w:r>
      <w:r>
        <w:tab/>
        <w:t>1.013e0</w:t>
      </w:r>
    </w:p>
    <w:p w:rsidR="007B2329" w:rsidRDefault="007B2329" w:rsidP="007B2329">
      <w:r>
        <w:t>369.9185</w:t>
      </w:r>
      <w:r>
        <w:tab/>
        <w:t>1.013e0</w:t>
      </w:r>
    </w:p>
    <w:p w:rsidR="007B2329" w:rsidRDefault="007B2329" w:rsidP="007B2329">
      <w:r>
        <w:t>369.9430</w:t>
      </w:r>
      <w:r>
        <w:tab/>
        <w:t>4.051e0</w:t>
      </w:r>
    </w:p>
    <w:p w:rsidR="007B2329" w:rsidRDefault="007B2329" w:rsidP="007B2329">
      <w:r>
        <w:t>369.9514</w:t>
      </w:r>
      <w:r>
        <w:tab/>
        <w:t>1.013e0</w:t>
      </w:r>
    </w:p>
    <w:p w:rsidR="007B2329" w:rsidRDefault="007B2329" w:rsidP="007B2329">
      <w:r>
        <w:t>369.9646</w:t>
      </w:r>
      <w:r>
        <w:tab/>
        <w:t>1.013e0</w:t>
      </w:r>
    </w:p>
    <w:p w:rsidR="007B2329" w:rsidRDefault="007B2329" w:rsidP="007B2329">
      <w:r>
        <w:t>369.9712</w:t>
      </w:r>
      <w:r>
        <w:tab/>
        <w:t>1.013e0</w:t>
      </w:r>
    </w:p>
    <w:p w:rsidR="007B2329" w:rsidRDefault="007B2329" w:rsidP="007B2329">
      <w:r>
        <w:t>369.9809</w:t>
      </w:r>
      <w:r>
        <w:tab/>
        <w:t>1.013e0</w:t>
      </w:r>
    </w:p>
    <w:p w:rsidR="007B2329" w:rsidRDefault="007B2329" w:rsidP="007B2329">
      <w:r>
        <w:t>369.9976</w:t>
      </w:r>
      <w:r>
        <w:tab/>
        <w:t>1.013e0</w:t>
      </w:r>
    </w:p>
    <w:p w:rsidR="007B2329" w:rsidRDefault="007B2329" w:rsidP="007B2329">
      <w:r>
        <w:t>370.0059</w:t>
      </w:r>
      <w:r>
        <w:tab/>
        <w:t>3.797e-2</w:t>
      </w:r>
    </w:p>
    <w:p w:rsidR="007B2329" w:rsidRDefault="007B2329" w:rsidP="007B2329">
      <w:r>
        <w:t>370.0088</w:t>
      </w:r>
      <w:r>
        <w:tab/>
        <w:t>1.025e0</w:t>
      </w:r>
    </w:p>
    <w:p w:rsidR="007B2329" w:rsidRDefault="007B2329" w:rsidP="007B2329">
      <w:r>
        <w:t>370.0269</w:t>
      </w:r>
      <w:r>
        <w:tab/>
        <w:t>1.013e0</w:t>
      </w:r>
    </w:p>
    <w:p w:rsidR="007B2329" w:rsidRDefault="007B2329" w:rsidP="007B2329">
      <w:r>
        <w:t>370.0479</w:t>
      </w:r>
      <w:r>
        <w:tab/>
        <w:t>1.013e0</w:t>
      </w:r>
    </w:p>
    <w:p w:rsidR="007B2329" w:rsidRDefault="007B2329" w:rsidP="007B2329">
      <w:r>
        <w:t>370.0720</w:t>
      </w:r>
      <w:r>
        <w:tab/>
        <w:t>2.454e0</w:t>
      </w:r>
    </w:p>
    <w:p w:rsidR="007B2329" w:rsidRDefault="007B2329" w:rsidP="007B2329">
      <w:r>
        <w:t>370.0808</w:t>
      </w:r>
      <w:r>
        <w:tab/>
        <w:t>4.051e0</w:t>
      </w:r>
    </w:p>
    <w:p w:rsidR="007B2329" w:rsidRDefault="007B2329" w:rsidP="007B2329">
      <w:r>
        <w:lastRenderedPageBreak/>
        <w:t>370.0938</w:t>
      </w:r>
      <w:r>
        <w:tab/>
        <w:t>2.532e-2</w:t>
      </w:r>
    </w:p>
    <w:p w:rsidR="007B2329" w:rsidRDefault="007B2329" w:rsidP="007B2329">
      <w:r>
        <w:t>370.0957</w:t>
      </w:r>
      <w:r>
        <w:tab/>
        <w:t>2.025e0</w:t>
      </w:r>
    </w:p>
    <w:p w:rsidR="007B2329" w:rsidRDefault="007B2329" w:rsidP="007B2329">
      <w:r>
        <w:t>370.1156</w:t>
      </w:r>
      <w:r>
        <w:tab/>
        <w:t>1.414e0</w:t>
      </w:r>
    </w:p>
    <w:p w:rsidR="007B2329" w:rsidRDefault="007B2329" w:rsidP="007B2329">
      <w:r>
        <w:t>370.1223</w:t>
      </w:r>
      <w:r>
        <w:tab/>
        <w:t>5.636e0</w:t>
      </w:r>
    </w:p>
    <w:p w:rsidR="007B2329" w:rsidRDefault="007B2329" w:rsidP="007B2329">
      <w:r>
        <w:t>370.1274</w:t>
      </w:r>
      <w:r>
        <w:tab/>
        <w:t>2.025e0</w:t>
      </w:r>
    </w:p>
    <w:p w:rsidR="007B2329" w:rsidRDefault="007B2329" w:rsidP="007B2329">
      <w:r>
        <w:t>370.1294</w:t>
      </w:r>
      <w:r>
        <w:tab/>
        <w:t>1.013e0</w:t>
      </w:r>
    </w:p>
    <w:p w:rsidR="007B2329" w:rsidRDefault="007B2329" w:rsidP="007B2329">
      <w:r>
        <w:t>370.1438</w:t>
      </w:r>
      <w:r>
        <w:tab/>
        <w:t>1.013e0</w:t>
      </w:r>
    </w:p>
    <w:p w:rsidR="007B2329" w:rsidRDefault="007B2329" w:rsidP="007B2329">
      <w:r>
        <w:t>370.1495</w:t>
      </w:r>
      <w:r>
        <w:tab/>
        <w:t>1.834e0</w:t>
      </w:r>
    </w:p>
    <w:p w:rsidR="007B2329" w:rsidRDefault="007B2329" w:rsidP="007B2329">
      <w:r>
        <w:t>370.1799</w:t>
      </w:r>
      <w:r>
        <w:tab/>
        <w:t>6.638e0</w:t>
      </w:r>
    </w:p>
    <w:p w:rsidR="007B2329" w:rsidRDefault="007B2329" w:rsidP="007B2329">
      <w:r>
        <w:t>370.1991</w:t>
      </w:r>
      <w:r>
        <w:tab/>
        <w:t>3.729e0</w:t>
      </w:r>
    </w:p>
    <w:p w:rsidR="007B2329" w:rsidRDefault="007B2329" w:rsidP="007B2329">
      <w:r>
        <w:t>370.2141</w:t>
      </w:r>
      <w:r>
        <w:tab/>
        <w:t>5.747e0</w:t>
      </w:r>
    </w:p>
    <w:p w:rsidR="007B2329" w:rsidRDefault="007B2329" w:rsidP="007B2329">
      <w:r>
        <w:t>370.2181</w:t>
      </w:r>
      <w:r>
        <w:tab/>
        <w:t>1.024e0</w:t>
      </w:r>
    </w:p>
    <w:p w:rsidR="007B2329" w:rsidRDefault="007B2329" w:rsidP="007B2329">
      <w:r>
        <w:t>370.2270</w:t>
      </w:r>
      <w:r>
        <w:tab/>
        <w:t>6.928e0</w:t>
      </w:r>
    </w:p>
    <w:p w:rsidR="007B2329" w:rsidRDefault="007B2329" w:rsidP="007B2329">
      <w:r>
        <w:t>370.2326</w:t>
      </w:r>
      <w:r>
        <w:tab/>
        <w:t>9.564e0</w:t>
      </w:r>
    </w:p>
    <w:p w:rsidR="007B2329" w:rsidRDefault="007B2329" w:rsidP="007B2329">
      <w:r>
        <w:t>370.2337</w:t>
      </w:r>
      <w:r>
        <w:tab/>
        <w:t>2.025e0</w:t>
      </w:r>
    </w:p>
    <w:p w:rsidR="007B2329" w:rsidRDefault="007B2329" w:rsidP="007B2329">
      <w:r>
        <w:t>370.2376</w:t>
      </w:r>
      <w:r>
        <w:tab/>
        <w:t>6.440e0</w:t>
      </w:r>
    </w:p>
    <w:p w:rsidR="007B2329" w:rsidRDefault="007B2329" w:rsidP="007B2329">
      <w:r>
        <w:t>370.2408</w:t>
      </w:r>
      <w:r>
        <w:tab/>
        <w:t>1.098e1</w:t>
      </w:r>
    </w:p>
    <w:p w:rsidR="007B2329" w:rsidRDefault="007B2329" w:rsidP="007B2329">
      <w:r>
        <w:t>370.2481</w:t>
      </w:r>
      <w:r>
        <w:tab/>
        <w:t>7.976e0</w:t>
      </w:r>
    </w:p>
    <w:p w:rsidR="007B2329" w:rsidRDefault="007B2329" w:rsidP="007B2329">
      <w:r>
        <w:t>370.2613</w:t>
      </w:r>
      <w:r>
        <w:tab/>
        <w:t>2.025e0</w:t>
      </w:r>
    </w:p>
    <w:p w:rsidR="007B2329" w:rsidRDefault="007B2329" w:rsidP="007B2329">
      <w:r>
        <w:lastRenderedPageBreak/>
        <w:t>370.2640</w:t>
      </w:r>
      <w:r>
        <w:tab/>
        <w:t>4.666e0</w:t>
      </w:r>
    </w:p>
    <w:p w:rsidR="007B2329" w:rsidRDefault="007B2329" w:rsidP="007B2329">
      <w:r>
        <w:t>370.2678</w:t>
      </w:r>
      <w:r>
        <w:tab/>
        <w:t>1.013e0</w:t>
      </w:r>
    </w:p>
    <w:p w:rsidR="007B2329" w:rsidRDefault="007B2329" w:rsidP="007B2329">
      <w:r>
        <w:t>370.2875</w:t>
      </w:r>
      <w:r>
        <w:tab/>
        <w:t>1.013e0</w:t>
      </w:r>
    </w:p>
    <w:p w:rsidR="007B2329" w:rsidRDefault="007B2329" w:rsidP="007B2329">
      <w:r>
        <w:t>370.2958</w:t>
      </w:r>
      <w:r>
        <w:tab/>
        <w:t>2.025e0</w:t>
      </w:r>
    </w:p>
    <w:p w:rsidR="007B2329" w:rsidRDefault="007B2329" w:rsidP="007B2329">
      <w:r>
        <w:t>370.2985</w:t>
      </w:r>
      <w:r>
        <w:tab/>
        <w:t>1.013e0</w:t>
      </w:r>
    </w:p>
    <w:p w:rsidR="007B2329" w:rsidRDefault="007B2329" w:rsidP="007B2329">
      <w:r>
        <w:t>370.3092</w:t>
      </w:r>
      <w:r>
        <w:tab/>
        <w:t>3.038e0</w:t>
      </w:r>
    </w:p>
    <w:p w:rsidR="007B2329" w:rsidRDefault="007B2329" w:rsidP="007B2329">
      <w:r>
        <w:t>370.3129</w:t>
      </w:r>
      <w:r>
        <w:tab/>
        <w:t>2.025e0</w:t>
      </w:r>
    </w:p>
    <w:p w:rsidR="007B2329" w:rsidRDefault="007B2329" w:rsidP="007B2329">
      <w:r>
        <w:t>370.3195</w:t>
      </w:r>
      <w:r>
        <w:tab/>
        <w:t>4.462e0</w:t>
      </w:r>
    </w:p>
    <w:p w:rsidR="007B2329" w:rsidRDefault="007B2329" w:rsidP="007B2329">
      <w:r>
        <w:t>370.3257</w:t>
      </w:r>
      <w:r>
        <w:tab/>
        <w:t>1.025e0</w:t>
      </w:r>
    </w:p>
    <w:p w:rsidR="007B2329" w:rsidRDefault="007B2329" w:rsidP="007B2329">
      <w:r>
        <w:t>370.3337</w:t>
      </w:r>
      <w:r>
        <w:tab/>
        <w:t>1.013e0</w:t>
      </w:r>
    </w:p>
    <w:p w:rsidR="007B2329" w:rsidRDefault="007B2329" w:rsidP="007B2329">
      <w:r>
        <w:t>370.3534</w:t>
      </w:r>
      <w:r>
        <w:tab/>
        <w:t>1.013e0</w:t>
      </w:r>
    </w:p>
    <w:p w:rsidR="007B2329" w:rsidRDefault="007B2329" w:rsidP="007B2329">
      <w:r>
        <w:t>370.3604</w:t>
      </w:r>
      <w:r>
        <w:tab/>
        <w:t>2.025e0</w:t>
      </w:r>
    </w:p>
    <w:p w:rsidR="007B2329" w:rsidRDefault="007B2329" w:rsidP="007B2329">
      <w:r>
        <w:t>370.3720</w:t>
      </w:r>
      <w:r>
        <w:tab/>
        <w:t>2.025e0</w:t>
      </w:r>
    </w:p>
    <w:p w:rsidR="007B2329" w:rsidRDefault="007B2329" w:rsidP="007B2329">
      <w:r>
        <w:t>370.3738</w:t>
      </w:r>
      <w:r>
        <w:tab/>
        <w:t>3.475e0</w:t>
      </w:r>
    </w:p>
    <w:p w:rsidR="007B2329" w:rsidRDefault="007B2329" w:rsidP="007B2329">
      <w:r>
        <w:t>370.3842</w:t>
      </w:r>
      <w:r>
        <w:tab/>
        <w:t>3.038e0</w:t>
      </w:r>
    </w:p>
    <w:p w:rsidR="007B2329" w:rsidRDefault="007B2329" w:rsidP="007B2329">
      <w:r>
        <w:t>370.3903</w:t>
      </w:r>
      <w:r>
        <w:tab/>
        <w:t>1.013e0</w:t>
      </w:r>
    </w:p>
    <w:p w:rsidR="007B2329" w:rsidRDefault="007B2329" w:rsidP="007B2329">
      <w:r>
        <w:t>370.4068</w:t>
      </w:r>
      <w:r>
        <w:tab/>
        <w:t>4.051e0</w:t>
      </w:r>
    </w:p>
    <w:p w:rsidR="007B2329" w:rsidRDefault="007B2329" w:rsidP="007B2329">
      <w:r>
        <w:t>370.4154</w:t>
      </w:r>
      <w:r>
        <w:tab/>
        <w:t>1.013e0</w:t>
      </w:r>
    </w:p>
    <w:p w:rsidR="007B2329" w:rsidRDefault="007B2329" w:rsidP="007B2329">
      <w:r>
        <w:t>370.4261</w:t>
      </w:r>
      <w:r>
        <w:tab/>
        <w:t>2.025e0</w:t>
      </w:r>
    </w:p>
    <w:p w:rsidR="007B2329" w:rsidRDefault="007B2329" w:rsidP="007B2329">
      <w:r>
        <w:lastRenderedPageBreak/>
        <w:t>370.4573</w:t>
      </w:r>
      <w:r>
        <w:tab/>
        <w:t>1.013e0</w:t>
      </w:r>
    </w:p>
    <w:p w:rsidR="007B2329" w:rsidRDefault="007B2329" w:rsidP="007B2329">
      <w:r>
        <w:t>370.4722</w:t>
      </w:r>
      <w:r>
        <w:tab/>
        <w:t>1.013e0</w:t>
      </w:r>
    </w:p>
    <w:p w:rsidR="007B2329" w:rsidRDefault="007B2329" w:rsidP="007B2329">
      <w:r>
        <w:t>370.4785</w:t>
      </w:r>
      <w:r>
        <w:tab/>
        <w:t>2.025e0</w:t>
      </w:r>
    </w:p>
    <w:p w:rsidR="007B2329" w:rsidRDefault="007B2329" w:rsidP="007B2329">
      <w:r>
        <w:t>370.4822</w:t>
      </w:r>
      <w:r>
        <w:tab/>
        <w:t>2.025e0</w:t>
      </w:r>
    </w:p>
    <w:p w:rsidR="007B2329" w:rsidRDefault="007B2329" w:rsidP="007B2329">
      <w:r>
        <w:t>370.4841</w:t>
      </w:r>
      <w:r>
        <w:tab/>
        <w:t>2.025e0</w:t>
      </w:r>
    </w:p>
    <w:p w:rsidR="007B2329" w:rsidRDefault="007B2329" w:rsidP="007B2329">
      <w:r>
        <w:t>370.5117</w:t>
      </w:r>
      <w:r>
        <w:tab/>
        <w:t>2.025e0</w:t>
      </w:r>
    </w:p>
    <w:p w:rsidR="007B2329" w:rsidRDefault="007B2329" w:rsidP="007B2329">
      <w:r>
        <w:t>370.5225</w:t>
      </w:r>
      <w:r>
        <w:tab/>
        <w:t>2.025e0</w:t>
      </w:r>
    </w:p>
    <w:p w:rsidR="007B2329" w:rsidRDefault="007B2329" w:rsidP="007B2329">
      <w:r>
        <w:t>370.5448</w:t>
      </w:r>
      <w:r>
        <w:tab/>
        <w:t>1.013e0</w:t>
      </w:r>
    </w:p>
    <w:p w:rsidR="007B2329" w:rsidRDefault="007B2329" w:rsidP="007B2329">
      <w:r>
        <w:t>370.5531</w:t>
      </w:r>
      <w:r>
        <w:tab/>
        <w:t>1.013e0</w:t>
      </w:r>
    </w:p>
    <w:p w:rsidR="007B2329" w:rsidRDefault="007B2329" w:rsidP="007B2329">
      <w:r>
        <w:t>370.5580</w:t>
      </w:r>
      <w:r>
        <w:tab/>
        <w:t>2.025e0</w:t>
      </w:r>
    </w:p>
    <w:p w:rsidR="007B2329" w:rsidRDefault="007B2329" w:rsidP="007B2329">
      <w:r>
        <w:t>370.5703</w:t>
      </w:r>
      <w:r>
        <w:tab/>
        <w:t>1.013e0</w:t>
      </w:r>
    </w:p>
    <w:p w:rsidR="007B2329" w:rsidRDefault="007B2329" w:rsidP="007B2329">
      <w:r>
        <w:t>370.5827</w:t>
      </w:r>
      <w:r>
        <w:tab/>
        <w:t>2.025e0</w:t>
      </w:r>
    </w:p>
    <w:p w:rsidR="007B2329" w:rsidRDefault="007B2329" w:rsidP="007B2329">
      <w:r>
        <w:t>370.6021</w:t>
      </w:r>
      <w:r>
        <w:tab/>
        <w:t>2.025e0</w:t>
      </w:r>
    </w:p>
    <w:p w:rsidR="007B2329" w:rsidRDefault="007B2329" w:rsidP="007B2329">
      <w:r>
        <w:t>370.6162</w:t>
      </w:r>
      <w:r>
        <w:tab/>
        <w:t>1.013e0</w:t>
      </w:r>
    </w:p>
    <w:p w:rsidR="007B2329" w:rsidRDefault="007B2329" w:rsidP="007B2329">
      <w:r>
        <w:t>370.6371</w:t>
      </w:r>
      <w:r>
        <w:tab/>
        <w:t>1.013e0</w:t>
      </w:r>
    </w:p>
    <w:p w:rsidR="007B2329" w:rsidRDefault="007B2329" w:rsidP="007B2329">
      <w:r>
        <w:t>370.6411</w:t>
      </w:r>
      <w:r>
        <w:tab/>
        <w:t>1.013e0</w:t>
      </w:r>
    </w:p>
    <w:p w:rsidR="007B2329" w:rsidRDefault="007B2329" w:rsidP="007B2329">
      <w:r>
        <w:t>370.6622</w:t>
      </w:r>
      <w:r>
        <w:tab/>
        <w:t>2.025e0</w:t>
      </w:r>
    </w:p>
    <w:p w:rsidR="007B2329" w:rsidRDefault="007B2329" w:rsidP="007B2329">
      <w:r>
        <w:t>370.6660</w:t>
      </w:r>
      <w:r>
        <w:tab/>
        <w:t>1.013e0</w:t>
      </w:r>
    </w:p>
    <w:p w:rsidR="007B2329" w:rsidRDefault="007B2329" w:rsidP="007B2329">
      <w:r>
        <w:t>370.6704</w:t>
      </w:r>
      <w:r>
        <w:tab/>
        <w:t>3.038e0</w:t>
      </w:r>
    </w:p>
    <w:p w:rsidR="007B2329" w:rsidRDefault="007B2329" w:rsidP="007B2329">
      <w:r>
        <w:lastRenderedPageBreak/>
        <w:t>370.6833</w:t>
      </w:r>
      <w:r>
        <w:tab/>
        <w:t>1.013e0</w:t>
      </w:r>
    </w:p>
    <w:p w:rsidR="007B2329" w:rsidRDefault="007B2329" w:rsidP="007B2329">
      <w:r>
        <w:t>370.6909</w:t>
      </w:r>
      <w:r>
        <w:tab/>
        <w:t>1.013e0</w:t>
      </w:r>
    </w:p>
    <w:p w:rsidR="007B2329" w:rsidRDefault="007B2329" w:rsidP="007B2329">
      <w:r>
        <w:t>370.7070</w:t>
      </w:r>
      <w:r>
        <w:tab/>
        <w:t>2.025e0</w:t>
      </w:r>
    </w:p>
    <w:p w:rsidR="007B2329" w:rsidRDefault="007B2329" w:rsidP="007B2329">
      <w:r>
        <w:t>370.7241</w:t>
      </w:r>
      <w:r>
        <w:tab/>
        <w:t>2.025e0</w:t>
      </w:r>
    </w:p>
    <w:p w:rsidR="007B2329" w:rsidRDefault="007B2329" w:rsidP="007B2329">
      <w:r>
        <w:t>370.7260</w:t>
      </w:r>
      <w:r>
        <w:tab/>
        <w:t>2.038e0</w:t>
      </w:r>
    </w:p>
    <w:p w:rsidR="007B2329" w:rsidRDefault="007B2329" w:rsidP="007B2329">
      <w:r>
        <w:t>370.7329</w:t>
      </w:r>
      <w:r>
        <w:tab/>
        <w:t>1.013e0</w:t>
      </w:r>
    </w:p>
    <w:p w:rsidR="007B2329" w:rsidRDefault="007B2329" w:rsidP="007B2329">
      <w:r>
        <w:t>370.7387</w:t>
      </w:r>
      <w:r>
        <w:tab/>
        <w:t>2.532e-2</w:t>
      </w:r>
    </w:p>
    <w:p w:rsidR="007B2329" w:rsidRDefault="007B2329" w:rsidP="007B2329">
      <w:r>
        <w:t>370.7403</w:t>
      </w:r>
      <w:r>
        <w:tab/>
        <w:t>2.025e0</w:t>
      </w:r>
    </w:p>
    <w:p w:rsidR="007B2329" w:rsidRDefault="007B2329" w:rsidP="007B2329">
      <w:r>
        <w:t>370.7434</w:t>
      </w:r>
      <w:r>
        <w:tab/>
        <w:t>2.025e0</w:t>
      </w:r>
    </w:p>
    <w:p w:rsidR="007B2329" w:rsidRDefault="007B2329" w:rsidP="007B2329">
      <w:r>
        <w:t>370.7493</w:t>
      </w:r>
      <w:r>
        <w:tab/>
        <w:t>1.013e0</w:t>
      </w:r>
    </w:p>
    <w:p w:rsidR="007B2329" w:rsidRDefault="007B2329" w:rsidP="007B2329">
      <w:r>
        <w:t>370.7579</w:t>
      </w:r>
      <w:r>
        <w:tab/>
        <w:t>2.025e0</w:t>
      </w:r>
    </w:p>
    <w:p w:rsidR="007B2329" w:rsidRDefault="007B2329" w:rsidP="007B2329">
      <w:r>
        <w:t>370.7788</w:t>
      </w:r>
      <w:r>
        <w:tab/>
        <w:t>2.025e0</w:t>
      </w:r>
    </w:p>
    <w:p w:rsidR="007B2329" w:rsidRDefault="007B2329" w:rsidP="007B2329">
      <w:r>
        <w:t>370.7988</w:t>
      </w:r>
      <w:r>
        <w:tab/>
        <w:t>3.038e0</w:t>
      </w:r>
    </w:p>
    <w:p w:rsidR="007B2329" w:rsidRDefault="007B2329" w:rsidP="007B2329">
      <w:r>
        <w:t>370.8087</w:t>
      </w:r>
      <w:r>
        <w:tab/>
        <w:t>1.013e0</w:t>
      </w:r>
    </w:p>
    <w:p w:rsidR="007B2329" w:rsidRDefault="007B2329" w:rsidP="007B2329">
      <w:r>
        <w:t>370.8153</w:t>
      </w:r>
      <w:r>
        <w:tab/>
        <w:t>1.013e0</w:t>
      </w:r>
    </w:p>
    <w:p w:rsidR="007B2329" w:rsidRDefault="007B2329" w:rsidP="007B2329">
      <w:r>
        <w:t>370.8497</w:t>
      </w:r>
      <w:r>
        <w:tab/>
        <w:t>1.013e0</w:t>
      </w:r>
    </w:p>
    <w:p w:rsidR="007B2329" w:rsidRDefault="007B2329" w:rsidP="007B2329">
      <w:r>
        <w:t>370.8709</w:t>
      </w:r>
      <w:r>
        <w:tab/>
        <w:t>2.025e0</w:t>
      </w:r>
    </w:p>
    <w:p w:rsidR="007B2329" w:rsidRDefault="007B2329" w:rsidP="007B2329">
      <w:r>
        <w:t>370.8813</w:t>
      </w:r>
      <w:r>
        <w:tab/>
        <w:t>2.025e0</w:t>
      </w:r>
    </w:p>
    <w:p w:rsidR="007B2329" w:rsidRDefault="007B2329" w:rsidP="007B2329">
      <w:r>
        <w:t>370.8879</w:t>
      </w:r>
      <w:r>
        <w:tab/>
        <w:t>1.013e0</w:t>
      </w:r>
    </w:p>
    <w:p w:rsidR="007B2329" w:rsidRDefault="007B2329" w:rsidP="007B2329">
      <w:r>
        <w:lastRenderedPageBreak/>
        <w:t>370.9011</w:t>
      </w:r>
      <w:r>
        <w:tab/>
        <w:t>1.013e0</w:t>
      </w:r>
    </w:p>
    <w:p w:rsidR="007B2329" w:rsidRDefault="007B2329" w:rsidP="007B2329">
      <w:r>
        <w:t>370.9272</w:t>
      </w:r>
      <w:r>
        <w:tab/>
        <w:t>2.025e0</w:t>
      </w:r>
    </w:p>
    <w:p w:rsidR="007B2329" w:rsidRDefault="007B2329" w:rsidP="007B2329">
      <w:r>
        <w:t>370.9339</w:t>
      </w:r>
      <w:r>
        <w:tab/>
        <w:t>1.013e0</w:t>
      </w:r>
    </w:p>
    <w:p w:rsidR="007B2329" w:rsidRDefault="007B2329" w:rsidP="007B2329">
      <w:r>
        <w:t>370.9402</w:t>
      </w:r>
      <w:r>
        <w:tab/>
        <w:t>1.038e0</w:t>
      </w:r>
    </w:p>
    <w:p w:rsidR="007B2329" w:rsidRDefault="007B2329" w:rsidP="007B2329">
      <w:r>
        <w:t>370.9416</w:t>
      </w:r>
      <w:r>
        <w:tab/>
        <w:t>1.013e0</w:t>
      </w:r>
    </w:p>
    <w:p w:rsidR="007B2329" w:rsidRDefault="007B2329" w:rsidP="007B2329">
      <w:r>
        <w:t>370.9433</w:t>
      </w:r>
      <w:r>
        <w:tab/>
        <w:t>2.025e0</w:t>
      </w:r>
    </w:p>
    <w:p w:rsidR="007B2329" w:rsidRDefault="007B2329" w:rsidP="007B2329">
      <w:r>
        <w:t>370.9587</w:t>
      </w:r>
      <w:r>
        <w:tab/>
        <w:t>1.013e0</w:t>
      </w:r>
    </w:p>
    <w:p w:rsidR="007B2329" w:rsidRDefault="007B2329" w:rsidP="007B2329">
      <w:r>
        <w:t>370.9626</w:t>
      </w:r>
      <w:r>
        <w:tab/>
        <w:t>1.013e0</w:t>
      </w:r>
    </w:p>
    <w:p w:rsidR="007B2329" w:rsidRDefault="007B2329" w:rsidP="007B2329">
      <w:r>
        <w:t>370.9673</w:t>
      </w:r>
      <w:r>
        <w:tab/>
        <w:t>1.013e0</w:t>
      </w:r>
    </w:p>
    <w:p w:rsidR="007B2329" w:rsidRDefault="007B2329" w:rsidP="007B2329">
      <w:r>
        <w:t>370.9887</w:t>
      </w:r>
      <w:r>
        <w:tab/>
        <w:t>3.038e0</w:t>
      </w:r>
    </w:p>
    <w:p w:rsidR="007B2329" w:rsidRDefault="007B2329" w:rsidP="007B2329">
      <w:r>
        <w:t>370.9936</w:t>
      </w:r>
      <w:r>
        <w:tab/>
        <w:t>1.013e0</w:t>
      </w:r>
    </w:p>
    <w:p w:rsidR="007B2329" w:rsidRDefault="007B2329" w:rsidP="007B2329">
      <w:r>
        <w:t>371.0253</w:t>
      </w:r>
      <w:r>
        <w:tab/>
        <w:t>3.038e0</w:t>
      </w:r>
    </w:p>
    <w:p w:rsidR="007B2329" w:rsidRDefault="007B2329" w:rsidP="007B2329">
      <w:r>
        <w:t>371.0276</w:t>
      </w:r>
      <w:r>
        <w:tab/>
        <w:t>3.038e0</w:t>
      </w:r>
    </w:p>
    <w:p w:rsidR="007B2329" w:rsidRDefault="007B2329" w:rsidP="007B2329">
      <w:r>
        <w:t>371.0545</w:t>
      </w:r>
      <w:r>
        <w:tab/>
        <w:t>1.013e0</w:t>
      </w:r>
    </w:p>
    <w:p w:rsidR="007B2329" w:rsidRDefault="007B2329" w:rsidP="007B2329">
      <w:r>
        <w:t>371.0611</w:t>
      </w:r>
      <w:r>
        <w:tab/>
        <w:t>2.025e0</w:t>
      </w:r>
    </w:p>
    <w:p w:rsidR="007B2329" w:rsidRDefault="007B2329" w:rsidP="007B2329">
      <w:r>
        <w:t>371.0630</w:t>
      </w:r>
      <w:r>
        <w:tab/>
        <w:t>2.025e0</w:t>
      </w:r>
    </w:p>
    <w:p w:rsidR="007B2329" w:rsidRDefault="007B2329" w:rsidP="007B2329">
      <w:r>
        <w:t>371.0656</w:t>
      </w:r>
      <w:r>
        <w:tab/>
        <w:t>4.051e0</w:t>
      </w:r>
    </w:p>
    <w:p w:rsidR="007B2329" w:rsidRDefault="007B2329" w:rsidP="007B2329">
      <w:r>
        <w:t>371.0910</w:t>
      </w:r>
      <w:r>
        <w:tab/>
        <w:t>3.014e0</w:t>
      </w:r>
    </w:p>
    <w:p w:rsidR="007B2329" w:rsidRDefault="007B2329" w:rsidP="007B2329">
      <w:r>
        <w:t>371.1056</w:t>
      </w:r>
      <w:r>
        <w:tab/>
        <w:t>2.025e0</w:t>
      </w:r>
    </w:p>
    <w:p w:rsidR="007B2329" w:rsidRDefault="007B2329" w:rsidP="007B2329">
      <w:r>
        <w:lastRenderedPageBreak/>
        <w:t>371.1109</w:t>
      </w:r>
      <w:r>
        <w:tab/>
        <w:t>2.025e0</w:t>
      </w:r>
    </w:p>
    <w:p w:rsidR="007B2329" w:rsidRDefault="007B2329" w:rsidP="007B2329">
      <w:r>
        <w:t>371.1126</w:t>
      </w:r>
      <w:r>
        <w:tab/>
        <w:t>2.025e0</w:t>
      </w:r>
    </w:p>
    <w:p w:rsidR="007B2329" w:rsidRDefault="007B2329" w:rsidP="007B2329">
      <w:r>
        <w:t>371.1532</w:t>
      </w:r>
      <w:r>
        <w:tab/>
        <w:t>1.457e0</w:t>
      </w:r>
    </w:p>
    <w:p w:rsidR="007B2329" w:rsidRDefault="007B2329" w:rsidP="007B2329">
      <w:r>
        <w:t>371.1551</w:t>
      </w:r>
      <w:r>
        <w:tab/>
        <w:t>1.349e0</w:t>
      </w:r>
    </w:p>
    <w:p w:rsidR="007B2329" w:rsidRDefault="007B2329" w:rsidP="007B2329">
      <w:r>
        <w:t>371.1727</w:t>
      </w:r>
      <w:r>
        <w:tab/>
        <w:t>6.127e0</w:t>
      </w:r>
    </w:p>
    <w:p w:rsidR="007B2329" w:rsidRDefault="007B2329" w:rsidP="007B2329">
      <w:r>
        <w:t>371.1884</w:t>
      </w:r>
      <w:r>
        <w:tab/>
        <w:t>1.013e0</w:t>
      </w:r>
    </w:p>
    <w:p w:rsidR="007B2329" w:rsidRDefault="007B2329" w:rsidP="007B2329">
      <w:r>
        <w:t>371.2296</w:t>
      </w:r>
      <w:r>
        <w:tab/>
        <w:t>1.283e2</w:t>
      </w:r>
    </w:p>
    <w:p w:rsidR="007B2329" w:rsidRDefault="007B2329" w:rsidP="007B2329">
      <w:r>
        <w:t>371.2321</w:t>
      </w:r>
      <w:r>
        <w:tab/>
        <w:t>3.918e1</w:t>
      </w:r>
    </w:p>
    <w:p w:rsidR="007B2329" w:rsidRDefault="007B2329" w:rsidP="007B2329">
      <w:r>
        <w:t>371.2356</w:t>
      </w:r>
      <w:r>
        <w:tab/>
        <w:t>1.005e2</w:t>
      </w:r>
    </w:p>
    <w:p w:rsidR="007B2329" w:rsidRDefault="007B2329" w:rsidP="007B2329">
      <w:r>
        <w:t>371.2370</w:t>
      </w:r>
      <w:r>
        <w:tab/>
        <w:t>9.298e1</w:t>
      </w:r>
    </w:p>
    <w:p w:rsidR="007B2329" w:rsidRDefault="007B2329" w:rsidP="007B2329">
      <w:r>
        <w:t>371.2433</w:t>
      </w:r>
      <w:r>
        <w:tab/>
        <w:t>3.038e0</w:t>
      </w:r>
    </w:p>
    <w:p w:rsidR="007B2329" w:rsidRDefault="007B2329" w:rsidP="007B2329">
      <w:r>
        <w:t>371.2513</w:t>
      </w:r>
      <w:r>
        <w:tab/>
        <w:t>3.076e0</w:t>
      </w:r>
    </w:p>
    <w:p w:rsidR="007B2329" w:rsidRDefault="007B2329" w:rsidP="007B2329">
      <w:r>
        <w:t>371.3174</w:t>
      </w:r>
      <w:r>
        <w:tab/>
        <w:t>2.025e0</w:t>
      </w:r>
    </w:p>
    <w:p w:rsidR="007B2329" w:rsidRDefault="007B2329" w:rsidP="007B2329">
      <w:r>
        <w:t>371.3292</w:t>
      </w:r>
      <w:r>
        <w:tab/>
        <w:t>5.063e0</w:t>
      </w:r>
    </w:p>
    <w:p w:rsidR="007B2329" w:rsidRDefault="007B2329" w:rsidP="007B2329">
      <w:r>
        <w:t>371.3336</w:t>
      </w:r>
      <w:r>
        <w:tab/>
        <w:t>7.048e0</w:t>
      </w:r>
    </w:p>
    <w:p w:rsidR="007B2329" w:rsidRDefault="007B2329" w:rsidP="007B2329">
      <w:r>
        <w:t>371.3380</w:t>
      </w:r>
      <w:r>
        <w:tab/>
        <w:t>2.063e0</w:t>
      </w:r>
    </w:p>
    <w:p w:rsidR="007B2329" w:rsidRDefault="007B2329" w:rsidP="007B2329">
      <w:r>
        <w:t>371.3404</w:t>
      </w:r>
      <w:r>
        <w:tab/>
        <w:t>6.076e0</w:t>
      </w:r>
    </w:p>
    <w:p w:rsidR="007B2329" w:rsidRDefault="007B2329" w:rsidP="007B2329">
      <w:r>
        <w:t>371.3445</w:t>
      </w:r>
      <w:r>
        <w:tab/>
        <w:t>7.362e-1</w:t>
      </w:r>
    </w:p>
    <w:p w:rsidR="007B2329" w:rsidRDefault="007B2329" w:rsidP="007B2329">
      <w:r>
        <w:t>371.3636</w:t>
      </w:r>
      <w:r>
        <w:tab/>
        <w:t>2.025e0</w:t>
      </w:r>
    </w:p>
    <w:p w:rsidR="007B2329" w:rsidRDefault="007B2329" w:rsidP="007B2329">
      <w:r>
        <w:lastRenderedPageBreak/>
        <w:t>371.3902</w:t>
      </w:r>
      <w:r>
        <w:tab/>
        <w:t>3.038e0</w:t>
      </w:r>
    </w:p>
    <w:p w:rsidR="007B2329" w:rsidRDefault="007B2329" w:rsidP="007B2329">
      <w:r>
        <w:t>371.3993</w:t>
      </w:r>
      <w:r>
        <w:tab/>
        <w:t>4.063e0</w:t>
      </w:r>
    </w:p>
    <w:p w:rsidR="007B2329" w:rsidRDefault="007B2329" w:rsidP="007B2329">
      <w:r>
        <w:t>371.4073</w:t>
      </w:r>
      <w:r>
        <w:tab/>
        <w:t>4.051e0</w:t>
      </w:r>
    </w:p>
    <w:p w:rsidR="007B2329" w:rsidRDefault="007B2329" w:rsidP="007B2329">
      <w:r>
        <w:t>371.4143</w:t>
      </w:r>
      <w:r>
        <w:tab/>
        <w:t>1.013e0</w:t>
      </w:r>
    </w:p>
    <w:p w:rsidR="007B2329" w:rsidRDefault="007B2329" w:rsidP="007B2329">
      <w:r>
        <w:t>371.4392</w:t>
      </w:r>
      <w:r>
        <w:tab/>
        <w:t>3.038e0</w:t>
      </w:r>
    </w:p>
    <w:p w:rsidR="007B2329" w:rsidRDefault="007B2329" w:rsidP="007B2329">
      <w:r>
        <w:t>371.4429</w:t>
      </w:r>
      <w:r>
        <w:tab/>
        <w:t>1.013e0</w:t>
      </w:r>
    </w:p>
    <w:p w:rsidR="007B2329" w:rsidRDefault="007B2329" w:rsidP="007B2329">
      <w:r>
        <w:t>371.4600</w:t>
      </w:r>
      <w:r>
        <w:tab/>
        <w:t>3.623e0</w:t>
      </w:r>
    </w:p>
    <w:p w:rsidR="007B2329" w:rsidRDefault="007B2329" w:rsidP="007B2329">
      <w:r>
        <w:t>371.4642</w:t>
      </w:r>
      <w:r>
        <w:tab/>
        <w:t>1.013e0</w:t>
      </w:r>
    </w:p>
    <w:p w:rsidR="007B2329" w:rsidRDefault="007B2329" w:rsidP="007B2329">
      <w:r>
        <w:t>371.4759</w:t>
      </w:r>
      <w:r>
        <w:tab/>
        <w:t>1.013e0</w:t>
      </w:r>
    </w:p>
    <w:p w:rsidR="007B2329" w:rsidRDefault="007B2329" w:rsidP="007B2329">
      <w:r>
        <w:t>371.4958</w:t>
      </w:r>
      <w:r>
        <w:tab/>
        <w:t>1.013e0</w:t>
      </w:r>
    </w:p>
    <w:p w:rsidR="007B2329" w:rsidRDefault="007B2329" w:rsidP="007B2329">
      <w:r>
        <w:t>371.5057</w:t>
      </w:r>
      <w:r>
        <w:tab/>
        <w:t>2.025e0</w:t>
      </w:r>
    </w:p>
    <w:p w:rsidR="007B2329" w:rsidRDefault="007B2329" w:rsidP="007B2329">
      <w:r>
        <w:t>371.5157</w:t>
      </w:r>
      <w:r>
        <w:tab/>
        <w:t>1.013e0</w:t>
      </w:r>
    </w:p>
    <w:p w:rsidR="007B2329" w:rsidRDefault="007B2329" w:rsidP="007B2329">
      <w:r>
        <w:t>371.5168</w:t>
      </w:r>
      <w:r>
        <w:tab/>
        <w:t>2.025e0</w:t>
      </w:r>
    </w:p>
    <w:p w:rsidR="007B2329" w:rsidRDefault="007B2329" w:rsidP="007B2329">
      <w:r>
        <w:t>371.5271</w:t>
      </w:r>
      <w:r>
        <w:tab/>
        <w:t>1.013e0</w:t>
      </w:r>
    </w:p>
    <w:p w:rsidR="007B2329" w:rsidRDefault="007B2329" w:rsidP="007B2329">
      <w:r>
        <w:t>371.5508</w:t>
      </w:r>
      <w:r>
        <w:tab/>
        <w:t>3.063e0</w:t>
      </w:r>
    </w:p>
    <w:p w:rsidR="007B2329" w:rsidRDefault="007B2329" w:rsidP="007B2329">
      <w:r>
        <w:t>371.5520</w:t>
      </w:r>
      <w:r>
        <w:tab/>
        <w:t>2.025e0</w:t>
      </w:r>
    </w:p>
    <w:p w:rsidR="007B2329" w:rsidRDefault="007B2329" w:rsidP="007B2329">
      <w:r>
        <w:t>371.5560</w:t>
      </w:r>
      <w:r>
        <w:tab/>
        <w:t>1.013e0</w:t>
      </w:r>
    </w:p>
    <w:p w:rsidR="007B2329" w:rsidRDefault="007B2329" w:rsidP="007B2329">
      <w:r>
        <w:t>371.5619</w:t>
      </w:r>
      <w:r>
        <w:tab/>
        <w:t>1.013e0</w:t>
      </w:r>
    </w:p>
    <w:p w:rsidR="007B2329" w:rsidRDefault="007B2329" w:rsidP="007B2329">
      <w:r>
        <w:t>371.5650</w:t>
      </w:r>
      <w:r>
        <w:tab/>
        <w:t>1.025e0</w:t>
      </w:r>
    </w:p>
    <w:p w:rsidR="007B2329" w:rsidRDefault="007B2329" w:rsidP="007B2329">
      <w:r>
        <w:lastRenderedPageBreak/>
        <w:t>371.5942</w:t>
      </w:r>
      <w:r>
        <w:tab/>
        <w:t>1.013e0</w:t>
      </w:r>
    </w:p>
    <w:p w:rsidR="007B2329" w:rsidRDefault="007B2329" w:rsidP="007B2329">
      <w:r>
        <w:t>371.5983</w:t>
      </w:r>
      <w:r>
        <w:tab/>
        <w:t>1.013e0</w:t>
      </w:r>
    </w:p>
    <w:p w:rsidR="007B2329" w:rsidRDefault="007B2329" w:rsidP="007B2329">
      <w:r>
        <w:t>371.6111</w:t>
      </w:r>
      <w:r>
        <w:tab/>
        <w:t>2.025e0</w:t>
      </w:r>
    </w:p>
    <w:p w:rsidR="007B2329" w:rsidRDefault="007B2329" w:rsidP="007B2329">
      <w:r>
        <w:t>371.6129</w:t>
      </w:r>
      <w:r>
        <w:tab/>
        <w:t>2.025e0</w:t>
      </w:r>
    </w:p>
    <w:p w:rsidR="007B2329" w:rsidRDefault="007B2329" w:rsidP="007B2329">
      <w:r>
        <w:t>371.6187</w:t>
      </w:r>
      <w:r>
        <w:tab/>
        <w:t>5.063e0</w:t>
      </w:r>
    </w:p>
    <w:p w:rsidR="007B2329" w:rsidRDefault="007B2329" w:rsidP="007B2329">
      <w:r>
        <w:t>371.6231</w:t>
      </w:r>
      <w:r>
        <w:tab/>
        <w:t>2.025e0</w:t>
      </w:r>
    </w:p>
    <w:p w:rsidR="007B2329" w:rsidRDefault="007B2329" w:rsidP="007B2329">
      <w:r>
        <w:t>371.6281</w:t>
      </w:r>
      <w:r>
        <w:tab/>
        <w:t>3.038e0</w:t>
      </w:r>
    </w:p>
    <w:p w:rsidR="007B2329" w:rsidRDefault="007B2329" w:rsidP="007B2329">
      <w:r>
        <w:t>371.6370</w:t>
      </w:r>
      <w:r>
        <w:tab/>
        <w:t>2.025e0</w:t>
      </w:r>
    </w:p>
    <w:p w:rsidR="007B2329" w:rsidRDefault="007B2329" w:rsidP="007B2329">
      <w:r>
        <w:t>371.6402</w:t>
      </w:r>
      <w:r>
        <w:tab/>
        <w:t>1.013e0</w:t>
      </w:r>
    </w:p>
    <w:p w:rsidR="007B2329" w:rsidRDefault="007B2329" w:rsidP="007B2329">
      <w:r>
        <w:t>371.6611</w:t>
      </w:r>
      <w:r>
        <w:tab/>
        <w:t>1.013e0</w:t>
      </w:r>
    </w:p>
    <w:p w:rsidR="007B2329" w:rsidRDefault="007B2329" w:rsidP="007B2329">
      <w:r>
        <w:t>371.6645</w:t>
      </w:r>
      <w:r>
        <w:tab/>
        <w:t>2.025e0</w:t>
      </w:r>
    </w:p>
    <w:p w:rsidR="007B2329" w:rsidRDefault="007B2329" w:rsidP="007B2329">
      <w:r>
        <w:t>371.6743</w:t>
      </w:r>
      <w:r>
        <w:tab/>
        <w:t>1.013e0</w:t>
      </w:r>
    </w:p>
    <w:p w:rsidR="007B2329" w:rsidRDefault="007B2329" w:rsidP="007B2329">
      <w:r>
        <w:t>371.6810</w:t>
      </w:r>
      <w:r>
        <w:tab/>
        <w:t>1.013e0</w:t>
      </w:r>
    </w:p>
    <w:p w:rsidR="007B2329" w:rsidRDefault="007B2329" w:rsidP="007B2329">
      <w:r>
        <w:t>371.7055</w:t>
      </w:r>
      <w:r>
        <w:tab/>
        <w:t>3.740e0</w:t>
      </w:r>
    </w:p>
    <w:p w:rsidR="007B2329" w:rsidRDefault="007B2329" w:rsidP="007B2329">
      <w:r>
        <w:t>371.7129</w:t>
      </w:r>
      <w:r>
        <w:tab/>
        <w:t>3.798e-2</w:t>
      </w:r>
    </w:p>
    <w:p w:rsidR="007B2329" w:rsidRDefault="007B2329" w:rsidP="007B2329">
      <w:r>
        <w:t>371.7451</w:t>
      </w:r>
      <w:r>
        <w:tab/>
        <w:t>3.038e0</w:t>
      </w:r>
    </w:p>
    <w:p w:rsidR="007B2329" w:rsidRDefault="007B2329" w:rsidP="007B2329">
      <w:r>
        <w:t>371.7480</w:t>
      </w:r>
      <w:r>
        <w:tab/>
        <w:t>2.025e0</w:t>
      </w:r>
    </w:p>
    <w:p w:rsidR="007B2329" w:rsidRDefault="007B2329" w:rsidP="007B2329">
      <w:r>
        <w:t>371.7592</w:t>
      </w:r>
      <w:r>
        <w:tab/>
        <w:t>1.025e0</w:t>
      </w:r>
    </w:p>
    <w:p w:rsidR="007B2329" w:rsidRDefault="007B2329" w:rsidP="007B2329">
      <w:r>
        <w:t>371.7607</w:t>
      </w:r>
      <w:r>
        <w:tab/>
        <w:t>1.013e0</w:t>
      </w:r>
    </w:p>
    <w:p w:rsidR="007B2329" w:rsidRDefault="007B2329" w:rsidP="007B2329">
      <w:r>
        <w:lastRenderedPageBreak/>
        <w:t>371.7868</w:t>
      </w:r>
      <w:r>
        <w:tab/>
        <w:t>1.013e0</w:t>
      </w:r>
    </w:p>
    <w:p w:rsidR="007B2329" w:rsidRDefault="007B2329" w:rsidP="007B2329">
      <w:r>
        <w:t>371.7990</w:t>
      </w:r>
      <w:r>
        <w:tab/>
        <w:t>1.013e0</w:t>
      </w:r>
    </w:p>
    <w:p w:rsidR="007B2329" w:rsidRDefault="007B2329" w:rsidP="007B2329">
      <w:r>
        <w:t>371.8004</w:t>
      </w:r>
      <w:r>
        <w:tab/>
        <w:t>1.025e0</w:t>
      </w:r>
    </w:p>
    <w:p w:rsidR="007B2329" w:rsidRDefault="007B2329" w:rsidP="007B2329">
      <w:r>
        <w:t>371.8195</w:t>
      </w:r>
      <w:r>
        <w:tab/>
        <w:t>2.025e0</w:t>
      </w:r>
    </w:p>
    <w:p w:rsidR="007B2329" w:rsidRDefault="007B2329" w:rsidP="007B2329">
      <w:r>
        <w:t>371.8279</w:t>
      </w:r>
      <w:r>
        <w:tab/>
        <w:t>2.025e0</w:t>
      </w:r>
    </w:p>
    <w:p w:rsidR="007B2329" w:rsidRDefault="007B2329" w:rsidP="007B2329">
      <w:r>
        <w:t>371.8531</w:t>
      </w:r>
      <w:r>
        <w:tab/>
        <w:t>1.013e0</w:t>
      </w:r>
    </w:p>
    <w:p w:rsidR="007B2329" w:rsidRDefault="007B2329" w:rsidP="007B2329">
      <w:r>
        <w:t>371.8561</w:t>
      </w:r>
      <w:r>
        <w:tab/>
        <w:t>5.063e0</w:t>
      </w:r>
    </w:p>
    <w:p w:rsidR="007B2329" w:rsidRDefault="007B2329" w:rsidP="007B2329">
      <w:r>
        <w:t>371.8663</w:t>
      </w:r>
      <w:r>
        <w:tab/>
        <w:t>2.025e0</w:t>
      </w:r>
    </w:p>
    <w:p w:rsidR="007B2329" w:rsidRDefault="007B2329" w:rsidP="007B2329">
      <w:r>
        <w:t>371.8844</w:t>
      </w:r>
      <w:r>
        <w:tab/>
        <w:t>2.025e0</w:t>
      </w:r>
    </w:p>
    <w:p w:rsidR="007B2329" w:rsidRDefault="007B2329" w:rsidP="007B2329">
      <w:r>
        <w:t>371.9165</w:t>
      </w:r>
      <w:r>
        <w:tab/>
        <w:t>4.051e0</w:t>
      </w:r>
    </w:p>
    <w:p w:rsidR="007B2329" w:rsidRDefault="007B2329" w:rsidP="007B2329">
      <w:r>
        <w:t>371.9199</w:t>
      </w:r>
      <w:r>
        <w:tab/>
        <w:t>1.013e0</w:t>
      </w:r>
    </w:p>
    <w:p w:rsidR="007B2329" w:rsidRDefault="007B2329" w:rsidP="007B2329">
      <w:r>
        <w:t>371.9339</w:t>
      </w:r>
      <w:r>
        <w:tab/>
        <w:t>2.025e0</w:t>
      </w:r>
    </w:p>
    <w:p w:rsidR="007B2329" w:rsidRDefault="007B2329" w:rsidP="007B2329">
      <w:r>
        <w:t>371.9433</w:t>
      </w:r>
      <w:r>
        <w:tab/>
        <w:t>3.038e0</w:t>
      </w:r>
    </w:p>
    <w:p w:rsidR="007B2329" w:rsidRDefault="007B2329" w:rsidP="007B2329">
      <w:r>
        <w:t>371.9456</w:t>
      </w:r>
      <w:r>
        <w:tab/>
        <w:t>1.013e0</w:t>
      </w:r>
    </w:p>
    <w:p w:rsidR="007B2329" w:rsidRDefault="007B2329" w:rsidP="007B2329">
      <w:r>
        <w:t>371.9601</w:t>
      </w:r>
      <w:r>
        <w:tab/>
        <w:t>3.798e-2</w:t>
      </w:r>
    </w:p>
    <w:p w:rsidR="007B2329" w:rsidRDefault="007B2329" w:rsidP="007B2329">
      <w:r>
        <w:t>371.9619</w:t>
      </w:r>
      <w:r>
        <w:tab/>
        <w:t>1.013e0</w:t>
      </w:r>
    </w:p>
    <w:p w:rsidR="007B2329" w:rsidRDefault="007B2329" w:rsidP="007B2329">
      <w:r>
        <w:t>372.0158</w:t>
      </w:r>
      <w:r>
        <w:tab/>
        <w:t>2.025e0</w:t>
      </w:r>
    </w:p>
    <w:p w:rsidR="007B2329" w:rsidRDefault="007B2329" w:rsidP="007B2329">
      <w:r>
        <w:t>372.0185</w:t>
      </w:r>
      <w:r>
        <w:tab/>
        <w:t>3.038e0</w:t>
      </w:r>
    </w:p>
    <w:p w:rsidR="007B2329" w:rsidRDefault="007B2329" w:rsidP="007B2329">
      <w:r>
        <w:t>372.0469</w:t>
      </w:r>
      <w:r>
        <w:tab/>
        <w:t>2.025e0</w:t>
      </w:r>
    </w:p>
    <w:p w:rsidR="007B2329" w:rsidRDefault="007B2329" w:rsidP="007B2329">
      <w:r>
        <w:lastRenderedPageBreak/>
        <w:t>372.0586</w:t>
      </w:r>
      <w:r>
        <w:tab/>
        <w:t>3.038e0</w:t>
      </w:r>
    </w:p>
    <w:p w:rsidR="007B2329" w:rsidRDefault="007B2329" w:rsidP="007B2329">
      <w:r>
        <w:t>372.0648</w:t>
      </w:r>
      <w:r>
        <w:tab/>
        <w:t>1.013e0</w:t>
      </w:r>
    </w:p>
    <w:p w:rsidR="007B2329" w:rsidRDefault="007B2329" w:rsidP="007B2329">
      <w:r>
        <w:t>372.0672</w:t>
      </w:r>
      <w:r>
        <w:tab/>
        <w:t>2.025e0</w:t>
      </w:r>
    </w:p>
    <w:p w:rsidR="007B2329" w:rsidRDefault="007B2329" w:rsidP="007B2329">
      <w:r>
        <w:t>372.0959</w:t>
      </w:r>
      <w:r>
        <w:tab/>
        <w:t>1.013e0</w:t>
      </w:r>
    </w:p>
    <w:p w:rsidR="007B2329" w:rsidRDefault="007B2329" w:rsidP="007B2329">
      <w:r>
        <w:t>372.1267</w:t>
      </w:r>
      <w:r>
        <w:tab/>
        <w:t>2.025e0</w:t>
      </w:r>
    </w:p>
    <w:p w:rsidR="007B2329" w:rsidRDefault="007B2329" w:rsidP="007B2329">
      <w:r>
        <w:t>372.1490</w:t>
      </w:r>
      <w:r>
        <w:tab/>
        <w:t>1.733e0</w:t>
      </w:r>
    </w:p>
    <w:p w:rsidR="007B2329" w:rsidRDefault="007B2329" w:rsidP="007B2329">
      <w:r>
        <w:t>372.1708</w:t>
      </w:r>
      <w:r>
        <w:tab/>
        <w:t>1.013e0</w:t>
      </w:r>
    </w:p>
    <w:p w:rsidR="007B2329" w:rsidRDefault="007B2329" w:rsidP="007B2329">
      <w:r>
        <w:t>372.1790</w:t>
      </w:r>
      <w:r>
        <w:tab/>
        <w:t>3.297e0</w:t>
      </w:r>
    </w:p>
    <w:p w:rsidR="007B2329" w:rsidRDefault="007B2329" w:rsidP="007B2329">
      <w:r>
        <w:t>372.2263</w:t>
      </w:r>
      <w:r>
        <w:tab/>
        <w:t>1.307e1</w:t>
      </w:r>
    </w:p>
    <w:p w:rsidR="007B2329" w:rsidRDefault="007B2329" w:rsidP="007B2329">
      <w:r>
        <w:t>372.2283</w:t>
      </w:r>
      <w:r>
        <w:tab/>
        <w:t>8.843e0</w:t>
      </w:r>
    </w:p>
    <w:p w:rsidR="007B2329" w:rsidRDefault="007B2329" w:rsidP="007B2329">
      <w:r>
        <w:t>372.2325</w:t>
      </w:r>
      <w:r>
        <w:tab/>
        <w:t>3.683e1</w:t>
      </w:r>
    </w:p>
    <w:p w:rsidR="007B2329" w:rsidRDefault="007B2329" w:rsidP="007B2329">
      <w:r>
        <w:t>372.2337</w:t>
      </w:r>
      <w:r>
        <w:tab/>
        <w:t>1.222e1</w:t>
      </w:r>
    </w:p>
    <w:p w:rsidR="007B2329" w:rsidRDefault="007B2329" w:rsidP="007B2329">
      <w:r>
        <w:t>372.2399</w:t>
      </w:r>
      <w:r>
        <w:tab/>
        <w:t>2.632e1</w:t>
      </w:r>
    </w:p>
    <w:p w:rsidR="007B2329" w:rsidRDefault="007B2329" w:rsidP="007B2329">
      <w:r>
        <w:t>372.2448</w:t>
      </w:r>
      <w:r>
        <w:tab/>
        <w:t>2.044e1</w:t>
      </w:r>
    </w:p>
    <w:p w:rsidR="007B2329" w:rsidRDefault="007B2329" w:rsidP="007B2329">
      <w:r>
        <w:t>372.2672</w:t>
      </w:r>
      <w:r>
        <w:tab/>
        <w:t>2.025e0</w:t>
      </w:r>
    </w:p>
    <w:p w:rsidR="007B2329" w:rsidRDefault="007B2329" w:rsidP="007B2329">
      <w:r>
        <w:t>372.3050</w:t>
      </w:r>
      <w:r>
        <w:tab/>
        <w:t>5.952e0</w:t>
      </w:r>
    </w:p>
    <w:p w:rsidR="007B2329" w:rsidRDefault="007B2329" w:rsidP="007B2329">
      <w:r>
        <w:t>372.3408</w:t>
      </w:r>
      <w:r>
        <w:tab/>
        <w:t>7.089e0</w:t>
      </w:r>
    </w:p>
    <w:p w:rsidR="007B2329" w:rsidRDefault="007B2329" w:rsidP="007B2329">
      <w:r>
        <w:t>372.3474</w:t>
      </w:r>
      <w:r>
        <w:tab/>
        <w:t>1.027e1</w:t>
      </w:r>
    </w:p>
    <w:p w:rsidR="007B2329" w:rsidRDefault="007B2329" w:rsidP="007B2329">
      <w:r>
        <w:t>372.3513</w:t>
      </w:r>
      <w:r>
        <w:tab/>
        <w:t>4.051e0</w:t>
      </w:r>
    </w:p>
    <w:p w:rsidR="007B2329" w:rsidRDefault="007B2329" w:rsidP="007B2329">
      <w:r>
        <w:lastRenderedPageBreak/>
        <w:t>372.3546</w:t>
      </w:r>
      <w:r>
        <w:tab/>
        <w:t>1.126e1</w:t>
      </w:r>
    </w:p>
    <w:p w:rsidR="007B2329" w:rsidRDefault="007B2329" w:rsidP="007B2329">
      <w:r>
        <w:t>372.3608</w:t>
      </w:r>
      <w:r>
        <w:tab/>
        <w:t>3.038e0</w:t>
      </w:r>
    </w:p>
    <w:p w:rsidR="007B2329" w:rsidRDefault="007B2329" w:rsidP="007B2329">
      <w:r>
        <w:t>372.3920</w:t>
      </w:r>
      <w:r>
        <w:tab/>
        <w:t>3.038e0</w:t>
      </w:r>
    </w:p>
    <w:p w:rsidR="007B2329" w:rsidRDefault="007B2329" w:rsidP="007B2329">
      <w:r>
        <w:t>372.4026</w:t>
      </w:r>
      <w:r>
        <w:tab/>
        <w:t>1.013e0</w:t>
      </w:r>
    </w:p>
    <w:p w:rsidR="007B2329" w:rsidRDefault="007B2329" w:rsidP="007B2329">
      <w:r>
        <w:t>372.4094</w:t>
      </w:r>
      <w:r>
        <w:tab/>
        <w:t>1.013e0</w:t>
      </w:r>
    </w:p>
    <w:p w:rsidR="007B2329" w:rsidRDefault="007B2329" w:rsidP="007B2329">
      <w:r>
        <w:t>372.4176</w:t>
      </w:r>
      <w:r>
        <w:tab/>
        <w:t>1.013e0</w:t>
      </w:r>
    </w:p>
    <w:p w:rsidR="007B2329" w:rsidRDefault="007B2329" w:rsidP="007B2329">
      <w:r>
        <w:t>372.4464</w:t>
      </w:r>
      <w:r>
        <w:tab/>
        <w:t>2.025e0</w:t>
      </w:r>
    </w:p>
    <w:p w:rsidR="007B2329" w:rsidRDefault="007B2329" w:rsidP="007B2329">
      <w:r>
        <w:t>372.4491</w:t>
      </w:r>
      <w:r>
        <w:tab/>
        <w:t>2.025e0</w:t>
      </w:r>
    </w:p>
    <w:p w:rsidR="007B2329" w:rsidRDefault="007B2329" w:rsidP="007B2329">
      <w:r>
        <w:t>372.4756</w:t>
      </w:r>
      <w:r>
        <w:tab/>
        <w:t>1.013e0</w:t>
      </w:r>
    </w:p>
    <w:p w:rsidR="007B2329" w:rsidRDefault="007B2329" w:rsidP="007B2329">
      <w:r>
        <w:t>372.4808</w:t>
      </w:r>
      <w:r>
        <w:tab/>
        <w:t>2.025e0</w:t>
      </w:r>
    </w:p>
    <w:p w:rsidR="007B2329" w:rsidRDefault="007B2329" w:rsidP="007B2329">
      <w:r>
        <w:t>372.4991</w:t>
      </w:r>
      <w:r>
        <w:tab/>
        <w:t>3.038e0</w:t>
      </w:r>
    </w:p>
    <w:p w:rsidR="007B2329" w:rsidRDefault="007B2329" w:rsidP="007B2329">
      <w:r>
        <w:t>372.5266</w:t>
      </w:r>
      <w:r>
        <w:tab/>
        <w:t>1.013e0</w:t>
      </w:r>
    </w:p>
    <w:p w:rsidR="007B2329" w:rsidRDefault="007B2329" w:rsidP="007B2329">
      <w:r>
        <w:t>372.5353</w:t>
      </w:r>
      <w:r>
        <w:tab/>
        <w:t>1.013e0</w:t>
      </w:r>
    </w:p>
    <w:p w:rsidR="007B2329" w:rsidRDefault="007B2329" w:rsidP="007B2329">
      <w:r>
        <w:t>372.5479</w:t>
      </w:r>
      <w:r>
        <w:tab/>
        <w:t>2.025e0</w:t>
      </w:r>
    </w:p>
    <w:p w:rsidR="007B2329" w:rsidRDefault="007B2329" w:rsidP="007B2329">
      <w:r>
        <w:t>372.5543</w:t>
      </w:r>
      <w:r>
        <w:tab/>
        <w:t>2.025e0</w:t>
      </w:r>
    </w:p>
    <w:p w:rsidR="007B2329" w:rsidRDefault="007B2329" w:rsidP="007B2329">
      <w:r>
        <w:t>372.5817</w:t>
      </w:r>
      <w:r>
        <w:tab/>
        <w:t>2.025e0</w:t>
      </w:r>
    </w:p>
    <w:p w:rsidR="007B2329" w:rsidRDefault="007B2329" w:rsidP="007B2329">
      <w:r>
        <w:t>372.5937</w:t>
      </w:r>
      <w:r>
        <w:tab/>
        <w:t>1.013e0</w:t>
      </w:r>
    </w:p>
    <w:p w:rsidR="007B2329" w:rsidRDefault="007B2329" w:rsidP="007B2329">
      <w:r>
        <w:t>372.6082</w:t>
      </w:r>
      <w:r>
        <w:tab/>
        <w:t>1.013e0</w:t>
      </w:r>
    </w:p>
    <w:p w:rsidR="007B2329" w:rsidRDefault="007B2329" w:rsidP="007B2329">
      <w:r>
        <w:t>372.6187</w:t>
      </w:r>
      <w:r>
        <w:tab/>
        <w:t>1.013e0</w:t>
      </w:r>
    </w:p>
    <w:p w:rsidR="007B2329" w:rsidRDefault="007B2329" w:rsidP="007B2329">
      <w:r>
        <w:lastRenderedPageBreak/>
        <w:t>372.6237</w:t>
      </w:r>
      <w:r>
        <w:tab/>
        <w:t>4.051e0</w:t>
      </w:r>
    </w:p>
    <w:p w:rsidR="007B2329" w:rsidRDefault="007B2329" w:rsidP="007B2329">
      <w:r>
        <w:t>372.6419</w:t>
      </w:r>
      <w:r>
        <w:tab/>
        <w:t>1.025e0</w:t>
      </w:r>
    </w:p>
    <w:p w:rsidR="007B2329" w:rsidRDefault="007B2329" w:rsidP="007B2329">
      <w:r>
        <w:t>372.6437</w:t>
      </w:r>
      <w:r>
        <w:tab/>
        <w:t>1.013e0</w:t>
      </w:r>
    </w:p>
    <w:p w:rsidR="007B2329" w:rsidRDefault="007B2329" w:rsidP="007B2329">
      <w:r>
        <w:t>372.6686</w:t>
      </w:r>
      <w:r>
        <w:tab/>
        <w:t>1.013e0</w:t>
      </w:r>
    </w:p>
    <w:p w:rsidR="007B2329" w:rsidRDefault="007B2329" w:rsidP="007B2329">
      <w:r>
        <w:t>372.6745</w:t>
      </w:r>
      <w:r>
        <w:tab/>
        <w:t>1.013e0</w:t>
      </w:r>
    </w:p>
    <w:p w:rsidR="007B2329" w:rsidRDefault="007B2329" w:rsidP="007B2329">
      <w:r>
        <w:t>372.6818</w:t>
      </w:r>
      <w:r>
        <w:tab/>
        <w:t>3.038e0</w:t>
      </w:r>
    </w:p>
    <w:p w:rsidR="007B2329" w:rsidRDefault="007B2329" w:rsidP="007B2329">
      <w:r>
        <w:t>372.6899</w:t>
      </w:r>
      <w:r>
        <w:tab/>
        <w:t>5.063e0</w:t>
      </w:r>
    </w:p>
    <w:p w:rsidR="007B2329" w:rsidRDefault="007B2329" w:rsidP="007B2329">
      <w:r>
        <w:t>372.6915</w:t>
      </w:r>
      <w:r>
        <w:tab/>
        <w:t>1.025e0</w:t>
      </w:r>
    </w:p>
    <w:p w:rsidR="007B2329" w:rsidRDefault="007B2329" w:rsidP="007B2329">
      <w:r>
        <w:t>372.7350</w:t>
      </w:r>
      <w:r>
        <w:tab/>
        <w:t>3.038e0</w:t>
      </w:r>
    </w:p>
    <w:p w:rsidR="007B2329" w:rsidRDefault="007B2329" w:rsidP="007B2329">
      <w:r>
        <w:t>372.7408</w:t>
      </w:r>
      <w:r>
        <w:tab/>
        <w:t>2.025e0</w:t>
      </w:r>
    </w:p>
    <w:p w:rsidR="007B2329" w:rsidRDefault="007B2329" w:rsidP="007B2329">
      <w:r>
        <w:t>372.7476</w:t>
      </w:r>
      <w:r>
        <w:tab/>
        <w:t>2.025e0</w:t>
      </w:r>
    </w:p>
    <w:p w:rsidR="007B2329" w:rsidRDefault="007B2329" w:rsidP="007B2329">
      <w:r>
        <w:t>372.7500</w:t>
      </w:r>
      <w:r>
        <w:tab/>
        <w:t>2.025e0</w:t>
      </w:r>
    </w:p>
    <w:p w:rsidR="007B2329" w:rsidRDefault="007B2329" w:rsidP="007B2329">
      <w:r>
        <w:t>372.7688</w:t>
      </w:r>
      <w:r>
        <w:tab/>
        <w:t>1.025e0</w:t>
      </w:r>
    </w:p>
    <w:p w:rsidR="007B2329" w:rsidRDefault="007B2329" w:rsidP="007B2329">
      <w:r>
        <w:t>372.7776</w:t>
      </w:r>
      <w:r>
        <w:tab/>
        <w:t>1.013e0</w:t>
      </w:r>
    </w:p>
    <w:p w:rsidR="007B2329" w:rsidRDefault="007B2329" w:rsidP="007B2329">
      <w:r>
        <w:t>372.7918</w:t>
      </w:r>
      <w:r>
        <w:tab/>
        <w:t>3.038e0</w:t>
      </w:r>
    </w:p>
    <w:p w:rsidR="007B2329" w:rsidRDefault="007B2329" w:rsidP="007B2329">
      <w:r>
        <w:t>372.7940</w:t>
      </w:r>
      <w:r>
        <w:tab/>
        <w:t>1.013e0</w:t>
      </w:r>
    </w:p>
    <w:p w:rsidR="007B2329" w:rsidRDefault="007B2329" w:rsidP="007B2329">
      <w:r>
        <w:t>372.8027</w:t>
      </w:r>
      <w:r>
        <w:tab/>
        <w:t>1.013e0</w:t>
      </w:r>
    </w:p>
    <w:p w:rsidR="007B2329" w:rsidRDefault="007B2329" w:rsidP="007B2329">
      <w:r>
        <w:t>372.8071</w:t>
      </w:r>
      <w:r>
        <w:tab/>
        <w:t>1.013e0</w:t>
      </w:r>
    </w:p>
    <w:p w:rsidR="007B2329" w:rsidRDefault="007B2329" w:rsidP="007B2329">
      <w:r>
        <w:t>372.8148</w:t>
      </w:r>
      <w:r>
        <w:tab/>
        <w:t>2.025e0</w:t>
      </w:r>
    </w:p>
    <w:p w:rsidR="007B2329" w:rsidRDefault="007B2329" w:rsidP="007B2329">
      <w:r>
        <w:lastRenderedPageBreak/>
        <w:t>372.8199</w:t>
      </w:r>
      <w:r>
        <w:tab/>
        <w:t>1.013e0</w:t>
      </w:r>
    </w:p>
    <w:p w:rsidR="007B2329" w:rsidRDefault="007B2329" w:rsidP="007B2329">
      <w:r>
        <w:t>372.8403</w:t>
      </w:r>
      <w:r>
        <w:tab/>
        <w:t>1.013e0</w:t>
      </w:r>
    </w:p>
    <w:p w:rsidR="007B2329" w:rsidRDefault="007B2329" w:rsidP="007B2329">
      <w:r>
        <w:t>372.8523</w:t>
      </w:r>
      <w:r>
        <w:tab/>
        <w:t>3.038e0</w:t>
      </w:r>
    </w:p>
    <w:p w:rsidR="007B2329" w:rsidRDefault="007B2329" w:rsidP="007B2329">
      <w:r>
        <w:t>372.8696</w:t>
      </w:r>
      <w:r>
        <w:tab/>
        <w:t>2.025e0</w:t>
      </w:r>
    </w:p>
    <w:p w:rsidR="007B2329" w:rsidRDefault="007B2329" w:rsidP="007B2329">
      <w:r>
        <w:t>372.8979</w:t>
      </w:r>
      <w:r>
        <w:tab/>
        <w:t>2.025e0</w:t>
      </w:r>
    </w:p>
    <w:p w:rsidR="007B2329" w:rsidRDefault="007B2329" w:rsidP="007B2329">
      <w:r>
        <w:t>372.9066</w:t>
      </w:r>
      <w:r>
        <w:tab/>
        <w:t>6.076e0</w:t>
      </w:r>
    </w:p>
    <w:p w:rsidR="007B2329" w:rsidRDefault="007B2329" w:rsidP="007B2329">
      <w:r>
        <w:t>372.9218</w:t>
      </w:r>
      <w:r>
        <w:tab/>
        <w:t>3.038e0</w:t>
      </w:r>
    </w:p>
    <w:p w:rsidR="007B2329" w:rsidRDefault="007B2329" w:rsidP="007B2329">
      <w:r>
        <w:t>372.9266</w:t>
      </w:r>
      <w:r>
        <w:tab/>
        <w:t>1.013e0</w:t>
      </w:r>
    </w:p>
    <w:p w:rsidR="007B2329" w:rsidRDefault="007B2329" w:rsidP="007B2329">
      <w:r>
        <w:t>372.9283</w:t>
      </w:r>
      <w:r>
        <w:tab/>
        <w:t>4.051e0</w:t>
      </w:r>
    </w:p>
    <w:p w:rsidR="007B2329" w:rsidRDefault="007B2329" w:rsidP="007B2329">
      <w:r>
        <w:t>372.9472</w:t>
      </w:r>
      <w:r>
        <w:tab/>
        <w:t>1.025e0</w:t>
      </w:r>
    </w:p>
    <w:p w:rsidR="007B2329" w:rsidRDefault="007B2329" w:rsidP="007B2329">
      <w:r>
        <w:t>372.9514</w:t>
      </w:r>
      <w:r>
        <w:tab/>
        <w:t>2.025e0</w:t>
      </w:r>
    </w:p>
    <w:p w:rsidR="007B2329" w:rsidRDefault="007B2329" w:rsidP="007B2329">
      <w:r>
        <w:t>372.9578</w:t>
      </w:r>
      <w:r>
        <w:tab/>
        <w:t>1.013e0</w:t>
      </w:r>
    </w:p>
    <w:p w:rsidR="007B2329" w:rsidRDefault="007B2329" w:rsidP="007B2329">
      <w:r>
        <w:t>372.9593</w:t>
      </w:r>
      <w:r>
        <w:tab/>
        <w:t>4.051e0</w:t>
      </w:r>
    </w:p>
    <w:p w:rsidR="007B2329" w:rsidRDefault="007B2329" w:rsidP="007B2329">
      <w:r>
        <w:t>372.9645</w:t>
      </w:r>
      <w:r>
        <w:tab/>
        <w:t>2.025e0</w:t>
      </w:r>
    </w:p>
    <w:p w:rsidR="007B2329" w:rsidRDefault="007B2329" w:rsidP="007B2329">
      <w:r>
        <w:t>372.9731</w:t>
      </w:r>
      <w:r>
        <w:tab/>
        <w:t>2.025e0</w:t>
      </w:r>
    </w:p>
    <w:p w:rsidR="007B2329" w:rsidRDefault="007B2329" w:rsidP="007B2329">
      <w:r>
        <w:t>372.9996</w:t>
      </w:r>
      <w:r>
        <w:tab/>
        <w:t>2.025e0</w:t>
      </w:r>
    </w:p>
    <w:p w:rsidR="007B2329" w:rsidRDefault="007B2329" w:rsidP="007B2329">
      <w:r>
        <w:t>373.0271</w:t>
      </w:r>
      <w:r>
        <w:tab/>
        <w:t>3.215e0</w:t>
      </w:r>
    </w:p>
    <w:p w:rsidR="007B2329" w:rsidRDefault="007B2329" w:rsidP="007B2329">
      <w:r>
        <w:t>373.0287</w:t>
      </w:r>
      <w:r>
        <w:tab/>
        <w:t>1.013e0</w:t>
      </w:r>
    </w:p>
    <w:p w:rsidR="007B2329" w:rsidRDefault="007B2329" w:rsidP="007B2329">
      <w:r>
        <w:t>373.0327</w:t>
      </w:r>
      <w:r>
        <w:tab/>
        <w:t>1.013e0</w:t>
      </w:r>
    </w:p>
    <w:p w:rsidR="007B2329" w:rsidRDefault="007B2329" w:rsidP="007B2329">
      <w:r>
        <w:lastRenderedPageBreak/>
        <w:t>373.0393</w:t>
      </w:r>
      <w:r>
        <w:tab/>
        <w:t>1.013e0</w:t>
      </w:r>
    </w:p>
    <w:p w:rsidR="007B2329" w:rsidRDefault="007B2329" w:rsidP="007B2329">
      <w:r>
        <w:t>373.0497</w:t>
      </w:r>
      <w:r>
        <w:tab/>
        <w:t>1.013e0</w:t>
      </w:r>
    </w:p>
    <w:p w:rsidR="007B2329" w:rsidRDefault="007B2329" w:rsidP="007B2329">
      <w:r>
        <w:t>373.0633</w:t>
      </w:r>
      <w:r>
        <w:tab/>
        <w:t>3.038e0</w:t>
      </w:r>
    </w:p>
    <w:p w:rsidR="007B2329" w:rsidRDefault="007B2329" w:rsidP="007B2329">
      <w:r>
        <w:t>373.0647</w:t>
      </w:r>
      <w:r>
        <w:tab/>
        <w:t>3.038e0</w:t>
      </w:r>
    </w:p>
    <w:p w:rsidR="007B2329" w:rsidRDefault="007B2329" w:rsidP="007B2329">
      <w:r>
        <w:t>373.0707</w:t>
      </w:r>
      <w:r>
        <w:tab/>
        <w:t>1.013e0</w:t>
      </w:r>
    </w:p>
    <w:p w:rsidR="007B2329" w:rsidRDefault="007B2329" w:rsidP="007B2329">
      <w:r>
        <w:t>373.0831</w:t>
      </w:r>
      <w:r>
        <w:tab/>
        <w:t>2.025e0</w:t>
      </w:r>
    </w:p>
    <w:p w:rsidR="007B2329" w:rsidRDefault="007B2329" w:rsidP="007B2329">
      <w:r>
        <w:t>373.0883</w:t>
      </w:r>
      <w:r>
        <w:tab/>
        <w:t>1.025e0</w:t>
      </w:r>
    </w:p>
    <w:p w:rsidR="007B2329" w:rsidRDefault="007B2329" w:rsidP="007B2329">
      <w:r>
        <w:t>373.0930</w:t>
      </w:r>
      <w:r>
        <w:tab/>
        <w:t>1.610e0</w:t>
      </w:r>
    </w:p>
    <w:p w:rsidR="007B2329" w:rsidRDefault="007B2329" w:rsidP="007B2329">
      <w:r>
        <w:t>373.1157</w:t>
      </w:r>
      <w:r>
        <w:tab/>
        <w:t>2.025e0</w:t>
      </w:r>
    </w:p>
    <w:p w:rsidR="007B2329" w:rsidRDefault="007B2329" w:rsidP="007B2329">
      <w:r>
        <w:t>373.1256</w:t>
      </w:r>
      <w:r>
        <w:tab/>
        <w:t>2.025e0</w:t>
      </w:r>
    </w:p>
    <w:p w:rsidR="007B2329" w:rsidRDefault="007B2329" w:rsidP="007B2329">
      <w:r>
        <w:t>373.1522</w:t>
      </w:r>
      <w:r>
        <w:tab/>
        <w:t>1.313e0</w:t>
      </w:r>
    </w:p>
    <w:p w:rsidR="007B2329" w:rsidRDefault="007B2329" w:rsidP="007B2329">
      <w:r>
        <w:t>373.1569</w:t>
      </w:r>
      <w:r>
        <w:tab/>
        <w:t>1.785e0</w:t>
      </w:r>
    </w:p>
    <w:p w:rsidR="007B2329" w:rsidRDefault="007B2329" w:rsidP="007B2329">
      <w:r>
        <w:t>373.1876</w:t>
      </w:r>
      <w:r>
        <w:tab/>
        <w:t>1.013e0</w:t>
      </w:r>
    </w:p>
    <w:p w:rsidR="007B2329" w:rsidRDefault="007B2329" w:rsidP="007B2329">
      <w:r>
        <w:t>373.2486</w:t>
      </w:r>
      <w:r>
        <w:tab/>
        <w:t>4.642e2</w:t>
      </w:r>
    </w:p>
    <w:p w:rsidR="007B2329" w:rsidRDefault="007B2329" w:rsidP="007B2329">
      <w:r>
        <w:t>373.2507</w:t>
      </w:r>
      <w:r>
        <w:tab/>
        <w:t>1.236e2</w:t>
      </w:r>
    </w:p>
    <w:p w:rsidR="007B2329" w:rsidRDefault="007B2329" w:rsidP="007B2329">
      <w:r>
        <w:t>373.2521</w:t>
      </w:r>
      <w:r>
        <w:tab/>
        <w:t>2.624e2</w:t>
      </w:r>
    </w:p>
    <w:p w:rsidR="007B2329" w:rsidRDefault="007B2329" w:rsidP="007B2329">
      <w:r>
        <w:t>373.3076</w:t>
      </w:r>
      <w:r>
        <w:tab/>
        <w:t>3.038e0</w:t>
      </w:r>
    </w:p>
    <w:p w:rsidR="007B2329" w:rsidRDefault="007B2329" w:rsidP="007B2329">
      <w:r>
        <w:t>373.3388</w:t>
      </w:r>
      <w:r>
        <w:tab/>
        <w:t>6.076e0</w:t>
      </w:r>
    </w:p>
    <w:p w:rsidR="007B2329" w:rsidRDefault="007B2329" w:rsidP="007B2329">
      <w:r>
        <w:t>373.3418</w:t>
      </w:r>
      <w:r>
        <w:tab/>
        <w:t>6.076e0</w:t>
      </w:r>
    </w:p>
    <w:p w:rsidR="007B2329" w:rsidRDefault="007B2329" w:rsidP="007B2329">
      <w:r>
        <w:lastRenderedPageBreak/>
        <w:t>373.3462</w:t>
      </w:r>
      <w:r>
        <w:tab/>
        <w:t>4.051e0</w:t>
      </w:r>
    </w:p>
    <w:p w:rsidR="007B2329" w:rsidRDefault="007B2329" w:rsidP="007B2329">
      <w:r>
        <w:t>373.3609</w:t>
      </w:r>
      <w:r>
        <w:tab/>
        <w:t>8.101e0</w:t>
      </w:r>
    </w:p>
    <w:p w:rsidR="007B2329" w:rsidRDefault="007B2329" w:rsidP="007B2329">
      <w:r>
        <w:t>373.3637</w:t>
      </w:r>
      <w:r>
        <w:tab/>
        <w:t>1.013e0</w:t>
      </w:r>
    </w:p>
    <w:p w:rsidR="007B2329" w:rsidRDefault="007B2329" w:rsidP="007B2329">
      <w:r>
        <w:t>373.3671</w:t>
      </w:r>
      <w:r>
        <w:tab/>
        <w:t>3.076e0</w:t>
      </w:r>
    </w:p>
    <w:p w:rsidR="007B2329" w:rsidRDefault="007B2329" w:rsidP="007B2329">
      <w:r>
        <w:t>373.3906</w:t>
      </w:r>
      <w:r>
        <w:tab/>
        <w:t>1.038e0</w:t>
      </w:r>
    </w:p>
    <w:p w:rsidR="007B2329" w:rsidRDefault="007B2329" w:rsidP="007B2329">
      <w:r>
        <w:t>373.4012</w:t>
      </w:r>
      <w:r>
        <w:tab/>
        <w:t>1.025e0</w:t>
      </w:r>
    </w:p>
    <w:p w:rsidR="007B2329" w:rsidRDefault="007B2329" w:rsidP="007B2329">
      <w:r>
        <w:t>373.4045</w:t>
      </w:r>
      <w:r>
        <w:tab/>
        <w:t>1.013e0</w:t>
      </w:r>
    </w:p>
    <w:p w:rsidR="007B2329" w:rsidRDefault="007B2329" w:rsidP="007B2329">
      <w:r>
        <w:t>373.4178</w:t>
      </w:r>
      <w:r>
        <w:tab/>
        <w:t>1.013e0</w:t>
      </w:r>
    </w:p>
    <w:p w:rsidR="007B2329" w:rsidRDefault="007B2329" w:rsidP="007B2329">
      <w:r>
        <w:t>373.4385</w:t>
      </w:r>
      <w:r>
        <w:tab/>
        <w:t>1.013e0</w:t>
      </w:r>
    </w:p>
    <w:p w:rsidR="007B2329" w:rsidRDefault="007B2329" w:rsidP="007B2329">
      <w:r>
        <w:t>373.4557</w:t>
      </w:r>
      <w:r>
        <w:tab/>
        <w:t>1.013e0</w:t>
      </w:r>
    </w:p>
    <w:p w:rsidR="007B2329" w:rsidRDefault="007B2329" w:rsidP="007B2329">
      <w:r>
        <w:t>373.4645</w:t>
      </w:r>
      <w:r>
        <w:tab/>
        <w:t>1.013e0</w:t>
      </w:r>
    </w:p>
    <w:p w:rsidR="007B2329" w:rsidRDefault="007B2329" w:rsidP="007B2329">
      <w:r>
        <w:t>373.4664</w:t>
      </w:r>
      <w:r>
        <w:tab/>
        <w:t>2.025e0</w:t>
      </w:r>
    </w:p>
    <w:p w:rsidR="007B2329" w:rsidRDefault="007B2329" w:rsidP="007B2329">
      <w:r>
        <w:t>373.4681</w:t>
      </w:r>
      <w:r>
        <w:tab/>
        <w:t>3.038e0</w:t>
      </w:r>
    </w:p>
    <w:p w:rsidR="007B2329" w:rsidRDefault="007B2329" w:rsidP="007B2329">
      <w:r>
        <w:t>373.4711</w:t>
      </w:r>
      <w:r>
        <w:tab/>
        <w:t>1.013e0</w:t>
      </w:r>
    </w:p>
    <w:p w:rsidR="007B2329" w:rsidRDefault="007B2329" w:rsidP="007B2329">
      <w:r>
        <w:t>373.4788</w:t>
      </w:r>
      <w:r>
        <w:tab/>
        <w:t>2.147e0</w:t>
      </w:r>
    </w:p>
    <w:p w:rsidR="007B2329" w:rsidRDefault="007B2329" w:rsidP="007B2329">
      <w:r>
        <w:t>373.4856</w:t>
      </w:r>
      <w:r>
        <w:tab/>
        <w:t>5.063e0</w:t>
      </w:r>
    </w:p>
    <w:p w:rsidR="007B2329" w:rsidRDefault="007B2329" w:rsidP="007B2329">
      <w:r>
        <w:t>373.4878</w:t>
      </w:r>
      <w:r>
        <w:tab/>
        <w:t>2.025e0</w:t>
      </w:r>
    </w:p>
    <w:p w:rsidR="007B2329" w:rsidRDefault="007B2329" w:rsidP="007B2329">
      <w:r>
        <w:t>373.4909</w:t>
      </w:r>
      <w:r>
        <w:tab/>
        <w:t>1.013e0</w:t>
      </w:r>
    </w:p>
    <w:p w:rsidR="007B2329" w:rsidRDefault="007B2329" w:rsidP="007B2329">
      <w:r>
        <w:t>373.5158</w:t>
      </w:r>
      <w:r>
        <w:tab/>
        <w:t>8.574e0</w:t>
      </w:r>
    </w:p>
    <w:p w:rsidR="007B2329" w:rsidRDefault="007B2329" w:rsidP="007B2329">
      <w:r>
        <w:lastRenderedPageBreak/>
        <w:t>373.5228</w:t>
      </w:r>
      <w:r>
        <w:tab/>
        <w:t>1.013e0</w:t>
      </w:r>
    </w:p>
    <w:p w:rsidR="007B2329" w:rsidRDefault="007B2329" w:rsidP="007B2329">
      <w:r>
        <w:t>373.5375</w:t>
      </w:r>
      <w:r>
        <w:tab/>
        <w:t>1.013e0</w:t>
      </w:r>
    </w:p>
    <w:p w:rsidR="007B2329" w:rsidRDefault="007B2329" w:rsidP="007B2329">
      <w:r>
        <w:t>373.5574</w:t>
      </w:r>
      <w:r>
        <w:tab/>
        <w:t>1.013e0</w:t>
      </w:r>
    </w:p>
    <w:p w:rsidR="007B2329" w:rsidRDefault="007B2329" w:rsidP="007B2329">
      <w:r>
        <w:t>373.5605</w:t>
      </w:r>
      <w:r>
        <w:tab/>
        <w:t>2.025e0</w:t>
      </w:r>
    </w:p>
    <w:p w:rsidR="007B2329" w:rsidRDefault="007B2329" w:rsidP="007B2329">
      <w:r>
        <w:t>373.5796</w:t>
      </w:r>
      <w:r>
        <w:tab/>
        <w:t>3.038e0</w:t>
      </w:r>
    </w:p>
    <w:p w:rsidR="007B2329" w:rsidRDefault="007B2329" w:rsidP="007B2329">
      <w:r>
        <w:t>373.6106</w:t>
      </w:r>
      <w:r>
        <w:tab/>
        <w:t>1.013e0</w:t>
      </w:r>
    </w:p>
    <w:p w:rsidR="007B2329" w:rsidRDefault="007B2329" w:rsidP="007B2329">
      <w:r>
        <w:t>373.6147</w:t>
      </w:r>
      <w:r>
        <w:tab/>
        <w:t>1.013e0</w:t>
      </w:r>
    </w:p>
    <w:p w:rsidR="007B2329" w:rsidRDefault="007B2329" w:rsidP="007B2329">
      <w:r>
        <w:t>373.6177</w:t>
      </w:r>
      <w:r>
        <w:tab/>
        <w:t>2.025e0</w:t>
      </w:r>
    </w:p>
    <w:p w:rsidR="007B2329" w:rsidRDefault="007B2329" w:rsidP="007B2329">
      <w:r>
        <w:t>373.6265</w:t>
      </w:r>
      <w:r>
        <w:tab/>
        <w:t>3.038e0</w:t>
      </w:r>
    </w:p>
    <w:p w:rsidR="007B2329" w:rsidRDefault="007B2329" w:rsidP="007B2329">
      <w:r>
        <w:t>373.6359</w:t>
      </w:r>
      <w:r>
        <w:tab/>
        <w:t>1.013e0</w:t>
      </w:r>
    </w:p>
    <w:p w:rsidR="007B2329" w:rsidRDefault="007B2329" w:rsidP="007B2329">
      <w:r>
        <w:t>373.6438</w:t>
      </w:r>
      <w:r>
        <w:tab/>
        <w:t>1.013e0</w:t>
      </w:r>
    </w:p>
    <w:p w:rsidR="007B2329" w:rsidRDefault="007B2329" w:rsidP="007B2329">
      <w:r>
        <w:t>373.6585</w:t>
      </w:r>
      <w:r>
        <w:tab/>
        <w:t>2.025e0</w:t>
      </w:r>
    </w:p>
    <w:p w:rsidR="007B2329" w:rsidRDefault="007B2329" w:rsidP="007B2329">
      <w:r>
        <w:t>373.6608</w:t>
      </w:r>
      <w:r>
        <w:tab/>
        <w:t>2.025e0</w:t>
      </w:r>
    </w:p>
    <w:p w:rsidR="007B2329" w:rsidRDefault="007B2329" w:rsidP="007B2329">
      <w:r>
        <w:t>373.6837</w:t>
      </w:r>
      <w:r>
        <w:tab/>
        <w:t>2.025e0</w:t>
      </w:r>
    </w:p>
    <w:p w:rsidR="007B2329" w:rsidRDefault="007B2329" w:rsidP="007B2329">
      <w:r>
        <w:t>373.6939</w:t>
      </w:r>
      <w:r>
        <w:tab/>
        <w:t>3.038e0</w:t>
      </w:r>
    </w:p>
    <w:p w:rsidR="007B2329" w:rsidRDefault="007B2329" w:rsidP="007B2329">
      <w:r>
        <w:t>373.6999</w:t>
      </w:r>
      <w:r>
        <w:tab/>
        <w:t>4.051e0</w:t>
      </w:r>
    </w:p>
    <w:p w:rsidR="007B2329" w:rsidRDefault="007B2329" w:rsidP="007B2329">
      <w:r>
        <w:t>373.7235</w:t>
      </w:r>
      <w:r>
        <w:tab/>
        <w:t>2.025e0</w:t>
      </w:r>
    </w:p>
    <w:p w:rsidR="007B2329" w:rsidRDefault="007B2329" w:rsidP="007B2329">
      <w:r>
        <w:t>373.7264</w:t>
      </w:r>
      <w:r>
        <w:tab/>
        <w:t>3.038e0</w:t>
      </w:r>
    </w:p>
    <w:p w:rsidR="007B2329" w:rsidRDefault="007B2329" w:rsidP="007B2329">
      <w:r>
        <w:t>373.7316</w:t>
      </w:r>
      <w:r>
        <w:tab/>
        <w:t>3.038e0</w:t>
      </w:r>
    </w:p>
    <w:p w:rsidR="007B2329" w:rsidRDefault="007B2329" w:rsidP="007B2329">
      <w:r>
        <w:lastRenderedPageBreak/>
        <w:t>373.7365</w:t>
      </w:r>
      <w:r>
        <w:tab/>
        <w:t>5.063e0</w:t>
      </w:r>
    </w:p>
    <w:p w:rsidR="007B2329" w:rsidRDefault="007B2329" w:rsidP="007B2329">
      <w:r>
        <w:t>373.7413</w:t>
      </w:r>
      <w:r>
        <w:tab/>
        <w:t>3.038e0</w:t>
      </w:r>
    </w:p>
    <w:p w:rsidR="007B2329" w:rsidRDefault="007B2329" w:rsidP="007B2329">
      <w:r>
        <w:t>373.7596</w:t>
      </w:r>
      <w:r>
        <w:tab/>
        <w:t>2.025e0</w:t>
      </w:r>
    </w:p>
    <w:p w:rsidR="007B2329" w:rsidRDefault="007B2329" w:rsidP="007B2329">
      <w:r>
        <w:t>373.7880</w:t>
      </w:r>
      <w:r>
        <w:tab/>
        <w:t>3.167e0</w:t>
      </w:r>
    </w:p>
    <w:p w:rsidR="007B2329" w:rsidRDefault="007B2329" w:rsidP="007B2329">
      <w:r>
        <w:t>373.7900</w:t>
      </w:r>
      <w:r>
        <w:tab/>
        <w:t>1.013e0</w:t>
      </w:r>
    </w:p>
    <w:p w:rsidR="007B2329" w:rsidRDefault="007B2329" w:rsidP="007B2329">
      <w:r>
        <w:t>373.7989</w:t>
      </w:r>
      <w:r>
        <w:tab/>
        <w:t>1.013e0</w:t>
      </w:r>
    </w:p>
    <w:p w:rsidR="007B2329" w:rsidRDefault="007B2329" w:rsidP="007B2329">
      <w:r>
        <w:t>373.8097</w:t>
      </w:r>
      <w:r>
        <w:tab/>
        <w:t>4.051e0</w:t>
      </w:r>
    </w:p>
    <w:p w:rsidR="007B2329" w:rsidRDefault="007B2329" w:rsidP="007B2329">
      <w:r>
        <w:t>373.8123</w:t>
      </w:r>
      <w:r>
        <w:tab/>
        <w:t>2.025e0</w:t>
      </w:r>
    </w:p>
    <w:p w:rsidR="007B2329" w:rsidRDefault="007B2329" w:rsidP="007B2329">
      <w:r>
        <w:t>373.8160</w:t>
      </w:r>
      <w:r>
        <w:tab/>
        <w:t>1.013e0</w:t>
      </w:r>
    </w:p>
    <w:p w:rsidR="007B2329" w:rsidRDefault="007B2329" w:rsidP="007B2329">
      <w:r>
        <w:t>373.8448</w:t>
      </w:r>
      <w:r>
        <w:tab/>
        <w:t>1.013e0</w:t>
      </w:r>
    </w:p>
    <w:p w:rsidR="007B2329" w:rsidRDefault="007B2329" w:rsidP="007B2329">
      <w:r>
        <w:t>373.8566</w:t>
      </w:r>
      <w:r>
        <w:tab/>
        <w:t>3.038e0</w:t>
      </w:r>
    </w:p>
    <w:p w:rsidR="007B2329" w:rsidRDefault="007B2329" w:rsidP="007B2329">
      <w:r>
        <w:t>373.8591</w:t>
      </w:r>
      <w:r>
        <w:tab/>
        <w:t>2.025e0</w:t>
      </w:r>
    </w:p>
    <w:p w:rsidR="007B2329" w:rsidRDefault="007B2329" w:rsidP="007B2329">
      <w:r>
        <w:t>373.8869</w:t>
      </w:r>
      <w:r>
        <w:tab/>
        <w:t>3.038e0</w:t>
      </w:r>
    </w:p>
    <w:p w:rsidR="007B2329" w:rsidRDefault="007B2329" w:rsidP="007B2329">
      <w:r>
        <w:t>373.8887</w:t>
      </w:r>
      <w:r>
        <w:tab/>
        <w:t>1.025e0</w:t>
      </w:r>
    </w:p>
    <w:p w:rsidR="007B2329" w:rsidRDefault="007B2329" w:rsidP="007B2329">
      <w:r>
        <w:t>373.9032</w:t>
      </w:r>
      <w:r>
        <w:tab/>
        <w:t>1.013e0</w:t>
      </w:r>
    </w:p>
    <w:p w:rsidR="007B2329" w:rsidRDefault="007B2329" w:rsidP="007B2329">
      <w:r>
        <w:t>373.9165</w:t>
      </w:r>
      <w:r>
        <w:tab/>
        <w:t>1.013e0</w:t>
      </w:r>
    </w:p>
    <w:p w:rsidR="007B2329" w:rsidRDefault="007B2329" w:rsidP="007B2329">
      <w:r>
        <w:t>373.9347</w:t>
      </w:r>
      <w:r>
        <w:tab/>
        <w:t>3.038e0</w:t>
      </w:r>
    </w:p>
    <w:p w:rsidR="007B2329" w:rsidRDefault="007B2329" w:rsidP="007B2329">
      <w:r>
        <w:t>373.9499</w:t>
      </w:r>
      <w:r>
        <w:tab/>
        <w:t>1.013e0</w:t>
      </w:r>
    </w:p>
    <w:p w:rsidR="007B2329" w:rsidRDefault="007B2329" w:rsidP="007B2329">
      <w:r>
        <w:t>373.9538</w:t>
      </w:r>
      <w:r>
        <w:tab/>
        <w:t>1.013e0</w:t>
      </w:r>
    </w:p>
    <w:p w:rsidR="007B2329" w:rsidRDefault="007B2329" w:rsidP="007B2329">
      <w:r>
        <w:lastRenderedPageBreak/>
        <w:t>373.9750</w:t>
      </w:r>
      <w:r>
        <w:tab/>
        <w:t>1.013e0</w:t>
      </w:r>
    </w:p>
    <w:p w:rsidR="007B2329" w:rsidRDefault="007B2329" w:rsidP="007B2329">
      <w:r>
        <w:t>373.9814</w:t>
      </w:r>
      <w:r>
        <w:tab/>
        <w:t>2.025e0</w:t>
      </w:r>
    </w:p>
    <w:p w:rsidR="007B2329" w:rsidRDefault="007B2329" w:rsidP="007B2329">
      <w:r>
        <w:t>374.0229</w:t>
      </w:r>
      <w:r>
        <w:tab/>
        <w:t>2.025e0</w:t>
      </w:r>
    </w:p>
    <w:p w:rsidR="007B2329" w:rsidRDefault="007B2329" w:rsidP="007B2329">
      <w:r>
        <w:t>374.0255</w:t>
      </w:r>
      <w:r>
        <w:tab/>
        <w:t>3.051e0</w:t>
      </w:r>
    </w:p>
    <w:p w:rsidR="007B2329" w:rsidRDefault="007B2329" w:rsidP="007B2329">
      <w:r>
        <w:t>374.0421</w:t>
      </w:r>
      <w:r>
        <w:tab/>
        <w:t>1.013e0</w:t>
      </w:r>
    </w:p>
    <w:p w:rsidR="007B2329" w:rsidRDefault="007B2329" w:rsidP="007B2329">
      <w:r>
        <w:t>374.0516</w:t>
      </w:r>
      <w:r>
        <w:tab/>
        <w:t>3.038e0</w:t>
      </w:r>
    </w:p>
    <w:p w:rsidR="007B2329" w:rsidRDefault="007B2329" w:rsidP="007B2329">
      <w:r>
        <w:t>374.0563</w:t>
      </w:r>
      <w:r>
        <w:tab/>
        <w:t>1.013e0</w:t>
      </w:r>
    </w:p>
    <w:p w:rsidR="007B2329" w:rsidRDefault="007B2329" w:rsidP="007B2329">
      <w:r>
        <w:t>374.0709</w:t>
      </w:r>
      <w:r>
        <w:tab/>
        <w:t>1.013e0</w:t>
      </w:r>
    </w:p>
    <w:p w:rsidR="007B2329" w:rsidRDefault="007B2329" w:rsidP="007B2329">
      <w:r>
        <w:t>374.0723</w:t>
      </w:r>
      <w:r>
        <w:tab/>
        <w:t>2.025e0</w:t>
      </w:r>
    </w:p>
    <w:p w:rsidR="007B2329" w:rsidRDefault="007B2329" w:rsidP="007B2329">
      <w:r>
        <w:t>374.0795</w:t>
      </w:r>
      <w:r>
        <w:tab/>
        <w:t>2.025e0</w:t>
      </w:r>
    </w:p>
    <w:p w:rsidR="007B2329" w:rsidRDefault="007B2329" w:rsidP="007B2329">
      <w:r>
        <w:t>374.0818</w:t>
      </w:r>
      <w:r>
        <w:tab/>
        <w:t>3.038e0</w:t>
      </w:r>
    </w:p>
    <w:p w:rsidR="007B2329" w:rsidRDefault="007B2329" w:rsidP="007B2329">
      <w:r>
        <w:t>374.0829</w:t>
      </w:r>
      <w:r>
        <w:tab/>
        <w:t>5.239e0</w:t>
      </w:r>
    </w:p>
    <w:p w:rsidR="007B2329" w:rsidRDefault="007B2329" w:rsidP="007B2329">
      <w:r>
        <w:t>374.0848</w:t>
      </w:r>
      <w:r>
        <w:tab/>
        <w:t>2.025e0</w:t>
      </w:r>
    </w:p>
    <w:p w:rsidR="007B2329" w:rsidRDefault="007B2329" w:rsidP="007B2329">
      <w:r>
        <w:t>374.1134</w:t>
      </w:r>
      <w:r>
        <w:tab/>
        <w:t>2.051e0</w:t>
      </w:r>
    </w:p>
    <w:p w:rsidR="007B2329" w:rsidRDefault="007B2329" w:rsidP="007B2329">
      <w:r>
        <w:t>374.1360</w:t>
      </w:r>
      <w:r>
        <w:tab/>
        <w:t>2.025e0</w:t>
      </w:r>
    </w:p>
    <w:p w:rsidR="007B2329" w:rsidRDefault="007B2329" w:rsidP="007B2329">
      <w:r>
        <w:t>374.1380</w:t>
      </w:r>
      <w:r>
        <w:tab/>
        <w:t>1.013e0</w:t>
      </w:r>
    </w:p>
    <w:p w:rsidR="007B2329" w:rsidRDefault="007B2329" w:rsidP="007B2329">
      <w:r>
        <w:t>374.1429</w:t>
      </w:r>
      <w:r>
        <w:tab/>
        <w:t>2.532e-2</w:t>
      </w:r>
    </w:p>
    <w:p w:rsidR="007B2329" w:rsidRDefault="007B2329" w:rsidP="007B2329">
      <w:r>
        <w:t>374.1792</w:t>
      </w:r>
      <w:r>
        <w:tab/>
        <w:t>4.325e0</w:t>
      </w:r>
    </w:p>
    <w:p w:rsidR="007B2329" w:rsidRDefault="007B2329" w:rsidP="007B2329">
      <w:r>
        <w:t>374.1873</w:t>
      </w:r>
      <w:r>
        <w:tab/>
        <w:t>5.170e0</w:t>
      </w:r>
    </w:p>
    <w:p w:rsidR="007B2329" w:rsidRDefault="007B2329" w:rsidP="007B2329">
      <w:r>
        <w:lastRenderedPageBreak/>
        <w:t>374.1978</w:t>
      </w:r>
      <w:r>
        <w:tab/>
        <w:t>2.025e0</w:t>
      </w:r>
    </w:p>
    <w:p w:rsidR="007B2329" w:rsidRDefault="007B2329" w:rsidP="007B2329">
      <w:r>
        <w:t>374.2092</w:t>
      </w:r>
      <w:r>
        <w:tab/>
        <w:t>8.060e0</w:t>
      </w:r>
    </w:p>
    <w:p w:rsidR="007B2329" w:rsidRDefault="007B2329" w:rsidP="007B2329">
      <w:r>
        <w:t>374.2498</w:t>
      </w:r>
      <w:r>
        <w:tab/>
        <w:t>3.771e1</w:t>
      </w:r>
    </w:p>
    <w:p w:rsidR="007B2329" w:rsidRDefault="007B2329" w:rsidP="007B2329">
      <w:r>
        <w:t>374.2512</w:t>
      </w:r>
      <w:r>
        <w:tab/>
        <w:t>2.185e1</w:t>
      </w:r>
    </w:p>
    <w:p w:rsidR="007B2329" w:rsidRDefault="007B2329" w:rsidP="007B2329">
      <w:r>
        <w:t>374.2540</w:t>
      </w:r>
      <w:r>
        <w:tab/>
        <w:t>1.503e2</w:t>
      </w:r>
    </w:p>
    <w:p w:rsidR="007B2329" w:rsidRDefault="007B2329" w:rsidP="007B2329">
      <w:r>
        <w:t>374.2591</w:t>
      </w:r>
      <w:r>
        <w:tab/>
        <w:t>2.233e1</w:t>
      </w:r>
    </w:p>
    <w:p w:rsidR="007B2329" w:rsidRDefault="007B2329" w:rsidP="007B2329">
      <w:r>
        <w:t>374.3036</w:t>
      </w:r>
      <w:r>
        <w:tab/>
        <w:t>4.051e0</w:t>
      </w:r>
    </w:p>
    <w:p w:rsidR="007B2329" w:rsidRDefault="007B2329" w:rsidP="007B2329">
      <w:r>
        <w:t>374.3224</w:t>
      </w:r>
      <w:r>
        <w:tab/>
        <w:t>1.013e0</w:t>
      </w:r>
    </w:p>
    <w:p w:rsidR="007B2329" w:rsidRDefault="007B2329" w:rsidP="007B2329">
      <w:r>
        <w:t>374.3354</w:t>
      </w:r>
      <w:r>
        <w:tab/>
        <w:t>2.025e0</w:t>
      </w:r>
    </w:p>
    <w:p w:rsidR="007B2329" w:rsidRDefault="007B2329" w:rsidP="007B2329">
      <w:r>
        <w:t>374.3468</w:t>
      </w:r>
      <w:r>
        <w:tab/>
        <w:t>2.025e0</w:t>
      </w:r>
    </w:p>
    <w:p w:rsidR="007B2329" w:rsidRDefault="007B2329" w:rsidP="007B2329">
      <w:r>
        <w:t>374.3490</w:t>
      </w:r>
      <w:r>
        <w:tab/>
        <w:t>1.013e0</w:t>
      </w:r>
    </w:p>
    <w:p w:rsidR="007B2329" w:rsidRDefault="007B2329" w:rsidP="007B2329">
      <w:r>
        <w:t>374.3813</w:t>
      </w:r>
      <w:r>
        <w:tab/>
        <w:t>2.025e0</w:t>
      </w:r>
    </w:p>
    <w:p w:rsidR="007B2329" w:rsidRDefault="007B2329" w:rsidP="007B2329">
      <w:r>
        <w:t>374.3832</w:t>
      </w:r>
      <w:r>
        <w:tab/>
        <w:t>3.038e0</w:t>
      </w:r>
    </w:p>
    <w:p w:rsidR="007B2329" w:rsidRDefault="007B2329" w:rsidP="007B2329">
      <w:r>
        <w:t>374.3938</w:t>
      </w:r>
      <w:r>
        <w:tab/>
        <w:t>2.025e0</w:t>
      </w:r>
    </w:p>
    <w:p w:rsidR="007B2329" w:rsidRDefault="007B2329" w:rsidP="007B2329">
      <w:r>
        <w:t>374.4069</w:t>
      </w:r>
      <w:r>
        <w:tab/>
        <w:t>3.038e0</w:t>
      </w:r>
    </w:p>
    <w:p w:rsidR="007B2329" w:rsidRDefault="007B2329" w:rsidP="007B2329">
      <w:r>
        <w:t>374.4157</w:t>
      </w:r>
      <w:r>
        <w:tab/>
        <w:t>1.013e0</w:t>
      </w:r>
    </w:p>
    <w:p w:rsidR="007B2329" w:rsidRDefault="007B2329" w:rsidP="007B2329">
      <w:r>
        <w:t>374.4312</w:t>
      </w:r>
      <w:r>
        <w:tab/>
        <w:t>1.013e0</w:t>
      </w:r>
    </w:p>
    <w:p w:rsidR="007B2329" w:rsidRDefault="007B2329" w:rsidP="007B2329">
      <w:r>
        <w:t>374.4356</w:t>
      </w:r>
      <w:r>
        <w:tab/>
        <w:t>1.013e0</w:t>
      </w:r>
    </w:p>
    <w:p w:rsidR="007B2329" w:rsidRDefault="007B2329" w:rsidP="007B2329">
      <w:r>
        <w:t>374.4624</w:t>
      </w:r>
      <w:r>
        <w:tab/>
        <w:t>7.089e0</w:t>
      </w:r>
    </w:p>
    <w:p w:rsidR="007B2329" w:rsidRDefault="007B2329" w:rsidP="007B2329">
      <w:r>
        <w:lastRenderedPageBreak/>
        <w:t>374.4943</w:t>
      </w:r>
      <w:r>
        <w:tab/>
        <w:t>1.013e0</w:t>
      </w:r>
    </w:p>
    <w:p w:rsidR="007B2329" w:rsidRDefault="007B2329" w:rsidP="007B2329">
      <w:r>
        <w:t>374.5021</w:t>
      </w:r>
      <w:r>
        <w:tab/>
        <w:t>4.051e0</w:t>
      </w:r>
    </w:p>
    <w:p w:rsidR="007B2329" w:rsidRDefault="007B2329" w:rsidP="007B2329">
      <w:r>
        <w:t>374.5193</w:t>
      </w:r>
      <w:r>
        <w:tab/>
        <w:t>1.013e0</w:t>
      </w:r>
    </w:p>
    <w:p w:rsidR="007B2329" w:rsidRDefault="007B2329" w:rsidP="007B2329">
      <w:r>
        <w:t>374.5392</w:t>
      </w:r>
      <w:r>
        <w:tab/>
        <w:t>2.025e0</w:t>
      </w:r>
    </w:p>
    <w:p w:rsidR="007B2329" w:rsidRDefault="007B2329" w:rsidP="007B2329">
      <w:r>
        <w:t>374.5747</w:t>
      </w:r>
      <w:r>
        <w:tab/>
        <w:t>3.038e0</w:t>
      </w:r>
    </w:p>
    <w:p w:rsidR="007B2329" w:rsidRDefault="007B2329" w:rsidP="007B2329">
      <w:r>
        <w:t>374.5778</w:t>
      </w:r>
      <w:r>
        <w:tab/>
        <w:t>2.025e0</w:t>
      </w:r>
    </w:p>
    <w:p w:rsidR="007B2329" w:rsidRDefault="007B2329" w:rsidP="007B2329">
      <w:r>
        <w:t>374.5822</w:t>
      </w:r>
      <w:r>
        <w:tab/>
        <w:t>2.025e0</w:t>
      </w:r>
    </w:p>
    <w:p w:rsidR="007B2329" w:rsidRDefault="007B2329" w:rsidP="007B2329">
      <w:r>
        <w:t>374.5863</w:t>
      </w:r>
      <w:r>
        <w:tab/>
        <w:t>1.013e0</w:t>
      </w:r>
    </w:p>
    <w:p w:rsidR="007B2329" w:rsidRDefault="007B2329" w:rsidP="007B2329">
      <w:r>
        <w:t>374.6154</w:t>
      </w:r>
      <w:r>
        <w:tab/>
        <w:t>1.013e0</w:t>
      </w:r>
    </w:p>
    <w:p w:rsidR="007B2329" w:rsidRDefault="007B2329" w:rsidP="007B2329">
      <w:r>
        <w:t>374.6170</w:t>
      </w:r>
      <w:r>
        <w:tab/>
        <w:t>4.051e0</w:t>
      </w:r>
    </w:p>
    <w:p w:rsidR="007B2329" w:rsidRDefault="007B2329" w:rsidP="007B2329">
      <w:r>
        <w:t>374.6216</w:t>
      </w:r>
      <w:r>
        <w:tab/>
        <w:t>4.051e0</w:t>
      </w:r>
    </w:p>
    <w:p w:rsidR="007B2329" w:rsidRDefault="007B2329" w:rsidP="007B2329">
      <w:r>
        <w:t>374.6323</w:t>
      </w:r>
      <w:r>
        <w:tab/>
        <w:t>1.013e0</w:t>
      </w:r>
    </w:p>
    <w:p w:rsidR="007B2329" w:rsidRDefault="007B2329" w:rsidP="007B2329">
      <w:r>
        <w:t>374.6364</w:t>
      </w:r>
      <w:r>
        <w:tab/>
        <w:t>1.013e0</w:t>
      </w:r>
    </w:p>
    <w:p w:rsidR="007B2329" w:rsidRDefault="007B2329" w:rsidP="007B2329">
      <w:r>
        <w:t>374.6660</w:t>
      </w:r>
      <w:r>
        <w:tab/>
        <w:t>2.025e0</w:t>
      </w:r>
    </w:p>
    <w:p w:rsidR="007B2329" w:rsidRDefault="007B2329" w:rsidP="007B2329">
      <w:r>
        <w:t>374.6871</w:t>
      </w:r>
      <w:r>
        <w:tab/>
        <w:t>2.025e0</w:t>
      </w:r>
    </w:p>
    <w:p w:rsidR="007B2329" w:rsidRDefault="007B2329" w:rsidP="007B2329">
      <w:r>
        <w:t>374.6889</w:t>
      </w:r>
      <w:r>
        <w:tab/>
        <w:t>3.038e0</w:t>
      </w:r>
    </w:p>
    <w:p w:rsidR="007B2329" w:rsidRDefault="007B2329" w:rsidP="007B2329">
      <w:r>
        <w:t>374.7013</w:t>
      </w:r>
      <w:r>
        <w:tab/>
        <w:t>4.051e0</w:t>
      </w:r>
    </w:p>
    <w:p w:rsidR="007B2329" w:rsidRDefault="007B2329" w:rsidP="007B2329">
      <w:r>
        <w:t>374.7067</w:t>
      </w:r>
      <w:r>
        <w:tab/>
        <w:t>2.532e-2</w:t>
      </w:r>
    </w:p>
    <w:p w:rsidR="007B2329" w:rsidRDefault="007B2329" w:rsidP="007B2329">
      <w:r>
        <w:t>374.7119</w:t>
      </w:r>
      <w:r>
        <w:tab/>
        <w:t>2.025e0</w:t>
      </w:r>
    </w:p>
    <w:p w:rsidR="007B2329" w:rsidRDefault="007B2329" w:rsidP="007B2329">
      <w:r>
        <w:lastRenderedPageBreak/>
        <w:t>374.7166</w:t>
      </w:r>
      <w:r>
        <w:tab/>
        <w:t>4.051e0</w:t>
      </w:r>
    </w:p>
    <w:p w:rsidR="007B2329" w:rsidRDefault="007B2329" w:rsidP="007B2329">
      <w:r>
        <w:t>374.7621</w:t>
      </w:r>
      <w:r>
        <w:tab/>
        <w:t>1.013e0</w:t>
      </w:r>
    </w:p>
    <w:p w:rsidR="007B2329" w:rsidRDefault="007B2329" w:rsidP="007B2329">
      <w:r>
        <w:t>374.7685</w:t>
      </w:r>
      <w:r>
        <w:tab/>
        <w:t>2.025e0</w:t>
      </w:r>
    </w:p>
    <w:p w:rsidR="007B2329" w:rsidRDefault="007B2329" w:rsidP="007B2329">
      <w:r>
        <w:t>374.7705</w:t>
      </w:r>
      <w:r>
        <w:tab/>
        <w:t>1.013e0</w:t>
      </w:r>
    </w:p>
    <w:p w:rsidR="007B2329" w:rsidRDefault="007B2329" w:rsidP="007B2329">
      <w:r>
        <w:t>374.7734</w:t>
      </w:r>
      <w:r>
        <w:tab/>
        <w:t>2.025e0</w:t>
      </w:r>
    </w:p>
    <w:p w:rsidR="007B2329" w:rsidRDefault="007B2329" w:rsidP="007B2329">
      <w:r>
        <w:t>374.7916</w:t>
      </w:r>
      <w:r>
        <w:tab/>
        <w:t>1.013e0</w:t>
      </w:r>
    </w:p>
    <w:p w:rsidR="007B2329" w:rsidRDefault="007B2329" w:rsidP="007B2329">
      <w:r>
        <w:t>374.8087</w:t>
      </w:r>
      <w:r>
        <w:tab/>
        <w:t>2.025e0</w:t>
      </w:r>
    </w:p>
    <w:p w:rsidR="007B2329" w:rsidRDefault="007B2329" w:rsidP="007B2329">
      <w:r>
        <w:t>374.8143</w:t>
      </w:r>
      <w:r>
        <w:tab/>
        <w:t>1.025e0</w:t>
      </w:r>
    </w:p>
    <w:p w:rsidR="007B2329" w:rsidRDefault="007B2329" w:rsidP="007B2329">
      <w:r>
        <w:t>374.8164</w:t>
      </w:r>
      <w:r>
        <w:tab/>
        <w:t>1.013e0</w:t>
      </w:r>
    </w:p>
    <w:p w:rsidR="007B2329" w:rsidRDefault="007B2329" w:rsidP="007B2329">
      <w:r>
        <w:t>374.8336</w:t>
      </w:r>
      <w:r>
        <w:tab/>
        <w:t>1.013e0</w:t>
      </w:r>
    </w:p>
    <w:p w:rsidR="007B2329" w:rsidRDefault="007B2329" w:rsidP="007B2329">
      <w:r>
        <w:t>374.8357</w:t>
      </w:r>
      <w:r>
        <w:tab/>
        <w:t>2.025e0</w:t>
      </w:r>
    </w:p>
    <w:p w:rsidR="007B2329" w:rsidRDefault="007B2329" w:rsidP="007B2329">
      <w:r>
        <w:t>374.8422</w:t>
      </w:r>
      <w:r>
        <w:tab/>
        <w:t>1.013e0</w:t>
      </w:r>
    </w:p>
    <w:p w:rsidR="007B2329" w:rsidRDefault="007B2329" w:rsidP="007B2329">
      <w:r>
        <w:t>374.8687</w:t>
      </w:r>
      <w:r>
        <w:tab/>
        <w:t>1.013e0</w:t>
      </w:r>
    </w:p>
    <w:p w:rsidR="007B2329" w:rsidRDefault="007B2329" w:rsidP="007B2329">
      <w:r>
        <w:t>374.8701</w:t>
      </w:r>
      <w:r>
        <w:tab/>
        <w:t>3.038e0</w:t>
      </w:r>
    </w:p>
    <w:p w:rsidR="007B2329" w:rsidRDefault="007B2329" w:rsidP="007B2329">
      <w:r>
        <w:t>374.8755</w:t>
      </w:r>
      <w:r>
        <w:tab/>
        <w:t>3.038e0</w:t>
      </w:r>
    </w:p>
    <w:p w:rsidR="007B2329" w:rsidRDefault="007B2329" w:rsidP="007B2329">
      <w:r>
        <w:t>374.9008</w:t>
      </w:r>
      <w:r>
        <w:tab/>
        <w:t>1.013e0</w:t>
      </w:r>
    </w:p>
    <w:p w:rsidR="007B2329" w:rsidRDefault="007B2329" w:rsidP="007B2329">
      <w:r>
        <w:t>374.9073</w:t>
      </w:r>
      <w:r>
        <w:tab/>
        <w:t>3.038e0</w:t>
      </w:r>
    </w:p>
    <w:p w:rsidR="007B2329" w:rsidRDefault="007B2329" w:rsidP="007B2329">
      <w:r>
        <w:t>374.9219</w:t>
      </w:r>
      <w:r>
        <w:tab/>
        <w:t>2.025e0</w:t>
      </w:r>
    </w:p>
    <w:p w:rsidR="007B2329" w:rsidRDefault="007B2329" w:rsidP="007B2329">
      <w:r>
        <w:t>374.9295</w:t>
      </w:r>
      <w:r>
        <w:tab/>
        <w:t>2.025e0</w:t>
      </w:r>
    </w:p>
    <w:p w:rsidR="007B2329" w:rsidRDefault="007B2329" w:rsidP="007B2329">
      <w:r>
        <w:lastRenderedPageBreak/>
        <w:t>374.9362</w:t>
      </w:r>
      <w:r>
        <w:tab/>
        <w:t>2.025e0</w:t>
      </w:r>
    </w:p>
    <w:p w:rsidR="007B2329" w:rsidRDefault="007B2329" w:rsidP="007B2329">
      <w:r>
        <w:t>374.9523</w:t>
      </w:r>
      <w:r>
        <w:tab/>
        <w:t>2.025e0</w:t>
      </w:r>
    </w:p>
    <w:p w:rsidR="007B2329" w:rsidRDefault="007B2329" w:rsidP="007B2329">
      <w:r>
        <w:t>374.9621</w:t>
      </w:r>
      <w:r>
        <w:tab/>
        <w:t>1.013e0</w:t>
      </w:r>
    </w:p>
    <w:p w:rsidR="007B2329" w:rsidRDefault="007B2329" w:rsidP="007B2329">
      <w:r>
        <w:t>374.9682</w:t>
      </w:r>
      <w:r>
        <w:tab/>
        <w:t>4.051e0</w:t>
      </w:r>
    </w:p>
    <w:p w:rsidR="007B2329" w:rsidRDefault="007B2329" w:rsidP="007B2329">
      <w:r>
        <w:t>374.9717</w:t>
      </w:r>
      <w:r>
        <w:tab/>
        <w:t>2.025e0</w:t>
      </w:r>
    </w:p>
    <w:p w:rsidR="007B2329" w:rsidRDefault="007B2329" w:rsidP="007B2329">
      <w:r>
        <w:t>374.9888</w:t>
      </w:r>
      <w:r>
        <w:tab/>
        <w:t>1.013e0</w:t>
      </w:r>
    </w:p>
    <w:p w:rsidR="007B2329" w:rsidRDefault="007B2329" w:rsidP="007B2329">
      <w:r>
        <w:t>375.0083</w:t>
      </w:r>
      <w:r>
        <w:tab/>
        <w:t>4.051e0</w:t>
      </w:r>
    </w:p>
    <w:p w:rsidR="007B2329" w:rsidRDefault="007B2329" w:rsidP="007B2329">
      <w:r>
        <w:t>375.0106</w:t>
      </w:r>
      <w:r>
        <w:tab/>
        <w:t>2.025e0</w:t>
      </w:r>
    </w:p>
    <w:p w:rsidR="007B2329" w:rsidRDefault="007B2329" w:rsidP="007B2329">
      <w:r>
        <w:t>375.0387</w:t>
      </w:r>
      <w:r>
        <w:tab/>
        <w:t>1.013e0</w:t>
      </w:r>
    </w:p>
    <w:p w:rsidR="007B2329" w:rsidRDefault="007B2329" w:rsidP="007B2329">
      <w:r>
        <w:t>375.0551</w:t>
      </w:r>
      <w:r>
        <w:tab/>
        <w:t>2.025e0</w:t>
      </w:r>
    </w:p>
    <w:p w:rsidR="007B2329" w:rsidRDefault="007B2329" w:rsidP="007B2329">
      <w:r>
        <w:t>375.0640</w:t>
      </w:r>
      <w:r>
        <w:tab/>
        <w:t>5.063e0</w:t>
      </w:r>
    </w:p>
    <w:p w:rsidR="007B2329" w:rsidRDefault="007B2329" w:rsidP="007B2329">
      <w:r>
        <w:t>375.0754</w:t>
      </w:r>
      <w:r>
        <w:tab/>
        <w:t>1.013e0</w:t>
      </w:r>
    </w:p>
    <w:p w:rsidR="007B2329" w:rsidRDefault="007B2329" w:rsidP="007B2329">
      <w:r>
        <w:t>375.0768</w:t>
      </w:r>
      <w:r>
        <w:tab/>
        <w:t>3.038e0</w:t>
      </w:r>
    </w:p>
    <w:p w:rsidR="007B2329" w:rsidRDefault="007B2329" w:rsidP="007B2329">
      <w:r>
        <w:t>375.0809</w:t>
      </w:r>
      <w:r>
        <w:tab/>
        <w:t>1.013e0</w:t>
      </w:r>
    </w:p>
    <w:p w:rsidR="007B2329" w:rsidRDefault="007B2329" w:rsidP="007B2329">
      <w:r>
        <w:t>375.0940</w:t>
      </w:r>
      <w:r>
        <w:tab/>
        <w:t>3.038e0</w:t>
      </w:r>
    </w:p>
    <w:p w:rsidR="007B2329" w:rsidRDefault="007B2329" w:rsidP="007B2329">
      <w:r>
        <w:t>375.1059</w:t>
      </w:r>
      <w:r>
        <w:tab/>
        <w:t>1.013e0</w:t>
      </w:r>
    </w:p>
    <w:p w:rsidR="007B2329" w:rsidRDefault="007B2329" w:rsidP="007B2329">
      <w:r>
        <w:t>375.1097</w:t>
      </w:r>
      <w:r>
        <w:tab/>
        <w:t>1.013e0</w:t>
      </w:r>
    </w:p>
    <w:p w:rsidR="007B2329" w:rsidRDefault="007B2329" w:rsidP="007B2329">
      <w:r>
        <w:t>375.1221</w:t>
      </w:r>
      <w:r>
        <w:tab/>
        <w:t>1.013e0</w:t>
      </w:r>
    </w:p>
    <w:p w:rsidR="007B2329" w:rsidRDefault="007B2329" w:rsidP="007B2329">
      <w:r>
        <w:t>375.1334</w:t>
      </w:r>
      <w:r>
        <w:tab/>
        <w:t>3.051e0</w:t>
      </w:r>
    </w:p>
    <w:p w:rsidR="007B2329" w:rsidRDefault="007B2329" w:rsidP="007B2329">
      <w:r>
        <w:lastRenderedPageBreak/>
        <w:t>375.1484</w:t>
      </w:r>
      <w:r>
        <w:tab/>
        <w:t>7.648e0</w:t>
      </w:r>
    </w:p>
    <w:p w:rsidR="007B2329" w:rsidRDefault="007B2329" w:rsidP="007B2329">
      <w:r>
        <w:t>375.1620</w:t>
      </w:r>
      <w:r>
        <w:tab/>
        <w:t>1.613e0</w:t>
      </w:r>
    </w:p>
    <w:p w:rsidR="007B2329" w:rsidRDefault="007B2329" w:rsidP="007B2329">
      <w:r>
        <w:t>375.1661</w:t>
      </w:r>
      <w:r>
        <w:tab/>
        <w:t>2.025e0</w:t>
      </w:r>
    </w:p>
    <w:p w:rsidR="007B2329" w:rsidRDefault="007B2329" w:rsidP="007B2329">
      <w:r>
        <w:t>375.1765</w:t>
      </w:r>
      <w:r>
        <w:tab/>
        <w:t>2.299e0</w:t>
      </w:r>
    </w:p>
    <w:p w:rsidR="007B2329" w:rsidRDefault="007B2329" w:rsidP="007B2329">
      <w:r>
        <w:t>375.2206</w:t>
      </w:r>
      <w:r>
        <w:tab/>
        <w:t>1.591e0</w:t>
      </w:r>
    </w:p>
    <w:p w:rsidR="007B2329" w:rsidRDefault="007B2329" w:rsidP="007B2329">
      <w:r>
        <w:t>375.2364</w:t>
      </w:r>
      <w:r>
        <w:tab/>
        <w:t>5.063e0</w:t>
      </w:r>
    </w:p>
    <w:p w:rsidR="007B2329" w:rsidRDefault="007B2329" w:rsidP="007B2329">
      <w:r>
        <w:t>375.2374</w:t>
      </w:r>
      <w:r>
        <w:tab/>
        <w:t>7.131e-1</w:t>
      </w:r>
    </w:p>
    <w:p w:rsidR="007B2329" w:rsidRDefault="007B2329" w:rsidP="007B2329">
      <w:r>
        <w:t>375.2399</w:t>
      </w:r>
      <w:r>
        <w:tab/>
        <w:t>8.308e0</w:t>
      </w:r>
    </w:p>
    <w:p w:rsidR="007B2329" w:rsidRDefault="007B2329" w:rsidP="007B2329">
      <w:r>
        <w:t>375.2417</w:t>
      </w:r>
      <w:r>
        <w:tab/>
        <w:t>1.152e1</w:t>
      </w:r>
    </w:p>
    <w:p w:rsidR="007B2329" w:rsidRDefault="007B2329" w:rsidP="007B2329">
      <w:r>
        <w:t>375.2590</w:t>
      </w:r>
      <w:r>
        <w:tab/>
        <w:t>3.177e0</w:t>
      </w:r>
    </w:p>
    <w:p w:rsidR="007B2329" w:rsidRDefault="007B2329" w:rsidP="007B2329">
      <w:r>
        <w:t>375.2601</w:t>
      </w:r>
      <w:r>
        <w:tab/>
        <w:t>3.220e0</w:t>
      </w:r>
    </w:p>
    <w:p w:rsidR="007B2329" w:rsidRDefault="007B2329" w:rsidP="007B2329">
      <w:r>
        <w:t>375.2729</w:t>
      </w:r>
      <w:r>
        <w:tab/>
        <w:t>1.761e0</w:t>
      </w:r>
    </w:p>
    <w:p w:rsidR="007B2329" w:rsidRDefault="007B2329" w:rsidP="007B2329">
      <w:r>
        <w:t>375.2755</w:t>
      </w:r>
      <w:r>
        <w:tab/>
        <w:t>3.335e0</w:t>
      </w:r>
    </w:p>
    <w:p w:rsidR="007B2329" w:rsidRDefault="007B2329" w:rsidP="007B2329">
      <w:r>
        <w:t>375.2873</w:t>
      </w:r>
      <w:r>
        <w:tab/>
        <w:t>4.051e0</w:t>
      </w:r>
    </w:p>
    <w:p w:rsidR="007B2329" w:rsidRDefault="007B2329" w:rsidP="007B2329">
      <w:r>
        <w:t>375.2966</w:t>
      </w:r>
      <w:r>
        <w:tab/>
        <w:t>2.025e0</w:t>
      </w:r>
    </w:p>
    <w:p w:rsidR="007B2329" w:rsidRDefault="007B2329" w:rsidP="007B2329">
      <w:r>
        <w:t>375.2980</w:t>
      </w:r>
      <w:r>
        <w:tab/>
        <w:t>1.577e0</w:t>
      </w:r>
    </w:p>
    <w:p w:rsidR="007B2329" w:rsidRDefault="007B2329" w:rsidP="007B2329">
      <w:r>
        <w:t>375.3223</w:t>
      </w:r>
      <w:r>
        <w:tab/>
        <w:t>1.013e0</w:t>
      </w:r>
    </w:p>
    <w:p w:rsidR="007B2329" w:rsidRDefault="007B2329" w:rsidP="007B2329">
      <w:r>
        <w:t>375.3282</w:t>
      </w:r>
      <w:r>
        <w:tab/>
        <w:t>1.013e0</w:t>
      </w:r>
    </w:p>
    <w:p w:rsidR="007B2329" w:rsidRDefault="007B2329" w:rsidP="007B2329">
      <w:r>
        <w:t>375.3408</w:t>
      </w:r>
      <w:r>
        <w:tab/>
        <w:t>2.025e0</w:t>
      </w:r>
    </w:p>
    <w:p w:rsidR="007B2329" w:rsidRDefault="007B2329" w:rsidP="007B2329">
      <w:r>
        <w:lastRenderedPageBreak/>
        <w:t>375.3481</w:t>
      </w:r>
      <w:r>
        <w:tab/>
        <w:t>3.038e0</w:t>
      </w:r>
    </w:p>
    <w:p w:rsidR="007B2329" w:rsidRDefault="007B2329" w:rsidP="007B2329">
      <w:r>
        <w:t>375.3531</w:t>
      </w:r>
      <w:r>
        <w:tab/>
        <w:t>1.013e0</w:t>
      </w:r>
    </w:p>
    <w:p w:rsidR="007B2329" w:rsidRDefault="007B2329" w:rsidP="007B2329">
      <w:r>
        <w:t>375.3560</w:t>
      </w:r>
      <w:r>
        <w:tab/>
        <w:t>2.025e0</w:t>
      </w:r>
    </w:p>
    <w:p w:rsidR="007B2329" w:rsidRDefault="007B2329" w:rsidP="007B2329">
      <w:r>
        <w:t>375.3690</w:t>
      </w:r>
      <w:r>
        <w:tab/>
        <w:t>1.013e0</w:t>
      </w:r>
    </w:p>
    <w:p w:rsidR="007B2329" w:rsidRDefault="007B2329" w:rsidP="007B2329">
      <w:r>
        <w:t>375.3954</w:t>
      </w:r>
      <w:r>
        <w:tab/>
        <w:t>1.013e0</w:t>
      </w:r>
    </w:p>
    <w:p w:rsidR="007B2329" w:rsidRDefault="007B2329" w:rsidP="007B2329">
      <w:r>
        <w:t>375.4202</w:t>
      </w:r>
      <w:r>
        <w:tab/>
        <w:t>1.013e0</w:t>
      </w:r>
    </w:p>
    <w:p w:rsidR="007B2329" w:rsidRDefault="007B2329" w:rsidP="007B2329">
      <w:r>
        <w:t>375.4290</w:t>
      </w:r>
      <w:r>
        <w:tab/>
        <w:t>1.013e0</w:t>
      </w:r>
    </w:p>
    <w:p w:rsidR="007B2329" w:rsidRDefault="007B2329" w:rsidP="007B2329">
      <w:r>
        <w:t>375.4397</w:t>
      </w:r>
      <w:r>
        <w:tab/>
        <w:t>4.051e0</w:t>
      </w:r>
    </w:p>
    <w:p w:rsidR="007B2329" w:rsidRDefault="007B2329" w:rsidP="007B2329">
      <w:r>
        <w:t>375.4663</w:t>
      </w:r>
      <w:r>
        <w:tab/>
        <w:t>1.013e0</w:t>
      </w:r>
    </w:p>
    <w:p w:rsidR="007B2329" w:rsidRDefault="007B2329" w:rsidP="007B2329">
      <w:r>
        <w:t>375.4701</w:t>
      </w:r>
      <w:r>
        <w:tab/>
        <w:t>1.038e0</w:t>
      </w:r>
    </w:p>
    <w:p w:rsidR="007B2329" w:rsidRDefault="007B2329" w:rsidP="007B2329">
      <w:r>
        <w:t>375.4861</w:t>
      </w:r>
      <w:r>
        <w:tab/>
        <w:t>3.038e0</w:t>
      </w:r>
    </w:p>
    <w:p w:rsidR="007B2329" w:rsidRDefault="007B2329" w:rsidP="007B2329">
      <w:r>
        <w:t>375.4914</w:t>
      </w:r>
      <w:r>
        <w:tab/>
        <w:t>1.013e0</w:t>
      </w:r>
    </w:p>
    <w:p w:rsidR="007B2329" w:rsidRDefault="007B2329" w:rsidP="007B2329">
      <w:r>
        <w:t>375.5025</w:t>
      </w:r>
      <w:r>
        <w:tab/>
        <w:t>1.013e0</w:t>
      </w:r>
    </w:p>
    <w:p w:rsidR="007B2329" w:rsidRDefault="007B2329" w:rsidP="007B2329">
      <w:r>
        <w:t>375.5081</w:t>
      </w:r>
      <w:r>
        <w:tab/>
        <w:t>3.038e0</w:t>
      </w:r>
    </w:p>
    <w:p w:rsidR="007B2329" w:rsidRDefault="007B2329" w:rsidP="007B2329">
      <w:r>
        <w:t>375.5493</w:t>
      </w:r>
      <w:r>
        <w:tab/>
        <w:t>2.025e0</w:t>
      </w:r>
    </w:p>
    <w:p w:rsidR="007B2329" w:rsidRDefault="007B2329" w:rsidP="007B2329">
      <w:r>
        <w:t>375.5625</w:t>
      </w:r>
      <w:r>
        <w:tab/>
        <w:t>1.013e0</w:t>
      </w:r>
    </w:p>
    <w:p w:rsidR="007B2329" w:rsidRDefault="007B2329" w:rsidP="007B2329">
      <w:r>
        <w:t>375.5692</w:t>
      </w:r>
      <w:r>
        <w:tab/>
        <w:t>1.013e0</w:t>
      </w:r>
    </w:p>
    <w:p w:rsidR="007B2329" w:rsidRDefault="007B2329" w:rsidP="007B2329">
      <w:r>
        <w:t>375.5753</w:t>
      </w:r>
      <w:r>
        <w:tab/>
        <w:t>2.025e0</w:t>
      </w:r>
    </w:p>
    <w:p w:rsidR="007B2329" w:rsidRDefault="007B2329" w:rsidP="007B2329">
      <w:r>
        <w:t>375.5795</w:t>
      </w:r>
      <w:r>
        <w:tab/>
        <w:t>1.013e0</w:t>
      </w:r>
    </w:p>
    <w:p w:rsidR="007B2329" w:rsidRDefault="007B2329" w:rsidP="007B2329">
      <w:r>
        <w:lastRenderedPageBreak/>
        <w:t>375.6093</w:t>
      </w:r>
      <w:r>
        <w:tab/>
        <w:t>2.025e0</w:t>
      </w:r>
    </w:p>
    <w:p w:rsidR="007B2329" w:rsidRDefault="007B2329" w:rsidP="007B2329">
      <w:r>
        <w:t>375.6218</w:t>
      </w:r>
      <w:r>
        <w:tab/>
        <w:t>1.013e0</w:t>
      </w:r>
    </w:p>
    <w:p w:rsidR="007B2329" w:rsidRDefault="007B2329" w:rsidP="007B2329">
      <w:r>
        <w:t>375.6506</w:t>
      </w:r>
      <w:r>
        <w:tab/>
        <w:t>4.051e0</w:t>
      </w:r>
    </w:p>
    <w:p w:rsidR="007B2329" w:rsidRDefault="007B2329" w:rsidP="007B2329">
      <w:r>
        <w:t>375.6556</w:t>
      </w:r>
      <w:r>
        <w:tab/>
        <w:t>2.025e0</w:t>
      </w:r>
    </w:p>
    <w:p w:rsidR="007B2329" w:rsidRDefault="007B2329" w:rsidP="007B2329">
      <w:r>
        <w:t>375.6570</w:t>
      </w:r>
      <w:r>
        <w:tab/>
        <w:t>2.025e0</w:t>
      </w:r>
    </w:p>
    <w:p w:rsidR="007B2329" w:rsidRDefault="007B2329" w:rsidP="007B2329">
      <w:r>
        <w:t>375.7229</w:t>
      </w:r>
      <w:r>
        <w:tab/>
        <w:t>1.013e0</w:t>
      </w:r>
    </w:p>
    <w:p w:rsidR="007B2329" w:rsidRDefault="007B2329" w:rsidP="007B2329">
      <w:r>
        <w:t>375.7347</w:t>
      </w:r>
      <w:r>
        <w:tab/>
        <w:t>1.013e0</w:t>
      </w:r>
    </w:p>
    <w:p w:rsidR="007B2329" w:rsidRDefault="007B2329" w:rsidP="007B2329">
      <w:r>
        <w:t>375.7431</w:t>
      </w:r>
      <w:r>
        <w:tab/>
        <w:t>1.013e0</w:t>
      </w:r>
    </w:p>
    <w:p w:rsidR="007B2329" w:rsidRDefault="007B2329" w:rsidP="007B2329">
      <w:r>
        <w:t>375.7495</w:t>
      </w:r>
      <w:r>
        <w:tab/>
        <w:t>1.013e0</w:t>
      </w:r>
    </w:p>
    <w:p w:rsidR="007B2329" w:rsidRDefault="007B2329" w:rsidP="007B2329">
      <w:r>
        <w:t>375.7559</w:t>
      </w:r>
      <w:r>
        <w:tab/>
        <w:t>1.013e0</w:t>
      </w:r>
    </w:p>
    <w:p w:rsidR="007B2329" w:rsidRDefault="007B2329" w:rsidP="007B2329">
      <w:r>
        <w:t>375.7697</w:t>
      </w:r>
      <w:r>
        <w:tab/>
        <w:t>1.013e0</w:t>
      </w:r>
    </w:p>
    <w:p w:rsidR="007B2329" w:rsidRDefault="007B2329" w:rsidP="007B2329">
      <w:r>
        <w:t>375.7897</w:t>
      </w:r>
      <w:r>
        <w:tab/>
        <w:t>1.013e0</w:t>
      </w:r>
    </w:p>
    <w:p w:rsidR="007B2329" w:rsidRDefault="007B2329" w:rsidP="007B2329">
      <w:r>
        <w:t>375.7951</w:t>
      </w:r>
      <w:r>
        <w:tab/>
        <w:t>2.025e0</w:t>
      </w:r>
    </w:p>
    <w:p w:rsidR="007B2329" w:rsidRDefault="007B2329" w:rsidP="007B2329">
      <w:r>
        <w:t>375.8097</w:t>
      </w:r>
      <w:r>
        <w:tab/>
        <w:t>1.013e0</w:t>
      </w:r>
    </w:p>
    <w:p w:rsidR="007B2329" w:rsidRDefault="007B2329" w:rsidP="007B2329">
      <w:r>
        <w:t>375.8232</w:t>
      </w:r>
      <w:r>
        <w:tab/>
        <w:t>1.013e0</w:t>
      </w:r>
    </w:p>
    <w:p w:rsidR="007B2329" w:rsidRDefault="007B2329" w:rsidP="007B2329">
      <w:r>
        <w:t>375.8306</w:t>
      </w:r>
      <w:r>
        <w:tab/>
        <w:t>1.013e0</w:t>
      </w:r>
    </w:p>
    <w:p w:rsidR="007B2329" w:rsidRDefault="007B2329" w:rsidP="007B2329">
      <w:r>
        <w:t>375.8766</w:t>
      </w:r>
      <w:r>
        <w:tab/>
        <w:t>1.013e0</w:t>
      </w:r>
    </w:p>
    <w:p w:rsidR="007B2329" w:rsidRDefault="007B2329" w:rsidP="007B2329">
      <w:r>
        <w:t>375.8798</w:t>
      </w:r>
      <w:r>
        <w:tab/>
        <w:t>3.038e0</w:t>
      </w:r>
    </w:p>
    <w:p w:rsidR="007B2329" w:rsidRDefault="007B2329" w:rsidP="007B2329">
      <w:r>
        <w:t>375.8816</w:t>
      </w:r>
      <w:r>
        <w:tab/>
        <w:t>2.025e0</w:t>
      </w:r>
    </w:p>
    <w:p w:rsidR="007B2329" w:rsidRDefault="007B2329" w:rsidP="007B2329">
      <w:r>
        <w:lastRenderedPageBreak/>
        <w:t>375.8899</w:t>
      </w:r>
      <w:r>
        <w:tab/>
        <w:t>1.013e0</w:t>
      </w:r>
    </w:p>
    <w:p w:rsidR="007B2329" w:rsidRDefault="007B2329" w:rsidP="007B2329">
      <w:r>
        <w:t>375.8979</w:t>
      </w:r>
      <w:r>
        <w:tab/>
        <w:t>1.013e0</w:t>
      </w:r>
    </w:p>
    <w:p w:rsidR="007B2329" w:rsidRDefault="007B2329" w:rsidP="007B2329">
      <w:r>
        <w:t>375.9201</w:t>
      </w:r>
      <w:r>
        <w:tab/>
        <w:t>2.025e0</w:t>
      </w:r>
    </w:p>
    <w:p w:rsidR="007B2329" w:rsidRDefault="007B2329" w:rsidP="007B2329">
      <w:r>
        <w:t>375.9715</w:t>
      </w:r>
      <w:r>
        <w:tab/>
        <w:t>2.025e0</w:t>
      </w:r>
    </w:p>
    <w:p w:rsidR="007B2329" w:rsidRDefault="007B2329" w:rsidP="007B2329">
      <w:r>
        <w:t>375.9860</w:t>
      </w:r>
      <w:r>
        <w:tab/>
        <w:t>1.013e0</w:t>
      </w:r>
    </w:p>
    <w:p w:rsidR="007B2329" w:rsidRDefault="007B2329" w:rsidP="007B2329">
      <w:r>
        <w:t>376.0279</w:t>
      </w:r>
      <w:r>
        <w:tab/>
        <w:t>6.076e0</w:t>
      </w:r>
    </w:p>
    <w:p w:rsidR="007B2329" w:rsidRDefault="007B2329" w:rsidP="007B2329">
      <w:r>
        <w:t>376.0341</w:t>
      </w:r>
      <w:r>
        <w:tab/>
        <w:t>2.025e0</w:t>
      </w:r>
    </w:p>
    <w:p w:rsidR="007B2329" w:rsidRDefault="007B2329" w:rsidP="007B2329">
      <w:r>
        <w:t>376.0371</w:t>
      </w:r>
      <w:r>
        <w:tab/>
        <w:t>1.013e0</w:t>
      </w:r>
    </w:p>
    <w:p w:rsidR="007B2329" w:rsidRDefault="007B2329" w:rsidP="007B2329">
      <w:r>
        <w:t>376.0504</w:t>
      </w:r>
      <w:r>
        <w:tab/>
        <w:t>4.051e0</w:t>
      </w:r>
    </w:p>
    <w:p w:rsidR="007B2329" w:rsidRDefault="007B2329" w:rsidP="007B2329">
      <w:r>
        <w:t>376.0767</w:t>
      </w:r>
      <w:r>
        <w:tab/>
        <w:t>2.025e0</w:t>
      </w:r>
    </w:p>
    <w:p w:rsidR="007B2329" w:rsidRDefault="007B2329" w:rsidP="007B2329">
      <w:r>
        <w:t>376.0782</w:t>
      </w:r>
      <w:r>
        <w:tab/>
        <w:t>1.013e0</w:t>
      </w:r>
    </w:p>
    <w:p w:rsidR="007B2329" w:rsidRDefault="007B2329" w:rsidP="007B2329">
      <w:r>
        <w:t>376.1203</w:t>
      </w:r>
      <w:r>
        <w:tab/>
        <w:t>2.025e0</w:t>
      </w:r>
    </w:p>
    <w:p w:rsidR="007B2329" w:rsidRDefault="007B2329" w:rsidP="007B2329">
      <w:r>
        <w:t>376.1407</w:t>
      </w:r>
      <w:r>
        <w:tab/>
        <w:t>3.038e0</w:t>
      </w:r>
    </w:p>
    <w:p w:rsidR="007B2329" w:rsidRDefault="007B2329" w:rsidP="007B2329">
      <w:r>
        <w:t>376.1594</w:t>
      </w:r>
      <w:r>
        <w:tab/>
        <w:t>2.025e0</w:t>
      </w:r>
    </w:p>
    <w:p w:rsidR="007B2329" w:rsidRDefault="007B2329" w:rsidP="007B2329">
      <w:r>
        <w:t>376.1616</w:t>
      </w:r>
      <w:r>
        <w:tab/>
        <w:t>1.296e1</w:t>
      </w:r>
    </w:p>
    <w:p w:rsidR="007B2329" w:rsidRDefault="007B2329" w:rsidP="007B2329">
      <w:r>
        <w:t>376.1765</w:t>
      </w:r>
      <w:r>
        <w:tab/>
        <w:t>1.529e1</w:t>
      </w:r>
    </w:p>
    <w:p w:rsidR="007B2329" w:rsidRDefault="007B2329" w:rsidP="007B2329">
      <w:r>
        <w:t>376.1828</w:t>
      </w:r>
      <w:r>
        <w:tab/>
        <w:t>2.097e1</w:t>
      </w:r>
    </w:p>
    <w:p w:rsidR="007B2329" w:rsidRDefault="007B2329" w:rsidP="007B2329">
      <w:r>
        <w:t>376.1852</w:t>
      </w:r>
      <w:r>
        <w:tab/>
        <w:t>2.767e1</w:t>
      </w:r>
    </w:p>
    <w:p w:rsidR="007B2329" w:rsidRDefault="007B2329" w:rsidP="007B2329">
      <w:r>
        <w:t>376.1910</w:t>
      </w:r>
      <w:r>
        <w:tab/>
        <w:t>2.724e1</w:t>
      </w:r>
    </w:p>
    <w:p w:rsidR="007B2329" w:rsidRDefault="007B2329" w:rsidP="007B2329">
      <w:r>
        <w:lastRenderedPageBreak/>
        <w:t>376.1935</w:t>
      </w:r>
      <w:r>
        <w:tab/>
        <w:t>1.248e1</w:t>
      </w:r>
    </w:p>
    <w:p w:rsidR="007B2329" w:rsidRDefault="007B2329" w:rsidP="007B2329">
      <w:r>
        <w:t>376.1967</w:t>
      </w:r>
      <w:r>
        <w:tab/>
        <w:t>9.686e0</w:t>
      </w:r>
    </w:p>
    <w:p w:rsidR="007B2329" w:rsidRDefault="007B2329" w:rsidP="007B2329">
      <w:r>
        <w:t>376.2016</w:t>
      </w:r>
      <w:r>
        <w:tab/>
        <w:t>2.025e0</w:t>
      </w:r>
    </w:p>
    <w:p w:rsidR="007B2329" w:rsidRDefault="007B2329" w:rsidP="007B2329">
      <w:r>
        <w:t>376.2190</w:t>
      </w:r>
      <w:r>
        <w:tab/>
        <w:t>3.323e0</w:t>
      </w:r>
    </w:p>
    <w:p w:rsidR="007B2329" w:rsidRDefault="007B2329" w:rsidP="007B2329">
      <w:r>
        <w:t>376.2435</w:t>
      </w:r>
      <w:r>
        <w:tab/>
        <w:t>3.877e0</w:t>
      </w:r>
    </w:p>
    <w:p w:rsidR="007B2329" w:rsidRDefault="007B2329" w:rsidP="007B2329">
      <w:r>
        <w:t>376.2554</w:t>
      </w:r>
      <w:r>
        <w:tab/>
        <w:t>1.236e0</w:t>
      </w:r>
    </w:p>
    <w:p w:rsidR="007B2329" w:rsidRDefault="007B2329" w:rsidP="007B2329">
      <w:r>
        <w:t>376.2567</w:t>
      </w:r>
      <w:r>
        <w:tab/>
        <w:t>1.025e0</w:t>
      </w:r>
    </w:p>
    <w:p w:rsidR="007B2329" w:rsidRDefault="007B2329" w:rsidP="007B2329">
      <w:r>
        <w:t>376.2671</w:t>
      </w:r>
      <w:r>
        <w:tab/>
        <w:t>5.570e0</w:t>
      </w:r>
    </w:p>
    <w:p w:rsidR="007B2329" w:rsidRDefault="007B2329" w:rsidP="007B2329">
      <w:r>
        <w:t>376.2708</w:t>
      </w:r>
      <w:r>
        <w:tab/>
        <w:t>1.425e0</w:t>
      </w:r>
    </w:p>
    <w:p w:rsidR="007B2329" w:rsidRDefault="007B2329" w:rsidP="007B2329">
      <w:r>
        <w:t>376.2910</w:t>
      </w:r>
      <w:r>
        <w:tab/>
        <w:t>1.013e0</w:t>
      </w:r>
    </w:p>
    <w:p w:rsidR="007B2329" w:rsidRDefault="007B2329" w:rsidP="007B2329">
      <w:r>
        <w:t>376.2966</w:t>
      </w:r>
      <w:r>
        <w:tab/>
        <w:t>1.013e0</w:t>
      </w:r>
    </w:p>
    <w:p w:rsidR="007B2329" w:rsidRDefault="007B2329" w:rsidP="007B2329">
      <w:r>
        <w:t>376.3005</w:t>
      </w:r>
      <w:r>
        <w:tab/>
        <w:t>1.013e0</w:t>
      </w:r>
    </w:p>
    <w:p w:rsidR="007B2329" w:rsidRDefault="007B2329" w:rsidP="007B2329">
      <w:r>
        <w:t>376.3253</w:t>
      </w:r>
      <w:r>
        <w:tab/>
        <w:t>2.025e0</w:t>
      </w:r>
    </w:p>
    <w:p w:rsidR="007B2329" w:rsidRDefault="007B2329" w:rsidP="007B2329">
      <w:r>
        <w:t>376.3312</w:t>
      </w:r>
      <w:r>
        <w:tab/>
        <w:t>1.013e0</w:t>
      </w:r>
    </w:p>
    <w:p w:rsidR="007B2329" w:rsidRDefault="007B2329" w:rsidP="007B2329">
      <w:r>
        <w:t>376.3378</w:t>
      </w:r>
      <w:r>
        <w:tab/>
        <w:t>4.051e0</w:t>
      </w:r>
    </w:p>
    <w:p w:rsidR="007B2329" w:rsidRDefault="007B2329" w:rsidP="007B2329">
      <w:r>
        <w:t>376.3423</w:t>
      </w:r>
      <w:r>
        <w:tab/>
        <w:t>3.038e0</w:t>
      </w:r>
    </w:p>
    <w:p w:rsidR="007B2329" w:rsidRDefault="007B2329" w:rsidP="007B2329">
      <w:r>
        <w:t>376.3781</w:t>
      </w:r>
      <w:r>
        <w:tab/>
        <w:t>3.038e0</w:t>
      </w:r>
    </w:p>
    <w:p w:rsidR="007B2329" w:rsidRDefault="007B2329" w:rsidP="007B2329">
      <w:r>
        <w:t>376.3981</w:t>
      </w:r>
      <w:r>
        <w:tab/>
        <w:t>1.013e0</w:t>
      </w:r>
    </w:p>
    <w:p w:rsidR="007B2329" w:rsidRDefault="007B2329" w:rsidP="007B2329">
      <w:r>
        <w:t>376.4049</w:t>
      </w:r>
      <w:r>
        <w:tab/>
        <w:t>1.013e0</w:t>
      </w:r>
    </w:p>
    <w:p w:rsidR="007B2329" w:rsidRDefault="007B2329" w:rsidP="007B2329">
      <w:r>
        <w:lastRenderedPageBreak/>
        <w:t>376.4076</w:t>
      </w:r>
      <w:r>
        <w:tab/>
        <w:t>2.025e0</w:t>
      </w:r>
    </w:p>
    <w:p w:rsidR="007B2329" w:rsidRDefault="007B2329" w:rsidP="007B2329">
      <w:r>
        <w:t>376.4249</w:t>
      </w:r>
      <w:r>
        <w:tab/>
        <w:t>1.013e0</w:t>
      </w:r>
    </w:p>
    <w:p w:rsidR="007B2329" w:rsidRDefault="007B2329" w:rsidP="007B2329">
      <w:r>
        <w:t>376.4516</w:t>
      </w:r>
      <w:r>
        <w:tab/>
        <w:t>1.013e0</w:t>
      </w:r>
    </w:p>
    <w:p w:rsidR="007B2329" w:rsidRDefault="007B2329" w:rsidP="007B2329">
      <w:r>
        <w:t>376.4535</w:t>
      </w:r>
      <w:r>
        <w:tab/>
        <w:t>4.051e0</w:t>
      </w:r>
    </w:p>
    <w:p w:rsidR="007B2329" w:rsidRDefault="007B2329" w:rsidP="007B2329">
      <w:r>
        <w:t>376.4683</w:t>
      </w:r>
      <w:r>
        <w:tab/>
        <w:t>2.025e0</w:t>
      </w:r>
    </w:p>
    <w:p w:rsidR="007B2329" w:rsidRDefault="007B2329" w:rsidP="007B2329">
      <w:r>
        <w:t>376.4814</w:t>
      </w:r>
      <w:r>
        <w:tab/>
        <w:t>4.051e0</w:t>
      </w:r>
    </w:p>
    <w:p w:rsidR="007B2329" w:rsidRDefault="007B2329" w:rsidP="007B2329">
      <w:r>
        <w:t>376.5186</w:t>
      </w:r>
      <w:r>
        <w:tab/>
        <w:t>1.013e0</w:t>
      </w:r>
    </w:p>
    <w:p w:rsidR="007B2329" w:rsidRDefault="007B2329" w:rsidP="007B2329">
      <w:r>
        <w:t>376.5441</w:t>
      </w:r>
      <w:r>
        <w:tab/>
        <w:t>1.013e0</w:t>
      </w:r>
    </w:p>
    <w:p w:rsidR="007B2329" w:rsidRDefault="007B2329" w:rsidP="007B2329">
      <w:r>
        <w:t>376.5481</w:t>
      </w:r>
      <w:r>
        <w:tab/>
        <w:t>1.013e0</w:t>
      </w:r>
    </w:p>
    <w:p w:rsidR="007B2329" w:rsidRDefault="007B2329" w:rsidP="007B2329">
      <w:r>
        <w:t>376.5706</w:t>
      </w:r>
      <w:r>
        <w:tab/>
        <w:t>2.038e0</w:t>
      </w:r>
    </w:p>
    <w:p w:rsidR="007B2329" w:rsidRDefault="007B2329" w:rsidP="007B2329">
      <w:r>
        <w:t>376.5729</w:t>
      </w:r>
      <w:r>
        <w:tab/>
        <w:t>1.013e0</w:t>
      </w:r>
    </w:p>
    <w:p w:rsidR="007B2329" w:rsidRDefault="007B2329" w:rsidP="007B2329">
      <w:r>
        <w:t>376.5815</w:t>
      </w:r>
      <w:r>
        <w:tab/>
        <w:t>1.025e0</w:t>
      </w:r>
    </w:p>
    <w:p w:rsidR="007B2329" w:rsidRDefault="007B2329" w:rsidP="007B2329">
      <w:r>
        <w:t>376.6057</w:t>
      </w:r>
      <w:r>
        <w:tab/>
        <w:t>1.013e0</w:t>
      </w:r>
    </w:p>
    <w:p w:rsidR="007B2329" w:rsidRDefault="007B2329" w:rsidP="007B2329">
      <w:r>
        <w:t>376.6152</w:t>
      </w:r>
      <w:r>
        <w:tab/>
        <w:t>1.013e0</w:t>
      </w:r>
    </w:p>
    <w:p w:rsidR="007B2329" w:rsidRDefault="007B2329" w:rsidP="007B2329">
      <w:r>
        <w:t>376.6324</w:t>
      </w:r>
      <w:r>
        <w:tab/>
        <w:t>2.025e0</w:t>
      </w:r>
    </w:p>
    <w:p w:rsidR="007B2329" w:rsidRDefault="007B2329" w:rsidP="007B2329">
      <w:r>
        <w:t>376.6401</w:t>
      </w:r>
      <w:r>
        <w:tab/>
        <w:t>1.013e0</w:t>
      </w:r>
    </w:p>
    <w:p w:rsidR="007B2329" w:rsidRDefault="007B2329" w:rsidP="007B2329">
      <w:r>
        <w:t>376.6573</w:t>
      </w:r>
      <w:r>
        <w:tab/>
        <w:t>1.013e0</w:t>
      </w:r>
    </w:p>
    <w:p w:rsidR="007B2329" w:rsidRDefault="007B2329" w:rsidP="007B2329">
      <w:r>
        <w:t>376.6725</w:t>
      </w:r>
      <w:r>
        <w:tab/>
        <w:t>1.013e0</w:t>
      </w:r>
    </w:p>
    <w:p w:rsidR="007B2329" w:rsidRDefault="007B2329" w:rsidP="007B2329">
      <w:r>
        <w:t>376.6785</w:t>
      </w:r>
      <w:r>
        <w:tab/>
        <w:t>1.013e0</w:t>
      </w:r>
    </w:p>
    <w:p w:rsidR="007B2329" w:rsidRDefault="007B2329" w:rsidP="007B2329">
      <w:r>
        <w:lastRenderedPageBreak/>
        <w:t>376.6798</w:t>
      </w:r>
      <w:r>
        <w:tab/>
        <w:t>2.025e0</w:t>
      </w:r>
    </w:p>
    <w:p w:rsidR="007B2329" w:rsidRDefault="007B2329" w:rsidP="007B2329">
      <w:r>
        <w:t>376.6860</w:t>
      </w:r>
      <w:r>
        <w:tab/>
        <w:t>1.013e0</w:t>
      </w:r>
    </w:p>
    <w:p w:rsidR="007B2329" w:rsidRDefault="007B2329" w:rsidP="007B2329">
      <w:r>
        <w:t>376.6882</w:t>
      </w:r>
      <w:r>
        <w:tab/>
        <w:t>2.025e0</w:t>
      </w:r>
    </w:p>
    <w:p w:rsidR="007B2329" w:rsidRDefault="007B2329" w:rsidP="007B2329">
      <w:r>
        <w:t>376.7194</w:t>
      </w:r>
      <w:r>
        <w:tab/>
        <w:t>1.013e0</w:t>
      </w:r>
    </w:p>
    <w:p w:rsidR="007B2329" w:rsidRDefault="007B2329" w:rsidP="007B2329">
      <w:r>
        <w:t>376.7244</w:t>
      </w:r>
      <w:r>
        <w:tab/>
        <w:t>1.013e0</w:t>
      </w:r>
    </w:p>
    <w:p w:rsidR="007B2329" w:rsidRDefault="007B2329" w:rsidP="007B2329">
      <w:r>
        <w:t>376.7283</w:t>
      </w:r>
      <w:r>
        <w:tab/>
        <w:t>1.013e0</w:t>
      </w:r>
    </w:p>
    <w:p w:rsidR="007B2329" w:rsidRDefault="007B2329" w:rsidP="007B2329">
      <w:r>
        <w:t>376.7395</w:t>
      </w:r>
      <w:r>
        <w:tab/>
        <w:t>1.013e0</w:t>
      </w:r>
    </w:p>
    <w:p w:rsidR="007B2329" w:rsidRDefault="007B2329" w:rsidP="007B2329">
      <w:r>
        <w:t>376.7456</w:t>
      </w:r>
      <w:r>
        <w:tab/>
        <w:t>1.013e0</w:t>
      </w:r>
    </w:p>
    <w:p w:rsidR="007B2329" w:rsidRDefault="007B2329" w:rsidP="007B2329">
      <w:r>
        <w:t>376.7704</w:t>
      </w:r>
      <w:r>
        <w:tab/>
        <w:t>1.013e0</w:t>
      </w:r>
    </w:p>
    <w:p w:rsidR="007B2329" w:rsidRDefault="007B2329" w:rsidP="007B2329">
      <w:r>
        <w:t>376.7799</w:t>
      </w:r>
      <w:r>
        <w:tab/>
        <w:t>1.013e0</w:t>
      </w:r>
    </w:p>
    <w:p w:rsidR="007B2329" w:rsidRDefault="007B2329" w:rsidP="007B2329">
      <w:r>
        <w:t>376.7916</w:t>
      </w:r>
      <w:r>
        <w:tab/>
        <w:t>1.013e0</w:t>
      </w:r>
    </w:p>
    <w:p w:rsidR="007B2329" w:rsidRDefault="007B2329" w:rsidP="007B2329">
      <w:r>
        <w:t>376.8060</w:t>
      </w:r>
      <w:r>
        <w:tab/>
        <w:t>2.025e0</w:t>
      </w:r>
    </w:p>
    <w:p w:rsidR="007B2329" w:rsidRDefault="007B2329" w:rsidP="007B2329">
      <w:r>
        <w:t>376.8127</w:t>
      </w:r>
      <w:r>
        <w:tab/>
        <w:t>1.013e0</w:t>
      </w:r>
    </w:p>
    <w:p w:rsidR="007B2329" w:rsidRDefault="007B2329" w:rsidP="007B2329">
      <w:r>
        <w:t>376.8166</w:t>
      </w:r>
      <w:r>
        <w:tab/>
        <w:t>1.013e0</w:t>
      </w:r>
    </w:p>
    <w:p w:rsidR="007B2329" w:rsidRDefault="007B2329" w:rsidP="007B2329">
      <w:r>
        <w:t>376.8195</w:t>
      </w:r>
      <w:r>
        <w:tab/>
        <w:t>3.038e0</w:t>
      </w:r>
    </w:p>
    <w:p w:rsidR="007B2329" w:rsidRDefault="007B2329" w:rsidP="007B2329">
      <w:r>
        <w:t>376.8535</w:t>
      </w:r>
      <w:r>
        <w:tab/>
        <w:t>1.013e0</w:t>
      </w:r>
    </w:p>
    <w:p w:rsidR="007B2329" w:rsidRDefault="007B2329" w:rsidP="007B2329">
      <w:r>
        <w:t>376.8627</w:t>
      </w:r>
      <w:r>
        <w:tab/>
        <w:t>1.013e0</w:t>
      </w:r>
    </w:p>
    <w:p w:rsidR="007B2329" w:rsidRDefault="007B2329" w:rsidP="007B2329">
      <w:r>
        <w:t>376.8734</w:t>
      </w:r>
      <w:r>
        <w:tab/>
        <w:t>1.013e0</w:t>
      </w:r>
    </w:p>
    <w:p w:rsidR="007B2329" w:rsidRDefault="007B2329" w:rsidP="007B2329">
      <w:r>
        <w:t>376.8875</w:t>
      </w:r>
      <w:r>
        <w:tab/>
        <w:t>1.013e0</w:t>
      </w:r>
    </w:p>
    <w:p w:rsidR="007B2329" w:rsidRDefault="007B2329" w:rsidP="007B2329">
      <w:r>
        <w:lastRenderedPageBreak/>
        <w:t>376.8961</w:t>
      </w:r>
      <w:r>
        <w:tab/>
        <w:t>2.025e0</w:t>
      </w:r>
    </w:p>
    <w:p w:rsidR="007B2329" w:rsidRDefault="007B2329" w:rsidP="007B2329">
      <w:r>
        <w:t>376.9048</w:t>
      </w:r>
      <w:r>
        <w:tab/>
        <w:t>1.013e0</w:t>
      </w:r>
    </w:p>
    <w:p w:rsidR="007B2329" w:rsidRDefault="007B2329" w:rsidP="007B2329">
      <w:r>
        <w:t>376.9136</w:t>
      </w:r>
      <w:r>
        <w:tab/>
        <w:t>1.013e0</w:t>
      </w:r>
    </w:p>
    <w:p w:rsidR="007B2329" w:rsidRDefault="007B2329" w:rsidP="007B2329">
      <w:r>
        <w:t>376.9300</w:t>
      </w:r>
      <w:r>
        <w:tab/>
        <w:t>1.013e0</w:t>
      </w:r>
    </w:p>
    <w:p w:rsidR="007B2329" w:rsidRDefault="007B2329" w:rsidP="007B2329">
      <w:r>
        <w:t>376.9405</w:t>
      </w:r>
      <w:r>
        <w:tab/>
        <w:t>1.013e0</w:t>
      </w:r>
    </w:p>
    <w:p w:rsidR="007B2329" w:rsidRDefault="007B2329" w:rsidP="007B2329">
      <w:r>
        <w:t>376.9508</w:t>
      </w:r>
      <w:r>
        <w:tab/>
        <w:t>1.013e0</w:t>
      </w:r>
    </w:p>
    <w:p w:rsidR="007B2329" w:rsidRDefault="007B2329" w:rsidP="007B2329">
      <w:r>
        <w:t>376.9547</w:t>
      </w:r>
      <w:r>
        <w:tab/>
        <w:t>1.013e0</w:t>
      </w:r>
    </w:p>
    <w:p w:rsidR="007B2329" w:rsidRDefault="007B2329" w:rsidP="007B2329">
      <w:r>
        <w:t>376.9873</w:t>
      </w:r>
      <w:r>
        <w:tab/>
        <w:t>1.013e0</w:t>
      </w:r>
    </w:p>
    <w:p w:rsidR="007B2329" w:rsidRDefault="007B2329" w:rsidP="007B2329">
      <w:r>
        <w:t>376.9936</w:t>
      </w:r>
      <w:r>
        <w:tab/>
        <w:t>3.076e0</w:t>
      </w:r>
    </w:p>
    <w:p w:rsidR="007B2329" w:rsidRDefault="007B2329" w:rsidP="007B2329">
      <w:r>
        <w:t>377.0016</w:t>
      </w:r>
      <w:r>
        <w:tab/>
        <w:t>3.038e0</w:t>
      </w:r>
    </w:p>
    <w:p w:rsidR="007B2329" w:rsidRDefault="007B2329" w:rsidP="007B2329">
      <w:r>
        <w:t>377.0075</w:t>
      </w:r>
      <w:r>
        <w:tab/>
        <w:t>2.025e0</w:t>
      </w:r>
    </w:p>
    <w:p w:rsidR="007B2329" w:rsidRDefault="007B2329" w:rsidP="007B2329">
      <w:r>
        <w:t>377.0603</w:t>
      </w:r>
      <w:r>
        <w:tab/>
        <w:t>4.051e0</w:t>
      </w:r>
    </w:p>
    <w:p w:rsidR="007B2329" w:rsidRDefault="007B2329" w:rsidP="007B2329">
      <w:r>
        <w:t>377.0644</w:t>
      </w:r>
      <w:r>
        <w:tab/>
        <w:t>2.025e0</w:t>
      </w:r>
    </w:p>
    <w:p w:rsidR="007B2329" w:rsidRDefault="007B2329" w:rsidP="007B2329">
      <w:r>
        <w:t>377.0946</w:t>
      </w:r>
      <w:r>
        <w:tab/>
        <w:t>1.013e0</w:t>
      </w:r>
    </w:p>
    <w:p w:rsidR="007B2329" w:rsidRDefault="007B2329" w:rsidP="007B2329">
      <w:r>
        <w:t>377.1149</w:t>
      </w:r>
      <w:r>
        <w:tab/>
        <w:t>1.013e0</w:t>
      </w:r>
    </w:p>
    <w:p w:rsidR="007B2329" w:rsidRDefault="007B2329" w:rsidP="007B2329">
      <w:r>
        <w:t>377.1214</w:t>
      </w:r>
      <w:r>
        <w:tab/>
        <w:t>1.013e0</w:t>
      </w:r>
    </w:p>
    <w:p w:rsidR="007B2329" w:rsidRDefault="007B2329" w:rsidP="007B2329">
      <w:r>
        <w:t>377.1498</w:t>
      </w:r>
      <w:r>
        <w:tab/>
        <w:t>2.025e0</w:t>
      </w:r>
    </w:p>
    <w:p w:rsidR="007B2329" w:rsidRDefault="007B2329" w:rsidP="007B2329">
      <w:r>
        <w:t>377.1549</w:t>
      </w:r>
      <w:r>
        <w:tab/>
        <w:t>8.254e0</w:t>
      </w:r>
    </w:p>
    <w:p w:rsidR="007B2329" w:rsidRDefault="007B2329" w:rsidP="007B2329">
      <w:r>
        <w:t>377.1576</w:t>
      </w:r>
      <w:r>
        <w:tab/>
        <w:t>4.595e0</w:t>
      </w:r>
    </w:p>
    <w:p w:rsidR="007B2329" w:rsidRDefault="007B2329" w:rsidP="007B2329">
      <w:r>
        <w:lastRenderedPageBreak/>
        <w:t>377.1798</w:t>
      </w:r>
      <w:r>
        <w:tab/>
        <w:t>5.269e0</w:t>
      </w:r>
    </w:p>
    <w:p w:rsidR="007B2329" w:rsidRDefault="007B2329" w:rsidP="007B2329">
      <w:r>
        <w:t>377.1879</w:t>
      </w:r>
      <w:r>
        <w:tab/>
        <w:t>6.955e0</w:t>
      </w:r>
    </w:p>
    <w:p w:rsidR="007B2329" w:rsidRDefault="007B2329" w:rsidP="007B2329">
      <w:r>
        <w:t>377.1952</w:t>
      </w:r>
      <w:r>
        <w:tab/>
        <w:t>3.033e0</w:t>
      </w:r>
    </w:p>
    <w:p w:rsidR="007B2329" w:rsidRDefault="007B2329" w:rsidP="007B2329">
      <w:r>
        <w:t>377.1964</w:t>
      </w:r>
      <w:r>
        <w:tab/>
        <w:t>1.500e1</w:t>
      </w:r>
    </w:p>
    <w:p w:rsidR="007B2329" w:rsidRDefault="007B2329" w:rsidP="007B2329">
      <w:r>
        <w:t>377.1985</w:t>
      </w:r>
      <w:r>
        <w:tab/>
        <w:t>1.303e1</w:t>
      </w:r>
    </w:p>
    <w:p w:rsidR="007B2329" w:rsidRDefault="007B2329" w:rsidP="007B2329">
      <w:r>
        <w:t>377.2016</w:t>
      </w:r>
      <w:r>
        <w:tab/>
        <w:t>2.051e0</w:t>
      </w:r>
    </w:p>
    <w:p w:rsidR="007B2329" w:rsidRDefault="007B2329" w:rsidP="007B2329">
      <w:r>
        <w:t>377.2149</w:t>
      </w:r>
      <w:r>
        <w:tab/>
        <w:t>7.923e0</w:t>
      </w:r>
    </w:p>
    <w:p w:rsidR="007B2329" w:rsidRDefault="007B2329" w:rsidP="007B2329">
      <w:r>
        <w:t>377.2780</w:t>
      </w:r>
      <w:r>
        <w:tab/>
        <w:t>2.532e-2</w:t>
      </w:r>
    </w:p>
    <w:p w:rsidR="007B2329" w:rsidRDefault="007B2329" w:rsidP="007B2329">
      <w:r>
        <w:t>377.3024</w:t>
      </w:r>
      <w:r>
        <w:tab/>
        <w:t>1.013e0</w:t>
      </w:r>
    </w:p>
    <w:p w:rsidR="007B2329" w:rsidRDefault="007B2329" w:rsidP="007B2329">
      <w:r>
        <w:t>377.3062</w:t>
      </w:r>
      <w:r>
        <w:tab/>
        <w:t>2.025e0</w:t>
      </w:r>
    </w:p>
    <w:p w:rsidR="007B2329" w:rsidRDefault="007B2329" w:rsidP="007B2329">
      <w:r>
        <w:t>377.3289</w:t>
      </w:r>
      <w:r>
        <w:tab/>
        <w:t>1.013e0</w:t>
      </w:r>
    </w:p>
    <w:p w:rsidR="007B2329" w:rsidRDefault="007B2329" w:rsidP="007B2329">
      <w:r>
        <w:t>377.3369</w:t>
      </w:r>
      <w:r>
        <w:tab/>
        <w:t>4.051e0</w:t>
      </w:r>
    </w:p>
    <w:p w:rsidR="007B2329" w:rsidRDefault="007B2329" w:rsidP="007B2329">
      <w:r>
        <w:t>377.3427</w:t>
      </w:r>
      <w:r>
        <w:tab/>
        <w:t>2.025e0</w:t>
      </w:r>
    </w:p>
    <w:p w:rsidR="007B2329" w:rsidRDefault="007B2329" w:rsidP="007B2329">
      <w:r>
        <w:t>377.3556</w:t>
      </w:r>
      <w:r>
        <w:tab/>
        <w:t>1.038e0</w:t>
      </w:r>
    </w:p>
    <w:p w:rsidR="007B2329" w:rsidRDefault="007B2329" w:rsidP="007B2329">
      <w:r>
        <w:t>377.3572</w:t>
      </w:r>
      <w:r>
        <w:tab/>
        <w:t>3.038e0</w:t>
      </w:r>
    </w:p>
    <w:p w:rsidR="007B2329" w:rsidRDefault="007B2329" w:rsidP="007B2329">
      <w:r>
        <w:t>377.3628</w:t>
      </w:r>
      <w:r>
        <w:tab/>
        <w:t>1.013e0</w:t>
      </w:r>
    </w:p>
    <w:p w:rsidR="007B2329" w:rsidRDefault="007B2329" w:rsidP="007B2329">
      <w:r>
        <w:t>377.3696</w:t>
      </w:r>
      <w:r>
        <w:tab/>
        <w:t>1.013e0</w:t>
      </w:r>
    </w:p>
    <w:p w:rsidR="007B2329" w:rsidRDefault="007B2329" w:rsidP="007B2329">
      <w:r>
        <w:t>377.3940</w:t>
      </w:r>
      <w:r>
        <w:tab/>
        <w:t>2.025e0</w:t>
      </w:r>
    </w:p>
    <w:p w:rsidR="007B2329" w:rsidRDefault="007B2329" w:rsidP="007B2329">
      <w:r>
        <w:t>377.4128</w:t>
      </w:r>
      <w:r>
        <w:tab/>
        <w:t>2.025e0</w:t>
      </w:r>
    </w:p>
    <w:p w:rsidR="007B2329" w:rsidRDefault="007B2329" w:rsidP="007B2329">
      <w:r>
        <w:lastRenderedPageBreak/>
        <w:t>377.4208</w:t>
      </w:r>
      <w:r>
        <w:tab/>
        <w:t>1.013e0</w:t>
      </w:r>
    </w:p>
    <w:p w:rsidR="007B2329" w:rsidRDefault="007B2329" w:rsidP="007B2329">
      <w:r>
        <w:t>377.4228</w:t>
      </w:r>
      <w:r>
        <w:tab/>
        <w:t>2.025e0</w:t>
      </w:r>
    </w:p>
    <w:p w:rsidR="007B2329" w:rsidRDefault="007B2329" w:rsidP="007B2329">
      <w:r>
        <w:t>377.4460</w:t>
      </w:r>
      <w:r>
        <w:tab/>
        <w:t>2.025e0</w:t>
      </w:r>
    </w:p>
    <w:p w:rsidR="007B2329" w:rsidRDefault="007B2329" w:rsidP="007B2329">
      <w:r>
        <w:t>377.4500</w:t>
      </w:r>
      <w:r>
        <w:tab/>
        <w:t>1.013e0</w:t>
      </w:r>
    </w:p>
    <w:p w:rsidR="007B2329" w:rsidRDefault="007B2329" w:rsidP="007B2329">
      <w:r>
        <w:t>377.4838</w:t>
      </w:r>
      <w:r>
        <w:tab/>
        <w:t>3.038e0</w:t>
      </w:r>
    </w:p>
    <w:p w:rsidR="007B2329" w:rsidRDefault="007B2329" w:rsidP="007B2329">
      <w:r>
        <w:t>377.4879</w:t>
      </w:r>
      <w:r>
        <w:tab/>
        <w:t>1.013e0</w:t>
      </w:r>
    </w:p>
    <w:p w:rsidR="007B2329" w:rsidRDefault="007B2329" w:rsidP="007B2329">
      <w:r>
        <w:t>377.5092</w:t>
      </w:r>
      <w:r>
        <w:tab/>
        <w:t>1.013e0</w:t>
      </w:r>
    </w:p>
    <w:p w:rsidR="007B2329" w:rsidRDefault="007B2329" w:rsidP="007B2329">
      <w:r>
        <w:t>377.5237</w:t>
      </w:r>
      <w:r>
        <w:tab/>
        <w:t>1.013e0</w:t>
      </w:r>
    </w:p>
    <w:p w:rsidR="007B2329" w:rsidRDefault="007B2329" w:rsidP="007B2329">
      <w:r>
        <w:t>377.5305</w:t>
      </w:r>
      <w:r>
        <w:tab/>
        <w:t>1.013e0</w:t>
      </w:r>
    </w:p>
    <w:p w:rsidR="007B2329" w:rsidRDefault="007B2329" w:rsidP="007B2329">
      <w:r>
        <w:t>377.5316</w:t>
      </w:r>
      <w:r>
        <w:tab/>
        <w:t>3.038e0</w:t>
      </w:r>
    </w:p>
    <w:p w:rsidR="007B2329" w:rsidRDefault="007B2329" w:rsidP="007B2329">
      <w:r>
        <w:t>377.5416</w:t>
      </w:r>
      <w:r>
        <w:tab/>
        <w:t>2.025e0</w:t>
      </w:r>
    </w:p>
    <w:p w:rsidR="007B2329" w:rsidRDefault="007B2329" w:rsidP="007B2329">
      <w:r>
        <w:t>377.5909</w:t>
      </w:r>
      <w:r>
        <w:tab/>
        <w:t>1.013e0</w:t>
      </w:r>
    </w:p>
    <w:p w:rsidR="007B2329" w:rsidRDefault="007B2329" w:rsidP="007B2329">
      <w:r>
        <w:t>377.5926</w:t>
      </w:r>
      <w:r>
        <w:tab/>
        <w:t>2.025e0</w:t>
      </w:r>
    </w:p>
    <w:p w:rsidR="007B2329" w:rsidRDefault="007B2329" w:rsidP="007B2329">
      <w:r>
        <w:t>377.6034</w:t>
      </w:r>
      <w:r>
        <w:tab/>
        <w:t>3.038e0</w:t>
      </w:r>
    </w:p>
    <w:p w:rsidR="007B2329" w:rsidRDefault="007B2329" w:rsidP="007B2329">
      <w:r>
        <w:t>377.6068</w:t>
      </w:r>
      <w:r>
        <w:tab/>
        <w:t>2.025e0</w:t>
      </w:r>
    </w:p>
    <w:p w:rsidR="007B2329" w:rsidRDefault="007B2329" w:rsidP="007B2329">
      <w:r>
        <w:t>377.6110</w:t>
      </w:r>
      <w:r>
        <w:tab/>
        <w:t>1.013e0</w:t>
      </w:r>
    </w:p>
    <w:p w:rsidR="007B2329" w:rsidRDefault="007B2329" w:rsidP="007B2329">
      <w:r>
        <w:t>377.6208</w:t>
      </w:r>
      <w:r>
        <w:tab/>
        <w:t>1.025e0</w:t>
      </w:r>
    </w:p>
    <w:p w:rsidR="007B2329" w:rsidRDefault="007B2329" w:rsidP="007B2329">
      <w:r>
        <w:t>377.6379</w:t>
      </w:r>
      <w:r>
        <w:tab/>
        <w:t>1.013e0</w:t>
      </w:r>
    </w:p>
    <w:p w:rsidR="007B2329" w:rsidRDefault="007B2329" w:rsidP="007B2329">
      <w:r>
        <w:t>377.6419</w:t>
      </w:r>
      <w:r>
        <w:tab/>
        <w:t>2.025e0</w:t>
      </w:r>
    </w:p>
    <w:p w:rsidR="007B2329" w:rsidRDefault="007B2329" w:rsidP="007B2329">
      <w:r>
        <w:lastRenderedPageBreak/>
        <w:t>377.6497</w:t>
      </w:r>
      <w:r>
        <w:tab/>
        <w:t>4.051e0</w:t>
      </w:r>
    </w:p>
    <w:p w:rsidR="007B2329" w:rsidRDefault="007B2329" w:rsidP="007B2329">
      <w:r>
        <w:t>377.6581</w:t>
      </w:r>
      <w:r>
        <w:tab/>
        <w:t>1.013e0</w:t>
      </w:r>
    </w:p>
    <w:p w:rsidR="007B2329" w:rsidRDefault="007B2329" w:rsidP="007B2329">
      <w:r>
        <w:t>377.6647</w:t>
      </w:r>
      <w:r>
        <w:tab/>
        <w:t>1.013e0</w:t>
      </w:r>
    </w:p>
    <w:p w:rsidR="007B2329" w:rsidRDefault="007B2329" w:rsidP="007B2329">
      <w:r>
        <w:t>377.6759</w:t>
      </w:r>
      <w:r>
        <w:tab/>
        <w:t>3.038e0</w:t>
      </w:r>
    </w:p>
    <w:p w:rsidR="007B2329" w:rsidRDefault="007B2329" w:rsidP="007B2329">
      <w:r>
        <w:t>377.6867</w:t>
      </w:r>
      <w:r>
        <w:tab/>
        <w:t>1.025e0</w:t>
      </w:r>
    </w:p>
    <w:p w:rsidR="007B2329" w:rsidRDefault="007B2329" w:rsidP="007B2329">
      <w:r>
        <w:t>377.7145</w:t>
      </w:r>
      <w:r>
        <w:tab/>
        <w:t>1.013e0</w:t>
      </w:r>
    </w:p>
    <w:p w:rsidR="007B2329" w:rsidRDefault="007B2329" w:rsidP="007B2329">
      <w:r>
        <w:t>377.7233</w:t>
      </w:r>
      <w:r>
        <w:tab/>
        <w:t>2.025e0</w:t>
      </w:r>
    </w:p>
    <w:p w:rsidR="007B2329" w:rsidRDefault="007B2329" w:rsidP="007B2329">
      <w:r>
        <w:t>377.7253</w:t>
      </w:r>
      <w:r>
        <w:tab/>
        <w:t>1.013e0</w:t>
      </w:r>
    </w:p>
    <w:p w:rsidR="007B2329" w:rsidRDefault="007B2329" w:rsidP="007B2329">
      <w:r>
        <w:t>377.7285</w:t>
      </w:r>
      <w:r>
        <w:tab/>
        <w:t>3.038e0</w:t>
      </w:r>
    </w:p>
    <w:p w:rsidR="007B2329" w:rsidRDefault="007B2329" w:rsidP="007B2329">
      <w:r>
        <w:t>377.7453</w:t>
      </w:r>
      <w:r>
        <w:tab/>
        <w:t>1.013e0</w:t>
      </w:r>
    </w:p>
    <w:p w:rsidR="007B2329" w:rsidRDefault="007B2329" w:rsidP="007B2329">
      <w:r>
        <w:t>377.7606</w:t>
      </w:r>
      <w:r>
        <w:tab/>
        <w:t>1.013e0</w:t>
      </w:r>
    </w:p>
    <w:p w:rsidR="007B2329" w:rsidRDefault="007B2329" w:rsidP="007B2329">
      <w:r>
        <w:t>377.7635</w:t>
      </w:r>
      <w:r>
        <w:tab/>
        <w:t>1.025e0</w:t>
      </w:r>
    </w:p>
    <w:p w:rsidR="007B2329" w:rsidRDefault="007B2329" w:rsidP="007B2329">
      <w:r>
        <w:t>377.7896</w:t>
      </w:r>
      <w:r>
        <w:tab/>
        <w:t>2.025e0</w:t>
      </w:r>
    </w:p>
    <w:p w:rsidR="007B2329" w:rsidRDefault="007B2329" w:rsidP="007B2329">
      <w:r>
        <w:t>377.7990</w:t>
      </w:r>
      <w:r>
        <w:tab/>
        <w:t>1.013e0</w:t>
      </w:r>
    </w:p>
    <w:p w:rsidR="007B2329" w:rsidRDefault="007B2329" w:rsidP="007B2329">
      <w:r>
        <w:t>377.8053</w:t>
      </w:r>
      <w:r>
        <w:tab/>
        <w:t>2.025e0</w:t>
      </w:r>
    </w:p>
    <w:p w:rsidR="007B2329" w:rsidRDefault="007B2329" w:rsidP="007B2329">
      <w:r>
        <w:t>377.8123</w:t>
      </w:r>
      <w:r>
        <w:tab/>
        <w:t>1.013e0</w:t>
      </w:r>
    </w:p>
    <w:p w:rsidR="007B2329" w:rsidRDefault="007B2329" w:rsidP="007B2329">
      <w:r>
        <w:t>377.8325</w:t>
      </w:r>
      <w:r>
        <w:tab/>
        <w:t>1.013e0</w:t>
      </w:r>
    </w:p>
    <w:p w:rsidR="007B2329" w:rsidRDefault="007B2329" w:rsidP="007B2329">
      <w:r>
        <w:t>377.8392</w:t>
      </w:r>
      <w:r>
        <w:tab/>
        <w:t>1.013e0</w:t>
      </w:r>
    </w:p>
    <w:p w:rsidR="007B2329" w:rsidRDefault="007B2329" w:rsidP="007B2329">
      <w:r>
        <w:t>377.8490</w:t>
      </w:r>
      <w:r>
        <w:tab/>
        <w:t>1.013e0</w:t>
      </w:r>
    </w:p>
    <w:p w:rsidR="007B2329" w:rsidRDefault="007B2329" w:rsidP="007B2329">
      <w:r>
        <w:lastRenderedPageBreak/>
        <w:t>377.8527</w:t>
      </w:r>
      <w:r>
        <w:tab/>
        <w:t>1.013e0</w:t>
      </w:r>
    </w:p>
    <w:p w:rsidR="007B2329" w:rsidRDefault="007B2329" w:rsidP="007B2329">
      <w:r>
        <w:t>377.8549</w:t>
      </w:r>
      <w:r>
        <w:tab/>
        <w:t>2.025e0</w:t>
      </w:r>
    </w:p>
    <w:p w:rsidR="007B2329" w:rsidRDefault="007B2329" w:rsidP="007B2329">
      <w:r>
        <w:t>377.8594</w:t>
      </w:r>
      <w:r>
        <w:tab/>
        <w:t>1.013e0</w:t>
      </w:r>
    </w:p>
    <w:p w:rsidR="007B2329" w:rsidRDefault="007B2329" w:rsidP="007B2329">
      <w:r>
        <w:t>377.8795</w:t>
      </w:r>
      <w:r>
        <w:tab/>
        <w:t>1.013e0</w:t>
      </w:r>
    </w:p>
    <w:p w:rsidR="007B2329" w:rsidRDefault="007B2329" w:rsidP="007B2329">
      <w:r>
        <w:t>377.8910</w:t>
      </w:r>
      <w:r>
        <w:tab/>
        <w:t>1.013e0</w:t>
      </w:r>
    </w:p>
    <w:p w:rsidR="007B2329" w:rsidRDefault="007B2329" w:rsidP="007B2329">
      <w:r>
        <w:t>377.8950</w:t>
      </w:r>
      <w:r>
        <w:tab/>
        <w:t>1.013e0</w:t>
      </w:r>
    </w:p>
    <w:p w:rsidR="007B2329" w:rsidRDefault="007B2329" w:rsidP="007B2329">
      <w:r>
        <w:t>377.8997</w:t>
      </w:r>
      <w:r>
        <w:tab/>
        <w:t>1.013e0</w:t>
      </w:r>
    </w:p>
    <w:p w:rsidR="007B2329" w:rsidRDefault="007B2329" w:rsidP="007B2329">
      <w:r>
        <w:t>377.9065</w:t>
      </w:r>
      <w:r>
        <w:tab/>
        <w:t>1.013e0</w:t>
      </w:r>
    </w:p>
    <w:p w:rsidR="007B2329" w:rsidRDefault="007B2329" w:rsidP="007B2329">
      <w:r>
        <w:t>377.9123</w:t>
      </w:r>
      <w:r>
        <w:tab/>
        <w:t>1.013e0</w:t>
      </w:r>
    </w:p>
    <w:p w:rsidR="007B2329" w:rsidRDefault="007B2329" w:rsidP="007B2329">
      <w:r>
        <w:t>377.9231</w:t>
      </w:r>
      <w:r>
        <w:tab/>
        <w:t>2.025e0</w:t>
      </w:r>
    </w:p>
    <w:p w:rsidR="007B2329" w:rsidRDefault="007B2329" w:rsidP="007B2329">
      <w:r>
        <w:t>377.9267</w:t>
      </w:r>
      <w:r>
        <w:tab/>
        <w:t>1.013e0</w:t>
      </w:r>
    </w:p>
    <w:p w:rsidR="007B2329" w:rsidRDefault="007B2329" w:rsidP="007B2329">
      <w:r>
        <w:t>377.9333</w:t>
      </w:r>
      <w:r>
        <w:tab/>
        <w:t>1.013e0</w:t>
      </w:r>
    </w:p>
    <w:p w:rsidR="007B2329" w:rsidRDefault="007B2329" w:rsidP="007B2329">
      <w:r>
        <w:t>377.9371</w:t>
      </w:r>
      <w:r>
        <w:tab/>
        <w:t>1.013e0</w:t>
      </w:r>
    </w:p>
    <w:p w:rsidR="007B2329" w:rsidRDefault="007B2329" w:rsidP="007B2329">
      <w:r>
        <w:t>377.9410</w:t>
      </w:r>
      <w:r>
        <w:tab/>
        <w:t>1.013e0</w:t>
      </w:r>
    </w:p>
    <w:p w:rsidR="007B2329" w:rsidRDefault="007B2329" w:rsidP="007B2329">
      <w:r>
        <w:t>377.9622</w:t>
      </w:r>
      <w:r>
        <w:tab/>
        <w:t>1.013e0</w:t>
      </w:r>
    </w:p>
    <w:p w:rsidR="007B2329" w:rsidRDefault="007B2329" w:rsidP="007B2329">
      <w:r>
        <w:t>377.9668</w:t>
      </w:r>
      <w:r>
        <w:tab/>
        <w:t>1.013e0</w:t>
      </w:r>
    </w:p>
    <w:p w:rsidR="007B2329" w:rsidRDefault="007B2329" w:rsidP="007B2329">
      <w:r>
        <w:t>378.0080</w:t>
      </w:r>
      <w:r>
        <w:tab/>
        <w:t>4.051e0</w:t>
      </w:r>
    </w:p>
    <w:p w:rsidR="007B2329" w:rsidRDefault="007B2329" w:rsidP="007B2329">
      <w:r>
        <w:t>378.0189</w:t>
      </w:r>
      <w:r>
        <w:tab/>
        <w:t>2.025e0</w:t>
      </w:r>
    </w:p>
    <w:p w:rsidR="007B2329" w:rsidRDefault="007B2329" w:rsidP="007B2329">
      <w:r>
        <w:t>378.0204</w:t>
      </w:r>
      <w:r>
        <w:tab/>
        <w:t>2.025e0</w:t>
      </w:r>
    </w:p>
    <w:p w:rsidR="007B2329" w:rsidRDefault="007B2329" w:rsidP="007B2329">
      <w:r>
        <w:lastRenderedPageBreak/>
        <w:t>378.0387</w:t>
      </w:r>
      <w:r>
        <w:tab/>
        <w:t>3.038e0</w:t>
      </w:r>
    </w:p>
    <w:p w:rsidR="007B2329" w:rsidRDefault="007B2329" w:rsidP="007B2329">
      <w:r>
        <w:t>378.0408</w:t>
      </w:r>
      <w:r>
        <w:tab/>
        <w:t>1.013e0</w:t>
      </w:r>
    </w:p>
    <w:p w:rsidR="007B2329" w:rsidRDefault="007B2329" w:rsidP="007B2329">
      <w:r>
        <w:t>378.0433</w:t>
      </w:r>
      <w:r>
        <w:tab/>
        <w:t>2.025e0</w:t>
      </w:r>
    </w:p>
    <w:p w:rsidR="007B2329" w:rsidRDefault="007B2329" w:rsidP="007B2329">
      <w:r>
        <w:t>378.0609</w:t>
      </w:r>
      <w:r>
        <w:tab/>
        <w:t>1.013e0</w:t>
      </w:r>
    </w:p>
    <w:p w:rsidR="007B2329" w:rsidRDefault="007B2329" w:rsidP="007B2329">
      <w:r>
        <w:t>378.0691</w:t>
      </w:r>
      <w:r>
        <w:tab/>
        <w:t>2.025e0</w:t>
      </w:r>
    </w:p>
    <w:p w:rsidR="007B2329" w:rsidRDefault="007B2329" w:rsidP="007B2329">
      <w:r>
        <w:t>378.0811</w:t>
      </w:r>
      <w:r>
        <w:tab/>
        <w:t>1.013e0</w:t>
      </w:r>
    </w:p>
    <w:p w:rsidR="007B2329" w:rsidRDefault="007B2329" w:rsidP="007B2329">
      <w:r>
        <w:t>378.0995</w:t>
      </w:r>
      <w:r>
        <w:tab/>
        <w:t>1.144e-2</w:t>
      </w:r>
    </w:p>
    <w:p w:rsidR="007B2329" w:rsidRDefault="007B2329" w:rsidP="007B2329">
      <w:r>
        <w:t>378.1013</w:t>
      </w:r>
      <w:r>
        <w:tab/>
        <w:t>1.013e0</w:t>
      </w:r>
    </w:p>
    <w:p w:rsidR="007B2329" w:rsidRDefault="007B2329" w:rsidP="007B2329">
      <w:r>
        <w:t>378.1158</w:t>
      </w:r>
      <w:r>
        <w:tab/>
        <w:t>2.025e0</w:t>
      </w:r>
    </w:p>
    <w:p w:rsidR="007B2329" w:rsidRDefault="007B2329" w:rsidP="007B2329">
      <w:r>
        <w:t>378.1348</w:t>
      </w:r>
      <w:r>
        <w:tab/>
        <w:t>1.013e0</w:t>
      </w:r>
    </w:p>
    <w:p w:rsidR="007B2329" w:rsidRDefault="007B2329" w:rsidP="007B2329">
      <w:r>
        <w:t>378.1386</w:t>
      </w:r>
      <w:r>
        <w:tab/>
        <w:t>1.013e0</w:t>
      </w:r>
    </w:p>
    <w:p w:rsidR="007B2329" w:rsidRDefault="007B2329" w:rsidP="007B2329">
      <w:r>
        <w:t>378.1427</w:t>
      </w:r>
      <w:r>
        <w:tab/>
        <w:t>1.013e0</w:t>
      </w:r>
    </w:p>
    <w:p w:rsidR="007B2329" w:rsidRDefault="007B2329" w:rsidP="007B2329">
      <w:r>
        <w:t>378.1489</w:t>
      </w:r>
      <w:r>
        <w:tab/>
        <w:t>2.544e0</w:t>
      </w:r>
    </w:p>
    <w:p w:rsidR="007B2329" w:rsidRDefault="007B2329" w:rsidP="007B2329">
      <w:r>
        <w:t>378.1530</w:t>
      </w:r>
      <w:r>
        <w:tab/>
        <w:t>1.157e0</w:t>
      </w:r>
    </w:p>
    <w:p w:rsidR="007B2329" w:rsidRDefault="007B2329" w:rsidP="007B2329">
      <w:r>
        <w:t>378.1839</w:t>
      </w:r>
      <w:r>
        <w:tab/>
        <w:t>5.964e0</w:t>
      </w:r>
    </w:p>
    <w:p w:rsidR="007B2329" w:rsidRDefault="007B2329" w:rsidP="007B2329">
      <w:r>
        <w:t>378.1931</w:t>
      </w:r>
      <w:r>
        <w:tab/>
        <w:t>2.857e0</w:t>
      </w:r>
    </w:p>
    <w:p w:rsidR="007B2329" w:rsidRDefault="007B2329" w:rsidP="007B2329">
      <w:r>
        <w:t>378.1963</w:t>
      </w:r>
      <w:r>
        <w:tab/>
        <w:t>4.714e0</w:t>
      </w:r>
    </w:p>
    <w:p w:rsidR="007B2329" w:rsidRDefault="007B2329" w:rsidP="007B2329">
      <w:r>
        <w:t>378.2009</w:t>
      </w:r>
      <w:r>
        <w:tab/>
        <w:t>8.956e0</w:t>
      </w:r>
    </w:p>
    <w:p w:rsidR="007B2329" w:rsidRDefault="007B2329" w:rsidP="007B2329">
      <w:r>
        <w:t>378.2069</w:t>
      </w:r>
      <w:r>
        <w:tab/>
        <w:t>3.038e0</w:t>
      </w:r>
    </w:p>
    <w:p w:rsidR="007B2329" w:rsidRDefault="007B2329" w:rsidP="007B2329">
      <w:r>
        <w:lastRenderedPageBreak/>
        <w:t>378.2094</w:t>
      </w:r>
      <w:r>
        <w:tab/>
        <w:t>4.409e0</w:t>
      </w:r>
    </w:p>
    <w:p w:rsidR="007B2329" w:rsidRDefault="007B2329" w:rsidP="007B2329">
      <w:r>
        <w:t>378.2692</w:t>
      </w:r>
      <w:r>
        <w:tab/>
        <w:t>1.013e0</w:t>
      </w:r>
    </w:p>
    <w:p w:rsidR="007B2329" w:rsidRDefault="007B2329" w:rsidP="007B2329">
      <w:r>
        <w:t>378.2859</w:t>
      </w:r>
      <w:r>
        <w:tab/>
        <w:t>2.025e0</w:t>
      </w:r>
    </w:p>
    <w:p w:rsidR="007B2329" w:rsidRDefault="007B2329" w:rsidP="007B2329">
      <w:r>
        <w:t>378.2942</w:t>
      </w:r>
      <w:r>
        <w:tab/>
        <w:t>2.025e0</w:t>
      </w:r>
    </w:p>
    <w:p w:rsidR="007B2329" w:rsidRDefault="007B2329" w:rsidP="007B2329">
      <w:r>
        <w:t>378.3087</w:t>
      </w:r>
      <w:r>
        <w:tab/>
        <w:t>1.853e0</w:t>
      </w:r>
    </w:p>
    <w:p w:rsidR="007B2329" w:rsidRDefault="007B2329" w:rsidP="007B2329">
      <w:r>
        <w:t>378.3154</w:t>
      </w:r>
      <w:r>
        <w:tab/>
        <w:t>3.038e0</w:t>
      </w:r>
    </w:p>
    <w:p w:rsidR="007B2329" w:rsidRDefault="007B2329" w:rsidP="007B2329">
      <w:r>
        <w:t>378.3230</w:t>
      </w:r>
      <w:r>
        <w:tab/>
        <w:t>1.013e0</w:t>
      </w:r>
    </w:p>
    <w:p w:rsidR="007B2329" w:rsidRDefault="007B2329" w:rsidP="007B2329">
      <w:r>
        <w:t>378.3298</w:t>
      </w:r>
      <w:r>
        <w:tab/>
        <w:t>3.038e0</w:t>
      </w:r>
    </w:p>
    <w:p w:rsidR="007B2329" w:rsidRDefault="007B2329" w:rsidP="007B2329">
      <w:r>
        <w:t>378.3499</w:t>
      </w:r>
      <w:r>
        <w:tab/>
        <w:t>2.025e0</w:t>
      </w:r>
    </w:p>
    <w:p w:rsidR="007B2329" w:rsidRDefault="007B2329" w:rsidP="007B2329">
      <w:r>
        <w:t>378.3566</w:t>
      </w:r>
      <w:r>
        <w:tab/>
        <w:t>1.013e0</w:t>
      </w:r>
    </w:p>
    <w:p w:rsidR="007B2329" w:rsidRDefault="007B2329" w:rsidP="007B2329">
      <w:r>
        <w:t>378.3612</w:t>
      </w:r>
      <w:r>
        <w:tab/>
        <w:t>1.013e0</w:t>
      </w:r>
    </w:p>
    <w:p w:rsidR="007B2329" w:rsidRDefault="007B2329" w:rsidP="007B2329">
      <w:r>
        <w:t>378.3717</w:t>
      </w:r>
      <w:r>
        <w:tab/>
        <w:t>2.025e0</w:t>
      </w:r>
    </w:p>
    <w:p w:rsidR="007B2329" w:rsidRDefault="007B2329" w:rsidP="007B2329">
      <w:r>
        <w:t>378.3902</w:t>
      </w:r>
      <w:r>
        <w:tab/>
        <w:t>1.013e0</w:t>
      </w:r>
    </w:p>
    <w:p w:rsidR="007B2329" w:rsidRDefault="007B2329" w:rsidP="007B2329">
      <w:r>
        <w:t>378.4113</w:t>
      </w:r>
      <w:r>
        <w:tab/>
        <w:t>1.013e0</w:t>
      </w:r>
    </w:p>
    <w:p w:rsidR="007B2329" w:rsidRDefault="007B2329" w:rsidP="007B2329">
      <w:r>
        <w:t>378.4167</w:t>
      </w:r>
      <w:r>
        <w:tab/>
        <w:t>3.038e0</w:t>
      </w:r>
    </w:p>
    <w:p w:rsidR="007B2329" w:rsidRDefault="007B2329" w:rsidP="007B2329">
      <w:r>
        <w:t>378.4221</w:t>
      </w:r>
      <w:r>
        <w:tab/>
        <w:t>2.025e0</w:t>
      </w:r>
    </w:p>
    <w:p w:rsidR="007B2329" w:rsidRDefault="007B2329" w:rsidP="007B2329">
      <w:r>
        <w:t>378.4238</w:t>
      </w:r>
      <w:r>
        <w:tab/>
        <w:t>1.013e0</w:t>
      </w:r>
    </w:p>
    <w:p w:rsidR="007B2329" w:rsidRDefault="007B2329" w:rsidP="007B2329">
      <w:r>
        <w:t>378.4292</w:t>
      </w:r>
      <w:r>
        <w:tab/>
        <w:t>3.051e0</w:t>
      </w:r>
    </w:p>
    <w:p w:rsidR="007B2329" w:rsidRDefault="007B2329" w:rsidP="007B2329">
      <w:r>
        <w:t>378.4325</w:t>
      </w:r>
      <w:r>
        <w:tab/>
        <w:t>1.013e0</w:t>
      </w:r>
    </w:p>
    <w:p w:rsidR="007B2329" w:rsidRDefault="007B2329" w:rsidP="007B2329">
      <w:r>
        <w:lastRenderedPageBreak/>
        <w:t>378.4951</w:t>
      </w:r>
      <w:r>
        <w:tab/>
        <w:t>3.038e0</w:t>
      </w:r>
    </w:p>
    <w:p w:rsidR="007B2329" w:rsidRDefault="007B2329" w:rsidP="007B2329">
      <w:r>
        <w:t>378.4997</w:t>
      </w:r>
      <w:r>
        <w:tab/>
        <w:t>1.013e0</w:t>
      </w:r>
    </w:p>
    <w:p w:rsidR="007B2329" w:rsidRDefault="007B2329" w:rsidP="007B2329">
      <w:r>
        <w:t>378.5247</w:t>
      </w:r>
      <w:r>
        <w:tab/>
        <w:t>1.013e0</w:t>
      </w:r>
    </w:p>
    <w:p w:rsidR="007B2329" w:rsidRDefault="007B2329" w:rsidP="007B2329">
      <w:r>
        <w:t>378.5381</w:t>
      </w:r>
      <w:r>
        <w:tab/>
        <w:t>1.013e0</w:t>
      </w:r>
    </w:p>
    <w:p w:rsidR="007B2329" w:rsidRDefault="007B2329" w:rsidP="007B2329">
      <w:r>
        <w:t>378.5417</w:t>
      </w:r>
      <w:r>
        <w:tab/>
        <w:t>1.013e0</w:t>
      </w:r>
    </w:p>
    <w:p w:rsidR="007B2329" w:rsidRDefault="007B2329" w:rsidP="007B2329">
      <w:r>
        <w:t>378.5785</w:t>
      </w:r>
      <w:r>
        <w:tab/>
        <w:t>2.025e0</w:t>
      </w:r>
    </w:p>
    <w:p w:rsidR="007B2329" w:rsidRDefault="007B2329" w:rsidP="007B2329">
      <w:r>
        <w:t>378.5844</w:t>
      </w:r>
      <w:r>
        <w:tab/>
        <w:t>3.038e0</w:t>
      </w:r>
    </w:p>
    <w:p w:rsidR="007B2329" w:rsidRDefault="007B2329" w:rsidP="007B2329">
      <w:r>
        <w:t>378.6053</w:t>
      </w:r>
      <w:r>
        <w:tab/>
        <w:t>1.013e0</w:t>
      </w:r>
    </w:p>
    <w:p w:rsidR="007B2329" w:rsidRDefault="007B2329" w:rsidP="007B2329">
      <w:r>
        <w:t>378.6257</w:t>
      </w:r>
      <w:r>
        <w:tab/>
        <w:t>1.013e0</w:t>
      </w:r>
    </w:p>
    <w:p w:rsidR="007B2329" w:rsidRDefault="007B2329" w:rsidP="007B2329">
      <w:r>
        <w:t>378.6301</w:t>
      </w:r>
      <w:r>
        <w:tab/>
        <w:t>1.013e0</w:t>
      </w:r>
    </w:p>
    <w:p w:rsidR="007B2329" w:rsidRDefault="007B2329" w:rsidP="007B2329">
      <w:r>
        <w:t>378.6390</w:t>
      </w:r>
      <w:r>
        <w:tab/>
        <w:t>1.013e0</w:t>
      </w:r>
    </w:p>
    <w:p w:rsidR="007B2329" w:rsidRDefault="007B2329" w:rsidP="007B2329">
      <w:r>
        <w:t>378.6432</w:t>
      </w:r>
      <w:r>
        <w:tab/>
        <w:t>2.918e0</w:t>
      </w:r>
    </w:p>
    <w:p w:rsidR="007B2329" w:rsidRDefault="007B2329" w:rsidP="007B2329">
      <w:r>
        <w:t>378.6457</w:t>
      </w:r>
      <w:r>
        <w:tab/>
        <w:t>1.013e0</w:t>
      </w:r>
    </w:p>
    <w:p w:rsidR="007B2329" w:rsidRDefault="007B2329" w:rsidP="007B2329">
      <w:r>
        <w:t>378.6586</w:t>
      </w:r>
      <w:r>
        <w:tab/>
        <w:t>4.051e0</w:t>
      </w:r>
    </w:p>
    <w:p w:rsidR="007B2329" w:rsidRDefault="007B2329" w:rsidP="007B2329">
      <w:r>
        <w:t>378.6740</w:t>
      </w:r>
      <w:r>
        <w:tab/>
        <w:t>2.025e0</w:t>
      </w:r>
    </w:p>
    <w:p w:rsidR="007B2329" w:rsidRDefault="007B2329" w:rsidP="007B2329">
      <w:r>
        <w:t>378.6806</w:t>
      </w:r>
      <w:r>
        <w:tab/>
        <w:t>5.759e0</w:t>
      </w:r>
    </w:p>
    <w:p w:rsidR="007B2329" w:rsidRDefault="007B2329" w:rsidP="007B2329">
      <w:r>
        <w:t>378.6819</w:t>
      </w:r>
      <w:r>
        <w:tab/>
        <w:t>2.025e0</w:t>
      </w:r>
    </w:p>
    <w:p w:rsidR="007B2329" w:rsidRDefault="007B2329" w:rsidP="007B2329">
      <w:r>
        <w:t>378.6946</w:t>
      </w:r>
      <w:r>
        <w:tab/>
        <w:t>2.025e0</w:t>
      </w:r>
    </w:p>
    <w:p w:rsidR="007B2329" w:rsidRDefault="007B2329" w:rsidP="007B2329">
      <w:r>
        <w:t>378.7063</w:t>
      </w:r>
      <w:r>
        <w:tab/>
        <w:t>1.013e0</w:t>
      </w:r>
    </w:p>
    <w:p w:rsidR="007B2329" w:rsidRDefault="007B2329" w:rsidP="007B2329">
      <w:r>
        <w:lastRenderedPageBreak/>
        <w:t>378.7169</w:t>
      </w:r>
      <w:r>
        <w:tab/>
        <w:t>2.025e0</w:t>
      </w:r>
    </w:p>
    <w:p w:rsidR="007B2329" w:rsidRDefault="007B2329" w:rsidP="007B2329">
      <w:r>
        <w:t>378.7249</w:t>
      </w:r>
      <w:r>
        <w:tab/>
        <w:t>2.025e0</w:t>
      </w:r>
    </w:p>
    <w:p w:rsidR="007B2329" w:rsidRDefault="007B2329" w:rsidP="007B2329">
      <w:r>
        <w:t>378.7507</w:t>
      </w:r>
      <w:r>
        <w:tab/>
        <w:t>2.025e0</w:t>
      </w:r>
    </w:p>
    <w:p w:rsidR="007B2329" w:rsidRDefault="007B2329" w:rsidP="007B2329">
      <w:r>
        <w:t>378.7640</w:t>
      </w:r>
      <w:r>
        <w:tab/>
        <w:t>3.038e0</w:t>
      </w:r>
    </w:p>
    <w:p w:rsidR="007B2329" w:rsidRDefault="007B2329" w:rsidP="007B2329">
      <w:r>
        <w:t>378.7780</w:t>
      </w:r>
      <w:r>
        <w:tab/>
        <w:t>3.038e0</w:t>
      </w:r>
    </w:p>
    <w:p w:rsidR="007B2329" w:rsidRDefault="007B2329" w:rsidP="007B2329">
      <w:r>
        <w:t>378.8001</w:t>
      </w:r>
      <w:r>
        <w:tab/>
        <w:t>2.025e0</w:t>
      </w:r>
    </w:p>
    <w:p w:rsidR="007B2329" w:rsidRDefault="007B2329" w:rsidP="007B2329">
      <w:r>
        <w:t>378.8033</w:t>
      </w:r>
      <w:r>
        <w:tab/>
        <w:t>4.051e0</w:t>
      </w:r>
    </w:p>
    <w:p w:rsidR="007B2329" w:rsidRDefault="007B2329" w:rsidP="007B2329">
      <w:r>
        <w:t>378.8107</w:t>
      </w:r>
      <w:r>
        <w:tab/>
        <w:t>2.025e0</w:t>
      </w:r>
    </w:p>
    <w:p w:rsidR="007B2329" w:rsidRDefault="007B2329" w:rsidP="007B2329">
      <w:r>
        <w:t>378.8144</w:t>
      </w:r>
      <w:r>
        <w:tab/>
        <w:t>1.013e0</w:t>
      </w:r>
    </w:p>
    <w:p w:rsidR="007B2329" w:rsidRDefault="007B2329" w:rsidP="007B2329">
      <w:r>
        <w:t>378.8678</w:t>
      </w:r>
      <w:r>
        <w:tab/>
        <w:t>1.013e0</w:t>
      </w:r>
    </w:p>
    <w:p w:rsidR="007B2329" w:rsidRDefault="007B2329" w:rsidP="007B2329">
      <w:r>
        <w:t>378.8741</w:t>
      </w:r>
      <w:r>
        <w:tab/>
        <w:t>1.013e0</w:t>
      </w:r>
    </w:p>
    <w:p w:rsidR="007B2329" w:rsidRDefault="007B2329" w:rsidP="007B2329">
      <w:r>
        <w:t>378.8881</w:t>
      </w:r>
      <w:r>
        <w:tab/>
        <w:t>1.013e0</w:t>
      </w:r>
    </w:p>
    <w:p w:rsidR="007B2329" w:rsidRDefault="007B2329" w:rsidP="007B2329">
      <w:r>
        <w:t>378.8941</w:t>
      </w:r>
      <w:r>
        <w:tab/>
        <w:t>2.025e0</w:t>
      </w:r>
    </w:p>
    <w:p w:rsidR="007B2329" w:rsidRDefault="007B2329" w:rsidP="007B2329">
      <w:r>
        <w:t>378.9081</w:t>
      </w:r>
      <w:r>
        <w:tab/>
        <w:t>2.051e0</w:t>
      </w:r>
    </w:p>
    <w:p w:rsidR="007B2329" w:rsidRDefault="007B2329" w:rsidP="007B2329">
      <w:r>
        <w:t>378.9200</w:t>
      </w:r>
      <w:r>
        <w:tab/>
        <w:t>1.013e0</w:t>
      </w:r>
    </w:p>
    <w:p w:rsidR="007B2329" w:rsidRDefault="007B2329" w:rsidP="007B2329">
      <w:r>
        <w:t>378.9351</w:t>
      </w:r>
      <w:r>
        <w:tab/>
        <w:t>1.013e0</w:t>
      </w:r>
    </w:p>
    <w:p w:rsidR="007B2329" w:rsidRDefault="007B2329" w:rsidP="007B2329">
      <w:r>
        <w:t>378.9413</w:t>
      </w:r>
      <w:r>
        <w:tab/>
        <w:t>1.013e0</w:t>
      </w:r>
    </w:p>
    <w:p w:rsidR="007B2329" w:rsidRDefault="007B2329" w:rsidP="007B2329">
      <w:r>
        <w:t>378.9454</w:t>
      </w:r>
      <w:r>
        <w:tab/>
        <w:t>2.025e0</w:t>
      </w:r>
    </w:p>
    <w:p w:rsidR="007B2329" w:rsidRDefault="007B2329" w:rsidP="007B2329">
      <w:r>
        <w:t>378.9482</w:t>
      </w:r>
      <w:r>
        <w:tab/>
        <w:t>3.038e0</w:t>
      </w:r>
    </w:p>
    <w:p w:rsidR="007B2329" w:rsidRDefault="007B2329" w:rsidP="007B2329">
      <w:r>
        <w:lastRenderedPageBreak/>
        <w:t>378.9660</w:t>
      </w:r>
      <w:r>
        <w:tab/>
        <w:t>1.013e0</w:t>
      </w:r>
    </w:p>
    <w:p w:rsidR="007B2329" w:rsidRDefault="007B2329" w:rsidP="007B2329">
      <w:r>
        <w:t>378.9743</w:t>
      </w:r>
      <w:r>
        <w:tab/>
        <w:t>3.038e0</w:t>
      </w:r>
    </w:p>
    <w:p w:rsidR="007B2329" w:rsidRDefault="007B2329" w:rsidP="007B2329">
      <w:r>
        <w:t>378.9756</w:t>
      </w:r>
      <w:r>
        <w:tab/>
        <w:t>1.013e0</w:t>
      </w:r>
    </w:p>
    <w:p w:rsidR="007B2329" w:rsidRDefault="007B2329" w:rsidP="007B2329">
      <w:r>
        <w:t>379.0084</w:t>
      </w:r>
      <w:r>
        <w:tab/>
        <w:t>1.013e0</w:t>
      </w:r>
    </w:p>
    <w:p w:rsidR="007B2329" w:rsidRDefault="007B2329" w:rsidP="007B2329">
      <w:r>
        <w:t>379.0309</w:t>
      </w:r>
      <w:r>
        <w:tab/>
        <w:t>2.025e0</w:t>
      </w:r>
    </w:p>
    <w:p w:rsidR="007B2329" w:rsidRDefault="007B2329" w:rsidP="007B2329">
      <w:r>
        <w:t>379.0527</w:t>
      </w:r>
      <w:r>
        <w:tab/>
        <w:t>5.063e0</w:t>
      </w:r>
    </w:p>
    <w:p w:rsidR="007B2329" w:rsidRDefault="007B2329" w:rsidP="007B2329">
      <w:r>
        <w:t>379.0576</w:t>
      </w:r>
      <w:r>
        <w:tab/>
        <w:t>4.051e0</w:t>
      </w:r>
    </w:p>
    <w:p w:rsidR="007B2329" w:rsidRDefault="007B2329" w:rsidP="007B2329">
      <w:r>
        <w:t>379.0631</w:t>
      </w:r>
      <w:r>
        <w:tab/>
        <w:t>1.013e0</w:t>
      </w:r>
    </w:p>
    <w:p w:rsidR="007B2329" w:rsidRDefault="007B2329" w:rsidP="007B2329">
      <w:r>
        <w:t>379.0739</w:t>
      </w:r>
      <w:r>
        <w:tab/>
        <w:t>2.025e0</w:t>
      </w:r>
    </w:p>
    <w:p w:rsidR="007B2329" w:rsidRDefault="007B2329" w:rsidP="007B2329">
      <w:r>
        <w:t>379.0840</w:t>
      </w:r>
      <w:r>
        <w:tab/>
        <w:t>2.025e0</w:t>
      </w:r>
    </w:p>
    <w:p w:rsidR="007B2329" w:rsidRDefault="007B2329" w:rsidP="007B2329">
      <w:r>
        <w:t>379.0918</w:t>
      </w:r>
      <w:r>
        <w:tab/>
        <w:t>3.051e0</w:t>
      </w:r>
    </w:p>
    <w:p w:rsidR="007B2329" w:rsidRDefault="007B2329" w:rsidP="007B2329">
      <w:r>
        <w:t>379.0936</w:t>
      </w:r>
      <w:r>
        <w:tab/>
        <w:t>3.038e0</w:t>
      </w:r>
    </w:p>
    <w:p w:rsidR="007B2329" w:rsidRDefault="007B2329" w:rsidP="007B2329">
      <w:r>
        <w:t>379.1216</w:t>
      </w:r>
      <w:r>
        <w:tab/>
        <w:t>2.532e-2</w:t>
      </w:r>
    </w:p>
    <w:p w:rsidR="007B2329" w:rsidRDefault="007B2329" w:rsidP="007B2329">
      <w:r>
        <w:t>379.1255</w:t>
      </w:r>
      <w:r>
        <w:tab/>
        <w:t>1.013e0</w:t>
      </w:r>
    </w:p>
    <w:p w:rsidR="007B2329" w:rsidRDefault="007B2329" w:rsidP="007B2329">
      <w:r>
        <w:t>379.1362</w:t>
      </w:r>
      <w:r>
        <w:tab/>
        <w:t>2.025e0</w:t>
      </w:r>
    </w:p>
    <w:p w:rsidR="007B2329" w:rsidRDefault="007B2329" w:rsidP="007B2329">
      <w:r>
        <w:t>379.1420</w:t>
      </w:r>
      <w:r>
        <w:tab/>
        <w:t>3.516e0</w:t>
      </w:r>
    </w:p>
    <w:p w:rsidR="007B2329" w:rsidRDefault="007B2329" w:rsidP="007B2329">
      <w:r>
        <w:t>379.1500</w:t>
      </w:r>
      <w:r>
        <w:tab/>
        <w:t>3.038e0</w:t>
      </w:r>
    </w:p>
    <w:p w:rsidR="007B2329" w:rsidRDefault="007B2329" w:rsidP="007B2329">
      <w:r>
        <w:t>379.1651</w:t>
      </w:r>
      <w:r>
        <w:tab/>
        <w:t>2.397e0</w:t>
      </w:r>
    </w:p>
    <w:p w:rsidR="007B2329" w:rsidRDefault="007B2329" w:rsidP="007B2329">
      <w:r>
        <w:t>379.1792</w:t>
      </w:r>
      <w:r>
        <w:tab/>
        <w:t>7.089e0</w:t>
      </w:r>
    </w:p>
    <w:p w:rsidR="007B2329" w:rsidRDefault="007B2329" w:rsidP="007B2329">
      <w:r>
        <w:lastRenderedPageBreak/>
        <w:t>379.1811</w:t>
      </w:r>
      <w:r>
        <w:tab/>
        <w:t>1.469e0</w:t>
      </w:r>
    </w:p>
    <w:p w:rsidR="007B2329" w:rsidRDefault="007B2329" w:rsidP="007B2329">
      <w:r>
        <w:t>379.1888</w:t>
      </w:r>
      <w:r>
        <w:tab/>
        <w:t>1.013e0</w:t>
      </w:r>
    </w:p>
    <w:p w:rsidR="007B2329" w:rsidRDefault="007B2329" w:rsidP="007B2329">
      <w:r>
        <w:t>379.1948</w:t>
      </w:r>
      <w:r>
        <w:tab/>
        <w:t>1.070e0</w:t>
      </w:r>
    </w:p>
    <w:p w:rsidR="007B2329" w:rsidRDefault="007B2329" w:rsidP="007B2329">
      <w:r>
        <w:t>379.2060</w:t>
      </w:r>
      <w:r>
        <w:tab/>
        <w:t>3.582e-2</w:t>
      </w:r>
    </w:p>
    <w:p w:rsidR="007B2329" w:rsidRDefault="007B2329" w:rsidP="007B2329">
      <w:r>
        <w:t>379.2180</w:t>
      </w:r>
      <w:r>
        <w:tab/>
        <w:t>1.013e0</w:t>
      </w:r>
    </w:p>
    <w:p w:rsidR="007B2329" w:rsidRDefault="007B2329" w:rsidP="007B2329">
      <w:r>
        <w:t>379.3191</w:t>
      </w:r>
      <w:r>
        <w:tab/>
        <w:t>1.013e0</w:t>
      </w:r>
    </w:p>
    <w:p w:rsidR="007B2329" w:rsidRDefault="007B2329" w:rsidP="007B2329">
      <w:r>
        <w:t>379.3305</w:t>
      </w:r>
      <w:r>
        <w:tab/>
        <w:t>1.472e0</w:t>
      </w:r>
    </w:p>
    <w:p w:rsidR="007B2329" w:rsidRDefault="007B2329" w:rsidP="007B2329">
      <w:r>
        <w:t>379.3439</w:t>
      </w:r>
      <w:r>
        <w:tab/>
        <w:t>7.001e0</w:t>
      </w:r>
    </w:p>
    <w:p w:rsidR="007B2329" w:rsidRDefault="007B2329" w:rsidP="007B2329">
      <w:r>
        <w:t>379.3528</w:t>
      </w:r>
      <w:r>
        <w:tab/>
        <w:t>1.013e0</w:t>
      </w:r>
    </w:p>
    <w:p w:rsidR="007B2329" w:rsidRDefault="007B2329" w:rsidP="007B2329">
      <w:r>
        <w:t>379.3799</w:t>
      </w:r>
      <w:r>
        <w:tab/>
        <w:t>2.025e0</w:t>
      </w:r>
    </w:p>
    <w:p w:rsidR="007B2329" w:rsidRDefault="007B2329" w:rsidP="007B2329">
      <w:r>
        <w:t>379.3999</w:t>
      </w:r>
      <w:r>
        <w:tab/>
        <w:t>2.025e0</w:t>
      </w:r>
    </w:p>
    <w:p w:rsidR="007B2329" w:rsidRDefault="007B2329" w:rsidP="007B2329">
      <w:r>
        <w:t>379.4077</w:t>
      </w:r>
      <w:r>
        <w:tab/>
        <w:t>3.280e0</w:t>
      </w:r>
    </w:p>
    <w:p w:rsidR="007B2329" w:rsidRDefault="007B2329" w:rsidP="007B2329">
      <w:r>
        <w:t>379.4287</w:t>
      </w:r>
      <w:r>
        <w:tab/>
        <w:t>3.038e0</w:t>
      </w:r>
    </w:p>
    <w:p w:rsidR="007B2329" w:rsidRDefault="007B2329" w:rsidP="007B2329">
      <w:r>
        <w:t>379.4403</w:t>
      </w:r>
      <w:r>
        <w:tab/>
        <w:t>1.013e0</w:t>
      </w:r>
    </w:p>
    <w:p w:rsidR="007B2329" w:rsidRDefault="007B2329" w:rsidP="007B2329">
      <w:r>
        <w:t>379.4495</w:t>
      </w:r>
      <w:r>
        <w:tab/>
        <w:t>3.038e0</w:t>
      </w:r>
    </w:p>
    <w:p w:rsidR="007B2329" w:rsidRDefault="007B2329" w:rsidP="007B2329">
      <w:r>
        <w:t>379.4673</w:t>
      </w:r>
      <w:r>
        <w:tab/>
        <w:t>1.013e0</w:t>
      </w:r>
    </w:p>
    <w:p w:rsidR="007B2329" w:rsidRDefault="007B2329" w:rsidP="007B2329">
      <w:r>
        <w:t>379.4703</w:t>
      </w:r>
      <w:r>
        <w:tab/>
        <w:t>3.038e0</w:t>
      </w:r>
    </w:p>
    <w:p w:rsidR="007B2329" w:rsidRDefault="007B2329" w:rsidP="007B2329">
      <w:r>
        <w:t>379.4943</w:t>
      </w:r>
      <w:r>
        <w:tab/>
        <w:t>1.013e0</w:t>
      </w:r>
    </w:p>
    <w:p w:rsidR="007B2329" w:rsidRDefault="007B2329" w:rsidP="007B2329">
      <w:r>
        <w:t>379.4999</w:t>
      </w:r>
      <w:r>
        <w:tab/>
        <w:t>1.013e0</w:t>
      </w:r>
    </w:p>
    <w:p w:rsidR="007B2329" w:rsidRDefault="007B2329" w:rsidP="007B2329">
      <w:r>
        <w:lastRenderedPageBreak/>
        <w:t>379.5289</w:t>
      </w:r>
      <w:r>
        <w:tab/>
        <w:t>1.013e0</w:t>
      </w:r>
    </w:p>
    <w:p w:rsidR="007B2329" w:rsidRDefault="007B2329" w:rsidP="007B2329">
      <w:r>
        <w:t>379.5354</w:t>
      </w:r>
      <w:r>
        <w:tab/>
        <w:t>2.025e0</w:t>
      </w:r>
    </w:p>
    <w:p w:rsidR="007B2329" w:rsidRDefault="007B2329" w:rsidP="007B2329">
      <w:r>
        <w:t>379.5415</w:t>
      </w:r>
      <w:r>
        <w:tab/>
        <w:t>2.025e0</w:t>
      </w:r>
    </w:p>
    <w:p w:rsidR="007B2329" w:rsidRDefault="007B2329" w:rsidP="007B2329">
      <w:r>
        <w:t>379.5500</w:t>
      </w:r>
      <w:r>
        <w:tab/>
        <w:t>2.025e0</w:t>
      </w:r>
    </w:p>
    <w:p w:rsidR="007B2329" w:rsidRDefault="007B2329" w:rsidP="007B2329">
      <w:r>
        <w:t>379.5550</w:t>
      </w:r>
      <w:r>
        <w:tab/>
        <w:t>1.013e0</w:t>
      </w:r>
    </w:p>
    <w:p w:rsidR="007B2329" w:rsidRDefault="007B2329" w:rsidP="007B2329">
      <w:r>
        <w:t>379.5711</w:t>
      </w:r>
      <w:r>
        <w:tab/>
        <w:t>1.013e0</w:t>
      </w:r>
    </w:p>
    <w:p w:rsidR="007B2329" w:rsidRDefault="007B2329" w:rsidP="007B2329">
      <w:r>
        <w:t>379.5819</w:t>
      </w:r>
      <w:r>
        <w:tab/>
        <w:t>1.013e0</w:t>
      </w:r>
    </w:p>
    <w:p w:rsidR="007B2329" w:rsidRDefault="007B2329" w:rsidP="007B2329">
      <w:r>
        <w:t>379.5851</w:t>
      </w:r>
      <w:r>
        <w:tab/>
        <w:t>3.038e0</w:t>
      </w:r>
    </w:p>
    <w:p w:rsidR="007B2329" w:rsidRDefault="007B2329" w:rsidP="007B2329">
      <w:r>
        <w:t>379.5878</w:t>
      </w:r>
      <w:r>
        <w:tab/>
        <w:t>2.025e0</w:t>
      </w:r>
    </w:p>
    <w:p w:rsidR="007B2329" w:rsidRDefault="007B2329" w:rsidP="007B2329">
      <w:r>
        <w:t>379.6132</w:t>
      </w:r>
      <w:r>
        <w:tab/>
        <w:t>1.013e0</w:t>
      </w:r>
    </w:p>
    <w:p w:rsidR="007B2329" w:rsidRDefault="007B2329" w:rsidP="007B2329">
      <w:r>
        <w:t>379.6427</w:t>
      </w:r>
      <w:r>
        <w:tab/>
        <w:t>1.013e0</w:t>
      </w:r>
    </w:p>
    <w:p w:rsidR="007B2329" w:rsidRDefault="007B2329" w:rsidP="007B2329">
      <w:r>
        <w:t>379.6506</w:t>
      </w:r>
      <w:r>
        <w:tab/>
        <w:t>2.025e0</w:t>
      </w:r>
    </w:p>
    <w:p w:rsidR="007B2329" w:rsidRDefault="007B2329" w:rsidP="007B2329">
      <w:r>
        <w:t>379.6556</w:t>
      </w:r>
      <w:r>
        <w:tab/>
        <w:t>4.051e0</w:t>
      </w:r>
    </w:p>
    <w:p w:rsidR="007B2329" w:rsidRDefault="007B2329" w:rsidP="007B2329">
      <w:r>
        <w:t>379.6637</w:t>
      </w:r>
      <w:r>
        <w:tab/>
        <w:t>2.025e0</w:t>
      </w:r>
    </w:p>
    <w:p w:rsidR="007B2329" w:rsidRDefault="007B2329" w:rsidP="007B2329">
      <w:r>
        <w:t>379.6670</w:t>
      </w:r>
      <w:r>
        <w:tab/>
        <w:t>2.025e0</w:t>
      </w:r>
    </w:p>
    <w:p w:rsidR="007B2329" w:rsidRDefault="007B2329" w:rsidP="007B2329">
      <w:r>
        <w:t>379.6782</w:t>
      </w:r>
      <w:r>
        <w:tab/>
        <w:t>1.025e0</w:t>
      </w:r>
    </w:p>
    <w:p w:rsidR="007B2329" w:rsidRDefault="007B2329" w:rsidP="007B2329">
      <w:r>
        <w:t>379.6844</w:t>
      </w:r>
      <w:r>
        <w:tab/>
        <w:t>1.013e0</w:t>
      </w:r>
    </w:p>
    <w:p w:rsidR="007B2329" w:rsidRDefault="007B2329" w:rsidP="007B2329">
      <w:r>
        <w:t>379.7169</w:t>
      </w:r>
      <w:r>
        <w:tab/>
        <w:t>1.013e0</w:t>
      </w:r>
    </w:p>
    <w:p w:rsidR="007B2329" w:rsidRDefault="007B2329" w:rsidP="007B2329">
      <w:r>
        <w:t>379.7195</w:t>
      </w:r>
      <w:r>
        <w:tab/>
        <w:t>2.025e0</w:t>
      </w:r>
    </w:p>
    <w:p w:rsidR="007B2329" w:rsidRDefault="007B2329" w:rsidP="007B2329">
      <w:r>
        <w:lastRenderedPageBreak/>
        <w:t>379.7437</w:t>
      </w:r>
      <w:r>
        <w:tab/>
        <w:t>2.025e0</w:t>
      </w:r>
    </w:p>
    <w:p w:rsidR="007B2329" w:rsidRDefault="007B2329" w:rsidP="007B2329">
      <w:r>
        <w:t>379.7453</w:t>
      </w:r>
      <w:r>
        <w:tab/>
        <w:t>2.532e-2</w:t>
      </w:r>
    </w:p>
    <w:p w:rsidR="007B2329" w:rsidRDefault="007B2329" w:rsidP="007B2329">
      <w:r>
        <w:t>379.7474</w:t>
      </w:r>
      <w:r>
        <w:tab/>
        <w:t>4.051e0</w:t>
      </w:r>
    </w:p>
    <w:p w:rsidR="007B2329" w:rsidRDefault="007B2329" w:rsidP="007B2329">
      <w:r>
        <w:t>379.7515</w:t>
      </w:r>
      <w:r>
        <w:tab/>
        <w:t>1.013e0</w:t>
      </w:r>
    </w:p>
    <w:p w:rsidR="007B2329" w:rsidRDefault="007B2329" w:rsidP="007B2329">
      <w:r>
        <w:t>379.7622</w:t>
      </w:r>
      <w:r>
        <w:tab/>
        <w:t>2.025e0</w:t>
      </w:r>
    </w:p>
    <w:p w:rsidR="007B2329" w:rsidRDefault="007B2329" w:rsidP="007B2329">
      <w:r>
        <w:t>379.7688</w:t>
      </w:r>
      <w:r>
        <w:tab/>
        <w:t>1.013e0</w:t>
      </w:r>
    </w:p>
    <w:p w:rsidR="007B2329" w:rsidRDefault="007B2329" w:rsidP="007B2329">
      <w:r>
        <w:t>379.8045</w:t>
      </w:r>
      <w:r>
        <w:tab/>
        <w:t>2.025e0</w:t>
      </w:r>
    </w:p>
    <w:p w:rsidR="007B2329" w:rsidRDefault="007B2329" w:rsidP="007B2329">
      <w:r>
        <w:t>379.8107</w:t>
      </w:r>
      <w:r>
        <w:tab/>
        <w:t>3.038e0</w:t>
      </w:r>
    </w:p>
    <w:p w:rsidR="007B2329" w:rsidRDefault="007B2329" w:rsidP="007B2329">
      <w:r>
        <w:t>379.8255</w:t>
      </w:r>
      <w:r>
        <w:tab/>
        <w:t>2.025e0</w:t>
      </w:r>
    </w:p>
    <w:p w:rsidR="007B2329" w:rsidRDefault="007B2329" w:rsidP="007B2329">
      <w:r>
        <w:t>379.8613</w:t>
      </w:r>
      <w:r>
        <w:tab/>
        <w:t>1.013e0</w:t>
      </w:r>
    </w:p>
    <w:p w:rsidR="007B2329" w:rsidRDefault="007B2329" w:rsidP="007B2329">
      <w:r>
        <w:t>379.8860</w:t>
      </w:r>
      <w:r>
        <w:tab/>
        <w:t>1.013e0</w:t>
      </w:r>
    </w:p>
    <w:p w:rsidR="007B2329" w:rsidRDefault="007B2329" w:rsidP="007B2329">
      <w:r>
        <w:t>379.8922</w:t>
      </w:r>
      <w:r>
        <w:tab/>
        <w:t>2.025e0</w:t>
      </w:r>
    </w:p>
    <w:p w:rsidR="007B2329" w:rsidRDefault="007B2329" w:rsidP="007B2329">
      <w:r>
        <w:t>379.9032</w:t>
      </w:r>
      <w:r>
        <w:tab/>
        <w:t>1.013e0</w:t>
      </w:r>
    </w:p>
    <w:p w:rsidR="007B2329" w:rsidRDefault="007B2329" w:rsidP="007B2329">
      <w:r>
        <w:t>379.9051</w:t>
      </w:r>
      <w:r>
        <w:tab/>
        <w:t>1.025e0</w:t>
      </w:r>
    </w:p>
    <w:p w:rsidR="007B2329" w:rsidRDefault="007B2329" w:rsidP="007B2329">
      <w:r>
        <w:t>379.9073</w:t>
      </w:r>
      <w:r>
        <w:tab/>
        <w:t>1.013e0</w:t>
      </w:r>
    </w:p>
    <w:p w:rsidR="007B2329" w:rsidRDefault="007B2329" w:rsidP="007B2329">
      <w:r>
        <w:t>379.9326</w:t>
      </w:r>
      <w:r>
        <w:tab/>
        <w:t>1.013e0</w:t>
      </w:r>
    </w:p>
    <w:p w:rsidR="007B2329" w:rsidRDefault="007B2329" w:rsidP="007B2329">
      <w:r>
        <w:t>379.9421</w:t>
      </w:r>
      <w:r>
        <w:tab/>
        <w:t>2.025e0</w:t>
      </w:r>
    </w:p>
    <w:p w:rsidR="007B2329" w:rsidRDefault="007B2329" w:rsidP="007B2329">
      <w:r>
        <w:t>379.9457</w:t>
      </w:r>
      <w:r>
        <w:tab/>
        <w:t>1.013e0</w:t>
      </w:r>
    </w:p>
    <w:p w:rsidR="007B2329" w:rsidRDefault="007B2329" w:rsidP="007B2329">
      <w:r>
        <w:t>379.9532</w:t>
      </w:r>
      <w:r>
        <w:tab/>
        <w:t>1.013e0</w:t>
      </w:r>
    </w:p>
    <w:p w:rsidR="007B2329" w:rsidRDefault="007B2329" w:rsidP="007B2329">
      <w:r>
        <w:lastRenderedPageBreak/>
        <w:t>379.9583</w:t>
      </w:r>
      <w:r>
        <w:tab/>
        <w:t>2.025e0</w:t>
      </w:r>
    </w:p>
    <w:p w:rsidR="007B2329" w:rsidRDefault="007B2329" w:rsidP="007B2329">
      <w:r>
        <w:t>379.9597</w:t>
      </w:r>
      <w:r>
        <w:tab/>
        <w:t>5.063e0</w:t>
      </w:r>
    </w:p>
    <w:p w:rsidR="007B2329" w:rsidRDefault="007B2329" w:rsidP="007B2329">
      <w:r>
        <w:t>379.9818</w:t>
      </w:r>
      <w:r>
        <w:tab/>
        <w:t>2.038e0</w:t>
      </w:r>
    </w:p>
    <w:p w:rsidR="007B2329" w:rsidRDefault="007B2329" w:rsidP="007B2329">
      <w:r>
        <w:t>379.9943</w:t>
      </w:r>
      <w:r>
        <w:tab/>
        <w:t>3.038e0</w:t>
      </w:r>
    </w:p>
    <w:p w:rsidR="007B2329" w:rsidRDefault="007B2329" w:rsidP="007B2329">
      <w:r>
        <w:t>380.0097</w:t>
      </w:r>
      <w:r>
        <w:tab/>
        <w:t>2.025e0</w:t>
      </w:r>
    </w:p>
    <w:p w:rsidR="007B2329" w:rsidRDefault="007B2329" w:rsidP="007B2329">
      <w:r>
        <w:t>380.0244</w:t>
      </w:r>
      <w:r>
        <w:tab/>
        <w:t>2.025e0</w:t>
      </w:r>
    </w:p>
    <w:p w:rsidR="007B2329" w:rsidRDefault="007B2329" w:rsidP="007B2329">
      <w:r>
        <w:t>380.0272</w:t>
      </w:r>
      <w:r>
        <w:tab/>
        <w:t>1.013e0</w:t>
      </w:r>
    </w:p>
    <w:p w:rsidR="007B2329" w:rsidRDefault="007B2329" w:rsidP="007B2329">
      <w:r>
        <w:t>380.0416</w:t>
      </w:r>
      <w:r>
        <w:tab/>
        <w:t>1.013e0</w:t>
      </w:r>
    </w:p>
    <w:p w:rsidR="007B2329" w:rsidRDefault="007B2329" w:rsidP="007B2329">
      <w:r>
        <w:t>380.0628</w:t>
      </w:r>
      <w:r>
        <w:tab/>
        <w:t>1.013e0</w:t>
      </w:r>
    </w:p>
    <w:p w:rsidR="007B2329" w:rsidRDefault="007B2329" w:rsidP="007B2329">
      <w:r>
        <w:t>380.0843</w:t>
      </w:r>
      <w:r>
        <w:tab/>
        <w:t>2.025e0</w:t>
      </w:r>
    </w:p>
    <w:p w:rsidR="007B2329" w:rsidRDefault="007B2329" w:rsidP="007B2329">
      <w:r>
        <w:t>380.0945</w:t>
      </w:r>
      <w:r>
        <w:tab/>
        <w:t>2.025e0</w:t>
      </w:r>
    </w:p>
    <w:p w:rsidR="007B2329" w:rsidRDefault="007B2329" w:rsidP="007B2329">
      <w:r>
        <w:t>380.1044</w:t>
      </w:r>
      <w:r>
        <w:tab/>
        <w:t>5.063e0</w:t>
      </w:r>
    </w:p>
    <w:p w:rsidR="007B2329" w:rsidRDefault="007B2329" w:rsidP="007B2329">
      <w:r>
        <w:t>380.1573</w:t>
      </w:r>
      <w:r>
        <w:tab/>
        <w:t>1.310e1</w:t>
      </w:r>
    </w:p>
    <w:p w:rsidR="007B2329" w:rsidRDefault="007B2329" w:rsidP="007B2329">
      <w:r>
        <w:t>380.1601</w:t>
      </w:r>
      <w:r>
        <w:tab/>
        <w:t>7.177e0</w:t>
      </w:r>
    </w:p>
    <w:p w:rsidR="007B2329" w:rsidRDefault="007B2329" w:rsidP="007B2329">
      <w:r>
        <w:t>380.1632</w:t>
      </w:r>
      <w:r>
        <w:tab/>
        <w:t>2.284e2</w:t>
      </w:r>
    </w:p>
    <w:p w:rsidR="007B2329" w:rsidRDefault="007B2329" w:rsidP="007B2329">
      <w:r>
        <w:t>380.1662</w:t>
      </w:r>
      <w:r>
        <w:tab/>
        <w:t>1.711e2</w:t>
      </w:r>
    </w:p>
    <w:p w:rsidR="007B2329" w:rsidRDefault="007B2329" w:rsidP="007B2329">
      <w:r>
        <w:t>380.1687</w:t>
      </w:r>
      <w:r>
        <w:tab/>
        <w:t>6.889e1</w:t>
      </w:r>
    </w:p>
    <w:p w:rsidR="007B2329" w:rsidRDefault="007B2329" w:rsidP="007B2329">
      <w:r>
        <w:t>380.3150</w:t>
      </w:r>
      <w:r>
        <w:tab/>
        <w:t>6.076e0</w:t>
      </w:r>
    </w:p>
    <w:p w:rsidR="007B2329" w:rsidRDefault="007B2329" w:rsidP="007B2329">
      <w:r>
        <w:t>380.3253</w:t>
      </w:r>
      <w:r>
        <w:tab/>
        <w:t>1.643e0</w:t>
      </w:r>
    </w:p>
    <w:p w:rsidR="007B2329" w:rsidRDefault="007B2329" w:rsidP="007B2329">
      <w:r>
        <w:lastRenderedPageBreak/>
        <w:t>380.3329</w:t>
      </w:r>
      <w:r>
        <w:tab/>
        <w:t>8.101e0</w:t>
      </w:r>
    </w:p>
    <w:p w:rsidR="007B2329" w:rsidRDefault="007B2329" w:rsidP="007B2329">
      <w:r>
        <w:t>380.3582</w:t>
      </w:r>
      <w:r>
        <w:tab/>
        <w:t>2.025e0</w:t>
      </w:r>
    </w:p>
    <w:p w:rsidR="007B2329" w:rsidRDefault="007B2329" w:rsidP="007B2329">
      <w:r>
        <w:t>380.3716</w:t>
      </w:r>
      <w:r>
        <w:tab/>
        <w:t>2.025e0</w:t>
      </w:r>
    </w:p>
    <w:p w:rsidR="007B2329" w:rsidRDefault="007B2329" w:rsidP="007B2329">
      <w:r>
        <w:t>380.3767</w:t>
      </w:r>
      <w:r>
        <w:tab/>
        <w:t>2.025e0</w:t>
      </w:r>
    </w:p>
    <w:p w:rsidR="007B2329" w:rsidRDefault="007B2329" w:rsidP="007B2329">
      <w:r>
        <w:t>380.3804</w:t>
      </w:r>
      <w:r>
        <w:tab/>
        <w:t>2.025e0</w:t>
      </w:r>
    </w:p>
    <w:p w:rsidR="007B2329" w:rsidRDefault="007B2329" w:rsidP="007B2329">
      <w:r>
        <w:t>380.3927</w:t>
      </w:r>
      <w:r>
        <w:tab/>
        <w:t>2.025e0</w:t>
      </w:r>
    </w:p>
    <w:p w:rsidR="007B2329" w:rsidRDefault="007B2329" w:rsidP="007B2329">
      <w:r>
        <w:t>380.3951</w:t>
      </w:r>
      <w:r>
        <w:tab/>
        <w:t>1.013e0</w:t>
      </w:r>
    </w:p>
    <w:p w:rsidR="007B2329" w:rsidRDefault="007B2329" w:rsidP="007B2329">
      <w:r>
        <w:t>380.4157</w:t>
      </w:r>
      <w:r>
        <w:tab/>
        <w:t>3.038e0</w:t>
      </w:r>
    </w:p>
    <w:p w:rsidR="007B2329" w:rsidRDefault="007B2329" w:rsidP="007B2329">
      <w:r>
        <w:t>380.4412</w:t>
      </w:r>
      <w:r>
        <w:tab/>
        <w:t>1.013e0</w:t>
      </w:r>
    </w:p>
    <w:p w:rsidR="007B2329" w:rsidRDefault="007B2329" w:rsidP="007B2329">
      <w:r>
        <w:t>380.4528</w:t>
      </w:r>
      <w:r>
        <w:tab/>
        <w:t>1.013e0</w:t>
      </w:r>
    </w:p>
    <w:p w:rsidR="007B2329" w:rsidRDefault="007B2329" w:rsidP="007B2329">
      <w:r>
        <w:t>380.4807</w:t>
      </w:r>
      <w:r>
        <w:tab/>
        <w:t>3.038e0</w:t>
      </w:r>
    </w:p>
    <w:p w:rsidR="007B2329" w:rsidRDefault="007B2329" w:rsidP="007B2329">
      <w:r>
        <w:t>380.4834</w:t>
      </w:r>
      <w:r>
        <w:tab/>
        <w:t>1.013e0</w:t>
      </w:r>
    </w:p>
    <w:p w:rsidR="007B2329" w:rsidRDefault="007B2329" w:rsidP="007B2329">
      <w:r>
        <w:t>380.4873</w:t>
      </w:r>
      <w:r>
        <w:tab/>
        <w:t>1.013e0</w:t>
      </w:r>
    </w:p>
    <w:p w:rsidR="007B2329" w:rsidRDefault="007B2329" w:rsidP="007B2329">
      <w:r>
        <w:t>380.4986</w:t>
      </w:r>
      <w:r>
        <w:tab/>
        <w:t>3.038e0</w:t>
      </w:r>
    </w:p>
    <w:p w:rsidR="007B2329" w:rsidRDefault="007B2329" w:rsidP="007B2329">
      <w:r>
        <w:t>380.5001</w:t>
      </w:r>
      <w:r>
        <w:tab/>
        <w:t>1.013e0</w:t>
      </w:r>
    </w:p>
    <w:p w:rsidR="007B2329" w:rsidRDefault="007B2329" w:rsidP="007B2329">
      <w:r>
        <w:t>380.5086</w:t>
      </w:r>
      <w:r>
        <w:tab/>
        <w:t>1.013e0</w:t>
      </w:r>
    </w:p>
    <w:p w:rsidR="007B2329" w:rsidRDefault="007B2329" w:rsidP="007B2329">
      <w:r>
        <w:t>380.5257</w:t>
      </w:r>
      <w:r>
        <w:tab/>
        <w:t>1.013e0</w:t>
      </w:r>
    </w:p>
    <w:p w:rsidR="007B2329" w:rsidRDefault="007B2329" w:rsidP="007B2329">
      <w:r>
        <w:t>380.5466</w:t>
      </w:r>
      <w:r>
        <w:tab/>
        <w:t>3.038e0</w:t>
      </w:r>
    </w:p>
    <w:p w:rsidR="007B2329" w:rsidRDefault="007B2329" w:rsidP="007B2329">
      <w:r>
        <w:t>380.5714</w:t>
      </w:r>
      <w:r>
        <w:tab/>
        <w:t>1.038e0</w:t>
      </w:r>
    </w:p>
    <w:p w:rsidR="007B2329" w:rsidRDefault="007B2329" w:rsidP="007B2329">
      <w:r>
        <w:lastRenderedPageBreak/>
        <w:t>380.5811</w:t>
      </w:r>
      <w:r>
        <w:tab/>
        <w:t>1.013e0</w:t>
      </w:r>
    </w:p>
    <w:p w:rsidR="007B2329" w:rsidRDefault="007B2329" w:rsidP="007B2329">
      <w:r>
        <w:t>380.5862</w:t>
      </w:r>
      <w:r>
        <w:tab/>
        <w:t>2.025e0</w:t>
      </w:r>
    </w:p>
    <w:p w:rsidR="007B2329" w:rsidRDefault="007B2329" w:rsidP="007B2329">
      <w:r>
        <w:t>380.6012</w:t>
      </w:r>
      <w:r>
        <w:tab/>
        <w:t>1.013e0</w:t>
      </w:r>
    </w:p>
    <w:p w:rsidR="007B2329" w:rsidRDefault="007B2329" w:rsidP="007B2329">
      <w:r>
        <w:t>380.6286</w:t>
      </w:r>
      <w:r>
        <w:tab/>
        <w:t>2.025e0</w:t>
      </w:r>
    </w:p>
    <w:p w:rsidR="007B2329" w:rsidRDefault="007B2329" w:rsidP="007B2329">
      <w:r>
        <w:t>380.6351</w:t>
      </w:r>
      <w:r>
        <w:tab/>
        <w:t>3.038e0</w:t>
      </w:r>
    </w:p>
    <w:p w:rsidR="007B2329" w:rsidRDefault="007B2329" w:rsidP="007B2329">
      <w:r>
        <w:t>380.6429</w:t>
      </w:r>
      <w:r>
        <w:tab/>
        <w:t>1.013e0</w:t>
      </w:r>
    </w:p>
    <w:p w:rsidR="007B2329" w:rsidRDefault="007B2329" w:rsidP="007B2329">
      <w:r>
        <w:t>380.6481</w:t>
      </w:r>
      <w:r>
        <w:tab/>
        <w:t>2.025e0</w:t>
      </w:r>
    </w:p>
    <w:p w:rsidR="007B2329" w:rsidRDefault="007B2329" w:rsidP="007B2329">
      <w:r>
        <w:t>380.6688</w:t>
      </w:r>
      <w:r>
        <w:tab/>
        <w:t>1.013e0</w:t>
      </w:r>
    </w:p>
    <w:p w:rsidR="007B2329" w:rsidRDefault="007B2329" w:rsidP="007B2329">
      <w:r>
        <w:t>380.6706</w:t>
      </w:r>
      <w:r>
        <w:tab/>
        <w:t>2.025e0</w:t>
      </w:r>
    </w:p>
    <w:p w:rsidR="007B2329" w:rsidRDefault="007B2329" w:rsidP="007B2329">
      <w:r>
        <w:t>380.6738</w:t>
      </w:r>
      <w:r>
        <w:tab/>
        <w:t>3.038e0</w:t>
      </w:r>
    </w:p>
    <w:p w:rsidR="007B2329" w:rsidRDefault="007B2329" w:rsidP="007B2329">
      <w:r>
        <w:t>380.6893</w:t>
      </w:r>
      <w:r>
        <w:tab/>
        <w:t>1.013e0</w:t>
      </w:r>
    </w:p>
    <w:p w:rsidR="007B2329" w:rsidRDefault="007B2329" w:rsidP="007B2329">
      <w:r>
        <w:t>380.6932</w:t>
      </w:r>
      <w:r>
        <w:tab/>
        <w:t>2.025e0</w:t>
      </w:r>
    </w:p>
    <w:p w:rsidR="007B2329" w:rsidRDefault="007B2329" w:rsidP="007B2329">
      <w:r>
        <w:t>380.7026</w:t>
      </w:r>
      <w:r>
        <w:tab/>
        <w:t>1.013e0</w:t>
      </w:r>
    </w:p>
    <w:p w:rsidR="007B2329" w:rsidRDefault="007B2329" w:rsidP="007B2329">
      <w:r>
        <w:t>380.7063</w:t>
      </w:r>
      <w:r>
        <w:tab/>
        <w:t>1.013e0</w:t>
      </w:r>
    </w:p>
    <w:p w:rsidR="007B2329" w:rsidRDefault="007B2329" w:rsidP="007B2329">
      <w:r>
        <w:t>380.7135</w:t>
      </w:r>
      <w:r>
        <w:tab/>
        <w:t>3.038e0</w:t>
      </w:r>
    </w:p>
    <w:p w:rsidR="007B2329" w:rsidRDefault="007B2329" w:rsidP="007B2329">
      <w:r>
        <w:t>380.7162</w:t>
      </w:r>
      <w:r>
        <w:tab/>
        <w:t>1.013e0</w:t>
      </w:r>
    </w:p>
    <w:p w:rsidR="007B2329" w:rsidRDefault="007B2329" w:rsidP="007B2329">
      <w:r>
        <w:t>380.7206</w:t>
      </w:r>
      <w:r>
        <w:tab/>
        <w:t>3.038e0</w:t>
      </w:r>
    </w:p>
    <w:p w:rsidR="007B2329" w:rsidRDefault="007B2329" w:rsidP="007B2329">
      <w:r>
        <w:t>380.7525</w:t>
      </w:r>
      <w:r>
        <w:tab/>
        <w:t>1.013e0</w:t>
      </w:r>
    </w:p>
    <w:p w:rsidR="007B2329" w:rsidRDefault="007B2329" w:rsidP="007B2329">
      <w:r>
        <w:t>380.7567</w:t>
      </w:r>
      <w:r>
        <w:tab/>
        <w:t>1.013e0</w:t>
      </w:r>
    </w:p>
    <w:p w:rsidR="007B2329" w:rsidRDefault="007B2329" w:rsidP="007B2329">
      <w:r>
        <w:lastRenderedPageBreak/>
        <w:t>380.7717</w:t>
      </w:r>
      <w:r>
        <w:tab/>
        <w:t>3.038e0</w:t>
      </w:r>
    </w:p>
    <w:p w:rsidR="007B2329" w:rsidRDefault="007B2329" w:rsidP="007B2329">
      <w:r>
        <w:t>380.7813</w:t>
      </w:r>
      <w:r>
        <w:tab/>
        <w:t>2.025e0</w:t>
      </w:r>
    </w:p>
    <w:p w:rsidR="007B2329" w:rsidRDefault="007B2329" w:rsidP="007B2329">
      <w:r>
        <w:t>380.7947</w:t>
      </w:r>
      <w:r>
        <w:tab/>
        <w:t>1.013e0</w:t>
      </w:r>
    </w:p>
    <w:p w:rsidR="007B2329" w:rsidRDefault="007B2329" w:rsidP="007B2329">
      <w:r>
        <w:t>380.7986</w:t>
      </w:r>
      <w:r>
        <w:tab/>
        <w:t>1.013e0</w:t>
      </w:r>
    </w:p>
    <w:p w:rsidR="007B2329" w:rsidRDefault="007B2329" w:rsidP="007B2329">
      <w:r>
        <w:t>380.8311</w:t>
      </w:r>
      <w:r>
        <w:tab/>
        <w:t>1.013e0</w:t>
      </w:r>
    </w:p>
    <w:p w:rsidR="007B2329" w:rsidRDefault="007B2329" w:rsidP="007B2329">
      <w:r>
        <w:t>380.8366</w:t>
      </w:r>
      <w:r>
        <w:tab/>
        <w:t>3.038e0</w:t>
      </w:r>
    </w:p>
    <w:p w:rsidR="007B2329" w:rsidRDefault="007B2329" w:rsidP="007B2329">
      <w:r>
        <w:t>380.8615</w:t>
      </w:r>
      <w:r>
        <w:tab/>
        <w:t>4.424e0</w:t>
      </w:r>
    </w:p>
    <w:p w:rsidR="007B2329" w:rsidRDefault="007B2329" w:rsidP="007B2329">
      <w:r>
        <w:t>380.8921</w:t>
      </w:r>
      <w:r>
        <w:tab/>
        <w:t>1.013e0</w:t>
      </w:r>
    </w:p>
    <w:p w:rsidR="007B2329" w:rsidRDefault="007B2329" w:rsidP="007B2329">
      <w:r>
        <w:t>380.8956</w:t>
      </w:r>
      <w:r>
        <w:tab/>
        <w:t>4.051e0</w:t>
      </w:r>
    </w:p>
    <w:p w:rsidR="007B2329" w:rsidRDefault="007B2329" w:rsidP="007B2329">
      <w:r>
        <w:t>380.9082</w:t>
      </w:r>
      <w:r>
        <w:tab/>
        <w:t>1.013e0</w:t>
      </w:r>
    </w:p>
    <w:p w:rsidR="007B2329" w:rsidRDefault="007B2329" w:rsidP="007B2329">
      <w:r>
        <w:t>380.9131</w:t>
      </w:r>
      <w:r>
        <w:tab/>
        <w:t>2.025e0</w:t>
      </w:r>
    </w:p>
    <w:p w:rsidR="007B2329" w:rsidRDefault="007B2329" w:rsidP="007B2329">
      <w:r>
        <w:t>380.9190</w:t>
      </w:r>
      <w:r>
        <w:tab/>
        <w:t>1.013e0</w:t>
      </w:r>
    </w:p>
    <w:p w:rsidR="007B2329" w:rsidRDefault="007B2329" w:rsidP="007B2329">
      <w:r>
        <w:t>380.9234</w:t>
      </w:r>
      <w:r>
        <w:tab/>
        <w:t>2.025e0</w:t>
      </w:r>
    </w:p>
    <w:p w:rsidR="007B2329" w:rsidRDefault="007B2329" w:rsidP="007B2329">
      <w:r>
        <w:t>380.9255</w:t>
      </w:r>
      <w:r>
        <w:tab/>
        <w:t>1.013e0</w:t>
      </w:r>
    </w:p>
    <w:p w:rsidR="007B2329" w:rsidRDefault="007B2329" w:rsidP="007B2329">
      <w:r>
        <w:t>380.9394</w:t>
      </w:r>
      <w:r>
        <w:tab/>
        <w:t>1.013e0</w:t>
      </w:r>
    </w:p>
    <w:p w:rsidR="007B2329" w:rsidRDefault="007B2329" w:rsidP="007B2329">
      <w:r>
        <w:t>380.9462</w:t>
      </w:r>
      <w:r>
        <w:tab/>
        <w:t>1.013e0</w:t>
      </w:r>
    </w:p>
    <w:p w:rsidR="007B2329" w:rsidRDefault="007B2329" w:rsidP="007B2329">
      <w:r>
        <w:t>380.9503</w:t>
      </w:r>
      <w:r>
        <w:tab/>
        <w:t>1.013e0</w:t>
      </w:r>
    </w:p>
    <w:p w:rsidR="007B2329" w:rsidRDefault="007B2329" w:rsidP="007B2329">
      <w:r>
        <w:t>380.9628</w:t>
      </w:r>
      <w:r>
        <w:tab/>
        <w:t>2.532e-2</w:t>
      </w:r>
    </w:p>
    <w:p w:rsidR="007B2329" w:rsidRDefault="007B2329" w:rsidP="007B2329">
      <w:r>
        <w:t>380.9763</w:t>
      </w:r>
      <w:r>
        <w:tab/>
        <w:t>3.798e-2</w:t>
      </w:r>
    </w:p>
    <w:p w:rsidR="007B2329" w:rsidRDefault="007B2329" w:rsidP="007B2329">
      <w:r>
        <w:lastRenderedPageBreak/>
        <w:t>380.9802</w:t>
      </w:r>
      <w:r>
        <w:tab/>
        <w:t>3.038e0</w:t>
      </w:r>
    </w:p>
    <w:p w:rsidR="007B2329" w:rsidRDefault="007B2329" w:rsidP="007B2329">
      <w:r>
        <w:t>381.0070</w:t>
      </w:r>
      <w:r>
        <w:tab/>
        <w:t>2.025e0</w:t>
      </w:r>
    </w:p>
    <w:p w:rsidR="007B2329" w:rsidRDefault="007B2329" w:rsidP="007B2329">
      <w:r>
        <w:t>381.0175</w:t>
      </w:r>
      <w:r>
        <w:tab/>
        <w:t>1.013e0</w:t>
      </w:r>
    </w:p>
    <w:p w:rsidR="007B2329" w:rsidRDefault="007B2329" w:rsidP="007B2329">
      <w:r>
        <w:t>381.0215</w:t>
      </w:r>
      <w:r>
        <w:tab/>
        <w:t>2.025e0</w:t>
      </w:r>
    </w:p>
    <w:p w:rsidR="007B2329" w:rsidRDefault="007B2329" w:rsidP="007B2329">
      <w:r>
        <w:t>381.0573</w:t>
      </w:r>
      <w:r>
        <w:tab/>
        <w:t>2.025e0</w:t>
      </w:r>
    </w:p>
    <w:p w:rsidR="007B2329" w:rsidRDefault="007B2329" w:rsidP="007B2329">
      <w:r>
        <w:t>381.0638</w:t>
      </w:r>
      <w:r>
        <w:tab/>
        <w:t>2.025e0</w:t>
      </w:r>
    </w:p>
    <w:p w:rsidR="007B2329" w:rsidRDefault="007B2329" w:rsidP="007B2329">
      <w:r>
        <w:t>381.0680</w:t>
      </w:r>
      <w:r>
        <w:tab/>
        <w:t>1.013e0</w:t>
      </w:r>
    </w:p>
    <w:p w:rsidR="007B2329" w:rsidRDefault="007B2329" w:rsidP="007B2329">
      <w:r>
        <w:t>381.0950</w:t>
      </w:r>
      <w:r>
        <w:tab/>
        <w:t>1.013e0</w:t>
      </w:r>
    </w:p>
    <w:p w:rsidR="007B2329" w:rsidRDefault="007B2329" w:rsidP="007B2329">
      <w:r>
        <w:t>381.1059</w:t>
      </w:r>
      <w:r>
        <w:tab/>
        <w:t>1.013e0</w:t>
      </w:r>
    </w:p>
    <w:p w:rsidR="007B2329" w:rsidRDefault="007B2329" w:rsidP="007B2329">
      <w:r>
        <w:t>381.1090</w:t>
      </w:r>
      <w:r>
        <w:tab/>
        <w:t>2.025e0</w:t>
      </w:r>
    </w:p>
    <w:p w:rsidR="007B2329" w:rsidRDefault="007B2329" w:rsidP="007B2329">
      <w:r>
        <w:t>381.1159</w:t>
      </w:r>
      <w:r>
        <w:tab/>
        <w:t>7.089e0</w:t>
      </w:r>
    </w:p>
    <w:p w:rsidR="007B2329" w:rsidRDefault="007B2329" w:rsidP="007B2329">
      <w:r>
        <w:t>381.1330</w:t>
      </w:r>
      <w:r>
        <w:tab/>
        <w:t>6.308e0</w:t>
      </w:r>
    </w:p>
    <w:p w:rsidR="007B2329" w:rsidRDefault="007B2329" w:rsidP="007B2329">
      <w:r>
        <w:t>381.1640</w:t>
      </w:r>
      <w:r>
        <w:tab/>
        <w:t>5.811e1</w:t>
      </w:r>
    </w:p>
    <w:p w:rsidR="007B2329" w:rsidRDefault="007B2329" w:rsidP="007B2329">
      <w:r>
        <w:t>381.1653</w:t>
      </w:r>
      <w:r>
        <w:tab/>
        <w:t>1.745e1</w:t>
      </w:r>
    </w:p>
    <w:p w:rsidR="007B2329" w:rsidRDefault="007B2329" w:rsidP="007B2329">
      <w:r>
        <w:t>381.1679</w:t>
      </w:r>
      <w:r>
        <w:tab/>
        <w:t>8.101e0</w:t>
      </w:r>
    </w:p>
    <w:p w:rsidR="007B2329" w:rsidRDefault="007B2329" w:rsidP="007B2329">
      <w:r>
        <w:t>381.1697</w:t>
      </w:r>
      <w:r>
        <w:tab/>
        <w:t>1.988e0</w:t>
      </w:r>
    </w:p>
    <w:p w:rsidR="007B2329" w:rsidRDefault="007B2329" w:rsidP="007B2329">
      <w:r>
        <w:t>381.1722</w:t>
      </w:r>
      <w:r>
        <w:tab/>
        <w:t>1.485e1</w:t>
      </w:r>
    </w:p>
    <w:p w:rsidR="007B2329" w:rsidRDefault="007B2329" w:rsidP="007B2329">
      <w:r>
        <w:t>381.1747</w:t>
      </w:r>
      <w:r>
        <w:tab/>
        <w:t>1.678e1</w:t>
      </w:r>
    </w:p>
    <w:p w:rsidR="007B2329" w:rsidRDefault="007B2329" w:rsidP="007B2329">
      <w:r>
        <w:t>381.1778</w:t>
      </w:r>
      <w:r>
        <w:tab/>
        <w:t>8.101e0</w:t>
      </w:r>
    </w:p>
    <w:p w:rsidR="007B2329" w:rsidRDefault="007B2329" w:rsidP="007B2329">
      <w:r>
        <w:lastRenderedPageBreak/>
        <w:t>381.1985</w:t>
      </w:r>
      <w:r>
        <w:tab/>
        <w:t>6.419e0</w:t>
      </w:r>
    </w:p>
    <w:p w:rsidR="007B2329" w:rsidRDefault="007B2329" w:rsidP="007B2329">
      <w:r>
        <w:t>381.2121</w:t>
      </w:r>
      <w:r>
        <w:tab/>
        <w:t>5.119e0</w:t>
      </w:r>
    </w:p>
    <w:p w:rsidR="007B2329" w:rsidRDefault="007B2329" w:rsidP="007B2329">
      <w:r>
        <w:t>381.2656</w:t>
      </w:r>
      <w:r>
        <w:tab/>
        <w:t>1.013e0</w:t>
      </w:r>
    </w:p>
    <w:p w:rsidR="007B2329" w:rsidRDefault="007B2329" w:rsidP="007B2329">
      <w:r>
        <w:t>381.2892</w:t>
      </w:r>
      <w:r>
        <w:tab/>
        <w:t>1.288e0</w:t>
      </w:r>
    </w:p>
    <w:p w:rsidR="007B2329" w:rsidRDefault="007B2329" w:rsidP="007B2329">
      <w:r>
        <w:t>381.2912</w:t>
      </w:r>
      <w:r>
        <w:tab/>
        <w:t>1.221e0</w:t>
      </w:r>
    </w:p>
    <w:p w:rsidR="007B2329" w:rsidRDefault="007B2329" w:rsidP="007B2329">
      <w:r>
        <w:t>381.3183</w:t>
      </w:r>
      <w:r>
        <w:tab/>
        <w:t>1.013e0</w:t>
      </w:r>
    </w:p>
    <w:p w:rsidR="007B2329" w:rsidRDefault="007B2329" w:rsidP="007B2329">
      <w:r>
        <w:t>381.3314</w:t>
      </w:r>
      <w:r>
        <w:tab/>
        <w:t>2.025e0</w:t>
      </w:r>
    </w:p>
    <w:p w:rsidR="007B2329" w:rsidRDefault="007B2329" w:rsidP="007B2329">
      <w:r>
        <w:t>381.3328</w:t>
      </w:r>
      <w:r>
        <w:tab/>
        <w:t>2.188e0</w:t>
      </w:r>
    </w:p>
    <w:p w:rsidR="007B2329" w:rsidRDefault="007B2329" w:rsidP="007B2329">
      <w:r>
        <w:t>381.3541</w:t>
      </w:r>
      <w:r>
        <w:tab/>
        <w:t>1.013e0</w:t>
      </w:r>
    </w:p>
    <w:p w:rsidR="007B2329" w:rsidRDefault="007B2329" w:rsidP="007B2329">
      <w:r>
        <w:t>381.3686</w:t>
      </w:r>
      <w:r>
        <w:tab/>
        <w:t>3.798e-2</w:t>
      </w:r>
    </w:p>
    <w:p w:rsidR="007B2329" w:rsidRDefault="007B2329" w:rsidP="007B2329">
      <w:r>
        <w:t>381.3697</w:t>
      </w:r>
      <w:r>
        <w:tab/>
        <w:t>2.025e0</w:t>
      </w:r>
    </w:p>
    <w:p w:rsidR="007B2329" w:rsidRDefault="007B2329" w:rsidP="007B2329">
      <w:r>
        <w:t>381.3713</w:t>
      </w:r>
      <w:r>
        <w:tab/>
        <w:t>1.013e0</w:t>
      </w:r>
    </w:p>
    <w:p w:rsidR="007B2329" w:rsidRDefault="007B2329" w:rsidP="007B2329">
      <w:r>
        <w:t>381.3858</w:t>
      </w:r>
      <w:r>
        <w:tab/>
        <w:t>3.038e0</w:t>
      </w:r>
    </w:p>
    <w:p w:rsidR="007B2329" w:rsidRDefault="007B2329" w:rsidP="007B2329">
      <w:r>
        <w:t>381.3926</w:t>
      </w:r>
      <w:r>
        <w:tab/>
        <w:t>1.013e0</w:t>
      </w:r>
    </w:p>
    <w:p w:rsidR="007B2329" w:rsidRDefault="007B2329" w:rsidP="007B2329">
      <w:r>
        <w:t>381.4111</w:t>
      </w:r>
      <w:r>
        <w:tab/>
        <w:t>3.038e0</w:t>
      </w:r>
    </w:p>
    <w:p w:rsidR="007B2329" w:rsidRDefault="007B2329" w:rsidP="007B2329">
      <w:r>
        <w:t>381.4174</w:t>
      </w:r>
      <w:r>
        <w:tab/>
        <w:t>2.025e0</w:t>
      </w:r>
    </w:p>
    <w:p w:rsidR="007B2329" w:rsidRDefault="007B2329" w:rsidP="007B2329">
      <w:r>
        <w:t>381.4249</w:t>
      </w:r>
      <w:r>
        <w:tab/>
        <w:t>3.038e0</w:t>
      </w:r>
    </w:p>
    <w:p w:rsidR="007B2329" w:rsidRDefault="007B2329" w:rsidP="007B2329">
      <w:r>
        <w:t>381.4470</w:t>
      </w:r>
      <w:r>
        <w:tab/>
        <w:t>2.025e0</w:t>
      </w:r>
    </w:p>
    <w:p w:rsidR="007B2329" w:rsidRDefault="007B2329" w:rsidP="007B2329">
      <w:r>
        <w:t>381.4598</w:t>
      </w:r>
      <w:r>
        <w:tab/>
        <w:t>2.025e0</w:t>
      </w:r>
    </w:p>
    <w:p w:rsidR="007B2329" w:rsidRDefault="007B2329" w:rsidP="007B2329">
      <w:r>
        <w:lastRenderedPageBreak/>
        <w:t>381.4848</w:t>
      </w:r>
      <w:r>
        <w:tab/>
        <w:t>1.013e0</w:t>
      </w:r>
    </w:p>
    <w:p w:rsidR="007B2329" w:rsidRDefault="007B2329" w:rsidP="007B2329">
      <w:r>
        <w:t>381.4885</w:t>
      </w:r>
      <w:r>
        <w:tab/>
        <w:t>2.025e0</w:t>
      </w:r>
    </w:p>
    <w:p w:rsidR="007B2329" w:rsidRDefault="007B2329" w:rsidP="007B2329">
      <w:r>
        <w:t>381.5058</w:t>
      </w:r>
      <w:r>
        <w:tab/>
        <w:t>1.013e0</w:t>
      </w:r>
    </w:p>
    <w:p w:rsidR="007B2329" w:rsidRDefault="007B2329" w:rsidP="007B2329">
      <w:r>
        <w:t>381.5147</w:t>
      </w:r>
      <w:r>
        <w:tab/>
        <w:t>1.013e0</w:t>
      </w:r>
    </w:p>
    <w:p w:rsidR="007B2329" w:rsidRDefault="007B2329" w:rsidP="007B2329">
      <w:r>
        <w:t>381.5351</w:t>
      </w:r>
      <w:r>
        <w:tab/>
        <w:t>1.013e0</w:t>
      </w:r>
    </w:p>
    <w:p w:rsidR="007B2329" w:rsidRDefault="007B2329" w:rsidP="007B2329">
      <w:r>
        <w:t>381.5482</w:t>
      </w:r>
      <w:r>
        <w:tab/>
        <w:t>1.013e0</w:t>
      </w:r>
    </w:p>
    <w:p w:rsidR="007B2329" w:rsidRDefault="007B2329" w:rsidP="007B2329">
      <w:r>
        <w:t>381.5685</w:t>
      </w:r>
      <w:r>
        <w:tab/>
        <w:t>3.038e0</w:t>
      </w:r>
    </w:p>
    <w:p w:rsidR="007B2329" w:rsidRDefault="007B2329" w:rsidP="007B2329">
      <w:r>
        <w:t>381.5730</w:t>
      </w:r>
      <w:r>
        <w:tab/>
        <w:t>3.038e0</w:t>
      </w:r>
    </w:p>
    <w:p w:rsidR="007B2329" w:rsidRDefault="007B2329" w:rsidP="007B2329">
      <w:r>
        <w:t>381.5779</w:t>
      </w:r>
      <w:r>
        <w:tab/>
        <w:t>3.038e0</w:t>
      </w:r>
    </w:p>
    <w:p w:rsidR="007B2329" w:rsidRDefault="007B2329" w:rsidP="007B2329">
      <w:r>
        <w:t>381.5826</w:t>
      </w:r>
      <w:r>
        <w:tab/>
        <w:t>1.013e0</w:t>
      </w:r>
    </w:p>
    <w:p w:rsidR="007B2329" w:rsidRDefault="007B2329" w:rsidP="007B2329">
      <w:r>
        <w:t>381.6045</w:t>
      </w:r>
      <w:r>
        <w:tab/>
        <w:t>1.025e0</w:t>
      </w:r>
    </w:p>
    <w:p w:rsidR="007B2329" w:rsidRDefault="007B2329" w:rsidP="007B2329">
      <w:r>
        <w:t>381.6067</w:t>
      </w:r>
      <w:r>
        <w:tab/>
        <w:t>2.025e0</w:t>
      </w:r>
    </w:p>
    <w:p w:rsidR="007B2329" w:rsidRDefault="007B2329" w:rsidP="007B2329">
      <w:r>
        <w:t>381.6174</w:t>
      </w:r>
      <w:r>
        <w:tab/>
        <w:t>2.025e0</w:t>
      </w:r>
    </w:p>
    <w:p w:rsidR="007B2329" w:rsidRDefault="007B2329" w:rsidP="007B2329">
      <w:r>
        <w:t>381.6216</w:t>
      </w:r>
      <w:r>
        <w:tab/>
        <w:t>2.025e0</w:t>
      </w:r>
    </w:p>
    <w:p w:rsidR="007B2329" w:rsidRDefault="007B2329" w:rsidP="007B2329">
      <w:r>
        <w:t>381.6299</w:t>
      </w:r>
      <w:r>
        <w:tab/>
        <w:t>1.013e0</w:t>
      </w:r>
    </w:p>
    <w:p w:rsidR="007B2329" w:rsidRDefault="007B2329" w:rsidP="007B2329">
      <w:r>
        <w:t>381.6373</w:t>
      </w:r>
      <w:r>
        <w:tab/>
        <w:t>3.038e0</w:t>
      </w:r>
    </w:p>
    <w:p w:rsidR="007B2329" w:rsidRDefault="007B2329" w:rsidP="007B2329">
      <w:r>
        <w:t>381.6570</w:t>
      </w:r>
      <w:r>
        <w:tab/>
        <w:t>2.025e0</w:t>
      </w:r>
    </w:p>
    <w:p w:rsidR="007B2329" w:rsidRDefault="007B2329" w:rsidP="007B2329">
      <w:r>
        <w:t>381.6616</w:t>
      </w:r>
      <w:r>
        <w:tab/>
        <w:t>1.013e0</w:t>
      </w:r>
    </w:p>
    <w:p w:rsidR="007B2329" w:rsidRDefault="007B2329" w:rsidP="007B2329">
      <w:r>
        <w:t>381.6626</w:t>
      </w:r>
      <w:r>
        <w:tab/>
        <w:t>3.038e0</w:t>
      </w:r>
    </w:p>
    <w:p w:rsidR="007B2329" w:rsidRDefault="007B2329" w:rsidP="007B2329">
      <w:r>
        <w:lastRenderedPageBreak/>
        <w:t>381.6773</w:t>
      </w:r>
      <w:r>
        <w:tab/>
        <w:t>2.025e0</w:t>
      </w:r>
    </w:p>
    <w:p w:rsidR="007B2329" w:rsidRDefault="007B2329" w:rsidP="007B2329">
      <w:r>
        <w:t>381.6828</w:t>
      </w:r>
      <w:r>
        <w:tab/>
        <w:t>3.038e0</w:t>
      </w:r>
    </w:p>
    <w:p w:rsidR="007B2329" w:rsidRDefault="007B2329" w:rsidP="007B2329">
      <w:r>
        <w:t>381.6853</w:t>
      </w:r>
      <w:r>
        <w:tab/>
        <w:t>5.688e0</w:t>
      </w:r>
    </w:p>
    <w:p w:rsidR="007B2329" w:rsidRDefault="007B2329" w:rsidP="007B2329">
      <w:r>
        <w:t>381.6951</w:t>
      </w:r>
      <w:r>
        <w:tab/>
        <w:t>2.025e0</w:t>
      </w:r>
    </w:p>
    <w:p w:rsidR="007B2329" w:rsidRDefault="007B2329" w:rsidP="007B2329">
      <w:r>
        <w:t>381.6978</w:t>
      </w:r>
      <w:r>
        <w:tab/>
        <w:t>1.013e0</w:t>
      </w:r>
    </w:p>
    <w:p w:rsidR="007B2329" w:rsidRDefault="007B2329" w:rsidP="007B2329">
      <w:r>
        <w:t>381.7180</w:t>
      </w:r>
      <w:r>
        <w:tab/>
        <w:t>1.013e0</w:t>
      </w:r>
    </w:p>
    <w:p w:rsidR="007B2329" w:rsidRDefault="007B2329" w:rsidP="007B2329">
      <w:r>
        <w:t>381.7247</w:t>
      </w:r>
      <w:r>
        <w:tab/>
        <w:t>2.025e0</w:t>
      </w:r>
    </w:p>
    <w:p w:rsidR="007B2329" w:rsidRDefault="007B2329" w:rsidP="007B2329">
      <w:r>
        <w:t>381.7287</w:t>
      </w:r>
      <w:r>
        <w:tab/>
        <w:t>2.025e0</w:t>
      </w:r>
    </w:p>
    <w:p w:rsidR="007B2329" w:rsidRDefault="007B2329" w:rsidP="007B2329">
      <w:r>
        <w:t>381.7710</w:t>
      </w:r>
      <w:r>
        <w:tab/>
        <w:t>1.013e0</w:t>
      </w:r>
    </w:p>
    <w:p w:rsidR="007B2329" w:rsidRDefault="007B2329" w:rsidP="007B2329">
      <w:r>
        <w:t>381.7751</w:t>
      </w:r>
      <w:r>
        <w:tab/>
        <w:t>1.013e0</w:t>
      </w:r>
    </w:p>
    <w:p w:rsidR="007B2329" w:rsidRDefault="007B2329" w:rsidP="007B2329">
      <w:r>
        <w:t>381.7818</w:t>
      </w:r>
      <w:r>
        <w:tab/>
        <w:t>2.025e0</w:t>
      </w:r>
    </w:p>
    <w:p w:rsidR="007B2329" w:rsidRDefault="007B2329" w:rsidP="007B2329">
      <w:r>
        <w:t>381.7924</w:t>
      </w:r>
      <w:r>
        <w:tab/>
        <w:t>1.013e0</w:t>
      </w:r>
    </w:p>
    <w:p w:rsidR="007B2329" w:rsidRDefault="007B2329" w:rsidP="007B2329">
      <w:r>
        <w:t>381.7960</w:t>
      </w:r>
      <w:r>
        <w:tab/>
        <w:t>1.013e0</w:t>
      </w:r>
    </w:p>
    <w:p w:rsidR="007B2329" w:rsidRDefault="007B2329" w:rsidP="007B2329">
      <w:r>
        <w:t>381.8128</w:t>
      </w:r>
      <w:r>
        <w:tab/>
        <w:t>1.013e0</w:t>
      </w:r>
    </w:p>
    <w:p w:rsidR="007B2329" w:rsidRDefault="007B2329" w:rsidP="007B2329">
      <w:r>
        <w:t>381.8168</w:t>
      </w:r>
      <w:r>
        <w:tab/>
        <w:t>4.051e0</w:t>
      </w:r>
    </w:p>
    <w:p w:rsidR="007B2329" w:rsidRDefault="007B2329" w:rsidP="007B2329">
      <w:r>
        <w:t>381.8448</w:t>
      </w:r>
      <w:r>
        <w:tab/>
        <w:t>1.025e0</w:t>
      </w:r>
    </w:p>
    <w:p w:rsidR="007B2329" w:rsidRDefault="007B2329" w:rsidP="007B2329">
      <w:r>
        <w:t>381.8505</w:t>
      </w:r>
      <w:r>
        <w:tab/>
        <w:t>2.025e0</w:t>
      </w:r>
    </w:p>
    <w:p w:rsidR="007B2329" w:rsidRDefault="007B2329" w:rsidP="007B2329">
      <w:r>
        <w:t>381.8661</w:t>
      </w:r>
      <w:r>
        <w:tab/>
        <w:t>2.038e0</w:t>
      </w:r>
    </w:p>
    <w:p w:rsidR="007B2329" w:rsidRDefault="007B2329" w:rsidP="007B2329">
      <w:r>
        <w:t>381.8680</w:t>
      </w:r>
      <w:r>
        <w:tab/>
        <w:t>2.025e0</w:t>
      </w:r>
    </w:p>
    <w:p w:rsidR="007B2329" w:rsidRDefault="007B2329" w:rsidP="007B2329">
      <w:r>
        <w:lastRenderedPageBreak/>
        <w:t>381.8693</w:t>
      </w:r>
      <w:r>
        <w:tab/>
        <w:t>2.532e-2</w:t>
      </w:r>
    </w:p>
    <w:p w:rsidR="007B2329" w:rsidRDefault="007B2329" w:rsidP="007B2329">
      <w:r>
        <w:t>381.8722</w:t>
      </w:r>
      <w:r>
        <w:tab/>
        <w:t>2.025e0</w:t>
      </w:r>
    </w:p>
    <w:p w:rsidR="007B2329" w:rsidRDefault="007B2329" w:rsidP="007B2329">
      <w:r>
        <w:t>381.9055</w:t>
      </w:r>
      <w:r>
        <w:tab/>
        <w:t>1.013e0</w:t>
      </w:r>
    </w:p>
    <w:p w:rsidR="007B2329" w:rsidRDefault="007B2329" w:rsidP="007B2329">
      <w:r>
        <w:t>381.9108</w:t>
      </w:r>
      <w:r>
        <w:tab/>
        <w:t>2.025e0</w:t>
      </w:r>
    </w:p>
    <w:p w:rsidR="007B2329" w:rsidRDefault="007B2329" w:rsidP="007B2329">
      <w:r>
        <w:t>381.9146</w:t>
      </w:r>
      <w:r>
        <w:tab/>
        <w:t>1.013e0</w:t>
      </w:r>
    </w:p>
    <w:p w:rsidR="007B2329" w:rsidRDefault="007B2329" w:rsidP="007B2329">
      <w:r>
        <w:t>381.9276</w:t>
      </w:r>
      <w:r>
        <w:tab/>
        <w:t>2.025e0</w:t>
      </w:r>
    </w:p>
    <w:p w:rsidR="007B2329" w:rsidRDefault="007B2329" w:rsidP="007B2329">
      <w:r>
        <w:t>381.9413</w:t>
      </w:r>
      <w:r>
        <w:tab/>
        <w:t>3.038e0</w:t>
      </w:r>
    </w:p>
    <w:p w:rsidR="007B2329" w:rsidRDefault="007B2329" w:rsidP="007B2329">
      <w:r>
        <w:t>381.9518</w:t>
      </w:r>
      <w:r>
        <w:tab/>
        <w:t>1.013e0</w:t>
      </w:r>
    </w:p>
    <w:p w:rsidR="007B2329" w:rsidRDefault="007B2329" w:rsidP="007B2329">
      <w:r>
        <w:t>381.9688</w:t>
      </w:r>
      <w:r>
        <w:tab/>
        <w:t>1.013e0</w:t>
      </w:r>
    </w:p>
    <w:p w:rsidR="007B2329" w:rsidRDefault="007B2329" w:rsidP="007B2329">
      <w:r>
        <w:t>381.9767</w:t>
      </w:r>
      <w:r>
        <w:tab/>
        <w:t>1.013e0</w:t>
      </w:r>
    </w:p>
    <w:p w:rsidR="007B2329" w:rsidRDefault="007B2329" w:rsidP="007B2329">
      <w:r>
        <w:t>382.0095</w:t>
      </w:r>
      <w:r>
        <w:tab/>
        <w:t>2.025e0</w:t>
      </w:r>
    </w:p>
    <w:p w:rsidR="007B2329" w:rsidRDefault="007B2329" w:rsidP="007B2329">
      <w:r>
        <w:t>382.0152</w:t>
      </w:r>
      <w:r>
        <w:tab/>
        <w:t>1.013e0</w:t>
      </w:r>
    </w:p>
    <w:p w:rsidR="007B2329" w:rsidRDefault="007B2329" w:rsidP="007B2329">
      <w:r>
        <w:t>382.0192</w:t>
      </w:r>
      <w:r>
        <w:tab/>
        <w:t>5.063e0</w:t>
      </w:r>
    </w:p>
    <w:p w:rsidR="007B2329" w:rsidRDefault="007B2329" w:rsidP="007B2329">
      <w:r>
        <w:t>382.0277</w:t>
      </w:r>
      <w:r>
        <w:tab/>
        <w:t>2.025e0</w:t>
      </w:r>
    </w:p>
    <w:p w:rsidR="007B2329" w:rsidRDefault="007B2329" w:rsidP="007B2329">
      <w:r>
        <w:t>382.0569</w:t>
      </w:r>
      <w:r>
        <w:tab/>
        <w:t>1.013e0</w:t>
      </w:r>
    </w:p>
    <w:p w:rsidR="007B2329" w:rsidRDefault="007B2329" w:rsidP="007B2329">
      <w:r>
        <w:t>382.0774</w:t>
      </w:r>
      <w:r>
        <w:tab/>
        <w:t>1.013e0</w:t>
      </w:r>
    </w:p>
    <w:p w:rsidR="007B2329" w:rsidRDefault="007B2329" w:rsidP="007B2329">
      <w:r>
        <w:t>382.0977</w:t>
      </w:r>
      <w:r>
        <w:tab/>
        <w:t>3.038e0</w:t>
      </w:r>
    </w:p>
    <w:p w:rsidR="007B2329" w:rsidRDefault="007B2329" w:rsidP="007B2329">
      <w:r>
        <w:t>382.1226</w:t>
      </w:r>
      <w:r>
        <w:tab/>
        <w:t>2.025e0</w:t>
      </w:r>
    </w:p>
    <w:p w:rsidR="007B2329" w:rsidRDefault="007B2329" w:rsidP="007B2329">
      <w:r>
        <w:t>382.1479</w:t>
      </w:r>
      <w:r>
        <w:tab/>
        <w:t>4.063e0</w:t>
      </w:r>
    </w:p>
    <w:p w:rsidR="007B2329" w:rsidRDefault="007B2329" w:rsidP="007B2329">
      <w:r>
        <w:lastRenderedPageBreak/>
        <w:t>382.1529</w:t>
      </w:r>
      <w:r>
        <w:tab/>
        <w:t>1.095e1</w:t>
      </w:r>
    </w:p>
    <w:p w:rsidR="007B2329" w:rsidRDefault="007B2329" w:rsidP="007B2329">
      <w:r>
        <w:t>382.1552</w:t>
      </w:r>
      <w:r>
        <w:tab/>
        <w:t>5.453e0</w:t>
      </w:r>
    </w:p>
    <w:p w:rsidR="007B2329" w:rsidRDefault="007B2329" w:rsidP="007B2329">
      <w:r>
        <w:t>382.1609</w:t>
      </w:r>
      <w:r>
        <w:tab/>
        <w:t>1.729e1</w:t>
      </w:r>
    </w:p>
    <w:p w:rsidR="007B2329" w:rsidRDefault="007B2329" w:rsidP="007B2329">
      <w:r>
        <w:t>382.1654</w:t>
      </w:r>
      <w:r>
        <w:tab/>
        <w:t>1.253e1</w:t>
      </w:r>
    </w:p>
    <w:p w:rsidR="007B2329" w:rsidRDefault="007B2329" w:rsidP="007B2329">
      <w:r>
        <w:t>382.1690</w:t>
      </w:r>
      <w:r>
        <w:tab/>
        <w:t>1.014e1</w:t>
      </w:r>
    </w:p>
    <w:p w:rsidR="007B2329" w:rsidRDefault="007B2329" w:rsidP="007B2329">
      <w:r>
        <w:t>382.1715</w:t>
      </w:r>
      <w:r>
        <w:tab/>
        <w:t>1.222e1</w:t>
      </w:r>
    </w:p>
    <w:p w:rsidR="007B2329" w:rsidRDefault="007B2329" w:rsidP="007B2329">
      <w:r>
        <w:t>382.1855</w:t>
      </w:r>
      <w:r>
        <w:tab/>
        <w:t>3.798e-2</w:t>
      </w:r>
    </w:p>
    <w:p w:rsidR="007B2329" w:rsidRDefault="007B2329" w:rsidP="007B2329">
      <w:r>
        <w:t>382.2031</w:t>
      </w:r>
      <w:r>
        <w:tab/>
        <w:t>3.003e0</w:t>
      </w:r>
    </w:p>
    <w:p w:rsidR="007B2329" w:rsidRDefault="007B2329" w:rsidP="007B2329">
      <w:r>
        <w:t>382.2092</w:t>
      </w:r>
      <w:r>
        <w:tab/>
        <w:t>2.025e0</w:t>
      </w:r>
    </w:p>
    <w:p w:rsidR="007B2329" w:rsidRDefault="007B2329" w:rsidP="007B2329">
      <w:r>
        <w:t>382.2381</w:t>
      </w:r>
      <w:r>
        <w:tab/>
        <w:t>1.013e0</w:t>
      </w:r>
    </w:p>
    <w:p w:rsidR="007B2329" w:rsidRDefault="007B2329" w:rsidP="007B2329">
      <w:r>
        <w:t>382.2945</w:t>
      </w:r>
      <w:r>
        <w:tab/>
        <w:t>1.317e0</w:t>
      </w:r>
    </w:p>
    <w:p w:rsidR="007B2329" w:rsidRDefault="007B2329" w:rsidP="007B2329">
      <w:r>
        <w:t>382.3096</w:t>
      </w:r>
      <w:r>
        <w:tab/>
        <w:t>1.013e0</w:t>
      </w:r>
    </w:p>
    <w:p w:rsidR="007B2329" w:rsidRDefault="007B2329" w:rsidP="007B2329">
      <w:r>
        <w:t>382.3188</w:t>
      </w:r>
      <w:r>
        <w:tab/>
        <w:t>3.569e0</w:t>
      </w:r>
    </w:p>
    <w:p w:rsidR="007B2329" w:rsidRDefault="007B2329" w:rsidP="007B2329">
      <w:r>
        <w:t>382.3479</w:t>
      </w:r>
      <w:r>
        <w:tab/>
        <w:t>1.013e0</w:t>
      </w:r>
    </w:p>
    <w:p w:rsidR="007B2329" w:rsidRDefault="007B2329" w:rsidP="007B2329">
      <w:r>
        <w:t>382.3622</w:t>
      </w:r>
      <w:r>
        <w:tab/>
        <w:t>1.013e0</w:t>
      </w:r>
    </w:p>
    <w:p w:rsidR="007B2329" w:rsidRDefault="007B2329" w:rsidP="007B2329">
      <w:r>
        <w:t>382.3836</w:t>
      </w:r>
      <w:r>
        <w:tab/>
        <w:t>5.063e0</w:t>
      </w:r>
    </w:p>
    <w:p w:rsidR="007B2329" w:rsidRDefault="007B2329" w:rsidP="007B2329">
      <w:r>
        <w:t>382.3940</w:t>
      </w:r>
      <w:r>
        <w:tab/>
        <w:t>1.013e0</w:t>
      </w:r>
    </w:p>
    <w:p w:rsidR="007B2329" w:rsidRDefault="007B2329" w:rsidP="007B2329">
      <w:r>
        <w:t>382.4030</w:t>
      </w:r>
      <w:r>
        <w:tab/>
        <w:t>1.013e0</w:t>
      </w:r>
    </w:p>
    <w:p w:rsidR="007B2329" w:rsidRDefault="007B2329" w:rsidP="007B2329">
      <w:r>
        <w:t>382.4084</w:t>
      </w:r>
      <w:r>
        <w:tab/>
        <w:t>2.025e0</w:t>
      </w:r>
    </w:p>
    <w:p w:rsidR="007B2329" w:rsidRDefault="007B2329" w:rsidP="007B2329">
      <w:r>
        <w:lastRenderedPageBreak/>
        <w:t>382.4114</w:t>
      </w:r>
      <w:r>
        <w:tab/>
        <w:t>2.025e0</w:t>
      </w:r>
    </w:p>
    <w:p w:rsidR="007B2329" w:rsidRDefault="007B2329" w:rsidP="007B2329">
      <w:r>
        <w:t>382.4153</w:t>
      </w:r>
      <w:r>
        <w:tab/>
        <w:t>1.013e0</w:t>
      </w:r>
    </w:p>
    <w:p w:rsidR="007B2329" w:rsidRDefault="007B2329" w:rsidP="007B2329">
      <w:r>
        <w:t>382.4301</w:t>
      </w:r>
      <w:r>
        <w:tab/>
        <w:t>2.025e0</w:t>
      </w:r>
    </w:p>
    <w:p w:rsidR="007B2329" w:rsidRDefault="007B2329" w:rsidP="007B2329">
      <w:r>
        <w:t>382.4446</w:t>
      </w:r>
      <w:r>
        <w:tab/>
        <w:t>3.038e0</w:t>
      </w:r>
    </w:p>
    <w:p w:rsidR="007B2329" w:rsidRDefault="007B2329" w:rsidP="007B2329">
      <w:r>
        <w:t>382.4610</w:t>
      </w:r>
      <w:r>
        <w:tab/>
        <w:t>2.025e0</w:t>
      </w:r>
    </w:p>
    <w:p w:rsidR="007B2329" w:rsidRDefault="007B2329" w:rsidP="007B2329">
      <w:r>
        <w:t>382.4777</w:t>
      </w:r>
      <w:r>
        <w:tab/>
        <w:t>1.013e0</w:t>
      </w:r>
    </w:p>
    <w:p w:rsidR="007B2329" w:rsidRDefault="007B2329" w:rsidP="007B2329">
      <w:r>
        <w:t>382.4794</w:t>
      </w:r>
      <w:r>
        <w:tab/>
        <w:t>2.025e0</w:t>
      </w:r>
    </w:p>
    <w:p w:rsidR="007B2329" w:rsidRDefault="007B2329" w:rsidP="007B2329">
      <w:r>
        <w:t>382.4874</w:t>
      </w:r>
      <w:r>
        <w:tab/>
        <w:t>2.025e0</w:t>
      </w:r>
    </w:p>
    <w:p w:rsidR="007B2329" w:rsidRDefault="007B2329" w:rsidP="007B2329">
      <w:r>
        <w:t>382.5041</w:t>
      </w:r>
      <w:r>
        <w:tab/>
        <w:t>5.063e0</w:t>
      </w:r>
    </w:p>
    <w:p w:rsidR="007B2329" w:rsidRDefault="007B2329" w:rsidP="007B2329">
      <w:r>
        <w:t>382.5078</w:t>
      </w:r>
      <w:r>
        <w:tab/>
        <w:t>2.025e0</w:t>
      </w:r>
    </w:p>
    <w:p w:rsidR="007B2329" w:rsidRDefault="007B2329" w:rsidP="007B2329">
      <w:r>
        <w:t>382.5497</w:t>
      </w:r>
      <w:r>
        <w:tab/>
        <w:t>2.025e0</w:t>
      </w:r>
    </w:p>
    <w:p w:rsidR="007B2329" w:rsidRDefault="007B2329" w:rsidP="007B2329">
      <w:r>
        <w:t>382.5593</w:t>
      </w:r>
      <w:r>
        <w:tab/>
        <w:t>1.013e0</w:t>
      </w:r>
    </w:p>
    <w:p w:rsidR="007B2329" w:rsidRDefault="007B2329" w:rsidP="007B2329">
      <w:r>
        <w:t>382.5777</w:t>
      </w:r>
      <w:r>
        <w:tab/>
        <w:t>2.025e0</w:t>
      </w:r>
    </w:p>
    <w:p w:rsidR="007B2329" w:rsidRDefault="007B2329" w:rsidP="007B2329">
      <w:r>
        <w:t>382.5839</w:t>
      </w:r>
      <w:r>
        <w:tab/>
        <w:t>4.051e0</w:t>
      </w:r>
    </w:p>
    <w:p w:rsidR="007B2329" w:rsidRDefault="007B2329" w:rsidP="007B2329">
      <w:r>
        <w:t>382.5869</w:t>
      </w:r>
      <w:r>
        <w:tab/>
        <w:t>2.025e0</w:t>
      </w:r>
    </w:p>
    <w:p w:rsidR="007B2329" w:rsidRDefault="007B2329" w:rsidP="007B2329">
      <w:r>
        <w:t>382.5959</w:t>
      </w:r>
      <w:r>
        <w:tab/>
        <w:t>1.013e0</w:t>
      </w:r>
    </w:p>
    <w:p w:rsidR="007B2329" w:rsidRDefault="007B2329" w:rsidP="007B2329">
      <w:r>
        <w:t>382.6099</w:t>
      </w:r>
      <w:r>
        <w:tab/>
        <w:t>2.025e0</w:t>
      </w:r>
    </w:p>
    <w:p w:rsidR="007B2329" w:rsidRDefault="007B2329" w:rsidP="007B2329">
      <w:r>
        <w:t>382.6209</w:t>
      </w:r>
      <w:r>
        <w:tab/>
        <w:t>1.013e0</w:t>
      </w:r>
    </w:p>
    <w:p w:rsidR="007B2329" w:rsidRDefault="007B2329" w:rsidP="007B2329">
      <w:r>
        <w:t>382.6271</w:t>
      </w:r>
      <w:r>
        <w:tab/>
        <w:t>2.025e0</w:t>
      </w:r>
    </w:p>
    <w:p w:rsidR="007B2329" w:rsidRDefault="007B2329" w:rsidP="007B2329">
      <w:r>
        <w:lastRenderedPageBreak/>
        <w:t>382.6421</w:t>
      </w:r>
      <w:r>
        <w:tab/>
        <w:t>1.013e0</w:t>
      </w:r>
    </w:p>
    <w:p w:rsidR="007B2329" w:rsidRDefault="007B2329" w:rsidP="007B2329">
      <w:r>
        <w:t>382.6542</w:t>
      </w:r>
      <w:r>
        <w:tab/>
        <w:t>1.013e0</w:t>
      </w:r>
    </w:p>
    <w:p w:rsidR="007B2329" w:rsidRDefault="007B2329" w:rsidP="007B2329">
      <w:r>
        <w:t>382.6639</w:t>
      </w:r>
      <w:r>
        <w:tab/>
        <w:t>4.051e0</w:t>
      </w:r>
    </w:p>
    <w:p w:rsidR="007B2329" w:rsidRDefault="007B2329" w:rsidP="007B2329">
      <w:r>
        <w:t>382.6698</w:t>
      </w:r>
      <w:r>
        <w:tab/>
        <w:t>2.025e0</w:t>
      </w:r>
    </w:p>
    <w:p w:rsidR="007B2329" w:rsidRDefault="007B2329" w:rsidP="007B2329">
      <w:r>
        <w:t>382.6762</w:t>
      </w:r>
      <w:r>
        <w:tab/>
        <w:t>2.038e0</w:t>
      </w:r>
    </w:p>
    <w:p w:rsidR="007B2329" w:rsidRDefault="007B2329" w:rsidP="007B2329">
      <w:r>
        <w:t>382.6806</w:t>
      </w:r>
      <w:r>
        <w:tab/>
        <w:t>1.013e0</w:t>
      </w:r>
    </w:p>
    <w:p w:rsidR="007B2329" w:rsidRDefault="007B2329" w:rsidP="007B2329">
      <w:r>
        <w:t>382.6867</w:t>
      </w:r>
      <w:r>
        <w:tab/>
        <w:t>1.025e0</w:t>
      </w:r>
    </w:p>
    <w:p w:rsidR="007B2329" w:rsidRDefault="007B2329" w:rsidP="007B2329">
      <w:r>
        <w:t>382.6922</w:t>
      </w:r>
      <w:r>
        <w:tab/>
        <w:t>2.025e0</w:t>
      </w:r>
    </w:p>
    <w:p w:rsidR="007B2329" w:rsidRDefault="007B2329" w:rsidP="007B2329">
      <w:r>
        <w:t>382.6950</w:t>
      </w:r>
      <w:r>
        <w:tab/>
        <w:t>1.013e0</w:t>
      </w:r>
    </w:p>
    <w:p w:rsidR="007B2329" w:rsidRDefault="007B2329" w:rsidP="007B2329">
      <w:r>
        <w:t>382.7155</w:t>
      </w:r>
      <w:r>
        <w:tab/>
        <w:t>1.013e0</w:t>
      </w:r>
    </w:p>
    <w:p w:rsidR="007B2329" w:rsidRDefault="007B2329" w:rsidP="007B2329">
      <w:r>
        <w:t>382.7298</w:t>
      </w:r>
      <w:r>
        <w:tab/>
        <w:t>2.038e0</w:t>
      </w:r>
    </w:p>
    <w:p w:rsidR="007B2329" w:rsidRDefault="007B2329" w:rsidP="007B2329">
      <w:r>
        <w:t>382.7625</w:t>
      </w:r>
      <w:r>
        <w:tab/>
        <w:t>3.038e0</w:t>
      </w:r>
    </w:p>
    <w:p w:rsidR="007B2329" w:rsidRDefault="007B2329" w:rsidP="007B2329">
      <w:r>
        <w:t>382.7641</w:t>
      </w:r>
      <w:r>
        <w:tab/>
        <w:t>1.025e0</w:t>
      </w:r>
    </w:p>
    <w:p w:rsidR="007B2329" w:rsidRDefault="007B2329" w:rsidP="007B2329">
      <w:r>
        <w:t>382.7901</w:t>
      </w:r>
      <w:r>
        <w:tab/>
        <w:t>3.105e0</w:t>
      </w:r>
    </w:p>
    <w:p w:rsidR="007B2329" w:rsidRDefault="007B2329" w:rsidP="007B2329">
      <w:r>
        <w:t>382.8106</w:t>
      </w:r>
      <w:r>
        <w:tab/>
        <w:t>1.013e0</w:t>
      </w:r>
    </w:p>
    <w:p w:rsidR="007B2329" w:rsidRDefault="007B2329" w:rsidP="007B2329">
      <w:r>
        <w:t>382.8150</w:t>
      </w:r>
      <w:r>
        <w:tab/>
        <w:t>1.013e0</w:t>
      </w:r>
    </w:p>
    <w:p w:rsidR="007B2329" w:rsidRDefault="007B2329" w:rsidP="007B2329">
      <w:r>
        <w:t>382.8169</w:t>
      </w:r>
      <w:r>
        <w:tab/>
        <w:t>2.025e0</w:t>
      </w:r>
    </w:p>
    <w:p w:rsidR="007B2329" w:rsidRDefault="007B2329" w:rsidP="007B2329">
      <w:r>
        <w:t>382.8211</w:t>
      </w:r>
      <w:r>
        <w:tab/>
        <w:t>1.025e0</w:t>
      </w:r>
    </w:p>
    <w:p w:rsidR="007B2329" w:rsidRDefault="007B2329" w:rsidP="007B2329">
      <w:r>
        <w:t>382.8241</w:t>
      </w:r>
      <w:r>
        <w:tab/>
        <w:t>1.013e0</w:t>
      </w:r>
    </w:p>
    <w:p w:rsidR="007B2329" w:rsidRDefault="007B2329" w:rsidP="007B2329">
      <w:r>
        <w:lastRenderedPageBreak/>
        <w:t>382.8575</w:t>
      </w:r>
      <w:r>
        <w:tab/>
        <w:t>1.013e0</w:t>
      </w:r>
    </w:p>
    <w:p w:rsidR="007B2329" w:rsidRDefault="007B2329" w:rsidP="007B2329">
      <w:r>
        <w:t>382.8717</w:t>
      </w:r>
      <w:r>
        <w:tab/>
        <w:t>1.013e0</w:t>
      </w:r>
    </w:p>
    <w:p w:rsidR="007B2329" w:rsidRDefault="007B2329" w:rsidP="007B2329">
      <w:r>
        <w:t>382.8784</w:t>
      </w:r>
      <w:r>
        <w:tab/>
        <w:t>1.013e0</w:t>
      </w:r>
    </w:p>
    <w:p w:rsidR="007B2329" w:rsidRDefault="007B2329" w:rsidP="007B2329">
      <w:r>
        <w:t>382.8820</w:t>
      </w:r>
      <w:r>
        <w:tab/>
        <w:t>3.038e0</w:t>
      </w:r>
    </w:p>
    <w:p w:rsidR="007B2329" w:rsidRDefault="007B2329" w:rsidP="007B2329">
      <w:r>
        <w:t>382.8863</w:t>
      </w:r>
      <w:r>
        <w:tab/>
        <w:t>1.013e0</w:t>
      </w:r>
    </w:p>
    <w:p w:rsidR="007B2329" w:rsidRDefault="007B2329" w:rsidP="007B2329">
      <w:r>
        <w:t>382.9007</w:t>
      </w:r>
      <w:r>
        <w:tab/>
        <w:t>1.025e0</w:t>
      </w:r>
    </w:p>
    <w:p w:rsidR="007B2329" w:rsidRDefault="007B2329" w:rsidP="007B2329">
      <w:r>
        <w:t>382.9035</w:t>
      </w:r>
      <w:r>
        <w:tab/>
        <w:t>1.013e0</w:t>
      </w:r>
    </w:p>
    <w:p w:rsidR="007B2329" w:rsidRDefault="007B2329" w:rsidP="007B2329">
      <w:r>
        <w:t>382.9074</w:t>
      </w:r>
      <w:r>
        <w:tab/>
        <w:t>1.013e0</w:t>
      </w:r>
    </w:p>
    <w:p w:rsidR="007B2329" w:rsidRDefault="007B2329" w:rsidP="007B2329">
      <w:r>
        <w:t>382.9126</w:t>
      </w:r>
      <w:r>
        <w:tab/>
        <w:t>1.013e0</w:t>
      </w:r>
    </w:p>
    <w:p w:rsidR="007B2329" w:rsidRDefault="007B2329" w:rsidP="007B2329">
      <w:r>
        <w:t>382.9294</w:t>
      </w:r>
      <w:r>
        <w:tab/>
        <w:t>2.025e0</w:t>
      </w:r>
    </w:p>
    <w:p w:rsidR="007B2329" w:rsidRDefault="007B2329" w:rsidP="007B2329">
      <w:r>
        <w:t>382.9535</w:t>
      </w:r>
      <w:r>
        <w:tab/>
        <w:t>1.013e0</w:t>
      </w:r>
    </w:p>
    <w:p w:rsidR="007B2329" w:rsidRDefault="007B2329" w:rsidP="007B2329">
      <w:r>
        <w:t>382.9586</w:t>
      </w:r>
      <w:r>
        <w:tab/>
        <w:t>2.025e0</w:t>
      </w:r>
    </w:p>
    <w:p w:rsidR="007B2329" w:rsidRDefault="007B2329" w:rsidP="007B2329">
      <w:r>
        <w:t>382.9600</w:t>
      </w:r>
      <w:r>
        <w:tab/>
        <w:t>2.025e0</w:t>
      </w:r>
    </w:p>
    <w:p w:rsidR="007B2329" w:rsidRDefault="007B2329" w:rsidP="007B2329">
      <w:r>
        <w:t>382.9651</w:t>
      </w:r>
      <w:r>
        <w:tab/>
        <w:t>3.038e0</w:t>
      </w:r>
    </w:p>
    <w:p w:rsidR="007B2329" w:rsidRDefault="007B2329" w:rsidP="007B2329">
      <w:r>
        <w:t>382.9919</w:t>
      </w:r>
      <w:r>
        <w:tab/>
        <w:t>1.013e0</w:t>
      </w:r>
    </w:p>
    <w:p w:rsidR="007B2329" w:rsidRDefault="007B2329" w:rsidP="007B2329">
      <w:r>
        <w:t>383.0174</w:t>
      </w:r>
      <w:r>
        <w:tab/>
        <w:t>3.038e0</w:t>
      </w:r>
    </w:p>
    <w:p w:rsidR="007B2329" w:rsidRDefault="007B2329" w:rsidP="007B2329">
      <w:r>
        <w:t>383.0211</w:t>
      </w:r>
      <w:r>
        <w:tab/>
        <w:t>1.013e0</w:t>
      </w:r>
    </w:p>
    <w:p w:rsidR="007B2329" w:rsidRDefault="007B2329" w:rsidP="007B2329">
      <w:r>
        <w:t>383.0311</w:t>
      </w:r>
      <w:r>
        <w:tab/>
        <w:t>2.025e0</w:t>
      </w:r>
    </w:p>
    <w:p w:rsidR="007B2329" w:rsidRDefault="007B2329" w:rsidP="007B2329">
      <w:r>
        <w:t>383.0489</w:t>
      </w:r>
      <w:r>
        <w:tab/>
        <w:t>5.094e0</w:t>
      </w:r>
    </w:p>
    <w:p w:rsidR="007B2329" w:rsidRDefault="007B2329" w:rsidP="007B2329">
      <w:r>
        <w:lastRenderedPageBreak/>
        <w:t>383.0687</w:t>
      </w:r>
      <w:r>
        <w:tab/>
        <w:t>2.025e0</w:t>
      </w:r>
    </w:p>
    <w:p w:rsidR="007B2329" w:rsidRDefault="007B2329" w:rsidP="007B2329">
      <w:r>
        <w:t>383.0756</w:t>
      </w:r>
      <w:r>
        <w:tab/>
        <w:t>1.013e0</w:t>
      </w:r>
    </w:p>
    <w:p w:rsidR="007B2329" w:rsidRDefault="007B2329" w:rsidP="007B2329">
      <w:r>
        <w:t>383.0824</w:t>
      </w:r>
      <w:r>
        <w:tab/>
        <w:t>1.025e0</w:t>
      </w:r>
    </w:p>
    <w:p w:rsidR="007B2329" w:rsidRDefault="007B2329" w:rsidP="007B2329">
      <w:r>
        <w:t>383.0844</w:t>
      </w:r>
      <w:r>
        <w:tab/>
        <w:t>1.013e0</w:t>
      </w:r>
    </w:p>
    <w:p w:rsidR="007B2329" w:rsidRDefault="007B2329" w:rsidP="007B2329">
      <w:r>
        <w:t>383.0892</w:t>
      </w:r>
      <w:r>
        <w:tab/>
        <w:t>1.013e0</w:t>
      </w:r>
    </w:p>
    <w:p w:rsidR="007B2329" w:rsidRDefault="007B2329" w:rsidP="007B2329">
      <w:r>
        <w:t>383.1231</w:t>
      </w:r>
      <w:r>
        <w:tab/>
        <w:t>4.801e0</w:t>
      </w:r>
    </w:p>
    <w:p w:rsidR="007B2329" w:rsidRDefault="007B2329" w:rsidP="007B2329">
      <w:r>
        <w:t>383.1548</w:t>
      </w:r>
      <w:r>
        <w:tab/>
        <w:t>4.452e0</w:t>
      </w:r>
    </w:p>
    <w:p w:rsidR="007B2329" w:rsidRDefault="007B2329" w:rsidP="007B2329">
      <w:r>
        <w:t>383.1563</w:t>
      </w:r>
      <w:r>
        <w:tab/>
        <w:t>4.999e0</w:t>
      </w:r>
    </w:p>
    <w:p w:rsidR="007B2329" w:rsidRDefault="007B2329" w:rsidP="007B2329">
      <w:r>
        <w:t>383.1617</w:t>
      </w:r>
      <w:r>
        <w:tab/>
        <w:t>2.223e0</w:t>
      </w:r>
    </w:p>
    <w:p w:rsidR="007B2329" w:rsidRDefault="007B2329" w:rsidP="007B2329">
      <w:r>
        <w:t>383.2314</w:t>
      </w:r>
      <w:r>
        <w:tab/>
        <w:t>2.240e2</w:t>
      </w:r>
    </w:p>
    <w:p w:rsidR="007B2329" w:rsidRDefault="007B2329" w:rsidP="007B2329">
      <w:r>
        <w:t>383.2325</w:t>
      </w:r>
      <w:r>
        <w:tab/>
        <w:t>1.067e2</w:t>
      </w:r>
    </w:p>
    <w:p w:rsidR="007B2329" w:rsidRDefault="007B2329" w:rsidP="007B2329">
      <w:r>
        <w:t>383.2341</w:t>
      </w:r>
      <w:r>
        <w:tab/>
        <w:t>6.386e1</w:t>
      </w:r>
    </w:p>
    <w:p w:rsidR="007B2329" w:rsidRDefault="007B2329" w:rsidP="007B2329">
      <w:r>
        <w:t>383.2364</w:t>
      </w:r>
      <w:r>
        <w:tab/>
        <w:t>1.138e2</w:t>
      </w:r>
    </w:p>
    <w:p w:rsidR="007B2329" w:rsidRDefault="007B2329" w:rsidP="007B2329">
      <w:r>
        <w:t>383.2390</w:t>
      </w:r>
      <w:r>
        <w:tab/>
        <w:t>1.450e2</w:t>
      </w:r>
    </w:p>
    <w:p w:rsidR="007B2329" w:rsidRDefault="007B2329" w:rsidP="007B2329">
      <w:r>
        <w:t>383.2403</w:t>
      </w:r>
      <w:r>
        <w:tab/>
        <w:t>1.316e1</w:t>
      </w:r>
    </w:p>
    <w:p w:rsidR="007B2329" w:rsidRDefault="007B2329" w:rsidP="007B2329">
      <w:r>
        <w:t>383.2905</w:t>
      </w:r>
      <w:r>
        <w:tab/>
        <w:t>2.025e0</w:t>
      </w:r>
    </w:p>
    <w:p w:rsidR="007B2329" w:rsidRDefault="007B2329" w:rsidP="007B2329">
      <w:r>
        <w:t>383.3080</w:t>
      </w:r>
      <w:r>
        <w:tab/>
        <w:t>2.932e0</w:t>
      </w:r>
    </w:p>
    <w:p w:rsidR="007B2329" w:rsidRDefault="007B2329" w:rsidP="007B2329">
      <w:r>
        <w:t>383.3246</w:t>
      </w:r>
      <w:r>
        <w:tab/>
        <w:t>1.013e0</w:t>
      </w:r>
    </w:p>
    <w:p w:rsidR="007B2329" w:rsidRDefault="007B2329" w:rsidP="007B2329">
      <w:r>
        <w:t>383.3407</w:t>
      </w:r>
      <w:r>
        <w:tab/>
        <w:t>1.013e0</w:t>
      </w:r>
    </w:p>
    <w:p w:rsidR="007B2329" w:rsidRDefault="007B2329" w:rsidP="007B2329">
      <w:r>
        <w:lastRenderedPageBreak/>
        <w:t>383.3499</w:t>
      </w:r>
      <w:r>
        <w:tab/>
        <w:t>2.025e0</w:t>
      </w:r>
    </w:p>
    <w:p w:rsidR="007B2329" w:rsidRDefault="007B2329" w:rsidP="007B2329">
      <w:r>
        <w:t>383.3602</w:t>
      </w:r>
      <w:r>
        <w:tab/>
        <w:t>8.101e0</w:t>
      </w:r>
    </w:p>
    <w:p w:rsidR="007B2329" w:rsidRDefault="007B2329" w:rsidP="007B2329">
      <w:r>
        <w:t>383.3620</w:t>
      </w:r>
      <w:r>
        <w:tab/>
        <w:t>2.025e0</w:t>
      </w:r>
    </w:p>
    <w:p w:rsidR="007B2329" w:rsidRDefault="007B2329" w:rsidP="007B2329">
      <w:r>
        <w:t>383.3690</w:t>
      </w:r>
      <w:r>
        <w:tab/>
        <w:t>3.051e0</w:t>
      </w:r>
    </w:p>
    <w:p w:rsidR="007B2329" w:rsidRDefault="007B2329" w:rsidP="007B2329">
      <w:r>
        <w:t>383.3824</w:t>
      </w:r>
      <w:r>
        <w:tab/>
        <w:t>3.107e0</w:t>
      </w:r>
    </w:p>
    <w:p w:rsidR="007B2329" w:rsidRDefault="007B2329" w:rsidP="007B2329">
      <w:r>
        <w:t>383.3958</w:t>
      </w:r>
      <w:r>
        <w:tab/>
        <w:t>2.025e0</w:t>
      </w:r>
    </w:p>
    <w:p w:rsidR="007B2329" w:rsidRDefault="007B2329" w:rsidP="007B2329">
      <w:r>
        <w:t>383.4204</w:t>
      </w:r>
      <w:r>
        <w:tab/>
        <w:t>2.025e0</w:t>
      </w:r>
    </w:p>
    <w:p w:rsidR="007B2329" w:rsidRDefault="007B2329" w:rsidP="007B2329">
      <w:r>
        <w:t>383.4259</w:t>
      </w:r>
      <w:r>
        <w:tab/>
        <w:t>2.025e0</w:t>
      </w:r>
    </w:p>
    <w:p w:rsidR="007B2329" w:rsidRDefault="007B2329" w:rsidP="007B2329">
      <w:r>
        <w:t>383.4343</w:t>
      </w:r>
      <w:r>
        <w:tab/>
        <w:t>1.013e0</w:t>
      </w:r>
    </w:p>
    <w:p w:rsidR="007B2329" w:rsidRDefault="007B2329" w:rsidP="007B2329">
      <w:r>
        <w:t>383.4395</w:t>
      </w:r>
      <w:r>
        <w:tab/>
        <w:t>2.025e0</w:t>
      </w:r>
    </w:p>
    <w:p w:rsidR="007B2329" w:rsidRDefault="007B2329" w:rsidP="007B2329">
      <w:r>
        <w:t>383.4557</w:t>
      </w:r>
      <w:r>
        <w:tab/>
        <w:t>1.013e0</w:t>
      </w:r>
    </w:p>
    <w:p w:rsidR="007B2329" w:rsidRDefault="007B2329" w:rsidP="007B2329">
      <w:r>
        <w:t>383.4594</w:t>
      </w:r>
      <w:r>
        <w:tab/>
        <w:t>1.013e0</w:t>
      </w:r>
    </w:p>
    <w:p w:rsidR="007B2329" w:rsidRDefault="007B2329" w:rsidP="007B2329">
      <w:r>
        <w:t>383.4633</w:t>
      </w:r>
      <w:r>
        <w:tab/>
        <w:t>1.013e0</w:t>
      </w:r>
    </w:p>
    <w:p w:rsidR="007B2329" w:rsidRDefault="007B2329" w:rsidP="007B2329">
      <w:r>
        <w:t>383.4906</w:t>
      </w:r>
      <w:r>
        <w:tab/>
        <w:t>1.013e0</w:t>
      </w:r>
    </w:p>
    <w:p w:rsidR="007B2329" w:rsidRDefault="007B2329" w:rsidP="007B2329">
      <w:r>
        <w:t>383.5008</w:t>
      </w:r>
      <w:r>
        <w:tab/>
        <w:t>5.063e0</w:t>
      </w:r>
    </w:p>
    <w:p w:rsidR="007B2329" w:rsidRDefault="007B2329" w:rsidP="007B2329">
      <w:r>
        <w:t>383.5108</w:t>
      </w:r>
      <w:r>
        <w:tab/>
        <w:t>1.013e0</w:t>
      </w:r>
    </w:p>
    <w:p w:rsidR="007B2329" w:rsidRDefault="007B2329" w:rsidP="007B2329">
      <w:r>
        <w:t>383.5177</w:t>
      </w:r>
      <w:r>
        <w:tab/>
        <w:t>1.013e0</w:t>
      </w:r>
    </w:p>
    <w:p w:rsidR="007B2329" w:rsidRDefault="007B2329" w:rsidP="007B2329">
      <w:r>
        <w:t>383.5331</w:t>
      </w:r>
      <w:r>
        <w:tab/>
        <w:t>2.025e0</w:t>
      </w:r>
    </w:p>
    <w:p w:rsidR="007B2329" w:rsidRDefault="007B2329" w:rsidP="007B2329">
      <w:r>
        <w:t>383.5405</w:t>
      </w:r>
      <w:r>
        <w:tab/>
        <w:t>1.025e0</w:t>
      </w:r>
    </w:p>
    <w:p w:rsidR="007B2329" w:rsidRDefault="007B2329" w:rsidP="007B2329">
      <w:r>
        <w:lastRenderedPageBreak/>
        <w:t>383.5519</w:t>
      </w:r>
      <w:r>
        <w:tab/>
        <w:t>1.013e0</w:t>
      </w:r>
    </w:p>
    <w:p w:rsidR="007B2329" w:rsidRDefault="007B2329" w:rsidP="007B2329">
      <w:r>
        <w:t>383.5585</w:t>
      </w:r>
      <w:r>
        <w:tab/>
        <w:t>1.013e0</w:t>
      </w:r>
    </w:p>
    <w:p w:rsidR="007B2329" w:rsidRDefault="007B2329" w:rsidP="007B2329">
      <w:r>
        <w:t>383.5797</w:t>
      </w:r>
      <w:r>
        <w:tab/>
        <w:t>2.025e0</w:t>
      </w:r>
    </w:p>
    <w:p w:rsidR="007B2329" w:rsidRDefault="007B2329" w:rsidP="007B2329">
      <w:r>
        <w:t>383.5899</w:t>
      </w:r>
      <w:r>
        <w:tab/>
        <w:t>4.051e0</w:t>
      </w:r>
    </w:p>
    <w:p w:rsidR="007B2329" w:rsidRDefault="007B2329" w:rsidP="007B2329">
      <w:r>
        <w:t>383.5921</w:t>
      </w:r>
      <w:r>
        <w:tab/>
        <w:t>2.025e0</w:t>
      </w:r>
    </w:p>
    <w:p w:rsidR="007B2329" w:rsidRDefault="007B2329" w:rsidP="007B2329">
      <w:r>
        <w:t>383.6115</w:t>
      </w:r>
      <w:r>
        <w:tab/>
        <w:t>1.013e0</w:t>
      </w:r>
    </w:p>
    <w:p w:rsidR="007B2329" w:rsidRDefault="007B2329" w:rsidP="007B2329">
      <w:r>
        <w:t>383.6187</w:t>
      </w:r>
      <w:r>
        <w:tab/>
        <w:t>2.333e0</w:t>
      </w:r>
    </w:p>
    <w:p w:rsidR="007B2329" w:rsidRDefault="007B2329" w:rsidP="007B2329">
      <w:r>
        <w:t>383.6202</w:t>
      </w:r>
      <w:r>
        <w:tab/>
        <w:t>2.025e0</w:t>
      </w:r>
    </w:p>
    <w:p w:rsidR="007B2329" w:rsidRDefault="007B2329" w:rsidP="007B2329">
      <w:r>
        <w:t>383.6271</w:t>
      </w:r>
      <w:r>
        <w:tab/>
        <w:t>3.038e0</w:t>
      </w:r>
    </w:p>
    <w:p w:rsidR="007B2329" w:rsidRDefault="007B2329" w:rsidP="007B2329">
      <w:r>
        <w:t>383.6444</w:t>
      </w:r>
      <w:r>
        <w:tab/>
        <w:t>4.051e0</w:t>
      </w:r>
    </w:p>
    <w:p w:rsidR="007B2329" w:rsidRDefault="007B2329" w:rsidP="007B2329">
      <w:r>
        <w:t>383.6512</w:t>
      </w:r>
      <w:r>
        <w:tab/>
        <w:t>4.051e0</w:t>
      </w:r>
    </w:p>
    <w:p w:rsidR="007B2329" w:rsidRDefault="007B2329" w:rsidP="007B2329">
      <w:r>
        <w:t>383.6674</w:t>
      </w:r>
      <w:r>
        <w:tab/>
        <w:t>2.025e0</w:t>
      </w:r>
    </w:p>
    <w:p w:rsidR="007B2329" w:rsidRDefault="007B2329" w:rsidP="007B2329">
      <w:r>
        <w:t>383.6700</w:t>
      </w:r>
      <w:r>
        <w:tab/>
        <w:t>2.025e0</w:t>
      </w:r>
    </w:p>
    <w:p w:rsidR="007B2329" w:rsidRDefault="007B2329" w:rsidP="007B2329">
      <w:r>
        <w:t>383.6956</w:t>
      </w:r>
      <w:r>
        <w:tab/>
        <w:t>4.051e0</w:t>
      </w:r>
    </w:p>
    <w:p w:rsidR="007B2329" w:rsidRDefault="007B2329" w:rsidP="007B2329">
      <w:r>
        <w:t>383.7083</w:t>
      </w:r>
      <w:r>
        <w:tab/>
        <w:t>1.013e0</w:t>
      </w:r>
    </w:p>
    <w:p w:rsidR="007B2329" w:rsidRDefault="007B2329" w:rsidP="007B2329">
      <w:r>
        <w:t>383.7151</w:t>
      </w:r>
      <w:r>
        <w:tab/>
        <w:t>2.532e-2</w:t>
      </w:r>
    </w:p>
    <w:p w:rsidR="007B2329" w:rsidRDefault="007B2329" w:rsidP="007B2329">
      <w:r>
        <w:t>383.7210</w:t>
      </w:r>
      <w:r>
        <w:tab/>
        <w:t>1.013e0</w:t>
      </w:r>
    </w:p>
    <w:p w:rsidR="007B2329" w:rsidRDefault="007B2329" w:rsidP="007B2329">
      <w:r>
        <w:t>383.7287</w:t>
      </w:r>
      <w:r>
        <w:tab/>
        <w:t>1.013e0</w:t>
      </w:r>
    </w:p>
    <w:p w:rsidR="007B2329" w:rsidRDefault="007B2329" w:rsidP="007B2329">
      <w:r>
        <w:t>383.7423</w:t>
      </w:r>
      <w:r>
        <w:tab/>
        <w:t>1.013e0</w:t>
      </w:r>
    </w:p>
    <w:p w:rsidR="007B2329" w:rsidRDefault="007B2329" w:rsidP="007B2329">
      <w:r>
        <w:lastRenderedPageBreak/>
        <w:t>383.7560</w:t>
      </w:r>
      <w:r>
        <w:tab/>
        <w:t>2.025e0</w:t>
      </w:r>
    </w:p>
    <w:p w:rsidR="007B2329" w:rsidRDefault="007B2329" w:rsidP="007B2329">
      <w:r>
        <w:t>383.7628</w:t>
      </w:r>
      <w:r>
        <w:tab/>
        <w:t>1.013e0</w:t>
      </w:r>
    </w:p>
    <w:p w:rsidR="007B2329" w:rsidRDefault="007B2329" w:rsidP="007B2329">
      <w:r>
        <w:t>383.7671</w:t>
      </w:r>
      <w:r>
        <w:tab/>
        <w:t>1.038e0</w:t>
      </w:r>
    </w:p>
    <w:p w:rsidR="007B2329" w:rsidRDefault="007B2329" w:rsidP="007B2329">
      <w:r>
        <w:t>383.7903</w:t>
      </w:r>
      <w:r>
        <w:tab/>
        <w:t>2.025e0</w:t>
      </w:r>
    </w:p>
    <w:p w:rsidR="007B2329" w:rsidRDefault="007B2329" w:rsidP="007B2329">
      <w:r>
        <w:t>383.7922</w:t>
      </w:r>
      <w:r>
        <w:tab/>
        <w:t>1.013e0</w:t>
      </w:r>
    </w:p>
    <w:p w:rsidR="007B2329" w:rsidRDefault="007B2329" w:rsidP="007B2329">
      <w:r>
        <w:t>383.8096</w:t>
      </w:r>
      <w:r>
        <w:tab/>
        <w:t>1.013e0</w:t>
      </w:r>
    </w:p>
    <w:p w:rsidR="007B2329" w:rsidRDefault="007B2329" w:rsidP="007B2329">
      <w:r>
        <w:t>383.8173</w:t>
      </w:r>
      <w:r>
        <w:tab/>
        <w:t>2.025e0</w:t>
      </w:r>
    </w:p>
    <w:p w:rsidR="007B2329" w:rsidRDefault="007B2329" w:rsidP="007B2329">
      <w:r>
        <w:t>383.8308</w:t>
      </w:r>
      <w:r>
        <w:tab/>
        <w:t>1.013e0</w:t>
      </w:r>
    </w:p>
    <w:p w:rsidR="007B2329" w:rsidRDefault="007B2329" w:rsidP="007B2329">
      <w:r>
        <w:t>383.8430</w:t>
      </w:r>
      <w:r>
        <w:tab/>
        <w:t>4.051e0</w:t>
      </w:r>
    </w:p>
    <w:p w:rsidR="007B2329" w:rsidRDefault="007B2329" w:rsidP="007B2329">
      <w:r>
        <w:t>383.8513</w:t>
      </w:r>
      <w:r>
        <w:tab/>
        <w:t>1.013e0</w:t>
      </w:r>
    </w:p>
    <w:p w:rsidR="007B2329" w:rsidRDefault="007B2329" w:rsidP="007B2329">
      <w:r>
        <w:t>383.8629</w:t>
      </w:r>
      <w:r>
        <w:tab/>
        <w:t>2.025e0</w:t>
      </w:r>
    </w:p>
    <w:p w:rsidR="007B2329" w:rsidRDefault="007B2329" w:rsidP="007B2329">
      <w:r>
        <w:t>383.8913</w:t>
      </w:r>
      <w:r>
        <w:tab/>
        <w:t>2.025e0</w:t>
      </w:r>
    </w:p>
    <w:p w:rsidR="007B2329" w:rsidRDefault="007B2329" w:rsidP="007B2329">
      <w:r>
        <w:t>383.9268</w:t>
      </w:r>
      <w:r>
        <w:tab/>
        <w:t>1.013e0</w:t>
      </w:r>
    </w:p>
    <w:p w:rsidR="007B2329" w:rsidRDefault="007B2329" w:rsidP="007B2329">
      <w:r>
        <w:t>383.9395</w:t>
      </w:r>
      <w:r>
        <w:tab/>
        <w:t>3.038e0</w:t>
      </w:r>
    </w:p>
    <w:p w:rsidR="007B2329" w:rsidRDefault="007B2329" w:rsidP="007B2329">
      <w:r>
        <w:t>383.9416</w:t>
      </w:r>
      <w:r>
        <w:tab/>
        <w:t>2.025e0</w:t>
      </w:r>
    </w:p>
    <w:p w:rsidR="007B2329" w:rsidRDefault="007B2329" w:rsidP="007B2329">
      <w:r>
        <w:t>383.9535</w:t>
      </w:r>
      <w:r>
        <w:tab/>
        <w:t>3.038e0</w:t>
      </w:r>
    </w:p>
    <w:p w:rsidR="007B2329" w:rsidRDefault="007B2329" w:rsidP="007B2329">
      <w:r>
        <w:t>383.9929</w:t>
      </w:r>
      <w:r>
        <w:tab/>
        <w:t>2.025e0</w:t>
      </w:r>
    </w:p>
    <w:p w:rsidR="007B2329" w:rsidRDefault="007B2329" w:rsidP="007B2329">
      <w:r>
        <w:t>384.0058</w:t>
      </w:r>
      <w:r>
        <w:tab/>
        <w:t>5.063e0</w:t>
      </w:r>
    </w:p>
    <w:p w:rsidR="007B2329" w:rsidRDefault="007B2329" w:rsidP="007B2329">
      <w:r>
        <w:t>384.0085</w:t>
      </w:r>
      <w:r>
        <w:tab/>
        <w:t>8.101e0</w:t>
      </w:r>
    </w:p>
    <w:p w:rsidR="007B2329" w:rsidRDefault="007B2329" w:rsidP="007B2329">
      <w:r>
        <w:lastRenderedPageBreak/>
        <w:t>384.0694</w:t>
      </w:r>
      <w:r>
        <w:tab/>
        <w:t>2.025e0</w:t>
      </w:r>
    </w:p>
    <w:p w:rsidR="007B2329" w:rsidRDefault="007B2329" w:rsidP="007B2329">
      <w:r>
        <w:t>384.0771</w:t>
      </w:r>
      <w:r>
        <w:tab/>
        <w:t>2.025e0</w:t>
      </w:r>
    </w:p>
    <w:p w:rsidR="007B2329" w:rsidRDefault="007B2329" w:rsidP="007B2329">
      <w:r>
        <w:t>384.0897</w:t>
      </w:r>
      <w:r>
        <w:tab/>
        <w:t>1.013e0</w:t>
      </w:r>
    </w:p>
    <w:p w:rsidR="007B2329" w:rsidRDefault="007B2329" w:rsidP="007B2329">
      <w:r>
        <w:t>384.0936</w:t>
      </w:r>
      <w:r>
        <w:tab/>
        <w:t>5.063e0</w:t>
      </w:r>
    </w:p>
    <w:p w:rsidR="007B2329" w:rsidRDefault="007B2329" w:rsidP="007B2329">
      <w:r>
        <w:t>384.1024</w:t>
      </w:r>
      <w:r>
        <w:tab/>
        <w:t>3.051e0</w:t>
      </w:r>
    </w:p>
    <w:p w:rsidR="007B2329" w:rsidRDefault="007B2329" w:rsidP="007B2329">
      <w:r>
        <w:t>384.1102</w:t>
      </w:r>
      <w:r>
        <w:tab/>
        <w:t>1.013e0</w:t>
      </w:r>
    </w:p>
    <w:p w:rsidR="007B2329" w:rsidRDefault="007B2329" w:rsidP="007B2329">
      <w:r>
        <w:t>384.1357</w:t>
      </w:r>
      <w:r>
        <w:tab/>
        <w:t>2.025e0</w:t>
      </w:r>
    </w:p>
    <w:p w:rsidR="007B2329" w:rsidRDefault="007B2329" w:rsidP="007B2329">
      <w:r>
        <w:t>384.1393</w:t>
      </w:r>
      <w:r>
        <w:tab/>
        <w:t>1.025e0</w:t>
      </w:r>
    </w:p>
    <w:p w:rsidR="007B2329" w:rsidRDefault="007B2329" w:rsidP="007B2329">
      <w:r>
        <w:t>384.1526</w:t>
      </w:r>
      <w:r>
        <w:tab/>
        <w:t>3.587e0</w:t>
      </w:r>
    </w:p>
    <w:p w:rsidR="007B2329" w:rsidRDefault="007B2329" w:rsidP="007B2329">
      <w:r>
        <w:t>384.1630</w:t>
      </w:r>
      <w:r>
        <w:tab/>
        <w:t>2.785e0</w:t>
      </w:r>
    </w:p>
    <w:p w:rsidR="007B2329" w:rsidRDefault="007B2329" w:rsidP="007B2329">
      <w:r>
        <w:t>384.1674</w:t>
      </w:r>
      <w:r>
        <w:tab/>
        <w:t>1.395e0</w:t>
      </w:r>
    </w:p>
    <w:p w:rsidR="007B2329" w:rsidRDefault="007B2329" w:rsidP="007B2329">
      <w:r>
        <w:t>384.2037</w:t>
      </w:r>
      <w:r>
        <w:tab/>
        <w:t>4.051e0</w:t>
      </w:r>
    </w:p>
    <w:p w:rsidR="007B2329" w:rsidRDefault="007B2329" w:rsidP="007B2329">
      <w:r>
        <w:t>384.2239</w:t>
      </w:r>
      <w:r>
        <w:tab/>
        <w:t>5.063e0</w:t>
      </w:r>
    </w:p>
    <w:p w:rsidR="007B2329" w:rsidRDefault="007B2329" w:rsidP="007B2329">
      <w:r>
        <w:t>384.2366</w:t>
      </w:r>
      <w:r>
        <w:tab/>
        <w:t>4.453e1</w:t>
      </w:r>
    </w:p>
    <w:p w:rsidR="007B2329" w:rsidRDefault="007B2329" w:rsidP="007B2329">
      <w:r>
        <w:t>384.2393</w:t>
      </w:r>
      <w:r>
        <w:tab/>
        <w:t>6.313e1</w:t>
      </w:r>
    </w:p>
    <w:p w:rsidR="007B2329" w:rsidRDefault="007B2329" w:rsidP="007B2329">
      <w:r>
        <w:t>384.2408</w:t>
      </w:r>
      <w:r>
        <w:tab/>
        <w:t>2.776e1</w:t>
      </w:r>
    </w:p>
    <w:p w:rsidR="007B2329" w:rsidRDefault="007B2329" w:rsidP="007B2329">
      <w:r>
        <w:t>384.2432</w:t>
      </w:r>
      <w:r>
        <w:tab/>
        <w:t>2.429e1</w:t>
      </w:r>
    </w:p>
    <w:p w:rsidR="007B2329" w:rsidRDefault="007B2329" w:rsidP="007B2329">
      <w:r>
        <w:t>384.2700</w:t>
      </w:r>
      <w:r>
        <w:tab/>
        <w:t>2.532e-2</w:t>
      </w:r>
    </w:p>
    <w:p w:rsidR="007B2329" w:rsidRDefault="007B2329" w:rsidP="007B2329">
      <w:r>
        <w:t>384.2750</w:t>
      </w:r>
      <w:r>
        <w:tab/>
        <w:t>2.025e0</w:t>
      </w:r>
    </w:p>
    <w:p w:rsidR="007B2329" w:rsidRDefault="007B2329" w:rsidP="007B2329">
      <w:r>
        <w:lastRenderedPageBreak/>
        <w:t>384.3307</w:t>
      </w:r>
      <w:r>
        <w:tab/>
        <w:t>3.038e0</w:t>
      </w:r>
    </w:p>
    <w:p w:rsidR="007B2329" w:rsidRDefault="007B2329" w:rsidP="007B2329">
      <w:r>
        <w:t>384.3449</w:t>
      </w:r>
      <w:r>
        <w:tab/>
        <w:t>7.089e0</w:t>
      </w:r>
    </w:p>
    <w:p w:rsidR="007B2329" w:rsidRDefault="007B2329" w:rsidP="007B2329">
      <w:r>
        <w:t>384.3569</w:t>
      </w:r>
      <w:r>
        <w:tab/>
        <w:t>2.025e0</w:t>
      </w:r>
    </w:p>
    <w:p w:rsidR="007B2329" w:rsidRDefault="007B2329" w:rsidP="007B2329">
      <w:r>
        <w:t>384.3693</w:t>
      </w:r>
      <w:r>
        <w:tab/>
        <w:t>2.025e0</w:t>
      </w:r>
    </w:p>
    <w:p w:rsidR="007B2329" w:rsidRDefault="007B2329" w:rsidP="007B2329">
      <w:r>
        <w:t>384.3715</w:t>
      </w:r>
      <w:r>
        <w:tab/>
        <w:t>2.025e0</w:t>
      </w:r>
    </w:p>
    <w:p w:rsidR="007B2329" w:rsidRDefault="007B2329" w:rsidP="007B2329">
      <w:r>
        <w:t>384.3831</w:t>
      </w:r>
      <w:r>
        <w:tab/>
        <w:t>1.013e0</w:t>
      </w:r>
    </w:p>
    <w:p w:rsidR="007B2329" w:rsidRDefault="007B2329" w:rsidP="007B2329">
      <w:r>
        <w:t>384.3992</w:t>
      </w:r>
      <w:r>
        <w:tab/>
        <w:t>2.025e0</w:t>
      </w:r>
    </w:p>
    <w:p w:rsidR="007B2329" w:rsidRDefault="007B2329" w:rsidP="007B2329">
      <w:r>
        <w:t>384.4086</w:t>
      </w:r>
      <w:r>
        <w:tab/>
        <w:t>4.051e0</w:t>
      </w:r>
    </w:p>
    <w:p w:rsidR="007B2329" w:rsidRDefault="007B2329" w:rsidP="007B2329">
      <w:r>
        <w:t>384.4205</w:t>
      </w:r>
      <w:r>
        <w:tab/>
        <w:t>2.025e0</w:t>
      </w:r>
    </w:p>
    <w:p w:rsidR="007B2329" w:rsidRDefault="007B2329" w:rsidP="007B2329">
      <w:r>
        <w:t>384.4228</w:t>
      </w:r>
      <w:r>
        <w:tab/>
        <w:t>4.051e0</w:t>
      </w:r>
    </w:p>
    <w:p w:rsidR="007B2329" w:rsidRDefault="007B2329" w:rsidP="007B2329">
      <w:r>
        <w:t>384.4485</w:t>
      </w:r>
      <w:r>
        <w:tab/>
        <w:t>4.051e0</w:t>
      </w:r>
    </w:p>
    <w:p w:rsidR="007B2329" w:rsidRDefault="007B2329" w:rsidP="007B2329">
      <w:r>
        <w:t>384.4503</w:t>
      </w:r>
      <w:r>
        <w:tab/>
        <w:t>2.025e0</w:t>
      </w:r>
    </w:p>
    <w:p w:rsidR="007B2329" w:rsidRDefault="007B2329" w:rsidP="007B2329">
      <w:r>
        <w:t>384.4543</w:t>
      </w:r>
      <w:r>
        <w:tab/>
        <w:t>2.025e0</w:t>
      </w:r>
    </w:p>
    <w:p w:rsidR="007B2329" w:rsidRDefault="007B2329" w:rsidP="007B2329">
      <w:r>
        <w:t>384.4751</w:t>
      </w:r>
      <w:r>
        <w:tab/>
        <w:t>3.038e0</w:t>
      </w:r>
    </w:p>
    <w:p w:rsidR="007B2329" w:rsidRDefault="007B2329" w:rsidP="007B2329">
      <w:r>
        <w:t>384.4828</w:t>
      </w:r>
      <w:r>
        <w:tab/>
        <w:t>2.025e0</w:t>
      </w:r>
    </w:p>
    <w:p w:rsidR="007B2329" w:rsidRDefault="007B2329" w:rsidP="007B2329">
      <w:r>
        <w:t>384.4853</w:t>
      </w:r>
      <w:r>
        <w:tab/>
        <w:t>1.013e0</w:t>
      </w:r>
    </w:p>
    <w:p w:rsidR="007B2329" w:rsidRDefault="007B2329" w:rsidP="007B2329">
      <w:r>
        <w:t>384.4877</w:t>
      </w:r>
      <w:r>
        <w:tab/>
        <w:t>2.025e0</w:t>
      </w:r>
    </w:p>
    <w:p w:rsidR="007B2329" w:rsidRDefault="007B2329" w:rsidP="007B2329">
      <w:r>
        <w:t>384.5057</w:t>
      </w:r>
      <w:r>
        <w:tab/>
        <w:t>2.025e0</w:t>
      </w:r>
    </w:p>
    <w:p w:rsidR="007B2329" w:rsidRDefault="007B2329" w:rsidP="007B2329">
      <w:r>
        <w:t>384.5125</w:t>
      </w:r>
      <w:r>
        <w:tab/>
        <w:t>1.013e0</w:t>
      </w:r>
    </w:p>
    <w:p w:rsidR="007B2329" w:rsidRDefault="007B2329" w:rsidP="007B2329">
      <w:r>
        <w:lastRenderedPageBreak/>
        <w:t>384.5391</w:t>
      </w:r>
      <w:r>
        <w:tab/>
        <w:t>2.025e0</w:t>
      </w:r>
    </w:p>
    <w:p w:rsidR="007B2329" w:rsidRDefault="007B2329" w:rsidP="007B2329">
      <w:r>
        <w:t>384.5427</w:t>
      </w:r>
      <w:r>
        <w:tab/>
        <w:t>1.013e0</w:t>
      </w:r>
    </w:p>
    <w:p w:rsidR="007B2329" w:rsidRDefault="007B2329" w:rsidP="007B2329">
      <w:r>
        <w:t>384.5550</w:t>
      </w:r>
      <w:r>
        <w:tab/>
        <w:t>3.038e0</w:t>
      </w:r>
    </w:p>
    <w:p w:rsidR="007B2329" w:rsidRDefault="007B2329" w:rsidP="007B2329">
      <w:r>
        <w:t>384.5601</w:t>
      </w:r>
      <w:r>
        <w:tab/>
        <w:t>1.013e0</w:t>
      </w:r>
    </w:p>
    <w:p w:rsidR="007B2329" w:rsidRDefault="007B2329" w:rsidP="007B2329">
      <w:r>
        <w:t>384.5730</w:t>
      </w:r>
      <w:r>
        <w:tab/>
        <w:t>3.038e0</w:t>
      </w:r>
    </w:p>
    <w:p w:rsidR="007B2329" w:rsidRDefault="007B2329" w:rsidP="007B2329">
      <w:r>
        <w:t>384.6012</w:t>
      </w:r>
      <w:r>
        <w:tab/>
        <w:t>1.013e0</w:t>
      </w:r>
    </w:p>
    <w:p w:rsidR="007B2329" w:rsidRDefault="007B2329" w:rsidP="007B2329">
      <w:r>
        <w:t>384.6061</w:t>
      </w:r>
      <w:r>
        <w:tab/>
        <w:t>1.013e0</w:t>
      </w:r>
    </w:p>
    <w:p w:rsidR="007B2329" w:rsidRDefault="007B2329" w:rsidP="007B2329">
      <w:r>
        <w:t>384.6100</w:t>
      </w:r>
      <w:r>
        <w:tab/>
        <w:t>3.038e0</w:t>
      </w:r>
    </w:p>
    <w:p w:rsidR="007B2329" w:rsidRDefault="007B2329" w:rsidP="007B2329">
      <w:r>
        <w:t>384.6421</w:t>
      </w:r>
      <w:r>
        <w:tab/>
        <w:t>1.013e0</w:t>
      </w:r>
    </w:p>
    <w:p w:rsidR="007B2329" w:rsidRDefault="007B2329" w:rsidP="007B2329">
      <w:r>
        <w:t>384.6525</w:t>
      </w:r>
      <w:r>
        <w:tab/>
        <w:t>2.025e0</w:t>
      </w:r>
    </w:p>
    <w:p w:rsidR="007B2329" w:rsidRDefault="007B2329" w:rsidP="007B2329">
      <w:r>
        <w:t>384.6627</w:t>
      </w:r>
      <w:r>
        <w:tab/>
        <w:t>1.013e0</w:t>
      </w:r>
    </w:p>
    <w:p w:rsidR="007B2329" w:rsidRDefault="007B2329" w:rsidP="007B2329">
      <w:r>
        <w:t>384.6763</w:t>
      </w:r>
      <w:r>
        <w:tab/>
        <w:t>4.051e0</w:t>
      </w:r>
    </w:p>
    <w:p w:rsidR="007B2329" w:rsidRDefault="007B2329" w:rsidP="007B2329">
      <w:r>
        <w:t>384.6844</w:t>
      </w:r>
      <w:r>
        <w:tab/>
        <w:t>3.927e0</w:t>
      </w:r>
    </w:p>
    <w:p w:rsidR="007B2329" w:rsidRDefault="007B2329" w:rsidP="007B2329">
      <w:r>
        <w:t>384.6860</w:t>
      </w:r>
      <w:r>
        <w:tab/>
        <w:t>2.025e0</w:t>
      </w:r>
    </w:p>
    <w:p w:rsidR="007B2329" w:rsidRDefault="007B2329" w:rsidP="007B2329">
      <w:r>
        <w:t>384.6909</w:t>
      </w:r>
      <w:r>
        <w:tab/>
        <w:t>3.038e0</w:t>
      </w:r>
    </w:p>
    <w:p w:rsidR="007B2329" w:rsidRDefault="007B2329" w:rsidP="007B2329">
      <w:r>
        <w:t>384.7213</w:t>
      </w:r>
      <w:r>
        <w:tab/>
        <w:t>3.038e0</w:t>
      </w:r>
    </w:p>
    <w:p w:rsidR="007B2329" w:rsidRDefault="007B2329" w:rsidP="007B2329">
      <w:r>
        <w:t>384.7236</w:t>
      </w:r>
      <w:r>
        <w:tab/>
        <w:t>6.076e0</w:t>
      </w:r>
    </w:p>
    <w:p w:rsidR="007B2329" w:rsidRDefault="007B2329" w:rsidP="007B2329">
      <w:r>
        <w:t>384.7337</w:t>
      </w:r>
      <w:r>
        <w:tab/>
        <w:t>2.025e0</w:t>
      </w:r>
    </w:p>
    <w:p w:rsidR="007B2329" w:rsidRDefault="007B2329" w:rsidP="007B2329">
      <w:r>
        <w:t>384.7479</w:t>
      </w:r>
      <w:r>
        <w:tab/>
        <w:t>2.025e0</w:t>
      </w:r>
    </w:p>
    <w:p w:rsidR="007B2329" w:rsidRDefault="007B2329" w:rsidP="007B2329">
      <w:r>
        <w:lastRenderedPageBreak/>
        <w:t>384.7532</w:t>
      </w:r>
      <w:r>
        <w:tab/>
        <w:t>2.025e0</w:t>
      </w:r>
    </w:p>
    <w:p w:rsidR="007B2329" w:rsidRDefault="007B2329" w:rsidP="007B2329">
      <w:r>
        <w:t>384.7658</w:t>
      </w:r>
      <w:r>
        <w:tab/>
        <w:t>2.025e0</w:t>
      </w:r>
    </w:p>
    <w:p w:rsidR="007B2329" w:rsidRDefault="007B2329" w:rsidP="007B2329">
      <w:r>
        <w:t>384.7832</w:t>
      </w:r>
      <w:r>
        <w:tab/>
        <w:t>1.013e0</w:t>
      </w:r>
    </w:p>
    <w:p w:rsidR="007B2329" w:rsidRDefault="007B2329" w:rsidP="007B2329">
      <w:r>
        <w:t>384.7863</w:t>
      </w:r>
      <w:r>
        <w:tab/>
        <w:t>3.051e0</w:t>
      </w:r>
    </w:p>
    <w:p w:rsidR="007B2329" w:rsidRDefault="007B2329" w:rsidP="007B2329">
      <w:r>
        <w:t>384.7977</w:t>
      </w:r>
      <w:r>
        <w:tab/>
        <w:t>2.025e0</w:t>
      </w:r>
    </w:p>
    <w:p w:rsidR="007B2329" w:rsidRDefault="007B2329" w:rsidP="007B2329">
      <w:r>
        <w:t>384.8083</w:t>
      </w:r>
      <w:r>
        <w:tab/>
        <w:t>1.013e0</w:t>
      </w:r>
    </w:p>
    <w:p w:rsidR="007B2329" w:rsidRDefault="007B2329" w:rsidP="007B2329">
      <w:r>
        <w:t>384.8128</w:t>
      </w:r>
      <w:r>
        <w:tab/>
        <w:t>1.013e0</w:t>
      </w:r>
    </w:p>
    <w:p w:rsidR="007B2329" w:rsidRDefault="007B2329" w:rsidP="007B2329">
      <w:r>
        <w:t>384.8258</w:t>
      </w:r>
      <w:r>
        <w:tab/>
        <w:t>1.013e0</w:t>
      </w:r>
    </w:p>
    <w:p w:rsidR="007B2329" w:rsidRDefault="007B2329" w:rsidP="007B2329">
      <w:r>
        <w:t>384.8277</w:t>
      </w:r>
      <w:r>
        <w:tab/>
        <w:t>2.038e0</w:t>
      </w:r>
    </w:p>
    <w:p w:rsidR="007B2329" w:rsidRDefault="007B2329" w:rsidP="007B2329">
      <w:r>
        <w:t>384.8506</w:t>
      </w:r>
      <w:r>
        <w:tab/>
        <w:t>2.025e0</w:t>
      </w:r>
    </w:p>
    <w:p w:rsidR="007B2329" w:rsidRDefault="007B2329" w:rsidP="007B2329">
      <w:r>
        <w:t>384.8523</w:t>
      </w:r>
      <w:r>
        <w:tab/>
        <w:t>3.038e0</w:t>
      </w:r>
    </w:p>
    <w:p w:rsidR="007B2329" w:rsidRDefault="007B2329" w:rsidP="007B2329">
      <w:r>
        <w:t>384.8543</w:t>
      </w:r>
      <w:r>
        <w:tab/>
        <w:t>1.013e0</w:t>
      </w:r>
    </w:p>
    <w:p w:rsidR="007B2329" w:rsidRDefault="007B2329" w:rsidP="007B2329">
      <w:r>
        <w:t>384.8674</w:t>
      </w:r>
      <w:r>
        <w:tab/>
        <w:t>1.013e0</w:t>
      </w:r>
    </w:p>
    <w:p w:rsidR="007B2329" w:rsidRDefault="007B2329" w:rsidP="007B2329">
      <w:r>
        <w:t>384.8716</w:t>
      </w:r>
      <w:r>
        <w:tab/>
        <w:t>1.013e0</w:t>
      </w:r>
    </w:p>
    <w:p w:rsidR="007B2329" w:rsidRDefault="007B2329" w:rsidP="007B2329">
      <w:r>
        <w:t>384.8914</w:t>
      </w:r>
      <w:r>
        <w:tab/>
        <w:t>4.051e0</w:t>
      </w:r>
    </w:p>
    <w:p w:rsidR="007B2329" w:rsidRDefault="007B2329" w:rsidP="007B2329">
      <w:r>
        <w:t>384.8969</w:t>
      </w:r>
      <w:r>
        <w:tab/>
        <w:t>1.013e0</w:t>
      </w:r>
    </w:p>
    <w:p w:rsidR="007B2329" w:rsidRDefault="007B2329" w:rsidP="007B2329">
      <w:r>
        <w:t>384.8982</w:t>
      </w:r>
      <w:r>
        <w:tab/>
        <w:t>2.025e0</w:t>
      </w:r>
    </w:p>
    <w:p w:rsidR="007B2329" w:rsidRDefault="007B2329" w:rsidP="007B2329">
      <w:r>
        <w:t>384.9015</w:t>
      </w:r>
      <w:r>
        <w:tab/>
        <w:t>1.013e0</w:t>
      </w:r>
    </w:p>
    <w:p w:rsidR="007B2329" w:rsidRDefault="007B2329" w:rsidP="007B2329">
      <w:r>
        <w:t>384.9028</w:t>
      </w:r>
      <w:r>
        <w:tab/>
        <w:t>4.343e0</w:t>
      </w:r>
    </w:p>
    <w:p w:rsidR="007B2329" w:rsidRDefault="007B2329" w:rsidP="007B2329">
      <w:r>
        <w:lastRenderedPageBreak/>
        <w:t>384.9267</w:t>
      </w:r>
      <w:r>
        <w:tab/>
        <w:t>2.025e0</w:t>
      </w:r>
    </w:p>
    <w:p w:rsidR="007B2329" w:rsidRDefault="007B2329" w:rsidP="007B2329">
      <w:r>
        <w:t>384.9290</w:t>
      </w:r>
      <w:r>
        <w:tab/>
        <w:t>1.013e0</w:t>
      </w:r>
    </w:p>
    <w:p w:rsidR="007B2329" w:rsidRDefault="007B2329" w:rsidP="007B2329">
      <w:r>
        <w:t>384.9348</w:t>
      </w:r>
      <w:r>
        <w:tab/>
        <w:t>8.101e0</w:t>
      </w:r>
    </w:p>
    <w:p w:rsidR="007B2329" w:rsidRDefault="007B2329" w:rsidP="007B2329">
      <w:r>
        <w:t>384.9391</w:t>
      </w:r>
      <w:r>
        <w:tab/>
        <w:t>1.013e0</w:t>
      </w:r>
    </w:p>
    <w:p w:rsidR="007B2329" w:rsidRDefault="007B2329" w:rsidP="007B2329">
      <w:r>
        <w:t>384.9641</w:t>
      </w:r>
      <w:r>
        <w:tab/>
        <w:t>4.051e0</w:t>
      </w:r>
    </w:p>
    <w:p w:rsidR="007B2329" w:rsidRDefault="007B2329" w:rsidP="007B2329">
      <w:r>
        <w:t>384.9658</w:t>
      </w:r>
      <w:r>
        <w:tab/>
        <w:t>2.025e0</w:t>
      </w:r>
    </w:p>
    <w:p w:rsidR="007B2329" w:rsidRDefault="007B2329" w:rsidP="007B2329">
      <w:r>
        <w:t>384.9684</w:t>
      </w:r>
      <w:r>
        <w:tab/>
        <w:t>4.051e0</w:t>
      </w:r>
    </w:p>
    <w:p w:rsidR="007B2329" w:rsidRDefault="007B2329" w:rsidP="007B2329">
      <w:r>
        <w:t>384.9766</w:t>
      </w:r>
      <w:r>
        <w:tab/>
        <w:t>1.013e0</w:t>
      </w:r>
    </w:p>
    <w:p w:rsidR="007B2329" w:rsidRDefault="007B2329" w:rsidP="007B2329">
      <w:r>
        <w:t>385.0066</w:t>
      </w:r>
      <w:r>
        <w:tab/>
        <w:t>1.013e0</w:t>
      </w:r>
    </w:p>
    <w:p w:rsidR="007B2329" w:rsidRDefault="007B2329" w:rsidP="007B2329">
      <w:r>
        <w:t>385.0107</w:t>
      </w:r>
      <w:r>
        <w:tab/>
        <w:t>3.038e0</w:t>
      </w:r>
    </w:p>
    <w:p w:rsidR="007B2329" w:rsidRDefault="007B2329" w:rsidP="007B2329">
      <w:r>
        <w:t>385.0158</w:t>
      </w:r>
      <w:r>
        <w:tab/>
        <w:t>3.038e0</w:t>
      </w:r>
    </w:p>
    <w:p w:rsidR="007B2329" w:rsidRDefault="007B2329" w:rsidP="007B2329">
      <w:r>
        <w:t>385.0201</w:t>
      </w:r>
      <w:r>
        <w:tab/>
        <w:t>2.025e0</w:t>
      </w:r>
    </w:p>
    <w:p w:rsidR="007B2329" w:rsidRDefault="007B2329" w:rsidP="007B2329">
      <w:r>
        <w:t>385.0313</w:t>
      </w:r>
      <w:r>
        <w:tab/>
        <w:t>1.013e0</w:t>
      </w:r>
    </w:p>
    <w:p w:rsidR="007B2329" w:rsidRDefault="007B2329" w:rsidP="007B2329">
      <w:r>
        <w:t>385.0381</w:t>
      </w:r>
      <w:r>
        <w:tab/>
        <w:t>2.025e0</w:t>
      </w:r>
    </w:p>
    <w:p w:rsidR="007B2329" w:rsidRDefault="007B2329" w:rsidP="007B2329">
      <w:r>
        <w:t>385.0556</w:t>
      </w:r>
      <w:r>
        <w:tab/>
        <w:t>3.038e0</w:t>
      </w:r>
    </w:p>
    <w:p w:rsidR="007B2329" w:rsidRDefault="007B2329" w:rsidP="007B2329">
      <w:r>
        <w:t>385.0700</w:t>
      </w:r>
      <w:r>
        <w:tab/>
        <w:t>1.013e0</w:t>
      </w:r>
    </w:p>
    <w:p w:rsidR="007B2329" w:rsidRDefault="007B2329" w:rsidP="007B2329">
      <w:r>
        <w:t>385.0718</w:t>
      </w:r>
      <w:r>
        <w:tab/>
        <w:t>2.025e0</w:t>
      </w:r>
    </w:p>
    <w:p w:rsidR="007B2329" w:rsidRDefault="007B2329" w:rsidP="007B2329">
      <w:r>
        <w:t>385.0764</w:t>
      </w:r>
      <w:r>
        <w:tab/>
        <w:t>4.051e0</w:t>
      </w:r>
    </w:p>
    <w:p w:rsidR="007B2329" w:rsidRDefault="007B2329" w:rsidP="007B2329">
      <w:r>
        <w:t>385.0883</w:t>
      </w:r>
      <w:r>
        <w:tab/>
        <w:t>4.051e0</w:t>
      </w:r>
    </w:p>
    <w:p w:rsidR="007B2329" w:rsidRDefault="007B2329" w:rsidP="007B2329">
      <w:r>
        <w:lastRenderedPageBreak/>
        <w:t>385.0931</w:t>
      </w:r>
      <w:r>
        <w:tab/>
        <w:t>3.038e0</w:t>
      </w:r>
    </w:p>
    <w:p w:rsidR="007B2329" w:rsidRDefault="007B2329" w:rsidP="007B2329">
      <w:r>
        <w:t>385.0951</w:t>
      </w:r>
      <w:r>
        <w:tab/>
        <w:t>1.013e0</w:t>
      </w:r>
    </w:p>
    <w:p w:rsidR="007B2329" w:rsidRDefault="007B2329" w:rsidP="007B2329">
      <w:r>
        <w:t>385.1064</w:t>
      </w:r>
      <w:r>
        <w:tab/>
        <w:t>3.038e0</w:t>
      </w:r>
    </w:p>
    <w:p w:rsidR="007B2329" w:rsidRDefault="007B2329" w:rsidP="007B2329">
      <w:r>
        <w:t>385.1268</w:t>
      </w:r>
      <w:r>
        <w:tab/>
        <w:t>2.025e0</w:t>
      </w:r>
    </w:p>
    <w:p w:rsidR="007B2329" w:rsidRDefault="007B2329" w:rsidP="007B2329">
      <w:r>
        <w:t>385.1558</w:t>
      </w:r>
      <w:r>
        <w:tab/>
        <w:t>2.053e0</w:t>
      </w:r>
    </w:p>
    <w:p w:rsidR="007B2329" w:rsidRDefault="007B2329" w:rsidP="007B2329">
      <w:r>
        <w:t>385.1582</w:t>
      </w:r>
      <w:r>
        <w:tab/>
        <w:t>6.076e0</w:t>
      </w:r>
    </w:p>
    <w:p w:rsidR="007B2329" w:rsidRDefault="007B2329" w:rsidP="007B2329">
      <w:r>
        <w:t>385.1601</w:t>
      </w:r>
      <w:r>
        <w:tab/>
        <w:t>3.920e0</w:t>
      </w:r>
    </w:p>
    <w:p w:rsidR="007B2329" w:rsidRDefault="007B2329" w:rsidP="007B2329">
      <w:r>
        <w:t>385.1636</w:t>
      </w:r>
      <w:r>
        <w:tab/>
        <w:t>7.781e0</w:t>
      </w:r>
    </w:p>
    <w:p w:rsidR="007B2329" w:rsidRDefault="007B2329" w:rsidP="007B2329">
      <w:r>
        <w:t>385.1712</w:t>
      </w:r>
      <w:r>
        <w:tab/>
        <w:t>2.025e0</w:t>
      </w:r>
    </w:p>
    <w:p w:rsidR="007B2329" w:rsidRDefault="007B2329" w:rsidP="007B2329">
      <w:r>
        <w:t>385.1800</w:t>
      </w:r>
      <w:r>
        <w:tab/>
        <w:t>7.641e0</w:t>
      </w:r>
    </w:p>
    <w:p w:rsidR="007B2329" w:rsidRDefault="007B2329" w:rsidP="007B2329">
      <w:r>
        <w:t>385.2480</w:t>
      </w:r>
      <w:r>
        <w:tab/>
        <w:t>5.699e2</w:t>
      </w:r>
    </w:p>
    <w:p w:rsidR="007B2329" w:rsidRDefault="007B2329" w:rsidP="007B2329">
      <w:r>
        <w:t>385.2491</w:t>
      </w:r>
      <w:r>
        <w:tab/>
        <w:t>9.570e2</w:t>
      </w:r>
    </w:p>
    <w:p w:rsidR="007B2329" w:rsidRDefault="007B2329" w:rsidP="007B2329">
      <w:r>
        <w:t>385.2508</w:t>
      </w:r>
      <w:r>
        <w:tab/>
        <w:t>2.135e3</w:t>
      </w:r>
    </w:p>
    <w:p w:rsidR="007B2329" w:rsidRDefault="007B2329" w:rsidP="007B2329">
      <w:r>
        <w:t>385.3593</w:t>
      </w:r>
      <w:r>
        <w:tab/>
        <w:t>1.444e1</w:t>
      </w:r>
    </w:p>
    <w:p w:rsidR="007B2329" w:rsidRDefault="007B2329" w:rsidP="007B2329">
      <w:r>
        <w:t>385.3662</w:t>
      </w:r>
      <w:r>
        <w:tab/>
        <w:t>6.600e0</w:t>
      </w:r>
    </w:p>
    <w:p w:rsidR="007B2329" w:rsidRDefault="007B2329" w:rsidP="007B2329">
      <w:r>
        <w:t>385.3731</w:t>
      </w:r>
      <w:r>
        <w:tab/>
        <w:t>1.013e0</w:t>
      </w:r>
    </w:p>
    <w:p w:rsidR="007B2329" w:rsidRDefault="007B2329" w:rsidP="007B2329">
      <w:r>
        <w:t>385.3796</w:t>
      </w:r>
      <w:r>
        <w:tab/>
        <w:t>3.627e0</w:t>
      </w:r>
    </w:p>
    <w:p w:rsidR="007B2329" w:rsidRDefault="007B2329" w:rsidP="007B2329">
      <w:r>
        <w:t>385.3907</w:t>
      </w:r>
      <w:r>
        <w:tab/>
        <w:t>4.076e0</w:t>
      </w:r>
    </w:p>
    <w:p w:rsidR="007B2329" w:rsidRDefault="007B2329" w:rsidP="007B2329">
      <w:r>
        <w:t>385.3950</w:t>
      </w:r>
      <w:r>
        <w:tab/>
        <w:t>9.410e0</w:t>
      </w:r>
    </w:p>
    <w:p w:rsidR="007B2329" w:rsidRDefault="007B2329" w:rsidP="007B2329">
      <w:r>
        <w:lastRenderedPageBreak/>
        <w:t>385.3972</w:t>
      </w:r>
      <w:r>
        <w:tab/>
        <w:t>9.934e0</w:t>
      </w:r>
    </w:p>
    <w:p w:rsidR="007B2329" w:rsidRDefault="007B2329" w:rsidP="007B2329">
      <w:r>
        <w:t>385.4197</w:t>
      </w:r>
      <w:r>
        <w:tab/>
        <w:t>4.051e0</w:t>
      </w:r>
    </w:p>
    <w:p w:rsidR="007B2329" w:rsidRDefault="007B2329" w:rsidP="007B2329">
      <w:r>
        <w:t>385.4319</w:t>
      </w:r>
      <w:r>
        <w:tab/>
        <w:t>3.160e0</w:t>
      </w:r>
    </w:p>
    <w:p w:rsidR="007B2329" w:rsidRDefault="007B2329" w:rsidP="007B2329">
      <w:r>
        <w:t>385.4528</w:t>
      </w:r>
      <w:r>
        <w:tab/>
        <w:t>4.051e0</w:t>
      </w:r>
    </w:p>
    <w:p w:rsidR="007B2329" w:rsidRDefault="007B2329" w:rsidP="007B2329">
      <w:r>
        <w:t>385.4560</w:t>
      </w:r>
      <w:r>
        <w:tab/>
        <w:t>2.025e0</w:t>
      </w:r>
    </w:p>
    <w:p w:rsidR="007B2329" w:rsidRDefault="007B2329" w:rsidP="007B2329">
      <w:r>
        <w:t>385.4577</w:t>
      </w:r>
      <w:r>
        <w:tab/>
        <w:t>4.051e0</w:t>
      </w:r>
    </w:p>
    <w:p w:rsidR="007B2329" w:rsidRDefault="007B2329" w:rsidP="007B2329">
      <w:r>
        <w:t>385.4601</w:t>
      </w:r>
      <w:r>
        <w:tab/>
        <w:t>1.620e1</w:t>
      </w:r>
    </w:p>
    <w:p w:rsidR="007B2329" w:rsidRDefault="007B2329" w:rsidP="007B2329">
      <w:r>
        <w:t>385.4616</w:t>
      </w:r>
      <w:r>
        <w:tab/>
        <w:t>7.156e0</w:t>
      </w:r>
    </w:p>
    <w:p w:rsidR="007B2329" w:rsidRDefault="007B2329" w:rsidP="007B2329">
      <w:r>
        <w:t>385.4641</w:t>
      </w:r>
      <w:r>
        <w:tab/>
        <w:t>6.089e0</w:t>
      </w:r>
    </w:p>
    <w:p w:rsidR="007B2329" w:rsidRDefault="007B2329" w:rsidP="007B2329">
      <w:r>
        <w:t>385.4980</w:t>
      </w:r>
      <w:r>
        <w:tab/>
        <w:t>2.025e0</w:t>
      </w:r>
    </w:p>
    <w:p w:rsidR="007B2329" w:rsidRDefault="007B2329" w:rsidP="007B2329">
      <w:r>
        <w:t>385.5099</w:t>
      </w:r>
      <w:r>
        <w:tab/>
        <w:t>5.063e0</w:t>
      </w:r>
    </w:p>
    <w:p w:rsidR="007B2329" w:rsidRDefault="007B2329" w:rsidP="007B2329">
      <w:r>
        <w:t>385.5127</w:t>
      </w:r>
      <w:r>
        <w:tab/>
        <w:t>1.013e0</w:t>
      </w:r>
    </w:p>
    <w:p w:rsidR="007B2329" w:rsidRDefault="007B2329" w:rsidP="007B2329">
      <w:r>
        <w:t>385.5143</w:t>
      </w:r>
      <w:r>
        <w:tab/>
        <w:t>3.051e0</w:t>
      </w:r>
    </w:p>
    <w:p w:rsidR="007B2329" w:rsidRDefault="007B2329" w:rsidP="007B2329">
      <w:r>
        <w:t>385.5201</w:t>
      </w:r>
      <w:r>
        <w:tab/>
        <w:t>3.038e0</w:t>
      </w:r>
    </w:p>
    <w:p w:rsidR="007B2329" w:rsidRDefault="007B2329" w:rsidP="007B2329">
      <w:r>
        <w:t>385.5232</w:t>
      </w:r>
      <w:r>
        <w:tab/>
        <w:t>1.114e1</w:t>
      </w:r>
    </w:p>
    <w:p w:rsidR="007B2329" w:rsidRDefault="007B2329" w:rsidP="007B2329">
      <w:r>
        <w:t>385.5284</w:t>
      </w:r>
      <w:r>
        <w:tab/>
        <w:t>6.076e0</w:t>
      </w:r>
    </w:p>
    <w:p w:rsidR="007B2329" w:rsidRDefault="007B2329" w:rsidP="007B2329">
      <w:r>
        <w:t>385.5628</w:t>
      </w:r>
      <w:r>
        <w:tab/>
        <w:t>2.025e0</w:t>
      </w:r>
    </w:p>
    <w:p w:rsidR="007B2329" w:rsidRDefault="007B2329" w:rsidP="007B2329">
      <w:r>
        <w:t>385.5718</w:t>
      </w:r>
      <w:r>
        <w:tab/>
        <w:t>3.038e0</w:t>
      </w:r>
    </w:p>
    <w:p w:rsidR="007B2329" w:rsidRDefault="007B2329" w:rsidP="007B2329">
      <w:r>
        <w:t>385.5751</w:t>
      </w:r>
      <w:r>
        <w:tab/>
        <w:t>4.051e0</w:t>
      </w:r>
    </w:p>
    <w:p w:rsidR="007B2329" w:rsidRDefault="007B2329" w:rsidP="007B2329">
      <w:r>
        <w:lastRenderedPageBreak/>
        <w:t>385.5812</w:t>
      </w:r>
      <w:r>
        <w:tab/>
        <w:t>2.025e0</w:t>
      </w:r>
    </w:p>
    <w:p w:rsidR="007B2329" w:rsidRDefault="007B2329" w:rsidP="007B2329">
      <w:r>
        <w:t>385.5868</w:t>
      </w:r>
      <w:r>
        <w:tab/>
        <w:t>6.966e0</w:t>
      </w:r>
    </w:p>
    <w:p w:rsidR="007B2329" w:rsidRDefault="007B2329" w:rsidP="007B2329">
      <w:r>
        <w:t>385.5886</w:t>
      </w:r>
      <w:r>
        <w:tab/>
        <w:t>4.051e0</w:t>
      </w:r>
    </w:p>
    <w:p w:rsidR="007B2329" w:rsidRDefault="007B2329" w:rsidP="007B2329">
      <w:r>
        <w:t>385.6046</w:t>
      </w:r>
      <w:r>
        <w:tab/>
        <w:t>3.038e0</w:t>
      </w:r>
    </w:p>
    <w:p w:rsidR="007B2329" w:rsidRDefault="007B2329" w:rsidP="007B2329">
      <w:r>
        <w:t>385.6120</w:t>
      </w:r>
      <w:r>
        <w:tab/>
        <w:t>4.174e0</w:t>
      </w:r>
    </w:p>
    <w:p w:rsidR="007B2329" w:rsidRDefault="007B2329" w:rsidP="007B2329">
      <w:r>
        <w:t>385.6136</w:t>
      </w:r>
      <w:r>
        <w:tab/>
        <w:t>5.063e0</w:t>
      </w:r>
    </w:p>
    <w:p w:rsidR="007B2329" w:rsidRDefault="007B2329" w:rsidP="007B2329">
      <w:r>
        <w:t>385.6299</w:t>
      </w:r>
      <w:r>
        <w:tab/>
        <w:t>3.038e0</w:t>
      </w:r>
    </w:p>
    <w:p w:rsidR="007B2329" w:rsidRDefault="007B2329" w:rsidP="007B2329">
      <w:r>
        <w:t>385.6397</w:t>
      </w:r>
      <w:r>
        <w:tab/>
        <w:t>1.013e0</w:t>
      </w:r>
    </w:p>
    <w:p w:rsidR="007B2329" w:rsidRDefault="007B2329" w:rsidP="007B2329">
      <w:r>
        <w:t>385.6412</w:t>
      </w:r>
      <w:r>
        <w:tab/>
        <w:t>2.025e0</w:t>
      </w:r>
    </w:p>
    <w:p w:rsidR="007B2329" w:rsidRDefault="007B2329" w:rsidP="007B2329">
      <w:r>
        <w:t>385.6436</w:t>
      </w:r>
      <w:r>
        <w:tab/>
        <w:t>1.013e0</w:t>
      </w:r>
    </w:p>
    <w:p w:rsidR="007B2329" w:rsidRDefault="007B2329" w:rsidP="007B2329">
      <w:r>
        <w:t>385.6563</w:t>
      </w:r>
      <w:r>
        <w:tab/>
        <w:t>4.051e0</w:t>
      </w:r>
    </w:p>
    <w:p w:rsidR="007B2329" w:rsidRDefault="007B2329" w:rsidP="007B2329">
      <w:r>
        <w:t>385.6638</w:t>
      </w:r>
      <w:r>
        <w:tab/>
        <w:t>2.025e0</w:t>
      </w:r>
    </w:p>
    <w:p w:rsidR="007B2329" w:rsidRDefault="007B2329" w:rsidP="007B2329">
      <w:r>
        <w:t>385.6808</w:t>
      </w:r>
      <w:r>
        <w:tab/>
        <w:t>1.013e0</w:t>
      </w:r>
    </w:p>
    <w:p w:rsidR="007B2329" w:rsidRDefault="007B2329" w:rsidP="007B2329">
      <w:r>
        <w:t>385.6859</w:t>
      </w:r>
      <w:r>
        <w:tab/>
        <w:t>3.038e0</w:t>
      </w:r>
    </w:p>
    <w:p w:rsidR="007B2329" w:rsidRDefault="007B2329" w:rsidP="007B2329">
      <w:r>
        <w:t>385.6890</w:t>
      </w:r>
      <w:r>
        <w:tab/>
        <w:t>5.393e0</w:t>
      </w:r>
    </w:p>
    <w:p w:rsidR="007B2329" w:rsidRDefault="007B2329" w:rsidP="007B2329">
      <w:r>
        <w:t>385.6949</w:t>
      </w:r>
      <w:r>
        <w:tab/>
        <w:t>2.025e0</w:t>
      </w:r>
    </w:p>
    <w:p w:rsidR="007B2329" w:rsidRDefault="007B2329" w:rsidP="007B2329">
      <w:r>
        <w:t>385.6985</w:t>
      </w:r>
      <w:r>
        <w:tab/>
        <w:t>2.025e0</w:t>
      </w:r>
    </w:p>
    <w:p w:rsidR="007B2329" w:rsidRDefault="007B2329" w:rsidP="007B2329">
      <w:r>
        <w:t>385.7025</w:t>
      </w:r>
      <w:r>
        <w:tab/>
        <w:t>2.025e0</w:t>
      </w:r>
    </w:p>
    <w:p w:rsidR="007B2329" w:rsidRDefault="007B2329" w:rsidP="007B2329">
      <w:r>
        <w:t>385.7090</w:t>
      </w:r>
      <w:r>
        <w:tab/>
        <w:t>2.025e0</w:t>
      </w:r>
    </w:p>
    <w:p w:rsidR="007B2329" w:rsidRDefault="007B2329" w:rsidP="007B2329">
      <w:r>
        <w:lastRenderedPageBreak/>
        <w:t>385.7337</w:t>
      </w:r>
      <w:r>
        <w:tab/>
        <w:t>3.038e0</w:t>
      </w:r>
    </w:p>
    <w:p w:rsidR="007B2329" w:rsidRDefault="007B2329" w:rsidP="007B2329">
      <w:r>
        <w:t>385.7360</w:t>
      </w:r>
      <w:r>
        <w:tab/>
        <w:t>1.013e0</w:t>
      </w:r>
    </w:p>
    <w:p w:rsidR="007B2329" w:rsidRDefault="007B2329" w:rsidP="007B2329">
      <w:r>
        <w:t>385.7422</w:t>
      </w:r>
      <w:r>
        <w:tab/>
        <w:t>1.013e0</w:t>
      </w:r>
    </w:p>
    <w:p w:rsidR="007B2329" w:rsidRDefault="007B2329" w:rsidP="007B2329">
      <w:r>
        <w:t>385.7508</w:t>
      </w:r>
      <w:r>
        <w:tab/>
        <w:t>2.025e0</w:t>
      </w:r>
    </w:p>
    <w:p w:rsidR="007B2329" w:rsidRDefault="007B2329" w:rsidP="007B2329">
      <w:r>
        <w:t>385.7696</w:t>
      </w:r>
      <w:r>
        <w:tab/>
        <w:t>8.101e0</w:t>
      </w:r>
    </w:p>
    <w:p w:rsidR="007B2329" w:rsidRDefault="007B2329" w:rsidP="007B2329">
      <w:r>
        <w:t>385.7732</w:t>
      </w:r>
      <w:r>
        <w:tab/>
        <w:t>3.038e0</w:t>
      </w:r>
    </w:p>
    <w:p w:rsidR="007B2329" w:rsidRDefault="007B2329" w:rsidP="007B2329">
      <w:r>
        <w:t>385.7815</w:t>
      </w:r>
      <w:r>
        <w:tab/>
        <w:t>1.025e0</w:t>
      </w:r>
    </w:p>
    <w:p w:rsidR="007B2329" w:rsidRDefault="007B2329" w:rsidP="007B2329">
      <w:r>
        <w:t>385.7882</w:t>
      </w:r>
      <w:r>
        <w:tab/>
        <w:t>3.038e0</w:t>
      </w:r>
    </w:p>
    <w:p w:rsidR="007B2329" w:rsidRDefault="007B2329" w:rsidP="007B2329">
      <w:r>
        <w:t>385.7943</w:t>
      </w:r>
      <w:r>
        <w:tab/>
        <w:t>9.114e0</w:t>
      </w:r>
    </w:p>
    <w:p w:rsidR="007B2329" w:rsidRDefault="007B2329" w:rsidP="007B2329">
      <w:r>
        <w:t>385.8170</w:t>
      </w:r>
      <w:r>
        <w:tab/>
        <w:t>1.013e0</w:t>
      </w:r>
    </w:p>
    <w:p w:rsidR="007B2329" w:rsidRDefault="007B2329" w:rsidP="007B2329">
      <w:r>
        <w:t>385.8190</w:t>
      </w:r>
      <w:r>
        <w:tab/>
        <w:t>3.038e0</w:t>
      </w:r>
    </w:p>
    <w:p w:rsidR="007B2329" w:rsidRDefault="007B2329" w:rsidP="007B2329">
      <w:r>
        <w:t>385.8312</w:t>
      </w:r>
      <w:r>
        <w:tab/>
        <w:t>1.013e0</w:t>
      </w:r>
    </w:p>
    <w:p w:rsidR="007B2329" w:rsidRDefault="007B2329" w:rsidP="007B2329">
      <w:r>
        <w:t>385.8573</w:t>
      </w:r>
      <w:r>
        <w:tab/>
        <w:t>8.727e0</w:t>
      </w:r>
    </w:p>
    <w:p w:rsidR="007B2329" w:rsidRDefault="007B2329" w:rsidP="007B2329">
      <w:r>
        <w:t>385.8656</w:t>
      </w:r>
      <w:r>
        <w:tab/>
        <w:t>2.025e0</w:t>
      </w:r>
    </w:p>
    <w:p w:rsidR="007B2329" w:rsidRDefault="007B2329" w:rsidP="007B2329">
      <w:r>
        <w:t>385.8831</w:t>
      </w:r>
      <w:r>
        <w:tab/>
        <w:t>1.404e1</w:t>
      </w:r>
    </w:p>
    <w:p w:rsidR="007B2329" w:rsidRDefault="007B2329" w:rsidP="007B2329">
      <w:r>
        <w:t>385.8843</w:t>
      </w:r>
      <w:r>
        <w:tab/>
        <w:t>2.025e0</w:t>
      </w:r>
    </w:p>
    <w:p w:rsidR="007B2329" w:rsidRDefault="007B2329" w:rsidP="007B2329">
      <w:r>
        <w:t>385.8929</w:t>
      </w:r>
      <w:r>
        <w:tab/>
        <w:t>1.013e0</w:t>
      </w:r>
    </w:p>
    <w:p w:rsidR="007B2329" w:rsidRDefault="007B2329" w:rsidP="007B2329">
      <w:r>
        <w:t>385.8996</w:t>
      </w:r>
      <w:r>
        <w:tab/>
        <w:t>1.013e0</w:t>
      </w:r>
    </w:p>
    <w:p w:rsidR="007B2329" w:rsidRDefault="007B2329" w:rsidP="007B2329">
      <w:r>
        <w:t>385.9040</w:t>
      </w:r>
      <w:r>
        <w:tab/>
        <w:t>6.565e0</w:t>
      </w:r>
    </w:p>
    <w:p w:rsidR="007B2329" w:rsidRDefault="007B2329" w:rsidP="007B2329">
      <w:r>
        <w:lastRenderedPageBreak/>
        <w:t>385.9236</w:t>
      </w:r>
      <w:r>
        <w:tab/>
        <w:t>6.076e0</w:t>
      </w:r>
    </w:p>
    <w:p w:rsidR="007B2329" w:rsidRDefault="007B2329" w:rsidP="007B2329">
      <w:r>
        <w:t>385.9283</w:t>
      </w:r>
      <w:r>
        <w:tab/>
        <w:t>2.025e0</w:t>
      </w:r>
    </w:p>
    <w:p w:rsidR="007B2329" w:rsidRDefault="007B2329" w:rsidP="007B2329">
      <w:r>
        <w:t>385.9305</w:t>
      </w:r>
      <w:r>
        <w:tab/>
        <w:t>1.013e0</w:t>
      </w:r>
    </w:p>
    <w:p w:rsidR="007B2329" w:rsidRDefault="007B2329" w:rsidP="007B2329">
      <w:r>
        <w:t>385.9468</w:t>
      </w:r>
      <w:r>
        <w:tab/>
        <w:t>2.025e0</w:t>
      </w:r>
    </w:p>
    <w:p w:rsidR="007B2329" w:rsidRDefault="007B2329" w:rsidP="007B2329">
      <w:r>
        <w:t>385.9538</w:t>
      </w:r>
      <w:r>
        <w:tab/>
        <w:t>3.038e0</w:t>
      </w:r>
    </w:p>
    <w:p w:rsidR="007B2329" w:rsidRDefault="007B2329" w:rsidP="007B2329">
      <w:r>
        <w:t>385.9751</w:t>
      </w:r>
      <w:r>
        <w:tab/>
        <w:t>5.063e0</w:t>
      </w:r>
    </w:p>
    <w:p w:rsidR="007B2329" w:rsidRDefault="007B2329" w:rsidP="007B2329">
      <w:r>
        <w:t>385.9817</w:t>
      </w:r>
      <w:r>
        <w:tab/>
        <w:t>1.013e0</w:t>
      </w:r>
    </w:p>
    <w:p w:rsidR="007B2329" w:rsidRDefault="007B2329" w:rsidP="007B2329">
      <w:r>
        <w:t>385.9957</w:t>
      </w:r>
      <w:r>
        <w:tab/>
        <w:t>4.051e0</w:t>
      </w:r>
    </w:p>
    <w:p w:rsidR="007B2329" w:rsidRDefault="007B2329" w:rsidP="007B2329">
      <w:r>
        <w:t>386.0176</w:t>
      </w:r>
      <w:r>
        <w:tab/>
        <w:t>3.038e0</w:t>
      </w:r>
    </w:p>
    <w:p w:rsidR="007B2329" w:rsidRDefault="007B2329" w:rsidP="007B2329">
      <w:r>
        <w:t>386.0262</w:t>
      </w:r>
      <w:r>
        <w:tab/>
        <w:t>6.076e0</w:t>
      </w:r>
    </w:p>
    <w:p w:rsidR="007B2329" w:rsidRDefault="007B2329" w:rsidP="007B2329">
      <w:r>
        <w:t>386.0316</w:t>
      </w:r>
      <w:r>
        <w:tab/>
        <w:t>1.025e0</w:t>
      </w:r>
    </w:p>
    <w:p w:rsidR="007B2329" w:rsidRDefault="007B2329" w:rsidP="007B2329">
      <w:r>
        <w:t>386.0346</w:t>
      </w:r>
      <w:r>
        <w:tab/>
        <w:t>4.051e0</w:t>
      </w:r>
    </w:p>
    <w:p w:rsidR="007B2329" w:rsidRDefault="007B2329" w:rsidP="007B2329">
      <w:r>
        <w:t>386.0402</w:t>
      </w:r>
      <w:r>
        <w:tab/>
        <w:t>1.013e0</w:t>
      </w:r>
    </w:p>
    <w:p w:rsidR="007B2329" w:rsidRDefault="007B2329" w:rsidP="007B2329">
      <w:r>
        <w:t>386.0414</w:t>
      </w:r>
      <w:r>
        <w:tab/>
        <w:t>8.101e0</w:t>
      </w:r>
    </w:p>
    <w:p w:rsidR="007B2329" w:rsidRDefault="007B2329" w:rsidP="007B2329">
      <w:r>
        <w:t>386.0472</w:t>
      </w:r>
      <w:r>
        <w:tab/>
        <w:t>3.038e0</w:t>
      </w:r>
    </w:p>
    <w:p w:rsidR="007B2329" w:rsidRDefault="007B2329" w:rsidP="007B2329">
      <w:r>
        <w:t>386.0528</w:t>
      </w:r>
      <w:r>
        <w:tab/>
        <w:t>2.025e0</w:t>
      </w:r>
    </w:p>
    <w:p w:rsidR="007B2329" w:rsidRDefault="007B2329" w:rsidP="007B2329">
      <w:r>
        <w:t>386.0783</w:t>
      </w:r>
      <w:r>
        <w:tab/>
        <w:t>1.038e0</w:t>
      </w:r>
    </w:p>
    <w:p w:rsidR="007B2329" w:rsidRDefault="007B2329" w:rsidP="007B2329">
      <w:r>
        <w:t>386.0832</w:t>
      </w:r>
      <w:r>
        <w:tab/>
        <w:t>3.038e0</w:t>
      </w:r>
    </w:p>
    <w:p w:rsidR="007B2329" w:rsidRDefault="007B2329" w:rsidP="007B2329">
      <w:r>
        <w:t>386.0912</w:t>
      </w:r>
      <w:r>
        <w:tab/>
        <w:t>3.038e0</w:t>
      </w:r>
    </w:p>
    <w:p w:rsidR="007B2329" w:rsidRDefault="007B2329" w:rsidP="007B2329">
      <w:r>
        <w:lastRenderedPageBreak/>
        <w:t>386.1042</w:t>
      </w:r>
      <w:r>
        <w:tab/>
        <w:t>3.038e0</w:t>
      </w:r>
    </w:p>
    <w:p w:rsidR="007B2329" w:rsidRDefault="007B2329" w:rsidP="007B2329">
      <w:r>
        <w:t>386.1061</w:t>
      </w:r>
      <w:r>
        <w:tab/>
        <w:t>1.114e1</w:t>
      </w:r>
    </w:p>
    <w:p w:rsidR="007B2329" w:rsidRDefault="007B2329" w:rsidP="007B2329">
      <w:r>
        <w:t>386.1159</w:t>
      </w:r>
      <w:r>
        <w:tab/>
        <w:t>2.025e0</w:t>
      </w:r>
    </w:p>
    <w:p w:rsidR="007B2329" w:rsidRDefault="007B2329" w:rsidP="007B2329">
      <w:r>
        <w:t>386.1303</w:t>
      </w:r>
      <w:r>
        <w:tab/>
        <w:t>3.038e0</w:t>
      </w:r>
    </w:p>
    <w:p w:rsidR="007B2329" w:rsidRDefault="007B2329" w:rsidP="007B2329">
      <w:r>
        <w:t>386.1326</w:t>
      </w:r>
      <w:r>
        <w:tab/>
        <w:t>7.681e0</w:t>
      </w:r>
    </w:p>
    <w:p w:rsidR="007B2329" w:rsidRDefault="007B2329" w:rsidP="007B2329">
      <w:r>
        <w:t>386.1360</w:t>
      </w:r>
      <w:r>
        <w:tab/>
        <w:t>2.025e0</w:t>
      </w:r>
    </w:p>
    <w:p w:rsidR="007B2329" w:rsidRDefault="007B2329" w:rsidP="007B2329">
      <w:r>
        <w:t>386.1408</w:t>
      </w:r>
      <w:r>
        <w:tab/>
        <w:t>3.038e0</w:t>
      </w:r>
    </w:p>
    <w:p w:rsidR="007B2329" w:rsidRDefault="007B2329" w:rsidP="007B2329">
      <w:r>
        <w:t>386.1490</w:t>
      </w:r>
      <w:r>
        <w:tab/>
        <w:t>2.038e0</w:t>
      </w:r>
    </w:p>
    <w:p w:rsidR="007B2329" w:rsidRDefault="007B2329" w:rsidP="007B2329">
      <w:r>
        <w:t>386.1652</w:t>
      </w:r>
      <w:r>
        <w:tab/>
        <w:t>4.565e0</w:t>
      </w:r>
    </w:p>
    <w:p w:rsidR="007B2329" w:rsidRDefault="007B2329" w:rsidP="007B2329">
      <w:r>
        <w:t>386.1711</w:t>
      </w:r>
      <w:r>
        <w:tab/>
        <w:t>1.013e0</w:t>
      </w:r>
    </w:p>
    <w:p w:rsidR="007B2329" w:rsidRDefault="007B2329" w:rsidP="007B2329">
      <w:r>
        <w:t>386.2438</w:t>
      </w:r>
      <w:r>
        <w:tab/>
        <w:t>7.165e0</w:t>
      </w:r>
    </w:p>
    <w:p w:rsidR="007B2329" w:rsidRDefault="007B2329" w:rsidP="007B2329">
      <w:r>
        <w:t>386.2484</w:t>
      </w:r>
      <w:r>
        <w:tab/>
        <w:t>2.341e1</w:t>
      </w:r>
    </w:p>
    <w:p w:rsidR="007B2329" w:rsidRDefault="007B2329" w:rsidP="007B2329">
      <w:r>
        <w:t>386.2530</w:t>
      </w:r>
      <w:r>
        <w:tab/>
        <w:t>5.884e2</w:t>
      </w:r>
    </w:p>
    <w:p w:rsidR="007B2329" w:rsidRDefault="007B2329" w:rsidP="007B2329">
      <w:r>
        <w:t>386.2547</w:t>
      </w:r>
      <w:r>
        <w:tab/>
        <w:t>2.992e2</w:t>
      </w:r>
    </w:p>
    <w:p w:rsidR="007B2329" w:rsidRDefault="007B2329" w:rsidP="007B2329">
      <w:r>
        <w:t>386.2560</w:t>
      </w:r>
      <w:r>
        <w:tab/>
        <w:t>7.720e1</w:t>
      </w:r>
    </w:p>
    <w:p w:rsidR="007B2329" w:rsidRDefault="007B2329" w:rsidP="007B2329">
      <w:r>
        <w:t>386.3297</w:t>
      </w:r>
      <w:r>
        <w:tab/>
        <w:t>2.025e0</w:t>
      </w:r>
    </w:p>
    <w:p w:rsidR="007B2329" w:rsidRDefault="007B2329" w:rsidP="007B2329">
      <w:r>
        <w:t>386.3316</w:t>
      </w:r>
      <w:r>
        <w:tab/>
        <w:t>2.026e0</w:t>
      </w:r>
    </w:p>
    <w:p w:rsidR="007B2329" w:rsidRDefault="007B2329" w:rsidP="007B2329">
      <w:r>
        <w:t>386.3397</w:t>
      </w:r>
      <w:r>
        <w:tab/>
        <w:t>2.025e0</w:t>
      </w:r>
    </w:p>
    <w:p w:rsidR="007B2329" w:rsidRDefault="007B2329" w:rsidP="007B2329">
      <w:r>
        <w:t>386.3446</w:t>
      </w:r>
      <w:r>
        <w:tab/>
        <w:t>1.104e0</w:t>
      </w:r>
    </w:p>
    <w:p w:rsidR="007B2329" w:rsidRDefault="007B2329" w:rsidP="007B2329">
      <w:r>
        <w:lastRenderedPageBreak/>
        <w:t>386.3485</w:t>
      </w:r>
      <w:r>
        <w:tab/>
        <w:t>4.051e0</w:t>
      </w:r>
    </w:p>
    <w:p w:rsidR="007B2329" w:rsidRDefault="007B2329" w:rsidP="007B2329">
      <w:r>
        <w:t>386.3553</w:t>
      </w:r>
      <w:r>
        <w:tab/>
        <w:t>4.773e0</w:t>
      </w:r>
    </w:p>
    <w:p w:rsidR="007B2329" w:rsidRDefault="007B2329" w:rsidP="007B2329">
      <w:r>
        <w:t>386.3908</w:t>
      </w:r>
      <w:r>
        <w:tab/>
        <w:t>1.013e0</w:t>
      </w:r>
    </w:p>
    <w:p w:rsidR="007B2329" w:rsidRDefault="007B2329" w:rsidP="007B2329">
      <w:r>
        <w:t>386.3957</w:t>
      </w:r>
      <w:r>
        <w:tab/>
        <w:t>3.038e0</w:t>
      </w:r>
    </w:p>
    <w:p w:rsidR="007B2329" w:rsidRDefault="007B2329" w:rsidP="007B2329">
      <w:r>
        <w:t>386.4019</w:t>
      </w:r>
      <w:r>
        <w:tab/>
        <w:t>8.626e0</w:t>
      </w:r>
    </w:p>
    <w:p w:rsidR="007B2329" w:rsidRDefault="007B2329" w:rsidP="007B2329">
      <w:r>
        <w:t>386.4064</w:t>
      </w:r>
      <w:r>
        <w:tab/>
        <w:t>3.038e0</w:t>
      </w:r>
    </w:p>
    <w:p w:rsidR="007B2329" w:rsidRDefault="007B2329" w:rsidP="007B2329">
      <w:r>
        <w:t>386.4136</w:t>
      </w:r>
      <w:r>
        <w:tab/>
        <w:t>2.025e0</w:t>
      </w:r>
    </w:p>
    <w:p w:rsidR="007B2329" w:rsidRDefault="007B2329" w:rsidP="007B2329">
      <w:r>
        <w:t>386.4158</w:t>
      </w:r>
      <w:r>
        <w:tab/>
        <w:t>1.013e0</w:t>
      </w:r>
    </w:p>
    <w:p w:rsidR="007B2329" w:rsidRDefault="007B2329" w:rsidP="007B2329">
      <w:r>
        <w:t>386.4229</w:t>
      </w:r>
      <w:r>
        <w:tab/>
        <w:t>4.051e0</w:t>
      </w:r>
    </w:p>
    <w:p w:rsidR="007B2329" w:rsidRDefault="007B2329" w:rsidP="007B2329">
      <w:r>
        <w:t>386.4264</w:t>
      </w:r>
      <w:r>
        <w:tab/>
        <w:t>2.025e0</w:t>
      </w:r>
    </w:p>
    <w:p w:rsidR="007B2329" w:rsidRDefault="007B2329" w:rsidP="007B2329">
      <w:r>
        <w:t>386.4417</w:t>
      </w:r>
      <w:r>
        <w:tab/>
        <w:t>4.051e0</w:t>
      </w:r>
    </w:p>
    <w:p w:rsidR="007B2329" w:rsidRDefault="007B2329" w:rsidP="007B2329">
      <w:r>
        <w:t>386.4474</w:t>
      </w:r>
      <w:r>
        <w:tab/>
        <w:t>1.013e0</w:t>
      </w:r>
    </w:p>
    <w:p w:rsidR="007B2329" w:rsidRDefault="007B2329" w:rsidP="007B2329">
      <w:r>
        <w:t>386.4498</w:t>
      </w:r>
      <w:r>
        <w:tab/>
        <w:t>3.115e0</w:t>
      </w:r>
    </w:p>
    <w:p w:rsidR="007B2329" w:rsidRDefault="007B2329" w:rsidP="007B2329">
      <w:r>
        <w:t>386.4731</w:t>
      </w:r>
      <w:r>
        <w:tab/>
        <w:t>3.038e0</w:t>
      </w:r>
    </w:p>
    <w:p w:rsidR="007B2329" w:rsidRDefault="007B2329" w:rsidP="007B2329">
      <w:r>
        <w:t>386.4786</w:t>
      </w:r>
      <w:r>
        <w:tab/>
        <w:t>4.605e0</w:t>
      </w:r>
    </w:p>
    <w:p w:rsidR="007B2329" w:rsidRDefault="007B2329" w:rsidP="007B2329">
      <w:r>
        <w:t>386.4840</w:t>
      </w:r>
      <w:r>
        <w:tab/>
        <w:t>3.276e0</w:t>
      </w:r>
    </w:p>
    <w:p w:rsidR="007B2329" w:rsidRDefault="007B2329" w:rsidP="007B2329">
      <w:r>
        <w:t>386.5011</w:t>
      </w:r>
      <w:r>
        <w:tab/>
        <w:t>3.038e0</w:t>
      </w:r>
    </w:p>
    <w:p w:rsidR="007B2329" w:rsidRDefault="007B2329" w:rsidP="007B2329">
      <w:r>
        <w:t>386.5051</w:t>
      </w:r>
      <w:r>
        <w:tab/>
        <w:t>8.101e0</w:t>
      </w:r>
    </w:p>
    <w:p w:rsidR="007B2329" w:rsidRDefault="007B2329" w:rsidP="007B2329">
      <w:r>
        <w:t>386.5183</w:t>
      </w:r>
      <w:r>
        <w:tab/>
        <w:t>1.025e0</w:t>
      </w:r>
    </w:p>
    <w:p w:rsidR="007B2329" w:rsidRDefault="007B2329" w:rsidP="007B2329">
      <w:r>
        <w:lastRenderedPageBreak/>
        <w:t>386.5219</w:t>
      </w:r>
      <w:r>
        <w:tab/>
        <w:t>1.013e0</w:t>
      </w:r>
    </w:p>
    <w:p w:rsidR="007B2329" w:rsidRDefault="007B2329" w:rsidP="007B2329">
      <w:r>
        <w:t>386.5297</w:t>
      </w:r>
      <w:r>
        <w:tab/>
        <w:t>1.013e0</w:t>
      </w:r>
    </w:p>
    <w:p w:rsidR="007B2329" w:rsidRDefault="007B2329" w:rsidP="007B2329">
      <w:r>
        <w:t>386.5447</w:t>
      </w:r>
      <w:r>
        <w:tab/>
        <w:t>4.051e0</w:t>
      </w:r>
    </w:p>
    <w:p w:rsidR="007B2329" w:rsidRDefault="007B2329" w:rsidP="007B2329">
      <w:r>
        <w:t>386.5491</w:t>
      </w:r>
      <w:r>
        <w:tab/>
        <w:t>4.486e0</w:t>
      </w:r>
    </w:p>
    <w:p w:rsidR="007B2329" w:rsidRDefault="007B2329" w:rsidP="007B2329">
      <w:r>
        <w:t>386.5574</w:t>
      </w:r>
      <w:r>
        <w:tab/>
        <w:t>4.051e0</w:t>
      </w:r>
    </w:p>
    <w:p w:rsidR="007B2329" w:rsidRDefault="007B2329" w:rsidP="007B2329">
      <w:r>
        <w:t>386.5624</w:t>
      </w:r>
      <w:r>
        <w:tab/>
        <w:t>3.038e0</w:t>
      </w:r>
    </w:p>
    <w:p w:rsidR="007B2329" w:rsidRDefault="007B2329" w:rsidP="007B2329">
      <w:r>
        <w:t>386.5891</w:t>
      </w:r>
      <w:r>
        <w:tab/>
        <w:t>1.013e0</w:t>
      </w:r>
    </w:p>
    <w:p w:rsidR="007B2329" w:rsidRDefault="007B2329" w:rsidP="007B2329">
      <w:r>
        <w:t>386.5921</w:t>
      </w:r>
      <w:r>
        <w:tab/>
        <w:t>5.063e0</w:t>
      </w:r>
    </w:p>
    <w:p w:rsidR="007B2329" w:rsidRDefault="007B2329" w:rsidP="007B2329">
      <w:r>
        <w:t>386.6059</w:t>
      </w:r>
      <w:r>
        <w:tab/>
        <w:t>3.289e0</w:t>
      </w:r>
    </w:p>
    <w:p w:rsidR="007B2329" w:rsidRDefault="007B2329" w:rsidP="007B2329">
      <w:r>
        <w:t>386.6264</w:t>
      </w:r>
      <w:r>
        <w:tab/>
        <w:t>2.025e0</w:t>
      </w:r>
    </w:p>
    <w:p w:rsidR="007B2329" w:rsidRDefault="007B2329" w:rsidP="007B2329">
      <w:r>
        <w:t>386.6288</w:t>
      </w:r>
      <w:r>
        <w:tab/>
        <w:t>3.038e0</w:t>
      </w:r>
    </w:p>
    <w:p w:rsidR="007B2329" w:rsidRDefault="007B2329" w:rsidP="007B2329">
      <w:r>
        <w:t>386.6356</w:t>
      </w:r>
      <w:r>
        <w:tab/>
        <w:t>4.051e0</w:t>
      </w:r>
    </w:p>
    <w:p w:rsidR="007B2329" w:rsidRDefault="007B2329" w:rsidP="007B2329">
      <w:r>
        <w:t>386.6453</w:t>
      </w:r>
      <w:r>
        <w:tab/>
        <w:t>3.038e0</w:t>
      </w:r>
    </w:p>
    <w:p w:rsidR="007B2329" w:rsidRDefault="007B2329" w:rsidP="007B2329">
      <w:r>
        <w:t>386.6737</w:t>
      </w:r>
      <w:r>
        <w:tab/>
        <w:t>1.013e0</w:t>
      </w:r>
    </w:p>
    <w:p w:rsidR="007B2329" w:rsidRDefault="007B2329" w:rsidP="007B2329">
      <w:r>
        <w:t>386.6779</w:t>
      </w:r>
      <w:r>
        <w:tab/>
        <w:t>1.013e0</w:t>
      </w:r>
    </w:p>
    <w:p w:rsidR="007B2329" w:rsidRDefault="007B2329" w:rsidP="007B2329">
      <w:r>
        <w:t>386.6816</w:t>
      </w:r>
      <w:r>
        <w:tab/>
        <w:t>1.013e0</w:t>
      </w:r>
    </w:p>
    <w:p w:rsidR="007B2329" w:rsidRDefault="007B2329" w:rsidP="007B2329">
      <w:r>
        <w:t>386.6868</w:t>
      </w:r>
      <w:r>
        <w:tab/>
        <w:t>2.025e0</w:t>
      </w:r>
    </w:p>
    <w:p w:rsidR="007B2329" w:rsidRDefault="007B2329" w:rsidP="007B2329">
      <w:r>
        <w:t>386.6882</w:t>
      </w:r>
      <w:r>
        <w:tab/>
        <w:t>4.051e0</w:t>
      </w:r>
    </w:p>
    <w:p w:rsidR="007B2329" w:rsidRDefault="007B2329" w:rsidP="007B2329">
      <w:r>
        <w:t>386.7052</w:t>
      </w:r>
      <w:r>
        <w:tab/>
        <w:t>7.015e0</w:t>
      </w:r>
    </w:p>
    <w:p w:rsidR="007B2329" w:rsidRDefault="007B2329" w:rsidP="007B2329">
      <w:r>
        <w:lastRenderedPageBreak/>
        <w:t>386.7202</w:t>
      </w:r>
      <w:r>
        <w:tab/>
        <w:t>1.013e0</w:t>
      </w:r>
    </w:p>
    <w:p w:rsidR="007B2329" w:rsidRDefault="007B2329" w:rsidP="007B2329">
      <w:r>
        <w:t>386.7224</w:t>
      </w:r>
      <w:r>
        <w:tab/>
        <w:t>3.038e0</w:t>
      </w:r>
    </w:p>
    <w:p w:rsidR="007B2329" w:rsidRDefault="007B2329" w:rsidP="007B2329">
      <w:r>
        <w:t>386.7428</w:t>
      </w:r>
      <w:r>
        <w:tab/>
        <w:t>4.051e0</w:t>
      </w:r>
    </w:p>
    <w:p w:rsidR="007B2329" w:rsidRDefault="007B2329" w:rsidP="007B2329">
      <w:r>
        <w:t>386.7477</w:t>
      </w:r>
      <w:r>
        <w:tab/>
        <w:t>2.025e0</w:t>
      </w:r>
    </w:p>
    <w:p w:rsidR="007B2329" w:rsidRDefault="007B2329" w:rsidP="007B2329">
      <w:r>
        <w:t>386.7628</w:t>
      </w:r>
      <w:r>
        <w:tab/>
        <w:t>1.013e0</w:t>
      </w:r>
    </w:p>
    <w:p w:rsidR="007B2329" w:rsidRDefault="007B2329" w:rsidP="007B2329">
      <w:r>
        <w:t>386.7701</w:t>
      </w:r>
      <w:r>
        <w:tab/>
        <w:t>1.013e0</w:t>
      </w:r>
    </w:p>
    <w:p w:rsidR="007B2329" w:rsidRDefault="007B2329" w:rsidP="007B2329">
      <w:r>
        <w:t>386.7894</w:t>
      </w:r>
      <w:r>
        <w:tab/>
        <w:t>7.924e0</w:t>
      </w:r>
    </w:p>
    <w:p w:rsidR="007B2329" w:rsidRDefault="007B2329" w:rsidP="007B2329">
      <w:r>
        <w:t>386.7929</w:t>
      </w:r>
      <w:r>
        <w:tab/>
        <w:t>4.051e0</w:t>
      </w:r>
    </w:p>
    <w:p w:rsidR="007B2329" w:rsidRDefault="007B2329" w:rsidP="007B2329">
      <w:r>
        <w:t>386.7950</w:t>
      </w:r>
      <w:r>
        <w:tab/>
        <w:t>2.025e0</w:t>
      </w:r>
    </w:p>
    <w:p w:rsidR="007B2329" w:rsidRDefault="007B2329" w:rsidP="007B2329">
      <w:r>
        <w:t>386.8087</w:t>
      </w:r>
      <w:r>
        <w:tab/>
        <w:t>3.038e0</w:t>
      </w:r>
    </w:p>
    <w:p w:rsidR="007B2329" w:rsidRDefault="007B2329" w:rsidP="007B2329">
      <w:r>
        <w:t>386.8177</w:t>
      </w:r>
      <w:r>
        <w:tab/>
        <w:t>1.013e0</w:t>
      </w:r>
    </w:p>
    <w:p w:rsidR="007B2329" w:rsidRDefault="007B2329" w:rsidP="007B2329">
      <w:r>
        <w:t>386.8285</w:t>
      </w:r>
      <w:r>
        <w:tab/>
        <w:t>2.025e0</w:t>
      </w:r>
    </w:p>
    <w:p w:rsidR="007B2329" w:rsidRDefault="007B2329" w:rsidP="007B2329">
      <w:r>
        <w:t>386.8317</w:t>
      </w:r>
      <w:r>
        <w:tab/>
        <w:t>1.249e0</w:t>
      </w:r>
    </w:p>
    <w:p w:rsidR="007B2329" w:rsidRDefault="007B2329" w:rsidP="007B2329">
      <w:r>
        <w:t>386.8340</w:t>
      </w:r>
      <w:r>
        <w:tab/>
        <w:t>1.013e0</w:t>
      </w:r>
    </w:p>
    <w:p w:rsidR="007B2329" w:rsidRDefault="007B2329" w:rsidP="007B2329">
      <w:r>
        <w:t>386.8380</w:t>
      </w:r>
      <w:r>
        <w:tab/>
        <w:t>5.063e0</w:t>
      </w:r>
    </w:p>
    <w:p w:rsidR="007B2329" w:rsidRDefault="007B2329" w:rsidP="007B2329">
      <w:r>
        <w:t>386.8552</w:t>
      </w:r>
      <w:r>
        <w:tab/>
        <w:t>3.038e0</w:t>
      </w:r>
    </w:p>
    <w:p w:rsidR="007B2329" w:rsidRDefault="007B2329" w:rsidP="007B2329">
      <w:r>
        <w:t>386.8717</w:t>
      </w:r>
      <w:r>
        <w:tab/>
        <w:t>4.051e0</w:t>
      </w:r>
    </w:p>
    <w:p w:rsidR="007B2329" w:rsidRDefault="007B2329" w:rsidP="007B2329">
      <w:r>
        <w:t>386.8762</w:t>
      </w:r>
      <w:r>
        <w:tab/>
        <w:t>2.025e0</w:t>
      </w:r>
    </w:p>
    <w:p w:rsidR="007B2329" w:rsidRDefault="007B2329" w:rsidP="007B2329">
      <w:r>
        <w:t>386.8846</w:t>
      </w:r>
      <w:r>
        <w:tab/>
        <w:t>3.038e0</w:t>
      </w:r>
    </w:p>
    <w:p w:rsidR="007B2329" w:rsidRDefault="007B2329" w:rsidP="007B2329">
      <w:r>
        <w:lastRenderedPageBreak/>
        <w:t>386.8864</w:t>
      </w:r>
      <w:r>
        <w:tab/>
        <w:t>7.089e0</w:t>
      </w:r>
    </w:p>
    <w:p w:rsidR="007B2329" w:rsidRDefault="007B2329" w:rsidP="007B2329">
      <w:r>
        <w:t>386.9097</w:t>
      </w:r>
      <w:r>
        <w:tab/>
        <w:t>3.347e0</w:t>
      </w:r>
    </w:p>
    <w:p w:rsidR="007B2329" w:rsidRDefault="007B2329" w:rsidP="007B2329">
      <w:r>
        <w:t>386.9169</w:t>
      </w:r>
      <w:r>
        <w:tab/>
        <w:t>3.038e0</w:t>
      </w:r>
    </w:p>
    <w:p w:rsidR="007B2329" w:rsidRDefault="007B2329" w:rsidP="007B2329">
      <w:r>
        <w:t>386.9309</w:t>
      </w:r>
      <w:r>
        <w:tab/>
        <w:t>2.025e0</w:t>
      </w:r>
    </w:p>
    <w:p w:rsidR="007B2329" w:rsidRDefault="007B2329" w:rsidP="007B2329">
      <w:r>
        <w:t>386.9383</w:t>
      </w:r>
      <w:r>
        <w:tab/>
        <w:t>4.051e0</w:t>
      </w:r>
    </w:p>
    <w:p w:rsidR="007B2329" w:rsidRDefault="007B2329" w:rsidP="007B2329">
      <w:r>
        <w:t>386.9414</w:t>
      </w:r>
      <w:r>
        <w:tab/>
        <w:t>2.025e0</w:t>
      </w:r>
    </w:p>
    <w:p w:rsidR="007B2329" w:rsidRDefault="007B2329" w:rsidP="007B2329">
      <w:r>
        <w:t>386.9573</w:t>
      </w:r>
      <w:r>
        <w:tab/>
        <w:t>3.038e0</w:t>
      </w:r>
    </w:p>
    <w:p w:rsidR="007B2329" w:rsidRDefault="007B2329" w:rsidP="007B2329">
      <w:r>
        <w:t>386.9648</w:t>
      </w:r>
      <w:r>
        <w:tab/>
        <w:t>1.013e0</w:t>
      </w:r>
    </w:p>
    <w:p w:rsidR="007B2329" w:rsidRDefault="007B2329" w:rsidP="007B2329">
      <w:r>
        <w:t>386.9789</w:t>
      </w:r>
      <w:r>
        <w:tab/>
        <w:t>2.025e0</w:t>
      </w:r>
    </w:p>
    <w:p w:rsidR="007B2329" w:rsidRDefault="007B2329" w:rsidP="007B2329">
      <w:r>
        <w:t>386.9965</w:t>
      </w:r>
      <w:r>
        <w:tab/>
        <w:t>2.025e0</w:t>
      </w:r>
    </w:p>
    <w:p w:rsidR="007B2329" w:rsidRDefault="007B2329" w:rsidP="007B2329">
      <w:r>
        <w:t>387.0144</w:t>
      </w:r>
      <w:r>
        <w:tab/>
        <w:t>2.025e0</w:t>
      </w:r>
    </w:p>
    <w:p w:rsidR="007B2329" w:rsidRDefault="007B2329" w:rsidP="007B2329">
      <w:r>
        <w:t>387.0322</w:t>
      </w:r>
      <w:r>
        <w:tab/>
        <w:t>1.013e0</w:t>
      </w:r>
    </w:p>
    <w:p w:rsidR="007B2329" w:rsidRDefault="007B2329" w:rsidP="007B2329">
      <w:r>
        <w:t>387.0373</w:t>
      </w:r>
      <w:r>
        <w:tab/>
        <w:t>3.038e0</w:t>
      </w:r>
    </w:p>
    <w:p w:rsidR="007B2329" w:rsidRDefault="007B2329" w:rsidP="007B2329">
      <w:r>
        <w:t>387.0496</w:t>
      </w:r>
      <w:r>
        <w:tab/>
        <w:t>2.025e0</w:t>
      </w:r>
    </w:p>
    <w:p w:rsidR="007B2329" w:rsidRDefault="007B2329" w:rsidP="007B2329">
      <w:r>
        <w:t>387.0704</w:t>
      </w:r>
      <w:r>
        <w:tab/>
        <w:t>3.038e0</w:t>
      </w:r>
    </w:p>
    <w:p w:rsidR="007B2329" w:rsidRDefault="007B2329" w:rsidP="007B2329">
      <w:r>
        <w:t>387.0815</w:t>
      </w:r>
      <w:r>
        <w:tab/>
        <w:t>2.025e0</w:t>
      </w:r>
    </w:p>
    <w:p w:rsidR="007B2329" w:rsidRDefault="007B2329" w:rsidP="007B2329">
      <w:r>
        <w:t>387.0922</w:t>
      </w:r>
      <w:r>
        <w:tab/>
        <w:t>1.013e0</w:t>
      </w:r>
    </w:p>
    <w:p w:rsidR="007B2329" w:rsidRDefault="007B2329" w:rsidP="007B2329">
      <w:r>
        <w:t>387.0995</w:t>
      </w:r>
      <w:r>
        <w:tab/>
        <w:t>1.013e0</w:t>
      </w:r>
    </w:p>
    <w:p w:rsidR="007B2329" w:rsidRDefault="007B2329" w:rsidP="007B2329">
      <w:r>
        <w:t>387.1013</w:t>
      </w:r>
      <w:r>
        <w:tab/>
        <w:t>3.051e0</w:t>
      </w:r>
    </w:p>
    <w:p w:rsidR="007B2329" w:rsidRDefault="007B2329" w:rsidP="007B2329">
      <w:r>
        <w:lastRenderedPageBreak/>
        <w:t>387.1042</w:t>
      </w:r>
      <w:r>
        <w:tab/>
        <w:t>3.038e0</w:t>
      </w:r>
    </w:p>
    <w:p w:rsidR="007B2329" w:rsidRDefault="007B2329" w:rsidP="007B2329">
      <w:r>
        <w:t>387.1285</w:t>
      </w:r>
      <w:r>
        <w:tab/>
        <w:t>2.038e0</w:t>
      </w:r>
    </w:p>
    <w:p w:rsidR="007B2329" w:rsidRDefault="007B2329" w:rsidP="007B2329">
      <w:r>
        <w:t>387.1382</w:t>
      </w:r>
      <w:r>
        <w:tab/>
        <w:t>1.013e0</w:t>
      </w:r>
    </w:p>
    <w:p w:rsidR="007B2329" w:rsidRDefault="007B2329" w:rsidP="007B2329">
      <w:r>
        <w:t>387.1396</w:t>
      </w:r>
      <w:r>
        <w:tab/>
        <w:t>3.038e0</w:t>
      </w:r>
    </w:p>
    <w:p w:rsidR="007B2329" w:rsidRDefault="007B2329" w:rsidP="007B2329">
      <w:r>
        <w:t>387.1422</w:t>
      </w:r>
      <w:r>
        <w:tab/>
        <w:t>1.013e0</w:t>
      </w:r>
    </w:p>
    <w:p w:rsidR="007B2329" w:rsidRDefault="007B2329" w:rsidP="007B2329">
      <w:r>
        <w:t>387.1490</w:t>
      </w:r>
      <w:r>
        <w:tab/>
        <w:t>2.741e0</w:t>
      </w:r>
    </w:p>
    <w:p w:rsidR="007B2329" w:rsidRDefault="007B2329" w:rsidP="007B2329">
      <w:r>
        <w:t>387.1617</w:t>
      </w:r>
      <w:r>
        <w:tab/>
        <w:t>2.065e0</w:t>
      </w:r>
    </w:p>
    <w:p w:rsidR="007B2329" w:rsidRDefault="007B2329" w:rsidP="007B2329">
      <w:r>
        <w:t>387.1658</w:t>
      </w:r>
      <w:r>
        <w:tab/>
        <w:t>3.084e0</w:t>
      </w:r>
    </w:p>
    <w:p w:rsidR="007B2329" w:rsidRDefault="007B2329" w:rsidP="007B2329">
      <w:r>
        <w:t>387.1965</w:t>
      </w:r>
      <w:r>
        <w:tab/>
        <w:t>4.643e0</w:t>
      </w:r>
    </w:p>
    <w:p w:rsidR="007B2329" w:rsidRDefault="007B2329" w:rsidP="007B2329">
      <w:r>
        <w:t>387.2617</w:t>
      </w:r>
      <w:r>
        <w:tab/>
        <w:t>2.433e2</w:t>
      </w:r>
    </w:p>
    <w:p w:rsidR="007B2329" w:rsidRDefault="007B2329" w:rsidP="007B2329">
      <w:r>
        <w:t>387.2649</w:t>
      </w:r>
      <w:r>
        <w:tab/>
        <w:t>5.008e2</w:t>
      </w:r>
    </w:p>
    <w:p w:rsidR="007B2329" w:rsidRDefault="007B2329" w:rsidP="007B2329">
      <w:r>
        <w:t>387.2708</w:t>
      </w:r>
      <w:r>
        <w:tab/>
        <w:t>4.552e1</w:t>
      </w:r>
    </w:p>
    <w:p w:rsidR="007B2329" w:rsidRDefault="007B2329" w:rsidP="007B2329">
      <w:r>
        <w:t>387.3421</w:t>
      </w:r>
      <w:r>
        <w:tab/>
        <w:t>4.734e0</w:t>
      </w:r>
    </w:p>
    <w:p w:rsidR="007B2329" w:rsidRDefault="007B2329" w:rsidP="007B2329">
      <w:r>
        <w:t>387.3510</w:t>
      </w:r>
      <w:r>
        <w:tab/>
        <w:t>2.025e0</w:t>
      </w:r>
    </w:p>
    <w:p w:rsidR="007B2329" w:rsidRDefault="007B2329" w:rsidP="007B2329">
      <w:r>
        <w:t>387.3713</w:t>
      </w:r>
      <w:r>
        <w:tab/>
        <w:t>5.063e0</w:t>
      </w:r>
    </w:p>
    <w:p w:rsidR="007B2329" w:rsidRDefault="007B2329" w:rsidP="007B2329">
      <w:r>
        <w:t>387.3791</w:t>
      </w:r>
      <w:r>
        <w:tab/>
        <w:t>1.013e0</w:t>
      </w:r>
    </w:p>
    <w:p w:rsidR="007B2329" w:rsidRDefault="007B2329" w:rsidP="007B2329">
      <w:r>
        <w:t>387.3809</w:t>
      </w:r>
      <w:r>
        <w:tab/>
        <w:t>2.025e0</w:t>
      </w:r>
    </w:p>
    <w:p w:rsidR="007B2329" w:rsidRDefault="007B2329" w:rsidP="007B2329">
      <w:r>
        <w:t>387.3845</w:t>
      </w:r>
      <w:r>
        <w:tab/>
        <w:t>3.038e0</w:t>
      </w:r>
    </w:p>
    <w:p w:rsidR="007B2329" w:rsidRDefault="007B2329" w:rsidP="007B2329">
      <w:r>
        <w:t>387.4003</w:t>
      </w:r>
      <w:r>
        <w:tab/>
        <w:t>1.013e0</w:t>
      </w:r>
    </w:p>
    <w:p w:rsidR="007B2329" w:rsidRDefault="007B2329" w:rsidP="007B2329">
      <w:r>
        <w:lastRenderedPageBreak/>
        <w:t>387.4152</w:t>
      </w:r>
      <w:r>
        <w:tab/>
        <w:t>4.051e0</w:t>
      </w:r>
    </w:p>
    <w:p w:rsidR="007B2329" w:rsidRDefault="007B2329" w:rsidP="007B2329">
      <w:r>
        <w:t>387.4377</w:t>
      </w:r>
      <w:r>
        <w:tab/>
        <w:t>2.025e0</w:t>
      </w:r>
    </w:p>
    <w:p w:rsidR="007B2329" w:rsidRDefault="007B2329" w:rsidP="007B2329">
      <w:r>
        <w:t>387.4413</w:t>
      </w:r>
      <w:r>
        <w:tab/>
        <w:t>3.038e0</w:t>
      </w:r>
    </w:p>
    <w:p w:rsidR="007B2329" w:rsidRDefault="007B2329" w:rsidP="007B2329">
      <w:r>
        <w:t>387.4432</w:t>
      </w:r>
      <w:r>
        <w:tab/>
        <w:t>4.051e0</w:t>
      </w:r>
    </w:p>
    <w:p w:rsidR="007B2329" w:rsidRDefault="007B2329" w:rsidP="007B2329">
      <w:r>
        <w:t>387.4459</w:t>
      </w:r>
      <w:r>
        <w:tab/>
        <w:t>5.063e0</w:t>
      </w:r>
    </w:p>
    <w:p w:rsidR="007B2329" w:rsidRDefault="007B2329" w:rsidP="007B2329">
      <w:r>
        <w:t>387.4570</w:t>
      </w:r>
      <w:r>
        <w:tab/>
        <w:t>2.025e0</w:t>
      </w:r>
    </w:p>
    <w:p w:rsidR="007B2329" w:rsidRDefault="007B2329" w:rsidP="007B2329">
      <w:r>
        <w:t>387.4589</w:t>
      </w:r>
      <w:r>
        <w:tab/>
        <w:t>5.063e0</w:t>
      </w:r>
    </w:p>
    <w:p w:rsidR="007B2329" w:rsidRDefault="007B2329" w:rsidP="007B2329">
      <w:r>
        <w:t>387.4967</w:t>
      </w:r>
      <w:r>
        <w:tab/>
        <w:t>3.038e0</w:t>
      </w:r>
    </w:p>
    <w:p w:rsidR="007B2329" w:rsidRDefault="007B2329" w:rsidP="007B2329">
      <w:r>
        <w:t>387.5044</w:t>
      </w:r>
      <w:r>
        <w:tab/>
        <w:t>3.038e0</w:t>
      </w:r>
    </w:p>
    <w:p w:rsidR="007B2329" w:rsidRDefault="007B2329" w:rsidP="007B2329">
      <w:r>
        <w:t>387.5083</w:t>
      </w:r>
      <w:r>
        <w:tab/>
        <w:t>2.025e0</w:t>
      </w:r>
    </w:p>
    <w:p w:rsidR="007B2329" w:rsidRDefault="007B2329" w:rsidP="007B2329">
      <w:r>
        <w:t>387.5142</w:t>
      </w:r>
      <w:r>
        <w:tab/>
        <w:t>3.038e0</w:t>
      </w:r>
    </w:p>
    <w:p w:rsidR="007B2329" w:rsidRDefault="007B2329" w:rsidP="007B2329">
      <w:r>
        <w:t>387.5174</w:t>
      </w:r>
      <w:r>
        <w:tab/>
        <w:t>5.063e0</w:t>
      </w:r>
    </w:p>
    <w:p w:rsidR="007B2329" w:rsidRDefault="007B2329" w:rsidP="007B2329">
      <w:r>
        <w:t>387.5186</w:t>
      </w:r>
      <w:r>
        <w:tab/>
        <w:t>2.025e0</w:t>
      </w:r>
    </w:p>
    <w:p w:rsidR="007B2329" w:rsidRDefault="007B2329" w:rsidP="007B2329">
      <w:r>
        <w:t>387.5218</w:t>
      </w:r>
      <w:r>
        <w:tab/>
        <w:t>2.025e0</w:t>
      </w:r>
    </w:p>
    <w:p w:rsidR="007B2329" w:rsidRDefault="007B2329" w:rsidP="007B2329">
      <w:r>
        <w:t>387.5538</w:t>
      </w:r>
      <w:r>
        <w:tab/>
        <w:t>2.038e0</w:t>
      </w:r>
    </w:p>
    <w:p w:rsidR="007B2329" w:rsidRDefault="007B2329" w:rsidP="007B2329">
      <w:r>
        <w:t>387.5585</w:t>
      </w:r>
      <w:r>
        <w:tab/>
        <w:t>4.051e0</w:t>
      </w:r>
    </w:p>
    <w:p w:rsidR="007B2329" w:rsidRDefault="007B2329" w:rsidP="007B2329">
      <w:r>
        <w:t>387.5669</w:t>
      </w:r>
      <w:r>
        <w:tab/>
        <w:t>2.025e0</w:t>
      </w:r>
    </w:p>
    <w:p w:rsidR="007B2329" w:rsidRDefault="007B2329" w:rsidP="007B2329">
      <w:r>
        <w:t>387.5765</w:t>
      </w:r>
      <w:r>
        <w:tab/>
        <w:t>2.025e0</w:t>
      </w:r>
    </w:p>
    <w:p w:rsidR="007B2329" w:rsidRDefault="007B2329" w:rsidP="007B2329">
      <w:r>
        <w:t>387.5947</w:t>
      </w:r>
      <w:r>
        <w:tab/>
        <w:t>3.038e0</w:t>
      </w:r>
    </w:p>
    <w:p w:rsidR="007B2329" w:rsidRDefault="007B2329" w:rsidP="007B2329">
      <w:r>
        <w:lastRenderedPageBreak/>
        <w:t>387.6127</w:t>
      </w:r>
      <w:r>
        <w:tab/>
        <w:t>3.038e0</w:t>
      </w:r>
    </w:p>
    <w:p w:rsidR="007B2329" w:rsidRDefault="007B2329" w:rsidP="007B2329">
      <w:r>
        <w:t>387.6145</w:t>
      </w:r>
      <w:r>
        <w:tab/>
        <w:t>2.025e0</w:t>
      </w:r>
    </w:p>
    <w:p w:rsidR="007B2329" w:rsidRDefault="007B2329" w:rsidP="007B2329">
      <w:r>
        <w:t>387.6253</w:t>
      </w:r>
      <w:r>
        <w:tab/>
        <w:t>1.544e0</w:t>
      </w:r>
    </w:p>
    <w:p w:rsidR="007B2329" w:rsidRDefault="007B2329" w:rsidP="007B2329">
      <w:r>
        <w:t>387.6471</w:t>
      </w:r>
      <w:r>
        <w:tab/>
        <w:t>2.025e0</w:t>
      </w:r>
    </w:p>
    <w:p w:rsidR="007B2329" w:rsidRDefault="007B2329" w:rsidP="007B2329">
      <w:r>
        <w:t>387.6699</w:t>
      </w:r>
      <w:r>
        <w:tab/>
        <w:t>1.013e0</w:t>
      </w:r>
    </w:p>
    <w:p w:rsidR="007B2329" w:rsidRDefault="007B2329" w:rsidP="007B2329">
      <w:r>
        <w:t>387.6782</w:t>
      </w:r>
      <w:r>
        <w:tab/>
        <w:t>3.038e0</w:t>
      </w:r>
    </w:p>
    <w:p w:rsidR="007B2329" w:rsidRDefault="007B2329" w:rsidP="007B2329">
      <w:r>
        <w:t>387.6808</w:t>
      </w:r>
      <w:r>
        <w:tab/>
        <w:t>2.025e0</w:t>
      </w:r>
    </w:p>
    <w:p w:rsidR="007B2329" w:rsidRDefault="007B2329" w:rsidP="007B2329">
      <w:r>
        <w:t>387.6828</w:t>
      </w:r>
      <w:r>
        <w:tab/>
        <w:t>1.032e0</w:t>
      </w:r>
    </w:p>
    <w:p w:rsidR="007B2329" w:rsidRDefault="007B2329" w:rsidP="007B2329">
      <w:r>
        <w:t>387.6913</w:t>
      </w:r>
      <w:r>
        <w:tab/>
        <w:t>1.013e0</w:t>
      </w:r>
    </w:p>
    <w:p w:rsidR="007B2329" w:rsidRDefault="007B2329" w:rsidP="007B2329">
      <w:r>
        <w:t>387.6965</w:t>
      </w:r>
      <w:r>
        <w:tab/>
        <w:t>1.013e0</w:t>
      </w:r>
    </w:p>
    <w:p w:rsidR="007B2329" w:rsidRDefault="007B2329" w:rsidP="007B2329">
      <w:r>
        <w:t>387.7124</w:t>
      </w:r>
      <w:r>
        <w:tab/>
        <w:t>1.013e0</w:t>
      </w:r>
    </w:p>
    <w:p w:rsidR="007B2329" w:rsidRDefault="007B2329" w:rsidP="007B2329">
      <w:r>
        <w:t>387.7169</w:t>
      </w:r>
      <w:r>
        <w:tab/>
        <w:t>3.038e0</w:t>
      </w:r>
    </w:p>
    <w:p w:rsidR="007B2329" w:rsidRDefault="007B2329" w:rsidP="007B2329">
      <w:r>
        <w:t>387.7209</w:t>
      </w:r>
      <w:r>
        <w:tab/>
        <w:t>2.025e0</w:t>
      </w:r>
    </w:p>
    <w:p w:rsidR="007B2329" w:rsidRDefault="007B2329" w:rsidP="007B2329">
      <w:r>
        <w:t>387.7378</w:t>
      </w:r>
      <w:r>
        <w:tab/>
        <w:t>1.013e0</w:t>
      </w:r>
    </w:p>
    <w:p w:rsidR="007B2329" w:rsidRDefault="007B2329" w:rsidP="007B2329">
      <w:r>
        <w:t>387.7509</w:t>
      </w:r>
      <w:r>
        <w:tab/>
        <w:t>2.025e0</w:t>
      </w:r>
    </w:p>
    <w:p w:rsidR="007B2329" w:rsidRDefault="007B2329" w:rsidP="007B2329">
      <w:r>
        <w:t>387.7657</w:t>
      </w:r>
      <w:r>
        <w:tab/>
        <w:t>5.158e0</w:t>
      </w:r>
    </w:p>
    <w:p w:rsidR="007B2329" w:rsidRDefault="007B2329" w:rsidP="007B2329">
      <w:r>
        <w:t>387.7759</w:t>
      </w:r>
      <w:r>
        <w:tab/>
        <w:t>1.013e0</w:t>
      </w:r>
    </w:p>
    <w:p w:rsidR="007B2329" w:rsidRDefault="007B2329" w:rsidP="007B2329">
      <w:r>
        <w:t>387.8009</w:t>
      </w:r>
      <w:r>
        <w:tab/>
        <w:t>2.532e-2</w:t>
      </w:r>
    </w:p>
    <w:p w:rsidR="007B2329" w:rsidRDefault="007B2329" w:rsidP="007B2329">
      <w:r>
        <w:t>387.8153</w:t>
      </w:r>
      <w:r>
        <w:tab/>
        <w:t>2.025e0</w:t>
      </w:r>
    </w:p>
    <w:p w:rsidR="007B2329" w:rsidRDefault="007B2329" w:rsidP="007B2329">
      <w:r>
        <w:lastRenderedPageBreak/>
        <w:t>387.8183</w:t>
      </w:r>
      <w:r>
        <w:tab/>
        <w:t>1.013e0</w:t>
      </w:r>
    </w:p>
    <w:p w:rsidR="007B2329" w:rsidRDefault="007B2329" w:rsidP="007B2329">
      <w:r>
        <w:t>387.8271</w:t>
      </w:r>
      <w:r>
        <w:tab/>
        <w:t>1.013e0</w:t>
      </w:r>
    </w:p>
    <w:p w:rsidR="007B2329" w:rsidRDefault="007B2329" w:rsidP="007B2329">
      <w:r>
        <w:t>387.8309</w:t>
      </w:r>
      <w:r>
        <w:tab/>
        <w:t>2.025e0</w:t>
      </w:r>
    </w:p>
    <w:p w:rsidR="007B2329" w:rsidRDefault="007B2329" w:rsidP="007B2329">
      <w:r>
        <w:t>387.8340</w:t>
      </w:r>
      <w:r>
        <w:tab/>
        <w:t>2.025e0</w:t>
      </w:r>
    </w:p>
    <w:p w:rsidR="007B2329" w:rsidRDefault="007B2329" w:rsidP="007B2329">
      <w:r>
        <w:t>387.8477</w:t>
      </w:r>
      <w:r>
        <w:tab/>
        <w:t>1.013e0</w:t>
      </w:r>
    </w:p>
    <w:p w:rsidR="007B2329" w:rsidRDefault="007B2329" w:rsidP="007B2329">
      <w:r>
        <w:t>387.8517</w:t>
      </w:r>
      <w:r>
        <w:tab/>
        <w:t>3.906e0</w:t>
      </w:r>
    </w:p>
    <w:p w:rsidR="007B2329" w:rsidRDefault="007B2329" w:rsidP="007B2329">
      <w:r>
        <w:t>387.8608</w:t>
      </w:r>
      <w:r>
        <w:tab/>
        <w:t>1.013e0</w:t>
      </w:r>
    </w:p>
    <w:p w:rsidR="007B2329" w:rsidRDefault="007B2329" w:rsidP="007B2329">
      <w:r>
        <w:t>387.8646</w:t>
      </w:r>
      <w:r>
        <w:tab/>
        <w:t>1.013e0</w:t>
      </w:r>
    </w:p>
    <w:p w:rsidR="007B2329" w:rsidRDefault="007B2329" w:rsidP="007B2329">
      <w:r>
        <w:t>387.8927</w:t>
      </w:r>
      <w:r>
        <w:tab/>
        <w:t>5.063e0</w:t>
      </w:r>
    </w:p>
    <w:p w:rsidR="007B2329" w:rsidRDefault="007B2329" w:rsidP="007B2329">
      <w:r>
        <w:t>387.8958</w:t>
      </w:r>
      <w:r>
        <w:tab/>
        <w:t>2.025e0</w:t>
      </w:r>
    </w:p>
    <w:p w:rsidR="007B2329" w:rsidRDefault="007B2329" w:rsidP="007B2329">
      <w:r>
        <w:t>387.9063</w:t>
      </w:r>
      <w:r>
        <w:tab/>
        <w:t>4.051e0</w:t>
      </w:r>
    </w:p>
    <w:p w:rsidR="007B2329" w:rsidRDefault="007B2329" w:rsidP="007B2329">
      <w:r>
        <w:t>387.9108</w:t>
      </w:r>
      <w:r>
        <w:tab/>
        <w:t>1.013e0</w:t>
      </w:r>
    </w:p>
    <w:p w:rsidR="007B2329" w:rsidRDefault="007B2329" w:rsidP="007B2329">
      <w:r>
        <w:t>387.9218</w:t>
      </w:r>
      <w:r>
        <w:tab/>
        <w:t>2.025e0</w:t>
      </w:r>
    </w:p>
    <w:p w:rsidR="007B2329" w:rsidRDefault="007B2329" w:rsidP="007B2329">
      <w:r>
        <w:t>387.9439</w:t>
      </w:r>
      <w:r>
        <w:tab/>
        <w:t>2.025e0</w:t>
      </w:r>
    </w:p>
    <w:p w:rsidR="007B2329" w:rsidRDefault="007B2329" w:rsidP="007B2329">
      <w:r>
        <w:t>387.9492</w:t>
      </w:r>
      <w:r>
        <w:tab/>
        <w:t>1.013e0</w:t>
      </w:r>
    </w:p>
    <w:p w:rsidR="007B2329" w:rsidRDefault="007B2329" w:rsidP="007B2329">
      <w:r>
        <w:t>387.9544</w:t>
      </w:r>
      <w:r>
        <w:tab/>
        <w:t>2.025e0</w:t>
      </w:r>
    </w:p>
    <w:p w:rsidR="007B2329" w:rsidRDefault="007B2329" w:rsidP="007B2329">
      <w:r>
        <w:t>387.9647</w:t>
      </w:r>
      <w:r>
        <w:tab/>
        <w:t>1.013e0</w:t>
      </w:r>
    </w:p>
    <w:p w:rsidR="007B2329" w:rsidRDefault="007B2329" w:rsidP="007B2329">
      <w:r>
        <w:t>387.9784</w:t>
      </w:r>
      <w:r>
        <w:tab/>
        <w:t>2.025e0</w:t>
      </w:r>
    </w:p>
    <w:p w:rsidR="007B2329" w:rsidRDefault="007B2329" w:rsidP="007B2329">
      <w:r>
        <w:t>387.9919</w:t>
      </w:r>
      <w:r>
        <w:tab/>
        <w:t>1.013e0</w:t>
      </w:r>
    </w:p>
    <w:p w:rsidR="007B2329" w:rsidRDefault="007B2329" w:rsidP="007B2329">
      <w:r>
        <w:lastRenderedPageBreak/>
        <w:t>387.9997</w:t>
      </w:r>
      <w:r>
        <w:tab/>
        <w:t>3.038e0</w:t>
      </w:r>
    </w:p>
    <w:p w:rsidR="007B2329" w:rsidRDefault="007B2329" w:rsidP="007B2329">
      <w:r>
        <w:t>388.0247</w:t>
      </w:r>
      <w:r>
        <w:tab/>
        <w:t>3.038e0</w:t>
      </w:r>
    </w:p>
    <w:p w:rsidR="007B2329" w:rsidRDefault="007B2329" w:rsidP="007B2329">
      <w:r>
        <w:t>388.0317</w:t>
      </w:r>
      <w:r>
        <w:tab/>
        <w:t>2.532e-2</w:t>
      </w:r>
    </w:p>
    <w:p w:rsidR="007B2329" w:rsidRDefault="007B2329" w:rsidP="007B2329">
      <w:r>
        <w:t>388.0335</w:t>
      </w:r>
      <w:r>
        <w:tab/>
        <w:t>1.013e0</w:t>
      </w:r>
    </w:p>
    <w:p w:rsidR="007B2329" w:rsidRDefault="007B2329" w:rsidP="007B2329">
      <w:r>
        <w:t>388.0368</w:t>
      </w:r>
      <w:r>
        <w:tab/>
        <w:t>2.025e0</w:t>
      </w:r>
    </w:p>
    <w:p w:rsidR="007B2329" w:rsidRDefault="007B2329" w:rsidP="007B2329">
      <w:r>
        <w:t>388.0402</w:t>
      </w:r>
      <w:r>
        <w:tab/>
        <w:t>1.025e0</w:t>
      </w:r>
    </w:p>
    <w:p w:rsidR="007B2329" w:rsidRDefault="007B2329" w:rsidP="007B2329">
      <w:r>
        <w:t>388.0539</w:t>
      </w:r>
      <w:r>
        <w:tab/>
        <w:t>2.025e0</w:t>
      </w:r>
    </w:p>
    <w:p w:rsidR="007B2329" w:rsidRDefault="007B2329" w:rsidP="007B2329">
      <w:r>
        <w:t>388.0592</w:t>
      </w:r>
      <w:r>
        <w:tab/>
        <w:t>1.013e0</w:t>
      </w:r>
    </w:p>
    <w:p w:rsidR="007B2329" w:rsidRDefault="007B2329" w:rsidP="007B2329">
      <w:r>
        <w:t>388.0678</w:t>
      </w:r>
      <w:r>
        <w:tab/>
        <w:t>1.013e0</w:t>
      </w:r>
    </w:p>
    <w:p w:rsidR="007B2329" w:rsidRDefault="007B2329" w:rsidP="007B2329">
      <w:r>
        <w:t>388.0717</w:t>
      </w:r>
      <w:r>
        <w:tab/>
        <w:t>2.025e0</w:t>
      </w:r>
    </w:p>
    <w:p w:rsidR="007B2329" w:rsidRDefault="007B2329" w:rsidP="007B2329">
      <w:r>
        <w:t>388.0751</w:t>
      </w:r>
      <w:r>
        <w:tab/>
        <w:t>2.025e0</w:t>
      </w:r>
    </w:p>
    <w:p w:rsidR="007B2329" w:rsidRDefault="007B2329" w:rsidP="007B2329">
      <w:r>
        <w:t>388.0949</w:t>
      </w:r>
      <w:r>
        <w:tab/>
        <w:t>2.025e0</w:t>
      </w:r>
    </w:p>
    <w:p w:rsidR="007B2329" w:rsidRDefault="007B2329" w:rsidP="007B2329">
      <w:r>
        <w:t>388.1077</w:t>
      </w:r>
      <w:r>
        <w:tab/>
        <w:t>2.025e0</w:t>
      </w:r>
    </w:p>
    <w:p w:rsidR="007B2329" w:rsidRDefault="007B2329" w:rsidP="007B2329">
      <w:r>
        <w:t>388.1091</w:t>
      </w:r>
      <w:r>
        <w:tab/>
        <w:t>1.013e0</w:t>
      </w:r>
    </w:p>
    <w:p w:rsidR="007B2329" w:rsidRDefault="007B2329" w:rsidP="007B2329">
      <w:r>
        <w:t>388.1143</w:t>
      </w:r>
      <w:r>
        <w:tab/>
        <w:t>2.025e0</w:t>
      </w:r>
    </w:p>
    <w:p w:rsidR="007B2329" w:rsidRDefault="007B2329" w:rsidP="007B2329">
      <w:r>
        <w:t>388.1160</w:t>
      </w:r>
      <w:r>
        <w:tab/>
        <w:t>3.988e0</w:t>
      </w:r>
    </w:p>
    <w:p w:rsidR="007B2329" w:rsidRDefault="007B2329" w:rsidP="007B2329">
      <w:r>
        <w:t>388.1181</w:t>
      </w:r>
      <w:r>
        <w:tab/>
        <w:t>2.025e0</w:t>
      </w:r>
    </w:p>
    <w:p w:rsidR="007B2329" w:rsidRDefault="007B2329" w:rsidP="007B2329">
      <w:r>
        <w:t>388.1265</w:t>
      </w:r>
      <w:r>
        <w:tab/>
        <w:t>2.025e0</w:t>
      </w:r>
    </w:p>
    <w:p w:rsidR="007B2329" w:rsidRDefault="007B2329" w:rsidP="007B2329">
      <w:r>
        <w:t>388.1477</w:t>
      </w:r>
      <w:r>
        <w:tab/>
        <w:t>1.013e0</w:t>
      </w:r>
    </w:p>
    <w:p w:rsidR="007B2329" w:rsidRDefault="007B2329" w:rsidP="007B2329">
      <w:r>
        <w:lastRenderedPageBreak/>
        <w:t>388.1516</w:t>
      </w:r>
      <w:r>
        <w:tab/>
        <w:t>3.038e0</w:t>
      </w:r>
    </w:p>
    <w:p w:rsidR="007B2329" w:rsidRDefault="007B2329" w:rsidP="007B2329">
      <w:r>
        <w:t>388.1644</w:t>
      </w:r>
      <w:r>
        <w:tab/>
        <w:t>5.935e0</w:t>
      </w:r>
    </w:p>
    <w:p w:rsidR="007B2329" w:rsidRDefault="007B2329" w:rsidP="007B2329">
      <w:r>
        <w:t>388.1710</w:t>
      </w:r>
      <w:r>
        <w:tab/>
        <w:t>2.196e-1</w:t>
      </w:r>
    </w:p>
    <w:p w:rsidR="007B2329" w:rsidRDefault="007B2329" w:rsidP="007B2329">
      <w:r>
        <w:t>388.1755</w:t>
      </w:r>
      <w:r>
        <w:tab/>
        <w:t>1.322e0</w:t>
      </w:r>
    </w:p>
    <w:p w:rsidR="007B2329" w:rsidRDefault="007B2329" w:rsidP="007B2329">
      <w:r>
        <w:t>388.1943</w:t>
      </w:r>
      <w:r>
        <w:tab/>
        <w:t>1.013e0</w:t>
      </w:r>
    </w:p>
    <w:p w:rsidR="007B2329" w:rsidRDefault="007B2329" w:rsidP="007B2329">
      <w:r>
        <w:t>388.2447</w:t>
      </w:r>
      <w:r>
        <w:tab/>
        <w:t>1.773e1</w:t>
      </w:r>
    </w:p>
    <w:p w:rsidR="007B2329" w:rsidRDefault="007B2329" w:rsidP="007B2329">
      <w:r>
        <w:t>388.2584</w:t>
      </w:r>
      <w:r>
        <w:tab/>
        <w:t>1.123e1</w:t>
      </w:r>
    </w:p>
    <w:p w:rsidR="007B2329" w:rsidRDefault="007B2329" w:rsidP="007B2329">
      <w:r>
        <w:t>388.2640</w:t>
      </w:r>
      <w:r>
        <w:tab/>
        <w:t>3.081e1</w:t>
      </w:r>
    </w:p>
    <w:p w:rsidR="007B2329" w:rsidRDefault="007B2329" w:rsidP="007B2329">
      <w:r>
        <w:t>388.2668</w:t>
      </w:r>
      <w:r>
        <w:tab/>
        <w:t>2.588e1</w:t>
      </w:r>
    </w:p>
    <w:p w:rsidR="007B2329" w:rsidRDefault="007B2329" w:rsidP="007B2329">
      <w:r>
        <w:t>388.2681</w:t>
      </w:r>
      <w:r>
        <w:tab/>
        <w:t>5.939e1</w:t>
      </w:r>
    </w:p>
    <w:p w:rsidR="007B2329" w:rsidRDefault="007B2329" w:rsidP="007B2329">
      <w:r>
        <w:t>388.2711</w:t>
      </w:r>
      <w:r>
        <w:tab/>
        <w:t>5.533e1</w:t>
      </w:r>
    </w:p>
    <w:p w:rsidR="007B2329" w:rsidRDefault="007B2329" w:rsidP="007B2329">
      <w:r>
        <w:t>388.2847</w:t>
      </w:r>
      <w:r>
        <w:tab/>
        <w:t>1.781e1</w:t>
      </w:r>
    </w:p>
    <w:p w:rsidR="007B2329" w:rsidRDefault="007B2329" w:rsidP="007B2329">
      <w:r>
        <w:t>388.3362</w:t>
      </w:r>
      <w:r>
        <w:tab/>
        <w:t>1.013e0</w:t>
      </w:r>
    </w:p>
    <w:p w:rsidR="007B2329" w:rsidRDefault="007B2329" w:rsidP="007B2329">
      <w:r>
        <w:t>388.3463</w:t>
      </w:r>
      <w:r>
        <w:tab/>
        <w:t>1.013e0</w:t>
      </w:r>
    </w:p>
    <w:p w:rsidR="007B2329" w:rsidRDefault="007B2329" w:rsidP="007B2329">
      <w:r>
        <w:t>388.3688</w:t>
      </w:r>
      <w:r>
        <w:tab/>
        <w:t>3.038e0</w:t>
      </w:r>
    </w:p>
    <w:p w:rsidR="007B2329" w:rsidRDefault="007B2329" w:rsidP="007B2329">
      <w:r>
        <w:t>388.3725</w:t>
      </w:r>
      <w:r>
        <w:tab/>
        <w:t>4.051e0</w:t>
      </w:r>
    </w:p>
    <w:p w:rsidR="007B2329" w:rsidRDefault="007B2329" w:rsidP="007B2329">
      <w:r>
        <w:t>388.3838</w:t>
      </w:r>
      <w:r>
        <w:tab/>
        <w:t>4.051e0</w:t>
      </w:r>
    </w:p>
    <w:p w:rsidR="007B2329" w:rsidRDefault="007B2329" w:rsidP="007B2329">
      <w:r>
        <w:t>388.4066</w:t>
      </w:r>
      <w:r>
        <w:tab/>
        <w:t>3.038e0</w:t>
      </w:r>
    </w:p>
    <w:p w:rsidR="007B2329" w:rsidRDefault="007B2329" w:rsidP="007B2329">
      <w:r>
        <w:t>388.4115</w:t>
      </w:r>
      <w:r>
        <w:tab/>
        <w:t>3.063e0</w:t>
      </w:r>
    </w:p>
    <w:p w:rsidR="007B2329" w:rsidRDefault="007B2329" w:rsidP="007B2329">
      <w:r>
        <w:lastRenderedPageBreak/>
        <w:t>388.4583</w:t>
      </w:r>
      <w:r>
        <w:tab/>
        <w:t>4.063e0</w:t>
      </w:r>
    </w:p>
    <w:p w:rsidR="007B2329" w:rsidRDefault="007B2329" w:rsidP="007B2329">
      <w:r>
        <w:t>388.4602</w:t>
      </w:r>
      <w:r>
        <w:tab/>
        <w:t>1.013e0</w:t>
      </w:r>
    </w:p>
    <w:p w:rsidR="007B2329" w:rsidRDefault="007B2329" w:rsidP="007B2329">
      <w:r>
        <w:t>388.4623</w:t>
      </w:r>
      <w:r>
        <w:tab/>
        <w:t>1.025e0</w:t>
      </w:r>
    </w:p>
    <w:p w:rsidR="007B2329" w:rsidRDefault="007B2329" w:rsidP="007B2329">
      <w:r>
        <w:t>388.4696</w:t>
      </w:r>
      <w:r>
        <w:tab/>
        <w:t>2.025e0</w:t>
      </w:r>
    </w:p>
    <w:p w:rsidR="007B2329" w:rsidRDefault="007B2329" w:rsidP="007B2329">
      <w:r>
        <w:t>388.4715</w:t>
      </w:r>
      <w:r>
        <w:tab/>
        <w:t>2.025e0</w:t>
      </w:r>
    </w:p>
    <w:p w:rsidR="007B2329" w:rsidRDefault="007B2329" w:rsidP="007B2329">
      <w:r>
        <w:t>388.4738</w:t>
      </w:r>
      <w:r>
        <w:tab/>
        <w:t>1.013e0</w:t>
      </w:r>
    </w:p>
    <w:p w:rsidR="007B2329" w:rsidRDefault="007B2329" w:rsidP="007B2329">
      <w:r>
        <w:t>388.4879</w:t>
      </w:r>
      <w:r>
        <w:tab/>
        <w:t>3.038e0</w:t>
      </w:r>
    </w:p>
    <w:p w:rsidR="007B2329" w:rsidRDefault="007B2329" w:rsidP="007B2329">
      <w:r>
        <w:t>388.4985</w:t>
      </w:r>
      <w:r>
        <w:tab/>
        <w:t>1.013e0</w:t>
      </w:r>
    </w:p>
    <w:p w:rsidR="007B2329" w:rsidRDefault="007B2329" w:rsidP="007B2329">
      <w:r>
        <w:t>388.5084</w:t>
      </w:r>
      <w:r>
        <w:tab/>
        <w:t>2.025e0</w:t>
      </w:r>
    </w:p>
    <w:p w:rsidR="007B2329" w:rsidRDefault="007B2329" w:rsidP="007B2329">
      <w:r>
        <w:t>388.5237</w:t>
      </w:r>
      <w:r>
        <w:tab/>
        <w:t>1.013e0</w:t>
      </w:r>
    </w:p>
    <w:p w:rsidR="007B2329" w:rsidRDefault="007B2329" w:rsidP="007B2329">
      <w:r>
        <w:t>388.5274</w:t>
      </w:r>
      <w:r>
        <w:tab/>
        <w:t>7.089e0</w:t>
      </w:r>
    </w:p>
    <w:p w:rsidR="007B2329" w:rsidRDefault="007B2329" w:rsidP="007B2329">
      <w:r>
        <w:t>388.5323</w:t>
      </w:r>
      <w:r>
        <w:tab/>
        <w:t>2.025e0</w:t>
      </w:r>
    </w:p>
    <w:p w:rsidR="007B2329" w:rsidRDefault="007B2329" w:rsidP="007B2329">
      <w:r>
        <w:t>388.5379</w:t>
      </w:r>
      <w:r>
        <w:tab/>
        <w:t>1.025e0</w:t>
      </w:r>
    </w:p>
    <w:p w:rsidR="007B2329" w:rsidRDefault="007B2329" w:rsidP="007B2329">
      <w:r>
        <w:t>388.5572</w:t>
      </w:r>
      <w:r>
        <w:tab/>
        <w:t>4.051e0</w:t>
      </w:r>
    </w:p>
    <w:p w:rsidR="007B2329" w:rsidRDefault="007B2329" w:rsidP="007B2329">
      <w:r>
        <w:t>388.5622</w:t>
      </w:r>
      <w:r>
        <w:tab/>
        <w:t>1.013e0</w:t>
      </w:r>
    </w:p>
    <w:p w:rsidR="007B2329" w:rsidRDefault="007B2329" w:rsidP="007B2329">
      <w:r>
        <w:t>388.5667</w:t>
      </w:r>
      <w:r>
        <w:tab/>
        <w:t>2.025e0</w:t>
      </w:r>
    </w:p>
    <w:p w:rsidR="007B2329" w:rsidRDefault="007B2329" w:rsidP="007B2329">
      <w:r>
        <w:t>388.5705</w:t>
      </w:r>
      <w:r>
        <w:tab/>
        <w:t>1.013e0</w:t>
      </w:r>
    </w:p>
    <w:p w:rsidR="007B2329" w:rsidRDefault="007B2329" w:rsidP="007B2329">
      <w:r>
        <w:t>388.5797</w:t>
      </w:r>
      <w:r>
        <w:tab/>
        <w:t>2.025e0</w:t>
      </w:r>
    </w:p>
    <w:p w:rsidR="007B2329" w:rsidRDefault="007B2329" w:rsidP="007B2329">
      <w:r>
        <w:t>388.5933</w:t>
      </w:r>
      <w:r>
        <w:tab/>
        <w:t>2.025e0</w:t>
      </w:r>
    </w:p>
    <w:p w:rsidR="007B2329" w:rsidRDefault="007B2329" w:rsidP="007B2329">
      <w:r>
        <w:lastRenderedPageBreak/>
        <w:t>388.6005</w:t>
      </w:r>
      <w:r>
        <w:tab/>
        <w:t>3.038e0</w:t>
      </w:r>
    </w:p>
    <w:p w:rsidR="007B2329" w:rsidRDefault="007B2329" w:rsidP="007B2329">
      <w:r>
        <w:t>388.6191</w:t>
      </w:r>
      <w:r>
        <w:tab/>
        <w:t>2.025e0</w:t>
      </w:r>
    </w:p>
    <w:p w:rsidR="007B2329" w:rsidRDefault="007B2329" w:rsidP="007B2329">
      <w:r>
        <w:t>388.6254</w:t>
      </w:r>
      <w:r>
        <w:tab/>
        <w:t>1.013e0</w:t>
      </w:r>
    </w:p>
    <w:p w:rsidR="007B2329" w:rsidRDefault="007B2329" w:rsidP="007B2329">
      <w:r>
        <w:t>388.6319</w:t>
      </w:r>
      <w:r>
        <w:tab/>
        <w:t>3.038e0</w:t>
      </w:r>
    </w:p>
    <w:p w:rsidR="007B2329" w:rsidRDefault="007B2329" w:rsidP="007B2329">
      <w:r>
        <w:t>388.6391</w:t>
      </w:r>
      <w:r>
        <w:tab/>
        <w:t>1.013e0</w:t>
      </w:r>
    </w:p>
    <w:p w:rsidR="007B2329" w:rsidRDefault="007B2329" w:rsidP="007B2329">
      <w:r>
        <w:t>388.6511</w:t>
      </w:r>
      <w:r>
        <w:tab/>
        <w:t>5.659e0</w:t>
      </w:r>
    </w:p>
    <w:p w:rsidR="007B2329" w:rsidRDefault="007B2329" w:rsidP="007B2329">
      <w:r>
        <w:t>388.6548</w:t>
      </w:r>
      <w:r>
        <w:tab/>
        <w:t>1.013e0</w:t>
      </w:r>
    </w:p>
    <w:p w:rsidR="007B2329" w:rsidRDefault="007B2329" w:rsidP="007B2329">
      <w:r>
        <w:t>388.6580</w:t>
      </w:r>
      <w:r>
        <w:tab/>
        <w:t>2.025e0</w:t>
      </w:r>
    </w:p>
    <w:p w:rsidR="007B2329" w:rsidRDefault="007B2329" w:rsidP="007B2329">
      <w:r>
        <w:t>388.6805</w:t>
      </w:r>
      <w:r>
        <w:tab/>
        <w:t>1.013e0</w:t>
      </w:r>
    </w:p>
    <w:p w:rsidR="007B2329" w:rsidRDefault="007B2329" w:rsidP="007B2329">
      <w:r>
        <w:t>388.6881</w:t>
      </w:r>
      <w:r>
        <w:tab/>
        <w:t>2.025e0</w:t>
      </w:r>
    </w:p>
    <w:p w:rsidR="007B2329" w:rsidRDefault="007B2329" w:rsidP="007B2329">
      <w:r>
        <w:t>388.6915</w:t>
      </w:r>
      <w:r>
        <w:tab/>
        <w:t>2.025e0</w:t>
      </w:r>
    </w:p>
    <w:p w:rsidR="007B2329" w:rsidRDefault="007B2329" w:rsidP="007B2329">
      <w:r>
        <w:t>388.7081</w:t>
      </w:r>
      <w:r>
        <w:tab/>
        <w:t>1.013e0</w:t>
      </w:r>
    </w:p>
    <w:p w:rsidR="007B2329" w:rsidRDefault="007B2329" w:rsidP="007B2329">
      <w:r>
        <w:t>388.7206</w:t>
      </w:r>
      <w:r>
        <w:tab/>
        <w:t>4.051e0</w:t>
      </w:r>
    </w:p>
    <w:p w:rsidR="007B2329" w:rsidRDefault="007B2329" w:rsidP="007B2329">
      <w:r>
        <w:t>388.7273</w:t>
      </w:r>
      <w:r>
        <w:tab/>
        <w:t>2.025e0</w:t>
      </w:r>
    </w:p>
    <w:p w:rsidR="007B2329" w:rsidRDefault="007B2329" w:rsidP="007B2329">
      <w:r>
        <w:t>388.7433</w:t>
      </w:r>
      <w:r>
        <w:tab/>
        <w:t>1.013e0</w:t>
      </w:r>
    </w:p>
    <w:p w:rsidR="007B2329" w:rsidRDefault="007B2329" w:rsidP="007B2329">
      <w:r>
        <w:t>388.7471</w:t>
      </w:r>
      <w:r>
        <w:tab/>
        <w:t>2.025e0</w:t>
      </w:r>
    </w:p>
    <w:p w:rsidR="007B2329" w:rsidRDefault="007B2329" w:rsidP="007B2329">
      <w:r>
        <w:t>388.7626</w:t>
      </w:r>
      <w:r>
        <w:tab/>
        <w:t>1.025e0</w:t>
      </w:r>
    </w:p>
    <w:p w:rsidR="007B2329" w:rsidRDefault="007B2329" w:rsidP="007B2329">
      <w:r>
        <w:t>388.7775</w:t>
      </w:r>
      <w:r>
        <w:tab/>
        <w:t>3.038e0</w:t>
      </w:r>
    </w:p>
    <w:p w:rsidR="007B2329" w:rsidRDefault="007B2329" w:rsidP="007B2329">
      <w:r>
        <w:t>388.7791</w:t>
      </w:r>
      <w:r>
        <w:tab/>
        <w:t>2.025e0</w:t>
      </w:r>
    </w:p>
    <w:p w:rsidR="007B2329" w:rsidRDefault="007B2329" w:rsidP="007B2329">
      <w:r>
        <w:lastRenderedPageBreak/>
        <w:t>388.8072</w:t>
      </w:r>
      <w:r>
        <w:tab/>
        <w:t>1.013e0</w:t>
      </w:r>
    </w:p>
    <w:p w:rsidR="007B2329" w:rsidRDefault="007B2329" w:rsidP="007B2329">
      <w:r>
        <w:t>388.8185</w:t>
      </w:r>
      <w:r>
        <w:tab/>
        <w:t>1.013e0</w:t>
      </w:r>
    </w:p>
    <w:p w:rsidR="007B2329" w:rsidRDefault="007B2329" w:rsidP="007B2329">
      <w:r>
        <w:t>388.8208</w:t>
      </w:r>
      <w:r>
        <w:tab/>
        <w:t>2.025e0</w:t>
      </w:r>
    </w:p>
    <w:p w:rsidR="007B2329" w:rsidRDefault="007B2329" w:rsidP="007B2329">
      <w:r>
        <w:t>388.8242</w:t>
      </w:r>
      <w:r>
        <w:tab/>
        <w:t>4.051e0</w:t>
      </w:r>
    </w:p>
    <w:p w:rsidR="007B2329" w:rsidRDefault="007B2329" w:rsidP="007B2329">
      <w:r>
        <w:t>388.8266</w:t>
      </w:r>
      <w:r>
        <w:tab/>
        <w:t>3.038e0</w:t>
      </w:r>
    </w:p>
    <w:p w:rsidR="007B2329" w:rsidRDefault="007B2329" w:rsidP="007B2329">
      <w:r>
        <w:t>388.8320</w:t>
      </w:r>
      <w:r>
        <w:tab/>
        <w:t>1.013e0</w:t>
      </w:r>
    </w:p>
    <w:p w:rsidR="007B2329" w:rsidRDefault="007B2329" w:rsidP="007B2329">
      <w:r>
        <w:t>388.8553</w:t>
      </w:r>
      <w:r>
        <w:tab/>
        <w:t>2.025e0</w:t>
      </w:r>
    </w:p>
    <w:p w:rsidR="007B2329" w:rsidRDefault="007B2329" w:rsidP="007B2329">
      <w:r>
        <w:t>388.8682</w:t>
      </w:r>
      <w:r>
        <w:tab/>
        <w:t>2.025e0</w:t>
      </w:r>
    </w:p>
    <w:p w:rsidR="007B2329" w:rsidRDefault="007B2329" w:rsidP="007B2329">
      <w:r>
        <w:t>388.8744</w:t>
      </w:r>
      <w:r>
        <w:tab/>
        <w:t>1.013e0</w:t>
      </w:r>
    </w:p>
    <w:p w:rsidR="007B2329" w:rsidRDefault="007B2329" w:rsidP="007B2329">
      <w:r>
        <w:t>388.8812</w:t>
      </w:r>
      <w:r>
        <w:tab/>
        <w:t>2.025e0</w:t>
      </w:r>
    </w:p>
    <w:p w:rsidR="007B2329" w:rsidRDefault="007B2329" w:rsidP="007B2329">
      <w:r>
        <w:t>388.8958</w:t>
      </w:r>
      <w:r>
        <w:tab/>
        <w:t>1.013e0</w:t>
      </w:r>
    </w:p>
    <w:p w:rsidR="007B2329" w:rsidRDefault="007B2329" w:rsidP="007B2329">
      <w:r>
        <w:t>388.9011</w:t>
      </w:r>
      <w:r>
        <w:tab/>
        <w:t>1.013e0</w:t>
      </w:r>
    </w:p>
    <w:p w:rsidR="007B2329" w:rsidRDefault="007B2329" w:rsidP="007B2329">
      <w:r>
        <w:t>388.9149</w:t>
      </w:r>
      <w:r>
        <w:tab/>
        <w:t>3.051e0</w:t>
      </w:r>
    </w:p>
    <w:p w:rsidR="007B2329" w:rsidRDefault="007B2329" w:rsidP="007B2329">
      <w:r>
        <w:t>388.9252</w:t>
      </w:r>
      <w:r>
        <w:tab/>
        <w:t>4.051e0</w:t>
      </w:r>
    </w:p>
    <w:p w:rsidR="007B2329" w:rsidRDefault="007B2329" w:rsidP="007B2329">
      <w:r>
        <w:t>388.9423</w:t>
      </w:r>
      <w:r>
        <w:tab/>
        <w:t>1.013e0</w:t>
      </w:r>
    </w:p>
    <w:p w:rsidR="007B2329" w:rsidRDefault="007B2329" w:rsidP="007B2329">
      <w:r>
        <w:t>388.9493</w:t>
      </w:r>
      <w:r>
        <w:tab/>
        <w:t>2.025e0</w:t>
      </w:r>
    </w:p>
    <w:p w:rsidR="007B2329" w:rsidRDefault="007B2329" w:rsidP="007B2329">
      <w:r>
        <w:t>388.9632</w:t>
      </w:r>
      <w:r>
        <w:tab/>
        <w:t>1.013e0</w:t>
      </w:r>
    </w:p>
    <w:p w:rsidR="007B2329" w:rsidRDefault="007B2329" w:rsidP="007B2329">
      <w:r>
        <w:t>388.9713</w:t>
      </w:r>
      <w:r>
        <w:tab/>
        <w:t>3.143e0</w:t>
      </w:r>
    </w:p>
    <w:p w:rsidR="007B2329" w:rsidRDefault="007B2329" w:rsidP="007B2329">
      <w:r>
        <w:t>388.9736</w:t>
      </w:r>
      <w:r>
        <w:tab/>
        <w:t>2.025e0</w:t>
      </w:r>
    </w:p>
    <w:p w:rsidR="007B2329" w:rsidRDefault="007B2329" w:rsidP="007B2329">
      <w:r>
        <w:lastRenderedPageBreak/>
        <w:t>388.9805</w:t>
      </w:r>
      <w:r>
        <w:tab/>
        <w:t>1.013e0</w:t>
      </w:r>
    </w:p>
    <w:p w:rsidR="007B2329" w:rsidRDefault="007B2329" w:rsidP="007B2329">
      <w:r>
        <w:t>388.9906</w:t>
      </w:r>
      <w:r>
        <w:tab/>
        <w:t>1.013e0</w:t>
      </w:r>
    </w:p>
    <w:p w:rsidR="007B2329" w:rsidRDefault="007B2329" w:rsidP="007B2329">
      <w:r>
        <w:t>389.0004</w:t>
      </w:r>
      <w:r>
        <w:tab/>
        <w:t>2.393e0</w:t>
      </w:r>
    </w:p>
    <w:p w:rsidR="007B2329" w:rsidRDefault="007B2329" w:rsidP="007B2329">
      <w:r>
        <w:t>389.0036</w:t>
      </w:r>
      <w:r>
        <w:tab/>
        <w:t>2.025e0</w:t>
      </w:r>
    </w:p>
    <w:p w:rsidR="007B2329" w:rsidRDefault="007B2329" w:rsidP="007B2329">
      <w:r>
        <w:t>389.0205</w:t>
      </w:r>
      <w:r>
        <w:tab/>
        <w:t>1.338e0</w:t>
      </w:r>
    </w:p>
    <w:p w:rsidR="007B2329" w:rsidRDefault="007B2329" w:rsidP="007B2329">
      <w:r>
        <w:t>389.0320</w:t>
      </w:r>
      <w:r>
        <w:tab/>
        <w:t>1.013e0</w:t>
      </w:r>
    </w:p>
    <w:p w:rsidR="007B2329" w:rsidRDefault="007B2329" w:rsidP="007B2329">
      <w:r>
        <w:t>389.0440</w:t>
      </w:r>
      <w:r>
        <w:tab/>
        <w:t>5.063e0</w:t>
      </w:r>
    </w:p>
    <w:p w:rsidR="007B2329" w:rsidRDefault="007B2329" w:rsidP="007B2329">
      <w:r>
        <w:t>389.0548</w:t>
      </w:r>
      <w:r>
        <w:tab/>
        <w:t>2.025e0</w:t>
      </w:r>
    </w:p>
    <w:p w:rsidR="007B2329" w:rsidRDefault="007B2329" w:rsidP="007B2329">
      <w:r>
        <w:t>389.0627</w:t>
      </w:r>
      <w:r>
        <w:tab/>
        <w:t>1.738e0</w:t>
      </w:r>
    </w:p>
    <w:p w:rsidR="007B2329" w:rsidRDefault="007B2329" w:rsidP="007B2329">
      <w:r>
        <w:t>389.0679</w:t>
      </w:r>
      <w:r>
        <w:tab/>
        <w:t>2.038e0</w:t>
      </w:r>
    </w:p>
    <w:p w:rsidR="007B2329" w:rsidRDefault="007B2329" w:rsidP="007B2329">
      <w:r>
        <w:t>389.0734</w:t>
      </w:r>
      <w:r>
        <w:tab/>
        <w:t>1.013e0</w:t>
      </w:r>
    </w:p>
    <w:p w:rsidR="007B2329" w:rsidRDefault="007B2329" w:rsidP="007B2329">
      <w:r>
        <w:t>389.1011</w:t>
      </w:r>
      <w:r>
        <w:tab/>
        <w:t>2.025e0</w:t>
      </w:r>
    </w:p>
    <w:p w:rsidR="007B2329" w:rsidRDefault="007B2329" w:rsidP="007B2329">
      <w:r>
        <w:t>389.1066</w:t>
      </w:r>
      <w:r>
        <w:tab/>
        <w:t>3.038e0</w:t>
      </w:r>
    </w:p>
    <w:p w:rsidR="007B2329" w:rsidRDefault="007B2329" w:rsidP="007B2329">
      <w:r>
        <w:t>389.1224</w:t>
      </w:r>
      <w:r>
        <w:tab/>
        <w:t>5.063e0</w:t>
      </w:r>
    </w:p>
    <w:p w:rsidR="007B2329" w:rsidRDefault="007B2329" w:rsidP="007B2329">
      <w:r>
        <w:t>389.1246</w:t>
      </w:r>
      <w:r>
        <w:tab/>
        <w:t>2.025e0</w:t>
      </w:r>
    </w:p>
    <w:p w:rsidR="007B2329" w:rsidRDefault="007B2329" w:rsidP="007B2329">
      <w:r>
        <w:t>389.1267</w:t>
      </w:r>
      <w:r>
        <w:tab/>
        <w:t>2.064e0</w:t>
      </w:r>
    </w:p>
    <w:p w:rsidR="007B2329" w:rsidRDefault="007B2329" w:rsidP="007B2329">
      <w:r>
        <w:t>389.1328</w:t>
      </w:r>
      <w:r>
        <w:tab/>
        <w:t>1.013e0</w:t>
      </w:r>
    </w:p>
    <w:p w:rsidR="007B2329" w:rsidRDefault="007B2329" w:rsidP="007B2329">
      <w:r>
        <w:t>389.1402</w:t>
      </w:r>
      <w:r>
        <w:tab/>
        <w:t>2.025e0</w:t>
      </w:r>
    </w:p>
    <w:p w:rsidR="007B2329" w:rsidRDefault="007B2329" w:rsidP="007B2329">
      <w:r>
        <w:t>389.1521</w:t>
      </w:r>
      <w:r>
        <w:tab/>
        <w:t>1.386e0</w:t>
      </w:r>
    </w:p>
    <w:p w:rsidR="007B2329" w:rsidRDefault="007B2329" w:rsidP="007B2329">
      <w:r>
        <w:lastRenderedPageBreak/>
        <w:t>389.1541</w:t>
      </w:r>
      <w:r>
        <w:tab/>
        <w:t>1.013e0</w:t>
      </w:r>
    </w:p>
    <w:p w:rsidR="007B2329" w:rsidRDefault="007B2329" w:rsidP="007B2329">
      <w:r>
        <w:t>389.1611</w:t>
      </w:r>
      <w:r>
        <w:tab/>
        <w:t>3.038e0</w:t>
      </w:r>
    </w:p>
    <w:p w:rsidR="007B2329" w:rsidRDefault="007B2329" w:rsidP="007B2329">
      <w:r>
        <w:t>389.1655</w:t>
      </w:r>
      <w:r>
        <w:tab/>
        <w:t>7.735e-1</w:t>
      </w:r>
    </w:p>
    <w:p w:rsidR="007B2329" w:rsidRDefault="007B2329" w:rsidP="007B2329">
      <w:r>
        <w:t>389.2425</w:t>
      </w:r>
      <w:r>
        <w:tab/>
        <w:t>8.898e1</w:t>
      </w:r>
    </w:p>
    <w:p w:rsidR="007B2329" w:rsidRDefault="007B2329" w:rsidP="007B2329">
      <w:r>
        <w:t>389.2435</w:t>
      </w:r>
      <w:r>
        <w:tab/>
        <w:t>1.975e2</w:t>
      </w:r>
    </w:p>
    <w:p w:rsidR="007B2329" w:rsidRDefault="007B2329" w:rsidP="007B2329">
      <w:r>
        <w:t>389.2451</w:t>
      </w:r>
      <w:r>
        <w:tab/>
        <w:t>2.127e2</w:t>
      </w:r>
    </w:p>
    <w:p w:rsidR="007B2329" w:rsidRDefault="007B2329" w:rsidP="007B2329">
      <w:r>
        <w:t>389.2469</w:t>
      </w:r>
      <w:r>
        <w:tab/>
        <w:t>6.760e1</w:t>
      </w:r>
    </w:p>
    <w:p w:rsidR="007B2329" w:rsidRDefault="007B2329" w:rsidP="007B2329">
      <w:r>
        <w:t>389.2480</w:t>
      </w:r>
      <w:r>
        <w:tab/>
        <w:t>1.169e2</w:t>
      </w:r>
    </w:p>
    <w:p w:rsidR="007B2329" w:rsidRDefault="007B2329" w:rsidP="007B2329">
      <w:r>
        <w:t>389.2666</w:t>
      </w:r>
      <w:r>
        <w:tab/>
        <w:t>8.101e0</w:t>
      </w:r>
    </w:p>
    <w:p w:rsidR="007B2329" w:rsidRDefault="007B2329" w:rsidP="007B2329">
      <w:r>
        <w:t>389.3317</w:t>
      </w:r>
      <w:r>
        <w:tab/>
        <w:t>3.038e0</w:t>
      </w:r>
    </w:p>
    <w:p w:rsidR="007B2329" w:rsidRDefault="007B2329" w:rsidP="007B2329">
      <w:r>
        <w:t>389.3424</w:t>
      </w:r>
      <w:r>
        <w:tab/>
        <w:t>1.013e0</w:t>
      </w:r>
    </w:p>
    <w:p w:rsidR="007B2329" w:rsidRDefault="007B2329" w:rsidP="007B2329">
      <w:r>
        <w:t>389.3505</w:t>
      </w:r>
      <w:r>
        <w:tab/>
        <w:t>6.335e-1</w:t>
      </w:r>
    </w:p>
    <w:p w:rsidR="007B2329" w:rsidRDefault="007B2329" w:rsidP="007B2329">
      <w:r>
        <w:t>389.3526</w:t>
      </w:r>
      <w:r>
        <w:tab/>
        <w:t>1.013e0</w:t>
      </w:r>
    </w:p>
    <w:p w:rsidR="007B2329" w:rsidRDefault="007B2329" w:rsidP="007B2329">
      <w:r>
        <w:t>389.3598</w:t>
      </w:r>
      <w:r>
        <w:tab/>
        <w:t>2.025e0</w:t>
      </w:r>
    </w:p>
    <w:p w:rsidR="007B2329" w:rsidRDefault="007B2329" w:rsidP="007B2329">
      <w:r>
        <w:t>389.3724</w:t>
      </w:r>
      <w:r>
        <w:tab/>
        <w:t>3.038e0</w:t>
      </w:r>
    </w:p>
    <w:p w:rsidR="007B2329" w:rsidRDefault="007B2329" w:rsidP="007B2329">
      <w:r>
        <w:t>389.3755</w:t>
      </w:r>
      <w:r>
        <w:tab/>
        <w:t>3.038e0</w:t>
      </w:r>
    </w:p>
    <w:p w:rsidR="007B2329" w:rsidRDefault="007B2329" w:rsidP="007B2329">
      <w:r>
        <w:t>389.4030</w:t>
      </w:r>
      <w:r>
        <w:tab/>
        <w:t>3.038e0</w:t>
      </w:r>
    </w:p>
    <w:p w:rsidR="007B2329" w:rsidRDefault="007B2329" w:rsidP="007B2329">
      <w:r>
        <w:t>389.4045</w:t>
      </w:r>
      <w:r>
        <w:tab/>
        <w:t>1.013e0</w:t>
      </w:r>
    </w:p>
    <w:p w:rsidR="007B2329" w:rsidRDefault="007B2329" w:rsidP="007B2329">
      <w:r>
        <w:t>389.4151</w:t>
      </w:r>
      <w:r>
        <w:tab/>
        <w:t>2.025e0</w:t>
      </w:r>
    </w:p>
    <w:p w:rsidR="007B2329" w:rsidRDefault="007B2329" w:rsidP="007B2329">
      <w:r>
        <w:lastRenderedPageBreak/>
        <w:t>389.4162</w:t>
      </w:r>
      <w:r>
        <w:tab/>
        <w:t>1.013e0</w:t>
      </w:r>
    </w:p>
    <w:p w:rsidR="007B2329" w:rsidRDefault="007B2329" w:rsidP="007B2329">
      <w:r>
        <w:t>389.4378</w:t>
      </w:r>
      <w:r>
        <w:tab/>
        <w:t>3.038e0</w:t>
      </w:r>
    </w:p>
    <w:p w:rsidR="007B2329" w:rsidRDefault="007B2329" w:rsidP="007B2329">
      <w:r>
        <w:t>389.4551</w:t>
      </w:r>
      <w:r>
        <w:tab/>
        <w:t>2.025e0</w:t>
      </w:r>
    </w:p>
    <w:p w:rsidR="007B2329" w:rsidRDefault="007B2329" w:rsidP="007B2329">
      <w:r>
        <w:t>389.4626</w:t>
      </w:r>
      <w:r>
        <w:tab/>
        <w:t>1.013e0</w:t>
      </w:r>
    </w:p>
    <w:p w:rsidR="007B2329" w:rsidRDefault="007B2329" w:rsidP="007B2329">
      <w:r>
        <w:t>389.4651</w:t>
      </w:r>
      <w:r>
        <w:tab/>
        <w:t>2.025e0</w:t>
      </w:r>
    </w:p>
    <w:p w:rsidR="007B2329" w:rsidRDefault="007B2329" w:rsidP="007B2329">
      <w:r>
        <w:t>389.4695</w:t>
      </w:r>
      <w:r>
        <w:tab/>
        <w:t>2.854e0</w:t>
      </w:r>
    </w:p>
    <w:p w:rsidR="007B2329" w:rsidRDefault="007B2329" w:rsidP="007B2329">
      <w:r>
        <w:t>389.4735</w:t>
      </w:r>
      <w:r>
        <w:tab/>
        <w:t>3.038e0</w:t>
      </w:r>
    </w:p>
    <w:p w:rsidR="007B2329" w:rsidRDefault="007B2329" w:rsidP="007B2329">
      <w:r>
        <w:t>389.4852</w:t>
      </w:r>
      <w:r>
        <w:tab/>
        <w:t>2.494e0</w:t>
      </w:r>
    </w:p>
    <w:p w:rsidR="007B2329" w:rsidRDefault="007B2329" w:rsidP="007B2329">
      <w:r>
        <w:t>389.4909</w:t>
      </w:r>
      <w:r>
        <w:tab/>
        <w:t>2.025e0</w:t>
      </w:r>
    </w:p>
    <w:p w:rsidR="007B2329" w:rsidRDefault="007B2329" w:rsidP="007B2329">
      <w:r>
        <w:t>389.5049</w:t>
      </w:r>
      <w:r>
        <w:tab/>
        <w:t>1.013e0</w:t>
      </w:r>
    </w:p>
    <w:p w:rsidR="007B2329" w:rsidRDefault="007B2329" w:rsidP="007B2329">
      <w:r>
        <w:t>389.5106</w:t>
      </w:r>
      <w:r>
        <w:tab/>
        <w:t>4.051e0</w:t>
      </w:r>
    </w:p>
    <w:p w:rsidR="007B2329" w:rsidRDefault="007B2329" w:rsidP="007B2329">
      <w:r>
        <w:t>389.5218</w:t>
      </w:r>
      <w:r>
        <w:tab/>
        <w:t>1.013e0</w:t>
      </w:r>
    </w:p>
    <w:p w:rsidR="007B2329" w:rsidRDefault="007B2329" w:rsidP="007B2329">
      <w:r>
        <w:t>389.5263</w:t>
      </w:r>
      <w:r>
        <w:tab/>
        <w:t>1.013e0</w:t>
      </w:r>
    </w:p>
    <w:p w:rsidR="007B2329" w:rsidRDefault="007B2329" w:rsidP="007B2329">
      <w:r>
        <w:t>389.5315</w:t>
      </w:r>
      <w:r>
        <w:tab/>
        <w:t>3.038e0</w:t>
      </w:r>
    </w:p>
    <w:p w:rsidR="007B2329" w:rsidRDefault="007B2329" w:rsidP="007B2329">
      <w:r>
        <w:t>389.5348</w:t>
      </w:r>
      <w:r>
        <w:tab/>
        <w:t>3.038e0</w:t>
      </w:r>
    </w:p>
    <w:p w:rsidR="007B2329" w:rsidRDefault="007B2329" w:rsidP="007B2329">
      <w:r>
        <w:t>389.5387</w:t>
      </w:r>
      <w:r>
        <w:tab/>
        <w:t>2.025e0</w:t>
      </w:r>
    </w:p>
    <w:p w:rsidR="007B2329" w:rsidRDefault="007B2329" w:rsidP="007B2329">
      <w:r>
        <w:t>389.5397</w:t>
      </w:r>
      <w:r>
        <w:tab/>
        <w:t>7.089e0</w:t>
      </w:r>
    </w:p>
    <w:p w:rsidR="007B2329" w:rsidRDefault="007B2329" w:rsidP="007B2329">
      <w:r>
        <w:t>389.5565</w:t>
      </w:r>
      <w:r>
        <w:tab/>
        <w:t>5.063e0</w:t>
      </w:r>
    </w:p>
    <w:p w:rsidR="007B2329" w:rsidRDefault="007B2329" w:rsidP="007B2329">
      <w:r>
        <w:t>389.5664</w:t>
      </w:r>
      <w:r>
        <w:tab/>
        <w:t>3.038e0</w:t>
      </w:r>
    </w:p>
    <w:p w:rsidR="007B2329" w:rsidRDefault="007B2329" w:rsidP="007B2329">
      <w:r>
        <w:lastRenderedPageBreak/>
        <w:t>389.5736</w:t>
      </w:r>
      <w:r>
        <w:tab/>
        <w:t>2.025e0</w:t>
      </w:r>
    </w:p>
    <w:p w:rsidR="007B2329" w:rsidRDefault="007B2329" w:rsidP="007B2329">
      <w:r>
        <w:t>389.5771</w:t>
      </w:r>
      <w:r>
        <w:tab/>
        <w:t>1.013e0</w:t>
      </w:r>
    </w:p>
    <w:p w:rsidR="007B2329" w:rsidRDefault="007B2329" w:rsidP="007B2329">
      <w:r>
        <w:t>389.5785</w:t>
      </w:r>
      <w:r>
        <w:tab/>
        <w:t>3.038e0</w:t>
      </w:r>
    </w:p>
    <w:p w:rsidR="007B2329" w:rsidRDefault="007B2329" w:rsidP="007B2329">
      <w:r>
        <w:t>389.6112</w:t>
      </w:r>
      <w:r>
        <w:tab/>
        <w:t>1.013e0</w:t>
      </w:r>
    </w:p>
    <w:p w:rsidR="007B2329" w:rsidRDefault="007B2329" w:rsidP="007B2329">
      <w:r>
        <w:t>389.6337</w:t>
      </w:r>
      <w:r>
        <w:tab/>
        <w:t>2.025e0</w:t>
      </w:r>
    </w:p>
    <w:p w:rsidR="007B2329" w:rsidRDefault="007B2329" w:rsidP="007B2329">
      <w:r>
        <w:t>389.6360</w:t>
      </w:r>
      <w:r>
        <w:tab/>
        <w:t>2.025e0</w:t>
      </w:r>
    </w:p>
    <w:p w:rsidR="007B2329" w:rsidRDefault="007B2329" w:rsidP="007B2329">
      <w:r>
        <w:t>389.6560</w:t>
      </w:r>
      <w:r>
        <w:tab/>
        <w:t>2.392e0</w:t>
      </w:r>
    </w:p>
    <w:p w:rsidR="007B2329" w:rsidRDefault="007B2329" w:rsidP="007B2329">
      <w:r>
        <w:t>389.6572</w:t>
      </w:r>
      <w:r>
        <w:tab/>
        <w:t>2.025e0</w:t>
      </w:r>
    </w:p>
    <w:p w:rsidR="007B2329" w:rsidRDefault="007B2329" w:rsidP="007B2329">
      <w:r>
        <w:t>389.6655</w:t>
      </w:r>
      <w:r>
        <w:tab/>
        <w:t>5.063e0</w:t>
      </w:r>
    </w:p>
    <w:p w:rsidR="007B2329" w:rsidRDefault="007B2329" w:rsidP="007B2329">
      <w:r>
        <w:t>389.6743</w:t>
      </w:r>
      <w:r>
        <w:tab/>
        <w:t>1.682e1</w:t>
      </w:r>
    </w:p>
    <w:p w:rsidR="007B2329" w:rsidRDefault="007B2329" w:rsidP="007B2329">
      <w:r>
        <w:t>389.6760</w:t>
      </w:r>
      <w:r>
        <w:tab/>
        <w:t>3.051e0</w:t>
      </w:r>
    </w:p>
    <w:p w:rsidR="007B2329" w:rsidRDefault="007B2329" w:rsidP="007B2329">
      <w:r>
        <w:t>389.6779</w:t>
      </w:r>
      <w:r>
        <w:tab/>
        <w:t>5.063e0</w:t>
      </w:r>
    </w:p>
    <w:p w:rsidR="007B2329" w:rsidRDefault="007B2329" w:rsidP="007B2329">
      <w:r>
        <w:t>389.6976</w:t>
      </w:r>
      <w:r>
        <w:tab/>
        <w:t>3.696e0</w:t>
      </w:r>
    </w:p>
    <w:p w:rsidR="007B2329" w:rsidRDefault="007B2329" w:rsidP="007B2329">
      <w:r>
        <w:t>389.6999</w:t>
      </w:r>
      <w:r>
        <w:tab/>
        <w:t>1.013e0</w:t>
      </w:r>
    </w:p>
    <w:p w:rsidR="007B2329" w:rsidRDefault="007B2329" w:rsidP="007B2329">
      <w:r>
        <w:t>389.7106</w:t>
      </w:r>
      <w:r>
        <w:tab/>
        <w:t>3.038e0</w:t>
      </w:r>
    </w:p>
    <w:p w:rsidR="007B2329" w:rsidRDefault="007B2329" w:rsidP="007B2329">
      <w:r>
        <w:t>389.7157</w:t>
      </w:r>
      <w:r>
        <w:tab/>
        <w:t>2.025e0</w:t>
      </w:r>
    </w:p>
    <w:p w:rsidR="007B2329" w:rsidRDefault="007B2329" w:rsidP="007B2329">
      <w:r>
        <w:t>389.7289</w:t>
      </w:r>
      <w:r>
        <w:tab/>
        <w:t>2.025e0</w:t>
      </w:r>
    </w:p>
    <w:p w:rsidR="007B2329" w:rsidRDefault="007B2329" w:rsidP="007B2329">
      <w:r>
        <w:t>389.7482</w:t>
      </w:r>
      <w:r>
        <w:tab/>
        <w:t>2.025e0</w:t>
      </w:r>
    </w:p>
    <w:p w:rsidR="007B2329" w:rsidRDefault="007B2329" w:rsidP="007B2329">
      <w:r>
        <w:t>389.7634</w:t>
      </w:r>
      <w:r>
        <w:tab/>
        <w:t>1.013e0</w:t>
      </w:r>
    </w:p>
    <w:p w:rsidR="007B2329" w:rsidRDefault="007B2329" w:rsidP="007B2329">
      <w:r>
        <w:lastRenderedPageBreak/>
        <w:t>389.7673</w:t>
      </w:r>
      <w:r>
        <w:tab/>
        <w:t>1.013e0</w:t>
      </w:r>
    </w:p>
    <w:p w:rsidR="007B2329" w:rsidRDefault="007B2329" w:rsidP="007B2329">
      <w:r>
        <w:t>389.7841</w:t>
      </w:r>
      <w:r>
        <w:tab/>
        <w:t>1.013e0</w:t>
      </w:r>
    </w:p>
    <w:p w:rsidR="007B2329" w:rsidRDefault="007B2329" w:rsidP="007B2329">
      <w:r>
        <w:t>389.7885</w:t>
      </w:r>
      <w:r>
        <w:tab/>
        <w:t>1.013e0</w:t>
      </w:r>
    </w:p>
    <w:p w:rsidR="007B2329" w:rsidRDefault="007B2329" w:rsidP="007B2329">
      <w:r>
        <w:t>389.7980</w:t>
      </w:r>
      <w:r>
        <w:tab/>
        <w:t>1.013e0</w:t>
      </w:r>
    </w:p>
    <w:p w:rsidR="007B2329" w:rsidRDefault="007B2329" w:rsidP="007B2329">
      <w:r>
        <w:t>389.8012</w:t>
      </w:r>
      <w:r>
        <w:tab/>
        <w:t>2.025e0</w:t>
      </w:r>
    </w:p>
    <w:p w:rsidR="007B2329" w:rsidRDefault="007B2329" w:rsidP="007B2329">
      <w:r>
        <w:t>389.8188</w:t>
      </w:r>
      <w:r>
        <w:tab/>
        <w:t>3.038e0</w:t>
      </w:r>
    </w:p>
    <w:p w:rsidR="007B2329" w:rsidRDefault="007B2329" w:rsidP="007B2329">
      <w:r>
        <w:t>389.8432</w:t>
      </w:r>
      <w:r>
        <w:tab/>
        <w:t>2.025e0</w:t>
      </w:r>
    </w:p>
    <w:p w:rsidR="007B2329" w:rsidRDefault="007B2329" w:rsidP="007B2329">
      <w:r>
        <w:t>389.8457</w:t>
      </w:r>
      <w:r>
        <w:tab/>
        <w:t>3.038e0</w:t>
      </w:r>
    </w:p>
    <w:p w:rsidR="007B2329" w:rsidRDefault="007B2329" w:rsidP="007B2329">
      <w:r>
        <w:t>389.8560</w:t>
      </w:r>
      <w:r>
        <w:tab/>
        <w:t>2.025e0</w:t>
      </w:r>
    </w:p>
    <w:p w:rsidR="007B2329" w:rsidRDefault="007B2329" w:rsidP="007B2329">
      <w:r>
        <w:t>389.8582</w:t>
      </w:r>
      <w:r>
        <w:tab/>
        <w:t>2.038e0</w:t>
      </w:r>
    </w:p>
    <w:p w:rsidR="007B2329" w:rsidRDefault="007B2329" w:rsidP="007B2329">
      <w:r>
        <w:t>389.8602</w:t>
      </w:r>
      <w:r>
        <w:tab/>
        <w:t>1.013e0</w:t>
      </w:r>
    </w:p>
    <w:p w:rsidR="007B2329" w:rsidRDefault="007B2329" w:rsidP="007B2329">
      <w:r>
        <w:t>389.8666</w:t>
      </w:r>
      <w:r>
        <w:tab/>
        <w:t>2.025e0</w:t>
      </w:r>
    </w:p>
    <w:p w:rsidR="007B2329" w:rsidRDefault="007B2329" w:rsidP="007B2329">
      <w:r>
        <w:t>389.8983</w:t>
      </w:r>
      <w:r>
        <w:tab/>
        <w:t>1.013e0</w:t>
      </w:r>
    </w:p>
    <w:p w:rsidR="007B2329" w:rsidRDefault="007B2329" w:rsidP="007B2329">
      <w:r>
        <w:t>389.9023</w:t>
      </w:r>
      <w:r>
        <w:tab/>
        <w:t>2.025e0</w:t>
      </w:r>
    </w:p>
    <w:p w:rsidR="007B2329" w:rsidRDefault="007B2329" w:rsidP="007B2329">
      <w:r>
        <w:t>389.9044</w:t>
      </w:r>
      <w:r>
        <w:tab/>
        <w:t>2.025e0</w:t>
      </w:r>
    </w:p>
    <w:p w:rsidR="007B2329" w:rsidRDefault="007B2329" w:rsidP="007B2329">
      <w:r>
        <w:t>389.9055</w:t>
      </w:r>
      <w:r>
        <w:tab/>
        <w:t>2.025e0</w:t>
      </w:r>
    </w:p>
    <w:p w:rsidR="007B2329" w:rsidRDefault="007B2329" w:rsidP="007B2329">
      <w:r>
        <w:t>389.9147</w:t>
      </w:r>
      <w:r>
        <w:tab/>
        <w:t>2.025e0</w:t>
      </w:r>
    </w:p>
    <w:p w:rsidR="007B2329" w:rsidRDefault="007B2329" w:rsidP="007B2329">
      <w:r>
        <w:t>389.9164</w:t>
      </w:r>
      <w:r>
        <w:tab/>
        <w:t>3.038e0</w:t>
      </w:r>
    </w:p>
    <w:p w:rsidR="007B2329" w:rsidRDefault="007B2329" w:rsidP="007B2329">
      <w:r>
        <w:t>389.9500</w:t>
      </w:r>
      <w:r>
        <w:tab/>
        <w:t>1.013e0</w:t>
      </w:r>
    </w:p>
    <w:p w:rsidR="007B2329" w:rsidRDefault="007B2329" w:rsidP="007B2329">
      <w:r>
        <w:lastRenderedPageBreak/>
        <w:t>389.9534</w:t>
      </w:r>
      <w:r>
        <w:tab/>
        <w:t>2.025e0</w:t>
      </w:r>
    </w:p>
    <w:p w:rsidR="007B2329" w:rsidRDefault="007B2329" w:rsidP="007B2329">
      <w:r>
        <w:t>389.9587</w:t>
      </w:r>
      <w:r>
        <w:tab/>
        <w:t>6.089e0</w:t>
      </w:r>
    </w:p>
    <w:p w:rsidR="007B2329" w:rsidRDefault="007B2329" w:rsidP="007B2329">
      <w:r>
        <w:t>389.9606</w:t>
      </w:r>
      <w:r>
        <w:tab/>
        <w:t>2.025e0</w:t>
      </w:r>
    </w:p>
    <w:p w:rsidR="007B2329" w:rsidRDefault="007B2329" w:rsidP="007B2329">
      <w:r>
        <w:t>389.9776</w:t>
      </w:r>
      <w:r>
        <w:tab/>
        <w:t>1.013e0</w:t>
      </w:r>
    </w:p>
    <w:p w:rsidR="007B2329" w:rsidRDefault="007B2329" w:rsidP="007B2329">
      <w:r>
        <w:t>389.9833</w:t>
      </w:r>
      <w:r>
        <w:tab/>
        <w:t>1.013e0</w:t>
      </w:r>
    </w:p>
    <w:p w:rsidR="007B2329" w:rsidRDefault="007B2329" w:rsidP="007B2329">
      <w:r>
        <w:t>389.9914</w:t>
      </w:r>
      <w:r>
        <w:tab/>
        <w:t>1.013e0</w:t>
      </w:r>
    </w:p>
    <w:p w:rsidR="007B2329" w:rsidRDefault="007B2329" w:rsidP="007B2329">
      <w:r>
        <w:t>390.0022</w:t>
      </w:r>
      <w:r>
        <w:tab/>
        <w:t>1.038e0</w:t>
      </w:r>
    </w:p>
    <w:p w:rsidR="007B2329" w:rsidRDefault="007B2329" w:rsidP="007B2329">
      <w:r>
        <w:t>390.0190</w:t>
      </w:r>
      <w:r>
        <w:tab/>
        <w:t>2.025e0</w:t>
      </w:r>
    </w:p>
    <w:p w:rsidR="007B2329" w:rsidRDefault="007B2329" w:rsidP="007B2329">
      <w:r>
        <w:t>390.0260</w:t>
      </w:r>
      <w:r>
        <w:tab/>
        <w:t>1.013e0</w:t>
      </w:r>
    </w:p>
    <w:p w:rsidR="007B2329" w:rsidRDefault="007B2329" w:rsidP="007B2329">
      <w:r>
        <w:t>390.0334</w:t>
      </w:r>
      <w:r>
        <w:tab/>
        <w:t>1.013e0</w:t>
      </w:r>
    </w:p>
    <w:p w:rsidR="007B2329" w:rsidRDefault="007B2329" w:rsidP="007B2329">
      <w:r>
        <w:t>390.0372</w:t>
      </w:r>
      <w:r>
        <w:tab/>
        <w:t>2.025e0</w:t>
      </w:r>
    </w:p>
    <w:p w:rsidR="007B2329" w:rsidRDefault="007B2329" w:rsidP="007B2329">
      <w:r>
        <w:t>390.0613</w:t>
      </w:r>
      <w:r>
        <w:tab/>
        <w:t>2.025e0</w:t>
      </w:r>
    </w:p>
    <w:p w:rsidR="007B2329" w:rsidRDefault="007B2329" w:rsidP="007B2329">
      <w:r>
        <w:t>390.0656</w:t>
      </w:r>
      <w:r>
        <w:tab/>
        <w:t>2.025e0</w:t>
      </w:r>
    </w:p>
    <w:p w:rsidR="007B2329" w:rsidRDefault="007B2329" w:rsidP="007B2329">
      <w:r>
        <w:t>390.0697</w:t>
      </w:r>
      <w:r>
        <w:tab/>
        <w:t>1.025e0</w:t>
      </w:r>
    </w:p>
    <w:p w:rsidR="007B2329" w:rsidRDefault="007B2329" w:rsidP="007B2329">
      <w:r>
        <w:t>390.0759</w:t>
      </w:r>
      <w:r>
        <w:tab/>
        <w:t>1.013e0</w:t>
      </w:r>
    </w:p>
    <w:p w:rsidR="007B2329" w:rsidRDefault="007B2329" w:rsidP="007B2329">
      <w:r>
        <w:t>390.0812</w:t>
      </w:r>
      <w:r>
        <w:tab/>
        <w:t>1.013e0</w:t>
      </w:r>
    </w:p>
    <w:p w:rsidR="007B2329" w:rsidRDefault="007B2329" w:rsidP="007B2329">
      <w:r>
        <w:t>390.0932</w:t>
      </w:r>
      <w:r>
        <w:tab/>
        <w:t>1.013e0</w:t>
      </w:r>
    </w:p>
    <w:p w:rsidR="007B2329" w:rsidRDefault="007B2329" w:rsidP="007B2329">
      <w:r>
        <w:t>390.0972</w:t>
      </w:r>
      <w:r>
        <w:tab/>
        <w:t>1.013e0</w:t>
      </w:r>
    </w:p>
    <w:p w:rsidR="007B2329" w:rsidRDefault="007B2329" w:rsidP="007B2329">
      <w:r>
        <w:t>390.1076</w:t>
      </w:r>
      <w:r>
        <w:tab/>
        <w:t>2.025e0</w:t>
      </w:r>
    </w:p>
    <w:p w:rsidR="007B2329" w:rsidRDefault="007B2329" w:rsidP="007B2329">
      <w:r>
        <w:lastRenderedPageBreak/>
        <w:t>390.1242</w:t>
      </w:r>
      <w:r>
        <w:tab/>
        <w:t>2.038e0</w:t>
      </w:r>
    </w:p>
    <w:p w:rsidR="007B2329" w:rsidRDefault="007B2329" w:rsidP="007B2329">
      <w:r>
        <w:t>390.1398</w:t>
      </w:r>
      <w:r>
        <w:tab/>
        <w:t>3.038e0</w:t>
      </w:r>
    </w:p>
    <w:p w:rsidR="007B2329" w:rsidRDefault="007B2329" w:rsidP="007B2329">
      <w:r>
        <w:t>390.1503</w:t>
      </w:r>
      <w:r>
        <w:tab/>
        <w:t>1.013e0</w:t>
      </w:r>
    </w:p>
    <w:p w:rsidR="007B2329" w:rsidRDefault="007B2329" w:rsidP="007B2329">
      <w:r>
        <w:t>390.1530</w:t>
      </w:r>
      <w:r>
        <w:tab/>
        <w:t>2.025e0</w:t>
      </w:r>
    </w:p>
    <w:p w:rsidR="007B2329" w:rsidRDefault="007B2329" w:rsidP="007B2329">
      <w:r>
        <w:t>390.1698</w:t>
      </w:r>
      <w:r>
        <w:tab/>
        <w:t>2.532e0</w:t>
      </w:r>
    </w:p>
    <w:p w:rsidR="007B2329" w:rsidRDefault="007B2329" w:rsidP="007B2329">
      <w:r>
        <w:t>390.1790</w:t>
      </w:r>
      <w:r>
        <w:tab/>
        <w:t>5.119e0</w:t>
      </w:r>
    </w:p>
    <w:p w:rsidR="007B2329" w:rsidRDefault="007B2329" w:rsidP="007B2329">
      <w:r>
        <w:t>390.1984</w:t>
      </w:r>
      <w:r>
        <w:tab/>
        <w:t>5.559e0</w:t>
      </w:r>
    </w:p>
    <w:p w:rsidR="007B2329" w:rsidRDefault="007B2329" w:rsidP="007B2329">
      <w:r>
        <w:t>390.2062</w:t>
      </w:r>
      <w:r>
        <w:tab/>
        <w:t>2.025e0</w:t>
      </w:r>
    </w:p>
    <w:p w:rsidR="007B2329" w:rsidRDefault="007B2329" w:rsidP="007B2329">
      <w:r>
        <w:t>390.2380</w:t>
      </w:r>
      <w:r>
        <w:tab/>
        <w:t>2.467e1</w:t>
      </w:r>
    </w:p>
    <w:p w:rsidR="007B2329" w:rsidRDefault="007B2329" w:rsidP="007B2329">
      <w:r>
        <w:t>390.2397</w:t>
      </w:r>
      <w:r>
        <w:tab/>
        <w:t>3.273e1</w:t>
      </w:r>
    </w:p>
    <w:p w:rsidR="007B2329" w:rsidRDefault="007B2329" w:rsidP="007B2329">
      <w:r>
        <w:t>390.2433</w:t>
      </w:r>
      <w:r>
        <w:tab/>
        <w:t>2.974e0</w:t>
      </w:r>
    </w:p>
    <w:p w:rsidR="007B2329" w:rsidRDefault="007B2329" w:rsidP="007B2329">
      <w:r>
        <w:t>390.2487</w:t>
      </w:r>
      <w:r>
        <w:tab/>
        <w:t>3.554e1</w:t>
      </w:r>
    </w:p>
    <w:p w:rsidR="007B2329" w:rsidRDefault="007B2329" w:rsidP="007B2329">
      <w:r>
        <w:t>390.2514</w:t>
      </w:r>
      <w:r>
        <w:tab/>
        <w:t>2.068e1</w:t>
      </w:r>
    </w:p>
    <w:p w:rsidR="007B2329" w:rsidRDefault="007B2329" w:rsidP="007B2329">
      <w:r>
        <w:t>390.2575</w:t>
      </w:r>
      <w:r>
        <w:tab/>
        <w:t>1.931e1</w:t>
      </w:r>
    </w:p>
    <w:p w:rsidR="007B2329" w:rsidRDefault="007B2329" w:rsidP="007B2329">
      <w:r>
        <w:t>390.2796</w:t>
      </w:r>
      <w:r>
        <w:tab/>
        <w:t>7.482e0</w:t>
      </w:r>
    </w:p>
    <w:p w:rsidR="007B2329" w:rsidRDefault="007B2329" w:rsidP="007B2329">
      <w:r>
        <w:t>390.2835</w:t>
      </w:r>
      <w:r>
        <w:tab/>
        <w:t>3.115e0</w:t>
      </w:r>
    </w:p>
    <w:p w:rsidR="007B2329" w:rsidRDefault="007B2329" w:rsidP="007B2329">
      <w:r>
        <w:t>390.2928</w:t>
      </w:r>
      <w:r>
        <w:tab/>
        <w:t>7.566e0</w:t>
      </w:r>
    </w:p>
    <w:p w:rsidR="007B2329" w:rsidRDefault="007B2329" w:rsidP="007B2329">
      <w:r>
        <w:t>390.3327</w:t>
      </w:r>
      <w:r>
        <w:tab/>
        <w:t>1.867e0</w:t>
      </w:r>
    </w:p>
    <w:p w:rsidR="007B2329" w:rsidRDefault="007B2329" w:rsidP="007B2329">
      <w:r>
        <w:t>390.3382</w:t>
      </w:r>
      <w:r>
        <w:tab/>
        <w:t>4.264e0</w:t>
      </w:r>
    </w:p>
    <w:p w:rsidR="007B2329" w:rsidRDefault="007B2329" w:rsidP="007B2329">
      <w:r>
        <w:lastRenderedPageBreak/>
        <w:t>390.3452</w:t>
      </w:r>
      <w:r>
        <w:tab/>
        <w:t>5.063e0</w:t>
      </w:r>
    </w:p>
    <w:p w:rsidR="007B2329" w:rsidRDefault="007B2329" w:rsidP="007B2329">
      <w:r>
        <w:t>390.3768</w:t>
      </w:r>
      <w:r>
        <w:tab/>
        <w:t>1.013e0</w:t>
      </w:r>
    </w:p>
    <w:p w:rsidR="007B2329" w:rsidRDefault="007B2329" w:rsidP="007B2329">
      <w:r>
        <w:t>390.3923</w:t>
      </w:r>
      <w:r>
        <w:tab/>
        <w:t>3.038e0</w:t>
      </w:r>
    </w:p>
    <w:p w:rsidR="007B2329" w:rsidRDefault="007B2329" w:rsidP="007B2329">
      <w:r>
        <w:t>390.3963</w:t>
      </w:r>
      <w:r>
        <w:tab/>
        <w:t>2.025e0</w:t>
      </w:r>
    </w:p>
    <w:p w:rsidR="007B2329" w:rsidRDefault="007B2329" w:rsidP="007B2329">
      <w:r>
        <w:t>390.3979</w:t>
      </w:r>
      <w:r>
        <w:tab/>
        <w:t>1.013e0</w:t>
      </w:r>
    </w:p>
    <w:p w:rsidR="007B2329" w:rsidRDefault="007B2329" w:rsidP="007B2329">
      <w:r>
        <w:t>390.4075</w:t>
      </w:r>
      <w:r>
        <w:tab/>
        <w:t>3.038e0</w:t>
      </w:r>
    </w:p>
    <w:p w:rsidR="007B2329" w:rsidRDefault="007B2329" w:rsidP="007B2329">
      <w:r>
        <w:t>390.4231</w:t>
      </w:r>
      <w:r>
        <w:tab/>
        <w:t>1.013e0</w:t>
      </w:r>
    </w:p>
    <w:p w:rsidR="007B2329" w:rsidRDefault="007B2329" w:rsidP="007B2329">
      <w:r>
        <w:t>390.4406</w:t>
      </w:r>
      <w:r>
        <w:tab/>
        <w:t>1.013e0</w:t>
      </w:r>
    </w:p>
    <w:p w:rsidR="007B2329" w:rsidRDefault="007B2329" w:rsidP="007B2329">
      <w:r>
        <w:t>390.4616</w:t>
      </w:r>
      <w:r>
        <w:tab/>
        <w:t>1.013e0</w:t>
      </w:r>
    </w:p>
    <w:p w:rsidR="007B2329" w:rsidRDefault="007B2329" w:rsidP="007B2329">
      <w:r>
        <w:t>390.4692</w:t>
      </w:r>
      <w:r>
        <w:tab/>
        <w:t>2.025e0</w:t>
      </w:r>
    </w:p>
    <w:p w:rsidR="007B2329" w:rsidRDefault="007B2329" w:rsidP="007B2329">
      <w:r>
        <w:t>390.4753</w:t>
      </w:r>
      <w:r>
        <w:tab/>
        <w:t>1.013e0</w:t>
      </w:r>
    </w:p>
    <w:p w:rsidR="007B2329" w:rsidRDefault="007B2329" w:rsidP="007B2329">
      <w:r>
        <w:t>390.4867</w:t>
      </w:r>
      <w:r>
        <w:tab/>
        <w:t>1.013e0</w:t>
      </w:r>
    </w:p>
    <w:p w:rsidR="007B2329" w:rsidRDefault="007B2329" w:rsidP="007B2329">
      <w:r>
        <w:t>390.4891</w:t>
      </w:r>
      <w:r>
        <w:tab/>
        <w:t>3.051e0</w:t>
      </w:r>
    </w:p>
    <w:p w:rsidR="007B2329" w:rsidRDefault="007B2329" w:rsidP="007B2329">
      <w:r>
        <w:t>390.4906</w:t>
      </w:r>
      <w:r>
        <w:tab/>
        <w:t>1.013e0</w:t>
      </w:r>
    </w:p>
    <w:p w:rsidR="007B2329" w:rsidRDefault="007B2329" w:rsidP="007B2329">
      <w:r>
        <w:t>390.4962</w:t>
      </w:r>
      <w:r>
        <w:tab/>
        <w:t>1.013e0</w:t>
      </w:r>
    </w:p>
    <w:p w:rsidR="007B2329" w:rsidRDefault="007B2329" w:rsidP="007B2329">
      <w:r>
        <w:t>390.5377</w:t>
      </w:r>
      <w:r>
        <w:tab/>
        <w:t>2.025e0</w:t>
      </w:r>
    </w:p>
    <w:p w:rsidR="007B2329" w:rsidRDefault="007B2329" w:rsidP="007B2329">
      <w:r>
        <w:t>390.5579</w:t>
      </w:r>
      <w:r>
        <w:tab/>
        <w:t>4.051e0</w:t>
      </w:r>
    </w:p>
    <w:p w:rsidR="007B2329" w:rsidRDefault="007B2329" w:rsidP="007B2329">
      <w:r>
        <w:t>390.5653</w:t>
      </w:r>
      <w:r>
        <w:tab/>
        <w:t>1.013e0</w:t>
      </w:r>
    </w:p>
    <w:p w:rsidR="007B2329" w:rsidRDefault="007B2329" w:rsidP="007B2329">
      <w:r>
        <w:t>390.5756</w:t>
      </w:r>
      <w:r>
        <w:tab/>
        <w:t>1.013e0</w:t>
      </w:r>
    </w:p>
    <w:p w:rsidR="007B2329" w:rsidRDefault="007B2329" w:rsidP="007B2329">
      <w:r>
        <w:lastRenderedPageBreak/>
        <w:t>390.5907</w:t>
      </w:r>
      <w:r>
        <w:tab/>
        <w:t>2.025e0</w:t>
      </w:r>
    </w:p>
    <w:p w:rsidR="007B2329" w:rsidRDefault="007B2329" w:rsidP="007B2329">
      <w:r>
        <w:t>390.5930</w:t>
      </w:r>
      <w:r>
        <w:tab/>
        <w:t>1.013e0</w:t>
      </w:r>
    </w:p>
    <w:p w:rsidR="007B2329" w:rsidRDefault="007B2329" w:rsidP="007B2329">
      <w:r>
        <w:t>390.6069</w:t>
      </w:r>
      <w:r>
        <w:tab/>
        <w:t>1.013e0</w:t>
      </w:r>
    </w:p>
    <w:p w:rsidR="007B2329" w:rsidRDefault="007B2329" w:rsidP="007B2329">
      <w:r>
        <w:t>390.6097</w:t>
      </w:r>
      <w:r>
        <w:tab/>
        <w:t>2.025e0</w:t>
      </w:r>
    </w:p>
    <w:p w:rsidR="007B2329" w:rsidRDefault="007B2329" w:rsidP="007B2329">
      <w:r>
        <w:t>390.6211</w:t>
      </w:r>
      <w:r>
        <w:tab/>
        <w:t>2.025e0</w:t>
      </w:r>
    </w:p>
    <w:p w:rsidR="007B2329" w:rsidRDefault="007B2329" w:rsidP="007B2329">
      <w:r>
        <w:t>390.6390</w:t>
      </w:r>
      <w:r>
        <w:tab/>
        <w:t>1.013e0</w:t>
      </w:r>
    </w:p>
    <w:p w:rsidR="007B2329" w:rsidRDefault="007B2329" w:rsidP="007B2329">
      <w:r>
        <w:t>390.6409</w:t>
      </w:r>
      <w:r>
        <w:tab/>
        <w:t>1.025e0</w:t>
      </w:r>
    </w:p>
    <w:p w:rsidR="007B2329" w:rsidRDefault="007B2329" w:rsidP="007B2329">
      <w:r>
        <w:t>390.6670</w:t>
      </w:r>
      <w:r>
        <w:tab/>
        <w:t>3.038e0</w:t>
      </w:r>
    </w:p>
    <w:p w:rsidR="007B2329" w:rsidRDefault="007B2329" w:rsidP="007B2329">
      <w:r>
        <w:t>390.6782</w:t>
      </w:r>
      <w:r>
        <w:tab/>
        <w:t>4.051e0</w:t>
      </w:r>
    </w:p>
    <w:p w:rsidR="007B2329" w:rsidRDefault="007B2329" w:rsidP="007B2329">
      <w:r>
        <w:t>390.6899</w:t>
      </w:r>
      <w:r>
        <w:tab/>
        <w:t>2.025e0</w:t>
      </w:r>
    </w:p>
    <w:p w:rsidR="007B2329" w:rsidRDefault="007B2329" w:rsidP="007B2329">
      <w:r>
        <w:t>390.6996</w:t>
      </w:r>
      <w:r>
        <w:tab/>
        <w:t>3.038e0</w:t>
      </w:r>
    </w:p>
    <w:p w:rsidR="007B2329" w:rsidRDefault="007B2329" w:rsidP="007B2329">
      <w:r>
        <w:t>390.7047</w:t>
      </w:r>
      <w:r>
        <w:tab/>
        <w:t>2.038e0</w:t>
      </w:r>
    </w:p>
    <w:p w:rsidR="007B2329" w:rsidRDefault="007B2329" w:rsidP="007B2329">
      <w:r>
        <w:t>390.7550</w:t>
      </w:r>
      <w:r>
        <w:tab/>
        <w:t>5.063e0</w:t>
      </w:r>
    </w:p>
    <w:p w:rsidR="007B2329" w:rsidRDefault="007B2329" w:rsidP="007B2329">
      <w:r>
        <w:t>390.7635</w:t>
      </w:r>
      <w:r>
        <w:tab/>
        <w:t>4.051e0</w:t>
      </w:r>
    </w:p>
    <w:p w:rsidR="007B2329" w:rsidRDefault="007B2329" w:rsidP="007B2329">
      <w:r>
        <w:t>390.7662</w:t>
      </w:r>
      <w:r>
        <w:tab/>
        <w:t>1.013e0</w:t>
      </w:r>
    </w:p>
    <w:p w:rsidR="007B2329" w:rsidRDefault="007B2329" w:rsidP="007B2329">
      <w:r>
        <w:t>390.7702</w:t>
      </w:r>
      <w:r>
        <w:tab/>
        <w:t>1.013e0</w:t>
      </w:r>
    </w:p>
    <w:p w:rsidR="007B2329" w:rsidRDefault="007B2329" w:rsidP="007B2329">
      <w:r>
        <w:t>390.8074</w:t>
      </w:r>
      <w:r>
        <w:tab/>
        <w:t>2.025e0</w:t>
      </w:r>
    </w:p>
    <w:p w:rsidR="007B2329" w:rsidRDefault="007B2329" w:rsidP="007B2329">
      <w:r>
        <w:t>390.8168</w:t>
      </w:r>
      <w:r>
        <w:tab/>
        <w:t>1.013e0</w:t>
      </w:r>
    </w:p>
    <w:p w:rsidR="007B2329" w:rsidRDefault="007B2329" w:rsidP="007B2329">
      <w:r>
        <w:t>390.8266</w:t>
      </w:r>
      <w:r>
        <w:tab/>
        <w:t>3.038e0</w:t>
      </w:r>
    </w:p>
    <w:p w:rsidR="007B2329" w:rsidRDefault="007B2329" w:rsidP="007B2329">
      <w:r>
        <w:lastRenderedPageBreak/>
        <w:t>390.8314</w:t>
      </w:r>
      <w:r>
        <w:tab/>
        <w:t>2.025e0</w:t>
      </w:r>
    </w:p>
    <w:p w:rsidR="007B2329" w:rsidRDefault="007B2329" w:rsidP="007B2329">
      <w:r>
        <w:t>390.8862</w:t>
      </w:r>
      <w:r>
        <w:tab/>
        <w:t>2.025e0</w:t>
      </w:r>
    </w:p>
    <w:p w:rsidR="007B2329" w:rsidRDefault="007B2329" w:rsidP="007B2329">
      <w:r>
        <w:t>390.8874</w:t>
      </w:r>
      <w:r>
        <w:tab/>
        <w:t>2.025e0</w:t>
      </w:r>
    </w:p>
    <w:p w:rsidR="007B2329" w:rsidRDefault="007B2329" w:rsidP="007B2329">
      <w:r>
        <w:t>390.8949</w:t>
      </w:r>
      <w:r>
        <w:tab/>
        <w:t>5.063e0</w:t>
      </w:r>
    </w:p>
    <w:p w:rsidR="007B2329" w:rsidRDefault="007B2329" w:rsidP="007B2329">
      <w:r>
        <w:t>390.8996</w:t>
      </w:r>
      <w:r>
        <w:tab/>
        <w:t>3.038e0</w:t>
      </w:r>
    </w:p>
    <w:p w:rsidR="007B2329" w:rsidRDefault="007B2329" w:rsidP="007B2329">
      <w:r>
        <w:t>390.9015</w:t>
      </w:r>
      <w:r>
        <w:tab/>
        <w:t>1.013e0</w:t>
      </w:r>
    </w:p>
    <w:p w:rsidR="007B2329" w:rsidRDefault="007B2329" w:rsidP="007B2329">
      <w:r>
        <w:t>390.9054</w:t>
      </w:r>
      <w:r>
        <w:tab/>
        <w:t>1.013e0</w:t>
      </w:r>
    </w:p>
    <w:p w:rsidR="007B2329" w:rsidRDefault="007B2329" w:rsidP="007B2329">
      <w:r>
        <w:t>390.9366</w:t>
      </w:r>
      <w:r>
        <w:tab/>
        <w:t>6.076e0</w:t>
      </w:r>
    </w:p>
    <w:p w:rsidR="007B2329" w:rsidRDefault="007B2329" w:rsidP="007B2329">
      <w:r>
        <w:t>390.9548</w:t>
      </w:r>
      <w:r>
        <w:tab/>
        <w:t>2.305e0</w:t>
      </w:r>
    </w:p>
    <w:p w:rsidR="007B2329" w:rsidRDefault="007B2329" w:rsidP="007B2329">
      <w:r>
        <w:t>390.9599</w:t>
      </w:r>
      <w:r>
        <w:tab/>
        <w:t>4.051e0</w:t>
      </w:r>
    </w:p>
    <w:p w:rsidR="007B2329" w:rsidRDefault="007B2329" w:rsidP="007B2329">
      <w:r>
        <w:t>390.9738</w:t>
      </w:r>
      <w:r>
        <w:tab/>
        <w:t>1.013e0</w:t>
      </w:r>
    </w:p>
    <w:p w:rsidR="007B2329" w:rsidRDefault="007B2329" w:rsidP="007B2329">
      <w:r>
        <w:t>390.9811</w:t>
      </w:r>
      <w:r>
        <w:tab/>
        <w:t>2.025e0</w:t>
      </w:r>
    </w:p>
    <w:p w:rsidR="007B2329" w:rsidRDefault="007B2329" w:rsidP="007B2329">
      <w:r>
        <w:t>390.9864</w:t>
      </w:r>
      <w:r>
        <w:tab/>
        <w:t>1.013e0</w:t>
      </w:r>
    </w:p>
    <w:p w:rsidR="007B2329" w:rsidRDefault="007B2329" w:rsidP="007B2329">
      <w:r>
        <w:t>391.0024</w:t>
      </w:r>
      <w:r>
        <w:tab/>
        <w:t>2.025e0</w:t>
      </w:r>
    </w:p>
    <w:p w:rsidR="007B2329" w:rsidRDefault="007B2329" w:rsidP="007B2329">
      <w:r>
        <w:t>391.0325</w:t>
      </w:r>
      <w:r>
        <w:tab/>
        <w:t>6.076e0</w:t>
      </w:r>
    </w:p>
    <w:p w:rsidR="007B2329" w:rsidRDefault="007B2329" w:rsidP="007B2329">
      <w:r>
        <w:t>391.0431</w:t>
      </w:r>
      <w:r>
        <w:tab/>
        <w:t>5.063e0</w:t>
      </w:r>
    </w:p>
    <w:p w:rsidR="007B2329" w:rsidRDefault="007B2329" w:rsidP="007B2329">
      <w:r>
        <w:t>391.0558</w:t>
      </w:r>
      <w:r>
        <w:tab/>
        <w:t>4.063e0</w:t>
      </w:r>
    </w:p>
    <w:p w:rsidR="007B2329" w:rsidRDefault="007B2329" w:rsidP="007B2329">
      <w:r>
        <w:t>391.0621</w:t>
      </w:r>
      <w:r>
        <w:tab/>
        <w:t>2.025e0</w:t>
      </w:r>
    </w:p>
    <w:p w:rsidR="007B2329" w:rsidRDefault="007B2329" w:rsidP="007B2329">
      <w:r>
        <w:t>391.0710</w:t>
      </w:r>
      <w:r>
        <w:tab/>
        <w:t>3.038e0</w:t>
      </w:r>
    </w:p>
    <w:p w:rsidR="007B2329" w:rsidRDefault="007B2329" w:rsidP="007B2329">
      <w:r>
        <w:lastRenderedPageBreak/>
        <w:t>391.0847</w:t>
      </w:r>
      <w:r>
        <w:tab/>
        <w:t>3.970e0</w:t>
      </w:r>
    </w:p>
    <w:p w:rsidR="007B2329" w:rsidRDefault="007B2329" w:rsidP="007B2329">
      <w:r>
        <w:t>391.1348</w:t>
      </w:r>
      <w:r>
        <w:tab/>
        <w:t>3.255e0</w:t>
      </w:r>
    </w:p>
    <w:p w:rsidR="007B2329" w:rsidRDefault="007B2329" w:rsidP="007B2329">
      <w:r>
        <w:t>391.1372</w:t>
      </w:r>
      <w:r>
        <w:tab/>
        <w:t>2.025e0</w:t>
      </w:r>
    </w:p>
    <w:p w:rsidR="007B2329" w:rsidRDefault="007B2329" w:rsidP="007B2329">
      <w:r>
        <w:t>391.1538</w:t>
      </w:r>
      <w:r>
        <w:tab/>
        <w:t>2.025e0</w:t>
      </w:r>
    </w:p>
    <w:p w:rsidR="007B2329" w:rsidRDefault="007B2329" w:rsidP="007B2329">
      <w:r>
        <w:t>391.1556</w:t>
      </w:r>
      <w:r>
        <w:tab/>
        <w:t>1.887e0</w:t>
      </w:r>
    </w:p>
    <w:p w:rsidR="007B2329" w:rsidRDefault="007B2329" w:rsidP="007B2329">
      <w:r>
        <w:t>391.1582</w:t>
      </w:r>
      <w:r>
        <w:tab/>
        <w:t>2.025e0</w:t>
      </w:r>
    </w:p>
    <w:p w:rsidR="007B2329" w:rsidRDefault="007B2329" w:rsidP="007B2329">
      <w:r>
        <w:t>391.1639</w:t>
      </w:r>
      <w:r>
        <w:tab/>
        <w:t>1.013e0</w:t>
      </w:r>
    </w:p>
    <w:p w:rsidR="007B2329" w:rsidRDefault="007B2329" w:rsidP="007B2329">
      <w:r>
        <w:t>391.1674</w:t>
      </w:r>
      <w:r>
        <w:tab/>
        <w:t>2.085e0</w:t>
      </w:r>
    </w:p>
    <w:p w:rsidR="007B2329" w:rsidRDefault="007B2329" w:rsidP="007B2329">
      <w:r>
        <w:t>391.1927</w:t>
      </w:r>
      <w:r>
        <w:tab/>
        <w:t>1.114e1</w:t>
      </w:r>
    </w:p>
    <w:p w:rsidR="007B2329" w:rsidRDefault="007B2329" w:rsidP="007B2329">
      <w:r>
        <w:t>391.1980</w:t>
      </w:r>
      <w:r>
        <w:tab/>
        <w:t>2.234e0</w:t>
      </w:r>
    </w:p>
    <w:p w:rsidR="007B2329" w:rsidRDefault="007B2329" w:rsidP="007B2329">
      <w:r>
        <w:t>391.2031</w:t>
      </w:r>
      <w:r>
        <w:tab/>
        <w:t>1.175e1</w:t>
      </w:r>
    </w:p>
    <w:p w:rsidR="007B2329" w:rsidRDefault="007B2329" w:rsidP="007B2329">
      <w:r>
        <w:t>391.2044</w:t>
      </w:r>
      <w:r>
        <w:tab/>
        <w:t>9.054e0</w:t>
      </w:r>
    </w:p>
    <w:p w:rsidR="007B2329" w:rsidRDefault="007B2329" w:rsidP="007B2329">
      <w:r>
        <w:t>391.2067</w:t>
      </w:r>
      <w:r>
        <w:tab/>
        <w:t>3.688e0</w:t>
      </w:r>
    </w:p>
    <w:p w:rsidR="007B2329" w:rsidRDefault="007B2329" w:rsidP="007B2329">
      <w:r>
        <w:t>391.2153</w:t>
      </w:r>
      <w:r>
        <w:tab/>
        <w:t>4.641e0</w:t>
      </w:r>
    </w:p>
    <w:p w:rsidR="007B2329" w:rsidRDefault="007B2329" w:rsidP="007B2329">
      <w:r>
        <w:t>391.2827</w:t>
      </w:r>
      <w:r>
        <w:tab/>
        <w:t>1.574e1</w:t>
      </w:r>
    </w:p>
    <w:p w:rsidR="007B2329" w:rsidRDefault="007B2329" w:rsidP="007B2329">
      <w:r>
        <w:t>391.2841</w:t>
      </w:r>
      <w:r>
        <w:tab/>
        <w:t>2.081e0</w:t>
      </w:r>
    </w:p>
    <w:p w:rsidR="007B2329" w:rsidRDefault="007B2329" w:rsidP="007B2329">
      <w:r>
        <w:t>391.2922</w:t>
      </w:r>
      <w:r>
        <w:tab/>
        <w:t>8.910e0</w:t>
      </w:r>
    </w:p>
    <w:p w:rsidR="007B2329" w:rsidRDefault="007B2329" w:rsidP="007B2329">
      <w:r>
        <w:t>391.3048</w:t>
      </w:r>
      <w:r>
        <w:tab/>
        <w:t>4.878e0</w:t>
      </w:r>
    </w:p>
    <w:p w:rsidR="007B2329" w:rsidRDefault="007B2329" w:rsidP="007B2329">
      <w:r>
        <w:t>391.3194</w:t>
      </w:r>
      <w:r>
        <w:tab/>
        <w:t>3.884e0</w:t>
      </w:r>
    </w:p>
    <w:p w:rsidR="007B2329" w:rsidRDefault="007B2329" w:rsidP="007B2329">
      <w:r>
        <w:lastRenderedPageBreak/>
        <w:t>391.3588</w:t>
      </w:r>
      <w:r>
        <w:tab/>
        <w:t>2.025e0</w:t>
      </w:r>
    </w:p>
    <w:p w:rsidR="007B2329" w:rsidRDefault="007B2329" w:rsidP="007B2329">
      <w:r>
        <w:t>391.3694</w:t>
      </w:r>
      <w:r>
        <w:tab/>
        <w:t>1.025e0</w:t>
      </w:r>
    </w:p>
    <w:p w:rsidR="007B2329" w:rsidRDefault="007B2329" w:rsidP="007B2329">
      <w:r>
        <w:t>391.3733</w:t>
      </w:r>
      <w:r>
        <w:tab/>
        <w:t>2.025e0</w:t>
      </w:r>
    </w:p>
    <w:p w:rsidR="007B2329" w:rsidRDefault="007B2329" w:rsidP="007B2329">
      <w:r>
        <w:t>391.3770</w:t>
      </w:r>
      <w:r>
        <w:tab/>
        <w:t>3.038e0</w:t>
      </w:r>
    </w:p>
    <w:p w:rsidR="007B2329" w:rsidRDefault="007B2329" w:rsidP="007B2329">
      <w:r>
        <w:t>391.3907</w:t>
      </w:r>
      <w:r>
        <w:tab/>
        <w:t>4.051e0</w:t>
      </w:r>
    </w:p>
    <w:p w:rsidR="007B2329" w:rsidRDefault="007B2329" w:rsidP="007B2329">
      <w:r>
        <w:t>391.3926</w:t>
      </w:r>
      <w:r>
        <w:tab/>
        <w:t>2.025e0</w:t>
      </w:r>
    </w:p>
    <w:p w:rsidR="007B2329" w:rsidRDefault="007B2329" w:rsidP="007B2329">
      <w:r>
        <w:t>391.4014</w:t>
      </w:r>
      <w:r>
        <w:tab/>
        <w:t>1.013e0</w:t>
      </w:r>
    </w:p>
    <w:p w:rsidR="007B2329" w:rsidRDefault="007B2329" w:rsidP="007B2329">
      <w:r>
        <w:t>391.4434</w:t>
      </w:r>
      <w:r>
        <w:tab/>
        <w:t>4.051e0</w:t>
      </w:r>
    </w:p>
    <w:p w:rsidR="007B2329" w:rsidRDefault="007B2329" w:rsidP="007B2329">
      <w:r>
        <w:t>391.4519</w:t>
      </w:r>
      <w:r>
        <w:tab/>
        <w:t>1.013e0</w:t>
      </w:r>
    </w:p>
    <w:p w:rsidR="007B2329" w:rsidRDefault="007B2329" w:rsidP="007B2329">
      <w:r>
        <w:t>391.4750</w:t>
      </w:r>
      <w:r>
        <w:tab/>
        <w:t>2.025e0</w:t>
      </w:r>
    </w:p>
    <w:p w:rsidR="007B2329" w:rsidRDefault="007B2329" w:rsidP="007B2329">
      <w:r>
        <w:t>391.4776</w:t>
      </w:r>
      <w:r>
        <w:tab/>
        <w:t>2.025e0</w:t>
      </w:r>
    </w:p>
    <w:p w:rsidR="007B2329" w:rsidRDefault="007B2329" w:rsidP="007B2329">
      <w:r>
        <w:t>391.4795</w:t>
      </w:r>
      <w:r>
        <w:tab/>
        <w:t>3.038e0</w:t>
      </w:r>
    </w:p>
    <w:p w:rsidR="007B2329" w:rsidRDefault="007B2329" w:rsidP="007B2329">
      <w:r>
        <w:t>391.5075</w:t>
      </w:r>
      <w:r>
        <w:tab/>
        <w:t>1.013e0</w:t>
      </w:r>
    </w:p>
    <w:p w:rsidR="007B2329" w:rsidRDefault="007B2329" w:rsidP="007B2329">
      <w:r>
        <w:t>391.5181</w:t>
      </w:r>
      <w:r>
        <w:tab/>
        <w:t>1.025e0</w:t>
      </w:r>
    </w:p>
    <w:p w:rsidR="007B2329" w:rsidRDefault="007B2329" w:rsidP="007B2329">
      <w:r>
        <w:t>391.5324</w:t>
      </w:r>
      <w:r>
        <w:tab/>
        <w:t>1.013e0</w:t>
      </w:r>
    </w:p>
    <w:p w:rsidR="007B2329" w:rsidRDefault="007B2329" w:rsidP="007B2329">
      <w:r>
        <w:t>391.5468</w:t>
      </w:r>
      <w:r>
        <w:tab/>
        <w:t>3.038e0</w:t>
      </w:r>
    </w:p>
    <w:p w:rsidR="007B2329" w:rsidRDefault="007B2329" w:rsidP="007B2329">
      <w:r>
        <w:t>391.5628</w:t>
      </w:r>
      <w:r>
        <w:tab/>
        <w:t>2.025e0</w:t>
      </w:r>
    </w:p>
    <w:p w:rsidR="007B2329" w:rsidRDefault="007B2329" w:rsidP="007B2329">
      <w:r>
        <w:t>391.5788</w:t>
      </w:r>
      <w:r>
        <w:tab/>
        <w:t>1.013e0</w:t>
      </w:r>
    </w:p>
    <w:p w:rsidR="007B2329" w:rsidRDefault="007B2329" w:rsidP="007B2329">
      <w:r>
        <w:t>391.5799</w:t>
      </w:r>
      <w:r>
        <w:tab/>
        <w:t>2.025e0</w:t>
      </w:r>
    </w:p>
    <w:p w:rsidR="007B2329" w:rsidRDefault="007B2329" w:rsidP="007B2329">
      <w:r>
        <w:lastRenderedPageBreak/>
        <w:t>391.5945</w:t>
      </w:r>
      <w:r>
        <w:tab/>
        <w:t>3.038e0</w:t>
      </w:r>
    </w:p>
    <w:p w:rsidR="007B2329" w:rsidRDefault="007B2329" w:rsidP="007B2329">
      <w:r>
        <w:t>391.6046</w:t>
      </w:r>
      <w:r>
        <w:tab/>
        <w:t>1.013e0</w:t>
      </w:r>
    </w:p>
    <w:p w:rsidR="007B2329" w:rsidRDefault="007B2329" w:rsidP="007B2329">
      <w:r>
        <w:t>391.6213</w:t>
      </w:r>
      <w:r>
        <w:tab/>
        <w:t>1.013e0</w:t>
      </w:r>
    </w:p>
    <w:p w:rsidR="007B2329" w:rsidRDefault="007B2329" w:rsidP="007B2329">
      <w:r>
        <w:t>391.6366</w:t>
      </w:r>
      <w:r>
        <w:tab/>
        <w:t>2.025e0</w:t>
      </w:r>
    </w:p>
    <w:p w:rsidR="007B2329" w:rsidRDefault="007B2329" w:rsidP="007B2329">
      <w:r>
        <w:t>391.6388</w:t>
      </w:r>
      <w:r>
        <w:tab/>
        <w:t>1.013e0</w:t>
      </w:r>
    </w:p>
    <w:p w:rsidR="007B2329" w:rsidRDefault="007B2329" w:rsidP="007B2329">
      <w:r>
        <w:t>391.6531</w:t>
      </w:r>
      <w:r>
        <w:tab/>
        <w:t>1.013e0</w:t>
      </w:r>
    </w:p>
    <w:p w:rsidR="007B2329" w:rsidRDefault="007B2329" w:rsidP="007B2329">
      <w:r>
        <w:t>391.6669</w:t>
      </w:r>
      <w:r>
        <w:tab/>
        <w:t>3.038e0</w:t>
      </w:r>
    </w:p>
    <w:p w:rsidR="007B2329" w:rsidRDefault="007B2329" w:rsidP="007B2329">
      <w:r>
        <w:t>391.6884</w:t>
      </w:r>
      <w:r>
        <w:tab/>
        <w:t>3.038e0</w:t>
      </w:r>
    </w:p>
    <w:p w:rsidR="007B2329" w:rsidRDefault="007B2329" w:rsidP="007B2329">
      <w:r>
        <w:t>391.6945</w:t>
      </w:r>
      <w:r>
        <w:tab/>
        <w:t>2.025e0</w:t>
      </w:r>
    </w:p>
    <w:p w:rsidR="007B2329" w:rsidRDefault="007B2329" w:rsidP="007B2329">
      <w:r>
        <w:t>391.7003</w:t>
      </w:r>
      <w:r>
        <w:tab/>
        <w:t>3.038e0</w:t>
      </w:r>
    </w:p>
    <w:p w:rsidR="007B2329" w:rsidRDefault="007B2329" w:rsidP="007B2329">
      <w:r>
        <w:t>391.7167</w:t>
      </w:r>
      <w:r>
        <w:tab/>
        <w:t>2.025e0</w:t>
      </w:r>
    </w:p>
    <w:p w:rsidR="007B2329" w:rsidRDefault="007B2329" w:rsidP="007B2329">
      <w:r>
        <w:t>391.7363</w:t>
      </w:r>
      <w:r>
        <w:tab/>
        <w:t>2.025e0</w:t>
      </w:r>
    </w:p>
    <w:p w:rsidR="007B2329" w:rsidRDefault="007B2329" w:rsidP="007B2329">
      <w:r>
        <w:t>391.7423</w:t>
      </w:r>
      <w:r>
        <w:tab/>
        <w:t>3.038e0</w:t>
      </w:r>
    </w:p>
    <w:p w:rsidR="007B2329" w:rsidRDefault="007B2329" w:rsidP="007B2329">
      <w:r>
        <w:t>391.7526</w:t>
      </w:r>
      <w:r>
        <w:tab/>
        <w:t>1.013e0</w:t>
      </w:r>
    </w:p>
    <w:p w:rsidR="007B2329" w:rsidRDefault="007B2329" w:rsidP="007B2329">
      <w:r>
        <w:t>391.7779</w:t>
      </w:r>
      <w:r>
        <w:tab/>
        <w:t>1.013e0</w:t>
      </w:r>
    </w:p>
    <w:p w:rsidR="007B2329" w:rsidRDefault="007B2329" w:rsidP="007B2329">
      <w:r>
        <w:t>391.7912</w:t>
      </w:r>
      <w:r>
        <w:tab/>
        <w:t>1.013e0</w:t>
      </w:r>
    </w:p>
    <w:p w:rsidR="007B2329" w:rsidRDefault="007B2329" w:rsidP="007B2329">
      <w:r>
        <w:t>391.8232</w:t>
      </w:r>
      <w:r>
        <w:tab/>
        <w:t>2.025e0</w:t>
      </w:r>
    </w:p>
    <w:p w:rsidR="007B2329" w:rsidRDefault="007B2329" w:rsidP="007B2329">
      <w:r>
        <w:t>391.8265</w:t>
      </w:r>
      <w:r>
        <w:tab/>
        <w:t>2.025e0</w:t>
      </w:r>
    </w:p>
    <w:p w:rsidR="007B2329" w:rsidRDefault="007B2329" w:rsidP="007B2329">
      <w:r>
        <w:t>391.8334</w:t>
      </w:r>
      <w:r>
        <w:tab/>
        <w:t>1.013e0</w:t>
      </w:r>
    </w:p>
    <w:p w:rsidR="007B2329" w:rsidRDefault="007B2329" w:rsidP="007B2329">
      <w:r>
        <w:lastRenderedPageBreak/>
        <w:t>391.8374</w:t>
      </w:r>
      <w:r>
        <w:tab/>
        <w:t>2.025e0</w:t>
      </w:r>
    </w:p>
    <w:p w:rsidR="007B2329" w:rsidRDefault="007B2329" w:rsidP="007B2329">
      <w:r>
        <w:t>391.8455</w:t>
      </w:r>
      <w:r>
        <w:tab/>
        <w:t>3.038e0</w:t>
      </w:r>
    </w:p>
    <w:p w:rsidR="007B2329" w:rsidRDefault="007B2329" w:rsidP="007B2329">
      <w:r>
        <w:t>391.8488</w:t>
      </w:r>
      <w:r>
        <w:tab/>
        <w:t>3.038e0</w:t>
      </w:r>
    </w:p>
    <w:p w:rsidR="007B2329" w:rsidRDefault="007B2329" w:rsidP="007B2329">
      <w:r>
        <w:t>391.8539</w:t>
      </w:r>
      <w:r>
        <w:tab/>
        <w:t>4.051e0</w:t>
      </w:r>
    </w:p>
    <w:p w:rsidR="007B2329" w:rsidRDefault="007B2329" w:rsidP="007B2329">
      <w:r>
        <w:t>391.8626</w:t>
      </w:r>
      <w:r>
        <w:tab/>
        <w:t>1.013e0</w:t>
      </w:r>
    </w:p>
    <w:p w:rsidR="007B2329" w:rsidRDefault="007B2329" w:rsidP="007B2329">
      <w:r>
        <w:t>391.8659</w:t>
      </w:r>
      <w:r>
        <w:tab/>
        <w:t>2.025e0</w:t>
      </w:r>
    </w:p>
    <w:p w:rsidR="007B2329" w:rsidRDefault="007B2329" w:rsidP="007B2329">
      <w:r>
        <w:t>391.8944</w:t>
      </w:r>
      <w:r>
        <w:tab/>
        <w:t>2.025e0</w:t>
      </w:r>
    </w:p>
    <w:p w:rsidR="007B2329" w:rsidRDefault="007B2329" w:rsidP="007B2329">
      <w:r>
        <w:t>391.9080</w:t>
      </w:r>
      <w:r>
        <w:tab/>
        <w:t>2.025e0</w:t>
      </w:r>
    </w:p>
    <w:p w:rsidR="007B2329" w:rsidRDefault="007B2329" w:rsidP="007B2329">
      <w:r>
        <w:t>391.9224</w:t>
      </w:r>
      <w:r>
        <w:tab/>
        <w:t>1.013e0</w:t>
      </w:r>
    </w:p>
    <w:p w:rsidR="007B2329" w:rsidRDefault="007B2329" w:rsidP="007B2329">
      <w:r>
        <w:t>391.9514</w:t>
      </w:r>
      <w:r>
        <w:tab/>
        <w:t>1.013e0</w:t>
      </w:r>
    </w:p>
    <w:p w:rsidR="007B2329" w:rsidRDefault="007B2329" w:rsidP="007B2329">
      <w:r>
        <w:t>391.9651</w:t>
      </w:r>
      <w:r>
        <w:tab/>
        <w:t>1.013e0</w:t>
      </w:r>
    </w:p>
    <w:p w:rsidR="007B2329" w:rsidRDefault="007B2329" w:rsidP="007B2329">
      <w:r>
        <w:t>391.9791</w:t>
      </w:r>
      <w:r>
        <w:tab/>
        <w:t>1.013e0</w:t>
      </w:r>
    </w:p>
    <w:p w:rsidR="007B2329" w:rsidRDefault="007B2329" w:rsidP="007B2329">
      <w:r>
        <w:t>391.9861</w:t>
      </w:r>
      <w:r>
        <w:tab/>
        <w:t>2.025e0</w:t>
      </w:r>
    </w:p>
    <w:p w:rsidR="007B2329" w:rsidRDefault="007B2329" w:rsidP="007B2329">
      <w:r>
        <w:t>392.0342</w:t>
      </w:r>
      <w:r>
        <w:tab/>
        <w:t>2.025e0</w:t>
      </w:r>
    </w:p>
    <w:p w:rsidR="007B2329" w:rsidRDefault="007B2329" w:rsidP="007B2329">
      <w:r>
        <w:t>392.0520</w:t>
      </w:r>
      <w:r>
        <w:tab/>
        <w:t>2.025e0</w:t>
      </w:r>
    </w:p>
    <w:p w:rsidR="007B2329" w:rsidRDefault="007B2329" w:rsidP="007B2329">
      <w:r>
        <w:t>392.0624</w:t>
      </w:r>
      <w:r>
        <w:tab/>
        <w:t>2.025e0</w:t>
      </w:r>
    </w:p>
    <w:p w:rsidR="007B2329" w:rsidRDefault="007B2329" w:rsidP="007B2329">
      <w:r>
        <w:t>392.0694</w:t>
      </w:r>
      <w:r>
        <w:tab/>
        <w:t>1.013e0</w:t>
      </w:r>
    </w:p>
    <w:p w:rsidR="007B2329" w:rsidRDefault="007B2329" w:rsidP="007B2329">
      <w:r>
        <w:t>392.0733</w:t>
      </w:r>
      <w:r>
        <w:tab/>
        <w:t>2.025e0</w:t>
      </w:r>
    </w:p>
    <w:p w:rsidR="007B2329" w:rsidRDefault="007B2329" w:rsidP="007B2329">
      <w:r>
        <w:t>392.0760</w:t>
      </w:r>
      <w:r>
        <w:tab/>
        <w:t>2.025e0</w:t>
      </w:r>
    </w:p>
    <w:p w:rsidR="007B2329" w:rsidRDefault="007B2329" w:rsidP="007B2329">
      <w:r>
        <w:lastRenderedPageBreak/>
        <w:t>392.1001</w:t>
      </w:r>
      <w:r>
        <w:tab/>
        <w:t>2.025e0</w:t>
      </w:r>
    </w:p>
    <w:p w:rsidR="007B2329" w:rsidRDefault="007B2329" w:rsidP="007B2329">
      <w:r>
        <w:t>392.1388</w:t>
      </w:r>
      <w:r>
        <w:tab/>
        <w:t>2.025e0</w:t>
      </w:r>
    </w:p>
    <w:p w:rsidR="007B2329" w:rsidRDefault="007B2329" w:rsidP="007B2329">
      <w:r>
        <w:t>392.1791</w:t>
      </w:r>
      <w:r>
        <w:tab/>
        <w:t>4.051e0</w:t>
      </w:r>
    </w:p>
    <w:p w:rsidR="007B2329" w:rsidRDefault="007B2329" w:rsidP="007B2329">
      <w:r>
        <w:t>392.1845</w:t>
      </w:r>
      <w:r>
        <w:tab/>
        <w:t>8.794e1</w:t>
      </w:r>
    </w:p>
    <w:p w:rsidR="007B2329" w:rsidRDefault="007B2329" w:rsidP="007B2329">
      <w:r>
        <w:t>392.1909</w:t>
      </w:r>
      <w:r>
        <w:tab/>
        <w:t>8.596e1</w:t>
      </w:r>
    </w:p>
    <w:p w:rsidR="007B2329" w:rsidRDefault="007B2329" w:rsidP="007B2329">
      <w:r>
        <w:t>392.1946</w:t>
      </w:r>
      <w:r>
        <w:tab/>
        <w:t>2.703e1</w:t>
      </w:r>
    </w:p>
    <w:p w:rsidR="007B2329" w:rsidRDefault="007B2329" w:rsidP="007B2329">
      <w:r>
        <w:t>392.1965</w:t>
      </w:r>
      <w:r>
        <w:tab/>
        <w:t>6.114e0</w:t>
      </w:r>
    </w:p>
    <w:p w:rsidR="007B2329" w:rsidRDefault="007B2329" w:rsidP="007B2329">
      <w:r>
        <w:t>392.2912</w:t>
      </w:r>
      <w:r>
        <w:tab/>
        <w:t>2.994e0</w:t>
      </w:r>
    </w:p>
    <w:p w:rsidR="007B2329" w:rsidRDefault="007B2329" w:rsidP="007B2329">
      <w:r>
        <w:t>392.2939</w:t>
      </w:r>
      <w:r>
        <w:tab/>
        <w:t>3.588e0</w:t>
      </w:r>
    </w:p>
    <w:p w:rsidR="007B2329" w:rsidRDefault="007B2329" w:rsidP="007B2329">
      <w:r>
        <w:t>392.3272</w:t>
      </w:r>
      <w:r>
        <w:tab/>
        <w:t>3.059e0</w:t>
      </w:r>
    </w:p>
    <w:p w:rsidR="007B2329" w:rsidRDefault="007B2329" w:rsidP="007B2329">
      <w:r>
        <w:t>392.3412</w:t>
      </w:r>
      <w:r>
        <w:tab/>
        <w:t>2.025e0</w:t>
      </w:r>
    </w:p>
    <w:p w:rsidR="007B2329" w:rsidRDefault="007B2329" w:rsidP="007B2329">
      <w:r>
        <w:t>392.3586</w:t>
      </w:r>
      <w:r>
        <w:tab/>
        <w:t>1.051e0</w:t>
      </w:r>
    </w:p>
    <w:p w:rsidR="007B2329" w:rsidRDefault="007B2329" w:rsidP="007B2329">
      <w:r>
        <w:t>392.3751</w:t>
      </w:r>
      <w:r>
        <w:tab/>
        <w:t>1.013e0</w:t>
      </w:r>
    </w:p>
    <w:p w:rsidR="007B2329" w:rsidRDefault="007B2329" w:rsidP="007B2329">
      <w:r>
        <w:t>392.3869</w:t>
      </w:r>
      <w:r>
        <w:tab/>
        <w:t>2.025e0</w:t>
      </w:r>
    </w:p>
    <w:p w:rsidR="007B2329" w:rsidRDefault="007B2329" w:rsidP="007B2329">
      <w:r>
        <w:t>392.3958</w:t>
      </w:r>
      <w:r>
        <w:tab/>
        <w:t>1.013e0</w:t>
      </w:r>
    </w:p>
    <w:p w:rsidR="007B2329" w:rsidRDefault="007B2329" w:rsidP="007B2329">
      <w:r>
        <w:t>392.3979</w:t>
      </w:r>
      <w:r>
        <w:tab/>
        <w:t>2.025e0</w:t>
      </w:r>
    </w:p>
    <w:p w:rsidR="007B2329" w:rsidRDefault="007B2329" w:rsidP="007B2329">
      <w:r>
        <w:t>392.4011</w:t>
      </w:r>
      <w:r>
        <w:tab/>
        <w:t>1.013e0</w:t>
      </w:r>
    </w:p>
    <w:p w:rsidR="007B2329" w:rsidRDefault="007B2329" w:rsidP="007B2329">
      <w:r>
        <w:t>392.4223</w:t>
      </w:r>
      <w:r>
        <w:tab/>
        <w:t>1.013e0</w:t>
      </w:r>
    </w:p>
    <w:p w:rsidR="007B2329" w:rsidRDefault="007B2329" w:rsidP="007B2329">
      <w:r>
        <w:t>392.4326</w:t>
      </w:r>
      <w:r>
        <w:tab/>
        <w:t>2.025e0</w:t>
      </w:r>
    </w:p>
    <w:p w:rsidR="007B2329" w:rsidRDefault="007B2329" w:rsidP="007B2329">
      <w:r>
        <w:lastRenderedPageBreak/>
        <w:t>392.4337</w:t>
      </w:r>
      <w:r>
        <w:tab/>
        <w:t>3.038e0</w:t>
      </w:r>
    </w:p>
    <w:p w:rsidR="007B2329" w:rsidRDefault="007B2329" w:rsidP="007B2329">
      <w:r>
        <w:t>392.4371</w:t>
      </w:r>
      <w:r>
        <w:tab/>
        <w:t>3.038e0</w:t>
      </w:r>
    </w:p>
    <w:p w:rsidR="007B2329" w:rsidRDefault="007B2329" w:rsidP="007B2329">
      <w:r>
        <w:t>392.4724</w:t>
      </w:r>
      <w:r>
        <w:tab/>
        <w:t>1.013e0</w:t>
      </w:r>
    </w:p>
    <w:p w:rsidR="007B2329" w:rsidRDefault="007B2329" w:rsidP="007B2329">
      <w:r>
        <w:t>392.4821</w:t>
      </w:r>
      <w:r>
        <w:tab/>
        <w:t>2.025e0</w:t>
      </w:r>
    </w:p>
    <w:p w:rsidR="007B2329" w:rsidRDefault="007B2329" w:rsidP="007B2329">
      <w:r>
        <w:t>392.5149</w:t>
      </w:r>
      <w:r>
        <w:tab/>
        <w:t>1.013e0</w:t>
      </w:r>
    </w:p>
    <w:p w:rsidR="007B2329" w:rsidRDefault="007B2329" w:rsidP="007B2329">
      <w:r>
        <w:t>392.5280</w:t>
      </w:r>
      <w:r>
        <w:tab/>
        <w:t>1.013e0</w:t>
      </w:r>
    </w:p>
    <w:p w:rsidR="007B2329" w:rsidRDefault="007B2329" w:rsidP="007B2329">
      <w:r>
        <w:t>392.5324</w:t>
      </w:r>
      <w:r>
        <w:tab/>
        <w:t>1.013e0</w:t>
      </w:r>
    </w:p>
    <w:p w:rsidR="007B2329" w:rsidRDefault="007B2329" w:rsidP="007B2329">
      <w:r>
        <w:t>392.5335</w:t>
      </w:r>
      <w:r>
        <w:tab/>
        <w:t>3.038e0</w:t>
      </w:r>
    </w:p>
    <w:p w:rsidR="007B2329" w:rsidRDefault="007B2329" w:rsidP="007B2329">
      <w:r>
        <w:t>392.5362</w:t>
      </w:r>
      <w:r>
        <w:tab/>
        <w:t>1.013e0</w:t>
      </w:r>
    </w:p>
    <w:p w:rsidR="007B2329" w:rsidRDefault="007B2329" w:rsidP="007B2329">
      <w:r>
        <w:t>392.5418</w:t>
      </w:r>
      <w:r>
        <w:tab/>
        <w:t>6.076e0</w:t>
      </w:r>
    </w:p>
    <w:p w:rsidR="007B2329" w:rsidRDefault="007B2329" w:rsidP="007B2329">
      <w:r>
        <w:t>392.5662</w:t>
      </w:r>
      <w:r>
        <w:tab/>
        <w:t>2.025e0</w:t>
      </w:r>
    </w:p>
    <w:p w:rsidR="007B2329" w:rsidRDefault="007B2329" w:rsidP="007B2329">
      <w:r>
        <w:t>392.5696</w:t>
      </w:r>
      <w:r>
        <w:tab/>
        <w:t>3.038e0</w:t>
      </w:r>
    </w:p>
    <w:p w:rsidR="007B2329" w:rsidRDefault="007B2329" w:rsidP="007B2329">
      <w:r>
        <w:t>392.5748</w:t>
      </w:r>
      <w:r>
        <w:tab/>
        <w:t>1.013e0</w:t>
      </w:r>
    </w:p>
    <w:p w:rsidR="007B2329" w:rsidRDefault="007B2329" w:rsidP="007B2329">
      <w:r>
        <w:t>392.5818</w:t>
      </w:r>
      <w:r>
        <w:tab/>
        <w:t>2.025e0</w:t>
      </w:r>
    </w:p>
    <w:p w:rsidR="007B2329" w:rsidRDefault="007B2329" w:rsidP="007B2329">
      <w:r>
        <w:t>392.5851</w:t>
      </w:r>
      <w:r>
        <w:tab/>
        <w:t>1.708e0</w:t>
      </w:r>
    </w:p>
    <w:p w:rsidR="007B2329" w:rsidRDefault="007B2329" w:rsidP="007B2329">
      <w:r>
        <w:t>392.6001</w:t>
      </w:r>
      <w:r>
        <w:tab/>
        <w:t>1.013e0</w:t>
      </w:r>
    </w:p>
    <w:p w:rsidR="007B2329" w:rsidRDefault="007B2329" w:rsidP="007B2329">
      <w:r>
        <w:t>392.6115</w:t>
      </w:r>
      <w:r>
        <w:tab/>
        <w:t>1.013e0</w:t>
      </w:r>
    </w:p>
    <w:p w:rsidR="007B2329" w:rsidRDefault="007B2329" w:rsidP="007B2329">
      <w:r>
        <w:t>392.6332</w:t>
      </w:r>
      <w:r>
        <w:tab/>
        <w:t>3.195e0</w:t>
      </w:r>
    </w:p>
    <w:p w:rsidR="007B2329" w:rsidRDefault="007B2329" w:rsidP="007B2329">
      <w:r>
        <w:t>392.6481</w:t>
      </w:r>
      <w:r>
        <w:tab/>
        <w:t>3.038e0</w:t>
      </w:r>
    </w:p>
    <w:p w:rsidR="007B2329" w:rsidRDefault="007B2329" w:rsidP="007B2329">
      <w:r>
        <w:lastRenderedPageBreak/>
        <w:t>392.6638</w:t>
      </w:r>
      <w:r>
        <w:tab/>
        <w:t>1.013e0</w:t>
      </w:r>
    </w:p>
    <w:p w:rsidR="007B2329" w:rsidRDefault="007B2329" w:rsidP="007B2329">
      <w:r>
        <w:t>392.6809</w:t>
      </w:r>
      <w:r>
        <w:tab/>
        <w:t>1.013e0</w:t>
      </w:r>
    </w:p>
    <w:p w:rsidR="007B2329" w:rsidRDefault="007B2329" w:rsidP="007B2329">
      <w:r>
        <w:t>392.6844</w:t>
      </w:r>
      <w:r>
        <w:tab/>
        <w:t>2.025e0</w:t>
      </w:r>
    </w:p>
    <w:p w:rsidR="007B2329" w:rsidRDefault="007B2329" w:rsidP="007B2329">
      <w:r>
        <w:t>392.7090</w:t>
      </w:r>
      <w:r>
        <w:tab/>
        <w:t>2.025e0</w:t>
      </w:r>
    </w:p>
    <w:p w:rsidR="007B2329" w:rsidRDefault="007B2329" w:rsidP="007B2329">
      <w:r>
        <w:t>392.7124</w:t>
      </w:r>
      <w:r>
        <w:tab/>
        <w:t>1.025e0</w:t>
      </w:r>
    </w:p>
    <w:p w:rsidR="007B2329" w:rsidRDefault="007B2329" w:rsidP="007B2329">
      <w:r>
        <w:t>392.7156</w:t>
      </w:r>
      <w:r>
        <w:tab/>
        <w:t>1.013e0</w:t>
      </w:r>
    </w:p>
    <w:p w:rsidR="007B2329" w:rsidRDefault="007B2329" w:rsidP="007B2329">
      <w:r>
        <w:t>392.7169</w:t>
      </w:r>
      <w:r>
        <w:tab/>
        <w:t>2.025e0</w:t>
      </w:r>
    </w:p>
    <w:p w:rsidR="007B2329" w:rsidRDefault="007B2329" w:rsidP="007B2329">
      <w:r>
        <w:t>392.7328</w:t>
      </w:r>
      <w:r>
        <w:tab/>
        <w:t>2.025e0</w:t>
      </w:r>
    </w:p>
    <w:p w:rsidR="007B2329" w:rsidRDefault="007B2329" w:rsidP="007B2329">
      <w:r>
        <w:t>392.7364</w:t>
      </w:r>
      <w:r>
        <w:tab/>
        <w:t>1.013e0</w:t>
      </w:r>
    </w:p>
    <w:p w:rsidR="007B2329" w:rsidRDefault="007B2329" w:rsidP="007B2329">
      <w:r>
        <w:t>392.7442</w:t>
      </w:r>
      <w:r>
        <w:tab/>
        <w:t>3.051e0</w:t>
      </w:r>
    </w:p>
    <w:p w:rsidR="007B2329" w:rsidRDefault="007B2329" w:rsidP="007B2329">
      <w:r>
        <w:t>392.7539</w:t>
      </w:r>
      <w:r>
        <w:tab/>
        <w:t>5.063e0</w:t>
      </w:r>
    </w:p>
    <w:p w:rsidR="007B2329" w:rsidRDefault="007B2329" w:rsidP="007B2329">
      <w:r>
        <w:t>392.7709</w:t>
      </w:r>
      <w:r>
        <w:tab/>
        <w:t>2.025e0</w:t>
      </w:r>
    </w:p>
    <w:p w:rsidR="007B2329" w:rsidRDefault="007B2329" w:rsidP="007B2329">
      <w:r>
        <w:t>392.7851</w:t>
      </w:r>
      <w:r>
        <w:tab/>
        <w:t>1.013e0</w:t>
      </w:r>
    </w:p>
    <w:p w:rsidR="007B2329" w:rsidRDefault="007B2329" w:rsidP="007B2329">
      <w:r>
        <w:t>392.8082</w:t>
      </w:r>
      <w:r>
        <w:tab/>
        <w:t>6.157e0</w:t>
      </w:r>
    </w:p>
    <w:p w:rsidR="007B2329" w:rsidRDefault="007B2329" w:rsidP="007B2329">
      <w:r>
        <w:t>392.8199</w:t>
      </w:r>
      <w:r>
        <w:tab/>
        <w:t>1.013e0</w:t>
      </w:r>
    </w:p>
    <w:p w:rsidR="007B2329" w:rsidRDefault="007B2329" w:rsidP="007B2329">
      <w:r>
        <w:t>392.8270</w:t>
      </w:r>
      <w:r>
        <w:tab/>
        <w:t>5.063e0</w:t>
      </w:r>
    </w:p>
    <w:p w:rsidR="007B2329" w:rsidRDefault="007B2329" w:rsidP="007B2329">
      <w:r>
        <w:t>392.8287</w:t>
      </w:r>
      <w:r>
        <w:tab/>
        <w:t>2.025e0</w:t>
      </w:r>
    </w:p>
    <w:p w:rsidR="007B2329" w:rsidRDefault="007B2329" w:rsidP="007B2329">
      <w:r>
        <w:t>392.8606</w:t>
      </w:r>
      <w:r>
        <w:tab/>
        <w:t>2.025e0</w:t>
      </w:r>
    </w:p>
    <w:p w:rsidR="007B2329" w:rsidRDefault="007B2329" w:rsidP="007B2329">
      <w:r>
        <w:t>392.8755</w:t>
      </w:r>
      <w:r>
        <w:tab/>
        <w:t>1.013e0</w:t>
      </w:r>
    </w:p>
    <w:p w:rsidR="007B2329" w:rsidRDefault="007B2329" w:rsidP="007B2329">
      <w:r>
        <w:lastRenderedPageBreak/>
        <w:t>392.8799</w:t>
      </w:r>
      <w:r>
        <w:tab/>
        <w:t>1.013e0</w:t>
      </w:r>
    </w:p>
    <w:p w:rsidR="007B2329" w:rsidRDefault="007B2329" w:rsidP="007B2329">
      <w:r>
        <w:t>392.8838</w:t>
      </w:r>
      <w:r>
        <w:tab/>
        <w:t>1.013e0</w:t>
      </w:r>
    </w:p>
    <w:p w:rsidR="007B2329" w:rsidRDefault="007B2329" w:rsidP="007B2329">
      <w:r>
        <w:t>392.9051</w:t>
      </w:r>
      <w:r>
        <w:tab/>
        <w:t>1.013e0</w:t>
      </w:r>
    </w:p>
    <w:p w:rsidR="007B2329" w:rsidRDefault="007B2329" w:rsidP="007B2329">
      <w:r>
        <w:t>392.9139</w:t>
      </w:r>
      <w:r>
        <w:tab/>
        <w:t>2.025e0</w:t>
      </w:r>
    </w:p>
    <w:p w:rsidR="007B2329" w:rsidRDefault="007B2329" w:rsidP="007B2329">
      <w:r>
        <w:t>392.9263</w:t>
      </w:r>
      <w:r>
        <w:tab/>
        <w:t>1.013e0</w:t>
      </w:r>
    </w:p>
    <w:p w:rsidR="007B2329" w:rsidRDefault="007B2329" w:rsidP="007B2329">
      <w:r>
        <w:t>392.9332</w:t>
      </w:r>
      <w:r>
        <w:tab/>
        <w:t>3.038e0</w:t>
      </w:r>
    </w:p>
    <w:p w:rsidR="007B2329" w:rsidRDefault="007B2329" w:rsidP="007B2329">
      <w:r>
        <w:t>392.9436</w:t>
      </w:r>
      <w:r>
        <w:tab/>
        <w:t>1.013e0</w:t>
      </w:r>
    </w:p>
    <w:p w:rsidR="007B2329" w:rsidRDefault="007B2329" w:rsidP="007B2329">
      <w:r>
        <w:t>392.9475</w:t>
      </w:r>
      <w:r>
        <w:tab/>
        <w:t>2.025e0</w:t>
      </w:r>
    </w:p>
    <w:p w:rsidR="007B2329" w:rsidRDefault="007B2329" w:rsidP="007B2329">
      <w:r>
        <w:t>392.9521</w:t>
      </w:r>
      <w:r>
        <w:tab/>
        <w:t>1.013e0</w:t>
      </w:r>
    </w:p>
    <w:p w:rsidR="007B2329" w:rsidRDefault="007B2329" w:rsidP="007B2329">
      <w:r>
        <w:t>392.9591</w:t>
      </w:r>
      <w:r>
        <w:tab/>
        <w:t>1.013e0</w:t>
      </w:r>
    </w:p>
    <w:p w:rsidR="007B2329" w:rsidRDefault="007B2329" w:rsidP="007B2329">
      <w:r>
        <w:t>392.9799</w:t>
      </w:r>
      <w:r>
        <w:tab/>
        <w:t>1.013e0</w:t>
      </w:r>
    </w:p>
    <w:p w:rsidR="007B2329" w:rsidRDefault="007B2329" w:rsidP="007B2329">
      <w:r>
        <w:t>392.9902</w:t>
      </w:r>
      <w:r>
        <w:tab/>
        <w:t>1.013e0</w:t>
      </w:r>
    </w:p>
    <w:p w:rsidR="007B2329" w:rsidRDefault="007B2329" w:rsidP="007B2329">
      <w:r>
        <w:t>393.0092</w:t>
      </w:r>
      <w:r>
        <w:tab/>
        <w:t>1.025e0</w:t>
      </w:r>
    </w:p>
    <w:p w:rsidR="007B2329" w:rsidRDefault="007B2329" w:rsidP="007B2329">
      <w:r>
        <w:t>393.0105</w:t>
      </w:r>
      <w:r>
        <w:tab/>
        <w:t>4.051e0</w:t>
      </w:r>
    </w:p>
    <w:p w:rsidR="007B2329" w:rsidRDefault="007B2329" w:rsidP="007B2329">
      <w:r>
        <w:t>393.0150</w:t>
      </w:r>
      <w:r>
        <w:tab/>
        <w:t>1.013e0</w:t>
      </w:r>
    </w:p>
    <w:p w:rsidR="007B2329" w:rsidRDefault="007B2329" w:rsidP="007B2329">
      <w:r>
        <w:t>393.0172</w:t>
      </w:r>
      <w:r>
        <w:tab/>
        <w:t>2.025e0</w:t>
      </w:r>
    </w:p>
    <w:p w:rsidR="007B2329" w:rsidRDefault="007B2329" w:rsidP="007B2329">
      <w:r>
        <w:t>393.0325</w:t>
      </w:r>
      <w:r>
        <w:tab/>
        <w:t>1.013e0</w:t>
      </w:r>
    </w:p>
    <w:p w:rsidR="007B2329" w:rsidRDefault="007B2329" w:rsidP="007B2329">
      <w:r>
        <w:t>393.0451</w:t>
      </w:r>
      <w:r>
        <w:tab/>
        <w:t>1.025e0</w:t>
      </w:r>
    </w:p>
    <w:p w:rsidR="007B2329" w:rsidRDefault="007B2329" w:rsidP="007B2329">
      <w:r>
        <w:t>393.0496</w:t>
      </w:r>
      <w:r>
        <w:tab/>
        <w:t>1.013e0</w:t>
      </w:r>
    </w:p>
    <w:p w:rsidR="007B2329" w:rsidRDefault="007B2329" w:rsidP="007B2329">
      <w:r>
        <w:lastRenderedPageBreak/>
        <w:t>393.0621</w:t>
      </w:r>
      <w:r>
        <w:tab/>
        <w:t>6.076e0</w:t>
      </w:r>
    </w:p>
    <w:p w:rsidR="007B2329" w:rsidRDefault="007B2329" w:rsidP="007B2329">
      <w:r>
        <w:t>393.0742</w:t>
      </w:r>
      <w:r>
        <w:tab/>
        <w:t>4.051e0</w:t>
      </w:r>
    </w:p>
    <w:p w:rsidR="007B2329" w:rsidRDefault="007B2329" w:rsidP="007B2329">
      <w:r>
        <w:t>393.0811</w:t>
      </w:r>
      <w:r>
        <w:tab/>
        <w:t>1.025e0</w:t>
      </w:r>
    </w:p>
    <w:p w:rsidR="007B2329" w:rsidRDefault="007B2329" w:rsidP="007B2329">
      <w:r>
        <w:t>393.0844</w:t>
      </w:r>
      <w:r>
        <w:tab/>
        <w:t>1.013e0</w:t>
      </w:r>
    </w:p>
    <w:p w:rsidR="007B2329" w:rsidRDefault="007B2329" w:rsidP="007B2329">
      <w:r>
        <w:t>393.0914</w:t>
      </w:r>
      <w:r>
        <w:tab/>
        <w:t>1.013e0</w:t>
      </w:r>
    </w:p>
    <w:p w:rsidR="007B2329" w:rsidRDefault="007B2329" w:rsidP="007B2329">
      <w:r>
        <w:t>393.0946</w:t>
      </w:r>
      <w:r>
        <w:tab/>
        <w:t>2.025e0</w:t>
      </w:r>
    </w:p>
    <w:p w:rsidR="007B2329" w:rsidRDefault="007B2329" w:rsidP="007B2329">
      <w:r>
        <w:t>393.1086</w:t>
      </w:r>
      <w:r>
        <w:tab/>
        <w:t>4.019e0</w:t>
      </w:r>
    </w:p>
    <w:p w:rsidR="007B2329" w:rsidRDefault="007B2329" w:rsidP="007B2329">
      <w:r>
        <w:t>393.1122</w:t>
      </w:r>
      <w:r>
        <w:tab/>
        <w:t>1.013e0</w:t>
      </w:r>
    </w:p>
    <w:p w:rsidR="007B2329" w:rsidRDefault="007B2329" w:rsidP="007B2329">
      <w:r>
        <w:t>393.1387</w:t>
      </w:r>
      <w:r>
        <w:tab/>
        <w:t>1.013e0</w:t>
      </w:r>
    </w:p>
    <w:p w:rsidR="007B2329" w:rsidRDefault="007B2329" w:rsidP="007B2329">
      <w:r>
        <w:t>393.1480</w:t>
      </w:r>
      <w:r>
        <w:tab/>
        <w:t>3.925e0</w:t>
      </w:r>
    </w:p>
    <w:p w:rsidR="007B2329" w:rsidRDefault="007B2329" w:rsidP="007B2329">
      <w:r>
        <w:t>393.1716</w:t>
      </w:r>
      <w:r>
        <w:tab/>
        <w:t>3.290e0</w:t>
      </w:r>
    </w:p>
    <w:p w:rsidR="007B2329" w:rsidRDefault="007B2329" w:rsidP="007B2329">
      <w:r>
        <w:t>393.1839</w:t>
      </w:r>
      <w:r>
        <w:tab/>
        <w:t>5.063e0</w:t>
      </w:r>
    </w:p>
    <w:p w:rsidR="007B2329" w:rsidRDefault="007B2329" w:rsidP="007B2329">
      <w:r>
        <w:t>393.1849</w:t>
      </w:r>
      <w:r>
        <w:tab/>
        <w:t>1.581e1</w:t>
      </w:r>
    </w:p>
    <w:p w:rsidR="007B2329" w:rsidRDefault="007B2329" w:rsidP="007B2329">
      <w:r>
        <w:t>393.1871</w:t>
      </w:r>
      <w:r>
        <w:tab/>
        <w:t>2.025e0</w:t>
      </w:r>
    </w:p>
    <w:p w:rsidR="007B2329" w:rsidRDefault="007B2329" w:rsidP="007B2329">
      <w:r>
        <w:t>393.1919</w:t>
      </w:r>
      <w:r>
        <w:tab/>
        <w:t>5.599e0</w:t>
      </w:r>
    </w:p>
    <w:p w:rsidR="007B2329" w:rsidRDefault="007B2329" w:rsidP="007B2329">
      <w:r>
        <w:t>393.1967</w:t>
      </w:r>
      <w:r>
        <w:tab/>
        <w:t>1.320e1</w:t>
      </w:r>
    </w:p>
    <w:p w:rsidR="007B2329" w:rsidRDefault="007B2329" w:rsidP="007B2329">
      <w:r>
        <w:t>393.2028</w:t>
      </w:r>
      <w:r>
        <w:tab/>
        <w:t>1.445e1</w:t>
      </w:r>
    </w:p>
    <w:p w:rsidR="007B2329" w:rsidRDefault="007B2329" w:rsidP="007B2329">
      <w:r>
        <w:t>393.2122</w:t>
      </w:r>
      <w:r>
        <w:tab/>
        <w:t>2.908e0</w:t>
      </w:r>
    </w:p>
    <w:p w:rsidR="007B2329" w:rsidRDefault="007B2329" w:rsidP="007B2329">
      <w:r>
        <w:t>393.3338</w:t>
      </w:r>
      <w:r>
        <w:tab/>
        <w:t>1.013e0</w:t>
      </w:r>
    </w:p>
    <w:p w:rsidR="007B2329" w:rsidRDefault="007B2329" w:rsidP="007B2329">
      <w:r>
        <w:lastRenderedPageBreak/>
        <w:t>393.3434</w:t>
      </w:r>
      <w:r>
        <w:tab/>
        <w:t>5.164e0</w:t>
      </w:r>
    </w:p>
    <w:p w:rsidR="007B2329" w:rsidRDefault="007B2329" w:rsidP="007B2329">
      <w:r>
        <w:t>393.3531</w:t>
      </w:r>
      <w:r>
        <w:tab/>
        <w:t>2.025e0</w:t>
      </w:r>
    </w:p>
    <w:p w:rsidR="007B2329" w:rsidRDefault="007B2329" w:rsidP="007B2329">
      <w:r>
        <w:t>393.3698</w:t>
      </w:r>
      <w:r>
        <w:tab/>
        <w:t>1.013e0</w:t>
      </w:r>
    </w:p>
    <w:p w:rsidR="007B2329" w:rsidRDefault="007B2329" w:rsidP="007B2329">
      <w:r>
        <w:t>393.3838</w:t>
      </w:r>
      <w:r>
        <w:tab/>
        <w:t>1.013e0</w:t>
      </w:r>
    </w:p>
    <w:p w:rsidR="007B2329" w:rsidRDefault="007B2329" w:rsidP="007B2329">
      <w:r>
        <w:t>393.3925</w:t>
      </w:r>
      <w:r>
        <w:tab/>
        <w:t>2.532e-2</w:t>
      </w:r>
    </w:p>
    <w:p w:rsidR="007B2329" w:rsidRDefault="007B2329" w:rsidP="007B2329">
      <w:r>
        <w:t>393.4013</w:t>
      </w:r>
      <w:r>
        <w:tab/>
        <w:t>1.013e0</w:t>
      </w:r>
    </w:p>
    <w:p w:rsidR="007B2329" w:rsidRDefault="007B2329" w:rsidP="007B2329">
      <w:r>
        <w:t>393.4138</w:t>
      </w:r>
      <w:r>
        <w:tab/>
        <w:t>1.025e0</w:t>
      </w:r>
    </w:p>
    <w:p w:rsidR="007B2329" w:rsidRDefault="007B2329" w:rsidP="007B2329">
      <w:r>
        <w:t>393.4185</w:t>
      </w:r>
      <w:r>
        <w:tab/>
        <w:t>1.013e0</w:t>
      </w:r>
    </w:p>
    <w:p w:rsidR="007B2329" w:rsidRDefault="007B2329" w:rsidP="007B2329">
      <w:r>
        <w:t>393.4300</w:t>
      </w:r>
      <w:r>
        <w:tab/>
        <w:t>2.025e0</w:t>
      </w:r>
    </w:p>
    <w:p w:rsidR="007B2329" w:rsidRDefault="007B2329" w:rsidP="007B2329">
      <w:r>
        <w:t>393.4458</w:t>
      </w:r>
      <w:r>
        <w:tab/>
        <w:t>2.025e0</w:t>
      </w:r>
    </w:p>
    <w:p w:rsidR="007B2329" w:rsidRDefault="007B2329" w:rsidP="007B2329">
      <w:r>
        <w:t>393.4651</w:t>
      </w:r>
      <w:r>
        <w:tab/>
        <w:t>1.013e0</w:t>
      </w:r>
    </w:p>
    <w:p w:rsidR="007B2329" w:rsidRDefault="007B2329" w:rsidP="007B2329">
      <w:r>
        <w:t>393.4808</w:t>
      </w:r>
      <w:r>
        <w:tab/>
        <w:t>5.063e0</w:t>
      </w:r>
    </w:p>
    <w:p w:rsidR="007B2329" w:rsidRDefault="007B2329" w:rsidP="007B2329">
      <w:r>
        <w:t>393.5022</w:t>
      </w:r>
      <w:r>
        <w:tab/>
        <w:t>3.038e0</w:t>
      </w:r>
    </w:p>
    <w:p w:rsidR="007B2329" w:rsidRDefault="007B2329" w:rsidP="007B2329">
      <w:r>
        <w:t>393.5077</w:t>
      </w:r>
      <w:r>
        <w:tab/>
        <w:t>1.013e0</w:t>
      </w:r>
    </w:p>
    <w:p w:rsidR="007B2329" w:rsidRDefault="007B2329" w:rsidP="007B2329">
      <w:r>
        <w:t>393.5235</w:t>
      </w:r>
      <w:r>
        <w:tab/>
        <w:t>2.025e0</w:t>
      </w:r>
    </w:p>
    <w:p w:rsidR="007B2329" w:rsidRDefault="007B2329" w:rsidP="007B2329">
      <w:r>
        <w:t>393.5327</w:t>
      </w:r>
      <w:r>
        <w:tab/>
        <w:t>1.013e0</w:t>
      </w:r>
    </w:p>
    <w:p w:rsidR="007B2329" w:rsidRDefault="007B2329" w:rsidP="007B2329">
      <w:r>
        <w:t>393.5542</w:t>
      </w:r>
      <w:r>
        <w:tab/>
        <w:t>2.025e0</w:t>
      </w:r>
    </w:p>
    <w:p w:rsidR="007B2329" w:rsidRDefault="007B2329" w:rsidP="007B2329">
      <w:r>
        <w:t>393.5555</w:t>
      </w:r>
      <w:r>
        <w:tab/>
        <w:t>3.038e0</w:t>
      </w:r>
    </w:p>
    <w:p w:rsidR="007B2329" w:rsidRDefault="007B2329" w:rsidP="007B2329">
      <w:r>
        <w:t>393.5580</w:t>
      </w:r>
      <w:r>
        <w:tab/>
        <w:t>1.013e0</w:t>
      </w:r>
    </w:p>
    <w:p w:rsidR="007B2329" w:rsidRDefault="007B2329" w:rsidP="007B2329">
      <w:r>
        <w:lastRenderedPageBreak/>
        <w:t>393.5753</w:t>
      </w:r>
      <w:r>
        <w:tab/>
        <w:t>3.038e0</w:t>
      </w:r>
    </w:p>
    <w:p w:rsidR="007B2329" w:rsidRDefault="007B2329" w:rsidP="007B2329">
      <w:r>
        <w:t>393.5965</w:t>
      </w:r>
      <w:r>
        <w:tab/>
        <w:t>1.013e0</w:t>
      </w:r>
    </w:p>
    <w:p w:rsidR="007B2329" w:rsidRDefault="007B2329" w:rsidP="007B2329">
      <w:r>
        <w:t>393.6003</w:t>
      </w:r>
      <w:r>
        <w:tab/>
        <w:t>2.025e0</w:t>
      </w:r>
    </w:p>
    <w:p w:rsidR="007B2329" w:rsidRDefault="007B2329" w:rsidP="007B2329">
      <w:r>
        <w:t>393.6070</w:t>
      </w:r>
      <w:r>
        <w:tab/>
        <w:t>2.025e0</w:t>
      </w:r>
    </w:p>
    <w:p w:rsidR="007B2329" w:rsidRDefault="007B2329" w:rsidP="007B2329">
      <w:r>
        <w:t>393.6275</w:t>
      </w:r>
      <w:r>
        <w:tab/>
        <w:t>1.013e0</w:t>
      </w:r>
    </w:p>
    <w:p w:rsidR="007B2329" w:rsidRDefault="007B2329" w:rsidP="007B2329">
      <w:r>
        <w:t>393.6321</w:t>
      </w:r>
      <w:r>
        <w:tab/>
        <w:t>2.025e0</w:t>
      </w:r>
    </w:p>
    <w:p w:rsidR="007B2329" w:rsidRDefault="007B2329" w:rsidP="007B2329">
      <w:r>
        <w:t>393.6554</w:t>
      </w:r>
      <w:r>
        <w:tab/>
        <w:t>1.013e0</w:t>
      </w:r>
    </w:p>
    <w:p w:rsidR="007B2329" w:rsidRDefault="007B2329" w:rsidP="007B2329">
      <w:r>
        <w:t>393.6589</w:t>
      </w:r>
      <w:r>
        <w:tab/>
        <w:t>2.025e0</w:t>
      </w:r>
    </w:p>
    <w:p w:rsidR="007B2329" w:rsidRDefault="007B2329" w:rsidP="007B2329">
      <w:r>
        <w:t>393.6625</w:t>
      </w:r>
      <w:r>
        <w:tab/>
        <w:t>2.025e0</w:t>
      </w:r>
    </w:p>
    <w:p w:rsidR="007B2329" w:rsidRDefault="007B2329" w:rsidP="007B2329">
      <w:r>
        <w:t>393.6641</w:t>
      </w:r>
      <w:r>
        <w:tab/>
        <w:t>1.013e0</w:t>
      </w:r>
    </w:p>
    <w:p w:rsidR="007B2329" w:rsidRDefault="007B2329" w:rsidP="007B2329">
      <w:r>
        <w:t>393.6800</w:t>
      </w:r>
      <w:r>
        <w:tab/>
        <w:t>2.025e0</w:t>
      </w:r>
    </w:p>
    <w:p w:rsidR="007B2329" w:rsidRDefault="007B2329" w:rsidP="007B2329">
      <w:r>
        <w:t>393.6814</w:t>
      </w:r>
      <w:r>
        <w:tab/>
        <w:t>2.025e0</w:t>
      </w:r>
    </w:p>
    <w:p w:rsidR="007B2329" w:rsidRDefault="007B2329" w:rsidP="007B2329">
      <w:r>
        <w:t>393.6903</w:t>
      </w:r>
      <w:r>
        <w:tab/>
        <w:t>1.013e0</w:t>
      </w:r>
    </w:p>
    <w:p w:rsidR="007B2329" w:rsidRDefault="007B2329" w:rsidP="007B2329">
      <w:r>
        <w:t>393.6973</w:t>
      </w:r>
      <w:r>
        <w:tab/>
        <w:t>2.025e0</w:t>
      </w:r>
    </w:p>
    <w:p w:rsidR="007B2329" w:rsidRDefault="007B2329" w:rsidP="007B2329">
      <w:r>
        <w:t>393.7171</w:t>
      </w:r>
      <w:r>
        <w:tab/>
        <w:t>2.025e0</w:t>
      </w:r>
    </w:p>
    <w:p w:rsidR="007B2329" w:rsidRDefault="007B2329" w:rsidP="007B2329">
      <w:r>
        <w:t>393.7181</w:t>
      </w:r>
      <w:r>
        <w:tab/>
        <w:t>2.025e0</w:t>
      </w:r>
    </w:p>
    <w:p w:rsidR="007B2329" w:rsidRDefault="007B2329" w:rsidP="007B2329">
      <w:r>
        <w:t>393.7298</w:t>
      </w:r>
      <w:r>
        <w:tab/>
        <w:t>5.063e0</w:t>
      </w:r>
    </w:p>
    <w:p w:rsidR="007B2329" w:rsidRDefault="007B2329" w:rsidP="007B2329">
      <w:r>
        <w:t>393.7668</w:t>
      </w:r>
      <w:r>
        <w:tab/>
        <w:t>1.013e0</w:t>
      </w:r>
    </w:p>
    <w:p w:rsidR="007B2329" w:rsidRDefault="007B2329" w:rsidP="007B2329">
      <w:r>
        <w:t>393.7809</w:t>
      </w:r>
      <w:r>
        <w:tab/>
        <w:t>4.051e0</w:t>
      </w:r>
    </w:p>
    <w:p w:rsidR="007B2329" w:rsidRDefault="007B2329" w:rsidP="007B2329">
      <w:r>
        <w:lastRenderedPageBreak/>
        <w:t>393.7892</w:t>
      </w:r>
      <w:r>
        <w:tab/>
        <w:t>2.025e0</w:t>
      </w:r>
    </w:p>
    <w:p w:rsidR="007B2329" w:rsidRDefault="007B2329" w:rsidP="007B2329">
      <w:r>
        <w:t>393.7954</w:t>
      </w:r>
      <w:r>
        <w:tab/>
        <w:t>1.013e0</w:t>
      </w:r>
    </w:p>
    <w:p w:rsidR="007B2329" w:rsidRDefault="007B2329" w:rsidP="007B2329">
      <w:r>
        <w:t>393.7967</w:t>
      </w:r>
      <w:r>
        <w:tab/>
        <w:t>1.458e0</w:t>
      </w:r>
    </w:p>
    <w:p w:rsidR="007B2329" w:rsidRDefault="007B2329" w:rsidP="007B2329">
      <w:r>
        <w:t>393.8127</w:t>
      </w:r>
      <w:r>
        <w:tab/>
        <w:t>1.013e0</w:t>
      </w:r>
    </w:p>
    <w:p w:rsidR="007B2329" w:rsidRDefault="007B2329" w:rsidP="007B2329">
      <w:r>
        <w:t>393.8289</w:t>
      </w:r>
      <w:r>
        <w:tab/>
        <w:t>3.038e0</w:t>
      </w:r>
    </w:p>
    <w:p w:rsidR="007B2329" w:rsidRDefault="007B2329" w:rsidP="007B2329">
      <w:r>
        <w:t>393.8340</w:t>
      </w:r>
      <w:r>
        <w:tab/>
        <w:t>1.013e0</w:t>
      </w:r>
    </w:p>
    <w:p w:rsidR="007B2329" w:rsidRDefault="007B2329" w:rsidP="007B2329">
      <w:r>
        <w:t>393.8378</w:t>
      </w:r>
      <w:r>
        <w:tab/>
        <w:t>1.013e0</w:t>
      </w:r>
    </w:p>
    <w:p w:rsidR="007B2329" w:rsidRDefault="007B2329" w:rsidP="007B2329">
      <w:r>
        <w:t>393.8396</w:t>
      </w:r>
      <w:r>
        <w:tab/>
        <w:t>2.025e0</w:t>
      </w:r>
    </w:p>
    <w:p w:rsidR="007B2329" w:rsidRDefault="007B2329" w:rsidP="007B2329">
      <w:r>
        <w:t>393.8511</w:t>
      </w:r>
      <w:r>
        <w:tab/>
        <w:t>3.038e0</w:t>
      </w:r>
    </w:p>
    <w:p w:rsidR="007B2329" w:rsidRDefault="007B2329" w:rsidP="007B2329">
      <w:r>
        <w:t>393.8680</w:t>
      </w:r>
      <w:r>
        <w:tab/>
        <w:t>2.025e0</w:t>
      </w:r>
    </w:p>
    <w:p w:rsidR="007B2329" w:rsidRDefault="007B2329" w:rsidP="007B2329">
      <w:r>
        <w:t>393.8767</w:t>
      </w:r>
      <w:r>
        <w:tab/>
        <w:t>1.013e0</w:t>
      </w:r>
    </w:p>
    <w:p w:rsidR="007B2329" w:rsidRDefault="007B2329" w:rsidP="007B2329">
      <w:r>
        <w:t>393.8854</w:t>
      </w:r>
      <w:r>
        <w:tab/>
        <w:t>3.038e0</w:t>
      </w:r>
    </w:p>
    <w:p w:rsidR="007B2329" w:rsidRDefault="007B2329" w:rsidP="007B2329">
      <w:r>
        <w:t>393.8924</w:t>
      </w:r>
      <w:r>
        <w:tab/>
        <w:t>1.013e0</w:t>
      </w:r>
    </w:p>
    <w:p w:rsidR="007B2329" w:rsidRDefault="007B2329" w:rsidP="007B2329">
      <w:r>
        <w:t>393.9067</w:t>
      </w:r>
      <w:r>
        <w:tab/>
        <w:t>4.051e0</w:t>
      </w:r>
    </w:p>
    <w:p w:rsidR="007B2329" w:rsidRDefault="007B2329" w:rsidP="007B2329">
      <w:r>
        <w:t>393.9139</w:t>
      </w:r>
      <w:r>
        <w:tab/>
        <w:t>2.025e0</w:t>
      </w:r>
    </w:p>
    <w:p w:rsidR="007B2329" w:rsidRDefault="007B2329" w:rsidP="007B2329">
      <w:r>
        <w:t>393.9190</w:t>
      </w:r>
      <w:r>
        <w:tab/>
        <w:t>1.013e0</w:t>
      </w:r>
    </w:p>
    <w:p w:rsidR="007B2329" w:rsidRDefault="007B2329" w:rsidP="007B2329">
      <w:r>
        <w:t>393.9272</w:t>
      </w:r>
      <w:r>
        <w:tab/>
        <w:t>1.013e0</w:t>
      </w:r>
    </w:p>
    <w:p w:rsidR="007B2329" w:rsidRDefault="007B2329" w:rsidP="007B2329">
      <w:r>
        <w:t>393.9343</w:t>
      </w:r>
      <w:r>
        <w:tab/>
        <w:t>1.013e0</w:t>
      </w:r>
    </w:p>
    <w:p w:rsidR="007B2329" w:rsidRDefault="007B2329" w:rsidP="007B2329">
      <w:r>
        <w:t>393.9388</w:t>
      </w:r>
      <w:r>
        <w:tab/>
        <w:t>5.063e0</w:t>
      </w:r>
    </w:p>
    <w:p w:rsidR="007B2329" w:rsidRDefault="007B2329" w:rsidP="007B2329">
      <w:r>
        <w:lastRenderedPageBreak/>
        <w:t>394.0249</w:t>
      </w:r>
      <w:r>
        <w:tab/>
        <w:t>1.013e0</w:t>
      </w:r>
    </w:p>
    <w:p w:rsidR="007B2329" w:rsidRDefault="007B2329" w:rsidP="007B2329">
      <w:r>
        <w:t>394.0329</w:t>
      </w:r>
      <w:r>
        <w:tab/>
        <w:t>1.013e0</w:t>
      </w:r>
    </w:p>
    <w:p w:rsidR="007B2329" w:rsidRDefault="007B2329" w:rsidP="007B2329">
      <w:r>
        <w:t>394.0439</w:t>
      </w:r>
      <w:r>
        <w:tab/>
        <w:t>2.025e0</w:t>
      </w:r>
    </w:p>
    <w:p w:rsidR="007B2329" w:rsidRDefault="007B2329" w:rsidP="007B2329">
      <w:r>
        <w:t>394.0598</w:t>
      </w:r>
      <w:r>
        <w:tab/>
        <w:t>1.013e0</w:t>
      </w:r>
    </w:p>
    <w:p w:rsidR="007B2329" w:rsidRDefault="007B2329" w:rsidP="007B2329">
      <w:r>
        <w:t>394.0858</w:t>
      </w:r>
      <w:r>
        <w:tab/>
        <w:t>4.340e0</w:t>
      </w:r>
    </w:p>
    <w:p w:rsidR="007B2329" w:rsidRDefault="007B2329" w:rsidP="007B2329">
      <w:r>
        <w:t>394.0899</w:t>
      </w:r>
      <w:r>
        <w:tab/>
        <w:t>2.025e0</w:t>
      </w:r>
    </w:p>
    <w:p w:rsidR="007B2329" w:rsidRDefault="007B2329" w:rsidP="007B2329">
      <w:r>
        <w:t>394.0934</w:t>
      </w:r>
      <w:r>
        <w:tab/>
        <w:t>1.038e0</w:t>
      </w:r>
    </w:p>
    <w:p w:rsidR="007B2329" w:rsidRDefault="007B2329" w:rsidP="007B2329">
      <w:r>
        <w:t>394.1141</w:t>
      </w:r>
      <w:r>
        <w:tab/>
        <w:t>1.013e0</w:t>
      </w:r>
    </w:p>
    <w:p w:rsidR="007B2329" w:rsidRDefault="007B2329" w:rsidP="007B2329">
      <w:r>
        <w:t>394.1550</w:t>
      </w:r>
      <w:r>
        <w:tab/>
        <w:t>3.038e0</w:t>
      </w:r>
    </w:p>
    <w:p w:rsidR="007B2329" w:rsidRDefault="007B2329" w:rsidP="007B2329">
      <w:r>
        <w:t>394.1651</w:t>
      </w:r>
      <w:r>
        <w:tab/>
        <w:t>4.051e0</w:t>
      </w:r>
    </w:p>
    <w:p w:rsidR="007B2329" w:rsidRDefault="007B2329" w:rsidP="007B2329">
      <w:r>
        <w:t>394.1678</w:t>
      </w:r>
      <w:r>
        <w:tab/>
        <w:t>1.339e1</w:t>
      </w:r>
    </w:p>
    <w:p w:rsidR="007B2329" w:rsidRDefault="007B2329" w:rsidP="007B2329">
      <w:r>
        <w:t>394.1709</w:t>
      </w:r>
      <w:r>
        <w:tab/>
        <w:t>1.449e0</w:t>
      </w:r>
    </w:p>
    <w:p w:rsidR="007B2329" w:rsidRDefault="007B2329" w:rsidP="007B2329">
      <w:r>
        <w:t>394.1736</w:t>
      </w:r>
      <w:r>
        <w:tab/>
        <w:t>2.082e0</w:t>
      </w:r>
    </w:p>
    <w:p w:rsidR="007B2329" w:rsidRDefault="007B2329" w:rsidP="007B2329">
      <w:r>
        <w:t>394.1752</w:t>
      </w:r>
      <w:r>
        <w:tab/>
        <w:t>3.601e0</w:t>
      </w:r>
    </w:p>
    <w:p w:rsidR="007B2329" w:rsidRDefault="007B2329" w:rsidP="007B2329">
      <w:r>
        <w:t>394.1776</w:t>
      </w:r>
      <w:r>
        <w:tab/>
        <w:t>7.720e0</w:t>
      </w:r>
    </w:p>
    <w:p w:rsidR="007B2329" w:rsidRDefault="007B2329" w:rsidP="007B2329">
      <w:r>
        <w:t>394.1846</w:t>
      </w:r>
      <w:r>
        <w:tab/>
        <w:t>6.488e0</w:t>
      </w:r>
    </w:p>
    <w:p w:rsidR="007B2329" w:rsidRDefault="007B2329" w:rsidP="007B2329">
      <w:r>
        <w:t>394.2066</w:t>
      </w:r>
      <w:r>
        <w:tab/>
        <w:t>4.594e0</w:t>
      </w:r>
    </w:p>
    <w:p w:rsidR="007B2329" w:rsidRDefault="007B2329" w:rsidP="007B2329">
      <w:r>
        <w:t>394.2090</w:t>
      </w:r>
      <w:r>
        <w:tab/>
        <w:t>2.008e0</w:t>
      </w:r>
    </w:p>
    <w:p w:rsidR="007B2329" w:rsidRDefault="007B2329" w:rsidP="007B2329">
      <w:r>
        <w:t>394.2969</w:t>
      </w:r>
      <w:r>
        <w:tab/>
        <w:t>1.013e0</w:t>
      </w:r>
    </w:p>
    <w:p w:rsidR="007B2329" w:rsidRDefault="007B2329" w:rsidP="007B2329">
      <w:r>
        <w:lastRenderedPageBreak/>
        <w:t>394.3472</w:t>
      </w:r>
      <w:r>
        <w:tab/>
        <w:t>4.051e0</w:t>
      </w:r>
    </w:p>
    <w:p w:rsidR="007B2329" w:rsidRDefault="007B2329" w:rsidP="007B2329">
      <w:r>
        <w:t>394.3536</w:t>
      </w:r>
      <w:r>
        <w:tab/>
        <w:t>3.038e0</w:t>
      </w:r>
    </w:p>
    <w:p w:rsidR="007B2329" w:rsidRDefault="007B2329" w:rsidP="007B2329">
      <w:r>
        <w:t>394.3547</w:t>
      </w:r>
      <w:r>
        <w:tab/>
        <w:t>2.038e0</w:t>
      </w:r>
    </w:p>
    <w:p w:rsidR="007B2329" w:rsidRDefault="007B2329" w:rsidP="007B2329">
      <w:r>
        <w:t>394.3737</w:t>
      </w:r>
      <w:r>
        <w:tab/>
        <w:t>7.089e0</w:t>
      </w:r>
    </w:p>
    <w:p w:rsidR="007B2329" w:rsidRDefault="007B2329" w:rsidP="007B2329">
      <w:r>
        <w:t>394.3831</w:t>
      </w:r>
      <w:r>
        <w:tab/>
        <w:t>2.025e0</w:t>
      </w:r>
    </w:p>
    <w:p w:rsidR="007B2329" w:rsidRDefault="007B2329" w:rsidP="007B2329">
      <w:r>
        <w:t>394.3878</w:t>
      </w:r>
      <w:r>
        <w:tab/>
        <w:t>1.013e0</w:t>
      </w:r>
    </w:p>
    <w:p w:rsidR="007B2329" w:rsidRDefault="007B2329" w:rsidP="007B2329">
      <w:r>
        <w:t>394.3996</w:t>
      </w:r>
      <w:r>
        <w:tab/>
        <w:t>3.038e0</w:t>
      </w:r>
    </w:p>
    <w:p w:rsidR="007B2329" w:rsidRDefault="007B2329" w:rsidP="007B2329">
      <w:r>
        <w:t>394.4106</w:t>
      </w:r>
      <w:r>
        <w:tab/>
        <w:t>1.025e0</w:t>
      </w:r>
    </w:p>
    <w:p w:rsidR="007B2329" w:rsidRDefault="007B2329" w:rsidP="007B2329">
      <w:r>
        <w:t>394.4366</w:t>
      </w:r>
      <w:r>
        <w:tab/>
        <w:t>1.013e0</w:t>
      </w:r>
    </w:p>
    <w:p w:rsidR="007B2329" w:rsidRDefault="007B2329" w:rsidP="007B2329">
      <w:r>
        <w:t>394.4658</w:t>
      </w:r>
      <w:r>
        <w:tab/>
        <w:t>1.013e0</w:t>
      </w:r>
    </w:p>
    <w:p w:rsidR="007B2329" w:rsidRDefault="007B2329" w:rsidP="007B2329">
      <w:r>
        <w:t>394.4715</w:t>
      </w:r>
      <w:r>
        <w:tab/>
        <w:t>1.013e0</w:t>
      </w:r>
    </w:p>
    <w:p w:rsidR="007B2329" w:rsidRDefault="007B2329" w:rsidP="007B2329">
      <w:r>
        <w:t>394.4725</w:t>
      </w:r>
      <w:r>
        <w:tab/>
        <w:t>2.025e0</w:t>
      </w:r>
    </w:p>
    <w:p w:rsidR="007B2329" w:rsidRDefault="007B2329" w:rsidP="007B2329">
      <w:r>
        <w:t>394.4766</w:t>
      </w:r>
      <w:r>
        <w:tab/>
        <w:t>2.025e0</w:t>
      </w:r>
    </w:p>
    <w:p w:rsidR="007B2329" w:rsidRDefault="007B2329" w:rsidP="007B2329">
      <w:r>
        <w:t>394.4832</w:t>
      </w:r>
      <w:r>
        <w:tab/>
        <w:t>1.013e0</w:t>
      </w:r>
    </w:p>
    <w:p w:rsidR="007B2329" w:rsidRDefault="007B2329" w:rsidP="007B2329">
      <w:r>
        <w:t>394.4924</w:t>
      </w:r>
      <w:r>
        <w:tab/>
        <w:t>1.013e0</w:t>
      </w:r>
    </w:p>
    <w:p w:rsidR="007B2329" w:rsidRDefault="007B2329" w:rsidP="007B2329">
      <w:r>
        <w:t>394.5084</w:t>
      </w:r>
      <w:r>
        <w:tab/>
        <w:t>2.025e0</w:t>
      </w:r>
    </w:p>
    <w:p w:rsidR="007B2329" w:rsidRDefault="007B2329" w:rsidP="007B2329">
      <w:r>
        <w:t>394.5114</w:t>
      </w:r>
      <w:r>
        <w:tab/>
        <w:t>2.025e0</w:t>
      </w:r>
    </w:p>
    <w:p w:rsidR="007B2329" w:rsidRDefault="007B2329" w:rsidP="007B2329">
      <w:r>
        <w:t>394.5403</w:t>
      </w:r>
      <w:r>
        <w:tab/>
        <w:t>2.025e0</w:t>
      </w:r>
    </w:p>
    <w:p w:rsidR="007B2329" w:rsidRDefault="007B2329" w:rsidP="007B2329">
      <w:r>
        <w:t>394.5453</w:t>
      </w:r>
      <w:r>
        <w:tab/>
        <w:t>2.025e0</w:t>
      </w:r>
    </w:p>
    <w:p w:rsidR="007B2329" w:rsidRDefault="007B2329" w:rsidP="007B2329">
      <w:r>
        <w:lastRenderedPageBreak/>
        <w:t>394.5470</w:t>
      </w:r>
      <w:r>
        <w:tab/>
        <w:t>1.013e0</w:t>
      </w:r>
    </w:p>
    <w:p w:rsidR="007B2329" w:rsidRDefault="007B2329" w:rsidP="007B2329">
      <w:r>
        <w:t>394.5762</w:t>
      </w:r>
      <w:r>
        <w:tab/>
        <w:t>2.025e0</w:t>
      </w:r>
    </w:p>
    <w:p w:rsidR="007B2329" w:rsidRDefault="007B2329" w:rsidP="007B2329">
      <w:r>
        <w:t>394.5934</w:t>
      </w:r>
      <w:r>
        <w:tab/>
        <w:t>1.013e0</w:t>
      </w:r>
    </w:p>
    <w:p w:rsidR="007B2329" w:rsidRDefault="007B2329" w:rsidP="007B2329">
      <w:r>
        <w:t>394.6042</w:t>
      </w:r>
      <w:r>
        <w:tab/>
        <w:t>2.025e0</w:t>
      </w:r>
    </w:p>
    <w:p w:rsidR="007B2329" w:rsidRDefault="007B2329" w:rsidP="007B2329">
      <w:r>
        <w:t>394.6251</w:t>
      </w:r>
      <w:r>
        <w:tab/>
        <w:t>1.013e0</w:t>
      </w:r>
    </w:p>
    <w:p w:rsidR="007B2329" w:rsidRDefault="007B2329" w:rsidP="007B2329">
      <w:r>
        <w:t>394.6530</w:t>
      </w:r>
      <w:r>
        <w:tab/>
        <w:t>1.013e0</w:t>
      </w:r>
    </w:p>
    <w:p w:rsidR="007B2329" w:rsidRDefault="007B2329" w:rsidP="007B2329">
      <w:r>
        <w:t>394.6610</w:t>
      </w:r>
      <w:r>
        <w:tab/>
        <w:t>1.013e0</w:t>
      </w:r>
    </w:p>
    <w:p w:rsidR="007B2329" w:rsidRDefault="007B2329" w:rsidP="007B2329">
      <w:r>
        <w:t>394.6670</w:t>
      </w:r>
      <w:r>
        <w:tab/>
        <w:t>1.013e0</w:t>
      </w:r>
    </w:p>
    <w:p w:rsidR="007B2329" w:rsidRDefault="007B2329" w:rsidP="007B2329">
      <w:r>
        <w:t>394.6680</w:t>
      </w:r>
      <w:r>
        <w:tab/>
        <w:t>4.051e0</w:t>
      </w:r>
    </w:p>
    <w:p w:rsidR="007B2329" w:rsidRDefault="007B2329" w:rsidP="007B2329">
      <w:r>
        <w:t>394.6804</w:t>
      </w:r>
      <w:r>
        <w:tab/>
        <w:t>2.025e0</w:t>
      </w:r>
    </w:p>
    <w:p w:rsidR="007B2329" w:rsidRDefault="007B2329" w:rsidP="007B2329">
      <w:r>
        <w:t>394.7141</w:t>
      </w:r>
      <w:r>
        <w:tab/>
        <w:t>2.025e0</w:t>
      </w:r>
    </w:p>
    <w:p w:rsidR="007B2329" w:rsidRDefault="007B2329" w:rsidP="007B2329">
      <w:r>
        <w:t>394.7208</w:t>
      </w:r>
      <w:r>
        <w:tab/>
        <w:t>1.013e0</w:t>
      </w:r>
    </w:p>
    <w:p w:rsidR="007B2329" w:rsidRDefault="007B2329" w:rsidP="007B2329">
      <w:r>
        <w:t>394.7247</w:t>
      </w:r>
      <w:r>
        <w:tab/>
        <w:t>1.013e0</w:t>
      </w:r>
    </w:p>
    <w:p w:rsidR="007B2329" w:rsidRDefault="007B2329" w:rsidP="007B2329">
      <w:r>
        <w:t>394.7407</w:t>
      </w:r>
      <w:r>
        <w:tab/>
        <w:t>2.025e0</w:t>
      </w:r>
    </w:p>
    <w:p w:rsidR="007B2329" w:rsidRDefault="007B2329" w:rsidP="007B2329">
      <w:r>
        <w:t>394.7461</w:t>
      </w:r>
      <w:r>
        <w:tab/>
        <w:t>2.025e0</w:t>
      </w:r>
    </w:p>
    <w:p w:rsidR="007B2329" w:rsidRDefault="007B2329" w:rsidP="007B2329">
      <w:r>
        <w:t>394.7718</w:t>
      </w:r>
      <w:r>
        <w:tab/>
        <w:t>1.013e0</w:t>
      </w:r>
    </w:p>
    <w:p w:rsidR="007B2329" w:rsidRDefault="007B2329" w:rsidP="007B2329">
      <w:r>
        <w:t>394.7738</w:t>
      </w:r>
      <w:r>
        <w:tab/>
        <w:t>2.025e0</w:t>
      </w:r>
    </w:p>
    <w:p w:rsidR="007B2329" w:rsidRDefault="007B2329" w:rsidP="007B2329">
      <w:r>
        <w:t>394.8022</w:t>
      </w:r>
      <w:r>
        <w:tab/>
        <w:t>1.025e0</w:t>
      </w:r>
    </w:p>
    <w:p w:rsidR="007B2329" w:rsidRDefault="007B2329" w:rsidP="007B2329">
      <w:r>
        <w:t>394.8098</w:t>
      </w:r>
      <w:r>
        <w:tab/>
        <w:t>1.013e0</w:t>
      </w:r>
    </w:p>
    <w:p w:rsidR="007B2329" w:rsidRDefault="007B2329" w:rsidP="007B2329">
      <w:r>
        <w:lastRenderedPageBreak/>
        <w:t>394.8186</w:t>
      </w:r>
      <w:r>
        <w:tab/>
        <w:t>2.025e0</w:t>
      </w:r>
    </w:p>
    <w:p w:rsidR="007B2329" w:rsidRDefault="007B2329" w:rsidP="007B2329">
      <w:r>
        <w:t>394.8275</w:t>
      </w:r>
      <w:r>
        <w:tab/>
        <w:t>1.013e0</w:t>
      </w:r>
    </w:p>
    <w:p w:rsidR="007B2329" w:rsidRDefault="007B2329" w:rsidP="007B2329">
      <w:r>
        <w:t>394.8418</w:t>
      </w:r>
      <w:r>
        <w:tab/>
        <w:t>1.013e0</w:t>
      </w:r>
    </w:p>
    <w:p w:rsidR="007B2329" w:rsidRDefault="007B2329" w:rsidP="007B2329">
      <w:r>
        <w:t>394.8612</w:t>
      </w:r>
      <w:r>
        <w:tab/>
        <w:t>2.025e0</w:t>
      </w:r>
    </w:p>
    <w:p w:rsidR="007B2329" w:rsidRDefault="007B2329" w:rsidP="007B2329">
      <w:r>
        <w:t>394.8627</w:t>
      </w:r>
      <w:r>
        <w:tab/>
        <w:t>1.013e0</w:t>
      </w:r>
    </w:p>
    <w:p w:rsidR="007B2329" w:rsidRDefault="007B2329" w:rsidP="007B2329">
      <w:r>
        <w:t>394.8734</w:t>
      </w:r>
      <w:r>
        <w:tab/>
        <w:t>1.013e0</w:t>
      </w:r>
    </w:p>
    <w:p w:rsidR="007B2329" w:rsidRDefault="007B2329" w:rsidP="007B2329">
      <w:r>
        <w:t>394.8773</w:t>
      </w:r>
      <w:r>
        <w:tab/>
        <w:t>1.013e0</w:t>
      </w:r>
    </w:p>
    <w:p w:rsidR="007B2329" w:rsidRDefault="007B2329" w:rsidP="007B2329">
      <w:r>
        <w:t>394.8839</w:t>
      </w:r>
      <w:r>
        <w:tab/>
        <w:t>3.038e0</w:t>
      </w:r>
    </w:p>
    <w:p w:rsidR="007B2329" w:rsidRDefault="007B2329" w:rsidP="007B2329">
      <w:r>
        <w:t>394.9007</w:t>
      </w:r>
      <w:r>
        <w:tab/>
        <w:t>3.038e0</w:t>
      </w:r>
    </w:p>
    <w:p w:rsidR="007B2329" w:rsidRDefault="007B2329" w:rsidP="007B2329">
      <w:r>
        <w:t>394.9236</w:t>
      </w:r>
      <w:r>
        <w:tab/>
        <w:t>3.038e0</w:t>
      </w:r>
    </w:p>
    <w:p w:rsidR="007B2329" w:rsidRDefault="007B2329" w:rsidP="007B2329">
      <w:r>
        <w:t>394.9320</w:t>
      </w:r>
      <w:r>
        <w:tab/>
        <w:t>2.025e0</w:t>
      </w:r>
    </w:p>
    <w:p w:rsidR="007B2329" w:rsidRDefault="007B2329" w:rsidP="007B2329">
      <w:r>
        <w:t>394.9398</w:t>
      </w:r>
      <w:r>
        <w:tab/>
        <w:t>1.025e0</w:t>
      </w:r>
    </w:p>
    <w:p w:rsidR="007B2329" w:rsidRDefault="007B2329" w:rsidP="007B2329">
      <w:r>
        <w:t>394.9486</w:t>
      </w:r>
      <w:r>
        <w:tab/>
        <w:t>2.038e0</w:t>
      </w:r>
    </w:p>
    <w:p w:rsidR="007B2329" w:rsidRDefault="007B2329" w:rsidP="007B2329">
      <w:r>
        <w:t>394.9535</w:t>
      </w:r>
      <w:r>
        <w:tab/>
        <w:t>1.013e0</w:t>
      </w:r>
    </w:p>
    <w:p w:rsidR="007B2329" w:rsidRDefault="007B2329" w:rsidP="007B2329">
      <w:r>
        <w:t>394.9625</w:t>
      </w:r>
      <w:r>
        <w:tab/>
        <w:t>1.013e0</w:t>
      </w:r>
    </w:p>
    <w:p w:rsidR="007B2329" w:rsidRDefault="007B2329" w:rsidP="007B2329">
      <w:r>
        <w:t>394.9848</w:t>
      </w:r>
      <w:r>
        <w:tab/>
        <w:t>3.038e0</w:t>
      </w:r>
    </w:p>
    <w:p w:rsidR="007B2329" w:rsidRDefault="007B2329" w:rsidP="007B2329">
      <w:r>
        <w:t>394.9942</w:t>
      </w:r>
      <w:r>
        <w:tab/>
        <w:t>2.025e0</w:t>
      </w:r>
    </w:p>
    <w:p w:rsidR="007B2329" w:rsidRDefault="007B2329" w:rsidP="007B2329">
      <w:r>
        <w:t>394.9954</w:t>
      </w:r>
      <w:r>
        <w:tab/>
        <w:t>1.013e0</w:t>
      </w:r>
    </w:p>
    <w:p w:rsidR="007B2329" w:rsidRDefault="007B2329" w:rsidP="007B2329">
      <w:r>
        <w:t>395.0263</w:t>
      </w:r>
      <w:r>
        <w:tab/>
        <w:t>1.013e0</w:t>
      </w:r>
    </w:p>
    <w:p w:rsidR="007B2329" w:rsidRDefault="007B2329" w:rsidP="007B2329">
      <w:r>
        <w:lastRenderedPageBreak/>
        <w:t>395.0376</w:t>
      </w:r>
      <w:r>
        <w:tab/>
        <w:t>1.013e0</w:t>
      </w:r>
    </w:p>
    <w:p w:rsidR="007B2329" w:rsidRDefault="007B2329" w:rsidP="007B2329">
      <w:r>
        <w:t>395.0463</w:t>
      </w:r>
      <w:r>
        <w:tab/>
        <w:t>3.038e0</w:t>
      </w:r>
    </w:p>
    <w:p w:rsidR="007B2329" w:rsidRDefault="007B2329" w:rsidP="007B2329">
      <w:r>
        <w:t>395.0477</w:t>
      </w:r>
      <w:r>
        <w:tab/>
        <w:t>2.549e0</w:t>
      </w:r>
    </w:p>
    <w:p w:rsidR="007B2329" w:rsidRDefault="007B2329" w:rsidP="007B2329">
      <w:r>
        <w:t>395.0597</w:t>
      </w:r>
      <w:r>
        <w:tab/>
        <w:t>2.025e0</w:t>
      </w:r>
    </w:p>
    <w:p w:rsidR="007B2329" w:rsidRDefault="007B2329" w:rsidP="007B2329">
      <w:r>
        <w:t>395.0689</w:t>
      </w:r>
      <w:r>
        <w:tab/>
        <w:t>1.013e0</w:t>
      </w:r>
    </w:p>
    <w:p w:rsidR="007B2329" w:rsidRDefault="007B2329" w:rsidP="007B2329">
      <w:r>
        <w:t>395.0721</w:t>
      </w:r>
      <w:r>
        <w:tab/>
        <w:t>2.519e0</w:t>
      </w:r>
    </w:p>
    <w:p w:rsidR="007B2329" w:rsidRDefault="007B2329" w:rsidP="007B2329">
      <w:r>
        <w:t>395.0794</w:t>
      </w:r>
      <w:r>
        <w:tab/>
        <w:t>1.013e0</w:t>
      </w:r>
    </w:p>
    <w:p w:rsidR="007B2329" w:rsidRDefault="007B2329" w:rsidP="007B2329">
      <w:r>
        <w:t>395.0822</w:t>
      </w:r>
      <w:r>
        <w:tab/>
        <w:t>2.025e0</w:t>
      </w:r>
    </w:p>
    <w:p w:rsidR="007B2329" w:rsidRDefault="007B2329" w:rsidP="007B2329">
      <w:r>
        <w:t>395.1073</w:t>
      </w:r>
      <w:r>
        <w:tab/>
        <w:t>4.570e0</w:t>
      </w:r>
    </w:p>
    <w:p w:rsidR="007B2329" w:rsidRDefault="007B2329" w:rsidP="007B2329">
      <w:r>
        <w:t>395.1110</w:t>
      </w:r>
      <w:r>
        <w:tab/>
        <w:t>3.557e0</w:t>
      </w:r>
    </w:p>
    <w:p w:rsidR="007B2329" w:rsidRDefault="007B2329" w:rsidP="007B2329">
      <w:r>
        <w:t>395.1132</w:t>
      </w:r>
      <w:r>
        <w:tab/>
        <w:t>2.025e0</w:t>
      </w:r>
    </w:p>
    <w:p w:rsidR="007B2329" w:rsidRDefault="007B2329" w:rsidP="007B2329">
      <w:r>
        <w:t>395.1150</w:t>
      </w:r>
      <w:r>
        <w:tab/>
        <w:t>1.013e0</w:t>
      </w:r>
    </w:p>
    <w:p w:rsidR="007B2329" w:rsidRDefault="007B2329" w:rsidP="007B2329">
      <w:r>
        <w:t>395.1188</w:t>
      </w:r>
      <w:r>
        <w:tab/>
        <w:t>2.025e0</w:t>
      </w:r>
    </w:p>
    <w:p w:rsidR="007B2329" w:rsidRDefault="007B2329" w:rsidP="007B2329">
      <w:r>
        <w:t>395.1688</w:t>
      </w:r>
      <w:r>
        <w:tab/>
        <w:t>8.173e0</w:t>
      </w:r>
    </w:p>
    <w:p w:rsidR="007B2329" w:rsidRDefault="007B2329" w:rsidP="007B2329">
      <w:r>
        <w:t>395.1826</w:t>
      </w:r>
      <w:r>
        <w:tab/>
        <w:t>1.131e0</w:t>
      </w:r>
    </w:p>
    <w:p w:rsidR="007B2329" w:rsidRDefault="007B2329" w:rsidP="007B2329">
      <w:r>
        <w:t>395.1913</w:t>
      </w:r>
      <w:r>
        <w:tab/>
        <w:t>2.025e0</w:t>
      </w:r>
    </w:p>
    <w:p w:rsidR="007B2329" w:rsidRDefault="007B2329" w:rsidP="007B2329">
      <w:r>
        <w:t>395.3356</w:t>
      </w:r>
      <w:r>
        <w:tab/>
        <w:t>2.025e0</w:t>
      </w:r>
    </w:p>
    <w:p w:rsidR="007B2329" w:rsidRDefault="007B2329" w:rsidP="007B2329">
      <w:r>
        <w:t>395.3466</w:t>
      </w:r>
      <w:r>
        <w:tab/>
        <w:t>1.777e0</w:t>
      </w:r>
    </w:p>
    <w:p w:rsidR="007B2329" w:rsidRDefault="007B2329" w:rsidP="007B2329">
      <w:r>
        <w:t>395.3526</w:t>
      </w:r>
      <w:r>
        <w:tab/>
        <w:t>1.013e0</w:t>
      </w:r>
    </w:p>
    <w:p w:rsidR="007B2329" w:rsidRDefault="007B2329" w:rsidP="007B2329">
      <w:r>
        <w:lastRenderedPageBreak/>
        <w:t>395.3661</w:t>
      </w:r>
      <w:r>
        <w:tab/>
        <w:t>2.025e0</w:t>
      </w:r>
    </w:p>
    <w:p w:rsidR="007B2329" w:rsidRDefault="007B2329" w:rsidP="007B2329">
      <w:r>
        <w:t>395.3749</w:t>
      </w:r>
      <w:r>
        <w:tab/>
        <w:t>4.051e0</w:t>
      </w:r>
    </w:p>
    <w:p w:rsidR="007B2329" w:rsidRDefault="007B2329" w:rsidP="007B2329">
      <w:r>
        <w:t>395.3954</w:t>
      </w:r>
      <w:r>
        <w:tab/>
        <w:t>1.013e0</w:t>
      </w:r>
    </w:p>
    <w:p w:rsidR="007B2329" w:rsidRDefault="007B2329" w:rsidP="007B2329">
      <w:r>
        <w:t>395.4042</w:t>
      </w:r>
      <w:r>
        <w:tab/>
        <w:t>2.025e0</w:t>
      </w:r>
    </w:p>
    <w:p w:rsidR="007B2329" w:rsidRDefault="007B2329" w:rsidP="007B2329">
      <w:r>
        <w:t>395.4116</w:t>
      </w:r>
      <w:r>
        <w:tab/>
        <w:t>2.025e0</w:t>
      </w:r>
    </w:p>
    <w:p w:rsidR="007B2329" w:rsidRDefault="007B2329" w:rsidP="007B2329">
      <w:r>
        <w:t>395.4166</w:t>
      </w:r>
      <w:r>
        <w:tab/>
        <w:t>2.025e0</w:t>
      </w:r>
    </w:p>
    <w:p w:rsidR="007B2329" w:rsidRDefault="007B2329" w:rsidP="007B2329">
      <w:r>
        <w:t>395.4431</w:t>
      </w:r>
      <w:r>
        <w:tab/>
        <w:t>1.013e0</w:t>
      </w:r>
    </w:p>
    <w:p w:rsidR="007B2329" w:rsidRDefault="007B2329" w:rsidP="007B2329">
      <w:r>
        <w:t>395.4570</w:t>
      </w:r>
      <w:r>
        <w:tab/>
        <w:t>2.025e0</w:t>
      </w:r>
    </w:p>
    <w:p w:rsidR="007B2329" w:rsidRDefault="007B2329" w:rsidP="007B2329">
      <w:r>
        <w:t>395.4713</w:t>
      </w:r>
      <w:r>
        <w:tab/>
        <w:t>1.013e0</w:t>
      </w:r>
    </w:p>
    <w:p w:rsidR="007B2329" w:rsidRDefault="007B2329" w:rsidP="007B2329">
      <w:r>
        <w:t>395.4804</w:t>
      </w:r>
      <w:r>
        <w:tab/>
        <w:t>1.013e0</w:t>
      </w:r>
    </w:p>
    <w:p w:rsidR="007B2329" w:rsidRDefault="007B2329" w:rsidP="007B2329">
      <w:r>
        <w:t>395.4921</w:t>
      </w:r>
      <w:r>
        <w:tab/>
        <w:t>1.013e0</w:t>
      </w:r>
    </w:p>
    <w:p w:rsidR="007B2329" w:rsidRDefault="007B2329" w:rsidP="007B2329">
      <w:r>
        <w:t>395.4943</w:t>
      </w:r>
      <w:r>
        <w:tab/>
        <w:t>2.025e0</w:t>
      </w:r>
    </w:p>
    <w:p w:rsidR="007B2329" w:rsidRDefault="007B2329" w:rsidP="007B2329">
      <w:r>
        <w:t>395.5018</w:t>
      </w:r>
      <w:r>
        <w:tab/>
        <w:t>1.013e0</w:t>
      </w:r>
    </w:p>
    <w:p w:rsidR="007B2329" w:rsidRDefault="007B2329" w:rsidP="007B2329">
      <w:r>
        <w:t>395.5062</w:t>
      </w:r>
      <w:r>
        <w:tab/>
        <w:t>2.025e0</w:t>
      </w:r>
    </w:p>
    <w:p w:rsidR="007B2329" w:rsidRDefault="007B2329" w:rsidP="007B2329">
      <w:r>
        <w:t>395.5340</w:t>
      </w:r>
      <w:r>
        <w:tab/>
        <w:t>1.013e0</w:t>
      </w:r>
    </w:p>
    <w:p w:rsidR="007B2329" w:rsidRDefault="007B2329" w:rsidP="007B2329">
      <w:r>
        <w:t>395.5443</w:t>
      </w:r>
      <w:r>
        <w:tab/>
        <w:t>1.013e0</w:t>
      </w:r>
    </w:p>
    <w:p w:rsidR="007B2329" w:rsidRDefault="007B2329" w:rsidP="007B2329">
      <w:r>
        <w:t>395.5654</w:t>
      </w:r>
      <w:r>
        <w:tab/>
        <w:t>1.013e0</w:t>
      </w:r>
    </w:p>
    <w:p w:rsidR="007B2329" w:rsidRDefault="007B2329" w:rsidP="007B2329">
      <w:r>
        <w:t>395.5676</w:t>
      </w:r>
      <w:r>
        <w:tab/>
        <w:t>2.025e0</w:t>
      </w:r>
    </w:p>
    <w:p w:rsidR="007B2329" w:rsidRDefault="007B2329" w:rsidP="007B2329">
      <w:r>
        <w:t>395.5904</w:t>
      </w:r>
      <w:r>
        <w:tab/>
        <w:t>1.013e0</w:t>
      </w:r>
    </w:p>
    <w:p w:rsidR="007B2329" w:rsidRDefault="007B2329" w:rsidP="007B2329">
      <w:r>
        <w:lastRenderedPageBreak/>
        <w:t>395.6041</w:t>
      </w:r>
      <w:r>
        <w:tab/>
        <w:t>1.013e0</w:t>
      </w:r>
    </w:p>
    <w:p w:rsidR="007B2329" w:rsidRDefault="007B2329" w:rsidP="007B2329">
      <w:r>
        <w:t>395.6180</w:t>
      </w:r>
      <w:r>
        <w:tab/>
        <w:t>1.013e0</w:t>
      </w:r>
    </w:p>
    <w:p w:rsidR="007B2329" w:rsidRDefault="007B2329" w:rsidP="007B2329">
      <w:r>
        <w:t>395.6250</w:t>
      </w:r>
      <w:r>
        <w:tab/>
        <w:t>1.013e0</w:t>
      </w:r>
    </w:p>
    <w:p w:rsidR="007B2329" w:rsidRDefault="007B2329" w:rsidP="007B2329">
      <w:r>
        <w:t>395.6266</w:t>
      </w:r>
      <w:r>
        <w:tab/>
        <w:t>2.025e0</w:t>
      </w:r>
    </w:p>
    <w:p w:rsidR="007B2329" w:rsidRDefault="007B2329" w:rsidP="007B2329">
      <w:r>
        <w:t>395.6330</w:t>
      </w:r>
      <w:r>
        <w:tab/>
        <w:t>1.013e0</w:t>
      </w:r>
    </w:p>
    <w:p w:rsidR="007B2329" w:rsidRDefault="007B2329" w:rsidP="007B2329">
      <w:r>
        <w:t>395.6462</w:t>
      </w:r>
      <w:r>
        <w:tab/>
        <w:t>1.013e0</w:t>
      </w:r>
    </w:p>
    <w:p w:rsidR="007B2329" w:rsidRDefault="007B2329" w:rsidP="007B2329">
      <w:r>
        <w:t>395.6544</w:t>
      </w:r>
      <w:r>
        <w:tab/>
        <w:t>1.013e0</w:t>
      </w:r>
    </w:p>
    <w:p w:rsidR="007B2329" w:rsidRDefault="007B2329" w:rsidP="007B2329">
      <w:r>
        <w:t>395.6631</w:t>
      </w:r>
      <w:r>
        <w:tab/>
        <w:t>2.025e0</w:t>
      </w:r>
    </w:p>
    <w:p w:rsidR="007B2329" w:rsidRDefault="007B2329" w:rsidP="007B2329">
      <w:r>
        <w:t>395.6790</w:t>
      </w:r>
      <w:r>
        <w:tab/>
        <w:t>2.025e0</w:t>
      </w:r>
    </w:p>
    <w:p w:rsidR="007B2329" w:rsidRDefault="007B2329" w:rsidP="007B2329">
      <w:r>
        <w:t>395.6810</w:t>
      </w:r>
      <w:r>
        <w:tab/>
        <w:t>1.013e0</w:t>
      </w:r>
    </w:p>
    <w:p w:rsidR="007B2329" w:rsidRDefault="007B2329" w:rsidP="007B2329">
      <w:r>
        <w:t>395.7057</w:t>
      </w:r>
      <w:r>
        <w:tab/>
        <w:t>2.025e0</w:t>
      </w:r>
    </w:p>
    <w:p w:rsidR="007B2329" w:rsidRDefault="007B2329" w:rsidP="007B2329">
      <w:r>
        <w:t>395.7143</w:t>
      </w:r>
      <w:r>
        <w:tab/>
        <w:t>1.013e0</w:t>
      </w:r>
    </w:p>
    <w:p w:rsidR="007B2329" w:rsidRDefault="007B2329" w:rsidP="007B2329">
      <w:r>
        <w:t>395.7183</w:t>
      </w:r>
      <w:r>
        <w:tab/>
        <w:t>1.013e0</w:t>
      </w:r>
    </w:p>
    <w:p w:rsidR="007B2329" w:rsidRDefault="007B2329" w:rsidP="007B2329">
      <w:r>
        <w:t>395.7395</w:t>
      </w:r>
      <w:r>
        <w:tab/>
        <w:t>1.013e0</w:t>
      </w:r>
    </w:p>
    <w:p w:rsidR="007B2329" w:rsidRDefault="007B2329" w:rsidP="007B2329">
      <w:r>
        <w:t>395.7510</w:t>
      </w:r>
      <w:r>
        <w:tab/>
        <w:t>1.013e0</w:t>
      </w:r>
    </w:p>
    <w:p w:rsidR="007B2329" w:rsidRDefault="007B2329" w:rsidP="007B2329">
      <w:r>
        <w:t>395.7721</w:t>
      </w:r>
      <w:r>
        <w:tab/>
        <w:t>2.025e0</w:t>
      </w:r>
    </w:p>
    <w:p w:rsidR="007B2329" w:rsidRDefault="007B2329" w:rsidP="007B2329">
      <w:r>
        <w:t>395.7862</w:t>
      </w:r>
      <w:r>
        <w:tab/>
        <w:t>1.013e0</w:t>
      </w:r>
    </w:p>
    <w:p w:rsidR="007B2329" w:rsidRDefault="007B2329" w:rsidP="007B2329">
      <w:r>
        <w:t>395.7932</w:t>
      </w:r>
      <w:r>
        <w:tab/>
        <w:t>1.013e0</w:t>
      </w:r>
    </w:p>
    <w:p w:rsidR="007B2329" w:rsidRDefault="007B2329" w:rsidP="007B2329">
      <w:r>
        <w:t>395.8143</w:t>
      </w:r>
      <w:r>
        <w:tab/>
        <w:t>1.013e0</w:t>
      </w:r>
    </w:p>
    <w:p w:rsidR="007B2329" w:rsidRDefault="007B2329" w:rsidP="007B2329">
      <w:r>
        <w:lastRenderedPageBreak/>
        <w:t>395.8217</w:t>
      </w:r>
      <w:r>
        <w:tab/>
        <w:t>1.481e0</w:t>
      </w:r>
    </w:p>
    <w:p w:rsidR="007B2329" w:rsidRDefault="007B2329" w:rsidP="007B2329">
      <w:r>
        <w:t>395.8282</w:t>
      </w:r>
      <w:r>
        <w:tab/>
        <w:t>1.013e0</w:t>
      </w:r>
    </w:p>
    <w:p w:rsidR="007B2329" w:rsidRDefault="007B2329" w:rsidP="007B2329">
      <w:r>
        <w:t>395.8457</w:t>
      </w:r>
      <w:r>
        <w:tab/>
        <w:t>3.038e0</w:t>
      </w:r>
    </w:p>
    <w:p w:rsidR="007B2329" w:rsidRDefault="007B2329" w:rsidP="007B2329">
      <w:r>
        <w:t>395.8631</w:t>
      </w:r>
      <w:r>
        <w:tab/>
        <w:t>1.013e0</w:t>
      </w:r>
    </w:p>
    <w:p w:rsidR="007B2329" w:rsidRDefault="007B2329" w:rsidP="007B2329">
      <w:r>
        <w:t>395.8842</w:t>
      </w:r>
      <w:r>
        <w:tab/>
        <w:t>1.013e0</w:t>
      </w:r>
    </w:p>
    <w:p w:rsidR="007B2329" w:rsidRDefault="007B2329" w:rsidP="007B2329">
      <w:r>
        <w:t>395.8854</w:t>
      </w:r>
      <w:r>
        <w:tab/>
        <w:t>5.063e0</w:t>
      </w:r>
    </w:p>
    <w:p w:rsidR="007B2329" w:rsidRDefault="007B2329" w:rsidP="007B2329">
      <w:r>
        <w:t>395.8883</w:t>
      </w:r>
      <w:r>
        <w:tab/>
        <w:t>2.025e0</w:t>
      </w:r>
    </w:p>
    <w:p w:rsidR="007B2329" w:rsidRDefault="007B2329" w:rsidP="007B2329">
      <w:r>
        <w:t>395.9095</w:t>
      </w:r>
      <w:r>
        <w:tab/>
        <w:t>1.013e0</w:t>
      </w:r>
    </w:p>
    <w:p w:rsidR="007B2329" w:rsidRDefault="007B2329" w:rsidP="007B2329">
      <w:r>
        <w:t>395.9170</w:t>
      </w:r>
      <w:r>
        <w:tab/>
        <w:t>2.025e0</w:t>
      </w:r>
    </w:p>
    <w:p w:rsidR="007B2329" w:rsidRDefault="007B2329" w:rsidP="007B2329">
      <w:r>
        <w:t>395.9222</w:t>
      </w:r>
      <w:r>
        <w:tab/>
        <w:t>1.025e0</w:t>
      </w:r>
    </w:p>
    <w:p w:rsidR="007B2329" w:rsidRDefault="007B2329" w:rsidP="007B2329">
      <w:r>
        <w:t>395.9261</w:t>
      </w:r>
      <w:r>
        <w:tab/>
        <w:t>1.013e0</w:t>
      </w:r>
    </w:p>
    <w:p w:rsidR="007B2329" w:rsidRDefault="007B2329" w:rsidP="007B2329">
      <w:r>
        <w:t>395.9308</w:t>
      </w:r>
      <w:r>
        <w:tab/>
        <w:t>1.013e0</w:t>
      </w:r>
    </w:p>
    <w:p w:rsidR="007B2329" w:rsidRDefault="007B2329" w:rsidP="007B2329">
      <w:r>
        <w:t>395.9335</w:t>
      </w:r>
      <w:r>
        <w:tab/>
        <w:t>2.025e0</w:t>
      </w:r>
    </w:p>
    <w:p w:rsidR="007B2329" w:rsidRDefault="007B2329" w:rsidP="007B2329">
      <w:r>
        <w:t>395.9522</w:t>
      </w:r>
      <w:r>
        <w:tab/>
        <w:t>1.013e0</w:t>
      </w:r>
    </w:p>
    <w:p w:rsidR="007B2329" w:rsidRDefault="007B2329" w:rsidP="007B2329">
      <w:r>
        <w:t>395.9546</w:t>
      </w:r>
      <w:r>
        <w:tab/>
        <w:t>2.038e0</w:t>
      </w:r>
    </w:p>
    <w:p w:rsidR="007B2329" w:rsidRDefault="007B2329" w:rsidP="007B2329">
      <w:r>
        <w:t>395.9682</w:t>
      </w:r>
      <w:r>
        <w:tab/>
        <w:t>1.013e0</w:t>
      </w:r>
    </w:p>
    <w:p w:rsidR="007B2329" w:rsidRDefault="007B2329" w:rsidP="007B2329">
      <w:r>
        <w:t>395.9785</w:t>
      </w:r>
      <w:r>
        <w:tab/>
        <w:t>4.051e0</w:t>
      </w:r>
    </w:p>
    <w:p w:rsidR="007B2329" w:rsidRDefault="007B2329" w:rsidP="007B2329">
      <w:r>
        <w:t>395.9995</w:t>
      </w:r>
      <w:r>
        <w:tab/>
        <w:t>2.025e0</w:t>
      </w:r>
    </w:p>
    <w:p w:rsidR="007B2329" w:rsidRDefault="007B2329" w:rsidP="007B2329">
      <w:r>
        <w:t>396.0086</w:t>
      </w:r>
      <w:r>
        <w:tab/>
        <w:t>4.051e0</w:t>
      </w:r>
    </w:p>
    <w:p w:rsidR="007B2329" w:rsidRDefault="007B2329" w:rsidP="007B2329">
      <w:r>
        <w:lastRenderedPageBreak/>
        <w:t>396.0122</w:t>
      </w:r>
      <w:r>
        <w:tab/>
        <w:t>4.051e0</w:t>
      </w:r>
    </w:p>
    <w:p w:rsidR="007B2329" w:rsidRDefault="007B2329" w:rsidP="007B2329">
      <w:r>
        <w:t>396.0199</w:t>
      </w:r>
      <w:r>
        <w:tab/>
        <w:t>1.013e0</w:t>
      </w:r>
    </w:p>
    <w:p w:rsidR="007B2329" w:rsidRDefault="007B2329" w:rsidP="007B2329">
      <w:r>
        <w:t>396.0242</w:t>
      </w:r>
      <w:r>
        <w:tab/>
        <w:t>1.013e0</w:t>
      </w:r>
    </w:p>
    <w:p w:rsidR="007B2329" w:rsidRDefault="007B2329" w:rsidP="007B2329">
      <w:r>
        <w:t>396.0454</w:t>
      </w:r>
      <w:r>
        <w:tab/>
        <w:t>2.025e0</w:t>
      </w:r>
    </w:p>
    <w:p w:rsidR="007B2329" w:rsidRDefault="007B2329" w:rsidP="007B2329">
      <w:r>
        <w:t>396.0523</w:t>
      </w:r>
      <w:r>
        <w:tab/>
        <w:t>1.013e0</w:t>
      </w:r>
    </w:p>
    <w:p w:rsidR="007B2329" w:rsidRDefault="007B2329" w:rsidP="007B2329">
      <w:r>
        <w:t>396.0874</w:t>
      </w:r>
      <w:r>
        <w:tab/>
        <w:t>1.013e0</w:t>
      </w:r>
    </w:p>
    <w:p w:rsidR="007B2329" w:rsidRDefault="007B2329" w:rsidP="007B2329">
      <w:r>
        <w:t>396.0943</w:t>
      </w:r>
      <w:r>
        <w:tab/>
        <w:t>3.038e0</w:t>
      </w:r>
    </w:p>
    <w:p w:rsidR="007B2329" w:rsidRDefault="007B2329" w:rsidP="007B2329">
      <w:r>
        <w:t>396.1139</w:t>
      </w:r>
      <w:r>
        <w:tab/>
        <w:t>3.038e0</w:t>
      </w:r>
    </w:p>
    <w:p w:rsidR="007B2329" w:rsidRDefault="007B2329" w:rsidP="007B2329">
      <w:r>
        <w:t>396.1259</w:t>
      </w:r>
      <w:r>
        <w:tab/>
        <w:t>2.025e0</w:t>
      </w:r>
    </w:p>
    <w:p w:rsidR="007B2329" w:rsidRDefault="007B2329" w:rsidP="007B2329">
      <w:r>
        <w:t>396.1364</w:t>
      </w:r>
      <w:r>
        <w:tab/>
        <w:t>1.013e0</w:t>
      </w:r>
    </w:p>
    <w:p w:rsidR="007B2329" w:rsidRDefault="007B2329" w:rsidP="007B2329">
      <w:r>
        <w:t>396.1486</w:t>
      </w:r>
      <w:r>
        <w:tab/>
        <w:t>2.270e0</w:t>
      </w:r>
    </w:p>
    <w:p w:rsidR="007B2329" w:rsidRDefault="007B2329" w:rsidP="007B2329">
      <w:r>
        <w:t>396.1531</w:t>
      </w:r>
      <w:r>
        <w:tab/>
        <w:t>2.038e0</w:t>
      </w:r>
    </w:p>
    <w:p w:rsidR="007B2329" w:rsidRDefault="007B2329" w:rsidP="007B2329">
      <w:r>
        <w:t>396.1646</w:t>
      </w:r>
      <w:r>
        <w:tab/>
        <w:t>1.776e0</w:t>
      </w:r>
    </w:p>
    <w:p w:rsidR="007B2329" w:rsidRDefault="007B2329" w:rsidP="007B2329">
      <w:r>
        <w:t>396.1682</w:t>
      </w:r>
      <w:r>
        <w:tab/>
        <w:t>3.245e0</w:t>
      </w:r>
    </w:p>
    <w:p w:rsidR="007B2329" w:rsidRDefault="007B2329" w:rsidP="007B2329">
      <w:r>
        <w:t>396.1994</w:t>
      </w:r>
      <w:r>
        <w:tab/>
        <w:t>1.013e0</w:t>
      </w:r>
    </w:p>
    <w:p w:rsidR="007B2329" w:rsidRDefault="007B2329" w:rsidP="007B2329">
      <w:r>
        <w:t>396.3197</w:t>
      </w:r>
      <w:r>
        <w:tab/>
        <w:t>2.025e0</w:t>
      </w:r>
    </w:p>
    <w:p w:rsidR="007B2329" w:rsidRDefault="007B2329" w:rsidP="007B2329">
      <w:r>
        <w:t>396.3603</w:t>
      </w:r>
      <w:r>
        <w:tab/>
        <w:t>3.038e0</w:t>
      </w:r>
    </w:p>
    <w:p w:rsidR="007B2329" w:rsidRDefault="007B2329" w:rsidP="007B2329">
      <w:r>
        <w:t>396.3889</w:t>
      </w:r>
      <w:r>
        <w:tab/>
        <w:t>2.025e0</w:t>
      </w:r>
    </w:p>
    <w:p w:rsidR="007B2329" w:rsidRDefault="007B2329" w:rsidP="007B2329">
      <w:r>
        <w:t>396.3958</w:t>
      </w:r>
      <w:r>
        <w:tab/>
        <w:t>2.025e0</w:t>
      </w:r>
    </w:p>
    <w:p w:rsidR="007B2329" w:rsidRDefault="007B2329" w:rsidP="007B2329">
      <w:r>
        <w:lastRenderedPageBreak/>
        <w:t>396.4138</w:t>
      </w:r>
      <w:r>
        <w:tab/>
        <w:t>6.247e0</w:t>
      </w:r>
    </w:p>
    <w:p w:rsidR="007B2329" w:rsidRDefault="007B2329" w:rsidP="007B2329">
      <w:r>
        <w:t>396.4379</w:t>
      </w:r>
      <w:r>
        <w:tab/>
        <w:t>1.013e0</w:t>
      </w:r>
    </w:p>
    <w:p w:rsidR="007B2329" w:rsidRDefault="007B2329" w:rsidP="007B2329">
      <w:r>
        <w:t>396.4529</w:t>
      </w:r>
      <w:r>
        <w:tab/>
        <w:t>2.025e0</w:t>
      </w:r>
    </w:p>
    <w:p w:rsidR="007B2329" w:rsidRDefault="007B2329" w:rsidP="007B2329">
      <w:r>
        <w:t>396.5011</w:t>
      </w:r>
      <w:r>
        <w:tab/>
        <w:t>1.013e0</w:t>
      </w:r>
    </w:p>
    <w:p w:rsidR="007B2329" w:rsidRDefault="007B2329" w:rsidP="007B2329">
      <w:r>
        <w:t>396.5075</w:t>
      </w:r>
      <w:r>
        <w:tab/>
        <w:t>2.025e0</w:t>
      </w:r>
    </w:p>
    <w:p w:rsidR="007B2329" w:rsidRDefault="007B2329" w:rsidP="007B2329">
      <w:r>
        <w:t>396.5129</w:t>
      </w:r>
      <w:r>
        <w:tab/>
        <w:t>1.013e0</w:t>
      </w:r>
    </w:p>
    <w:p w:rsidR="007B2329" w:rsidRDefault="007B2329" w:rsidP="007B2329">
      <w:r>
        <w:t>396.5326</w:t>
      </w:r>
      <w:r>
        <w:tab/>
        <w:t>2.025e0</w:t>
      </w:r>
    </w:p>
    <w:p w:rsidR="007B2329" w:rsidRDefault="007B2329" w:rsidP="007B2329">
      <w:r>
        <w:t>396.5594</w:t>
      </w:r>
      <w:r>
        <w:tab/>
        <w:t>1.013e0</w:t>
      </w:r>
    </w:p>
    <w:p w:rsidR="007B2329" w:rsidRDefault="007B2329" w:rsidP="007B2329">
      <w:r>
        <w:t>396.5641</w:t>
      </w:r>
      <w:r>
        <w:tab/>
        <w:t>1.013e0</w:t>
      </w:r>
    </w:p>
    <w:p w:rsidR="007B2329" w:rsidRDefault="007B2329" w:rsidP="007B2329">
      <w:r>
        <w:t>396.6062</w:t>
      </w:r>
      <w:r>
        <w:tab/>
        <w:t>1.013e0</w:t>
      </w:r>
    </w:p>
    <w:p w:rsidR="007B2329" w:rsidRDefault="007B2329" w:rsidP="007B2329">
      <w:r>
        <w:t>396.6133</w:t>
      </w:r>
      <w:r>
        <w:tab/>
        <w:t>1.013e0</w:t>
      </w:r>
    </w:p>
    <w:p w:rsidR="007B2329" w:rsidRDefault="007B2329" w:rsidP="007B2329">
      <w:r>
        <w:t>396.6212</w:t>
      </w:r>
      <w:r>
        <w:tab/>
        <w:t>2.025e0</w:t>
      </w:r>
    </w:p>
    <w:p w:rsidR="007B2329" w:rsidRDefault="007B2329" w:rsidP="007B2329">
      <w:r>
        <w:t>396.6443</w:t>
      </w:r>
      <w:r>
        <w:tab/>
        <w:t>1.013e0</w:t>
      </w:r>
    </w:p>
    <w:p w:rsidR="007B2329" w:rsidRDefault="007B2329" w:rsidP="007B2329">
      <w:r>
        <w:t>396.6465</w:t>
      </w:r>
      <w:r>
        <w:tab/>
        <w:t>3.038e0</w:t>
      </w:r>
    </w:p>
    <w:p w:rsidR="007B2329" w:rsidRDefault="007B2329" w:rsidP="007B2329">
      <w:r>
        <w:t>396.6620</w:t>
      </w:r>
      <w:r>
        <w:tab/>
        <w:t>1.013e0</w:t>
      </w:r>
    </w:p>
    <w:p w:rsidR="007B2329" w:rsidRDefault="007B2329" w:rsidP="007B2329">
      <w:r>
        <w:t>396.6657</w:t>
      </w:r>
      <w:r>
        <w:tab/>
        <w:t>3.038e0</w:t>
      </w:r>
    </w:p>
    <w:p w:rsidR="007B2329" w:rsidRDefault="007B2329" w:rsidP="007B2329">
      <w:r>
        <w:t>396.6975</w:t>
      </w:r>
      <w:r>
        <w:tab/>
        <w:t>2.025e0</w:t>
      </w:r>
    </w:p>
    <w:p w:rsidR="007B2329" w:rsidRDefault="007B2329" w:rsidP="007B2329">
      <w:r>
        <w:t>396.7044</w:t>
      </w:r>
      <w:r>
        <w:tab/>
        <w:t>1.013e0</w:t>
      </w:r>
    </w:p>
    <w:p w:rsidR="007B2329" w:rsidRDefault="007B2329" w:rsidP="007B2329">
      <w:r>
        <w:t>396.7082</w:t>
      </w:r>
      <w:r>
        <w:tab/>
        <w:t>1.013e0</w:t>
      </w:r>
    </w:p>
    <w:p w:rsidR="007B2329" w:rsidRDefault="007B2329" w:rsidP="007B2329">
      <w:r>
        <w:lastRenderedPageBreak/>
        <w:t>396.7128</w:t>
      </w:r>
      <w:r>
        <w:tab/>
        <w:t>2.051e0</w:t>
      </w:r>
    </w:p>
    <w:p w:rsidR="007B2329" w:rsidRDefault="007B2329" w:rsidP="007B2329">
      <w:r>
        <w:t>396.7267</w:t>
      </w:r>
      <w:r>
        <w:tab/>
        <w:t>3.038e0</w:t>
      </w:r>
    </w:p>
    <w:p w:rsidR="007B2329" w:rsidRDefault="007B2329" w:rsidP="007B2329">
      <w:r>
        <w:t>396.7331</w:t>
      </w:r>
      <w:r>
        <w:tab/>
        <w:t>1.013e0</w:t>
      </w:r>
    </w:p>
    <w:p w:rsidR="007B2329" w:rsidRDefault="007B2329" w:rsidP="007B2329">
      <w:r>
        <w:t>396.7363</w:t>
      </w:r>
      <w:r>
        <w:tab/>
        <w:t>1.025e0</w:t>
      </w:r>
    </w:p>
    <w:p w:rsidR="007B2329" w:rsidRDefault="007B2329" w:rsidP="007B2329">
      <w:r>
        <w:t>396.7444</w:t>
      </w:r>
      <w:r>
        <w:tab/>
        <w:t>2.025e0</w:t>
      </w:r>
    </w:p>
    <w:p w:rsidR="007B2329" w:rsidRDefault="007B2329" w:rsidP="007B2329">
      <w:r>
        <w:t>396.7720</w:t>
      </w:r>
      <w:r>
        <w:tab/>
        <w:t>1.013e0</w:t>
      </w:r>
    </w:p>
    <w:p w:rsidR="007B2329" w:rsidRDefault="007B2329" w:rsidP="007B2329">
      <w:r>
        <w:t>396.7932</w:t>
      </w:r>
      <w:r>
        <w:tab/>
        <w:t>1.013e0</w:t>
      </w:r>
    </w:p>
    <w:p w:rsidR="007B2329" w:rsidRDefault="007B2329" w:rsidP="007B2329">
      <w:r>
        <w:t>396.7971</w:t>
      </w:r>
      <w:r>
        <w:tab/>
        <w:t>1.013e0</w:t>
      </w:r>
    </w:p>
    <w:p w:rsidR="007B2329" w:rsidRDefault="007B2329" w:rsidP="007B2329">
      <w:r>
        <w:t>396.8107</w:t>
      </w:r>
      <w:r>
        <w:tab/>
        <w:t>3.038e0</w:t>
      </w:r>
    </w:p>
    <w:p w:rsidR="007B2329" w:rsidRDefault="007B2329" w:rsidP="007B2329">
      <w:r>
        <w:t>396.8398</w:t>
      </w:r>
      <w:r>
        <w:tab/>
        <w:t>1.013e0</w:t>
      </w:r>
    </w:p>
    <w:p w:rsidR="007B2329" w:rsidRDefault="007B2329" w:rsidP="007B2329">
      <w:r>
        <w:t>396.8449</w:t>
      </w:r>
      <w:r>
        <w:tab/>
        <w:t>1.013e0</w:t>
      </w:r>
    </w:p>
    <w:p w:rsidR="007B2329" w:rsidRDefault="007B2329" w:rsidP="007B2329">
      <w:r>
        <w:t>396.8571</w:t>
      </w:r>
      <w:r>
        <w:tab/>
        <w:t>1.013e0</w:t>
      </w:r>
    </w:p>
    <w:p w:rsidR="007B2329" w:rsidRDefault="007B2329" w:rsidP="007B2329">
      <w:r>
        <w:t>396.8823</w:t>
      </w:r>
      <w:r>
        <w:tab/>
        <w:t>1.013e0</w:t>
      </w:r>
    </w:p>
    <w:p w:rsidR="007B2329" w:rsidRDefault="007B2329" w:rsidP="007B2329">
      <w:r>
        <w:t>396.8940</w:t>
      </w:r>
      <w:r>
        <w:tab/>
        <w:t>2.025e0</w:t>
      </w:r>
    </w:p>
    <w:p w:rsidR="007B2329" w:rsidRDefault="007B2329" w:rsidP="007B2329">
      <w:r>
        <w:t>396.8997</w:t>
      </w:r>
      <w:r>
        <w:tab/>
        <w:t>1.013e0</w:t>
      </w:r>
    </w:p>
    <w:p w:rsidR="007B2329" w:rsidRDefault="007B2329" w:rsidP="007B2329">
      <w:r>
        <w:t>396.9192</w:t>
      </w:r>
      <w:r>
        <w:tab/>
        <w:t>2.025e0</w:t>
      </w:r>
    </w:p>
    <w:p w:rsidR="007B2329" w:rsidRDefault="007B2329" w:rsidP="007B2329">
      <w:r>
        <w:t>396.9212</w:t>
      </w:r>
      <w:r>
        <w:tab/>
        <w:t>1.013e0</w:t>
      </w:r>
    </w:p>
    <w:p w:rsidR="007B2329" w:rsidRDefault="007B2329" w:rsidP="007B2329">
      <w:r>
        <w:t>396.9255</w:t>
      </w:r>
      <w:r>
        <w:tab/>
        <w:t>2.025e0</w:t>
      </w:r>
    </w:p>
    <w:p w:rsidR="007B2329" w:rsidRDefault="007B2329" w:rsidP="007B2329">
      <w:r>
        <w:t>396.9335</w:t>
      </w:r>
      <w:r>
        <w:tab/>
        <w:t>2.025e0</w:t>
      </w:r>
    </w:p>
    <w:p w:rsidR="007B2329" w:rsidRDefault="007B2329" w:rsidP="007B2329">
      <w:r>
        <w:lastRenderedPageBreak/>
        <w:t>396.9461</w:t>
      </w:r>
      <w:r>
        <w:tab/>
        <w:t>1.013e0</w:t>
      </w:r>
    </w:p>
    <w:p w:rsidR="007B2329" w:rsidRDefault="007B2329" w:rsidP="007B2329">
      <w:r>
        <w:t>396.9782</w:t>
      </w:r>
      <w:r>
        <w:tab/>
        <w:t>1.013e0</w:t>
      </w:r>
    </w:p>
    <w:p w:rsidR="007B2329" w:rsidRDefault="007B2329" w:rsidP="007B2329">
      <w:r>
        <w:t>396.9929</w:t>
      </w:r>
      <w:r>
        <w:tab/>
        <w:t>5.063e0</w:t>
      </w:r>
    </w:p>
    <w:p w:rsidR="007B2329" w:rsidRDefault="007B2329" w:rsidP="007B2329">
      <w:r>
        <w:t>396.9994</w:t>
      </w:r>
      <w:r>
        <w:tab/>
        <w:t>1.013e0</w:t>
      </w:r>
    </w:p>
    <w:p w:rsidR="007B2329" w:rsidRDefault="007B2329" w:rsidP="007B2329">
      <w:r>
        <w:t>397.0135</w:t>
      </w:r>
      <w:r>
        <w:tab/>
        <w:t>1.013e0</w:t>
      </w:r>
    </w:p>
    <w:p w:rsidR="007B2329" w:rsidRDefault="007B2329" w:rsidP="007B2329">
      <w:r>
        <w:t>397.0291</w:t>
      </w:r>
      <w:r>
        <w:tab/>
        <w:t>3.038e0</w:t>
      </w:r>
    </w:p>
    <w:p w:rsidR="007B2329" w:rsidRDefault="007B2329" w:rsidP="007B2329">
      <w:r>
        <w:t>397.0348</w:t>
      </w:r>
      <w:r>
        <w:tab/>
        <w:t>1.013e0</w:t>
      </w:r>
    </w:p>
    <w:p w:rsidR="007B2329" w:rsidRDefault="007B2329" w:rsidP="007B2329">
      <w:r>
        <w:t>397.0524</w:t>
      </w:r>
      <w:r>
        <w:tab/>
        <w:t>1.013e0</w:t>
      </w:r>
    </w:p>
    <w:p w:rsidR="007B2329" w:rsidRDefault="007B2329" w:rsidP="007B2329">
      <w:r>
        <w:t>397.0601</w:t>
      </w:r>
      <w:r>
        <w:tab/>
        <w:t>2.025e0</w:t>
      </w:r>
    </w:p>
    <w:p w:rsidR="007B2329" w:rsidRDefault="007B2329" w:rsidP="007B2329">
      <w:r>
        <w:t>397.0696</w:t>
      </w:r>
      <w:r>
        <w:tab/>
        <w:t>1.013e0</w:t>
      </w:r>
    </w:p>
    <w:p w:rsidR="007B2329" w:rsidRDefault="007B2329" w:rsidP="007B2329">
      <w:r>
        <w:t>397.0737</w:t>
      </w:r>
      <w:r>
        <w:tab/>
        <w:t>1.013e0</w:t>
      </w:r>
    </w:p>
    <w:p w:rsidR="007B2329" w:rsidRDefault="007B2329" w:rsidP="007B2329">
      <w:r>
        <w:t>397.0837</w:t>
      </w:r>
      <w:r>
        <w:tab/>
        <w:t>1.013e0</w:t>
      </w:r>
    </w:p>
    <w:p w:rsidR="007B2329" w:rsidRDefault="007B2329" w:rsidP="007B2329">
      <w:r>
        <w:t>397.1026</w:t>
      </w:r>
      <w:r>
        <w:tab/>
        <w:t>2.025e0</w:t>
      </w:r>
    </w:p>
    <w:p w:rsidR="007B2329" w:rsidRDefault="007B2329" w:rsidP="007B2329">
      <w:r>
        <w:t>397.1054</w:t>
      </w:r>
      <w:r>
        <w:tab/>
        <w:t>3.038e0</w:t>
      </w:r>
    </w:p>
    <w:p w:rsidR="007B2329" w:rsidRDefault="007B2329" w:rsidP="007B2329">
      <w:r>
        <w:t>397.1269</w:t>
      </w:r>
      <w:r>
        <w:tab/>
        <w:t>2.025e0</w:t>
      </w:r>
    </w:p>
    <w:p w:rsidR="007B2329" w:rsidRDefault="007B2329" w:rsidP="007B2329">
      <w:r>
        <w:t>397.1447</w:t>
      </w:r>
      <w:r>
        <w:tab/>
        <w:t>2.026e0</w:t>
      </w:r>
    </w:p>
    <w:p w:rsidR="007B2329" w:rsidRDefault="007B2329" w:rsidP="007B2329">
      <w:r>
        <w:t>397.1538</w:t>
      </w:r>
      <w:r>
        <w:tab/>
        <w:t>1.013e0</w:t>
      </w:r>
    </w:p>
    <w:p w:rsidR="007B2329" w:rsidRDefault="007B2329" w:rsidP="007B2329">
      <w:r>
        <w:t>397.1629</w:t>
      </w:r>
      <w:r>
        <w:tab/>
        <w:t>1.013e0</w:t>
      </w:r>
    </w:p>
    <w:p w:rsidR="007B2329" w:rsidRDefault="007B2329" w:rsidP="007B2329">
      <w:r>
        <w:t>397.1688</w:t>
      </w:r>
      <w:r>
        <w:tab/>
        <w:t>2.996e0</w:t>
      </w:r>
    </w:p>
    <w:p w:rsidR="007B2329" w:rsidRDefault="007B2329" w:rsidP="007B2329">
      <w:r>
        <w:lastRenderedPageBreak/>
        <w:t>397.2122</w:t>
      </w:r>
      <w:r>
        <w:tab/>
        <w:t>1.876e0</w:t>
      </w:r>
    </w:p>
    <w:p w:rsidR="007B2329" w:rsidRDefault="007B2329" w:rsidP="007B2329">
      <w:r>
        <w:t>397.2678</w:t>
      </w:r>
      <w:r>
        <w:tab/>
        <w:t>1.442e0</w:t>
      </w:r>
    </w:p>
    <w:p w:rsidR="007B2329" w:rsidRDefault="007B2329" w:rsidP="007B2329">
      <w:r>
        <w:t>397.2820</w:t>
      </w:r>
      <w:r>
        <w:tab/>
        <w:t>5.189e-2</w:t>
      </w:r>
    </w:p>
    <w:p w:rsidR="007B2329" w:rsidRDefault="007B2329" w:rsidP="007B2329">
      <w:r>
        <w:t>397.2943</w:t>
      </w:r>
      <w:r>
        <w:tab/>
        <w:t>1.013e0</w:t>
      </w:r>
    </w:p>
    <w:p w:rsidR="007B2329" w:rsidRDefault="007B2329" w:rsidP="007B2329">
      <w:r>
        <w:t>397.3250</w:t>
      </w:r>
      <w:r>
        <w:tab/>
        <w:t>2.775e0</w:t>
      </w:r>
    </w:p>
    <w:p w:rsidR="007B2329" w:rsidRDefault="007B2329" w:rsidP="007B2329">
      <w:r>
        <w:t>397.3716</w:t>
      </w:r>
      <w:r>
        <w:tab/>
        <w:t>1.013e0</w:t>
      </w:r>
    </w:p>
    <w:p w:rsidR="007B2329" w:rsidRDefault="007B2329" w:rsidP="007B2329">
      <w:r>
        <w:t>397.3857</w:t>
      </w:r>
      <w:r>
        <w:tab/>
        <w:t>1.013e0</w:t>
      </w:r>
    </w:p>
    <w:p w:rsidR="007B2329" w:rsidRDefault="007B2329" w:rsidP="007B2329">
      <w:r>
        <w:t>397.3927</w:t>
      </w:r>
      <w:r>
        <w:tab/>
        <w:t>1.013e0</w:t>
      </w:r>
    </w:p>
    <w:p w:rsidR="007B2329" w:rsidRDefault="007B2329" w:rsidP="007B2329">
      <w:r>
        <w:t>397.3937</w:t>
      </w:r>
      <w:r>
        <w:tab/>
        <w:t>2.038e0</w:t>
      </w:r>
    </w:p>
    <w:p w:rsidR="007B2329" w:rsidRDefault="007B2329" w:rsidP="007B2329">
      <w:r>
        <w:t>397.3969</w:t>
      </w:r>
      <w:r>
        <w:tab/>
        <w:t>1.013e0</w:t>
      </w:r>
    </w:p>
    <w:p w:rsidR="007B2329" w:rsidRDefault="007B2329" w:rsidP="007B2329">
      <w:r>
        <w:t>397.4068</w:t>
      </w:r>
      <w:r>
        <w:tab/>
        <w:t>1.013e0</w:t>
      </w:r>
    </w:p>
    <w:p w:rsidR="007B2329" w:rsidRDefault="007B2329" w:rsidP="007B2329">
      <w:r>
        <w:t>397.4181</w:t>
      </w:r>
      <w:r>
        <w:tab/>
        <w:t>1.013e0</w:t>
      </w:r>
    </w:p>
    <w:p w:rsidR="007B2329" w:rsidRDefault="007B2329" w:rsidP="007B2329">
      <w:r>
        <w:t>397.4468</w:t>
      </w:r>
      <w:r>
        <w:tab/>
        <w:t>4.051e0</w:t>
      </w:r>
    </w:p>
    <w:p w:rsidR="007B2329" w:rsidRDefault="007B2329" w:rsidP="007B2329">
      <w:r>
        <w:t>397.4625</w:t>
      </w:r>
      <w:r>
        <w:tab/>
        <w:t>2.025e0</w:t>
      </w:r>
    </w:p>
    <w:p w:rsidR="007B2329" w:rsidRDefault="007B2329" w:rsidP="007B2329">
      <w:r>
        <w:t>397.4926</w:t>
      </w:r>
      <w:r>
        <w:tab/>
        <w:t>2.025e0</w:t>
      </w:r>
    </w:p>
    <w:p w:rsidR="007B2329" w:rsidRDefault="007B2329" w:rsidP="007B2329">
      <w:r>
        <w:t>397.4978</w:t>
      </w:r>
      <w:r>
        <w:tab/>
        <w:t>2.025e0</w:t>
      </w:r>
    </w:p>
    <w:p w:rsidR="007B2329" w:rsidRDefault="007B2329" w:rsidP="007B2329">
      <w:r>
        <w:t>397.5032</w:t>
      </w:r>
      <w:r>
        <w:tab/>
        <w:t>1.013e0</w:t>
      </w:r>
    </w:p>
    <w:p w:rsidR="007B2329" w:rsidRDefault="007B2329" w:rsidP="007B2329">
      <w:r>
        <w:t>397.5070</w:t>
      </w:r>
      <w:r>
        <w:tab/>
        <w:t>2.025e0</w:t>
      </w:r>
    </w:p>
    <w:p w:rsidR="007B2329" w:rsidRDefault="007B2329" w:rsidP="007B2329">
      <w:r>
        <w:t>397.5194</w:t>
      </w:r>
      <w:r>
        <w:tab/>
        <w:t>1.013e0</w:t>
      </w:r>
    </w:p>
    <w:p w:rsidR="007B2329" w:rsidRDefault="007B2329" w:rsidP="007B2329">
      <w:r>
        <w:lastRenderedPageBreak/>
        <w:t>397.5603</w:t>
      </w:r>
      <w:r>
        <w:tab/>
        <w:t>2.025e0</w:t>
      </w:r>
    </w:p>
    <w:p w:rsidR="007B2329" w:rsidRDefault="007B2329" w:rsidP="007B2329">
      <w:r>
        <w:t>397.5718</w:t>
      </w:r>
      <w:r>
        <w:tab/>
        <w:t>2.025e0</w:t>
      </w:r>
    </w:p>
    <w:p w:rsidR="007B2329" w:rsidRDefault="007B2329" w:rsidP="007B2329">
      <w:r>
        <w:t>397.5924</w:t>
      </w:r>
      <w:r>
        <w:tab/>
        <w:t>5.063e0</w:t>
      </w:r>
    </w:p>
    <w:p w:rsidR="007B2329" w:rsidRDefault="007B2329" w:rsidP="007B2329">
      <w:r>
        <w:t>397.5945</w:t>
      </w:r>
      <w:r>
        <w:tab/>
        <w:t>2.025e0</w:t>
      </w:r>
    </w:p>
    <w:p w:rsidR="007B2329" w:rsidRDefault="007B2329" w:rsidP="007B2329">
      <w:r>
        <w:t>397.5967</w:t>
      </w:r>
      <w:r>
        <w:tab/>
        <w:t>1.013e0</w:t>
      </w:r>
    </w:p>
    <w:p w:rsidR="007B2329" w:rsidRDefault="007B2329" w:rsidP="007B2329">
      <w:r>
        <w:t>397.6248</w:t>
      </w:r>
      <w:r>
        <w:tab/>
        <w:t>1.013e0</w:t>
      </w:r>
    </w:p>
    <w:p w:rsidR="007B2329" w:rsidRDefault="007B2329" w:rsidP="007B2329">
      <w:r>
        <w:t>397.6388</w:t>
      </w:r>
      <w:r>
        <w:tab/>
        <w:t>1.013e0</w:t>
      </w:r>
    </w:p>
    <w:p w:rsidR="007B2329" w:rsidRDefault="007B2329" w:rsidP="007B2329">
      <w:r>
        <w:t>397.6601</w:t>
      </w:r>
      <w:r>
        <w:tab/>
        <w:t>1.013e0</w:t>
      </w:r>
    </w:p>
    <w:p w:rsidR="007B2329" w:rsidRDefault="007B2329" w:rsidP="007B2329">
      <w:r>
        <w:t>397.6683</w:t>
      </w:r>
      <w:r>
        <w:tab/>
        <w:t>5.063e0</w:t>
      </w:r>
    </w:p>
    <w:p w:rsidR="007B2329" w:rsidRDefault="007B2329" w:rsidP="007B2329">
      <w:r>
        <w:t>397.6880</w:t>
      </w:r>
      <w:r>
        <w:tab/>
        <w:t>1.013e0</w:t>
      </w:r>
    </w:p>
    <w:p w:rsidR="007B2329" w:rsidRDefault="007B2329" w:rsidP="007B2329">
      <w:r>
        <w:t>397.6955</w:t>
      </w:r>
      <w:r>
        <w:tab/>
        <w:t>5.063e0</w:t>
      </w:r>
    </w:p>
    <w:p w:rsidR="007B2329" w:rsidRDefault="007B2329" w:rsidP="007B2329">
      <w:r>
        <w:t>397.6985</w:t>
      </w:r>
      <w:r>
        <w:tab/>
        <w:t>1.013e0</w:t>
      </w:r>
    </w:p>
    <w:p w:rsidR="007B2329" w:rsidRDefault="007B2329" w:rsidP="007B2329">
      <w:r>
        <w:t>397.7009</w:t>
      </w:r>
      <w:r>
        <w:tab/>
        <w:t>2.025e0</w:t>
      </w:r>
    </w:p>
    <w:p w:rsidR="007B2329" w:rsidRDefault="007B2329" w:rsidP="007B2329">
      <w:r>
        <w:t>397.7094</w:t>
      </w:r>
      <w:r>
        <w:tab/>
        <w:t>1.013e0</w:t>
      </w:r>
    </w:p>
    <w:p w:rsidR="007B2329" w:rsidRDefault="007B2329" w:rsidP="007B2329">
      <w:r>
        <w:t>397.7163</w:t>
      </w:r>
      <w:r>
        <w:tab/>
        <w:t>1.013e0</w:t>
      </w:r>
    </w:p>
    <w:p w:rsidR="007B2329" w:rsidRDefault="007B2329" w:rsidP="007B2329">
      <w:r>
        <w:t>397.7199</w:t>
      </w:r>
      <w:r>
        <w:tab/>
        <w:t>1.013e0</w:t>
      </w:r>
    </w:p>
    <w:p w:rsidR="007B2329" w:rsidRDefault="007B2329" w:rsidP="007B2329">
      <w:r>
        <w:t>397.7234</w:t>
      </w:r>
      <w:r>
        <w:tab/>
        <w:t>1.013e0</w:t>
      </w:r>
    </w:p>
    <w:p w:rsidR="007B2329" w:rsidRDefault="007B2329" w:rsidP="007B2329">
      <w:r>
        <w:t>397.7373</w:t>
      </w:r>
      <w:r>
        <w:tab/>
        <w:t>1.013e0</w:t>
      </w:r>
    </w:p>
    <w:p w:rsidR="007B2329" w:rsidRDefault="007B2329" w:rsidP="007B2329">
      <w:r>
        <w:t>397.7411</w:t>
      </w:r>
      <w:r>
        <w:tab/>
        <w:t>1.013e0</w:t>
      </w:r>
    </w:p>
    <w:p w:rsidR="007B2329" w:rsidRDefault="007B2329" w:rsidP="007B2329">
      <w:r>
        <w:lastRenderedPageBreak/>
        <w:t>397.7562</w:t>
      </w:r>
      <w:r>
        <w:tab/>
        <w:t>2.025e0</w:t>
      </w:r>
    </w:p>
    <w:p w:rsidR="007B2329" w:rsidRDefault="007B2329" w:rsidP="007B2329">
      <w:r>
        <w:t>397.7796</w:t>
      </w:r>
      <w:r>
        <w:tab/>
        <w:t>1.013e0</w:t>
      </w:r>
    </w:p>
    <w:p w:rsidR="007B2329" w:rsidRDefault="007B2329" w:rsidP="007B2329">
      <w:r>
        <w:t>397.7999</w:t>
      </w:r>
      <w:r>
        <w:tab/>
        <w:t>2.025e0</w:t>
      </w:r>
    </w:p>
    <w:p w:rsidR="007B2329" w:rsidRDefault="007B2329" w:rsidP="007B2329">
      <w:r>
        <w:t>397.8153</w:t>
      </w:r>
      <w:r>
        <w:tab/>
        <w:t>3.038e0</w:t>
      </w:r>
    </w:p>
    <w:p w:rsidR="007B2329" w:rsidRDefault="007B2329" w:rsidP="007B2329">
      <w:r>
        <w:t>397.8217</w:t>
      </w:r>
      <w:r>
        <w:tab/>
        <w:t>1.013e0</w:t>
      </w:r>
    </w:p>
    <w:p w:rsidR="007B2329" w:rsidRDefault="007B2329" w:rsidP="007B2329">
      <w:r>
        <w:t>397.8497</w:t>
      </w:r>
      <w:r>
        <w:tab/>
        <w:t>2.025e0</w:t>
      </w:r>
    </w:p>
    <w:p w:rsidR="007B2329" w:rsidRDefault="007B2329" w:rsidP="007B2329">
      <w:r>
        <w:t>397.8571</w:t>
      </w:r>
      <w:r>
        <w:tab/>
        <w:t>1.013e0</w:t>
      </w:r>
    </w:p>
    <w:p w:rsidR="007B2329" w:rsidRDefault="007B2329" w:rsidP="007B2329">
      <w:r>
        <w:t>397.8582</w:t>
      </w:r>
      <w:r>
        <w:tab/>
        <w:t>2.025e0</w:t>
      </w:r>
    </w:p>
    <w:p w:rsidR="007B2329" w:rsidRDefault="007B2329" w:rsidP="007B2329">
      <w:r>
        <w:t>397.8743</w:t>
      </w:r>
      <w:r>
        <w:tab/>
        <w:t>6.076e0</w:t>
      </w:r>
    </w:p>
    <w:p w:rsidR="007B2329" w:rsidRDefault="007B2329" w:rsidP="007B2329">
      <w:r>
        <w:t>397.8780</w:t>
      </w:r>
      <w:r>
        <w:tab/>
        <w:t>1.013e0</w:t>
      </w:r>
    </w:p>
    <w:p w:rsidR="007B2329" w:rsidRDefault="007B2329" w:rsidP="007B2329">
      <w:r>
        <w:t>397.8833</w:t>
      </w:r>
      <w:r>
        <w:tab/>
        <w:t>2.025e0</w:t>
      </w:r>
    </w:p>
    <w:p w:rsidR="007B2329" w:rsidRDefault="007B2329" w:rsidP="007B2329">
      <w:r>
        <w:t>397.9099</w:t>
      </w:r>
      <w:r>
        <w:tab/>
        <w:t>3.038e0</w:t>
      </w:r>
    </w:p>
    <w:p w:rsidR="007B2329" w:rsidRDefault="007B2329" w:rsidP="007B2329">
      <w:r>
        <w:t>397.9240</w:t>
      </w:r>
      <w:r>
        <w:tab/>
        <w:t>2.025e0</w:t>
      </w:r>
    </w:p>
    <w:p w:rsidR="007B2329" w:rsidRDefault="007B2329" w:rsidP="007B2329">
      <w:r>
        <w:t>397.9307</w:t>
      </w:r>
      <w:r>
        <w:tab/>
        <w:t>1.025e0</w:t>
      </w:r>
    </w:p>
    <w:p w:rsidR="007B2329" w:rsidRDefault="007B2329" w:rsidP="007B2329">
      <w:r>
        <w:t>397.9377</w:t>
      </w:r>
      <w:r>
        <w:tab/>
        <w:t>3.038e0</w:t>
      </w:r>
    </w:p>
    <w:p w:rsidR="007B2329" w:rsidRDefault="007B2329" w:rsidP="007B2329">
      <w:r>
        <w:t>397.9413</w:t>
      </w:r>
      <w:r>
        <w:tab/>
        <w:t>1.013e0</w:t>
      </w:r>
    </w:p>
    <w:p w:rsidR="007B2329" w:rsidRDefault="007B2329" w:rsidP="007B2329">
      <w:r>
        <w:t>397.9523</w:t>
      </w:r>
      <w:r>
        <w:tab/>
        <w:t>2.025e0</w:t>
      </w:r>
    </w:p>
    <w:p w:rsidR="007B2329" w:rsidRDefault="007B2329" w:rsidP="007B2329">
      <w:r>
        <w:t>397.9696</w:t>
      </w:r>
      <w:r>
        <w:tab/>
        <w:t>2.025e0</w:t>
      </w:r>
    </w:p>
    <w:p w:rsidR="007B2329" w:rsidRDefault="007B2329" w:rsidP="007B2329">
      <w:r>
        <w:t>397.9861</w:t>
      </w:r>
      <w:r>
        <w:tab/>
        <w:t>3.038e0</w:t>
      </w:r>
    </w:p>
    <w:p w:rsidR="007B2329" w:rsidRDefault="007B2329" w:rsidP="007B2329">
      <w:r>
        <w:lastRenderedPageBreak/>
        <w:t>397.9899</w:t>
      </w:r>
      <w:r>
        <w:tab/>
        <w:t>2.025e0</w:t>
      </w:r>
    </w:p>
    <w:p w:rsidR="007B2329" w:rsidRDefault="007B2329" w:rsidP="007B2329">
      <w:r>
        <w:t>397.9930</w:t>
      </w:r>
      <w:r>
        <w:tab/>
        <w:t>1.025e0</w:t>
      </w:r>
    </w:p>
    <w:p w:rsidR="007B2329" w:rsidRDefault="007B2329" w:rsidP="007B2329">
      <w:r>
        <w:t>398.0013</w:t>
      </w:r>
      <w:r>
        <w:tab/>
        <w:t>3.038e0</w:t>
      </w:r>
    </w:p>
    <w:p w:rsidR="007B2329" w:rsidRDefault="007B2329" w:rsidP="007B2329">
      <w:r>
        <w:t>398.0179</w:t>
      </w:r>
      <w:r>
        <w:tab/>
        <w:t>1.013e0</w:t>
      </w:r>
    </w:p>
    <w:p w:rsidR="007B2329" w:rsidRDefault="007B2329" w:rsidP="007B2329">
      <w:r>
        <w:t>398.0393</w:t>
      </w:r>
      <w:r>
        <w:tab/>
        <w:t>1.013e0</w:t>
      </w:r>
    </w:p>
    <w:p w:rsidR="007B2329" w:rsidRDefault="007B2329" w:rsidP="007B2329">
      <w:r>
        <w:t>398.0639</w:t>
      </w:r>
      <w:r>
        <w:tab/>
        <w:t>3.051e0</w:t>
      </w:r>
    </w:p>
    <w:p w:rsidR="007B2329" w:rsidRDefault="007B2329" w:rsidP="007B2329">
      <w:r>
        <w:t>398.0681</w:t>
      </w:r>
      <w:r>
        <w:tab/>
        <w:t>1.013e0</w:t>
      </w:r>
    </w:p>
    <w:p w:rsidR="007B2329" w:rsidRDefault="007B2329" w:rsidP="007B2329">
      <w:r>
        <w:t>398.0821</w:t>
      </w:r>
      <w:r>
        <w:tab/>
        <w:t>2.025e0</w:t>
      </w:r>
    </w:p>
    <w:p w:rsidR="007B2329" w:rsidRDefault="007B2329" w:rsidP="007B2329">
      <w:r>
        <w:t>398.1105</w:t>
      </w:r>
      <w:r>
        <w:tab/>
        <w:t>1.013e0</w:t>
      </w:r>
    </w:p>
    <w:p w:rsidR="007B2329" w:rsidRDefault="007B2329" w:rsidP="007B2329">
      <w:r>
        <w:t>398.1148</w:t>
      </w:r>
      <w:r>
        <w:tab/>
        <w:t>2.025e0</w:t>
      </w:r>
    </w:p>
    <w:p w:rsidR="007B2329" w:rsidRDefault="007B2329" w:rsidP="007B2329">
      <w:r>
        <w:t>398.1281</w:t>
      </w:r>
      <w:r>
        <w:tab/>
        <w:t>8.761e0</w:t>
      </w:r>
    </w:p>
    <w:p w:rsidR="007B2329" w:rsidRDefault="007B2329" w:rsidP="007B2329">
      <w:r>
        <w:t>398.1385</w:t>
      </w:r>
      <w:r>
        <w:tab/>
        <w:t>1.013e0</w:t>
      </w:r>
    </w:p>
    <w:p w:rsidR="007B2329" w:rsidRDefault="007B2329" w:rsidP="007B2329">
      <w:r>
        <w:t>398.1514</w:t>
      </w:r>
      <w:r>
        <w:tab/>
        <w:t>3.038e0</w:t>
      </w:r>
    </w:p>
    <w:p w:rsidR="007B2329" w:rsidRDefault="007B2329" w:rsidP="007B2329">
      <w:r>
        <w:t>398.1709</w:t>
      </w:r>
      <w:r>
        <w:tab/>
        <w:t>2.025e0</w:t>
      </w:r>
    </w:p>
    <w:p w:rsidR="007B2329" w:rsidRDefault="007B2329" w:rsidP="007B2329">
      <w:r>
        <w:t>398.2278</w:t>
      </w:r>
      <w:r>
        <w:tab/>
        <w:t>5.829e0</w:t>
      </w:r>
    </w:p>
    <w:p w:rsidR="007B2329" w:rsidRDefault="007B2329" w:rsidP="007B2329">
      <w:r>
        <w:t>398.2293</w:t>
      </w:r>
      <w:r>
        <w:tab/>
        <w:t>2.924e1</w:t>
      </w:r>
    </w:p>
    <w:p w:rsidR="007B2329" w:rsidRDefault="007B2329" w:rsidP="007B2329">
      <w:r>
        <w:t>398.2366</w:t>
      </w:r>
      <w:r>
        <w:tab/>
        <w:t>5.612e1</w:t>
      </w:r>
    </w:p>
    <w:p w:rsidR="007B2329" w:rsidRDefault="007B2329" w:rsidP="007B2329">
      <w:r>
        <w:t>398.2376</w:t>
      </w:r>
      <w:r>
        <w:tab/>
        <w:t>9.329e1</w:t>
      </w:r>
    </w:p>
    <w:p w:rsidR="007B2329" w:rsidRDefault="007B2329" w:rsidP="007B2329">
      <w:r>
        <w:t>398.2496</w:t>
      </w:r>
      <w:r>
        <w:tab/>
        <w:t>2.928e0</w:t>
      </w:r>
    </w:p>
    <w:p w:rsidR="007B2329" w:rsidRDefault="007B2329" w:rsidP="007B2329">
      <w:r>
        <w:lastRenderedPageBreak/>
        <w:t>398.2537</w:t>
      </w:r>
      <w:r>
        <w:tab/>
        <w:t>3.988e1</w:t>
      </w:r>
    </w:p>
    <w:p w:rsidR="007B2329" w:rsidRDefault="007B2329" w:rsidP="007B2329">
      <w:r>
        <w:t>398.2634</w:t>
      </w:r>
      <w:r>
        <w:tab/>
        <w:t>2.463e1</w:t>
      </w:r>
    </w:p>
    <w:p w:rsidR="007B2329" w:rsidRDefault="007B2329" w:rsidP="007B2329">
      <w:r>
        <w:t>398.2686</w:t>
      </w:r>
      <w:r>
        <w:tab/>
        <w:t>4.009e1</w:t>
      </w:r>
    </w:p>
    <w:p w:rsidR="007B2329" w:rsidRDefault="007B2329" w:rsidP="007B2329">
      <w:r>
        <w:t>398.2708</w:t>
      </w:r>
      <w:r>
        <w:tab/>
        <w:t>2.108e1</w:t>
      </w:r>
    </w:p>
    <w:p w:rsidR="007B2329" w:rsidRDefault="007B2329" w:rsidP="007B2329">
      <w:r>
        <w:t>398.2761</w:t>
      </w:r>
      <w:r>
        <w:tab/>
        <w:t>2.691e1</w:t>
      </w:r>
    </w:p>
    <w:p w:rsidR="007B2329" w:rsidRDefault="007B2329" w:rsidP="007B2329">
      <w:r>
        <w:t>398.2807</w:t>
      </w:r>
      <w:r>
        <w:tab/>
        <w:t>1.560e1</w:t>
      </w:r>
    </w:p>
    <w:p w:rsidR="007B2329" w:rsidRDefault="007B2329" w:rsidP="007B2329">
      <w:r>
        <w:t>398.3461</w:t>
      </w:r>
      <w:r>
        <w:tab/>
        <w:t>2.025e0</w:t>
      </w:r>
    </w:p>
    <w:p w:rsidR="007B2329" w:rsidRDefault="007B2329" w:rsidP="007B2329">
      <w:r>
        <w:t>398.3555</w:t>
      </w:r>
      <w:r>
        <w:tab/>
        <w:t>2.025e0</w:t>
      </w:r>
    </w:p>
    <w:p w:rsidR="007B2329" w:rsidRDefault="007B2329" w:rsidP="007B2329">
      <w:r>
        <w:t>398.3624</w:t>
      </w:r>
      <w:r>
        <w:tab/>
        <w:t>1.013e0</w:t>
      </w:r>
    </w:p>
    <w:p w:rsidR="007B2329" w:rsidRDefault="007B2329" w:rsidP="007B2329">
      <w:r>
        <w:t>398.3641</w:t>
      </w:r>
      <w:r>
        <w:tab/>
        <w:t>2.025e0</w:t>
      </w:r>
    </w:p>
    <w:p w:rsidR="007B2329" w:rsidRDefault="007B2329" w:rsidP="007B2329">
      <w:r>
        <w:t>398.3770</w:t>
      </w:r>
      <w:r>
        <w:tab/>
        <w:t>2.025e0</w:t>
      </w:r>
    </w:p>
    <w:p w:rsidR="007B2329" w:rsidRDefault="007B2329" w:rsidP="007B2329">
      <w:r>
        <w:t>398.3837</w:t>
      </w:r>
      <w:r>
        <w:tab/>
        <w:t>2.025e0</w:t>
      </w:r>
    </w:p>
    <w:p w:rsidR="007B2329" w:rsidRDefault="007B2329" w:rsidP="007B2329">
      <w:r>
        <w:t>398.3991</w:t>
      </w:r>
      <w:r>
        <w:tab/>
        <w:t>1.013e0</w:t>
      </w:r>
    </w:p>
    <w:p w:rsidR="007B2329" w:rsidRDefault="007B2329" w:rsidP="007B2329">
      <w:r>
        <w:t>398.4059</w:t>
      </w:r>
      <w:r>
        <w:tab/>
        <w:t>3.038e0</w:t>
      </w:r>
    </w:p>
    <w:p w:rsidR="007B2329" w:rsidRDefault="007B2329" w:rsidP="007B2329">
      <w:r>
        <w:t>398.4088</w:t>
      </w:r>
      <w:r>
        <w:tab/>
        <w:t>1.013e0</w:t>
      </w:r>
    </w:p>
    <w:p w:rsidR="007B2329" w:rsidRDefault="007B2329" w:rsidP="007B2329">
      <w:r>
        <w:t>398.4136</w:t>
      </w:r>
      <w:r>
        <w:tab/>
        <w:t>3.038e0</w:t>
      </w:r>
    </w:p>
    <w:p w:rsidR="007B2329" w:rsidRDefault="007B2329" w:rsidP="007B2329">
      <w:r>
        <w:t>398.4283</w:t>
      </w:r>
      <w:r>
        <w:tab/>
        <w:t>4.051e0</w:t>
      </w:r>
    </w:p>
    <w:p w:rsidR="007B2329" w:rsidRDefault="007B2329" w:rsidP="007B2329">
      <w:r>
        <w:t>398.4493</w:t>
      </w:r>
      <w:r>
        <w:tab/>
        <w:t>2.025e0</w:t>
      </w:r>
    </w:p>
    <w:p w:rsidR="007B2329" w:rsidRDefault="007B2329" w:rsidP="007B2329">
      <w:r>
        <w:t>398.4595</w:t>
      </w:r>
      <w:r>
        <w:tab/>
        <w:t>2.025e0</w:t>
      </w:r>
    </w:p>
    <w:p w:rsidR="007B2329" w:rsidRDefault="007B2329" w:rsidP="007B2329">
      <w:r>
        <w:lastRenderedPageBreak/>
        <w:t>398.4727</w:t>
      </w:r>
      <w:r>
        <w:tab/>
        <w:t>1.013e0</w:t>
      </w:r>
    </w:p>
    <w:p w:rsidR="007B2329" w:rsidRDefault="007B2329" w:rsidP="007B2329">
      <w:r>
        <w:t>398.4855</w:t>
      </w:r>
      <w:r>
        <w:tab/>
        <w:t>2.025e0</w:t>
      </w:r>
    </w:p>
    <w:p w:rsidR="007B2329" w:rsidRDefault="007B2329" w:rsidP="007B2329">
      <w:r>
        <w:t>398.5045</w:t>
      </w:r>
      <w:r>
        <w:tab/>
        <w:t>2.025e0</w:t>
      </w:r>
    </w:p>
    <w:p w:rsidR="007B2329" w:rsidRDefault="007B2329" w:rsidP="007B2329">
      <w:r>
        <w:t>398.5153</w:t>
      </w:r>
      <w:r>
        <w:tab/>
        <w:t>2.025e0</w:t>
      </w:r>
    </w:p>
    <w:p w:rsidR="007B2329" w:rsidRDefault="007B2329" w:rsidP="007B2329">
      <w:r>
        <w:t>398.5188</w:t>
      </w:r>
      <w:r>
        <w:tab/>
        <w:t>1.013e0</w:t>
      </w:r>
    </w:p>
    <w:p w:rsidR="007B2329" w:rsidRDefault="007B2329" w:rsidP="007B2329">
      <w:r>
        <w:t>398.5412</w:t>
      </w:r>
      <w:r>
        <w:tab/>
        <w:t>4.051e0</w:t>
      </w:r>
    </w:p>
    <w:p w:rsidR="007B2329" w:rsidRDefault="007B2329" w:rsidP="007B2329">
      <w:r>
        <w:t>398.5620</w:t>
      </w:r>
      <w:r>
        <w:tab/>
        <w:t>2.025e0</w:t>
      </w:r>
    </w:p>
    <w:p w:rsidR="007B2329" w:rsidRDefault="007B2329" w:rsidP="007B2329">
      <w:r>
        <w:t>398.5682</w:t>
      </w:r>
      <w:r>
        <w:tab/>
        <w:t>1.013e0</w:t>
      </w:r>
    </w:p>
    <w:p w:rsidR="007B2329" w:rsidRDefault="007B2329" w:rsidP="007B2329">
      <w:r>
        <w:t>398.5893</w:t>
      </w:r>
      <w:r>
        <w:tab/>
        <w:t>2.025e0</w:t>
      </w:r>
    </w:p>
    <w:p w:rsidR="007B2329" w:rsidRDefault="007B2329" w:rsidP="007B2329">
      <w:r>
        <w:t>398.5964</w:t>
      </w:r>
      <w:r>
        <w:tab/>
        <w:t>1.013e0</w:t>
      </w:r>
    </w:p>
    <w:p w:rsidR="007B2329" w:rsidRDefault="007B2329" w:rsidP="007B2329">
      <w:r>
        <w:t>398.6063</w:t>
      </w:r>
      <w:r>
        <w:tab/>
        <w:t>3.038e0</w:t>
      </w:r>
    </w:p>
    <w:p w:rsidR="007B2329" w:rsidRDefault="007B2329" w:rsidP="007B2329">
      <w:r>
        <w:t>398.6176</w:t>
      </w:r>
      <w:r>
        <w:tab/>
        <w:t>2.025e0</w:t>
      </w:r>
    </w:p>
    <w:p w:rsidR="007B2329" w:rsidRDefault="007B2329" w:rsidP="007B2329">
      <w:r>
        <w:t>398.6252</w:t>
      </w:r>
      <w:r>
        <w:tab/>
        <w:t>4.051e0</w:t>
      </w:r>
    </w:p>
    <w:p w:rsidR="007B2329" w:rsidRDefault="007B2329" w:rsidP="007B2329">
      <w:r>
        <w:t>398.6408</w:t>
      </w:r>
      <w:r>
        <w:tab/>
        <w:t>2.025e0</w:t>
      </w:r>
    </w:p>
    <w:p w:rsidR="007B2329" w:rsidRDefault="007B2329" w:rsidP="007B2329">
      <w:r>
        <w:t>398.6429</w:t>
      </w:r>
      <w:r>
        <w:tab/>
        <w:t>1.013e0</w:t>
      </w:r>
    </w:p>
    <w:p w:rsidR="007B2329" w:rsidRDefault="007B2329" w:rsidP="007B2329">
      <w:r>
        <w:t>398.6467</w:t>
      </w:r>
      <w:r>
        <w:tab/>
        <w:t>1.013e0</w:t>
      </w:r>
    </w:p>
    <w:p w:rsidR="007B2329" w:rsidRDefault="007B2329" w:rsidP="007B2329">
      <w:r>
        <w:t>398.6530</w:t>
      </w:r>
      <w:r>
        <w:tab/>
        <w:t>1.013e0</w:t>
      </w:r>
    </w:p>
    <w:p w:rsidR="007B2329" w:rsidRDefault="007B2329" w:rsidP="007B2329">
      <w:r>
        <w:t>398.6635</w:t>
      </w:r>
      <w:r>
        <w:tab/>
        <w:t>2.025e0</w:t>
      </w:r>
    </w:p>
    <w:p w:rsidR="007B2329" w:rsidRDefault="007B2329" w:rsidP="007B2329">
      <w:r>
        <w:t>398.6951</w:t>
      </w:r>
      <w:r>
        <w:tab/>
        <w:t>2.025e0</w:t>
      </w:r>
    </w:p>
    <w:p w:rsidR="007B2329" w:rsidRDefault="007B2329" w:rsidP="007B2329">
      <w:r>
        <w:lastRenderedPageBreak/>
        <w:t>398.7068</w:t>
      </w:r>
      <w:r>
        <w:tab/>
        <w:t>1.013e0</w:t>
      </w:r>
    </w:p>
    <w:p w:rsidR="007B2329" w:rsidRDefault="007B2329" w:rsidP="007B2329">
      <w:r>
        <w:t>398.7162</w:t>
      </w:r>
      <w:r>
        <w:tab/>
        <w:t>1.013e0</w:t>
      </w:r>
    </w:p>
    <w:p w:rsidR="007B2329" w:rsidRDefault="007B2329" w:rsidP="007B2329">
      <w:r>
        <w:t>398.7175</w:t>
      </w:r>
      <w:r>
        <w:tab/>
        <w:t>2.025e0</w:t>
      </w:r>
    </w:p>
    <w:p w:rsidR="007B2329" w:rsidRDefault="007B2329" w:rsidP="007B2329">
      <w:r>
        <w:t>398.7190</w:t>
      </w:r>
      <w:r>
        <w:tab/>
        <w:t>3.038e0</w:t>
      </w:r>
    </w:p>
    <w:p w:rsidR="007B2329" w:rsidRDefault="007B2329" w:rsidP="007B2329">
      <w:r>
        <w:t>398.7281</w:t>
      </w:r>
      <w:r>
        <w:tab/>
        <w:t>1.013e0</w:t>
      </w:r>
    </w:p>
    <w:p w:rsidR="007B2329" w:rsidRDefault="007B2329" w:rsidP="007B2329">
      <w:r>
        <w:t>398.7373</w:t>
      </w:r>
      <w:r>
        <w:tab/>
        <w:t>1.013e0</w:t>
      </w:r>
    </w:p>
    <w:p w:rsidR="007B2329" w:rsidRDefault="007B2329" w:rsidP="007B2329">
      <w:r>
        <w:t>398.7445</w:t>
      </w:r>
      <w:r>
        <w:tab/>
        <w:t>2.025e0</w:t>
      </w:r>
    </w:p>
    <w:p w:rsidR="007B2329" w:rsidRDefault="007B2329" w:rsidP="007B2329">
      <w:r>
        <w:t>398.7585</w:t>
      </w:r>
      <w:r>
        <w:tab/>
        <w:t>1.013e0</w:t>
      </w:r>
    </w:p>
    <w:p w:rsidR="007B2329" w:rsidRDefault="007B2329" w:rsidP="007B2329">
      <w:r>
        <w:t>398.7707</w:t>
      </w:r>
      <w:r>
        <w:tab/>
        <w:t>1.013e0</w:t>
      </w:r>
    </w:p>
    <w:p w:rsidR="007B2329" w:rsidRDefault="007B2329" w:rsidP="007B2329">
      <w:r>
        <w:t>398.7800</w:t>
      </w:r>
      <w:r>
        <w:tab/>
        <w:t>2.025e0</w:t>
      </w:r>
    </w:p>
    <w:p w:rsidR="007B2329" w:rsidRDefault="007B2329" w:rsidP="007B2329">
      <w:r>
        <w:t>398.7958</w:t>
      </w:r>
      <w:r>
        <w:tab/>
        <w:t>1.013e0</w:t>
      </w:r>
    </w:p>
    <w:p w:rsidR="007B2329" w:rsidRDefault="007B2329" w:rsidP="007B2329">
      <w:r>
        <w:t>398.8080</w:t>
      </w:r>
      <w:r>
        <w:tab/>
        <w:t>1.013e0</w:t>
      </w:r>
    </w:p>
    <w:p w:rsidR="007B2329" w:rsidRDefault="007B2329" w:rsidP="007B2329">
      <w:r>
        <w:t>398.8259</w:t>
      </w:r>
      <w:r>
        <w:tab/>
        <w:t>2.025e0</w:t>
      </w:r>
    </w:p>
    <w:p w:rsidR="007B2329" w:rsidRDefault="007B2329" w:rsidP="007B2329">
      <w:r>
        <w:t>398.8291</w:t>
      </w:r>
      <w:r>
        <w:tab/>
        <w:t>1.013e0</w:t>
      </w:r>
    </w:p>
    <w:p w:rsidR="007B2329" w:rsidRDefault="007B2329" w:rsidP="007B2329">
      <w:r>
        <w:t>398.8432</w:t>
      </w:r>
      <w:r>
        <w:tab/>
        <w:t>1.013e0</w:t>
      </w:r>
    </w:p>
    <w:p w:rsidR="007B2329" w:rsidRDefault="007B2329" w:rsidP="007B2329">
      <w:r>
        <w:t>398.8502</w:t>
      </w:r>
      <w:r>
        <w:tab/>
        <w:t>1.013e0</w:t>
      </w:r>
    </w:p>
    <w:p w:rsidR="007B2329" w:rsidRDefault="007B2329" w:rsidP="007B2329">
      <w:r>
        <w:t>398.8606</w:t>
      </w:r>
      <w:r>
        <w:tab/>
        <w:t>2.025e0</w:t>
      </w:r>
    </w:p>
    <w:p w:rsidR="007B2329" w:rsidRDefault="007B2329" w:rsidP="007B2329">
      <w:r>
        <w:t>398.8663</w:t>
      </w:r>
      <w:r>
        <w:tab/>
        <w:t>2.025e0</w:t>
      </w:r>
    </w:p>
    <w:p w:rsidR="007B2329" w:rsidRDefault="007B2329" w:rsidP="007B2329">
      <w:r>
        <w:t>398.8925</w:t>
      </w:r>
      <w:r>
        <w:tab/>
        <w:t>1.013e0</w:t>
      </w:r>
    </w:p>
    <w:p w:rsidR="007B2329" w:rsidRDefault="007B2329" w:rsidP="007B2329">
      <w:r>
        <w:lastRenderedPageBreak/>
        <w:t>398.9136</w:t>
      </w:r>
      <w:r>
        <w:tab/>
        <w:t>1.013e0</w:t>
      </w:r>
    </w:p>
    <w:p w:rsidR="007B2329" w:rsidRDefault="007B2329" w:rsidP="007B2329">
      <w:r>
        <w:t>398.9158</w:t>
      </w:r>
      <w:r>
        <w:tab/>
        <w:t>2.025e0</w:t>
      </w:r>
    </w:p>
    <w:p w:rsidR="007B2329" w:rsidRDefault="007B2329" w:rsidP="007B2329">
      <w:r>
        <w:t>398.9216</w:t>
      </w:r>
      <w:r>
        <w:tab/>
        <w:t>2.025e0</w:t>
      </w:r>
    </w:p>
    <w:p w:rsidR="007B2329" w:rsidRDefault="007B2329" w:rsidP="007B2329">
      <w:r>
        <w:t>398.9278</w:t>
      </w:r>
      <w:r>
        <w:tab/>
        <w:t>1.013e0</w:t>
      </w:r>
    </w:p>
    <w:p w:rsidR="007B2329" w:rsidRDefault="007B2329" w:rsidP="007B2329">
      <w:r>
        <w:t>398.9662</w:t>
      </w:r>
      <w:r>
        <w:tab/>
        <w:t>1.013e0</w:t>
      </w:r>
    </w:p>
    <w:p w:rsidR="007B2329" w:rsidRDefault="007B2329" w:rsidP="007B2329">
      <w:r>
        <w:t>398.9772</w:t>
      </w:r>
      <w:r>
        <w:tab/>
        <w:t>3.038e0</w:t>
      </w:r>
    </w:p>
    <w:p w:rsidR="007B2329" w:rsidRDefault="007B2329" w:rsidP="007B2329">
      <w:r>
        <w:t>398.9806</w:t>
      </w:r>
      <w:r>
        <w:tab/>
        <w:t>2.038e0</w:t>
      </w:r>
    </w:p>
    <w:p w:rsidR="007B2329" w:rsidRDefault="007B2329" w:rsidP="007B2329">
      <w:r>
        <w:t>398.9875</w:t>
      </w:r>
      <w:r>
        <w:tab/>
        <w:t>1.013e0</w:t>
      </w:r>
    </w:p>
    <w:p w:rsidR="007B2329" w:rsidRDefault="007B2329" w:rsidP="007B2329">
      <w:r>
        <w:t>398.9999</w:t>
      </w:r>
      <w:r>
        <w:tab/>
        <w:t>2.025e0</w:t>
      </w:r>
    </w:p>
    <w:p w:rsidR="007B2329" w:rsidRDefault="007B2329" w:rsidP="007B2329">
      <w:r>
        <w:t>399.0158</w:t>
      </w:r>
      <w:r>
        <w:tab/>
        <w:t>2.025e0</w:t>
      </w:r>
    </w:p>
    <w:p w:rsidR="007B2329" w:rsidRDefault="007B2329" w:rsidP="007B2329">
      <w:r>
        <w:t>399.0336</w:t>
      </w:r>
      <w:r>
        <w:tab/>
        <w:t>1.013e0</w:t>
      </w:r>
    </w:p>
    <w:p w:rsidR="007B2329" w:rsidRDefault="007B2329" w:rsidP="007B2329">
      <w:r>
        <w:t>399.0550</w:t>
      </w:r>
      <w:r>
        <w:tab/>
        <w:t>2.025e0</w:t>
      </w:r>
    </w:p>
    <w:p w:rsidR="007B2329" w:rsidRDefault="007B2329" w:rsidP="007B2329">
      <w:r>
        <w:t>399.0726</w:t>
      </w:r>
      <w:r>
        <w:tab/>
        <w:t>2.025e0</w:t>
      </w:r>
    </w:p>
    <w:p w:rsidR="007B2329" w:rsidRDefault="007B2329" w:rsidP="007B2329">
      <w:r>
        <w:t>399.0796</w:t>
      </w:r>
      <w:r>
        <w:tab/>
        <w:t>2.025e0</w:t>
      </w:r>
    </w:p>
    <w:p w:rsidR="007B2329" w:rsidRDefault="007B2329" w:rsidP="007B2329">
      <w:r>
        <w:t>399.1041</w:t>
      </w:r>
      <w:r>
        <w:tab/>
        <w:t>2.025e0</w:t>
      </w:r>
    </w:p>
    <w:p w:rsidR="007B2329" w:rsidRDefault="007B2329" w:rsidP="007B2329">
      <w:r>
        <w:t>399.1210</w:t>
      </w:r>
      <w:r>
        <w:tab/>
        <w:t>2.025e0</w:t>
      </w:r>
    </w:p>
    <w:p w:rsidR="007B2329" w:rsidRDefault="007B2329" w:rsidP="007B2329">
      <w:r>
        <w:t>399.1268</w:t>
      </w:r>
      <w:r>
        <w:tab/>
        <w:t>2.999e0</w:t>
      </w:r>
    </w:p>
    <w:p w:rsidR="007B2329" w:rsidRDefault="007B2329" w:rsidP="007B2329">
      <w:r>
        <w:t>399.1367</w:t>
      </w:r>
      <w:r>
        <w:tab/>
        <w:t>1.013e0</w:t>
      </w:r>
    </w:p>
    <w:p w:rsidR="007B2329" w:rsidRDefault="007B2329" w:rsidP="007B2329">
      <w:r>
        <w:t>399.1528</w:t>
      </w:r>
      <w:r>
        <w:tab/>
        <w:t>3.622e0</w:t>
      </w:r>
    </w:p>
    <w:p w:rsidR="007B2329" w:rsidRDefault="007B2329" w:rsidP="007B2329">
      <w:r>
        <w:lastRenderedPageBreak/>
        <w:t>399.1645</w:t>
      </w:r>
      <w:r>
        <w:tab/>
        <w:t>1.662e0</w:t>
      </w:r>
    </w:p>
    <w:p w:rsidR="007B2329" w:rsidRDefault="007B2329" w:rsidP="007B2329">
      <w:r>
        <w:t>399.1677</w:t>
      </w:r>
      <w:r>
        <w:tab/>
        <w:t>1.013e0</w:t>
      </w:r>
    </w:p>
    <w:p w:rsidR="007B2329" w:rsidRDefault="007B2329" w:rsidP="007B2329">
      <w:r>
        <w:t>399.1703</w:t>
      </w:r>
      <w:r>
        <w:tab/>
        <w:t>2.025e0</w:t>
      </w:r>
    </w:p>
    <w:p w:rsidR="007B2329" w:rsidRDefault="007B2329" w:rsidP="007B2329">
      <w:r>
        <w:t>399.2081</w:t>
      </w:r>
      <w:r>
        <w:tab/>
        <w:t>1.822e0</w:t>
      </w:r>
    </w:p>
    <w:p w:rsidR="007B2329" w:rsidRDefault="007B2329" w:rsidP="007B2329">
      <w:r>
        <w:t>399.2488</w:t>
      </w:r>
      <w:r>
        <w:tab/>
        <w:t>6.076e0</w:t>
      </w:r>
    </w:p>
    <w:p w:rsidR="007B2329" w:rsidRDefault="007B2329" w:rsidP="007B2329">
      <w:r>
        <w:t>399.2607</w:t>
      </w:r>
      <w:r>
        <w:tab/>
        <w:t>8.341e1</w:t>
      </w:r>
    </w:p>
    <w:p w:rsidR="007B2329" w:rsidRDefault="007B2329" w:rsidP="007B2329">
      <w:r>
        <w:t>399.2638</w:t>
      </w:r>
      <w:r>
        <w:tab/>
        <w:t>1.281e2</w:t>
      </w:r>
    </w:p>
    <w:p w:rsidR="007B2329" w:rsidRDefault="007B2329" w:rsidP="007B2329">
      <w:r>
        <w:t>399.2678</w:t>
      </w:r>
      <w:r>
        <w:tab/>
        <w:t>1.681e2</w:t>
      </w:r>
    </w:p>
    <w:p w:rsidR="007B2329" w:rsidRDefault="007B2329" w:rsidP="007B2329">
      <w:r>
        <w:t>399.2818</w:t>
      </w:r>
      <w:r>
        <w:tab/>
        <w:t>2.312e1</w:t>
      </w:r>
    </w:p>
    <w:p w:rsidR="007B2329" w:rsidRDefault="007B2329" w:rsidP="007B2329">
      <w:r>
        <w:t>399.3390</w:t>
      </w:r>
      <w:r>
        <w:tab/>
        <w:t>1.025e0</w:t>
      </w:r>
    </w:p>
    <w:p w:rsidR="007B2329" w:rsidRDefault="007B2329" w:rsidP="007B2329">
      <w:r>
        <w:t>399.3511</w:t>
      </w:r>
      <w:r>
        <w:tab/>
        <w:t>1.025e0</w:t>
      </w:r>
    </w:p>
    <w:p w:rsidR="007B2329" w:rsidRDefault="007B2329" w:rsidP="007B2329">
      <w:r>
        <w:t>399.3665</w:t>
      </w:r>
      <w:r>
        <w:tab/>
        <w:t>7.089e0</w:t>
      </w:r>
    </w:p>
    <w:p w:rsidR="007B2329" w:rsidRDefault="007B2329" w:rsidP="007B2329">
      <w:r>
        <w:t>399.3708</w:t>
      </w:r>
      <w:r>
        <w:tab/>
        <w:t>1.013e0</w:t>
      </w:r>
    </w:p>
    <w:p w:rsidR="007B2329" w:rsidRDefault="007B2329" w:rsidP="007B2329">
      <w:r>
        <w:t>399.3791</w:t>
      </w:r>
      <w:r>
        <w:tab/>
        <w:t>3.038e0</w:t>
      </w:r>
    </w:p>
    <w:p w:rsidR="007B2329" w:rsidRDefault="007B2329" w:rsidP="007B2329">
      <w:r>
        <w:t>399.3960</w:t>
      </w:r>
      <w:r>
        <w:tab/>
        <w:t>3.038e0</w:t>
      </w:r>
    </w:p>
    <w:p w:rsidR="007B2329" w:rsidRDefault="007B2329" w:rsidP="007B2329">
      <w:r>
        <w:t>399.4077</w:t>
      </w:r>
      <w:r>
        <w:tab/>
        <w:t>1.038e0</w:t>
      </w:r>
    </w:p>
    <w:p w:rsidR="007B2329" w:rsidRDefault="007B2329" w:rsidP="007B2329">
      <w:r>
        <w:t>399.4142</w:t>
      </w:r>
      <w:r>
        <w:tab/>
        <w:t>3.038e0</w:t>
      </w:r>
    </w:p>
    <w:p w:rsidR="007B2329" w:rsidRDefault="007B2329" w:rsidP="007B2329">
      <w:r>
        <w:t>399.4182</w:t>
      </w:r>
      <w:r>
        <w:tab/>
        <w:t>4.051e0</w:t>
      </w:r>
    </w:p>
    <w:p w:rsidR="007B2329" w:rsidRDefault="007B2329" w:rsidP="007B2329">
      <w:r>
        <w:t>399.4276</w:t>
      </w:r>
      <w:r>
        <w:tab/>
        <w:t>3.038e0</w:t>
      </w:r>
    </w:p>
    <w:p w:rsidR="007B2329" w:rsidRDefault="007B2329" w:rsidP="007B2329">
      <w:r>
        <w:lastRenderedPageBreak/>
        <w:t>399.4295</w:t>
      </w:r>
      <w:r>
        <w:tab/>
        <w:t>2.025e0</w:t>
      </w:r>
    </w:p>
    <w:p w:rsidR="007B2329" w:rsidRDefault="007B2329" w:rsidP="007B2329">
      <w:r>
        <w:t>399.4386</w:t>
      </w:r>
      <w:r>
        <w:tab/>
        <w:t>1.013e0</w:t>
      </w:r>
    </w:p>
    <w:p w:rsidR="007B2329" w:rsidRDefault="007B2329" w:rsidP="007B2329">
      <w:r>
        <w:t>399.4580</w:t>
      </w:r>
      <w:r>
        <w:tab/>
        <w:t>1.025e0</w:t>
      </w:r>
    </w:p>
    <w:p w:rsidR="007B2329" w:rsidRDefault="007B2329" w:rsidP="007B2329">
      <w:r>
        <w:t>399.4642</w:t>
      </w:r>
      <w:r>
        <w:tab/>
        <w:t>1.013e0</w:t>
      </w:r>
    </w:p>
    <w:p w:rsidR="007B2329" w:rsidRDefault="007B2329" w:rsidP="007B2329">
      <w:r>
        <w:t>399.4856</w:t>
      </w:r>
      <w:r>
        <w:tab/>
        <w:t>2.025e0</w:t>
      </w:r>
    </w:p>
    <w:p w:rsidR="007B2329" w:rsidRDefault="007B2329" w:rsidP="007B2329">
      <w:r>
        <w:t>399.4933</w:t>
      </w:r>
      <w:r>
        <w:tab/>
        <w:t>3.038e0</w:t>
      </w:r>
    </w:p>
    <w:p w:rsidR="007B2329" w:rsidRDefault="007B2329" w:rsidP="007B2329">
      <w:r>
        <w:t>399.5028</w:t>
      </w:r>
      <w:r>
        <w:tab/>
        <w:t>3.038e0</w:t>
      </w:r>
    </w:p>
    <w:p w:rsidR="007B2329" w:rsidRDefault="007B2329" w:rsidP="007B2329">
      <w:r>
        <w:t>399.5200</w:t>
      </w:r>
      <w:r>
        <w:tab/>
        <w:t>1.013e0</w:t>
      </w:r>
    </w:p>
    <w:p w:rsidR="007B2329" w:rsidRDefault="007B2329" w:rsidP="007B2329">
      <w:r>
        <w:t>399.5664</w:t>
      </w:r>
      <w:r>
        <w:tab/>
        <w:t>1.013e0</w:t>
      </w:r>
    </w:p>
    <w:p w:rsidR="007B2329" w:rsidRDefault="007B2329" w:rsidP="007B2329">
      <w:r>
        <w:t>399.5701</w:t>
      </w:r>
      <w:r>
        <w:tab/>
        <w:t>1.013e0</w:t>
      </w:r>
    </w:p>
    <w:p w:rsidR="007B2329" w:rsidRDefault="007B2329" w:rsidP="007B2329">
      <w:r>
        <w:t>399.5854</w:t>
      </w:r>
      <w:r>
        <w:tab/>
        <w:t>2.025e0</w:t>
      </w:r>
    </w:p>
    <w:p w:rsidR="007B2329" w:rsidRDefault="007B2329" w:rsidP="007B2329">
      <w:r>
        <w:t>399.5913</w:t>
      </w:r>
      <w:r>
        <w:tab/>
        <w:t>1.013e0</w:t>
      </w:r>
    </w:p>
    <w:p w:rsidR="007B2329" w:rsidRDefault="007B2329" w:rsidP="007B2329">
      <w:r>
        <w:t>399.5984</w:t>
      </w:r>
      <w:r>
        <w:tab/>
        <w:t>1.013e0</w:t>
      </w:r>
    </w:p>
    <w:p w:rsidR="007B2329" w:rsidRDefault="007B2329" w:rsidP="007B2329">
      <w:r>
        <w:t>399.6127</w:t>
      </w:r>
      <w:r>
        <w:tab/>
        <w:t>1.013e0</w:t>
      </w:r>
    </w:p>
    <w:p w:rsidR="007B2329" w:rsidRDefault="007B2329" w:rsidP="007B2329">
      <w:r>
        <w:t>399.6197</w:t>
      </w:r>
      <w:r>
        <w:tab/>
        <w:t>2.025e0</w:t>
      </w:r>
    </w:p>
    <w:p w:rsidR="007B2329" w:rsidRDefault="007B2329" w:rsidP="007B2329">
      <w:r>
        <w:t>399.6246</w:t>
      </w:r>
      <w:r>
        <w:tab/>
        <w:t>6.076e0</w:t>
      </w:r>
    </w:p>
    <w:p w:rsidR="007B2329" w:rsidRDefault="007B2329" w:rsidP="007B2329">
      <w:r>
        <w:t>399.6267</w:t>
      </w:r>
      <w:r>
        <w:tab/>
        <w:t>1.013e0</w:t>
      </w:r>
    </w:p>
    <w:p w:rsidR="007B2329" w:rsidRDefault="007B2329" w:rsidP="007B2329">
      <w:r>
        <w:t>399.6338</w:t>
      </w:r>
      <w:r>
        <w:tab/>
        <w:t>1.180e0</w:t>
      </w:r>
    </w:p>
    <w:p w:rsidR="007B2329" w:rsidRDefault="007B2329" w:rsidP="007B2329">
      <w:r>
        <w:t>399.6530</w:t>
      </w:r>
      <w:r>
        <w:tab/>
        <w:t>3.038e0</w:t>
      </w:r>
    </w:p>
    <w:p w:rsidR="007B2329" w:rsidRDefault="007B2329" w:rsidP="007B2329">
      <w:r>
        <w:lastRenderedPageBreak/>
        <w:t>399.6575</w:t>
      </w:r>
      <w:r>
        <w:tab/>
        <w:t>2.025e0</w:t>
      </w:r>
    </w:p>
    <w:p w:rsidR="007B2329" w:rsidRDefault="007B2329" w:rsidP="007B2329">
      <w:r>
        <w:t>399.6691</w:t>
      </w:r>
      <w:r>
        <w:tab/>
        <w:t>1.013e0</w:t>
      </w:r>
    </w:p>
    <w:p w:rsidR="007B2329" w:rsidRDefault="007B2329" w:rsidP="007B2329">
      <w:r>
        <w:t>399.6724</w:t>
      </w:r>
      <w:r>
        <w:tab/>
        <w:t>5.063e0</w:t>
      </w:r>
    </w:p>
    <w:p w:rsidR="007B2329" w:rsidRDefault="007B2329" w:rsidP="007B2329">
      <w:r>
        <w:t>399.6941</w:t>
      </w:r>
      <w:r>
        <w:tab/>
        <w:t>1.013e0</w:t>
      </w:r>
    </w:p>
    <w:p w:rsidR="007B2329" w:rsidRDefault="007B2329" w:rsidP="007B2329">
      <w:r>
        <w:t>399.6979</w:t>
      </w:r>
      <w:r>
        <w:tab/>
        <w:t>2.025e0</w:t>
      </w:r>
    </w:p>
    <w:p w:rsidR="007B2329" w:rsidRDefault="007B2329" w:rsidP="007B2329">
      <w:r>
        <w:t>399.7256</w:t>
      </w:r>
      <w:r>
        <w:tab/>
        <w:t>1.013e0</w:t>
      </w:r>
    </w:p>
    <w:p w:rsidR="007B2329" w:rsidRDefault="007B2329" w:rsidP="007B2329">
      <w:r>
        <w:t>399.7286</w:t>
      </w:r>
      <w:r>
        <w:tab/>
        <w:t>2.025e0</w:t>
      </w:r>
    </w:p>
    <w:p w:rsidR="007B2329" w:rsidRDefault="007B2329" w:rsidP="007B2329">
      <w:r>
        <w:t>399.7328</w:t>
      </w:r>
      <w:r>
        <w:tab/>
        <w:t>1.013e0</w:t>
      </w:r>
    </w:p>
    <w:p w:rsidR="007B2329" w:rsidRDefault="007B2329" w:rsidP="007B2329">
      <w:r>
        <w:t>399.7680</w:t>
      </w:r>
      <w:r>
        <w:tab/>
        <w:t>1.013e0</w:t>
      </w:r>
    </w:p>
    <w:p w:rsidR="007B2329" w:rsidRDefault="007B2329" w:rsidP="007B2329">
      <w:r>
        <w:t>399.7705</w:t>
      </w:r>
      <w:r>
        <w:tab/>
        <w:t>2.025e0</w:t>
      </w:r>
    </w:p>
    <w:p w:rsidR="007B2329" w:rsidRDefault="007B2329" w:rsidP="007B2329">
      <w:r>
        <w:t>399.7832</w:t>
      </w:r>
      <w:r>
        <w:tab/>
        <w:t>2.025e0</w:t>
      </w:r>
    </w:p>
    <w:p w:rsidR="007B2329" w:rsidRDefault="007B2329" w:rsidP="007B2329">
      <w:r>
        <w:t>399.7861</w:t>
      </w:r>
      <w:r>
        <w:tab/>
        <w:t>5.063e0</w:t>
      </w:r>
    </w:p>
    <w:p w:rsidR="007B2329" w:rsidRDefault="007B2329" w:rsidP="007B2329">
      <w:r>
        <w:t>399.7962</w:t>
      </w:r>
      <w:r>
        <w:tab/>
        <w:t>1.013e0</w:t>
      </w:r>
    </w:p>
    <w:p w:rsidR="007B2329" w:rsidRDefault="007B2329" w:rsidP="007B2329">
      <w:r>
        <w:t>399.8044</w:t>
      </w:r>
      <w:r>
        <w:tab/>
        <w:t>2.025e0</w:t>
      </w:r>
    </w:p>
    <w:p w:rsidR="007B2329" w:rsidRDefault="007B2329" w:rsidP="007B2329">
      <w:r>
        <w:t>399.8220</w:t>
      </w:r>
      <w:r>
        <w:tab/>
        <w:t>1.013e0</w:t>
      </w:r>
    </w:p>
    <w:p w:rsidR="007B2329" w:rsidRDefault="007B2329" w:rsidP="007B2329">
      <w:r>
        <w:t>399.8316</w:t>
      </w:r>
      <w:r>
        <w:tab/>
        <w:t>1.013e0</w:t>
      </w:r>
    </w:p>
    <w:p w:rsidR="007B2329" w:rsidRDefault="007B2329" w:rsidP="007B2329">
      <w:r>
        <w:t>399.8387</w:t>
      </w:r>
      <w:r>
        <w:tab/>
        <w:t>1.013e0</w:t>
      </w:r>
    </w:p>
    <w:p w:rsidR="007B2329" w:rsidRDefault="007B2329" w:rsidP="007B2329">
      <w:r>
        <w:t>399.8559</w:t>
      </w:r>
      <w:r>
        <w:tab/>
        <w:t>4.051e0</w:t>
      </w:r>
    </w:p>
    <w:p w:rsidR="007B2329" w:rsidRDefault="007B2329" w:rsidP="007B2329">
      <w:r>
        <w:t>399.8645</w:t>
      </w:r>
      <w:r>
        <w:tab/>
        <w:t>1.013e0</w:t>
      </w:r>
    </w:p>
    <w:p w:rsidR="007B2329" w:rsidRDefault="007B2329" w:rsidP="007B2329">
      <w:r>
        <w:lastRenderedPageBreak/>
        <w:t>399.8858</w:t>
      </w:r>
      <w:r>
        <w:tab/>
        <w:t>1.013e0</w:t>
      </w:r>
    </w:p>
    <w:p w:rsidR="007B2329" w:rsidRDefault="007B2329" w:rsidP="007B2329">
      <w:r>
        <w:t>399.9073</w:t>
      </w:r>
      <w:r>
        <w:tab/>
        <w:t>1.013e0</w:t>
      </w:r>
    </w:p>
    <w:p w:rsidR="007B2329" w:rsidRDefault="007B2329" w:rsidP="007B2329">
      <w:r>
        <w:t>399.9110</w:t>
      </w:r>
      <w:r>
        <w:tab/>
        <w:t>2.025e0</w:t>
      </w:r>
    </w:p>
    <w:p w:rsidR="007B2329" w:rsidRDefault="007B2329" w:rsidP="007B2329">
      <w:r>
        <w:t>399.9260</w:t>
      </w:r>
      <w:r>
        <w:tab/>
        <w:t>3.038e0</w:t>
      </w:r>
    </w:p>
    <w:p w:rsidR="007B2329" w:rsidRDefault="007B2329" w:rsidP="007B2329">
      <w:r>
        <w:t>399.9285</w:t>
      </w:r>
      <w:r>
        <w:tab/>
        <w:t>1.013e0</w:t>
      </w:r>
    </w:p>
    <w:p w:rsidR="007B2329" w:rsidRDefault="007B2329" w:rsidP="007B2329">
      <w:r>
        <w:t>399.9444</w:t>
      </w:r>
      <w:r>
        <w:tab/>
        <w:t>2.025e0</w:t>
      </w:r>
    </w:p>
    <w:p w:rsidR="007B2329" w:rsidRDefault="007B2329" w:rsidP="007B2329">
      <w:r>
        <w:t>399.9801</w:t>
      </w:r>
      <w:r>
        <w:tab/>
        <w:t>2.025e0</w:t>
      </w:r>
    </w:p>
    <w:p w:rsidR="007B2329" w:rsidRDefault="007B2329" w:rsidP="007B2329">
      <w:r>
        <w:t>400.0049</w:t>
      </w:r>
      <w:r>
        <w:tab/>
        <w:t>4.058e0</w:t>
      </w:r>
    </w:p>
    <w:p w:rsidR="007B2329" w:rsidRDefault="007B2329" w:rsidP="007B2329">
      <w:r>
        <w:t>400.0224</w:t>
      </w:r>
      <w:r>
        <w:tab/>
        <w:t>1.013e0</w:t>
      </w:r>
    </w:p>
    <w:p w:rsidR="007B2329" w:rsidRDefault="007B2329" w:rsidP="007B2329">
      <w:r>
        <w:t>400.0317</w:t>
      </w:r>
      <w:r>
        <w:tab/>
        <w:t>1.025e0</w:t>
      </w:r>
    </w:p>
    <w:p w:rsidR="007B2329" w:rsidRDefault="007B2329" w:rsidP="007B2329">
      <w:r>
        <w:t>400.0350</w:t>
      </w:r>
      <w:r>
        <w:tab/>
        <w:t>1.013e0</w:t>
      </w:r>
    </w:p>
    <w:p w:rsidR="007B2329" w:rsidRDefault="007B2329" w:rsidP="007B2329">
      <w:r>
        <w:t>400.0602</w:t>
      </w:r>
      <w:r>
        <w:tab/>
        <w:t>1.013e0</w:t>
      </w:r>
    </w:p>
    <w:p w:rsidR="007B2329" w:rsidRDefault="007B2329" w:rsidP="007B2329">
      <w:r>
        <w:t>400.0648</w:t>
      </w:r>
      <w:r>
        <w:tab/>
        <w:t>2.025e0</w:t>
      </w:r>
    </w:p>
    <w:p w:rsidR="007B2329" w:rsidRDefault="007B2329" w:rsidP="007B2329">
      <w:r>
        <w:t>400.0862</w:t>
      </w:r>
      <w:r>
        <w:tab/>
        <w:t>7.089e0</w:t>
      </w:r>
    </w:p>
    <w:p w:rsidR="007B2329" w:rsidRDefault="007B2329" w:rsidP="007B2329">
      <w:r>
        <w:t>400.1096</w:t>
      </w:r>
      <w:r>
        <w:tab/>
        <w:t>2.025e0</w:t>
      </w:r>
    </w:p>
    <w:p w:rsidR="007B2329" w:rsidRDefault="007B2329" w:rsidP="007B2329">
      <w:r>
        <w:t>400.1202</w:t>
      </w:r>
      <w:r>
        <w:tab/>
        <w:t>1.013e0</w:t>
      </w:r>
    </w:p>
    <w:p w:rsidR="007B2329" w:rsidRDefault="007B2329" w:rsidP="007B2329">
      <w:r>
        <w:t>400.1250</w:t>
      </w:r>
      <w:r>
        <w:tab/>
        <w:t>2.903e0</w:t>
      </w:r>
    </w:p>
    <w:p w:rsidR="007B2329" w:rsidRDefault="007B2329" w:rsidP="007B2329">
      <w:r>
        <w:t>400.1446</w:t>
      </w:r>
      <w:r>
        <w:tab/>
        <w:t>3.275e0</w:t>
      </w:r>
    </w:p>
    <w:p w:rsidR="007B2329" w:rsidRDefault="007B2329" w:rsidP="007B2329">
      <w:r>
        <w:t>400.1497</w:t>
      </w:r>
      <w:r>
        <w:tab/>
        <w:t>1.013e0</w:t>
      </w:r>
    </w:p>
    <w:p w:rsidR="007B2329" w:rsidRDefault="007B2329" w:rsidP="007B2329">
      <w:r>
        <w:lastRenderedPageBreak/>
        <w:t>400.1594</w:t>
      </w:r>
      <w:r>
        <w:tab/>
        <w:t>4.864e0</w:t>
      </w:r>
    </w:p>
    <w:p w:rsidR="007B2329" w:rsidRDefault="007B2329" w:rsidP="007B2329">
      <w:r>
        <w:t>400.1626</w:t>
      </w:r>
      <w:r>
        <w:tab/>
        <w:t>4.639e0</w:t>
      </w:r>
    </w:p>
    <w:p w:rsidR="007B2329" w:rsidRDefault="007B2329" w:rsidP="007B2329">
      <w:r>
        <w:t>400.2616</w:t>
      </w:r>
      <w:r>
        <w:tab/>
        <w:t>2.427e2</w:t>
      </w:r>
    </w:p>
    <w:p w:rsidR="007B2329" w:rsidRDefault="007B2329" w:rsidP="007B2329">
      <w:r>
        <w:t>400.2626</w:t>
      </w:r>
      <w:r>
        <w:tab/>
        <w:t>1.421e2</w:t>
      </w:r>
    </w:p>
    <w:p w:rsidR="007B2329" w:rsidRDefault="007B2329" w:rsidP="007B2329">
      <w:r>
        <w:t>400.2637</w:t>
      </w:r>
      <w:r>
        <w:tab/>
        <w:t>1.297e2</w:t>
      </w:r>
    </w:p>
    <w:p w:rsidR="007B2329" w:rsidRDefault="007B2329" w:rsidP="007B2329">
      <w:r>
        <w:t>400.2683</w:t>
      </w:r>
      <w:r>
        <w:tab/>
        <w:t>1.013e1</w:t>
      </w:r>
    </w:p>
    <w:p w:rsidR="007B2329" w:rsidRDefault="007B2329" w:rsidP="007B2329">
      <w:r>
        <w:t>400.3334</w:t>
      </w:r>
      <w:r>
        <w:tab/>
        <w:t>2.025e0</w:t>
      </w:r>
    </w:p>
    <w:p w:rsidR="007B2329" w:rsidRDefault="007B2329" w:rsidP="007B2329">
      <w:r>
        <w:t>400.3604</w:t>
      </w:r>
      <w:r>
        <w:tab/>
        <w:t>5.063e0</w:t>
      </w:r>
    </w:p>
    <w:p w:rsidR="007B2329" w:rsidRDefault="007B2329" w:rsidP="007B2329">
      <w:r>
        <w:t>400.3676</w:t>
      </w:r>
      <w:r>
        <w:tab/>
        <w:t>1.418e1</w:t>
      </w:r>
    </w:p>
    <w:p w:rsidR="007B2329" w:rsidRDefault="007B2329" w:rsidP="007B2329">
      <w:r>
        <w:t>400.3691</w:t>
      </w:r>
      <w:r>
        <w:tab/>
        <w:t>5.063e-2</w:t>
      </w:r>
    </w:p>
    <w:p w:rsidR="007B2329" w:rsidRDefault="007B2329" w:rsidP="007B2329">
      <w:r>
        <w:t>400.3742</w:t>
      </w:r>
      <w:r>
        <w:tab/>
        <w:t>5.063e0</w:t>
      </w:r>
    </w:p>
    <w:p w:rsidR="007B2329" w:rsidRDefault="007B2329" w:rsidP="007B2329">
      <w:r>
        <w:t>400.3798</w:t>
      </w:r>
      <w:r>
        <w:tab/>
        <w:t>1.076e0</w:t>
      </w:r>
    </w:p>
    <w:p w:rsidR="007B2329" w:rsidRDefault="007B2329" w:rsidP="007B2329">
      <w:r>
        <w:t>400.3837</w:t>
      </w:r>
      <w:r>
        <w:tab/>
        <w:t>6.076e0</w:t>
      </w:r>
    </w:p>
    <w:p w:rsidR="007B2329" w:rsidRDefault="007B2329" w:rsidP="007B2329">
      <w:r>
        <w:t>400.4126</w:t>
      </w:r>
      <w:r>
        <w:tab/>
        <w:t>3.886e0</w:t>
      </w:r>
    </w:p>
    <w:p w:rsidR="007B2329" w:rsidRDefault="007B2329" w:rsidP="007B2329">
      <w:r>
        <w:t>400.4260</w:t>
      </w:r>
      <w:r>
        <w:tab/>
        <w:t>1.013e0</w:t>
      </w:r>
    </w:p>
    <w:p w:rsidR="007B2329" w:rsidRDefault="007B2329" w:rsidP="007B2329">
      <w:r>
        <w:t>400.4311</w:t>
      </w:r>
      <w:r>
        <w:tab/>
        <w:t>2.025e0</w:t>
      </w:r>
    </w:p>
    <w:p w:rsidR="007B2329" w:rsidRDefault="007B2329" w:rsidP="007B2329">
      <w:r>
        <w:t>400.4374</w:t>
      </w:r>
      <w:r>
        <w:tab/>
        <w:t>3.038e0</w:t>
      </w:r>
    </w:p>
    <w:p w:rsidR="007B2329" w:rsidRDefault="007B2329" w:rsidP="007B2329">
      <w:r>
        <w:t>400.4637</w:t>
      </w:r>
      <w:r>
        <w:tab/>
        <w:t>2.038e0</w:t>
      </w:r>
    </w:p>
    <w:p w:rsidR="007B2329" w:rsidRDefault="007B2329" w:rsidP="007B2329">
      <w:r>
        <w:t>400.4756</w:t>
      </w:r>
      <w:r>
        <w:tab/>
        <w:t>2.025e0</w:t>
      </w:r>
    </w:p>
    <w:p w:rsidR="007B2329" w:rsidRDefault="007B2329" w:rsidP="007B2329">
      <w:r>
        <w:lastRenderedPageBreak/>
        <w:t>400.4965</w:t>
      </w:r>
      <w:r>
        <w:tab/>
        <w:t>2.025e0</w:t>
      </w:r>
    </w:p>
    <w:p w:rsidR="007B2329" w:rsidRDefault="007B2329" w:rsidP="007B2329">
      <w:r>
        <w:t>400.5112</w:t>
      </w:r>
      <w:r>
        <w:tab/>
        <w:t>2.025e0</w:t>
      </w:r>
    </w:p>
    <w:p w:rsidR="007B2329" w:rsidRDefault="007B2329" w:rsidP="007B2329">
      <w:r>
        <w:t>400.5347</w:t>
      </w:r>
      <w:r>
        <w:tab/>
        <w:t>2.025e0</w:t>
      </w:r>
    </w:p>
    <w:p w:rsidR="007B2329" w:rsidRDefault="007B2329" w:rsidP="007B2329">
      <w:r>
        <w:t>400.5475</w:t>
      </w:r>
      <w:r>
        <w:tab/>
        <w:t>2.025e0</w:t>
      </w:r>
    </w:p>
    <w:p w:rsidR="007B2329" w:rsidRDefault="007B2329" w:rsidP="007B2329">
      <w:r>
        <w:t>400.5608</w:t>
      </w:r>
      <w:r>
        <w:tab/>
        <w:t>2.025e0</w:t>
      </w:r>
    </w:p>
    <w:p w:rsidR="007B2329" w:rsidRDefault="007B2329" w:rsidP="007B2329">
      <w:r>
        <w:t>400.5966</w:t>
      </w:r>
      <w:r>
        <w:tab/>
        <w:t>1.013e0</w:t>
      </w:r>
    </w:p>
    <w:p w:rsidR="007B2329" w:rsidRDefault="007B2329" w:rsidP="007B2329">
      <w:r>
        <w:t>400.6100</w:t>
      </w:r>
      <w:r>
        <w:tab/>
        <w:t>1.013e0</w:t>
      </w:r>
    </w:p>
    <w:p w:rsidR="007B2329" w:rsidRDefault="007B2329" w:rsidP="007B2329">
      <w:r>
        <w:t>400.6237</w:t>
      </w:r>
      <w:r>
        <w:tab/>
        <w:t>3.038e0</w:t>
      </w:r>
    </w:p>
    <w:p w:rsidR="007B2329" w:rsidRDefault="007B2329" w:rsidP="007B2329">
      <w:r>
        <w:t>400.6266</w:t>
      </w:r>
      <w:r>
        <w:tab/>
        <w:t>2.025e0</w:t>
      </w:r>
    </w:p>
    <w:p w:rsidR="007B2329" w:rsidRDefault="007B2329" w:rsidP="007B2329">
      <w:r>
        <w:t>400.6355</w:t>
      </w:r>
      <w:r>
        <w:tab/>
        <w:t>6.076e0</w:t>
      </w:r>
    </w:p>
    <w:p w:rsidR="007B2329" w:rsidRDefault="007B2329" w:rsidP="007B2329">
      <w:r>
        <w:t>400.6624</w:t>
      </w:r>
      <w:r>
        <w:tab/>
        <w:t>3.051e0</w:t>
      </w:r>
    </w:p>
    <w:p w:rsidR="007B2329" w:rsidRDefault="007B2329" w:rsidP="007B2329">
      <w:r>
        <w:t>400.6703</w:t>
      </w:r>
      <w:r>
        <w:tab/>
        <w:t>4.051e0</w:t>
      </w:r>
    </w:p>
    <w:p w:rsidR="007B2329" w:rsidRDefault="007B2329" w:rsidP="007B2329">
      <w:r>
        <w:t>400.6885</w:t>
      </w:r>
      <w:r>
        <w:tab/>
        <w:t>4.051e0</w:t>
      </w:r>
    </w:p>
    <w:p w:rsidR="007B2329" w:rsidRDefault="007B2329" w:rsidP="007B2329">
      <w:r>
        <w:t>400.6948</w:t>
      </w:r>
      <w:r>
        <w:tab/>
        <w:t>2.025e0</w:t>
      </w:r>
    </w:p>
    <w:p w:rsidR="007B2329" w:rsidRDefault="007B2329" w:rsidP="007B2329">
      <w:r>
        <w:t>400.7233</w:t>
      </w:r>
      <w:r>
        <w:tab/>
        <w:t>2.025e0</w:t>
      </w:r>
    </w:p>
    <w:p w:rsidR="007B2329" w:rsidRDefault="007B2329" w:rsidP="007B2329">
      <w:r>
        <w:t>400.7372</w:t>
      </w:r>
      <w:r>
        <w:tab/>
        <w:t>2.025e0</w:t>
      </w:r>
    </w:p>
    <w:p w:rsidR="007B2329" w:rsidRDefault="007B2329" w:rsidP="007B2329">
      <w:r>
        <w:t>400.7391</w:t>
      </w:r>
      <w:r>
        <w:tab/>
        <w:t>2.025e0</w:t>
      </w:r>
    </w:p>
    <w:p w:rsidR="007B2329" w:rsidRDefault="007B2329" w:rsidP="007B2329">
      <w:r>
        <w:t>400.7421</w:t>
      </w:r>
      <w:r>
        <w:tab/>
        <w:t>1.013e0</w:t>
      </w:r>
    </w:p>
    <w:p w:rsidR="007B2329" w:rsidRDefault="007B2329" w:rsidP="007B2329">
      <w:r>
        <w:t>400.7458</w:t>
      </w:r>
      <w:r>
        <w:tab/>
        <w:t>1.013e0</w:t>
      </w:r>
    </w:p>
    <w:p w:rsidR="007B2329" w:rsidRDefault="007B2329" w:rsidP="007B2329">
      <w:r>
        <w:lastRenderedPageBreak/>
        <w:t>400.7474</w:t>
      </w:r>
      <w:r>
        <w:tab/>
        <w:t>2.025e0</w:t>
      </w:r>
    </w:p>
    <w:p w:rsidR="007B2329" w:rsidRDefault="007B2329" w:rsidP="007B2329">
      <w:r>
        <w:t>400.7798</w:t>
      </w:r>
      <w:r>
        <w:tab/>
        <w:t>1.013e0</w:t>
      </w:r>
    </w:p>
    <w:p w:rsidR="007B2329" w:rsidRDefault="007B2329" w:rsidP="007B2329">
      <w:r>
        <w:t>400.8047</w:t>
      </w:r>
      <w:r>
        <w:tab/>
        <w:t>2.025e0</w:t>
      </w:r>
    </w:p>
    <w:p w:rsidR="007B2329" w:rsidRDefault="007B2329" w:rsidP="007B2329">
      <w:r>
        <w:t>400.8097</w:t>
      </w:r>
      <w:r>
        <w:tab/>
        <w:t>1.013e0</w:t>
      </w:r>
    </w:p>
    <w:p w:rsidR="007B2329" w:rsidRDefault="007B2329" w:rsidP="007B2329">
      <w:r>
        <w:t>400.8166</w:t>
      </w:r>
      <w:r>
        <w:tab/>
        <w:t>4.051e0</w:t>
      </w:r>
    </w:p>
    <w:p w:rsidR="007B2329" w:rsidRDefault="007B2329" w:rsidP="007B2329">
      <w:r>
        <w:t>400.8272</w:t>
      </w:r>
      <w:r>
        <w:tab/>
        <w:t>2.025e0</w:t>
      </w:r>
    </w:p>
    <w:p w:rsidR="007B2329" w:rsidRDefault="007B2329" w:rsidP="007B2329">
      <w:r>
        <w:t>400.8397</w:t>
      </w:r>
      <w:r>
        <w:tab/>
        <w:t>1.025e0</w:t>
      </w:r>
    </w:p>
    <w:p w:rsidR="007B2329" w:rsidRDefault="007B2329" w:rsidP="007B2329">
      <w:r>
        <w:t>400.8436</w:t>
      </w:r>
      <w:r>
        <w:tab/>
        <w:t>1.013e0</w:t>
      </w:r>
    </w:p>
    <w:p w:rsidR="007B2329" w:rsidRDefault="007B2329" w:rsidP="007B2329">
      <w:r>
        <w:t>400.8484</w:t>
      </w:r>
      <w:r>
        <w:tab/>
        <w:t>1.013e0</w:t>
      </w:r>
    </w:p>
    <w:p w:rsidR="007B2329" w:rsidRDefault="007B2329" w:rsidP="007B2329">
      <w:r>
        <w:t>400.8718</w:t>
      </w:r>
      <w:r>
        <w:tab/>
        <w:t>1.025e0</w:t>
      </w:r>
    </w:p>
    <w:p w:rsidR="007B2329" w:rsidRDefault="007B2329" w:rsidP="007B2329">
      <w:r>
        <w:t>400.8911</w:t>
      </w:r>
      <w:r>
        <w:tab/>
        <w:t>1.013e0</w:t>
      </w:r>
    </w:p>
    <w:p w:rsidR="007B2329" w:rsidRDefault="007B2329" w:rsidP="007B2329">
      <w:r>
        <w:t>400.9073</w:t>
      </w:r>
      <w:r>
        <w:tab/>
        <w:t>1.013e0</w:t>
      </w:r>
    </w:p>
    <w:p w:rsidR="007B2329" w:rsidRDefault="007B2329" w:rsidP="007B2329">
      <w:r>
        <w:t>400.9090</w:t>
      </w:r>
      <w:r>
        <w:tab/>
        <w:t>3.038e0</w:t>
      </w:r>
    </w:p>
    <w:p w:rsidR="007B2329" w:rsidRDefault="007B2329" w:rsidP="007B2329">
      <w:r>
        <w:t>400.9184</w:t>
      </w:r>
      <w:r>
        <w:tab/>
        <w:t>3.038e0</w:t>
      </w:r>
    </w:p>
    <w:p w:rsidR="007B2329" w:rsidRDefault="007B2329" w:rsidP="007B2329">
      <w:r>
        <w:t>400.9430</w:t>
      </w:r>
      <w:r>
        <w:tab/>
        <w:t>2.025e0</w:t>
      </w:r>
    </w:p>
    <w:p w:rsidR="007B2329" w:rsidRDefault="007B2329" w:rsidP="007B2329">
      <w:r>
        <w:t>400.9498</w:t>
      </w:r>
      <w:r>
        <w:tab/>
        <w:t>1.013e0</w:t>
      </w:r>
    </w:p>
    <w:p w:rsidR="007B2329" w:rsidRDefault="007B2329" w:rsidP="007B2329">
      <w:r>
        <w:t>400.9643</w:t>
      </w:r>
      <w:r>
        <w:tab/>
        <w:t>2.025e0</w:t>
      </w:r>
    </w:p>
    <w:p w:rsidR="007B2329" w:rsidRDefault="007B2329" w:rsidP="007B2329">
      <w:r>
        <w:t>400.9712</w:t>
      </w:r>
      <w:r>
        <w:tab/>
        <w:t>1.013e0</w:t>
      </w:r>
    </w:p>
    <w:p w:rsidR="007B2329" w:rsidRDefault="007B2329" w:rsidP="007B2329">
      <w:r>
        <w:t>400.9763</w:t>
      </w:r>
      <w:r>
        <w:tab/>
        <w:t>2.025e0</w:t>
      </w:r>
    </w:p>
    <w:p w:rsidR="007B2329" w:rsidRDefault="007B2329" w:rsidP="007B2329">
      <w:r>
        <w:lastRenderedPageBreak/>
        <w:t>400.9852</w:t>
      </w:r>
      <w:r>
        <w:tab/>
        <w:t>2.025e0</w:t>
      </w:r>
    </w:p>
    <w:p w:rsidR="007B2329" w:rsidRDefault="007B2329" w:rsidP="007B2329">
      <w:r>
        <w:t>401.0047</w:t>
      </w:r>
      <w:r>
        <w:tab/>
        <w:t>2.025e0</w:t>
      </w:r>
    </w:p>
    <w:p w:rsidR="007B2329" w:rsidRDefault="007B2329" w:rsidP="007B2329">
      <w:r>
        <w:t>401.0101</w:t>
      </w:r>
      <w:r>
        <w:tab/>
        <w:t>2.025e0</w:t>
      </w:r>
    </w:p>
    <w:p w:rsidR="007B2329" w:rsidRDefault="007B2329" w:rsidP="007B2329">
      <w:r>
        <w:t>401.0136</w:t>
      </w:r>
      <w:r>
        <w:tab/>
        <w:t>1.013e0</w:t>
      </w:r>
    </w:p>
    <w:p w:rsidR="007B2329" w:rsidRDefault="007B2329" w:rsidP="007B2329">
      <w:r>
        <w:t>401.0277</w:t>
      </w:r>
      <w:r>
        <w:tab/>
        <w:t>1.013e0</w:t>
      </w:r>
    </w:p>
    <w:p w:rsidR="007B2329" w:rsidRDefault="007B2329" w:rsidP="007B2329">
      <w:r>
        <w:t>401.0442</w:t>
      </w:r>
      <w:r>
        <w:tab/>
        <w:t>1.013e0</w:t>
      </w:r>
    </w:p>
    <w:p w:rsidR="007B2329" w:rsidRDefault="007B2329" w:rsidP="007B2329">
      <w:r>
        <w:t>401.0617</w:t>
      </w:r>
      <w:r>
        <w:tab/>
        <w:t>1.013e0</w:t>
      </w:r>
    </w:p>
    <w:p w:rsidR="007B2329" w:rsidRDefault="007B2329" w:rsidP="007B2329">
      <w:r>
        <w:t>401.0704</w:t>
      </w:r>
      <w:r>
        <w:tab/>
        <w:t>1.013e0</w:t>
      </w:r>
    </w:p>
    <w:p w:rsidR="007B2329" w:rsidRDefault="007B2329" w:rsidP="007B2329">
      <w:r>
        <w:t>401.0773</w:t>
      </w:r>
      <w:r>
        <w:tab/>
        <w:t>1.013e0</w:t>
      </w:r>
    </w:p>
    <w:p w:rsidR="007B2329" w:rsidRDefault="007B2329" w:rsidP="007B2329">
      <w:r>
        <w:t>401.0831</w:t>
      </w:r>
      <w:r>
        <w:tab/>
        <w:t>4.051e0</w:t>
      </w:r>
    </w:p>
    <w:p w:rsidR="007B2329" w:rsidRDefault="007B2329" w:rsidP="007B2329">
      <w:r>
        <w:t>401.0880</w:t>
      </w:r>
      <w:r>
        <w:tab/>
        <w:t>2.025e0</w:t>
      </w:r>
    </w:p>
    <w:p w:rsidR="007B2329" w:rsidRDefault="007B2329" w:rsidP="007B2329">
      <w:r>
        <w:t>401.0915</w:t>
      </w:r>
      <w:r>
        <w:tab/>
        <w:t>1.013e0</w:t>
      </w:r>
    </w:p>
    <w:p w:rsidR="007B2329" w:rsidRDefault="007B2329" w:rsidP="007B2329">
      <w:r>
        <w:t>401.1082</w:t>
      </w:r>
      <w:r>
        <w:tab/>
        <w:t>1.013e0</w:t>
      </w:r>
    </w:p>
    <w:p w:rsidR="007B2329" w:rsidRDefault="007B2329" w:rsidP="007B2329">
      <w:r>
        <w:t>401.1110</w:t>
      </w:r>
      <w:r>
        <w:tab/>
        <w:t>2.025e0</w:t>
      </w:r>
    </w:p>
    <w:p w:rsidR="007B2329" w:rsidRDefault="007B2329" w:rsidP="007B2329">
      <w:r>
        <w:t>401.1256</w:t>
      </w:r>
      <w:r>
        <w:tab/>
        <w:t>2.025e0</w:t>
      </w:r>
    </w:p>
    <w:p w:rsidR="007B2329" w:rsidRDefault="007B2329" w:rsidP="007B2329">
      <w:r>
        <w:t>401.1413</w:t>
      </w:r>
      <w:r>
        <w:tab/>
        <w:t>1.013e0</w:t>
      </w:r>
    </w:p>
    <w:p w:rsidR="007B2329" w:rsidRDefault="007B2329" w:rsidP="007B2329">
      <w:r>
        <w:t>401.1488</w:t>
      </w:r>
      <w:r>
        <w:tab/>
        <w:t>1.644e0</w:t>
      </w:r>
    </w:p>
    <w:p w:rsidR="007B2329" w:rsidRDefault="007B2329" w:rsidP="007B2329">
      <w:r>
        <w:t>401.1659</w:t>
      </w:r>
      <w:r>
        <w:tab/>
        <w:t>2.025e0</w:t>
      </w:r>
    </w:p>
    <w:p w:rsidR="007B2329" w:rsidRDefault="007B2329" w:rsidP="007B2329">
      <w:r>
        <w:t>401.1702</w:t>
      </w:r>
      <w:r>
        <w:tab/>
        <w:t>2.944e0</w:t>
      </w:r>
    </w:p>
    <w:p w:rsidR="007B2329" w:rsidRDefault="007B2329" w:rsidP="007B2329">
      <w:r>
        <w:lastRenderedPageBreak/>
        <w:t>401.1796</w:t>
      </w:r>
      <w:r>
        <w:tab/>
        <w:t>6.930e0</w:t>
      </w:r>
    </w:p>
    <w:p w:rsidR="007B2329" w:rsidRDefault="007B2329" w:rsidP="007B2329">
      <w:r>
        <w:t>401.2492</w:t>
      </w:r>
      <w:r>
        <w:tab/>
        <w:t>1.507e2</w:t>
      </w:r>
    </w:p>
    <w:p w:rsidR="007B2329" w:rsidRDefault="007B2329" w:rsidP="007B2329">
      <w:r>
        <w:t>401.2532</w:t>
      </w:r>
      <w:r>
        <w:tab/>
        <w:t>1.316e1</w:t>
      </w:r>
    </w:p>
    <w:p w:rsidR="007B2329" w:rsidRDefault="007B2329" w:rsidP="007B2329">
      <w:r>
        <w:t>401.2550</w:t>
      </w:r>
      <w:r>
        <w:tab/>
        <w:t>8.486e1</w:t>
      </w:r>
    </w:p>
    <w:p w:rsidR="007B2329" w:rsidRDefault="007B2329" w:rsidP="007B2329">
      <w:r>
        <w:t>401.2602</w:t>
      </w:r>
      <w:r>
        <w:tab/>
        <w:t>5.131e1</w:t>
      </w:r>
    </w:p>
    <w:p w:rsidR="007B2329" w:rsidRDefault="007B2329" w:rsidP="007B2329">
      <w:r>
        <w:t>401.2623</w:t>
      </w:r>
      <w:r>
        <w:tab/>
        <w:t>6.009e1</w:t>
      </w:r>
    </w:p>
    <w:p w:rsidR="007B2329" w:rsidRDefault="007B2329" w:rsidP="007B2329">
      <w:r>
        <w:t>401.2819</w:t>
      </w:r>
      <w:r>
        <w:tab/>
        <w:t>2.939e1</w:t>
      </w:r>
    </w:p>
    <w:p w:rsidR="007B2329" w:rsidRDefault="007B2329" w:rsidP="007B2329">
      <w:r>
        <w:t>401.3257</w:t>
      </w:r>
      <w:r>
        <w:tab/>
        <w:t>4.051e0</w:t>
      </w:r>
    </w:p>
    <w:p w:rsidR="007B2329" w:rsidRDefault="007B2329" w:rsidP="007B2329">
      <w:r>
        <w:t>401.3302</w:t>
      </w:r>
      <w:r>
        <w:tab/>
        <w:t>6.601e0</w:t>
      </w:r>
    </w:p>
    <w:p w:rsidR="007B2329" w:rsidRDefault="007B2329" w:rsidP="007B2329">
      <w:r>
        <w:t>401.3603</w:t>
      </w:r>
      <w:r>
        <w:tab/>
        <w:t>5.063e0</w:t>
      </w:r>
    </w:p>
    <w:p w:rsidR="007B2329" w:rsidRDefault="007B2329" w:rsidP="007B2329">
      <w:r>
        <w:t>401.3635</w:t>
      </w:r>
      <w:r>
        <w:tab/>
        <w:t>4.051e0</w:t>
      </w:r>
    </w:p>
    <w:p w:rsidR="007B2329" w:rsidRDefault="007B2329" w:rsidP="007B2329">
      <w:r>
        <w:t>401.3852</w:t>
      </w:r>
      <w:r>
        <w:tab/>
        <w:t>1.038e0</w:t>
      </w:r>
    </w:p>
    <w:p w:rsidR="007B2329" w:rsidRDefault="007B2329" w:rsidP="007B2329">
      <w:r>
        <w:t>401.4029</w:t>
      </w:r>
      <w:r>
        <w:tab/>
        <w:t>1.013e0</w:t>
      </w:r>
    </w:p>
    <w:p w:rsidR="007B2329" w:rsidRDefault="007B2329" w:rsidP="007B2329">
      <w:r>
        <w:t>401.4070</w:t>
      </w:r>
      <w:r>
        <w:tab/>
        <w:t>2.025e0</w:t>
      </w:r>
    </w:p>
    <w:p w:rsidR="007B2329" w:rsidRDefault="007B2329" w:rsidP="007B2329">
      <w:r>
        <w:t>401.4134</w:t>
      </w:r>
      <w:r>
        <w:tab/>
        <w:t>2.025e0</w:t>
      </w:r>
    </w:p>
    <w:p w:rsidR="007B2329" w:rsidRDefault="007B2329" w:rsidP="007B2329">
      <w:r>
        <w:t>401.4203</w:t>
      </w:r>
      <w:r>
        <w:tab/>
        <w:t>2.025e0</w:t>
      </w:r>
    </w:p>
    <w:p w:rsidR="007B2329" w:rsidRDefault="007B2329" w:rsidP="007B2329">
      <w:r>
        <w:t>401.4243</w:t>
      </w:r>
      <w:r>
        <w:tab/>
        <w:t>2.025e0</w:t>
      </w:r>
    </w:p>
    <w:p w:rsidR="007B2329" w:rsidRDefault="007B2329" w:rsidP="007B2329">
      <w:r>
        <w:t>401.4266</w:t>
      </w:r>
      <w:r>
        <w:tab/>
        <w:t>4.063e0</w:t>
      </w:r>
    </w:p>
    <w:p w:rsidR="007B2329" w:rsidRDefault="007B2329" w:rsidP="007B2329">
      <w:r>
        <w:t>401.4279</w:t>
      </w:r>
      <w:r>
        <w:tab/>
        <w:t>2.025e0</w:t>
      </w:r>
    </w:p>
    <w:p w:rsidR="007B2329" w:rsidRDefault="007B2329" w:rsidP="007B2329">
      <w:r>
        <w:lastRenderedPageBreak/>
        <w:t>401.4456</w:t>
      </w:r>
      <w:r>
        <w:tab/>
        <w:t>1.013e0</w:t>
      </w:r>
    </w:p>
    <w:p w:rsidR="007B2329" w:rsidRDefault="007B2329" w:rsidP="007B2329">
      <w:r>
        <w:t>401.4602</w:t>
      </w:r>
      <w:r>
        <w:tab/>
        <w:t>2.025e0</w:t>
      </w:r>
    </w:p>
    <w:p w:rsidR="007B2329" w:rsidRDefault="007B2329" w:rsidP="007B2329">
      <w:r>
        <w:t>401.4668</w:t>
      </w:r>
      <w:r>
        <w:tab/>
        <w:t>2.025e0</w:t>
      </w:r>
    </w:p>
    <w:p w:rsidR="007B2329" w:rsidRDefault="007B2329" w:rsidP="007B2329">
      <w:r>
        <w:t>401.4704</w:t>
      </w:r>
      <w:r>
        <w:tab/>
        <w:t>1.013e0</w:t>
      </w:r>
    </w:p>
    <w:p w:rsidR="007B2329" w:rsidRDefault="007B2329" w:rsidP="007B2329">
      <w:r>
        <w:t>401.4730</w:t>
      </w:r>
      <w:r>
        <w:tab/>
        <w:t>2.025e0</w:t>
      </w:r>
    </w:p>
    <w:p w:rsidR="007B2329" w:rsidRDefault="007B2329" w:rsidP="007B2329">
      <w:r>
        <w:t>401.4957</w:t>
      </w:r>
      <w:r>
        <w:tab/>
        <w:t>2.025e0</w:t>
      </w:r>
    </w:p>
    <w:p w:rsidR="007B2329" w:rsidRDefault="007B2329" w:rsidP="007B2329">
      <w:r>
        <w:t>401.5030</w:t>
      </w:r>
      <w:r>
        <w:tab/>
        <w:t>1.013e0</w:t>
      </w:r>
    </w:p>
    <w:p w:rsidR="007B2329" w:rsidRDefault="007B2329" w:rsidP="007B2329">
      <w:r>
        <w:t>401.5067</w:t>
      </w:r>
      <w:r>
        <w:tab/>
        <w:t>3.038e0</w:t>
      </w:r>
    </w:p>
    <w:p w:rsidR="007B2329" w:rsidRDefault="007B2329" w:rsidP="007B2329">
      <w:r>
        <w:t>401.5094</w:t>
      </w:r>
      <w:r>
        <w:tab/>
        <w:t>1.013e0</w:t>
      </w:r>
    </w:p>
    <w:p w:rsidR="007B2329" w:rsidRDefault="007B2329" w:rsidP="007B2329">
      <w:r>
        <w:t>401.5130</w:t>
      </w:r>
      <w:r>
        <w:tab/>
        <w:t>1.013e0</w:t>
      </w:r>
    </w:p>
    <w:p w:rsidR="007B2329" w:rsidRDefault="007B2329" w:rsidP="007B2329">
      <w:r>
        <w:t>401.5668</w:t>
      </w:r>
      <w:r>
        <w:tab/>
        <w:t>1.013e0</w:t>
      </w:r>
    </w:p>
    <w:p w:rsidR="007B2329" w:rsidRDefault="007B2329" w:rsidP="007B2329">
      <w:r>
        <w:t>401.5770</w:t>
      </w:r>
      <w:r>
        <w:tab/>
        <w:t>3.038e0</w:t>
      </w:r>
    </w:p>
    <w:p w:rsidR="007B2329" w:rsidRDefault="007B2329" w:rsidP="007B2329">
      <w:r>
        <w:t>401.6032</w:t>
      </w:r>
      <w:r>
        <w:tab/>
        <w:t>1.025e0</w:t>
      </w:r>
    </w:p>
    <w:p w:rsidR="007B2329" w:rsidRDefault="007B2329" w:rsidP="007B2329">
      <w:r>
        <w:t>401.6098</w:t>
      </w:r>
      <w:r>
        <w:tab/>
        <w:t>4.250e0</w:t>
      </w:r>
    </w:p>
    <w:p w:rsidR="007B2329" w:rsidRDefault="007B2329" w:rsidP="007B2329">
      <w:r>
        <w:t>401.6235</w:t>
      </w:r>
      <w:r>
        <w:tab/>
        <w:t>2.025e0</w:t>
      </w:r>
    </w:p>
    <w:p w:rsidR="007B2329" w:rsidRDefault="007B2329" w:rsidP="007B2329">
      <w:r>
        <w:t>401.6349</w:t>
      </w:r>
      <w:r>
        <w:tab/>
        <w:t>2.025e0</w:t>
      </w:r>
    </w:p>
    <w:p w:rsidR="007B2329" w:rsidRDefault="007B2329" w:rsidP="007B2329">
      <w:r>
        <w:t>401.6373</w:t>
      </w:r>
      <w:r>
        <w:tab/>
        <w:t>2.025e0</w:t>
      </w:r>
    </w:p>
    <w:p w:rsidR="007B2329" w:rsidRDefault="007B2329" w:rsidP="007B2329">
      <w:r>
        <w:t>401.6622</w:t>
      </w:r>
      <w:r>
        <w:tab/>
        <w:t>1.013e0</w:t>
      </w:r>
    </w:p>
    <w:p w:rsidR="007B2329" w:rsidRDefault="007B2329" w:rsidP="007B2329">
      <w:r>
        <w:t>401.6731</w:t>
      </w:r>
      <w:r>
        <w:tab/>
        <w:t>2.025e0</w:t>
      </w:r>
    </w:p>
    <w:p w:rsidR="007B2329" w:rsidRDefault="007B2329" w:rsidP="007B2329">
      <w:r>
        <w:lastRenderedPageBreak/>
        <w:t>401.6776</w:t>
      </w:r>
      <w:r>
        <w:tab/>
        <w:t>2.025e0</w:t>
      </w:r>
    </w:p>
    <w:p w:rsidR="007B2329" w:rsidRDefault="007B2329" w:rsidP="007B2329">
      <w:r>
        <w:t>401.6836</w:t>
      </w:r>
      <w:r>
        <w:tab/>
        <w:t>2.025e0</w:t>
      </w:r>
    </w:p>
    <w:p w:rsidR="007B2329" w:rsidRDefault="007B2329" w:rsidP="007B2329">
      <w:r>
        <w:t>401.7028</w:t>
      </w:r>
      <w:r>
        <w:tab/>
        <w:t>4.051e0</w:t>
      </w:r>
    </w:p>
    <w:p w:rsidR="007B2329" w:rsidRDefault="007B2329" w:rsidP="007B2329">
      <w:r>
        <w:t>401.7055</w:t>
      </w:r>
      <w:r>
        <w:tab/>
        <w:t>4.051e0</w:t>
      </w:r>
    </w:p>
    <w:p w:rsidR="007B2329" w:rsidRDefault="007B2329" w:rsidP="007B2329">
      <w:r>
        <w:t>401.7076</w:t>
      </w:r>
      <w:r>
        <w:tab/>
        <w:t>3.038e0</w:t>
      </w:r>
    </w:p>
    <w:p w:rsidR="007B2329" w:rsidRDefault="007B2329" w:rsidP="007B2329">
      <w:r>
        <w:t>401.7226</w:t>
      </w:r>
      <w:r>
        <w:tab/>
        <w:t>1.013e0</w:t>
      </w:r>
    </w:p>
    <w:p w:rsidR="007B2329" w:rsidRDefault="007B2329" w:rsidP="007B2329">
      <w:r>
        <w:t>401.7475</w:t>
      </w:r>
      <w:r>
        <w:tab/>
        <w:t>1.013e0</w:t>
      </w:r>
    </w:p>
    <w:p w:rsidR="007B2329" w:rsidRDefault="007B2329" w:rsidP="007B2329">
      <w:r>
        <w:t>401.7499</w:t>
      </w:r>
      <w:r>
        <w:tab/>
        <w:t>2.025e0</w:t>
      </w:r>
    </w:p>
    <w:p w:rsidR="007B2329" w:rsidRDefault="007B2329" w:rsidP="007B2329">
      <w:r>
        <w:t>401.7555</w:t>
      </w:r>
      <w:r>
        <w:tab/>
        <w:t>2.025e0</w:t>
      </w:r>
    </w:p>
    <w:p w:rsidR="007B2329" w:rsidRDefault="007B2329" w:rsidP="007B2329">
      <w:r>
        <w:t>401.7605</w:t>
      </w:r>
      <w:r>
        <w:tab/>
        <w:t>4.051e0</w:t>
      </w:r>
    </w:p>
    <w:p w:rsidR="007B2329" w:rsidRDefault="007B2329" w:rsidP="007B2329">
      <w:r>
        <w:t>401.7653</w:t>
      </w:r>
      <w:r>
        <w:tab/>
        <w:t>1.013e0</w:t>
      </w:r>
    </w:p>
    <w:p w:rsidR="007B2329" w:rsidRDefault="007B2329" w:rsidP="007B2329">
      <w:r>
        <w:t>401.7713</w:t>
      </w:r>
      <w:r>
        <w:tab/>
        <w:t>2.532e-2</w:t>
      </w:r>
    </w:p>
    <w:p w:rsidR="007B2329" w:rsidRDefault="007B2329" w:rsidP="007B2329">
      <w:r>
        <w:t>401.7862</w:t>
      </w:r>
      <w:r>
        <w:tab/>
        <w:t>3.038e0</w:t>
      </w:r>
    </w:p>
    <w:p w:rsidR="007B2329" w:rsidRDefault="007B2329" w:rsidP="007B2329">
      <w:r>
        <w:t>401.8008</w:t>
      </w:r>
      <w:r>
        <w:tab/>
        <w:t>2.025e0</w:t>
      </w:r>
    </w:p>
    <w:p w:rsidR="007B2329" w:rsidRDefault="007B2329" w:rsidP="007B2329">
      <w:r>
        <w:t>401.8151</w:t>
      </w:r>
      <w:r>
        <w:tab/>
        <w:t>1.013e0</w:t>
      </w:r>
    </w:p>
    <w:p w:rsidR="007B2329" w:rsidRDefault="007B2329" w:rsidP="007B2329">
      <w:r>
        <w:t>401.8436</w:t>
      </w:r>
      <w:r>
        <w:tab/>
        <w:t>1.013e0</w:t>
      </w:r>
    </w:p>
    <w:p w:rsidR="007B2329" w:rsidRDefault="007B2329" w:rsidP="007B2329">
      <w:r>
        <w:t>401.8501</w:t>
      </w:r>
      <w:r>
        <w:tab/>
        <w:t>3.038e0</w:t>
      </w:r>
    </w:p>
    <w:p w:rsidR="007B2329" w:rsidRDefault="007B2329" w:rsidP="007B2329">
      <w:r>
        <w:t>401.8542</w:t>
      </w:r>
      <w:r>
        <w:tab/>
        <w:t>1.013e0</w:t>
      </w:r>
    </w:p>
    <w:p w:rsidR="007B2329" w:rsidRDefault="007B2329" w:rsidP="007B2329">
      <w:r>
        <w:t>401.8737</w:t>
      </w:r>
      <w:r>
        <w:tab/>
        <w:t>5.063e0</w:t>
      </w:r>
    </w:p>
    <w:p w:rsidR="007B2329" w:rsidRDefault="007B2329" w:rsidP="007B2329">
      <w:r>
        <w:lastRenderedPageBreak/>
        <w:t>401.8889</w:t>
      </w:r>
      <w:r>
        <w:tab/>
        <w:t>2.025e0</w:t>
      </w:r>
    </w:p>
    <w:p w:rsidR="007B2329" w:rsidRDefault="007B2329" w:rsidP="007B2329">
      <w:r>
        <w:t>401.9029</w:t>
      </w:r>
      <w:r>
        <w:tab/>
        <w:t>2.025e0</w:t>
      </w:r>
    </w:p>
    <w:p w:rsidR="007B2329" w:rsidRDefault="007B2329" w:rsidP="007B2329">
      <w:r>
        <w:t>401.9159</w:t>
      </w:r>
      <w:r>
        <w:tab/>
        <w:t>2.025e0</w:t>
      </w:r>
    </w:p>
    <w:p w:rsidR="007B2329" w:rsidRDefault="007B2329" w:rsidP="007B2329">
      <w:r>
        <w:t>401.9347</w:t>
      </w:r>
      <w:r>
        <w:tab/>
        <w:t>3.038e0</w:t>
      </w:r>
    </w:p>
    <w:p w:rsidR="007B2329" w:rsidRDefault="007B2329" w:rsidP="007B2329">
      <w:r>
        <w:t>401.9395</w:t>
      </w:r>
      <w:r>
        <w:tab/>
        <w:t>1.013e0</w:t>
      </w:r>
    </w:p>
    <w:p w:rsidR="007B2329" w:rsidRDefault="007B2329" w:rsidP="007B2329">
      <w:r>
        <w:t>401.9460</w:t>
      </w:r>
      <w:r>
        <w:tab/>
        <w:t>1.038e0</w:t>
      </w:r>
    </w:p>
    <w:p w:rsidR="007B2329" w:rsidRDefault="007B2329" w:rsidP="007B2329">
      <w:r>
        <w:t>401.9503</w:t>
      </w:r>
      <w:r>
        <w:tab/>
        <w:t>1.013e0</w:t>
      </w:r>
    </w:p>
    <w:p w:rsidR="007B2329" w:rsidRDefault="007B2329" w:rsidP="007B2329">
      <w:r>
        <w:t>401.9784</w:t>
      </w:r>
      <w:r>
        <w:tab/>
        <w:t>1.013e0</w:t>
      </w:r>
    </w:p>
    <w:p w:rsidR="007B2329" w:rsidRDefault="007B2329" w:rsidP="007B2329">
      <w:r>
        <w:t>401.9973</w:t>
      </w:r>
      <w:r>
        <w:tab/>
        <w:t>2.025e0</w:t>
      </w:r>
    </w:p>
    <w:p w:rsidR="007B2329" w:rsidRDefault="007B2329" w:rsidP="007B2329">
      <w:r>
        <w:t>402.0066</w:t>
      </w:r>
      <w:r>
        <w:tab/>
        <w:t>4.076e0</w:t>
      </w:r>
    </w:p>
    <w:p w:rsidR="007B2329" w:rsidRDefault="007B2329" w:rsidP="007B2329">
      <w:r>
        <w:t>402.0122</w:t>
      </w:r>
      <w:r>
        <w:tab/>
        <w:t>2.025e0</w:t>
      </w:r>
    </w:p>
    <w:p w:rsidR="007B2329" w:rsidRDefault="007B2329" w:rsidP="007B2329">
      <w:r>
        <w:t>402.0140</w:t>
      </w:r>
      <w:r>
        <w:tab/>
        <w:t>2.025e0</w:t>
      </w:r>
    </w:p>
    <w:p w:rsidR="007B2329" w:rsidRDefault="007B2329" w:rsidP="007B2329">
      <w:r>
        <w:t>402.0190</w:t>
      </w:r>
      <w:r>
        <w:tab/>
        <w:t>3.038e0</w:t>
      </w:r>
    </w:p>
    <w:p w:rsidR="007B2329" w:rsidRDefault="007B2329" w:rsidP="007B2329">
      <w:r>
        <w:t>402.0354</w:t>
      </w:r>
      <w:r>
        <w:tab/>
        <w:t>5.063e0</w:t>
      </w:r>
    </w:p>
    <w:p w:rsidR="007B2329" w:rsidRDefault="007B2329" w:rsidP="007B2329">
      <w:r>
        <w:t>402.0497</w:t>
      </w:r>
      <w:r>
        <w:tab/>
        <w:t>1.013e0</w:t>
      </w:r>
    </w:p>
    <w:p w:rsidR="007B2329" w:rsidRDefault="007B2329" w:rsidP="007B2329">
      <w:r>
        <w:t>402.0567</w:t>
      </w:r>
      <w:r>
        <w:tab/>
        <w:t>1.013e0</w:t>
      </w:r>
    </w:p>
    <w:p w:rsidR="007B2329" w:rsidRDefault="007B2329" w:rsidP="007B2329">
      <w:r>
        <w:t>402.0625</w:t>
      </w:r>
      <w:r>
        <w:tab/>
        <w:t>1.038e0</w:t>
      </w:r>
    </w:p>
    <w:p w:rsidR="007B2329" w:rsidRDefault="007B2329" w:rsidP="007B2329">
      <w:r>
        <w:t>402.1312</w:t>
      </w:r>
      <w:r>
        <w:tab/>
        <w:t>1.266e-2</w:t>
      </w:r>
    </w:p>
    <w:p w:rsidR="007B2329" w:rsidRDefault="007B2329" w:rsidP="007B2329">
      <w:r>
        <w:t>402.1389</w:t>
      </w:r>
      <w:r>
        <w:tab/>
        <w:t>4.051e0</w:t>
      </w:r>
    </w:p>
    <w:p w:rsidR="007B2329" w:rsidRDefault="007B2329" w:rsidP="007B2329">
      <w:r>
        <w:lastRenderedPageBreak/>
        <w:t>402.1436</w:t>
      </w:r>
      <w:r>
        <w:tab/>
        <w:t>1.849e0</w:t>
      </w:r>
    </w:p>
    <w:p w:rsidR="007B2329" w:rsidRDefault="007B2329" w:rsidP="007B2329">
      <w:r>
        <w:t>402.1491</w:t>
      </w:r>
      <w:r>
        <w:tab/>
        <w:t>1.013e0</w:t>
      </w:r>
    </w:p>
    <w:p w:rsidR="007B2329" w:rsidRDefault="007B2329" w:rsidP="007B2329">
      <w:r>
        <w:t>402.1594</w:t>
      </w:r>
      <w:r>
        <w:tab/>
        <w:t>2.704e0</w:t>
      </w:r>
    </w:p>
    <w:p w:rsidR="007B2329" w:rsidRDefault="007B2329" w:rsidP="007B2329">
      <w:r>
        <w:t>402.1641</w:t>
      </w:r>
      <w:r>
        <w:tab/>
        <w:t>8.428e0</w:t>
      </w:r>
    </w:p>
    <w:p w:rsidR="007B2329" w:rsidRDefault="007B2329" w:rsidP="007B2329">
      <w:r>
        <w:t>402.1749</w:t>
      </w:r>
      <w:r>
        <w:tab/>
        <w:t>3.312e0</w:t>
      </w:r>
    </w:p>
    <w:p w:rsidR="007B2329" w:rsidRDefault="007B2329" w:rsidP="007B2329">
      <w:r>
        <w:t>402.1777</w:t>
      </w:r>
      <w:r>
        <w:tab/>
        <w:t>1.203e1</w:t>
      </w:r>
    </w:p>
    <w:p w:rsidR="007B2329" w:rsidRDefault="007B2329" w:rsidP="007B2329">
      <w:r>
        <w:t>402.1814</w:t>
      </w:r>
      <w:r>
        <w:tab/>
        <w:t>7.475e0</w:t>
      </w:r>
    </w:p>
    <w:p w:rsidR="007B2329" w:rsidRDefault="007B2329" w:rsidP="007B2329">
      <w:r>
        <w:t>402.2032</w:t>
      </w:r>
      <w:r>
        <w:tab/>
        <w:t>7.876e0</w:t>
      </w:r>
    </w:p>
    <w:p w:rsidR="007B2329" w:rsidRDefault="007B2329" w:rsidP="007B2329">
      <w:r>
        <w:t>402.2054</w:t>
      </w:r>
      <w:r>
        <w:tab/>
        <w:t>1.200e1</w:t>
      </w:r>
    </w:p>
    <w:p w:rsidR="007B2329" w:rsidRDefault="007B2329" w:rsidP="007B2329">
      <w:r>
        <w:t>402.2107</w:t>
      </w:r>
      <w:r>
        <w:tab/>
        <w:t>4.051e0</w:t>
      </w:r>
    </w:p>
    <w:p w:rsidR="007B2329" w:rsidRDefault="007B2329" w:rsidP="007B2329">
      <w:r>
        <w:t>402.2212</w:t>
      </w:r>
      <w:r>
        <w:tab/>
        <w:t>1.384e1</w:t>
      </w:r>
    </w:p>
    <w:p w:rsidR="007B2329" w:rsidRDefault="007B2329" w:rsidP="007B2329">
      <w:r>
        <w:t>402.2248</w:t>
      </w:r>
      <w:r>
        <w:tab/>
        <w:t>4.051e0</w:t>
      </w:r>
    </w:p>
    <w:p w:rsidR="007B2329" w:rsidRDefault="007B2329" w:rsidP="007B2329">
      <w:r>
        <w:t>402.2341</w:t>
      </w:r>
      <w:r>
        <w:tab/>
        <w:t>2.943e1</w:t>
      </w:r>
    </w:p>
    <w:p w:rsidR="007B2329" w:rsidRDefault="007B2329" w:rsidP="007B2329">
      <w:r>
        <w:t>402.2376</w:t>
      </w:r>
      <w:r>
        <w:tab/>
        <w:t>1.714e1</w:t>
      </w:r>
    </w:p>
    <w:p w:rsidR="007B2329" w:rsidRDefault="007B2329" w:rsidP="007B2329">
      <w:r>
        <w:t>402.2487</w:t>
      </w:r>
      <w:r>
        <w:tab/>
        <w:t>4.451e1</w:t>
      </w:r>
    </w:p>
    <w:p w:rsidR="007B2329" w:rsidRDefault="007B2329" w:rsidP="007B2329">
      <w:r>
        <w:t>402.2552</w:t>
      </w:r>
      <w:r>
        <w:tab/>
        <w:t>5.063e0</w:t>
      </w:r>
    </w:p>
    <w:p w:rsidR="007B2329" w:rsidRDefault="007B2329" w:rsidP="007B2329">
      <w:r>
        <w:t>402.2567</w:t>
      </w:r>
      <w:r>
        <w:tab/>
        <w:t>2.861e1</w:t>
      </w:r>
    </w:p>
    <w:p w:rsidR="007B2329" w:rsidRDefault="007B2329" w:rsidP="007B2329">
      <w:r>
        <w:t>402.2587</w:t>
      </w:r>
      <w:r>
        <w:tab/>
        <w:t>3.008e1</w:t>
      </w:r>
    </w:p>
    <w:p w:rsidR="007B2329" w:rsidRDefault="007B2329" w:rsidP="007B2329">
      <w:r>
        <w:t>402.2601</w:t>
      </w:r>
      <w:r>
        <w:tab/>
        <w:t>2.278e1</w:t>
      </w:r>
    </w:p>
    <w:p w:rsidR="007B2329" w:rsidRDefault="007B2329" w:rsidP="007B2329">
      <w:r>
        <w:lastRenderedPageBreak/>
        <w:t>402.2620</w:t>
      </w:r>
      <w:r>
        <w:tab/>
        <w:t>6.076e0</w:t>
      </w:r>
    </w:p>
    <w:p w:rsidR="007B2329" w:rsidRDefault="007B2329" w:rsidP="007B2329">
      <w:r>
        <w:t>402.2735</w:t>
      </w:r>
      <w:r>
        <w:tab/>
        <w:t>1.860e1</w:t>
      </w:r>
    </w:p>
    <w:p w:rsidR="007B2329" w:rsidRDefault="007B2329" w:rsidP="007B2329">
      <w:r>
        <w:t>402.3018</w:t>
      </w:r>
      <w:r>
        <w:tab/>
        <w:t>2.025e0</w:t>
      </w:r>
    </w:p>
    <w:p w:rsidR="007B2329" w:rsidRDefault="007B2329" w:rsidP="007B2329">
      <w:r>
        <w:t>402.3134</w:t>
      </w:r>
      <w:r>
        <w:tab/>
        <w:t>3.038e0</w:t>
      </w:r>
    </w:p>
    <w:p w:rsidR="007B2329" w:rsidRDefault="007B2329" w:rsidP="007B2329">
      <w:r>
        <w:t>402.3260</w:t>
      </w:r>
      <w:r>
        <w:tab/>
        <w:t>3.366e0</w:t>
      </w:r>
    </w:p>
    <w:p w:rsidR="007B2329" w:rsidRDefault="007B2329" w:rsidP="007B2329">
      <w:r>
        <w:t>402.3681</w:t>
      </w:r>
      <w:r>
        <w:tab/>
        <w:t>3.038e0</w:t>
      </w:r>
    </w:p>
    <w:p w:rsidR="007B2329" w:rsidRDefault="007B2329" w:rsidP="007B2329">
      <w:r>
        <w:t>402.3719</w:t>
      </w:r>
      <w:r>
        <w:tab/>
        <w:t>2.025e0</w:t>
      </w:r>
    </w:p>
    <w:p w:rsidR="007B2329" w:rsidRDefault="007B2329" w:rsidP="007B2329">
      <w:r>
        <w:t>402.3910</w:t>
      </w:r>
      <w:r>
        <w:tab/>
        <w:t>4.051e0</w:t>
      </w:r>
    </w:p>
    <w:p w:rsidR="007B2329" w:rsidRDefault="007B2329" w:rsidP="007B2329">
      <w:r>
        <w:t>402.3950</w:t>
      </w:r>
      <w:r>
        <w:tab/>
        <w:t>2.025e0</w:t>
      </w:r>
    </w:p>
    <w:p w:rsidR="007B2329" w:rsidRDefault="007B2329" w:rsidP="007B2329">
      <w:r>
        <w:t>402.4025</w:t>
      </w:r>
      <w:r>
        <w:tab/>
        <w:t>2.532e-2</w:t>
      </w:r>
    </w:p>
    <w:p w:rsidR="007B2329" w:rsidRDefault="007B2329" w:rsidP="007B2329">
      <w:r>
        <w:t>402.4049</w:t>
      </w:r>
      <w:r>
        <w:tab/>
        <w:t>1.013e0</w:t>
      </w:r>
    </w:p>
    <w:p w:rsidR="007B2329" w:rsidRDefault="007B2329" w:rsidP="007B2329">
      <w:r>
        <w:t>402.4066</w:t>
      </w:r>
      <w:r>
        <w:tab/>
        <w:t>2.025e0</w:t>
      </w:r>
    </w:p>
    <w:p w:rsidR="007B2329" w:rsidRDefault="007B2329" w:rsidP="007B2329">
      <w:r>
        <w:t>402.4084</w:t>
      </w:r>
      <w:r>
        <w:tab/>
        <w:t>1.013e0</w:t>
      </w:r>
    </w:p>
    <w:p w:rsidR="007B2329" w:rsidRDefault="007B2329" w:rsidP="007B2329">
      <w:r>
        <w:t>402.4512</w:t>
      </w:r>
      <w:r>
        <w:tab/>
        <w:t>1.013e0</w:t>
      </w:r>
    </w:p>
    <w:p w:rsidR="007B2329" w:rsidRDefault="007B2329" w:rsidP="007B2329">
      <w:r>
        <w:t>402.4534</w:t>
      </w:r>
      <w:r>
        <w:tab/>
        <w:t>6.076e0</w:t>
      </w:r>
    </w:p>
    <w:p w:rsidR="007B2329" w:rsidRDefault="007B2329" w:rsidP="007B2329">
      <w:r>
        <w:t>402.4746</w:t>
      </w:r>
      <w:r>
        <w:tab/>
        <w:t>2.038e0</w:t>
      </w:r>
    </w:p>
    <w:p w:rsidR="007B2329" w:rsidRDefault="007B2329" w:rsidP="007B2329">
      <w:r>
        <w:t>402.4927</w:t>
      </w:r>
      <w:r>
        <w:tab/>
        <w:t>3.038e0</w:t>
      </w:r>
    </w:p>
    <w:p w:rsidR="007B2329" w:rsidRDefault="007B2329" w:rsidP="007B2329">
      <w:r>
        <w:t>402.5187</w:t>
      </w:r>
      <w:r>
        <w:tab/>
        <w:t>1.013e0</w:t>
      </w:r>
    </w:p>
    <w:p w:rsidR="007B2329" w:rsidRDefault="007B2329" w:rsidP="007B2329">
      <w:r>
        <w:t>402.5328</w:t>
      </w:r>
      <w:r>
        <w:tab/>
        <w:t>2.025e0</w:t>
      </w:r>
    </w:p>
    <w:p w:rsidR="007B2329" w:rsidRDefault="007B2329" w:rsidP="007B2329">
      <w:r>
        <w:lastRenderedPageBreak/>
        <w:t>402.5386</w:t>
      </w:r>
      <w:r>
        <w:tab/>
        <w:t>2.025e0</w:t>
      </w:r>
    </w:p>
    <w:p w:rsidR="007B2329" w:rsidRDefault="007B2329" w:rsidP="007B2329">
      <w:r>
        <w:t>402.5470</w:t>
      </w:r>
      <w:r>
        <w:tab/>
        <w:t>1.013e0</w:t>
      </w:r>
    </w:p>
    <w:p w:rsidR="007B2329" w:rsidRDefault="007B2329" w:rsidP="007B2329">
      <w:r>
        <w:t>402.5542</w:t>
      </w:r>
      <w:r>
        <w:tab/>
        <w:t>1.013e0</w:t>
      </w:r>
    </w:p>
    <w:p w:rsidR="007B2329" w:rsidRDefault="007B2329" w:rsidP="007B2329">
      <w:r>
        <w:t>402.5638</w:t>
      </w:r>
      <w:r>
        <w:tab/>
        <w:t>2.025e0</w:t>
      </w:r>
    </w:p>
    <w:p w:rsidR="007B2329" w:rsidRDefault="007B2329" w:rsidP="007B2329">
      <w:r>
        <w:t>402.5697</w:t>
      </w:r>
      <w:r>
        <w:tab/>
        <w:t>3.038e0</w:t>
      </w:r>
    </w:p>
    <w:p w:rsidR="007B2329" w:rsidRDefault="007B2329" w:rsidP="007B2329">
      <w:r>
        <w:t>402.5955</w:t>
      </w:r>
      <w:r>
        <w:tab/>
        <w:t>3.038e0</w:t>
      </w:r>
    </w:p>
    <w:p w:rsidR="007B2329" w:rsidRDefault="007B2329" w:rsidP="007B2329">
      <w:r>
        <w:t>402.6028</w:t>
      </w:r>
      <w:r>
        <w:tab/>
        <w:t>2.025e0</w:t>
      </w:r>
    </w:p>
    <w:p w:rsidR="007B2329" w:rsidRDefault="007B2329" w:rsidP="007B2329">
      <w:r>
        <w:t>402.6040</w:t>
      </w:r>
      <w:r>
        <w:tab/>
        <w:t>1.013e0</w:t>
      </w:r>
    </w:p>
    <w:p w:rsidR="007B2329" w:rsidRDefault="007B2329" w:rsidP="007B2329">
      <w:r>
        <w:t>402.6182</w:t>
      </w:r>
      <w:r>
        <w:tab/>
        <w:t>1.013e0</w:t>
      </w:r>
    </w:p>
    <w:p w:rsidR="007B2329" w:rsidRDefault="007B2329" w:rsidP="007B2329">
      <w:r>
        <w:t>402.6288</w:t>
      </w:r>
      <w:r>
        <w:tab/>
        <w:t>3.038e0</w:t>
      </w:r>
    </w:p>
    <w:p w:rsidR="007B2329" w:rsidRDefault="007B2329" w:rsidP="007B2329">
      <w:r>
        <w:t>402.6324</w:t>
      </w:r>
      <w:r>
        <w:tab/>
        <w:t>2.025e0</w:t>
      </w:r>
    </w:p>
    <w:p w:rsidR="007B2329" w:rsidRDefault="007B2329" w:rsidP="007B2329">
      <w:r>
        <w:t>402.6395</w:t>
      </w:r>
      <w:r>
        <w:tab/>
        <w:t>1.013e0</w:t>
      </w:r>
    </w:p>
    <w:p w:rsidR="007B2329" w:rsidRDefault="007B2329" w:rsidP="007B2329">
      <w:r>
        <w:t>402.6432</w:t>
      </w:r>
      <w:r>
        <w:tab/>
        <w:t>2.025e0</w:t>
      </w:r>
    </w:p>
    <w:p w:rsidR="007B2329" w:rsidRDefault="007B2329" w:rsidP="007B2329">
      <w:r>
        <w:t>402.6520</w:t>
      </w:r>
      <w:r>
        <w:tab/>
        <w:t>2.025e0</w:t>
      </w:r>
    </w:p>
    <w:p w:rsidR="007B2329" w:rsidRDefault="007B2329" w:rsidP="007B2329">
      <w:r>
        <w:t>402.6606</w:t>
      </w:r>
      <w:r>
        <w:tab/>
        <w:t>5.063e0</w:t>
      </w:r>
    </w:p>
    <w:p w:rsidR="007B2329" w:rsidRDefault="007B2329" w:rsidP="007B2329">
      <w:r>
        <w:t>402.6643</w:t>
      </w:r>
      <w:r>
        <w:tab/>
        <w:t>1.013e0</w:t>
      </w:r>
    </w:p>
    <w:p w:rsidR="007B2329" w:rsidRDefault="007B2329" w:rsidP="007B2329">
      <w:r>
        <w:t>402.6895</w:t>
      </w:r>
      <w:r>
        <w:tab/>
        <w:t>1.013e0</w:t>
      </w:r>
    </w:p>
    <w:p w:rsidR="007B2329" w:rsidRDefault="007B2329" w:rsidP="007B2329">
      <w:r>
        <w:t>402.6937</w:t>
      </w:r>
      <w:r>
        <w:tab/>
        <w:t>2.025e0</w:t>
      </w:r>
    </w:p>
    <w:p w:rsidR="007B2329" w:rsidRDefault="007B2329" w:rsidP="007B2329">
      <w:r>
        <w:t>402.6971</w:t>
      </w:r>
      <w:r>
        <w:tab/>
        <w:t>6.076e0</w:t>
      </w:r>
    </w:p>
    <w:p w:rsidR="007B2329" w:rsidRDefault="007B2329" w:rsidP="007B2329">
      <w:r>
        <w:lastRenderedPageBreak/>
        <w:t>402.6992</w:t>
      </w:r>
      <w:r>
        <w:tab/>
        <w:t>7.111e0</w:t>
      </w:r>
    </w:p>
    <w:p w:rsidR="007B2329" w:rsidRDefault="007B2329" w:rsidP="007B2329">
      <w:r>
        <w:t>402.7010</w:t>
      </w:r>
      <w:r>
        <w:tab/>
        <w:t>2.025e0</w:t>
      </w:r>
    </w:p>
    <w:p w:rsidR="007B2329" w:rsidRDefault="007B2329" w:rsidP="007B2329">
      <w:r>
        <w:t>402.7128</w:t>
      </w:r>
      <w:r>
        <w:tab/>
        <w:t>3.038e0</w:t>
      </w:r>
    </w:p>
    <w:p w:rsidR="007B2329" w:rsidRDefault="007B2329" w:rsidP="007B2329">
      <w:r>
        <w:t>402.7147</w:t>
      </w:r>
      <w:r>
        <w:tab/>
        <w:t>3.038e0</w:t>
      </w:r>
    </w:p>
    <w:p w:rsidR="007B2329" w:rsidRDefault="007B2329" w:rsidP="007B2329">
      <w:r>
        <w:t>402.7342</w:t>
      </w:r>
      <w:r>
        <w:tab/>
        <w:t>1.114e1</w:t>
      </w:r>
    </w:p>
    <w:p w:rsidR="007B2329" w:rsidRDefault="007B2329" w:rsidP="007B2329">
      <w:r>
        <w:t>402.7405</w:t>
      </w:r>
      <w:r>
        <w:tab/>
        <w:t>3.038e0</w:t>
      </w:r>
    </w:p>
    <w:p w:rsidR="007B2329" w:rsidRDefault="007B2329" w:rsidP="007B2329">
      <w:r>
        <w:t>402.7462</w:t>
      </w:r>
      <w:r>
        <w:tab/>
        <w:t>2.025e0</w:t>
      </w:r>
    </w:p>
    <w:p w:rsidR="007B2329" w:rsidRDefault="007B2329" w:rsidP="007B2329">
      <w:r>
        <w:t>402.7603</w:t>
      </w:r>
      <w:r>
        <w:tab/>
        <w:t>2.025e0</w:t>
      </w:r>
    </w:p>
    <w:p w:rsidR="007B2329" w:rsidRDefault="007B2329" w:rsidP="007B2329">
      <w:r>
        <w:t>402.7937</w:t>
      </w:r>
      <w:r>
        <w:tab/>
        <w:t>3.038e0</w:t>
      </w:r>
    </w:p>
    <w:p w:rsidR="007B2329" w:rsidRDefault="007B2329" w:rsidP="007B2329">
      <w:r>
        <w:t>402.8042</w:t>
      </w:r>
      <w:r>
        <w:tab/>
        <w:t>3.038e0</w:t>
      </w:r>
    </w:p>
    <w:p w:rsidR="007B2329" w:rsidRDefault="007B2329" w:rsidP="007B2329">
      <w:r>
        <w:t>402.8101</w:t>
      </w:r>
      <w:r>
        <w:tab/>
        <w:t>1.013e0</w:t>
      </w:r>
    </w:p>
    <w:p w:rsidR="007B2329" w:rsidRDefault="007B2329" w:rsidP="007B2329">
      <w:r>
        <w:t>402.8314</w:t>
      </w:r>
      <w:r>
        <w:tab/>
        <w:t>1.013e0</w:t>
      </w:r>
    </w:p>
    <w:p w:rsidR="007B2329" w:rsidRDefault="007B2329" w:rsidP="007B2329">
      <w:r>
        <w:t>402.8351</w:t>
      </w:r>
      <w:r>
        <w:tab/>
        <w:t>2.025e0</w:t>
      </w:r>
    </w:p>
    <w:p w:rsidR="007B2329" w:rsidRDefault="007B2329" w:rsidP="007B2329">
      <w:r>
        <w:t>402.8528</w:t>
      </w:r>
      <w:r>
        <w:tab/>
        <w:t>1.013e0</w:t>
      </w:r>
    </w:p>
    <w:p w:rsidR="007B2329" w:rsidRDefault="007B2329" w:rsidP="007B2329">
      <w:r>
        <w:t>402.8670</w:t>
      </w:r>
      <w:r>
        <w:tab/>
        <w:t>4.051e0</w:t>
      </w:r>
    </w:p>
    <w:p w:rsidR="007B2329" w:rsidRDefault="007B2329" w:rsidP="007B2329">
      <w:r>
        <w:t>402.8777</w:t>
      </w:r>
      <w:r>
        <w:tab/>
        <w:t>1.013e0</w:t>
      </w:r>
    </w:p>
    <w:p w:rsidR="007B2329" w:rsidRDefault="007B2329" w:rsidP="007B2329">
      <w:r>
        <w:t>402.8925</w:t>
      </w:r>
      <w:r>
        <w:tab/>
        <w:t>4.051e0</w:t>
      </w:r>
    </w:p>
    <w:p w:rsidR="007B2329" w:rsidRDefault="007B2329" w:rsidP="007B2329">
      <w:r>
        <w:t>402.9065</w:t>
      </w:r>
      <w:r>
        <w:tab/>
        <w:t>4.051e0</w:t>
      </w:r>
    </w:p>
    <w:p w:rsidR="007B2329" w:rsidRDefault="007B2329" w:rsidP="007B2329">
      <w:r>
        <w:t>402.9129</w:t>
      </w:r>
      <w:r>
        <w:tab/>
        <w:t>3.179e0</w:t>
      </w:r>
    </w:p>
    <w:p w:rsidR="007B2329" w:rsidRDefault="007B2329" w:rsidP="007B2329">
      <w:r>
        <w:lastRenderedPageBreak/>
        <w:t>402.9205</w:t>
      </w:r>
      <w:r>
        <w:tab/>
        <w:t>3.038e0</w:t>
      </w:r>
    </w:p>
    <w:p w:rsidR="007B2329" w:rsidRDefault="007B2329" w:rsidP="007B2329">
      <w:r>
        <w:t>402.9504</w:t>
      </w:r>
      <w:r>
        <w:tab/>
        <w:t>1.556e0</w:t>
      </w:r>
    </w:p>
    <w:p w:rsidR="007B2329" w:rsidRDefault="007B2329" w:rsidP="007B2329">
      <w:r>
        <w:t>402.9539</w:t>
      </w:r>
      <w:r>
        <w:tab/>
        <w:t>4.051e0</w:t>
      </w:r>
    </w:p>
    <w:p w:rsidR="007B2329" w:rsidRDefault="007B2329" w:rsidP="007B2329">
      <w:r>
        <w:t>402.9629</w:t>
      </w:r>
      <w:r>
        <w:tab/>
        <w:t>1.013e0</w:t>
      </w:r>
    </w:p>
    <w:p w:rsidR="007B2329" w:rsidRDefault="007B2329" w:rsidP="007B2329">
      <w:r>
        <w:t>402.9679</w:t>
      </w:r>
      <w:r>
        <w:tab/>
        <w:t>2.025e0</w:t>
      </w:r>
    </w:p>
    <w:p w:rsidR="007B2329" w:rsidRDefault="007B2329" w:rsidP="007B2329">
      <w:r>
        <w:t>402.9883</w:t>
      </w:r>
      <w:r>
        <w:tab/>
        <w:t>2.025e0</w:t>
      </w:r>
    </w:p>
    <w:p w:rsidR="007B2329" w:rsidRDefault="007B2329" w:rsidP="007B2329">
      <w:r>
        <w:t>402.9931</w:t>
      </w:r>
      <w:r>
        <w:tab/>
        <w:t>2.025e0</w:t>
      </w:r>
    </w:p>
    <w:p w:rsidR="007B2329" w:rsidRDefault="007B2329" w:rsidP="007B2329">
      <w:r>
        <w:t>402.9955</w:t>
      </w:r>
      <w:r>
        <w:tab/>
        <w:t>2.025e0</w:t>
      </w:r>
    </w:p>
    <w:p w:rsidR="007B2329" w:rsidRDefault="007B2329" w:rsidP="007B2329">
      <w:r>
        <w:t>403.0163</w:t>
      </w:r>
      <w:r>
        <w:tab/>
        <w:t>2.025e0</w:t>
      </w:r>
    </w:p>
    <w:p w:rsidR="007B2329" w:rsidRDefault="007B2329" w:rsidP="007B2329">
      <w:r>
        <w:t>403.0310</w:t>
      </w:r>
      <w:r>
        <w:tab/>
        <w:t>1.013e0</w:t>
      </w:r>
    </w:p>
    <w:p w:rsidR="007B2329" w:rsidRDefault="007B2329" w:rsidP="007B2329">
      <w:r>
        <w:t>403.0464</w:t>
      </w:r>
      <w:r>
        <w:tab/>
        <w:t>1.025e0</w:t>
      </w:r>
    </w:p>
    <w:p w:rsidR="007B2329" w:rsidRDefault="007B2329" w:rsidP="007B2329">
      <w:r>
        <w:t>403.0608</w:t>
      </w:r>
      <w:r>
        <w:tab/>
        <w:t>5.063e0</w:t>
      </w:r>
    </w:p>
    <w:p w:rsidR="007B2329" w:rsidRDefault="007B2329" w:rsidP="007B2329">
      <w:r>
        <w:t>403.1003</w:t>
      </w:r>
      <w:r>
        <w:tab/>
        <w:t>3.038e0</w:t>
      </w:r>
    </w:p>
    <w:p w:rsidR="007B2329" w:rsidRDefault="007B2329" w:rsidP="007B2329">
      <w:r>
        <w:t>403.1028</w:t>
      </w:r>
      <w:r>
        <w:tab/>
        <w:t>3.038e0</w:t>
      </w:r>
    </w:p>
    <w:p w:rsidR="007B2329" w:rsidRDefault="007B2329" w:rsidP="007B2329">
      <w:r>
        <w:t>403.1122</w:t>
      </w:r>
      <w:r>
        <w:tab/>
        <w:t>1.013e0</w:t>
      </w:r>
    </w:p>
    <w:p w:rsidR="007B2329" w:rsidRDefault="007B2329" w:rsidP="007B2329">
      <w:r>
        <w:t>403.1235</w:t>
      </w:r>
      <w:r>
        <w:tab/>
        <w:t>2.025e0</w:t>
      </w:r>
    </w:p>
    <w:p w:rsidR="007B2329" w:rsidRDefault="007B2329" w:rsidP="007B2329">
      <w:r>
        <w:t>403.1259</w:t>
      </w:r>
      <w:r>
        <w:tab/>
        <w:t>2.025e0</w:t>
      </w:r>
    </w:p>
    <w:p w:rsidR="007B2329" w:rsidRDefault="007B2329" w:rsidP="007B2329">
      <w:r>
        <w:t>403.1559</w:t>
      </w:r>
      <w:r>
        <w:tab/>
        <w:t>4.051e0</w:t>
      </w:r>
    </w:p>
    <w:p w:rsidR="007B2329" w:rsidRDefault="007B2329" w:rsidP="007B2329">
      <w:r>
        <w:t>403.1701</w:t>
      </w:r>
      <w:r>
        <w:tab/>
        <w:t>6.529e0</w:t>
      </w:r>
    </w:p>
    <w:p w:rsidR="007B2329" w:rsidRDefault="007B2329" w:rsidP="007B2329">
      <w:r>
        <w:lastRenderedPageBreak/>
        <w:t>403.1797</w:t>
      </w:r>
      <w:r>
        <w:tab/>
        <w:t>4.527e0</w:t>
      </w:r>
    </w:p>
    <w:p w:rsidR="007B2329" w:rsidRDefault="007B2329" w:rsidP="007B2329">
      <w:r>
        <w:t>403.2043</w:t>
      </w:r>
      <w:r>
        <w:tab/>
        <w:t>1.453e1</w:t>
      </w:r>
    </w:p>
    <w:p w:rsidR="007B2329" w:rsidRDefault="007B2329" w:rsidP="007B2329">
      <w:r>
        <w:t>403.2094</w:t>
      </w:r>
      <w:r>
        <w:tab/>
        <w:t>1.327e1</w:t>
      </w:r>
    </w:p>
    <w:p w:rsidR="007B2329" w:rsidRDefault="007B2329" w:rsidP="007B2329">
      <w:r>
        <w:t>403.2118</w:t>
      </w:r>
      <w:r>
        <w:tab/>
        <w:t>1.471e1</w:t>
      </w:r>
    </w:p>
    <w:p w:rsidR="007B2329" w:rsidRDefault="007B2329" w:rsidP="007B2329">
      <w:r>
        <w:t>403.2151</w:t>
      </w:r>
      <w:r>
        <w:tab/>
        <w:t>5.063e0</w:t>
      </w:r>
    </w:p>
    <w:p w:rsidR="007B2329" w:rsidRDefault="007B2329" w:rsidP="007B2329">
      <w:r>
        <w:t>403.2173</w:t>
      </w:r>
      <w:r>
        <w:tab/>
        <w:t>9.656e0</w:t>
      </w:r>
    </w:p>
    <w:p w:rsidR="007B2329" w:rsidRDefault="007B2329" w:rsidP="007B2329">
      <w:r>
        <w:t>403.2469</w:t>
      </w:r>
      <w:r>
        <w:tab/>
        <w:t>1.116e1</w:t>
      </w:r>
    </w:p>
    <w:p w:rsidR="007B2329" w:rsidRDefault="007B2329" w:rsidP="007B2329">
      <w:r>
        <w:t>403.2490</w:t>
      </w:r>
      <w:r>
        <w:tab/>
        <w:t>3.480e1</w:t>
      </w:r>
    </w:p>
    <w:p w:rsidR="007B2329" w:rsidRDefault="007B2329" w:rsidP="007B2329">
      <w:r>
        <w:t>403.2523</w:t>
      </w:r>
      <w:r>
        <w:tab/>
        <w:t>3.806e1</w:t>
      </w:r>
    </w:p>
    <w:p w:rsidR="007B2329" w:rsidRDefault="007B2329" w:rsidP="007B2329">
      <w:r>
        <w:t>403.2602</w:t>
      </w:r>
      <w:r>
        <w:tab/>
        <w:t>3.556e1</w:t>
      </w:r>
    </w:p>
    <w:p w:rsidR="007B2329" w:rsidRDefault="007B2329" w:rsidP="007B2329">
      <w:r>
        <w:t>403.2627</w:t>
      </w:r>
      <w:r>
        <w:tab/>
        <w:t>3.967e1</w:t>
      </w:r>
    </w:p>
    <w:p w:rsidR="007B2329" w:rsidRDefault="007B2329" w:rsidP="007B2329">
      <w:r>
        <w:t>403.2706</w:t>
      </w:r>
      <w:r>
        <w:tab/>
        <w:t>3.483e1</w:t>
      </w:r>
    </w:p>
    <w:p w:rsidR="007B2329" w:rsidRDefault="007B2329" w:rsidP="007B2329">
      <w:r>
        <w:t>403.2807</w:t>
      </w:r>
      <w:r>
        <w:tab/>
        <w:t>1.475e1</w:t>
      </w:r>
    </w:p>
    <w:p w:rsidR="007B2329" w:rsidRDefault="007B2329" w:rsidP="007B2329">
      <w:r>
        <w:t>403.3046</w:t>
      </w:r>
      <w:r>
        <w:tab/>
        <w:t>3.115e0</w:t>
      </w:r>
    </w:p>
    <w:p w:rsidR="007B2329" w:rsidRDefault="007B2329" w:rsidP="007B2329">
      <w:r>
        <w:t>403.3340</w:t>
      </w:r>
      <w:r>
        <w:tab/>
        <w:t>1.759e0</w:t>
      </w:r>
    </w:p>
    <w:p w:rsidR="007B2329" w:rsidRDefault="007B2329" w:rsidP="007B2329">
      <w:r>
        <w:t>403.3387</w:t>
      </w:r>
      <w:r>
        <w:tab/>
        <w:t>3.344e0</w:t>
      </w:r>
    </w:p>
    <w:p w:rsidR="007B2329" w:rsidRDefault="007B2329" w:rsidP="007B2329">
      <w:r>
        <w:t>403.3431</w:t>
      </w:r>
      <w:r>
        <w:tab/>
        <w:t>2.025e0</w:t>
      </w:r>
    </w:p>
    <w:p w:rsidR="007B2329" w:rsidRDefault="007B2329" w:rsidP="007B2329">
      <w:r>
        <w:t>403.3444</w:t>
      </w:r>
      <w:r>
        <w:tab/>
        <w:t>1.650e0</w:t>
      </w:r>
    </w:p>
    <w:p w:rsidR="007B2329" w:rsidRDefault="007B2329" w:rsidP="007B2329">
      <w:r>
        <w:t>403.3514</w:t>
      </w:r>
      <w:r>
        <w:tab/>
        <w:t>3.038e0</w:t>
      </w:r>
    </w:p>
    <w:p w:rsidR="007B2329" w:rsidRDefault="007B2329" w:rsidP="007B2329">
      <w:r>
        <w:lastRenderedPageBreak/>
        <w:t>403.4013</w:t>
      </w:r>
      <w:r>
        <w:tab/>
        <w:t>1.013e0</w:t>
      </w:r>
    </w:p>
    <w:p w:rsidR="007B2329" w:rsidRDefault="007B2329" w:rsidP="007B2329">
      <w:r>
        <w:t>403.4051</w:t>
      </w:r>
      <w:r>
        <w:tab/>
        <w:t>2.758e0</w:t>
      </w:r>
    </w:p>
    <w:p w:rsidR="007B2329" w:rsidRDefault="007B2329" w:rsidP="007B2329">
      <w:r>
        <w:t>403.4154</w:t>
      </w:r>
      <w:r>
        <w:tab/>
        <w:t>3.038e0</w:t>
      </w:r>
    </w:p>
    <w:p w:rsidR="007B2329" w:rsidRDefault="007B2329" w:rsidP="007B2329">
      <w:r>
        <w:t>403.4276</w:t>
      </w:r>
      <w:r>
        <w:tab/>
        <w:t>3.038e0</w:t>
      </w:r>
    </w:p>
    <w:p w:rsidR="007B2329" w:rsidRDefault="007B2329" w:rsidP="007B2329">
      <w:r>
        <w:t>403.4304</w:t>
      </w:r>
      <w:r>
        <w:tab/>
        <w:t>2.025e0</w:t>
      </w:r>
    </w:p>
    <w:p w:rsidR="007B2329" w:rsidRDefault="007B2329" w:rsidP="007B2329">
      <w:r>
        <w:t>403.4462</w:t>
      </w:r>
      <w:r>
        <w:tab/>
        <w:t>3.038e0</w:t>
      </w:r>
    </w:p>
    <w:p w:rsidR="007B2329" w:rsidRDefault="007B2329" w:rsidP="007B2329">
      <w:r>
        <w:t>403.4655</w:t>
      </w:r>
      <w:r>
        <w:tab/>
        <w:t>2.025e0</w:t>
      </w:r>
    </w:p>
    <w:p w:rsidR="007B2329" w:rsidRDefault="007B2329" w:rsidP="007B2329">
      <w:r>
        <w:t>403.4725</w:t>
      </w:r>
      <w:r>
        <w:tab/>
        <w:t>2.025e0</w:t>
      </w:r>
    </w:p>
    <w:p w:rsidR="007B2329" w:rsidRDefault="007B2329" w:rsidP="007B2329">
      <w:r>
        <w:t>403.4749</w:t>
      </w:r>
      <w:r>
        <w:tab/>
        <w:t>1.013e0</w:t>
      </w:r>
    </w:p>
    <w:p w:rsidR="007B2329" w:rsidRDefault="007B2329" w:rsidP="007B2329">
      <w:r>
        <w:t>403.4798</w:t>
      </w:r>
      <w:r>
        <w:tab/>
        <w:t>1.013e0</w:t>
      </w:r>
    </w:p>
    <w:p w:rsidR="007B2329" w:rsidRDefault="007B2329" w:rsidP="007B2329">
      <w:r>
        <w:t>403.4923</w:t>
      </w:r>
      <w:r>
        <w:tab/>
        <w:t>2.025e0</w:t>
      </w:r>
    </w:p>
    <w:p w:rsidR="007B2329" w:rsidRDefault="007B2329" w:rsidP="007B2329">
      <w:r>
        <w:t>403.5032</w:t>
      </w:r>
      <w:r>
        <w:tab/>
        <w:t>2.025e0</w:t>
      </w:r>
    </w:p>
    <w:p w:rsidR="007B2329" w:rsidRDefault="007B2329" w:rsidP="007B2329">
      <w:r>
        <w:t>403.5140</w:t>
      </w:r>
      <w:r>
        <w:tab/>
        <w:t>4.051e0</w:t>
      </w:r>
    </w:p>
    <w:p w:rsidR="007B2329" w:rsidRDefault="007B2329" w:rsidP="007B2329">
      <w:r>
        <w:t>403.5321</w:t>
      </w:r>
      <w:r>
        <w:tab/>
        <w:t>5.063e0</w:t>
      </w:r>
    </w:p>
    <w:p w:rsidR="007B2329" w:rsidRDefault="007B2329" w:rsidP="007B2329">
      <w:r>
        <w:t>403.5350</w:t>
      </w:r>
      <w:r>
        <w:tab/>
        <w:t>2.025e0</w:t>
      </w:r>
    </w:p>
    <w:p w:rsidR="007B2329" w:rsidRDefault="007B2329" w:rsidP="007B2329">
      <w:r>
        <w:t>403.5474</w:t>
      </w:r>
      <w:r>
        <w:tab/>
        <w:t>4.051e0</w:t>
      </w:r>
    </w:p>
    <w:p w:rsidR="007B2329" w:rsidRDefault="007B2329" w:rsidP="007B2329">
      <w:r>
        <w:t>403.5510</w:t>
      </w:r>
      <w:r>
        <w:tab/>
        <w:t>1.013e0</w:t>
      </w:r>
    </w:p>
    <w:p w:rsidR="007B2329" w:rsidRDefault="007B2329" w:rsidP="007B2329">
      <w:r>
        <w:t>403.5553</w:t>
      </w:r>
      <w:r>
        <w:tab/>
        <w:t>3.038e0</w:t>
      </w:r>
    </w:p>
    <w:p w:rsidR="007B2329" w:rsidRDefault="007B2329" w:rsidP="007B2329">
      <w:r>
        <w:t>403.5656</w:t>
      </w:r>
      <w:r>
        <w:tab/>
        <w:t>2.025e0</w:t>
      </w:r>
    </w:p>
    <w:p w:rsidR="007B2329" w:rsidRDefault="007B2329" w:rsidP="007B2329">
      <w:r>
        <w:lastRenderedPageBreak/>
        <w:t>403.5794</w:t>
      </w:r>
      <w:r>
        <w:tab/>
        <w:t>2.025e0</w:t>
      </w:r>
    </w:p>
    <w:p w:rsidR="007B2329" w:rsidRDefault="007B2329" w:rsidP="007B2329">
      <w:r>
        <w:t>403.6136</w:t>
      </w:r>
      <w:r>
        <w:tab/>
        <w:t>2.025e0</w:t>
      </w:r>
    </w:p>
    <w:p w:rsidR="007B2329" w:rsidRDefault="007B2329" w:rsidP="007B2329">
      <w:r>
        <w:t>403.6204</w:t>
      </w:r>
      <w:r>
        <w:tab/>
        <w:t>1.013e0</w:t>
      </w:r>
    </w:p>
    <w:p w:rsidR="007B2329" w:rsidRDefault="007B2329" w:rsidP="007B2329">
      <w:r>
        <w:t>403.6310</w:t>
      </w:r>
      <w:r>
        <w:tab/>
        <w:t>2.025e0</w:t>
      </w:r>
    </w:p>
    <w:p w:rsidR="007B2329" w:rsidRDefault="007B2329" w:rsidP="007B2329">
      <w:r>
        <w:t>403.6366</w:t>
      </w:r>
      <w:r>
        <w:tab/>
        <w:t>2.025e0</w:t>
      </w:r>
    </w:p>
    <w:p w:rsidR="007B2329" w:rsidRDefault="007B2329" w:rsidP="007B2329">
      <w:r>
        <w:t>403.6416</w:t>
      </w:r>
      <w:r>
        <w:tab/>
        <w:t>2.025e0</w:t>
      </w:r>
    </w:p>
    <w:p w:rsidR="007B2329" w:rsidRDefault="007B2329" w:rsidP="007B2329">
      <w:r>
        <w:t>403.6507</w:t>
      </w:r>
      <w:r>
        <w:tab/>
        <w:t>1.013e0</w:t>
      </w:r>
    </w:p>
    <w:p w:rsidR="007B2329" w:rsidRDefault="007B2329" w:rsidP="007B2329">
      <w:r>
        <w:t>403.6916</w:t>
      </w:r>
      <w:r>
        <w:tab/>
        <w:t>2.025e0</w:t>
      </w:r>
    </w:p>
    <w:p w:rsidR="007B2329" w:rsidRDefault="007B2329" w:rsidP="007B2329">
      <w:r>
        <w:t>403.6936</w:t>
      </w:r>
      <w:r>
        <w:tab/>
        <w:t>1.013e0</w:t>
      </w:r>
    </w:p>
    <w:p w:rsidR="007B2329" w:rsidRDefault="007B2329" w:rsidP="007B2329">
      <w:r>
        <w:t>403.7004</w:t>
      </w:r>
      <w:r>
        <w:tab/>
        <w:t>3.038e0</w:t>
      </w:r>
    </w:p>
    <w:p w:rsidR="007B2329" w:rsidRDefault="007B2329" w:rsidP="007B2329">
      <w:r>
        <w:t>403.7033</w:t>
      </w:r>
      <w:r>
        <w:tab/>
        <w:t>2.025e0</w:t>
      </w:r>
    </w:p>
    <w:p w:rsidR="007B2329" w:rsidRDefault="007B2329" w:rsidP="007B2329">
      <w:r>
        <w:t>403.7057</w:t>
      </w:r>
      <w:r>
        <w:tab/>
        <w:t>1.013e0</w:t>
      </w:r>
    </w:p>
    <w:p w:rsidR="007B2329" w:rsidRDefault="007B2329" w:rsidP="007B2329">
      <w:r>
        <w:t>403.7071</w:t>
      </w:r>
      <w:r>
        <w:tab/>
        <w:t>3.038e0</w:t>
      </w:r>
    </w:p>
    <w:p w:rsidR="007B2329" w:rsidRDefault="007B2329" w:rsidP="007B2329">
      <w:r>
        <w:t>403.7309</w:t>
      </w:r>
      <w:r>
        <w:tab/>
        <w:t>1.013e0</w:t>
      </w:r>
    </w:p>
    <w:p w:rsidR="007B2329" w:rsidRDefault="007B2329" w:rsidP="007B2329">
      <w:r>
        <w:t>403.7522</w:t>
      </w:r>
      <w:r>
        <w:tab/>
        <w:t>1.013e0</w:t>
      </w:r>
    </w:p>
    <w:p w:rsidR="007B2329" w:rsidRDefault="007B2329" w:rsidP="007B2329">
      <w:r>
        <w:t>403.7542</w:t>
      </w:r>
      <w:r>
        <w:tab/>
        <w:t>2.025e0</w:t>
      </w:r>
    </w:p>
    <w:p w:rsidR="007B2329" w:rsidRDefault="007B2329" w:rsidP="007B2329">
      <w:r>
        <w:t>403.7929</w:t>
      </w:r>
      <w:r>
        <w:tab/>
        <w:t>2.025e0</w:t>
      </w:r>
    </w:p>
    <w:p w:rsidR="007B2329" w:rsidRDefault="007B2329" w:rsidP="007B2329">
      <w:r>
        <w:t>403.8005</w:t>
      </w:r>
      <w:r>
        <w:tab/>
        <w:t>1.013e0</w:t>
      </w:r>
    </w:p>
    <w:p w:rsidR="007B2329" w:rsidRDefault="007B2329" w:rsidP="007B2329">
      <w:r>
        <w:t>403.8076</w:t>
      </w:r>
      <w:r>
        <w:tab/>
        <w:t>1.013e0</w:t>
      </w:r>
    </w:p>
    <w:p w:rsidR="007B2329" w:rsidRDefault="007B2329" w:rsidP="007B2329">
      <w:r>
        <w:lastRenderedPageBreak/>
        <w:t>403.8124</w:t>
      </w:r>
      <w:r>
        <w:tab/>
        <w:t>1.013e0</w:t>
      </w:r>
    </w:p>
    <w:p w:rsidR="007B2329" w:rsidRDefault="007B2329" w:rsidP="007B2329">
      <w:r>
        <w:t>403.8268</w:t>
      </w:r>
      <w:r>
        <w:tab/>
        <w:t>2.025e0</w:t>
      </w:r>
    </w:p>
    <w:p w:rsidR="007B2329" w:rsidRDefault="007B2329" w:rsidP="007B2329">
      <w:r>
        <w:t>403.8542</w:t>
      </w:r>
      <w:r>
        <w:tab/>
        <w:t>4.051e0</w:t>
      </w:r>
    </w:p>
    <w:p w:rsidR="007B2329" w:rsidRDefault="007B2329" w:rsidP="007B2329">
      <w:r>
        <w:t>403.8570</w:t>
      </w:r>
      <w:r>
        <w:tab/>
        <w:t>2.025e0</w:t>
      </w:r>
    </w:p>
    <w:p w:rsidR="007B2329" w:rsidRDefault="007B2329" w:rsidP="007B2329">
      <w:r>
        <w:t>403.8589</w:t>
      </w:r>
      <w:r>
        <w:tab/>
        <w:t>1.013e0</w:t>
      </w:r>
    </w:p>
    <w:p w:rsidR="007B2329" w:rsidRDefault="007B2329" w:rsidP="007B2329">
      <w:r>
        <w:t>403.8648</w:t>
      </w:r>
      <w:r>
        <w:tab/>
        <w:t>1.013e0</w:t>
      </w:r>
    </w:p>
    <w:p w:rsidR="007B2329" w:rsidRDefault="007B2329" w:rsidP="007B2329">
      <w:r>
        <w:t>403.8676</w:t>
      </w:r>
      <w:r>
        <w:tab/>
        <w:t>2.025e0</w:t>
      </w:r>
    </w:p>
    <w:p w:rsidR="007B2329" w:rsidRDefault="007B2329" w:rsidP="007B2329">
      <w:r>
        <w:t>403.8755</w:t>
      </w:r>
      <w:r>
        <w:tab/>
        <w:t>2.025e0</w:t>
      </w:r>
    </w:p>
    <w:p w:rsidR="007B2329" w:rsidRDefault="007B2329" w:rsidP="007B2329">
      <w:r>
        <w:t>403.9029</w:t>
      </w:r>
      <w:r>
        <w:tab/>
        <w:t>5.825e0</w:t>
      </w:r>
    </w:p>
    <w:p w:rsidR="007B2329" w:rsidRDefault="007B2329" w:rsidP="007B2329">
      <w:r>
        <w:t>403.9147</w:t>
      </w:r>
      <w:r>
        <w:tab/>
        <w:t>1.013e0</w:t>
      </w:r>
    </w:p>
    <w:p w:rsidR="007B2329" w:rsidRDefault="007B2329" w:rsidP="007B2329">
      <w:r>
        <w:t>403.9209</w:t>
      </w:r>
      <w:r>
        <w:tab/>
        <w:t>2.454e0</w:t>
      </w:r>
    </w:p>
    <w:p w:rsidR="007B2329" w:rsidRDefault="007B2329" w:rsidP="007B2329">
      <w:r>
        <w:t>403.9269</w:t>
      </w:r>
      <w:r>
        <w:tab/>
        <w:t>1.038e0</w:t>
      </w:r>
    </w:p>
    <w:p w:rsidR="007B2329" w:rsidRDefault="007B2329" w:rsidP="007B2329">
      <w:r>
        <w:t>403.9531</w:t>
      </w:r>
      <w:r>
        <w:tab/>
        <w:t>2.025e0</w:t>
      </w:r>
    </w:p>
    <w:p w:rsidR="007B2329" w:rsidRDefault="007B2329" w:rsidP="007B2329">
      <w:r>
        <w:t>403.9611</w:t>
      </w:r>
      <w:r>
        <w:tab/>
        <w:t>3.038e0</w:t>
      </w:r>
    </w:p>
    <w:p w:rsidR="007B2329" w:rsidRDefault="007B2329" w:rsidP="007B2329">
      <w:r>
        <w:t>403.9636</w:t>
      </w:r>
      <w:r>
        <w:tab/>
        <w:t>2.025e0</w:t>
      </w:r>
    </w:p>
    <w:p w:rsidR="007B2329" w:rsidRDefault="007B2329" w:rsidP="007B2329">
      <w:r>
        <w:t>403.9937</w:t>
      </w:r>
      <w:r>
        <w:tab/>
        <w:t>4.051e0</w:t>
      </w:r>
    </w:p>
    <w:p w:rsidR="007B2329" w:rsidRDefault="007B2329" w:rsidP="007B2329">
      <w:r>
        <w:t>404.0025</w:t>
      </w:r>
      <w:r>
        <w:tab/>
        <w:t>1.025e0</w:t>
      </w:r>
    </w:p>
    <w:p w:rsidR="007B2329" w:rsidRDefault="007B2329" w:rsidP="007B2329">
      <w:r>
        <w:t>404.0530</w:t>
      </w:r>
      <w:r>
        <w:tab/>
        <w:t>2.025e0</w:t>
      </w:r>
    </w:p>
    <w:p w:rsidR="007B2329" w:rsidRDefault="007B2329" w:rsidP="007B2329">
      <w:r>
        <w:t>404.0561</w:t>
      </w:r>
      <w:r>
        <w:tab/>
        <w:t>2.025e0</w:t>
      </w:r>
    </w:p>
    <w:p w:rsidR="007B2329" w:rsidRDefault="007B2329" w:rsidP="007B2329">
      <w:r>
        <w:lastRenderedPageBreak/>
        <w:t>404.0574</w:t>
      </w:r>
      <w:r>
        <w:tab/>
        <w:t>1.013e0</w:t>
      </w:r>
    </w:p>
    <w:p w:rsidR="007B2329" w:rsidRDefault="007B2329" w:rsidP="007B2329">
      <w:r>
        <w:t>404.0720</w:t>
      </w:r>
      <w:r>
        <w:tab/>
        <w:t>1.013e0</w:t>
      </w:r>
    </w:p>
    <w:p w:rsidR="007B2329" w:rsidRDefault="007B2329" w:rsidP="007B2329">
      <w:r>
        <w:t>404.0813</w:t>
      </w:r>
      <w:r>
        <w:tab/>
        <w:t>2.197e0</w:t>
      </w:r>
    </w:p>
    <w:p w:rsidR="007B2329" w:rsidRDefault="007B2329" w:rsidP="007B2329">
      <w:r>
        <w:t>404.0895</w:t>
      </w:r>
      <w:r>
        <w:tab/>
        <w:t>3.038e0</w:t>
      </w:r>
    </w:p>
    <w:p w:rsidR="007B2329" w:rsidRDefault="007B2329" w:rsidP="007B2329">
      <w:r>
        <w:t>404.1031</w:t>
      </w:r>
      <w:r>
        <w:tab/>
        <w:t>2.532e-2</w:t>
      </w:r>
    </w:p>
    <w:p w:rsidR="007B2329" w:rsidRDefault="007B2329" w:rsidP="007B2329">
      <w:r>
        <w:t>404.1218</w:t>
      </w:r>
      <w:r>
        <w:tab/>
        <w:t>3.037e0</w:t>
      </w:r>
    </w:p>
    <w:p w:rsidR="007B2329" w:rsidRDefault="007B2329" w:rsidP="007B2329">
      <w:r>
        <w:t>404.1324</w:t>
      </w:r>
      <w:r>
        <w:tab/>
        <w:t>2.025e0</w:t>
      </w:r>
    </w:p>
    <w:p w:rsidR="007B2329" w:rsidRDefault="007B2329" w:rsidP="007B2329">
      <w:r>
        <w:t>404.1384</w:t>
      </w:r>
      <w:r>
        <w:tab/>
        <w:t>2.025e0</w:t>
      </w:r>
    </w:p>
    <w:p w:rsidR="007B2329" w:rsidRDefault="007B2329" w:rsidP="007B2329">
      <w:r>
        <w:t>404.1402</w:t>
      </w:r>
      <w:r>
        <w:tab/>
        <w:t>3.038e0</w:t>
      </w:r>
    </w:p>
    <w:p w:rsidR="007B2329" w:rsidRDefault="007B2329" w:rsidP="007B2329">
      <w:r>
        <w:t>404.1650</w:t>
      </w:r>
      <w:r>
        <w:tab/>
        <w:t>2.532e0</w:t>
      </w:r>
    </w:p>
    <w:p w:rsidR="007B2329" w:rsidRDefault="007B2329" w:rsidP="007B2329">
      <w:r>
        <w:t>404.1697</w:t>
      </w:r>
      <w:r>
        <w:tab/>
        <w:t>3.400e0</w:t>
      </w:r>
    </w:p>
    <w:p w:rsidR="007B2329" w:rsidRDefault="007B2329" w:rsidP="007B2329">
      <w:r>
        <w:t>404.1753</w:t>
      </w:r>
      <w:r>
        <w:tab/>
        <w:t>1.013e0</w:t>
      </w:r>
    </w:p>
    <w:p w:rsidR="007B2329" w:rsidRDefault="007B2329" w:rsidP="007B2329">
      <w:r>
        <w:t>404.2079</w:t>
      </w:r>
      <w:r>
        <w:tab/>
        <w:t>1.232e0</w:t>
      </w:r>
    </w:p>
    <w:p w:rsidR="007B2329" w:rsidRDefault="007B2329" w:rsidP="007B2329">
      <w:r>
        <w:t>404.2106</w:t>
      </w:r>
      <w:r>
        <w:tab/>
        <w:t>7.921e0</w:t>
      </w:r>
    </w:p>
    <w:p w:rsidR="007B2329" w:rsidRDefault="007B2329" w:rsidP="007B2329">
      <w:r>
        <w:t>404.2179</w:t>
      </w:r>
      <w:r>
        <w:tab/>
        <w:t>2.698e0</w:t>
      </w:r>
    </w:p>
    <w:p w:rsidR="007B2329" w:rsidRDefault="007B2329" w:rsidP="007B2329">
      <w:r>
        <w:t>404.2195</w:t>
      </w:r>
      <w:r>
        <w:tab/>
        <w:t>3.156e0</w:t>
      </w:r>
    </w:p>
    <w:p w:rsidR="007B2329" w:rsidRDefault="007B2329" w:rsidP="007B2329">
      <w:r>
        <w:t>404.2215</w:t>
      </w:r>
      <w:r>
        <w:tab/>
        <w:t>2.356e0</w:t>
      </w:r>
    </w:p>
    <w:p w:rsidR="007B2329" w:rsidRDefault="007B2329" w:rsidP="007B2329">
      <w:r>
        <w:t>404.2262</w:t>
      </w:r>
      <w:r>
        <w:tab/>
        <w:t>3.832e0</w:t>
      </w:r>
    </w:p>
    <w:p w:rsidR="007B2329" w:rsidRDefault="007B2329" w:rsidP="007B2329">
      <w:r>
        <w:t>404.2499</w:t>
      </w:r>
      <w:r>
        <w:tab/>
        <w:t>2.025e0</w:t>
      </w:r>
    </w:p>
    <w:p w:rsidR="007B2329" w:rsidRDefault="007B2329" w:rsidP="007B2329">
      <w:r>
        <w:lastRenderedPageBreak/>
        <w:t>404.2539</w:t>
      </w:r>
      <w:r>
        <w:tab/>
        <w:t>1.182e0</w:t>
      </w:r>
    </w:p>
    <w:p w:rsidR="007B2329" w:rsidRDefault="007B2329" w:rsidP="007B2329">
      <w:r>
        <w:t>404.2738</w:t>
      </w:r>
      <w:r>
        <w:tab/>
        <w:t>1.799e0</w:t>
      </w:r>
    </w:p>
    <w:p w:rsidR="007B2329" w:rsidRDefault="007B2329" w:rsidP="007B2329">
      <w:r>
        <w:t>404.2773</w:t>
      </w:r>
      <w:r>
        <w:tab/>
        <w:t>3.498e0</w:t>
      </w:r>
    </w:p>
    <w:p w:rsidR="007B2329" w:rsidRDefault="007B2329" w:rsidP="007B2329">
      <w:r>
        <w:t>404.2866</w:t>
      </w:r>
      <w:r>
        <w:tab/>
        <w:t>1.653e0</w:t>
      </w:r>
    </w:p>
    <w:p w:rsidR="007B2329" w:rsidRDefault="007B2329" w:rsidP="007B2329">
      <w:r>
        <w:t>404.2912</w:t>
      </w:r>
      <w:r>
        <w:tab/>
        <w:t>1.074e0</w:t>
      </w:r>
    </w:p>
    <w:p w:rsidR="007B2329" w:rsidRDefault="007B2329" w:rsidP="007B2329">
      <w:r>
        <w:t>404.3003</w:t>
      </w:r>
      <w:r>
        <w:tab/>
        <w:t>3.108e0</w:t>
      </w:r>
    </w:p>
    <w:p w:rsidR="007B2329" w:rsidRDefault="007B2329" w:rsidP="007B2329">
      <w:r>
        <w:t>404.3033</w:t>
      </w:r>
      <w:r>
        <w:tab/>
        <w:t>1.013e0</w:t>
      </w:r>
    </w:p>
    <w:p w:rsidR="007B2329" w:rsidRDefault="007B2329" w:rsidP="007B2329">
      <w:r>
        <w:t>404.3192</w:t>
      </w:r>
      <w:r>
        <w:tab/>
        <w:t>2.485e0</w:t>
      </w:r>
    </w:p>
    <w:p w:rsidR="007B2329" w:rsidRDefault="007B2329" w:rsidP="007B2329">
      <w:r>
        <w:t>404.3432</w:t>
      </w:r>
      <w:r>
        <w:tab/>
        <w:t>4.576e0</w:t>
      </w:r>
    </w:p>
    <w:p w:rsidR="007B2329" w:rsidRDefault="007B2329" w:rsidP="007B2329">
      <w:r>
        <w:t>404.3644</w:t>
      </w:r>
      <w:r>
        <w:tab/>
        <w:t>3.038e0</w:t>
      </w:r>
    </w:p>
    <w:p w:rsidR="007B2329" w:rsidRDefault="007B2329" w:rsidP="007B2329">
      <w:r>
        <w:t>404.3671</w:t>
      </w:r>
      <w:r>
        <w:tab/>
        <w:t>2.025e0</w:t>
      </w:r>
    </w:p>
    <w:p w:rsidR="007B2329" w:rsidRDefault="007B2329" w:rsidP="007B2329">
      <w:r>
        <w:t>404.3885</w:t>
      </w:r>
      <w:r>
        <w:tab/>
        <w:t>1.013e0</w:t>
      </w:r>
    </w:p>
    <w:p w:rsidR="007B2329" w:rsidRDefault="007B2329" w:rsidP="007B2329">
      <w:r>
        <w:t>404.4061</w:t>
      </w:r>
      <w:r>
        <w:tab/>
        <w:t>1.013e0</w:t>
      </w:r>
    </w:p>
    <w:p w:rsidR="007B2329" w:rsidRDefault="007B2329" w:rsidP="007B2329">
      <w:r>
        <w:t>404.4321</w:t>
      </w:r>
      <w:r>
        <w:tab/>
        <w:t>6.076e0</w:t>
      </w:r>
    </w:p>
    <w:p w:rsidR="007B2329" w:rsidRDefault="007B2329" w:rsidP="007B2329">
      <w:r>
        <w:t>404.4358</w:t>
      </w:r>
      <w:r>
        <w:tab/>
        <w:t>1.013e0</w:t>
      </w:r>
    </w:p>
    <w:p w:rsidR="007B2329" w:rsidRDefault="007B2329" w:rsidP="007B2329">
      <w:r>
        <w:t>404.4453</w:t>
      </w:r>
      <w:r>
        <w:tab/>
        <w:t>2.025e0</w:t>
      </w:r>
    </w:p>
    <w:p w:rsidR="007B2329" w:rsidRDefault="007B2329" w:rsidP="007B2329">
      <w:r>
        <w:t>404.4535</w:t>
      </w:r>
      <w:r>
        <w:tab/>
        <w:t>2.025e0</w:t>
      </w:r>
    </w:p>
    <w:p w:rsidR="007B2329" w:rsidRDefault="007B2329" w:rsidP="007B2329">
      <w:r>
        <w:t>404.4666</w:t>
      </w:r>
      <w:r>
        <w:tab/>
        <w:t>3.038e0</w:t>
      </w:r>
    </w:p>
    <w:p w:rsidR="007B2329" w:rsidRDefault="007B2329" w:rsidP="007B2329">
      <w:r>
        <w:t>404.4859</w:t>
      </w:r>
      <w:r>
        <w:tab/>
        <w:t>2.025e0</w:t>
      </w:r>
    </w:p>
    <w:p w:rsidR="007B2329" w:rsidRDefault="007B2329" w:rsidP="007B2329">
      <w:r>
        <w:lastRenderedPageBreak/>
        <w:t>404.4876</w:t>
      </w:r>
      <w:r>
        <w:tab/>
        <w:t>5.063e0</w:t>
      </w:r>
    </w:p>
    <w:p w:rsidR="007B2329" w:rsidRDefault="007B2329" w:rsidP="007B2329">
      <w:r>
        <w:t>404.4902</w:t>
      </w:r>
      <w:r>
        <w:tab/>
        <w:t>9.761e0</w:t>
      </w:r>
    </w:p>
    <w:p w:rsidR="007B2329" w:rsidRDefault="007B2329" w:rsidP="007B2329">
      <w:r>
        <w:t>404.4914</w:t>
      </w:r>
      <w:r>
        <w:tab/>
        <w:t>2.025e0</w:t>
      </w:r>
    </w:p>
    <w:p w:rsidR="007B2329" w:rsidRDefault="007B2329" w:rsidP="007B2329">
      <w:r>
        <w:t>404.5126</w:t>
      </w:r>
      <w:r>
        <w:tab/>
        <w:t>2.025e0</w:t>
      </w:r>
    </w:p>
    <w:p w:rsidR="007B2329" w:rsidRDefault="007B2329" w:rsidP="007B2329">
      <w:r>
        <w:t>404.5210</w:t>
      </w:r>
      <w:r>
        <w:tab/>
        <w:t>4.051e0</w:t>
      </w:r>
    </w:p>
    <w:p w:rsidR="007B2329" w:rsidRDefault="007B2329" w:rsidP="007B2329">
      <w:r>
        <w:t>404.5286</w:t>
      </w:r>
      <w:r>
        <w:tab/>
        <w:t>1.013e0</w:t>
      </w:r>
    </w:p>
    <w:p w:rsidR="007B2329" w:rsidRDefault="007B2329" w:rsidP="007B2329">
      <w:r>
        <w:t>404.5593</w:t>
      </w:r>
      <w:r>
        <w:tab/>
        <w:t>1.013e0</w:t>
      </w:r>
    </w:p>
    <w:p w:rsidR="007B2329" w:rsidRDefault="007B2329" w:rsidP="007B2329">
      <w:r>
        <w:t>404.5663</w:t>
      </w:r>
      <w:r>
        <w:tab/>
        <w:t>2.701e0</w:t>
      </w:r>
    </w:p>
    <w:p w:rsidR="007B2329" w:rsidRDefault="007B2329" w:rsidP="007B2329">
      <w:r>
        <w:t>404.5699</w:t>
      </w:r>
      <w:r>
        <w:tab/>
        <w:t>2.025e0</w:t>
      </w:r>
    </w:p>
    <w:p w:rsidR="007B2329" w:rsidRDefault="007B2329" w:rsidP="007B2329">
      <w:r>
        <w:t>404.5735</w:t>
      </w:r>
      <w:r>
        <w:tab/>
        <w:t>2.025e0</w:t>
      </w:r>
    </w:p>
    <w:p w:rsidR="007B2329" w:rsidRDefault="007B2329" w:rsidP="007B2329">
      <w:r>
        <w:t>404.5776</w:t>
      </w:r>
      <w:r>
        <w:tab/>
        <w:t>3.038e0</w:t>
      </w:r>
    </w:p>
    <w:p w:rsidR="007B2329" w:rsidRDefault="007B2329" w:rsidP="007B2329">
      <w:r>
        <w:t>404.5876</w:t>
      </w:r>
      <w:r>
        <w:tab/>
        <w:t>5.410e0</w:t>
      </w:r>
    </w:p>
    <w:p w:rsidR="007B2329" w:rsidRDefault="007B2329" w:rsidP="007B2329">
      <w:r>
        <w:t>404.6021</w:t>
      </w:r>
      <w:r>
        <w:tab/>
        <w:t>1.013e0</w:t>
      </w:r>
    </w:p>
    <w:p w:rsidR="007B2329" w:rsidRDefault="007B2329" w:rsidP="007B2329">
      <w:r>
        <w:t>404.6091</w:t>
      </w:r>
      <w:r>
        <w:tab/>
        <w:t>4.768e0</w:t>
      </w:r>
    </w:p>
    <w:p w:rsidR="007B2329" w:rsidRDefault="007B2329" w:rsidP="007B2329">
      <w:r>
        <w:t>404.6233</w:t>
      </w:r>
      <w:r>
        <w:tab/>
        <w:t>2.025e0</w:t>
      </w:r>
    </w:p>
    <w:p w:rsidR="007B2329" w:rsidRDefault="007B2329" w:rsidP="007B2329">
      <w:r>
        <w:t>404.6363</w:t>
      </w:r>
      <w:r>
        <w:tab/>
        <w:t>4.051e0</w:t>
      </w:r>
    </w:p>
    <w:p w:rsidR="007B2329" w:rsidRDefault="007B2329" w:rsidP="007B2329">
      <w:r>
        <w:t>404.6394</w:t>
      </w:r>
      <w:r>
        <w:tab/>
        <w:t>2.025e0</w:t>
      </w:r>
    </w:p>
    <w:p w:rsidR="007B2329" w:rsidRDefault="007B2329" w:rsidP="007B2329">
      <w:r>
        <w:t>404.6520</w:t>
      </w:r>
      <w:r>
        <w:tab/>
        <w:t>3.038e0</w:t>
      </w:r>
    </w:p>
    <w:p w:rsidR="007B2329" w:rsidRDefault="007B2329" w:rsidP="007B2329">
      <w:r>
        <w:t>404.6621</w:t>
      </w:r>
      <w:r>
        <w:tab/>
        <w:t>1.013e0</w:t>
      </w:r>
    </w:p>
    <w:p w:rsidR="007B2329" w:rsidRDefault="007B2329" w:rsidP="007B2329">
      <w:r>
        <w:lastRenderedPageBreak/>
        <w:t>404.6731</w:t>
      </w:r>
      <w:r>
        <w:tab/>
        <w:t>8.101e0</w:t>
      </w:r>
    </w:p>
    <w:p w:rsidR="007B2329" w:rsidRDefault="007B2329" w:rsidP="007B2329">
      <w:r>
        <w:t>404.6944</w:t>
      </w:r>
      <w:r>
        <w:tab/>
        <w:t>3.038e0</w:t>
      </w:r>
    </w:p>
    <w:p w:rsidR="007B2329" w:rsidRDefault="007B2329" w:rsidP="007B2329">
      <w:r>
        <w:t>404.7024</w:t>
      </w:r>
      <w:r>
        <w:tab/>
        <w:t>6.076e0</w:t>
      </w:r>
    </w:p>
    <w:p w:rsidR="007B2329" w:rsidRDefault="007B2329" w:rsidP="007B2329">
      <w:r>
        <w:t>404.7154</w:t>
      </w:r>
      <w:r>
        <w:tab/>
        <w:t>2.025e0</w:t>
      </w:r>
    </w:p>
    <w:p w:rsidR="007B2329" w:rsidRDefault="007B2329" w:rsidP="007B2329">
      <w:r>
        <w:t>404.7261</w:t>
      </w:r>
      <w:r>
        <w:tab/>
        <w:t>1.013e0</w:t>
      </w:r>
    </w:p>
    <w:p w:rsidR="007B2329" w:rsidRDefault="007B2329" w:rsidP="007B2329">
      <w:r>
        <w:t>404.7334</w:t>
      </w:r>
      <w:r>
        <w:tab/>
        <w:t>2.025e0</w:t>
      </w:r>
    </w:p>
    <w:p w:rsidR="007B2329" w:rsidRDefault="007B2329" w:rsidP="007B2329">
      <w:r>
        <w:t>404.7365</w:t>
      </w:r>
      <w:r>
        <w:tab/>
        <w:t>3.038e0</w:t>
      </w:r>
    </w:p>
    <w:p w:rsidR="007B2329" w:rsidRDefault="007B2329" w:rsidP="007B2329">
      <w:r>
        <w:t>404.7469</w:t>
      </w:r>
      <w:r>
        <w:tab/>
        <w:t>6.076e0</w:t>
      </w:r>
    </w:p>
    <w:p w:rsidR="007B2329" w:rsidRDefault="007B2329" w:rsidP="007B2329">
      <w:r>
        <w:t>404.7640</w:t>
      </w:r>
      <w:r>
        <w:tab/>
        <w:t>2.625e0</w:t>
      </w:r>
    </w:p>
    <w:p w:rsidR="007B2329" w:rsidRDefault="007B2329" w:rsidP="007B2329">
      <w:r>
        <w:t>404.7670</w:t>
      </w:r>
      <w:r>
        <w:tab/>
        <w:t>3.038e0</w:t>
      </w:r>
    </w:p>
    <w:p w:rsidR="007B2329" w:rsidRDefault="007B2329" w:rsidP="007B2329">
      <w:r>
        <w:t>404.8096</w:t>
      </w:r>
      <w:r>
        <w:tab/>
        <w:t>4.051e0</w:t>
      </w:r>
    </w:p>
    <w:p w:rsidR="007B2329" w:rsidRDefault="007B2329" w:rsidP="007B2329">
      <w:r>
        <w:t>404.8298</w:t>
      </w:r>
      <w:r>
        <w:tab/>
        <w:t>9.114e0</w:t>
      </w:r>
    </w:p>
    <w:p w:rsidR="007B2329" w:rsidRDefault="007B2329" w:rsidP="007B2329">
      <w:r>
        <w:t>404.8365</w:t>
      </w:r>
      <w:r>
        <w:tab/>
        <w:t>1.013e0</w:t>
      </w:r>
    </w:p>
    <w:p w:rsidR="007B2329" w:rsidRDefault="007B2329" w:rsidP="007B2329">
      <w:r>
        <w:t>404.8448</w:t>
      </w:r>
      <w:r>
        <w:tab/>
        <w:t>5.063e0</w:t>
      </w:r>
    </w:p>
    <w:p w:rsidR="007B2329" w:rsidRDefault="007B2329" w:rsidP="007B2329">
      <w:r>
        <w:t>404.8539</w:t>
      </w:r>
      <w:r>
        <w:tab/>
        <w:t>3.038e0</w:t>
      </w:r>
    </w:p>
    <w:p w:rsidR="007B2329" w:rsidRDefault="007B2329" w:rsidP="007B2329">
      <w:r>
        <w:t>404.8755</w:t>
      </w:r>
      <w:r>
        <w:tab/>
        <w:t>1.013e0</w:t>
      </w:r>
    </w:p>
    <w:p w:rsidR="007B2329" w:rsidRDefault="007B2329" w:rsidP="007B2329">
      <w:r>
        <w:t>404.9012</w:t>
      </w:r>
      <w:r>
        <w:tab/>
        <w:t>4.051e0</w:t>
      </w:r>
    </w:p>
    <w:p w:rsidR="007B2329" w:rsidRDefault="007B2329" w:rsidP="007B2329">
      <w:r>
        <w:t>404.9074</w:t>
      </w:r>
      <w:r>
        <w:tab/>
        <w:t>1.013e0</w:t>
      </w:r>
    </w:p>
    <w:p w:rsidR="007B2329" w:rsidRDefault="007B2329" w:rsidP="007B2329">
      <w:r>
        <w:t>404.9120</w:t>
      </w:r>
      <w:r>
        <w:tab/>
        <w:t>2.025e0</w:t>
      </w:r>
    </w:p>
    <w:p w:rsidR="007B2329" w:rsidRDefault="007B2329" w:rsidP="007B2329">
      <w:r>
        <w:lastRenderedPageBreak/>
        <w:t>404.9158</w:t>
      </w:r>
      <w:r>
        <w:tab/>
        <w:t>3.038e0</w:t>
      </w:r>
    </w:p>
    <w:p w:rsidR="007B2329" w:rsidRDefault="007B2329" w:rsidP="007B2329">
      <w:r>
        <w:t>404.9182</w:t>
      </w:r>
      <w:r>
        <w:tab/>
        <w:t>1.013e0</w:t>
      </w:r>
    </w:p>
    <w:p w:rsidR="007B2329" w:rsidRDefault="007B2329" w:rsidP="007B2329">
      <w:r>
        <w:t>404.9221</w:t>
      </w:r>
      <w:r>
        <w:tab/>
        <w:t>4.051e0</w:t>
      </w:r>
    </w:p>
    <w:p w:rsidR="007B2329" w:rsidRDefault="007B2329" w:rsidP="007B2329">
      <w:r>
        <w:t>404.9361</w:t>
      </w:r>
      <w:r>
        <w:tab/>
        <w:t>1.013e0</w:t>
      </w:r>
    </w:p>
    <w:p w:rsidR="007B2329" w:rsidRDefault="007B2329" w:rsidP="007B2329">
      <w:r>
        <w:t>404.9373</w:t>
      </w:r>
      <w:r>
        <w:tab/>
        <w:t>2.025e0</w:t>
      </w:r>
    </w:p>
    <w:p w:rsidR="007B2329" w:rsidRDefault="007B2329" w:rsidP="007B2329">
      <w:r>
        <w:t>404.9482</w:t>
      </w:r>
      <w:r>
        <w:tab/>
        <w:t>3.038e0</w:t>
      </w:r>
    </w:p>
    <w:p w:rsidR="007B2329" w:rsidRDefault="007B2329" w:rsidP="007B2329">
      <w:r>
        <w:t>404.9718</w:t>
      </w:r>
      <w:r>
        <w:tab/>
        <w:t>1.013e0</w:t>
      </w:r>
    </w:p>
    <w:p w:rsidR="007B2329" w:rsidRDefault="007B2329" w:rsidP="007B2329">
      <w:r>
        <w:t>404.9745</w:t>
      </w:r>
      <w:r>
        <w:tab/>
        <w:t>2.025e0</w:t>
      </w:r>
    </w:p>
    <w:p w:rsidR="007B2329" w:rsidRDefault="007B2329" w:rsidP="007B2329">
      <w:r>
        <w:t>404.9823</w:t>
      </w:r>
      <w:r>
        <w:tab/>
        <w:t>2.025e0</w:t>
      </w:r>
    </w:p>
    <w:p w:rsidR="007B2329" w:rsidRDefault="007B2329" w:rsidP="007B2329">
      <w:r>
        <w:t>404.9860</w:t>
      </w:r>
      <w:r>
        <w:tab/>
        <w:t>1.013e0</w:t>
      </w:r>
    </w:p>
    <w:p w:rsidR="007B2329" w:rsidRDefault="007B2329" w:rsidP="007B2329">
      <w:r>
        <w:t>405.0017</w:t>
      </w:r>
      <w:r>
        <w:tab/>
        <w:t>7.089e0</w:t>
      </w:r>
    </w:p>
    <w:p w:rsidR="007B2329" w:rsidRDefault="007B2329" w:rsidP="007B2329">
      <w:r>
        <w:t>405.0229</w:t>
      </w:r>
      <w:r>
        <w:tab/>
        <w:t>2.025e0</w:t>
      </w:r>
    </w:p>
    <w:p w:rsidR="007B2329" w:rsidRDefault="007B2329" w:rsidP="007B2329">
      <w:r>
        <w:t>405.0250</w:t>
      </w:r>
      <w:r>
        <w:tab/>
        <w:t>1.013e0</w:t>
      </w:r>
    </w:p>
    <w:p w:rsidR="007B2329" w:rsidRDefault="007B2329" w:rsidP="007B2329">
      <w:r>
        <w:t>405.0290</w:t>
      </w:r>
      <w:r>
        <w:tab/>
        <w:t>2.025e0</w:t>
      </w:r>
    </w:p>
    <w:p w:rsidR="007B2329" w:rsidRDefault="007B2329" w:rsidP="007B2329">
      <w:r>
        <w:t>405.0403</w:t>
      </w:r>
      <w:r>
        <w:tab/>
        <w:t>2.025e0</w:t>
      </w:r>
    </w:p>
    <w:p w:rsidR="007B2329" w:rsidRDefault="007B2329" w:rsidP="007B2329">
      <w:r>
        <w:t>405.0547</w:t>
      </w:r>
      <w:r>
        <w:tab/>
        <w:t>4.286e0</w:t>
      </w:r>
    </w:p>
    <w:p w:rsidR="007B2329" w:rsidRDefault="007B2329" w:rsidP="007B2329">
      <w:r>
        <w:t>405.0584</w:t>
      </w:r>
      <w:r>
        <w:tab/>
        <w:t>3.063e0</w:t>
      </w:r>
    </w:p>
    <w:p w:rsidR="007B2329" w:rsidRDefault="007B2329" w:rsidP="007B2329">
      <w:r>
        <w:t>405.0642</w:t>
      </w:r>
      <w:r>
        <w:tab/>
        <w:t>2.025e0</w:t>
      </w:r>
    </w:p>
    <w:p w:rsidR="007B2329" w:rsidRDefault="007B2329" w:rsidP="007B2329">
      <w:r>
        <w:t>405.0831</w:t>
      </w:r>
      <w:r>
        <w:tab/>
        <w:t>2.025e0</w:t>
      </w:r>
    </w:p>
    <w:p w:rsidR="007B2329" w:rsidRDefault="007B2329" w:rsidP="007B2329">
      <w:r>
        <w:lastRenderedPageBreak/>
        <w:t>405.0941</w:t>
      </w:r>
      <w:r>
        <w:tab/>
        <w:t>2.025e0</w:t>
      </w:r>
    </w:p>
    <w:p w:rsidR="007B2329" w:rsidRDefault="007B2329" w:rsidP="007B2329">
      <w:r>
        <w:t>405.0999</w:t>
      </w:r>
      <w:r>
        <w:tab/>
        <w:t>3.038e0</w:t>
      </w:r>
    </w:p>
    <w:p w:rsidR="007B2329" w:rsidRDefault="007B2329" w:rsidP="007B2329">
      <w:r>
        <w:t>405.1226</w:t>
      </w:r>
      <w:r>
        <w:tab/>
        <w:t>2.025e0</w:t>
      </w:r>
    </w:p>
    <w:p w:rsidR="007B2329" w:rsidRDefault="007B2329" w:rsidP="007B2329">
      <w:r>
        <w:t>405.1419</w:t>
      </w:r>
      <w:r>
        <w:tab/>
        <w:t>8.336e0</w:t>
      </w:r>
    </w:p>
    <w:p w:rsidR="007B2329" w:rsidRDefault="007B2329" w:rsidP="007B2329">
      <w:r>
        <w:t>405.2139</w:t>
      </w:r>
      <w:r>
        <w:tab/>
        <w:t>3.971e2</w:t>
      </w:r>
    </w:p>
    <w:p w:rsidR="007B2329" w:rsidRDefault="007B2329" w:rsidP="007B2329">
      <w:r>
        <w:t>405.2149</w:t>
      </w:r>
      <w:r>
        <w:tab/>
        <w:t>9.302e2</w:t>
      </w:r>
    </w:p>
    <w:p w:rsidR="007B2329" w:rsidRDefault="007B2329" w:rsidP="007B2329">
      <w:r>
        <w:t>405.2162</w:t>
      </w:r>
      <w:r>
        <w:tab/>
        <w:t>3.791e3</w:t>
      </w:r>
    </w:p>
    <w:p w:rsidR="007B2329" w:rsidRDefault="007B2329" w:rsidP="007B2329">
      <w:r>
        <w:t>405.2173</w:t>
      </w:r>
      <w:r>
        <w:tab/>
        <w:t>5.462e1</w:t>
      </w:r>
    </w:p>
    <w:p w:rsidR="007B2329" w:rsidRDefault="007B2329" w:rsidP="007B2329">
      <w:r>
        <w:t>405.3027</w:t>
      </w:r>
      <w:r>
        <w:tab/>
        <w:t>3.354e0</w:t>
      </w:r>
    </w:p>
    <w:p w:rsidR="007B2329" w:rsidRDefault="007B2329" w:rsidP="007B2329">
      <w:r>
        <w:t>405.3237</w:t>
      </w:r>
      <w:r>
        <w:tab/>
        <w:t>1.013e0</w:t>
      </w:r>
    </w:p>
    <w:p w:rsidR="007B2329" w:rsidRDefault="007B2329" w:rsidP="007B2329">
      <w:r>
        <w:t>405.3344</w:t>
      </w:r>
      <w:r>
        <w:tab/>
        <w:t>4.868e0</w:t>
      </w:r>
    </w:p>
    <w:p w:rsidR="007B2329" w:rsidRDefault="007B2329" w:rsidP="007B2329">
      <w:r>
        <w:t>405.3414</w:t>
      </w:r>
      <w:r>
        <w:tab/>
        <w:t>1.013e0</w:t>
      </w:r>
    </w:p>
    <w:p w:rsidR="007B2329" w:rsidRDefault="007B2329" w:rsidP="007B2329">
      <w:r>
        <w:t>405.3512</w:t>
      </w:r>
      <w:r>
        <w:tab/>
        <w:t>3.630e0</w:t>
      </w:r>
    </w:p>
    <w:p w:rsidR="007B2329" w:rsidRDefault="007B2329" w:rsidP="007B2329">
      <w:r>
        <w:t>405.3556</w:t>
      </w:r>
      <w:r>
        <w:tab/>
        <w:t>6.228e0</w:t>
      </w:r>
    </w:p>
    <w:p w:rsidR="007B2329" w:rsidRDefault="007B2329" w:rsidP="007B2329">
      <w:r>
        <w:t>405.3583</w:t>
      </w:r>
      <w:r>
        <w:tab/>
        <w:t>4.051e0</w:t>
      </w:r>
    </w:p>
    <w:p w:rsidR="007B2329" w:rsidRDefault="007B2329" w:rsidP="007B2329">
      <w:r>
        <w:t>405.3604</w:t>
      </w:r>
      <w:r>
        <w:tab/>
        <w:t>3.468e0</w:t>
      </w:r>
    </w:p>
    <w:p w:rsidR="007B2329" w:rsidRDefault="007B2329" w:rsidP="007B2329">
      <w:r>
        <w:t>405.3751</w:t>
      </w:r>
      <w:r>
        <w:tab/>
        <w:t>2.025e0</w:t>
      </w:r>
    </w:p>
    <w:p w:rsidR="007B2329" w:rsidRDefault="007B2329" w:rsidP="007B2329">
      <w:r>
        <w:t>405.3798</w:t>
      </w:r>
      <w:r>
        <w:tab/>
        <w:t>1.114e1</w:t>
      </w:r>
    </w:p>
    <w:p w:rsidR="007B2329" w:rsidRDefault="007B2329" w:rsidP="007B2329">
      <w:r>
        <w:t>405.3849</w:t>
      </w:r>
      <w:r>
        <w:tab/>
        <w:t>3.304e0</w:t>
      </w:r>
    </w:p>
    <w:p w:rsidR="007B2329" w:rsidRDefault="007B2329" w:rsidP="007B2329">
      <w:r>
        <w:lastRenderedPageBreak/>
        <w:t>405.3889</w:t>
      </w:r>
      <w:r>
        <w:tab/>
        <w:t>1.443e0</w:t>
      </w:r>
    </w:p>
    <w:p w:rsidR="007B2329" w:rsidRDefault="007B2329" w:rsidP="007B2329">
      <w:r>
        <w:t>405.4088</w:t>
      </w:r>
      <w:r>
        <w:tab/>
        <w:t>1.838e1</w:t>
      </w:r>
    </w:p>
    <w:p w:rsidR="007B2329" w:rsidRDefault="007B2329" w:rsidP="007B2329">
      <w:r>
        <w:t>405.4108</w:t>
      </w:r>
      <w:r>
        <w:tab/>
        <w:t>8.469e0</w:t>
      </w:r>
    </w:p>
    <w:p w:rsidR="007B2329" w:rsidRDefault="007B2329" w:rsidP="007B2329">
      <w:r>
        <w:t>405.4255</w:t>
      </w:r>
      <w:r>
        <w:tab/>
        <w:t>1.106e1</w:t>
      </w:r>
    </w:p>
    <w:p w:rsidR="007B2329" w:rsidRDefault="007B2329" w:rsidP="007B2329">
      <w:r>
        <w:t>405.4303</w:t>
      </w:r>
      <w:r>
        <w:tab/>
        <w:t>2.265e0</w:t>
      </w:r>
    </w:p>
    <w:p w:rsidR="007B2329" w:rsidRDefault="007B2329" w:rsidP="007B2329">
      <w:r>
        <w:t>405.4370</w:t>
      </w:r>
      <w:r>
        <w:tab/>
        <w:t>1.013e0</w:t>
      </w:r>
    </w:p>
    <w:p w:rsidR="007B2329" w:rsidRDefault="007B2329" w:rsidP="007B2329">
      <w:r>
        <w:t>405.4415</w:t>
      </w:r>
      <w:r>
        <w:tab/>
        <w:t>4.051e0</w:t>
      </w:r>
    </w:p>
    <w:p w:rsidR="007B2329" w:rsidRDefault="007B2329" w:rsidP="007B2329">
      <w:r>
        <w:t>405.4440</w:t>
      </w:r>
      <w:r>
        <w:tab/>
        <w:t>1.013e0</w:t>
      </w:r>
    </w:p>
    <w:p w:rsidR="007B2329" w:rsidRDefault="007B2329" w:rsidP="007B2329">
      <w:r>
        <w:t>405.4619</w:t>
      </w:r>
      <w:r>
        <w:tab/>
        <w:t>1.646e1</w:t>
      </w:r>
    </w:p>
    <w:p w:rsidR="007B2329" w:rsidRDefault="007B2329" w:rsidP="007B2329">
      <w:r>
        <w:t>405.4801</w:t>
      </w:r>
      <w:r>
        <w:tab/>
        <w:t>4.051e0</w:t>
      </w:r>
    </w:p>
    <w:p w:rsidR="007B2329" w:rsidRDefault="007B2329" w:rsidP="007B2329">
      <w:r>
        <w:t>405.4820</w:t>
      </w:r>
      <w:r>
        <w:tab/>
        <w:t>2.205e0</w:t>
      </w:r>
    </w:p>
    <w:p w:rsidR="007B2329" w:rsidRDefault="007B2329" w:rsidP="007B2329">
      <w:r>
        <w:t>405.4942</w:t>
      </w:r>
      <w:r>
        <w:tab/>
        <w:t>1.013e0</w:t>
      </w:r>
    </w:p>
    <w:p w:rsidR="007B2329" w:rsidRDefault="007B2329" w:rsidP="007B2329">
      <w:r>
        <w:t>405.5053</w:t>
      </w:r>
      <w:r>
        <w:tab/>
        <w:t>1.064e1</w:t>
      </w:r>
    </w:p>
    <w:p w:rsidR="007B2329" w:rsidRDefault="007B2329" w:rsidP="007B2329">
      <w:r>
        <w:t>405.5119</w:t>
      </w:r>
      <w:r>
        <w:tab/>
        <w:t>6.076e0</w:t>
      </w:r>
    </w:p>
    <w:p w:rsidR="007B2329" w:rsidRDefault="007B2329" w:rsidP="007B2329">
      <w:r>
        <w:t>405.5256</w:t>
      </w:r>
      <w:r>
        <w:tab/>
        <w:t>4.909e0</w:t>
      </w:r>
    </w:p>
    <w:p w:rsidR="007B2329" w:rsidRDefault="007B2329" w:rsidP="007B2329">
      <w:r>
        <w:t>405.5271</w:t>
      </w:r>
      <w:r>
        <w:tab/>
        <w:t>5.063e0</w:t>
      </w:r>
    </w:p>
    <w:p w:rsidR="007B2329" w:rsidRDefault="007B2329" w:rsidP="007B2329">
      <w:r>
        <w:t>405.5313</w:t>
      </w:r>
      <w:r>
        <w:tab/>
        <w:t>9.114e0</w:t>
      </w:r>
    </w:p>
    <w:p w:rsidR="007B2329" w:rsidRDefault="007B2329" w:rsidP="007B2329">
      <w:r>
        <w:t>405.5511</w:t>
      </w:r>
      <w:r>
        <w:tab/>
        <w:t>1.013e0</w:t>
      </w:r>
    </w:p>
    <w:p w:rsidR="007B2329" w:rsidRDefault="007B2329" w:rsidP="007B2329">
      <w:r>
        <w:t>405.5587</w:t>
      </w:r>
      <w:r>
        <w:tab/>
        <w:t>1.013e0</w:t>
      </w:r>
    </w:p>
    <w:p w:rsidR="007B2329" w:rsidRDefault="007B2329" w:rsidP="007B2329">
      <w:r>
        <w:lastRenderedPageBreak/>
        <w:t>405.5649</w:t>
      </w:r>
      <w:r>
        <w:tab/>
        <w:t>3.869e0</w:t>
      </w:r>
    </w:p>
    <w:p w:rsidR="007B2329" w:rsidRDefault="007B2329" w:rsidP="007B2329">
      <w:r>
        <w:t>405.5786</w:t>
      </w:r>
      <w:r>
        <w:tab/>
        <w:t>2.025e0</w:t>
      </w:r>
    </w:p>
    <w:p w:rsidR="007B2329" w:rsidRDefault="007B2329" w:rsidP="007B2329">
      <w:r>
        <w:t>405.5874</w:t>
      </w:r>
      <w:r>
        <w:tab/>
        <w:t>8.323e0</w:t>
      </w:r>
    </w:p>
    <w:p w:rsidR="007B2329" w:rsidRDefault="007B2329" w:rsidP="007B2329">
      <w:r>
        <w:t>405.5938</w:t>
      </w:r>
      <w:r>
        <w:tab/>
        <w:t>1.013e0</w:t>
      </w:r>
    </w:p>
    <w:p w:rsidR="007B2329" w:rsidRDefault="007B2329" w:rsidP="007B2329">
      <w:r>
        <w:t>405.5984</w:t>
      </w:r>
      <w:r>
        <w:tab/>
        <w:t>3.038e0</w:t>
      </w:r>
    </w:p>
    <w:p w:rsidR="007B2329" w:rsidRDefault="007B2329" w:rsidP="007B2329">
      <w:r>
        <w:t>405.6066</w:t>
      </w:r>
      <w:r>
        <w:tab/>
        <w:t>2.830e0</w:t>
      </w:r>
    </w:p>
    <w:p w:rsidR="007B2329" w:rsidRDefault="007B2329" w:rsidP="007B2329">
      <w:r>
        <w:t>405.6200</w:t>
      </w:r>
      <w:r>
        <w:tab/>
        <w:t>8.101e0</w:t>
      </w:r>
    </w:p>
    <w:p w:rsidR="007B2329" w:rsidRDefault="007B2329" w:rsidP="007B2329">
      <w:r>
        <w:t>405.6365</w:t>
      </w:r>
      <w:r>
        <w:tab/>
        <w:t>1.013e0</w:t>
      </w:r>
    </w:p>
    <w:p w:rsidR="007B2329" w:rsidRDefault="007B2329" w:rsidP="007B2329">
      <w:r>
        <w:t>405.6734</w:t>
      </w:r>
      <w:r>
        <w:tab/>
        <w:t>1.259e1</w:t>
      </w:r>
    </w:p>
    <w:p w:rsidR="007B2329" w:rsidRDefault="007B2329" w:rsidP="007B2329">
      <w:r>
        <w:t>405.6790</w:t>
      </w:r>
      <w:r>
        <w:tab/>
        <w:t>1.013e0</w:t>
      </w:r>
    </w:p>
    <w:p w:rsidR="007B2329" w:rsidRDefault="007B2329" w:rsidP="007B2329">
      <w:r>
        <w:t>405.6881</w:t>
      </w:r>
      <w:r>
        <w:tab/>
        <w:t>2.025e0</w:t>
      </w:r>
    </w:p>
    <w:p w:rsidR="007B2329" w:rsidRDefault="007B2329" w:rsidP="007B2329">
      <w:r>
        <w:t>405.6997</w:t>
      </w:r>
      <w:r>
        <w:tab/>
        <w:t>4.051e0</w:t>
      </w:r>
    </w:p>
    <w:p w:rsidR="007B2329" w:rsidRDefault="007B2329" w:rsidP="007B2329">
      <w:r>
        <w:t>405.7013</w:t>
      </w:r>
      <w:r>
        <w:tab/>
        <w:t>8.101e0</w:t>
      </w:r>
    </w:p>
    <w:p w:rsidR="007B2329" w:rsidRDefault="007B2329" w:rsidP="007B2329">
      <w:r>
        <w:t>405.7256</w:t>
      </w:r>
      <w:r>
        <w:tab/>
        <w:t>1.013e0</w:t>
      </w:r>
    </w:p>
    <w:p w:rsidR="007B2329" w:rsidRDefault="007B2329" w:rsidP="007B2329">
      <w:r>
        <w:t>405.7267</w:t>
      </w:r>
      <w:r>
        <w:tab/>
        <w:t>2.025e0</w:t>
      </w:r>
    </w:p>
    <w:p w:rsidR="007B2329" w:rsidRDefault="007B2329" w:rsidP="007B2329">
      <w:r>
        <w:t>405.7396</w:t>
      </w:r>
      <w:r>
        <w:tab/>
        <w:t>5.063e0</w:t>
      </w:r>
    </w:p>
    <w:p w:rsidR="007B2329" w:rsidRDefault="007B2329" w:rsidP="007B2329">
      <w:r>
        <w:t>405.7416</w:t>
      </w:r>
      <w:r>
        <w:tab/>
        <w:t>2.025e0</w:t>
      </w:r>
    </w:p>
    <w:p w:rsidR="007B2329" w:rsidRDefault="007B2329" w:rsidP="007B2329">
      <w:r>
        <w:t>405.7580</w:t>
      </w:r>
      <w:r>
        <w:tab/>
        <w:t>6.454e0</w:t>
      </w:r>
    </w:p>
    <w:p w:rsidR="007B2329" w:rsidRDefault="007B2329" w:rsidP="007B2329">
      <w:r>
        <w:t>405.7605</w:t>
      </w:r>
      <w:r>
        <w:tab/>
        <w:t>5.063e0</w:t>
      </w:r>
    </w:p>
    <w:p w:rsidR="007B2329" w:rsidRDefault="007B2329" w:rsidP="007B2329">
      <w:r>
        <w:lastRenderedPageBreak/>
        <w:t>405.7656</w:t>
      </w:r>
      <w:r>
        <w:tab/>
        <w:t>4.051e0</w:t>
      </w:r>
    </w:p>
    <w:p w:rsidR="007B2329" w:rsidRDefault="007B2329" w:rsidP="007B2329">
      <w:r>
        <w:t>405.7922</w:t>
      </w:r>
      <w:r>
        <w:tab/>
        <w:t>3.038e0</w:t>
      </w:r>
    </w:p>
    <w:p w:rsidR="007B2329" w:rsidRDefault="007B2329" w:rsidP="007B2329">
      <w:r>
        <w:t>405.7948</w:t>
      </w:r>
      <w:r>
        <w:tab/>
        <w:t>1.013e0</w:t>
      </w:r>
    </w:p>
    <w:p w:rsidR="007B2329" w:rsidRDefault="007B2329" w:rsidP="007B2329">
      <w:r>
        <w:t>405.8153</w:t>
      </w:r>
      <w:r>
        <w:tab/>
        <w:t>3.038e0</w:t>
      </w:r>
    </w:p>
    <w:p w:rsidR="007B2329" w:rsidRDefault="007B2329" w:rsidP="007B2329">
      <w:r>
        <w:t>405.8231</w:t>
      </w:r>
      <w:r>
        <w:tab/>
        <w:t>9.828e0</w:t>
      </w:r>
    </w:p>
    <w:p w:rsidR="007B2329" w:rsidRDefault="007B2329" w:rsidP="007B2329">
      <w:r>
        <w:t>405.8350</w:t>
      </w:r>
      <w:r>
        <w:tab/>
        <w:t>5.785e0</w:t>
      </w:r>
    </w:p>
    <w:p w:rsidR="007B2329" w:rsidRDefault="007B2329" w:rsidP="007B2329">
      <w:r>
        <w:t>405.8377</w:t>
      </w:r>
      <w:r>
        <w:tab/>
        <w:t>2.025e0</w:t>
      </w:r>
    </w:p>
    <w:p w:rsidR="007B2329" w:rsidRDefault="007B2329" w:rsidP="007B2329">
      <w:r>
        <w:t>405.8450</w:t>
      </w:r>
      <w:r>
        <w:tab/>
        <w:t>2.025e0</w:t>
      </w:r>
    </w:p>
    <w:p w:rsidR="007B2329" w:rsidRDefault="007B2329" w:rsidP="007B2329">
      <w:r>
        <w:t>405.8575</w:t>
      </w:r>
      <w:r>
        <w:tab/>
        <w:t>5.063e0</w:t>
      </w:r>
    </w:p>
    <w:p w:rsidR="007B2329" w:rsidRDefault="007B2329" w:rsidP="007B2329">
      <w:r>
        <w:t>405.8594</w:t>
      </w:r>
      <w:r>
        <w:tab/>
        <w:t>1.013e0</w:t>
      </w:r>
    </w:p>
    <w:p w:rsidR="007B2329" w:rsidRDefault="007B2329" w:rsidP="007B2329">
      <w:r>
        <w:t>405.8635</w:t>
      </w:r>
      <w:r>
        <w:tab/>
        <w:t>5.063e0</w:t>
      </w:r>
    </w:p>
    <w:p w:rsidR="007B2329" w:rsidRDefault="007B2329" w:rsidP="007B2329">
      <w:r>
        <w:t>405.8679</w:t>
      </w:r>
      <w:r>
        <w:tab/>
        <w:t>5.063e0</w:t>
      </w:r>
    </w:p>
    <w:p w:rsidR="007B2329" w:rsidRDefault="007B2329" w:rsidP="007B2329">
      <w:r>
        <w:t>405.8734</w:t>
      </w:r>
      <w:r>
        <w:tab/>
        <w:t>3.447e0</w:t>
      </w:r>
    </w:p>
    <w:p w:rsidR="007B2329" w:rsidRDefault="007B2329" w:rsidP="007B2329">
      <w:r>
        <w:t>405.8745</w:t>
      </w:r>
      <w:r>
        <w:tab/>
        <w:t>7.722e0</w:t>
      </w:r>
    </w:p>
    <w:p w:rsidR="007B2329" w:rsidRDefault="007B2329" w:rsidP="007B2329">
      <w:r>
        <w:t>405.9025</w:t>
      </w:r>
      <w:r>
        <w:tab/>
        <w:t>1.013e0</w:t>
      </w:r>
    </w:p>
    <w:p w:rsidR="007B2329" w:rsidRDefault="007B2329" w:rsidP="007B2329">
      <w:r>
        <w:t>405.9077</w:t>
      </w:r>
      <w:r>
        <w:tab/>
        <w:t>8.101e0</w:t>
      </w:r>
    </w:p>
    <w:p w:rsidR="007B2329" w:rsidRDefault="007B2329" w:rsidP="007B2329">
      <w:r>
        <w:t>405.9095</w:t>
      </w:r>
      <w:r>
        <w:tab/>
        <w:t>2.025e0</w:t>
      </w:r>
    </w:p>
    <w:p w:rsidR="007B2329" w:rsidRDefault="007B2329" w:rsidP="007B2329">
      <w:r>
        <w:t>405.9249</w:t>
      </w:r>
      <w:r>
        <w:tab/>
        <w:t>7.350e0</w:t>
      </w:r>
    </w:p>
    <w:p w:rsidR="007B2329" w:rsidRDefault="007B2329" w:rsidP="007B2329">
      <w:r>
        <w:t>405.9352</w:t>
      </w:r>
      <w:r>
        <w:tab/>
        <w:t>7.089e0</w:t>
      </w:r>
    </w:p>
    <w:p w:rsidR="007B2329" w:rsidRDefault="007B2329" w:rsidP="007B2329">
      <w:r>
        <w:lastRenderedPageBreak/>
        <w:t>405.9483</w:t>
      </w:r>
      <w:r>
        <w:tab/>
        <w:t>4.177e0</w:t>
      </w:r>
    </w:p>
    <w:p w:rsidR="007B2329" w:rsidRDefault="007B2329" w:rsidP="007B2329">
      <w:r>
        <w:t>405.9507</w:t>
      </w:r>
      <w:r>
        <w:tab/>
        <w:t>3.038e0</w:t>
      </w:r>
    </w:p>
    <w:p w:rsidR="007B2329" w:rsidRDefault="007B2329" w:rsidP="007B2329">
      <w:r>
        <w:t>405.9644</w:t>
      </w:r>
      <w:r>
        <w:tab/>
        <w:t>7.230e0</w:t>
      </w:r>
    </w:p>
    <w:p w:rsidR="007B2329" w:rsidRDefault="007B2329" w:rsidP="007B2329">
      <w:r>
        <w:t>405.9685</w:t>
      </w:r>
      <w:r>
        <w:tab/>
        <w:t>1.038e0</w:t>
      </w:r>
    </w:p>
    <w:p w:rsidR="007B2329" w:rsidRDefault="007B2329" w:rsidP="007B2329">
      <w:r>
        <w:t>405.9874</w:t>
      </w:r>
      <w:r>
        <w:tab/>
        <w:t>5.890e0</w:t>
      </w:r>
    </w:p>
    <w:p w:rsidR="007B2329" w:rsidRDefault="007B2329" w:rsidP="007B2329">
      <w:r>
        <w:t>405.9913</w:t>
      </w:r>
      <w:r>
        <w:tab/>
        <w:t>1.025e0</w:t>
      </w:r>
    </w:p>
    <w:p w:rsidR="007B2329" w:rsidRDefault="007B2329" w:rsidP="007B2329">
      <w:r>
        <w:t>405.9937</w:t>
      </w:r>
      <w:r>
        <w:tab/>
        <w:t>3.038e0</w:t>
      </w:r>
    </w:p>
    <w:p w:rsidR="007B2329" w:rsidRDefault="007B2329" w:rsidP="007B2329">
      <w:r>
        <w:t>406.0021</w:t>
      </w:r>
      <w:r>
        <w:tab/>
        <w:t>5.063e0</w:t>
      </w:r>
    </w:p>
    <w:p w:rsidR="007B2329" w:rsidRDefault="007B2329" w:rsidP="007B2329">
      <w:r>
        <w:t>406.0032</w:t>
      </w:r>
      <w:r>
        <w:tab/>
        <w:t>3.038e0</w:t>
      </w:r>
    </w:p>
    <w:p w:rsidR="007B2329" w:rsidRDefault="007B2329" w:rsidP="007B2329">
      <w:r>
        <w:t>406.0154</w:t>
      </w:r>
      <w:r>
        <w:tab/>
        <w:t>5.437e0</w:t>
      </w:r>
    </w:p>
    <w:p w:rsidR="007B2329" w:rsidRDefault="007B2329" w:rsidP="007B2329">
      <w:r>
        <w:t>406.0172</w:t>
      </w:r>
      <w:r>
        <w:tab/>
        <w:t>1.013e0</w:t>
      </w:r>
    </w:p>
    <w:p w:rsidR="007B2329" w:rsidRDefault="007B2329" w:rsidP="007B2329">
      <w:r>
        <w:t>406.0398</w:t>
      </w:r>
      <w:r>
        <w:tab/>
        <w:t>2.025e0</w:t>
      </w:r>
    </w:p>
    <w:p w:rsidR="007B2329" w:rsidRDefault="007B2329" w:rsidP="007B2329">
      <w:r>
        <w:t>406.0420</w:t>
      </w:r>
      <w:r>
        <w:tab/>
        <w:t>2.025e0</w:t>
      </w:r>
    </w:p>
    <w:p w:rsidR="007B2329" w:rsidRDefault="007B2329" w:rsidP="007B2329">
      <w:r>
        <w:t>406.0591</w:t>
      </w:r>
      <w:r>
        <w:tab/>
        <w:t>5.267e0</w:t>
      </w:r>
    </w:p>
    <w:p w:rsidR="007B2329" w:rsidRDefault="007B2329" w:rsidP="007B2329">
      <w:r>
        <w:t>406.0753</w:t>
      </w:r>
      <w:r>
        <w:tab/>
        <w:t>8.475e0</w:t>
      </w:r>
    </w:p>
    <w:p w:rsidR="007B2329" w:rsidRDefault="007B2329" w:rsidP="007B2329">
      <w:r>
        <w:t>406.0962</w:t>
      </w:r>
      <w:r>
        <w:tab/>
        <w:t>8.695e0</w:t>
      </w:r>
    </w:p>
    <w:p w:rsidR="007B2329" w:rsidRDefault="007B2329" w:rsidP="007B2329">
      <w:r>
        <w:t>406.1026</w:t>
      </w:r>
      <w:r>
        <w:tab/>
        <w:t>4.051e0</w:t>
      </w:r>
    </w:p>
    <w:p w:rsidR="007B2329" w:rsidRDefault="007B2329" w:rsidP="007B2329">
      <w:r>
        <w:t>406.1102</w:t>
      </w:r>
      <w:r>
        <w:tab/>
        <w:t>1.013e0</w:t>
      </w:r>
    </w:p>
    <w:p w:rsidR="007B2329" w:rsidRDefault="007B2329" w:rsidP="007B2329">
      <w:r>
        <w:t>406.1358</w:t>
      </w:r>
      <w:r>
        <w:tab/>
        <w:t>2.025e0</w:t>
      </w:r>
    </w:p>
    <w:p w:rsidR="007B2329" w:rsidRDefault="007B2329" w:rsidP="007B2329">
      <w:r>
        <w:lastRenderedPageBreak/>
        <w:t>406.1372</w:t>
      </w:r>
      <w:r>
        <w:tab/>
        <w:t>2.989e0</w:t>
      </w:r>
    </w:p>
    <w:p w:rsidR="007B2329" w:rsidRDefault="007B2329" w:rsidP="007B2329">
      <w:r>
        <w:t>406.1476</w:t>
      </w:r>
      <w:r>
        <w:tab/>
        <w:t>4.585e0</w:t>
      </w:r>
    </w:p>
    <w:p w:rsidR="007B2329" w:rsidRDefault="007B2329" w:rsidP="007B2329">
      <w:r>
        <w:t>406.1646</w:t>
      </w:r>
      <w:r>
        <w:tab/>
        <w:t>9.785e-1</w:t>
      </w:r>
    </w:p>
    <w:p w:rsidR="007B2329" w:rsidRDefault="007B2329" w:rsidP="007B2329">
      <w:r>
        <w:t>406.2150</w:t>
      </w:r>
      <w:r>
        <w:tab/>
        <w:t>7.578e1</w:t>
      </w:r>
    </w:p>
    <w:p w:rsidR="007B2329" w:rsidRDefault="007B2329" w:rsidP="007B2329">
      <w:r>
        <w:t>406.2171</w:t>
      </w:r>
      <w:r>
        <w:tab/>
        <w:t>1.343e2</w:t>
      </w:r>
    </w:p>
    <w:p w:rsidR="007B2329" w:rsidRDefault="007B2329" w:rsidP="007B2329">
      <w:r>
        <w:t>406.2184</w:t>
      </w:r>
      <w:r>
        <w:tab/>
        <w:t>3.069e2</w:t>
      </w:r>
    </w:p>
    <w:p w:rsidR="007B2329" w:rsidRDefault="007B2329" w:rsidP="007B2329">
      <w:r>
        <w:t>406.2199</w:t>
      </w:r>
      <w:r>
        <w:tab/>
        <w:t>7.503e2</w:t>
      </w:r>
    </w:p>
    <w:p w:rsidR="007B2329" w:rsidRDefault="007B2329" w:rsidP="007B2329">
      <w:r>
        <w:t>406.2228</w:t>
      </w:r>
      <w:r>
        <w:tab/>
        <w:t>1.252e2</w:t>
      </w:r>
    </w:p>
    <w:p w:rsidR="007B2329" w:rsidRDefault="007B2329" w:rsidP="007B2329">
      <w:r>
        <w:t>406.2263</w:t>
      </w:r>
      <w:r>
        <w:tab/>
        <w:t>2.329e1</w:t>
      </w:r>
    </w:p>
    <w:p w:rsidR="007B2329" w:rsidRDefault="007B2329" w:rsidP="007B2329">
      <w:r>
        <w:t>406.2751</w:t>
      </w:r>
      <w:r>
        <w:tab/>
        <w:t>1.472e0</w:t>
      </w:r>
    </w:p>
    <w:p w:rsidR="007B2329" w:rsidRDefault="007B2329" w:rsidP="007B2329">
      <w:r>
        <w:t>406.3012</w:t>
      </w:r>
      <w:r>
        <w:tab/>
        <w:t>3.741e0</w:t>
      </w:r>
    </w:p>
    <w:p w:rsidR="007B2329" w:rsidRDefault="007B2329" w:rsidP="007B2329">
      <w:r>
        <w:t>406.3225</w:t>
      </w:r>
      <w:r>
        <w:tab/>
        <w:t>6.237e0</w:t>
      </w:r>
    </w:p>
    <w:p w:rsidR="007B2329" w:rsidRDefault="007B2329" w:rsidP="007B2329">
      <w:r>
        <w:t>406.3415</w:t>
      </w:r>
      <w:r>
        <w:tab/>
        <w:t>5.063e0</w:t>
      </w:r>
    </w:p>
    <w:p w:rsidR="007B2329" w:rsidRDefault="007B2329" w:rsidP="007B2329">
      <w:r>
        <w:t>406.3445</w:t>
      </w:r>
      <w:r>
        <w:tab/>
        <w:t>1.268e1</w:t>
      </w:r>
    </w:p>
    <w:p w:rsidR="007B2329" w:rsidRDefault="007B2329" w:rsidP="007B2329">
      <w:r>
        <w:t>406.3491</w:t>
      </w:r>
      <w:r>
        <w:tab/>
        <w:t>6.076e0</w:t>
      </w:r>
    </w:p>
    <w:p w:rsidR="007B2329" w:rsidRDefault="007B2329" w:rsidP="007B2329">
      <w:r>
        <w:t>406.3536</w:t>
      </w:r>
      <w:r>
        <w:tab/>
        <w:t>4.051e0</w:t>
      </w:r>
    </w:p>
    <w:p w:rsidR="007B2329" w:rsidRDefault="007B2329" w:rsidP="007B2329">
      <w:r>
        <w:t>406.3584</w:t>
      </w:r>
      <w:r>
        <w:tab/>
        <w:t>1.013e0</w:t>
      </w:r>
    </w:p>
    <w:p w:rsidR="007B2329" w:rsidRDefault="007B2329" w:rsidP="007B2329">
      <w:r>
        <w:t>406.3835</w:t>
      </w:r>
      <w:r>
        <w:tab/>
        <w:t>1.114e1</w:t>
      </w:r>
    </w:p>
    <w:p w:rsidR="007B2329" w:rsidRDefault="007B2329" w:rsidP="007B2329">
      <w:r>
        <w:t>406.4008</w:t>
      </w:r>
      <w:r>
        <w:tab/>
        <w:t>2.025e0</w:t>
      </w:r>
    </w:p>
    <w:p w:rsidR="007B2329" w:rsidRDefault="007B2329" w:rsidP="007B2329">
      <w:r>
        <w:lastRenderedPageBreak/>
        <w:t>406.4136</w:t>
      </w:r>
      <w:r>
        <w:tab/>
        <w:t>7.114e0</w:t>
      </w:r>
    </w:p>
    <w:p w:rsidR="007B2329" w:rsidRDefault="007B2329" w:rsidP="007B2329">
      <w:r>
        <w:t>406.4225</w:t>
      </w:r>
      <w:r>
        <w:tab/>
        <w:t>3.038e0</w:t>
      </w:r>
    </w:p>
    <w:p w:rsidR="007B2329" w:rsidRDefault="007B2329" w:rsidP="007B2329">
      <w:r>
        <w:t>406.4253</w:t>
      </w:r>
      <w:r>
        <w:tab/>
        <w:t>7.101e0</w:t>
      </w:r>
    </w:p>
    <w:p w:rsidR="007B2329" w:rsidRDefault="007B2329" w:rsidP="007B2329">
      <w:r>
        <w:t>406.4316</w:t>
      </w:r>
      <w:r>
        <w:tab/>
        <w:t>2.025e0</w:t>
      </w:r>
    </w:p>
    <w:p w:rsidR="007B2329" w:rsidRDefault="007B2329" w:rsidP="007B2329">
      <w:r>
        <w:t>406.4377</w:t>
      </w:r>
      <w:r>
        <w:tab/>
        <w:t>2.025e0</w:t>
      </w:r>
    </w:p>
    <w:p w:rsidR="007B2329" w:rsidRDefault="007B2329" w:rsidP="007B2329">
      <w:r>
        <w:t>406.4500</w:t>
      </w:r>
      <w:r>
        <w:tab/>
        <w:t>2.025e0</w:t>
      </w:r>
    </w:p>
    <w:p w:rsidR="007B2329" w:rsidRDefault="007B2329" w:rsidP="007B2329">
      <w:r>
        <w:t>406.4618</w:t>
      </w:r>
      <w:r>
        <w:tab/>
        <w:t>1.013e0</w:t>
      </w:r>
    </w:p>
    <w:p w:rsidR="007B2329" w:rsidRDefault="007B2329" w:rsidP="007B2329">
      <w:r>
        <w:t>406.4687</w:t>
      </w:r>
      <w:r>
        <w:tab/>
        <w:t>1.013e0</w:t>
      </w:r>
    </w:p>
    <w:p w:rsidR="007B2329" w:rsidRDefault="007B2329" w:rsidP="007B2329">
      <w:r>
        <w:t>406.4737</w:t>
      </w:r>
      <w:r>
        <w:tab/>
        <w:t>4.236e0</w:t>
      </w:r>
    </w:p>
    <w:p w:rsidR="007B2329" w:rsidRDefault="007B2329" w:rsidP="007B2329">
      <w:r>
        <w:t>406.4777</w:t>
      </w:r>
      <w:r>
        <w:tab/>
        <w:t>5.063e0</w:t>
      </w:r>
    </w:p>
    <w:p w:rsidR="007B2329" w:rsidRDefault="007B2329" w:rsidP="007B2329">
      <w:r>
        <w:t>406.4791</w:t>
      </w:r>
      <w:r>
        <w:tab/>
        <w:t>3.038e0</w:t>
      </w:r>
    </w:p>
    <w:p w:rsidR="007B2329" w:rsidRDefault="007B2329" w:rsidP="007B2329">
      <w:r>
        <w:t>406.4889</w:t>
      </w:r>
      <w:r>
        <w:tab/>
        <w:t>2.025e0</w:t>
      </w:r>
    </w:p>
    <w:p w:rsidR="007B2329" w:rsidRDefault="007B2329" w:rsidP="007B2329">
      <w:r>
        <w:t>406.5190</w:t>
      </w:r>
      <w:r>
        <w:tab/>
        <w:t>1.013e0</w:t>
      </w:r>
    </w:p>
    <w:p w:rsidR="007B2329" w:rsidRDefault="007B2329" w:rsidP="007B2329">
      <w:r>
        <w:t>406.5236</w:t>
      </w:r>
      <w:r>
        <w:tab/>
        <w:t>4.051e0</w:t>
      </w:r>
    </w:p>
    <w:p w:rsidR="007B2329" w:rsidRDefault="007B2329" w:rsidP="007B2329">
      <w:r>
        <w:t>406.5256</w:t>
      </w:r>
      <w:r>
        <w:tab/>
        <w:t>2.025e0</w:t>
      </w:r>
    </w:p>
    <w:p w:rsidR="007B2329" w:rsidRDefault="007B2329" w:rsidP="007B2329">
      <w:r>
        <w:t>406.5295</w:t>
      </w:r>
      <w:r>
        <w:tab/>
        <w:t>1.013e0</w:t>
      </w:r>
    </w:p>
    <w:p w:rsidR="007B2329" w:rsidRDefault="007B2329" w:rsidP="007B2329">
      <w:r>
        <w:t>406.5334</w:t>
      </w:r>
      <w:r>
        <w:tab/>
        <w:t>1.013e0</w:t>
      </w:r>
    </w:p>
    <w:p w:rsidR="007B2329" w:rsidRDefault="007B2329" w:rsidP="007B2329">
      <w:r>
        <w:t>406.5351</w:t>
      </w:r>
      <w:r>
        <w:tab/>
        <w:t>2.038e0</w:t>
      </w:r>
    </w:p>
    <w:p w:rsidR="007B2329" w:rsidRDefault="007B2329" w:rsidP="007B2329">
      <w:r>
        <w:t>406.5470</w:t>
      </w:r>
      <w:r>
        <w:tab/>
        <w:t>1.013e0</w:t>
      </w:r>
    </w:p>
    <w:p w:rsidR="007B2329" w:rsidRDefault="007B2329" w:rsidP="007B2329">
      <w:r>
        <w:lastRenderedPageBreak/>
        <w:t>406.5681</w:t>
      </w:r>
      <w:r>
        <w:tab/>
        <w:t>3.038e0</w:t>
      </w:r>
    </w:p>
    <w:p w:rsidR="007B2329" w:rsidRDefault="007B2329" w:rsidP="007B2329">
      <w:r>
        <w:t>406.5711</w:t>
      </w:r>
      <w:r>
        <w:tab/>
        <w:t>4.051e0</w:t>
      </w:r>
    </w:p>
    <w:p w:rsidR="007B2329" w:rsidRDefault="007B2329" w:rsidP="007B2329">
      <w:r>
        <w:t>406.5898</w:t>
      </w:r>
      <w:r>
        <w:tab/>
        <w:t>1.013e0</w:t>
      </w:r>
    </w:p>
    <w:p w:rsidR="007B2329" w:rsidRDefault="007B2329" w:rsidP="007B2329">
      <w:r>
        <w:t>406.5916</w:t>
      </w:r>
      <w:r>
        <w:tab/>
        <w:t>2.025e0</w:t>
      </w:r>
    </w:p>
    <w:p w:rsidR="007B2329" w:rsidRDefault="007B2329" w:rsidP="007B2329">
      <w:r>
        <w:t>406.5944</w:t>
      </w:r>
      <w:r>
        <w:tab/>
        <w:t>2.025e0</w:t>
      </w:r>
    </w:p>
    <w:p w:rsidR="007B2329" w:rsidRDefault="007B2329" w:rsidP="007B2329">
      <w:r>
        <w:t>406.6052</w:t>
      </w:r>
      <w:r>
        <w:tab/>
        <w:t>6.076e0</w:t>
      </w:r>
    </w:p>
    <w:p w:rsidR="007B2329" w:rsidRDefault="007B2329" w:rsidP="007B2329">
      <w:r>
        <w:t>406.6323</w:t>
      </w:r>
      <w:r>
        <w:tab/>
        <w:t>1.013e0</w:t>
      </w:r>
    </w:p>
    <w:p w:rsidR="007B2329" w:rsidRDefault="007B2329" w:rsidP="007B2329">
      <w:r>
        <w:t>406.6348</w:t>
      </w:r>
      <w:r>
        <w:tab/>
        <w:t>3.038e0</w:t>
      </w:r>
    </w:p>
    <w:p w:rsidR="007B2329" w:rsidRDefault="007B2329" w:rsidP="007B2329">
      <w:r>
        <w:t>406.6361</w:t>
      </w:r>
      <w:r>
        <w:tab/>
        <w:t>1.013e0</w:t>
      </w:r>
    </w:p>
    <w:p w:rsidR="007B2329" w:rsidRDefault="007B2329" w:rsidP="007B2329">
      <w:r>
        <w:t>406.6506</w:t>
      </w:r>
      <w:r>
        <w:tab/>
        <w:t>8.779e0</w:t>
      </w:r>
    </w:p>
    <w:p w:rsidR="007B2329" w:rsidRDefault="007B2329" w:rsidP="007B2329">
      <w:r>
        <w:t>406.6577</w:t>
      </w:r>
      <w:r>
        <w:tab/>
        <w:t>1.013e0</w:t>
      </w:r>
    </w:p>
    <w:p w:rsidR="007B2329" w:rsidRDefault="007B2329" w:rsidP="007B2329">
      <w:r>
        <w:t>406.6734</w:t>
      </w:r>
      <w:r>
        <w:tab/>
        <w:t>2.025e0</w:t>
      </w:r>
    </w:p>
    <w:p w:rsidR="007B2329" w:rsidRDefault="007B2329" w:rsidP="007B2329">
      <w:r>
        <w:t>406.6789</w:t>
      </w:r>
      <w:r>
        <w:tab/>
        <w:t>2.025e0</w:t>
      </w:r>
    </w:p>
    <w:p w:rsidR="007B2329" w:rsidRDefault="007B2329" w:rsidP="007B2329">
      <w:r>
        <w:t>406.6841</w:t>
      </w:r>
      <w:r>
        <w:tab/>
        <w:t>1.013e0</w:t>
      </w:r>
    </w:p>
    <w:p w:rsidR="007B2329" w:rsidRDefault="007B2329" w:rsidP="007B2329">
      <w:r>
        <w:t>406.6895</w:t>
      </w:r>
      <w:r>
        <w:tab/>
        <w:t>3.065e0</w:t>
      </w:r>
    </w:p>
    <w:p w:rsidR="007B2329" w:rsidRDefault="007B2329" w:rsidP="007B2329">
      <w:r>
        <w:t>406.6931</w:t>
      </w:r>
      <w:r>
        <w:tab/>
        <w:t>2.025e0</w:t>
      </w:r>
    </w:p>
    <w:p w:rsidR="007B2329" w:rsidRDefault="007B2329" w:rsidP="007B2329">
      <w:r>
        <w:t>406.7090</w:t>
      </w:r>
      <w:r>
        <w:tab/>
        <w:t>2.025e0</w:t>
      </w:r>
    </w:p>
    <w:p w:rsidR="007B2329" w:rsidRDefault="007B2329" w:rsidP="007B2329">
      <w:r>
        <w:t>406.7271</w:t>
      </w:r>
      <w:r>
        <w:tab/>
        <w:t>2.025e0</w:t>
      </w:r>
    </w:p>
    <w:p w:rsidR="007B2329" w:rsidRDefault="007B2329" w:rsidP="007B2329">
      <w:r>
        <w:t>406.7342</w:t>
      </w:r>
      <w:r>
        <w:tab/>
        <w:t>5.063e0</w:t>
      </w:r>
    </w:p>
    <w:p w:rsidR="007B2329" w:rsidRDefault="007B2329" w:rsidP="007B2329">
      <w:r>
        <w:lastRenderedPageBreak/>
        <w:t>406.7408</w:t>
      </w:r>
      <w:r>
        <w:tab/>
        <w:t>5.063e0</w:t>
      </w:r>
    </w:p>
    <w:p w:rsidR="007B2329" w:rsidRDefault="007B2329" w:rsidP="007B2329">
      <w:r>
        <w:t>406.7489</w:t>
      </w:r>
      <w:r>
        <w:tab/>
        <w:t>5.063e0</w:t>
      </w:r>
    </w:p>
    <w:p w:rsidR="007B2329" w:rsidRDefault="007B2329" w:rsidP="007B2329">
      <w:r>
        <w:t>406.7816</w:t>
      </w:r>
      <w:r>
        <w:tab/>
        <w:t>6.966e0</w:t>
      </w:r>
    </w:p>
    <w:p w:rsidR="007B2329" w:rsidRDefault="007B2329" w:rsidP="007B2329">
      <w:r>
        <w:t>406.7851</w:t>
      </w:r>
      <w:r>
        <w:tab/>
        <w:t>1.215e1</w:t>
      </w:r>
    </w:p>
    <w:p w:rsidR="007B2329" w:rsidRDefault="007B2329" w:rsidP="007B2329">
      <w:r>
        <w:t>406.7989</w:t>
      </w:r>
      <w:r>
        <w:tab/>
        <w:t>3.038e0</w:t>
      </w:r>
    </w:p>
    <w:p w:rsidR="007B2329" w:rsidRDefault="007B2329" w:rsidP="007B2329">
      <w:r>
        <w:t>406.8031</w:t>
      </w:r>
      <w:r>
        <w:tab/>
        <w:t>1.013e0</w:t>
      </w:r>
    </w:p>
    <w:p w:rsidR="007B2329" w:rsidRDefault="007B2329" w:rsidP="007B2329">
      <w:r>
        <w:t>406.8289</w:t>
      </w:r>
      <w:r>
        <w:tab/>
        <w:t>3.051e0</w:t>
      </w:r>
    </w:p>
    <w:p w:rsidR="007B2329" w:rsidRDefault="007B2329" w:rsidP="007B2329">
      <w:r>
        <w:t>406.8335</w:t>
      </w:r>
      <w:r>
        <w:tab/>
        <w:t>2.852e0</w:t>
      </w:r>
    </w:p>
    <w:p w:rsidR="007B2329" w:rsidRDefault="007B2329" w:rsidP="007B2329">
      <w:r>
        <w:t>406.8443</w:t>
      </w:r>
      <w:r>
        <w:tab/>
        <w:t>4.051e0</w:t>
      </w:r>
    </w:p>
    <w:p w:rsidR="007B2329" w:rsidRDefault="007B2329" w:rsidP="007B2329">
      <w:r>
        <w:t>406.8540</w:t>
      </w:r>
      <w:r>
        <w:tab/>
        <w:t>4.051e0</w:t>
      </w:r>
    </w:p>
    <w:p w:rsidR="007B2329" w:rsidRDefault="007B2329" w:rsidP="007B2329">
      <w:r>
        <w:t>406.8673</w:t>
      </w:r>
      <w:r>
        <w:tab/>
        <w:t>2.025e0</w:t>
      </w:r>
    </w:p>
    <w:p w:rsidR="007B2329" w:rsidRDefault="007B2329" w:rsidP="007B2329">
      <w:r>
        <w:t>406.8707</w:t>
      </w:r>
      <w:r>
        <w:tab/>
        <w:t>1.013e0</w:t>
      </w:r>
    </w:p>
    <w:p w:rsidR="007B2329" w:rsidRDefault="007B2329" w:rsidP="007B2329">
      <w:r>
        <w:t>406.8734</w:t>
      </w:r>
      <w:r>
        <w:tab/>
        <w:t>3.038e0</w:t>
      </w:r>
    </w:p>
    <w:p w:rsidR="007B2329" w:rsidRDefault="007B2329" w:rsidP="007B2329">
      <w:r>
        <w:t>406.8904</w:t>
      </w:r>
      <w:r>
        <w:tab/>
        <w:t>2.025e0</w:t>
      </w:r>
    </w:p>
    <w:p w:rsidR="007B2329" w:rsidRDefault="007B2329" w:rsidP="007B2329">
      <w:r>
        <w:t>406.9354</w:t>
      </w:r>
      <w:r>
        <w:tab/>
        <w:t>1.013e0</w:t>
      </w:r>
    </w:p>
    <w:p w:rsidR="007B2329" w:rsidRDefault="007B2329" w:rsidP="007B2329">
      <w:r>
        <w:t>406.9388</w:t>
      </w:r>
      <w:r>
        <w:tab/>
        <w:t>3.972e0</w:t>
      </w:r>
    </w:p>
    <w:p w:rsidR="007B2329" w:rsidRDefault="007B2329" w:rsidP="007B2329">
      <w:r>
        <w:t>406.9436</w:t>
      </w:r>
      <w:r>
        <w:tab/>
        <w:t>3.038e0</w:t>
      </w:r>
    </w:p>
    <w:p w:rsidR="007B2329" w:rsidRDefault="007B2329" w:rsidP="007B2329">
      <w:r>
        <w:t>406.9526</w:t>
      </w:r>
      <w:r>
        <w:tab/>
        <w:t>1.013e0</w:t>
      </w:r>
    </w:p>
    <w:p w:rsidR="007B2329" w:rsidRDefault="007B2329" w:rsidP="007B2329">
      <w:r>
        <w:t>406.9745</w:t>
      </w:r>
      <w:r>
        <w:tab/>
        <w:t>3.038e0</w:t>
      </w:r>
    </w:p>
    <w:p w:rsidR="007B2329" w:rsidRDefault="007B2329" w:rsidP="007B2329">
      <w:r>
        <w:lastRenderedPageBreak/>
        <w:t>406.9785</w:t>
      </w:r>
      <w:r>
        <w:tab/>
        <w:t>1.013e0</w:t>
      </w:r>
    </w:p>
    <w:p w:rsidR="007B2329" w:rsidRDefault="007B2329" w:rsidP="007B2329">
      <w:r>
        <w:t>406.9806</w:t>
      </w:r>
      <w:r>
        <w:tab/>
        <w:t>2.025e0</w:t>
      </w:r>
    </w:p>
    <w:p w:rsidR="007B2329" w:rsidRDefault="007B2329" w:rsidP="007B2329">
      <w:r>
        <w:t>406.9916</w:t>
      </w:r>
      <w:r>
        <w:tab/>
        <w:t>1.013e0</w:t>
      </w:r>
    </w:p>
    <w:p w:rsidR="007B2329" w:rsidRDefault="007B2329" w:rsidP="007B2329">
      <w:r>
        <w:t>407.0000</w:t>
      </w:r>
      <w:r>
        <w:tab/>
        <w:t>1.013e0</w:t>
      </w:r>
    </w:p>
    <w:p w:rsidR="007B2329" w:rsidRDefault="007B2329" w:rsidP="007B2329">
      <w:r>
        <w:t>407.0023</w:t>
      </w:r>
      <w:r>
        <w:tab/>
        <w:t>3.038e0</w:t>
      </w:r>
    </w:p>
    <w:p w:rsidR="007B2329" w:rsidRDefault="007B2329" w:rsidP="007B2329">
      <w:r>
        <w:t>407.0176</w:t>
      </w:r>
      <w:r>
        <w:tab/>
        <w:t>3.038e0</w:t>
      </w:r>
    </w:p>
    <w:p w:rsidR="007B2329" w:rsidRDefault="007B2329" w:rsidP="007B2329">
      <w:r>
        <w:t>407.0327</w:t>
      </w:r>
      <w:r>
        <w:tab/>
        <w:t>2.025e0</w:t>
      </w:r>
    </w:p>
    <w:p w:rsidR="007B2329" w:rsidRDefault="007B2329" w:rsidP="007B2329">
      <w:r>
        <w:t>407.0394</w:t>
      </w:r>
      <w:r>
        <w:tab/>
        <w:t>2.025e0</w:t>
      </w:r>
    </w:p>
    <w:p w:rsidR="007B2329" w:rsidRDefault="007B2329" w:rsidP="007B2329">
      <w:r>
        <w:t>407.0421</w:t>
      </w:r>
      <w:r>
        <w:tab/>
        <w:t>3.038e0</w:t>
      </w:r>
    </w:p>
    <w:p w:rsidR="007B2329" w:rsidRDefault="007B2329" w:rsidP="007B2329">
      <w:r>
        <w:t>407.0488</w:t>
      </w:r>
      <w:r>
        <w:tab/>
        <w:t>4.051e0</w:t>
      </w:r>
    </w:p>
    <w:p w:rsidR="007B2329" w:rsidRDefault="007B2329" w:rsidP="007B2329">
      <w:r>
        <w:t>407.0540</w:t>
      </w:r>
      <w:r>
        <w:tab/>
        <w:t>6.076e0</w:t>
      </w:r>
    </w:p>
    <w:p w:rsidR="007B2329" w:rsidRDefault="007B2329" w:rsidP="007B2329">
      <w:r>
        <w:t>407.0602</w:t>
      </w:r>
      <w:r>
        <w:tab/>
        <w:t>4.051e0</w:t>
      </w:r>
    </w:p>
    <w:p w:rsidR="007B2329" w:rsidRDefault="007B2329" w:rsidP="007B2329">
      <w:r>
        <w:t>407.0825</w:t>
      </w:r>
      <w:r>
        <w:tab/>
        <w:t>2.025e0</w:t>
      </w:r>
    </w:p>
    <w:p w:rsidR="007B2329" w:rsidRDefault="007B2329" w:rsidP="007B2329">
      <w:r>
        <w:t>407.0854</w:t>
      </w:r>
      <w:r>
        <w:tab/>
        <w:t>5.063e0</w:t>
      </w:r>
    </w:p>
    <w:p w:rsidR="007B2329" w:rsidRDefault="007B2329" w:rsidP="007B2329">
      <w:r>
        <w:t>407.0983</w:t>
      </w:r>
      <w:r>
        <w:tab/>
        <w:t>1.013e0</w:t>
      </w:r>
    </w:p>
    <w:p w:rsidR="007B2329" w:rsidRDefault="007B2329" w:rsidP="007B2329">
      <w:r>
        <w:t>407.1009</w:t>
      </w:r>
      <w:r>
        <w:tab/>
        <w:t>2.025e0</w:t>
      </w:r>
    </w:p>
    <w:p w:rsidR="007B2329" w:rsidRDefault="007B2329" w:rsidP="007B2329">
      <w:r>
        <w:t>407.1124</w:t>
      </w:r>
      <w:r>
        <w:tab/>
        <w:t>3.038e0</w:t>
      </w:r>
    </w:p>
    <w:p w:rsidR="007B2329" w:rsidRDefault="007B2329" w:rsidP="007B2329">
      <w:r>
        <w:t>407.1149</w:t>
      </w:r>
      <w:r>
        <w:tab/>
        <w:t>1.013e0</w:t>
      </w:r>
    </w:p>
    <w:p w:rsidR="007B2329" w:rsidRDefault="007B2329" w:rsidP="007B2329">
      <w:r>
        <w:t>407.1365</w:t>
      </w:r>
      <w:r>
        <w:tab/>
        <w:t>1.013e0</w:t>
      </w:r>
    </w:p>
    <w:p w:rsidR="007B2329" w:rsidRDefault="007B2329" w:rsidP="007B2329">
      <w:r>
        <w:lastRenderedPageBreak/>
        <w:t>407.1541</w:t>
      </w:r>
      <w:r>
        <w:tab/>
        <w:t>1.013e1</w:t>
      </w:r>
    </w:p>
    <w:p w:rsidR="007B2329" w:rsidRDefault="007B2329" w:rsidP="007B2329">
      <w:r>
        <w:t>407.1666</w:t>
      </w:r>
      <w:r>
        <w:tab/>
        <w:t>4.340e0</w:t>
      </w:r>
    </w:p>
    <w:p w:rsidR="007B2329" w:rsidRDefault="007B2329" w:rsidP="007B2329">
      <w:r>
        <w:t>407.2168</w:t>
      </w:r>
      <w:r>
        <w:tab/>
        <w:t>1.941e1</w:t>
      </w:r>
    </w:p>
    <w:p w:rsidR="007B2329" w:rsidRDefault="007B2329" w:rsidP="007B2329">
      <w:r>
        <w:t>407.2191</w:t>
      </w:r>
      <w:r>
        <w:tab/>
        <w:t>3.115e1</w:t>
      </w:r>
    </w:p>
    <w:p w:rsidR="007B2329" w:rsidRDefault="007B2329" w:rsidP="007B2329">
      <w:r>
        <w:t>407.2206</w:t>
      </w:r>
      <w:r>
        <w:tab/>
        <w:t>1.875e1</w:t>
      </w:r>
    </w:p>
    <w:p w:rsidR="007B2329" w:rsidRDefault="007B2329" w:rsidP="007B2329">
      <w:r>
        <w:t>407.2220</w:t>
      </w:r>
      <w:r>
        <w:tab/>
        <w:t>1.142e2</w:t>
      </w:r>
    </w:p>
    <w:p w:rsidR="007B2329" w:rsidRDefault="007B2329" w:rsidP="007B2329">
      <w:r>
        <w:t>407.2253</w:t>
      </w:r>
      <w:r>
        <w:tab/>
        <w:t>1.203e1</w:t>
      </w:r>
    </w:p>
    <w:p w:rsidR="007B2329" w:rsidRDefault="007B2329" w:rsidP="007B2329">
      <w:r>
        <w:t>407.2297</w:t>
      </w:r>
      <w:r>
        <w:tab/>
        <w:t>2.761e0</w:t>
      </w:r>
    </w:p>
    <w:p w:rsidR="007B2329" w:rsidRDefault="007B2329" w:rsidP="007B2329">
      <w:r>
        <w:t>407.2694</w:t>
      </w:r>
      <w:r>
        <w:tab/>
        <w:t>1.013e0</w:t>
      </w:r>
    </w:p>
    <w:p w:rsidR="007B2329" w:rsidRDefault="007B2329" w:rsidP="007B2329">
      <w:r>
        <w:t>407.3019</w:t>
      </w:r>
      <w:r>
        <w:tab/>
        <w:t>2.160e0</w:t>
      </w:r>
    </w:p>
    <w:p w:rsidR="007B2329" w:rsidRDefault="007B2329" w:rsidP="007B2329">
      <w:r>
        <w:t>407.3084</w:t>
      </w:r>
      <w:r>
        <w:tab/>
        <w:t>1.045e0</w:t>
      </w:r>
    </w:p>
    <w:p w:rsidR="007B2329" w:rsidRDefault="007B2329" w:rsidP="007B2329">
      <w:r>
        <w:t>407.3103</w:t>
      </w:r>
      <w:r>
        <w:tab/>
        <w:t>5.773e0</w:t>
      </w:r>
    </w:p>
    <w:p w:rsidR="007B2329" w:rsidRDefault="007B2329" w:rsidP="007B2329">
      <w:r>
        <w:t>407.3120</w:t>
      </w:r>
      <w:r>
        <w:tab/>
        <w:t>1.013e0</w:t>
      </w:r>
    </w:p>
    <w:p w:rsidR="007B2329" w:rsidRDefault="007B2329" w:rsidP="007B2329">
      <w:r>
        <w:t>407.3456</w:t>
      </w:r>
      <w:r>
        <w:tab/>
        <w:t>4.944e0</w:t>
      </w:r>
    </w:p>
    <w:p w:rsidR="007B2329" w:rsidRDefault="007B2329" w:rsidP="007B2329">
      <w:r>
        <w:t>407.3494</w:t>
      </w:r>
      <w:r>
        <w:tab/>
        <w:t>3.887e0</w:t>
      </w:r>
    </w:p>
    <w:p w:rsidR="007B2329" w:rsidRDefault="007B2329" w:rsidP="007B2329">
      <w:r>
        <w:t>407.3693</w:t>
      </w:r>
      <w:r>
        <w:tab/>
        <w:t>2.025e0</w:t>
      </w:r>
    </w:p>
    <w:p w:rsidR="007B2329" w:rsidRDefault="007B2329" w:rsidP="007B2329">
      <w:r>
        <w:t>407.3720</w:t>
      </w:r>
      <w:r>
        <w:tab/>
        <w:t>7.593e0</w:t>
      </w:r>
    </w:p>
    <w:p w:rsidR="007B2329" w:rsidRDefault="007B2329" w:rsidP="007B2329">
      <w:r>
        <w:t>407.3761</w:t>
      </w:r>
      <w:r>
        <w:tab/>
        <w:t>1.013e0</w:t>
      </w:r>
    </w:p>
    <w:p w:rsidR="007B2329" w:rsidRDefault="007B2329" w:rsidP="007B2329">
      <w:r>
        <w:t>407.3809</w:t>
      </w:r>
      <w:r>
        <w:tab/>
        <w:t>1.013e0</w:t>
      </w:r>
    </w:p>
    <w:p w:rsidR="007B2329" w:rsidRDefault="007B2329" w:rsidP="007B2329">
      <w:r>
        <w:lastRenderedPageBreak/>
        <w:t>407.3857</w:t>
      </w:r>
      <w:r>
        <w:tab/>
        <w:t>4.051e0</w:t>
      </w:r>
    </w:p>
    <w:p w:rsidR="007B2329" w:rsidRDefault="007B2329" w:rsidP="007B2329">
      <w:r>
        <w:t>407.4042</w:t>
      </w:r>
      <w:r>
        <w:tab/>
        <w:t>2.025e0</w:t>
      </w:r>
    </w:p>
    <w:p w:rsidR="007B2329" w:rsidRDefault="007B2329" w:rsidP="007B2329">
      <w:r>
        <w:t>407.4062</w:t>
      </w:r>
      <w:r>
        <w:tab/>
        <w:t>2.025e0</w:t>
      </w:r>
    </w:p>
    <w:p w:rsidR="007B2329" w:rsidRDefault="007B2329" w:rsidP="007B2329">
      <w:r>
        <w:t>407.4241</w:t>
      </w:r>
      <w:r>
        <w:tab/>
        <w:t>1.013e0</w:t>
      </w:r>
    </w:p>
    <w:p w:rsidR="007B2329" w:rsidRDefault="007B2329" w:rsidP="007B2329">
      <w:r>
        <w:t>407.4312</w:t>
      </w:r>
      <w:r>
        <w:tab/>
        <w:t>1.013e0</w:t>
      </w:r>
    </w:p>
    <w:p w:rsidR="007B2329" w:rsidRDefault="007B2329" w:rsidP="007B2329">
      <w:r>
        <w:t>407.4324</w:t>
      </w:r>
      <w:r>
        <w:tab/>
        <w:t>3.038e0</w:t>
      </w:r>
    </w:p>
    <w:p w:rsidR="007B2329" w:rsidRDefault="007B2329" w:rsidP="007B2329">
      <w:r>
        <w:t>407.4362</w:t>
      </w:r>
      <w:r>
        <w:tab/>
        <w:t>1.013e0</w:t>
      </w:r>
    </w:p>
    <w:p w:rsidR="007B2329" w:rsidRDefault="007B2329" w:rsidP="007B2329">
      <w:r>
        <w:t>407.4457</w:t>
      </w:r>
      <w:r>
        <w:tab/>
        <w:t>1.013e0</w:t>
      </w:r>
    </w:p>
    <w:p w:rsidR="007B2329" w:rsidRDefault="007B2329" w:rsidP="007B2329">
      <w:r>
        <w:t>407.4508</w:t>
      </w:r>
      <w:r>
        <w:tab/>
        <w:t>2.025e0</w:t>
      </w:r>
    </w:p>
    <w:p w:rsidR="007B2329" w:rsidRDefault="007B2329" w:rsidP="007B2329">
      <w:r>
        <w:t>407.4588</w:t>
      </w:r>
      <w:r>
        <w:tab/>
        <w:t>3.038e0</w:t>
      </w:r>
    </w:p>
    <w:p w:rsidR="007B2329" w:rsidRDefault="007B2329" w:rsidP="007B2329">
      <w:r>
        <w:t>407.4790</w:t>
      </w:r>
      <w:r>
        <w:tab/>
        <w:t>1.013e0</w:t>
      </w:r>
    </w:p>
    <w:p w:rsidR="007B2329" w:rsidRDefault="007B2329" w:rsidP="007B2329">
      <w:r>
        <w:t>407.4815</w:t>
      </w:r>
      <w:r>
        <w:tab/>
        <w:t>3.038e0</w:t>
      </w:r>
    </w:p>
    <w:p w:rsidR="007B2329" w:rsidRDefault="007B2329" w:rsidP="007B2329">
      <w:r>
        <w:t>407.4895</w:t>
      </w:r>
      <w:r>
        <w:tab/>
        <w:t>3.038e0</w:t>
      </w:r>
    </w:p>
    <w:p w:rsidR="007B2329" w:rsidRDefault="007B2329" w:rsidP="007B2329">
      <w:r>
        <w:t>407.4973</w:t>
      </w:r>
      <w:r>
        <w:tab/>
        <w:t>3.038e0</w:t>
      </w:r>
    </w:p>
    <w:p w:rsidR="007B2329" w:rsidRDefault="007B2329" w:rsidP="007B2329">
      <w:r>
        <w:t>407.5067</w:t>
      </w:r>
      <w:r>
        <w:tab/>
        <w:t>4.051e0</w:t>
      </w:r>
    </w:p>
    <w:p w:rsidR="007B2329" w:rsidRDefault="007B2329" w:rsidP="007B2329">
      <w:r>
        <w:t>407.5211</w:t>
      </w:r>
      <w:r>
        <w:tab/>
        <w:t>2.025e0</w:t>
      </w:r>
    </w:p>
    <w:p w:rsidR="007B2329" w:rsidRDefault="007B2329" w:rsidP="007B2329">
      <w:r>
        <w:t>407.5498</w:t>
      </w:r>
      <w:r>
        <w:tab/>
        <w:t>2.025e0</w:t>
      </w:r>
    </w:p>
    <w:p w:rsidR="007B2329" w:rsidRDefault="007B2329" w:rsidP="007B2329">
      <w:r>
        <w:t>407.5524</w:t>
      </w:r>
      <w:r>
        <w:tab/>
        <w:t>3.038e0</w:t>
      </w:r>
    </w:p>
    <w:p w:rsidR="007B2329" w:rsidRDefault="007B2329" w:rsidP="007B2329">
      <w:r>
        <w:t>407.5729</w:t>
      </w:r>
      <w:r>
        <w:tab/>
        <w:t>2.230e0</w:t>
      </w:r>
    </w:p>
    <w:p w:rsidR="007B2329" w:rsidRDefault="007B2329" w:rsidP="007B2329">
      <w:r>
        <w:lastRenderedPageBreak/>
        <w:t>407.5859</w:t>
      </w:r>
      <w:r>
        <w:tab/>
        <w:t>3.038e0</w:t>
      </w:r>
    </w:p>
    <w:p w:rsidR="007B2329" w:rsidRDefault="007B2329" w:rsidP="007B2329">
      <w:r>
        <w:t>407.6009</w:t>
      </w:r>
      <w:r>
        <w:tab/>
        <w:t>3.889e0</w:t>
      </w:r>
    </w:p>
    <w:p w:rsidR="007B2329" w:rsidRDefault="007B2329" w:rsidP="007B2329">
      <w:r>
        <w:t>407.6091</w:t>
      </w:r>
      <w:r>
        <w:tab/>
        <w:t>7.089e0</w:t>
      </w:r>
    </w:p>
    <w:p w:rsidR="007B2329" w:rsidRDefault="007B2329" w:rsidP="007B2329">
      <w:r>
        <w:t>407.6110</w:t>
      </w:r>
      <w:r>
        <w:tab/>
        <w:t>1.013e0</w:t>
      </w:r>
    </w:p>
    <w:p w:rsidR="007B2329" w:rsidRDefault="007B2329" w:rsidP="007B2329">
      <w:r>
        <w:t>407.6287</w:t>
      </w:r>
      <w:r>
        <w:tab/>
        <w:t>1.013e0</w:t>
      </w:r>
    </w:p>
    <w:p w:rsidR="007B2329" w:rsidRDefault="007B2329" w:rsidP="007B2329">
      <w:r>
        <w:t>407.6530</w:t>
      </w:r>
      <w:r>
        <w:tab/>
        <w:t>3.038e0</w:t>
      </w:r>
    </w:p>
    <w:p w:rsidR="007B2329" w:rsidRDefault="007B2329" w:rsidP="007B2329">
      <w:r>
        <w:t>407.6541</w:t>
      </w:r>
      <w:r>
        <w:tab/>
        <w:t>1.013e0</w:t>
      </w:r>
    </w:p>
    <w:p w:rsidR="007B2329" w:rsidRDefault="007B2329" w:rsidP="007B2329">
      <w:r>
        <w:t>407.6713</w:t>
      </w:r>
      <w:r>
        <w:tab/>
        <w:t>1.013e0</w:t>
      </w:r>
    </w:p>
    <w:p w:rsidR="007B2329" w:rsidRDefault="007B2329" w:rsidP="007B2329">
      <w:r>
        <w:t>407.6891</w:t>
      </w:r>
      <w:r>
        <w:tab/>
        <w:t>1.013e0</w:t>
      </w:r>
    </w:p>
    <w:p w:rsidR="007B2329" w:rsidRDefault="007B2329" w:rsidP="007B2329">
      <w:r>
        <w:t>407.7000</w:t>
      </w:r>
      <w:r>
        <w:tab/>
        <w:t>3.038e0</w:t>
      </w:r>
    </w:p>
    <w:p w:rsidR="007B2329" w:rsidRDefault="007B2329" w:rsidP="007B2329">
      <w:r>
        <w:t>407.7046</w:t>
      </w:r>
      <w:r>
        <w:tab/>
        <w:t>1.013e0</w:t>
      </w:r>
    </w:p>
    <w:p w:rsidR="007B2329" w:rsidRDefault="007B2329" w:rsidP="007B2329">
      <w:r>
        <w:t>407.7116</w:t>
      </w:r>
      <w:r>
        <w:tab/>
        <w:t>2.025e0</w:t>
      </w:r>
    </w:p>
    <w:p w:rsidR="007B2329" w:rsidRDefault="007B2329" w:rsidP="007B2329">
      <w:r>
        <w:t>407.7141</w:t>
      </w:r>
      <w:r>
        <w:tab/>
        <w:t>3.038e0</w:t>
      </w:r>
    </w:p>
    <w:p w:rsidR="007B2329" w:rsidRDefault="007B2329" w:rsidP="007B2329">
      <w:r>
        <w:t>407.7309</w:t>
      </w:r>
      <w:r>
        <w:tab/>
        <w:t>4.051e0</w:t>
      </w:r>
    </w:p>
    <w:p w:rsidR="007B2329" w:rsidRDefault="007B2329" w:rsidP="007B2329">
      <w:r>
        <w:t>407.7478</w:t>
      </w:r>
      <w:r>
        <w:tab/>
        <w:t>1.013e0</w:t>
      </w:r>
    </w:p>
    <w:p w:rsidR="007B2329" w:rsidRDefault="007B2329" w:rsidP="007B2329">
      <w:r>
        <w:t>407.7622</w:t>
      </w:r>
      <w:r>
        <w:tab/>
        <w:t>1.013e0</w:t>
      </w:r>
    </w:p>
    <w:p w:rsidR="007B2329" w:rsidRDefault="007B2329" w:rsidP="007B2329">
      <w:r>
        <w:t>407.7701</w:t>
      </w:r>
      <w:r>
        <w:tab/>
        <w:t>4.056e0</w:t>
      </w:r>
    </w:p>
    <w:p w:rsidR="007B2329" w:rsidRDefault="007B2329" w:rsidP="007B2329">
      <w:r>
        <w:t>407.7737</w:t>
      </w:r>
      <w:r>
        <w:tab/>
        <w:t>4.051e0</w:t>
      </w:r>
    </w:p>
    <w:p w:rsidR="007B2329" w:rsidRDefault="007B2329" w:rsidP="007B2329">
      <w:r>
        <w:t>407.7934</w:t>
      </w:r>
      <w:r>
        <w:tab/>
        <w:t>2.025e0</w:t>
      </w:r>
    </w:p>
    <w:p w:rsidR="007B2329" w:rsidRDefault="007B2329" w:rsidP="007B2329">
      <w:r>
        <w:lastRenderedPageBreak/>
        <w:t>407.7945</w:t>
      </w:r>
      <w:r>
        <w:tab/>
        <w:t>3.038e0</w:t>
      </w:r>
    </w:p>
    <w:p w:rsidR="007B2329" w:rsidRDefault="007B2329" w:rsidP="007B2329">
      <w:r>
        <w:t>407.8280</w:t>
      </w:r>
      <w:r>
        <w:tab/>
        <w:t>3.038e0</w:t>
      </w:r>
    </w:p>
    <w:p w:rsidR="007B2329" w:rsidRDefault="007B2329" w:rsidP="007B2329">
      <w:r>
        <w:t>407.8442</w:t>
      </w:r>
      <w:r>
        <w:tab/>
        <w:t>2.025e0</w:t>
      </w:r>
    </w:p>
    <w:p w:rsidR="007B2329" w:rsidRDefault="007B2329" w:rsidP="007B2329">
      <w:r>
        <w:t>407.8482</w:t>
      </w:r>
      <w:r>
        <w:tab/>
        <w:t>4.051e0</w:t>
      </w:r>
    </w:p>
    <w:p w:rsidR="007B2329" w:rsidRDefault="007B2329" w:rsidP="007B2329">
      <w:r>
        <w:t>407.8500</w:t>
      </w:r>
      <w:r>
        <w:tab/>
        <w:t>5.063e0</w:t>
      </w:r>
    </w:p>
    <w:p w:rsidR="007B2329" w:rsidRDefault="007B2329" w:rsidP="007B2329">
      <w:r>
        <w:t>407.8701</w:t>
      </w:r>
      <w:r>
        <w:tab/>
        <w:t>1.013e0</w:t>
      </w:r>
    </w:p>
    <w:p w:rsidR="007B2329" w:rsidRDefault="007B2329" w:rsidP="007B2329">
      <w:r>
        <w:t>407.8848</w:t>
      </w:r>
      <w:r>
        <w:tab/>
        <w:t>2.025e0</w:t>
      </w:r>
    </w:p>
    <w:p w:rsidR="007B2329" w:rsidRDefault="007B2329" w:rsidP="007B2329">
      <w:r>
        <w:t>407.8916</w:t>
      </w:r>
      <w:r>
        <w:tab/>
        <w:t>1.013e0</w:t>
      </w:r>
    </w:p>
    <w:p w:rsidR="007B2329" w:rsidRDefault="007B2329" w:rsidP="007B2329">
      <w:r>
        <w:t>407.9240</w:t>
      </w:r>
      <w:r>
        <w:tab/>
        <w:t>1.013e0</w:t>
      </w:r>
    </w:p>
    <w:p w:rsidR="007B2329" w:rsidRDefault="007B2329" w:rsidP="007B2329">
      <w:r>
        <w:t>407.9346</w:t>
      </w:r>
      <w:r>
        <w:tab/>
        <w:t>4.051e0</w:t>
      </w:r>
    </w:p>
    <w:p w:rsidR="007B2329" w:rsidRDefault="007B2329" w:rsidP="007B2329">
      <w:r>
        <w:t>407.9443</w:t>
      </w:r>
      <w:r>
        <w:tab/>
        <w:t>2.595e0</w:t>
      </w:r>
    </w:p>
    <w:p w:rsidR="007B2329" w:rsidRDefault="007B2329" w:rsidP="007B2329">
      <w:r>
        <w:t>407.9455</w:t>
      </w:r>
      <w:r>
        <w:tab/>
        <w:t>4.051e0</w:t>
      </w:r>
    </w:p>
    <w:p w:rsidR="007B2329" w:rsidRDefault="007B2329" w:rsidP="007B2329">
      <w:r>
        <w:t>407.9478</w:t>
      </w:r>
      <w:r>
        <w:tab/>
        <w:t>2.025e0</w:t>
      </w:r>
    </w:p>
    <w:p w:rsidR="007B2329" w:rsidRDefault="007B2329" w:rsidP="007B2329">
      <w:r>
        <w:t>407.9493</w:t>
      </w:r>
      <w:r>
        <w:tab/>
        <w:t>1.013e0</w:t>
      </w:r>
    </w:p>
    <w:p w:rsidR="007B2329" w:rsidRDefault="007B2329" w:rsidP="007B2329">
      <w:r>
        <w:t>407.9535</w:t>
      </w:r>
      <w:r>
        <w:tab/>
        <w:t>2.025e0</w:t>
      </w:r>
    </w:p>
    <w:p w:rsidR="007B2329" w:rsidRDefault="007B2329" w:rsidP="007B2329">
      <w:r>
        <w:t>407.9925</w:t>
      </w:r>
      <w:r>
        <w:tab/>
        <w:t>1.013e0</w:t>
      </w:r>
    </w:p>
    <w:p w:rsidR="007B2329" w:rsidRDefault="007B2329" w:rsidP="007B2329">
      <w:r>
        <w:t>407.9949</w:t>
      </w:r>
      <w:r>
        <w:tab/>
        <w:t>2.025e0</w:t>
      </w:r>
    </w:p>
    <w:p w:rsidR="007B2329" w:rsidRDefault="007B2329" w:rsidP="007B2329">
      <w:r>
        <w:t>408.0056</w:t>
      </w:r>
      <w:r>
        <w:tab/>
        <w:t>1.013e0</w:t>
      </w:r>
    </w:p>
    <w:p w:rsidR="007B2329" w:rsidRDefault="007B2329" w:rsidP="007B2329">
      <w:r>
        <w:t>408.0269</w:t>
      </w:r>
      <w:r>
        <w:tab/>
        <w:t>2.025e0</w:t>
      </w:r>
    </w:p>
    <w:p w:rsidR="007B2329" w:rsidRDefault="007B2329" w:rsidP="007B2329">
      <w:r>
        <w:lastRenderedPageBreak/>
        <w:t>408.0305</w:t>
      </w:r>
      <w:r>
        <w:tab/>
        <w:t>4.051e0</w:t>
      </w:r>
    </w:p>
    <w:p w:rsidR="007B2329" w:rsidRDefault="007B2329" w:rsidP="007B2329">
      <w:r>
        <w:t>408.0356</w:t>
      </w:r>
      <w:r>
        <w:tab/>
        <w:t>1.013e0</w:t>
      </w:r>
    </w:p>
    <w:p w:rsidR="007B2329" w:rsidRDefault="007B2329" w:rsidP="007B2329">
      <w:r>
        <w:t>408.0376</w:t>
      </w:r>
      <w:r>
        <w:tab/>
        <w:t>2.025e0</w:t>
      </w:r>
    </w:p>
    <w:p w:rsidR="007B2329" w:rsidRDefault="007B2329" w:rsidP="007B2329">
      <w:r>
        <w:t>408.0521</w:t>
      </w:r>
      <w:r>
        <w:tab/>
        <w:t>1.013e0</w:t>
      </w:r>
    </w:p>
    <w:p w:rsidR="007B2329" w:rsidRDefault="007B2329" w:rsidP="007B2329">
      <w:r>
        <w:t>408.0808</w:t>
      </w:r>
      <w:r>
        <w:tab/>
        <w:t>2.038e0</w:t>
      </w:r>
    </w:p>
    <w:p w:rsidR="007B2329" w:rsidRDefault="007B2329" w:rsidP="007B2329">
      <w:r>
        <w:t>408.0967</w:t>
      </w:r>
      <w:r>
        <w:tab/>
        <w:t>2.025e0</w:t>
      </w:r>
    </w:p>
    <w:p w:rsidR="007B2329" w:rsidRDefault="007B2329" w:rsidP="007B2329">
      <w:r>
        <w:t>408.1004</w:t>
      </w:r>
      <w:r>
        <w:tab/>
        <w:t>2.025e0</w:t>
      </w:r>
    </w:p>
    <w:p w:rsidR="007B2329" w:rsidRDefault="007B2329" w:rsidP="007B2329">
      <w:r>
        <w:t>408.1036</w:t>
      </w:r>
      <w:r>
        <w:tab/>
        <w:t>5.063e0</w:t>
      </w:r>
    </w:p>
    <w:p w:rsidR="007B2329" w:rsidRDefault="007B2329" w:rsidP="007B2329">
      <w:r>
        <w:t>408.1077</w:t>
      </w:r>
      <w:r>
        <w:tab/>
        <w:t>1.013e0</w:t>
      </w:r>
    </w:p>
    <w:p w:rsidR="007B2329" w:rsidRDefault="007B2329" w:rsidP="007B2329">
      <w:r>
        <w:t>408.1294</w:t>
      </w:r>
      <w:r>
        <w:tab/>
        <w:t>1.013e0</w:t>
      </w:r>
    </w:p>
    <w:p w:rsidR="007B2329" w:rsidRDefault="007B2329" w:rsidP="007B2329">
      <w:r>
        <w:t>408.1338</w:t>
      </w:r>
      <w:r>
        <w:tab/>
        <w:t>2.025e0</w:t>
      </w:r>
    </w:p>
    <w:p w:rsidR="007B2329" w:rsidRDefault="007B2329" w:rsidP="007B2329">
      <w:r>
        <w:t>408.1556</w:t>
      </w:r>
      <w:r>
        <w:tab/>
        <w:t>2.623e0</w:t>
      </w:r>
    </w:p>
    <w:p w:rsidR="007B2329" w:rsidRDefault="007B2329" w:rsidP="007B2329">
      <w:r>
        <w:t>408.1590</w:t>
      </w:r>
      <w:r>
        <w:tab/>
        <w:t>1.904e0</w:t>
      </w:r>
    </w:p>
    <w:p w:rsidR="007B2329" w:rsidRDefault="007B2329" w:rsidP="007B2329">
      <w:r>
        <w:t>408.1637</w:t>
      </w:r>
      <w:r>
        <w:tab/>
        <w:t>5.507e0</w:t>
      </w:r>
    </w:p>
    <w:p w:rsidR="007B2329" w:rsidRDefault="007B2329" w:rsidP="007B2329">
      <w:r>
        <w:t>408.1654</w:t>
      </w:r>
      <w:r>
        <w:tab/>
        <w:t>5.954e0</w:t>
      </w:r>
    </w:p>
    <w:p w:rsidR="007B2329" w:rsidRDefault="007B2329" w:rsidP="007B2329">
      <w:r>
        <w:t>408.1673</w:t>
      </w:r>
      <w:r>
        <w:tab/>
        <w:t>2.690e0</w:t>
      </w:r>
    </w:p>
    <w:p w:rsidR="007B2329" w:rsidRDefault="007B2329" w:rsidP="007B2329">
      <w:r>
        <w:t>408.1789</w:t>
      </w:r>
      <w:r>
        <w:tab/>
        <w:t>1.665e0</w:t>
      </w:r>
    </w:p>
    <w:p w:rsidR="007B2329" w:rsidRDefault="007B2329" w:rsidP="007B2329">
      <w:r>
        <w:t>408.1940</w:t>
      </w:r>
      <w:r>
        <w:tab/>
        <w:t>1.013e0</w:t>
      </w:r>
    </w:p>
    <w:p w:rsidR="007B2329" w:rsidRDefault="007B2329" w:rsidP="007B2329">
      <w:r>
        <w:t>408.2137</w:t>
      </w:r>
      <w:r>
        <w:tab/>
        <w:t>1.757e0</w:t>
      </w:r>
    </w:p>
    <w:p w:rsidR="007B2329" w:rsidRDefault="007B2329" w:rsidP="007B2329">
      <w:r>
        <w:lastRenderedPageBreak/>
        <w:t>408.2411</w:t>
      </w:r>
      <w:r>
        <w:tab/>
        <w:t>2.025e0</w:t>
      </w:r>
    </w:p>
    <w:p w:rsidR="007B2329" w:rsidRDefault="007B2329" w:rsidP="007B2329">
      <w:r>
        <w:t>408.3224</w:t>
      </w:r>
      <w:r>
        <w:tab/>
        <w:t>1.013e0</w:t>
      </w:r>
    </w:p>
    <w:p w:rsidR="007B2329" w:rsidRDefault="007B2329" w:rsidP="007B2329">
      <w:r>
        <w:t>408.3234</w:t>
      </w:r>
      <w:r>
        <w:tab/>
        <w:t>4.760e0</w:t>
      </w:r>
    </w:p>
    <w:p w:rsidR="007B2329" w:rsidRDefault="007B2329" w:rsidP="007B2329">
      <w:r>
        <w:t>408.3263</w:t>
      </w:r>
      <w:r>
        <w:tab/>
        <w:t>1.013e0</w:t>
      </w:r>
    </w:p>
    <w:p w:rsidR="007B2329" w:rsidRDefault="007B2329" w:rsidP="007B2329">
      <w:r>
        <w:t>408.3600</w:t>
      </w:r>
      <w:r>
        <w:tab/>
        <w:t>4.051e0</w:t>
      </w:r>
    </w:p>
    <w:p w:rsidR="007B2329" w:rsidRDefault="007B2329" w:rsidP="007B2329">
      <w:r>
        <w:t>408.3809</w:t>
      </w:r>
      <w:r>
        <w:tab/>
        <w:t>2.025e0</w:t>
      </w:r>
    </w:p>
    <w:p w:rsidR="007B2329" w:rsidRDefault="007B2329" w:rsidP="007B2329">
      <w:r>
        <w:t>408.3907</w:t>
      </w:r>
      <w:r>
        <w:tab/>
        <w:t>6.076e0</w:t>
      </w:r>
    </w:p>
    <w:p w:rsidR="007B2329" w:rsidRDefault="007B2329" w:rsidP="007B2329">
      <w:r>
        <w:t>408.4184</w:t>
      </w:r>
      <w:r>
        <w:tab/>
        <w:t>2.025e0</w:t>
      </w:r>
    </w:p>
    <w:p w:rsidR="007B2329" w:rsidRDefault="007B2329" w:rsidP="007B2329">
      <w:r>
        <w:t>408.4247</w:t>
      </w:r>
      <w:r>
        <w:tab/>
        <w:t>2.025e0</w:t>
      </w:r>
    </w:p>
    <w:p w:rsidR="007B2329" w:rsidRDefault="007B2329" w:rsidP="007B2329">
      <w:r>
        <w:t>408.4291</w:t>
      </w:r>
      <w:r>
        <w:tab/>
        <w:t>1.013e0</w:t>
      </w:r>
    </w:p>
    <w:p w:rsidR="007B2329" w:rsidRDefault="007B2329" w:rsidP="007B2329">
      <w:r>
        <w:t>408.4310</w:t>
      </w:r>
      <w:r>
        <w:tab/>
        <w:t>4.051e0</w:t>
      </w:r>
    </w:p>
    <w:p w:rsidR="007B2329" w:rsidRDefault="007B2329" w:rsidP="007B2329">
      <w:r>
        <w:t>408.4390</w:t>
      </w:r>
      <w:r>
        <w:tab/>
        <w:t>1.013e0</w:t>
      </w:r>
    </w:p>
    <w:p w:rsidR="007B2329" w:rsidRDefault="007B2329" w:rsidP="007B2329">
      <w:r>
        <w:t>408.4417</w:t>
      </w:r>
      <w:r>
        <w:tab/>
        <w:t>2.025e0</w:t>
      </w:r>
    </w:p>
    <w:p w:rsidR="007B2329" w:rsidRDefault="007B2329" w:rsidP="007B2329">
      <w:r>
        <w:t>408.4504</w:t>
      </w:r>
      <w:r>
        <w:tab/>
        <w:t>1.013e0</w:t>
      </w:r>
    </w:p>
    <w:p w:rsidR="007B2329" w:rsidRDefault="007B2329" w:rsidP="007B2329">
      <w:r>
        <w:t>408.4824</w:t>
      </w:r>
      <w:r>
        <w:tab/>
        <w:t>2.025e0</w:t>
      </w:r>
    </w:p>
    <w:p w:rsidR="007B2329" w:rsidRDefault="007B2329" w:rsidP="007B2329">
      <w:r>
        <w:t>408.4895</w:t>
      </w:r>
      <w:r>
        <w:tab/>
        <w:t>1.013e0</w:t>
      </w:r>
    </w:p>
    <w:p w:rsidR="007B2329" w:rsidRDefault="007B2329" w:rsidP="007B2329">
      <w:r>
        <w:t>408.4967</w:t>
      </w:r>
      <w:r>
        <w:tab/>
        <w:t>1.013e0</w:t>
      </w:r>
    </w:p>
    <w:p w:rsidR="007B2329" w:rsidRDefault="007B2329" w:rsidP="007B2329">
      <w:r>
        <w:t>408.5170</w:t>
      </w:r>
      <w:r>
        <w:tab/>
        <w:t>3.038e0</w:t>
      </w:r>
    </w:p>
    <w:p w:rsidR="007B2329" w:rsidRDefault="007B2329" w:rsidP="007B2329">
      <w:r>
        <w:t>408.5184</w:t>
      </w:r>
      <w:r>
        <w:tab/>
        <w:t>1.013e0</w:t>
      </w:r>
    </w:p>
    <w:p w:rsidR="007B2329" w:rsidRDefault="007B2329" w:rsidP="007B2329">
      <w:r>
        <w:lastRenderedPageBreak/>
        <w:t>408.5359</w:t>
      </w:r>
      <w:r>
        <w:tab/>
        <w:t>1.013e0</w:t>
      </w:r>
    </w:p>
    <w:p w:rsidR="007B2329" w:rsidRDefault="007B2329" w:rsidP="007B2329">
      <w:r>
        <w:t>408.5400</w:t>
      </w:r>
      <w:r>
        <w:tab/>
        <w:t>1.013e0</w:t>
      </w:r>
    </w:p>
    <w:p w:rsidR="007B2329" w:rsidRDefault="007B2329" w:rsidP="007B2329">
      <w:r>
        <w:t>408.5479</w:t>
      </w:r>
      <w:r>
        <w:tab/>
        <w:t>7.089e0</w:t>
      </w:r>
    </w:p>
    <w:p w:rsidR="007B2329" w:rsidRDefault="007B2329" w:rsidP="007B2329">
      <w:r>
        <w:t>408.5657</w:t>
      </w:r>
      <w:r>
        <w:tab/>
        <w:t>2.025e0</w:t>
      </w:r>
    </w:p>
    <w:p w:rsidR="007B2329" w:rsidRDefault="007B2329" w:rsidP="007B2329">
      <w:r>
        <w:t>408.5826</w:t>
      </w:r>
      <w:r>
        <w:tab/>
        <w:t>3.038e0</w:t>
      </w:r>
    </w:p>
    <w:p w:rsidR="007B2329" w:rsidRDefault="007B2329" w:rsidP="007B2329">
      <w:r>
        <w:t>408.5965</w:t>
      </w:r>
      <w:r>
        <w:tab/>
        <w:t>4.051e0</w:t>
      </w:r>
    </w:p>
    <w:p w:rsidR="007B2329" w:rsidRDefault="007B2329" w:rsidP="007B2329">
      <w:r>
        <w:t>408.6148</w:t>
      </w:r>
      <w:r>
        <w:tab/>
        <w:t>2.025e0</w:t>
      </w:r>
    </w:p>
    <w:p w:rsidR="007B2329" w:rsidRDefault="007B2329" w:rsidP="007B2329">
      <w:r>
        <w:t>408.6356</w:t>
      </w:r>
      <w:r>
        <w:tab/>
        <w:t>2.025e0</w:t>
      </w:r>
    </w:p>
    <w:p w:rsidR="007B2329" w:rsidRDefault="007B2329" w:rsidP="007B2329">
      <w:r>
        <w:t>408.6374</w:t>
      </w:r>
      <w:r>
        <w:tab/>
        <w:t>2.025e0</w:t>
      </w:r>
    </w:p>
    <w:p w:rsidR="007B2329" w:rsidRDefault="007B2329" w:rsidP="007B2329">
      <w:r>
        <w:t>408.6642</w:t>
      </w:r>
      <w:r>
        <w:tab/>
        <w:t>2.025e0</w:t>
      </w:r>
    </w:p>
    <w:p w:rsidR="007B2329" w:rsidRDefault="007B2329" w:rsidP="007B2329">
      <w:r>
        <w:t>408.6659</w:t>
      </w:r>
      <w:r>
        <w:tab/>
        <w:t>1.025e0</w:t>
      </w:r>
    </w:p>
    <w:p w:rsidR="007B2329" w:rsidRDefault="007B2329" w:rsidP="007B2329">
      <w:r>
        <w:t>408.6699</w:t>
      </w:r>
      <w:r>
        <w:tab/>
        <w:t>3.038e0</w:t>
      </w:r>
    </w:p>
    <w:p w:rsidR="007B2329" w:rsidRDefault="007B2329" w:rsidP="007B2329">
      <w:r>
        <w:t>408.6749</w:t>
      </w:r>
      <w:r>
        <w:tab/>
        <w:t>3.038e0</w:t>
      </w:r>
    </w:p>
    <w:p w:rsidR="007B2329" w:rsidRDefault="007B2329" w:rsidP="007B2329">
      <w:r>
        <w:t>408.6943</w:t>
      </w:r>
      <w:r>
        <w:tab/>
        <w:t>2.025e0</w:t>
      </w:r>
    </w:p>
    <w:p w:rsidR="007B2329" w:rsidRDefault="007B2329" w:rsidP="007B2329">
      <w:r>
        <w:t>408.6987</w:t>
      </w:r>
      <w:r>
        <w:tab/>
        <w:t>1.013e0</w:t>
      </w:r>
    </w:p>
    <w:p w:rsidR="007B2329" w:rsidRDefault="007B2329" w:rsidP="007B2329">
      <w:r>
        <w:t>408.7030</w:t>
      </w:r>
      <w:r>
        <w:tab/>
        <w:t>1.013e0</w:t>
      </w:r>
    </w:p>
    <w:p w:rsidR="007B2329" w:rsidRDefault="007B2329" w:rsidP="007B2329">
      <w:r>
        <w:t>408.7089</w:t>
      </w:r>
      <w:r>
        <w:tab/>
        <w:t>2.025e0</w:t>
      </w:r>
    </w:p>
    <w:p w:rsidR="007B2329" w:rsidRDefault="007B2329" w:rsidP="007B2329">
      <w:r>
        <w:t>408.7145</w:t>
      </w:r>
      <w:r>
        <w:tab/>
        <w:t>2.038e0</w:t>
      </w:r>
    </w:p>
    <w:p w:rsidR="007B2329" w:rsidRDefault="007B2329" w:rsidP="007B2329">
      <w:r>
        <w:t>408.7244</w:t>
      </w:r>
      <w:r>
        <w:tab/>
        <w:t>1.013e0</w:t>
      </w:r>
    </w:p>
    <w:p w:rsidR="007B2329" w:rsidRDefault="007B2329" w:rsidP="007B2329">
      <w:r>
        <w:lastRenderedPageBreak/>
        <w:t>408.7566</w:t>
      </w:r>
      <w:r>
        <w:tab/>
        <w:t>2.025e0</w:t>
      </w:r>
    </w:p>
    <w:p w:rsidR="007B2329" w:rsidRDefault="007B2329" w:rsidP="007B2329">
      <w:r>
        <w:t>408.7637</w:t>
      </w:r>
      <w:r>
        <w:tab/>
        <w:t>3.038e0</w:t>
      </w:r>
    </w:p>
    <w:p w:rsidR="007B2329" w:rsidRDefault="007B2329" w:rsidP="007B2329">
      <w:r>
        <w:t>408.7654</w:t>
      </w:r>
      <w:r>
        <w:tab/>
        <w:t>3.038e0</w:t>
      </w:r>
    </w:p>
    <w:p w:rsidR="007B2329" w:rsidRDefault="007B2329" w:rsidP="007B2329">
      <w:r>
        <w:t>408.7925</w:t>
      </w:r>
      <w:r>
        <w:tab/>
        <w:t>5.063e0</w:t>
      </w:r>
    </w:p>
    <w:p w:rsidR="007B2329" w:rsidRDefault="007B2329" w:rsidP="007B2329">
      <w:r>
        <w:t>408.7993</w:t>
      </w:r>
      <w:r>
        <w:tab/>
        <w:t>2.025e0</w:t>
      </w:r>
    </w:p>
    <w:p w:rsidR="007B2329" w:rsidRDefault="007B2329" w:rsidP="007B2329">
      <w:r>
        <w:t>408.8428</w:t>
      </w:r>
      <w:r>
        <w:tab/>
        <w:t>1.013e0</w:t>
      </w:r>
    </w:p>
    <w:p w:rsidR="007B2329" w:rsidRDefault="007B2329" w:rsidP="007B2329">
      <w:r>
        <w:t>408.8453</w:t>
      </w:r>
      <w:r>
        <w:tab/>
        <w:t>2.025e0</w:t>
      </w:r>
    </w:p>
    <w:p w:rsidR="007B2329" w:rsidRDefault="007B2329" w:rsidP="007B2329">
      <w:r>
        <w:t>408.8466</w:t>
      </w:r>
      <w:r>
        <w:tab/>
        <w:t>2.025e0</w:t>
      </w:r>
    </w:p>
    <w:p w:rsidR="007B2329" w:rsidRDefault="007B2329" w:rsidP="007B2329">
      <w:r>
        <w:t>408.8573</w:t>
      </w:r>
      <w:r>
        <w:tab/>
        <w:t>2.025e0</w:t>
      </w:r>
    </w:p>
    <w:p w:rsidR="007B2329" w:rsidRDefault="007B2329" w:rsidP="007B2329">
      <w:r>
        <w:t>408.8703</w:t>
      </w:r>
      <w:r>
        <w:tab/>
        <w:t>1.013e0</w:t>
      </w:r>
    </w:p>
    <w:p w:rsidR="007B2329" w:rsidRDefault="007B2329" w:rsidP="007B2329">
      <w:r>
        <w:t>408.8945</w:t>
      </w:r>
      <w:r>
        <w:tab/>
        <w:t>3.038e0</w:t>
      </w:r>
    </w:p>
    <w:p w:rsidR="007B2329" w:rsidRDefault="007B2329" w:rsidP="007B2329">
      <w:r>
        <w:t>408.9030</w:t>
      </w:r>
      <w:r>
        <w:tab/>
        <w:t>5.063e0</w:t>
      </w:r>
    </w:p>
    <w:p w:rsidR="007B2329" w:rsidRDefault="007B2329" w:rsidP="007B2329">
      <w:r>
        <w:t>408.9202</w:t>
      </w:r>
      <w:r>
        <w:tab/>
        <w:t>2.025e0</w:t>
      </w:r>
    </w:p>
    <w:p w:rsidR="007B2329" w:rsidRDefault="007B2329" w:rsidP="007B2329">
      <w:r>
        <w:t>408.9276</w:t>
      </w:r>
      <w:r>
        <w:tab/>
        <w:t>2.025e0</w:t>
      </w:r>
    </w:p>
    <w:p w:rsidR="007B2329" w:rsidRDefault="007B2329" w:rsidP="007B2329">
      <w:r>
        <w:t>408.9294</w:t>
      </w:r>
      <w:r>
        <w:tab/>
        <w:t>1.013e0</w:t>
      </w:r>
    </w:p>
    <w:p w:rsidR="007B2329" w:rsidRDefault="007B2329" w:rsidP="007B2329">
      <w:r>
        <w:t>408.9409</w:t>
      </w:r>
      <w:r>
        <w:tab/>
        <w:t>2.025e0</w:t>
      </w:r>
    </w:p>
    <w:p w:rsidR="007B2329" w:rsidRDefault="007B2329" w:rsidP="007B2329">
      <w:r>
        <w:t>408.9472</w:t>
      </w:r>
      <w:r>
        <w:tab/>
        <w:t>4.051e0</w:t>
      </w:r>
    </w:p>
    <w:p w:rsidR="007B2329" w:rsidRDefault="007B2329" w:rsidP="007B2329">
      <w:r>
        <w:t>408.9639</w:t>
      </w:r>
      <w:r>
        <w:tab/>
        <w:t>4.051e0</w:t>
      </w:r>
    </w:p>
    <w:p w:rsidR="007B2329" w:rsidRDefault="007B2329" w:rsidP="007B2329">
      <w:r>
        <w:t>408.9665</w:t>
      </w:r>
      <w:r>
        <w:tab/>
        <w:t>2.025e0</w:t>
      </w:r>
    </w:p>
    <w:p w:rsidR="007B2329" w:rsidRDefault="007B2329" w:rsidP="007B2329">
      <w:r>
        <w:lastRenderedPageBreak/>
        <w:t>409.0200</w:t>
      </w:r>
      <w:r>
        <w:tab/>
        <w:t>1.013e0</w:t>
      </w:r>
    </w:p>
    <w:p w:rsidR="007B2329" w:rsidRDefault="007B2329" w:rsidP="007B2329">
      <w:r>
        <w:t>409.0334</w:t>
      </w:r>
      <w:r>
        <w:tab/>
        <w:t>1.025e0</w:t>
      </w:r>
    </w:p>
    <w:p w:rsidR="007B2329" w:rsidRDefault="007B2329" w:rsidP="007B2329">
      <w:r>
        <w:t>409.0448</w:t>
      </w:r>
      <w:r>
        <w:tab/>
        <w:t>1.013e0</w:t>
      </w:r>
    </w:p>
    <w:p w:rsidR="007B2329" w:rsidRDefault="007B2329" w:rsidP="007B2329">
      <w:r>
        <w:t>409.0520</w:t>
      </w:r>
      <w:r>
        <w:tab/>
        <w:t>1.013e0</w:t>
      </w:r>
    </w:p>
    <w:p w:rsidR="007B2329" w:rsidRDefault="007B2329" w:rsidP="007B2329">
      <w:r>
        <w:t>409.0666</w:t>
      </w:r>
      <w:r>
        <w:tab/>
        <w:t>1.013e0</w:t>
      </w:r>
    </w:p>
    <w:p w:rsidR="007B2329" w:rsidRDefault="007B2329" w:rsidP="007B2329">
      <w:r>
        <w:t>409.0735</w:t>
      </w:r>
      <w:r>
        <w:tab/>
        <w:t>2.025e0</w:t>
      </w:r>
    </w:p>
    <w:p w:rsidR="007B2329" w:rsidRDefault="007B2329" w:rsidP="007B2329">
      <w:r>
        <w:t>409.0840</w:t>
      </w:r>
      <w:r>
        <w:tab/>
        <w:t>1.013e0</w:t>
      </w:r>
    </w:p>
    <w:p w:rsidR="007B2329" w:rsidRDefault="007B2329" w:rsidP="007B2329">
      <w:r>
        <w:t>409.0881</w:t>
      </w:r>
      <w:r>
        <w:tab/>
        <w:t>1.013e0</w:t>
      </w:r>
    </w:p>
    <w:p w:rsidR="007B2329" w:rsidRDefault="007B2329" w:rsidP="007B2329">
      <w:r>
        <w:t>409.1329</w:t>
      </w:r>
      <w:r>
        <w:tab/>
        <w:t>1.817e0</w:t>
      </w:r>
    </w:p>
    <w:p w:rsidR="007B2329" w:rsidRDefault="007B2329" w:rsidP="007B2329">
      <w:r>
        <w:t>409.1458</w:t>
      </w:r>
      <w:r>
        <w:tab/>
        <w:t>9.557e0</w:t>
      </w:r>
    </w:p>
    <w:p w:rsidR="007B2329" w:rsidRDefault="007B2329" w:rsidP="007B2329">
      <w:r>
        <w:t>409.1531</w:t>
      </w:r>
      <w:r>
        <w:tab/>
        <w:t>1.013e0</w:t>
      </w:r>
    </w:p>
    <w:p w:rsidR="007B2329" w:rsidRDefault="007B2329" w:rsidP="007B2329">
      <w:r>
        <w:t>409.1605</w:t>
      </w:r>
      <w:r>
        <w:tab/>
        <w:t>1.051e0</w:t>
      </w:r>
    </w:p>
    <w:p w:rsidR="007B2329" w:rsidRDefault="007B2329" w:rsidP="007B2329">
      <w:r>
        <w:t>409.1677</w:t>
      </w:r>
      <w:r>
        <w:tab/>
        <w:t>2.025e0</w:t>
      </w:r>
    </w:p>
    <w:p w:rsidR="007B2329" w:rsidRDefault="007B2329" w:rsidP="007B2329">
      <w:r>
        <w:t>409.1742</w:t>
      </w:r>
      <w:r>
        <w:tab/>
        <w:t>1.108e0</w:t>
      </w:r>
    </w:p>
    <w:p w:rsidR="007B2329" w:rsidRDefault="007B2329" w:rsidP="007B2329">
      <w:r>
        <w:t>409.1757</w:t>
      </w:r>
      <w:r>
        <w:tab/>
        <w:t>2.180e0</w:t>
      </w:r>
    </w:p>
    <w:p w:rsidR="007B2329" w:rsidRDefault="007B2329" w:rsidP="007B2329">
      <w:r>
        <w:t>409.2081</w:t>
      </w:r>
      <w:r>
        <w:tab/>
        <w:t>1.038e0</w:t>
      </w:r>
    </w:p>
    <w:p w:rsidR="007B2329" w:rsidRDefault="007B2329" w:rsidP="007B2329">
      <w:r>
        <w:t>409.2142</w:t>
      </w:r>
      <w:r>
        <w:tab/>
        <w:t>2.323e-1</w:t>
      </w:r>
    </w:p>
    <w:p w:rsidR="007B2329" w:rsidRDefault="007B2329" w:rsidP="007B2329">
      <w:r>
        <w:t>409.2728</w:t>
      </w:r>
      <w:r>
        <w:tab/>
        <w:t>1.013e0</w:t>
      </w:r>
    </w:p>
    <w:p w:rsidR="007B2329" w:rsidRDefault="007B2329" w:rsidP="007B2329">
      <w:r>
        <w:t>409.3483</w:t>
      </w:r>
      <w:r>
        <w:tab/>
        <w:t>1.981e0</w:t>
      </w:r>
    </w:p>
    <w:p w:rsidR="007B2329" w:rsidRDefault="007B2329" w:rsidP="007B2329">
      <w:r>
        <w:lastRenderedPageBreak/>
        <w:t>409.3565</w:t>
      </w:r>
      <w:r>
        <w:tab/>
        <w:t>1.275e0</w:t>
      </w:r>
    </w:p>
    <w:p w:rsidR="007B2329" w:rsidRDefault="007B2329" w:rsidP="007B2329">
      <w:r>
        <w:t>409.3624</w:t>
      </w:r>
      <w:r>
        <w:tab/>
        <w:t>1.013e0</w:t>
      </w:r>
    </w:p>
    <w:p w:rsidR="007B2329" w:rsidRDefault="007B2329" w:rsidP="007B2329">
      <w:r>
        <w:t>409.3738</w:t>
      </w:r>
      <w:r>
        <w:tab/>
        <w:t>2.025e0</w:t>
      </w:r>
    </w:p>
    <w:p w:rsidR="007B2329" w:rsidRDefault="007B2329" w:rsidP="007B2329">
      <w:r>
        <w:t>409.3848</w:t>
      </w:r>
      <w:r>
        <w:tab/>
        <w:t>2.025e0</w:t>
      </w:r>
    </w:p>
    <w:p w:rsidR="007B2329" w:rsidRDefault="007B2329" w:rsidP="007B2329">
      <w:r>
        <w:t>409.4011</w:t>
      </w:r>
      <w:r>
        <w:tab/>
        <w:t>1.013e0</w:t>
      </w:r>
    </w:p>
    <w:p w:rsidR="007B2329" w:rsidRDefault="007B2329" w:rsidP="007B2329">
      <w:r>
        <w:t>409.4058</w:t>
      </w:r>
      <w:r>
        <w:tab/>
        <w:t>1.013e0</w:t>
      </w:r>
    </w:p>
    <w:p w:rsidR="007B2329" w:rsidRDefault="007B2329" w:rsidP="007B2329">
      <w:r>
        <w:t>409.4096</w:t>
      </w:r>
      <w:r>
        <w:tab/>
        <w:t>2.025e0</w:t>
      </w:r>
    </w:p>
    <w:p w:rsidR="007B2329" w:rsidRDefault="007B2329" w:rsidP="007B2329">
      <w:r>
        <w:t>409.4204</w:t>
      </w:r>
      <w:r>
        <w:tab/>
        <w:t>2.025e0</w:t>
      </w:r>
    </w:p>
    <w:p w:rsidR="007B2329" w:rsidRDefault="007B2329" w:rsidP="007B2329">
      <w:r>
        <w:t>409.4408</w:t>
      </w:r>
      <w:r>
        <w:tab/>
        <w:t>3.038e0</w:t>
      </w:r>
    </w:p>
    <w:p w:rsidR="007B2329" w:rsidRDefault="007B2329" w:rsidP="007B2329">
      <w:r>
        <w:t>409.4490</w:t>
      </w:r>
      <w:r>
        <w:tab/>
        <w:t>1.013e0</w:t>
      </w:r>
    </w:p>
    <w:p w:rsidR="007B2329" w:rsidRDefault="007B2329" w:rsidP="007B2329">
      <w:r>
        <w:t>409.4652</w:t>
      </w:r>
      <w:r>
        <w:tab/>
        <w:t>1.013e0</w:t>
      </w:r>
    </w:p>
    <w:p w:rsidR="007B2329" w:rsidRDefault="007B2329" w:rsidP="007B2329">
      <w:r>
        <w:t>409.4806</w:t>
      </w:r>
      <w:r>
        <w:tab/>
        <w:t>3.038e0</w:t>
      </w:r>
    </w:p>
    <w:p w:rsidR="007B2329" w:rsidRDefault="007B2329" w:rsidP="007B2329">
      <w:r>
        <w:t>409.4855</w:t>
      </w:r>
      <w:r>
        <w:tab/>
        <w:t>2.025e0</w:t>
      </w:r>
    </w:p>
    <w:p w:rsidR="007B2329" w:rsidRDefault="007B2329" w:rsidP="007B2329">
      <w:r>
        <w:t>409.5141</w:t>
      </w:r>
      <w:r>
        <w:tab/>
        <w:t>2.025e0</w:t>
      </w:r>
    </w:p>
    <w:p w:rsidR="007B2329" w:rsidRDefault="007B2329" w:rsidP="007B2329">
      <w:r>
        <w:t>409.5213</w:t>
      </w:r>
      <w:r>
        <w:tab/>
        <w:t>1.013e0</w:t>
      </w:r>
    </w:p>
    <w:p w:rsidR="007B2329" w:rsidRDefault="007B2329" w:rsidP="007B2329">
      <w:r>
        <w:t>409.5289</w:t>
      </w:r>
      <w:r>
        <w:tab/>
        <w:t>1.013e0</w:t>
      </w:r>
    </w:p>
    <w:p w:rsidR="007B2329" w:rsidRDefault="007B2329" w:rsidP="007B2329">
      <w:r>
        <w:t>409.5469</w:t>
      </w:r>
      <w:r>
        <w:tab/>
        <w:t>1.013e0</w:t>
      </w:r>
    </w:p>
    <w:p w:rsidR="007B2329" w:rsidRDefault="007B2329" w:rsidP="007B2329">
      <w:r>
        <w:t>409.5682</w:t>
      </w:r>
      <w:r>
        <w:tab/>
        <w:t>4.051e0</w:t>
      </w:r>
    </w:p>
    <w:p w:rsidR="007B2329" w:rsidRDefault="007B2329" w:rsidP="007B2329">
      <w:r>
        <w:t>409.5762</w:t>
      </w:r>
      <w:r>
        <w:tab/>
        <w:t>2.025e0</w:t>
      </w:r>
    </w:p>
    <w:p w:rsidR="007B2329" w:rsidRDefault="007B2329" w:rsidP="007B2329">
      <w:r>
        <w:lastRenderedPageBreak/>
        <w:t>409.5861</w:t>
      </w:r>
      <w:r>
        <w:tab/>
        <w:t>1.013e0</w:t>
      </w:r>
    </w:p>
    <w:p w:rsidR="007B2329" w:rsidRDefault="007B2329" w:rsidP="007B2329">
      <w:r>
        <w:t>409.5895</w:t>
      </w:r>
      <w:r>
        <w:tab/>
        <w:t>1.013e0</w:t>
      </w:r>
    </w:p>
    <w:p w:rsidR="007B2329" w:rsidRDefault="007B2329" w:rsidP="007B2329">
      <w:r>
        <w:t>409.6071</w:t>
      </w:r>
      <w:r>
        <w:tab/>
        <w:t>1.013e0</w:t>
      </w:r>
    </w:p>
    <w:p w:rsidR="007B2329" w:rsidRDefault="007B2329" w:rsidP="007B2329">
      <w:r>
        <w:t>409.6175</w:t>
      </w:r>
      <w:r>
        <w:tab/>
        <w:t>2.025e0</w:t>
      </w:r>
    </w:p>
    <w:p w:rsidR="007B2329" w:rsidRDefault="007B2329" w:rsidP="007B2329">
      <w:r>
        <w:t>409.6587</w:t>
      </w:r>
      <w:r>
        <w:tab/>
        <w:t>1.013e0</w:t>
      </w:r>
    </w:p>
    <w:p w:rsidR="007B2329" w:rsidRDefault="007B2329" w:rsidP="007B2329">
      <w:r>
        <w:t>409.6600</w:t>
      </w:r>
      <w:r>
        <w:tab/>
        <w:t>3.038e0</w:t>
      </w:r>
    </w:p>
    <w:p w:rsidR="007B2329" w:rsidRDefault="007B2329" w:rsidP="007B2329">
      <w:r>
        <w:t>409.6624</w:t>
      </w:r>
      <w:r>
        <w:tab/>
        <w:t>2.025e0</w:t>
      </w:r>
    </w:p>
    <w:p w:rsidR="007B2329" w:rsidRDefault="007B2329" w:rsidP="007B2329">
      <w:r>
        <w:t>409.6750</w:t>
      </w:r>
      <w:r>
        <w:tab/>
        <w:t>2.025e0</w:t>
      </w:r>
    </w:p>
    <w:p w:rsidR="007B2329" w:rsidRDefault="007B2329" w:rsidP="007B2329">
      <w:r>
        <w:t>409.6857</w:t>
      </w:r>
      <w:r>
        <w:tab/>
        <w:t>2.025e0</w:t>
      </w:r>
    </w:p>
    <w:p w:rsidR="007B2329" w:rsidRDefault="007B2329" w:rsidP="007B2329">
      <w:r>
        <w:t>409.6886</w:t>
      </w:r>
      <w:r>
        <w:tab/>
        <w:t>7.130e0</w:t>
      </w:r>
    </w:p>
    <w:p w:rsidR="007B2329" w:rsidRDefault="007B2329" w:rsidP="007B2329">
      <w:r>
        <w:t>409.6927</w:t>
      </w:r>
      <w:r>
        <w:tab/>
        <w:t>1.013e0</w:t>
      </w:r>
    </w:p>
    <w:p w:rsidR="007B2329" w:rsidRDefault="007B2329" w:rsidP="007B2329">
      <w:r>
        <w:t>409.6981</w:t>
      </w:r>
      <w:r>
        <w:tab/>
        <w:t>3.038e0</w:t>
      </w:r>
    </w:p>
    <w:p w:rsidR="007B2329" w:rsidRDefault="007B2329" w:rsidP="007B2329">
      <w:r>
        <w:t>409.7236</w:t>
      </w:r>
      <w:r>
        <w:tab/>
        <w:t>1.013e0</w:t>
      </w:r>
    </w:p>
    <w:p w:rsidR="007B2329" w:rsidRDefault="007B2329" w:rsidP="007B2329">
      <w:r>
        <w:t>409.7331</w:t>
      </w:r>
      <w:r>
        <w:tab/>
        <w:t>3.038e0</w:t>
      </w:r>
    </w:p>
    <w:p w:rsidR="007B2329" w:rsidRDefault="007B2329" w:rsidP="007B2329">
      <w:r>
        <w:t>409.7365</w:t>
      </w:r>
      <w:r>
        <w:tab/>
        <w:t>3.038e0</w:t>
      </w:r>
    </w:p>
    <w:p w:rsidR="007B2329" w:rsidRDefault="007B2329" w:rsidP="007B2329">
      <w:r>
        <w:t>409.7525</w:t>
      </w:r>
      <w:r>
        <w:tab/>
        <w:t>1.013e0</w:t>
      </w:r>
    </w:p>
    <w:p w:rsidR="007B2329" w:rsidRDefault="007B2329" w:rsidP="007B2329">
      <w:r>
        <w:t>409.7818</w:t>
      </w:r>
      <w:r>
        <w:tab/>
        <w:t>1.013e0</w:t>
      </w:r>
    </w:p>
    <w:p w:rsidR="007B2329" w:rsidRDefault="007B2329" w:rsidP="007B2329">
      <w:r>
        <w:t>409.8209</w:t>
      </w:r>
      <w:r>
        <w:tab/>
        <w:t>2.038e0</w:t>
      </w:r>
    </w:p>
    <w:p w:rsidR="007B2329" w:rsidRDefault="007B2329" w:rsidP="007B2329">
      <w:r>
        <w:t>409.8249</w:t>
      </w:r>
      <w:r>
        <w:tab/>
        <w:t>1.013e0</w:t>
      </w:r>
    </w:p>
    <w:p w:rsidR="007B2329" w:rsidRDefault="007B2329" w:rsidP="007B2329">
      <w:r>
        <w:lastRenderedPageBreak/>
        <w:t>409.8548</w:t>
      </w:r>
      <w:r>
        <w:tab/>
        <w:t>4.051e0</w:t>
      </w:r>
    </w:p>
    <w:p w:rsidR="007B2329" w:rsidRDefault="007B2329" w:rsidP="007B2329">
      <w:r>
        <w:t>409.8754</w:t>
      </w:r>
      <w:r>
        <w:tab/>
        <w:t>1.013e0</w:t>
      </w:r>
    </w:p>
    <w:p w:rsidR="007B2329" w:rsidRDefault="007B2329" w:rsidP="007B2329">
      <w:r>
        <w:t>409.8866</w:t>
      </w:r>
      <w:r>
        <w:tab/>
        <w:t>3.038e0</w:t>
      </w:r>
    </w:p>
    <w:p w:rsidR="007B2329" w:rsidRDefault="007B2329" w:rsidP="007B2329">
      <w:r>
        <w:t>409.9045</w:t>
      </w:r>
      <w:r>
        <w:tab/>
        <w:t>1.025e0</w:t>
      </w:r>
    </w:p>
    <w:p w:rsidR="007B2329" w:rsidRDefault="007B2329" w:rsidP="007B2329">
      <w:r>
        <w:t>409.9240</w:t>
      </w:r>
      <w:r>
        <w:tab/>
        <w:t>1.013e0</w:t>
      </w:r>
    </w:p>
    <w:p w:rsidR="007B2329" w:rsidRDefault="007B2329" w:rsidP="007B2329">
      <w:r>
        <w:t>409.9277</w:t>
      </w:r>
      <w:r>
        <w:tab/>
        <w:t>1.013e0</w:t>
      </w:r>
    </w:p>
    <w:p w:rsidR="007B2329" w:rsidRDefault="007B2329" w:rsidP="007B2329">
      <w:r>
        <w:t>409.9347</w:t>
      </w:r>
      <w:r>
        <w:tab/>
        <w:t>2.532e-2</w:t>
      </w:r>
    </w:p>
    <w:p w:rsidR="007B2329" w:rsidRDefault="007B2329" w:rsidP="007B2329">
      <w:r>
        <w:t>409.9492</w:t>
      </w:r>
      <w:r>
        <w:tab/>
        <w:t>2.025e0</w:t>
      </w:r>
    </w:p>
    <w:p w:rsidR="007B2329" w:rsidRDefault="007B2329" w:rsidP="007B2329">
      <w:r>
        <w:t>409.9622</w:t>
      </w:r>
      <w:r>
        <w:tab/>
        <w:t>2.025e0</w:t>
      </w:r>
    </w:p>
    <w:p w:rsidR="007B2329" w:rsidRDefault="007B2329" w:rsidP="007B2329">
      <w:r>
        <w:t>409.9680</w:t>
      </w:r>
      <w:r>
        <w:tab/>
        <w:t>3.038e0</w:t>
      </w:r>
    </w:p>
    <w:p w:rsidR="007B2329" w:rsidRDefault="007B2329" w:rsidP="007B2329">
      <w:r>
        <w:t>409.9704</w:t>
      </w:r>
      <w:r>
        <w:tab/>
        <w:t>1.013e0</w:t>
      </w:r>
    </w:p>
    <w:p w:rsidR="007B2329" w:rsidRDefault="007B2329" w:rsidP="007B2329">
      <w:r>
        <w:t>409.9730</w:t>
      </w:r>
      <w:r>
        <w:tab/>
        <w:t>3.038e0</w:t>
      </w:r>
    </w:p>
    <w:p w:rsidR="007B2329" w:rsidRDefault="007B2329" w:rsidP="007B2329">
      <w:r>
        <w:t>409.9767</w:t>
      </w:r>
      <w:r>
        <w:tab/>
        <w:t>1.013e0</w:t>
      </w:r>
    </w:p>
    <w:p w:rsidR="007B2329" w:rsidRDefault="007B2329" w:rsidP="007B2329">
      <w:r>
        <w:t>410.0006</w:t>
      </w:r>
      <w:r>
        <w:tab/>
        <w:t>4.051e0</w:t>
      </w:r>
    </w:p>
    <w:p w:rsidR="007B2329" w:rsidRDefault="007B2329" w:rsidP="007B2329">
      <w:r>
        <w:t>410.0332</w:t>
      </w:r>
      <w:r>
        <w:tab/>
        <w:t>2.025e0</w:t>
      </w:r>
    </w:p>
    <w:p w:rsidR="007B2329" w:rsidRDefault="007B2329" w:rsidP="007B2329">
      <w:r>
        <w:t>410.0419</w:t>
      </w:r>
      <w:r>
        <w:tab/>
        <w:t>1.013e0</w:t>
      </w:r>
    </w:p>
    <w:p w:rsidR="007B2329" w:rsidRDefault="007B2329" w:rsidP="007B2329">
      <w:r>
        <w:t>410.0487</w:t>
      </w:r>
      <w:r>
        <w:tab/>
        <w:t>1.013e0</w:t>
      </w:r>
    </w:p>
    <w:p w:rsidR="007B2329" w:rsidRDefault="007B2329" w:rsidP="007B2329">
      <w:r>
        <w:t>410.0548</w:t>
      </w:r>
      <w:r>
        <w:tab/>
        <w:t>4.051e0</w:t>
      </w:r>
    </w:p>
    <w:p w:rsidR="007B2329" w:rsidRDefault="007B2329" w:rsidP="007B2329">
      <w:r>
        <w:t>410.0851</w:t>
      </w:r>
      <w:r>
        <w:tab/>
        <w:t>2.025e0</w:t>
      </w:r>
    </w:p>
    <w:p w:rsidR="007B2329" w:rsidRDefault="007B2329" w:rsidP="007B2329">
      <w:r>
        <w:lastRenderedPageBreak/>
        <w:t>410.0876</w:t>
      </w:r>
      <w:r>
        <w:tab/>
        <w:t>2.025e0</w:t>
      </w:r>
    </w:p>
    <w:p w:rsidR="007B2329" w:rsidRDefault="007B2329" w:rsidP="007B2329">
      <w:r>
        <w:t>410.0996</w:t>
      </w:r>
      <w:r>
        <w:tab/>
        <w:t>1.013e0</w:t>
      </w:r>
    </w:p>
    <w:p w:rsidR="007B2329" w:rsidRDefault="007B2329" w:rsidP="007B2329">
      <w:r>
        <w:t>410.1214</w:t>
      </w:r>
      <w:r>
        <w:tab/>
        <w:t>1.013e0</w:t>
      </w:r>
    </w:p>
    <w:p w:rsidR="007B2329" w:rsidRDefault="007B2329" w:rsidP="007B2329">
      <w:r>
        <w:t>410.1233</w:t>
      </w:r>
      <w:r>
        <w:tab/>
        <w:t>2.025e0</w:t>
      </w:r>
    </w:p>
    <w:p w:rsidR="007B2329" w:rsidRDefault="007B2329" w:rsidP="007B2329">
      <w:r>
        <w:t>410.1283</w:t>
      </w:r>
      <w:r>
        <w:tab/>
        <w:t>4.051e0</w:t>
      </w:r>
    </w:p>
    <w:p w:rsidR="007B2329" w:rsidRDefault="007B2329" w:rsidP="007B2329">
      <w:r>
        <w:t>410.1339</w:t>
      </w:r>
      <w:r>
        <w:tab/>
        <w:t>1.013e0</w:t>
      </w:r>
    </w:p>
    <w:p w:rsidR="007B2329" w:rsidRDefault="007B2329" w:rsidP="007B2329">
      <w:r>
        <w:t>410.1504</w:t>
      </w:r>
      <w:r>
        <w:tab/>
        <w:t>1.013e0</w:t>
      </w:r>
    </w:p>
    <w:p w:rsidR="007B2329" w:rsidRDefault="007B2329" w:rsidP="007B2329">
      <w:r>
        <w:t>410.1546</w:t>
      </w:r>
      <w:r>
        <w:tab/>
        <w:t>5.314e0</w:t>
      </w:r>
    </w:p>
    <w:p w:rsidR="007B2329" w:rsidRDefault="007B2329" w:rsidP="007B2329">
      <w:r>
        <w:t>410.1647</w:t>
      </w:r>
      <w:r>
        <w:tab/>
        <w:t>2.025e0</w:t>
      </w:r>
    </w:p>
    <w:p w:rsidR="007B2329" w:rsidRDefault="007B2329" w:rsidP="007B2329">
      <w:r>
        <w:t>410.1681</w:t>
      </w:r>
      <w:r>
        <w:tab/>
        <w:t>1.614e0</w:t>
      </w:r>
    </w:p>
    <w:p w:rsidR="007B2329" w:rsidRDefault="007B2329" w:rsidP="007B2329">
      <w:r>
        <w:t>410.1700</w:t>
      </w:r>
      <w:r>
        <w:tab/>
        <w:t>1.246e0</w:t>
      </w:r>
    </w:p>
    <w:p w:rsidR="007B2329" w:rsidRDefault="007B2329" w:rsidP="007B2329">
      <w:r>
        <w:t>410.1915</w:t>
      </w:r>
      <w:r>
        <w:tab/>
        <w:t>2.025e0</w:t>
      </w:r>
    </w:p>
    <w:p w:rsidR="007B2329" w:rsidRDefault="007B2329" w:rsidP="007B2329">
      <w:r>
        <w:t>410.2010</w:t>
      </w:r>
      <w:r>
        <w:tab/>
        <w:t>2.898e0</w:t>
      </w:r>
    </w:p>
    <w:p w:rsidR="007B2329" w:rsidRDefault="007B2329" w:rsidP="007B2329">
      <w:r>
        <w:t>410.2039</w:t>
      </w:r>
      <w:r>
        <w:tab/>
        <w:t>2.500e0</w:t>
      </w:r>
    </w:p>
    <w:p w:rsidR="007B2329" w:rsidRDefault="007B2329" w:rsidP="007B2329">
      <w:r>
        <w:t>410.2110</w:t>
      </w:r>
      <w:r>
        <w:tab/>
        <w:t>1.978e0</w:t>
      </w:r>
    </w:p>
    <w:p w:rsidR="007B2329" w:rsidRDefault="007B2329" w:rsidP="007B2329">
      <w:r>
        <w:t>410.2122</w:t>
      </w:r>
      <w:r>
        <w:tab/>
        <w:t>3.038e0</w:t>
      </w:r>
    </w:p>
    <w:p w:rsidR="007B2329" w:rsidRDefault="007B2329" w:rsidP="007B2329">
      <w:r>
        <w:t>410.2411</w:t>
      </w:r>
      <w:r>
        <w:tab/>
        <w:t>3.498e0</w:t>
      </w:r>
    </w:p>
    <w:p w:rsidR="007B2329" w:rsidRDefault="007B2329" w:rsidP="007B2329">
      <w:r>
        <w:t>410.2734</w:t>
      </w:r>
      <w:r>
        <w:tab/>
        <w:t>1.013e0</w:t>
      </w:r>
    </w:p>
    <w:p w:rsidR="007B2329" w:rsidRDefault="007B2329" w:rsidP="007B2329">
      <w:r>
        <w:t>410.3387</w:t>
      </w:r>
      <w:r>
        <w:tab/>
        <w:t>2.396e0</w:t>
      </w:r>
    </w:p>
    <w:p w:rsidR="007B2329" w:rsidRDefault="007B2329" w:rsidP="007B2329">
      <w:r>
        <w:lastRenderedPageBreak/>
        <w:t>410.3405</w:t>
      </w:r>
      <w:r>
        <w:tab/>
        <w:t>2.025e0</w:t>
      </w:r>
    </w:p>
    <w:p w:rsidR="007B2329" w:rsidRDefault="007B2329" w:rsidP="007B2329">
      <w:r>
        <w:t>410.3619</w:t>
      </w:r>
      <w:r>
        <w:tab/>
        <w:t>3.013e0</w:t>
      </w:r>
    </w:p>
    <w:p w:rsidR="007B2329" w:rsidRDefault="007B2329" w:rsidP="007B2329">
      <w:r>
        <w:t>410.3638</w:t>
      </w:r>
      <w:r>
        <w:tab/>
        <w:t>2.459e0</w:t>
      </w:r>
    </w:p>
    <w:p w:rsidR="007B2329" w:rsidRDefault="007B2329" w:rsidP="007B2329">
      <w:r>
        <w:t>410.3693</w:t>
      </w:r>
      <w:r>
        <w:tab/>
        <w:t>1.013e0</w:t>
      </w:r>
    </w:p>
    <w:p w:rsidR="007B2329" w:rsidRDefault="007B2329" w:rsidP="007B2329">
      <w:r>
        <w:t>410.4029</w:t>
      </w:r>
      <w:r>
        <w:tab/>
        <w:t>2.025e0</w:t>
      </w:r>
    </w:p>
    <w:p w:rsidR="007B2329" w:rsidRDefault="007B2329" w:rsidP="007B2329">
      <w:r>
        <w:t>410.4082</w:t>
      </w:r>
      <w:r>
        <w:tab/>
        <w:t>1.013e0</w:t>
      </w:r>
    </w:p>
    <w:p w:rsidR="007B2329" w:rsidRDefault="007B2329" w:rsidP="007B2329">
      <w:r>
        <w:t>410.4179</w:t>
      </w:r>
      <w:r>
        <w:tab/>
        <w:t>1.013e0</w:t>
      </w:r>
    </w:p>
    <w:p w:rsidR="007B2329" w:rsidRDefault="007B2329" w:rsidP="007B2329">
      <w:r>
        <w:t>410.4295</w:t>
      </w:r>
      <w:r>
        <w:tab/>
        <w:t>1.013e0</w:t>
      </w:r>
    </w:p>
    <w:p w:rsidR="007B2329" w:rsidRDefault="007B2329" w:rsidP="007B2329">
      <w:r>
        <w:t>410.4387</w:t>
      </w:r>
      <w:r>
        <w:tab/>
        <w:t>2.025e0</w:t>
      </w:r>
    </w:p>
    <w:p w:rsidR="007B2329" w:rsidRDefault="007B2329" w:rsidP="007B2329">
      <w:r>
        <w:t>410.4470</w:t>
      </w:r>
      <w:r>
        <w:tab/>
        <w:t>1.013e0</w:t>
      </w:r>
    </w:p>
    <w:p w:rsidR="007B2329" w:rsidRDefault="007B2329" w:rsidP="007B2329">
      <w:r>
        <w:t>410.4511</w:t>
      </w:r>
      <w:r>
        <w:tab/>
        <w:t>1.013e0</w:t>
      </w:r>
    </w:p>
    <w:p w:rsidR="007B2329" w:rsidRDefault="007B2329" w:rsidP="007B2329">
      <w:r>
        <w:t>410.4686</w:t>
      </w:r>
      <w:r>
        <w:tab/>
        <w:t>3.038e0</w:t>
      </w:r>
    </w:p>
    <w:p w:rsidR="007B2329" w:rsidRDefault="007B2329" w:rsidP="007B2329">
      <w:r>
        <w:t>410.4767</w:t>
      </w:r>
      <w:r>
        <w:tab/>
        <w:t>2.025e0</w:t>
      </w:r>
    </w:p>
    <w:p w:rsidR="007B2329" w:rsidRDefault="007B2329" w:rsidP="007B2329">
      <w:r>
        <w:t>410.4902</w:t>
      </w:r>
      <w:r>
        <w:tab/>
        <w:t>1.013e0</w:t>
      </w:r>
    </w:p>
    <w:p w:rsidR="007B2329" w:rsidRDefault="007B2329" w:rsidP="007B2329">
      <w:r>
        <w:t>410.5121</w:t>
      </w:r>
      <w:r>
        <w:tab/>
        <w:t>5.063e0</w:t>
      </w:r>
    </w:p>
    <w:p w:rsidR="007B2329" w:rsidRDefault="007B2329" w:rsidP="007B2329">
      <w:r>
        <w:t>410.5266</w:t>
      </w:r>
      <w:r>
        <w:tab/>
        <w:t>1.013e0</w:t>
      </w:r>
    </w:p>
    <w:p w:rsidR="007B2329" w:rsidRDefault="007B2329" w:rsidP="007B2329">
      <w:r>
        <w:t>410.5506</w:t>
      </w:r>
      <w:r>
        <w:tab/>
        <w:t>2.038e0</w:t>
      </w:r>
    </w:p>
    <w:p w:rsidR="007B2329" w:rsidRDefault="007B2329" w:rsidP="007B2329">
      <w:r>
        <w:t>410.5580</w:t>
      </w:r>
      <w:r>
        <w:tab/>
        <w:t>1.013e0</w:t>
      </w:r>
    </w:p>
    <w:p w:rsidR="007B2329" w:rsidRDefault="007B2329" w:rsidP="007B2329">
      <w:r>
        <w:t>410.5689</w:t>
      </w:r>
      <w:r>
        <w:tab/>
        <w:t>3.038e0</w:t>
      </w:r>
    </w:p>
    <w:p w:rsidR="007B2329" w:rsidRDefault="007B2329" w:rsidP="007B2329">
      <w:r>
        <w:lastRenderedPageBreak/>
        <w:t>410.5764</w:t>
      </w:r>
      <w:r>
        <w:tab/>
        <w:t>3.038e0</w:t>
      </w:r>
    </w:p>
    <w:p w:rsidR="007B2329" w:rsidRDefault="007B2329" w:rsidP="007B2329">
      <w:r>
        <w:t>410.5793</w:t>
      </w:r>
      <w:r>
        <w:tab/>
        <w:t>1.013e0</w:t>
      </w:r>
    </w:p>
    <w:p w:rsidR="007B2329" w:rsidRDefault="007B2329" w:rsidP="007B2329">
      <w:r>
        <w:t>410.5912</w:t>
      </w:r>
      <w:r>
        <w:tab/>
        <w:t>2.025e0</w:t>
      </w:r>
    </w:p>
    <w:p w:rsidR="007B2329" w:rsidRDefault="007B2329" w:rsidP="007B2329">
      <w:r>
        <w:t>410.6134</w:t>
      </w:r>
      <w:r>
        <w:tab/>
        <w:t>1.013e0</w:t>
      </w:r>
    </w:p>
    <w:p w:rsidR="007B2329" w:rsidRDefault="007B2329" w:rsidP="007B2329">
      <w:r>
        <w:t>410.6219</w:t>
      </w:r>
      <w:r>
        <w:tab/>
        <w:t>1.013e0</w:t>
      </w:r>
    </w:p>
    <w:p w:rsidR="007B2329" w:rsidRDefault="007B2329" w:rsidP="007B2329">
      <w:r>
        <w:t>410.6280</w:t>
      </w:r>
      <w:r>
        <w:tab/>
        <w:t>1.013e0</w:t>
      </w:r>
    </w:p>
    <w:p w:rsidR="007B2329" w:rsidRDefault="007B2329" w:rsidP="007B2329">
      <w:r>
        <w:t>410.6545</w:t>
      </w:r>
      <w:r>
        <w:tab/>
        <w:t>2.025e0</w:t>
      </w:r>
    </w:p>
    <w:p w:rsidR="007B2329" w:rsidRDefault="007B2329" w:rsidP="007B2329">
      <w:r>
        <w:t>410.6753</w:t>
      </w:r>
      <w:r>
        <w:tab/>
        <w:t>3.038e0</w:t>
      </w:r>
    </w:p>
    <w:p w:rsidR="007B2329" w:rsidRDefault="007B2329" w:rsidP="007B2329">
      <w:r>
        <w:t>410.6847</w:t>
      </w:r>
      <w:r>
        <w:tab/>
        <w:t>1.025e0</w:t>
      </w:r>
    </w:p>
    <w:p w:rsidR="007B2329" w:rsidRDefault="007B2329" w:rsidP="007B2329">
      <w:r>
        <w:t>410.6866</w:t>
      </w:r>
      <w:r>
        <w:tab/>
        <w:t>2.025e0</w:t>
      </w:r>
    </w:p>
    <w:p w:rsidR="007B2329" w:rsidRDefault="007B2329" w:rsidP="007B2329">
      <w:r>
        <w:t>410.6954</w:t>
      </w:r>
      <w:r>
        <w:tab/>
        <w:t>4.051e0</w:t>
      </w:r>
    </w:p>
    <w:p w:rsidR="007B2329" w:rsidRDefault="007B2329" w:rsidP="007B2329">
      <w:r>
        <w:t>410.7119</w:t>
      </w:r>
      <w:r>
        <w:tab/>
        <w:t>4.220e0</w:t>
      </w:r>
    </w:p>
    <w:p w:rsidR="007B2329" w:rsidRDefault="007B2329" w:rsidP="007B2329">
      <w:r>
        <w:t>410.7175</w:t>
      </w:r>
      <w:r>
        <w:tab/>
        <w:t>2.025e0</w:t>
      </w:r>
    </w:p>
    <w:p w:rsidR="007B2329" w:rsidRDefault="007B2329" w:rsidP="007B2329">
      <w:r>
        <w:t>410.7259</w:t>
      </w:r>
      <w:r>
        <w:tab/>
        <w:t>3.038e0</w:t>
      </w:r>
    </w:p>
    <w:p w:rsidR="007B2329" w:rsidRDefault="007B2329" w:rsidP="007B2329">
      <w:r>
        <w:t>410.7536</w:t>
      </w:r>
      <w:r>
        <w:tab/>
        <w:t>2.025e0</w:t>
      </w:r>
    </w:p>
    <w:p w:rsidR="007B2329" w:rsidRDefault="007B2329" w:rsidP="007B2329">
      <w:r>
        <w:t>410.7641</w:t>
      </w:r>
      <w:r>
        <w:tab/>
        <w:t>1.013e0</w:t>
      </w:r>
    </w:p>
    <w:p w:rsidR="007B2329" w:rsidRDefault="007B2329" w:rsidP="007B2329">
      <w:r>
        <w:t>410.7945</w:t>
      </w:r>
      <w:r>
        <w:tab/>
        <w:t>1.013e0</w:t>
      </w:r>
    </w:p>
    <w:p w:rsidR="007B2329" w:rsidRDefault="007B2329" w:rsidP="007B2329">
      <w:r>
        <w:t>410.7981</w:t>
      </w:r>
      <w:r>
        <w:tab/>
        <w:t>2.025e0</w:t>
      </w:r>
    </w:p>
    <w:p w:rsidR="007B2329" w:rsidRDefault="007B2329" w:rsidP="007B2329">
      <w:r>
        <w:t>410.8018</w:t>
      </w:r>
      <w:r>
        <w:tab/>
        <w:t>1.013e0</w:t>
      </w:r>
    </w:p>
    <w:p w:rsidR="007B2329" w:rsidRDefault="007B2329" w:rsidP="007B2329">
      <w:r>
        <w:lastRenderedPageBreak/>
        <w:t>410.8108</w:t>
      </w:r>
      <w:r>
        <w:tab/>
        <w:t>1.013e0</w:t>
      </w:r>
    </w:p>
    <w:p w:rsidR="007B2329" w:rsidRDefault="007B2329" w:rsidP="007B2329">
      <w:r>
        <w:t>410.8165</w:t>
      </w:r>
      <w:r>
        <w:tab/>
        <w:t>1.013e0</w:t>
      </w:r>
    </w:p>
    <w:p w:rsidR="007B2329" w:rsidRDefault="007B2329" w:rsidP="007B2329">
      <w:r>
        <w:t>410.8371</w:t>
      </w:r>
      <w:r>
        <w:tab/>
        <w:t>3.038e0</w:t>
      </w:r>
    </w:p>
    <w:p w:rsidR="007B2329" w:rsidRDefault="007B2329" w:rsidP="007B2329">
      <w:r>
        <w:t>410.8392</w:t>
      </w:r>
      <w:r>
        <w:tab/>
        <w:t>3.038e0</w:t>
      </w:r>
    </w:p>
    <w:p w:rsidR="007B2329" w:rsidRDefault="007B2329" w:rsidP="007B2329">
      <w:r>
        <w:t>410.8488</w:t>
      </w:r>
      <w:r>
        <w:tab/>
        <w:t>2.025e0</w:t>
      </w:r>
    </w:p>
    <w:p w:rsidR="007B2329" w:rsidRDefault="007B2329" w:rsidP="007B2329">
      <w:r>
        <w:t>410.8672</w:t>
      </w:r>
      <w:r>
        <w:tab/>
        <w:t>1.158e0</w:t>
      </w:r>
    </w:p>
    <w:p w:rsidR="007B2329" w:rsidRDefault="007B2329" w:rsidP="007B2329">
      <w:r>
        <w:t>410.8802</w:t>
      </w:r>
      <w:r>
        <w:tab/>
        <w:t>2.025e0</w:t>
      </w:r>
    </w:p>
    <w:p w:rsidR="007B2329" w:rsidRDefault="007B2329" w:rsidP="007B2329">
      <w:r>
        <w:t>410.8816</w:t>
      </w:r>
      <w:r>
        <w:tab/>
        <w:t>2.025e0</w:t>
      </w:r>
    </w:p>
    <w:p w:rsidR="007B2329" w:rsidRDefault="007B2329" w:rsidP="007B2329">
      <w:r>
        <w:t>410.8863</w:t>
      </w:r>
      <w:r>
        <w:tab/>
        <w:t>2.025e0</w:t>
      </w:r>
    </w:p>
    <w:p w:rsidR="007B2329" w:rsidRDefault="007B2329" w:rsidP="007B2329">
      <w:r>
        <w:t>410.8967</w:t>
      </w:r>
      <w:r>
        <w:tab/>
        <w:t>2.025e0</w:t>
      </w:r>
    </w:p>
    <w:p w:rsidR="007B2329" w:rsidRDefault="007B2329" w:rsidP="007B2329">
      <w:r>
        <w:t>410.8986</w:t>
      </w:r>
      <w:r>
        <w:tab/>
        <w:t>1.025e0</w:t>
      </w:r>
    </w:p>
    <w:p w:rsidR="007B2329" w:rsidRDefault="007B2329" w:rsidP="007B2329">
      <w:r>
        <w:t>410.9144</w:t>
      </w:r>
      <w:r>
        <w:tab/>
        <w:t>2.025e0</w:t>
      </w:r>
    </w:p>
    <w:p w:rsidR="007B2329" w:rsidRDefault="007B2329" w:rsidP="007B2329">
      <w:r>
        <w:t>410.9178</w:t>
      </w:r>
      <w:r>
        <w:tab/>
        <w:t>1.013e0</w:t>
      </w:r>
    </w:p>
    <w:p w:rsidR="007B2329" w:rsidRDefault="007B2329" w:rsidP="007B2329">
      <w:r>
        <w:t>410.9317</w:t>
      </w:r>
      <w:r>
        <w:tab/>
        <w:t>3.038e0</w:t>
      </w:r>
    </w:p>
    <w:p w:rsidR="007B2329" w:rsidRDefault="007B2329" w:rsidP="007B2329">
      <w:r>
        <w:t>410.9333</w:t>
      </w:r>
      <w:r>
        <w:tab/>
        <w:t>2.025e0</w:t>
      </w:r>
    </w:p>
    <w:p w:rsidR="007B2329" w:rsidRDefault="007B2329" w:rsidP="007B2329">
      <w:r>
        <w:t>410.9417</w:t>
      </w:r>
      <w:r>
        <w:tab/>
        <w:t>2.025e0</w:t>
      </w:r>
    </w:p>
    <w:p w:rsidR="007B2329" w:rsidRDefault="007B2329" w:rsidP="007B2329">
      <w:r>
        <w:t>410.9468</w:t>
      </w:r>
      <w:r>
        <w:tab/>
        <w:t>1.013e0</w:t>
      </w:r>
    </w:p>
    <w:p w:rsidR="007B2329" w:rsidRDefault="007B2329" w:rsidP="007B2329">
      <w:r>
        <w:t>410.9612</w:t>
      </w:r>
      <w:r>
        <w:tab/>
        <w:t>1.013e0</w:t>
      </w:r>
    </w:p>
    <w:p w:rsidR="007B2329" w:rsidRDefault="007B2329" w:rsidP="007B2329">
      <w:r>
        <w:t>410.9707</w:t>
      </w:r>
      <w:r>
        <w:tab/>
        <w:t>3.038e0</w:t>
      </w:r>
    </w:p>
    <w:p w:rsidR="007B2329" w:rsidRDefault="007B2329" w:rsidP="007B2329">
      <w:r>
        <w:lastRenderedPageBreak/>
        <w:t>411.0119</w:t>
      </w:r>
      <w:r>
        <w:tab/>
        <w:t>1.013e0</w:t>
      </w:r>
    </w:p>
    <w:p w:rsidR="007B2329" w:rsidRDefault="007B2329" w:rsidP="007B2329">
      <w:r>
        <w:t>411.0209</w:t>
      </w:r>
      <w:r>
        <w:tab/>
        <w:t>5.063e0</w:t>
      </w:r>
    </w:p>
    <w:p w:rsidR="007B2329" w:rsidRDefault="007B2329" w:rsidP="007B2329">
      <w:r>
        <w:t>411.0264</w:t>
      </w:r>
      <w:r>
        <w:tab/>
        <w:t>1.013e0</w:t>
      </w:r>
    </w:p>
    <w:p w:rsidR="007B2329" w:rsidRDefault="007B2329" w:rsidP="007B2329">
      <w:r>
        <w:t>411.0300</w:t>
      </w:r>
      <w:r>
        <w:tab/>
        <w:t>2.025e0</w:t>
      </w:r>
    </w:p>
    <w:p w:rsidR="007B2329" w:rsidRDefault="007B2329" w:rsidP="007B2329">
      <w:r>
        <w:t>411.0337</w:t>
      </w:r>
      <w:r>
        <w:tab/>
        <w:t>1.013e0</w:t>
      </w:r>
    </w:p>
    <w:p w:rsidR="007B2329" w:rsidRDefault="007B2329" w:rsidP="007B2329">
      <w:r>
        <w:t>411.0455</w:t>
      </w:r>
      <w:r>
        <w:tab/>
        <w:t>2.025e0</w:t>
      </w:r>
    </w:p>
    <w:p w:rsidR="007B2329" w:rsidRDefault="007B2329" w:rsidP="007B2329">
      <w:r>
        <w:t>411.0514</w:t>
      </w:r>
      <w:r>
        <w:tab/>
        <w:t>2.025e0</w:t>
      </w:r>
    </w:p>
    <w:p w:rsidR="007B2329" w:rsidRDefault="007B2329" w:rsidP="007B2329">
      <w:r>
        <w:t>411.0597</w:t>
      </w:r>
      <w:r>
        <w:tab/>
        <w:t>1.013e0</w:t>
      </w:r>
    </w:p>
    <w:p w:rsidR="007B2329" w:rsidRDefault="007B2329" w:rsidP="007B2329">
      <w:r>
        <w:t>411.0750</w:t>
      </w:r>
      <w:r>
        <w:tab/>
        <w:t>3.968e0</w:t>
      </w:r>
    </w:p>
    <w:p w:rsidR="007B2329" w:rsidRDefault="007B2329" w:rsidP="007B2329">
      <w:r>
        <w:t>411.1002</w:t>
      </w:r>
      <w:r>
        <w:tab/>
        <w:t>2.025e0</w:t>
      </w:r>
    </w:p>
    <w:p w:rsidR="007B2329" w:rsidRDefault="007B2329" w:rsidP="007B2329">
      <w:r>
        <w:t>411.1025</w:t>
      </w:r>
      <w:r>
        <w:tab/>
        <w:t>2.025e0</w:t>
      </w:r>
    </w:p>
    <w:p w:rsidR="007B2329" w:rsidRDefault="007B2329" w:rsidP="007B2329">
      <w:r>
        <w:t>411.1157</w:t>
      </w:r>
      <w:r>
        <w:tab/>
        <w:t>5.063e0</w:t>
      </w:r>
    </w:p>
    <w:p w:rsidR="007B2329" w:rsidRDefault="007B2329" w:rsidP="007B2329">
      <w:r>
        <w:t>411.1196</w:t>
      </w:r>
      <w:r>
        <w:tab/>
        <w:t>2.575e0</w:t>
      </w:r>
    </w:p>
    <w:p w:rsidR="007B2329" w:rsidRDefault="007B2329" w:rsidP="007B2329">
      <w:r>
        <w:t>411.1216</w:t>
      </w:r>
      <w:r>
        <w:tab/>
        <w:t>4.871e0</w:t>
      </w:r>
    </w:p>
    <w:p w:rsidR="007B2329" w:rsidRDefault="007B2329" w:rsidP="007B2329">
      <w:r>
        <w:t>411.1363</w:t>
      </w:r>
      <w:r>
        <w:tab/>
        <w:t>3.038e0</w:t>
      </w:r>
    </w:p>
    <w:p w:rsidR="007B2329" w:rsidRDefault="007B2329" w:rsidP="007B2329">
      <w:r>
        <w:t>411.1378</w:t>
      </w:r>
      <w:r>
        <w:tab/>
        <w:t>1.216e1</w:t>
      </w:r>
    </w:p>
    <w:p w:rsidR="007B2329" w:rsidRDefault="007B2329" w:rsidP="007B2329">
      <w:r>
        <w:t>411.1492</w:t>
      </w:r>
      <w:r>
        <w:tab/>
        <w:t>7.561e0</w:t>
      </w:r>
    </w:p>
    <w:p w:rsidR="007B2329" w:rsidRDefault="007B2329" w:rsidP="007B2329">
      <w:r>
        <w:t>411.1574</w:t>
      </w:r>
      <w:r>
        <w:tab/>
        <w:t>3.634e0</w:t>
      </w:r>
    </w:p>
    <w:p w:rsidR="007B2329" w:rsidRDefault="007B2329" w:rsidP="007B2329">
      <w:r>
        <w:t>411.2057</w:t>
      </w:r>
      <w:r>
        <w:tab/>
        <w:t>1.013e0</w:t>
      </w:r>
    </w:p>
    <w:p w:rsidR="007B2329" w:rsidRDefault="007B2329" w:rsidP="007B2329">
      <w:r>
        <w:lastRenderedPageBreak/>
        <w:t>411.2418</w:t>
      </w:r>
      <w:r>
        <w:tab/>
        <w:t>2.025e0</w:t>
      </w:r>
    </w:p>
    <w:p w:rsidR="007B2329" w:rsidRDefault="007B2329" w:rsidP="007B2329">
      <w:r>
        <w:t>411.2659</w:t>
      </w:r>
      <w:r>
        <w:tab/>
        <w:t>1.013e0</w:t>
      </w:r>
    </w:p>
    <w:p w:rsidR="007B2329" w:rsidRDefault="007B2329" w:rsidP="007B2329">
      <w:r>
        <w:t>411.3152</w:t>
      </w:r>
      <w:r>
        <w:tab/>
        <w:t>5.156e-1</w:t>
      </w:r>
    </w:p>
    <w:p w:rsidR="007B2329" w:rsidRDefault="007B2329" w:rsidP="007B2329">
      <w:r>
        <w:t>411.3216</w:t>
      </w:r>
      <w:r>
        <w:tab/>
        <w:t>2.025e0</w:t>
      </w:r>
    </w:p>
    <w:p w:rsidR="007B2329" w:rsidRDefault="007B2329" w:rsidP="007B2329">
      <w:r>
        <w:t>411.3477</w:t>
      </w:r>
      <w:r>
        <w:tab/>
        <w:t>1.177e0</w:t>
      </w:r>
    </w:p>
    <w:p w:rsidR="007B2329" w:rsidRDefault="007B2329" w:rsidP="007B2329">
      <w:r>
        <w:t>411.3518</w:t>
      </w:r>
      <w:r>
        <w:tab/>
        <w:t>1.013e0</w:t>
      </w:r>
    </w:p>
    <w:p w:rsidR="007B2329" w:rsidRDefault="007B2329" w:rsidP="007B2329">
      <w:r>
        <w:t>411.3733</w:t>
      </w:r>
      <w:r>
        <w:tab/>
        <w:t>1.013e0</w:t>
      </w:r>
    </w:p>
    <w:p w:rsidR="007B2329" w:rsidRDefault="007B2329" w:rsidP="007B2329">
      <w:r>
        <w:t>411.3811</w:t>
      </w:r>
      <w:r>
        <w:tab/>
        <w:t>5.049e0</w:t>
      </w:r>
    </w:p>
    <w:p w:rsidR="007B2329" w:rsidRDefault="007B2329" w:rsidP="007B2329">
      <w:r>
        <w:t>411.3945</w:t>
      </w:r>
      <w:r>
        <w:tab/>
        <w:t>1.013e0</w:t>
      </w:r>
    </w:p>
    <w:p w:rsidR="007B2329" w:rsidRDefault="007B2329" w:rsidP="007B2329">
      <w:r>
        <w:t>411.3997</w:t>
      </w:r>
      <w:r>
        <w:tab/>
        <w:t>1.929e0</w:t>
      </w:r>
    </w:p>
    <w:p w:rsidR="007B2329" w:rsidRDefault="007B2329" w:rsidP="007B2329">
      <w:r>
        <w:t>411.4372</w:t>
      </w:r>
      <w:r>
        <w:tab/>
        <w:t>2.025e0</w:t>
      </w:r>
    </w:p>
    <w:p w:rsidR="007B2329" w:rsidRDefault="007B2329" w:rsidP="007B2329">
      <w:r>
        <w:t>411.4471</w:t>
      </w:r>
      <w:r>
        <w:tab/>
        <w:t>1.013e0</w:t>
      </w:r>
    </w:p>
    <w:p w:rsidR="007B2329" w:rsidRDefault="007B2329" w:rsidP="007B2329">
      <w:r>
        <w:t>411.4760</w:t>
      </w:r>
      <w:r>
        <w:tab/>
        <w:t>2.025e0</w:t>
      </w:r>
    </w:p>
    <w:p w:rsidR="007B2329" w:rsidRDefault="007B2329" w:rsidP="007B2329">
      <w:r>
        <w:t>411.4836</w:t>
      </w:r>
      <w:r>
        <w:tab/>
        <w:t>1.013e0</w:t>
      </w:r>
    </w:p>
    <w:p w:rsidR="007B2329" w:rsidRDefault="007B2329" w:rsidP="007B2329">
      <w:r>
        <w:t>411.4953</w:t>
      </w:r>
      <w:r>
        <w:tab/>
        <w:t>2.025e0</w:t>
      </w:r>
    </w:p>
    <w:p w:rsidR="007B2329" w:rsidRDefault="007B2329" w:rsidP="007B2329">
      <w:r>
        <w:t>411.5022</w:t>
      </w:r>
      <w:r>
        <w:tab/>
        <w:t>3.038e0</w:t>
      </w:r>
    </w:p>
    <w:p w:rsidR="007B2329" w:rsidRDefault="007B2329" w:rsidP="007B2329">
      <w:r>
        <w:t>411.5222</w:t>
      </w:r>
      <w:r>
        <w:tab/>
        <w:t>3.624e0</w:t>
      </w:r>
    </w:p>
    <w:p w:rsidR="007B2329" w:rsidRDefault="007B2329" w:rsidP="007B2329">
      <w:r>
        <w:t>411.5513</w:t>
      </w:r>
      <w:r>
        <w:tab/>
        <w:t>2.025e0</w:t>
      </w:r>
    </w:p>
    <w:p w:rsidR="007B2329" w:rsidRDefault="007B2329" w:rsidP="007B2329">
      <w:r>
        <w:t>411.5704</w:t>
      </w:r>
      <w:r>
        <w:tab/>
        <w:t>1.013e0</w:t>
      </w:r>
    </w:p>
    <w:p w:rsidR="007B2329" w:rsidRDefault="007B2329" w:rsidP="007B2329">
      <w:r>
        <w:lastRenderedPageBreak/>
        <w:t>411.5777</w:t>
      </w:r>
      <w:r>
        <w:tab/>
        <w:t>1.013e0</w:t>
      </w:r>
    </w:p>
    <w:p w:rsidR="007B2329" w:rsidRDefault="007B2329" w:rsidP="007B2329">
      <w:r>
        <w:t>411.5870</w:t>
      </w:r>
      <w:r>
        <w:tab/>
        <w:t>1.013e0</w:t>
      </w:r>
    </w:p>
    <w:p w:rsidR="007B2329" w:rsidRDefault="007B2329" w:rsidP="007B2329">
      <w:r>
        <w:t>411.5996</w:t>
      </w:r>
      <w:r>
        <w:tab/>
        <w:t>1.013e0</w:t>
      </w:r>
    </w:p>
    <w:p w:rsidR="007B2329" w:rsidRDefault="007B2329" w:rsidP="007B2329">
      <w:r>
        <w:t>411.6046</w:t>
      </w:r>
      <w:r>
        <w:tab/>
        <w:t>2.025e0</w:t>
      </w:r>
    </w:p>
    <w:p w:rsidR="007B2329" w:rsidRDefault="007B2329" w:rsidP="007B2329">
      <w:r>
        <w:t>411.6153</w:t>
      </w:r>
      <w:r>
        <w:tab/>
        <w:t>1.025e0</w:t>
      </w:r>
    </w:p>
    <w:p w:rsidR="007B2329" w:rsidRDefault="007B2329" w:rsidP="007B2329">
      <w:r>
        <w:t>411.6431</w:t>
      </w:r>
      <w:r>
        <w:tab/>
        <w:t>1.013e0</w:t>
      </w:r>
    </w:p>
    <w:p w:rsidR="007B2329" w:rsidRDefault="007B2329" w:rsidP="007B2329">
      <w:r>
        <w:t>411.6511</w:t>
      </w:r>
      <w:r>
        <w:tab/>
        <w:t>1.013e0</w:t>
      </w:r>
    </w:p>
    <w:p w:rsidR="007B2329" w:rsidRDefault="007B2329" w:rsidP="007B2329">
      <w:r>
        <w:t>411.6532</w:t>
      </w:r>
      <w:r>
        <w:tab/>
        <w:t>2.025e0</w:t>
      </w:r>
    </w:p>
    <w:p w:rsidR="007B2329" w:rsidRDefault="007B2329" w:rsidP="007B2329">
      <w:r>
        <w:t>411.6726</w:t>
      </w:r>
      <w:r>
        <w:tab/>
        <w:t>2.025e0</w:t>
      </w:r>
    </w:p>
    <w:p w:rsidR="007B2329" w:rsidRDefault="007B2329" w:rsidP="007B2329">
      <w:r>
        <w:t>411.6937</w:t>
      </w:r>
      <w:r>
        <w:tab/>
        <w:t>3.038e0</w:t>
      </w:r>
    </w:p>
    <w:p w:rsidR="007B2329" w:rsidRDefault="007B2329" w:rsidP="007B2329">
      <w:r>
        <w:t>411.6982</w:t>
      </w:r>
      <w:r>
        <w:tab/>
        <w:t>7.089e0</w:t>
      </w:r>
    </w:p>
    <w:p w:rsidR="007B2329" w:rsidRDefault="007B2329" w:rsidP="007B2329">
      <w:r>
        <w:t>411.7116</w:t>
      </w:r>
      <w:r>
        <w:tab/>
        <w:t>1.013e0</w:t>
      </w:r>
    </w:p>
    <w:p w:rsidR="007B2329" w:rsidRDefault="007B2329" w:rsidP="007B2329">
      <w:r>
        <w:t>411.7227</w:t>
      </w:r>
      <w:r>
        <w:tab/>
        <w:t>1.013e0</w:t>
      </w:r>
    </w:p>
    <w:p w:rsidR="007B2329" w:rsidRDefault="007B2329" w:rsidP="007B2329">
      <w:r>
        <w:t>411.7373</w:t>
      </w:r>
      <w:r>
        <w:tab/>
        <w:t>2.025e0</w:t>
      </w:r>
    </w:p>
    <w:p w:rsidR="007B2329" w:rsidRDefault="007B2329" w:rsidP="007B2329">
      <w:r>
        <w:t>411.7505</w:t>
      </w:r>
      <w:r>
        <w:tab/>
        <w:t>1.013e0</w:t>
      </w:r>
    </w:p>
    <w:p w:rsidR="007B2329" w:rsidRDefault="007B2329" w:rsidP="007B2329">
      <w:r>
        <w:t>411.7682</w:t>
      </w:r>
      <w:r>
        <w:tab/>
        <w:t>2.767e0</w:t>
      </w:r>
    </w:p>
    <w:p w:rsidR="007B2329" w:rsidRDefault="007B2329" w:rsidP="007B2329">
      <w:r>
        <w:t>411.7757</w:t>
      </w:r>
      <w:r>
        <w:tab/>
        <w:t>1.013e0</w:t>
      </w:r>
    </w:p>
    <w:p w:rsidR="007B2329" w:rsidRDefault="007B2329" w:rsidP="007B2329">
      <w:r>
        <w:t>411.7826</w:t>
      </w:r>
      <w:r>
        <w:tab/>
        <w:t>1.025e0</w:t>
      </w:r>
    </w:p>
    <w:p w:rsidR="007B2329" w:rsidRDefault="007B2329" w:rsidP="007B2329">
      <w:r>
        <w:t>411.7933</w:t>
      </w:r>
      <w:r>
        <w:tab/>
        <w:t>2.025e0</w:t>
      </w:r>
    </w:p>
    <w:p w:rsidR="007B2329" w:rsidRDefault="007B2329" w:rsidP="007B2329">
      <w:r>
        <w:lastRenderedPageBreak/>
        <w:t>411.8004</w:t>
      </w:r>
      <w:r>
        <w:tab/>
        <w:t>4.051e0</w:t>
      </w:r>
    </w:p>
    <w:p w:rsidR="007B2329" w:rsidRDefault="007B2329" w:rsidP="007B2329">
      <w:r>
        <w:t>411.8027</w:t>
      </w:r>
      <w:r>
        <w:tab/>
        <w:t>1.013e0</w:t>
      </w:r>
    </w:p>
    <w:p w:rsidR="007B2329" w:rsidRDefault="007B2329" w:rsidP="007B2329">
      <w:r>
        <w:t>411.8075</w:t>
      </w:r>
      <w:r>
        <w:tab/>
        <w:t>3.038e0</w:t>
      </w:r>
    </w:p>
    <w:p w:rsidR="007B2329" w:rsidRDefault="007B2329" w:rsidP="007B2329">
      <w:r>
        <w:t>411.8463</w:t>
      </w:r>
      <w:r>
        <w:tab/>
        <w:t>1.013e0</w:t>
      </w:r>
    </w:p>
    <w:p w:rsidR="007B2329" w:rsidRDefault="007B2329" w:rsidP="007B2329">
      <w:r>
        <w:t>411.8494</w:t>
      </w:r>
      <w:r>
        <w:tab/>
        <w:t>2.025e0</w:t>
      </w:r>
    </w:p>
    <w:p w:rsidR="007B2329" w:rsidRDefault="007B2329" w:rsidP="007B2329">
      <w:r>
        <w:t>411.8634</w:t>
      </w:r>
      <w:r>
        <w:tab/>
        <w:t>3.038e0</w:t>
      </w:r>
    </w:p>
    <w:p w:rsidR="007B2329" w:rsidRDefault="007B2329" w:rsidP="007B2329">
      <w:r>
        <w:t>411.8857</w:t>
      </w:r>
      <w:r>
        <w:tab/>
        <w:t>3.051e0</w:t>
      </w:r>
    </w:p>
    <w:p w:rsidR="007B2329" w:rsidRDefault="007B2329" w:rsidP="007B2329">
      <w:r>
        <w:t>411.8897</w:t>
      </w:r>
      <w:r>
        <w:tab/>
        <w:t>2.025e0</w:t>
      </w:r>
    </w:p>
    <w:p w:rsidR="007B2329" w:rsidRDefault="007B2329" w:rsidP="007B2329">
      <w:r>
        <w:t>411.8968</w:t>
      </w:r>
      <w:r>
        <w:tab/>
        <w:t>1.013e0</w:t>
      </w:r>
    </w:p>
    <w:p w:rsidR="007B2329" w:rsidRDefault="007B2329" w:rsidP="007B2329">
      <w:r>
        <w:t>411.9223</w:t>
      </w:r>
      <w:r>
        <w:tab/>
        <w:t>3.038e0</w:t>
      </w:r>
    </w:p>
    <w:p w:rsidR="007B2329" w:rsidRDefault="007B2329" w:rsidP="007B2329">
      <w:r>
        <w:t>411.9261</w:t>
      </w:r>
      <w:r>
        <w:tab/>
        <w:t>1.013e0</w:t>
      </w:r>
    </w:p>
    <w:p w:rsidR="007B2329" w:rsidRDefault="007B2329" w:rsidP="007B2329">
      <w:r>
        <w:t>411.9334</w:t>
      </w:r>
      <w:r>
        <w:tab/>
        <w:t>1.013e0</w:t>
      </w:r>
    </w:p>
    <w:p w:rsidR="007B2329" w:rsidRDefault="007B2329" w:rsidP="007B2329">
      <w:r>
        <w:t>411.9697</w:t>
      </w:r>
      <w:r>
        <w:tab/>
        <w:t>1.013e0</w:t>
      </w:r>
    </w:p>
    <w:p w:rsidR="007B2329" w:rsidRDefault="007B2329" w:rsidP="007B2329">
      <w:r>
        <w:t>411.9770</w:t>
      </w:r>
      <w:r>
        <w:tab/>
        <w:t>1.013e0</w:t>
      </w:r>
    </w:p>
    <w:p w:rsidR="007B2329" w:rsidRDefault="007B2329" w:rsidP="007B2329">
      <w:r>
        <w:t>411.9782</w:t>
      </w:r>
      <w:r>
        <w:tab/>
        <w:t>4.051e0</w:t>
      </w:r>
    </w:p>
    <w:p w:rsidR="007B2329" w:rsidRDefault="007B2329" w:rsidP="007B2329">
      <w:r>
        <w:t>411.9820</w:t>
      </w:r>
      <w:r>
        <w:tab/>
        <w:t>1.013e0</w:t>
      </w:r>
    </w:p>
    <w:p w:rsidR="007B2329" w:rsidRDefault="007B2329" w:rsidP="007B2329">
      <w:r>
        <w:t>411.9900</w:t>
      </w:r>
      <w:r>
        <w:tab/>
        <w:t>3.121e0</w:t>
      </w:r>
    </w:p>
    <w:p w:rsidR="007B2329" w:rsidRDefault="007B2329" w:rsidP="007B2329">
      <w:r>
        <w:t>411.9928</w:t>
      </w:r>
      <w:r>
        <w:tab/>
        <w:t>1.025e0</w:t>
      </w:r>
    </w:p>
    <w:p w:rsidR="007B2329" w:rsidRDefault="007B2329" w:rsidP="007B2329">
      <w:r>
        <w:t>412.0135</w:t>
      </w:r>
      <w:r>
        <w:tab/>
        <w:t>1.013e0</w:t>
      </w:r>
    </w:p>
    <w:p w:rsidR="007B2329" w:rsidRDefault="007B2329" w:rsidP="007B2329">
      <w:r>
        <w:lastRenderedPageBreak/>
        <w:t>412.0286</w:t>
      </w:r>
      <w:r>
        <w:tab/>
        <w:t>1.013e0</w:t>
      </w:r>
    </w:p>
    <w:p w:rsidR="007B2329" w:rsidRDefault="007B2329" w:rsidP="007B2329">
      <w:r>
        <w:t>412.0498</w:t>
      </w:r>
      <w:r>
        <w:tab/>
        <w:t>1.013e0</w:t>
      </w:r>
    </w:p>
    <w:p w:rsidR="007B2329" w:rsidRDefault="007B2329" w:rsidP="007B2329">
      <w:r>
        <w:t>412.0634</w:t>
      </w:r>
      <w:r>
        <w:tab/>
        <w:t>4.051e0</w:t>
      </w:r>
    </w:p>
    <w:p w:rsidR="007B2329" w:rsidRDefault="007B2329" w:rsidP="007B2329">
      <w:r>
        <w:t>412.0743</w:t>
      </w:r>
      <w:r>
        <w:tab/>
        <w:t>1.567e0</w:t>
      </w:r>
    </w:p>
    <w:p w:rsidR="007B2329" w:rsidRDefault="007B2329" w:rsidP="007B2329">
      <w:r>
        <w:t>412.0854</w:t>
      </w:r>
      <w:r>
        <w:tab/>
        <w:t>1.013e0</w:t>
      </w:r>
    </w:p>
    <w:p w:rsidR="007B2329" w:rsidRDefault="007B2329" w:rsidP="007B2329">
      <w:r>
        <w:t>412.1004</w:t>
      </w:r>
      <w:r>
        <w:tab/>
        <w:t>1.013e0</w:t>
      </w:r>
    </w:p>
    <w:p w:rsidR="007B2329" w:rsidRDefault="007B2329" w:rsidP="007B2329">
      <w:r>
        <w:t>412.1158</w:t>
      </w:r>
      <w:r>
        <w:tab/>
        <w:t>1.025e0</w:t>
      </w:r>
    </w:p>
    <w:p w:rsidR="007B2329" w:rsidRDefault="007B2329" w:rsidP="007B2329">
      <w:r>
        <w:t>412.1216</w:t>
      </w:r>
      <w:r>
        <w:tab/>
        <w:t>2.957e0</w:t>
      </w:r>
    </w:p>
    <w:p w:rsidR="007B2329" w:rsidRDefault="007B2329" w:rsidP="007B2329">
      <w:r>
        <w:t>412.1332</w:t>
      </w:r>
      <w:r>
        <w:tab/>
        <w:t>2.021e0</w:t>
      </w:r>
    </w:p>
    <w:p w:rsidR="007B2329" w:rsidRDefault="007B2329" w:rsidP="007B2329">
      <w:r>
        <w:t>412.1367</w:t>
      </w:r>
      <w:r>
        <w:tab/>
        <w:t>1.013e0</w:t>
      </w:r>
    </w:p>
    <w:p w:rsidR="007B2329" w:rsidRDefault="007B2329" w:rsidP="007B2329">
      <w:r>
        <w:t>412.1425</w:t>
      </w:r>
      <w:r>
        <w:tab/>
        <w:t>1.681e0</w:t>
      </w:r>
    </w:p>
    <w:p w:rsidR="007B2329" w:rsidRDefault="007B2329" w:rsidP="007B2329">
      <w:r>
        <w:t>412.1507</w:t>
      </w:r>
      <w:r>
        <w:tab/>
        <w:t>9.495e-1</w:t>
      </w:r>
    </w:p>
    <w:p w:rsidR="007B2329" w:rsidRDefault="007B2329" w:rsidP="007B2329">
      <w:r>
        <w:t>412.1591</w:t>
      </w:r>
      <w:r>
        <w:tab/>
        <w:t>2.025e0</w:t>
      </w:r>
    </w:p>
    <w:p w:rsidR="007B2329" w:rsidRDefault="007B2329" w:rsidP="007B2329">
      <w:r>
        <w:t>412.1949</w:t>
      </w:r>
      <w:r>
        <w:tab/>
        <w:t>8.676e-1</w:t>
      </w:r>
    </w:p>
    <w:p w:rsidR="007B2329" w:rsidRDefault="007B2329" w:rsidP="007B2329">
      <w:r>
        <w:t>412.2492</w:t>
      </w:r>
      <w:r>
        <w:tab/>
        <w:t>6.511e1</w:t>
      </w:r>
    </w:p>
    <w:p w:rsidR="007B2329" w:rsidRDefault="007B2329" w:rsidP="007B2329">
      <w:r>
        <w:t>412.2510</w:t>
      </w:r>
      <w:r>
        <w:tab/>
        <w:t>8.879e1</w:t>
      </w:r>
    </w:p>
    <w:p w:rsidR="007B2329" w:rsidRDefault="007B2329" w:rsidP="007B2329">
      <w:r>
        <w:t>412.2573</w:t>
      </w:r>
      <w:r>
        <w:tab/>
        <w:t>1.276e1</w:t>
      </w:r>
    </w:p>
    <w:p w:rsidR="007B2329" w:rsidRDefault="007B2329" w:rsidP="007B2329">
      <w:r>
        <w:t>412.2589</w:t>
      </w:r>
      <w:r>
        <w:tab/>
        <w:t>5.061e0</w:t>
      </w:r>
    </w:p>
    <w:p w:rsidR="007B2329" w:rsidRDefault="007B2329" w:rsidP="007B2329">
      <w:r>
        <w:t>412.2694</w:t>
      </w:r>
      <w:r>
        <w:tab/>
        <w:t>5.063e0</w:t>
      </w:r>
    </w:p>
    <w:p w:rsidR="007B2329" w:rsidRDefault="007B2329" w:rsidP="007B2329">
      <w:r>
        <w:lastRenderedPageBreak/>
        <w:t>412.3406</w:t>
      </w:r>
      <w:r>
        <w:tab/>
        <w:t>7.071e-1</w:t>
      </w:r>
    </w:p>
    <w:p w:rsidR="007B2329" w:rsidRDefault="007B2329" w:rsidP="007B2329">
      <w:r>
        <w:t>412.3548</w:t>
      </w:r>
      <w:r>
        <w:tab/>
        <w:t>1.013e0</w:t>
      </w:r>
    </w:p>
    <w:p w:rsidR="007B2329" w:rsidRDefault="007B2329" w:rsidP="007B2329">
      <w:r>
        <w:t>412.3646</w:t>
      </w:r>
      <w:r>
        <w:tab/>
        <w:t>4.051e0</w:t>
      </w:r>
    </w:p>
    <w:p w:rsidR="007B2329" w:rsidRDefault="007B2329" w:rsidP="007B2329">
      <w:r>
        <w:t>412.3757</w:t>
      </w:r>
      <w:r>
        <w:tab/>
        <w:t>2.025e0</w:t>
      </w:r>
    </w:p>
    <w:p w:rsidR="007B2329" w:rsidRDefault="007B2329" w:rsidP="007B2329">
      <w:r>
        <w:t>412.3792</w:t>
      </w:r>
      <w:r>
        <w:tab/>
        <w:t>2.532e-2</w:t>
      </w:r>
    </w:p>
    <w:p w:rsidR="007B2329" w:rsidRDefault="007B2329" w:rsidP="007B2329">
      <w:r>
        <w:t>412.3902</w:t>
      </w:r>
      <w:r>
        <w:tab/>
        <w:t>2.025e0</w:t>
      </w:r>
    </w:p>
    <w:p w:rsidR="007B2329" w:rsidRDefault="007B2329" w:rsidP="007B2329">
      <w:r>
        <w:t>412.4277</w:t>
      </w:r>
      <w:r>
        <w:tab/>
        <w:t>1.013e0</w:t>
      </w:r>
    </w:p>
    <w:p w:rsidR="007B2329" w:rsidRDefault="007B2329" w:rsidP="007B2329">
      <w:r>
        <w:t>412.4318</w:t>
      </w:r>
      <w:r>
        <w:tab/>
        <w:t>2.025e0</w:t>
      </w:r>
    </w:p>
    <w:p w:rsidR="007B2329" w:rsidRDefault="007B2329" w:rsidP="007B2329">
      <w:r>
        <w:t>412.4348</w:t>
      </w:r>
      <w:r>
        <w:tab/>
        <w:t>1.013e0</w:t>
      </w:r>
    </w:p>
    <w:p w:rsidR="007B2329" w:rsidRDefault="007B2329" w:rsidP="007B2329">
      <w:r>
        <w:t>412.4439</w:t>
      </w:r>
      <w:r>
        <w:tab/>
        <w:t>3.038e0</w:t>
      </w:r>
    </w:p>
    <w:p w:rsidR="007B2329" w:rsidRDefault="007B2329" w:rsidP="007B2329">
      <w:r>
        <w:t>412.4535</w:t>
      </w:r>
      <w:r>
        <w:tab/>
        <w:t>2.025e0</w:t>
      </w:r>
    </w:p>
    <w:p w:rsidR="007B2329" w:rsidRDefault="007B2329" w:rsidP="007B2329">
      <w:r>
        <w:t>412.4630</w:t>
      </w:r>
      <w:r>
        <w:tab/>
        <w:t>1.013e0</w:t>
      </w:r>
    </w:p>
    <w:p w:rsidR="007B2329" w:rsidRDefault="007B2329" w:rsidP="007B2329">
      <w:r>
        <w:t>412.4784</w:t>
      </w:r>
      <w:r>
        <w:tab/>
        <w:t>2.025e0</w:t>
      </w:r>
    </w:p>
    <w:p w:rsidR="007B2329" w:rsidRDefault="007B2329" w:rsidP="007B2329">
      <w:r>
        <w:t>412.4883</w:t>
      </w:r>
      <w:r>
        <w:tab/>
        <w:t>1.013e0</w:t>
      </w:r>
    </w:p>
    <w:p w:rsidR="007B2329" w:rsidRDefault="007B2329" w:rsidP="007B2329">
      <w:r>
        <w:t>412.4929</w:t>
      </w:r>
      <w:r>
        <w:tab/>
        <w:t>1.013e0</w:t>
      </w:r>
    </w:p>
    <w:p w:rsidR="007B2329" w:rsidRDefault="007B2329" w:rsidP="007B2329">
      <w:r>
        <w:t>412.5148</w:t>
      </w:r>
      <w:r>
        <w:tab/>
        <w:t>1.013e0</w:t>
      </w:r>
    </w:p>
    <w:p w:rsidR="007B2329" w:rsidRDefault="007B2329" w:rsidP="007B2329">
      <w:r>
        <w:t>412.5210</w:t>
      </w:r>
      <w:r>
        <w:tab/>
        <w:t>2.714e0</w:t>
      </w:r>
    </w:p>
    <w:p w:rsidR="007B2329" w:rsidRDefault="007B2329" w:rsidP="007B2329">
      <w:r>
        <w:t>412.5439</w:t>
      </w:r>
      <w:r>
        <w:tab/>
        <w:t>1.013e0</w:t>
      </w:r>
    </w:p>
    <w:p w:rsidR="007B2329" w:rsidRDefault="007B2329" w:rsidP="007B2329">
      <w:r>
        <w:t>412.5521</w:t>
      </w:r>
      <w:r>
        <w:tab/>
        <w:t>1.013e0</w:t>
      </w:r>
    </w:p>
    <w:p w:rsidR="007B2329" w:rsidRDefault="007B2329" w:rsidP="007B2329">
      <w:r>
        <w:lastRenderedPageBreak/>
        <w:t>412.5593</w:t>
      </w:r>
      <w:r>
        <w:tab/>
        <w:t>2.025e0</w:t>
      </w:r>
    </w:p>
    <w:p w:rsidR="007B2329" w:rsidRDefault="007B2329" w:rsidP="007B2329">
      <w:r>
        <w:t>412.5735</w:t>
      </w:r>
      <w:r>
        <w:tab/>
        <w:t>3.038e0</w:t>
      </w:r>
    </w:p>
    <w:p w:rsidR="007B2329" w:rsidRDefault="007B2329" w:rsidP="007B2329">
      <w:r>
        <w:t>412.6002</w:t>
      </w:r>
      <w:r>
        <w:tab/>
        <w:t>2.025e0</w:t>
      </w:r>
    </w:p>
    <w:p w:rsidR="007B2329" w:rsidRDefault="007B2329" w:rsidP="007B2329">
      <w:r>
        <w:t>412.6104</w:t>
      </w:r>
      <w:r>
        <w:tab/>
        <w:t>2.025e0</w:t>
      </w:r>
    </w:p>
    <w:p w:rsidR="007B2329" w:rsidRDefault="007B2329" w:rsidP="007B2329">
      <w:r>
        <w:t>412.6131</w:t>
      </w:r>
      <w:r>
        <w:tab/>
        <w:t>2.025e0</w:t>
      </w:r>
    </w:p>
    <w:p w:rsidR="007B2329" w:rsidRDefault="007B2329" w:rsidP="007B2329">
      <w:r>
        <w:t>412.6165</w:t>
      </w:r>
      <w:r>
        <w:tab/>
        <w:t>1.013e0</w:t>
      </w:r>
    </w:p>
    <w:p w:rsidR="007B2329" w:rsidRDefault="007B2329" w:rsidP="007B2329">
      <w:r>
        <w:t>412.6306</w:t>
      </w:r>
      <w:r>
        <w:tab/>
        <w:t>1.013e0</w:t>
      </w:r>
    </w:p>
    <w:p w:rsidR="007B2329" w:rsidRDefault="007B2329" w:rsidP="007B2329">
      <w:r>
        <w:t>412.6518</w:t>
      </w:r>
      <w:r>
        <w:tab/>
        <w:t>1.013e0</w:t>
      </w:r>
    </w:p>
    <w:p w:rsidR="007B2329" w:rsidRDefault="007B2329" w:rsidP="007B2329">
      <w:r>
        <w:t>412.6555</w:t>
      </w:r>
      <w:r>
        <w:tab/>
        <w:t>1.013e0</w:t>
      </w:r>
    </w:p>
    <w:p w:rsidR="007B2329" w:rsidRDefault="007B2329" w:rsidP="007B2329">
      <w:r>
        <w:t>412.6566</w:t>
      </w:r>
      <w:r>
        <w:tab/>
        <w:t>2.025e0</w:t>
      </w:r>
    </w:p>
    <w:p w:rsidR="007B2329" w:rsidRDefault="007B2329" w:rsidP="007B2329">
      <w:r>
        <w:t>412.6585</w:t>
      </w:r>
      <w:r>
        <w:tab/>
        <w:t>1.025e0</w:t>
      </w:r>
    </w:p>
    <w:p w:rsidR="007B2329" w:rsidRDefault="007B2329" w:rsidP="007B2329">
      <w:r>
        <w:t>412.6619</w:t>
      </w:r>
      <w:r>
        <w:tab/>
        <w:t>3.038e0</w:t>
      </w:r>
    </w:p>
    <w:p w:rsidR="007B2329" w:rsidRDefault="007B2329" w:rsidP="007B2329">
      <w:r>
        <w:t>412.6939</w:t>
      </w:r>
      <w:r>
        <w:tab/>
        <w:t>4.051e0</w:t>
      </w:r>
    </w:p>
    <w:p w:rsidR="007B2329" w:rsidRDefault="007B2329" w:rsidP="007B2329">
      <w:r>
        <w:t>412.7000</w:t>
      </w:r>
      <w:r>
        <w:tab/>
        <w:t>2.025e0</w:t>
      </w:r>
    </w:p>
    <w:p w:rsidR="007B2329" w:rsidRDefault="007B2329" w:rsidP="007B2329">
      <w:r>
        <w:t>412.7195</w:t>
      </w:r>
      <w:r>
        <w:tab/>
        <w:t>1.013e0</w:t>
      </w:r>
    </w:p>
    <w:p w:rsidR="007B2329" w:rsidRDefault="007B2329" w:rsidP="007B2329">
      <w:r>
        <w:t>412.7587</w:t>
      </w:r>
      <w:r>
        <w:tab/>
        <w:t>1.013e0</w:t>
      </w:r>
    </w:p>
    <w:p w:rsidR="007B2329" w:rsidRDefault="007B2329" w:rsidP="007B2329">
      <w:r>
        <w:t>412.7765</w:t>
      </w:r>
      <w:r>
        <w:tab/>
        <w:t>1.013e0</w:t>
      </w:r>
    </w:p>
    <w:p w:rsidR="007B2329" w:rsidRDefault="007B2329" w:rsidP="007B2329">
      <w:r>
        <w:t>412.7891</w:t>
      </w:r>
      <w:r>
        <w:tab/>
        <w:t>2.025e0</w:t>
      </w:r>
    </w:p>
    <w:p w:rsidR="007B2329" w:rsidRDefault="007B2329" w:rsidP="007B2329">
      <w:r>
        <w:t>412.7978</w:t>
      </w:r>
      <w:r>
        <w:tab/>
        <w:t>1.013e0</w:t>
      </w:r>
    </w:p>
    <w:p w:rsidR="007B2329" w:rsidRDefault="007B2329" w:rsidP="007B2329">
      <w:r>
        <w:lastRenderedPageBreak/>
        <w:t>412.8058</w:t>
      </w:r>
      <w:r>
        <w:tab/>
        <w:t>2.025e0</w:t>
      </w:r>
    </w:p>
    <w:p w:rsidR="007B2329" w:rsidRDefault="007B2329" w:rsidP="007B2329">
      <w:r>
        <w:t>412.8170</w:t>
      </w:r>
      <w:r>
        <w:tab/>
        <w:t>2.025e0</w:t>
      </w:r>
    </w:p>
    <w:p w:rsidR="007B2329" w:rsidRDefault="007B2329" w:rsidP="007B2329">
      <w:r>
        <w:t>412.8494</w:t>
      </w:r>
      <w:r>
        <w:tab/>
        <w:t>1.013e0</w:t>
      </w:r>
    </w:p>
    <w:p w:rsidR="007B2329" w:rsidRDefault="007B2329" w:rsidP="007B2329">
      <w:r>
        <w:t>412.8762</w:t>
      </w:r>
      <w:r>
        <w:tab/>
        <w:t>3.038e0</w:t>
      </w:r>
    </w:p>
    <w:p w:rsidR="007B2329" w:rsidRDefault="007B2329" w:rsidP="007B2329">
      <w:r>
        <w:t>412.8832</w:t>
      </w:r>
      <w:r>
        <w:tab/>
        <w:t>1.013e0</w:t>
      </w:r>
    </w:p>
    <w:p w:rsidR="007B2329" w:rsidRDefault="007B2329" w:rsidP="007B2329">
      <w:r>
        <w:t>412.8885</w:t>
      </w:r>
      <w:r>
        <w:tab/>
        <w:t>3.038e0</w:t>
      </w:r>
    </w:p>
    <w:p w:rsidR="007B2329" w:rsidRDefault="007B2329" w:rsidP="007B2329">
      <w:r>
        <w:t>412.9048</w:t>
      </w:r>
      <w:r>
        <w:tab/>
        <w:t>1.013e0</w:t>
      </w:r>
    </w:p>
    <w:p w:rsidR="007B2329" w:rsidRDefault="007B2329" w:rsidP="007B2329">
      <w:r>
        <w:t>412.9084</w:t>
      </w:r>
      <w:r>
        <w:tab/>
        <w:t>1.013e0</w:t>
      </w:r>
    </w:p>
    <w:p w:rsidR="007B2329" w:rsidRDefault="007B2329" w:rsidP="007B2329">
      <w:r>
        <w:t>412.9173</w:t>
      </w:r>
      <w:r>
        <w:tab/>
        <w:t>2.025e0</w:t>
      </w:r>
    </w:p>
    <w:p w:rsidR="007B2329" w:rsidRDefault="007B2329" w:rsidP="007B2329">
      <w:r>
        <w:t>412.9440</w:t>
      </w:r>
      <w:r>
        <w:tab/>
        <w:t>1.013e0</w:t>
      </w:r>
    </w:p>
    <w:p w:rsidR="007B2329" w:rsidRDefault="007B2329" w:rsidP="007B2329">
      <w:r>
        <w:t>412.9514</w:t>
      </w:r>
      <w:r>
        <w:tab/>
        <w:t>1.013e0</w:t>
      </w:r>
    </w:p>
    <w:p w:rsidR="007B2329" w:rsidRDefault="007B2329" w:rsidP="007B2329">
      <w:r>
        <w:t>412.9797</w:t>
      </w:r>
      <w:r>
        <w:tab/>
        <w:t>2.025e0</w:t>
      </w:r>
    </w:p>
    <w:p w:rsidR="007B2329" w:rsidRDefault="007B2329" w:rsidP="007B2329">
      <w:r>
        <w:t>412.9903</w:t>
      </w:r>
      <w:r>
        <w:tab/>
        <w:t>2.025e0</w:t>
      </w:r>
    </w:p>
    <w:p w:rsidR="007B2329" w:rsidRDefault="007B2329" w:rsidP="007B2329">
      <w:r>
        <w:t>412.9950</w:t>
      </w:r>
      <w:r>
        <w:tab/>
        <w:t>2.025e0</w:t>
      </w:r>
    </w:p>
    <w:p w:rsidR="007B2329" w:rsidRDefault="007B2329" w:rsidP="007B2329">
      <w:r>
        <w:t>413.0022</w:t>
      </w:r>
      <w:r>
        <w:tab/>
        <w:t>1.013e0</w:t>
      </w:r>
    </w:p>
    <w:p w:rsidR="007B2329" w:rsidRDefault="007B2329" w:rsidP="007B2329">
      <w:r>
        <w:t>413.0080</w:t>
      </w:r>
      <w:r>
        <w:tab/>
        <w:t>1.013e0</w:t>
      </w:r>
    </w:p>
    <w:p w:rsidR="007B2329" w:rsidRDefault="007B2329" w:rsidP="007B2329">
      <w:r>
        <w:t>413.0119</w:t>
      </w:r>
      <w:r>
        <w:tab/>
        <w:t>1.013e0</w:t>
      </w:r>
    </w:p>
    <w:p w:rsidR="007B2329" w:rsidRDefault="007B2329" w:rsidP="007B2329">
      <w:r>
        <w:t>413.0206</w:t>
      </w:r>
      <w:r>
        <w:tab/>
        <w:t>2.532e-2</w:t>
      </w:r>
    </w:p>
    <w:p w:rsidR="007B2329" w:rsidRDefault="007B2329" w:rsidP="007B2329">
      <w:r>
        <w:t>413.0224</w:t>
      </w:r>
      <w:r>
        <w:tab/>
        <w:t>2.025e0</w:t>
      </w:r>
    </w:p>
    <w:p w:rsidR="007B2329" w:rsidRDefault="007B2329" w:rsidP="007B2329">
      <w:r>
        <w:lastRenderedPageBreak/>
        <w:t>413.0293</w:t>
      </w:r>
      <w:r>
        <w:tab/>
        <w:t>1.013e0</w:t>
      </w:r>
    </w:p>
    <w:p w:rsidR="007B2329" w:rsidRDefault="007B2329" w:rsidP="007B2329">
      <w:r>
        <w:t>413.0420</w:t>
      </w:r>
      <w:r>
        <w:tab/>
        <w:t>2.025e0</w:t>
      </w:r>
    </w:p>
    <w:p w:rsidR="007B2329" w:rsidRDefault="007B2329" w:rsidP="007B2329">
      <w:r>
        <w:t>413.0879</w:t>
      </w:r>
      <w:r>
        <w:tab/>
        <w:t>3.038e0</w:t>
      </w:r>
    </w:p>
    <w:p w:rsidR="007B2329" w:rsidRDefault="007B2329" w:rsidP="007B2329">
      <w:r>
        <w:t>413.0897</w:t>
      </w:r>
      <w:r>
        <w:tab/>
        <w:t>2.025e0</w:t>
      </w:r>
    </w:p>
    <w:p w:rsidR="007B2329" w:rsidRDefault="007B2329" w:rsidP="007B2329">
      <w:r>
        <w:t>413.0958</w:t>
      </w:r>
      <w:r>
        <w:tab/>
        <w:t>2.025e0</w:t>
      </w:r>
    </w:p>
    <w:p w:rsidR="007B2329" w:rsidRDefault="007B2329" w:rsidP="007B2329">
      <w:r>
        <w:t>413.1024</w:t>
      </w:r>
      <w:r>
        <w:tab/>
        <w:t>2.025e0</w:t>
      </w:r>
    </w:p>
    <w:p w:rsidR="007B2329" w:rsidRDefault="007B2329" w:rsidP="007B2329">
      <w:r>
        <w:t>413.1150</w:t>
      </w:r>
      <w:r>
        <w:tab/>
        <w:t>1.013e0</w:t>
      </w:r>
    </w:p>
    <w:p w:rsidR="007B2329" w:rsidRDefault="007B2329" w:rsidP="007B2329">
      <w:r>
        <w:t>413.1328</w:t>
      </w:r>
      <w:r>
        <w:tab/>
        <w:t>1.013e0</w:t>
      </w:r>
    </w:p>
    <w:p w:rsidR="007B2329" w:rsidRDefault="007B2329" w:rsidP="007B2329">
      <w:r>
        <w:t>413.1366</w:t>
      </w:r>
      <w:r>
        <w:tab/>
        <w:t>1.766e0</w:t>
      </w:r>
    </w:p>
    <w:p w:rsidR="007B2329" w:rsidRDefault="007B2329" w:rsidP="007B2329">
      <w:r>
        <w:t>413.1479</w:t>
      </w:r>
      <w:r>
        <w:tab/>
        <w:t>1.766e0</w:t>
      </w:r>
    </w:p>
    <w:p w:rsidR="007B2329" w:rsidRDefault="007B2329" w:rsidP="007B2329">
      <w:r>
        <w:t>413.1825</w:t>
      </w:r>
      <w:r>
        <w:tab/>
        <w:t>7.159e-1</w:t>
      </w:r>
    </w:p>
    <w:p w:rsidR="007B2329" w:rsidRDefault="007B2329" w:rsidP="007B2329">
      <w:r>
        <w:t>413.2444</w:t>
      </w:r>
      <w:r>
        <w:tab/>
        <w:t>6.281e0</w:t>
      </w:r>
    </w:p>
    <w:p w:rsidR="007B2329" w:rsidRDefault="007B2329" w:rsidP="007B2329">
      <w:r>
        <w:t>413.2470</w:t>
      </w:r>
      <w:r>
        <w:tab/>
        <w:t>2.291e0</w:t>
      </w:r>
    </w:p>
    <w:p w:rsidR="007B2329" w:rsidRDefault="007B2329" w:rsidP="007B2329">
      <w:r>
        <w:t>413.2543</w:t>
      </w:r>
      <w:r>
        <w:tab/>
        <w:t>1.431e1</w:t>
      </w:r>
    </w:p>
    <w:p w:rsidR="007B2329" w:rsidRDefault="007B2329" w:rsidP="007B2329">
      <w:r>
        <w:t>413.2556</w:t>
      </w:r>
      <w:r>
        <w:tab/>
        <w:t>1.814e1</w:t>
      </w:r>
    </w:p>
    <w:p w:rsidR="007B2329" w:rsidRDefault="007B2329" w:rsidP="007B2329">
      <w:r>
        <w:t>413.2733</w:t>
      </w:r>
      <w:r>
        <w:tab/>
        <w:t>6.076e0</w:t>
      </w:r>
    </w:p>
    <w:p w:rsidR="007B2329" w:rsidRDefault="007B2329" w:rsidP="007B2329">
      <w:r>
        <w:t>413.2829</w:t>
      </w:r>
      <w:r>
        <w:tab/>
        <w:t>2.025e0</w:t>
      </w:r>
    </w:p>
    <w:p w:rsidR="007B2329" w:rsidRDefault="007B2329" w:rsidP="007B2329">
      <w:r>
        <w:t>413.2841</w:t>
      </w:r>
      <w:r>
        <w:tab/>
        <w:t>7.321e0</w:t>
      </w:r>
    </w:p>
    <w:p w:rsidR="007B2329" w:rsidRDefault="007B2329" w:rsidP="007B2329">
      <w:r>
        <w:t>413.2907</w:t>
      </w:r>
      <w:r>
        <w:tab/>
        <w:t>3.291e0</w:t>
      </w:r>
    </w:p>
    <w:p w:rsidR="007B2329" w:rsidRDefault="007B2329" w:rsidP="007B2329">
      <w:r>
        <w:lastRenderedPageBreak/>
        <w:t>413.2967</w:t>
      </w:r>
      <w:r>
        <w:tab/>
        <w:t>1.481e1</w:t>
      </w:r>
    </w:p>
    <w:p w:rsidR="007B2329" w:rsidRDefault="007B2329" w:rsidP="007B2329">
      <w:r>
        <w:t>413.3091</w:t>
      </w:r>
      <w:r>
        <w:tab/>
        <w:t>4.471e0</w:t>
      </w:r>
    </w:p>
    <w:p w:rsidR="007B2329" w:rsidRDefault="007B2329" w:rsidP="007B2329">
      <w:r>
        <w:t>413.3319</w:t>
      </w:r>
      <w:r>
        <w:tab/>
        <w:t>2.025e0</w:t>
      </w:r>
    </w:p>
    <w:p w:rsidR="007B2329" w:rsidRDefault="007B2329" w:rsidP="007B2329">
      <w:r>
        <w:t>413.3349</w:t>
      </w:r>
      <w:r>
        <w:tab/>
        <w:t>4.332e0</w:t>
      </w:r>
    </w:p>
    <w:p w:rsidR="007B2329" w:rsidRDefault="007B2329" w:rsidP="007B2329">
      <w:r>
        <w:t>413.3445</w:t>
      </w:r>
      <w:r>
        <w:tab/>
        <w:t>3.685e0</w:t>
      </w:r>
    </w:p>
    <w:p w:rsidR="007B2329" w:rsidRDefault="007B2329" w:rsidP="007B2329">
      <w:r>
        <w:t>413.3643</w:t>
      </w:r>
      <w:r>
        <w:tab/>
        <w:t>2.025e0</w:t>
      </w:r>
    </w:p>
    <w:p w:rsidR="007B2329" w:rsidRDefault="007B2329" w:rsidP="007B2329">
      <w:r>
        <w:t>413.3769</w:t>
      </w:r>
      <w:r>
        <w:tab/>
        <w:t>4.051e0</w:t>
      </w:r>
    </w:p>
    <w:p w:rsidR="007B2329" w:rsidRDefault="007B2329" w:rsidP="007B2329">
      <w:r>
        <w:t>413.3784</w:t>
      </w:r>
      <w:r>
        <w:tab/>
        <w:t>3.384e0</w:t>
      </w:r>
    </w:p>
    <w:p w:rsidR="007B2329" w:rsidRDefault="007B2329" w:rsidP="007B2329">
      <w:r>
        <w:t>413.3865</w:t>
      </w:r>
      <w:r>
        <w:tab/>
        <w:t>3.038e0</w:t>
      </w:r>
    </w:p>
    <w:p w:rsidR="007B2329" w:rsidRDefault="007B2329" w:rsidP="007B2329">
      <w:r>
        <w:t>413.3901</w:t>
      </w:r>
      <w:r>
        <w:tab/>
        <w:t>5.063e0</w:t>
      </w:r>
    </w:p>
    <w:p w:rsidR="007B2329" w:rsidRDefault="007B2329" w:rsidP="007B2329">
      <w:r>
        <w:t>413.4364</w:t>
      </w:r>
      <w:r>
        <w:tab/>
        <w:t>4.051e0</w:t>
      </w:r>
    </w:p>
    <w:p w:rsidR="007B2329" w:rsidRDefault="007B2329" w:rsidP="007B2329">
      <w:r>
        <w:t>413.4476</w:t>
      </w:r>
      <w:r>
        <w:tab/>
        <w:t>2.025e0</w:t>
      </w:r>
    </w:p>
    <w:p w:rsidR="007B2329" w:rsidRDefault="007B2329" w:rsidP="007B2329">
      <w:r>
        <w:t>413.4539</w:t>
      </w:r>
      <w:r>
        <w:tab/>
        <w:t>1.013e0</w:t>
      </w:r>
    </w:p>
    <w:p w:rsidR="007B2329" w:rsidRDefault="007B2329" w:rsidP="007B2329">
      <w:r>
        <w:t>413.4758</w:t>
      </w:r>
      <w:r>
        <w:tab/>
        <w:t>2.025e0</w:t>
      </w:r>
    </w:p>
    <w:p w:rsidR="007B2329" w:rsidRDefault="007B2329" w:rsidP="007B2329">
      <w:r>
        <w:t>413.4831</w:t>
      </w:r>
      <w:r>
        <w:tab/>
        <w:t>1.013e0</w:t>
      </w:r>
    </w:p>
    <w:p w:rsidR="007B2329" w:rsidRDefault="007B2329" w:rsidP="007B2329">
      <w:r>
        <w:t>413.4975</w:t>
      </w:r>
      <w:r>
        <w:tab/>
        <w:t>1.013e0</w:t>
      </w:r>
    </w:p>
    <w:p w:rsidR="007B2329" w:rsidRDefault="007B2329" w:rsidP="007B2329">
      <w:r>
        <w:t>413.4996</w:t>
      </w:r>
      <w:r>
        <w:tab/>
        <w:t>2.046e0</w:t>
      </w:r>
    </w:p>
    <w:p w:rsidR="007B2329" w:rsidRDefault="007B2329" w:rsidP="007B2329">
      <w:r>
        <w:t>413.5196</w:t>
      </w:r>
      <w:r>
        <w:tab/>
        <w:t>3.038e0</w:t>
      </w:r>
    </w:p>
    <w:p w:rsidR="007B2329" w:rsidRDefault="007B2329" w:rsidP="007B2329">
      <w:r>
        <w:t>413.5268</w:t>
      </w:r>
      <w:r>
        <w:tab/>
        <w:t>1.013e0</w:t>
      </w:r>
    </w:p>
    <w:p w:rsidR="007B2329" w:rsidRDefault="007B2329" w:rsidP="007B2329">
      <w:r>
        <w:lastRenderedPageBreak/>
        <w:t>413.5414</w:t>
      </w:r>
      <w:r>
        <w:tab/>
        <w:t>1.013e0</w:t>
      </w:r>
    </w:p>
    <w:p w:rsidR="007B2329" w:rsidRDefault="007B2329" w:rsidP="007B2329">
      <w:r>
        <w:t>413.5442</w:t>
      </w:r>
      <w:r>
        <w:tab/>
        <w:t>2.025e0</w:t>
      </w:r>
    </w:p>
    <w:p w:rsidR="007B2329" w:rsidRDefault="007B2329" w:rsidP="007B2329">
      <w:r>
        <w:t>413.5568</w:t>
      </w:r>
      <w:r>
        <w:tab/>
        <w:t>1.013e0</w:t>
      </w:r>
    </w:p>
    <w:p w:rsidR="007B2329" w:rsidRDefault="007B2329" w:rsidP="007B2329">
      <w:r>
        <w:t>413.5647</w:t>
      </w:r>
      <w:r>
        <w:tab/>
        <w:t>2.038e0</w:t>
      </w:r>
    </w:p>
    <w:p w:rsidR="007B2329" w:rsidRDefault="007B2329" w:rsidP="007B2329">
      <w:r>
        <w:t>413.5706</w:t>
      </w:r>
      <w:r>
        <w:tab/>
        <w:t>1.013e0</w:t>
      </w:r>
    </w:p>
    <w:p w:rsidR="007B2329" w:rsidRDefault="007B2329" w:rsidP="007B2329">
      <w:r>
        <w:t>413.5745</w:t>
      </w:r>
      <w:r>
        <w:tab/>
        <w:t>1.013e0</w:t>
      </w:r>
    </w:p>
    <w:p w:rsidR="007B2329" w:rsidRDefault="007B2329" w:rsidP="007B2329">
      <w:r>
        <w:t>413.5873</w:t>
      </w:r>
      <w:r>
        <w:tab/>
        <w:t>2.025e0</w:t>
      </w:r>
    </w:p>
    <w:p w:rsidR="007B2329" w:rsidRDefault="007B2329" w:rsidP="007B2329">
      <w:r>
        <w:t>413.6211</w:t>
      </w:r>
      <w:r>
        <w:tab/>
        <w:t>3.038e0</w:t>
      </w:r>
    </w:p>
    <w:p w:rsidR="007B2329" w:rsidRDefault="007B2329" w:rsidP="007B2329">
      <w:r>
        <w:t>413.6288</w:t>
      </w:r>
      <w:r>
        <w:tab/>
        <w:t>2.025e0</w:t>
      </w:r>
    </w:p>
    <w:p w:rsidR="007B2329" w:rsidRDefault="007B2329" w:rsidP="007B2329">
      <w:r>
        <w:t>413.6387</w:t>
      </w:r>
      <w:r>
        <w:tab/>
        <w:t>1.013e0</w:t>
      </w:r>
    </w:p>
    <w:p w:rsidR="007B2329" w:rsidRDefault="007B2329" w:rsidP="007B2329">
      <w:r>
        <w:t>413.6416</w:t>
      </w:r>
      <w:r>
        <w:tab/>
        <w:t>2.025e0</w:t>
      </w:r>
    </w:p>
    <w:p w:rsidR="007B2329" w:rsidRDefault="007B2329" w:rsidP="007B2329">
      <w:r>
        <w:t>413.6613</w:t>
      </w:r>
      <w:r>
        <w:tab/>
        <w:t>4.051e0</w:t>
      </w:r>
    </w:p>
    <w:p w:rsidR="007B2329" w:rsidRDefault="007B2329" w:rsidP="007B2329">
      <w:r>
        <w:t>413.6726</w:t>
      </w:r>
      <w:r>
        <w:tab/>
        <w:t>2.025e0</w:t>
      </w:r>
    </w:p>
    <w:p w:rsidR="007B2329" w:rsidRDefault="007B2329" w:rsidP="007B2329">
      <w:r>
        <w:t>413.6740</w:t>
      </w:r>
      <w:r>
        <w:tab/>
        <w:t>3.038e0</w:t>
      </w:r>
    </w:p>
    <w:p w:rsidR="007B2329" w:rsidRDefault="007B2329" w:rsidP="007B2329">
      <w:r>
        <w:t>413.6777</w:t>
      </w:r>
      <w:r>
        <w:tab/>
        <w:t>1.013e0</w:t>
      </w:r>
    </w:p>
    <w:p w:rsidR="007B2329" w:rsidRDefault="007B2329" w:rsidP="007B2329">
      <w:r>
        <w:t>413.6870</w:t>
      </w:r>
      <w:r>
        <w:tab/>
        <w:t>2.025e0</w:t>
      </w:r>
    </w:p>
    <w:p w:rsidR="007B2329" w:rsidRDefault="007B2329" w:rsidP="007B2329">
      <w:r>
        <w:t>413.7309</w:t>
      </w:r>
      <w:r>
        <w:tab/>
        <w:t>1.013e0</w:t>
      </w:r>
    </w:p>
    <w:p w:rsidR="007B2329" w:rsidRDefault="007B2329" w:rsidP="007B2329">
      <w:r>
        <w:t>413.7420</w:t>
      </w:r>
      <w:r>
        <w:tab/>
        <w:t>1.013e0</w:t>
      </w:r>
    </w:p>
    <w:p w:rsidR="007B2329" w:rsidRDefault="007B2329" w:rsidP="007B2329">
      <w:r>
        <w:t>413.7527</w:t>
      </w:r>
      <w:r>
        <w:tab/>
        <w:t>3.038e0</w:t>
      </w:r>
    </w:p>
    <w:p w:rsidR="007B2329" w:rsidRDefault="007B2329" w:rsidP="007B2329">
      <w:r>
        <w:lastRenderedPageBreak/>
        <w:t>413.7550</w:t>
      </w:r>
      <w:r>
        <w:tab/>
        <w:t>2.038e0</w:t>
      </w:r>
    </w:p>
    <w:p w:rsidR="007B2329" w:rsidRDefault="007B2329" w:rsidP="007B2329">
      <w:r>
        <w:t>413.7743</w:t>
      </w:r>
      <w:r>
        <w:tab/>
        <w:t>3.038e0</w:t>
      </w:r>
    </w:p>
    <w:p w:rsidR="007B2329" w:rsidRDefault="007B2329" w:rsidP="007B2329">
      <w:r>
        <w:t>413.7892</w:t>
      </w:r>
      <w:r>
        <w:tab/>
        <w:t>1.013e0</w:t>
      </w:r>
    </w:p>
    <w:p w:rsidR="007B2329" w:rsidRDefault="007B2329" w:rsidP="007B2329">
      <w:r>
        <w:t>413.8062</w:t>
      </w:r>
      <w:r>
        <w:tab/>
        <w:t>1.013e0</w:t>
      </w:r>
    </w:p>
    <w:p w:rsidR="007B2329" w:rsidRDefault="007B2329" w:rsidP="007B2329">
      <w:r>
        <w:t>413.8148</w:t>
      </w:r>
      <w:r>
        <w:tab/>
        <w:t>2.025e0</w:t>
      </w:r>
    </w:p>
    <w:p w:rsidR="007B2329" w:rsidRDefault="007B2329" w:rsidP="007B2329">
      <w:r>
        <w:t>413.8346</w:t>
      </w:r>
      <w:r>
        <w:tab/>
        <w:t>1.025e0</w:t>
      </w:r>
    </w:p>
    <w:p w:rsidR="007B2329" w:rsidRDefault="007B2329" w:rsidP="007B2329">
      <w:r>
        <w:t>413.8617</w:t>
      </w:r>
      <w:r>
        <w:tab/>
        <w:t>4.051e0</w:t>
      </w:r>
    </w:p>
    <w:p w:rsidR="007B2329" w:rsidRDefault="007B2329" w:rsidP="007B2329">
      <w:r>
        <w:t>413.8704</w:t>
      </w:r>
      <w:r>
        <w:tab/>
        <w:t>1.013e0</w:t>
      </w:r>
    </w:p>
    <w:p w:rsidR="007B2329" w:rsidRDefault="007B2329" w:rsidP="007B2329">
      <w:r>
        <w:t>413.8830</w:t>
      </w:r>
      <w:r>
        <w:tab/>
        <w:t>2.025e0</w:t>
      </w:r>
    </w:p>
    <w:p w:rsidR="007B2329" w:rsidRDefault="007B2329" w:rsidP="007B2329">
      <w:r>
        <w:t>413.8940</w:t>
      </w:r>
      <w:r>
        <w:tab/>
        <w:t>3.038e0</w:t>
      </w:r>
    </w:p>
    <w:p w:rsidR="007B2329" w:rsidRDefault="007B2329" w:rsidP="007B2329">
      <w:r>
        <w:t>413.8987</w:t>
      </w:r>
      <w:r>
        <w:tab/>
        <w:t>1.013e0</w:t>
      </w:r>
    </w:p>
    <w:p w:rsidR="007B2329" w:rsidRDefault="007B2329" w:rsidP="007B2329">
      <w:r>
        <w:t>413.9486</w:t>
      </w:r>
      <w:r>
        <w:tab/>
        <w:t>1.013e0</w:t>
      </w:r>
    </w:p>
    <w:p w:rsidR="007B2329" w:rsidRDefault="007B2329" w:rsidP="007B2329">
      <w:r>
        <w:t>413.9524</w:t>
      </w:r>
      <w:r>
        <w:tab/>
        <w:t>1.013e0</w:t>
      </w:r>
    </w:p>
    <w:p w:rsidR="007B2329" w:rsidRDefault="007B2329" w:rsidP="007B2329">
      <w:r>
        <w:t>413.9699</w:t>
      </w:r>
      <w:r>
        <w:tab/>
        <w:t>1.013e0</w:t>
      </w:r>
    </w:p>
    <w:p w:rsidR="007B2329" w:rsidRDefault="007B2329" w:rsidP="007B2329">
      <w:r>
        <w:t>413.9751</w:t>
      </w:r>
      <w:r>
        <w:tab/>
        <w:t>2.025e0</w:t>
      </w:r>
    </w:p>
    <w:p w:rsidR="007B2329" w:rsidRDefault="007B2329" w:rsidP="007B2329">
      <w:r>
        <w:t>413.9913</w:t>
      </w:r>
      <w:r>
        <w:tab/>
        <w:t>1.013e0</w:t>
      </w:r>
    </w:p>
    <w:p w:rsidR="007B2329" w:rsidRDefault="007B2329" w:rsidP="007B2329">
      <w:r>
        <w:t>413.9951</w:t>
      </w:r>
      <w:r>
        <w:tab/>
        <w:t>1.013e0</w:t>
      </w:r>
    </w:p>
    <w:p w:rsidR="007B2329" w:rsidRDefault="007B2329" w:rsidP="007B2329">
      <w:r>
        <w:t>413.9967</w:t>
      </w:r>
      <w:r>
        <w:tab/>
        <w:t>2.025e0</w:t>
      </w:r>
    </w:p>
    <w:p w:rsidR="007B2329" w:rsidRDefault="007B2329" w:rsidP="007B2329">
      <w:r>
        <w:t>414.0231</w:t>
      </w:r>
      <w:r>
        <w:tab/>
        <w:t>4.051e0</w:t>
      </w:r>
    </w:p>
    <w:p w:rsidR="007B2329" w:rsidRDefault="007B2329" w:rsidP="007B2329">
      <w:r>
        <w:lastRenderedPageBreak/>
        <w:t>414.0376</w:t>
      </w:r>
      <w:r>
        <w:tab/>
        <w:t>4.051e0</w:t>
      </w:r>
    </w:p>
    <w:p w:rsidR="007B2329" w:rsidRDefault="007B2329" w:rsidP="007B2329">
      <w:r>
        <w:t>414.0556</w:t>
      </w:r>
      <w:r>
        <w:tab/>
        <w:t>1.013e0</w:t>
      </w:r>
    </w:p>
    <w:p w:rsidR="007B2329" w:rsidRDefault="007B2329" w:rsidP="007B2329">
      <w:r>
        <w:t>414.0769</w:t>
      </w:r>
      <w:r>
        <w:tab/>
        <w:t>1.013e0</w:t>
      </w:r>
    </w:p>
    <w:p w:rsidR="007B2329" w:rsidRDefault="007B2329" w:rsidP="007B2329">
      <w:r>
        <w:t>414.0883</w:t>
      </w:r>
      <w:r>
        <w:tab/>
        <w:t>3.038e0</w:t>
      </w:r>
    </w:p>
    <w:p w:rsidR="007B2329" w:rsidRDefault="007B2329" w:rsidP="007B2329">
      <w:r>
        <w:t>414.0953</w:t>
      </w:r>
      <w:r>
        <w:tab/>
        <w:t>2.025e0</w:t>
      </w:r>
    </w:p>
    <w:p w:rsidR="007B2329" w:rsidRDefault="007B2329" w:rsidP="007B2329">
      <w:r>
        <w:t>414.1071</w:t>
      </w:r>
      <w:r>
        <w:tab/>
        <w:t>2.025e0</w:t>
      </w:r>
    </w:p>
    <w:p w:rsidR="007B2329" w:rsidRDefault="007B2329" w:rsidP="007B2329">
      <w:r>
        <w:t>414.1102</w:t>
      </w:r>
      <w:r>
        <w:tab/>
        <w:t>2.025e0</w:t>
      </w:r>
    </w:p>
    <w:p w:rsidR="007B2329" w:rsidRDefault="007B2329" w:rsidP="007B2329">
      <w:r>
        <w:t>414.1160</w:t>
      </w:r>
      <w:r>
        <w:tab/>
        <w:t>1.013e0</w:t>
      </w:r>
    </w:p>
    <w:p w:rsidR="007B2329" w:rsidRDefault="007B2329" w:rsidP="007B2329">
      <w:r>
        <w:t>414.1219</w:t>
      </w:r>
      <w:r>
        <w:tab/>
        <w:t>1.025e0</w:t>
      </w:r>
    </w:p>
    <w:p w:rsidR="007B2329" w:rsidRDefault="007B2329" w:rsidP="007B2329">
      <w:r>
        <w:t>414.1390</w:t>
      </w:r>
      <w:r>
        <w:tab/>
        <w:t>8.779e-1</w:t>
      </w:r>
    </w:p>
    <w:p w:rsidR="007B2329" w:rsidRDefault="007B2329" w:rsidP="007B2329">
      <w:r>
        <w:t>414.1693</w:t>
      </w:r>
      <w:r>
        <w:tab/>
        <w:t>4.804e0</w:t>
      </w:r>
    </w:p>
    <w:p w:rsidR="007B2329" w:rsidRDefault="007B2329" w:rsidP="007B2329">
      <w:r>
        <w:t>414.2057</w:t>
      </w:r>
      <w:r>
        <w:tab/>
        <w:t>2.025e0</w:t>
      </w:r>
    </w:p>
    <w:p w:rsidR="007B2329" w:rsidRDefault="007B2329" w:rsidP="007B2329">
      <w:r>
        <w:t>414.2616</w:t>
      </w:r>
      <w:r>
        <w:tab/>
        <w:t>5.602e0</w:t>
      </w:r>
    </w:p>
    <w:p w:rsidR="007B2329" w:rsidRDefault="007B2329" w:rsidP="007B2329">
      <w:r>
        <w:t>414.2635</w:t>
      </w:r>
      <w:r>
        <w:tab/>
        <w:t>2.025e0</w:t>
      </w:r>
    </w:p>
    <w:p w:rsidR="007B2329" w:rsidRDefault="007B2329" w:rsidP="007B2329">
      <w:r>
        <w:t>414.2773</w:t>
      </w:r>
      <w:r>
        <w:tab/>
        <w:t>6.732e0</w:t>
      </w:r>
    </w:p>
    <w:p w:rsidR="007B2329" w:rsidRDefault="007B2329" w:rsidP="007B2329">
      <w:r>
        <w:t>414.2804</w:t>
      </w:r>
      <w:r>
        <w:tab/>
        <w:t>8.592e0</w:t>
      </w:r>
    </w:p>
    <w:p w:rsidR="007B2329" w:rsidRDefault="007B2329" w:rsidP="007B2329">
      <w:r>
        <w:t>414.2905</w:t>
      </w:r>
      <w:r>
        <w:tab/>
        <w:t>6.709e0</w:t>
      </w:r>
    </w:p>
    <w:p w:rsidR="007B2329" w:rsidRDefault="007B2329" w:rsidP="007B2329">
      <w:r>
        <w:t>414.2985</w:t>
      </w:r>
      <w:r>
        <w:tab/>
        <w:t>2.408e0</w:t>
      </w:r>
    </w:p>
    <w:p w:rsidR="007B2329" w:rsidRDefault="007B2329" w:rsidP="007B2329">
      <w:r>
        <w:t>414.3005</w:t>
      </w:r>
      <w:r>
        <w:tab/>
        <w:t>3.045e0</w:t>
      </w:r>
    </w:p>
    <w:p w:rsidR="007B2329" w:rsidRDefault="007B2329" w:rsidP="007B2329">
      <w:r>
        <w:lastRenderedPageBreak/>
        <w:t>414.3028</w:t>
      </w:r>
      <w:r>
        <w:tab/>
        <w:t>3.828e0</w:t>
      </w:r>
    </w:p>
    <w:p w:rsidR="007B2329" w:rsidRDefault="007B2329" w:rsidP="007B2329">
      <w:r>
        <w:t>414.3060</w:t>
      </w:r>
      <w:r>
        <w:tab/>
        <w:t>3.249e0</w:t>
      </w:r>
    </w:p>
    <w:p w:rsidR="007B2329" w:rsidRDefault="007B2329" w:rsidP="007B2329">
      <w:r>
        <w:t>414.3557</w:t>
      </w:r>
      <w:r>
        <w:tab/>
        <w:t>2.118e0</w:t>
      </w:r>
    </w:p>
    <w:p w:rsidR="007B2329" w:rsidRDefault="007B2329" w:rsidP="007B2329">
      <w:r>
        <w:t>414.3586</w:t>
      </w:r>
      <w:r>
        <w:tab/>
        <w:t>1.013e0</w:t>
      </w:r>
    </w:p>
    <w:p w:rsidR="007B2329" w:rsidRDefault="007B2329" w:rsidP="007B2329">
      <w:r>
        <w:t>414.3612</w:t>
      </w:r>
      <w:r>
        <w:tab/>
        <w:t>2.025e0</w:t>
      </w:r>
    </w:p>
    <w:p w:rsidR="007B2329" w:rsidRDefault="007B2329" w:rsidP="007B2329">
      <w:r>
        <w:t>414.3657</w:t>
      </w:r>
      <w:r>
        <w:tab/>
        <w:t>1.013e0</w:t>
      </w:r>
    </w:p>
    <w:p w:rsidR="007B2329" w:rsidRDefault="007B2329" w:rsidP="007B2329">
      <w:r>
        <w:t>414.3740</w:t>
      </w:r>
      <w:r>
        <w:tab/>
        <w:t>3.577e0</w:t>
      </w:r>
    </w:p>
    <w:p w:rsidR="007B2329" w:rsidRDefault="007B2329" w:rsidP="007B2329">
      <w:r>
        <w:t>414.3759</w:t>
      </w:r>
      <w:r>
        <w:tab/>
        <w:t>6.433e-1</w:t>
      </w:r>
    </w:p>
    <w:p w:rsidR="007B2329" w:rsidRDefault="007B2329" w:rsidP="007B2329">
      <w:r>
        <w:t>414.3869</w:t>
      </w:r>
      <w:r>
        <w:tab/>
        <w:t>1.013e0</w:t>
      </w:r>
    </w:p>
    <w:p w:rsidR="007B2329" w:rsidRDefault="007B2329" w:rsidP="007B2329">
      <w:r>
        <w:t>414.4022</w:t>
      </w:r>
      <w:r>
        <w:tab/>
        <w:t>1.013e0</w:t>
      </w:r>
    </w:p>
    <w:p w:rsidR="007B2329" w:rsidRDefault="007B2329" w:rsidP="007B2329">
      <w:r>
        <w:t>414.4083</w:t>
      </w:r>
      <w:r>
        <w:tab/>
        <w:t>1.013e0</w:t>
      </w:r>
    </w:p>
    <w:p w:rsidR="007B2329" w:rsidRDefault="007B2329" w:rsidP="007B2329">
      <w:r>
        <w:t>414.4464</w:t>
      </w:r>
      <w:r>
        <w:tab/>
        <w:t>5.063e0</w:t>
      </w:r>
    </w:p>
    <w:p w:rsidR="007B2329" w:rsidRDefault="007B2329" w:rsidP="007B2329">
      <w:r>
        <w:t>414.4478</w:t>
      </w:r>
      <w:r>
        <w:tab/>
        <w:t>2.025e0</w:t>
      </w:r>
    </w:p>
    <w:p w:rsidR="007B2329" w:rsidRDefault="007B2329" w:rsidP="007B2329">
      <w:r>
        <w:t>414.4636</w:t>
      </w:r>
      <w:r>
        <w:tab/>
        <w:t>2.025e0</w:t>
      </w:r>
    </w:p>
    <w:p w:rsidR="007B2329" w:rsidRDefault="007B2329" w:rsidP="007B2329">
      <w:r>
        <w:t>414.4898</w:t>
      </w:r>
      <w:r>
        <w:tab/>
        <w:t>1.013e0</w:t>
      </w:r>
    </w:p>
    <w:p w:rsidR="007B2329" w:rsidRDefault="007B2329" w:rsidP="007B2329">
      <w:r>
        <w:t>414.4939</w:t>
      </w:r>
      <w:r>
        <w:tab/>
        <w:t>1.013e0</w:t>
      </w:r>
    </w:p>
    <w:p w:rsidR="007B2329" w:rsidRDefault="007B2329" w:rsidP="007B2329">
      <w:r>
        <w:t>414.5153</w:t>
      </w:r>
      <w:r>
        <w:tab/>
        <w:t>1.013e0</w:t>
      </w:r>
    </w:p>
    <w:p w:rsidR="007B2329" w:rsidRDefault="007B2329" w:rsidP="007B2329">
      <w:r>
        <w:t>414.5235</w:t>
      </w:r>
      <w:r>
        <w:tab/>
        <w:t>4.051e0</w:t>
      </w:r>
    </w:p>
    <w:p w:rsidR="007B2329" w:rsidRDefault="007B2329" w:rsidP="007B2329">
      <w:r>
        <w:t>414.5294</w:t>
      </w:r>
      <w:r>
        <w:tab/>
        <w:t>3.038e0</w:t>
      </w:r>
    </w:p>
    <w:p w:rsidR="007B2329" w:rsidRDefault="007B2329" w:rsidP="007B2329">
      <w:r>
        <w:lastRenderedPageBreak/>
        <w:t>414.5796</w:t>
      </w:r>
      <w:r>
        <w:tab/>
        <w:t>1.013e0</w:t>
      </w:r>
    </w:p>
    <w:p w:rsidR="007B2329" w:rsidRDefault="007B2329" w:rsidP="007B2329">
      <w:r>
        <w:t>414.5923</w:t>
      </w:r>
      <w:r>
        <w:tab/>
        <w:t>1.013e0</w:t>
      </w:r>
    </w:p>
    <w:p w:rsidR="007B2329" w:rsidRDefault="007B2329" w:rsidP="007B2329">
      <w:r>
        <w:t>414.6067</w:t>
      </w:r>
      <w:r>
        <w:tab/>
        <w:t>1.013e0</w:t>
      </w:r>
    </w:p>
    <w:p w:rsidR="007B2329" w:rsidRDefault="007B2329" w:rsidP="007B2329">
      <w:r>
        <w:t>414.6222</w:t>
      </w:r>
      <w:r>
        <w:tab/>
        <w:t>1.013e0</w:t>
      </w:r>
    </w:p>
    <w:p w:rsidR="007B2329" w:rsidRDefault="007B2329" w:rsidP="007B2329">
      <w:r>
        <w:t>414.6360</w:t>
      </w:r>
      <w:r>
        <w:tab/>
        <w:t>1.013e0</w:t>
      </w:r>
    </w:p>
    <w:p w:rsidR="007B2329" w:rsidRDefault="007B2329" w:rsidP="007B2329">
      <w:r>
        <w:t>414.6471</w:t>
      </w:r>
      <w:r>
        <w:tab/>
        <w:t>3.038e0</w:t>
      </w:r>
    </w:p>
    <w:p w:rsidR="007B2329" w:rsidRDefault="007B2329" w:rsidP="007B2329">
      <w:r>
        <w:t>414.6579</w:t>
      </w:r>
      <w:r>
        <w:tab/>
        <w:t>1.013e0</w:t>
      </w:r>
    </w:p>
    <w:p w:rsidR="007B2329" w:rsidRDefault="007B2329" w:rsidP="007B2329">
      <w:r>
        <w:t>414.6881</w:t>
      </w:r>
      <w:r>
        <w:tab/>
        <w:t>2.025e0</w:t>
      </w:r>
    </w:p>
    <w:p w:rsidR="007B2329" w:rsidRDefault="007B2329" w:rsidP="007B2329">
      <w:r>
        <w:t>414.6938</w:t>
      </w:r>
      <w:r>
        <w:tab/>
        <w:t>3.038e0</w:t>
      </w:r>
    </w:p>
    <w:p w:rsidR="007B2329" w:rsidRDefault="007B2329" w:rsidP="007B2329">
      <w:r>
        <w:t>414.7028</w:t>
      </w:r>
      <w:r>
        <w:tab/>
        <w:t>3.038e0</w:t>
      </w:r>
    </w:p>
    <w:p w:rsidR="007B2329" w:rsidRDefault="007B2329" w:rsidP="007B2329">
      <w:r>
        <w:t>414.7090</w:t>
      </w:r>
      <w:r>
        <w:tab/>
        <w:t>2.025e0</w:t>
      </w:r>
    </w:p>
    <w:p w:rsidR="007B2329" w:rsidRDefault="007B2329" w:rsidP="007B2329">
      <w:r>
        <w:t>414.7163</w:t>
      </w:r>
      <w:r>
        <w:tab/>
        <w:t>2.025e0</w:t>
      </w:r>
    </w:p>
    <w:p w:rsidR="007B2329" w:rsidRDefault="007B2329" w:rsidP="007B2329">
      <w:r>
        <w:t>414.7469</w:t>
      </w:r>
      <w:r>
        <w:tab/>
        <w:t>1.013e0</w:t>
      </w:r>
    </w:p>
    <w:p w:rsidR="007B2329" w:rsidRDefault="007B2329" w:rsidP="007B2329">
      <w:r>
        <w:t>414.7530</w:t>
      </w:r>
      <w:r>
        <w:tab/>
        <w:t>1.013e0</w:t>
      </w:r>
    </w:p>
    <w:p w:rsidR="007B2329" w:rsidRDefault="007B2329" w:rsidP="007B2329">
      <w:r>
        <w:t>414.7747</w:t>
      </w:r>
      <w:r>
        <w:tab/>
        <w:t>1.013e0</w:t>
      </w:r>
    </w:p>
    <w:p w:rsidR="007B2329" w:rsidRDefault="007B2329" w:rsidP="007B2329">
      <w:r>
        <w:t>414.7984</w:t>
      </w:r>
      <w:r>
        <w:tab/>
        <w:t>4.051e0</w:t>
      </w:r>
    </w:p>
    <w:p w:rsidR="007B2329" w:rsidRDefault="007B2329" w:rsidP="007B2329">
      <w:r>
        <w:t>414.8112</w:t>
      </w:r>
      <w:r>
        <w:tab/>
        <w:t>1.013e0</w:t>
      </w:r>
    </w:p>
    <w:p w:rsidR="007B2329" w:rsidRDefault="007B2329" w:rsidP="007B2329">
      <w:r>
        <w:t>414.8183</w:t>
      </w:r>
      <w:r>
        <w:tab/>
        <w:t>2.025e0</w:t>
      </w:r>
    </w:p>
    <w:p w:rsidR="007B2329" w:rsidRDefault="007B2329" w:rsidP="007B2329">
      <w:r>
        <w:t>414.8253</w:t>
      </w:r>
      <w:r>
        <w:tab/>
        <w:t>1.013e0</w:t>
      </w:r>
    </w:p>
    <w:p w:rsidR="007B2329" w:rsidRDefault="007B2329" w:rsidP="007B2329">
      <w:r>
        <w:lastRenderedPageBreak/>
        <w:t>414.8289</w:t>
      </w:r>
      <w:r>
        <w:tab/>
        <w:t>1.013e0</w:t>
      </w:r>
    </w:p>
    <w:p w:rsidR="007B2329" w:rsidRDefault="007B2329" w:rsidP="007B2329">
      <w:r>
        <w:t>414.8396</w:t>
      </w:r>
      <w:r>
        <w:tab/>
        <w:t>2.025e0</w:t>
      </w:r>
    </w:p>
    <w:p w:rsidR="007B2329" w:rsidRDefault="007B2329" w:rsidP="007B2329">
      <w:r>
        <w:t>414.8551</w:t>
      </w:r>
      <w:r>
        <w:tab/>
        <w:t>1.013e0</w:t>
      </w:r>
    </w:p>
    <w:p w:rsidR="007B2329" w:rsidRDefault="007B2329" w:rsidP="007B2329">
      <w:r>
        <w:t>414.8624</w:t>
      </w:r>
      <w:r>
        <w:tab/>
        <w:t>1.013e0</w:t>
      </w:r>
    </w:p>
    <w:p w:rsidR="007B2329" w:rsidRDefault="007B2329" w:rsidP="007B2329">
      <w:r>
        <w:t>414.8658</w:t>
      </w:r>
      <w:r>
        <w:tab/>
        <w:t>3.038e0</w:t>
      </w:r>
    </w:p>
    <w:p w:rsidR="007B2329" w:rsidRDefault="007B2329" w:rsidP="007B2329">
      <w:r>
        <w:t>414.8786</w:t>
      </w:r>
      <w:r>
        <w:tab/>
        <w:t>2.025e0</w:t>
      </w:r>
    </w:p>
    <w:p w:rsidR="007B2329" w:rsidRDefault="007B2329" w:rsidP="007B2329">
      <w:r>
        <w:t>414.8845</w:t>
      </w:r>
      <w:r>
        <w:tab/>
        <w:t>1.013e0</w:t>
      </w:r>
    </w:p>
    <w:p w:rsidR="007B2329" w:rsidRDefault="007B2329" w:rsidP="007B2329">
      <w:r>
        <w:t>414.8902</w:t>
      </w:r>
      <w:r>
        <w:tab/>
        <w:t>4.051e0</w:t>
      </w:r>
    </w:p>
    <w:p w:rsidR="007B2329" w:rsidRDefault="007B2329" w:rsidP="007B2329">
      <w:r>
        <w:t>414.9064</w:t>
      </w:r>
      <w:r>
        <w:tab/>
        <w:t>1.013e0</w:t>
      </w:r>
    </w:p>
    <w:p w:rsidR="007B2329" w:rsidRDefault="007B2329" w:rsidP="007B2329">
      <w:r>
        <w:t>414.9307</w:t>
      </w:r>
      <w:r>
        <w:tab/>
        <w:t>1.025e0</w:t>
      </w:r>
    </w:p>
    <w:p w:rsidR="007B2329" w:rsidRDefault="007B2329" w:rsidP="007B2329">
      <w:r>
        <w:t>414.9507</w:t>
      </w:r>
      <w:r>
        <w:tab/>
        <w:t>5.063e0</w:t>
      </w:r>
    </w:p>
    <w:p w:rsidR="007B2329" w:rsidRDefault="007B2329" w:rsidP="007B2329">
      <w:r>
        <w:t>414.9584</w:t>
      </w:r>
      <w:r>
        <w:tab/>
        <w:t>2.025e0</w:t>
      </w:r>
    </w:p>
    <w:p w:rsidR="007B2329" w:rsidRDefault="007B2329" w:rsidP="007B2329">
      <w:r>
        <w:t>414.9659</w:t>
      </w:r>
      <w:r>
        <w:tab/>
        <w:t>2.025e0</w:t>
      </w:r>
    </w:p>
    <w:p w:rsidR="007B2329" w:rsidRDefault="007B2329" w:rsidP="007B2329">
      <w:r>
        <w:t>414.9734</w:t>
      </w:r>
      <w:r>
        <w:tab/>
        <w:t>2.025e0</w:t>
      </w:r>
    </w:p>
    <w:p w:rsidR="007B2329" w:rsidRDefault="007B2329" w:rsidP="007B2329">
      <w:r>
        <w:t>414.9846</w:t>
      </w:r>
      <w:r>
        <w:tab/>
        <w:t>3.038e0</w:t>
      </w:r>
    </w:p>
    <w:p w:rsidR="007B2329" w:rsidRDefault="007B2329" w:rsidP="007B2329">
      <w:r>
        <w:t>414.9946</w:t>
      </w:r>
      <w:r>
        <w:tab/>
        <w:t>2.025e0</w:t>
      </w:r>
    </w:p>
    <w:p w:rsidR="007B2329" w:rsidRDefault="007B2329" w:rsidP="007B2329">
      <w:r>
        <w:t>415.0181</w:t>
      </w:r>
      <w:r>
        <w:tab/>
        <w:t>1.013e0</w:t>
      </w:r>
    </w:p>
    <w:p w:rsidR="007B2329" w:rsidRDefault="007B2329" w:rsidP="007B2329">
      <w:r>
        <w:t>415.0251</w:t>
      </w:r>
      <w:r>
        <w:tab/>
        <w:t>3.038e0</w:t>
      </w:r>
    </w:p>
    <w:p w:rsidR="007B2329" w:rsidRDefault="007B2329" w:rsidP="007B2329">
      <w:r>
        <w:t>415.0307</w:t>
      </w:r>
      <w:r>
        <w:tab/>
        <w:t>1.013e0</w:t>
      </w:r>
    </w:p>
    <w:p w:rsidR="007B2329" w:rsidRDefault="007B2329" w:rsidP="007B2329">
      <w:r>
        <w:lastRenderedPageBreak/>
        <w:t>415.0393</w:t>
      </w:r>
      <w:r>
        <w:tab/>
        <w:t>1.013e0</w:t>
      </w:r>
    </w:p>
    <w:p w:rsidR="007B2329" w:rsidRDefault="007B2329" w:rsidP="007B2329">
      <w:r>
        <w:t>415.0453</w:t>
      </w:r>
      <w:r>
        <w:tab/>
        <w:t>1.013e0</w:t>
      </w:r>
    </w:p>
    <w:p w:rsidR="007B2329" w:rsidRDefault="007B2329" w:rsidP="007B2329">
      <w:r>
        <w:t>415.0527</w:t>
      </w:r>
      <w:r>
        <w:tab/>
        <w:t>1.013e0</w:t>
      </w:r>
    </w:p>
    <w:p w:rsidR="007B2329" w:rsidRDefault="007B2329" w:rsidP="007B2329">
      <w:r>
        <w:t>415.0561</w:t>
      </w:r>
      <w:r>
        <w:tab/>
        <w:t>2.025e0</w:t>
      </w:r>
    </w:p>
    <w:p w:rsidR="007B2329" w:rsidRDefault="007B2329" w:rsidP="007B2329">
      <w:r>
        <w:t>415.0589</w:t>
      </w:r>
      <w:r>
        <w:tab/>
        <w:t>1.025e0</w:t>
      </w:r>
    </w:p>
    <w:p w:rsidR="007B2329" w:rsidRDefault="007B2329" w:rsidP="007B2329">
      <w:r>
        <w:t>415.0721</w:t>
      </w:r>
      <w:r>
        <w:tab/>
        <w:t>2.025e0</w:t>
      </w:r>
    </w:p>
    <w:p w:rsidR="007B2329" w:rsidRDefault="007B2329" w:rsidP="007B2329">
      <w:r>
        <w:t>415.0794</w:t>
      </w:r>
      <w:r>
        <w:tab/>
        <w:t>3.038e0</w:t>
      </w:r>
    </w:p>
    <w:p w:rsidR="007B2329" w:rsidRDefault="007B2329" w:rsidP="007B2329">
      <w:r>
        <w:t>415.0919</w:t>
      </w:r>
      <w:r>
        <w:tab/>
        <w:t>2.025e0</w:t>
      </w:r>
    </w:p>
    <w:p w:rsidR="007B2329" w:rsidRDefault="007B2329" w:rsidP="007B2329">
      <w:r>
        <w:t>415.1213</w:t>
      </w:r>
      <w:r>
        <w:tab/>
        <w:t>1.013e0</w:t>
      </w:r>
    </w:p>
    <w:p w:rsidR="007B2329" w:rsidRDefault="007B2329" w:rsidP="007B2329">
      <w:r>
        <w:t>415.1228</w:t>
      </w:r>
      <w:r>
        <w:tab/>
        <w:t>1.592e0</w:t>
      </w:r>
    </w:p>
    <w:p w:rsidR="007B2329" w:rsidRDefault="007B2329" w:rsidP="007B2329">
      <w:r>
        <w:t>415.1331</w:t>
      </w:r>
      <w:r>
        <w:tab/>
        <w:t>1.013e0</w:t>
      </w:r>
    </w:p>
    <w:p w:rsidR="007B2329" w:rsidRDefault="007B2329" w:rsidP="007B2329">
      <w:r>
        <w:t>415.1549</w:t>
      </w:r>
      <w:r>
        <w:tab/>
        <w:t>1.013e0</w:t>
      </w:r>
    </w:p>
    <w:p w:rsidR="007B2329" w:rsidRDefault="007B2329" w:rsidP="007B2329">
      <w:r>
        <w:t>415.1719</w:t>
      </w:r>
      <w:r>
        <w:tab/>
        <w:t>2.449e0</w:t>
      </w:r>
    </w:p>
    <w:p w:rsidR="007B2329" w:rsidRDefault="007B2329" w:rsidP="007B2329">
      <w:r>
        <w:t>415.1736</w:t>
      </w:r>
      <w:r>
        <w:tab/>
        <w:t>1.636e0</w:t>
      </w:r>
    </w:p>
    <w:p w:rsidR="007B2329" w:rsidRDefault="007B2329" w:rsidP="007B2329">
      <w:r>
        <w:t>415.1775</w:t>
      </w:r>
      <w:r>
        <w:tab/>
        <w:t>2.663e0</w:t>
      </w:r>
    </w:p>
    <w:p w:rsidR="007B2329" w:rsidRDefault="007B2329" w:rsidP="007B2329">
      <w:r>
        <w:t>415.2033</w:t>
      </w:r>
      <w:r>
        <w:tab/>
        <w:t>5.063e0</w:t>
      </w:r>
    </w:p>
    <w:p w:rsidR="007B2329" w:rsidRDefault="007B2329" w:rsidP="007B2329">
      <w:r>
        <w:t>415.2207</w:t>
      </w:r>
      <w:r>
        <w:tab/>
        <w:t>1.013e0</w:t>
      </w:r>
    </w:p>
    <w:p w:rsidR="007B2329" w:rsidRDefault="007B2329" w:rsidP="007B2329">
      <w:r>
        <w:t>415.2853</w:t>
      </w:r>
      <w:r>
        <w:tab/>
        <w:t>6.893e1</w:t>
      </w:r>
    </w:p>
    <w:p w:rsidR="007B2329" w:rsidRDefault="007B2329" w:rsidP="007B2329">
      <w:r>
        <w:t>415.2896</w:t>
      </w:r>
      <w:r>
        <w:tab/>
        <w:t>8.357e1</w:t>
      </w:r>
    </w:p>
    <w:p w:rsidR="007B2329" w:rsidRDefault="007B2329" w:rsidP="007B2329">
      <w:r>
        <w:lastRenderedPageBreak/>
        <w:t>415.2907</w:t>
      </w:r>
      <w:r>
        <w:tab/>
        <w:t>6.628e1</w:t>
      </w:r>
    </w:p>
    <w:p w:rsidR="007B2329" w:rsidRDefault="007B2329" w:rsidP="007B2329">
      <w:r>
        <w:t>415.2941</w:t>
      </w:r>
      <w:r>
        <w:tab/>
        <w:t>2.634e2</w:t>
      </w:r>
    </w:p>
    <w:p w:rsidR="007B2329" w:rsidRDefault="007B2329" w:rsidP="007B2329">
      <w:r>
        <w:t>415.3041</w:t>
      </w:r>
      <w:r>
        <w:tab/>
        <w:t>1.013e1</w:t>
      </w:r>
    </w:p>
    <w:p w:rsidR="007B2329" w:rsidRDefault="007B2329" w:rsidP="007B2329">
      <w:r>
        <w:t>415.3709</w:t>
      </w:r>
      <w:r>
        <w:tab/>
        <w:t>2.025e0</w:t>
      </w:r>
    </w:p>
    <w:p w:rsidR="007B2329" w:rsidRDefault="007B2329" w:rsidP="007B2329">
      <w:r>
        <w:t>415.4098</w:t>
      </w:r>
      <w:r>
        <w:tab/>
        <w:t>1.013e0</w:t>
      </w:r>
    </w:p>
    <w:p w:rsidR="007B2329" w:rsidRDefault="007B2329" w:rsidP="007B2329">
      <w:r>
        <w:t>415.4111</w:t>
      </w:r>
      <w:r>
        <w:tab/>
        <w:t>2.025e0</w:t>
      </w:r>
    </w:p>
    <w:p w:rsidR="007B2329" w:rsidRDefault="007B2329" w:rsidP="007B2329">
      <w:r>
        <w:t>415.4184</w:t>
      </w:r>
      <w:r>
        <w:tab/>
        <w:t>3.038e0</w:t>
      </w:r>
    </w:p>
    <w:p w:rsidR="007B2329" w:rsidRDefault="007B2329" w:rsidP="007B2329">
      <w:r>
        <w:t>415.4222</w:t>
      </w:r>
      <w:r>
        <w:tab/>
        <w:t>2.025e0</w:t>
      </w:r>
    </w:p>
    <w:p w:rsidR="007B2329" w:rsidRDefault="007B2329" w:rsidP="007B2329">
      <w:r>
        <w:t>415.4629</w:t>
      </w:r>
      <w:r>
        <w:tab/>
        <w:t>3.038e0</w:t>
      </w:r>
    </w:p>
    <w:p w:rsidR="007B2329" w:rsidRDefault="007B2329" w:rsidP="007B2329">
      <w:r>
        <w:t>415.4674</w:t>
      </w:r>
      <w:r>
        <w:tab/>
        <w:t>2.160e0</w:t>
      </w:r>
    </w:p>
    <w:p w:rsidR="007B2329" w:rsidRDefault="007B2329" w:rsidP="007B2329">
      <w:r>
        <w:t>415.4864</w:t>
      </w:r>
      <w:r>
        <w:tab/>
        <w:t>2.025e0</w:t>
      </w:r>
    </w:p>
    <w:p w:rsidR="007B2329" w:rsidRDefault="007B2329" w:rsidP="007B2329">
      <w:r>
        <w:t>415.4953</w:t>
      </w:r>
      <w:r>
        <w:tab/>
        <w:t>1.013e0</w:t>
      </w:r>
    </w:p>
    <w:p w:rsidR="007B2329" w:rsidRDefault="007B2329" w:rsidP="007B2329">
      <w:r>
        <w:t>415.5046</w:t>
      </w:r>
      <w:r>
        <w:tab/>
        <w:t>2.903e0</w:t>
      </w:r>
    </w:p>
    <w:p w:rsidR="007B2329" w:rsidRDefault="007B2329" w:rsidP="007B2329">
      <w:r>
        <w:t>415.5063</w:t>
      </w:r>
      <w:r>
        <w:tab/>
        <w:t>1.013e0</w:t>
      </w:r>
    </w:p>
    <w:p w:rsidR="007B2329" w:rsidRDefault="007B2329" w:rsidP="007B2329">
      <w:r>
        <w:t>415.5363</w:t>
      </w:r>
      <w:r>
        <w:tab/>
        <w:t>2.025e0</w:t>
      </w:r>
    </w:p>
    <w:p w:rsidR="007B2329" w:rsidRDefault="007B2329" w:rsidP="007B2329">
      <w:r>
        <w:t>415.5450</w:t>
      </w:r>
      <w:r>
        <w:tab/>
        <w:t>2.025e0</w:t>
      </w:r>
    </w:p>
    <w:p w:rsidR="007B2329" w:rsidRDefault="007B2329" w:rsidP="007B2329">
      <w:r>
        <w:t>415.5563</w:t>
      </w:r>
      <w:r>
        <w:tab/>
        <w:t>4.051e0</w:t>
      </w:r>
    </w:p>
    <w:p w:rsidR="007B2329" w:rsidRDefault="007B2329" w:rsidP="007B2329">
      <w:r>
        <w:t>415.5592</w:t>
      </w:r>
      <w:r>
        <w:tab/>
        <w:t>2.038e0</w:t>
      </w:r>
    </w:p>
    <w:p w:rsidR="007B2329" w:rsidRDefault="007B2329" w:rsidP="007B2329">
      <w:r>
        <w:t>415.5791</w:t>
      </w:r>
      <w:r>
        <w:tab/>
        <w:t>2.025e0</w:t>
      </w:r>
    </w:p>
    <w:p w:rsidR="007B2329" w:rsidRDefault="007B2329" w:rsidP="007B2329">
      <w:r>
        <w:lastRenderedPageBreak/>
        <w:t>415.5940</w:t>
      </w:r>
      <w:r>
        <w:tab/>
        <w:t>1.013e0</w:t>
      </w:r>
    </w:p>
    <w:p w:rsidR="007B2329" w:rsidRDefault="007B2329" w:rsidP="007B2329">
      <w:r>
        <w:t>415.5986</w:t>
      </w:r>
      <w:r>
        <w:tab/>
        <w:t>1.013e0</w:t>
      </w:r>
    </w:p>
    <w:p w:rsidR="007B2329" w:rsidRDefault="007B2329" w:rsidP="007B2329">
      <w:r>
        <w:t>415.6087</w:t>
      </w:r>
      <w:r>
        <w:tab/>
        <w:t>2.025e0</w:t>
      </w:r>
    </w:p>
    <w:p w:rsidR="007B2329" w:rsidRDefault="007B2329" w:rsidP="007B2329">
      <w:r>
        <w:t>415.6199</w:t>
      </w:r>
      <w:r>
        <w:tab/>
        <w:t>4.051e0</w:t>
      </w:r>
    </w:p>
    <w:p w:rsidR="007B2329" w:rsidRDefault="007B2329" w:rsidP="007B2329">
      <w:r>
        <w:t>415.6238</w:t>
      </w:r>
      <w:r>
        <w:tab/>
        <w:t>1.013e0</w:t>
      </w:r>
    </w:p>
    <w:p w:rsidR="007B2329" w:rsidRDefault="007B2329" w:rsidP="007B2329">
      <w:r>
        <w:t>415.6668</w:t>
      </w:r>
      <w:r>
        <w:tab/>
        <w:t>4.051e0</w:t>
      </w:r>
    </w:p>
    <w:p w:rsidR="007B2329" w:rsidRDefault="007B2329" w:rsidP="007B2329">
      <w:r>
        <w:t>415.6792</w:t>
      </w:r>
      <w:r>
        <w:tab/>
        <w:t>4.051e0</w:t>
      </w:r>
    </w:p>
    <w:p w:rsidR="007B2329" w:rsidRDefault="007B2329" w:rsidP="007B2329">
      <w:r>
        <w:t>415.6844</w:t>
      </w:r>
      <w:r>
        <w:tab/>
        <w:t>1.013e0</w:t>
      </w:r>
    </w:p>
    <w:p w:rsidR="007B2329" w:rsidRDefault="007B2329" w:rsidP="007B2329">
      <w:r>
        <w:t>415.6893</w:t>
      </w:r>
      <w:r>
        <w:tab/>
        <w:t>1.013e0</w:t>
      </w:r>
    </w:p>
    <w:p w:rsidR="007B2329" w:rsidRDefault="007B2329" w:rsidP="007B2329">
      <w:r>
        <w:t>415.6913</w:t>
      </w:r>
      <w:r>
        <w:tab/>
        <w:t>2.025e0</w:t>
      </w:r>
    </w:p>
    <w:p w:rsidR="007B2329" w:rsidRDefault="007B2329" w:rsidP="007B2329">
      <w:r>
        <w:t>415.6952</w:t>
      </w:r>
      <w:r>
        <w:tab/>
        <w:t>2.025e0</w:t>
      </w:r>
    </w:p>
    <w:p w:rsidR="007B2329" w:rsidRDefault="007B2329" w:rsidP="007B2329">
      <w:r>
        <w:t>415.7060</w:t>
      </w:r>
      <w:r>
        <w:tab/>
        <w:t>1.013e0</w:t>
      </w:r>
    </w:p>
    <w:p w:rsidR="007B2329" w:rsidRDefault="007B2329" w:rsidP="007B2329">
      <w:r>
        <w:t>415.7308</w:t>
      </w:r>
      <w:r>
        <w:tab/>
        <w:t>2.025e0</w:t>
      </w:r>
    </w:p>
    <w:p w:rsidR="007B2329" w:rsidRDefault="007B2329" w:rsidP="007B2329">
      <w:r>
        <w:t>415.7485</w:t>
      </w:r>
      <w:r>
        <w:tab/>
        <w:t>2.025e0</w:t>
      </w:r>
    </w:p>
    <w:p w:rsidR="007B2329" w:rsidRDefault="007B2329" w:rsidP="007B2329">
      <w:r>
        <w:t>415.7625</w:t>
      </w:r>
      <w:r>
        <w:tab/>
        <w:t>1.013e0</w:t>
      </w:r>
    </w:p>
    <w:p w:rsidR="007B2329" w:rsidRDefault="007B2329" w:rsidP="007B2329">
      <w:r>
        <w:t>415.7697</w:t>
      </w:r>
      <w:r>
        <w:tab/>
        <w:t>2.025e0</w:t>
      </w:r>
    </w:p>
    <w:p w:rsidR="007B2329" w:rsidRDefault="007B2329" w:rsidP="007B2329">
      <w:r>
        <w:t>415.7753</w:t>
      </w:r>
      <w:r>
        <w:tab/>
        <w:t>2.025e0</w:t>
      </w:r>
    </w:p>
    <w:p w:rsidR="007B2329" w:rsidRDefault="007B2329" w:rsidP="007B2329">
      <w:r>
        <w:t>415.7896</w:t>
      </w:r>
      <w:r>
        <w:tab/>
        <w:t>2.025e0</w:t>
      </w:r>
    </w:p>
    <w:p w:rsidR="007B2329" w:rsidRDefault="007B2329" w:rsidP="007B2329">
      <w:r>
        <w:t>415.7941</w:t>
      </w:r>
      <w:r>
        <w:tab/>
        <w:t>2.025e0</w:t>
      </w:r>
    </w:p>
    <w:p w:rsidR="007B2329" w:rsidRDefault="007B2329" w:rsidP="007B2329">
      <w:r>
        <w:lastRenderedPageBreak/>
        <w:t>415.7991</w:t>
      </w:r>
      <w:r>
        <w:tab/>
        <w:t>1.013e0</w:t>
      </w:r>
    </w:p>
    <w:p w:rsidR="007B2329" w:rsidRDefault="007B2329" w:rsidP="007B2329">
      <w:r>
        <w:t>415.8102</w:t>
      </w:r>
      <w:r>
        <w:tab/>
        <w:t>2.025e0</w:t>
      </w:r>
    </w:p>
    <w:p w:rsidR="007B2329" w:rsidRDefault="007B2329" w:rsidP="007B2329">
      <w:r>
        <w:t>415.8217</w:t>
      </w:r>
      <w:r>
        <w:tab/>
        <w:t>4.051e0</w:t>
      </w:r>
    </w:p>
    <w:p w:rsidR="007B2329" w:rsidRDefault="007B2329" w:rsidP="007B2329">
      <w:r>
        <w:t>415.8289</w:t>
      </w:r>
      <w:r>
        <w:tab/>
        <w:t>2.038e0</w:t>
      </w:r>
    </w:p>
    <w:p w:rsidR="007B2329" w:rsidRDefault="007B2329" w:rsidP="007B2329">
      <w:r>
        <w:t>415.8451</w:t>
      </w:r>
      <w:r>
        <w:tab/>
        <w:t>2.025e0</w:t>
      </w:r>
    </w:p>
    <w:p w:rsidR="007B2329" w:rsidRDefault="007B2329" w:rsidP="007B2329">
      <w:r>
        <w:t>415.8520</w:t>
      </w:r>
      <w:r>
        <w:tab/>
        <w:t>1.013e0</w:t>
      </w:r>
    </w:p>
    <w:p w:rsidR="007B2329" w:rsidRDefault="007B2329" w:rsidP="007B2329">
      <w:r>
        <w:t>415.8641</w:t>
      </w:r>
      <w:r>
        <w:tab/>
        <w:t>2.025e0</w:t>
      </w:r>
    </w:p>
    <w:p w:rsidR="007B2329" w:rsidRDefault="007B2329" w:rsidP="007B2329">
      <w:r>
        <w:t>415.8870</w:t>
      </w:r>
      <w:r>
        <w:tab/>
        <w:t>1.013e0</w:t>
      </w:r>
    </w:p>
    <w:p w:rsidR="007B2329" w:rsidRDefault="007B2329" w:rsidP="007B2329">
      <w:r>
        <w:t>415.9017</w:t>
      </w:r>
      <w:r>
        <w:tab/>
        <w:t>5.063e0</w:t>
      </w:r>
    </w:p>
    <w:p w:rsidR="007B2329" w:rsidRDefault="007B2329" w:rsidP="007B2329">
      <w:r>
        <w:t>415.9090</w:t>
      </w:r>
      <w:r>
        <w:tab/>
        <w:t>1.013e0</w:t>
      </w:r>
    </w:p>
    <w:p w:rsidR="007B2329" w:rsidRDefault="007B2329" w:rsidP="007B2329">
      <w:r>
        <w:t>415.9127</w:t>
      </w:r>
      <w:r>
        <w:tab/>
        <w:t>2.025e0</w:t>
      </w:r>
    </w:p>
    <w:p w:rsidR="007B2329" w:rsidRDefault="007B2329" w:rsidP="007B2329">
      <w:r>
        <w:t>415.9164</w:t>
      </w:r>
      <w:r>
        <w:tab/>
        <w:t>3.038e0</w:t>
      </w:r>
    </w:p>
    <w:p w:rsidR="007B2329" w:rsidRDefault="007B2329" w:rsidP="007B2329">
      <w:r>
        <w:t>415.9339</w:t>
      </w:r>
      <w:r>
        <w:tab/>
        <w:t>1.013e0</w:t>
      </w:r>
    </w:p>
    <w:p w:rsidR="007B2329" w:rsidRDefault="007B2329" w:rsidP="007B2329">
      <w:r>
        <w:t>415.9384</w:t>
      </w:r>
      <w:r>
        <w:tab/>
        <w:t>1.013e0</w:t>
      </w:r>
    </w:p>
    <w:p w:rsidR="007B2329" w:rsidRDefault="007B2329" w:rsidP="007B2329">
      <w:r>
        <w:t>415.9516</w:t>
      </w:r>
      <w:r>
        <w:tab/>
        <w:t>1.013e0</w:t>
      </w:r>
    </w:p>
    <w:p w:rsidR="007B2329" w:rsidRDefault="007B2329" w:rsidP="007B2329">
      <w:r>
        <w:t>415.9822</w:t>
      </w:r>
      <w:r>
        <w:tab/>
        <w:t>1.013e0</w:t>
      </w:r>
    </w:p>
    <w:p w:rsidR="007B2329" w:rsidRDefault="007B2329" w:rsidP="007B2329">
      <w:r>
        <w:t>415.9896</w:t>
      </w:r>
      <w:r>
        <w:tab/>
        <w:t>1.013e0</w:t>
      </w:r>
    </w:p>
    <w:p w:rsidR="007B2329" w:rsidRDefault="007B2329" w:rsidP="007B2329">
      <w:r>
        <w:t>415.9964</w:t>
      </w:r>
      <w:r>
        <w:tab/>
        <w:t>2.025e0</w:t>
      </w:r>
    </w:p>
    <w:p w:rsidR="007B2329" w:rsidRDefault="007B2329" w:rsidP="007B2329">
      <w:r>
        <w:t>415.9981</w:t>
      </w:r>
      <w:r>
        <w:tab/>
        <w:t>1.013e0</w:t>
      </w:r>
    </w:p>
    <w:p w:rsidR="007B2329" w:rsidRDefault="007B2329" w:rsidP="007B2329">
      <w:r>
        <w:lastRenderedPageBreak/>
        <w:t>416.0042</w:t>
      </w:r>
      <w:r>
        <w:tab/>
        <w:t>1.013e0</w:t>
      </w:r>
    </w:p>
    <w:p w:rsidR="007B2329" w:rsidRDefault="007B2329" w:rsidP="007B2329">
      <w:r>
        <w:t>416.0336</w:t>
      </w:r>
      <w:r>
        <w:tab/>
        <w:t>1.013e0</w:t>
      </w:r>
    </w:p>
    <w:p w:rsidR="007B2329" w:rsidRDefault="007B2329" w:rsidP="007B2329">
      <w:r>
        <w:t>416.0373</w:t>
      </w:r>
      <w:r>
        <w:tab/>
        <w:t>2.025e0</w:t>
      </w:r>
    </w:p>
    <w:p w:rsidR="007B2329" w:rsidRDefault="007B2329" w:rsidP="007B2329">
      <w:r>
        <w:t>416.0479</w:t>
      </w:r>
      <w:r>
        <w:tab/>
        <w:t>2.025e0</w:t>
      </w:r>
    </w:p>
    <w:p w:rsidR="007B2329" w:rsidRDefault="007B2329" w:rsidP="007B2329">
      <w:r>
        <w:t>416.0704</w:t>
      </w:r>
      <w:r>
        <w:tab/>
        <w:t>3.038e0</w:t>
      </w:r>
    </w:p>
    <w:p w:rsidR="007B2329" w:rsidRDefault="007B2329" w:rsidP="007B2329">
      <w:r>
        <w:t>416.0734</w:t>
      </w:r>
      <w:r>
        <w:tab/>
        <w:t>5.570e0</w:t>
      </w:r>
    </w:p>
    <w:p w:rsidR="007B2329" w:rsidRDefault="007B2329" w:rsidP="007B2329">
      <w:r>
        <w:t>416.0849</w:t>
      </w:r>
      <w:r>
        <w:tab/>
        <w:t>1.013e0</w:t>
      </w:r>
    </w:p>
    <w:p w:rsidR="007B2329" w:rsidRDefault="007B2329" w:rsidP="007B2329">
      <w:r>
        <w:t>416.1069</w:t>
      </w:r>
      <w:r>
        <w:tab/>
        <w:t>1.013e0</w:t>
      </w:r>
    </w:p>
    <w:p w:rsidR="007B2329" w:rsidRDefault="007B2329" w:rsidP="007B2329">
      <w:r>
        <w:t>416.1135</w:t>
      </w:r>
      <w:r>
        <w:tab/>
        <w:t>2.025e0</w:t>
      </w:r>
    </w:p>
    <w:p w:rsidR="007B2329" w:rsidRDefault="007B2329" w:rsidP="007B2329">
      <w:r>
        <w:t>416.1190</w:t>
      </w:r>
      <w:r>
        <w:tab/>
        <w:t>1.013e0</w:t>
      </w:r>
    </w:p>
    <w:p w:rsidR="007B2329" w:rsidRDefault="007B2329" w:rsidP="007B2329">
      <w:r>
        <w:t>416.1436</w:t>
      </w:r>
      <w:r>
        <w:tab/>
        <w:t>1.895e0</w:t>
      </w:r>
    </w:p>
    <w:p w:rsidR="007B2329" w:rsidRDefault="007B2329" w:rsidP="007B2329">
      <w:r>
        <w:t>416.1581</w:t>
      </w:r>
      <w:r>
        <w:tab/>
        <w:t>1.013e0</w:t>
      </w:r>
    </w:p>
    <w:p w:rsidR="007B2329" w:rsidRDefault="007B2329" w:rsidP="007B2329">
      <w:r>
        <w:t>416.1727</w:t>
      </w:r>
      <w:r>
        <w:tab/>
        <w:t>1.261e1</w:t>
      </w:r>
    </w:p>
    <w:p w:rsidR="007B2329" w:rsidRDefault="007B2329" w:rsidP="007B2329">
      <w:r>
        <w:t>416.1786</w:t>
      </w:r>
      <w:r>
        <w:tab/>
        <w:t>7.692e0</w:t>
      </w:r>
    </w:p>
    <w:p w:rsidR="007B2329" w:rsidRDefault="007B2329" w:rsidP="007B2329">
      <w:r>
        <w:t>416.1888</w:t>
      </w:r>
      <w:r>
        <w:tab/>
        <w:t>1.256e1</w:t>
      </w:r>
    </w:p>
    <w:p w:rsidR="007B2329" w:rsidRDefault="007B2329" w:rsidP="007B2329">
      <w:r>
        <w:t>416.1986</w:t>
      </w:r>
      <w:r>
        <w:tab/>
        <w:t>2.091e0</w:t>
      </w:r>
    </w:p>
    <w:p w:rsidR="007B2329" w:rsidRDefault="007B2329" w:rsidP="007B2329">
      <w:r>
        <w:t>416.2029</w:t>
      </w:r>
      <w:r>
        <w:tab/>
        <w:t>2.025e0</w:t>
      </w:r>
    </w:p>
    <w:p w:rsidR="007B2329" w:rsidRDefault="007B2329" w:rsidP="007B2329">
      <w:r>
        <w:t>416.2176</w:t>
      </w:r>
      <w:r>
        <w:tab/>
        <w:t>2.684e0</w:t>
      </w:r>
    </w:p>
    <w:p w:rsidR="007B2329" w:rsidRDefault="007B2329" w:rsidP="007B2329">
      <w:r>
        <w:t>416.2224</w:t>
      </w:r>
      <w:r>
        <w:tab/>
        <w:t>3.623e0</w:t>
      </w:r>
    </w:p>
    <w:p w:rsidR="007B2329" w:rsidRDefault="007B2329" w:rsidP="007B2329">
      <w:r>
        <w:lastRenderedPageBreak/>
        <w:t>416.2699</w:t>
      </w:r>
      <w:r>
        <w:tab/>
        <w:t>4.051e0</w:t>
      </w:r>
    </w:p>
    <w:p w:rsidR="007B2329" w:rsidRDefault="007B2329" w:rsidP="007B2329">
      <w:r>
        <w:t>416.2716</w:t>
      </w:r>
      <w:r>
        <w:tab/>
        <w:t>2.038e0</w:t>
      </w:r>
    </w:p>
    <w:p w:rsidR="007B2329" w:rsidRDefault="007B2329" w:rsidP="007B2329">
      <w:r>
        <w:t>416.2937</w:t>
      </w:r>
      <w:r>
        <w:tab/>
        <w:t>3.668e1</w:t>
      </w:r>
    </w:p>
    <w:p w:rsidR="007B2329" w:rsidRDefault="007B2329" w:rsidP="007B2329">
      <w:r>
        <w:t>416.2957</w:t>
      </w:r>
      <w:r>
        <w:tab/>
        <w:t>1.668e1</w:t>
      </w:r>
    </w:p>
    <w:p w:rsidR="007B2329" w:rsidRDefault="007B2329" w:rsidP="007B2329">
      <w:r>
        <w:t>416.2986</w:t>
      </w:r>
      <w:r>
        <w:tab/>
        <w:t>4.487e1</w:t>
      </w:r>
    </w:p>
    <w:p w:rsidR="007B2329" w:rsidRDefault="007B2329" w:rsidP="007B2329">
      <w:r>
        <w:t>416.3001</w:t>
      </w:r>
      <w:r>
        <w:tab/>
        <w:t>1.336e1</w:t>
      </w:r>
    </w:p>
    <w:p w:rsidR="007B2329" w:rsidRDefault="007B2329" w:rsidP="007B2329">
      <w:r>
        <w:t>416.3128</w:t>
      </w:r>
      <w:r>
        <w:tab/>
        <w:t>1.019e1</w:t>
      </w:r>
    </w:p>
    <w:p w:rsidR="007B2329" w:rsidRDefault="007B2329" w:rsidP="007B2329">
      <w:r>
        <w:t>416.3561</w:t>
      </w:r>
      <w:r>
        <w:tab/>
        <w:t>1.013e0</w:t>
      </w:r>
    </w:p>
    <w:p w:rsidR="007B2329" w:rsidRDefault="007B2329" w:rsidP="007B2329">
      <w:r>
        <w:t>416.3580</w:t>
      </w:r>
      <w:r>
        <w:tab/>
        <w:t>6.076e0</w:t>
      </w:r>
    </w:p>
    <w:p w:rsidR="007B2329" w:rsidRDefault="007B2329" w:rsidP="007B2329">
      <w:r>
        <w:t>416.3671</w:t>
      </w:r>
      <w:r>
        <w:tab/>
        <w:t>2.025e0</w:t>
      </w:r>
    </w:p>
    <w:p w:rsidR="007B2329" w:rsidRDefault="007B2329" w:rsidP="007B2329">
      <w:r>
        <w:t>416.3816</w:t>
      </w:r>
      <w:r>
        <w:tab/>
        <w:t>1.025e0</w:t>
      </w:r>
    </w:p>
    <w:p w:rsidR="007B2329" w:rsidRDefault="007B2329" w:rsidP="007B2329">
      <w:r>
        <w:t>416.3887</w:t>
      </w:r>
      <w:r>
        <w:tab/>
        <w:t>3.038e0</w:t>
      </w:r>
    </w:p>
    <w:p w:rsidR="007B2329" w:rsidRDefault="007B2329" w:rsidP="007B2329">
      <w:r>
        <w:t>416.4044</w:t>
      </w:r>
      <w:r>
        <w:tab/>
        <w:t>2.025e0</w:t>
      </w:r>
    </w:p>
    <w:p w:rsidR="007B2329" w:rsidRDefault="007B2329" w:rsidP="007B2329">
      <w:r>
        <w:t>416.4222</w:t>
      </w:r>
      <w:r>
        <w:tab/>
        <w:t>3.038e0</w:t>
      </w:r>
    </w:p>
    <w:p w:rsidR="007B2329" w:rsidRDefault="007B2329" w:rsidP="007B2329">
      <w:r>
        <w:t>416.4330</w:t>
      </w:r>
      <w:r>
        <w:tab/>
        <w:t>1.013e0</w:t>
      </w:r>
    </w:p>
    <w:p w:rsidR="007B2329" w:rsidRDefault="007B2329" w:rsidP="007B2329">
      <w:r>
        <w:t>416.4403</w:t>
      </w:r>
      <w:r>
        <w:tab/>
        <w:t>2.025e0</w:t>
      </w:r>
    </w:p>
    <w:p w:rsidR="007B2329" w:rsidRDefault="007B2329" w:rsidP="007B2329">
      <w:r>
        <w:t>416.4482</w:t>
      </w:r>
      <w:r>
        <w:tab/>
        <w:t>3.038e0</w:t>
      </w:r>
    </w:p>
    <w:p w:rsidR="007B2329" w:rsidRDefault="007B2329" w:rsidP="007B2329">
      <w:r>
        <w:t>416.4721</w:t>
      </w:r>
      <w:r>
        <w:tab/>
        <w:t>1.013e0</w:t>
      </w:r>
    </w:p>
    <w:p w:rsidR="007B2329" w:rsidRDefault="007B2329" w:rsidP="007B2329">
      <w:r>
        <w:t>416.4811</w:t>
      </w:r>
      <w:r>
        <w:tab/>
        <w:t>4.051e0</w:t>
      </w:r>
    </w:p>
    <w:p w:rsidR="007B2329" w:rsidRDefault="007B2329" w:rsidP="007B2329">
      <w:r>
        <w:lastRenderedPageBreak/>
        <w:t>416.4882</w:t>
      </w:r>
      <w:r>
        <w:tab/>
        <w:t>1.013e0</w:t>
      </w:r>
    </w:p>
    <w:p w:rsidR="007B2329" w:rsidRDefault="007B2329" w:rsidP="007B2329">
      <w:r>
        <w:t>416.4938</w:t>
      </w:r>
      <w:r>
        <w:tab/>
        <w:t>3.038e0</w:t>
      </w:r>
    </w:p>
    <w:p w:rsidR="007B2329" w:rsidRDefault="007B2329" w:rsidP="007B2329">
      <w:r>
        <w:t>416.4972</w:t>
      </w:r>
      <w:r>
        <w:tab/>
        <w:t>1.013e0</w:t>
      </w:r>
    </w:p>
    <w:p w:rsidR="007B2329" w:rsidRDefault="007B2329" w:rsidP="007B2329">
      <w:r>
        <w:t>416.5194</w:t>
      </w:r>
      <w:r>
        <w:tab/>
        <w:t>2.340e0</w:t>
      </w:r>
    </w:p>
    <w:p w:rsidR="007B2329" w:rsidRDefault="007B2329" w:rsidP="007B2329">
      <w:r>
        <w:t>416.5206</w:t>
      </w:r>
      <w:r>
        <w:tab/>
        <w:t>1.025e0</w:t>
      </w:r>
    </w:p>
    <w:p w:rsidR="007B2329" w:rsidRDefault="007B2329" w:rsidP="007B2329">
      <w:r>
        <w:t>416.5322</w:t>
      </w:r>
      <w:r>
        <w:tab/>
        <w:t>1.013e0</w:t>
      </w:r>
    </w:p>
    <w:p w:rsidR="007B2329" w:rsidRDefault="007B2329" w:rsidP="007B2329">
      <w:r>
        <w:t>416.5399</w:t>
      </w:r>
      <w:r>
        <w:tab/>
        <w:t>1.013e0</w:t>
      </w:r>
    </w:p>
    <w:p w:rsidR="007B2329" w:rsidRDefault="007B2329" w:rsidP="007B2329">
      <w:r>
        <w:t>416.5492</w:t>
      </w:r>
      <w:r>
        <w:tab/>
        <w:t>1.025e0</w:t>
      </w:r>
    </w:p>
    <w:p w:rsidR="007B2329" w:rsidRDefault="007B2329" w:rsidP="007B2329">
      <w:r>
        <w:t>416.5577</w:t>
      </w:r>
      <w:r>
        <w:tab/>
        <w:t>2.025e0</w:t>
      </w:r>
    </w:p>
    <w:p w:rsidR="007B2329" w:rsidRDefault="007B2329" w:rsidP="007B2329">
      <w:r>
        <w:t>416.5646</w:t>
      </w:r>
      <w:r>
        <w:tab/>
        <w:t>2.038e0</w:t>
      </w:r>
    </w:p>
    <w:p w:rsidR="007B2329" w:rsidRDefault="007B2329" w:rsidP="007B2329">
      <w:r>
        <w:t>416.5798</w:t>
      </w:r>
      <w:r>
        <w:tab/>
        <w:t>2.025e0</w:t>
      </w:r>
    </w:p>
    <w:p w:rsidR="007B2329" w:rsidRDefault="007B2329" w:rsidP="007B2329">
      <w:r>
        <w:t>416.6140</w:t>
      </w:r>
      <w:r>
        <w:tab/>
        <w:t>3.038e0</w:t>
      </w:r>
    </w:p>
    <w:p w:rsidR="007B2329" w:rsidRDefault="007B2329" w:rsidP="007B2329">
      <w:r>
        <w:t>416.6220</w:t>
      </w:r>
      <w:r>
        <w:tab/>
        <w:t>2.025e0</w:t>
      </w:r>
    </w:p>
    <w:p w:rsidR="007B2329" w:rsidRDefault="007B2329" w:rsidP="007B2329">
      <w:r>
        <w:t>416.6377</w:t>
      </w:r>
      <w:r>
        <w:tab/>
        <w:t>2.025e0</w:t>
      </w:r>
    </w:p>
    <w:p w:rsidR="007B2329" w:rsidRDefault="007B2329" w:rsidP="007B2329">
      <w:r>
        <w:t>416.6490</w:t>
      </w:r>
      <w:r>
        <w:tab/>
        <w:t>2.025e0</w:t>
      </w:r>
    </w:p>
    <w:p w:rsidR="007B2329" w:rsidRDefault="007B2329" w:rsidP="007B2329">
      <w:r>
        <w:t>416.6637</w:t>
      </w:r>
      <w:r>
        <w:tab/>
        <w:t>3.038e0</w:t>
      </w:r>
    </w:p>
    <w:p w:rsidR="007B2329" w:rsidRDefault="007B2329" w:rsidP="007B2329">
      <w:r>
        <w:t>416.6702</w:t>
      </w:r>
      <w:r>
        <w:tab/>
        <w:t>2.025e0</w:t>
      </w:r>
    </w:p>
    <w:p w:rsidR="007B2329" w:rsidRDefault="007B2329" w:rsidP="007B2329">
      <w:r>
        <w:t>416.6862</w:t>
      </w:r>
      <w:r>
        <w:tab/>
        <w:t>3.038e0</w:t>
      </w:r>
    </w:p>
    <w:p w:rsidR="007B2329" w:rsidRDefault="007B2329" w:rsidP="007B2329">
      <w:r>
        <w:t>416.7003</w:t>
      </w:r>
      <w:r>
        <w:tab/>
        <w:t>1.013e0</w:t>
      </w:r>
    </w:p>
    <w:p w:rsidR="007B2329" w:rsidRDefault="007B2329" w:rsidP="007B2329">
      <w:r>
        <w:lastRenderedPageBreak/>
        <w:t>416.7020</w:t>
      </w:r>
      <w:r>
        <w:tab/>
        <w:t>2.025e0</w:t>
      </w:r>
    </w:p>
    <w:p w:rsidR="007B2329" w:rsidRDefault="007B2329" w:rsidP="007B2329">
      <w:r>
        <w:t>416.7083</w:t>
      </w:r>
      <w:r>
        <w:tab/>
        <w:t>1.013e0</w:t>
      </w:r>
    </w:p>
    <w:p w:rsidR="007B2329" w:rsidRDefault="007B2329" w:rsidP="007B2329">
      <w:r>
        <w:t>416.7148</w:t>
      </w:r>
      <w:r>
        <w:tab/>
        <w:t>3.038e0</w:t>
      </w:r>
    </w:p>
    <w:p w:rsidR="007B2329" w:rsidRDefault="007B2329" w:rsidP="007B2329">
      <w:r>
        <w:t>416.7197</w:t>
      </w:r>
      <w:r>
        <w:tab/>
        <w:t>2.025e0</w:t>
      </w:r>
    </w:p>
    <w:p w:rsidR="007B2329" w:rsidRDefault="007B2329" w:rsidP="007B2329">
      <w:r>
        <w:t>416.7714</w:t>
      </w:r>
      <w:r>
        <w:tab/>
        <w:t>2.025e0</w:t>
      </w:r>
    </w:p>
    <w:p w:rsidR="007B2329" w:rsidRDefault="007B2329" w:rsidP="007B2329">
      <w:r>
        <w:t>416.7816</w:t>
      </w:r>
      <w:r>
        <w:tab/>
        <w:t>1.013e0</w:t>
      </w:r>
    </w:p>
    <w:p w:rsidR="007B2329" w:rsidRDefault="007B2329" w:rsidP="007B2329">
      <w:r>
        <w:t>416.7832</w:t>
      </w:r>
      <w:r>
        <w:tab/>
        <w:t>2.025e0</w:t>
      </w:r>
    </w:p>
    <w:p w:rsidR="007B2329" w:rsidRDefault="007B2329" w:rsidP="007B2329">
      <w:r>
        <w:t>416.7859</w:t>
      </w:r>
      <w:r>
        <w:tab/>
        <w:t>1.013e0</w:t>
      </w:r>
    </w:p>
    <w:p w:rsidR="007B2329" w:rsidRDefault="007B2329" w:rsidP="007B2329">
      <w:r>
        <w:t>416.7894</w:t>
      </w:r>
      <w:r>
        <w:tab/>
        <w:t>1.013e0</w:t>
      </w:r>
    </w:p>
    <w:p w:rsidR="007B2329" w:rsidRDefault="007B2329" w:rsidP="007B2329">
      <w:r>
        <w:t>416.8037</w:t>
      </w:r>
      <w:r>
        <w:tab/>
        <w:t>1.013e0</w:t>
      </w:r>
    </w:p>
    <w:p w:rsidR="007B2329" w:rsidRDefault="007B2329" w:rsidP="007B2329">
      <w:r>
        <w:t>416.8185</w:t>
      </w:r>
      <w:r>
        <w:tab/>
        <w:t>3.038e0</w:t>
      </w:r>
    </w:p>
    <w:p w:rsidR="007B2329" w:rsidRDefault="007B2329" w:rsidP="007B2329">
      <w:r>
        <w:t>416.8464</w:t>
      </w:r>
      <w:r>
        <w:tab/>
        <w:t>1.013e0</w:t>
      </w:r>
    </w:p>
    <w:p w:rsidR="007B2329" w:rsidRDefault="007B2329" w:rsidP="007B2329">
      <w:r>
        <w:t>416.8502</w:t>
      </w:r>
      <w:r>
        <w:tab/>
        <w:t>1.013e0</w:t>
      </w:r>
    </w:p>
    <w:p w:rsidR="007B2329" w:rsidRDefault="007B2329" w:rsidP="007B2329">
      <w:r>
        <w:t>416.8572</w:t>
      </w:r>
      <w:r>
        <w:tab/>
        <w:t>2.025e0</w:t>
      </w:r>
    </w:p>
    <w:p w:rsidR="007B2329" w:rsidRDefault="007B2329" w:rsidP="007B2329">
      <w:r>
        <w:t>416.8717</w:t>
      </w:r>
      <w:r>
        <w:tab/>
        <w:t>2.025e0</w:t>
      </w:r>
    </w:p>
    <w:p w:rsidR="007B2329" w:rsidRDefault="007B2329" w:rsidP="007B2329">
      <w:r>
        <w:t>416.8967</w:t>
      </w:r>
      <w:r>
        <w:tab/>
        <w:t>2.025e0</w:t>
      </w:r>
    </w:p>
    <w:p w:rsidR="007B2329" w:rsidRDefault="007B2329" w:rsidP="007B2329">
      <w:r>
        <w:t>416.9126</w:t>
      </w:r>
      <w:r>
        <w:tab/>
        <w:t>3.038e0</w:t>
      </w:r>
    </w:p>
    <w:p w:rsidR="007B2329" w:rsidRDefault="007B2329" w:rsidP="007B2329">
      <w:r>
        <w:t>416.9322</w:t>
      </w:r>
      <w:r>
        <w:tab/>
        <w:t>3.038e0</w:t>
      </w:r>
    </w:p>
    <w:p w:rsidR="007B2329" w:rsidRDefault="007B2329" w:rsidP="007B2329">
      <w:r>
        <w:t>416.9337</w:t>
      </w:r>
      <w:r>
        <w:tab/>
        <w:t>2.025e0</w:t>
      </w:r>
    </w:p>
    <w:p w:rsidR="007B2329" w:rsidRDefault="007B2329" w:rsidP="007B2329">
      <w:r>
        <w:lastRenderedPageBreak/>
        <w:t>416.9359</w:t>
      </w:r>
      <w:r>
        <w:tab/>
        <w:t>2.025e0</w:t>
      </w:r>
    </w:p>
    <w:p w:rsidR="007B2329" w:rsidRDefault="007B2329" w:rsidP="007B2329">
      <w:r>
        <w:t>416.9750</w:t>
      </w:r>
      <w:r>
        <w:tab/>
        <w:t>1.013e0</w:t>
      </w:r>
    </w:p>
    <w:p w:rsidR="007B2329" w:rsidRDefault="007B2329" w:rsidP="007B2329">
      <w:r>
        <w:t>416.9762</w:t>
      </w:r>
      <w:r>
        <w:tab/>
        <w:t>3.038e0</w:t>
      </w:r>
    </w:p>
    <w:p w:rsidR="007B2329" w:rsidRDefault="007B2329" w:rsidP="007B2329">
      <w:r>
        <w:t>416.9782</w:t>
      </w:r>
      <w:r>
        <w:tab/>
        <w:t>2.025e0</w:t>
      </w:r>
    </w:p>
    <w:p w:rsidR="007B2329" w:rsidRDefault="007B2329" w:rsidP="007B2329">
      <w:r>
        <w:t>416.9873</w:t>
      </w:r>
      <w:r>
        <w:tab/>
        <w:t>1.013e0</w:t>
      </w:r>
    </w:p>
    <w:p w:rsidR="007B2329" w:rsidRDefault="007B2329" w:rsidP="007B2329">
      <w:r>
        <w:t>416.9911</w:t>
      </w:r>
      <w:r>
        <w:tab/>
        <w:t>2.025e0</w:t>
      </w:r>
    </w:p>
    <w:p w:rsidR="007B2329" w:rsidRDefault="007B2329" w:rsidP="007B2329">
      <w:r>
        <w:t>417.0093</w:t>
      </w:r>
      <w:r>
        <w:tab/>
        <w:t>1.013e0</w:t>
      </w:r>
    </w:p>
    <w:p w:rsidR="007B2329" w:rsidRDefault="007B2329" w:rsidP="007B2329">
      <w:r>
        <w:t>417.0177</w:t>
      </w:r>
      <w:r>
        <w:tab/>
        <w:t>1.013e0</w:t>
      </w:r>
    </w:p>
    <w:p w:rsidR="007B2329" w:rsidRDefault="007B2329" w:rsidP="007B2329">
      <w:r>
        <w:t>417.0337</w:t>
      </w:r>
      <w:r>
        <w:tab/>
        <w:t>2.025e0</w:t>
      </w:r>
    </w:p>
    <w:p w:rsidR="007B2329" w:rsidRDefault="007B2329" w:rsidP="007B2329">
      <w:r>
        <w:t>417.0421</w:t>
      </w:r>
      <w:r>
        <w:tab/>
        <w:t>5.076e0</w:t>
      </w:r>
    </w:p>
    <w:p w:rsidR="007B2329" w:rsidRDefault="007B2329" w:rsidP="007B2329">
      <w:r>
        <w:t>417.0748</w:t>
      </w:r>
      <w:r>
        <w:tab/>
        <w:t>1.013e0</w:t>
      </w:r>
    </w:p>
    <w:p w:rsidR="007B2329" w:rsidRDefault="007B2329" w:rsidP="007B2329">
      <w:r>
        <w:t>417.0784</w:t>
      </w:r>
      <w:r>
        <w:tab/>
        <w:t>2.025e0</w:t>
      </w:r>
    </w:p>
    <w:p w:rsidR="007B2329" w:rsidRDefault="007B2329" w:rsidP="007B2329">
      <w:r>
        <w:t>417.0851</w:t>
      </w:r>
      <w:r>
        <w:tab/>
        <w:t>2.163e0</w:t>
      </w:r>
    </w:p>
    <w:p w:rsidR="007B2329" w:rsidRDefault="007B2329" w:rsidP="007B2329">
      <w:r>
        <w:t>417.0984</w:t>
      </w:r>
      <w:r>
        <w:tab/>
        <w:t>6.076e0</w:t>
      </w:r>
    </w:p>
    <w:p w:rsidR="007B2329" w:rsidRDefault="007B2329" w:rsidP="007B2329">
      <w:r>
        <w:t>417.1128</w:t>
      </w:r>
      <w:r>
        <w:tab/>
        <w:t>3.038e0</w:t>
      </w:r>
    </w:p>
    <w:p w:rsidR="007B2329" w:rsidRDefault="007B2329" w:rsidP="007B2329">
      <w:r>
        <w:t>417.1338</w:t>
      </w:r>
      <w:r>
        <w:tab/>
        <w:t>3.038e0</w:t>
      </w:r>
    </w:p>
    <w:p w:rsidR="007B2329" w:rsidRDefault="007B2329" w:rsidP="007B2329">
      <w:r>
        <w:t>417.1376</w:t>
      </w:r>
      <w:r>
        <w:tab/>
        <w:t>3.428e0</w:t>
      </w:r>
    </w:p>
    <w:p w:rsidR="007B2329" w:rsidRDefault="007B2329" w:rsidP="007B2329">
      <w:r>
        <w:t>417.1408</w:t>
      </w:r>
      <w:r>
        <w:tab/>
        <w:t>2.025e0</w:t>
      </w:r>
    </w:p>
    <w:p w:rsidR="007B2329" w:rsidRDefault="007B2329" w:rsidP="007B2329">
      <w:r>
        <w:t>417.1495</w:t>
      </w:r>
      <w:r>
        <w:tab/>
        <w:t>5.064e0</w:t>
      </w:r>
    </w:p>
    <w:p w:rsidR="007B2329" w:rsidRDefault="007B2329" w:rsidP="007B2329">
      <w:r>
        <w:lastRenderedPageBreak/>
        <w:t>417.2130</w:t>
      </w:r>
      <w:r>
        <w:tab/>
        <w:t>1.750e1</w:t>
      </w:r>
    </w:p>
    <w:p w:rsidR="007B2329" w:rsidRDefault="007B2329" w:rsidP="007B2329">
      <w:r>
        <w:t>417.2156</w:t>
      </w:r>
      <w:r>
        <w:tab/>
        <w:t>2.609e1</w:t>
      </w:r>
    </w:p>
    <w:p w:rsidR="007B2329" w:rsidRDefault="007B2329" w:rsidP="007B2329">
      <w:r>
        <w:t>417.2203</w:t>
      </w:r>
      <w:r>
        <w:tab/>
        <w:t>3.421e1</w:t>
      </w:r>
    </w:p>
    <w:p w:rsidR="007B2329" w:rsidRDefault="007B2329" w:rsidP="007B2329">
      <w:r>
        <w:t>417.2228</w:t>
      </w:r>
      <w:r>
        <w:tab/>
        <w:t>8.101e0</w:t>
      </w:r>
    </w:p>
    <w:p w:rsidR="007B2329" w:rsidRDefault="007B2329" w:rsidP="007B2329">
      <w:r>
        <w:t>417.2251</w:t>
      </w:r>
      <w:r>
        <w:tab/>
        <w:t>3.875e1</w:t>
      </w:r>
    </w:p>
    <w:p w:rsidR="007B2329" w:rsidRDefault="007B2329" w:rsidP="007B2329">
      <w:r>
        <w:t>417.2281</w:t>
      </w:r>
      <w:r>
        <w:tab/>
        <w:t>6.013e1</w:t>
      </w:r>
    </w:p>
    <w:p w:rsidR="007B2329" w:rsidRDefault="007B2329" w:rsidP="007B2329">
      <w:r>
        <w:t>417.2354</w:t>
      </w:r>
      <w:r>
        <w:tab/>
        <w:t>9.437e-2</w:t>
      </w:r>
    </w:p>
    <w:p w:rsidR="007B2329" w:rsidRDefault="007B2329" w:rsidP="007B2329">
      <w:r>
        <w:t>417.2760</w:t>
      </w:r>
      <w:r>
        <w:tab/>
        <w:t>7.850e0</w:t>
      </w:r>
    </w:p>
    <w:p w:rsidR="007B2329" w:rsidRDefault="007B2329" w:rsidP="007B2329">
      <w:r>
        <w:t>417.2898</w:t>
      </w:r>
      <w:r>
        <w:tab/>
        <w:t>4.418e0</w:t>
      </w:r>
    </w:p>
    <w:p w:rsidR="007B2329" w:rsidRDefault="007B2329" w:rsidP="007B2329">
      <w:r>
        <w:t>417.2958</w:t>
      </w:r>
      <w:r>
        <w:tab/>
        <w:t>3.997e0</w:t>
      </w:r>
    </w:p>
    <w:p w:rsidR="007B2329" w:rsidRDefault="007B2329" w:rsidP="007B2329">
      <w:r>
        <w:t>417.2995</w:t>
      </w:r>
      <w:r>
        <w:tab/>
        <w:t>3.038e0</w:t>
      </w:r>
    </w:p>
    <w:p w:rsidR="007B2329" w:rsidRDefault="007B2329" w:rsidP="007B2329">
      <w:r>
        <w:t>417.3027</w:t>
      </w:r>
      <w:r>
        <w:tab/>
        <w:t>1.023e1</w:t>
      </w:r>
    </w:p>
    <w:p w:rsidR="007B2329" w:rsidRDefault="007B2329" w:rsidP="007B2329">
      <w:r>
        <w:t>417.3078</w:t>
      </w:r>
      <w:r>
        <w:tab/>
        <w:t>7.354e0</w:t>
      </w:r>
    </w:p>
    <w:p w:rsidR="007B2329" w:rsidRDefault="007B2329" w:rsidP="007B2329">
      <w:r>
        <w:t>417.3476</w:t>
      </w:r>
      <w:r>
        <w:tab/>
        <w:t>2.266e0</w:t>
      </w:r>
    </w:p>
    <w:p w:rsidR="007B2329" w:rsidRDefault="007B2329" w:rsidP="007B2329">
      <w:r>
        <w:t>417.3533</w:t>
      </w:r>
      <w:r>
        <w:tab/>
        <w:t>4.051e0</w:t>
      </w:r>
    </w:p>
    <w:p w:rsidR="007B2329" w:rsidRDefault="007B2329" w:rsidP="007B2329">
      <w:r>
        <w:t>417.3546</w:t>
      </w:r>
      <w:r>
        <w:tab/>
        <w:t>1.013e0</w:t>
      </w:r>
    </w:p>
    <w:p w:rsidR="007B2329" w:rsidRDefault="007B2329" w:rsidP="007B2329">
      <w:r>
        <w:t>417.3622</w:t>
      </w:r>
      <w:r>
        <w:tab/>
        <w:t>1.013e0</w:t>
      </w:r>
    </w:p>
    <w:p w:rsidR="007B2329" w:rsidRDefault="007B2329" w:rsidP="007B2329">
      <w:r>
        <w:t>417.3885</w:t>
      </w:r>
      <w:r>
        <w:tab/>
        <w:t>1.013e0</w:t>
      </w:r>
    </w:p>
    <w:p w:rsidR="007B2329" w:rsidRDefault="007B2329" w:rsidP="007B2329">
      <w:r>
        <w:t>417.4099</w:t>
      </w:r>
      <w:r>
        <w:tab/>
        <w:t>2.025e0</w:t>
      </w:r>
    </w:p>
    <w:p w:rsidR="007B2329" w:rsidRDefault="007B2329" w:rsidP="007B2329">
      <w:r>
        <w:lastRenderedPageBreak/>
        <w:t>417.4208</w:t>
      </w:r>
      <w:r>
        <w:tab/>
        <w:t>1.013e0</w:t>
      </w:r>
    </w:p>
    <w:p w:rsidR="007B2329" w:rsidRDefault="007B2329" w:rsidP="007B2329">
      <w:r>
        <w:t>417.4279</w:t>
      </w:r>
      <w:r>
        <w:tab/>
        <w:t>1.013e0</w:t>
      </w:r>
    </w:p>
    <w:p w:rsidR="007B2329" w:rsidRDefault="007B2329" w:rsidP="007B2329">
      <w:r>
        <w:t>417.4381</w:t>
      </w:r>
      <w:r>
        <w:tab/>
        <w:t>5.063e0</w:t>
      </w:r>
    </w:p>
    <w:p w:rsidR="007B2329" w:rsidRDefault="007B2329" w:rsidP="007B2329">
      <w:r>
        <w:t>417.4743</w:t>
      </w:r>
      <w:r>
        <w:tab/>
        <w:t>1.013e0</w:t>
      </w:r>
    </w:p>
    <w:p w:rsidR="007B2329" w:rsidRDefault="007B2329" w:rsidP="007B2329">
      <w:r>
        <w:t>417.4996</w:t>
      </w:r>
      <w:r>
        <w:tab/>
        <w:t>3.038e0</w:t>
      </w:r>
    </w:p>
    <w:p w:rsidR="007B2329" w:rsidRDefault="007B2329" w:rsidP="007B2329">
      <w:r>
        <w:t>417.5027</w:t>
      </w:r>
      <w:r>
        <w:tab/>
        <w:t>1.025e0</w:t>
      </w:r>
    </w:p>
    <w:p w:rsidR="007B2329" w:rsidRDefault="007B2329" w:rsidP="007B2329">
      <w:r>
        <w:t>417.5310</w:t>
      </w:r>
      <w:r>
        <w:tab/>
        <w:t>1.013e0</w:t>
      </w:r>
    </w:p>
    <w:p w:rsidR="007B2329" w:rsidRDefault="007B2329" w:rsidP="007B2329">
      <w:r>
        <w:t>417.5417</w:t>
      </w:r>
      <w:r>
        <w:tab/>
        <w:t>2.025e0</w:t>
      </w:r>
    </w:p>
    <w:p w:rsidR="007B2329" w:rsidRDefault="007B2329" w:rsidP="007B2329">
      <w:r>
        <w:t>417.5471</w:t>
      </w:r>
      <w:r>
        <w:tab/>
        <w:t>1.025e0</w:t>
      </w:r>
    </w:p>
    <w:p w:rsidR="007B2329" w:rsidRDefault="007B2329" w:rsidP="007B2329">
      <w:r>
        <w:t>417.5776</w:t>
      </w:r>
      <w:r>
        <w:tab/>
        <w:t>1.013e0</w:t>
      </w:r>
    </w:p>
    <w:p w:rsidR="007B2329" w:rsidRDefault="007B2329" w:rsidP="007B2329">
      <w:r>
        <w:t>417.5826</w:t>
      </w:r>
      <w:r>
        <w:tab/>
        <w:t>1.013e0</w:t>
      </w:r>
    </w:p>
    <w:p w:rsidR="007B2329" w:rsidRDefault="007B2329" w:rsidP="007B2329">
      <w:r>
        <w:t>417.5899</w:t>
      </w:r>
      <w:r>
        <w:tab/>
        <w:t>1.013e0</w:t>
      </w:r>
    </w:p>
    <w:p w:rsidR="007B2329" w:rsidRDefault="007B2329" w:rsidP="007B2329">
      <w:r>
        <w:t>417.6061</w:t>
      </w:r>
      <w:r>
        <w:tab/>
        <w:t>2.025e0</w:t>
      </w:r>
    </w:p>
    <w:p w:rsidR="007B2329" w:rsidRDefault="007B2329" w:rsidP="007B2329">
      <w:r>
        <w:t>417.6099</w:t>
      </w:r>
      <w:r>
        <w:tab/>
        <w:t>2.025e0</w:t>
      </w:r>
    </w:p>
    <w:p w:rsidR="007B2329" w:rsidRDefault="007B2329" w:rsidP="007B2329">
      <w:r>
        <w:t>417.6183</w:t>
      </w:r>
      <w:r>
        <w:tab/>
        <w:t>2.025e0</w:t>
      </w:r>
    </w:p>
    <w:p w:rsidR="007B2329" w:rsidRDefault="007B2329" w:rsidP="007B2329">
      <w:r>
        <w:t>417.6418</w:t>
      </w:r>
      <w:r>
        <w:tab/>
        <w:t>2.025e0</w:t>
      </w:r>
    </w:p>
    <w:p w:rsidR="007B2329" w:rsidRDefault="007B2329" w:rsidP="007B2329">
      <w:r>
        <w:t>417.6597</w:t>
      </w:r>
      <w:r>
        <w:tab/>
        <w:t>1.025e0</w:t>
      </w:r>
    </w:p>
    <w:p w:rsidR="007B2329" w:rsidRDefault="007B2329" w:rsidP="007B2329">
      <w:r>
        <w:t>417.6751</w:t>
      </w:r>
      <w:r>
        <w:tab/>
        <w:t>2.025e0</w:t>
      </w:r>
    </w:p>
    <w:p w:rsidR="007B2329" w:rsidRDefault="007B2329" w:rsidP="007B2329">
      <w:r>
        <w:t>417.6774</w:t>
      </w:r>
      <w:r>
        <w:tab/>
        <w:t>1.013e0</w:t>
      </w:r>
    </w:p>
    <w:p w:rsidR="007B2329" w:rsidRDefault="007B2329" w:rsidP="007B2329">
      <w:r>
        <w:lastRenderedPageBreak/>
        <w:t>417.7013</w:t>
      </w:r>
      <w:r>
        <w:tab/>
        <w:t>3.038e0</w:t>
      </w:r>
    </w:p>
    <w:p w:rsidR="007B2329" w:rsidRDefault="007B2329" w:rsidP="007B2329">
      <w:r>
        <w:t>417.7075</w:t>
      </w:r>
      <w:r>
        <w:tab/>
        <w:t>1.013e0</w:t>
      </w:r>
    </w:p>
    <w:p w:rsidR="007B2329" w:rsidRDefault="007B2329" w:rsidP="007B2329">
      <w:r>
        <w:t>417.7168</w:t>
      </w:r>
      <w:r>
        <w:tab/>
        <w:t>2.025e0</w:t>
      </w:r>
    </w:p>
    <w:p w:rsidR="007B2329" w:rsidRDefault="007B2329" w:rsidP="007B2329">
      <w:r>
        <w:t>417.7241</w:t>
      </w:r>
      <w:r>
        <w:tab/>
        <w:t>1.013e0</w:t>
      </w:r>
    </w:p>
    <w:p w:rsidR="007B2329" w:rsidRDefault="007B2329" w:rsidP="007B2329">
      <w:r>
        <w:t>417.7305</w:t>
      </w:r>
      <w:r>
        <w:tab/>
        <w:t>3.038e0</w:t>
      </w:r>
    </w:p>
    <w:p w:rsidR="007B2329" w:rsidRDefault="007B2329" w:rsidP="007B2329">
      <w:r>
        <w:t>417.7376</w:t>
      </w:r>
      <w:r>
        <w:tab/>
        <w:t>4.051e0</w:t>
      </w:r>
    </w:p>
    <w:p w:rsidR="007B2329" w:rsidRDefault="007B2329" w:rsidP="007B2329">
      <w:r>
        <w:t>417.7590</w:t>
      </w:r>
      <w:r>
        <w:tab/>
        <w:t>1.013e0</w:t>
      </w:r>
    </w:p>
    <w:p w:rsidR="007B2329" w:rsidRDefault="007B2329" w:rsidP="007B2329">
      <w:r>
        <w:t>417.7631</w:t>
      </w:r>
      <w:r>
        <w:tab/>
        <w:t>1.013e0</w:t>
      </w:r>
    </w:p>
    <w:p w:rsidR="007B2329" w:rsidRDefault="007B2329" w:rsidP="007B2329">
      <w:r>
        <w:t>417.7650</w:t>
      </w:r>
      <w:r>
        <w:tab/>
        <w:t>1.253e0</w:t>
      </w:r>
    </w:p>
    <w:p w:rsidR="007B2329" w:rsidRDefault="007B2329" w:rsidP="007B2329">
      <w:r>
        <w:t>417.7838</w:t>
      </w:r>
      <w:r>
        <w:tab/>
        <w:t>2.630e0</w:t>
      </w:r>
    </w:p>
    <w:p w:rsidR="007B2329" w:rsidRDefault="007B2329" w:rsidP="007B2329">
      <w:r>
        <w:t>417.7885</w:t>
      </w:r>
      <w:r>
        <w:tab/>
        <w:t>1.013e0</w:t>
      </w:r>
    </w:p>
    <w:p w:rsidR="007B2329" w:rsidRDefault="007B2329" w:rsidP="007B2329">
      <w:r>
        <w:t>417.7934</w:t>
      </w:r>
      <w:r>
        <w:tab/>
        <w:t>2.025e0</w:t>
      </w:r>
    </w:p>
    <w:p w:rsidR="007B2329" w:rsidRDefault="007B2329" w:rsidP="007B2329">
      <w:r>
        <w:t>417.8436</w:t>
      </w:r>
      <w:r>
        <w:tab/>
        <w:t>4.051e0</w:t>
      </w:r>
    </w:p>
    <w:p w:rsidR="007B2329" w:rsidRDefault="007B2329" w:rsidP="007B2329">
      <w:r>
        <w:t>417.8450</w:t>
      </w:r>
      <w:r>
        <w:tab/>
        <w:t>1.013e0</w:t>
      </w:r>
    </w:p>
    <w:p w:rsidR="007B2329" w:rsidRDefault="007B2329" w:rsidP="007B2329">
      <w:r>
        <w:t>417.8547</w:t>
      </w:r>
      <w:r>
        <w:tab/>
        <w:t>1.013e0</w:t>
      </w:r>
    </w:p>
    <w:p w:rsidR="007B2329" w:rsidRDefault="007B2329" w:rsidP="007B2329">
      <w:r>
        <w:t>417.8605</w:t>
      </w:r>
      <w:r>
        <w:tab/>
        <w:t>5.063e0</w:t>
      </w:r>
    </w:p>
    <w:p w:rsidR="007B2329" w:rsidRDefault="007B2329" w:rsidP="007B2329">
      <w:r>
        <w:t>417.8742</w:t>
      </w:r>
      <w:r>
        <w:tab/>
        <w:t>3.525e0</w:t>
      </w:r>
    </w:p>
    <w:p w:rsidR="007B2329" w:rsidRDefault="007B2329" w:rsidP="007B2329">
      <w:r>
        <w:t>417.8879</w:t>
      </w:r>
      <w:r>
        <w:tab/>
        <w:t>2.025e0</w:t>
      </w:r>
    </w:p>
    <w:p w:rsidR="007B2329" w:rsidRDefault="007B2329" w:rsidP="007B2329">
      <w:r>
        <w:t>417.9160</w:t>
      </w:r>
      <w:r>
        <w:tab/>
        <w:t>2.532e-2</w:t>
      </w:r>
    </w:p>
    <w:p w:rsidR="007B2329" w:rsidRDefault="007B2329" w:rsidP="007B2329">
      <w:r>
        <w:lastRenderedPageBreak/>
        <w:t>417.9416</w:t>
      </w:r>
      <w:r>
        <w:tab/>
        <w:t>4.051e0</w:t>
      </w:r>
    </w:p>
    <w:p w:rsidR="007B2329" w:rsidRDefault="007B2329" w:rsidP="007B2329">
      <w:r>
        <w:t>417.9492</w:t>
      </w:r>
      <w:r>
        <w:tab/>
        <w:t>3.038e0</w:t>
      </w:r>
    </w:p>
    <w:p w:rsidR="007B2329" w:rsidRDefault="007B2329" w:rsidP="007B2329">
      <w:r>
        <w:t>417.9652</w:t>
      </w:r>
      <w:r>
        <w:tab/>
        <w:t>4.051e0</w:t>
      </w:r>
    </w:p>
    <w:p w:rsidR="007B2329" w:rsidRDefault="007B2329" w:rsidP="007B2329">
      <w:r>
        <w:t>417.9800</w:t>
      </w:r>
      <w:r>
        <w:tab/>
        <w:t>1.013e0</w:t>
      </w:r>
    </w:p>
    <w:p w:rsidR="007B2329" w:rsidRDefault="007B2329" w:rsidP="007B2329">
      <w:r>
        <w:t>418.0019</w:t>
      </w:r>
      <w:r>
        <w:tab/>
        <w:t>2.025e0</w:t>
      </w:r>
    </w:p>
    <w:p w:rsidR="007B2329" w:rsidRDefault="007B2329" w:rsidP="007B2329">
      <w:r>
        <w:t>418.0128</w:t>
      </w:r>
      <w:r>
        <w:tab/>
        <w:t>1.013e0</w:t>
      </w:r>
    </w:p>
    <w:p w:rsidR="007B2329" w:rsidRDefault="007B2329" w:rsidP="007B2329">
      <w:r>
        <w:t>418.0251</w:t>
      </w:r>
      <w:r>
        <w:tab/>
        <w:t>2.025e0</w:t>
      </w:r>
    </w:p>
    <w:p w:rsidR="007B2329" w:rsidRDefault="007B2329" w:rsidP="007B2329">
      <w:r>
        <w:t>418.0510</w:t>
      </w:r>
      <w:r>
        <w:tab/>
        <w:t>7.089e0</w:t>
      </w:r>
    </w:p>
    <w:p w:rsidR="007B2329" w:rsidRDefault="007B2329" w:rsidP="007B2329">
      <w:r>
        <w:t>418.0609</w:t>
      </w:r>
      <w:r>
        <w:tab/>
        <w:t>1.013e0</w:t>
      </w:r>
    </w:p>
    <w:p w:rsidR="007B2329" w:rsidRDefault="007B2329" w:rsidP="007B2329">
      <w:r>
        <w:t>418.0956</w:t>
      </w:r>
      <w:r>
        <w:tab/>
        <w:t>4.051e0</w:t>
      </w:r>
    </w:p>
    <w:p w:rsidR="007B2329" w:rsidRDefault="007B2329" w:rsidP="007B2329">
      <w:r>
        <w:t>418.1050</w:t>
      </w:r>
      <w:r>
        <w:tab/>
        <w:t>1.013e0</w:t>
      </w:r>
    </w:p>
    <w:p w:rsidR="007B2329" w:rsidRDefault="007B2329" w:rsidP="007B2329">
      <w:r>
        <w:t>418.1163</w:t>
      </w:r>
      <w:r>
        <w:tab/>
        <w:t>1.013e0</w:t>
      </w:r>
    </w:p>
    <w:p w:rsidR="007B2329" w:rsidRDefault="007B2329" w:rsidP="007B2329">
      <w:r>
        <w:t>418.1196</w:t>
      </w:r>
      <w:r>
        <w:tab/>
        <w:t>1.025e0</w:t>
      </w:r>
    </w:p>
    <w:p w:rsidR="007B2329" w:rsidRDefault="007B2329" w:rsidP="007B2329">
      <w:r>
        <w:t>418.1340</w:t>
      </w:r>
      <w:r>
        <w:tab/>
        <w:t>1.013e0</w:t>
      </w:r>
    </w:p>
    <w:p w:rsidR="007B2329" w:rsidRDefault="007B2329" w:rsidP="007B2329">
      <w:r>
        <w:t>418.1436</w:t>
      </w:r>
      <w:r>
        <w:tab/>
        <w:t>2.647e0</w:t>
      </w:r>
    </w:p>
    <w:p w:rsidR="007B2329" w:rsidRDefault="007B2329" w:rsidP="007B2329">
      <w:r>
        <w:t>418.1640</w:t>
      </w:r>
      <w:r>
        <w:tab/>
        <w:t>1.013e0</w:t>
      </w:r>
    </w:p>
    <w:p w:rsidR="007B2329" w:rsidRDefault="007B2329" w:rsidP="007B2329">
      <w:r>
        <w:t>418.1980</w:t>
      </w:r>
      <w:r>
        <w:tab/>
        <w:t>1.013e0</w:t>
      </w:r>
    </w:p>
    <w:p w:rsidR="007B2329" w:rsidRDefault="007B2329" w:rsidP="007B2329">
      <w:r>
        <w:t>418.2018</w:t>
      </w:r>
      <w:r>
        <w:tab/>
        <w:t>1.461e1</w:t>
      </w:r>
    </w:p>
    <w:p w:rsidR="007B2329" w:rsidRDefault="007B2329" w:rsidP="007B2329">
      <w:r>
        <w:t>418.2029</w:t>
      </w:r>
      <w:r>
        <w:tab/>
        <w:t>1.418e1</w:t>
      </w:r>
    </w:p>
    <w:p w:rsidR="007B2329" w:rsidRDefault="007B2329" w:rsidP="007B2329">
      <w:r>
        <w:lastRenderedPageBreak/>
        <w:t>418.2099</w:t>
      </w:r>
      <w:r>
        <w:tab/>
        <w:t>3.042e1</w:t>
      </w:r>
    </w:p>
    <w:p w:rsidR="007B2329" w:rsidRDefault="007B2329" w:rsidP="007B2329">
      <w:r>
        <w:t>418.2132</w:t>
      </w:r>
      <w:r>
        <w:tab/>
        <w:t>2.110e1</w:t>
      </w:r>
    </w:p>
    <w:p w:rsidR="007B2329" w:rsidRDefault="007B2329" w:rsidP="007B2329">
      <w:r>
        <w:t>418.2162</w:t>
      </w:r>
      <w:r>
        <w:tab/>
        <w:t>2.860e1</w:t>
      </w:r>
    </w:p>
    <w:p w:rsidR="007B2329" w:rsidRDefault="007B2329" w:rsidP="007B2329">
      <w:r>
        <w:t>418.2190</w:t>
      </w:r>
      <w:r>
        <w:tab/>
        <w:t>2.843e1</w:t>
      </w:r>
    </w:p>
    <w:p w:rsidR="007B2329" w:rsidRDefault="007B2329" w:rsidP="007B2329">
      <w:r>
        <w:t>418.2234</w:t>
      </w:r>
      <w:r>
        <w:tab/>
        <w:t>2.025e0</w:t>
      </w:r>
    </w:p>
    <w:p w:rsidR="007B2329" w:rsidRDefault="007B2329" w:rsidP="007B2329">
      <w:r>
        <w:t>418.2568</w:t>
      </w:r>
      <w:r>
        <w:tab/>
        <w:t>3.001e0</w:t>
      </w:r>
    </w:p>
    <w:p w:rsidR="007B2329" w:rsidRDefault="007B2329" w:rsidP="007B2329">
      <w:r>
        <w:t>418.2733</w:t>
      </w:r>
      <w:r>
        <w:tab/>
        <w:t>3.469e0</w:t>
      </w:r>
    </w:p>
    <w:p w:rsidR="007B2329" w:rsidRDefault="007B2329" w:rsidP="007B2329">
      <w:r>
        <w:t>418.2801</w:t>
      </w:r>
      <w:r>
        <w:tab/>
        <w:t>1.013e0</w:t>
      </w:r>
    </w:p>
    <w:p w:rsidR="007B2329" w:rsidRDefault="007B2329" w:rsidP="007B2329">
      <w:r>
        <w:t>418.2877</w:t>
      </w:r>
      <w:r>
        <w:tab/>
        <w:t>1.862e0</w:t>
      </w:r>
    </w:p>
    <w:p w:rsidR="007B2329" w:rsidRDefault="007B2329" w:rsidP="007B2329">
      <w:r>
        <w:t>418.3111</w:t>
      </w:r>
      <w:r>
        <w:tab/>
        <w:t>1.013e0</w:t>
      </w:r>
    </w:p>
    <w:p w:rsidR="007B2329" w:rsidRDefault="007B2329" w:rsidP="007B2329">
      <w:r>
        <w:t>418.3185</w:t>
      </w:r>
      <w:r>
        <w:tab/>
        <w:t>1.013e0</w:t>
      </w:r>
    </w:p>
    <w:p w:rsidR="007B2329" w:rsidRDefault="007B2329" w:rsidP="007B2329">
      <w:r>
        <w:t>418.3241</w:t>
      </w:r>
      <w:r>
        <w:tab/>
        <w:t>3.038e0</w:t>
      </w:r>
    </w:p>
    <w:p w:rsidR="007B2329" w:rsidRDefault="007B2329" w:rsidP="007B2329">
      <w:r>
        <w:t>418.3266</w:t>
      </w:r>
      <w:r>
        <w:tab/>
        <w:t>1.013e0</w:t>
      </w:r>
    </w:p>
    <w:p w:rsidR="007B2329" w:rsidRDefault="007B2329" w:rsidP="007B2329">
      <w:r>
        <w:t>418.3525</w:t>
      </w:r>
      <w:r>
        <w:tab/>
        <w:t>3.870e0</w:t>
      </w:r>
    </w:p>
    <w:p w:rsidR="007B2329" w:rsidRDefault="007B2329" w:rsidP="007B2329">
      <w:r>
        <w:t>418.3622</w:t>
      </w:r>
      <w:r>
        <w:tab/>
        <w:t>1.013e0</w:t>
      </w:r>
    </w:p>
    <w:p w:rsidR="007B2329" w:rsidRDefault="007B2329" w:rsidP="007B2329">
      <w:r>
        <w:t>418.3661</w:t>
      </w:r>
      <w:r>
        <w:tab/>
        <w:t>1.013e0</w:t>
      </w:r>
    </w:p>
    <w:p w:rsidR="007B2329" w:rsidRDefault="007B2329" w:rsidP="007B2329">
      <w:r>
        <w:t>418.3874</w:t>
      </w:r>
      <w:r>
        <w:tab/>
        <w:t>1.013e0</w:t>
      </w:r>
    </w:p>
    <w:p w:rsidR="007B2329" w:rsidRDefault="007B2329" w:rsidP="007B2329">
      <w:r>
        <w:t>418.4087</w:t>
      </w:r>
      <w:r>
        <w:tab/>
        <w:t>1.013e0</w:t>
      </w:r>
    </w:p>
    <w:p w:rsidR="007B2329" w:rsidRDefault="007B2329" w:rsidP="007B2329">
      <w:r>
        <w:t>418.4104</w:t>
      </w:r>
      <w:r>
        <w:tab/>
        <w:t>2.025e0</w:t>
      </w:r>
    </w:p>
    <w:p w:rsidR="007B2329" w:rsidRDefault="007B2329" w:rsidP="007B2329">
      <w:r>
        <w:lastRenderedPageBreak/>
        <w:t>418.4217</w:t>
      </w:r>
      <w:r>
        <w:tab/>
        <w:t>1.013e0</w:t>
      </w:r>
    </w:p>
    <w:p w:rsidR="007B2329" w:rsidRDefault="007B2329" w:rsidP="007B2329">
      <w:r>
        <w:t>418.4253</w:t>
      </w:r>
      <w:r>
        <w:tab/>
        <w:t>2.025e0</w:t>
      </w:r>
    </w:p>
    <w:p w:rsidR="007B2329" w:rsidRDefault="007B2329" w:rsidP="007B2329">
      <w:r>
        <w:t>418.4301</w:t>
      </w:r>
      <w:r>
        <w:tab/>
        <w:t>1.013e0</w:t>
      </w:r>
    </w:p>
    <w:p w:rsidR="007B2329" w:rsidRDefault="007B2329" w:rsidP="007B2329">
      <w:r>
        <w:t>418.4390</w:t>
      </w:r>
      <w:r>
        <w:tab/>
        <w:t>1.025e0</w:t>
      </w:r>
    </w:p>
    <w:p w:rsidR="007B2329" w:rsidRDefault="007B2329" w:rsidP="007B2329">
      <w:r>
        <w:t>418.4456</w:t>
      </w:r>
      <w:r>
        <w:tab/>
        <w:t>4.051e0</w:t>
      </w:r>
    </w:p>
    <w:p w:rsidR="007B2329" w:rsidRDefault="007B2329" w:rsidP="007B2329">
      <w:r>
        <w:t>418.4472</w:t>
      </w:r>
      <w:r>
        <w:tab/>
        <w:t>2.025e0</w:t>
      </w:r>
    </w:p>
    <w:p w:rsidR="007B2329" w:rsidRDefault="007B2329" w:rsidP="007B2329">
      <w:r>
        <w:t>418.4584</w:t>
      </w:r>
      <w:r>
        <w:tab/>
        <w:t>1.013e0</w:t>
      </w:r>
    </w:p>
    <w:p w:rsidR="007B2329" w:rsidRDefault="007B2329" w:rsidP="007B2329">
      <w:r>
        <w:t>418.4753</w:t>
      </w:r>
      <w:r>
        <w:tab/>
        <w:t>3.038e0</w:t>
      </w:r>
    </w:p>
    <w:p w:rsidR="007B2329" w:rsidRDefault="007B2329" w:rsidP="007B2329">
      <w:r>
        <w:t>418.4825</w:t>
      </w:r>
      <w:r>
        <w:tab/>
        <w:t>4.051e0</w:t>
      </w:r>
    </w:p>
    <w:p w:rsidR="007B2329" w:rsidRDefault="007B2329" w:rsidP="007B2329">
      <w:r>
        <w:t>418.4952</w:t>
      </w:r>
      <w:r>
        <w:tab/>
        <w:t>1.136e0</w:t>
      </w:r>
    </w:p>
    <w:p w:rsidR="007B2329" w:rsidRDefault="007B2329" w:rsidP="007B2329">
      <w:r>
        <w:t>418.5026</w:t>
      </w:r>
      <w:r>
        <w:tab/>
        <w:t>1.013e0</w:t>
      </w:r>
    </w:p>
    <w:p w:rsidR="007B2329" w:rsidRDefault="007B2329" w:rsidP="007B2329">
      <w:r>
        <w:t>418.5084</w:t>
      </w:r>
      <w:r>
        <w:tab/>
        <w:t>1.013e0</w:t>
      </w:r>
    </w:p>
    <w:p w:rsidR="007B2329" w:rsidRDefault="007B2329" w:rsidP="007B2329">
      <w:r>
        <w:t>418.5508</w:t>
      </w:r>
      <w:r>
        <w:tab/>
        <w:t>3.038e0</w:t>
      </w:r>
    </w:p>
    <w:p w:rsidR="007B2329" w:rsidRDefault="007B2329" w:rsidP="007B2329">
      <w:r>
        <w:t>418.5549</w:t>
      </w:r>
      <w:r>
        <w:tab/>
        <w:t>1.013e0</w:t>
      </w:r>
    </w:p>
    <w:p w:rsidR="007B2329" w:rsidRDefault="007B2329" w:rsidP="007B2329">
      <w:r>
        <w:t>418.5836</w:t>
      </w:r>
      <w:r>
        <w:tab/>
        <w:t>2.025e0</w:t>
      </w:r>
    </w:p>
    <w:p w:rsidR="007B2329" w:rsidRDefault="007B2329" w:rsidP="007B2329">
      <w:r>
        <w:t>418.5851</w:t>
      </w:r>
      <w:r>
        <w:tab/>
        <w:t>2.025e0</w:t>
      </w:r>
    </w:p>
    <w:p w:rsidR="007B2329" w:rsidRDefault="007B2329" w:rsidP="007B2329">
      <w:r>
        <w:t>418.5879</w:t>
      </w:r>
      <w:r>
        <w:tab/>
        <w:t>2.025e0</w:t>
      </w:r>
    </w:p>
    <w:p w:rsidR="007B2329" w:rsidRDefault="007B2329" w:rsidP="007B2329">
      <w:r>
        <w:t>418.5942</w:t>
      </w:r>
      <w:r>
        <w:tab/>
        <w:t>3.038e0</w:t>
      </w:r>
    </w:p>
    <w:p w:rsidR="007B2329" w:rsidRDefault="007B2329" w:rsidP="007B2329">
      <w:r>
        <w:t>418.6058</w:t>
      </w:r>
      <w:r>
        <w:tab/>
        <w:t>1.013e0</w:t>
      </w:r>
    </w:p>
    <w:p w:rsidR="007B2329" w:rsidRDefault="007B2329" w:rsidP="007B2329">
      <w:r>
        <w:lastRenderedPageBreak/>
        <w:t>418.6196</w:t>
      </w:r>
      <w:r>
        <w:tab/>
        <w:t>3.038e0</w:t>
      </w:r>
    </w:p>
    <w:p w:rsidR="007B2329" w:rsidRDefault="007B2329" w:rsidP="007B2329">
      <w:r>
        <w:t>418.6426</w:t>
      </w:r>
      <w:r>
        <w:tab/>
        <w:t>2.025e0</w:t>
      </w:r>
    </w:p>
    <w:p w:rsidR="007B2329" w:rsidRDefault="007B2329" w:rsidP="007B2329">
      <w:r>
        <w:t>418.6606</w:t>
      </w:r>
      <w:r>
        <w:tab/>
        <w:t>2.532e-2</w:t>
      </w:r>
    </w:p>
    <w:p w:rsidR="007B2329" w:rsidRDefault="007B2329" w:rsidP="007B2329">
      <w:r>
        <w:t>418.6723</w:t>
      </w:r>
      <w:r>
        <w:tab/>
        <w:t>2.025e0</w:t>
      </w:r>
    </w:p>
    <w:p w:rsidR="007B2329" w:rsidRDefault="007B2329" w:rsidP="007B2329">
      <w:r>
        <w:t>418.6761</w:t>
      </w:r>
      <w:r>
        <w:tab/>
        <w:t>2.025e0</w:t>
      </w:r>
    </w:p>
    <w:p w:rsidR="007B2329" w:rsidRDefault="007B2329" w:rsidP="007B2329">
      <w:r>
        <w:t>418.6796</w:t>
      </w:r>
      <w:r>
        <w:tab/>
        <w:t>1.013e0</w:t>
      </w:r>
    </w:p>
    <w:p w:rsidR="007B2329" w:rsidRDefault="007B2329" w:rsidP="007B2329">
      <w:r>
        <w:t>418.7083</w:t>
      </w:r>
      <w:r>
        <w:tab/>
        <w:t>2.025e0</w:t>
      </w:r>
    </w:p>
    <w:p w:rsidR="007B2329" w:rsidRDefault="007B2329" w:rsidP="007B2329">
      <w:r>
        <w:t>418.7153</w:t>
      </w:r>
      <w:r>
        <w:tab/>
        <w:t>1.013e0</w:t>
      </w:r>
    </w:p>
    <w:p w:rsidR="007B2329" w:rsidRDefault="007B2329" w:rsidP="007B2329">
      <w:r>
        <w:t>418.7192</w:t>
      </w:r>
      <w:r>
        <w:tab/>
        <w:t>1.013e0</w:t>
      </w:r>
    </w:p>
    <w:p w:rsidR="007B2329" w:rsidRDefault="007B2329" w:rsidP="007B2329">
      <w:r>
        <w:t>418.7310</w:t>
      </w:r>
      <w:r>
        <w:tab/>
        <w:t>2.025e0</w:t>
      </w:r>
    </w:p>
    <w:p w:rsidR="007B2329" w:rsidRDefault="007B2329" w:rsidP="007B2329">
      <w:r>
        <w:t>418.7333</w:t>
      </w:r>
      <w:r>
        <w:tab/>
        <w:t>2.025e0</w:t>
      </w:r>
    </w:p>
    <w:p w:rsidR="007B2329" w:rsidRDefault="007B2329" w:rsidP="007B2329">
      <w:r>
        <w:t>418.7368</w:t>
      </w:r>
      <w:r>
        <w:tab/>
        <w:t>1.013e0</w:t>
      </w:r>
    </w:p>
    <w:p w:rsidR="007B2329" w:rsidRDefault="007B2329" w:rsidP="007B2329">
      <w:r>
        <w:t>418.7581</w:t>
      </w:r>
      <w:r>
        <w:tab/>
        <w:t>1.013e0</w:t>
      </w:r>
    </w:p>
    <w:p w:rsidR="007B2329" w:rsidRDefault="007B2329" w:rsidP="007B2329">
      <w:r>
        <w:t>418.7680</w:t>
      </w:r>
      <w:r>
        <w:tab/>
        <w:t>1.013e0</w:t>
      </w:r>
    </w:p>
    <w:p w:rsidR="007B2329" w:rsidRDefault="007B2329" w:rsidP="007B2329">
      <w:r>
        <w:t>418.7753</w:t>
      </w:r>
      <w:r>
        <w:tab/>
        <w:t>1.013e0</w:t>
      </w:r>
    </w:p>
    <w:p w:rsidR="007B2329" w:rsidRDefault="007B2329" w:rsidP="007B2329">
      <w:r>
        <w:t>418.7901</w:t>
      </w:r>
      <w:r>
        <w:tab/>
        <w:t>1.013e0</w:t>
      </w:r>
    </w:p>
    <w:p w:rsidR="007B2329" w:rsidRDefault="007B2329" w:rsidP="007B2329">
      <w:r>
        <w:t>418.8058</w:t>
      </w:r>
      <w:r>
        <w:tab/>
        <w:t>6.634e0</w:t>
      </w:r>
    </w:p>
    <w:p w:rsidR="007B2329" w:rsidRDefault="007B2329" w:rsidP="007B2329">
      <w:r>
        <w:t>418.8189</w:t>
      </w:r>
      <w:r>
        <w:tab/>
        <w:t>1.013e0</w:t>
      </w:r>
    </w:p>
    <w:p w:rsidR="007B2329" w:rsidRDefault="007B2329" w:rsidP="007B2329">
      <w:r>
        <w:t>418.8203</w:t>
      </w:r>
      <w:r>
        <w:tab/>
        <w:t>5.063e0</w:t>
      </w:r>
    </w:p>
    <w:p w:rsidR="007B2329" w:rsidRDefault="007B2329" w:rsidP="007B2329">
      <w:r>
        <w:lastRenderedPageBreak/>
        <w:t>418.8491</w:t>
      </w:r>
      <w:r>
        <w:tab/>
        <w:t>1.013e0</w:t>
      </w:r>
    </w:p>
    <w:p w:rsidR="007B2329" w:rsidRDefault="007B2329" w:rsidP="007B2329">
      <w:r>
        <w:t>418.8615</w:t>
      </w:r>
      <w:r>
        <w:tab/>
        <w:t>1.013e0</w:t>
      </w:r>
    </w:p>
    <w:p w:rsidR="007B2329" w:rsidRDefault="007B2329" w:rsidP="007B2329">
      <w:r>
        <w:t>418.8720</w:t>
      </w:r>
      <w:r>
        <w:tab/>
        <w:t>3.038e0</w:t>
      </w:r>
    </w:p>
    <w:p w:rsidR="007B2329" w:rsidRDefault="007B2329" w:rsidP="007B2329">
      <w:r>
        <w:t>418.9008</w:t>
      </w:r>
      <w:r>
        <w:tab/>
        <w:t>1.013e0</w:t>
      </w:r>
    </w:p>
    <w:p w:rsidR="007B2329" w:rsidRDefault="007B2329" w:rsidP="007B2329">
      <w:r>
        <w:t>418.9083</w:t>
      </w:r>
      <w:r>
        <w:tab/>
        <w:t>1.013e0</w:t>
      </w:r>
    </w:p>
    <w:p w:rsidR="007B2329" w:rsidRDefault="007B2329" w:rsidP="007B2329">
      <w:r>
        <w:t>418.9154</w:t>
      </w:r>
      <w:r>
        <w:tab/>
        <w:t>1.013e0</w:t>
      </w:r>
    </w:p>
    <w:p w:rsidR="007B2329" w:rsidRDefault="007B2329" w:rsidP="007B2329">
      <w:r>
        <w:t>418.9331</w:t>
      </w:r>
      <w:r>
        <w:tab/>
        <w:t>3.038e0</w:t>
      </w:r>
    </w:p>
    <w:p w:rsidR="007B2329" w:rsidRDefault="007B2329" w:rsidP="007B2329">
      <w:r>
        <w:t>418.9524</w:t>
      </w:r>
      <w:r>
        <w:tab/>
        <w:t>1.013e0</w:t>
      </w:r>
    </w:p>
    <w:p w:rsidR="007B2329" w:rsidRDefault="007B2329" w:rsidP="007B2329">
      <w:r>
        <w:t>418.9635</w:t>
      </w:r>
      <w:r>
        <w:tab/>
        <w:t>2.025e0</w:t>
      </w:r>
    </w:p>
    <w:p w:rsidR="007B2329" w:rsidRDefault="007B2329" w:rsidP="007B2329">
      <w:r>
        <w:t>418.9651</w:t>
      </w:r>
      <w:r>
        <w:tab/>
        <w:t>1.013e0</w:t>
      </w:r>
    </w:p>
    <w:p w:rsidR="007B2329" w:rsidRDefault="007B2329" w:rsidP="007B2329">
      <w:r>
        <w:t>418.9744</w:t>
      </w:r>
      <w:r>
        <w:tab/>
        <w:t>1.013e0</w:t>
      </w:r>
    </w:p>
    <w:p w:rsidR="007B2329" w:rsidRDefault="007B2329" w:rsidP="007B2329">
      <w:r>
        <w:t>418.9809</w:t>
      </w:r>
      <w:r>
        <w:tab/>
        <w:t>2.025e0</w:t>
      </w:r>
    </w:p>
    <w:p w:rsidR="007B2329" w:rsidRDefault="007B2329" w:rsidP="007B2329">
      <w:r>
        <w:t>418.9864</w:t>
      </w:r>
      <w:r>
        <w:tab/>
        <w:t>1.013e0</w:t>
      </w:r>
    </w:p>
    <w:p w:rsidR="007B2329" w:rsidRDefault="007B2329" w:rsidP="007B2329">
      <w:r>
        <w:t>419.0114</w:t>
      </w:r>
      <w:r>
        <w:tab/>
        <w:t>1.013e0</w:t>
      </w:r>
    </w:p>
    <w:p w:rsidR="007B2329" w:rsidRDefault="007B2329" w:rsidP="007B2329">
      <w:r>
        <w:t>419.0299</w:t>
      </w:r>
      <w:r>
        <w:tab/>
        <w:t>2.025e0</w:t>
      </w:r>
    </w:p>
    <w:p w:rsidR="007B2329" w:rsidRDefault="007B2329" w:rsidP="007B2329">
      <w:r>
        <w:t>419.0320</w:t>
      </w:r>
      <w:r>
        <w:tab/>
        <w:t>1.025e0</w:t>
      </w:r>
    </w:p>
    <w:p w:rsidR="007B2329" w:rsidRDefault="007B2329" w:rsidP="007B2329">
      <w:r>
        <w:t>419.0557</w:t>
      </w:r>
      <w:r>
        <w:tab/>
        <w:t>1.013e0</w:t>
      </w:r>
    </w:p>
    <w:p w:rsidR="007B2329" w:rsidRDefault="007B2329" w:rsidP="007B2329">
      <w:r>
        <w:t>419.0723</w:t>
      </w:r>
      <w:r>
        <w:tab/>
        <w:t>1.013e0</w:t>
      </w:r>
    </w:p>
    <w:p w:rsidR="007B2329" w:rsidRDefault="007B2329" w:rsidP="007B2329">
      <w:r>
        <w:t>419.0756</w:t>
      </w:r>
      <w:r>
        <w:tab/>
        <w:t>2.025e0</w:t>
      </w:r>
    </w:p>
    <w:p w:rsidR="007B2329" w:rsidRDefault="007B2329" w:rsidP="007B2329">
      <w:r>
        <w:lastRenderedPageBreak/>
        <w:t>419.0937</w:t>
      </w:r>
      <w:r>
        <w:tab/>
        <w:t>3.038e0</w:t>
      </w:r>
    </w:p>
    <w:p w:rsidR="007B2329" w:rsidRDefault="007B2329" w:rsidP="007B2329">
      <w:r>
        <w:t>419.1072</w:t>
      </w:r>
      <w:r>
        <w:tab/>
        <w:t>1.013e0</w:t>
      </w:r>
    </w:p>
    <w:p w:rsidR="007B2329" w:rsidRDefault="007B2329" w:rsidP="007B2329">
      <w:r>
        <w:t>419.1115</w:t>
      </w:r>
      <w:r>
        <w:tab/>
        <w:t>1.013e0</w:t>
      </w:r>
    </w:p>
    <w:p w:rsidR="007B2329" w:rsidRDefault="007B2329" w:rsidP="007B2329">
      <w:r>
        <w:t>419.1441</w:t>
      </w:r>
      <w:r>
        <w:tab/>
        <w:t>1.013e0</w:t>
      </w:r>
    </w:p>
    <w:p w:rsidR="007B2329" w:rsidRDefault="007B2329" w:rsidP="007B2329">
      <w:r>
        <w:t>419.1523</w:t>
      </w:r>
      <w:r>
        <w:tab/>
        <w:t>2.025e0</w:t>
      </w:r>
    </w:p>
    <w:p w:rsidR="007B2329" w:rsidRDefault="007B2329" w:rsidP="007B2329">
      <w:r>
        <w:t>419.1625</w:t>
      </w:r>
      <w:r>
        <w:tab/>
        <w:t>3.708e0</w:t>
      </w:r>
    </w:p>
    <w:p w:rsidR="007B2329" w:rsidRDefault="007B2329" w:rsidP="007B2329">
      <w:r>
        <w:t>419.1759</w:t>
      </w:r>
      <w:r>
        <w:tab/>
        <w:t>1.013e0</w:t>
      </w:r>
    </w:p>
    <w:p w:rsidR="007B2329" w:rsidRDefault="007B2329" w:rsidP="007B2329">
      <w:r>
        <w:t>419.2239</w:t>
      </w:r>
      <w:r>
        <w:tab/>
        <w:t>2.397e1</w:t>
      </w:r>
    </w:p>
    <w:p w:rsidR="007B2329" w:rsidRDefault="007B2329" w:rsidP="007B2329">
      <w:r>
        <w:t>419.2252</w:t>
      </w:r>
      <w:r>
        <w:tab/>
        <w:t>4.045e1</w:t>
      </w:r>
    </w:p>
    <w:p w:rsidR="007B2329" w:rsidRDefault="007B2329" w:rsidP="007B2329">
      <w:r>
        <w:t>419.2263</w:t>
      </w:r>
      <w:r>
        <w:tab/>
        <w:t>7.262e1</w:t>
      </w:r>
    </w:p>
    <w:p w:rsidR="007B2329" w:rsidRDefault="007B2329" w:rsidP="007B2329">
      <w:r>
        <w:t>419.2285</w:t>
      </w:r>
      <w:r>
        <w:tab/>
        <w:t>1.274e2</w:t>
      </w:r>
    </w:p>
    <w:p w:rsidR="007B2329" w:rsidRDefault="007B2329" w:rsidP="007B2329">
      <w:r>
        <w:t>419.2303</w:t>
      </w:r>
      <w:r>
        <w:tab/>
        <w:t>1.395e2</w:t>
      </w:r>
    </w:p>
    <w:p w:rsidR="007B2329" w:rsidRDefault="007B2329" w:rsidP="007B2329">
      <w:r>
        <w:t>419.3025</w:t>
      </w:r>
      <w:r>
        <w:tab/>
        <w:t>2.025e0</w:t>
      </w:r>
    </w:p>
    <w:p w:rsidR="007B2329" w:rsidRDefault="007B2329" w:rsidP="007B2329">
      <w:r>
        <w:t>419.3069</w:t>
      </w:r>
      <w:r>
        <w:tab/>
        <w:t>2.987e0</w:t>
      </w:r>
    </w:p>
    <w:p w:rsidR="007B2329" w:rsidRDefault="007B2329" w:rsidP="007B2329">
      <w:r>
        <w:t>419.3091</w:t>
      </w:r>
      <w:r>
        <w:tab/>
        <w:t>8.093e0</w:t>
      </w:r>
    </w:p>
    <w:p w:rsidR="007B2329" w:rsidRDefault="007B2329" w:rsidP="007B2329">
      <w:r>
        <w:t>419.3199</w:t>
      </w:r>
      <w:r>
        <w:tab/>
        <w:t>1.076e0</w:t>
      </w:r>
    </w:p>
    <w:p w:rsidR="007B2329" w:rsidRDefault="007B2329" w:rsidP="007B2329">
      <w:r>
        <w:t>419.3274</w:t>
      </w:r>
      <w:r>
        <w:tab/>
        <w:t>2.025e0</w:t>
      </w:r>
    </w:p>
    <w:p w:rsidR="007B2329" w:rsidRDefault="007B2329" w:rsidP="007B2329">
      <w:r>
        <w:t>419.3305</w:t>
      </w:r>
      <w:r>
        <w:tab/>
        <w:t>4.051e0</w:t>
      </w:r>
    </w:p>
    <w:p w:rsidR="007B2329" w:rsidRDefault="007B2329" w:rsidP="007B2329">
      <w:r>
        <w:t>419.3541</w:t>
      </w:r>
      <w:r>
        <w:tab/>
        <w:t>5.063e0</w:t>
      </w:r>
    </w:p>
    <w:p w:rsidR="007B2329" w:rsidRDefault="007B2329" w:rsidP="007B2329">
      <w:r>
        <w:lastRenderedPageBreak/>
        <w:t>419.3600</w:t>
      </w:r>
      <w:r>
        <w:tab/>
        <w:t>3.038e0</w:t>
      </w:r>
    </w:p>
    <w:p w:rsidR="007B2329" w:rsidRDefault="007B2329" w:rsidP="007B2329">
      <w:r>
        <w:t>419.3719</w:t>
      </w:r>
      <w:r>
        <w:tab/>
        <w:t>2.025e0</w:t>
      </w:r>
    </w:p>
    <w:p w:rsidR="007B2329" w:rsidRDefault="007B2329" w:rsidP="007B2329">
      <w:r>
        <w:t>419.3789</w:t>
      </w:r>
      <w:r>
        <w:tab/>
        <w:t>1.013e0</w:t>
      </w:r>
    </w:p>
    <w:p w:rsidR="007B2329" w:rsidRDefault="007B2329" w:rsidP="007B2329">
      <w:r>
        <w:t>419.4088</w:t>
      </w:r>
      <w:r>
        <w:tab/>
        <w:t>4.051e0</w:t>
      </w:r>
    </w:p>
    <w:p w:rsidR="007B2329" w:rsidRDefault="007B2329" w:rsidP="007B2329">
      <w:r>
        <w:t>419.4111</w:t>
      </w:r>
      <w:r>
        <w:tab/>
        <w:t>2.025e0</w:t>
      </w:r>
    </w:p>
    <w:p w:rsidR="007B2329" w:rsidRDefault="007B2329" w:rsidP="007B2329">
      <w:r>
        <w:t>419.4173</w:t>
      </w:r>
      <w:r>
        <w:tab/>
        <w:t>1.013e0</w:t>
      </w:r>
    </w:p>
    <w:p w:rsidR="007B2329" w:rsidRDefault="007B2329" w:rsidP="007B2329">
      <w:r>
        <w:t>419.4277</w:t>
      </w:r>
      <w:r>
        <w:tab/>
        <w:t>1.025e0</w:t>
      </w:r>
    </w:p>
    <w:p w:rsidR="007B2329" w:rsidRDefault="007B2329" w:rsidP="007B2329">
      <w:r>
        <w:t>419.4430</w:t>
      </w:r>
      <w:r>
        <w:tab/>
        <w:t>2.025e0</w:t>
      </w:r>
    </w:p>
    <w:p w:rsidR="007B2329" w:rsidRDefault="007B2329" w:rsidP="007B2329">
      <w:r>
        <w:t>419.4467</w:t>
      </w:r>
      <w:r>
        <w:tab/>
        <w:t>2.025e0</w:t>
      </w:r>
    </w:p>
    <w:p w:rsidR="007B2329" w:rsidRDefault="007B2329" w:rsidP="007B2329">
      <w:r>
        <w:t>419.4837</w:t>
      </w:r>
      <w:r>
        <w:tab/>
        <w:t>2.025e0</w:t>
      </w:r>
    </w:p>
    <w:p w:rsidR="007B2329" w:rsidRDefault="007B2329" w:rsidP="007B2329">
      <w:r>
        <w:t>419.5038</w:t>
      </w:r>
      <w:r>
        <w:tab/>
        <w:t>1.013e0</w:t>
      </w:r>
    </w:p>
    <w:p w:rsidR="007B2329" w:rsidRDefault="007B2329" w:rsidP="007B2329">
      <w:r>
        <w:t>419.5096</w:t>
      </w:r>
      <w:r>
        <w:tab/>
        <w:t>4.051e0</w:t>
      </w:r>
    </w:p>
    <w:p w:rsidR="007B2329" w:rsidRDefault="007B2329" w:rsidP="007B2329">
      <w:r>
        <w:t>419.5110</w:t>
      </w:r>
      <w:r>
        <w:tab/>
        <w:t>3.038e0</w:t>
      </w:r>
    </w:p>
    <w:p w:rsidR="007B2329" w:rsidRDefault="007B2329" w:rsidP="007B2329">
      <w:r>
        <w:t>419.5427</w:t>
      </w:r>
      <w:r>
        <w:tab/>
        <w:t>1.013e0</w:t>
      </w:r>
    </w:p>
    <w:p w:rsidR="007B2329" w:rsidRDefault="007B2329" w:rsidP="007B2329">
      <w:r>
        <w:t>419.5574</w:t>
      </w:r>
      <w:r>
        <w:tab/>
        <w:t>2.025e0</w:t>
      </w:r>
    </w:p>
    <w:p w:rsidR="007B2329" w:rsidRDefault="007B2329" w:rsidP="007B2329">
      <w:r>
        <w:t>419.5645</w:t>
      </w:r>
      <w:r>
        <w:tab/>
        <w:t>1.013e0</w:t>
      </w:r>
    </w:p>
    <w:p w:rsidR="007B2329" w:rsidRDefault="007B2329" w:rsidP="007B2329">
      <w:r>
        <w:t>419.5723</w:t>
      </w:r>
      <w:r>
        <w:tab/>
        <w:t>2.025e0</w:t>
      </w:r>
    </w:p>
    <w:p w:rsidR="007B2329" w:rsidRDefault="007B2329" w:rsidP="007B2329">
      <w:r>
        <w:t>419.5918</w:t>
      </w:r>
      <w:r>
        <w:tab/>
        <w:t>4.051e0</w:t>
      </w:r>
    </w:p>
    <w:p w:rsidR="007B2329" w:rsidRDefault="007B2329" w:rsidP="007B2329">
      <w:r>
        <w:t>419.6199</w:t>
      </w:r>
      <w:r>
        <w:tab/>
        <w:t>2.025e0</w:t>
      </w:r>
    </w:p>
    <w:p w:rsidR="007B2329" w:rsidRDefault="007B2329" w:rsidP="007B2329">
      <w:r>
        <w:lastRenderedPageBreak/>
        <w:t>419.6323</w:t>
      </w:r>
      <w:r>
        <w:tab/>
        <w:t>1.013e0</w:t>
      </w:r>
    </w:p>
    <w:p w:rsidR="007B2329" w:rsidRDefault="007B2329" w:rsidP="007B2329">
      <w:r>
        <w:t>419.6497</w:t>
      </w:r>
      <w:r>
        <w:tab/>
        <w:t>9.064e0</w:t>
      </w:r>
    </w:p>
    <w:p w:rsidR="007B2329" w:rsidRDefault="007B2329" w:rsidP="007B2329">
      <w:r>
        <w:t>419.6568</w:t>
      </w:r>
      <w:r>
        <w:tab/>
        <w:t>1.025e0</w:t>
      </w:r>
    </w:p>
    <w:p w:rsidR="007B2329" w:rsidRDefault="007B2329" w:rsidP="007B2329">
      <w:r>
        <w:t>419.6718</w:t>
      </w:r>
      <w:r>
        <w:tab/>
        <w:t>1.013e0</w:t>
      </w:r>
    </w:p>
    <w:p w:rsidR="007B2329" w:rsidRDefault="007B2329" w:rsidP="007B2329">
      <w:r>
        <w:t>419.6930</w:t>
      </w:r>
      <w:r>
        <w:tab/>
        <w:t>1.025e0</w:t>
      </w:r>
    </w:p>
    <w:p w:rsidR="007B2329" w:rsidRDefault="007B2329" w:rsidP="007B2329">
      <w:r>
        <w:t>419.7019</w:t>
      </w:r>
      <w:r>
        <w:tab/>
        <w:t>2.025e0</w:t>
      </w:r>
    </w:p>
    <w:p w:rsidR="007B2329" w:rsidRDefault="007B2329" w:rsidP="007B2329">
      <w:r>
        <w:t>419.7093</w:t>
      </w:r>
      <w:r>
        <w:tab/>
        <w:t>3.038e0</w:t>
      </w:r>
    </w:p>
    <w:p w:rsidR="007B2329" w:rsidRDefault="007B2329" w:rsidP="007B2329">
      <w:r>
        <w:t>419.7145</w:t>
      </w:r>
      <w:r>
        <w:tab/>
        <w:t>1.013e0</w:t>
      </w:r>
    </w:p>
    <w:p w:rsidR="007B2329" w:rsidRDefault="007B2329" w:rsidP="007B2329">
      <w:r>
        <w:t>419.7157</w:t>
      </w:r>
      <w:r>
        <w:tab/>
        <w:t>5.180e0</w:t>
      </w:r>
    </w:p>
    <w:p w:rsidR="007B2329" w:rsidRDefault="007B2329" w:rsidP="007B2329">
      <w:r>
        <w:t>419.7258</w:t>
      </w:r>
      <w:r>
        <w:tab/>
        <w:t>5.063e0</w:t>
      </w:r>
    </w:p>
    <w:p w:rsidR="007B2329" w:rsidRDefault="007B2329" w:rsidP="007B2329">
      <w:r>
        <w:t>419.7426</w:t>
      </w:r>
      <w:r>
        <w:tab/>
        <w:t>3.038e0</w:t>
      </w:r>
    </w:p>
    <w:p w:rsidR="007B2329" w:rsidRDefault="007B2329" w:rsidP="007B2329">
      <w:r>
        <w:t>419.7534</w:t>
      </w:r>
      <w:r>
        <w:tab/>
        <w:t>2.025e0</w:t>
      </w:r>
    </w:p>
    <w:p w:rsidR="007B2329" w:rsidRDefault="007B2329" w:rsidP="007B2329">
      <w:r>
        <w:t>419.7694</w:t>
      </w:r>
      <w:r>
        <w:tab/>
        <w:t>3.038e0</w:t>
      </w:r>
    </w:p>
    <w:p w:rsidR="007B2329" w:rsidRDefault="007B2329" w:rsidP="007B2329">
      <w:r>
        <w:t>419.7750</w:t>
      </w:r>
      <w:r>
        <w:tab/>
        <w:t>1.013e0</w:t>
      </w:r>
    </w:p>
    <w:p w:rsidR="007B2329" w:rsidRDefault="007B2329" w:rsidP="007B2329">
      <w:r>
        <w:t>419.7810</w:t>
      </w:r>
      <w:r>
        <w:tab/>
        <w:t>2.038e0</w:t>
      </w:r>
    </w:p>
    <w:p w:rsidR="007B2329" w:rsidRDefault="007B2329" w:rsidP="007B2329">
      <w:r>
        <w:t>419.7912</w:t>
      </w:r>
      <w:r>
        <w:tab/>
        <w:t>3.038e0</w:t>
      </w:r>
    </w:p>
    <w:p w:rsidR="007B2329" w:rsidRDefault="007B2329" w:rsidP="007B2329">
      <w:r>
        <w:t>419.8014</w:t>
      </w:r>
      <w:r>
        <w:tab/>
        <w:t>1.013e0</w:t>
      </w:r>
    </w:p>
    <w:p w:rsidR="007B2329" w:rsidRDefault="007B2329" w:rsidP="007B2329">
      <w:r>
        <w:t>419.8142</w:t>
      </w:r>
      <w:r>
        <w:tab/>
        <w:t>1.013e0</w:t>
      </w:r>
    </w:p>
    <w:p w:rsidR="007B2329" w:rsidRDefault="007B2329" w:rsidP="007B2329">
      <w:r>
        <w:t>419.8235</w:t>
      </w:r>
      <w:r>
        <w:tab/>
        <w:t>3.068e0</w:t>
      </w:r>
    </w:p>
    <w:p w:rsidR="007B2329" w:rsidRDefault="007B2329" w:rsidP="007B2329">
      <w:r>
        <w:lastRenderedPageBreak/>
        <w:t>419.8248</w:t>
      </w:r>
      <w:r>
        <w:tab/>
        <w:t>2.025e0</w:t>
      </w:r>
    </w:p>
    <w:p w:rsidR="007B2329" w:rsidRDefault="007B2329" w:rsidP="007B2329">
      <w:r>
        <w:t>419.8287</w:t>
      </w:r>
      <w:r>
        <w:tab/>
        <w:t>2.025e0</w:t>
      </w:r>
    </w:p>
    <w:p w:rsidR="007B2329" w:rsidRDefault="007B2329" w:rsidP="007B2329">
      <w:r>
        <w:t>419.8448</w:t>
      </w:r>
      <w:r>
        <w:tab/>
        <w:t>2.025e0</w:t>
      </w:r>
    </w:p>
    <w:p w:rsidR="007B2329" w:rsidRDefault="007B2329" w:rsidP="007B2329">
      <w:r>
        <w:t>419.8680</w:t>
      </w:r>
      <w:r>
        <w:tab/>
        <w:t>1.013e0</w:t>
      </w:r>
    </w:p>
    <w:p w:rsidR="007B2329" w:rsidRDefault="007B2329" w:rsidP="007B2329">
      <w:r>
        <w:t>419.8874</w:t>
      </w:r>
      <w:r>
        <w:tab/>
        <w:t>2.025e0</w:t>
      </w:r>
    </w:p>
    <w:p w:rsidR="007B2329" w:rsidRDefault="007B2329" w:rsidP="007B2329">
      <w:r>
        <w:t>419.8890</w:t>
      </w:r>
      <w:r>
        <w:tab/>
        <w:t>4.051e0</w:t>
      </w:r>
    </w:p>
    <w:p w:rsidR="007B2329" w:rsidRDefault="007B2329" w:rsidP="007B2329">
      <w:r>
        <w:t>419.8913</w:t>
      </w:r>
      <w:r>
        <w:tab/>
        <w:t>2.531e0</w:t>
      </w:r>
    </w:p>
    <w:p w:rsidR="007B2329" w:rsidRDefault="007B2329" w:rsidP="007B2329">
      <w:r>
        <w:t>419.9088</w:t>
      </w:r>
      <w:r>
        <w:tab/>
        <w:t>2.025e0</w:t>
      </w:r>
    </w:p>
    <w:p w:rsidR="007B2329" w:rsidRDefault="007B2329" w:rsidP="007B2329">
      <w:r>
        <w:t>419.9178</w:t>
      </w:r>
      <w:r>
        <w:tab/>
        <w:t>5.063e0</w:t>
      </w:r>
    </w:p>
    <w:p w:rsidR="007B2329" w:rsidRDefault="007B2329" w:rsidP="007B2329">
      <w:r>
        <w:t>419.9272</w:t>
      </w:r>
      <w:r>
        <w:tab/>
        <w:t>1.013e0</w:t>
      </w:r>
    </w:p>
    <w:p w:rsidR="007B2329" w:rsidRDefault="007B2329" w:rsidP="007B2329">
      <w:r>
        <w:t>419.9380</w:t>
      </w:r>
      <w:r>
        <w:tab/>
        <w:t>2.025e0</w:t>
      </w:r>
    </w:p>
    <w:p w:rsidR="007B2329" w:rsidRDefault="007B2329" w:rsidP="007B2329">
      <w:r>
        <w:t>419.9449</w:t>
      </w:r>
      <w:r>
        <w:tab/>
        <w:t>2.025e0</w:t>
      </w:r>
    </w:p>
    <w:p w:rsidR="007B2329" w:rsidRDefault="007B2329" w:rsidP="007B2329">
      <w:r>
        <w:t>419.9566</w:t>
      </w:r>
      <w:r>
        <w:tab/>
        <w:t>1.013e0</w:t>
      </w:r>
    </w:p>
    <w:p w:rsidR="007B2329" w:rsidRDefault="007B2329" w:rsidP="007B2329">
      <w:r>
        <w:t>419.9785</w:t>
      </w:r>
      <w:r>
        <w:tab/>
        <w:t>1.013e0</w:t>
      </w:r>
    </w:p>
    <w:p w:rsidR="007B2329" w:rsidRDefault="007B2329" w:rsidP="007B2329">
      <w:r>
        <w:t>419.9870</w:t>
      </w:r>
      <w:r>
        <w:tab/>
        <w:t>2.025e0</w:t>
      </w:r>
    </w:p>
    <w:p w:rsidR="007B2329" w:rsidRDefault="007B2329" w:rsidP="007B2329">
      <w:r>
        <w:t>419.9927</w:t>
      </w:r>
      <w:r>
        <w:tab/>
        <w:t>7.089e0</w:t>
      </w:r>
    </w:p>
    <w:p w:rsidR="007B2329" w:rsidRDefault="007B2329" w:rsidP="007B2329">
      <w:r>
        <w:t>420.0318</w:t>
      </w:r>
      <w:r>
        <w:tab/>
        <w:t>2.025e0</w:t>
      </w:r>
    </w:p>
    <w:p w:rsidR="007B2329" w:rsidRDefault="007B2329" w:rsidP="007B2329">
      <w:r>
        <w:t>420.0531</w:t>
      </w:r>
      <w:r>
        <w:tab/>
        <w:t>3.038e0</w:t>
      </w:r>
    </w:p>
    <w:p w:rsidR="007B2329" w:rsidRDefault="007B2329" w:rsidP="007B2329">
      <w:r>
        <w:t>420.0558</w:t>
      </w:r>
      <w:r>
        <w:tab/>
        <w:t>2.025e0</w:t>
      </w:r>
    </w:p>
    <w:p w:rsidR="007B2329" w:rsidRDefault="007B2329" w:rsidP="007B2329">
      <w:r>
        <w:lastRenderedPageBreak/>
        <w:t>420.0750</w:t>
      </w:r>
      <w:r>
        <w:tab/>
        <w:t>2.025e0</w:t>
      </w:r>
    </w:p>
    <w:p w:rsidR="007B2329" w:rsidRDefault="007B2329" w:rsidP="007B2329">
      <w:r>
        <w:t>420.0854</w:t>
      </w:r>
      <w:r>
        <w:tab/>
        <w:t>2.025e0</w:t>
      </w:r>
    </w:p>
    <w:p w:rsidR="007B2329" w:rsidRDefault="007B2329" w:rsidP="007B2329">
      <w:r>
        <w:t>420.1070</w:t>
      </w:r>
      <w:r>
        <w:tab/>
        <w:t>2.025e0</w:t>
      </w:r>
    </w:p>
    <w:p w:rsidR="007B2329" w:rsidRDefault="007B2329" w:rsidP="007B2329">
      <w:r>
        <w:t>420.1374</w:t>
      </w:r>
      <w:r>
        <w:tab/>
        <w:t>3.806e0</w:t>
      </w:r>
    </w:p>
    <w:p w:rsidR="007B2329" w:rsidRDefault="007B2329" w:rsidP="007B2329">
      <w:r>
        <w:t>420.1443</w:t>
      </w:r>
      <w:r>
        <w:tab/>
        <w:t>2.025e0</w:t>
      </w:r>
    </w:p>
    <w:p w:rsidR="007B2329" w:rsidRDefault="007B2329" w:rsidP="007B2329">
      <w:r>
        <w:t>420.1635</w:t>
      </w:r>
      <w:r>
        <w:tab/>
        <w:t>1.013e0</w:t>
      </w:r>
    </w:p>
    <w:p w:rsidR="007B2329" w:rsidRDefault="007B2329" w:rsidP="007B2329">
      <w:r>
        <w:t>420.2175</w:t>
      </w:r>
      <w:r>
        <w:tab/>
        <w:t>1.602e2</w:t>
      </w:r>
    </w:p>
    <w:p w:rsidR="007B2329" w:rsidRDefault="007B2329" w:rsidP="007B2329">
      <w:r>
        <w:t>420.2195</w:t>
      </w:r>
      <w:r>
        <w:tab/>
        <w:t>1.852e1</w:t>
      </w:r>
    </w:p>
    <w:p w:rsidR="007B2329" w:rsidRDefault="007B2329" w:rsidP="007B2329">
      <w:r>
        <w:t>420.2211</w:t>
      </w:r>
      <w:r>
        <w:tab/>
        <w:t>7.520e2</w:t>
      </w:r>
    </w:p>
    <w:p w:rsidR="007B2329" w:rsidRDefault="007B2329" w:rsidP="007B2329">
      <w:r>
        <w:t>420.2231</w:t>
      </w:r>
      <w:r>
        <w:tab/>
        <w:t>1.917e3</w:t>
      </w:r>
    </w:p>
    <w:p w:rsidR="007B2329" w:rsidRDefault="007B2329" w:rsidP="007B2329">
      <w:r>
        <w:t>420.2291</w:t>
      </w:r>
      <w:r>
        <w:tab/>
        <w:t>2.329e1</w:t>
      </w:r>
    </w:p>
    <w:p w:rsidR="007B2329" w:rsidRDefault="007B2329" w:rsidP="007B2329">
      <w:r>
        <w:t>420.3063</w:t>
      </w:r>
      <w:r>
        <w:tab/>
        <w:t>4.395e0</w:t>
      </w:r>
    </w:p>
    <w:p w:rsidR="007B2329" w:rsidRDefault="007B2329" w:rsidP="007B2329">
      <w:r>
        <w:t>420.3143</w:t>
      </w:r>
      <w:r>
        <w:tab/>
        <w:t>2.941e0</w:t>
      </w:r>
    </w:p>
    <w:p w:rsidR="007B2329" w:rsidRDefault="007B2329" w:rsidP="007B2329">
      <w:r>
        <w:t>420.3283</w:t>
      </w:r>
      <w:r>
        <w:tab/>
        <w:t>4.051e0</w:t>
      </w:r>
    </w:p>
    <w:p w:rsidR="007B2329" w:rsidRDefault="007B2329" w:rsidP="007B2329">
      <w:r>
        <w:t>420.3357</w:t>
      </w:r>
      <w:r>
        <w:tab/>
        <w:t>6.819e0</w:t>
      </w:r>
    </w:p>
    <w:p w:rsidR="007B2329" w:rsidRDefault="007B2329" w:rsidP="007B2329">
      <w:r>
        <w:t>420.3390</w:t>
      </w:r>
      <w:r>
        <w:tab/>
        <w:t>1.038e0</w:t>
      </w:r>
    </w:p>
    <w:p w:rsidR="007B2329" w:rsidRDefault="007B2329" w:rsidP="007B2329">
      <w:r>
        <w:t>420.3528</w:t>
      </w:r>
      <w:r>
        <w:tab/>
        <w:t>1.062e1</w:t>
      </w:r>
    </w:p>
    <w:p w:rsidR="007B2329" w:rsidRDefault="007B2329" w:rsidP="007B2329">
      <w:r>
        <w:t>420.3618</w:t>
      </w:r>
      <w:r>
        <w:tab/>
        <w:t>8.101e0</w:t>
      </w:r>
    </w:p>
    <w:p w:rsidR="007B2329" w:rsidRDefault="007B2329" w:rsidP="007B2329">
      <w:r>
        <w:t>420.3798</w:t>
      </w:r>
      <w:r>
        <w:tab/>
        <w:t>8.929e0</w:t>
      </w:r>
    </w:p>
    <w:p w:rsidR="007B2329" w:rsidRDefault="007B2329" w:rsidP="007B2329">
      <w:r>
        <w:lastRenderedPageBreak/>
        <w:t>420.3940</w:t>
      </w:r>
      <w:r>
        <w:tab/>
        <w:t>5.063e0</w:t>
      </w:r>
    </w:p>
    <w:p w:rsidR="007B2329" w:rsidRDefault="007B2329" w:rsidP="007B2329">
      <w:r>
        <w:t>420.4027</w:t>
      </w:r>
      <w:r>
        <w:tab/>
        <w:t>7.089e0</w:t>
      </w:r>
    </w:p>
    <w:p w:rsidR="007B2329" w:rsidRDefault="007B2329" w:rsidP="007B2329">
      <w:r>
        <w:t>420.4189</w:t>
      </w:r>
      <w:r>
        <w:tab/>
        <w:t>2.025e0</w:t>
      </w:r>
    </w:p>
    <w:p w:rsidR="007B2329" w:rsidRDefault="007B2329" w:rsidP="007B2329">
      <w:r>
        <w:t>420.4262</w:t>
      </w:r>
      <w:r>
        <w:tab/>
        <w:t>1.013e1</w:t>
      </w:r>
    </w:p>
    <w:p w:rsidR="007B2329" w:rsidRDefault="007B2329" w:rsidP="007B2329">
      <w:r>
        <w:t>420.4299</w:t>
      </w:r>
      <w:r>
        <w:tab/>
        <w:t>2.025e0</w:t>
      </w:r>
    </w:p>
    <w:p w:rsidR="007B2329" w:rsidRDefault="007B2329" w:rsidP="007B2329">
      <w:r>
        <w:t>420.4342</w:t>
      </w:r>
      <w:r>
        <w:tab/>
        <w:t>6.076e0</w:t>
      </w:r>
    </w:p>
    <w:p w:rsidR="007B2329" w:rsidRDefault="007B2329" w:rsidP="007B2329">
      <w:r>
        <w:t>420.4604</w:t>
      </w:r>
      <w:r>
        <w:tab/>
        <w:t>4.051e0</w:t>
      </w:r>
    </w:p>
    <w:p w:rsidR="007B2329" w:rsidRDefault="007B2329" w:rsidP="007B2329">
      <w:r>
        <w:t>420.4643</w:t>
      </w:r>
      <w:r>
        <w:tab/>
        <w:t>2.025e0</w:t>
      </w:r>
    </w:p>
    <w:p w:rsidR="007B2329" w:rsidRDefault="007B2329" w:rsidP="007B2329">
      <w:r>
        <w:t>420.4744</w:t>
      </w:r>
      <w:r>
        <w:tab/>
        <w:t>1.013e0</w:t>
      </w:r>
    </w:p>
    <w:p w:rsidR="007B2329" w:rsidRDefault="007B2329" w:rsidP="007B2329">
      <w:r>
        <w:t>420.4788</w:t>
      </w:r>
      <w:r>
        <w:tab/>
        <w:t>6.076e0</w:t>
      </w:r>
    </w:p>
    <w:p w:rsidR="007B2329" w:rsidRDefault="007B2329" w:rsidP="007B2329">
      <w:r>
        <w:t>420.4901</w:t>
      </w:r>
      <w:r>
        <w:tab/>
        <w:t>6.300e0</w:t>
      </w:r>
    </w:p>
    <w:p w:rsidR="007B2329" w:rsidRDefault="007B2329" w:rsidP="007B2329">
      <w:r>
        <w:t>420.4923</w:t>
      </w:r>
      <w:r>
        <w:tab/>
        <w:t>3.038e0</w:t>
      </w:r>
    </w:p>
    <w:p w:rsidR="007B2329" w:rsidRDefault="007B2329" w:rsidP="007B2329">
      <w:r>
        <w:t>420.4961</w:t>
      </w:r>
      <w:r>
        <w:tab/>
        <w:t>4.989e0</w:t>
      </w:r>
    </w:p>
    <w:p w:rsidR="007B2329" w:rsidRDefault="007B2329" w:rsidP="007B2329">
      <w:r>
        <w:t>420.4993</w:t>
      </w:r>
      <w:r>
        <w:tab/>
        <w:t>7.089e0</w:t>
      </w:r>
    </w:p>
    <w:p w:rsidR="007B2329" w:rsidRDefault="007B2329" w:rsidP="007B2329">
      <w:r>
        <w:t>420.5310</w:t>
      </w:r>
      <w:r>
        <w:tab/>
        <w:t>5.138e0</w:t>
      </w:r>
    </w:p>
    <w:p w:rsidR="007B2329" w:rsidRDefault="007B2329" w:rsidP="007B2329">
      <w:r>
        <w:t>420.5425</w:t>
      </w:r>
      <w:r>
        <w:tab/>
        <w:t>1.013e0</w:t>
      </w:r>
    </w:p>
    <w:p w:rsidR="007B2329" w:rsidRDefault="007B2329" w:rsidP="007B2329">
      <w:r>
        <w:t>420.5539</w:t>
      </w:r>
      <w:r>
        <w:tab/>
        <w:t>4.563e0</w:t>
      </w:r>
    </w:p>
    <w:p w:rsidR="007B2329" w:rsidRDefault="007B2329" w:rsidP="007B2329">
      <w:r>
        <w:t>420.5661</w:t>
      </w:r>
      <w:r>
        <w:tab/>
        <w:t>2.025e0</w:t>
      </w:r>
    </w:p>
    <w:p w:rsidR="007B2329" w:rsidRDefault="007B2329" w:rsidP="007B2329">
      <w:r>
        <w:t>420.5751</w:t>
      </w:r>
      <w:r>
        <w:tab/>
        <w:t>2.025e0</w:t>
      </w:r>
    </w:p>
    <w:p w:rsidR="007B2329" w:rsidRDefault="007B2329" w:rsidP="007B2329">
      <w:r>
        <w:lastRenderedPageBreak/>
        <w:t>420.5779</w:t>
      </w:r>
      <w:r>
        <w:tab/>
        <w:t>2.025e0</w:t>
      </w:r>
    </w:p>
    <w:p w:rsidR="007B2329" w:rsidRDefault="007B2329" w:rsidP="007B2329">
      <w:r>
        <w:t>420.5927</w:t>
      </w:r>
      <w:r>
        <w:tab/>
        <w:t>1.013e0</w:t>
      </w:r>
    </w:p>
    <w:p w:rsidR="007B2329" w:rsidRDefault="007B2329" w:rsidP="007B2329">
      <w:r>
        <w:t>420.6100</w:t>
      </w:r>
      <w:r>
        <w:tab/>
        <w:t>2.025e0</w:t>
      </w:r>
    </w:p>
    <w:p w:rsidR="007B2329" w:rsidRDefault="007B2329" w:rsidP="007B2329">
      <w:r>
        <w:t>420.6316</w:t>
      </w:r>
      <w:r>
        <w:tab/>
        <w:t>3.038e0</w:t>
      </w:r>
    </w:p>
    <w:p w:rsidR="007B2329" w:rsidRDefault="007B2329" w:rsidP="007B2329">
      <w:r>
        <w:t>420.6407</w:t>
      </w:r>
      <w:r>
        <w:tab/>
        <w:t>3.038e0</w:t>
      </w:r>
    </w:p>
    <w:p w:rsidR="007B2329" w:rsidRDefault="007B2329" w:rsidP="007B2329">
      <w:r>
        <w:t>420.6446</w:t>
      </w:r>
      <w:r>
        <w:tab/>
        <w:t>2.025e0</w:t>
      </w:r>
    </w:p>
    <w:p w:rsidR="007B2329" w:rsidRDefault="007B2329" w:rsidP="007B2329">
      <w:r>
        <w:t>420.6546</w:t>
      </w:r>
      <w:r>
        <w:tab/>
        <w:t>2.025e0</w:t>
      </w:r>
    </w:p>
    <w:p w:rsidR="007B2329" w:rsidRDefault="007B2329" w:rsidP="007B2329">
      <w:r>
        <w:t>420.6569</w:t>
      </w:r>
      <w:r>
        <w:tab/>
        <w:t>2.025e0</w:t>
      </w:r>
    </w:p>
    <w:p w:rsidR="007B2329" w:rsidRDefault="007B2329" w:rsidP="007B2329">
      <w:r>
        <w:t>420.6786</w:t>
      </w:r>
      <w:r>
        <w:tab/>
        <w:t>9.114e0</w:t>
      </w:r>
    </w:p>
    <w:p w:rsidR="007B2329" w:rsidRDefault="007B2329" w:rsidP="007B2329">
      <w:r>
        <w:t>420.6921</w:t>
      </w:r>
      <w:r>
        <w:tab/>
        <w:t>3.038e0</w:t>
      </w:r>
    </w:p>
    <w:p w:rsidR="007B2329" w:rsidRDefault="007B2329" w:rsidP="007B2329">
      <w:r>
        <w:t>420.6961</w:t>
      </w:r>
      <w:r>
        <w:tab/>
        <w:t>4.051e0</w:t>
      </w:r>
    </w:p>
    <w:p w:rsidR="007B2329" w:rsidRDefault="007B2329" w:rsidP="007B2329">
      <w:r>
        <w:t>420.6972</w:t>
      </w:r>
      <w:r>
        <w:tab/>
        <w:t>2.025e0</w:t>
      </w:r>
    </w:p>
    <w:p w:rsidR="007B2329" w:rsidRDefault="007B2329" w:rsidP="007B2329">
      <w:r>
        <w:t>420.7029</w:t>
      </w:r>
      <w:r>
        <w:tab/>
        <w:t>3.038e0</w:t>
      </w:r>
    </w:p>
    <w:p w:rsidR="007B2329" w:rsidRDefault="007B2329" w:rsidP="007B2329">
      <w:r>
        <w:t>420.7042</w:t>
      </w:r>
      <w:r>
        <w:tab/>
        <w:t>4.051e0</w:t>
      </w:r>
    </w:p>
    <w:p w:rsidR="007B2329" w:rsidRDefault="007B2329" w:rsidP="007B2329">
      <w:r>
        <w:t>420.7216</w:t>
      </w:r>
      <w:r>
        <w:tab/>
        <w:t>4.051e0</w:t>
      </w:r>
    </w:p>
    <w:p w:rsidR="007B2329" w:rsidRDefault="007B2329" w:rsidP="007B2329">
      <w:r>
        <w:t>420.7426</w:t>
      </w:r>
      <w:r>
        <w:tab/>
        <w:t>2.025e0</w:t>
      </w:r>
    </w:p>
    <w:p w:rsidR="007B2329" w:rsidRDefault="007B2329" w:rsidP="007B2329">
      <w:r>
        <w:t>420.7523</w:t>
      </w:r>
      <w:r>
        <w:tab/>
        <w:t>4.051e0</w:t>
      </w:r>
    </w:p>
    <w:p w:rsidR="007B2329" w:rsidRDefault="007B2329" w:rsidP="007B2329">
      <w:r>
        <w:t>420.7605</w:t>
      </w:r>
      <w:r>
        <w:tab/>
        <w:t>2.025e0</w:t>
      </w:r>
    </w:p>
    <w:p w:rsidR="007B2329" w:rsidRDefault="007B2329" w:rsidP="007B2329">
      <w:r>
        <w:t>420.7630</w:t>
      </w:r>
      <w:r>
        <w:tab/>
        <w:t>1.013e0</w:t>
      </w:r>
    </w:p>
    <w:p w:rsidR="007B2329" w:rsidRDefault="007B2329" w:rsidP="007B2329">
      <w:r>
        <w:lastRenderedPageBreak/>
        <w:t>420.7670</w:t>
      </w:r>
      <w:r>
        <w:tab/>
        <w:t>1.013e0</w:t>
      </w:r>
    </w:p>
    <w:p w:rsidR="007B2329" w:rsidRDefault="007B2329" w:rsidP="007B2329">
      <w:r>
        <w:t>420.7852</w:t>
      </w:r>
      <w:r>
        <w:tab/>
        <w:t>3.038e0</w:t>
      </w:r>
    </w:p>
    <w:p w:rsidR="007B2329" w:rsidRDefault="007B2329" w:rsidP="007B2329">
      <w:r>
        <w:t>420.7885</w:t>
      </w:r>
      <w:r>
        <w:tab/>
        <w:t>1.013e0</w:t>
      </w:r>
    </w:p>
    <w:p w:rsidR="007B2329" w:rsidRDefault="007B2329" w:rsidP="007B2329">
      <w:r>
        <w:t>420.8001</w:t>
      </w:r>
      <w:r>
        <w:tab/>
        <w:t>1.013e0</w:t>
      </w:r>
    </w:p>
    <w:p w:rsidR="007B2329" w:rsidRDefault="007B2329" w:rsidP="007B2329">
      <w:r>
        <w:t>420.8101</w:t>
      </w:r>
      <w:r>
        <w:tab/>
        <w:t>2.025e0</w:t>
      </w:r>
    </w:p>
    <w:p w:rsidR="007B2329" w:rsidRDefault="007B2329" w:rsidP="007B2329">
      <w:r>
        <w:t>420.8148</w:t>
      </w:r>
      <w:r>
        <w:tab/>
        <w:t>1.013e0</w:t>
      </w:r>
    </w:p>
    <w:p w:rsidR="007B2329" w:rsidRDefault="007B2329" w:rsidP="007B2329">
      <w:r>
        <w:t>420.8206</w:t>
      </w:r>
      <w:r>
        <w:tab/>
        <w:t>4.051e0</w:t>
      </w:r>
    </w:p>
    <w:p w:rsidR="007B2329" w:rsidRDefault="007B2329" w:rsidP="007B2329">
      <w:r>
        <w:t>420.8330</w:t>
      </w:r>
      <w:r>
        <w:tab/>
        <w:t>2.025e0</w:t>
      </w:r>
    </w:p>
    <w:p w:rsidR="007B2329" w:rsidRDefault="007B2329" w:rsidP="007B2329">
      <w:r>
        <w:t>420.8426</w:t>
      </w:r>
      <w:r>
        <w:tab/>
        <w:t>3.038e0</w:t>
      </w:r>
    </w:p>
    <w:p w:rsidR="007B2329" w:rsidRDefault="007B2329" w:rsidP="007B2329">
      <w:r>
        <w:t>420.8445</w:t>
      </w:r>
      <w:r>
        <w:tab/>
        <w:t>1.013e0</w:t>
      </w:r>
    </w:p>
    <w:p w:rsidR="007B2329" w:rsidRDefault="007B2329" w:rsidP="007B2329">
      <w:r>
        <w:t>420.8490</w:t>
      </w:r>
      <w:r>
        <w:tab/>
        <w:t>2.025e0</w:t>
      </w:r>
    </w:p>
    <w:p w:rsidR="007B2329" w:rsidRDefault="007B2329" w:rsidP="007B2329">
      <w:r>
        <w:t>420.8542</w:t>
      </w:r>
      <w:r>
        <w:tab/>
        <w:t>4.051e0</w:t>
      </w:r>
    </w:p>
    <w:p w:rsidR="007B2329" w:rsidRDefault="007B2329" w:rsidP="007B2329">
      <w:r>
        <w:t>420.8721</w:t>
      </w:r>
      <w:r>
        <w:tab/>
        <w:t>2.025e0</w:t>
      </w:r>
    </w:p>
    <w:p w:rsidR="007B2329" w:rsidRDefault="007B2329" w:rsidP="007B2329">
      <w:r>
        <w:t>420.8763</w:t>
      </w:r>
      <w:r>
        <w:tab/>
        <w:t>2.270e0</w:t>
      </w:r>
    </w:p>
    <w:p w:rsidR="007B2329" w:rsidRDefault="007B2329" w:rsidP="007B2329">
      <w:r>
        <w:t>420.8815</w:t>
      </w:r>
      <w:r>
        <w:tab/>
        <w:t>4.658e0</w:t>
      </w:r>
    </w:p>
    <w:p w:rsidR="007B2329" w:rsidRDefault="007B2329" w:rsidP="007B2329">
      <w:r>
        <w:t>420.8887</w:t>
      </w:r>
      <w:r>
        <w:tab/>
        <w:t>1.013e0</w:t>
      </w:r>
    </w:p>
    <w:p w:rsidR="007B2329" w:rsidRDefault="007B2329" w:rsidP="007B2329">
      <w:r>
        <w:t>420.9089</w:t>
      </w:r>
      <w:r>
        <w:tab/>
        <w:t>4.219e0</w:t>
      </w:r>
    </w:p>
    <w:p w:rsidR="007B2329" w:rsidRDefault="007B2329" w:rsidP="007B2329">
      <w:r>
        <w:t>420.9166</w:t>
      </w:r>
      <w:r>
        <w:tab/>
        <w:t>4.761e0</w:t>
      </w:r>
    </w:p>
    <w:p w:rsidR="007B2329" w:rsidRDefault="007B2329" w:rsidP="007B2329">
      <w:r>
        <w:t>420.9184</w:t>
      </w:r>
      <w:r>
        <w:tab/>
        <w:t>1.013e0</w:t>
      </w:r>
    </w:p>
    <w:p w:rsidR="007B2329" w:rsidRDefault="007B2329" w:rsidP="007B2329">
      <w:r>
        <w:lastRenderedPageBreak/>
        <w:t>420.9297</w:t>
      </w:r>
      <w:r>
        <w:tab/>
        <w:t>7.089e0</w:t>
      </w:r>
    </w:p>
    <w:p w:rsidR="007B2329" w:rsidRDefault="007B2329" w:rsidP="007B2329">
      <w:r>
        <w:t>420.9570</w:t>
      </w:r>
      <w:r>
        <w:tab/>
        <w:t>4.353e0</w:t>
      </w:r>
    </w:p>
    <w:p w:rsidR="007B2329" w:rsidRDefault="007B2329" w:rsidP="007B2329">
      <w:r>
        <w:t>420.9832</w:t>
      </w:r>
      <w:r>
        <w:tab/>
        <w:t>5.063e0</w:t>
      </w:r>
    </w:p>
    <w:p w:rsidR="007B2329" w:rsidRDefault="007B2329" w:rsidP="007B2329">
      <w:r>
        <w:t>420.9851</w:t>
      </w:r>
      <w:r>
        <w:tab/>
        <w:t>3.038e0</w:t>
      </w:r>
    </w:p>
    <w:p w:rsidR="007B2329" w:rsidRDefault="007B2329" w:rsidP="007B2329">
      <w:r>
        <w:t>420.9870</w:t>
      </w:r>
      <w:r>
        <w:tab/>
        <w:t>6.076e0</w:t>
      </w:r>
    </w:p>
    <w:p w:rsidR="007B2329" w:rsidRDefault="007B2329" w:rsidP="007B2329">
      <w:r>
        <w:t>420.9999</w:t>
      </w:r>
      <w:r>
        <w:tab/>
        <w:t>1.013e0</w:t>
      </w:r>
    </w:p>
    <w:p w:rsidR="007B2329" w:rsidRDefault="007B2329" w:rsidP="007B2329">
      <w:r>
        <w:t>421.0029</w:t>
      </w:r>
      <w:r>
        <w:tab/>
        <w:t>3.041e0</w:t>
      </w:r>
    </w:p>
    <w:p w:rsidR="007B2329" w:rsidRDefault="007B2329" w:rsidP="007B2329">
      <w:r>
        <w:t>421.0183</w:t>
      </w:r>
      <w:r>
        <w:tab/>
        <w:t>3.038e0</w:t>
      </w:r>
    </w:p>
    <w:p w:rsidR="007B2329" w:rsidRDefault="007B2329" w:rsidP="007B2329">
      <w:r>
        <w:t>421.0302</w:t>
      </w:r>
      <w:r>
        <w:tab/>
        <w:t>3.038e0</w:t>
      </w:r>
    </w:p>
    <w:p w:rsidR="007B2329" w:rsidRDefault="007B2329" w:rsidP="007B2329">
      <w:r>
        <w:t>421.0490</w:t>
      </w:r>
      <w:r>
        <w:tab/>
        <w:t>3.038e0</w:t>
      </w:r>
    </w:p>
    <w:p w:rsidR="007B2329" w:rsidRDefault="007B2329" w:rsidP="007B2329">
      <w:r>
        <w:t>421.0520</w:t>
      </w:r>
      <w:r>
        <w:tab/>
        <w:t>1.013e0</w:t>
      </w:r>
    </w:p>
    <w:p w:rsidR="007B2329" w:rsidRDefault="007B2329" w:rsidP="007B2329">
      <w:r>
        <w:t>421.0555</w:t>
      </w:r>
      <w:r>
        <w:tab/>
        <w:t>3.038e0</w:t>
      </w:r>
    </w:p>
    <w:p w:rsidR="007B2329" w:rsidRDefault="007B2329" w:rsidP="007B2329">
      <w:r>
        <w:t>421.0583</w:t>
      </w:r>
      <w:r>
        <w:tab/>
        <w:t>2.025e0</w:t>
      </w:r>
    </w:p>
    <w:p w:rsidR="007B2329" w:rsidRDefault="007B2329" w:rsidP="007B2329">
      <w:r>
        <w:t>421.0597</w:t>
      </w:r>
      <w:r>
        <w:tab/>
        <w:t>2.025e0</w:t>
      </w:r>
    </w:p>
    <w:p w:rsidR="007B2329" w:rsidRDefault="007B2329" w:rsidP="007B2329">
      <w:r>
        <w:t>421.0652</w:t>
      </w:r>
      <w:r>
        <w:tab/>
        <w:t>4.334e0</w:t>
      </w:r>
    </w:p>
    <w:p w:rsidR="007B2329" w:rsidRDefault="007B2329" w:rsidP="007B2329">
      <w:r>
        <w:t>421.0775</w:t>
      </w:r>
      <w:r>
        <w:tab/>
        <w:t>3.038e0</w:t>
      </w:r>
    </w:p>
    <w:p w:rsidR="007B2329" w:rsidRDefault="007B2329" w:rsidP="007B2329">
      <w:r>
        <w:t>421.1059</w:t>
      </w:r>
      <w:r>
        <w:tab/>
        <w:t>2.050e0</w:t>
      </w:r>
    </w:p>
    <w:p w:rsidR="007B2329" w:rsidRDefault="007B2329" w:rsidP="007B2329">
      <w:r>
        <w:t>421.1111</w:t>
      </w:r>
      <w:r>
        <w:tab/>
        <w:t>2.025e0</w:t>
      </w:r>
    </w:p>
    <w:p w:rsidR="007B2329" w:rsidRDefault="007B2329" w:rsidP="007B2329">
      <w:r>
        <w:t>421.1123</w:t>
      </w:r>
      <w:r>
        <w:tab/>
        <w:t>3.038e0</w:t>
      </w:r>
    </w:p>
    <w:p w:rsidR="007B2329" w:rsidRDefault="007B2329" w:rsidP="007B2329">
      <w:r>
        <w:lastRenderedPageBreak/>
        <w:t>421.2088</w:t>
      </w:r>
      <w:r>
        <w:tab/>
        <w:t>9.215e0</w:t>
      </w:r>
    </w:p>
    <w:p w:rsidR="007B2329" w:rsidRDefault="007B2329" w:rsidP="007B2329">
      <w:r>
        <w:t>421.2141</w:t>
      </w:r>
      <w:r>
        <w:tab/>
        <w:t>1.597e1</w:t>
      </w:r>
    </w:p>
    <w:p w:rsidR="007B2329" w:rsidRDefault="007B2329" w:rsidP="007B2329">
      <w:r>
        <w:t>421.2174</w:t>
      </w:r>
      <w:r>
        <w:tab/>
        <w:t>1.361e2</w:t>
      </w:r>
    </w:p>
    <w:p w:rsidR="007B2329" w:rsidRDefault="007B2329" w:rsidP="007B2329">
      <w:r>
        <w:t>421.2212</w:t>
      </w:r>
      <w:r>
        <w:tab/>
        <w:t>1.561e2</w:t>
      </w:r>
    </w:p>
    <w:p w:rsidR="007B2329" w:rsidRDefault="007B2329" w:rsidP="007B2329">
      <w:r>
        <w:t>421.2233</w:t>
      </w:r>
      <w:r>
        <w:tab/>
        <w:t>4.197e2</w:t>
      </w:r>
    </w:p>
    <w:p w:rsidR="007B2329" w:rsidRDefault="007B2329" w:rsidP="007B2329">
      <w:r>
        <w:t>421.2257</w:t>
      </w:r>
      <w:r>
        <w:tab/>
        <w:t>1.759e2</w:t>
      </w:r>
    </w:p>
    <w:p w:rsidR="007B2329" w:rsidRDefault="007B2329" w:rsidP="007B2329">
      <w:r>
        <w:t>421.3058</w:t>
      </w:r>
      <w:r>
        <w:tab/>
        <w:t>7.927e-2</w:t>
      </w:r>
    </w:p>
    <w:p w:rsidR="007B2329" w:rsidRDefault="007B2329" w:rsidP="007B2329">
      <w:r>
        <w:t>421.3088</w:t>
      </w:r>
      <w:r>
        <w:tab/>
        <w:t>1.579e0</w:t>
      </w:r>
    </w:p>
    <w:p w:rsidR="007B2329" w:rsidRDefault="007B2329" w:rsidP="007B2329">
      <w:r>
        <w:t>421.3128</w:t>
      </w:r>
      <w:r>
        <w:tab/>
        <w:t>3.894e0</w:t>
      </w:r>
    </w:p>
    <w:p w:rsidR="007B2329" w:rsidRDefault="007B2329" w:rsidP="007B2329">
      <w:r>
        <w:t>421.3302</w:t>
      </w:r>
      <w:r>
        <w:tab/>
        <w:t>3.831e0</w:t>
      </w:r>
    </w:p>
    <w:p w:rsidR="007B2329" w:rsidRDefault="007B2329" w:rsidP="007B2329">
      <w:r>
        <w:t>421.3420</w:t>
      </w:r>
      <w:r>
        <w:tab/>
        <w:t>2.403e0</w:t>
      </w:r>
    </w:p>
    <w:p w:rsidR="007B2329" w:rsidRDefault="007B2329" w:rsidP="007B2329">
      <w:r>
        <w:t>421.3434</w:t>
      </w:r>
      <w:r>
        <w:tab/>
        <w:t>1.694e0</w:t>
      </w:r>
    </w:p>
    <w:p w:rsidR="007B2329" w:rsidRDefault="007B2329" w:rsidP="007B2329">
      <w:r>
        <w:t>421.3452</w:t>
      </w:r>
      <w:r>
        <w:tab/>
        <w:t>4.051e0</w:t>
      </w:r>
    </w:p>
    <w:p w:rsidR="007B2329" w:rsidRDefault="007B2329" w:rsidP="007B2329">
      <w:r>
        <w:t>421.3667</w:t>
      </w:r>
      <w:r>
        <w:tab/>
        <w:t>1.266e-2</w:t>
      </w:r>
    </w:p>
    <w:p w:rsidR="007B2329" w:rsidRDefault="007B2329" w:rsidP="007B2329">
      <w:r>
        <w:t>421.3755</w:t>
      </w:r>
      <w:r>
        <w:tab/>
        <w:t>2.025e0</w:t>
      </w:r>
    </w:p>
    <w:p w:rsidR="007B2329" w:rsidRDefault="007B2329" w:rsidP="007B2329">
      <w:r>
        <w:t>421.3802</w:t>
      </w:r>
      <w:r>
        <w:tab/>
        <w:t>5.063e0</w:t>
      </w:r>
    </w:p>
    <w:p w:rsidR="007B2329" w:rsidRDefault="007B2329" w:rsidP="007B2329">
      <w:r>
        <w:t>421.4057</w:t>
      </w:r>
      <w:r>
        <w:tab/>
        <w:t>3.788e0</w:t>
      </w:r>
    </w:p>
    <w:p w:rsidR="007B2329" w:rsidRDefault="007B2329" w:rsidP="007B2329">
      <w:r>
        <w:t>421.4160</w:t>
      </w:r>
      <w:r>
        <w:tab/>
        <w:t>4.051e0</w:t>
      </w:r>
    </w:p>
    <w:p w:rsidR="007B2329" w:rsidRDefault="007B2329" w:rsidP="007B2329">
      <w:r>
        <w:t>421.4185</w:t>
      </w:r>
      <w:r>
        <w:tab/>
        <w:t>2.025e0</w:t>
      </w:r>
    </w:p>
    <w:p w:rsidR="007B2329" w:rsidRDefault="007B2329" w:rsidP="007B2329">
      <w:r>
        <w:lastRenderedPageBreak/>
        <w:t>421.4310</w:t>
      </w:r>
      <w:r>
        <w:tab/>
        <w:t>1.013e0</w:t>
      </w:r>
    </w:p>
    <w:p w:rsidR="007B2329" w:rsidRDefault="007B2329" w:rsidP="007B2329">
      <w:r>
        <w:t>421.4356</w:t>
      </w:r>
      <w:r>
        <w:tab/>
        <w:t>7.793e0</w:t>
      </w:r>
    </w:p>
    <w:p w:rsidR="007B2329" w:rsidRDefault="007B2329" w:rsidP="007B2329">
      <w:r>
        <w:t>421.4447</w:t>
      </w:r>
      <w:r>
        <w:tab/>
        <w:t>1.038e0</w:t>
      </w:r>
    </w:p>
    <w:p w:rsidR="007B2329" w:rsidRDefault="007B2329" w:rsidP="007B2329">
      <w:r>
        <w:t>421.4577</w:t>
      </w:r>
      <w:r>
        <w:tab/>
        <w:t>6.076e0</w:t>
      </w:r>
    </w:p>
    <w:p w:rsidR="007B2329" w:rsidRDefault="007B2329" w:rsidP="007B2329">
      <w:r>
        <w:t>421.4823</w:t>
      </w:r>
      <w:r>
        <w:tab/>
        <w:t>3.038e0</w:t>
      </w:r>
    </w:p>
    <w:p w:rsidR="007B2329" w:rsidRDefault="007B2329" w:rsidP="007B2329">
      <w:r>
        <w:t>421.4953</w:t>
      </w:r>
      <w:r>
        <w:tab/>
        <w:t>3.038e0</w:t>
      </w:r>
    </w:p>
    <w:p w:rsidR="007B2329" w:rsidRDefault="007B2329" w:rsidP="007B2329">
      <w:r>
        <w:t>421.5131</w:t>
      </w:r>
      <w:r>
        <w:tab/>
        <w:t>1.013e0</w:t>
      </w:r>
    </w:p>
    <w:p w:rsidR="007B2329" w:rsidRDefault="007B2329" w:rsidP="007B2329">
      <w:r>
        <w:t>421.5345</w:t>
      </w:r>
      <w:r>
        <w:tab/>
        <w:t>1.013e0</w:t>
      </w:r>
    </w:p>
    <w:p w:rsidR="007B2329" w:rsidRDefault="007B2329" w:rsidP="007B2329">
      <w:r>
        <w:t>421.5379</w:t>
      </w:r>
      <w:r>
        <w:tab/>
        <w:t>6.089e0</w:t>
      </w:r>
    </w:p>
    <w:p w:rsidR="007B2329" w:rsidRDefault="007B2329" w:rsidP="007B2329">
      <w:r>
        <w:t>421.5523</w:t>
      </w:r>
      <w:r>
        <w:tab/>
        <w:t>1.013e0</w:t>
      </w:r>
    </w:p>
    <w:p w:rsidR="007B2329" w:rsidRDefault="007B2329" w:rsidP="007B2329">
      <w:r>
        <w:t>421.5567</w:t>
      </w:r>
      <w:r>
        <w:tab/>
        <w:t>6.076e0</w:t>
      </w:r>
    </w:p>
    <w:p w:rsidR="007B2329" w:rsidRDefault="007B2329" w:rsidP="007B2329">
      <w:r>
        <w:t>421.5603</w:t>
      </w:r>
      <w:r>
        <w:tab/>
        <w:t>8.101e0</w:t>
      </w:r>
    </w:p>
    <w:p w:rsidR="007B2329" w:rsidRDefault="007B2329" w:rsidP="007B2329">
      <w:r>
        <w:t>421.5634</w:t>
      </w:r>
      <w:r>
        <w:tab/>
        <w:t>1.013e0</w:t>
      </w:r>
    </w:p>
    <w:p w:rsidR="007B2329" w:rsidRDefault="007B2329" w:rsidP="007B2329">
      <w:r>
        <w:t>421.5784</w:t>
      </w:r>
      <w:r>
        <w:tab/>
        <w:t>1.013e0</w:t>
      </w:r>
    </w:p>
    <w:p w:rsidR="007B2329" w:rsidRDefault="007B2329" w:rsidP="007B2329">
      <w:r>
        <w:t>421.5897</w:t>
      </w:r>
      <w:r>
        <w:tab/>
        <w:t>2.025e0</w:t>
      </w:r>
    </w:p>
    <w:p w:rsidR="007B2329" w:rsidRDefault="007B2329" w:rsidP="007B2329">
      <w:r>
        <w:t>421.6078</w:t>
      </w:r>
      <w:r>
        <w:tab/>
        <w:t>1.013e0</w:t>
      </w:r>
    </w:p>
    <w:p w:rsidR="007B2329" w:rsidRDefault="007B2329" w:rsidP="007B2329">
      <w:r>
        <w:t>421.6167</w:t>
      </w:r>
      <w:r>
        <w:tab/>
        <w:t>1.013e0</w:t>
      </w:r>
    </w:p>
    <w:p w:rsidR="007B2329" w:rsidRDefault="007B2329" w:rsidP="007B2329">
      <w:r>
        <w:t>421.6375</w:t>
      </w:r>
      <w:r>
        <w:tab/>
        <w:t>3.038e0</w:t>
      </w:r>
    </w:p>
    <w:p w:rsidR="007B2329" w:rsidRDefault="007B2329" w:rsidP="007B2329">
      <w:r>
        <w:t>421.6423</w:t>
      </w:r>
      <w:r>
        <w:tab/>
        <w:t>7.089e0</w:t>
      </w:r>
    </w:p>
    <w:p w:rsidR="007B2329" w:rsidRDefault="007B2329" w:rsidP="007B2329">
      <w:r>
        <w:lastRenderedPageBreak/>
        <w:t>421.6561</w:t>
      </w:r>
      <w:r>
        <w:tab/>
        <w:t>1.013e0</w:t>
      </w:r>
    </w:p>
    <w:p w:rsidR="007B2329" w:rsidRDefault="007B2329" w:rsidP="007B2329">
      <w:r>
        <w:t>421.6622</w:t>
      </w:r>
      <w:r>
        <w:tab/>
        <w:t>3.038e0</w:t>
      </w:r>
    </w:p>
    <w:p w:rsidR="007B2329" w:rsidRDefault="007B2329" w:rsidP="007B2329">
      <w:r>
        <w:t>421.6737</w:t>
      </w:r>
      <w:r>
        <w:tab/>
        <w:t>1.013e0</w:t>
      </w:r>
    </w:p>
    <w:p w:rsidR="007B2329" w:rsidRDefault="007B2329" w:rsidP="007B2329">
      <w:r>
        <w:t>421.6894</w:t>
      </w:r>
      <w:r>
        <w:tab/>
        <w:t>1.013e0</w:t>
      </w:r>
    </w:p>
    <w:p w:rsidR="007B2329" w:rsidRDefault="007B2329" w:rsidP="007B2329">
      <w:r>
        <w:t>421.6989</w:t>
      </w:r>
      <w:r>
        <w:tab/>
        <w:t>2.025e0</w:t>
      </w:r>
    </w:p>
    <w:p w:rsidR="007B2329" w:rsidRDefault="007B2329" w:rsidP="007B2329">
      <w:r>
        <w:t>421.7008</w:t>
      </w:r>
      <w:r>
        <w:tab/>
        <w:t>3.038e0</w:t>
      </w:r>
    </w:p>
    <w:p w:rsidR="007B2329" w:rsidRDefault="007B2329" w:rsidP="007B2329">
      <w:r>
        <w:t>421.7026</w:t>
      </w:r>
      <w:r>
        <w:tab/>
        <w:t>4.051e0</w:t>
      </w:r>
    </w:p>
    <w:p w:rsidR="007B2329" w:rsidRDefault="007B2329" w:rsidP="007B2329">
      <w:r>
        <w:t>421.7112</w:t>
      </w:r>
      <w:r>
        <w:tab/>
        <w:t>7.089e0</w:t>
      </w:r>
    </w:p>
    <w:p w:rsidR="007B2329" w:rsidRDefault="007B2329" w:rsidP="007B2329">
      <w:r>
        <w:t>421.7166</w:t>
      </w:r>
      <w:r>
        <w:tab/>
        <w:t>6.076e0</w:t>
      </w:r>
    </w:p>
    <w:p w:rsidR="007B2329" w:rsidRDefault="007B2329" w:rsidP="007B2329">
      <w:r>
        <w:t>421.7265</w:t>
      </w:r>
      <w:r>
        <w:tab/>
        <w:t>1.013e0</w:t>
      </w:r>
    </w:p>
    <w:p w:rsidR="007B2329" w:rsidRDefault="007B2329" w:rsidP="007B2329">
      <w:r>
        <w:t>421.7552</w:t>
      </w:r>
      <w:r>
        <w:tab/>
        <w:t>4.051e0</w:t>
      </w:r>
    </w:p>
    <w:p w:rsidR="007B2329" w:rsidRDefault="007B2329" w:rsidP="007B2329">
      <w:r>
        <w:t>421.7595</w:t>
      </w:r>
      <w:r>
        <w:tab/>
        <w:t>4.051e0</w:t>
      </w:r>
    </w:p>
    <w:p w:rsidR="007B2329" w:rsidRDefault="007B2329" w:rsidP="007B2329">
      <w:r>
        <w:t>421.7647</w:t>
      </w:r>
      <w:r>
        <w:tab/>
        <w:t>2.025e0</w:t>
      </w:r>
    </w:p>
    <w:p w:rsidR="007B2329" w:rsidRDefault="007B2329" w:rsidP="007B2329">
      <w:r>
        <w:t>421.7668</w:t>
      </w:r>
      <w:r>
        <w:tab/>
        <w:t>2.025e0</w:t>
      </w:r>
    </w:p>
    <w:p w:rsidR="007B2329" w:rsidRDefault="007B2329" w:rsidP="007B2329">
      <w:r>
        <w:t>421.7810</w:t>
      </w:r>
      <w:r>
        <w:tab/>
        <w:t>1.013e0</w:t>
      </w:r>
    </w:p>
    <w:p w:rsidR="007B2329" w:rsidRDefault="007B2329" w:rsidP="007B2329">
      <w:r>
        <w:t>421.7923</w:t>
      </w:r>
      <w:r>
        <w:tab/>
        <w:t>4.051e0</w:t>
      </w:r>
    </w:p>
    <w:p w:rsidR="007B2329" w:rsidRDefault="007B2329" w:rsidP="007B2329">
      <w:r>
        <w:t>421.8022</w:t>
      </w:r>
      <w:r>
        <w:tab/>
        <w:t>2.399e0</w:t>
      </w:r>
    </w:p>
    <w:p w:rsidR="007B2329" w:rsidRDefault="007B2329" w:rsidP="007B2329">
      <w:r>
        <w:t>421.8183</w:t>
      </w:r>
      <w:r>
        <w:tab/>
        <w:t>2.025e0</w:t>
      </w:r>
    </w:p>
    <w:p w:rsidR="007B2329" w:rsidRDefault="007B2329" w:rsidP="007B2329">
      <w:r>
        <w:t>421.8237</w:t>
      </w:r>
      <w:r>
        <w:tab/>
        <w:t>1.013e0</w:t>
      </w:r>
    </w:p>
    <w:p w:rsidR="007B2329" w:rsidRDefault="007B2329" w:rsidP="007B2329">
      <w:r>
        <w:lastRenderedPageBreak/>
        <w:t>421.8401</w:t>
      </w:r>
      <w:r>
        <w:tab/>
        <w:t>5.063e0</w:t>
      </w:r>
    </w:p>
    <w:p w:rsidR="007B2329" w:rsidRDefault="007B2329" w:rsidP="007B2329">
      <w:r>
        <w:t>421.8594</w:t>
      </w:r>
      <w:r>
        <w:tab/>
        <w:t>1.013e0</w:t>
      </w:r>
    </w:p>
    <w:p w:rsidR="007B2329" w:rsidRDefault="007B2329" w:rsidP="007B2329">
      <w:r>
        <w:t>421.8640</w:t>
      </w:r>
      <w:r>
        <w:tab/>
        <w:t>2.025e0</w:t>
      </w:r>
    </w:p>
    <w:p w:rsidR="007B2329" w:rsidRDefault="007B2329" w:rsidP="007B2329">
      <w:r>
        <w:t>421.8750</w:t>
      </w:r>
      <w:r>
        <w:tab/>
        <w:t>2.025e0</w:t>
      </w:r>
    </w:p>
    <w:p w:rsidR="007B2329" w:rsidRDefault="007B2329" w:rsidP="007B2329">
      <w:r>
        <w:t>421.8789</w:t>
      </w:r>
      <w:r>
        <w:tab/>
        <w:t>2.025e0</w:t>
      </w:r>
    </w:p>
    <w:p w:rsidR="007B2329" w:rsidRDefault="007B2329" w:rsidP="007B2329">
      <w:r>
        <w:t>421.8860</w:t>
      </w:r>
      <w:r>
        <w:tab/>
        <w:t>3.038e0</w:t>
      </w:r>
    </w:p>
    <w:p w:rsidR="007B2329" w:rsidRDefault="007B2329" w:rsidP="007B2329">
      <w:r>
        <w:t>421.8878</w:t>
      </w:r>
      <w:r>
        <w:tab/>
        <w:t>2.025e0</w:t>
      </w:r>
    </w:p>
    <w:p w:rsidR="007B2329" w:rsidRDefault="007B2329" w:rsidP="007B2329">
      <w:r>
        <w:t>421.8945</w:t>
      </w:r>
      <w:r>
        <w:tab/>
        <w:t>4.051e0</w:t>
      </w:r>
    </w:p>
    <w:p w:rsidR="007B2329" w:rsidRDefault="007B2329" w:rsidP="007B2329">
      <w:r>
        <w:t>421.9020</w:t>
      </w:r>
      <w:r>
        <w:tab/>
        <w:t>1.013e0</w:t>
      </w:r>
    </w:p>
    <w:p w:rsidR="007B2329" w:rsidRDefault="007B2329" w:rsidP="007B2329">
      <w:r>
        <w:t>421.9240</w:t>
      </w:r>
      <w:r>
        <w:tab/>
        <w:t>5.063e0</w:t>
      </w:r>
    </w:p>
    <w:p w:rsidR="007B2329" w:rsidRDefault="007B2329" w:rsidP="007B2329">
      <w:r>
        <w:t>421.9271</w:t>
      </w:r>
      <w:r>
        <w:tab/>
        <w:t>2.025e0</w:t>
      </w:r>
    </w:p>
    <w:p w:rsidR="007B2329" w:rsidRDefault="007B2329" w:rsidP="007B2329">
      <w:r>
        <w:t>421.9414</w:t>
      </w:r>
      <w:r>
        <w:tab/>
        <w:t>2.025e0</w:t>
      </w:r>
    </w:p>
    <w:p w:rsidR="007B2329" w:rsidRDefault="007B2329" w:rsidP="007B2329">
      <w:r>
        <w:t>421.9492</w:t>
      </w:r>
      <w:r>
        <w:tab/>
        <w:t>1.013e0</w:t>
      </w:r>
    </w:p>
    <w:p w:rsidR="007B2329" w:rsidRDefault="007B2329" w:rsidP="007B2329">
      <w:r>
        <w:t>421.9629</w:t>
      </w:r>
      <w:r>
        <w:tab/>
        <w:t>1.013e0</w:t>
      </w:r>
    </w:p>
    <w:p w:rsidR="007B2329" w:rsidRDefault="007B2329" w:rsidP="007B2329">
      <w:r>
        <w:t>421.9769</w:t>
      </w:r>
      <w:r>
        <w:tab/>
        <w:t>3.038e0</w:t>
      </w:r>
    </w:p>
    <w:p w:rsidR="007B2329" w:rsidRDefault="007B2329" w:rsidP="007B2329">
      <w:r>
        <w:t>421.9808</w:t>
      </w:r>
      <w:r>
        <w:tab/>
        <w:t>1.025e0</w:t>
      </w:r>
    </w:p>
    <w:p w:rsidR="007B2329" w:rsidRDefault="007B2329" w:rsidP="007B2329">
      <w:r>
        <w:t>421.9940</w:t>
      </w:r>
      <w:r>
        <w:tab/>
        <w:t>1.013e0</w:t>
      </w:r>
    </w:p>
    <w:p w:rsidR="007B2329" w:rsidRDefault="007B2329" w:rsidP="007B2329">
      <w:r>
        <w:t>422.0160</w:t>
      </w:r>
      <w:r>
        <w:tab/>
        <w:t>1.013e0</w:t>
      </w:r>
    </w:p>
    <w:p w:rsidR="007B2329" w:rsidRDefault="007B2329" w:rsidP="007B2329">
      <w:r>
        <w:t>422.0208</w:t>
      </w:r>
      <w:r>
        <w:tab/>
        <w:t>2.025e0</w:t>
      </w:r>
    </w:p>
    <w:p w:rsidR="007B2329" w:rsidRDefault="007B2329" w:rsidP="007B2329">
      <w:r>
        <w:lastRenderedPageBreak/>
        <w:t>422.0221</w:t>
      </w:r>
      <w:r>
        <w:tab/>
        <w:t>3.038e0</w:t>
      </w:r>
    </w:p>
    <w:p w:rsidR="007B2329" w:rsidRDefault="007B2329" w:rsidP="007B2329">
      <w:r>
        <w:t>422.0318</w:t>
      </w:r>
      <w:r>
        <w:tab/>
        <w:t>1.603e0</w:t>
      </w:r>
    </w:p>
    <w:p w:rsidR="007B2329" w:rsidRDefault="007B2329" w:rsidP="007B2329">
      <w:r>
        <w:t>422.0338</w:t>
      </w:r>
      <w:r>
        <w:tab/>
        <w:t>3.051e0</w:t>
      </w:r>
    </w:p>
    <w:p w:rsidR="007B2329" w:rsidRDefault="007B2329" w:rsidP="007B2329">
      <w:r>
        <w:t>422.0357</w:t>
      </w:r>
      <w:r>
        <w:tab/>
        <w:t>2.025e0</w:t>
      </w:r>
    </w:p>
    <w:p w:rsidR="007B2329" w:rsidRDefault="007B2329" w:rsidP="007B2329">
      <w:r>
        <w:t>422.0452</w:t>
      </w:r>
      <w:r>
        <w:tab/>
        <w:t>1.013e0</w:t>
      </w:r>
    </w:p>
    <w:p w:rsidR="007B2329" w:rsidRDefault="007B2329" w:rsidP="007B2329">
      <w:r>
        <w:t>422.0596</w:t>
      </w:r>
      <w:r>
        <w:tab/>
        <w:t>2.413e0</w:t>
      </w:r>
    </w:p>
    <w:p w:rsidR="007B2329" w:rsidRDefault="007B2329" w:rsidP="007B2329">
      <w:r>
        <w:t>422.0775</w:t>
      </w:r>
      <w:r>
        <w:tab/>
        <w:t>3.038e0</w:t>
      </w:r>
    </w:p>
    <w:p w:rsidR="007B2329" w:rsidRDefault="007B2329" w:rsidP="007B2329">
      <w:r>
        <w:t>422.0791</w:t>
      </w:r>
      <w:r>
        <w:tab/>
        <w:t>2.025e0</w:t>
      </w:r>
    </w:p>
    <w:p w:rsidR="007B2329" w:rsidRDefault="007B2329" w:rsidP="007B2329">
      <w:r>
        <w:t>422.0865</w:t>
      </w:r>
      <w:r>
        <w:tab/>
        <w:t>2.025e0</w:t>
      </w:r>
    </w:p>
    <w:p w:rsidR="007B2329" w:rsidRDefault="007B2329" w:rsidP="007B2329">
      <w:r>
        <w:t>422.0909</w:t>
      </w:r>
      <w:r>
        <w:tab/>
        <w:t>5.063e0</w:t>
      </w:r>
    </w:p>
    <w:p w:rsidR="007B2329" w:rsidRDefault="007B2329" w:rsidP="007B2329">
      <w:r>
        <w:t>422.1127</w:t>
      </w:r>
      <w:r>
        <w:tab/>
        <w:t>1.013e0</w:t>
      </w:r>
    </w:p>
    <w:p w:rsidR="007B2329" w:rsidRDefault="007B2329" w:rsidP="007B2329">
      <w:r>
        <w:t>422.1231</w:t>
      </w:r>
      <w:r>
        <w:tab/>
        <w:t>9.380e0</w:t>
      </w:r>
    </w:p>
    <w:p w:rsidR="007B2329" w:rsidRDefault="007B2329" w:rsidP="007B2329">
      <w:r>
        <w:t>422.1350</w:t>
      </w:r>
      <w:r>
        <w:tab/>
        <w:t>1.013e0</w:t>
      </w:r>
    </w:p>
    <w:p w:rsidR="007B2329" w:rsidRDefault="007B2329" w:rsidP="007B2329">
      <w:r>
        <w:t>422.1406</w:t>
      </w:r>
      <w:r>
        <w:tab/>
        <w:t>3.038e0</w:t>
      </w:r>
    </w:p>
    <w:p w:rsidR="007B2329" w:rsidRDefault="007B2329" w:rsidP="007B2329">
      <w:r>
        <w:t>422.1562</w:t>
      </w:r>
      <w:r>
        <w:tab/>
        <w:t>3.475e0</w:t>
      </w:r>
    </w:p>
    <w:p w:rsidR="007B2329" w:rsidRDefault="007B2329" w:rsidP="007B2329">
      <w:r>
        <w:t>422.1709</w:t>
      </w:r>
      <w:r>
        <w:tab/>
        <w:t>3.038e0</w:t>
      </w:r>
    </w:p>
    <w:p w:rsidR="007B2329" w:rsidRDefault="007B2329" w:rsidP="007B2329">
      <w:r>
        <w:t>422.1913</w:t>
      </w:r>
      <w:r>
        <w:tab/>
        <w:t>1.013e0</w:t>
      </w:r>
    </w:p>
    <w:p w:rsidR="007B2329" w:rsidRDefault="007B2329" w:rsidP="007B2329">
      <w:r>
        <w:t>422.2081</w:t>
      </w:r>
      <w:r>
        <w:tab/>
        <w:t>2.089e1</w:t>
      </w:r>
    </w:p>
    <w:p w:rsidR="007B2329" w:rsidRDefault="007B2329" w:rsidP="007B2329">
      <w:r>
        <w:t>422.2153</w:t>
      </w:r>
      <w:r>
        <w:tab/>
        <w:t>4.361e1</w:t>
      </w:r>
    </w:p>
    <w:p w:rsidR="007B2329" w:rsidRDefault="007B2329" w:rsidP="007B2329">
      <w:r>
        <w:lastRenderedPageBreak/>
        <w:t>422.2203</w:t>
      </w:r>
      <w:r>
        <w:tab/>
        <w:t>1.008e2</w:t>
      </w:r>
    </w:p>
    <w:p w:rsidR="007B2329" w:rsidRDefault="007B2329" w:rsidP="007B2329">
      <w:r>
        <w:t>422.2225</w:t>
      </w:r>
      <w:r>
        <w:tab/>
        <w:t>2.503e1</w:t>
      </w:r>
    </w:p>
    <w:p w:rsidR="007B2329" w:rsidRDefault="007B2329" w:rsidP="007B2329">
      <w:r>
        <w:t>422.2238</w:t>
      </w:r>
      <w:r>
        <w:tab/>
        <w:t>3.648e1</w:t>
      </w:r>
    </w:p>
    <w:p w:rsidR="007B2329" w:rsidRDefault="007B2329" w:rsidP="007B2329">
      <w:r>
        <w:t>422.2282</w:t>
      </w:r>
      <w:r>
        <w:tab/>
        <w:t>1.477e1</w:t>
      </w:r>
    </w:p>
    <w:p w:rsidR="007B2329" w:rsidRDefault="007B2329" w:rsidP="007B2329">
      <w:r>
        <w:t>422.2446</w:t>
      </w:r>
      <w:r>
        <w:tab/>
        <w:t>2.938e0</w:t>
      </w:r>
    </w:p>
    <w:p w:rsidR="007B2329" w:rsidRDefault="007B2329" w:rsidP="007B2329">
      <w:r>
        <w:t>422.2983</w:t>
      </w:r>
      <w:r>
        <w:tab/>
        <w:t>1.634e-1</w:t>
      </w:r>
    </w:p>
    <w:p w:rsidR="007B2329" w:rsidRDefault="007B2329" w:rsidP="007B2329">
      <w:r>
        <w:t>422.3029</w:t>
      </w:r>
      <w:r>
        <w:tab/>
        <w:t>3.038e0</w:t>
      </w:r>
    </w:p>
    <w:p w:rsidR="007B2329" w:rsidRDefault="007B2329" w:rsidP="007B2329">
      <w:r>
        <w:t>422.3046</w:t>
      </w:r>
      <w:r>
        <w:tab/>
        <w:t>1.755e0</w:t>
      </w:r>
    </w:p>
    <w:p w:rsidR="007B2329" w:rsidRDefault="007B2329" w:rsidP="007B2329">
      <w:r>
        <w:t>422.3104</w:t>
      </w:r>
      <w:r>
        <w:tab/>
        <w:t>2.281e0</w:t>
      </w:r>
    </w:p>
    <w:p w:rsidR="007B2329" w:rsidRDefault="007B2329" w:rsidP="007B2329">
      <w:r>
        <w:t>422.3169</w:t>
      </w:r>
      <w:r>
        <w:tab/>
        <w:t>1.176e0</w:t>
      </w:r>
    </w:p>
    <w:p w:rsidR="007B2329" w:rsidRDefault="007B2329" w:rsidP="007B2329">
      <w:r>
        <w:t>422.3286</w:t>
      </w:r>
      <w:r>
        <w:tab/>
        <w:t>2.025e0</w:t>
      </w:r>
    </w:p>
    <w:p w:rsidR="007B2329" w:rsidRDefault="007B2329" w:rsidP="007B2329">
      <w:r>
        <w:t>422.3499</w:t>
      </w:r>
      <w:r>
        <w:tab/>
        <w:t>3.959e0</w:t>
      </w:r>
    </w:p>
    <w:p w:rsidR="007B2329" w:rsidRDefault="007B2329" w:rsidP="007B2329">
      <w:r>
        <w:t>422.3556</w:t>
      </w:r>
      <w:r>
        <w:tab/>
        <w:t>1.013e0</w:t>
      </w:r>
    </w:p>
    <w:p w:rsidR="007B2329" w:rsidRDefault="007B2329" w:rsidP="007B2329">
      <w:r>
        <w:t>422.3726</w:t>
      </w:r>
      <w:r>
        <w:tab/>
        <w:t>1.013e0</w:t>
      </w:r>
    </w:p>
    <w:p w:rsidR="007B2329" w:rsidRDefault="007B2329" w:rsidP="007B2329">
      <w:r>
        <w:t>422.3769</w:t>
      </w:r>
      <w:r>
        <w:tab/>
        <w:t>2.025e0</w:t>
      </w:r>
    </w:p>
    <w:p w:rsidR="007B2329" w:rsidRDefault="007B2329" w:rsidP="007B2329">
      <w:r>
        <w:t>422.3986</w:t>
      </w:r>
      <w:r>
        <w:tab/>
        <w:t>2.025e0</w:t>
      </w:r>
    </w:p>
    <w:p w:rsidR="007B2329" w:rsidRDefault="007B2329" w:rsidP="007B2329">
      <w:r>
        <w:t>422.4208</w:t>
      </w:r>
      <w:r>
        <w:tab/>
        <w:t>3.038e0</w:t>
      </w:r>
    </w:p>
    <w:p w:rsidR="007B2329" w:rsidRDefault="007B2329" w:rsidP="007B2329">
      <w:r>
        <w:t>422.4307</w:t>
      </w:r>
      <w:r>
        <w:tab/>
        <w:t>2.025e0</w:t>
      </w:r>
    </w:p>
    <w:p w:rsidR="007B2329" w:rsidRDefault="007B2329" w:rsidP="007B2329">
      <w:r>
        <w:t>422.4360</w:t>
      </w:r>
      <w:r>
        <w:tab/>
        <w:t>3.038e0</w:t>
      </w:r>
    </w:p>
    <w:p w:rsidR="007B2329" w:rsidRDefault="007B2329" w:rsidP="007B2329">
      <w:r>
        <w:lastRenderedPageBreak/>
        <w:t>422.4376</w:t>
      </w:r>
      <w:r>
        <w:tab/>
        <w:t>1.013e0</w:t>
      </w:r>
    </w:p>
    <w:p w:rsidR="007B2329" w:rsidRDefault="007B2329" w:rsidP="007B2329">
      <w:r>
        <w:t>422.4413</w:t>
      </w:r>
      <w:r>
        <w:tab/>
        <w:t>1.013e0</w:t>
      </w:r>
    </w:p>
    <w:p w:rsidR="007B2329" w:rsidRDefault="007B2329" w:rsidP="007B2329">
      <w:r>
        <w:t>422.4425</w:t>
      </w:r>
      <w:r>
        <w:tab/>
        <w:t>3.038e0</w:t>
      </w:r>
    </w:p>
    <w:p w:rsidR="007B2329" w:rsidRDefault="007B2329" w:rsidP="007B2329">
      <w:r>
        <w:t>422.4471</w:t>
      </w:r>
      <w:r>
        <w:tab/>
        <w:t>1.013e0</w:t>
      </w:r>
    </w:p>
    <w:p w:rsidR="007B2329" w:rsidRDefault="007B2329" w:rsidP="007B2329">
      <w:r>
        <w:t>422.4939</w:t>
      </w:r>
      <w:r>
        <w:tab/>
        <w:t>6.323e0</w:t>
      </w:r>
    </w:p>
    <w:p w:rsidR="007B2329" w:rsidRDefault="007B2329" w:rsidP="007B2329">
      <w:r>
        <w:t>422.4984</w:t>
      </w:r>
      <w:r>
        <w:tab/>
        <w:t>1.013e0</w:t>
      </w:r>
    </w:p>
    <w:p w:rsidR="007B2329" w:rsidRDefault="007B2329" w:rsidP="007B2329">
      <w:r>
        <w:t>422.5064</w:t>
      </w:r>
      <w:r>
        <w:tab/>
        <w:t>1.013e0</w:t>
      </w:r>
    </w:p>
    <w:p w:rsidR="007B2329" w:rsidRDefault="007B2329" w:rsidP="007B2329">
      <w:r>
        <w:t>422.5099</w:t>
      </w:r>
      <w:r>
        <w:tab/>
        <w:t>4.051e0</w:t>
      </w:r>
    </w:p>
    <w:p w:rsidR="007B2329" w:rsidRDefault="007B2329" w:rsidP="007B2329">
      <w:r>
        <w:t>422.5250</w:t>
      </w:r>
      <w:r>
        <w:tab/>
        <w:t>2.025e0</w:t>
      </w:r>
    </w:p>
    <w:p w:rsidR="007B2329" w:rsidRDefault="007B2329" w:rsidP="007B2329">
      <w:r>
        <w:t>422.5323</w:t>
      </w:r>
      <w:r>
        <w:tab/>
        <w:t>2.025e0</w:t>
      </w:r>
    </w:p>
    <w:p w:rsidR="007B2329" w:rsidRDefault="007B2329" w:rsidP="007B2329">
      <w:r>
        <w:t>422.5486</w:t>
      </w:r>
      <w:r>
        <w:tab/>
        <w:t>2.025e0</w:t>
      </w:r>
    </w:p>
    <w:p w:rsidR="007B2329" w:rsidRDefault="007B2329" w:rsidP="007B2329">
      <w:r>
        <w:t>422.5621</w:t>
      </w:r>
      <w:r>
        <w:tab/>
        <w:t>3.038e0</w:t>
      </w:r>
    </w:p>
    <w:p w:rsidR="007B2329" w:rsidRDefault="007B2329" w:rsidP="007B2329">
      <w:r>
        <w:t>422.5734</w:t>
      </w:r>
      <w:r>
        <w:tab/>
        <w:t>1.013e0</w:t>
      </w:r>
    </w:p>
    <w:p w:rsidR="007B2329" w:rsidRDefault="007B2329" w:rsidP="007B2329">
      <w:r>
        <w:t>422.5761</w:t>
      </w:r>
      <w:r>
        <w:tab/>
        <w:t>2.025e0</w:t>
      </w:r>
    </w:p>
    <w:p w:rsidR="007B2329" w:rsidRDefault="007B2329" w:rsidP="007B2329">
      <w:r>
        <w:t>422.5808</w:t>
      </w:r>
      <w:r>
        <w:tab/>
        <w:t>4.051e0</w:t>
      </w:r>
    </w:p>
    <w:p w:rsidR="007B2329" w:rsidRDefault="007B2329" w:rsidP="007B2329">
      <w:r>
        <w:t>422.5842</w:t>
      </w:r>
      <w:r>
        <w:tab/>
        <w:t>1.266e-2</w:t>
      </w:r>
    </w:p>
    <w:p w:rsidR="007B2329" w:rsidRDefault="007B2329" w:rsidP="007B2329">
      <w:r>
        <w:t>422.5997</w:t>
      </w:r>
      <w:r>
        <w:tab/>
        <w:t>2.025e0</w:t>
      </w:r>
    </w:p>
    <w:p w:rsidR="007B2329" w:rsidRDefault="007B2329" w:rsidP="007B2329">
      <w:r>
        <w:t>422.6020</w:t>
      </w:r>
      <w:r>
        <w:tab/>
        <w:t>1.013e0</w:t>
      </w:r>
    </w:p>
    <w:p w:rsidR="007B2329" w:rsidRDefault="007B2329" w:rsidP="007B2329">
      <w:r>
        <w:t>422.6286</w:t>
      </w:r>
      <w:r>
        <w:tab/>
        <w:t>2.025e0</w:t>
      </w:r>
    </w:p>
    <w:p w:rsidR="007B2329" w:rsidRDefault="007B2329" w:rsidP="007B2329">
      <w:r>
        <w:lastRenderedPageBreak/>
        <w:t>422.6436</w:t>
      </w:r>
      <w:r>
        <w:tab/>
        <w:t>2.025e0</w:t>
      </w:r>
    </w:p>
    <w:p w:rsidR="007B2329" w:rsidRDefault="007B2329" w:rsidP="007B2329">
      <w:r>
        <w:t>422.6448</w:t>
      </w:r>
      <w:r>
        <w:tab/>
        <w:t>1.013e0</w:t>
      </w:r>
    </w:p>
    <w:p w:rsidR="007B2329" w:rsidRDefault="007B2329" w:rsidP="007B2329">
      <w:r>
        <w:t>422.6467</w:t>
      </w:r>
      <w:r>
        <w:tab/>
        <w:t>2.025e0</w:t>
      </w:r>
    </w:p>
    <w:p w:rsidR="007B2329" w:rsidRDefault="007B2329" w:rsidP="007B2329">
      <w:r>
        <w:t>422.6540</w:t>
      </w:r>
      <w:r>
        <w:tab/>
        <w:t>2.025e0</w:t>
      </w:r>
    </w:p>
    <w:p w:rsidR="007B2329" w:rsidRDefault="007B2329" w:rsidP="007B2329">
      <w:r>
        <w:t>422.6877</w:t>
      </w:r>
      <w:r>
        <w:tab/>
        <w:t>1.013e0</w:t>
      </w:r>
    </w:p>
    <w:p w:rsidR="007B2329" w:rsidRDefault="007B2329" w:rsidP="007B2329">
      <w:r>
        <w:t>422.6923</w:t>
      </w:r>
      <w:r>
        <w:tab/>
        <w:t>1.013e0</w:t>
      </w:r>
    </w:p>
    <w:p w:rsidR="007B2329" w:rsidRDefault="007B2329" w:rsidP="007B2329">
      <w:r>
        <w:t>422.6944</w:t>
      </w:r>
      <w:r>
        <w:tab/>
        <w:t>2.025e0</w:t>
      </w:r>
    </w:p>
    <w:p w:rsidR="007B2329" w:rsidRDefault="007B2329" w:rsidP="007B2329">
      <w:r>
        <w:t>422.7028</w:t>
      </w:r>
      <w:r>
        <w:tab/>
        <w:t>4.051e0</w:t>
      </w:r>
    </w:p>
    <w:p w:rsidR="007B2329" w:rsidRDefault="007B2329" w:rsidP="007B2329">
      <w:r>
        <w:t>422.7055</w:t>
      </w:r>
      <w:r>
        <w:tab/>
        <w:t>2.025e0</w:t>
      </w:r>
    </w:p>
    <w:p w:rsidR="007B2329" w:rsidRDefault="007B2329" w:rsidP="007B2329">
      <w:r>
        <w:t>422.7146</w:t>
      </w:r>
      <w:r>
        <w:tab/>
        <w:t>1.013e0</w:t>
      </w:r>
    </w:p>
    <w:p w:rsidR="007B2329" w:rsidRDefault="007B2329" w:rsidP="007B2329">
      <w:r>
        <w:t>422.7270</w:t>
      </w:r>
      <w:r>
        <w:tab/>
        <w:t>2.025e0</w:t>
      </w:r>
    </w:p>
    <w:p w:rsidR="007B2329" w:rsidRDefault="007B2329" w:rsidP="007B2329">
      <w:r>
        <w:t>422.7325</w:t>
      </w:r>
      <w:r>
        <w:tab/>
        <w:t>2.025e0</w:t>
      </w:r>
    </w:p>
    <w:p w:rsidR="007B2329" w:rsidRDefault="007B2329" w:rsidP="007B2329">
      <w:r>
        <w:t>422.8090</w:t>
      </w:r>
      <w:r>
        <w:tab/>
        <w:t>2.532e-2</w:t>
      </w:r>
    </w:p>
    <w:p w:rsidR="007B2329" w:rsidRDefault="007B2329" w:rsidP="007B2329">
      <w:r>
        <w:t>422.8127</w:t>
      </w:r>
      <w:r>
        <w:tab/>
        <w:t>1.013e0</w:t>
      </w:r>
    </w:p>
    <w:p w:rsidR="007B2329" w:rsidRDefault="007B2329" w:rsidP="007B2329">
      <w:r>
        <w:t>422.8305</w:t>
      </w:r>
      <w:r>
        <w:tab/>
        <w:t>1.013e0</w:t>
      </w:r>
    </w:p>
    <w:p w:rsidR="007B2329" w:rsidRDefault="007B2329" w:rsidP="007B2329">
      <w:r>
        <w:t>422.8439</w:t>
      </w:r>
      <w:r>
        <w:tab/>
        <w:t>2.266e0</w:t>
      </w:r>
    </w:p>
    <w:p w:rsidR="007B2329" w:rsidRDefault="007B2329" w:rsidP="007B2329">
      <w:r>
        <w:t>422.8483</w:t>
      </w:r>
      <w:r>
        <w:tab/>
        <w:t>1.013e0</w:t>
      </w:r>
    </w:p>
    <w:p w:rsidR="007B2329" w:rsidRDefault="007B2329" w:rsidP="007B2329">
      <w:r>
        <w:t>422.8552</w:t>
      </w:r>
      <w:r>
        <w:tab/>
        <w:t>5.063e0</w:t>
      </w:r>
    </w:p>
    <w:p w:rsidR="007B2329" w:rsidRDefault="007B2329" w:rsidP="007B2329">
      <w:r>
        <w:t>422.8566</w:t>
      </w:r>
      <w:r>
        <w:tab/>
        <w:t>2.025e0</w:t>
      </w:r>
    </w:p>
    <w:p w:rsidR="007B2329" w:rsidRDefault="007B2329" w:rsidP="007B2329">
      <w:r>
        <w:lastRenderedPageBreak/>
        <w:t>422.8629</w:t>
      </w:r>
      <w:r>
        <w:tab/>
        <w:t>3.038e0</w:t>
      </w:r>
    </w:p>
    <w:p w:rsidR="007B2329" w:rsidRDefault="007B2329" w:rsidP="007B2329">
      <w:r>
        <w:t>422.8698</w:t>
      </w:r>
      <w:r>
        <w:tab/>
        <w:t>1.013e0</w:t>
      </w:r>
    </w:p>
    <w:p w:rsidR="007B2329" w:rsidRDefault="007B2329" w:rsidP="007B2329">
      <w:r>
        <w:t>422.8735</w:t>
      </w:r>
      <w:r>
        <w:tab/>
        <w:t>1.013e0</w:t>
      </w:r>
    </w:p>
    <w:p w:rsidR="007B2329" w:rsidRDefault="007B2329" w:rsidP="007B2329">
      <w:r>
        <w:t>422.9157</w:t>
      </w:r>
      <w:r>
        <w:tab/>
        <w:t>3.038e0</w:t>
      </w:r>
    </w:p>
    <w:p w:rsidR="007B2329" w:rsidRDefault="007B2329" w:rsidP="007B2329">
      <w:r>
        <w:t>422.9228</w:t>
      </w:r>
      <w:r>
        <w:tab/>
        <w:t>1.013e0</w:t>
      </w:r>
    </w:p>
    <w:p w:rsidR="007B2329" w:rsidRDefault="007B2329" w:rsidP="007B2329">
      <w:r>
        <w:t>422.9259</w:t>
      </w:r>
      <w:r>
        <w:tab/>
        <w:t>1.025e0</w:t>
      </w:r>
    </w:p>
    <w:p w:rsidR="007B2329" w:rsidRDefault="007B2329" w:rsidP="007B2329">
      <w:r>
        <w:t>422.9365</w:t>
      </w:r>
      <w:r>
        <w:tab/>
        <w:t>4.051e0</w:t>
      </w:r>
    </w:p>
    <w:p w:rsidR="007B2329" w:rsidRDefault="007B2329" w:rsidP="007B2329">
      <w:r>
        <w:t>422.9490</w:t>
      </w:r>
      <w:r>
        <w:tab/>
        <w:t>4.051e0</w:t>
      </w:r>
    </w:p>
    <w:p w:rsidR="007B2329" w:rsidRDefault="007B2329" w:rsidP="007B2329">
      <w:r>
        <w:t>422.9771</w:t>
      </w:r>
      <w:r>
        <w:tab/>
        <w:t>1.013e0</w:t>
      </w:r>
    </w:p>
    <w:p w:rsidR="007B2329" w:rsidRDefault="007B2329" w:rsidP="007B2329">
      <w:r>
        <w:t>422.9985</w:t>
      </w:r>
      <w:r>
        <w:tab/>
        <w:t>6.076e0</w:t>
      </w:r>
    </w:p>
    <w:p w:rsidR="007B2329" w:rsidRDefault="007B2329" w:rsidP="007B2329">
      <w:r>
        <w:t>423.0112</w:t>
      </w:r>
      <w:r>
        <w:tab/>
        <w:t>2.025e0</w:t>
      </w:r>
    </w:p>
    <w:p w:rsidR="007B2329" w:rsidRDefault="007B2329" w:rsidP="007B2329">
      <w:r>
        <w:t>423.0198</w:t>
      </w:r>
      <w:r>
        <w:tab/>
        <w:t>1.013e0</w:t>
      </w:r>
    </w:p>
    <w:p w:rsidR="007B2329" w:rsidRDefault="007B2329" w:rsidP="007B2329">
      <w:r>
        <w:t>423.0555</w:t>
      </w:r>
      <w:r>
        <w:tab/>
        <w:t>1.013e0</w:t>
      </w:r>
    </w:p>
    <w:p w:rsidR="007B2329" w:rsidRDefault="007B2329" w:rsidP="007B2329">
      <w:r>
        <w:t>423.0806</w:t>
      </w:r>
      <w:r>
        <w:tab/>
        <w:t>1.013e0</w:t>
      </w:r>
    </w:p>
    <w:p w:rsidR="007B2329" w:rsidRDefault="007B2329" w:rsidP="007B2329">
      <w:r>
        <w:t>423.0826</w:t>
      </w:r>
      <w:r>
        <w:tab/>
        <w:t>1.025e0</w:t>
      </w:r>
    </w:p>
    <w:p w:rsidR="007B2329" w:rsidRDefault="007B2329" w:rsidP="007B2329">
      <w:r>
        <w:t>423.0898</w:t>
      </w:r>
      <w:r>
        <w:tab/>
        <w:t>2.025e0</w:t>
      </w:r>
    </w:p>
    <w:p w:rsidR="007B2329" w:rsidRDefault="007B2329" w:rsidP="007B2329">
      <w:r>
        <w:t>423.0983</w:t>
      </w:r>
      <w:r>
        <w:tab/>
        <w:t>1.013e0</w:t>
      </w:r>
    </w:p>
    <w:p w:rsidR="007B2329" w:rsidRDefault="007B2329" w:rsidP="007B2329">
      <w:r>
        <w:t>423.1162</w:t>
      </w:r>
      <w:r>
        <w:tab/>
        <w:t>1.013e0</w:t>
      </w:r>
    </w:p>
    <w:p w:rsidR="007B2329" w:rsidRDefault="007B2329" w:rsidP="007B2329">
      <w:r>
        <w:t>423.1336</w:t>
      </w:r>
      <w:r>
        <w:tab/>
        <w:t>2.025e0</w:t>
      </w:r>
    </w:p>
    <w:p w:rsidR="007B2329" w:rsidRDefault="007B2329" w:rsidP="007B2329">
      <w:r>
        <w:lastRenderedPageBreak/>
        <w:t>423.1476</w:t>
      </w:r>
      <w:r>
        <w:tab/>
        <w:t>5.021e0</w:t>
      </w:r>
    </w:p>
    <w:p w:rsidR="007B2329" w:rsidRDefault="007B2329" w:rsidP="007B2329">
      <w:r>
        <w:t>423.1545</w:t>
      </w:r>
      <w:r>
        <w:tab/>
        <w:t>4.540e0</w:t>
      </w:r>
    </w:p>
    <w:p w:rsidR="007B2329" w:rsidRDefault="007B2329" w:rsidP="007B2329">
      <w:r>
        <w:t>423.1589</w:t>
      </w:r>
      <w:r>
        <w:tab/>
        <w:t>1.013e0</w:t>
      </w:r>
    </w:p>
    <w:p w:rsidR="007B2329" w:rsidRDefault="007B2329" w:rsidP="007B2329">
      <w:r>
        <w:t>423.1632</w:t>
      </w:r>
      <w:r>
        <w:tab/>
        <w:t>4.780e0</w:t>
      </w:r>
    </w:p>
    <w:p w:rsidR="007B2329" w:rsidRDefault="007B2329" w:rsidP="007B2329">
      <w:r>
        <w:t>423.1659</w:t>
      </w:r>
      <w:r>
        <w:tab/>
        <w:t>4.453e0</w:t>
      </w:r>
    </w:p>
    <w:p w:rsidR="007B2329" w:rsidRDefault="007B2329" w:rsidP="007B2329">
      <w:r>
        <w:t>423.1790</w:t>
      </w:r>
      <w:r>
        <w:tab/>
        <w:t>6.493e0</w:t>
      </w:r>
    </w:p>
    <w:p w:rsidR="007B2329" w:rsidRDefault="007B2329" w:rsidP="007B2329">
      <w:r>
        <w:t>423.1830</w:t>
      </w:r>
      <w:r>
        <w:tab/>
        <w:t>3.038e0</w:t>
      </w:r>
    </w:p>
    <w:p w:rsidR="007B2329" w:rsidRDefault="007B2329" w:rsidP="007B2329">
      <w:r>
        <w:t>423.1890</w:t>
      </w:r>
      <w:r>
        <w:tab/>
        <w:t>7.633e0</w:t>
      </w:r>
    </w:p>
    <w:p w:rsidR="007B2329" w:rsidRDefault="007B2329" w:rsidP="007B2329">
      <w:r>
        <w:t>423.1933</w:t>
      </w:r>
      <w:r>
        <w:tab/>
        <w:t>5.466e0</w:t>
      </w:r>
    </w:p>
    <w:p w:rsidR="007B2329" w:rsidRDefault="007B2329" w:rsidP="007B2329">
      <w:r>
        <w:t>423.1981</w:t>
      </w:r>
      <w:r>
        <w:tab/>
        <w:t>1.013e0</w:t>
      </w:r>
    </w:p>
    <w:p w:rsidR="007B2329" w:rsidRDefault="007B2329" w:rsidP="007B2329">
      <w:r>
        <w:t>423.2109</w:t>
      </w:r>
      <w:r>
        <w:tab/>
        <w:t>1.772e1</w:t>
      </w:r>
    </w:p>
    <w:p w:rsidR="007B2329" w:rsidRDefault="007B2329" w:rsidP="007B2329">
      <w:r>
        <w:t>423.2213</w:t>
      </w:r>
      <w:r>
        <w:tab/>
        <w:t>1.719e1</w:t>
      </w:r>
    </w:p>
    <w:p w:rsidR="007B2329" w:rsidRDefault="007B2329" w:rsidP="007B2329">
      <w:r>
        <w:t>423.2297</w:t>
      </w:r>
      <w:r>
        <w:tab/>
        <w:t>3.725e0</w:t>
      </w:r>
    </w:p>
    <w:p w:rsidR="007B2329" w:rsidRDefault="007B2329" w:rsidP="007B2329">
      <w:r>
        <w:t>423.2359</w:t>
      </w:r>
      <w:r>
        <w:tab/>
        <w:t>1.387e0</w:t>
      </w:r>
    </w:p>
    <w:p w:rsidR="007B2329" w:rsidRDefault="007B2329" w:rsidP="007B2329">
      <w:r>
        <w:t>423.2381</w:t>
      </w:r>
      <w:r>
        <w:tab/>
        <w:t>2.680e0</w:t>
      </w:r>
    </w:p>
    <w:p w:rsidR="007B2329" w:rsidRDefault="007B2329" w:rsidP="007B2329">
      <w:r>
        <w:t>423.3148</w:t>
      </w:r>
      <w:r>
        <w:tab/>
        <w:t>1.176e0</w:t>
      </w:r>
    </w:p>
    <w:p w:rsidR="007B2329" w:rsidRDefault="007B2329" w:rsidP="007B2329">
      <w:r>
        <w:t>423.3323</w:t>
      </w:r>
      <w:r>
        <w:tab/>
        <w:t>1.013e0</w:t>
      </w:r>
    </w:p>
    <w:p w:rsidR="007B2329" w:rsidRDefault="007B2329" w:rsidP="007B2329">
      <w:r>
        <w:t>423.3446</w:t>
      </w:r>
      <w:r>
        <w:tab/>
        <w:t>1.013e0</w:t>
      </w:r>
    </w:p>
    <w:p w:rsidR="007B2329" w:rsidRDefault="007B2329" w:rsidP="007B2329">
      <w:r>
        <w:t>423.3545</w:t>
      </w:r>
      <w:r>
        <w:tab/>
        <w:t>1.013e0</w:t>
      </w:r>
    </w:p>
    <w:p w:rsidR="007B2329" w:rsidRDefault="007B2329" w:rsidP="007B2329">
      <w:r>
        <w:lastRenderedPageBreak/>
        <w:t>423.3815</w:t>
      </w:r>
      <w:r>
        <w:tab/>
        <w:t>5.063e0</w:t>
      </w:r>
    </w:p>
    <w:p w:rsidR="007B2329" w:rsidRDefault="007B2329" w:rsidP="007B2329">
      <w:r>
        <w:t>423.3940</w:t>
      </w:r>
      <w:r>
        <w:tab/>
        <w:t>2.038e0</w:t>
      </w:r>
    </w:p>
    <w:p w:rsidR="007B2329" w:rsidRDefault="007B2329" w:rsidP="007B2329">
      <w:r>
        <w:t>423.3992</w:t>
      </w:r>
      <w:r>
        <w:tab/>
        <w:t>1.013e0</w:t>
      </w:r>
    </w:p>
    <w:p w:rsidR="007B2329" w:rsidRDefault="007B2329" w:rsidP="007B2329">
      <w:r>
        <w:t>423.4142</w:t>
      </w:r>
      <w:r>
        <w:tab/>
        <w:t>1.013e0</w:t>
      </w:r>
    </w:p>
    <w:p w:rsidR="007B2329" w:rsidRDefault="007B2329" w:rsidP="007B2329">
      <w:r>
        <w:t>423.4179</w:t>
      </w:r>
      <w:r>
        <w:tab/>
        <w:t>2.025e0</w:t>
      </w:r>
    </w:p>
    <w:p w:rsidR="007B2329" w:rsidRDefault="007B2329" w:rsidP="007B2329">
      <w:r>
        <w:t>423.4607</w:t>
      </w:r>
      <w:r>
        <w:tab/>
        <w:t>1.025e0</w:t>
      </w:r>
    </w:p>
    <w:p w:rsidR="007B2329" w:rsidRDefault="007B2329" w:rsidP="007B2329">
      <w:r>
        <w:t>423.4661</w:t>
      </w:r>
      <w:r>
        <w:tab/>
        <w:t>1.013e0</w:t>
      </w:r>
    </w:p>
    <w:p w:rsidR="007B2329" w:rsidRDefault="007B2329" w:rsidP="007B2329">
      <w:r>
        <w:t>423.4723</w:t>
      </w:r>
      <w:r>
        <w:tab/>
        <w:t>1.025e0</w:t>
      </w:r>
    </w:p>
    <w:p w:rsidR="007B2329" w:rsidRDefault="007B2329" w:rsidP="007B2329">
      <w:r>
        <w:t>423.4876</w:t>
      </w:r>
      <w:r>
        <w:tab/>
        <w:t>1.013e0</w:t>
      </w:r>
    </w:p>
    <w:p w:rsidR="007B2329" w:rsidRDefault="007B2329" w:rsidP="007B2329">
      <w:r>
        <w:t>423.4959</w:t>
      </w:r>
      <w:r>
        <w:tab/>
        <w:t>1.013e0</w:t>
      </w:r>
    </w:p>
    <w:p w:rsidR="007B2329" w:rsidRDefault="007B2329" w:rsidP="007B2329">
      <w:r>
        <w:t>423.5126</w:t>
      </w:r>
      <w:r>
        <w:tab/>
        <w:t>1.013e0</w:t>
      </w:r>
    </w:p>
    <w:p w:rsidR="007B2329" w:rsidRDefault="007B2329" w:rsidP="007B2329">
      <w:r>
        <w:t>423.5341</w:t>
      </w:r>
      <w:r>
        <w:tab/>
        <w:t>1.013e0</w:t>
      </w:r>
    </w:p>
    <w:p w:rsidR="007B2329" w:rsidRDefault="007B2329" w:rsidP="007B2329">
      <w:r>
        <w:t>423.5529</w:t>
      </w:r>
      <w:r>
        <w:tab/>
        <w:t>3.038e0</w:t>
      </w:r>
    </w:p>
    <w:p w:rsidR="007B2329" w:rsidRDefault="007B2329" w:rsidP="007B2329">
      <w:r>
        <w:t>423.5583</w:t>
      </w:r>
      <w:r>
        <w:tab/>
        <w:t>2.025e0</w:t>
      </w:r>
    </w:p>
    <w:p w:rsidR="007B2329" w:rsidRDefault="007B2329" w:rsidP="007B2329">
      <w:r>
        <w:t>423.5605</w:t>
      </w:r>
      <w:r>
        <w:tab/>
        <w:t>2.025e0</w:t>
      </w:r>
    </w:p>
    <w:p w:rsidR="007B2329" w:rsidRDefault="007B2329" w:rsidP="007B2329">
      <w:r>
        <w:t>423.5642</w:t>
      </w:r>
      <w:r>
        <w:tab/>
        <w:t>2.025e0</w:t>
      </w:r>
    </w:p>
    <w:p w:rsidR="007B2329" w:rsidRDefault="007B2329" w:rsidP="007B2329">
      <w:r>
        <w:t>423.5733</w:t>
      </w:r>
      <w:r>
        <w:tab/>
        <w:t>1.013e0</w:t>
      </w:r>
    </w:p>
    <w:p w:rsidR="007B2329" w:rsidRDefault="007B2329" w:rsidP="007B2329">
      <w:r>
        <w:t>423.5854</w:t>
      </w:r>
      <w:r>
        <w:tab/>
        <w:t>1.013e0</w:t>
      </w:r>
    </w:p>
    <w:p w:rsidR="007B2329" w:rsidRDefault="007B2329" w:rsidP="007B2329">
      <w:r>
        <w:t>423.6002</w:t>
      </w:r>
      <w:r>
        <w:tab/>
        <w:t>1.013e0</w:t>
      </w:r>
    </w:p>
    <w:p w:rsidR="007B2329" w:rsidRDefault="007B2329" w:rsidP="007B2329">
      <w:r>
        <w:lastRenderedPageBreak/>
        <w:t>423.6145</w:t>
      </w:r>
      <w:r>
        <w:tab/>
        <w:t>2.025e0</w:t>
      </w:r>
    </w:p>
    <w:p w:rsidR="007B2329" w:rsidRDefault="007B2329" w:rsidP="007B2329">
      <w:r>
        <w:t>423.6301</w:t>
      </w:r>
      <w:r>
        <w:tab/>
        <w:t>1.013e0</w:t>
      </w:r>
    </w:p>
    <w:p w:rsidR="007B2329" w:rsidRDefault="007B2329" w:rsidP="007B2329">
      <w:r>
        <w:t>423.6324</w:t>
      </w:r>
      <w:r>
        <w:tab/>
        <w:t>4.622e0</w:t>
      </w:r>
    </w:p>
    <w:p w:rsidR="007B2329" w:rsidRDefault="007B2329" w:rsidP="007B2329">
      <w:r>
        <w:t>423.6449</w:t>
      </w:r>
      <w:r>
        <w:tab/>
        <w:t>1.013e0</w:t>
      </w:r>
    </w:p>
    <w:p w:rsidR="007B2329" w:rsidRDefault="007B2329" w:rsidP="007B2329">
      <w:r>
        <w:t>423.6640</w:t>
      </w:r>
      <w:r>
        <w:tab/>
        <w:t>2.025e0</w:t>
      </w:r>
    </w:p>
    <w:p w:rsidR="007B2329" w:rsidRDefault="007B2329" w:rsidP="007B2329">
      <w:r>
        <w:t>423.6662</w:t>
      </w:r>
      <w:r>
        <w:tab/>
        <w:t>2.025e0</w:t>
      </w:r>
    </w:p>
    <w:p w:rsidR="007B2329" w:rsidRDefault="007B2329" w:rsidP="007B2329">
      <w:r>
        <w:t>423.6674</w:t>
      </w:r>
      <w:r>
        <w:tab/>
        <w:t>2.025e0</w:t>
      </w:r>
    </w:p>
    <w:p w:rsidR="007B2329" w:rsidRDefault="007B2329" w:rsidP="007B2329">
      <w:r>
        <w:t>423.6769</w:t>
      </w:r>
      <w:r>
        <w:tab/>
        <w:t>1.013e0</w:t>
      </w:r>
    </w:p>
    <w:p w:rsidR="007B2329" w:rsidRDefault="007B2329" w:rsidP="007B2329">
      <w:r>
        <w:t>423.6947</w:t>
      </w:r>
      <w:r>
        <w:tab/>
        <w:t>1.013e0</w:t>
      </w:r>
    </w:p>
    <w:p w:rsidR="007B2329" w:rsidRDefault="007B2329" w:rsidP="007B2329">
      <w:r>
        <w:t>423.6985</w:t>
      </w:r>
      <w:r>
        <w:tab/>
        <w:t>1.013e0</w:t>
      </w:r>
    </w:p>
    <w:p w:rsidR="007B2329" w:rsidRDefault="007B2329" w:rsidP="007B2329">
      <w:r>
        <w:t>423.7161</w:t>
      </w:r>
      <w:r>
        <w:tab/>
        <w:t>2.025e0</w:t>
      </w:r>
    </w:p>
    <w:p w:rsidR="007B2329" w:rsidRDefault="007B2329" w:rsidP="007B2329">
      <w:r>
        <w:t>423.7196</w:t>
      </w:r>
      <w:r>
        <w:tab/>
        <w:t>2.025e0</w:t>
      </w:r>
    </w:p>
    <w:p w:rsidR="007B2329" w:rsidRDefault="007B2329" w:rsidP="007B2329">
      <w:r>
        <w:t>423.7219</w:t>
      </w:r>
      <w:r>
        <w:tab/>
        <w:t>3.038e0</w:t>
      </w:r>
    </w:p>
    <w:p w:rsidR="007B2329" w:rsidRDefault="007B2329" w:rsidP="007B2329">
      <w:r>
        <w:t>423.7419</w:t>
      </w:r>
      <w:r>
        <w:tab/>
        <w:t>2.025e0</w:t>
      </w:r>
    </w:p>
    <w:p w:rsidR="007B2329" w:rsidRDefault="007B2329" w:rsidP="007B2329">
      <w:r>
        <w:t>423.7442</w:t>
      </w:r>
      <w:r>
        <w:tab/>
        <w:t>2.025e0</w:t>
      </w:r>
    </w:p>
    <w:p w:rsidR="007B2329" w:rsidRDefault="007B2329" w:rsidP="007B2329">
      <w:r>
        <w:t>423.7555</w:t>
      </w:r>
      <w:r>
        <w:tab/>
        <w:t>1.013e0</w:t>
      </w:r>
    </w:p>
    <w:p w:rsidR="007B2329" w:rsidRDefault="007B2329" w:rsidP="007B2329">
      <w:r>
        <w:t>423.7641</w:t>
      </w:r>
      <w:r>
        <w:tab/>
        <w:t>1.013e0</w:t>
      </w:r>
    </w:p>
    <w:p w:rsidR="007B2329" w:rsidRDefault="007B2329" w:rsidP="007B2329">
      <w:r>
        <w:t>423.7767</w:t>
      </w:r>
      <w:r>
        <w:tab/>
        <w:t>1.013e0</w:t>
      </w:r>
    </w:p>
    <w:p w:rsidR="007B2329" w:rsidRDefault="007B2329" w:rsidP="007B2329">
      <w:r>
        <w:t>423.7791</w:t>
      </w:r>
      <w:r>
        <w:tab/>
        <w:t>2.025e0</w:t>
      </w:r>
    </w:p>
    <w:p w:rsidR="007B2329" w:rsidRDefault="007B2329" w:rsidP="007B2329">
      <w:r>
        <w:lastRenderedPageBreak/>
        <w:t>423.7805</w:t>
      </w:r>
      <w:r>
        <w:tab/>
        <w:t>1.013e0</w:t>
      </w:r>
    </w:p>
    <w:p w:rsidR="007B2329" w:rsidRDefault="007B2329" w:rsidP="007B2329">
      <w:r>
        <w:t>423.7940</w:t>
      </w:r>
      <w:r>
        <w:tab/>
        <w:t>1.013e0</w:t>
      </w:r>
    </w:p>
    <w:p w:rsidR="007B2329" w:rsidRDefault="007B2329" w:rsidP="007B2329">
      <w:r>
        <w:t>423.8018</w:t>
      </w:r>
      <w:r>
        <w:tab/>
        <w:t>1.013e0</w:t>
      </w:r>
    </w:p>
    <w:p w:rsidR="007B2329" w:rsidRDefault="007B2329" w:rsidP="007B2329">
      <w:r>
        <w:t>423.8203</w:t>
      </w:r>
      <w:r>
        <w:tab/>
        <w:t>2.025e0</w:t>
      </w:r>
    </w:p>
    <w:p w:rsidR="007B2329" w:rsidRDefault="007B2329" w:rsidP="007B2329">
      <w:r>
        <w:t>423.8424</w:t>
      </w:r>
      <w:r>
        <w:tab/>
        <w:t>5.063e0</w:t>
      </w:r>
    </w:p>
    <w:p w:rsidR="007B2329" w:rsidRDefault="007B2329" w:rsidP="007B2329">
      <w:r>
        <w:t>423.8482</w:t>
      </w:r>
      <w:r>
        <w:tab/>
        <w:t>2.532e-2</w:t>
      </w:r>
    </w:p>
    <w:p w:rsidR="007B2329" w:rsidRDefault="007B2329" w:rsidP="007B2329">
      <w:r>
        <w:t>423.8536</w:t>
      </w:r>
      <w:r>
        <w:tab/>
        <w:t>1.013e0</w:t>
      </w:r>
    </w:p>
    <w:p w:rsidR="007B2329" w:rsidRDefault="007B2329" w:rsidP="007B2329">
      <w:r>
        <w:t>423.8589</w:t>
      </w:r>
      <w:r>
        <w:tab/>
        <w:t>1.013e0</w:t>
      </w:r>
    </w:p>
    <w:p w:rsidR="007B2329" w:rsidRDefault="007B2329" w:rsidP="007B2329">
      <w:r>
        <w:t>423.8896</w:t>
      </w:r>
      <w:r>
        <w:tab/>
        <w:t>6.076e0</w:t>
      </w:r>
    </w:p>
    <w:p w:rsidR="007B2329" w:rsidRDefault="007B2329" w:rsidP="007B2329">
      <w:r>
        <w:t>423.9066</w:t>
      </w:r>
      <w:r>
        <w:tab/>
        <w:t>2.025e0</w:t>
      </w:r>
    </w:p>
    <w:p w:rsidR="007B2329" w:rsidRDefault="007B2329" w:rsidP="007B2329">
      <w:r>
        <w:t>423.9142</w:t>
      </w:r>
      <w:r>
        <w:tab/>
        <w:t>2.025e0</w:t>
      </w:r>
    </w:p>
    <w:p w:rsidR="007B2329" w:rsidRDefault="007B2329" w:rsidP="007B2329">
      <w:r>
        <w:t>423.9235</w:t>
      </w:r>
      <w:r>
        <w:tab/>
        <w:t>1.013e0</w:t>
      </w:r>
    </w:p>
    <w:p w:rsidR="007B2329" w:rsidRDefault="007B2329" w:rsidP="007B2329">
      <w:r>
        <w:t>423.9293</w:t>
      </w:r>
      <w:r>
        <w:tab/>
        <w:t>4.539e0</w:t>
      </w:r>
    </w:p>
    <w:p w:rsidR="007B2329" w:rsidRDefault="007B2329" w:rsidP="007B2329">
      <w:r>
        <w:t>423.9323</w:t>
      </w:r>
      <w:r>
        <w:tab/>
        <w:t>2.025e0</w:t>
      </w:r>
    </w:p>
    <w:p w:rsidR="007B2329" w:rsidRDefault="007B2329" w:rsidP="007B2329">
      <w:r>
        <w:t>423.9448</w:t>
      </w:r>
      <w:r>
        <w:tab/>
        <w:t>1.013e0</w:t>
      </w:r>
    </w:p>
    <w:p w:rsidR="007B2329" w:rsidRDefault="007B2329" w:rsidP="007B2329">
      <w:r>
        <w:t>423.9506</w:t>
      </w:r>
      <w:r>
        <w:tab/>
        <w:t>3.038e0</w:t>
      </w:r>
    </w:p>
    <w:p w:rsidR="007B2329" w:rsidRDefault="007B2329" w:rsidP="007B2329">
      <w:r>
        <w:t>423.9773</w:t>
      </w:r>
      <w:r>
        <w:tab/>
        <w:t>2.025e0</w:t>
      </w:r>
    </w:p>
    <w:p w:rsidR="007B2329" w:rsidRDefault="007B2329" w:rsidP="007B2329">
      <w:r>
        <w:t>423.9928</w:t>
      </w:r>
      <w:r>
        <w:tab/>
        <w:t>6.076e0</w:t>
      </w:r>
    </w:p>
    <w:p w:rsidR="007B2329" w:rsidRDefault="007B2329" w:rsidP="007B2329">
      <w:r>
        <w:t>424.0019</w:t>
      </w:r>
      <w:r>
        <w:tab/>
        <w:t>2.025e0</w:t>
      </w:r>
    </w:p>
    <w:p w:rsidR="007B2329" w:rsidRDefault="007B2329" w:rsidP="007B2329">
      <w:r>
        <w:lastRenderedPageBreak/>
        <w:t>424.0549</w:t>
      </w:r>
      <w:r>
        <w:tab/>
        <w:t>2.532e-2</w:t>
      </w:r>
    </w:p>
    <w:p w:rsidR="007B2329" w:rsidRDefault="007B2329" w:rsidP="007B2329">
      <w:r>
        <w:t>424.0626</w:t>
      </w:r>
      <w:r>
        <w:tab/>
        <w:t>1.013e0</w:t>
      </w:r>
    </w:p>
    <w:p w:rsidR="007B2329" w:rsidRDefault="007B2329" w:rsidP="007B2329">
      <w:r>
        <w:t>424.0901</w:t>
      </w:r>
      <w:r>
        <w:tab/>
        <w:t>3.051e0</w:t>
      </w:r>
    </w:p>
    <w:p w:rsidR="007B2329" w:rsidRDefault="007B2329" w:rsidP="007B2329">
      <w:r>
        <w:t>424.0946</w:t>
      </w:r>
      <w:r>
        <w:tab/>
        <w:t>2.038e0</w:t>
      </w:r>
    </w:p>
    <w:p w:rsidR="007B2329" w:rsidRDefault="007B2329" w:rsidP="007B2329">
      <w:r>
        <w:t>424.1091</w:t>
      </w:r>
      <w:r>
        <w:tab/>
        <w:t>1.013e0</w:t>
      </w:r>
    </w:p>
    <w:p w:rsidR="007B2329" w:rsidRDefault="007B2329" w:rsidP="007B2329">
      <w:r>
        <w:t>424.1147</w:t>
      </w:r>
      <w:r>
        <w:tab/>
        <w:t>1.013e0</w:t>
      </w:r>
    </w:p>
    <w:p w:rsidR="007B2329" w:rsidRDefault="007B2329" w:rsidP="007B2329">
      <w:r>
        <w:t>424.1375</w:t>
      </w:r>
      <w:r>
        <w:tab/>
        <w:t>3.250e0</w:t>
      </w:r>
    </w:p>
    <w:p w:rsidR="007B2329" w:rsidRDefault="007B2329" w:rsidP="007B2329">
      <w:r>
        <w:t>424.1451</w:t>
      </w:r>
      <w:r>
        <w:tab/>
        <w:t>1.307e0</w:t>
      </w:r>
    </w:p>
    <w:p w:rsidR="007B2329" w:rsidRDefault="007B2329" w:rsidP="007B2329">
      <w:r>
        <w:t>424.1643</w:t>
      </w:r>
      <w:r>
        <w:tab/>
        <w:t>4.051e0</w:t>
      </w:r>
    </w:p>
    <w:p w:rsidR="007B2329" w:rsidRDefault="007B2329" w:rsidP="007B2329">
      <w:r>
        <w:t>424.1664</w:t>
      </w:r>
      <w:r>
        <w:tab/>
        <w:t>1.013e0</w:t>
      </w:r>
    </w:p>
    <w:p w:rsidR="007B2329" w:rsidRDefault="007B2329" w:rsidP="007B2329">
      <w:r>
        <w:t>424.1676</w:t>
      </w:r>
      <w:r>
        <w:tab/>
        <w:t>2.605e0</w:t>
      </w:r>
    </w:p>
    <w:p w:rsidR="007B2329" w:rsidRDefault="007B2329" w:rsidP="007B2329">
      <w:r>
        <w:t>424.1728</w:t>
      </w:r>
      <w:r>
        <w:tab/>
        <w:t>2.694e0</w:t>
      </w:r>
    </w:p>
    <w:p w:rsidR="007B2329" w:rsidRDefault="007B2329" w:rsidP="007B2329">
      <w:r>
        <w:t>424.1743</w:t>
      </w:r>
      <w:r>
        <w:tab/>
        <w:t>2.025e0</w:t>
      </w:r>
    </w:p>
    <w:p w:rsidR="007B2329" w:rsidRDefault="007B2329" w:rsidP="007B2329">
      <w:r>
        <w:t>424.1774</w:t>
      </w:r>
      <w:r>
        <w:tab/>
        <w:t>4.512e0</w:t>
      </w:r>
    </w:p>
    <w:p w:rsidR="007B2329" w:rsidRDefault="007B2329" w:rsidP="007B2329">
      <w:r>
        <w:t>424.1818</w:t>
      </w:r>
      <w:r>
        <w:tab/>
        <w:t>1.533e0</w:t>
      </w:r>
    </w:p>
    <w:p w:rsidR="007B2329" w:rsidRDefault="007B2329" w:rsidP="007B2329">
      <w:r>
        <w:t>424.2055</w:t>
      </w:r>
      <w:r>
        <w:tab/>
        <w:t>1.038e0</w:t>
      </w:r>
    </w:p>
    <w:p w:rsidR="007B2329" w:rsidRDefault="007B2329" w:rsidP="007B2329">
      <w:r>
        <w:t>424.2414</w:t>
      </w:r>
      <w:r>
        <w:tab/>
        <w:t>2.025e0</w:t>
      </w:r>
    </w:p>
    <w:p w:rsidR="007B2329" w:rsidRDefault="007B2329" w:rsidP="007B2329">
      <w:r>
        <w:t>424.2546</w:t>
      </w:r>
      <w:r>
        <w:tab/>
        <w:t>1.080e0</w:t>
      </w:r>
    </w:p>
    <w:p w:rsidR="007B2329" w:rsidRDefault="007B2329" w:rsidP="007B2329">
      <w:r>
        <w:t>424.2585</w:t>
      </w:r>
      <w:r>
        <w:tab/>
        <w:t>1.027e0</w:t>
      </w:r>
    </w:p>
    <w:p w:rsidR="007B2329" w:rsidRDefault="007B2329" w:rsidP="007B2329">
      <w:r>
        <w:lastRenderedPageBreak/>
        <w:t>424.2789</w:t>
      </w:r>
      <w:r>
        <w:tab/>
        <w:t>1.013e0</w:t>
      </w:r>
    </w:p>
    <w:p w:rsidR="007B2329" w:rsidRDefault="007B2329" w:rsidP="007B2329">
      <w:r>
        <w:t>424.3157</w:t>
      </w:r>
      <w:r>
        <w:tab/>
        <w:t>1.013e0</w:t>
      </w:r>
    </w:p>
    <w:p w:rsidR="007B2329" w:rsidRDefault="007B2329" w:rsidP="007B2329">
      <w:r>
        <w:t>424.3202</w:t>
      </w:r>
      <w:r>
        <w:tab/>
        <w:t>3.708e0</w:t>
      </w:r>
    </w:p>
    <w:p w:rsidR="007B2329" w:rsidRDefault="007B2329" w:rsidP="007B2329">
      <w:r>
        <w:t>424.3235</w:t>
      </w:r>
      <w:r>
        <w:tab/>
        <w:t>1.013e0</w:t>
      </w:r>
    </w:p>
    <w:p w:rsidR="007B2329" w:rsidRDefault="007B2329" w:rsidP="007B2329">
      <w:r>
        <w:t>424.3410</w:t>
      </w:r>
      <w:r>
        <w:tab/>
        <w:t>3.440e-1</w:t>
      </w:r>
    </w:p>
    <w:p w:rsidR="007B2329" w:rsidRDefault="007B2329" w:rsidP="007B2329">
      <w:r>
        <w:t>424.3444</w:t>
      </w:r>
      <w:r>
        <w:tab/>
        <w:t>2.919e0</w:t>
      </w:r>
    </w:p>
    <w:p w:rsidR="007B2329" w:rsidRDefault="007B2329" w:rsidP="007B2329">
      <w:r>
        <w:t>424.3461</w:t>
      </w:r>
      <w:r>
        <w:tab/>
        <w:t>8.181e-1</w:t>
      </w:r>
    </w:p>
    <w:p w:rsidR="007B2329" w:rsidRDefault="007B2329" w:rsidP="007B2329">
      <w:r>
        <w:t>424.3521</w:t>
      </w:r>
      <w:r>
        <w:tab/>
        <w:t>1.013e0</w:t>
      </w:r>
    </w:p>
    <w:p w:rsidR="007B2329" w:rsidRDefault="007B2329" w:rsidP="007B2329">
      <w:r>
        <w:t>424.3664</w:t>
      </w:r>
      <w:r>
        <w:tab/>
        <w:t>1.114e1</w:t>
      </w:r>
    </w:p>
    <w:p w:rsidR="007B2329" w:rsidRDefault="007B2329" w:rsidP="007B2329">
      <w:r>
        <w:t>424.3753</w:t>
      </w:r>
      <w:r>
        <w:tab/>
        <w:t>5.896e0</w:t>
      </w:r>
    </w:p>
    <w:p w:rsidR="007B2329" w:rsidRDefault="007B2329" w:rsidP="007B2329">
      <w:r>
        <w:t>424.3839</w:t>
      </w:r>
      <w:r>
        <w:tab/>
        <w:t>3.038e0</w:t>
      </w:r>
    </w:p>
    <w:p w:rsidR="007B2329" w:rsidRDefault="007B2329" w:rsidP="007B2329">
      <w:r>
        <w:t>424.3864</w:t>
      </w:r>
      <w:r>
        <w:tab/>
        <w:t>2.025e0</w:t>
      </w:r>
    </w:p>
    <w:p w:rsidR="007B2329" w:rsidRDefault="007B2329" w:rsidP="007B2329">
      <w:r>
        <w:t>424.3883</w:t>
      </w:r>
      <w:r>
        <w:tab/>
        <w:t>3.038e0</w:t>
      </w:r>
    </w:p>
    <w:p w:rsidR="007B2329" w:rsidRDefault="007B2329" w:rsidP="007B2329">
      <w:r>
        <w:t>424.3906</w:t>
      </w:r>
      <w:r>
        <w:tab/>
        <w:t>1.013e0</w:t>
      </w:r>
    </w:p>
    <w:p w:rsidR="007B2329" w:rsidRDefault="007B2329" w:rsidP="007B2329">
      <w:r>
        <w:t>424.4057</w:t>
      </w:r>
      <w:r>
        <w:tab/>
        <w:t>2.025e0</w:t>
      </w:r>
    </w:p>
    <w:p w:rsidR="007B2329" w:rsidRDefault="007B2329" w:rsidP="007B2329">
      <w:r>
        <w:t>424.4392</w:t>
      </w:r>
      <w:r>
        <w:tab/>
        <w:t>2.025e0</w:t>
      </w:r>
    </w:p>
    <w:p w:rsidR="007B2329" w:rsidRDefault="007B2329" w:rsidP="007B2329">
      <w:r>
        <w:t>424.4428</w:t>
      </w:r>
      <w:r>
        <w:tab/>
        <w:t>1.013e0</w:t>
      </w:r>
    </w:p>
    <w:p w:rsidR="007B2329" w:rsidRDefault="007B2329" w:rsidP="007B2329">
      <w:r>
        <w:t>424.4662</w:t>
      </w:r>
      <w:r>
        <w:tab/>
        <w:t>2.025e0</w:t>
      </w:r>
    </w:p>
    <w:p w:rsidR="007B2329" w:rsidRDefault="007B2329" w:rsidP="007B2329">
      <w:r>
        <w:t>424.4729</w:t>
      </w:r>
      <w:r>
        <w:tab/>
        <w:t>4.051e0</w:t>
      </w:r>
    </w:p>
    <w:p w:rsidR="007B2329" w:rsidRDefault="007B2329" w:rsidP="007B2329">
      <w:r>
        <w:lastRenderedPageBreak/>
        <w:t>424.4770</w:t>
      </w:r>
      <w:r>
        <w:tab/>
        <w:t>1.013e0</w:t>
      </w:r>
    </w:p>
    <w:p w:rsidR="007B2329" w:rsidRDefault="007B2329" w:rsidP="007B2329">
      <w:r>
        <w:t>424.4854</w:t>
      </w:r>
      <w:r>
        <w:tab/>
        <w:t>4.051e0</w:t>
      </w:r>
    </w:p>
    <w:p w:rsidR="007B2329" w:rsidRDefault="007B2329" w:rsidP="007B2329">
      <w:r>
        <w:t>424.4877</w:t>
      </w:r>
      <w:r>
        <w:tab/>
        <w:t>1.013e0</w:t>
      </w:r>
    </w:p>
    <w:p w:rsidR="007B2329" w:rsidRDefault="007B2329" w:rsidP="007B2329">
      <w:r>
        <w:t>424.4951</w:t>
      </w:r>
      <w:r>
        <w:tab/>
        <w:t>2.025e0</w:t>
      </w:r>
    </w:p>
    <w:p w:rsidR="007B2329" w:rsidRDefault="007B2329" w:rsidP="007B2329">
      <w:r>
        <w:t>424.4984</w:t>
      </w:r>
      <w:r>
        <w:tab/>
        <w:t>1.013e0</w:t>
      </w:r>
    </w:p>
    <w:p w:rsidR="007B2329" w:rsidRDefault="007B2329" w:rsidP="007B2329">
      <w:r>
        <w:t>424.5083</w:t>
      </w:r>
      <w:r>
        <w:tab/>
        <w:t>1.654e0</w:t>
      </w:r>
    </w:p>
    <w:p w:rsidR="007B2329" w:rsidRDefault="007B2329" w:rsidP="007B2329">
      <w:r>
        <w:t>424.5433</w:t>
      </w:r>
      <w:r>
        <w:tab/>
        <w:t>2.025e0</w:t>
      </w:r>
    </w:p>
    <w:p w:rsidR="007B2329" w:rsidRDefault="007B2329" w:rsidP="007B2329">
      <w:r>
        <w:t>424.5474</w:t>
      </w:r>
      <w:r>
        <w:tab/>
        <w:t>2.025e0</w:t>
      </w:r>
    </w:p>
    <w:p w:rsidR="007B2329" w:rsidRDefault="007B2329" w:rsidP="007B2329">
      <w:r>
        <w:t>424.5591</w:t>
      </w:r>
      <w:r>
        <w:tab/>
        <w:t>1.013e0</w:t>
      </w:r>
    </w:p>
    <w:p w:rsidR="007B2329" w:rsidRDefault="007B2329" w:rsidP="007B2329">
      <w:r>
        <w:t>424.5642</w:t>
      </w:r>
      <w:r>
        <w:tab/>
        <w:t>3.038e0</w:t>
      </w:r>
    </w:p>
    <w:p w:rsidR="007B2329" w:rsidRDefault="007B2329" w:rsidP="007B2329">
      <w:r>
        <w:t>424.5823</w:t>
      </w:r>
      <w:r>
        <w:tab/>
        <w:t>3.038e0</w:t>
      </w:r>
    </w:p>
    <w:p w:rsidR="007B2329" w:rsidRDefault="007B2329" w:rsidP="007B2329">
      <w:r>
        <w:t>424.6221</w:t>
      </w:r>
      <w:r>
        <w:tab/>
        <w:t>1.025e0</w:t>
      </w:r>
    </w:p>
    <w:p w:rsidR="007B2329" w:rsidRDefault="007B2329" w:rsidP="007B2329">
      <w:r>
        <w:t>424.6235</w:t>
      </w:r>
      <w:r>
        <w:tab/>
        <w:t>1.013e0</w:t>
      </w:r>
    </w:p>
    <w:p w:rsidR="007B2329" w:rsidRDefault="007B2329" w:rsidP="007B2329">
      <w:r>
        <w:t>424.6255</w:t>
      </w:r>
      <w:r>
        <w:tab/>
        <w:t>2.532e-2</w:t>
      </w:r>
    </w:p>
    <w:p w:rsidR="007B2329" w:rsidRDefault="007B2329" w:rsidP="007B2329">
      <w:r>
        <w:t>424.6292</w:t>
      </w:r>
      <w:r>
        <w:tab/>
        <w:t>3.038e0</w:t>
      </w:r>
    </w:p>
    <w:p w:rsidR="007B2329" w:rsidRDefault="007B2329" w:rsidP="007B2329">
      <w:r>
        <w:t>424.6370</w:t>
      </w:r>
      <w:r>
        <w:tab/>
        <w:t>1.013e0</w:t>
      </w:r>
    </w:p>
    <w:p w:rsidR="007B2329" w:rsidRDefault="007B2329" w:rsidP="007B2329">
      <w:r>
        <w:t>424.6628</w:t>
      </w:r>
      <w:r>
        <w:tab/>
        <w:t>1.013e0</w:t>
      </w:r>
    </w:p>
    <w:p w:rsidR="007B2329" w:rsidRDefault="007B2329" w:rsidP="007B2329">
      <w:r>
        <w:t>424.7006</w:t>
      </w:r>
      <w:r>
        <w:tab/>
        <w:t>5.063e0</w:t>
      </w:r>
    </w:p>
    <w:p w:rsidR="007B2329" w:rsidRDefault="007B2329" w:rsidP="007B2329">
      <w:r>
        <w:t>424.7019</w:t>
      </w:r>
      <w:r>
        <w:tab/>
        <w:t>1.013e0</w:t>
      </w:r>
    </w:p>
    <w:p w:rsidR="007B2329" w:rsidRDefault="007B2329" w:rsidP="007B2329">
      <w:r>
        <w:lastRenderedPageBreak/>
        <w:t>424.7145</w:t>
      </w:r>
      <w:r>
        <w:tab/>
        <w:t>2.025e0</w:t>
      </w:r>
    </w:p>
    <w:p w:rsidR="007B2329" w:rsidRDefault="007B2329" w:rsidP="007B2329">
      <w:r>
        <w:t>424.7191</w:t>
      </w:r>
      <w:r>
        <w:tab/>
        <w:t>5.605e0</w:t>
      </w:r>
    </w:p>
    <w:p w:rsidR="007B2329" w:rsidRDefault="007B2329" w:rsidP="007B2329">
      <w:r>
        <w:t>424.7340</w:t>
      </w:r>
      <w:r>
        <w:tab/>
        <w:t>1.013e0</w:t>
      </w:r>
    </w:p>
    <w:p w:rsidR="007B2329" w:rsidRDefault="007B2329" w:rsidP="007B2329">
      <w:r>
        <w:t>424.8014</w:t>
      </w:r>
      <w:r>
        <w:tab/>
        <w:t>1.013e0</w:t>
      </w:r>
    </w:p>
    <w:p w:rsidR="007B2329" w:rsidRDefault="007B2329" w:rsidP="007B2329">
      <w:r>
        <w:t>424.8052</w:t>
      </w:r>
      <w:r>
        <w:tab/>
        <w:t>3.038e0</w:t>
      </w:r>
    </w:p>
    <w:p w:rsidR="007B2329" w:rsidRDefault="007B2329" w:rsidP="007B2329">
      <w:r>
        <w:t>424.8077</w:t>
      </w:r>
      <w:r>
        <w:tab/>
        <w:t>2.025e0</w:t>
      </w:r>
    </w:p>
    <w:p w:rsidR="007B2329" w:rsidRDefault="007B2329" w:rsidP="007B2329">
      <w:r>
        <w:t>424.8164</w:t>
      </w:r>
      <w:r>
        <w:tab/>
        <w:t>3.038e0</w:t>
      </w:r>
    </w:p>
    <w:p w:rsidR="007B2329" w:rsidRDefault="007B2329" w:rsidP="007B2329">
      <w:r>
        <w:t>424.8208</w:t>
      </w:r>
      <w:r>
        <w:tab/>
        <w:t>2.025e0</w:t>
      </w:r>
    </w:p>
    <w:p w:rsidR="007B2329" w:rsidRDefault="007B2329" w:rsidP="007B2329">
      <w:r>
        <w:t>424.8244</w:t>
      </w:r>
      <w:r>
        <w:tab/>
        <w:t>4.051e0</w:t>
      </w:r>
    </w:p>
    <w:p w:rsidR="007B2329" w:rsidRDefault="007B2329" w:rsidP="007B2329">
      <w:r>
        <w:t>424.8467</w:t>
      </w:r>
      <w:r>
        <w:tab/>
        <w:t>2.025e0</w:t>
      </w:r>
    </w:p>
    <w:p w:rsidR="007B2329" w:rsidRDefault="007B2329" w:rsidP="007B2329">
      <w:r>
        <w:t>424.8700</w:t>
      </w:r>
      <w:r>
        <w:tab/>
        <w:t>1.013e0</w:t>
      </w:r>
    </w:p>
    <w:p w:rsidR="007B2329" w:rsidRDefault="007B2329" w:rsidP="007B2329">
      <w:r>
        <w:t>424.8922</w:t>
      </w:r>
      <w:r>
        <w:tab/>
        <w:t>3.038e0</w:t>
      </w:r>
    </w:p>
    <w:p w:rsidR="007B2329" w:rsidRDefault="007B2329" w:rsidP="007B2329">
      <w:r>
        <w:t>424.8985</w:t>
      </w:r>
      <w:r>
        <w:tab/>
        <w:t>1.013e0</w:t>
      </w:r>
    </w:p>
    <w:p w:rsidR="007B2329" w:rsidRDefault="007B2329" w:rsidP="007B2329">
      <w:r>
        <w:t>424.9028</w:t>
      </w:r>
      <w:r>
        <w:tab/>
        <w:t>2.025e0</w:t>
      </w:r>
    </w:p>
    <w:p w:rsidR="007B2329" w:rsidRDefault="007B2329" w:rsidP="007B2329">
      <w:r>
        <w:t>424.9134</w:t>
      </w:r>
      <w:r>
        <w:tab/>
        <w:t>5.063e0</w:t>
      </w:r>
    </w:p>
    <w:p w:rsidR="007B2329" w:rsidRDefault="007B2329" w:rsidP="007B2329">
      <w:r>
        <w:t>424.9308</w:t>
      </w:r>
      <w:r>
        <w:tab/>
        <w:t>2.025e0</w:t>
      </w:r>
    </w:p>
    <w:p w:rsidR="007B2329" w:rsidRDefault="007B2329" w:rsidP="007B2329">
      <w:r>
        <w:t>424.9615</w:t>
      </w:r>
      <w:r>
        <w:tab/>
        <w:t>3.038e0</w:t>
      </w:r>
    </w:p>
    <w:p w:rsidR="007B2329" w:rsidRDefault="007B2329" w:rsidP="007B2329">
      <w:r>
        <w:t>424.9879</w:t>
      </w:r>
      <w:r>
        <w:tab/>
        <w:t>5.063e0</w:t>
      </w:r>
    </w:p>
    <w:p w:rsidR="007B2329" w:rsidRDefault="007B2329" w:rsidP="007B2329">
      <w:r>
        <w:t>424.9915</w:t>
      </w:r>
      <w:r>
        <w:tab/>
        <w:t>1.013e0</w:t>
      </w:r>
    </w:p>
    <w:p w:rsidR="007B2329" w:rsidRDefault="007B2329" w:rsidP="007B2329">
      <w:r>
        <w:lastRenderedPageBreak/>
        <w:t>425.0330</w:t>
      </w:r>
      <w:r>
        <w:tab/>
        <w:t>2.025e0</w:t>
      </w:r>
    </w:p>
    <w:p w:rsidR="007B2329" w:rsidRDefault="007B2329" w:rsidP="007B2329">
      <w:r>
        <w:t>425.0404</w:t>
      </w:r>
      <w:r>
        <w:tab/>
        <w:t>1.013e0</w:t>
      </w:r>
    </w:p>
    <w:p w:rsidR="007B2329" w:rsidRDefault="007B2329" w:rsidP="007B2329">
      <w:r>
        <w:t>425.0478</w:t>
      </w:r>
      <w:r>
        <w:tab/>
        <w:t>2.025e0</w:t>
      </w:r>
    </w:p>
    <w:p w:rsidR="007B2329" w:rsidRDefault="007B2329" w:rsidP="007B2329">
      <w:r>
        <w:t>425.0778</w:t>
      </w:r>
      <w:r>
        <w:tab/>
        <w:t>1.013e0</w:t>
      </w:r>
    </w:p>
    <w:p w:rsidR="007B2329" w:rsidRDefault="007B2329" w:rsidP="007B2329">
      <w:r>
        <w:t>425.1004</w:t>
      </w:r>
      <w:r>
        <w:tab/>
        <w:t>1.013e0</w:t>
      </w:r>
    </w:p>
    <w:p w:rsidR="007B2329" w:rsidRDefault="007B2329" w:rsidP="007B2329">
      <w:r>
        <w:t>425.1021</w:t>
      </w:r>
      <w:r>
        <w:tab/>
        <w:t>1.025e0</w:t>
      </w:r>
    </w:p>
    <w:p w:rsidR="007B2329" w:rsidRDefault="007B2329" w:rsidP="007B2329">
      <w:r>
        <w:t>425.1076</w:t>
      </w:r>
      <w:r>
        <w:tab/>
        <w:t>2.025e0</w:t>
      </w:r>
    </w:p>
    <w:p w:rsidR="007B2329" w:rsidRDefault="007B2329" w:rsidP="007B2329">
      <w:r>
        <w:t>425.1165</w:t>
      </w:r>
      <w:r>
        <w:tab/>
        <w:t>1.013e0</w:t>
      </w:r>
    </w:p>
    <w:p w:rsidR="007B2329" w:rsidRDefault="007B2329" w:rsidP="007B2329">
      <w:r>
        <w:t>425.1301</w:t>
      </w:r>
      <w:r>
        <w:tab/>
        <w:t>1.013e0</w:t>
      </w:r>
    </w:p>
    <w:p w:rsidR="007B2329" w:rsidRDefault="007B2329" w:rsidP="007B2329">
      <w:r>
        <w:t>425.1523</w:t>
      </w:r>
      <w:r>
        <w:tab/>
        <w:t>1.013e0</w:t>
      </w:r>
    </w:p>
    <w:p w:rsidR="007B2329" w:rsidRDefault="007B2329" w:rsidP="007B2329">
      <w:r>
        <w:t>425.1587</w:t>
      </w:r>
      <w:r>
        <w:tab/>
        <w:t>1.782e0</w:t>
      </w:r>
    </w:p>
    <w:p w:rsidR="007B2329" w:rsidRDefault="007B2329" w:rsidP="007B2329">
      <w:r>
        <w:t>425.1599</w:t>
      </w:r>
      <w:r>
        <w:tab/>
        <w:t>6.718e0</w:t>
      </w:r>
    </w:p>
    <w:p w:rsidR="007B2329" w:rsidRDefault="007B2329" w:rsidP="007B2329">
      <w:r>
        <w:t>425.1744</w:t>
      </w:r>
      <w:r>
        <w:tab/>
        <w:t>4.302e0</w:t>
      </w:r>
    </w:p>
    <w:p w:rsidR="007B2329" w:rsidRDefault="007B2329" w:rsidP="007B2329">
      <w:r>
        <w:t>425.1782</w:t>
      </w:r>
      <w:r>
        <w:tab/>
        <w:t>2.653e0</w:t>
      </w:r>
    </w:p>
    <w:p w:rsidR="007B2329" w:rsidRDefault="007B2329" w:rsidP="007B2329">
      <w:r>
        <w:t>425.1793</w:t>
      </w:r>
      <w:r>
        <w:tab/>
        <w:t>1.800e0</w:t>
      </w:r>
    </w:p>
    <w:p w:rsidR="007B2329" w:rsidRDefault="007B2329" w:rsidP="007B2329">
      <w:r>
        <w:t>425.2123</w:t>
      </w:r>
      <w:r>
        <w:tab/>
        <w:t>1.013e0</w:t>
      </w:r>
    </w:p>
    <w:p w:rsidR="007B2329" w:rsidRDefault="007B2329" w:rsidP="007B2329">
      <w:r>
        <w:t>425.2390</w:t>
      </w:r>
      <w:r>
        <w:tab/>
        <w:t>1.887e0</w:t>
      </w:r>
    </w:p>
    <w:p w:rsidR="007B2329" w:rsidRDefault="007B2329" w:rsidP="007B2329">
      <w:r>
        <w:t>425.2979</w:t>
      </w:r>
      <w:r>
        <w:tab/>
        <w:t>1.501e0</w:t>
      </w:r>
    </w:p>
    <w:p w:rsidR="007B2329" w:rsidRDefault="007B2329" w:rsidP="007B2329">
      <w:r>
        <w:t>425.2997</w:t>
      </w:r>
      <w:r>
        <w:tab/>
        <w:t>3.041e0</w:t>
      </w:r>
    </w:p>
    <w:p w:rsidR="007B2329" w:rsidRDefault="007B2329" w:rsidP="007B2329">
      <w:r>
        <w:lastRenderedPageBreak/>
        <w:t>425.3026</w:t>
      </w:r>
      <w:r>
        <w:tab/>
        <w:t>2.393e0</w:t>
      </w:r>
    </w:p>
    <w:p w:rsidR="007B2329" w:rsidRDefault="007B2329" w:rsidP="007B2329">
      <w:r>
        <w:t>425.3140</w:t>
      </w:r>
      <w:r>
        <w:tab/>
        <w:t>1.747e0</w:t>
      </w:r>
    </w:p>
    <w:p w:rsidR="007B2329" w:rsidRDefault="007B2329" w:rsidP="007B2329">
      <w:r>
        <w:t>425.3275</w:t>
      </w:r>
      <w:r>
        <w:tab/>
        <w:t>1.383e0</w:t>
      </w:r>
    </w:p>
    <w:p w:rsidR="007B2329" w:rsidRDefault="007B2329" w:rsidP="007B2329">
      <w:r>
        <w:t>425.3418</w:t>
      </w:r>
      <w:r>
        <w:tab/>
        <w:t>1.013e0</w:t>
      </w:r>
    </w:p>
    <w:p w:rsidR="007B2329" w:rsidRDefault="007B2329" w:rsidP="007B2329">
      <w:r>
        <w:t>425.3523</w:t>
      </w:r>
      <w:r>
        <w:tab/>
        <w:t>2.025e0</w:t>
      </w:r>
    </w:p>
    <w:p w:rsidR="007B2329" w:rsidRDefault="007B2329" w:rsidP="007B2329">
      <w:r>
        <w:t>425.3635</w:t>
      </w:r>
      <w:r>
        <w:tab/>
        <w:t>5.063e0</w:t>
      </w:r>
    </w:p>
    <w:p w:rsidR="007B2329" w:rsidRDefault="007B2329" w:rsidP="007B2329">
      <w:r>
        <w:t>425.3673</w:t>
      </w:r>
      <w:r>
        <w:tab/>
        <w:t>3.824e0</w:t>
      </w:r>
    </w:p>
    <w:p w:rsidR="007B2329" w:rsidRDefault="007B2329" w:rsidP="007B2329">
      <w:r>
        <w:t>425.3808</w:t>
      </w:r>
      <w:r>
        <w:tab/>
        <w:t>1.013e0</w:t>
      </w:r>
    </w:p>
    <w:p w:rsidR="007B2329" w:rsidRDefault="007B2329" w:rsidP="007B2329">
      <w:r>
        <w:t>425.3843</w:t>
      </w:r>
      <w:r>
        <w:tab/>
        <w:t>1.013e0</w:t>
      </w:r>
    </w:p>
    <w:p w:rsidR="007B2329" w:rsidRDefault="007B2329" w:rsidP="007B2329">
      <w:r>
        <w:t>425.3925</w:t>
      </w:r>
      <w:r>
        <w:tab/>
        <w:t>5.063e0</w:t>
      </w:r>
    </w:p>
    <w:p w:rsidR="007B2329" w:rsidRDefault="007B2329" w:rsidP="007B2329">
      <w:r>
        <w:t>425.4200</w:t>
      </w:r>
      <w:r>
        <w:tab/>
        <w:t>1.013e0</w:t>
      </w:r>
    </w:p>
    <w:p w:rsidR="007B2329" w:rsidRDefault="007B2329" w:rsidP="007B2329">
      <w:r>
        <w:t>425.4309</w:t>
      </w:r>
      <w:r>
        <w:tab/>
        <w:t>2.025e0</w:t>
      </w:r>
    </w:p>
    <w:p w:rsidR="007B2329" w:rsidRDefault="007B2329" w:rsidP="007B2329">
      <w:r>
        <w:t>425.4326</w:t>
      </w:r>
      <w:r>
        <w:tab/>
        <w:t>2.025e0</w:t>
      </w:r>
    </w:p>
    <w:p w:rsidR="007B2329" w:rsidRDefault="007B2329" w:rsidP="007B2329">
      <w:r>
        <w:t>425.4368</w:t>
      </w:r>
      <w:r>
        <w:tab/>
        <w:t>1.013e0</w:t>
      </w:r>
    </w:p>
    <w:p w:rsidR="007B2329" w:rsidRDefault="007B2329" w:rsidP="007B2329">
      <w:r>
        <w:t>425.4402</w:t>
      </w:r>
      <w:r>
        <w:tab/>
        <w:t>2.038e0</w:t>
      </w:r>
    </w:p>
    <w:p w:rsidR="007B2329" w:rsidRDefault="007B2329" w:rsidP="007B2329">
      <w:r>
        <w:t>425.4451</w:t>
      </w:r>
      <w:r>
        <w:tab/>
        <w:t>1.013e0</w:t>
      </w:r>
    </w:p>
    <w:p w:rsidR="007B2329" w:rsidRDefault="007B2329" w:rsidP="007B2329">
      <w:r>
        <w:t>425.4517</w:t>
      </w:r>
      <w:r>
        <w:tab/>
        <w:t>1.013e0</w:t>
      </w:r>
    </w:p>
    <w:p w:rsidR="007B2329" w:rsidRDefault="007B2329" w:rsidP="007B2329">
      <w:r>
        <w:t>425.4891</w:t>
      </w:r>
      <w:r>
        <w:tab/>
        <w:t>1.013e0</w:t>
      </w:r>
    </w:p>
    <w:p w:rsidR="007B2329" w:rsidRDefault="007B2329" w:rsidP="007B2329">
      <w:r>
        <w:t>425.5005</w:t>
      </w:r>
      <w:r>
        <w:tab/>
        <w:t>2.025e0</w:t>
      </w:r>
    </w:p>
    <w:p w:rsidR="007B2329" w:rsidRDefault="007B2329" w:rsidP="007B2329">
      <w:r>
        <w:lastRenderedPageBreak/>
        <w:t>425.5058</w:t>
      </w:r>
      <w:r>
        <w:tab/>
        <w:t>4.051e0</w:t>
      </w:r>
    </w:p>
    <w:p w:rsidR="007B2329" w:rsidRDefault="007B2329" w:rsidP="007B2329">
      <w:r>
        <w:t>425.5190</w:t>
      </w:r>
      <w:r>
        <w:tab/>
        <w:t>1.013e0</w:t>
      </w:r>
    </w:p>
    <w:p w:rsidR="007B2329" w:rsidRDefault="007B2329" w:rsidP="007B2329">
      <w:r>
        <w:t>425.5489</w:t>
      </w:r>
      <w:r>
        <w:tab/>
        <w:t>1.013e0</w:t>
      </w:r>
    </w:p>
    <w:p w:rsidR="007B2329" w:rsidRDefault="007B2329" w:rsidP="007B2329">
      <w:r>
        <w:t>425.5590</w:t>
      </w:r>
      <w:r>
        <w:tab/>
        <w:t>2.025e0</w:t>
      </w:r>
    </w:p>
    <w:p w:rsidR="007B2329" w:rsidRDefault="007B2329" w:rsidP="007B2329">
      <w:r>
        <w:t>425.5668</w:t>
      </w:r>
      <w:r>
        <w:tab/>
        <w:t>1.025e0</w:t>
      </w:r>
    </w:p>
    <w:p w:rsidR="007B2329" w:rsidRDefault="007B2329" w:rsidP="007B2329">
      <w:r>
        <w:t>425.5713</w:t>
      </w:r>
      <w:r>
        <w:tab/>
        <w:t>1.013e0</w:t>
      </w:r>
    </w:p>
    <w:p w:rsidR="007B2329" w:rsidRDefault="007B2329" w:rsidP="007B2329">
      <w:r>
        <w:t>425.5938</w:t>
      </w:r>
      <w:r>
        <w:tab/>
        <w:t>2.025e0</w:t>
      </w:r>
    </w:p>
    <w:p w:rsidR="007B2329" w:rsidRDefault="007B2329" w:rsidP="007B2329">
      <w:r>
        <w:t>425.5988</w:t>
      </w:r>
      <w:r>
        <w:tab/>
        <w:t>2.025e0</w:t>
      </w:r>
    </w:p>
    <w:p w:rsidR="007B2329" w:rsidRDefault="007B2329" w:rsidP="007B2329">
      <w:r>
        <w:t>425.6239</w:t>
      </w:r>
      <w:r>
        <w:tab/>
        <w:t>1.013e0</w:t>
      </w:r>
    </w:p>
    <w:p w:rsidR="007B2329" w:rsidRDefault="007B2329" w:rsidP="007B2329">
      <w:r>
        <w:t>425.6275</w:t>
      </w:r>
      <w:r>
        <w:tab/>
        <w:t>1.013e0</w:t>
      </w:r>
    </w:p>
    <w:p w:rsidR="007B2329" w:rsidRDefault="007B2329" w:rsidP="007B2329">
      <w:r>
        <w:t>425.6355</w:t>
      </w:r>
      <w:r>
        <w:tab/>
        <w:t>2.025e0</w:t>
      </w:r>
    </w:p>
    <w:p w:rsidR="007B2329" w:rsidRDefault="007B2329" w:rsidP="007B2329">
      <w:r>
        <w:t>425.6386</w:t>
      </w:r>
      <w:r>
        <w:tab/>
        <w:t>1.013e0</w:t>
      </w:r>
    </w:p>
    <w:p w:rsidR="007B2329" w:rsidRDefault="007B2329" w:rsidP="007B2329">
      <w:r>
        <w:t>425.6490</w:t>
      </w:r>
      <w:r>
        <w:tab/>
        <w:t>1.013e0</w:t>
      </w:r>
    </w:p>
    <w:p w:rsidR="007B2329" w:rsidRDefault="007B2329" w:rsidP="007B2329">
      <w:r>
        <w:t>425.6666</w:t>
      </w:r>
      <w:r>
        <w:tab/>
        <w:t>1.013e0</w:t>
      </w:r>
    </w:p>
    <w:p w:rsidR="007B2329" w:rsidRDefault="007B2329" w:rsidP="007B2329">
      <w:r>
        <w:t>425.6826</w:t>
      </w:r>
      <w:r>
        <w:tab/>
        <w:t>2.025e0</w:t>
      </w:r>
    </w:p>
    <w:p w:rsidR="007B2329" w:rsidRDefault="007B2329" w:rsidP="007B2329">
      <w:r>
        <w:t>425.6881</w:t>
      </w:r>
      <w:r>
        <w:tab/>
        <w:t>2.025e0</w:t>
      </w:r>
    </w:p>
    <w:p w:rsidR="007B2329" w:rsidRDefault="007B2329" w:rsidP="007B2329">
      <w:r>
        <w:t>425.6985</w:t>
      </w:r>
      <w:r>
        <w:tab/>
        <w:t>1.013e0</w:t>
      </w:r>
    </w:p>
    <w:p w:rsidR="007B2329" w:rsidRDefault="007B2329" w:rsidP="007B2329">
      <w:r>
        <w:t>425.7080</w:t>
      </w:r>
      <w:r>
        <w:tab/>
        <w:t>3.038e0</w:t>
      </w:r>
    </w:p>
    <w:p w:rsidR="007B2329" w:rsidRDefault="007B2329" w:rsidP="007B2329">
      <w:r>
        <w:t>425.7418</w:t>
      </w:r>
      <w:r>
        <w:tab/>
        <w:t>2.025e0</w:t>
      </w:r>
    </w:p>
    <w:p w:rsidR="007B2329" w:rsidRDefault="007B2329" w:rsidP="007B2329">
      <w:r>
        <w:lastRenderedPageBreak/>
        <w:t>425.7434</w:t>
      </w:r>
      <w:r>
        <w:tab/>
        <w:t>2.025e0</w:t>
      </w:r>
    </w:p>
    <w:p w:rsidR="007B2329" w:rsidRDefault="007B2329" w:rsidP="007B2329">
      <w:r>
        <w:t>425.7489</w:t>
      </w:r>
      <w:r>
        <w:tab/>
        <w:t>1.013e0</w:t>
      </w:r>
    </w:p>
    <w:p w:rsidR="007B2329" w:rsidRDefault="007B2329" w:rsidP="007B2329">
      <w:r>
        <w:t>425.7585</w:t>
      </w:r>
      <w:r>
        <w:tab/>
        <w:t>1.013e0</w:t>
      </w:r>
    </w:p>
    <w:p w:rsidR="007B2329" w:rsidRDefault="007B2329" w:rsidP="007B2329">
      <w:r>
        <w:t>425.7672</w:t>
      </w:r>
      <w:r>
        <w:tab/>
        <w:t>3.038e0</w:t>
      </w:r>
    </w:p>
    <w:p w:rsidR="007B2329" w:rsidRDefault="007B2329" w:rsidP="007B2329">
      <w:r>
        <w:t>425.7857</w:t>
      </w:r>
      <w:r>
        <w:tab/>
        <w:t>2.025e0</w:t>
      </w:r>
    </w:p>
    <w:p w:rsidR="007B2329" w:rsidRDefault="007B2329" w:rsidP="007B2329">
      <w:r>
        <w:t>425.8009</w:t>
      </w:r>
      <w:r>
        <w:tab/>
        <w:t>3.038e0</w:t>
      </w:r>
    </w:p>
    <w:p w:rsidR="007B2329" w:rsidRDefault="007B2329" w:rsidP="007B2329">
      <w:r>
        <w:t>425.8183</w:t>
      </w:r>
      <w:r>
        <w:tab/>
        <w:t>1.013e0</w:t>
      </w:r>
    </w:p>
    <w:p w:rsidR="007B2329" w:rsidRDefault="007B2329" w:rsidP="007B2329">
      <w:r>
        <w:t>425.8348</w:t>
      </w:r>
      <w:r>
        <w:tab/>
        <w:t>1.013e0</w:t>
      </w:r>
    </w:p>
    <w:p w:rsidR="007B2329" w:rsidRDefault="007B2329" w:rsidP="007B2329">
      <w:r>
        <w:t>425.8407</w:t>
      </w:r>
      <w:r>
        <w:tab/>
        <w:t>1.013e0</w:t>
      </w:r>
    </w:p>
    <w:p w:rsidR="007B2329" w:rsidRDefault="007B2329" w:rsidP="007B2329">
      <w:r>
        <w:t>425.8586</w:t>
      </w:r>
      <w:r>
        <w:tab/>
        <w:t>2.025e0</w:t>
      </w:r>
    </w:p>
    <w:p w:rsidR="007B2329" w:rsidRDefault="007B2329" w:rsidP="007B2329">
      <w:r>
        <w:t>425.8741</w:t>
      </w:r>
      <w:r>
        <w:tab/>
        <w:t>2.025e0</w:t>
      </w:r>
    </w:p>
    <w:p w:rsidR="007B2329" w:rsidRDefault="007B2329" w:rsidP="007B2329">
      <w:r>
        <w:t>425.8782</w:t>
      </w:r>
      <w:r>
        <w:tab/>
        <w:t>1.013e0</w:t>
      </w:r>
    </w:p>
    <w:p w:rsidR="007B2329" w:rsidRDefault="007B2329" w:rsidP="007B2329">
      <w:r>
        <w:t>425.8918</w:t>
      </w:r>
      <w:r>
        <w:tab/>
        <w:t>1.013e0</w:t>
      </w:r>
    </w:p>
    <w:p w:rsidR="007B2329" w:rsidRDefault="007B2329" w:rsidP="007B2329">
      <w:r>
        <w:t>425.8954</w:t>
      </w:r>
      <w:r>
        <w:tab/>
        <w:t>1.013e0</w:t>
      </w:r>
    </w:p>
    <w:p w:rsidR="007B2329" w:rsidRDefault="007B2329" w:rsidP="007B2329">
      <w:r>
        <w:t>425.9082</w:t>
      </w:r>
      <w:r>
        <w:tab/>
        <w:t>2.025e0</w:t>
      </w:r>
    </w:p>
    <w:p w:rsidR="007B2329" w:rsidRDefault="007B2329" w:rsidP="007B2329">
      <w:r>
        <w:t>425.9425</w:t>
      </w:r>
      <w:r>
        <w:tab/>
        <w:t>2.025e0</w:t>
      </w:r>
    </w:p>
    <w:p w:rsidR="007B2329" w:rsidRDefault="007B2329" w:rsidP="007B2329">
      <w:r>
        <w:t>425.9457</w:t>
      </w:r>
      <w:r>
        <w:tab/>
        <w:t>1.013e0</w:t>
      </w:r>
    </w:p>
    <w:p w:rsidR="007B2329" w:rsidRDefault="007B2329" w:rsidP="007B2329">
      <w:r>
        <w:t>425.9483</w:t>
      </w:r>
      <w:r>
        <w:tab/>
        <w:t>2.025e0</w:t>
      </w:r>
    </w:p>
    <w:p w:rsidR="007B2329" w:rsidRDefault="007B2329" w:rsidP="007B2329">
      <w:r>
        <w:t>425.9637</w:t>
      </w:r>
      <w:r>
        <w:tab/>
        <w:t>4.051e0</w:t>
      </w:r>
    </w:p>
    <w:p w:rsidR="007B2329" w:rsidRDefault="007B2329" w:rsidP="007B2329">
      <w:r>
        <w:lastRenderedPageBreak/>
        <w:t>425.9762</w:t>
      </w:r>
      <w:r>
        <w:tab/>
        <w:t>3.038e0</w:t>
      </w:r>
    </w:p>
    <w:p w:rsidR="007B2329" w:rsidRDefault="007B2329" w:rsidP="007B2329">
      <w:r>
        <w:t>425.9905</w:t>
      </w:r>
      <w:r>
        <w:tab/>
        <w:t>2.025e0</w:t>
      </w:r>
    </w:p>
    <w:p w:rsidR="007B2329" w:rsidRDefault="007B2329" w:rsidP="007B2329">
      <w:r>
        <w:t>425.9954</w:t>
      </w:r>
      <w:r>
        <w:tab/>
        <w:t>1.013e0</w:t>
      </w:r>
    </w:p>
    <w:p w:rsidR="007B2329" w:rsidRDefault="007B2329" w:rsidP="007B2329">
      <w:r>
        <w:t>426.0293</w:t>
      </w:r>
      <w:r>
        <w:tab/>
        <w:t>2.025e0</w:t>
      </w:r>
    </w:p>
    <w:p w:rsidR="007B2329" w:rsidRDefault="007B2329" w:rsidP="007B2329">
      <w:r>
        <w:t>426.0589</w:t>
      </w:r>
      <w:r>
        <w:tab/>
        <w:t>1.038e0</w:t>
      </w:r>
    </w:p>
    <w:p w:rsidR="007B2329" w:rsidRDefault="007B2329" w:rsidP="007B2329">
      <w:r>
        <w:t>426.0656</w:t>
      </w:r>
      <w:r>
        <w:tab/>
        <w:t>1.013e0</w:t>
      </w:r>
    </w:p>
    <w:p w:rsidR="007B2329" w:rsidRDefault="007B2329" w:rsidP="007B2329">
      <w:r>
        <w:t>426.0728</w:t>
      </w:r>
      <w:r>
        <w:tab/>
        <w:t>2.025e0</w:t>
      </w:r>
    </w:p>
    <w:p w:rsidR="007B2329" w:rsidRDefault="007B2329" w:rsidP="007B2329">
      <w:r>
        <w:t>426.0833</w:t>
      </w:r>
      <w:r>
        <w:tab/>
        <w:t>1.025e0</w:t>
      </w:r>
    </w:p>
    <w:p w:rsidR="007B2329" w:rsidRDefault="007B2329" w:rsidP="007B2329">
      <w:r>
        <w:t>426.0879</w:t>
      </w:r>
      <w:r>
        <w:tab/>
        <w:t>1.013e0</w:t>
      </w:r>
    </w:p>
    <w:p w:rsidR="007B2329" w:rsidRDefault="007B2329" w:rsidP="007B2329">
      <w:r>
        <w:t>426.1255</w:t>
      </w:r>
      <w:r>
        <w:tab/>
        <w:t>1.013e0</w:t>
      </w:r>
    </w:p>
    <w:p w:rsidR="007B2329" w:rsidRDefault="007B2329" w:rsidP="007B2329">
      <w:r>
        <w:t>426.1269</w:t>
      </w:r>
      <w:r>
        <w:tab/>
        <w:t>3.038e0</w:t>
      </w:r>
    </w:p>
    <w:p w:rsidR="007B2329" w:rsidRDefault="007B2329" w:rsidP="007B2329">
      <w:r>
        <w:t>426.1474</w:t>
      </w:r>
      <w:r>
        <w:tab/>
        <w:t>1.278e0</w:t>
      </w:r>
    </w:p>
    <w:p w:rsidR="007B2329" w:rsidRDefault="007B2329" w:rsidP="007B2329">
      <w:r>
        <w:t>426.1529</w:t>
      </w:r>
      <w:r>
        <w:tab/>
        <w:t>1.088e0</w:t>
      </w:r>
    </w:p>
    <w:p w:rsidR="007B2329" w:rsidRDefault="007B2329" w:rsidP="007B2329">
      <w:r>
        <w:t>426.1747</w:t>
      </w:r>
      <w:r>
        <w:tab/>
        <w:t>3.038e0</w:t>
      </w:r>
    </w:p>
    <w:p w:rsidR="007B2329" w:rsidRDefault="007B2329" w:rsidP="007B2329">
      <w:r>
        <w:t>426.2410</w:t>
      </w:r>
      <w:r>
        <w:tab/>
        <w:t>2.038e0</w:t>
      </w:r>
    </w:p>
    <w:p w:rsidR="007B2329" w:rsidRDefault="007B2329" w:rsidP="007B2329">
      <w:r>
        <w:t>426.2534</w:t>
      </w:r>
      <w:r>
        <w:tab/>
        <w:t>2.349e0</w:t>
      </w:r>
    </w:p>
    <w:p w:rsidR="007B2329" w:rsidRDefault="007B2329" w:rsidP="007B2329">
      <w:r>
        <w:t>426.2620</w:t>
      </w:r>
      <w:r>
        <w:tab/>
        <w:t>1.033e1</w:t>
      </w:r>
    </w:p>
    <w:p w:rsidR="007B2329" w:rsidRDefault="007B2329" w:rsidP="007B2329">
      <w:r>
        <w:t>426.2665</w:t>
      </w:r>
      <w:r>
        <w:tab/>
        <w:t>9.533e0</w:t>
      </w:r>
    </w:p>
    <w:p w:rsidR="007B2329" w:rsidRDefault="007B2329" w:rsidP="007B2329">
      <w:r>
        <w:t>426.2768</w:t>
      </w:r>
      <w:r>
        <w:tab/>
        <w:t>1.541e1</w:t>
      </w:r>
    </w:p>
    <w:p w:rsidR="007B2329" w:rsidRDefault="007B2329" w:rsidP="007B2329">
      <w:r>
        <w:lastRenderedPageBreak/>
        <w:t>426.2794</w:t>
      </w:r>
      <w:r>
        <w:tab/>
        <w:t>8.607e0</w:t>
      </w:r>
    </w:p>
    <w:p w:rsidR="007B2329" w:rsidRDefault="007B2329" w:rsidP="007B2329">
      <w:r>
        <w:t>426.2813</w:t>
      </w:r>
      <w:r>
        <w:tab/>
        <w:t>4.892e0</w:t>
      </w:r>
    </w:p>
    <w:p w:rsidR="007B2329" w:rsidRDefault="007B2329" w:rsidP="007B2329">
      <w:r>
        <w:t>426.3027</w:t>
      </w:r>
      <w:r>
        <w:tab/>
        <w:t>1.013e0</w:t>
      </w:r>
    </w:p>
    <w:p w:rsidR="007B2329" w:rsidRDefault="007B2329" w:rsidP="007B2329">
      <w:r>
        <w:t>426.3106</w:t>
      </w:r>
      <w:r>
        <w:tab/>
        <w:t>2.820e0</w:t>
      </w:r>
    </w:p>
    <w:p w:rsidR="007B2329" w:rsidRDefault="007B2329" w:rsidP="007B2329">
      <w:r>
        <w:t>426.3277</w:t>
      </w:r>
      <w:r>
        <w:tab/>
        <w:t>1.013e0</w:t>
      </w:r>
    </w:p>
    <w:p w:rsidR="007B2329" w:rsidRDefault="007B2329" w:rsidP="007B2329">
      <w:r>
        <w:t>426.3423</w:t>
      </w:r>
      <w:r>
        <w:tab/>
        <w:t>1.013e0</w:t>
      </w:r>
    </w:p>
    <w:p w:rsidR="007B2329" w:rsidRDefault="007B2329" w:rsidP="007B2329">
      <w:r>
        <w:t>426.3465</w:t>
      </w:r>
      <w:r>
        <w:tab/>
        <w:t>2.025e0</w:t>
      </w:r>
    </w:p>
    <w:p w:rsidR="007B2329" w:rsidRDefault="007B2329" w:rsidP="007B2329">
      <w:r>
        <w:t>426.3673</w:t>
      </w:r>
      <w:r>
        <w:tab/>
        <w:t>1.013e0</w:t>
      </w:r>
    </w:p>
    <w:p w:rsidR="007B2329" w:rsidRDefault="007B2329" w:rsidP="007B2329">
      <w:r>
        <w:t>426.3885</w:t>
      </w:r>
      <w:r>
        <w:tab/>
        <w:t>1.013e0</w:t>
      </w:r>
    </w:p>
    <w:p w:rsidR="007B2329" w:rsidRDefault="007B2329" w:rsidP="007B2329">
      <w:r>
        <w:t>426.3950</w:t>
      </w:r>
      <w:r>
        <w:tab/>
        <w:t>1.013e0</w:t>
      </w:r>
    </w:p>
    <w:p w:rsidR="007B2329" w:rsidRDefault="007B2329" w:rsidP="007B2329">
      <w:r>
        <w:t>426.4026</w:t>
      </w:r>
      <w:r>
        <w:tab/>
        <w:t>1.013e0</w:t>
      </w:r>
    </w:p>
    <w:p w:rsidR="007B2329" w:rsidRDefault="007B2329" w:rsidP="007B2329">
      <w:r>
        <w:t>426.4064</w:t>
      </w:r>
      <w:r>
        <w:tab/>
        <w:t>1.013e0</w:t>
      </w:r>
    </w:p>
    <w:p w:rsidR="007B2329" w:rsidRDefault="007B2329" w:rsidP="007B2329">
      <w:r>
        <w:t>426.4177</w:t>
      </w:r>
      <w:r>
        <w:tab/>
        <w:t>1.013e0</w:t>
      </w:r>
    </w:p>
    <w:p w:rsidR="007B2329" w:rsidRDefault="007B2329" w:rsidP="007B2329">
      <w:r>
        <w:t>426.4336</w:t>
      </w:r>
      <w:r>
        <w:tab/>
        <w:t>2.025e0</w:t>
      </w:r>
    </w:p>
    <w:p w:rsidR="007B2329" w:rsidRDefault="007B2329" w:rsidP="007B2329">
      <w:r>
        <w:t>426.4369</w:t>
      </w:r>
      <w:r>
        <w:tab/>
        <w:t>2.025e0</w:t>
      </w:r>
    </w:p>
    <w:p w:rsidR="007B2329" w:rsidRDefault="007B2329" w:rsidP="007B2329">
      <w:r>
        <w:t>426.4475</w:t>
      </w:r>
      <w:r>
        <w:tab/>
        <w:t>2.025e0</w:t>
      </w:r>
    </w:p>
    <w:p w:rsidR="007B2329" w:rsidRDefault="007B2329" w:rsidP="007B2329">
      <w:r>
        <w:t>426.4566</w:t>
      </w:r>
      <w:r>
        <w:tab/>
        <w:t>5.063e0</w:t>
      </w:r>
    </w:p>
    <w:p w:rsidR="007B2329" w:rsidRDefault="007B2329" w:rsidP="007B2329">
      <w:r>
        <w:t>426.4707</w:t>
      </w:r>
      <w:r>
        <w:tab/>
        <w:t>1.013e0</w:t>
      </w:r>
    </w:p>
    <w:p w:rsidR="007B2329" w:rsidRDefault="007B2329" w:rsidP="007B2329">
      <w:r>
        <w:t>426.4863</w:t>
      </w:r>
      <w:r>
        <w:tab/>
        <w:t>2.025e0</w:t>
      </w:r>
    </w:p>
    <w:p w:rsidR="007B2329" w:rsidRDefault="007B2329" w:rsidP="007B2329">
      <w:r>
        <w:lastRenderedPageBreak/>
        <w:t>426.4911</w:t>
      </w:r>
      <w:r>
        <w:tab/>
        <w:t>1.025e0</w:t>
      </w:r>
    </w:p>
    <w:p w:rsidR="007B2329" w:rsidRDefault="007B2329" w:rsidP="007B2329">
      <w:r>
        <w:t>426.4926</w:t>
      </w:r>
      <w:r>
        <w:tab/>
        <w:t>1.013e0</w:t>
      </w:r>
    </w:p>
    <w:p w:rsidR="007B2329" w:rsidRDefault="007B2329" w:rsidP="007B2329">
      <w:r>
        <w:t>426.5316</w:t>
      </w:r>
      <w:r>
        <w:tab/>
        <w:t>3.038e0</w:t>
      </w:r>
    </w:p>
    <w:p w:rsidR="007B2329" w:rsidRDefault="007B2329" w:rsidP="007B2329">
      <w:r>
        <w:t>426.5450</w:t>
      </w:r>
      <w:r>
        <w:tab/>
        <w:t>1.013e0</w:t>
      </w:r>
    </w:p>
    <w:p w:rsidR="007B2329" w:rsidRDefault="007B2329" w:rsidP="007B2329">
      <w:r>
        <w:t>426.5529</w:t>
      </w:r>
      <w:r>
        <w:tab/>
        <w:t>1.013e0</w:t>
      </w:r>
    </w:p>
    <w:p w:rsidR="007B2329" w:rsidRDefault="007B2329" w:rsidP="007B2329">
      <w:r>
        <w:t>426.5798</w:t>
      </w:r>
      <w:r>
        <w:tab/>
        <w:t>2.025e0</w:t>
      </w:r>
    </w:p>
    <w:p w:rsidR="007B2329" w:rsidRDefault="007B2329" w:rsidP="007B2329">
      <w:r>
        <w:t>426.5860</w:t>
      </w:r>
      <w:r>
        <w:tab/>
        <w:t>2.025e0</w:t>
      </w:r>
    </w:p>
    <w:p w:rsidR="007B2329" w:rsidRDefault="007B2329" w:rsidP="007B2329">
      <w:r>
        <w:t>426.5894</w:t>
      </w:r>
      <w:r>
        <w:tab/>
        <w:t>3.038e0</w:t>
      </w:r>
    </w:p>
    <w:p w:rsidR="007B2329" w:rsidRDefault="007B2329" w:rsidP="007B2329">
      <w:r>
        <w:t>426.6200</w:t>
      </w:r>
      <w:r>
        <w:tab/>
        <w:t>1.013e0</w:t>
      </w:r>
    </w:p>
    <w:p w:rsidR="007B2329" w:rsidRDefault="007B2329" w:rsidP="007B2329">
      <w:r>
        <w:t>426.6274</w:t>
      </w:r>
      <w:r>
        <w:tab/>
        <w:t>1.013e0</w:t>
      </w:r>
    </w:p>
    <w:p w:rsidR="007B2329" w:rsidRDefault="007B2329" w:rsidP="007B2329">
      <w:r>
        <w:t>426.6394</w:t>
      </w:r>
      <w:r>
        <w:tab/>
        <w:t>2.025e0</w:t>
      </w:r>
    </w:p>
    <w:p w:rsidR="007B2329" w:rsidRDefault="007B2329" w:rsidP="007B2329">
      <w:r>
        <w:t>426.6495</w:t>
      </w:r>
      <w:r>
        <w:tab/>
        <w:t>1.013e0</w:t>
      </w:r>
    </w:p>
    <w:p w:rsidR="007B2329" w:rsidRDefault="007B2329" w:rsidP="007B2329">
      <w:r>
        <w:t>426.6780</w:t>
      </w:r>
      <w:r>
        <w:tab/>
        <w:t>2.025e0</w:t>
      </w:r>
    </w:p>
    <w:p w:rsidR="007B2329" w:rsidRDefault="007B2329" w:rsidP="007B2329">
      <w:r>
        <w:t>426.6853</w:t>
      </w:r>
      <w:r>
        <w:tab/>
        <w:t>2.025e0</w:t>
      </w:r>
    </w:p>
    <w:p w:rsidR="007B2329" w:rsidRDefault="007B2329" w:rsidP="007B2329">
      <w:r>
        <w:t>426.6874</w:t>
      </w:r>
      <w:r>
        <w:tab/>
        <w:t>1.013e0</w:t>
      </w:r>
    </w:p>
    <w:p w:rsidR="007B2329" w:rsidRDefault="007B2329" w:rsidP="007B2329">
      <w:r>
        <w:t>426.6937</w:t>
      </w:r>
      <w:r>
        <w:tab/>
        <w:t>2.025e0</w:t>
      </w:r>
    </w:p>
    <w:p w:rsidR="007B2329" w:rsidRDefault="007B2329" w:rsidP="007B2329">
      <w:r>
        <w:t>426.7138</w:t>
      </w:r>
      <w:r>
        <w:tab/>
        <w:t>3.038e0</w:t>
      </w:r>
    </w:p>
    <w:p w:rsidR="007B2329" w:rsidRDefault="007B2329" w:rsidP="007B2329">
      <w:r>
        <w:t>426.7175</w:t>
      </w:r>
      <w:r>
        <w:tab/>
        <w:t>1.013e0</w:t>
      </w:r>
    </w:p>
    <w:p w:rsidR="007B2329" w:rsidRDefault="007B2329" w:rsidP="007B2329">
      <w:r>
        <w:t>426.7377</w:t>
      </w:r>
      <w:r>
        <w:tab/>
        <w:t>2.038e0</w:t>
      </w:r>
    </w:p>
    <w:p w:rsidR="007B2329" w:rsidRDefault="007B2329" w:rsidP="007B2329">
      <w:r>
        <w:lastRenderedPageBreak/>
        <w:t>426.7625</w:t>
      </w:r>
      <w:r>
        <w:tab/>
        <w:t>1.013e0</w:t>
      </w:r>
    </w:p>
    <w:p w:rsidR="007B2329" w:rsidRDefault="007B2329" w:rsidP="007B2329">
      <w:r>
        <w:t>426.7657</w:t>
      </w:r>
      <w:r>
        <w:tab/>
        <w:t>2.025e0</w:t>
      </w:r>
    </w:p>
    <w:p w:rsidR="007B2329" w:rsidRDefault="007B2329" w:rsidP="007B2329">
      <w:r>
        <w:t>426.7746</w:t>
      </w:r>
      <w:r>
        <w:tab/>
        <w:t>1.013e0</w:t>
      </w:r>
    </w:p>
    <w:p w:rsidR="007B2329" w:rsidRDefault="007B2329" w:rsidP="007B2329">
      <w:r>
        <w:t>426.7947</w:t>
      </w:r>
      <w:r>
        <w:tab/>
        <w:t>3.038e0</w:t>
      </w:r>
    </w:p>
    <w:p w:rsidR="007B2329" w:rsidRDefault="007B2329" w:rsidP="007B2329">
      <w:r>
        <w:t>426.8138</w:t>
      </w:r>
      <w:r>
        <w:tab/>
        <w:t>1.013e0</w:t>
      </w:r>
    </w:p>
    <w:p w:rsidR="007B2329" w:rsidRDefault="007B2329" w:rsidP="007B2329">
      <w:r>
        <w:t>426.8301</w:t>
      </w:r>
      <w:r>
        <w:tab/>
        <w:t>2.025e0</w:t>
      </w:r>
    </w:p>
    <w:p w:rsidR="007B2329" w:rsidRDefault="007B2329" w:rsidP="007B2329">
      <w:r>
        <w:t>426.8451</w:t>
      </w:r>
      <w:r>
        <w:tab/>
        <w:t>1.013e0</w:t>
      </w:r>
    </w:p>
    <w:p w:rsidR="007B2329" w:rsidRDefault="007B2329" w:rsidP="007B2329">
      <w:r>
        <w:t>426.8525</w:t>
      </w:r>
      <w:r>
        <w:tab/>
        <w:t>1.013e0</w:t>
      </w:r>
    </w:p>
    <w:p w:rsidR="007B2329" w:rsidRDefault="007B2329" w:rsidP="007B2329">
      <w:r>
        <w:t>426.8568</w:t>
      </w:r>
      <w:r>
        <w:tab/>
        <w:t>1.013e0</w:t>
      </w:r>
    </w:p>
    <w:p w:rsidR="007B2329" w:rsidRDefault="007B2329" w:rsidP="007B2329">
      <w:r>
        <w:t>426.8748</w:t>
      </w:r>
      <w:r>
        <w:tab/>
        <w:t>1.013e0</w:t>
      </w:r>
    </w:p>
    <w:p w:rsidR="007B2329" w:rsidRDefault="007B2329" w:rsidP="007B2329">
      <w:r>
        <w:t>426.8784</w:t>
      </w:r>
      <w:r>
        <w:tab/>
        <w:t>1.013e0</w:t>
      </w:r>
    </w:p>
    <w:p w:rsidR="007B2329" w:rsidRDefault="007B2329" w:rsidP="007B2329">
      <w:r>
        <w:t>426.8961</w:t>
      </w:r>
      <w:r>
        <w:tab/>
        <w:t>3.038e0</w:t>
      </w:r>
    </w:p>
    <w:p w:rsidR="007B2329" w:rsidRDefault="007B2329" w:rsidP="007B2329">
      <w:r>
        <w:t>426.9174</w:t>
      </w:r>
      <w:r>
        <w:tab/>
        <w:t>1.013e0</w:t>
      </w:r>
    </w:p>
    <w:p w:rsidR="007B2329" w:rsidRDefault="007B2329" w:rsidP="007B2329">
      <w:r>
        <w:t>426.9605</w:t>
      </w:r>
      <w:r>
        <w:tab/>
        <w:t>1.025e0</w:t>
      </w:r>
    </w:p>
    <w:p w:rsidR="007B2329" w:rsidRDefault="007B2329" w:rsidP="007B2329">
      <w:r>
        <w:t>426.9819</w:t>
      </w:r>
      <w:r>
        <w:tab/>
        <w:t>1.266e-2</w:t>
      </w:r>
    </w:p>
    <w:p w:rsidR="007B2329" w:rsidRDefault="007B2329" w:rsidP="007B2329">
      <w:r>
        <w:t>426.9876</w:t>
      </w:r>
      <w:r>
        <w:tab/>
        <w:t>1.013e0</w:t>
      </w:r>
    </w:p>
    <w:p w:rsidR="007B2329" w:rsidRDefault="007B2329" w:rsidP="007B2329">
      <w:r>
        <w:t>426.9950</w:t>
      </w:r>
      <w:r>
        <w:tab/>
        <w:t>2.025e0</w:t>
      </w:r>
    </w:p>
    <w:p w:rsidR="007B2329" w:rsidRDefault="007B2329" w:rsidP="007B2329">
      <w:r>
        <w:t>427.0058</w:t>
      </w:r>
      <w:r>
        <w:tab/>
        <w:t>2.025e0</w:t>
      </w:r>
    </w:p>
    <w:p w:rsidR="007B2329" w:rsidRDefault="007B2329" w:rsidP="007B2329">
      <w:r>
        <w:t>427.0427</w:t>
      </w:r>
      <w:r>
        <w:tab/>
        <w:t>1.013e0</w:t>
      </w:r>
    </w:p>
    <w:p w:rsidR="007B2329" w:rsidRDefault="007B2329" w:rsidP="007B2329">
      <w:r>
        <w:lastRenderedPageBreak/>
        <w:t>427.0641</w:t>
      </w:r>
      <w:r>
        <w:tab/>
        <w:t>1.013e0</w:t>
      </w:r>
    </w:p>
    <w:p w:rsidR="007B2329" w:rsidRDefault="007B2329" w:rsidP="007B2329">
      <w:r>
        <w:t>427.0809</w:t>
      </w:r>
      <w:r>
        <w:tab/>
        <w:t>3.038e0</w:t>
      </w:r>
    </w:p>
    <w:p w:rsidR="007B2329" w:rsidRDefault="007B2329" w:rsidP="007B2329">
      <w:r>
        <w:t>427.0882</w:t>
      </w:r>
      <w:r>
        <w:tab/>
        <w:t>1.025e0</w:t>
      </w:r>
    </w:p>
    <w:p w:rsidR="007B2329" w:rsidRDefault="007B2329" w:rsidP="007B2329">
      <w:r>
        <w:t>427.1037</w:t>
      </w:r>
      <w:r>
        <w:tab/>
        <w:t>1.013e0</w:t>
      </w:r>
    </w:p>
    <w:p w:rsidR="007B2329" w:rsidRDefault="007B2329" w:rsidP="007B2329">
      <w:r>
        <w:t>427.1055</w:t>
      </w:r>
      <w:r>
        <w:tab/>
        <w:t>3.038e0</w:t>
      </w:r>
    </w:p>
    <w:p w:rsidR="007B2329" w:rsidRDefault="007B2329" w:rsidP="007B2329">
      <w:r>
        <w:t>427.1152</w:t>
      </w:r>
      <w:r>
        <w:tab/>
        <w:t>1.013e0</w:t>
      </w:r>
    </w:p>
    <w:p w:rsidR="007B2329" w:rsidRDefault="007B2329" w:rsidP="007B2329">
      <w:r>
        <w:t>427.1255</w:t>
      </w:r>
      <w:r>
        <w:tab/>
        <w:t>2.822e0</w:t>
      </w:r>
    </w:p>
    <w:p w:rsidR="007B2329" w:rsidRDefault="007B2329" w:rsidP="007B2329">
      <w:r>
        <w:t>427.1283</w:t>
      </w:r>
      <w:r>
        <w:tab/>
        <w:t>2.025e0</w:t>
      </w:r>
    </w:p>
    <w:p w:rsidR="007B2329" w:rsidRDefault="007B2329" w:rsidP="007B2329">
      <w:r>
        <w:t>427.1301</w:t>
      </w:r>
      <w:r>
        <w:tab/>
        <w:t>1.013e0</w:t>
      </w:r>
    </w:p>
    <w:p w:rsidR="007B2329" w:rsidRDefault="007B2329" w:rsidP="007B2329">
      <w:r>
        <w:t>427.1465</w:t>
      </w:r>
      <w:r>
        <w:tab/>
        <w:t>1.013e0</w:t>
      </w:r>
    </w:p>
    <w:p w:rsidR="007B2329" w:rsidRDefault="007B2329" w:rsidP="007B2329">
      <w:r>
        <w:t>427.1821</w:t>
      </w:r>
      <w:r>
        <w:tab/>
        <w:t>1.013e0</w:t>
      </w:r>
    </w:p>
    <w:p w:rsidR="007B2329" w:rsidRDefault="007B2329" w:rsidP="007B2329">
      <w:r>
        <w:t>427.2466</w:t>
      </w:r>
      <w:r>
        <w:tab/>
        <w:t>1.013e0</w:t>
      </w:r>
    </w:p>
    <w:p w:rsidR="007B2329" w:rsidRDefault="007B2329" w:rsidP="007B2329">
      <w:r>
        <w:t>427.2767</w:t>
      </w:r>
      <w:r>
        <w:tab/>
        <w:t>2.025e0</w:t>
      </w:r>
    </w:p>
    <w:p w:rsidR="007B2329" w:rsidRDefault="007B2329" w:rsidP="007B2329">
      <w:r>
        <w:t>427.2801</w:t>
      </w:r>
      <w:r>
        <w:tab/>
        <w:t>2.025e0</w:t>
      </w:r>
    </w:p>
    <w:p w:rsidR="007B2329" w:rsidRDefault="007B2329" w:rsidP="007B2329">
      <w:r>
        <w:t>427.2812</w:t>
      </w:r>
      <w:r>
        <w:tab/>
        <w:t>3.770e0</w:t>
      </w:r>
    </w:p>
    <w:p w:rsidR="007B2329" w:rsidRDefault="007B2329" w:rsidP="007B2329">
      <w:r>
        <w:t>427.3036</w:t>
      </w:r>
      <w:r>
        <w:tab/>
        <w:t>3.400e0</w:t>
      </w:r>
    </w:p>
    <w:p w:rsidR="007B2329" w:rsidRDefault="007B2329" w:rsidP="007B2329">
      <w:r>
        <w:t>427.3066</w:t>
      </w:r>
      <w:r>
        <w:tab/>
        <w:t>1.121e1</w:t>
      </w:r>
    </w:p>
    <w:p w:rsidR="007B2329" w:rsidRDefault="007B2329" w:rsidP="007B2329">
      <w:r>
        <w:t>427.3104</w:t>
      </w:r>
      <w:r>
        <w:tab/>
        <w:t>2.452e0</w:t>
      </w:r>
    </w:p>
    <w:p w:rsidR="007B2329" w:rsidRDefault="007B2329" w:rsidP="007B2329">
      <w:r>
        <w:t>427.3304</w:t>
      </w:r>
      <w:r>
        <w:tab/>
        <w:t>3.778e0</w:t>
      </w:r>
    </w:p>
    <w:p w:rsidR="007B2329" w:rsidRDefault="007B2329" w:rsidP="007B2329">
      <w:r>
        <w:lastRenderedPageBreak/>
        <w:t>427.3672</w:t>
      </w:r>
      <w:r>
        <w:tab/>
        <w:t>3.038e0</w:t>
      </w:r>
    </w:p>
    <w:p w:rsidR="007B2329" w:rsidRDefault="007B2329" w:rsidP="007B2329">
      <w:r>
        <w:t>427.3715</w:t>
      </w:r>
      <w:r>
        <w:tab/>
        <w:t>1.013e0</w:t>
      </w:r>
    </w:p>
    <w:p w:rsidR="007B2329" w:rsidRDefault="007B2329" w:rsidP="007B2329">
      <w:r>
        <w:t>427.3800</w:t>
      </w:r>
      <w:r>
        <w:tab/>
        <w:t>6.076e0</w:t>
      </w:r>
    </w:p>
    <w:p w:rsidR="007B2329" w:rsidRDefault="007B2329" w:rsidP="007B2329">
      <w:r>
        <w:t>427.3820</w:t>
      </w:r>
      <w:r>
        <w:tab/>
        <w:t>6.669e0</w:t>
      </w:r>
    </w:p>
    <w:p w:rsidR="007B2329" w:rsidRDefault="007B2329" w:rsidP="007B2329">
      <w:r>
        <w:t>427.3839</w:t>
      </w:r>
      <w:r>
        <w:tab/>
        <w:t>3.038e0</w:t>
      </w:r>
    </w:p>
    <w:p w:rsidR="007B2329" w:rsidRDefault="007B2329" w:rsidP="007B2329">
      <w:r>
        <w:t>427.3894</w:t>
      </w:r>
      <w:r>
        <w:tab/>
        <w:t>1.051e0</w:t>
      </w:r>
    </w:p>
    <w:p w:rsidR="007B2329" w:rsidRDefault="007B2329" w:rsidP="007B2329">
      <w:r>
        <w:t>427.3953</w:t>
      </w:r>
      <w:r>
        <w:tab/>
        <w:t>7.089e0</w:t>
      </w:r>
    </w:p>
    <w:p w:rsidR="007B2329" w:rsidRDefault="007B2329" w:rsidP="007B2329">
      <w:r>
        <w:t>427.4069</w:t>
      </w:r>
      <w:r>
        <w:tab/>
        <w:t>5.063e0</w:t>
      </w:r>
    </w:p>
    <w:p w:rsidR="007B2329" w:rsidRDefault="007B2329" w:rsidP="007B2329">
      <w:r>
        <w:t>427.4121</w:t>
      </w:r>
      <w:r>
        <w:tab/>
        <w:t>2.025e0</w:t>
      </w:r>
    </w:p>
    <w:p w:rsidR="007B2329" w:rsidRDefault="007B2329" w:rsidP="007B2329">
      <w:r>
        <w:t>427.4456</w:t>
      </w:r>
      <w:r>
        <w:tab/>
        <w:t>1.013e0</w:t>
      </w:r>
    </w:p>
    <w:p w:rsidR="007B2329" w:rsidRDefault="007B2329" w:rsidP="007B2329">
      <w:r>
        <w:t>427.4536</w:t>
      </w:r>
      <w:r>
        <w:tab/>
        <w:t>1.013e0</w:t>
      </w:r>
    </w:p>
    <w:p w:rsidR="007B2329" w:rsidRDefault="007B2329" w:rsidP="007B2329">
      <w:r>
        <w:t>427.4579</w:t>
      </w:r>
      <w:r>
        <w:tab/>
        <w:t>2.025e0</w:t>
      </w:r>
    </w:p>
    <w:p w:rsidR="007B2329" w:rsidRDefault="007B2329" w:rsidP="007B2329">
      <w:r>
        <w:t>427.4651</w:t>
      </w:r>
      <w:r>
        <w:tab/>
        <w:t>3.038e0</w:t>
      </w:r>
    </w:p>
    <w:p w:rsidR="007B2329" w:rsidRDefault="007B2329" w:rsidP="007B2329">
      <w:r>
        <w:t>427.4756</w:t>
      </w:r>
      <w:r>
        <w:tab/>
        <w:t>1.013e0</w:t>
      </w:r>
    </w:p>
    <w:p w:rsidR="007B2329" w:rsidRDefault="007B2329" w:rsidP="007B2329">
      <w:r>
        <w:t>427.4806</w:t>
      </w:r>
      <w:r>
        <w:tab/>
        <w:t>2.025e0</w:t>
      </w:r>
    </w:p>
    <w:p w:rsidR="007B2329" w:rsidRDefault="007B2329" w:rsidP="007B2329">
      <w:r>
        <w:t>427.4832</w:t>
      </w:r>
      <w:r>
        <w:tab/>
        <w:t>1.013e0</w:t>
      </w:r>
    </w:p>
    <w:p w:rsidR="007B2329" w:rsidRDefault="007B2329" w:rsidP="007B2329">
      <w:r>
        <w:t>427.4896</w:t>
      </w:r>
      <w:r>
        <w:tab/>
        <w:t>2.025e0</w:t>
      </w:r>
    </w:p>
    <w:p w:rsidR="007B2329" w:rsidRDefault="007B2329" w:rsidP="007B2329">
      <w:r>
        <w:t>427.4932</w:t>
      </w:r>
      <w:r>
        <w:tab/>
        <w:t>2.025e0</w:t>
      </w:r>
    </w:p>
    <w:p w:rsidR="007B2329" w:rsidRDefault="007B2329" w:rsidP="007B2329">
      <w:r>
        <w:t>427.5108</w:t>
      </w:r>
      <w:r>
        <w:tab/>
        <w:t>1.013e0</w:t>
      </w:r>
    </w:p>
    <w:p w:rsidR="007B2329" w:rsidRDefault="007B2329" w:rsidP="007B2329">
      <w:r>
        <w:lastRenderedPageBreak/>
        <w:t>427.5358</w:t>
      </w:r>
      <w:r>
        <w:tab/>
        <w:t>3.038e0</w:t>
      </w:r>
    </w:p>
    <w:p w:rsidR="007B2329" w:rsidRDefault="007B2329" w:rsidP="007B2329">
      <w:r>
        <w:t>427.5392</w:t>
      </w:r>
      <w:r>
        <w:tab/>
        <w:t>4.063e0</w:t>
      </w:r>
    </w:p>
    <w:p w:rsidR="007B2329" w:rsidRDefault="007B2329" w:rsidP="007B2329">
      <w:r>
        <w:t>427.5432</w:t>
      </w:r>
      <w:r>
        <w:tab/>
        <w:t>1.013e0</w:t>
      </w:r>
    </w:p>
    <w:p w:rsidR="007B2329" w:rsidRDefault="007B2329" w:rsidP="007B2329">
      <w:r>
        <w:t>427.5506</w:t>
      </w:r>
      <w:r>
        <w:tab/>
        <w:t>1.013e0</w:t>
      </w:r>
    </w:p>
    <w:p w:rsidR="007B2329" w:rsidRDefault="007B2329" w:rsidP="007B2329">
      <w:r>
        <w:t>427.5657</w:t>
      </w:r>
      <w:r>
        <w:tab/>
        <w:t>1.013e0</w:t>
      </w:r>
    </w:p>
    <w:p w:rsidR="007B2329" w:rsidRDefault="007B2329" w:rsidP="007B2329">
      <w:r>
        <w:t>427.5967</w:t>
      </w:r>
      <w:r>
        <w:tab/>
        <w:t>1.013e0</w:t>
      </w:r>
    </w:p>
    <w:p w:rsidR="007B2329" w:rsidRDefault="007B2329" w:rsidP="007B2329">
      <w:r>
        <w:t>427.6023</w:t>
      </w:r>
      <w:r>
        <w:tab/>
        <w:t>2.025e0</w:t>
      </w:r>
    </w:p>
    <w:p w:rsidR="007B2329" w:rsidRDefault="007B2329" w:rsidP="007B2329">
      <w:r>
        <w:t>427.6103</w:t>
      </w:r>
      <w:r>
        <w:tab/>
        <w:t>2.025e0</w:t>
      </w:r>
    </w:p>
    <w:p w:rsidR="007B2329" w:rsidRDefault="007B2329" w:rsidP="007B2329">
      <w:r>
        <w:t>427.6146</w:t>
      </w:r>
      <w:r>
        <w:tab/>
        <w:t>2.025e0</w:t>
      </w:r>
    </w:p>
    <w:p w:rsidR="007B2329" w:rsidRDefault="007B2329" w:rsidP="007B2329">
      <w:r>
        <w:t>427.6368</w:t>
      </w:r>
      <w:r>
        <w:tab/>
        <w:t>3.038e0</w:t>
      </w:r>
    </w:p>
    <w:p w:rsidR="007B2329" w:rsidRDefault="007B2329" w:rsidP="007B2329">
      <w:r>
        <w:t>427.6418</w:t>
      </w:r>
      <w:r>
        <w:tab/>
        <w:t>2.025e0</w:t>
      </w:r>
    </w:p>
    <w:p w:rsidR="007B2329" w:rsidRDefault="007B2329" w:rsidP="007B2329">
      <w:r>
        <w:t>427.6539</w:t>
      </w:r>
      <w:r>
        <w:tab/>
        <w:t>1.013e0</w:t>
      </w:r>
    </w:p>
    <w:p w:rsidR="007B2329" w:rsidRDefault="007B2329" w:rsidP="007B2329">
      <w:r>
        <w:t>427.6635</w:t>
      </w:r>
      <w:r>
        <w:tab/>
        <w:t>1.013e0</w:t>
      </w:r>
    </w:p>
    <w:p w:rsidR="007B2329" w:rsidRDefault="007B2329" w:rsidP="007B2329">
      <w:r>
        <w:t>427.6747</w:t>
      </w:r>
      <w:r>
        <w:tab/>
        <w:t>2.025e0</w:t>
      </w:r>
    </w:p>
    <w:p w:rsidR="007B2329" w:rsidRDefault="007B2329" w:rsidP="007B2329">
      <w:r>
        <w:t>427.6789</w:t>
      </w:r>
      <w:r>
        <w:tab/>
        <w:t>1.013e0</w:t>
      </w:r>
    </w:p>
    <w:p w:rsidR="007B2329" w:rsidRDefault="007B2329" w:rsidP="007B2329">
      <w:r>
        <w:t>427.7012</w:t>
      </w:r>
      <w:r>
        <w:tab/>
        <w:t>1.013e0</w:t>
      </w:r>
    </w:p>
    <w:p w:rsidR="007B2329" w:rsidRDefault="007B2329" w:rsidP="007B2329">
      <w:r>
        <w:t>427.7086</w:t>
      </w:r>
      <w:r>
        <w:tab/>
        <w:t>3.038e0</w:t>
      </w:r>
    </w:p>
    <w:p w:rsidR="007B2329" w:rsidRDefault="007B2329" w:rsidP="007B2329">
      <w:r>
        <w:t>427.7147</w:t>
      </w:r>
      <w:r>
        <w:tab/>
        <w:t>1.013e0</w:t>
      </w:r>
    </w:p>
    <w:p w:rsidR="007B2329" w:rsidRDefault="007B2329" w:rsidP="007B2329">
      <w:r>
        <w:t>427.7198</w:t>
      </w:r>
      <w:r>
        <w:tab/>
        <w:t>2.025e0</w:t>
      </w:r>
    </w:p>
    <w:p w:rsidR="007B2329" w:rsidRDefault="007B2329" w:rsidP="007B2329">
      <w:r>
        <w:lastRenderedPageBreak/>
        <w:t>427.7361</w:t>
      </w:r>
      <w:r>
        <w:tab/>
        <w:t>1.013e0</w:t>
      </w:r>
    </w:p>
    <w:p w:rsidR="007B2329" w:rsidRDefault="007B2329" w:rsidP="007B2329">
      <w:r>
        <w:t>427.7399</w:t>
      </w:r>
      <w:r>
        <w:tab/>
        <w:t>1.013e0</w:t>
      </w:r>
    </w:p>
    <w:p w:rsidR="007B2329" w:rsidRDefault="007B2329" w:rsidP="007B2329">
      <w:r>
        <w:t>427.7487</w:t>
      </w:r>
      <w:r>
        <w:tab/>
        <w:t>2.025e0</w:t>
      </w:r>
    </w:p>
    <w:p w:rsidR="007B2329" w:rsidRDefault="007B2329" w:rsidP="007B2329">
      <w:r>
        <w:t>427.7516</w:t>
      </w:r>
      <w:r>
        <w:tab/>
        <w:t>3.038e0</w:t>
      </w:r>
    </w:p>
    <w:p w:rsidR="007B2329" w:rsidRDefault="007B2329" w:rsidP="007B2329">
      <w:r>
        <w:t>427.7755</w:t>
      </w:r>
      <w:r>
        <w:tab/>
        <w:t>1.013e0</w:t>
      </w:r>
    </w:p>
    <w:p w:rsidR="007B2329" w:rsidRDefault="007B2329" w:rsidP="007B2329">
      <w:r>
        <w:t>427.7803</w:t>
      </w:r>
      <w:r>
        <w:tab/>
        <w:t>2.025e0</w:t>
      </w:r>
    </w:p>
    <w:p w:rsidR="007B2329" w:rsidRDefault="007B2329" w:rsidP="007B2329">
      <w:r>
        <w:t>427.7837</w:t>
      </w:r>
      <w:r>
        <w:tab/>
        <w:t>1.013e0</w:t>
      </w:r>
    </w:p>
    <w:p w:rsidR="007B2329" w:rsidRDefault="007B2329" w:rsidP="007B2329">
      <w:r>
        <w:t>427.7935</w:t>
      </w:r>
      <w:r>
        <w:tab/>
        <w:t>2.025e0</w:t>
      </w:r>
    </w:p>
    <w:p w:rsidR="007B2329" w:rsidRDefault="007B2329" w:rsidP="007B2329">
      <w:r>
        <w:t>427.8364</w:t>
      </w:r>
      <w:r>
        <w:tab/>
        <w:t>2.025e0</w:t>
      </w:r>
    </w:p>
    <w:p w:rsidR="007B2329" w:rsidRDefault="007B2329" w:rsidP="007B2329">
      <w:r>
        <w:t>427.8425</w:t>
      </w:r>
      <w:r>
        <w:tab/>
        <w:t>2.025e0</w:t>
      </w:r>
    </w:p>
    <w:p w:rsidR="007B2329" w:rsidRDefault="007B2329" w:rsidP="007B2329">
      <w:r>
        <w:t>427.8438</w:t>
      </w:r>
      <w:r>
        <w:tab/>
        <w:t>1.013e0</w:t>
      </w:r>
    </w:p>
    <w:p w:rsidR="007B2329" w:rsidRDefault="007B2329" w:rsidP="007B2329">
      <w:r>
        <w:t>427.8740</w:t>
      </w:r>
      <w:r>
        <w:tab/>
        <w:t>1.013e0</w:t>
      </w:r>
    </w:p>
    <w:p w:rsidR="007B2329" w:rsidRDefault="007B2329" w:rsidP="007B2329">
      <w:r>
        <w:t>427.8847</w:t>
      </w:r>
      <w:r>
        <w:tab/>
        <w:t>3.038e0</w:t>
      </w:r>
    </w:p>
    <w:p w:rsidR="007B2329" w:rsidRDefault="007B2329" w:rsidP="007B2329">
      <w:r>
        <w:t>427.8896</w:t>
      </w:r>
      <w:r>
        <w:tab/>
        <w:t>3.038e0</w:t>
      </w:r>
    </w:p>
    <w:p w:rsidR="007B2329" w:rsidRDefault="007B2329" w:rsidP="007B2329">
      <w:r>
        <w:t>427.9143</w:t>
      </w:r>
      <w:r>
        <w:tab/>
        <w:t>2.025e0</w:t>
      </w:r>
    </w:p>
    <w:p w:rsidR="007B2329" w:rsidRDefault="007B2329" w:rsidP="007B2329">
      <w:r>
        <w:t>427.9342</w:t>
      </w:r>
      <w:r>
        <w:tab/>
        <w:t>1.013e0</w:t>
      </w:r>
    </w:p>
    <w:p w:rsidR="007B2329" w:rsidRDefault="007B2329" w:rsidP="007B2329">
      <w:r>
        <w:t>427.9384</w:t>
      </w:r>
      <w:r>
        <w:tab/>
        <w:t>2.025e0</w:t>
      </w:r>
    </w:p>
    <w:p w:rsidR="007B2329" w:rsidRDefault="007B2329" w:rsidP="007B2329">
      <w:r>
        <w:t>427.9524</w:t>
      </w:r>
      <w:r>
        <w:tab/>
        <w:t>2.025e0</w:t>
      </w:r>
    </w:p>
    <w:p w:rsidR="007B2329" w:rsidRDefault="007B2329" w:rsidP="007B2329">
      <w:r>
        <w:t>427.9566</w:t>
      </w:r>
      <w:r>
        <w:tab/>
        <w:t>2.025e0</w:t>
      </w:r>
    </w:p>
    <w:p w:rsidR="007B2329" w:rsidRDefault="007B2329" w:rsidP="007B2329">
      <w:r>
        <w:lastRenderedPageBreak/>
        <w:t>427.9672</w:t>
      </w:r>
      <w:r>
        <w:tab/>
        <w:t>1.025e0</w:t>
      </w:r>
    </w:p>
    <w:p w:rsidR="007B2329" w:rsidRDefault="007B2329" w:rsidP="007B2329">
      <w:r>
        <w:t>428.0036</w:t>
      </w:r>
      <w:r>
        <w:tab/>
        <w:t>2.038e0</w:t>
      </w:r>
    </w:p>
    <w:p w:rsidR="007B2329" w:rsidRDefault="007B2329" w:rsidP="007B2329">
      <w:r>
        <w:t>428.0093</w:t>
      </w:r>
      <w:r>
        <w:tab/>
        <w:t>2.025e0</w:t>
      </w:r>
    </w:p>
    <w:p w:rsidR="007B2329" w:rsidRDefault="007B2329" w:rsidP="007B2329">
      <w:r>
        <w:t>428.0168</w:t>
      </w:r>
      <w:r>
        <w:tab/>
        <w:t>1.013e0</w:t>
      </w:r>
    </w:p>
    <w:p w:rsidR="007B2329" w:rsidRDefault="007B2329" w:rsidP="007B2329">
      <w:r>
        <w:t>428.0394</w:t>
      </w:r>
      <w:r>
        <w:tab/>
        <w:t>1.013e0</w:t>
      </w:r>
    </w:p>
    <w:p w:rsidR="007B2329" w:rsidRDefault="007B2329" w:rsidP="007B2329">
      <w:r>
        <w:t>428.0499</w:t>
      </w:r>
      <w:r>
        <w:tab/>
        <w:t>2.025e0</w:t>
      </w:r>
    </w:p>
    <w:p w:rsidR="007B2329" w:rsidRDefault="007B2329" w:rsidP="007B2329">
      <w:r>
        <w:t>428.0544</w:t>
      </w:r>
      <w:r>
        <w:tab/>
        <w:t>1.013e0</w:t>
      </w:r>
    </w:p>
    <w:p w:rsidR="007B2329" w:rsidRDefault="007B2329" w:rsidP="007B2329">
      <w:r>
        <w:t>428.0617</w:t>
      </w:r>
      <w:r>
        <w:tab/>
        <w:t>1.013e0</w:t>
      </w:r>
    </w:p>
    <w:p w:rsidR="007B2329" w:rsidRDefault="007B2329" w:rsidP="007B2329">
      <w:r>
        <w:t>428.0661</w:t>
      </w:r>
      <w:r>
        <w:tab/>
        <w:t>2.025e0</w:t>
      </w:r>
    </w:p>
    <w:p w:rsidR="007B2329" w:rsidRDefault="007B2329" w:rsidP="007B2329">
      <w:r>
        <w:t>428.0920</w:t>
      </w:r>
      <w:r>
        <w:tab/>
        <w:t>1.013e0</w:t>
      </w:r>
    </w:p>
    <w:p w:rsidR="007B2329" w:rsidRDefault="007B2329" w:rsidP="007B2329">
      <w:r>
        <w:t>428.0955</w:t>
      </w:r>
      <w:r>
        <w:tab/>
        <w:t>1.025e0</w:t>
      </w:r>
    </w:p>
    <w:p w:rsidR="007B2329" w:rsidRDefault="007B2329" w:rsidP="007B2329">
      <w:r>
        <w:t>428.0996</w:t>
      </w:r>
      <w:r>
        <w:tab/>
        <w:t>2.025e0</w:t>
      </w:r>
    </w:p>
    <w:p w:rsidR="007B2329" w:rsidRDefault="007B2329" w:rsidP="007B2329">
      <w:r>
        <w:t>428.1095</w:t>
      </w:r>
      <w:r>
        <w:tab/>
        <w:t>3.038e0</w:t>
      </w:r>
    </w:p>
    <w:p w:rsidR="007B2329" w:rsidRDefault="007B2329" w:rsidP="007B2329">
      <w:r>
        <w:t>428.1476</w:t>
      </w:r>
      <w:r>
        <w:tab/>
        <w:t>1.013e0</w:t>
      </w:r>
    </w:p>
    <w:p w:rsidR="007B2329" w:rsidRDefault="007B2329" w:rsidP="007B2329">
      <w:r>
        <w:t>428.1786</w:t>
      </w:r>
      <w:r>
        <w:tab/>
        <w:t>2.195e0</w:t>
      </w:r>
    </w:p>
    <w:p w:rsidR="007B2329" w:rsidRDefault="007B2329" w:rsidP="007B2329">
      <w:r>
        <w:t>428.1953</w:t>
      </w:r>
      <w:r>
        <w:tab/>
        <w:t>3.038e0</w:t>
      </w:r>
    </w:p>
    <w:p w:rsidR="007B2329" w:rsidRDefault="007B2329" w:rsidP="007B2329">
      <w:r>
        <w:t>428.2081</w:t>
      </w:r>
      <w:r>
        <w:tab/>
        <w:t>1.013e0</w:t>
      </w:r>
    </w:p>
    <w:p w:rsidR="007B2329" w:rsidRDefault="007B2329" w:rsidP="007B2329">
      <w:r>
        <w:t>428.2438</w:t>
      </w:r>
      <w:r>
        <w:tab/>
        <w:t>1.273e0</w:t>
      </w:r>
    </w:p>
    <w:p w:rsidR="007B2329" w:rsidRDefault="007B2329" w:rsidP="007B2329">
      <w:r>
        <w:t>428.2589</w:t>
      </w:r>
      <w:r>
        <w:tab/>
        <w:t>1.796e0</w:t>
      </w:r>
    </w:p>
    <w:p w:rsidR="007B2329" w:rsidRDefault="007B2329" w:rsidP="007B2329">
      <w:r>
        <w:lastRenderedPageBreak/>
        <w:t>428.2640</w:t>
      </w:r>
      <w:r>
        <w:tab/>
        <w:t>1.733e0</w:t>
      </w:r>
    </w:p>
    <w:p w:rsidR="007B2329" w:rsidRDefault="007B2329" w:rsidP="007B2329">
      <w:r>
        <w:t>428.2737</w:t>
      </w:r>
      <w:r>
        <w:tab/>
        <w:t>5.063e0</w:t>
      </w:r>
    </w:p>
    <w:p w:rsidR="007B2329" w:rsidRDefault="007B2329" w:rsidP="007B2329">
      <w:r>
        <w:t>428.2848</w:t>
      </w:r>
      <w:r>
        <w:tab/>
        <w:t>5.455e0</w:t>
      </w:r>
    </w:p>
    <w:p w:rsidR="007B2329" w:rsidRDefault="007B2329" w:rsidP="007B2329">
      <w:r>
        <w:t>428.3051</w:t>
      </w:r>
      <w:r>
        <w:tab/>
        <w:t>1.410e0</w:t>
      </w:r>
    </w:p>
    <w:p w:rsidR="007B2329" w:rsidRDefault="007B2329" w:rsidP="007B2329">
      <w:r>
        <w:t>428.3083</w:t>
      </w:r>
      <w:r>
        <w:tab/>
        <w:t>8.033e-1</w:t>
      </w:r>
    </w:p>
    <w:p w:rsidR="007B2329" w:rsidRDefault="007B2329" w:rsidP="007B2329">
      <w:r>
        <w:t>428.3151</w:t>
      </w:r>
      <w:r>
        <w:tab/>
        <w:t>3.375e0</w:t>
      </w:r>
    </w:p>
    <w:p w:rsidR="007B2329" w:rsidRDefault="007B2329" w:rsidP="007B2329">
      <w:r>
        <w:t>428.3253</w:t>
      </w:r>
      <w:r>
        <w:tab/>
        <w:t>2.025e0</w:t>
      </w:r>
    </w:p>
    <w:p w:rsidR="007B2329" w:rsidRDefault="007B2329" w:rsidP="007B2329">
      <w:r>
        <w:t>428.3321</w:t>
      </w:r>
      <w:r>
        <w:tab/>
        <w:t>2.025e0</w:t>
      </w:r>
    </w:p>
    <w:p w:rsidR="007B2329" w:rsidRDefault="007B2329" w:rsidP="007B2329">
      <w:r>
        <w:t>428.3478</w:t>
      </w:r>
      <w:r>
        <w:tab/>
        <w:t>1.013e0</w:t>
      </w:r>
    </w:p>
    <w:p w:rsidR="007B2329" w:rsidRDefault="007B2329" w:rsidP="007B2329">
      <w:r>
        <w:t>428.3545</w:t>
      </w:r>
      <w:r>
        <w:tab/>
        <w:t>2.972e0</w:t>
      </w:r>
    </w:p>
    <w:p w:rsidR="007B2329" w:rsidRDefault="007B2329" w:rsidP="007B2329">
      <w:r>
        <w:t>428.3650</w:t>
      </w:r>
      <w:r>
        <w:tab/>
        <w:t>2.038e0</w:t>
      </w:r>
    </w:p>
    <w:p w:rsidR="007B2329" w:rsidRDefault="007B2329" w:rsidP="007B2329">
      <w:r>
        <w:t>428.3737</w:t>
      </w:r>
      <w:r>
        <w:tab/>
        <w:t>3.038e0</w:t>
      </w:r>
    </w:p>
    <w:p w:rsidR="007B2329" w:rsidRDefault="007B2329" w:rsidP="007B2329">
      <w:r>
        <w:t>428.3885</w:t>
      </w:r>
      <w:r>
        <w:tab/>
        <w:t>4.101e0</w:t>
      </w:r>
    </w:p>
    <w:p w:rsidR="007B2329" w:rsidRDefault="007B2329" w:rsidP="007B2329">
      <w:r>
        <w:t>428.3932</w:t>
      </w:r>
      <w:r>
        <w:tab/>
        <w:t>2.025e0</w:t>
      </w:r>
    </w:p>
    <w:p w:rsidR="007B2329" w:rsidRDefault="007B2329" w:rsidP="007B2329">
      <w:r>
        <w:t>428.3960</w:t>
      </w:r>
      <w:r>
        <w:tab/>
        <w:t>2.025e0</w:t>
      </w:r>
    </w:p>
    <w:p w:rsidR="007B2329" w:rsidRDefault="007B2329" w:rsidP="007B2329">
      <w:r>
        <w:t>428.3980</w:t>
      </w:r>
      <w:r>
        <w:tab/>
        <w:t>2.025e0</w:t>
      </w:r>
    </w:p>
    <w:p w:rsidR="007B2329" w:rsidRDefault="007B2329" w:rsidP="007B2329">
      <w:r>
        <w:t>428.4012</w:t>
      </w:r>
      <w:r>
        <w:tab/>
        <w:t>2.025e0</w:t>
      </w:r>
    </w:p>
    <w:p w:rsidR="007B2329" w:rsidRDefault="007B2329" w:rsidP="007B2329">
      <w:r>
        <w:t>428.4031</w:t>
      </w:r>
      <w:r>
        <w:tab/>
        <w:t>4.051e0</w:t>
      </w:r>
    </w:p>
    <w:p w:rsidR="007B2329" w:rsidRDefault="007B2329" w:rsidP="007B2329">
      <w:r>
        <w:t>428.4762</w:t>
      </w:r>
      <w:r>
        <w:tab/>
        <w:t>1.013e0</w:t>
      </w:r>
    </w:p>
    <w:p w:rsidR="007B2329" w:rsidRDefault="007B2329" w:rsidP="007B2329">
      <w:r>
        <w:lastRenderedPageBreak/>
        <w:t>428.4834</w:t>
      </w:r>
      <w:r>
        <w:tab/>
        <w:t>2.025e0</w:t>
      </w:r>
    </w:p>
    <w:p w:rsidR="007B2329" w:rsidRDefault="007B2329" w:rsidP="007B2329">
      <w:r>
        <w:t>428.4907</w:t>
      </w:r>
      <w:r>
        <w:tab/>
        <w:t>1.013e0</w:t>
      </w:r>
    </w:p>
    <w:p w:rsidR="007B2329" w:rsidRDefault="007B2329" w:rsidP="007B2329">
      <w:r>
        <w:t>428.4944</w:t>
      </w:r>
      <w:r>
        <w:tab/>
        <w:t>1.013e0</w:t>
      </w:r>
    </w:p>
    <w:p w:rsidR="007B2329" w:rsidRDefault="007B2329" w:rsidP="007B2329">
      <w:r>
        <w:t>428.5120</w:t>
      </w:r>
      <w:r>
        <w:tab/>
        <w:t>1.013e0</w:t>
      </w:r>
    </w:p>
    <w:p w:rsidR="007B2329" w:rsidRDefault="007B2329" w:rsidP="007B2329">
      <w:r>
        <w:t>428.5286</w:t>
      </w:r>
      <w:r>
        <w:tab/>
        <w:t>1.013e0</w:t>
      </w:r>
    </w:p>
    <w:p w:rsidR="007B2329" w:rsidRDefault="007B2329" w:rsidP="007B2329">
      <w:r>
        <w:t>428.5353</w:t>
      </w:r>
      <w:r>
        <w:tab/>
        <w:t>1.025e0</w:t>
      </w:r>
    </w:p>
    <w:p w:rsidR="007B2329" w:rsidRDefault="007B2329" w:rsidP="007B2329">
      <w:r>
        <w:t>428.5370</w:t>
      </w:r>
      <w:r>
        <w:tab/>
        <w:t>1.013e0</w:t>
      </w:r>
    </w:p>
    <w:p w:rsidR="007B2329" w:rsidRDefault="007B2329" w:rsidP="007B2329">
      <w:r>
        <w:t>428.5437</w:t>
      </w:r>
      <w:r>
        <w:tab/>
        <w:t>1.013e0</w:t>
      </w:r>
    </w:p>
    <w:p w:rsidR="007B2329" w:rsidRDefault="007B2329" w:rsidP="007B2329">
      <w:r>
        <w:t>428.5587</w:t>
      </w:r>
      <w:r>
        <w:tab/>
        <w:t>1.013e0</w:t>
      </w:r>
    </w:p>
    <w:p w:rsidR="007B2329" w:rsidRDefault="007B2329" w:rsidP="007B2329">
      <w:r>
        <w:t>428.5813</w:t>
      </w:r>
      <w:r>
        <w:tab/>
        <w:t>1.013e0</w:t>
      </w:r>
    </w:p>
    <w:p w:rsidR="007B2329" w:rsidRDefault="007B2329" w:rsidP="007B2329">
      <w:r>
        <w:t>428.5872</w:t>
      </w:r>
      <w:r>
        <w:tab/>
        <w:t>2.025e0</w:t>
      </w:r>
    </w:p>
    <w:p w:rsidR="007B2329" w:rsidRDefault="007B2329" w:rsidP="007B2329">
      <w:r>
        <w:t>428.5889</w:t>
      </w:r>
      <w:r>
        <w:tab/>
        <w:t>1.013e0</w:t>
      </w:r>
    </w:p>
    <w:p w:rsidR="007B2329" w:rsidRDefault="007B2329" w:rsidP="007B2329">
      <w:r>
        <w:t>428.6218</w:t>
      </w:r>
      <w:r>
        <w:tab/>
        <w:t>2.025e0</w:t>
      </w:r>
    </w:p>
    <w:p w:rsidR="007B2329" w:rsidRDefault="007B2329" w:rsidP="007B2329">
      <w:r>
        <w:t>428.6297</w:t>
      </w:r>
      <w:r>
        <w:tab/>
        <w:t>2.025e0</w:t>
      </w:r>
    </w:p>
    <w:p w:rsidR="007B2329" w:rsidRDefault="007B2329" w:rsidP="007B2329">
      <w:r>
        <w:t>428.6337</w:t>
      </w:r>
      <w:r>
        <w:tab/>
        <w:t>2.025e0</w:t>
      </w:r>
    </w:p>
    <w:p w:rsidR="007B2329" w:rsidRDefault="007B2329" w:rsidP="007B2329">
      <w:r>
        <w:t>428.6378</w:t>
      </w:r>
      <w:r>
        <w:tab/>
        <w:t>2.025e0</w:t>
      </w:r>
    </w:p>
    <w:p w:rsidR="007B2329" w:rsidRDefault="007B2329" w:rsidP="007B2329">
      <w:r>
        <w:t>428.6490</w:t>
      </w:r>
      <w:r>
        <w:tab/>
        <w:t>1.013e0</w:t>
      </w:r>
    </w:p>
    <w:p w:rsidR="007B2329" w:rsidRDefault="007B2329" w:rsidP="007B2329">
      <w:r>
        <w:t>428.6717</w:t>
      </w:r>
      <w:r>
        <w:tab/>
        <w:t>1.013e0</w:t>
      </w:r>
    </w:p>
    <w:p w:rsidR="007B2329" w:rsidRDefault="007B2329" w:rsidP="007B2329">
      <w:r>
        <w:t>428.6745</w:t>
      </w:r>
      <w:r>
        <w:tab/>
        <w:t>1.025e0</w:t>
      </w:r>
    </w:p>
    <w:p w:rsidR="007B2329" w:rsidRDefault="007B2329" w:rsidP="007B2329">
      <w:r>
        <w:lastRenderedPageBreak/>
        <w:t>428.6801</w:t>
      </w:r>
      <w:r>
        <w:tab/>
        <w:t>1.013e0</w:t>
      </w:r>
    </w:p>
    <w:p w:rsidR="007B2329" w:rsidRDefault="007B2329" w:rsidP="007B2329">
      <w:r>
        <w:t>428.6989</w:t>
      </w:r>
      <w:r>
        <w:tab/>
        <w:t>3.038e0</w:t>
      </w:r>
    </w:p>
    <w:p w:rsidR="007B2329" w:rsidRDefault="007B2329" w:rsidP="007B2329">
      <w:r>
        <w:t>428.7159</w:t>
      </w:r>
      <w:r>
        <w:tab/>
        <w:t>1.013e0</w:t>
      </w:r>
    </w:p>
    <w:p w:rsidR="007B2329" w:rsidRDefault="007B2329" w:rsidP="007B2329">
      <w:r>
        <w:t>428.7319</w:t>
      </w:r>
      <w:r>
        <w:tab/>
        <w:t>2.025e0</w:t>
      </w:r>
    </w:p>
    <w:p w:rsidR="007B2329" w:rsidRDefault="007B2329" w:rsidP="007B2329">
      <w:r>
        <w:t>428.7538</w:t>
      </w:r>
      <w:r>
        <w:tab/>
        <w:t>2.025e0</w:t>
      </w:r>
    </w:p>
    <w:p w:rsidR="007B2329" w:rsidRDefault="007B2329" w:rsidP="007B2329">
      <w:r>
        <w:t>428.7803</w:t>
      </w:r>
      <w:r>
        <w:tab/>
        <w:t>1.013e0</w:t>
      </w:r>
    </w:p>
    <w:p w:rsidR="007B2329" w:rsidRDefault="007B2329" w:rsidP="007B2329">
      <w:r>
        <w:t>428.7847</w:t>
      </w:r>
      <w:r>
        <w:tab/>
        <w:t>2.025e0</w:t>
      </w:r>
    </w:p>
    <w:p w:rsidR="007B2329" w:rsidRDefault="007B2329" w:rsidP="007B2329">
      <w:r>
        <w:t>428.7893</w:t>
      </w:r>
      <w:r>
        <w:tab/>
        <w:t>2.025e0</w:t>
      </w:r>
    </w:p>
    <w:p w:rsidR="007B2329" w:rsidRDefault="007B2329" w:rsidP="007B2329">
      <w:r>
        <w:t>428.8073</w:t>
      </w:r>
      <w:r>
        <w:tab/>
        <w:t>2.025e0</w:t>
      </w:r>
    </w:p>
    <w:p w:rsidR="007B2329" w:rsidRDefault="007B2329" w:rsidP="007B2329">
      <w:r>
        <w:t>428.8195</w:t>
      </w:r>
      <w:r>
        <w:tab/>
        <w:t>1.013e0</w:t>
      </w:r>
    </w:p>
    <w:p w:rsidR="007B2329" w:rsidRDefault="007B2329" w:rsidP="007B2329">
      <w:r>
        <w:t>428.8352</w:t>
      </w:r>
      <w:r>
        <w:tab/>
        <w:t>3.038e0</w:t>
      </w:r>
    </w:p>
    <w:p w:rsidR="007B2329" w:rsidRDefault="007B2329" w:rsidP="007B2329">
      <w:r>
        <w:t>428.8520</w:t>
      </w:r>
      <w:r>
        <w:tab/>
        <w:t>3.038e0</w:t>
      </w:r>
    </w:p>
    <w:p w:rsidR="007B2329" w:rsidRDefault="007B2329" w:rsidP="007B2329">
      <w:r>
        <w:t>428.8750</w:t>
      </w:r>
      <w:r>
        <w:tab/>
        <w:t>1.013e0</w:t>
      </w:r>
    </w:p>
    <w:p w:rsidR="007B2329" w:rsidRDefault="007B2329" w:rsidP="007B2329">
      <w:r>
        <w:t>428.8827</w:t>
      </w:r>
      <w:r>
        <w:tab/>
        <w:t>2.025e0</w:t>
      </w:r>
    </w:p>
    <w:p w:rsidR="007B2329" w:rsidRDefault="007B2329" w:rsidP="007B2329">
      <w:r>
        <w:t>428.8976</w:t>
      </w:r>
      <w:r>
        <w:tab/>
        <w:t>1.013e0</w:t>
      </w:r>
    </w:p>
    <w:p w:rsidR="007B2329" w:rsidRDefault="007B2329" w:rsidP="007B2329">
      <w:r>
        <w:t>428.9127</w:t>
      </w:r>
      <w:r>
        <w:tab/>
        <w:t>1.013e0</w:t>
      </w:r>
    </w:p>
    <w:p w:rsidR="007B2329" w:rsidRDefault="007B2329" w:rsidP="007B2329">
      <w:r>
        <w:t>428.9161</w:t>
      </w:r>
      <w:r>
        <w:tab/>
        <w:t>2.025e0</w:t>
      </w:r>
    </w:p>
    <w:p w:rsidR="007B2329" w:rsidRDefault="007B2329" w:rsidP="007B2329">
      <w:r>
        <w:t>428.9243</w:t>
      </w:r>
      <w:r>
        <w:tab/>
        <w:t>3.038e0</w:t>
      </w:r>
    </w:p>
    <w:p w:rsidR="007B2329" w:rsidRDefault="007B2329" w:rsidP="007B2329">
      <w:r>
        <w:t>428.9579</w:t>
      </w:r>
      <w:r>
        <w:tab/>
        <w:t>1.013e0</w:t>
      </w:r>
    </w:p>
    <w:p w:rsidR="007B2329" w:rsidRDefault="007B2329" w:rsidP="007B2329">
      <w:r>
        <w:lastRenderedPageBreak/>
        <w:t>428.9626</w:t>
      </w:r>
      <w:r>
        <w:tab/>
        <w:t>1.013e0</w:t>
      </w:r>
    </w:p>
    <w:p w:rsidR="007B2329" w:rsidRDefault="007B2329" w:rsidP="007B2329">
      <w:r>
        <w:t>428.9661</w:t>
      </w:r>
      <w:r>
        <w:tab/>
        <w:t>1.013e0</w:t>
      </w:r>
    </w:p>
    <w:p w:rsidR="007B2329" w:rsidRDefault="007B2329" w:rsidP="007B2329">
      <w:r>
        <w:t>428.9704</w:t>
      </w:r>
      <w:r>
        <w:tab/>
        <w:t>2.025e0</w:t>
      </w:r>
    </w:p>
    <w:p w:rsidR="007B2329" w:rsidRDefault="007B2329" w:rsidP="007B2329">
      <w:r>
        <w:t>428.9730</w:t>
      </w:r>
      <w:r>
        <w:tab/>
        <w:t>1.013e0</w:t>
      </w:r>
    </w:p>
    <w:p w:rsidR="007B2329" w:rsidRDefault="007B2329" w:rsidP="007B2329">
      <w:r>
        <w:t>428.9886</w:t>
      </w:r>
      <w:r>
        <w:tab/>
        <w:t>3.038e0</w:t>
      </w:r>
    </w:p>
    <w:p w:rsidR="007B2329" w:rsidRDefault="007B2329" w:rsidP="007B2329">
      <w:r>
        <w:t>429.0057</w:t>
      </w:r>
      <w:r>
        <w:tab/>
        <w:t>1.013e0</w:t>
      </w:r>
    </w:p>
    <w:p w:rsidR="007B2329" w:rsidRDefault="007B2329" w:rsidP="007B2329">
      <w:r>
        <w:t>429.0270</w:t>
      </w:r>
      <w:r>
        <w:tab/>
        <w:t>1.013e0</w:t>
      </w:r>
    </w:p>
    <w:p w:rsidR="007B2329" w:rsidRDefault="007B2329" w:rsidP="007B2329">
      <w:r>
        <w:t>429.0326</w:t>
      </w:r>
      <w:r>
        <w:tab/>
        <w:t>2.025e0</w:t>
      </w:r>
    </w:p>
    <w:p w:rsidR="007B2329" w:rsidRDefault="007B2329" w:rsidP="007B2329">
      <w:r>
        <w:t>429.0342</w:t>
      </w:r>
      <w:r>
        <w:tab/>
        <w:t>2.025e0</w:t>
      </w:r>
    </w:p>
    <w:p w:rsidR="007B2329" w:rsidRDefault="007B2329" w:rsidP="007B2329">
      <w:r>
        <w:t>429.0559</w:t>
      </w:r>
      <w:r>
        <w:tab/>
        <w:t>1.013e0</w:t>
      </w:r>
    </w:p>
    <w:p w:rsidR="007B2329" w:rsidRDefault="007B2329" w:rsidP="007B2329">
      <w:r>
        <w:t>429.0732</w:t>
      </w:r>
      <w:r>
        <w:tab/>
        <w:t>2.025e0</w:t>
      </w:r>
    </w:p>
    <w:p w:rsidR="007B2329" w:rsidRDefault="007B2329" w:rsidP="007B2329">
      <w:r>
        <w:t>429.0785</w:t>
      </w:r>
      <w:r>
        <w:tab/>
        <w:t>1.013e0</w:t>
      </w:r>
    </w:p>
    <w:p w:rsidR="007B2329" w:rsidRDefault="007B2329" w:rsidP="007B2329">
      <w:r>
        <w:t>429.0937</w:t>
      </w:r>
      <w:r>
        <w:tab/>
        <w:t>1.013e0</w:t>
      </w:r>
    </w:p>
    <w:p w:rsidR="007B2329" w:rsidRDefault="007B2329" w:rsidP="007B2329">
      <w:r>
        <w:t>429.1057</w:t>
      </w:r>
      <w:r>
        <w:tab/>
        <w:t>2.532e-2</w:t>
      </w:r>
    </w:p>
    <w:p w:rsidR="007B2329" w:rsidRDefault="007B2329" w:rsidP="007B2329">
      <w:r>
        <w:t>429.1162</w:t>
      </w:r>
      <w:r>
        <w:tab/>
        <w:t>1.013e0</w:t>
      </w:r>
    </w:p>
    <w:p w:rsidR="007B2329" w:rsidRDefault="007B2329" w:rsidP="007B2329">
      <w:r>
        <w:t>429.1362</w:t>
      </w:r>
      <w:r>
        <w:tab/>
        <w:t>1.553e0</w:t>
      </w:r>
    </w:p>
    <w:p w:rsidR="007B2329" w:rsidRDefault="007B2329" w:rsidP="007B2329">
      <w:r>
        <w:t>429.1664</w:t>
      </w:r>
      <w:r>
        <w:tab/>
        <w:t>1.013e0</w:t>
      </w:r>
    </w:p>
    <w:p w:rsidR="007B2329" w:rsidRDefault="007B2329" w:rsidP="007B2329">
      <w:r>
        <w:t>429.1766</w:t>
      </w:r>
      <w:r>
        <w:tab/>
        <w:t>3.327e0</w:t>
      </w:r>
    </w:p>
    <w:p w:rsidR="007B2329" w:rsidRDefault="007B2329" w:rsidP="007B2329">
      <w:r>
        <w:t>429.1800</w:t>
      </w:r>
      <w:r>
        <w:tab/>
        <w:t>3.375e0</w:t>
      </w:r>
    </w:p>
    <w:p w:rsidR="007B2329" w:rsidRDefault="007B2329" w:rsidP="007B2329">
      <w:r>
        <w:lastRenderedPageBreak/>
        <w:t>429.1836</w:t>
      </w:r>
      <w:r>
        <w:tab/>
        <w:t>2.025e0</w:t>
      </w:r>
    </w:p>
    <w:p w:rsidR="007B2329" w:rsidRDefault="007B2329" w:rsidP="007B2329">
      <w:r>
        <w:t>429.2594</w:t>
      </w:r>
      <w:r>
        <w:tab/>
        <w:t>2.025e0</w:t>
      </w:r>
    </w:p>
    <w:p w:rsidR="007B2329" w:rsidRDefault="007B2329" w:rsidP="007B2329">
      <w:r>
        <w:t>429.2658</w:t>
      </w:r>
      <w:r>
        <w:tab/>
        <w:t>5.969e0</w:t>
      </w:r>
    </w:p>
    <w:p w:rsidR="007B2329" w:rsidRDefault="007B2329" w:rsidP="007B2329">
      <w:r>
        <w:t>429.2769</w:t>
      </w:r>
      <w:r>
        <w:tab/>
        <w:t>2.701e0</w:t>
      </w:r>
    </w:p>
    <w:p w:rsidR="007B2329" w:rsidRDefault="007B2329" w:rsidP="007B2329">
      <w:r>
        <w:t>429.2906</w:t>
      </w:r>
      <w:r>
        <w:tab/>
        <w:t>1.433e1</w:t>
      </w:r>
    </w:p>
    <w:p w:rsidR="007B2329" w:rsidRDefault="007B2329" w:rsidP="007B2329">
      <w:r>
        <w:t>429.3046</w:t>
      </w:r>
      <w:r>
        <w:tab/>
        <w:t>5.143e0</w:t>
      </w:r>
    </w:p>
    <w:p w:rsidR="007B2329" w:rsidRDefault="007B2329" w:rsidP="007B2329">
      <w:r>
        <w:t>429.3087</w:t>
      </w:r>
      <w:r>
        <w:tab/>
        <w:t>1.160e1</w:t>
      </w:r>
    </w:p>
    <w:p w:rsidR="007B2329" w:rsidRDefault="007B2329" w:rsidP="007B2329">
      <w:r>
        <w:t>429.3101</w:t>
      </w:r>
      <w:r>
        <w:tab/>
        <w:t>7.965e0</w:t>
      </w:r>
    </w:p>
    <w:p w:rsidR="007B2329" w:rsidRDefault="007B2329" w:rsidP="007B2329">
      <w:r>
        <w:t>429.3120</w:t>
      </w:r>
      <w:r>
        <w:tab/>
        <w:t>4.161e0</w:t>
      </w:r>
    </w:p>
    <w:p w:rsidR="007B2329" w:rsidRDefault="007B2329" w:rsidP="007B2329">
      <w:r>
        <w:t>429.3134</w:t>
      </w:r>
      <w:r>
        <w:tab/>
        <w:t>1.140e1</w:t>
      </w:r>
    </w:p>
    <w:p w:rsidR="007B2329" w:rsidRDefault="007B2329" w:rsidP="007B2329">
      <w:r>
        <w:t>429.3191</w:t>
      </w:r>
      <w:r>
        <w:tab/>
        <w:t>1.655e1</w:t>
      </w:r>
    </w:p>
    <w:p w:rsidR="007B2329" w:rsidRDefault="007B2329" w:rsidP="007B2329">
      <w:r>
        <w:t>429.3502</w:t>
      </w:r>
      <w:r>
        <w:tab/>
        <w:t>6.076e0</w:t>
      </w:r>
    </w:p>
    <w:p w:rsidR="007B2329" w:rsidRDefault="007B2329" w:rsidP="007B2329">
      <w:r>
        <w:t>429.3739</w:t>
      </w:r>
      <w:r>
        <w:tab/>
        <w:t>2.025e0</w:t>
      </w:r>
    </w:p>
    <w:p w:rsidR="007B2329" w:rsidRDefault="007B2329" w:rsidP="007B2329">
      <w:r>
        <w:t>429.3918</w:t>
      </w:r>
      <w:r>
        <w:tab/>
        <w:t>1.013e0</w:t>
      </w:r>
    </w:p>
    <w:p w:rsidR="007B2329" w:rsidRDefault="007B2329" w:rsidP="007B2329">
      <w:r>
        <w:t>429.4007</w:t>
      </w:r>
      <w:r>
        <w:tab/>
        <w:t>2.532e-2</w:t>
      </w:r>
    </w:p>
    <w:p w:rsidR="007B2329" w:rsidRDefault="007B2329" w:rsidP="007B2329">
      <w:r>
        <w:t>429.4027</w:t>
      </w:r>
      <w:r>
        <w:tab/>
        <w:t>2.025e0</w:t>
      </w:r>
    </w:p>
    <w:p w:rsidR="007B2329" w:rsidRDefault="007B2329" w:rsidP="007B2329">
      <w:r>
        <w:t>429.4292</w:t>
      </w:r>
      <w:r>
        <w:tab/>
        <w:t>2.025e0</w:t>
      </w:r>
    </w:p>
    <w:p w:rsidR="007B2329" w:rsidRDefault="007B2329" w:rsidP="007B2329">
      <w:r>
        <w:t>429.4311</w:t>
      </w:r>
      <w:r>
        <w:tab/>
        <w:t>1.013e0</w:t>
      </w:r>
    </w:p>
    <w:p w:rsidR="007B2329" w:rsidRDefault="007B2329" w:rsidP="007B2329">
      <w:r>
        <w:t>429.4329</w:t>
      </w:r>
      <w:r>
        <w:tab/>
        <w:t>4.051e0</w:t>
      </w:r>
    </w:p>
    <w:p w:rsidR="007B2329" w:rsidRDefault="007B2329" w:rsidP="007B2329">
      <w:r>
        <w:lastRenderedPageBreak/>
        <w:t>429.4406</w:t>
      </w:r>
      <w:r>
        <w:tab/>
        <w:t>2.025e0</w:t>
      </w:r>
    </w:p>
    <w:p w:rsidR="007B2329" w:rsidRDefault="007B2329" w:rsidP="007B2329">
      <w:r>
        <w:t>429.4719</w:t>
      </w:r>
      <w:r>
        <w:tab/>
        <w:t>2.025e0</w:t>
      </w:r>
    </w:p>
    <w:p w:rsidR="007B2329" w:rsidRDefault="007B2329" w:rsidP="007B2329">
      <w:r>
        <w:t>429.4782</w:t>
      </w:r>
      <w:r>
        <w:tab/>
        <w:t>1.013e0</w:t>
      </w:r>
    </w:p>
    <w:p w:rsidR="007B2329" w:rsidRDefault="007B2329" w:rsidP="007B2329">
      <w:r>
        <w:t>429.4920</w:t>
      </w:r>
      <w:r>
        <w:tab/>
        <w:t>1.013e0</w:t>
      </w:r>
    </w:p>
    <w:p w:rsidR="007B2329" w:rsidRDefault="007B2329" w:rsidP="007B2329">
      <w:r>
        <w:t>429.5009</w:t>
      </w:r>
      <w:r>
        <w:tab/>
        <w:t>1.013e0</w:t>
      </w:r>
    </w:p>
    <w:p w:rsidR="007B2329" w:rsidRDefault="007B2329" w:rsidP="007B2329">
      <w:r>
        <w:t>429.5084</w:t>
      </w:r>
      <w:r>
        <w:tab/>
        <w:t>1.013e0</w:t>
      </w:r>
    </w:p>
    <w:p w:rsidR="007B2329" w:rsidRDefault="007B2329" w:rsidP="007B2329">
      <w:r>
        <w:t>429.5123</w:t>
      </w:r>
      <w:r>
        <w:tab/>
        <w:t>2.025e0</w:t>
      </w:r>
    </w:p>
    <w:p w:rsidR="007B2329" w:rsidRDefault="007B2329" w:rsidP="007B2329">
      <w:r>
        <w:t>429.5242</w:t>
      </w:r>
      <w:r>
        <w:tab/>
        <w:t>2.025e0</w:t>
      </w:r>
    </w:p>
    <w:p w:rsidR="007B2329" w:rsidRDefault="007B2329" w:rsidP="007B2329">
      <w:r>
        <w:t>429.5388</w:t>
      </w:r>
      <w:r>
        <w:tab/>
        <w:t>1.013e0</w:t>
      </w:r>
    </w:p>
    <w:p w:rsidR="007B2329" w:rsidRDefault="007B2329" w:rsidP="007B2329">
      <w:r>
        <w:t>429.5407</w:t>
      </w:r>
      <w:r>
        <w:tab/>
        <w:t>3.038e0</w:t>
      </w:r>
    </w:p>
    <w:p w:rsidR="007B2329" w:rsidRDefault="007B2329" w:rsidP="007B2329">
      <w:r>
        <w:t>429.5527</w:t>
      </w:r>
      <w:r>
        <w:tab/>
        <w:t>1.013e0</w:t>
      </w:r>
    </w:p>
    <w:p w:rsidR="007B2329" w:rsidRDefault="007B2329" w:rsidP="007B2329">
      <w:r>
        <w:t>429.5915</w:t>
      </w:r>
      <w:r>
        <w:tab/>
        <w:t>1.013e0</w:t>
      </w:r>
    </w:p>
    <w:p w:rsidR="007B2329" w:rsidRDefault="007B2329" w:rsidP="007B2329">
      <w:r>
        <w:t>429.6019</w:t>
      </w:r>
      <w:r>
        <w:tab/>
        <w:t>2.025e0</w:t>
      </w:r>
    </w:p>
    <w:p w:rsidR="007B2329" w:rsidRDefault="007B2329" w:rsidP="007B2329">
      <w:r>
        <w:t>429.6137</w:t>
      </w:r>
      <w:r>
        <w:tab/>
        <w:t>1.013e0</w:t>
      </w:r>
    </w:p>
    <w:p w:rsidR="007B2329" w:rsidRDefault="007B2329" w:rsidP="007B2329">
      <w:r>
        <w:t>429.6237</w:t>
      </w:r>
      <w:r>
        <w:tab/>
        <w:t>3.038e0</w:t>
      </w:r>
    </w:p>
    <w:p w:rsidR="007B2329" w:rsidRDefault="007B2329" w:rsidP="007B2329">
      <w:r>
        <w:t>429.6302</w:t>
      </w:r>
      <w:r>
        <w:tab/>
        <w:t>2.449e0</w:t>
      </w:r>
    </w:p>
    <w:p w:rsidR="007B2329" w:rsidRDefault="007B2329" w:rsidP="007B2329">
      <w:r>
        <w:t>429.6325</w:t>
      </w:r>
      <w:r>
        <w:tab/>
        <w:t>2.025e0</w:t>
      </w:r>
    </w:p>
    <w:p w:rsidR="007B2329" w:rsidRDefault="007B2329" w:rsidP="007B2329">
      <w:r>
        <w:t>429.6602</w:t>
      </w:r>
      <w:r>
        <w:tab/>
        <w:t>1.013e0</w:t>
      </w:r>
    </w:p>
    <w:p w:rsidR="007B2329" w:rsidRDefault="007B2329" w:rsidP="007B2329">
      <w:r>
        <w:t>429.6656</w:t>
      </w:r>
      <w:r>
        <w:tab/>
        <w:t>2.025e0</w:t>
      </w:r>
    </w:p>
    <w:p w:rsidR="007B2329" w:rsidRDefault="007B2329" w:rsidP="007B2329">
      <w:r>
        <w:lastRenderedPageBreak/>
        <w:t>429.6815</w:t>
      </w:r>
      <w:r>
        <w:tab/>
        <w:t>3.072e0</w:t>
      </w:r>
    </w:p>
    <w:p w:rsidR="007B2329" w:rsidRDefault="007B2329" w:rsidP="007B2329">
      <w:r>
        <w:t>429.6984</w:t>
      </w:r>
      <w:r>
        <w:tab/>
        <w:t>2.038e0</w:t>
      </w:r>
    </w:p>
    <w:p w:rsidR="007B2329" w:rsidRDefault="007B2329" w:rsidP="007B2329">
      <w:r>
        <w:t>429.7231</w:t>
      </w:r>
      <w:r>
        <w:tab/>
        <w:t>2.025e0</w:t>
      </w:r>
    </w:p>
    <w:p w:rsidR="007B2329" w:rsidRDefault="007B2329" w:rsidP="007B2329">
      <w:r>
        <w:t>429.7274</w:t>
      </w:r>
      <w:r>
        <w:tab/>
        <w:t>1.013e0</w:t>
      </w:r>
    </w:p>
    <w:p w:rsidR="007B2329" w:rsidRDefault="007B2329" w:rsidP="007B2329">
      <w:r>
        <w:t>429.7566</w:t>
      </w:r>
      <w:r>
        <w:tab/>
        <w:t>1.013e0</w:t>
      </w:r>
    </w:p>
    <w:p w:rsidR="007B2329" w:rsidRDefault="007B2329" w:rsidP="007B2329">
      <w:r>
        <w:t>429.7668</w:t>
      </w:r>
      <w:r>
        <w:tab/>
        <w:t>3.038e0</w:t>
      </w:r>
    </w:p>
    <w:p w:rsidR="007B2329" w:rsidRDefault="007B2329" w:rsidP="007B2329">
      <w:r>
        <w:t>429.7726</w:t>
      </w:r>
      <w:r>
        <w:tab/>
        <w:t>2.025e0</w:t>
      </w:r>
    </w:p>
    <w:p w:rsidR="007B2329" w:rsidRDefault="007B2329" w:rsidP="007B2329">
      <w:r>
        <w:t>429.7802</w:t>
      </w:r>
      <w:r>
        <w:tab/>
        <w:t>2.025e0</w:t>
      </w:r>
    </w:p>
    <w:p w:rsidR="007B2329" w:rsidRDefault="007B2329" w:rsidP="007B2329">
      <w:r>
        <w:t>429.7952</w:t>
      </w:r>
      <w:r>
        <w:tab/>
        <w:t>1.013e0</w:t>
      </w:r>
    </w:p>
    <w:p w:rsidR="007B2329" w:rsidRDefault="007B2329" w:rsidP="007B2329">
      <w:r>
        <w:t>429.8353</w:t>
      </w:r>
      <w:r>
        <w:tab/>
        <w:t>2.025e0</w:t>
      </w:r>
    </w:p>
    <w:p w:rsidR="007B2329" w:rsidRDefault="007B2329" w:rsidP="007B2329">
      <w:r>
        <w:t>429.8481</w:t>
      </w:r>
      <w:r>
        <w:tab/>
        <w:t>1.013e0</w:t>
      </w:r>
    </w:p>
    <w:p w:rsidR="007B2329" w:rsidRDefault="007B2329" w:rsidP="007B2329">
      <w:r>
        <w:t>429.8784</w:t>
      </w:r>
      <w:r>
        <w:tab/>
        <w:t>1.013e0</w:t>
      </w:r>
    </w:p>
    <w:p w:rsidR="007B2329" w:rsidRDefault="007B2329" w:rsidP="007B2329">
      <w:r>
        <w:t>429.8818</w:t>
      </w:r>
      <w:r>
        <w:tab/>
        <w:t>1.266e-2</w:t>
      </w:r>
    </w:p>
    <w:p w:rsidR="007B2329" w:rsidRDefault="007B2329" w:rsidP="007B2329">
      <w:r>
        <w:t>429.8935</w:t>
      </w:r>
      <w:r>
        <w:tab/>
        <w:t>2.025e0</w:t>
      </w:r>
    </w:p>
    <w:p w:rsidR="007B2329" w:rsidRDefault="007B2329" w:rsidP="007B2329">
      <w:r>
        <w:t>429.8959</w:t>
      </w:r>
      <w:r>
        <w:tab/>
        <w:t>2.025e0</w:t>
      </w:r>
    </w:p>
    <w:p w:rsidR="007B2329" w:rsidRDefault="007B2329" w:rsidP="007B2329">
      <w:r>
        <w:t>429.9102</w:t>
      </w:r>
      <w:r>
        <w:tab/>
        <w:t>3.038e0</w:t>
      </w:r>
    </w:p>
    <w:p w:rsidR="007B2329" w:rsidRDefault="007B2329" w:rsidP="007B2329">
      <w:r>
        <w:t>429.9211</w:t>
      </w:r>
      <w:r>
        <w:tab/>
        <w:t>1.013e0</w:t>
      </w:r>
    </w:p>
    <w:p w:rsidR="007B2329" w:rsidRDefault="007B2329" w:rsidP="007B2329">
      <w:r>
        <w:t>429.9312</w:t>
      </w:r>
      <w:r>
        <w:tab/>
        <w:t>1.013e0</w:t>
      </w:r>
    </w:p>
    <w:p w:rsidR="007B2329" w:rsidRDefault="007B2329" w:rsidP="007B2329">
      <w:r>
        <w:t>429.9462</w:t>
      </w:r>
      <w:r>
        <w:tab/>
        <w:t>1.013e0</w:t>
      </w:r>
    </w:p>
    <w:p w:rsidR="007B2329" w:rsidRDefault="007B2329" w:rsidP="007B2329">
      <w:r>
        <w:lastRenderedPageBreak/>
        <w:t>429.9642</w:t>
      </w:r>
      <w:r>
        <w:tab/>
        <w:t>2.025e0</w:t>
      </w:r>
    </w:p>
    <w:p w:rsidR="007B2329" w:rsidRDefault="007B2329" w:rsidP="007B2329">
      <w:r>
        <w:t>429.9855</w:t>
      </w:r>
      <w:r>
        <w:tab/>
        <w:t>1.013e0</w:t>
      </w:r>
    </w:p>
    <w:p w:rsidR="007B2329" w:rsidRDefault="007B2329" w:rsidP="007B2329">
      <w:r>
        <w:t>429.9895</w:t>
      </w:r>
      <w:r>
        <w:tab/>
        <w:t>2.025e0</w:t>
      </w:r>
    </w:p>
    <w:p w:rsidR="007B2329" w:rsidRDefault="007B2329" w:rsidP="007B2329">
      <w:r>
        <w:t>429.9991</w:t>
      </w:r>
      <w:r>
        <w:tab/>
        <w:t>1.013e0</w:t>
      </w:r>
    </w:p>
    <w:p w:rsidR="007B2329" w:rsidRDefault="007B2329" w:rsidP="007B2329">
      <w:r>
        <w:t>430.0027</w:t>
      </w:r>
      <w:r>
        <w:tab/>
        <w:t>2.025e0</w:t>
      </w:r>
    </w:p>
    <w:p w:rsidR="007B2329" w:rsidRDefault="007B2329" w:rsidP="007B2329">
      <w:r>
        <w:t>430.0069</w:t>
      </w:r>
      <w:r>
        <w:tab/>
        <w:t>1.013e0</w:t>
      </w:r>
    </w:p>
    <w:p w:rsidR="007B2329" w:rsidRDefault="007B2329" w:rsidP="007B2329">
      <w:r>
        <w:t>430.0169</w:t>
      </w:r>
      <w:r>
        <w:tab/>
        <w:t>4.051e0</w:t>
      </w:r>
    </w:p>
    <w:p w:rsidR="007B2329" w:rsidRDefault="007B2329" w:rsidP="007B2329">
      <w:r>
        <w:t>430.0482</w:t>
      </w:r>
      <w:r>
        <w:tab/>
        <w:t>2.025e0</w:t>
      </w:r>
    </w:p>
    <w:p w:rsidR="007B2329" w:rsidRDefault="007B2329" w:rsidP="007B2329">
      <w:r>
        <w:t>430.0607</w:t>
      </w:r>
      <w:r>
        <w:tab/>
        <w:t>3.038e0</w:t>
      </w:r>
    </w:p>
    <w:p w:rsidR="007B2329" w:rsidRDefault="007B2329" w:rsidP="007B2329">
      <w:r>
        <w:t>430.0641</w:t>
      </w:r>
      <w:r>
        <w:tab/>
        <w:t>2.025e0</w:t>
      </w:r>
    </w:p>
    <w:p w:rsidR="007B2329" w:rsidRDefault="007B2329" w:rsidP="007B2329">
      <w:r>
        <w:t>430.1048</w:t>
      </w:r>
      <w:r>
        <w:tab/>
        <w:t>5.063e0</w:t>
      </w:r>
    </w:p>
    <w:p w:rsidR="007B2329" w:rsidRDefault="007B2329" w:rsidP="007B2329">
      <w:r>
        <w:t>430.1443</w:t>
      </w:r>
      <w:r>
        <w:tab/>
        <w:t>1.268e0</w:t>
      </w:r>
    </w:p>
    <w:p w:rsidR="007B2329" w:rsidRDefault="007B2329" w:rsidP="007B2329">
      <w:r>
        <w:t>430.1536</w:t>
      </w:r>
      <w:r>
        <w:tab/>
        <w:t>1.175e0</w:t>
      </w:r>
    </w:p>
    <w:p w:rsidR="007B2329" w:rsidRDefault="007B2329" w:rsidP="007B2329">
      <w:r>
        <w:t>430.1668</w:t>
      </w:r>
      <w:r>
        <w:tab/>
        <w:t>2.025e0</w:t>
      </w:r>
    </w:p>
    <w:p w:rsidR="007B2329" w:rsidRDefault="007B2329" w:rsidP="007B2329">
      <w:r>
        <w:t>430.1801</w:t>
      </w:r>
      <w:r>
        <w:tab/>
        <w:t>2.804e0</w:t>
      </w:r>
    </w:p>
    <w:p w:rsidR="007B2329" w:rsidRDefault="007B2329" w:rsidP="007B2329">
      <w:r>
        <w:t>430.1860</w:t>
      </w:r>
      <w:r>
        <w:tab/>
        <w:t>1.013e0</w:t>
      </w:r>
    </w:p>
    <w:p w:rsidR="007B2329" w:rsidRDefault="007B2329" w:rsidP="007B2329">
      <w:r>
        <w:t>430.2395</w:t>
      </w:r>
      <w:r>
        <w:tab/>
        <w:t>2.532e-2</w:t>
      </w:r>
    </w:p>
    <w:p w:rsidR="007B2329" w:rsidRDefault="007B2329" w:rsidP="007B2329">
      <w:r>
        <w:t>430.2411</w:t>
      </w:r>
      <w:r>
        <w:tab/>
        <w:t>2.025e0</w:t>
      </w:r>
    </w:p>
    <w:p w:rsidR="007B2329" w:rsidRDefault="007B2329" w:rsidP="007B2329">
      <w:r>
        <w:t>430.2641</w:t>
      </w:r>
      <w:r>
        <w:tab/>
        <w:t>2.698e0</w:t>
      </w:r>
    </w:p>
    <w:p w:rsidR="007B2329" w:rsidRDefault="007B2329" w:rsidP="007B2329">
      <w:r>
        <w:lastRenderedPageBreak/>
        <w:t>430.2659</w:t>
      </w:r>
      <w:r>
        <w:tab/>
        <w:t>7.737e0</w:t>
      </w:r>
    </w:p>
    <w:p w:rsidR="007B2329" w:rsidRDefault="007B2329" w:rsidP="007B2329">
      <w:r>
        <w:t>430.2837</w:t>
      </w:r>
      <w:r>
        <w:tab/>
        <w:t>1.781e0</w:t>
      </w:r>
    </w:p>
    <w:p w:rsidR="007B2329" w:rsidRDefault="007B2329" w:rsidP="007B2329">
      <w:r>
        <w:t>430.2966</w:t>
      </w:r>
      <w:r>
        <w:tab/>
        <w:t>3.244e0</w:t>
      </w:r>
    </w:p>
    <w:p w:rsidR="007B2329" w:rsidRDefault="007B2329" w:rsidP="007B2329">
      <w:r>
        <w:t>430.3001</w:t>
      </w:r>
      <w:r>
        <w:tab/>
        <w:t>3.038e0</w:t>
      </w:r>
    </w:p>
    <w:p w:rsidR="007B2329" w:rsidRDefault="007B2329" w:rsidP="007B2329">
      <w:r>
        <w:t>430.3049</w:t>
      </w:r>
      <w:r>
        <w:tab/>
        <w:t>2.830e0</w:t>
      </w:r>
    </w:p>
    <w:p w:rsidR="007B2329" w:rsidRDefault="007B2329" w:rsidP="007B2329">
      <w:r>
        <w:t>430.3078</w:t>
      </w:r>
      <w:r>
        <w:tab/>
        <w:t>3.769e0</w:t>
      </w:r>
    </w:p>
    <w:p w:rsidR="007B2329" w:rsidRDefault="007B2329" w:rsidP="007B2329">
      <w:r>
        <w:t>430.3088</w:t>
      </w:r>
      <w:r>
        <w:tab/>
        <w:t>5.037e0</w:t>
      </w:r>
    </w:p>
    <w:p w:rsidR="007B2329" w:rsidRDefault="007B2329" w:rsidP="007B2329">
      <w:r>
        <w:t>430.3149</w:t>
      </w:r>
      <w:r>
        <w:tab/>
        <w:t>5.539e0</w:t>
      </w:r>
    </w:p>
    <w:p w:rsidR="007B2329" w:rsidRDefault="007B2329" w:rsidP="007B2329">
      <w:r>
        <w:t>430.3272</w:t>
      </w:r>
      <w:r>
        <w:tab/>
        <w:t>1.698e0</w:t>
      </w:r>
    </w:p>
    <w:p w:rsidR="007B2329" w:rsidRDefault="007B2329" w:rsidP="007B2329">
      <w:r>
        <w:t>430.3375</w:t>
      </w:r>
      <w:r>
        <w:tab/>
        <w:t>5.063e0</w:t>
      </w:r>
    </w:p>
    <w:p w:rsidR="007B2329" w:rsidRDefault="007B2329" w:rsidP="007B2329">
      <w:r>
        <w:t>430.3575</w:t>
      </w:r>
      <w:r>
        <w:tab/>
        <w:t>2.025e0</w:t>
      </w:r>
    </w:p>
    <w:p w:rsidR="007B2329" w:rsidRDefault="007B2329" w:rsidP="007B2329">
      <w:r>
        <w:t>430.3593</w:t>
      </w:r>
      <w:r>
        <w:tab/>
        <w:t>2.025e0</w:t>
      </w:r>
    </w:p>
    <w:p w:rsidR="007B2329" w:rsidRDefault="007B2329" w:rsidP="007B2329">
      <w:r>
        <w:t>430.3719</w:t>
      </w:r>
      <w:r>
        <w:tab/>
        <w:t>1.013e0</w:t>
      </w:r>
    </w:p>
    <w:p w:rsidR="007B2329" w:rsidRDefault="007B2329" w:rsidP="007B2329">
      <w:r>
        <w:t>430.3996</w:t>
      </w:r>
      <w:r>
        <w:tab/>
        <w:t>2.025e0</w:t>
      </w:r>
    </w:p>
    <w:p w:rsidR="007B2329" w:rsidRDefault="007B2329" w:rsidP="007B2329">
      <w:r>
        <w:t>430.4087</w:t>
      </w:r>
      <w:r>
        <w:tab/>
        <w:t>2.025e0</w:t>
      </w:r>
    </w:p>
    <w:p w:rsidR="007B2329" w:rsidRDefault="007B2329" w:rsidP="007B2329">
      <w:r>
        <w:t>430.4329</w:t>
      </w:r>
      <w:r>
        <w:tab/>
        <w:t>1.013e0</w:t>
      </w:r>
    </w:p>
    <w:p w:rsidR="007B2329" w:rsidRDefault="007B2329" w:rsidP="007B2329">
      <w:r>
        <w:t>430.4543</w:t>
      </w:r>
      <w:r>
        <w:tab/>
        <w:t>1.013e0</w:t>
      </w:r>
    </w:p>
    <w:p w:rsidR="007B2329" w:rsidRDefault="007B2329" w:rsidP="007B2329">
      <w:r>
        <w:t>430.4602</w:t>
      </w:r>
      <w:r>
        <w:tab/>
        <w:t>1.013e0</w:t>
      </w:r>
    </w:p>
    <w:p w:rsidR="007B2329" w:rsidRDefault="007B2329" w:rsidP="007B2329">
      <w:r>
        <w:t>430.4676</w:t>
      </w:r>
      <w:r>
        <w:tab/>
        <w:t>1.013e0</w:t>
      </w:r>
    </w:p>
    <w:p w:rsidR="007B2329" w:rsidRDefault="007B2329" w:rsidP="007B2329">
      <w:r>
        <w:lastRenderedPageBreak/>
        <w:t>430.4720</w:t>
      </w:r>
      <w:r>
        <w:tab/>
        <w:t>1.013e0</w:t>
      </w:r>
    </w:p>
    <w:p w:rsidR="007B2329" w:rsidRDefault="007B2329" w:rsidP="007B2329">
      <w:r>
        <w:t>430.5150</w:t>
      </w:r>
      <w:r>
        <w:tab/>
        <w:t>1.013e0</w:t>
      </w:r>
    </w:p>
    <w:p w:rsidR="007B2329" w:rsidRDefault="007B2329" w:rsidP="007B2329">
      <w:r>
        <w:t>430.5361</w:t>
      </w:r>
      <w:r>
        <w:tab/>
        <w:t>3.038e0</w:t>
      </w:r>
    </w:p>
    <w:p w:rsidR="007B2329" w:rsidRDefault="007B2329" w:rsidP="007B2329">
      <w:r>
        <w:t>430.5473</w:t>
      </w:r>
      <w:r>
        <w:tab/>
        <w:t>3.038e0</w:t>
      </w:r>
    </w:p>
    <w:p w:rsidR="007B2329" w:rsidRDefault="007B2329" w:rsidP="007B2329">
      <w:r>
        <w:t>430.5612</w:t>
      </w:r>
      <w:r>
        <w:tab/>
        <w:t>3.049e0</w:t>
      </w:r>
    </w:p>
    <w:p w:rsidR="007B2329" w:rsidRDefault="007B2329" w:rsidP="007B2329">
      <w:r>
        <w:t>430.5747</w:t>
      </w:r>
      <w:r>
        <w:tab/>
        <w:t>3.038e0</w:t>
      </w:r>
    </w:p>
    <w:p w:rsidR="007B2329" w:rsidRDefault="007B2329" w:rsidP="007B2329">
      <w:r>
        <w:t>430.5973</w:t>
      </w:r>
      <w:r>
        <w:tab/>
        <w:t>1.013e0</w:t>
      </w:r>
    </w:p>
    <w:p w:rsidR="007B2329" w:rsidRDefault="007B2329" w:rsidP="007B2329">
      <w:r>
        <w:t>430.6044</w:t>
      </w:r>
      <w:r>
        <w:tab/>
        <w:t>2.025e0</w:t>
      </w:r>
    </w:p>
    <w:p w:rsidR="007B2329" w:rsidRDefault="007B2329" w:rsidP="007B2329">
      <w:r>
        <w:t>430.6190</w:t>
      </w:r>
      <w:r>
        <w:tab/>
        <w:t>1.013e0</w:t>
      </w:r>
    </w:p>
    <w:p w:rsidR="007B2329" w:rsidRDefault="007B2329" w:rsidP="007B2329">
      <w:r>
        <w:t>430.6381</w:t>
      </w:r>
      <w:r>
        <w:tab/>
        <w:t>2.025e0</w:t>
      </w:r>
    </w:p>
    <w:p w:rsidR="007B2329" w:rsidRDefault="007B2329" w:rsidP="007B2329">
      <w:r>
        <w:t>430.6523</w:t>
      </w:r>
      <w:r>
        <w:tab/>
        <w:t>2.025e0</w:t>
      </w:r>
    </w:p>
    <w:p w:rsidR="007B2329" w:rsidRDefault="007B2329" w:rsidP="007B2329">
      <w:r>
        <w:t>430.6546</w:t>
      </w:r>
      <w:r>
        <w:tab/>
        <w:t>1.013e0</w:t>
      </w:r>
    </w:p>
    <w:p w:rsidR="007B2329" w:rsidRDefault="007B2329" w:rsidP="007B2329">
      <w:r>
        <w:t>430.6719</w:t>
      </w:r>
      <w:r>
        <w:tab/>
        <w:t>1.013e0</w:t>
      </w:r>
    </w:p>
    <w:p w:rsidR="007B2329" w:rsidRDefault="007B2329" w:rsidP="007B2329">
      <w:r>
        <w:t>430.6757</w:t>
      </w:r>
      <w:r>
        <w:tab/>
        <w:t>3.038e0</w:t>
      </w:r>
    </w:p>
    <w:p w:rsidR="007B2329" w:rsidRDefault="007B2329" w:rsidP="007B2329">
      <w:r>
        <w:t>430.6939</w:t>
      </w:r>
      <w:r>
        <w:tab/>
        <w:t>1.013e0</w:t>
      </w:r>
    </w:p>
    <w:p w:rsidR="007B2329" w:rsidRDefault="007B2329" w:rsidP="007B2329">
      <w:r>
        <w:t>430.6975</w:t>
      </w:r>
      <w:r>
        <w:tab/>
        <w:t>1.013e0</w:t>
      </w:r>
    </w:p>
    <w:p w:rsidR="007B2329" w:rsidRDefault="007B2329" w:rsidP="007B2329">
      <w:r>
        <w:t>430.7023</w:t>
      </w:r>
      <w:r>
        <w:tab/>
        <w:t>1.013e0</w:t>
      </w:r>
    </w:p>
    <w:p w:rsidR="007B2329" w:rsidRDefault="007B2329" w:rsidP="007B2329">
      <w:r>
        <w:t>430.7190</w:t>
      </w:r>
      <w:r>
        <w:tab/>
        <w:t>2.025e0</w:t>
      </w:r>
    </w:p>
    <w:p w:rsidR="007B2329" w:rsidRDefault="007B2329" w:rsidP="007B2329">
      <w:r>
        <w:t>430.7485</w:t>
      </w:r>
      <w:r>
        <w:tab/>
        <w:t>3.038e0</w:t>
      </w:r>
    </w:p>
    <w:p w:rsidR="007B2329" w:rsidRDefault="007B2329" w:rsidP="007B2329">
      <w:r>
        <w:lastRenderedPageBreak/>
        <w:t>430.7549</w:t>
      </w:r>
      <w:r>
        <w:tab/>
        <w:t>2.025e0</w:t>
      </w:r>
    </w:p>
    <w:p w:rsidR="007B2329" w:rsidRDefault="007B2329" w:rsidP="007B2329">
      <w:r>
        <w:t>430.7656</w:t>
      </w:r>
      <w:r>
        <w:tab/>
        <w:t>2.025e0</w:t>
      </w:r>
    </w:p>
    <w:p w:rsidR="007B2329" w:rsidRDefault="007B2329" w:rsidP="007B2329">
      <w:r>
        <w:t>430.7737</w:t>
      </w:r>
      <w:r>
        <w:tab/>
        <w:t>2.025e0</w:t>
      </w:r>
    </w:p>
    <w:p w:rsidR="007B2329" w:rsidRDefault="007B2329" w:rsidP="007B2329">
      <w:r>
        <w:t>430.7853</w:t>
      </w:r>
      <w:r>
        <w:tab/>
        <w:t>1.013e0</w:t>
      </w:r>
    </w:p>
    <w:p w:rsidR="007B2329" w:rsidRDefault="007B2329" w:rsidP="007B2329">
      <w:r>
        <w:t>430.7929</w:t>
      </w:r>
      <w:r>
        <w:tab/>
        <w:t>1.013e0</w:t>
      </w:r>
    </w:p>
    <w:p w:rsidR="007B2329" w:rsidRDefault="007B2329" w:rsidP="007B2329">
      <w:r>
        <w:t>430.8012</w:t>
      </w:r>
      <w:r>
        <w:tab/>
        <w:t>1.013e0</w:t>
      </w:r>
    </w:p>
    <w:p w:rsidR="007B2329" w:rsidRDefault="007B2329" w:rsidP="007B2329">
      <w:r>
        <w:t>430.8191</w:t>
      </w:r>
      <w:r>
        <w:tab/>
        <w:t>1.013e0</w:t>
      </w:r>
    </w:p>
    <w:p w:rsidR="007B2329" w:rsidRDefault="007B2329" w:rsidP="007B2329">
      <w:r>
        <w:t>430.8620</w:t>
      </w:r>
      <w:r>
        <w:tab/>
        <w:t>1.013e0</w:t>
      </w:r>
    </w:p>
    <w:p w:rsidR="007B2329" w:rsidRDefault="007B2329" w:rsidP="007B2329">
      <w:r>
        <w:t>430.8685</w:t>
      </w:r>
      <w:r>
        <w:tab/>
        <w:t>1.013e0</w:t>
      </w:r>
    </w:p>
    <w:p w:rsidR="007B2329" w:rsidRDefault="007B2329" w:rsidP="007B2329">
      <w:r>
        <w:t>430.8762</w:t>
      </w:r>
      <w:r>
        <w:tab/>
        <w:t>2.025e0</w:t>
      </w:r>
    </w:p>
    <w:p w:rsidR="007B2329" w:rsidRDefault="007B2329" w:rsidP="007B2329">
      <w:r>
        <w:t>430.8774</w:t>
      </w:r>
      <w:r>
        <w:tab/>
        <w:t>2.025e0</w:t>
      </w:r>
    </w:p>
    <w:p w:rsidR="007B2329" w:rsidRDefault="007B2329" w:rsidP="007B2329">
      <w:r>
        <w:t>430.8800</w:t>
      </w:r>
      <w:r>
        <w:tab/>
        <w:t>1.013e0</w:t>
      </w:r>
    </w:p>
    <w:p w:rsidR="007B2329" w:rsidRDefault="007B2329" w:rsidP="007B2329">
      <w:r>
        <w:t>430.8980</w:t>
      </w:r>
      <w:r>
        <w:tab/>
        <w:t>1.013e0</w:t>
      </w:r>
    </w:p>
    <w:p w:rsidR="007B2329" w:rsidRDefault="007B2329" w:rsidP="007B2329">
      <w:r>
        <w:t>430.9229</w:t>
      </w:r>
      <w:r>
        <w:tab/>
        <w:t>1.013e0</w:t>
      </w:r>
    </w:p>
    <w:p w:rsidR="007B2329" w:rsidRDefault="007B2329" w:rsidP="007B2329">
      <w:r>
        <w:t>430.9254</w:t>
      </w:r>
      <w:r>
        <w:tab/>
        <w:t>3.038e0</w:t>
      </w:r>
    </w:p>
    <w:p w:rsidR="007B2329" w:rsidRDefault="007B2329" w:rsidP="007B2329">
      <w:r>
        <w:t>430.9319</w:t>
      </w:r>
      <w:r>
        <w:tab/>
        <w:t>2.025e0</w:t>
      </w:r>
    </w:p>
    <w:p w:rsidR="007B2329" w:rsidRDefault="007B2329" w:rsidP="007B2329">
      <w:r>
        <w:t>430.9810</w:t>
      </w:r>
      <w:r>
        <w:tab/>
        <w:t>3.038e0</w:t>
      </w:r>
    </w:p>
    <w:p w:rsidR="007B2329" w:rsidRDefault="007B2329" w:rsidP="007B2329">
      <w:r>
        <w:t>430.9837</w:t>
      </w:r>
      <w:r>
        <w:tab/>
        <w:t>1.013e0</w:t>
      </w:r>
    </w:p>
    <w:p w:rsidR="007B2329" w:rsidRDefault="007B2329" w:rsidP="007B2329">
      <w:r>
        <w:t>430.9947</w:t>
      </w:r>
      <w:r>
        <w:tab/>
        <w:t>3.038e0</w:t>
      </w:r>
    </w:p>
    <w:p w:rsidR="007B2329" w:rsidRDefault="007B2329" w:rsidP="007B2329">
      <w:r>
        <w:lastRenderedPageBreak/>
        <w:t>430.9972</w:t>
      </w:r>
      <w:r>
        <w:tab/>
        <w:t>1.013e0</w:t>
      </w:r>
    </w:p>
    <w:p w:rsidR="007B2329" w:rsidRDefault="007B2329" w:rsidP="007B2329">
      <w:r>
        <w:t>431.0276</w:t>
      </w:r>
      <w:r>
        <w:tab/>
        <w:t>1.013e0</w:t>
      </w:r>
    </w:p>
    <w:p w:rsidR="007B2329" w:rsidRDefault="007B2329" w:rsidP="007B2329">
      <w:r>
        <w:t>431.0320</w:t>
      </w:r>
      <w:r>
        <w:tab/>
        <w:t>2.025e0</w:t>
      </w:r>
    </w:p>
    <w:p w:rsidR="007B2329" w:rsidRDefault="007B2329" w:rsidP="007B2329">
      <w:r>
        <w:t>431.0445</w:t>
      </w:r>
      <w:r>
        <w:tab/>
        <w:t>1.013e0</w:t>
      </w:r>
    </w:p>
    <w:p w:rsidR="007B2329" w:rsidRDefault="007B2329" w:rsidP="007B2329">
      <w:r>
        <w:t>431.0577</w:t>
      </w:r>
      <w:r>
        <w:tab/>
        <w:t>1.013e0</w:t>
      </w:r>
    </w:p>
    <w:p w:rsidR="007B2329" w:rsidRDefault="007B2329" w:rsidP="007B2329">
      <w:r>
        <w:t>431.0801</w:t>
      </w:r>
      <w:r>
        <w:tab/>
        <w:t>2.025e0</w:t>
      </w:r>
    </w:p>
    <w:p w:rsidR="007B2329" w:rsidRDefault="007B2329" w:rsidP="007B2329">
      <w:r>
        <w:t>431.1055</w:t>
      </w:r>
      <w:r>
        <w:tab/>
        <w:t>1.025e0</w:t>
      </w:r>
    </w:p>
    <w:p w:rsidR="007B2329" w:rsidRDefault="007B2329" w:rsidP="007B2329">
      <w:r>
        <w:t>431.1092</w:t>
      </w:r>
      <w:r>
        <w:tab/>
        <w:t>3.038e0</w:t>
      </w:r>
    </w:p>
    <w:p w:rsidR="007B2329" w:rsidRDefault="007B2329" w:rsidP="007B2329">
      <w:r>
        <w:t>431.1107</w:t>
      </w:r>
      <w:r>
        <w:tab/>
        <w:t>2.025e0</w:t>
      </w:r>
    </w:p>
    <w:p w:rsidR="007B2329" w:rsidRDefault="007B2329" w:rsidP="007B2329">
      <w:r>
        <w:t>431.1167</w:t>
      </w:r>
      <w:r>
        <w:tab/>
        <w:t>3.130e0</w:t>
      </w:r>
    </w:p>
    <w:p w:rsidR="007B2329" w:rsidRDefault="007B2329" w:rsidP="007B2329">
      <w:r>
        <w:t>431.1324</w:t>
      </w:r>
      <w:r>
        <w:tab/>
        <w:t>2.175e0</w:t>
      </w:r>
    </w:p>
    <w:p w:rsidR="007B2329" w:rsidRDefault="007B2329" w:rsidP="007B2329">
      <w:r>
        <w:t>431.1574</w:t>
      </w:r>
      <w:r>
        <w:tab/>
        <w:t>4.097e0</w:t>
      </w:r>
    </w:p>
    <w:p w:rsidR="007B2329" w:rsidRDefault="007B2329" w:rsidP="007B2329">
      <w:r>
        <w:t>431.1732</w:t>
      </w:r>
      <w:r>
        <w:tab/>
        <w:t>8.581e0</w:t>
      </w:r>
    </w:p>
    <w:p w:rsidR="007B2329" w:rsidRDefault="007B2329" w:rsidP="007B2329">
      <w:r>
        <w:t>431.1842</w:t>
      </w:r>
      <w:r>
        <w:tab/>
        <w:t>1.013e0</w:t>
      </w:r>
    </w:p>
    <w:p w:rsidR="007B2329" w:rsidRDefault="007B2329" w:rsidP="007B2329">
      <w:r>
        <w:t>431.1865</w:t>
      </w:r>
      <w:r>
        <w:tab/>
        <w:t>6.108e0</w:t>
      </w:r>
    </w:p>
    <w:p w:rsidR="007B2329" w:rsidRDefault="007B2329" w:rsidP="007B2329">
      <w:r>
        <w:t>431.2176</w:t>
      </w:r>
      <w:r>
        <w:tab/>
        <w:t>3.038e0</w:t>
      </w:r>
    </w:p>
    <w:p w:rsidR="007B2329" w:rsidRDefault="007B2329" w:rsidP="007B2329">
      <w:r>
        <w:t>431.2354</w:t>
      </w:r>
      <w:r>
        <w:tab/>
        <w:t>1.849e1</w:t>
      </w:r>
    </w:p>
    <w:p w:rsidR="007B2329" w:rsidRDefault="007B2329" w:rsidP="007B2329">
      <w:r>
        <w:t>431.2372</w:t>
      </w:r>
      <w:r>
        <w:tab/>
        <w:t>3.041e1</w:t>
      </w:r>
    </w:p>
    <w:p w:rsidR="007B2329" w:rsidRDefault="007B2329" w:rsidP="007B2329">
      <w:r>
        <w:t>431.2440</w:t>
      </w:r>
      <w:r>
        <w:tab/>
        <w:t>7.339e1</w:t>
      </w:r>
    </w:p>
    <w:p w:rsidR="007B2329" w:rsidRDefault="007B2329" w:rsidP="007B2329">
      <w:r>
        <w:lastRenderedPageBreak/>
        <w:t>431.2459</w:t>
      </w:r>
      <w:r>
        <w:tab/>
        <w:t>9.327e0</w:t>
      </w:r>
    </w:p>
    <w:p w:rsidR="007B2329" w:rsidRDefault="007B2329" w:rsidP="007B2329">
      <w:r>
        <w:t>431.2502</w:t>
      </w:r>
      <w:r>
        <w:tab/>
        <w:t>2.557e1</w:t>
      </w:r>
    </w:p>
    <w:p w:rsidR="007B2329" w:rsidRDefault="007B2329" w:rsidP="007B2329">
      <w:r>
        <w:t>431.2579</w:t>
      </w:r>
      <w:r>
        <w:tab/>
        <w:t>1.539e1</w:t>
      </w:r>
    </w:p>
    <w:p w:rsidR="007B2329" w:rsidRDefault="007B2329" w:rsidP="007B2329">
      <w:r>
        <w:t>431.2686</w:t>
      </w:r>
      <w:r>
        <w:tab/>
        <w:t>3.069e-1</w:t>
      </w:r>
    </w:p>
    <w:p w:rsidR="007B2329" w:rsidRDefault="007B2329" w:rsidP="007B2329">
      <w:r>
        <w:t>431.3021</w:t>
      </w:r>
      <w:r>
        <w:tab/>
        <w:t>1.469e0</w:t>
      </w:r>
    </w:p>
    <w:p w:rsidR="007B2329" w:rsidRDefault="007B2329" w:rsidP="007B2329">
      <w:r>
        <w:t>431.3213</w:t>
      </w:r>
      <w:r>
        <w:tab/>
        <w:t>2.748e0</w:t>
      </w:r>
    </w:p>
    <w:p w:rsidR="007B2329" w:rsidRDefault="007B2329" w:rsidP="007B2329">
      <w:r>
        <w:t>431.3336</w:t>
      </w:r>
      <w:r>
        <w:tab/>
        <w:t>2.025e0</w:t>
      </w:r>
    </w:p>
    <w:p w:rsidR="007B2329" w:rsidRDefault="007B2329" w:rsidP="007B2329">
      <w:r>
        <w:t>431.3452</w:t>
      </w:r>
      <w:r>
        <w:tab/>
        <w:t>1.013e0</w:t>
      </w:r>
    </w:p>
    <w:p w:rsidR="007B2329" w:rsidRDefault="007B2329" w:rsidP="007B2329">
      <w:r>
        <w:t>431.3649</w:t>
      </w:r>
      <w:r>
        <w:tab/>
        <w:t>2.025e0</w:t>
      </w:r>
    </w:p>
    <w:p w:rsidR="007B2329" w:rsidRDefault="007B2329" w:rsidP="007B2329">
      <w:r>
        <w:t>431.3677</w:t>
      </w:r>
      <w:r>
        <w:tab/>
        <w:t>5.051e0</w:t>
      </w:r>
    </w:p>
    <w:p w:rsidR="007B2329" w:rsidRDefault="007B2329" w:rsidP="007B2329">
      <w:r>
        <w:t>431.3759</w:t>
      </w:r>
      <w:r>
        <w:tab/>
        <w:t>1.013e0</w:t>
      </w:r>
    </w:p>
    <w:p w:rsidR="007B2329" w:rsidRDefault="007B2329" w:rsidP="007B2329">
      <w:r>
        <w:t>431.4013</w:t>
      </w:r>
      <w:r>
        <w:tab/>
        <w:t>2.038e0</w:t>
      </w:r>
    </w:p>
    <w:p w:rsidR="007B2329" w:rsidRDefault="007B2329" w:rsidP="007B2329">
      <w:r>
        <w:t>431.4032</w:t>
      </w:r>
      <w:r>
        <w:tab/>
        <w:t>2.025e0</w:t>
      </w:r>
    </w:p>
    <w:p w:rsidR="007B2329" w:rsidRDefault="007B2329" w:rsidP="007B2329">
      <w:r>
        <w:t>431.4328</w:t>
      </w:r>
      <w:r>
        <w:tab/>
        <w:t>1.025e0</w:t>
      </w:r>
    </w:p>
    <w:p w:rsidR="007B2329" w:rsidRDefault="007B2329" w:rsidP="007B2329">
      <w:r>
        <w:t>431.4364</w:t>
      </w:r>
      <w:r>
        <w:tab/>
        <w:t>1.013e0</w:t>
      </w:r>
    </w:p>
    <w:p w:rsidR="007B2329" w:rsidRDefault="007B2329" w:rsidP="007B2329">
      <w:r>
        <w:t>431.4482</w:t>
      </w:r>
      <w:r>
        <w:tab/>
        <w:t>3.038e0</w:t>
      </w:r>
    </w:p>
    <w:p w:rsidR="007B2329" w:rsidRDefault="007B2329" w:rsidP="007B2329">
      <w:r>
        <w:t>431.4793</w:t>
      </w:r>
      <w:r>
        <w:tab/>
        <w:t>2.025e0</w:t>
      </w:r>
    </w:p>
    <w:p w:rsidR="007B2329" w:rsidRDefault="007B2329" w:rsidP="007B2329">
      <w:r>
        <w:t>431.4924</w:t>
      </w:r>
      <w:r>
        <w:tab/>
        <w:t>3.038e0</w:t>
      </w:r>
    </w:p>
    <w:p w:rsidR="007B2329" w:rsidRDefault="007B2329" w:rsidP="007B2329">
      <w:r>
        <w:t>431.5007</w:t>
      </w:r>
      <w:r>
        <w:tab/>
        <w:t>2.025e0</w:t>
      </w:r>
    </w:p>
    <w:p w:rsidR="007B2329" w:rsidRDefault="007B2329" w:rsidP="007B2329">
      <w:r>
        <w:lastRenderedPageBreak/>
        <w:t>431.5248</w:t>
      </w:r>
      <w:r>
        <w:tab/>
        <w:t>5.063e0</w:t>
      </w:r>
    </w:p>
    <w:p w:rsidR="007B2329" w:rsidRDefault="007B2329" w:rsidP="007B2329">
      <w:r>
        <w:t>431.5427</w:t>
      </w:r>
      <w:r>
        <w:tab/>
        <w:t>1.013e0</w:t>
      </w:r>
    </w:p>
    <w:p w:rsidR="007B2329" w:rsidRDefault="007B2329" w:rsidP="007B2329">
      <w:r>
        <w:t>431.5491</w:t>
      </w:r>
      <w:r>
        <w:tab/>
        <w:t>2.025e0</w:t>
      </w:r>
    </w:p>
    <w:p w:rsidR="007B2329" w:rsidRDefault="007B2329" w:rsidP="007B2329">
      <w:r>
        <w:t>431.5577</w:t>
      </w:r>
      <w:r>
        <w:tab/>
        <w:t>1.013e0</w:t>
      </w:r>
    </w:p>
    <w:p w:rsidR="007B2329" w:rsidRDefault="007B2329" w:rsidP="007B2329">
      <w:r>
        <w:t>431.5741</w:t>
      </w:r>
      <w:r>
        <w:tab/>
        <w:t>1.013e0</w:t>
      </w:r>
    </w:p>
    <w:p w:rsidR="007B2329" w:rsidRDefault="007B2329" w:rsidP="007B2329">
      <w:r>
        <w:t>431.6031</w:t>
      </w:r>
      <w:r>
        <w:tab/>
        <w:t>1.013e0</w:t>
      </w:r>
    </w:p>
    <w:p w:rsidR="007B2329" w:rsidRDefault="007B2329" w:rsidP="007B2329">
      <w:r>
        <w:t>431.6183</w:t>
      </w:r>
      <w:r>
        <w:tab/>
        <w:t>1.013e0</w:t>
      </w:r>
    </w:p>
    <w:p w:rsidR="007B2329" w:rsidRDefault="007B2329" w:rsidP="007B2329">
      <w:r>
        <w:t>431.6638</w:t>
      </w:r>
      <w:r>
        <w:tab/>
        <w:t>2.025e0</w:t>
      </w:r>
    </w:p>
    <w:p w:rsidR="007B2329" w:rsidRDefault="007B2329" w:rsidP="007B2329">
      <w:r>
        <w:t>431.6682</w:t>
      </w:r>
      <w:r>
        <w:tab/>
        <w:t>2.025e0</w:t>
      </w:r>
    </w:p>
    <w:p w:rsidR="007B2329" w:rsidRDefault="007B2329" w:rsidP="007B2329">
      <w:r>
        <w:t>431.6750</w:t>
      </w:r>
      <w:r>
        <w:tab/>
        <w:t>3.038e0</w:t>
      </w:r>
    </w:p>
    <w:p w:rsidR="007B2329" w:rsidRDefault="007B2329" w:rsidP="007B2329">
      <w:r>
        <w:t>431.7030</w:t>
      </w:r>
      <w:r>
        <w:tab/>
        <w:t>2.025e0</w:t>
      </w:r>
    </w:p>
    <w:p w:rsidR="007B2329" w:rsidRDefault="007B2329" w:rsidP="007B2329">
      <w:r>
        <w:t>431.7136</w:t>
      </w:r>
      <w:r>
        <w:tab/>
        <w:t>1.013e0</w:t>
      </w:r>
    </w:p>
    <w:p w:rsidR="007B2329" w:rsidRDefault="007B2329" w:rsidP="007B2329">
      <w:r>
        <w:t>431.7203</w:t>
      </w:r>
      <w:r>
        <w:tab/>
        <w:t>4.358e0</w:t>
      </w:r>
    </w:p>
    <w:p w:rsidR="007B2329" w:rsidRDefault="007B2329" w:rsidP="007B2329">
      <w:r>
        <w:t>431.7263</w:t>
      </w:r>
      <w:r>
        <w:tab/>
        <w:t>6.076e0</w:t>
      </w:r>
    </w:p>
    <w:p w:rsidR="007B2329" w:rsidRDefault="007B2329" w:rsidP="007B2329">
      <w:r>
        <w:t>431.7405</w:t>
      </w:r>
      <w:r>
        <w:tab/>
        <w:t>2.025e0</w:t>
      </w:r>
    </w:p>
    <w:p w:rsidR="007B2329" w:rsidRDefault="007B2329" w:rsidP="007B2329">
      <w:r>
        <w:t>431.7473</w:t>
      </w:r>
      <w:r>
        <w:tab/>
        <w:t>1.013e0</w:t>
      </w:r>
    </w:p>
    <w:p w:rsidR="007B2329" w:rsidRDefault="007B2329" w:rsidP="007B2329">
      <w:r>
        <w:t>431.7779</w:t>
      </w:r>
      <w:r>
        <w:tab/>
        <w:t>1.013e0</w:t>
      </w:r>
    </w:p>
    <w:p w:rsidR="007B2329" w:rsidRDefault="007B2329" w:rsidP="007B2329">
      <w:r>
        <w:t>431.8003</w:t>
      </w:r>
      <w:r>
        <w:tab/>
        <w:t>1.013e0</w:t>
      </w:r>
    </w:p>
    <w:p w:rsidR="007B2329" w:rsidRDefault="007B2329" w:rsidP="007B2329">
      <w:r>
        <w:t>431.8045</w:t>
      </w:r>
      <w:r>
        <w:tab/>
        <w:t>2.025e0</w:t>
      </w:r>
    </w:p>
    <w:p w:rsidR="007B2329" w:rsidRDefault="007B2329" w:rsidP="007B2329">
      <w:r>
        <w:lastRenderedPageBreak/>
        <w:t>431.8198</w:t>
      </w:r>
      <w:r>
        <w:tab/>
        <w:t>2.025e0</w:t>
      </w:r>
    </w:p>
    <w:p w:rsidR="007B2329" w:rsidRDefault="007B2329" w:rsidP="007B2329">
      <w:r>
        <w:t>431.8283</w:t>
      </w:r>
      <w:r>
        <w:tab/>
        <w:t>2.025e0</w:t>
      </w:r>
    </w:p>
    <w:p w:rsidR="007B2329" w:rsidRDefault="007B2329" w:rsidP="007B2329">
      <w:r>
        <w:t>431.8684</w:t>
      </w:r>
      <w:r>
        <w:tab/>
        <w:t>1.013e0</w:t>
      </w:r>
    </w:p>
    <w:p w:rsidR="007B2329" w:rsidRDefault="007B2329" w:rsidP="007B2329">
      <w:r>
        <w:t>431.8709</w:t>
      </w:r>
      <w:r>
        <w:tab/>
        <w:t>1.025e0</w:t>
      </w:r>
    </w:p>
    <w:p w:rsidR="007B2329" w:rsidRDefault="007B2329" w:rsidP="007B2329">
      <w:r>
        <w:t>431.8748</w:t>
      </w:r>
      <w:r>
        <w:tab/>
        <w:t>2.025e0</w:t>
      </w:r>
    </w:p>
    <w:p w:rsidR="007B2329" w:rsidRDefault="007B2329" w:rsidP="007B2329">
      <w:r>
        <w:t>431.9178</w:t>
      </w:r>
      <w:r>
        <w:tab/>
        <w:t>4.051e0</w:t>
      </w:r>
    </w:p>
    <w:p w:rsidR="007B2329" w:rsidRDefault="007B2329" w:rsidP="007B2329">
      <w:r>
        <w:t>431.9288</w:t>
      </w:r>
      <w:r>
        <w:tab/>
        <w:t>3.038e0</w:t>
      </w:r>
    </w:p>
    <w:p w:rsidR="007B2329" w:rsidRDefault="007B2329" w:rsidP="007B2329">
      <w:r>
        <w:t>431.9444</w:t>
      </w:r>
      <w:r>
        <w:tab/>
        <w:t>1.013e0</w:t>
      </w:r>
    </w:p>
    <w:p w:rsidR="007B2329" w:rsidRDefault="007B2329" w:rsidP="007B2329">
      <w:r>
        <w:t>431.9519</w:t>
      </w:r>
      <w:r>
        <w:tab/>
        <w:t>1.013e0</w:t>
      </w:r>
    </w:p>
    <w:p w:rsidR="007B2329" w:rsidRDefault="007B2329" w:rsidP="007B2329">
      <w:r>
        <w:t>431.9570</w:t>
      </w:r>
      <w:r>
        <w:tab/>
        <w:t>1.013e0</w:t>
      </w:r>
    </w:p>
    <w:p w:rsidR="007B2329" w:rsidRDefault="007B2329" w:rsidP="007B2329">
      <w:r>
        <w:t>431.9582</w:t>
      </w:r>
      <w:r>
        <w:tab/>
        <w:t>1.025e0</w:t>
      </w:r>
    </w:p>
    <w:p w:rsidR="007B2329" w:rsidRDefault="007B2329" w:rsidP="007B2329">
      <w:r>
        <w:t>431.9785</w:t>
      </w:r>
      <w:r>
        <w:tab/>
        <w:t>1.013e0</w:t>
      </w:r>
    </w:p>
    <w:p w:rsidR="007B2329" w:rsidRDefault="007B2329" w:rsidP="007B2329">
      <w:r>
        <w:t>431.9896</w:t>
      </w:r>
      <w:r>
        <w:tab/>
        <w:t>3.038e0</w:t>
      </w:r>
    </w:p>
    <w:p w:rsidR="007B2329" w:rsidRDefault="007B2329" w:rsidP="007B2329">
      <w:r>
        <w:t>432.0056</w:t>
      </w:r>
      <w:r>
        <w:tab/>
        <w:t>3.038e0</w:t>
      </w:r>
    </w:p>
    <w:p w:rsidR="007B2329" w:rsidRDefault="007B2329" w:rsidP="007B2329">
      <w:r>
        <w:t>432.0126</w:t>
      </w:r>
      <w:r>
        <w:tab/>
        <w:t>1.013e0</w:t>
      </w:r>
    </w:p>
    <w:p w:rsidR="007B2329" w:rsidRDefault="007B2329" w:rsidP="007B2329">
      <w:r>
        <w:t>432.0178</w:t>
      </w:r>
      <w:r>
        <w:tab/>
        <w:t>1.013e0</w:t>
      </w:r>
    </w:p>
    <w:p w:rsidR="007B2329" w:rsidRDefault="007B2329" w:rsidP="007B2329">
      <w:r>
        <w:t>432.0418</w:t>
      </w:r>
      <w:r>
        <w:tab/>
        <w:t>1.025e0</w:t>
      </w:r>
    </w:p>
    <w:p w:rsidR="007B2329" w:rsidRDefault="007B2329" w:rsidP="007B2329">
      <w:r>
        <w:t>432.0505</w:t>
      </w:r>
      <w:r>
        <w:tab/>
        <w:t>1.013e0</w:t>
      </w:r>
    </w:p>
    <w:p w:rsidR="007B2329" w:rsidRDefault="007B2329" w:rsidP="007B2329">
      <w:r>
        <w:t>432.0575</w:t>
      </w:r>
      <w:r>
        <w:tab/>
        <w:t>1.013e0</w:t>
      </w:r>
    </w:p>
    <w:p w:rsidR="007B2329" w:rsidRDefault="007B2329" w:rsidP="007B2329">
      <w:r>
        <w:lastRenderedPageBreak/>
        <w:t>432.0609</w:t>
      </w:r>
      <w:r>
        <w:tab/>
        <w:t>1.013e0</w:t>
      </w:r>
    </w:p>
    <w:p w:rsidR="007B2329" w:rsidRDefault="007B2329" w:rsidP="007B2329">
      <w:r>
        <w:t>432.0786</w:t>
      </w:r>
      <w:r>
        <w:tab/>
        <w:t>1.013e0</w:t>
      </w:r>
    </w:p>
    <w:p w:rsidR="007B2329" w:rsidRDefault="007B2329" w:rsidP="007B2329">
      <w:r>
        <w:t>432.0824</w:t>
      </w:r>
      <w:r>
        <w:tab/>
        <w:t>1.013e0</w:t>
      </w:r>
    </w:p>
    <w:p w:rsidR="007B2329" w:rsidRDefault="007B2329" w:rsidP="007B2329">
      <w:r>
        <w:t>432.1186</w:t>
      </w:r>
      <w:r>
        <w:tab/>
        <w:t>4.051e0</w:t>
      </w:r>
    </w:p>
    <w:p w:rsidR="007B2329" w:rsidRDefault="007B2329" w:rsidP="007B2329">
      <w:r>
        <w:t>432.1287</w:t>
      </w:r>
      <w:r>
        <w:tab/>
        <w:t>3.038e0</w:t>
      </w:r>
    </w:p>
    <w:p w:rsidR="007B2329" w:rsidRDefault="007B2329" w:rsidP="007B2329">
      <w:r>
        <w:t>432.1369</w:t>
      </w:r>
      <w:r>
        <w:tab/>
        <w:t>1.832e0</w:t>
      </w:r>
    </w:p>
    <w:p w:rsidR="007B2329" w:rsidRDefault="007B2329" w:rsidP="007B2329">
      <w:r>
        <w:t>432.1429</w:t>
      </w:r>
      <w:r>
        <w:tab/>
        <w:t>1.378e0</w:t>
      </w:r>
    </w:p>
    <w:p w:rsidR="007B2329" w:rsidRDefault="007B2329" w:rsidP="007B2329">
      <w:r>
        <w:t>432.1603</w:t>
      </w:r>
      <w:r>
        <w:tab/>
        <w:t>1.491e0</w:t>
      </w:r>
    </w:p>
    <w:p w:rsidR="007B2329" w:rsidRDefault="007B2329" w:rsidP="007B2329">
      <w:r>
        <w:t>432.1651</w:t>
      </w:r>
      <w:r>
        <w:tab/>
        <w:t>6.348e0</w:t>
      </w:r>
    </w:p>
    <w:p w:rsidR="007B2329" w:rsidRDefault="007B2329" w:rsidP="007B2329">
      <w:r>
        <w:t>432.1682</w:t>
      </w:r>
      <w:r>
        <w:tab/>
        <w:t>3.038e0</w:t>
      </w:r>
    </w:p>
    <w:p w:rsidR="007B2329" w:rsidRDefault="007B2329" w:rsidP="007B2329">
      <w:r>
        <w:t>432.1752</w:t>
      </w:r>
      <w:r>
        <w:tab/>
        <w:t>1.504e0</w:t>
      </w:r>
    </w:p>
    <w:p w:rsidR="007B2329" w:rsidRDefault="007B2329" w:rsidP="007B2329">
      <w:r>
        <w:t>432.2318</w:t>
      </w:r>
      <w:r>
        <w:tab/>
        <w:t>3.038e0</w:t>
      </w:r>
    </w:p>
    <w:p w:rsidR="007B2329" w:rsidRDefault="007B2329" w:rsidP="007B2329">
      <w:r>
        <w:t>432.2457</w:t>
      </w:r>
      <w:r>
        <w:tab/>
        <w:t>2.363e1</w:t>
      </w:r>
    </w:p>
    <w:p w:rsidR="007B2329" w:rsidRDefault="007B2329" w:rsidP="007B2329">
      <w:r>
        <w:t>432.2497</w:t>
      </w:r>
      <w:r>
        <w:tab/>
        <w:t>5.540e1</w:t>
      </w:r>
    </w:p>
    <w:p w:rsidR="007B2329" w:rsidRDefault="007B2329" w:rsidP="007B2329">
      <w:r>
        <w:t>432.2516</w:t>
      </w:r>
      <w:r>
        <w:tab/>
        <w:t>2.197e1</w:t>
      </w:r>
    </w:p>
    <w:p w:rsidR="007B2329" w:rsidRDefault="007B2329" w:rsidP="007B2329">
      <w:r>
        <w:t>432.2533</w:t>
      </w:r>
      <w:r>
        <w:tab/>
        <w:t>6.385e1</w:t>
      </w:r>
    </w:p>
    <w:p w:rsidR="007B2329" w:rsidRDefault="007B2329" w:rsidP="007B2329">
      <w:r>
        <w:t>432.2554</w:t>
      </w:r>
      <w:r>
        <w:tab/>
        <w:t>2.025e0</w:t>
      </w:r>
    </w:p>
    <w:p w:rsidR="007B2329" w:rsidRDefault="007B2329" w:rsidP="007B2329">
      <w:r>
        <w:t>432.2645</w:t>
      </w:r>
      <w:r>
        <w:tab/>
        <w:t>2.874e1</w:t>
      </w:r>
    </w:p>
    <w:p w:rsidR="007B2329" w:rsidRDefault="007B2329" w:rsidP="007B2329">
      <w:r>
        <w:t>432.3213</w:t>
      </w:r>
      <w:r>
        <w:tab/>
        <w:t>3.778e0</w:t>
      </w:r>
    </w:p>
    <w:p w:rsidR="007B2329" w:rsidRDefault="007B2329" w:rsidP="007B2329">
      <w:r>
        <w:lastRenderedPageBreak/>
        <w:t>432.3328</w:t>
      </w:r>
      <w:r>
        <w:tab/>
        <w:t>2.025e0</w:t>
      </w:r>
    </w:p>
    <w:p w:rsidR="007B2329" w:rsidRDefault="007B2329" w:rsidP="007B2329">
      <w:r>
        <w:t>432.3367</w:t>
      </w:r>
      <w:r>
        <w:tab/>
        <w:t>2.738e0</w:t>
      </w:r>
    </w:p>
    <w:p w:rsidR="007B2329" w:rsidRDefault="007B2329" w:rsidP="007B2329">
      <w:r>
        <w:t>432.3466</w:t>
      </w:r>
      <w:r>
        <w:tab/>
        <w:t>6.076e0</w:t>
      </w:r>
    </w:p>
    <w:p w:rsidR="007B2329" w:rsidRDefault="007B2329" w:rsidP="007B2329">
      <w:r>
        <w:t>432.3540</w:t>
      </w:r>
      <w:r>
        <w:tab/>
        <w:t>1.013e0</w:t>
      </w:r>
    </w:p>
    <w:p w:rsidR="007B2329" w:rsidRDefault="007B2329" w:rsidP="007B2329">
      <w:r>
        <w:t>432.3616</w:t>
      </w:r>
      <w:r>
        <w:tab/>
        <w:t>1.013e0</w:t>
      </w:r>
    </w:p>
    <w:p w:rsidR="007B2329" w:rsidRDefault="007B2329" w:rsidP="007B2329">
      <w:r>
        <w:t>432.3692</w:t>
      </w:r>
      <w:r>
        <w:tab/>
        <w:t>1.013e0</w:t>
      </w:r>
    </w:p>
    <w:p w:rsidR="007B2329" w:rsidRDefault="007B2329" w:rsidP="007B2329">
      <w:r>
        <w:t>432.3717</w:t>
      </w:r>
      <w:r>
        <w:tab/>
        <w:t>2.025e0</w:t>
      </w:r>
    </w:p>
    <w:p w:rsidR="007B2329" w:rsidRDefault="007B2329" w:rsidP="007B2329">
      <w:r>
        <w:t>432.3773</w:t>
      </w:r>
      <w:r>
        <w:tab/>
        <w:t>2.025e0</w:t>
      </w:r>
    </w:p>
    <w:p w:rsidR="007B2329" w:rsidRDefault="007B2329" w:rsidP="007B2329">
      <w:r>
        <w:t>432.4032</w:t>
      </w:r>
      <w:r>
        <w:tab/>
        <w:t>2.025e0</w:t>
      </w:r>
    </w:p>
    <w:p w:rsidR="007B2329" w:rsidRDefault="007B2329" w:rsidP="007B2329">
      <w:r>
        <w:t>432.4079</w:t>
      </w:r>
      <w:r>
        <w:tab/>
        <w:t>1.013e0</w:t>
      </w:r>
    </w:p>
    <w:p w:rsidR="007B2329" w:rsidRDefault="007B2329" w:rsidP="007B2329">
      <w:r>
        <w:t>432.4642</w:t>
      </w:r>
      <w:r>
        <w:tab/>
        <w:t>4.051e0</w:t>
      </w:r>
    </w:p>
    <w:p w:rsidR="007B2329" w:rsidRDefault="007B2329" w:rsidP="007B2329">
      <w:r>
        <w:t>432.4760</w:t>
      </w:r>
      <w:r>
        <w:tab/>
        <w:t>2.025e0</w:t>
      </w:r>
    </w:p>
    <w:p w:rsidR="007B2329" w:rsidRDefault="007B2329" w:rsidP="007B2329">
      <w:r>
        <w:t>432.4984</w:t>
      </w:r>
      <w:r>
        <w:tab/>
        <w:t>1.013e0</w:t>
      </w:r>
    </w:p>
    <w:p w:rsidR="007B2329" w:rsidRDefault="007B2329" w:rsidP="007B2329">
      <w:r>
        <w:t>432.5036</w:t>
      </w:r>
      <w:r>
        <w:tab/>
        <w:t>4.284e0</w:t>
      </w:r>
    </w:p>
    <w:p w:rsidR="007B2329" w:rsidRDefault="007B2329" w:rsidP="007B2329">
      <w:r>
        <w:t>432.5137</w:t>
      </w:r>
      <w:r>
        <w:tab/>
        <w:t>1.013e0</w:t>
      </w:r>
    </w:p>
    <w:p w:rsidR="007B2329" w:rsidRDefault="007B2329" w:rsidP="007B2329">
      <w:r>
        <w:t>432.5250</w:t>
      </w:r>
      <w:r>
        <w:tab/>
        <w:t>3.038e0</w:t>
      </w:r>
    </w:p>
    <w:p w:rsidR="007B2329" w:rsidRDefault="007B2329" w:rsidP="007B2329">
      <w:r>
        <w:t>432.5297</w:t>
      </w:r>
      <w:r>
        <w:tab/>
        <w:t>1.013e0</w:t>
      </w:r>
    </w:p>
    <w:p w:rsidR="007B2329" w:rsidRDefault="007B2329" w:rsidP="007B2329">
      <w:r>
        <w:t>432.5405</w:t>
      </w:r>
      <w:r>
        <w:tab/>
        <w:t>5.063e0</w:t>
      </w:r>
    </w:p>
    <w:p w:rsidR="007B2329" w:rsidRDefault="007B2329" w:rsidP="007B2329">
      <w:r>
        <w:t>432.5751</w:t>
      </w:r>
      <w:r>
        <w:tab/>
        <w:t>2.025e0</w:t>
      </w:r>
    </w:p>
    <w:p w:rsidR="007B2329" w:rsidRDefault="007B2329" w:rsidP="007B2329">
      <w:r>
        <w:lastRenderedPageBreak/>
        <w:t>432.5819</w:t>
      </w:r>
      <w:r>
        <w:tab/>
        <w:t>1.013e0</w:t>
      </w:r>
    </w:p>
    <w:p w:rsidR="007B2329" w:rsidRDefault="007B2329" w:rsidP="007B2329">
      <w:r>
        <w:t>432.5928</w:t>
      </w:r>
      <w:r>
        <w:tab/>
        <w:t>2.025e0</w:t>
      </w:r>
    </w:p>
    <w:p w:rsidR="007B2329" w:rsidRDefault="007B2329" w:rsidP="007B2329">
      <w:r>
        <w:t>432.5961</w:t>
      </w:r>
      <w:r>
        <w:tab/>
        <w:t>2.025e0</w:t>
      </w:r>
    </w:p>
    <w:p w:rsidR="007B2329" w:rsidRDefault="007B2329" w:rsidP="007B2329">
      <w:r>
        <w:t>432.6002</w:t>
      </w:r>
      <w:r>
        <w:tab/>
        <w:t>2.532e-2</w:t>
      </w:r>
    </w:p>
    <w:p w:rsidR="007B2329" w:rsidRDefault="007B2329" w:rsidP="007B2329">
      <w:r>
        <w:t>432.6123</w:t>
      </w:r>
      <w:r>
        <w:tab/>
        <w:t>2.025e0</w:t>
      </w:r>
    </w:p>
    <w:p w:rsidR="007B2329" w:rsidRDefault="007B2329" w:rsidP="007B2329">
      <w:r>
        <w:t>432.6175</w:t>
      </w:r>
      <w:r>
        <w:tab/>
        <w:t>2.025e0</w:t>
      </w:r>
    </w:p>
    <w:p w:rsidR="007B2329" w:rsidRDefault="007B2329" w:rsidP="007B2329">
      <w:r>
        <w:t>432.6350</w:t>
      </w:r>
      <w:r>
        <w:tab/>
        <w:t>3.038e0</w:t>
      </w:r>
    </w:p>
    <w:p w:rsidR="007B2329" w:rsidRDefault="007B2329" w:rsidP="007B2329">
      <w:r>
        <w:t>432.6481</w:t>
      </w:r>
      <w:r>
        <w:tab/>
        <w:t>4.051e0</w:t>
      </w:r>
    </w:p>
    <w:p w:rsidR="007B2329" w:rsidRDefault="007B2329" w:rsidP="007B2329">
      <w:r>
        <w:t>432.6577</w:t>
      </w:r>
      <w:r>
        <w:tab/>
        <w:t>1.013e0</w:t>
      </w:r>
    </w:p>
    <w:p w:rsidR="007B2329" w:rsidRDefault="007B2329" w:rsidP="007B2329">
      <w:r>
        <w:t>432.6914</w:t>
      </w:r>
      <w:r>
        <w:tab/>
        <w:t>4.051e0</w:t>
      </w:r>
    </w:p>
    <w:p w:rsidR="007B2329" w:rsidRDefault="007B2329" w:rsidP="007B2329">
      <w:r>
        <w:t>432.6996</w:t>
      </w:r>
      <w:r>
        <w:tab/>
        <w:t>2.025e0</w:t>
      </w:r>
    </w:p>
    <w:p w:rsidR="007B2329" w:rsidRDefault="007B2329" w:rsidP="007B2329">
      <w:r>
        <w:t>432.7036</w:t>
      </w:r>
      <w:r>
        <w:tab/>
        <w:t>1.013e0</w:t>
      </w:r>
    </w:p>
    <w:p w:rsidR="007B2329" w:rsidRDefault="007B2329" w:rsidP="007B2329">
      <w:r>
        <w:t>432.7086</w:t>
      </w:r>
      <w:r>
        <w:tab/>
        <w:t>1.013e0</w:t>
      </w:r>
    </w:p>
    <w:p w:rsidR="007B2329" w:rsidRDefault="007B2329" w:rsidP="007B2329">
      <w:r>
        <w:t>432.7301</w:t>
      </w:r>
      <w:r>
        <w:tab/>
        <w:t>1.013e0</w:t>
      </w:r>
    </w:p>
    <w:p w:rsidR="007B2329" w:rsidRDefault="007B2329" w:rsidP="007B2329">
      <w:r>
        <w:t>432.7481</w:t>
      </w:r>
      <w:r>
        <w:tab/>
        <w:t>1.013e0</w:t>
      </w:r>
    </w:p>
    <w:p w:rsidR="007B2329" w:rsidRDefault="007B2329" w:rsidP="007B2329">
      <w:r>
        <w:t>432.7518</w:t>
      </w:r>
      <w:r>
        <w:tab/>
        <w:t>2.025e0</w:t>
      </w:r>
    </w:p>
    <w:p w:rsidR="007B2329" w:rsidRDefault="007B2329" w:rsidP="007B2329">
      <w:r>
        <w:t>432.7623</w:t>
      </w:r>
      <w:r>
        <w:tab/>
        <w:t>2.025e0</w:t>
      </w:r>
    </w:p>
    <w:p w:rsidR="007B2329" w:rsidRDefault="007B2329" w:rsidP="007B2329">
      <w:r>
        <w:t>432.7641</w:t>
      </w:r>
      <w:r>
        <w:tab/>
        <w:t>1.013e0</w:t>
      </w:r>
    </w:p>
    <w:p w:rsidR="007B2329" w:rsidRDefault="007B2329" w:rsidP="007B2329">
      <w:r>
        <w:t>432.7695</w:t>
      </w:r>
      <w:r>
        <w:tab/>
        <w:t>1.013e0</w:t>
      </w:r>
    </w:p>
    <w:p w:rsidR="007B2329" w:rsidRDefault="007B2329" w:rsidP="007B2329">
      <w:r>
        <w:lastRenderedPageBreak/>
        <w:t>432.7911</w:t>
      </w:r>
      <w:r>
        <w:tab/>
        <w:t>2.025e0</w:t>
      </w:r>
    </w:p>
    <w:p w:rsidR="007B2329" w:rsidRDefault="007B2329" w:rsidP="007B2329">
      <w:r>
        <w:t>432.8019</w:t>
      </w:r>
      <w:r>
        <w:tab/>
        <w:t>3.038e0</w:t>
      </w:r>
    </w:p>
    <w:p w:rsidR="007B2329" w:rsidRDefault="007B2329" w:rsidP="007B2329">
      <w:r>
        <w:t>432.8173</w:t>
      </w:r>
      <w:r>
        <w:tab/>
        <w:t>1.013e0</w:t>
      </w:r>
    </w:p>
    <w:p w:rsidR="007B2329" w:rsidRDefault="007B2329" w:rsidP="007B2329">
      <w:r>
        <w:t>432.8401</w:t>
      </w:r>
      <w:r>
        <w:tab/>
        <w:t>2.025e0</w:t>
      </w:r>
    </w:p>
    <w:p w:rsidR="007B2329" w:rsidRDefault="007B2329" w:rsidP="007B2329">
      <w:r>
        <w:t>432.8625</w:t>
      </w:r>
      <w:r>
        <w:tab/>
        <w:t>3.038e0</w:t>
      </w:r>
    </w:p>
    <w:p w:rsidR="007B2329" w:rsidRDefault="007B2329" w:rsidP="007B2329">
      <w:r>
        <w:t>432.8699</w:t>
      </w:r>
      <w:r>
        <w:tab/>
        <w:t>1.013e0</w:t>
      </w:r>
    </w:p>
    <w:p w:rsidR="007B2329" w:rsidRDefault="007B2329" w:rsidP="007B2329">
      <w:r>
        <w:t>432.8734</w:t>
      </w:r>
      <w:r>
        <w:tab/>
        <w:t>1.013e0</w:t>
      </w:r>
    </w:p>
    <w:p w:rsidR="007B2329" w:rsidRDefault="007B2329" w:rsidP="007B2329">
      <w:r>
        <w:t>432.8806</w:t>
      </w:r>
      <w:r>
        <w:tab/>
        <w:t>2.025e0</w:t>
      </w:r>
    </w:p>
    <w:p w:rsidR="007B2329" w:rsidRDefault="007B2329" w:rsidP="007B2329">
      <w:r>
        <w:t>432.9235</w:t>
      </w:r>
      <w:r>
        <w:tab/>
        <w:t>2.025e0</w:t>
      </w:r>
    </w:p>
    <w:p w:rsidR="007B2329" w:rsidRDefault="007B2329" w:rsidP="007B2329">
      <w:r>
        <w:t>432.9307</w:t>
      </w:r>
      <w:r>
        <w:tab/>
        <w:t>2.025e0</w:t>
      </w:r>
    </w:p>
    <w:p w:rsidR="007B2329" w:rsidRDefault="007B2329" w:rsidP="007B2329">
      <w:r>
        <w:t>432.9351</w:t>
      </w:r>
      <w:r>
        <w:tab/>
        <w:t>2.025e0</w:t>
      </w:r>
    </w:p>
    <w:p w:rsidR="007B2329" w:rsidRDefault="007B2329" w:rsidP="007B2329">
      <w:r>
        <w:t>432.9389</w:t>
      </w:r>
      <w:r>
        <w:tab/>
        <w:t>1.013e0</w:t>
      </w:r>
    </w:p>
    <w:p w:rsidR="007B2329" w:rsidRDefault="007B2329" w:rsidP="007B2329">
      <w:r>
        <w:t>432.9737</w:t>
      </w:r>
      <w:r>
        <w:tab/>
        <w:t>1.013e0</w:t>
      </w:r>
    </w:p>
    <w:p w:rsidR="007B2329" w:rsidRDefault="007B2329" w:rsidP="007B2329">
      <w:r>
        <w:t>432.9759</w:t>
      </w:r>
      <w:r>
        <w:tab/>
        <w:t>2.532e-2</w:t>
      </w:r>
    </w:p>
    <w:p w:rsidR="007B2329" w:rsidRDefault="007B2329" w:rsidP="007B2329">
      <w:r>
        <w:t>432.9769</w:t>
      </w:r>
      <w:r>
        <w:tab/>
        <w:t>1.013e0</w:t>
      </w:r>
    </w:p>
    <w:p w:rsidR="007B2329" w:rsidRDefault="007B2329" w:rsidP="007B2329">
      <w:r>
        <w:t>432.9799</w:t>
      </w:r>
      <w:r>
        <w:tab/>
        <w:t>3.038e0</w:t>
      </w:r>
    </w:p>
    <w:p w:rsidR="007B2329" w:rsidRDefault="007B2329" w:rsidP="007B2329">
      <w:r>
        <w:t>432.9880</w:t>
      </w:r>
      <w:r>
        <w:tab/>
        <w:t>2.025e0</w:t>
      </w:r>
    </w:p>
    <w:p w:rsidR="007B2329" w:rsidRDefault="007B2329" w:rsidP="007B2329">
      <w:r>
        <w:t>432.9915</w:t>
      </w:r>
      <w:r>
        <w:tab/>
        <w:t>1.013e0</w:t>
      </w:r>
    </w:p>
    <w:p w:rsidR="007B2329" w:rsidRDefault="007B2329" w:rsidP="007B2329">
      <w:r>
        <w:t>433.0073</w:t>
      </w:r>
      <w:r>
        <w:tab/>
        <w:t>1.013e0</w:t>
      </w:r>
    </w:p>
    <w:p w:rsidR="007B2329" w:rsidRDefault="007B2329" w:rsidP="007B2329">
      <w:r>
        <w:lastRenderedPageBreak/>
        <w:t>433.0293</w:t>
      </w:r>
      <w:r>
        <w:tab/>
        <w:t>2.025e0</w:t>
      </w:r>
    </w:p>
    <w:p w:rsidR="007B2329" w:rsidRDefault="007B2329" w:rsidP="007B2329">
      <w:r>
        <w:t>433.0344</w:t>
      </w:r>
      <w:r>
        <w:tab/>
        <w:t>1.013e0</w:t>
      </w:r>
    </w:p>
    <w:p w:rsidR="007B2329" w:rsidRDefault="007B2329" w:rsidP="007B2329">
      <w:r>
        <w:t>433.0524</w:t>
      </w:r>
      <w:r>
        <w:tab/>
        <w:t>1.013e0</w:t>
      </w:r>
    </w:p>
    <w:p w:rsidR="007B2329" w:rsidRDefault="007B2329" w:rsidP="007B2329">
      <w:r>
        <w:t>433.0559</w:t>
      </w:r>
      <w:r>
        <w:tab/>
        <w:t>1.025e0</w:t>
      </w:r>
    </w:p>
    <w:p w:rsidR="007B2329" w:rsidRDefault="007B2329" w:rsidP="007B2329">
      <w:r>
        <w:t>433.0758</w:t>
      </w:r>
      <w:r>
        <w:tab/>
        <w:t>2.025e0</w:t>
      </w:r>
    </w:p>
    <w:p w:rsidR="007B2329" w:rsidRDefault="007B2329" w:rsidP="007B2329">
      <w:r>
        <w:t>433.1043</w:t>
      </w:r>
      <w:r>
        <w:tab/>
        <w:t>2.025e0</w:t>
      </w:r>
    </w:p>
    <w:p w:rsidR="007B2329" w:rsidRDefault="007B2329" w:rsidP="007B2329">
      <w:r>
        <w:t>433.1173</w:t>
      </w:r>
      <w:r>
        <w:tab/>
        <w:t>1.038e0</w:t>
      </w:r>
    </w:p>
    <w:p w:rsidR="007B2329" w:rsidRDefault="007B2329" w:rsidP="007B2329">
      <w:r>
        <w:t>433.1214</w:t>
      </w:r>
      <w:r>
        <w:tab/>
        <w:t>1.013e0</w:t>
      </w:r>
    </w:p>
    <w:p w:rsidR="007B2329" w:rsidRDefault="007B2329" w:rsidP="007B2329">
      <w:r>
        <w:t>433.1248</w:t>
      </w:r>
      <w:r>
        <w:tab/>
        <w:t>3.038e0</w:t>
      </w:r>
    </w:p>
    <w:p w:rsidR="007B2329" w:rsidRDefault="007B2329" w:rsidP="007B2329">
      <w:r>
        <w:t>433.1441</w:t>
      </w:r>
      <w:r>
        <w:tab/>
        <w:t>1.013e0</w:t>
      </w:r>
    </w:p>
    <w:p w:rsidR="007B2329" w:rsidRDefault="007B2329" w:rsidP="007B2329">
      <w:r>
        <w:t>433.2058</w:t>
      </w:r>
      <w:r>
        <w:tab/>
        <w:t>2.556e1</w:t>
      </w:r>
    </w:p>
    <w:p w:rsidR="007B2329" w:rsidRDefault="007B2329" w:rsidP="007B2329">
      <w:r>
        <w:t>433.2133</w:t>
      </w:r>
      <w:r>
        <w:tab/>
        <w:t>4.033e1</w:t>
      </w:r>
    </w:p>
    <w:p w:rsidR="007B2329" w:rsidRDefault="007B2329" w:rsidP="007B2329">
      <w:r>
        <w:t>433.2176</w:t>
      </w:r>
      <w:r>
        <w:tab/>
        <w:t>1.633e1</w:t>
      </w:r>
    </w:p>
    <w:p w:rsidR="007B2329" w:rsidRDefault="007B2329" w:rsidP="007B2329">
      <w:r>
        <w:t>433.2216</w:t>
      </w:r>
      <w:r>
        <w:tab/>
        <w:t>8.992e1</w:t>
      </w:r>
    </w:p>
    <w:p w:rsidR="007B2329" w:rsidRDefault="007B2329" w:rsidP="007B2329">
      <w:r>
        <w:t>433.2261</w:t>
      </w:r>
      <w:r>
        <w:tab/>
        <w:t>1.013e1</w:t>
      </w:r>
    </w:p>
    <w:p w:rsidR="007B2329" w:rsidRDefault="007B2329" w:rsidP="007B2329">
      <w:r>
        <w:t>433.2376</w:t>
      </w:r>
      <w:r>
        <w:tab/>
        <w:t>2.038e0</w:t>
      </w:r>
    </w:p>
    <w:p w:rsidR="007B2329" w:rsidRDefault="007B2329" w:rsidP="007B2329">
      <w:r>
        <w:t>433.2584</w:t>
      </w:r>
      <w:r>
        <w:tab/>
        <w:t>9.927e0</w:t>
      </w:r>
    </w:p>
    <w:p w:rsidR="007B2329" w:rsidRDefault="007B2329" w:rsidP="007B2329">
      <w:r>
        <w:t>433.2797</w:t>
      </w:r>
      <w:r>
        <w:tab/>
        <w:t>3.798e-2</w:t>
      </w:r>
    </w:p>
    <w:p w:rsidR="007B2329" w:rsidRDefault="007B2329" w:rsidP="007B2329">
      <w:r>
        <w:t>433.3027</w:t>
      </w:r>
      <w:r>
        <w:tab/>
        <w:t>3.227e0</w:t>
      </w:r>
    </w:p>
    <w:p w:rsidR="007B2329" w:rsidRDefault="007B2329" w:rsidP="007B2329">
      <w:r>
        <w:lastRenderedPageBreak/>
        <w:t>433.3111</w:t>
      </w:r>
      <w:r>
        <w:tab/>
        <w:t>5.462e0</w:t>
      </w:r>
    </w:p>
    <w:p w:rsidR="007B2329" w:rsidRDefault="007B2329" w:rsidP="007B2329">
      <w:r>
        <w:t>433.3153</w:t>
      </w:r>
      <w:r>
        <w:tab/>
        <w:t>2.025e0</w:t>
      </w:r>
    </w:p>
    <w:p w:rsidR="007B2329" w:rsidRDefault="007B2329" w:rsidP="007B2329">
      <w:r>
        <w:t>433.3234</w:t>
      </w:r>
      <w:r>
        <w:tab/>
        <w:t>3.959e0</w:t>
      </w:r>
    </w:p>
    <w:p w:rsidR="007B2329" w:rsidRDefault="007B2329" w:rsidP="007B2329">
      <w:r>
        <w:t>433.3275</w:t>
      </w:r>
      <w:r>
        <w:tab/>
        <w:t>3.038e0</w:t>
      </w:r>
    </w:p>
    <w:p w:rsidR="007B2329" w:rsidRDefault="007B2329" w:rsidP="007B2329">
      <w:r>
        <w:t>433.3564</w:t>
      </w:r>
      <w:r>
        <w:tab/>
        <w:t>4.038e0</w:t>
      </w:r>
    </w:p>
    <w:p w:rsidR="007B2329" w:rsidRDefault="007B2329" w:rsidP="007B2329">
      <w:r>
        <w:t>433.3876</w:t>
      </w:r>
      <w:r>
        <w:tab/>
        <w:t>1.013e0</w:t>
      </w:r>
    </w:p>
    <w:p w:rsidR="007B2329" w:rsidRDefault="007B2329" w:rsidP="007B2329">
      <w:r>
        <w:t>433.4152</w:t>
      </w:r>
      <w:r>
        <w:tab/>
        <w:t>2.025e0</w:t>
      </w:r>
    </w:p>
    <w:p w:rsidR="007B2329" w:rsidRDefault="007B2329" w:rsidP="007B2329">
      <w:r>
        <w:t>433.4212</w:t>
      </w:r>
      <w:r>
        <w:tab/>
        <w:t>2.025e0</w:t>
      </w:r>
    </w:p>
    <w:p w:rsidR="007B2329" w:rsidRDefault="007B2329" w:rsidP="007B2329">
      <w:r>
        <w:t>433.4333</w:t>
      </w:r>
      <w:r>
        <w:tab/>
        <w:t>1.013e0</w:t>
      </w:r>
    </w:p>
    <w:p w:rsidR="007B2329" w:rsidRDefault="007B2329" w:rsidP="007B2329">
      <w:r>
        <w:t>433.4463</w:t>
      </w:r>
      <w:r>
        <w:tab/>
        <w:t>4.051e0</w:t>
      </w:r>
    </w:p>
    <w:p w:rsidR="007B2329" w:rsidRDefault="007B2329" w:rsidP="007B2329">
      <w:r>
        <w:t>433.4560</w:t>
      </w:r>
      <w:r>
        <w:tab/>
        <w:t>1.013e0</w:t>
      </w:r>
    </w:p>
    <w:p w:rsidR="007B2329" w:rsidRDefault="007B2329" w:rsidP="007B2329">
      <w:r>
        <w:t>433.4799</w:t>
      </w:r>
      <w:r>
        <w:tab/>
        <w:t>1.025e0</w:t>
      </w:r>
    </w:p>
    <w:p w:rsidR="007B2329" w:rsidRDefault="007B2329" w:rsidP="007B2329">
      <w:r>
        <w:t>433.4998</w:t>
      </w:r>
      <w:r>
        <w:tab/>
        <w:t>1.013e0</w:t>
      </w:r>
    </w:p>
    <w:p w:rsidR="007B2329" w:rsidRDefault="007B2329" w:rsidP="007B2329">
      <w:r>
        <w:t>433.5170</w:t>
      </w:r>
      <w:r>
        <w:tab/>
        <w:t>1.013e0</w:t>
      </w:r>
    </w:p>
    <w:p w:rsidR="007B2329" w:rsidRDefault="007B2329" w:rsidP="007B2329">
      <w:r>
        <w:t>433.5212</w:t>
      </w:r>
      <w:r>
        <w:tab/>
        <w:t>1.013e0</w:t>
      </w:r>
    </w:p>
    <w:p w:rsidR="007B2329" w:rsidRDefault="007B2329" w:rsidP="007B2329">
      <w:r>
        <w:t>433.5393</w:t>
      </w:r>
      <w:r>
        <w:tab/>
        <w:t>1.013e0</w:t>
      </w:r>
    </w:p>
    <w:p w:rsidR="007B2329" w:rsidRDefault="007B2329" w:rsidP="007B2329">
      <w:r>
        <w:t>433.5439</w:t>
      </w:r>
      <w:r>
        <w:tab/>
        <w:t>2.532e-2</w:t>
      </w:r>
    </w:p>
    <w:p w:rsidR="007B2329" w:rsidRDefault="007B2329" w:rsidP="007B2329">
      <w:r>
        <w:t>433.5701</w:t>
      </w:r>
      <w:r>
        <w:tab/>
        <w:t>2.025e0</w:t>
      </w:r>
    </w:p>
    <w:p w:rsidR="007B2329" w:rsidRDefault="007B2329" w:rsidP="007B2329">
      <w:r>
        <w:t>433.5931</w:t>
      </w:r>
      <w:r>
        <w:tab/>
        <w:t>2.025e0</w:t>
      </w:r>
    </w:p>
    <w:p w:rsidR="007B2329" w:rsidRDefault="007B2329" w:rsidP="007B2329">
      <w:r>
        <w:lastRenderedPageBreak/>
        <w:t>433.6002</w:t>
      </w:r>
      <w:r>
        <w:tab/>
        <w:t>1.013e0</w:t>
      </w:r>
    </w:p>
    <w:p w:rsidR="007B2329" w:rsidRDefault="007B2329" w:rsidP="007B2329">
      <w:r>
        <w:t>433.6389</w:t>
      </w:r>
      <w:r>
        <w:tab/>
        <w:t>1.013e0</w:t>
      </w:r>
    </w:p>
    <w:p w:rsidR="007B2329" w:rsidRDefault="007B2329" w:rsidP="007B2329">
      <w:r>
        <w:t>433.6692</w:t>
      </w:r>
      <w:r>
        <w:tab/>
        <w:t>1.013e0</w:t>
      </w:r>
    </w:p>
    <w:p w:rsidR="007B2329" w:rsidRDefault="007B2329" w:rsidP="007B2329">
      <w:r>
        <w:t>433.6841</w:t>
      </w:r>
      <w:r>
        <w:tab/>
        <w:t>1.025e0</w:t>
      </w:r>
    </w:p>
    <w:p w:rsidR="007B2329" w:rsidRDefault="007B2329" w:rsidP="007B2329">
      <w:r>
        <w:t>433.7036</w:t>
      </w:r>
      <w:r>
        <w:tab/>
        <w:t>2.025e0</w:t>
      </w:r>
    </w:p>
    <w:p w:rsidR="007B2329" w:rsidRDefault="007B2329" w:rsidP="007B2329">
      <w:r>
        <w:t>433.7148</w:t>
      </w:r>
      <w:r>
        <w:tab/>
        <w:t>1.013e0</w:t>
      </w:r>
    </w:p>
    <w:p w:rsidR="007B2329" w:rsidRDefault="007B2329" w:rsidP="007B2329">
      <w:r>
        <w:t>433.7300</w:t>
      </w:r>
      <w:r>
        <w:tab/>
        <w:t>1.013e0</w:t>
      </w:r>
    </w:p>
    <w:p w:rsidR="007B2329" w:rsidRDefault="007B2329" w:rsidP="007B2329">
      <w:r>
        <w:t>433.7432</w:t>
      </w:r>
      <w:r>
        <w:tab/>
        <w:t>1.013e0</w:t>
      </w:r>
    </w:p>
    <w:p w:rsidR="007B2329" w:rsidRDefault="007B2329" w:rsidP="007B2329">
      <w:r>
        <w:t>433.7605</w:t>
      </w:r>
      <w:r>
        <w:tab/>
        <w:t>1.013e0</w:t>
      </w:r>
    </w:p>
    <w:p w:rsidR="007B2329" w:rsidRDefault="007B2329" w:rsidP="007B2329">
      <w:r>
        <w:t>433.7711</w:t>
      </w:r>
      <w:r>
        <w:tab/>
        <w:t>1.025e0</w:t>
      </w:r>
    </w:p>
    <w:p w:rsidR="007B2329" w:rsidRDefault="007B2329" w:rsidP="007B2329">
      <w:r>
        <w:t>433.8007</w:t>
      </w:r>
      <w:r>
        <w:tab/>
        <w:t>2.025e0</w:t>
      </w:r>
    </w:p>
    <w:p w:rsidR="007B2329" w:rsidRDefault="007B2329" w:rsidP="007B2329">
      <w:r>
        <w:t>433.8214</w:t>
      </w:r>
      <w:r>
        <w:tab/>
        <w:t>1.013e0</w:t>
      </w:r>
    </w:p>
    <w:p w:rsidR="007B2329" w:rsidRDefault="007B2329" w:rsidP="007B2329">
      <w:r>
        <w:t>433.8366</w:t>
      </w:r>
      <w:r>
        <w:tab/>
        <w:t>1.013e0</w:t>
      </w:r>
    </w:p>
    <w:p w:rsidR="007B2329" w:rsidRDefault="007B2329" w:rsidP="007B2329">
      <w:r>
        <w:t>433.8471</w:t>
      </w:r>
      <w:r>
        <w:tab/>
        <w:t>3.038e0</w:t>
      </w:r>
    </w:p>
    <w:p w:rsidR="007B2329" w:rsidRDefault="007B2329" w:rsidP="007B2329">
      <w:r>
        <w:t>433.8580</w:t>
      </w:r>
      <w:r>
        <w:tab/>
        <w:t>3.038e0</w:t>
      </w:r>
    </w:p>
    <w:p w:rsidR="007B2329" w:rsidRDefault="007B2329" w:rsidP="007B2329">
      <w:r>
        <w:t>433.8635</w:t>
      </w:r>
      <w:r>
        <w:tab/>
        <w:t>2.025e0</w:t>
      </w:r>
    </w:p>
    <w:p w:rsidR="007B2329" w:rsidRDefault="007B2329" w:rsidP="007B2329">
      <w:r>
        <w:t>433.8823</w:t>
      </w:r>
      <w:r>
        <w:tab/>
        <w:t>1.013e0</w:t>
      </w:r>
    </w:p>
    <w:p w:rsidR="007B2329" w:rsidRDefault="007B2329" w:rsidP="007B2329">
      <w:r>
        <w:t>433.9081</w:t>
      </w:r>
      <w:r>
        <w:tab/>
        <w:t>2.025e0</w:t>
      </w:r>
    </w:p>
    <w:p w:rsidR="007B2329" w:rsidRDefault="007B2329" w:rsidP="007B2329">
      <w:r>
        <w:t>433.9099</w:t>
      </w:r>
      <w:r>
        <w:tab/>
        <w:t>2.025e0</w:t>
      </w:r>
    </w:p>
    <w:p w:rsidR="007B2329" w:rsidRDefault="007B2329" w:rsidP="007B2329">
      <w:r>
        <w:lastRenderedPageBreak/>
        <w:t>433.9110</w:t>
      </w:r>
      <w:r>
        <w:tab/>
        <w:t>2.025e0</w:t>
      </w:r>
    </w:p>
    <w:p w:rsidR="007B2329" w:rsidRDefault="007B2329" w:rsidP="007B2329">
      <w:r>
        <w:t>433.9128</w:t>
      </w:r>
      <w:r>
        <w:tab/>
        <w:t>1.013e0</w:t>
      </w:r>
    </w:p>
    <w:p w:rsidR="007B2329" w:rsidRDefault="007B2329" w:rsidP="007B2329">
      <w:r>
        <w:t>433.9187</w:t>
      </w:r>
      <w:r>
        <w:tab/>
        <w:t>2.025e0</w:t>
      </w:r>
    </w:p>
    <w:p w:rsidR="007B2329" w:rsidRDefault="007B2329" w:rsidP="007B2329">
      <w:r>
        <w:t>433.9434</w:t>
      </w:r>
      <w:r>
        <w:tab/>
        <w:t>1.013e0</w:t>
      </w:r>
    </w:p>
    <w:p w:rsidR="007B2329" w:rsidRDefault="007B2329" w:rsidP="007B2329">
      <w:r>
        <w:t>433.9584</w:t>
      </w:r>
      <w:r>
        <w:tab/>
        <w:t>1.013e0</w:t>
      </w:r>
    </w:p>
    <w:p w:rsidR="007B2329" w:rsidRDefault="007B2329" w:rsidP="007B2329">
      <w:r>
        <w:t>433.9654</w:t>
      </w:r>
      <w:r>
        <w:tab/>
        <w:t>2.025e0</w:t>
      </w:r>
    </w:p>
    <w:p w:rsidR="007B2329" w:rsidRDefault="007B2329" w:rsidP="007B2329">
      <w:r>
        <w:t>433.9759</w:t>
      </w:r>
      <w:r>
        <w:tab/>
        <w:t>2.127e0</w:t>
      </w:r>
    </w:p>
    <w:p w:rsidR="007B2329" w:rsidRDefault="007B2329" w:rsidP="007B2329">
      <w:r>
        <w:t>433.9779</w:t>
      </w:r>
      <w:r>
        <w:tab/>
        <w:t>2.025e0</w:t>
      </w:r>
    </w:p>
    <w:p w:rsidR="007B2329" w:rsidRDefault="007B2329" w:rsidP="007B2329">
      <w:r>
        <w:t>433.9869</w:t>
      </w:r>
      <w:r>
        <w:tab/>
        <w:t>1.013e0</w:t>
      </w:r>
    </w:p>
    <w:p w:rsidR="007B2329" w:rsidRDefault="007B2329" w:rsidP="007B2329">
      <w:r>
        <w:t>434.0082</w:t>
      </w:r>
      <w:r>
        <w:tab/>
        <w:t>2.025e0</w:t>
      </w:r>
    </w:p>
    <w:p w:rsidR="007B2329" w:rsidRDefault="007B2329" w:rsidP="007B2329">
      <w:r>
        <w:t>434.0195</w:t>
      </w:r>
      <w:r>
        <w:tab/>
        <w:t>1.013e0</w:t>
      </w:r>
    </w:p>
    <w:p w:rsidR="007B2329" w:rsidRDefault="007B2329" w:rsidP="007B2329">
      <w:r>
        <w:t>434.0299</w:t>
      </w:r>
      <w:r>
        <w:tab/>
        <w:t>1.013e0</w:t>
      </w:r>
    </w:p>
    <w:p w:rsidR="007B2329" w:rsidRDefault="007B2329" w:rsidP="007B2329">
      <w:r>
        <w:t>434.0423</w:t>
      </w:r>
      <w:r>
        <w:tab/>
        <w:t>1.013e0</w:t>
      </w:r>
    </w:p>
    <w:p w:rsidR="007B2329" w:rsidRDefault="007B2329" w:rsidP="007B2329">
      <w:r>
        <w:t>434.0691</w:t>
      </w:r>
      <w:r>
        <w:tab/>
        <w:t>1.013e0</w:t>
      </w:r>
    </w:p>
    <w:p w:rsidR="007B2329" w:rsidRDefault="007B2329" w:rsidP="007B2329">
      <w:r>
        <w:t>434.0782</w:t>
      </w:r>
      <w:r>
        <w:tab/>
        <w:t>2.025e0</w:t>
      </w:r>
    </w:p>
    <w:p w:rsidR="007B2329" w:rsidRDefault="007B2329" w:rsidP="007B2329">
      <w:r>
        <w:t>434.0887</w:t>
      </w:r>
      <w:r>
        <w:tab/>
        <w:t>2.025e0</w:t>
      </w:r>
    </w:p>
    <w:p w:rsidR="007B2329" w:rsidRDefault="007B2329" w:rsidP="007B2329">
      <w:r>
        <w:t>434.1048</w:t>
      </w:r>
      <w:r>
        <w:tab/>
        <w:t>3.038e0</w:t>
      </w:r>
    </w:p>
    <w:p w:rsidR="007B2329" w:rsidRDefault="007B2329" w:rsidP="007B2329">
      <w:r>
        <w:t>434.1290</w:t>
      </w:r>
      <w:r>
        <w:tab/>
        <w:t>5.063e0</w:t>
      </w:r>
    </w:p>
    <w:p w:rsidR="007B2329" w:rsidRDefault="007B2329" w:rsidP="007B2329">
      <w:r>
        <w:t>434.1300</w:t>
      </w:r>
      <w:r>
        <w:tab/>
        <w:t>1.013e0</w:t>
      </w:r>
    </w:p>
    <w:p w:rsidR="007B2329" w:rsidRDefault="007B2329" w:rsidP="007B2329">
      <w:r>
        <w:lastRenderedPageBreak/>
        <w:t>434.1390</w:t>
      </w:r>
      <w:r>
        <w:tab/>
        <w:t>1.919e0</w:t>
      </w:r>
    </w:p>
    <w:p w:rsidR="007B2329" w:rsidRDefault="007B2329" w:rsidP="007B2329">
      <w:r>
        <w:t>434.1511</w:t>
      </w:r>
      <w:r>
        <w:tab/>
        <w:t>1.814e0</w:t>
      </w:r>
    </w:p>
    <w:p w:rsidR="007B2329" w:rsidRDefault="007B2329" w:rsidP="007B2329">
      <w:r>
        <w:t>434.1567</w:t>
      </w:r>
      <w:r>
        <w:tab/>
        <w:t>1.013e0</w:t>
      </w:r>
    </w:p>
    <w:p w:rsidR="007B2329" w:rsidRDefault="007B2329" w:rsidP="007B2329">
      <w:r>
        <w:t>434.2157</w:t>
      </w:r>
      <w:r>
        <w:tab/>
        <w:t>1.853e1</w:t>
      </w:r>
    </w:p>
    <w:p w:rsidR="007B2329" w:rsidRDefault="007B2329" w:rsidP="007B2329">
      <w:r>
        <w:t>434.2197</w:t>
      </w:r>
      <w:r>
        <w:tab/>
        <w:t>2.196e1</w:t>
      </w:r>
    </w:p>
    <w:p w:rsidR="007B2329" w:rsidRDefault="007B2329" w:rsidP="007B2329">
      <w:r>
        <w:t>434.2315</w:t>
      </w:r>
      <w:r>
        <w:tab/>
        <w:t>6.864e1</w:t>
      </w:r>
    </w:p>
    <w:p w:rsidR="007B2329" w:rsidRDefault="007B2329" w:rsidP="007B2329">
      <w:r>
        <w:t>434.2338</w:t>
      </w:r>
      <w:r>
        <w:tab/>
        <w:t>4.341e1</w:t>
      </w:r>
    </w:p>
    <w:p w:rsidR="007B2329" w:rsidRDefault="007B2329" w:rsidP="007B2329">
      <w:r>
        <w:t>434.2355</w:t>
      </w:r>
      <w:r>
        <w:tab/>
        <w:t>5.593e1</w:t>
      </w:r>
    </w:p>
    <w:p w:rsidR="007B2329" w:rsidRDefault="007B2329" w:rsidP="007B2329">
      <w:r>
        <w:t>434.3127</w:t>
      </w:r>
      <w:r>
        <w:tab/>
        <w:t>3.222e0</w:t>
      </w:r>
    </w:p>
    <w:p w:rsidR="007B2329" w:rsidRDefault="007B2329" w:rsidP="007B2329">
      <w:r>
        <w:t>434.3363</w:t>
      </w:r>
      <w:r>
        <w:tab/>
        <w:t>3.724e0</w:t>
      </w:r>
    </w:p>
    <w:p w:rsidR="007B2329" w:rsidRDefault="007B2329" w:rsidP="007B2329">
      <w:r>
        <w:t>434.3617</w:t>
      </w:r>
      <w:r>
        <w:tab/>
        <w:t>3.038e0</w:t>
      </w:r>
    </w:p>
    <w:p w:rsidR="007B2329" w:rsidRDefault="007B2329" w:rsidP="007B2329">
      <w:r>
        <w:t>434.3671</w:t>
      </w:r>
      <w:r>
        <w:tab/>
        <w:t>2.025e0</w:t>
      </w:r>
    </w:p>
    <w:p w:rsidR="007B2329" w:rsidRDefault="007B2329" w:rsidP="007B2329">
      <w:r>
        <w:t>434.3699</w:t>
      </w:r>
      <w:r>
        <w:tab/>
        <w:t>1.013e0</w:t>
      </w:r>
    </w:p>
    <w:p w:rsidR="007B2329" w:rsidRDefault="007B2329" w:rsidP="007B2329">
      <w:r>
        <w:t>434.3789</w:t>
      </w:r>
      <w:r>
        <w:tab/>
        <w:t>3.051e0</w:t>
      </w:r>
    </w:p>
    <w:p w:rsidR="007B2329" w:rsidRDefault="007B2329" w:rsidP="007B2329">
      <w:r>
        <w:t>434.3951</w:t>
      </w:r>
      <w:r>
        <w:tab/>
        <w:t>1.013e0</w:t>
      </w:r>
    </w:p>
    <w:p w:rsidR="007B2329" w:rsidRDefault="007B2329" w:rsidP="007B2329">
      <w:r>
        <w:t>434.4081</w:t>
      </w:r>
      <w:r>
        <w:tab/>
        <w:t>1.013e0</w:t>
      </w:r>
    </w:p>
    <w:p w:rsidR="007B2329" w:rsidRDefault="007B2329" w:rsidP="007B2329">
      <w:r>
        <w:t>434.4128</w:t>
      </w:r>
      <w:r>
        <w:tab/>
        <w:t>1.013e0</w:t>
      </w:r>
    </w:p>
    <w:p w:rsidR="007B2329" w:rsidRDefault="007B2329" w:rsidP="007B2329">
      <w:r>
        <w:t>434.4345</w:t>
      </w:r>
      <w:r>
        <w:tab/>
        <w:t>1.013e0</w:t>
      </w:r>
    </w:p>
    <w:p w:rsidR="007B2329" w:rsidRDefault="007B2329" w:rsidP="007B2329">
      <w:r>
        <w:t>434.4417</w:t>
      </w:r>
      <w:r>
        <w:tab/>
        <w:t>2.025e0</w:t>
      </w:r>
    </w:p>
    <w:p w:rsidR="007B2329" w:rsidRDefault="007B2329" w:rsidP="007B2329">
      <w:r>
        <w:lastRenderedPageBreak/>
        <w:t>434.4428</w:t>
      </w:r>
      <w:r>
        <w:tab/>
        <w:t>2.025e0</w:t>
      </w:r>
    </w:p>
    <w:p w:rsidR="007B2329" w:rsidRDefault="007B2329" w:rsidP="007B2329">
      <w:r>
        <w:t>434.4739</w:t>
      </w:r>
      <w:r>
        <w:tab/>
        <w:t>1.013e0</w:t>
      </w:r>
    </w:p>
    <w:p w:rsidR="007B2329" w:rsidRDefault="007B2329" w:rsidP="007B2329">
      <w:r>
        <w:t>434.5106</w:t>
      </w:r>
      <w:r>
        <w:tab/>
        <w:t>3.038e0</w:t>
      </w:r>
    </w:p>
    <w:p w:rsidR="007B2329" w:rsidRDefault="007B2329" w:rsidP="007B2329">
      <w:r>
        <w:t>434.5132</w:t>
      </w:r>
      <w:r>
        <w:tab/>
        <w:t>2.025e0</w:t>
      </w:r>
    </w:p>
    <w:p w:rsidR="007B2329" w:rsidRDefault="007B2329" w:rsidP="007B2329">
      <w:r>
        <w:t>434.5168</w:t>
      </w:r>
      <w:r>
        <w:tab/>
        <w:t>1.013e0</w:t>
      </w:r>
    </w:p>
    <w:p w:rsidR="007B2329" w:rsidRDefault="007B2329" w:rsidP="007B2329">
      <w:r>
        <w:t>434.5226</w:t>
      </w:r>
      <w:r>
        <w:tab/>
        <w:t>1.013e0</w:t>
      </w:r>
    </w:p>
    <w:p w:rsidR="007B2329" w:rsidRDefault="007B2329" w:rsidP="007B2329">
      <w:r>
        <w:t>434.5305</w:t>
      </w:r>
      <w:r>
        <w:tab/>
        <w:t>3.115e0</w:t>
      </w:r>
    </w:p>
    <w:p w:rsidR="007B2329" w:rsidRDefault="007B2329" w:rsidP="007B2329">
      <w:r>
        <w:t>434.5670</w:t>
      </w:r>
      <w:r>
        <w:tab/>
        <w:t>2.025e0</w:t>
      </w:r>
    </w:p>
    <w:p w:rsidR="007B2329" w:rsidRDefault="007B2329" w:rsidP="007B2329">
      <w:r>
        <w:t>434.5704</w:t>
      </w:r>
      <w:r>
        <w:tab/>
        <w:t>2.025e0</w:t>
      </w:r>
    </w:p>
    <w:p w:rsidR="007B2329" w:rsidRDefault="007B2329" w:rsidP="007B2329">
      <w:r>
        <w:t>434.5779</w:t>
      </w:r>
      <w:r>
        <w:tab/>
        <w:t>1.013e0</w:t>
      </w:r>
    </w:p>
    <w:p w:rsidR="007B2329" w:rsidRDefault="007B2329" w:rsidP="007B2329">
      <w:r>
        <w:t>434.6136</w:t>
      </w:r>
      <w:r>
        <w:tab/>
        <w:t>1.013e0</w:t>
      </w:r>
    </w:p>
    <w:p w:rsidR="007B2329" w:rsidRDefault="007B2329" w:rsidP="007B2329">
      <w:r>
        <w:t>434.6827</w:t>
      </w:r>
      <w:r>
        <w:tab/>
        <w:t>1.013e0</w:t>
      </w:r>
    </w:p>
    <w:p w:rsidR="007B2329" w:rsidRDefault="007B2329" w:rsidP="007B2329">
      <w:r>
        <w:t>434.6841</w:t>
      </w:r>
      <w:r>
        <w:tab/>
        <w:t>4.051e0</w:t>
      </w:r>
    </w:p>
    <w:p w:rsidR="007B2329" w:rsidRDefault="007B2329" w:rsidP="007B2329">
      <w:r>
        <w:t>434.6903</w:t>
      </w:r>
      <w:r>
        <w:tab/>
        <w:t>1.013e0</w:t>
      </w:r>
    </w:p>
    <w:p w:rsidR="007B2329" w:rsidRDefault="007B2329" w:rsidP="007B2329">
      <w:r>
        <w:t>434.7131</w:t>
      </w:r>
      <w:r>
        <w:tab/>
        <w:t>1.013e0</w:t>
      </w:r>
    </w:p>
    <w:p w:rsidR="007B2329" w:rsidRDefault="007B2329" w:rsidP="007B2329">
      <w:r>
        <w:t>434.7173</w:t>
      </w:r>
      <w:r>
        <w:tab/>
        <w:t>1.013e0</w:t>
      </w:r>
    </w:p>
    <w:p w:rsidR="007B2329" w:rsidRDefault="007B2329" w:rsidP="007B2329">
      <w:r>
        <w:t>434.7208</w:t>
      </w:r>
      <w:r>
        <w:tab/>
        <w:t>1.013e0</w:t>
      </w:r>
    </w:p>
    <w:p w:rsidR="007B2329" w:rsidRDefault="007B2329" w:rsidP="007B2329">
      <w:r>
        <w:t>434.7237</w:t>
      </w:r>
      <w:r>
        <w:tab/>
        <w:t>2.025e0</w:t>
      </w:r>
    </w:p>
    <w:p w:rsidR="007B2329" w:rsidRDefault="007B2329" w:rsidP="007B2329">
      <w:r>
        <w:t>434.7436</w:t>
      </w:r>
      <w:r>
        <w:tab/>
        <w:t>1.013e0</w:t>
      </w:r>
    </w:p>
    <w:p w:rsidR="007B2329" w:rsidRDefault="007B2329" w:rsidP="007B2329">
      <w:r>
        <w:lastRenderedPageBreak/>
        <w:t>434.7602</w:t>
      </w:r>
      <w:r>
        <w:tab/>
        <w:t>2.025e0</w:t>
      </w:r>
    </w:p>
    <w:p w:rsidR="007B2329" w:rsidRDefault="007B2329" w:rsidP="007B2329">
      <w:r>
        <w:t>434.7818</w:t>
      </w:r>
      <w:r>
        <w:tab/>
        <w:t>1.013e0</w:t>
      </w:r>
    </w:p>
    <w:p w:rsidR="007B2329" w:rsidRDefault="007B2329" w:rsidP="007B2329">
      <w:r>
        <w:t>434.7929</w:t>
      </w:r>
      <w:r>
        <w:tab/>
        <w:t>3.038e0</w:t>
      </w:r>
    </w:p>
    <w:p w:rsidR="007B2329" w:rsidRDefault="007B2329" w:rsidP="007B2329">
      <w:r>
        <w:t>434.7998</w:t>
      </w:r>
      <w:r>
        <w:tab/>
        <w:t>1.013e0</w:t>
      </w:r>
    </w:p>
    <w:p w:rsidR="007B2329" w:rsidRDefault="007B2329" w:rsidP="007B2329">
      <w:r>
        <w:t>434.8012</w:t>
      </w:r>
      <w:r>
        <w:tab/>
        <w:t>2.025e0</w:t>
      </w:r>
    </w:p>
    <w:p w:rsidR="007B2329" w:rsidRDefault="007B2329" w:rsidP="007B2329">
      <w:r>
        <w:t>434.8123</w:t>
      </w:r>
      <w:r>
        <w:tab/>
        <w:t>1.013e0</w:t>
      </w:r>
    </w:p>
    <w:p w:rsidR="007B2329" w:rsidRDefault="007B2329" w:rsidP="007B2329">
      <w:r>
        <w:t>434.8199</w:t>
      </w:r>
      <w:r>
        <w:tab/>
        <w:t>2.025e0</w:t>
      </w:r>
    </w:p>
    <w:p w:rsidR="007B2329" w:rsidRDefault="007B2329" w:rsidP="007B2329">
      <w:r>
        <w:t>434.8696</w:t>
      </w:r>
      <w:r>
        <w:tab/>
        <w:t>2.025e0</w:t>
      </w:r>
    </w:p>
    <w:p w:rsidR="007B2329" w:rsidRDefault="007B2329" w:rsidP="007B2329">
      <w:r>
        <w:t>434.8712</w:t>
      </w:r>
      <w:r>
        <w:tab/>
        <w:t>2.025e0</w:t>
      </w:r>
    </w:p>
    <w:p w:rsidR="007B2329" w:rsidRDefault="007B2329" w:rsidP="007B2329">
      <w:r>
        <w:t>434.8734</w:t>
      </w:r>
      <w:r>
        <w:tab/>
        <w:t>1.013e0</w:t>
      </w:r>
    </w:p>
    <w:p w:rsidR="007B2329" w:rsidRDefault="007B2329" w:rsidP="007B2329">
      <w:r>
        <w:t>434.9001</w:t>
      </w:r>
      <w:r>
        <w:tab/>
        <w:t>3.038e0</w:t>
      </w:r>
    </w:p>
    <w:p w:rsidR="007B2329" w:rsidRDefault="007B2329" w:rsidP="007B2329">
      <w:r>
        <w:t>434.9157</w:t>
      </w:r>
      <w:r>
        <w:tab/>
        <w:t>2.025e0</w:t>
      </w:r>
    </w:p>
    <w:p w:rsidR="007B2329" w:rsidRDefault="007B2329" w:rsidP="007B2329">
      <w:r>
        <w:t>434.9429</w:t>
      </w:r>
      <w:r>
        <w:tab/>
        <w:t>1.013e0</w:t>
      </w:r>
    </w:p>
    <w:p w:rsidR="007B2329" w:rsidRDefault="007B2329" w:rsidP="007B2329">
      <w:r>
        <w:t>434.9530</w:t>
      </w:r>
      <w:r>
        <w:tab/>
        <w:t>1.025e0</w:t>
      </w:r>
    </w:p>
    <w:p w:rsidR="007B2329" w:rsidRDefault="007B2329" w:rsidP="007B2329">
      <w:r>
        <w:t>434.9824</w:t>
      </w:r>
      <w:r>
        <w:tab/>
        <w:t>1.025e0</w:t>
      </w:r>
    </w:p>
    <w:p w:rsidR="007B2329" w:rsidRDefault="007B2329" w:rsidP="007B2329">
      <w:r>
        <w:t>435.0014</w:t>
      </w:r>
      <w:r>
        <w:tab/>
        <w:t>2.025e0</w:t>
      </w:r>
    </w:p>
    <w:p w:rsidR="007B2329" w:rsidRDefault="007B2329" w:rsidP="007B2329">
      <w:r>
        <w:t>435.0063</w:t>
      </w:r>
      <w:r>
        <w:tab/>
        <w:t>2.025e0</w:t>
      </w:r>
    </w:p>
    <w:p w:rsidR="007B2329" w:rsidRDefault="007B2329" w:rsidP="007B2329">
      <w:r>
        <w:t>435.0076</w:t>
      </w:r>
      <w:r>
        <w:tab/>
        <w:t>3.038e0</w:t>
      </w:r>
    </w:p>
    <w:p w:rsidR="007B2329" w:rsidRDefault="007B2329" w:rsidP="007B2329">
      <w:r>
        <w:t>435.0673</w:t>
      </w:r>
      <w:r>
        <w:tab/>
        <w:t>1.025e0</w:t>
      </w:r>
    </w:p>
    <w:p w:rsidR="007B2329" w:rsidRDefault="007B2329" w:rsidP="007B2329">
      <w:r>
        <w:lastRenderedPageBreak/>
        <w:t>435.0871</w:t>
      </w:r>
      <w:r>
        <w:tab/>
        <w:t>2.025e0</w:t>
      </w:r>
    </w:p>
    <w:p w:rsidR="007B2329" w:rsidRDefault="007B2329" w:rsidP="007B2329">
      <w:r>
        <w:t>435.0960</w:t>
      </w:r>
      <w:r>
        <w:tab/>
        <w:t>3.038e0</w:t>
      </w:r>
    </w:p>
    <w:p w:rsidR="007B2329" w:rsidRDefault="007B2329" w:rsidP="007B2329">
      <w:r>
        <w:t>435.1220</w:t>
      </w:r>
      <w:r>
        <w:tab/>
        <w:t>1.013e0</w:t>
      </w:r>
    </w:p>
    <w:p w:rsidR="007B2329" w:rsidRDefault="007B2329" w:rsidP="007B2329">
      <w:r>
        <w:t>435.1267</w:t>
      </w:r>
      <w:r>
        <w:tab/>
        <w:t>3.038e0</w:t>
      </w:r>
    </w:p>
    <w:p w:rsidR="007B2329" w:rsidRDefault="007B2329" w:rsidP="007B2329">
      <w:r>
        <w:t>435.1772</w:t>
      </w:r>
      <w:r>
        <w:tab/>
        <w:t>4.916e0</w:t>
      </w:r>
    </w:p>
    <w:p w:rsidR="007B2329" w:rsidRDefault="007B2329" w:rsidP="007B2329">
      <w:r>
        <w:t>435.1789</w:t>
      </w:r>
      <w:r>
        <w:tab/>
        <w:t>4.658e0</w:t>
      </w:r>
    </w:p>
    <w:p w:rsidR="007B2329" w:rsidRDefault="007B2329" w:rsidP="007B2329">
      <w:r>
        <w:t>435.1895</w:t>
      </w:r>
      <w:r>
        <w:tab/>
        <w:t>9.574e0</w:t>
      </w:r>
    </w:p>
    <w:p w:rsidR="007B2329" w:rsidRDefault="007B2329" w:rsidP="007B2329">
      <w:r>
        <w:t>435.1940</w:t>
      </w:r>
      <w:r>
        <w:tab/>
        <w:t>1.450e1</w:t>
      </w:r>
    </w:p>
    <w:p w:rsidR="007B2329" w:rsidRDefault="007B2329" w:rsidP="007B2329">
      <w:r>
        <w:t>435.2005</w:t>
      </w:r>
      <w:r>
        <w:tab/>
        <w:t>1.808e1</w:t>
      </w:r>
    </w:p>
    <w:p w:rsidR="007B2329" w:rsidRDefault="007B2329" w:rsidP="007B2329">
      <w:r>
        <w:t>435.2063</w:t>
      </w:r>
      <w:r>
        <w:tab/>
        <w:t>9.981e0</w:t>
      </w:r>
    </w:p>
    <w:p w:rsidR="007B2329" w:rsidRDefault="007B2329" w:rsidP="007B2329">
      <w:r>
        <w:t>435.2080</w:t>
      </w:r>
      <w:r>
        <w:tab/>
        <w:t>1.770e1</w:t>
      </w:r>
    </w:p>
    <w:p w:rsidR="007B2329" w:rsidRDefault="007B2329" w:rsidP="007B2329">
      <w:r>
        <w:t>435.2213</w:t>
      </w:r>
      <w:r>
        <w:tab/>
        <w:t>6.582e0</w:t>
      </w:r>
    </w:p>
    <w:p w:rsidR="007B2329" w:rsidRDefault="007B2329" w:rsidP="007B2329">
      <w:r>
        <w:t>435.2231</w:t>
      </w:r>
      <w:r>
        <w:tab/>
        <w:t>2.340e1</w:t>
      </w:r>
    </w:p>
    <w:p w:rsidR="007B2329" w:rsidRDefault="007B2329" w:rsidP="007B2329">
      <w:r>
        <w:t>435.2368</w:t>
      </w:r>
      <w:r>
        <w:tab/>
        <w:t>1.005e1</w:t>
      </w:r>
    </w:p>
    <w:p w:rsidR="007B2329" w:rsidRDefault="007B2329" w:rsidP="007B2329">
      <w:r>
        <w:t>435.2650</w:t>
      </w:r>
      <w:r>
        <w:tab/>
        <w:t>2.921e0</w:t>
      </w:r>
    </w:p>
    <w:p w:rsidR="007B2329" w:rsidRDefault="007B2329" w:rsidP="007B2329">
      <w:r>
        <w:t>435.2993</w:t>
      </w:r>
      <w:r>
        <w:tab/>
        <w:t>3.105e0</w:t>
      </w:r>
    </w:p>
    <w:p w:rsidR="007B2329" w:rsidRDefault="007B2329" w:rsidP="007B2329">
      <w:r>
        <w:t>435.3118</w:t>
      </w:r>
      <w:r>
        <w:tab/>
        <w:t>4.241e0</w:t>
      </w:r>
    </w:p>
    <w:p w:rsidR="007B2329" w:rsidRDefault="007B2329" w:rsidP="007B2329">
      <w:r>
        <w:t>435.3295</w:t>
      </w:r>
      <w:r>
        <w:tab/>
        <w:t>1.025e0</w:t>
      </w:r>
    </w:p>
    <w:p w:rsidR="007B2329" w:rsidRDefault="007B2329" w:rsidP="007B2329">
      <w:r>
        <w:t>435.3432</w:t>
      </w:r>
      <w:r>
        <w:tab/>
        <w:t>3.942e0</w:t>
      </w:r>
    </w:p>
    <w:p w:rsidR="007B2329" w:rsidRDefault="007B2329" w:rsidP="007B2329">
      <w:r>
        <w:lastRenderedPageBreak/>
        <w:t>435.3773</w:t>
      </w:r>
      <w:r>
        <w:tab/>
        <w:t>2.025e0</w:t>
      </w:r>
    </w:p>
    <w:p w:rsidR="007B2329" w:rsidRDefault="007B2329" w:rsidP="007B2329">
      <w:r>
        <w:t>435.3814</w:t>
      </w:r>
      <w:r>
        <w:tab/>
        <w:t>3.038e0</w:t>
      </w:r>
    </w:p>
    <w:p w:rsidR="007B2329" w:rsidRDefault="007B2329" w:rsidP="007B2329">
      <w:r>
        <w:t>435.3979</w:t>
      </w:r>
      <w:r>
        <w:tab/>
        <w:t>2.025e0</w:t>
      </w:r>
    </w:p>
    <w:p w:rsidR="007B2329" w:rsidRDefault="007B2329" w:rsidP="007B2329">
      <w:r>
        <w:t>435.4445</w:t>
      </w:r>
      <w:r>
        <w:tab/>
        <w:t>2.025e0</w:t>
      </w:r>
    </w:p>
    <w:p w:rsidR="007B2329" w:rsidRDefault="007B2329" w:rsidP="007B2329">
      <w:r>
        <w:t>435.4468</w:t>
      </w:r>
      <w:r>
        <w:tab/>
        <w:t>4.051e0</w:t>
      </w:r>
    </w:p>
    <w:p w:rsidR="007B2329" w:rsidRDefault="007B2329" w:rsidP="007B2329">
      <w:r>
        <w:t>435.4538</w:t>
      </w:r>
      <w:r>
        <w:tab/>
        <w:t>1.013e0</w:t>
      </w:r>
    </w:p>
    <w:p w:rsidR="007B2329" w:rsidRDefault="007B2329" w:rsidP="007B2329">
      <w:r>
        <w:t>435.4603</w:t>
      </w:r>
      <w:r>
        <w:tab/>
        <w:t>2.025e0</w:t>
      </w:r>
    </w:p>
    <w:p w:rsidR="007B2329" w:rsidRDefault="007B2329" w:rsidP="007B2329">
      <w:r>
        <w:t>435.4614</w:t>
      </w:r>
      <w:r>
        <w:tab/>
        <w:t>1.013e0</w:t>
      </w:r>
    </w:p>
    <w:p w:rsidR="007B2329" w:rsidRDefault="007B2329" w:rsidP="007B2329">
      <w:r>
        <w:t>435.4995</w:t>
      </w:r>
      <w:r>
        <w:tab/>
        <w:t>1.013e0</w:t>
      </w:r>
    </w:p>
    <w:p w:rsidR="007B2329" w:rsidRDefault="007B2329" w:rsidP="007B2329">
      <w:r>
        <w:t>435.5060</w:t>
      </w:r>
      <w:r>
        <w:tab/>
        <w:t>3.038e0</w:t>
      </w:r>
    </w:p>
    <w:p w:rsidR="007B2329" w:rsidRDefault="007B2329" w:rsidP="007B2329">
      <w:r>
        <w:t>435.5088</w:t>
      </w:r>
      <w:r>
        <w:tab/>
        <w:t>1.013e0</w:t>
      </w:r>
    </w:p>
    <w:p w:rsidR="007B2329" w:rsidRDefault="007B2329" w:rsidP="007B2329">
      <w:r>
        <w:t>435.5268</w:t>
      </w:r>
      <w:r>
        <w:tab/>
        <w:t>1.013e0</w:t>
      </w:r>
    </w:p>
    <w:p w:rsidR="007B2329" w:rsidRDefault="007B2329" w:rsidP="007B2329">
      <w:r>
        <w:t>435.5484</w:t>
      </w:r>
      <w:r>
        <w:tab/>
        <w:t>1.013e0</w:t>
      </w:r>
    </w:p>
    <w:p w:rsidR="007B2329" w:rsidRDefault="007B2329" w:rsidP="007B2329">
      <w:r>
        <w:t>435.5679</w:t>
      </w:r>
      <w:r>
        <w:tab/>
        <w:t>2.025e0</w:t>
      </w:r>
    </w:p>
    <w:p w:rsidR="007B2329" w:rsidRDefault="007B2329" w:rsidP="007B2329">
      <w:r>
        <w:t>435.5762</w:t>
      </w:r>
      <w:r>
        <w:tab/>
        <w:t>1.013e0</w:t>
      </w:r>
    </w:p>
    <w:p w:rsidR="007B2329" w:rsidRDefault="007B2329" w:rsidP="007B2329">
      <w:r>
        <w:t>435.6056</w:t>
      </w:r>
      <w:r>
        <w:tab/>
        <w:t>1.013e0</w:t>
      </w:r>
    </w:p>
    <w:p w:rsidR="007B2329" w:rsidRDefault="007B2329" w:rsidP="007B2329">
      <w:r>
        <w:t>435.6142</w:t>
      </w:r>
      <w:r>
        <w:tab/>
        <w:t>2.025e0</w:t>
      </w:r>
    </w:p>
    <w:p w:rsidR="007B2329" w:rsidRDefault="007B2329" w:rsidP="007B2329">
      <w:r>
        <w:t>435.6199</w:t>
      </w:r>
      <w:r>
        <w:tab/>
        <w:t>4.051e0</w:t>
      </w:r>
    </w:p>
    <w:p w:rsidR="007B2329" w:rsidRDefault="007B2329" w:rsidP="007B2329">
      <w:r>
        <w:t>435.6272</w:t>
      </w:r>
      <w:r>
        <w:tab/>
        <w:t>1.013e0</w:t>
      </w:r>
    </w:p>
    <w:p w:rsidR="007B2329" w:rsidRDefault="007B2329" w:rsidP="007B2329">
      <w:r>
        <w:lastRenderedPageBreak/>
        <w:t>435.6625</w:t>
      </w:r>
      <w:r>
        <w:tab/>
        <w:t>4.051e0</w:t>
      </w:r>
    </w:p>
    <w:p w:rsidR="007B2329" w:rsidRDefault="007B2329" w:rsidP="007B2329">
      <w:r>
        <w:t>435.6754</w:t>
      </w:r>
      <w:r>
        <w:tab/>
        <w:t>1.013e0</w:t>
      </w:r>
    </w:p>
    <w:p w:rsidR="007B2329" w:rsidRDefault="007B2329" w:rsidP="007B2329">
      <w:r>
        <w:t>435.6908</w:t>
      </w:r>
      <w:r>
        <w:tab/>
        <w:t>2.025e0</w:t>
      </w:r>
    </w:p>
    <w:p w:rsidR="007B2329" w:rsidRDefault="007B2329" w:rsidP="007B2329">
      <w:r>
        <w:t>435.7056</w:t>
      </w:r>
      <w:r>
        <w:tab/>
        <w:t>3.038e0</w:t>
      </w:r>
    </w:p>
    <w:p w:rsidR="007B2329" w:rsidRDefault="007B2329" w:rsidP="007B2329">
      <w:r>
        <w:t>435.7097</w:t>
      </w:r>
      <w:r>
        <w:tab/>
        <w:t>2.025e0</w:t>
      </w:r>
    </w:p>
    <w:p w:rsidR="007B2329" w:rsidRDefault="007B2329" w:rsidP="007B2329">
      <w:r>
        <w:t>435.7274</w:t>
      </w:r>
      <w:r>
        <w:tab/>
        <w:t>1.013e0</w:t>
      </w:r>
    </w:p>
    <w:p w:rsidR="007B2329" w:rsidRDefault="007B2329" w:rsidP="007B2329">
      <w:r>
        <w:t>435.7487</w:t>
      </w:r>
      <w:r>
        <w:tab/>
        <w:t>1.013e0</w:t>
      </w:r>
    </w:p>
    <w:p w:rsidR="007B2329" w:rsidRDefault="007B2329" w:rsidP="007B2329">
      <w:r>
        <w:t>435.7580</w:t>
      </w:r>
      <w:r>
        <w:tab/>
        <w:t>2.025e0</w:t>
      </w:r>
    </w:p>
    <w:p w:rsidR="007B2329" w:rsidRDefault="007B2329" w:rsidP="007B2329">
      <w:r>
        <w:t>435.7595</w:t>
      </w:r>
      <w:r>
        <w:tab/>
        <w:t>1.013e0</w:t>
      </w:r>
    </w:p>
    <w:p w:rsidR="007B2329" w:rsidRDefault="007B2329" w:rsidP="007B2329">
      <w:r>
        <w:t>435.7704</w:t>
      </w:r>
      <w:r>
        <w:tab/>
        <w:t>1.013e0</w:t>
      </w:r>
    </w:p>
    <w:p w:rsidR="007B2329" w:rsidRDefault="007B2329" w:rsidP="007B2329">
      <w:r>
        <w:t>435.7865</w:t>
      </w:r>
      <w:r>
        <w:tab/>
        <w:t>3.038e0</w:t>
      </w:r>
    </w:p>
    <w:p w:rsidR="007B2329" w:rsidRDefault="007B2329" w:rsidP="007B2329">
      <w:r>
        <w:t>435.8206</w:t>
      </w:r>
      <w:r>
        <w:tab/>
        <w:t>1.013e0</w:t>
      </w:r>
    </w:p>
    <w:p w:rsidR="007B2329" w:rsidRDefault="007B2329" w:rsidP="007B2329">
      <w:r>
        <w:t>435.8236</w:t>
      </w:r>
      <w:r>
        <w:tab/>
        <w:t>3.038e0</w:t>
      </w:r>
    </w:p>
    <w:p w:rsidR="007B2329" w:rsidRDefault="007B2329" w:rsidP="007B2329">
      <w:r>
        <w:t>435.8279</w:t>
      </w:r>
      <w:r>
        <w:tab/>
        <w:t>1.013e0</w:t>
      </w:r>
    </w:p>
    <w:p w:rsidR="007B2329" w:rsidRDefault="007B2329" w:rsidP="007B2329">
      <w:r>
        <w:t>435.8322</w:t>
      </w:r>
      <w:r>
        <w:tab/>
        <w:t>2.025e0</w:t>
      </w:r>
    </w:p>
    <w:p w:rsidR="007B2329" w:rsidRDefault="007B2329" w:rsidP="007B2329">
      <w:r>
        <w:t>435.8474</w:t>
      </w:r>
      <w:r>
        <w:tab/>
        <w:t>2.025e0</w:t>
      </w:r>
    </w:p>
    <w:p w:rsidR="007B2329" w:rsidRDefault="007B2329" w:rsidP="007B2329">
      <w:r>
        <w:t>435.8665</w:t>
      </w:r>
      <w:r>
        <w:tab/>
        <w:t>2.025e0</w:t>
      </w:r>
    </w:p>
    <w:p w:rsidR="007B2329" w:rsidRDefault="007B2329" w:rsidP="007B2329">
      <w:r>
        <w:t>435.8707</w:t>
      </w:r>
      <w:r>
        <w:tab/>
        <w:t>1.013e0</w:t>
      </w:r>
    </w:p>
    <w:p w:rsidR="007B2329" w:rsidRDefault="007B2329" w:rsidP="007B2329">
      <w:r>
        <w:t>435.8742</w:t>
      </w:r>
      <w:r>
        <w:tab/>
        <w:t>1.013e0</w:t>
      </w:r>
    </w:p>
    <w:p w:rsidR="007B2329" w:rsidRDefault="007B2329" w:rsidP="007B2329">
      <w:r>
        <w:lastRenderedPageBreak/>
        <w:t>435.8972</w:t>
      </w:r>
      <w:r>
        <w:tab/>
        <w:t>1.013e0</w:t>
      </w:r>
    </w:p>
    <w:p w:rsidR="007B2329" w:rsidRDefault="007B2329" w:rsidP="007B2329">
      <w:r>
        <w:t>435.8995</w:t>
      </w:r>
      <w:r>
        <w:tab/>
        <w:t>3.038e0</w:t>
      </w:r>
    </w:p>
    <w:p w:rsidR="007B2329" w:rsidRDefault="007B2329" w:rsidP="007B2329">
      <w:r>
        <w:t>435.9153</w:t>
      </w:r>
      <w:r>
        <w:tab/>
        <w:t>2.025e0</w:t>
      </w:r>
    </w:p>
    <w:p w:rsidR="007B2329" w:rsidRDefault="007B2329" w:rsidP="007B2329">
      <w:r>
        <w:t>435.9278</w:t>
      </w:r>
      <w:r>
        <w:tab/>
        <w:t>1.013e0</w:t>
      </w:r>
    </w:p>
    <w:p w:rsidR="007B2329" w:rsidRDefault="007B2329" w:rsidP="007B2329">
      <w:r>
        <w:t>435.9359</w:t>
      </w:r>
      <w:r>
        <w:tab/>
        <w:t>2.025e0</w:t>
      </w:r>
    </w:p>
    <w:p w:rsidR="007B2329" w:rsidRDefault="007B2329" w:rsidP="007B2329">
      <w:r>
        <w:t>435.9406</w:t>
      </w:r>
      <w:r>
        <w:tab/>
        <w:t>2.025e0</w:t>
      </w:r>
    </w:p>
    <w:p w:rsidR="007B2329" w:rsidRDefault="007B2329" w:rsidP="007B2329">
      <w:r>
        <w:t>435.9455</w:t>
      </w:r>
      <w:r>
        <w:tab/>
        <w:t>2.532e-2</w:t>
      </w:r>
    </w:p>
    <w:p w:rsidR="007B2329" w:rsidRDefault="007B2329" w:rsidP="007B2329">
      <w:r>
        <w:t>435.9495</w:t>
      </w:r>
      <w:r>
        <w:tab/>
        <w:t>1.013e0</w:t>
      </w:r>
    </w:p>
    <w:p w:rsidR="007B2329" w:rsidRDefault="007B2329" w:rsidP="007B2329">
      <w:r>
        <w:t>435.9532</w:t>
      </w:r>
      <w:r>
        <w:tab/>
        <w:t>1.013e0</w:t>
      </w:r>
    </w:p>
    <w:p w:rsidR="007B2329" w:rsidRDefault="007B2329" w:rsidP="007B2329">
      <w:r>
        <w:t>435.9583</w:t>
      </w:r>
      <w:r>
        <w:tab/>
        <w:t>1.013e0</w:t>
      </w:r>
    </w:p>
    <w:p w:rsidR="007B2329" w:rsidRDefault="007B2329" w:rsidP="007B2329">
      <w:r>
        <w:t>435.9898</w:t>
      </w:r>
      <w:r>
        <w:tab/>
        <w:t>2.051e0</w:t>
      </w:r>
    </w:p>
    <w:p w:rsidR="007B2329" w:rsidRDefault="007B2329" w:rsidP="007B2329">
      <w:r>
        <w:t>435.9929</w:t>
      </w:r>
      <w:r>
        <w:tab/>
        <w:t>2.025e0</w:t>
      </w:r>
    </w:p>
    <w:p w:rsidR="007B2329" w:rsidRDefault="007B2329" w:rsidP="007B2329">
      <w:r>
        <w:t>436.0083</w:t>
      </w:r>
      <w:r>
        <w:tab/>
        <w:t>3.275e0</w:t>
      </w:r>
    </w:p>
    <w:p w:rsidR="007B2329" w:rsidRDefault="007B2329" w:rsidP="007B2329">
      <w:r>
        <w:t>436.0140</w:t>
      </w:r>
      <w:r>
        <w:tab/>
        <w:t>1.013e0</w:t>
      </w:r>
    </w:p>
    <w:p w:rsidR="007B2329" w:rsidRDefault="007B2329" w:rsidP="007B2329">
      <w:r>
        <w:t>436.0380</w:t>
      </w:r>
      <w:r>
        <w:tab/>
        <w:t>3.038e0</w:t>
      </w:r>
    </w:p>
    <w:p w:rsidR="007B2329" w:rsidRDefault="007B2329" w:rsidP="007B2329">
      <w:r>
        <w:t>436.0512</w:t>
      </w:r>
      <w:r>
        <w:tab/>
        <w:t>1.025e0</w:t>
      </w:r>
    </w:p>
    <w:p w:rsidR="007B2329" w:rsidRDefault="007B2329" w:rsidP="007B2329">
      <w:r>
        <w:t>436.0620</w:t>
      </w:r>
      <w:r>
        <w:tab/>
        <w:t>2.025e0</w:t>
      </w:r>
    </w:p>
    <w:p w:rsidR="007B2329" w:rsidRDefault="007B2329" w:rsidP="007B2329">
      <w:r>
        <w:t>436.0961</w:t>
      </w:r>
      <w:r>
        <w:tab/>
        <w:t>1.013e0</w:t>
      </w:r>
    </w:p>
    <w:p w:rsidR="007B2329" w:rsidRDefault="007B2329" w:rsidP="007B2329">
      <w:r>
        <w:t>436.1037</w:t>
      </w:r>
      <w:r>
        <w:tab/>
        <w:t>2.025e0</w:t>
      </w:r>
    </w:p>
    <w:p w:rsidR="007B2329" w:rsidRDefault="007B2329" w:rsidP="007B2329">
      <w:r>
        <w:lastRenderedPageBreak/>
        <w:t>436.1075</w:t>
      </w:r>
      <w:r>
        <w:tab/>
        <w:t>2.995e0</w:t>
      </w:r>
    </w:p>
    <w:p w:rsidR="007B2329" w:rsidRDefault="007B2329" w:rsidP="007B2329">
      <w:r>
        <w:t>436.1277</w:t>
      </w:r>
      <w:r>
        <w:tab/>
        <w:t>4.051e0</w:t>
      </w:r>
    </w:p>
    <w:p w:rsidR="007B2329" w:rsidRDefault="007B2329" w:rsidP="007B2329">
      <w:r>
        <w:t>436.1372</w:t>
      </w:r>
      <w:r>
        <w:tab/>
        <w:t>3.017e0</w:t>
      </w:r>
    </w:p>
    <w:p w:rsidR="007B2329" w:rsidRDefault="007B2329" w:rsidP="007B2329">
      <w:r>
        <w:t>436.1521</w:t>
      </w:r>
      <w:r>
        <w:tab/>
        <w:t>3.664e0</w:t>
      </w:r>
    </w:p>
    <w:p w:rsidR="007B2329" w:rsidRDefault="007B2329" w:rsidP="007B2329">
      <w:r>
        <w:t>436.1840</w:t>
      </w:r>
      <w:r>
        <w:tab/>
        <w:t>2.117e0</w:t>
      </w:r>
    </w:p>
    <w:p w:rsidR="007B2329" w:rsidRDefault="007B2329" w:rsidP="007B2329">
      <w:r>
        <w:t>436.1892</w:t>
      </w:r>
      <w:r>
        <w:tab/>
        <w:t>3.426e0</w:t>
      </w:r>
    </w:p>
    <w:p w:rsidR="007B2329" w:rsidRDefault="007B2329" w:rsidP="007B2329">
      <w:r>
        <w:t>436.1938</w:t>
      </w:r>
      <w:r>
        <w:tab/>
        <w:t>1.106e1</w:t>
      </w:r>
    </w:p>
    <w:p w:rsidR="007B2329" w:rsidRDefault="007B2329" w:rsidP="007B2329">
      <w:r>
        <w:t>436.1982</w:t>
      </w:r>
      <w:r>
        <w:tab/>
        <w:t>1.815e0</w:t>
      </w:r>
    </w:p>
    <w:p w:rsidR="007B2329" w:rsidRDefault="007B2329" w:rsidP="007B2329">
      <w:r>
        <w:t>436.1996</w:t>
      </w:r>
      <w:r>
        <w:tab/>
        <w:t>8.830e0</w:t>
      </w:r>
    </w:p>
    <w:p w:rsidR="007B2329" w:rsidRDefault="007B2329" w:rsidP="007B2329">
      <w:r>
        <w:t>436.2173</w:t>
      </w:r>
      <w:r>
        <w:tab/>
        <w:t>1.245e1</w:t>
      </w:r>
    </w:p>
    <w:p w:rsidR="007B2329" w:rsidRDefault="007B2329" w:rsidP="007B2329">
      <w:r>
        <w:t>436.2303</w:t>
      </w:r>
      <w:r>
        <w:tab/>
        <w:t>5.805e0</w:t>
      </w:r>
    </w:p>
    <w:p w:rsidR="007B2329" w:rsidRDefault="007B2329" w:rsidP="007B2329">
      <w:r>
        <w:t>436.2358</w:t>
      </w:r>
      <w:r>
        <w:tab/>
        <w:t>1.229e1</w:t>
      </w:r>
    </w:p>
    <w:p w:rsidR="007B2329" w:rsidRDefault="007B2329" w:rsidP="007B2329">
      <w:r>
        <w:t>436.2436</w:t>
      </w:r>
      <w:r>
        <w:tab/>
        <w:t>3.299e0</w:t>
      </w:r>
    </w:p>
    <w:p w:rsidR="007B2329" w:rsidRDefault="007B2329" w:rsidP="007B2329">
      <w:r>
        <w:t>436.2510</w:t>
      </w:r>
      <w:r>
        <w:tab/>
        <w:t>7.336e0</w:t>
      </w:r>
    </w:p>
    <w:p w:rsidR="007B2329" w:rsidRDefault="007B2329" w:rsidP="007B2329">
      <w:r>
        <w:t>436.3102</w:t>
      </w:r>
      <w:r>
        <w:tab/>
        <w:t>1.013e0</w:t>
      </w:r>
    </w:p>
    <w:p w:rsidR="007B2329" w:rsidRDefault="007B2329" w:rsidP="007B2329">
      <w:r>
        <w:t>436.3198</w:t>
      </w:r>
      <w:r>
        <w:tab/>
        <w:t>3.929e0</w:t>
      </w:r>
    </w:p>
    <w:p w:rsidR="007B2329" w:rsidRDefault="007B2329" w:rsidP="007B2329">
      <w:r>
        <w:t>436.3409</w:t>
      </w:r>
      <w:r>
        <w:tab/>
        <w:t>1.013e0</w:t>
      </w:r>
    </w:p>
    <w:p w:rsidR="007B2329" w:rsidRDefault="007B2329" w:rsidP="007B2329">
      <w:r>
        <w:t>436.3486</w:t>
      </w:r>
      <w:r>
        <w:tab/>
        <w:t>1.013e0</w:t>
      </w:r>
    </w:p>
    <w:p w:rsidR="007B2329" w:rsidRDefault="007B2329" w:rsidP="007B2329">
      <w:r>
        <w:t>436.3581</w:t>
      </w:r>
      <w:r>
        <w:tab/>
        <w:t>1.013e0</w:t>
      </w:r>
    </w:p>
    <w:p w:rsidR="007B2329" w:rsidRDefault="007B2329" w:rsidP="007B2329">
      <w:r>
        <w:lastRenderedPageBreak/>
        <w:t>436.3638</w:t>
      </w:r>
      <w:r>
        <w:tab/>
        <w:t>1.013e0</w:t>
      </w:r>
    </w:p>
    <w:p w:rsidR="007B2329" w:rsidRDefault="007B2329" w:rsidP="007B2329">
      <w:r>
        <w:t>436.3757</w:t>
      </w:r>
      <w:r>
        <w:tab/>
        <w:t>1.013e0</w:t>
      </w:r>
    </w:p>
    <w:p w:rsidR="007B2329" w:rsidRDefault="007B2329" w:rsidP="007B2329">
      <w:r>
        <w:t>436.3868</w:t>
      </w:r>
      <w:r>
        <w:tab/>
        <w:t>2.025e0</w:t>
      </w:r>
    </w:p>
    <w:p w:rsidR="007B2329" w:rsidRDefault="007B2329" w:rsidP="007B2329">
      <w:r>
        <w:t>436.3938</w:t>
      </w:r>
      <w:r>
        <w:tab/>
        <w:t>1.013e0</w:t>
      </w:r>
    </w:p>
    <w:p w:rsidR="007B2329" w:rsidRDefault="007B2329" w:rsidP="007B2329">
      <w:r>
        <w:t>436.4152</w:t>
      </w:r>
      <w:r>
        <w:tab/>
        <w:t>2.025e0</w:t>
      </w:r>
    </w:p>
    <w:p w:rsidR="007B2329" w:rsidRDefault="007B2329" w:rsidP="007B2329">
      <w:r>
        <w:t>436.4480</w:t>
      </w:r>
      <w:r>
        <w:tab/>
        <w:t>1.013e0</w:t>
      </w:r>
    </w:p>
    <w:p w:rsidR="007B2329" w:rsidRDefault="007B2329" w:rsidP="007B2329">
      <w:r>
        <w:t>436.4547</w:t>
      </w:r>
      <w:r>
        <w:tab/>
        <w:t>1.013e0</w:t>
      </w:r>
    </w:p>
    <w:p w:rsidR="007B2329" w:rsidRDefault="007B2329" w:rsidP="007B2329">
      <w:r>
        <w:t>436.4796</w:t>
      </w:r>
      <w:r>
        <w:tab/>
        <w:t>1.013e0</w:t>
      </w:r>
    </w:p>
    <w:p w:rsidR="007B2329" w:rsidRDefault="007B2329" w:rsidP="007B2329">
      <w:r>
        <w:t>436.4941</w:t>
      </w:r>
      <w:r>
        <w:tab/>
        <w:t>2.025e0</w:t>
      </w:r>
    </w:p>
    <w:p w:rsidR="007B2329" w:rsidRDefault="007B2329" w:rsidP="007B2329">
      <w:r>
        <w:t>436.4976</w:t>
      </w:r>
      <w:r>
        <w:tab/>
        <w:t>1.013e0</w:t>
      </w:r>
    </w:p>
    <w:p w:rsidR="007B2329" w:rsidRDefault="007B2329" w:rsidP="007B2329">
      <w:r>
        <w:t>436.5155</w:t>
      </w:r>
      <w:r>
        <w:tab/>
        <w:t>1.013e0</w:t>
      </w:r>
    </w:p>
    <w:p w:rsidR="007B2329" w:rsidRDefault="007B2329" w:rsidP="007B2329">
      <w:r>
        <w:t>436.5369</w:t>
      </w:r>
      <w:r>
        <w:tab/>
        <w:t>1.013e0</w:t>
      </w:r>
    </w:p>
    <w:p w:rsidR="007B2329" w:rsidRDefault="007B2329" w:rsidP="007B2329">
      <w:r>
        <w:t>436.5564</w:t>
      </w:r>
      <w:r>
        <w:tab/>
        <w:t>2.025e0</w:t>
      </w:r>
    </w:p>
    <w:p w:rsidR="007B2329" w:rsidRDefault="007B2329" w:rsidP="007B2329">
      <w:r>
        <w:t>436.5587</w:t>
      </w:r>
      <w:r>
        <w:tab/>
        <w:t>1.013e0</w:t>
      </w:r>
    </w:p>
    <w:p w:rsidR="007B2329" w:rsidRDefault="007B2329" w:rsidP="007B2329">
      <w:r>
        <w:t>436.5693</w:t>
      </w:r>
      <w:r>
        <w:tab/>
        <w:t>2.025e0</w:t>
      </w:r>
    </w:p>
    <w:p w:rsidR="007B2329" w:rsidRDefault="007B2329" w:rsidP="007B2329">
      <w:r>
        <w:t>436.5706</w:t>
      </w:r>
      <w:r>
        <w:tab/>
        <w:t>1.013e0</w:t>
      </w:r>
    </w:p>
    <w:p w:rsidR="007B2329" w:rsidRDefault="007B2329" w:rsidP="007B2329">
      <w:r>
        <w:t>436.5764</w:t>
      </w:r>
      <w:r>
        <w:tab/>
        <w:t>1.013e0</w:t>
      </w:r>
    </w:p>
    <w:p w:rsidR="007B2329" w:rsidRDefault="007B2329" w:rsidP="007B2329">
      <w:r>
        <w:t>436.5818</w:t>
      </w:r>
      <w:r>
        <w:tab/>
        <w:t>3.051e0</w:t>
      </w:r>
    </w:p>
    <w:p w:rsidR="007B2329" w:rsidRDefault="007B2329" w:rsidP="007B2329">
      <w:r>
        <w:t>436.5980</w:t>
      </w:r>
      <w:r>
        <w:tab/>
        <w:t>1.013e0</w:t>
      </w:r>
    </w:p>
    <w:p w:rsidR="007B2329" w:rsidRDefault="007B2329" w:rsidP="007B2329">
      <w:r>
        <w:lastRenderedPageBreak/>
        <w:t>436.6089</w:t>
      </w:r>
      <w:r>
        <w:tab/>
        <w:t>1.013e0</w:t>
      </w:r>
    </w:p>
    <w:p w:rsidR="007B2329" w:rsidRDefault="007B2329" w:rsidP="007B2329">
      <w:r>
        <w:t>436.6374</w:t>
      </w:r>
      <w:r>
        <w:tab/>
        <w:t>1.013e0</w:t>
      </w:r>
    </w:p>
    <w:p w:rsidR="007B2329" w:rsidRDefault="007B2329" w:rsidP="007B2329">
      <w:r>
        <w:t>436.6602</w:t>
      </w:r>
      <w:r>
        <w:tab/>
        <w:t>2.025e0</w:t>
      </w:r>
    </w:p>
    <w:p w:rsidR="007B2329" w:rsidRDefault="007B2329" w:rsidP="007B2329">
      <w:r>
        <w:t>436.6626</w:t>
      </w:r>
      <w:r>
        <w:tab/>
        <w:t>1.013e0</w:t>
      </w:r>
    </w:p>
    <w:p w:rsidR="007B2329" w:rsidRDefault="007B2329" w:rsidP="007B2329">
      <w:r>
        <w:t>436.6768</w:t>
      </w:r>
      <w:r>
        <w:tab/>
        <w:t>1.013e0</w:t>
      </w:r>
    </w:p>
    <w:p w:rsidR="007B2329" w:rsidRDefault="007B2329" w:rsidP="007B2329">
      <w:r>
        <w:t>436.6855</w:t>
      </w:r>
      <w:r>
        <w:tab/>
        <w:t>1.013e0</w:t>
      </w:r>
    </w:p>
    <w:p w:rsidR="007B2329" w:rsidRDefault="007B2329" w:rsidP="007B2329">
      <w:r>
        <w:t>436.7139</w:t>
      </w:r>
      <w:r>
        <w:tab/>
        <w:t>4.051e0</w:t>
      </w:r>
    </w:p>
    <w:p w:rsidR="007B2329" w:rsidRDefault="007B2329" w:rsidP="007B2329">
      <w:r>
        <w:t>436.7199</w:t>
      </w:r>
      <w:r>
        <w:tab/>
        <w:t>3.038e0</w:t>
      </w:r>
    </w:p>
    <w:p w:rsidR="007B2329" w:rsidRDefault="007B2329" w:rsidP="007B2329">
      <w:r>
        <w:t>436.7238</w:t>
      </w:r>
      <w:r>
        <w:tab/>
        <w:t>1.013e0</w:t>
      </w:r>
    </w:p>
    <w:p w:rsidR="007B2329" w:rsidRDefault="007B2329" w:rsidP="007B2329">
      <w:r>
        <w:t>436.7281</w:t>
      </w:r>
      <w:r>
        <w:tab/>
        <w:t>4.051e0</w:t>
      </w:r>
    </w:p>
    <w:p w:rsidR="007B2329" w:rsidRDefault="007B2329" w:rsidP="007B2329">
      <w:r>
        <w:t>436.7773</w:t>
      </w:r>
      <w:r>
        <w:tab/>
        <w:t>1.013e0</w:t>
      </w:r>
    </w:p>
    <w:p w:rsidR="007B2329" w:rsidRDefault="007B2329" w:rsidP="007B2329">
      <w:r>
        <w:t>436.7986</w:t>
      </w:r>
      <w:r>
        <w:tab/>
        <w:t>2.025e0</w:t>
      </w:r>
    </w:p>
    <w:p w:rsidR="007B2329" w:rsidRDefault="007B2329" w:rsidP="007B2329">
      <w:r>
        <w:t>436.8022</w:t>
      </w:r>
      <w:r>
        <w:tab/>
        <w:t>1.013e0</w:t>
      </w:r>
    </w:p>
    <w:p w:rsidR="007B2329" w:rsidRDefault="007B2329" w:rsidP="007B2329">
      <w:r>
        <w:t>436.8081</w:t>
      </w:r>
      <w:r>
        <w:tab/>
        <w:t>2.025e0</w:t>
      </w:r>
    </w:p>
    <w:p w:rsidR="007B2329" w:rsidRDefault="007B2329" w:rsidP="007B2329">
      <w:r>
        <w:t>436.8201</w:t>
      </w:r>
      <w:r>
        <w:tab/>
        <w:t>1.013e0</w:t>
      </w:r>
    </w:p>
    <w:p w:rsidR="007B2329" w:rsidRDefault="007B2329" w:rsidP="007B2329">
      <w:r>
        <w:t>436.8352</w:t>
      </w:r>
      <w:r>
        <w:tab/>
        <w:t>2.378e0</w:t>
      </w:r>
    </w:p>
    <w:p w:rsidR="007B2329" w:rsidRDefault="007B2329" w:rsidP="007B2329">
      <w:r>
        <w:t>436.8381</w:t>
      </w:r>
      <w:r>
        <w:tab/>
        <w:t>1.013e0</w:t>
      </w:r>
    </w:p>
    <w:p w:rsidR="007B2329" w:rsidRDefault="007B2329" w:rsidP="007B2329">
      <w:r>
        <w:t>436.8594</w:t>
      </w:r>
      <w:r>
        <w:tab/>
        <w:t>1.013e0</w:t>
      </w:r>
    </w:p>
    <w:p w:rsidR="007B2329" w:rsidRDefault="007B2329" w:rsidP="007B2329">
      <w:r>
        <w:t>436.8877</w:t>
      </w:r>
      <w:r>
        <w:tab/>
        <w:t>2.025e0</w:t>
      </w:r>
    </w:p>
    <w:p w:rsidR="007B2329" w:rsidRDefault="007B2329" w:rsidP="007B2329">
      <w:r>
        <w:lastRenderedPageBreak/>
        <w:t>436.8990</w:t>
      </w:r>
      <w:r>
        <w:tab/>
        <w:t>1.013e0</w:t>
      </w:r>
    </w:p>
    <w:p w:rsidR="007B2329" w:rsidRDefault="007B2329" w:rsidP="007B2329">
      <w:r>
        <w:t>436.9268</w:t>
      </w:r>
      <w:r>
        <w:tab/>
        <w:t>2.025e0</w:t>
      </w:r>
    </w:p>
    <w:p w:rsidR="007B2329" w:rsidRDefault="007B2329" w:rsidP="007B2329">
      <w:r>
        <w:t>436.9395</w:t>
      </w:r>
      <w:r>
        <w:tab/>
        <w:t>2.025e0</w:t>
      </w:r>
    </w:p>
    <w:p w:rsidR="007B2329" w:rsidRDefault="007B2329" w:rsidP="007B2329">
      <w:r>
        <w:t>436.9423</w:t>
      </w:r>
      <w:r>
        <w:tab/>
        <w:t>2.025e0</w:t>
      </w:r>
    </w:p>
    <w:p w:rsidR="007B2329" w:rsidRDefault="007B2329" w:rsidP="007B2329">
      <w:r>
        <w:t>436.9598</w:t>
      </w:r>
      <w:r>
        <w:tab/>
        <w:t>1.013e0</w:t>
      </w:r>
    </w:p>
    <w:p w:rsidR="007B2329" w:rsidRDefault="007B2329" w:rsidP="007B2329">
      <w:r>
        <w:t>436.9676</w:t>
      </w:r>
      <w:r>
        <w:tab/>
        <w:t>4.051e0</w:t>
      </w:r>
    </w:p>
    <w:p w:rsidR="007B2329" w:rsidRDefault="007B2329" w:rsidP="007B2329">
      <w:r>
        <w:t>436.9707</w:t>
      </w:r>
      <w:r>
        <w:tab/>
        <w:t>2.025e0</w:t>
      </w:r>
    </w:p>
    <w:p w:rsidR="007B2329" w:rsidRDefault="007B2329" w:rsidP="007B2329">
      <w:r>
        <w:t>437.0057</w:t>
      </w:r>
      <w:r>
        <w:tab/>
        <w:t>2.025e0</w:t>
      </w:r>
    </w:p>
    <w:p w:rsidR="007B2329" w:rsidRDefault="007B2329" w:rsidP="007B2329">
      <w:r>
        <w:t>437.0207</w:t>
      </w:r>
      <w:r>
        <w:tab/>
        <w:t>1.013e0</w:t>
      </w:r>
    </w:p>
    <w:p w:rsidR="007B2329" w:rsidRDefault="007B2329" w:rsidP="007B2329">
      <w:r>
        <w:t>437.0764</w:t>
      </w:r>
      <w:r>
        <w:tab/>
        <w:t>2.025e0</w:t>
      </w:r>
    </w:p>
    <w:p w:rsidR="007B2329" w:rsidRDefault="007B2329" w:rsidP="007B2329">
      <w:r>
        <w:t>437.0817</w:t>
      </w:r>
      <w:r>
        <w:tab/>
        <w:t>1.013e0</w:t>
      </w:r>
    </w:p>
    <w:p w:rsidR="007B2329" w:rsidRDefault="007B2329" w:rsidP="007B2329">
      <w:r>
        <w:t>437.0852</w:t>
      </w:r>
      <w:r>
        <w:tab/>
        <w:t>1.013e0</w:t>
      </w:r>
    </w:p>
    <w:p w:rsidR="007B2329" w:rsidRDefault="007B2329" w:rsidP="007B2329">
      <w:r>
        <w:t>437.0962</w:t>
      </w:r>
      <w:r>
        <w:tab/>
        <w:t>3.038e0</w:t>
      </w:r>
    </w:p>
    <w:p w:rsidR="007B2329" w:rsidRDefault="007B2329" w:rsidP="007B2329">
      <w:r>
        <w:t>437.1034</w:t>
      </w:r>
      <w:r>
        <w:tab/>
        <w:t>1.013e0</w:t>
      </w:r>
    </w:p>
    <w:p w:rsidR="007B2329" w:rsidRDefault="007B2329" w:rsidP="007B2329">
      <w:r>
        <w:t>437.1235</w:t>
      </w:r>
      <w:r>
        <w:tab/>
        <w:t>2.025e0</w:t>
      </w:r>
    </w:p>
    <w:p w:rsidR="007B2329" w:rsidRDefault="007B2329" w:rsidP="007B2329">
      <w:r>
        <w:t>437.1304</w:t>
      </w:r>
      <w:r>
        <w:tab/>
        <w:t>3.896e0</w:t>
      </w:r>
    </w:p>
    <w:p w:rsidR="007B2329" w:rsidRDefault="007B2329" w:rsidP="007B2329">
      <w:r>
        <w:t>437.1504</w:t>
      </w:r>
      <w:r>
        <w:tab/>
        <w:t>2.025e0</w:t>
      </w:r>
    </w:p>
    <w:p w:rsidR="007B2329" w:rsidRDefault="007B2329" w:rsidP="007B2329">
      <w:r>
        <w:t>437.1829</w:t>
      </w:r>
      <w:r>
        <w:tab/>
        <w:t>4.321e0</w:t>
      </w:r>
    </w:p>
    <w:p w:rsidR="007B2329" w:rsidRDefault="007B2329" w:rsidP="007B2329">
      <w:r>
        <w:t>437.1878</w:t>
      </w:r>
      <w:r>
        <w:tab/>
        <w:t>1.025e0</w:t>
      </w:r>
    </w:p>
    <w:p w:rsidR="007B2329" w:rsidRDefault="007B2329" w:rsidP="007B2329">
      <w:r>
        <w:lastRenderedPageBreak/>
        <w:t>437.1895</w:t>
      </w:r>
      <w:r>
        <w:tab/>
        <w:t>1.325e0</w:t>
      </w:r>
    </w:p>
    <w:p w:rsidR="007B2329" w:rsidRDefault="007B2329" w:rsidP="007B2329">
      <w:r>
        <w:t>437.1924</w:t>
      </w:r>
      <w:r>
        <w:tab/>
        <w:t>1.325e0</w:t>
      </w:r>
    </w:p>
    <w:p w:rsidR="007B2329" w:rsidRDefault="007B2329" w:rsidP="007B2329">
      <w:r>
        <w:t>437.2258</w:t>
      </w:r>
      <w:r>
        <w:tab/>
        <w:t>9.996e0</w:t>
      </w:r>
    </w:p>
    <w:p w:rsidR="007B2329" w:rsidRDefault="007B2329" w:rsidP="007B2329">
      <w:r>
        <w:t>437.2307</w:t>
      </w:r>
      <w:r>
        <w:tab/>
        <w:t>2.524e0</w:t>
      </w:r>
    </w:p>
    <w:p w:rsidR="007B2329" w:rsidRDefault="007B2329" w:rsidP="007B2329">
      <w:r>
        <w:t>437.2438</w:t>
      </w:r>
      <w:r>
        <w:tab/>
        <w:t>2.396e1</w:t>
      </w:r>
    </w:p>
    <w:p w:rsidR="007B2329" w:rsidRDefault="007B2329" w:rsidP="007B2329">
      <w:r>
        <w:t>437.2483</w:t>
      </w:r>
      <w:r>
        <w:tab/>
        <w:t>1.104e1</w:t>
      </w:r>
    </w:p>
    <w:p w:rsidR="007B2329" w:rsidRDefault="007B2329" w:rsidP="007B2329">
      <w:r>
        <w:t>437.2530</w:t>
      </w:r>
      <w:r>
        <w:tab/>
        <w:t>2.853e0</w:t>
      </w:r>
    </w:p>
    <w:p w:rsidR="007B2329" w:rsidRDefault="007B2329" w:rsidP="007B2329">
      <w:r>
        <w:t>437.2577</w:t>
      </w:r>
      <w:r>
        <w:tab/>
        <w:t>3.596e0</w:t>
      </w:r>
    </w:p>
    <w:p w:rsidR="007B2329" w:rsidRDefault="007B2329" w:rsidP="007B2329">
      <w:r>
        <w:t>437.3396</w:t>
      </w:r>
      <w:r>
        <w:tab/>
        <w:t>2.032e0</w:t>
      </w:r>
    </w:p>
    <w:p w:rsidR="007B2329" w:rsidRDefault="007B2329" w:rsidP="007B2329">
      <w:r>
        <w:t>437.3635</w:t>
      </w:r>
      <w:r>
        <w:tab/>
        <w:t>2.025e0</w:t>
      </w:r>
    </w:p>
    <w:p w:rsidR="007B2329" w:rsidRDefault="007B2329" w:rsidP="007B2329">
      <w:r>
        <w:t>437.3648</w:t>
      </w:r>
      <w:r>
        <w:tab/>
        <w:t>1.013e0</w:t>
      </w:r>
    </w:p>
    <w:p w:rsidR="007B2329" w:rsidRDefault="007B2329" w:rsidP="007B2329">
      <w:r>
        <w:t>437.3727</w:t>
      </w:r>
      <w:r>
        <w:tab/>
        <w:t>2.025e0</w:t>
      </w:r>
    </w:p>
    <w:p w:rsidR="007B2329" w:rsidRDefault="007B2329" w:rsidP="007B2329">
      <w:r>
        <w:t>437.3829</w:t>
      </w:r>
      <w:r>
        <w:tab/>
        <w:t>1.013e0</w:t>
      </w:r>
    </w:p>
    <w:p w:rsidR="007B2329" w:rsidRDefault="007B2329" w:rsidP="007B2329">
      <w:r>
        <w:t>437.3917</w:t>
      </w:r>
      <w:r>
        <w:tab/>
        <w:t>2.025e0</w:t>
      </w:r>
    </w:p>
    <w:p w:rsidR="007B2329" w:rsidRDefault="007B2329" w:rsidP="007B2329">
      <w:r>
        <w:t>437.4042</w:t>
      </w:r>
      <w:r>
        <w:tab/>
        <w:t>1.013e0</w:t>
      </w:r>
    </w:p>
    <w:p w:rsidR="007B2329" w:rsidRDefault="007B2329" w:rsidP="007B2329">
      <w:r>
        <w:t>437.4116</w:t>
      </w:r>
      <w:r>
        <w:tab/>
        <w:t>2.025e0</w:t>
      </w:r>
    </w:p>
    <w:p w:rsidR="007B2329" w:rsidRDefault="007B2329" w:rsidP="007B2329">
      <w:r>
        <w:t>437.4140</w:t>
      </w:r>
      <w:r>
        <w:tab/>
        <w:t>1.013e0</w:t>
      </w:r>
    </w:p>
    <w:p w:rsidR="007B2329" w:rsidRDefault="007B2329" w:rsidP="007B2329">
      <w:r>
        <w:t>437.4214</w:t>
      </w:r>
      <w:r>
        <w:tab/>
        <w:t>1.013e0</w:t>
      </w:r>
    </w:p>
    <w:p w:rsidR="007B2329" w:rsidRDefault="007B2329" w:rsidP="007B2329">
      <w:r>
        <w:t>437.4522</w:t>
      </w:r>
      <w:r>
        <w:tab/>
        <w:t>1.013e0</w:t>
      </w:r>
    </w:p>
    <w:p w:rsidR="007B2329" w:rsidRDefault="007B2329" w:rsidP="007B2329">
      <w:r>
        <w:lastRenderedPageBreak/>
        <w:t>437.4598</w:t>
      </w:r>
      <w:r>
        <w:tab/>
        <w:t>1.013e0</w:t>
      </w:r>
    </w:p>
    <w:p w:rsidR="007B2329" w:rsidRDefault="007B2329" w:rsidP="007B2329">
      <w:r>
        <w:t>437.4957</w:t>
      </w:r>
      <w:r>
        <w:tab/>
        <w:t>2.025e0</w:t>
      </w:r>
    </w:p>
    <w:p w:rsidR="007B2329" w:rsidRDefault="007B2329" w:rsidP="007B2329">
      <w:r>
        <w:t>437.5172</w:t>
      </w:r>
      <w:r>
        <w:tab/>
        <w:t>4.051e0</w:t>
      </w:r>
    </w:p>
    <w:p w:rsidR="007B2329" w:rsidRDefault="007B2329" w:rsidP="007B2329">
      <w:r>
        <w:t>437.5295</w:t>
      </w:r>
      <w:r>
        <w:tab/>
        <w:t>1.013e0</w:t>
      </w:r>
    </w:p>
    <w:p w:rsidR="007B2329" w:rsidRDefault="007B2329" w:rsidP="007B2329">
      <w:r>
        <w:t>437.5691</w:t>
      </w:r>
      <w:r>
        <w:tab/>
        <w:t>2.025e0</w:t>
      </w:r>
    </w:p>
    <w:p w:rsidR="007B2329" w:rsidRDefault="007B2329" w:rsidP="007B2329">
      <w:r>
        <w:t>437.5870</w:t>
      </w:r>
      <w:r>
        <w:tab/>
        <w:t>1.013e0</w:t>
      </w:r>
    </w:p>
    <w:p w:rsidR="007B2329" w:rsidRDefault="007B2329" w:rsidP="007B2329">
      <w:r>
        <w:t>437.5904</w:t>
      </w:r>
      <w:r>
        <w:tab/>
        <w:t>1.013e0</w:t>
      </w:r>
    </w:p>
    <w:p w:rsidR="007B2329" w:rsidRDefault="007B2329" w:rsidP="007B2329">
      <w:r>
        <w:t>437.6210</w:t>
      </w:r>
      <w:r>
        <w:tab/>
        <w:t>1.013e0</w:t>
      </w:r>
    </w:p>
    <w:p w:rsidR="007B2329" w:rsidRDefault="007B2329" w:rsidP="007B2329">
      <w:r>
        <w:t>437.6479</w:t>
      </w:r>
      <w:r>
        <w:tab/>
        <w:t>1.013e0</w:t>
      </w:r>
    </w:p>
    <w:p w:rsidR="007B2329" w:rsidRDefault="007B2329" w:rsidP="007B2329">
      <w:r>
        <w:t>437.6595</w:t>
      </w:r>
      <w:r>
        <w:tab/>
        <w:t>1.013e0</w:t>
      </w:r>
    </w:p>
    <w:p w:rsidR="007B2329" w:rsidRDefault="007B2329" w:rsidP="007B2329">
      <w:r>
        <w:t>437.6661</w:t>
      </w:r>
      <w:r>
        <w:tab/>
        <w:t>1.013e0</w:t>
      </w:r>
    </w:p>
    <w:p w:rsidR="007B2329" w:rsidRDefault="007B2329" w:rsidP="007B2329">
      <w:r>
        <w:t>437.6696</w:t>
      </w:r>
      <w:r>
        <w:tab/>
        <w:t>1.013e0</w:t>
      </w:r>
    </w:p>
    <w:p w:rsidR="007B2329" w:rsidRDefault="007B2329" w:rsidP="007B2329">
      <w:r>
        <w:t>437.6873</w:t>
      </w:r>
      <w:r>
        <w:tab/>
        <w:t>1.013e0</w:t>
      </w:r>
    </w:p>
    <w:p w:rsidR="007B2329" w:rsidRDefault="007B2329" w:rsidP="007B2329">
      <w:r>
        <w:t>437.6977</w:t>
      </w:r>
      <w:r>
        <w:tab/>
        <w:t>1.013e0</w:t>
      </w:r>
    </w:p>
    <w:p w:rsidR="007B2329" w:rsidRDefault="007B2329" w:rsidP="007B2329">
      <w:r>
        <w:t>437.7090</w:t>
      </w:r>
      <w:r>
        <w:tab/>
        <w:t>1.013e0</w:t>
      </w:r>
    </w:p>
    <w:p w:rsidR="007B2329" w:rsidRDefault="007B2329" w:rsidP="007B2329">
      <w:r>
        <w:t>437.7267</w:t>
      </w:r>
      <w:r>
        <w:tab/>
        <w:t>2.025e0</w:t>
      </w:r>
    </w:p>
    <w:p w:rsidR="007B2329" w:rsidRDefault="007B2329" w:rsidP="007B2329">
      <w:r>
        <w:t>437.7592</w:t>
      </w:r>
      <w:r>
        <w:tab/>
        <w:t>1.013e0</w:t>
      </w:r>
    </w:p>
    <w:p w:rsidR="007B2329" w:rsidRDefault="007B2329" w:rsidP="007B2329">
      <w:r>
        <w:t>437.7688</w:t>
      </w:r>
      <w:r>
        <w:tab/>
        <w:t>2.025e0</w:t>
      </w:r>
    </w:p>
    <w:p w:rsidR="007B2329" w:rsidRDefault="007B2329" w:rsidP="007B2329">
      <w:r>
        <w:t>437.7699</w:t>
      </w:r>
      <w:r>
        <w:tab/>
        <w:t>1.013e0</w:t>
      </w:r>
    </w:p>
    <w:p w:rsidR="007B2329" w:rsidRDefault="007B2329" w:rsidP="007B2329">
      <w:r>
        <w:lastRenderedPageBreak/>
        <w:t>437.7728</w:t>
      </w:r>
      <w:r>
        <w:tab/>
        <w:t>2.025e0</w:t>
      </w:r>
    </w:p>
    <w:p w:rsidR="007B2329" w:rsidRDefault="007B2329" w:rsidP="007B2329">
      <w:r>
        <w:t>437.7747</w:t>
      </w:r>
      <w:r>
        <w:tab/>
        <w:t>1.013e0</w:t>
      </w:r>
    </w:p>
    <w:p w:rsidR="007B2329" w:rsidRDefault="007B2329" w:rsidP="007B2329">
      <w:r>
        <w:t>437.8206</w:t>
      </w:r>
      <w:r>
        <w:tab/>
        <w:t>1.013e0</w:t>
      </w:r>
    </w:p>
    <w:p w:rsidR="007B2329" w:rsidRDefault="007B2329" w:rsidP="007B2329">
      <w:r>
        <w:t>437.8359</w:t>
      </w:r>
      <w:r>
        <w:tab/>
        <w:t>1.013e0</w:t>
      </w:r>
    </w:p>
    <w:p w:rsidR="007B2329" w:rsidRDefault="007B2329" w:rsidP="007B2329">
      <w:r>
        <w:t>437.8436</w:t>
      </w:r>
      <w:r>
        <w:tab/>
        <w:t>1.013e0</w:t>
      </w:r>
    </w:p>
    <w:p w:rsidR="007B2329" w:rsidRDefault="007B2329" w:rsidP="007B2329">
      <w:r>
        <w:t>437.8668</w:t>
      </w:r>
      <w:r>
        <w:tab/>
        <w:t>1.013e0</w:t>
      </w:r>
    </w:p>
    <w:p w:rsidR="007B2329" w:rsidRDefault="007B2329" w:rsidP="007B2329">
      <w:r>
        <w:t>437.8702</w:t>
      </w:r>
      <w:r>
        <w:tab/>
        <w:t>1.013e0</w:t>
      </w:r>
    </w:p>
    <w:p w:rsidR="007B2329" w:rsidRDefault="007B2329" w:rsidP="007B2329">
      <w:r>
        <w:t>437.8880</w:t>
      </w:r>
      <w:r>
        <w:tab/>
        <w:t>1.013e0</w:t>
      </w:r>
    </w:p>
    <w:p w:rsidR="007B2329" w:rsidRDefault="007B2329" w:rsidP="007B2329">
      <w:r>
        <w:t>437.9095</w:t>
      </w:r>
      <w:r>
        <w:tab/>
        <w:t>1.013e0</w:t>
      </w:r>
    </w:p>
    <w:p w:rsidR="007B2329" w:rsidRDefault="007B2329" w:rsidP="007B2329">
      <w:r>
        <w:t>437.9131</w:t>
      </w:r>
      <w:r>
        <w:tab/>
        <w:t>1.025e0</w:t>
      </w:r>
    </w:p>
    <w:p w:rsidR="007B2329" w:rsidRDefault="007B2329" w:rsidP="007B2329">
      <w:r>
        <w:t>437.9176</w:t>
      </w:r>
      <w:r>
        <w:tab/>
        <w:t>2.025e0</w:t>
      </w:r>
    </w:p>
    <w:p w:rsidR="007B2329" w:rsidRDefault="007B2329" w:rsidP="007B2329">
      <w:r>
        <w:t>437.9526</w:t>
      </w:r>
      <w:r>
        <w:tab/>
        <w:t>1.013e0</w:t>
      </w:r>
    </w:p>
    <w:p w:rsidR="007B2329" w:rsidRDefault="007B2329" w:rsidP="007B2329">
      <w:r>
        <w:t>437.9588</w:t>
      </w:r>
      <w:r>
        <w:tab/>
        <w:t>1.013e0</w:t>
      </w:r>
    </w:p>
    <w:p w:rsidR="007B2329" w:rsidRDefault="007B2329" w:rsidP="007B2329">
      <w:r>
        <w:t>437.9645</w:t>
      </w:r>
      <w:r>
        <w:tab/>
        <w:t>3.038e0</w:t>
      </w:r>
    </w:p>
    <w:p w:rsidR="007B2329" w:rsidRDefault="007B2329" w:rsidP="007B2329">
      <w:r>
        <w:t>437.9665</w:t>
      </w:r>
      <w:r>
        <w:tab/>
        <w:t>1.013e0</w:t>
      </w:r>
    </w:p>
    <w:p w:rsidR="007B2329" w:rsidRDefault="007B2329" w:rsidP="007B2329">
      <w:r>
        <w:t>437.9920</w:t>
      </w:r>
      <w:r>
        <w:tab/>
        <w:t>1.013e0</w:t>
      </w:r>
    </w:p>
    <w:p w:rsidR="007B2329" w:rsidRDefault="007B2329" w:rsidP="007B2329">
      <w:r>
        <w:t>438.0134</w:t>
      </w:r>
      <w:r>
        <w:tab/>
        <w:t>1.013e0</w:t>
      </w:r>
    </w:p>
    <w:p w:rsidR="007B2329" w:rsidRDefault="007B2329" w:rsidP="007B2329">
      <w:r>
        <w:t>438.0255</w:t>
      </w:r>
      <w:r>
        <w:tab/>
        <w:t>3.038e0</w:t>
      </w:r>
    </w:p>
    <w:p w:rsidR="007B2329" w:rsidRDefault="007B2329" w:rsidP="007B2329">
      <w:r>
        <w:t>438.0280</w:t>
      </w:r>
      <w:r>
        <w:tab/>
        <w:t>1.013e0</w:t>
      </w:r>
    </w:p>
    <w:p w:rsidR="007B2329" w:rsidRDefault="007B2329" w:rsidP="007B2329">
      <w:r>
        <w:lastRenderedPageBreak/>
        <w:t>438.0494</w:t>
      </w:r>
      <w:r>
        <w:tab/>
        <w:t>2.025e0</w:t>
      </w:r>
    </w:p>
    <w:p w:rsidR="007B2329" w:rsidRDefault="007B2329" w:rsidP="007B2329">
      <w:r>
        <w:t>438.0564</w:t>
      </w:r>
      <w:r>
        <w:tab/>
        <w:t>6.076e0</w:t>
      </w:r>
    </w:p>
    <w:p w:rsidR="007B2329" w:rsidRDefault="007B2329" w:rsidP="007B2329">
      <w:r>
        <w:t>438.0588</w:t>
      </w:r>
      <w:r>
        <w:tab/>
        <w:t>1.013e0</w:t>
      </w:r>
    </w:p>
    <w:p w:rsidR="007B2329" w:rsidRDefault="007B2329" w:rsidP="007B2329">
      <w:r>
        <w:t>438.0732</w:t>
      </w:r>
      <w:r>
        <w:tab/>
        <w:t>2.025e0</w:t>
      </w:r>
    </w:p>
    <w:p w:rsidR="007B2329" w:rsidRDefault="007B2329" w:rsidP="007B2329">
      <w:r>
        <w:t>438.0817</w:t>
      </w:r>
      <w:r>
        <w:tab/>
        <w:t>1.013e0</w:t>
      </w:r>
    </w:p>
    <w:p w:rsidR="007B2329" w:rsidRDefault="007B2329" w:rsidP="007B2329">
      <w:r>
        <w:t>438.1049</w:t>
      </w:r>
      <w:r>
        <w:tab/>
        <w:t>1.013e0</w:t>
      </w:r>
    </w:p>
    <w:p w:rsidR="007B2329" w:rsidRDefault="007B2329" w:rsidP="007B2329">
      <w:r>
        <w:t>438.1094</w:t>
      </w:r>
      <w:r>
        <w:tab/>
        <w:t>3.038e0</w:t>
      </w:r>
    </w:p>
    <w:p w:rsidR="007B2329" w:rsidRDefault="007B2329" w:rsidP="007B2329">
      <w:r>
        <w:t>438.1119</w:t>
      </w:r>
      <w:r>
        <w:tab/>
        <w:t>2.025e0</w:t>
      </w:r>
    </w:p>
    <w:p w:rsidR="007B2329" w:rsidRDefault="007B2329" w:rsidP="007B2329">
      <w:r>
        <w:t>438.1168</w:t>
      </w:r>
      <w:r>
        <w:tab/>
        <w:t>3.051e0</w:t>
      </w:r>
    </w:p>
    <w:p w:rsidR="007B2329" w:rsidRDefault="007B2329" w:rsidP="007B2329">
      <w:r>
        <w:t>438.1229</w:t>
      </w:r>
      <w:r>
        <w:tab/>
        <w:t>2.025e0</w:t>
      </w:r>
    </w:p>
    <w:p w:rsidR="007B2329" w:rsidRDefault="007B2329" w:rsidP="007B2329">
      <w:r>
        <w:t>438.1331</w:t>
      </w:r>
      <w:r>
        <w:tab/>
        <w:t>2.025e0</w:t>
      </w:r>
    </w:p>
    <w:p w:rsidR="007B2329" w:rsidRDefault="007B2329" w:rsidP="007B2329">
      <w:r>
        <w:t>438.1728</w:t>
      </w:r>
      <w:r>
        <w:tab/>
        <w:t>7.033e0</w:t>
      </w:r>
    </w:p>
    <w:p w:rsidR="007B2329" w:rsidRDefault="007B2329" w:rsidP="007B2329">
      <w:r>
        <w:t>438.1769</w:t>
      </w:r>
      <w:r>
        <w:tab/>
        <w:t>2.478e0</w:t>
      </w:r>
    </w:p>
    <w:p w:rsidR="007B2329" w:rsidRDefault="007B2329" w:rsidP="007B2329">
      <w:r>
        <w:t>438.1786</w:t>
      </w:r>
      <w:r>
        <w:tab/>
        <w:t>3.038e0</w:t>
      </w:r>
    </w:p>
    <w:p w:rsidR="007B2329" w:rsidRDefault="007B2329" w:rsidP="007B2329">
      <w:r>
        <w:t>438.1808</w:t>
      </w:r>
      <w:r>
        <w:tab/>
        <w:t>6.444e0</w:t>
      </w:r>
    </w:p>
    <w:p w:rsidR="007B2329" w:rsidRDefault="007B2329" w:rsidP="007B2329">
      <w:r>
        <w:t>438.1852</w:t>
      </w:r>
      <w:r>
        <w:tab/>
        <w:t>2.898e0</w:t>
      </w:r>
    </w:p>
    <w:p w:rsidR="007B2329" w:rsidRDefault="007B2329" w:rsidP="007B2329">
      <w:r>
        <w:t>438.1891</w:t>
      </w:r>
      <w:r>
        <w:tab/>
        <w:t>2.789e0</w:t>
      </w:r>
    </w:p>
    <w:p w:rsidR="007B2329" w:rsidRDefault="007B2329" w:rsidP="007B2329">
      <w:r>
        <w:t>438.2271</w:t>
      </w:r>
      <w:r>
        <w:tab/>
        <w:t>5.122e0</w:t>
      </w:r>
    </w:p>
    <w:p w:rsidR="007B2329" w:rsidRDefault="007B2329" w:rsidP="007B2329">
      <w:r>
        <w:t>438.2292</w:t>
      </w:r>
      <w:r>
        <w:tab/>
        <w:t>2.025e0</w:t>
      </w:r>
    </w:p>
    <w:p w:rsidR="007B2329" w:rsidRDefault="007B2329" w:rsidP="007B2329">
      <w:r>
        <w:lastRenderedPageBreak/>
        <w:t>438.2438</w:t>
      </w:r>
      <w:r>
        <w:tab/>
        <w:t>3.798e0</w:t>
      </w:r>
    </w:p>
    <w:p w:rsidR="007B2329" w:rsidRDefault="007B2329" w:rsidP="007B2329">
      <w:r>
        <w:t>438.2579</w:t>
      </w:r>
      <w:r>
        <w:tab/>
        <w:t>5.191e0</w:t>
      </w:r>
    </w:p>
    <w:p w:rsidR="007B2329" w:rsidRDefault="007B2329" w:rsidP="007B2329">
      <w:r>
        <w:t>438.2762</w:t>
      </w:r>
      <w:r>
        <w:tab/>
        <w:t>3.900e0</w:t>
      </w:r>
    </w:p>
    <w:p w:rsidR="007B2329" w:rsidRDefault="007B2329" w:rsidP="007B2329">
      <w:r>
        <w:t>438.3054</w:t>
      </w:r>
      <w:r>
        <w:tab/>
        <w:t>4.076e-1</w:t>
      </w:r>
    </w:p>
    <w:p w:rsidR="007B2329" w:rsidRDefault="007B2329" w:rsidP="007B2329">
      <w:r>
        <w:t>438.3215</w:t>
      </w:r>
      <w:r>
        <w:tab/>
        <w:t>3.228e0</w:t>
      </w:r>
    </w:p>
    <w:p w:rsidR="007B2329" w:rsidRDefault="007B2329" w:rsidP="007B2329">
      <w:r>
        <w:t>438.3340</w:t>
      </w:r>
      <w:r>
        <w:tab/>
        <w:t>2.974e0</w:t>
      </w:r>
    </w:p>
    <w:p w:rsidR="007B2329" w:rsidRDefault="007B2329" w:rsidP="007B2329">
      <w:r>
        <w:t>438.3546</w:t>
      </w:r>
      <w:r>
        <w:tab/>
        <w:t>3.942e0</w:t>
      </w:r>
    </w:p>
    <w:p w:rsidR="007B2329" w:rsidRDefault="007B2329" w:rsidP="007B2329">
      <w:r>
        <w:t>438.3661</w:t>
      </w:r>
      <w:r>
        <w:tab/>
        <w:t>5.739e0</w:t>
      </w:r>
    </w:p>
    <w:p w:rsidR="007B2329" w:rsidRDefault="007B2329" w:rsidP="007B2329">
      <w:r>
        <w:t>438.3701</w:t>
      </w:r>
      <w:r>
        <w:tab/>
        <w:t>1.834e0</w:t>
      </w:r>
    </w:p>
    <w:p w:rsidR="007B2329" w:rsidRDefault="007B2329" w:rsidP="007B2329">
      <w:r>
        <w:t>438.3728</w:t>
      </w:r>
      <w:r>
        <w:tab/>
        <w:t>4.051e0</w:t>
      </w:r>
    </w:p>
    <w:p w:rsidR="007B2329" w:rsidRDefault="007B2329" w:rsidP="007B2329">
      <w:r>
        <w:t>438.3784</w:t>
      </w:r>
      <w:r>
        <w:tab/>
        <w:t>4.902e0</w:t>
      </w:r>
    </w:p>
    <w:p w:rsidR="007B2329" w:rsidRDefault="007B2329" w:rsidP="007B2329">
      <w:r>
        <w:t>438.3810</w:t>
      </w:r>
      <w:r>
        <w:tab/>
        <w:t>4.505e0</w:t>
      </w:r>
    </w:p>
    <w:p w:rsidR="007B2329" w:rsidRDefault="007B2329" w:rsidP="007B2329">
      <w:r>
        <w:t>438.4122</w:t>
      </w:r>
      <w:r>
        <w:tab/>
        <w:t>2.025e0</w:t>
      </w:r>
    </w:p>
    <w:p w:rsidR="007B2329" w:rsidRDefault="007B2329" w:rsidP="007B2329">
      <w:r>
        <w:t>438.4199</w:t>
      </w:r>
      <w:r>
        <w:tab/>
        <w:t>1.013e0</w:t>
      </w:r>
    </w:p>
    <w:p w:rsidR="007B2329" w:rsidRDefault="007B2329" w:rsidP="007B2329">
      <w:r>
        <w:t>438.4430</w:t>
      </w:r>
      <w:r>
        <w:tab/>
        <w:t>1.013e0</w:t>
      </w:r>
    </w:p>
    <w:p w:rsidR="007B2329" w:rsidRDefault="007B2329" w:rsidP="007B2329">
      <w:r>
        <w:t>438.4463</w:t>
      </w:r>
      <w:r>
        <w:tab/>
        <w:t>2.025e0</w:t>
      </w:r>
    </w:p>
    <w:p w:rsidR="007B2329" w:rsidRDefault="007B2329" w:rsidP="007B2329">
      <w:r>
        <w:t>438.4584</w:t>
      </w:r>
      <w:r>
        <w:tab/>
        <w:t>1.013e0</w:t>
      </w:r>
    </w:p>
    <w:p w:rsidR="007B2329" w:rsidRDefault="007B2329" w:rsidP="007B2329">
      <w:r>
        <w:t>438.4724</w:t>
      </w:r>
      <w:r>
        <w:tab/>
        <w:t>1.013e0</w:t>
      </w:r>
    </w:p>
    <w:p w:rsidR="007B2329" w:rsidRDefault="007B2329" w:rsidP="007B2329">
      <w:r>
        <w:t>438.5119</w:t>
      </w:r>
      <w:r>
        <w:tab/>
        <w:t>1.013e0</w:t>
      </w:r>
    </w:p>
    <w:p w:rsidR="007B2329" w:rsidRDefault="007B2329" w:rsidP="007B2329">
      <w:r>
        <w:lastRenderedPageBreak/>
        <w:t>438.5276</w:t>
      </w:r>
      <w:r>
        <w:tab/>
        <w:t>2.025e0</w:t>
      </w:r>
    </w:p>
    <w:p w:rsidR="007B2329" w:rsidRDefault="007B2329" w:rsidP="007B2329">
      <w:r>
        <w:t>438.5369</w:t>
      </w:r>
      <w:r>
        <w:tab/>
        <w:t>1.013e0</w:t>
      </w:r>
    </w:p>
    <w:p w:rsidR="007B2329" w:rsidRDefault="007B2329" w:rsidP="007B2329">
      <w:r>
        <w:t>438.5429</w:t>
      </w:r>
      <w:r>
        <w:tab/>
        <w:t>1.013e0</w:t>
      </w:r>
    </w:p>
    <w:p w:rsidR="007B2329" w:rsidRDefault="007B2329" w:rsidP="007B2329">
      <w:r>
        <w:t>438.5816</w:t>
      </w:r>
      <w:r>
        <w:tab/>
        <w:t>1.013e0</w:t>
      </w:r>
    </w:p>
    <w:p w:rsidR="007B2329" w:rsidRDefault="007B2329" w:rsidP="007B2329">
      <w:r>
        <w:t>438.5978</w:t>
      </w:r>
      <w:r>
        <w:tab/>
        <w:t>2.025e0</w:t>
      </w:r>
    </w:p>
    <w:p w:rsidR="007B2329" w:rsidRDefault="007B2329" w:rsidP="007B2329">
      <w:r>
        <w:t>438.6122</w:t>
      </w:r>
      <w:r>
        <w:tab/>
        <w:t>1.013e0</w:t>
      </w:r>
    </w:p>
    <w:p w:rsidR="007B2329" w:rsidRDefault="007B2329" w:rsidP="007B2329">
      <w:r>
        <w:t>438.6337</w:t>
      </w:r>
      <w:r>
        <w:tab/>
        <w:t>1.013e0</w:t>
      </w:r>
    </w:p>
    <w:p w:rsidR="007B2329" w:rsidRDefault="007B2329" w:rsidP="007B2329">
      <w:r>
        <w:t>438.6662</w:t>
      </w:r>
      <w:r>
        <w:tab/>
        <w:t>2.025e0</w:t>
      </w:r>
    </w:p>
    <w:p w:rsidR="007B2329" w:rsidRDefault="007B2329" w:rsidP="007B2329">
      <w:r>
        <w:t>438.6685</w:t>
      </w:r>
      <w:r>
        <w:tab/>
        <w:t>6.076e0</w:t>
      </w:r>
    </w:p>
    <w:p w:rsidR="007B2329" w:rsidRDefault="007B2329" w:rsidP="007B2329">
      <w:r>
        <w:t>438.6768</w:t>
      </w:r>
      <w:r>
        <w:tab/>
        <w:t>1.013e0</w:t>
      </w:r>
    </w:p>
    <w:p w:rsidR="007B2329" w:rsidRDefault="007B2329" w:rsidP="007B2329">
      <w:r>
        <w:t>438.6815</w:t>
      </w:r>
      <w:r>
        <w:tab/>
        <w:t>1.013e0</w:t>
      </w:r>
    </w:p>
    <w:p w:rsidR="007B2329" w:rsidRDefault="007B2329" w:rsidP="007B2329">
      <w:r>
        <w:t>438.7045</w:t>
      </w:r>
      <w:r>
        <w:tab/>
        <w:t>1.013e0</w:t>
      </w:r>
    </w:p>
    <w:p w:rsidR="007B2329" w:rsidRDefault="007B2329" w:rsidP="007B2329">
      <w:r>
        <w:t>438.7198</w:t>
      </w:r>
      <w:r>
        <w:tab/>
        <w:t>1.013e0</w:t>
      </w:r>
    </w:p>
    <w:p w:rsidR="007B2329" w:rsidRDefault="007B2329" w:rsidP="007B2329">
      <w:r>
        <w:t>438.7376</w:t>
      </w:r>
      <w:r>
        <w:tab/>
        <w:t>1.013e0</w:t>
      </w:r>
    </w:p>
    <w:p w:rsidR="007B2329" w:rsidRDefault="007B2329" w:rsidP="007B2329">
      <w:r>
        <w:t>438.7430</w:t>
      </w:r>
      <w:r>
        <w:tab/>
        <w:t>1.013e0</w:t>
      </w:r>
    </w:p>
    <w:p w:rsidR="007B2329" w:rsidRDefault="007B2329" w:rsidP="007B2329">
      <w:r>
        <w:t>438.7506</w:t>
      </w:r>
      <w:r>
        <w:tab/>
        <w:t>1.013e0</w:t>
      </w:r>
    </w:p>
    <w:p w:rsidR="007B2329" w:rsidRDefault="007B2329" w:rsidP="007B2329">
      <w:r>
        <w:t>438.7949</w:t>
      </w:r>
      <w:r>
        <w:tab/>
        <w:t>1.013e0</w:t>
      </w:r>
    </w:p>
    <w:p w:rsidR="007B2329" w:rsidRDefault="007B2329" w:rsidP="007B2329">
      <w:r>
        <w:t>438.8045</w:t>
      </w:r>
      <w:r>
        <w:tab/>
        <w:t>5.063e0</w:t>
      </w:r>
    </w:p>
    <w:p w:rsidR="007B2329" w:rsidRDefault="007B2329" w:rsidP="007B2329">
      <w:r>
        <w:t>438.8239</w:t>
      </w:r>
      <w:r>
        <w:tab/>
        <w:t>3.038e0</w:t>
      </w:r>
    </w:p>
    <w:p w:rsidR="007B2329" w:rsidRDefault="007B2329" w:rsidP="007B2329">
      <w:r>
        <w:lastRenderedPageBreak/>
        <w:t>438.8289</w:t>
      </w:r>
      <w:r>
        <w:tab/>
        <w:t>2.025e0</w:t>
      </w:r>
    </w:p>
    <w:p w:rsidR="007B2329" w:rsidRDefault="007B2329" w:rsidP="007B2329">
      <w:r>
        <w:t>438.8380</w:t>
      </w:r>
      <w:r>
        <w:tab/>
        <w:t>2.025e0</w:t>
      </w:r>
    </w:p>
    <w:p w:rsidR="007B2329" w:rsidRDefault="007B2329" w:rsidP="007B2329">
      <w:r>
        <w:t>438.8583</w:t>
      </w:r>
      <w:r>
        <w:tab/>
        <w:t>2.025e0</w:t>
      </w:r>
    </w:p>
    <w:p w:rsidR="007B2329" w:rsidRDefault="007B2329" w:rsidP="007B2329">
      <w:r>
        <w:t>438.8606</w:t>
      </w:r>
      <w:r>
        <w:tab/>
        <w:t>3.038e0</w:t>
      </w:r>
    </w:p>
    <w:p w:rsidR="007B2329" w:rsidRDefault="007B2329" w:rsidP="007B2329">
      <w:r>
        <w:t>438.8667</w:t>
      </w:r>
      <w:r>
        <w:tab/>
        <w:t>2.025e0</w:t>
      </w:r>
    </w:p>
    <w:p w:rsidR="007B2329" w:rsidRDefault="007B2329" w:rsidP="007B2329">
      <w:r>
        <w:t>438.8815</w:t>
      </w:r>
      <w:r>
        <w:tab/>
        <w:t>1.013e0</w:t>
      </w:r>
    </w:p>
    <w:p w:rsidR="007B2329" w:rsidRDefault="007B2329" w:rsidP="007B2329">
      <w:r>
        <w:t>438.9276</w:t>
      </w:r>
      <w:r>
        <w:tab/>
        <w:t>2.025e0</w:t>
      </w:r>
    </w:p>
    <w:p w:rsidR="007B2329" w:rsidRDefault="007B2329" w:rsidP="007B2329">
      <w:r>
        <w:t>438.9430</w:t>
      </w:r>
      <w:r>
        <w:tab/>
        <w:t>2.025e0</w:t>
      </w:r>
    </w:p>
    <w:p w:rsidR="007B2329" w:rsidRDefault="007B2329" w:rsidP="007B2329">
      <w:r>
        <w:t>438.9662</w:t>
      </w:r>
      <w:r>
        <w:tab/>
        <w:t>1.013e0</w:t>
      </w:r>
    </w:p>
    <w:p w:rsidR="007B2329" w:rsidRDefault="007B2329" w:rsidP="007B2329">
      <w:r>
        <w:t>438.9892</w:t>
      </w:r>
      <w:r>
        <w:tab/>
        <w:t>1.013e0</w:t>
      </w:r>
    </w:p>
    <w:p w:rsidR="007B2329" w:rsidRDefault="007B2329" w:rsidP="007B2329">
      <w:r>
        <w:t>438.9976</w:t>
      </w:r>
      <w:r>
        <w:tab/>
        <w:t>2.025e0</w:t>
      </w:r>
    </w:p>
    <w:p w:rsidR="007B2329" w:rsidRDefault="007B2329" w:rsidP="007B2329">
      <w:r>
        <w:t>438.9995</w:t>
      </w:r>
      <w:r>
        <w:tab/>
        <w:t>1.013e0</w:t>
      </w:r>
    </w:p>
    <w:p w:rsidR="007B2329" w:rsidRDefault="007B2329" w:rsidP="007B2329">
      <w:r>
        <w:t>439.0125</w:t>
      </w:r>
      <w:r>
        <w:tab/>
        <w:t>1.013e0</w:t>
      </w:r>
    </w:p>
    <w:p w:rsidR="007B2329" w:rsidRDefault="007B2329" w:rsidP="007B2329">
      <w:r>
        <w:t>439.0207</w:t>
      </w:r>
      <w:r>
        <w:tab/>
        <w:t>1.013e0</w:t>
      </w:r>
    </w:p>
    <w:p w:rsidR="007B2329" w:rsidRDefault="007B2329" w:rsidP="007B2329">
      <w:r>
        <w:t>439.0388</w:t>
      </w:r>
      <w:r>
        <w:tab/>
        <w:t>1.013e0</w:t>
      </w:r>
    </w:p>
    <w:p w:rsidR="007B2329" w:rsidRDefault="007B2329" w:rsidP="007B2329">
      <w:r>
        <w:t>439.0490</w:t>
      </w:r>
      <w:r>
        <w:tab/>
        <w:t>3.038e0</w:t>
      </w:r>
    </w:p>
    <w:p w:rsidR="007B2329" w:rsidRDefault="007B2329" w:rsidP="007B2329">
      <w:r>
        <w:t>439.0509</w:t>
      </w:r>
      <w:r>
        <w:tab/>
        <w:t>1.013e0</w:t>
      </w:r>
    </w:p>
    <w:p w:rsidR="007B2329" w:rsidRDefault="007B2329" w:rsidP="007B2329">
      <w:r>
        <w:t>439.0530</w:t>
      </w:r>
      <w:r>
        <w:tab/>
        <w:t>2.038e0</w:t>
      </w:r>
    </w:p>
    <w:p w:rsidR="007B2329" w:rsidRDefault="007B2329" w:rsidP="007B2329">
      <w:r>
        <w:t>439.0566</w:t>
      </w:r>
      <w:r>
        <w:tab/>
        <w:t>1.013e0</w:t>
      </w:r>
    </w:p>
    <w:p w:rsidR="007B2329" w:rsidRDefault="007B2329" w:rsidP="007B2329">
      <w:r>
        <w:lastRenderedPageBreak/>
        <w:t>439.1176</w:t>
      </w:r>
      <w:r>
        <w:tab/>
        <w:t>1.013e0</w:t>
      </w:r>
    </w:p>
    <w:p w:rsidR="007B2329" w:rsidRDefault="007B2329" w:rsidP="007B2329">
      <w:r>
        <w:t>439.1301</w:t>
      </w:r>
      <w:r>
        <w:tab/>
        <w:t>2.025e0</w:t>
      </w:r>
    </w:p>
    <w:p w:rsidR="007B2329" w:rsidRDefault="007B2329" w:rsidP="007B2329">
      <w:r>
        <w:t>439.1404</w:t>
      </w:r>
      <w:r>
        <w:tab/>
        <w:t>3.013e0</w:t>
      </w:r>
    </w:p>
    <w:p w:rsidR="007B2329" w:rsidRDefault="007B2329" w:rsidP="007B2329">
      <w:r>
        <w:t>439.1658</w:t>
      </w:r>
      <w:r>
        <w:tab/>
        <w:t>3.618e0</w:t>
      </w:r>
    </w:p>
    <w:p w:rsidR="007B2329" w:rsidRDefault="007B2329" w:rsidP="007B2329">
      <w:r>
        <w:t>439.1701</w:t>
      </w:r>
      <w:r>
        <w:tab/>
        <w:t>2.532e-2</w:t>
      </w:r>
    </w:p>
    <w:p w:rsidR="007B2329" w:rsidRDefault="007B2329" w:rsidP="007B2329">
      <w:r>
        <w:t>439.1716</w:t>
      </w:r>
      <w:r>
        <w:tab/>
        <w:t>1.899e0</w:t>
      </w:r>
    </w:p>
    <w:p w:rsidR="007B2329" w:rsidRDefault="007B2329" w:rsidP="007B2329">
      <w:r>
        <w:t>439.1854</w:t>
      </w:r>
      <w:r>
        <w:tab/>
        <w:t>4.705e0</w:t>
      </w:r>
    </w:p>
    <w:p w:rsidR="007B2329" w:rsidRDefault="007B2329" w:rsidP="007B2329">
      <w:r>
        <w:t>439.2050</w:t>
      </w:r>
      <w:r>
        <w:tab/>
        <w:t>1.013e0</w:t>
      </w:r>
    </w:p>
    <w:p w:rsidR="007B2329" w:rsidRDefault="007B2329" w:rsidP="007B2329">
      <w:r>
        <w:t>439.2216</w:t>
      </w:r>
      <w:r>
        <w:tab/>
        <w:t>1.013e0</w:t>
      </w:r>
    </w:p>
    <w:p w:rsidR="007B2329" w:rsidRDefault="007B2329" w:rsidP="007B2329">
      <w:r>
        <w:t>439.2579</w:t>
      </w:r>
      <w:r>
        <w:tab/>
        <w:t>3.004e0</w:t>
      </w:r>
    </w:p>
    <w:p w:rsidR="007B2329" w:rsidRDefault="007B2329" w:rsidP="007B2329">
      <w:r>
        <w:t>439.3051</w:t>
      </w:r>
      <w:r>
        <w:tab/>
        <w:t>1.387e0</w:t>
      </w:r>
    </w:p>
    <w:p w:rsidR="007B2329" w:rsidRDefault="007B2329" w:rsidP="007B2329">
      <w:r>
        <w:t>439.3357</w:t>
      </w:r>
      <w:r>
        <w:tab/>
        <w:t>1.013e0</w:t>
      </w:r>
    </w:p>
    <w:p w:rsidR="007B2329" w:rsidRDefault="007B2329" w:rsidP="007B2329">
      <w:r>
        <w:t>439.3543</w:t>
      </w:r>
      <w:r>
        <w:tab/>
        <w:t>5.749e-1</w:t>
      </w:r>
    </w:p>
    <w:p w:rsidR="007B2329" w:rsidRDefault="007B2329" w:rsidP="007B2329">
      <w:r>
        <w:t>439.3706</w:t>
      </w:r>
      <w:r>
        <w:tab/>
        <w:t>2.025e0</w:t>
      </w:r>
    </w:p>
    <w:p w:rsidR="007B2329" w:rsidRDefault="007B2329" w:rsidP="007B2329">
      <w:r>
        <w:t>439.3760</w:t>
      </w:r>
      <w:r>
        <w:tab/>
        <w:t>2.025e0</w:t>
      </w:r>
    </w:p>
    <w:p w:rsidR="007B2329" w:rsidRDefault="007B2329" w:rsidP="007B2329">
      <w:r>
        <w:t>439.3794</w:t>
      </w:r>
      <w:r>
        <w:tab/>
        <w:t>2.025e0</w:t>
      </w:r>
    </w:p>
    <w:p w:rsidR="007B2329" w:rsidRDefault="007B2329" w:rsidP="007B2329">
      <w:r>
        <w:t>439.3933</w:t>
      </w:r>
      <w:r>
        <w:tab/>
        <w:t>1.025e0</w:t>
      </w:r>
    </w:p>
    <w:p w:rsidR="007B2329" w:rsidRDefault="007B2329" w:rsidP="007B2329">
      <w:r>
        <w:t>439.3947</w:t>
      </w:r>
      <w:r>
        <w:tab/>
        <w:t>3.038e0</w:t>
      </w:r>
    </w:p>
    <w:p w:rsidR="007B2329" w:rsidRDefault="007B2329" w:rsidP="007B2329">
      <w:r>
        <w:t>439.3973</w:t>
      </w:r>
      <w:r>
        <w:tab/>
        <w:t>1.013e0</w:t>
      </w:r>
    </w:p>
    <w:p w:rsidR="007B2329" w:rsidRDefault="007B2329" w:rsidP="007B2329">
      <w:r>
        <w:lastRenderedPageBreak/>
        <w:t>439.4225</w:t>
      </w:r>
      <w:r>
        <w:tab/>
        <w:t>1.013e0</w:t>
      </w:r>
    </w:p>
    <w:p w:rsidR="007B2329" w:rsidRDefault="007B2329" w:rsidP="007B2329">
      <w:r>
        <w:t>439.4283</w:t>
      </w:r>
      <w:r>
        <w:tab/>
        <w:t>1.013e0</w:t>
      </w:r>
    </w:p>
    <w:p w:rsidR="007B2329" w:rsidRDefault="007B2329" w:rsidP="007B2329">
      <w:r>
        <w:t>439.4568</w:t>
      </w:r>
      <w:r>
        <w:tab/>
        <w:t>3.038e0</w:t>
      </w:r>
    </w:p>
    <w:p w:rsidR="007B2329" w:rsidRDefault="007B2329" w:rsidP="007B2329">
      <w:r>
        <w:t>439.4585</w:t>
      </w:r>
      <w:r>
        <w:tab/>
        <w:t>1.013e0</w:t>
      </w:r>
    </w:p>
    <w:p w:rsidR="007B2329" w:rsidRDefault="007B2329" w:rsidP="007B2329">
      <w:r>
        <w:t>439.4689</w:t>
      </w:r>
      <w:r>
        <w:tab/>
        <w:t>2.025e0</w:t>
      </w:r>
    </w:p>
    <w:p w:rsidR="007B2329" w:rsidRDefault="007B2329" w:rsidP="007B2329">
      <w:r>
        <w:t>439.4835</w:t>
      </w:r>
      <w:r>
        <w:tab/>
        <w:t>1.013e0</w:t>
      </w:r>
    </w:p>
    <w:p w:rsidR="007B2329" w:rsidRDefault="007B2329" w:rsidP="007B2329">
      <w:r>
        <w:t>439.4948</w:t>
      </w:r>
      <w:r>
        <w:tab/>
        <w:t>2.025e0</w:t>
      </w:r>
    </w:p>
    <w:p w:rsidR="007B2329" w:rsidRDefault="007B2329" w:rsidP="007B2329">
      <w:r>
        <w:t>439.4974</w:t>
      </w:r>
      <w:r>
        <w:tab/>
        <w:t>3.038e0</w:t>
      </w:r>
    </w:p>
    <w:p w:rsidR="007B2329" w:rsidRDefault="007B2329" w:rsidP="007B2329">
      <w:r>
        <w:t>439.5013</w:t>
      </w:r>
      <w:r>
        <w:tab/>
        <w:t>1.013e0</w:t>
      </w:r>
    </w:p>
    <w:p w:rsidR="007B2329" w:rsidRDefault="007B2329" w:rsidP="007B2329">
      <w:r>
        <w:t>439.5193</w:t>
      </w:r>
      <w:r>
        <w:tab/>
        <w:t>1.013e0</w:t>
      </w:r>
    </w:p>
    <w:p w:rsidR="007B2329" w:rsidRDefault="007B2329" w:rsidP="007B2329">
      <w:r>
        <w:t>439.5396</w:t>
      </w:r>
      <w:r>
        <w:tab/>
        <w:t>2.025e0</w:t>
      </w:r>
    </w:p>
    <w:p w:rsidR="007B2329" w:rsidRDefault="007B2329" w:rsidP="007B2329">
      <w:r>
        <w:t>439.5428</w:t>
      </w:r>
      <w:r>
        <w:tab/>
        <w:t>1.025e0</w:t>
      </w:r>
    </w:p>
    <w:p w:rsidR="007B2329" w:rsidRDefault="007B2329" w:rsidP="007B2329">
      <w:r>
        <w:t>439.5476</w:t>
      </w:r>
      <w:r>
        <w:tab/>
        <w:t>2.025e0</w:t>
      </w:r>
    </w:p>
    <w:p w:rsidR="007B2329" w:rsidRDefault="007B2329" w:rsidP="007B2329">
      <w:r>
        <w:t>439.5517</w:t>
      </w:r>
      <w:r>
        <w:tab/>
        <w:t>1.013e0</w:t>
      </w:r>
    </w:p>
    <w:p w:rsidR="007B2329" w:rsidRDefault="007B2329" w:rsidP="007B2329">
      <w:r>
        <w:t>439.5837</w:t>
      </w:r>
      <w:r>
        <w:tab/>
        <w:t>1.013e0</w:t>
      </w:r>
    </w:p>
    <w:p w:rsidR="007B2329" w:rsidRDefault="007B2329" w:rsidP="007B2329">
      <w:r>
        <w:t>439.6054</w:t>
      </w:r>
      <w:r>
        <w:tab/>
        <w:t>1.013e0</w:t>
      </w:r>
    </w:p>
    <w:p w:rsidR="007B2329" w:rsidRDefault="007B2329" w:rsidP="007B2329">
      <w:r>
        <w:t>439.6127</w:t>
      </w:r>
      <w:r>
        <w:tab/>
        <w:t>3.038e0</w:t>
      </w:r>
    </w:p>
    <w:p w:rsidR="007B2329" w:rsidRDefault="007B2329" w:rsidP="007B2329">
      <w:r>
        <w:t>439.6286</w:t>
      </w:r>
      <w:r>
        <w:tab/>
        <w:t>1.013e0</w:t>
      </w:r>
    </w:p>
    <w:p w:rsidR="007B2329" w:rsidRDefault="007B2329" w:rsidP="007B2329">
      <w:r>
        <w:t>439.6379</w:t>
      </w:r>
      <w:r>
        <w:tab/>
        <w:t>2.025e0</w:t>
      </w:r>
    </w:p>
    <w:p w:rsidR="007B2329" w:rsidRDefault="007B2329" w:rsidP="007B2329">
      <w:r>
        <w:lastRenderedPageBreak/>
        <w:t>439.6595</w:t>
      </w:r>
      <w:r>
        <w:tab/>
        <w:t>1.013e0</w:t>
      </w:r>
    </w:p>
    <w:p w:rsidR="007B2329" w:rsidRDefault="007B2329" w:rsidP="007B2329">
      <w:r>
        <w:t>439.6768</w:t>
      </w:r>
      <w:r>
        <w:tab/>
        <w:t>3.038e0</w:t>
      </w:r>
    </w:p>
    <w:p w:rsidR="007B2329" w:rsidRDefault="007B2329" w:rsidP="007B2329">
      <w:r>
        <w:t>439.6805</w:t>
      </w:r>
      <w:r>
        <w:tab/>
        <w:t>1.013e0</w:t>
      </w:r>
    </w:p>
    <w:p w:rsidR="007B2329" w:rsidRDefault="007B2329" w:rsidP="007B2329">
      <w:r>
        <w:t>439.6880</w:t>
      </w:r>
      <w:r>
        <w:tab/>
        <w:t>2.025e0</w:t>
      </w:r>
    </w:p>
    <w:p w:rsidR="007B2329" w:rsidRDefault="007B2329" w:rsidP="007B2329">
      <w:r>
        <w:t>439.7019</w:t>
      </w:r>
      <w:r>
        <w:tab/>
        <w:t>2.038e0</w:t>
      </w:r>
    </w:p>
    <w:p w:rsidR="007B2329" w:rsidRDefault="007B2329" w:rsidP="007B2329">
      <w:r>
        <w:t>439.7134</w:t>
      </w:r>
      <w:r>
        <w:tab/>
        <w:t>2.025e0</w:t>
      </w:r>
    </w:p>
    <w:p w:rsidR="007B2329" w:rsidRDefault="007B2329" w:rsidP="007B2329">
      <w:r>
        <w:t>439.7288</w:t>
      </w:r>
      <w:r>
        <w:tab/>
        <w:t>1.013e0</w:t>
      </w:r>
    </w:p>
    <w:p w:rsidR="007B2329" w:rsidRDefault="007B2329" w:rsidP="007B2329">
      <w:r>
        <w:t>439.7415</w:t>
      </w:r>
      <w:r>
        <w:tab/>
        <w:t>2.025e0</w:t>
      </w:r>
    </w:p>
    <w:p w:rsidR="007B2329" w:rsidRDefault="007B2329" w:rsidP="007B2329">
      <w:r>
        <w:t>439.7751</w:t>
      </w:r>
      <w:r>
        <w:tab/>
        <w:t>1.013e0</w:t>
      </w:r>
    </w:p>
    <w:p w:rsidR="007B2329" w:rsidRDefault="007B2329" w:rsidP="007B2329">
      <w:r>
        <w:t>439.7982</w:t>
      </w:r>
      <w:r>
        <w:tab/>
        <w:t>3.038e0</w:t>
      </w:r>
    </w:p>
    <w:p w:rsidR="007B2329" w:rsidRDefault="007B2329" w:rsidP="007B2329">
      <w:r>
        <w:t>439.8059</w:t>
      </w:r>
      <w:r>
        <w:tab/>
        <w:t>1.013e0</w:t>
      </w:r>
    </w:p>
    <w:p w:rsidR="007B2329" w:rsidRDefault="007B2329" w:rsidP="007B2329">
      <w:r>
        <w:t>439.8243</w:t>
      </w:r>
      <w:r>
        <w:tab/>
        <w:t>1.013e0</w:t>
      </w:r>
    </w:p>
    <w:p w:rsidR="007B2329" w:rsidRDefault="007B2329" w:rsidP="007B2329">
      <w:r>
        <w:t>439.8285</w:t>
      </w:r>
      <w:r>
        <w:tab/>
        <w:t>3.038e0</w:t>
      </w:r>
    </w:p>
    <w:p w:rsidR="007B2329" w:rsidRDefault="007B2329" w:rsidP="007B2329">
      <w:r>
        <w:t>439.8348</w:t>
      </w:r>
      <w:r>
        <w:tab/>
        <w:t>2.025e0</w:t>
      </w:r>
    </w:p>
    <w:p w:rsidR="007B2329" w:rsidRDefault="007B2329" w:rsidP="007B2329">
      <w:r>
        <w:t>439.8571</w:t>
      </w:r>
      <w:r>
        <w:tab/>
        <w:t>2.025e0</w:t>
      </w:r>
    </w:p>
    <w:p w:rsidR="007B2329" w:rsidRDefault="007B2329" w:rsidP="007B2329">
      <w:r>
        <w:t>439.8599</w:t>
      </w:r>
      <w:r>
        <w:tab/>
        <w:t>1.013e0</w:t>
      </w:r>
    </w:p>
    <w:p w:rsidR="007B2329" w:rsidRDefault="007B2329" w:rsidP="007B2329">
      <w:r>
        <w:t>439.8727</w:t>
      </w:r>
      <w:r>
        <w:tab/>
        <w:t>2.025e0</w:t>
      </w:r>
    </w:p>
    <w:p w:rsidR="007B2329" w:rsidRDefault="007B2329" w:rsidP="007B2329">
      <w:r>
        <w:t>439.8814</w:t>
      </w:r>
      <w:r>
        <w:tab/>
        <w:t>1.013e0</w:t>
      </w:r>
    </w:p>
    <w:p w:rsidR="007B2329" w:rsidRDefault="007B2329" w:rsidP="007B2329">
      <w:r>
        <w:t>439.8850</w:t>
      </w:r>
      <w:r>
        <w:tab/>
        <w:t>1.013e0</w:t>
      </w:r>
    </w:p>
    <w:p w:rsidR="007B2329" w:rsidRDefault="007B2329" w:rsidP="007B2329">
      <w:r>
        <w:lastRenderedPageBreak/>
        <w:t>439.8875</w:t>
      </w:r>
      <w:r>
        <w:tab/>
        <w:t>2.051e0</w:t>
      </w:r>
    </w:p>
    <w:p w:rsidR="007B2329" w:rsidRDefault="007B2329" w:rsidP="007B2329">
      <w:r>
        <w:t>439.9023</w:t>
      </w:r>
      <w:r>
        <w:tab/>
        <w:t>2.025e0</w:t>
      </w:r>
    </w:p>
    <w:p w:rsidR="007B2329" w:rsidRDefault="007B2329" w:rsidP="007B2329">
      <w:r>
        <w:t>439.9039</w:t>
      </w:r>
      <w:r>
        <w:tab/>
        <w:t>4.051e0</w:t>
      </w:r>
    </w:p>
    <w:p w:rsidR="007B2329" w:rsidRDefault="007B2329" w:rsidP="007B2329">
      <w:r>
        <w:t>439.9486</w:t>
      </w:r>
      <w:r>
        <w:tab/>
        <w:t>1.025e0</w:t>
      </w:r>
    </w:p>
    <w:p w:rsidR="007B2329" w:rsidRDefault="007B2329" w:rsidP="007B2329">
      <w:r>
        <w:t>439.9601</w:t>
      </w:r>
      <w:r>
        <w:tab/>
        <w:t>1.013e0</w:t>
      </w:r>
    </w:p>
    <w:p w:rsidR="007B2329" w:rsidRDefault="007B2329" w:rsidP="007B2329">
      <w:r>
        <w:t>439.9678</w:t>
      </w:r>
      <w:r>
        <w:tab/>
        <w:t>1.013e0</w:t>
      </w:r>
    </w:p>
    <w:p w:rsidR="007B2329" w:rsidRDefault="007B2329" w:rsidP="007B2329">
      <w:r>
        <w:t>439.9820</w:t>
      </w:r>
      <w:r>
        <w:tab/>
        <w:t>2.025e0</w:t>
      </w:r>
    </w:p>
    <w:p w:rsidR="007B2329" w:rsidRDefault="007B2329" w:rsidP="007B2329">
      <w:r>
        <w:t>439.9836</w:t>
      </w:r>
      <w:r>
        <w:tab/>
        <w:t>2.025e0</w:t>
      </w:r>
    </w:p>
    <w:p w:rsidR="007B2329" w:rsidRDefault="007B2329" w:rsidP="007B2329">
      <w:r>
        <w:t>439.9913</w:t>
      </w:r>
      <w:r>
        <w:tab/>
        <w:t>2.025e0</w:t>
      </w:r>
    </w:p>
    <w:p w:rsidR="007B2329" w:rsidRDefault="007B2329" w:rsidP="007B2329">
      <w:r>
        <w:t>440.0214</w:t>
      </w:r>
      <w:r>
        <w:tab/>
        <w:t>1.013e0</w:t>
      </w:r>
    </w:p>
    <w:p w:rsidR="007B2329" w:rsidRDefault="007B2329" w:rsidP="007B2329">
      <w:r>
        <w:t>440.0249</w:t>
      </w:r>
      <w:r>
        <w:tab/>
        <w:t>1.013e0</w:t>
      </w:r>
    </w:p>
    <w:p w:rsidR="007B2329" w:rsidRDefault="007B2329" w:rsidP="007B2329">
      <w:r>
        <w:t>440.0373</w:t>
      </w:r>
      <w:r>
        <w:tab/>
        <w:t>1.013e0</w:t>
      </w:r>
    </w:p>
    <w:p w:rsidR="007B2329" w:rsidRDefault="007B2329" w:rsidP="007B2329">
      <w:r>
        <w:t>440.0428</w:t>
      </w:r>
      <w:r>
        <w:tab/>
        <w:t>1.013e0</w:t>
      </w:r>
    </w:p>
    <w:p w:rsidR="007B2329" w:rsidRDefault="007B2329" w:rsidP="007B2329">
      <w:r>
        <w:t>440.0473</w:t>
      </w:r>
      <w:r>
        <w:tab/>
        <w:t>4.051e0</w:t>
      </w:r>
    </w:p>
    <w:p w:rsidR="007B2329" w:rsidRDefault="007B2329" w:rsidP="007B2329">
      <w:r>
        <w:t>440.0495</w:t>
      </w:r>
      <w:r>
        <w:tab/>
        <w:t>4.063e0</w:t>
      </w:r>
    </w:p>
    <w:p w:rsidR="007B2329" w:rsidRDefault="007B2329" w:rsidP="007B2329">
      <w:r>
        <w:t>440.0985</w:t>
      </w:r>
      <w:r>
        <w:tab/>
        <w:t>5.063e0</w:t>
      </w:r>
    </w:p>
    <w:p w:rsidR="007B2329" w:rsidRDefault="007B2329" w:rsidP="007B2329">
      <w:r>
        <w:t>440.1044</w:t>
      </w:r>
      <w:r>
        <w:tab/>
        <w:t>2.598e0</w:t>
      </w:r>
    </w:p>
    <w:p w:rsidR="007B2329" w:rsidRDefault="007B2329" w:rsidP="007B2329">
      <w:r>
        <w:t>440.1254</w:t>
      </w:r>
      <w:r>
        <w:tab/>
        <w:t>3.038e0</w:t>
      </w:r>
    </w:p>
    <w:p w:rsidR="007B2329" w:rsidRDefault="007B2329" w:rsidP="007B2329">
      <w:r>
        <w:t>440.1277</w:t>
      </w:r>
      <w:r>
        <w:tab/>
        <w:t>4.051e0</w:t>
      </w:r>
    </w:p>
    <w:p w:rsidR="007B2329" w:rsidRDefault="007B2329" w:rsidP="007B2329">
      <w:r>
        <w:lastRenderedPageBreak/>
        <w:t>440.1311</w:t>
      </w:r>
      <w:r>
        <w:tab/>
        <w:t>6.047e0</w:t>
      </w:r>
    </w:p>
    <w:p w:rsidR="007B2329" w:rsidRDefault="007B2329" w:rsidP="007B2329">
      <w:r>
        <w:t>440.1398</w:t>
      </w:r>
      <w:r>
        <w:tab/>
        <w:t>3.183e0</w:t>
      </w:r>
    </w:p>
    <w:p w:rsidR="007B2329" w:rsidRDefault="007B2329" w:rsidP="007B2329">
      <w:r>
        <w:t>440.1649</w:t>
      </w:r>
      <w:r>
        <w:tab/>
        <w:t>1.013e0</w:t>
      </w:r>
    </w:p>
    <w:p w:rsidR="007B2329" w:rsidRDefault="007B2329" w:rsidP="007B2329">
      <w:r>
        <w:t>440.1791</w:t>
      </w:r>
      <w:r>
        <w:tab/>
        <w:t>2.736e0</w:t>
      </w:r>
    </w:p>
    <w:p w:rsidR="007B2329" w:rsidRDefault="007B2329" w:rsidP="007B2329">
      <w:r>
        <w:t>440.1804</w:t>
      </w:r>
      <w:r>
        <w:tab/>
        <w:t>3.521e-1</w:t>
      </w:r>
    </w:p>
    <w:p w:rsidR="007B2329" w:rsidRDefault="007B2329" w:rsidP="007B2329">
      <w:r>
        <w:t>440.1885</w:t>
      </w:r>
      <w:r>
        <w:tab/>
        <w:t>3.493e0</w:t>
      </w:r>
    </w:p>
    <w:p w:rsidR="007B2329" w:rsidRDefault="007B2329" w:rsidP="007B2329">
      <w:r>
        <w:t>440.1993</w:t>
      </w:r>
      <w:r>
        <w:tab/>
        <w:t>1.309e0</w:t>
      </w:r>
    </w:p>
    <w:p w:rsidR="007B2329" w:rsidRDefault="007B2329" w:rsidP="007B2329">
      <w:r>
        <w:t>440.2076</w:t>
      </w:r>
      <w:r>
        <w:tab/>
        <w:t>1.013e0</w:t>
      </w:r>
    </w:p>
    <w:p w:rsidR="007B2329" w:rsidRDefault="007B2329" w:rsidP="007B2329">
      <w:r>
        <w:t>440.2538</w:t>
      </w:r>
      <w:r>
        <w:tab/>
        <w:t>4.051e0</w:t>
      </w:r>
    </w:p>
    <w:p w:rsidR="007B2329" w:rsidRDefault="007B2329" w:rsidP="007B2329">
      <w:r>
        <w:t>440.2795</w:t>
      </w:r>
      <w:r>
        <w:tab/>
        <w:t>1.473e1</w:t>
      </w:r>
    </w:p>
    <w:p w:rsidR="007B2329" w:rsidRDefault="007B2329" w:rsidP="007B2329">
      <w:r>
        <w:t>440.3004</w:t>
      </w:r>
      <w:r>
        <w:tab/>
        <w:t>4.024e0</w:t>
      </w:r>
    </w:p>
    <w:p w:rsidR="007B2329" w:rsidRDefault="007B2329" w:rsidP="007B2329">
      <w:r>
        <w:t>440.3070</w:t>
      </w:r>
      <w:r>
        <w:tab/>
        <w:t>6.298e0</w:t>
      </w:r>
    </w:p>
    <w:p w:rsidR="007B2329" w:rsidRDefault="007B2329" w:rsidP="007B2329">
      <w:r>
        <w:t>440.3150</w:t>
      </w:r>
      <w:r>
        <w:tab/>
        <w:t>1.124e0</w:t>
      </w:r>
    </w:p>
    <w:p w:rsidR="007B2329" w:rsidRDefault="007B2329" w:rsidP="007B2329">
      <w:r>
        <w:t>440.3164</w:t>
      </w:r>
      <w:r>
        <w:tab/>
        <w:t>2.928e0</w:t>
      </w:r>
    </w:p>
    <w:p w:rsidR="007B2329" w:rsidRDefault="007B2329" w:rsidP="007B2329">
      <w:r>
        <w:t>440.3354</w:t>
      </w:r>
      <w:r>
        <w:tab/>
        <w:t>3.038e0</w:t>
      </w:r>
    </w:p>
    <w:p w:rsidR="007B2329" w:rsidRDefault="007B2329" w:rsidP="007B2329">
      <w:r>
        <w:t>440.3639</w:t>
      </w:r>
      <w:r>
        <w:tab/>
        <w:t>3.034e0</w:t>
      </w:r>
    </w:p>
    <w:p w:rsidR="007B2329" w:rsidRDefault="007B2329" w:rsidP="007B2329">
      <w:r>
        <w:t>440.3872</w:t>
      </w:r>
      <w:r>
        <w:tab/>
        <w:t>3.038e0</w:t>
      </w:r>
    </w:p>
    <w:p w:rsidR="007B2329" w:rsidRDefault="007B2329" w:rsidP="007B2329">
      <w:r>
        <w:t>440.3932</w:t>
      </w:r>
      <w:r>
        <w:tab/>
        <w:t>2.025e0</w:t>
      </w:r>
    </w:p>
    <w:p w:rsidR="007B2329" w:rsidRDefault="007B2329" w:rsidP="007B2329">
      <w:r>
        <w:t>440.3978</w:t>
      </w:r>
      <w:r>
        <w:tab/>
        <w:t>2.025e0</w:t>
      </w:r>
    </w:p>
    <w:p w:rsidR="007B2329" w:rsidRDefault="007B2329" w:rsidP="007B2329">
      <w:r>
        <w:lastRenderedPageBreak/>
        <w:t>440.4271</w:t>
      </w:r>
      <w:r>
        <w:tab/>
        <w:t>3.038e0</w:t>
      </w:r>
    </w:p>
    <w:p w:rsidR="007B2329" w:rsidRDefault="007B2329" w:rsidP="007B2329">
      <w:r>
        <w:t>440.4437</w:t>
      </w:r>
      <w:r>
        <w:tab/>
        <w:t>4.051e0</w:t>
      </w:r>
    </w:p>
    <w:p w:rsidR="007B2329" w:rsidRDefault="007B2329" w:rsidP="007B2329">
      <w:r>
        <w:t>440.4480</w:t>
      </w:r>
      <w:r>
        <w:tab/>
        <w:t>1.013e0</w:t>
      </w:r>
    </w:p>
    <w:p w:rsidR="007B2329" w:rsidRDefault="007B2329" w:rsidP="007B2329">
      <w:r>
        <w:t>440.4619</w:t>
      </w:r>
      <w:r>
        <w:tab/>
        <w:t>1.013e0</w:t>
      </w:r>
    </w:p>
    <w:p w:rsidR="007B2329" w:rsidRDefault="007B2329" w:rsidP="007B2329">
      <w:r>
        <w:t>440.4783</w:t>
      </w:r>
      <w:r>
        <w:tab/>
        <w:t>2.025e0</w:t>
      </w:r>
    </w:p>
    <w:p w:rsidR="007B2329" w:rsidRDefault="007B2329" w:rsidP="007B2329">
      <w:r>
        <w:t>440.4841</w:t>
      </w:r>
      <w:r>
        <w:tab/>
        <w:t>1.013e0</w:t>
      </w:r>
    </w:p>
    <w:p w:rsidR="007B2329" w:rsidRDefault="007B2329" w:rsidP="007B2329">
      <w:r>
        <w:t>440.4926</w:t>
      </w:r>
      <w:r>
        <w:tab/>
        <w:t>3.038e0</w:t>
      </w:r>
    </w:p>
    <w:p w:rsidR="007B2329" w:rsidRDefault="007B2329" w:rsidP="007B2329">
      <w:r>
        <w:t>440.5090</w:t>
      </w:r>
      <w:r>
        <w:tab/>
        <w:t>1.266e-2</w:t>
      </w:r>
    </w:p>
    <w:p w:rsidR="007B2329" w:rsidRDefault="007B2329" w:rsidP="007B2329">
      <w:r>
        <w:t>440.5270</w:t>
      </w:r>
      <w:r>
        <w:tab/>
        <w:t>1.013e0</w:t>
      </w:r>
    </w:p>
    <w:p w:rsidR="007B2329" w:rsidRDefault="007B2329" w:rsidP="007B2329">
      <w:r>
        <w:t>440.5412</w:t>
      </w:r>
      <w:r>
        <w:tab/>
        <w:t>2.025e0</w:t>
      </w:r>
    </w:p>
    <w:p w:rsidR="007B2329" w:rsidRDefault="007B2329" w:rsidP="007B2329">
      <w:r>
        <w:t>440.5880</w:t>
      </w:r>
      <w:r>
        <w:tab/>
        <w:t>2.025e0</w:t>
      </w:r>
    </w:p>
    <w:p w:rsidR="007B2329" w:rsidRDefault="007B2329" w:rsidP="007B2329">
      <w:r>
        <w:t>440.5930</w:t>
      </w:r>
      <w:r>
        <w:tab/>
        <w:t>1.013e0</w:t>
      </w:r>
    </w:p>
    <w:p w:rsidR="007B2329" w:rsidRDefault="007B2329" w:rsidP="007B2329">
      <w:r>
        <w:t>440.6008</w:t>
      </w:r>
      <w:r>
        <w:tab/>
        <w:t>1.013e0</w:t>
      </w:r>
    </w:p>
    <w:p w:rsidR="007B2329" w:rsidRDefault="007B2329" w:rsidP="007B2329">
      <w:r>
        <w:t>440.6059</w:t>
      </w:r>
      <w:r>
        <w:tab/>
        <w:t>1.013e0</w:t>
      </w:r>
    </w:p>
    <w:p w:rsidR="007B2329" w:rsidRDefault="007B2329" w:rsidP="007B2329">
      <w:r>
        <w:t>440.6131</w:t>
      </w:r>
      <w:r>
        <w:tab/>
        <w:t>3.038e0</w:t>
      </w:r>
    </w:p>
    <w:p w:rsidR="007B2329" w:rsidRDefault="007B2329" w:rsidP="007B2329">
      <w:r>
        <w:t>440.6241</w:t>
      </w:r>
      <w:r>
        <w:tab/>
        <w:t>1.013e0</w:t>
      </w:r>
    </w:p>
    <w:p w:rsidR="007B2329" w:rsidRDefault="007B2329" w:rsidP="007B2329">
      <w:r>
        <w:t>440.6422</w:t>
      </w:r>
      <w:r>
        <w:tab/>
        <w:t>3.038e0</w:t>
      </w:r>
    </w:p>
    <w:p w:rsidR="007B2329" w:rsidRDefault="007B2329" w:rsidP="007B2329">
      <w:r>
        <w:t>440.6560</w:t>
      </w:r>
      <w:r>
        <w:tab/>
        <w:t>1.025e0</w:t>
      </w:r>
    </w:p>
    <w:p w:rsidR="007B2329" w:rsidRDefault="007B2329" w:rsidP="007B2329">
      <w:r>
        <w:t>440.6627</w:t>
      </w:r>
      <w:r>
        <w:tab/>
        <w:t>2.025e0</w:t>
      </w:r>
    </w:p>
    <w:p w:rsidR="007B2329" w:rsidRDefault="007B2329" w:rsidP="007B2329">
      <w:r>
        <w:lastRenderedPageBreak/>
        <w:t>440.6885</w:t>
      </w:r>
      <w:r>
        <w:tab/>
        <w:t>1.013e0</w:t>
      </w:r>
    </w:p>
    <w:p w:rsidR="007B2329" w:rsidRDefault="007B2329" w:rsidP="007B2329">
      <w:r>
        <w:t>440.7434</w:t>
      </w:r>
      <w:r>
        <w:tab/>
        <w:t>2.025e0</w:t>
      </w:r>
    </w:p>
    <w:p w:rsidR="007B2329" w:rsidRDefault="007B2329" w:rsidP="007B2329">
      <w:r>
        <w:t>440.7554</w:t>
      </w:r>
      <w:r>
        <w:tab/>
        <w:t>1.013e0</w:t>
      </w:r>
    </w:p>
    <w:p w:rsidR="007B2329" w:rsidRDefault="007B2329" w:rsidP="007B2329">
      <w:r>
        <w:t>440.7605</w:t>
      </w:r>
      <w:r>
        <w:tab/>
        <w:t>2.025e0</w:t>
      </w:r>
    </w:p>
    <w:p w:rsidR="007B2329" w:rsidRDefault="007B2329" w:rsidP="007B2329">
      <w:r>
        <w:t>440.7673</w:t>
      </w:r>
      <w:r>
        <w:tab/>
        <w:t>1.013e0</w:t>
      </w:r>
    </w:p>
    <w:p w:rsidR="007B2329" w:rsidRDefault="007B2329" w:rsidP="007B2329">
      <w:r>
        <w:t>440.7696</w:t>
      </w:r>
      <w:r>
        <w:tab/>
        <w:t>2.025e0</w:t>
      </w:r>
    </w:p>
    <w:p w:rsidR="007B2329" w:rsidRDefault="007B2329" w:rsidP="007B2329">
      <w:r>
        <w:t>440.7785</w:t>
      </w:r>
      <w:r>
        <w:tab/>
        <w:t>1.013e0</w:t>
      </w:r>
    </w:p>
    <w:p w:rsidR="007B2329" w:rsidRDefault="007B2329" w:rsidP="007B2329">
      <w:r>
        <w:t>440.7939</w:t>
      </w:r>
      <w:r>
        <w:tab/>
        <w:t>1.013e0</w:t>
      </w:r>
    </w:p>
    <w:p w:rsidR="007B2329" w:rsidRDefault="007B2329" w:rsidP="007B2329">
      <w:r>
        <w:t>440.8247</w:t>
      </w:r>
      <w:r>
        <w:tab/>
        <w:t>1.013e0</w:t>
      </w:r>
    </w:p>
    <w:p w:rsidR="007B2329" w:rsidRDefault="007B2329" w:rsidP="007B2329">
      <w:r>
        <w:t>440.8403</w:t>
      </w:r>
      <w:r>
        <w:tab/>
        <w:t>2.025e0</w:t>
      </w:r>
    </w:p>
    <w:p w:rsidR="007B2329" w:rsidRDefault="007B2329" w:rsidP="007B2329">
      <w:r>
        <w:t>440.8557</w:t>
      </w:r>
      <w:r>
        <w:tab/>
        <w:t>1.013e0</w:t>
      </w:r>
    </w:p>
    <w:p w:rsidR="007B2329" w:rsidRDefault="007B2329" w:rsidP="007B2329">
      <w:r>
        <w:t>440.8672</w:t>
      </w:r>
      <w:r>
        <w:tab/>
        <w:t>4.051e0</w:t>
      </w:r>
    </w:p>
    <w:p w:rsidR="007B2329" w:rsidRDefault="007B2329" w:rsidP="007B2329">
      <w:r>
        <w:t>440.8893</w:t>
      </w:r>
      <w:r>
        <w:tab/>
        <w:t>1.013e0</w:t>
      </w:r>
    </w:p>
    <w:p w:rsidR="007B2329" w:rsidRDefault="007B2329" w:rsidP="007B2329">
      <w:r>
        <w:t>440.9176</w:t>
      </w:r>
      <w:r>
        <w:tab/>
        <w:t>1.013e0</w:t>
      </w:r>
    </w:p>
    <w:p w:rsidR="007B2329" w:rsidRDefault="007B2329" w:rsidP="007B2329">
      <w:r>
        <w:t>440.9503</w:t>
      </w:r>
      <w:r>
        <w:tab/>
        <w:t>1.013e0</w:t>
      </w:r>
    </w:p>
    <w:p w:rsidR="007B2329" w:rsidRDefault="007B2329" w:rsidP="007B2329">
      <w:r>
        <w:t>440.9562</w:t>
      </w:r>
      <w:r>
        <w:tab/>
        <w:t>1.013e0</w:t>
      </w:r>
    </w:p>
    <w:p w:rsidR="007B2329" w:rsidRDefault="007B2329" w:rsidP="007B2329">
      <w:r>
        <w:t>440.9794</w:t>
      </w:r>
      <w:r>
        <w:tab/>
        <w:t>2.025e0</w:t>
      </w:r>
    </w:p>
    <w:p w:rsidR="007B2329" w:rsidRDefault="007B2329" w:rsidP="007B2329">
      <w:r>
        <w:t>440.9897</w:t>
      </w:r>
      <w:r>
        <w:tab/>
        <w:t>1.013e0</w:t>
      </w:r>
    </w:p>
    <w:p w:rsidR="007B2329" w:rsidRDefault="007B2329" w:rsidP="007B2329">
      <w:r>
        <w:t>440.9958</w:t>
      </w:r>
      <w:r>
        <w:tab/>
        <w:t>4.051e0</w:t>
      </w:r>
    </w:p>
    <w:p w:rsidR="007B2329" w:rsidRDefault="007B2329" w:rsidP="007B2329">
      <w:r>
        <w:lastRenderedPageBreak/>
        <w:t>441.0076</w:t>
      </w:r>
      <w:r>
        <w:tab/>
        <w:t>1.013e0</w:t>
      </w:r>
    </w:p>
    <w:p w:rsidR="007B2329" w:rsidRDefault="007B2329" w:rsidP="007B2329">
      <w:r>
        <w:t>441.0179</w:t>
      </w:r>
      <w:r>
        <w:tab/>
        <w:t>4.051e0</w:t>
      </w:r>
    </w:p>
    <w:p w:rsidR="007B2329" w:rsidRDefault="007B2329" w:rsidP="007B2329">
      <w:r>
        <w:t>441.0196</w:t>
      </w:r>
      <w:r>
        <w:tab/>
        <w:t>5.063e0</w:t>
      </w:r>
    </w:p>
    <w:p w:rsidR="007B2329" w:rsidRDefault="007B2329" w:rsidP="007B2329">
      <w:r>
        <w:t>441.0291</w:t>
      </w:r>
      <w:r>
        <w:tab/>
        <w:t>1.013e0</w:t>
      </w:r>
    </w:p>
    <w:p w:rsidR="007B2329" w:rsidRDefault="007B2329" w:rsidP="007B2329">
      <w:r>
        <w:t>441.0319</w:t>
      </w:r>
      <w:r>
        <w:tab/>
        <w:t>2.025e0</w:t>
      </w:r>
    </w:p>
    <w:p w:rsidR="007B2329" w:rsidRDefault="007B2329" w:rsidP="007B2329">
      <w:r>
        <w:t>441.0383</w:t>
      </w:r>
      <w:r>
        <w:tab/>
        <w:t>3.038e0</w:t>
      </w:r>
    </w:p>
    <w:p w:rsidR="007B2329" w:rsidRDefault="007B2329" w:rsidP="007B2329">
      <w:r>
        <w:t>441.0512</w:t>
      </w:r>
      <w:r>
        <w:tab/>
        <w:t>2.051e0</w:t>
      </w:r>
    </w:p>
    <w:p w:rsidR="007B2329" w:rsidRDefault="007B2329" w:rsidP="007B2329">
      <w:r>
        <w:t>441.0532</w:t>
      </w:r>
      <w:r>
        <w:tab/>
        <w:t>2.025e0</w:t>
      </w:r>
    </w:p>
    <w:p w:rsidR="007B2329" w:rsidRDefault="007B2329" w:rsidP="007B2329">
      <w:r>
        <w:t>441.0901</w:t>
      </w:r>
      <w:r>
        <w:tab/>
        <w:t>1.013e0</w:t>
      </w:r>
    </w:p>
    <w:p w:rsidR="007B2329" w:rsidRDefault="007B2329" w:rsidP="007B2329">
      <w:r>
        <w:t>441.0953</w:t>
      </w:r>
      <w:r>
        <w:tab/>
        <w:t>2.025e0</w:t>
      </w:r>
    </w:p>
    <w:p w:rsidR="007B2329" w:rsidRDefault="007B2329" w:rsidP="007B2329">
      <w:r>
        <w:t>441.1115</w:t>
      </w:r>
      <w:r>
        <w:tab/>
        <w:t>1.013e0</w:t>
      </w:r>
    </w:p>
    <w:p w:rsidR="007B2329" w:rsidRDefault="007B2329" w:rsidP="007B2329">
      <w:r>
        <w:t>441.1295</w:t>
      </w:r>
      <w:r>
        <w:tab/>
        <w:t>2.025e0</w:t>
      </w:r>
    </w:p>
    <w:p w:rsidR="007B2329" w:rsidRDefault="007B2329" w:rsidP="007B2329">
      <w:r>
        <w:t>441.1340</w:t>
      </w:r>
      <w:r>
        <w:tab/>
        <w:t>1.013e0</w:t>
      </w:r>
    </w:p>
    <w:p w:rsidR="007B2329" w:rsidRDefault="007B2329" w:rsidP="007B2329">
      <w:r>
        <w:t>441.1452</w:t>
      </w:r>
      <w:r>
        <w:tab/>
        <w:t>2.449e0</w:t>
      </w:r>
    </w:p>
    <w:p w:rsidR="007B2329" w:rsidRDefault="007B2329" w:rsidP="007B2329">
      <w:r>
        <w:t>441.1772</w:t>
      </w:r>
      <w:r>
        <w:tab/>
        <w:t>2.025e0</w:t>
      </w:r>
    </w:p>
    <w:p w:rsidR="007B2329" w:rsidRDefault="007B2329" w:rsidP="007B2329">
      <w:r>
        <w:t>441.1805</w:t>
      </w:r>
      <w:r>
        <w:tab/>
        <w:t>2.025e0</w:t>
      </w:r>
    </w:p>
    <w:p w:rsidR="007B2329" w:rsidRDefault="007B2329" w:rsidP="007B2329">
      <w:r>
        <w:t>441.1880</w:t>
      </w:r>
      <w:r>
        <w:tab/>
        <w:t>1.466e0</w:t>
      </w:r>
    </w:p>
    <w:p w:rsidR="007B2329" w:rsidRDefault="007B2329" w:rsidP="007B2329">
      <w:r>
        <w:t>441.1963</w:t>
      </w:r>
      <w:r>
        <w:tab/>
        <w:t>1.640e0</w:t>
      </w:r>
    </w:p>
    <w:p w:rsidR="007B2329" w:rsidRDefault="007B2329" w:rsidP="007B2329">
      <w:r>
        <w:t>441.2761</w:t>
      </w:r>
      <w:r>
        <w:tab/>
        <w:t>5.667e0</w:t>
      </w:r>
    </w:p>
    <w:p w:rsidR="007B2329" w:rsidRDefault="007B2329" w:rsidP="007B2329">
      <w:r>
        <w:lastRenderedPageBreak/>
        <w:t>441.2819</w:t>
      </w:r>
      <w:r>
        <w:tab/>
        <w:t>3.260e0</w:t>
      </w:r>
    </w:p>
    <w:p w:rsidR="007B2329" w:rsidRDefault="007B2329" w:rsidP="007B2329">
      <w:r>
        <w:t>441.3052</w:t>
      </w:r>
      <w:r>
        <w:tab/>
        <w:t>1.296e1</w:t>
      </w:r>
    </w:p>
    <w:p w:rsidR="007B2329" w:rsidRDefault="007B2329" w:rsidP="007B2329">
      <w:r>
        <w:t>441.3126</w:t>
      </w:r>
      <w:r>
        <w:tab/>
        <w:t>5.452e0</w:t>
      </w:r>
    </w:p>
    <w:p w:rsidR="007B2329" w:rsidRDefault="007B2329" w:rsidP="007B2329">
      <w:r>
        <w:t>441.3146</w:t>
      </w:r>
      <w:r>
        <w:tab/>
        <w:t>3.176e1</w:t>
      </w:r>
    </w:p>
    <w:p w:rsidR="007B2329" w:rsidRDefault="007B2329" w:rsidP="007B2329">
      <w:r>
        <w:t>441.3178</w:t>
      </w:r>
      <w:r>
        <w:tab/>
        <w:t>1.495e1</w:t>
      </w:r>
    </w:p>
    <w:p w:rsidR="007B2329" w:rsidRDefault="007B2329" w:rsidP="007B2329">
      <w:r>
        <w:t>441.3189</w:t>
      </w:r>
      <w:r>
        <w:tab/>
        <w:t>2.379e1</w:t>
      </w:r>
    </w:p>
    <w:p w:rsidR="007B2329" w:rsidRDefault="007B2329" w:rsidP="007B2329">
      <w:r>
        <w:t>441.3217</w:t>
      </w:r>
      <w:r>
        <w:tab/>
        <w:t>1.399e1</w:t>
      </w:r>
    </w:p>
    <w:p w:rsidR="007B2329" w:rsidRDefault="007B2329" w:rsidP="007B2329">
      <w:r>
        <w:t>441.3280</w:t>
      </w:r>
      <w:r>
        <w:tab/>
        <w:t>5.063e0</w:t>
      </w:r>
    </w:p>
    <w:p w:rsidR="007B2329" w:rsidRDefault="007B2329" w:rsidP="007B2329">
      <w:r>
        <w:t>441.3878</w:t>
      </w:r>
      <w:r>
        <w:tab/>
        <w:t>1.013e0</w:t>
      </w:r>
    </w:p>
    <w:p w:rsidR="007B2329" w:rsidRDefault="007B2329" w:rsidP="007B2329">
      <w:r>
        <w:t>441.3896</w:t>
      </w:r>
      <w:r>
        <w:tab/>
        <w:t>2.025e0</w:t>
      </w:r>
    </w:p>
    <w:p w:rsidR="007B2329" w:rsidRDefault="007B2329" w:rsidP="007B2329">
      <w:r>
        <w:t>441.3915</w:t>
      </w:r>
      <w:r>
        <w:tab/>
        <w:t>2.025e0</w:t>
      </w:r>
    </w:p>
    <w:p w:rsidR="007B2329" w:rsidRDefault="007B2329" w:rsidP="007B2329">
      <w:r>
        <w:t>441.4003</w:t>
      </w:r>
      <w:r>
        <w:tab/>
        <w:t>1.025e0</w:t>
      </w:r>
    </w:p>
    <w:p w:rsidR="007B2329" w:rsidRDefault="007B2329" w:rsidP="007B2329">
      <w:r>
        <w:t>441.4128</w:t>
      </w:r>
      <w:r>
        <w:tab/>
        <w:t>1.266e-2</w:t>
      </w:r>
    </w:p>
    <w:p w:rsidR="007B2329" w:rsidRDefault="007B2329" w:rsidP="007B2329">
      <w:r>
        <w:t>441.4203</w:t>
      </w:r>
      <w:r>
        <w:tab/>
        <w:t>4.051e0</w:t>
      </w:r>
    </w:p>
    <w:p w:rsidR="007B2329" w:rsidRDefault="007B2329" w:rsidP="007B2329">
      <w:r>
        <w:t>441.4238</w:t>
      </w:r>
      <w:r>
        <w:tab/>
        <w:t>3.038e0</w:t>
      </w:r>
    </w:p>
    <w:p w:rsidR="007B2329" w:rsidRDefault="007B2329" w:rsidP="007B2329">
      <w:r>
        <w:t>441.4450</w:t>
      </w:r>
      <w:r>
        <w:tab/>
        <w:t>2.038e0</w:t>
      </w:r>
    </w:p>
    <w:p w:rsidR="007B2329" w:rsidRDefault="007B2329" w:rsidP="007B2329">
      <w:r>
        <w:t>441.4524</w:t>
      </w:r>
      <w:r>
        <w:tab/>
        <w:t>1.013e0</w:t>
      </w:r>
    </w:p>
    <w:p w:rsidR="007B2329" w:rsidRDefault="007B2329" w:rsidP="007B2329">
      <w:r>
        <w:t>441.4563</w:t>
      </w:r>
      <w:r>
        <w:tab/>
        <w:t>2.025e0</w:t>
      </w:r>
    </w:p>
    <w:p w:rsidR="007B2329" w:rsidRDefault="007B2329" w:rsidP="007B2329">
      <w:r>
        <w:t>441.4885</w:t>
      </w:r>
      <w:r>
        <w:tab/>
        <w:t>2.025e0</w:t>
      </w:r>
    </w:p>
    <w:p w:rsidR="007B2329" w:rsidRDefault="007B2329" w:rsidP="007B2329">
      <w:r>
        <w:lastRenderedPageBreak/>
        <w:t>441.4919</w:t>
      </w:r>
      <w:r>
        <w:tab/>
        <w:t>1.013e0</w:t>
      </w:r>
    </w:p>
    <w:p w:rsidR="007B2329" w:rsidRDefault="007B2329" w:rsidP="007B2329">
      <w:r>
        <w:t>441.5097</w:t>
      </w:r>
      <w:r>
        <w:tab/>
        <w:t>1.013e0</w:t>
      </w:r>
    </w:p>
    <w:p w:rsidR="007B2329" w:rsidRDefault="007B2329" w:rsidP="007B2329">
      <w:r>
        <w:t>441.5131</w:t>
      </w:r>
      <w:r>
        <w:tab/>
        <w:t>1.013e0</w:t>
      </w:r>
    </w:p>
    <w:p w:rsidR="007B2329" w:rsidRDefault="007B2329" w:rsidP="007B2329">
      <w:r>
        <w:t>441.5315</w:t>
      </w:r>
      <w:r>
        <w:tab/>
        <w:t>1.013e0</w:t>
      </w:r>
    </w:p>
    <w:p w:rsidR="007B2329" w:rsidRDefault="007B2329" w:rsidP="007B2329">
      <w:r>
        <w:t>441.5728</w:t>
      </w:r>
      <w:r>
        <w:tab/>
        <w:t>3.038e0</w:t>
      </w:r>
    </w:p>
    <w:p w:rsidR="007B2329" w:rsidRDefault="007B2329" w:rsidP="007B2329">
      <w:r>
        <w:t>441.5826</w:t>
      </w:r>
      <w:r>
        <w:tab/>
        <w:t>2.025e0</w:t>
      </w:r>
    </w:p>
    <w:p w:rsidR="007B2329" w:rsidRDefault="007B2329" w:rsidP="007B2329">
      <w:r>
        <w:t>441.6136</w:t>
      </w:r>
      <w:r>
        <w:tab/>
        <w:t>1.266e-2</w:t>
      </w:r>
    </w:p>
    <w:p w:rsidR="007B2329" w:rsidRDefault="007B2329" w:rsidP="007B2329">
      <w:r>
        <w:t>441.6496</w:t>
      </w:r>
      <w:r>
        <w:tab/>
        <w:t>2.025e0</w:t>
      </w:r>
    </w:p>
    <w:p w:rsidR="007B2329" w:rsidRDefault="007B2329" w:rsidP="007B2329">
      <w:r>
        <w:t>441.6602</w:t>
      </w:r>
      <w:r>
        <w:tab/>
        <w:t>4.051e0</w:t>
      </w:r>
    </w:p>
    <w:p w:rsidR="007B2329" w:rsidRDefault="007B2329" w:rsidP="007B2329">
      <w:r>
        <w:t>441.6632</w:t>
      </w:r>
      <w:r>
        <w:tab/>
        <w:t>2.025e0</w:t>
      </w:r>
    </w:p>
    <w:p w:rsidR="007B2329" w:rsidRDefault="007B2329" w:rsidP="007B2329">
      <w:r>
        <w:t>441.6677</w:t>
      </w:r>
      <w:r>
        <w:tab/>
        <w:t>1.013e0</w:t>
      </w:r>
    </w:p>
    <w:p w:rsidR="007B2329" w:rsidRDefault="007B2329" w:rsidP="007B2329">
      <w:r>
        <w:t>441.6833</w:t>
      </w:r>
      <w:r>
        <w:tab/>
        <w:t>3.038e0</w:t>
      </w:r>
    </w:p>
    <w:p w:rsidR="007B2329" w:rsidRDefault="007B2329" w:rsidP="007B2329">
      <w:r>
        <w:t>441.6943</w:t>
      </w:r>
      <w:r>
        <w:tab/>
        <w:t>2.025e0</w:t>
      </w:r>
    </w:p>
    <w:p w:rsidR="007B2329" w:rsidRDefault="007B2329" w:rsidP="007B2329">
      <w:r>
        <w:t>441.7144</w:t>
      </w:r>
      <w:r>
        <w:tab/>
        <w:t>1.013e0</w:t>
      </w:r>
    </w:p>
    <w:p w:rsidR="007B2329" w:rsidRDefault="007B2329" w:rsidP="007B2329">
      <w:r>
        <w:t>441.7189</w:t>
      </w:r>
      <w:r>
        <w:tab/>
        <w:t>2.025e0</w:t>
      </w:r>
    </w:p>
    <w:p w:rsidR="007B2329" w:rsidRDefault="007B2329" w:rsidP="007B2329">
      <w:r>
        <w:t>441.7262</w:t>
      </w:r>
      <w:r>
        <w:tab/>
        <w:t>2.025e0</w:t>
      </w:r>
    </w:p>
    <w:p w:rsidR="007B2329" w:rsidRDefault="007B2329" w:rsidP="007B2329">
      <w:r>
        <w:t>441.7502</w:t>
      </w:r>
      <w:r>
        <w:tab/>
        <w:t>1.013e0</w:t>
      </w:r>
    </w:p>
    <w:p w:rsidR="007B2329" w:rsidRDefault="007B2329" w:rsidP="007B2329">
      <w:r>
        <w:t>441.7717</w:t>
      </w:r>
      <w:r>
        <w:tab/>
        <w:t>4.051e0</w:t>
      </w:r>
    </w:p>
    <w:p w:rsidR="007B2329" w:rsidRDefault="007B2329" w:rsidP="007B2329">
      <w:r>
        <w:t>441.8232</w:t>
      </w:r>
      <w:r>
        <w:tab/>
        <w:t>3.038e0</w:t>
      </w:r>
    </w:p>
    <w:p w:rsidR="007B2329" w:rsidRDefault="007B2329" w:rsidP="007B2329">
      <w:r>
        <w:lastRenderedPageBreak/>
        <w:t>441.8723</w:t>
      </w:r>
      <w:r>
        <w:tab/>
        <w:t>1.266e-2</w:t>
      </w:r>
    </w:p>
    <w:p w:rsidR="007B2329" w:rsidRDefault="007B2329" w:rsidP="007B2329">
      <w:r>
        <w:t>441.8809</w:t>
      </w:r>
      <w:r>
        <w:tab/>
        <w:t>2.230e0</w:t>
      </w:r>
    </w:p>
    <w:p w:rsidR="007B2329" w:rsidRDefault="007B2329" w:rsidP="007B2329">
      <w:r>
        <w:t>441.8936</w:t>
      </w:r>
      <w:r>
        <w:tab/>
        <w:t>1.013e0</w:t>
      </w:r>
    </w:p>
    <w:p w:rsidR="007B2329" w:rsidRDefault="007B2329" w:rsidP="007B2329">
      <w:r>
        <w:t>441.9008</w:t>
      </w:r>
      <w:r>
        <w:tab/>
        <w:t>2.025e0</w:t>
      </w:r>
    </w:p>
    <w:p w:rsidR="007B2329" w:rsidRDefault="007B2329" w:rsidP="007B2329">
      <w:r>
        <w:t>441.9155</w:t>
      </w:r>
      <w:r>
        <w:tab/>
        <w:t>2.025e0</w:t>
      </w:r>
    </w:p>
    <w:p w:rsidR="007B2329" w:rsidRDefault="007B2329" w:rsidP="007B2329">
      <w:r>
        <w:t>441.9511</w:t>
      </w:r>
      <w:r>
        <w:tab/>
        <w:t>1.013e0</w:t>
      </w:r>
    </w:p>
    <w:p w:rsidR="007B2329" w:rsidRDefault="007B2329" w:rsidP="007B2329">
      <w:r>
        <w:t>441.9664</w:t>
      </w:r>
      <w:r>
        <w:tab/>
        <w:t>2.025e0</w:t>
      </w:r>
    </w:p>
    <w:p w:rsidR="007B2329" w:rsidRDefault="007B2329" w:rsidP="007B2329">
      <w:r>
        <w:t>441.9693</w:t>
      </w:r>
      <w:r>
        <w:tab/>
        <w:t>1.013e0</w:t>
      </w:r>
    </w:p>
    <w:p w:rsidR="007B2329" w:rsidRDefault="007B2329" w:rsidP="007B2329">
      <w:r>
        <w:t>442.0258</w:t>
      </w:r>
      <w:r>
        <w:tab/>
        <w:t>3.038e0</w:t>
      </w:r>
    </w:p>
    <w:p w:rsidR="007B2329" w:rsidRDefault="007B2329" w:rsidP="007B2329">
      <w:r>
        <w:t>442.0336</w:t>
      </w:r>
      <w:r>
        <w:tab/>
        <w:t>1.013e0</w:t>
      </w:r>
    </w:p>
    <w:p w:rsidR="007B2329" w:rsidRDefault="007B2329" w:rsidP="007B2329">
      <w:r>
        <w:t>442.0397</w:t>
      </w:r>
      <w:r>
        <w:tab/>
        <w:t>1.013e0</w:t>
      </w:r>
    </w:p>
    <w:p w:rsidR="007B2329" w:rsidRDefault="007B2329" w:rsidP="007B2329">
      <w:r>
        <w:t>442.0408</w:t>
      </w:r>
      <w:r>
        <w:tab/>
        <w:t>5.063e0</w:t>
      </w:r>
    </w:p>
    <w:p w:rsidR="007B2329" w:rsidRDefault="007B2329" w:rsidP="007B2329">
      <w:r>
        <w:t>442.0443</w:t>
      </w:r>
      <w:r>
        <w:tab/>
        <w:t>2.025e0</w:t>
      </w:r>
    </w:p>
    <w:p w:rsidR="007B2329" w:rsidRDefault="007B2329" w:rsidP="007B2329">
      <w:r>
        <w:t>442.0590</w:t>
      </w:r>
      <w:r>
        <w:tab/>
        <w:t>2.025e0</w:t>
      </w:r>
    </w:p>
    <w:p w:rsidR="007B2329" w:rsidRDefault="007B2329" w:rsidP="007B2329">
      <w:r>
        <w:t>442.0628</w:t>
      </w:r>
      <w:r>
        <w:tab/>
        <w:t>1.013e0</w:t>
      </w:r>
    </w:p>
    <w:p w:rsidR="007B2329" w:rsidRDefault="007B2329" w:rsidP="007B2329">
      <w:r>
        <w:t>442.1092</w:t>
      </w:r>
      <w:r>
        <w:tab/>
        <w:t>2.025e0</w:t>
      </w:r>
    </w:p>
    <w:p w:rsidR="007B2329" w:rsidRDefault="007B2329" w:rsidP="007B2329">
      <w:r>
        <w:t>442.1300</w:t>
      </w:r>
      <w:r>
        <w:tab/>
        <w:t>1.698e1</w:t>
      </w:r>
    </w:p>
    <w:p w:rsidR="007B2329" w:rsidRDefault="007B2329" w:rsidP="007B2329">
      <w:r>
        <w:t>442.1341</w:t>
      </w:r>
      <w:r>
        <w:tab/>
        <w:t>1.013e0</w:t>
      </w:r>
    </w:p>
    <w:p w:rsidR="007B2329" w:rsidRDefault="007B2329" w:rsidP="007B2329">
      <w:r>
        <w:t>442.1353</w:t>
      </w:r>
      <w:r>
        <w:tab/>
        <w:t>2.537e1</w:t>
      </w:r>
    </w:p>
    <w:p w:rsidR="007B2329" w:rsidRDefault="007B2329" w:rsidP="007B2329">
      <w:r>
        <w:lastRenderedPageBreak/>
        <w:t>442.1390</w:t>
      </w:r>
      <w:r>
        <w:tab/>
        <w:t>1.007e1</w:t>
      </w:r>
    </w:p>
    <w:p w:rsidR="007B2329" w:rsidRDefault="007B2329" w:rsidP="007B2329">
      <w:r>
        <w:t>442.1949</w:t>
      </w:r>
      <w:r>
        <w:tab/>
        <w:t>9.137e0</w:t>
      </w:r>
    </w:p>
    <w:p w:rsidR="007B2329" w:rsidRDefault="007B2329" w:rsidP="007B2329">
      <w:r>
        <w:t>442.1987</w:t>
      </w:r>
      <w:r>
        <w:tab/>
        <w:t>3.571e0</w:t>
      </w:r>
    </w:p>
    <w:p w:rsidR="007B2329" w:rsidRDefault="007B2329" w:rsidP="007B2329">
      <w:r>
        <w:t>442.2016</w:t>
      </w:r>
      <w:r>
        <w:tab/>
        <w:t>4.367e0</w:t>
      </w:r>
    </w:p>
    <w:p w:rsidR="007B2329" w:rsidRDefault="007B2329" w:rsidP="007B2329">
      <w:r>
        <w:t>442.2042</w:t>
      </w:r>
      <w:r>
        <w:tab/>
        <w:t>1.004e1</w:t>
      </w:r>
    </w:p>
    <w:p w:rsidR="007B2329" w:rsidRDefault="007B2329" w:rsidP="007B2329">
      <w:r>
        <w:t>442.2267</w:t>
      </w:r>
      <w:r>
        <w:tab/>
        <w:t>4.121e0</w:t>
      </w:r>
    </w:p>
    <w:p w:rsidR="007B2329" w:rsidRDefault="007B2329" w:rsidP="007B2329">
      <w:r>
        <w:t>442.2601</w:t>
      </w:r>
      <w:r>
        <w:tab/>
        <w:t>1.439e1</w:t>
      </w:r>
    </w:p>
    <w:p w:rsidR="007B2329" w:rsidRDefault="007B2329" w:rsidP="007B2329">
      <w:r>
        <w:t>442.2684</w:t>
      </w:r>
      <w:r>
        <w:tab/>
        <w:t>3.482e1</w:t>
      </w:r>
    </w:p>
    <w:p w:rsidR="007B2329" w:rsidRDefault="007B2329" w:rsidP="007B2329">
      <w:r>
        <w:t>442.2731</w:t>
      </w:r>
      <w:r>
        <w:tab/>
        <w:t>4.906e1</w:t>
      </w:r>
    </w:p>
    <w:p w:rsidR="007B2329" w:rsidRDefault="007B2329" w:rsidP="007B2329">
      <w:r>
        <w:t>442.2803</w:t>
      </w:r>
      <w:r>
        <w:tab/>
        <w:t>1.879e1</w:t>
      </w:r>
    </w:p>
    <w:p w:rsidR="007B2329" w:rsidRDefault="007B2329" w:rsidP="007B2329">
      <w:r>
        <w:t>442.2815</w:t>
      </w:r>
      <w:r>
        <w:tab/>
        <w:t>3.032e1</w:t>
      </w:r>
    </w:p>
    <w:p w:rsidR="007B2329" w:rsidRDefault="007B2329" w:rsidP="007B2329">
      <w:r>
        <w:t>442.3047</w:t>
      </w:r>
      <w:r>
        <w:tab/>
        <w:t>6.861e0</w:t>
      </w:r>
    </w:p>
    <w:p w:rsidR="007B2329" w:rsidRDefault="007B2329" w:rsidP="007B2329">
      <w:r>
        <w:t>442.3134</w:t>
      </w:r>
      <w:r>
        <w:tab/>
        <w:t>4.670e0</w:t>
      </w:r>
    </w:p>
    <w:p w:rsidR="007B2329" w:rsidRDefault="007B2329" w:rsidP="007B2329">
      <w:r>
        <w:t>442.3248</w:t>
      </w:r>
      <w:r>
        <w:tab/>
        <w:t>4.473e0</w:t>
      </w:r>
    </w:p>
    <w:p w:rsidR="007B2329" w:rsidRDefault="007B2329" w:rsidP="007B2329">
      <w:r>
        <w:t>442.3364</w:t>
      </w:r>
      <w:r>
        <w:tab/>
        <w:t>9.251e0</w:t>
      </w:r>
    </w:p>
    <w:p w:rsidR="007B2329" w:rsidRDefault="007B2329" w:rsidP="007B2329">
      <w:r>
        <w:t>442.3571</w:t>
      </w:r>
      <w:r>
        <w:tab/>
        <w:t>1.013e0</w:t>
      </w:r>
    </w:p>
    <w:p w:rsidR="007B2329" w:rsidRDefault="007B2329" w:rsidP="007B2329">
      <w:r>
        <w:t>442.3716</w:t>
      </w:r>
      <w:r>
        <w:tab/>
        <w:t>4.076e0</w:t>
      </w:r>
    </w:p>
    <w:p w:rsidR="007B2329" w:rsidRDefault="007B2329" w:rsidP="007B2329">
      <w:r>
        <w:t>442.3728</w:t>
      </w:r>
      <w:r>
        <w:tab/>
        <w:t>2.025e0</w:t>
      </w:r>
    </w:p>
    <w:p w:rsidR="007B2329" w:rsidRDefault="007B2329" w:rsidP="007B2329">
      <w:r>
        <w:t>442.4036</w:t>
      </w:r>
      <w:r>
        <w:tab/>
        <w:t>5.063e0</w:t>
      </w:r>
    </w:p>
    <w:p w:rsidR="007B2329" w:rsidRDefault="007B2329" w:rsidP="007B2329">
      <w:r>
        <w:lastRenderedPageBreak/>
        <w:t>442.4128</w:t>
      </w:r>
      <w:r>
        <w:tab/>
        <w:t>3.038e0</w:t>
      </w:r>
    </w:p>
    <w:p w:rsidR="007B2329" w:rsidRDefault="007B2329" w:rsidP="007B2329">
      <w:r>
        <w:t>442.4141</w:t>
      </w:r>
      <w:r>
        <w:tab/>
        <w:t>2.025e0</w:t>
      </w:r>
    </w:p>
    <w:p w:rsidR="007B2329" w:rsidRDefault="007B2329" w:rsidP="007B2329">
      <w:r>
        <w:t>442.4224</w:t>
      </w:r>
      <w:r>
        <w:tab/>
        <w:t>4.051e0</w:t>
      </w:r>
    </w:p>
    <w:p w:rsidR="007B2329" w:rsidRDefault="007B2329" w:rsidP="007B2329">
      <w:r>
        <w:t>442.4536</w:t>
      </w:r>
      <w:r>
        <w:tab/>
        <w:t>1.013e0</w:t>
      </w:r>
    </w:p>
    <w:p w:rsidR="007B2329" w:rsidRDefault="007B2329" w:rsidP="007B2329">
      <w:r>
        <w:t>442.4580</w:t>
      </w:r>
      <w:r>
        <w:tab/>
        <w:t>1.013e0</w:t>
      </w:r>
    </w:p>
    <w:p w:rsidR="007B2329" w:rsidRDefault="007B2329" w:rsidP="007B2329">
      <w:r>
        <w:t>442.4621</w:t>
      </w:r>
      <w:r>
        <w:tab/>
        <w:t>2.025e0</w:t>
      </w:r>
    </w:p>
    <w:p w:rsidR="007B2329" w:rsidRDefault="007B2329" w:rsidP="007B2329">
      <w:r>
        <w:t>442.4749</w:t>
      </w:r>
      <w:r>
        <w:tab/>
        <w:t>1.013e0</w:t>
      </w:r>
    </w:p>
    <w:p w:rsidR="007B2329" w:rsidRDefault="007B2329" w:rsidP="007B2329">
      <w:r>
        <w:t>442.4813</w:t>
      </w:r>
      <w:r>
        <w:tab/>
        <w:t>1.013e0</w:t>
      </w:r>
    </w:p>
    <w:p w:rsidR="007B2329" w:rsidRDefault="007B2329" w:rsidP="007B2329">
      <w:r>
        <w:t>442.4846</w:t>
      </w:r>
      <w:r>
        <w:tab/>
        <w:t>2.025e0</w:t>
      </w:r>
    </w:p>
    <w:p w:rsidR="007B2329" w:rsidRDefault="007B2329" w:rsidP="007B2329">
      <w:r>
        <w:t>442.5201</w:t>
      </w:r>
      <w:r>
        <w:tab/>
        <w:t>1.013e0</w:t>
      </w:r>
    </w:p>
    <w:p w:rsidR="007B2329" w:rsidRDefault="007B2329" w:rsidP="007B2329">
      <w:r>
        <w:t>442.5358</w:t>
      </w:r>
      <w:r>
        <w:tab/>
        <w:t>1.013e0</w:t>
      </w:r>
    </w:p>
    <w:p w:rsidR="007B2329" w:rsidRDefault="007B2329" w:rsidP="007B2329">
      <w:r>
        <w:t>442.5432</w:t>
      </w:r>
      <w:r>
        <w:tab/>
        <w:t>1.013e0</w:t>
      </w:r>
    </w:p>
    <w:p w:rsidR="007B2329" w:rsidRDefault="007B2329" w:rsidP="007B2329">
      <w:r>
        <w:t>442.5474</w:t>
      </w:r>
      <w:r>
        <w:tab/>
        <w:t>3.038e0</w:t>
      </w:r>
    </w:p>
    <w:p w:rsidR="007B2329" w:rsidRDefault="007B2329" w:rsidP="007B2329">
      <w:r>
        <w:t>442.5701</w:t>
      </w:r>
      <w:r>
        <w:tab/>
        <w:t>2.025e0</w:t>
      </w:r>
    </w:p>
    <w:p w:rsidR="007B2329" w:rsidRDefault="007B2329" w:rsidP="007B2329">
      <w:r>
        <w:t>442.6003</w:t>
      </w:r>
      <w:r>
        <w:tab/>
        <w:t>2.025e0</w:t>
      </w:r>
    </w:p>
    <w:p w:rsidR="007B2329" w:rsidRDefault="007B2329" w:rsidP="007B2329">
      <w:r>
        <w:t>442.6054</w:t>
      </w:r>
      <w:r>
        <w:tab/>
        <w:t>1.013e0</w:t>
      </w:r>
    </w:p>
    <w:p w:rsidR="007B2329" w:rsidRDefault="007B2329" w:rsidP="007B2329">
      <w:r>
        <w:t>442.6150</w:t>
      </w:r>
      <w:r>
        <w:tab/>
        <w:t>1.013e0</w:t>
      </w:r>
    </w:p>
    <w:p w:rsidR="007B2329" w:rsidRDefault="007B2329" w:rsidP="007B2329">
      <w:r>
        <w:t>442.6364</w:t>
      </w:r>
      <w:r>
        <w:tab/>
        <w:t>1.013e0</w:t>
      </w:r>
    </w:p>
    <w:p w:rsidR="007B2329" w:rsidRDefault="007B2329" w:rsidP="007B2329">
      <w:r>
        <w:t>442.6420</w:t>
      </w:r>
      <w:r>
        <w:tab/>
        <w:t>2.025e0</w:t>
      </w:r>
    </w:p>
    <w:p w:rsidR="007B2329" w:rsidRDefault="007B2329" w:rsidP="007B2329">
      <w:r>
        <w:lastRenderedPageBreak/>
        <w:t>442.6509</w:t>
      </w:r>
      <w:r>
        <w:tab/>
        <w:t>1.013e0</w:t>
      </w:r>
    </w:p>
    <w:p w:rsidR="007B2329" w:rsidRDefault="007B2329" w:rsidP="007B2329">
      <w:r>
        <w:t>442.6758</w:t>
      </w:r>
      <w:r>
        <w:tab/>
        <w:t>1.013e0</w:t>
      </w:r>
    </w:p>
    <w:p w:rsidR="007B2329" w:rsidRDefault="007B2329" w:rsidP="007B2329">
      <w:r>
        <w:t>442.6786</w:t>
      </w:r>
      <w:r>
        <w:tab/>
        <w:t>3.038e0</w:t>
      </w:r>
    </w:p>
    <w:p w:rsidR="007B2329" w:rsidRDefault="007B2329" w:rsidP="007B2329">
      <w:r>
        <w:t>442.6859</w:t>
      </w:r>
      <w:r>
        <w:tab/>
        <w:t>2.025e0</w:t>
      </w:r>
    </w:p>
    <w:p w:rsidR="007B2329" w:rsidRDefault="007B2329" w:rsidP="007B2329">
      <w:r>
        <w:t>442.6984</w:t>
      </w:r>
      <w:r>
        <w:tab/>
        <w:t>5.063e0</w:t>
      </w:r>
    </w:p>
    <w:p w:rsidR="007B2329" w:rsidRDefault="007B2329" w:rsidP="007B2329">
      <w:r>
        <w:t>442.7333</w:t>
      </w:r>
      <w:r>
        <w:tab/>
        <w:t>1.013e0</w:t>
      </w:r>
    </w:p>
    <w:p w:rsidR="007B2329" w:rsidRDefault="007B2329" w:rsidP="007B2329">
      <w:r>
        <w:t>442.7359</w:t>
      </w:r>
      <w:r>
        <w:tab/>
        <w:t>2.025e0</w:t>
      </w:r>
    </w:p>
    <w:p w:rsidR="007B2329" w:rsidRDefault="007B2329" w:rsidP="007B2329">
      <w:r>
        <w:t>442.7450</w:t>
      </w:r>
      <w:r>
        <w:tab/>
        <w:t>1.013e0</w:t>
      </w:r>
    </w:p>
    <w:p w:rsidR="007B2329" w:rsidRDefault="007B2329" w:rsidP="007B2329">
      <w:r>
        <w:t>442.7489</w:t>
      </w:r>
      <w:r>
        <w:tab/>
        <w:t>6.982e0</w:t>
      </w:r>
    </w:p>
    <w:p w:rsidR="007B2329" w:rsidRDefault="007B2329" w:rsidP="007B2329">
      <w:r>
        <w:t>442.7549</w:t>
      </w:r>
      <w:r>
        <w:tab/>
        <w:t>1.013e0</w:t>
      </w:r>
    </w:p>
    <w:p w:rsidR="007B2329" w:rsidRDefault="007B2329" w:rsidP="007B2329">
      <w:r>
        <w:t>442.7838</w:t>
      </w:r>
      <w:r>
        <w:tab/>
        <w:t>1.013e0</w:t>
      </w:r>
    </w:p>
    <w:p w:rsidR="007B2329" w:rsidRDefault="007B2329" w:rsidP="007B2329">
      <w:r>
        <w:t>442.8255</w:t>
      </w:r>
      <w:r>
        <w:tab/>
        <w:t>3.038e0</w:t>
      </w:r>
    </w:p>
    <w:p w:rsidR="007B2329" w:rsidRDefault="007B2329" w:rsidP="007B2329">
      <w:r>
        <w:t>442.8303</w:t>
      </w:r>
      <w:r>
        <w:tab/>
        <w:t>1.013e0</w:t>
      </w:r>
    </w:p>
    <w:p w:rsidR="007B2329" w:rsidRDefault="007B2329" w:rsidP="007B2329">
      <w:r>
        <w:t>442.8343</w:t>
      </w:r>
      <w:r>
        <w:tab/>
        <w:t>3.038e0</w:t>
      </w:r>
    </w:p>
    <w:p w:rsidR="007B2329" w:rsidRDefault="007B2329" w:rsidP="007B2329">
      <w:r>
        <w:t>442.8458</w:t>
      </w:r>
      <w:r>
        <w:tab/>
        <w:t>1.013e0</w:t>
      </w:r>
    </w:p>
    <w:p w:rsidR="007B2329" w:rsidRDefault="007B2329" w:rsidP="007B2329">
      <w:r>
        <w:t>442.8495</w:t>
      </w:r>
      <w:r>
        <w:tab/>
        <w:t>2.025e0</w:t>
      </w:r>
    </w:p>
    <w:p w:rsidR="007B2329" w:rsidRDefault="007B2329" w:rsidP="007B2329">
      <w:r>
        <w:t>442.8537</w:t>
      </w:r>
      <w:r>
        <w:tab/>
        <w:t>1.025e0</w:t>
      </w:r>
    </w:p>
    <w:p w:rsidR="007B2329" w:rsidRDefault="007B2329" w:rsidP="007B2329">
      <w:r>
        <w:t>442.8842</w:t>
      </w:r>
      <w:r>
        <w:tab/>
        <w:t>3.038e0</w:t>
      </w:r>
    </w:p>
    <w:p w:rsidR="007B2329" w:rsidRDefault="007B2329" w:rsidP="007B2329">
      <w:r>
        <w:t>442.8916</w:t>
      </w:r>
      <w:r>
        <w:tab/>
        <w:t>1.013e0</w:t>
      </w:r>
    </w:p>
    <w:p w:rsidR="007B2329" w:rsidRDefault="007B2329" w:rsidP="007B2329">
      <w:r>
        <w:lastRenderedPageBreak/>
        <w:t>442.8950</w:t>
      </w:r>
      <w:r>
        <w:tab/>
        <w:t>1.266e-2</w:t>
      </w:r>
    </w:p>
    <w:p w:rsidR="007B2329" w:rsidRDefault="007B2329" w:rsidP="007B2329">
      <w:r>
        <w:t>442.9235</w:t>
      </w:r>
      <w:r>
        <w:tab/>
        <w:t>2.025e0</w:t>
      </w:r>
    </w:p>
    <w:p w:rsidR="007B2329" w:rsidRDefault="007B2329" w:rsidP="007B2329">
      <w:r>
        <w:t>442.9310</w:t>
      </w:r>
      <w:r>
        <w:tab/>
        <w:t>1.013e0</w:t>
      </w:r>
    </w:p>
    <w:p w:rsidR="007B2329" w:rsidRDefault="007B2329" w:rsidP="007B2329">
      <w:r>
        <w:t>442.9414</w:t>
      </w:r>
      <w:r>
        <w:tab/>
        <w:t>3.038e0</w:t>
      </w:r>
    </w:p>
    <w:p w:rsidR="007B2329" w:rsidRDefault="007B2329" w:rsidP="007B2329">
      <w:r>
        <w:t>442.9549</w:t>
      </w:r>
      <w:r>
        <w:tab/>
        <w:t>2.038e0</w:t>
      </w:r>
    </w:p>
    <w:p w:rsidR="007B2329" w:rsidRDefault="007B2329" w:rsidP="007B2329">
      <w:r>
        <w:t>442.9778</w:t>
      </w:r>
      <w:r>
        <w:tab/>
        <w:t>1.013e0</w:t>
      </w:r>
    </w:p>
    <w:p w:rsidR="007B2329" w:rsidRDefault="007B2329" w:rsidP="007B2329">
      <w:r>
        <w:t>442.9960</w:t>
      </w:r>
      <w:r>
        <w:tab/>
        <w:t>2.530e0</w:t>
      </w:r>
    </w:p>
    <w:p w:rsidR="007B2329" w:rsidRDefault="007B2329" w:rsidP="007B2329">
      <w:r>
        <w:t>443.0010</w:t>
      </w:r>
      <w:r>
        <w:tab/>
        <w:t>2.025e0</w:t>
      </w:r>
    </w:p>
    <w:p w:rsidR="007B2329" w:rsidRDefault="007B2329" w:rsidP="007B2329">
      <w:r>
        <w:t>443.0133</w:t>
      </w:r>
      <w:r>
        <w:tab/>
        <w:t>1.013e0</w:t>
      </w:r>
    </w:p>
    <w:p w:rsidR="007B2329" w:rsidRDefault="007B2329" w:rsidP="007B2329">
      <w:r>
        <w:t>443.0237</w:t>
      </w:r>
      <w:r>
        <w:tab/>
        <w:t>4.390e0</w:t>
      </w:r>
    </w:p>
    <w:p w:rsidR="007B2329" w:rsidRDefault="007B2329" w:rsidP="007B2329">
      <w:r>
        <w:t>443.0328</w:t>
      </w:r>
      <w:r>
        <w:tab/>
        <w:t>2.025e0</w:t>
      </w:r>
    </w:p>
    <w:p w:rsidR="007B2329" w:rsidRDefault="007B2329" w:rsidP="007B2329">
      <w:r>
        <w:t>443.0749</w:t>
      </w:r>
      <w:r>
        <w:tab/>
        <w:t>2.738e0</w:t>
      </w:r>
    </w:p>
    <w:p w:rsidR="007B2329" w:rsidRDefault="007B2329" w:rsidP="007B2329">
      <w:r>
        <w:t>443.0771</w:t>
      </w:r>
      <w:r>
        <w:tab/>
        <w:t>2.038e0</w:t>
      </w:r>
    </w:p>
    <w:p w:rsidR="007B2329" w:rsidRDefault="007B2329" w:rsidP="007B2329">
      <w:r>
        <w:t>443.0863</w:t>
      </w:r>
      <w:r>
        <w:tab/>
        <w:t>2.025e0</w:t>
      </w:r>
    </w:p>
    <w:p w:rsidR="007B2329" w:rsidRDefault="007B2329" w:rsidP="007B2329">
      <w:r>
        <w:t>443.0990</w:t>
      </w:r>
      <w:r>
        <w:tab/>
        <w:t>3.038e0</w:t>
      </w:r>
    </w:p>
    <w:p w:rsidR="007B2329" w:rsidRDefault="007B2329" w:rsidP="007B2329">
      <w:r>
        <w:t>443.1060</w:t>
      </w:r>
      <w:r>
        <w:tab/>
        <w:t>4.051e0</w:t>
      </w:r>
    </w:p>
    <w:p w:rsidR="007B2329" w:rsidRDefault="007B2329" w:rsidP="007B2329">
      <w:r>
        <w:t>443.1252</w:t>
      </w:r>
      <w:r>
        <w:tab/>
        <w:t>1.013e0</w:t>
      </w:r>
    </w:p>
    <w:p w:rsidR="007B2329" w:rsidRDefault="007B2329" w:rsidP="007B2329">
      <w:r>
        <w:t>443.1319</w:t>
      </w:r>
      <w:r>
        <w:tab/>
        <w:t>1.013e0</w:t>
      </w:r>
    </w:p>
    <w:p w:rsidR="007B2329" w:rsidRDefault="007B2329" w:rsidP="007B2329">
      <w:r>
        <w:t>443.1366</w:t>
      </w:r>
      <w:r>
        <w:tab/>
        <w:t>8.697e0</w:t>
      </w:r>
    </w:p>
    <w:p w:rsidR="007B2329" w:rsidRDefault="007B2329" w:rsidP="007B2329">
      <w:r>
        <w:lastRenderedPageBreak/>
        <w:t>443.1402</w:t>
      </w:r>
      <w:r>
        <w:tab/>
        <w:t>3.919e0</w:t>
      </w:r>
    </w:p>
    <w:p w:rsidR="007B2329" w:rsidRDefault="007B2329" w:rsidP="007B2329">
      <w:r>
        <w:t>443.1486</w:t>
      </w:r>
      <w:r>
        <w:tab/>
        <w:t>1.013e0</w:t>
      </w:r>
    </w:p>
    <w:p w:rsidR="007B2329" w:rsidRDefault="007B2329" w:rsidP="007B2329">
      <w:r>
        <w:t>443.1639</w:t>
      </w:r>
      <w:r>
        <w:tab/>
        <w:t>7.304e0</w:t>
      </w:r>
    </w:p>
    <w:p w:rsidR="007B2329" w:rsidRDefault="007B2329" w:rsidP="007B2329">
      <w:r>
        <w:t>443.1750</w:t>
      </w:r>
      <w:r>
        <w:tab/>
        <w:t>1.013e0</w:t>
      </w:r>
    </w:p>
    <w:p w:rsidR="007B2329" w:rsidRDefault="007B2329" w:rsidP="007B2329">
      <w:r>
        <w:t>443.1783</w:t>
      </w:r>
      <w:r>
        <w:tab/>
        <w:t>2.404e0</w:t>
      </w:r>
    </w:p>
    <w:p w:rsidR="007B2329" w:rsidRDefault="007B2329" w:rsidP="007B2329">
      <w:r>
        <w:t>443.1795</w:t>
      </w:r>
      <w:r>
        <w:tab/>
        <w:t>1.013e0</w:t>
      </w:r>
    </w:p>
    <w:p w:rsidR="007B2329" w:rsidRDefault="007B2329" w:rsidP="007B2329">
      <w:r>
        <w:t>443.2118</w:t>
      </w:r>
      <w:r>
        <w:tab/>
        <w:t>4.780e0</w:t>
      </w:r>
    </w:p>
    <w:p w:rsidR="007B2329" w:rsidRDefault="007B2329" w:rsidP="007B2329">
      <w:r>
        <w:t>443.2261</w:t>
      </w:r>
      <w:r>
        <w:tab/>
        <w:t>2.448e0</w:t>
      </w:r>
    </w:p>
    <w:p w:rsidR="007B2329" w:rsidRDefault="007B2329" w:rsidP="007B2329">
      <w:r>
        <w:t>443.2385</w:t>
      </w:r>
      <w:r>
        <w:tab/>
        <w:t>1.593e0</w:t>
      </w:r>
    </w:p>
    <w:p w:rsidR="007B2329" w:rsidRDefault="007B2329" w:rsidP="007B2329">
      <w:r>
        <w:t>443.2539</w:t>
      </w:r>
      <w:r>
        <w:tab/>
        <w:t>5.379e0</w:t>
      </w:r>
    </w:p>
    <w:p w:rsidR="007B2329" w:rsidRDefault="007B2329" w:rsidP="007B2329">
      <w:r>
        <w:t>443.2597</w:t>
      </w:r>
      <w:r>
        <w:tab/>
        <w:t>2.538e0</w:t>
      </w:r>
    </w:p>
    <w:p w:rsidR="007B2329" w:rsidRDefault="007B2329" w:rsidP="007B2329">
      <w:r>
        <w:t>443.2731</w:t>
      </w:r>
      <w:r>
        <w:tab/>
        <w:t>3.110e0</w:t>
      </w:r>
    </w:p>
    <w:p w:rsidR="007B2329" w:rsidRDefault="007B2329" w:rsidP="007B2329">
      <w:r>
        <w:t>443.2741</w:t>
      </w:r>
      <w:r>
        <w:tab/>
        <w:t>1.994e0</w:t>
      </w:r>
    </w:p>
    <w:p w:rsidR="007B2329" w:rsidRDefault="007B2329" w:rsidP="007B2329">
      <w:r>
        <w:t>443.2751</w:t>
      </w:r>
      <w:r>
        <w:tab/>
        <w:t>1.292e1</w:t>
      </w:r>
    </w:p>
    <w:p w:rsidR="007B2329" w:rsidRDefault="007B2329" w:rsidP="007B2329">
      <w:r>
        <w:t>443.3023</w:t>
      </w:r>
      <w:r>
        <w:tab/>
        <w:t>1.030e1</w:t>
      </w:r>
    </w:p>
    <w:p w:rsidR="007B2329" w:rsidRDefault="007B2329" w:rsidP="007B2329">
      <w:r>
        <w:t>443.3080</w:t>
      </w:r>
      <w:r>
        <w:tab/>
        <w:t>1.239e1</w:t>
      </w:r>
    </w:p>
    <w:p w:rsidR="007B2329" w:rsidRDefault="007B2329" w:rsidP="007B2329">
      <w:r>
        <w:t>443.3293</w:t>
      </w:r>
      <w:r>
        <w:tab/>
        <w:t>3.911e0</w:t>
      </w:r>
    </w:p>
    <w:p w:rsidR="007B2329" w:rsidRDefault="007B2329" w:rsidP="007B2329">
      <w:r>
        <w:t>443.3310</w:t>
      </w:r>
      <w:r>
        <w:tab/>
        <w:t>4.971e0</w:t>
      </w:r>
    </w:p>
    <w:p w:rsidR="007B2329" w:rsidRDefault="007B2329" w:rsidP="007B2329">
      <w:r>
        <w:t>443.3383</w:t>
      </w:r>
      <w:r>
        <w:tab/>
        <w:t>5.076e0</w:t>
      </w:r>
    </w:p>
    <w:p w:rsidR="007B2329" w:rsidRDefault="007B2329" w:rsidP="007B2329">
      <w:r>
        <w:lastRenderedPageBreak/>
        <w:t>443.3416</w:t>
      </w:r>
      <w:r>
        <w:tab/>
        <w:t>8.936e0</w:t>
      </w:r>
    </w:p>
    <w:p w:rsidR="007B2329" w:rsidRDefault="007B2329" w:rsidP="007B2329">
      <w:r>
        <w:t>443.3434</w:t>
      </w:r>
      <w:r>
        <w:tab/>
        <w:t>3.038e0</w:t>
      </w:r>
    </w:p>
    <w:p w:rsidR="007B2329" w:rsidRDefault="007B2329" w:rsidP="007B2329">
      <w:r>
        <w:t>443.3483</w:t>
      </w:r>
      <w:r>
        <w:tab/>
        <w:t>4.453e0</w:t>
      </w:r>
    </w:p>
    <w:p w:rsidR="007B2329" w:rsidRDefault="007B2329" w:rsidP="007B2329">
      <w:r>
        <w:t>443.3543</w:t>
      </w:r>
      <w:r>
        <w:tab/>
        <w:t>3.038e0</w:t>
      </w:r>
    </w:p>
    <w:p w:rsidR="007B2329" w:rsidRDefault="007B2329" w:rsidP="007B2329">
      <w:r>
        <w:t>443.3751</w:t>
      </w:r>
      <w:r>
        <w:tab/>
        <w:t>3.038e0</w:t>
      </w:r>
    </w:p>
    <w:p w:rsidR="007B2329" w:rsidRDefault="007B2329" w:rsidP="007B2329">
      <w:r>
        <w:t>443.3849</w:t>
      </w:r>
      <w:r>
        <w:tab/>
        <w:t>6.185e0</w:t>
      </w:r>
    </w:p>
    <w:p w:rsidR="007B2329" w:rsidRDefault="007B2329" w:rsidP="007B2329">
      <w:r>
        <w:t>443.4093</w:t>
      </w:r>
      <w:r>
        <w:tab/>
        <w:t>2.025e0</w:t>
      </w:r>
    </w:p>
    <w:p w:rsidR="007B2329" w:rsidRDefault="007B2329" w:rsidP="007B2329">
      <w:r>
        <w:t>443.4204</w:t>
      </w:r>
      <w:r>
        <w:tab/>
        <w:t>1.013e0</w:t>
      </w:r>
    </w:p>
    <w:p w:rsidR="007B2329" w:rsidRDefault="007B2329" w:rsidP="007B2329">
      <w:r>
        <w:t>443.4343</w:t>
      </w:r>
      <w:r>
        <w:tab/>
        <w:t>3.038e0</w:t>
      </w:r>
    </w:p>
    <w:p w:rsidR="007B2329" w:rsidRDefault="007B2329" w:rsidP="007B2329">
      <w:r>
        <w:t>443.4369</w:t>
      </w:r>
      <w:r>
        <w:tab/>
        <w:t>1.013e0</w:t>
      </w:r>
    </w:p>
    <w:p w:rsidR="007B2329" w:rsidRDefault="007B2329" w:rsidP="007B2329">
      <w:r>
        <w:t>443.4437</w:t>
      </w:r>
      <w:r>
        <w:tab/>
        <w:t>1.013e0</w:t>
      </w:r>
    </w:p>
    <w:p w:rsidR="007B2329" w:rsidRDefault="007B2329" w:rsidP="007B2329">
      <w:r>
        <w:t>443.4669</w:t>
      </w:r>
      <w:r>
        <w:tab/>
        <w:t>1.013e0</w:t>
      </w:r>
    </w:p>
    <w:p w:rsidR="007B2329" w:rsidRDefault="007B2329" w:rsidP="007B2329">
      <w:r>
        <w:t>443.4727</w:t>
      </w:r>
      <w:r>
        <w:tab/>
        <w:t>1.013e0</w:t>
      </w:r>
    </w:p>
    <w:p w:rsidR="007B2329" w:rsidRDefault="007B2329" w:rsidP="007B2329">
      <w:r>
        <w:t>443.4778</w:t>
      </w:r>
      <w:r>
        <w:tab/>
        <w:t>3.038e0</w:t>
      </w:r>
    </w:p>
    <w:p w:rsidR="007B2329" w:rsidRDefault="007B2329" w:rsidP="007B2329">
      <w:r>
        <w:t>443.4969</w:t>
      </w:r>
      <w:r>
        <w:tab/>
        <w:t>2.025e0</w:t>
      </w:r>
    </w:p>
    <w:p w:rsidR="007B2329" w:rsidRDefault="007B2329" w:rsidP="007B2329">
      <w:r>
        <w:t>443.5083</w:t>
      </w:r>
      <w:r>
        <w:tab/>
        <w:t>3.038e0</w:t>
      </w:r>
    </w:p>
    <w:p w:rsidR="007B2329" w:rsidRDefault="007B2329" w:rsidP="007B2329">
      <w:r>
        <w:t>443.5122</w:t>
      </w:r>
      <w:r>
        <w:tab/>
        <w:t>1.013e0</w:t>
      </w:r>
    </w:p>
    <w:p w:rsidR="007B2329" w:rsidRDefault="007B2329" w:rsidP="007B2329">
      <w:r>
        <w:t>443.5519</w:t>
      </w:r>
      <w:r>
        <w:tab/>
        <w:t>1.013e0</w:t>
      </w:r>
    </w:p>
    <w:p w:rsidR="007B2329" w:rsidRDefault="007B2329" w:rsidP="007B2329">
      <w:r>
        <w:t>443.5701</w:t>
      </w:r>
      <w:r>
        <w:tab/>
        <w:t>2.025e0</w:t>
      </w:r>
    </w:p>
    <w:p w:rsidR="007B2329" w:rsidRDefault="007B2329" w:rsidP="007B2329">
      <w:r>
        <w:lastRenderedPageBreak/>
        <w:t>443.5768</w:t>
      </w:r>
      <w:r>
        <w:tab/>
        <w:t>1.013e0</w:t>
      </w:r>
    </w:p>
    <w:p w:rsidR="007B2329" w:rsidRDefault="007B2329" w:rsidP="007B2329">
      <w:r>
        <w:t>443.5948</w:t>
      </w:r>
      <w:r>
        <w:tab/>
        <w:t>1.013e0</w:t>
      </w:r>
    </w:p>
    <w:p w:rsidR="007B2329" w:rsidRDefault="007B2329" w:rsidP="007B2329">
      <w:r>
        <w:t>443.5981</w:t>
      </w:r>
      <w:r>
        <w:tab/>
        <w:t>3.038e0</w:t>
      </w:r>
    </w:p>
    <w:p w:rsidR="007B2329" w:rsidRDefault="007B2329" w:rsidP="007B2329">
      <w:r>
        <w:t>443.6342</w:t>
      </w:r>
      <w:r>
        <w:tab/>
        <w:t>1.013e0</w:t>
      </w:r>
    </w:p>
    <w:p w:rsidR="007B2329" w:rsidRDefault="007B2329" w:rsidP="007B2329">
      <w:r>
        <w:t>443.6458</w:t>
      </w:r>
      <w:r>
        <w:tab/>
        <w:t>1.013e0</w:t>
      </w:r>
    </w:p>
    <w:p w:rsidR="007B2329" w:rsidRDefault="007B2329" w:rsidP="007B2329">
      <w:r>
        <w:t>443.6525</w:t>
      </w:r>
      <w:r>
        <w:tab/>
        <w:t>1.013e0</w:t>
      </w:r>
    </w:p>
    <w:p w:rsidR="007B2329" w:rsidRDefault="007B2329" w:rsidP="007B2329">
      <w:r>
        <w:t>443.7141</w:t>
      </w:r>
      <w:r>
        <w:tab/>
        <w:t>4.051e0</w:t>
      </w:r>
    </w:p>
    <w:p w:rsidR="007B2329" w:rsidRDefault="007B2329" w:rsidP="007B2329">
      <w:r>
        <w:t>443.7167</w:t>
      </w:r>
      <w:r>
        <w:tab/>
        <w:t>1.013e0</w:t>
      </w:r>
    </w:p>
    <w:p w:rsidR="007B2329" w:rsidRDefault="007B2329" w:rsidP="007B2329">
      <w:r>
        <w:t>443.7210</w:t>
      </w:r>
      <w:r>
        <w:tab/>
        <w:t>2.025e0</w:t>
      </w:r>
    </w:p>
    <w:p w:rsidR="007B2329" w:rsidRDefault="007B2329" w:rsidP="007B2329">
      <w:r>
        <w:t>443.7336</w:t>
      </w:r>
      <w:r>
        <w:tab/>
        <w:t>2.038e0</w:t>
      </w:r>
    </w:p>
    <w:p w:rsidR="007B2329" w:rsidRDefault="007B2329" w:rsidP="007B2329">
      <w:r>
        <w:t>443.7468</w:t>
      </w:r>
      <w:r>
        <w:tab/>
        <w:t>4.051e0</w:t>
      </w:r>
    </w:p>
    <w:p w:rsidR="007B2329" w:rsidRDefault="007B2329" w:rsidP="007B2329">
      <w:r>
        <w:t>443.7527</w:t>
      </w:r>
      <w:r>
        <w:tab/>
        <w:t>1.013e0</w:t>
      </w:r>
    </w:p>
    <w:p w:rsidR="007B2329" w:rsidRDefault="007B2329" w:rsidP="007B2329">
      <w:r>
        <w:t>443.7742</w:t>
      </w:r>
      <w:r>
        <w:tab/>
        <w:t>1.013e0</w:t>
      </w:r>
    </w:p>
    <w:p w:rsidR="007B2329" w:rsidRDefault="007B2329" w:rsidP="007B2329">
      <w:r>
        <w:t>443.7939</w:t>
      </w:r>
      <w:r>
        <w:tab/>
        <w:t>2.025e0</w:t>
      </w:r>
    </w:p>
    <w:p w:rsidR="007B2329" w:rsidRDefault="007B2329" w:rsidP="007B2329">
      <w:r>
        <w:t>443.8014</w:t>
      </w:r>
      <w:r>
        <w:tab/>
        <w:t>1.013e0</w:t>
      </w:r>
    </w:p>
    <w:p w:rsidR="007B2329" w:rsidRDefault="007B2329" w:rsidP="007B2329">
      <w:r>
        <w:t>443.8090</w:t>
      </w:r>
      <w:r>
        <w:tab/>
        <w:t>1.013e0</w:t>
      </w:r>
    </w:p>
    <w:p w:rsidR="007B2329" w:rsidRDefault="007B2329" w:rsidP="007B2329">
      <w:r>
        <w:t>443.8158</w:t>
      </w:r>
      <w:r>
        <w:tab/>
        <w:t>2.025e0</w:t>
      </w:r>
    </w:p>
    <w:p w:rsidR="007B2329" w:rsidRDefault="007B2329" w:rsidP="007B2329">
      <w:r>
        <w:t>443.8319</w:t>
      </w:r>
      <w:r>
        <w:tab/>
        <w:t>2.025e0</w:t>
      </w:r>
    </w:p>
    <w:p w:rsidR="007B2329" w:rsidRDefault="007B2329" w:rsidP="007B2329">
      <w:r>
        <w:t>443.8336</w:t>
      </w:r>
      <w:r>
        <w:tab/>
        <w:t>3.038e0</w:t>
      </w:r>
    </w:p>
    <w:p w:rsidR="007B2329" w:rsidRDefault="007B2329" w:rsidP="007B2329">
      <w:r>
        <w:lastRenderedPageBreak/>
        <w:t>443.8462</w:t>
      </w:r>
      <w:r>
        <w:tab/>
        <w:t>3.038e0</w:t>
      </w:r>
    </w:p>
    <w:p w:rsidR="007B2329" w:rsidRDefault="007B2329" w:rsidP="007B2329">
      <w:r>
        <w:t>443.8712</w:t>
      </w:r>
      <w:r>
        <w:tab/>
        <w:t>1.013e0</w:t>
      </w:r>
    </w:p>
    <w:p w:rsidR="007B2329" w:rsidRDefault="007B2329" w:rsidP="007B2329">
      <w:r>
        <w:t>443.8774</w:t>
      </w:r>
      <w:r>
        <w:tab/>
        <w:t>2.038e0</w:t>
      </w:r>
    </w:p>
    <w:p w:rsidR="007B2329" w:rsidRDefault="007B2329" w:rsidP="007B2329">
      <w:r>
        <w:t>443.9178</w:t>
      </w:r>
      <w:r>
        <w:tab/>
        <w:t>1.013e0</w:t>
      </w:r>
    </w:p>
    <w:p w:rsidR="007B2329" w:rsidRDefault="007B2329" w:rsidP="007B2329">
      <w:r>
        <w:t>443.9254</w:t>
      </w:r>
      <w:r>
        <w:tab/>
        <w:t>3.038e0</w:t>
      </w:r>
    </w:p>
    <w:p w:rsidR="007B2329" w:rsidRDefault="007B2329" w:rsidP="007B2329">
      <w:r>
        <w:t>443.9323</w:t>
      </w:r>
      <w:r>
        <w:tab/>
        <w:t>1.013e0</w:t>
      </w:r>
    </w:p>
    <w:p w:rsidR="007B2329" w:rsidRDefault="007B2329" w:rsidP="007B2329">
      <w:r>
        <w:t>443.9359</w:t>
      </w:r>
      <w:r>
        <w:tab/>
        <w:t>1.266e-2</w:t>
      </w:r>
    </w:p>
    <w:p w:rsidR="007B2329" w:rsidRDefault="007B2329" w:rsidP="007B2329">
      <w:r>
        <w:t>443.9411</w:t>
      </w:r>
      <w:r>
        <w:tab/>
        <w:t>2.025e0</w:t>
      </w:r>
    </w:p>
    <w:p w:rsidR="007B2329" w:rsidRDefault="007B2329" w:rsidP="007B2329">
      <w:r>
        <w:t>443.9628</w:t>
      </w:r>
      <w:r>
        <w:tab/>
        <w:t>2.025e0</w:t>
      </w:r>
    </w:p>
    <w:p w:rsidR="007B2329" w:rsidRDefault="007B2329" w:rsidP="007B2329">
      <w:r>
        <w:t>443.9661</w:t>
      </w:r>
      <w:r>
        <w:tab/>
        <w:t>2.025e0</w:t>
      </w:r>
    </w:p>
    <w:p w:rsidR="007B2329" w:rsidRDefault="007B2329" w:rsidP="007B2329">
      <w:r>
        <w:t>443.9719</w:t>
      </w:r>
      <w:r>
        <w:tab/>
        <w:t>3.038e0</w:t>
      </w:r>
    </w:p>
    <w:p w:rsidR="007B2329" w:rsidRDefault="007B2329" w:rsidP="007B2329">
      <w:r>
        <w:t>443.9879</w:t>
      </w:r>
      <w:r>
        <w:tab/>
        <w:t>2.025e0</w:t>
      </w:r>
    </w:p>
    <w:p w:rsidR="007B2329" w:rsidRDefault="007B2329" w:rsidP="007B2329">
      <w:r>
        <w:t>444.0148</w:t>
      </w:r>
      <w:r>
        <w:tab/>
        <w:t>2.025e0</w:t>
      </w:r>
    </w:p>
    <w:p w:rsidR="007B2329" w:rsidRDefault="007B2329" w:rsidP="007B2329">
      <w:r>
        <w:t>444.0233</w:t>
      </w:r>
      <w:r>
        <w:tab/>
        <w:t>2.025e0</w:t>
      </w:r>
    </w:p>
    <w:p w:rsidR="007B2329" w:rsidRDefault="007B2329" w:rsidP="007B2329">
      <w:r>
        <w:t>444.0363</w:t>
      </w:r>
      <w:r>
        <w:tab/>
        <w:t>2.025e0</w:t>
      </w:r>
    </w:p>
    <w:p w:rsidR="007B2329" w:rsidRDefault="007B2329" w:rsidP="007B2329">
      <w:r>
        <w:t>444.0656</w:t>
      </w:r>
      <w:r>
        <w:tab/>
        <w:t>1.013e0</w:t>
      </w:r>
    </w:p>
    <w:p w:rsidR="007B2329" w:rsidRDefault="007B2329" w:rsidP="007B2329">
      <w:r>
        <w:t>444.0759</w:t>
      </w:r>
      <w:r>
        <w:tab/>
        <w:t>1.013e0</w:t>
      </w:r>
    </w:p>
    <w:p w:rsidR="007B2329" w:rsidRDefault="007B2329" w:rsidP="007B2329">
      <w:r>
        <w:t>444.0833</w:t>
      </w:r>
      <w:r>
        <w:tab/>
        <w:t>3.038e0</w:t>
      </w:r>
    </w:p>
    <w:p w:rsidR="007B2329" w:rsidRDefault="007B2329" w:rsidP="007B2329">
      <w:r>
        <w:t>444.0890</w:t>
      </w:r>
      <w:r>
        <w:tab/>
        <w:t>1.013e0</w:t>
      </w:r>
    </w:p>
    <w:p w:rsidR="007B2329" w:rsidRDefault="007B2329" w:rsidP="007B2329">
      <w:r>
        <w:lastRenderedPageBreak/>
        <w:t>444.0996</w:t>
      </w:r>
      <w:r>
        <w:tab/>
        <w:t>5.063e0</w:t>
      </w:r>
    </w:p>
    <w:p w:rsidR="007B2329" w:rsidRDefault="007B2329" w:rsidP="007B2329">
      <w:r>
        <w:t>444.1257</w:t>
      </w:r>
      <w:r>
        <w:tab/>
        <w:t>3.573e0</w:t>
      </w:r>
    </w:p>
    <w:p w:rsidR="007B2329" w:rsidRDefault="007B2329" w:rsidP="007B2329">
      <w:r>
        <w:t>444.1299</w:t>
      </w:r>
      <w:r>
        <w:tab/>
        <w:t>1.025e0</w:t>
      </w:r>
    </w:p>
    <w:p w:rsidR="007B2329" w:rsidRDefault="007B2329" w:rsidP="007B2329">
      <w:r>
        <w:t>444.1316</w:t>
      </w:r>
      <w:r>
        <w:tab/>
        <w:t>2.025e0</w:t>
      </w:r>
    </w:p>
    <w:p w:rsidR="007B2329" w:rsidRDefault="007B2329" w:rsidP="007B2329">
      <w:r>
        <w:t>444.1329</w:t>
      </w:r>
      <w:r>
        <w:tab/>
        <w:t>5.063e0</w:t>
      </w:r>
    </w:p>
    <w:p w:rsidR="007B2329" w:rsidRDefault="007B2329" w:rsidP="007B2329">
      <w:r>
        <w:t>444.1512</w:t>
      </w:r>
      <w:r>
        <w:tab/>
        <w:t>3.280e0</w:t>
      </w:r>
    </w:p>
    <w:p w:rsidR="007B2329" w:rsidRDefault="007B2329" w:rsidP="007B2329">
      <w:r>
        <w:t>444.1667</w:t>
      </w:r>
      <w:r>
        <w:tab/>
        <w:t>1.013e0</w:t>
      </w:r>
    </w:p>
    <w:p w:rsidR="007B2329" w:rsidRDefault="007B2329" w:rsidP="007B2329">
      <w:r>
        <w:t>444.1739</w:t>
      </w:r>
      <w:r>
        <w:tab/>
        <w:t>3.038e0</w:t>
      </w:r>
    </w:p>
    <w:p w:rsidR="007B2329" w:rsidRDefault="007B2329" w:rsidP="007B2329">
      <w:r>
        <w:t>444.1892</w:t>
      </w:r>
      <w:r>
        <w:tab/>
        <w:t>1.071e0</w:t>
      </w:r>
    </w:p>
    <w:p w:rsidR="007B2329" w:rsidRDefault="007B2329" w:rsidP="007B2329">
      <w:r>
        <w:t>444.2224</w:t>
      </w:r>
      <w:r>
        <w:tab/>
        <w:t>1.400e0</w:t>
      </w:r>
    </w:p>
    <w:p w:rsidR="007B2329" w:rsidRDefault="007B2329" w:rsidP="007B2329">
      <w:r>
        <w:t>444.2247</w:t>
      </w:r>
      <w:r>
        <w:tab/>
        <w:t>2.025e0</w:t>
      </w:r>
    </w:p>
    <w:p w:rsidR="007B2329" w:rsidRDefault="007B2329" w:rsidP="007B2329">
      <w:r>
        <w:t>444.2265</w:t>
      </w:r>
      <w:r>
        <w:tab/>
        <w:t>1.030e0</w:t>
      </w:r>
    </w:p>
    <w:p w:rsidR="007B2329" w:rsidRDefault="007B2329" w:rsidP="007B2329">
      <w:r>
        <w:t>444.2651</w:t>
      </w:r>
      <w:r>
        <w:tab/>
        <w:t>2.139e0</w:t>
      </w:r>
    </w:p>
    <w:p w:rsidR="007B2329" w:rsidRDefault="007B2329" w:rsidP="007B2329">
      <w:r>
        <w:t>444.2702</w:t>
      </w:r>
      <w:r>
        <w:tab/>
        <w:t>5.887e0</w:t>
      </w:r>
    </w:p>
    <w:p w:rsidR="007B2329" w:rsidRDefault="007B2329" w:rsidP="007B2329">
      <w:r>
        <w:t>444.2946</w:t>
      </w:r>
      <w:r>
        <w:tab/>
        <w:t>4.227e0</w:t>
      </w:r>
    </w:p>
    <w:p w:rsidR="007B2329" w:rsidRDefault="007B2329" w:rsidP="007B2329">
      <w:r>
        <w:t>444.3149</w:t>
      </w:r>
      <w:r>
        <w:tab/>
        <w:t>1.221e0</w:t>
      </w:r>
    </w:p>
    <w:p w:rsidR="007B2329" w:rsidRDefault="007B2329" w:rsidP="007B2329">
      <w:r>
        <w:t>444.3223</w:t>
      </w:r>
      <w:r>
        <w:tab/>
        <w:t>1.013e0</w:t>
      </w:r>
    </w:p>
    <w:p w:rsidR="007B2329" w:rsidRDefault="007B2329" w:rsidP="007B2329">
      <w:r>
        <w:t>444.3272</w:t>
      </w:r>
      <w:r>
        <w:tab/>
        <w:t>2.746e0</w:t>
      </w:r>
    </w:p>
    <w:p w:rsidR="007B2329" w:rsidRDefault="007B2329" w:rsidP="007B2329">
      <w:r>
        <w:t>444.3309</w:t>
      </w:r>
      <w:r>
        <w:tab/>
        <w:t>3.990e0</w:t>
      </w:r>
    </w:p>
    <w:p w:rsidR="007B2329" w:rsidRDefault="007B2329" w:rsidP="007B2329">
      <w:r>
        <w:lastRenderedPageBreak/>
        <w:t>444.3351</w:t>
      </w:r>
      <w:r>
        <w:tab/>
        <w:t>1.063e0</w:t>
      </w:r>
    </w:p>
    <w:p w:rsidR="007B2329" w:rsidRDefault="007B2329" w:rsidP="007B2329">
      <w:r>
        <w:t>444.3457</w:t>
      </w:r>
      <w:r>
        <w:tab/>
        <w:t>6.076e0</w:t>
      </w:r>
    </w:p>
    <w:p w:rsidR="007B2329" w:rsidRDefault="007B2329" w:rsidP="007B2329">
      <w:r>
        <w:t>444.3559</w:t>
      </w:r>
      <w:r>
        <w:tab/>
        <w:t>1.266e-2</w:t>
      </w:r>
    </w:p>
    <w:p w:rsidR="007B2329" w:rsidRDefault="007B2329" w:rsidP="007B2329">
      <w:r>
        <w:t>444.3634</w:t>
      </w:r>
      <w:r>
        <w:tab/>
        <w:t>5.063e0</w:t>
      </w:r>
    </w:p>
    <w:p w:rsidR="007B2329" w:rsidRDefault="007B2329" w:rsidP="007B2329">
      <w:r>
        <w:t>444.3772</w:t>
      </w:r>
      <w:r>
        <w:tab/>
        <w:t>1.013e0</w:t>
      </w:r>
    </w:p>
    <w:p w:rsidR="007B2329" w:rsidRDefault="007B2329" w:rsidP="007B2329">
      <w:r>
        <w:t>444.3820</w:t>
      </w:r>
      <w:r>
        <w:tab/>
        <w:t>3.038e0</w:t>
      </w:r>
    </w:p>
    <w:p w:rsidR="007B2329" w:rsidRDefault="007B2329" w:rsidP="007B2329">
      <w:r>
        <w:t>444.3932</w:t>
      </w:r>
      <w:r>
        <w:tab/>
        <w:t>4.051e0</w:t>
      </w:r>
    </w:p>
    <w:p w:rsidR="007B2329" w:rsidRDefault="007B2329" w:rsidP="007B2329">
      <w:r>
        <w:t>444.4061</w:t>
      </w:r>
      <w:r>
        <w:tab/>
        <w:t>2.025e0</w:t>
      </w:r>
    </w:p>
    <w:p w:rsidR="007B2329" w:rsidRDefault="007B2329" w:rsidP="007B2329">
      <w:r>
        <w:t>444.4351</w:t>
      </w:r>
      <w:r>
        <w:tab/>
        <w:t>2.038e0</w:t>
      </w:r>
    </w:p>
    <w:p w:rsidR="007B2329" w:rsidRDefault="007B2329" w:rsidP="007B2329">
      <w:r>
        <w:t>444.4470</w:t>
      </w:r>
      <w:r>
        <w:tab/>
        <w:t>1.013e0</w:t>
      </w:r>
    </w:p>
    <w:p w:rsidR="007B2329" w:rsidRDefault="007B2329" w:rsidP="007B2329">
      <w:r>
        <w:t>444.4553</w:t>
      </w:r>
      <w:r>
        <w:tab/>
        <w:t>3.038e0</w:t>
      </w:r>
    </w:p>
    <w:p w:rsidR="007B2329" w:rsidRDefault="007B2329" w:rsidP="007B2329">
      <w:r>
        <w:t>444.4564</w:t>
      </w:r>
      <w:r>
        <w:tab/>
        <w:t>1.013e0</w:t>
      </w:r>
    </w:p>
    <w:p w:rsidR="007B2329" w:rsidRDefault="007B2329" w:rsidP="007B2329">
      <w:r>
        <w:t>444.4785</w:t>
      </w:r>
      <w:r>
        <w:tab/>
        <w:t>2.025e0</w:t>
      </w:r>
    </w:p>
    <w:p w:rsidR="007B2329" w:rsidRDefault="007B2329" w:rsidP="007B2329">
      <w:r>
        <w:t>444.4832</w:t>
      </w:r>
      <w:r>
        <w:tab/>
        <w:t>2.532e-2</w:t>
      </w:r>
    </w:p>
    <w:p w:rsidR="007B2329" w:rsidRDefault="007B2329" w:rsidP="007B2329">
      <w:r>
        <w:t>444.4922</w:t>
      </w:r>
      <w:r>
        <w:tab/>
        <w:t>2.025e0</w:t>
      </w:r>
    </w:p>
    <w:p w:rsidR="007B2329" w:rsidRDefault="007B2329" w:rsidP="007B2329">
      <w:r>
        <w:t>444.5016</w:t>
      </w:r>
      <w:r>
        <w:tab/>
        <w:t>1.013e0</w:t>
      </w:r>
    </w:p>
    <w:p w:rsidR="007B2329" w:rsidRDefault="007B2329" w:rsidP="007B2329">
      <w:r>
        <w:t>444.5365</w:t>
      </w:r>
      <w:r>
        <w:tab/>
        <w:t>2.025e0</w:t>
      </w:r>
    </w:p>
    <w:p w:rsidR="007B2329" w:rsidRDefault="007B2329" w:rsidP="007B2329">
      <w:r>
        <w:t>444.5481</w:t>
      </w:r>
      <w:r>
        <w:tab/>
        <w:t>1.013e0</w:t>
      </w:r>
    </w:p>
    <w:p w:rsidR="007B2329" w:rsidRDefault="007B2329" w:rsidP="007B2329">
      <w:r>
        <w:t>444.5567</w:t>
      </w:r>
      <w:r>
        <w:tab/>
        <w:t>1.013e0</w:t>
      </w:r>
    </w:p>
    <w:p w:rsidR="007B2329" w:rsidRDefault="007B2329" w:rsidP="007B2329">
      <w:r>
        <w:lastRenderedPageBreak/>
        <w:t>444.5837</w:t>
      </w:r>
      <w:r>
        <w:tab/>
        <w:t>2.025e0</w:t>
      </w:r>
    </w:p>
    <w:p w:rsidR="007B2329" w:rsidRDefault="007B2329" w:rsidP="007B2329">
      <w:r>
        <w:t>444.5928</w:t>
      </w:r>
      <w:r>
        <w:tab/>
        <w:t>1.013e0</w:t>
      </w:r>
    </w:p>
    <w:p w:rsidR="007B2329" w:rsidRDefault="007B2329" w:rsidP="007B2329">
      <w:r>
        <w:t>444.5963</w:t>
      </w:r>
      <w:r>
        <w:tab/>
        <w:t>1.013e0</w:t>
      </w:r>
    </w:p>
    <w:p w:rsidR="007B2329" w:rsidRDefault="007B2329" w:rsidP="007B2329">
      <w:r>
        <w:t>444.6145</w:t>
      </w:r>
      <w:r>
        <w:tab/>
        <w:t>1.013e0</w:t>
      </w:r>
    </w:p>
    <w:p w:rsidR="007B2329" w:rsidRDefault="007B2329" w:rsidP="007B2329">
      <w:r>
        <w:t>444.6561</w:t>
      </w:r>
      <w:r>
        <w:tab/>
        <w:t>2.025e0</w:t>
      </w:r>
    </w:p>
    <w:p w:rsidR="007B2329" w:rsidRDefault="007B2329" w:rsidP="007B2329">
      <w:r>
        <w:t>444.6650</w:t>
      </w:r>
      <w:r>
        <w:tab/>
        <w:t>1.013e0</w:t>
      </w:r>
    </w:p>
    <w:p w:rsidR="007B2329" w:rsidRDefault="007B2329" w:rsidP="007B2329">
      <w:r>
        <w:t>444.6707</w:t>
      </w:r>
      <w:r>
        <w:tab/>
        <w:t>4.051e0</w:t>
      </w:r>
    </w:p>
    <w:p w:rsidR="007B2329" w:rsidRDefault="007B2329" w:rsidP="007B2329">
      <w:r>
        <w:t>444.6718</w:t>
      </w:r>
      <w:r>
        <w:tab/>
        <w:t>1.013e0</w:t>
      </w:r>
    </w:p>
    <w:p w:rsidR="007B2329" w:rsidRDefault="007B2329" w:rsidP="007B2329">
      <w:r>
        <w:t>444.6804</w:t>
      </w:r>
      <w:r>
        <w:tab/>
        <w:t>7.089e0</w:t>
      </w:r>
    </w:p>
    <w:p w:rsidR="007B2329" w:rsidRDefault="007B2329" w:rsidP="007B2329">
      <w:r>
        <w:t>444.6969</w:t>
      </w:r>
      <w:r>
        <w:tab/>
        <w:t>1.013e0</w:t>
      </w:r>
    </w:p>
    <w:p w:rsidR="007B2329" w:rsidRDefault="007B2329" w:rsidP="007B2329">
      <w:r>
        <w:t>444.7115</w:t>
      </w:r>
      <w:r>
        <w:tab/>
        <w:t>2.025e0</w:t>
      </w:r>
    </w:p>
    <w:p w:rsidR="007B2329" w:rsidRDefault="007B2329" w:rsidP="007B2329">
      <w:r>
        <w:t>444.7127</w:t>
      </w:r>
      <w:r>
        <w:tab/>
        <w:t>1.025e0</w:t>
      </w:r>
    </w:p>
    <w:p w:rsidR="007B2329" w:rsidRDefault="007B2329" w:rsidP="007B2329">
      <w:r>
        <w:t>444.7255</w:t>
      </w:r>
      <w:r>
        <w:tab/>
        <w:t>2.025e0</w:t>
      </w:r>
    </w:p>
    <w:p w:rsidR="007B2329" w:rsidRDefault="007B2329" w:rsidP="007B2329">
      <w:r>
        <w:t>444.7525</w:t>
      </w:r>
      <w:r>
        <w:tab/>
        <w:t>2.722e0</w:t>
      </w:r>
    </w:p>
    <w:p w:rsidR="007B2329" w:rsidRDefault="007B2329" w:rsidP="007B2329">
      <w:r>
        <w:t>444.7571</w:t>
      </w:r>
      <w:r>
        <w:tab/>
        <w:t>1.025e0</w:t>
      </w:r>
    </w:p>
    <w:p w:rsidR="007B2329" w:rsidRDefault="007B2329" w:rsidP="007B2329">
      <w:r>
        <w:t>444.7662</w:t>
      </w:r>
      <w:r>
        <w:tab/>
        <w:t>2.025e0</w:t>
      </w:r>
    </w:p>
    <w:p w:rsidR="007B2329" w:rsidRDefault="007B2329" w:rsidP="007B2329">
      <w:r>
        <w:t>444.7759</w:t>
      </w:r>
      <w:r>
        <w:tab/>
        <w:t>1.013e0</w:t>
      </w:r>
    </w:p>
    <w:p w:rsidR="007B2329" w:rsidRDefault="007B2329" w:rsidP="007B2329">
      <w:r>
        <w:t>444.7896</w:t>
      </w:r>
      <w:r>
        <w:tab/>
        <w:t>1.013e0</w:t>
      </w:r>
    </w:p>
    <w:p w:rsidR="007B2329" w:rsidRDefault="007B2329" w:rsidP="007B2329">
      <w:r>
        <w:t>444.7956</w:t>
      </w:r>
      <w:r>
        <w:tab/>
        <w:t>5.063e0</w:t>
      </w:r>
    </w:p>
    <w:p w:rsidR="007B2329" w:rsidRDefault="007B2329" w:rsidP="007B2329">
      <w:r>
        <w:lastRenderedPageBreak/>
        <w:t>444.8077</w:t>
      </w:r>
      <w:r>
        <w:tab/>
        <w:t>2.025e0</w:t>
      </w:r>
    </w:p>
    <w:p w:rsidR="007B2329" w:rsidRDefault="007B2329" w:rsidP="007B2329">
      <w:r>
        <w:t>444.8120</w:t>
      </w:r>
      <w:r>
        <w:tab/>
        <w:t>1.013e0</w:t>
      </w:r>
    </w:p>
    <w:p w:rsidR="007B2329" w:rsidRDefault="007B2329" w:rsidP="007B2329">
      <w:r>
        <w:t>444.8154</w:t>
      </w:r>
      <w:r>
        <w:tab/>
        <w:t>1.013e0</w:t>
      </w:r>
    </w:p>
    <w:p w:rsidR="007B2329" w:rsidRDefault="007B2329" w:rsidP="007B2329">
      <w:r>
        <w:t>444.8442</w:t>
      </w:r>
      <w:r>
        <w:tab/>
        <w:t>1.013e0</w:t>
      </w:r>
    </w:p>
    <w:p w:rsidR="007B2329" w:rsidRDefault="007B2329" w:rsidP="007B2329">
      <w:r>
        <w:t>444.8612</w:t>
      </w:r>
      <w:r>
        <w:tab/>
        <w:t>4.051e0</w:t>
      </w:r>
    </w:p>
    <w:p w:rsidR="007B2329" w:rsidRDefault="007B2329" w:rsidP="007B2329">
      <w:r>
        <w:t>444.8657</w:t>
      </w:r>
      <w:r>
        <w:tab/>
        <w:t>2.025e0</w:t>
      </w:r>
    </w:p>
    <w:p w:rsidR="007B2329" w:rsidRDefault="007B2329" w:rsidP="007B2329">
      <w:r>
        <w:t>444.8764</w:t>
      </w:r>
      <w:r>
        <w:tab/>
        <w:t>1.013e0</w:t>
      </w:r>
    </w:p>
    <w:p w:rsidR="007B2329" w:rsidRDefault="007B2329" w:rsidP="007B2329">
      <w:r>
        <w:t>444.8831</w:t>
      </w:r>
      <w:r>
        <w:tab/>
        <w:t>1.013e0</w:t>
      </w:r>
    </w:p>
    <w:p w:rsidR="007B2329" w:rsidRDefault="007B2329" w:rsidP="007B2329">
      <w:r>
        <w:t>444.9066</w:t>
      </w:r>
      <w:r>
        <w:tab/>
        <w:t>2.025e0</w:t>
      </w:r>
    </w:p>
    <w:p w:rsidR="007B2329" w:rsidRDefault="007B2329" w:rsidP="007B2329">
      <w:r>
        <w:t>444.9339</w:t>
      </w:r>
      <w:r>
        <w:tab/>
        <w:t>1.013e0</w:t>
      </w:r>
    </w:p>
    <w:p w:rsidR="007B2329" w:rsidRDefault="007B2329" w:rsidP="007B2329">
      <w:r>
        <w:t>444.9364</w:t>
      </w:r>
      <w:r>
        <w:tab/>
        <w:t>4.051e0</w:t>
      </w:r>
    </w:p>
    <w:p w:rsidR="007B2329" w:rsidRDefault="007B2329" w:rsidP="007B2329">
      <w:r>
        <w:t>444.9391</w:t>
      </w:r>
      <w:r>
        <w:tab/>
        <w:t>4.051e0</w:t>
      </w:r>
    </w:p>
    <w:p w:rsidR="007B2329" w:rsidRDefault="007B2329" w:rsidP="007B2329">
      <w:r>
        <w:t>444.9795</w:t>
      </w:r>
      <w:r>
        <w:tab/>
        <w:t>3.038e0</w:t>
      </w:r>
    </w:p>
    <w:p w:rsidR="007B2329" w:rsidRDefault="007B2329" w:rsidP="007B2329">
      <w:r>
        <w:t>444.9950</w:t>
      </w:r>
      <w:r>
        <w:tab/>
        <w:t>1.013e0</w:t>
      </w:r>
    </w:p>
    <w:p w:rsidR="007B2329" w:rsidRDefault="007B2329" w:rsidP="007B2329">
      <w:r>
        <w:t>445.0233</w:t>
      </w:r>
      <w:r>
        <w:tab/>
        <w:t>1.013e0</w:t>
      </w:r>
    </w:p>
    <w:p w:rsidR="007B2329" w:rsidRDefault="007B2329" w:rsidP="007B2329">
      <w:r>
        <w:t>445.0321</w:t>
      </w:r>
      <w:r>
        <w:tab/>
        <w:t>1.025e0</w:t>
      </w:r>
    </w:p>
    <w:p w:rsidR="007B2329" w:rsidRDefault="007B2329" w:rsidP="007B2329">
      <w:r>
        <w:t>445.0464</w:t>
      </w:r>
      <w:r>
        <w:tab/>
        <w:t>4.051e0</w:t>
      </w:r>
    </w:p>
    <w:p w:rsidR="007B2329" w:rsidRDefault="007B2329" w:rsidP="007B2329">
      <w:r>
        <w:t>445.0741</w:t>
      </w:r>
      <w:r>
        <w:tab/>
        <w:t>1.013e0</w:t>
      </w:r>
    </w:p>
    <w:p w:rsidR="007B2329" w:rsidRDefault="007B2329" w:rsidP="007B2329">
      <w:r>
        <w:t>445.0780</w:t>
      </w:r>
      <w:r>
        <w:tab/>
        <w:t>1.013e0</w:t>
      </w:r>
    </w:p>
    <w:p w:rsidR="007B2329" w:rsidRDefault="007B2329" w:rsidP="007B2329">
      <w:r>
        <w:lastRenderedPageBreak/>
        <w:t>445.0857</w:t>
      </w:r>
      <w:r>
        <w:tab/>
        <w:t>1.013e0</w:t>
      </w:r>
    </w:p>
    <w:p w:rsidR="007B2329" w:rsidRDefault="007B2329" w:rsidP="007B2329">
      <w:r>
        <w:t>445.1014</w:t>
      </w:r>
      <w:r>
        <w:tab/>
        <w:t>2.025e0</w:t>
      </w:r>
    </w:p>
    <w:p w:rsidR="007B2329" w:rsidRDefault="007B2329" w:rsidP="007B2329">
      <w:r>
        <w:t>445.1148</w:t>
      </w:r>
      <w:r>
        <w:tab/>
        <w:t>3.444e0</w:t>
      </w:r>
    </w:p>
    <w:p w:rsidR="007B2329" w:rsidRDefault="007B2329" w:rsidP="007B2329">
      <w:r>
        <w:t>445.1224</w:t>
      </w:r>
      <w:r>
        <w:tab/>
        <w:t>2.025e0</w:t>
      </w:r>
    </w:p>
    <w:p w:rsidR="007B2329" w:rsidRDefault="007B2329" w:rsidP="007B2329">
      <w:r>
        <w:t>445.1471</w:t>
      </w:r>
      <w:r>
        <w:tab/>
        <w:t>1.829e0</w:t>
      </w:r>
    </w:p>
    <w:p w:rsidR="007B2329" w:rsidRDefault="007B2329" w:rsidP="007B2329">
      <w:r>
        <w:t>445.1643</w:t>
      </w:r>
      <w:r>
        <w:tab/>
        <w:t>1.228e0</w:t>
      </w:r>
    </w:p>
    <w:p w:rsidR="007B2329" w:rsidRDefault="007B2329" w:rsidP="007B2329">
      <w:r>
        <w:t>445.1731</w:t>
      </w:r>
      <w:r>
        <w:tab/>
        <w:t>2.038e0</w:t>
      </w:r>
    </w:p>
    <w:p w:rsidR="007B2329" w:rsidRDefault="007B2329" w:rsidP="007B2329">
      <w:r>
        <w:t>445.1775</w:t>
      </w:r>
      <w:r>
        <w:tab/>
        <w:t>1.898e0</w:t>
      </w:r>
    </w:p>
    <w:p w:rsidR="007B2329" w:rsidRDefault="007B2329" w:rsidP="007B2329">
      <w:r>
        <w:t>445.1904</w:t>
      </w:r>
      <w:r>
        <w:tab/>
        <w:t>1.094e0</w:t>
      </w:r>
    </w:p>
    <w:p w:rsidR="007B2329" w:rsidRDefault="007B2329" w:rsidP="007B2329">
      <w:r>
        <w:t>445.1945</w:t>
      </w:r>
      <w:r>
        <w:tab/>
        <w:t>2.837e0</w:t>
      </w:r>
    </w:p>
    <w:p w:rsidR="007B2329" w:rsidRDefault="007B2329" w:rsidP="007B2329">
      <w:r>
        <w:t>445.2417</w:t>
      </w:r>
      <w:r>
        <w:tab/>
        <w:t>1.487e0</w:t>
      </w:r>
    </w:p>
    <w:p w:rsidR="007B2329" w:rsidRDefault="007B2329" w:rsidP="007B2329">
      <w:r>
        <w:t>445.2522</w:t>
      </w:r>
      <w:r>
        <w:tab/>
        <w:t>2.030e0</w:t>
      </w:r>
    </w:p>
    <w:p w:rsidR="007B2329" w:rsidRDefault="007B2329" w:rsidP="007B2329">
      <w:r>
        <w:t>445.2610</w:t>
      </w:r>
      <w:r>
        <w:tab/>
        <w:t>5.929e0</w:t>
      </w:r>
    </w:p>
    <w:p w:rsidR="007B2329" w:rsidRDefault="007B2329" w:rsidP="007B2329">
      <w:r>
        <w:t>445.2678</w:t>
      </w:r>
      <w:r>
        <w:tab/>
        <w:t>2.932e0</w:t>
      </w:r>
    </w:p>
    <w:p w:rsidR="007B2329" w:rsidRDefault="007B2329" w:rsidP="007B2329">
      <w:r>
        <w:t>445.2713</w:t>
      </w:r>
      <w:r>
        <w:tab/>
        <w:t>1.000e1</w:t>
      </w:r>
    </w:p>
    <w:p w:rsidR="007B2329" w:rsidRDefault="007B2329" w:rsidP="007B2329">
      <w:r>
        <w:t>445.2942</w:t>
      </w:r>
      <w:r>
        <w:tab/>
        <w:t>6.841e0</w:t>
      </w:r>
    </w:p>
    <w:p w:rsidR="007B2329" w:rsidRDefault="007B2329" w:rsidP="007B2329">
      <w:r>
        <w:t>445.3041</w:t>
      </w:r>
      <w:r>
        <w:tab/>
        <w:t>2.370e0</w:t>
      </w:r>
    </w:p>
    <w:p w:rsidR="007B2329" w:rsidRDefault="007B2329" w:rsidP="007B2329">
      <w:r>
        <w:t>445.3059</w:t>
      </w:r>
      <w:r>
        <w:tab/>
        <w:t>5.387e0</w:t>
      </w:r>
    </w:p>
    <w:p w:rsidR="007B2329" w:rsidRDefault="007B2329" w:rsidP="007B2329">
      <w:r>
        <w:t>445.3136</w:t>
      </w:r>
      <w:r>
        <w:tab/>
        <w:t>1.056e0</w:t>
      </w:r>
    </w:p>
    <w:p w:rsidR="007B2329" w:rsidRDefault="007B2329" w:rsidP="007B2329">
      <w:r>
        <w:lastRenderedPageBreak/>
        <w:t>445.3236</w:t>
      </w:r>
      <w:r>
        <w:tab/>
        <w:t>1.417e0</w:t>
      </w:r>
    </w:p>
    <w:p w:rsidR="007B2329" w:rsidRDefault="007B2329" w:rsidP="007B2329">
      <w:r>
        <w:t>445.3354</w:t>
      </w:r>
      <w:r>
        <w:tab/>
        <w:t>3.038e0</w:t>
      </w:r>
    </w:p>
    <w:p w:rsidR="007B2329" w:rsidRDefault="007B2329" w:rsidP="007B2329">
      <w:r>
        <w:t>445.3389</w:t>
      </w:r>
      <w:r>
        <w:tab/>
        <w:t>1.497e0</w:t>
      </w:r>
    </w:p>
    <w:p w:rsidR="007B2329" w:rsidRDefault="007B2329" w:rsidP="007B2329">
      <w:r>
        <w:t>445.3527</w:t>
      </w:r>
      <w:r>
        <w:tab/>
        <w:t>4.051e0</w:t>
      </w:r>
    </w:p>
    <w:p w:rsidR="007B2329" w:rsidRDefault="007B2329" w:rsidP="007B2329">
      <w:r>
        <w:t>445.3664</w:t>
      </w:r>
      <w:r>
        <w:tab/>
        <w:t>1.013e0</w:t>
      </w:r>
    </w:p>
    <w:p w:rsidR="007B2329" w:rsidRDefault="007B2329" w:rsidP="007B2329">
      <w:r>
        <w:t>445.3755</w:t>
      </w:r>
      <w:r>
        <w:tab/>
        <w:t>1.266e-2</w:t>
      </w:r>
    </w:p>
    <w:p w:rsidR="007B2329" w:rsidRDefault="007B2329" w:rsidP="007B2329">
      <w:r>
        <w:t>445.3832</w:t>
      </w:r>
      <w:r>
        <w:tab/>
        <w:t>3.038e0</w:t>
      </w:r>
    </w:p>
    <w:p w:rsidR="007B2329" w:rsidRDefault="007B2329" w:rsidP="007B2329">
      <w:r>
        <w:t>445.3937</w:t>
      </w:r>
      <w:r>
        <w:tab/>
        <w:t>5.063e0</w:t>
      </w:r>
    </w:p>
    <w:p w:rsidR="007B2329" w:rsidRDefault="007B2329" w:rsidP="007B2329">
      <w:r>
        <w:t>445.3977</w:t>
      </w:r>
      <w:r>
        <w:tab/>
        <w:t>1.013e0</w:t>
      </w:r>
    </w:p>
    <w:p w:rsidR="007B2329" w:rsidRDefault="007B2329" w:rsidP="007B2329">
      <w:r>
        <w:t>445.4020</w:t>
      </w:r>
      <w:r>
        <w:tab/>
        <w:t>4.051e0</w:t>
      </w:r>
    </w:p>
    <w:p w:rsidR="007B2329" w:rsidRDefault="007B2329" w:rsidP="007B2329">
      <w:r>
        <w:t>445.4252</w:t>
      </w:r>
      <w:r>
        <w:tab/>
        <w:t>5.063e0</w:t>
      </w:r>
    </w:p>
    <w:p w:rsidR="007B2329" w:rsidRDefault="007B2329" w:rsidP="007B2329">
      <w:r>
        <w:t>445.4274</w:t>
      </w:r>
      <w:r>
        <w:tab/>
        <w:t>3.038e0</w:t>
      </w:r>
    </w:p>
    <w:p w:rsidR="007B2329" w:rsidRDefault="007B2329" w:rsidP="007B2329">
      <w:r>
        <w:t>445.4357</w:t>
      </w:r>
      <w:r>
        <w:tab/>
        <w:t>2.025e0</w:t>
      </w:r>
    </w:p>
    <w:p w:rsidR="007B2329" w:rsidRDefault="007B2329" w:rsidP="007B2329">
      <w:r>
        <w:t>445.4420</w:t>
      </w:r>
      <w:r>
        <w:tab/>
        <w:t>2.025e0</w:t>
      </w:r>
    </w:p>
    <w:p w:rsidR="007B2329" w:rsidRDefault="007B2329" w:rsidP="007B2329">
      <w:r>
        <w:t>445.4445</w:t>
      </w:r>
      <w:r>
        <w:tab/>
        <w:t>1.013e0</w:t>
      </w:r>
    </w:p>
    <w:p w:rsidR="007B2329" w:rsidRDefault="007B2329" w:rsidP="007B2329">
      <w:r>
        <w:t>445.4725</w:t>
      </w:r>
      <w:r>
        <w:tab/>
        <w:t>1.013e0</w:t>
      </w:r>
    </w:p>
    <w:p w:rsidR="007B2329" w:rsidRDefault="007B2329" w:rsidP="007B2329">
      <w:r>
        <w:t>445.4906</w:t>
      </w:r>
      <w:r>
        <w:tab/>
        <w:t>1.013e0</w:t>
      </w:r>
    </w:p>
    <w:p w:rsidR="007B2329" w:rsidRDefault="007B2329" w:rsidP="007B2329">
      <w:r>
        <w:t>445.5030</w:t>
      </w:r>
      <w:r>
        <w:tab/>
        <w:t>2.025e0</w:t>
      </w:r>
    </w:p>
    <w:p w:rsidR="007B2329" w:rsidRDefault="007B2329" w:rsidP="007B2329">
      <w:r>
        <w:t>445.5060</w:t>
      </w:r>
      <w:r>
        <w:tab/>
        <w:t>2.532e-2</w:t>
      </w:r>
    </w:p>
    <w:p w:rsidR="007B2329" w:rsidRDefault="007B2329" w:rsidP="007B2329">
      <w:r>
        <w:lastRenderedPageBreak/>
        <w:t>445.5119</w:t>
      </w:r>
      <w:r>
        <w:tab/>
        <w:t>1.013e0</w:t>
      </w:r>
    </w:p>
    <w:p w:rsidR="007B2329" w:rsidRDefault="007B2329" w:rsidP="007B2329">
      <w:r>
        <w:t>445.5303</w:t>
      </w:r>
      <w:r>
        <w:tab/>
        <w:t>2.025e0</w:t>
      </w:r>
    </w:p>
    <w:p w:rsidR="007B2329" w:rsidRDefault="007B2329" w:rsidP="007B2329">
      <w:r>
        <w:t>445.5460</w:t>
      </w:r>
      <w:r>
        <w:tab/>
        <w:t>1.013e0</w:t>
      </w:r>
    </w:p>
    <w:p w:rsidR="007B2329" w:rsidRDefault="007B2329" w:rsidP="007B2329">
      <w:r>
        <w:t>445.5740</w:t>
      </w:r>
      <w:r>
        <w:tab/>
        <w:t>4.051e0</w:t>
      </w:r>
    </w:p>
    <w:p w:rsidR="007B2329" w:rsidRDefault="007B2329" w:rsidP="007B2329">
      <w:r>
        <w:t>445.5911</w:t>
      </w:r>
      <w:r>
        <w:tab/>
        <w:t>3.038e0</w:t>
      </w:r>
    </w:p>
    <w:p w:rsidR="007B2329" w:rsidRDefault="007B2329" w:rsidP="007B2329">
      <w:r>
        <w:t>445.6006</w:t>
      </w:r>
      <w:r>
        <w:tab/>
        <w:t>1.013e0</w:t>
      </w:r>
    </w:p>
    <w:p w:rsidR="007B2329" w:rsidRDefault="007B2329" w:rsidP="007B2329">
      <w:r>
        <w:t>445.6083</w:t>
      </w:r>
      <w:r>
        <w:tab/>
        <w:t>1.013e0</w:t>
      </w:r>
    </w:p>
    <w:p w:rsidR="007B2329" w:rsidRDefault="007B2329" w:rsidP="007B2329">
      <w:r>
        <w:t>445.6306</w:t>
      </w:r>
      <w:r>
        <w:tab/>
        <w:t>1.013e0</w:t>
      </w:r>
    </w:p>
    <w:p w:rsidR="007B2329" w:rsidRDefault="007B2329" w:rsidP="007B2329">
      <w:r>
        <w:t>445.6702</w:t>
      </w:r>
      <w:r>
        <w:tab/>
        <w:t>1.013e0</w:t>
      </w:r>
    </w:p>
    <w:p w:rsidR="007B2329" w:rsidRDefault="007B2329" w:rsidP="007B2329">
      <w:r>
        <w:t>445.6728</w:t>
      </w:r>
      <w:r>
        <w:tab/>
        <w:t>2.025e0</w:t>
      </w:r>
    </w:p>
    <w:p w:rsidR="007B2329" w:rsidRDefault="007B2329" w:rsidP="007B2329">
      <w:r>
        <w:t>445.6841</w:t>
      </w:r>
      <w:r>
        <w:tab/>
        <w:t>3.038e0</w:t>
      </w:r>
    </w:p>
    <w:p w:rsidR="007B2329" w:rsidRDefault="007B2329" w:rsidP="007B2329">
      <w:r>
        <w:t>445.7021</w:t>
      </w:r>
      <w:r>
        <w:tab/>
        <w:t>2.025e0</w:t>
      </w:r>
    </w:p>
    <w:p w:rsidR="007B2329" w:rsidRDefault="007B2329" w:rsidP="007B2329">
      <w:r>
        <w:t>445.7253</w:t>
      </w:r>
      <w:r>
        <w:tab/>
        <w:t>1.013e0</w:t>
      </w:r>
    </w:p>
    <w:p w:rsidR="007B2329" w:rsidRDefault="007B2329" w:rsidP="007B2329">
      <w:r>
        <w:t>445.7555</w:t>
      </w:r>
      <w:r>
        <w:tab/>
        <w:t>1.025e0</w:t>
      </w:r>
    </w:p>
    <w:p w:rsidR="007B2329" w:rsidRDefault="007B2329" w:rsidP="007B2329">
      <w:r>
        <w:t>445.7706</w:t>
      </w:r>
      <w:r>
        <w:tab/>
        <w:t>2.025e0</w:t>
      </w:r>
    </w:p>
    <w:p w:rsidR="007B2329" w:rsidRDefault="007B2329" w:rsidP="007B2329">
      <w:r>
        <w:t>445.7763</w:t>
      </w:r>
      <w:r>
        <w:tab/>
        <w:t>1.025e0</w:t>
      </w:r>
    </w:p>
    <w:p w:rsidR="007B2329" w:rsidRDefault="007B2329" w:rsidP="007B2329">
      <w:r>
        <w:t>445.8035</w:t>
      </w:r>
      <w:r>
        <w:tab/>
        <w:t>2.025e0</w:t>
      </w:r>
    </w:p>
    <w:p w:rsidR="007B2329" w:rsidRDefault="007B2329" w:rsidP="007B2329">
      <w:r>
        <w:t>445.8424</w:t>
      </w:r>
      <w:r>
        <w:tab/>
        <w:t>6.076e0</w:t>
      </w:r>
    </w:p>
    <w:p w:rsidR="007B2329" w:rsidRDefault="007B2329" w:rsidP="007B2329">
      <w:r>
        <w:t>445.8510</w:t>
      </w:r>
      <w:r>
        <w:tab/>
        <w:t>3.038e0</w:t>
      </w:r>
    </w:p>
    <w:p w:rsidR="007B2329" w:rsidRDefault="007B2329" w:rsidP="007B2329">
      <w:r>
        <w:lastRenderedPageBreak/>
        <w:t>445.8533</w:t>
      </w:r>
      <w:r>
        <w:tab/>
        <w:t>1.013e0</w:t>
      </w:r>
    </w:p>
    <w:p w:rsidR="007B2329" w:rsidRDefault="007B2329" w:rsidP="007B2329">
      <w:r>
        <w:t>445.8581</w:t>
      </w:r>
      <w:r>
        <w:tab/>
        <w:t>1.013e0</w:t>
      </w:r>
    </w:p>
    <w:p w:rsidR="007B2329" w:rsidRDefault="007B2329" w:rsidP="007B2329">
      <w:r>
        <w:t>445.8622</w:t>
      </w:r>
      <w:r>
        <w:tab/>
        <w:t>2.025e0</w:t>
      </w:r>
    </w:p>
    <w:p w:rsidR="007B2329" w:rsidRDefault="007B2329" w:rsidP="007B2329">
      <w:r>
        <w:t>445.8981</w:t>
      </w:r>
      <w:r>
        <w:tab/>
        <w:t>2.025e0</w:t>
      </w:r>
    </w:p>
    <w:p w:rsidR="007B2329" w:rsidRDefault="007B2329" w:rsidP="007B2329">
      <w:r>
        <w:t>445.9503</w:t>
      </w:r>
      <w:r>
        <w:tab/>
        <w:t>1.013e0</w:t>
      </w:r>
    </w:p>
    <w:p w:rsidR="007B2329" w:rsidRDefault="007B2329" w:rsidP="007B2329">
      <w:r>
        <w:t>445.9597</w:t>
      </w:r>
      <w:r>
        <w:tab/>
        <w:t>2.532e-2</w:t>
      </w:r>
    </w:p>
    <w:p w:rsidR="007B2329" w:rsidRDefault="007B2329" w:rsidP="007B2329">
      <w:r>
        <w:t>445.9881</w:t>
      </w:r>
      <w:r>
        <w:tab/>
        <w:t>2.025e0</w:t>
      </w:r>
    </w:p>
    <w:p w:rsidR="007B2329" w:rsidRDefault="007B2329" w:rsidP="007B2329">
      <w:r>
        <w:t>445.9953</w:t>
      </w:r>
      <w:r>
        <w:tab/>
        <w:t>2.025e0</w:t>
      </w:r>
    </w:p>
    <w:p w:rsidR="007B2329" w:rsidRDefault="007B2329" w:rsidP="007B2329">
      <w:r>
        <w:t>445.9989</w:t>
      </w:r>
      <w:r>
        <w:tab/>
        <w:t>2.025e0</w:t>
      </w:r>
    </w:p>
    <w:p w:rsidR="007B2329" w:rsidRDefault="007B2329" w:rsidP="007B2329">
      <w:r>
        <w:t>446.0111</w:t>
      </w:r>
      <w:r>
        <w:tab/>
        <w:t>1.013e0</w:t>
      </w:r>
    </w:p>
    <w:p w:rsidR="007B2329" w:rsidRDefault="007B2329" w:rsidP="007B2329">
      <w:r>
        <w:t>446.0222</w:t>
      </w:r>
      <w:r>
        <w:tab/>
        <w:t>1.013e0</w:t>
      </w:r>
    </w:p>
    <w:p w:rsidR="007B2329" w:rsidRDefault="007B2329" w:rsidP="007B2329">
      <w:r>
        <w:t>446.0379</w:t>
      </w:r>
      <w:r>
        <w:tab/>
        <w:t>1.013e0</w:t>
      </w:r>
    </w:p>
    <w:p w:rsidR="007B2329" w:rsidRDefault="007B2329" w:rsidP="007B2329">
      <w:r>
        <w:t>446.0455</w:t>
      </w:r>
      <w:r>
        <w:tab/>
        <w:t>1.013e0</w:t>
      </w:r>
    </w:p>
    <w:p w:rsidR="007B2329" w:rsidRDefault="007B2329" w:rsidP="007B2329">
      <w:r>
        <w:t>446.0729</w:t>
      </w:r>
      <w:r>
        <w:tab/>
        <w:t>3.038e0</w:t>
      </w:r>
    </w:p>
    <w:p w:rsidR="007B2329" w:rsidRDefault="007B2329" w:rsidP="007B2329">
      <w:r>
        <w:t>446.0847</w:t>
      </w:r>
      <w:r>
        <w:tab/>
        <w:t>1.013e0</w:t>
      </w:r>
    </w:p>
    <w:p w:rsidR="007B2329" w:rsidRDefault="007B2329" w:rsidP="007B2329">
      <w:r>
        <w:t>446.0867</w:t>
      </w:r>
      <w:r>
        <w:tab/>
        <w:t>1.900e0</w:t>
      </w:r>
    </w:p>
    <w:p w:rsidR="007B2329" w:rsidRDefault="007B2329" w:rsidP="007B2329">
      <w:r>
        <w:t>446.1053</w:t>
      </w:r>
      <w:r>
        <w:tab/>
        <w:t>2.025e0</w:t>
      </w:r>
    </w:p>
    <w:p w:rsidR="007B2329" w:rsidRDefault="007B2329" w:rsidP="007B2329">
      <w:r>
        <w:t>446.1081</w:t>
      </w:r>
      <w:r>
        <w:tab/>
        <w:t>1.013e0</w:t>
      </w:r>
    </w:p>
    <w:p w:rsidR="007B2329" w:rsidRDefault="007B2329" w:rsidP="007B2329">
      <w:r>
        <w:t>446.1140</w:t>
      </w:r>
      <w:r>
        <w:tab/>
        <w:t>3.038e0</w:t>
      </w:r>
    </w:p>
    <w:p w:rsidR="007B2329" w:rsidRDefault="007B2329" w:rsidP="007B2329">
      <w:r>
        <w:lastRenderedPageBreak/>
        <w:t>446.1236</w:t>
      </w:r>
      <w:r>
        <w:tab/>
        <w:t>1.013e0</w:t>
      </w:r>
    </w:p>
    <w:p w:rsidR="007B2329" w:rsidRDefault="007B2329" w:rsidP="007B2329">
      <w:r>
        <w:t>446.1299</w:t>
      </w:r>
      <w:r>
        <w:tab/>
        <w:t>1.013e0</w:t>
      </w:r>
    </w:p>
    <w:p w:rsidR="007B2329" w:rsidRDefault="007B2329" w:rsidP="007B2329">
      <w:r>
        <w:t>446.1393</w:t>
      </w:r>
      <w:r>
        <w:tab/>
        <w:t>1.013e0</w:t>
      </w:r>
    </w:p>
    <w:p w:rsidR="007B2329" w:rsidRDefault="007B2329" w:rsidP="007B2329">
      <w:r>
        <w:t>446.1729</w:t>
      </w:r>
      <w:r>
        <w:tab/>
        <w:t>1.013e0</w:t>
      </w:r>
    </w:p>
    <w:p w:rsidR="007B2329" w:rsidRDefault="007B2329" w:rsidP="007B2329">
      <w:r>
        <w:t>446.1786</w:t>
      </w:r>
      <w:r>
        <w:tab/>
        <w:t>1.013e0</w:t>
      </w:r>
    </w:p>
    <w:p w:rsidR="007B2329" w:rsidRDefault="007B2329" w:rsidP="007B2329">
      <w:r>
        <w:t>446.1885</w:t>
      </w:r>
      <w:r>
        <w:tab/>
        <w:t>5.535e0</w:t>
      </w:r>
    </w:p>
    <w:p w:rsidR="007B2329" w:rsidRDefault="007B2329" w:rsidP="007B2329">
      <w:r>
        <w:t>446.1932</w:t>
      </w:r>
      <w:r>
        <w:tab/>
        <w:t>1.134e0</w:t>
      </w:r>
    </w:p>
    <w:p w:rsidR="007B2329" w:rsidRDefault="007B2329" w:rsidP="007B2329">
      <w:r>
        <w:t>446.1980</w:t>
      </w:r>
      <w:r>
        <w:tab/>
        <w:t>2.564e0</w:t>
      </w:r>
    </w:p>
    <w:p w:rsidR="007B2329" w:rsidRDefault="007B2329" w:rsidP="007B2329">
      <w:r>
        <w:t>446.2332</w:t>
      </w:r>
      <w:r>
        <w:tab/>
        <w:t>7.133e0</w:t>
      </w:r>
    </w:p>
    <w:p w:rsidR="007B2329" w:rsidRDefault="007B2329" w:rsidP="007B2329">
      <w:r>
        <w:t>446.2421</w:t>
      </w:r>
      <w:r>
        <w:tab/>
        <w:t>1.097e1</w:t>
      </w:r>
    </w:p>
    <w:p w:rsidR="007B2329" w:rsidRDefault="007B2329" w:rsidP="007B2329">
      <w:r>
        <w:t>446.2480</w:t>
      </w:r>
      <w:r>
        <w:tab/>
        <w:t>8.538e0</w:t>
      </w:r>
    </w:p>
    <w:p w:rsidR="007B2329" w:rsidRDefault="007B2329" w:rsidP="007B2329">
      <w:r>
        <w:t>446.2553</w:t>
      </w:r>
      <w:r>
        <w:tab/>
        <w:t>4.127e0</w:t>
      </w:r>
    </w:p>
    <w:p w:rsidR="007B2329" w:rsidRDefault="007B2329" w:rsidP="007B2329">
      <w:r>
        <w:t>446.2678</w:t>
      </w:r>
      <w:r>
        <w:tab/>
        <w:t>6.319e0</w:t>
      </w:r>
    </w:p>
    <w:p w:rsidR="007B2329" w:rsidRDefault="007B2329" w:rsidP="007B2329">
      <w:r>
        <w:t>446.2743</w:t>
      </w:r>
      <w:r>
        <w:tab/>
        <w:t>1.193e0</w:t>
      </w:r>
    </w:p>
    <w:p w:rsidR="007B2329" w:rsidRDefault="007B2329" w:rsidP="007B2329">
      <w:r>
        <w:t>446.3243</w:t>
      </w:r>
      <w:r>
        <w:tab/>
        <w:t>2.112e0</w:t>
      </w:r>
    </w:p>
    <w:p w:rsidR="007B2329" w:rsidRDefault="007B2329" w:rsidP="007B2329">
      <w:r>
        <w:t>446.3269</w:t>
      </w:r>
      <w:r>
        <w:tab/>
        <w:t>1.013e0</w:t>
      </w:r>
    </w:p>
    <w:p w:rsidR="007B2329" w:rsidRDefault="007B2329" w:rsidP="007B2329">
      <w:r>
        <w:t>446.3351</w:t>
      </w:r>
      <w:r>
        <w:tab/>
        <w:t>2.547e0</w:t>
      </w:r>
    </w:p>
    <w:p w:rsidR="007B2329" w:rsidRDefault="007B2329" w:rsidP="007B2329">
      <w:r>
        <w:t>446.3415</w:t>
      </w:r>
      <w:r>
        <w:tab/>
        <w:t>5.063e0</w:t>
      </w:r>
    </w:p>
    <w:p w:rsidR="007B2329" w:rsidRDefault="007B2329" w:rsidP="007B2329">
      <w:r>
        <w:t>446.3738</w:t>
      </w:r>
      <w:r>
        <w:tab/>
        <w:t>1.013e0</w:t>
      </w:r>
    </w:p>
    <w:p w:rsidR="007B2329" w:rsidRDefault="007B2329" w:rsidP="007B2329">
      <w:r>
        <w:lastRenderedPageBreak/>
        <w:t>446.3859</w:t>
      </w:r>
      <w:r>
        <w:tab/>
        <w:t>3.038e0</w:t>
      </w:r>
    </w:p>
    <w:p w:rsidR="007B2329" w:rsidRDefault="007B2329" w:rsidP="007B2329">
      <w:r>
        <w:t>446.3910</w:t>
      </w:r>
      <w:r>
        <w:tab/>
        <w:t>1.025e0</w:t>
      </w:r>
    </w:p>
    <w:p w:rsidR="007B2329" w:rsidRDefault="007B2329" w:rsidP="007B2329">
      <w:r>
        <w:t>446.4034</w:t>
      </w:r>
      <w:r>
        <w:tab/>
        <w:t>3.038e0</w:t>
      </w:r>
    </w:p>
    <w:p w:rsidR="007B2329" w:rsidRDefault="007B2329" w:rsidP="007B2329">
      <w:r>
        <w:t>446.4051</w:t>
      </w:r>
      <w:r>
        <w:tab/>
        <w:t>2.025e0</w:t>
      </w:r>
    </w:p>
    <w:p w:rsidR="007B2329" w:rsidRDefault="007B2329" w:rsidP="007B2329">
      <w:r>
        <w:t>446.4099</w:t>
      </w:r>
      <w:r>
        <w:tab/>
        <w:t>1.013e0</w:t>
      </w:r>
    </w:p>
    <w:p w:rsidR="007B2329" w:rsidRDefault="007B2329" w:rsidP="007B2329">
      <w:r>
        <w:t>446.4260</w:t>
      </w:r>
      <w:r>
        <w:tab/>
        <w:t>3.038e0</w:t>
      </w:r>
    </w:p>
    <w:p w:rsidR="007B2329" w:rsidRDefault="007B2329" w:rsidP="007B2329">
      <w:r>
        <w:t>446.4389</w:t>
      </w:r>
      <w:r>
        <w:tab/>
        <w:t>2.025e0</w:t>
      </w:r>
    </w:p>
    <w:p w:rsidR="007B2329" w:rsidRDefault="007B2329" w:rsidP="007B2329">
      <w:r>
        <w:t>446.4530</w:t>
      </w:r>
      <w:r>
        <w:tab/>
        <w:t>1.013e0</w:t>
      </w:r>
    </w:p>
    <w:p w:rsidR="007B2329" w:rsidRDefault="007B2329" w:rsidP="007B2329">
      <w:r>
        <w:t>446.4598</w:t>
      </w:r>
      <w:r>
        <w:tab/>
        <w:t>3.038e0</w:t>
      </w:r>
    </w:p>
    <w:p w:rsidR="007B2329" w:rsidRDefault="007B2329" w:rsidP="007B2329">
      <w:r>
        <w:t>446.4832</w:t>
      </w:r>
      <w:r>
        <w:tab/>
        <w:t>1.013e0</w:t>
      </w:r>
    </w:p>
    <w:p w:rsidR="007B2329" w:rsidRDefault="007B2329" w:rsidP="007B2329">
      <w:r>
        <w:t>446.4860</w:t>
      </w:r>
      <w:r>
        <w:tab/>
        <w:t>3.038e0</w:t>
      </w:r>
    </w:p>
    <w:p w:rsidR="007B2329" w:rsidRDefault="007B2329" w:rsidP="007B2329">
      <w:r>
        <w:t>446.4987</w:t>
      </w:r>
      <w:r>
        <w:tab/>
        <w:t>1.013e0</w:t>
      </w:r>
    </w:p>
    <w:p w:rsidR="007B2329" w:rsidRDefault="007B2329" w:rsidP="007B2329">
      <w:r>
        <w:t>446.5066</w:t>
      </w:r>
      <w:r>
        <w:tab/>
        <w:t>1.013e0</w:t>
      </w:r>
    </w:p>
    <w:p w:rsidR="007B2329" w:rsidRDefault="007B2329" w:rsidP="007B2329">
      <w:r>
        <w:t>446.5206</w:t>
      </w:r>
      <w:r>
        <w:tab/>
        <w:t>3.038e0</w:t>
      </w:r>
    </w:p>
    <w:p w:rsidR="007B2329" w:rsidRDefault="007B2329" w:rsidP="007B2329">
      <w:r>
        <w:t>446.5320</w:t>
      </w:r>
      <w:r>
        <w:tab/>
        <w:t>1.013e0</w:t>
      </w:r>
    </w:p>
    <w:p w:rsidR="007B2329" w:rsidRDefault="007B2329" w:rsidP="007B2329">
      <w:r>
        <w:t>446.5458</w:t>
      </w:r>
      <w:r>
        <w:tab/>
        <w:t>1.013e0</w:t>
      </w:r>
    </w:p>
    <w:p w:rsidR="007B2329" w:rsidRDefault="007B2329" w:rsidP="007B2329">
      <w:r>
        <w:t>446.5470</w:t>
      </w:r>
      <w:r>
        <w:tab/>
        <w:t>4.776e0</w:t>
      </w:r>
    </w:p>
    <w:p w:rsidR="007B2329" w:rsidRDefault="007B2329" w:rsidP="007B2329">
      <w:r>
        <w:t>446.5501</w:t>
      </w:r>
      <w:r>
        <w:tab/>
        <w:t>1.013e0</w:t>
      </w:r>
    </w:p>
    <w:p w:rsidR="007B2329" w:rsidRDefault="007B2329" w:rsidP="007B2329">
      <w:r>
        <w:t>446.5536</w:t>
      </w:r>
      <w:r>
        <w:tab/>
        <w:t>1.013e0</w:t>
      </w:r>
    </w:p>
    <w:p w:rsidR="007B2329" w:rsidRDefault="007B2329" w:rsidP="007B2329">
      <w:r>
        <w:lastRenderedPageBreak/>
        <w:t>446.5612</w:t>
      </w:r>
      <w:r>
        <w:tab/>
        <w:t>3.038e0</w:t>
      </w:r>
    </w:p>
    <w:p w:rsidR="007B2329" w:rsidRDefault="007B2329" w:rsidP="007B2329">
      <w:r>
        <w:t>446.5738</w:t>
      </w:r>
      <w:r>
        <w:tab/>
        <w:t>3.038e0</w:t>
      </w:r>
    </w:p>
    <w:p w:rsidR="007B2329" w:rsidRDefault="007B2329" w:rsidP="007B2329">
      <w:r>
        <w:t>446.5876</w:t>
      </w:r>
      <w:r>
        <w:tab/>
        <w:t>2.038e0</w:t>
      </w:r>
    </w:p>
    <w:p w:rsidR="007B2329" w:rsidRDefault="007B2329" w:rsidP="007B2329">
      <w:r>
        <w:t>446.6150</w:t>
      </w:r>
      <w:r>
        <w:tab/>
        <w:t>4.051e0</w:t>
      </w:r>
    </w:p>
    <w:p w:rsidR="007B2329" w:rsidRDefault="007B2329" w:rsidP="007B2329">
      <w:r>
        <w:t>446.6291</w:t>
      </w:r>
      <w:r>
        <w:tab/>
        <w:t>1.013e0</w:t>
      </w:r>
    </w:p>
    <w:p w:rsidR="007B2329" w:rsidRDefault="007B2329" w:rsidP="007B2329">
      <w:r>
        <w:t>446.6306</w:t>
      </w:r>
      <w:r>
        <w:tab/>
        <w:t>3.038e0</w:t>
      </w:r>
    </w:p>
    <w:p w:rsidR="007B2329" w:rsidRDefault="007B2329" w:rsidP="007B2329">
      <w:r>
        <w:t>446.6458</w:t>
      </w:r>
      <w:r>
        <w:tab/>
        <w:t>3.038e0</w:t>
      </w:r>
    </w:p>
    <w:p w:rsidR="007B2329" w:rsidRDefault="007B2329" w:rsidP="007B2329">
      <w:r>
        <w:t>446.6474</w:t>
      </w:r>
      <w:r>
        <w:tab/>
        <w:t>1.013e0</w:t>
      </w:r>
    </w:p>
    <w:p w:rsidR="007B2329" w:rsidRDefault="007B2329" w:rsidP="007B2329">
      <w:r>
        <w:t>446.6494</w:t>
      </w:r>
      <w:r>
        <w:tab/>
        <w:t>3.038e0</w:t>
      </w:r>
    </w:p>
    <w:p w:rsidR="007B2329" w:rsidRDefault="007B2329" w:rsidP="007B2329">
      <w:r>
        <w:t>446.6786</w:t>
      </w:r>
      <w:r>
        <w:tab/>
        <w:t>1.013e0</w:t>
      </w:r>
    </w:p>
    <w:p w:rsidR="007B2329" w:rsidRDefault="007B2329" w:rsidP="007B2329">
      <w:r>
        <w:t>446.6811</w:t>
      </w:r>
      <w:r>
        <w:tab/>
        <w:t>2.025e0</w:t>
      </w:r>
    </w:p>
    <w:p w:rsidR="007B2329" w:rsidRDefault="007B2329" w:rsidP="007B2329">
      <w:r>
        <w:t>446.6825</w:t>
      </w:r>
      <w:r>
        <w:tab/>
        <w:t>2.532e-2</w:t>
      </w:r>
    </w:p>
    <w:p w:rsidR="007B2329" w:rsidRDefault="007B2329" w:rsidP="007B2329">
      <w:r>
        <w:t>446.7021</w:t>
      </w:r>
      <w:r>
        <w:tab/>
        <w:t>1.013e0</w:t>
      </w:r>
    </w:p>
    <w:p w:rsidR="007B2329" w:rsidRDefault="007B2329" w:rsidP="007B2329">
      <w:r>
        <w:t>446.7178</w:t>
      </w:r>
      <w:r>
        <w:tab/>
        <w:t>1.013e0</w:t>
      </w:r>
    </w:p>
    <w:p w:rsidR="007B2329" w:rsidRDefault="007B2329" w:rsidP="007B2329">
      <w:r>
        <w:t>446.7427</w:t>
      </w:r>
      <w:r>
        <w:tab/>
        <w:t>3.038e0</w:t>
      </w:r>
    </w:p>
    <w:p w:rsidR="007B2329" w:rsidRDefault="007B2329" w:rsidP="007B2329">
      <w:r>
        <w:t>446.7477</w:t>
      </w:r>
      <w:r>
        <w:tab/>
        <w:t>6.076e0</w:t>
      </w:r>
    </w:p>
    <w:p w:rsidR="007B2329" w:rsidRDefault="007B2329" w:rsidP="007B2329">
      <w:r>
        <w:t>446.7513</w:t>
      </w:r>
      <w:r>
        <w:tab/>
        <w:t>1.013e0</w:t>
      </w:r>
    </w:p>
    <w:p w:rsidR="007B2329" w:rsidRDefault="007B2329" w:rsidP="007B2329">
      <w:r>
        <w:t>446.7803</w:t>
      </w:r>
      <w:r>
        <w:tab/>
        <w:t>1.013e0</w:t>
      </w:r>
    </w:p>
    <w:p w:rsidR="007B2329" w:rsidRDefault="007B2329" w:rsidP="007B2329">
      <w:r>
        <w:t>446.7827</w:t>
      </w:r>
      <w:r>
        <w:tab/>
        <w:t>3.038e0</w:t>
      </w:r>
    </w:p>
    <w:p w:rsidR="007B2329" w:rsidRDefault="007B2329" w:rsidP="007B2329">
      <w:r>
        <w:lastRenderedPageBreak/>
        <w:t>446.7897</w:t>
      </w:r>
      <w:r>
        <w:tab/>
        <w:t>3.038e0</w:t>
      </w:r>
    </w:p>
    <w:p w:rsidR="007B2329" w:rsidRDefault="007B2329" w:rsidP="007B2329">
      <w:r>
        <w:t>446.8105</w:t>
      </w:r>
      <w:r>
        <w:tab/>
        <w:t>5.063e0</w:t>
      </w:r>
    </w:p>
    <w:p w:rsidR="007B2329" w:rsidRDefault="007B2329" w:rsidP="007B2329">
      <w:r>
        <w:t>446.8318</w:t>
      </w:r>
      <w:r>
        <w:tab/>
        <w:t>2.025e0</w:t>
      </w:r>
    </w:p>
    <w:p w:rsidR="007B2329" w:rsidRDefault="007B2329" w:rsidP="007B2329">
      <w:r>
        <w:t>446.8465</w:t>
      </w:r>
      <w:r>
        <w:tab/>
        <w:t>2.025e0</w:t>
      </w:r>
    </w:p>
    <w:p w:rsidR="007B2329" w:rsidRDefault="007B2329" w:rsidP="007B2329">
      <w:r>
        <w:t>446.8517</w:t>
      </w:r>
      <w:r>
        <w:tab/>
        <w:t>5.063e0</w:t>
      </w:r>
    </w:p>
    <w:p w:rsidR="007B2329" w:rsidRDefault="007B2329" w:rsidP="007B2329">
      <w:r>
        <w:t>446.8877</w:t>
      </w:r>
      <w:r>
        <w:tab/>
        <w:t>2.025e0</w:t>
      </w:r>
    </w:p>
    <w:p w:rsidR="007B2329" w:rsidRDefault="007B2329" w:rsidP="007B2329">
      <w:r>
        <w:t>446.9015</w:t>
      </w:r>
      <w:r>
        <w:tab/>
        <w:t>3.038e0</w:t>
      </w:r>
    </w:p>
    <w:p w:rsidR="007B2329" w:rsidRDefault="007B2329" w:rsidP="007B2329">
      <w:r>
        <w:t>446.9290</w:t>
      </w:r>
      <w:r>
        <w:tab/>
        <w:t>2.025e0</w:t>
      </w:r>
    </w:p>
    <w:p w:rsidR="007B2329" w:rsidRDefault="007B2329" w:rsidP="007B2329">
      <w:r>
        <w:t>446.9308</w:t>
      </w:r>
      <w:r>
        <w:tab/>
        <w:t>1.013e0</w:t>
      </w:r>
    </w:p>
    <w:p w:rsidR="007B2329" w:rsidRDefault="007B2329" w:rsidP="007B2329">
      <w:r>
        <w:t>446.9487</w:t>
      </w:r>
      <w:r>
        <w:tab/>
        <w:t>1.013e0</w:t>
      </w:r>
    </w:p>
    <w:p w:rsidR="007B2329" w:rsidRDefault="007B2329" w:rsidP="007B2329">
      <w:r>
        <w:t>446.9524</w:t>
      </w:r>
      <w:r>
        <w:tab/>
        <w:t>1.013e0</w:t>
      </w:r>
    </w:p>
    <w:p w:rsidR="007B2329" w:rsidRDefault="007B2329" w:rsidP="007B2329">
      <w:r>
        <w:t>446.9669</w:t>
      </w:r>
      <w:r>
        <w:tab/>
        <w:t>1.013e0</w:t>
      </w:r>
    </w:p>
    <w:p w:rsidR="007B2329" w:rsidRDefault="007B2329" w:rsidP="007B2329">
      <w:r>
        <w:t>446.9705</w:t>
      </w:r>
      <w:r>
        <w:tab/>
        <w:t>2.025e0</w:t>
      </w:r>
    </w:p>
    <w:p w:rsidR="007B2329" w:rsidRDefault="007B2329" w:rsidP="007B2329">
      <w:r>
        <w:t>446.9720</w:t>
      </w:r>
      <w:r>
        <w:tab/>
        <w:t>5.063e0</w:t>
      </w:r>
    </w:p>
    <w:p w:rsidR="007B2329" w:rsidRDefault="007B2329" w:rsidP="007B2329">
      <w:r>
        <w:t>446.9838</w:t>
      </w:r>
      <w:r>
        <w:tab/>
        <w:t>2.025e0</w:t>
      </w:r>
    </w:p>
    <w:p w:rsidR="007B2329" w:rsidRDefault="007B2329" w:rsidP="007B2329">
      <w:r>
        <w:t>446.9883</w:t>
      </w:r>
      <w:r>
        <w:tab/>
        <w:t>1.013e0</w:t>
      </w:r>
    </w:p>
    <w:p w:rsidR="007B2329" w:rsidRDefault="007B2329" w:rsidP="007B2329">
      <w:r>
        <w:t>447.0099</w:t>
      </w:r>
      <w:r>
        <w:tab/>
        <w:t>1.013e0</w:t>
      </w:r>
    </w:p>
    <w:p w:rsidR="007B2329" w:rsidRDefault="007B2329" w:rsidP="007B2329">
      <w:r>
        <w:t>447.0264</w:t>
      </w:r>
      <w:r>
        <w:tab/>
        <w:t>3.038e0</w:t>
      </w:r>
    </w:p>
    <w:p w:rsidR="007B2329" w:rsidRDefault="007B2329" w:rsidP="007B2329">
      <w:r>
        <w:t>447.0504</w:t>
      </w:r>
      <w:r>
        <w:tab/>
        <w:t>2.025e0</w:t>
      </w:r>
    </w:p>
    <w:p w:rsidR="007B2329" w:rsidRDefault="007B2329" w:rsidP="007B2329">
      <w:r>
        <w:lastRenderedPageBreak/>
        <w:t>447.0960</w:t>
      </w:r>
      <w:r>
        <w:tab/>
        <w:t>3.159e0</w:t>
      </w:r>
    </w:p>
    <w:p w:rsidR="007B2329" w:rsidRDefault="007B2329" w:rsidP="007B2329">
      <w:r>
        <w:t>447.1043</w:t>
      </w:r>
      <w:r>
        <w:tab/>
        <w:t>6.089e0</w:t>
      </w:r>
    </w:p>
    <w:p w:rsidR="007B2329" w:rsidRDefault="007B2329" w:rsidP="007B2329">
      <w:r>
        <w:t>447.1128</w:t>
      </w:r>
      <w:r>
        <w:tab/>
        <w:t>2.025e0</w:t>
      </w:r>
    </w:p>
    <w:p w:rsidR="007B2329" w:rsidRDefault="007B2329" w:rsidP="007B2329">
      <w:r>
        <w:t>447.1158</w:t>
      </w:r>
      <w:r>
        <w:tab/>
        <w:t>5.063e0</w:t>
      </w:r>
    </w:p>
    <w:p w:rsidR="007B2329" w:rsidRDefault="007B2329" w:rsidP="007B2329">
      <w:r>
        <w:t>447.1249</w:t>
      </w:r>
      <w:r>
        <w:tab/>
        <w:t>3.038e0</w:t>
      </w:r>
    </w:p>
    <w:p w:rsidR="007B2329" w:rsidRDefault="007B2329" w:rsidP="007B2329">
      <w:r>
        <w:t>447.1442</w:t>
      </w:r>
      <w:r>
        <w:tab/>
        <w:t>2.025e0</w:t>
      </w:r>
    </w:p>
    <w:p w:rsidR="007B2329" w:rsidRDefault="007B2329" w:rsidP="007B2329">
      <w:r>
        <w:t>447.1804</w:t>
      </w:r>
      <w:r>
        <w:tab/>
        <w:t>2.025e0</w:t>
      </w:r>
    </w:p>
    <w:p w:rsidR="007B2329" w:rsidRDefault="007B2329" w:rsidP="007B2329">
      <w:r>
        <w:t>447.1868</w:t>
      </w:r>
      <w:r>
        <w:tab/>
        <w:t>2.726e0</w:t>
      </w:r>
    </w:p>
    <w:p w:rsidR="007B2329" w:rsidRDefault="007B2329" w:rsidP="007B2329">
      <w:r>
        <w:t>447.1903</w:t>
      </w:r>
      <w:r>
        <w:tab/>
        <w:t>5.725e0</w:t>
      </w:r>
    </w:p>
    <w:p w:rsidR="007B2329" w:rsidRDefault="007B2329" w:rsidP="007B2329">
      <w:r>
        <w:t>447.2820</w:t>
      </w:r>
      <w:r>
        <w:tab/>
        <w:t>3.013e2</w:t>
      </w:r>
    </w:p>
    <w:p w:rsidR="007B2329" w:rsidRDefault="007B2329" w:rsidP="007B2329">
      <w:r>
        <w:t>447.2836</w:t>
      </w:r>
      <w:r>
        <w:tab/>
        <w:t>2.178e2</w:t>
      </w:r>
    </w:p>
    <w:p w:rsidR="007B2329" w:rsidRDefault="007B2329" w:rsidP="007B2329">
      <w:r>
        <w:t>447.2852</w:t>
      </w:r>
      <w:r>
        <w:tab/>
        <w:t>5.821e2</w:t>
      </w:r>
    </w:p>
    <w:p w:rsidR="007B2329" w:rsidRDefault="007B2329" w:rsidP="007B2329">
      <w:r>
        <w:t>447.2873</w:t>
      </w:r>
      <w:r>
        <w:tab/>
        <w:t>1.159e3</w:t>
      </w:r>
    </w:p>
    <w:p w:rsidR="007B2329" w:rsidRDefault="007B2329" w:rsidP="007B2329">
      <w:r>
        <w:t>447.3682</w:t>
      </w:r>
      <w:r>
        <w:tab/>
        <w:t>5.063e0</w:t>
      </w:r>
    </w:p>
    <w:p w:rsidR="007B2329" w:rsidRDefault="007B2329" w:rsidP="007B2329">
      <w:r>
        <w:t>447.3847</w:t>
      </w:r>
      <w:r>
        <w:tab/>
        <w:t>5.455e0</w:t>
      </w:r>
    </w:p>
    <w:p w:rsidR="007B2329" w:rsidRDefault="007B2329" w:rsidP="007B2329">
      <w:r>
        <w:t>447.3991</w:t>
      </w:r>
      <w:r>
        <w:tab/>
        <w:t>4.969e0</w:t>
      </w:r>
    </w:p>
    <w:p w:rsidR="007B2329" w:rsidRDefault="007B2329" w:rsidP="007B2329">
      <w:r>
        <w:t>447.4112</w:t>
      </w:r>
      <w:r>
        <w:tab/>
        <w:t>8.114e0</w:t>
      </w:r>
    </w:p>
    <w:p w:rsidR="007B2329" w:rsidRDefault="007B2329" w:rsidP="007B2329">
      <w:r>
        <w:t>447.4199</w:t>
      </w:r>
      <w:r>
        <w:tab/>
        <w:t>2.025e0</w:t>
      </w:r>
    </w:p>
    <w:p w:rsidR="007B2329" w:rsidRDefault="007B2329" w:rsidP="007B2329">
      <w:r>
        <w:t>447.4237</w:t>
      </w:r>
      <w:r>
        <w:tab/>
        <w:t>3.038e0</w:t>
      </w:r>
    </w:p>
    <w:p w:rsidR="007B2329" w:rsidRDefault="007B2329" w:rsidP="007B2329">
      <w:r>
        <w:lastRenderedPageBreak/>
        <w:t>447.4359</w:t>
      </w:r>
      <w:r>
        <w:tab/>
        <w:t>8.101e0</w:t>
      </w:r>
    </w:p>
    <w:p w:rsidR="007B2329" w:rsidRDefault="007B2329" w:rsidP="007B2329">
      <w:r>
        <w:t>447.4536</w:t>
      </w:r>
      <w:r>
        <w:tab/>
        <w:t>1.013e0</w:t>
      </w:r>
    </w:p>
    <w:p w:rsidR="007B2329" w:rsidRDefault="007B2329" w:rsidP="007B2329">
      <w:r>
        <w:t>447.4554</w:t>
      </w:r>
      <w:r>
        <w:tab/>
        <w:t>4.051e0</w:t>
      </w:r>
    </w:p>
    <w:p w:rsidR="007B2329" w:rsidRDefault="007B2329" w:rsidP="007B2329">
      <w:r>
        <w:t>447.4595</w:t>
      </w:r>
      <w:r>
        <w:tab/>
        <w:t>4.051e0</w:t>
      </w:r>
    </w:p>
    <w:p w:rsidR="007B2329" w:rsidRDefault="007B2329" w:rsidP="007B2329">
      <w:r>
        <w:t>447.4615</w:t>
      </w:r>
      <w:r>
        <w:tab/>
        <w:t>1.013e0</w:t>
      </w:r>
    </w:p>
    <w:p w:rsidR="007B2329" w:rsidRDefault="007B2329" w:rsidP="007B2329">
      <w:r>
        <w:t>447.4647</w:t>
      </w:r>
      <w:r>
        <w:tab/>
        <w:t>5.063e0</w:t>
      </w:r>
    </w:p>
    <w:p w:rsidR="007B2329" w:rsidRDefault="007B2329" w:rsidP="007B2329">
      <w:r>
        <w:t>447.4895</w:t>
      </w:r>
      <w:r>
        <w:tab/>
        <w:t>1.025e0</w:t>
      </w:r>
    </w:p>
    <w:p w:rsidR="007B2329" w:rsidRDefault="007B2329" w:rsidP="007B2329">
      <w:r>
        <w:t>447.5020</w:t>
      </w:r>
      <w:r>
        <w:tab/>
        <w:t>6.076e0</w:t>
      </w:r>
    </w:p>
    <w:p w:rsidR="007B2329" w:rsidRDefault="007B2329" w:rsidP="007B2329">
      <w:r>
        <w:t>447.5032</w:t>
      </w:r>
      <w:r>
        <w:tab/>
        <w:t>4.051e0</w:t>
      </w:r>
    </w:p>
    <w:p w:rsidR="007B2329" w:rsidRDefault="007B2329" w:rsidP="007B2329">
      <w:r>
        <w:t>447.5056</w:t>
      </w:r>
      <w:r>
        <w:tab/>
        <w:t>1.013e0</w:t>
      </w:r>
    </w:p>
    <w:p w:rsidR="007B2329" w:rsidRDefault="007B2329" w:rsidP="007B2329">
      <w:r>
        <w:t>447.5262</w:t>
      </w:r>
      <w:r>
        <w:tab/>
        <w:t>3.038e0</w:t>
      </w:r>
    </w:p>
    <w:p w:rsidR="007B2329" w:rsidRDefault="007B2329" w:rsidP="007B2329">
      <w:r>
        <w:t>447.5274</w:t>
      </w:r>
      <w:r>
        <w:tab/>
        <w:t>1.013e0</w:t>
      </w:r>
    </w:p>
    <w:p w:rsidR="007B2329" w:rsidRDefault="007B2329" w:rsidP="007B2329">
      <w:r>
        <w:t>447.5345</w:t>
      </w:r>
      <w:r>
        <w:tab/>
        <w:t>2.025e0</w:t>
      </w:r>
    </w:p>
    <w:p w:rsidR="007B2329" w:rsidRDefault="007B2329" w:rsidP="007B2329">
      <w:r>
        <w:t>447.5461</w:t>
      </w:r>
      <w:r>
        <w:tab/>
        <w:t>3.038e0</w:t>
      </w:r>
    </w:p>
    <w:p w:rsidR="007B2329" w:rsidRDefault="007B2329" w:rsidP="007B2329">
      <w:r>
        <w:t>447.5487</w:t>
      </w:r>
      <w:r>
        <w:tab/>
        <w:t>1.013e0</w:t>
      </w:r>
    </w:p>
    <w:p w:rsidR="007B2329" w:rsidRDefault="007B2329" w:rsidP="007B2329">
      <w:r>
        <w:t>447.5669</w:t>
      </w:r>
      <w:r>
        <w:tab/>
        <w:t>1.025e0</w:t>
      </w:r>
    </w:p>
    <w:p w:rsidR="007B2329" w:rsidRDefault="007B2329" w:rsidP="007B2329">
      <w:r>
        <w:t>447.5737</w:t>
      </w:r>
      <w:r>
        <w:tab/>
        <w:t>2.038e0</w:t>
      </w:r>
    </w:p>
    <w:p w:rsidR="007B2329" w:rsidRDefault="007B2329" w:rsidP="007B2329">
      <w:r>
        <w:t>447.5947</w:t>
      </w:r>
      <w:r>
        <w:tab/>
        <w:t>1.013e0</w:t>
      </w:r>
    </w:p>
    <w:p w:rsidR="007B2329" w:rsidRDefault="007B2329" w:rsidP="007B2329">
      <w:r>
        <w:t>447.6011</w:t>
      </w:r>
      <w:r>
        <w:tab/>
        <w:t>4.051e0</w:t>
      </w:r>
    </w:p>
    <w:p w:rsidR="007B2329" w:rsidRDefault="007B2329" w:rsidP="007B2329">
      <w:r>
        <w:lastRenderedPageBreak/>
        <w:t>447.6243</w:t>
      </w:r>
      <w:r>
        <w:tab/>
        <w:t>2.025e0</w:t>
      </w:r>
    </w:p>
    <w:p w:rsidR="007B2329" w:rsidRDefault="007B2329" w:rsidP="007B2329">
      <w:r>
        <w:t>447.6270</w:t>
      </w:r>
      <w:r>
        <w:tab/>
        <w:t>3.914e0</w:t>
      </w:r>
    </w:p>
    <w:p w:rsidR="007B2329" w:rsidRDefault="007B2329" w:rsidP="007B2329">
      <w:r>
        <w:t>447.6485</w:t>
      </w:r>
      <w:r>
        <w:tab/>
        <w:t>4.051e0</w:t>
      </w:r>
    </w:p>
    <w:p w:rsidR="007B2329" w:rsidRDefault="007B2329" w:rsidP="007B2329">
      <w:r>
        <w:t>447.6508</w:t>
      </w:r>
      <w:r>
        <w:tab/>
        <w:t>3.038e0</w:t>
      </w:r>
    </w:p>
    <w:p w:rsidR="007B2329" w:rsidRDefault="007B2329" w:rsidP="007B2329">
      <w:r>
        <w:t>447.6534</w:t>
      </w:r>
      <w:r>
        <w:tab/>
        <w:t>2.025e0</w:t>
      </w:r>
    </w:p>
    <w:p w:rsidR="007B2329" w:rsidRDefault="007B2329" w:rsidP="007B2329">
      <w:r>
        <w:t>447.6823</w:t>
      </w:r>
      <w:r>
        <w:tab/>
        <w:t>2.025e0</w:t>
      </w:r>
    </w:p>
    <w:p w:rsidR="007B2329" w:rsidRDefault="007B2329" w:rsidP="007B2329">
      <w:r>
        <w:t>447.7050</w:t>
      </w:r>
      <w:r>
        <w:tab/>
        <w:t>6.076e0</w:t>
      </w:r>
    </w:p>
    <w:p w:rsidR="007B2329" w:rsidRDefault="007B2329" w:rsidP="007B2329">
      <w:r>
        <w:t>447.7070</w:t>
      </w:r>
      <w:r>
        <w:tab/>
        <w:t>1.013e0</w:t>
      </w:r>
    </w:p>
    <w:p w:rsidR="007B2329" w:rsidRDefault="007B2329" w:rsidP="007B2329">
      <w:r>
        <w:t>447.7122</w:t>
      </w:r>
      <w:r>
        <w:tab/>
        <w:t>1.013e0</w:t>
      </w:r>
    </w:p>
    <w:p w:rsidR="007B2329" w:rsidRDefault="007B2329" w:rsidP="007B2329">
      <w:r>
        <w:t>447.7181</w:t>
      </w:r>
      <w:r>
        <w:tab/>
        <w:t>1.038e0</w:t>
      </w:r>
    </w:p>
    <w:p w:rsidR="007B2329" w:rsidRDefault="007B2329" w:rsidP="007B2329">
      <w:r>
        <w:t>447.7465</w:t>
      </w:r>
      <w:r>
        <w:tab/>
        <w:t>1.013e0</w:t>
      </w:r>
    </w:p>
    <w:p w:rsidR="007B2329" w:rsidRDefault="007B2329" w:rsidP="007B2329">
      <w:r>
        <w:t>447.7550</w:t>
      </w:r>
      <w:r>
        <w:tab/>
        <w:t>6.076e0</w:t>
      </w:r>
    </w:p>
    <w:p w:rsidR="007B2329" w:rsidRDefault="007B2329" w:rsidP="007B2329">
      <w:r>
        <w:t>447.7584</w:t>
      </w:r>
      <w:r>
        <w:tab/>
        <w:t>2.025e0</w:t>
      </w:r>
    </w:p>
    <w:p w:rsidR="007B2329" w:rsidRDefault="007B2329" w:rsidP="007B2329">
      <w:r>
        <w:t>447.7678</w:t>
      </w:r>
      <w:r>
        <w:tab/>
        <w:t>6.076e0</w:t>
      </w:r>
    </w:p>
    <w:p w:rsidR="007B2329" w:rsidRDefault="007B2329" w:rsidP="007B2329">
      <w:r>
        <w:t>447.7751</w:t>
      </w:r>
      <w:r>
        <w:tab/>
        <w:t>1.013e0</w:t>
      </w:r>
    </w:p>
    <w:p w:rsidR="007B2329" w:rsidRDefault="007B2329" w:rsidP="007B2329">
      <w:r>
        <w:t>447.7861</w:t>
      </w:r>
      <w:r>
        <w:tab/>
        <w:t>1.013e0</w:t>
      </w:r>
    </w:p>
    <w:p w:rsidR="007B2329" w:rsidRDefault="007B2329" w:rsidP="007B2329">
      <w:r>
        <w:t>447.8020</w:t>
      </w:r>
      <w:r>
        <w:tab/>
        <w:t>2.025e0</w:t>
      </w:r>
    </w:p>
    <w:p w:rsidR="007B2329" w:rsidRDefault="007B2329" w:rsidP="007B2329">
      <w:r>
        <w:t>447.8255</w:t>
      </w:r>
      <w:r>
        <w:tab/>
        <w:t>1.013e0</w:t>
      </w:r>
    </w:p>
    <w:p w:rsidR="007B2329" w:rsidRDefault="007B2329" w:rsidP="007B2329">
      <w:r>
        <w:t>447.8305</w:t>
      </w:r>
      <w:r>
        <w:tab/>
        <w:t>3.038e0</w:t>
      </w:r>
    </w:p>
    <w:p w:rsidR="007B2329" w:rsidRDefault="007B2329" w:rsidP="007B2329">
      <w:r>
        <w:lastRenderedPageBreak/>
        <w:t>447.8340</w:t>
      </w:r>
      <w:r>
        <w:tab/>
        <w:t>2.025e0</w:t>
      </w:r>
    </w:p>
    <w:p w:rsidR="007B2329" w:rsidRDefault="007B2329" w:rsidP="007B2329">
      <w:r>
        <w:t>447.8378</w:t>
      </w:r>
      <w:r>
        <w:tab/>
        <w:t>2.025e0</w:t>
      </w:r>
    </w:p>
    <w:p w:rsidR="007B2329" w:rsidRDefault="007B2329" w:rsidP="007B2329">
      <w:r>
        <w:t>447.8435</w:t>
      </w:r>
      <w:r>
        <w:tab/>
        <w:t>2.025e0</w:t>
      </w:r>
    </w:p>
    <w:p w:rsidR="007B2329" w:rsidRDefault="007B2329" w:rsidP="007B2329">
      <w:r>
        <w:t>447.8651</w:t>
      </w:r>
      <w:r>
        <w:tab/>
        <w:t>3.038e0</w:t>
      </w:r>
    </w:p>
    <w:p w:rsidR="007B2329" w:rsidRDefault="007B2329" w:rsidP="007B2329">
      <w:r>
        <w:t>447.8949</w:t>
      </w:r>
      <w:r>
        <w:tab/>
        <w:t>3.798e-2</w:t>
      </w:r>
    </w:p>
    <w:p w:rsidR="007B2329" w:rsidRDefault="007B2329" w:rsidP="007B2329">
      <w:r>
        <w:t>447.9050</w:t>
      </w:r>
      <w:r>
        <w:tab/>
        <w:t>4.051e0</w:t>
      </w:r>
    </w:p>
    <w:p w:rsidR="007B2329" w:rsidRDefault="007B2329" w:rsidP="007B2329">
      <w:r>
        <w:t>447.9120</w:t>
      </w:r>
      <w:r>
        <w:tab/>
        <w:t>3.038e0</w:t>
      </w:r>
    </w:p>
    <w:p w:rsidR="007B2329" w:rsidRDefault="007B2329" w:rsidP="007B2329">
      <w:r>
        <w:t>447.9186</w:t>
      </w:r>
      <w:r>
        <w:tab/>
        <w:t>4.051e0</w:t>
      </w:r>
    </w:p>
    <w:p w:rsidR="007B2329" w:rsidRDefault="007B2329" w:rsidP="007B2329">
      <w:r>
        <w:t>447.9206</w:t>
      </w:r>
      <w:r>
        <w:tab/>
        <w:t>4.051e0</w:t>
      </w:r>
    </w:p>
    <w:p w:rsidR="007B2329" w:rsidRDefault="007B2329" w:rsidP="007B2329">
      <w:r>
        <w:t>447.9238</w:t>
      </w:r>
      <w:r>
        <w:tab/>
        <w:t>2.025e0</w:t>
      </w:r>
    </w:p>
    <w:p w:rsidR="007B2329" w:rsidRDefault="007B2329" w:rsidP="007B2329">
      <w:r>
        <w:t>447.9273</w:t>
      </w:r>
      <w:r>
        <w:tab/>
        <w:t>2.038e0</w:t>
      </w:r>
    </w:p>
    <w:p w:rsidR="007B2329" w:rsidRDefault="007B2329" w:rsidP="007B2329">
      <w:r>
        <w:t>447.9299</w:t>
      </w:r>
      <w:r>
        <w:tab/>
        <w:t>3.038e0</w:t>
      </w:r>
    </w:p>
    <w:p w:rsidR="007B2329" w:rsidRDefault="007B2329" w:rsidP="007B2329">
      <w:r>
        <w:t>447.9676</w:t>
      </w:r>
      <w:r>
        <w:tab/>
        <w:t>5.063e0</w:t>
      </w:r>
    </w:p>
    <w:p w:rsidR="007B2329" w:rsidRDefault="007B2329" w:rsidP="007B2329">
      <w:r>
        <w:t>447.9879</w:t>
      </w:r>
      <w:r>
        <w:tab/>
        <w:t>3.038e0</w:t>
      </w:r>
    </w:p>
    <w:p w:rsidR="007B2329" w:rsidRDefault="007B2329" w:rsidP="007B2329">
      <w:r>
        <w:t>447.9944</w:t>
      </w:r>
      <w:r>
        <w:tab/>
        <w:t>3.038e0</w:t>
      </w:r>
    </w:p>
    <w:p w:rsidR="007B2329" w:rsidRDefault="007B2329" w:rsidP="007B2329">
      <w:r>
        <w:t>447.9962</w:t>
      </w:r>
      <w:r>
        <w:tab/>
        <w:t>4.051e0</w:t>
      </w:r>
    </w:p>
    <w:p w:rsidR="007B2329" w:rsidRDefault="007B2329" w:rsidP="007B2329">
      <w:r>
        <w:t>448.0233</w:t>
      </w:r>
      <w:r>
        <w:tab/>
        <w:t>1.013e0</w:t>
      </w:r>
    </w:p>
    <w:p w:rsidR="007B2329" w:rsidRDefault="007B2329" w:rsidP="007B2329">
      <w:r>
        <w:t>448.0363</w:t>
      </w:r>
      <w:r>
        <w:tab/>
        <w:t>3.038e0</w:t>
      </w:r>
    </w:p>
    <w:p w:rsidR="007B2329" w:rsidRDefault="007B2329" w:rsidP="007B2329">
      <w:r>
        <w:t>448.0407</w:t>
      </w:r>
      <w:r>
        <w:tab/>
        <w:t>3.038e0</w:t>
      </w:r>
    </w:p>
    <w:p w:rsidR="007B2329" w:rsidRDefault="007B2329" w:rsidP="007B2329">
      <w:r>
        <w:lastRenderedPageBreak/>
        <w:t>448.0494</w:t>
      </w:r>
      <w:r>
        <w:tab/>
        <w:t>4.051e0</w:t>
      </w:r>
    </w:p>
    <w:p w:rsidR="007B2329" w:rsidRDefault="007B2329" w:rsidP="007B2329">
      <w:r>
        <w:t>448.0663</w:t>
      </w:r>
      <w:r>
        <w:tab/>
        <w:t>1.013e0</w:t>
      </w:r>
    </w:p>
    <w:p w:rsidR="007B2329" w:rsidRDefault="007B2329" w:rsidP="007B2329">
      <w:r>
        <w:t>448.0694</w:t>
      </w:r>
      <w:r>
        <w:tab/>
        <w:t>3.495e0</w:t>
      </w:r>
    </w:p>
    <w:p w:rsidR="007B2329" w:rsidRDefault="007B2329" w:rsidP="007B2329">
      <w:r>
        <w:t>448.0783</w:t>
      </w:r>
      <w:r>
        <w:tab/>
        <w:t>4.051e0</w:t>
      </w:r>
    </w:p>
    <w:p w:rsidR="007B2329" w:rsidRDefault="007B2329" w:rsidP="007B2329">
      <w:r>
        <w:t>448.0842</w:t>
      </w:r>
      <w:r>
        <w:tab/>
        <w:t>1.013e0</w:t>
      </w:r>
    </w:p>
    <w:p w:rsidR="007B2329" w:rsidRDefault="007B2329" w:rsidP="007B2329">
      <w:r>
        <w:t>448.0985</w:t>
      </w:r>
      <w:r>
        <w:tab/>
        <w:t>2.025e0</w:t>
      </w:r>
    </w:p>
    <w:p w:rsidR="007B2329" w:rsidRDefault="007B2329" w:rsidP="007B2329">
      <w:r>
        <w:t>448.1096</w:t>
      </w:r>
      <w:r>
        <w:tab/>
        <w:t>3.038e0</w:t>
      </w:r>
    </w:p>
    <w:p w:rsidR="007B2329" w:rsidRDefault="007B2329" w:rsidP="007B2329">
      <w:r>
        <w:t>448.1215</w:t>
      </w:r>
      <w:r>
        <w:tab/>
        <w:t>5.752e0</w:t>
      </w:r>
    </w:p>
    <w:p w:rsidR="007B2329" w:rsidRDefault="007B2329" w:rsidP="007B2329">
      <w:r>
        <w:t>448.1238</w:t>
      </w:r>
      <w:r>
        <w:tab/>
        <w:t>1.013e0</w:t>
      </w:r>
    </w:p>
    <w:p w:rsidR="007B2329" w:rsidRDefault="007B2329" w:rsidP="007B2329">
      <w:r>
        <w:t>448.1350</w:t>
      </w:r>
      <w:r>
        <w:tab/>
        <w:t>6.293e0</w:t>
      </w:r>
    </w:p>
    <w:p w:rsidR="007B2329" w:rsidRDefault="007B2329" w:rsidP="007B2329">
      <w:r>
        <w:t>448.1407</w:t>
      </w:r>
      <w:r>
        <w:tab/>
        <w:t>3.985e0</w:t>
      </w:r>
    </w:p>
    <w:p w:rsidR="007B2329" w:rsidRDefault="007B2329" w:rsidP="007B2329">
      <w:r>
        <w:t>448.1476</w:t>
      </w:r>
      <w:r>
        <w:tab/>
        <w:t>2.025e0</w:t>
      </w:r>
    </w:p>
    <w:p w:rsidR="007B2329" w:rsidRDefault="007B2329" w:rsidP="007B2329">
      <w:r>
        <w:t>448.1594</w:t>
      </w:r>
      <w:r>
        <w:tab/>
        <w:t>3.144e0</w:t>
      </w:r>
    </w:p>
    <w:p w:rsidR="007B2329" w:rsidRDefault="007B2329" w:rsidP="007B2329">
      <w:r>
        <w:t>448.1749</w:t>
      </w:r>
      <w:r>
        <w:tab/>
        <w:t>3.793e0</w:t>
      </w:r>
    </w:p>
    <w:p w:rsidR="007B2329" w:rsidRDefault="007B2329" w:rsidP="007B2329">
      <w:r>
        <w:t>448.2448</w:t>
      </w:r>
      <w:r>
        <w:tab/>
        <w:t>3.371e1</w:t>
      </w:r>
    </w:p>
    <w:p w:rsidR="007B2329" w:rsidRDefault="007B2329" w:rsidP="007B2329">
      <w:r>
        <w:t>448.2838</w:t>
      </w:r>
      <w:r>
        <w:tab/>
        <w:t>3.162e2</w:t>
      </w:r>
    </w:p>
    <w:p w:rsidR="007B2329" w:rsidRDefault="007B2329" w:rsidP="007B2329">
      <w:r>
        <w:t>448.2859</w:t>
      </w:r>
      <w:r>
        <w:tab/>
        <w:t>5.356e2</w:t>
      </w:r>
    </w:p>
    <w:p w:rsidR="007B2329" w:rsidRDefault="007B2329" w:rsidP="007B2329">
      <w:r>
        <w:t>448.3757</w:t>
      </w:r>
      <w:r>
        <w:tab/>
        <w:t>3.711e0</w:t>
      </w:r>
    </w:p>
    <w:p w:rsidR="007B2329" w:rsidRDefault="007B2329" w:rsidP="007B2329">
      <w:r>
        <w:t>448.3814</w:t>
      </w:r>
      <w:r>
        <w:tab/>
        <w:t>4.775e0</w:t>
      </w:r>
    </w:p>
    <w:p w:rsidR="007B2329" w:rsidRDefault="007B2329" w:rsidP="007B2329">
      <w:r>
        <w:lastRenderedPageBreak/>
        <w:t>448.3859</w:t>
      </w:r>
      <w:r>
        <w:tab/>
        <w:t>8.089e0</w:t>
      </w:r>
    </w:p>
    <w:p w:rsidR="007B2329" w:rsidRDefault="007B2329" w:rsidP="007B2329">
      <w:r>
        <w:t>448.4023</w:t>
      </w:r>
      <w:r>
        <w:tab/>
        <w:t>2.532e-2</w:t>
      </w:r>
    </w:p>
    <w:p w:rsidR="007B2329" w:rsidRDefault="007B2329" w:rsidP="007B2329">
      <w:r>
        <w:t>448.4241</w:t>
      </w:r>
      <w:r>
        <w:tab/>
        <w:t>6.089e0</w:t>
      </w:r>
    </w:p>
    <w:p w:rsidR="007B2329" w:rsidRDefault="007B2329" w:rsidP="007B2329">
      <w:r>
        <w:t>448.4280</w:t>
      </w:r>
      <w:r>
        <w:tab/>
        <w:t>2.038e0</w:t>
      </w:r>
    </w:p>
    <w:p w:rsidR="007B2329" w:rsidRDefault="007B2329" w:rsidP="007B2329">
      <w:r>
        <w:t>448.4496</w:t>
      </w:r>
      <w:r>
        <w:tab/>
        <w:t>1.013e0</w:t>
      </w:r>
    </w:p>
    <w:p w:rsidR="007B2329" w:rsidRDefault="007B2329" w:rsidP="007B2329">
      <w:r>
        <w:t>448.4509</w:t>
      </w:r>
      <w:r>
        <w:tab/>
        <w:t>4.051e0</w:t>
      </w:r>
    </w:p>
    <w:p w:rsidR="007B2329" w:rsidRDefault="007B2329" w:rsidP="007B2329">
      <w:r>
        <w:t>448.4671</w:t>
      </w:r>
      <w:r>
        <w:tab/>
        <w:t>3.038e0</w:t>
      </w:r>
    </w:p>
    <w:p w:rsidR="007B2329" w:rsidRDefault="007B2329" w:rsidP="007B2329">
      <w:r>
        <w:t>448.4725</w:t>
      </w:r>
      <w:r>
        <w:tab/>
        <w:t>7.089e0</w:t>
      </w:r>
    </w:p>
    <w:p w:rsidR="007B2329" w:rsidRDefault="007B2329" w:rsidP="007B2329">
      <w:r>
        <w:t>448.4850</w:t>
      </w:r>
      <w:r>
        <w:tab/>
        <w:t>2.025e0</w:t>
      </w:r>
    </w:p>
    <w:p w:rsidR="007B2329" w:rsidRDefault="007B2329" w:rsidP="007B2329">
      <w:r>
        <w:t>448.4867</w:t>
      </w:r>
      <w:r>
        <w:tab/>
        <w:t>2.025e0</w:t>
      </w:r>
    </w:p>
    <w:p w:rsidR="007B2329" w:rsidRDefault="007B2329" w:rsidP="007B2329">
      <w:r>
        <w:t>448.4892</w:t>
      </w:r>
      <w:r>
        <w:tab/>
        <w:t>3.038e0</w:t>
      </w:r>
    </w:p>
    <w:p w:rsidR="007B2329" w:rsidRDefault="007B2329" w:rsidP="007B2329">
      <w:r>
        <w:t>448.5122</w:t>
      </w:r>
      <w:r>
        <w:tab/>
        <w:t>1.013e0</w:t>
      </w:r>
    </w:p>
    <w:p w:rsidR="007B2329" w:rsidRDefault="007B2329" w:rsidP="007B2329">
      <w:r>
        <w:t>448.5193</w:t>
      </w:r>
      <w:r>
        <w:tab/>
        <w:t>1.013e0</w:t>
      </w:r>
    </w:p>
    <w:p w:rsidR="007B2329" w:rsidRDefault="007B2329" w:rsidP="007B2329">
      <w:r>
        <w:t>448.5486</w:t>
      </w:r>
      <w:r>
        <w:tab/>
        <w:t>2.025e0</w:t>
      </w:r>
    </w:p>
    <w:p w:rsidR="007B2329" w:rsidRDefault="007B2329" w:rsidP="007B2329">
      <w:r>
        <w:t>448.5593</w:t>
      </w:r>
      <w:r>
        <w:tab/>
        <w:t>4.051e0</w:t>
      </w:r>
    </w:p>
    <w:p w:rsidR="007B2329" w:rsidRDefault="007B2329" w:rsidP="007B2329">
      <w:r>
        <w:t>448.5908</w:t>
      </w:r>
      <w:r>
        <w:tab/>
        <w:t>1.013e0</w:t>
      </w:r>
    </w:p>
    <w:p w:rsidR="007B2329" w:rsidRDefault="007B2329" w:rsidP="007B2329">
      <w:r>
        <w:t>448.5948</w:t>
      </w:r>
      <w:r>
        <w:tab/>
        <w:t>3.038e0</w:t>
      </w:r>
    </w:p>
    <w:p w:rsidR="007B2329" w:rsidRDefault="007B2329" w:rsidP="007B2329">
      <w:r>
        <w:t>448.6022</w:t>
      </w:r>
      <w:r>
        <w:tab/>
        <w:t>4.051e0</w:t>
      </w:r>
    </w:p>
    <w:p w:rsidR="007B2329" w:rsidRDefault="007B2329" w:rsidP="007B2329">
      <w:r>
        <w:t>448.6065</w:t>
      </w:r>
      <w:r>
        <w:tab/>
        <w:t>1.013e0</w:t>
      </w:r>
    </w:p>
    <w:p w:rsidR="007B2329" w:rsidRDefault="007B2329" w:rsidP="007B2329">
      <w:r>
        <w:lastRenderedPageBreak/>
        <w:t>448.6150</w:t>
      </w:r>
      <w:r>
        <w:tab/>
        <w:t>3.038e0</w:t>
      </w:r>
    </w:p>
    <w:p w:rsidR="007B2329" w:rsidRDefault="007B2329" w:rsidP="007B2329">
      <w:r>
        <w:t>448.6216</w:t>
      </w:r>
      <w:r>
        <w:tab/>
        <w:t>2.025e0</w:t>
      </w:r>
    </w:p>
    <w:p w:rsidR="007B2329" w:rsidRDefault="007B2329" w:rsidP="007B2329">
      <w:r>
        <w:t>448.6233</w:t>
      </w:r>
      <w:r>
        <w:tab/>
        <w:t>1.025e0</w:t>
      </w:r>
    </w:p>
    <w:p w:rsidR="007B2329" w:rsidRDefault="007B2329" w:rsidP="007B2329">
      <w:r>
        <w:t>448.6520</w:t>
      </w:r>
      <w:r>
        <w:tab/>
        <w:t>4.051e0</w:t>
      </w:r>
    </w:p>
    <w:p w:rsidR="007B2329" w:rsidRDefault="007B2329" w:rsidP="007B2329">
      <w:r>
        <w:t>448.6611</w:t>
      </w:r>
      <w:r>
        <w:tab/>
        <w:t>2.025e0</w:t>
      </w:r>
    </w:p>
    <w:p w:rsidR="007B2329" w:rsidRDefault="007B2329" w:rsidP="007B2329">
      <w:r>
        <w:t>448.6646</w:t>
      </w:r>
      <w:r>
        <w:tab/>
        <w:t>3.038e0</w:t>
      </w:r>
    </w:p>
    <w:p w:rsidR="007B2329" w:rsidRDefault="007B2329" w:rsidP="007B2329">
      <w:r>
        <w:t>448.6772</w:t>
      </w:r>
      <w:r>
        <w:tab/>
        <w:t>1.013e0</w:t>
      </w:r>
    </w:p>
    <w:p w:rsidR="007B2329" w:rsidRDefault="007B2329" w:rsidP="007B2329">
      <w:r>
        <w:t>448.6967</w:t>
      </w:r>
      <w:r>
        <w:tab/>
        <w:t>2.025e0</w:t>
      </w:r>
    </w:p>
    <w:p w:rsidR="007B2329" w:rsidRDefault="007B2329" w:rsidP="007B2329">
      <w:r>
        <w:t>448.7164</w:t>
      </w:r>
      <w:r>
        <w:tab/>
        <w:t>1.013e0</w:t>
      </w:r>
    </w:p>
    <w:p w:rsidR="007B2329" w:rsidRDefault="007B2329" w:rsidP="007B2329">
      <w:r>
        <w:t>448.7203</w:t>
      </w:r>
      <w:r>
        <w:tab/>
        <w:t>2.025e0</w:t>
      </w:r>
    </w:p>
    <w:p w:rsidR="007B2329" w:rsidRDefault="007B2329" w:rsidP="007B2329">
      <w:r>
        <w:t>448.7242</w:t>
      </w:r>
      <w:r>
        <w:tab/>
        <w:t>3.051e0</w:t>
      </w:r>
    </w:p>
    <w:p w:rsidR="007B2329" w:rsidRDefault="007B2329" w:rsidP="007B2329">
      <w:r>
        <w:t>448.7287</w:t>
      </w:r>
      <w:r>
        <w:tab/>
        <w:t>2.025e0</w:t>
      </w:r>
    </w:p>
    <w:p w:rsidR="007B2329" w:rsidRDefault="007B2329" w:rsidP="007B2329">
      <w:r>
        <w:t>448.7721</w:t>
      </w:r>
      <w:r>
        <w:tab/>
        <w:t>2.025e0</w:t>
      </w:r>
    </w:p>
    <w:p w:rsidR="007B2329" w:rsidRDefault="007B2329" w:rsidP="007B2329">
      <w:r>
        <w:t>448.7866</w:t>
      </w:r>
      <w:r>
        <w:tab/>
        <w:t>4.051e0</w:t>
      </w:r>
    </w:p>
    <w:p w:rsidR="007B2329" w:rsidRDefault="007B2329" w:rsidP="007B2329">
      <w:r>
        <w:t>448.7922</w:t>
      </w:r>
      <w:r>
        <w:tab/>
        <w:t>2.025e0</w:t>
      </w:r>
    </w:p>
    <w:p w:rsidR="007B2329" w:rsidRDefault="007B2329" w:rsidP="007B2329">
      <w:r>
        <w:t>448.8028</w:t>
      </w:r>
      <w:r>
        <w:tab/>
        <w:t>2.025e0</w:t>
      </w:r>
    </w:p>
    <w:p w:rsidR="007B2329" w:rsidRDefault="007B2329" w:rsidP="007B2329">
      <w:r>
        <w:t>448.8176</w:t>
      </w:r>
      <w:r>
        <w:tab/>
        <w:t>1.013e0</w:t>
      </w:r>
    </w:p>
    <w:p w:rsidR="007B2329" w:rsidRDefault="007B2329" w:rsidP="007B2329">
      <w:r>
        <w:t>448.8193</w:t>
      </w:r>
      <w:r>
        <w:tab/>
        <w:t>2.025e0</w:t>
      </w:r>
    </w:p>
    <w:p w:rsidR="007B2329" w:rsidRDefault="007B2329" w:rsidP="007B2329">
      <w:r>
        <w:t>448.8284</w:t>
      </w:r>
      <w:r>
        <w:tab/>
        <w:t>2.025e0</w:t>
      </w:r>
    </w:p>
    <w:p w:rsidR="007B2329" w:rsidRDefault="007B2329" w:rsidP="007B2329">
      <w:r>
        <w:lastRenderedPageBreak/>
        <w:t>448.8412</w:t>
      </w:r>
      <w:r>
        <w:tab/>
        <w:t>1.025e0</w:t>
      </w:r>
    </w:p>
    <w:p w:rsidR="007B2329" w:rsidRDefault="007B2329" w:rsidP="007B2329">
      <w:r>
        <w:t>448.8423</w:t>
      </w:r>
      <w:r>
        <w:tab/>
        <w:t>1.013e0</w:t>
      </w:r>
    </w:p>
    <w:p w:rsidR="007B2329" w:rsidRDefault="007B2329" w:rsidP="007B2329">
      <w:r>
        <w:t>448.8518</w:t>
      </w:r>
      <w:r>
        <w:tab/>
        <w:t>7.089e0</w:t>
      </w:r>
    </w:p>
    <w:p w:rsidR="007B2329" w:rsidRDefault="007B2329" w:rsidP="007B2329">
      <w:r>
        <w:t>448.8579</w:t>
      </w:r>
      <w:r>
        <w:tab/>
        <w:t>3.038e0</w:t>
      </w:r>
    </w:p>
    <w:p w:rsidR="007B2329" w:rsidRDefault="007B2329" w:rsidP="007B2329">
      <w:r>
        <w:t>448.8925</w:t>
      </w:r>
      <w:r>
        <w:tab/>
        <w:t>3.038e0</w:t>
      </w:r>
    </w:p>
    <w:p w:rsidR="007B2329" w:rsidRDefault="007B2329" w:rsidP="007B2329">
      <w:r>
        <w:t>448.9022</w:t>
      </w:r>
      <w:r>
        <w:tab/>
        <w:t>4.051e0</w:t>
      </w:r>
    </w:p>
    <w:p w:rsidR="007B2329" w:rsidRDefault="007B2329" w:rsidP="007B2329">
      <w:r>
        <w:t>448.9331</w:t>
      </w:r>
      <w:r>
        <w:tab/>
        <w:t>3.038e0</w:t>
      </w:r>
    </w:p>
    <w:p w:rsidR="007B2329" w:rsidRDefault="007B2329" w:rsidP="007B2329">
      <w:r>
        <w:t>448.9392</w:t>
      </w:r>
      <w:r>
        <w:tab/>
        <w:t>4.051e0</w:t>
      </w:r>
    </w:p>
    <w:p w:rsidR="007B2329" w:rsidRDefault="007B2329" w:rsidP="007B2329">
      <w:r>
        <w:t>448.9409</w:t>
      </w:r>
      <w:r>
        <w:tab/>
        <w:t>2.025e0</w:t>
      </w:r>
    </w:p>
    <w:p w:rsidR="007B2329" w:rsidRDefault="007B2329" w:rsidP="007B2329">
      <w:r>
        <w:t>448.9637</w:t>
      </w:r>
      <w:r>
        <w:tab/>
        <w:t>1.025e0</w:t>
      </w:r>
    </w:p>
    <w:p w:rsidR="007B2329" w:rsidRDefault="007B2329" w:rsidP="007B2329">
      <w:r>
        <w:t>448.9836</w:t>
      </w:r>
      <w:r>
        <w:tab/>
        <w:t>1.013e0</w:t>
      </w:r>
    </w:p>
    <w:p w:rsidR="007B2329" w:rsidRDefault="007B2329" w:rsidP="007B2329">
      <w:r>
        <w:t>448.9911</w:t>
      </w:r>
      <w:r>
        <w:tab/>
        <w:t>2.025e0</w:t>
      </w:r>
    </w:p>
    <w:p w:rsidR="007B2329" w:rsidRDefault="007B2329" w:rsidP="007B2329">
      <w:r>
        <w:t>448.9977</w:t>
      </w:r>
      <w:r>
        <w:tab/>
        <w:t>3.038e0</w:t>
      </w:r>
    </w:p>
    <w:p w:rsidR="007B2329" w:rsidRDefault="007B2329" w:rsidP="007B2329">
      <w:r>
        <w:t>449.0070</w:t>
      </w:r>
      <w:r>
        <w:tab/>
        <w:t>1.013e0</w:t>
      </w:r>
    </w:p>
    <w:p w:rsidR="007B2329" w:rsidRDefault="007B2329" w:rsidP="007B2329">
      <w:r>
        <w:t>449.0228</w:t>
      </w:r>
      <w:r>
        <w:tab/>
        <w:t>1.013e0</w:t>
      </w:r>
    </w:p>
    <w:p w:rsidR="007B2329" w:rsidRDefault="007B2329" w:rsidP="007B2329">
      <w:r>
        <w:t>449.0256</w:t>
      </w:r>
      <w:r>
        <w:tab/>
        <w:t>2.025e0</w:t>
      </w:r>
    </w:p>
    <w:p w:rsidR="007B2329" w:rsidRDefault="007B2329" w:rsidP="007B2329">
      <w:r>
        <w:t>449.0306</w:t>
      </w:r>
      <w:r>
        <w:tab/>
        <w:t>1.013e0</w:t>
      </w:r>
    </w:p>
    <w:p w:rsidR="007B2329" w:rsidRDefault="007B2329" w:rsidP="007B2329">
      <w:r>
        <w:t>449.0368</w:t>
      </w:r>
      <w:r>
        <w:tab/>
        <w:t>1.013e0</w:t>
      </w:r>
    </w:p>
    <w:p w:rsidR="007B2329" w:rsidRDefault="007B2329" w:rsidP="007B2329">
      <w:r>
        <w:t>449.0517</w:t>
      </w:r>
      <w:r>
        <w:tab/>
        <w:t>2.025e0</w:t>
      </w:r>
    </w:p>
    <w:p w:rsidR="007B2329" w:rsidRDefault="007B2329" w:rsidP="007B2329">
      <w:r>
        <w:lastRenderedPageBreak/>
        <w:t>449.0622</w:t>
      </w:r>
      <w:r>
        <w:tab/>
        <w:t>1.013e0</w:t>
      </w:r>
    </w:p>
    <w:p w:rsidR="007B2329" w:rsidRDefault="007B2329" w:rsidP="007B2329">
      <w:r>
        <w:t>449.0833</w:t>
      </w:r>
      <w:r>
        <w:tab/>
        <w:t>2.038e0</w:t>
      </w:r>
    </w:p>
    <w:p w:rsidR="007B2329" w:rsidRDefault="007B2329" w:rsidP="007B2329">
      <w:r>
        <w:t>449.0892</w:t>
      </w:r>
      <w:r>
        <w:tab/>
        <w:t>2.917e0</w:t>
      </w:r>
    </w:p>
    <w:p w:rsidR="007B2329" w:rsidRDefault="007B2329" w:rsidP="007B2329">
      <w:r>
        <w:t>449.0977</w:t>
      </w:r>
      <w:r>
        <w:tab/>
        <w:t>1.013e0</w:t>
      </w:r>
    </w:p>
    <w:p w:rsidR="007B2329" w:rsidRDefault="007B2329" w:rsidP="007B2329">
      <w:r>
        <w:t>449.1003</w:t>
      </w:r>
      <w:r>
        <w:tab/>
        <w:t>2.532e-2</w:t>
      </w:r>
    </w:p>
    <w:p w:rsidR="007B2329" w:rsidRDefault="007B2329" w:rsidP="007B2329">
      <w:r>
        <w:t>449.1329</w:t>
      </w:r>
      <w:r>
        <w:tab/>
        <w:t>1.013e0</w:t>
      </w:r>
    </w:p>
    <w:p w:rsidR="007B2329" w:rsidRDefault="007B2329" w:rsidP="007B2329">
      <w:r>
        <w:t>449.1387</w:t>
      </w:r>
      <w:r>
        <w:tab/>
        <w:t>3.038e0</w:t>
      </w:r>
    </w:p>
    <w:p w:rsidR="007B2329" w:rsidRDefault="007B2329" w:rsidP="007B2329">
      <w:r>
        <w:t>449.1443</w:t>
      </w:r>
      <w:r>
        <w:tab/>
        <w:t>3.444e0</w:t>
      </w:r>
    </w:p>
    <w:p w:rsidR="007B2329" w:rsidRDefault="007B2329" w:rsidP="007B2329">
      <w:r>
        <w:t>449.1534</w:t>
      </w:r>
      <w:r>
        <w:tab/>
        <w:t>5.359e0</w:t>
      </w:r>
    </w:p>
    <w:p w:rsidR="007B2329" w:rsidRDefault="007B2329" w:rsidP="007B2329">
      <w:r>
        <w:t>449.1555</w:t>
      </w:r>
      <w:r>
        <w:tab/>
        <w:t>5.349e0</w:t>
      </w:r>
    </w:p>
    <w:p w:rsidR="007B2329" w:rsidRDefault="007B2329" w:rsidP="007B2329">
      <w:r>
        <w:t>449.1878</w:t>
      </w:r>
      <w:r>
        <w:tab/>
        <w:t>1.013e0</w:t>
      </w:r>
    </w:p>
    <w:p w:rsidR="007B2329" w:rsidRDefault="007B2329" w:rsidP="007B2329">
      <w:r>
        <w:t>449.2264</w:t>
      </w:r>
      <w:r>
        <w:tab/>
        <w:t>1.017e1</w:t>
      </w:r>
    </w:p>
    <w:p w:rsidR="007B2329" w:rsidRDefault="007B2329" w:rsidP="007B2329">
      <w:r>
        <w:t>449.2703</w:t>
      </w:r>
      <w:r>
        <w:tab/>
        <w:t>6.397e1</w:t>
      </w:r>
    </w:p>
    <w:p w:rsidR="007B2329" w:rsidRDefault="007B2329" w:rsidP="007B2329">
      <w:r>
        <w:t>449.2748</w:t>
      </w:r>
      <w:r>
        <w:tab/>
        <w:t>5.485e1</w:t>
      </w:r>
    </w:p>
    <w:p w:rsidR="007B2329" w:rsidRDefault="007B2329" w:rsidP="007B2329">
      <w:r>
        <w:t>449.2765</w:t>
      </w:r>
      <w:r>
        <w:tab/>
        <w:t>9.611e1</w:t>
      </w:r>
    </w:p>
    <w:p w:rsidR="007B2329" w:rsidRDefault="007B2329" w:rsidP="007B2329">
      <w:r>
        <w:t>449.2814</w:t>
      </w:r>
      <w:r>
        <w:tab/>
        <w:t>5.501e1</w:t>
      </w:r>
    </w:p>
    <w:p w:rsidR="007B2329" w:rsidRDefault="007B2329" w:rsidP="007B2329">
      <w:r>
        <w:t>449.2826</w:t>
      </w:r>
      <w:r>
        <w:tab/>
        <w:t>1.164e2</w:t>
      </w:r>
    </w:p>
    <w:p w:rsidR="007B2329" w:rsidRDefault="007B2329" w:rsidP="007B2329">
      <w:r>
        <w:t>449.2844</w:t>
      </w:r>
      <w:r>
        <w:tab/>
        <w:t>2.108e1</w:t>
      </w:r>
    </w:p>
    <w:p w:rsidR="007B2329" w:rsidRDefault="007B2329" w:rsidP="007B2329">
      <w:r>
        <w:t>449.3675</w:t>
      </w:r>
      <w:r>
        <w:tab/>
        <w:t>1.630e0</w:t>
      </w:r>
    </w:p>
    <w:p w:rsidR="007B2329" w:rsidRDefault="007B2329" w:rsidP="007B2329">
      <w:r>
        <w:lastRenderedPageBreak/>
        <w:t>449.3732</w:t>
      </w:r>
      <w:r>
        <w:tab/>
        <w:t>2.025e0</w:t>
      </w:r>
    </w:p>
    <w:p w:rsidR="007B2329" w:rsidRDefault="007B2329" w:rsidP="007B2329">
      <w:r>
        <w:t>449.3747</w:t>
      </w:r>
      <w:r>
        <w:tab/>
        <w:t>1.013e0</w:t>
      </w:r>
    </w:p>
    <w:p w:rsidR="007B2329" w:rsidRDefault="007B2329" w:rsidP="007B2329">
      <w:r>
        <w:t>449.3778</w:t>
      </w:r>
      <w:r>
        <w:tab/>
        <w:t>3.038e0</w:t>
      </w:r>
    </w:p>
    <w:p w:rsidR="007B2329" w:rsidRDefault="007B2329" w:rsidP="007B2329">
      <w:r>
        <w:t>449.3938</w:t>
      </w:r>
      <w:r>
        <w:tab/>
        <w:t>3.038e0</w:t>
      </w:r>
    </w:p>
    <w:p w:rsidR="007B2329" w:rsidRDefault="007B2329" w:rsidP="007B2329">
      <w:r>
        <w:t>449.4029</w:t>
      </w:r>
      <w:r>
        <w:tab/>
        <w:t>2.025e0</w:t>
      </w:r>
    </w:p>
    <w:p w:rsidR="007B2329" w:rsidRDefault="007B2329" w:rsidP="007B2329">
      <w:r>
        <w:t>449.4051</w:t>
      </w:r>
      <w:r>
        <w:tab/>
        <w:t>3.038e0</w:t>
      </w:r>
    </w:p>
    <w:p w:rsidR="007B2329" w:rsidRDefault="007B2329" w:rsidP="007B2329">
      <w:r>
        <w:t>449.4178</w:t>
      </w:r>
      <w:r>
        <w:tab/>
        <w:t>3.038e0</w:t>
      </w:r>
    </w:p>
    <w:p w:rsidR="007B2329" w:rsidRDefault="007B2329" w:rsidP="007B2329">
      <w:r>
        <w:t>449.4365</w:t>
      </w:r>
      <w:r>
        <w:tab/>
        <w:t>3.038e0</w:t>
      </w:r>
    </w:p>
    <w:p w:rsidR="007B2329" w:rsidRDefault="007B2329" w:rsidP="007B2329">
      <w:r>
        <w:t>449.4474</w:t>
      </w:r>
      <w:r>
        <w:tab/>
        <w:t>1.013e0</w:t>
      </w:r>
    </w:p>
    <w:p w:rsidR="007B2329" w:rsidRDefault="007B2329" w:rsidP="007B2329">
      <w:r>
        <w:t>449.4500</w:t>
      </w:r>
      <w:r>
        <w:tab/>
        <w:t>3.038e0</w:t>
      </w:r>
    </w:p>
    <w:p w:rsidR="007B2329" w:rsidRDefault="007B2329" w:rsidP="007B2329">
      <w:r>
        <w:t>449.4632</w:t>
      </w:r>
      <w:r>
        <w:tab/>
        <w:t>1.013e0</w:t>
      </w:r>
    </w:p>
    <w:p w:rsidR="007B2329" w:rsidRDefault="007B2329" w:rsidP="007B2329">
      <w:r>
        <w:t>449.4710</w:t>
      </w:r>
      <w:r>
        <w:tab/>
        <w:t>1.013e0</w:t>
      </w:r>
    </w:p>
    <w:p w:rsidR="007B2329" w:rsidRDefault="007B2329" w:rsidP="007B2329">
      <w:r>
        <w:t>449.5024</w:t>
      </w:r>
      <w:r>
        <w:tab/>
        <w:t>2.025e0</w:t>
      </w:r>
    </w:p>
    <w:p w:rsidR="007B2329" w:rsidRDefault="007B2329" w:rsidP="007B2329">
      <w:r>
        <w:t>449.5147</w:t>
      </w:r>
      <w:r>
        <w:tab/>
        <w:t>1.013e0</w:t>
      </w:r>
    </w:p>
    <w:p w:rsidR="007B2329" w:rsidRDefault="007B2329" w:rsidP="007B2329">
      <w:r>
        <w:t>449.5260</w:t>
      </w:r>
      <w:r>
        <w:tab/>
        <w:t>2.025e0</w:t>
      </w:r>
    </w:p>
    <w:p w:rsidR="007B2329" w:rsidRDefault="007B2329" w:rsidP="007B2329">
      <w:r>
        <w:t>449.5474</w:t>
      </w:r>
      <w:r>
        <w:tab/>
        <w:t>2.025e0</w:t>
      </w:r>
    </w:p>
    <w:p w:rsidR="007B2329" w:rsidRDefault="007B2329" w:rsidP="007B2329">
      <w:r>
        <w:t>449.5531</w:t>
      </w:r>
      <w:r>
        <w:tab/>
        <w:t>2.025e0</w:t>
      </w:r>
    </w:p>
    <w:p w:rsidR="007B2329" w:rsidRDefault="007B2329" w:rsidP="007B2329">
      <w:r>
        <w:t>449.5610</w:t>
      </w:r>
      <w:r>
        <w:tab/>
        <w:t>2.038e0</w:t>
      </w:r>
    </w:p>
    <w:p w:rsidR="007B2329" w:rsidRDefault="007B2329" w:rsidP="007B2329">
      <w:r>
        <w:t>449.5724</w:t>
      </w:r>
      <w:r>
        <w:tab/>
        <w:t>1.013e0</w:t>
      </w:r>
    </w:p>
    <w:p w:rsidR="007B2329" w:rsidRDefault="007B2329" w:rsidP="007B2329">
      <w:r>
        <w:lastRenderedPageBreak/>
        <w:t>449.5850</w:t>
      </w:r>
      <w:r>
        <w:tab/>
        <w:t>2.025e0</w:t>
      </w:r>
    </w:p>
    <w:p w:rsidR="007B2329" w:rsidRDefault="007B2329" w:rsidP="007B2329">
      <w:r>
        <w:t>449.6003</w:t>
      </w:r>
      <w:r>
        <w:tab/>
        <w:t>2.025e0</w:t>
      </w:r>
    </w:p>
    <w:p w:rsidR="007B2329" w:rsidRDefault="007B2329" w:rsidP="007B2329">
      <w:r>
        <w:t>449.6093</w:t>
      </w:r>
      <w:r>
        <w:tab/>
        <w:t>2.025e0</w:t>
      </w:r>
    </w:p>
    <w:p w:rsidR="007B2329" w:rsidRDefault="007B2329" w:rsidP="007B2329">
      <w:r>
        <w:t>449.6133</w:t>
      </w:r>
      <w:r>
        <w:tab/>
        <w:t>3.038e0</w:t>
      </w:r>
    </w:p>
    <w:p w:rsidR="007B2329" w:rsidRDefault="007B2329" w:rsidP="007B2329">
      <w:r>
        <w:t>449.6441</w:t>
      </w:r>
      <w:r>
        <w:tab/>
        <w:t>1.013e0</w:t>
      </w:r>
    </w:p>
    <w:p w:rsidR="007B2329" w:rsidRDefault="007B2329" w:rsidP="007B2329">
      <w:r>
        <w:t>449.6516</w:t>
      </w:r>
      <w:r>
        <w:tab/>
        <w:t>1.013e0</w:t>
      </w:r>
    </w:p>
    <w:p w:rsidR="007B2329" w:rsidRDefault="007B2329" w:rsidP="007B2329">
      <w:r>
        <w:t>449.6558</w:t>
      </w:r>
      <w:r>
        <w:tab/>
        <w:t>2.025e0</w:t>
      </w:r>
    </w:p>
    <w:p w:rsidR="007B2329" w:rsidRDefault="007B2329" w:rsidP="007B2329">
      <w:r>
        <w:t>449.6599</w:t>
      </w:r>
      <w:r>
        <w:tab/>
        <w:t>1.013e0</w:t>
      </w:r>
    </w:p>
    <w:p w:rsidR="007B2329" w:rsidRDefault="007B2329" w:rsidP="007B2329">
      <w:r>
        <w:t>449.6898</w:t>
      </w:r>
      <w:r>
        <w:tab/>
        <w:t>3.038e0</w:t>
      </w:r>
    </w:p>
    <w:p w:rsidR="007B2329" w:rsidRDefault="007B2329" w:rsidP="007B2329">
      <w:r>
        <w:t>449.6913</w:t>
      </w:r>
      <w:r>
        <w:tab/>
        <w:t>1.013e0</w:t>
      </w:r>
    </w:p>
    <w:p w:rsidR="007B2329" w:rsidRDefault="007B2329" w:rsidP="007B2329">
      <w:r>
        <w:t>449.6949</w:t>
      </w:r>
      <w:r>
        <w:tab/>
        <w:t>4.051e0</w:t>
      </w:r>
    </w:p>
    <w:p w:rsidR="007B2329" w:rsidRDefault="007B2329" w:rsidP="007B2329">
      <w:r>
        <w:t>449.6992</w:t>
      </w:r>
      <w:r>
        <w:tab/>
        <w:t>3.038e0</w:t>
      </w:r>
    </w:p>
    <w:p w:rsidR="007B2329" w:rsidRDefault="007B2329" w:rsidP="007B2329">
      <w:r>
        <w:t>449.7342</w:t>
      </w:r>
      <w:r>
        <w:tab/>
        <w:t>1.013e0</w:t>
      </w:r>
    </w:p>
    <w:p w:rsidR="007B2329" w:rsidRDefault="007B2329" w:rsidP="007B2329">
      <w:r>
        <w:t>449.7542</w:t>
      </w:r>
      <w:r>
        <w:tab/>
        <w:t>1.025e0</w:t>
      </w:r>
    </w:p>
    <w:p w:rsidR="007B2329" w:rsidRDefault="007B2329" w:rsidP="007B2329">
      <w:r>
        <w:t>449.7556</w:t>
      </w:r>
      <w:r>
        <w:tab/>
        <w:t>1.013e0</w:t>
      </w:r>
    </w:p>
    <w:p w:rsidR="007B2329" w:rsidRDefault="007B2329" w:rsidP="007B2329">
      <w:r>
        <w:t>449.7628</w:t>
      </w:r>
      <w:r>
        <w:tab/>
        <w:t>3.038e0</w:t>
      </w:r>
    </w:p>
    <w:p w:rsidR="007B2329" w:rsidRDefault="007B2329" w:rsidP="007B2329">
      <w:r>
        <w:t>449.7650</w:t>
      </w:r>
      <w:r>
        <w:tab/>
        <w:t>4.051e0</w:t>
      </w:r>
    </w:p>
    <w:p w:rsidR="007B2329" w:rsidRDefault="007B2329" w:rsidP="007B2329">
      <w:r>
        <w:t>449.7732</w:t>
      </w:r>
      <w:r>
        <w:tab/>
        <w:t>4.051e0</w:t>
      </w:r>
    </w:p>
    <w:p w:rsidR="007B2329" w:rsidRDefault="007B2329" w:rsidP="007B2329">
      <w:r>
        <w:t>449.7845</w:t>
      </w:r>
      <w:r>
        <w:tab/>
        <w:t>2.025e0</w:t>
      </w:r>
    </w:p>
    <w:p w:rsidR="007B2329" w:rsidRDefault="007B2329" w:rsidP="007B2329">
      <w:r>
        <w:lastRenderedPageBreak/>
        <w:t>449.7906</w:t>
      </w:r>
      <w:r>
        <w:tab/>
        <w:t>4.051e0</w:t>
      </w:r>
    </w:p>
    <w:p w:rsidR="007B2329" w:rsidRDefault="007B2329" w:rsidP="007B2329">
      <w:r>
        <w:t>449.7933</w:t>
      </w:r>
      <w:r>
        <w:tab/>
        <w:t>2.025e0</w:t>
      </w:r>
    </w:p>
    <w:p w:rsidR="007B2329" w:rsidRDefault="007B2329" w:rsidP="007B2329">
      <w:r>
        <w:t>449.8108</w:t>
      </w:r>
      <w:r>
        <w:tab/>
        <w:t>3.038e0</w:t>
      </w:r>
    </w:p>
    <w:p w:rsidR="007B2329" w:rsidRDefault="007B2329" w:rsidP="007B2329">
      <w:r>
        <w:t>449.8172</w:t>
      </w:r>
      <w:r>
        <w:tab/>
        <w:t>2.025e0</w:t>
      </w:r>
    </w:p>
    <w:p w:rsidR="007B2329" w:rsidRDefault="007B2329" w:rsidP="007B2329">
      <w:r>
        <w:t>449.8332</w:t>
      </w:r>
      <w:r>
        <w:tab/>
        <w:t>2.025e0</w:t>
      </w:r>
    </w:p>
    <w:p w:rsidR="007B2329" w:rsidRDefault="007B2329" w:rsidP="007B2329">
      <w:r>
        <w:t>449.8409</w:t>
      </w:r>
      <w:r>
        <w:tab/>
        <w:t>1.013e0</w:t>
      </w:r>
    </w:p>
    <w:p w:rsidR="007B2329" w:rsidRDefault="007B2329" w:rsidP="007B2329">
      <w:r>
        <w:t>449.8438</w:t>
      </w:r>
      <w:r>
        <w:tab/>
        <w:t>2.038e0</w:t>
      </w:r>
    </w:p>
    <w:p w:rsidR="007B2329" w:rsidRDefault="007B2329" w:rsidP="007B2329">
      <w:r>
        <w:t>449.8487</w:t>
      </w:r>
      <w:r>
        <w:tab/>
        <w:t>2.025e0</w:t>
      </w:r>
    </w:p>
    <w:p w:rsidR="007B2329" w:rsidRDefault="007B2329" w:rsidP="007B2329">
      <w:r>
        <w:t>449.9046</w:t>
      </w:r>
      <w:r>
        <w:tab/>
        <w:t>2.025e0</w:t>
      </w:r>
    </w:p>
    <w:p w:rsidR="007B2329" w:rsidRDefault="007B2329" w:rsidP="007B2329">
      <w:r>
        <w:t>449.9078</w:t>
      </w:r>
      <w:r>
        <w:tab/>
        <w:t>2.025e0</w:t>
      </w:r>
    </w:p>
    <w:p w:rsidR="007B2329" w:rsidRDefault="007B2329" w:rsidP="007B2329">
      <w:r>
        <w:t>449.9195</w:t>
      </w:r>
      <w:r>
        <w:tab/>
        <w:t>1.013e0</w:t>
      </w:r>
    </w:p>
    <w:p w:rsidR="007B2329" w:rsidRDefault="007B2329" w:rsidP="007B2329">
      <w:r>
        <w:t>449.9211</w:t>
      </w:r>
      <w:r>
        <w:tab/>
        <w:t>2.025e0</w:t>
      </w:r>
    </w:p>
    <w:p w:rsidR="007B2329" w:rsidRDefault="007B2329" w:rsidP="007B2329">
      <w:r>
        <w:t>449.9373</w:t>
      </w:r>
      <w:r>
        <w:tab/>
        <w:t>2.038e0</w:t>
      </w:r>
    </w:p>
    <w:p w:rsidR="007B2329" w:rsidRDefault="007B2329" w:rsidP="007B2329">
      <w:r>
        <w:t>449.9435</w:t>
      </w:r>
      <w:r>
        <w:tab/>
        <w:t>3.038e0</w:t>
      </w:r>
    </w:p>
    <w:p w:rsidR="007B2329" w:rsidRDefault="007B2329" w:rsidP="007B2329">
      <w:r>
        <w:t>449.9500</w:t>
      </w:r>
      <w:r>
        <w:tab/>
        <w:t>1.013e0</w:t>
      </w:r>
    </w:p>
    <w:p w:rsidR="007B2329" w:rsidRDefault="007B2329" w:rsidP="007B2329">
      <w:r>
        <w:t>449.9868</w:t>
      </w:r>
      <w:r>
        <w:tab/>
        <w:t>2.025e0</w:t>
      </w:r>
    </w:p>
    <w:p w:rsidR="007B2329" w:rsidRDefault="007B2329" w:rsidP="007B2329">
      <w:r>
        <w:t>449.9982</w:t>
      </w:r>
      <w:r>
        <w:tab/>
        <w:t>1.013e0</w:t>
      </w:r>
    </w:p>
    <w:p w:rsidR="007B2329" w:rsidRDefault="007B2329" w:rsidP="007B2329">
      <w:r>
        <w:t>450.0187</w:t>
      </w:r>
      <w:r>
        <w:tab/>
        <w:t>3.038e0</w:t>
      </w:r>
    </w:p>
    <w:p w:rsidR="007B2329" w:rsidRDefault="007B2329" w:rsidP="007B2329">
      <w:r>
        <w:t>450.0263</w:t>
      </w:r>
      <w:r>
        <w:tab/>
        <w:t>2.025e0</w:t>
      </w:r>
    </w:p>
    <w:p w:rsidR="007B2329" w:rsidRDefault="007B2329" w:rsidP="007B2329">
      <w:r>
        <w:lastRenderedPageBreak/>
        <w:t>450.0376</w:t>
      </w:r>
      <w:r>
        <w:tab/>
        <w:t>5.063e0</w:t>
      </w:r>
    </w:p>
    <w:p w:rsidR="007B2329" w:rsidRDefault="007B2329" w:rsidP="007B2329">
      <w:r>
        <w:t>450.0412</w:t>
      </w:r>
      <w:r>
        <w:tab/>
        <w:t>3.850e0</w:t>
      </w:r>
    </w:p>
    <w:p w:rsidR="007B2329" w:rsidRDefault="007B2329" w:rsidP="007B2329">
      <w:r>
        <w:t>450.0456</w:t>
      </w:r>
      <w:r>
        <w:tab/>
        <w:t>2.025e0</w:t>
      </w:r>
    </w:p>
    <w:p w:rsidR="007B2329" w:rsidRDefault="007B2329" w:rsidP="007B2329">
      <w:r>
        <w:t>450.0771</w:t>
      </w:r>
      <w:r>
        <w:tab/>
        <w:t>1.013e0</w:t>
      </w:r>
    </w:p>
    <w:p w:rsidR="007B2329" w:rsidRDefault="007B2329" w:rsidP="007B2329">
      <w:r>
        <w:t>450.0839</w:t>
      </w:r>
      <w:r>
        <w:tab/>
        <w:t>2.025e0</w:t>
      </w:r>
    </w:p>
    <w:p w:rsidR="007B2329" w:rsidRDefault="007B2329" w:rsidP="007B2329">
      <w:r>
        <w:t>450.0851</w:t>
      </w:r>
      <w:r>
        <w:tab/>
        <w:t>1.013e0</w:t>
      </w:r>
    </w:p>
    <w:p w:rsidR="007B2329" w:rsidRDefault="007B2329" w:rsidP="007B2329">
      <w:r>
        <w:t>450.0867</w:t>
      </w:r>
      <w:r>
        <w:tab/>
        <w:t>4.051e0</w:t>
      </w:r>
    </w:p>
    <w:p w:rsidR="007B2329" w:rsidRDefault="007B2329" w:rsidP="007B2329">
      <w:r>
        <w:t>450.0883</w:t>
      </w:r>
      <w:r>
        <w:tab/>
        <w:t>1.025e0</w:t>
      </w:r>
    </w:p>
    <w:p w:rsidR="007B2329" w:rsidRDefault="007B2329" w:rsidP="007B2329">
      <w:r>
        <w:t>450.1083</w:t>
      </w:r>
      <w:r>
        <w:tab/>
        <w:t>1.013e0</w:t>
      </w:r>
    </w:p>
    <w:p w:rsidR="007B2329" w:rsidRDefault="007B2329" w:rsidP="007B2329">
      <w:r>
        <w:t>450.1117</w:t>
      </w:r>
      <w:r>
        <w:tab/>
        <w:t>1.013e0</w:t>
      </w:r>
    </w:p>
    <w:p w:rsidR="007B2329" w:rsidRDefault="007B2329" w:rsidP="007B2329">
      <w:r>
        <w:t>450.1347</w:t>
      </w:r>
      <w:r>
        <w:tab/>
        <w:t>3.051e0</w:t>
      </w:r>
    </w:p>
    <w:p w:rsidR="007B2329" w:rsidRDefault="007B2329" w:rsidP="007B2329">
      <w:r>
        <w:t>450.1399</w:t>
      </w:r>
      <w:r>
        <w:tab/>
        <w:t>1.419e0</w:t>
      </w:r>
    </w:p>
    <w:p w:rsidR="007B2329" w:rsidRDefault="007B2329" w:rsidP="007B2329">
      <w:r>
        <w:t>450.1457</w:t>
      </w:r>
      <w:r>
        <w:tab/>
        <w:t>2.532e-2</w:t>
      </w:r>
    </w:p>
    <w:p w:rsidR="007B2329" w:rsidRDefault="007B2329" w:rsidP="007B2329">
      <w:r>
        <w:t>450.1739</w:t>
      </w:r>
      <w:r>
        <w:tab/>
        <w:t>4.453e0</w:t>
      </w:r>
    </w:p>
    <w:p w:rsidR="007B2329" w:rsidRDefault="007B2329" w:rsidP="007B2329">
      <w:r>
        <w:t>450.1799</w:t>
      </w:r>
      <w:r>
        <w:tab/>
        <w:t>2.036e0</w:t>
      </w:r>
    </w:p>
    <w:p w:rsidR="007B2329" w:rsidRDefault="007B2329" w:rsidP="007B2329">
      <w:r>
        <w:t>450.1913</w:t>
      </w:r>
      <w:r>
        <w:tab/>
        <w:t>5.211e0</w:t>
      </w:r>
    </w:p>
    <w:p w:rsidR="007B2329" w:rsidRDefault="007B2329" w:rsidP="007B2329">
      <w:r>
        <w:t>450.1964</w:t>
      </w:r>
      <w:r>
        <w:tab/>
        <w:t>5.083e0</w:t>
      </w:r>
    </w:p>
    <w:p w:rsidR="007B2329" w:rsidRDefault="007B2329" w:rsidP="007B2329">
      <w:r>
        <w:t>450.2155</w:t>
      </w:r>
      <w:r>
        <w:tab/>
        <w:t>2.737e0</w:t>
      </w:r>
    </w:p>
    <w:p w:rsidR="007B2329" w:rsidRDefault="007B2329" w:rsidP="007B2329">
      <w:r>
        <w:t>450.2220</w:t>
      </w:r>
      <w:r>
        <w:tab/>
        <w:t>1.736e1</w:t>
      </w:r>
    </w:p>
    <w:p w:rsidR="007B2329" w:rsidRDefault="007B2329" w:rsidP="007B2329">
      <w:r>
        <w:lastRenderedPageBreak/>
        <w:t>450.2263</w:t>
      </w:r>
      <w:r>
        <w:tab/>
        <w:t>8.198e0</w:t>
      </w:r>
    </w:p>
    <w:p w:rsidR="007B2329" w:rsidRDefault="007B2329" w:rsidP="007B2329">
      <w:r>
        <w:t>450.2280</w:t>
      </w:r>
      <w:r>
        <w:tab/>
        <w:t>9.250e0</w:t>
      </w:r>
    </w:p>
    <w:p w:rsidR="007B2329" w:rsidRDefault="007B2329" w:rsidP="007B2329">
      <w:r>
        <w:t>450.2303</w:t>
      </w:r>
      <w:r>
        <w:tab/>
        <w:t>1.013e0</w:t>
      </w:r>
    </w:p>
    <w:p w:rsidR="007B2329" w:rsidRDefault="007B2329" w:rsidP="007B2329">
      <w:r>
        <w:t>450.2349</w:t>
      </w:r>
      <w:r>
        <w:tab/>
        <w:t>5.798e0</w:t>
      </w:r>
    </w:p>
    <w:p w:rsidR="007B2329" w:rsidRDefault="007B2329" w:rsidP="007B2329">
      <w:r>
        <w:t>450.2366</w:t>
      </w:r>
      <w:r>
        <w:tab/>
        <w:t>7.897e0</w:t>
      </w:r>
    </w:p>
    <w:p w:rsidR="007B2329" w:rsidRDefault="007B2329" w:rsidP="007B2329">
      <w:r>
        <w:t>450.2447</w:t>
      </w:r>
      <w:r>
        <w:tab/>
        <w:t>7.796e0</w:t>
      </w:r>
    </w:p>
    <w:p w:rsidR="007B2329" w:rsidRDefault="007B2329" w:rsidP="007B2329">
      <w:r>
        <w:t>450.2609</w:t>
      </w:r>
      <w:r>
        <w:tab/>
        <w:t>2.329e1</w:t>
      </w:r>
    </w:p>
    <w:p w:rsidR="007B2329" w:rsidRDefault="007B2329" w:rsidP="007B2329">
      <w:r>
        <w:t>450.2719</w:t>
      </w:r>
      <w:r>
        <w:tab/>
        <w:t>4.261e0</w:t>
      </w:r>
    </w:p>
    <w:p w:rsidR="007B2329" w:rsidRDefault="007B2329" w:rsidP="007B2329">
      <w:r>
        <w:t>450.2766</w:t>
      </w:r>
      <w:r>
        <w:tab/>
        <w:t>2.128e0</w:t>
      </w:r>
    </w:p>
    <w:p w:rsidR="007B2329" w:rsidRDefault="007B2329" w:rsidP="007B2329">
      <w:r>
        <w:t>450.2785</w:t>
      </w:r>
      <w:r>
        <w:tab/>
        <w:t>1.093e1</w:t>
      </w:r>
    </w:p>
    <w:p w:rsidR="007B2329" w:rsidRDefault="007B2329" w:rsidP="007B2329">
      <w:r>
        <w:t>450.2864</w:t>
      </w:r>
      <w:r>
        <w:tab/>
        <w:t>8.191e0</w:t>
      </w:r>
    </w:p>
    <w:p w:rsidR="007B2329" w:rsidRDefault="007B2329" w:rsidP="007B2329">
      <w:r>
        <w:t>450.2896</w:t>
      </w:r>
      <w:r>
        <w:tab/>
        <w:t>3.005e-1</w:t>
      </w:r>
    </w:p>
    <w:p w:rsidR="007B2329" w:rsidRDefault="007B2329" w:rsidP="007B2329">
      <w:r>
        <w:t>450.2986</w:t>
      </w:r>
      <w:r>
        <w:tab/>
        <w:t>3.038e0</w:t>
      </w:r>
    </w:p>
    <w:p w:rsidR="007B2329" w:rsidRDefault="007B2329" w:rsidP="007B2329">
      <w:r>
        <w:t>450.3079</w:t>
      </w:r>
      <w:r>
        <w:tab/>
        <w:t>2.125e0</w:t>
      </w:r>
    </w:p>
    <w:p w:rsidR="007B2329" w:rsidRDefault="007B2329" w:rsidP="007B2329">
      <w:r>
        <w:t>450.3121</w:t>
      </w:r>
      <w:r>
        <w:tab/>
        <w:t>3.038e0</w:t>
      </w:r>
    </w:p>
    <w:p w:rsidR="007B2329" w:rsidRDefault="007B2329" w:rsidP="007B2329">
      <w:r>
        <w:t>450.3219</w:t>
      </w:r>
      <w:r>
        <w:tab/>
        <w:t>3.633e0</w:t>
      </w:r>
    </w:p>
    <w:p w:rsidR="007B2329" w:rsidRDefault="007B2329" w:rsidP="007B2329">
      <w:r>
        <w:t>450.3489</w:t>
      </w:r>
      <w:r>
        <w:tab/>
        <w:t>2.647e0</w:t>
      </w:r>
    </w:p>
    <w:p w:rsidR="007B2329" w:rsidRDefault="007B2329" w:rsidP="007B2329">
      <w:r>
        <w:t>450.3646</w:t>
      </w:r>
      <w:r>
        <w:tab/>
        <w:t>2.532e-2</w:t>
      </w:r>
    </w:p>
    <w:p w:rsidR="007B2329" w:rsidRDefault="007B2329" w:rsidP="007B2329">
      <w:r>
        <w:t>450.3672</w:t>
      </w:r>
      <w:r>
        <w:tab/>
        <w:t>1.013e0</w:t>
      </w:r>
    </w:p>
    <w:p w:rsidR="007B2329" w:rsidRDefault="007B2329" w:rsidP="007B2329">
      <w:r>
        <w:lastRenderedPageBreak/>
        <w:t>450.3710</w:t>
      </w:r>
      <w:r>
        <w:tab/>
        <w:t>2.507e0</w:t>
      </w:r>
    </w:p>
    <w:p w:rsidR="007B2329" w:rsidRDefault="007B2329" w:rsidP="007B2329">
      <w:r>
        <w:t>450.3725</w:t>
      </w:r>
      <w:r>
        <w:tab/>
        <w:t>1.720e0</w:t>
      </w:r>
    </w:p>
    <w:p w:rsidR="007B2329" w:rsidRDefault="007B2329" w:rsidP="007B2329">
      <w:r>
        <w:t>450.3800</w:t>
      </w:r>
      <w:r>
        <w:tab/>
        <w:t>1.140e0</w:t>
      </w:r>
    </w:p>
    <w:p w:rsidR="007B2329" w:rsidRDefault="007B2329" w:rsidP="007B2329">
      <w:r>
        <w:t>450.3921</w:t>
      </w:r>
      <w:r>
        <w:tab/>
        <w:t>1.013e0</w:t>
      </w:r>
    </w:p>
    <w:p w:rsidR="007B2329" w:rsidRDefault="007B2329" w:rsidP="007B2329">
      <w:r>
        <w:t>450.4137</w:t>
      </w:r>
      <w:r>
        <w:tab/>
        <w:t>2.025e0</w:t>
      </w:r>
    </w:p>
    <w:p w:rsidR="007B2329" w:rsidRDefault="007B2329" w:rsidP="007B2329">
      <w:r>
        <w:t>450.4167</w:t>
      </w:r>
      <w:r>
        <w:tab/>
        <w:t>3.038e0</w:t>
      </w:r>
    </w:p>
    <w:p w:rsidR="007B2329" w:rsidRDefault="007B2329" w:rsidP="007B2329">
      <w:r>
        <w:t>450.4195</w:t>
      </w:r>
      <w:r>
        <w:tab/>
        <w:t>2.025e0</w:t>
      </w:r>
    </w:p>
    <w:p w:rsidR="007B2329" w:rsidRDefault="007B2329" w:rsidP="007B2329">
      <w:r>
        <w:t>450.4274</w:t>
      </w:r>
      <w:r>
        <w:tab/>
        <w:t>1.025e0</w:t>
      </w:r>
    </w:p>
    <w:p w:rsidR="007B2329" w:rsidRDefault="007B2329" w:rsidP="007B2329">
      <w:r>
        <w:t>450.4394</w:t>
      </w:r>
      <w:r>
        <w:tab/>
        <w:t>1.013e0</w:t>
      </w:r>
    </w:p>
    <w:p w:rsidR="007B2329" w:rsidRDefault="007B2329" w:rsidP="007B2329">
      <w:r>
        <w:t>450.4420</w:t>
      </w:r>
      <w:r>
        <w:tab/>
        <w:t>2.025e0</w:t>
      </w:r>
    </w:p>
    <w:p w:rsidR="007B2329" w:rsidRDefault="007B2329" w:rsidP="007B2329">
      <w:r>
        <w:t>450.4590</w:t>
      </w:r>
      <w:r>
        <w:tab/>
        <w:t>2.025e0</w:t>
      </w:r>
    </w:p>
    <w:p w:rsidR="007B2329" w:rsidRDefault="007B2329" w:rsidP="007B2329">
      <w:r>
        <w:t>450.4632</w:t>
      </w:r>
      <w:r>
        <w:tab/>
        <w:t>1.013e0</w:t>
      </w:r>
    </w:p>
    <w:p w:rsidR="007B2329" w:rsidRDefault="007B2329" w:rsidP="007B2329">
      <w:r>
        <w:t>450.4832</w:t>
      </w:r>
      <w:r>
        <w:tab/>
        <w:t>4.051e0</w:t>
      </w:r>
    </w:p>
    <w:p w:rsidR="007B2329" w:rsidRDefault="007B2329" w:rsidP="007B2329">
      <w:r>
        <w:t>450.4947</w:t>
      </w:r>
      <w:r>
        <w:tab/>
        <w:t>1.013e0</w:t>
      </w:r>
    </w:p>
    <w:p w:rsidR="007B2329" w:rsidRDefault="007B2329" w:rsidP="007B2329">
      <w:r>
        <w:t>450.5025</w:t>
      </w:r>
      <w:r>
        <w:tab/>
        <w:t>1.013e0</w:t>
      </w:r>
    </w:p>
    <w:p w:rsidR="007B2329" w:rsidRDefault="007B2329" w:rsidP="007B2329">
      <w:r>
        <w:t>450.5183</w:t>
      </w:r>
      <w:r>
        <w:tab/>
        <w:t>1.013e0</w:t>
      </w:r>
    </w:p>
    <w:p w:rsidR="007B2329" w:rsidRDefault="007B2329" w:rsidP="007B2329">
      <w:r>
        <w:t>450.5287</w:t>
      </w:r>
      <w:r>
        <w:tab/>
        <w:t>2.025e0</w:t>
      </w:r>
    </w:p>
    <w:p w:rsidR="007B2329" w:rsidRDefault="007B2329" w:rsidP="007B2329">
      <w:r>
        <w:t>450.5578</w:t>
      </w:r>
      <w:r>
        <w:tab/>
        <w:t>1.013e0</w:t>
      </w:r>
    </w:p>
    <w:p w:rsidR="007B2329" w:rsidRDefault="007B2329" w:rsidP="007B2329">
      <w:r>
        <w:t>450.5735</w:t>
      </w:r>
      <w:r>
        <w:tab/>
        <w:t>1.013e0</w:t>
      </w:r>
    </w:p>
    <w:p w:rsidR="007B2329" w:rsidRDefault="007B2329" w:rsidP="007B2329">
      <w:r>
        <w:lastRenderedPageBreak/>
        <w:t>450.5756</w:t>
      </w:r>
      <w:r>
        <w:tab/>
        <w:t>2.025e0</w:t>
      </w:r>
    </w:p>
    <w:p w:rsidR="007B2329" w:rsidRDefault="007B2329" w:rsidP="007B2329">
      <w:r>
        <w:t>450.5772</w:t>
      </w:r>
      <w:r>
        <w:tab/>
        <w:t>2.025e0</w:t>
      </w:r>
    </w:p>
    <w:p w:rsidR="007B2329" w:rsidRDefault="007B2329" w:rsidP="007B2329">
      <w:r>
        <w:t>450.5814</w:t>
      </w:r>
      <w:r>
        <w:tab/>
        <w:t>1.013e0</w:t>
      </w:r>
    </w:p>
    <w:p w:rsidR="007B2329" w:rsidRDefault="007B2329" w:rsidP="007B2329">
      <w:r>
        <w:t>450.6027</w:t>
      </w:r>
      <w:r>
        <w:tab/>
        <w:t>2.025e0</w:t>
      </w:r>
    </w:p>
    <w:p w:rsidR="007B2329" w:rsidRDefault="007B2329" w:rsidP="007B2329">
      <w:r>
        <w:t>450.6080</w:t>
      </w:r>
      <w:r>
        <w:tab/>
        <w:t>2.025e0</w:t>
      </w:r>
    </w:p>
    <w:p w:rsidR="007B2329" w:rsidRDefault="007B2329" w:rsidP="007B2329">
      <w:r>
        <w:t>450.6257</w:t>
      </w:r>
      <w:r>
        <w:tab/>
        <w:t>1.013e0</w:t>
      </w:r>
    </w:p>
    <w:p w:rsidR="007B2329" w:rsidRDefault="007B2329" w:rsidP="007B2329">
      <w:r>
        <w:t>450.6495</w:t>
      </w:r>
      <w:r>
        <w:tab/>
        <w:t>4.051e0</w:t>
      </w:r>
    </w:p>
    <w:p w:rsidR="007B2329" w:rsidRDefault="007B2329" w:rsidP="007B2329">
      <w:r>
        <w:t>450.6523</w:t>
      </w:r>
      <w:r>
        <w:tab/>
        <w:t>1.013e0</w:t>
      </w:r>
    </w:p>
    <w:p w:rsidR="007B2329" w:rsidRDefault="007B2329" w:rsidP="007B2329">
      <w:r>
        <w:t>450.6602</w:t>
      </w:r>
      <w:r>
        <w:tab/>
        <w:t>1.013e0</w:t>
      </w:r>
    </w:p>
    <w:p w:rsidR="007B2329" w:rsidRDefault="007B2329" w:rsidP="007B2329">
      <w:r>
        <w:t>450.6834</w:t>
      </w:r>
      <w:r>
        <w:tab/>
        <w:t>6.076e0</w:t>
      </w:r>
    </w:p>
    <w:p w:rsidR="007B2329" w:rsidRDefault="007B2329" w:rsidP="007B2329">
      <w:r>
        <w:t>450.7185</w:t>
      </w:r>
      <w:r>
        <w:tab/>
        <w:t>1.025e0</w:t>
      </w:r>
    </w:p>
    <w:p w:rsidR="007B2329" w:rsidRDefault="007B2329" w:rsidP="007B2329">
      <w:r>
        <w:t>450.7266</w:t>
      </w:r>
      <w:r>
        <w:tab/>
        <w:t>1.013e0</w:t>
      </w:r>
    </w:p>
    <w:p w:rsidR="007B2329" w:rsidRDefault="007B2329" w:rsidP="007B2329">
      <w:r>
        <w:t>450.7458</w:t>
      </w:r>
      <w:r>
        <w:tab/>
        <w:t>4.051e0</w:t>
      </w:r>
    </w:p>
    <w:p w:rsidR="007B2329" w:rsidRDefault="007B2329" w:rsidP="007B2329">
      <w:r>
        <w:t>450.7633</w:t>
      </w:r>
      <w:r>
        <w:tab/>
        <w:t>3.038e0</w:t>
      </w:r>
    </w:p>
    <w:p w:rsidR="007B2329" w:rsidRDefault="007B2329" w:rsidP="007B2329">
      <w:r>
        <w:t>450.7651</w:t>
      </w:r>
      <w:r>
        <w:tab/>
        <w:t>3.038e0</w:t>
      </w:r>
    </w:p>
    <w:p w:rsidR="007B2329" w:rsidRDefault="007B2329" w:rsidP="007B2329">
      <w:r>
        <w:t>450.7667</w:t>
      </w:r>
      <w:r>
        <w:tab/>
        <w:t>5.063e0</w:t>
      </w:r>
    </w:p>
    <w:p w:rsidR="007B2329" w:rsidRDefault="007B2329" w:rsidP="007B2329">
      <w:r>
        <w:t>450.7875</w:t>
      </w:r>
      <w:r>
        <w:tab/>
        <w:t>1.013e0</w:t>
      </w:r>
    </w:p>
    <w:p w:rsidR="007B2329" w:rsidRDefault="007B2329" w:rsidP="007B2329">
      <w:r>
        <w:t>450.8101</w:t>
      </w:r>
      <w:r>
        <w:tab/>
        <w:t>1.013e0</w:t>
      </w:r>
    </w:p>
    <w:p w:rsidR="007B2329" w:rsidRDefault="007B2329" w:rsidP="007B2329">
      <w:r>
        <w:t>450.8181</w:t>
      </w:r>
      <w:r>
        <w:tab/>
        <w:t>1.013e0</w:t>
      </w:r>
    </w:p>
    <w:p w:rsidR="007B2329" w:rsidRDefault="007B2329" w:rsidP="007B2329">
      <w:r>
        <w:lastRenderedPageBreak/>
        <w:t>450.8234</w:t>
      </w:r>
      <w:r>
        <w:tab/>
        <w:t>2.563e0</w:t>
      </w:r>
    </w:p>
    <w:p w:rsidR="007B2329" w:rsidRDefault="007B2329" w:rsidP="007B2329">
      <w:r>
        <w:t>450.8271</w:t>
      </w:r>
      <w:r>
        <w:tab/>
        <w:t>1.013e0</w:t>
      </w:r>
    </w:p>
    <w:p w:rsidR="007B2329" w:rsidRDefault="007B2329" w:rsidP="007B2329">
      <w:r>
        <w:t>450.8666</w:t>
      </w:r>
      <w:r>
        <w:tab/>
        <w:t>1.013e0</w:t>
      </w:r>
    </w:p>
    <w:p w:rsidR="007B2329" w:rsidRDefault="007B2329" w:rsidP="007B2329">
      <w:r>
        <w:t>450.8732</w:t>
      </w:r>
      <w:r>
        <w:tab/>
        <w:t>1.013e0</w:t>
      </w:r>
    </w:p>
    <w:p w:rsidR="007B2329" w:rsidRDefault="007B2329" w:rsidP="007B2329">
      <w:r>
        <w:t>450.8764</w:t>
      </w:r>
      <w:r>
        <w:tab/>
        <w:t>2.025e0</w:t>
      </w:r>
    </w:p>
    <w:p w:rsidR="007B2329" w:rsidRDefault="007B2329" w:rsidP="007B2329">
      <w:r>
        <w:t>450.8837</w:t>
      </w:r>
      <w:r>
        <w:tab/>
        <w:t>1.025e0</w:t>
      </w:r>
    </w:p>
    <w:p w:rsidR="007B2329" w:rsidRDefault="007B2329" w:rsidP="007B2329">
      <w:r>
        <w:t>450.8917</w:t>
      </w:r>
      <w:r>
        <w:tab/>
        <w:t>2.025e0</w:t>
      </w:r>
    </w:p>
    <w:p w:rsidR="007B2329" w:rsidRDefault="007B2329" w:rsidP="007B2329">
      <w:r>
        <w:t>450.9044</w:t>
      </w:r>
      <w:r>
        <w:tab/>
        <w:t>2.025e0</w:t>
      </w:r>
    </w:p>
    <w:p w:rsidR="007B2329" w:rsidRDefault="007B2329" w:rsidP="007B2329">
      <w:r>
        <w:t>450.9065</w:t>
      </w:r>
      <w:r>
        <w:tab/>
        <w:t>1.013e0</w:t>
      </w:r>
    </w:p>
    <w:p w:rsidR="007B2329" w:rsidRDefault="007B2329" w:rsidP="007B2329">
      <w:r>
        <w:t>450.9077</w:t>
      </w:r>
      <w:r>
        <w:tab/>
        <w:t>2.025e0</w:t>
      </w:r>
    </w:p>
    <w:p w:rsidR="007B2329" w:rsidRDefault="007B2329" w:rsidP="007B2329">
      <w:r>
        <w:t>450.9432</w:t>
      </w:r>
      <w:r>
        <w:tab/>
        <w:t>2.038e0</w:t>
      </w:r>
    </w:p>
    <w:p w:rsidR="007B2329" w:rsidRDefault="007B2329" w:rsidP="007B2329">
      <w:r>
        <w:t>450.9458</w:t>
      </w:r>
      <w:r>
        <w:tab/>
        <w:t>1.013e0</w:t>
      </w:r>
    </w:p>
    <w:p w:rsidR="007B2329" w:rsidRDefault="007B2329" w:rsidP="007B2329">
      <w:r>
        <w:t>450.9628</w:t>
      </w:r>
      <w:r>
        <w:tab/>
        <w:t>1.025e0</w:t>
      </w:r>
    </w:p>
    <w:p w:rsidR="007B2329" w:rsidRDefault="007B2329" w:rsidP="007B2329">
      <w:r>
        <w:t>450.9679</w:t>
      </w:r>
      <w:r>
        <w:tab/>
        <w:t>2.025e0</w:t>
      </w:r>
    </w:p>
    <w:p w:rsidR="007B2329" w:rsidRDefault="007B2329" w:rsidP="007B2329">
      <w:r>
        <w:t>450.9745</w:t>
      </w:r>
      <w:r>
        <w:tab/>
        <w:t>3.038e0</w:t>
      </w:r>
    </w:p>
    <w:p w:rsidR="007B2329" w:rsidRDefault="007B2329" w:rsidP="007B2329">
      <w:r>
        <w:t>450.9818</w:t>
      </w:r>
      <w:r>
        <w:tab/>
        <w:t>1.013e0</w:t>
      </w:r>
    </w:p>
    <w:p w:rsidR="007B2329" w:rsidRDefault="007B2329" w:rsidP="007B2329">
      <w:r>
        <w:t>451.0125</w:t>
      </w:r>
      <w:r>
        <w:tab/>
        <w:t>2.025e0</w:t>
      </w:r>
    </w:p>
    <w:p w:rsidR="007B2329" w:rsidRDefault="007B2329" w:rsidP="007B2329">
      <w:r>
        <w:t>451.0220</w:t>
      </w:r>
      <w:r>
        <w:tab/>
        <w:t>5.063e0</w:t>
      </w:r>
    </w:p>
    <w:p w:rsidR="007B2329" w:rsidRDefault="007B2329" w:rsidP="007B2329">
      <w:r>
        <w:t>451.0468</w:t>
      </w:r>
      <w:r>
        <w:tab/>
        <w:t>1.013e0</w:t>
      </w:r>
    </w:p>
    <w:p w:rsidR="007B2329" w:rsidRDefault="007B2329" w:rsidP="007B2329">
      <w:r>
        <w:lastRenderedPageBreak/>
        <w:t>451.0610</w:t>
      </w:r>
      <w:r>
        <w:tab/>
        <w:t>1.013e0</w:t>
      </w:r>
    </w:p>
    <w:p w:rsidR="007B2329" w:rsidRDefault="007B2329" w:rsidP="007B2329">
      <w:r>
        <w:t>451.0825</w:t>
      </w:r>
      <w:r>
        <w:tab/>
        <w:t>2.025e0</w:t>
      </w:r>
    </w:p>
    <w:p w:rsidR="007B2329" w:rsidRDefault="007B2329" w:rsidP="007B2329">
      <w:r>
        <w:t>451.1113</w:t>
      </w:r>
      <w:r>
        <w:tab/>
        <w:t>2.532e-2</w:t>
      </w:r>
    </w:p>
    <w:p w:rsidR="007B2329" w:rsidRDefault="007B2329" w:rsidP="007B2329">
      <w:r>
        <w:t>451.1282</w:t>
      </w:r>
      <w:r>
        <w:tab/>
        <w:t>3.092e0</w:t>
      </w:r>
    </w:p>
    <w:p w:rsidR="007B2329" w:rsidRDefault="007B2329" w:rsidP="007B2329">
      <w:r>
        <w:t>451.1474</w:t>
      </w:r>
      <w:r>
        <w:tab/>
        <w:t>3.038e0</w:t>
      </w:r>
    </w:p>
    <w:p w:rsidR="007B2329" w:rsidRDefault="007B2329" w:rsidP="007B2329">
      <w:r>
        <w:t>451.1699</w:t>
      </w:r>
      <w:r>
        <w:tab/>
        <w:t>3.047e0</w:t>
      </w:r>
    </w:p>
    <w:p w:rsidR="007B2329" w:rsidRDefault="007B2329" w:rsidP="007B2329">
      <w:r>
        <w:t>451.1850</w:t>
      </w:r>
      <w:r>
        <w:tab/>
        <w:t>1.836e0</w:t>
      </w:r>
    </w:p>
    <w:p w:rsidR="007B2329" w:rsidRDefault="007B2329" w:rsidP="007B2329">
      <w:r>
        <w:t>451.1881</w:t>
      </w:r>
      <w:r>
        <w:tab/>
        <w:t>7.317e0</w:t>
      </w:r>
    </w:p>
    <w:p w:rsidR="007B2329" w:rsidRDefault="007B2329" w:rsidP="007B2329">
      <w:r>
        <w:t>451.2007</w:t>
      </w:r>
      <w:r>
        <w:tab/>
        <w:t>7.438e0</w:t>
      </w:r>
    </w:p>
    <w:p w:rsidR="007B2329" w:rsidRDefault="007B2329" w:rsidP="007B2329">
      <w:r>
        <w:t>451.2029</w:t>
      </w:r>
      <w:r>
        <w:tab/>
        <w:t>5.312e0</w:t>
      </w:r>
    </w:p>
    <w:p w:rsidR="007B2329" w:rsidRDefault="007B2329" w:rsidP="007B2329">
      <w:r>
        <w:t>451.2604</w:t>
      </w:r>
      <w:r>
        <w:tab/>
        <w:t>1.800e0</w:t>
      </w:r>
    </w:p>
    <w:p w:rsidR="007B2329" w:rsidRDefault="007B2329" w:rsidP="007B2329">
      <w:r>
        <w:t>451.2686</w:t>
      </w:r>
      <w:r>
        <w:tab/>
        <w:t>2.001e0</w:t>
      </w:r>
    </w:p>
    <w:p w:rsidR="007B2329" w:rsidRDefault="007B2329" w:rsidP="007B2329">
      <w:r>
        <w:t>451.2789</w:t>
      </w:r>
      <w:r>
        <w:tab/>
        <w:t>3.038e0</w:t>
      </w:r>
    </w:p>
    <w:p w:rsidR="007B2329" w:rsidRDefault="007B2329" w:rsidP="007B2329">
      <w:r>
        <w:t>451.3105</w:t>
      </w:r>
      <w:r>
        <w:tab/>
        <w:t>1.509e0</w:t>
      </w:r>
    </w:p>
    <w:p w:rsidR="007B2329" w:rsidRDefault="007B2329" w:rsidP="007B2329">
      <w:r>
        <w:t>451.3199</w:t>
      </w:r>
      <w:r>
        <w:tab/>
        <w:t>1.013e0</w:t>
      </w:r>
    </w:p>
    <w:p w:rsidR="007B2329" w:rsidRDefault="007B2329" w:rsidP="007B2329">
      <w:r>
        <w:t>451.3612</w:t>
      </w:r>
      <w:r>
        <w:tab/>
        <w:t>1.353e-1</w:t>
      </w:r>
    </w:p>
    <w:p w:rsidR="007B2329" w:rsidRDefault="007B2329" w:rsidP="007B2329">
      <w:r>
        <w:t>451.3750</w:t>
      </w:r>
      <w:r>
        <w:tab/>
        <w:t>1.660e0</w:t>
      </w:r>
    </w:p>
    <w:p w:rsidR="007B2329" w:rsidRDefault="007B2329" w:rsidP="007B2329">
      <w:r>
        <w:t>451.3814</w:t>
      </w:r>
      <w:r>
        <w:tab/>
        <w:t>1.754e0</w:t>
      </w:r>
    </w:p>
    <w:p w:rsidR="007B2329" w:rsidRDefault="007B2329" w:rsidP="007B2329">
      <w:r>
        <w:t>451.4082</w:t>
      </w:r>
      <w:r>
        <w:tab/>
        <w:t>2.025e0</w:t>
      </w:r>
    </w:p>
    <w:p w:rsidR="007B2329" w:rsidRDefault="007B2329" w:rsidP="007B2329">
      <w:r>
        <w:lastRenderedPageBreak/>
        <w:t>451.4098</w:t>
      </w:r>
      <w:r>
        <w:tab/>
        <w:t>1.013e0</w:t>
      </w:r>
    </w:p>
    <w:p w:rsidR="007B2329" w:rsidRDefault="007B2329" w:rsidP="007B2329">
      <w:r>
        <w:t>451.4175</w:t>
      </w:r>
      <w:r>
        <w:tab/>
        <w:t>1.013e0</w:t>
      </w:r>
    </w:p>
    <w:p w:rsidR="007B2329" w:rsidRDefault="007B2329" w:rsidP="007B2329">
      <w:r>
        <w:t>451.4257</w:t>
      </w:r>
      <w:r>
        <w:tab/>
        <w:t>1.013e0</w:t>
      </w:r>
    </w:p>
    <w:p w:rsidR="007B2329" w:rsidRDefault="007B2329" w:rsidP="007B2329">
      <w:r>
        <w:t>451.4385</w:t>
      </w:r>
      <w:r>
        <w:tab/>
        <w:t>1.013e0</w:t>
      </w:r>
    </w:p>
    <w:p w:rsidR="007B2329" w:rsidRDefault="007B2329" w:rsidP="007B2329">
      <w:r>
        <w:t>451.4493</w:t>
      </w:r>
      <w:r>
        <w:tab/>
        <w:t>1.013e0</w:t>
      </w:r>
    </w:p>
    <w:p w:rsidR="007B2329" w:rsidRDefault="007B2329" w:rsidP="007B2329">
      <w:r>
        <w:t>451.4618</w:t>
      </w:r>
      <w:r>
        <w:tab/>
        <w:t>2.025e0</w:t>
      </w:r>
    </w:p>
    <w:p w:rsidR="007B2329" w:rsidRDefault="007B2329" w:rsidP="007B2329">
      <w:r>
        <w:t>451.4730</w:t>
      </w:r>
      <w:r>
        <w:tab/>
        <w:t>1.013e0</w:t>
      </w:r>
    </w:p>
    <w:p w:rsidR="007B2329" w:rsidRDefault="007B2329" w:rsidP="007B2329">
      <w:r>
        <w:t>451.4784</w:t>
      </w:r>
      <w:r>
        <w:tab/>
        <w:t>1.013e0</w:t>
      </w:r>
    </w:p>
    <w:p w:rsidR="007B2329" w:rsidRDefault="007B2329" w:rsidP="007B2329">
      <w:r>
        <w:t>451.4885</w:t>
      </w:r>
      <w:r>
        <w:tab/>
        <w:t>3.038e0</w:t>
      </w:r>
    </w:p>
    <w:p w:rsidR="007B2329" w:rsidRDefault="007B2329" w:rsidP="007B2329">
      <w:r>
        <w:t>451.4964</w:t>
      </w:r>
      <w:r>
        <w:tab/>
        <w:t>1.013e0</w:t>
      </w:r>
    </w:p>
    <w:p w:rsidR="007B2329" w:rsidRDefault="007B2329" w:rsidP="007B2329">
      <w:r>
        <w:t>451.5006</w:t>
      </w:r>
      <w:r>
        <w:tab/>
        <w:t>2.025e0</w:t>
      </w:r>
    </w:p>
    <w:p w:rsidR="007B2329" w:rsidRDefault="007B2329" w:rsidP="007B2329">
      <w:r>
        <w:t>451.5177</w:t>
      </w:r>
      <w:r>
        <w:tab/>
        <w:t>2.025e0</w:t>
      </w:r>
    </w:p>
    <w:p w:rsidR="007B2329" w:rsidRDefault="007B2329" w:rsidP="007B2329">
      <w:r>
        <w:t>451.5212</w:t>
      </w:r>
      <w:r>
        <w:tab/>
        <w:t>1.013e0</w:t>
      </w:r>
    </w:p>
    <w:p w:rsidR="007B2329" w:rsidRDefault="007B2329" w:rsidP="007B2329">
      <w:r>
        <w:t>451.5393</w:t>
      </w:r>
      <w:r>
        <w:tab/>
        <w:t>1.013e0</w:t>
      </w:r>
    </w:p>
    <w:p w:rsidR="007B2329" w:rsidRDefault="007B2329" w:rsidP="007B2329">
      <w:r>
        <w:t>451.5442</w:t>
      </w:r>
      <w:r>
        <w:tab/>
        <w:t>1.013e0</w:t>
      </w:r>
    </w:p>
    <w:p w:rsidR="007B2329" w:rsidRDefault="007B2329" w:rsidP="007B2329">
      <w:r>
        <w:t>451.5483</w:t>
      </w:r>
      <w:r>
        <w:tab/>
        <w:t>2.025e0</w:t>
      </w:r>
    </w:p>
    <w:p w:rsidR="007B2329" w:rsidRDefault="007B2329" w:rsidP="007B2329">
      <w:r>
        <w:t>451.5790</w:t>
      </w:r>
      <w:r>
        <w:tab/>
        <w:t>1.013e0</w:t>
      </w:r>
    </w:p>
    <w:p w:rsidR="007B2329" w:rsidRDefault="007B2329" w:rsidP="007B2329">
      <w:r>
        <w:t>451.6144</w:t>
      </w:r>
      <w:r>
        <w:tab/>
        <w:t>4.051e0</w:t>
      </w:r>
    </w:p>
    <w:p w:rsidR="007B2329" w:rsidRDefault="007B2329" w:rsidP="007B2329">
      <w:r>
        <w:t>451.6310</w:t>
      </w:r>
      <w:r>
        <w:tab/>
        <w:t>1.013e0</w:t>
      </w:r>
    </w:p>
    <w:p w:rsidR="007B2329" w:rsidRDefault="007B2329" w:rsidP="007B2329">
      <w:r>
        <w:lastRenderedPageBreak/>
        <w:t>451.6516</w:t>
      </w:r>
      <w:r>
        <w:tab/>
        <w:t>2.025e0</w:t>
      </w:r>
    </w:p>
    <w:p w:rsidR="007B2329" w:rsidRDefault="007B2329" w:rsidP="007B2329">
      <w:r>
        <w:t>451.6580</w:t>
      </w:r>
      <w:r>
        <w:tab/>
        <w:t>1.013e0</w:t>
      </w:r>
    </w:p>
    <w:p w:rsidR="007B2329" w:rsidRDefault="007B2329" w:rsidP="007B2329">
      <w:r>
        <w:t>451.6864</w:t>
      </w:r>
      <w:r>
        <w:tab/>
        <w:t>1.013e0</w:t>
      </w:r>
    </w:p>
    <w:p w:rsidR="007B2329" w:rsidRDefault="007B2329" w:rsidP="007B2329">
      <w:r>
        <w:t>451.6875</w:t>
      </w:r>
      <w:r>
        <w:tab/>
        <w:t>3.038e0</w:t>
      </w:r>
    </w:p>
    <w:p w:rsidR="007B2329" w:rsidRDefault="007B2329" w:rsidP="007B2329">
      <w:r>
        <w:t>451.6914</w:t>
      </w:r>
      <w:r>
        <w:tab/>
        <w:t>3.038e0</w:t>
      </w:r>
    </w:p>
    <w:p w:rsidR="007B2329" w:rsidRDefault="007B2329" w:rsidP="007B2329">
      <w:r>
        <w:t>451.6949</w:t>
      </w:r>
      <w:r>
        <w:tab/>
        <w:t>4.051e0</w:t>
      </w:r>
    </w:p>
    <w:p w:rsidR="007B2329" w:rsidRDefault="007B2329" w:rsidP="007B2329">
      <w:r>
        <w:t>451.7156</w:t>
      </w:r>
      <w:r>
        <w:tab/>
        <w:t>1.013e0</w:t>
      </w:r>
    </w:p>
    <w:p w:rsidR="007B2329" w:rsidRDefault="007B2329" w:rsidP="007B2329">
      <w:r>
        <w:t>451.7175</w:t>
      </w:r>
      <w:r>
        <w:tab/>
        <w:t>1.038e0</w:t>
      </w:r>
    </w:p>
    <w:p w:rsidR="007B2329" w:rsidRDefault="007B2329" w:rsidP="007B2329">
      <w:r>
        <w:t>451.7193</w:t>
      </w:r>
      <w:r>
        <w:tab/>
        <w:t>1.013e0</w:t>
      </w:r>
    </w:p>
    <w:p w:rsidR="007B2329" w:rsidRDefault="007B2329" w:rsidP="007B2329">
      <w:r>
        <w:t>451.7362</w:t>
      </w:r>
      <w:r>
        <w:tab/>
        <w:t>2.025e0</w:t>
      </w:r>
    </w:p>
    <w:p w:rsidR="007B2329" w:rsidRDefault="007B2329" w:rsidP="007B2329">
      <w:r>
        <w:t>451.7496</w:t>
      </w:r>
      <w:r>
        <w:tab/>
        <w:t>1.013e0</w:t>
      </w:r>
    </w:p>
    <w:p w:rsidR="007B2329" w:rsidRDefault="007B2329" w:rsidP="007B2329">
      <w:r>
        <w:t>451.7628</w:t>
      </w:r>
      <w:r>
        <w:tab/>
        <w:t>2.025e0</w:t>
      </w:r>
    </w:p>
    <w:p w:rsidR="007B2329" w:rsidRDefault="007B2329" w:rsidP="007B2329">
      <w:r>
        <w:t>451.7654</w:t>
      </w:r>
      <w:r>
        <w:tab/>
        <w:t>1.013e0</w:t>
      </w:r>
    </w:p>
    <w:p w:rsidR="007B2329" w:rsidRDefault="007B2329" w:rsidP="007B2329">
      <w:r>
        <w:t>451.7744</w:t>
      </w:r>
      <w:r>
        <w:tab/>
        <w:t>2.025e0</w:t>
      </w:r>
    </w:p>
    <w:p w:rsidR="007B2329" w:rsidRDefault="007B2329" w:rsidP="007B2329">
      <w:r>
        <w:t>451.7947</w:t>
      </w:r>
      <w:r>
        <w:tab/>
        <w:t>1.013e0</w:t>
      </w:r>
    </w:p>
    <w:p w:rsidR="007B2329" w:rsidRDefault="007B2329" w:rsidP="007B2329">
      <w:r>
        <w:t>451.8126</w:t>
      </w:r>
      <w:r>
        <w:tab/>
        <w:t>3.038e0</w:t>
      </w:r>
    </w:p>
    <w:p w:rsidR="007B2329" w:rsidRDefault="007B2329" w:rsidP="007B2329">
      <w:r>
        <w:t>451.8234</w:t>
      </w:r>
      <w:r>
        <w:tab/>
        <w:t>4.051e0</w:t>
      </w:r>
    </w:p>
    <w:p w:rsidR="007B2329" w:rsidRDefault="007B2329" w:rsidP="007B2329">
      <w:r>
        <w:t>451.8421</w:t>
      </w:r>
      <w:r>
        <w:tab/>
        <w:t>6.076e0</w:t>
      </w:r>
    </w:p>
    <w:p w:rsidR="007B2329" w:rsidRDefault="007B2329" w:rsidP="007B2329">
      <w:r>
        <w:t>451.8523</w:t>
      </w:r>
      <w:r>
        <w:tab/>
        <w:t>1.013e0</w:t>
      </w:r>
    </w:p>
    <w:p w:rsidR="007B2329" w:rsidRDefault="007B2329" w:rsidP="007B2329">
      <w:r>
        <w:lastRenderedPageBreak/>
        <w:t>451.8738</w:t>
      </w:r>
      <w:r>
        <w:tab/>
        <w:t>1.013e0</w:t>
      </w:r>
    </w:p>
    <w:p w:rsidR="007B2329" w:rsidRDefault="007B2329" w:rsidP="007B2329">
      <w:r>
        <w:t>451.8814</w:t>
      </w:r>
      <w:r>
        <w:tab/>
        <w:t>2.025e0</w:t>
      </w:r>
    </w:p>
    <w:p w:rsidR="007B2329" w:rsidRDefault="007B2329" w:rsidP="007B2329">
      <w:r>
        <w:t>451.8998</w:t>
      </w:r>
      <w:r>
        <w:tab/>
        <w:t>1.013e0</w:t>
      </w:r>
    </w:p>
    <w:p w:rsidR="007B2329" w:rsidRDefault="007B2329" w:rsidP="007B2329">
      <w:r>
        <w:t>451.9235</w:t>
      </w:r>
      <w:r>
        <w:tab/>
        <w:t>1.013e0</w:t>
      </w:r>
    </w:p>
    <w:p w:rsidR="007B2329" w:rsidRDefault="007B2329" w:rsidP="007B2329">
      <w:r>
        <w:t>451.9315</w:t>
      </w:r>
      <w:r>
        <w:tab/>
        <w:t>1.013e0</w:t>
      </w:r>
    </w:p>
    <w:p w:rsidR="007B2329" w:rsidRDefault="007B2329" w:rsidP="007B2329">
      <w:r>
        <w:t>451.9393</w:t>
      </w:r>
      <w:r>
        <w:tab/>
        <w:t>1.013e0</w:t>
      </w:r>
    </w:p>
    <w:p w:rsidR="007B2329" w:rsidRDefault="007B2329" w:rsidP="007B2329">
      <w:r>
        <w:t>451.9416</w:t>
      </w:r>
      <w:r>
        <w:tab/>
        <w:t>6.272e0</w:t>
      </w:r>
    </w:p>
    <w:p w:rsidR="007B2329" w:rsidRDefault="007B2329" w:rsidP="007B2329">
      <w:r>
        <w:t>451.9510</w:t>
      </w:r>
      <w:r>
        <w:tab/>
        <w:t>2.025e0</w:t>
      </w:r>
    </w:p>
    <w:p w:rsidR="007B2329" w:rsidRDefault="007B2329" w:rsidP="007B2329">
      <w:r>
        <w:t>451.9565</w:t>
      </w:r>
      <w:r>
        <w:tab/>
        <w:t>1.013e0</w:t>
      </w:r>
    </w:p>
    <w:p w:rsidR="007B2329" w:rsidRDefault="007B2329" w:rsidP="007B2329">
      <w:r>
        <w:t>451.9639</w:t>
      </w:r>
      <w:r>
        <w:tab/>
        <w:t>2.025e0</w:t>
      </w:r>
    </w:p>
    <w:p w:rsidR="007B2329" w:rsidRDefault="007B2329" w:rsidP="007B2329">
      <w:r>
        <w:t>451.9746</w:t>
      </w:r>
      <w:r>
        <w:tab/>
        <w:t>1.013e0</w:t>
      </w:r>
    </w:p>
    <w:p w:rsidR="007B2329" w:rsidRDefault="007B2329" w:rsidP="007B2329">
      <w:r>
        <w:t>451.9789</w:t>
      </w:r>
      <w:r>
        <w:tab/>
        <w:t>1.013e0</w:t>
      </w:r>
    </w:p>
    <w:p w:rsidR="007B2329" w:rsidRDefault="007B2329" w:rsidP="007B2329">
      <w:r>
        <w:t>451.9926</w:t>
      </w:r>
      <w:r>
        <w:tab/>
        <w:t>1.013e0</w:t>
      </w:r>
    </w:p>
    <w:p w:rsidR="007B2329" w:rsidRDefault="007B2329" w:rsidP="007B2329">
      <w:r>
        <w:t>451.9945</w:t>
      </w:r>
      <w:r>
        <w:tab/>
        <w:t>2.025e0</w:t>
      </w:r>
    </w:p>
    <w:p w:rsidR="007B2329" w:rsidRDefault="007B2329" w:rsidP="007B2329">
      <w:r>
        <w:t>452.0183</w:t>
      </w:r>
      <w:r>
        <w:tab/>
        <w:t>1.013e0</w:t>
      </w:r>
    </w:p>
    <w:p w:rsidR="007B2329" w:rsidRDefault="007B2329" w:rsidP="007B2329">
      <w:r>
        <w:t>452.0512</w:t>
      </w:r>
      <w:r>
        <w:tab/>
        <w:t>5.063e0</w:t>
      </w:r>
    </w:p>
    <w:p w:rsidR="007B2329" w:rsidRDefault="007B2329" w:rsidP="007B2329">
      <w:r>
        <w:t>452.0578</w:t>
      </w:r>
      <w:r>
        <w:tab/>
        <w:t>1.013e0</w:t>
      </w:r>
    </w:p>
    <w:p w:rsidR="007B2329" w:rsidRDefault="007B2329" w:rsidP="007B2329">
      <w:r>
        <w:t>452.0648</w:t>
      </w:r>
      <w:r>
        <w:tab/>
        <w:t>3.038e0</w:t>
      </w:r>
    </w:p>
    <w:p w:rsidR="007B2329" w:rsidRDefault="007B2329" w:rsidP="007B2329">
      <w:r>
        <w:t>452.0725</w:t>
      </w:r>
      <w:r>
        <w:tab/>
        <w:t>1.531e0</w:t>
      </w:r>
    </w:p>
    <w:p w:rsidR="007B2329" w:rsidRDefault="007B2329" w:rsidP="007B2329">
      <w:r>
        <w:lastRenderedPageBreak/>
        <w:t>452.0818</w:t>
      </w:r>
      <w:r>
        <w:tab/>
        <w:t>7.089e0</w:t>
      </w:r>
    </w:p>
    <w:p w:rsidR="007B2329" w:rsidRDefault="007B2329" w:rsidP="007B2329">
      <w:r>
        <w:t>452.1001</w:t>
      </w:r>
      <w:r>
        <w:tab/>
        <w:t>4.051e0</w:t>
      </w:r>
    </w:p>
    <w:p w:rsidR="007B2329" w:rsidRDefault="007B2329" w:rsidP="007B2329">
      <w:r>
        <w:t>452.1032</w:t>
      </w:r>
      <w:r>
        <w:tab/>
        <w:t>1.783e0</w:t>
      </w:r>
    </w:p>
    <w:p w:rsidR="007B2329" w:rsidRDefault="007B2329" w:rsidP="007B2329">
      <w:r>
        <w:t>452.1329</w:t>
      </w:r>
      <w:r>
        <w:tab/>
        <w:t>2.025e0</w:t>
      </w:r>
    </w:p>
    <w:p w:rsidR="007B2329" w:rsidRDefault="007B2329" w:rsidP="007B2329">
      <w:r>
        <w:t>452.1360</w:t>
      </w:r>
      <w:r>
        <w:tab/>
        <w:t>5.063e0</w:t>
      </w:r>
    </w:p>
    <w:p w:rsidR="007B2329" w:rsidRDefault="007B2329" w:rsidP="007B2329">
      <w:r>
        <w:t>452.1433</w:t>
      </w:r>
      <w:r>
        <w:tab/>
        <w:t>1.230e0</w:t>
      </w:r>
    </w:p>
    <w:p w:rsidR="007B2329" w:rsidRDefault="007B2329" w:rsidP="007B2329">
      <w:r>
        <w:t>452.1495</w:t>
      </w:r>
      <w:r>
        <w:tab/>
        <w:t>2.126e0</w:t>
      </w:r>
    </w:p>
    <w:p w:rsidR="007B2329" w:rsidRDefault="007B2329" w:rsidP="007B2329">
      <w:r>
        <w:t>452.1590</w:t>
      </w:r>
      <w:r>
        <w:tab/>
        <w:t>5.950e0</w:t>
      </w:r>
    </w:p>
    <w:p w:rsidR="007B2329" w:rsidRDefault="007B2329" w:rsidP="007B2329">
      <w:r>
        <w:t>452.1817</w:t>
      </w:r>
      <w:r>
        <w:tab/>
        <w:t>2.025e0</w:t>
      </w:r>
    </w:p>
    <w:p w:rsidR="007B2329" w:rsidRDefault="007B2329" w:rsidP="007B2329">
      <w:r>
        <w:t>452.1869</w:t>
      </w:r>
      <w:r>
        <w:tab/>
        <w:t>6.962e0</w:t>
      </w:r>
    </w:p>
    <w:p w:rsidR="007B2329" w:rsidRDefault="007B2329" w:rsidP="007B2329">
      <w:r>
        <w:t>452.2054</w:t>
      </w:r>
      <w:r>
        <w:tab/>
        <w:t>8.280e0</w:t>
      </w:r>
    </w:p>
    <w:p w:rsidR="007B2329" w:rsidRDefault="007B2329" w:rsidP="007B2329">
      <w:r>
        <w:t>452.2081</w:t>
      </w:r>
      <w:r>
        <w:tab/>
        <w:t>4.371e0</w:t>
      </w:r>
    </w:p>
    <w:p w:rsidR="007B2329" w:rsidRDefault="007B2329" w:rsidP="007B2329">
      <w:r>
        <w:t>452.2179</w:t>
      </w:r>
      <w:r>
        <w:tab/>
        <w:t>3.038e0</w:t>
      </w:r>
    </w:p>
    <w:p w:rsidR="007B2329" w:rsidRDefault="007B2329" w:rsidP="007B2329">
      <w:r>
        <w:t>452.2200</w:t>
      </w:r>
      <w:r>
        <w:tab/>
        <w:t>5.459e0</w:t>
      </w:r>
    </w:p>
    <w:p w:rsidR="007B2329" w:rsidRDefault="007B2329" w:rsidP="007B2329">
      <w:r>
        <w:t>452.2220</w:t>
      </w:r>
      <w:r>
        <w:tab/>
        <w:t>2.852e0</w:t>
      </w:r>
    </w:p>
    <w:p w:rsidR="007B2329" w:rsidRDefault="007B2329" w:rsidP="007B2329">
      <w:r>
        <w:t>452.2235</w:t>
      </w:r>
      <w:r>
        <w:tab/>
        <w:t>7.503e0</w:t>
      </w:r>
    </w:p>
    <w:p w:rsidR="007B2329" w:rsidRDefault="007B2329" w:rsidP="007B2329">
      <w:r>
        <w:t>452.2274</w:t>
      </w:r>
      <w:r>
        <w:tab/>
        <w:t>1.569e0</w:t>
      </w:r>
    </w:p>
    <w:p w:rsidR="007B2329" w:rsidRDefault="007B2329" w:rsidP="007B2329">
      <w:r>
        <w:t>452.2369</w:t>
      </w:r>
      <w:r>
        <w:tab/>
        <w:t>1.013e0</w:t>
      </w:r>
    </w:p>
    <w:p w:rsidR="007B2329" w:rsidRDefault="007B2329" w:rsidP="007B2329">
      <w:r>
        <w:t>452.3626</w:t>
      </w:r>
      <w:r>
        <w:tab/>
        <w:t>1.160e0</w:t>
      </w:r>
    </w:p>
    <w:p w:rsidR="007B2329" w:rsidRDefault="007B2329" w:rsidP="007B2329">
      <w:r>
        <w:lastRenderedPageBreak/>
        <w:t>452.3810</w:t>
      </w:r>
      <w:r>
        <w:tab/>
        <w:t>5.063e0</w:t>
      </w:r>
    </w:p>
    <w:p w:rsidR="007B2329" w:rsidRDefault="007B2329" w:rsidP="007B2329">
      <w:r>
        <w:t>452.3884</w:t>
      </w:r>
      <w:r>
        <w:tab/>
        <w:t>1.013e0</w:t>
      </w:r>
    </w:p>
    <w:p w:rsidR="007B2329" w:rsidRDefault="007B2329" w:rsidP="007B2329">
      <w:r>
        <w:t>452.3936</w:t>
      </w:r>
      <w:r>
        <w:tab/>
        <w:t>1.318e1</w:t>
      </w:r>
    </w:p>
    <w:p w:rsidR="007B2329" w:rsidRDefault="007B2329" w:rsidP="007B2329">
      <w:r>
        <w:t>452.3973</w:t>
      </w:r>
      <w:r>
        <w:tab/>
        <w:t>3.038e0</w:t>
      </w:r>
    </w:p>
    <w:p w:rsidR="007B2329" w:rsidRDefault="007B2329" w:rsidP="007B2329">
      <w:r>
        <w:t>452.4138</w:t>
      </w:r>
      <w:r>
        <w:tab/>
        <w:t>1.013e0</w:t>
      </w:r>
    </w:p>
    <w:p w:rsidR="007B2329" w:rsidRDefault="007B2329" w:rsidP="007B2329">
      <w:r>
        <w:t>452.4416</w:t>
      </w:r>
      <w:r>
        <w:tab/>
        <w:t>2.025e0</w:t>
      </w:r>
    </w:p>
    <w:p w:rsidR="007B2329" w:rsidRDefault="007B2329" w:rsidP="007B2329">
      <w:r>
        <w:t>452.4724</w:t>
      </w:r>
      <w:r>
        <w:tab/>
        <w:t>2.025e0</w:t>
      </w:r>
    </w:p>
    <w:p w:rsidR="007B2329" w:rsidRDefault="007B2329" w:rsidP="007B2329">
      <w:r>
        <w:t>452.4891</w:t>
      </w:r>
      <w:r>
        <w:tab/>
        <w:t>2.025e0</w:t>
      </w:r>
    </w:p>
    <w:p w:rsidR="007B2329" w:rsidRDefault="007B2329" w:rsidP="007B2329">
      <w:r>
        <w:t>452.4956</w:t>
      </w:r>
      <w:r>
        <w:tab/>
        <w:t>1.025e0</w:t>
      </w:r>
    </w:p>
    <w:p w:rsidR="007B2329" w:rsidRDefault="007B2329" w:rsidP="007B2329">
      <w:r>
        <w:t>452.5168</w:t>
      </w:r>
      <w:r>
        <w:tab/>
        <w:t>1.013e0</w:t>
      </w:r>
    </w:p>
    <w:p w:rsidR="007B2329" w:rsidRDefault="007B2329" w:rsidP="007B2329">
      <w:r>
        <w:t>452.5240</w:t>
      </w:r>
      <w:r>
        <w:tab/>
        <w:t>2.025e0</w:t>
      </w:r>
    </w:p>
    <w:p w:rsidR="007B2329" w:rsidRDefault="007B2329" w:rsidP="007B2329">
      <w:r>
        <w:t>452.5656</w:t>
      </w:r>
      <w:r>
        <w:tab/>
        <w:t>2.025e0</w:t>
      </w:r>
    </w:p>
    <w:p w:rsidR="007B2329" w:rsidRDefault="007B2329" w:rsidP="007B2329">
      <w:r>
        <w:t>452.5681</w:t>
      </w:r>
      <w:r>
        <w:tab/>
        <w:t>1.013e0</w:t>
      </w:r>
    </w:p>
    <w:p w:rsidR="007B2329" w:rsidRDefault="007B2329" w:rsidP="007B2329">
      <w:r>
        <w:t>452.5959</w:t>
      </w:r>
      <w:r>
        <w:tab/>
        <w:t>1.013e0</w:t>
      </w:r>
    </w:p>
    <w:p w:rsidR="007B2329" w:rsidRDefault="007B2329" w:rsidP="007B2329">
      <w:r>
        <w:t>452.6037</w:t>
      </w:r>
      <w:r>
        <w:tab/>
        <w:t>1.013e0</w:t>
      </w:r>
    </w:p>
    <w:p w:rsidR="007B2329" w:rsidRDefault="007B2329" w:rsidP="007B2329">
      <w:r>
        <w:t>452.6295</w:t>
      </w:r>
      <w:r>
        <w:tab/>
        <w:t>1.013e0</w:t>
      </w:r>
    </w:p>
    <w:p w:rsidR="007B2329" w:rsidRDefault="007B2329" w:rsidP="007B2329">
      <w:r>
        <w:t>452.6383</w:t>
      </w:r>
      <w:r>
        <w:tab/>
        <w:t>2.025e0</w:t>
      </w:r>
    </w:p>
    <w:p w:rsidR="007B2329" w:rsidRDefault="007B2329" w:rsidP="007B2329">
      <w:r>
        <w:t>452.6463</w:t>
      </w:r>
      <w:r>
        <w:tab/>
        <w:t>2.025e0</w:t>
      </w:r>
    </w:p>
    <w:p w:rsidR="007B2329" w:rsidRDefault="007B2329" w:rsidP="007B2329">
      <w:r>
        <w:t>452.6474</w:t>
      </w:r>
      <w:r>
        <w:tab/>
        <w:t>1.013e0</w:t>
      </w:r>
    </w:p>
    <w:p w:rsidR="007B2329" w:rsidRDefault="007B2329" w:rsidP="007B2329">
      <w:r>
        <w:lastRenderedPageBreak/>
        <w:t>452.6653</w:t>
      </w:r>
      <w:r>
        <w:tab/>
        <w:t>1.013e0</w:t>
      </w:r>
    </w:p>
    <w:p w:rsidR="007B2329" w:rsidRDefault="007B2329" w:rsidP="007B2329">
      <w:r>
        <w:t>452.6909</w:t>
      </w:r>
      <w:r>
        <w:tab/>
        <w:t>1.013e0</w:t>
      </w:r>
    </w:p>
    <w:p w:rsidR="007B2329" w:rsidRDefault="007B2329" w:rsidP="007B2329">
      <w:r>
        <w:t>452.7050</w:t>
      </w:r>
      <w:r>
        <w:tab/>
        <w:t>2.025e0</w:t>
      </w:r>
    </w:p>
    <w:p w:rsidR="007B2329" w:rsidRDefault="007B2329" w:rsidP="007B2329">
      <w:r>
        <w:t>452.7084</w:t>
      </w:r>
      <w:r>
        <w:tab/>
        <w:t>1.013e0</w:t>
      </w:r>
    </w:p>
    <w:p w:rsidR="007B2329" w:rsidRDefault="007B2329" w:rsidP="007B2329">
      <w:r>
        <w:t>452.7345</w:t>
      </w:r>
      <w:r>
        <w:tab/>
        <w:t>2.025e0</w:t>
      </w:r>
    </w:p>
    <w:p w:rsidR="007B2329" w:rsidRDefault="007B2329" w:rsidP="007B2329">
      <w:r>
        <w:t>452.7621</w:t>
      </w:r>
      <w:r>
        <w:tab/>
        <w:t>1.013e0</w:t>
      </w:r>
    </w:p>
    <w:p w:rsidR="007B2329" w:rsidRDefault="007B2329" w:rsidP="007B2329">
      <w:r>
        <w:t>452.7704</w:t>
      </w:r>
      <w:r>
        <w:tab/>
        <w:t>3.038e0</w:t>
      </w:r>
    </w:p>
    <w:p w:rsidR="007B2329" w:rsidRDefault="007B2329" w:rsidP="007B2329">
      <w:r>
        <w:t>452.7842</w:t>
      </w:r>
      <w:r>
        <w:tab/>
        <w:t>1.013e0</w:t>
      </w:r>
    </w:p>
    <w:p w:rsidR="007B2329" w:rsidRDefault="007B2329" w:rsidP="007B2329">
      <w:r>
        <w:t>452.8057</w:t>
      </w:r>
      <w:r>
        <w:tab/>
        <w:t>1.013e0</w:t>
      </w:r>
    </w:p>
    <w:p w:rsidR="007B2329" w:rsidRDefault="007B2329" w:rsidP="007B2329">
      <w:r>
        <w:t>452.8224</w:t>
      </w:r>
      <w:r>
        <w:tab/>
        <w:t>2.025e0</w:t>
      </w:r>
    </w:p>
    <w:p w:rsidR="007B2329" w:rsidRDefault="007B2329" w:rsidP="007B2329">
      <w:r>
        <w:t>452.8237</w:t>
      </w:r>
      <w:r>
        <w:tab/>
        <w:t>1.013e0</w:t>
      </w:r>
    </w:p>
    <w:p w:rsidR="007B2329" w:rsidRDefault="007B2329" w:rsidP="007B2329">
      <w:r>
        <w:t>452.8272</w:t>
      </w:r>
      <w:r>
        <w:tab/>
        <w:t>1.013e0</w:t>
      </w:r>
    </w:p>
    <w:p w:rsidR="007B2329" w:rsidRDefault="007B2329" w:rsidP="007B2329">
      <w:r>
        <w:t>452.8619</w:t>
      </w:r>
      <w:r>
        <w:tab/>
        <w:t>3.038e0</w:t>
      </w:r>
    </w:p>
    <w:p w:rsidR="007B2329" w:rsidRDefault="007B2329" w:rsidP="007B2329">
      <w:r>
        <w:t>452.8669</w:t>
      </w:r>
      <w:r>
        <w:tab/>
        <w:t>1.266e-2</w:t>
      </w:r>
    </w:p>
    <w:p w:rsidR="007B2329" w:rsidRDefault="007B2329" w:rsidP="007B2329">
      <w:r>
        <w:t>452.8730</w:t>
      </w:r>
      <w:r>
        <w:tab/>
        <w:t>1.013e0</w:t>
      </w:r>
    </w:p>
    <w:p w:rsidR="007B2329" w:rsidRDefault="007B2329" w:rsidP="007B2329">
      <w:r>
        <w:t>452.9137</w:t>
      </w:r>
      <w:r>
        <w:tab/>
        <w:t>2.025e0</w:t>
      </w:r>
    </w:p>
    <w:p w:rsidR="007B2329" w:rsidRDefault="007B2329" w:rsidP="007B2329">
      <w:r>
        <w:t>452.9313</w:t>
      </w:r>
      <w:r>
        <w:tab/>
        <w:t>2.025e0</w:t>
      </w:r>
    </w:p>
    <w:p w:rsidR="007B2329" w:rsidRDefault="007B2329" w:rsidP="007B2329">
      <w:r>
        <w:t>452.9424</w:t>
      </w:r>
      <w:r>
        <w:tab/>
        <w:t>1.013e0</w:t>
      </w:r>
    </w:p>
    <w:p w:rsidR="007B2329" w:rsidRDefault="007B2329" w:rsidP="007B2329">
      <w:r>
        <w:t>452.9557</w:t>
      </w:r>
      <w:r>
        <w:tab/>
        <w:t>2.025e0</w:t>
      </w:r>
    </w:p>
    <w:p w:rsidR="007B2329" w:rsidRDefault="007B2329" w:rsidP="007B2329">
      <w:r>
        <w:lastRenderedPageBreak/>
        <w:t>452.9681</w:t>
      </w:r>
      <w:r>
        <w:tab/>
        <w:t>1.013e0</w:t>
      </w:r>
    </w:p>
    <w:p w:rsidR="007B2329" w:rsidRDefault="007B2329" w:rsidP="007B2329">
      <w:r>
        <w:t>452.9760</w:t>
      </w:r>
      <w:r>
        <w:tab/>
        <w:t>1.013e0</w:t>
      </w:r>
    </w:p>
    <w:p w:rsidR="007B2329" w:rsidRDefault="007B2329" w:rsidP="007B2329">
      <w:r>
        <w:t>452.9871</w:t>
      </w:r>
      <w:r>
        <w:tab/>
        <w:t>3.038e0</w:t>
      </w:r>
    </w:p>
    <w:p w:rsidR="007B2329" w:rsidRDefault="007B2329" w:rsidP="007B2329">
      <w:r>
        <w:t>452.9994</w:t>
      </w:r>
      <w:r>
        <w:tab/>
        <w:t>3.038e0</w:t>
      </w:r>
    </w:p>
    <w:p w:rsidR="007B2329" w:rsidRDefault="007B2329" w:rsidP="007B2329">
      <w:r>
        <w:t>453.0078</w:t>
      </w:r>
      <w:r>
        <w:tab/>
        <w:t>1.013e0</w:t>
      </w:r>
    </w:p>
    <w:p w:rsidR="007B2329" w:rsidRDefault="007B2329" w:rsidP="007B2329">
      <w:r>
        <w:t>453.0431</w:t>
      </w:r>
      <w:r>
        <w:tab/>
        <w:t>1.013e0</w:t>
      </w:r>
    </w:p>
    <w:p w:rsidR="007B2329" w:rsidRDefault="007B2329" w:rsidP="007B2329">
      <w:r>
        <w:t>453.0649</w:t>
      </w:r>
      <w:r>
        <w:tab/>
        <w:t>1.013e0</w:t>
      </w:r>
    </w:p>
    <w:p w:rsidR="007B2329" w:rsidRDefault="007B2329" w:rsidP="007B2329">
      <w:r>
        <w:t>453.0677</w:t>
      </w:r>
      <w:r>
        <w:tab/>
        <w:t>4.541e0</w:t>
      </w:r>
    </w:p>
    <w:p w:rsidR="007B2329" w:rsidRDefault="007B2329" w:rsidP="007B2329">
      <w:r>
        <w:t>453.0789</w:t>
      </w:r>
      <w:r>
        <w:tab/>
        <w:t>1.013e0</w:t>
      </w:r>
    </w:p>
    <w:p w:rsidR="007B2329" w:rsidRDefault="007B2329" w:rsidP="007B2329">
      <w:r>
        <w:t>453.0904</w:t>
      </w:r>
      <w:r>
        <w:tab/>
        <w:t>3.038e0</w:t>
      </w:r>
    </w:p>
    <w:p w:rsidR="007B2329" w:rsidRDefault="007B2329" w:rsidP="007B2329">
      <w:r>
        <w:t>453.1265</w:t>
      </w:r>
      <w:r>
        <w:tab/>
        <w:t>4.051e0</w:t>
      </w:r>
    </w:p>
    <w:p w:rsidR="007B2329" w:rsidRDefault="007B2329" w:rsidP="007B2329">
      <w:r>
        <w:t>453.1299</w:t>
      </w:r>
      <w:r>
        <w:tab/>
        <w:t>5.751e0</w:t>
      </w:r>
    </w:p>
    <w:p w:rsidR="007B2329" w:rsidRDefault="007B2329" w:rsidP="007B2329">
      <w:r>
        <w:t>453.1331</w:t>
      </w:r>
      <w:r>
        <w:tab/>
        <w:t>5.063e0</w:t>
      </w:r>
    </w:p>
    <w:p w:rsidR="007B2329" w:rsidRDefault="007B2329" w:rsidP="007B2329">
      <w:r>
        <w:t>453.1478</w:t>
      </w:r>
      <w:r>
        <w:tab/>
        <w:t>3.038e0</w:t>
      </w:r>
    </w:p>
    <w:p w:rsidR="007B2329" w:rsidRDefault="007B2329" w:rsidP="007B2329">
      <w:r>
        <w:t>453.2045</w:t>
      </w:r>
      <w:r>
        <w:tab/>
        <w:t>1.787e0</w:t>
      </w:r>
    </w:p>
    <w:p w:rsidR="007B2329" w:rsidRDefault="007B2329" w:rsidP="007B2329">
      <w:r>
        <w:t>453.2086</w:t>
      </w:r>
      <w:r>
        <w:tab/>
        <w:t>2.306e0</w:t>
      </w:r>
    </w:p>
    <w:p w:rsidR="007B2329" w:rsidRDefault="007B2329" w:rsidP="007B2329">
      <w:r>
        <w:t>453.2142</w:t>
      </w:r>
      <w:r>
        <w:tab/>
        <w:t>1.681e0</w:t>
      </w:r>
    </w:p>
    <w:p w:rsidR="007B2329" w:rsidRDefault="007B2329" w:rsidP="007B2329">
      <w:r>
        <w:t>453.2229</w:t>
      </w:r>
      <w:r>
        <w:tab/>
        <w:t>1.013e0</w:t>
      </w:r>
    </w:p>
    <w:p w:rsidR="007B2329" w:rsidRDefault="007B2329" w:rsidP="007B2329">
      <w:r>
        <w:t>453.2307</w:t>
      </w:r>
      <w:r>
        <w:tab/>
        <w:t>1.478e0</w:t>
      </w:r>
    </w:p>
    <w:p w:rsidR="007B2329" w:rsidRDefault="007B2329" w:rsidP="007B2329">
      <w:r>
        <w:lastRenderedPageBreak/>
        <w:t>453.3007</w:t>
      </w:r>
      <w:r>
        <w:tab/>
        <w:t>1.025e0</w:t>
      </w:r>
    </w:p>
    <w:p w:rsidR="007B2329" w:rsidRDefault="007B2329" w:rsidP="007B2329">
      <w:r>
        <w:t>453.3227</w:t>
      </w:r>
      <w:r>
        <w:tab/>
        <w:t>2.745e-1</w:t>
      </w:r>
    </w:p>
    <w:p w:rsidR="007B2329" w:rsidRDefault="007B2329" w:rsidP="007B2329">
      <w:r>
        <w:t>453.3706</w:t>
      </w:r>
      <w:r>
        <w:tab/>
        <w:t>2.025e0</w:t>
      </w:r>
    </w:p>
    <w:p w:rsidR="007B2329" w:rsidRDefault="007B2329" w:rsidP="007B2329">
      <w:r>
        <w:t>453.3725</w:t>
      </w:r>
      <w:r>
        <w:tab/>
        <w:t>1.013e0</w:t>
      </w:r>
    </w:p>
    <w:p w:rsidR="007B2329" w:rsidRDefault="007B2329" w:rsidP="007B2329">
      <w:r>
        <w:t>453.3779</w:t>
      </w:r>
      <w:r>
        <w:tab/>
        <w:t>1.741e0</w:t>
      </w:r>
    </w:p>
    <w:p w:rsidR="007B2329" w:rsidRDefault="007B2329" w:rsidP="007B2329">
      <w:r>
        <w:t>453.3789</w:t>
      </w:r>
      <w:r>
        <w:tab/>
        <w:t>2.750e0</w:t>
      </w:r>
    </w:p>
    <w:p w:rsidR="007B2329" w:rsidRDefault="007B2329" w:rsidP="007B2329">
      <w:r>
        <w:t>453.3879</w:t>
      </w:r>
      <w:r>
        <w:tab/>
        <w:t>3.038e0</w:t>
      </w:r>
    </w:p>
    <w:p w:rsidR="007B2329" w:rsidRDefault="007B2329" w:rsidP="007B2329">
      <w:r>
        <w:t>453.4042</w:t>
      </w:r>
      <w:r>
        <w:tab/>
        <w:t>1.013e0</w:t>
      </w:r>
    </w:p>
    <w:p w:rsidR="007B2329" w:rsidRDefault="007B2329" w:rsidP="007B2329">
      <w:r>
        <w:t>453.4186</w:t>
      </w:r>
      <w:r>
        <w:tab/>
        <w:t>5.063e0</w:t>
      </w:r>
    </w:p>
    <w:p w:rsidR="007B2329" w:rsidRDefault="007B2329" w:rsidP="007B2329">
      <w:r>
        <w:t>453.4225</w:t>
      </w:r>
      <w:r>
        <w:tab/>
        <w:t>2.038e0</w:t>
      </w:r>
    </w:p>
    <w:p w:rsidR="007B2329" w:rsidRDefault="007B2329" w:rsidP="007B2329">
      <w:r>
        <w:t>453.4367</w:t>
      </w:r>
      <w:r>
        <w:tab/>
        <w:t>3.038e0</w:t>
      </w:r>
    </w:p>
    <w:p w:rsidR="007B2329" w:rsidRDefault="007B2329" w:rsidP="007B2329">
      <w:r>
        <w:t>453.4787</w:t>
      </w:r>
      <w:r>
        <w:tab/>
        <w:t>1.013e0</w:t>
      </w:r>
    </w:p>
    <w:p w:rsidR="007B2329" w:rsidRDefault="007B2329" w:rsidP="007B2329">
      <w:r>
        <w:t>453.4966</w:t>
      </w:r>
      <w:r>
        <w:tab/>
        <w:t>1.013e0</w:t>
      </w:r>
    </w:p>
    <w:p w:rsidR="007B2329" w:rsidRDefault="007B2329" w:rsidP="007B2329">
      <w:r>
        <w:t>453.5073</w:t>
      </w:r>
      <w:r>
        <w:tab/>
        <w:t>2.025e0</w:t>
      </w:r>
    </w:p>
    <w:p w:rsidR="007B2329" w:rsidRDefault="007B2329" w:rsidP="007B2329">
      <w:r>
        <w:t>453.5740</w:t>
      </w:r>
      <w:r>
        <w:tab/>
        <w:t>2.025e0</w:t>
      </w:r>
    </w:p>
    <w:p w:rsidR="007B2329" w:rsidRDefault="007B2329" w:rsidP="007B2329">
      <w:r>
        <w:t>453.5758</w:t>
      </w:r>
      <w:r>
        <w:tab/>
        <w:t>1.013e0</w:t>
      </w:r>
    </w:p>
    <w:p w:rsidR="007B2329" w:rsidRDefault="007B2329" w:rsidP="007B2329">
      <w:r>
        <w:t>453.5974</w:t>
      </w:r>
      <w:r>
        <w:tab/>
        <w:t>1.266e-2</w:t>
      </w:r>
    </w:p>
    <w:p w:rsidR="007B2329" w:rsidRDefault="007B2329" w:rsidP="007B2329">
      <w:r>
        <w:t>453.6211</w:t>
      </w:r>
      <w:r>
        <w:tab/>
        <w:t>2.038e0</w:t>
      </w:r>
    </w:p>
    <w:p w:rsidR="007B2329" w:rsidRDefault="007B2329" w:rsidP="007B2329">
      <w:r>
        <w:t>453.6261</w:t>
      </w:r>
      <w:r>
        <w:tab/>
        <w:t>1.013e0</w:t>
      </w:r>
    </w:p>
    <w:p w:rsidR="007B2329" w:rsidRDefault="007B2329" w:rsidP="007B2329">
      <w:r>
        <w:lastRenderedPageBreak/>
        <w:t>453.6318</w:t>
      </w:r>
      <w:r>
        <w:tab/>
        <w:t>2.025e0</w:t>
      </w:r>
    </w:p>
    <w:p w:rsidR="007B2329" w:rsidRDefault="007B2329" w:rsidP="007B2329">
      <w:r>
        <w:t>453.6363</w:t>
      </w:r>
      <w:r>
        <w:tab/>
        <w:t>2.025e0</w:t>
      </w:r>
    </w:p>
    <w:p w:rsidR="007B2329" w:rsidRDefault="007B2329" w:rsidP="007B2329">
      <w:r>
        <w:t>453.6673</w:t>
      </w:r>
      <w:r>
        <w:tab/>
        <w:t>2.025e0</w:t>
      </w:r>
    </w:p>
    <w:p w:rsidR="007B2329" w:rsidRDefault="007B2329" w:rsidP="007B2329">
      <w:r>
        <w:t>453.6839</w:t>
      </w:r>
      <w:r>
        <w:tab/>
        <w:t>2.235e0</w:t>
      </w:r>
    </w:p>
    <w:p w:rsidR="007B2329" w:rsidRDefault="007B2329" w:rsidP="007B2329">
      <w:r>
        <w:t>453.7161</w:t>
      </w:r>
      <w:r>
        <w:tab/>
        <w:t>1.013e0</w:t>
      </w:r>
    </w:p>
    <w:p w:rsidR="007B2329" w:rsidRDefault="007B2329" w:rsidP="007B2329">
      <w:r>
        <w:t>453.7215</w:t>
      </w:r>
      <w:r>
        <w:tab/>
        <w:t>1.013e0</w:t>
      </w:r>
    </w:p>
    <w:p w:rsidR="007B2329" w:rsidRDefault="007B2329" w:rsidP="007B2329">
      <w:r>
        <w:t>453.7341</w:t>
      </w:r>
      <w:r>
        <w:tab/>
        <w:t>1.013e0</w:t>
      </w:r>
    </w:p>
    <w:p w:rsidR="007B2329" w:rsidRDefault="007B2329" w:rsidP="007B2329">
      <w:r>
        <w:t>453.7495</w:t>
      </w:r>
      <w:r>
        <w:tab/>
        <w:t>2.025e0</w:t>
      </w:r>
    </w:p>
    <w:p w:rsidR="007B2329" w:rsidRDefault="007B2329" w:rsidP="007B2329">
      <w:r>
        <w:t>453.7664</w:t>
      </w:r>
      <w:r>
        <w:tab/>
        <w:t>2.025e0</w:t>
      </w:r>
    </w:p>
    <w:p w:rsidR="007B2329" w:rsidRDefault="007B2329" w:rsidP="007B2329">
      <w:r>
        <w:t>453.7828</w:t>
      </w:r>
      <w:r>
        <w:tab/>
        <w:t>2.025e0</w:t>
      </w:r>
    </w:p>
    <w:p w:rsidR="007B2329" w:rsidRDefault="007B2329" w:rsidP="007B2329">
      <w:r>
        <w:t>453.7849</w:t>
      </w:r>
      <w:r>
        <w:tab/>
        <w:t>1.013e0</w:t>
      </w:r>
    </w:p>
    <w:p w:rsidR="007B2329" w:rsidRDefault="007B2329" w:rsidP="007B2329">
      <w:r>
        <w:t>453.7918</w:t>
      </w:r>
      <w:r>
        <w:tab/>
        <w:t>1.013e0</w:t>
      </w:r>
    </w:p>
    <w:p w:rsidR="007B2329" w:rsidRDefault="007B2329" w:rsidP="007B2329">
      <w:r>
        <w:t>453.7953</w:t>
      </w:r>
      <w:r>
        <w:tab/>
        <w:t>1.013e0</w:t>
      </w:r>
    </w:p>
    <w:p w:rsidR="007B2329" w:rsidRDefault="007B2329" w:rsidP="007B2329">
      <w:r>
        <w:t>453.8167</w:t>
      </w:r>
      <w:r>
        <w:tab/>
        <w:t>1.013e0</w:t>
      </w:r>
    </w:p>
    <w:p w:rsidR="007B2329" w:rsidRDefault="007B2329" w:rsidP="007B2329">
      <w:r>
        <w:t>453.8241</w:t>
      </w:r>
      <w:r>
        <w:tab/>
        <w:t>3.038e0</w:t>
      </w:r>
    </w:p>
    <w:p w:rsidR="007B2329" w:rsidRDefault="007B2329" w:rsidP="007B2329">
      <w:r>
        <w:t>453.8391</w:t>
      </w:r>
      <w:r>
        <w:tab/>
        <w:t>4.051e0</w:t>
      </w:r>
    </w:p>
    <w:p w:rsidR="007B2329" w:rsidRDefault="007B2329" w:rsidP="007B2329">
      <w:r>
        <w:t>453.8498</w:t>
      </w:r>
      <w:r>
        <w:tab/>
        <w:t>2.025e0</w:t>
      </w:r>
    </w:p>
    <w:p w:rsidR="007B2329" w:rsidRDefault="007B2329" w:rsidP="007B2329">
      <w:r>
        <w:t>453.8711</w:t>
      </w:r>
      <w:r>
        <w:tab/>
        <w:t>1.013e0</w:t>
      </w:r>
    </w:p>
    <w:p w:rsidR="007B2329" w:rsidRDefault="007B2329" w:rsidP="007B2329">
      <w:r>
        <w:t>453.8820</w:t>
      </w:r>
      <w:r>
        <w:tab/>
        <w:t>5.063e0</w:t>
      </w:r>
    </w:p>
    <w:p w:rsidR="007B2329" w:rsidRDefault="007B2329" w:rsidP="007B2329">
      <w:r>
        <w:lastRenderedPageBreak/>
        <w:t>453.9038</w:t>
      </w:r>
      <w:r>
        <w:tab/>
        <w:t>1.013e0</w:t>
      </w:r>
    </w:p>
    <w:p w:rsidR="007B2329" w:rsidRDefault="007B2329" w:rsidP="007B2329">
      <w:r>
        <w:t>453.9199</w:t>
      </w:r>
      <w:r>
        <w:tab/>
        <w:t>4.051e0</w:t>
      </w:r>
    </w:p>
    <w:p w:rsidR="007B2329" w:rsidRDefault="007B2329" w:rsidP="007B2329">
      <w:r>
        <w:t>453.9292</w:t>
      </w:r>
      <w:r>
        <w:tab/>
        <w:t>2.025e0</w:t>
      </w:r>
    </w:p>
    <w:p w:rsidR="007B2329" w:rsidRDefault="007B2329" w:rsidP="007B2329">
      <w:r>
        <w:t>453.9437</w:t>
      </w:r>
      <w:r>
        <w:tab/>
        <w:t>1.013e0</w:t>
      </w:r>
    </w:p>
    <w:p w:rsidR="007B2329" w:rsidRDefault="007B2329" w:rsidP="007B2329">
      <w:r>
        <w:t>453.9832</w:t>
      </w:r>
      <w:r>
        <w:tab/>
        <w:t>1.013e0</w:t>
      </w:r>
    </w:p>
    <w:p w:rsidR="007B2329" w:rsidRDefault="007B2329" w:rsidP="007B2329">
      <w:r>
        <w:t>453.9990</w:t>
      </w:r>
      <w:r>
        <w:tab/>
        <w:t>1.013e0</w:t>
      </w:r>
    </w:p>
    <w:p w:rsidR="007B2329" w:rsidRDefault="007B2329" w:rsidP="007B2329">
      <w:r>
        <w:t>454.0065</w:t>
      </w:r>
      <w:r>
        <w:tab/>
        <w:t>3.038e0</w:t>
      </w:r>
    </w:p>
    <w:p w:rsidR="007B2329" w:rsidRDefault="007B2329" w:rsidP="007B2329">
      <w:r>
        <w:t>454.0329</w:t>
      </w:r>
      <w:r>
        <w:tab/>
        <w:t>1.266e-2</w:t>
      </w:r>
    </w:p>
    <w:p w:rsidR="007B2329" w:rsidRDefault="007B2329" w:rsidP="007B2329">
      <w:r>
        <w:t>454.0689</w:t>
      </w:r>
      <w:r>
        <w:tab/>
        <w:t>2.532e-2</w:t>
      </w:r>
    </w:p>
    <w:p w:rsidR="007B2329" w:rsidRDefault="007B2329" w:rsidP="007B2329">
      <w:r>
        <w:t>454.1255</w:t>
      </w:r>
      <w:r>
        <w:tab/>
        <w:t>1.627e0</w:t>
      </w:r>
    </w:p>
    <w:p w:rsidR="007B2329" w:rsidRDefault="007B2329" w:rsidP="007B2329">
      <w:r>
        <w:t>454.1296</w:t>
      </w:r>
      <w:r>
        <w:tab/>
        <w:t>2.038e0</w:t>
      </w:r>
    </w:p>
    <w:p w:rsidR="007B2329" w:rsidRDefault="007B2329" w:rsidP="007B2329">
      <w:r>
        <w:t>454.1340</w:t>
      </w:r>
      <w:r>
        <w:tab/>
        <w:t>1.013e0</w:t>
      </w:r>
    </w:p>
    <w:p w:rsidR="007B2329" w:rsidRDefault="007B2329" w:rsidP="007B2329">
      <w:r>
        <w:t>454.1380</w:t>
      </w:r>
      <w:r>
        <w:tab/>
        <w:t>3.812e0</w:t>
      </w:r>
    </w:p>
    <w:p w:rsidR="007B2329" w:rsidRDefault="007B2329" w:rsidP="007B2329">
      <w:r>
        <w:t>454.1464</w:t>
      </w:r>
      <w:r>
        <w:tab/>
        <w:t>3.038e0</w:t>
      </w:r>
    </w:p>
    <w:p w:rsidR="007B2329" w:rsidRDefault="007B2329" w:rsidP="007B2329">
      <w:r>
        <w:t>454.1516</w:t>
      </w:r>
      <w:r>
        <w:tab/>
        <w:t>1.819e0</w:t>
      </w:r>
    </w:p>
    <w:p w:rsidR="007B2329" w:rsidRDefault="007B2329" w:rsidP="007B2329">
      <w:r>
        <w:t>454.1660</w:t>
      </w:r>
      <w:r>
        <w:tab/>
        <w:t>1.013e0</w:t>
      </w:r>
    </w:p>
    <w:p w:rsidR="007B2329" w:rsidRDefault="007B2329" w:rsidP="007B2329">
      <w:r>
        <w:t>454.1876</w:t>
      </w:r>
      <w:r>
        <w:tab/>
        <w:t>1.013e0</w:t>
      </w:r>
    </w:p>
    <w:p w:rsidR="007B2329" w:rsidRDefault="007B2329" w:rsidP="007B2329">
      <w:r>
        <w:t>454.1966</w:t>
      </w:r>
      <w:r>
        <w:tab/>
        <w:t>1.140e0</w:t>
      </w:r>
    </w:p>
    <w:p w:rsidR="007B2329" w:rsidRDefault="007B2329" w:rsidP="007B2329">
      <w:r>
        <w:t>454.2172</w:t>
      </w:r>
      <w:r>
        <w:tab/>
        <w:t>2.472e0</w:t>
      </w:r>
    </w:p>
    <w:p w:rsidR="007B2329" w:rsidRDefault="007B2329" w:rsidP="007B2329">
      <w:r>
        <w:lastRenderedPageBreak/>
        <w:t>454.2688</w:t>
      </w:r>
      <w:r>
        <w:tab/>
        <w:t>1.187e0</w:t>
      </w:r>
    </w:p>
    <w:p w:rsidR="007B2329" w:rsidRDefault="007B2329" w:rsidP="007B2329">
      <w:r>
        <w:t>454.2747</w:t>
      </w:r>
      <w:r>
        <w:tab/>
        <w:t>4.213e0</w:t>
      </w:r>
    </w:p>
    <w:p w:rsidR="007B2329" w:rsidRDefault="007B2329" w:rsidP="007B2329">
      <w:r>
        <w:t>454.2969</w:t>
      </w:r>
      <w:r>
        <w:tab/>
        <w:t>1.111e0</w:t>
      </w:r>
    </w:p>
    <w:p w:rsidR="007B2329" w:rsidRDefault="007B2329" w:rsidP="007B2329">
      <w:r>
        <w:t>454.3003</w:t>
      </w:r>
      <w:r>
        <w:tab/>
        <w:t>2.025e0</w:t>
      </w:r>
    </w:p>
    <w:p w:rsidR="007B2329" w:rsidRDefault="007B2329" w:rsidP="007B2329">
      <w:r>
        <w:t>454.3134</w:t>
      </w:r>
      <w:r>
        <w:tab/>
        <w:t>3.315e0</w:t>
      </w:r>
    </w:p>
    <w:p w:rsidR="007B2329" w:rsidRDefault="007B2329" w:rsidP="007B2329">
      <w:r>
        <w:t>454.3171</w:t>
      </w:r>
      <w:r>
        <w:tab/>
        <w:t>1.206e0</w:t>
      </w:r>
    </w:p>
    <w:p w:rsidR="007B2329" w:rsidRDefault="007B2329" w:rsidP="007B2329">
      <w:r>
        <w:t>454.3232</w:t>
      </w:r>
      <w:r>
        <w:tab/>
        <w:t>2.348e0</w:t>
      </w:r>
    </w:p>
    <w:p w:rsidR="007B2329" w:rsidRDefault="007B2329" w:rsidP="007B2329">
      <w:r>
        <w:t>454.3609</w:t>
      </w:r>
      <w:r>
        <w:tab/>
        <w:t>2.844e0</w:t>
      </w:r>
    </w:p>
    <w:p w:rsidR="007B2329" w:rsidRDefault="007B2329" w:rsidP="007B2329">
      <w:r>
        <w:t>454.3688</w:t>
      </w:r>
      <w:r>
        <w:tab/>
        <w:t>1.789e0</w:t>
      </w:r>
    </w:p>
    <w:p w:rsidR="007B2329" w:rsidRDefault="007B2329" w:rsidP="007B2329">
      <w:r>
        <w:t>454.3800</w:t>
      </w:r>
      <w:r>
        <w:tab/>
        <w:t>3.898e0</w:t>
      </w:r>
    </w:p>
    <w:p w:rsidR="007B2329" w:rsidRDefault="007B2329" w:rsidP="007B2329">
      <w:r>
        <w:t>454.3891</w:t>
      </w:r>
      <w:r>
        <w:tab/>
        <w:t>1.013e0</w:t>
      </w:r>
    </w:p>
    <w:p w:rsidR="007B2329" w:rsidRDefault="007B2329" w:rsidP="007B2329">
      <w:r>
        <w:t>454.3991</w:t>
      </w:r>
      <w:r>
        <w:tab/>
        <w:t>2.025e0</w:t>
      </w:r>
    </w:p>
    <w:p w:rsidR="007B2329" w:rsidRDefault="007B2329" w:rsidP="007B2329">
      <w:r>
        <w:t>454.4040</w:t>
      </w:r>
      <w:r>
        <w:tab/>
        <w:t>1.013e0</w:t>
      </w:r>
    </w:p>
    <w:p w:rsidR="007B2329" w:rsidRDefault="007B2329" w:rsidP="007B2329">
      <w:r>
        <w:t>454.4181</w:t>
      </w:r>
      <w:r>
        <w:tab/>
        <w:t>2.025e0</w:t>
      </w:r>
    </w:p>
    <w:p w:rsidR="007B2329" w:rsidRDefault="007B2329" w:rsidP="007B2329">
      <w:r>
        <w:t>454.4359</w:t>
      </w:r>
      <w:r>
        <w:tab/>
        <w:t>3.038e0</w:t>
      </w:r>
    </w:p>
    <w:p w:rsidR="007B2329" w:rsidRDefault="007B2329" w:rsidP="007B2329">
      <w:r>
        <w:t>454.4786</w:t>
      </w:r>
      <w:r>
        <w:tab/>
        <w:t>2.025e0</w:t>
      </w:r>
    </w:p>
    <w:p w:rsidR="007B2329" w:rsidRDefault="007B2329" w:rsidP="007B2329">
      <w:r>
        <w:t>454.4801</w:t>
      </w:r>
      <w:r>
        <w:tab/>
        <w:t>2.025e0</w:t>
      </w:r>
    </w:p>
    <w:p w:rsidR="007B2329" w:rsidRDefault="007B2329" w:rsidP="007B2329">
      <w:r>
        <w:t>454.4830</w:t>
      </w:r>
      <w:r>
        <w:tab/>
        <w:t>1.013e0</w:t>
      </w:r>
    </w:p>
    <w:p w:rsidR="007B2329" w:rsidRDefault="007B2329" w:rsidP="007B2329">
      <w:r>
        <w:t>454.5151</w:t>
      </w:r>
      <w:r>
        <w:tab/>
        <w:t>2.025e0</w:t>
      </w:r>
    </w:p>
    <w:p w:rsidR="007B2329" w:rsidRDefault="007B2329" w:rsidP="007B2329">
      <w:r>
        <w:lastRenderedPageBreak/>
        <w:t>454.5472</w:t>
      </w:r>
      <w:r>
        <w:tab/>
        <w:t>2.532e-2</w:t>
      </w:r>
    </w:p>
    <w:p w:rsidR="007B2329" w:rsidRDefault="007B2329" w:rsidP="007B2329">
      <w:r>
        <w:t>454.5628</w:t>
      </w:r>
      <w:r>
        <w:tab/>
        <w:t>3.038e0</w:t>
      </w:r>
    </w:p>
    <w:p w:rsidR="007B2329" w:rsidRDefault="007B2329" w:rsidP="007B2329">
      <w:r>
        <w:t>454.5806</w:t>
      </w:r>
      <w:r>
        <w:tab/>
        <w:t>2.025e0</w:t>
      </w:r>
    </w:p>
    <w:p w:rsidR="007B2329" w:rsidRDefault="007B2329" w:rsidP="007B2329">
      <w:r>
        <w:t>454.5916</w:t>
      </w:r>
      <w:r>
        <w:tab/>
        <w:t>2.025e0</w:t>
      </w:r>
    </w:p>
    <w:p w:rsidR="007B2329" w:rsidRDefault="007B2329" w:rsidP="007B2329">
      <w:r>
        <w:t>454.6017</w:t>
      </w:r>
      <w:r>
        <w:tab/>
        <w:t>1.013e0</w:t>
      </w:r>
    </w:p>
    <w:p w:rsidR="007B2329" w:rsidRDefault="007B2329" w:rsidP="007B2329">
      <w:r>
        <w:t>454.6070</w:t>
      </w:r>
      <w:r>
        <w:tab/>
        <w:t>2.025e0</w:t>
      </w:r>
    </w:p>
    <w:p w:rsidR="007B2329" w:rsidRDefault="007B2329" w:rsidP="007B2329">
      <w:r>
        <w:t>454.6219</w:t>
      </w:r>
      <w:r>
        <w:tab/>
        <w:t>2.025e0</w:t>
      </w:r>
    </w:p>
    <w:p w:rsidR="007B2329" w:rsidRDefault="007B2329" w:rsidP="007B2329">
      <w:r>
        <w:t>454.6505</w:t>
      </w:r>
      <w:r>
        <w:tab/>
        <w:t>2.025e0</w:t>
      </w:r>
    </w:p>
    <w:p w:rsidR="007B2329" w:rsidRDefault="007B2329" w:rsidP="007B2329">
      <w:r>
        <w:t>454.6584</w:t>
      </w:r>
      <w:r>
        <w:tab/>
        <w:t>1.013e0</w:t>
      </w:r>
    </w:p>
    <w:p w:rsidR="007B2329" w:rsidRDefault="007B2329" w:rsidP="007B2329">
      <w:r>
        <w:t>454.6809</w:t>
      </w:r>
      <w:r>
        <w:tab/>
        <w:t>1.013e0</w:t>
      </w:r>
    </w:p>
    <w:p w:rsidR="007B2329" w:rsidRDefault="007B2329" w:rsidP="007B2329">
      <w:r>
        <w:t>454.7078</w:t>
      </w:r>
      <w:r>
        <w:tab/>
        <w:t>5.063e0</w:t>
      </w:r>
    </w:p>
    <w:p w:rsidR="007B2329" w:rsidRDefault="007B2329" w:rsidP="007B2329">
      <w:r>
        <w:t>454.7140</w:t>
      </w:r>
      <w:r>
        <w:tab/>
        <w:t>1.013e0</w:t>
      </w:r>
    </w:p>
    <w:p w:rsidR="007B2329" w:rsidRDefault="007B2329" w:rsidP="007B2329">
      <w:r>
        <w:t>454.7192</w:t>
      </w:r>
      <w:r>
        <w:tab/>
        <w:t>3.038e0</w:t>
      </w:r>
    </w:p>
    <w:p w:rsidR="007B2329" w:rsidRDefault="007B2329" w:rsidP="007B2329">
      <w:r>
        <w:t>454.7239</w:t>
      </w:r>
      <w:r>
        <w:tab/>
        <w:t>1.013e0</w:t>
      </w:r>
    </w:p>
    <w:p w:rsidR="007B2329" w:rsidRDefault="007B2329" w:rsidP="007B2329">
      <w:r>
        <w:t>454.7564</w:t>
      </w:r>
      <w:r>
        <w:tab/>
        <w:t>2.025e0</w:t>
      </w:r>
    </w:p>
    <w:p w:rsidR="007B2329" w:rsidRDefault="007B2329" w:rsidP="007B2329">
      <w:r>
        <w:t>454.7777</w:t>
      </w:r>
      <w:r>
        <w:tab/>
        <w:t>1.013e0</w:t>
      </w:r>
    </w:p>
    <w:p w:rsidR="007B2329" w:rsidRDefault="007B2329" w:rsidP="007B2329">
      <w:r>
        <w:t>454.8070</w:t>
      </w:r>
      <w:r>
        <w:tab/>
        <w:t>2.025e0</w:t>
      </w:r>
    </w:p>
    <w:p w:rsidR="007B2329" w:rsidRDefault="007B2329" w:rsidP="007B2329">
      <w:r>
        <w:t>454.8109</w:t>
      </w:r>
      <w:r>
        <w:tab/>
        <w:t>4.051e0</w:t>
      </w:r>
    </w:p>
    <w:p w:rsidR="007B2329" w:rsidRDefault="007B2329" w:rsidP="007B2329">
      <w:r>
        <w:t>454.8174</w:t>
      </w:r>
      <w:r>
        <w:tab/>
        <w:t>1.013e0</w:t>
      </w:r>
    </w:p>
    <w:p w:rsidR="007B2329" w:rsidRDefault="007B2329" w:rsidP="007B2329">
      <w:r>
        <w:lastRenderedPageBreak/>
        <w:t>454.8254</w:t>
      </w:r>
      <w:r>
        <w:tab/>
        <w:t>1.013e0</w:t>
      </w:r>
    </w:p>
    <w:p w:rsidR="007B2329" w:rsidRDefault="007B2329" w:rsidP="007B2329">
      <w:r>
        <w:t>454.8393</w:t>
      </w:r>
      <w:r>
        <w:tab/>
        <w:t>1.013e0</w:t>
      </w:r>
    </w:p>
    <w:p w:rsidR="007B2329" w:rsidRDefault="007B2329" w:rsidP="007B2329">
      <w:r>
        <w:t>454.8651</w:t>
      </w:r>
      <w:r>
        <w:tab/>
        <w:t>1.013e0</w:t>
      </w:r>
    </w:p>
    <w:p w:rsidR="007B2329" w:rsidRDefault="007B2329" w:rsidP="007B2329">
      <w:r>
        <w:t>454.8729</w:t>
      </w:r>
      <w:r>
        <w:tab/>
        <w:t>4.051e0</w:t>
      </w:r>
    </w:p>
    <w:p w:rsidR="007B2329" w:rsidRDefault="007B2329" w:rsidP="007B2329">
      <w:r>
        <w:t>454.9049</w:t>
      </w:r>
      <w:r>
        <w:tab/>
        <w:t>1.013e0</w:t>
      </w:r>
    </w:p>
    <w:p w:rsidR="007B2329" w:rsidRDefault="007B2329" w:rsidP="007B2329">
      <w:r>
        <w:t>454.9185</w:t>
      </w:r>
      <w:r>
        <w:tab/>
        <w:t>2.025e0</w:t>
      </w:r>
    </w:p>
    <w:p w:rsidR="007B2329" w:rsidRDefault="007B2329" w:rsidP="007B2329">
      <w:r>
        <w:t>454.9218</w:t>
      </w:r>
      <w:r>
        <w:tab/>
        <w:t>1.013e0</w:t>
      </w:r>
    </w:p>
    <w:p w:rsidR="007B2329" w:rsidRDefault="007B2329" w:rsidP="007B2329">
      <w:r>
        <w:t>454.9260</w:t>
      </w:r>
      <w:r>
        <w:tab/>
        <w:t>2.025e0</w:t>
      </w:r>
    </w:p>
    <w:p w:rsidR="007B2329" w:rsidRDefault="007B2329" w:rsidP="007B2329">
      <w:r>
        <w:t>454.9285</w:t>
      </w:r>
      <w:r>
        <w:tab/>
        <w:t>7.089e0</w:t>
      </w:r>
    </w:p>
    <w:p w:rsidR="007B2329" w:rsidRDefault="007B2329" w:rsidP="007B2329">
      <w:r>
        <w:t>454.9366</w:t>
      </w:r>
      <w:r>
        <w:tab/>
        <w:t>2.025e0</w:t>
      </w:r>
    </w:p>
    <w:p w:rsidR="007B2329" w:rsidRDefault="007B2329" w:rsidP="007B2329">
      <w:r>
        <w:t>454.9401</w:t>
      </w:r>
      <w:r>
        <w:tab/>
        <w:t>1.013e0</w:t>
      </w:r>
    </w:p>
    <w:p w:rsidR="007B2329" w:rsidRDefault="007B2329" w:rsidP="007B2329">
      <w:r>
        <w:t>454.9579</w:t>
      </w:r>
      <w:r>
        <w:tab/>
        <w:t>1.013e0</w:t>
      </w:r>
    </w:p>
    <w:p w:rsidR="007B2329" w:rsidRDefault="007B2329" w:rsidP="007B2329">
      <w:r>
        <w:t>454.9764</w:t>
      </w:r>
      <w:r>
        <w:tab/>
        <w:t>1.013e0</w:t>
      </w:r>
    </w:p>
    <w:p w:rsidR="007B2329" w:rsidRDefault="007B2329" w:rsidP="007B2329">
      <w:r>
        <w:t>455.0085</w:t>
      </w:r>
      <w:r>
        <w:tab/>
        <w:t>1.013e0</w:t>
      </w:r>
    </w:p>
    <w:p w:rsidR="007B2329" w:rsidRDefault="007B2329" w:rsidP="007B2329">
      <w:r>
        <w:t>455.0193</w:t>
      </w:r>
      <w:r>
        <w:tab/>
        <w:t>1.013e0</w:t>
      </w:r>
    </w:p>
    <w:p w:rsidR="007B2329" w:rsidRDefault="007B2329" w:rsidP="007B2329">
      <w:r>
        <w:t>455.0208</w:t>
      </w:r>
      <w:r>
        <w:tab/>
        <w:t>2.025e0</w:t>
      </w:r>
    </w:p>
    <w:p w:rsidR="007B2329" w:rsidRDefault="007B2329" w:rsidP="007B2329">
      <w:r>
        <w:t>455.0372</w:t>
      </w:r>
      <w:r>
        <w:tab/>
        <w:t>1.013e0</w:t>
      </w:r>
    </w:p>
    <w:p w:rsidR="007B2329" w:rsidRDefault="007B2329" w:rsidP="007B2329">
      <w:r>
        <w:t>455.0554</w:t>
      </w:r>
      <w:r>
        <w:tab/>
        <w:t>1.013e0</w:t>
      </w:r>
    </w:p>
    <w:p w:rsidR="007B2329" w:rsidRDefault="007B2329" w:rsidP="007B2329">
      <w:r>
        <w:t>455.0682</w:t>
      </w:r>
      <w:r>
        <w:tab/>
        <w:t>4.051e0</w:t>
      </w:r>
    </w:p>
    <w:p w:rsidR="007B2329" w:rsidRDefault="007B2329" w:rsidP="007B2329">
      <w:r>
        <w:lastRenderedPageBreak/>
        <w:t>455.0763</w:t>
      </w:r>
      <w:r>
        <w:tab/>
        <w:t>3.038e0</w:t>
      </w:r>
    </w:p>
    <w:p w:rsidR="007B2329" w:rsidRDefault="007B2329" w:rsidP="007B2329">
      <w:r>
        <w:t>455.0791</w:t>
      </w:r>
      <w:r>
        <w:tab/>
        <w:t>3.051e0</w:t>
      </w:r>
    </w:p>
    <w:p w:rsidR="007B2329" w:rsidRDefault="007B2329" w:rsidP="007B2329">
      <w:r>
        <w:t>455.0823</w:t>
      </w:r>
      <w:r>
        <w:tab/>
        <w:t>3.038e0</w:t>
      </w:r>
    </w:p>
    <w:p w:rsidR="007B2329" w:rsidRDefault="007B2329" w:rsidP="007B2329">
      <w:r>
        <w:t>455.1037</w:t>
      </w:r>
      <w:r>
        <w:tab/>
        <w:t>1.013e0</w:t>
      </w:r>
    </w:p>
    <w:p w:rsidR="007B2329" w:rsidRDefault="007B2329" w:rsidP="007B2329">
      <w:r>
        <w:t>455.1277</w:t>
      </w:r>
      <w:r>
        <w:tab/>
        <w:t>1.013e0</w:t>
      </w:r>
    </w:p>
    <w:p w:rsidR="007B2329" w:rsidRDefault="007B2329" w:rsidP="007B2329">
      <w:r>
        <w:t>455.1356</w:t>
      </w:r>
      <w:r>
        <w:tab/>
        <w:t>2.025e0</w:t>
      </w:r>
    </w:p>
    <w:p w:rsidR="007B2329" w:rsidRDefault="007B2329" w:rsidP="007B2329">
      <w:r>
        <w:t>455.1471</w:t>
      </w:r>
      <w:r>
        <w:tab/>
        <w:t>3.318e0</w:t>
      </w:r>
    </w:p>
    <w:p w:rsidR="007B2329" w:rsidRDefault="007B2329" w:rsidP="007B2329">
      <w:r>
        <w:t>455.1515</w:t>
      </w:r>
      <w:r>
        <w:tab/>
        <w:t>1.013e0</w:t>
      </w:r>
    </w:p>
    <w:p w:rsidR="007B2329" w:rsidRDefault="007B2329" w:rsidP="007B2329">
      <w:r>
        <w:t>455.1778</w:t>
      </w:r>
      <w:r>
        <w:tab/>
        <w:t>1.671e0</w:t>
      </w:r>
    </w:p>
    <w:p w:rsidR="007B2329" w:rsidRDefault="007B2329" w:rsidP="007B2329">
      <w:r>
        <w:t>455.2042</w:t>
      </w:r>
      <w:r>
        <w:tab/>
        <w:t>3.686e0</w:t>
      </w:r>
    </w:p>
    <w:p w:rsidR="007B2329" w:rsidRDefault="007B2329" w:rsidP="007B2329">
      <w:r>
        <w:t>455.2141</w:t>
      </w:r>
      <w:r>
        <w:tab/>
        <w:t>1.995e0</w:t>
      </w:r>
    </w:p>
    <w:p w:rsidR="007B2329" w:rsidRDefault="007B2329" w:rsidP="007B2329">
      <w:r>
        <w:t>455.2313</w:t>
      </w:r>
      <w:r>
        <w:tab/>
        <w:t>1.931e0</w:t>
      </w:r>
    </w:p>
    <w:p w:rsidR="007B2329" w:rsidRDefault="007B2329" w:rsidP="007B2329">
      <w:r>
        <w:t>455.2410</w:t>
      </w:r>
      <w:r>
        <w:tab/>
        <w:t>3.081e0</w:t>
      </w:r>
    </w:p>
    <w:p w:rsidR="007B2329" w:rsidRDefault="007B2329" w:rsidP="007B2329">
      <w:r>
        <w:t>455.2496</w:t>
      </w:r>
      <w:r>
        <w:tab/>
        <w:t>7.950e0</w:t>
      </w:r>
    </w:p>
    <w:p w:rsidR="007B2329" w:rsidRDefault="007B2329" w:rsidP="007B2329">
      <w:r>
        <w:t>455.2856</w:t>
      </w:r>
      <w:r>
        <w:tab/>
        <w:t>1.013e0</w:t>
      </w:r>
    </w:p>
    <w:p w:rsidR="007B2329" w:rsidRDefault="007B2329" w:rsidP="007B2329">
      <w:r>
        <w:t>455.2932</w:t>
      </w:r>
      <w:r>
        <w:tab/>
        <w:t>3.593e0</w:t>
      </w:r>
    </w:p>
    <w:p w:rsidR="007B2329" w:rsidRDefault="007B2329" w:rsidP="007B2329">
      <w:r>
        <w:t>455.3065</w:t>
      </w:r>
      <w:r>
        <w:tab/>
        <w:t>3.822e0</w:t>
      </w:r>
    </w:p>
    <w:p w:rsidR="007B2329" w:rsidRDefault="007B2329" w:rsidP="007B2329">
      <w:r>
        <w:t>455.3109</w:t>
      </w:r>
      <w:r>
        <w:tab/>
        <w:t>1.013e0</w:t>
      </w:r>
    </w:p>
    <w:p w:rsidR="007B2329" w:rsidRDefault="007B2329" w:rsidP="007B2329">
      <w:r>
        <w:t>455.3246</w:t>
      </w:r>
      <w:r>
        <w:tab/>
        <w:t>6.073e0</w:t>
      </w:r>
    </w:p>
    <w:p w:rsidR="007B2329" w:rsidRDefault="007B2329" w:rsidP="007B2329">
      <w:r>
        <w:lastRenderedPageBreak/>
        <w:t>455.3359</w:t>
      </w:r>
      <w:r>
        <w:tab/>
        <w:t>2.025e0</w:t>
      </w:r>
    </w:p>
    <w:p w:rsidR="007B2329" w:rsidRDefault="007B2329" w:rsidP="007B2329">
      <w:r>
        <w:t>455.3419</w:t>
      </w:r>
      <w:r>
        <w:tab/>
        <w:t>5.160e0</w:t>
      </w:r>
    </w:p>
    <w:p w:rsidR="007B2329" w:rsidRDefault="007B2329" w:rsidP="007B2329">
      <w:r>
        <w:t>455.3706</w:t>
      </w:r>
      <w:r>
        <w:tab/>
        <w:t>3.038e0</w:t>
      </w:r>
    </w:p>
    <w:p w:rsidR="007B2329" w:rsidRDefault="007B2329" w:rsidP="007B2329">
      <w:r>
        <w:t>455.3769</w:t>
      </w:r>
      <w:r>
        <w:tab/>
        <w:t>1.741e0</w:t>
      </w:r>
    </w:p>
    <w:p w:rsidR="007B2329" w:rsidRDefault="007B2329" w:rsidP="007B2329">
      <w:r>
        <w:t>455.3807</w:t>
      </w:r>
      <w:r>
        <w:tab/>
        <w:t>2.437e0</w:t>
      </w:r>
    </w:p>
    <w:p w:rsidR="007B2329" w:rsidRDefault="007B2329" w:rsidP="007B2329">
      <w:r>
        <w:t>455.3823</w:t>
      </w:r>
      <w:r>
        <w:tab/>
        <w:t>1.013e0</w:t>
      </w:r>
    </w:p>
    <w:p w:rsidR="007B2329" w:rsidRDefault="007B2329" w:rsidP="007B2329">
      <w:r>
        <w:t>455.3914</w:t>
      </w:r>
      <w:r>
        <w:tab/>
        <w:t>2.025e0</w:t>
      </w:r>
    </w:p>
    <w:p w:rsidR="007B2329" w:rsidRDefault="007B2329" w:rsidP="007B2329">
      <w:r>
        <w:t>455.4104</w:t>
      </w:r>
      <w:r>
        <w:tab/>
        <w:t>2.025e0</w:t>
      </w:r>
    </w:p>
    <w:p w:rsidR="007B2329" w:rsidRDefault="007B2329" w:rsidP="007B2329">
      <w:r>
        <w:t>455.4168</w:t>
      </w:r>
      <w:r>
        <w:tab/>
        <w:t>2.532e-2</w:t>
      </w:r>
    </w:p>
    <w:p w:rsidR="007B2329" w:rsidRDefault="007B2329" w:rsidP="007B2329">
      <w:r>
        <w:t>455.4390</w:t>
      </w:r>
      <w:r>
        <w:tab/>
        <w:t>2.025e0</w:t>
      </w:r>
    </w:p>
    <w:p w:rsidR="007B2329" w:rsidRDefault="007B2329" w:rsidP="007B2329">
      <w:r>
        <w:t>455.4479</w:t>
      </w:r>
      <w:r>
        <w:tab/>
        <w:t>2.025e0</w:t>
      </w:r>
    </w:p>
    <w:p w:rsidR="007B2329" w:rsidRDefault="007B2329" w:rsidP="007B2329">
      <w:r>
        <w:t>455.4663</w:t>
      </w:r>
      <w:r>
        <w:tab/>
        <w:t>3.038e0</w:t>
      </w:r>
    </w:p>
    <w:p w:rsidR="007B2329" w:rsidRDefault="007B2329" w:rsidP="007B2329">
      <w:r>
        <w:t>455.4696</w:t>
      </w:r>
      <w:r>
        <w:tab/>
        <w:t>1.013e0</w:t>
      </w:r>
    </w:p>
    <w:p w:rsidR="007B2329" w:rsidRDefault="007B2329" w:rsidP="007B2329">
      <w:r>
        <w:t>455.5105</w:t>
      </w:r>
      <w:r>
        <w:tab/>
        <w:t>2.025e0</w:t>
      </w:r>
    </w:p>
    <w:p w:rsidR="007B2329" w:rsidRDefault="007B2329" w:rsidP="007B2329">
      <w:r>
        <w:t>455.5127</w:t>
      </w:r>
      <w:r>
        <w:tab/>
        <w:t>1.013e0</w:t>
      </w:r>
    </w:p>
    <w:p w:rsidR="007B2329" w:rsidRDefault="007B2329" w:rsidP="007B2329">
      <w:r>
        <w:t>455.5176</w:t>
      </w:r>
      <w:r>
        <w:tab/>
        <w:t>1.013e0</w:t>
      </w:r>
    </w:p>
    <w:p w:rsidR="007B2329" w:rsidRDefault="007B2329" w:rsidP="007B2329">
      <w:r>
        <w:t>455.5257</w:t>
      </w:r>
      <w:r>
        <w:tab/>
        <w:t>1.013e0</w:t>
      </w:r>
    </w:p>
    <w:p w:rsidR="007B2329" w:rsidRDefault="007B2329" w:rsidP="007B2329">
      <w:r>
        <w:t>455.5486</w:t>
      </w:r>
      <w:r>
        <w:tab/>
        <w:t>2.025e0</w:t>
      </w:r>
    </w:p>
    <w:p w:rsidR="007B2329" w:rsidRDefault="007B2329" w:rsidP="007B2329">
      <w:r>
        <w:t>455.5700</w:t>
      </w:r>
      <w:r>
        <w:tab/>
        <w:t>1.013e0</w:t>
      </w:r>
    </w:p>
    <w:p w:rsidR="007B2329" w:rsidRDefault="007B2329" w:rsidP="007B2329">
      <w:r>
        <w:lastRenderedPageBreak/>
        <w:t>455.6133</w:t>
      </w:r>
      <w:r>
        <w:tab/>
        <w:t>1.013e0</w:t>
      </w:r>
    </w:p>
    <w:p w:rsidR="007B2329" w:rsidRDefault="007B2329" w:rsidP="007B2329">
      <w:r>
        <w:t>455.6350</w:t>
      </w:r>
      <w:r>
        <w:tab/>
        <w:t>2.025e0</w:t>
      </w:r>
    </w:p>
    <w:p w:rsidR="007B2329" w:rsidRDefault="007B2329" w:rsidP="007B2329">
      <w:r>
        <w:t>455.6386</w:t>
      </w:r>
      <w:r>
        <w:tab/>
        <w:t>2.025e0</w:t>
      </w:r>
    </w:p>
    <w:p w:rsidR="007B2329" w:rsidRDefault="007B2329" w:rsidP="007B2329">
      <w:r>
        <w:t>455.6673</w:t>
      </w:r>
      <w:r>
        <w:tab/>
        <w:t>1.013e0</w:t>
      </w:r>
    </w:p>
    <w:p w:rsidR="007B2329" w:rsidRDefault="007B2329" w:rsidP="007B2329">
      <w:r>
        <w:t>455.6849</w:t>
      </w:r>
      <w:r>
        <w:tab/>
        <w:t>1.013e0</w:t>
      </w:r>
    </w:p>
    <w:p w:rsidR="007B2329" w:rsidRDefault="007B2329" w:rsidP="007B2329">
      <w:r>
        <w:t>455.7032</w:t>
      </w:r>
      <w:r>
        <w:tab/>
        <w:t>2.025e0</w:t>
      </w:r>
    </w:p>
    <w:p w:rsidR="007B2329" w:rsidRDefault="007B2329" w:rsidP="007B2329">
      <w:r>
        <w:t>455.7123</w:t>
      </w:r>
      <w:r>
        <w:tab/>
        <w:t>3.038e0</w:t>
      </w:r>
    </w:p>
    <w:p w:rsidR="007B2329" w:rsidRDefault="007B2329" w:rsidP="007B2329">
      <w:r>
        <w:t>455.7525</w:t>
      </w:r>
      <w:r>
        <w:tab/>
        <w:t>2.025e0</w:t>
      </w:r>
    </w:p>
    <w:p w:rsidR="007B2329" w:rsidRDefault="007B2329" w:rsidP="007B2329">
      <w:r>
        <w:t>455.7566</w:t>
      </w:r>
      <w:r>
        <w:tab/>
        <w:t>1.013e0</w:t>
      </w:r>
    </w:p>
    <w:p w:rsidR="007B2329" w:rsidRDefault="007B2329" w:rsidP="007B2329">
      <w:r>
        <w:t>455.7609</w:t>
      </w:r>
      <w:r>
        <w:tab/>
        <w:t>2.025e0</w:t>
      </w:r>
    </w:p>
    <w:p w:rsidR="007B2329" w:rsidRDefault="007B2329" w:rsidP="007B2329">
      <w:r>
        <w:t>455.7646</w:t>
      </w:r>
      <w:r>
        <w:tab/>
        <w:t>1.013e0</w:t>
      </w:r>
    </w:p>
    <w:p w:rsidR="007B2329" w:rsidRDefault="007B2329" w:rsidP="007B2329">
      <w:r>
        <w:t>455.8077</w:t>
      </w:r>
      <w:r>
        <w:tab/>
        <w:t>1.013e0</w:t>
      </w:r>
    </w:p>
    <w:p w:rsidR="007B2329" w:rsidRDefault="007B2329" w:rsidP="007B2329">
      <w:r>
        <w:t>455.8165</w:t>
      </w:r>
      <w:r>
        <w:tab/>
        <w:t>2.025e0</w:t>
      </w:r>
    </w:p>
    <w:p w:rsidR="007B2329" w:rsidRDefault="007B2329" w:rsidP="007B2329">
      <w:r>
        <w:t>455.8204</w:t>
      </w:r>
      <w:r>
        <w:tab/>
        <w:t>1.013e0</w:t>
      </w:r>
    </w:p>
    <w:p w:rsidR="007B2329" w:rsidRDefault="007B2329" w:rsidP="007B2329">
      <w:r>
        <w:t>455.8266</w:t>
      </w:r>
      <w:r>
        <w:tab/>
        <w:t>2.025e0</w:t>
      </w:r>
    </w:p>
    <w:p w:rsidR="007B2329" w:rsidRDefault="007B2329" w:rsidP="007B2329">
      <w:r>
        <w:t>455.8293</w:t>
      </w:r>
      <w:r>
        <w:tab/>
        <w:t>1.013e0</w:t>
      </w:r>
    </w:p>
    <w:p w:rsidR="007B2329" w:rsidRDefault="007B2329" w:rsidP="007B2329">
      <w:r>
        <w:t>455.8522</w:t>
      </w:r>
      <w:r>
        <w:tab/>
        <w:t>1.013e0</w:t>
      </w:r>
    </w:p>
    <w:p w:rsidR="007B2329" w:rsidRDefault="007B2329" w:rsidP="007B2329">
      <w:r>
        <w:t>455.8655</w:t>
      </w:r>
      <w:r>
        <w:tab/>
        <w:t>1.013e0</w:t>
      </w:r>
    </w:p>
    <w:p w:rsidR="007B2329" w:rsidRDefault="007B2329" w:rsidP="007B2329">
      <w:r>
        <w:t>455.8758</w:t>
      </w:r>
      <w:r>
        <w:tab/>
        <w:t>4.051e0</w:t>
      </w:r>
    </w:p>
    <w:p w:rsidR="007B2329" w:rsidRDefault="007B2329" w:rsidP="007B2329">
      <w:r>
        <w:lastRenderedPageBreak/>
        <w:t>455.9001</w:t>
      </w:r>
      <w:r>
        <w:tab/>
        <w:t>1.013e0</w:t>
      </w:r>
    </w:p>
    <w:p w:rsidR="007B2329" w:rsidRDefault="007B2329" w:rsidP="007B2329">
      <w:r>
        <w:t>455.9035</w:t>
      </w:r>
      <w:r>
        <w:tab/>
        <w:t>2.025e0</w:t>
      </w:r>
    </w:p>
    <w:p w:rsidR="007B2329" w:rsidRDefault="007B2329" w:rsidP="007B2329">
      <w:r>
        <w:t>455.9083</w:t>
      </w:r>
      <w:r>
        <w:tab/>
        <w:t>1.013e0</w:t>
      </w:r>
    </w:p>
    <w:p w:rsidR="007B2329" w:rsidRDefault="007B2329" w:rsidP="007B2329">
      <w:r>
        <w:t>455.9320</w:t>
      </w:r>
      <w:r>
        <w:tab/>
        <w:t>2.025e0</w:t>
      </w:r>
    </w:p>
    <w:p w:rsidR="007B2329" w:rsidRDefault="007B2329" w:rsidP="007B2329">
      <w:r>
        <w:t>455.9400</w:t>
      </w:r>
      <w:r>
        <w:tab/>
        <w:t>1.013e0</w:t>
      </w:r>
    </w:p>
    <w:p w:rsidR="007B2329" w:rsidRDefault="007B2329" w:rsidP="007B2329">
      <w:r>
        <w:t>455.9438</w:t>
      </w:r>
      <w:r>
        <w:tab/>
        <w:t>3.038e0</w:t>
      </w:r>
    </w:p>
    <w:p w:rsidR="007B2329" w:rsidRDefault="007B2329" w:rsidP="007B2329">
      <w:r>
        <w:t>455.9628</w:t>
      </w:r>
      <w:r>
        <w:tab/>
        <w:t>1.013e0</w:t>
      </w:r>
    </w:p>
    <w:p w:rsidR="007B2329" w:rsidRDefault="007B2329" w:rsidP="007B2329">
      <w:r>
        <w:t>455.9662</w:t>
      </w:r>
      <w:r>
        <w:tab/>
        <w:t>2.025e0</w:t>
      </w:r>
    </w:p>
    <w:p w:rsidR="007B2329" w:rsidRDefault="007B2329" w:rsidP="007B2329">
      <w:r>
        <w:t>455.9681</w:t>
      </w:r>
      <w:r>
        <w:tab/>
        <w:t>2.025e0</w:t>
      </w:r>
    </w:p>
    <w:p w:rsidR="007B2329" w:rsidRDefault="007B2329" w:rsidP="007B2329">
      <w:r>
        <w:t>455.9878</w:t>
      </w:r>
      <w:r>
        <w:tab/>
        <w:t>1.013e0</w:t>
      </w:r>
    </w:p>
    <w:p w:rsidR="007B2329" w:rsidRDefault="007B2329" w:rsidP="007B2329">
      <w:r>
        <w:t>455.9958</w:t>
      </w:r>
      <w:r>
        <w:tab/>
        <w:t>1.013e0</w:t>
      </w:r>
    </w:p>
    <w:p w:rsidR="007B2329" w:rsidRDefault="007B2329" w:rsidP="007B2329">
      <w:r>
        <w:t>456.0023</w:t>
      </w:r>
      <w:r>
        <w:tab/>
        <w:t>1.013e0</w:t>
      </w:r>
    </w:p>
    <w:p w:rsidR="007B2329" w:rsidRDefault="007B2329" w:rsidP="007B2329">
      <w:r>
        <w:t>456.0211</w:t>
      </w:r>
      <w:r>
        <w:tab/>
        <w:t>2.025e0</w:t>
      </w:r>
    </w:p>
    <w:p w:rsidR="007B2329" w:rsidRDefault="007B2329" w:rsidP="007B2329">
      <w:r>
        <w:t>456.0238</w:t>
      </w:r>
      <w:r>
        <w:tab/>
        <w:t>1.013e0</w:t>
      </w:r>
    </w:p>
    <w:p w:rsidR="007B2329" w:rsidRDefault="007B2329" w:rsidP="007B2329">
      <w:r>
        <w:t>456.0355</w:t>
      </w:r>
      <w:r>
        <w:tab/>
        <w:t>1.013e0</w:t>
      </w:r>
    </w:p>
    <w:p w:rsidR="007B2329" w:rsidRDefault="007B2329" w:rsidP="007B2329">
      <w:r>
        <w:t>456.0419</w:t>
      </w:r>
      <w:r>
        <w:tab/>
        <w:t>1.013e0</w:t>
      </w:r>
    </w:p>
    <w:p w:rsidR="007B2329" w:rsidRDefault="007B2329" w:rsidP="007B2329">
      <w:r>
        <w:t>456.0661</w:t>
      </w:r>
      <w:r>
        <w:tab/>
        <w:t>2.025e0</w:t>
      </w:r>
    </w:p>
    <w:p w:rsidR="007B2329" w:rsidRDefault="007B2329" w:rsidP="007B2329">
      <w:r>
        <w:t>456.0817</w:t>
      </w:r>
      <w:r>
        <w:tab/>
        <w:t>1.013e0</w:t>
      </w:r>
    </w:p>
    <w:p w:rsidR="007B2329" w:rsidRDefault="007B2329" w:rsidP="007B2329">
      <w:r>
        <w:t>456.0850</w:t>
      </w:r>
      <w:r>
        <w:tab/>
        <w:t>2.025e0</w:t>
      </w:r>
    </w:p>
    <w:p w:rsidR="007B2329" w:rsidRDefault="007B2329" w:rsidP="007B2329">
      <w:r>
        <w:lastRenderedPageBreak/>
        <w:t>456.0970</w:t>
      </w:r>
      <w:r>
        <w:tab/>
        <w:t>3.038e0</w:t>
      </w:r>
    </w:p>
    <w:p w:rsidR="007B2329" w:rsidRDefault="007B2329" w:rsidP="007B2329">
      <w:r>
        <w:t>456.1223</w:t>
      </w:r>
      <w:r>
        <w:tab/>
        <w:t>3.038e0</w:t>
      </w:r>
    </w:p>
    <w:p w:rsidR="007B2329" w:rsidRDefault="007B2329" w:rsidP="007B2329">
      <w:r>
        <w:t>456.1243</w:t>
      </w:r>
      <w:r>
        <w:tab/>
        <w:t>3.854e0</w:t>
      </w:r>
    </w:p>
    <w:p w:rsidR="007B2329" w:rsidRDefault="007B2329" w:rsidP="007B2329">
      <w:r>
        <w:t>456.1273</w:t>
      </w:r>
      <w:r>
        <w:tab/>
        <w:t>3.038e0</w:t>
      </w:r>
    </w:p>
    <w:p w:rsidR="007B2329" w:rsidRDefault="007B2329" w:rsidP="007B2329">
      <w:r>
        <w:t>456.1392</w:t>
      </w:r>
      <w:r>
        <w:tab/>
        <w:t>1.013e0</w:t>
      </w:r>
    </w:p>
    <w:p w:rsidR="007B2329" w:rsidRDefault="007B2329" w:rsidP="007B2329">
      <w:r>
        <w:t>456.1499</w:t>
      </w:r>
      <w:r>
        <w:tab/>
        <w:t>2.196e0</w:t>
      </w:r>
    </w:p>
    <w:p w:rsidR="007B2329" w:rsidRDefault="007B2329" w:rsidP="007B2329">
      <w:r>
        <w:t>456.1602</w:t>
      </w:r>
      <w:r>
        <w:tab/>
        <w:t>3.841e0</w:t>
      </w:r>
    </w:p>
    <w:p w:rsidR="007B2329" w:rsidRDefault="007B2329" w:rsidP="007B2329">
      <w:r>
        <w:t>456.1773</w:t>
      </w:r>
      <w:r>
        <w:tab/>
        <w:t>7.414e0</w:t>
      </w:r>
    </w:p>
    <w:p w:rsidR="007B2329" w:rsidRDefault="007B2329" w:rsidP="007B2329">
      <w:r>
        <w:t>456.1827</w:t>
      </w:r>
      <w:r>
        <w:tab/>
        <w:t>3.960e0</w:t>
      </w:r>
    </w:p>
    <w:p w:rsidR="007B2329" w:rsidRDefault="007B2329" w:rsidP="007B2329">
      <w:r>
        <w:t>456.1952</w:t>
      </w:r>
      <w:r>
        <w:tab/>
        <w:t>3.038e0</w:t>
      </w:r>
    </w:p>
    <w:p w:rsidR="007B2329" w:rsidRDefault="007B2329" w:rsidP="007B2329">
      <w:r>
        <w:t>456.2002</w:t>
      </w:r>
      <w:r>
        <w:tab/>
        <w:t>1.013e0</w:t>
      </w:r>
    </w:p>
    <w:p w:rsidR="007B2329" w:rsidRDefault="007B2329" w:rsidP="007B2329">
      <w:r>
        <w:t>456.2265</w:t>
      </w:r>
      <w:r>
        <w:tab/>
        <w:t>4.622e0</w:t>
      </w:r>
    </w:p>
    <w:p w:rsidR="007B2329" w:rsidRDefault="007B2329" w:rsidP="007B2329">
      <w:r>
        <w:t>456.2747</w:t>
      </w:r>
      <w:r>
        <w:tab/>
        <w:t>1.013e0</w:t>
      </w:r>
    </w:p>
    <w:p w:rsidR="007B2329" w:rsidRDefault="007B2329" w:rsidP="007B2329">
      <w:r>
        <w:t>456.3113</w:t>
      </w:r>
      <w:r>
        <w:tab/>
        <w:t>1.168e1</w:t>
      </w:r>
    </w:p>
    <w:p w:rsidR="007B2329" w:rsidRDefault="007B2329" w:rsidP="007B2329">
      <w:r>
        <w:t>456.3139</w:t>
      </w:r>
      <w:r>
        <w:tab/>
        <w:t>1.086e0</w:t>
      </w:r>
    </w:p>
    <w:p w:rsidR="007B2329" w:rsidRDefault="007B2329" w:rsidP="007B2329">
      <w:r>
        <w:t>456.3178</w:t>
      </w:r>
      <w:r>
        <w:tab/>
        <w:t>4.928e0</w:t>
      </w:r>
    </w:p>
    <w:p w:rsidR="007B2329" w:rsidRDefault="007B2329" w:rsidP="007B2329">
      <w:r>
        <w:t>456.3190</w:t>
      </w:r>
      <w:r>
        <w:tab/>
        <w:t>1.013e0</w:t>
      </w:r>
    </w:p>
    <w:p w:rsidR="007B2329" w:rsidRDefault="007B2329" w:rsidP="007B2329">
      <w:r>
        <w:t>456.3227</w:t>
      </w:r>
      <w:r>
        <w:tab/>
        <w:t>5.063e0</w:t>
      </w:r>
    </w:p>
    <w:p w:rsidR="007B2329" w:rsidRDefault="007B2329" w:rsidP="007B2329">
      <w:r>
        <w:t>456.3270</w:t>
      </w:r>
      <w:r>
        <w:tab/>
        <w:t>2.120e0</w:t>
      </w:r>
    </w:p>
    <w:p w:rsidR="007B2329" w:rsidRDefault="007B2329" w:rsidP="007B2329">
      <w:r>
        <w:lastRenderedPageBreak/>
        <w:t>456.3544</w:t>
      </w:r>
      <w:r>
        <w:tab/>
        <w:t>6.448e0</w:t>
      </w:r>
    </w:p>
    <w:p w:rsidR="007B2329" w:rsidRDefault="007B2329" w:rsidP="007B2329">
      <w:r>
        <w:t>456.3806</w:t>
      </w:r>
      <w:r>
        <w:tab/>
        <w:t>2.885e0</w:t>
      </w:r>
    </w:p>
    <w:p w:rsidR="007B2329" w:rsidRDefault="007B2329" w:rsidP="007B2329">
      <w:r>
        <w:t>456.4263</w:t>
      </w:r>
      <w:r>
        <w:tab/>
        <w:t>1.013e0</w:t>
      </w:r>
    </w:p>
    <w:p w:rsidR="007B2329" w:rsidRDefault="007B2329" w:rsidP="007B2329">
      <w:r>
        <w:t>456.4296</w:t>
      </w:r>
      <w:r>
        <w:tab/>
        <w:t>2.025e0</w:t>
      </w:r>
    </w:p>
    <w:p w:rsidR="007B2329" w:rsidRDefault="007B2329" w:rsidP="007B2329">
      <w:r>
        <w:t>456.4313</w:t>
      </w:r>
      <w:r>
        <w:tab/>
        <w:t>2.025e0</w:t>
      </w:r>
    </w:p>
    <w:p w:rsidR="007B2329" w:rsidRDefault="007B2329" w:rsidP="007B2329">
      <w:r>
        <w:t>456.4560</w:t>
      </w:r>
      <w:r>
        <w:tab/>
        <w:t>1.013e0</w:t>
      </w:r>
    </w:p>
    <w:p w:rsidR="007B2329" w:rsidRDefault="007B2329" w:rsidP="007B2329">
      <w:r>
        <w:t>456.4776</w:t>
      </w:r>
      <w:r>
        <w:tab/>
        <w:t>1.013e0</w:t>
      </w:r>
    </w:p>
    <w:p w:rsidR="007B2329" w:rsidRDefault="007B2329" w:rsidP="007B2329">
      <w:r>
        <w:t>456.4848</w:t>
      </w:r>
      <w:r>
        <w:tab/>
        <w:t>2.025e0</w:t>
      </w:r>
    </w:p>
    <w:p w:rsidR="007B2329" w:rsidRDefault="007B2329" w:rsidP="007B2329">
      <w:r>
        <w:t>456.4865</w:t>
      </w:r>
      <w:r>
        <w:tab/>
        <w:t>2.025e0</w:t>
      </w:r>
    </w:p>
    <w:p w:rsidR="007B2329" w:rsidRDefault="007B2329" w:rsidP="007B2329">
      <w:r>
        <w:t>456.4976</w:t>
      </w:r>
      <w:r>
        <w:tab/>
        <w:t>2.025e0</w:t>
      </w:r>
    </w:p>
    <w:p w:rsidR="007B2329" w:rsidRDefault="007B2329" w:rsidP="007B2329">
      <w:r>
        <w:t>456.5244</w:t>
      </w:r>
      <w:r>
        <w:tab/>
        <w:t>2.025e0</w:t>
      </w:r>
    </w:p>
    <w:p w:rsidR="007B2329" w:rsidRDefault="007B2329" w:rsidP="007B2329">
      <w:r>
        <w:t>456.5302</w:t>
      </w:r>
      <w:r>
        <w:tab/>
        <w:t>1.013e0</w:t>
      </w:r>
    </w:p>
    <w:p w:rsidR="007B2329" w:rsidRDefault="007B2329" w:rsidP="007B2329">
      <w:r>
        <w:t>456.5352</w:t>
      </w:r>
      <w:r>
        <w:tab/>
        <w:t>2.025e0</w:t>
      </w:r>
    </w:p>
    <w:p w:rsidR="007B2329" w:rsidRDefault="007B2329" w:rsidP="007B2329">
      <w:r>
        <w:t>456.5577</w:t>
      </w:r>
      <w:r>
        <w:tab/>
        <w:t>3.038e0</w:t>
      </w:r>
    </w:p>
    <w:p w:rsidR="007B2329" w:rsidRDefault="007B2329" w:rsidP="007B2329">
      <w:r>
        <w:t>456.5601</w:t>
      </w:r>
      <w:r>
        <w:tab/>
        <w:t>2.025e0</w:t>
      </w:r>
    </w:p>
    <w:p w:rsidR="007B2329" w:rsidRDefault="007B2329" w:rsidP="007B2329">
      <w:r>
        <w:t>456.5966</w:t>
      </w:r>
      <w:r>
        <w:tab/>
        <w:t>1.013e0</w:t>
      </w:r>
    </w:p>
    <w:p w:rsidR="007B2329" w:rsidRDefault="007B2329" w:rsidP="007B2329">
      <w:r>
        <w:t>456.6098</w:t>
      </w:r>
      <w:r>
        <w:tab/>
        <w:t>1.013e0</w:t>
      </w:r>
    </w:p>
    <w:p w:rsidR="007B2329" w:rsidRDefault="007B2329" w:rsidP="007B2329">
      <w:r>
        <w:t>456.6420</w:t>
      </w:r>
      <w:r>
        <w:tab/>
        <w:t>3.038e0</w:t>
      </w:r>
    </w:p>
    <w:p w:rsidR="007B2329" w:rsidRDefault="007B2329" w:rsidP="007B2329">
      <w:r>
        <w:t>456.6816</w:t>
      </w:r>
      <w:r>
        <w:tab/>
        <w:t>1.013e0</w:t>
      </w:r>
    </w:p>
    <w:p w:rsidR="007B2329" w:rsidRDefault="007B2329" w:rsidP="007B2329">
      <w:r>
        <w:lastRenderedPageBreak/>
        <w:t>456.6897</w:t>
      </w:r>
      <w:r>
        <w:tab/>
        <w:t>1.013e0</w:t>
      </w:r>
    </w:p>
    <w:p w:rsidR="007B2329" w:rsidRDefault="007B2329" w:rsidP="007B2329">
      <w:r>
        <w:t>456.6982</w:t>
      </w:r>
      <w:r>
        <w:tab/>
        <w:t>2.025e0</w:t>
      </w:r>
    </w:p>
    <w:p w:rsidR="007B2329" w:rsidRDefault="007B2329" w:rsidP="007B2329">
      <w:r>
        <w:t>456.7005</w:t>
      </w:r>
      <w:r>
        <w:tab/>
        <w:t>2.025e0</w:t>
      </w:r>
    </w:p>
    <w:p w:rsidR="007B2329" w:rsidRDefault="007B2329" w:rsidP="007B2329">
      <w:r>
        <w:t>456.7152</w:t>
      </w:r>
      <w:r>
        <w:tab/>
        <w:t>1.013e0</w:t>
      </w:r>
    </w:p>
    <w:p w:rsidR="007B2329" w:rsidRDefault="007B2329" w:rsidP="007B2329">
      <w:r>
        <w:t>456.7418</w:t>
      </w:r>
      <w:r>
        <w:tab/>
        <w:t>3.038e0</w:t>
      </w:r>
    </w:p>
    <w:p w:rsidR="007B2329" w:rsidRDefault="007B2329" w:rsidP="007B2329">
      <w:r>
        <w:t>456.7514</w:t>
      </w:r>
      <w:r>
        <w:tab/>
        <w:t>1.013e0</w:t>
      </w:r>
    </w:p>
    <w:p w:rsidR="007B2329" w:rsidRDefault="007B2329" w:rsidP="007B2329">
      <w:r>
        <w:t>456.7660</w:t>
      </w:r>
      <w:r>
        <w:tab/>
        <w:t>2.025e0</w:t>
      </w:r>
    </w:p>
    <w:p w:rsidR="007B2329" w:rsidRDefault="007B2329" w:rsidP="007B2329">
      <w:r>
        <w:t>456.7886</w:t>
      </w:r>
      <w:r>
        <w:tab/>
        <w:t>3.038e0</w:t>
      </w:r>
    </w:p>
    <w:p w:rsidR="007B2329" w:rsidRDefault="007B2329" w:rsidP="007B2329">
      <w:r>
        <w:t>456.7970</w:t>
      </w:r>
      <w:r>
        <w:tab/>
        <w:t>2.025e0</w:t>
      </w:r>
    </w:p>
    <w:p w:rsidR="007B2329" w:rsidRDefault="007B2329" w:rsidP="007B2329">
      <w:r>
        <w:t>456.8414</w:t>
      </w:r>
      <w:r>
        <w:tab/>
        <w:t>1.013e0</w:t>
      </w:r>
    </w:p>
    <w:p w:rsidR="007B2329" w:rsidRDefault="007B2329" w:rsidP="007B2329">
      <w:r>
        <w:t>456.8584</w:t>
      </w:r>
      <w:r>
        <w:tab/>
        <w:t>2.025e0</w:t>
      </w:r>
    </w:p>
    <w:p w:rsidR="007B2329" w:rsidRDefault="007B2329" w:rsidP="007B2329">
      <w:r>
        <w:t>456.8596</w:t>
      </w:r>
      <w:r>
        <w:tab/>
        <w:t>2.025e0</w:t>
      </w:r>
    </w:p>
    <w:p w:rsidR="007B2329" w:rsidRDefault="007B2329" w:rsidP="007B2329">
      <w:r>
        <w:t>456.8885</w:t>
      </w:r>
      <w:r>
        <w:tab/>
        <w:t>1.013e0</w:t>
      </w:r>
    </w:p>
    <w:p w:rsidR="007B2329" w:rsidRDefault="007B2329" w:rsidP="007B2329">
      <w:r>
        <w:t>456.9003</w:t>
      </w:r>
      <w:r>
        <w:tab/>
        <w:t>2.038e0</w:t>
      </w:r>
    </w:p>
    <w:p w:rsidR="007B2329" w:rsidRDefault="007B2329" w:rsidP="007B2329">
      <w:r>
        <w:t>456.9091</w:t>
      </w:r>
      <w:r>
        <w:tab/>
        <w:t>2.025e0</w:t>
      </w:r>
    </w:p>
    <w:p w:rsidR="007B2329" w:rsidRDefault="007B2329" w:rsidP="007B2329">
      <w:r>
        <w:t>456.9279</w:t>
      </w:r>
      <w:r>
        <w:tab/>
        <w:t>1.013e0</w:t>
      </w:r>
    </w:p>
    <w:p w:rsidR="007B2329" w:rsidRDefault="007B2329" w:rsidP="007B2329">
      <w:r>
        <w:t>456.9451</w:t>
      </w:r>
      <w:r>
        <w:tab/>
        <w:t>2.025e0</w:t>
      </w:r>
    </w:p>
    <w:p w:rsidR="007B2329" w:rsidRDefault="007B2329" w:rsidP="007B2329">
      <w:r>
        <w:t>456.9771</w:t>
      </w:r>
      <w:r>
        <w:tab/>
        <w:t>1.013e0</w:t>
      </w:r>
    </w:p>
    <w:p w:rsidR="007B2329" w:rsidRDefault="007B2329" w:rsidP="007B2329">
      <w:r>
        <w:t>456.9890</w:t>
      </w:r>
      <w:r>
        <w:tab/>
        <w:t>2.025e0</w:t>
      </w:r>
    </w:p>
    <w:p w:rsidR="007B2329" w:rsidRDefault="007B2329" w:rsidP="007B2329">
      <w:r>
        <w:lastRenderedPageBreak/>
        <w:t>456.9975</w:t>
      </w:r>
      <w:r>
        <w:tab/>
        <w:t>2.025e0</w:t>
      </w:r>
    </w:p>
    <w:p w:rsidR="007B2329" w:rsidRDefault="007B2329" w:rsidP="007B2329">
      <w:r>
        <w:t>457.0107</w:t>
      </w:r>
      <w:r>
        <w:tab/>
        <w:t>1.013e0</w:t>
      </w:r>
    </w:p>
    <w:p w:rsidR="007B2329" w:rsidRDefault="007B2329" w:rsidP="007B2329">
      <w:r>
        <w:t>457.0176</w:t>
      </w:r>
      <w:r>
        <w:tab/>
        <w:t>3.038e0</w:t>
      </w:r>
    </w:p>
    <w:p w:rsidR="007B2329" w:rsidRDefault="007B2329" w:rsidP="007B2329">
      <w:r>
        <w:t>457.0252</w:t>
      </w:r>
      <w:r>
        <w:tab/>
        <w:t>1.013e0</w:t>
      </w:r>
    </w:p>
    <w:p w:rsidR="007B2329" w:rsidRDefault="007B2329" w:rsidP="007B2329">
      <w:r>
        <w:t>457.0501</w:t>
      </w:r>
      <w:r>
        <w:tab/>
        <w:t>2.025e0</w:t>
      </w:r>
    </w:p>
    <w:p w:rsidR="007B2329" w:rsidRDefault="007B2329" w:rsidP="007B2329">
      <w:r>
        <w:t>457.0650</w:t>
      </w:r>
      <w:r>
        <w:tab/>
        <w:t>1.013e0</w:t>
      </w:r>
    </w:p>
    <w:p w:rsidR="007B2329" w:rsidRDefault="007B2329" w:rsidP="007B2329">
      <w:r>
        <w:t>457.0683</w:t>
      </w:r>
      <w:r>
        <w:tab/>
        <w:t>3.038e0</w:t>
      </w:r>
    </w:p>
    <w:p w:rsidR="007B2329" w:rsidRDefault="007B2329" w:rsidP="007B2329">
      <w:r>
        <w:t>457.0771</w:t>
      </w:r>
      <w:r>
        <w:tab/>
        <w:t>2.025e0</w:t>
      </w:r>
    </w:p>
    <w:p w:rsidR="007B2329" w:rsidRDefault="007B2329" w:rsidP="007B2329">
      <w:r>
        <w:t>457.0898</w:t>
      </w:r>
      <w:r>
        <w:tab/>
        <w:t>2.025e0</w:t>
      </w:r>
    </w:p>
    <w:p w:rsidR="007B2329" w:rsidRDefault="007B2329" w:rsidP="007B2329">
      <w:r>
        <w:t>457.1475</w:t>
      </w:r>
      <w:r>
        <w:tab/>
        <w:t>1.013e0</w:t>
      </w:r>
    </w:p>
    <w:p w:rsidR="007B2329" w:rsidRDefault="007B2329" w:rsidP="007B2329">
      <w:r>
        <w:t>457.1849</w:t>
      </w:r>
      <w:r>
        <w:tab/>
        <w:t>1.140e0</w:t>
      </w:r>
    </w:p>
    <w:p w:rsidR="007B2329" w:rsidRDefault="007B2329" w:rsidP="007B2329">
      <w:r>
        <w:t>457.1891</w:t>
      </w:r>
      <w:r>
        <w:tab/>
        <w:t>1.195e0</w:t>
      </w:r>
    </w:p>
    <w:p w:rsidR="007B2329" w:rsidRDefault="007B2329" w:rsidP="007B2329">
      <w:r>
        <w:t>457.1906</w:t>
      </w:r>
      <w:r>
        <w:tab/>
        <w:t>1.714e0</w:t>
      </w:r>
    </w:p>
    <w:p w:rsidR="007B2329" w:rsidRDefault="007B2329" w:rsidP="007B2329">
      <w:r>
        <w:t>457.2721</w:t>
      </w:r>
      <w:r>
        <w:tab/>
        <w:t>2.664e0</w:t>
      </w:r>
    </w:p>
    <w:p w:rsidR="007B2329" w:rsidRDefault="007B2329" w:rsidP="007B2329">
      <w:r>
        <w:t>457.2892</w:t>
      </w:r>
      <w:r>
        <w:tab/>
        <w:t>4.051e0</w:t>
      </w:r>
    </w:p>
    <w:p w:rsidR="007B2329" w:rsidRDefault="007B2329" w:rsidP="007B2329">
      <w:r>
        <w:t>457.3197</w:t>
      </w:r>
      <w:r>
        <w:tab/>
        <w:t>4.051e0</w:t>
      </w:r>
    </w:p>
    <w:p w:rsidR="007B2329" w:rsidRDefault="007B2329" w:rsidP="007B2329">
      <w:r>
        <w:t>457.3257</w:t>
      </w:r>
      <w:r>
        <w:tab/>
        <w:t>1.875e0</w:t>
      </w:r>
    </w:p>
    <w:p w:rsidR="007B2329" w:rsidRDefault="007B2329" w:rsidP="007B2329">
      <w:r>
        <w:t>457.3270</w:t>
      </w:r>
      <w:r>
        <w:tab/>
        <w:t>6.409e0</w:t>
      </w:r>
    </w:p>
    <w:p w:rsidR="007B2329" w:rsidRDefault="007B2329" w:rsidP="007B2329">
      <w:r>
        <w:t>457.3327</w:t>
      </w:r>
      <w:r>
        <w:tab/>
        <w:t>5.063e0</w:t>
      </w:r>
    </w:p>
    <w:p w:rsidR="007B2329" w:rsidRDefault="007B2329" w:rsidP="007B2329">
      <w:r>
        <w:lastRenderedPageBreak/>
        <w:t>457.3384</w:t>
      </w:r>
      <w:r>
        <w:tab/>
        <w:t>2.382e0</w:t>
      </w:r>
    </w:p>
    <w:p w:rsidR="007B2329" w:rsidRDefault="007B2329" w:rsidP="007B2329">
      <w:r>
        <w:t>457.3431</w:t>
      </w:r>
      <w:r>
        <w:tab/>
        <w:t>2.951e0</w:t>
      </w:r>
    </w:p>
    <w:p w:rsidR="007B2329" w:rsidRDefault="007B2329" w:rsidP="007B2329">
      <w:r>
        <w:t>457.3469</w:t>
      </w:r>
      <w:r>
        <w:tab/>
        <w:t>2.041e0</w:t>
      </w:r>
    </w:p>
    <w:p w:rsidR="007B2329" w:rsidRDefault="007B2329" w:rsidP="007B2329">
      <w:r>
        <w:t>457.4165</w:t>
      </w:r>
      <w:r>
        <w:tab/>
        <w:t>1.013e0</w:t>
      </w:r>
    </w:p>
    <w:p w:rsidR="007B2329" w:rsidRDefault="007B2329" w:rsidP="007B2329">
      <w:r>
        <w:t>457.4430</w:t>
      </w:r>
      <w:r>
        <w:tab/>
        <w:t>1.013e0</w:t>
      </w:r>
    </w:p>
    <w:p w:rsidR="007B2329" w:rsidRDefault="007B2329" w:rsidP="007B2329">
      <w:r>
        <w:t>457.4565</w:t>
      </w:r>
      <w:r>
        <w:tab/>
        <w:t>1.013e0</w:t>
      </w:r>
    </w:p>
    <w:p w:rsidR="007B2329" w:rsidRDefault="007B2329" w:rsidP="007B2329">
      <w:r>
        <w:t>457.4590</w:t>
      </w:r>
      <w:r>
        <w:tab/>
        <w:t>2.038e0</w:t>
      </w:r>
    </w:p>
    <w:p w:rsidR="007B2329" w:rsidRDefault="007B2329" w:rsidP="007B2329">
      <w:r>
        <w:t>457.4646</w:t>
      </w:r>
      <w:r>
        <w:tab/>
        <w:t>1.013e0</w:t>
      </w:r>
    </w:p>
    <w:p w:rsidR="007B2329" w:rsidRDefault="007B2329" w:rsidP="007B2329">
      <w:r>
        <w:t>457.4726</w:t>
      </w:r>
      <w:r>
        <w:tab/>
        <w:t>1.013e0</w:t>
      </w:r>
    </w:p>
    <w:p w:rsidR="007B2329" w:rsidRDefault="007B2329" w:rsidP="007B2329">
      <w:r>
        <w:t>457.5186</w:t>
      </w:r>
      <w:r>
        <w:tab/>
        <w:t>1.013e0</w:t>
      </w:r>
    </w:p>
    <w:p w:rsidR="007B2329" w:rsidRDefault="007B2329" w:rsidP="007B2329">
      <w:r>
        <w:t>457.5204</w:t>
      </w:r>
      <w:r>
        <w:tab/>
        <w:t>1.025e0</w:t>
      </w:r>
    </w:p>
    <w:p w:rsidR="007B2329" w:rsidRDefault="007B2329" w:rsidP="007B2329">
      <w:r>
        <w:t>457.5222</w:t>
      </w:r>
      <w:r>
        <w:tab/>
        <w:t>2.025e0</w:t>
      </w:r>
    </w:p>
    <w:p w:rsidR="007B2329" w:rsidRDefault="007B2329" w:rsidP="007B2329">
      <w:r>
        <w:t>457.5574</w:t>
      </w:r>
      <w:r>
        <w:tab/>
        <w:t>3.038e0</w:t>
      </w:r>
    </w:p>
    <w:p w:rsidR="007B2329" w:rsidRDefault="007B2329" w:rsidP="007B2329">
      <w:r>
        <w:t>457.5717</w:t>
      </w:r>
      <w:r>
        <w:tab/>
        <w:t>1.025e0</w:t>
      </w:r>
    </w:p>
    <w:p w:rsidR="007B2329" w:rsidRDefault="007B2329" w:rsidP="007B2329">
      <w:r>
        <w:t>457.5844</w:t>
      </w:r>
      <w:r>
        <w:tab/>
        <w:t>2.025e0</w:t>
      </w:r>
    </w:p>
    <w:p w:rsidR="007B2329" w:rsidRDefault="007B2329" w:rsidP="007B2329">
      <w:r>
        <w:t>457.6120</w:t>
      </w:r>
      <w:r>
        <w:tab/>
        <w:t>4.051e0</w:t>
      </w:r>
    </w:p>
    <w:p w:rsidR="007B2329" w:rsidRDefault="007B2329" w:rsidP="007B2329">
      <w:r>
        <w:t>457.6408</w:t>
      </w:r>
      <w:r>
        <w:tab/>
        <w:t>1.013e0</w:t>
      </w:r>
    </w:p>
    <w:p w:rsidR="007B2329" w:rsidRDefault="007B2329" w:rsidP="007B2329">
      <w:r>
        <w:t>457.6592</w:t>
      </w:r>
      <w:r>
        <w:tab/>
        <w:t>1.013e0</w:t>
      </w:r>
    </w:p>
    <w:p w:rsidR="007B2329" w:rsidRDefault="007B2329" w:rsidP="007B2329">
      <w:r>
        <w:t>457.6645</w:t>
      </w:r>
      <w:r>
        <w:tab/>
        <w:t>1.013e0</w:t>
      </w:r>
    </w:p>
    <w:p w:rsidR="007B2329" w:rsidRDefault="007B2329" w:rsidP="007B2329">
      <w:r>
        <w:lastRenderedPageBreak/>
        <w:t>457.6805</w:t>
      </w:r>
      <w:r>
        <w:tab/>
        <w:t>1.013e0</w:t>
      </w:r>
    </w:p>
    <w:p w:rsidR="007B2329" w:rsidRDefault="007B2329" w:rsidP="007B2329">
      <w:r>
        <w:t>457.6954</w:t>
      </w:r>
      <w:r>
        <w:tab/>
        <w:t>1.013e0</w:t>
      </w:r>
    </w:p>
    <w:p w:rsidR="007B2329" w:rsidRDefault="007B2329" w:rsidP="007B2329">
      <w:r>
        <w:t>457.6988</w:t>
      </w:r>
      <w:r>
        <w:tab/>
        <w:t>1.013e0</w:t>
      </w:r>
    </w:p>
    <w:p w:rsidR="007B2329" w:rsidRDefault="007B2329" w:rsidP="007B2329">
      <w:r>
        <w:t>457.7043</w:t>
      </w:r>
      <w:r>
        <w:tab/>
        <w:t>1.013e0</w:t>
      </w:r>
    </w:p>
    <w:p w:rsidR="007B2329" w:rsidRDefault="007B2329" w:rsidP="007B2329">
      <w:r>
        <w:t>457.7077</w:t>
      </w:r>
      <w:r>
        <w:tab/>
        <w:t>1.025e0</w:t>
      </w:r>
    </w:p>
    <w:p w:rsidR="007B2329" w:rsidRDefault="007B2329" w:rsidP="007B2329">
      <w:r>
        <w:t>457.7094</w:t>
      </w:r>
      <w:r>
        <w:tab/>
        <w:t>3.038e0</w:t>
      </w:r>
    </w:p>
    <w:p w:rsidR="007B2329" w:rsidRDefault="007B2329" w:rsidP="007B2329">
      <w:r>
        <w:t>457.7367</w:t>
      </w:r>
      <w:r>
        <w:tab/>
        <w:t>2.025e0</w:t>
      </w:r>
    </w:p>
    <w:p w:rsidR="007B2329" w:rsidRDefault="007B2329" w:rsidP="007B2329">
      <w:r>
        <w:t>457.7765</w:t>
      </w:r>
      <w:r>
        <w:tab/>
        <w:t>2.025e0</w:t>
      </w:r>
    </w:p>
    <w:p w:rsidR="007B2329" w:rsidRDefault="007B2329" w:rsidP="007B2329">
      <w:r>
        <w:t>457.8370</w:t>
      </w:r>
      <w:r>
        <w:tab/>
        <w:t>2.025e0</w:t>
      </w:r>
    </w:p>
    <w:p w:rsidR="007B2329" w:rsidRDefault="007B2329" w:rsidP="007B2329">
      <w:r>
        <w:t>457.8403</w:t>
      </w:r>
      <w:r>
        <w:tab/>
        <w:t>1.013e0</w:t>
      </w:r>
    </w:p>
    <w:p w:rsidR="007B2329" w:rsidRDefault="007B2329" w:rsidP="007B2329">
      <w:r>
        <w:t>457.8503</w:t>
      </w:r>
      <w:r>
        <w:tab/>
        <w:t>2.025e0</w:t>
      </w:r>
    </w:p>
    <w:p w:rsidR="007B2329" w:rsidRDefault="007B2329" w:rsidP="007B2329">
      <w:r>
        <w:t>457.8571</w:t>
      </w:r>
      <w:r>
        <w:tab/>
        <w:t>1.013e0</w:t>
      </w:r>
    </w:p>
    <w:p w:rsidR="007B2329" w:rsidRDefault="007B2329" w:rsidP="007B2329">
      <w:r>
        <w:t>457.8616</w:t>
      </w:r>
      <w:r>
        <w:tab/>
        <w:t>2.025e0</w:t>
      </w:r>
    </w:p>
    <w:p w:rsidR="007B2329" w:rsidRDefault="007B2329" w:rsidP="007B2329">
      <w:r>
        <w:t>457.8643</w:t>
      </w:r>
      <w:r>
        <w:tab/>
        <w:t>1.013e0</w:t>
      </w:r>
    </w:p>
    <w:p w:rsidR="007B2329" w:rsidRDefault="007B2329" w:rsidP="007B2329">
      <w:r>
        <w:t>457.8770</w:t>
      </w:r>
      <w:r>
        <w:tab/>
        <w:t>2.025e0</w:t>
      </w:r>
    </w:p>
    <w:p w:rsidR="007B2329" w:rsidRDefault="007B2329" w:rsidP="007B2329">
      <w:r>
        <w:t>457.8803</w:t>
      </w:r>
      <w:r>
        <w:tab/>
        <w:t>1.013e0</w:t>
      </w:r>
    </w:p>
    <w:p w:rsidR="007B2329" w:rsidRDefault="007B2329" w:rsidP="007B2329">
      <w:r>
        <w:t>457.9149</w:t>
      </w:r>
      <w:r>
        <w:tab/>
        <w:t>1.013e0</w:t>
      </w:r>
    </w:p>
    <w:p w:rsidR="007B2329" w:rsidRDefault="007B2329" w:rsidP="007B2329">
      <w:r>
        <w:t>457.9205</w:t>
      </w:r>
      <w:r>
        <w:tab/>
        <w:t>1.013e0</w:t>
      </w:r>
    </w:p>
    <w:p w:rsidR="007B2329" w:rsidRDefault="007B2329" w:rsidP="007B2329">
      <w:r>
        <w:t>457.9300</w:t>
      </w:r>
      <w:r>
        <w:tab/>
        <w:t>2.025e0</w:t>
      </w:r>
    </w:p>
    <w:p w:rsidR="007B2329" w:rsidRDefault="007B2329" w:rsidP="007B2329">
      <w:r>
        <w:lastRenderedPageBreak/>
        <w:t>457.9338</w:t>
      </w:r>
      <w:r>
        <w:tab/>
        <w:t>2.025e0</w:t>
      </w:r>
    </w:p>
    <w:p w:rsidR="007B2329" w:rsidRDefault="007B2329" w:rsidP="007B2329">
      <w:r>
        <w:t>457.9512</w:t>
      </w:r>
      <w:r>
        <w:tab/>
        <w:t>2.025e0</w:t>
      </w:r>
    </w:p>
    <w:p w:rsidR="007B2329" w:rsidRDefault="007B2329" w:rsidP="007B2329">
      <w:r>
        <w:t>457.9533</w:t>
      </w:r>
      <w:r>
        <w:tab/>
        <w:t>3.038e0</w:t>
      </w:r>
    </w:p>
    <w:p w:rsidR="007B2329" w:rsidRDefault="007B2329" w:rsidP="007B2329">
      <w:r>
        <w:t>458.0085</w:t>
      </w:r>
      <w:r>
        <w:tab/>
        <w:t>1.013e0</w:t>
      </w:r>
    </w:p>
    <w:p w:rsidR="007B2329" w:rsidRDefault="007B2329" w:rsidP="007B2329">
      <w:r>
        <w:t>458.0096</w:t>
      </w:r>
      <w:r>
        <w:tab/>
        <w:t>2.025e0</w:t>
      </w:r>
    </w:p>
    <w:p w:rsidR="007B2329" w:rsidRDefault="007B2329" w:rsidP="007B2329">
      <w:r>
        <w:t>458.0183</w:t>
      </w:r>
      <w:r>
        <w:tab/>
        <w:t>3.038e0</w:t>
      </w:r>
    </w:p>
    <w:p w:rsidR="007B2329" w:rsidRDefault="007B2329" w:rsidP="007B2329">
      <w:r>
        <w:t>458.0337</w:t>
      </w:r>
      <w:r>
        <w:tab/>
        <w:t>2.025e0</w:t>
      </w:r>
    </w:p>
    <w:p w:rsidR="007B2329" w:rsidRDefault="007B2329" w:rsidP="007B2329">
      <w:r>
        <w:t>458.0427</w:t>
      </w:r>
      <w:r>
        <w:tab/>
        <w:t>5.063e0</w:t>
      </w:r>
    </w:p>
    <w:p w:rsidR="007B2329" w:rsidRDefault="007B2329" w:rsidP="007B2329">
      <w:r>
        <w:t>458.0518</w:t>
      </w:r>
      <w:r>
        <w:tab/>
        <w:t>1.038e0</w:t>
      </w:r>
    </w:p>
    <w:p w:rsidR="007B2329" w:rsidRDefault="007B2329" w:rsidP="007B2329">
      <w:r>
        <w:t>458.0591</w:t>
      </w:r>
      <w:r>
        <w:tab/>
        <w:t>2.025e0</w:t>
      </w:r>
    </w:p>
    <w:p w:rsidR="007B2329" w:rsidRDefault="007B2329" w:rsidP="007B2329">
      <w:r>
        <w:t>458.0645</w:t>
      </w:r>
      <w:r>
        <w:tab/>
        <w:t>1.013e0</w:t>
      </w:r>
    </w:p>
    <w:p w:rsidR="007B2329" w:rsidRDefault="007B2329" w:rsidP="007B2329">
      <w:r>
        <w:t>458.0664</w:t>
      </w:r>
      <w:r>
        <w:tab/>
        <w:t>2.025e0</w:t>
      </w:r>
    </w:p>
    <w:p w:rsidR="007B2329" w:rsidRDefault="007B2329" w:rsidP="007B2329">
      <w:r>
        <w:t>458.0765</w:t>
      </w:r>
      <w:r>
        <w:tab/>
        <w:t>3.037e0</w:t>
      </w:r>
    </w:p>
    <w:p w:rsidR="007B2329" w:rsidRDefault="007B2329" w:rsidP="007B2329">
      <w:r>
        <w:t>458.1027</w:t>
      </w:r>
      <w:r>
        <w:tab/>
        <w:t>4.051e0</w:t>
      </w:r>
    </w:p>
    <w:p w:rsidR="007B2329" w:rsidRDefault="007B2329" w:rsidP="007B2329">
      <w:r>
        <w:t>458.1079</w:t>
      </w:r>
      <w:r>
        <w:tab/>
        <w:t>2.025e0</w:t>
      </w:r>
    </w:p>
    <w:p w:rsidR="007B2329" w:rsidRDefault="007B2329" w:rsidP="007B2329">
      <w:r>
        <w:t>458.1094</w:t>
      </w:r>
      <w:r>
        <w:tab/>
        <w:t>2.025e0</w:t>
      </w:r>
    </w:p>
    <w:p w:rsidR="007B2329" w:rsidRDefault="007B2329" w:rsidP="007B2329">
      <w:r>
        <w:t>458.1104</w:t>
      </w:r>
      <w:r>
        <w:tab/>
        <w:t>3.038e0</w:t>
      </w:r>
    </w:p>
    <w:p w:rsidR="007B2329" w:rsidRDefault="007B2329" w:rsidP="007B2329">
      <w:r>
        <w:t>458.1312</w:t>
      </w:r>
      <w:r>
        <w:tab/>
        <w:t>1.013e0</w:t>
      </w:r>
    </w:p>
    <w:p w:rsidR="007B2329" w:rsidRDefault="007B2329" w:rsidP="007B2329">
      <w:r>
        <w:t>458.1366</w:t>
      </w:r>
      <w:r>
        <w:tab/>
        <w:t>1.013e0</w:t>
      </w:r>
    </w:p>
    <w:p w:rsidR="007B2329" w:rsidRDefault="007B2329" w:rsidP="007B2329">
      <w:r>
        <w:lastRenderedPageBreak/>
        <w:t>458.1403</w:t>
      </w:r>
      <w:r>
        <w:tab/>
        <w:t>1.419e0</w:t>
      </w:r>
    </w:p>
    <w:p w:rsidR="007B2329" w:rsidRDefault="007B2329" w:rsidP="007B2329">
      <w:r>
        <w:t>458.1789</w:t>
      </w:r>
      <w:r>
        <w:tab/>
        <w:t>1.447e-1</w:t>
      </w:r>
    </w:p>
    <w:p w:rsidR="007B2329" w:rsidRDefault="007B2329" w:rsidP="007B2329">
      <w:r>
        <w:t>458.1952</w:t>
      </w:r>
      <w:r>
        <w:tab/>
        <w:t>2.426e0</w:t>
      </w:r>
    </w:p>
    <w:p w:rsidR="007B2329" w:rsidRDefault="007B2329" w:rsidP="007B2329">
      <w:r>
        <w:t>458.1984</w:t>
      </w:r>
      <w:r>
        <w:tab/>
        <w:t>2.354e0</w:t>
      </w:r>
    </w:p>
    <w:p w:rsidR="007B2329" w:rsidRDefault="007B2329" w:rsidP="007B2329">
      <w:r>
        <w:t>458.2358</w:t>
      </w:r>
      <w:r>
        <w:tab/>
        <w:t>2.321e0</w:t>
      </w:r>
    </w:p>
    <w:p w:rsidR="007B2329" w:rsidRDefault="007B2329" w:rsidP="007B2329">
      <w:r>
        <w:t>458.2468</w:t>
      </w:r>
      <w:r>
        <w:tab/>
        <w:t>1.569e0</w:t>
      </w:r>
    </w:p>
    <w:p w:rsidR="007B2329" w:rsidRDefault="007B2329" w:rsidP="007B2329">
      <w:r>
        <w:t>458.2536</w:t>
      </w:r>
      <w:r>
        <w:tab/>
        <w:t>5.341e0</w:t>
      </w:r>
    </w:p>
    <w:p w:rsidR="007B2329" w:rsidRDefault="007B2329" w:rsidP="007B2329">
      <w:r>
        <w:t>458.2574</w:t>
      </w:r>
      <w:r>
        <w:tab/>
        <w:t>1.516e1</w:t>
      </w:r>
    </w:p>
    <w:p w:rsidR="007B2329" w:rsidRDefault="007B2329" w:rsidP="007B2329">
      <w:r>
        <w:t>458.2718</w:t>
      </w:r>
      <w:r>
        <w:tab/>
        <w:t>1.399e0</w:t>
      </w:r>
    </w:p>
    <w:p w:rsidR="007B2329" w:rsidRDefault="007B2329" w:rsidP="007B2329">
      <w:r>
        <w:t>458.2894</w:t>
      </w:r>
      <w:r>
        <w:tab/>
        <w:t>1.013e0</w:t>
      </w:r>
    </w:p>
    <w:p w:rsidR="007B2329" w:rsidRDefault="007B2329" w:rsidP="007B2329">
      <w:r>
        <w:t>458.3027</w:t>
      </w:r>
      <w:r>
        <w:tab/>
        <w:t>2.025e0</w:t>
      </w:r>
    </w:p>
    <w:p w:rsidR="007B2329" w:rsidRDefault="007B2329" w:rsidP="007B2329">
      <w:r>
        <w:t>458.3418</w:t>
      </w:r>
      <w:r>
        <w:tab/>
        <w:t>2.107e0</w:t>
      </w:r>
    </w:p>
    <w:p w:rsidR="007B2329" w:rsidRDefault="007B2329" w:rsidP="007B2329">
      <w:r>
        <w:t>458.3653</w:t>
      </w:r>
      <w:r>
        <w:tab/>
        <w:t>1.013e0</w:t>
      </w:r>
    </w:p>
    <w:p w:rsidR="007B2329" w:rsidRDefault="007B2329" w:rsidP="007B2329">
      <w:r>
        <w:t>458.3669</w:t>
      </w:r>
      <w:r>
        <w:tab/>
        <w:t>7.473e0</w:t>
      </w:r>
    </w:p>
    <w:p w:rsidR="007B2329" w:rsidRDefault="007B2329" w:rsidP="007B2329">
      <w:r>
        <w:t>458.3688</w:t>
      </w:r>
      <w:r>
        <w:tab/>
        <w:t>2.025e0</w:t>
      </w:r>
    </w:p>
    <w:p w:rsidR="007B2329" w:rsidRDefault="007B2329" w:rsidP="007B2329">
      <w:r>
        <w:t>458.4009</w:t>
      </w:r>
      <w:r>
        <w:tab/>
        <w:t>2.025e0</w:t>
      </w:r>
    </w:p>
    <w:p w:rsidR="007B2329" w:rsidRDefault="007B2329" w:rsidP="007B2329">
      <w:r>
        <w:t>458.4088</w:t>
      </w:r>
      <w:r>
        <w:tab/>
        <w:t>1.013e0</w:t>
      </w:r>
    </w:p>
    <w:p w:rsidR="007B2329" w:rsidRDefault="007B2329" w:rsidP="007B2329">
      <w:r>
        <w:t>458.4171</w:t>
      </w:r>
      <w:r>
        <w:tab/>
        <w:t>2.025e0</w:t>
      </w:r>
    </w:p>
    <w:p w:rsidR="007B2329" w:rsidRDefault="007B2329" w:rsidP="007B2329">
      <w:r>
        <w:t>458.4225</w:t>
      </w:r>
      <w:r>
        <w:tab/>
        <w:t>5.063e0</w:t>
      </w:r>
    </w:p>
    <w:p w:rsidR="007B2329" w:rsidRDefault="007B2329" w:rsidP="007B2329">
      <w:r>
        <w:lastRenderedPageBreak/>
        <w:t>458.4626</w:t>
      </w:r>
      <w:r>
        <w:tab/>
        <w:t>1.013e0</w:t>
      </w:r>
    </w:p>
    <w:p w:rsidR="007B2329" w:rsidRDefault="007B2329" w:rsidP="007B2329">
      <w:r>
        <w:t>458.4662</w:t>
      </w:r>
      <w:r>
        <w:tab/>
        <w:t>1.013e0</w:t>
      </w:r>
    </w:p>
    <w:p w:rsidR="007B2329" w:rsidRDefault="007B2329" w:rsidP="007B2329">
      <w:r>
        <w:t>458.4781</w:t>
      </w:r>
      <w:r>
        <w:tab/>
        <w:t>4.051e0</w:t>
      </w:r>
    </w:p>
    <w:p w:rsidR="007B2329" w:rsidRDefault="007B2329" w:rsidP="007B2329">
      <w:r>
        <w:t>458.4855</w:t>
      </w:r>
      <w:r>
        <w:tab/>
        <w:t>2.025e0</w:t>
      </w:r>
    </w:p>
    <w:p w:rsidR="007B2329" w:rsidRDefault="007B2329" w:rsidP="007B2329">
      <w:r>
        <w:t>458.4989</w:t>
      </w:r>
      <w:r>
        <w:tab/>
        <w:t>1.025e0</w:t>
      </w:r>
    </w:p>
    <w:p w:rsidR="007B2329" w:rsidRDefault="007B2329" w:rsidP="007B2329">
      <w:r>
        <w:t>458.5239</w:t>
      </w:r>
      <w:r>
        <w:tab/>
        <w:t>1.013e0</w:t>
      </w:r>
    </w:p>
    <w:p w:rsidR="007B2329" w:rsidRDefault="007B2329" w:rsidP="007B2329">
      <w:r>
        <w:t>458.5371</w:t>
      </w:r>
      <w:r>
        <w:tab/>
        <w:t>1.013e0</w:t>
      </w:r>
    </w:p>
    <w:p w:rsidR="007B2329" w:rsidRDefault="007B2329" w:rsidP="007B2329">
      <w:r>
        <w:t>458.5690</w:t>
      </w:r>
      <w:r>
        <w:tab/>
        <w:t>1.013e0</w:t>
      </w:r>
    </w:p>
    <w:p w:rsidR="007B2329" w:rsidRDefault="007B2329" w:rsidP="007B2329">
      <w:r>
        <w:t>458.5785</w:t>
      </w:r>
      <w:r>
        <w:tab/>
        <w:t>2.025e0</w:t>
      </w:r>
    </w:p>
    <w:p w:rsidR="007B2329" w:rsidRDefault="007B2329" w:rsidP="007B2329">
      <w:r>
        <w:t>458.6200</w:t>
      </w:r>
      <w:r>
        <w:tab/>
        <w:t>2.025e0</w:t>
      </w:r>
    </w:p>
    <w:p w:rsidR="007B2329" w:rsidRDefault="007B2329" w:rsidP="007B2329">
      <w:r>
        <w:t>458.6212</w:t>
      </w:r>
      <w:r>
        <w:tab/>
        <w:t>1.013e0</w:t>
      </w:r>
    </w:p>
    <w:p w:rsidR="007B2329" w:rsidRDefault="007B2329" w:rsidP="007B2329">
      <w:r>
        <w:t>458.6251</w:t>
      </w:r>
      <w:r>
        <w:tab/>
        <w:t>1.013e0</w:t>
      </w:r>
    </w:p>
    <w:p w:rsidR="007B2329" w:rsidRDefault="007B2329" w:rsidP="007B2329">
      <w:r>
        <w:t>458.6653</w:t>
      </w:r>
      <w:r>
        <w:tab/>
        <w:t>1.013e0</w:t>
      </w:r>
    </w:p>
    <w:p w:rsidR="007B2329" w:rsidRDefault="007B2329" w:rsidP="007B2329">
      <w:r>
        <w:t>458.6732</w:t>
      </w:r>
      <w:r>
        <w:tab/>
        <w:t>1.013e0</w:t>
      </w:r>
    </w:p>
    <w:p w:rsidR="007B2329" w:rsidRDefault="007B2329" w:rsidP="007B2329">
      <w:r>
        <w:t>458.6788</w:t>
      </w:r>
      <w:r>
        <w:tab/>
        <w:t>1.013e0</w:t>
      </w:r>
    </w:p>
    <w:p w:rsidR="007B2329" w:rsidRDefault="007B2329" w:rsidP="007B2329">
      <w:r>
        <w:t>458.6846</w:t>
      </w:r>
      <w:r>
        <w:tab/>
        <w:t>3.051e0</w:t>
      </w:r>
    </w:p>
    <w:p w:rsidR="007B2329" w:rsidRDefault="007B2329" w:rsidP="007B2329">
      <w:r>
        <w:t>458.7184</w:t>
      </w:r>
      <w:r>
        <w:tab/>
        <w:t>1.013e0</w:t>
      </w:r>
    </w:p>
    <w:p w:rsidR="007B2329" w:rsidRDefault="007B2329" w:rsidP="007B2329">
      <w:r>
        <w:t>458.7218</w:t>
      </w:r>
      <w:r>
        <w:tab/>
        <w:t>2.025e0</w:t>
      </w:r>
    </w:p>
    <w:p w:rsidR="007B2329" w:rsidRDefault="007B2329" w:rsidP="007B2329">
      <w:r>
        <w:t>458.7292</w:t>
      </w:r>
      <w:r>
        <w:tab/>
        <w:t>1.013e0</w:t>
      </w:r>
    </w:p>
    <w:p w:rsidR="007B2329" w:rsidRDefault="007B2329" w:rsidP="007B2329">
      <w:r>
        <w:lastRenderedPageBreak/>
        <w:t>458.7369</w:t>
      </w:r>
      <w:r>
        <w:tab/>
        <w:t>1.013e0</w:t>
      </w:r>
    </w:p>
    <w:p w:rsidR="007B2329" w:rsidRDefault="007B2329" w:rsidP="007B2329">
      <w:r>
        <w:t>458.7453</w:t>
      </w:r>
      <w:r>
        <w:tab/>
        <w:t>1.013e0</w:t>
      </w:r>
    </w:p>
    <w:p w:rsidR="007B2329" w:rsidRDefault="007B2329" w:rsidP="007B2329">
      <w:r>
        <w:t>458.7797</w:t>
      </w:r>
      <w:r>
        <w:tab/>
        <w:t>1.013e0</w:t>
      </w:r>
    </w:p>
    <w:p w:rsidR="007B2329" w:rsidRDefault="007B2329" w:rsidP="007B2329">
      <w:r>
        <w:t>458.7853</w:t>
      </w:r>
      <w:r>
        <w:tab/>
        <w:t>1.013e0</w:t>
      </w:r>
    </w:p>
    <w:p w:rsidR="007B2329" w:rsidRDefault="007B2329" w:rsidP="007B2329">
      <w:r>
        <w:t>458.7979</w:t>
      </w:r>
      <w:r>
        <w:tab/>
        <w:t>1.013e0</w:t>
      </w:r>
    </w:p>
    <w:p w:rsidR="007B2329" w:rsidRDefault="007B2329" w:rsidP="007B2329">
      <w:r>
        <w:t>458.8094</w:t>
      </w:r>
      <w:r>
        <w:tab/>
        <w:t>1.013e0</w:t>
      </w:r>
    </w:p>
    <w:p w:rsidR="007B2329" w:rsidRDefault="007B2329" w:rsidP="007B2329">
      <w:r>
        <w:t>458.8375</w:t>
      </w:r>
      <w:r>
        <w:tab/>
        <w:t>2.025e0</w:t>
      </w:r>
    </w:p>
    <w:p w:rsidR="007B2329" w:rsidRDefault="007B2329" w:rsidP="007B2329">
      <w:r>
        <w:t>458.8454</w:t>
      </w:r>
      <w:r>
        <w:tab/>
        <w:t>4.051e0</w:t>
      </w:r>
    </w:p>
    <w:p w:rsidR="007B2329" w:rsidRDefault="007B2329" w:rsidP="007B2329">
      <w:r>
        <w:t>458.8700</w:t>
      </w:r>
      <w:r>
        <w:tab/>
        <w:t>2.025e0</w:t>
      </w:r>
    </w:p>
    <w:p w:rsidR="007B2329" w:rsidRDefault="007B2329" w:rsidP="007B2329">
      <w:r>
        <w:t>458.8790</w:t>
      </w:r>
      <w:r>
        <w:tab/>
        <w:t>3.038e0</w:t>
      </w:r>
    </w:p>
    <w:p w:rsidR="007B2329" w:rsidRDefault="007B2329" w:rsidP="007B2329">
      <w:r>
        <w:t>458.8816</w:t>
      </w:r>
      <w:r>
        <w:tab/>
        <w:t>1.013e0</w:t>
      </w:r>
    </w:p>
    <w:p w:rsidR="007B2329" w:rsidRDefault="007B2329" w:rsidP="007B2329">
      <w:r>
        <w:t>458.8930</w:t>
      </w:r>
      <w:r>
        <w:tab/>
        <w:t>4.051e0</w:t>
      </w:r>
    </w:p>
    <w:p w:rsidR="007B2329" w:rsidRDefault="007B2329" w:rsidP="007B2329">
      <w:r>
        <w:t>458.9218</w:t>
      </w:r>
      <w:r>
        <w:tab/>
        <w:t>1.013e0</w:t>
      </w:r>
    </w:p>
    <w:p w:rsidR="007B2329" w:rsidRDefault="007B2329" w:rsidP="007B2329">
      <w:r>
        <w:t>458.9373</w:t>
      </w:r>
      <w:r>
        <w:tab/>
        <w:t>4.051e0</w:t>
      </w:r>
    </w:p>
    <w:p w:rsidR="007B2329" w:rsidRDefault="007B2329" w:rsidP="007B2329">
      <w:r>
        <w:t>458.9506</w:t>
      </w:r>
      <w:r>
        <w:tab/>
        <w:t>1.038e0</w:t>
      </w:r>
    </w:p>
    <w:p w:rsidR="007B2329" w:rsidRDefault="007B2329" w:rsidP="007B2329">
      <w:r>
        <w:t>458.9529</w:t>
      </w:r>
      <w:r>
        <w:tab/>
        <w:t>1.013e0</w:t>
      </w:r>
    </w:p>
    <w:p w:rsidR="007B2329" w:rsidRDefault="007B2329" w:rsidP="007B2329">
      <w:r>
        <w:t>458.9713</w:t>
      </w:r>
      <w:r>
        <w:tab/>
        <w:t>3.038e0</w:t>
      </w:r>
    </w:p>
    <w:p w:rsidR="007B2329" w:rsidRDefault="007B2329" w:rsidP="007B2329">
      <w:r>
        <w:t>459.0141</w:t>
      </w:r>
      <w:r>
        <w:tab/>
        <w:t>1.013e0</w:t>
      </w:r>
    </w:p>
    <w:p w:rsidR="007B2329" w:rsidRDefault="007B2329" w:rsidP="007B2329">
      <w:r>
        <w:t>459.0322</w:t>
      </w:r>
      <w:r>
        <w:tab/>
        <w:t>1.013e0</w:t>
      </w:r>
    </w:p>
    <w:p w:rsidR="007B2329" w:rsidRDefault="007B2329" w:rsidP="007B2329">
      <w:r>
        <w:lastRenderedPageBreak/>
        <w:t>459.0336</w:t>
      </w:r>
      <w:r>
        <w:tab/>
        <w:t>3.038e0</w:t>
      </w:r>
    </w:p>
    <w:p w:rsidR="007B2329" w:rsidRDefault="007B2329" w:rsidP="007B2329">
      <w:r>
        <w:t>459.0428</w:t>
      </w:r>
      <w:r>
        <w:tab/>
        <w:t>2.025e0</w:t>
      </w:r>
    </w:p>
    <w:p w:rsidR="007B2329" w:rsidRDefault="007B2329" w:rsidP="007B2329">
      <w:r>
        <w:t>459.0910</w:t>
      </w:r>
      <w:r>
        <w:tab/>
        <w:t>2.025e0</w:t>
      </w:r>
    </w:p>
    <w:p w:rsidR="007B2329" w:rsidRDefault="007B2329" w:rsidP="007B2329">
      <w:r>
        <w:t>459.0933</w:t>
      </w:r>
      <w:r>
        <w:tab/>
        <w:t>2.025e0</w:t>
      </w:r>
    </w:p>
    <w:p w:rsidR="007B2329" w:rsidRDefault="007B2329" w:rsidP="007B2329">
      <w:r>
        <w:t>459.1245</w:t>
      </w:r>
      <w:r>
        <w:tab/>
        <w:t>3.444e0</w:t>
      </w:r>
    </w:p>
    <w:p w:rsidR="007B2329" w:rsidRDefault="007B2329" w:rsidP="007B2329">
      <w:r>
        <w:t>459.1384</w:t>
      </w:r>
      <w:r>
        <w:tab/>
        <w:t>1.013e0</w:t>
      </w:r>
    </w:p>
    <w:p w:rsidR="007B2329" w:rsidRDefault="007B2329" w:rsidP="007B2329">
      <w:r>
        <w:t>459.1543</w:t>
      </w:r>
      <w:r>
        <w:tab/>
        <w:t>1.519e0</w:t>
      </w:r>
    </w:p>
    <w:p w:rsidR="007B2329" w:rsidRDefault="007B2329" w:rsidP="007B2329">
      <w:r>
        <w:t>459.1577</w:t>
      </w:r>
      <w:r>
        <w:tab/>
        <w:t>1.876e0</w:t>
      </w:r>
    </w:p>
    <w:p w:rsidR="007B2329" w:rsidRDefault="007B2329" w:rsidP="007B2329">
      <w:r>
        <w:t>459.1726</w:t>
      </w:r>
      <w:r>
        <w:tab/>
        <w:t>5.856e0</w:t>
      </w:r>
    </w:p>
    <w:p w:rsidR="007B2329" w:rsidRDefault="007B2329" w:rsidP="007B2329">
      <w:r>
        <w:t>459.1862</w:t>
      </w:r>
      <w:r>
        <w:tab/>
        <w:t>1.013e0</w:t>
      </w:r>
    </w:p>
    <w:p w:rsidR="007B2329" w:rsidRDefault="007B2329" w:rsidP="007B2329">
      <w:r>
        <w:t>459.2284</w:t>
      </w:r>
      <w:r>
        <w:tab/>
        <w:t>3.225e0</w:t>
      </w:r>
    </w:p>
    <w:p w:rsidR="007B2329" w:rsidRDefault="007B2329" w:rsidP="007B2329">
      <w:r>
        <w:t>459.2517</w:t>
      </w:r>
      <w:r>
        <w:tab/>
        <w:t>1.266e-2</w:t>
      </w:r>
    </w:p>
    <w:p w:rsidR="007B2329" w:rsidRDefault="007B2329" w:rsidP="007B2329">
      <w:r>
        <w:t>459.2728</w:t>
      </w:r>
      <w:r>
        <w:tab/>
        <w:t>1.859e0</w:t>
      </w:r>
    </w:p>
    <w:p w:rsidR="007B2329" w:rsidRDefault="007B2329" w:rsidP="007B2329">
      <w:r>
        <w:t>459.2787</w:t>
      </w:r>
      <w:r>
        <w:tab/>
        <w:t>9.068e0</w:t>
      </w:r>
    </w:p>
    <w:p w:rsidR="007B2329" w:rsidRDefault="007B2329" w:rsidP="007B2329">
      <w:r>
        <w:t>459.2847</w:t>
      </w:r>
      <w:r>
        <w:tab/>
        <w:t>1.037e1</w:t>
      </w:r>
    </w:p>
    <w:p w:rsidR="007B2329" w:rsidRDefault="007B2329" w:rsidP="007B2329">
      <w:r>
        <w:t>459.3000</w:t>
      </w:r>
      <w:r>
        <w:tab/>
        <w:t>1.375e1</w:t>
      </w:r>
    </w:p>
    <w:p w:rsidR="007B2329" w:rsidRDefault="007B2329" w:rsidP="007B2329">
      <w:r>
        <w:t>459.3052</w:t>
      </w:r>
      <w:r>
        <w:tab/>
        <w:t>3.948e0</w:t>
      </w:r>
    </w:p>
    <w:p w:rsidR="007B2329" w:rsidRDefault="007B2329" w:rsidP="007B2329">
      <w:r>
        <w:t>459.3065</w:t>
      </w:r>
      <w:r>
        <w:tab/>
        <w:t>1.013e0</w:t>
      </w:r>
    </w:p>
    <w:p w:rsidR="007B2329" w:rsidRDefault="007B2329" w:rsidP="007B2329">
      <w:r>
        <w:t>459.3218</w:t>
      </w:r>
      <w:r>
        <w:tab/>
        <w:t>2.205e0</w:t>
      </w:r>
    </w:p>
    <w:p w:rsidR="007B2329" w:rsidRDefault="007B2329" w:rsidP="007B2329">
      <w:r>
        <w:lastRenderedPageBreak/>
        <w:t>459.3279</w:t>
      </w:r>
      <w:r>
        <w:tab/>
        <w:t>3.219e0</w:t>
      </w:r>
    </w:p>
    <w:p w:rsidR="007B2329" w:rsidRDefault="007B2329" w:rsidP="007B2329">
      <w:r>
        <w:t>459.3387</w:t>
      </w:r>
      <w:r>
        <w:tab/>
        <w:t>2.025e0</w:t>
      </w:r>
    </w:p>
    <w:p w:rsidR="007B2329" w:rsidRDefault="007B2329" w:rsidP="007B2329">
      <w:r>
        <w:t>459.3672</w:t>
      </w:r>
      <w:r>
        <w:tab/>
        <w:t>1.013e0</w:t>
      </w:r>
    </w:p>
    <w:p w:rsidR="007B2329" w:rsidRDefault="007B2329" w:rsidP="007B2329">
      <w:r>
        <w:t>459.3806</w:t>
      </w:r>
      <w:r>
        <w:tab/>
        <w:t>1.816e0</w:t>
      </w:r>
    </w:p>
    <w:p w:rsidR="007B2329" w:rsidRDefault="007B2329" w:rsidP="007B2329">
      <w:r>
        <w:t>459.3984</w:t>
      </w:r>
      <w:r>
        <w:tab/>
        <w:t>2.025e0</w:t>
      </w:r>
    </w:p>
    <w:p w:rsidR="007B2329" w:rsidRDefault="007B2329" w:rsidP="007B2329">
      <w:r>
        <w:t>459.4030</w:t>
      </w:r>
      <w:r>
        <w:tab/>
        <w:t>2.025e0</w:t>
      </w:r>
    </w:p>
    <w:p w:rsidR="007B2329" w:rsidRDefault="007B2329" w:rsidP="007B2329">
      <w:r>
        <w:t>459.4070</w:t>
      </w:r>
      <w:r>
        <w:tab/>
        <w:t>1.013e0</w:t>
      </w:r>
    </w:p>
    <w:p w:rsidR="007B2329" w:rsidRDefault="007B2329" w:rsidP="007B2329">
      <w:r>
        <w:t>459.4110</w:t>
      </w:r>
      <w:r>
        <w:tab/>
        <w:t>1.013e0</w:t>
      </w:r>
    </w:p>
    <w:p w:rsidR="007B2329" w:rsidRDefault="007B2329" w:rsidP="007B2329">
      <w:r>
        <w:t>459.4431</w:t>
      </w:r>
      <w:r>
        <w:tab/>
        <w:t>1.013e0</w:t>
      </w:r>
    </w:p>
    <w:p w:rsidR="007B2329" w:rsidRDefault="007B2329" w:rsidP="007B2329">
      <w:r>
        <w:t>459.4553</w:t>
      </w:r>
      <w:r>
        <w:tab/>
        <w:t>2.025e0</w:t>
      </w:r>
    </w:p>
    <w:p w:rsidR="007B2329" w:rsidRDefault="007B2329" w:rsidP="007B2329">
      <w:r>
        <w:t>459.4878</w:t>
      </w:r>
      <w:r>
        <w:tab/>
        <w:t>2.025e0</w:t>
      </w:r>
    </w:p>
    <w:p w:rsidR="007B2329" w:rsidRDefault="007B2329" w:rsidP="007B2329">
      <w:r>
        <w:t>459.4980</w:t>
      </w:r>
      <w:r>
        <w:tab/>
        <w:t>5.063e0</w:t>
      </w:r>
    </w:p>
    <w:p w:rsidR="007B2329" w:rsidRDefault="007B2329" w:rsidP="007B2329">
      <w:r>
        <w:t>459.5075</w:t>
      </w:r>
      <w:r>
        <w:tab/>
        <w:t>1.013e0</w:t>
      </w:r>
    </w:p>
    <w:p w:rsidR="007B2329" w:rsidRDefault="007B2329" w:rsidP="007B2329">
      <w:r>
        <w:t>459.5208</w:t>
      </w:r>
      <w:r>
        <w:tab/>
        <w:t>4.051e0</w:t>
      </w:r>
    </w:p>
    <w:p w:rsidR="007B2329" w:rsidRDefault="007B2329" w:rsidP="007B2329">
      <w:r>
        <w:t>459.5475</w:t>
      </w:r>
      <w:r>
        <w:tab/>
        <w:t>1.013e0</w:t>
      </w:r>
    </w:p>
    <w:p w:rsidR="007B2329" w:rsidRDefault="007B2329" w:rsidP="007B2329">
      <w:r>
        <w:t>459.5547</w:t>
      </w:r>
      <w:r>
        <w:tab/>
        <w:t>2.025e0</w:t>
      </w:r>
    </w:p>
    <w:p w:rsidR="007B2329" w:rsidRDefault="007B2329" w:rsidP="007B2329">
      <w:r>
        <w:t>459.5620</w:t>
      </w:r>
      <w:r>
        <w:tab/>
        <w:t>1.013e0</w:t>
      </w:r>
    </w:p>
    <w:p w:rsidR="007B2329" w:rsidRDefault="007B2329" w:rsidP="007B2329">
      <w:r>
        <w:t>459.5835</w:t>
      </w:r>
      <w:r>
        <w:tab/>
        <w:t>1.013e0</w:t>
      </w:r>
    </w:p>
    <w:p w:rsidR="007B2329" w:rsidRDefault="007B2329" w:rsidP="007B2329">
      <w:r>
        <w:t>459.5920</w:t>
      </w:r>
      <w:r>
        <w:tab/>
        <w:t>2.025e0</w:t>
      </w:r>
    </w:p>
    <w:p w:rsidR="007B2329" w:rsidRDefault="007B2329" w:rsidP="007B2329">
      <w:r>
        <w:lastRenderedPageBreak/>
        <w:t>459.5951</w:t>
      </w:r>
      <w:r>
        <w:tab/>
        <w:t>4.051e0</w:t>
      </w:r>
    </w:p>
    <w:p w:rsidR="007B2329" w:rsidRDefault="007B2329" w:rsidP="007B2329">
      <w:r>
        <w:t>459.6278</w:t>
      </w:r>
      <w:r>
        <w:tab/>
        <w:t>1.013e0</w:t>
      </w:r>
    </w:p>
    <w:p w:rsidR="007B2329" w:rsidRDefault="007B2329" w:rsidP="007B2329">
      <w:r>
        <w:t>459.6517</w:t>
      </w:r>
      <w:r>
        <w:tab/>
        <w:t>2.025e0</w:t>
      </w:r>
    </w:p>
    <w:p w:rsidR="007B2329" w:rsidRDefault="007B2329" w:rsidP="007B2329">
      <w:r>
        <w:t>459.6675</w:t>
      </w:r>
      <w:r>
        <w:tab/>
        <w:t>3.038e0</w:t>
      </w:r>
    </w:p>
    <w:p w:rsidR="007B2329" w:rsidRDefault="007B2329" w:rsidP="007B2329">
      <w:r>
        <w:t>459.6776</w:t>
      </w:r>
      <w:r>
        <w:tab/>
        <w:t>2.025e0</w:t>
      </w:r>
    </w:p>
    <w:p w:rsidR="007B2329" w:rsidRDefault="007B2329" w:rsidP="007B2329">
      <w:r>
        <w:t>459.6991</w:t>
      </w:r>
      <w:r>
        <w:tab/>
        <w:t>3.038e0</w:t>
      </w:r>
    </w:p>
    <w:p w:rsidR="007B2329" w:rsidRDefault="007B2329" w:rsidP="007B2329">
      <w:r>
        <w:t>459.7115</w:t>
      </w:r>
      <w:r>
        <w:tab/>
        <w:t>2.025e0</w:t>
      </w:r>
    </w:p>
    <w:p w:rsidR="007B2329" w:rsidRDefault="007B2329" w:rsidP="007B2329">
      <w:r>
        <w:t>459.7264</w:t>
      </w:r>
      <w:r>
        <w:tab/>
        <w:t>2.025e0</w:t>
      </w:r>
    </w:p>
    <w:p w:rsidR="007B2329" w:rsidRDefault="007B2329" w:rsidP="007B2329">
      <w:r>
        <w:t>459.7321</w:t>
      </w:r>
      <w:r>
        <w:tab/>
        <w:t>2.025e0</w:t>
      </w:r>
    </w:p>
    <w:p w:rsidR="007B2329" w:rsidRDefault="007B2329" w:rsidP="007B2329">
      <w:r>
        <w:t>459.7963</w:t>
      </w:r>
      <w:r>
        <w:tab/>
        <w:t>1.013e0</w:t>
      </w:r>
    </w:p>
    <w:p w:rsidR="007B2329" w:rsidRDefault="007B2329" w:rsidP="007B2329">
      <w:r>
        <w:t>459.7999</w:t>
      </w:r>
      <w:r>
        <w:tab/>
        <w:t>1.013e0</w:t>
      </w:r>
    </w:p>
    <w:p w:rsidR="007B2329" w:rsidRDefault="007B2329" w:rsidP="007B2329">
      <w:r>
        <w:t>459.8043</w:t>
      </w:r>
      <w:r>
        <w:tab/>
        <w:t>2.025e0</w:t>
      </w:r>
    </w:p>
    <w:p w:rsidR="007B2329" w:rsidRDefault="007B2329" w:rsidP="007B2329">
      <w:r>
        <w:t>459.8316</w:t>
      </w:r>
      <w:r>
        <w:tab/>
        <w:t>2.038e0</w:t>
      </w:r>
    </w:p>
    <w:p w:rsidR="007B2329" w:rsidRDefault="007B2329" w:rsidP="007B2329">
      <w:r>
        <w:t>459.8361</w:t>
      </w:r>
      <w:r>
        <w:tab/>
        <w:t>1.013e0</w:t>
      </w:r>
    </w:p>
    <w:p w:rsidR="007B2329" w:rsidRDefault="007B2329" w:rsidP="007B2329">
      <w:r>
        <w:t>459.8575</w:t>
      </w:r>
      <w:r>
        <w:tab/>
        <w:t>1.013e0</w:t>
      </w:r>
    </w:p>
    <w:p w:rsidR="007B2329" w:rsidRDefault="007B2329" w:rsidP="007B2329">
      <w:r>
        <w:t>459.8969</w:t>
      </w:r>
      <w:r>
        <w:tab/>
        <w:t>3.038e0</w:t>
      </w:r>
    </w:p>
    <w:p w:rsidR="007B2329" w:rsidRDefault="007B2329" w:rsidP="007B2329">
      <w:r>
        <w:t>459.9008</w:t>
      </w:r>
      <w:r>
        <w:tab/>
        <w:t>1.013e0</w:t>
      </w:r>
    </w:p>
    <w:p w:rsidR="007B2329" w:rsidRDefault="007B2329" w:rsidP="007B2329">
      <w:r>
        <w:t>459.9088</w:t>
      </w:r>
      <w:r>
        <w:tab/>
        <w:t>2.025e0</w:t>
      </w:r>
    </w:p>
    <w:p w:rsidR="007B2329" w:rsidRDefault="007B2329" w:rsidP="007B2329">
      <w:r>
        <w:t>459.9153</w:t>
      </w:r>
      <w:r>
        <w:tab/>
        <w:t>1.013e0</w:t>
      </w:r>
    </w:p>
    <w:p w:rsidR="007B2329" w:rsidRDefault="007B2329" w:rsidP="007B2329">
      <w:r>
        <w:lastRenderedPageBreak/>
        <w:t>459.9186</w:t>
      </w:r>
      <w:r>
        <w:tab/>
        <w:t>1.013e0</w:t>
      </w:r>
    </w:p>
    <w:p w:rsidR="007B2329" w:rsidRDefault="007B2329" w:rsidP="007B2329">
      <w:r>
        <w:t>459.9490</w:t>
      </w:r>
      <w:r>
        <w:tab/>
        <w:t>1.013e0</w:t>
      </w:r>
    </w:p>
    <w:p w:rsidR="007B2329" w:rsidRDefault="007B2329" w:rsidP="007B2329">
      <w:r>
        <w:t>459.9550</w:t>
      </w:r>
      <w:r>
        <w:tab/>
        <w:t>1.013e0</w:t>
      </w:r>
    </w:p>
    <w:p w:rsidR="007B2329" w:rsidRDefault="007B2329" w:rsidP="007B2329">
      <w:r>
        <w:t>459.9731</w:t>
      </w:r>
      <w:r>
        <w:tab/>
        <w:t>1.013e0</w:t>
      </w:r>
    </w:p>
    <w:p w:rsidR="007B2329" w:rsidRDefault="007B2329" w:rsidP="007B2329">
      <w:r>
        <w:t>459.9764</w:t>
      </w:r>
      <w:r>
        <w:tab/>
        <w:t>1.266e-2</w:t>
      </w:r>
    </w:p>
    <w:p w:rsidR="007B2329" w:rsidRDefault="007B2329" w:rsidP="007B2329">
      <w:r>
        <w:t>459.9780</w:t>
      </w:r>
      <w:r>
        <w:tab/>
        <w:t>5.063e0</w:t>
      </w:r>
    </w:p>
    <w:p w:rsidR="007B2329" w:rsidRDefault="007B2329" w:rsidP="007B2329">
      <w:r>
        <w:t>459.9812</w:t>
      </w:r>
      <w:r>
        <w:tab/>
        <w:t>1.013e0</w:t>
      </w:r>
    </w:p>
    <w:p w:rsidR="007B2329" w:rsidRDefault="007B2329" w:rsidP="007B2329">
      <w:r>
        <w:t>460.0184</w:t>
      </w:r>
      <w:r>
        <w:tab/>
        <w:t>3.038e0</w:t>
      </w:r>
    </w:p>
    <w:p w:rsidR="007B2329" w:rsidRDefault="007B2329" w:rsidP="007B2329">
      <w:r>
        <w:t>460.0212</w:t>
      </w:r>
      <w:r>
        <w:tab/>
        <w:t>1.013e0</w:t>
      </w:r>
    </w:p>
    <w:p w:rsidR="007B2329" w:rsidRDefault="007B2329" w:rsidP="007B2329">
      <w:r>
        <w:t>460.0294</w:t>
      </w:r>
      <w:r>
        <w:tab/>
        <w:t>1.013e0</w:t>
      </w:r>
    </w:p>
    <w:p w:rsidR="007B2329" w:rsidRDefault="007B2329" w:rsidP="007B2329">
      <w:r>
        <w:t>460.0498</w:t>
      </w:r>
      <w:r>
        <w:tab/>
        <w:t>2.025e0</w:t>
      </w:r>
    </w:p>
    <w:p w:rsidR="007B2329" w:rsidRDefault="007B2329" w:rsidP="007B2329">
      <w:r>
        <w:t>460.0652</w:t>
      </w:r>
      <w:r>
        <w:tab/>
        <w:t>4.051e0</w:t>
      </w:r>
    </w:p>
    <w:p w:rsidR="007B2329" w:rsidRDefault="007B2329" w:rsidP="007B2329">
      <w:r>
        <w:t>460.0734</w:t>
      </w:r>
      <w:r>
        <w:tab/>
        <w:t>2.025e0</w:t>
      </w:r>
    </w:p>
    <w:p w:rsidR="007B2329" w:rsidRDefault="007B2329" w:rsidP="007B2329">
      <w:r>
        <w:t>460.0861</w:t>
      </w:r>
      <w:r>
        <w:tab/>
        <w:t>3.038e0</w:t>
      </w:r>
    </w:p>
    <w:p w:rsidR="007B2329" w:rsidRDefault="007B2329" w:rsidP="007B2329">
      <w:r>
        <w:t>460.0907</w:t>
      </w:r>
      <w:r>
        <w:tab/>
        <w:t>2.025e0</w:t>
      </w:r>
    </w:p>
    <w:p w:rsidR="007B2329" w:rsidRDefault="007B2329" w:rsidP="007B2329">
      <w:r>
        <w:t>460.0936</w:t>
      </w:r>
      <w:r>
        <w:tab/>
        <w:t>1.025e0</w:t>
      </w:r>
    </w:p>
    <w:p w:rsidR="007B2329" w:rsidRDefault="007B2329" w:rsidP="007B2329">
      <w:r>
        <w:t>460.1151</w:t>
      </w:r>
      <w:r>
        <w:tab/>
        <w:t>3.038e0</w:t>
      </w:r>
    </w:p>
    <w:p w:rsidR="007B2329" w:rsidRDefault="007B2329" w:rsidP="007B2329">
      <w:r>
        <w:t>460.1316</w:t>
      </w:r>
      <w:r>
        <w:tab/>
        <w:t>1.864e0</w:t>
      </w:r>
    </w:p>
    <w:p w:rsidR="007B2329" w:rsidRDefault="007B2329" w:rsidP="007B2329">
      <w:r>
        <w:t>460.1844</w:t>
      </w:r>
      <w:r>
        <w:tab/>
        <w:t>1.113e1</w:t>
      </w:r>
    </w:p>
    <w:p w:rsidR="007B2329" w:rsidRDefault="007B2329" w:rsidP="007B2329">
      <w:r>
        <w:lastRenderedPageBreak/>
        <w:t>460.1865</w:t>
      </w:r>
      <w:r>
        <w:tab/>
        <w:t>5.999e0</w:t>
      </w:r>
    </w:p>
    <w:p w:rsidR="007B2329" w:rsidRDefault="007B2329" w:rsidP="007B2329">
      <w:r>
        <w:t>460.1887</w:t>
      </w:r>
      <w:r>
        <w:tab/>
        <w:t>1.351e1</w:t>
      </w:r>
    </w:p>
    <w:p w:rsidR="007B2329" w:rsidRDefault="007B2329" w:rsidP="007B2329">
      <w:r>
        <w:t>460.1901</w:t>
      </w:r>
      <w:r>
        <w:tab/>
        <w:t>4.051e0</w:t>
      </w:r>
    </w:p>
    <w:p w:rsidR="007B2329" w:rsidRDefault="007B2329" w:rsidP="007B2329">
      <w:r>
        <w:t>460.1928</w:t>
      </w:r>
      <w:r>
        <w:tab/>
        <w:t>1.546e1</w:t>
      </w:r>
    </w:p>
    <w:p w:rsidR="007B2329" w:rsidRDefault="007B2329" w:rsidP="007B2329">
      <w:r>
        <w:t>460.1981</w:t>
      </w:r>
      <w:r>
        <w:tab/>
        <w:t>1.013e0</w:t>
      </w:r>
    </w:p>
    <w:p w:rsidR="007B2329" w:rsidRDefault="007B2329" w:rsidP="007B2329">
      <w:r>
        <w:t>460.2429</w:t>
      </w:r>
      <w:r>
        <w:tab/>
        <w:t>4.274e0</w:t>
      </w:r>
    </w:p>
    <w:p w:rsidR="007B2329" w:rsidRDefault="007B2329" w:rsidP="007B2329">
      <w:r>
        <w:t>460.2678</w:t>
      </w:r>
      <w:r>
        <w:tab/>
        <w:t>6.651e0</w:t>
      </w:r>
    </w:p>
    <w:p w:rsidR="007B2329" w:rsidRDefault="007B2329" w:rsidP="007B2329">
      <w:r>
        <w:t>460.2838</w:t>
      </w:r>
      <w:r>
        <w:tab/>
        <w:t>1.857e0</w:t>
      </w:r>
    </w:p>
    <w:p w:rsidR="007B2329" w:rsidRDefault="007B2329" w:rsidP="007B2329">
      <w:r>
        <w:t>460.3186</w:t>
      </w:r>
      <w:r>
        <w:tab/>
        <w:t>1.013e0</w:t>
      </w:r>
    </w:p>
    <w:p w:rsidR="007B2329" w:rsidRDefault="007B2329" w:rsidP="007B2329">
      <w:r>
        <w:t>460.3412</w:t>
      </w:r>
      <w:r>
        <w:tab/>
        <w:t>1.038e0</w:t>
      </w:r>
    </w:p>
    <w:p w:rsidR="007B2329" w:rsidRDefault="007B2329" w:rsidP="007B2329">
      <w:r>
        <w:t>460.3589</w:t>
      </w:r>
      <w:r>
        <w:tab/>
        <w:t>1.013e0</w:t>
      </w:r>
    </w:p>
    <w:p w:rsidR="007B2329" w:rsidRDefault="007B2329" w:rsidP="007B2329">
      <w:r>
        <w:t>460.3602</w:t>
      </w:r>
      <w:r>
        <w:tab/>
        <w:t>2.025e0</w:t>
      </w:r>
    </w:p>
    <w:p w:rsidR="007B2329" w:rsidRDefault="007B2329" w:rsidP="007B2329">
      <w:r>
        <w:t>460.3694</w:t>
      </w:r>
      <w:r>
        <w:tab/>
        <w:t>2.025e0</w:t>
      </w:r>
    </w:p>
    <w:p w:rsidR="007B2329" w:rsidRDefault="007B2329" w:rsidP="007B2329">
      <w:r>
        <w:t>460.3813</w:t>
      </w:r>
      <w:r>
        <w:tab/>
        <w:t>4.029e0</w:t>
      </w:r>
    </w:p>
    <w:p w:rsidR="007B2329" w:rsidRDefault="007B2329" w:rsidP="007B2329">
      <w:r>
        <w:t>460.3913</w:t>
      </w:r>
      <w:r>
        <w:tab/>
        <w:t>1.013e0</w:t>
      </w:r>
    </w:p>
    <w:p w:rsidR="007B2329" w:rsidRDefault="007B2329" w:rsidP="007B2329">
      <w:r>
        <w:t>460.3935</w:t>
      </w:r>
      <w:r>
        <w:tab/>
        <w:t>3.038e0</w:t>
      </w:r>
    </w:p>
    <w:p w:rsidR="007B2329" w:rsidRDefault="007B2329" w:rsidP="007B2329">
      <w:r>
        <w:t>460.4090</w:t>
      </w:r>
      <w:r>
        <w:tab/>
        <w:t>1.013e0</w:t>
      </w:r>
    </w:p>
    <w:p w:rsidR="007B2329" w:rsidRDefault="007B2329" w:rsidP="007B2329">
      <w:r>
        <w:t>460.4525</w:t>
      </w:r>
      <w:r>
        <w:tab/>
        <w:t>3.038e0</w:t>
      </w:r>
    </w:p>
    <w:p w:rsidR="007B2329" w:rsidRDefault="007B2329" w:rsidP="007B2329">
      <w:r>
        <w:t>460.4634</w:t>
      </w:r>
      <w:r>
        <w:tab/>
        <w:t>3.038e0</w:t>
      </w:r>
    </w:p>
    <w:p w:rsidR="007B2329" w:rsidRDefault="007B2329" w:rsidP="007B2329">
      <w:r>
        <w:lastRenderedPageBreak/>
        <w:t>460.5031</w:t>
      </w:r>
      <w:r>
        <w:tab/>
        <w:t>1.013e0</w:t>
      </w:r>
    </w:p>
    <w:p w:rsidR="007B2329" w:rsidRDefault="007B2329" w:rsidP="007B2329">
      <w:r>
        <w:t>460.5065</w:t>
      </w:r>
      <w:r>
        <w:tab/>
        <w:t>1.013e0</w:t>
      </w:r>
    </w:p>
    <w:p w:rsidR="007B2329" w:rsidRDefault="007B2329" w:rsidP="007B2329">
      <w:r>
        <w:t>460.5164</w:t>
      </w:r>
      <w:r>
        <w:tab/>
        <w:t>6.076e0</w:t>
      </w:r>
    </w:p>
    <w:p w:rsidR="007B2329" w:rsidRDefault="007B2329" w:rsidP="007B2329">
      <w:r>
        <w:t>460.5197</w:t>
      </w:r>
      <w:r>
        <w:tab/>
        <w:t>2.025e0</w:t>
      </w:r>
    </w:p>
    <w:p w:rsidR="007B2329" w:rsidRDefault="007B2329" w:rsidP="007B2329">
      <w:r>
        <w:t>460.5426</w:t>
      </w:r>
      <w:r>
        <w:tab/>
        <w:t>1.013e0</w:t>
      </w:r>
    </w:p>
    <w:p w:rsidR="007B2329" w:rsidRDefault="007B2329" w:rsidP="007B2329">
      <w:r>
        <w:t>460.5822</w:t>
      </w:r>
      <w:r>
        <w:tab/>
        <w:t>1.013e0</w:t>
      </w:r>
    </w:p>
    <w:p w:rsidR="007B2329" w:rsidRDefault="007B2329" w:rsidP="007B2329">
      <w:r>
        <w:t>460.5922</w:t>
      </w:r>
      <w:r>
        <w:tab/>
        <w:t>2.025e0</w:t>
      </w:r>
    </w:p>
    <w:p w:rsidR="007B2329" w:rsidRDefault="007B2329" w:rsidP="007B2329">
      <w:r>
        <w:t>460.6012</w:t>
      </w:r>
      <w:r>
        <w:tab/>
        <w:t>2.025e0</w:t>
      </w:r>
    </w:p>
    <w:p w:rsidR="007B2329" w:rsidRDefault="007B2329" w:rsidP="007B2329">
      <w:r>
        <w:t>460.6039</w:t>
      </w:r>
      <w:r>
        <w:tab/>
        <w:t>1.013e0</w:t>
      </w:r>
    </w:p>
    <w:p w:rsidR="007B2329" w:rsidRDefault="007B2329" w:rsidP="007B2329">
      <w:r>
        <w:t>460.6209</w:t>
      </w:r>
      <w:r>
        <w:tab/>
        <w:t>3.038e0</w:t>
      </w:r>
    </w:p>
    <w:p w:rsidR="007B2329" w:rsidRDefault="007B2329" w:rsidP="007B2329">
      <w:r>
        <w:t>460.6614</w:t>
      </w:r>
      <w:r>
        <w:tab/>
        <w:t>1.013e0</w:t>
      </w:r>
    </w:p>
    <w:p w:rsidR="007B2329" w:rsidRDefault="007B2329" w:rsidP="007B2329">
      <w:r>
        <w:t>460.7011</w:t>
      </w:r>
      <w:r>
        <w:tab/>
        <w:t>1.013e0</w:t>
      </w:r>
    </w:p>
    <w:p w:rsidR="007B2329" w:rsidRDefault="007B2329" w:rsidP="007B2329">
      <w:r>
        <w:t>460.7192</w:t>
      </w:r>
      <w:r>
        <w:tab/>
        <w:t>1.013e0</w:t>
      </w:r>
    </w:p>
    <w:p w:rsidR="007B2329" w:rsidRDefault="007B2329" w:rsidP="007B2329">
      <w:r>
        <w:t>460.7210</w:t>
      </w:r>
      <w:r>
        <w:tab/>
        <w:t>2.025e0</w:t>
      </w:r>
    </w:p>
    <w:p w:rsidR="007B2329" w:rsidRDefault="007B2329" w:rsidP="007B2329">
      <w:r>
        <w:t>460.7226</w:t>
      </w:r>
      <w:r>
        <w:tab/>
        <w:t>1.266e-2</w:t>
      </w:r>
    </w:p>
    <w:p w:rsidR="007B2329" w:rsidRDefault="007B2329" w:rsidP="007B2329">
      <w:r>
        <w:t>460.7410</w:t>
      </w:r>
      <w:r>
        <w:tab/>
        <w:t>1.013e0</w:t>
      </w:r>
    </w:p>
    <w:p w:rsidR="007B2329" w:rsidRDefault="007B2329" w:rsidP="007B2329">
      <w:r>
        <w:t>460.7477</w:t>
      </w:r>
      <w:r>
        <w:tab/>
        <w:t>2.025e0</w:t>
      </w:r>
    </w:p>
    <w:p w:rsidR="007B2329" w:rsidRDefault="007B2329" w:rsidP="007B2329">
      <w:r>
        <w:t>460.7681</w:t>
      </w:r>
      <w:r>
        <w:tab/>
        <w:t>2.025e0</w:t>
      </w:r>
    </w:p>
    <w:p w:rsidR="007B2329" w:rsidRDefault="007B2329" w:rsidP="007B2329">
      <w:r>
        <w:t>460.7697</w:t>
      </w:r>
      <w:r>
        <w:tab/>
        <w:t>2.025e0</w:t>
      </w:r>
    </w:p>
    <w:p w:rsidR="007B2329" w:rsidRDefault="007B2329" w:rsidP="007B2329">
      <w:r>
        <w:lastRenderedPageBreak/>
        <w:t>460.7850</w:t>
      </w:r>
      <w:r>
        <w:tab/>
        <w:t>5.063e0</w:t>
      </w:r>
    </w:p>
    <w:p w:rsidR="007B2329" w:rsidRDefault="007B2329" w:rsidP="007B2329">
      <w:r>
        <w:t>460.7934</w:t>
      </w:r>
      <w:r>
        <w:tab/>
        <w:t>1.013e0</w:t>
      </w:r>
    </w:p>
    <w:p w:rsidR="007B2329" w:rsidRDefault="007B2329" w:rsidP="007B2329">
      <w:r>
        <w:t>460.8094</w:t>
      </w:r>
      <w:r>
        <w:tab/>
        <w:t>2.025e0</w:t>
      </w:r>
    </w:p>
    <w:p w:rsidR="007B2329" w:rsidRDefault="007B2329" w:rsidP="007B2329">
      <w:r>
        <w:t>460.8167</w:t>
      </w:r>
      <w:r>
        <w:tab/>
        <w:t>1.013e0</w:t>
      </w:r>
    </w:p>
    <w:p w:rsidR="007B2329" w:rsidRDefault="007B2329" w:rsidP="007B2329">
      <w:r>
        <w:t>460.8217</w:t>
      </w:r>
      <w:r>
        <w:tab/>
        <w:t>2.025e0</w:t>
      </w:r>
    </w:p>
    <w:p w:rsidR="007B2329" w:rsidRDefault="007B2329" w:rsidP="007B2329">
      <w:r>
        <w:t>460.8383</w:t>
      </w:r>
      <w:r>
        <w:tab/>
        <w:t>1.013e0</w:t>
      </w:r>
    </w:p>
    <w:p w:rsidR="007B2329" w:rsidRDefault="007B2329" w:rsidP="007B2329">
      <w:r>
        <w:t>460.8405</w:t>
      </w:r>
      <w:r>
        <w:tab/>
        <w:t>3.038e0</w:t>
      </w:r>
    </w:p>
    <w:p w:rsidR="007B2329" w:rsidRDefault="007B2329" w:rsidP="007B2329">
      <w:r>
        <w:t>460.8497</w:t>
      </w:r>
      <w:r>
        <w:tab/>
        <w:t>1.013e0</w:t>
      </w:r>
    </w:p>
    <w:p w:rsidR="007B2329" w:rsidRDefault="007B2329" w:rsidP="007B2329">
      <w:r>
        <w:t>460.8564</w:t>
      </w:r>
      <w:r>
        <w:tab/>
        <w:t>1.013e0</w:t>
      </w:r>
    </w:p>
    <w:p w:rsidR="007B2329" w:rsidRDefault="007B2329" w:rsidP="007B2329">
      <w:r>
        <w:t>460.8737</w:t>
      </w:r>
      <w:r>
        <w:tab/>
        <w:t>1.013e0</w:t>
      </w:r>
    </w:p>
    <w:p w:rsidR="007B2329" w:rsidRDefault="007B2329" w:rsidP="007B2329">
      <w:r>
        <w:t>460.8994</w:t>
      </w:r>
      <w:r>
        <w:tab/>
        <w:t>1.013e0</w:t>
      </w:r>
    </w:p>
    <w:p w:rsidR="007B2329" w:rsidRDefault="007B2329" w:rsidP="007B2329">
      <w:r>
        <w:t>460.9067</w:t>
      </w:r>
      <w:r>
        <w:tab/>
        <w:t>2.025e0</w:t>
      </w:r>
    </w:p>
    <w:p w:rsidR="007B2329" w:rsidRDefault="007B2329" w:rsidP="007B2329">
      <w:r>
        <w:t>460.9139</w:t>
      </w:r>
      <w:r>
        <w:tab/>
        <w:t>3.038e0</w:t>
      </w:r>
    </w:p>
    <w:p w:rsidR="007B2329" w:rsidRDefault="007B2329" w:rsidP="007B2329">
      <w:r>
        <w:t>460.9174</w:t>
      </w:r>
      <w:r>
        <w:tab/>
        <w:t>1.013e0</w:t>
      </w:r>
    </w:p>
    <w:p w:rsidR="007B2329" w:rsidRDefault="007B2329" w:rsidP="007B2329">
      <w:r>
        <w:t>460.9388</w:t>
      </w:r>
      <w:r>
        <w:tab/>
        <w:t>1.013e0</w:t>
      </w:r>
    </w:p>
    <w:p w:rsidR="007B2329" w:rsidRDefault="007B2329" w:rsidP="007B2329">
      <w:r>
        <w:t>460.9572</w:t>
      </w:r>
      <w:r>
        <w:tab/>
        <w:t>1.013e0</w:t>
      </w:r>
    </w:p>
    <w:p w:rsidR="007B2329" w:rsidRDefault="007B2329" w:rsidP="007B2329">
      <w:r>
        <w:t>460.9751</w:t>
      </w:r>
      <w:r>
        <w:tab/>
        <w:t>1.013e0</w:t>
      </w:r>
    </w:p>
    <w:p w:rsidR="007B2329" w:rsidRDefault="007B2329" w:rsidP="007B2329">
      <w:r>
        <w:t>460.9968</w:t>
      </w:r>
      <w:r>
        <w:tab/>
        <w:t>1.266e-2</w:t>
      </w:r>
    </w:p>
    <w:p w:rsidR="007B2329" w:rsidRDefault="007B2329" w:rsidP="007B2329">
      <w:r>
        <w:t>461.0148</w:t>
      </w:r>
      <w:r>
        <w:tab/>
        <w:t>3.038e0</w:t>
      </w:r>
    </w:p>
    <w:p w:rsidR="007B2329" w:rsidRDefault="007B2329" w:rsidP="007B2329">
      <w:r>
        <w:lastRenderedPageBreak/>
        <w:t>461.0267</w:t>
      </w:r>
      <w:r>
        <w:tab/>
        <w:t>1.013e0</w:t>
      </w:r>
    </w:p>
    <w:p w:rsidR="007B2329" w:rsidRDefault="007B2329" w:rsidP="007B2329">
      <w:r>
        <w:t>461.0293</w:t>
      </w:r>
      <w:r>
        <w:tab/>
        <w:t>2.025e0</w:t>
      </w:r>
    </w:p>
    <w:p w:rsidR="007B2329" w:rsidRDefault="007B2329" w:rsidP="007B2329">
      <w:r>
        <w:t>461.0909</w:t>
      </w:r>
      <w:r>
        <w:tab/>
        <w:t>2.025e0</w:t>
      </w:r>
    </w:p>
    <w:p w:rsidR="007B2329" w:rsidRDefault="007B2329" w:rsidP="007B2329">
      <w:r>
        <w:t>461.0942</w:t>
      </w:r>
      <w:r>
        <w:tab/>
        <w:t>1.013e0</w:t>
      </w:r>
    </w:p>
    <w:p w:rsidR="007B2329" w:rsidRDefault="007B2329" w:rsidP="007B2329">
      <w:r>
        <w:t>461.0974</w:t>
      </w:r>
      <w:r>
        <w:tab/>
        <w:t>1.025e0</w:t>
      </w:r>
    </w:p>
    <w:p w:rsidR="007B2329" w:rsidRDefault="007B2329" w:rsidP="007B2329">
      <w:r>
        <w:t>461.0986</w:t>
      </w:r>
      <w:r>
        <w:tab/>
        <w:t>3.038e0</w:t>
      </w:r>
    </w:p>
    <w:p w:rsidR="007B2329" w:rsidRDefault="007B2329" w:rsidP="007B2329">
      <w:r>
        <w:t>461.1248</w:t>
      </w:r>
      <w:r>
        <w:tab/>
        <w:t>3.516e0</w:t>
      </w:r>
    </w:p>
    <w:p w:rsidR="007B2329" w:rsidRDefault="007B2329" w:rsidP="007B2329">
      <w:r>
        <w:t>461.1275</w:t>
      </w:r>
      <w:r>
        <w:tab/>
        <w:t>1.864e0</w:t>
      </w:r>
    </w:p>
    <w:p w:rsidR="007B2329" w:rsidRDefault="007B2329" w:rsidP="007B2329">
      <w:r>
        <w:t>461.1395</w:t>
      </w:r>
      <w:r>
        <w:tab/>
        <w:t>2.025e0</w:t>
      </w:r>
    </w:p>
    <w:p w:rsidR="007B2329" w:rsidRDefault="007B2329" w:rsidP="007B2329">
      <w:r>
        <w:t>461.1484</w:t>
      </w:r>
      <w:r>
        <w:tab/>
        <w:t>1.347e0</w:t>
      </w:r>
    </w:p>
    <w:p w:rsidR="007B2329" w:rsidRDefault="007B2329" w:rsidP="007B2329">
      <w:r>
        <w:t>461.1758</w:t>
      </w:r>
      <w:r>
        <w:tab/>
        <w:t>1.025e0</w:t>
      </w:r>
    </w:p>
    <w:p w:rsidR="007B2329" w:rsidRDefault="007B2329" w:rsidP="007B2329">
      <w:r>
        <w:t>461.2034</w:t>
      </w:r>
      <w:r>
        <w:tab/>
        <w:t>2.240e0</w:t>
      </w:r>
    </w:p>
    <w:p w:rsidR="007B2329" w:rsidRDefault="007B2329" w:rsidP="007B2329">
      <w:r>
        <w:t>461.2080</w:t>
      </w:r>
      <w:r>
        <w:tab/>
        <w:t>4.892e0</w:t>
      </w:r>
    </w:p>
    <w:p w:rsidR="007B2329" w:rsidRDefault="007B2329" w:rsidP="007B2329">
      <w:r>
        <w:t>461.2095</w:t>
      </w:r>
      <w:r>
        <w:tab/>
        <w:t>1.013e0</w:t>
      </w:r>
    </w:p>
    <w:p w:rsidR="007B2329" w:rsidRDefault="007B2329" w:rsidP="007B2329">
      <w:r>
        <w:t>461.2387</w:t>
      </w:r>
      <w:r>
        <w:tab/>
        <w:t>1.280e1</w:t>
      </w:r>
    </w:p>
    <w:p w:rsidR="007B2329" w:rsidRDefault="007B2329" w:rsidP="007B2329">
      <w:r>
        <w:t>461.2697</w:t>
      </w:r>
      <w:r>
        <w:tab/>
        <w:t>2.307e1</w:t>
      </w:r>
    </w:p>
    <w:p w:rsidR="007B2329" w:rsidRDefault="007B2329" w:rsidP="007B2329">
      <w:r>
        <w:t>461.2815</w:t>
      </w:r>
      <w:r>
        <w:tab/>
        <w:t>2.951e1</w:t>
      </w:r>
    </w:p>
    <w:p w:rsidR="007B2329" w:rsidRDefault="007B2329" w:rsidP="007B2329">
      <w:r>
        <w:t>461.2825</w:t>
      </w:r>
      <w:r>
        <w:tab/>
        <w:t>3.388e1</w:t>
      </w:r>
    </w:p>
    <w:p w:rsidR="007B2329" w:rsidRDefault="007B2329" w:rsidP="007B2329">
      <w:r>
        <w:t>461.2837</w:t>
      </w:r>
      <w:r>
        <w:tab/>
        <w:t>3.803e1</w:t>
      </w:r>
    </w:p>
    <w:p w:rsidR="007B2329" w:rsidRDefault="007B2329" w:rsidP="007B2329">
      <w:r>
        <w:lastRenderedPageBreak/>
        <w:t>461.2870</w:t>
      </w:r>
      <w:r>
        <w:tab/>
        <w:t>4.169e1</w:t>
      </w:r>
    </w:p>
    <w:p w:rsidR="007B2329" w:rsidRDefault="007B2329" w:rsidP="007B2329">
      <w:r>
        <w:t>461.2918</w:t>
      </w:r>
      <w:r>
        <w:tab/>
        <w:t>1.592e1</w:t>
      </w:r>
    </w:p>
    <w:p w:rsidR="007B2329" w:rsidRDefault="007B2329" w:rsidP="007B2329">
      <w:r>
        <w:t>461.2961</w:t>
      </w:r>
      <w:r>
        <w:tab/>
        <w:t>4.409e1</w:t>
      </w:r>
    </w:p>
    <w:p w:rsidR="007B2329" w:rsidRDefault="007B2329" w:rsidP="007B2329">
      <w:r>
        <w:t>461.3113</w:t>
      </w:r>
      <w:r>
        <w:tab/>
        <w:t>1.024e1</w:t>
      </w:r>
    </w:p>
    <w:p w:rsidR="007B2329" w:rsidRDefault="007B2329" w:rsidP="007B2329">
      <w:r>
        <w:t>461.3218</w:t>
      </w:r>
      <w:r>
        <w:tab/>
        <w:t>3.098e1</w:t>
      </w:r>
    </w:p>
    <w:p w:rsidR="007B2329" w:rsidRDefault="007B2329" w:rsidP="007B2329">
      <w:r>
        <w:t>461.3895</w:t>
      </w:r>
      <w:r>
        <w:tab/>
        <w:t>1.013e0</w:t>
      </w:r>
    </w:p>
    <w:p w:rsidR="007B2329" w:rsidRDefault="007B2329" w:rsidP="007B2329">
      <w:r>
        <w:t>461.4079</w:t>
      </w:r>
      <w:r>
        <w:tab/>
        <w:t>2.025e0</w:t>
      </w:r>
    </w:p>
    <w:p w:rsidR="007B2329" w:rsidRDefault="007B2329" w:rsidP="007B2329">
      <w:r>
        <w:t>461.4105</w:t>
      </w:r>
      <w:r>
        <w:tab/>
        <w:t>8.114e0</w:t>
      </w:r>
    </w:p>
    <w:p w:rsidR="007B2329" w:rsidRDefault="007B2329" w:rsidP="007B2329">
      <w:r>
        <w:t>461.4298</w:t>
      </w:r>
      <w:r>
        <w:tab/>
        <w:t>2.025e0</w:t>
      </w:r>
    </w:p>
    <w:p w:rsidR="007B2329" w:rsidRDefault="007B2329" w:rsidP="007B2329">
      <w:r>
        <w:t>461.4476</w:t>
      </w:r>
      <w:r>
        <w:tab/>
        <w:t>1.013e0</w:t>
      </w:r>
    </w:p>
    <w:p w:rsidR="007B2329" w:rsidRDefault="007B2329" w:rsidP="007B2329">
      <w:r>
        <w:t>461.4775</w:t>
      </w:r>
      <w:r>
        <w:tab/>
        <w:t>2.025e0</w:t>
      </w:r>
    </w:p>
    <w:p w:rsidR="007B2329" w:rsidRDefault="007B2329" w:rsidP="007B2329">
      <w:r>
        <w:t>461.4870</w:t>
      </w:r>
      <w:r>
        <w:tab/>
        <w:t>1.013e0</w:t>
      </w:r>
    </w:p>
    <w:p w:rsidR="007B2329" w:rsidRDefault="007B2329" w:rsidP="007B2329">
      <w:r>
        <w:t>461.4944</w:t>
      </w:r>
      <w:r>
        <w:tab/>
        <w:t>2.025e0</w:t>
      </w:r>
    </w:p>
    <w:p w:rsidR="007B2329" w:rsidRDefault="007B2329" w:rsidP="007B2329">
      <w:r>
        <w:t>461.5022</w:t>
      </w:r>
      <w:r>
        <w:tab/>
        <w:t>1.013e0</w:t>
      </w:r>
    </w:p>
    <w:p w:rsidR="007B2329" w:rsidRDefault="007B2329" w:rsidP="007B2329">
      <w:r>
        <w:t>461.5054</w:t>
      </w:r>
      <w:r>
        <w:tab/>
        <w:t>1.013e0</w:t>
      </w:r>
    </w:p>
    <w:p w:rsidR="007B2329" w:rsidRDefault="007B2329" w:rsidP="007B2329">
      <w:r>
        <w:t>461.5101</w:t>
      </w:r>
      <w:r>
        <w:tab/>
        <w:t>1.013e0</w:t>
      </w:r>
    </w:p>
    <w:p w:rsidR="007B2329" w:rsidRDefault="007B2329" w:rsidP="007B2329">
      <w:r>
        <w:t>461.5291</w:t>
      </w:r>
      <w:r>
        <w:tab/>
        <w:t>3.038e0</w:t>
      </w:r>
    </w:p>
    <w:p w:rsidR="007B2329" w:rsidRDefault="007B2329" w:rsidP="007B2329">
      <w:r>
        <w:t>461.5380</w:t>
      </w:r>
      <w:r>
        <w:tab/>
        <w:t>2.038e0</w:t>
      </w:r>
    </w:p>
    <w:p w:rsidR="007B2329" w:rsidRDefault="007B2329" w:rsidP="007B2329">
      <w:r>
        <w:t>461.5629</w:t>
      </w:r>
      <w:r>
        <w:tab/>
        <w:t>1.013e0</w:t>
      </w:r>
    </w:p>
    <w:p w:rsidR="007B2329" w:rsidRDefault="007B2329" w:rsidP="007B2329">
      <w:r>
        <w:lastRenderedPageBreak/>
        <w:t>461.5664</w:t>
      </w:r>
      <w:r>
        <w:tab/>
        <w:t>1.266e-2</w:t>
      </w:r>
    </w:p>
    <w:p w:rsidR="007B2329" w:rsidRDefault="007B2329" w:rsidP="007B2329">
      <w:r>
        <w:t>461.5689</w:t>
      </w:r>
      <w:r>
        <w:tab/>
        <w:t>2.025e0</w:t>
      </w:r>
    </w:p>
    <w:p w:rsidR="007B2329" w:rsidRDefault="007B2329" w:rsidP="007B2329">
      <w:r>
        <w:t>461.5936</w:t>
      </w:r>
      <w:r>
        <w:tab/>
        <w:t>2.025e0</w:t>
      </w:r>
    </w:p>
    <w:p w:rsidR="007B2329" w:rsidRDefault="007B2329" w:rsidP="007B2329">
      <w:r>
        <w:t>461.5974</w:t>
      </w:r>
      <w:r>
        <w:tab/>
        <w:t>2.363e0</w:t>
      </w:r>
    </w:p>
    <w:p w:rsidR="007B2329" w:rsidRDefault="007B2329" w:rsidP="007B2329">
      <w:r>
        <w:t>461.6071</w:t>
      </w:r>
      <w:r>
        <w:tab/>
        <w:t>4.051e0</w:t>
      </w:r>
    </w:p>
    <w:p w:rsidR="007B2329" w:rsidRDefault="007B2329" w:rsidP="007B2329">
      <w:r>
        <w:t>461.6268</w:t>
      </w:r>
      <w:r>
        <w:tab/>
        <w:t>1.025e0</w:t>
      </w:r>
    </w:p>
    <w:p w:rsidR="007B2329" w:rsidRDefault="007B2329" w:rsidP="007B2329">
      <w:r>
        <w:t>461.6342</w:t>
      </w:r>
      <w:r>
        <w:tab/>
        <w:t>2.025e0</w:t>
      </w:r>
    </w:p>
    <w:p w:rsidR="007B2329" w:rsidRDefault="007B2329" w:rsidP="007B2329">
      <w:r>
        <w:t>461.6424</w:t>
      </w:r>
      <w:r>
        <w:tab/>
        <w:t>1.013e0</w:t>
      </w:r>
    </w:p>
    <w:p w:rsidR="007B2329" w:rsidRDefault="007B2329" w:rsidP="007B2329">
      <w:r>
        <w:t>461.6502</w:t>
      </w:r>
      <w:r>
        <w:tab/>
        <w:t>3.038e0</w:t>
      </w:r>
    </w:p>
    <w:p w:rsidR="007B2329" w:rsidRDefault="007B2329" w:rsidP="007B2329">
      <w:r>
        <w:t>461.6786</w:t>
      </w:r>
      <w:r>
        <w:tab/>
        <w:t>1.013e0</w:t>
      </w:r>
    </w:p>
    <w:p w:rsidR="007B2329" w:rsidRDefault="007B2329" w:rsidP="007B2329">
      <w:r>
        <w:t>461.7079</w:t>
      </w:r>
      <w:r>
        <w:tab/>
        <w:t>3.038e0</w:t>
      </w:r>
    </w:p>
    <w:p w:rsidR="007B2329" w:rsidRDefault="007B2329" w:rsidP="007B2329">
      <w:r>
        <w:t>461.7183</w:t>
      </w:r>
      <w:r>
        <w:tab/>
        <w:t>1.013e0</w:t>
      </w:r>
    </w:p>
    <w:p w:rsidR="007B2329" w:rsidRDefault="007B2329" w:rsidP="007B2329">
      <w:r>
        <w:t>461.7217</w:t>
      </w:r>
      <w:r>
        <w:tab/>
        <w:t>3.038e0</w:t>
      </w:r>
    </w:p>
    <w:p w:rsidR="007B2329" w:rsidRDefault="007B2329" w:rsidP="007B2329">
      <w:r>
        <w:t>461.7281</w:t>
      </w:r>
      <w:r>
        <w:tab/>
        <w:t>3.038e0</w:t>
      </w:r>
    </w:p>
    <w:p w:rsidR="007B2329" w:rsidRDefault="007B2329" w:rsidP="007B2329">
      <w:r>
        <w:t>461.7399</w:t>
      </w:r>
      <w:r>
        <w:tab/>
        <w:t>1.013e0</w:t>
      </w:r>
    </w:p>
    <w:p w:rsidR="007B2329" w:rsidRDefault="007B2329" w:rsidP="007B2329">
      <w:r>
        <w:t>461.7467</w:t>
      </w:r>
      <w:r>
        <w:tab/>
        <w:t>2.025e0</w:t>
      </w:r>
    </w:p>
    <w:p w:rsidR="007B2329" w:rsidRDefault="007B2329" w:rsidP="007B2329">
      <w:r>
        <w:t>461.7578</w:t>
      </w:r>
      <w:r>
        <w:tab/>
        <w:t>1.013e0</w:t>
      </w:r>
    </w:p>
    <w:p w:rsidR="007B2329" w:rsidRDefault="007B2329" w:rsidP="007B2329">
      <w:r>
        <w:t>461.7815</w:t>
      </w:r>
      <w:r>
        <w:tab/>
        <w:t>3.038e0</w:t>
      </w:r>
    </w:p>
    <w:p w:rsidR="007B2329" w:rsidRDefault="007B2329" w:rsidP="007B2329">
      <w:r>
        <w:t>461.7974</w:t>
      </w:r>
      <w:r>
        <w:tab/>
        <w:t>1.013e0</w:t>
      </w:r>
    </w:p>
    <w:p w:rsidR="007B2329" w:rsidRDefault="007B2329" w:rsidP="007B2329">
      <w:r>
        <w:lastRenderedPageBreak/>
        <w:t>461.8157</w:t>
      </w:r>
      <w:r>
        <w:tab/>
        <w:t>1.013e0</w:t>
      </w:r>
    </w:p>
    <w:p w:rsidR="007B2329" w:rsidRDefault="007B2329" w:rsidP="007B2329">
      <w:r>
        <w:t>461.8569</w:t>
      </w:r>
      <w:r>
        <w:tab/>
        <w:t>2.025e0</w:t>
      </w:r>
    </w:p>
    <w:p w:rsidR="007B2329" w:rsidRDefault="007B2329" w:rsidP="007B2329">
      <w:r>
        <w:t>461.8593</w:t>
      </w:r>
      <w:r>
        <w:tab/>
        <w:t>4.051e0</w:t>
      </w:r>
    </w:p>
    <w:p w:rsidR="007B2329" w:rsidRDefault="007B2329" w:rsidP="007B2329">
      <w:r>
        <w:t>461.8728</w:t>
      </w:r>
      <w:r>
        <w:tab/>
        <w:t>1.013e0</w:t>
      </w:r>
    </w:p>
    <w:p w:rsidR="007B2329" w:rsidRDefault="007B2329" w:rsidP="007B2329">
      <w:r>
        <w:t>461.8807</w:t>
      </w:r>
      <w:r>
        <w:tab/>
        <w:t>3.038e0</w:t>
      </w:r>
    </w:p>
    <w:p w:rsidR="007B2329" w:rsidRDefault="007B2329" w:rsidP="007B2329">
      <w:r>
        <w:t>461.8876</w:t>
      </w:r>
      <w:r>
        <w:tab/>
        <w:t>2.025e0</w:t>
      </w:r>
    </w:p>
    <w:p w:rsidR="007B2329" w:rsidRDefault="007B2329" w:rsidP="007B2329">
      <w:r>
        <w:t>461.8891</w:t>
      </w:r>
      <w:r>
        <w:tab/>
        <w:t>1.013e0</w:t>
      </w:r>
    </w:p>
    <w:p w:rsidR="007B2329" w:rsidRDefault="007B2329" w:rsidP="007B2329">
      <w:r>
        <w:t>461.9193</w:t>
      </w:r>
      <w:r>
        <w:tab/>
        <w:t>4.051e0</w:t>
      </w:r>
    </w:p>
    <w:p w:rsidR="007B2329" w:rsidRDefault="007B2329" w:rsidP="007B2329">
      <w:r>
        <w:t>461.9271</w:t>
      </w:r>
      <w:r>
        <w:tab/>
        <w:t>2.025e0</w:t>
      </w:r>
    </w:p>
    <w:p w:rsidR="007B2329" w:rsidRDefault="007B2329" w:rsidP="007B2329">
      <w:r>
        <w:t>461.9294</w:t>
      </w:r>
      <w:r>
        <w:tab/>
        <w:t>1.013e0</w:t>
      </w:r>
    </w:p>
    <w:p w:rsidR="007B2329" w:rsidRDefault="007B2329" w:rsidP="007B2329">
      <w:r>
        <w:t>461.9617</w:t>
      </w:r>
      <w:r>
        <w:tab/>
        <w:t>1.013e0</w:t>
      </w:r>
    </w:p>
    <w:p w:rsidR="007B2329" w:rsidRDefault="007B2329" w:rsidP="007B2329">
      <w:r>
        <w:t>461.9696</w:t>
      </w:r>
      <w:r>
        <w:tab/>
        <w:t>1.013e0</w:t>
      </w:r>
    </w:p>
    <w:p w:rsidR="007B2329" w:rsidRDefault="007B2329" w:rsidP="007B2329">
      <w:r>
        <w:t>461.9908</w:t>
      </w:r>
      <w:r>
        <w:tab/>
        <w:t>3.038e0</w:t>
      </w:r>
    </w:p>
    <w:p w:rsidR="007B2329" w:rsidRDefault="007B2329" w:rsidP="007B2329">
      <w:r>
        <w:t>462.0101</w:t>
      </w:r>
      <w:r>
        <w:tab/>
        <w:t>1.013e0</w:t>
      </w:r>
    </w:p>
    <w:p w:rsidR="007B2329" w:rsidRDefault="007B2329" w:rsidP="007B2329">
      <w:r>
        <w:t>462.0262</w:t>
      </w:r>
      <w:r>
        <w:tab/>
        <w:t>2.025e0</w:t>
      </w:r>
    </w:p>
    <w:p w:rsidR="007B2329" w:rsidRDefault="007B2329" w:rsidP="007B2329">
      <w:r>
        <w:t>462.0318</w:t>
      </w:r>
      <w:r>
        <w:tab/>
        <w:t>1.013e0</w:t>
      </w:r>
    </w:p>
    <w:p w:rsidR="007B2329" w:rsidRDefault="007B2329" w:rsidP="007B2329">
      <w:r>
        <w:t>462.0503</w:t>
      </w:r>
      <w:r>
        <w:tab/>
        <w:t>1.013e0</w:t>
      </w:r>
    </w:p>
    <w:p w:rsidR="007B2329" w:rsidRDefault="007B2329" w:rsidP="007B2329">
      <w:r>
        <w:t>462.0626</w:t>
      </w:r>
      <w:r>
        <w:tab/>
        <w:t>2.025e0</w:t>
      </w:r>
    </w:p>
    <w:p w:rsidR="007B2329" w:rsidRDefault="007B2329" w:rsidP="007B2329">
      <w:r>
        <w:t>462.0715</w:t>
      </w:r>
      <w:r>
        <w:tab/>
        <w:t>1.013e0</w:t>
      </w:r>
    </w:p>
    <w:p w:rsidR="007B2329" w:rsidRDefault="007B2329" w:rsidP="007B2329">
      <w:r>
        <w:lastRenderedPageBreak/>
        <w:t>462.0750</w:t>
      </w:r>
      <w:r>
        <w:tab/>
        <w:t>1.013e0</w:t>
      </w:r>
    </w:p>
    <w:p w:rsidR="007B2329" w:rsidRDefault="007B2329" w:rsidP="007B2329">
      <w:r>
        <w:t>462.0943</w:t>
      </w:r>
      <w:r>
        <w:tab/>
        <w:t>1.850e0</w:t>
      </w:r>
    </w:p>
    <w:p w:rsidR="007B2329" w:rsidRDefault="007B2329" w:rsidP="007B2329">
      <w:r>
        <w:t>462.0988</w:t>
      </w:r>
      <w:r>
        <w:tab/>
        <w:t>1.013e0</w:t>
      </w:r>
    </w:p>
    <w:p w:rsidR="007B2329" w:rsidRDefault="007B2329" w:rsidP="007B2329">
      <w:r>
        <w:t>462.1230</w:t>
      </w:r>
      <w:r>
        <w:tab/>
        <w:t>1.013e0</w:t>
      </w:r>
    </w:p>
    <w:p w:rsidR="007B2329" w:rsidRDefault="007B2329" w:rsidP="007B2329">
      <w:r>
        <w:t>462.1293</w:t>
      </w:r>
      <w:r>
        <w:tab/>
        <w:t>1.013e0</w:t>
      </w:r>
    </w:p>
    <w:p w:rsidR="007B2329" w:rsidRDefault="007B2329" w:rsidP="007B2329">
      <w:r>
        <w:t>462.1328</w:t>
      </w:r>
      <w:r>
        <w:tab/>
        <w:t>1.013e0</w:t>
      </w:r>
    </w:p>
    <w:p w:rsidR="007B2329" w:rsidRDefault="007B2329" w:rsidP="007B2329">
      <w:r>
        <w:t>462.1472</w:t>
      </w:r>
      <w:r>
        <w:tab/>
        <w:t>1.013e0</w:t>
      </w:r>
    </w:p>
    <w:p w:rsidR="007B2329" w:rsidRDefault="007B2329" w:rsidP="007B2329">
      <w:r>
        <w:t>462.1508</w:t>
      </w:r>
      <w:r>
        <w:tab/>
        <w:t>3.038e0</w:t>
      </w:r>
    </w:p>
    <w:p w:rsidR="007B2329" w:rsidRDefault="007B2329" w:rsidP="007B2329">
      <w:r>
        <w:t>462.1540</w:t>
      </w:r>
      <w:r>
        <w:tab/>
        <w:t>1.798e0</w:t>
      </w:r>
    </w:p>
    <w:p w:rsidR="007B2329" w:rsidRDefault="007B2329" w:rsidP="007B2329">
      <w:r>
        <w:t>462.1600</w:t>
      </w:r>
      <w:r>
        <w:tab/>
        <w:t>2.294e0</w:t>
      </w:r>
    </w:p>
    <w:p w:rsidR="007B2329" w:rsidRDefault="007B2329" w:rsidP="007B2329">
      <w:r>
        <w:t>462.1655</w:t>
      </w:r>
      <w:r>
        <w:tab/>
        <w:t>3.038e0</w:t>
      </w:r>
    </w:p>
    <w:p w:rsidR="007B2329" w:rsidRDefault="007B2329" w:rsidP="007B2329">
      <w:r>
        <w:t>462.1859</w:t>
      </w:r>
      <w:r>
        <w:tab/>
        <w:t>1.826e0</w:t>
      </w:r>
    </w:p>
    <w:p w:rsidR="007B2329" w:rsidRDefault="007B2329" w:rsidP="007B2329">
      <w:r>
        <w:t>462.2078</w:t>
      </w:r>
      <w:r>
        <w:tab/>
        <w:t>2.775e0</w:t>
      </w:r>
    </w:p>
    <w:p w:rsidR="007B2329" w:rsidRDefault="007B2329" w:rsidP="007B2329">
      <w:r>
        <w:t>462.2097</w:t>
      </w:r>
      <w:r>
        <w:tab/>
        <w:t>4.266e0</w:t>
      </w:r>
    </w:p>
    <w:p w:rsidR="007B2329" w:rsidRDefault="007B2329" w:rsidP="007B2329">
      <w:r>
        <w:t>462.2507</w:t>
      </w:r>
      <w:r>
        <w:tab/>
        <w:t>4.101e0</w:t>
      </w:r>
    </w:p>
    <w:p w:rsidR="007B2329" w:rsidRDefault="007B2329" w:rsidP="007B2329">
      <w:r>
        <w:t>462.2704</w:t>
      </w:r>
      <w:r>
        <w:tab/>
        <w:t>1.876e1</w:t>
      </w:r>
    </w:p>
    <w:p w:rsidR="007B2329" w:rsidRDefault="007B2329" w:rsidP="007B2329">
      <w:r>
        <w:t>462.2780</w:t>
      </w:r>
      <w:r>
        <w:tab/>
        <w:t>2.499e1</w:t>
      </w:r>
    </w:p>
    <w:p w:rsidR="007B2329" w:rsidRDefault="007B2329" w:rsidP="007B2329">
      <w:r>
        <w:t>462.2794</w:t>
      </w:r>
      <w:r>
        <w:tab/>
        <w:t>2.081e1</w:t>
      </w:r>
    </w:p>
    <w:p w:rsidR="007B2329" w:rsidRDefault="007B2329" w:rsidP="007B2329">
      <w:r>
        <w:t>462.2849</w:t>
      </w:r>
      <w:r>
        <w:tab/>
        <w:t>2.922e1</w:t>
      </w:r>
    </w:p>
    <w:p w:rsidR="007B2329" w:rsidRDefault="007B2329" w:rsidP="007B2329">
      <w:r>
        <w:lastRenderedPageBreak/>
        <w:t>462.2924</w:t>
      </w:r>
      <w:r>
        <w:tab/>
        <w:t>7.645e0</w:t>
      </w:r>
    </w:p>
    <w:p w:rsidR="007B2329" w:rsidRDefault="007B2329" w:rsidP="007B2329">
      <w:r>
        <w:t>462.3093</w:t>
      </w:r>
      <w:r>
        <w:tab/>
        <w:t>9.114e0</w:t>
      </w:r>
    </w:p>
    <w:p w:rsidR="007B2329" w:rsidRDefault="007B2329" w:rsidP="007B2329">
      <w:r>
        <w:t>462.3255</w:t>
      </w:r>
      <w:r>
        <w:tab/>
        <w:t>3.322e0</w:t>
      </w:r>
    </w:p>
    <w:p w:rsidR="007B2329" w:rsidRDefault="007B2329" w:rsidP="007B2329">
      <w:r>
        <w:t>462.3319</w:t>
      </w:r>
      <w:r>
        <w:tab/>
        <w:t>5.092e-1</w:t>
      </w:r>
    </w:p>
    <w:p w:rsidR="007B2329" w:rsidRDefault="007B2329" w:rsidP="007B2329">
      <w:r>
        <w:t>462.3426</w:t>
      </w:r>
      <w:r>
        <w:tab/>
        <w:t>3.038e0</w:t>
      </w:r>
    </w:p>
    <w:p w:rsidR="007B2329" w:rsidRDefault="007B2329" w:rsidP="007B2329">
      <w:r>
        <w:t>462.3470</w:t>
      </w:r>
      <w:r>
        <w:tab/>
        <w:t>4.417e0</w:t>
      </w:r>
    </w:p>
    <w:p w:rsidR="007B2329" w:rsidRDefault="007B2329" w:rsidP="007B2329">
      <w:r>
        <w:t>462.4037</w:t>
      </w:r>
      <w:r>
        <w:tab/>
        <w:t>1.013e0</w:t>
      </w:r>
    </w:p>
    <w:p w:rsidR="007B2329" w:rsidRDefault="007B2329" w:rsidP="007B2329">
      <w:r>
        <w:t>462.4135</w:t>
      </w:r>
      <w:r>
        <w:tab/>
        <w:t>1.013e0</w:t>
      </w:r>
    </w:p>
    <w:p w:rsidR="007B2329" w:rsidRDefault="007B2329" w:rsidP="007B2329">
      <w:r>
        <w:t>462.4182</w:t>
      </w:r>
      <w:r>
        <w:tab/>
        <w:t>2.025e0</w:t>
      </w:r>
    </w:p>
    <w:p w:rsidR="007B2329" w:rsidRDefault="007B2329" w:rsidP="007B2329">
      <w:r>
        <w:t>462.4358</w:t>
      </w:r>
      <w:r>
        <w:tab/>
        <w:t>2.025e0</w:t>
      </w:r>
    </w:p>
    <w:p w:rsidR="007B2329" w:rsidRDefault="007B2329" w:rsidP="007B2329">
      <w:r>
        <w:t>462.4380</w:t>
      </w:r>
      <w:r>
        <w:tab/>
        <w:t>1.013e0</w:t>
      </w:r>
    </w:p>
    <w:p w:rsidR="007B2329" w:rsidRDefault="007B2329" w:rsidP="007B2329">
      <w:r>
        <w:t>462.4406</w:t>
      </w:r>
      <w:r>
        <w:tab/>
        <w:t>3.038e0</w:t>
      </w:r>
    </w:p>
    <w:p w:rsidR="007B2329" w:rsidRDefault="007B2329" w:rsidP="007B2329">
      <w:r>
        <w:t>462.4431</w:t>
      </w:r>
      <w:r>
        <w:tab/>
        <w:t>1.013e0</w:t>
      </w:r>
    </w:p>
    <w:p w:rsidR="007B2329" w:rsidRDefault="007B2329" w:rsidP="007B2329">
      <w:r>
        <w:t>462.4647</w:t>
      </w:r>
      <w:r>
        <w:tab/>
        <w:t>1.013e0</w:t>
      </w:r>
    </w:p>
    <w:p w:rsidR="007B2329" w:rsidRDefault="007B2329" w:rsidP="007B2329">
      <w:r>
        <w:t>462.4782</w:t>
      </w:r>
      <w:r>
        <w:tab/>
        <w:t>1.013e0</w:t>
      </w:r>
    </w:p>
    <w:p w:rsidR="007B2329" w:rsidRDefault="007B2329" w:rsidP="007B2329">
      <w:r>
        <w:t>462.5105</w:t>
      </w:r>
      <w:r>
        <w:tab/>
        <w:t>1.013e0</w:t>
      </w:r>
    </w:p>
    <w:p w:rsidR="007B2329" w:rsidRDefault="007B2329" w:rsidP="007B2329">
      <w:r>
        <w:t>462.5235</w:t>
      </w:r>
      <w:r>
        <w:tab/>
        <w:t>3.038e0</w:t>
      </w:r>
    </w:p>
    <w:p w:rsidR="007B2329" w:rsidRDefault="007B2329" w:rsidP="007B2329">
      <w:r>
        <w:t>462.5407</w:t>
      </w:r>
      <w:r>
        <w:tab/>
        <w:t>1.013e0</w:t>
      </w:r>
    </w:p>
    <w:p w:rsidR="007B2329" w:rsidRDefault="007B2329" w:rsidP="007B2329">
      <w:r>
        <w:t>462.5440</w:t>
      </w:r>
      <w:r>
        <w:tab/>
        <w:t>1.013e0</w:t>
      </w:r>
    </w:p>
    <w:p w:rsidR="007B2329" w:rsidRDefault="007B2329" w:rsidP="007B2329">
      <w:r>
        <w:lastRenderedPageBreak/>
        <w:t>462.5506</w:t>
      </w:r>
      <w:r>
        <w:tab/>
        <w:t>6.076e0</w:t>
      </w:r>
    </w:p>
    <w:p w:rsidR="007B2329" w:rsidRDefault="007B2329" w:rsidP="007B2329">
      <w:r>
        <w:t>462.5913</w:t>
      </w:r>
      <w:r>
        <w:tab/>
        <w:t>2.025e0</w:t>
      </w:r>
    </w:p>
    <w:p w:rsidR="007B2329" w:rsidRDefault="007B2329" w:rsidP="007B2329">
      <w:r>
        <w:t>462.6020</w:t>
      </w:r>
      <w:r>
        <w:tab/>
        <w:t>1.013e0</w:t>
      </w:r>
    </w:p>
    <w:p w:rsidR="007B2329" w:rsidRDefault="007B2329" w:rsidP="007B2329">
      <w:r>
        <w:t>462.6315</w:t>
      </w:r>
      <w:r>
        <w:tab/>
        <w:t>6.076e0</w:t>
      </w:r>
    </w:p>
    <w:p w:rsidR="007B2329" w:rsidRDefault="007B2329" w:rsidP="007B2329">
      <w:r>
        <w:t>462.6381</w:t>
      </w:r>
      <w:r>
        <w:tab/>
        <w:t>1.013e0</w:t>
      </w:r>
    </w:p>
    <w:p w:rsidR="007B2329" w:rsidRDefault="007B2329" w:rsidP="007B2329">
      <w:r>
        <w:t>462.6776</w:t>
      </w:r>
      <w:r>
        <w:tab/>
        <w:t>1.013e0</w:t>
      </w:r>
    </w:p>
    <w:p w:rsidR="007B2329" w:rsidRDefault="007B2329" w:rsidP="007B2329">
      <w:r>
        <w:t>462.6810</w:t>
      </w:r>
      <w:r>
        <w:tab/>
        <w:t>1.013e0</w:t>
      </w:r>
    </w:p>
    <w:p w:rsidR="007B2329" w:rsidRDefault="007B2329" w:rsidP="007B2329">
      <w:r>
        <w:t>462.6883</w:t>
      </w:r>
      <w:r>
        <w:tab/>
        <w:t>1.013e0</w:t>
      </w:r>
    </w:p>
    <w:p w:rsidR="007B2329" w:rsidRDefault="007B2329" w:rsidP="007B2329">
      <w:r>
        <w:t>462.7609</w:t>
      </w:r>
      <w:r>
        <w:tab/>
        <w:t>1.013e0</w:t>
      </w:r>
    </w:p>
    <w:p w:rsidR="007B2329" w:rsidRDefault="007B2329" w:rsidP="007B2329">
      <w:r>
        <w:t>462.7689</w:t>
      </w:r>
      <w:r>
        <w:tab/>
        <w:t>1.013e0</w:t>
      </w:r>
    </w:p>
    <w:p w:rsidR="007B2329" w:rsidRDefault="007B2329" w:rsidP="007B2329">
      <w:r>
        <w:t>462.7750</w:t>
      </w:r>
      <w:r>
        <w:tab/>
        <w:t>1.013e0</w:t>
      </w:r>
    </w:p>
    <w:p w:rsidR="007B2329" w:rsidRDefault="007B2329" w:rsidP="007B2329">
      <w:r>
        <w:t>462.7784</w:t>
      </w:r>
      <w:r>
        <w:tab/>
        <w:t>1.013e0</w:t>
      </w:r>
    </w:p>
    <w:p w:rsidR="007B2329" w:rsidRDefault="007B2329" w:rsidP="007B2329">
      <w:r>
        <w:t>462.7976</w:t>
      </w:r>
      <w:r>
        <w:tab/>
        <w:t>2.025e0</w:t>
      </w:r>
    </w:p>
    <w:p w:rsidR="007B2329" w:rsidRDefault="007B2329" w:rsidP="007B2329">
      <w:r>
        <w:t>462.8146</w:t>
      </w:r>
      <w:r>
        <w:tab/>
        <w:t>1.013e0</w:t>
      </w:r>
    </w:p>
    <w:p w:rsidR="007B2329" w:rsidRDefault="007B2329" w:rsidP="007B2329">
      <w:r>
        <w:t>462.8181</w:t>
      </w:r>
      <w:r>
        <w:tab/>
        <w:t>1.013e0</w:t>
      </w:r>
    </w:p>
    <w:p w:rsidR="007B2329" w:rsidRDefault="007B2329" w:rsidP="007B2329">
      <w:r>
        <w:t>462.8363</w:t>
      </w:r>
      <w:r>
        <w:tab/>
        <w:t>1.013e0</w:t>
      </w:r>
    </w:p>
    <w:p w:rsidR="007B2329" w:rsidRDefault="007B2329" w:rsidP="007B2329">
      <w:r>
        <w:t>462.8498</w:t>
      </w:r>
      <w:r>
        <w:tab/>
        <w:t>1.013e0</w:t>
      </w:r>
    </w:p>
    <w:p w:rsidR="007B2329" w:rsidRDefault="007B2329" w:rsidP="007B2329">
      <w:r>
        <w:t>462.8543</w:t>
      </w:r>
      <w:r>
        <w:tab/>
        <w:t>1.013e0</w:t>
      </w:r>
    </w:p>
    <w:p w:rsidR="007B2329" w:rsidRDefault="007B2329" w:rsidP="007B2329">
      <w:r>
        <w:t>462.8821</w:t>
      </w:r>
      <w:r>
        <w:tab/>
        <w:t>1.013e0</w:t>
      </w:r>
    </w:p>
    <w:p w:rsidR="007B2329" w:rsidRDefault="007B2329" w:rsidP="007B2329">
      <w:r>
        <w:lastRenderedPageBreak/>
        <w:t>462.8941</w:t>
      </w:r>
      <w:r>
        <w:tab/>
        <w:t>1.013e0</w:t>
      </w:r>
    </w:p>
    <w:p w:rsidR="007B2329" w:rsidRDefault="007B2329" w:rsidP="007B2329">
      <w:r>
        <w:t>462.9102</w:t>
      </w:r>
      <w:r>
        <w:tab/>
        <w:t>2.025e0</w:t>
      </w:r>
    </w:p>
    <w:p w:rsidR="007B2329" w:rsidRDefault="007B2329" w:rsidP="007B2329">
      <w:r>
        <w:t>462.9306</w:t>
      </w:r>
      <w:r>
        <w:tab/>
        <w:t>1.013e0</w:t>
      </w:r>
    </w:p>
    <w:p w:rsidR="007B2329" w:rsidRDefault="007B2329" w:rsidP="007B2329">
      <w:r>
        <w:t>462.9337</w:t>
      </w:r>
      <w:r>
        <w:tab/>
        <w:t>1.013e0</w:t>
      </w:r>
    </w:p>
    <w:p w:rsidR="007B2329" w:rsidRDefault="007B2329" w:rsidP="007B2329">
      <w:r>
        <w:t>462.9518</w:t>
      </w:r>
      <w:r>
        <w:tab/>
        <w:t>1.013e0</w:t>
      </w:r>
    </w:p>
    <w:p w:rsidR="007B2329" w:rsidRDefault="007B2329" w:rsidP="007B2329">
      <w:r>
        <w:t>462.9552</w:t>
      </w:r>
      <w:r>
        <w:tab/>
        <w:t>1.013e0</w:t>
      </w:r>
    </w:p>
    <w:p w:rsidR="007B2329" w:rsidRDefault="007B2329" w:rsidP="007B2329">
      <w:r>
        <w:t>462.9790</w:t>
      </w:r>
      <w:r>
        <w:tab/>
        <w:t>1.013e0</w:t>
      </w:r>
    </w:p>
    <w:p w:rsidR="007B2329" w:rsidRDefault="007B2329" w:rsidP="007B2329">
      <w:r>
        <w:t>462.9953</w:t>
      </w:r>
      <w:r>
        <w:tab/>
        <w:t>1.013e0</w:t>
      </w:r>
    </w:p>
    <w:p w:rsidR="007B2329" w:rsidRDefault="007B2329" w:rsidP="007B2329">
      <w:r>
        <w:t>462.9975</w:t>
      </w:r>
      <w:r>
        <w:tab/>
        <w:t>2.025e0</w:t>
      </w:r>
    </w:p>
    <w:p w:rsidR="007B2329" w:rsidRDefault="007B2329" w:rsidP="007B2329">
      <w:r>
        <w:t>463.0034</w:t>
      </w:r>
      <w:r>
        <w:tab/>
        <w:t>1.013e0</w:t>
      </w:r>
    </w:p>
    <w:p w:rsidR="007B2329" w:rsidRDefault="007B2329" w:rsidP="007B2329">
      <w:r>
        <w:t>463.0492</w:t>
      </w:r>
      <w:r>
        <w:tab/>
        <w:t>2.025e0</w:t>
      </w:r>
    </w:p>
    <w:p w:rsidR="007B2329" w:rsidRDefault="007B2329" w:rsidP="007B2329">
      <w:r>
        <w:t>463.0617</w:t>
      </w:r>
      <w:r>
        <w:tab/>
        <w:t>2.025e0</w:t>
      </w:r>
    </w:p>
    <w:p w:rsidR="007B2329" w:rsidRDefault="007B2329" w:rsidP="007B2329">
      <w:r>
        <w:t>463.0678</w:t>
      </w:r>
      <w:r>
        <w:tab/>
        <w:t>1.013e0</w:t>
      </w:r>
    </w:p>
    <w:p w:rsidR="007B2329" w:rsidRDefault="007B2329" w:rsidP="007B2329">
      <w:r>
        <w:t>463.0858</w:t>
      </w:r>
      <w:r>
        <w:tab/>
        <w:t>2.025e0</w:t>
      </w:r>
    </w:p>
    <w:p w:rsidR="007B2329" w:rsidRDefault="007B2329" w:rsidP="007B2329">
      <w:r>
        <w:t>463.0970</w:t>
      </w:r>
      <w:r>
        <w:tab/>
        <w:t>5.900e0</w:t>
      </w:r>
    </w:p>
    <w:p w:rsidR="007B2329" w:rsidRDefault="007B2329" w:rsidP="007B2329">
      <w:r>
        <w:t>463.1005</w:t>
      </w:r>
      <w:r>
        <w:tab/>
        <w:t>1.013e0</w:t>
      </w:r>
    </w:p>
    <w:p w:rsidR="007B2329" w:rsidRDefault="007B2329" w:rsidP="007B2329">
      <w:r>
        <w:t>463.1165</w:t>
      </w:r>
      <w:r>
        <w:tab/>
        <w:t>3.038e0</w:t>
      </w:r>
    </w:p>
    <w:p w:rsidR="007B2329" w:rsidRDefault="007B2329" w:rsidP="007B2329">
      <w:r>
        <w:t>463.1270</w:t>
      </w:r>
      <w:r>
        <w:tab/>
        <w:t>4.210e0</w:t>
      </w:r>
    </w:p>
    <w:p w:rsidR="007B2329" w:rsidRDefault="007B2329" w:rsidP="007B2329">
      <w:r>
        <w:t>463.1294</w:t>
      </w:r>
      <w:r>
        <w:tab/>
        <w:t>3.038e0</w:t>
      </w:r>
    </w:p>
    <w:p w:rsidR="007B2329" w:rsidRDefault="007B2329" w:rsidP="007B2329">
      <w:r>
        <w:lastRenderedPageBreak/>
        <w:t>463.1380</w:t>
      </w:r>
      <w:r>
        <w:tab/>
        <w:t>7.089e0</w:t>
      </w:r>
    </w:p>
    <w:p w:rsidR="007B2329" w:rsidRDefault="007B2329" w:rsidP="007B2329">
      <w:r>
        <w:t>463.1406</w:t>
      </w:r>
      <w:r>
        <w:tab/>
        <w:t>6.623e0</w:t>
      </w:r>
    </w:p>
    <w:p w:rsidR="007B2329" w:rsidRDefault="007B2329" w:rsidP="007B2329">
      <w:r>
        <w:t>463.1787</w:t>
      </w:r>
      <w:r>
        <w:tab/>
        <w:t>2.740e0</w:t>
      </w:r>
    </w:p>
    <w:p w:rsidR="007B2329" w:rsidRDefault="007B2329" w:rsidP="007B2329">
      <w:r>
        <w:t>463.1885</w:t>
      </w:r>
      <w:r>
        <w:tab/>
        <w:t>3.809e0</w:t>
      </w:r>
    </w:p>
    <w:p w:rsidR="007B2329" w:rsidRDefault="007B2329" w:rsidP="007B2329">
      <w:r>
        <w:t>463.1945</w:t>
      </w:r>
      <w:r>
        <w:tab/>
        <w:t>2.790e0</w:t>
      </w:r>
    </w:p>
    <w:p w:rsidR="007B2329" w:rsidRDefault="007B2329" w:rsidP="007B2329">
      <w:r>
        <w:t>463.1979</w:t>
      </w:r>
      <w:r>
        <w:tab/>
        <w:t>2.839e0</w:t>
      </w:r>
    </w:p>
    <w:p w:rsidR="007B2329" w:rsidRDefault="007B2329" w:rsidP="007B2329">
      <w:r>
        <w:t>463.2001</w:t>
      </w:r>
      <w:r>
        <w:tab/>
        <w:t>2.025e0</w:t>
      </w:r>
    </w:p>
    <w:p w:rsidR="007B2329" w:rsidRDefault="007B2329" w:rsidP="007B2329">
      <w:r>
        <w:t>463.2197</w:t>
      </w:r>
      <w:r>
        <w:tab/>
        <w:t>1.709e0</w:t>
      </w:r>
    </w:p>
    <w:p w:rsidR="007B2329" w:rsidRDefault="007B2329" w:rsidP="007B2329">
      <w:r>
        <w:t>463.2375</w:t>
      </w:r>
      <w:r>
        <w:tab/>
        <w:t>4.051e0</w:t>
      </w:r>
    </w:p>
    <w:p w:rsidR="007B2329" w:rsidRDefault="007B2329" w:rsidP="007B2329">
      <w:r>
        <w:t>463.2460</w:t>
      </w:r>
      <w:r>
        <w:tab/>
        <w:t>3.892e0</w:t>
      </w:r>
    </w:p>
    <w:p w:rsidR="007B2329" w:rsidRDefault="007B2329" w:rsidP="007B2329">
      <w:r>
        <w:t>463.2551</w:t>
      </w:r>
      <w:r>
        <w:tab/>
        <w:t>2.372e0</w:t>
      </w:r>
    </w:p>
    <w:p w:rsidR="007B2329" w:rsidRDefault="007B2329" w:rsidP="007B2329">
      <w:r>
        <w:t>463.2727</w:t>
      </w:r>
      <w:r>
        <w:tab/>
        <w:t>2.025e0</w:t>
      </w:r>
    </w:p>
    <w:p w:rsidR="007B2329" w:rsidRDefault="007B2329" w:rsidP="007B2329">
      <w:r>
        <w:t>463.2800</w:t>
      </w:r>
      <w:r>
        <w:tab/>
        <w:t>1.029e1</w:t>
      </w:r>
    </w:p>
    <w:p w:rsidR="007B2329" w:rsidRDefault="007B2329" w:rsidP="007B2329">
      <w:r>
        <w:t>463.2816</w:t>
      </w:r>
      <w:r>
        <w:tab/>
        <w:t>4.121e0</w:t>
      </w:r>
    </w:p>
    <w:p w:rsidR="007B2329" w:rsidRDefault="007B2329" w:rsidP="007B2329">
      <w:r>
        <w:t>463.2874</w:t>
      </w:r>
      <w:r>
        <w:tab/>
        <w:t>7.115e0</w:t>
      </w:r>
    </w:p>
    <w:p w:rsidR="007B2329" w:rsidRDefault="007B2329" w:rsidP="007B2329">
      <w:r>
        <w:t>463.2947</w:t>
      </w:r>
      <w:r>
        <w:tab/>
        <w:t>4.051e0</w:t>
      </w:r>
    </w:p>
    <w:p w:rsidR="007B2329" w:rsidRDefault="007B2329" w:rsidP="007B2329">
      <w:r>
        <w:t>463.3105</w:t>
      </w:r>
      <w:r>
        <w:tab/>
        <w:t>5.664e0</w:t>
      </w:r>
    </w:p>
    <w:p w:rsidR="007B2329" w:rsidRDefault="007B2329" w:rsidP="007B2329">
      <w:r>
        <w:t>463.3120</w:t>
      </w:r>
      <w:r>
        <w:tab/>
        <w:t>7.407e0</w:t>
      </w:r>
    </w:p>
    <w:p w:rsidR="007B2329" w:rsidRDefault="007B2329" w:rsidP="007B2329">
      <w:r>
        <w:t>463.3199</w:t>
      </w:r>
      <w:r>
        <w:tab/>
        <w:t>1.465e0</w:t>
      </w:r>
    </w:p>
    <w:p w:rsidR="007B2329" w:rsidRDefault="007B2329" w:rsidP="007B2329">
      <w:r>
        <w:lastRenderedPageBreak/>
        <w:t>463.3306</w:t>
      </w:r>
      <w:r>
        <w:tab/>
        <w:t>3.038e0</w:t>
      </w:r>
    </w:p>
    <w:p w:rsidR="007B2329" w:rsidRDefault="007B2329" w:rsidP="007B2329">
      <w:r>
        <w:t>463.3398</w:t>
      </w:r>
      <w:r>
        <w:tab/>
        <w:t>6.057e0</w:t>
      </w:r>
    </w:p>
    <w:p w:rsidR="007B2329" w:rsidRDefault="007B2329" w:rsidP="007B2329">
      <w:r>
        <w:t>463.3718</w:t>
      </w:r>
      <w:r>
        <w:tab/>
        <w:t>2.948e0</w:t>
      </w:r>
    </w:p>
    <w:p w:rsidR="007B2329" w:rsidRDefault="007B2329" w:rsidP="007B2329">
      <w:r>
        <w:t>463.3762</w:t>
      </w:r>
      <w:r>
        <w:tab/>
        <w:t>1.789e0</w:t>
      </w:r>
    </w:p>
    <w:p w:rsidR="007B2329" w:rsidRDefault="007B2329" w:rsidP="007B2329">
      <w:r>
        <w:t>463.3795</w:t>
      </w:r>
      <w:r>
        <w:tab/>
        <w:t>3.038e0</w:t>
      </w:r>
    </w:p>
    <w:p w:rsidR="007B2329" w:rsidRDefault="007B2329" w:rsidP="007B2329">
      <w:r>
        <w:t>463.4135</w:t>
      </w:r>
      <w:r>
        <w:tab/>
        <w:t>2.025e0</w:t>
      </w:r>
    </w:p>
    <w:p w:rsidR="007B2329" w:rsidRDefault="007B2329" w:rsidP="007B2329">
      <w:r>
        <w:t>463.4210</w:t>
      </w:r>
      <w:r>
        <w:tab/>
        <w:t>1.013e0</w:t>
      </w:r>
    </w:p>
    <w:p w:rsidR="007B2329" w:rsidRDefault="007B2329" w:rsidP="007B2329">
      <w:r>
        <w:t>463.4424</w:t>
      </w:r>
      <w:r>
        <w:tab/>
        <w:t>1.013e0</w:t>
      </w:r>
    </w:p>
    <w:p w:rsidR="007B2329" w:rsidRDefault="007B2329" w:rsidP="007B2329">
      <w:r>
        <w:t>463.4619</w:t>
      </w:r>
      <w:r>
        <w:tab/>
        <w:t>3.038e0</w:t>
      </w:r>
    </w:p>
    <w:p w:rsidR="007B2329" w:rsidRDefault="007B2329" w:rsidP="007B2329">
      <w:r>
        <w:t>463.4643</w:t>
      </w:r>
      <w:r>
        <w:tab/>
        <w:t>2.025e0</w:t>
      </w:r>
    </w:p>
    <w:p w:rsidR="007B2329" w:rsidRDefault="007B2329" w:rsidP="007B2329">
      <w:r>
        <w:t>463.5005</w:t>
      </w:r>
      <w:r>
        <w:tab/>
        <w:t>1.013e0</w:t>
      </w:r>
    </w:p>
    <w:p w:rsidR="007B2329" w:rsidRDefault="007B2329" w:rsidP="007B2329">
      <w:r>
        <w:t>463.5128</w:t>
      </w:r>
      <w:r>
        <w:tab/>
        <w:t>1.013e0</w:t>
      </w:r>
    </w:p>
    <w:p w:rsidR="007B2329" w:rsidRDefault="007B2329" w:rsidP="007B2329">
      <w:r>
        <w:t>463.5168</w:t>
      </w:r>
      <w:r>
        <w:tab/>
        <w:t>4.051e0</w:t>
      </w:r>
    </w:p>
    <w:p w:rsidR="007B2329" w:rsidRDefault="007B2329" w:rsidP="007B2329">
      <w:r>
        <w:t>463.5400</w:t>
      </w:r>
      <w:r>
        <w:tab/>
        <w:t>1.013e0</w:t>
      </w:r>
    </w:p>
    <w:p w:rsidR="007B2329" w:rsidRDefault="007B2329" w:rsidP="007B2329">
      <w:r>
        <w:t>463.5461</w:t>
      </w:r>
      <w:r>
        <w:tab/>
        <w:t>2.025e0</w:t>
      </w:r>
    </w:p>
    <w:p w:rsidR="007B2329" w:rsidRDefault="007B2329" w:rsidP="007B2329">
      <w:r>
        <w:t>463.5695</w:t>
      </w:r>
      <w:r>
        <w:tab/>
        <w:t>1.013e0</w:t>
      </w:r>
    </w:p>
    <w:p w:rsidR="007B2329" w:rsidRDefault="007B2329" w:rsidP="007B2329">
      <w:r>
        <w:t>463.5891</w:t>
      </w:r>
      <w:r>
        <w:tab/>
        <w:t>2.025e0</w:t>
      </w:r>
    </w:p>
    <w:p w:rsidR="007B2329" w:rsidRDefault="007B2329" w:rsidP="007B2329">
      <w:r>
        <w:t>463.6158</w:t>
      </w:r>
      <w:r>
        <w:tab/>
        <w:t>3.038e0</w:t>
      </w:r>
    </w:p>
    <w:p w:rsidR="007B2329" w:rsidRDefault="007B2329" w:rsidP="007B2329">
      <w:r>
        <w:t>463.6190</w:t>
      </w:r>
      <w:r>
        <w:tab/>
        <w:t>1.013e0</w:t>
      </w:r>
    </w:p>
    <w:p w:rsidR="007B2329" w:rsidRDefault="007B2329" w:rsidP="007B2329">
      <w:r>
        <w:lastRenderedPageBreak/>
        <w:t>463.6666</w:t>
      </w:r>
      <w:r>
        <w:tab/>
        <w:t>1.013e0</w:t>
      </w:r>
    </w:p>
    <w:p w:rsidR="007B2329" w:rsidRDefault="007B2329" w:rsidP="007B2329">
      <w:r>
        <w:t>463.6770</w:t>
      </w:r>
      <w:r>
        <w:tab/>
        <w:t>1.013e0</w:t>
      </w:r>
    </w:p>
    <w:p w:rsidR="007B2329" w:rsidRDefault="007B2329" w:rsidP="007B2329">
      <w:r>
        <w:t>463.6830</w:t>
      </w:r>
      <w:r>
        <w:tab/>
        <w:t>1.013e0</w:t>
      </w:r>
    </w:p>
    <w:p w:rsidR="007B2329" w:rsidRDefault="007B2329" w:rsidP="007B2329">
      <w:r>
        <w:t>463.6887</w:t>
      </w:r>
      <w:r>
        <w:tab/>
        <w:t>3.038e0</w:t>
      </w:r>
    </w:p>
    <w:p w:rsidR="007B2329" w:rsidRDefault="007B2329" w:rsidP="007B2329">
      <w:r>
        <w:t>463.6905</w:t>
      </w:r>
      <w:r>
        <w:tab/>
        <w:t>3.038e0</w:t>
      </w:r>
    </w:p>
    <w:p w:rsidR="007B2329" w:rsidRDefault="007B2329" w:rsidP="007B2329">
      <w:r>
        <w:t>463.7340</w:t>
      </w:r>
      <w:r>
        <w:tab/>
        <w:t>2.025e0</w:t>
      </w:r>
    </w:p>
    <w:p w:rsidR="007B2329" w:rsidRDefault="007B2329" w:rsidP="007B2329">
      <w:r>
        <w:t>463.7395</w:t>
      </w:r>
      <w:r>
        <w:tab/>
        <w:t>1.013e0</w:t>
      </w:r>
    </w:p>
    <w:p w:rsidR="007B2329" w:rsidRDefault="007B2329" w:rsidP="007B2329">
      <w:r>
        <w:t>463.7854</w:t>
      </w:r>
      <w:r>
        <w:tab/>
        <w:t>3.038e0</w:t>
      </w:r>
    </w:p>
    <w:p w:rsidR="007B2329" w:rsidRDefault="007B2329" w:rsidP="007B2329">
      <w:r>
        <w:t>463.7926</w:t>
      </w:r>
      <w:r>
        <w:tab/>
        <w:t>1.013e0</w:t>
      </w:r>
    </w:p>
    <w:p w:rsidR="007B2329" w:rsidRDefault="007B2329" w:rsidP="007B2329">
      <w:r>
        <w:t>463.8041</w:t>
      </w:r>
      <w:r>
        <w:tab/>
        <w:t>1.013e0</w:t>
      </w:r>
    </w:p>
    <w:p w:rsidR="007B2329" w:rsidRDefault="007B2329" w:rsidP="007B2329">
      <w:r>
        <w:t>463.8204</w:t>
      </w:r>
      <w:r>
        <w:tab/>
        <w:t>3.038e0</w:t>
      </w:r>
    </w:p>
    <w:p w:rsidR="007B2329" w:rsidRDefault="007B2329" w:rsidP="007B2329">
      <w:r>
        <w:t>463.8284</w:t>
      </w:r>
      <w:r>
        <w:tab/>
        <w:t>1.013e0</w:t>
      </w:r>
    </w:p>
    <w:p w:rsidR="007B2329" w:rsidRDefault="007B2329" w:rsidP="007B2329">
      <w:r>
        <w:t>463.8365</w:t>
      </w:r>
      <w:r>
        <w:tab/>
        <w:t>1.013e0</w:t>
      </w:r>
    </w:p>
    <w:p w:rsidR="007B2329" w:rsidRDefault="007B2329" w:rsidP="007B2329">
      <w:r>
        <w:t>463.8609</w:t>
      </w:r>
      <w:r>
        <w:tab/>
        <w:t>1.013e0</w:t>
      </w:r>
    </w:p>
    <w:p w:rsidR="007B2329" w:rsidRDefault="007B2329" w:rsidP="007B2329">
      <w:r>
        <w:t>463.8687</w:t>
      </w:r>
      <w:r>
        <w:tab/>
        <w:t>2.025e0</w:t>
      </w:r>
    </w:p>
    <w:p w:rsidR="007B2329" w:rsidRDefault="007B2329" w:rsidP="007B2329">
      <w:r>
        <w:t>463.8933</w:t>
      </w:r>
      <w:r>
        <w:tab/>
        <w:t>1.013e0</w:t>
      </w:r>
    </w:p>
    <w:p w:rsidR="007B2329" w:rsidRDefault="007B2329" w:rsidP="007B2329">
      <w:r>
        <w:t>463.9016</w:t>
      </w:r>
      <w:r>
        <w:tab/>
        <w:t>1.013e0</w:t>
      </w:r>
    </w:p>
    <w:p w:rsidR="007B2329" w:rsidRDefault="007B2329" w:rsidP="007B2329">
      <w:r>
        <w:t>463.9082</w:t>
      </w:r>
      <w:r>
        <w:tab/>
        <w:t>1.013e0</w:t>
      </w:r>
    </w:p>
    <w:p w:rsidR="007B2329" w:rsidRDefault="007B2329" w:rsidP="007B2329">
      <w:r>
        <w:t>463.9134</w:t>
      </w:r>
      <w:r>
        <w:tab/>
        <w:t>3.038e0</w:t>
      </w:r>
    </w:p>
    <w:p w:rsidR="007B2329" w:rsidRDefault="007B2329" w:rsidP="007B2329">
      <w:r>
        <w:lastRenderedPageBreak/>
        <w:t>463.9228</w:t>
      </w:r>
      <w:r>
        <w:tab/>
        <w:t>3.038e0</w:t>
      </w:r>
    </w:p>
    <w:p w:rsidR="007B2329" w:rsidRDefault="007B2329" w:rsidP="007B2329">
      <w:r>
        <w:t>463.9298</w:t>
      </w:r>
      <w:r>
        <w:tab/>
        <w:t>3.038e0</w:t>
      </w:r>
    </w:p>
    <w:p w:rsidR="007B2329" w:rsidRDefault="007B2329" w:rsidP="007B2329">
      <w:r>
        <w:t>463.9404</w:t>
      </w:r>
      <w:r>
        <w:tab/>
        <w:t>2.025e0</w:t>
      </w:r>
    </w:p>
    <w:p w:rsidR="007B2329" w:rsidRDefault="007B2329" w:rsidP="007B2329">
      <w:r>
        <w:t>463.9456</w:t>
      </w:r>
      <w:r>
        <w:tab/>
        <w:t>1.025e0</w:t>
      </w:r>
    </w:p>
    <w:p w:rsidR="007B2329" w:rsidRDefault="007B2329" w:rsidP="007B2329">
      <w:r>
        <w:t>463.9784</w:t>
      </w:r>
      <w:r>
        <w:tab/>
        <w:t>2.025e0</w:t>
      </w:r>
    </w:p>
    <w:p w:rsidR="007B2329" w:rsidRDefault="007B2329" w:rsidP="007B2329">
      <w:r>
        <w:t>464.0047</w:t>
      </w:r>
      <w:r>
        <w:tab/>
        <w:t>3.038e0</w:t>
      </w:r>
    </w:p>
    <w:p w:rsidR="007B2329" w:rsidRDefault="007B2329" w:rsidP="007B2329">
      <w:r>
        <w:t>464.0059</w:t>
      </w:r>
      <w:r>
        <w:tab/>
        <w:t>1.013e0</w:t>
      </w:r>
    </w:p>
    <w:p w:rsidR="007B2329" w:rsidRDefault="007B2329" w:rsidP="007B2329">
      <w:r>
        <w:t>464.0147</w:t>
      </w:r>
      <w:r>
        <w:tab/>
        <w:t>1.013e0</w:t>
      </w:r>
    </w:p>
    <w:p w:rsidR="007B2329" w:rsidRDefault="007B2329" w:rsidP="007B2329">
      <w:r>
        <w:t>464.0463</w:t>
      </w:r>
      <w:r>
        <w:tab/>
        <w:t>3.038e0</w:t>
      </w:r>
    </w:p>
    <w:p w:rsidR="007B2329" w:rsidRDefault="007B2329" w:rsidP="007B2329">
      <w:r>
        <w:t>464.0486</w:t>
      </w:r>
      <w:r>
        <w:tab/>
        <w:t>1.013e0</w:t>
      </w:r>
    </w:p>
    <w:p w:rsidR="007B2329" w:rsidRDefault="007B2329" w:rsidP="007B2329">
      <w:r>
        <w:t>464.0508</w:t>
      </w:r>
      <w:r>
        <w:tab/>
        <w:t>2.025e0</w:t>
      </w:r>
    </w:p>
    <w:p w:rsidR="007B2329" w:rsidRDefault="007B2329" w:rsidP="007B2329">
      <w:r>
        <w:t>464.0881</w:t>
      </w:r>
      <w:r>
        <w:tab/>
        <w:t>1.013e0</w:t>
      </w:r>
    </w:p>
    <w:p w:rsidR="007B2329" w:rsidRDefault="007B2329" w:rsidP="007B2329">
      <w:r>
        <w:t>464.1141</w:t>
      </w:r>
      <w:r>
        <w:tab/>
        <w:t>6.076e0</w:t>
      </w:r>
    </w:p>
    <w:p w:rsidR="007B2329" w:rsidRDefault="007B2329" w:rsidP="007B2329">
      <w:r>
        <w:t>464.1158</w:t>
      </w:r>
      <w:r>
        <w:tab/>
        <w:t>2.229e0</w:t>
      </w:r>
    </w:p>
    <w:p w:rsidR="007B2329" w:rsidRDefault="007B2329" w:rsidP="007B2329">
      <w:r>
        <w:t>464.1246</w:t>
      </w:r>
      <w:r>
        <w:tab/>
        <w:t>4.051e0</w:t>
      </w:r>
    </w:p>
    <w:p w:rsidR="007B2329" w:rsidRDefault="007B2329" w:rsidP="007B2329">
      <w:r>
        <w:t>464.1540</w:t>
      </w:r>
      <w:r>
        <w:tab/>
        <w:t>7.625e0</w:t>
      </w:r>
    </w:p>
    <w:p w:rsidR="007B2329" w:rsidRDefault="007B2329" w:rsidP="007B2329">
      <w:r>
        <w:t>464.2075</w:t>
      </w:r>
      <w:r>
        <w:tab/>
        <w:t>2.433e0</w:t>
      </w:r>
    </w:p>
    <w:p w:rsidR="007B2329" w:rsidRDefault="007B2329" w:rsidP="007B2329">
      <w:r>
        <w:t>464.2104</w:t>
      </w:r>
      <w:r>
        <w:tab/>
        <w:t>1.365e1</w:t>
      </w:r>
    </w:p>
    <w:p w:rsidR="007B2329" w:rsidRDefault="007B2329" w:rsidP="007B2329">
      <w:r>
        <w:t>464.2186</w:t>
      </w:r>
      <w:r>
        <w:tab/>
        <w:t>2.867e0</w:t>
      </w:r>
    </w:p>
    <w:p w:rsidR="007B2329" w:rsidRDefault="007B2329" w:rsidP="007B2329">
      <w:r>
        <w:lastRenderedPageBreak/>
        <w:t>464.2208</w:t>
      </w:r>
      <w:r>
        <w:tab/>
        <w:t>2.401e0</w:t>
      </w:r>
    </w:p>
    <w:p w:rsidR="007B2329" w:rsidRDefault="007B2329" w:rsidP="007B2329">
      <w:r>
        <w:t>464.2224</w:t>
      </w:r>
      <w:r>
        <w:tab/>
        <w:t>5.288e0</w:t>
      </w:r>
    </w:p>
    <w:p w:rsidR="007B2329" w:rsidRDefault="007B2329" w:rsidP="007B2329">
      <w:r>
        <w:t>464.2264</w:t>
      </w:r>
      <w:r>
        <w:tab/>
        <w:t>7.875e0</w:t>
      </w:r>
    </w:p>
    <w:p w:rsidR="007B2329" w:rsidRDefault="007B2329" w:rsidP="007B2329">
      <w:r>
        <w:t>464.2293</w:t>
      </w:r>
      <w:r>
        <w:tab/>
        <w:t>1.013e1</w:t>
      </w:r>
    </w:p>
    <w:p w:rsidR="007B2329" w:rsidRDefault="007B2329" w:rsidP="007B2329">
      <w:r>
        <w:t>464.2421</w:t>
      </w:r>
      <w:r>
        <w:tab/>
        <w:t>1.038e0</w:t>
      </w:r>
    </w:p>
    <w:p w:rsidR="007B2329" w:rsidRDefault="007B2329" w:rsidP="007B2329">
      <w:r>
        <w:t>464.2500</w:t>
      </w:r>
      <w:r>
        <w:tab/>
        <w:t>4.051e0</w:t>
      </w:r>
    </w:p>
    <w:p w:rsidR="007B2329" w:rsidRDefault="007B2329" w:rsidP="007B2329">
      <w:r>
        <w:t>464.2607</w:t>
      </w:r>
      <w:r>
        <w:tab/>
        <w:t>7.840e0</w:t>
      </w:r>
    </w:p>
    <w:p w:rsidR="007B2329" w:rsidRDefault="007B2329" w:rsidP="007B2329">
      <w:r>
        <w:t>464.3008</w:t>
      </w:r>
      <w:r>
        <w:tab/>
        <w:t>1.766e0</w:t>
      </w:r>
    </w:p>
    <w:p w:rsidR="007B2329" w:rsidRDefault="007B2329" w:rsidP="007B2329">
      <w:r>
        <w:t>464.3079</w:t>
      </w:r>
      <w:r>
        <w:tab/>
        <w:t>4.374e0</w:t>
      </w:r>
    </w:p>
    <w:p w:rsidR="007B2329" w:rsidRDefault="007B2329" w:rsidP="007B2329">
      <w:r>
        <w:t>464.3146</w:t>
      </w:r>
      <w:r>
        <w:tab/>
        <w:t>1.019e0</w:t>
      </w:r>
    </w:p>
    <w:p w:rsidR="007B2329" w:rsidRDefault="007B2329" w:rsidP="007B2329">
      <w:r>
        <w:t>464.3226</w:t>
      </w:r>
      <w:r>
        <w:tab/>
        <w:t>1.013e0</w:t>
      </w:r>
    </w:p>
    <w:p w:rsidR="007B2329" w:rsidRDefault="007B2329" w:rsidP="007B2329">
      <w:r>
        <w:t>464.3626</w:t>
      </w:r>
      <w:r>
        <w:tab/>
        <w:t>2.051e0</w:t>
      </w:r>
    </w:p>
    <w:p w:rsidR="007B2329" w:rsidRDefault="007B2329" w:rsidP="007B2329">
      <w:r>
        <w:t>464.3653</w:t>
      </w:r>
      <w:r>
        <w:tab/>
        <w:t>3.038e0</w:t>
      </w:r>
    </w:p>
    <w:p w:rsidR="007B2329" w:rsidRDefault="007B2329" w:rsidP="007B2329">
      <w:r>
        <w:t>464.3791</w:t>
      </w:r>
      <w:r>
        <w:tab/>
        <w:t>2.025e0</w:t>
      </w:r>
    </w:p>
    <w:p w:rsidR="007B2329" w:rsidRDefault="007B2329" w:rsidP="007B2329">
      <w:r>
        <w:t>464.3923</w:t>
      </w:r>
      <w:r>
        <w:tab/>
        <w:t>2.025e0</w:t>
      </w:r>
    </w:p>
    <w:p w:rsidR="007B2329" w:rsidRDefault="007B2329" w:rsidP="007B2329">
      <w:r>
        <w:t>464.4117</w:t>
      </w:r>
      <w:r>
        <w:tab/>
        <w:t>1.013e0</w:t>
      </w:r>
    </w:p>
    <w:p w:rsidR="007B2329" w:rsidRDefault="007B2329" w:rsidP="007B2329">
      <w:r>
        <w:t>464.4353</w:t>
      </w:r>
      <w:r>
        <w:tab/>
        <w:t>2.025e0</w:t>
      </w:r>
    </w:p>
    <w:p w:rsidR="007B2329" w:rsidRDefault="007B2329" w:rsidP="007B2329">
      <w:r>
        <w:t>464.4386</w:t>
      </w:r>
      <w:r>
        <w:tab/>
        <w:t>1.013e0</w:t>
      </w:r>
    </w:p>
    <w:p w:rsidR="007B2329" w:rsidRDefault="007B2329" w:rsidP="007B2329">
      <w:r>
        <w:t>464.4442</w:t>
      </w:r>
      <w:r>
        <w:tab/>
        <w:t>1.013e0</w:t>
      </w:r>
    </w:p>
    <w:p w:rsidR="007B2329" w:rsidRDefault="007B2329" w:rsidP="007B2329">
      <w:r>
        <w:lastRenderedPageBreak/>
        <w:t>464.4523</w:t>
      </w:r>
      <w:r>
        <w:tab/>
        <w:t>1.013e0</w:t>
      </w:r>
    </w:p>
    <w:p w:rsidR="007B2329" w:rsidRDefault="007B2329" w:rsidP="007B2329">
      <w:r>
        <w:t>464.4700</w:t>
      </w:r>
      <w:r>
        <w:tab/>
        <w:t>3.038e0</w:t>
      </w:r>
    </w:p>
    <w:p w:rsidR="007B2329" w:rsidRDefault="007B2329" w:rsidP="007B2329">
      <w:r>
        <w:t>464.5091</w:t>
      </w:r>
      <w:r>
        <w:tab/>
        <w:t>1.013e0</w:t>
      </w:r>
    </w:p>
    <w:p w:rsidR="007B2329" w:rsidRDefault="007B2329" w:rsidP="007B2329">
      <w:r>
        <w:t>464.5252</w:t>
      </w:r>
      <w:r>
        <w:tab/>
        <w:t>1.013e0</w:t>
      </w:r>
    </w:p>
    <w:p w:rsidR="007B2329" w:rsidRDefault="007B2329" w:rsidP="007B2329">
      <w:r>
        <w:t>464.5361</w:t>
      </w:r>
      <w:r>
        <w:tab/>
        <w:t>2.025e0</w:t>
      </w:r>
    </w:p>
    <w:p w:rsidR="007B2329" w:rsidRDefault="007B2329" w:rsidP="007B2329">
      <w:r>
        <w:t>464.5658</w:t>
      </w:r>
      <w:r>
        <w:tab/>
        <w:t>2.025e0</w:t>
      </w:r>
    </w:p>
    <w:p w:rsidR="007B2329" w:rsidRDefault="007B2329" w:rsidP="007B2329">
      <w:r>
        <w:t>464.5721</w:t>
      </w:r>
      <w:r>
        <w:tab/>
        <w:t>1.013e0</w:t>
      </w:r>
    </w:p>
    <w:p w:rsidR="007B2329" w:rsidRDefault="007B2329" w:rsidP="007B2329">
      <w:r>
        <w:t>464.5758</w:t>
      </w:r>
      <w:r>
        <w:tab/>
        <w:t>1.013e0</w:t>
      </w:r>
    </w:p>
    <w:p w:rsidR="007B2329" w:rsidRDefault="007B2329" w:rsidP="007B2329">
      <w:r>
        <w:t>464.5845</w:t>
      </w:r>
      <w:r>
        <w:tab/>
        <w:t>3.038e0</w:t>
      </w:r>
    </w:p>
    <w:p w:rsidR="007B2329" w:rsidRDefault="007B2329" w:rsidP="007B2329">
      <w:r>
        <w:t>464.6064</w:t>
      </w:r>
      <w:r>
        <w:tab/>
        <w:t>1.013e0</w:t>
      </w:r>
    </w:p>
    <w:p w:rsidR="007B2329" w:rsidRDefault="007B2329" w:rsidP="007B2329">
      <w:r>
        <w:t>464.6118</w:t>
      </w:r>
      <w:r>
        <w:tab/>
        <w:t>1.013e0</w:t>
      </w:r>
    </w:p>
    <w:p w:rsidR="007B2329" w:rsidRDefault="007B2329" w:rsidP="007B2329">
      <w:r>
        <w:t>464.6151</w:t>
      </w:r>
      <w:r>
        <w:tab/>
        <w:t>1.266e-2</w:t>
      </w:r>
    </w:p>
    <w:p w:rsidR="007B2329" w:rsidRDefault="007B2329" w:rsidP="007B2329">
      <w:r>
        <w:t>464.6548</w:t>
      </w:r>
      <w:r>
        <w:tab/>
        <w:t>4.051e0</w:t>
      </w:r>
    </w:p>
    <w:p w:rsidR="007B2329" w:rsidRDefault="007B2329" w:rsidP="007B2329">
      <w:r>
        <w:t>464.6697</w:t>
      </w:r>
      <w:r>
        <w:tab/>
        <w:t>2.025e0</w:t>
      </w:r>
    </w:p>
    <w:p w:rsidR="007B2329" w:rsidRDefault="007B2329" w:rsidP="007B2329">
      <w:r>
        <w:t>464.6744</w:t>
      </w:r>
      <w:r>
        <w:tab/>
        <w:t>1.025e0</w:t>
      </w:r>
    </w:p>
    <w:p w:rsidR="007B2329" w:rsidRDefault="007B2329" w:rsidP="007B2329">
      <w:r>
        <w:t>464.6843</w:t>
      </w:r>
      <w:r>
        <w:tab/>
        <w:t>3.038e0</w:t>
      </w:r>
    </w:p>
    <w:p w:rsidR="007B2329" w:rsidRDefault="007B2329" w:rsidP="007B2329">
      <w:r>
        <w:t>464.6912</w:t>
      </w:r>
      <w:r>
        <w:tab/>
        <w:t>1.013e0</w:t>
      </w:r>
    </w:p>
    <w:p w:rsidR="007B2329" w:rsidRDefault="007B2329" w:rsidP="007B2329">
      <w:r>
        <w:t>464.7126</w:t>
      </w:r>
      <w:r>
        <w:tab/>
        <w:t>4.494e0</w:t>
      </w:r>
    </w:p>
    <w:p w:rsidR="007B2329" w:rsidRDefault="007B2329" w:rsidP="007B2329">
      <w:r>
        <w:t>464.7277</w:t>
      </w:r>
      <w:r>
        <w:tab/>
        <w:t>1.013e0</w:t>
      </w:r>
    </w:p>
    <w:p w:rsidR="007B2329" w:rsidRDefault="007B2329" w:rsidP="007B2329">
      <w:r>
        <w:lastRenderedPageBreak/>
        <w:t>464.7442</w:t>
      </w:r>
      <w:r>
        <w:tab/>
        <w:t>2.025e0</w:t>
      </w:r>
    </w:p>
    <w:p w:rsidR="007B2329" w:rsidRDefault="007B2329" w:rsidP="007B2329">
      <w:r>
        <w:t>464.7491</w:t>
      </w:r>
      <w:r>
        <w:tab/>
        <w:t>1.013e0</w:t>
      </w:r>
    </w:p>
    <w:p w:rsidR="007B2329" w:rsidRDefault="007B2329" w:rsidP="007B2329">
      <w:r>
        <w:t>464.7612</w:t>
      </w:r>
      <w:r>
        <w:tab/>
        <w:t>2.025e0</w:t>
      </w:r>
    </w:p>
    <w:p w:rsidR="007B2329" w:rsidRDefault="007B2329" w:rsidP="007B2329">
      <w:r>
        <w:t>464.7849</w:t>
      </w:r>
      <w:r>
        <w:tab/>
        <w:t>1.013e0</w:t>
      </w:r>
    </w:p>
    <w:p w:rsidR="007B2329" w:rsidRDefault="007B2329" w:rsidP="007B2329">
      <w:r>
        <w:t>464.7981</w:t>
      </w:r>
      <w:r>
        <w:tab/>
        <w:t>3.038e0</w:t>
      </w:r>
    </w:p>
    <w:p w:rsidR="007B2329" w:rsidRDefault="007B2329" w:rsidP="007B2329">
      <w:r>
        <w:t>464.8010</w:t>
      </w:r>
      <w:r>
        <w:tab/>
        <w:t>1.013e0</w:t>
      </w:r>
    </w:p>
    <w:p w:rsidR="007B2329" w:rsidRDefault="007B2329" w:rsidP="007B2329">
      <w:r>
        <w:t>464.8101</w:t>
      </w:r>
      <w:r>
        <w:tab/>
        <w:t>1.013e0</w:t>
      </w:r>
    </w:p>
    <w:p w:rsidR="007B2329" w:rsidRDefault="007B2329" w:rsidP="007B2329">
      <w:r>
        <w:t>464.8175</w:t>
      </w:r>
      <w:r>
        <w:tab/>
        <w:t>2.025e0</w:t>
      </w:r>
    </w:p>
    <w:p w:rsidR="007B2329" w:rsidRDefault="007B2329" w:rsidP="007B2329">
      <w:r>
        <w:t>464.8251</w:t>
      </w:r>
      <w:r>
        <w:tab/>
        <w:t>2.025e0</w:t>
      </w:r>
    </w:p>
    <w:p w:rsidR="007B2329" w:rsidRDefault="007B2329" w:rsidP="007B2329">
      <w:r>
        <w:t>464.8786</w:t>
      </w:r>
      <w:r>
        <w:tab/>
        <w:t>2.025e0</w:t>
      </w:r>
    </w:p>
    <w:p w:rsidR="007B2329" w:rsidRDefault="007B2329" w:rsidP="007B2329">
      <w:r>
        <w:t>464.8983</w:t>
      </w:r>
      <w:r>
        <w:tab/>
        <w:t>1.013e0</w:t>
      </w:r>
    </w:p>
    <w:p w:rsidR="007B2329" w:rsidRDefault="007B2329" w:rsidP="007B2329">
      <w:r>
        <w:t>464.9078</w:t>
      </w:r>
      <w:r>
        <w:tab/>
        <w:t>1.025e0</w:t>
      </w:r>
    </w:p>
    <w:p w:rsidR="007B2329" w:rsidRDefault="007B2329" w:rsidP="007B2329">
      <w:r>
        <w:t>464.9113</w:t>
      </w:r>
      <w:r>
        <w:tab/>
        <w:t>3.038e0</w:t>
      </w:r>
    </w:p>
    <w:p w:rsidR="007B2329" w:rsidRDefault="007B2329" w:rsidP="007B2329">
      <w:r>
        <w:t>464.9151</w:t>
      </w:r>
      <w:r>
        <w:tab/>
        <w:t>2.025e0</w:t>
      </w:r>
    </w:p>
    <w:p w:rsidR="007B2329" w:rsidRDefault="007B2329" w:rsidP="007B2329">
      <w:r>
        <w:t>464.9259</w:t>
      </w:r>
      <w:r>
        <w:tab/>
        <w:t>1.013e0</w:t>
      </w:r>
    </w:p>
    <w:p w:rsidR="007B2329" w:rsidRDefault="007B2329" w:rsidP="007B2329">
      <w:r>
        <w:t>464.9308</w:t>
      </w:r>
      <w:r>
        <w:tab/>
        <w:t>1.013e0</w:t>
      </w:r>
    </w:p>
    <w:p w:rsidR="007B2329" w:rsidRDefault="007B2329" w:rsidP="007B2329">
      <w:r>
        <w:t>464.9442</w:t>
      </w:r>
      <w:r>
        <w:tab/>
        <w:t>5.063e0</w:t>
      </w:r>
    </w:p>
    <w:p w:rsidR="007B2329" w:rsidRDefault="007B2329" w:rsidP="007B2329">
      <w:r>
        <w:t>464.9531</w:t>
      </w:r>
      <w:r>
        <w:tab/>
        <w:t>2.025e0</w:t>
      </w:r>
    </w:p>
    <w:p w:rsidR="007B2329" w:rsidRDefault="007B2329" w:rsidP="007B2329">
      <w:r>
        <w:t>464.9984</w:t>
      </w:r>
      <w:r>
        <w:tab/>
        <w:t>4.051e0</w:t>
      </w:r>
    </w:p>
    <w:p w:rsidR="007B2329" w:rsidRDefault="007B2329" w:rsidP="007B2329">
      <w:r>
        <w:lastRenderedPageBreak/>
        <w:t>465.0007</w:t>
      </w:r>
      <w:r>
        <w:tab/>
        <w:t>2.025e0</w:t>
      </w:r>
    </w:p>
    <w:p w:rsidR="007B2329" w:rsidRDefault="007B2329" w:rsidP="007B2329">
      <w:r>
        <w:t>465.0024</w:t>
      </w:r>
      <w:r>
        <w:tab/>
        <w:t>3.038e0</w:t>
      </w:r>
    </w:p>
    <w:p w:rsidR="007B2329" w:rsidRDefault="007B2329" w:rsidP="007B2329">
      <w:r>
        <w:t>465.0128</w:t>
      </w:r>
      <w:r>
        <w:tab/>
        <w:t>3.038e0</w:t>
      </w:r>
    </w:p>
    <w:p w:rsidR="007B2329" w:rsidRDefault="007B2329" w:rsidP="007B2329">
      <w:r>
        <w:t>465.0201</w:t>
      </w:r>
      <w:r>
        <w:tab/>
        <w:t>1.013e0</w:t>
      </w:r>
    </w:p>
    <w:p w:rsidR="007B2329" w:rsidRDefault="007B2329" w:rsidP="007B2329">
      <w:r>
        <w:t>465.0282</w:t>
      </w:r>
      <w:r>
        <w:tab/>
        <w:t>1.013e0</w:t>
      </w:r>
    </w:p>
    <w:p w:rsidR="007B2329" w:rsidRDefault="007B2329" w:rsidP="007B2329">
      <w:r>
        <w:t>465.0345</w:t>
      </w:r>
      <w:r>
        <w:tab/>
        <w:t>3.038e0</w:t>
      </w:r>
    </w:p>
    <w:p w:rsidR="007B2329" w:rsidRDefault="007B2329" w:rsidP="007B2329">
      <w:r>
        <w:t>465.0446</w:t>
      </w:r>
      <w:r>
        <w:tab/>
        <w:t>2.025e0</w:t>
      </w:r>
    </w:p>
    <w:p w:rsidR="007B2329" w:rsidRDefault="007B2329" w:rsidP="007B2329">
      <w:r>
        <w:t>465.0525</w:t>
      </w:r>
      <w:r>
        <w:tab/>
        <w:t>1.013e0</w:t>
      </w:r>
    </w:p>
    <w:p w:rsidR="007B2329" w:rsidRDefault="007B2329" w:rsidP="007B2329">
      <w:r>
        <w:t>465.0629</w:t>
      </w:r>
      <w:r>
        <w:tab/>
        <w:t>1.013e0</w:t>
      </w:r>
    </w:p>
    <w:p w:rsidR="007B2329" w:rsidRDefault="007B2329" w:rsidP="007B2329">
      <w:r>
        <w:t>465.0852</w:t>
      </w:r>
      <w:r>
        <w:tab/>
        <w:t>1.013e0</w:t>
      </w:r>
    </w:p>
    <w:p w:rsidR="007B2329" w:rsidRDefault="007B2329" w:rsidP="007B2329">
      <w:r>
        <w:t>465.0932</w:t>
      </w:r>
      <w:r>
        <w:tab/>
        <w:t>1.013e0</w:t>
      </w:r>
    </w:p>
    <w:p w:rsidR="007B2329" w:rsidRDefault="007B2329" w:rsidP="007B2329">
      <w:r>
        <w:t>465.0980</w:t>
      </w:r>
      <w:r>
        <w:tab/>
        <w:t>2.025e0</w:t>
      </w:r>
    </w:p>
    <w:p w:rsidR="007B2329" w:rsidRDefault="007B2329" w:rsidP="007B2329">
      <w:r>
        <w:t>465.1010</w:t>
      </w:r>
      <w:r>
        <w:tab/>
        <w:t>2.025e0</w:t>
      </w:r>
    </w:p>
    <w:p w:rsidR="007B2329" w:rsidRDefault="007B2329" w:rsidP="007B2329">
      <w:r>
        <w:t>465.1093</w:t>
      </w:r>
      <w:r>
        <w:tab/>
        <w:t>2.973e0</w:t>
      </w:r>
    </w:p>
    <w:p w:rsidR="007B2329" w:rsidRDefault="007B2329" w:rsidP="007B2329">
      <w:r>
        <w:t>465.1175</w:t>
      </w:r>
      <w:r>
        <w:tab/>
        <w:t>1.013e0</w:t>
      </w:r>
    </w:p>
    <w:p w:rsidR="007B2329" w:rsidRDefault="007B2329" w:rsidP="007B2329">
      <w:r>
        <w:t>465.1330</w:t>
      </w:r>
      <w:r>
        <w:tab/>
        <w:t>1.613e0</w:t>
      </w:r>
    </w:p>
    <w:p w:rsidR="007B2329" w:rsidRDefault="007B2329" w:rsidP="007B2329">
      <w:r>
        <w:t>465.1469</w:t>
      </w:r>
      <w:r>
        <w:tab/>
        <w:t>2.025e0</w:t>
      </w:r>
    </w:p>
    <w:p w:rsidR="007B2329" w:rsidRDefault="007B2329" w:rsidP="007B2329">
      <w:r>
        <w:t>465.1499</w:t>
      </w:r>
      <w:r>
        <w:tab/>
        <w:t>1.013e0</w:t>
      </w:r>
    </w:p>
    <w:p w:rsidR="007B2329" w:rsidRDefault="007B2329" w:rsidP="007B2329">
      <w:r>
        <w:t>465.1594</w:t>
      </w:r>
      <w:r>
        <w:tab/>
        <w:t>2.532e0</w:t>
      </w:r>
    </w:p>
    <w:p w:rsidR="007B2329" w:rsidRDefault="007B2329" w:rsidP="007B2329">
      <w:r>
        <w:lastRenderedPageBreak/>
        <w:t>465.1618</w:t>
      </w:r>
      <w:r>
        <w:tab/>
        <w:t>2.025e0</w:t>
      </w:r>
    </w:p>
    <w:p w:rsidR="007B2329" w:rsidRDefault="007B2329" w:rsidP="007B2329">
      <w:r>
        <w:t>465.1783</w:t>
      </w:r>
      <w:r>
        <w:tab/>
        <w:t>1.116e0</w:t>
      </w:r>
    </w:p>
    <w:p w:rsidR="007B2329" w:rsidRDefault="007B2329" w:rsidP="007B2329">
      <w:r>
        <w:t>465.2050</w:t>
      </w:r>
      <w:r>
        <w:tab/>
        <w:t>3.553e0</w:t>
      </w:r>
    </w:p>
    <w:p w:rsidR="007B2329" w:rsidRDefault="007B2329" w:rsidP="007B2329">
      <w:r>
        <w:t>465.2083</w:t>
      </w:r>
      <w:r>
        <w:tab/>
        <w:t>3.038e0</w:t>
      </w:r>
    </w:p>
    <w:p w:rsidR="007B2329" w:rsidRDefault="007B2329" w:rsidP="007B2329">
      <w:r>
        <w:t>465.2733</w:t>
      </w:r>
      <w:r>
        <w:tab/>
        <w:t>2.001e2</w:t>
      </w:r>
    </w:p>
    <w:p w:rsidR="007B2329" w:rsidRDefault="007B2329" w:rsidP="007B2329">
      <w:r>
        <w:t>465.2755</w:t>
      </w:r>
      <w:r>
        <w:tab/>
        <w:t>2.352e2</w:t>
      </w:r>
    </w:p>
    <w:p w:rsidR="007B2329" w:rsidRDefault="007B2329" w:rsidP="007B2329">
      <w:r>
        <w:t>465.2791</w:t>
      </w:r>
      <w:r>
        <w:tab/>
        <w:t>5.178e1</w:t>
      </w:r>
    </w:p>
    <w:p w:rsidR="007B2329" w:rsidRDefault="007B2329" w:rsidP="007B2329">
      <w:r>
        <w:t>465.3565</w:t>
      </w:r>
      <w:r>
        <w:tab/>
        <w:t>3.038e0</w:t>
      </w:r>
    </w:p>
    <w:p w:rsidR="007B2329" w:rsidRDefault="007B2329" w:rsidP="007B2329">
      <w:r>
        <w:t>465.3657</w:t>
      </w:r>
      <w:r>
        <w:tab/>
        <w:t>1.457e0</w:t>
      </w:r>
    </w:p>
    <w:p w:rsidR="007B2329" w:rsidRDefault="007B2329" w:rsidP="007B2329">
      <w:r>
        <w:t>465.3672</w:t>
      </w:r>
      <w:r>
        <w:tab/>
        <w:t>4.240e0</w:t>
      </w:r>
    </w:p>
    <w:p w:rsidR="007B2329" w:rsidRDefault="007B2329" w:rsidP="007B2329">
      <w:r>
        <w:t>465.3826</w:t>
      </w:r>
      <w:r>
        <w:tab/>
        <w:t>2.025e0</w:t>
      </w:r>
    </w:p>
    <w:p w:rsidR="007B2329" w:rsidRDefault="007B2329" w:rsidP="007B2329">
      <w:r>
        <w:t>465.3936</w:t>
      </w:r>
      <w:r>
        <w:tab/>
        <w:t>2.025e0</w:t>
      </w:r>
    </w:p>
    <w:p w:rsidR="007B2329" w:rsidRDefault="007B2329" w:rsidP="007B2329">
      <w:r>
        <w:t>465.4012</w:t>
      </w:r>
      <w:r>
        <w:tab/>
        <w:t>2.025e0</w:t>
      </w:r>
    </w:p>
    <w:p w:rsidR="007B2329" w:rsidRDefault="007B2329" w:rsidP="007B2329">
      <w:r>
        <w:t>465.4120</w:t>
      </w:r>
      <w:r>
        <w:tab/>
        <w:t>3.038e0</w:t>
      </w:r>
    </w:p>
    <w:p w:rsidR="007B2329" w:rsidRDefault="007B2329" w:rsidP="007B2329">
      <w:r>
        <w:t>465.4231</w:t>
      </w:r>
      <w:r>
        <w:tab/>
        <w:t>5.063e0</w:t>
      </w:r>
    </w:p>
    <w:p w:rsidR="007B2329" w:rsidRDefault="007B2329" w:rsidP="007B2329">
      <w:r>
        <w:t>465.4302</w:t>
      </w:r>
      <w:r>
        <w:tab/>
        <w:t>2.025e0</w:t>
      </w:r>
    </w:p>
    <w:p w:rsidR="007B2329" w:rsidRDefault="007B2329" w:rsidP="007B2329">
      <w:r>
        <w:t>465.4405</w:t>
      </w:r>
      <w:r>
        <w:tab/>
        <w:t>3.482e0</w:t>
      </w:r>
    </w:p>
    <w:p w:rsidR="007B2329" w:rsidRDefault="007B2329" w:rsidP="007B2329">
      <w:r>
        <w:t>465.4586</w:t>
      </w:r>
      <w:r>
        <w:tab/>
        <w:t>1.013e0</w:t>
      </w:r>
    </w:p>
    <w:p w:rsidR="007B2329" w:rsidRDefault="007B2329" w:rsidP="007B2329">
      <w:r>
        <w:t>465.4925</w:t>
      </w:r>
      <w:r>
        <w:tab/>
        <w:t>4.051e0</w:t>
      </w:r>
    </w:p>
    <w:p w:rsidR="007B2329" w:rsidRDefault="007B2329" w:rsidP="007B2329">
      <w:r>
        <w:lastRenderedPageBreak/>
        <w:t>465.4952</w:t>
      </w:r>
      <w:r>
        <w:tab/>
        <w:t>1.025e0</w:t>
      </w:r>
    </w:p>
    <w:p w:rsidR="007B2329" w:rsidRDefault="007B2329" w:rsidP="007B2329">
      <w:r>
        <w:t>465.4984</w:t>
      </w:r>
      <w:r>
        <w:tab/>
        <w:t>2.025e0</w:t>
      </w:r>
    </w:p>
    <w:p w:rsidR="007B2329" w:rsidRDefault="007B2329" w:rsidP="007B2329">
      <w:r>
        <w:t>465.5318</w:t>
      </w:r>
      <w:r>
        <w:tab/>
        <w:t>4.051e0</w:t>
      </w:r>
    </w:p>
    <w:p w:rsidR="007B2329" w:rsidRDefault="007B2329" w:rsidP="007B2329">
      <w:r>
        <w:t>465.5504</w:t>
      </w:r>
      <w:r>
        <w:tab/>
        <w:t>1.013e0</w:t>
      </w:r>
    </w:p>
    <w:p w:rsidR="007B2329" w:rsidRDefault="007B2329" w:rsidP="007B2329">
      <w:r>
        <w:t>465.5684</w:t>
      </w:r>
      <w:r>
        <w:tab/>
        <w:t>1.013e0</w:t>
      </w:r>
    </w:p>
    <w:p w:rsidR="007B2329" w:rsidRDefault="007B2329" w:rsidP="007B2329">
      <w:r>
        <w:t>465.5865</w:t>
      </w:r>
      <w:r>
        <w:tab/>
        <w:t>1.013e0</w:t>
      </w:r>
    </w:p>
    <w:p w:rsidR="007B2329" w:rsidRDefault="007B2329" w:rsidP="007B2329">
      <w:r>
        <w:t>465.6047</w:t>
      </w:r>
      <w:r>
        <w:tab/>
        <w:t>1.013e0</w:t>
      </w:r>
    </w:p>
    <w:p w:rsidR="007B2329" w:rsidRDefault="007B2329" w:rsidP="007B2329">
      <w:r>
        <w:t>465.6189</w:t>
      </w:r>
      <w:r>
        <w:tab/>
        <w:t>2.025e0</w:t>
      </w:r>
    </w:p>
    <w:p w:rsidR="007B2329" w:rsidRDefault="007B2329" w:rsidP="007B2329">
      <w:r>
        <w:t>465.6458</w:t>
      </w:r>
      <w:r>
        <w:tab/>
        <w:t>2.025e0</w:t>
      </w:r>
    </w:p>
    <w:p w:rsidR="007B2329" w:rsidRDefault="007B2329" w:rsidP="007B2329">
      <w:r>
        <w:t>465.6535</w:t>
      </w:r>
      <w:r>
        <w:tab/>
        <w:t>1.013e0</w:t>
      </w:r>
    </w:p>
    <w:p w:rsidR="007B2329" w:rsidRDefault="007B2329" w:rsidP="007B2329">
      <w:r>
        <w:t>465.6617</w:t>
      </w:r>
      <w:r>
        <w:tab/>
        <w:t>1.013e0</w:t>
      </w:r>
    </w:p>
    <w:p w:rsidR="007B2329" w:rsidRDefault="007B2329" w:rsidP="007B2329">
      <w:r>
        <w:t>465.6669</w:t>
      </w:r>
      <w:r>
        <w:tab/>
        <w:t>2.025e0</w:t>
      </w:r>
    </w:p>
    <w:p w:rsidR="007B2329" w:rsidRDefault="007B2329" w:rsidP="007B2329">
      <w:r>
        <w:t>465.6698</w:t>
      </w:r>
      <w:r>
        <w:tab/>
        <w:t>2.025e0</w:t>
      </w:r>
    </w:p>
    <w:p w:rsidR="007B2329" w:rsidRDefault="007B2329" w:rsidP="007B2329">
      <w:r>
        <w:t>465.7074</w:t>
      </w:r>
      <w:r>
        <w:tab/>
        <w:t>2.038e0</w:t>
      </w:r>
    </w:p>
    <w:p w:rsidR="007B2329" w:rsidRDefault="007B2329" w:rsidP="007B2329">
      <w:r>
        <w:t>465.7185</w:t>
      </w:r>
      <w:r>
        <w:tab/>
        <w:t>1.013e0</w:t>
      </w:r>
    </w:p>
    <w:p w:rsidR="007B2329" w:rsidRDefault="007B2329" w:rsidP="007B2329">
      <w:r>
        <w:t>465.7269</w:t>
      </w:r>
      <w:r>
        <w:tab/>
        <w:t>1.013e0</w:t>
      </w:r>
    </w:p>
    <w:p w:rsidR="007B2329" w:rsidRDefault="007B2329" w:rsidP="007B2329">
      <w:r>
        <w:t>465.7429</w:t>
      </w:r>
      <w:r>
        <w:tab/>
        <w:t>3.038e0</w:t>
      </w:r>
    </w:p>
    <w:p w:rsidR="007B2329" w:rsidRDefault="007B2329" w:rsidP="007B2329">
      <w:r>
        <w:t>465.7797</w:t>
      </w:r>
      <w:r>
        <w:tab/>
        <w:t>2.971e0</w:t>
      </w:r>
    </w:p>
    <w:p w:rsidR="007B2329" w:rsidRDefault="007B2329" w:rsidP="007B2329">
      <w:r>
        <w:t>465.7917</w:t>
      </w:r>
      <w:r>
        <w:tab/>
        <w:t>1.013e0</w:t>
      </w:r>
    </w:p>
    <w:p w:rsidR="007B2329" w:rsidRDefault="007B2329" w:rsidP="007B2329">
      <w:r>
        <w:lastRenderedPageBreak/>
        <w:t>465.7940</w:t>
      </w:r>
      <w:r>
        <w:tab/>
        <w:t>2.025e0</w:t>
      </w:r>
    </w:p>
    <w:p w:rsidR="007B2329" w:rsidRDefault="007B2329" w:rsidP="007B2329">
      <w:r>
        <w:t>465.7966</w:t>
      </w:r>
      <w:r>
        <w:tab/>
        <w:t>2.025e0</w:t>
      </w:r>
    </w:p>
    <w:p w:rsidR="007B2329" w:rsidRDefault="007B2329" w:rsidP="007B2329">
      <w:r>
        <w:t>465.8004</w:t>
      </w:r>
      <w:r>
        <w:tab/>
        <w:t>3.038e0</w:t>
      </w:r>
    </w:p>
    <w:p w:rsidR="007B2329" w:rsidRDefault="007B2329" w:rsidP="007B2329">
      <w:r>
        <w:t>465.8197</w:t>
      </w:r>
      <w:r>
        <w:tab/>
        <w:t>2.025e0</w:t>
      </w:r>
    </w:p>
    <w:p w:rsidR="007B2329" w:rsidRDefault="007B2329" w:rsidP="007B2329">
      <w:r>
        <w:t>465.8243</w:t>
      </w:r>
      <w:r>
        <w:tab/>
        <w:t>2.025e0</w:t>
      </w:r>
    </w:p>
    <w:p w:rsidR="007B2329" w:rsidRDefault="007B2329" w:rsidP="007B2329">
      <w:r>
        <w:t>465.8324</w:t>
      </w:r>
      <w:r>
        <w:tab/>
        <w:t>1.013e0</w:t>
      </w:r>
    </w:p>
    <w:p w:rsidR="007B2329" w:rsidRDefault="007B2329" w:rsidP="007B2329">
      <w:r>
        <w:t>465.8718</w:t>
      </w:r>
      <w:r>
        <w:tab/>
        <w:t>2.025e0</w:t>
      </w:r>
    </w:p>
    <w:p w:rsidR="007B2329" w:rsidRDefault="007B2329" w:rsidP="007B2329">
      <w:r>
        <w:t>465.8898</w:t>
      </w:r>
      <w:r>
        <w:tab/>
        <w:t>2.025e0</w:t>
      </w:r>
    </w:p>
    <w:p w:rsidR="007B2329" w:rsidRDefault="007B2329" w:rsidP="007B2329">
      <w:r>
        <w:t>465.8942</w:t>
      </w:r>
      <w:r>
        <w:tab/>
        <w:t>3.038e0</w:t>
      </w:r>
    </w:p>
    <w:p w:rsidR="007B2329" w:rsidRDefault="007B2329" w:rsidP="007B2329">
      <w:r>
        <w:t>465.9544</w:t>
      </w:r>
      <w:r>
        <w:tab/>
        <w:t>2.025e0</w:t>
      </w:r>
    </w:p>
    <w:p w:rsidR="007B2329" w:rsidRDefault="007B2329" w:rsidP="007B2329">
      <w:r>
        <w:t>465.9583</w:t>
      </w:r>
      <w:r>
        <w:tab/>
        <w:t>1.013e0</w:t>
      </w:r>
    </w:p>
    <w:p w:rsidR="007B2329" w:rsidRDefault="007B2329" w:rsidP="007B2329">
      <w:r>
        <w:t>465.9624</w:t>
      </w:r>
      <w:r>
        <w:tab/>
        <w:t>1.013e0</w:t>
      </w:r>
    </w:p>
    <w:p w:rsidR="007B2329" w:rsidRDefault="007B2329" w:rsidP="007B2329">
      <w:r>
        <w:t>465.9949</w:t>
      </w:r>
      <w:r>
        <w:tab/>
        <w:t>1.013e0</w:t>
      </w:r>
    </w:p>
    <w:p w:rsidR="007B2329" w:rsidRDefault="007B2329" w:rsidP="007B2329">
      <w:r>
        <w:t>465.9995</w:t>
      </w:r>
      <w:r>
        <w:tab/>
        <w:t>2.025e0</w:t>
      </w:r>
    </w:p>
    <w:p w:rsidR="007B2329" w:rsidRDefault="007B2329" w:rsidP="007B2329">
      <w:r>
        <w:t>466.0031</w:t>
      </w:r>
      <w:r>
        <w:tab/>
        <w:t>1.013e0</w:t>
      </w:r>
    </w:p>
    <w:p w:rsidR="007B2329" w:rsidRDefault="007B2329" w:rsidP="007B2329">
      <w:r>
        <w:t>466.0284</w:t>
      </w:r>
      <w:r>
        <w:tab/>
        <w:t>4.051e0</w:t>
      </w:r>
    </w:p>
    <w:p w:rsidR="007B2329" w:rsidRDefault="007B2329" w:rsidP="007B2329">
      <w:r>
        <w:t>466.0301</w:t>
      </w:r>
      <w:r>
        <w:tab/>
        <w:t>2.025e0</w:t>
      </w:r>
    </w:p>
    <w:p w:rsidR="007B2329" w:rsidRDefault="007B2329" w:rsidP="007B2329">
      <w:r>
        <w:t>466.0826</w:t>
      </w:r>
      <w:r>
        <w:tab/>
        <w:t>4.051e0</w:t>
      </w:r>
    </w:p>
    <w:p w:rsidR="007B2329" w:rsidRDefault="007B2329" w:rsidP="007B2329">
      <w:r>
        <w:t>466.0844</w:t>
      </w:r>
      <w:r>
        <w:tab/>
        <w:t>1.013e0</w:t>
      </w:r>
    </w:p>
    <w:p w:rsidR="007B2329" w:rsidRDefault="007B2329" w:rsidP="007B2329">
      <w:r>
        <w:lastRenderedPageBreak/>
        <w:t>466.0958</w:t>
      </w:r>
      <w:r>
        <w:tab/>
        <w:t>1.266e-2</w:t>
      </w:r>
    </w:p>
    <w:p w:rsidR="007B2329" w:rsidRDefault="007B2329" w:rsidP="007B2329">
      <w:r>
        <w:t>466.1077</w:t>
      </w:r>
      <w:r>
        <w:tab/>
        <w:t>4.351e0</w:t>
      </w:r>
    </w:p>
    <w:p w:rsidR="007B2329" w:rsidRDefault="007B2329" w:rsidP="007B2329">
      <w:r>
        <w:t>466.1126</w:t>
      </w:r>
      <w:r>
        <w:tab/>
        <w:t>7.089e0</w:t>
      </w:r>
    </w:p>
    <w:p w:rsidR="007B2329" w:rsidRDefault="007B2329" w:rsidP="007B2329">
      <w:r>
        <w:t>466.1171</w:t>
      </w:r>
      <w:r>
        <w:tab/>
        <w:t>2.743e0</w:t>
      </w:r>
    </w:p>
    <w:p w:rsidR="007B2329" w:rsidRDefault="007B2329" w:rsidP="007B2329">
      <w:r>
        <w:t>466.1359</w:t>
      </w:r>
      <w:r>
        <w:tab/>
        <w:t>5.670e0</w:t>
      </w:r>
    </w:p>
    <w:p w:rsidR="007B2329" w:rsidRDefault="007B2329" w:rsidP="007B2329">
      <w:r>
        <w:t>466.1415</w:t>
      </w:r>
      <w:r>
        <w:tab/>
        <w:t>1.013e0</w:t>
      </w:r>
    </w:p>
    <w:p w:rsidR="007B2329" w:rsidRDefault="007B2329" w:rsidP="007B2329">
      <w:r>
        <w:t>466.1518</w:t>
      </w:r>
      <w:r>
        <w:tab/>
        <w:t>1.919e0</w:t>
      </w:r>
    </w:p>
    <w:p w:rsidR="007B2329" w:rsidRDefault="007B2329" w:rsidP="007B2329">
      <w:r>
        <w:t>466.1898</w:t>
      </w:r>
      <w:r>
        <w:tab/>
        <w:t>1.013e0</w:t>
      </w:r>
    </w:p>
    <w:p w:rsidR="007B2329" w:rsidRDefault="007B2329" w:rsidP="007B2329">
      <w:r>
        <w:t>466.2023</w:t>
      </w:r>
      <w:r>
        <w:tab/>
        <w:t>3.396e0</w:t>
      </w:r>
    </w:p>
    <w:p w:rsidR="007B2329" w:rsidRDefault="007B2329" w:rsidP="007B2329">
      <w:r>
        <w:t>466.2692</w:t>
      </w:r>
      <w:r>
        <w:tab/>
        <w:t>1.013e0</w:t>
      </w:r>
    </w:p>
    <w:p w:rsidR="007B2329" w:rsidRDefault="007B2329" w:rsidP="007B2329">
      <w:r>
        <w:t>466.2730</w:t>
      </w:r>
      <w:r>
        <w:tab/>
        <w:t>1.726e1</w:t>
      </w:r>
    </w:p>
    <w:p w:rsidR="007B2329" w:rsidRDefault="007B2329" w:rsidP="007B2329">
      <w:r>
        <w:t>466.2749</w:t>
      </w:r>
      <w:r>
        <w:tab/>
        <w:t>5.399e1</w:t>
      </w:r>
    </w:p>
    <w:p w:rsidR="007B2329" w:rsidRDefault="007B2329" w:rsidP="007B2329">
      <w:r>
        <w:t>466.2778</w:t>
      </w:r>
      <w:r>
        <w:tab/>
        <w:t>2.430e1</w:t>
      </w:r>
    </w:p>
    <w:p w:rsidR="007B2329" w:rsidRDefault="007B2329" w:rsidP="007B2329">
      <w:r>
        <w:t>466.2824</w:t>
      </w:r>
      <w:r>
        <w:tab/>
        <w:t>1.852e1</w:t>
      </w:r>
    </w:p>
    <w:p w:rsidR="007B2329" w:rsidRDefault="007B2329" w:rsidP="007B2329">
      <w:r>
        <w:t>466.2878</w:t>
      </w:r>
      <w:r>
        <w:tab/>
        <w:t>1.900e1</w:t>
      </w:r>
    </w:p>
    <w:p w:rsidR="007B2329" w:rsidRDefault="007B2329" w:rsidP="007B2329">
      <w:r>
        <w:t>466.2892</w:t>
      </w:r>
      <w:r>
        <w:tab/>
        <w:t>2.580e1</w:t>
      </w:r>
    </w:p>
    <w:p w:rsidR="007B2329" w:rsidRDefault="007B2329" w:rsidP="007B2329">
      <w:r>
        <w:t>466.2913</w:t>
      </w:r>
      <w:r>
        <w:tab/>
        <w:t>5.063e0</w:t>
      </w:r>
    </w:p>
    <w:p w:rsidR="007B2329" w:rsidRDefault="007B2329" w:rsidP="007B2329">
      <w:r>
        <w:t>466.3042</w:t>
      </w:r>
      <w:r>
        <w:tab/>
        <w:t>1.013e0</w:t>
      </w:r>
    </w:p>
    <w:p w:rsidR="007B2329" w:rsidRDefault="007B2329" w:rsidP="007B2329">
      <w:r>
        <w:t>466.3780</w:t>
      </w:r>
      <w:r>
        <w:tab/>
        <w:t>1.891e0</w:t>
      </w:r>
    </w:p>
    <w:p w:rsidR="007B2329" w:rsidRDefault="007B2329" w:rsidP="007B2329">
      <w:r>
        <w:lastRenderedPageBreak/>
        <w:t>466.3867</w:t>
      </w:r>
      <w:r>
        <w:tab/>
        <w:t>2.774e0</w:t>
      </w:r>
    </w:p>
    <w:p w:rsidR="007B2329" w:rsidRDefault="007B2329" w:rsidP="007B2329">
      <w:r>
        <w:t>466.3900</w:t>
      </w:r>
      <w:r>
        <w:tab/>
        <w:t>3.038e0</w:t>
      </w:r>
    </w:p>
    <w:p w:rsidR="007B2329" w:rsidRDefault="007B2329" w:rsidP="007B2329">
      <w:r>
        <w:t>466.4015</w:t>
      </w:r>
      <w:r>
        <w:tab/>
        <w:t>4.051e0</w:t>
      </w:r>
    </w:p>
    <w:p w:rsidR="007B2329" w:rsidRDefault="007B2329" w:rsidP="007B2329">
      <w:r>
        <w:t>466.4204</w:t>
      </w:r>
      <w:r>
        <w:tab/>
        <w:t>5.063e0</w:t>
      </w:r>
    </w:p>
    <w:p w:rsidR="007B2329" w:rsidRDefault="007B2329" w:rsidP="007B2329">
      <w:r>
        <w:t>466.4227</w:t>
      </w:r>
      <w:r>
        <w:tab/>
        <w:t>4.051e0</w:t>
      </w:r>
    </w:p>
    <w:p w:rsidR="007B2329" w:rsidRDefault="007B2329" w:rsidP="007B2329">
      <w:r>
        <w:t>466.4325</w:t>
      </w:r>
      <w:r>
        <w:tab/>
        <w:t>3.038e0</w:t>
      </w:r>
    </w:p>
    <w:p w:rsidR="007B2329" w:rsidRDefault="007B2329" w:rsidP="007B2329">
      <w:r>
        <w:t>466.4605</w:t>
      </w:r>
      <w:r>
        <w:tab/>
        <w:t>3.328e0</w:t>
      </w:r>
    </w:p>
    <w:p w:rsidR="007B2329" w:rsidRDefault="007B2329" w:rsidP="007B2329">
      <w:r>
        <w:t>466.4672</w:t>
      </w:r>
      <w:r>
        <w:tab/>
        <w:t>1.013e0</w:t>
      </w:r>
    </w:p>
    <w:p w:rsidR="007B2329" w:rsidRDefault="007B2329" w:rsidP="007B2329">
      <w:r>
        <w:t>466.4808</w:t>
      </w:r>
      <w:r>
        <w:tab/>
        <w:t>2.025e0</w:t>
      </w:r>
    </w:p>
    <w:p w:rsidR="007B2329" w:rsidRDefault="007B2329" w:rsidP="007B2329">
      <w:r>
        <w:t>466.4833</w:t>
      </w:r>
      <w:r>
        <w:tab/>
        <w:t>3.038e0</w:t>
      </w:r>
    </w:p>
    <w:p w:rsidR="007B2329" w:rsidRDefault="007B2329" w:rsidP="007B2329">
      <w:r>
        <w:t>466.4995</w:t>
      </w:r>
      <w:r>
        <w:tab/>
        <w:t>1.013e0</w:t>
      </w:r>
    </w:p>
    <w:p w:rsidR="007B2329" w:rsidRDefault="007B2329" w:rsidP="007B2329">
      <w:r>
        <w:t>466.5075</w:t>
      </w:r>
      <w:r>
        <w:tab/>
        <w:t>1.013e0</w:t>
      </w:r>
    </w:p>
    <w:p w:rsidR="007B2329" w:rsidRDefault="007B2329" w:rsidP="007B2329">
      <w:r>
        <w:t>466.5202</w:t>
      </w:r>
      <w:r>
        <w:tab/>
        <w:t>3.038e0</w:t>
      </w:r>
    </w:p>
    <w:p w:rsidR="007B2329" w:rsidRDefault="007B2329" w:rsidP="007B2329">
      <w:r>
        <w:t>466.5368</w:t>
      </w:r>
      <w:r>
        <w:tab/>
        <w:t>2.025e0</w:t>
      </w:r>
    </w:p>
    <w:p w:rsidR="007B2329" w:rsidRDefault="007B2329" w:rsidP="007B2329">
      <w:r>
        <w:t>466.5570</w:t>
      </w:r>
      <w:r>
        <w:tab/>
        <w:t>3.038e0</w:t>
      </w:r>
    </w:p>
    <w:p w:rsidR="007B2329" w:rsidRDefault="007B2329" w:rsidP="007B2329">
      <w:r>
        <w:t>466.5581</w:t>
      </w:r>
      <w:r>
        <w:tab/>
        <w:t>2.025e0</w:t>
      </w:r>
    </w:p>
    <w:p w:rsidR="007B2329" w:rsidRDefault="007B2329" w:rsidP="007B2329">
      <w:r>
        <w:t>466.5616</w:t>
      </w:r>
      <w:r>
        <w:tab/>
        <w:t>1.013e0</w:t>
      </w:r>
    </w:p>
    <w:p w:rsidR="007B2329" w:rsidRDefault="007B2329" w:rsidP="007B2329">
      <w:r>
        <w:t>466.5772</w:t>
      </w:r>
      <w:r>
        <w:tab/>
        <w:t>2.025e0</w:t>
      </w:r>
    </w:p>
    <w:p w:rsidR="007B2329" w:rsidRDefault="007B2329" w:rsidP="007B2329">
      <w:r>
        <w:t>466.5868</w:t>
      </w:r>
      <w:r>
        <w:tab/>
        <w:t>2.025e0</w:t>
      </w:r>
    </w:p>
    <w:p w:rsidR="007B2329" w:rsidRDefault="007B2329" w:rsidP="007B2329">
      <w:r>
        <w:lastRenderedPageBreak/>
        <w:t>466.5893</w:t>
      </w:r>
      <w:r>
        <w:tab/>
        <w:t>2.025e0</w:t>
      </w:r>
    </w:p>
    <w:p w:rsidR="007B2329" w:rsidRDefault="007B2329" w:rsidP="007B2329">
      <w:r>
        <w:t>466.6028</w:t>
      </w:r>
      <w:r>
        <w:tab/>
        <w:t>4.051e0</w:t>
      </w:r>
    </w:p>
    <w:p w:rsidR="007B2329" w:rsidRDefault="007B2329" w:rsidP="007B2329">
      <w:r>
        <w:t>466.6295</w:t>
      </w:r>
      <w:r>
        <w:tab/>
        <w:t>1.013e0</w:t>
      </w:r>
    </w:p>
    <w:p w:rsidR="007B2329" w:rsidRDefault="007B2329" w:rsidP="007B2329">
      <w:r>
        <w:t>466.6378</w:t>
      </w:r>
      <w:r>
        <w:tab/>
        <w:t>1.013e0</w:t>
      </w:r>
    </w:p>
    <w:p w:rsidR="007B2329" w:rsidRDefault="007B2329" w:rsidP="007B2329">
      <w:r>
        <w:t>466.6682</w:t>
      </w:r>
      <w:r>
        <w:tab/>
        <w:t>3.038e0</w:t>
      </w:r>
    </w:p>
    <w:p w:rsidR="007B2329" w:rsidRDefault="007B2329" w:rsidP="007B2329">
      <w:r>
        <w:t>466.6947</w:t>
      </w:r>
      <w:r>
        <w:tab/>
        <w:t>1.013e0</w:t>
      </w:r>
    </w:p>
    <w:p w:rsidR="007B2329" w:rsidRDefault="007B2329" w:rsidP="007B2329">
      <w:r>
        <w:t>466.7335</w:t>
      </w:r>
      <w:r>
        <w:tab/>
        <w:t>3.038e0</w:t>
      </w:r>
    </w:p>
    <w:p w:rsidR="007B2329" w:rsidRDefault="007B2329" w:rsidP="007B2329">
      <w:r>
        <w:t>466.7386</w:t>
      </w:r>
      <w:r>
        <w:tab/>
        <w:t>8.114e0</w:t>
      </w:r>
    </w:p>
    <w:p w:rsidR="007B2329" w:rsidRDefault="007B2329" w:rsidP="007B2329">
      <w:r>
        <w:t>466.7460</w:t>
      </w:r>
      <w:r>
        <w:tab/>
        <w:t>2.025e0</w:t>
      </w:r>
    </w:p>
    <w:p w:rsidR="007B2329" w:rsidRDefault="007B2329" w:rsidP="007B2329">
      <w:r>
        <w:t>466.7564</w:t>
      </w:r>
      <w:r>
        <w:tab/>
        <w:t>1.013e0</w:t>
      </w:r>
    </w:p>
    <w:p w:rsidR="007B2329" w:rsidRDefault="007B2329" w:rsidP="007B2329">
      <w:r>
        <w:t>466.7707</w:t>
      </w:r>
      <w:r>
        <w:tab/>
        <w:t>2.025e0</w:t>
      </w:r>
    </w:p>
    <w:p w:rsidR="007B2329" w:rsidRDefault="007B2329" w:rsidP="007B2329">
      <w:r>
        <w:t>466.7924</w:t>
      </w:r>
      <w:r>
        <w:tab/>
        <w:t>1.013e0</w:t>
      </w:r>
    </w:p>
    <w:p w:rsidR="007B2329" w:rsidRDefault="007B2329" w:rsidP="007B2329">
      <w:r>
        <w:t>466.7963</w:t>
      </w:r>
      <w:r>
        <w:tab/>
        <w:t>1.013e0</w:t>
      </w:r>
    </w:p>
    <w:p w:rsidR="007B2329" w:rsidRDefault="007B2329" w:rsidP="007B2329">
      <w:r>
        <w:t>466.8005</w:t>
      </w:r>
      <w:r>
        <w:tab/>
        <w:t>1.013e0</w:t>
      </w:r>
    </w:p>
    <w:p w:rsidR="007B2329" w:rsidRDefault="007B2329" w:rsidP="007B2329">
      <w:r>
        <w:t>466.8145</w:t>
      </w:r>
      <w:r>
        <w:tab/>
        <w:t>1.013e0</w:t>
      </w:r>
    </w:p>
    <w:p w:rsidR="007B2329" w:rsidRDefault="007B2329" w:rsidP="007B2329">
      <w:r>
        <w:t>466.8327</w:t>
      </w:r>
      <w:r>
        <w:tab/>
        <w:t>1.013e0</w:t>
      </w:r>
    </w:p>
    <w:p w:rsidR="007B2329" w:rsidRDefault="007B2329" w:rsidP="007B2329">
      <w:r>
        <w:t>466.8426</w:t>
      </w:r>
      <w:r>
        <w:tab/>
        <w:t>3.038e0</w:t>
      </w:r>
    </w:p>
    <w:p w:rsidR="007B2329" w:rsidRDefault="007B2329" w:rsidP="007B2329">
      <w:r>
        <w:t>466.8539</w:t>
      </w:r>
      <w:r>
        <w:tab/>
        <w:t>1.013e0</w:t>
      </w:r>
    </w:p>
    <w:p w:rsidR="007B2329" w:rsidRDefault="007B2329" w:rsidP="007B2329">
      <w:r>
        <w:t>466.8846</w:t>
      </w:r>
      <w:r>
        <w:tab/>
        <w:t>2.025e0</w:t>
      </w:r>
    </w:p>
    <w:p w:rsidR="007B2329" w:rsidRDefault="007B2329" w:rsidP="007B2329">
      <w:r>
        <w:lastRenderedPageBreak/>
        <w:t>466.8903</w:t>
      </w:r>
      <w:r>
        <w:tab/>
        <w:t>1.013e0</w:t>
      </w:r>
    </w:p>
    <w:p w:rsidR="007B2329" w:rsidRDefault="007B2329" w:rsidP="007B2329">
      <w:r>
        <w:t>466.8939</w:t>
      </w:r>
      <w:r>
        <w:tab/>
        <w:t>1.025e0</w:t>
      </w:r>
    </w:p>
    <w:p w:rsidR="007B2329" w:rsidRDefault="007B2329" w:rsidP="007B2329">
      <w:r>
        <w:t>466.9066</w:t>
      </w:r>
      <w:r>
        <w:tab/>
        <w:t>1.013e0</w:t>
      </w:r>
    </w:p>
    <w:p w:rsidR="007B2329" w:rsidRDefault="007B2329" w:rsidP="007B2329">
      <w:r>
        <w:t>466.9229</w:t>
      </w:r>
      <w:r>
        <w:tab/>
        <w:t>1.013e0</w:t>
      </w:r>
    </w:p>
    <w:p w:rsidR="007B2329" w:rsidRDefault="007B2329" w:rsidP="007B2329">
      <w:r>
        <w:t>466.9309</w:t>
      </w:r>
      <w:r>
        <w:tab/>
        <w:t>2.025e0</w:t>
      </w:r>
    </w:p>
    <w:p w:rsidR="007B2329" w:rsidRDefault="007B2329" w:rsidP="007B2329">
      <w:r>
        <w:t>466.9391</w:t>
      </w:r>
      <w:r>
        <w:tab/>
        <w:t>1.013e0</w:t>
      </w:r>
    </w:p>
    <w:p w:rsidR="007B2329" w:rsidRDefault="007B2329" w:rsidP="007B2329">
      <w:r>
        <w:t>466.9474</w:t>
      </w:r>
      <w:r>
        <w:tab/>
        <w:t>1.013e0</w:t>
      </w:r>
    </w:p>
    <w:p w:rsidR="007B2329" w:rsidRDefault="007B2329" w:rsidP="007B2329">
      <w:r>
        <w:t>466.9553</w:t>
      </w:r>
      <w:r>
        <w:tab/>
        <w:t>1.013e0</w:t>
      </w:r>
    </w:p>
    <w:p w:rsidR="007B2329" w:rsidRDefault="007B2329" w:rsidP="007B2329">
      <w:r>
        <w:t>466.9636</w:t>
      </w:r>
      <w:r>
        <w:tab/>
        <w:t>1.013e0</w:t>
      </w:r>
    </w:p>
    <w:p w:rsidR="007B2329" w:rsidRDefault="007B2329" w:rsidP="007B2329">
      <w:r>
        <w:t>466.9744</w:t>
      </w:r>
      <w:r>
        <w:tab/>
        <w:t>2.025e0</w:t>
      </w:r>
    </w:p>
    <w:p w:rsidR="007B2329" w:rsidRDefault="007B2329" w:rsidP="007B2329">
      <w:r>
        <w:t>466.9880</w:t>
      </w:r>
      <w:r>
        <w:tab/>
        <w:t>1.013e0</w:t>
      </w:r>
    </w:p>
    <w:p w:rsidR="007B2329" w:rsidRDefault="007B2329" w:rsidP="007B2329">
      <w:r>
        <w:t>467.0102</w:t>
      </w:r>
      <w:r>
        <w:tab/>
        <w:t>5.063e0</w:t>
      </w:r>
    </w:p>
    <w:p w:rsidR="007B2329" w:rsidRDefault="007B2329" w:rsidP="007B2329">
      <w:r>
        <w:t>467.0450</w:t>
      </w:r>
      <w:r>
        <w:tab/>
        <w:t>1.013e0</w:t>
      </w:r>
    </w:p>
    <w:p w:rsidR="007B2329" w:rsidRDefault="007B2329" w:rsidP="007B2329">
      <w:r>
        <w:t>467.0533</w:t>
      </w:r>
      <w:r>
        <w:tab/>
        <w:t>2.025e0</w:t>
      </w:r>
    </w:p>
    <w:p w:rsidR="007B2329" w:rsidRDefault="007B2329" w:rsidP="007B2329">
      <w:r>
        <w:t>467.0561</w:t>
      </w:r>
      <w:r>
        <w:tab/>
        <w:t>2.025e0</w:t>
      </w:r>
    </w:p>
    <w:p w:rsidR="007B2329" w:rsidRDefault="007B2329" w:rsidP="007B2329">
      <w:r>
        <w:t>467.0576</w:t>
      </w:r>
      <w:r>
        <w:tab/>
        <w:t>2.025e0</w:t>
      </w:r>
    </w:p>
    <w:p w:rsidR="007B2329" w:rsidRDefault="007B2329" w:rsidP="007B2329">
      <w:r>
        <w:t>467.1007</w:t>
      </w:r>
      <w:r>
        <w:tab/>
        <w:t>5.061e0</w:t>
      </w:r>
    </w:p>
    <w:p w:rsidR="007B2329" w:rsidRDefault="007B2329" w:rsidP="007B2329">
      <w:r>
        <w:t>467.1183</w:t>
      </w:r>
      <w:r>
        <w:tab/>
        <w:t>2.025e0</w:t>
      </w:r>
    </w:p>
    <w:p w:rsidR="007B2329" w:rsidRDefault="007B2329" w:rsidP="007B2329">
      <w:r>
        <w:t>467.1241</w:t>
      </w:r>
      <w:r>
        <w:tab/>
        <w:t>4.000e0</w:t>
      </w:r>
    </w:p>
    <w:p w:rsidR="007B2329" w:rsidRDefault="007B2329" w:rsidP="007B2329">
      <w:r>
        <w:lastRenderedPageBreak/>
        <w:t>467.1711</w:t>
      </w:r>
      <w:r>
        <w:tab/>
        <w:t>5.063e0</w:t>
      </w:r>
    </w:p>
    <w:p w:rsidR="007B2329" w:rsidRDefault="007B2329" w:rsidP="007B2329">
      <w:r>
        <w:t>467.1787</w:t>
      </w:r>
      <w:r>
        <w:tab/>
        <w:t>7.121e1</w:t>
      </w:r>
    </w:p>
    <w:p w:rsidR="007B2329" w:rsidRDefault="007B2329" w:rsidP="007B2329">
      <w:r>
        <w:t>467.1829</w:t>
      </w:r>
      <w:r>
        <w:tab/>
        <w:t>5.320e1</w:t>
      </w:r>
    </w:p>
    <w:p w:rsidR="007B2329" w:rsidRDefault="007B2329" w:rsidP="007B2329">
      <w:r>
        <w:t>467.1856</w:t>
      </w:r>
      <w:r>
        <w:tab/>
        <w:t>6.008e1</w:t>
      </w:r>
    </w:p>
    <w:p w:rsidR="007B2329" w:rsidRDefault="007B2329" w:rsidP="007B2329">
      <w:r>
        <w:t>467.1870</w:t>
      </w:r>
      <w:r>
        <w:tab/>
        <w:t>1.568e2</w:t>
      </w:r>
    </w:p>
    <w:p w:rsidR="007B2329" w:rsidRDefault="007B2329" w:rsidP="007B2329">
      <w:r>
        <w:t>467.1891</w:t>
      </w:r>
      <w:r>
        <w:tab/>
        <w:t>6.718e1</w:t>
      </w:r>
    </w:p>
    <w:p w:rsidR="007B2329" w:rsidRDefault="007B2329" w:rsidP="007B2329">
      <w:r>
        <w:t>467.1952</w:t>
      </w:r>
      <w:r>
        <w:tab/>
        <w:t>3.526e1</w:t>
      </w:r>
    </w:p>
    <w:p w:rsidR="007B2329" w:rsidRDefault="007B2329" w:rsidP="007B2329">
      <w:r>
        <w:t>467.2294</w:t>
      </w:r>
      <w:r>
        <w:tab/>
        <w:t>6.076e0</w:t>
      </w:r>
    </w:p>
    <w:p w:rsidR="007B2329" w:rsidRDefault="007B2329" w:rsidP="007B2329">
      <w:r>
        <w:t>467.2654</w:t>
      </w:r>
      <w:r>
        <w:tab/>
        <w:t>2.456e0</w:t>
      </w:r>
    </w:p>
    <w:p w:rsidR="007B2329" w:rsidRDefault="007B2329" w:rsidP="007B2329">
      <w:r>
        <w:t>467.2699</w:t>
      </w:r>
      <w:r>
        <w:tab/>
        <w:t>2.993e0</w:t>
      </w:r>
    </w:p>
    <w:p w:rsidR="007B2329" w:rsidRDefault="007B2329" w:rsidP="007B2329">
      <w:r>
        <w:t>467.2790</w:t>
      </w:r>
      <w:r>
        <w:tab/>
        <w:t>3.999e0</w:t>
      </w:r>
    </w:p>
    <w:p w:rsidR="007B2329" w:rsidRDefault="007B2329" w:rsidP="007B2329">
      <w:r>
        <w:t>467.2852</w:t>
      </w:r>
      <w:r>
        <w:tab/>
        <w:t>8.025e-1</w:t>
      </w:r>
    </w:p>
    <w:p w:rsidR="007B2329" w:rsidRDefault="007B2329" w:rsidP="007B2329">
      <w:r>
        <w:t>467.2884</w:t>
      </w:r>
      <w:r>
        <w:tab/>
        <w:t>7.226e0</w:t>
      </w:r>
    </w:p>
    <w:p w:rsidR="007B2329" w:rsidRDefault="007B2329" w:rsidP="007B2329">
      <w:r>
        <w:t>467.3053</w:t>
      </w:r>
      <w:r>
        <w:tab/>
        <w:t>3.625e0</w:t>
      </w:r>
    </w:p>
    <w:p w:rsidR="007B2329" w:rsidRDefault="007B2329" w:rsidP="007B2329">
      <w:r>
        <w:t>467.3205</w:t>
      </w:r>
      <w:r>
        <w:tab/>
        <w:t>3.482e0</w:t>
      </w:r>
    </w:p>
    <w:p w:rsidR="007B2329" w:rsidRDefault="007B2329" w:rsidP="007B2329">
      <w:r>
        <w:t>467.3318</w:t>
      </w:r>
      <w:r>
        <w:tab/>
        <w:t>2.369e0</w:t>
      </w:r>
    </w:p>
    <w:p w:rsidR="007B2329" w:rsidRDefault="007B2329" w:rsidP="007B2329">
      <w:r>
        <w:t>467.3612</w:t>
      </w:r>
      <w:r>
        <w:tab/>
        <w:t>1.878e0</w:t>
      </w:r>
    </w:p>
    <w:p w:rsidR="007B2329" w:rsidRDefault="007B2329" w:rsidP="007B2329">
      <w:r>
        <w:t>467.3694</w:t>
      </w:r>
      <w:r>
        <w:tab/>
        <w:t>1.187e0</w:t>
      </w:r>
    </w:p>
    <w:p w:rsidR="007B2329" w:rsidRDefault="007B2329" w:rsidP="007B2329">
      <w:r>
        <w:t>467.3738</w:t>
      </w:r>
      <w:r>
        <w:tab/>
        <w:t>2.025e0</w:t>
      </w:r>
    </w:p>
    <w:p w:rsidR="007B2329" w:rsidRDefault="007B2329" w:rsidP="007B2329">
      <w:r>
        <w:lastRenderedPageBreak/>
        <w:t>467.3791</w:t>
      </w:r>
      <w:r>
        <w:tab/>
        <w:t>2.025e0</w:t>
      </w:r>
    </w:p>
    <w:p w:rsidR="007B2329" w:rsidRDefault="007B2329" w:rsidP="007B2329">
      <w:r>
        <w:t>467.3849</w:t>
      </w:r>
      <w:r>
        <w:tab/>
        <w:t>3.030e0</w:t>
      </w:r>
    </w:p>
    <w:p w:rsidR="007B2329" w:rsidRDefault="007B2329" w:rsidP="007B2329">
      <w:r>
        <w:t>467.4119</w:t>
      </w:r>
      <w:r>
        <w:tab/>
        <w:t>2.025e0</w:t>
      </w:r>
    </w:p>
    <w:p w:rsidR="007B2329" w:rsidRDefault="007B2329" w:rsidP="007B2329">
      <w:r>
        <w:t>467.4211</w:t>
      </w:r>
      <w:r>
        <w:tab/>
        <w:t>1.013e0</w:t>
      </w:r>
    </w:p>
    <w:p w:rsidR="007B2329" w:rsidRDefault="007B2329" w:rsidP="007B2329">
      <w:r>
        <w:t>467.4398</w:t>
      </w:r>
      <w:r>
        <w:tab/>
        <w:t>3.038e0</w:t>
      </w:r>
    </w:p>
    <w:p w:rsidR="007B2329" w:rsidRDefault="007B2329" w:rsidP="007B2329">
      <w:r>
        <w:t>467.4934</w:t>
      </w:r>
      <w:r>
        <w:tab/>
        <w:t>1.013e0</w:t>
      </w:r>
    </w:p>
    <w:p w:rsidR="007B2329" w:rsidRDefault="007B2329" w:rsidP="007B2329">
      <w:r>
        <w:t>467.5040</w:t>
      </w:r>
      <w:r>
        <w:tab/>
        <w:t>5.063e0</w:t>
      </w:r>
    </w:p>
    <w:p w:rsidR="007B2329" w:rsidRDefault="007B2329" w:rsidP="007B2329">
      <w:r>
        <w:t>467.5059</w:t>
      </w:r>
      <w:r>
        <w:tab/>
        <w:t>4.051e0</w:t>
      </w:r>
    </w:p>
    <w:p w:rsidR="007B2329" w:rsidRDefault="007B2329" w:rsidP="007B2329">
      <w:r>
        <w:t>467.5304</w:t>
      </w:r>
      <w:r>
        <w:tab/>
        <w:t>2.025e0</w:t>
      </w:r>
    </w:p>
    <w:p w:rsidR="007B2329" w:rsidRDefault="007B2329" w:rsidP="007B2329">
      <w:r>
        <w:t>467.5544</w:t>
      </w:r>
      <w:r>
        <w:tab/>
        <w:t>2.025e0</w:t>
      </w:r>
    </w:p>
    <w:p w:rsidR="007B2329" w:rsidRDefault="007B2329" w:rsidP="007B2329">
      <w:r>
        <w:t>467.5617</w:t>
      </w:r>
      <w:r>
        <w:tab/>
        <w:t>2.025e0</w:t>
      </w:r>
    </w:p>
    <w:p w:rsidR="007B2329" w:rsidRDefault="007B2329" w:rsidP="007B2329">
      <w:r>
        <w:t>467.5763</w:t>
      </w:r>
      <w:r>
        <w:tab/>
        <w:t>1.013e0</w:t>
      </w:r>
    </w:p>
    <w:p w:rsidR="007B2329" w:rsidRDefault="007B2329" w:rsidP="007B2329">
      <w:r>
        <w:t>467.5802</w:t>
      </w:r>
      <w:r>
        <w:tab/>
        <w:t>3.038e0</w:t>
      </w:r>
    </w:p>
    <w:p w:rsidR="007B2329" w:rsidRDefault="007B2329" w:rsidP="007B2329">
      <w:r>
        <w:t>467.5831</w:t>
      </w:r>
      <w:r>
        <w:tab/>
        <w:t>1.013e0</w:t>
      </w:r>
    </w:p>
    <w:p w:rsidR="007B2329" w:rsidRDefault="007B2329" w:rsidP="007B2329">
      <w:r>
        <w:t>467.6075</w:t>
      </w:r>
      <w:r>
        <w:tab/>
        <w:t>1.013e0</w:t>
      </w:r>
    </w:p>
    <w:p w:rsidR="007B2329" w:rsidRDefault="007B2329" w:rsidP="007B2329">
      <w:r>
        <w:t>467.6414</w:t>
      </w:r>
      <w:r>
        <w:tab/>
        <w:t>2.025e0</w:t>
      </w:r>
    </w:p>
    <w:p w:rsidR="007B2329" w:rsidRDefault="007B2329" w:rsidP="007B2329">
      <w:r>
        <w:t>467.6524</w:t>
      </w:r>
      <w:r>
        <w:tab/>
        <w:t>5.063e0</w:t>
      </w:r>
    </w:p>
    <w:p w:rsidR="007B2329" w:rsidRDefault="007B2329" w:rsidP="007B2329">
      <w:r>
        <w:t>467.6649</w:t>
      </w:r>
      <w:r>
        <w:tab/>
        <w:t>1.013e0</w:t>
      </w:r>
    </w:p>
    <w:p w:rsidR="007B2329" w:rsidRDefault="007B2329" w:rsidP="007B2329">
      <w:r>
        <w:t>467.6772</w:t>
      </w:r>
      <w:r>
        <w:tab/>
        <w:t>4.051e0</w:t>
      </w:r>
    </w:p>
    <w:p w:rsidR="007B2329" w:rsidRDefault="007B2329" w:rsidP="007B2329">
      <w:r>
        <w:lastRenderedPageBreak/>
        <w:t>467.6993</w:t>
      </w:r>
      <w:r>
        <w:tab/>
        <w:t>2.025e0</w:t>
      </w:r>
    </w:p>
    <w:p w:rsidR="007B2329" w:rsidRDefault="007B2329" w:rsidP="007B2329">
      <w:r>
        <w:t>467.7056</w:t>
      </w:r>
      <w:r>
        <w:tab/>
        <w:t>1.013e0</w:t>
      </w:r>
    </w:p>
    <w:p w:rsidR="007B2329" w:rsidRDefault="007B2329" w:rsidP="007B2329">
      <w:r>
        <w:t>467.7071</w:t>
      </w:r>
      <w:r>
        <w:tab/>
        <w:t>2.025e0</w:t>
      </w:r>
    </w:p>
    <w:p w:rsidR="007B2329" w:rsidRDefault="007B2329" w:rsidP="007B2329">
      <w:r>
        <w:t>467.7107</w:t>
      </w:r>
      <w:r>
        <w:tab/>
        <w:t>2.025e0</w:t>
      </w:r>
    </w:p>
    <w:p w:rsidR="007B2329" w:rsidRDefault="007B2329" w:rsidP="007B2329">
      <w:r>
        <w:t>467.7126</w:t>
      </w:r>
      <w:r>
        <w:tab/>
        <w:t>4.051e0</w:t>
      </w:r>
    </w:p>
    <w:p w:rsidR="007B2329" w:rsidRDefault="007B2329" w:rsidP="007B2329">
      <w:r>
        <w:t>467.7142</w:t>
      </w:r>
      <w:r>
        <w:tab/>
        <w:t>3.038e0</w:t>
      </w:r>
    </w:p>
    <w:p w:rsidR="007B2329" w:rsidRDefault="007B2329" w:rsidP="007B2329">
      <w:r>
        <w:t>467.7470</w:t>
      </w:r>
      <w:r>
        <w:tab/>
        <w:t>3.761e0</w:t>
      </w:r>
    </w:p>
    <w:p w:rsidR="007B2329" w:rsidRDefault="007B2329" w:rsidP="007B2329">
      <w:r>
        <w:t>467.7626</w:t>
      </w:r>
      <w:r>
        <w:tab/>
        <w:t>1.013e0</w:t>
      </w:r>
    </w:p>
    <w:p w:rsidR="007B2329" w:rsidRDefault="007B2329" w:rsidP="007B2329">
      <w:r>
        <w:t>467.7772</w:t>
      </w:r>
      <w:r>
        <w:tab/>
        <w:t>2.025e0</w:t>
      </w:r>
    </w:p>
    <w:p w:rsidR="007B2329" w:rsidRDefault="007B2329" w:rsidP="007B2329">
      <w:r>
        <w:t>467.7895</w:t>
      </w:r>
      <w:r>
        <w:tab/>
        <w:t>1.013e0</w:t>
      </w:r>
    </w:p>
    <w:p w:rsidR="007B2329" w:rsidRDefault="007B2329" w:rsidP="007B2329">
      <w:r>
        <w:t>467.8196</w:t>
      </w:r>
      <w:r>
        <w:tab/>
        <w:t>1.013e0</w:t>
      </w:r>
    </w:p>
    <w:p w:rsidR="007B2329" w:rsidRDefault="007B2329" w:rsidP="007B2329">
      <w:r>
        <w:t>467.8292</w:t>
      </w:r>
      <w:r>
        <w:tab/>
        <w:t>1.013e0</w:t>
      </w:r>
    </w:p>
    <w:p w:rsidR="007B2329" w:rsidRDefault="007B2329" w:rsidP="007B2329">
      <w:r>
        <w:t>467.8441</w:t>
      </w:r>
      <w:r>
        <w:tab/>
        <w:t>3.038e0</w:t>
      </w:r>
    </w:p>
    <w:p w:rsidR="007B2329" w:rsidRDefault="007B2329" w:rsidP="007B2329">
      <w:r>
        <w:t>467.8524</w:t>
      </w:r>
      <w:r>
        <w:tab/>
        <w:t>1.013e0</w:t>
      </w:r>
    </w:p>
    <w:p w:rsidR="007B2329" w:rsidRDefault="007B2329" w:rsidP="007B2329">
      <w:r>
        <w:t>467.8605</w:t>
      </w:r>
      <w:r>
        <w:tab/>
        <w:t>1.013e0</w:t>
      </w:r>
    </w:p>
    <w:p w:rsidR="007B2329" w:rsidRDefault="007B2329" w:rsidP="007B2329">
      <w:r>
        <w:t>467.8939</w:t>
      </w:r>
      <w:r>
        <w:tab/>
        <w:t>3.038e0</w:t>
      </w:r>
    </w:p>
    <w:p w:rsidR="007B2329" w:rsidRDefault="007B2329" w:rsidP="007B2329">
      <w:r>
        <w:t>467.9094</w:t>
      </w:r>
      <w:r>
        <w:tab/>
        <w:t>1.013e0</w:t>
      </w:r>
    </w:p>
    <w:p w:rsidR="007B2329" w:rsidRDefault="007B2329" w:rsidP="007B2329">
      <w:r>
        <w:t>467.9138</w:t>
      </w:r>
      <w:r>
        <w:tab/>
        <w:t>2.025e0</w:t>
      </w:r>
    </w:p>
    <w:p w:rsidR="007B2329" w:rsidRDefault="007B2329" w:rsidP="007B2329">
      <w:r>
        <w:t>467.9232</w:t>
      </w:r>
      <w:r>
        <w:tab/>
        <w:t>1.013e0</w:t>
      </w:r>
    </w:p>
    <w:p w:rsidR="007B2329" w:rsidRDefault="007B2329" w:rsidP="007B2329">
      <w:r>
        <w:lastRenderedPageBreak/>
        <w:t>467.9417</w:t>
      </w:r>
      <w:r>
        <w:tab/>
        <w:t>1.013e0</w:t>
      </w:r>
    </w:p>
    <w:p w:rsidR="007B2329" w:rsidRDefault="007B2329" w:rsidP="007B2329">
      <w:r>
        <w:t>467.9450</w:t>
      </w:r>
      <w:r>
        <w:tab/>
        <w:t>1.013e0</w:t>
      </w:r>
    </w:p>
    <w:p w:rsidR="007B2329" w:rsidRDefault="007B2329" w:rsidP="007B2329">
      <w:r>
        <w:t>467.9666</w:t>
      </w:r>
      <w:r>
        <w:tab/>
        <w:t>1.013e0</w:t>
      </w:r>
    </w:p>
    <w:p w:rsidR="007B2329" w:rsidRDefault="007B2329" w:rsidP="007B2329">
      <w:r>
        <w:t>467.9846</w:t>
      </w:r>
      <w:r>
        <w:tab/>
        <w:t>1.266e-2</w:t>
      </w:r>
    </w:p>
    <w:p w:rsidR="007B2329" w:rsidRDefault="007B2329" w:rsidP="007B2329">
      <w:r>
        <w:t>467.9859</w:t>
      </w:r>
      <w:r>
        <w:tab/>
        <w:t>3.038e0</w:t>
      </w:r>
    </w:p>
    <w:p w:rsidR="007B2329" w:rsidRDefault="007B2329" w:rsidP="007B2329">
      <w:r>
        <w:t>467.9971</w:t>
      </w:r>
      <w:r>
        <w:tab/>
        <w:t>3.038e0</w:t>
      </w:r>
    </w:p>
    <w:p w:rsidR="007B2329" w:rsidRDefault="007B2329" w:rsidP="007B2329">
      <w:r>
        <w:t>468.0175</w:t>
      </w:r>
      <w:r>
        <w:tab/>
        <w:t>3.038e0</w:t>
      </w:r>
    </w:p>
    <w:p w:rsidR="007B2329" w:rsidRDefault="007B2329" w:rsidP="007B2329">
      <w:r>
        <w:t>468.0207</w:t>
      </w:r>
      <w:r>
        <w:tab/>
        <w:t>1.013e0</w:t>
      </w:r>
    </w:p>
    <w:p w:rsidR="007B2329" w:rsidRDefault="007B2329" w:rsidP="007B2329">
      <w:r>
        <w:t>468.0240</w:t>
      </w:r>
      <w:r>
        <w:tab/>
        <w:t>1.013e0</w:t>
      </w:r>
    </w:p>
    <w:p w:rsidR="007B2329" w:rsidRDefault="007B2329" w:rsidP="007B2329">
      <w:r>
        <w:t>468.0272</w:t>
      </w:r>
      <w:r>
        <w:tab/>
        <w:t>2.025e0</w:t>
      </w:r>
    </w:p>
    <w:p w:rsidR="007B2329" w:rsidRDefault="007B2329" w:rsidP="007B2329">
      <w:r>
        <w:t>468.0331</w:t>
      </w:r>
      <w:r>
        <w:tab/>
        <w:t>1.025e0</w:t>
      </w:r>
    </w:p>
    <w:p w:rsidR="007B2329" w:rsidRDefault="007B2329" w:rsidP="007B2329">
      <w:r>
        <w:t>468.1021</w:t>
      </w:r>
      <w:r>
        <w:tab/>
        <w:t>1.658e1</w:t>
      </w:r>
    </w:p>
    <w:p w:rsidR="007B2329" w:rsidRDefault="007B2329" w:rsidP="007B2329">
      <w:r>
        <w:t>468.1124</w:t>
      </w:r>
      <w:r>
        <w:tab/>
        <w:t>2.712e1</w:t>
      </w:r>
    </w:p>
    <w:p w:rsidR="007B2329" w:rsidRDefault="007B2329" w:rsidP="007B2329">
      <w:r>
        <w:t>468.1175</w:t>
      </w:r>
      <w:r>
        <w:tab/>
        <w:t>2.680e1</w:t>
      </w:r>
    </w:p>
    <w:p w:rsidR="007B2329" w:rsidRDefault="007B2329" w:rsidP="007B2329">
      <w:r>
        <w:t>468.1243</w:t>
      </w:r>
      <w:r>
        <w:tab/>
        <w:t>4.409e1</w:t>
      </w:r>
    </w:p>
    <w:p w:rsidR="007B2329" w:rsidRDefault="007B2329" w:rsidP="007B2329">
      <w:r>
        <w:t>468.1278</w:t>
      </w:r>
      <w:r>
        <w:tab/>
        <w:t>2.598e1</w:t>
      </w:r>
    </w:p>
    <w:p w:rsidR="007B2329" w:rsidRDefault="007B2329" w:rsidP="007B2329">
      <w:r>
        <w:t>468.1389</w:t>
      </w:r>
      <w:r>
        <w:tab/>
        <w:t>1.308e1</w:t>
      </w:r>
    </w:p>
    <w:p w:rsidR="007B2329" w:rsidRDefault="007B2329" w:rsidP="007B2329">
      <w:r>
        <w:t>468.1401</w:t>
      </w:r>
      <w:r>
        <w:tab/>
        <w:t>4.051e0</w:t>
      </w:r>
    </w:p>
    <w:p w:rsidR="007B2329" w:rsidRDefault="007B2329" w:rsidP="007B2329">
      <w:r>
        <w:t>468.1449</w:t>
      </w:r>
      <w:r>
        <w:tab/>
        <w:t>5.063e0</w:t>
      </w:r>
    </w:p>
    <w:p w:rsidR="007B2329" w:rsidRDefault="007B2329" w:rsidP="007B2329">
      <w:r>
        <w:lastRenderedPageBreak/>
        <w:t>468.1796</w:t>
      </w:r>
      <w:r>
        <w:tab/>
        <w:t>3.644e1</w:t>
      </w:r>
    </w:p>
    <w:p w:rsidR="007B2329" w:rsidRDefault="007B2329" w:rsidP="007B2329">
      <w:r>
        <w:t>468.1809</w:t>
      </w:r>
      <w:r>
        <w:tab/>
        <w:t>1.249e1</w:t>
      </w:r>
    </w:p>
    <w:p w:rsidR="007B2329" w:rsidRDefault="007B2329" w:rsidP="007B2329">
      <w:r>
        <w:t>468.1824</w:t>
      </w:r>
      <w:r>
        <w:tab/>
        <w:t>8.101e0</w:t>
      </w:r>
    </w:p>
    <w:p w:rsidR="007B2329" w:rsidRDefault="007B2329" w:rsidP="007B2329">
      <w:r>
        <w:t>468.1882</w:t>
      </w:r>
      <w:r>
        <w:tab/>
        <w:t>1.402e1</w:t>
      </w:r>
    </w:p>
    <w:p w:rsidR="007B2329" w:rsidRDefault="007B2329" w:rsidP="007B2329">
      <w:r>
        <w:t>468.1902</w:t>
      </w:r>
      <w:r>
        <w:tab/>
        <w:t>5.691e0</w:t>
      </w:r>
    </w:p>
    <w:p w:rsidR="007B2329" w:rsidRDefault="007B2329" w:rsidP="007B2329">
      <w:r>
        <w:t>468.1916</w:t>
      </w:r>
      <w:r>
        <w:tab/>
        <w:t>6.755e0</w:t>
      </w:r>
    </w:p>
    <w:p w:rsidR="007B2329" w:rsidRDefault="007B2329" w:rsidP="007B2329">
      <w:r>
        <w:t>468.1967</w:t>
      </w:r>
      <w:r>
        <w:tab/>
        <w:t>6.354e0</w:t>
      </w:r>
    </w:p>
    <w:p w:rsidR="007B2329" w:rsidRDefault="007B2329" w:rsidP="007B2329">
      <w:r>
        <w:t>468.2990</w:t>
      </w:r>
      <w:r>
        <w:tab/>
        <w:t>1.025e0</w:t>
      </w:r>
    </w:p>
    <w:p w:rsidR="007B2329" w:rsidRDefault="007B2329" w:rsidP="007B2329">
      <w:r>
        <w:t>468.3551</w:t>
      </w:r>
      <w:r>
        <w:tab/>
        <w:t>1.911e0</w:t>
      </w:r>
    </w:p>
    <w:p w:rsidR="007B2329" w:rsidRDefault="007B2329" w:rsidP="007B2329">
      <w:r>
        <w:t>468.3644</w:t>
      </w:r>
      <w:r>
        <w:tab/>
        <w:t>6.076e0</w:t>
      </w:r>
    </w:p>
    <w:p w:rsidR="007B2329" w:rsidRDefault="007B2329" w:rsidP="007B2329">
      <w:r>
        <w:t>468.3655</w:t>
      </w:r>
      <w:r>
        <w:tab/>
        <w:t>1.051e0</w:t>
      </w:r>
    </w:p>
    <w:p w:rsidR="007B2329" w:rsidRDefault="007B2329" w:rsidP="007B2329">
      <w:r>
        <w:t>468.3831</w:t>
      </w:r>
      <w:r>
        <w:tab/>
        <w:t>1.013e0</w:t>
      </w:r>
    </w:p>
    <w:p w:rsidR="007B2329" w:rsidRDefault="007B2329" w:rsidP="007B2329">
      <w:r>
        <w:t>468.3934</w:t>
      </w:r>
      <w:r>
        <w:tab/>
        <w:t>4.033e0</w:t>
      </w:r>
    </w:p>
    <w:p w:rsidR="007B2329" w:rsidRDefault="007B2329" w:rsidP="007B2329">
      <w:r>
        <w:t>468.4218</w:t>
      </w:r>
      <w:r>
        <w:tab/>
        <w:t>3.038e0</w:t>
      </w:r>
    </w:p>
    <w:p w:rsidR="007B2329" w:rsidRDefault="007B2329" w:rsidP="007B2329">
      <w:r>
        <w:t>468.4230</w:t>
      </w:r>
      <w:r>
        <w:tab/>
        <w:t>2.532e-2</w:t>
      </w:r>
    </w:p>
    <w:p w:rsidR="007B2329" w:rsidRDefault="007B2329" w:rsidP="007B2329">
      <w:r>
        <w:t>468.4383</w:t>
      </w:r>
      <w:r>
        <w:tab/>
        <w:t>2.025e0</w:t>
      </w:r>
    </w:p>
    <w:p w:rsidR="007B2329" w:rsidRDefault="007B2329" w:rsidP="007B2329">
      <w:r>
        <w:t>468.4402</w:t>
      </w:r>
      <w:r>
        <w:tab/>
        <w:t>1.013e0</w:t>
      </w:r>
    </w:p>
    <w:p w:rsidR="007B2329" w:rsidRDefault="007B2329" w:rsidP="007B2329">
      <w:r>
        <w:t>468.4485</w:t>
      </w:r>
      <w:r>
        <w:tab/>
        <w:t>2.025e0</w:t>
      </w:r>
    </w:p>
    <w:p w:rsidR="007B2329" w:rsidRDefault="007B2329" w:rsidP="007B2329">
      <w:r>
        <w:t>468.4498</w:t>
      </w:r>
      <w:r>
        <w:tab/>
        <w:t>4.086e0</w:t>
      </w:r>
    </w:p>
    <w:p w:rsidR="007B2329" w:rsidRDefault="007B2329" w:rsidP="007B2329">
      <w:r>
        <w:lastRenderedPageBreak/>
        <w:t>468.4614</w:t>
      </w:r>
      <w:r>
        <w:tab/>
        <w:t>2.025e0</w:t>
      </w:r>
    </w:p>
    <w:p w:rsidR="007B2329" w:rsidRDefault="007B2329" w:rsidP="007B2329">
      <w:r>
        <w:t>468.4870</w:t>
      </w:r>
      <w:r>
        <w:tab/>
        <w:t>1.013e0</w:t>
      </w:r>
    </w:p>
    <w:p w:rsidR="007B2329" w:rsidRDefault="007B2329" w:rsidP="007B2329">
      <w:r>
        <w:t>468.5054</w:t>
      </w:r>
      <w:r>
        <w:tab/>
        <w:t>1.013e0</w:t>
      </w:r>
    </w:p>
    <w:p w:rsidR="007B2329" w:rsidRDefault="007B2329" w:rsidP="007B2329">
      <w:r>
        <w:t>468.5301</w:t>
      </w:r>
      <w:r>
        <w:tab/>
        <w:t>1.013e0</w:t>
      </w:r>
    </w:p>
    <w:p w:rsidR="007B2329" w:rsidRDefault="007B2329" w:rsidP="007B2329">
      <w:r>
        <w:t>468.5383</w:t>
      </w:r>
      <w:r>
        <w:tab/>
        <w:t>1.013e0</w:t>
      </w:r>
    </w:p>
    <w:p w:rsidR="007B2329" w:rsidRDefault="007B2329" w:rsidP="007B2329">
      <w:r>
        <w:t>468.5448</w:t>
      </w:r>
      <w:r>
        <w:tab/>
        <w:t>1.013e0</w:t>
      </w:r>
    </w:p>
    <w:p w:rsidR="007B2329" w:rsidRDefault="007B2329" w:rsidP="007B2329">
      <w:r>
        <w:t>468.5737</w:t>
      </w:r>
      <w:r>
        <w:tab/>
        <w:t>1.025e0</w:t>
      </w:r>
    </w:p>
    <w:p w:rsidR="007B2329" w:rsidRDefault="007B2329" w:rsidP="007B2329">
      <w:r>
        <w:t>468.5822</w:t>
      </w:r>
      <w:r>
        <w:tab/>
        <w:t>2.038e0</w:t>
      </w:r>
    </w:p>
    <w:p w:rsidR="007B2329" w:rsidRDefault="007B2329" w:rsidP="007B2329">
      <w:r>
        <w:t>468.5956</w:t>
      </w:r>
      <w:r>
        <w:tab/>
        <w:t>1.013e0</w:t>
      </w:r>
    </w:p>
    <w:p w:rsidR="007B2329" w:rsidRDefault="007B2329" w:rsidP="007B2329">
      <w:r>
        <w:t>468.6156</w:t>
      </w:r>
      <w:r>
        <w:tab/>
        <w:t>5.063e0</w:t>
      </w:r>
    </w:p>
    <w:p w:rsidR="007B2329" w:rsidRDefault="007B2329" w:rsidP="007B2329">
      <w:r>
        <w:t>468.6424</w:t>
      </w:r>
      <w:r>
        <w:tab/>
        <w:t>1.013e0</w:t>
      </w:r>
    </w:p>
    <w:p w:rsidR="007B2329" w:rsidRDefault="007B2329" w:rsidP="007B2329">
      <w:r>
        <w:t>468.6501</w:t>
      </w:r>
      <w:r>
        <w:tab/>
        <w:t>2.025e0</w:t>
      </w:r>
    </w:p>
    <w:p w:rsidR="007B2329" w:rsidRDefault="007B2329" w:rsidP="007B2329">
      <w:r>
        <w:t>468.6588</w:t>
      </w:r>
      <w:r>
        <w:tab/>
        <w:t>2.025e0</w:t>
      </w:r>
    </w:p>
    <w:p w:rsidR="007B2329" w:rsidRDefault="007B2329" w:rsidP="007B2329">
      <w:r>
        <w:t>468.6608</w:t>
      </w:r>
      <w:r>
        <w:tab/>
        <w:t>1.013e0</w:t>
      </w:r>
    </w:p>
    <w:p w:rsidR="007B2329" w:rsidRDefault="007B2329" w:rsidP="007B2329">
      <w:r>
        <w:t>468.6713</w:t>
      </w:r>
      <w:r>
        <w:tab/>
        <w:t>1.025e0</w:t>
      </w:r>
    </w:p>
    <w:p w:rsidR="007B2329" w:rsidRDefault="007B2329" w:rsidP="007B2329">
      <w:r>
        <w:t>468.6854</w:t>
      </w:r>
      <w:r>
        <w:tab/>
        <w:t>1.013e0</w:t>
      </w:r>
    </w:p>
    <w:p w:rsidR="007B2329" w:rsidRDefault="007B2329" w:rsidP="007B2329">
      <w:r>
        <w:t>468.6887</w:t>
      </w:r>
      <w:r>
        <w:tab/>
        <w:t>2.025e0</w:t>
      </w:r>
    </w:p>
    <w:p w:rsidR="007B2329" w:rsidRDefault="007B2329" w:rsidP="007B2329">
      <w:r>
        <w:t>468.6936</w:t>
      </w:r>
      <w:r>
        <w:tab/>
        <w:t>1.013e0</w:t>
      </w:r>
    </w:p>
    <w:p w:rsidR="007B2329" w:rsidRDefault="007B2329" w:rsidP="007B2329">
      <w:r>
        <w:t>468.7359</w:t>
      </w:r>
      <w:r>
        <w:tab/>
        <w:t>3.038e0</w:t>
      </w:r>
    </w:p>
    <w:p w:rsidR="007B2329" w:rsidRDefault="007B2329" w:rsidP="007B2329">
      <w:r>
        <w:lastRenderedPageBreak/>
        <w:t>468.7762</w:t>
      </w:r>
      <w:r>
        <w:tab/>
        <w:t>3.038e0</w:t>
      </w:r>
    </w:p>
    <w:p w:rsidR="007B2329" w:rsidRDefault="007B2329" w:rsidP="007B2329">
      <w:r>
        <w:t>468.7836</w:t>
      </w:r>
      <w:r>
        <w:tab/>
        <w:t>1.013e0</w:t>
      </w:r>
    </w:p>
    <w:p w:rsidR="007B2329" w:rsidRDefault="007B2329" w:rsidP="007B2329">
      <w:r>
        <w:t>468.7857</w:t>
      </w:r>
      <w:r>
        <w:tab/>
        <w:t>1.025e0</w:t>
      </w:r>
    </w:p>
    <w:p w:rsidR="007B2329" w:rsidRDefault="007B2329" w:rsidP="007B2329">
      <w:r>
        <w:t>468.8162</w:t>
      </w:r>
      <w:r>
        <w:tab/>
        <w:t>1.013e0</w:t>
      </w:r>
    </w:p>
    <w:p w:rsidR="007B2329" w:rsidRDefault="007B2329" w:rsidP="007B2329">
      <w:r>
        <w:t>468.8191</w:t>
      </w:r>
      <w:r>
        <w:tab/>
        <w:t>4.051e0</w:t>
      </w:r>
    </w:p>
    <w:p w:rsidR="007B2329" w:rsidRDefault="007B2329" w:rsidP="007B2329">
      <w:r>
        <w:t>468.8369</w:t>
      </w:r>
      <w:r>
        <w:tab/>
        <w:t>3.038e0</w:t>
      </w:r>
    </w:p>
    <w:p w:rsidR="007B2329" w:rsidRDefault="007B2329" w:rsidP="007B2329">
      <w:r>
        <w:t>468.8409</w:t>
      </w:r>
      <w:r>
        <w:tab/>
        <w:t>1.013e0</w:t>
      </w:r>
    </w:p>
    <w:p w:rsidR="007B2329" w:rsidRDefault="007B2329" w:rsidP="007B2329">
      <w:r>
        <w:t>468.8618</w:t>
      </w:r>
      <w:r>
        <w:tab/>
        <w:t>4.051e0</w:t>
      </w:r>
    </w:p>
    <w:p w:rsidR="007B2329" w:rsidRDefault="007B2329" w:rsidP="007B2329">
      <w:r>
        <w:t>468.8654</w:t>
      </w:r>
      <w:r>
        <w:tab/>
        <w:t>1.013e0</w:t>
      </w:r>
    </w:p>
    <w:p w:rsidR="007B2329" w:rsidRDefault="007B2329" w:rsidP="007B2329">
      <w:r>
        <w:t>468.8703</w:t>
      </w:r>
      <w:r>
        <w:tab/>
        <w:t>2.025e0</w:t>
      </w:r>
    </w:p>
    <w:p w:rsidR="007B2329" w:rsidRDefault="007B2329" w:rsidP="007B2329">
      <w:r>
        <w:t>468.9060</w:t>
      </w:r>
      <w:r>
        <w:tab/>
        <w:t>3.038e0</w:t>
      </w:r>
    </w:p>
    <w:p w:rsidR="007B2329" w:rsidRDefault="007B2329" w:rsidP="007B2329">
      <w:r>
        <w:t>468.9159</w:t>
      </w:r>
      <w:r>
        <w:tab/>
        <w:t>2.025e0</w:t>
      </w:r>
    </w:p>
    <w:p w:rsidR="007B2329" w:rsidRDefault="007B2329" w:rsidP="007B2329">
      <w:r>
        <w:t>468.9226</w:t>
      </w:r>
      <w:r>
        <w:tab/>
        <w:t>1.013e0</w:t>
      </w:r>
    </w:p>
    <w:p w:rsidR="007B2329" w:rsidRDefault="007B2329" w:rsidP="007B2329">
      <w:r>
        <w:t>468.9389</w:t>
      </w:r>
      <w:r>
        <w:tab/>
        <w:t>1.013e0</w:t>
      </w:r>
    </w:p>
    <w:p w:rsidR="007B2329" w:rsidRDefault="007B2329" w:rsidP="007B2329">
      <w:r>
        <w:t>468.9640</w:t>
      </w:r>
      <w:r>
        <w:tab/>
        <w:t>2.025e0</w:t>
      </w:r>
    </w:p>
    <w:p w:rsidR="007B2329" w:rsidRDefault="007B2329" w:rsidP="007B2329">
      <w:r>
        <w:t>468.9736</w:t>
      </w:r>
      <w:r>
        <w:tab/>
        <w:t>3.038e0</w:t>
      </w:r>
    </w:p>
    <w:p w:rsidR="007B2329" w:rsidRDefault="007B2329" w:rsidP="007B2329">
      <w:r>
        <w:t>468.9749</w:t>
      </w:r>
      <w:r>
        <w:tab/>
        <w:t>1.013e0</w:t>
      </w:r>
    </w:p>
    <w:p w:rsidR="007B2329" w:rsidRDefault="007B2329" w:rsidP="007B2329">
      <w:r>
        <w:t>468.9774</w:t>
      </w:r>
      <w:r>
        <w:tab/>
        <w:t>4.051e0</w:t>
      </w:r>
    </w:p>
    <w:p w:rsidR="007B2329" w:rsidRDefault="007B2329" w:rsidP="007B2329">
      <w:r>
        <w:t>468.9864</w:t>
      </w:r>
      <w:r>
        <w:tab/>
        <w:t>3.038e0</w:t>
      </w:r>
    </w:p>
    <w:p w:rsidR="007B2329" w:rsidRDefault="007B2329" w:rsidP="007B2329">
      <w:r>
        <w:lastRenderedPageBreak/>
        <w:t>468.9928</w:t>
      </w:r>
      <w:r>
        <w:tab/>
        <w:t>1.013e0</w:t>
      </w:r>
    </w:p>
    <w:p w:rsidR="007B2329" w:rsidRDefault="007B2329" w:rsidP="007B2329">
      <w:r>
        <w:t>469.0165</w:t>
      </w:r>
      <w:r>
        <w:tab/>
        <w:t>2.038e0</w:t>
      </w:r>
    </w:p>
    <w:p w:rsidR="007B2329" w:rsidRDefault="007B2329" w:rsidP="007B2329">
      <w:r>
        <w:t>469.0285</w:t>
      </w:r>
      <w:r>
        <w:tab/>
        <w:t>4.051e0</w:t>
      </w:r>
    </w:p>
    <w:p w:rsidR="007B2329" w:rsidRDefault="007B2329" w:rsidP="007B2329">
      <w:r>
        <w:t>469.0326</w:t>
      </w:r>
      <w:r>
        <w:tab/>
        <w:t>1.025e0</w:t>
      </w:r>
    </w:p>
    <w:p w:rsidR="007B2329" w:rsidRDefault="007B2329" w:rsidP="007B2329">
      <w:r>
        <w:t>469.0587</w:t>
      </w:r>
      <w:r>
        <w:tab/>
        <w:t>2.025e0</w:t>
      </w:r>
    </w:p>
    <w:p w:rsidR="007B2329" w:rsidRDefault="007B2329" w:rsidP="007B2329">
      <w:r>
        <w:t>469.0739</w:t>
      </w:r>
      <w:r>
        <w:tab/>
        <w:t>2.025e0</w:t>
      </w:r>
    </w:p>
    <w:p w:rsidR="007B2329" w:rsidRDefault="007B2329" w:rsidP="007B2329">
      <w:r>
        <w:t>469.1049</w:t>
      </w:r>
      <w:r>
        <w:tab/>
        <w:t>5.467e0</w:t>
      </w:r>
    </w:p>
    <w:p w:rsidR="007B2329" w:rsidRDefault="007B2329" w:rsidP="007B2329">
      <w:r>
        <w:t>469.1067</w:t>
      </w:r>
      <w:r>
        <w:tab/>
        <w:t>4.051e0</w:t>
      </w:r>
    </w:p>
    <w:p w:rsidR="007B2329" w:rsidRDefault="007B2329" w:rsidP="007B2329">
      <w:r>
        <w:t>469.1140</w:t>
      </w:r>
      <w:r>
        <w:tab/>
        <w:t>7.496e0</w:t>
      </w:r>
    </w:p>
    <w:p w:rsidR="007B2329" w:rsidRDefault="007B2329" w:rsidP="007B2329">
      <w:r>
        <w:t>469.1230</w:t>
      </w:r>
      <w:r>
        <w:tab/>
        <w:t>9.396e0</w:t>
      </w:r>
    </w:p>
    <w:p w:rsidR="007B2329" w:rsidRDefault="007B2329" w:rsidP="007B2329">
      <w:r>
        <w:t>469.1323</w:t>
      </w:r>
      <w:r>
        <w:tab/>
        <w:t>1.018e1</w:t>
      </w:r>
    </w:p>
    <w:p w:rsidR="007B2329" w:rsidRDefault="007B2329" w:rsidP="007B2329">
      <w:r>
        <w:t>469.1352</w:t>
      </w:r>
      <w:r>
        <w:tab/>
        <w:t>3.638e0</w:t>
      </w:r>
    </w:p>
    <w:p w:rsidR="007B2329" w:rsidRDefault="007B2329" w:rsidP="007B2329">
      <w:r>
        <w:t>469.1364</w:t>
      </w:r>
      <w:r>
        <w:tab/>
        <w:t>1.194e1</w:t>
      </w:r>
    </w:p>
    <w:p w:rsidR="007B2329" w:rsidRDefault="007B2329" w:rsidP="007B2329">
      <w:r>
        <w:t>469.1490</w:t>
      </w:r>
      <w:r>
        <w:tab/>
        <w:t>3.918e0</w:t>
      </w:r>
    </w:p>
    <w:p w:rsidR="007B2329" w:rsidRDefault="007B2329" w:rsidP="007B2329">
      <w:r>
        <w:t>469.1515</w:t>
      </w:r>
      <w:r>
        <w:tab/>
        <w:t>5.903e0</w:t>
      </w:r>
    </w:p>
    <w:p w:rsidR="007B2329" w:rsidRDefault="007B2329" w:rsidP="007B2329">
      <w:r>
        <w:t>469.1844</w:t>
      </w:r>
      <w:r>
        <w:tab/>
        <w:t>3.417e0</w:t>
      </w:r>
    </w:p>
    <w:p w:rsidR="007B2329" w:rsidRDefault="007B2329" w:rsidP="007B2329">
      <w:r>
        <w:t>469.1872</w:t>
      </w:r>
      <w:r>
        <w:tab/>
        <w:t>5.436e0</w:t>
      </w:r>
    </w:p>
    <w:p w:rsidR="007B2329" w:rsidRDefault="007B2329" w:rsidP="007B2329">
      <w:r>
        <w:t>469.1930</w:t>
      </w:r>
      <w:r>
        <w:tab/>
        <w:t>5.433e0</w:t>
      </w:r>
    </w:p>
    <w:p w:rsidR="007B2329" w:rsidRDefault="007B2329" w:rsidP="007B2329">
      <w:r>
        <w:t>469.2086</w:t>
      </w:r>
      <w:r>
        <w:tab/>
        <w:t>1.271e0</w:t>
      </w:r>
    </w:p>
    <w:p w:rsidR="007B2329" w:rsidRDefault="007B2329" w:rsidP="007B2329">
      <w:r>
        <w:lastRenderedPageBreak/>
        <w:t>469.2127</w:t>
      </w:r>
      <w:r>
        <w:tab/>
        <w:t>6.413e0</w:t>
      </w:r>
    </w:p>
    <w:p w:rsidR="007B2329" w:rsidRDefault="007B2329" w:rsidP="007B2329">
      <w:r>
        <w:t>469.2183</w:t>
      </w:r>
      <w:r>
        <w:tab/>
        <w:t>2.025e0</w:t>
      </w:r>
    </w:p>
    <w:p w:rsidR="007B2329" w:rsidRDefault="007B2329" w:rsidP="007B2329">
      <w:r>
        <w:t>469.2285</w:t>
      </w:r>
      <w:r>
        <w:tab/>
        <w:t>3.529e0</w:t>
      </w:r>
    </w:p>
    <w:p w:rsidR="007B2329" w:rsidRDefault="007B2329" w:rsidP="007B2329">
      <w:r>
        <w:t>469.2414</w:t>
      </w:r>
      <w:r>
        <w:tab/>
        <w:t>1.818e0</w:t>
      </w:r>
    </w:p>
    <w:p w:rsidR="007B2329" w:rsidRDefault="007B2329" w:rsidP="007B2329">
      <w:r>
        <w:t>469.2635</w:t>
      </w:r>
      <w:r>
        <w:tab/>
        <w:t>4.161e0</w:t>
      </w:r>
    </w:p>
    <w:p w:rsidR="007B2329" w:rsidRDefault="007B2329" w:rsidP="007B2329">
      <w:r>
        <w:t>469.3132</w:t>
      </w:r>
      <w:r>
        <w:tab/>
        <w:t>1.999e0</w:t>
      </w:r>
    </w:p>
    <w:p w:rsidR="007B2329" w:rsidRDefault="007B2329" w:rsidP="007B2329">
      <w:r>
        <w:t>469.3217</w:t>
      </w:r>
      <w:r>
        <w:tab/>
        <w:t>1.013e0</w:t>
      </w:r>
    </w:p>
    <w:p w:rsidR="007B2329" w:rsidRDefault="007B2329" w:rsidP="007B2329">
      <w:r>
        <w:t>469.3370</w:t>
      </w:r>
      <w:r>
        <w:tab/>
        <w:t>2.943e0</w:t>
      </w:r>
    </w:p>
    <w:p w:rsidR="007B2329" w:rsidRDefault="007B2329" w:rsidP="007B2329">
      <w:r>
        <w:t>469.3399</w:t>
      </w:r>
      <w:r>
        <w:tab/>
        <w:t>1.013e0</w:t>
      </w:r>
    </w:p>
    <w:p w:rsidR="007B2329" w:rsidRDefault="007B2329" w:rsidP="007B2329">
      <w:r>
        <w:t>469.3445</w:t>
      </w:r>
      <w:r>
        <w:tab/>
        <w:t>4.258e0</w:t>
      </w:r>
    </w:p>
    <w:p w:rsidR="007B2329" w:rsidRDefault="007B2329" w:rsidP="007B2329">
      <w:r>
        <w:t>469.3482</w:t>
      </w:r>
      <w:r>
        <w:tab/>
        <w:t>2.698e0</w:t>
      </w:r>
    </w:p>
    <w:p w:rsidR="007B2329" w:rsidRDefault="007B2329" w:rsidP="007B2329">
      <w:r>
        <w:t>469.3926</w:t>
      </w:r>
      <w:r>
        <w:tab/>
        <w:t>2.025e0</w:t>
      </w:r>
    </w:p>
    <w:p w:rsidR="007B2329" w:rsidRDefault="007B2329" w:rsidP="007B2329">
      <w:r>
        <w:t>469.4025</w:t>
      </w:r>
      <w:r>
        <w:tab/>
        <w:t>3.038e0</w:t>
      </w:r>
    </w:p>
    <w:p w:rsidR="007B2329" w:rsidRDefault="007B2329" w:rsidP="007B2329">
      <w:r>
        <w:t>469.4076</w:t>
      </w:r>
      <w:r>
        <w:tab/>
        <w:t>2.532e-2</w:t>
      </w:r>
    </w:p>
    <w:p w:rsidR="007B2329" w:rsidRDefault="007B2329" w:rsidP="007B2329">
      <w:r>
        <w:t>469.4128</w:t>
      </w:r>
      <w:r>
        <w:tab/>
        <w:t>1.661e0</w:t>
      </w:r>
    </w:p>
    <w:p w:rsidR="007B2329" w:rsidRDefault="007B2329" w:rsidP="007B2329">
      <w:r>
        <w:t>469.4424</w:t>
      </w:r>
      <w:r>
        <w:tab/>
        <w:t>2.025e0</w:t>
      </w:r>
    </w:p>
    <w:p w:rsidR="007B2329" w:rsidRDefault="007B2329" w:rsidP="007B2329">
      <w:r>
        <w:t>469.4462</w:t>
      </w:r>
      <w:r>
        <w:tab/>
        <w:t>1.013e0</w:t>
      </w:r>
    </w:p>
    <w:p w:rsidR="007B2329" w:rsidRDefault="007B2329" w:rsidP="007B2329">
      <w:r>
        <w:t>469.4489</w:t>
      </w:r>
      <w:r>
        <w:tab/>
        <w:t>4.051e0</w:t>
      </w:r>
    </w:p>
    <w:p w:rsidR="007B2329" w:rsidRDefault="007B2329" w:rsidP="007B2329">
      <w:r>
        <w:t>469.4544</w:t>
      </w:r>
      <w:r>
        <w:tab/>
        <w:t>1.013e0</w:t>
      </w:r>
    </w:p>
    <w:p w:rsidR="007B2329" w:rsidRDefault="007B2329" w:rsidP="007B2329">
      <w:r>
        <w:lastRenderedPageBreak/>
        <w:t>469.4586</w:t>
      </w:r>
      <w:r>
        <w:tab/>
        <w:t>5.063e0</w:t>
      </w:r>
    </w:p>
    <w:p w:rsidR="007B2329" w:rsidRDefault="007B2329" w:rsidP="007B2329">
      <w:r>
        <w:t>469.4627</w:t>
      </w:r>
      <w:r>
        <w:tab/>
        <w:t>1.013e0</w:t>
      </w:r>
    </w:p>
    <w:p w:rsidR="007B2329" w:rsidRDefault="007B2329" w:rsidP="007B2329">
      <w:r>
        <w:t>469.4988</w:t>
      </w:r>
      <w:r>
        <w:tab/>
        <w:t>2.025e0</w:t>
      </w:r>
    </w:p>
    <w:p w:rsidR="007B2329" w:rsidRDefault="007B2329" w:rsidP="007B2329">
      <w:r>
        <w:t>469.5281</w:t>
      </w:r>
      <w:r>
        <w:tab/>
        <w:t>1.013e0</w:t>
      </w:r>
    </w:p>
    <w:p w:rsidR="007B2329" w:rsidRDefault="007B2329" w:rsidP="007B2329">
      <w:r>
        <w:t>469.5672</w:t>
      </w:r>
      <w:r>
        <w:tab/>
        <w:t>3.038e0</w:t>
      </w:r>
    </w:p>
    <w:p w:rsidR="007B2329" w:rsidRDefault="007B2329" w:rsidP="007B2329">
      <w:r>
        <w:t>469.5687</w:t>
      </w:r>
      <w:r>
        <w:tab/>
        <w:t>3.038e0</w:t>
      </w:r>
    </w:p>
    <w:p w:rsidR="007B2329" w:rsidRDefault="007B2329" w:rsidP="007B2329">
      <w:r>
        <w:t>469.5746</w:t>
      </w:r>
      <w:r>
        <w:tab/>
        <w:t>1.013e0</w:t>
      </w:r>
    </w:p>
    <w:p w:rsidR="007B2329" w:rsidRDefault="007B2329" w:rsidP="007B2329">
      <w:r>
        <w:t>469.5854</w:t>
      </w:r>
      <w:r>
        <w:tab/>
        <w:t>3.038e0</w:t>
      </w:r>
    </w:p>
    <w:p w:rsidR="007B2329" w:rsidRDefault="007B2329" w:rsidP="007B2329">
      <w:r>
        <w:t>469.5964</w:t>
      </w:r>
      <w:r>
        <w:tab/>
        <w:t>1.013e0</w:t>
      </w:r>
    </w:p>
    <w:p w:rsidR="007B2329" w:rsidRDefault="007B2329" w:rsidP="007B2329">
      <w:r>
        <w:t>469.6021</w:t>
      </w:r>
      <w:r>
        <w:tab/>
        <w:t>1.013e0</w:t>
      </w:r>
    </w:p>
    <w:p w:rsidR="007B2329" w:rsidRDefault="007B2329" w:rsidP="007B2329">
      <w:r>
        <w:t>469.6182</w:t>
      </w:r>
      <w:r>
        <w:tab/>
        <w:t>1.013e0</w:t>
      </w:r>
    </w:p>
    <w:p w:rsidR="007B2329" w:rsidRDefault="007B2329" w:rsidP="007B2329">
      <w:r>
        <w:t>469.6265</w:t>
      </w:r>
      <w:r>
        <w:tab/>
        <w:t>1.013e0</w:t>
      </w:r>
    </w:p>
    <w:p w:rsidR="007B2329" w:rsidRDefault="007B2329" w:rsidP="007B2329">
      <w:r>
        <w:t>469.6649</w:t>
      </w:r>
      <w:r>
        <w:tab/>
        <w:t>3.038e0</w:t>
      </w:r>
    </w:p>
    <w:p w:rsidR="007B2329" w:rsidRDefault="007B2329" w:rsidP="007B2329">
      <w:r>
        <w:t>469.6673</w:t>
      </w:r>
      <w:r>
        <w:tab/>
        <w:t>1.013e0</w:t>
      </w:r>
    </w:p>
    <w:p w:rsidR="007B2329" w:rsidRDefault="007B2329" w:rsidP="007B2329">
      <w:r>
        <w:t>469.6722</w:t>
      </w:r>
      <w:r>
        <w:tab/>
        <w:t>1.013e0</w:t>
      </w:r>
    </w:p>
    <w:p w:rsidR="007B2329" w:rsidRDefault="007B2329" w:rsidP="007B2329">
      <w:r>
        <w:t>469.6755</w:t>
      </w:r>
      <w:r>
        <w:tab/>
        <w:t>1.266e-2</w:t>
      </w:r>
    </w:p>
    <w:p w:rsidR="007B2329" w:rsidRDefault="007B2329" w:rsidP="007B2329">
      <w:r>
        <w:t>469.6801</w:t>
      </w:r>
      <w:r>
        <w:tab/>
        <w:t>3.038e0</w:t>
      </w:r>
    </w:p>
    <w:p w:rsidR="007B2329" w:rsidRDefault="007B2329" w:rsidP="007B2329">
      <w:r>
        <w:t>469.6838</w:t>
      </w:r>
      <w:r>
        <w:tab/>
        <w:t>1.013e0</w:t>
      </w:r>
    </w:p>
    <w:p w:rsidR="007B2329" w:rsidRDefault="007B2329" w:rsidP="007B2329">
      <w:r>
        <w:t>469.7309</w:t>
      </w:r>
      <w:r>
        <w:tab/>
        <w:t>2.025e0</w:t>
      </w:r>
    </w:p>
    <w:p w:rsidR="007B2329" w:rsidRDefault="007B2329" w:rsidP="007B2329">
      <w:r>
        <w:lastRenderedPageBreak/>
        <w:t>469.7380</w:t>
      </w:r>
      <w:r>
        <w:tab/>
        <w:t>2.025e0</w:t>
      </w:r>
    </w:p>
    <w:p w:rsidR="007B2329" w:rsidRDefault="007B2329" w:rsidP="007B2329">
      <w:r>
        <w:t>469.7487</w:t>
      </w:r>
      <w:r>
        <w:tab/>
        <w:t>5.063e0</w:t>
      </w:r>
    </w:p>
    <w:p w:rsidR="007B2329" w:rsidRDefault="007B2329" w:rsidP="007B2329">
      <w:r>
        <w:t>469.7518</w:t>
      </w:r>
      <w:r>
        <w:tab/>
        <w:t>1.013e0</w:t>
      </w:r>
    </w:p>
    <w:p w:rsidR="007B2329" w:rsidRDefault="007B2329" w:rsidP="007B2329">
      <w:r>
        <w:t>469.7739</w:t>
      </w:r>
      <w:r>
        <w:tab/>
        <w:t>1.013e0</w:t>
      </w:r>
    </w:p>
    <w:p w:rsidR="007B2329" w:rsidRDefault="007B2329" w:rsidP="007B2329">
      <w:r>
        <w:t>469.7764</w:t>
      </w:r>
      <w:r>
        <w:tab/>
        <w:t>4.051e0</w:t>
      </w:r>
    </w:p>
    <w:p w:rsidR="007B2329" w:rsidRDefault="007B2329" w:rsidP="007B2329">
      <w:r>
        <w:t>469.7800</w:t>
      </w:r>
      <w:r>
        <w:tab/>
        <w:t>4.051e0</w:t>
      </w:r>
    </w:p>
    <w:p w:rsidR="007B2329" w:rsidRDefault="007B2329" w:rsidP="007B2329">
      <w:r>
        <w:t>469.8064</w:t>
      </w:r>
      <w:r>
        <w:tab/>
        <w:t>1.013e0</w:t>
      </w:r>
    </w:p>
    <w:p w:rsidR="007B2329" w:rsidRDefault="007B2329" w:rsidP="007B2329">
      <w:r>
        <w:t>469.8567</w:t>
      </w:r>
      <w:r>
        <w:tab/>
        <w:t>2.025e0</w:t>
      </w:r>
    </w:p>
    <w:p w:rsidR="007B2329" w:rsidRDefault="007B2329" w:rsidP="007B2329">
      <w:r>
        <w:t>469.8675</w:t>
      </w:r>
      <w:r>
        <w:tab/>
        <w:t>2.025e0</w:t>
      </w:r>
    </w:p>
    <w:p w:rsidR="007B2329" w:rsidRDefault="007B2329" w:rsidP="007B2329">
      <w:r>
        <w:t>469.8803</w:t>
      </w:r>
      <w:r>
        <w:tab/>
        <w:t>1.013e0</w:t>
      </w:r>
    </w:p>
    <w:p w:rsidR="007B2329" w:rsidRDefault="007B2329" w:rsidP="007B2329">
      <w:r>
        <w:t>469.8910</w:t>
      </w:r>
      <w:r>
        <w:tab/>
        <w:t>3.571e0</w:t>
      </w:r>
    </w:p>
    <w:p w:rsidR="007B2329" w:rsidRDefault="007B2329" w:rsidP="007B2329">
      <w:r>
        <w:t>469.8964</w:t>
      </w:r>
      <w:r>
        <w:tab/>
        <w:t>2.025e0</w:t>
      </w:r>
    </w:p>
    <w:p w:rsidR="007B2329" w:rsidRDefault="007B2329" w:rsidP="007B2329">
      <w:r>
        <w:t>469.9072</w:t>
      </w:r>
      <w:r>
        <w:tab/>
        <w:t>1.013e0</w:t>
      </w:r>
    </w:p>
    <w:p w:rsidR="007B2329" w:rsidRDefault="007B2329" w:rsidP="007B2329">
      <w:r>
        <w:t>469.9131</w:t>
      </w:r>
      <w:r>
        <w:tab/>
        <w:t>2.025e0</w:t>
      </w:r>
    </w:p>
    <w:p w:rsidR="007B2329" w:rsidRDefault="007B2329" w:rsidP="007B2329">
      <w:r>
        <w:t>469.9845</w:t>
      </w:r>
      <w:r>
        <w:tab/>
        <w:t>3.038e0</w:t>
      </w:r>
    </w:p>
    <w:p w:rsidR="007B2329" w:rsidRDefault="007B2329" w:rsidP="007B2329">
      <w:r>
        <w:t>469.9868</w:t>
      </w:r>
      <w:r>
        <w:tab/>
        <w:t>1.266e-2</w:t>
      </w:r>
    </w:p>
    <w:p w:rsidR="007B2329" w:rsidRDefault="007B2329" w:rsidP="007B2329">
      <w:r>
        <w:t>470.0034</w:t>
      </w:r>
      <w:r>
        <w:tab/>
        <w:t>2.025e0</w:t>
      </w:r>
    </w:p>
    <w:p w:rsidR="007B2329" w:rsidRDefault="007B2329" w:rsidP="007B2329">
      <w:r>
        <w:t>470.0047</w:t>
      </w:r>
      <w:r>
        <w:tab/>
        <w:t>2.025e0</w:t>
      </w:r>
    </w:p>
    <w:p w:rsidR="007B2329" w:rsidRDefault="007B2329" w:rsidP="007B2329">
      <w:r>
        <w:t>470.0243</w:t>
      </w:r>
      <w:r>
        <w:tab/>
        <w:t>2.025e0</w:t>
      </w:r>
    </w:p>
    <w:p w:rsidR="007B2329" w:rsidRDefault="007B2329" w:rsidP="007B2329">
      <w:r>
        <w:lastRenderedPageBreak/>
        <w:t>470.0535</w:t>
      </w:r>
      <w:r>
        <w:tab/>
        <w:t>3.038e0</w:t>
      </w:r>
    </w:p>
    <w:p w:rsidR="007B2329" w:rsidRDefault="007B2329" w:rsidP="007B2329">
      <w:r>
        <w:t>470.0608</w:t>
      </w:r>
      <w:r>
        <w:tab/>
        <w:t>6.076e0</w:t>
      </w:r>
    </w:p>
    <w:p w:rsidR="007B2329" w:rsidRDefault="007B2329" w:rsidP="007B2329">
      <w:r>
        <w:t>470.1221</w:t>
      </w:r>
      <w:r>
        <w:tab/>
        <w:t>4.726e0</w:t>
      </w:r>
    </w:p>
    <w:p w:rsidR="007B2329" w:rsidRDefault="007B2329" w:rsidP="007B2329">
      <w:r>
        <w:t>470.1285</w:t>
      </w:r>
      <w:r>
        <w:tab/>
        <w:t>2.198e0</w:t>
      </w:r>
    </w:p>
    <w:p w:rsidR="007B2329" w:rsidRDefault="007B2329" w:rsidP="007B2329">
      <w:r>
        <w:t>470.1329</w:t>
      </w:r>
      <w:r>
        <w:tab/>
        <w:t>4.406e0</w:t>
      </w:r>
    </w:p>
    <w:p w:rsidR="007B2329" w:rsidRDefault="007B2329" w:rsidP="007B2329">
      <w:r>
        <w:t>470.1599</w:t>
      </w:r>
      <w:r>
        <w:tab/>
        <w:t>1.125e0</w:t>
      </w:r>
    </w:p>
    <w:p w:rsidR="007B2329" w:rsidRDefault="007B2329" w:rsidP="007B2329">
      <w:r>
        <w:t>470.1700</w:t>
      </w:r>
      <w:r>
        <w:tab/>
        <w:t>1.569e0</w:t>
      </w:r>
    </w:p>
    <w:p w:rsidR="007B2329" w:rsidRDefault="007B2329" w:rsidP="007B2329">
      <w:r>
        <w:t>470.2166</w:t>
      </w:r>
      <w:r>
        <w:tab/>
        <w:t>8.114e0</w:t>
      </w:r>
    </w:p>
    <w:p w:rsidR="007B2329" w:rsidRDefault="007B2329" w:rsidP="007B2329">
      <w:r>
        <w:t>470.2235</w:t>
      </w:r>
      <w:r>
        <w:tab/>
        <w:t>1.685e1</w:t>
      </w:r>
    </w:p>
    <w:p w:rsidR="007B2329" w:rsidRDefault="007B2329" w:rsidP="007B2329">
      <w:r>
        <w:t>470.2267</w:t>
      </w:r>
      <w:r>
        <w:tab/>
        <w:t>4.508e0</w:t>
      </w:r>
    </w:p>
    <w:p w:rsidR="007B2329" w:rsidRDefault="007B2329" w:rsidP="007B2329">
      <w:r>
        <w:t>470.2281</w:t>
      </w:r>
      <w:r>
        <w:tab/>
        <w:t>2.821e1</w:t>
      </w:r>
    </w:p>
    <w:p w:rsidR="007B2329" w:rsidRDefault="007B2329" w:rsidP="007B2329">
      <w:r>
        <w:t>470.2325</w:t>
      </w:r>
      <w:r>
        <w:tab/>
        <w:t>2.662e1</w:t>
      </w:r>
    </w:p>
    <w:p w:rsidR="007B2329" w:rsidRDefault="007B2329" w:rsidP="007B2329">
      <w:r>
        <w:t>470.2393</w:t>
      </w:r>
      <w:r>
        <w:tab/>
        <w:t>1.018e1</w:t>
      </w:r>
    </w:p>
    <w:p w:rsidR="007B2329" w:rsidRDefault="007B2329" w:rsidP="007B2329">
      <w:r>
        <w:t>470.2406</w:t>
      </w:r>
      <w:r>
        <w:tab/>
        <w:t>1.785e1</w:t>
      </w:r>
    </w:p>
    <w:p w:rsidR="007B2329" w:rsidRDefault="007B2329" w:rsidP="007B2329">
      <w:r>
        <w:t>470.2435</w:t>
      </w:r>
      <w:r>
        <w:tab/>
        <w:t>1.290e1</w:t>
      </w:r>
    </w:p>
    <w:p w:rsidR="007B2329" w:rsidRDefault="007B2329" w:rsidP="007B2329">
      <w:r>
        <w:t>470.3066</w:t>
      </w:r>
      <w:r>
        <w:tab/>
        <w:t>2.025e0</w:t>
      </w:r>
    </w:p>
    <w:p w:rsidR="007B2329" w:rsidRDefault="007B2329" w:rsidP="007B2329">
      <w:r>
        <w:t>470.3095</w:t>
      </w:r>
      <w:r>
        <w:tab/>
        <w:t>3.992e0</w:t>
      </w:r>
    </w:p>
    <w:p w:rsidR="007B2329" w:rsidRDefault="007B2329" w:rsidP="007B2329">
      <w:r>
        <w:t>470.3305</w:t>
      </w:r>
      <w:r>
        <w:tab/>
        <w:t>1.013e0</w:t>
      </w:r>
    </w:p>
    <w:p w:rsidR="007B2329" w:rsidRDefault="007B2329" w:rsidP="007B2329">
      <w:r>
        <w:t>470.3328</w:t>
      </w:r>
      <w:r>
        <w:tab/>
        <w:t>4.015e0</w:t>
      </w:r>
    </w:p>
    <w:p w:rsidR="007B2329" w:rsidRDefault="007B2329" w:rsidP="007B2329">
      <w:r>
        <w:lastRenderedPageBreak/>
        <w:t>470.3369</w:t>
      </w:r>
      <w:r>
        <w:tab/>
        <w:t>2.532e0</w:t>
      </w:r>
    </w:p>
    <w:p w:rsidR="007B2329" w:rsidRDefault="007B2329" w:rsidP="007B2329">
      <w:r>
        <w:t>470.3384</w:t>
      </w:r>
      <w:r>
        <w:tab/>
        <w:t>2.021e0</w:t>
      </w:r>
    </w:p>
    <w:p w:rsidR="007B2329" w:rsidRDefault="007B2329" w:rsidP="007B2329">
      <w:r>
        <w:t>470.3475</w:t>
      </w:r>
      <w:r>
        <w:tab/>
        <w:t>4.051e0</w:t>
      </w:r>
    </w:p>
    <w:p w:rsidR="007B2329" w:rsidRDefault="007B2329" w:rsidP="007B2329">
      <w:r>
        <w:t>470.3689</w:t>
      </w:r>
      <w:r>
        <w:tab/>
        <w:t>1.369e0</w:t>
      </w:r>
    </w:p>
    <w:p w:rsidR="007B2329" w:rsidRDefault="007B2329" w:rsidP="007B2329">
      <w:r>
        <w:t>470.3885</w:t>
      </w:r>
      <w:r>
        <w:tab/>
        <w:t>1.013e0</w:t>
      </w:r>
    </w:p>
    <w:p w:rsidR="007B2329" w:rsidRDefault="007B2329" w:rsidP="007B2329">
      <w:r>
        <w:t>470.4050</w:t>
      </w:r>
      <w:r>
        <w:tab/>
        <w:t>1.013e0</w:t>
      </w:r>
    </w:p>
    <w:p w:rsidR="007B2329" w:rsidRDefault="007B2329" w:rsidP="007B2329">
      <w:r>
        <w:t>470.4097</w:t>
      </w:r>
      <w:r>
        <w:tab/>
        <w:t>1.013e0</w:t>
      </w:r>
    </w:p>
    <w:p w:rsidR="007B2329" w:rsidRDefault="007B2329" w:rsidP="007B2329">
      <w:r>
        <w:t>470.4180</w:t>
      </w:r>
      <w:r>
        <w:tab/>
        <w:t>2.168e0</w:t>
      </w:r>
    </w:p>
    <w:p w:rsidR="007B2329" w:rsidRDefault="007B2329" w:rsidP="007B2329">
      <w:r>
        <w:t>470.4207</w:t>
      </w:r>
      <w:r>
        <w:tab/>
        <w:t>3.038e0</w:t>
      </w:r>
    </w:p>
    <w:p w:rsidR="007B2329" w:rsidRDefault="007B2329" w:rsidP="007B2329">
      <w:r>
        <w:t>470.4278</w:t>
      </w:r>
      <w:r>
        <w:tab/>
        <w:t>1.013e0</w:t>
      </w:r>
    </w:p>
    <w:p w:rsidR="007B2329" w:rsidRDefault="007B2329" w:rsidP="007B2329">
      <w:r>
        <w:t>470.4602</w:t>
      </w:r>
      <w:r>
        <w:tab/>
        <w:t>2.025e0</w:t>
      </w:r>
    </w:p>
    <w:p w:rsidR="007B2329" w:rsidRDefault="007B2329" w:rsidP="007B2329">
      <w:r>
        <w:t>470.4624</w:t>
      </w:r>
      <w:r>
        <w:tab/>
        <w:t>1.013e0</w:t>
      </w:r>
    </w:p>
    <w:p w:rsidR="007B2329" w:rsidRDefault="007B2329" w:rsidP="007B2329">
      <w:r>
        <w:t>470.4670</w:t>
      </w:r>
      <w:r>
        <w:tab/>
        <w:t>4.051e0</w:t>
      </w:r>
    </w:p>
    <w:p w:rsidR="007B2329" w:rsidRDefault="007B2329" w:rsidP="007B2329">
      <w:r>
        <w:t>470.4788</w:t>
      </w:r>
      <w:r>
        <w:tab/>
        <w:t>1.013e0</w:t>
      </w:r>
    </w:p>
    <w:p w:rsidR="007B2329" w:rsidRDefault="007B2329" w:rsidP="007B2329">
      <w:r>
        <w:t>470.4843</w:t>
      </w:r>
      <w:r>
        <w:tab/>
        <w:t>2.025e0</w:t>
      </w:r>
    </w:p>
    <w:p w:rsidR="007B2329" w:rsidRDefault="007B2329" w:rsidP="007B2329">
      <w:r>
        <w:t>470.4911</w:t>
      </w:r>
      <w:r>
        <w:tab/>
        <w:t>2.025e0</w:t>
      </w:r>
    </w:p>
    <w:p w:rsidR="007B2329" w:rsidRDefault="007B2329" w:rsidP="007B2329">
      <w:r>
        <w:t>470.5287</w:t>
      </w:r>
      <w:r>
        <w:tab/>
        <w:t>1.013e0</w:t>
      </w:r>
    </w:p>
    <w:p w:rsidR="007B2329" w:rsidRDefault="007B2329" w:rsidP="007B2329">
      <w:r>
        <w:t>470.5346</w:t>
      </w:r>
      <w:r>
        <w:tab/>
        <w:t>2.025e0</w:t>
      </w:r>
    </w:p>
    <w:p w:rsidR="007B2329" w:rsidRDefault="007B2329" w:rsidP="007B2329">
      <w:r>
        <w:t>470.5363</w:t>
      </w:r>
      <w:r>
        <w:tab/>
        <w:t>1.013e0</w:t>
      </w:r>
    </w:p>
    <w:p w:rsidR="007B2329" w:rsidRDefault="007B2329" w:rsidP="007B2329">
      <w:r>
        <w:lastRenderedPageBreak/>
        <w:t>470.5438</w:t>
      </w:r>
      <w:r>
        <w:tab/>
        <w:t>1.013e0</w:t>
      </w:r>
    </w:p>
    <w:p w:rsidR="007B2329" w:rsidRDefault="007B2329" w:rsidP="007B2329">
      <w:r>
        <w:t>470.5526</w:t>
      </w:r>
      <w:r>
        <w:tab/>
        <w:t>1.013e0</w:t>
      </w:r>
    </w:p>
    <w:p w:rsidR="007B2329" w:rsidRDefault="007B2329" w:rsidP="007B2329">
      <w:r>
        <w:t>470.5866</w:t>
      </w:r>
      <w:r>
        <w:tab/>
        <w:t>2.025e0</w:t>
      </w:r>
    </w:p>
    <w:p w:rsidR="007B2329" w:rsidRDefault="007B2329" w:rsidP="007B2329">
      <w:r>
        <w:t>470.6101</w:t>
      </w:r>
      <w:r>
        <w:tab/>
        <w:t>1.013e0</w:t>
      </w:r>
    </w:p>
    <w:p w:rsidR="007B2329" w:rsidRDefault="007B2329" w:rsidP="007B2329">
      <w:r>
        <w:t>470.6125</w:t>
      </w:r>
      <w:r>
        <w:tab/>
        <w:t>2.025e0</w:t>
      </w:r>
    </w:p>
    <w:p w:rsidR="007B2329" w:rsidRDefault="007B2329" w:rsidP="007B2329">
      <w:r>
        <w:t>470.6184</w:t>
      </w:r>
      <w:r>
        <w:tab/>
        <w:t>1.013e0</w:t>
      </w:r>
    </w:p>
    <w:p w:rsidR="007B2329" w:rsidRDefault="007B2329" w:rsidP="007B2329">
      <w:r>
        <w:t>470.6230</w:t>
      </w:r>
      <w:r>
        <w:tab/>
        <w:t>1.013e0</w:t>
      </w:r>
    </w:p>
    <w:p w:rsidR="007B2329" w:rsidRDefault="007B2329" w:rsidP="007B2329">
      <w:r>
        <w:t>470.6260</w:t>
      </w:r>
      <w:r>
        <w:tab/>
        <w:t>2.038e0</w:t>
      </w:r>
    </w:p>
    <w:p w:rsidR="007B2329" w:rsidRDefault="007B2329" w:rsidP="007B2329">
      <w:r>
        <w:t>470.6411</w:t>
      </w:r>
      <w:r>
        <w:tab/>
        <w:t>1.013e0</w:t>
      </w:r>
    </w:p>
    <w:p w:rsidR="007B2329" w:rsidRDefault="007B2329" w:rsidP="007B2329">
      <w:r>
        <w:t>470.6537</w:t>
      </w:r>
      <w:r>
        <w:tab/>
        <w:t>2.025e0</w:t>
      </w:r>
    </w:p>
    <w:p w:rsidR="007B2329" w:rsidRDefault="007B2329" w:rsidP="007B2329">
      <w:r>
        <w:t>470.6719</w:t>
      </w:r>
      <w:r>
        <w:tab/>
        <w:t>2.025e0</w:t>
      </w:r>
    </w:p>
    <w:p w:rsidR="007B2329" w:rsidRDefault="007B2329" w:rsidP="007B2329">
      <w:r>
        <w:t>470.6739</w:t>
      </w:r>
      <w:r>
        <w:tab/>
        <w:t>3.038e0</w:t>
      </w:r>
    </w:p>
    <w:p w:rsidR="007B2329" w:rsidRDefault="007B2329" w:rsidP="007B2329">
      <w:r>
        <w:t>470.6841</w:t>
      </w:r>
      <w:r>
        <w:tab/>
        <w:t>1.013e0</w:t>
      </w:r>
    </w:p>
    <w:p w:rsidR="007B2329" w:rsidRDefault="007B2329" w:rsidP="007B2329">
      <w:r>
        <w:t>470.7025</w:t>
      </w:r>
      <w:r>
        <w:tab/>
        <w:t>1.013e0</w:t>
      </w:r>
    </w:p>
    <w:p w:rsidR="007B2329" w:rsidRDefault="007B2329" w:rsidP="007B2329">
      <w:r>
        <w:t>470.7044</w:t>
      </w:r>
      <w:r>
        <w:tab/>
        <w:t>3.038e0</w:t>
      </w:r>
    </w:p>
    <w:p w:rsidR="007B2329" w:rsidRDefault="007B2329" w:rsidP="007B2329">
      <w:r>
        <w:t>470.7211</w:t>
      </w:r>
      <w:r>
        <w:tab/>
        <w:t>2.025e0</w:t>
      </w:r>
    </w:p>
    <w:p w:rsidR="007B2329" w:rsidRDefault="007B2329" w:rsidP="007B2329">
      <w:r>
        <w:t>470.7387</w:t>
      </w:r>
      <w:r>
        <w:tab/>
        <w:t>4.051e0</w:t>
      </w:r>
    </w:p>
    <w:p w:rsidR="007B2329" w:rsidRDefault="007B2329" w:rsidP="007B2329">
      <w:r>
        <w:t>470.7497</w:t>
      </w:r>
      <w:r>
        <w:tab/>
        <w:t>1.013e0</w:t>
      </w:r>
    </w:p>
    <w:p w:rsidR="007B2329" w:rsidRDefault="007B2329" w:rsidP="007B2329">
      <w:r>
        <w:t>470.7597</w:t>
      </w:r>
      <w:r>
        <w:tab/>
        <w:t>3.038e0</w:t>
      </w:r>
    </w:p>
    <w:p w:rsidR="007B2329" w:rsidRDefault="007B2329" w:rsidP="007B2329">
      <w:r>
        <w:lastRenderedPageBreak/>
        <w:t>470.7771</w:t>
      </w:r>
      <w:r>
        <w:tab/>
        <w:t>3.810e0</w:t>
      </w:r>
    </w:p>
    <w:p w:rsidR="007B2329" w:rsidRDefault="007B2329" w:rsidP="007B2329">
      <w:r>
        <w:t>470.7954</w:t>
      </w:r>
      <w:r>
        <w:tab/>
        <w:t>2.025e0</w:t>
      </w:r>
    </w:p>
    <w:p w:rsidR="007B2329" w:rsidRDefault="007B2329" w:rsidP="007B2329">
      <w:r>
        <w:t>470.8546</w:t>
      </w:r>
      <w:r>
        <w:tab/>
        <w:t>1.013e0</w:t>
      </w:r>
    </w:p>
    <w:p w:rsidR="007B2329" w:rsidRDefault="007B2329" w:rsidP="007B2329">
      <w:r>
        <w:t>470.8579</w:t>
      </w:r>
      <w:r>
        <w:tab/>
        <w:t>1.013e0</w:t>
      </w:r>
    </w:p>
    <w:p w:rsidR="007B2329" w:rsidRDefault="007B2329" w:rsidP="007B2329">
      <w:r>
        <w:t>470.8601</w:t>
      </w:r>
      <w:r>
        <w:tab/>
        <w:t>2.025e0</w:t>
      </w:r>
    </w:p>
    <w:p w:rsidR="007B2329" w:rsidRDefault="007B2329" w:rsidP="007B2329">
      <w:r>
        <w:t>470.8619</w:t>
      </w:r>
      <w:r>
        <w:tab/>
        <w:t>2.025e0</w:t>
      </w:r>
    </w:p>
    <w:p w:rsidR="007B2329" w:rsidRDefault="007B2329" w:rsidP="007B2329">
      <w:r>
        <w:t>470.8708</w:t>
      </w:r>
      <w:r>
        <w:tab/>
        <w:t>2.025e0</w:t>
      </w:r>
    </w:p>
    <w:p w:rsidR="007B2329" w:rsidRDefault="007B2329" w:rsidP="007B2329">
      <w:r>
        <w:t>470.8763</w:t>
      </w:r>
      <w:r>
        <w:tab/>
        <w:t>1.266e-2</w:t>
      </w:r>
    </w:p>
    <w:p w:rsidR="007B2329" w:rsidRDefault="007B2329" w:rsidP="007B2329">
      <w:r>
        <w:t>470.8774</w:t>
      </w:r>
      <w:r>
        <w:tab/>
        <w:t>2.025e0</w:t>
      </w:r>
    </w:p>
    <w:p w:rsidR="007B2329" w:rsidRDefault="007B2329" w:rsidP="007B2329">
      <w:r>
        <w:t>470.9221</w:t>
      </w:r>
      <w:r>
        <w:tab/>
        <w:t>1.013e0</w:t>
      </w:r>
    </w:p>
    <w:p w:rsidR="007B2329" w:rsidRDefault="007B2329" w:rsidP="007B2329">
      <w:r>
        <w:t>470.9431</w:t>
      </w:r>
      <w:r>
        <w:tab/>
        <w:t>2.025e0</w:t>
      </w:r>
    </w:p>
    <w:p w:rsidR="007B2329" w:rsidRDefault="007B2329" w:rsidP="007B2329">
      <w:r>
        <w:t>470.9688</w:t>
      </w:r>
      <w:r>
        <w:tab/>
        <w:t>2.025e0</w:t>
      </w:r>
    </w:p>
    <w:p w:rsidR="007B2329" w:rsidRDefault="007B2329" w:rsidP="007B2329">
      <w:r>
        <w:t>470.9833</w:t>
      </w:r>
      <w:r>
        <w:tab/>
        <w:t>2.025e0</w:t>
      </w:r>
    </w:p>
    <w:p w:rsidR="007B2329" w:rsidRDefault="007B2329" w:rsidP="007B2329">
      <w:r>
        <w:t>470.9919</w:t>
      </w:r>
      <w:r>
        <w:tab/>
        <w:t>2.025e0</w:t>
      </w:r>
    </w:p>
    <w:p w:rsidR="007B2329" w:rsidRDefault="007B2329" w:rsidP="007B2329">
      <w:r>
        <w:t>471.0041</w:t>
      </w:r>
      <w:r>
        <w:tab/>
        <w:t>1.013e0</w:t>
      </w:r>
    </w:p>
    <w:p w:rsidR="007B2329" w:rsidRDefault="007B2329" w:rsidP="007B2329">
      <w:r>
        <w:t>471.0302</w:t>
      </w:r>
      <w:r>
        <w:tab/>
        <w:t>3.038e0</w:t>
      </w:r>
    </w:p>
    <w:p w:rsidR="007B2329" w:rsidRDefault="007B2329" w:rsidP="007B2329">
      <w:r>
        <w:t>471.0781</w:t>
      </w:r>
      <w:r>
        <w:tab/>
        <w:t>1.013e0</w:t>
      </w:r>
    </w:p>
    <w:p w:rsidR="007B2329" w:rsidRDefault="007B2329" w:rsidP="007B2329">
      <w:r>
        <w:t>471.0869</w:t>
      </w:r>
      <w:r>
        <w:tab/>
        <w:t>4.051e0</w:t>
      </w:r>
    </w:p>
    <w:p w:rsidR="007B2329" w:rsidRDefault="007B2329" w:rsidP="007B2329">
      <w:r>
        <w:t>471.0911</w:t>
      </w:r>
      <w:r>
        <w:tab/>
        <w:t>2.025e0</w:t>
      </w:r>
    </w:p>
    <w:p w:rsidR="007B2329" w:rsidRDefault="007B2329" w:rsidP="007B2329">
      <w:r>
        <w:lastRenderedPageBreak/>
        <w:t>471.0985</w:t>
      </w:r>
      <w:r>
        <w:tab/>
        <w:t>1.400e0</w:t>
      </w:r>
    </w:p>
    <w:p w:rsidR="007B2329" w:rsidRDefault="007B2329" w:rsidP="007B2329">
      <w:r>
        <w:t>471.1060</w:t>
      </w:r>
      <w:r>
        <w:tab/>
        <w:t>3.038e0</w:t>
      </w:r>
    </w:p>
    <w:p w:rsidR="007B2329" w:rsidRDefault="007B2329" w:rsidP="007B2329">
      <w:r>
        <w:t>471.1211</w:t>
      </w:r>
      <w:r>
        <w:tab/>
        <w:t>1.203e0</w:t>
      </w:r>
    </w:p>
    <w:p w:rsidR="007B2329" w:rsidRDefault="007B2329" w:rsidP="007B2329">
      <w:r>
        <w:t>471.1579</w:t>
      </w:r>
      <w:r>
        <w:tab/>
        <w:t>1.734e0</w:t>
      </w:r>
    </w:p>
    <w:p w:rsidR="007B2329" w:rsidRDefault="007B2329" w:rsidP="007B2329">
      <w:r>
        <w:t>471.1591</w:t>
      </w:r>
      <w:r>
        <w:tab/>
        <w:t>4.010e0</w:t>
      </w:r>
    </w:p>
    <w:p w:rsidR="007B2329" w:rsidRDefault="007B2329" w:rsidP="007B2329">
      <w:r>
        <w:t>471.1604</w:t>
      </w:r>
      <w:r>
        <w:tab/>
        <w:t>1.013e0</w:t>
      </w:r>
    </w:p>
    <w:p w:rsidR="007B2329" w:rsidRDefault="007B2329" w:rsidP="007B2329">
      <w:r>
        <w:t>471.1638</w:t>
      </w:r>
      <w:r>
        <w:tab/>
        <w:t>4.812e0</w:t>
      </w:r>
    </w:p>
    <w:p w:rsidR="007B2329" w:rsidRDefault="007B2329" w:rsidP="007B2329">
      <w:r>
        <w:t>471.1697</w:t>
      </w:r>
      <w:r>
        <w:tab/>
        <w:t>3.973e0</w:t>
      </w:r>
    </w:p>
    <w:p w:rsidR="007B2329" w:rsidRDefault="007B2329" w:rsidP="007B2329">
      <w:r>
        <w:t>471.1931</w:t>
      </w:r>
      <w:r>
        <w:tab/>
        <w:t>2.025e0</w:t>
      </w:r>
    </w:p>
    <w:p w:rsidR="007B2329" w:rsidRDefault="007B2329" w:rsidP="007B2329">
      <w:r>
        <w:t>471.2163</w:t>
      </w:r>
      <w:r>
        <w:tab/>
        <w:t>3.325e0</w:t>
      </w:r>
    </w:p>
    <w:p w:rsidR="007B2329" w:rsidRDefault="007B2329" w:rsidP="007B2329">
      <w:r>
        <w:t>471.2179</w:t>
      </w:r>
      <w:r>
        <w:tab/>
        <w:t>2.025e0</w:t>
      </w:r>
    </w:p>
    <w:p w:rsidR="007B2329" w:rsidRDefault="007B2329" w:rsidP="007B2329">
      <w:r>
        <w:t>471.2227</w:t>
      </w:r>
      <w:r>
        <w:tab/>
        <w:t>2.715e0</w:t>
      </w:r>
    </w:p>
    <w:p w:rsidR="007B2329" w:rsidRDefault="007B2329" w:rsidP="007B2329">
      <w:r>
        <w:t>471.2637</w:t>
      </w:r>
      <w:r>
        <w:tab/>
        <w:t>6.372e0</w:t>
      </w:r>
    </w:p>
    <w:p w:rsidR="007B2329" w:rsidRDefault="007B2329" w:rsidP="007B2329">
      <w:r>
        <w:t>471.3102</w:t>
      </w:r>
      <w:r>
        <w:tab/>
        <w:t>2.025e0</w:t>
      </w:r>
    </w:p>
    <w:p w:rsidR="007B2329" w:rsidRDefault="007B2329" w:rsidP="007B2329">
      <w:r>
        <w:t>471.3132</w:t>
      </w:r>
      <w:r>
        <w:tab/>
        <w:t>1.945e0</w:t>
      </w:r>
    </w:p>
    <w:p w:rsidR="007B2329" w:rsidRDefault="007B2329" w:rsidP="007B2329">
      <w:r>
        <w:t>471.3256</w:t>
      </w:r>
      <w:r>
        <w:tab/>
        <w:t>4.165e0</w:t>
      </w:r>
    </w:p>
    <w:p w:rsidR="007B2329" w:rsidRDefault="007B2329" w:rsidP="007B2329">
      <w:r>
        <w:t>471.3305</w:t>
      </w:r>
      <w:r>
        <w:tab/>
        <w:t>3.038e0</w:t>
      </w:r>
    </w:p>
    <w:p w:rsidR="007B2329" w:rsidRDefault="007B2329" w:rsidP="007B2329">
      <w:r>
        <w:t>471.3362</w:t>
      </w:r>
      <w:r>
        <w:tab/>
        <w:t>1.990e0</w:t>
      </w:r>
    </w:p>
    <w:p w:rsidR="007B2329" w:rsidRDefault="007B2329" w:rsidP="007B2329">
      <w:r>
        <w:t>471.3383</w:t>
      </w:r>
      <w:r>
        <w:tab/>
        <w:t>2.924e0</w:t>
      </w:r>
    </w:p>
    <w:p w:rsidR="007B2329" w:rsidRDefault="007B2329" w:rsidP="007B2329">
      <w:r>
        <w:lastRenderedPageBreak/>
        <w:t>471.3546</w:t>
      </w:r>
      <w:r>
        <w:tab/>
        <w:t>3.038e0</w:t>
      </w:r>
    </w:p>
    <w:p w:rsidR="007B2329" w:rsidRDefault="007B2329" w:rsidP="007B2329">
      <w:r>
        <w:t>471.3585</w:t>
      </w:r>
      <w:r>
        <w:tab/>
        <w:t>2.025e0</w:t>
      </w:r>
    </w:p>
    <w:p w:rsidR="007B2329" w:rsidRDefault="007B2329" w:rsidP="007B2329">
      <w:r>
        <w:t>471.3642</w:t>
      </w:r>
      <w:r>
        <w:tab/>
        <w:t>8.038e0</w:t>
      </w:r>
    </w:p>
    <w:p w:rsidR="007B2329" w:rsidRDefault="007B2329" w:rsidP="007B2329">
      <w:r>
        <w:t>471.3756</w:t>
      </w:r>
      <w:r>
        <w:tab/>
        <w:t>4.051e0</w:t>
      </w:r>
    </w:p>
    <w:p w:rsidR="007B2329" w:rsidRDefault="007B2329" w:rsidP="007B2329">
      <w:r>
        <w:t>471.3841</w:t>
      </w:r>
      <w:r>
        <w:tab/>
        <w:t>3.841e0</w:t>
      </w:r>
    </w:p>
    <w:p w:rsidR="007B2329" w:rsidRDefault="007B2329" w:rsidP="007B2329">
      <w:r>
        <w:t>471.4002</w:t>
      </w:r>
      <w:r>
        <w:tab/>
        <w:t>1.013e0</w:t>
      </w:r>
    </w:p>
    <w:p w:rsidR="007B2329" w:rsidRDefault="007B2329" w:rsidP="007B2329">
      <w:r>
        <w:t>471.4048</w:t>
      </w:r>
      <w:r>
        <w:tab/>
        <w:t>2.174e0</w:t>
      </w:r>
    </w:p>
    <w:p w:rsidR="007B2329" w:rsidRDefault="007B2329" w:rsidP="007B2329">
      <w:r>
        <w:t>471.4068</w:t>
      </w:r>
      <w:r>
        <w:tab/>
        <w:t>1.013e0</w:t>
      </w:r>
    </w:p>
    <w:p w:rsidR="007B2329" w:rsidRDefault="007B2329" w:rsidP="007B2329">
      <w:r>
        <w:t>471.4160</w:t>
      </w:r>
      <w:r>
        <w:tab/>
        <w:t>2.025e0</w:t>
      </w:r>
    </w:p>
    <w:p w:rsidR="007B2329" w:rsidRDefault="007B2329" w:rsidP="007B2329">
      <w:r>
        <w:t>471.4350</w:t>
      </w:r>
      <w:r>
        <w:tab/>
        <w:t>2.025e0</w:t>
      </w:r>
    </w:p>
    <w:p w:rsidR="007B2329" w:rsidRDefault="007B2329" w:rsidP="007B2329">
      <w:r>
        <w:t>471.4428</w:t>
      </w:r>
      <w:r>
        <w:tab/>
        <w:t>3.038e0</w:t>
      </w:r>
    </w:p>
    <w:p w:rsidR="007B2329" w:rsidRDefault="007B2329" w:rsidP="007B2329">
      <w:r>
        <w:t>471.4478</w:t>
      </w:r>
      <w:r>
        <w:tab/>
        <w:t>1.013e0</w:t>
      </w:r>
    </w:p>
    <w:p w:rsidR="007B2329" w:rsidRDefault="007B2329" w:rsidP="007B2329">
      <w:r>
        <w:t>471.4507</w:t>
      </w:r>
      <w:r>
        <w:tab/>
        <w:t>3.038e0</w:t>
      </w:r>
    </w:p>
    <w:p w:rsidR="007B2329" w:rsidRDefault="007B2329" w:rsidP="007B2329">
      <w:r>
        <w:t>471.4549</w:t>
      </w:r>
      <w:r>
        <w:tab/>
        <w:t>1.013e0</w:t>
      </w:r>
    </w:p>
    <w:p w:rsidR="007B2329" w:rsidRDefault="007B2329" w:rsidP="007B2329">
      <w:r>
        <w:t>471.4850</w:t>
      </w:r>
      <w:r>
        <w:tab/>
        <w:t>2.025e0</w:t>
      </w:r>
    </w:p>
    <w:p w:rsidR="007B2329" w:rsidRDefault="007B2329" w:rsidP="007B2329">
      <w:r>
        <w:t>471.4925</w:t>
      </w:r>
      <w:r>
        <w:tab/>
        <w:t>1.499e0</w:t>
      </w:r>
    </w:p>
    <w:p w:rsidR="007B2329" w:rsidRDefault="007B2329" w:rsidP="007B2329">
      <w:r>
        <w:t>471.4972</w:t>
      </w:r>
      <w:r>
        <w:tab/>
        <w:t>2.025e0</w:t>
      </w:r>
    </w:p>
    <w:p w:rsidR="007B2329" w:rsidRDefault="007B2329" w:rsidP="007B2329">
      <w:r>
        <w:t>471.5074</w:t>
      </w:r>
      <w:r>
        <w:tab/>
        <w:t>4.051e0</w:t>
      </w:r>
    </w:p>
    <w:p w:rsidR="007B2329" w:rsidRDefault="007B2329" w:rsidP="007B2329">
      <w:r>
        <w:t>471.5161</w:t>
      </w:r>
      <w:r>
        <w:tab/>
        <w:t>1.013e0</w:t>
      </w:r>
    </w:p>
    <w:p w:rsidR="007B2329" w:rsidRDefault="007B2329" w:rsidP="007B2329">
      <w:r>
        <w:lastRenderedPageBreak/>
        <w:t>471.5272</w:t>
      </w:r>
      <w:r>
        <w:tab/>
        <w:t>2.025e0</w:t>
      </w:r>
    </w:p>
    <w:p w:rsidR="007B2329" w:rsidRDefault="007B2329" w:rsidP="007B2329">
      <w:r>
        <w:t>471.5295</w:t>
      </w:r>
      <w:r>
        <w:tab/>
        <w:t>2.025e0</w:t>
      </w:r>
    </w:p>
    <w:p w:rsidR="007B2329" w:rsidRDefault="007B2329" w:rsidP="007B2329">
      <w:r>
        <w:t>471.5332</w:t>
      </w:r>
      <w:r>
        <w:tab/>
        <w:t>2.038e0</w:t>
      </w:r>
    </w:p>
    <w:p w:rsidR="007B2329" w:rsidRDefault="007B2329" w:rsidP="007B2329">
      <w:r>
        <w:t>471.5464</w:t>
      </w:r>
      <w:r>
        <w:tab/>
        <w:t>2.025e0</w:t>
      </w:r>
    </w:p>
    <w:p w:rsidR="007B2329" w:rsidRDefault="007B2329" w:rsidP="007B2329">
      <w:r>
        <w:t>471.5629</w:t>
      </w:r>
      <w:r>
        <w:tab/>
        <w:t>1.013e0</w:t>
      </w:r>
    </w:p>
    <w:p w:rsidR="007B2329" w:rsidRDefault="007B2329" w:rsidP="007B2329">
      <w:r>
        <w:t>471.5803</w:t>
      </w:r>
      <w:r>
        <w:tab/>
        <w:t>2.025e0</w:t>
      </w:r>
    </w:p>
    <w:p w:rsidR="007B2329" w:rsidRDefault="007B2329" w:rsidP="007B2329">
      <w:r>
        <w:t>471.5958</w:t>
      </w:r>
      <w:r>
        <w:tab/>
        <w:t>1.013e0</w:t>
      </w:r>
    </w:p>
    <w:p w:rsidR="007B2329" w:rsidRDefault="007B2329" w:rsidP="007B2329">
      <w:r>
        <w:t>471.5989</w:t>
      </w:r>
      <w:r>
        <w:tab/>
        <w:t>2.025e0</w:t>
      </w:r>
    </w:p>
    <w:p w:rsidR="007B2329" w:rsidRDefault="007B2329" w:rsidP="007B2329">
      <w:r>
        <w:t>471.6071</w:t>
      </w:r>
      <w:r>
        <w:tab/>
        <w:t>3.038e0</w:t>
      </w:r>
    </w:p>
    <w:p w:rsidR="007B2329" w:rsidRDefault="007B2329" w:rsidP="007B2329">
      <w:r>
        <w:t>471.6266</w:t>
      </w:r>
      <w:r>
        <w:tab/>
        <w:t>4.051e0</w:t>
      </w:r>
    </w:p>
    <w:p w:rsidR="007B2329" w:rsidRDefault="007B2329" w:rsidP="007B2329">
      <w:r>
        <w:t>471.6533</w:t>
      </w:r>
      <w:r>
        <w:tab/>
        <w:t>2.025e0</w:t>
      </w:r>
    </w:p>
    <w:p w:rsidR="007B2329" w:rsidRDefault="007B2329" w:rsidP="007B2329">
      <w:r>
        <w:t>471.6714</w:t>
      </w:r>
      <w:r>
        <w:tab/>
        <w:t>1.013e0</w:t>
      </w:r>
    </w:p>
    <w:p w:rsidR="007B2329" w:rsidRDefault="007B2329" w:rsidP="007B2329">
      <w:r>
        <w:t>471.6862</w:t>
      </w:r>
      <w:r>
        <w:tab/>
        <w:t>1.013e0</w:t>
      </w:r>
    </w:p>
    <w:p w:rsidR="007B2329" w:rsidRDefault="007B2329" w:rsidP="007B2329">
      <w:r>
        <w:t>471.6898</w:t>
      </w:r>
      <w:r>
        <w:tab/>
        <w:t>1.266e-2</w:t>
      </w:r>
    </w:p>
    <w:p w:rsidR="007B2329" w:rsidRDefault="007B2329" w:rsidP="007B2329">
      <w:r>
        <w:t>471.6944</w:t>
      </w:r>
      <w:r>
        <w:tab/>
        <w:t>1.013e0</w:t>
      </w:r>
    </w:p>
    <w:p w:rsidR="007B2329" w:rsidRDefault="007B2329" w:rsidP="007B2329">
      <w:r>
        <w:t>471.7079</w:t>
      </w:r>
      <w:r>
        <w:tab/>
        <w:t>1.013e0</w:t>
      </w:r>
    </w:p>
    <w:p w:rsidR="007B2329" w:rsidRDefault="007B2329" w:rsidP="007B2329">
      <w:r>
        <w:t>471.7112</w:t>
      </w:r>
      <w:r>
        <w:tab/>
        <w:t>1.013e0</w:t>
      </w:r>
    </w:p>
    <w:p w:rsidR="007B2329" w:rsidRDefault="007B2329" w:rsidP="007B2329">
      <w:r>
        <w:t>471.7191</w:t>
      </w:r>
      <w:r>
        <w:tab/>
        <w:t>1.013e0</w:t>
      </w:r>
    </w:p>
    <w:p w:rsidR="007B2329" w:rsidRDefault="007B2329" w:rsidP="007B2329">
      <w:r>
        <w:t>471.7218</w:t>
      </w:r>
      <w:r>
        <w:tab/>
        <w:t>2.025e0</w:t>
      </w:r>
    </w:p>
    <w:p w:rsidR="007B2329" w:rsidRDefault="007B2329" w:rsidP="007B2329">
      <w:r>
        <w:lastRenderedPageBreak/>
        <w:t>471.7520</w:t>
      </w:r>
      <w:r>
        <w:tab/>
        <w:t>2.025e0</w:t>
      </w:r>
    </w:p>
    <w:p w:rsidR="007B2329" w:rsidRDefault="007B2329" w:rsidP="007B2329">
      <w:r>
        <w:t>471.7979</w:t>
      </w:r>
      <w:r>
        <w:tab/>
        <w:t>2.025e0</w:t>
      </w:r>
    </w:p>
    <w:p w:rsidR="007B2329" w:rsidRDefault="007B2329" w:rsidP="007B2329">
      <w:r>
        <w:t>471.8027</w:t>
      </w:r>
      <w:r>
        <w:tab/>
        <w:t>2.025e0</w:t>
      </w:r>
    </w:p>
    <w:p w:rsidR="007B2329" w:rsidRDefault="007B2329" w:rsidP="007B2329">
      <w:r>
        <w:t>471.8046</w:t>
      </w:r>
      <w:r>
        <w:tab/>
        <w:t>2.025e0</w:t>
      </w:r>
    </w:p>
    <w:p w:rsidR="007B2329" w:rsidRDefault="007B2329" w:rsidP="007B2329">
      <w:r>
        <w:t>471.8095</w:t>
      </w:r>
      <w:r>
        <w:tab/>
        <w:t>1.013e0</w:t>
      </w:r>
    </w:p>
    <w:p w:rsidR="007B2329" w:rsidRDefault="007B2329" w:rsidP="007B2329">
      <w:r>
        <w:t>471.8247</w:t>
      </w:r>
      <w:r>
        <w:tab/>
        <w:t>2.025e0</w:t>
      </w:r>
    </w:p>
    <w:p w:rsidR="007B2329" w:rsidRDefault="007B2329" w:rsidP="007B2329">
      <w:r>
        <w:t>471.8671</w:t>
      </w:r>
      <w:r>
        <w:tab/>
        <w:t>2.025e0</w:t>
      </w:r>
    </w:p>
    <w:p w:rsidR="007B2329" w:rsidRDefault="007B2329" w:rsidP="007B2329">
      <w:r>
        <w:t>471.8779</w:t>
      </w:r>
      <w:r>
        <w:tab/>
        <w:t>1.025e0</w:t>
      </w:r>
    </w:p>
    <w:p w:rsidR="007B2329" w:rsidRDefault="007B2329" w:rsidP="007B2329">
      <w:r>
        <w:t>471.8814</w:t>
      </w:r>
      <w:r>
        <w:tab/>
        <w:t>1.013e0</w:t>
      </w:r>
    </w:p>
    <w:p w:rsidR="007B2329" w:rsidRDefault="007B2329" w:rsidP="007B2329">
      <w:r>
        <w:t>471.8847</w:t>
      </w:r>
      <w:r>
        <w:tab/>
        <w:t>1.013e0</w:t>
      </w:r>
    </w:p>
    <w:p w:rsidR="007B2329" w:rsidRDefault="007B2329" w:rsidP="007B2329">
      <w:r>
        <w:t>471.9000</w:t>
      </w:r>
      <w:r>
        <w:tab/>
        <w:t>1.013e0</w:t>
      </w:r>
    </w:p>
    <w:p w:rsidR="007B2329" w:rsidRDefault="007B2329" w:rsidP="007B2329">
      <w:r>
        <w:t>471.9025</w:t>
      </w:r>
      <w:r>
        <w:tab/>
        <w:t>2.025e0</w:t>
      </w:r>
    </w:p>
    <w:p w:rsidR="007B2329" w:rsidRDefault="007B2329" w:rsidP="007B2329">
      <w:r>
        <w:t>471.9349</w:t>
      </w:r>
      <w:r>
        <w:tab/>
        <w:t>3.038e0</w:t>
      </w:r>
    </w:p>
    <w:p w:rsidR="007B2329" w:rsidRDefault="007B2329" w:rsidP="007B2329">
      <w:r>
        <w:t>471.9618</w:t>
      </w:r>
      <w:r>
        <w:tab/>
        <w:t>2.025e0</w:t>
      </w:r>
    </w:p>
    <w:p w:rsidR="007B2329" w:rsidRDefault="007B2329" w:rsidP="007B2329">
      <w:r>
        <w:t>471.9660</w:t>
      </w:r>
      <w:r>
        <w:tab/>
        <w:t>2.025e0</w:t>
      </w:r>
    </w:p>
    <w:p w:rsidR="007B2329" w:rsidRDefault="007B2329" w:rsidP="007B2329">
      <w:r>
        <w:t>471.9906</w:t>
      </w:r>
      <w:r>
        <w:tab/>
        <w:t>1.013e0</w:t>
      </w:r>
    </w:p>
    <w:p w:rsidR="007B2329" w:rsidRDefault="007B2329" w:rsidP="007B2329">
      <w:r>
        <w:t>472.0007</w:t>
      </w:r>
      <w:r>
        <w:tab/>
        <w:t>5.063e0</w:t>
      </w:r>
    </w:p>
    <w:p w:rsidR="007B2329" w:rsidRDefault="007B2329" w:rsidP="007B2329">
      <w:r>
        <w:t>472.0400</w:t>
      </w:r>
      <w:r>
        <w:tab/>
        <w:t>2.025e0</w:t>
      </w:r>
    </w:p>
    <w:p w:rsidR="007B2329" w:rsidRDefault="007B2329" w:rsidP="007B2329">
      <w:r>
        <w:t>472.0482</w:t>
      </w:r>
      <w:r>
        <w:tab/>
        <w:t>1.013e0</w:t>
      </w:r>
    </w:p>
    <w:p w:rsidR="007B2329" w:rsidRDefault="007B2329" w:rsidP="007B2329">
      <w:r>
        <w:lastRenderedPageBreak/>
        <w:t>472.0552</w:t>
      </w:r>
      <w:r>
        <w:tab/>
        <w:t>1.013e0</w:t>
      </w:r>
    </w:p>
    <w:p w:rsidR="007B2329" w:rsidRDefault="007B2329" w:rsidP="007B2329">
      <w:r>
        <w:t>472.0586</w:t>
      </w:r>
      <w:r>
        <w:tab/>
        <w:t>1.013e0</w:t>
      </w:r>
    </w:p>
    <w:p w:rsidR="007B2329" w:rsidRDefault="007B2329" w:rsidP="007B2329">
      <w:r>
        <w:t>472.0938</w:t>
      </w:r>
      <w:r>
        <w:tab/>
        <w:t>2.025e0</w:t>
      </w:r>
    </w:p>
    <w:p w:rsidR="007B2329" w:rsidRDefault="007B2329" w:rsidP="007B2329">
      <w:r>
        <w:t>472.0981</w:t>
      </w:r>
      <w:r>
        <w:tab/>
        <w:t>1.013e0</w:t>
      </w:r>
    </w:p>
    <w:p w:rsidR="007B2329" w:rsidRDefault="007B2329" w:rsidP="007B2329">
      <w:r>
        <w:t>472.1165</w:t>
      </w:r>
      <w:r>
        <w:tab/>
        <w:t>1.778e0</w:t>
      </w:r>
    </w:p>
    <w:p w:rsidR="007B2329" w:rsidRDefault="007B2329" w:rsidP="007B2329">
      <w:r>
        <w:t>472.1207</w:t>
      </w:r>
      <w:r>
        <w:tab/>
        <w:t>3.887e0</w:t>
      </w:r>
    </w:p>
    <w:p w:rsidR="007B2329" w:rsidRDefault="007B2329" w:rsidP="007B2329">
      <w:r>
        <w:t>472.1455</w:t>
      </w:r>
      <w:r>
        <w:tab/>
        <w:t>2.025e0</w:t>
      </w:r>
    </w:p>
    <w:p w:rsidR="007B2329" w:rsidRDefault="007B2329" w:rsidP="007B2329">
      <w:r>
        <w:t>472.1488</w:t>
      </w:r>
      <w:r>
        <w:tab/>
        <w:t>2.028e0</w:t>
      </w:r>
    </w:p>
    <w:p w:rsidR="007B2329" w:rsidRDefault="007B2329" w:rsidP="007B2329">
      <w:r>
        <w:t>472.1536</w:t>
      </w:r>
      <w:r>
        <w:tab/>
        <w:t>9.791e0</w:t>
      </w:r>
    </w:p>
    <w:p w:rsidR="007B2329" w:rsidRDefault="007B2329" w:rsidP="007B2329">
      <w:r>
        <w:t>472.1578</w:t>
      </w:r>
      <w:r>
        <w:tab/>
        <w:t>2.842e0</w:t>
      </w:r>
    </w:p>
    <w:p w:rsidR="007B2329" w:rsidRDefault="007B2329" w:rsidP="007B2329">
      <w:r>
        <w:t>472.1703</w:t>
      </w:r>
      <w:r>
        <w:tab/>
        <w:t>3.150e0</w:t>
      </w:r>
    </w:p>
    <w:p w:rsidR="007B2329" w:rsidRDefault="007B2329" w:rsidP="007B2329">
      <w:r>
        <w:t>472.1887</w:t>
      </w:r>
      <w:r>
        <w:tab/>
        <w:t>1.143e0</w:t>
      </w:r>
    </w:p>
    <w:p w:rsidR="007B2329" w:rsidRDefault="007B2329" w:rsidP="007B2329">
      <w:r>
        <w:t>472.2376</w:t>
      </w:r>
      <w:r>
        <w:tab/>
        <w:t>1.013e0</w:t>
      </w:r>
    </w:p>
    <w:p w:rsidR="007B2329" w:rsidRDefault="007B2329" w:rsidP="007B2329">
      <w:r>
        <w:t>472.2408</w:t>
      </w:r>
      <w:r>
        <w:tab/>
        <w:t>3.051e0</w:t>
      </w:r>
    </w:p>
    <w:p w:rsidR="007B2329" w:rsidRDefault="007B2329" w:rsidP="007B2329">
      <w:r>
        <w:t>472.2538</w:t>
      </w:r>
      <w:r>
        <w:tab/>
        <w:t>2.689e0</w:t>
      </w:r>
    </w:p>
    <w:p w:rsidR="007B2329" w:rsidRDefault="007B2329" w:rsidP="007B2329">
      <w:r>
        <w:t>472.2716</w:t>
      </w:r>
      <w:r>
        <w:tab/>
        <w:t>2.636e0</w:t>
      </w:r>
    </w:p>
    <w:p w:rsidR="007B2329" w:rsidRDefault="007B2329" w:rsidP="007B2329">
      <w:r>
        <w:t>472.3115</w:t>
      </w:r>
      <w:r>
        <w:tab/>
        <w:t>1.266e-2</w:t>
      </w:r>
    </w:p>
    <w:p w:rsidR="007B2329" w:rsidRDefault="007B2329" w:rsidP="007B2329">
      <w:r>
        <w:t>472.3167</w:t>
      </w:r>
      <w:r>
        <w:tab/>
        <w:t>1.967e0</w:t>
      </w:r>
    </w:p>
    <w:p w:rsidR="007B2329" w:rsidRDefault="007B2329" w:rsidP="007B2329">
      <w:r>
        <w:t>472.3281</w:t>
      </w:r>
      <w:r>
        <w:tab/>
        <w:t>1.174e0</w:t>
      </w:r>
    </w:p>
    <w:p w:rsidR="007B2329" w:rsidRDefault="007B2329" w:rsidP="007B2329">
      <w:r>
        <w:lastRenderedPageBreak/>
        <w:t>472.3481</w:t>
      </w:r>
      <w:r>
        <w:tab/>
        <w:t>1.013e0</w:t>
      </w:r>
    </w:p>
    <w:p w:rsidR="007B2329" w:rsidRDefault="007B2329" w:rsidP="007B2329">
      <w:r>
        <w:t>472.3651</w:t>
      </w:r>
      <w:r>
        <w:tab/>
        <w:t>3.038e0</w:t>
      </w:r>
    </w:p>
    <w:p w:rsidR="007B2329" w:rsidRDefault="007B2329" w:rsidP="007B2329">
      <w:r>
        <w:t>472.3773</w:t>
      </w:r>
      <w:r>
        <w:tab/>
        <w:t>1.013e0</w:t>
      </w:r>
    </w:p>
    <w:p w:rsidR="007B2329" w:rsidRDefault="007B2329" w:rsidP="007B2329">
      <w:r>
        <w:t>472.3846</w:t>
      </w:r>
      <w:r>
        <w:tab/>
        <w:t>1.013e0</w:t>
      </w:r>
    </w:p>
    <w:p w:rsidR="007B2329" w:rsidRDefault="007B2329" w:rsidP="007B2329">
      <w:r>
        <w:t>472.4062</w:t>
      </w:r>
      <w:r>
        <w:tab/>
        <w:t>2.025e0</w:t>
      </w:r>
    </w:p>
    <w:p w:rsidR="007B2329" w:rsidRDefault="007B2329" w:rsidP="007B2329">
      <w:r>
        <w:t>472.4079</w:t>
      </w:r>
      <w:r>
        <w:tab/>
        <w:t>5.063e0</w:t>
      </w:r>
    </w:p>
    <w:p w:rsidR="007B2329" w:rsidRDefault="007B2329" w:rsidP="007B2329">
      <w:r>
        <w:t>472.4185</w:t>
      </w:r>
      <w:r>
        <w:tab/>
        <w:t>1.013e0</w:t>
      </w:r>
    </w:p>
    <w:p w:rsidR="007B2329" w:rsidRDefault="007B2329" w:rsidP="007B2329">
      <w:r>
        <w:t>472.4272</w:t>
      </w:r>
      <w:r>
        <w:tab/>
        <w:t>3.038e0</w:t>
      </w:r>
    </w:p>
    <w:p w:rsidR="007B2329" w:rsidRDefault="007B2329" w:rsidP="007B2329">
      <w:r>
        <w:t>472.4424</w:t>
      </w:r>
      <w:r>
        <w:tab/>
        <w:t>1.013e0</w:t>
      </w:r>
    </w:p>
    <w:p w:rsidR="007B2329" w:rsidRDefault="007B2329" w:rsidP="007B2329">
      <w:r>
        <w:t>472.4456</w:t>
      </w:r>
      <w:r>
        <w:tab/>
        <w:t>1.013e0</w:t>
      </w:r>
    </w:p>
    <w:p w:rsidR="007B2329" w:rsidRDefault="007B2329" w:rsidP="007B2329">
      <w:r>
        <w:t>472.4514</w:t>
      </w:r>
      <w:r>
        <w:tab/>
        <w:t>1.013e0</w:t>
      </w:r>
    </w:p>
    <w:p w:rsidR="007B2329" w:rsidRDefault="007B2329" w:rsidP="007B2329">
      <w:r>
        <w:t>472.4818</w:t>
      </w:r>
      <w:r>
        <w:tab/>
        <w:t>1.013e0</w:t>
      </w:r>
    </w:p>
    <w:p w:rsidR="007B2329" w:rsidRDefault="007B2329" w:rsidP="007B2329">
      <w:r>
        <w:t>472.4852</w:t>
      </w:r>
      <w:r>
        <w:tab/>
        <w:t>1.013e0</w:t>
      </w:r>
    </w:p>
    <w:p w:rsidR="007B2329" w:rsidRDefault="007B2329" w:rsidP="007B2329">
      <w:r>
        <w:t>472.5003</w:t>
      </w:r>
      <w:r>
        <w:tab/>
        <w:t>2.025e0</w:t>
      </w:r>
    </w:p>
    <w:p w:rsidR="007B2329" w:rsidRDefault="007B2329" w:rsidP="007B2329">
      <w:r>
        <w:t>472.5036</w:t>
      </w:r>
      <w:r>
        <w:tab/>
        <w:t>1.266e-2</w:t>
      </w:r>
    </w:p>
    <w:p w:rsidR="007B2329" w:rsidRDefault="007B2329" w:rsidP="007B2329">
      <w:r>
        <w:t>472.5504</w:t>
      </w:r>
      <w:r>
        <w:tab/>
        <w:t>1.013e0</w:t>
      </w:r>
    </w:p>
    <w:p w:rsidR="007B2329" w:rsidRDefault="007B2329" w:rsidP="007B2329">
      <w:r>
        <w:t>472.5674</w:t>
      </w:r>
      <w:r>
        <w:tab/>
        <w:t>3.038e0</w:t>
      </w:r>
    </w:p>
    <w:p w:rsidR="007B2329" w:rsidRDefault="007B2329" w:rsidP="007B2329">
      <w:r>
        <w:t>472.5750</w:t>
      </w:r>
      <w:r>
        <w:tab/>
        <w:t>1.013e0</w:t>
      </w:r>
    </w:p>
    <w:p w:rsidR="007B2329" w:rsidRDefault="007B2329" w:rsidP="007B2329">
      <w:r>
        <w:t>472.5772</w:t>
      </w:r>
      <w:r>
        <w:tab/>
        <w:t>4.063e0</w:t>
      </w:r>
    </w:p>
    <w:p w:rsidR="007B2329" w:rsidRDefault="007B2329" w:rsidP="007B2329">
      <w:r>
        <w:lastRenderedPageBreak/>
        <w:t>472.5795</w:t>
      </w:r>
      <w:r>
        <w:tab/>
        <w:t>1.013e0</w:t>
      </w:r>
    </w:p>
    <w:p w:rsidR="007B2329" w:rsidRDefault="007B2329" w:rsidP="007B2329">
      <w:r>
        <w:t>472.6010</w:t>
      </w:r>
      <w:r>
        <w:tab/>
        <w:t>1.266e-2</w:t>
      </w:r>
    </w:p>
    <w:p w:rsidR="007B2329" w:rsidRDefault="007B2329" w:rsidP="007B2329">
      <w:r>
        <w:t>472.6081</w:t>
      </w:r>
      <w:r>
        <w:tab/>
        <w:t>1.013e0</w:t>
      </w:r>
    </w:p>
    <w:p w:rsidR="007B2329" w:rsidRDefault="007B2329" w:rsidP="007B2329">
      <w:r>
        <w:t>472.6244</w:t>
      </w:r>
      <w:r>
        <w:tab/>
        <w:t>1.013e0</w:t>
      </w:r>
    </w:p>
    <w:p w:rsidR="007B2329" w:rsidRDefault="007B2329" w:rsidP="007B2329">
      <w:r>
        <w:t>472.6283</w:t>
      </w:r>
      <w:r>
        <w:tab/>
        <w:t>2.025e0</w:t>
      </w:r>
    </w:p>
    <w:p w:rsidR="007B2329" w:rsidRDefault="007B2329" w:rsidP="007B2329">
      <w:r>
        <w:t>472.6345</w:t>
      </w:r>
      <w:r>
        <w:tab/>
        <w:t>3.038e0</w:t>
      </w:r>
    </w:p>
    <w:p w:rsidR="007B2329" w:rsidRDefault="007B2329" w:rsidP="007B2329">
      <w:r>
        <w:t>472.6493</w:t>
      </w:r>
      <w:r>
        <w:tab/>
        <w:t>1.013e0</w:t>
      </w:r>
    </w:p>
    <w:p w:rsidR="007B2329" w:rsidRDefault="007B2329" w:rsidP="007B2329">
      <w:r>
        <w:t>472.6590</w:t>
      </w:r>
      <w:r>
        <w:tab/>
        <w:t>1.013e0</w:t>
      </w:r>
    </w:p>
    <w:p w:rsidR="007B2329" w:rsidRDefault="007B2329" w:rsidP="007B2329">
      <w:r>
        <w:t>472.6822</w:t>
      </w:r>
      <w:r>
        <w:tab/>
        <w:t>1.013e0</w:t>
      </w:r>
    </w:p>
    <w:p w:rsidR="007B2329" w:rsidRDefault="007B2329" w:rsidP="007B2329">
      <w:r>
        <w:t>472.6903</w:t>
      </w:r>
      <w:r>
        <w:tab/>
        <w:t>1.013e0</w:t>
      </w:r>
    </w:p>
    <w:p w:rsidR="007B2329" w:rsidRDefault="007B2329" w:rsidP="007B2329">
      <w:r>
        <w:t>472.7410</w:t>
      </w:r>
      <w:r>
        <w:tab/>
        <w:t>5.063e0</w:t>
      </w:r>
    </w:p>
    <w:p w:rsidR="007B2329" w:rsidRDefault="007B2329" w:rsidP="007B2329">
      <w:r>
        <w:t>472.7480</w:t>
      </w:r>
      <w:r>
        <w:tab/>
        <w:t>2.025e0</w:t>
      </w:r>
    </w:p>
    <w:p w:rsidR="007B2329" w:rsidRDefault="007B2329" w:rsidP="007B2329">
      <w:r>
        <w:t>472.7517</w:t>
      </w:r>
      <w:r>
        <w:tab/>
        <w:t>2.025e0</w:t>
      </w:r>
    </w:p>
    <w:p w:rsidR="007B2329" w:rsidRDefault="007B2329" w:rsidP="007B2329">
      <w:r>
        <w:t>472.7532</w:t>
      </w:r>
      <w:r>
        <w:tab/>
        <w:t>1.013e0</w:t>
      </w:r>
    </w:p>
    <w:p w:rsidR="007B2329" w:rsidRDefault="007B2329" w:rsidP="007B2329">
      <w:r>
        <w:t>472.7748</w:t>
      </w:r>
      <w:r>
        <w:tab/>
        <w:t>3.038e0</w:t>
      </w:r>
    </w:p>
    <w:p w:rsidR="007B2329" w:rsidRDefault="007B2329" w:rsidP="007B2329">
      <w:r>
        <w:t>472.7846</w:t>
      </w:r>
      <w:r>
        <w:tab/>
        <w:t>2.025e0</w:t>
      </w:r>
    </w:p>
    <w:p w:rsidR="007B2329" w:rsidRDefault="007B2329" w:rsidP="007B2329">
      <w:r>
        <w:t>472.7892</w:t>
      </w:r>
      <w:r>
        <w:tab/>
        <w:t>1.013e0</w:t>
      </w:r>
    </w:p>
    <w:p w:rsidR="007B2329" w:rsidRDefault="007B2329" w:rsidP="007B2329">
      <w:r>
        <w:t>472.7976</w:t>
      </w:r>
      <w:r>
        <w:tab/>
        <w:t>1.013e0</w:t>
      </w:r>
    </w:p>
    <w:p w:rsidR="007B2329" w:rsidRDefault="007B2329" w:rsidP="007B2329">
      <w:r>
        <w:t>472.8057</w:t>
      </w:r>
      <w:r>
        <w:tab/>
        <w:t>1.013e0</w:t>
      </w:r>
    </w:p>
    <w:p w:rsidR="007B2329" w:rsidRDefault="007B2329" w:rsidP="007B2329">
      <w:r>
        <w:lastRenderedPageBreak/>
        <w:t>472.8315</w:t>
      </w:r>
      <w:r>
        <w:tab/>
        <w:t>2.025e0</w:t>
      </w:r>
    </w:p>
    <w:p w:rsidR="007B2329" w:rsidRDefault="007B2329" w:rsidP="007B2329">
      <w:r>
        <w:t>472.8327</w:t>
      </w:r>
      <w:r>
        <w:tab/>
        <w:t>1.013e0</w:t>
      </w:r>
    </w:p>
    <w:p w:rsidR="007B2329" w:rsidRDefault="007B2329" w:rsidP="007B2329">
      <w:r>
        <w:t>472.8437</w:t>
      </w:r>
      <w:r>
        <w:tab/>
        <w:t>2.025e0</w:t>
      </w:r>
    </w:p>
    <w:p w:rsidR="007B2329" w:rsidRDefault="007B2329" w:rsidP="007B2329">
      <w:r>
        <w:t>472.8635</w:t>
      </w:r>
      <w:r>
        <w:tab/>
        <w:t>1.013e0</w:t>
      </w:r>
    </w:p>
    <w:p w:rsidR="007B2329" w:rsidRDefault="007B2329" w:rsidP="007B2329">
      <w:r>
        <w:t>472.8906</w:t>
      </w:r>
      <w:r>
        <w:tab/>
        <w:t>2.025e0</w:t>
      </w:r>
    </w:p>
    <w:p w:rsidR="007B2329" w:rsidRDefault="007B2329" w:rsidP="007B2329">
      <w:r>
        <w:t>472.9046</w:t>
      </w:r>
      <w:r>
        <w:tab/>
        <w:t>1.013e0</w:t>
      </w:r>
    </w:p>
    <w:p w:rsidR="007B2329" w:rsidRDefault="007B2329" w:rsidP="007B2329">
      <w:r>
        <w:t>472.9134</w:t>
      </w:r>
      <w:r>
        <w:tab/>
        <w:t>2.025e0</w:t>
      </w:r>
    </w:p>
    <w:p w:rsidR="007B2329" w:rsidRDefault="007B2329" w:rsidP="007B2329">
      <w:r>
        <w:t>472.9301</w:t>
      </w:r>
      <w:r>
        <w:tab/>
        <w:t>1.013e0</w:t>
      </w:r>
    </w:p>
    <w:p w:rsidR="007B2329" w:rsidRDefault="007B2329" w:rsidP="007B2329">
      <w:r>
        <w:t>472.9485</w:t>
      </w:r>
      <w:r>
        <w:tab/>
        <w:t>1.013e0</w:t>
      </w:r>
    </w:p>
    <w:p w:rsidR="007B2329" w:rsidRDefault="007B2329" w:rsidP="007B2329">
      <w:r>
        <w:t>472.9560</w:t>
      </w:r>
      <w:r>
        <w:tab/>
        <w:t>2.025e0</w:t>
      </w:r>
    </w:p>
    <w:p w:rsidR="007B2329" w:rsidRDefault="007B2329" w:rsidP="007B2329">
      <w:r>
        <w:t>473.0031</w:t>
      </w:r>
      <w:r>
        <w:tab/>
        <w:t>1.013e0</w:t>
      </w:r>
    </w:p>
    <w:p w:rsidR="007B2329" w:rsidRDefault="007B2329" w:rsidP="007B2329">
      <w:r>
        <w:t>473.0427</w:t>
      </w:r>
      <w:r>
        <w:tab/>
        <w:t>1.013e0</w:t>
      </w:r>
    </w:p>
    <w:p w:rsidR="007B2329" w:rsidRDefault="007B2329" w:rsidP="007B2329">
      <w:r>
        <w:t>473.0460</w:t>
      </w:r>
      <w:r>
        <w:tab/>
        <w:t>2.025e0</w:t>
      </w:r>
    </w:p>
    <w:p w:rsidR="007B2329" w:rsidRDefault="007B2329" w:rsidP="007B2329">
      <w:r>
        <w:t>473.0530</w:t>
      </w:r>
      <w:r>
        <w:tab/>
        <w:t>1.013e0</w:t>
      </w:r>
    </w:p>
    <w:p w:rsidR="007B2329" w:rsidRDefault="007B2329" w:rsidP="007B2329">
      <w:r>
        <w:t>473.1042</w:t>
      </w:r>
      <w:r>
        <w:tab/>
        <w:t>8.475e0</w:t>
      </w:r>
    </w:p>
    <w:p w:rsidR="007B2329" w:rsidRDefault="007B2329" w:rsidP="007B2329">
      <w:r>
        <w:t>473.1197</w:t>
      </w:r>
      <w:r>
        <w:tab/>
        <w:t>5.063e0</w:t>
      </w:r>
    </w:p>
    <w:p w:rsidR="007B2329" w:rsidRDefault="007B2329" w:rsidP="007B2329">
      <w:r>
        <w:t>473.1246</w:t>
      </w:r>
      <w:r>
        <w:tab/>
        <w:t>6.115e0</w:t>
      </w:r>
    </w:p>
    <w:p w:rsidR="007B2329" w:rsidRDefault="007B2329" w:rsidP="007B2329">
      <w:r>
        <w:t>473.1278</w:t>
      </w:r>
      <w:r>
        <w:tab/>
        <w:t>4.106e1</w:t>
      </w:r>
    </w:p>
    <w:p w:rsidR="007B2329" w:rsidRDefault="007B2329" w:rsidP="007B2329">
      <w:r>
        <w:t>473.1312</w:t>
      </w:r>
      <w:r>
        <w:tab/>
        <w:t>7.711e0</w:t>
      </w:r>
    </w:p>
    <w:p w:rsidR="007B2329" w:rsidRDefault="007B2329" w:rsidP="007B2329">
      <w:r>
        <w:lastRenderedPageBreak/>
        <w:t>473.1344</w:t>
      </w:r>
      <w:r>
        <w:tab/>
        <w:t>1.957e1</w:t>
      </w:r>
    </w:p>
    <w:p w:rsidR="007B2329" w:rsidRDefault="007B2329" w:rsidP="007B2329">
      <w:r>
        <w:t>473.1382</w:t>
      </w:r>
      <w:r>
        <w:tab/>
        <w:t>1.548e1</w:t>
      </w:r>
    </w:p>
    <w:p w:rsidR="007B2329" w:rsidRDefault="007B2329" w:rsidP="007B2329">
      <w:r>
        <w:t>473.1453</w:t>
      </w:r>
      <w:r>
        <w:tab/>
        <w:t>3.038e0</w:t>
      </w:r>
    </w:p>
    <w:p w:rsidR="007B2329" w:rsidRDefault="007B2329" w:rsidP="007B2329">
      <w:r>
        <w:t>473.1633</w:t>
      </w:r>
      <w:r>
        <w:tab/>
        <w:t>5.823e0</w:t>
      </w:r>
    </w:p>
    <w:p w:rsidR="007B2329" w:rsidRDefault="007B2329" w:rsidP="007B2329">
      <w:r>
        <w:t>473.2565</w:t>
      </w:r>
      <w:r>
        <w:tab/>
        <w:t>1.899e0</w:t>
      </w:r>
    </w:p>
    <w:p w:rsidR="007B2329" w:rsidRDefault="007B2329" w:rsidP="007B2329">
      <w:r>
        <w:t>473.2630</w:t>
      </w:r>
      <w:r>
        <w:tab/>
        <w:t>6.423e0</w:t>
      </w:r>
    </w:p>
    <w:p w:rsidR="007B2329" w:rsidRDefault="007B2329" w:rsidP="007B2329">
      <w:r>
        <w:t>473.2709</w:t>
      </w:r>
      <w:r>
        <w:tab/>
        <w:t>6.124e0</w:t>
      </w:r>
    </w:p>
    <w:p w:rsidR="007B2329" w:rsidRDefault="007B2329" w:rsidP="007B2329">
      <w:r>
        <w:t>473.2832</w:t>
      </w:r>
      <w:r>
        <w:tab/>
        <w:t>5.135e0</w:t>
      </w:r>
    </w:p>
    <w:p w:rsidR="007B2329" w:rsidRDefault="007B2329" w:rsidP="007B2329">
      <w:r>
        <w:t>473.2894</w:t>
      </w:r>
      <w:r>
        <w:tab/>
        <w:t>9.599e-1</w:t>
      </w:r>
    </w:p>
    <w:p w:rsidR="007B2329" w:rsidRDefault="007B2329" w:rsidP="007B2329">
      <w:r>
        <w:t>473.3073</w:t>
      </w:r>
      <w:r>
        <w:tab/>
        <w:t>3.656e0</w:t>
      </w:r>
    </w:p>
    <w:p w:rsidR="007B2329" w:rsidRDefault="007B2329" w:rsidP="007B2329">
      <w:r>
        <w:t>473.3087</w:t>
      </w:r>
      <w:r>
        <w:tab/>
        <w:t>4.051e0</w:t>
      </w:r>
    </w:p>
    <w:p w:rsidR="007B2329" w:rsidRDefault="007B2329" w:rsidP="007B2329">
      <w:r>
        <w:t>473.3253</w:t>
      </w:r>
      <w:r>
        <w:tab/>
        <w:t>1.227e0</w:t>
      </w:r>
    </w:p>
    <w:p w:rsidR="007B2329" w:rsidRDefault="007B2329" w:rsidP="007B2329">
      <w:r>
        <w:t>473.3347</w:t>
      </w:r>
      <w:r>
        <w:tab/>
        <w:t>6.821e0</w:t>
      </w:r>
    </w:p>
    <w:p w:rsidR="007B2329" w:rsidRDefault="007B2329" w:rsidP="007B2329">
      <w:r>
        <w:t>473.3373</w:t>
      </w:r>
      <w:r>
        <w:tab/>
        <w:t>6.571e0</w:t>
      </w:r>
    </w:p>
    <w:p w:rsidR="007B2329" w:rsidRDefault="007B2329" w:rsidP="007B2329">
      <w:r>
        <w:t>473.3437</w:t>
      </w:r>
      <w:r>
        <w:tab/>
        <w:t>6.622e0</w:t>
      </w:r>
    </w:p>
    <w:p w:rsidR="007B2329" w:rsidRDefault="007B2329" w:rsidP="007B2329">
      <w:r>
        <w:t>473.3534</w:t>
      </w:r>
      <w:r>
        <w:tab/>
        <w:t>3.051e0</w:t>
      </w:r>
    </w:p>
    <w:p w:rsidR="007B2329" w:rsidRDefault="007B2329" w:rsidP="007B2329">
      <w:r>
        <w:t>473.3581</w:t>
      </w:r>
      <w:r>
        <w:tab/>
        <w:t>1.013e0</w:t>
      </w:r>
    </w:p>
    <w:p w:rsidR="007B2329" w:rsidRDefault="007B2329" w:rsidP="007B2329">
      <w:r>
        <w:t>473.3714</w:t>
      </w:r>
      <w:r>
        <w:tab/>
        <w:t>5.063e0</w:t>
      </w:r>
    </w:p>
    <w:p w:rsidR="007B2329" w:rsidRDefault="007B2329" w:rsidP="007B2329">
      <w:r>
        <w:t>473.3996</w:t>
      </w:r>
      <w:r>
        <w:tab/>
        <w:t>1.013e0</w:t>
      </w:r>
    </w:p>
    <w:p w:rsidR="007B2329" w:rsidRDefault="007B2329" w:rsidP="007B2329">
      <w:r>
        <w:lastRenderedPageBreak/>
        <w:t>473.4121</w:t>
      </w:r>
      <w:r>
        <w:tab/>
        <w:t>6.076e0</w:t>
      </w:r>
    </w:p>
    <w:p w:rsidR="007B2329" w:rsidRDefault="007B2329" w:rsidP="007B2329">
      <w:r>
        <w:t>473.4481</w:t>
      </w:r>
      <w:r>
        <w:tab/>
        <w:t>1.013e0</w:t>
      </w:r>
    </w:p>
    <w:p w:rsidR="007B2329" w:rsidRDefault="007B2329" w:rsidP="007B2329">
      <w:r>
        <w:t>473.4821</w:t>
      </w:r>
      <w:r>
        <w:tab/>
        <w:t>1.013e0</w:t>
      </w:r>
    </w:p>
    <w:p w:rsidR="007B2329" w:rsidRDefault="007B2329" w:rsidP="007B2329">
      <w:r>
        <w:t>473.4875</w:t>
      </w:r>
      <w:r>
        <w:tab/>
        <w:t>1.013e0</w:t>
      </w:r>
    </w:p>
    <w:p w:rsidR="007B2329" w:rsidRDefault="007B2329" w:rsidP="007B2329">
      <w:r>
        <w:t>473.5184</w:t>
      </w:r>
      <w:r>
        <w:tab/>
        <w:t>2.025e0</w:t>
      </w:r>
    </w:p>
    <w:p w:rsidR="007B2329" w:rsidRDefault="007B2329" w:rsidP="007B2329">
      <w:r>
        <w:t>473.5274</w:t>
      </w:r>
      <w:r>
        <w:tab/>
        <w:t>3.038e0</w:t>
      </w:r>
    </w:p>
    <w:p w:rsidR="007B2329" w:rsidRDefault="007B2329" w:rsidP="007B2329">
      <w:r>
        <w:t>473.5488</w:t>
      </w:r>
      <w:r>
        <w:tab/>
        <w:t>3.038e0</w:t>
      </w:r>
    </w:p>
    <w:p w:rsidR="007B2329" w:rsidRDefault="007B2329" w:rsidP="007B2329">
      <w:r>
        <w:t>473.5671</w:t>
      </w:r>
      <w:r>
        <w:tab/>
        <w:t>1.013e0</w:t>
      </w:r>
    </w:p>
    <w:p w:rsidR="007B2329" w:rsidRDefault="007B2329" w:rsidP="007B2329">
      <w:r>
        <w:t>473.5746</w:t>
      </w:r>
      <w:r>
        <w:tab/>
        <w:t>2.025e0</w:t>
      </w:r>
    </w:p>
    <w:p w:rsidR="007B2329" w:rsidRDefault="007B2329" w:rsidP="007B2329">
      <w:r>
        <w:t>473.5824</w:t>
      </w:r>
      <w:r>
        <w:tab/>
        <w:t>2.025e0</w:t>
      </w:r>
    </w:p>
    <w:p w:rsidR="007B2329" w:rsidRDefault="007B2329" w:rsidP="007B2329">
      <w:r>
        <w:t>473.6035</w:t>
      </w:r>
      <w:r>
        <w:tab/>
        <w:t>1.013e0</w:t>
      </w:r>
    </w:p>
    <w:p w:rsidR="007B2329" w:rsidRDefault="007B2329" w:rsidP="007B2329">
      <w:r>
        <w:t>473.6190</w:t>
      </w:r>
      <w:r>
        <w:tab/>
        <w:t>2.025e0</w:t>
      </w:r>
    </w:p>
    <w:p w:rsidR="007B2329" w:rsidRDefault="007B2329" w:rsidP="007B2329">
      <w:r>
        <w:t>473.6737</w:t>
      </w:r>
      <w:r>
        <w:tab/>
        <w:t>2.025e0</w:t>
      </w:r>
    </w:p>
    <w:p w:rsidR="007B2329" w:rsidRDefault="007B2329" w:rsidP="007B2329">
      <w:r>
        <w:t>473.6883</w:t>
      </w:r>
      <w:r>
        <w:tab/>
        <w:t>1.013e0</w:t>
      </w:r>
    </w:p>
    <w:p w:rsidR="007B2329" w:rsidRDefault="007B2329" w:rsidP="007B2329">
      <w:r>
        <w:t>473.6925</w:t>
      </w:r>
      <w:r>
        <w:tab/>
        <w:t>3.038e0</w:t>
      </w:r>
    </w:p>
    <w:p w:rsidR="007B2329" w:rsidRDefault="007B2329" w:rsidP="007B2329">
      <w:r>
        <w:t>473.6965</w:t>
      </w:r>
      <w:r>
        <w:tab/>
        <w:t>1.013e0</w:t>
      </w:r>
    </w:p>
    <w:p w:rsidR="007B2329" w:rsidRDefault="007B2329" w:rsidP="007B2329">
      <w:r>
        <w:t>473.7011</w:t>
      </w:r>
      <w:r>
        <w:tab/>
        <w:t>1.013e0</w:t>
      </w:r>
    </w:p>
    <w:p w:rsidR="007B2329" w:rsidRDefault="007B2329" w:rsidP="007B2329">
      <w:r>
        <w:t>473.7192</w:t>
      </w:r>
      <w:r>
        <w:tab/>
        <w:t>1.013e0</w:t>
      </w:r>
    </w:p>
    <w:p w:rsidR="007B2329" w:rsidRDefault="007B2329" w:rsidP="007B2329">
      <w:r>
        <w:t>473.7205</w:t>
      </w:r>
      <w:r>
        <w:tab/>
        <w:t>2.025e0</w:t>
      </w:r>
    </w:p>
    <w:p w:rsidR="007B2329" w:rsidRDefault="007B2329" w:rsidP="007B2329">
      <w:r>
        <w:lastRenderedPageBreak/>
        <w:t>473.7411</w:t>
      </w:r>
      <w:r>
        <w:tab/>
        <w:t>1.013e0</w:t>
      </w:r>
    </w:p>
    <w:p w:rsidR="007B2329" w:rsidRDefault="007B2329" w:rsidP="007B2329">
      <w:r>
        <w:t>473.7423</w:t>
      </w:r>
      <w:r>
        <w:tab/>
        <w:t>2.025e0</w:t>
      </w:r>
    </w:p>
    <w:p w:rsidR="007B2329" w:rsidRDefault="007B2329" w:rsidP="007B2329">
      <w:r>
        <w:t>473.7436</w:t>
      </w:r>
      <w:r>
        <w:tab/>
        <w:t>3.038e0</w:t>
      </w:r>
    </w:p>
    <w:p w:rsidR="007B2329" w:rsidRDefault="007B2329" w:rsidP="007B2329">
      <w:r>
        <w:t>473.7710</w:t>
      </w:r>
      <w:r>
        <w:tab/>
        <w:t>2.432e0</w:t>
      </w:r>
    </w:p>
    <w:p w:rsidR="007B2329" w:rsidRDefault="007B2329" w:rsidP="007B2329">
      <w:r>
        <w:t>473.7879</w:t>
      </w:r>
      <w:r>
        <w:tab/>
        <w:t>2.025e0</w:t>
      </w:r>
    </w:p>
    <w:p w:rsidR="007B2329" w:rsidRDefault="007B2329" w:rsidP="007B2329">
      <w:r>
        <w:t>473.7914</w:t>
      </w:r>
      <w:r>
        <w:tab/>
        <w:t>4.051e0</w:t>
      </w:r>
    </w:p>
    <w:p w:rsidR="007B2329" w:rsidRDefault="007B2329" w:rsidP="007B2329">
      <w:r>
        <w:t>473.7957</w:t>
      </w:r>
      <w:r>
        <w:tab/>
        <w:t>1.013e0</w:t>
      </w:r>
    </w:p>
    <w:p w:rsidR="007B2329" w:rsidRDefault="007B2329" w:rsidP="007B2329">
      <w:r>
        <w:t>473.7987</w:t>
      </w:r>
      <w:r>
        <w:tab/>
        <w:t>1.013e0</w:t>
      </w:r>
    </w:p>
    <w:p w:rsidR="007B2329" w:rsidRDefault="007B2329" w:rsidP="007B2329">
      <w:r>
        <w:t>473.8038</w:t>
      </w:r>
      <w:r>
        <w:tab/>
        <w:t>1.013e0</w:t>
      </w:r>
    </w:p>
    <w:p w:rsidR="007B2329" w:rsidRDefault="007B2329" w:rsidP="007B2329">
      <w:r>
        <w:t>473.8286</w:t>
      </w:r>
      <w:r>
        <w:tab/>
        <w:t>1.013e0</w:t>
      </w:r>
    </w:p>
    <w:p w:rsidR="007B2329" w:rsidRDefault="007B2329" w:rsidP="007B2329">
      <w:r>
        <w:t>473.8383</w:t>
      </w:r>
      <w:r>
        <w:tab/>
        <w:t>1.013e0</w:t>
      </w:r>
    </w:p>
    <w:p w:rsidR="007B2329" w:rsidRDefault="007B2329" w:rsidP="007B2329">
      <w:r>
        <w:t>473.8569</w:t>
      </w:r>
      <w:r>
        <w:tab/>
        <w:t>1.266e-2</w:t>
      </w:r>
    </w:p>
    <w:p w:rsidR="007B2329" w:rsidRDefault="007B2329" w:rsidP="007B2329">
      <w:r>
        <w:t>473.8782</w:t>
      </w:r>
      <w:r>
        <w:tab/>
        <w:t>1.266e-2</w:t>
      </w:r>
    </w:p>
    <w:p w:rsidR="007B2329" w:rsidRDefault="007B2329" w:rsidP="007B2329">
      <w:r>
        <w:t>473.8813</w:t>
      </w:r>
      <w:r>
        <w:tab/>
        <w:t>6.076e0</w:t>
      </w:r>
    </w:p>
    <w:p w:rsidR="007B2329" w:rsidRDefault="007B2329" w:rsidP="007B2329">
      <w:r>
        <w:t>473.8929</w:t>
      </w:r>
      <w:r>
        <w:tab/>
        <w:t>1.013e0</w:t>
      </w:r>
    </w:p>
    <w:p w:rsidR="007B2329" w:rsidRDefault="007B2329" w:rsidP="007B2329">
      <w:r>
        <w:t>473.8964</w:t>
      </w:r>
      <w:r>
        <w:tab/>
        <w:t>1.013e0</w:t>
      </w:r>
    </w:p>
    <w:p w:rsidR="007B2329" w:rsidRDefault="007B2329" w:rsidP="007B2329">
      <w:r>
        <w:t>473.9148</w:t>
      </w:r>
      <w:r>
        <w:tab/>
        <w:t>1.266e-2</w:t>
      </w:r>
    </w:p>
    <w:p w:rsidR="007B2329" w:rsidRDefault="007B2329" w:rsidP="007B2329">
      <w:r>
        <w:t>473.9277</w:t>
      </w:r>
      <w:r>
        <w:tab/>
        <w:t>1.013e0</w:t>
      </w:r>
    </w:p>
    <w:p w:rsidR="007B2329" w:rsidRDefault="007B2329" w:rsidP="007B2329">
      <w:r>
        <w:t>473.9319</w:t>
      </w:r>
      <w:r>
        <w:tab/>
        <w:t>2.025e0</w:t>
      </w:r>
    </w:p>
    <w:p w:rsidR="007B2329" w:rsidRDefault="007B2329" w:rsidP="007B2329">
      <w:r>
        <w:lastRenderedPageBreak/>
        <w:t>473.9389</w:t>
      </w:r>
      <w:r>
        <w:tab/>
        <w:t>2.025e0</w:t>
      </w:r>
    </w:p>
    <w:p w:rsidR="007B2329" w:rsidRDefault="007B2329" w:rsidP="007B2329">
      <w:r>
        <w:t>473.9774</w:t>
      </w:r>
      <w:r>
        <w:tab/>
        <w:t>1.013e0</w:t>
      </w:r>
    </w:p>
    <w:p w:rsidR="007B2329" w:rsidRDefault="007B2329" w:rsidP="007B2329">
      <w:r>
        <w:t>474.0122</w:t>
      </w:r>
      <w:r>
        <w:tab/>
        <w:t>2.025e0</w:t>
      </w:r>
    </w:p>
    <w:p w:rsidR="007B2329" w:rsidRDefault="007B2329" w:rsidP="007B2329">
      <w:r>
        <w:t>474.0298</w:t>
      </w:r>
      <w:r>
        <w:tab/>
        <w:t>2.025e0</w:t>
      </w:r>
    </w:p>
    <w:p w:rsidR="007B2329" w:rsidRDefault="007B2329" w:rsidP="007B2329">
      <w:r>
        <w:t>474.0697</w:t>
      </w:r>
      <w:r>
        <w:tab/>
        <w:t>2.860e0</w:t>
      </w:r>
    </w:p>
    <w:p w:rsidR="007B2329" w:rsidRDefault="007B2329" w:rsidP="007B2329">
      <w:r>
        <w:t>474.0766</w:t>
      </w:r>
      <w:r>
        <w:tab/>
        <w:t>1.013e0</w:t>
      </w:r>
    </w:p>
    <w:p w:rsidR="007B2329" w:rsidRDefault="007B2329" w:rsidP="007B2329">
      <w:r>
        <w:t>474.0882</w:t>
      </w:r>
      <w:r>
        <w:tab/>
        <w:t>1.266e-2</w:t>
      </w:r>
    </w:p>
    <w:p w:rsidR="007B2329" w:rsidRDefault="007B2329" w:rsidP="007B2329">
      <w:r>
        <w:t>474.0930</w:t>
      </w:r>
      <w:r>
        <w:tab/>
        <w:t>1.013e0</w:t>
      </w:r>
    </w:p>
    <w:p w:rsidR="007B2329" w:rsidRDefault="007B2329" w:rsidP="007B2329">
      <w:r>
        <w:t>474.1023</w:t>
      </w:r>
      <w:r>
        <w:tab/>
        <w:t>1.276e0</w:t>
      </w:r>
    </w:p>
    <w:p w:rsidR="007B2329" w:rsidRDefault="007B2329" w:rsidP="007B2329">
      <w:r>
        <w:t>474.1042</w:t>
      </w:r>
      <w:r>
        <w:tab/>
        <w:t>1.227e0</w:t>
      </w:r>
    </w:p>
    <w:p w:rsidR="007B2329" w:rsidRDefault="007B2329" w:rsidP="007B2329">
      <w:r>
        <w:t>474.1063</w:t>
      </w:r>
      <w:r>
        <w:tab/>
        <w:t>2.025e0</w:t>
      </w:r>
    </w:p>
    <w:p w:rsidR="007B2329" w:rsidRDefault="007B2329" w:rsidP="007B2329">
      <w:r>
        <w:t>474.1349</w:t>
      </w:r>
      <w:r>
        <w:tab/>
        <w:t>2.660e0</w:t>
      </w:r>
    </w:p>
    <w:p w:rsidR="007B2329" w:rsidRDefault="007B2329" w:rsidP="007B2329">
      <w:r>
        <w:t>474.1541</w:t>
      </w:r>
      <w:r>
        <w:tab/>
        <w:t>2.521e0</w:t>
      </w:r>
    </w:p>
    <w:p w:rsidR="007B2329" w:rsidRDefault="007B2329" w:rsidP="007B2329">
      <w:r>
        <w:t>474.1691</w:t>
      </w:r>
      <w:r>
        <w:tab/>
        <w:t>3.038e0</w:t>
      </w:r>
    </w:p>
    <w:p w:rsidR="007B2329" w:rsidRDefault="007B2329" w:rsidP="007B2329">
      <w:r>
        <w:t>474.1947</w:t>
      </w:r>
      <w:r>
        <w:tab/>
        <w:t>3.108e0</w:t>
      </w:r>
    </w:p>
    <w:p w:rsidR="007B2329" w:rsidRDefault="007B2329" w:rsidP="007B2329">
      <w:r>
        <w:t>474.1962</w:t>
      </w:r>
      <w:r>
        <w:tab/>
        <w:t>1.347e0</w:t>
      </w:r>
    </w:p>
    <w:p w:rsidR="007B2329" w:rsidRDefault="007B2329" w:rsidP="007B2329">
      <w:r>
        <w:t>474.2643</w:t>
      </w:r>
      <w:r>
        <w:tab/>
        <w:t>2.901e0</w:t>
      </w:r>
    </w:p>
    <w:p w:rsidR="007B2329" w:rsidRDefault="007B2329" w:rsidP="007B2329">
      <w:r>
        <w:t>474.2738</w:t>
      </w:r>
      <w:r>
        <w:tab/>
        <w:t>7.265e-1</w:t>
      </w:r>
    </w:p>
    <w:p w:rsidR="007B2329" w:rsidRDefault="007B2329" w:rsidP="007B2329">
      <w:r>
        <w:t>474.2813</w:t>
      </w:r>
      <w:r>
        <w:tab/>
        <w:t>4.000e0</w:t>
      </w:r>
    </w:p>
    <w:p w:rsidR="007B2329" w:rsidRDefault="007B2329" w:rsidP="007B2329">
      <w:r>
        <w:lastRenderedPageBreak/>
        <w:t>474.2929</w:t>
      </w:r>
      <w:r>
        <w:tab/>
        <w:t>2.259e0</w:t>
      </w:r>
    </w:p>
    <w:p w:rsidR="007B2329" w:rsidRDefault="007B2329" w:rsidP="007B2329">
      <w:r>
        <w:t>474.3292</w:t>
      </w:r>
      <w:r>
        <w:tab/>
        <w:t>2.871e0</w:t>
      </w:r>
    </w:p>
    <w:p w:rsidR="007B2329" w:rsidRDefault="007B2329" w:rsidP="007B2329">
      <w:r>
        <w:t>474.3304</w:t>
      </w:r>
      <w:r>
        <w:tab/>
        <w:t>1.904e0</w:t>
      </w:r>
    </w:p>
    <w:p w:rsidR="007B2329" w:rsidRDefault="007B2329" w:rsidP="007B2329">
      <w:r>
        <w:t>474.3386</w:t>
      </w:r>
      <w:r>
        <w:tab/>
        <w:t>2.188e0</w:t>
      </w:r>
    </w:p>
    <w:p w:rsidR="007B2329" w:rsidRDefault="007B2329" w:rsidP="007B2329">
      <w:r>
        <w:t>474.3411</w:t>
      </w:r>
      <w:r>
        <w:tab/>
        <w:t>1.266e-2</w:t>
      </w:r>
    </w:p>
    <w:p w:rsidR="007B2329" w:rsidRDefault="007B2329" w:rsidP="007B2329">
      <w:r>
        <w:t>474.3792</w:t>
      </w:r>
      <w:r>
        <w:tab/>
        <w:t>3.375e0</w:t>
      </w:r>
    </w:p>
    <w:p w:rsidR="007B2329" w:rsidRDefault="007B2329" w:rsidP="007B2329">
      <w:r>
        <w:t>474.3822</w:t>
      </w:r>
      <w:r>
        <w:tab/>
        <w:t>1.013e0</w:t>
      </w:r>
    </w:p>
    <w:p w:rsidR="007B2329" w:rsidRDefault="007B2329" w:rsidP="007B2329">
      <w:r>
        <w:t>474.3988</w:t>
      </w:r>
      <w:r>
        <w:tab/>
        <w:t>3.038e0</w:t>
      </w:r>
    </w:p>
    <w:p w:rsidR="007B2329" w:rsidRDefault="007B2329" w:rsidP="007B2329">
      <w:r>
        <w:t>474.4177</w:t>
      </w:r>
      <w:r>
        <w:tab/>
        <w:t>1.013e0</w:t>
      </w:r>
    </w:p>
    <w:p w:rsidR="007B2329" w:rsidRDefault="007B2329" w:rsidP="007B2329">
      <w:r>
        <w:t>474.4236</w:t>
      </w:r>
      <w:r>
        <w:tab/>
        <w:t>1.013e0</w:t>
      </w:r>
    </w:p>
    <w:p w:rsidR="007B2329" w:rsidRDefault="007B2329" w:rsidP="007B2329">
      <w:r>
        <w:t>474.4317</w:t>
      </w:r>
      <w:r>
        <w:tab/>
        <w:t>1.013e0</w:t>
      </w:r>
    </w:p>
    <w:p w:rsidR="007B2329" w:rsidRDefault="007B2329" w:rsidP="007B2329">
      <w:r>
        <w:t>474.4358</w:t>
      </w:r>
      <w:r>
        <w:tab/>
        <w:t>1.013e0</w:t>
      </w:r>
    </w:p>
    <w:p w:rsidR="007B2329" w:rsidRDefault="007B2329" w:rsidP="007B2329">
      <w:r>
        <w:t>474.4524</w:t>
      </w:r>
      <w:r>
        <w:tab/>
        <w:t>2.025e0</w:t>
      </w:r>
    </w:p>
    <w:p w:rsidR="007B2329" w:rsidRDefault="007B2329" w:rsidP="007B2329">
      <w:r>
        <w:t>474.4648</w:t>
      </w:r>
      <w:r>
        <w:tab/>
        <w:t>1.013e0</w:t>
      </w:r>
    </w:p>
    <w:p w:rsidR="007B2329" w:rsidRDefault="007B2329" w:rsidP="007B2329">
      <w:r>
        <w:t>474.4891</w:t>
      </w:r>
      <w:r>
        <w:tab/>
        <w:t>3.237e0</w:t>
      </w:r>
    </w:p>
    <w:p w:rsidR="007B2329" w:rsidRDefault="007B2329" w:rsidP="007B2329">
      <w:r>
        <w:t>474.5012</w:t>
      </w:r>
      <w:r>
        <w:tab/>
        <w:t>5.063e0</w:t>
      </w:r>
    </w:p>
    <w:p w:rsidR="007B2329" w:rsidRDefault="007B2329" w:rsidP="007B2329">
      <w:r>
        <w:t>474.5209</w:t>
      </w:r>
      <w:r>
        <w:tab/>
        <w:t>2.025e0</w:t>
      </w:r>
    </w:p>
    <w:p w:rsidR="007B2329" w:rsidRDefault="007B2329" w:rsidP="007B2329">
      <w:r>
        <w:t>474.5227</w:t>
      </w:r>
      <w:r>
        <w:tab/>
        <w:t>3.038e0</w:t>
      </w:r>
    </w:p>
    <w:p w:rsidR="007B2329" w:rsidRDefault="007B2329" w:rsidP="007B2329">
      <w:r>
        <w:t>474.5277</w:t>
      </w:r>
      <w:r>
        <w:tab/>
        <w:t>2.025e0</w:t>
      </w:r>
    </w:p>
    <w:p w:rsidR="007B2329" w:rsidRDefault="007B2329" w:rsidP="007B2329">
      <w:r>
        <w:lastRenderedPageBreak/>
        <w:t>474.5474</w:t>
      </w:r>
      <w:r>
        <w:tab/>
        <w:t>3.038e0</w:t>
      </w:r>
    </w:p>
    <w:p w:rsidR="007B2329" w:rsidRDefault="007B2329" w:rsidP="007B2329">
      <w:r>
        <w:t>474.5699</w:t>
      </w:r>
      <w:r>
        <w:tab/>
        <w:t>3.038e0</w:t>
      </w:r>
    </w:p>
    <w:p w:rsidR="007B2329" w:rsidRDefault="007B2329" w:rsidP="007B2329">
      <w:r>
        <w:t>474.6053</w:t>
      </w:r>
      <w:r>
        <w:tab/>
        <w:t>1.013e0</w:t>
      </w:r>
    </w:p>
    <w:p w:rsidR="007B2329" w:rsidRDefault="007B2329" w:rsidP="007B2329">
      <w:r>
        <w:t>474.6551</w:t>
      </w:r>
      <w:r>
        <w:tab/>
        <w:t>1.013e0</w:t>
      </w:r>
    </w:p>
    <w:p w:rsidR="007B2329" w:rsidRDefault="007B2329" w:rsidP="007B2329">
      <w:r>
        <w:t>474.6634</w:t>
      </w:r>
      <w:r>
        <w:tab/>
        <w:t>1.013e0</w:t>
      </w:r>
    </w:p>
    <w:p w:rsidR="007B2329" w:rsidRDefault="007B2329" w:rsidP="007B2329">
      <w:r>
        <w:t>474.6715</w:t>
      </w:r>
      <w:r>
        <w:tab/>
        <w:t>2.025e0</w:t>
      </w:r>
    </w:p>
    <w:p w:rsidR="007B2329" w:rsidRDefault="007B2329" w:rsidP="007B2329">
      <w:r>
        <w:t>474.6835</w:t>
      </w:r>
      <w:r>
        <w:tab/>
        <w:t>3.697e0</w:t>
      </w:r>
    </w:p>
    <w:p w:rsidR="007B2329" w:rsidRDefault="007B2329" w:rsidP="007B2329">
      <w:r>
        <w:t>474.6886</w:t>
      </w:r>
      <w:r>
        <w:tab/>
        <w:t>1.013e0</w:t>
      </w:r>
    </w:p>
    <w:p w:rsidR="007B2329" w:rsidRDefault="007B2329" w:rsidP="007B2329">
      <w:r>
        <w:t>474.7081</w:t>
      </w:r>
      <w:r>
        <w:tab/>
        <w:t>5.432e0</w:t>
      </w:r>
    </w:p>
    <w:p w:rsidR="007B2329" w:rsidRDefault="007B2329" w:rsidP="007B2329">
      <w:r>
        <w:t>474.7131</w:t>
      </w:r>
      <w:r>
        <w:tab/>
        <w:t>4.051e0</w:t>
      </w:r>
    </w:p>
    <w:p w:rsidR="007B2329" w:rsidRDefault="007B2329" w:rsidP="007B2329">
      <w:r>
        <w:t>474.7277</w:t>
      </w:r>
      <w:r>
        <w:tab/>
        <w:t>3.038e0</w:t>
      </w:r>
    </w:p>
    <w:p w:rsidR="007B2329" w:rsidRDefault="007B2329" w:rsidP="007B2329">
      <w:r>
        <w:t>474.7383</w:t>
      </w:r>
      <w:r>
        <w:tab/>
        <w:t>4.051e0</w:t>
      </w:r>
    </w:p>
    <w:p w:rsidR="007B2329" w:rsidRDefault="007B2329" w:rsidP="007B2329">
      <w:r>
        <w:t>474.7617</w:t>
      </w:r>
      <w:r>
        <w:tab/>
        <w:t>1.013e0</w:t>
      </w:r>
    </w:p>
    <w:p w:rsidR="007B2329" w:rsidRDefault="007B2329" w:rsidP="007B2329">
      <w:r>
        <w:t>474.7695</w:t>
      </w:r>
      <w:r>
        <w:tab/>
        <w:t>4.694e0</w:t>
      </w:r>
    </w:p>
    <w:p w:rsidR="007B2329" w:rsidRDefault="007B2329" w:rsidP="007B2329">
      <w:r>
        <w:t>474.7709</w:t>
      </w:r>
      <w:r>
        <w:tab/>
        <w:t>1.013e0</w:t>
      </w:r>
    </w:p>
    <w:p w:rsidR="007B2329" w:rsidRDefault="007B2329" w:rsidP="007B2329">
      <w:r>
        <w:t>474.8123</w:t>
      </w:r>
      <w:r>
        <w:tab/>
        <w:t>1.013e0</w:t>
      </w:r>
    </w:p>
    <w:p w:rsidR="007B2329" w:rsidRDefault="007B2329" w:rsidP="007B2329">
      <w:r>
        <w:t>474.8210</w:t>
      </w:r>
      <w:r>
        <w:tab/>
        <w:t>2.025e0</w:t>
      </w:r>
    </w:p>
    <w:p w:rsidR="007B2329" w:rsidRDefault="007B2329" w:rsidP="007B2329">
      <w:r>
        <w:t>474.8230</w:t>
      </w:r>
      <w:r>
        <w:tab/>
        <w:t>1.266e-2</w:t>
      </w:r>
    </w:p>
    <w:p w:rsidR="007B2329" w:rsidRDefault="007B2329" w:rsidP="007B2329">
      <w:r>
        <w:t>474.8250</w:t>
      </w:r>
      <w:r>
        <w:tab/>
        <w:t>1.025e0</w:t>
      </w:r>
    </w:p>
    <w:p w:rsidR="007B2329" w:rsidRDefault="007B2329" w:rsidP="007B2329">
      <w:r>
        <w:lastRenderedPageBreak/>
        <w:t>474.8369</w:t>
      </w:r>
      <w:r>
        <w:tab/>
        <w:t>2.025e0</w:t>
      </w:r>
    </w:p>
    <w:p w:rsidR="007B2329" w:rsidRDefault="007B2329" w:rsidP="007B2329">
      <w:r>
        <w:t>474.8383</w:t>
      </w:r>
      <w:r>
        <w:tab/>
        <w:t>2.025e0</w:t>
      </w:r>
    </w:p>
    <w:p w:rsidR="007B2329" w:rsidRDefault="007B2329" w:rsidP="007B2329">
      <w:r>
        <w:t>474.8775</w:t>
      </w:r>
      <w:r>
        <w:tab/>
        <w:t>1.013e0</w:t>
      </w:r>
    </w:p>
    <w:p w:rsidR="007B2329" w:rsidRDefault="007B2329" w:rsidP="007B2329">
      <w:r>
        <w:t>474.8866</w:t>
      </w:r>
      <w:r>
        <w:tab/>
        <w:t>1.013e0</w:t>
      </w:r>
    </w:p>
    <w:p w:rsidR="007B2329" w:rsidRDefault="007B2329" w:rsidP="007B2329">
      <w:r>
        <w:t>474.8950</w:t>
      </w:r>
      <w:r>
        <w:tab/>
        <w:t>1.013e0</w:t>
      </w:r>
    </w:p>
    <w:p w:rsidR="007B2329" w:rsidRDefault="007B2329" w:rsidP="007B2329">
      <w:r>
        <w:t>474.9095</w:t>
      </w:r>
      <w:r>
        <w:tab/>
        <w:t>3.038e0</w:t>
      </w:r>
    </w:p>
    <w:p w:rsidR="007B2329" w:rsidRDefault="007B2329" w:rsidP="007B2329">
      <w:r>
        <w:t>474.9115</w:t>
      </w:r>
      <w:r>
        <w:tab/>
        <w:t>1.013e0</w:t>
      </w:r>
    </w:p>
    <w:p w:rsidR="007B2329" w:rsidRDefault="007B2329" w:rsidP="007B2329">
      <w:r>
        <w:t>474.9173</w:t>
      </w:r>
      <w:r>
        <w:tab/>
        <w:t>1.013e0</w:t>
      </w:r>
    </w:p>
    <w:p w:rsidR="007B2329" w:rsidRDefault="007B2329" w:rsidP="007B2329">
      <w:r>
        <w:t>474.9214</w:t>
      </w:r>
      <w:r>
        <w:tab/>
        <w:t>4.051e0</w:t>
      </w:r>
    </w:p>
    <w:p w:rsidR="007B2329" w:rsidRDefault="007B2329" w:rsidP="007B2329">
      <w:r>
        <w:t>474.9578</w:t>
      </w:r>
      <w:r>
        <w:tab/>
        <w:t>3.038e0</w:t>
      </w:r>
    </w:p>
    <w:p w:rsidR="007B2329" w:rsidRDefault="007B2329" w:rsidP="007B2329">
      <w:r>
        <w:t>474.9859</w:t>
      </w:r>
      <w:r>
        <w:tab/>
        <w:t>2.025e0</w:t>
      </w:r>
    </w:p>
    <w:p w:rsidR="007B2329" w:rsidRDefault="007B2329" w:rsidP="007B2329">
      <w:r>
        <w:t>474.9967</w:t>
      </w:r>
      <w:r>
        <w:tab/>
        <w:t>2.025e0</w:t>
      </w:r>
    </w:p>
    <w:p w:rsidR="007B2329" w:rsidRDefault="007B2329" w:rsidP="007B2329">
      <w:r>
        <w:t>475.0193</w:t>
      </w:r>
      <w:r>
        <w:tab/>
        <w:t>1.013e0</w:t>
      </w:r>
    </w:p>
    <w:p w:rsidR="007B2329" w:rsidRDefault="007B2329" w:rsidP="007B2329">
      <w:r>
        <w:t>475.0273</w:t>
      </w:r>
      <w:r>
        <w:tab/>
        <w:t>1.013e0</w:t>
      </w:r>
    </w:p>
    <w:p w:rsidR="007B2329" w:rsidRDefault="007B2329" w:rsidP="007B2329">
      <w:r>
        <w:t>475.0409</w:t>
      </w:r>
      <w:r>
        <w:tab/>
        <w:t>2.025e0</w:t>
      </w:r>
    </w:p>
    <w:p w:rsidR="007B2329" w:rsidRDefault="007B2329" w:rsidP="007B2329">
      <w:r>
        <w:t>475.0728</w:t>
      </w:r>
      <w:r>
        <w:tab/>
        <w:t>2.025e0</w:t>
      </w:r>
    </w:p>
    <w:p w:rsidR="007B2329" w:rsidRDefault="007B2329" w:rsidP="007B2329">
      <w:r>
        <w:t>475.0929</w:t>
      </w:r>
      <w:r>
        <w:tab/>
        <w:t>1.779e0</w:t>
      </w:r>
    </w:p>
    <w:p w:rsidR="007B2329" w:rsidRDefault="007B2329" w:rsidP="007B2329">
      <w:r>
        <w:t>475.1053</w:t>
      </w:r>
      <w:r>
        <w:tab/>
        <w:t>4.378e0</w:t>
      </w:r>
    </w:p>
    <w:p w:rsidR="007B2329" w:rsidRDefault="007B2329" w:rsidP="007B2329">
      <w:r>
        <w:t>475.1212</w:t>
      </w:r>
      <w:r>
        <w:tab/>
        <w:t>7.264e0</w:t>
      </w:r>
    </w:p>
    <w:p w:rsidR="007B2329" w:rsidRDefault="007B2329" w:rsidP="007B2329">
      <w:r>
        <w:lastRenderedPageBreak/>
        <w:t>475.1254</w:t>
      </w:r>
      <w:r>
        <w:tab/>
        <w:t>6.227e0</w:t>
      </w:r>
    </w:p>
    <w:p w:rsidR="007B2329" w:rsidRDefault="007B2329" w:rsidP="007B2329">
      <w:r>
        <w:t>475.1267</w:t>
      </w:r>
      <w:r>
        <w:tab/>
        <w:t>2.856e0</w:t>
      </w:r>
    </w:p>
    <w:p w:rsidR="007B2329" w:rsidRDefault="007B2329" w:rsidP="007B2329">
      <w:r>
        <w:t>475.1298</w:t>
      </w:r>
      <w:r>
        <w:tab/>
        <w:t>5.109e0</w:t>
      </w:r>
    </w:p>
    <w:p w:rsidR="007B2329" w:rsidRDefault="007B2329" w:rsidP="007B2329">
      <w:r>
        <w:t>475.1333</w:t>
      </w:r>
      <w:r>
        <w:tab/>
        <w:t>3.038e0</w:t>
      </w:r>
    </w:p>
    <w:p w:rsidR="007B2329" w:rsidRDefault="007B2329" w:rsidP="007B2329">
      <w:r>
        <w:t>475.1671</w:t>
      </w:r>
      <w:r>
        <w:tab/>
        <w:t>1.013e0</w:t>
      </w:r>
    </w:p>
    <w:p w:rsidR="007B2329" w:rsidRDefault="007B2329" w:rsidP="007B2329">
      <w:r>
        <w:t>475.2212</w:t>
      </w:r>
      <w:r>
        <w:tab/>
        <w:t>8.101e0</w:t>
      </w:r>
    </w:p>
    <w:p w:rsidR="007B2329" w:rsidRDefault="007B2329" w:rsidP="007B2329">
      <w:r>
        <w:t>475.2741</w:t>
      </w:r>
      <w:r>
        <w:tab/>
        <w:t>2.255e1</w:t>
      </w:r>
    </w:p>
    <w:p w:rsidR="007B2329" w:rsidRDefault="007B2329" w:rsidP="007B2329">
      <w:r>
        <w:t>475.2777</w:t>
      </w:r>
      <w:r>
        <w:tab/>
        <w:t>4.721e2</w:t>
      </w:r>
    </w:p>
    <w:p w:rsidR="007B2329" w:rsidRDefault="007B2329" w:rsidP="007B2329">
      <w:r>
        <w:t>475.2800</w:t>
      </w:r>
      <w:r>
        <w:tab/>
        <w:t>4.782e2</w:t>
      </w:r>
    </w:p>
    <w:p w:rsidR="007B2329" w:rsidRDefault="007B2329" w:rsidP="007B2329">
      <w:r>
        <w:t>475.2813</w:t>
      </w:r>
      <w:r>
        <w:tab/>
        <w:t>2.249e2</w:t>
      </w:r>
    </w:p>
    <w:p w:rsidR="007B2329" w:rsidRDefault="007B2329" w:rsidP="007B2329">
      <w:r>
        <w:t>475.2842</w:t>
      </w:r>
      <w:r>
        <w:tab/>
        <w:t>2.229e2</w:t>
      </w:r>
    </w:p>
    <w:p w:rsidR="007B2329" w:rsidRDefault="007B2329" w:rsidP="007B2329">
      <w:r>
        <w:t>475.3912</w:t>
      </w:r>
      <w:r>
        <w:tab/>
        <w:t>1.051e0</w:t>
      </w:r>
    </w:p>
    <w:p w:rsidR="007B2329" w:rsidRDefault="007B2329" w:rsidP="007B2329">
      <w:r>
        <w:t>475.3957</w:t>
      </w:r>
      <w:r>
        <w:tab/>
        <w:t>6.495e0</w:t>
      </w:r>
    </w:p>
    <w:p w:rsidR="007B2329" w:rsidRDefault="007B2329" w:rsidP="007B2329">
      <w:r>
        <w:t>475.4081</w:t>
      </w:r>
      <w:r>
        <w:tab/>
        <w:t>1.013e0</w:t>
      </w:r>
    </w:p>
    <w:p w:rsidR="007B2329" w:rsidRDefault="007B2329" w:rsidP="007B2329">
      <w:r>
        <w:t>475.4124</w:t>
      </w:r>
      <w:r>
        <w:tab/>
        <w:t>2.422e0</w:t>
      </w:r>
    </w:p>
    <w:p w:rsidR="007B2329" w:rsidRDefault="007B2329" w:rsidP="007B2329">
      <w:r>
        <w:t>475.4159</w:t>
      </w:r>
      <w:r>
        <w:tab/>
        <w:t>4.051e0</w:t>
      </w:r>
    </w:p>
    <w:p w:rsidR="007B2329" w:rsidRDefault="007B2329" w:rsidP="007B2329">
      <w:r>
        <w:t>475.4247</w:t>
      </w:r>
      <w:r>
        <w:tab/>
        <w:t>1.013e0</w:t>
      </w:r>
    </w:p>
    <w:p w:rsidR="007B2329" w:rsidRDefault="007B2329" w:rsidP="007B2329">
      <w:r>
        <w:t>475.4331</w:t>
      </w:r>
      <w:r>
        <w:tab/>
        <w:t>1.013e0</w:t>
      </w:r>
    </w:p>
    <w:p w:rsidR="007B2329" w:rsidRDefault="007B2329" w:rsidP="007B2329">
      <w:r>
        <w:t>475.4415</w:t>
      </w:r>
      <w:r>
        <w:tab/>
        <w:t>1.013e0</w:t>
      </w:r>
    </w:p>
    <w:p w:rsidR="007B2329" w:rsidRDefault="007B2329" w:rsidP="007B2329">
      <w:r>
        <w:lastRenderedPageBreak/>
        <w:t>475.4662</w:t>
      </w:r>
      <w:r>
        <w:tab/>
        <w:t>1.013e0</w:t>
      </w:r>
    </w:p>
    <w:p w:rsidR="007B2329" w:rsidRDefault="007B2329" w:rsidP="007B2329">
      <w:r>
        <w:t>475.4753</w:t>
      </w:r>
      <w:r>
        <w:tab/>
        <w:t>5.063e0</w:t>
      </w:r>
    </w:p>
    <w:p w:rsidR="007B2329" w:rsidRDefault="007B2329" w:rsidP="007B2329">
      <w:r>
        <w:t>475.4848</w:t>
      </w:r>
      <w:r>
        <w:tab/>
        <w:t>5.063e0</w:t>
      </w:r>
    </w:p>
    <w:p w:rsidR="007B2329" w:rsidRDefault="007B2329" w:rsidP="007B2329">
      <w:r>
        <w:t>475.4929</w:t>
      </w:r>
      <w:r>
        <w:tab/>
        <w:t>2.025e0</w:t>
      </w:r>
    </w:p>
    <w:p w:rsidR="007B2329" w:rsidRDefault="007B2329" w:rsidP="007B2329">
      <w:r>
        <w:t>475.5070</w:t>
      </w:r>
      <w:r>
        <w:tab/>
        <w:t>3.038e0</w:t>
      </w:r>
    </w:p>
    <w:p w:rsidR="007B2329" w:rsidRDefault="007B2329" w:rsidP="007B2329">
      <w:r>
        <w:t>475.5106</w:t>
      </w:r>
      <w:r>
        <w:tab/>
        <w:t>3.083e0</w:t>
      </w:r>
    </w:p>
    <w:p w:rsidR="007B2329" w:rsidRDefault="007B2329" w:rsidP="007B2329">
      <w:r>
        <w:t>475.5167</w:t>
      </w:r>
      <w:r>
        <w:tab/>
        <w:t>4.051e0</w:t>
      </w:r>
    </w:p>
    <w:p w:rsidR="007B2329" w:rsidRDefault="007B2329" w:rsidP="007B2329">
      <w:r>
        <w:t>475.5339</w:t>
      </w:r>
      <w:r>
        <w:tab/>
        <w:t>3.038e0</w:t>
      </w:r>
    </w:p>
    <w:p w:rsidR="007B2329" w:rsidRDefault="007B2329" w:rsidP="007B2329">
      <w:r>
        <w:t>475.5410</w:t>
      </w:r>
      <w:r>
        <w:tab/>
        <w:t>1.013e0</w:t>
      </w:r>
    </w:p>
    <w:p w:rsidR="007B2329" w:rsidRDefault="007B2329" w:rsidP="007B2329">
      <w:r>
        <w:t>475.5543</w:t>
      </w:r>
      <w:r>
        <w:tab/>
        <w:t>1.013e0</w:t>
      </w:r>
    </w:p>
    <w:p w:rsidR="007B2329" w:rsidRDefault="007B2329" w:rsidP="007B2329">
      <w:r>
        <w:t>475.5593</w:t>
      </w:r>
      <w:r>
        <w:tab/>
        <w:t>2.025e0</w:t>
      </w:r>
    </w:p>
    <w:p w:rsidR="007B2329" w:rsidRDefault="007B2329" w:rsidP="007B2329">
      <w:r>
        <w:t>475.5699</w:t>
      </w:r>
      <w:r>
        <w:tab/>
        <w:t>2.025e0</w:t>
      </w:r>
    </w:p>
    <w:p w:rsidR="007B2329" w:rsidRDefault="007B2329" w:rsidP="007B2329">
      <w:r>
        <w:t>475.5725</w:t>
      </w:r>
      <w:r>
        <w:tab/>
        <w:t>1.013e0</w:t>
      </w:r>
    </w:p>
    <w:p w:rsidR="007B2329" w:rsidRDefault="007B2329" w:rsidP="007B2329">
      <w:r>
        <w:t>475.5820</w:t>
      </w:r>
      <w:r>
        <w:tab/>
        <w:t>3.038e0</w:t>
      </w:r>
    </w:p>
    <w:p w:rsidR="007B2329" w:rsidRDefault="007B2329" w:rsidP="007B2329">
      <w:r>
        <w:t>475.5941</w:t>
      </w:r>
      <w:r>
        <w:tab/>
        <w:t>1.013e0</w:t>
      </w:r>
    </w:p>
    <w:p w:rsidR="007B2329" w:rsidRDefault="007B2329" w:rsidP="007B2329">
      <w:r>
        <w:t>475.6080</w:t>
      </w:r>
      <w:r>
        <w:tab/>
        <w:t>3.038e0</w:t>
      </w:r>
    </w:p>
    <w:p w:rsidR="007B2329" w:rsidRDefault="007B2329" w:rsidP="007B2329">
      <w:r>
        <w:t>475.6328</w:t>
      </w:r>
      <w:r>
        <w:tab/>
        <w:t>3.038e0</w:t>
      </w:r>
    </w:p>
    <w:p w:rsidR="007B2329" w:rsidRDefault="007B2329" w:rsidP="007B2329">
      <w:r>
        <w:t>475.6487</w:t>
      </w:r>
      <w:r>
        <w:tab/>
        <w:t>1.013e0</w:t>
      </w:r>
    </w:p>
    <w:p w:rsidR="007B2329" w:rsidRDefault="007B2329" w:rsidP="007B2329">
      <w:r>
        <w:t>475.6635</w:t>
      </w:r>
      <w:r>
        <w:tab/>
        <w:t>3.038e0</w:t>
      </w:r>
    </w:p>
    <w:p w:rsidR="007B2329" w:rsidRDefault="007B2329" w:rsidP="007B2329">
      <w:r>
        <w:lastRenderedPageBreak/>
        <w:t>475.6701</w:t>
      </w:r>
      <w:r>
        <w:tab/>
        <w:t>1.013e0</w:t>
      </w:r>
    </w:p>
    <w:p w:rsidR="007B2329" w:rsidRDefault="007B2329" w:rsidP="007B2329">
      <w:r>
        <w:t>475.6732</w:t>
      </w:r>
      <w:r>
        <w:tab/>
        <w:t>1.013e0</w:t>
      </w:r>
    </w:p>
    <w:p w:rsidR="007B2329" w:rsidRDefault="007B2329" w:rsidP="007B2329">
      <w:r>
        <w:t>475.6860</w:t>
      </w:r>
      <w:r>
        <w:tab/>
        <w:t>6.076e0</w:t>
      </w:r>
    </w:p>
    <w:p w:rsidR="007B2329" w:rsidRDefault="007B2329" w:rsidP="007B2329">
      <w:r>
        <w:t>475.6995</w:t>
      </w:r>
      <w:r>
        <w:tab/>
        <w:t>9.114e0</w:t>
      </w:r>
    </w:p>
    <w:p w:rsidR="007B2329" w:rsidRDefault="007B2329" w:rsidP="007B2329">
      <w:r>
        <w:t>475.7176</w:t>
      </w:r>
      <w:r>
        <w:tab/>
        <w:t>3.038e0</w:t>
      </w:r>
    </w:p>
    <w:p w:rsidR="007B2329" w:rsidRDefault="007B2329" w:rsidP="007B2329">
      <w:r>
        <w:t>475.7282</w:t>
      </w:r>
      <w:r>
        <w:tab/>
        <w:t>3.038e0</w:t>
      </w:r>
    </w:p>
    <w:p w:rsidR="007B2329" w:rsidRDefault="007B2329" w:rsidP="007B2329">
      <w:r>
        <w:t>475.7341</w:t>
      </w:r>
      <w:r>
        <w:tab/>
        <w:t>3.183e0</w:t>
      </w:r>
    </w:p>
    <w:p w:rsidR="007B2329" w:rsidRDefault="007B2329" w:rsidP="007B2329">
      <w:r>
        <w:t>475.7402</w:t>
      </w:r>
      <w:r>
        <w:tab/>
        <w:t>2.025e0</w:t>
      </w:r>
    </w:p>
    <w:p w:rsidR="007B2329" w:rsidRDefault="007B2329" w:rsidP="007B2329">
      <w:r>
        <w:t>475.7530</w:t>
      </w:r>
      <w:r>
        <w:tab/>
        <w:t>2.038e0</w:t>
      </w:r>
    </w:p>
    <w:p w:rsidR="007B2329" w:rsidRDefault="007B2329" w:rsidP="007B2329">
      <w:r>
        <w:t>475.7706</w:t>
      </w:r>
      <w:r>
        <w:tab/>
        <w:t>3.038e0</w:t>
      </w:r>
    </w:p>
    <w:p w:rsidR="007B2329" w:rsidRDefault="007B2329" w:rsidP="007B2329">
      <w:r>
        <w:t>475.8146</w:t>
      </w:r>
      <w:r>
        <w:tab/>
        <w:t>4.051e0</w:t>
      </w:r>
    </w:p>
    <w:p w:rsidR="007B2329" w:rsidRDefault="007B2329" w:rsidP="007B2329">
      <w:r>
        <w:t>475.8258</w:t>
      </w:r>
      <w:r>
        <w:tab/>
        <w:t>2.025e0</w:t>
      </w:r>
    </w:p>
    <w:p w:rsidR="007B2329" w:rsidRDefault="007B2329" w:rsidP="007B2329">
      <w:r>
        <w:t>475.8436</w:t>
      </w:r>
      <w:r>
        <w:tab/>
        <w:t>8.101e0</w:t>
      </w:r>
    </w:p>
    <w:p w:rsidR="007B2329" w:rsidRDefault="007B2329" w:rsidP="007B2329">
      <w:r>
        <w:t>475.8455</w:t>
      </w:r>
      <w:r>
        <w:tab/>
        <w:t>3.038e0</w:t>
      </w:r>
    </w:p>
    <w:p w:rsidR="007B2329" w:rsidRDefault="007B2329" w:rsidP="007B2329">
      <w:r>
        <w:t>475.8547</w:t>
      </w:r>
      <w:r>
        <w:tab/>
        <w:t>2.025e0</w:t>
      </w:r>
    </w:p>
    <w:p w:rsidR="007B2329" w:rsidRDefault="007B2329" w:rsidP="007B2329">
      <w:r>
        <w:t>475.8611</w:t>
      </w:r>
      <w:r>
        <w:tab/>
        <w:t>3.038e0</w:t>
      </w:r>
    </w:p>
    <w:p w:rsidR="007B2329" w:rsidRDefault="007B2329" w:rsidP="007B2329">
      <w:r>
        <w:t>475.8771</w:t>
      </w:r>
      <w:r>
        <w:tab/>
        <w:t>2.025e0</w:t>
      </w:r>
    </w:p>
    <w:p w:rsidR="007B2329" w:rsidRDefault="007B2329" w:rsidP="007B2329">
      <w:r>
        <w:t>475.8912</w:t>
      </w:r>
      <w:r>
        <w:tab/>
        <w:t>6.076e0</w:t>
      </w:r>
    </w:p>
    <w:p w:rsidR="007B2329" w:rsidRDefault="007B2329" w:rsidP="007B2329">
      <w:r>
        <w:t>475.9018</w:t>
      </w:r>
      <w:r>
        <w:tab/>
        <w:t>2.025e0</w:t>
      </w:r>
    </w:p>
    <w:p w:rsidR="007B2329" w:rsidRDefault="007B2329" w:rsidP="007B2329">
      <w:r>
        <w:lastRenderedPageBreak/>
        <w:t>475.9355</w:t>
      </w:r>
      <w:r>
        <w:tab/>
        <w:t>4.051e0</w:t>
      </w:r>
    </w:p>
    <w:p w:rsidR="007B2329" w:rsidRDefault="007B2329" w:rsidP="007B2329">
      <w:r>
        <w:t>475.9386</w:t>
      </w:r>
      <w:r>
        <w:tab/>
        <w:t>1.013e0</w:t>
      </w:r>
    </w:p>
    <w:p w:rsidR="007B2329" w:rsidRDefault="007B2329" w:rsidP="007B2329">
      <w:r>
        <w:t>475.9471</w:t>
      </w:r>
      <w:r>
        <w:tab/>
        <w:t>1.013e0</w:t>
      </w:r>
    </w:p>
    <w:p w:rsidR="007B2329" w:rsidRDefault="007B2329" w:rsidP="007B2329">
      <w:r>
        <w:t>475.9564</w:t>
      </w:r>
      <w:r>
        <w:tab/>
        <w:t>3.038e0</w:t>
      </w:r>
    </w:p>
    <w:p w:rsidR="007B2329" w:rsidRDefault="007B2329" w:rsidP="007B2329">
      <w:r>
        <w:t>475.9574</w:t>
      </w:r>
      <w:r>
        <w:tab/>
        <w:t>4.051e0</w:t>
      </w:r>
    </w:p>
    <w:p w:rsidR="007B2329" w:rsidRDefault="007B2329" w:rsidP="007B2329">
      <w:r>
        <w:t>475.9915</w:t>
      </w:r>
      <w:r>
        <w:tab/>
        <w:t>2.025e0</w:t>
      </w:r>
    </w:p>
    <w:p w:rsidR="007B2329" w:rsidRDefault="007B2329" w:rsidP="007B2329">
      <w:r>
        <w:t>475.9975</w:t>
      </w:r>
      <w:r>
        <w:tab/>
        <w:t>1.025e0</w:t>
      </w:r>
    </w:p>
    <w:p w:rsidR="007B2329" w:rsidRDefault="007B2329" w:rsidP="007B2329">
      <w:r>
        <w:t>476.0029</w:t>
      </w:r>
      <w:r>
        <w:tab/>
        <w:t>2.025e0</w:t>
      </w:r>
    </w:p>
    <w:p w:rsidR="007B2329" w:rsidRDefault="007B2329" w:rsidP="007B2329">
      <w:r>
        <w:t>476.0087</w:t>
      </w:r>
      <w:r>
        <w:tab/>
        <w:t>2.025e0</w:t>
      </w:r>
    </w:p>
    <w:p w:rsidR="007B2329" w:rsidRDefault="007B2329" w:rsidP="007B2329">
      <w:r>
        <w:t>476.0176</w:t>
      </w:r>
      <w:r>
        <w:tab/>
        <w:t>3.038e0</w:t>
      </w:r>
    </w:p>
    <w:p w:rsidR="007B2329" w:rsidRDefault="007B2329" w:rsidP="007B2329">
      <w:r>
        <w:t>476.0215</w:t>
      </w:r>
      <w:r>
        <w:tab/>
        <w:t>2.025e0</w:t>
      </w:r>
    </w:p>
    <w:p w:rsidR="007B2329" w:rsidRDefault="007B2329" w:rsidP="007B2329">
      <w:r>
        <w:t>476.0463</w:t>
      </w:r>
      <w:r>
        <w:tab/>
        <w:t>2.025e0</w:t>
      </w:r>
    </w:p>
    <w:p w:rsidR="007B2329" w:rsidRDefault="007B2329" w:rsidP="007B2329">
      <w:r>
        <w:t>476.0629</w:t>
      </w:r>
      <w:r>
        <w:tab/>
        <w:t>1.013e0</w:t>
      </w:r>
    </w:p>
    <w:p w:rsidR="007B2329" w:rsidRDefault="007B2329" w:rsidP="007B2329">
      <w:r>
        <w:t>476.0659</w:t>
      </w:r>
      <w:r>
        <w:tab/>
        <w:t>1.953e0</w:t>
      </w:r>
    </w:p>
    <w:p w:rsidR="007B2329" w:rsidRDefault="007B2329" w:rsidP="007B2329">
      <w:r>
        <w:t>476.0795</w:t>
      </w:r>
      <w:r>
        <w:tab/>
        <w:t>1.013e0</w:t>
      </w:r>
    </w:p>
    <w:p w:rsidR="007B2329" w:rsidRDefault="007B2329" w:rsidP="007B2329">
      <w:r>
        <w:t>476.0847</w:t>
      </w:r>
      <w:r>
        <w:tab/>
        <w:t>2.088e0</w:t>
      </w:r>
    </w:p>
    <w:p w:rsidR="007B2329" w:rsidRDefault="007B2329" w:rsidP="007B2329">
      <w:r>
        <w:t>476.1034</w:t>
      </w:r>
      <w:r>
        <w:tab/>
        <w:t>4.650e0</w:t>
      </w:r>
    </w:p>
    <w:p w:rsidR="007B2329" w:rsidRDefault="007B2329" w:rsidP="007B2329">
      <w:r>
        <w:t>476.1102</w:t>
      </w:r>
      <w:r>
        <w:tab/>
        <w:t>2.088e0</w:t>
      </w:r>
    </w:p>
    <w:p w:rsidR="007B2329" w:rsidRDefault="007B2329" w:rsidP="007B2329">
      <w:r>
        <w:t>476.1459</w:t>
      </w:r>
      <w:r>
        <w:tab/>
        <w:t>1.390e0</w:t>
      </w:r>
    </w:p>
    <w:p w:rsidR="007B2329" w:rsidRDefault="007B2329" w:rsidP="007B2329">
      <w:r>
        <w:lastRenderedPageBreak/>
        <w:t>476.1638</w:t>
      </w:r>
      <w:r>
        <w:tab/>
        <w:t>3.282e0</w:t>
      </w:r>
    </w:p>
    <w:p w:rsidR="007B2329" w:rsidRDefault="007B2329" w:rsidP="007B2329">
      <w:r>
        <w:t>476.2320</w:t>
      </w:r>
      <w:r>
        <w:tab/>
        <w:t>8.588e0</w:t>
      </w:r>
    </w:p>
    <w:p w:rsidR="007B2329" w:rsidRDefault="007B2329" w:rsidP="007B2329">
      <w:r>
        <w:t>476.2707</w:t>
      </w:r>
      <w:r>
        <w:tab/>
        <w:t>1.924e1</w:t>
      </w:r>
    </w:p>
    <w:p w:rsidR="007B2329" w:rsidRDefault="007B2329" w:rsidP="007B2329">
      <w:r>
        <w:t>476.2776</w:t>
      </w:r>
      <w:r>
        <w:tab/>
        <w:t>9.885e1</w:t>
      </w:r>
    </w:p>
    <w:p w:rsidR="007B2329" w:rsidRDefault="007B2329" w:rsidP="007B2329">
      <w:r>
        <w:t>476.2786</w:t>
      </w:r>
      <w:r>
        <w:tab/>
        <w:t>5.480e1</w:t>
      </w:r>
    </w:p>
    <w:p w:rsidR="007B2329" w:rsidRDefault="007B2329" w:rsidP="007B2329">
      <w:r>
        <w:t>476.2808</w:t>
      </w:r>
      <w:r>
        <w:tab/>
        <w:t>1.082e2</w:t>
      </w:r>
    </w:p>
    <w:p w:rsidR="007B2329" w:rsidRDefault="007B2329" w:rsidP="007B2329">
      <w:r>
        <w:t>476.2844</w:t>
      </w:r>
      <w:r>
        <w:tab/>
        <w:t>2.296e2</w:t>
      </w:r>
    </w:p>
    <w:p w:rsidR="007B2329" w:rsidRDefault="007B2329" w:rsidP="007B2329">
      <w:r>
        <w:t>476.2855</w:t>
      </w:r>
      <w:r>
        <w:tab/>
        <w:t>1.316e1</w:t>
      </w:r>
    </w:p>
    <w:p w:rsidR="007B2329" w:rsidRDefault="007B2329" w:rsidP="007B2329">
      <w:r>
        <w:t>476.3495</w:t>
      </w:r>
      <w:r>
        <w:tab/>
        <w:t>4.559e0</w:t>
      </w:r>
    </w:p>
    <w:p w:rsidR="007B2329" w:rsidRDefault="007B2329" w:rsidP="007B2329">
      <w:r>
        <w:t>476.3639</w:t>
      </w:r>
      <w:r>
        <w:tab/>
        <w:t>3.038e0</w:t>
      </w:r>
    </w:p>
    <w:p w:rsidR="007B2329" w:rsidRDefault="007B2329" w:rsidP="007B2329">
      <w:r>
        <w:t>476.3981</w:t>
      </w:r>
      <w:r>
        <w:tab/>
        <w:t>3.601e0</w:t>
      </w:r>
    </w:p>
    <w:p w:rsidR="007B2329" w:rsidRDefault="007B2329" w:rsidP="007B2329">
      <w:r>
        <w:t>476.4041</w:t>
      </w:r>
      <w:r>
        <w:tab/>
        <w:t>3.038e0</w:t>
      </w:r>
    </w:p>
    <w:p w:rsidR="007B2329" w:rsidRDefault="007B2329" w:rsidP="007B2329">
      <w:r>
        <w:t>476.4213</w:t>
      </w:r>
      <w:r>
        <w:tab/>
        <w:t>4.051e0</w:t>
      </w:r>
    </w:p>
    <w:p w:rsidR="007B2329" w:rsidRDefault="007B2329" w:rsidP="007B2329">
      <w:r>
        <w:t>476.4336</w:t>
      </w:r>
      <w:r>
        <w:tab/>
        <w:t>5.063e0</w:t>
      </w:r>
    </w:p>
    <w:p w:rsidR="007B2329" w:rsidRDefault="007B2329" w:rsidP="007B2329">
      <w:r>
        <w:t>476.4415</w:t>
      </w:r>
      <w:r>
        <w:tab/>
        <w:t>1.013e0</w:t>
      </w:r>
    </w:p>
    <w:p w:rsidR="007B2329" w:rsidRDefault="007B2329" w:rsidP="007B2329">
      <w:r>
        <w:t>476.4506</w:t>
      </w:r>
      <w:r>
        <w:tab/>
        <w:t>2.025e0</w:t>
      </w:r>
    </w:p>
    <w:p w:rsidR="007B2329" w:rsidRDefault="007B2329" w:rsidP="007B2329">
      <w:r>
        <w:t>476.4529</w:t>
      </w:r>
      <w:r>
        <w:tab/>
        <w:t>3.038e0</w:t>
      </w:r>
    </w:p>
    <w:p w:rsidR="007B2329" w:rsidRDefault="007B2329" w:rsidP="007B2329">
      <w:r>
        <w:t>476.4866</w:t>
      </w:r>
      <w:r>
        <w:tab/>
        <w:t>3.038e0</w:t>
      </w:r>
    </w:p>
    <w:p w:rsidR="007B2329" w:rsidRDefault="007B2329" w:rsidP="007B2329">
      <w:r>
        <w:t>476.4903</w:t>
      </w:r>
      <w:r>
        <w:tab/>
        <w:t>2.025e0</w:t>
      </w:r>
    </w:p>
    <w:p w:rsidR="007B2329" w:rsidRDefault="007B2329" w:rsidP="007B2329">
      <w:r>
        <w:lastRenderedPageBreak/>
        <w:t>476.4995</w:t>
      </w:r>
      <w:r>
        <w:tab/>
        <w:t>1.013e0</w:t>
      </w:r>
    </w:p>
    <w:p w:rsidR="007B2329" w:rsidRDefault="007B2329" w:rsidP="007B2329">
      <w:r>
        <w:t>476.5095</w:t>
      </w:r>
      <w:r>
        <w:tab/>
        <w:t>3.473e0</w:t>
      </w:r>
    </w:p>
    <w:p w:rsidR="007B2329" w:rsidRDefault="007B2329" w:rsidP="007B2329">
      <w:r>
        <w:t>476.5128</w:t>
      </w:r>
      <w:r>
        <w:tab/>
        <w:t>3.038e0</w:t>
      </w:r>
    </w:p>
    <w:p w:rsidR="007B2329" w:rsidRDefault="007B2329" w:rsidP="007B2329">
      <w:r>
        <w:t>476.5176</w:t>
      </w:r>
      <w:r>
        <w:tab/>
        <w:t>1.013e0</w:t>
      </w:r>
    </w:p>
    <w:p w:rsidR="007B2329" w:rsidRDefault="007B2329" w:rsidP="007B2329">
      <w:r>
        <w:t>476.5367</w:t>
      </w:r>
      <w:r>
        <w:tab/>
        <w:t>4.051e0</w:t>
      </w:r>
    </w:p>
    <w:p w:rsidR="007B2329" w:rsidRDefault="007B2329" w:rsidP="007B2329">
      <w:r>
        <w:t>476.5390</w:t>
      </w:r>
      <w:r>
        <w:tab/>
        <w:t>1.013e0</w:t>
      </w:r>
    </w:p>
    <w:p w:rsidR="007B2329" w:rsidRDefault="007B2329" w:rsidP="007B2329">
      <w:r>
        <w:t>476.5405</w:t>
      </w:r>
      <w:r>
        <w:tab/>
        <w:t>2.025e0</w:t>
      </w:r>
    </w:p>
    <w:p w:rsidR="007B2329" w:rsidRDefault="007B2329" w:rsidP="007B2329">
      <w:r>
        <w:t>476.5453</w:t>
      </w:r>
      <w:r>
        <w:tab/>
        <w:t>7.228e0</w:t>
      </w:r>
    </w:p>
    <w:p w:rsidR="007B2329" w:rsidRDefault="007B2329" w:rsidP="007B2329">
      <w:r>
        <w:t>476.5803</w:t>
      </w:r>
      <w:r>
        <w:tab/>
        <w:t>2.025e0</w:t>
      </w:r>
    </w:p>
    <w:p w:rsidR="007B2329" w:rsidRDefault="007B2329" w:rsidP="007B2329">
      <w:r>
        <w:t>476.5986</w:t>
      </w:r>
      <w:r>
        <w:tab/>
        <w:t>2.025e0</w:t>
      </w:r>
    </w:p>
    <w:p w:rsidR="007B2329" w:rsidRDefault="007B2329" w:rsidP="007B2329">
      <w:r>
        <w:t>476.6151</w:t>
      </w:r>
      <w:r>
        <w:tab/>
        <w:t>2.025e0</w:t>
      </w:r>
    </w:p>
    <w:p w:rsidR="007B2329" w:rsidRDefault="007B2329" w:rsidP="007B2329">
      <w:r>
        <w:t>476.6260</w:t>
      </w:r>
      <w:r>
        <w:tab/>
        <w:t>2.025e0</w:t>
      </w:r>
    </w:p>
    <w:p w:rsidR="007B2329" w:rsidRDefault="007B2329" w:rsidP="007B2329">
      <w:r>
        <w:t>476.6519</w:t>
      </w:r>
      <w:r>
        <w:tab/>
        <w:t>1.013e0</w:t>
      </w:r>
    </w:p>
    <w:p w:rsidR="007B2329" w:rsidRDefault="007B2329" w:rsidP="007B2329">
      <w:r>
        <w:t>476.6801</w:t>
      </w:r>
      <w:r>
        <w:tab/>
        <w:t>3.038e0</w:t>
      </w:r>
    </w:p>
    <w:p w:rsidR="007B2329" w:rsidRDefault="007B2329" w:rsidP="007B2329">
      <w:r>
        <w:t>476.7020</w:t>
      </w:r>
      <w:r>
        <w:tab/>
        <w:t>1.013e0</w:t>
      </w:r>
    </w:p>
    <w:p w:rsidR="007B2329" w:rsidRDefault="007B2329" w:rsidP="007B2329">
      <w:r>
        <w:t>476.7158</w:t>
      </w:r>
      <w:r>
        <w:tab/>
        <w:t>4.051e0</w:t>
      </w:r>
    </w:p>
    <w:p w:rsidR="007B2329" w:rsidRDefault="007B2329" w:rsidP="007B2329">
      <w:r>
        <w:t>476.7186</w:t>
      </w:r>
      <w:r>
        <w:tab/>
        <w:t>1.013e0</w:t>
      </w:r>
    </w:p>
    <w:p w:rsidR="007B2329" w:rsidRDefault="007B2329" w:rsidP="007B2329">
      <w:r>
        <w:t>476.7309</w:t>
      </w:r>
      <w:r>
        <w:tab/>
        <w:t>2.025e0</w:t>
      </w:r>
    </w:p>
    <w:p w:rsidR="007B2329" w:rsidRDefault="007B2329" w:rsidP="007B2329">
      <w:r>
        <w:t>476.7468</w:t>
      </w:r>
      <w:r>
        <w:tab/>
        <w:t>2.038e0</w:t>
      </w:r>
    </w:p>
    <w:p w:rsidR="007B2329" w:rsidRDefault="007B2329" w:rsidP="007B2329">
      <w:r>
        <w:lastRenderedPageBreak/>
        <w:t>476.7543</w:t>
      </w:r>
      <w:r>
        <w:tab/>
        <w:t>8.101e0</w:t>
      </w:r>
    </w:p>
    <w:p w:rsidR="007B2329" w:rsidRDefault="007B2329" w:rsidP="007B2329">
      <w:r>
        <w:t>476.7675</w:t>
      </w:r>
      <w:r>
        <w:tab/>
        <w:t>1.013e0</w:t>
      </w:r>
    </w:p>
    <w:p w:rsidR="007B2329" w:rsidRDefault="007B2329" w:rsidP="007B2329">
      <w:r>
        <w:t>476.7997</w:t>
      </w:r>
      <w:r>
        <w:tab/>
        <w:t>2.025e0</w:t>
      </w:r>
    </w:p>
    <w:p w:rsidR="007B2329" w:rsidRDefault="007B2329" w:rsidP="007B2329">
      <w:r>
        <w:t>476.8009</w:t>
      </w:r>
      <w:r>
        <w:tab/>
        <w:t>2.025e0</w:t>
      </w:r>
    </w:p>
    <w:p w:rsidR="007B2329" w:rsidRDefault="007B2329" w:rsidP="007B2329">
      <w:r>
        <w:t>476.8572</w:t>
      </w:r>
      <w:r>
        <w:tab/>
        <w:t>5.063e0</w:t>
      </w:r>
    </w:p>
    <w:p w:rsidR="007B2329" w:rsidRDefault="007B2329" w:rsidP="007B2329">
      <w:r>
        <w:t>476.8598</w:t>
      </w:r>
      <w:r>
        <w:tab/>
        <w:t>1.013e0</w:t>
      </w:r>
    </w:p>
    <w:p w:rsidR="007B2329" w:rsidRDefault="007B2329" w:rsidP="007B2329">
      <w:r>
        <w:t>476.8680</w:t>
      </w:r>
      <w:r>
        <w:tab/>
        <w:t>2.025e0</w:t>
      </w:r>
    </w:p>
    <w:p w:rsidR="007B2329" w:rsidRDefault="007B2329" w:rsidP="007B2329">
      <w:r>
        <w:t>476.8835</w:t>
      </w:r>
      <w:r>
        <w:tab/>
        <w:t>1.013e0</w:t>
      </w:r>
    </w:p>
    <w:p w:rsidR="007B2329" w:rsidRDefault="007B2329" w:rsidP="007B2329">
      <w:r>
        <w:t>476.8854</w:t>
      </w:r>
      <w:r>
        <w:tab/>
        <w:t>2.532e-2</w:t>
      </w:r>
    </w:p>
    <w:p w:rsidR="007B2329" w:rsidRDefault="007B2329" w:rsidP="007B2329">
      <w:r>
        <w:t>476.8929</w:t>
      </w:r>
      <w:r>
        <w:tab/>
        <w:t>2.025e0</w:t>
      </w:r>
    </w:p>
    <w:p w:rsidR="007B2329" w:rsidRDefault="007B2329" w:rsidP="007B2329">
      <w:r>
        <w:t>476.8960</w:t>
      </w:r>
      <w:r>
        <w:tab/>
        <w:t>2.025e0</w:t>
      </w:r>
    </w:p>
    <w:p w:rsidR="007B2329" w:rsidRDefault="007B2329" w:rsidP="007B2329">
      <w:r>
        <w:t>476.9049</w:t>
      </w:r>
      <w:r>
        <w:tab/>
        <w:t>1.013e0</w:t>
      </w:r>
    </w:p>
    <w:p w:rsidR="007B2329" w:rsidRDefault="007B2329" w:rsidP="007B2329">
      <w:r>
        <w:t>476.9261</w:t>
      </w:r>
      <w:r>
        <w:tab/>
        <w:t>1.266e-2</w:t>
      </w:r>
    </w:p>
    <w:p w:rsidR="007B2329" w:rsidRDefault="007B2329" w:rsidP="007B2329">
      <w:r>
        <w:t>476.9372</w:t>
      </w:r>
      <w:r>
        <w:tab/>
        <w:t>6.076e0</w:t>
      </w:r>
    </w:p>
    <w:p w:rsidR="007B2329" w:rsidRDefault="007B2329" w:rsidP="007B2329">
      <w:r>
        <w:t>476.9446</w:t>
      </w:r>
      <w:r>
        <w:tab/>
        <w:t>1.025e0</w:t>
      </w:r>
    </w:p>
    <w:p w:rsidR="007B2329" w:rsidRDefault="007B2329" w:rsidP="007B2329">
      <w:r>
        <w:t>476.9517</w:t>
      </w:r>
      <w:r>
        <w:tab/>
        <w:t>4.051e0</w:t>
      </w:r>
    </w:p>
    <w:p w:rsidR="007B2329" w:rsidRDefault="007B2329" w:rsidP="007B2329">
      <w:r>
        <w:t>477.0010</w:t>
      </w:r>
      <w:r>
        <w:tab/>
        <w:t>2.025e0</w:t>
      </w:r>
    </w:p>
    <w:p w:rsidR="007B2329" w:rsidRDefault="007B2329" w:rsidP="007B2329">
      <w:r>
        <w:t>477.0056</w:t>
      </w:r>
      <w:r>
        <w:tab/>
        <w:t>3.038e0</w:t>
      </w:r>
    </w:p>
    <w:p w:rsidR="007B2329" w:rsidRDefault="007B2329" w:rsidP="007B2329">
      <w:r>
        <w:t>477.0092</w:t>
      </w:r>
      <w:r>
        <w:tab/>
        <w:t>2.025e0</w:t>
      </w:r>
    </w:p>
    <w:p w:rsidR="007B2329" w:rsidRDefault="007B2329" w:rsidP="007B2329">
      <w:r>
        <w:lastRenderedPageBreak/>
        <w:t>477.0153</w:t>
      </w:r>
      <w:r>
        <w:tab/>
        <w:t>4.051e0</w:t>
      </w:r>
    </w:p>
    <w:p w:rsidR="007B2329" w:rsidRDefault="007B2329" w:rsidP="007B2329">
      <w:r>
        <w:t>477.0175</w:t>
      </w:r>
      <w:r>
        <w:tab/>
        <w:t>2.025e0</w:t>
      </w:r>
    </w:p>
    <w:p w:rsidR="007B2329" w:rsidRDefault="007B2329" w:rsidP="007B2329">
      <w:r>
        <w:t>477.0389</w:t>
      </w:r>
      <w:r>
        <w:tab/>
        <w:t>1.013e0</w:t>
      </w:r>
    </w:p>
    <w:p w:rsidR="007B2329" w:rsidRDefault="007B2329" w:rsidP="007B2329">
      <w:r>
        <w:t>477.0603</w:t>
      </w:r>
      <w:r>
        <w:tab/>
        <w:t>1.911e0</w:t>
      </w:r>
    </w:p>
    <w:p w:rsidR="007B2329" w:rsidRDefault="007B2329" w:rsidP="007B2329">
      <w:r>
        <w:t>477.0674</w:t>
      </w:r>
      <w:r>
        <w:tab/>
        <w:t>1.013e0</w:t>
      </w:r>
    </w:p>
    <w:p w:rsidR="007B2329" w:rsidRDefault="007B2329" w:rsidP="007B2329">
      <w:r>
        <w:t>477.1009</w:t>
      </w:r>
      <w:r>
        <w:tab/>
        <w:t>1.593e0</w:t>
      </w:r>
    </w:p>
    <w:p w:rsidR="007B2329" w:rsidRDefault="007B2329" w:rsidP="007B2329">
      <w:r>
        <w:t>477.1134</w:t>
      </w:r>
      <w:r>
        <w:tab/>
        <w:t>3.388e0</w:t>
      </w:r>
    </w:p>
    <w:p w:rsidR="007B2329" w:rsidRDefault="007B2329" w:rsidP="007B2329">
      <w:r>
        <w:t>477.1150</w:t>
      </w:r>
      <w:r>
        <w:tab/>
        <w:t>1.013e0</w:t>
      </w:r>
    </w:p>
    <w:p w:rsidR="007B2329" w:rsidRDefault="007B2329" w:rsidP="007B2329">
      <w:r>
        <w:t>477.1838</w:t>
      </w:r>
      <w:r>
        <w:tab/>
        <w:t>2.807e0</w:t>
      </w:r>
    </w:p>
    <w:p w:rsidR="007B2329" w:rsidRDefault="007B2329" w:rsidP="007B2329">
      <w:r>
        <w:t>477.1989</w:t>
      </w:r>
      <w:r>
        <w:tab/>
        <w:t>3.677e0</w:t>
      </w:r>
    </w:p>
    <w:p w:rsidR="007B2329" w:rsidRDefault="007B2329" w:rsidP="007B2329">
      <w:r>
        <w:t>477.2003</w:t>
      </w:r>
      <w:r>
        <w:tab/>
        <w:t>2.105e0</w:t>
      </w:r>
    </w:p>
    <w:p w:rsidR="007B2329" w:rsidRDefault="007B2329" w:rsidP="007B2329">
      <w:r>
        <w:t>477.2160</w:t>
      </w:r>
      <w:r>
        <w:tab/>
        <w:t>6.010e0</w:t>
      </w:r>
    </w:p>
    <w:p w:rsidR="007B2329" w:rsidRDefault="007B2329" w:rsidP="007B2329">
      <w:r>
        <w:t>477.2187</w:t>
      </w:r>
      <w:r>
        <w:tab/>
        <w:t>6.276e0</w:t>
      </w:r>
    </w:p>
    <w:p w:rsidR="007B2329" w:rsidRDefault="007B2329" w:rsidP="007B2329">
      <w:r>
        <w:t>477.2224</w:t>
      </w:r>
      <w:r>
        <w:tab/>
        <w:t>2.062e1</w:t>
      </w:r>
    </w:p>
    <w:p w:rsidR="007B2329" w:rsidRDefault="007B2329" w:rsidP="007B2329">
      <w:r>
        <w:t>477.2275</w:t>
      </w:r>
      <w:r>
        <w:tab/>
        <w:t>1.290e1</w:t>
      </w:r>
    </w:p>
    <w:p w:rsidR="007B2329" w:rsidRDefault="007B2329" w:rsidP="007B2329">
      <w:r>
        <w:t>477.2416</w:t>
      </w:r>
      <w:r>
        <w:tab/>
        <w:t>1.537e1</w:t>
      </w:r>
    </w:p>
    <w:p w:rsidR="007B2329" w:rsidRDefault="007B2329" w:rsidP="007B2329">
      <w:r>
        <w:t>477.2585</w:t>
      </w:r>
      <w:r>
        <w:tab/>
        <w:t>1.013e0</w:t>
      </w:r>
    </w:p>
    <w:p w:rsidR="007B2329" w:rsidRDefault="007B2329" w:rsidP="007B2329">
      <w:r>
        <w:t>477.2799</w:t>
      </w:r>
      <w:r>
        <w:tab/>
        <w:t>2.231e1</w:t>
      </w:r>
    </w:p>
    <w:p w:rsidR="007B2329" w:rsidRDefault="007B2329" w:rsidP="007B2329">
      <w:r>
        <w:t>477.2826</w:t>
      </w:r>
      <w:r>
        <w:tab/>
        <w:t>1.093e1</w:t>
      </w:r>
    </w:p>
    <w:p w:rsidR="007B2329" w:rsidRDefault="007B2329" w:rsidP="007B2329">
      <w:r>
        <w:lastRenderedPageBreak/>
        <w:t>477.2861</w:t>
      </w:r>
      <w:r>
        <w:tab/>
        <w:t>3.644e1</w:t>
      </w:r>
    </w:p>
    <w:p w:rsidR="007B2329" w:rsidRDefault="007B2329" w:rsidP="007B2329">
      <w:r>
        <w:t>477.2876</w:t>
      </w:r>
      <w:r>
        <w:tab/>
        <w:t>2.321e1</w:t>
      </w:r>
    </w:p>
    <w:p w:rsidR="007B2329" w:rsidRDefault="007B2329" w:rsidP="007B2329">
      <w:r>
        <w:t>477.2891</w:t>
      </w:r>
      <w:r>
        <w:tab/>
        <w:t>3.798e-2</w:t>
      </w:r>
    </w:p>
    <w:p w:rsidR="007B2329" w:rsidRDefault="007B2329" w:rsidP="007B2329">
      <w:r>
        <w:t>477.2983</w:t>
      </w:r>
      <w:r>
        <w:tab/>
        <w:t>1.629e1</w:t>
      </w:r>
    </w:p>
    <w:p w:rsidR="007B2329" w:rsidRDefault="007B2329" w:rsidP="007B2329">
      <w:r>
        <w:t>477.3104</w:t>
      </w:r>
      <w:r>
        <w:tab/>
        <w:t>1.013e0</w:t>
      </w:r>
    </w:p>
    <w:p w:rsidR="007B2329" w:rsidRDefault="007B2329" w:rsidP="007B2329">
      <w:r>
        <w:t>477.3275</w:t>
      </w:r>
      <w:r>
        <w:tab/>
        <w:t>1.060e0</w:t>
      </w:r>
    </w:p>
    <w:p w:rsidR="007B2329" w:rsidRDefault="007B2329" w:rsidP="007B2329">
      <w:r>
        <w:t>477.3434</w:t>
      </w:r>
      <w:r>
        <w:tab/>
        <w:t>8.607e0</w:t>
      </w:r>
    </w:p>
    <w:p w:rsidR="007B2329" w:rsidRDefault="007B2329" w:rsidP="007B2329">
      <w:r>
        <w:t>477.3585</w:t>
      </w:r>
      <w:r>
        <w:tab/>
        <w:t>2.025e0</w:t>
      </w:r>
    </w:p>
    <w:p w:rsidR="007B2329" w:rsidRDefault="007B2329" w:rsidP="007B2329">
      <w:r>
        <w:t>477.3832</w:t>
      </w:r>
      <w:r>
        <w:tab/>
        <w:t>2.025e0</w:t>
      </w:r>
    </w:p>
    <w:p w:rsidR="007B2329" w:rsidRDefault="007B2329" w:rsidP="007B2329">
      <w:r>
        <w:t>477.3893</w:t>
      </w:r>
      <w:r>
        <w:tab/>
        <w:t>2.666e0</w:t>
      </w:r>
    </w:p>
    <w:p w:rsidR="007B2329" w:rsidRDefault="007B2329" w:rsidP="007B2329">
      <w:r>
        <w:t>477.4324</w:t>
      </w:r>
      <w:r>
        <w:tab/>
        <w:t>2.025e0</w:t>
      </w:r>
    </w:p>
    <w:p w:rsidR="007B2329" w:rsidRDefault="007B2329" w:rsidP="007B2329">
      <w:r>
        <w:t>477.4447</w:t>
      </w:r>
      <w:r>
        <w:tab/>
        <w:t>1.266e-2</w:t>
      </w:r>
    </w:p>
    <w:p w:rsidR="007B2329" w:rsidRDefault="007B2329" w:rsidP="007B2329">
      <w:r>
        <w:t>477.4460</w:t>
      </w:r>
      <w:r>
        <w:tab/>
        <w:t>2.025e0</w:t>
      </w:r>
    </w:p>
    <w:p w:rsidR="007B2329" w:rsidRDefault="007B2329" w:rsidP="007B2329">
      <w:r>
        <w:t>477.4514</w:t>
      </w:r>
      <w:r>
        <w:tab/>
        <w:t>3.038e0</w:t>
      </w:r>
    </w:p>
    <w:p w:rsidR="007B2329" w:rsidRDefault="007B2329" w:rsidP="007B2329">
      <w:r>
        <w:t>477.4625</w:t>
      </w:r>
      <w:r>
        <w:tab/>
        <w:t>4.051e0</w:t>
      </w:r>
    </w:p>
    <w:p w:rsidR="007B2329" w:rsidRDefault="007B2329" w:rsidP="007B2329">
      <w:r>
        <w:t>477.4809</w:t>
      </w:r>
      <w:r>
        <w:tab/>
        <w:t>1.013e0</w:t>
      </w:r>
    </w:p>
    <w:p w:rsidR="007B2329" w:rsidRDefault="007B2329" w:rsidP="007B2329">
      <w:r>
        <w:t>477.4842</w:t>
      </w:r>
      <w:r>
        <w:tab/>
        <w:t>1.013e0</w:t>
      </w:r>
    </w:p>
    <w:p w:rsidR="007B2329" w:rsidRDefault="007B2329" w:rsidP="007B2329">
      <w:r>
        <w:t>477.4993</w:t>
      </w:r>
      <w:r>
        <w:tab/>
        <w:t>1.013e0</w:t>
      </w:r>
    </w:p>
    <w:p w:rsidR="007B2329" w:rsidRDefault="007B2329" w:rsidP="007B2329">
      <w:r>
        <w:t>477.5080</w:t>
      </w:r>
      <w:r>
        <w:tab/>
        <w:t>1.013e0</w:t>
      </w:r>
    </w:p>
    <w:p w:rsidR="007B2329" w:rsidRDefault="007B2329" w:rsidP="007B2329">
      <w:r>
        <w:lastRenderedPageBreak/>
        <w:t>477.5100</w:t>
      </w:r>
      <w:r>
        <w:tab/>
        <w:t>2.025e0</w:t>
      </w:r>
    </w:p>
    <w:p w:rsidR="007B2329" w:rsidRDefault="007B2329" w:rsidP="007B2329">
      <w:r>
        <w:t>477.5329</w:t>
      </w:r>
      <w:r>
        <w:tab/>
        <w:t>1.013e0</w:t>
      </w:r>
    </w:p>
    <w:p w:rsidR="007B2329" w:rsidRDefault="007B2329" w:rsidP="007B2329">
      <w:r>
        <w:t>477.5366</w:t>
      </w:r>
      <w:r>
        <w:tab/>
        <w:t>2.025e0</w:t>
      </w:r>
    </w:p>
    <w:p w:rsidR="007B2329" w:rsidRDefault="007B2329" w:rsidP="007B2329">
      <w:r>
        <w:t>477.5388</w:t>
      </w:r>
      <w:r>
        <w:tab/>
        <w:t>1.013e0</w:t>
      </w:r>
    </w:p>
    <w:p w:rsidR="007B2329" w:rsidRDefault="007B2329" w:rsidP="007B2329">
      <w:r>
        <w:t>477.5663</w:t>
      </w:r>
      <w:r>
        <w:tab/>
        <w:t>1.013e0</w:t>
      </w:r>
    </w:p>
    <w:p w:rsidR="007B2329" w:rsidRDefault="007B2329" w:rsidP="007B2329">
      <w:r>
        <w:t>477.5782</w:t>
      </w:r>
      <w:r>
        <w:tab/>
        <w:t>4.051e0</w:t>
      </w:r>
    </w:p>
    <w:p w:rsidR="007B2329" w:rsidRDefault="007B2329" w:rsidP="007B2329">
      <w:r>
        <w:t>477.5999</w:t>
      </w:r>
      <w:r>
        <w:tab/>
        <w:t>1.013e0</w:t>
      </w:r>
    </w:p>
    <w:p w:rsidR="007B2329" w:rsidRDefault="007B2329" w:rsidP="007B2329">
      <w:r>
        <w:t>477.6090</w:t>
      </w:r>
      <w:r>
        <w:tab/>
        <w:t>2.025e0</w:t>
      </w:r>
    </w:p>
    <w:p w:rsidR="007B2329" w:rsidRDefault="007B2329" w:rsidP="007B2329">
      <w:r>
        <w:t>477.6165</w:t>
      </w:r>
      <w:r>
        <w:tab/>
        <w:t>6.076e0</w:t>
      </w:r>
    </w:p>
    <w:p w:rsidR="007B2329" w:rsidRDefault="007B2329" w:rsidP="007B2329">
      <w:r>
        <w:t>477.6244</w:t>
      </w:r>
      <w:r>
        <w:tab/>
        <w:t>1.013e0</w:t>
      </w:r>
    </w:p>
    <w:p w:rsidR="007B2329" w:rsidRDefault="007B2329" w:rsidP="007B2329">
      <w:r>
        <w:t>477.6328</w:t>
      </w:r>
      <w:r>
        <w:tab/>
        <w:t>1.013e0</w:t>
      </w:r>
    </w:p>
    <w:p w:rsidR="007B2329" w:rsidRDefault="007B2329" w:rsidP="007B2329">
      <w:r>
        <w:t>477.6365</w:t>
      </w:r>
      <w:r>
        <w:tab/>
        <w:t>1.013e0</w:t>
      </w:r>
    </w:p>
    <w:p w:rsidR="007B2329" w:rsidRDefault="007B2329" w:rsidP="007B2329">
      <w:r>
        <w:t>477.6730</w:t>
      </w:r>
      <w:r>
        <w:tab/>
        <w:t>6.076e0</w:t>
      </w:r>
    </w:p>
    <w:p w:rsidR="007B2329" w:rsidRDefault="007B2329" w:rsidP="007B2329">
      <w:r>
        <w:t>477.6788</w:t>
      </w:r>
      <w:r>
        <w:tab/>
        <w:t>2.025e0</w:t>
      </w:r>
    </w:p>
    <w:p w:rsidR="007B2329" w:rsidRDefault="007B2329" w:rsidP="007B2329">
      <w:r>
        <w:t>477.6871</w:t>
      </w:r>
      <w:r>
        <w:tab/>
        <w:t>3.038e0</w:t>
      </w:r>
    </w:p>
    <w:p w:rsidR="007B2329" w:rsidRDefault="007B2329" w:rsidP="007B2329">
      <w:r>
        <w:t>477.6909</w:t>
      </w:r>
      <w:r>
        <w:tab/>
        <w:t>1.013e0</w:t>
      </w:r>
    </w:p>
    <w:p w:rsidR="007B2329" w:rsidRDefault="007B2329" w:rsidP="007B2329">
      <w:r>
        <w:t>477.7216</w:t>
      </w:r>
      <w:r>
        <w:tab/>
        <w:t>4.051e0</w:t>
      </w:r>
    </w:p>
    <w:p w:rsidR="007B2329" w:rsidRDefault="007B2329" w:rsidP="007B2329">
      <w:r>
        <w:t>477.7242</w:t>
      </w:r>
      <w:r>
        <w:tab/>
        <w:t>2.025e0</w:t>
      </w:r>
    </w:p>
    <w:p w:rsidR="007B2329" w:rsidRDefault="007B2329" w:rsidP="007B2329">
      <w:r>
        <w:t>477.7341</w:t>
      </w:r>
      <w:r>
        <w:tab/>
        <w:t>1.013e0</w:t>
      </w:r>
    </w:p>
    <w:p w:rsidR="007B2329" w:rsidRDefault="007B2329" w:rsidP="007B2329">
      <w:r>
        <w:lastRenderedPageBreak/>
        <w:t>477.7493</w:t>
      </w:r>
      <w:r>
        <w:tab/>
        <w:t>1.013e0</w:t>
      </w:r>
    </w:p>
    <w:p w:rsidR="007B2329" w:rsidRDefault="007B2329" w:rsidP="007B2329">
      <w:r>
        <w:t>477.7616</w:t>
      </w:r>
      <w:r>
        <w:tab/>
        <w:t>2.025e0</w:t>
      </w:r>
    </w:p>
    <w:p w:rsidR="007B2329" w:rsidRDefault="007B2329" w:rsidP="007B2329">
      <w:r>
        <w:t>477.7744</w:t>
      </w:r>
      <w:r>
        <w:tab/>
        <w:t>1.013e0</w:t>
      </w:r>
    </w:p>
    <w:p w:rsidR="007B2329" w:rsidRDefault="007B2329" w:rsidP="007B2329">
      <w:r>
        <w:t>477.7888</w:t>
      </w:r>
      <w:r>
        <w:tab/>
        <w:t>1.013e0</w:t>
      </w:r>
    </w:p>
    <w:p w:rsidR="007B2329" w:rsidRDefault="007B2329" w:rsidP="007B2329">
      <w:r>
        <w:t>477.7963</w:t>
      </w:r>
      <w:r>
        <w:tab/>
        <w:t>2.025e0</w:t>
      </w:r>
    </w:p>
    <w:p w:rsidR="007B2329" w:rsidRDefault="007B2329" w:rsidP="007B2329">
      <w:r>
        <w:t>477.8054</w:t>
      </w:r>
      <w:r>
        <w:tab/>
        <w:t>3.038e0</w:t>
      </w:r>
    </w:p>
    <w:p w:rsidR="007B2329" w:rsidRDefault="007B2329" w:rsidP="007B2329">
      <w:r>
        <w:t>477.8171</w:t>
      </w:r>
      <w:r>
        <w:tab/>
        <w:t>3.038e0</w:t>
      </w:r>
    </w:p>
    <w:p w:rsidR="007B2329" w:rsidRDefault="007B2329" w:rsidP="007B2329">
      <w:r>
        <w:t>477.8468</w:t>
      </w:r>
      <w:r>
        <w:tab/>
        <w:t>1.013e0</w:t>
      </w:r>
    </w:p>
    <w:p w:rsidR="007B2329" w:rsidRDefault="007B2329" w:rsidP="007B2329">
      <w:r>
        <w:t>477.8529</w:t>
      </w:r>
      <w:r>
        <w:tab/>
        <w:t>2.025e0</w:t>
      </w:r>
    </w:p>
    <w:p w:rsidR="007B2329" w:rsidRDefault="007B2329" w:rsidP="007B2329">
      <w:r>
        <w:t>477.8576</w:t>
      </w:r>
      <w:r>
        <w:tab/>
        <w:t>2.025e0</w:t>
      </w:r>
    </w:p>
    <w:p w:rsidR="007B2329" w:rsidRDefault="007B2329" w:rsidP="007B2329">
      <w:r>
        <w:t>477.8807</w:t>
      </w:r>
      <w:r>
        <w:tab/>
        <w:t>5.063e0</w:t>
      </w:r>
    </w:p>
    <w:p w:rsidR="007B2329" w:rsidRDefault="007B2329" w:rsidP="007B2329">
      <w:r>
        <w:t>477.8823</w:t>
      </w:r>
      <w:r>
        <w:tab/>
        <w:t>1.013e0</w:t>
      </w:r>
    </w:p>
    <w:p w:rsidR="007B2329" w:rsidRDefault="007B2329" w:rsidP="007B2329">
      <w:r>
        <w:t>477.9046</w:t>
      </w:r>
      <w:r>
        <w:tab/>
        <w:t>1.013e0</w:t>
      </w:r>
    </w:p>
    <w:p w:rsidR="007B2329" w:rsidRDefault="007B2329" w:rsidP="007B2329">
      <w:r>
        <w:t>477.9078</w:t>
      </w:r>
      <w:r>
        <w:tab/>
        <w:t>2.025e0</w:t>
      </w:r>
    </w:p>
    <w:p w:rsidR="007B2329" w:rsidRDefault="007B2329" w:rsidP="007B2329">
      <w:r>
        <w:t>477.9262</w:t>
      </w:r>
      <w:r>
        <w:tab/>
        <w:t>1.013e0</w:t>
      </w:r>
    </w:p>
    <w:p w:rsidR="007B2329" w:rsidRDefault="007B2329" w:rsidP="007B2329">
      <w:r>
        <w:t>477.9323</w:t>
      </w:r>
      <w:r>
        <w:tab/>
        <w:t>1.013e0</w:t>
      </w:r>
    </w:p>
    <w:p w:rsidR="007B2329" w:rsidRDefault="007B2329" w:rsidP="007B2329">
      <w:r>
        <w:t>477.9809</w:t>
      </w:r>
      <w:r>
        <w:tab/>
        <w:t>1.013e0</w:t>
      </w:r>
    </w:p>
    <w:p w:rsidR="007B2329" w:rsidRDefault="007B2329" w:rsidP="007B2329">
      <w:r>
        <w:t>477.9823</w:t>
      </w:r>
      <w:r>
        <w:tab/>
        <w:t>2.025e0</w:t>
      </w:r>
    </w:p>
    <w:p w:rsidR="007B2329" w:rsidRDefault="007B2329" w:rsidP="007B2329">
      <w:r>
        <w:t>478.0135</w:t>
      </w:r>
      <w:r>
        <w:tab/>
        <w:t>3.038e0</w:t>
      </w:r>
    </w:p>
    <w:p w:rsidR="007B2329" w:rsidRDefault="007B2329" w:rsidP="007B2329">
      <w:r>
        <w:lastRenderedPageBreak/>
        <w:t>478.0238</w:t>
      </w:r>
      <w:r>
        <w:tab/>
        <w:t>1.013e0</w:t>
      </w:r>
    </w:p>
    <w:p w:rsidR="007B2329" w:rsidRDefault="007B2329" w:rsidP="007B2329">
      <w:r>
        <w:t>478.0258</w:t>
      </w:r>
      <w:r>
        <w:tab/>
        <w:t>1.025e0</w:t>
      </w:r>
    </w:p>
    <w:p w:rsidR="007B2329" w:rsidRDefault="007B2329" w:rsidP="007B2329">
      <w:r>
        <w:t>478.0293</w:t>
      </w:r>
      <w:r>
        <w:tab/>
        <w:t>4.051e0</w:t>
      </w:r>
    </w:p>
    <w:p w:rsidR="007B2329" w:rsidRDefault="007B2329" w:rsidP="007B2329">
      <w:r>
        <w:t>478.0388</w:t>
      </w:r>
      <w:r>
        <w:tab/>
        <w:t>1.013e0</w:t>
      </w:r>
    </w:p>
    <w:p w:rsidR="007B2329" w:rsidRDefault="007B2329" w:rsidP="007B2329">
      <w:r>
        <w:t>478.0422</w:t>
      </w:r>
      <w:r>
        <w:tab/>
        <w:t>4.063e0</w:t>
      </w:r>
    </w:p>
    <w:p w:rsidR="007B2329" w:rsidRDefault="007B2329" w:rsidP="007B2329">
      <w:r>
        <w:t>478.0489</w:t>
      </w:r>
      <w:r>
        <w:tab/>
        <w:t>5.063e0</w:t>
      </w:r>
    </w:p>
    <w:p w:rsidR="007B2329" w:rsidRDefault="007B2329" w:rsidP="007B2329">
      <w:r>
        <w:t>478.0784</w:t>
      </w:r>
      <w:r>
        <w:tab/>
        <w:t>1.013e0</w:t>
      </w:r>
    </w:p>
    <w:p w:rsidR="007B2329" w:rsidRDefault="007B2329" w:rsidP="007B2329">
      <w:r>
        <w:t>478.0944</w:t>
      </w:r>
      <w:r>
        <w:tab/>
        <w:t>2.025e0</w:t>
      </w:r>
    </w:p>
    <w:p w:rsidR="007B2329" w:rsidRDefault="007B2329" w:rsidP="007B2329">
      <w:r>
        <w:t>478.1361</w:t>
      </w:r>
      <w:r>
        <w:tab/>
        <w:t>2.025e0</w:t>
      </w:r>
    </w:p>
    <w:p w:rsidR="007B2329" w:rsidRDefault="007B2329" w:rsidP="007B2329">
      <w:r>
        <w:t>478.1655</w:t>
      </w:r>
      <w:r>
        <w:tab/>
        <w:t>1.232e0</w:t>
      </w:r>
    </w:p>
    <w:p w:rsidR="007B2329" w:rsidRDefault="007B2329" w:rsidP="007B2329">
      <w:r>
        <w:t>478.1952</w:t>
      </w:r>
      <w:r>
        <w:tab/>
        <w:t>3.263e0</w:t>
      </w:r>
    </w:p>
    <w:p w:rsidR="007B2329" w:rsidRDefault="007B2329" w:rsidP="007B2329">
      <w:r>
        <w:t>478.2064</w:t>
      </w:r>
      <w:r>
        <w:tab/>
        <w:t>1.193e0</w:t>
      </w:r>
    </w:p>
    <w:p w:rsidR="007B2329" w:rsidRDefault="007B2329" w:rsidP="007B2329">
      <w:r>
        <w:t>478.2191</w:t>
      </w:r>
      <w:r>
        <w:tab/>
        <w:t>3.038e0</w:t>
      </w:r>
    </w:p>
    <w:p w:rsidR="007B2329" w:rsidRDefault="007B2329" w:rsidP="007B2329">
      <w:r>
        <w:t>478.2212</w:t>
      </w:r>
      <w:r>
        <w:tab/>
        <w:t>3.811e0</w:t>
      </w:r>
    </w:p>
    <w:p w:rsidR="007B2329" w:rsidRDefault="007B2329" w:rsidP="007B2329">
      <w:r>
        <w:t>478.2384</w:t>
      </w:r>
      <w:r>
        <w:tab/>
        <w:t>2.412e0</w:t>
      </w:r>
    </w:p>
    <w:p w:rsidR="007B2329" w:rsidRDefault="007B2329" w:rsidP="007B2329">
      <w:r>
        <w:t>478.2536</w:t>
      </w:r>
      <w:r>
        <w:tab/>
        <w:t>2.025e0</w:t>
      </w:r>
    </w:p>
    <w:p w:rsidR="007B2329" w:rsidRDefault="007B2329" w:rsidP="007B2329">
      <w:r>
        <w:t>478.2557</w:t>
      </w:r>
      <w:r>
        <w:tab/>
        <w:t>7.547e0</w:t>
      </w:r>
    </w:p>
    <w:p w:rsidR="007B2329" w:rsidRDefault="007B2329" w:rsidP="007B2329">
      <w:r>
        <w:t>478.2789</w:t>
      </w:r>
      <w:r>
        <w:tab/>
        <w:t>3.294e0</w:t>
      </w:r>
    </w:p>
    <w:p w:rsidR="007B2329" w:rsidRDefault="007B2329" w:rsidP="007B2329">
      <w:r>
        <w:t>478.2976</w:t>
      </w:r>
      <w:r>
        <w:tab/>
        <w:t>2.039e0</w:t>
      </w:r>
    </w:p>
    <w:p w:rsidR="007B2329" w:rsidRDefault="007B2329" w:rsidP="007B2329">
      <w:r>
        <w:lastRenderedPageBreak/>
        <w:t>478.3130</w:t>
      </w:r>
      <w:r>
        <w:tab/>
        <w:t>2.526e0</w:t>
      </w:r>
    </w:p>
    <w:p w:rsidR="007B2329" w:rsidRDefault="007B2329" w:rsidP="007B2329">
      <w:r>
        <w:t>478.3499</w:t>
      </w:r>
      <w:r>
        <w:tab/>
        <w:t>1.013e0</w:t>
      </w:r>
    </w:p>
    <w:p w:rsidR="007B2329" w:rsidRDefault="007B2329" w:rsidP="007B2329">
      <w:r>
        <w:t>478.3652</w:t>
      </w:r>
      <w:r>
        <w:tab/>
        <w:t>1.013e0</w:t>
      </w:r>
    </w:p>
    <w:p w:rsidR="007B2329" w:rsidRDefault="007B2329" w:rsidP="007B2329">
      <w:r>
        <w:t>478.3741</w:t>
      </w:r>
      <w:r>
        <w:tab/>
        <w:t>3.605e0</w:t>
      </w:r>
    </w:p>
    <w:p w:rsidR="007B2329" w:rsidRDefault="007B2329" w:rsidP="007B2329">
      <w:r>
        <w:t>478.3986</w:t>
      </w:r>
      <w:r>
        <w:tab/>
        <w:t>1.013e0</w:t>
      </w:r>
    </w:p>
    <w:p w:rsidR="007B2329" w:rsidRDefault="007B2329" w:rsidP="007B2329">
      <w:r>
        <w:t>478.4070</w:t>
      </w:r>
      <w:r>
        <w:tab/>
        <w:t>2.025e0</w:t>
      </w:r>
    </w:p>
    <w:p w:rsidR="007B2329" w:rsidRDefault="007B2329" w:rsidP="007B2329">
      <w:r>
        <w:t>478.4231</w:t>
      </w:r>
      <w:r>
        <w:tab/>
        <w:t>1.013e0</w:t>
      </w:r>
    </w:p>
    <w:p w:rsidR="007B2329" w:rsidRDefault="007B2329" w:rsidP="007B2329">
      <w:r>
        <w:t>478.4486</w:t>
      </w:r>
      <w:r>
        <w:tab/>
        <w:t>1.013e0</w:t>
      </w:r>
    </w:p>
    <w:p w:rsidR="007B2329" w:rsidRDefault="007B2329" w:rsidP="007B2329">
      <w:r>
        <w:t>478.4558</w:t>
      </w:r>
      <w:r>
        <w:tab/>
        <w:t>4.051e0</w:t>
      </w:r>
    </w:p>
    <w:p w:rsidR="007B2329" w:rsidRDefault="007B2329" w:rsidP="007B2329">
      <w:r>
        <w:t>478.4573</w:t>
      </w:r>
      <w:r>
        <w:tab/>
        <w:t>3.038e0</w:t>
      </w:r>
    </w:p>
    <w:p w:rsidR="007B2329" w:rsidRDefault="007B2329" w:rsidP="007B2329">
      <w:r>
        <w:t>478.4985</w:t>
      </w:r>
      <w:r>
        <w:tab/>
        <w:t>2.025e0</w:t>
      </w:r>
    </w:p>
    <w:p w:rsidR="007B2329" w:rsidRDefault="007B2329" w:rsidP="007B2329">
      <w:r>
        <w:t>478.5025</w:t>
      </w:r>
      <w:r>
        <w:tab/>
        <w:t>2.025e0</w:t>
      </w:r>
    </w:p>
    <w:p w:rsidR="007B2329" w:rsidRDefault="007B2329" w:rsidP="007B2329">
      <w:r>
        <w:t>478.5070</w:t>
      </w:r>
      <w:r>
        <w:tab/>
        <w:t>1.013e0</w:t>
      </w:r>
    </w:p>
    <w:p w:rsidR="007B2329" w:rsidRDefault="007B2329" w:rsidP="007B2329">
      <w:r>
        <w:t>478.5092</w:t>
      </w:r>
      <w:r>
        <w:tab/>
        <w:t>3.051e0</w:t>
      </w:r>
    </w:p>
    <w:p w:rsidR="007B2329" w:rsidRDefault="007B2329" w:rsidP="007B2329">
      <w:r>
        <w:t>478.5238</w:t>
      </w:r>
      <w:r>
        <w:tab/>
        <w:t>1.013e0</w:t>
      </w:r>
    </w:p>
    <w:p w:rsidR="007B2329" w:rsidRDefault="007B2329" w:rsidP="007B2329">
      <w:r>
        <w:t>478.5403</w:t>
      </w:r>
      <w:r>
        <w:tab/>
        <w:t>2.025e0</w:t>
      </w:r>
    </w:p>
    <w:p w:rsidR="007B2329" w:rsidRDefault="007B2329" w:rsidP="007B2329">
      <w:r>
        <w:t>478.5820</w:t>
      </w:r>
      <w:r>
        <w:tab/>
        <w:t>1.013e0</w:t>
      </w:r>
    </w:p>
    <w:p w:rsidR="007B2329" w:rsidRDefault="007B2329" w:rsidP="007B2329">
      <w:r>
        <w:t>478.5930</w:t>
      </w:r>
      <w:r>
        <w:tab/>
        <w:t>2.025e0</w:t>
      </w:r>
    </w:p>
    <w:p w:rsidR="007B2329" w:rsidRDefault="007B2329" w:rsidP="007B2329">
      <w:r>
        <w:t>478.6000</w:t>
      </w:r>
      <w:r>
        <w:tab/>
        <w:t>1.013e0</w:t>
      </w:r>
    </w:p>
    <w:p w:rsidR="007B2329" w:rsidRDefault="007B2329" w:rsidP="007B2329">
      <w:r>
        <w:lastRenderedPageBreak/>
        <w:t>478.6198</w:t>
      </w:r>
      <w:r>
        <w:tab/>
        <w:t>2.025e0</w:t>
      </w:r>
    </w:p>
    <w:p w:rsidR="007B2329" w:rsidRDefault="007B2329" w:rsidP="007B2329">
      <w:r>
        <w:t>478.6299</w:t>
      </w:r>
      <w:r>
        <w:tab/>
        <w:t>2.025e0</w:t>
      </w:r>
    </w:p>
    <w:p w:rsidR="007B2329" w:rsidRDefault="007B2329" w:rsidP="007B2329">
      <w:r>
        <w:t>478.6365</w:t>
      </w:r>
      <w:r>
        <w:tab/>
        <w:t>1.013e0</w:t>
      </w:r>
    </w:p>
    <w:p w:rsidR="007B2329" w:rsidRDefault="007B2329" w:rsidP="007B2329">
      <w:r>
        <w:t>478.6474</w:t>
      </w:r>
      <w:r>
        <w:tab/>
        <w:t>4.051e0</w:t>
      </w:r>
    </w:p>
    <w:p w:rsidR="007B2329" w:rsidRDefault="007B2329" w:rsidP="007B2329">
      <w:r>
        <w:t>478.6764</w:t>
      </w:r>
      <w:r>
        <w:tab/>
        <w:t>1.266e-2</w:t>
      </w:r>
    </w:p>
    <w:p w:rsidR="007B2329" w:rsidRDefault="007B2329" w:rsidP="007B2329">
      <w:r>
        <w:t>478.6819</w:t>
      </w:r>
      <w:r>
        <w:tab/>
        <w:t>1.013e0</w:t>
      </w:r>
    </w:p>
    <w:p w:rsidR="007B2329" w:rsidRDefault="007B2329" w:rsidP="007B2329">
      <w:r>
        <w:t>478.6963</w:t>
      </w:r>
      <w:r>
        <w:tab/>
        <w:t>3.038e0</w:t>
      </w:r>
    </w:p>
    <w:p w:rsidR="007B2329" w:rsidRDefault="007B2329" w:rsidP="007B2329">
      <w:r>
        <w:t>478.7070</w:t>
      </w:r>
      <w:r>
        <w:tab/>
        <w:t>1.013e0</w:t>
      </w:r>
    </w:p>
    <w:p w:rsidR="007B2329" w:rsidRDefault="007B2329" w:rsidP="007B2329">
      <w:r>
        <w:t>478.7158</w:t>
      </w:r>
      <w:r>
        <w:tab/>
        <w:t>2.025e0</w:t>
      </w:r>
    </w:p>
    <w:p w:rsidR="007B2329" w:rsidRDefault="007B2329" w:rsidP="007B2329">
      <w:r>
        <w:t>478.7250</w:t>
      </w:r>
      <w:r>
        <w:tab/>
        <w:t>2.025e0</w:t>
      </w:r>
    </w:p>
    <w:p w:rsidR="007B2329" w:rsidRDefault="007B2329" w:rsidP="007B2329">
      <w:r>
        <w:t>478.7571</w:t>
      </w:r>
      <w:r>
        <w:tab/>
        <w:t>1.013e0</w:t>
      </w:r>
    </w:p>
    <w:p w:rsidR="007B2329" w:rsidRDefault="007B2329" w:rsidP="007B2329">
      <w:r>
        <w:t>478.7736</w:t>
      </w:r>
      <w:r>
        <w:tab/>
        <w:t>3.038e0</w:t>
      </w:r>
    </w:p>
    <w:p w:rsidR="007B2329" w:rsidRDefault="007B2329" w:rsidP="007B2329">
      <w:r>
        <w:t>478.7888</w:t>
      </w:r>
      <w:r>
        <w:tab/>
        <w:t>3.038e0</w:t>
      </w:r>
    </w:p>
    <w:p w:rsidR="007B2329" w:rsidRDefault="007B2329" w:rsidP="007B2329">
      <w:r>
        <w:t>478.7922</w:t>
      </w:r>
      <w:r>
        <w:tab/>
        <w:t>1.013e0</w:t>
      </w:r>
    </w:p>
    <w:p w:rsidR="007B2329" w:rsidRDefault="007B2329" w:rsidP="007B2329">
      <w:r>
        <w:t>478.8112</w:t>
      </w:r>
      <w:r>
        <w:tab/>
        <w:t>2.025e0</w:t>
      </w:r>
    </w:p>
    <w:p w:rsidR="007B2329" w:rsidRDefault="007B2329" w:rsidP="007B2329">
      <w:r>
        <w:t>478.8278</w:t>
      </w:r>
      <w:r>
        <w:tab/>
        <w:t>2.025e0</w:t>
      </w:r>
    </w:p>
    <w:p w:rsidR="007B2329" w:rsidRDefault="007B2329" w:rsidP="007B2329">
      <w:r>
        <w:t>478.8320</w:t>
      </w:r>
      <w:r>
        <w:tab/>
        <w:t>1.013e0</w:t>
      </w:r>
    </w:p>
    <w:p w:rsidR="007B2329" w:rsidRDefault="007B2329" w:rsidP="007B2329">
      <w:r>
        <w:t>478.8354</w:t>
      </w:r>
      <w:r>
        <w:tab/>
        <w:t>2.025e0</w:t>
      </w:r>
    </w:p>
    <w:p w:rsidR="007B2329" w:rsidRDefault="007B2329" w:rsidP="007B2329">
      <w:r>
        <w:t>478.8569</w:t>
      </w:r>
      <w:r>
        <w:tab/>
        <w:t>1.013e0</w:t>
      </w:r>
    </w:p>
    <w:p w:rsidR="007B2329" w:rsidRDefault="007B2329" w:rsidP="007B2329">
      <w:r>
        <w:lastRenderedPageBreak/>
        <w:t>478.8864</w:t>
      </w:r>
      <w:r>
        <w:tab/>
        <w:t>1.013e0</w:t>
      </w:r>
    </w:p>
    <w:p w:rsidR="007B2329" w:rsidRDefault="007B2329" w:rsidP="007B2329">
      <w:r>
        <w:t>478.8934</w:t>
      </w:r>
      <w:r>
        <w:tab/>
        <w:t>4.051e0</w:t>
      </w:r>
    </w:p>
    <w:p w:rsidR="007B2329" w:rsidRDefault="007B2329" w:rsidP="007B2329">
      <w:r>
        <w:t>478.9198</w:t>
      </w:r>
      <w:r>
        <w:tab/>
        <w:t>2.025e0</w:t>
      </w:r>
    </w:p>
    <w:p w:rsidR="007B2329" w:rsidRDefault="007B2329" w:rsidP="007B2329">
      <w:r>
        <w:t>478.9416</w:t>
      </w:r>
      <w:r>
        <w:tab/>
        <w:t>2.025e0</w:t>
      </w:r>
    </w:p>
    <w:p w:rsidR="007B2329" w:rsidRDefault="007B2329" w:rsidP="007B2329">
      <w:r>
        <w:t>478.9570</w:t>
      </w:r>
      <w:r>
        <w:tab/>
        <w:t>1.013e0</w:t>
      </w:r>
    </w:p>
    <w:p w:rsidR="007B2329" w:rsidRDefault="007B2329" w:rsidP="007B2329">
      <w:r>
        <w:t>478.9812</w:t>
      </w:r>
      <w:r>
        <w:tab/>
        <w:t>1.013e0</w:t>
      </w:r>
    </w:p>
    <w:p w:rsidR="007B2329" w:rsidRDefault="007B2329" w:rsidP="007B2329">
      <w:r>
        <w:t>478.9867</w:t>
      </w:r>
      <w:r>
        <w:tab/>
        <w:t>3.038e0</w:t>
      </w:r>
    </w:p>
    <w:p w:rsidR="007B2329" w:rsidRDefault="007B2329" w:rsidP="007B2329">
      <w:r>
        <w:t>479.0267</w:t>
      </w:r>
      <w:r>
        <w:tab/>
        <w:t>2.038e0</w:t>
      </w:r>
    </w:p>
    <w:p w:rsidR="007B2329" w:rsidRDefault="007B2329" w:rsidP="007B2329">
      <w:r>
        <w:t>479.0487</w:t>
      </w:r>
      <w:r>
        <w:tab/>
        <w:t>1.013e0</w:t>
      </w:r>
    </w:p>
    <w:p w:rsidR="007B2329" w:rsidRDefault="007B2329" w:rsidP="007B2329">
      <w:r>
        <w:t>479.0606</w:t>
      </w:r>
      <w:r>
        <w:tab/>
        <w:t>2.025e0</w:t>
      </w:r>
    </w:p>
    <w:p w:rsidR="007B2329" w:rsidRDefault="007B2329" w:rsidP="007B2329">
      <w:r>
        <w:t>479.0809</w:t>
      </w:r>
      <w:r>
        <w:tab/>
        <w:t>1.750e0</w:t>
      </w:r>
    </w:p>
    <w:p w:rsidR="007B2329" w:rsidRDefault="007B2329" w:rsidP="007B2329">
      <w:r>
        <w:t>479.0943</w:t>
      </w:r>
      <w:r>
        <w:tab/>
        <w:t>2.025e0</w:t>
      </w:r>
    </w:p>
    <w:p w:rsidR="007B2329" w:rsidRDefault="007B2329" w:rsidP="007B2329">
      <w:r>
        <w:t>479.1081</w:t>
      </w:r>
      <w:r>
        <w:tab/>
        <w:t>3.544e0</w:t>
      </w:r>
    </w:p>
    <w:p w:rsidR="007B2329" w:rsidRDefault="007B2329" w:rsidP="007B2329">
      <w:r>
        <w:t>479.1161</w:t>
      </w:r>
      <w:r>
        <w:tab/>
        <w:t>1.492e0</w:t>
      </w:r>
    </w:p>
    <w:p w:rsidR="007B2329" w:rsidRDefault="007B2329" w:rsidP="007B2329">
      <w:r>
        <w:t>479.1252</w:t>
      </w:r>
      <w:r>
        <w:tab/>
        <w:t>2.296e0</w:t>
      </w:r>
    </w:p>
    <w:p w:rsidR="007B2329" w:rsidRDefault="007B2329" w:rsidP="007B2329">
      <w:r>
        <w:t>479.1322</w:t>
      </w:r>
      <w:r>
        <w:tab/>
        <w:t>2.025e0</w:t>
      </w:r>
    </w:p>
    <w:p w:rsidR="007B2329" w:rsidRDefault="007B2329" w:rsidP="007B2329">
      <w:r>
        <w:t>479.1947</w:t>
      </w:r>
      <w:r>
        <w:tab/>
        <w:t>1.013e0</w:t>
      </w:r>
    </w:p>
    <w:p w:rsidR="007B2329" w:rsidRDefault="007B2329" w:rsidP="007B2329">
      <w:r>
        <w:t>479.2175</w:t>
      </w:r>
      <w:r>
        <w:tab/>
        <w:t>2.396e0</w:t>
      </w:r>
    </w:p>
    <w:p w:rsidR="007B2329" w:rsidRDefault="007B2329" w:rsidP="007B2329">
      <w:r>
        <w:t>479.2354</w:t>
      </w:r>
      <w:r>
        <w:tab/>
        <w:t>3.038e0</w:t>
      </w:r>
    </w:p>
    <w:p w:rsidR="007B2329" w:rsidRDefault="007B2329" w:rsidP="007B2329">
      <w:r>
        <w:lastRenderedPageBreak/>
        <w:t>479.2534</w:t>
      </w:r>
      <w:r>
        <w:tab/>
        <w:t>2.025e0</w:t>
      </w:r>
    </w:p>
    <w:p w:rsidR="007B2329" w:rsidRDefault="007B2329" w:rsidP="007B2329">
      <w:r>
        <w:t>479.2810</w:t>
      </w:r>
      <w:r>
        <w:tab/>
        <w:t>5.739e0</w:t>
      </w:r>
    </w:p>
    <w:p w:rsidR="007B2329" w:rsidRDefault="007B2329" w:rsidP="007B2329">
      <w:r>
        <w:t>479.2842</w:t>
      </w:r>
      <w:r>
        <w:tab/>
        <w:t>1.136e1</w:t>
      </w:r>
    </w:p>
    <w:p w:rsidR="007B2329" w:rsidRDefault="007B2329" w:rsidP="007B2329">
      <w:r>
        <w:t>479.2860</w:t>
      </w:r>
      <w:r>
        <w:tab/>
        <w:t>1.518e1</w:t>
      </w:r>
    </w:p>
    <w:p w:rsidR="007B2329" w:rsidRDefault="007B2329" w:rsidP="007B2329">
      <w:r>
        <w:t>479.2907</w:t>
      </w:r>
      <w:r>
        <w:tab/>
        <w:t>6.332e0</w:t>
      </w:r>
    </w:p>
    <w:p w:rsidR="007B2329" w:rsidRDefault="007B2329" w:rsidP="007B2329">
      <w:r>
        <w:t>479.3018</w:t>
      </w:r>
      <w:r>
        <w:tab/>
        <w:t>8.741e-1</w:t>
      </w:r>
    </w:p>
    <w:p w:rsidR="007B2329" w:rsidRDefault="007B2329" w:rsidP="007B2329">
      <w:r>
        <w:t>479.3042</w:t>
      </w:r>
      <w:r>
        <w:tab/>
        <w:t>2.721e0</w:t>
      </w:r>
    </w:p>
    <w:p w:rsidR="007B2329" w:rsidRDefault="007B2329" w:rsidP="007B2329">
      <w:r>
        <w:t>479.3157</w:t>
      </w:r>
      <w:r>
        <w:tab/>
        <w:t>1.013e0</w:t>
      </w:r>
    </w:p>
    <w:p w:rsidR="007B2329" w:rsidRDefault="007B2329" w:rsidP="007B2329">
      <w:r>
        <w:t>479.3327</w:t>
      </w:r>
      <w:r>
        <w:tab/>
        <w:t>2.490e0</w:t>
      </w:r>
    </w:p>
    <w:p w:rsidR="007B2329" w:rsidRDefault="007B2329" w:rsidP="007B2329">
      <w:r>
        <w:t>479.3547</w:t>
      </w:r>
      <w:r>
        <w:tab/>
        <w:t>1.167e0</w:t>
      </w:r>
    </w:p>
    <w:p w:rsidR="007B2329" w:rsidRDefault="007B2329" w:rsidP="007B2329">
      <w:r>
        <w:t>479.3681</w:t>
      </w:r>
      <w:r>
        <w:tab/>
        <w:t>2.995e0</w:t>
      </w:r>
    </w:p>
    <w:p w:rsidR="007B2329" w:rsidRDefault="007B2329" w:rsidP="007B2329">
      <w:r>
        <w:t>479.3762</w:t>
      </w:r>
      <w:r>
        <w:tab/>
        <w:t>1.528e0</w:t>
      </w:r>
    </w:p>
    <w:p w:rsidR="007B2329" w:rsidRDefault="007B2329" w:rsidP="007B2329">
      <w:r>
        <w:t>479.4028</w:t>
      </w:r>
      <w:r>
        <w:tab/>
        <w:t>2.025e0</w:t>
      </w:r>
    </w:p>
    <w:p w:rsidR="007B2329" w:rsidRDefault="007B2329" w:rsidP="007B2329">
      <w:r>
        <w:t>479.4081</w:t>
      </w:r>
      <w:r>
        <w:tab/>
        <w:t>1.013e0</w:t>
      </w:r>
    </w:p>
    <w:p w:rsidR="007B2329" w:rsidRDefault="007B2329" w:rsidP="007B2329">
      <w:r>
        <w:t>479.4107</w:t>
      </w:r>
      <w:r>
        <w:tab/>
        <w:t>2.025e0</w:t>
      </w:r>
    </w:p>
    <w:p w:rsidR="007B2329" w:rsidRDefault="007B2329" w:rsidP="007B2329">
      <w:r>
        <w:t>479.4156</w:t>
      </w:r>
      <w:r>
        <w:tab/>
        <w:t>2.025e0</w:t>
      </w:r>
    </w:p>
    <w:p w:rsidR="007B2329" w:rsidRDefault="007B2329" w:rsidP="007B2329">
      <w:r>
        <w:t>479.4536</w:t>
      </w:r>
      <w:r>
        <w:tab/>
        <w:t>2.025e0</w:t>
      </w:r>
    </w:p>
    <w:p w:rsidR="007B2329" w:rsidRDefault="007B2329" w:rsidP="007B2329">
      <w:r>
        <w:t>479.4577</w:t>
      </w:r>
      <w:r>
        <w:tab/>
        <w:t>1.013e0</w:t>
      </w:r>
    </w:p>
    <w:p w:rsidR="007B2329" w:rsidRDefault="007B2329" w:rsidP="007B2329">
      <w:r>
        <w:t>479.4753</w:t>
      </w:r>
      <w:r>
        <w:tab/>
        <w:t>4.051e0</w:t>
      </w:r>
    </w:p>
    <w:p w:rsidR="007B2329" w:rsidRDefault="007B2329" w:rsidP="007B2329">
      <w:r>
        <w:lastRenderedPageBreak/>
        <w:t>479.4842</w:t>
      </w:r>
      <w:r>
        <w:tab/>
        <w:t>2.025e0</w:t>
      </w:r>
    </w:p>
    <w:p w:rsidR="007B2329" w:rsidRDefault="007B2329" w:rsidP="007B2329">
      <w:r>
        <w:t>479.5011</w:t>
      </w:r>
      <w:r>
        <w:tab/>
        <w:t>5.063e0</w:t>
      </w:r>
    </w:p>
    <w:p w:rsidR="007B2329" w:rsidRDefault="007B2329" w:rsidP="007B2329">
      <w:r>
        <w:t>479.5208</w:t>
      </w:r>
      <w:r>
        <w:tab/>
        <w:t>1.013e0</w:t>
      </w:r>
    </w:p>
    <w:p w:rsidR="007B2329" w:rsidRDefault="007B2329" w:rsidP="007B2329">
      <w:r>
        <w:t>479.5291</w:t>
      </w:r>
      <w:r>
        <w:tab/>
        <w:t>2.025e0</w:t>
      </w:r>
    </w:p>
    <w:p w:rsidR="007B2329" w:rsidRDefault="007B2329" w:rsidP="007B2329">
      <w:r>
        <w:t>479.5390</w:t>
      </w:r>
      <w:r>
        <w:tab/>
        <w:t>1.013e0</w:t>
      </w:r>
    </w:p>
    <w:p w:rsidR="007B2329" w:rsidRDefault="007B2329" w:rsidP="007B2329">
      <w:r>
        <w:t>479.5558</w:t>
      </w:r>
      <w:r>
        <w:tab/>
        <w:t>2.025e0</w:t>
      </w:r>
    </w:p>
    <w:p w:rsidR="007B2329" w:rsidRDefault="007B2329" w:rsidP="007B2329">
      <w:r>
        <w:t>479.5806</w:t>
      </w:r>
      <w:r>
        <w:tab/>
        <w:t>3.038e0</w:t>
      </w:r>
    </w:p>
    <w:p w:rsidR="007B2329" w:rsidRDefault="007B2329" w:rsidP="007B2329">
      <w:r>
        <w:t>479.5913</w:t>
      </w:r>
      <w:r>
        <w:tab/>
        <w:t>1.013e0</w:t>
      </w:r>
    </w:p>
    <w:p w:rsidR="007B2329" w:rsidRDefault="007B2329" w:rsidP="007B2329">
      <w:r>
        <w:t>479.5968</w:t>
      </w:r>
      <w:r>
        <w:tab/>
        <w:t>2.025e0</w:t>
      </w:r>
    </w:p>
    <w:p w:rsidR="007B2329" w:rsidRDefault="007B2329" w:rsidP="007B2329">
      <w:r>
        <w:t>479.6001</w:t>
      </w:r>
      <w:r>
        <w:tab/>
        <w:t>1.266e-2</w:t>
      </w:r>
    </w:p>
    <w:p w:rsidR="007B2329" w:rsidRDefault="007B2329" w:rsidP="007B2329">
      <w:r>
        <w:t>479.6130</w:t>
      </w:r>
      <w:r>
        <w:tab/>
        <w:t>4.051e0</w:t>
      </w:r>
    </w:p>
    <w:p w:rsidR="007B2329" w:rsidRDefault="007B2329" w:rsidP="007B2329">
      <w:r>
        <w:t>479.6187</w:t>
      </w:r>
      <w:r>
        <w:tab/>
        <w:t>1.266e-2</w:t>
      </w:r>
    </w:p>
    <w:p w:rsidR="007B2329" w:rsidRDefault="007B2329" w:rsidP="007B2329">
      <w:r>
        <w:t>479.6259</w:t>
      </w:r>
      <w:r>
        <w:tab/>
        <w:t>2.025e0</w:t>
      </w:r>
    </w:p>
    <w:p w:rsidR="007B2329" w:rsidRDefault="007B2329" w:rsidP="007B2329">
      <w:r>
        <w:t>479.6331</w:t>
      </w:r>
      <w:r>
        <w:tab/>
        <w:t>1.013e0</w:t>
      </w:r>
    </w:p>
    <w:p w:rsidR="007B2329" w:rsidRDefault="007B2329" w:rsidP="007B2329">
      <w:r>
        <w:t>479.6526</w:t>
      </w:r>
      <w:r>
        <w:tab/>
        <w:t>3.038e0</w:t>
      </w:r>
    </w:p>
    <w:p w:rsidR="007B2329" w:rsidRDefault="007B2329" w:rsidP="007B2329">
      <w:r>
        <w:t>479.6615</w:t>
      </w:r>
      <w:r>
        <w:tab/>
        <w:t>2.025e0</w:t>
      </w:r>
    </w:p>
    <w:p w:rsidR="007B2329" w:rsidRDefault="007B2329" w:rsidP="007B2329">
      <w:r>
        <w:t>479.6840</w:t>
      </w:r>
      <w:r>
        <w:tab/>
        <w:t>2.025e0</w:t>
      </w:r>
    </w:p>
    <w:p w:rsidR="007B2329" w:rsidRDefault="007B2329" w:rsidP="007B2329">
      <w:r>
        <w:t>479.6931</w:t>
      </w:r>
      <w:r>
        <w:tab/>
        <w:t>4.203e0</w:t>
      </w:r>
    </w:p>
    <w:p w:rsidR="007B2329" w:rsidRDefault="007B2329" w:rsidP="007B2329">
      <w:r>
        <w:t>479.7416</w:t>
      </w:r>
      <w:r>
        <w:tab/>
        <w:t>1.013e0</w:t>
      </w:r>
    </w:p>
    <w:p w:rsidR="007B2329" w:rsidRDefault="007B2329" w:rsidP="007B2329">
      <w:r>
        <w:lastRenderedPageBreak/>
        <w:t>479.7495</w:t>
      </w:r>
      <w:r>
        <w:tab/>
        <w:t>3.038e0</w:t>
      </w:r>
    </w:p>
    <w:p w:rsidR="007B2329" w:rsidRDefault="007B2329" w:rsidP="007B2329">
      <w:r>
        <w:t>479.7532</w:t>
      </w:r>
      <w:r>
        <w:tab/>
        <w:t>3.038e0</w:t>
      </w:r>
    </w:p>
    <w:p w:rsidR="007B2329" w:rsidRDefault="007B2329" w:rsidP="007B2329">
      <w:r>
        <w:t>479.7708</w:t>
      </w:r>
      <w:r>
        <w:tab/>
        <w:t>1.013e0</w:t>
      </w:r>
    </w:p>
    <w:p w:rsidR="007B2329" w:rsidRDefault="007B2329" w:rsidP="007B2329">
      <w:r>
        <w:t>479.8001</w:t>
      </w:r>
      <w:r>
        <w:tab/>
        <w:t>1.013e0</w:t>
      </w:r>
    </w:p>
    <w:p w:rsidR="007B2329" w:rsidRDefault="007B2329" w:rsidP="007B2329">
      <w:r>
        <w:t>479.8053</w:t>
      </w:r>
      <w:r>
        <w:tab/>
        <w:t>5.063e0</w:t>
      </w:r>
    </w:p>
    <w:p w:rsidR="007B2329" w:rsidRDefault="007B2329" w:rsidP="007B2329">
      <w:r>
        <w:t>479.8073</w:t>
      </w:r>
      <w:r>
        <w:tab/>
        <w:t>1.013e0</w:t>
      </w:r>
    </w:p>
    <w:p w:rsidR="007B2329" w:rsidRDefault="007B2329" w:rsidP="007B2329">
      <w:r>
        <w:t>479.8170</w:t>
      </w:r>
      <w:r>
        <w:tab/>
        <w:t>1.013e0</w:t>
      </w:r>
    </w:p>
    <w:p w:rsidR="007B2329" w:rsidRDefault="007B2329" w:rsidP="007B2329">
      <w:r>
        <w:t>479.8289</w:t>
      </w:r>
      <w:r>
        <w:tab/>
        <w:t>1.013e0</w:t>
      </w:r>
    </w:p>
    <w:p w:rsidR="007B2329" w:rsidRDefault="007B2329" w:rsidP="007B2329">
      <w:r>
        <w:t>479.8339</w:t>
      </w:r>
      <w:r>
        <w:tab/>
        <w:t>3.038e0</w:t>
      </w:r>
    </w:p>
    <w:p w:rsidR="007B2329" w:rsidRDefault="007B2329" w:rsidP="007B2329">
      <w:r>
        <w:t>479.8585</w:t>
      </w:r>
      <w:r>
        <w:tab/>
        <w:t>1.013e0</w:t>
      </w:r>
    </w:p>
    <w:p w:rsidR="007B2329" w:rsidRDefault="007B2329" w:rsidP="007B2329">
      <w:r>
        <w:t>479.8867</w:t>
      </w:r>
      <w:r>
        <w:tab/>
        <w:t>1.013e0</w:t>
      </w:r>
    </w:p>
    <w:p w:rsidR="007B2329" w:rsidRDefault="007B2329" w:rsidP="007B2329">
      <w:r>
        <w:t>479.8882</w:t>
      </w:r>
      <w:r>
        <w:tab/>
        <w:t>2.025e0</w:t>
      </w:r>
    </w:p>
    <w:p w:rsidR="007B2329" w:rsidRDefault="007B2329" w:rsidP="007B2329">
      <w:r>
        <w:t>479.8923</w:t>
      </w:r>
      <w:r>
        <w:tab/>
        <w:t>3.038e0</w:t>
      </w:r>
    </w:p>
    <w:p w:rsidR="007B2329" w:rsidRDefault="007B2329" w:rsidP="007B2329">
      <w:r>
        <w:t>479.9070</w:t>
      </w:r>
      <w:r>
        <w:tab/>
        <w:t>3.038e0</w:t>
      </w:r>
    </w:p>
    <w:p w:rsidR="007B2329" w:rsidRDefault="007B2329" w:rsidP="007B2329">
      <w:r>
        <w:t>479.9116</w:t>
      </w:r>
      <w:r>
        <w:tab/>
        <w:t>1.025e0</w:t>
      </w:r>
    </w:p>
    <w:p w:rsidR="007B2329" w:rsidRDefault="007B2329" w:rsidP="007B2329">
      <w:r>
        <w:t>479.9415</w:t>
      </w:r>
      <w:r>
        <w:tab/>
        <w:t>1.013e0</w:t>
      </w:r>
    </w:p>
    <w:p w:rsidR="007B2329" w:rsidRDefault="007B2329" w:rsidP="007B2329">
      <w:r>
        <w:t>479.9449</w:t>
      </w:r>
      <w:r>
        <w:tab/>
        <w:t>1.013e0</w:t>
      </w:r>
    </w:p>
    <w:p w:rsidR="007B2329" w:rsidRDefault="007B2329" w:rsidP="007B2329">
      <w:r>
        <w:t>479.9588</w:t>
      </w:r>
      <w:r>
        <w:tab/>
        <w:t>1.013e0</w:t>
      </w:r>
    </w:p>
    <w:p w:rsidR="007B2329" w:rsidRDefault="007B2329" w:rsidP="007B2329">
      <w:r>
        <w:t>479.9669</w:t>
      </w:r>
      <w:r>
        <w:tab/>
        <w:t>3.038e0</w:t>
      </w:r>
    </w:p>
    <w:p w:rsidR="007B2329" w:rsidRDefault="007B2329" w:rsidP="007B2329">
      <w:r>
        <w:lastRenderedPageBreak/>
        <w:t>479.9922</w:t>
      </w:r>
      <w:r>
        <w:tab/>
        <w:t>1.013e0</w:t>
      </w:r>
    </w:p>
    <w:p w:rsidR="007B2329" w:rsidRDefault="007B2329" w:rsidP="007B2329">
      <w:r>
        <w:t>479.9958</w:t>
      </w:r>
      <w:r>
        <w:tab/>
        <w:t>3.038e0</w:t>
      </w:r>
    </w:p>
    <w:p w:rsidR="007B2329" w:rsidRDefault="007B2329" w:rsidP="007B2329">
      <w:r>
        <w:t>479.9969</w:t>
      </w:r>
      <w:r>
        <w:tab/>
        <w:t>7.089e0</w:t>
      </w:r>
    </w:p>
    <w:p w:rsidR="007B2329" w:rsidRDefault="007B2329" w:rsidP="007B2329">
      <w:r>
        <w:t>480.0101</w:t>
      </w:r>
      <w:r>
        <w:tab/>
        <w:t>2.025e0</w:t>
      </w:r>
    </w:p>
    <w:p w:rsidR="007B2329" w:rsidRDefault="007B2329" w:rsidP="007B2329">
      <w:r>
        <w:t>480.0341</w:t>
      </w:r>
      <w:r>
        <w:tab/>
        <w:t>2.025e0</w:t>
      </w:r>
    </w:p>
    <w:p w:rsidR="007B2329" w:rsidRDefault="007B2329" w:rsidP="007B2329">
      <w:r>
        <w:t>480.0666</w:t>
      </w:r>
      <w:r>
        <w:tab/>
        <w:t>2.025e0</w:t>
      </w:r>
    </w:p>
    <w:p w:rsidR="007B2329" w:rsidRDefault="007B2329" w:rsidP="007B2329">
      <w:r>
        <w:t>480.0790</w:t>
      </w:r>
      <w:r>
        <w:tab/>
        <w:t>2.532e0</w:t>
      </w:r>
    </w:p>
    <w:p w:rsidR="007B2329" w:rsidRDefault="007B2329" w:rsidP="007B2329">
      <w:r>
        <w:t>480.0844</w:t>
      </w:r>
      <w:r>
        <w:tab/>
        <w:t>1.013e0</w:t>
      </w:r>
    </w:p>
    <w:p w:rsidR="007B2329" w:rsidRDefault="007B2329" w:rsidP="007B2329">
      <w:r>
        <w:t>480.1100</w:t>
      </w:r>
      <w:r>
        <w:tab/>
        <w:t>2.532e0</w:t>
      </w:r>
    </w:p>
    <w:p w:rsidR="007B2329" w:rsidRDefault="007B2329" w:rsidP="007B2329">
      <w:r>
        <w:t>480.1143</w:t>
      </w:r>
      <w:r>
        <w:tab/>
        <w:t>1.785e0</w:t>
      </w:r>
    </w:p>
    <w:p w:rsidR="007B2329" w:rsidRDefault="007B2329" w:rsidP="007B2329">
      <w:r>
        <w:t>480.1269</w:t>
      </w:r>
      <w:r>
        <w:tab/>
        <w:t>1.201e0</w:t>
      </w:r>
    </w:p>
    <w:p w:rsidR="007B2329" w:rsidRDefault="007B2329" w:rsidP="007B2329">
      <w:r>
        <w:t>480.1852</w:t>
      </w:r>
      <w:r>
        <w:tab/>
        <w:t>2.477e0</w:t>
      </w:r>
    </w:p>
    <w:p w:rsidR="007B2329" w:rsidRDefault="007B2329" w:rsidP="007B2329">
      <w:r>
        <w:t>480.1950</w:t>
      </w:r>
      <w:r>
        <w:tab/>
        <w:t>1.013e0</w:t>
      </w:r>
    </w:p>
    <w:p w:rsidR="007B2329" w:rsidRDefault="007B2329" w:rsidP="007B2329">
      <w:r>
        <w:t>480.2250</w:t>
      </w:r>
      <w:r>
        <w:tab/>
        <w:t>3.038e0</w:t>
      </w:r>
    </w:p>
    <w:p w:rsidR="007B2329" w:rsidRDefault="007B2329" w:rsidP="007B2329">
      <w:r>
        <w:t>480.2311</w:t>
      </w:r>
      <w:r>
        <w:tab/>
        <w:t>2.632e1</w:t>
      </w:r>
    </w:p>
    <w:p w:rsidR="007B2329" w:rsidRDefault="007B2329" w:rsidP="007B2329">
      <w:r>
        <w:t>480.2371</w:t>
      </w:r>
      <w:r>
        <w:tab/>
        <w:t>4.116e0</w:t>
      </w:r>
    </w:p>
    <w:p w:rsidR="007B2329" w:rsidRDefault="007B2329" w:rsidP="007B2329">
      <w:r>
        <w:t>480.2387</w:t>
      </w:r>
      <w:r>
        <w:tab/>
        <w:t>3.708e1</w:t>
      </w:r>
    </w:p>
    <w:p w:rsidR="007B2329" w:rsidRDefault="007B2329" w:rsidP="007B2329">
      <w:r>
        <w:t>480.2399</w:t>
      </w:r>
      <w:r>
        <w:tab/>
        <w:t>1.535e1</w:t>
      </w:r>
    </w:p>
    <w:p w:rsidR="007B2329" w:rsidRDefault="007B2329" w:rsidP="007B2329">
      <w:r>
        <w:t>480.2420</w:t>
      </w:r>
      <w:r>
        <w:tab/>
        <w:t>2.436e1</w:t>
      </w:r>
    </w:p>
    <w:p w:rsidR="007B2329" w:rsidRDefault="007B2329" w:rsidP="007B2329">
      <w:r>
        <w:lastRenderedPageBreak/>
        <w:t>480.2534</w:t>
      </w:r>
      <w:r>
        <w:tab/>
        <w:t>5.063e0</w:t>
      </w:r>
    </w:p>
    <w:p w:rsidR="007B2329" w:rsidRDefault="007B2329" w:rsidP="007B2329">
      <w:r>
        <w:t>480.2550</w:t>
      </w:r>
      <w:r>
        <w:tab/>
        <w:t>1.174e1</w:t>
      </w:r>
    </w:p>
    <w:p w:rsidR="007B2329" w:rsidRDefault="007B2329" w:rsidP="007B2329">
      <w:r>
        <w:t>480.2860</w:t>
      </w:r>
      <w:r>
        <w:tab/>
        <w:t>7.089e0</w:t>
      </w:r>
    </w:p>
    <w:p w:rsidR="007B2329" w:rsidRDefault="007B2329" w:rsidP="007B2329">
      <w:r>
        <w:t>480.3000</w:t>
      </w:r>
      <w:r>
        <w:tab/>
        <w:t>3.205e0</w:t>
      </w:r>
    </w:p>
    <w:p w:rsidR="007B2329" w:rsidRDefault="007B2329" w:rsidP="007B2329">
      <w:r>
        <w:t>480.3282</w:t>
      </w:r>
      <w:r>
        <w:tab/>
        <w:t>1.240e0</w:t>
      </w:r>
    </w:p>
    <w:p w:rsidR="007B2329" w:rsidRDefault="007B2329" w:rsidP="007B2329">
      <w:r>
        <w:t>480.3362</w:t>
      </w:r>
      <w:r>
        <w:tab/>
        <w:t>3.477e0</w:t>
      </w:r>
    </w:p>
    <w:p w:rsidR="007B2329" w:rsidRDefault="007B2329" w:rsidP="007B2329">
      <w:r>
        <w:t>480.3409</w:t>
      </w:r>
      <w:r>
        <w:tab/>
        <w:t>3.042e-1</w:t>
      </w:r>
    </w:p>
    <w:p w:rsidR="007B2329" w:rsidRDefault="007B2329" w:rsidP="007B2329">
      <w:r>
        <w:t>480.3551</w:t>
      </w:r>
      <w:r>
        <w:tab/>
        <w:t>2.025e0</w:t>
      </w:r>
    </w:p>
    <w:p w:rsidR="007B2329" w:rsidRDefault="007B2329" w:rsidP="007B2329">
      <w:r>
        <w:t>480.4020</w:t>
      </w:r>
      <w:r>
        <w:tab/>
        <w:t>1.013e0</w:t>
      </w:r>
    </w:p>
    <w:p w:rsidR="007B2329" w:rsidRDefault="007B2329" w:rsidP="007B2329">
      <w:r>
        <w:t>480.4052</w:t>
      </w:r>
      <w:r>
        <w:tab/>
        <w:t>1.266e-2</w:t>
      </w:r>
    </w:p>
    <w:p w:rsidR="007B2329" w:rsidRDefault="007B2329" w:rsidP="007B2329">
      <w:r>
        <w:t>480.4186</w:t>
      </w:r>
      <w:r>
        <w:tab/>
        <w:t>1.013e0</w:t>
      </w:r>
    </w:p>
    <w:p w:rsidR="007B2329" w:rsidRDefault="007B2329" w:rsidP="007B2329">
      <w:r>
        <w:t>480.4236</w:t>
      </w:r>
      <w:r>
        <w:tab/>
        <w:t>3.038e0</w:t>
      </w:r>
    </w:p>
    <w:p w:rsidR="007B2329" w:rsidRDefault="007B2329" w:rsidP="007B2329">
      <w:r>
        <w:t>480.4270</w:t>
      </w:r>
      <w:r>
        <w:tab/>
        <w:t>1.013e0</w:t>
      </w:r>
    </w:p>
    <w:p w:rsidR="007B2329" w:rsidRDefault="007B2329" w:rsidP="007B2329">
      <w:r>
        <w:t>480.4631</w:t>
      </w:r>
      <w:r>
        <w:tab/>
        <w:t>2.025e0</w:t>
      </w:r>
    </w:p>
    <w:p w:rsidR="007B2329" w:rsidRDefault="007B2329" w:rsidP="007B2329">
      <w:r>
        <w:t>480.4771</w:t>
      </w:r>
      <w:r>
        <w:tab/>
        <w:t>1.013e0</w:t>
      </w:r>
    </w:p>
    <w:p w:rsidR="007B2329" w:rsidRDefault="007B2329" w:rsidP="007B2329">
      <w:r>
        <w:t>480.4821</w:t>
      </w:r>
      <w:r>
        <w:tab/>
        <w:t>2.025e0</w:t>
      </w:r>
    </w:p>
    <w:p w:rsidR="007B2329" w:rsidRDefault="007B2329" w:rsidP="007B2329">
      <w:r>
        <w:t>480.4855</w:t>
      </w:r>
      <w:r>
        <w:tab/>
        <w:t>1.013e0</w:t>
      </w:r>
    </w:p>
    <w:p w:rsidR="007B2329" w:rsidRDefault="007B2329" w:rsidP="007B2329">
      <w:r>
        <w:t>480.5357</w:t>
      </w:r>
      <w:r>
        <w:tab/>
        <w:t>1.013e0</w:t>
      </w:r>
    </w:p>
    <w:p w:rsidR="007B2329" w:rsidRDefault="007B2329" w:rsidP="007B2329">
      <w:r>
        <w:t>480.5574</w:t>
      </w:r>
      <w:r>
        <w:tab/>
        <w:t>2.025e0</w:t>
      </w:r>
    </w:p>
    <w:p w:rsidR="007B2329" w:rsidRDefault="007B2329" w:rsidP="007B2329">
      <w:r>
        <w:lastRenderedPageBreak/>
        <w:t>480.5608</w:t>
      </w:r>
      <w:r>
        <w:tab/>
        <w:t>2.025e0</w:t>
      </w:r>
    </w:p>
    <w:p w:rsidR="007B2329" w:rsidRDefault="007B2329" w:rsidP="007B2329">
      <w:r>
        <w:t>480.5693</w:t>
      </w:r>
      <w:r>
        <w:tab/>
        <w:t>1.013e0</w:t>
      </w:r>
    </w:p>
    <w:p w:rsidR="007B2329" w:rsidRDefault="007B2329" w:rsidP="007B2329">
      <w:r>
        <w:t>480.5941</w:t>
      </w:r>
      <w:r>
        <w:tab/>
        <w:t>2.025e0</w:t>
      </w:r>
    </w:p>
    <w:p w:rsidR="007B2329" w:rsidRDefault="007B2329" w:rsidP="007B2329">
      <w:r>
        <w:t>480.6110</w:t>
      </w:r>
      <w:r>
        <w:tab/>
        <w:t>2.025e0</w:t>
      </w:r>
    </w:p>
    <w:p w:rsidR="007B2329" w:rsidRDefault="007B2329" w:rsidP="007B2329">
      <w:r>
        <w:t>480.6443</w:t>
      </w:r>
      <w:r>
        <w:tab/>
        <w:t>1.013e0</w:t>
      </w:r>
    </w:p>
    <w:p w:rsidR="007B2329" w:rsidRDefault="007B2329" w:rsidP="007B2329">
      <w:r>
        <w:t>480.6555</w:t>
      </w:r>
      <w:r>
        <w:tab/>
        <w:t>1.013e0</w:t>
      </w:r>
    </w:p>
    <w:p w:rsidR="007B2329" w:rsidRDefault="007B2329" w:rsidP="007B2329">
      <w:r>
        <w:t>480.6648</w:t>
      </w:r>
      <w:r>
        <w:tab/>
        <w:t>2.025e0</w:t>
      </w:r>
    </w:p>
    <w:p w:rsidR="007B2329" w:rsidRDefault="007B2329" w:rsidP="007B2329">
      <w:r>
        <w:t>480.6677</w:t>
      </w:r>
      <w:r>
        <w:tab/>
        <w:t>2.025e0</w:t>
      </w:r>
    </w:p>
    <w:p w:rsidR="007B2329" w:rsidRDefault="007B2329" w:rsidP="007B2329">
      <w:r>
        <w:t>480.6779</w:t>
      </w:r>
      <w:r>
        <w:tab/>
        <w:t>1.013e0</w:t>
      </w:r>
    </w:p>
    <w:p w:rsidR="007B2329" w:rsidRDefault="007B2329" w:rsidP="007B2329">
      <w:r>
        <w:t>480.6841</w:t>
      </w:r>
      <w:r>
        <w:tab/>
        <w:t>2.025e0</w:t>
      </w:r>
    </w:p>
    <w:p w:rsidR="007B2329" w:rsidRDefault="007B2329" w:rsidP="007B2329">
      <w:r>
        <w:t>480.6965</w:t>
      </w:r>
      <w:r>
        <w:tab/>
        <w:t>2.025e0</w:t>
      </w:r>
    </w:p>
    <w:p w:rsidR="007B2329" w:rsidRDefault="007B2329" w:rsidP="007B2329">
      <w:r>
        <w:t>480.7018</w:t>
      </w:r>
      <w:r>
        <w:tab/>
        <w:t>4.051e0</w:t>
      </w:r>
    </w:p>
    <w:p w:rsidR="007B2329" w:rsidRDefault="007B2329" w:rsidP="007B2329">
      <w:r>
        <w:t>480.7281</w:t>
      </w:r>
      <w:r>
        <w:tab/>
        <w:t>1.013e0</w:t>
      </w:r>
    </w:p>
    <w:p w:rsidR="007B2329" w:rsidRDefault="007B2329" w:rsidP="007B2329">
      <w:r>
        <w:t>480.7450</w:t>
      </w:r>
      <w:r>
        <w:tab/>
        <w:t>1.013e0</w:t>
      </w:r>
    </w:p>
    <w:p w:rsidR="007B2329" w:rsidRDefault="007B2329" w:rsidP="007B2329">
      <w:r>
        <w:t>480.7514</w:t>
      </w:r>
      <w:r>
        <w:tab/>
        <w:t>4.051e0</w:t>
      </w:r>
    </w:p>
    <w:p w:rsidR="007B2329" w:rsidRDefault="007B2329" w:rsidP="007B2329">
      <w:r>
        <w:t>480.7678</w:t>
      </w:r>
      <w:r>
        <w:tab/>
        <w:t>1.013e0</w:t>
      </w:r>
    </w:p>
    <w:p w:rsidR="007B2329" w:rsidRDefault="007B2329" w:rsidP="007B2329">
      <w:r>
        <w:t>480.7752</w:t>
      </w:r>
      <w:r>
        <w:tab/>
        <w:t>3.038e0</w:t>
      </w:r>
    </w:p>
    <w:p w:rsidR="007B2329" w:rsidRDefault="007B2329" w:rsidP="007B2329">
      <w:r>
        <w:t>480.7835</w:t>
      </w:r>
      <w:r>
        <w:tab/>
        <w:t>2.025e0</w:t>
      </w:r>
    </w:p>
    <w:p w:rsidR="007B2329" w:rsidRDefault="007B2329" w:rsidP="007B2329">
      <w:r>
        <w:t>480.7988</w:t>
      </w:r>
      <w:r>
        <w:tab/>
        <w:t>3.038e0</w:t>
      </w:r>
    </w:p>
    <w:p w:rsidR="007B2329" w:rsidRDefault="007B2329" w:rsidP="007B2329">
      <w:r>
        <w:lastRenderedPageBreak/>
        <w:t>480.8076</w:t>
      </w:r>
      <w:r>
        <w:tab/>
        <w:t>1.013e0</w:t>
      </w:r>
    </w:p>
    <w:p w:rsidR="007B2329" w:rsidRDefault="007B2329" w:rsidP="007B2329">
      <w:r>
        <w:t>480.8291</w:t>
      </w:r>
      <w:r>
        <w:tab/>
        <w:t>1.013e0</w:t>
      </w:r>
    </w:p>
    <w:p w:rsidR="007B2329" w:rsidRDefault="007B2329" w:rsidP="007B2329">
      <w:r>
        <w:t>480.8442</w:t>
      </w:r>
      <w:r>
        <w:tab/>
        <w:t>1.013e0</w:t>
      </w:r>
    </w:p>
    <w:p w:rsidR="007B2329" w:rsidRDefault="007B2329" w:rsidP="007B2329">
      <w:r>
        <w:t>480.8485</w:t>
      </w:r>
      <w:r>
        <w:tab/>
        <w:t>2.025e0</w:t>
      </w:r>
    </w:p>
    <w:p w:rsidR="007B2329" w:rsidRDefault="007B2329" w:rsidP="007B2329">
      <w:r>
        <w:t>480.8537</w:t>
      </w:r>
      <w:r>
        <w:tab/>
        <w:t>1.013e0</w:t>
      </w:r>
    </w:p>
    <w:p w:rsidR="007B2329" w:rsidRDefault="007B2329" w:rsidP="007B2329">
      <w:r>
        <w:t>480.8664</w:t>
      </w:r>
      <w:r>
        <w:tab/>
        <w:t>2.025e0</w:t>
      </w:r>
    </w:p>
    <w:p w:rsidR="007B2329" w:rsidRDefault="007B2329" w:rsidP="007B2329">
      <w:r>
        <w:t>480.8804</w:t>
      </w:r>
      <w:r>
        <w:tab/>
        <w:t>2.025e0</w:t>
      </w:r>
    </w:p>
    <w:p w:rsidR="007B2329" w:rsidRDefault="007B2329" w:rsidP="007B2329">
      <w:r>
        <w:t>480.8833</w:t>
      </w:r>
      <w:r>
        <w:tab/>
        <w:t>3.038e0</w:t>
      </w:r>
    </w:p>
    <w:p w:rsidR="007B2329" w:rsidRDefault="007B2329" w:rsidP="007B2329">
      <w:r>
        <w:t>480.8955</w:t>
      </w:r>
      <w:r>
        <w:tab/>
        <w:t>1.013e0</w:t>
      </w:r>
    </w:p>
    <w:p w:rsidR="007B2329" w:rsidRDefault="007B2329" w:rsidP="007B2329">
      <w:r>
        <w:t>480.9207</w:t>
      </w:r>
      <w:r>
        <w:tab/>
        <w:t>2.025e0</w:t>
      </w:r>
    </w:p>
    <w:p w:rsidR="007B2329" w:rsidRDefault="007B2329" w:rsidP="007B2329">
      <w:r>
        <w:t>480.9415</w:t>
      </w:r>
      <w:r>
        <w:tab/>
        <w:t>3.038e0</w:t>
      </w:r>
    </w:p>
    <w:p w:rsidR="007B2329" w:rsidRDefault="007B2329" w:rsidP="007B2329">
      <w:r>
        <w:t>480.9540</w:t>
      </w:r>
      <w:r>
        <w:tab/>
        <w:t>1.013e0</w:t>
      </w:r>
    </w:p>
    <w:p w:rsidR="007B2329" w:rsidRDefault="007B2329" w:rsidP="007B2329">
      <w:r>
        <w:t>480.9600</w:t>
      </w:r>
      <w:r>
        <w:tab/>
        <w:t>1.013e0</w:t>
      </w:r>
    </w:p>
    <w:p w:rsidR="007B2329" w:rsidRDefault="007B2329" w:rsidP="007B2329">
      <w:r>
        <w:t>480.9630</w:t>
      </w:r>
      <w:r>
        <w:tab/>
        <w:t>2.025e0</w:t>
      </w:r>
    </w:p>
    <w:p w:rsidR="007B2329" w:rsidRDefault="007B2329" w:rsidP="007B2329">
      <w:r>
        <w:t>480.9784</w:t>
      </w:r>
      <w:r>
        <w:tab/>
        <w:t>1.013e0</w:t>
      </w:r>
    </w:p>
    <w:p w:rsidR="007B2329" w:rsidRDefault="007B2329" w:rsidP="007B2329">
      <w:r>
        <w:t>480.9831</w:t>
      </w:r>
      <w:r>
        <w:tab/>
        <w:t>2.025e0</w:t>
      </w:r>
    </w:p>
    <w:p w:rsidR="007B2329" w:rsidRDefault="007B2329" w:rsidP="007B2329">
      <w:r>
        <w:t>480.9923</w:t>
      </w:r>
      <w:r>
        <w:tab/>
        <w:t>3.038e0</w:t>
      </w:r>
    </w:p>
    <w:p w:rsidR="007B2329" w:rsidRDefault="007B2329" w:rsidP="007B2329">
      <w:r>
        <w:t>481.0048</w:t>
      </w:r>
      <w:r>
        <w:tab/>
        <w:t>2.025e0</w:t>
      </w:r>
    </w:p>
    <w:p w:rsidR="007B2329" w:rsidRDefault="007B2329" w:rsidP="007B2329">
      <w:r>
        <w:t>481.0165</w:t>
      </w:r>
      <w:r>
        <w:tab/>
        <w:t>4.051e0</w:t>
      </w:r>
    </w:p>
    <w:p w:rsidR="007B2329" w:rsidRDefault="007B2329" w:rsidP="007B2329">
      <w:r>
        <w:lastRenderedPageBreak/>
        <w:t>481.0210</w:t>
      </w:r>
      <w:r>
        <w:tab/>
        <w:t>1.013e0</w:t>
      </w:r>
    </w:p>
    <w:p w:rsidR="007B2329" w:rsidRDefault="007B2329" w:rsidP="007B2329">
      <w:r>
        <w:t>481.0415</w:t>
      </w:r>
      <w:r>
        <w:tab/>
        <w:t>5.063e0</w:t>
      </w:r>
    </w:p>
    <w:p w:rsidR="007B2329" w:rsidRDefault="007B2329" w:rsidP="007B2329">
      <w:r>
        <w:t>481.0869</w:t>
      </w:r>
      <w:r>
        <w:tab/>
        <w:t>3.038e0</w:t>
      </w:r>
    </w:p>
    <w:p w:rsidR="007B2329" w:rsidRDefault="007B2329" w:rsidP="007B2329">
      <w:r>
        <w:t>481.1120</w:t>
      </w:r>
      <w:r>
        <w:tab/>
        <w:t>1.647e0</w:t>
      </w:r>
    </w:p>
    <w:p w:rsidR="007B2329" w:rsidRDefault="007B2329" w:rsidP="007B2329">
      <w:r>
        <w:t>481.1558</w:t>
      </w:r>
      <w:r>
        <w:tab/>
        <w:t>4.063e0</w:t>
      </w:r>
    </w:p>
    <w:p w:rsidR="007B2329" w:rsidRDefault="007B2329" w:rsidP="007B2329">
      <w:r>
        <w:t>481.1615</w:t>
      </w:r>
      <w:r>
        <w:tab/>
        <w:t>7.038e1</w:t>
      </w:r>
    </w:p>
    <w:p w:rsidR="007B2329" w:rsidRDefault="007B2329" w:rsidP="007B2329">
      <w:r>
        <w:t>481.1652</w:t>
      </w:r>
      <w:r>
        <w:tab/>
        <w:t>3.253e1</w:t>
      </w:r>
    </w:p>
    <w:p w:rsidR="007B2329" w:rsidRDefault="007B2329" w:rsidP="007B2329">
      <w:r>
        <w:t>481.1662</w:t>
      </w:r>
      <w:r>
        <w:tab/>
        <w:t>3.347e0</w:t>
      </w:r>
    </w:p>
    <w:p w:rsidR="007B2329" w:rsidRDefault="007B2329" w:rsidP="007B2329">
      <w:r>
        <w:t>481.1682</w:t>
      </w:r>
      <w:r>
        <w:tab/>
        <w:t>1.699e1</w:t>
      </w:r>
    </w:p>
    <w:p w:rsidR="007B2329" w:rsidRDefault="007B2329" w:rsidP="007B2329">
      <w:r>
        <w:t>481.1706</w:t>
      </w:r>
      <w:r>
        <w:tab/>
        <w:t>1.840e1</w:t>
      </w:r>
    </w:p>
    <w:p w:rsidR="007B2329" w:rsidRDefault="007B2329" w:rsidP="007B2329">
      <w:r>
        <w:t>481.2203</w:t>
      </w:r>
      <w:r>
        <w:tab/>
        <w:t>8.931e0</w:t>
      </w:r>
    </w:p>
    <w:p w:rsidR="007B2329" w:rsidRDefault="007B2329" w:rsidP="007B2329">
      <w:r>
        <w:t>481.2282</w:t>
      </w:r>
      <w:r>
        <w:tab/>
        <w:t>1.457e1</w:t>
      </w:r>
    </w:p>
    <w:p w:rsidR="007B2329" w:rsidRDefault="007B2329" w:rsidP="007B2329">
      <w:r>
        <w:t>481.2359</w:t>
      </w:r>
      <w:r>
        <w:tab/>
        <w:t>9.411e0</w:t>
      </w:r>
    </w:p>
    <w:p w:rsidR="007B2329" w:rsidRDefault="007B2329" w:rsidP="007B2329">
      <w:r>
        <w:t>481.2628</w:t>
      </w:r>
      <w:r>
        <w:tab/>
        <w:t>5.791e0</w:t>
      </w:r>
    </w:p>
    <w:p w:rsidR="007B2329" w:rsidRDefault="007B2329" w:rsidP="007B2329">
      <w:r>
        <w:t>481.2692</w:t>
      </w:r>
      <w:r>
        <w:tab/>
        <w:t>1.560e0</w:t>
      </w:r>
    </w:p>
    <w:p w:rsidR="007B2329" w:rsidRDefault="007B2329" w:rsidP="007B2329">
      <w:r>
        <w:t>481.3109</w:t>
      </w:r>
      <w:r>
        <w:tab/>
        <w:t>1.754e0</w:t>
      </w:r>
    </w:p>
    <w:p w:rsidR="007B2329" w:rsidRDefault="007B2329" w:rsidP="007B2329">
      <w:r>
        <w:t>481.3188</w:t>
      </w:r>
      <w:r>
        <w:tab/>
        <w:t>5.969e0</w:t>
      </w:r>
    </w:p>
    <w:p w:rsidR="007B2329" w:rsidRDefault="007B2329" w:rsidP="007B2329">
      <w:r>
        <w:t>481.3228</w:t>
      </w:r>
      <w:r>
        <w:tab/>
        <w:t>1.013e0</w:t>
      </w:r>
    </w:p>
    <w:p w:rsidR="007B2329" w:rsidRDefault="007B2329" w:rsidP="007B2329">
      <w:r>
        <w:t>481.3614</w:t>
      </w:r>
      <w:r>
        <w:tab/>
        <w:t>3.038e0</w:t>
      </w:r>
    </w:p>
    <w:p w:rsidR="007B2329" w:rsidRDefault="007B2329" w:rsidP="007B2329">
      <w:r>
        <w:lastRenderedPageBreak/>
        <w:t>481.3635</w:t>
      </w:r>
      <w:r>
        <w:tab/>
        <w:t>1.433e0</w:t>
      </w:r>
    </w:p>
    <w:p w:rsidR="007B2329" w:rsidRDefault="007B2329" w:rsidP="007B2329">
      <w:r>
        <w:t>481.3818</w:t>
      </w:r>
      <w:r>
        <w:tab/>
        <w:t>1.548e0</w:t>
      </w:r>
    </w:p>
    <w:p w:rsidR="007B2329" w:rsidRDefault="007B2329" w:rsidP="007B2329">
      <w:r>
        <w:t>481.3843</w:t>
      </w:r>
      <w:r>
        <w:tab/>
        <w:t>1.013e0</w:t>
      </w:r>
    </w:p>
    <w:p w:rsidR="007B2329" w:rsidRDefault="007B2329" w:rsidP="007B2329">
      <w:r>
        <w:t>481.4051</w:t>
      </w:r>
      <w:r>
        <w:tab/>
        <w:t>2.051e0</w:t>
      </w:r>
    </w:p>
    <w:p w:rsidR="007B2329" w:rsidRDefault="007B2329" w:rsidP="007B2329">
      <w:r>
        <w:t>481.4190</w:t>
      </w:r>
      <w:r>
        <w:tab/>
        <w:t>2.025e0</w:t>
      </w:r>
    </w:p>
    <w:p w:rsidR="007B2329" w:rsidRDefault="007B2329" w:rsidP="007B2329">
      <w:r>
        <w:t>481.4236</w:t>
      </w:r>
      <w:r>
        <w:tab/>
        <w:t>1.013e0</w:t>
      </w:r>
    </w:p>
    <w:p w:rsidR="007B2329" w:rsidRDefault="007B2329" w:rsidP="007B2329">
      <w:r>
        <w:t>481.4268</w:t>
      </w:r>
      <w:r>
        <w:tab/>
        <w:t>2.025e0</w:t>
      </w:r>
    </w:p>
    <w:p w:rsidR="007B2329" w:rsidRDefault="007B2329" w:rsidP="007B2329">
      <w:r>
        <w:t>481.4420</w:t>
      </w:r>
      <w:r>
        <w:tab/>
        <w:t>2.681e0</w:t>
      </w:r>
    </w:p>
    <w:p w:rsidR="007B2329" w:rsidRDefault="007B2329" w:rsidP="007B2329">
      <w:r>
        <w:t>481.4483</w:t>
      </w:r>
      <w:r>
        <w:tab/>
        <w:t>2.025e0</w:t>
      </w:r>
    </w:p>
    <w:p w:rsidR="007B2329" w:rsidRDefault="007B2329" w:rsidP="007B2329">
      <w:r>
        <w:t>481.4649</w:t>
      </w:r>
      <w:r>
        <w:tab/>
        <w:t>2.025e0</w:t>
      </w:r>
    </w:p>
    <w:p w:rsidR="007B2329" w:rsidRDefault="007B2329" w:rsidP="007B2329">
      <w:r>
        <w:t>481.4736</w:t>
      </w:r>
      <w:r>
        <w:tab/>
        <w:t>1.013e0</w:t>
      </w:r>
    </w:p>
    <w:p w:rsidR="007B2329" w:rsidRDefault="007B2329" w:rsidP="007B2329">
      <w:r>
        <w:t>481.4904</w:t>
      </w:r>
      <w:r>
        <w:tab/>
        <w:t>3.038e0</w:t>
      </w:r>
    </w:p>
    <w:p w:rsidR="007B2329" w:rsidRDefault="007B2329" w:rsidP="007B2329">
      <w:r>
        <w:t>481.5000</w:t>
      </w:r>
      <w:r>
        <w:tab/>
        <w:t>1.013e0</w:t>
      </w:r>
    </w:p>
    <w:p w:rsidR="007B2329" w:rsidRDefault="007B2329" w:rsidP="007B2329">
      <w:r>
        <w:t>481.5070</w:t>
      </w:r>
      <w:r>
        <w:tab/>
        <w:t>1.013e0</w:t>
      </w:r>
    </w:p>
    <w:p w:rsidR="007B2329" w:rsidRDefault="007B2329" w:rsidP="007B2329">
      <w:r>
        <w:t>481.5236</w:t>
      </w:r>
      <w:r>
        <w:tab/>
        <w:t>1.013e0</w:t>
      </w:r>
    </w:p>
    <w:p w:rsidR="007B2329" w:rsidRDefault="007B2329" w:rsidP="007B2329">
      <w:r>
        <w:t>481.5277</w:t>
      </w:r>
      <w:r>
        <w:tab/>
        <w:t>3.038e0</w:t>
      </w:r>
    </w:p>
    <w:p w:rsidR="007B2329" w:rsidRDefault="007B2329" w:rsidP="007B2329">
      <w:r>
        <w:t>481.5546</w:t>
      </w:r>
      <w:r>
        <w:tab/>
        <w:t>3.038e0</w:t>
      </w:r>
    </w:p>
    <w:p w:rsidR="007B2329" w:rsidRDefault="007B2329" w:rsidP="007B2329">
      <w:r>
        <w:t>481.5655</w:t>
      </w:r>
      <w:r>
        <w:tab/>
        <w:t>2.532e-2</w:t>
      </w:r>
    </w:p>
    <w:p w:rsidR="007B2329" w:rsidRDefault="007B2329" w:rsidP="007B2329">
      <w:r>
        <w:t>481.6126</w:t>
      </w:r>
      <w:r>
        <w:tab/>
        <w:t>1.013e0</w:t>
      </w:r>
    </w:p>
    <w:p w:rsidR="007B2329" w:rsidRDefault="007B2329" w:rsidP="007B2329">
      <w:r>
        <w:lastRenderedPageBreak/>
        <w:t>481.6282</w:t>
      </w:r>
      <w:r>
        <w:tab/>
        <w:t>2.025e0</w:t>
      </w:r>
    </w:p>
    <w:p w:rsidR="007B2329" w:rsidRDefault="007B2329" w:rsidP="007B2329">
      <w:r>
        <w:t>481.6577</w:t>
      </w:r>
      <w:r>
        <w:tab/>
        <w:t>1.013e0</w:t>
      </w:r>
    </w:p>
    <w:p w:rsidR="007B2329" w:rsidRDefault="007B2329" w:rsidP="007B2329">
      <w:r>
        <w:t>481.6953</w:t>
      </w:r>
      <w:r>
        <w:tab/>
        <w:t>2.025e0</w:t>
      </w:r>
    </w:p>
    <w:p w:rsidR="007B2329" w:rsidRDefault="007B2329" w:rsidP="007B2329">
      <w:r>
        <w:t>481.7040</w:t>
      </w:r>
      <w:r>
        <w:tab/>
        <w:t>2.025e0</w:t>
      </w:r>
    </w:p>
    <w:p w:rsidR="007B2329" w:rsidRDefault="007B2329" w:rsidP="007B2329">
      <w:r>
        <w:t>481.7072</w:t>
      </w:r>
      <w:r>
        <w:tab/>
        <w:t>1.013e0</w:t>
      </w:r>
    </w:p>
    <w:p w:rsidR="007B2329" w:rsidRDefault="007B2329" w:rsidP="007B2329">
      <w:r>
        <w:t>481.7104</w:t>
      </w:r>
      <w:r>
        <w:tab/>
        <w:t>1.013e0</w:t>
      </w:r>
    </w:p>
    <w:p w:rsidR="007B2329" w:rsidRDefault="007B2329" w:rsidP="007B2329">
      <w:r>
        <w:t>481.7416</w:t>
      </w:r>
      <w:r>
        <w:tab/>
        <w:t>2.025e0</w:t>
      </w:r>
    </w:p>
    <w:p w:rsidR="007B2329" w:rsidRDefault="007B2329" w:rsidP="007B2329">
      <w:r>
        <w:t>481.7433</w:t>
      </w:r>
      <w:r>
        <w:tab/>
        <w:t>2.025e0</w:t>
      </w:r>
    </w:p>
    <w:p w:rsidR="007B2329" w:rsidRDefault="007B2329" w:rsidP="007B2329">
      <w:r>
        <w:t>481.7508</w:t>
      </w:r>
      <w:r>
        <w:tab/>
        <w:t>4.051e0</w:t>
      </w:r>
    </w:p>
    <w:p w:rsidR="007B2329" w:rsidRDefault="007B2329" w:rsidP="007B2329">
      <w:r>
        <w:t>481.7632</w:t>
      </w:r>
      <w:r>
        <w:tab/>
        <w:t>2.025e0</w:t>
      </w:r>
    </w:p>
    <w:p w:rsidR="007B2329" w:rsidRDefault="007B2329" w:rsidP="007B2329">
      <w:r>
        <w:t>481.7685</w:t>
      </w:r>
      <w:r>
        <w:tab/>
        <w:t>2.025e0</w:t>
      </w:r>
    </w:p>
    <w:p w:rsidR="007B2329" w:rsidRDefault="007B2329" w:rsidP="007B2329">
      <w:r>
        <w:t>481.7752</w:t>
      </w:r>
      <w:r>
        <w:tab/>
        <w:t>1.013e0</w:t>
      </w:r>
    </w:p>
    <w:p w:rsidR="007B2329" w:rsidRDefault="007B2329" w:rsidP="007B2329">
      <w:r>
        <w:t>481.7968</w:t>
      </w:r>
      <w:r>
        <w:tab/>
        <w:t>2.025e0</w:t>
      </w:r>
    </w:p>
    <w:p w:rsidR="007B2329" w:rsidRDefault="007B2329" w:rsidP="007B2329">
      <w:r>
        <w:t>481.8002</w:t>
      </w:r>
      <w:r>
        <w:tab/>
        <w:t>1.013e0</w:t>
      </w:r>
    </w:p>
    <w:p w:rsidR="007B2329" w:rsidRDefault="007B2329" w:rsidP="007B2329">
      <w:r>
        <w:t>481.8071</w:t>
      </w:r>
      <w:r>
        <w:tab/>
        <w:t>3.038e0</w:t>
      </w:r>
    </w:p>
    <w:p w:rsidR="007B2329" w:rsidRDefault="007B2329" w:rsidP="007B2329">
      <w:r>
        <w:t>481.8120</w:t>
      </w:r>
      <w:r>
        <w:tab/>
        <w:t>2.025e0</w:t>
      </w:r>
    </w:p>
    <w:p w:rsidR="007B2329" w:rsidRDefault="007B2329" w:rsidP="007B2329">
      <w:r>
        <w:t>481.8334</w:t>
      </w:r>
      <w:r>
        <w:tab/>
        <w:t>8.200e0</w:t>
      </w:r>
    </w:p>
    <w:p w:rsidR="007B2329" w:rsidRDefault="007B2329" w:rsidP="007B2329">
      <w:r>
        <w:t>481.8575</w:t>
      </w:r>
      <w:r>
        <w:tab/>
        <w:t>3.038e0</w:t>
      </w:r>
    </w:p>
    <w:p w:rsidR="007B2329" w:rsidRDefault="007B2329" w:rsidP="007B2329">
      <w:r>
        <w:t>481.8757</w:t>
      </w:r>
      <w:r>
        <w:tab/>
        <w:t>1.013e0</w:t>
      </w:r>
    </w:p>
    <w:p w:rsidR="007B2329" w:rsidRDefault="007B2329" w:rsidP="007B2329">
      <w:r>
        <w:lastRenderedPageBreak/>
        <w:t>481.8787</w:t>
      </w:r>
      <w:r>
        <w:tab/>
        <w:t>3.038e0</w:t>
      </w:r>
    </w:p>
    <w:p w:rsidR="007B2329" w:rsidRDefault="007B2329" w:rsidP="007B2329">
      <w:r>
        <w:t>481.8834</w:t>
      </w:r>
      <w:r>
        <w:tab/>
        <w:t>2.025e0</w:t>
      </w:r>
    </w:p>
    <w:p w:rsidR="007B2329" w:rsidRDefault="007B2329" w:rsidP="007B2329">
      <w:r>
        <w:t>481.8968</w:t>
      </w:r>
      <w:r>
        <w:tab/>
        <w:t>4.051e0</w:t>
      </w:r>
    </w:p>
    <w:p w:rsidR="007B2329" w:rsidRDefault="007B2329" w:rsidP="007B2329">
      <w:r>
        <w:t>481.9260</w:t>
      </w:r>
      <w:r>
        <w:tab/>
        <w:t>1.013e0</w:t>
      </w:r>
    </w:p>
    <w:p w:rsidR="007B2329" w:rsidRDefault="007B2329" w:rsidP="007B2329">
      <w:r>
        <w:t>481.9391</w:t>
      </w:r>
      <w:r>
        <w:tab/>
        <w:t>5.063e0</w:t>
      </w:r>
    </w:p>
    <w:p w:rsidR="007B2329" w:rsidRDefault="007B2329" w:rsidP="007B2329">
      <w:r>
        <w:t>481.9513</w:t>
      </w:r>
      <w:r>
        <w:tab/>
        <w:t>1.013e0</w:t>
      </w:r>
    </w:p>
    <w:p w:rsidR="007B2329" w:rsidRDefault="007B2329" w:rsidP="007B2329">
      <w:r>
        <w:t>481.9861</w:t>
      </w:r>
      <w:r>
        <w:tab/>
        <w:t>2.025e0</w:t>
      </w:r>
    </w:p>
    <w:p w:rsidR="007B2329" w:rsidRDefault="007B2329" w:rsidP="007B2329">
      <w:r>
        <w:t>481.9933</w:t>
      </w:r>
      <w:r>
        <w:tab/>
        <w:t>1.013e0</w:t>
      </w:r>
    </w:p>
    <w:p w:rsidR="007B2329" w:rsidRDefault="007B2329" w:rsidP="007B2329">
      <w:r>
        <w:t>481.9973</w:t>
      </w:r>
      <w:r>
        <w:tab/>
        <w:t>2.025e0</w:t>
      </w:r>
    </w:p>
    <w:p w:rsidR="007B2329" w:rsidRDefault="007B2329" w:rsidP="007B2329">
      <w:r>
        <w:t>482.0052</w:t>
      </w:r>
      <w:r>
        <w:tab/>
        <w:t>2.025e0</w:t>
      </w:r>
    </w:p>
    <w:p w:rsidR="007B2329" w:rsidRDefault="007B2329" w:rsidP="007B2329">
      <w:r>
        <w:t>482.0099</w:t>
      </w:r>
      <w:r>
        <w:tab/>
        <w:t>1.013e0</w:t>
      </w:r>
    </w:p>
    <w:p w:rsidR="007B2329" w:rsidRDefault="007B2329" w:rsidP="007B2329">
      <w:r>
        <w:t>482.0152</w:t>
      </w:r>
      <w:r>
        <w:tab/>
        <w:t>1.013e0</w:t>
      </w:r>
    </w:p>
    <w:p w:rsidR="007B2329" w:rsidRDefault="007B2329" w:rsidP="007B2329">
      <w:r>
        <w:t>482.0193</w:t>
      </w:r>
      <w:r>
        <w:tab/>
        <w:t>6.076e0</w:t>
      </w:r>
    </w:p>
    <w:p w:rsidR="007B2329" w:rsidRDefault="007B2329" w:rsidP="007B2329">
      <w:r>
        <w:t>482.0520</w:t>
      </w:r>
      <w:r>
        <w:tab/>
        <w:t>1.013e0</w:t>
      </w:r>
    </w:p>
    <w:p w:rsidR="007B2329" w:rsidRDefault="007B2329" w:rsidP="007B2329">
      <w:r>
        <w:t>482.0684</w:t>
      </w:r>
      <w:r>
        <w:tab/>
        <w:t>3.038e0</w:t>
      </w:r>
    </w:p>
    <w:p w:rsidR="007B2329" w:rsidRDefault="007B2329" w:rsidP="007B2329">
      <w:r>
        <w:t>482.0767</w:t>
      </w:r>
      <w:r>
        <w:tab/>
        <w:t>3.775e0</w:t>
      </w:r>
    </w:p>
    <w:p w:rsidR="007B2329" w:rsidRDefault="007B2329" w:rsidP="007B2329">
      <w:r>
        <w:t>482.0987</w:t>
      </w:r>
      <w:r>
        <w:tab/>
        <w:t>3.008e0</w:t>
      </w:r>
    </w:p>
    <w:p w:rsidR="007B2329" w:rsidRDefault="007B2329" w:rsidP="007B2329">
      <w:r>
        <w:t>482.1239</w:t>
      </w:r>
      <w:r>
        <w:tab/>
        <w:t>2.499e0</w:t>
      </w:r>
    </w:p>
    <w:p w:rsidR="007B2329" w:rsidRDefault="007B2329" w:rsidP="007B2329">
      <w:r>
        <w:t>482.1253</w:t>
      </w:r>
      <w:r>
        <w:tab/>
        <w:t>4.357e0</w:t>
      </w:r>
    </w:p>
    <w:p w:rsidR="007B2329" w:rsidRDefault="007B2329" w:rsidP="007B2329">
      <w:r>
        <w:lastRenderedPageBreak/>
        <w:t>482.1454</w:t>
      </w:r>
      <w:r>
        <w:tab/>
        <w:t>1.765e1</w:t>
      </w:r>
    </w:p>
    <w:p w:rsidR="007B2329" w:rsidRDefault="007B2329" w:rsidP="007B2329">
      <w:r>
        <w:t>482.1504</w:t>
      </w:r>
      <w:r>
        <w:tab/>
        <w:t>4.051e0</w:t>
      </w:r>
    </w:p>
    <w:p w:rsidR="007B2329" w:rsidRDefault="007B2329" w:rsidP="007B2329">
      <w:r>
        <w:t>482.1599</w:t>
      </w:r>
      <w:r>
        <w:tab/>
        <w:t>1.128e1</w:t>
      </w:r>
    </w:p>
    <w:p w:rsidR="007B2329" w:rsidRDefault="007B2329" w:rsidP="007B2329">
      <w:r>
        <w:t>482.1639</w:t>
      </w:r>
      <w:r>
        <w:tab/>
        <w:t>1.210e1</w:t>
      </w:r>
    </w:p>
    <w:p w:rsidR="007B2329" w:rsidRDefault="007B2329" w:rsidP="007B2329">
      <w:r>
        <w:t>482.1721</w:t>
      </w:r>
      <w:r>
        <w:tab/>
        <w:t>2.348e1</w:t>
      </w:r>
    </w:p>
    <w:p w:rsidR="007B2329" w:rsidRDefault="007B2329" w:rsidP="007B2329">
      <w:r>
        <w:t>482.1756</w:t>
      </w:r>
      <w:r>
        <w:tab/>
        <w:t>1.354e1</w:t>
      </w:r>
    </w:p>
    <w:p w:rsidR="007B2329" w:rsidRDefault="007B2329" w:rsidP="007B2329">
      <w:r>
        <w:t>482.2076</w:t>
      </w:r>
      <w:r>
        <w:tab/>
        <w:t>2.025e0</w:t>
      </w:r>
    </w:p>
    <w:p w:rsidR="007B2329" w:rsidRDefault="007B2329" w:rsidP="007B2329">
      <w:r>
        <w:t>482.2584</w:t>
      </w:r>
      <w:r>
        <w:tab/>
        <w:t>3.330e0</w:t>
      </w:r>
    </w:p>
    <w:p w:rsidR="007B2329" w:rsidRDefault="007B2329" w:rsidP="007B2329">
      <w:r>
        <w:t>482.3004</w:t>
      </w:r>
      <w:r>
        <w:tab/>
        <w:t>1.356e0</w:t>
      </w:r>
    </w:p>
    <w:p w:rsidR="007B2329" w:rsidRDefault="007B2329" w:rsidP="007B2329">
      <w:r>
        <w:t>482.3072</w:t>
      </w:r>
      <w:r>
        <w:tab/>
        <w:t>3.051e0</w:t>
      </w:r>
    </w:p>
    <w:p w:rsidR="007B2329" w:rsidRDefault="007B2329" w:rsidP="007B2329">
      <w:r>
        <w:t>482.3125</w:t>
      </w:r>
      <w:r>
        <w:tab/>
        <w:t>2.025e0</w:t>
      </w:r>
    </w:p>
    <w:p w:rsidR="007B2329" w:rsidRDefault="007B2329" w:rsidP="007B2329">
      <w:r>
        <w:t>482.3522</w:t>
      </w:r>
      <w:r>
        <w:tab/>
        <w:t>2.160e0</w:t>
      </w:r>
    </w:p>
    <w:p w:rsidR="007B2329" w:rsidRDefault="007B2329" w:rsidP="007B2329">
      <w:r>
        <w:t>482.3577</w:t>
      </w:r>
      <w:r>
        <w:tab/>
        <w:t>6.857e-1</w:t>
      </w:r>
    </w:p>
    <w:p w:rsidR="007B2329" w:rsidRDefault="007B2329" w:rsidP="007B2329">
      <w:r>
        <w:t>482.3770</w:t>
      </w:r>
      <w:r>
        <w:tab/>
        <w:t>2.532e0</w:t>
      </w:r>
    </w:p>
    <w:p w:rsidR="007B2329" w:rsidRDefault="007B2329" w:rsidP="007B2329">
      <w:r>
        <w:t>482.3906</w:t>
      </w:r>
      <w:r>
        <w:tab/>
        <w:t>7.089e0</w:t>
      </w:r>
    </w:p>
    <w:p w:rsidR="007B2329" w:rsidRDefault="007B2329" w:rsidP="007B2329">
      <w:r>
        <w:t>482.4028</w:t>
      </w:r>
      <w:r>
        <w:tab/>
        <w:t>3.774e0</w:t>
      </w:r>
    </w:p>
    <w:p w:rsidR="007B2329" w:rsidRDefault="007B2329" w:rsidP="007B2329">
      <w:r>
        <w:t>482.4128</w:t>
      </w:r>
      <w:r>
        <w:tab/>
        <w:t>2.532e-2</w:t>
      </w:r>
    </w:p>
    <w:p w:rsidR="007B2329" w:rsidRDefault="007B2329" w:rsidP="007B2329">
      <w:r>
        <w:t>482.4144</w:t>
      </w:r>
      <w:r>
        <w:tab/>
        <w:t>2.025e0</w:t>
      </w:r>
    </w:p>
    <w:p w:rsidR="007B2329" w:rsidRDefault="007B2329" w:rsidP="007B2329">
      <w:r>
        <w:t>482.4230</w:t>
      </w:r>
      <w:r>
        <w:tab/>
        <w:t>3.038e0</w:t>
      </w:r>
    </w:p>
    <w:p w:rsidR="007B2329" w:rsidRDefault="007B2329" w:rsidP="007B2329">
      <w:r>
        <w:lastRenderedPageBreak/>
        <w:t>482.4550</w:t>
      </w:r>
      <w:r>
        <w:tab/>
        <w:t>4.051e0</w:t>
      </w:r>
    </w:p>
    <w:p w:rsidR="007B2329" w:rsidRDefault="007B2329" w:rsidP="007B2329">
      <w:r>
        <w:t>482.4576</w:t>
      </w:r>
      <w:r>
        <w:tab/>
        <w:t>1.266e-2</w:t>
      </w:r>
    </w:p>
    <w:p w:rsidR="007B2329" w:rsidRDefault="007B2329" w:rsidP="007B2329">
      <w:r>
        <w:t>482.4696</w:t>
      </w:r>
      <w:r>
        <w:tab/>
        <w:t>2.025e0</w:t>
      </w:r>
    </w:p>
    <w:p w:rsidR="007B2329" w:rsidRDefault="007B2329" w:rsidP="007B2329">
      <w:r>
        <w:t>482.4786</w:t>
      </w:r>
      <w:r>
        <w:tab/>
        <w:t>2.025e0</w:t>
      </w:r>
    </w:p>
    <w:p w:rsidR="007B2329" w:rsidRDefault="007B2329" w:rsidP="007B2329">
      <w:r>
        <w:t>482.5095</w:t>
      </w:r>
      <w:r>
        <w:tab/>
        <w:t>2.025e0</w:t>
      </w:r>
    </w:p>
    <w:p w:rsidR="007B2329" w:rsidRDefault="007B2329" w:rsidP="007B2329">
      <w:r>
        <w:t>482.5123</w:t>
      </w:r>
      <w:r>
        <w:tab/>
        <w:t>1.013e0</w:t>
      </w:r>
    </w:p>
    <w:p w:rsidR="007B2329" w:rsidRDefault="007B2329" w:rsidP="007B2329">
      <w:r>
        <w:t>482.5157</w:t>
      </w:r>
      <w:r>
        <w:tab/>
        <w:t>2.025e0</w:t>
      </w:r>
    </w:p>
    <w:p w:rsidR="007B2329" w:rsidRDefault="007B2329" w:rsidP="007B2329">
      <w:r>
        <w:t>482.5472</w:t>
      </w:r>
      <w:r>
        <w:tab/>
        <w:t>1.013e0</w:t>
      </w:r>
    </w:p>
    <w:p w:rsidR="007B2329" w:rsidRDefault="007B2329" w:rsidP="007B2329">
      <w:r>
        <w:t>482.5519</w:t>
      </w:r>
      <w:r>
        <w:tab/>
        <w:t>1.013e0</w:t>
      </w:r>
    </w:p>
    <w:p w:rsidR="007B2329" w:rsidRDefault="007B2329" w:rsidP="007B2329">
      <w:r>
        <w:t>482.5556</w:t>
      </w:r>
      <w:r>
        <w:tab/>
        <w:t>1.266e-2</w:t>
      </w:r>
    </w:p>
    <w:p w:rsidR="007B2329" w:rsidRDefault="007B2329" w:rsidP="007B2329">
      <w:r>
        <w:t>482.5735</w:t>
      </w:r>
      <w:r>
        <w:tab/>
        <w:t>1.013e0</w:t>
      </w:r>
    </w:p>
    <w:p w:rsidR="007B2329" w:rsidRDefault="007B2329" w:rsidP="007B2329">
      <w:r>
        <w:t>482.5888</w:t>
      </w:r>
      <w:r>
        <w:tab/>
        <w:t>2.025e0</w:t>
      </w:r>
    </w:p>
    <w:p w:rsidR="007B2329" w:rsidRDefault="007B2329" w:rsidP="007B2329">
      <w:r>
        <w:t>482.5976</w:t>
      </w:r>
      <w:r>
        <w:tab/>
        <w:t>1.013e0</w:t>
      </w:r>
    </w:p>
    <w:p w:rsidR="007B2329" w:rsidRDefault="007B2329" w:rsidP="007B2329">
      <w:r>
        <w:t>482.6170</w:t>
      </w:r>
      <w:r>
        <w:tab/>
        <w:t>2.038e0</w:t>
      </w:r>
    </w:p>
    <w:p w:rsidR="007B2329" w:rsidRDefault="007B2329" w:rsidP="007B2329">
      <w:r>
        <w:t>482.6228</w:t>
      </w:r>
      <w:r>
        <w:tab/>
        <w:t>1.013e0</w:t>
      </w:r>
    </w:p>
    <w:p w:rsidR="007B2329" w:rsidRDefault="007B2329" w:rsidP="007B2329">
      <w:r>
        <w:t>482.6319</w:t>
      </w:r>
      <w:r>
        <w:tab/>
        <w:t>3.038e0</w:t>
      </w:r>
    </w:p>
    <w:p w:rsidR="007B2329" w:rsidRDefault="007B2329" w:rsidP="007B2329">
      <w:r>
        <w:t>482.6508</w:t>
      </w:r>
      <w:r>
        <w:tab/>
        <w:t>2.025e0</w:t>
      </w:r>
    </w:p>
    <w:p w:rsidR="007B2329" w:rsidRDefault="007B2329" w:rsidP="007B2329">
      <w:r>
        <w:t>482.6563</w:t>
      </w:r>
      <w:r>
        <w:tab/>
        <w:t>1.013e0</w:t>
      </w:r>
    </w:p>
    <w:p w:rsidR="007B2329" w:rsidRDefault="007B2329" w:rsidP="007B2329">
      <w:r>
        <w:t>482.6713</w:t>
      </w:r>
      <w:r>
        <w:tab/>
        <w:t>3.038e0</w:t>
      </w:r>
    </w:p>
    <w:p w:rsidR="007B2329" w:rsidRDefault="007B2329" w:rsidP="007B2329">
      <w:r>
        <w:lastRenderedPageBreak/>
        <w:t>482.6738</w:t>
      </w:r>
      <w:r>
        <w:tab/>
        <w:t>1.882e0</w:t>
      </w:r>
    </w:p>
    <w:p w:rsidR="007B2329" w:rsidRDefault="007B2329" w:rsidP="007B2329">
      <w:r>
        <w:t>482.6862</w:t>
      </w:r>
      <w:r>
        <w:tab/>
        <w:t>1.013e0</w:t>
      </w:r>
    </w:p>
    <w:p w:rsidR="007B2329" w:rsidRDefault="007B2329" w:rsidP="007B2329">
      <w:r>
        <w:t>482.6982</w:t>
      </w:r>
      <w:r>
        <w:tab/>
        <w:t>1.013e0</w:t>
      </w:r>
    </w:p>
    <w:p w:rsidR="007B2329" w:rsidRDefault="007B2329" w:rsidP="007B2329">
      <w:r>
        <w:t>482.7210</w:t>
      </w:r>
      <w:r>
        <w:tab/>
        <w:t>3.038e0</w:t>
      </w:r>
    </w:p>
    <w:p w:rsidR="007B2329" w:rsidRDefault="007B2329" w:rsidP="007B2329">
      <w:r>
        <w:t>482.7270</w:t>
      </w:r>
      <w:r>
        <w:tab/>
        <w:t>2.025e0</w:t>
      </w:r>
    </w:p>
    <w:p w:rsidR="007B2329" w:rsidRDefault="007B2329" w:rsidP="007B2329">
      <w:r>
        <w:t>482.7442</w:t>
      </w:r>
      <w:r>
        <w:tab/>
        <w:t>1.013e0</w:t>
      </w:r>
    </w:p>
    <w:p w:rsidR="007B2329" w:rsidRDefault="007B2329" w:rsidP="007B2329">
      <w:r>
        <w:t>482.7623</w:t>
      </w:r>
      <w:r>
        <w:tab/>
        <w:t>1.013e0</w:t>
      </w:r>
    </w:p>
    <w:p w:rsidR="007B2329" w:rsidRDefault="007B2329" w:rsidP="007B2329">
      <w:r>
        <w:t>482.7840</w:t>
      </w:r>
      <w:r>
        <w:tab/>
        <w:t>1.013e0</w:t>
      </w:r>
    </w:p>
    <w:p w:rsidR="007B2329" w:rsidRDefault="007B2329" w:rsidP="007B2329">
      <w:r>
        <w:t>482.7912</w:t>
      </w:r>
      <w:r>
        <w:tab/>
        <w:t>6.076e0</w:t>
      </w:r>
    </w:p>
    <w:p w:rsidR="007B2329" w:rsidRDefault="007B2329" w:rsidP="007B2329">
      <w:r>
        <w:t>482.8139</w:t>
      </w:r>
      <w:r>
        <w:tab/>
        <w:t>2.025e0</w:t>
      </w:r>
    </w:p>
    <w:p w:rsidR="007B2329" w:rsidRDefault="007B2329" w:rsidP="007B2329">
      <w:r>
        <w:t>482.8157</w:t>
      </w:r>
      <w:r>
        <w:tab/>
        <w:t>4.051e0</w:t>
      </w:r>
    </w:p>
    <w:p w:rsidR="007B2329" w:rsidRDefault="007B2329" w:rsidP="007B2329">
      <w:r>
        <w:t>482.8328</w:t>
      </w:r>
      <w:r>
        <w:tab/>
        <w:t>2.025e0</w:t>
      </w:r>
    </w:p>
    <w:p w:rsidR="007B2329" w:rsidRDefault="007B2329" w:rsidP="007B2329">
      <w:r>
        <w:t>482.8571</w:t>
      </w:r>
      <w:r>
        <w:tab/>
        <w:t>1.013e0</w:t>
      </w:r>
    </w:p>
    <w:p w:rsidR="007B2329" w:rsidRDefault="007B2329" w:rsidP="007B2329">
      <w:r>
        <w:t>482.8730</w:t>
      </w:r>
      <w:r>
        <w:tab/>
        <w:t>2.025e0</w:t>
      </w:r>
    </w:p>
    <w:p w:rsidR="007B2329" w:rsidRDefault="007B2329" w:rsidP="007B2329">
      <w:r>
        <w:t>482.8788</w:t>
      </w:r>
      <w:r>
        <w:tab/>
        <w:t>3.038e0</w:t>
      </w:r>
    </w:p>
    <w:p w:rsidR="007B2329" w:rsidRDefault="007B2329" w:rsidP="007B2329">
      <w:r>
        <w:t>482.8875</w:t>
      </w:r>
      <w:r>
        <w:tab/>
        <w:t>5.063e0</w:t>
      </w:r>
    </w:p>
    <w:p w:rsidR="007B2329" w:rsidRDefault="007B2329" w:rsidP="007B2329">
      <w:r>
        <w:t>482.9084</w:t>
      </w:r>
      <w:r>
        <w:tab/>
        <w:t>1.013e0</w:t>
      </w:r>
    </w:p>
    <w:p w:rsidR="007B2329" w:rsidRDefault="007B2329" w:rsidP="007B2329">
      <w:r>
        <w:t>482.9149</w:t>
      </w:r>
      <w:r>
        <w:tab/>
        <w:t>1.013e0</w:t>
      </w:r>
    </w:p>
    <w:p w:rsidR="007B2329" w:rsidRDefault="007B2329" w:rsidP="007B2329">
      <w:r>
        <w:t>482.9180</w:t>
      </w:r>
      <w:r>
        <w:tab/>
        <w:t>1.013e0</w:t>
      </w:r>
    </w:p>
    <w:p w:rsidR="007B2329" w:rsidRDefault="007B2329" w:rsidP="007B2329">
      <w:r>
        <w:lastRenderedPageBreak/>
        <w:t>482.9371</w:t>
      </w:r>
      <w:r>
        <w:tab/>
        <w:t>5.063e0</w:t>
      </w:r>
    </w:p>
    <w:p w:rsidR="007B2329" w:rsidRDefault="007B2329" w:rsidP="007B2329">
      <w:r>
        <w:t>482.9501</w:t>
      </w:r>
      <w:r>
        <w:tab/>
        <w:t>4.051e0</w:t>
      </w:r>
    </w:p>
    <w:p w:rsidR="007B2329" w:rsidRDefault="007B2329" w:rsidP="007B2329">
      <w:r>
        <w:t>482.9582</w:t>
      </w:r>
      <w:r>
        <w:tab/>
        <w:t>3.051e0</w:t>
      </w:r>
    </w:p>
    <w:p w:rsidR="007B2329" w:rsidRDefault="007B2329" w:rsidP="007B2329">
      <w:r>
        <w:t>482.9713</w:t>
      </w:r>
      <w:r>
        <w:tab/>
        <w:t>2.025e0</w:t>
      </w:r>
    </w:p>
    <w:p w:rsidR="007B2329" w:rsidRDefault="007B2329" w:rsidP="007B2329">
      <w:r>
        <w:t>483.0403</w:t>
      </w:r>
      <w:r>
        <w:tab/>
        <w:t>1.783e0</w:t>
      </w:r>
    </w:p>
    <w:p w:rsidR="007B2329" w:rsidRDefault="007B2329" w:rsidP="007B2329">
      <w:r>
        <w:t>483.0583</w:t>
      </w:r>
      <w:r>
        <w:tab/>
        <w:t>2.025e0</w:t>
      </w:r>
    </w:p>
    <w:p w:rsidR="007B2329" w:rsidRDefault="007B2329" w:rsidP="007B2329">
      <w:r>
        <w:t>483.1545</w:t>
      </w:r>
      <w:r>
        <w:tab/>
        <w:t>3.473e2</w:t>
      </w:r>
    </w:p>
    <w:p w:rsidR="007B2329" w:rsidRDefault="007B2329" w:rsidP="007B2329">
      <w:r>
        <w:t>483.1575</w:t>
      </w:r>
      <w:r>
        <w:tab/>
        <w:t>1.120e3</w:t>
      </w:r>
    </w:p>
    <w:p w:rsidR="007B2329" w:rsidRDefault="007B2329" w:rsidP="007B2329">
      <w:r>
        <w:t>483.1593</w:t>
      </w:r>
      <w:r>
        <w:tab/>
        <w:t>7.348e2</w:t>
      </w:r>
    </w:p>
    <w:p w:rsidR="007B2329" w:rsidRDefault="007B2329" w:rsidP="007B2329">
      <w:r>
        <w:t>483.1624</w:t>
      </w:r>
      <w:r>
        <w:tab/>
        <w:t>7.934e1</w:t>
      </w:r>
    </w:p>
    <w:p w:rsidR="007B2329" w:rsidRDefault="007B2329" w:rsidP="007B2329">
      <w:r>
        <w:t>483.2700</w:t>
      </w:r>
      <w:r>
        <w:tab/>
        <w:t>1.013e0</w:t>
      </w:r>
    </w:p>
    <w:p w:rsidR="007B2329" w:rsidRDefault="007B2329" w:rsidP="007B2329">
      <w:r>
        <w:t>483.2780</w:t>
      </w:r>
      <w:r>
        <w:tab/>
        <w:t>1.013e0</w:t>
      </w:r>
    </w:p>
    <w:p w:rsidR="007B2329" w:rsidRDefault="007B2329" w:rsidP="007B2329">
      <w:r>
        <w:t>483.3177</w:t>
      </w:r>
      <w:r>
        <w:tab/>
        <w:t>1.013e0</w:t>
      </w:r>
    </w:p>
    <w:p w:rsidR="007B2329" w:rsidRDefault="007B2329" w:rsidP="007B2329">
      <w:r>
        <w:t>483.3408</w:t>
      </w:r>
      <w:r>
        <w:tab/>
        <w:t>2.636e0</w:t>
      </w:r>
    </w:p>
    <w:p w:rsidR="007B2329" w:rsidRDefault="007B2329" w:rsidP="007B2329">
      <w:r>
        <w:t>483.3420</w:t>
      </w:r>
      <w:r>
        <w:tab/>
        <w:t>1.651e0</w:t>
      </w:r>
    </w:p>
    <w:p w:rsidR="007B2329" w:rsidRDefault="007B2329" w:rsidP="007B2329">
      <w:r>
        <w:t>483.3583</w:t>
      </w:r>
      <w:r>
        <w:tab/>
        <w:t>3.544e0</w:t>
      </w:r>
    </w:p>
    <w:p w:rsidR="007B2329" w:rsidRDefault="007B2329" w:rsidP="007B2329">
      <w:r>
        <w:t>483.3612</w:t>
      </w:r>
      <w:r>
        <w:tab/>
        <w:t>5.319e0</w:t>
      </w:r>
    </w:p>
    <w:p w:rsidR="007B2329" w:rsidRDefault="007B2329" w:rsidP="007B2329">
      <w:r>
        <w:t>483.3622</w:t>
      </w:r>
      <w:r>
        <w:tab/>
        <w:t>1.013e0</w:t>
      </w:r>
    </w:p>
    <w:p w:rsidR="007B2329" w:rsidRDefault="007B2329" w:rsidP="007B2329">
      <w:r>
        <w:t>483.3902</w:t>
      </w:r>
      <w:r>
        <w:tab/>
        <w:t>5.053e0</w:t>
      </w:r>
    </w:p>
    <w:p w:rsidR="007B2329" w:rsidRDefault="007B2329" w:rsidP="007B2329">
      <w:r>
        <w:lastRenderedPageBreak/>
        <w:t>483.3968</w:t>
      </w:r>
      <w:r>
        <w:tab/>
        <w:t>3.832e0</w:t>
      </w:r>
    </w:p>
    <w:p w:rsidR="007B2329" w:rsidRDefault="007B2329" w:rsidP="007B2329">
      <w:r>
        <w:t>483.4046</w:t>
      </w:r>
      <w:r>
        <w:tab/>
        <w:t>1.013e0</w:t>
      </w:r>
    </w:p>
    <w:p w:rsidR="007B2329" w:rsidRDefault="007B2329" w:rsidP="007B2329">
      <w:r>
        <w:t>483.4123</w:t>
      </w:r>
      <w:r>
        <w:tab/>
        <w:t>5.176e0</w:t>
      </w:r>
    </w:p>
    <w:p w:rsidR="007B2329" w:rsidRDefault="007B2329" w:rsidP="007B2329">
      <w:r>
        <w:t>483.4153</w:t>
      </w:r>
      <w:r>
        <w:tab/>
        <w:t>1.013e0</w:t>
      </w:r>
    </w:p>
    <w:p w:rsidR="007B2329" w:rsidRDefault="007B2329" w:rsidP="007B2329">
      <w:r>
        <w:t>483.4424</w:t>
      </w:r>
      <w:r>
        <w:tab/>
        <w:t>2.025e0</w:t>
      </w:r>
    </w:p>
    <w:p w:rsidR="007B2329" w:rsidRDefault="007B2329" w:rsidP="007B2329">
      <w:r>
        <w:t>483.4449</w:t>
      </w:r>
      <w:r>
        <w:tab/>
        <w:t>3.964e0</w:t>
      </w:r>
    </w:p>
    <w:p w:rsidR="007B2329" w:rsidRDefault="007B2329" w:rsidP="007B2329">
      <w:r>
        <w:t>483.4575</w:t>
      </w:r>
      <w:r>
        <w:tab/>
        <w:t>3.519e0</w:t>
      </w:r>
    </w:p>
    <w:p w:rsidR="007B2329" w:rsidRDefault="007B2329" w:rsidP="007B2329">
      <w:r>
        <w:t>483.4671</w:t>
      </w:r>
      <w:r>
        <w:tab/>
        <w:t>6.076e0</w:t>
      </w:r>
    </w:p>
    <w:p w:rsidR="007B2329" w:rsidRDefault="007B2329" w:rsidP="007B2329">
      <w:r>
        <w:t>483.4691</w:t>
      </w:r>
      <w:r>
        <w:tab/>
        <w:t>3.038e0</w:t>
      </w:r>
    </w:p>
    <w:p w:rsidR="007B2329" w:rsidRDefault="007B2329" w:rsidP="007B2329">
      <w:r>
        <w:t>483.4893</w:t>
      </w:r>
      <w:r>
        <w:tab/>
        <w:t>2.025e0</w:t>
      </w:r>
    </w:p>
    <w:p w:rsidR="007B2329" w:rsidRDefault="007B2329" w:rsidP="007B2329">
      <w:r>
        <w:t>483.5188</w:t>
      </w:r>
      <w:r>
        <w:tab/>
        <w:t>2.025e0</w:t>
      </w:r>
    </w:p>
    <w:p w:rsidR="007B2329" w:rsidRDefault="007B2329" w:rsidP="007B2329">
      <w:r>
        <w:t>483.5263</w:t>
      </w:r>
      <w:r>
        <w:tab/>
        <w:t>4.051e0</w:t>
      </w:r>
    </w:p>
    <w:p w:rsidR="007B2329" w:rsidRDefault="007B2329" w:rsidP="007B2329">
      <w:r>
        <w:t>483.5321</w:t>
      </w:r>
      <w:r>
        <w:tab/>
        <w:t>4.051e0</w:t>
      </w:r>
    </w:p>
    <w:p w:rsidR="007B2329" w:rsidRDefault="007B2329" w:rsidP="007B2329">
      <w:r>
        <w:t>483.5412</w:t>
      </w:r>
      <w:r>
        <w:tab/>
        <w:t>2.038e0</w:t>
      </w:r>
    </w:p>
    <w:p w:rsidR="007B2329" w:rsidRDefault="007B2329" w:rsidP="007B2329">
      <w:r>
        <w:t>483.5593</w:t>
      </w:r>
      <w:r>
        <w:tab/>
        <w:t>1.025e0</w:t>
      </w:r>
    </w:p>
    <w:p w:rsidR="007B2329" w:rsidRDefault="007B2329" w:rsidP="007B2329">
      <w:r>
        <w:t>483.5746</w:t>
      </w:r>
      <w:r>
        <w:tab/>
        <w:t>8.101e0</w:t>
      </w:r>
    </w:p>
    <w:p w:rsidR="007B2329" w:rsidRDefault="007B2329" w:rsidP="007B2329">
      <w:r>
        <w:t>483.5849</w:t>
      </w:r>
      <w:r>
        <w:tab/>
        <w:t>2.025e0</w:t>
      </w:r>
    </w:p>
    <w:p w:rsidR="007B2329" w:rsidRDefault="007B2329" w:rsidP="007B2329">
      <w:r>
        <w:t>483.6003</w:t>
      </w:r>
      <w:r>
        <w:tab/>
        <w:t>2.025e0</w:t>
      </w:r>
    </w:p>
    <w:p w:rsidR="007B2329" w:rsidRDefault="007B2329" w:rsidP="007B2329">
      <w:r>
        <w:t>483.6100</w:t>
      </w:r>
      <w:r>
        <w:tab/>
        <w:t>4.063e0</w:t>
      </w:r>
    </w:p>
    <w:p w:rsidR="007B2329" w:rsidRDefault="007B2329" w:rsidP="007B2329">
      <w:r>
        <w:lastRenderedPageBreak/>
        <w:t>483.6149</w:t>
      </w:r>
      <w:r>
        <w:tab/>
        <w:t>1.013e0</w:t>
      </w:r>
    </w:p>
    <w:p w:rsidR="007B2329" w:rsidRDefault="007B2329" w:rsidP="007B2329">
      <w:r>
        <w:t>483.6294</w:t>
      </w:r>
      <w:r>
        <w:tab/>
        <w:t>2.025e0</w:t>
      </w:r>
    </w:p>
    <w:p w:rsidR="007B2329" w:rsidRDefault="007B2329" w:rsidP="007B2329">
      <w:r>
        <w:t>483.6368</w:t>
      </w:r>
      <w:r>
        <w:tab/>
        <w:t>2.025e0</w:t>
      </w:r>
    </w:p>
    <w:p w:rsidR="007B2329" w:rsidRDefault="007B2329" w:rsidP="007B2329">
      <w:r>
        <w:t>483.6423</w:t>
      </w:r>
      <w:r>
        <w:tab/>
        <w:t>4.051e0</w:t>
      </w:r>
    </w:p>
    <w:p w:rsidR="007B2329" w:rsidRDefault="007B2329" w:rsidP="007B2329">
      <w:r>
        <w:t>483.6463</w:t>
      </w:r>
      <w:r>
        <w:tab/>
        <w:t>3.038e0</w:t>
      </w:r>
    </w:p>
    <w:p w:rsidR="007B2329" w:rsidRDefault="007B2329" w:rsidP="007B2329">
      <w:r>
        <w:t>483.6652</w:t>
      </w:r>
      <w:r>
        <w:tab/>
        <w:t>4.051e0</w:t>
      </w:r>
    </w:p>
    <w:p w:rsidR="007B2329" w:rsidRDefault="007B2329" w:rsidP="007B2329">
      <w:r>
        <w:t>483.6744</w:t>
      </w:r>
      <w:r>
        <w:tab/>
        <w:t>2.025e0</w:t>
      </w:r>
    </w:p>
    <w:p w:rsidR="007B2329" w:rsidRDefault="007B2329" w:rsidP="007B2329">
      <w:r>
        <w:t>483.7244</w:t>
      </w:r>
      <w:r>
        <w:tab/>
        <w:t>4.051e0</w:t>
      </w:r>
    </w:p>
    <w:p w:rsidR="007B2329" w:rsidRDefault="007B2329" w:rsidP="007B2329">
      <w:r>
        <w:t>483.7293</w:t>
      </w:r>
      <w:r>
        <w:tab/>
        <w:t>2.025e0</w:t>
      </w:r>
    </w:p>
    <w:p w:rsidR="007B2329" w:rsidRDefault="007B2329" w:rsidP="007B2329">
      <w:r>
        <w:t>483.7383</w:t>
      </w:r>
      <w:r>
        <w:tab/>
        <w:t>1.013e0</w:t>
      </w:r>
    </w:p>
    <w:p w:rsidR="007B2329" w:rsidRDefault="007B2329" w:rsidP="007B2329">
      <w:r>
        <w:t>483.7420</w:t>
      </w:r>
      <w:r>
        <w:tab/>
        <w:t>3.063e0</w:t>
      </w:r>
    </w:p>
    <w:p w:rsidR="007B2329" w:rsidRDefault="007B2329" w:rsidP="007B2329">
      <w:r>
        <w:t>483.7635</w:t>
      </w:r>
      <w:r>
        <w:tab/>
        <w:t>5.054e0</w:t>
      </w:r>
    </w:p>
    <w:p w:rsidR="007B2329" w:rsidRDefault="007B2329" w:rsidP="007B2329">
      <w:r>
        <w:t>483.7661</w:t>
      </w:r>
      <w:r>
        <w:tab/>
        <w:t>3.249e0</w:t>
      </w:r>
    </w:p>
    <w:p w:rsidR="007B2329" w:rsidRDefault="007B2329" w:rsidP="007B2329">
      <w:r>
        <w:t>483.7764</w:t>
      </w:r>
      <w:r>
        <w:tab/>
        <w:t>3.038e0</w:t>
      </w:r>
    </w:p>
    <w:p w:rsidR="007B2329" w:rsidRDefault="007B2329" w:rsidP="007B2329">
      <w:r>
        <w:t>483.7914</w:t>
      </w:r>
      <w:r>
        <w:tab/>
        <w:t>1.013e0</w:t>
      </w:r>
    </w:p>
    <w:p w:rsidR="007B2329" w:rsidRDefault="007B2329" w:rsidP="007B2329">
      <w:r>
        <w:t>483.8172</w:t>
      </w:r>
      <w:r>
        <w:tab/>
        <w:t>3.051e0</w:t>
      </w:r>
    </w:p>
    <w:p w:rsidR="007B2329" w:rsidRDefault="007B2329" w:rsidP="007B2329">
      <w:r>
        <w:t>483.8372</w:t>
      </w:r>
      <w:r>
        <w:tab/>
        <w:t>2.025e0</w:t>
      </w:r>
    </w:p>
    <w:p w:rsidR="007B2329" w:rsidRDefault="007B2329" w:rsidP="007B2329">
      <w:r>
        <w:t>483.8454</w:t>
      </w:r>
      <w:r>
        <w:tab/>
        <w:t>2.025e0</w:t>
      </w:r>
    </w:p>
    <w:p w:rsidR="007B2329" w:rsidRDefault="007B2329" w:rsidP="007B2329">
      <w:r>
        <w:t>483.8500</w:t>
      </w:r>
      <w:r>
        <w:tab/>
        <w:t>2.025e0</w:t>
      </w:r>
    </w:p>
    <w:p w:rsidR="007B2329" w:rsidRDefault="007B2329" w:rsidP="007B2329">
      <w:r>
        <w:lastRenderedPageBreak/>
        <w:t>483.8728</w:t>
      </w:r>
      <w:r>
        <w:tab/>
        <w:t>1.013e0</w:t>
      </w:r>
    </w:p>
    <w:p w:rsidR="007B2329" w:rsidRDefault="007B2329" w:rsidP="007B2329">
      <w:r>
        <w:t>483.8756</w:t>
      </w:r>
      <w:r>
        <w:tab/>
        <w:t>1.013e0</w:t>
      </w:r>
    </w:p>
    <w:p w:rsidR="007B2329" w:rsidRDefault="007B2329" w:rsidP="007B2329">
      <w:r>
        <w:t>483.8881</w:t>
      </w:r>
      <w:r>
        <w:tab/>
        <w:t>1.025e0</w:t>
      </w:r>
    </w:p>
    <w:p w:rsidR="007B2329" w:rsidRDefault="007B2329" w:rsidP="007B2329">
      <w:r>
        <w:t>483.9039</w:t>
      </w:r>
      <w:r>
        <w:tab/>
        <w:t>6.076e0</w:t>
      </w:r>
    </w:p>
    <w:p w:rsidR="007B2329" w:rsidRDefault="007B2329" w:rsidP="007B2329">
      <w:r>
        <w:t>483.9304</w:t>
      </w:r>
      <w:r>
        <w:tab/>
        <w:t>2.025e0</w:t>
      </w:r>
    </w:p>
    <w:p w:rsidR="007B2329" w:rsidRDefault="007B2329" w:rsidP="007B2329">
      <w:r>
        <w:t>483.9346</w:t>
      </w:r>
      <w:r>
        <w:tab/>
        <w:t>1.266e-2</w:t>
      </w:r>
    </w:p>
    <w:p w:rsidR="007B2329" w:rsidRDefault="007B2329" w:rsidP="007B2329">
      <w:r>
        <w:t>483.9414</w:t>
      </w:r>
      <w:r>
        <w:tab/>
        <w:t>2.025e0</w:t>
      </w:r>
    </w:p>
    <w:p w:rsidR="007B2329" w:rsidRDefault="007B2329" w:rsidP="007B2329">
      <w:r>
        <w:t>483.9488</w:t>
      </w:r>
      <w:r>
        <w:tab/>
        <w:t>1.013e0</w:t>
      </w:r>
    </w:p>
    <w:p w:rsidR="007B2329" w:rsidRDefault="007B2329" w:rsidP="007B2329">
      <w:r>
        <w:t>483.9572</w:t>
      </w:r>
      <w:r>
        <w:tab/>
        <w:t>4.051e0</w:t>
      </w:r>
    </w:p>
    <w:p w:rsidR="007B2329" w:rsidRDefault="007B2329" w:rsidP="007B2329">
      <w:r>
        <w:t>483.9610</w:t>
      </w:r>
      <w:r>
        <w:tab/>
        <w:t>3.038e0</w:t>
      </w:r>
    </w:p>
    <w:p w:rsidR="007B2329" w:rsidRDefault="007B2329" w:rsidP="007B2329">
      <w:r>
        <w:t>483.9629</w:t>
      </w:r>
      <w:r>
        <w:tab/>
        <w:t>2.025e0</w:t>
      </w:r>
    </w:p>
    <w:p w:rsidR="007B2329" w:rsidRDefault="007B2329" w:rsidP="007B2329">
      <w:r>
        <w:t>483.9907</w:t>
      </w:r>
      <w:r>
        <w:tab/>
        <w:t>4.051e0</w:t>
      </w:r>
    </w:p>
    <w:p w:rsidR="007B2329" w:rsidRDefault="007B2329" w:rsidP="007B2329">
      <w:r>
        <w:t>483.9934</w:t>
      </w:r>
      <w:r>
        <w:tab/>
        <w:t>1.013e0</w:t>
      </w:r>
    </w:p>
    <w:p w:rsidR="007B2329" w:rsidRDefault="007B2329" w:rsidP="007B2329">
      <w:r>
        <w:t>484.0110</w:t>
      </w:r>
      <w:r>
        <w:tab/>
        <w:t>4.051e0</w:t>
      </w:r>
    </w:p>
    <w:p w:rsidR="007B2329" w:rsidRDefault="007B2329" w:rsidP="007B2329">
      <w:r>
        <w:t>484.0242</w:t>
      </w:r>
      <w:r>
        <w:tab/>
        <w:t>2.051e0</w:t>
      </w:r>
    </w:p>
    <w:p w:rsidR="007B2329" w:rsidRDefault="007B2329" w:rsidP="007B2329">
      <w:r>
        <w:t>484.0267</w:t>
      </w:r>
      <w:r>
        <w:tab/>
        <w:t>2.025e0</w:t>
      </w:r>
    </w:p>
    <w:p w:rsidR="007B2329" w:rsidRDefault="007B2329" w:rsidP="007B2329">
      <w:r>
        <w:t>484.0370</w:t>
      </w:r>
      <w:r>
        <w:tab/>
        <w:t>3.038e0</w:t>
      </w:r>
    </w:p>
    <w:p w:rsidR="007B2329" w:rsidRDefault="007B2329" w:rsidP="007B2329">
      <w:r>
        <w:t>484.0525</w:t>
      </w:r>
      <w:r>
        <w:tab/>
        <w:t>1.013e0</w:t>
      </w:r>
    </w:p>
    <w:p w:rsidR="007B2329" w:rsidRDefault="007B2329" w:rsidP="007B2329">
      <w:r>
        <w:t>484.0608</w:t>
      </w:r>
      <w:r>
        <w:tab/>
        <w:t>1.013e0</w:t>
      </w:r>
    </w:p>
    <w:p w:rsidR="007B2329" w:rsidRDefault="007B2329" w:rsidP="007B2329">
      <w:r>
        <w:lastRenderedPageBreak/>
        <w:t>484.0666</w:t>
      </w:r>
      <w:r>
        <w:tab/>
        <w:t>3.038e0</w:t>
      </w:r>
    </w:p>
    <w:p w:rsidR="007B2329" w:rsidRDefault="007B2329" w:rsidP="007B2329">
      <w:r>
        <w:t>484.0685</w:t>
      </w:r>
      <w:r>
        <w:tab/>
        <w:t>4.051e0</w:t>
      </w:r>
    </w:p>
    <w:p w:rsidR="007B2329" w:rsidRDefault="007B2329" w:rsidP="007B2329">
      <w:r>
        <w:t>484.1560</w:t>
      </w:r>
      <w:r>
        <w:tab/>
        <w:t>2.329e1</w:t>
      </w:r>
    </w:p>
    <w:p w:rsidR="007B2329" w:rsidRDefault="007B2329" w:rsidP="007B2329">
      <w:r>
        <w:t>484.1578</w:t>
      </w:r>
      <w:r>
        <w:tab/>
        <w:t>1.192e2</w:t>
      </w:r>
    </w:p>
    <w:p w:rsidR="007B2329" w:rsidRDefault="007B2329" w:rsidP="007B2329">
      <w:r>
        <w:t>484.1625</w:t>
      </w:r>
      <w:r>
        <w:tab/>
        <w:t>4.673e2</w:t>
      </w:r>
    </w:p>
    <w:p w:rsidR="007B2329" w:rsidRDefault="007B2329" w:rsidP="007B2329">
      <w:r>
        <w:t>484.1642</w:t>
      </w:r>
      <w:r>
        <w:tab/>
        <w:t>7.575e1</w:t>
      </w:r>
    </w:p>
    <w:p w:rsidR="007B2329" w:rsidRDefault="007B2329" w:rsidP="007B2329">
      <w:r>
        <w:t>484.2104</w:t>
      </w:r>
      <w:r>
        <w:tab/>
        <w:t>4.945e0</w:t>
      </w:r>
    </w:p>
    <w:p w:rsidR="007B2329" w:rsidRDefault="007B2329" w:rsidP="007B2329">
      <w:r>
        <w:t>484.2372</w:t>
      </w:r>
      <w:r>
        <w:tab/>
        <w:t>2.718e0</w:t>
      </w:r>
    </w:p>
    <w:p w:rsidR="007B2329" w:rsidRDefault="007B2329" w:rsidP="007B2329">
      <w:r>
        <w:t>484.2684</w:t>
      </w:r>
      <w:r>
        <w:tab/>
        <w:t>1.255e0</w:t>
      </w:r>
    </w:p>
    <w:p w:rsidR="007B2329" w:rsidRDefault="007B2329" w:rsidP="007B2329">
      <w:r>
        <w:t>484.2945</w:t>
      </w:r>
      <w:r>
        <w:tab/>
        <w:t>2.025e0</w:t>
      </w:r>
    </w:p>
    <w:p w:rsidR="007B2329" w:rsidRDefault="007B2329" w:rsidP="007B2329">
      <w:r>
        <w:t>484.3090</w:t>
      </w:r>
      <w:r>
        <w:tab/>
        <w:t>2.152e0</w:t>
      </w:r>
    </w:p>
    <w:p w:rsidR="007B2329" w:rsidRDefault="007B2329" w:rsidP="007B2329">
      <w:r>
        <w:t>484.3378</w:t>
      </w:r>
      <w:r>
        <w:tab/>
        <w:t>2.025e0</w:t>
      </w:r>
    </w:p>
    <w:p w:rsidR="007B2329" w:rsidRDefault="007B2329" w:rsidP="007B2329">
      <w:r>
        <w:t>484.3617</w:t>
      </w:r>
      <w:r>
        <w:tab/>
        <w:t>5.740e0</w:t>
      </w:r>
    </w:p>
    <w:p w:rsidR="007B2329" w:rsidRDefault="007B2329" w:rsidP="007B2329">
      <w:r>
        <w:t>484.3659</w:t>
      </w:r>
      <w:r>
        <w:tab/>
        <w:t>7.772e0</w:t>
      </w:r>
    </w:p>
    <w:p w:rsidR="007B2329" w:rsidRDefault="007B2329" w:rsidP="007B2329">
      <w:r>
        <w:t>484.3734</w:t>
      </w:r>
      <w:r>
        <w:tab/>
        <w:t>3.038e0</w:t>
      </w:r>
    </w:p>
    <w:p w:rsidR="007B2329" w:rsidRDefault="007B2329" w:rsidP="007B2329">
      <w:r>
        <w:t>484.3882</w:t>
      </w:r>
      <w:r>
        <w:tab/>
        <w:t>2.025e0</w:t>
      </w:r>
    </w:p>
    <w:p w:rsidR="007B2329" w:rsidRDefault="007B2329" w:rsidP="007B2329">
      <w:r>
        <w:t>484.4047</w:t>
      </w:r>
      <w:r>
        <w:tab/>
        <w:t>5.063e0</w:t>
      </w:r>
    </w:p>
    <w:p w:rsidR="007B2329" w:rsidRDefault="007B2329" w:rsidP="007B2329">
      <w:r>
        <w:t>484.4125</w:t>
      </w:r>
      <w:r>
        <w:tab/>
        <w:t>5.063e0</w:t>
      </w:r>
    </w:p>
    <w:p w:rsidR="007B2329" w:rsidRDefault="007B2329" w:rsidP="007B2329">
      <w:r>
        <w:t>484.4168</w:t>
      </w:r>
      <w:r>
        <w:tab/>
        <w:t>1.894e0</w:t>
      </w:r>
    </w:p>
    <w:p w:rsidR="007B2329" w:rsidRDefault="007B2329" w:rsidP="007B2329">
      <w:r>
        <w:lastRenderedPageBreak/>
        <w:t>484.4230</w:t>
      </w:r>
      <w:r>
        <w:tab/>
        <w:t>3.038e0</w:t>
      </w:r>
    </w:p>
    <w:p w:rsidR="007B2329" w:rsidRDefault="007B2329" w:rsidP="007B2329">
      <w:r>
        <w:t>484.4278</w:t>
      </w:r>
      <w:r>
        <w:tab/>
        <w:t>1.013e0</w:t>
      </w:r>
    </w:p>
    <w:p w:rsidR="007B2329" w:rsidRDefault="007B2329" w:rsidP="007B2329">
      <w:r>
        <w:t>484.4394</w:t>
      </w:r>
      <w:r>
        <w:tab/>
        <w:t>4.051e0</w:t>
      </w:r>
    </w:p>
    <w:p w:rsidR="007B2329" w:rsidRDefault="007B2329" w:rsidP="007B2329">
      <w:r>
        <w:t>484.4568</w:t>
      </w:r>
      <w:r>
        <w:tab/>
        <w:t>2.025e0</w:t>
      </w:r>
    </w:p>
    <w:p w:rsidR="007B2329" w:rsidRDefault="007B2329" w:rsidP="007B2329">
      <w:r>
        <w:t>484.4859</w:t>
      </w:r>
      <w:r>
        <w:tab/>
        <w:t>2.025e0</w:t>
      </w:r>
    </w:p>
    <w:p w:rsidR="007B2329" w:rsidRDefault="007B2329" w:rsidP="007B2329">
      <w:r>
        <w:t>484.4877</w:t>
      </w:r>
      <w:r>
        <w:tab/>
        <w:t>3.038e0</w:t>
      </w:r>
    </w:p>
    <w:p w:rsidR="007B2329" w:rsidRDefault="007B2329" w:rsidP="007B2329">
      <w:r>
        <w:t>484.4944</w:t>
      </w:r>
      <w:r>
        <w:tab/>
        <w:t>3.038e0</w:t>
      </w:r>
    </w:p>
    <w:p w:rsidR="007B2329" w:rsidRDefault="007B2329" w:rsidP="007B2329">
      <w:r>
        <w:t>484.5154</w:t>
      </w:r>
      <w:r>
        <w:tab/>
        <w:t>4.051e0</w:t>
      </w:r>
    </w:p>
    <w:p w:rsidR="007B2329" w:rsidRDefault="007B2329" w:rsidP="007B2329">
      <w:r>
        <w:t>484.5290</w:t>
      </w:r>
      <w:r>
        <w:tab/>
        <w:t>3.038e0</w:t>
      </w:r>
    </w:p>
    <w:p w:rsidR="007B2329" w:rsidRDefault="007B2329" w:rsidP="007B2329">
      <w:r>
        <w:t>484.5548</w:t>
      </w:r>
      <w:r>
        <w:tab/>
        <w:t>2.025e0</w:t>
      </w:r>
    </w:p>
    <w:p w:rsidR="007B2329" w:rsidRDefault="007B2329" w:rsidP="007B2329">
      <w:r>
        <w:t>484.5579</w:t>
      </w:r>
      <w:r>
        <w:tab/>
        <w:t>2.025e0</w:t>
      </w:r>
    </w:p>
    <w:p w:rsidR="007B2329" w:rsidRDefault="007B2329" w:rsidP="007B2329">
      <w:r>
        <w:t>484.5651</w:t>
      </w:r>
      <w:r>
        <w:tab/>
        <w:t>1.025e0</w:t>
      </w:r>
    </w:p>
    <w:p w:rsidR="007B2329" w:rsidRDefault="007B2329" w:rsidP="007B2329">
      <w:r>
        <w:t>484.5891</w:t>
      </w:r>
      <w:r>
        <w:tab/>
        <w:t>4.051e0</w:t>
      </w:r>
    </w:p>
    <w:p w:rsidR="007B2329" w:rsidRDefault="007B2329" w:rsidP="007B2329">
      <w:r>
        <w:t>484.6154</w:t>
      </w:r>
      <w:r>
        <w:tab/>
        <w:t>5.063e0</w:t>
      </w:r>
    </w:p>
    <w:p w:rsidR="007B2329" w:rsidRDefault="007B2329" w:rsidP="007B2329">
      <w:r>
        <w:t>484.6170</w:t>
      </w:r>
      <w:r>
        <w:tab/>
        <w:t>1.013e0</w:t>
      </w:r>
    </w:p>
    <w:p w:rsidR="007B2329" w:rsidRDefault="007B2329" w:rsidP="007B2329">
      <w:r>
        <w:t>484.6383</w:t>
      </w:r>
      <w:r>
        <w:tab/>
        <w:t>1.013e0</w:t>
      </w:r>
    </w:p>
    <w:p w:rsidR="007B2329" w:rsidRDefault="007B2329" w:rsidP="007B2329">
      <w:r>
        <w:t>484.6721</w:t>
      </w:r>
      <w:r>
        <w:tab/>
        <w:t>4.051e0</w:t>
      </w:r>
    </w:p>
    <w:p w:rsidR="007B2329" w:rsidRDefault="007B2329" w:rsidP="007B2329">
      <w:r>
        <w:t>484.6894</w:t>
      </w:r>
      <w:r>
        <w:tab/>
        <w:t>2.025e0</w:t>
      </w:r>
    </w:p>
    <w:p w:rsidR="007B2329" w:rsidRDefault="007B2329" w:rsidP="007B2329">
      <w:r>
        <w:t>484.6921</w:t>
      </w:r>
      <w:r>
        <w:tab/>
        <w:t>4.051e0</w:t>
      </w:r>
    </w:p>
    <w:p w:rsidR="007B2329" w:rsidRDefault="007B2329" w:rsidP="007B2329">
      <w:r>
        <w:lastRenderedPageBreak/>
        <w:t>484.6965</w:t>
      </w:r>
      <w:r>
        <w:tab/>
        <w:t>1.266e-2</w:t>
      </w:r>
    </w:p>
    <w:p w:rsidR="007B2329" w:rsidRDefault="007B2329" w:rsidP="007B2329">
      <w:r>
        <w:t>484.7165</w:t>
      </w:r>
      <w:r>
        <w:tab/>
        <w:t>3.038e0</w:t>
      </w:r>
    </w:p>
    <w:p w:rsidR="007B2329" w:rsidRDefault="007B2329" w:rsidP="007B2329">
      <w:r>
        <w:t>484.7268</w:t>
      </w:r>
      <w:r>
        <w:tab/>
        <w:t>1.013e0</w:t>
      </w:r>
    </w:p>
    <w:p w:rsidR="007B2329" w:rsidRDefault="007B2329" w:rsidP="007B2329">
      <w:r>
        <w:t>484.7434</w:t>
      </w:r>
      <w:r>
        <w:tab/>
        <w:t>1.013e0</w:t>
      </w:r>
    </w:p>
    <w:p w:rsidR="007B2329" w:rsidRDefault="007B2329" w:rsidP="007B2329">
      <w:r>
        <w:t>484.7466</w:t>
      </w:r>
      <w:r>
        <w:tab/>
        <w:t>2.025e0</w:t>
      </w:r>
    </w:p>
    <w:p w:rsidR="007B2329" w:rsidRDefault="007B2329" w:rsidP="007B2329">
      <w:r>
        <w:t>484.7688</w:t>
      </w:r>
      <w:r>
        <w:tab/>
        <w:t>2.025e0</w:t>
      </w:r>
    </w:p>
    <w:p w:rsidR="007B2329" w:rsidRDefault="007B2329" w:rsidP="007B2329">
      <w:r>
        <w:t>484.7726</w:t>
      </w:r>
      <w:r>
        <w:tab/>
        <w:t>1.013e0</w:t>
      </w:r>
    </w:p>
    <w:p w:rsidR="007B2329" w:rsidRDefault="007B2329" w:rsidP="007B2329">
      <w:r>
        <w:t>484.7806</w:t>
      </w:r>
      <w:r>
        <w:tab/>
        <w:t>5.063e0</w:t>
      </w:r>
    </w:p>
    <w:p w:rsidR="007B2329" w:rsidRDefault="007B2329" w:rsidP="007B2329">
      <w:r>
        <w:t>484.7898</w:t>
      </w:r>
      <w:r>
        <w:tab/>
        <w:t>3.038e0</w:t>
      </w:r>
    </w:p>
    <w:p w:rsidR="007B2329" w:rsidRDefault="007B2329" w:rsidP="007B2329">
      <w:r>
        <w:t>484.8416</w:t>
      </w:r>
      <w:r>
        <w:tab/>
        <w:t>4.319e0</w:t>
      </w:r>
    </w:p>
    <w:p w:rsidR="007B2329" w:rsidRDefault="007B2329" w:rsidP="007B2329">
      <w:r>
        <w:t>484.8625</w:t>
      </w:r>
      <w:r>
        <w:tab/>
        <w:t>3.038e0</w:t>
      </w:r>
    </w:p>
    <w:p w:rsidR="007B2329" w:rsidRDefault="007B2329" w:rsidP="007B2329">
      <w:r>
        <w:t>484.8853</w:t>
      </w:r>
      <w:r>
        <w:tab/>
        <w:t>1.013e0</w:t>
      </w:r>
    </w:p>
    <w:p w:rsidR="007B2329" w:rsidRDefault="007B2329" w:rsidP="007B2329">
      <w:r>
        <w:t>484.8951</w:t>
      </w:r>
      <w:r>
        <w:tab/>
        <w:t>3.038e0</w:t>
      </w:r>
    </w:p>
    <w:p w:rsidR="007B2329" w:rsidRDefault="007B2329" w:rsidP="007B2329">
      <w:r>
        <w:t>484.8977</w:t>
      </w:r>
      <w:r>
        <w:tab/>
        <w:t>2.025e0</w:t>
      </w:r>
    </w:p>
    <w:p w:rsidR="007B2329" w:rsidRDefault="007B2329" w:rsidP="007B2329">
      <w:r>
        <w:t>484.9128</w:t>
      </w:r>
      <w:r>
        <w:tab/>
        <w:t>2.025e0</w:t>
      </w:r>
    </w:p>
    <w:p w:rsidR="007B2329" w:rsidRDefault="007B2329" w:rsidP="007B2329">
      <w:r>
        <w:t>484.9281</w:t>
      </w:r>
      <w:r>
        <w:tab/>
        <w:t>4.051e0</w:t>
      </w:r>
    </w:p>
    <w:p w:rsidR="007B2329" w:rsidRDefault="007B2329" w:rsidP="007B2329">
      <w:r>
        <w:t>484.9543</w:t>
      </w:r>
      <w:r>
        <w:tab/>
        <w:t>2.025e0</w:t>
      </w:r>
    </w:p>
    <w:p w:rsidR="007B2329" w:rsidRDefault="007B2329" w:rsidP="007B2329">
      <w:r>
        <w:t>484.9586</w:t>
      </w:r>
      <w:r>
        <w:tab/>
        <w:t>2.025e0</w:t>
      </w:r>
    </w:p>
    <w:p w:rsidR="007B2329" w:rsidRDefault="007B2329" w:rsidP="007B2329">
      <w:r>
        <w:t>484.9648</w:t>
      </w:r>
      <w:r>
        <w:tab/>
        <w:t>1.013e0</w:t>
      </w:r>
    </w:p>
    <w:p w:rsidR="007B2329" w:rsidRDefault="007B2329" w:rsidP="007B2329">
      <w:r>
        <w:lastRenderedPageBreak/>
        <w:t>484.9965</w:t>
      </w:r>
      <w:r>
        <w:tab/>
        <w:t>1.013e0</w:t>
      </w:r>
    </w:p>
    <w:p w:rsidR="007B2329" w:rsidRDefault="007B2329" w:rsidP="007B2329">
      <w:r>
        <w:t>485.0073</w:t>
      </w:r>
      <w:r>
        <w:tab/>
        <w:t>4.051e0</w:t>
      </w:r>
    </w:p>
    <w:p w:rsidR="007B2329" w:rsidRDefault="007B2329" w:rsidP="007B2329">
      <w:r>
        <w:t>485.0195</w:t>
      </w:r>
      <w:r>
        <w:tab/>
        <w:t>1.013e0</w:t>
      </w:r>
    </w:p>
    <w:p w:rsidR="007B2329" w:rsidRDefault="007B2329" w:rsidP="007B2329">
      <w:r>
        <w:t>485.0259</w:t>
      </w:r>
      <w:r>
        <w:tab/>
        <w:t>5.076e0</w:t>
      </w:r>
    </w:p>
    <w:p w:rsidR="007B2329" w:rsidRDefault="007B2329" w:rsidP="007B2329">
      <w:r>
        <w:t>485.0470</w:t>
      </w:r>
      <w:r>
        <w:tab/>
        <w:t>1.013e0</w:t>
      </w:r>
    </w:p>
    <w:p w:rsidR="007B2329" w:rsidRDefault="007B2329" w:rsidP="007B2329">
      <w:r>
        <w:t>485.0594</w:t>
      </w:r>
      <w:r>
        <w:tab/>
        <w:t>1.013e0</w:t>
      </w:r>
    </w:p>
    <w:p w:rsidR="007B2329" w:rsidRDefault="007B2329" w:rsidP="007B2329">
      <w:r>
        <w:t>485.0625</w:t>
      </w:r>
      <w:r>
        <w:tab/>
        <w:t>2.025e0</w:t>
      </w:r>
    </w:p>
    <w:p w:rsidR="007B2329" w:rsidRDefault="007B2329" w:rsidP="007B2329">
      <w:r>
        <w:t>485.0710</w:t>
      </w:r>
      <w:r>
        <w:tab/>
        <w:t>3.341e0</w:t>
      </w:r>
    </w:p>
    <w:p w:rsidR="007B2329" w:rsidRDefault="007B2329" w:rsidP="007B2329">
      <w:r>
        <w:t>485.0893</w:t>
      </w:r>
      <w:r>
        <w:tab/>
        <w:t>3.775e0</w:t>
      </w:r>
    </w:p>
    <w:p w:rsidR="007B2329" w:rsidRDefault="007B2329" w:rsidP="007B2329">
      <w:r>
        <w:t>485.0978</w:t>
      </w:r>
      <w:r>
        <w:tab/>
        <w:t>2.025e0</w:t>
      </w:r>
    </w:p>
    <w:p w:rsidR="007B2329" w:rsidRDefault="007B2329" w:rsidP="007B2329">
      <w:r>
        <w:t>485.1447</w:t>
      </w:r>
      <w:r>
        <w:tab/>
        <w:t>2.025e0</w:t>
      </w:r>
    </w:p>
    <w:p w:rsidR="007B2329" w:rsidRDefault="007B2329" w:rsidP="007B2329">
      <w:r>
        <w:t>485.1602</w:t>
      </w:r>
      <w:r>
        <w:tab/>
        <w:t>2.773e1</w:t>
      </w:r>
    </w:p>
    <w:p w:rsidR="007B2329" w:rsidRDefault="007B2329" w:rsidP="007B2329">
      <w:r>
        <w:t>485.1635</w:t>
      </w:r>
      <w:r>
        <w:tab/>
        <w:t>6.467e1</w:t>
      </w:r>
    </w:p>
    <w:p w:rsidR="007B2329" w:rsidRDefault="007B2329" w:rsidP="007B2329">
      <w:r>
        <w:t>485.1683</w:t>
      </w:r>
      <w:r>
        <w:tab/>
        <w:t>4.918e1</w:t>
      </w:r>
    </w:p>
    <w:p w:rsidR="007B2329" w:rsidRDefault="007B2329" w:rsidP="007B2329">
      <w:r>
        <w:t>485.1707</w:t>
      </w:r>
      <w:r>
        <w:tab/>
        <w:t>3.230e1</w:t>
      </w:r>
    </w:p>
    <w:p w:rsidR="007B2329" w:rsidRDefault="007B2329" w:rsidP="007B2329">
      <w:r>
        <w:t>485.1757</w:t>
      </w:r>
      <w:r>
        <w:tab/>
        <w:t>2.560e1</w:t>
      </w:r>
    </w:p>
    <w:p w:rsidR="007B2329" w:rsidRDefault="007B2329" w:rsidP="007B2329">
      <w:r>
        <w:t>485.1771</w:t>
      </w:r>
      <w:r>
        <w:tab/>
        <w:t>3.063e0</w:t>
      </w:r>
    </w:p>
    <w:p w:rsidR="007B2329" w:rsidRDefault="007B2329" w:rsidP="007B2329">
      <w:r>
        <w:t>485.1958</w:t>
      </w:r>
      <w:r>
        <w:tab/>
        <w:t>3.038e0</w:t>
      </w:r>
    </w:p>
    <w:p w:rsidR="007B2329" w:rsidRDefault="007B2329" w:rsidP="007B2329">
      <w:r>
        <w:t>485.2698</w:t>
      </w:r>
      <w:r>
        <w:tab/>
        <w:t>2.038e0</w:t>
      </w:r>
    </w:p>
    <w:p w:rsidR="007B2329" w:rsidRDefault="007B2329" w:rsidP="007B2329">
      <w:r>
        <w:lastRenderedPageBreak/>
        <w:t>485.2756</w:t>
      </w:r>
      <w:r>
        <w:tab/>
        <w:t>1.884e0</w:t>
      </w:r>
    </w:p>
    <w:p w:rsidR="007B2329" w:rsidRDefault="007B2329" w:rsidP="007B2329">
      <w:r>
        <w:t>485.2821</w:t>
      </w:r>
      <w:r>
        <w:tab/>
        <w:t>3.038e0</w:t>
      </w:r>
    </w:p>
    <w:p w:rsidR="007B2329" w:rsidRDefault="007B2329" w:rsidP="007B2329">
      <w:r>
        <w:t>485.3127</w:t>
      </w:r>
      <w:r>
        <w:tab/>
        <w:t>4.146e0</w:t>
      </w:r>
    </w:p>
    <w:p w:rsidR="007B2329" w:rsidRDefault="007B2329" w:rsidP="007B2329">
      <w:r>
        <w:t>485.3324</w:t>
      </w:r>
      <w:r>
        <w:tab/>
        <w:t>3.986e0</w:t>
      </w:r>
    </w:p>
    <w:p w:rsidR="007B2329" w:rsidRDefault="007B2329" w:rsidP="007B2329">
      <w:r>
        <w:t>485.3395</w:t>
      </w:r>
      <w:r>
        <w:tab/>
        <w:t>1.440e0</w:t>
      </w:r>
    </w:p>
    <w:p w:rsidR="007B2329" w:rsidRDefault="007B2329" w:rsidP="007B2329">
      <w:r>
        <w:t>485.3466</w:t>
      </w:r>
      <w:r>
        <w:tab/>
        <w:t>1.188e0</w:t>
      </w:r>
    </w:p>
    <w:p w:rsidR="007B2329" w:rsidRDefault="007B2329" w:rsidP="007B2329">
      <w:r>
        <w:t>485.3514</w:t>
      </w:r>
      <w:r>
        <w:tab/>
        <w:t>3.038e0</w:t>
      </w:r>
    </w:p>
    <w:p w:rsidR="007B2329" w:rsidRDefault="007B2329" w:rsidP="007B2329">
      <w:r>
        <w:t>485.3858</w:t>
      </w:r>
      <w:r>
        <w:tab/>
        <w:t>1.266e-2</w:t>
      </w:r>
    </w:p>
    <w:p w:rsidR="007B2329" w:rsidRDefault="007B2329" w:rsidP="007B2329">
      <w:r>
        <w:t>485.4063</w:t>
      </w:r>
      <w:r>
        <w:tab/>
        <w:t>3.038e0</w:t>
      </w:r>
    </w:p>
    <w:p w:rsidR="007B2329" w:rsidRDefault="007B2329" w:rsidP="007B2329">
      <w:r>
        <w:t>485.4166</w:t>
      </w:r>
      <w:r>
        <w:tab/>
        <w:t>3.038e0</w:t>
      </w:r>
    </w:p>
    <w:p w:rsidR="007B2329" w:rsidRDefault="007B2329" w:rsidP="007B2329">
      <w:r>
        <w:t>485.4578</w:t>
      </w:r>
      <w:r>
        <w:tab/>
        <w:t>2.025e0</w:t>
      </w:r>
    </w:p>
    <w:p w:rsidR="007B2329" w:rsidRDefault="007B2329" w:rsidP="007B2329">
      <w:r>
        <w:t>485.5114</w:t>
      </w:r>
      <w:r>
        <w:tab/>
        <w:t>2.025e0</w:t>
      </w:r>
    </w:p>
    <w:p w:rsidR="007B2329" w:rsidRDefault="007B2329" w:rsidP="007B2329">
      <w:r>
        <w:t>485.5134</w:t>
      </w:r>
      <w:r>
        <w:tab/>
        <w:t>2.025e0</w:t>
      </w:r>
    </w:p>
    <w:p w:rsidR="007B2329" w:rsidRDefault="007B2329" w:rsidP="007B2329">
      <w:r>
        <w:t>485.5168</w:t>
      </w:r>
      <w:r>
        <w:tab/>
        <w:t>1.013e0</w:t>
      </w:r>
    </w:p>
    <w:p w:rsidR="007B2329" w:rsidRDefault="007B2329" w:rsidP="007B2329">
      <w:r>
        <w:t>485.5199</w:t>
      </w:r>
      <w:r>
        <w:tab/>
        <w:t>1.013e0</w:t>
      </w:r>
    </w:p>
    <w:p w:rsidR="007B2329" w:rsidRDefault="007B2329" w:rsidP="007B2329">
      <w:r>
        <w:t>485.5251</w:t>
      </w:r>
      <w:r>
        <w:tab/>
        <w:t>4.051e0</w:t>
      </w:r>
    </w:p>
    <w:p w:rsidR="007B2329" w:rsidRDefault="007B2329" w:rsidP="007B2329">
      <w:r>
        <w:t>485.5705</w:t>
      </w:r>
      <w:r>
        <w:tab/>
        <w:t>1.013e0</w:t>
      </w:r>
    </w:p>
    <w:p w:rsidR="007B2329" w:rsidRDefault="007B2329" w:rsidP="007B2329">
      <w:r>
        <w:t>485.5748</w:t>
      </w:r>
      <w:r>
        <w:tab/>
        <w:t>3.038e0</w:t>
      </w:r>
    </w:p>
    <w:p w:rsidR="007B2329" w:rsidRDefault="007B2329" w:rsidP="007B2329">
      <w:r>
        <w:t>485.5789</w:t>
      </w:r>
      <w:r>
        <w:tab/>
        <w:t>1.013e0</w:t>
      </w:r>
    </w:p>
    <w:p w:rsidR="007B2329" w:rsidRDefault="007B2329" w:rsidP="007B2329">
      <w:r>
        <w:lastRenderedPageBreak/>
        <w:t>485.5915</w:t>
      </w:r>
      <w:r>
        <w:tab/>
        <w:t>5.063e0</w:t>
      </w:r>
    </w:p>
    <w:p w:rsidR="007B2329" w:rsidRDefault="007B2329" w:rsidP="007B2329">
      <w:r>
        <w:t>485.6010</w:t>
      </w:r>
      <w:r>
        <w:tab/>
        <w:t>2.025e0</w:t>
      </w:r>
    </w:p>
    <w:p w:rsidR="007B2329" w:rsidRDefault="007B2329" w:rsidP="007B2329">
      <w:r>
        <w:t>485.6259</w:t>
      </w:r>
      <w:r>
        <w:tab/>
        <w:t>3.038e0</w:t>
      </w:r>
    </w:p>
    <w:p w:rsidR="007B2329" w:rsidRDefault="007B2329" w:rsidP="007B2329">
      <w:r>
        <w:t>485.6438</w:t>
      </w:r>
      <w:r>
        <w:tab/>
        <w:t>2.025e0</w:t>
      </w:r>
    </w:p>
    <w:p w:rsidR="007B2329" w:rsidRDefault="007B2329" w:rsidP="007B2329">
      <w:r>
        <w:t>485.6694</w:t>
      </w:r>
      <w:r>
        <w:tab/>
        <w:t>1.013e0</w:t>
      </w:r>
    </w:p>
    <w:p w:rsidR="007B2329" w:rsidRDefault="007B2329" w:rsidP="007B2329">
      <w:r>
        <w:t>485.6724</w:t>
      </w:r>
      <w:r>
        <w:tab/>
        <w:t>1.013e0</w:t>
      </w:r>
    </w:p>
    <w:p w:rsidR="007B2329" w:rsidRDefault="007B2329" w:rsidP="007B2329">
      <w:r>
        <w:t>485.7093</w:t>
      </w:r>
      <w:r>
        <w:tab/>
        <w:t>1.013e0</w:t>
      </w:r>
    </w:p>
    <w:p w:rsidR="007B2329" w:rsidRDefault="007B2329" w:rsidP="007B2329">
      <w:r>
        <w:t>485.7298</w:t>
      </w:r>
      <w:r>
        <w:tab/>
        <w:t>4.051e0</w:t>
      </w:r>
    </w:p>
    <w:p w:rsidR="007B2329" w:rsidRDefault="007B2329" w:rsidP="007B2329">
      <w:r>
        <w:t>485.7395</w:t>
      </w:r>
      <w:r>
        <w:tab/>
        <w:t>2.025e0</w:t>
      </w:r>
    </w:p>
    <w:p w:rsidR="007B2329" w:rsidRDefault="007B2329" w:rsidP="007B2329">
      <w:r>
        <w:t>485.7488</w:t>
      </w:r>
      <w:r>
        <w:tab/>
        <w:t>2.025e0</w:t>
      </w:r>
    </w:p>
    <w:p w:rsidR="007B2329" w:rsidRDefault="007B2329" w:rsidP="007B2329">
      <w:r>
        <w:t>485.7563</w:t>
      </w:r>
      <w:r>
        <w:tab/>
        <w:t>1.013e0</w:t>
      </w:r>
    </w:p>
    <w:p w:rsidR="007B2329" w:rsidRDefault="007B2329" w:rsidP="007B2329">
      <w:r>
        <w:t>485.7817</w:t>
      </w:r>
      <w:r>
        <w:tab/>
        <w:t>2.025e0</w:t>
      </w:r>
    </w:p>
    <w:p w:rsidR="007B2329" w:rsidRDefault="007B2329" w:rsidP="007B2329">
      <w:r>
        <w:t>485.7962</w:t>
      </w:r>
      <w:r>
        <w:tab/>
        <w:t>2.025e0</w:t>
      </w:r>
    </w:p>
    <w:p w:rsidR="007B2329" w:rsidRDefault="007B2329" w:rsidP="007B2329">
      <w:r>
        <w:t>485.8250</w:t>
      </w:r>
      <w:r>
        <w:tab/>
        <w:t>1.013e0</w:t>
      </w:r>
    </w:p>
    <w:p w:rsidR="007B2329" w:rsidRDefault="007B2329" w:rsidP="007B2329">
      <w:r>
        <w:t>485.8328</w:t>
      </w:r>
      <w:r>
        <w:tab/>
        <w:t>7.089e0</w:t>
      </w:r>
    </w:p>
    <w:p w:rsidR="007B2329" w:rsidRDefault="007B2329" w:rsidP="007B2329">
      <w:r>
        <w:t>485.8347</w:t>
      </w:r>
      <w:r>
        <w:tab/>
        <w:t>4.051e0</w:t>
      </w:r>
    </w:p>
    <w:p w:rsidR="007B2329" w:rsidRDefault="007B2329" w:rsidP="007B2329">
      <w:r>
        <w:t>485.8406</w:t>
      </w:r>
      <w:r>
        <w:tab/>
        <w:t>1.013e0</w:t>
      </w:r>
    </w:p>
    <w:p w:rsidR="007B2329" w:rsidRDefault="007B2329" w:rsidP="007B2329">
      <w:r>
        <w:t>485.8661</w:t>
      </w:r>
      <w:r>
        <w:tab/>
        <w:t>2.025e0</w:t>
      </w:r>
    </w:p>
    <w:p w:rsidR="007B2329" w:rsidRDefault="007B2329" w:rsidP="007B2329">
      <w:r>
        <w:t>485.8723</w:t>
      </w:r>
      <w:r>
        <w:tab/>
        <w:t>2.025e0</w:t>
      </w:r>
    </w:p>
    <w:p w:rsidR="007B2329" w:rsidRDefault="007B2329" w:rsidP="007B2329">
      <w:r>
        <w:lastRenderedPageBreak/>
        <w:t>485.8740</w:t>
      </w:r>
      <w:r>
        <w:tab/>
        <w:t>2.025e0</w:t>
      </w:r>
    </w:p>
    <w:p w:rsidR="007B2329" w:rsidRDefault="007B2329" w:rsidP="007B2329">
      <w:r>
        <w:t>485.8799</w:t>
      </w:r>
      <w:r>
        <w:tab/>
        <w:t>1.013e0</w:t>
      </w:r>
    </w:p>
    <w:p w:rsidR="007B2329" w:rsidRDefault="007B2329" w:rsidP="007B2329">
      <w:r>
        <w:t>485.8914</w:t>
      </w:r>
      <w:r>
        <w:tab/>
        <w:t>1.013e0</w:t>
      </w:r>
    </w:p>
    <w:p w:rsidR="007B2329" w:rsidRDefault="007B2329" w:rsidP="007B2329">
      <w:r>
        <w:t>485.9086</w:t>
      </w:r>
      <w:r>
        <w:tab/>
        <w:t>1.013e0</w:t>
      </w:r>
    </w:p>
    <w:p w:rsidR="007B2329" w:rsidRDefault="007B2329" w:rsidP="007B2329">
      <w:r>
        <w:t>485.9500</w:t>
      </w:r>
      <w:r>
        <w:tab/>
        <w:t>5.063e0</w:t>
      </w:r>
    </w:p>
    <w:p w:rsidR="007B2329" w:rsidRDefault="007B2329" w:rsidP="007B2329">
      <w:r>
        <w:t>485.9592</w:t>
      </w:r>
      <w:r>
        <w:tab/>
        <w:t>1.013e0</w:t>
      </w:r>
    </w:p>
    <w:p w:rsidR="007B2329" w:rsidRDefault="007B2329" w:rsidP="007B2329">
      <w:r>
        <w:t>485.9675</w:t>
      </w:r>
      <w:r>
        <w:tab/>
        <w:t>1.013e0</w:t>
      </w:r>
    </w:p>
    <w:p w:rsidR="007B2329" w:rsidRDefault="007B2329" w:rsidP="007B2329">
      <w:r>
        <w:t>485.9969</w:t>
      </w:r>
      <w:r>
        <w:tab/>
        <w:t>2.025e0</w:t>
      </w:r>
    </w:p>
    <w:p w:rsidR="007B2329" w:rsidRDefault="007B2329" w:rsidP="007B2329">
      <w:r>
        <w:t>486.0268</w:t>
      </w:r>
      <w:r>
        <w:tab/>
        <w:t>1.013e0</w:t>
      </w:r>
    </w:p>
    <w:p w:rsidR="007B2329" w:rsidRDefault="007B2329" w:rsidP="007B2329">
      <w:r>
        <w:t>486.0337</w:t>
      </w:r>
      <w:r>
        <w:tab/>
        <w:t>3.038e0</w:t>
      </w:r>
    </w:p>
    <w:p w:rsidR="007B2329" w:rsidRDefault="007B2329" w:rsidP="007B2329">
      <w:r>
        <w:t>486.0437</w:t>
      </w:r>
      <w:r>
        <w:tab/>
        <w:t>1.013e0</w:t>
      </w:r>
    </w:p>
    <w:p w:rsidR="007B2329" w:rsidRDefault="007B2329" w:rsidP="007B2329">
      <w:r>
        <w:t>486.0486</w:t>
      </w:r>
      <w:r>
        <w:tab/>
        <w:t>2.025e0</w:t>
      </w:r>
    </w:p>
    <w:p w:rsidR="007B2329" w:rsidRDefault="007B2329" w:rsidP="007B2329">
      <w:r>
        <w:t>486.0508</w:t>
      </w:r>
      <w:r>
        <w:tab/>
        <w:t>1.013e0</w:t>
      </w:r>
    </w:p>
    <w:p w:rsidR="007B2329" w:rsidRDefault="007B2329" w:rsidP="007B2329">
      <w:r>
        <w:t>486.0605</w:t>
      </w:r>
      <w:r>
        <w:tab/>
        <w:t>1.013e0</w:t>
      </w:r>
    </w:p>
    <w:p w:rsidR="007B2329" w:rsidRDefault="007B2329" w:rsidP="007B2329">
      <w:r>
        <w:t>486.1031</w:t>
      </w:r>
      <w:r>
        <w:tab/>
        <w:t>4.051e0</w:t>
      </w:r>
    </w:p>
    <w:p w:rsidR="007B2329" w:rsidRDefault="007B2329" w:rsidP="007B2329">
      <w:r>
        <w:t>486.1198</w:t>
      </w:r>
      <w:r>
        <w:tab/>
        <w:t>1.013e0</w:t>
      </w:r>
    </w:p>
    <w:p w:rsidR="007B2329" w:rsidRDefault="007B2329" w:rsidP="007B2329">
      <w:r>
        <w:t>486.1521</w:t>
      </w:r>
      <w:r>
        <w:tab/>
        <w:t>7.613e0</w:t>
      </w:r>
    </w:p>
    <w:p w:rsidR="007B2329" w:rsidRDefault="007B2329" w:rsidP="007B2329">
      <w:r>
        <w:t>486.1573</w:t>
      </w:r>
      <w:r>
        <w:tab/>
        <w:t>5.432e0</w:t>
      </w:r>
    </w:p>
    <w:p w:rsidR="007B2329" w:rsidRDefault="007B2329" w:rsidP="007B2329">
      <w:r>
        <w:t>486.1588</w:t>
      </w:r>
      <w:r>
        <w:tab/>
        <w:t>5.971e0</w:t>
      </w:r>
    </w:p>
    <w:p w:rsidR="007B2329" w:rsidRDefault="007B2329" w:rsidP="007B2329">
      <w:r>
        <w:lastRenderedPageBreak/>
        <w:t>486.1604</w:t>
      </w:r>
      <w:r>
        <w:tab/>
        <w:t>1.636e1</w:t>
      </w:r>
    </w:p>
    <w:p w:rsidR="007B2329" w:rsidRDefault="007B2329" w:rsidP="007B2329">
      <w:r>
        <w:t>486.1629</w:t>
      </w:r>
      <w:r>
        <w:tab/>
        <w:t>1.200e0</w:t>
      </w:r>
    </w:p>
    <w:p w:rsidR="007B2329" w:rsidRDefault="007B2329" w:rsidP="007B2329">
      <w:r>
        <w:t>486.1714</w:t>
      </w:r>
      <w:r>
        <w:tab/>
        <w:t>2.549e0</w:t>
      </w:r>
    </w:p>
    <w:p w:rsidR="007B2329" w:rsidRDefault="007B2329" w:rsidP="007B2329">
      <w:r>
        <w:t>486.1779</w:t>
      </w:r>
      <w:r>
        <w:tab/>
        <w:t>5.063e0</w:t>
      </w:r>
    </w:p>
    <w:p w:rsidR="007B2329" w:rsidRDefault="007B2329" w:rsidP="007B2329">
      <w:r>
        <w:t>486.2323</w:t>
      </w:r>
      <w:r>
        <w:tab/>
        <w:t>2.025e0</w:t>
      </w:r>
    </w:p>
    <w:p w:rsidR="007B2329" w:rsidRDefault="007B2329" w:rsidP="007B2329">
      <w:r>
        <w:t>486.2737</w:t>
      </w:r>
      <w:r>
        <w:tab/>
        <w:t>2.025e0</w:t>
      </w:r>
    </w:p>
    <w:p w:rsidR="007B2329" w:rsidRDefault="007B2329" w:rsidP="007B2329">
      <w:r>
        <w:t>486.2827</w:t>
      </w:r>
      <w:r>
        <w:tab/>
        <w:t>1.937e0</w:t>
      </w:r>
    </w:p>
    <w:p w:rsidR="007B2329" w:rsidRDefault="007B2329" w:rsidP="007B2329">
      <w:r>
        <w:t>486.2888</w:t>
      </w:r>
      <w:r>
        <w:tab/>
        <w:t>1.173e0</w:t>
      </w:r>
    </w:p>
    <w:p w:rsidR="007B2329" w:rsidRDefault="007B2329" w:rsidP="007B2329">
      <w:r>
        <w:t>486.3150</w:t>
      </w:r>
      <w:r>
        <w:tab/>
        <w:t>1.355e0</w:t>
      </w:r>
    </w:p>
    <w:p w:rsidR="007B2329" w:rsidRDefault="007B2329" w:rsidP="007B2329">
      <w:r>
        <w:t>486.3226</w:t>
      </w:r>
      <w:r>
        <w:tab/>
        <w:t>2.025e0</w:t>
      </w:r>
    </w:p>
    <w:p w:rsidR="007B2329" w:rsidRDefault="007B2329" w:rsidP="007B2329">
      <w:r>
        <w:t>486.3378</w:t>
      </w:r>
      <w:r>
        <w:tab/>
        <w:t>3.766e0</w:t>
      </w:r>
    </w:p>
    <w:p w:rsidR="007B2329" w:rsidRDefault="007B2329" w:rsidP="007B2329">
      <w:r>
        <w:t>486.3408</w:t>
      </w:r>
      <w:r>
        <w:tab/>
        <w:t>4.761e0</w:t>
      </w:r>
    </w:p>
    <w:p w:rsidR="007B2329" w:rsidRDefault="007B2329" w:rsidP="007B2329">
      <w:r>
        <w:t>486.3571</w:t>
      </w:r>
      <w:r>
        <w:tab/>
        <w:t>2.207e0</w:t>
      </w:r>
    </w:p>
    <w:p w:rsidR="007B2329" w:rsidRDefault="007B2329" w:rsidP="007B2329">
      <w:r>
        <w:t>486.3653</w:t>
      </w:r>
      <w:r>
        <w:tab/>
        <w:t>3.038e0</w:t>
      </w:r>
    </w:p>
    <w:p w:rsidR="007B2329" w:rsidRDefault="007B2329" w:rsidP="007B2329">
      <w:r>
        <w:t>486.3779</w:t>
      </w:r>
      <w:r>
        <w:tab/>
        <w:t>2.025e0</w:t>
      </w:r>
    </w:p>
    <w:p w:rsidR="007B2329" w:rsidRDefault="007B2329" w:rsidP="007B2329">
      <w:r>
        <w:t>486.4037</w:t>
      </w:r>
      <w:r>
        <w:tab/>
        <w:t>2.025e0</w:t>
      </w:r>
    </w:p>
    <w:p w:rsidR="007B2329" w:rsidRDefault="007B2329" w:rsidP="007B2329">
      <w:r>
        <w:t>486.4227</w:t>
      </w:r>
      <w:r>
        <w:tab/>
        <w:t>3.038e0</w:t>
      </w:r>
    </w:p>
    <w:p w:rsidR="007B2329" w:rsidRDefault="007B2329" w:rsidP="007B2329">
      <w:r>
        <w:t>486.4243</w:t>
      </w:r>
      <w:r>
        <w:tab/>
        <w:t>1.013e0</w:t>
      </w:r>
    </w:p>
    <w:p w:rsidR="007B2329" w:rsidRDefault="007B2329" w:rsidP="007B2329">
      <w:r>
        <w:t>486.4375</w:t>
      </w:r>
      <w:r>
        <w:tab/>
        <w:t>2.025e0</w:t>
      </w:r>
    </w:p>
    <w:p w:rsidR="007B2329" w:rsidRDefault="007B2329" w:rsidP="007B2329">
      <w:r>
        <w:lastRenderedPageBreak/>
        <w:t>486.4617</w:t>
      </w:r>
      <w:r>
        <w:tab/>
        <w:t>1.025e0</w:t>
      </w:r>
    </w:p>
    <w:p w:rsidR="007B2329" w:rsidRDefault="007B2329" w:rsidP="007B2329">
      <w:r>
        <w:t>486.4683</w:t>
      </w:r>
      <w:r>
        <w:tab/>
        <w:t>2.025e0</w:t>
      </w:r>
    </w:p>
    <w:p w:rsidR="007B2329" w:rsidRDefault="007B2329" w:rsidP="007B2329">
      <w:r>
        <w:t>486.4750</w:t>
      </w:r>
      <w:r>
        <w:tab/>
        <w:t>1.013e0</w:t>
      </w:r>
    </w:p>
    <w:p w:rsidR="007B2329" w:rsidRDefault="007B2329" w:rsidP="007B2329">
      <w:r>
        <w:t>486.5127</w:t>
      </w:r>
      <w:r>
        <w:tab/>
        <w:t>3.038e0</w:t>
      </w:r>
    </w:p>
    <w:p w:rsidR="007B2329" w:rsidRDefault="007B2329" w:rsidP="007B2329">
      <w:r>
        <w:t>486.5175</w:t>
      </w:r>
      <w:r>
        <w:tab/>
        <w:t>1.013e0</w:t>
      </w:r>
    </w:p>
    <w:p w:rsidR="007B2329" w:rsidRDefault="007B2329" w:rsidP="007B2329">
      <w:r>
        <w:t>486.5319</w:t>
      </w:r>
      <w:r>
        <w:tab/>
        <w:t>2.878e0</w:t>
      </w:r>
    </w:p>
    <w:p w:rsidR="007B2329" w:rsidRDefault="007B2329" w:rsidP="007B2329">
      <w:r>
        <w:t>486.5399</w:t>
      </w:r>
      <w:r>
        <w:tab/>
        <w:t>3.038e0</w:t>
      </w:r>
    </w:p>
    <w:p w:rsidR="007B2329" w:rsidRDefault="007B2329" w:rsidP="007B2329">
      <w:r>
        <w:t>486.5493</w:t>
      </w:r>
      <w:r>
        <w:tab/>
        <w:t>3.038e0</w:t>
      </w:r>
    </w:p>
    <w:p w:rsidR="007B2329" w:rsidRDefault="007B2329" w:rsidP="007B2329">
      <w:r>
        <w:t>486.5542</w:t>
      </w:r>
      <w:r>
        <w:tab/>
        <w:t>3.038e0</w:t>
      </w:r>
    </w:p>
    <w:p w:rsidR="007B2329" w:rsidRDefault="007B2329" w:rsidP="007B2329">
      <w:r>
        <w:t>486.5563</w:t>
      </w:r>
      <w:r>
        <w:tab/>
        <w:t>2.025e0</w:t>
      </w:r>
    </w:p>
    <w:p w:rsidR="007B2329" w:rsidRDefault="007B2329" w:rsidP="007B2329">
      <w:r>
        <w:t>486.5886</w:t>
      </w:r>
      <w:r>
        <w:tab/>
        <w:t>3.038e0</w:t>
      </w:r>
    </w:p>
    <w:p w:rsidR="007B2329" w:rsidRDefault="007B2329" w:rsidP="007B2329">
      <w:r>
        <w:t>486.5920</w:t>
      </w:r>
      <w:r>
        <w:tab/>
        <w:t>5.063e0</w:t>
      </w:r>
    </w:p>
    <w:p w:rsidR="007B2329" w:rsidRDefault="007B2329" w:rsidP="007B2329">
      <w:r>
        <w:t>486.5969</w:t>
      </w:r>
      <w:r>
        <w:tab/>
        <w:t>2.025e0</w:t>
      </w:r>
    </w:p>
    <w:p w:rsidR="007B2329" w:rsidRDefault="007B2329" w:rsidP="007B2329">
      <w:r>
        <w:t>486.6189</w:t>
      </w:r>
      <w:r>
        <w:tab/>
        <w:t>2.025e0</w:t>
      </w:r>
    </w:p>
    <w:p w:rsidR="007B2329" w:rsidRDefault="007B2329" w:rsidP="007B2329">
      <w:r>
        <w:t>486.6406</w:t>
      </w:r>
      <w:r>
        <w:tab/>
        <w:t>2.025e0</w:t>
      </w:r>
    </w:p>
    <w:p w:rsidR="007B2329" w:rsidRDefault="007B2329" w:rsidP="007B2329">
      <w:r>
        <w:t>486.6426</w:t>
      </w:r>
      <w:r>
        <w:tab/>
        <w:t>1.013e0</w:t>
      </w:r>
    </w:p>
    <w:p w:rsidR="007B2329" w:rsidRDefault="007B2329" w:rsidP="007B2329">
      <w:r>
        <w:t>486.6527</w:t>
      </w:r>
      <w:r>
        <w:tab/>
        <w:t>2.025e0</w:t>
      </w:r>
    </w:p>
    <w:p w:rsidR="007B2329" w:rsidRDefault="007B2329" w:rsidP="007B2329">
      <w:r>
        <w:t>486.7005</w:t>
      </w:r>
      <w:r>
        <w:tab/>
        <w:t>1.013e0</w:t>
      </w:r>
    </w:p>
    <w:p w:rsidR="007B2329" w:rsidRDefault="007B2329" w:rsidP="007B2329">
      <w:r>
        <w:t>486.7115</w:t>
      </w:r>
      <w:r>
        <w:tab/>
        <w:t>4.051e0</w:t>
      </w:r>
    </w:p>
    <w:p w:rsidR="007B2329" w:rsidRDefault="007B2329" w:rsidP="007B2329">
      <w:r>
        <w:lastRenderedPageBreak/>
        <w:t>486.7262</w:t>
      </w:r>
      <w:r>
        <w:tab/>
        <w:t>2.025e0</w:t>
      </w:r>
    </w:p>
    <w:p w:rsidR="007B2329" w:rsidRDefault="007B2329" w:rsidP="007B2329">
      <w:r>
        <w:t>486.7288</w:t>
      </w:r>
      <w:r>
        <w:tab/>
        <w:t>2.025e0</w:t>
      </w:r>
    </w:p>
    <w:p w:rsidR="007B2329" w:rsidRDefault="007B2329" w:rsidP="007B2329">
      <w:r>
        <w:t>486.7863</w:t>
      </w:r>
      <w:r>
        <w:tab/>
        <w:t>5.063e0</w:t>
      </w:r>
    </w:p>
    <w:p w:rsidR="007B2329" w:rsidRDefault="007B2329" w:rsidP="007B2329">
      <w:r>
        <w:t>486.7891</w:t>
      </w:r>
      <w:r>
        <w:tab/>
        <w:t>2.025e0</w:t>
      </w:r>
    </w:p>
    <w:p w:rsidR="007B2329" w:rsidRDefault="007B2329" w:rsidP="007B2329">
      <w:r>
        <w:t>486.7924</w:t>
      </w:r>
      <w:r>
        <w:tab/>
        <w:t>2.025e0</w:t>
      </w:r>
    </w:p>
    <w:p w:rsidR="007B2329" w:rsidRDefault="007B2329" w:rsidP="007B2329">
      <w:r>
        <w:t>486.7983</w:t>
      </w:r>
      <w:r>
        <w:tab/>
        <w:t>1.013e0</w:t>
      </w:r>
    </w:p>
    <w:p w:rsidR="007B2329" w:rsidRDefault="007B2329" w:rsidP="007B2329">
      <w:r>
        <w:t>486.8051</w:t>
      </w:r>
      <w:r>
        <w:tab/>
        <w:t>1.013e0</w:t>
      </w:r>
    </w:p>
    <w:p w:rsidR="007B2329" w:rsidRDefault="007B2329" w:rsidP="007B2329">
      <w:r>
        <w:t>486.8169</w:t>
      </w:r>
      <w:r>
        <w:tab/>
        <w:t>1.013e0</w:t>
      </w:r>
    </w:p>
    <w:p w:rsidR="007B2329" w:rsidRDefault="007B2329" w:rsidP="007B2329">
      <w:r>
        <w:t>486.8219</w:t>
      </w:r>
      <w:r>
        <w:tab/>
        <w:t>1.013e0</w:t>
      </w:r>
    </w:p>
    <w:p w:rsidR="007B2329" w:rsidRDefault="007B2329" w:rsidP="007B2329">
      <w:r>
        <w:t>486.8544</w:t>
      </w:r>
      <w:r>
        <w:tab/>
        <w:t>4.051e0</w:t>
      </w:r>
    </w:p>
    <w:p w:rsidR="007B2329" w:rsidRDefault="007B2329" w:rsidP="007B2329">
      <w:r>
        <w:t>486.8822</w:t>
      </w:r>
      <w:r>
        <w:tab/>
        <w:t>2.025e0</w:t>
      </w:r>
    </w:p>
    <w:p w:rsidR="007B2329" w:rsidRDefault="007B2329" w:rsidP="007B2329">
      <w:r>
        <w:t>486.9066</w:t>
      </w:r>
      <w:r>
        <w:tab/>
        <w:t>1.013e0</w:t>
      </w:r>
    </w:p>
    <w:p w:rsidR="007B2329" w:rsidRDefault="007B2329" w:rsidP="007B2329">
      <w:r>
        <w:t>486.9263</w:t>
      </w:r>
      <w:r>
        <w:tab/>
        <w:t>5.063e0</w:t>
      </w:r>
    </w:p>
    <w:p w:rsidR="007B2329" w:rsidRDefault="007B2329" w:rsidP="007B2329">
      <w:r>
        <w:t>486.9280</w:t>
      </w:r>
      <w:r>
        <w:tab/>
        <w:t>2.025e0</w:t>
      </w:r>
    </w:p>
    <w:p w:rsidR="007B2329" w:rsidRDefault="007B2329" w:rsidP="007B2329">
      <w:r>
        <w:t>486.9413</w:t>
      </w:r>
      <w:r>
        <w:tab/>
        <w:t>3.038e0</w:t>
      </w:r>
    </w:p>
    <w:p w:rsidR="007B2329" w:rsidRDefault="007B2329" w:rsidP="007B2329">
      <w:r>
        <w:t>486.9913</w:t>
      </w:r>
      <w:r>
        <w:tab/>
        <w:t>1.013e0</w:t>
      </w:r>
    </w:p>
    <w:p w:rsidR="007B2329" w:rsidRDefault="007B2329" w:rsidP="007B2329">
      <w:r>
        <w:t>487.0057</w:t>
      </w:r>
      <w:r>
        <w:tab/>
        <w:t>1.013e0</w:t>
      </w:r>
    </w:p>
    <w:p w:rsidR="007B2329" w:rsidRDefault="007B2329" w:rsidP="007B2329">
      <w:r>
        <w:t>487.0088</w:t>
      </w:r>
      <w:r>
        <w:tab/>
        <w:t>1.013e0</w:t>
      </w:r>
    </w:p>
    <w:p w:rsidR="007B2329" w:rsidRDefault="007B2329" w:rsidP="007B2329">
      <w:r>
        <w:t>487.0166</w:t>
      </w:r>
      <w:r>
        <w:tab/>
        <w:t>2.025e0</w:t>
      </w:r>
    </w:p>
    <w:p w:rsidR="007B2329" w:rsidRDefault="007B2329" w:rsidP="007B2329">
      <w:r>
        <w:lastRenderedPageBreak/>
        <w:t>487.0273</w:t>
      </w:r>
      <w:r>
        <w:tab/>
        <w:t>1.013e0</w:t>
      </w:r>
    </w:p>
    <w:p w:rsidR="007B2329" w:rsidRDefault="007B2329" w:rsidP="007B2329">
      <w:r>
        <w:t>487.0456</w:t>
      </w:r>
      <w:r>
        <w:tab/>
        <w:t>1.013e0</w:t>
      </w:r>
    </w:p>
    <w:p w:rsidR="007B2329" w:rsidRDefault="007B2329" w:rsidP="007B2329">
      <w:r>
        <w:t>487.0930</w:t>
      </w:r>
      <w:r>
        <w:tab/>
        <w:t>1.013e0</w:t>
      </w:r>
    </w:p>
    <w:p w:rsidR="007B2329" w:rsidRDefault="007B2329" w:rsidP="007B2329">
      <w:r>
        <w:t>487.0961</w:t>
      </w:r>
      <w:r>
        <w:tab/>
        <w:t>3.038e0</w:t>
      </w:r>
    </w:p>
    <w:p w:rsidR="007B2329" w:rsidRDefault="007B2329" w:rsidP="007B2329">
      <w:r>
        <w:t>487.1035</w:t>
      </w:r>
      <w:r>
        <w:tab/>
        <w:t>1.013e0</w:t>
      </w:r>
    </w:p>
    <w:p w:rsidR="007B2329" w:rsidRDefault="007B2329" w:rsidP="007B2329">
      <w:r>
        <w:t>487.1269</w:t>
      </w:r>
      <w:r>
        <w:tab/>
        <w:t>5.063e0</w:t>
      </w:r>
    </w:p>
    <w:p w:rsidR="007B2329" w:rsidRDefault="007B2329" w:rsidP="007B2329">
      <w:r>
        <w:t>487.1318</w:t>
      </w:r>
      <w:r>
        <w:tab/>
        <w:t>7.583e0</w:t>
      </w:r>
    </w:p>
    <w:p w:rsidR="007B2329" w:rsidRDefault="007B2329" w:rsidP="007B2329">
      <w:r>
        <w:t>487.1385</w:t>
      </w:r>
      <w:r>
        <w:tab/>
        <w:t>3.038e0</w:t>
      </w:r>
    </w:p>
    <w:p w:rsidR="007B2329" w:rsidRDefault="007B2329" w:rsidP="007B2329">
      <w:r>
        <w:t>487.1427</w:t>
      </w:r>
      <w:r>
        <w:tab/>
        <w:t>1.055e1</w:t>
      </w:r>
    </w:p>
    <w:p w:rsidR="007B2329" w:rsidRDefault="007B2329" w:rsidP="007B2329">
      <w:r>
        <w:t>487.1552</w:t>
      </w:r>
      <w:r>
        <w:tab/>
        <w:t>7.088e0</w:t>
      </w:r>
    </w:p>
    <w:p w:rsidR="007B2329" w:rsidRDefault="007B2329" w:rsidP="007B2329">
      <w:r>
        <w:t>487.1601</w:t>
      </w:r>
      <w:r>
        <w:tab/>
        <w:t>9.659e0</w:t>
      </w:r>
    </w:p>
    <w:p w:rsidR="007B2329" w:rsidRDefault="007B2329" w:rsidP="007B2329">
      <w:r>
        <w:t>487.1648</w:t>
      </w:r>
      <w:r>
        <w:tab/>
        <w:t>5.160e0</w:t>
      </w:r>
    </w:p>
    <w:p w:rsidR="007B2329" w:rsidRDefault="007B2329" w:rsidP="007B2329">
      <w:r>
        <w:t>487.2307</w:t>
      </w:r>
      <w:r>
        <w:tab/>
        <w:t>2.025e0</w:t>
      </w:r>
    </w:p>
    <w:p w:rsidR="007B2329" w:rsidRDefault="007B2329" w:rsidP="007B2329">
      <w:r>
        <w:t>487.2563</w:t>
      </w:r>
      <w:r>
        <w:tab/>
        <w:t>1.266e-2</w:t>
      </w:r>
    </w:p>
    <w:p w:rsidR="007B2329" w:rsidRDefault="007B2329" w:rsidP="007B2329">
      <w:r>
        <w:t>487.2740</w:t>
      </w:r>
      <w:r>
        <w:tab/>
        <w:t>1.014e0</w:t>
      </w:r>
    </w:p>
    <w:p w:rsidR="007B2329" w:rsidRDefault="007B2329" w:rsidP="007B2329">
      <w:r>
        <w:t>487.3042</w:t>
      </w:r>
      <w:r>
        <w:tab/>
        <w:t>2.508e0</w:t>
      </w:r>
    </w:p>
    <w:p w:rsidR="007B2329" w:rsidRDefault="007B2329" w:rsidP="007B2329">
      <w:r>
        <w:t>487.3369</w:t>
      </w:r>
      <w:r>
        <w:tab/>
        <w:t>2.860e0</w:t>
      </w:r>
    </w:p>
    <w:p w:rsidR="007B2329" w:rsidRDefault="007B2329" w:rsidP="007B2329">
      <w:r>
        <w:t>487.3470</w:t>
      </w:r>
      <w:r>
        <w:tab/>
        <w:t>1.013e0</w:t>
      </w:r>
    </w:p>
    <w:p w:rsidR="007B2329" w:rsidRDefault="007B2329" w:rsidP="007B2329">
      <w:r>
        <w:t>487.3507</w:t>
      </w:r>
      <w:r>
        <w:tab/>
        <w:t>2.240e0</w:t>
      </w:r>
    </w:p>
    <w:p w:rsidR="007B2329" w:rsidRDefault="007B2329" w:rsidP="007B2329">
      <w:r>
        <w:lastRenderedPageBreak/>
        <w:t>487.3640</w:t>
      </w:r>
      <w:r>
        <w:tab/>
        <w:t>1.013e0</w:t>
      </w:r>
    </w:p>
    <w:p w:rsidR="007B2329" w:rsidRDefault="007B2329" w:rsidP="007B2329">
      <w:r>
        <w:t>487.3715</w:t>
      </w:r>
      <w:r>
        <w:tab/>
        <w:t>9.114e0</w:t>
      </w:r>
    </w:p>
    <w:p w:rsidR="007B2329" w:rsidRDefault="007B2329" w:rsidP="007B2329">
      <w:r>
        <w:t>487.3742</w:t>
      </w:r>
      <w:r>
        <w:tab/>
        <w:t>2.445e0</w:t>
      </w:r>
    </w:p>
    <w:p w:rsidR="007B2329" w:rsidRDefault="007B2329" w:rsidP="007B2329">
      <w:r>
        <w:t>487.3802</w:t>
      </w:r>
      <w:r>
        <w:tab/>
        <w:t>6.007e0</w:t>
      </w:r>
    </w:p>
    <w:p w:rsidR="007B2329" w:rsidRDefault="007B2329" w:rsidP="007B2329">
      <w:r>
        <w:t>487.3850</w:t>
      </w:r>
      <w:r>
        <w:tab/>
        <w:t>3.873e0</w:t>
      </w:r>
    </w:p>
    <w:p w:rsidR="007B2329" w:rsidRDefault="007B2329" w:rsidP="007B2329">
      <w:r>
        <w:t>487.4149</w:t>
      </w:r>
      <w:r>
        <w:tab/>
        <w:t>3.038e0</w:t>
      </w:r>
    </w:p>
    <w:p w:rsidR="007B2329" w:rsidRDefault="007B2329" w:rsidP="007B2329">
      <w:r>
        <w:t>487.4317</w:t>
      </w:r>
      <w:r>
        <w:tab/>
        <w:t>4.051e0</w:t>
      </w:r>
    </w:p>
    <w:p w:rsidR="007B2329" w:rsidRDefault="007B2329" w:rsidP="007B2329">
      <w:r>
        <w:t>487.4385</w:t>
      </w:r>
      <w:r>
        <w:tab/>
        <w:t>2.025e0</w:t>
      </w:r>
    </w:p>
    <w:p w:rsidR="007B2329" w:rsidRDefault="007B2329" w:rsidP="007B2329">
      <w:r>
        <w:t>487.4441</w:t>
      </w:r>
      <w:r>
        <w:tab/>
        <w:t>2.025e0</w:t>
      </w:r>
    </w:p>
    <w:p w:rsidR="007B2329" w:rsidRDefault="007B2329" w:rsidP="007B2329">
      <w:r>
        <w:t>487.4784</w:t>
      </w:r>
      <w:r>
        <w:tab/>
        <w:t>3.038e0</w:t>
      </w:r>
    </w:p>
    <w:p w:rsidR="007B2329" w:rsidRDefault="007B2329" w:rsidP="007B2329">
      <w:r>
        <w:t>487.4912</w:t>
      </w:r>
      <w:r>
        <w:tab/>
        <w:t>1.013e0</w:t>
      </w:r>
    </w:p>
    <w:p w:rsidR="007B2329" w:rsidRDefault="007B2329" w:rsidP="007B2329">
      <w:r>
        <w:t>487.5003</w:t>
      </w:r>
      <w:r>
        <w:tab/>
        <w:t>3.038e0</w:t>
      </w:r>
    </w:p>
    <w:p w:rsidR="007B2329" w:rsidRDefault="007B2329" w:rsidP="007B2329">
      <w:r>
        <w:t>487.5042</w:t>
      </w:r>
      <w:r>
        <w:tab/>
        <w:t>2.025e0</w:t>
      </w:r>
    </w:p>
    <w:p w:rsidR="007B2329" w:rsidRDefault="007B2329" w:rsidP="007B2329">
      <w:r>
        <w:t>487.5123</w:t>
      </w:r>
      <w:r>
        <w:tab/>
        <w:t>2.025e0</w:t>
      </w:r>
    </w:p>
    <w:p w:rsidR="007B2329" w:rsidRDefault="007B2329" w:rsidP="007B2329">
      <w:r>
        <w:t>487.5211</w:t>
      </w:r>
      <w:r>
        <w:tab/>
        <w:t>3.038e0</w:t>
      </w:r>
    </w:p>
    <w:p w:rsidR="007B2329" w:rsidRDefault="007B2329" w:rsidP="007B2329">
      <w:r>
        <w:t>487.5505</w:t>
      </w:r>
      <w:r>
        <w:tab/>
        <w:t>2.025e0</w:t>
      </w:r>
    </w:p>
    <w:p w:rsidR="007B2329" w:rsidRDefault="007B2329" w:rsidP="007B2329">
      <w:r>
        <w:t>487.5581</w:t>
      </w:r>
      <w:r>
        <w:tab/>
        <w:t>1.013e0</w:t>
      </w:r>
    </w:p>
    <w:p w:rsidR="007B2329" w:rsidRDefault="007B2329" w:rsidP="007B2329">
      <w:r>
        <w:t>487.5611</w:t>
      </w:r>
      <w:r>
        <w:tab/>
        <w:t>1.013e0</w:t>
      </w:r>
    </w:p>
    <w:p w:rsidR="007B2329" w:rsidRDefault="007B2329" w:rsidP="007B2329">
      <w:r>
        <w:t>487.5652</w:t>
      </w:r>
      <w:r>
        <w:tab/>
        <w:t>2.025e0</w:t>
      </w:r>
    </w:p>
    <w:p w:rsidR="007B2329" w:rsidRDefault="007B2329" w:rsidP="007B2329">
      <w:r>
        <w:lastRenderedPageBreak/>
        <w:t>487.5976</w:t>
      </w:r>
      <w:r>
        <w:tab/>
        <w:t>1.013e0</w:t>
      </w:r>
    </w:p>
    <w:p w:rsidR="007B2329" w:rsidRDefault="007B2329" w:rsidP="007B2329">
      <w:r>
        <w:t>487.6159</w:t>
      </w:r>
      <w:r>
        <w:tab/>
        <w:t>1.013e0</w:t>
      </w:r>
    </w:p>
    <w:p w:rsidR="007B2329" w:rsidRDefault="007B2329" w:rsidP="007B2329">
      <w:r>
        <w:t>487.6184</w:t>
      </w:r>
      <w:r>
        <w:tab/>
        <w:t>2.025e0</w:t>
      </w:r>
    </w:p>
    <w:p w:rsidR="007B2329" w:rsidRDefault="007B2329" w:rsidP="007B2329">
      <w:r>
        <w:t>487.6307</w:t>
      </w:r>
      <w:r>
        <w:tab/>
        <w:t>4.051e0</w:t>
      </w:r>
    </w:p>
    <w:p w:rsidR="007B2329" w:rsidRDefault="007B2329" w:rsidP="007B2329">
      <w:r>
        <w:t>487.6522</w:t>
      </w:r>
      <w:r>
        <w:tab/>
        <w:t>1.013e0</w:t>
      </w:r>
    </w:p>
    <w:p w:rsidR="007B2329" w:rsidRDefault="007B2329" w:rsidP="007B2329">
      <w:r>
        <w:t>487.6742</w:t>
      </w:r>
      <w:r>
        <w:tab/>
        <w:t>4.051e0</w:t>
      </w:r>
    </w:p>
    <w:p w:rsidR="007B2329" w:rsidRDefault="007B2329" w:rsidP="007B2329">
      <w:r>
        <w:t>487.6861</w:t>
      </w:r>
      <w:r>
        <w:tab/>
        <w:t>2.025e0</w:t>
      </w:r>
    </w:p>
    <w:p w:rsidR="007B2329" w:rsidRDefault="007B2329" w:rsidP="007B2329">
      <w:r>
        <w:t>487.6923</w:t>
      </w:r>
      <w:r>
        <w:tab/>
        <w:t>2.025e0</w:t>
      </w:r>
    </w:p>
    <w:p w:rsidR="007B2329" w:rsidRDefault="007B2329" w:rsidP="007B2329">
      <w:r>
        <w:t>487.7325</w:t>
      </w:r>
      <w:r>
        <w:tab/>
        <w:t>3.038e0</w:t>
      </w:r>
    </w:p>
    <w:p w:rsidR="007B2329" w:rsidRDefault="007B2329" w:rsidP="007B2329">
      <w:r>
        <w:t>487.7456</w:t>
      </w:r>
      <w:r>
        <w:tab/>
        <w:t>1.013e0</w:t>
      </w:r>
    </w:p>
    <w:p w:rsidR="007B2329" w:rsidRDefault="007B2329" w:rsidP="007B2329">
      <w:r>
        <w:t>487.7572</w:t>
      </w:r>
      <w:r>
        <w:tab/>
        <w:t>3.038e0</w:t>
      </w:r>
    </w:p>
    <w:p w:rsidR="007B2329" w:rsidRDefault="007B2329" w:rsidP="007B2329">
      <w:r>
        <w:t>487.7716</w:t>
      </w:r>
      <w:r>
        <w:tab/>
        <w:t>1.266e-2</w:t>
      </w:r>
    </w:p>
    <w:p w:rsidR="007B2329" w:rsidRDefault="007B2329" w:rsidP="007B2329">
      <w:r>
        <w:t>487.8000</w:t>
      </w:r>
      <w:r>
        <w:tab/>
        <w:t>4.051e0</w:t>
      </w:r>
    </w:p>
    <w:p w:rsidR="007B2329" w:rsidRDefault="007B2329" w:rsidP="007B2329">
      <w:r>
        <w:t>487.8389</w:t>
      </w:r>
      <w:r>
        <w:tab/>
        <w:t>1.013e0</w:t>
      </w:r>
    </w:p>
    <w:p w:rsidR="007B2329" w:rsidRDefault="007B2329" w:rsidP="007B2329">
      <w:r>
        <w:t>487.8450</w:t>
      </w:r>
      <w:r>
        <w:tab/>
        <w:t>2.025e0</w:t>
      </w:r>
    </w:p>
    <w:p w:rsidR="007B2329" w:rsidRDefault="007B2329" w:rsidP="007B2329">
      <w:r>
        <w:t>487.8505</w:t>
      </w:r>
      <w:r>
        <w:tab/>
        <w:t>2.025e0</w:t>
      </w:r>
    </w:p>
    <w:p w:rsidR="007B2329" w:rsidRDefault="007B2329" w:rsidP="007B2329">
      <w:r>
        <w:t>487.8728</w:t>
      </w:r>
      <w:r>
        <w:tab/>
        <w:t>1.013e0</w:t>
      </w:r>
    </w:p>
    <w:p w:rsidR="007B2329" w:rsidRDefault="007B2329" w:rsidP="007B2329">
      <w:r>
        <w:t>487.8846</w:t>
      </w:r>
      <w:r>
        <w:tab/>
        <w:t>1.266e-2</w:t>
      </w:r>
    </w:p>
    <w:p w:rsidR="007B2329" w:rsidRDefault="007B2329" w:rsidP="007B2329">
      <w:r>
        <w:t>487.8983</w:t>
      </w:r>
      <w:r>
        <w:tab/>
        <w:t>1.013e0</w:t>
      </w:r>
    </w:p>
    <w:p w:rsidR="007B2329" w:rsidRDefault="007B2329" w:rsidP="007B2329">
      <w:r>
        <w:lastRenderedPageBreak/>
        <w:t>487.9010</w:t>
      </w:r>
      <w:r>
        <w:tab/>
        <w:t>3.038e0</w:t>
      </w:r>
    </w:p>
    <w:p w:rsidR="007B2329" w:rsidRDefault="007B2329" w:rsidP="007B2329">
      <w:r>
        <w:t>487.9241</w:t>
      </w:r>
      <w:r>
        <w:tab/>
        <w:t>1.013e0</w:t>
      </w:r>
    </w:p>
    <w:p w:rsidR="007B2329" w:rsidRDefault="007B2329" w:rsidP="007B2329">
      <w:r>
        <w:t>487.9576</w:t>
      </w:r>
      <w:r>
        <w:tab/>
        <w:t>1.013e0</w:t>
      </w:r>
    </w:p>
    <w:p w:rsidR="007B2329" w:rsidRDefault="007B2329" w:rsidP="007B2329">
      <w:r>
        <w:t>487.9771</w:t>
      </w:r>
      <w:r>
        <w:tab/>
        <w:t>1.038e0</w:t>
      </w:r>
    </w:p>
    <w:p w:rsidR="007B2329" w:rsidRDefault="007B2329" w:rsidP="007B2329">
      <w:r>
        <w:t>487.9791</w:t>
      </w:r>
      <w:r>
        <w:tab/>
        <w:t>1.013e0</w:t>
      </w:r>
    </w:p>
    <w:p w:rsidR="007B2329" w:rsidRDefault="007B2329" w:rsidP="007B2329">
      <w:r>
        <w:t>487.9831</w:t>
      </w:r>
      <w:r>
        <w:tab/>
        <w:t>1.013e0</w:t>
      </w:r>
    </w:p>
    <w:p w:rsidR="007B2329" w:rsidRDefault="007B2329" w:rsidP="007B2329">
      <w:r>
        <w:t>488.0003</w:t>
      </w:r>
      <w:r>
        <w:tab/>
        <w:t>1.013e0</w:t>
      </w:r>
    </w:p>
    <w:p w:rsidR="007B2329" w:rsidRDefault="007B2329" w:rsidP="007B2329">
      <w:r>
        <w:t>488.0178</w:t>
      </w:r>
      <w:r>
        <w:tab/>
        <w:t>3.038e0</w:t>
      </w:r>
    </w:p>
    <w:p w:rsidR="007B2329" w:rsidRDefault="007B2329" w:rsidP="007B2329">
      <w:r>
        <w:t>488.0377</w:t>
      </w:r>
      <w:r>
        <w:tab/>
        <w:t>3.038e0</w:t>
      </w:r>
    </w:p>
    <w:p w:rsidR="007B2329" w:rsidRDefault="007B2329" w:rsidP="007B2329">
      <w:r>
        <w:t>488.0594</w:t>
      </w:r>
      <w:r>
        <w:tab/>
        <w:t>1.013e0</w:t>
      </w:r>
    </w:p>
    <w:p w:rsidR="007B2329" w:rsidRDefault="007B2329" w:rsidP="007B2329">
      <w:r>
        <w:t>488.0803</w:t>
      </w:r>
      <w:r>
        <w:tab/>
        <w:t>1.025e0</w:t>
      </w:r>
    </w:p>
    <w:p w:rsidR="007B2329" w:rsidRDefault="007B2329" w:rsidP="007B2329">
      <w:r>
        <w:t>488.1178</w:t>
      </w:r>
      <w:r>
        <w:tab/>
        <w:t>3.612e0</w:t>
      </w:r>
    </w:p>
    <w:p w:rsidR="007B2329" w:rsidRDefault="007B2329" w:rsidP="007B2329">
      <w:r>
        <w:t>488.1210</w:t>
      </w:r>
      <w:r>
        <w:tab/>
        <w:t>4.713e-1</w:t>
      </w:r>
    </w:p>
    <w:p w:rsidR="007B2329" w:rsidRDefault="007B2329" w:rsidP="007B2329">
      <w:r>
        <w:t>488.1283</w:t>
      </w:r>
      <w:r>
        <w:tab/>
        <w:t>1.079e0</w:t>
      </w:r>
    </w:p>
    <w:p w:rsidR="007B2329" w:rsidRDefault="007B2329" w:rsidP="007B2329">
      <w:r>
        <w:t>488.1316</w:t>
      </w:r>
      <w:r>
        <w:tab/>
        <w:t>2.025e0</w:t>
      </w:r>
    </w:p>
    <w:p w:rsidR="007B2329" w:rsidRDefault="007B2329" w:rsidP="007B2329">
      <w:r>
        <w:t>488.2463</w:t>
      </w:r>
      <w:r>
        <w:tab/>
        <w:t>2.025e0</w:t>
      </w:r>
    </w:p>
    <w:p w:rsidR="007B2329" w:rsidRDefault="007B2329" w:rsidP="007B2329">
      <w:r>
        <w:t>488.2872</w:t>
      </w:r>
      <w:r>
        <w:tab/>
        <w:t>1.405e0</w:t>
      </w:r>
    </w:p>
    <w:p w:rsidR="007B2329" w:rsidRDefault="007B2329" w:rsidP="007B2329">
      <w:r>
        <w:t>488.3048</w:t>
      </w:r>
      <w:r>
        <w:tab/>
        <w:t>3.038e0</w:t>
      </w:r>
    </w:p>
    <w:p w:rsidR="007B2329" w:rsidRDefault="007B2329" w:rsidP="007B2329">
      <w:r>
        <w:t>488.3091</w:t>
      </w:r>
      <w:r>
        <w:tab/>
        <w:t>1.722e0</w:t>
      </w:r>
    </w:p>
    <w:p w:rsidR="007B2329" w:rsidRDefault="007B2329" w:rsidP="007B2329">
      <w:r>
        <w:lastRenderedPageBreak/>
        <w:t>488.3413</w:t>
      </w:r>
      <w:r>
        <w:tab/>
        <w:t>2.111e0</w:t>
      </w:r>
    </w:p>
    <w:p w:rsidR="007B2329" w:rsidRDefault="007B2329" w:rsidP="007B2329">
      <w:r>
        <w:t>488.3446</w:t>
      </w:r>
      <w:r>
        <w:tab/>
        <w:t>1.212e0</w:t>
      </w:r>
    </w:p>
    <w:p w:rsidR="007B2329" w:rsidRDefault="007B2329" w:rsidP="007B2329">
      <w:r>
        <w:t>488.3655</w:t>
      </w:r>
      <w:r>
        <w:tab/>
        <w:t>4.051e0</w:t>
      </w:r>
    </w:p>
    <w:p w:rsidR="007B2329" w:rsidRDefault="007B2329" w:rsidP="007B2329">
      <w:r>
        <w:t>488.4024</w:t>
      </w:r>
      <w:r>
        <w:tab/>
        <w:t>1.025e0</w:t>
      </w:r>
    </w:p>
    <w:p w:rsidR="007B2329" w:rsidRDefault="007B2329" w:rsidP="007B2329">
      <w:r>
        <w:t>488.4034</w:t>
      </w:r>
      <w:r>
        <w:tab/>
        <w:t>3.587e0</w:t>
      </w:r>
    </w:p>
    <w:p w:rsidR="007B2329" w:rsidRDefault="007B2329" w:rsidP="007B2329">
      <w:r>
        <w:t>488.4261</w:t>
      </w:r>
      <w:r>
        <w:tab/>
        <w:t>2.025e0</w:t>
      </w:r>
    </w:p>
    <w:p w:rsidR="007B2329" w:rsidRDefault="007B2329" w:rsidP="007B2329">
      <w:r>
        <w:t>488.4500</w:t>
      </w:r>
      <w:r>
        <w:tab/>
        <w:t>1.013e0</w:t>
      </w:r>
    </w:p>
    <w:p w:rsidR="007B2329" w:rsidRDefault="007B2329" w:rsidP="007B2329">
      <w:r>
        <w:t>488.4583</w:t>
      </w:r>
      <w:r>
        <w:tab/>
        <w:t>1.013e0</w:t>
      </w:r>
    </w:p>
    <w:p w:rsidR="007B2329" w:rsidRDefault="007B2329" w:rsidP="007B2329">
      <w:r>
        <w:t>488.4839</w:t>
      </w:r>
      <w:r>
        <w:tab/>
        <w:t>1.013e0</w:t>
      </w:r>
    </w:p>
    <w:p w:rsidR="007B2329" w:rsidRDefault="007B2329" w:rsidP="007B2329">
      <w:r>
        <w:t>488.4987</w:t>
      </w:r>
      <w:r>
        <w:tab/>
        <w:t>2.025e0</w:t>
      </w:r>
    </w:p>
    <w:p w:rsidR="007B2329" w:rsidRDefault="007B2329" w:rsidP="007B2329">
      <w:r>
        <w:t>488.5433</w:t>
      </w:r>
      <w:r>
        <w:tab/>
        <w:t>3.038e0</w:t>
      </w:r>
    </w:p>
    <w:p w:rsidR="007B2329" w:rsidRDefault="007B2329" w:rsidP="007B2329">
      <w:r>
        <w:t>488.5757</w:t>
      </w:r>
      <w:r>
        <w:tab/>
        <w:t>3.038e0</w:t>
      </w:r>
    </w:p>
    <w:p w:rsidR="007B2329" w:rsidRDefault="007B2329" w:rsidP="007B2329">
      <w:r>
        <w:t>488.5773</w:t>
      </w:r>
      <w:r>
        <w:tab/>
        <w:t>1.013e0</w:t>
      </w:r>
    </w:p>
    <w:p w:rsidR="007B2329" w:rsidRDefault="007B2329" w:rsidP="007B2329">
      <w:r>
        <w:t>488.5858</w:t>
      </w:r>
      <w:r>
        <w:tab/>
        <w:t>1.013e0</w:t>
      </w:r>
    </w:p>
    <w:p w:rsidR="007B2329" w:rsidRDefault="007B2329" w:rsidP="007B2329">
      <w:r>
        <w:t>488.5943</w:t>
      </w:r>
      <w:r>
        <w:tab/>
        <w:t>3.038e0</w:t>
      </w:r>
    </w:p>
    <w:p w:rsidR="007B2329" w:rsidRDefault="007B2329" w:rsidP="007B2329">
      <w:r>
        <w:t>488.6077</w:t>
      </w:r>
      <w:r>
        <w:tab/>
        <w:t>1.013e0</w:t>
      </w:r>
    </w:p>
    <w:p w:rsidR="007B2329" w:rsidRDefault="007B2329" w:rsidP="007B2329">
      <w:r>
        <w:t>488.6443</w:t>
      </w:r>
      <w:r>
        <w:tab/>
        <w:t>1.013e0</w:t>
      </w:r>
    </w:p>
    <w:p w:rsidR="007B2329" w:rsidRDefault="007B2329" w:rsidP="007B2329">
      <w:r>
        <w:t>488.6538</w:t>
      </w:r>
      <w:r>
        <w:tab/>
        <w:t>1.013e0</w:t>
      </w:r>
    </w:p>
    <w:p w:rsidR="007B2329" w:rsidRDefault="007B2329" w:rsidP="007B2329">
      <w:r>
        <w:t>488.6878</w:t>
      </w:r>
      <w:r>
        <w:tab/>
        <w:t>1.013e0</w:t>
      </w:r>
    </w:p>
    <w:p w:rsidR="007B2329" w:rsidRDefault="007B2329" w:rsidP="007B2329">
      <w:r>
        <w:lastRenderedPageBreak/>
        <w:t>488.6910</w:t>
      </w:r>
      <w:r>
        <w:tab/>
        <w:t>2.025e0</w:t>
      </w:r>
    </w:p>
    <w:p w:rsidR="007B2329" w:rsidRDefault="007B2329" w:rsidP="007B2329">
      <w:r>
        <w:t>488.7023</w:t>
      </w:r>
      <w:r>
        <w:tab/>
        <w:t>2.025e0</w:t>
      </w:r>
    </w:p>
    <w:p w:rsidR="007B2329" w:rsidRDefault="007B2329" w:rsidP="007B2329">
      <w:r>
        <w:t>488.7052</w:t>
      </w:r>
      <w:r>
        <w:tab/>
        <w:t>1.013e0</w:t>
      </w:r>
    </w:p>
    <w:p w:rsidR="007B2329" w:rsidRDefault="007B2329" w:rsidP="007B2329">
      <w:r>
        <w:t>488.7133</w:t>
      </w:r>
      <w:r>
        <w:tab/>
        <w:t>1.013e0</w:t>
      </w:r>
    </w:p>
    <w:p w:rsidR="007B2329" w:rsidRDefault="007B2329" w:rsidP="007B2329">
      <w:r>
        <w:t>488.7257</w:t>
      </w:r>
      <w:r>
        <w:tab/>
        <w:t>3.038e0</w:t>
      </w:r>
    </w:p>
    <w:p w:rsidR="007B2329" w:rsidRDefault="007B2329" w:rsidP="007B2329">
      <w:r>
        <w:t>488.7387</w:t>
      </w:r>
      <w:r>
        <w:tab/>
        <w:t>1.013e0</w:t>
      </w:r>
    </w:p>
    <w:p w:rsidR="007B2329" w:rsidRDefault="007B2329" w:rsidP="007B2329">
      <w:r>
        <w:t>488.7422</w:t>
      </w:r>
      <w:r>
        <w:tab/>
        <w:t>1.013e0</w:t>
      </w:r>
    </w:p>
    <w:p w:rsidR="007B2329" w:rsidRDefault="007B2329" w:rsidP="007B2329">
      <w:r>
        <w:t>488.7472</w:t>
      </w:r>
      <w:r>
        <w:tab/>
        <w:t>2.025e0</w:t>
      </w:r>
    </w:p>
    <w:p w:rsidR="007B2329" w:rsidRDefault="007B2329" w:rsidP="007B2329">
      <w:r>
        <w:t>488.7603</w:t>
      </w:r>
      <w:r>
        <w:tab/>
        <w:t>1.013e0</w:t>
      </w:r>
    </w:p>
    <w:p w:rsidR="007B2329" w:rsidRDefault="007B2329" w:rsidP="007B2329">
      <w:r>
        <w:t>488.7795</w:t>
      </w:r>
      <w:r>
        <w:tab/>
        <w:t>2.025e0</w:t>
      </w:r>
    </w:p>
    <w:p w:rsidR="007B2329" w:rsidRDefault="007B2329" w:rsidP="007B2329">
      <w:r>
        <w:t>488.7885</w:t>
      </w:r>
      <w:r>
        <w:tab/>
        <w:t>3.038e0</w:t>
      </w:r>
    </w:p>
    <w:p w:rsidR="007B2329" w:rsidRDefault="007B2329" w:rsidP="007B2329">
      <w:r>
        <w:t>488.8121</w:t>
      </w:r>
      <w:r>
        <w:tab/>
        <w:t>3.038e0</w:t>
      </w:r>
    </w:p>
    <w:p w:rsidR="007B2329" w:rsidRDefault="007B2329" w:rsidP="007B2329">
      <w:r>
        <w:t>488.8322</w:t>
      </w:r>
      <w:r>
        <w:tab/>
        <w:t>1.013e0</w:t>
      </w:r>
    </w:p>
    <w:p w:rsidR="007B2329" w:rsidRDefault="007B2329" w:rsidP="007B2329">
      <w:r>
        <w:t>488.8732</w:t>
      </w:r>
      <w:r>
        <w:tab/>
        <w:t>1.013e0</w:t>
      </w:r>
    </w:p>
    <w:p w:rsidR="007B2329" w:rsidRDefault="007B2329" w:rsidP="007B2329">
      <w:r>
        <w:t>488.8831</w:t>
      </w:r>
      <w:r>
        <w:tab/>
        <w:t>1.013e0</w:t>
      </w:r>
    </w:p>
    <w:p w:rsidR="007B2329" w:rsidRDefault="007B2329" w:rsidP="007B2329">
      <w:r>
        <w:t>488.8955</w:t>
      </w:r>
      <w:r>
        <w:tab/>
        <w:t>3.038e0</w:t>
      </w:r>
    </w:p>
    <w:p w:rsidR="007B2329" w:rsidRDefault="007B2329" w:rsidP="007B2329">
      <w:r>
        <w:t>488.9217</w:t>
      </w:r>
      <w:r>
        <w:tab/>
        <w:t>3.038e0</w:t>
      </w:r>
    </w:p>
    <w:p w:rsidR="007B2329" w:rsidRDefault="007B2329" w:rsidP="007B2329">
      <w:r>
        <w:t>488.9258</w:t>
      </w:r>
      <w:r>
        <w:tab/>
        <w:t>1.013e0</w:t>
      </w:r>
    </w:p>
    <w:p w:rsidR="007B2329" w:rsidRDefault="007B2329" w:rsidP="007B2329">
      <w:r>
        <w:t>488.9303</w:t>
      </w:r>
      <w:r>
        <w:tab/>
        <w:t>2.025e0</w:t>
      </w:r>
    </w:p>
    <w:p w:rsidR="007B2329" w:rsidRDefault="007B2329" w:rsidP="007B2329">
      <w:r>
        <w:lastRenderedPageBreak/>
        <w:t>488.9569</w:t>
      </w:r>
      <w:r>
        <w:tab/>
        <w:t>2.025e0</w:t>
      </w:r>
    </w:p>
    <w:p w:rsidR="007B2329" w:rsidRDefault="007B2329" w:rsidP="007B2329">
      <w:r>
        <w:t>488.9642</w:t>
      </w:r>
      <w:r>
        <w:tab/>
        <w:t>3.038e0</w:t>
      </w:r>
    </w:p>
    <w:p w:rsidR="007B2329" w:rsidRDefault="007B2329" w:rsidP="007B2329">
      <w:r>
        <w:t>488.9709</w:t>
      </w:r>
      <w:r>
        <w:tab/>
        <w:t>1.013e0</w:t>
      </w:r>
    </w:p>
    <w:p w:rsidR="007B2329" w:rsidRDefault="007B2329" w:rsidP="007B2329">
      <w:r>
        <w:t>489.0073</w:t>
      </w:r>
      <w:r>
        <w:tab/>
        <w:t>1.013e0</w:t>
      </w:r>
    </w:p>
    <w:p w:rsidR="007B2329" w:rsidRDefault="007B2329" w:rsidP="007B2329">
      <w:r>
        <w:t>489.0194</w:t>
      </w:r>
      <w:r>
        <w:tab/>
        <w:t>1.013e0</w:t>
      </w:r>
    </w:p>
    <w:p w:rsidR="007B2329" w:rsidRDefault="007B2329" w:rsidP="007B2329">
      <w:r>
        <w:t>489.0239</w:t>
      </w:r>
      <w:r>
        <w:tab/>
        <w:t>2.025e0</w:t>
      </w:r>
    </w:p>
    <w:p w:rsidR="007B2329" w:rsidRDefault="007B2329" w:rsidP="007B2329">
      <w:r>
        <w:t>489.0276</w:t>
      </w:r>
      <w:r>
        <w:tab/>
        <w:t>2.025e0</w:t>
      </w:r>
    </w:p>
    <w:p w:rsidR="007B2329" w:rsidRDefault="007B2329" w:rsidP="007B2329">
      <w:r>
        <w:t>489.0635</w:t>
      </w:r>
      <w:r>
        <w:tab/>
        <w:t>3.005e0</w:t>
      </w:r>
    </w:p>
    <w:p w:rsidR="007B2329" w:rsidRDefault="007B2329" w:rsidP="007B2329">
      <w:r>
        <w:t>489.0706</w:t>
      </w:r>
      <w:r>
        <w:tab/>
        <w:t>3.030e0</w:t>
      </w:r>
    </w:p>
    <w:p w:rsidR="007B2329" w:rsidRDefault="007B2329" w:rsidP="007B2329">
      <w:r>
        <w:t>489.0872</w:t>
      </w:r>
      <w:r>
        <w:tab/>
        <w:t>1.013e0</w:t>
      </w:r>
    </w:p>
    <w:p w:rsidR="007B2329" w:rsidRDefault="007B2329" w:rsidP="007B2329">
      <w:r>
        <w:t>489.1003</w:t>
      </w:r>
      <w:r>
        <w:tab/>
        <w:t>1.342e0</w:t>
      </w:r>
    </w:p>
    <w:p w:rsidR="007B2329" w:rsidRDefault="007B2329" w:rsidP="007B2329">
      <w:r>
        <w:t>489.1237</w:t>
      </w:r>
      <w:r>
        <w:tab/>
        <w:t>1.013e0</w:t>
      </w:r>
    </w:p>
    <w:p w:rsidR="007B2329" w:rsidRDefault="007B2329" w:rsidP="007B2329">
      <w:r>
        <w:t>489.1349</w:t>
      </w:r>
      <w:r>
        <w:tab/>
        <w:t>1.942e0</w:t>
      </w:r>
    </w:p>
    <w:p w:rsidR="007B2329" w:rsidRDefault="007B2329" w:rsidP="007B2329">
      <w:r>
        <w:t>489.1565</w:t>
      </w:r>
      <w:r>
        <w:tab/>
        <w:t>1.458e0</w:t>
      </w:r>
    </w:p>
    <w:p w:rsidR="007B2329" w:rsidRDefault="007B2329" w:rsidP="007B2329">
      <w:r>
        <w:t>489.1813</w:t>
      </w:r>
      <w:r>
        <w:tab/>
        <w:t>1.013e0</w:t>
      </w:r>
    </w:p>
    <w:p w:rsidR="007B2329" w:rsidRDefault="007B2329" w:rsidP="007B2329">
      <w:r>
        <w:t>489.2000</w:t>
      </w:r>
      <w:r>
        <w:tab/>
        <w:t>1.266e-2</w:t>
      </w:r>
    </w:p>
    <w:p w:rsidR="007B2329" w:rsidRDefault="007B2329" w:rsidP="007B2329">
      <w:r>
        <w:t>489.2377</w:t>
      </w:r>
      <w:r>
        <w:tab/>
        <w:t>3.072e0</w:t>
      </w:r>
    </w:p>
    <w:p w:rsidR="007B2329" w:rsidRDefault="007B2329" w:rsidP="007B2329">
      <w:r>
        <w:t>489.2596</w:t>
      </w:r>
      <w:r>
        <w:tab/>
        <w:t>2.532e-2</w:t>
      </w:r>
    </w:p>
    <w:p w:rsidR="007B2329" w:rsidRDefault="007B2329" w:rsidP="007B2329">
      <w:r>
        <w:t>489.2680</w:t>
      </w:r>
      <w:r>
        <w:tab/>
        <w:t>7.438e0</w:t>
      </w:r>
    </w:p>
    <w:p w:rsidR="007B2329" w:rsidRDefault="007B2329" w:rsidP="007B2329">
      <w:r>
        <w:lastRenderedPageBreak/>
        <w:t>489.2791</w:t>
      </w:r>
      <w:r>
        <w:tab/>
        <w:t>6.155e0</w:t>
      </w:r>
    </w:p>
    <w:p w:rsidR="007B2329" w:rsidRDefault="007B2329" w:rsidP="007B2329">
      <w:r>
        <w:t>489.2886</w:t>
      </w:r>
      <w:r>
        <w:tab/>
        <w:t>1.785e1</w:t>
      </w:r>
    </w:p>
    <w:p w:rsidR="007B2329" w:rsidRDefault="007B2329" w:rsidP="007B2329">
      <w:r>
        <w:t>489.2932</w:t>
      </w:r>
      <w:r>
        <w:tab/>
        <w:t>3.687e1</w:t>
      </w:r>
    </w:p>
    <w:p w:rsidR="007B2329" w:rsidRDefault="007B2329" w:rsidP="007B2329">
      <w:r>
        <w:t>489.2979</w:t>
      </w:r>
      <w:r>
        <w:tab/>
        <w:t>3.289e1</w:t>
      </w:r>
    </w:p>
    <w:p w:rsidR="007B2329" w:rsidRDefault="007B2329" w:rsidP="007B2329">
      <w:r>
        <w:t>489.2993</w:t>
      </w:r>
      <w:r>
        <w:tab/>
        <w:t>1.775e1</w:t>
      </w:r>
    </w:p>
    <w:p w:rsidR="007B2329" w:rsidRDefault="007B2329" w:rsidP="007B2329">
      <w:r>
        <w:t>489.3069</w:t>
      </w:r>
      <w:r>
        <w:tab/>
        <w:t>5.149e0</w:t>
      </w:r>
    </w:p>
    <w:p w:rsidR="007B2329" w:rsidRDefault="007B2329" w:rsidP="007B2329">
      <w:r>
        <w:t>489.3185</w:t>
      </w:r>
      <w:r>
        <w:tab/>
        <w:t>7.442e0</w:t>
      </w:r>
    </w:p>
    <w:p w:rsidR="007B2329" w:rsidRDefault="007B2329" w:rsidP="007B2329">
      <w:r>
        <w:t>489.3466</w:t>
      </w:r>
      <w:r>
        <w:tab/>
        <w:t>3.126e0</w:t>
      </w:r>
    </w:p>
    <w:p w:rsidR="007B2329" w:rsidRDefault="007B2329" w:rsidP="007B2329">
      <w:r>
        <w:t>489.3735</w:t>
      </w:r>
      <w:r>
        <w:tab/>
        <w:t>3.038e0</w:t>
      </w:r>
    </w:p>
    <w:p w:rsidR="007B2329" w:rsidRDefault="007B2329" w:rsidP="007B2329">
      <w:r>
        <w:t>489.3820</w:t>
      </w:r>
      <w:r>
        <w:tab/>
        <w:t>1.907e0</w:t>
      </w:r>
    </w:p>
    <w:p w:rsidR="007B2329" w:rsidRDefault="007B2329" w:rsidP="007B2329">
      <w:r>
        <w:t>489.3952</w:t>
      </w:r>
      <w:r>
        <w:tab/>
        <w:t>2.025e0</w:t>
      </w:r>
    </w:p>
    <w:p w:rsidR="007B2329" w:rsidRDefault="007B2329" w:rsidP="007B2329">
      <w:r>
        <w:t>489.4019</w:t>
      </w:r>
      <w:r>
        <w:tab/>
        <w:t>2.025e0</w:t>
      </w:r>
    </w:p>
    <w:p w:rsidR="007B2329" w:rsidRDefault="007B2329" w:rsidP="007B2329">
      <w:r>
        <w:t>489.4330</w:t>
      </w:r>
      <w:r>
        <w:tab/>
        <w:t>2.025e0</w:t>
      </w:r>
    </w:p>
    <w:p w:rsidR="007B2329" w:rsidRDefault="007B2329" w:rsidP="007B2329">
      <w:r>
        <w:t>489.4359</w:t>
      </w:r>
      <w:r>
        <w:tab/>
        <w:t>1.013e0</w:t>
      </w:r>
    </w:p>
    <w:p w:rsidR="007B2329" w:rsidRDefault="007B2329" w:rsidP="007B2329">
      <w:r>
        <w:t>489.4485</w:t>
      </w:r>
      <w:r>
        <w:tab/>
        <w:t>2.025e0</w:t>
      </w:r>
    </w:p>
    <w:p w:rsidR="007B2329" w:rsidRDefault="007B2329" w:rsidP="007B2329">
      <w:r>
        <w:t>489.4506</w:t>
      </w:r>
      <w:r>
        <w:tab/>
        <w:t>6.076e0</w:t>
      </w:r>
    </w:p>
    <w:p w:rsidR="007B2329" w:rsidRDefault="007B2329" w:rsidP="007B2329">
      <w:r>
        <w:t>489.4530</w:t>
      </w:r>
      <w:r>
        <w:tab/>
        <w:t>1.013e0</w:t>
      </w:r>
    </w:p>
    <w:p w:rsidR="007B2329" w:rsidRDefault="007B2329" w:rsidP="007B2329">
      <w:r>
        <w:t>489.4834</w:t>
      </w:r>
      <w:r>
        <w:tab/>
        <w:t>1.013e0</w:t>
      </w:r>
    </w:p>
    <w:p w:rsidR="007B2329" w:rsidRDefault="007B2329" w:rsidP="007B2329">
      <w:r>
        <w:t>489.5125</w:t>
      </w:r>
      <w:r>
        <w:tab/>
        <w:t>2.025e0</w:t>
      </w:r>
    </w:p>
    <w:p w:rsidR="007B2329" w:rsidRDefault="007B2329" w:rsidP="007B2329">
      <w:r>
        <w:lastRenderedPageBreak/>
        <w:t>489.5636</w:t>
      </w:r>
      <w:r>
        <w:tab/>
        <w:t>2.025e0</w:t>
      </w:r>
    </w:p>
    <w:p w:rsidR="007B2329" w:rsidRDefault="007B2329" w:rsidP="007B2329">
      <w:r>
        <w:t>489.5702</w:t>
      </w:r>
      <w:r>
        <w:tab/>
        <w:t>4.051e0</w:t>
      </w:r>
    </w:p>
    <w:p w:rsidR="007B2329" w:rsidRDefault="007B2329" w:rsidP="007B2329">
      <w:r>
        <w:t>489.5781</w:t>
      </w:r>
      <w:r>
        <w:tab/>
        <w:t>1.013e0</w:t>
      </w:r>
    </w:p>
    <w:p w:rsidR="007B2329" w:rsidRDefault="007B2329" w:rsidP="007B2329">
      <w:r>
        <w:t>489.6305</w:t>
      </w:r>
      <w:r>
        <w:tab/>
        <w:t>3.038e0</w:t>
      </w:r>
    </w:p>
    <w:p w:rsidR="007B2329" w:rsidRDefault="007B2329" w:rsidP="007B2329">
      <w:r>
        <w:t>489.6317</w:t>
      </w:r>
      <w:r>
        <w:tab/>
        <w:t>1.013e0</w:t>
      </w:r>
    </w:p>
    <w:p w:rsidR="007B2329" w:rsidRDefault="007B2329" w:rsidP="007B2329">
      <w:r>
        <w:t>489.6487</w:t>
      </w:r>
      <w:r>
        <w:tab/>
        <w:t>1.013e0</w:t>
      </w:r>
    </w:p>
    <w:p w:rsidR="007B2329" w:rsidRDefault="007B2329" w:rsidP="007B2329">
      <w:r>
        <w:t>489.6770</w:t>
      </w:r>
      <w:r>
        <w:tab/>
        <w:t>2.025e0</w:t>
      </w:r>
    </w:p>
    <w:p w:rsidR="007B2329" w:rsidRDefault="007B2329" w:rsidP="007B2329">
      <w:r>
        <w:t>489.6800</w:t>
      </w:r>
      <w:r>
        <w:tab/>
        <w:t>2.025e0</w:t>
      </w:r>
    </w:p>
    <w:p w:rsidR="007B2329" w:rsidRDefault="007B2329" w:rsidP="007B2329">
      <w:r>
        <w:t>489.6826</w:t>
      </w:r>
      <w:r>
        <w:tab/>
        <w:t>1.013e0</w:t>
      </w:r>
    </w:p>
    <w:p w:rsidR="007B2329" w:rsidRDefault="007B2329" w:rsidP="007B2329">
      <w:r>
        <w:t>489.6913</w:t>
      </w:r>
      <w:r>
        <w:tab/>
        <w:t>1.013e0</w:t>
      </w:r>
    </w:p>
    <w:p w:rsidR="007B2329" w:rsidRDefault="007B2329" w:rsidP="007B2329">
      <w:r>
        <w:t>489.7206</w:t>
      </w:r>
      <w:r>
        <w:tab/>
        <w:t>4.245e0</w:t>
      </w:r>
    </w:p>
    <w:p w:rsidR="007B2329" w:rsidRDefault="007B2329" w:rsidP="007B2329">
      <w:r>
        <w:t>489.7255</w:t>
      </w:r>
      <w:r>
        <w:tab/>
        <w:t>2.025e0</w:t>
      </w:r>
    </w:p>
    <w:p w:rsidR="007B2329" w:rsidRDefault="007B2329" w:rsidP="007B2329">
      <w:r>
        <w:t>489.7338</w:t>
      </w:r>
      <w:r>
        <w:tab/>
        <w:t>2.025e0</w:t>
      </w:r>
    </w:p>
    <w:p w:rsidR="007B2329" w:rsidRDefault="007B2329" w:rsidP="007B2329">
      <w:r>
        <w:t>489.7422</w:t>
      </w:r>
      <w:r>
        <w:tab/>
        <w:t>1.013e0</w:t>
      </w:r>
    </w:p>
    <w:p w:rsidR="007B2329" w:rsidRDefault="007B2329" w:rsidP="007B2329">
      <w:r>
        <w:t>489.7490</w:t>
      </w:r>
      <w:r>
        <w:tab/>
        <w:t>1.013e0</w:t>
      </w:r>
    </w:p>
    <w:p w:rsidR="007B2329" w:rsidRDefault="007B2329" w:rsidP="007B2329">
      <w:r>
        <w:t>489.7521</w:t>
      </w:r>
      <w:r>
        <w:tab/>
        <w:t>1.013e0</w:t>
      </w:r>
    </w:p>
    <w:p w:rsidR="007B2329" w:rsidRDefault="007B2329" w:rsidP="007B2329">
      <w:r>
        <w:t>489.7674</w:t>
      </w:r>
      <w:r>
        <w:tab/>
        <w:t>1.013e0</w:t>
      </w:r>
    </w:p>
    <w:p w:rsidR="007B2329" w:rsidRDefault="007B2329" w:rsidP="007B2329">
      <w:r>
        <w:t>489.7954</w:t>
      </w:r>
      <w:r>
        <w:tab/>
        <w:t>3.038e0</w:t>
      </w:r>
    </w:p>
    <w:p w:rsidR="007B2329" w:rsidRDefault="007B2329" w:rsidP="007B2329">
      <w:r>
        <w:t>489.8019</w:t>
      </w:r>
      <w:r>
        <w:tab/>
        <w:t>1.013e0</w:t>
      </w:r>
    </w:p>
    <w:p w:rsidR="007B2329" w:rsidRDefault="007B2329" w:rsidP="007B2329">
      <w:r>
        <w:lastRenderedPageBreak/>
        <w:t>489.8105</w:t>
      </w:r>
      <w:r>
        <w:tab/>
        <w:t>1.013e0</w:t>
      </w:r>
    </w:p>
    <w:p w:rsidR="007B2329" w:rsidRDefault="007B2329" w:rsidP="007B2329">
      <w:r>
        <w:t>489.8152</w:t>
      </w:r>
      <w:r>
        <w:tab/>
        <w:t>3.038e0</w:t>
      </w:r>
    </w:p>
    <w:p w:rsidR="007B2329" w:rsidRDefault="007B2329" w:rsidP="007B2329">
      <w:r>
        <w:t>489.8188</w:t>
      </w:r>
      <w:r>
        <w:tab/>
        <w:t>1.013e0</w:t>
      </w:r>
    </w:p>
    <w:p w:rsidR="007B2329" w:rsidRDefault="007B2329" w:rsidP="007B2329">
      <w:r>
        <w:t>489.8254</w:t>
      </w:r>
      <w:r>
        <w:tab/>
        <w:t>1.013e0</w:t>
      </w:r>
    </w:p>
    <w:p w:rsidR="007B2329" w:rsidRDefault="007B2329" w:rsidP="007B2329">
      <w:r>
        <w:t>489.8477</w:t>
      </w:r>
      <w:r>
        <w:tab/>
        <w:t>2.025e0</w:t>
      </w:r>
    </w:p>
    <w:p w:rsidR="007B2329" w:rsidRDefault="007B2329" w:rsidP="007B2329">
      <w:r>
        <w:t>489.8529</w:t>
      </w:r>
      <w:r>
        <w:tab/>
        <w:t>1.013e0</w:t>
      </w:r>
    </w:p>
    <w:p w:rsidR="007B2329" w:rsidRDefault="007B2329" w:rsidP="007B2329">
      <w:r>
        <w:t>489.8625</w:t>
      </w:r>
      <w:r>
        <w:tab/>
        <w:t>2.025e0</w:t>
      </w:r>
    </w:p>
    <w:p w:rsidR="007B2329" w:rsidRDefault="007B2329" w:rsidP="007B2329">
      <w:r>
        <w:t>489.8745</w:t>
      </w:r>
      <w:r>
        <w:tab/>
        <w:t>2.025e0</w:t>
      </w:r>
    </w:p>
    <w:p w:rsidR="007B2329" w:rsidRDefault="007B2329" w:rsidP="007B2329">
      <w:r>
        <w:t>489.8833</w:t>
      </w:r>
      <w:r>
        <w:tab/>
        <w:t>1.013e0</w:t>
      </w:r>
    </w:p>
    <w:p w:rsidR="007B2329" w:rsidRDefault="007B2329" w:rsidP="007B2329">
      <w:r>
        <w:t>489.9045</w:t>
      </w:r>
      <w:r>
        <w:tab/>
        <w:t>1.025e0</w:t>
      </w:r>
    </w:p>
    <w:p w:rsidR="007B2329" w:rsidRDefault="007B2329" w:rsidP="007B2329">
      <w:r>
        <w:t>489.9154</w:t>
      </w:r>
      <w:r>
        <w:tab/>
        <w:t>2.122e0</w:t>
      </w:r>
    </w:p>
    <w:p w:rsidR="007B2329" w:rsidRDefault="007B2329" w:rsidP="007B2329">
      <w:r>
        <w:t>489.9467</w:t>
      </w:r>
      <w:r>
        <w:tab/>
        <w:t>2.025e0</w:t>
      </w:r>
    </w:p>
    <w:p w:rsidR="007B2329" w:rsidRDefault="007B2329" w:rsidP="007B2329">
      <w:r>
        <w:t>489.9483</w:t>
      </w:r>
      <w:r>
        <w:tab/>
        <w:t>3.038e0</w:t>
      </w:r>
    </w:p>
    <w:p w:rsidR="007B2329" w:rsidRDefault="007B2329" w:rsidP="007B2329">
      <w:r>
        <w:t>489.9565</w:t>
      </w:r>
      <w:r>
        <w:tab/>
        <w:t>1.025e0</w:t>
      </w:r>
    </w:p>
    <w:p w:rsidR="007B2329" w:rsidRDefault="007B2329" w:rsidP="007B2329">
      <w:r>
        <w:t>489.9595</w:t>
      </w:r>
      <w:r>
        <w:tab/>
        <w:t>1.013e0</w:t>
      </w:r>
    </w:p>
    <w:p w:rsidR="007B2329" w:rsidRDefault="007B2329" w:rsidP="007B2329">
      <w:r>
        <w:t>489.9779</w:t>
      </w:r>
      <w:r>
        <w:tab/>
        <w:t>1.013e0</w:t>
      </w:r>
    </w:p>
    <w:p w:rsidR="007B2329" w:rsidRDefault="007B2329" w:rsidP="007B2329">
      <w:r>
        <w:t>489.9899</w:t>
      </w:r>
      <w:r>
        <w:tab/>
        <w:t>2.094e0</w:t>
      </w:r>
    </w:p>
    <w:p w:rsidR="007B2329" w:rsidRDefault="007B2329" w:rsidP="007B2329">
      <w:r>
        <w:t>490.0035</w:t>
      </w:r>
      <w:r>
        <w:tab/>
        <w:t>2.025e0</w:t>
      </w:r>
    </w:p>
    <w:p w:rsidR="007B2329" w:rsidRDefault="007B2329" w:rsidP="007B2329">
      <w:r>
        <w:t>490.0178</w:t>
      </w:r>
      <w:r>
        <w:tab/>
        <w:t>1.013e0</w:t>
      </w:r>
    </w:p>
    <w:p w:rsidR="007B2329" w:rsidRDefault="007B2329" w:rsidP="007B2329">
      <w:r>
        <w:lastRenderedPageBreak/>
        <w:t>490.0330</w:t>
      </w:r>
      <w:r>
        <w:tab/>
        <w:t>2.025e0</w:t>
      </w:r>
    </w:p>
    <w:p w:rsidR="007B2329" w:rsidRDefault="007B2329" w:rsidP="007B2329">
      <w:r>
        <w:t>490.0381</w:t>
      </w:r>
      <w:r>
        <w:tab/>
        <w:t>3.038e0</w:t>
      </w:r>
    </w:p>
    <w:p w:rsidR="007B2329" w:rsidRDefault="007B2329" w:rsidP="007B2329">
      <w:r>
        <w:t>490.0633</w:t>
      </w:r>
      <w:r>
        <w:tab/>
        <w:t>2.025e0</w:t>
      </w:r>
    </w:p>
    <w:p w:rsidR="007B2329" w:rsidRDefault="007B2329" w:rsidP="007B2329">
      <w:r>
        <w:t>490.0756</w:t>
      </w:r>
      <w:r>
        <w:tab/>
        <w:t>1.013e0</w:t>
      </w:r>
    </w:p>
    <w:p w:rsidR="007B2329" w:rsidRDefault="007B2329" w:rsidP="007B2329">
      <w:r>
        <w:t>490.0829</w:t>
      </w:r>
      <w:r>
        <w:tab/>
        <w:t>1.013e0</w:t>
      </w:r>
    </w:p>
    <w:p w:rsidR="007B2329" w:rsidRDefault="007B2329" w:rsidP="007B2329">
      <w:r>
        <w:t>490.0910</w:t>
      </w:r>
      <w:r>
        <w:tab/>
        <w:t>1.013e0</w:t>
      </w:r>
    </w:p>
    <w:p w:rsidR="007B2329" w:rsidRDefault="007B2329" w:rsidP="007B2329">
      <w:r>
        <w:t>490.1733</w:t>
      </w:r>
      <w:r>
        <w:tab/>
        <w:t>2.038e0</w:t>
      </w:r>
    </w:p>
    <w:p w:rsidR="007B2329" w:rsidRDefault="007B2329" w:rsidP="007B2329">
      <w:r>
        <w:t>490.1888</w:t>
      </w:r>
      <w:r>
        <w:tab/>
        <w:t>4.309e0</w:t>
      </w:r>
    </w:p>
    <w:p w:rsidR="007B2329" w:rsidRDefault="007B2329" w:rsidP="007B2329">
      <w:r>
        <w:t>490.2276</w:t>
      </w:r>
      <w:r>
        <w:tab/>
        <w:t>2.005e1</w:t>
      </w:r>
    </w:p>
    <w:p w:rsidR="007B2329" w:rsidRDefault="007B2329" w:rsidP="007B2329">
      <w:r>
        <w:t>490.2290</w:t>
      </w:r>
      <w:r>
        <w:tab/>
        <w:t>2.491e0</w:t>
      </w:r>
    </w:p>
    <w:p w:rsidR="007B2329" w:rsidRDefault="007B2329" w:rsidP="007B2329">
      <w:r>
        <w:t>490.2316</w:t>
      </w:r>
      <w:r>
        <w:tab/>
        <w:t>1.421e1</w:t>
      </w:r>
    </w:p>
    <w:p w:rsidR="007B2329" w:rsidRDefault="007B2329" w:rsidP="007B2329">
      <w:r>
        <w:t>490.2470</w:t>
      </w:r>
      <w:r>
        <w:tab/>
        <w:t>1.609e1</w:t>
      </w:r>
    </w:p>
    <w:p w:rsidR="007B2329" w:rsidRDefault="007B2329" w:rsidP="007B2329">
      <w:r>
        <w:t>490.2482</w:t>
      </w:r>
      <w:r>
        <w:tab/>
        <w:t>1.507e1</w:t>
      </w:r>
    </w:p>
    <w:p w:rsidR="007B2329" w:rsidRDefault="007B2329" w:rsidP="007B2329">
      <w:r>
        <w:t>490.2495</w:t>
      </w:r>
      <w:r>
        <w:tab/>
        <w:t>2.025e0</w:t>
      </w:r>
    </w:p>
    <w:p w:rsidR="007B2329" w:rsidRDefault="007B2329" w:rsidP="007B2329">
      <w:r>
        <w:t>490.2703</w:t>
      </w:r>
      <w:r>
        <w:tab/>
        <w:t>1.013e0</w:t>
      </w:r>
    </w:p>
    <w:p w:rsidR="007B2329" w:rsidRDefault="007B2329" w:rsidP="007B2329">
      <w:r>
        <w:t>490.2803</w:t>
      </w:r>
      <w:r>
        <w:tab/>
        <w:t>1.012e1</w:t>
      </w:r>
    </w:p>
    <w:p w:rsidR="007B2329" w:rsidRDefault="007B2329" w:rsidP="007B2329">
      <w:r>
        <w:t>490.2815</w:t>
      </w:r>
      <w:r>
        <w:tab/>
        <w:t>2.117e1</w:t>
      </w:r>
    </w:p>
    <w:p w:rsidR="007B2329" w:rsidRDefault="007B2329" w:rsidP="007B2329">
      <w:r>
        <w:t>490.2860</w:t>
      </w:r>
      <w:r>
        <w:tab/>
        <w:t>8.822e0</w:t>
      </w:r>
    </w:p>
    <w:p w:rsidR="007B2329" w:rsidRDefault="007B2329" w:rsidP="007B2329">
      <w:r>
        <w:t>490.2944</w:t>
      </w:r>
      <w:r>
        <w:tab/>
        <w:t>1.757e1</w:t>
      </w:r>
    </w:p>
    <w:p w:rsidR="007B2329" w:rsidRDefault="007B2329" w:rsidP="007B2329">
      <w:r>
        <w:lastRenderedPageBreak/>
        <w:t>490.2960</w:t>
      </w:r>
      <w:r>
        <w:tab/>
        <w:t>6.204e0</w:t>
      </w:r>
    </w:p>
    <w:p w:rsidR="007B2329" w:rsidRDefault="007B2329" w:rsidP="007B2329">
      <w:r>
        <w:t>490.3215</w:t>
      </w:r>
      <w:r>
        <w:tab/>
        <w:t>4.750e0</w:t>
      </w:r>
    </w:p>
    <w:p w:rsidR="007B2329" w:rsidRDefault="007B2329" w:rsidP="007B2329">
      <w:r>
        <w:t>490.3300</w:t>
      </w:r>
      <w:r>
        <w:tab/>
        <w:t>1.013e0</w:t>
      </w:r>
    </w:p>
    <w:p w:rsidR="007B2329" w:rsidRDefault="007B2329" w:rsidP="007B2329">
      <w:r>
        <w:t>490.3404</w:t>
      </w:r>
      <w:r>
        <w:tab/>
        <w:t>7.826e0</w:t>
      </w:r>
    </w:p>
    <w:p w:rsidR="007B2329" w:rsidRDefault="007B2329" w:rsidP="007B2329">
      <w:r>
        <w:t>490.3578</w:t>
      </w:r>
      <w:r>
        <w:tab/>
        <w:t>3.038e0</w:t>
      </w:r>
    </w:p>
    <w:p w:rsidR="007B2329" w:rsidRDefault="007B2329" w:rsidP="007B2329">
      <w:r>
        <w:t>490.3596</w:t>
      </w:r>
      <w:r>
        <w:tab/>
        <w:t>1.013e0</w:t>
      </w:r>
    </w:p>
    <w:p w:rsidR="007B2329" w:rsidRDefault="007B2329" w:rsidP="007B2329">
      <w:r>
        <w:t>490.3817</w:t>
      </w:r>
      <w:r>
        <w:tab/>
        <w:t>6.076e0</w:t>
      </w:r>
    </w:p>
    <w:p w:rsidR="007B2329" w:rsidRDefault="007B2329" w:rsidP="007B2329">
      <w:r>
        <w:t>490.3971</w:t>
      </w:r>
      <w:r>
        <w:tab/>
        <w:t>2.503e0</w:t>
      </w:r>
    </w:p>
    <w:p w:rsidR="007B2329" w:rsidRDefault="007B2329" w:rsidP="007B2329">
      <w:r>
        <w:t>490.3990</w:t>
      </w:r>
      <w:r>
        <w:tab/>
        <w:t>1.013e0</w:t>
      </w:r>
    </w:p>
    <w:p w:rsidR="007B2329" w:rsidRDefault="007B2329" w:rsidP="007B2329">
      <w:r>
        <w:t>490.4027</w:t>
      </w:r>
      <w:r>
        <w:tab/>
        <w:t>3.038e0</w:t>
      </w:r>
    </w:p>
    <w:p w:rsidR="007B2329" w:rsidRDefault="007B2329" w:rsidP="007B2329">
      <w:r>
        <w:t>490.4540</w:t>
      </w:r>
      <w:r>
        <w:tab/>
        <w:t>1.013e0</w:t>
      </w:r>
    </w:p>
    <w:p w:rsidR="007B2329" w:rsidRDefault="007B2329" w:rsidP="007B2329">
      <w:r>
        <w:t>490.4648</w:t>
      </w:r>
      <w:r>
        <w:tab/>
        <w:t>2.025e0</w:t>
      </w:r>
    </w:p>
    <w:p w:rsidR="007B2329" w:rsidRDefault="007B2329" w:rsidP="007B2329">
      <w:r>
        <w:t>490.4708</w:t>
      </w:r>
      <w:r>
        <w:tab/>
        <w:t>2.025e0</w:t>
      </w:r>
    </w:p>
    <w:p w:rsidR="007B2329" w:rsidRDefault="007B2329" w:rsidP="007B2329">
      <w:r>
        <w:t>490.4723</w:t>
      </w:r>
      <w:r>
        <w:tab/>
        <w:t>2.025e0</w:t>
      </w:r>
    </w:p>
    <w:p w:rsidR="007B2329" w:rsidRDefault="007B2329" w:rsidP="007B2329">
      <w:r>
        <w:t>490.4906</w:t>
      </w:r>
      <w:r>
        <w:tab/>
        <w:t>3.038e0</w:t>
      </w:r>
    </w:p>
    <w:p w:rsidR="007B2329" w:rsidRDefault="007B2329" w:rsidP="007B2329">
      <w:r>
        <w:t>490.4920</w:t>
      </w:r>
      <w:r>
        <w:tab/>
        <w:t>2.025e0</w:t>
      </w:r>
    </w:p>
    <w:p w:rsidR="007B2329" w:rsidRDefault="007B2329" w:rsidP="007B2329">
      <w:r>
        <w:t>490.5089</w:t>
      </w:r>
      <w:r>
        <w:tab/>
        <w:t>1.013e0</w:t>
      </w:r>
    </w:p>
    <w:p w:rsidR="007B2329" w:rsidRDefault="007B2329" w:rsidP="007B2329">
      <w:r>
        <w:t>490.5516</w:t>
      </w:r>
      <w:r>
        <w:tab/>
        <w:t>1.266e-2</w:t>
      </w:r>
    </w:p>
    <w:p w:rsidR="007B2329" w:rsidRDefault="007B2329" w:rsidP="007B2329">
      <w:r>
        <w:t>490.5642</w:t>
      </w:r>
      <w:r>
        <w:tab/>
        <w:t>2.025e0</w:t>
      </w:r>
    </w:p>
    <w:p w:rsidR="007B2329" w:rsidRDefault="007B2329" w:rsidP="007B2329">
      <w:r>
        <w:lastRenderedPageBreak/>
        <w:t>490.5669</w:t>
      </w:r>
      <w:r>
        <w:tab/>
        <w:t>1.013e0</w:t>
      </w:r>
    </w:p>
    <w:p w:rsidR="007B2329" w:rsidRDefault="007B2329" w:rsidP="007B2329">
      <w:r>
        <w:t>490.5771</w:t>
      </w:r>
      <w:r>
        <w:tab/>
        <w:t>3.038e0</w:t>
      </w:r>
    </w:p>
    <w:p w:rsidR="007B2329" w:rsidRDefault="007B2329" w:rsidP="007B2329">
      <w:r>
        <w:t>490.5853</w:t>
      </w:r>
      <w:r>
        <w:tab/>
        <w:t>1.013e0</w:t>
      </w:r>
    </w:p>
    <w:p w:rsidR="007B2329" w:rsidRDefault="007B2329" w:rsidP="007B2329">
      <w:r>
        <w:t>490.5930</w:t>
      </w:r>
      <w:r>
        <w:tab/>
        <w:t>4.051e0</w:t>
      </w:r>
    </w:p>
    <w:p w:rsidR="007B2329" w:rsidRDefault="007B2329" w:rsidP="007B2329">
      <w:r>
        <w:t>490.6028</w:t>
      </w:r>
      <w:r>
        <w:tab/>
        <w:t>1.013e0</w:t>
      </w:r>
    </w:p>
    <w:p w:rsidR="007B2329" w:rsidRDefault="007B2329" w:rsidP="007B2329">
      <w:r>
        <w:t>490.6067</w:t>
      </w:r>
      <w:r>
        <w:tab/>
        <w:t>1.013e0</w:t>
      </w:r>
    </w:p>
    <w:p w:rsidR="007B2329" w:rsidRDefault="007B2329" w:rsidP="007B2329">
      <w:r>
        <w:t>490.6113</w:t>
      </w:r>
      <w:r>
        <w:tab/>
        <w:t>3.038e0</w:t>
      </w:r>
    </w:p>
    <w:p w:rsidR="007B2329" w:rsidRDefault="007B2329" w:rsidP="007B2329">
      <w:r>
        <w:t>490.6143</w:t>
      </w:r>
      <w:r>
        <w:tab/>
        <w:t>2.025e0</w:t>
      </w:r>
    </w:p>
    <w:p w:rsidR="007B2329" w:rsidRDefault="007B2329" w:rsidP="007B2329">
      <w:r>
        <w:t>490.6248</w:t>
      </w:r>
      <w:r>
        <w:tab/>
        <w:t>2.025e0</w:t>
      </w:r>
    </w:p>
    <w:p w:rsidR="007B2329" w:rsidRDefault="007B2329" w:rsidP="007B2329">
      <w:r>
        <w:t>490.6431</w:t>
      </w:r>
      <w:r>
        <w:tab/>
        <w:t>1.013e0</w:t>
      </w:r>
    </w:p>
    <w:p w:rsidR="007B2329" w:rsidRDefault="007B2329" w:rsidP="007B2329">
      <w:r>
        <w:t>490.6463</w:t>
      </w:r>
      <w:r>
        <w:tab/>
        <w:t>1.266e-2</w:t>
      </w:r>
    </w:p>
    <w:p w:rsidR="007B2329" w:rsidRDefault="007B2329" w:rsidP="007B2329">
      <w:r>
        <w:t>490.6711</w:t>
      </w:r>
      <w:r>
        <w:tab/>
        <w:t>1.013e0</w:t>
      </w:r>
    </w:p>
    <w:p w:rsidR="007B2329" w:rsidRDefault="007B2329" w:rsidP="007B2329">
      <w:r>
        <w:t>490.6840</w:t>
      </w:r>
      <w:r>
        <w:tab/>
        <w:t>2.954e0</w:t>
      </w:r>
    </w:p>
    <w:p w:rsidR="007B2329" w:rsidRDefault="007B2329" w:rsidP="007B2329">
      <w:r>
        <w:t>490.7014</w:t>
      </w:r>
      <w:r>
        <w:tab/>
        <w:t>1.013e0</w:t>
      </w:r>
    </w:p>
    <w:p w:rsidR="007B2329" w:rsidRDefault="007B2329" w:rsidP="007B2329">
      <w:r>
        <w:t>490.7120</w:t>
      </w:r>
      <w:r>
        <w:tab/>
        <w:t>2.025e0</w:t>
      </w:r>
    </w:p>
    <w:p w:rsidR="007B2329" w:rsidRDefault="007B2329" w:rsidP="007B2329">
      <w:r>
        <w:t>490.7136</w:t>
      </w:r>
      <w:r>
        <w:tab/>
        <w:t>1.013e0</w:t>
      </w:r>
    </w:p>
    <w:p w:rsidR="007B2329" w:rsidRDefault="007B2329" w:rsidP="007B2329">
      <w:r>
        <w:t>490.7149</w:t>
      </w:r>
      <w:r>
        <w:tab/>
        <w:t>3.038e0</w:t>
      </w:r>
    </w:p>
    <w:p w:rsidR="007B2329" w:rsidRDefault="007B2329" w:rsidP="007B2329">
      <w:r>
        <w:t>490.7477</w:t>
      </w:r>
      <w:r>
        <w:tab/>
        <w:t>1.013e0</w:t>
      </w:r>
    </w:p>
    <w:p w:rsidR="007B2329" w:rsidRDefault="007B2329" w:rsidP="007B2329">
      <w:r>
        <w:t>490.7563</w:t>
      </w:r>
      <w:r>
        <w:tab/>
        <w:t>2.025e0</w:t>
      </w:r>
    </w:p>
    <w:p w:rsidR="007B2329" w:rsidRDefault="007B2329" w:rsidP="007B2329">
      <w:r>
        <w:lastRenderedPageBreak/>
        <w:t>490.7876</w:t>
      </w:r>
      <w:r>
        <w:tab/>
        <w:t>4.051e0</w:t>
      </w:r>
    </w:p>
    <w:p w:rsidR="007B2329" w:rsidRDefault="007B2329" w:rsidP="007B2329">
      <w:r>
        <w:t>490.7981</w:t>
      </w:r>
      <w:r>
        <w:tab/>
        <w:t>2.025e0</w:t>
      </w:r>
    </w:p>
    <w:p w:rsidR="007B2329" w:rsidRDefault="007B2329" w:rsidP="007B2329">
      <w:r>
        <w:t>490.8139</w:t>
      </w:r>
      <w:r>
        <w:tab/>
        <w:t>4.051e0</w:t>
      </w:r>
    </w:p>
    <w:p w:rsidR="007B2329" w:rsidRDefault="007B2329" w:rsidP="007B2329">
      <w:r>
        <w:t>490.8173</w:t>
      </w:r>
      <w:r>
        <w:tab/>
        <w:t>1.013e0</w:t>
      </w:r>
    </w:p>
    <w:p w:rsidR="007B2329" w:rsidRDefault="007B2329" w:rsidP="007B2329">
      <w:r>
        <w:t>490.8245</w:t>
      </w:r>
      <w:r>
        <w:tab/>
        <w:t>2.025e0</w:t>
      </w:r>
    </w:p>
    <w:p w:rsidR="007B2329" w:rsidRDefault="007B2329" w:rsidP="007B2329">
      <w:r>
        <w:t>490.8546</w:t>
      </w:r>
      <w:r>
        <w:tab/>
        <w:t>2.025e0</w:t>
      </w:r>
    </w:p>
    <w:p w:rsidR="007B2329" w:rsidRDefault="007B2329" w:rsidP="007B2329">
      <w:r>
        <w:t>490.8589</w:t>
      </w:r>
      <w:r>
        <w:tab/>
        <w:t>1.013e0</w:t>
      </w:r>
    </w:p>
    <w:p w:rsidR="007B2329" w:rsidRDefault="007B2329" w:rsidP="007B2329">
      <w:r>
        <w:t>490.8756</w:t>
      </w:r>
      <w:r>
        <w:tab/>
        <w:t>1.266e-2</w:t>
      </w:r>
    </w:p>
    <w:p w:rsidR="007B2329" w:rsidRDefault="007B2329" w:rsidP="007B2329">
      <w:r>
        <w:t>490.9015</w:t>
      </w:r>
      <w:r>
        <w:tab/>
        <w:t>1.013e0</w:t>
      </w:r>
    </w:p>
    <w:p w:rsidR="007B2329" w:rsidRDefault="007B2329" w:rsidP="007B2329">
      <w:r>
        <w:t>490.9060</w:t>
      </w:r>
      <w:r>
        <w:tab/>
        <w:t>6.076e0</w:t>
      </w:r>
    </w:p>
    <w:p w:rsidR="007B2329" w:rsidRDefault="007B2329" w:rsidP="007B2329">
      <w:r>
        <w:t>490.9120</w:t>
      </w:r>
      <w:r>
        <w:tab/>
        <w:t>1.013e0</w:t>
      </w:r>
    </w:p>
    <w:p w:rsidR="007B2329" w:rsidRDefault="007B2329" w:rsidP="007B2329">
      <w:r>
        <w:t>490.9183</w:t>
      </w:r>
      <w:r>
        <w:tab/>
        <w:t>1.013e0</w:t>
      </w:r>
    </w:p>
    <w:p w:rsidR="007B2329" w:rsidRDefault="007B2329" w:rsidP="007B2329">
      <w:r>
        <w:t>490.9310</w:t>
      </w:r>
      <w:r>
        <w:tab/>
        <w:t>2.025e0</w:t>
      </w:r>
    </w:p>
    <w:p w:rsidR="007B2329" w:rsidRDefault="007B2329" w:rsidP="007B2329">
      <w:r>
        <w:t>490.9485</w:t>
      </w:r>
      <w:r>
        <w:tab/>
        <w:t>1.013e0</w:t>
      </w:r>
    </w:p>
    <w:p w:rsidR="007B2329" w:rsidRDefault="007B2329" w:rsidP="007B2329">
      <w:r>
        <w:t>490.9610</w:t>
      </w:r>
      <w:r>
        <w:tab/>
        <w:t>1.013e0</w:t>
      </w:r>
    </w:p>
    <w:p w:rsidR="007B2329" w:rsidRDefault="007B2329" w:rsidP="007B2329">
      <w:r>
        <w:t>490.9948</w:t>
      </w:r>
      <w:r>
        <w:tab/>
        <w:t>3.038e0</w:t>
      </w:r>
    </w:p>
    <w:p w:rsidR="007B2329" w:rsidRDefault="007B2329" w:rsidP="007B2329">
      <w:r>
        <w:t>491.0036</w:t>
      </w:r>
      <w:r>
        <w:tab/>
        <w:t>1.013e0</w:t>
      </w:r>
    </w:p>
    <w:p w:rsidR="007B2329" w:rsidRDefault="007B2329" w:rsidP="007B2329">
      <w:r>
        <w:t>491.0066</w:t>
      </w:r>
      <w:r>
        <w:tab/>
        <w:t>1.013e0</w:t>
      </w:r>
    </w:p>
    <w:p w:rsidR="007B2329" w:rsidRDefault="007B2329" w:rsidP="007B2329">
      <w:r>
        <w:t>491.0432</w:t>
      </w:r>
      <w:r>
        <w:tab/>
        <w:t>1.013e0</w:t>
      </w:r>
    </w:p>
    <w:p w:rsidR="007B2329" w:rsidRDefault="007B2329" w:rsidP="007B2329">
      <w:r>
        <w:lastRenderedPageBreak/>
        <w:t>491.0482</w:t>
      </w:r>
      <w:r>
        <w:tab/>
        <w:t>3.038e0</w:t>
      </w:r>
    </w:p>
    <w:p w:rsidR="007B2329" w:rsidRDefault="007B2329" w:rsidP="007B2329">
      <w:r>
        <w:t>491.0550</w:t>
      </w:r>
      <w:r>
        <w:tab/>
        <w:t>1.013e0</w:t>
      </w:r>
    </w:p>
    <w:p w:rsidR="007B2329" w:rsidRDefault="007B2329" w:rsidP="007B2329">
      <w:r>
        <w:t>491.0736</w:t>
      </w:r>
      <w:r>
        <w:tab/>
        <w:t>2.025e0</w:t>
      </w:r>
    </w:p>
    <w:p w:rsidR="007B2329" w:rsidRDefault="007B2329" w:rsidP="007B2329">
      <w:r>
        <w:t>491.0828</w:t>
      </w:r>
      <w:r>
        <w:tab/>
        <w:t>1.013e0</w:t>
      </w:r>
    </w:p>
    <w:p w:rsidR="007B2329" w:rsidRDefault="007B2329" w:rsidP="007B2329">
      <w:r>
        <w:t>491.0891</w:t>
      </w:r>
      <w:r>
        <w:tab/>
        <w:t>1.013e0</w:t>
      </w:r>
    </w:p>
    <w:p w:rsidR="007B2329" w:rsidRDefault="007B2329" w:rsidP="007B2329">
      <w:r>
        <w:t>491.1158</w:t>
      </w:r>
      <w:r>
        <w:tab/>
        <w:t>4.622e0</w:t>
      </w:r>
    </w:p>
    <w:p w:rsidR="007B2329" w:rsidRDefault="007B2329" w:rsidP="007B2329">
      <w:r>
        <w:t>491.1373</w:t>
      </w:r>
      <w:r>
        <w:tab/>
        <w:t>2.571e0</w:t>
      </w:r>
    </w:p>
    <w:p w:rsidR="007B2329" w:rsidRDefault="007B2329" w:rsidP="007B2329">
      <w:r>
        <w:t>491.1467</w:t>
      </w:r>
      <w:r>
        <w:tab/>
        <w:t>5.199e0</w:t>
      </w:r>
    </w:p>
    <w:p w:rsidR="007B2329" w:rsidRDefault="007B2329" w:rsidP="007B2329">
      <w:r>
        <w:t>491.1483</w:t>
      </w:r>
      <w:r>
        <w:tab/>
        <w:t>2.025e0</w:t>
      </w:r>
    </w:p>
    <w:p w:rsidR="007B2329" w:rsidRDefault="007B2329" w:rsidP="007B2329">
      <w:r>
        <w:t>491.1583</w:t>
      </w:r>
      <w:r>
        <w:tab/>
        <w:t>2.589e0</w:t>
      </w:r>
    </w:p>
    <w:p w:rsidR="007B2329" w:rsidRDefault="007B2329" w:rsidP="007B2329">
      <w:r>
        <w:t>491.1676</w:t>
      </w:r>
      <w:r>
        <w:tab/>
        <w:t>4.474e0</w:t>
      </w:r>
    </w:p>
    <w:p w:rsidR="007B2329" w:rsidRDefault="007B2329" w:rsidP="007B2329">
      <w:r>
        <w:t>491.2043</w:t>
      </w:r>
      <w:r>
        <w:tab/>
        <w:t>2.419e0</w:t>
      </w:r>
    </w:p>
    <w:p w:rsidR="007B2329" w:rsidRDefault="007B2329" w:rsidP="007B2329">
      <w:r>
        <w:t>491.2170</w:t>
      </w:r>
      <w:r>
        <w:tab/>
        <w:t>1.013e0</w:t>
      </w:r>
    </w:p>
    <w:p w:rsidR="007B2329" w:rsidRDefault="007B2329" w:rsidP="007B2329">
      <w:r>
        <w:t>491.2446</w:t>
      </w:r>
      <w:r>
        <w:tab/>
        <w:t>1.109e1</w:t>
      </w:r>
    </w:p>
    <w:p w:rsidR="007B2329" w:rsidRDefault="007B2329" w:rsidP="007B2329">
      <w:r>
        <w:t>491.2801</w:t>
      </w:r>
      <w:r>
        <w:tab/>
        <w:t>1.025e1</w:t>
      </w:r>
    </w:p>
    <w:p w:rsidR="007B2329" w:rsidRDefault="007B2329" w:rsidP="007B2329">
      <w:r>
        <w:t>491.2872</w:t>
      </w:r>
      <w:r>
        <w:tab/>
        <w:t>2.025e0</w:t>
      </w:r>
    </w:p>
    <w:p w:rsidR="007B2329" w:rsidRDefault="007B2329" w:rsidP="007B2329">
      <w:r>
        <w:t>491.2910</w:t>
      </w:r>
      <w:r>
        <w:tab/>
        <w:t>4.440e1</w:t>
      </w:r>
    </w:p>
    <w:p w:rsidR="007B2329" w:rsidRDefault="007B2329" w:rsidP="007B2329">
      <w:r>
        <w:t>491.2922</w:t>
      </w:r>
      <w:r>
        <w:tab/>
        <w:t>4.414e1</w:t>
      </w:r>
    </w:p>
    <w:p w:rsidR="007B2329" w:rsidRDefault="007B2329" w:rsidP="007B2329">
      <w:r>
        <w:t>491.3048</w:t>
      </w:r>
      <w:r>
        <w:tab/>
        <w:t>1.431e1</w:t>
      </w:r>
    </w:p>
    <w:p w:rsidR="007B2329" w:rsidRDefault="007B2329" w:rsidP="007B2329">
      <w:r>
        <w:lastRenderedPageBreak/>
        <w:t>491.3119</w:t>
      </w:r>
      <w:r>
        <w:tab/>
        <w:t>1.229e1</w:t>
      </w:r>
    </w:p>
    <w:p w:rsidR="007B2329" w:rsidRDefault="007B2329" w:rsidP="007B2329">
      <w:r>
        <w:t>491.3414</w:t>
      </w:r>
      <w:r>
        <w:tab/>
        <w:t>8.638e0</w:t>
      </w:r>
    </w:p>
    <w:p w:rsidR="007B2329" w:rsidRDefault="007B2329" w:rsidP="007B2329">
      <w:r>
        <w:t>491.3492</w:t>
      </w:r>
      <w:r>
        <w:tab/>
        <w:t>3.952e0</w:t>
      </w:r>
    </w:p>
    <w:p w:rsidR="007B2329" w:rsidRDefault="007B2329" w:rsidP="007B2329">
      <w:r>
        <w:t>491.3612</w:t>
      </w:r>
      <w:r>
        <w:tab/>
        <w:t>5.063e0</w:t>
      </w:r>
    </w:p>
    <w:p w:rsidR="007B2329" w:rsidRDefault="007B2329" w:rsidP="007B2329">
      <w:r>
        <w:t>491.3774</w:t>
      </w:r>
      <w:r>
        <w:tab/>
        <w:t>2.025e0</w:t>
      </w:r>
    </w:p>
    <w:p w:rsidR="007B2329" w:rsidRDefault="007B2329" w:rsidP="007B2329">
      <w:r>
        <w:t>491.3878</w:t>
      </w:r>
      <w:r>
        <w:tab/>
        <w:t>1.013e0</w:t>
      </w:r>
    </w:p>
    <w:p w:rsidR="007B2329" w:rsidRDefault="007B2329" w:rsidP="007B2329">
      <w:r>
        <w:t>491.4197</w:t>
      </w:r>
      <w:r>
        <w:tab/>
        <w:t>5.063e0</w:t>
      </w:r>
    </w:p>
    <w:p w:rsidR="007B2329" w:rsidRDefault="007B2329" w:rsidP="007B2329">
      <w:r>
        <w:t>491.4247</w:t>
      </w:r>
      <w:r>
        <w:tab/>
        <w:t>2.025e0</w:t>
      </w:r>
    </w:p>
    <w:p w:rsidR="007B2329" w:rsidRDefault="007B2329" w:rsidP="007B2329">
      <w:r>
        <w:t>491.4306</w:t>
      </w:r>
      <w:r>
        <w:tab/>
        <w:t>1.013e0</w:t>
      </w:r>
    </w:p>
    <w:p w:rsidR="007B2329" w:rsidRDefault="007B2329" w:rsidP="007B2329">
      <w:r>
        <w:t>491.4374</w:t>
      </w:r>
      <w:r>
        <w:tab/>
        <w:t>2.025e0</w:t>
      </w:r>
    </w:p>
    <w:p w:rsidR="007B2329" w:rsidRDefault="007B2329" w:rsidP="007B2329">
      <w:r>
        <w:t>491.4429</w:t>
      </w:r>
      <w:r>
        <w:tab/>
        <w:t>3.038e0</w:t>
      </w:r>
    </w:p>
    <w:p w:rsidR="007B2329" w:rsidRDefault="007B2329" w:rsidP="007B2329">
      <w:r>
        <w:t>491.4646</w:t>
      </w:r>
      <w:r>
        <w:tab/>
        <w:t>2.025e0</w:t>
      </w:r>
    </w:p>
    <w:p w:rsidR="007B2329" w:rsidRDefault="007B2329" w:rsidP="007B2329">
      <w:r>
        <w:t>491.4948</w:t>
      </w:r>
      <w:r>
        <w:tab/>
        <w:t>2.025e0</w:t>
      </w:r>
    </w:p>
    <w:p w:rsidR="007B2329" w:rsidRDefault="007B2329" w:rsidP="007B2329">
      <w:r>
        <w:t>491.5009</w:t>
      </w:r>
      <w:r>
        <w:tab/>
        <w:t>2.025e0</w:t>
      </w:r>
    </w:p>
    <w:p w:rsidR="007B2329" w:rsidRDefault="007B2329" w:rsidP="007B2329">
      <w:r>
        <w:t>491.5033</w:t>
      </w:r>
      <w:r>
        <w:tab/>
        <w:t>3.038e0</w:t>
      </w:r>
    </w:p>
    <w:p w:rsidR="007B2329" w:rsidRDefault="007B2329" w:rsidP="007B2329">
      <w:r>
        <w:t>491.5161</w:t>
      </w:r>
      <w:r>
        <w:tab/>
        <w:t>1.013e0</w:t>
      </w:r>
    </w:p>
    <w:p w:rsidR="007B2329" w:rsidRDefault="007B2329" w:rsidP="007B2329">
      <w:r>
        <w:t>491.5203</w:t>
      </w:r>
      <w:r>
        <w:tab/>
        <w:t>4.051e0</w:t>
      </w:r>
    </w:p>
    <w:p w:rsidR="007B2329" w:rsidRDefault="007B2329" w:rsidP="007B2329">
      <w:r>
        <w:t>491.5558</w:t>
      </w:r>
      <w:r>
        <w:tab/>
        <w:t>2.025e0</w:t>
      </w:r>
    </w:p>
    <w:p w:rsidR="007B2329" w:rsidRDefault="007B2329" w:rsidP="007B2329">
      <w:r>
        <w:t>491.5588</w:t>
      </w:r>
      <w:r>
        <w:tab/>
        <w:t>1.013e0</w:t>
      </w:r>
    </w:p>
    <w:p w:rsidR="007B2329" w:rsidRDefault="007B2329" w:rsidP="007B2329">
      <w:r>
        <w:lastRenderedPageBreak/>
        <w:t>491.5956</w:t>
      </w:r>
      <w:r>
        <w:tab/>
        <w:t>2.025e0</w:t>
      </w:r>
    </w:p>
    <w:p w:rsidR="007B2329" w:rsidRDefault="007B2329" w:rsidP="007B2329">
      <w:r>
        <w:t>491.6320</w:t>
      </w:r>
      <w:r>
        <w:tab/>
        <w:t>1.013e0</w:t>
      </w:r>
    </w:p>
    <w:p w:rsidR="007B2329" w:rsidRDefault="007B2329" w:rsidP="007B2329">
      <w:r>
        <w:t>491.6534</w:t>
      </w:r>
      <w:r>
        <w:tab/>
        <w:t>1.013e0</w:t>
      </w:r>
    </w:p>
    <w:p w:rsidR="007B2329" w:rsidRDefault="007B2329" w:rsidP="007B2329">
      <w:r>
        <w:t>491.6614</w:t>
      </w:r>
      <w:r>
        <w:tab/>
        <w:t>2.025e0</w:t>
      </w:r>
    </w:p>
    <w:p w:rsidR="007B2329" w:rsidRDefault="007B2329" w:rsidP="007B2329">
      <w:r>
        <w:t>491.6674</w:t>
      </w:r>
      <w:r>
        <w:tab/>
        <w:t>4.051e0</w:t>
      </w:r>
    </w:p>
    <w:p w:rsidR="007B2329" w:rsidRDefault="007B2329" w:rsidP="007B2329">
      <w:r>
        <w:t>491.6745</w:t>
      </w:r>
      <w:r>
        <w:tab/>
        <w:t>2.025e0</w:t>
      </w:r>
    </w:p>
    <w:p w:rsidR="007B2329" w:rsidRDefault="007B2329" w:rsidP="007B2329">
      <w:r>
        <w:t>491.6973</w:t>
      </w:r>
      <w:r>
        <w:tab/>
        <w:t>2.025e0</w:t>
      </w:r>
    </w:p>
    <w:p w:rsidR="007B2329" w:rsidRDefault="007B2329" w:rsidP="007B2329">
      <w:r>
        <w:t>491.7039</w:t>
      </w:r>
      <w:r>
        <w:tab/>
        <w:t>1.013e0</w:t>
      </w:r>
    </w:p>
    <w:p w:rsidR="007B2329" w:rsidRDefault="007B2329" w:rsidP="007B2329">
      <w:r>
        <w:t>491.7176</w:t>
      </w:r>
      <w:r>
        <w:tab/>
        <w:t>2.025e0</w:t>
      </w:r>
    </w:p>
    <w:p w:rsidR="007B2329" w:rsidRDefault="007B2329" w:rsidP="007B2329">
      <w:r>
        <w:t>491.7231</w:t>
      </w:r>
      <w:r>
        <w:tab/>
        <w:t>2.025e0</w:t>
      </w:r>
    </w:p>
    <w:p w:rsidR="007B2329" w:rsidRDefault="007B2329" w:rsidP="007B2329">
      <w:r>
        <w:t>491.7776</w:t>
      </w:r>
      <w:r>
        <w:tab/>
        <w:t>5.063e0</w:t>
      </w:r>
    </w:p>
    <w:p w:rsidR="007B2329" w:rsidRDefault="007B2329" w:rsidP="007B2329">
      <w:r>
        <w:t>491.7808</w:t>
      </w:r>
      <w:r>
        <w:tab/>
        <w:t>1.013e0</w:t>
      </w:r>
    </w:p>
    <w:p w:rsidR="007B2329" w:rsidRDefault="007B2329" w:rsidP="007B2329">
      <w:r>
        <w:t>491.7848</w:t>
      </w:r>
      <w:r>
        <w:tab/>
        <w:t>2.025e0</w:t>
      </w:r>
    </w:p>
    <w:p w:rsidR="007B2329" w:rsidRDefault="007B2329" w:rsidP="007B2329">
      <w:r>
        <w:t>491.7876</w:t>
      </w:r>
      <w:r>
        <w:tab/>
        <w:t>4.051e0</w:t>
      </w:r>
    </w:p>
    <w:p w:rsidR="007B2329" w:rsidRDefault="007B2329" w:rsidP="007B2329">
      <w:r>
        <w:t>491.7914</w:t>
      </w:r>
      <w:r>
        <w:tab/>
        <w:t>2.038e0</w:t>
      </w:r>
    </w:p>
    <w:p w:rsidR="007B2329" w:rsidRDefault="007B2329" w:rsidP="007B2329">
      <w:r>
        <w:t>491.8149</w:t>
      </w:r>
      <w:r>
        <w:tab/>
        <w:t>1.013e0</w:t>
      </w:r>
    </w:p>
    <w:p w:rsidR="007B2329" w:rsidRDefault="007B2329" w:rsidP="007B2329">
      <w:r>
        <w:t>491.8235</w:t>
      </w:r>
      <w:r>
        <w:tab/>
        <w:t>2.025e0</w:t>
      </w:r>
    </w:p>
    <w:p w:rsidR="007B2329" w:rsidRDefault="007B2329" w:rsidP="007B2329">
      <w:r>
        <w:t>491.8319</w:t>
      </w:r>
      <w:r>
        <w:tab/>
        <w:t>3.798e-2</w:t>
      </w:r>
    </w:p>
    <w:p w:rsidR="007B2329" w:rsidRDefault="007B2329" w:rsidP="007B2329">
      <w:r>
        <w:t>491.8431</w:t>
      </w:r>
      <w:r>
        <w:tab/>
        <w:t>1.013e0</w:t>
      </w:r>
    </w:p>
    <w:p w:rsidR="007B2329" w:rsidRDefault="007B2329" w:rsidP="007B2329">
      <w:r>
        <w:lastRenderedPageBreak/>
        <w:t>491.8542</w:t>
      </w:r>
      <w:r>
        <w:tab/>
        <w:t>2.025e0</w:t>
      </w:r>
    </w:p>
    <w:p w:rsidR="007B2329" w:rsidRDefault="007B2329" w:rsidP="007B2329">
      <w:r>
        <w:t>491.8747</w:t>
      </w:r>
      <w:r>
        <w:tab/>
        <w:t>1.013e0</w:t>
      </w:r>
    </w:p>
    <w:p w:rsidR="007B2329" w:rsidRDefault="007B2329" w:rsidP="007B2329">
      <w:r>
        <w:t>491.9025</w:t>
      </w:r>
      <w:r>
        <w:tab/>
        <w:t>5.063e0</w:t>
      </w:r>
    </w:p>
    <w:p w:rsidR="007B2329" w:rsidRDefault="007B2329" w:rsidP="007B2329">
      <w:r>
        <w:t>491.9090</w:t>
      </w:r>
      <w:r>
        <w:tab/>
        <w:t>2.025e0</w:t>
      </w:r>
    </w:p>
    <w:p w:rsidR="007B2329" w:rsidRDefault="007B2329" w:rsidP="007B2329">
      <w:r>
        <w:t>491.9160</w:t>
      </w:r>
      <w:r>
        <w:tab/>
        <w:t>2.532e-2</w:t>
      </w:r>
    </w:p>
    <w:p w:rsidR="007B2329" w:rsidRDefault="007B2329" w:rsidP="007B2329">
      <w:r>
        <w:t>491.9176</w:t>
      </w:r>
      <w:r>
        <w:tab/>
        <w:t>2.025e0</w:t>
      </w:r>
    </w:p>
    <w:p w:rsidR="007B2329" w:rsidRDefault="007B2329" w:rsidP="007B2329">
      <w:r>
        <w:t>491.9485</w:t>
      </w:r>
      <w:r>
        <w:tab/>
        <w:t>2.025e0</w:t>
      </w:r>
    </w:p>
    <w:p w:rsidR="007B2329" w:rsidRDefault="007B2329" w:rsidP="007B2329">
      <w:r>
        <w:t>491.9602</w:t>
      </w:r>
      <w:r>
        <w:tab/>
        <w:t>2.025e0</w:t>
      </w:r>
    </w:p>
    <w:p w:rsidR="007B2329" w:rsidRDefault="007B2329" w:rsidP="007B2329">
      <w:r>
        <w:t>491.9680</w:t>
      </w:r>
      <w:r>
        <w:tab/>
        <w:t>3.038e0</w:t>
      </w:r>
    </w:p>
    <w:p w:rsidR="007B2329" w:rsidRDefault="007B2329" w:rsidP="007B2329">
      <w:r>
        <w:t>491.9770</w:t>
      </w:r>
      <w:r>
        <w:tab/>
        <w:t>5.063e0</w:t>
      </w:r>
    </w:p>
    <w:p w:rsidR="007B2329" w:rsidRDefault="007B2329" w:rsidP="007B2329">
      <w:r>
        <w:t>491.9985</w:t>
      </w:r>
      <w:r>
        <w:tab/>
        <w:t>2.025e0</w:t>
      </w:r>
    </w:p>
    <w:p w:rsidR="007B2329" w:rsidRDefault="007B2329" w:rsidP="007B2329">
      <w:r>
        <w:t>492.0140</w:t>
      </w:r>
      <w:r>
        <w:tab/>
        <w:t>1.013e0</w:t>
      </w:r>
    </w:p>
    <w:p w:rsidR="007B2329" w:rsidRDefault="007B2329" w:rsidP="007B2329">
      <w:r>
        <w:t>492.0193</w:t>
      </w:r>
      <w:r>
        <w:tab/>
        <w:t>4.051e0</w:t>
      </w:r>
    </w:p>
    <w:p w:rsidR="007B2329" w:rsidRDefault="007B2329" w:rsidP="007B2329">
      <w:r>
        <w:t>492.0594</w:t>
      </w:r>
      <w:r>
        <w:tab/>
        <w:t>2.025e0</w:t>
      </w:r>
    </w:p>
    <w:p w:rsidR="007B2329" w:rsidRDefault="007B2329" w:rsidP="007B2329">
      <w:r>
        <w:t>492.0628</w:t>
      </w:r>
      <w:r>
        <w:tab/>
        <w:t>1.013e0</w:t>
      </w:r>
    </w:p>
    <w:p w:rsidR="007B2329" w:rsidRDefault="007B2329" w:rsidP="007B2329">
      <w:r>
        <w:t>492.1017</w:t>
      </w:r>
      <w:r>
        <w:tab/>
        <w:t>2.490e0</w:t>
      </w:r>
    </w:p>
    <w:p w:rsidR="007B2329" w:rsidRDefault="007B2329" w:rsidP="007B2329">
      <w:r>
        <w:t>492.1037</w:t>
      </w:r>
      <w:r>
        <w:tab/>
        <w:t>1.671e0</w:t>
      </w:r>
    </w:p>
    <w:p w:rsidR="007B2329" w:rsidRDefault="007B2329" w:rsidP="007B2329">
      <w:r>
        <w:t>492.1634</w:t>
      </w:r>
      <w:r>
        <w:tab/>
        <w:t>1.013e0</w:t>
      </w:r>
    </w:p>
    <w:p w:rsidR="007B2329" w:rsidRDefault="007B2329" w:rsidP="007B2329">
      <w:r>
        <w:t>492.2419</w:t>
      </w:r>
      <w:r>
        <w:tab/>
        <w:t>1.994e1</w:t>
      </w:r>
    </w:p>
    <w:p w:rsidR="007B2329" w:rsidRDefault="007B2329" w:rsidP="007B2329">
      <w:r>
        <w:lastRenderedPageBreak/>
        <w:t>492.2443</w:t>
      </w:r>
      <w:r>
        <w:tab/>
        <w:t>5.536e1</w:t>
      </w:r>
    </w:p>
    <w:p w:rsidR="007B2329" w:rsidRDefault="007B2329" w:rsidP="007B2329">
      <w:r>
        <w:t>492.2509</w:t>
      </w:r>
      <w:r>
        <w:tab/>
        <w:t>7.435e1</w:t>
      </w:r>
    </w:p>
    <w:p w:rsidR="007B2329" w:rsidRDefault="007B2329" w:rsidP="007B2329">
      <w:r>
        <w:t>492.2539</w:t>
      </w:r>
      <w:r>
        <w:tab/>
        <w:t>6.147e1</w:t>
      </w:r>
    </w:p>
    <w:p w:rsidR="007B2329" w:rsidRDefault="007B2329" w:rsidP="007B2329">
      <w:r>
        <w:t>492.2581</w:t>
      </w:r>
      <w:r>
        <w:tab/>
        <w:t>5.266e1</w:t>
      </w:r>
    </w:p>
    <w:p w:rsidR="007B2329" w:rsidRDefault="007B2329" w:rsidP="007B2329">
      <w:r>
        <w:t>492.2591</w:t>
      </w:r>
      <w:r>
        <w:tab/>
        <w:t>2.972e1</w:t>
      </w:r>
    </w:p>
    <w:p w:rsidR="007B2329" w:rsidRDefault="007B2329" w:rsidP="007B2329">
      <w:r>
        <w:t>492.3001</w:t>
      </w:r>
      <w:r>
        <w:tab/>
        <w:t>3.038e0</w:t>
      </w:r>
    </w:p>
    <w:p w:rsidR="007B2329" w:rsidRDefault="007B2329" w:rsidP="007B2329">
      <w:r>
        <w:t>492.3017</w:t>
      </w:r>
      <w:r>
        <w:tab/>
        <w:t>2.380e1</w:t>
      </w:r>
    </w:p>
    <w:p w:rsidR="007B2329" w:rsidRDefault="007B2329" w:rsidP="007B2329">
      <w:r>
        <w:t>492.3329</w:t>
      </w:r>
      <w:r>
        <w:tab/>
        <w:t>3.599e0</w:t>
      </w:r>
    </w:p>
    <w:p w:rsidR="007B2329" w:rsidRDefault="007B2329" w:rsidP="007B2329">
      <w:r>
        <w:t>492.3383</w:t>
      </w:r>
      <w:r>
        <w:tab/>
        <w:t>1.461e0</w:t>
      </w:r>
    </w:p>
    <w:p w:rsidR="007B2329" w:rsidRDefault="007B2329" w:rsidP="007B2329">
      <w:r>
        <w:t>492.3453</w:t>
      </w:r>
      <w:r>
        <w:tab/>
        <w:t>1.013e0</w:t>
      </w:r>
    </w:p>
    <w:p w:rsidR="007B2329" w:rsidRDefault="007B2329" w:rsidP="007B2329">
      <w:r>
        <w:t>492.3592</w:t>
      </w:r>
      <w:r>
        <w:tab/>
        <w:t>4.670e0</w:t>
      </w:r>
    </w:p>
    <w:p w:rsidR="007B2329" w:rsidRDefault="007B2329" w:rsidP="007B2329">
      <w:r>
        <w:t>492.3629</w:t>
      </w:r>
      <w:r>
        <w:tab/>
        <w:t>3.038e0</w:t>
      </w:r>
    </w:p>
    <w:p w:rsidR="007B2329" w:rsidRDefault="007B2329" w:rsidP="007B2329">
      <w:r>
        <w:t>492.3867</w:t>
      </w:r>
      <w:r>
        <w:tab/>
        <w:t>4.051e0</w:t>
      </w:r>
    </w:p>
    <w:p w:rsidR="007B2329" w:rsidRDefault="007B2329" w:rsidP="007B2329">
      <w:r>
        <w:t>492.3964</w:t>
      </w:r>
      <w:r>
        <w:tab/>
        <w:t>3.038e0</w:t>
      </w:r>
    </w:p>
    <w:p w:rsidR="007B2329" w:rsidRDefault="007B2329" w:rsidP="007B2329">
      <w:r>
        <w:t>492.4011</w:t>
      </w:r>
      <w:r>
        <w:tab/>
        <w:t>2.051e0</w:t>
      </w:r>
    </w:p>
    <w:p w:rsidR="007B2329" w:rsidRDefault="007B2329" w:rsidP="007B2329">
      <w:r>
        <w:t>492.4289</w:t>
      </w:r>
      <w:r>
        <w:tab/>
        <w:t>1.013e0</w:t>
      </w:r>
    </w:p>
    <w:p w:rsidR="007B2329" w:rsidRDefault="007B2329" w:rsidP="007B2329">
      <w:r>
        <w:t>492.4395</w:t>
      </w:r>
      <w:r>
        <w:tab/>
        <w:t>2.025e0</w:t>
      </w:r>
    </w:p>
    <w:p w:rsidR="007B2329" w:rsidRDefault="007B2329" w:rsidP="007B2329">
      <w:r>
        <w:t>492.4460</w:t>
      </w:r>
      <w:r>
        <w:tab/>
        <w:t>2.739e0</w:t>
      </w:r>
    </w:p>
    <w:p w:rsidR="007B2329" w:rsidRDefault="007B2329" w:rsidP="007B2329">
      <w:r>
        <w:t>492.4689</w:t>
      </w:r>
      <w:r>
        <w:tab/>
        <w:t>3.038e0</w:t>
      </w:r>
    </w:p>
    <w:p w:rsidR="007B2329" w:rsidRDefault="007B2329" w:rsidP="007B2329">
      <w:r>
        <w:lastRenderedPageBreak/>
        <w:t>492.5163</w:t>
      </w:r>
      <w:r>
        <w:tab/>
        <w:t>1.013e0</w:t>
      </w:r>
    </w:p>
    <w:p w:rsidR="007B2329" w:rsidRDefault="007B2329" w:rsidP="007B2329">
      <w:r>
        <w:t>492.5280</w:t>
      </w:r>
      <w:r>
        <w:tab/>
        <w:t>3.038e0</w:t>
      </w:r>
    </w:p>
    <w:p w:rsidR="007B2329" w:rsidRDefault="007B2329" w:rsidP="007B2329">
      <w:r>
        <w:t>492.5346</w:t>
      </w:r>
      <w:r>
        <w:tab/>
        <w:t>3.038e0</w:t>
      </w:r>
    </w:p>
    <w:p w:rsidR="007B2329" w:rsidRDefault="007B2329" w:rsidP="007B2329">
      <w:r>
        <w:t>492.5450</w:t>
      </w:r>
      <w:r>
        <w:tab/>
        <w:t>1.013e0</w:t>
      </w:r>
    </w:p>
    <w:p w:rsidR="007B2329" w:rsidRDefault="007B2329" w:rsidP="007B2329">
      <w:r>
        <w:t>492.5505</w:t>
      </w:r>
      <w:r>
        <w:tab/>
        <w:t>1.013e0</w:t>
      </w:r>
    </w:p>
    <w:p w:rsidR="007B2329" w:rsidRDefault="007B2329" w:rsidP="007B2329">
      <w:r>
        <w:t>492.5631</w:t>
      </w:r>
      <w:r>
        <w:tab/>
        <w:t>1.013e0</w:t>
      </w:r>
    </w:p>
    <w:p w:rsidR="007B2329" w:rsidRDefault="007B2329" w:rsidP="007B2329">
      <w:r>
        <w:t>492.5705</w:t>
      </w:r>
      <w:r>
        <w:tab/>
        <w:t>2.532e-2</w:t>
      </w:r>
    </w:p>
    <w:p w:rsidR="007B2329" w:rsidRDefault="007B2329" w:rsidP="007B2329">
      <w:r>
        <w:t>492.5762</w:t>
      </w:r>
      <w:r>
        <w:tab/>
        <w:t>1.013e0</w:t>
      </w:r>
    </w:p>
    <w:p w:rsidR="007B2329" w:rsidRDefault="007B2329" w:rsidP="007B2329">
      <w:r>
        <w:t>492.5806</w:t>
      </w:r>
      <w:r>
        <w:tab/>
        <w:t>5.063e0</w:t>
      </w:r>
    </w:p>
    <w:p w:rsidR="007B2329" w:rsidRDefault="007B2329" w:rsidP="007B2329">
      <w:r>
        <w:t>492.5997</w:t>
      </w:r>
      <w:r>
        <w:tab/>
        <w:t>3.038e0</w:t>
      </w:r>
    </w:p>
    <w:p w:rsidR="007B2329" w:rsidRDefault="007B2329" w:rsidP="007B2329">
      <w:r>
        <w:t>492.6110</w:t>
      </w:r>
      <w:r>
        <w:tab/>
        <w:t>5.063e0</w:t>
      </w:r>
    </w:p>
    <w:p w:rsidR="007B2329" w:rsidRDefault="007B2329" w:rsidP="007B2329">
      <w:r>
        <w:t>492.6531</w:t>
      </w:r>
      <w:r>
        <w:tab/>
        <w:t>1.013e0</w:t>
      </w:r>
    </w:p>
    <w:p w:rsidR="007B2329" w:rsidRDefault="007B2329" w:rsidP="007B2329">
      <w:r>
        <w:t>492.6703</w:t>
      </w:r>
      <w:r>
        <w:tab/>
        <w:t>2.025e0</w:t>
      </w:r>
    </w:p>
    <w:p w:rsidR="007B2329" w:rsidRDefault="007B2329" w:rsidP="007B2329">
      <w:r>
        <w:t>492.6789</w:t>
      </w:r>
      <w:r>
        <w:tab/>
        <w:t>1.013e0</w:t>
      </w:r>
    </w:p>
    <w:p w:rsidR="007B2329" w:rsidRDefault="007B2329" w:rsidP="007B2329">
      <w:r>
        <w:t>492.7217</w:t>
      </w:r>
      <w:r>
        <w:tab/>
        <w:t>2.025e0</w:t>
      </w:r>
    </w:p>
    <w:p w:rsidR="007B2329" w:rsidRDefault="007B2329" w:rsidP="007B2329">
      <w:r>
        <w:t>492.7227</w:t>
      </w:r>
      <w:r>
        <w:tab/>
        <w:t>3.038e0</w:t>
      </w:r>
    </w:p>
    <w:p w:rsidR="007B2329" w:rsidRDefault="007B2329" w:rsidP="007B2329">
      <w:r>
        <w:t>492.7269</w:t>
      </w:r>
      <w:r>
        <w:tab/>
        <w:t>2.025e0</w:t>
      </w:r>
    </w:p>
    <w:p w:rsidR="007B2329" w:rsidRDefault="007B2329" w:rsidP="007B2329">
      <w:r>
        <w:t>492.7351</w:t>
      </w:r>
      <w:r>
        <w:tab/>
        <w:t>3.038e0</w:t>
      </w:r>
    </w:p>
    <w:p w:rsidR="007B2329" w:rsidRDefault="007B2329" w:rsidP="007B2329">
      <w:r>
        <w:t>492.7385</w:t>
      </w:r>
      <w:r>
        <w:tab/>
        <w:t>3.038e0</w:t>
      </w:r>
    </w:p>
    <w:p w:rsidR="007B2329" w:rsidRDefault="007B2329" w:rsidP="007B2329">
      <w:r>
        <w:lastRenderedPageBreak/>
        <w:t>492.7558</w:t>
      </w:r>
      <w:r>
        <w:tab/>
        <w:t>1.013e0</w:t>
      </w:r>
    </w:p>
    <w:p w:rsidR="007B2329" w:rsidRDefault="007B2329" w:rsidP="007B2329">
      <w:r>
        <w:t>492.7681</w:t>
      </w:r>
      <w:r>
        <w:tab/>
        <w:t>2.025e0</w:t>
      </w:r>
    </w:p>
    <w:p w:rsidR="007B2329" w:rsidRDefault="007B2329" w:rsidP="007B2329">
      <w:r>
        <w:t>492.7814</w:t>
      </w:r>
      <w:r>
        <w:tab/>
        <w:t>3.038e0</w:t>
      </w:r>
    </w:p>
    <w:p w:rsidR="007B2329" w:rsidRDefault="007B2329" w:rsidP="007B2329">
      <w:r>
        <w:t>492.7942</w:t>
      </w:r>
      <w:r>
        <w:tab/>
        <w:t>4.727e0</w:t>
      </w:r>
    </w:p>
    <w:p w:rsidR="007B2329" w:rsidRDefault="007B2329" w:rsidP="007B2329">
      <w:r>
        <w:t>492.8080</w:t>
      </w:r>
      <w:r>
        <w:tab/>
        <w:t>2.025e0</w:t>
      </w:r>
    </w:p>
    <w:p w:rsidR="007B2329" w:rsidRDefault="007B2329" w:rsidP="007B2329">
      <w:r>
        <w:t>492.8106</w:t>
      </w:r>
      <w:r>
        <w:tab/>
        <w:t>1.013e0</w:t>
      </w:r>
    </w:p>
    <w:p w:rsidR="007B2329" w:rsidRDefault="007B2329" w:rsidP="007B2329">
      <w:r>
        <w:t>492.8159</w:t>
      </w:r>
      <w:r>
        <w:tab/>
        <w:t>1.013e0</w:t>
      </w:r>
    </w:p>
    <w:p w:rsidR="007B2329" w:rsidRDefault="007B2329" w:rsidP="007B2329">
      <w:r>
        <w:t>492.8361</w:t>
      </w:r>
      <w:r>
        <w:tab/>
        <w:t>2.025e0</w:t>
      </w:r>
    </w:p>
    <w:p w:rsidR="007B2329" w:rsidRDefault="007B2329" w:rsidP="007B2329">
      <w:r>
        <w:t>492.8469</w:t>
      </w:r>
      <w:r>
        <w:tab/>
        <w:t>1.013e0</w:t>
      </w:r>
    </w:p>
    <w:p w:rsidR="007B2329" w:rsidRDefault="007B2329" w:rsidP="007B2329">
      <w:r>
        <w:t>492.8759</w:t>
      </w:r>
      <w:r>
        <w:tab/>
        <w:t>3.038e0</w:t>
      </w:r>
    </w:p>
    <w:p w:rsidR="007B2329" w:rsidRDefault="007B2329" w:rsidP="007B2329">
      <w:r>
        <w:t>492.8928</w:t>
      </w:r>
      <w:r>
        <w:tab/>
        <w:t>1.013e0</w:t>
      </w:r>
    </w:p>
    <w:p w:rsidR="007B2329" w:rsidRDefault="007B2329" w:rsidP="007B2329">
      <w:r>
        <w:t>492.9015</w:t>
      </w:r>
      <w:r>
        <w:tab/>
        <w:t>2.025e0</w:t>
      </w:r>
    </w:p>
    <w:p w:rsidR="007B2329" w:rsidRDefault="007B2329" w:rsidP="007B2329">
      <w:r>
        <w:t>492.9099</w:t>
      </w:r>
      <w:r>
        <w:tab/>
        <w:t>1.013e0</w:t>
      </w:r>
    </w:p>
    <w:p w:rsidR="007B2329" w:rsidRDefault="007B2329" w:rsidP="007B2329">
      <w:r>
        <w:t>492.9128</w:t>
      </w:r>
      <w:r>
        <w:tab/>
        <w:t>1.025e0</w:t>
      </w:r>
    </w:p>
    <w:p w:rsidR="007B2329" w:rsidRDefault="007B2329" w:rsidP="007B2329">
      <w:r>
        <w:t>492.9272</w:t>
      </w:r>
      <w:r>
        <w:tab/>
        <w:t>1.013e0</w:t>
      </w:r>
    </w:p>
    <w:p w:rsidR="007B2329" w:rsidRDefault="007B2329" w:rsidP="007B2329">
      <w:r>
        <w:t>492.9356</w:t>
      </w:r>
      <w:r>
        <w:tab/>
        <w:t>1.013e0</w:t>
      </w:r>
    </w:p>
    <w:p w:rsidR="007B2329" w:rsidRDefault="007B2329" w:rsidP="007B2329">
      <w:r>
        <w:t>492.9418</w:t>
      </w:r>
      <w:r>
        <w:tab/>
        <w:t>1.013e0</w:t>
      </w:r>
    </w:p>
    <w:p w:rsidR="007B2329" w:rsidRDefault="007B2329" w:rsidP="007B2329">
      <w:r>
        <w:t>492.9442</w:t>
      </w:r>
      <w:r>
        <w:tab/>
        <w:t>2.025e0</w:t>
      </w:r>
    </w:p>
    <w:p w:rsidR="007B2329" w:rsidRDefault="007B2329" w:rsidP="007B2329">
      <w:r>
        <w:t>492.9601</w:t>
      </w:r>
      <w:r>
        <w:tab/>
        <w:t>1.013e0</w:t>
      </w:r>
    </w:p>
    <w:p w:rsidR="007B2329" w:rsidRDefault="007B2329" w:rsidP="007B2329">
      <w:r>
        <w:lastRenderedPageBreak/>
        <w:t>492.9699</w:t>
      </w:r>
      <w:r>
        <w:tab/>
        <w:t>1.013e0</w:t>
      </w:r>
    </w:p>
    <w:p w:rsidR="007B2329" w:rsidRDefault="007B2329" w:rsidP="007B2329">
      <w:r>
        <w:t>492.9924</w:t>
      </w:r>
      <w:r>
        <w:tab/>
        <w:t>2.025e0</w:t>
      </w:r>
    </w:p>
    <w:p w:rsidR="007B2329" w:rsidRDefault="007B2329" w:rsidP="007B2329">
      <w:r>
        <w:t>492.9999</w:t>
      </w:r>
      <w:r>
        <w:tab/>
        <w:t>4.051e0</w:t>
      </w:r>
    </w:p>
    <w:p w:rsidR="007B2329" w:rsidRDefault="007B2329" w:rsidP="007B2329">
      <w:r>
        <w:t>493.0287</w:t>
      </w:r>
      <w:r>
        <w:tab/>
        <w:t>2.025e0</w:t>
      </w:r>
    </w:p>
    <w:p w:rsidR="007B2329" w:rsidRDefault="007B2329" w:rsidP="007B2329">
      <w:r>
        <w:t>493.0394</w:t>
      </w:r>
      <w:r>
        <w:tab/>
        <w:t>1.013e0</w:t>
      </w:r>
    </w:p>
    <w:p w:rsidR="007B2329" w:rsidRDefault="007B2329" w:rsidP="007B2329">
      <w:r>
        <w:t>493.0577</w:t>
      </w:r>
      <w:r>
        <w:tab/>
        <w:t>1.013e0</w:t>
      </w:r>
    </w:p>
    <w:p w:rsidR="007B2329" w:rsidRDefault="007B2329" w:rsidP="007B2329">
      <w:r>
        <w:t>493.0773</w:t>
      </w:r>
      <w:r>
        <w:tab/>
        <w:t>2.025e0</w:t>
      </w:r>
    </w:p>
    <w:p w:rsidR="007B2329" w:rsidRDefault="007B2329" w:rsidP="007B2329">
      <w:r>
        <w:t>493.1124</w:t>
      </w:r>
      <w:r>
        <w:tab/>
        <w:t>4.051e0</w:t>
      </w:r>
    </w:p>
    <w:p w:rsidR="007B2329" w:rsidRDefault="007B2329" w:rsidP="007B2329">
      <w:r>
        <w:t>493.1206</w:t>
      </w:r>
      <w:r>
        <w:tab/>
        <w:t>2.322e0</w:t>
      </w:r>
    </w:p>
    <w:p w:rsidR="007B2329" w:rsidRDefault="007B2329" w:rsidP="007B2329">
      <w:r>
        <w:t>493.1366</w:t>
      </w:r>
      <w:r>
        <w:tab/>
        <w:t>6.086e0</w:t>
      </w:r>
    </w:p>
    <w:p w:rsidR="007B2329" w:rsidRDefault="007B2329" w:rsidP="007B2329">
      <w:r>
        <w:t>493.1413</w:t>
      </w:r>
      <w:r>
        <w:tab/>
        <w:t>1.013e0</w:t>
      </w:r>
    </w:p>
    <w:p w:rsidR="007B2329" w:rsidRDefault="007B2329" w:rsidP="007B2329">
      <w:r>
        <w:t>493.1439</w:t>
      </w:r>
      <w:r>
        <w:tab/>
        <w:t>6.601e0</w:t>
      </w:r>
    </w:p>
    <w:p w:rsidR="007B2329" w:rsidRDefault="007B2329" w:rsidP="007B2329">
      <w:r>
        <w:t>493.1785</w:t>
      </w:r>
      <w:r>
        <w:tab/>
        <w:t>2.025e0</w:t>
      </w:r>
    </w:p>
    <w:p w:rsidR="007B2329" w:rsidRDefault="007B2329" w:rsidP="007B2329">
      <w:r>
        <w:t>493.2181</w:t>
      </w:r>
      <w:r>
        <w:tab/>
        <w:t>5.596e0</w:t>
      </w:r>
    </w:p>
    <w:p w:rsidR="007B2329" w:rsidRDefault="007B2329" w:rsidP="007B2329">
      <w:r>
        <w:t>493.2467</w:t>
      </w:r>
      <w:r>
        <w:tab/>
        <w:t>6.214e0</w:t>
      </w:r>
    </w:p>
    <w:p w:rsidR="007B2329" w:rsidRDefault="007B2329" w:rsidP="007B2329">
      <w:r>
        <w:t>493.2524</w:t>
      </w:r>
      <w:r>
        <w:tab/>
        <w:t>3.025e1</w:t>
      </w:r>
    </w:p>
    <w:p w:rsidR="007B2329" w:rsidRDefault="007B2329" w:rsidP="007B2329">
      <w:r>
        <w:t>493.2577</w:t>
      </w:r>
      <w:r>
        <w:tab/>
        <w:t>7.686e0</w:t>
      </w:r>
    </w:p>
    <w:p w:rsidR="007B2329" w:rsidRDefault="007B2329" w:rsidP="007B2329">
      <w:r>
        <w:t>493.2588</w:t>
      </w:r>
      <w:r>
        <w:tab/>
        <w:t>1.418e1</w:t>
      </w:r>
    </w:p>
    <w:p w:rsidR="007B2329" w:rsidRDefault="007B2329" w:rsidP="007B2329">
      <w:r>
        <w:t>493.2630</w:t>
      </w:r>
      <w:r>
        <w:tab/>
        <w:t>1.023e1</w:t>
      </w:r>
    </w:p>
    <w:p w:rsidR="007B2329" w:rsidRDefault="007B2329" w:rsidP="007B2329">
      <w:r>
        <w:lastRenderedPageBreak/>
        <w:t>493.2653</w:t>
      </w:r>
      <w:r>
        <w:tab/>
        <w:t>1.245e1</w:t>
      </w:r>
    </w:p>
    <w:p w:rsidR="007B2329" w:rsidRDefault="007B2329" w:rsidP="007B2329">
      <w:r>
        <w:t>493.2695</w:t>
      </w:r>
      <w:r>
        <w:tab/>
        <w:t>2.037e1</w:t>
      </w:r>
    </w:p>
    <w:p w:rsidR="007B2329" w:rsidRDefault="007B2329" w:rsidP="007B2329">
      <w:r>
        <w:t>493.2950</w:t>
      </w:r>
      <w:r>
        <w:tab/>
        <w:t>3.038e0</w:t>
      </w:r>
    </w:p>
    <w:p w:rsidR="007B2329" w:rsidRDefault="007B2329" w:rsidP="007B2329">
      <w:r>
        <w:t>493.3041</w:t>
      </w:r>
      <w:r>
        <w:tab/>
        <w:t>1.432e1</w:t>
      </w:r>
    </w:p>
    <w:p w:rsidR="007B2329" w:rsidRDefault="007B2329" w:rsidP="007B2329">
      <w:r>
        <w:t>493.3178</w:t>
      </w:r>
      <w:r>
        <w:tab/>
        <w:t>4.468e0</w:t>
      </w:r>
    </w:p>
    <w:p w:rsidR="007B2329" w:rsidRDefault="007B2329" w:rsidP="007B2329">
      <w:r>
        <w:t>493.3218</w:t>
      </w:r>
      <w:r>
        <w:tab/>
        <w:t>5.432e0</w:t>
      </w:r>
    </w:p>
    <w:p w:rsidR="007B2329" w:rsidRDefault="007B2329" w:rsidP="007B2329">
      <w:r>
        <w:t>493.3230</w:t>
      </w:r>
      <w:r>
        <w:tab/>
        <w:t>2.380e0</w:t>
      </w:r>
    </w:p>
    <w:p w:rsidR="007B2329" w:rsidRDefault="007B2329" w:rsidP="007B2329">
      <w:r>
        <w:t>493.3355</w:t>
      </w:r>
      <w:r>
        <w:tab/>
        <w:t>3.816e0</w:t>
      </w:r>
    </w:p>
    <w:p w:rsidR="007B2329" w:rsidRDefault="007B2329" w:rsidP="007B2329">
      <w:r>
        <w:t>493.3449</w:t>
      </w:r>
      <w:r>
        <w:tab/>
        <w:t>3.104e0</w:t>
      </w:r>
    </w:p>
    <w:p w:rsidR="007B2329" w:rsidRDefault="007B2329" w:rsidP="007B2329">
      <w:r>
        <w:t>493.3707</w:t>
      </w:r>
      <w:r>
        <w:tab/>
        <w:t>2.025e0</w:t>
      </w:r>
    </w:p>
    <w:p w:rsidR="007B2329" w:rsidRDefault="007B2329" w:rsidP="007B2329">
      <w:r>
        <w:t>493.3811</w:t>
      </w:r>
      <w:r>
        <w:tab/>
        <w:t>1.025e0</w:t>
      </w:r>
    </w:p>
    <w:p w:rsidR="007B2329" w:rsidRDefault="007B2329" w:rsidP="007B2329">
      <w:r>
        <w:t>493.4035</w:t>
      </w:r>
      <w:r>
        <w:tab/>
        <w:t>2.038e0</w:t>
      </w:r>
    </w:p>
    <w:p w:rsidR="007B2329" w:rsidRDefault="007B2329" w:rsidP="007B2329">
      <w:r>
        <w:t>493.4241</w:t>
      </w:r>
      <w:r>
        <w:tab/>
        <w:t>1.013e0</w:t>
      </w:r>
    </w:p>
    <w:p w:rsidR="007B2329" w:rsidRDefault="007B2329" w:rsidP="007B2329">
      <w:r>
        <w:t>493.4272</w:t>
      </w:r>
      <w:r>
        <w:tab/>
        <w:t>2.025e0</w:t>
      </w:r>
    </w:p>
    <w:p w:rsidR="007B2329" w:rsidRDefault="007B2329" w:rsidP="007B2329">
      <w:r>
        <w:t>493.4497</w:t>
      </w:r>
      <w:r>
        <w:tab/>
        <w:t>1.013e0</w:t>
      </w:r>
    </w:p>
    <w:p w:rsidR="007B2329" w:rsidRDefault="007B2329" w:rsidP="007B2329">
      <w:r>
        <w:t>493.4546</w:t>
      </w:r>
      <w:r>
        <w:tab/>
        <w:t>1.013e0</w:t>
      </w:r>
    </w:p>
    <w:p w:rsidR="007B2329" w:rsidRDefault="007B2329" w:rsidP="007B2329">
      <w:r>
        <w:t>493.4789</w:t>
      </w:r>
      <w:r>
        <w:tab/>
        <w:t>5.063e0</w:t>
      </w:r>
    </w:p>
    <w:p w:rsidR="007B2329" w:rsidRDefault="007B2329" w:rsidP="007B2329">
      <w:r>
        <w:t>493.4840</w:t>
      </w:r>
      <w:r>
        <w:tab/>
        <w:t>1.013e0</w:t>
      </w:r>
    </w:p>
    <w:p w:rsidR="007B2329" w:rsidRDefault="007B2329" w:rsidP="007B2329">
      <w:r>
        <w:t>493.5073</w:t>
      </w:r>
      <w:r>
        <w:tab/>
        <w:t>4.051e0</w:t>
      </w:r>
    </w:p>
    <w:p w:rsidR="007B2329" w:rsidRDefault="007B2329" w:rsidP="007B2329">
      <w:r>
        <w:lastRenderedPageBreak/>
        <w:t>493.5458</w:t>
      </w:r>
      <w:r>
        <w:tab/>
        <w:t>2.025e0</w:t>
      </w:r>
    </w:p>
    <w:p w:rsidR="007B2329" w:rsidRDefault="007B2329" w:rsidP="007B2329">
      <w:r>
        <w:t>493.5815</w:t>
      </w:r>
      <w:r>
        <w:tab/>
        <w:t>1.025e0</w:t>
      </w:r>
    </w:p>
    <w:p w:rsidR="007B2329" w:rsidRDefault="007B2329" w:rsidP="007B2329">
      <w:r>
        <w:t>493.6042</w:t>
      </w:r>
      <w:r>
        <w:tab/>
        <w:t>1.013e0</w:t>
      </w:r>
    </w:p>
    <w:p w:rsidR="007B2329" w:rsidRDefault="007B2329" w:rsidP="007B2329">
      <w:r>
        <w:t>493.6127</w:t>
      </w:r>
      <w:r>
        <w:tab/>
        <w:t>1.013e0</w:t>
      </w:r>
    </w:p>
    <w:p w:rsidR="007B2329" w:rsidRDefault="007B2329" w:rsidP="007B2329">
      <w:r>
        <w:t>493.6255</w:t>
      </w:r>
      <w:r>
        <w:tab/>
        <w:t>2.025e0</w:t>
      </w:r>
    </w:p>
    <w:p w:rsidR="007B2329" w:rsidRDefault="007B2329" w:rsidP="007B2329">
      <w:r>
        <w:t>493.6422</w:t>
      </w:r>
      <w:r>
        <w:tab/>
        <w:t>2.025e0</w:t>
      </w:r>
    </w:p>
    <w:p w:rsidR="007B2329" w:rsidRDefault="007B2329" w:rsidP="007B2329">
      <w:r>
        <w:t>493.6556</w:t>
      </w:r>
      <w:r>
        <w:tab/>
        <w:t>1.013e0</w:t>
      </w:r>
    </w:p>
    <w:p w:rsidR="007B2329" w:rsidRDefault="007B2329" w:rsidP="007B2329">
      <w:r>
        <w:t>493.6653</w:t>
      </w:r>
      <w:r>
        <w:tab/>
        <w:t>1.013e0</w:t>
      </w:r>
    </w:p>
    <w:p w:rsidR="007B2329" w:rsidRDefault="007B2329" w:rsidP="007B2329">
      <w:r>
        <w:t>493.6984</w:t>
      </w:r>
      <w:r>
        <w:tab/>
        <w:t>1.013e0</w:t>
      </w:r>
    </w:p>
    <w:p w:rsidR="007B2329" w:rsidRDefault="007B2329" w:rsidP="007B2329">
      <w:r>
        <w:t>493.7074</w:t>
      </w:r>
      <w:r>
        <w:tab/>
        <w:t>3.038e0</w:t>
      </w:r>
    </w:p>
    <w:p w:rsidR="007B2329" w:rsidRDefault="007B2329" w:rsidP="007B2329">
      <w:r>
        <w:t>493.7156</w:t>
      </w:r>
      <w:r>
        <w:tab/>
        <w:t>1.013e0</w:t>
      </w:r>
    </w:p>
    <w:p w:rsidR="007B2329" w:rsidRDefault="007B2329" w:rsidP="007B2329">
      <w:r>
        <w:t>493.7383</w:t>
      </w:r>
      <w:r>
        <w:tab/>
        <w:t>1.013e0</w:t>
      </w:r>
    </w:p>
    <w:p w:rsidR="007B2329" w:rsidRDefault="007B2329" w:rsidP="007B2329">
      <w:r>
        <w:t>493.7498</w:t>
      </w:r>
      <w:r>
        <w:tab/>
        <w:t>1.013e0</w:t>
      </w:r>
    </w:p>
    <w:p w:rsidR="007B2329" w:rsidRDefault="007B2329" w:rsidP="007B2329">
      <w:r>
        <w:t>493.7752</w:t>
      </w:r>
      <w:r>
        <w:tab/>
        <w:t>1.013e0</w:t>
      </w:r>
    </w:p>
    <w:p w:rsidR="007B2329" w:rsidRDefault="007B2329" w:rsidP="007B2329">
      <w:r>
        <w:t>493.7782</w:t>
      </w:r>
      <w:r>
        <w:tab/>
        <w:t>1.266e-2</w:t>
      </w:r>
    </w:p>
    <w:p w:rsidR="007B2329" w:rsidRDefault="007B2329" w:rsidP="007B2329">
      <w:r>
        <w:t>493.7900</w:t>
      </w:r>
      <w:r>
        <w:tab/>
        <w:t>3.038e0</w:t>
      </w:r>
    </w:p>
    <w:p w:rsidR="007B2329" w:rsidRDefault="007B2329" w:rsidP="007B2329">
      <w:r>
        <w:t>493.7927</w:t>
      </w:r>
      <w:r>
        <w:tab/>
        <w:t>1.013e0</w:t>
      </w:r>
    </w:p>
    <w:p w:rsidR="007B2329" w:rsidRDefault="007B2329" w:rsidP="007B2329">
      <w:r>
        <w:t>493.8396</w:t>
      </w:r>
      <w:r>
        <w:tab/>
        <w:t>2.025e0</w:t>
      </w:r>
    </w:p>
    <w:p w:rsidR="007B2329" w:rsidRDefault="007B2329" w:rsidP="007B2329">
      <w:r>
        <w:t>493.8615</w:t>
      </w:r>
      <w:r>
        <w:tab/>
        <w:t>2.025e0</w:t>
      </w:r>
    </w:p>
    <w:p w:rsidR="007B2329" w:rsidRDefault="007B2329" w:rsidP="007B2329">
      <w:r>
        <w:lastRenderedPageBreak/>
        <w:t>493.8626</w:t>
      </w:r>
      <w:r>
        <w:tab/>
        <w:t>3.038e0</w:t>
      </w:r>
    </w:p>
    <w:p w:rsidR="007B2329" w:rsidRDefault="007B2329" w:rsidP="007B2329">
      <w:r>
        <w:t>493.8780</w:t>
      </w:r>
      <w:r>
        <w:tab/>
        <w:t>4.051e0</w:t>
      </w:r>
    </w:p>
    <w:p w:rsidR="007B2329" w:rsidRDefault="007B2329" w:rsidP="007B2329">
      <w:r>
        <w:t>493.8825</w:t>
      </w:r>
      <w:r>
        <w:tab/>
        <w:t>2.025e0</w:t>
      </w:r>
    </w:p>
    <w:p w:rsidR="007B2329" w:rsidRDefault="007B2329" w:rsidP="007B2329">
      <w:r>
        <w:t>493.8896</w:t>
      </w:r>
      <w:r>
        <w:tab/>
        <w:t>3.038e0</w:t>
      </w:r>
    </w:p>
    <w:p w:rsidR="007B2329" w:rsidRDefault="007B2329" w:rsidP="007B2329">
      <w:r>
        <w:t>493.9013</w:t>
      </w:r>
      <w:r>
        <w:tab/>
        <w:t>3.038e0</w:t>
      </w:r>
    </w:p>
    <w:p w:rsidR="007B2329" w:rsidRDefault="007B2329" w:rsidP="007B2329">
      <w:r>
        <w:t>493.9045</w:t>
      </w:r>
      <w:r>
        <w:tab/>
        <w:t>1.013e0</w:t>
      </w:r>
    </w:p>
    <w:p w:rsidR="007B2329" w:rsidRDefault="007B2329" w:rsidP="007B2329">
      <w:r>
        <w:t>493.9424</w:t>
      </w:r>
      <w:r>
        <w:tab/>
        <w:t>3.038e0</w:t>
      </w:r>
    </w:p>
    <w:p w:rsidR="007B2329" w:rsidRDefault="007B2329" w:rsidP="007B2329">
      <w:r>
        <w:t>493.9613</w:t>
      </w:r>
      <w:r>
        <w:tab/>
        <w:t>3.038e0</w:t>
      </w:r>
    </w:p>
    <w:p w:rsidR="007B2329" w:rsidRDefault="007B2329" w:rsidP="007B2329">
      <w:r>
        <w:t>493.9652</w:t>
      </w:r>
      <w:r>
        <w:tab/>
        <w:t>2.025e0</w:t>
      </w:r>
    </w:p>
    <w:p w:rsidR="007B2329" w:rsidRDefault="007B2329" w:rsidP="007B2329">
      <w:r>
        <w:t>493.9676</w:t>
      </w:r>
      <w:r>
        <w:tab/>
        <w:t>1.013e0</w:t>
      </w:r>
    </w:p>
    <w:p w:rsidR="007B2329" w:rsidRDefault="007B2329" w:rsidP="007B2329">
      <w:r>
        <w:t>493.9862</w:t>
      </w:r>
      <w:r>
        <w:tab/>
        <w:t>4.051e0</w:t>
      </w:r>
    </w:p>
    <w:p w:rsidR="007B2329" w:rsidRDefault="007B2329" w:rsidP="007B2329">
      <w:r>
        <w:t>494.0161</w:t>
      </w:r>
      <w:r>
        <w:tab/>
        <w:t>2.025e0</w:t>
      </w:r>
    </w:p>
    <w:p w:rsidR="007B2329" w:rsidRDefault="007B2329" w:rsidP="007B2329">
      <w:r>
        <w:t>494.0409</w:t>
      </w:r>
      <w:r>
        <w:tab/>
        <w:t>1.013e0</w:t>
      </w:r>
    </w:p>
    <w:p w:rsidR="007B2329" w:rsidRDefault="007B2329" w:rsidP="007B2329">
      <w:r>
        <w:t>494.0479</w:t>
      </w:r>
      <w:r>
        <w:tab/>
        <w:t>2.532e-2</w:t>
      </w:r>
    </w:p>
    <w:p w:rsidR="007B2329" w:rsidRDefault="007B2329" w:rsidP="007B2329">
      <w:r>
        <w:t>494.0502</w:t>
      </w:r>
      <w:r>
        <w:tab/>
        <w:t>3.038e0</w:t>
      </w:r>
    </w:p>
    <w:p w:rsidR="007B2329" w:rsidRDefault="007B2329" w:rsidP="007B2329">
      <w:r>
        <w:t>494.1166</w:t>
      </w:r>
      <w:r>
        <w:tab/>
        <w:t>3.432e0</w:t>
      </w:r>
    </w:p>
    <w:p w:rsidR="007B2329" w:rsidRDefault="007B2329" w:rsidP="007B2329">
      <w:r>
        <w:t>494.1293</w:t>
      </w:r>
      <w:r>
        <w:tab/>
        <w:t>3.720e0</w:t>
      </w:r>
    </w:p>
    <w:p w:rsidR="007B2329" w:rsidRDefault="007B2329" w:rsidP="007B2329">
      <w:r>
        <w:t>494.1357</w:t>
      </w:r>
      <w:r>
        <w:tab/>
        <w:t>1.687e1</w:t>
      </w:r>
    </w:p>
    <w:p w:rsidR="007B2329" w:rsidRDefault="007B2329" w:rsidP="007B2329">
      <w:r>
        <w:t>494.1430</w:t>
      </w:r>
      <w:r>
        <w:tab/>
        <w:t>2.201e0</w:t>
      </w:r>
    </w:p>
    <w:p w:rsidR="007B2329" w:rsidRDefault="007B2329" w:rsidP="007B2329">
      <w:r>
        <w:lastRenderedPageBreak/>
        <w:t>494.1508</w:t>
      </w:r>
      <w:r>
        <w:tab/>
        <w:t>1.034e1</w:t>
      </w:r>
    </w:p>
    <w:p w:rsidR="007B2329" w:rsidRDefault="007B2329" w:rsidP="007B2329">
      <w:r>
        <w:t>494.1568</w:t>
      </w:r>
      <w:r>
        <w:tab/>
        <w:t>1.013e0</w:t>
      </w:r>
    </w:p>
    <w:p w:rsidR="007B2329" w:rsidRDefault="007B2329" w:rsidP="007B2329">
      <w:r>
        <w:t>494.2097</w:t>
      </w:r>
      <w:r>
        <w:tab/>
        <w:t>9.173e0</w:t>
      </w:r>
    </w:p>
    <w:p w:rsidR="007B2329" w:rsidRDefault="007B2329" w:rsidP="007B2329">
      <w:r>
        <w:t>494.2389</w:t>
      </w:r>
      <w:r>
        <w:tab/>
        <w:t>1.984e0</w:t>
      </w:r>
    </w:p>
    <w:p w:rsidR="007B2329" w:rsidRDefault="007B2329" w:rsidP="007B2329">
      <w:r>
        <w:t>494.2424</w:t>
      </w:r>
      <w:r>
        <w:tab/>
        <w:t>5.729e0</w:t>
      </w:r>
    </w:p>
    <w:p w:rsidR="007B2329" w:rsidRDefault="007B2329" w:rsidP="007B2329">
      <w:r>
        <w:t>494.2481</w:t>
      </w:r>
      <w:r>
        <w:tab/>
        <w:t>1.440e1</w:t>
      </w:r>
    </w:p>
    <w:p w:rsidR="007B2329" w:rsidRDefault="007B2329" w:rsidP="007B2329">
      <w:r>
        <w:t>494.2528</w:t>
      </w:r>
      <w:r>
        <w:tab/>
        <w:t>1.013e1</w:t>
      </w:r>
    </w:p>
    <w:p w:rsidR="007B2329" w:rsidRDefault="007B2329" w:rsidP="007B2329">
      <w:r>
        <w:t>494.2563</w:t>
      </w:r>
      <w:r>
        <w:tab/>
        <w:t>7.173e0</w:t>
      </w:r>
    </w:p>
    <w:p w:rsidR="007B2329" w:rsidRDefault="007B2329" w:rsidP="007B2329">
      <w:r>
        <w:t>494.2958</w:t>
      </w:r>
      <w:r>
        <w:tab/>
        <w:t>3.038e0</w:t>
      </w:r>
    </w:p>
    <w:p w:rsidR="007B2329" w:rsidRDefault="007B2329" w:rsidP="007B2329">
      <w:r>
        <w:t>494.3094</w:t>
      </w:r>
      <w:r>
        <w:tab/>
        <w:t>2.025e0</w:t>
      </w:r>
    </w:p>
    <w:p w:rsidR="007B2329" w:rsidRDefault="007B2329" w:rsidP="007B2329">
      <w:r>
        <w:t>494.3541</w:t>
      </w:r>
      <w:r>
        <w:tab/>
        <w:t>2.720e0</w:t>
      </w:r>
    </w:p>
    <w:p w:rsidR="007B2329" w:rsidRDefault="007B2329" w:rsidP="007B2329">
      <w:r>
        <w:t>494.3553</w:t>
      </w:r>
      <w:r>
        <w:tab/>
        <w:t>1.620e0</w:t>
      </w:r>
    </w:p>
    <w:p w:rsidR="007B2329" w:rsidRDefault="007B2329" w:rsidP="007B2329">
      <w:r>
        <w:t>494.3601</w:t>
      </w:r>
      <w:r>
        <w:tab/>
        <w:t>1.534e0</w:t>
      </w:r>
    </w:p>
    <w:p w:rsidR="007B2329" w:rsidRDefault="007B2329" w:rsidP="007B2329">
      <w:r>
        <w:t>494.3830</w:t>
      </w:r>
      <w:r>
        <w:tab/>
        <w:t>1.690e0</w:t>
      </w:r>
    </w:p>
    <w:p w:rsidR="007B2329" w:rsidRDefault="007B2329" w:rsidP="007B2329">
      <w:r>
        <w:t>494.4194</w:t>
      </w:r>
      <w:r>
        <w:tab/>
        <w:t>1.013e0</w:t>
      </w:r>
    </w:p>
    <w:p w:rsidR="007B2329" w:rsidRDefault="007B2329" w:rsidP="007B2329">
      <w:r>
        <w:t>494.4388</w:t>
      </w:r>
      <w:r>
        <w:tab/>
        <w:t>3.917e0</w:t>
      </w:r>
    </w:p>
    <w:p w:rsidR="007B2329" w:rsidRDefault="007B2329" w:rsidP="007B2329">
      <w:r>
        <w:t>494.4408</w:t>
      </w:r>
      <w:r>
        <w:tab/>
        <w:t>1.013e0</w:t>
      </w:r>
    </w:p>
    <w:p w:rsidR="007B2329" w:rsidRDefault="007B2329" w:rsidP="007B2329">
      <w:r>
        <w:t>494.4427</w:t>
      </w:r>
      <w:r>
        <w:tab/>
        <w:t>4.051e0</w:t>
      </w:r>
    </w:p>
    <w:p w:rsidR="007B2329" w:rsidRDefault="007B2329" w:rsidP="007B2329">
      <w:r>
        <w:t>494.4623</w:t>
      </w:r>
      <w:r>
        <w:tab/>
        <w:t>1.266e-2</w:t>
      </w:r>
    </w:p>
    <w:p w:rsidR="007B2329" w:rsidRDefault="007B2329" w:rsidP="007B2329">
      <w:r>
        <w:lastRenderedPageBreak/>
        <w:t>494.4746</w:t>
      </w:r>
      <w:r>
        <w:tab/>
        <w:t>2.025e0</w:t>
      </w:r>
    </w:p>
    <w:p w:rsidR="007B2329" w:rsidRDefault="007B2329" w:rsidP="007B2329">
      <w:r>
        <w:t>494.4804</w:t>
      </w:r>
      <w:r>
        <w:tab/>
        <w:t>1.013e0</w:t>
      </w:r>
    </w:p>
    <w:p w:rsidR="007B2329" w:rsidRDefault="007B2329" w:rsidP="007B2329">
      <w:r>
        <w:t>494.4881</w:t>
      </w:r>
      <w:r>
        <w:tab/>
        <w:t>1.013e0</w:t>
      </w:r>
    </w:p>
    <w:p w:rsidR="007B2329" w:rsidRDefault="007B2329" w:rsidP="007B2329">
      <w:r>
        <w:t>494.4974</w:t>
      </w:r>
      <w:r>
        <w:tab/>
        <w:t>2.025e0</w:t>
      </w:r>
    </w:p>
    <w:p w:rsidR="007B2329" w:rsidRDefault="007B2329" w:rsidP="007B2329">
      <w:r>
        <w:t>494.5223</w:t>
      </w:r>
      <w:r>
        <w:tab/>
        <w:t>1.013e0</w:t>
      </w:r>
    </w:p>
    <w:p w:rsidR="007B2329" w:rsidRDefault="007B2329" w:rsidP="007B2329">
      <w:r>
        <w:t>494.5310</w:t>
      </w:r>
      <w:r>
        <w:tab/>
        <w:t>1.013e0</w:t>
      </w:r>
    </w:p>
    <w:p w:rsidR="007B2329" w:rsidRDefault="007B2329" w:rsidP="007B2329">
      <w:r>
        <w:t>494.5357</w:t>
      </w:r>
      <w:r>
        <w:tab/>
        <w:t>3.038e0</w:t>
      </w:r>
    </w:p>
    <w:p w:rsidR="007B2329" w:rsidRDefault="007B2329" w:rsidP="007B2329">
      <w:r>
        <w:t>494.5826</w:t>
      </w:r>
      <w:r>
        <w:tab/>
        <w:t>1.013e0</w:t>
      </w:r>
    </w:p>
    <w:p w:rsidR="007B2329" w:rsidRDefault="007B2329" w:rsidP="007B2329">
      <w:r>
        <w:t>494.5998</w:t>
      </w:r>
      <w:r>
        <w:tab/>
        <w:t>4.051e0</w:t>
      </w:r>
    </w:p>
    <w:p w:rsidR="007B2329" w:rsidRDefault="007B2329" w:rsidP="007B2329">
      <w:r>
        <w:t>494.6300</w:t>
      </w:r>
      <w:r>
        <w:tab/>
        <w:t>2.025e0</w:t>
      </w:r>
    </w:p>
    <w:p w:rsidR="007B2329" w:rsidRDefault="007B2329" w:rsidP="007B2329">
      <w:r>
        <w:t>494.6420</w:t>
      </w:r>
      <w:r>
        <w:tab/>
        <w:t>2.025e0</w:t>
      </w:r>
    </w:p>
    <w:p w:rsidR="007B2329" w:rsidRDefault="007B2329" w:rsidP="007B2329">
      <w:r>
        <w:t>494.6770</w:t>
      </w:r>
      <w:r>
        <w:tab/>
        <w:t>1.013e0</w:t>
      </w:r>
    </w:p>
    <w:p w:rsidR="007B2329" w:rsidRDefault="007B2329" w:rsidP="007B2329">
      <w:r>
        <w:t>494.7034</w:t>
      </w:r>
      <w:r>
        <w:tab/>
        <w:t>3.038e0</w:t>
      </w:r>
    </w:p>
    <w:p w:rsidR="007B2329" w:rsidRDefault="007B2329" w:rsidP="007B2329">
      <w:r>
        <w:t>494.7198</w:t>
      </w:r>
      <w:r>
        <w:tab/>
        <w:t>4.051e0</w:t>
      </w:r>
    </w:p>
    <w:p w:rsidR="007B2329" w:rsidRDefault="007B2329" w:rsidP="007B2329">
      <w:r>
        <w:t>494.7245</w:t>
      </w:r>
      <w:r>
        <w:tab/>
        <w:t>6.076e0</w:t>
      </w:r>
    </w:p>
    <w:p w:rsidR="007B2329" w:rsidRDefault="007B2329" w:rsidP="007B2329">
      <w:r>
        <w:t>494.7477</w:t>
      </w:r>
      <w:r>
        <w:tab/>
        <w:t>2.025e0</w:t>
      </w:r>
    </w:p>
    <w:p w:rsidR="007B2329" w:rsidRDefault="007B2329" w:rsidP="007B2329">
      <w:r>
        <w:t>494.7630</w:t>
      </w:r>
      <w:r>
        <w:tab/>
        <w:t>2.025e0</w:t>
      </w:r>
    </w:p>
    <w:p w:rsidR="007B2329" w:rsidRDefault="007B2329" w:rsidP="007B2329">
      <w:r>
        <w:t>494.7830</w:t>
      </w:r>
      <w:r>
        <w:tab/>
        <w:t>1.013e0</w:t>
      </w:r>
    </w:p>
    <w:p w:rsidR="007B2329" w:rsidRDefault="007B2329" w:rsidP="007B2329">
      <w:r>
        <w:t>494.7924</w:t>
      </w:r>
      <w:r>
        <w:tab/>
        <w:t>1.025e0</w:t>
      </w:r>
    </w:p>
    <w:p w:rsidR="007B2329" w:rsidRDefault="007B2329" w:rsidP="007B2329">
      <w:r>
        <w:lastRenderedPageBreak/>
        <w:t>494.8285</w:t>
      </w:r>
      <w:r>
        <w:tab/>
        <w:t>2.025e0</w:t>
      </w:r>
    </w:p>
    <w:p w:rsidR="007B2329" w:rsidRDefault="007B2329" w:rsidP="007B2329">
      <w:r>
        <w:t>494.8457</w:t>
      </w:r>
      <w:r>
        <w:tab/>
        <w:t>2.025e0</w:t>
      </w:r>
    </w:p>
    <w:p w:rsidR="007B2329" w:rsidRDefault="007B2329" w:rsidP="007B2329">
      <w:r>
        <w:t>494.8559</w:t>
      </w:r>
      <w:r>
        <w:tab/>
        <w:t>2.025e0</w:t>
      </w:r>
    </w:p>
    <w:p w:rsidR="007B2329" w:rsidRDefault="007B2329" w:rsidP="007B2329">
      <w:r>
        <w:t>494.8575</w:t>
      </w:r>
      <w:r>
        <w:tab/>
        <w:t>4.051e0</w:t>
      </w:r>
    </w:p>
    <w:p w:rsidR="007B2329" w:rsidRDefault="007B2329" w:rsidP="007B2329">
      <w:r>
        <w:t>494.8754</w:t>
      </w:r>
      <w:r>
        <w:tab/>
        <w:t>3.038e0</w:t>
      </w:r>
    </w:p>
    <w:p w:rsidR="007B2329" w:rsidRDefault="007B2329" w:rsidP="007B2329">
      <w:r>
        <w:t>494.8773</w:t>
      </w:r>
      <w:r>
        <w:tab/>
        <w:t>1.266e-2</w:t>
      </w:r>
    </w:p>
    <w:p w:rsidR="007B2329" w:rsidRDefault="007B2329" w:rsidP="007B2329">
      <w:r>
        <w:t>494.9140</w:t>
      </w:r>
      <w:r>
        <w:tab/>
        <w:t>2.025e0</w:t>
      </w:r>
    </w:p>
    <w:p w:rsidR="007B2329" w:rsidRDefault="007B2329" w:rsidP="007B2329">
      <w:r>
        <w:t>494.9414</w:t>
      </w:r>
      <w:r>
        <w:tab/>
        <w:t>2.025e0</w:t>
      </w:r>
    </w:p>
    <w:p w:rsidR="007B2329" w:rsidRDefault="007B2329" w:rsidP="007B2329">
      <w:r>
        <w:t>494.9434</w:t>
      </w:r>
      <w:r>
        <w:tab/>
        <w:t>1.013e0</w:t>
      </w:r>
    </w:p>
    <w:p w:rsidR="007B2329" w:rsidRDefault="007B2329" w:rsidP="007B2329">
      <w:r>
        <w:t>494.9506</w:t>
      </w:r>
      <w:r>
        <w:tab/>
        <w:t>1.013e0</w:t>
      </w:r>
    </w:p>
    <w:p w:rsidR="007B2329" w:rsidRDefault="007B2329" w:rsidP="007B2329">
      <w:r>
        <w:t>494.9606</w:t>
      </w:r>
      <w:r>
        <w:tab/>
        <w:t>2.025e0</w:t>
      </w:r>
    </w:p>
    <w:p w:rsidR="007B2329" w:rsidRDefault="007B2329" w:rsidP="007B2329">
      <w:r>
        <w:t>494.9641</w:t>
      </w:r>
      <w:r>
        <w:tab/>
        <w:t>4.063e0</w:t>
      </w:r>
    </w:p>
    <w:p w:rsidR="007B2329" w:rsidRDefault="007B2329" w:rsidP="007B2329">
      <w:r>
        <w:t>495.0052</w:t>
      </w:r>
      <w:r>
        <w:tab/>
        <w:t>2.025e0</w:t>
      </w:r>
    </w:p>
    <w:p w:rsidR="007B2329" w:rsidRDefault="007B2329" w:rsidP="007B2329">
      <w:r>
        <w:t>495.0197</w:t>
      </w:r>
      <w:r>
        <w:tab/>
        <w:t>4.051e0</w:t>
      </w:r>
    </w:p>
    <w:p w:rsidR="007B2329" w:rsidRDefault="007B2329" w:rsidP="007B2329">
      <w:r>
        <w:t>495.0423</w:t>
      </w:r>
      <w:r>
        <w:tab/>
        <w:t>4.051e0</w:t>
      </w:r>
    </w:p>
    <w:p w:rsidR="007B2329" w:rsidRDefault="007B2329" w:rsidP="007B2329">
      <w:r>
        <w:t>495.0466</w:t>
      </w:r>
      <w:r>
        <w:tab/>
        <w:t>4.051e0</w:t>
      </w:r>
    </w:p>
    <w:p w:rsidR="007B2329" w:rsidRDefault="007B2329" w:rsidP="007B2329">
      <w:r>
        <w:t>495.0742</w:t>
      </w:r>
      <w:r>
        <w:tab/>
        <w:t>2.025e0</w:t>
      </w:r>
    </w:p>
    <w:p w:rsidR="007B2329" w:rsidRDefault="007B2329" w:rsidP="007B2329">
      <w:r>
        <w:t>495.0810</w:t>
      </w:r>
      <w:r>
        <w:tab/>
        <w:t>1.013e0</w:t>
      </w:r>
    </w:p>
    <w:p w:rsidR="007B2329" w:rsidRDefault="007B2329" w:rsidP="007B2329">
      <w:r>
        <w:t>495.0965</w:t>
      </w:r>
      <w:r>
        <w:tab/>
        <w:t>2.025e0</w:t>
      </w:r>
    </w:p>
    <w:p w:rsidR="007B2329" w:rsidRDefault="007B2329" w:rsidP="007B2329">
      <w:r>
        <w:lastRenderedPageBreak/>
        <w:t>495.1207</w:t>
      </w:r>
      <w:r>
        <w:tab/>
        <w:t>3.186e0</w:t>
      </w:r>
    </w:p>
    <w:p w:rsidR="007B2329" w:rsidRDefault="007B2329" w:rsidP="007B2329">
      <w:r>
        <w:t>495.1233</w:t>
      </w:r>
      <w:r>
        <w:tab/>
        <w:t>1.849e0</w:t>
      </w:r>
    </w:p>
    <w:p w:rsidR="007B2329" w:rsidRDefault="007B2329" w:rsidP="007B2329">
      <w:r>
        <w:t>495.1294</w:t>
      </w:r>
      <w:r>
        <w:tab/>
        <w:t>1.694e0</w:t>
      </w:r>
    </w:p>
    <w:p w:rsidR="007B2329" w:rsidRDefault="007B2329" w:rsidP="007B2329">
      <w:r>
        <w:t>495.1497</w:t>
      </w:r>
      <w:r>
        <w:tab/>
        <w:t>1.013e0</w:t>
      </w:r>
    </w:p>
    <w:p w:rsidR="007B2329" w:rsidRDefault="007B2329" w:rsidP="007B2329">
      <w:r>
        <w:t>495.1509</w:t>
      </w:r>
      <w:r>
        <w:tab/>
        <w:t>1.065e1</w:t>
      </w:r>
    </w:p>
    <w:p w:rsidR="007B2329" w:rsidRDefault="007B2329" w:rsidP="007B2329">
      <w:r>
        <w:t>495.1563</w:t>
      </w:r>
      <w:r>
        <w:tab/>
        <w:t>4.054e0</w:t>
      </w:r>
    </w:p>
    <w:p w:rsidR="007B2329" w:rsidRDefault="007B2329" w:rsidP="007B2329">
      <w:r>
        <w:t>495.1586</w:t>
      </w:r>
      <w:r>
        <w:tab/>
        <w:t>1.013e0</w:t>
      </w:r>
    </w:p>
    <w:p w:rsidR="007B2329" w:rsidRDefault="007B2329" w:rsidP="007B2329">
      <w:r>
        <w:t>495.1973</w:t>
      </w:r>
      <w:r>
        <w:tab/>
        <w:t>2.810e0</w:t>
      </w:r>
    </w:p>
    <w:p w:rsidR="007B2329" w:rsidRDefault="007B2329" w:rsidP="007B2329">
      <w:r>
        <w:t>495.2043</w:t>
      </w:r>
      <w:r>
        <w:tab/>
        <w:t>2.416e0</w:t>
      </w:r>
    </w:p>
    <w:p w:rsidR="007B2329" w:rsidRDefault="007B2329" w:rsidP="007B2329">
      <w:r>
        <w:t>495.2303</w:t>
      </w:r>
      <w:r>
        <w:tab/>
        <w:t>1.938e0</w:t>
      </w:r>
    </w:p>
    <w:p w:rsidR="007B2329" w:rsidRDefault="007B2329" w:rsidP="007B2329">
      <w:r>
        <w:t>495.2520</w:t>
      </w:r>
      <w:r>
        <w:tab/>
        <w:t>2.146e1</w:t>
      </w:r>
    </w:p>
    <w:p w:rsidR="007B2329" w:rsidRDefault="007B2329" w:rsidP="007B2329">
      <w:r>
        <w:t>495.2541</w:t>
      </w:r>
      <w:r>
        <w:tab/>
        <w:t>2.265e1</w:t>
      </w:r>
    </w:p>
    <w:p w:rsidR="007B2329" w:rsidRDefault="007B2329" w:rsidP="007B2329">
      <w:r>
        <w:t>495.2578</w:t>
      </w:r>
      <w:r>
        <w:tab/>
        <w:t>1.489e1</w:t>
      </w:r>
    </w:p>
    <w:p w:rsidR="007B2329" w:rsidRDefault="007B2329" w:rsidP="007B2329">
      <w:r>
        <w:t>495.2653</w:t>
      </w:r>
      <w:r>
        <w:tab/>
        <w:t>6.430e0</w:t>
      </w:r>
    </w:p>
    <w:p w:rsidR="007B2329" w:rsidRDefault="007B2329" w:rsidP="007B2329">
      <w:r>
        <w:t>495.2726</w:t>
      </w:r>
      <w:r>
        <w:tab/>
        <w:t>1.309e1</w:t>
      </w:r>
    </w:p>
    <w:p w:rsidR="007B2329" w:rsidRDefault="007B2329" w:rsidP="007B2329">
      <w:r>
        <w:t>495.2762</w:t>
      </w:r>
      <w:r>
        <w:tab/>
        <w:t>3.051e0</w:t>
      </w:r>
    </w:p>
    <w:p w:rsidR="007B2329" w:rsidRDefault="007B2329" w:rsidP="007B2329">
      <w:r>
        <w:t>495.2805</w:t>
      </w:r>
      <w:r>
        <w:tab/>
        <w:t>3.788e0</w:t>
      </w:r>
    </w:p>
    <w:p w:rsidR="007B2329" w:rsidRDefault="007B2329" w:rsidP="007B2329">
      <w:r>
        <w:t>495.2880</w:t>
      </w:r>
      <w:r>
        <w:tab/>
        <w:t>6.787e0</w:t>
      </w:r>
    </w:p>
    <w:p w:rsidR="007B2329" w:rsidRDefault="007B2329" w:rsidP="007B2329">
      <w:r>
        <w:t>495.3652</w:t>
      </w:r>
      <w:r>
        <w:tab/>
        <w:t>6.090e0</w:t>
      </w:r>
    </w:p>
    <w:p w:rsidR="007B2329" w:rsidRDefault="007B2329" w:rsidP="007B2329">
      <w:r>
        <w:lastRenderedPageBreak/>
        <w:t>495.3745</w:t>
      </w:r>
      <w:r>
        <w:tab/>
        <w:t>4.051e0</w:t>
      </w:r>
    </w:p>
    <w:p w:rsidR="007B2329" w:rsidRDefault="007B2329" w:rsidP="007B2329">
      <w:r>
        <w:t>495.3821</w:t>
      </w:r>
      <w:r>
        <w:tab/>
        <w:t>1.013e0</w:t>
      </w:r>
    </w:p>
    <w:p w:rsidR="007B2329" w:rsidRDefault="007B2329" w:rsidP="007B2329">
      <w:r>
        <w:t>495.3909</w:t>
      </w:r>
      <w:r>
        <w:tab/>
        <w:t>2.025e0</w:t>
      </w:r>
    </w:p>
    <w:p w:rsidR="007B2329" w:rsidRDefault="007B2329" w:rsidP="007B2329">
      <w:r>
        <w:t>495.3934</w:t>
      </w:r>
      <w:r>
        <w:tab/>
        <w:t>3.038e0</w:t>
      </w:r>
    </w:p>
    <w:p w:rsidR="007B2329" w:rsidRDefault="007B2329" w:rsidP="007B2329">
      <w:r>
        <w:t>495.4054</w:t>
      </w:r>
      <w:r>
        <w:tab/>
        <w:t>1.013e0</w:t>
      </w:r>
    </w:p>
    <w:p w:rsidR="007B2329" w:rsidRDefault="007B2329" w:rsidP="007B2329">
      <w:r>
        <w:t>495.4509</w:t>
      </w:r>
      <w:r>
        <w:tab/>
        <w:t>1.013e0</w:t>
      </w:r>
    </w:p>
    <w:p w:rsidR="007B2329" w:rsidRDefault="007B2329" w:rsidP="007B2329">
      <w:r>
        <w:t>495.4564</w:t>
      </w:r>
      <w:r>
        <w:tab/>
        <w:t>2.025e0</w:t>
      </w:r>
    </w:p>
    <w:p w:rsidR="007B2329" w:rsidRDefault="007B2329" w:rsidP="007B2329">
      <w:r>
        <w:t>495.4606</w:t>
      </w:r>
      <w:r>
        <w:tab/>
        <w:t>2.025e0</w:t>
      </w:r>
    </w:p>
    <w:p w:rsidR="007B2329" w:rsidRDefault="007B2329" w:rsidP="007B2329">
      <w:r>
        <w:t>495.4637</w:t>
      </w:r>
      <w:r>
        <w:tab/>
        <w:t>3.038e0</w:t>
      </w:r>
    </w:p>
    <w:p w:rsidR="007B2329" w:rsidRDefault="007B2329" w:rsidP="007B2329">
      <w:r>
        <w:t>495.4767</w:t>
      </w:r>
      <w:r>
        <w:tab/>
        <w:t>1.013e0</w:t>
      </w:r>
    </w:p>
    <w:p w:rsidR="007B2329" w:rsidRDefault="007B2329" w:rsidP="007B2329">
      <w:r>
        <w:t>495.4818</w:t>
      </w:r>
      <w:r>
        <w:tab/>
        <w:t>1.013e0</w:t>
      </w:r>
    </w:p>
    <w:p w:rsidR="007B2329" w:rsidRDefault="007B2329" w:rsidP="007B2329">
      <w:r>
        <w:t>495.5002</w:t>
      </w:r>
      <w:r>
        <w:tab/>
        <w:t>1.013e0</w:t>
      </w:r>
    </w:p>
    <w:p w:rsidR="007B2329" w:rsidRDefault="007B2329" w:rsidP="007B2329">
      <w:r>
        <w:t>495.5031</w:t>
      </w:r>
      <w:r>
        <w:tab/>
        <w:t>1.013e0</w:t>
      </w:r>
    </w:p>
    <w:p w:rsidR="007B2329" w:rsidRDefault="007B2329" w:rsidP="007B2329">
      <w:r>
        <w:t>495.5216</w:t>
      </w:r>
      <w:r>
        <w:tab/>
        <w:t>2.038e0</w:t>
      </w:r>
    </w:p>
    <w:p w:rsidR="007B2329" w:rsidRDefault="007B2329" w:rsidP="007B2329">
      <w:r>
        <w:t>495.5475</w:t>
      </w:r>
      <w:r>
        <w:tab/>
        <w:t>2.025e0</w:t>
      </w:r>
    </w:p>
    <w:p w:rsidR="007B2329" w:rsidRDefault="007B2329" w:rsidP="007B2329">
      <w:r>
        <w:t>495.5630</w:t>
      </w:r>
      <w:r>
        <w:tab/>
        <w:t>1.013e0</w:t>
      </w:r>
    </w:p>
    <w:p w:rsidR="007B2329" w:rsidRDefault="007B2329" w:rsidP="007B2329">
      <w:r>
        <w:t>495.5886</w:t>
      </w:r>
      <w:r>
        <w:tab/>
        <w:t>1.013e0</w:t>
      </w:r>
    </w:p>
    <w:p w:rsidR="007B2329" w:rsidRDefault="007B2329" w:rsidP="007B2329">
      <w:r>
        <w:t>495.6236</w:t>
      </w:r>
      <w:r>
        <w:tab/>
        <w:t>3.038e0</w:t>
      </w:r>
    </w:p>
    <w:p w:rsidR="007B2329" w:rsidRDefault="007B2329" w:rsidP="007B2329">
      <w:r>
        <w:t>495.6316</w:t>
      </w:r>
      <w:r>
        <w:tab/>
        <w:t>3.038e0</w:t>
      </w:r>
    </w:p>
    <w:p w:rsidR="007B2329" w:rsidRDefault="007B2329" w:rsidP="007B2329">
      <w:r>
        <w:lastRenderedPageBreak/>
        <w:t>495.6346</w:t>
      </w:r>
      <w:r>
        <w:tab/>
        <w:t>1.013e0</w:t>
      </w:r>
    </w:p>
    <w:p w:rsidR="007B2329" w:rsidRDefault="007B2329" w:rsidP="007B2329">
      <w:r>
        <w:t>495.6401</w:t>
      </w:r>
      <w:r>
        <w:tab/>
        <w:t>1.013e0</w:t>
      </w:r>
    </w:p>
    <w:p w:rsidR="007B2329" w:rsidRDefault="007B2329" w:rsidP="007B2329">
      <w:r>
        <w:t>495.6797</w:t>
      </w:r>
      <w:r>
        <w:tab/>
        <w:t>2.025e0</w:t>
      </w:r>
    </w:p>
    <w:p w:rsidR="007B2329" w:rsidRDefault="007B2329" w:rsidP="007B2329">
      <w:r>
        <w:t>495.6894</w:t>
      </w:r>
      <w:r>
        <w:tab/>
        <w:t>1.013e0</w:t>
      </w:r>
    </w:p>
    <w:p w:rsidR="007B2329" w:rsidRDefault="007B2329" w:rsidP="007B2329">
      <w:r>
        <w:t>495.6924</w:t>
      </w:r>
      <w:r>
        <w:tab/>
        <w:t>1.013e0</w:t>
      </w:r>
    </w:p>
    <w:p w:rsidR="007B2329" w:rsidRDefault="007B2329" w:rsidP="007B2329">
      <w:r>
        <w:t>495.7005</w:t>
      </w:r>
      <w:r>
        <w:tab/>
        <w:t>1.013e0</w:t>
      </w:r>
    </w:p>
    <w:p w:rsidR="007B2329" w:rsidRDefault="007B2329" w:rsidP="007B2329">
      <w:r>
        <w:t>495.7109</w:t>
      </w:r>
      <w:r>
        <w:tab/>
        <w:t>1.013e0</w:t>
      </w:r>
    </w:p>
    <w:p w:rsidR="007B2329" w:rsidRDefault="007B2329" w:rsidP="007B2329">
      <w:r>
        <w:t>495.7354</w:t>
      </w:r>
      <w:r>
        <w:tab/>
        <w:t>2.025e0</w:t>
      </w:r>
    </w:p>
    <w:p w:rsidR="007B2329" w:rsidRDefault="007B2329" w:rsidP="007B2329">
      <w:r>
        <w:t>495.7522</w:t>
      </w:r>
      <w:r>
        <w:tab/>
        <w:t>1.013e0</w:t>
      </w:r>
    </w:p>
    <w:p w:rsidR="007B2329" w:rsidRDefault="007B2329" w:rsidP="007B2329">
      <w:r>
        <w:t>495.7607</w:t>
      </w:r>
      <w:r>
        <w:tab/>
        <w:t>1.013e0</w:t>
      </w:r>
    </w:p>
    <w:p w:rsidR="007B2329" w:rsidRDefault="007B2329" w:rsidP="007B2329">
      <w:r>
        <w:t>495.7660</w:t>
      </w:r>
      <w:r>
        <w:tab/>
        <w:t>1.013e0</w:t>
      </w:r>
    </w:p>
    <w:p w:rsidR="007B2329" w:rsidRDefault="007B2329" w:rsidP="007B2329">
      <w:r>
        <w:t>495.7896</w:t>
      </w:r>
      <w:r>
        <w:tab/>
        <w:t>2.025e0</w:t>
      </w:r>
    </w:p>
    <w:p w:rsidR="007B2329" w:rsidRDefault="007B2329" w:rsidP="007B2329">
      <w:r>
        <w:t>495.8134</w:t>
      </w:r>
      <w:r>
        <w:tab/>
        <w:t>2.025e0</w:t>
      </w:r>
    </w:p>
    <w:p w:rsidR="007B2329" w:rsidRDefault="007B2329" w:rsidP="007B2329">
      <w:r>
        <w:t>495.8240</w:t>
      </w:r>
      <w:r>
        <w:tab/>
        <w:t>1.013e0</w:t>
      </w:r>
    </w:p>
    <w:p w:rsidR="007B2329" w:rsidRDefault="007B2329" w:rsidP="007B2329">
      <w:r>
        <w:t>495.8315</w:t>
      </w:r>
      <w:r>
        <w:tab/>
        <w:t>2.025e0</w:t>
      </w:r>
    </w:p>
    <w:p w:rsidR="007B2329" w:rsidRDefault="007B2329" w:rsidP="007B2329">
      <w:r>
        <w:t>495.8468</w:t>
      </w:r>
      <w:r>
        <w:tab/>
        <w:t>2.025e0</w:t>
      </w:r>
    </w:p>
    <w:p w:rsidR="007B2329" w:rsidRDefault="007B2329" w:rsidP="007B2329">
      <w:r>
        <w:t>495.8607</w:t>
      </w:r>
      <w:r>
        <w:tab/>
        <w:t>1.013e0</w:t>
      </w:r>
    </w:p>
    <w:p w:rsidR="007B2329" w:rsidRDefault="007B2329" w:rsidP="007B2329">
      <w:r>
        <w:t>495.8817</w:t>
      </w:r>
      <w:r>
        <w:tab/>
        <w:t>1.266e-2</w:t>
      </w:r>
    </w:p>
    <w:p w:rsidR="007B2329" w:rsidRDefault="007B2329" w:rsidP="007B2329">
      <w:r>
        <w:t>495.9002</w:t>
      </w:r>
      <w:r>
        <w:tab/>
        <w:t>2.038e0</w:t>
      </w:r>
    </w:p>
    <w:p w:rsidR="007B2329" w:rsidRDefault="007B2329" w:rsidP="007B2329">
      <w:r>
        <w:lastRenderedPageBreak/>
        <w:t>495.9243</w:t>
      </w:r>
      <w:r>
        <w:tab/>
        <w:t>2.025e0</w:t>
      </w:r>
    </w:p>
    <w:p w:rsidR="007B2329" w:rsidRDefault="007B2329" w:rsidP="007B2329">
      <w:r>
        <w:t>495.9376</w:t>
      </w:r>
      <w:r>
        <w:tab/>
        <w:t>2.025e0</w:t>
      </w:r>
    </w:p>
    <w:p w:rsidR="007B2329" w:rsidRDefault="007B2329" w:rsidP="007B2329">
      <w:r>
        <w:t>495.9415</w:t>
      </w:r>
      <w:r>
        <w:tab/>
        <w:t>1.013e0</w:t>
      </w:r>
    </w:p>
    <w:p w:rsidR="007B2329" w:rsidRDefault="007B2329" w:rsidP="007B2329">
      <w:r>
        <w:t>495.9590</w:t>
      </w:r>
      <w:r>
        <w:tab/>
        <w:t>1.013e0</w:t>
      </w:r>
    </w:p>
    <w:p w:rsidR="007B2329" w:rsidRDefault="007B2329" w:rsidP="007B2329">
      <w:r>
        <w:t>495.9673</w:t>
      </w:r>
      <w:r>
        <w:tab/>
        <w:t>1.013e0</w:t>
      </w:r>
    </w:p>
    <w:p w:rsidR="007B2329" w:rsidRDefault="007B2329" w:rsidP="007B2329">
      <w:r>
        <w:t>495.9764</w:t>
      </w:r>
      <w:r>
        <w:tab/>
        <w:t>1.266e-2</w:t>
      </w:r>
    </w:p>
    <w:p w:rsidR="007B2329" w:rsidRDefault="007B2329" w:rsidP="007B2329">
      <w:r>
        <w:t>495.9843</w:t>
      </w:r>
      <w:r>
        <w:tab/>
        <w:t>2.025e0</w:t>
      </w:r>
    </w:p>
    <w:p w:rsidR="007B2329" w:rsidRDefault="007B2329" w:rsidP="007B2329">
      <w:r>
        <w:t>496.0020</w:t>
      </w:r>
      <w:r>
        <w:tab/>
        <w:t>1.013e0</w:t>
      </w:r>
    </w:p>
    <w:p w:rsidR="007B2329" w:rsidRDefault="007B2329" w:rsidP="007B2329">
      <w:r>
        <w:t>496.0140</w:t>
      </w:r>
      <w:r>
        <w:tab/>
        <w:t>2.038e0</w:t>
      </w:r>
    </w:p>
    <w:p w:rsidR="007B2329" w:rsidRDefault="007B2329" w:rsidP="007B2329">
      <w:r>
        <w:t>496.0191</w:t>
      </w:r>
      <w:r>
        <w:tab/>
        <w:t>1.013e0</w:t>
      </w:r>
    </w:p>
    <w:p w:rsidR="007B2329" w:rsidRDefault="007B2329" w:rsidP="007B2329">
      <w:r>
        <w:t>496.0391</w:t>
      </w:r>
      <w:r>
        <w:tab/>
        <w:t>2.025e0</w:t>
      </w:r>
    </w:p>
    <w:p w:rsidR="007B2329" w:rsidRDefault="007B2329" w:rsidP="007B2329">
      <w:r>
        <w:t>496.0449</w:t>
      </w:r>
      <w:r>
        <w:tab/>
        <w:t>1.013e0</w:t>
      </w:r>
    </w:p>
    <w:p w:rsidR="007B2329" w:rsidRDefault="007B2329" w:rsidP="007B2329">
      <w:r>
        <w:t>496.0497</w:t>
      </w:r>
      <w:r>
        <w:tab/>
        <w:t>1.013e0</w:t>
      </w:r>
    </w:p>
    <w:p w:rsidR="007B2329" w:rsidRDefault="007B2329" w:rsidP="007B2329">
      <w:r>
        <w:t>496.0622</w:t>
      </w:r>
      <w:r>
        <w:tab/>
        <w:t>1.013e0</w:t>
      </w:r>
    </w:p>
    <w:p w:rsidR="007B2329" w:rsidRDefault="007B2329" w:rsidP="007B2329">
      <w:r>
        <w:t>496.0673</w:t>
      </w:r>
      <w:r>
        <w:tab/>
        <w:t>2.025e0</w:t>
      </w:r>
    </w:p>
    <w:p w:rsidR="007B2329" w:rsidRDefault="007B2329" w:rsidP="007B2329">
      <w:r>
        <w:t>496.0898</w:t>
      </w:r>
      <w:r>
        <w:tab/>
        <w:t>1.013e0</w:t>
      </w:r>
    </w:p>
    <w:p w:rsidR="007B2329" w:rsidRDefault="007B2329" w:rsidP="007B2329">
      <w:r>
        <w:t>496.0958</w:t>
      </w:r>
      <w:r>
        <w:tab/>
        <w:t>2.025e0</w:t>
      </w:r>
    </w:p>
    <w:p w:rsidR="007B2329" w:rsidRDefault="007B2329" w:rsidP="007B2329">
      <w:r>
        <w:t>496.1101</w:t>
      </w:r>
      <w:r>
        <w:tab/>
        <w:t>2.025e0</w:t>
      </w:r>
    </w:p>
    <w:p w:rsidR="007B2329" w:rsidRDefault="007B2329" w:rsidP="007B2329">
      <w:r>
        <w:t>496.1225</w:t>
      </w:r>
      <w:r>
        <w:tab/>
        <w:t>1.544e0</w:t>
      </w:r>
    </w:p>
    <w:p w:rsidR="007B2329" w:rsidRDefault="007B2329" w:rsidP="007B2329">
      <w:r>
        <w:lastRenderedPageBreak/>
        <w:t>496.1372</w:t>
      </w:r>
      <w:r>
        <w:tab/>
        <w:t>2.603e0</w:t>
      </w:r>
    </w:p>
    <w:p w:rsidR="007B2329" w:rsidRDefault="007B2329" w:rsidP="007B2329">
      <w:r>
        <w:t>496.1528</w:t>
      </w:r>
      <w:r>
        <w:tab/>
        <w:t>3.038e0</w:t>
      </w:r>
    </w:p>
    <w:p w:rsidR="007B2329" w:rsidRDefault="007B2329" w:rsidP="007B2329">
      <w:r>
        <w:t>496.1581</w:t>
      </w:r>
      <w:r>
        <w:tab/>
        <w:t>2.324e0</w:t>
      </w:r>
    </w:p>
    <w:p w:rsidR="007B2329" w:rsidRDefault="007B2329" w:rsidP="007B2329">
      <w:r>
        <w:t>496.1945</w:t>
      </w:r>
      <w:r>
        <w:tab/>
        <w:t>2.025e0</w:t>
      </w:r>
    </w:p>
    <w:p w:rsidR="007B2329" w:rsidRDefault="007B2329" w:rsidP="007B2329">
      <w:r>
        <w:t>496.2029</w:t>
      </w:r>
      <w:r>
        <w:tab/>
        <w:t>7.785e1</w:t>
      </w:r>
    </w:p>
    <w:p w:rsidR="007B2329" w:rsidRDefault="007B2329" w:rsidP="007B2329">
      <w:r>
        <w:t>496.2050</w:t>
      </w:r>
      <w:r>
        <w:tab/>
        <w:t>3.315e1</w:t>
      </w:r>
    </w:p>
    <w:p w:rsidR="007B2329" w:rsidRDefault="007B2329" w:rsidP="007B2329">
      <w:r>
        <w:t>496.2066</w:t>
      </w:r>
      <w:r>
        <w:tab/>
        <w:t>2.199e1</w:t>
      </w:r>
    </w:p>
    <w:p w:rsidR="007B2329" w:rsidRDefault="007B2329" w:rsidP="007B2329">
      <w:r>
        <w:t>496.2096</w:t>
      </w:r>
      <w:r>
        <w:tab/>
        <w:t>6.203e1</w:t>
      </w:r>
    </w:p>
    <w:p w:rsidR="007B2329" w:rsidRDefault="007B2329" w:rsidP="007B2329">
      <w:r>
        <w:t>496.2217</w:t>
      </w:r>
      <w:r>
        <w:tab/>
        <w:t>3.148e1</w:t>
      </w:r>
    </w:p>
    <w:p w:rsidR="007B2329" w:rsidRDefault="007B2329" w:rsidP="007B2329">
      <w:r>
        <w:t>496.2661</w:t>
      </w:r>
      <w:r>
        <w:tab/>
        <w:t>5.550e0</w:t>
      </w:r>
    </w:p>
    <w:p w:rsidR="007B2329" w:rsidRDefault="007B2329" w:rsidP="007B2329">
      <w:r>
        <w:t>496.2783</w:t>
      </w:r>
      <w:r>
        <w:tab/>
        <w:t>1.618e0</w:t>
      </w:r>
    </w:p>
    <w:p w:rsidR="007B2329" w:rsidRDefault="007B2329" w:rsidP="007B2329">
      <w:r>
        <w:t>496.3120</w:t>
      </w:r>
      <w:r>
        <w:tab/>
        <w:t>1.013e0</w:t>
      </w:r>
    </w:p>
    <w:p w:rsidR="007B2329" w:rsidRDefault="007B2329" w:rsidP="007B2329">
      <w:r>
        <w:t>496.3377</w:t>
      </w:r>
      <w:r>
        <w:tab/>
        <w:t>3.097e0</w:t>
      </w:r>
    </w:p>
    <w:p w:rsidR="007B2329" w:rsidRDefault="007B2329" w:rsidP="007B2329">
      <w:r>
        <w:t>496.3454</w:t>
      </w:r>
      <w:r>
        <w:tab/>
        <w:t>3.038e0</w:t>
      </w:r>
    </w:p>
    <w:p w:rsidR="007B2329" w:rsidRDefault="007B2329" w:rsidP="007B2329">
      <w:r>
        <w:t>496.3958</w:t>
      </w:r>
      <w:r>
        <w:tab/>
        <w:t>1.922e0</w:t>
      </w:r>
    </w:p>
    <w:p w:rsidR="007B2329" w:rsidRDefault="007B2329" w:rsidP="007B2329">
      <w:r>
        <w:t>496.3983</w:t>
      </w:r>
      <w:r>
        <w:tab/>
        <w:t>2.025e0</w:t>
      </w:r>
    </w:p>
    <w:p w:rsidR="007B2329" w:rsidRDefault="007B2329" w:rsidP="007B2329">
      <w:r>
        <w:t>496.4032</w:t>
      </w:r>
      <w:r>
        <w:tab/>
        <w:t>3.038e0</w:t>
      </w:r>
    </w:p>
    <w:p w:rsidR="007B2329" w:rsidRDefault="007B2329" w:rsidP="007B2329">
      <w:r>
        <w:t>496.4213</w:t>
      </w:r>
      <w:r>
        <w:tab/>
        <w:t>2.025e0</w:t>
      </w:r>
    </w:p>
    <w:p w:rsidR="007B2329" w:rsidRDefault="007B2329" w:rsidP="007B2329">
      <w:r>
        <w:t>496.4237</w:t>
      </w:r>
      <w:r>
        <w:tab/>
        <w:t>5.063e0</w:t>
      </w:r>
    </w:p>
    <w:p w:rsidR="007B2329" w:rsidRDefault="007B2329" w:rsidP="007B2329">
      <w:r>
        <w:lastRenderedPageBreak/>
        <w:t>496.4255</w:t>
      </w:r>
      <w:r>
        <w:tab/>
        <w:t>2.025e0</w:t>
      </w:r>
    </w:p>
    <w:p w:rsidR="007B2329" w:rsidRDefault="007B2329" w:rsidP="007B2329">
      <w:r>
        <w:t>496.4284</w:t>
      </w:r>
      <w:r>
        <w:tab/>
        <w:t>3.038e0</w:t>
      </w:r>
    </w:p>
    <w:p w:rsidR="007B2329" w:rsidRDefault="007B2329" w:rsidP="007B2329">
      <w:r>
        <w:t>496.4576</w:t>
      </w:r>
      <w:r>
        <w:tab/>
        <w:t>2.025e0</w:t>
      </w:r>
    </w:p>
    <w:p w:rsidR="007B2329" w:rsidRDefault="007B2329" w:rsidP="007B2329">
      <w:r>
        <w:t>496.4586</w:t>
      </w:r>
      <w:r>
        <w:tab/>
        <w:t>1.013e0</w:t>
      </w:r>
    </w:p>
    <w:p w:rsidR="007B2329" w:rsidRDefault="007B2329" w:rsidP="007B2329">
      <w:r>
        <w:t>496.4612</w:t>
      </w:r>
      <w:r>
        <w:tab/>
        <w:t>2.038e0</w:t>
      </w:r>
    </w:p>
    <w:p w:rsidR="007B2329" w:rsidRDefault="007B2329" w:rsidP="007B2329">
      <w:r>
        <w:t>496.4930</w:t>
      </w:r>
      <w:r>
        <w:tab/>
        <w:t>1.013e0</w:t>
      </w:r>
    </w:p>
    <w:p w:rsidR="007B2329" w:rsidRDefault="007B2329" w:rsidP="007B2329">
      <w:r>
        <w:t>496.4968</w:t>
      </w:r>
      <w:r>
        <w:tab/>
        <w:t>3.038e0</w:t>
      </w:r>
    </w:p>
    <w:p w:rsidR="007B2329" w:rsidRDefault="007B2329" w:rsidP="007B2329">
      <w:r>
        <w:t>496.5049</w:t>
      </w:r>
      <w:r>
        <w:tab/>
        <w:t>1.013e0</w:t>
      </w:r>
    </w:p>
    <w:p w:rsidR="007B2329" w:rsidRDefault="007B2329" w:rsidP="007B2329">
      <w:r>
        <w:t>496.5232</w:t>
      </w:r>
      <w:r>
        <w:tab/>
        <w:t>6.076e0</w:t>
      </w:r>
    </w:p>
    <w:p w:rsidR="007B2329" w:rsidRDefault="007B2329" w:rsidP="007B2329">
      <w:r>
        <w:t>496.5533</w:t>
      </w:r>
      <w:r>
        <w:tab/>
        <w:t>1.013e0</w:t>
      </w:r>
    </w:p>
    <w:p w:rsidR="007B2329" w:rsidRDefault="007B2329" w:rsidP="007B2329">
      <w:r>
        <w:t>496.5629</w:t>
      </w:r>
      <w:r>
        <w:tab/>
        <w:t>2.025e0</w:t>
      </w:r>
    </w:p>
    <w:p w:rsidR="007B2329" w:rsidRDefault="007B2329" w:rsidP="007B2329">
      <w:r>
        <w:t>496.5888</w:t>
      </w:r>
      <w:r>
        <w:tab/>
        <w:t>2.025e0</w:t>
      </w:r>
    </w:p>
    <w:p w:rsidR="007B2329" w:rsidRDefault="007B2329" w:rsidP="007B2329">
      <w:r>
        <w:t>496.5964</w:t>
      </w:r>
      <w:r>
        <w:tab/>
        <w:t>1.013e0</w:t>
      </w:r>
    </w:p>
    <w:p w:rsidR="007B2329" w:rsidRDefault="007B2329" w:rsidP="007B2329">
      <w:r>
        <w:t>496.5996</w:t>
      </w:r>
      <w:r>
        <w:tab/>
        <w:t>1.266e-2</w:t>
      </w:r>
    </w:p>
    <w:p w:rsidR="007B2329" w:rsidRDefault="007B2329" w:rsidP="007B2329">
      <w:r>
        <w:t>496.6056</w:t>
      </w:r>
      <w:r>
        <w:tab/>
        <w:t>3.038e0</w:t>
      </w:r>
    </w:p>
    <w:p w:rsidR="007B2329" w:rsidRDefault="007B2329" w:rsidP="007B2329">
      <w:r>
        <w:t>496.6080</w:t>
      </w:r>
      <w:r>
        <w:tab/>
        <w:t>5.063e0</w:t>
      </w:r>
    </w:p>
    <w:p w:rsidR="007B2329" w:rsidRDefault="007B2329" w:rsidP="007B2329">
      <w:r>
        <w:t>496.6309</w:t>
      </w:r>
      <w:r>
        <w:tab/>
        <w:t>1.013e0</w:t>
      </w:r>
    </w:p>
    <w:p w:rsidR="007B2329" w:rsidRDefault="007B2329" w:rsidP="007B2329">
      <w:r>
        <w:t>496.6397</w:t>
      </w:r>
      <w:r>
        <w:tab/>
        <w:t>1.013e0</w:t>
      </w:r>
    </w:p>
    <w:p w:rsidR="007B2329" w:rsidRDefault="007B2329" w:rsidP="007B2329">
      <w:r>
        <w:t>496.6657</w:t>
      </w:r>
      <w:r>
        <w:tab/>
        <w:t>1.013e0</w:t>
      </w:r>
    </w:p>
    <w:p w:rsidR="007B2329" w:rsidRDefault="007B2329" w:rsidP="007B2329">
      <w:r>
        <w:lastRenderedPageBreak/>
        <w:t>496.6834</w:t>
      </w:r>
      <w:r>
        <w:tab/>
        <w:t>2.025e0</w:t>
      </w:r>
    </w:p>
    <w:p w:rsidR="007B2329" w:rsidRDefault="007B2329" w:rsidP="007B2329">
      <w:r>
        <w:t>496.7000</w:t>
      </w:r>
      <w:r>
        <w:tab/>
        <w:t>1.013e0</w:t>
      </w:r>
    </w:p>
    <w:p w:rsidR="007B2329" w:rsidRDefault="007B2329" w:rsidP="007B2329">
      <w:r>
        <w:t>496.7177</w:t>
      </w:r>
      <w:r>
        <w:tab/>
        <w:t>2.025e0</w:t>
      </w:r>
    </w:p>
    <w:p w:rsidR="007B2329" w:rsidRDefault="007B2329" w:rsidP="007B2329">
      <w:r>
        <w:t>496.7238</w:t>
      </w:r>
      <w:r>
        <w:tab/>
        <w:t>3.038e0</w:t>
      </w:r>
    </w:p>
    <w:p w:rsidR="007B2329" w:rsidRDefault="007B2329" w:rsidP="007B2329">
      <w:r>
        <w:t>496.7308</w:t>
      </w:r>
      <w:r>
        <w:tab/>
        <w:t>1.013e0</w:t>
      </w:r>
    </w:p>
    <w:p w:rsidR="007B2329" w:rsidRDefault="007B2329" w:rsidP="007B2329">
      <w:r>
        <w:t>496.7599</w:t>
      </w:r>
      <w:r>
        <w:tab/>
        <w:t>2.025e0</w:t>
      </w:r>
    </w:p>
    <w:p w:rsidR="007B2329" w:rsidRDefault="007B2329" w:rsidP="007B2329">
      <w:r>
        <w:t>496.8036</w:t>
      </w:r>
      <w:r>
        <w:tab/>
        <w:t>1.013e0</w:t>
      </w:r>
    </w:p>
    <w:p w:rsidR="007B2329" w:rsidRDefault="007B2329" w:rsidP="007B2329">
      <w:r>
        <w:t>496.8072</w:t>
      </w:r>
      <w:r>
        <w:tab/>
        <w:t>2.025e0</w:t>
      </w:r>
    </w:p>
    <w:p w:rsidR="007B2329" w:rsidRDefault="007B2329" w:rsidP="007B2329">
      <w:r>
        <w:t>496.8207</w:t>
      </w:r>
      <w:r>
        <w:tab/>
        <w:t>1.013e0</w:t>
      </w:r>
    </w:p>
    <w:p w:rsidR="007B2329" w:rsidRDefault="007B2329" w:rsidP="007B2329">
      <w:r>
        <w:t>496.8437</w:t>
      </w:r>
      <w:r>
        <w:tab/>
        <w:t>1.013e0</w:t>
      </w:r>
    </w:p>
    <w:p w:rsidR="007B2329" w:rsidRDefault="007B2329" w:rsidP="007B2329">
      <w:r>
        <w:t>496.8546</w:t>
      </w:r>
      <w:r>
        <w:tab/>
        <w:t>2.025e0</w:t>
      </w:r>
    </w:p>
    <w:p w:rsidR="007B2329" w:rsidRDefault="007B2329" w:rsidP="007B2329">
      <w:r>
        <w:t>496.8714</w:t>
      </w:r>
      <w:r>
        <w:tab/>
        <w:t>3.038e0</w:t>
      </w:r>
    </w:p>
    <w:p w:rsidR="007B2329" w:rsidRDefault="007B2329" w:rsidP="007B2329">
      <w:r>
        <w:t>496.8757</w:t>
      </w:r>
      <w:r>
        <w:tab/>
        <w:t>2.532e-2</w:t>
      </w:r>
    </w:p>
    <w:p w:rsidR="007B2329" w:rsidRDefault="007B2329" w:rsidP="007B2329">
      <w:r>
        <w:t>496.8806</w:t>
      </w:r>
      <w:r>
        <w:tab/>
        <w:t>2.025e0</w:t>
      </w:r>
    </w:p>
    <w:p w:rsidR="007B2329" w:rsidRDefault="007B2329" w:rsidP="007B2329">
      <w:r>
        <w:t>496.8900</w:t>
      </w:r>
      <w:r>
        <w:tab/>
        <w:t>2.025e0</w:t>
      </w:r>
    </w:p>
    <w:p w:rsidR="007B2329" w:rsidRDefault="007B2329" w:rsidP="007B2329">
      <w:r>
        <w:t>496.9070</w:t>
      </w:r>
      <w:r>
        <w:tab/>
        <w:t>1.013e0</w:t>
      </w:r>
    </w:p>
    <w:p w:rsidR="007B2329" w:rsidRDefault="007B2329" w:rsidP="007B2329">
      <w:r>
        <w:t>496.9157</w:t>
      </w:r>
      <w:r>
        <w:tab/>
        <w:t>1.013e0</w:t>
      </w:r>
    </w:p>
    <w:p w:rsidR="007B2329" w:rsidRDefault="007B2329" w:rsidP="007B2329">
      <w:r>
        <w:t>496.9367</w:t>
      </w:r>
      <w:r>
        <w:tab/>
        <w:t>4.036e0</w:t>
      </w:r>
    </w:p>
    <w:p w:rsidR="007B2329" w:rsidRDefault="007B2329" w:rsidP="007B2329">
      <w:r>
        <w:t>496.9550</w:t>
      </w:r>
      <w:r>
        <w:tab/>
        <w:t>2.025e0</w:t>
      </w:r>
    </w:p>
    <w:p w:rsidR="007B2329" w:rsidRDefault="007B2329" w:rsidP="007B2329">
      <w:r>
        <w:lastRenderedPageBreak/>
        <w:t>496.9635</w:t>
      </w:r>
      <w:r>
        <w:tab/>
        <w:t>3.038e0</w:t>
      </w:r>
    </w:p>
    <w:p w:rsidR="007B2329" w:rsidRDefault="007B2329" w:rsidP="007B2329">
      <w:r>
        <w:t>496.9675</w:t>
      </w:r>
      <w:r>
        <w:tab/>
        <w:t>1.013e0</w:t>
      </w:r>
    </w:p>
    <w:p w:rsidR="007B2329" w:rsidRDefault="007B2329" w:rsidP="007B2329">
      <w:r>
        <w:t>497.0149</w:t>
      </w:r>
      <w:r>
        <w:tab/>
        <w:t>2.025e0</w:t>
      </w:r>
    </w:p>
    <w:p w:rsidR="007B2329" w:rsidRDefault="007B2329" w:rsidP="007B2329">
      <w:r>
        <w:t>497.0278</w:t>
      </w:r>
      <w:r>
        <w:tab/>
        <w:t>2.025e0</w:t>
      </w:r>
    </w:p>
    <w:p w:rsidR="007B2329" w:rsidRDefault="007B2329" w:rsidP="007B2329">
      <w:r>
        <w:t>497.0450</w:t>
      </w:r>
      <w:r>
        <w:tab/>
        <w:t>1.013e0</w:t>
      </w:r>
    </w:p>
    <w:p w:rsidR="007B2329" w:rsidRDefault="007B2329" w:rsidP="007B2329">
      <w:r>
        <w:t>497.0544</w:t>
      </w:r>
      <w:r>
        <w:tab/>
        <w:t>1.013e0</w:t>
      </w:r>
    </w:p>
    <w:p w:rsidR="007B2329" w:rsidRDefault="007B2329" w:rsidP="007B2329">
      <w:r>
        <w:t>497.0623</w:t>
      </w:r>
      <w:r>
        <w:tab/>
        <w:t>3.038e0</w:t>
      </w:r>
    </w:p>
    <w:p w:rsidR="007B2329" w:rsidRDefault="007B2329" w:rsidP="007B2329">
      <w:r>
        <w:t>497.0637</w:t>
      </w:r>
      <w:r>
        <w:tab/>
        <w:t>3.038e0</w:t>
      </w:r>
    </w:p>
    <w:p w:rsidR="007B2329" w:rsidRDefault="007B2329" w:rsidP="007B2329">
      <w:r>
        <w:t>497.0739</w:t>
      </w:r>
      <w:r>
        <w:tab/>
        <w:t>2.025e0</w:t>
      </w:r>
    </w:p>
    <w:p w:rsidR="007B2329" w:rsidRDefault="007B2329" w:rsidP="007B2329">
      <w:r>
        <w:t>497.0883</w:t>
      </w:r>
      <w:r>
        <w:tab/>
        <w:t>2.025e0</w:t>
      </w:r>
    </w:p>
    <w:p w:rsidR="007B2329" w:rsidRDefault="007B2329" w:rsidP="007B2329">
      <w:r>
        <w:t>497.1127</w:t>
      </w:r>
      <w:r>
        <w:tab/>
        <w:t>2.025e0</w:t>
      </w:r>
    </w:p>
    <w:p w:rsidR="007B2329" w:rsidRDefault="007B2329" w:rsidP="007B2329">
      <w:r>
        <w:t>497.1603</w:t>
      </w:r>
      <w:r>
        <w:tab/>
        <w:t>4.063e0</w:t>
      </w:r>
    </w:p>
    <w:p w:rsidR="007B2329" w:rsidRDefault="007B2329" w:rsidP="007B2329">
      <w:r>
        <w:t>497.1782</w:t>
      </w:r>
      <w:r>
        <w:tab/>
        <w:t>2.675e1</w:t>
      </w:r>
    </w:p>
    <w:p w:rsidR="007B2329" w:rsidRDefault="007B2329" w:rsidP="007B2329">
      <w:r>
        <w:t>497.1820</w:t>
      </w:r>
      <w:r>
        <w:tab/>
        <w:t>3.225e1</w:t>
      </w:r>
    </w:p>
    <w:p w:rsidR="007B2329" w:rsidRDefault="007B2329" w:rsidP="007B2329">
      <w:r>
        <w:t>497.1837</w:t>
      </w:r>
      <w:r>
        <w:tab/>
        <w:t>6.450e1</w:t>
      </w:r>
    </w:p>
    <w:p w:rsidR="007B2329" w:rsidRDefault="007B2329" w:rsidP="007B2329">
      <w:r>
        <w:t>497.1852</w:t>
      </w:r>
      <w:r>
        <w:tab/>
        <w:t>2.313e1</w:t>
      </w:r>
    </w:p>
    <w:p w:rsidR="007B2329" w:rsidRDefault="007B2329" w:rsidP="007B2329">
      <w:r>
        <w:t>497.1956</w:t>
      </w:r>
      <w:r>
        <w:tab/>
        <w:t>1.219e1</w:t>
      </w:r>
    </w:p>
    <w:p w:rsidR="007B2329" w:rsidRDefault="007B2329" w:rsidP="007B2329">
      <w:r>
        <w:t>497.2156</w:t>
      </w:r>
      <w:r>
        <w:tab/>
        <w:t>2.386e1</w:t>
      </w:r>
    </w:p>
    <w:p w:rsidR="007B2329" w:rsidRDefault="007B2329" w:rsidP="007B2329">
      <w:r>
        <w:t>497.2531</w:t>
      </w:r>
      <w:r>
        <w:tab/>
        <w:t>2.025e0</w:t>
      </w:r>
    </w:p>
    <w:p w:rsidR="007B2329" w:rsidRDefault="007B2329" w:rsidP="007B2329">
      <w:r>
        <w:lastRenderedPageBreak/>
        <w:t>497.2596</w:t>
      </w:r>
      <w:r>
        <w:tab/>
        <w:t>3.038e0</w:t>
      </w:r>
    </w:p>
    <w:p w:rsidR="007B2329" w:rsidRDefault="007B2329" w:rsidP="007B2329">
      <w:r>
        <w:t>497.3013</w:t>
      </w:r>
      <w:r>
        <w:tab/>
        <w:t>2.387e-1</w:t>
      </w:r>
    </w:p>
    <w:p w:rsidR="007B2329" w:rsidRDefault="007B2329" w:rsidP="007B2329">
      <w:r>
        <w:t>497.3102</w:t>
      </w:r>
      <w:r>
        <w:tab/>
        <w:t>1.973e0</w:t>
      </w:r>
    </w:p>
    <w:p w:rsidR="007B2329" w:rsidRDefault="007B2329" w:rsidP="007B2329">
      <w:r>
        <w:t>497.3529</w:t>
      </w:r>
      <w:r>
        <w:tab/>
        <w:t>3.533e0</w:t>
      </w:r>
    </w:p>
    <w:p w:rsidR="007B2329" w:rsidRDefault="007B2329" w:rsidP="007B2329">
      <w:r>
        <w:t>497.3751</w:t>
      </w:r>
      <w:r>
        <w:tab/>
        <w:t>5.076e0</w:t>
      </w:r>
    </w:p>
    <w:p w:rsidR="007B2329" w:rsidRDefault="007B2329" w:rsidP="007B2329">
      <w:r>
        <w:t>497.3847</w:t>
      </w:r>
      <w:r>
        <w:tab/>
        <w:t>3.051e0</w:t>
      </w:r>
    </w:p>
    <w:p w:rsidR="007B2329" w:rsidRDefault="007B2329" w:rsidP="007B2329">
      <w:r>
        <w:t>497.4076</w:t>
      </w:r>
      <w:r>
        <w:tab/>
        <w:t>1.013e0</w:t>
      </w:r>
    </w:p>
    <w:p w:rsidR="007B2329" w:rsidRDefault="007B2329" w:rsidP="007B2329">
      <w:r>
        <w:t>497.4164</w:t>
      </w:r>
      <w:r>
        <w:tab/>
        <w:t>1.013e0</w:t>
      </w:r>
    </w:p>
    <w:p w:rsidR="007B2329" w:rsidRDefault="007B2329" w:rsidP="007B2329">
      <w:r>
        <w:t>497.4207</w:t>
      </w:r>
      <w:r>
        <w:tab/>
        <w:t>2.025e0</w:t>
      </w:r>
    </w:p>
    <w:p w:rsidR="007B2329" w:rsidRDefault="007B2329" w:rsidP="007B2329">
      <w:r>
        <w:t>497.4251</w:t>
      </w:r>
      <w:r>
        <w:tab/>
        <w:t>2.025e0</w:t>
      </w:r>
    </w:p>
    <w:p w:rsidR="007B2329" w:rsidRDefault="007B2329" w:rsidP="007B2329">
      <w:r>
        <w:t>497.4488</w:t>
      </w:r>
      <w:r>
        <w:tab/>
        <w:t>6.076e0</w:t>
      </w:r>
    </w:p>
    <w:p w:rsidR="007B2329" w:rsidRDefault="007B2329" w:rsidP="007B2329">
      <w:r>
        <w:t>497.4515</w:t>
      </w:r>
      <w:r>
        <w:tab/>
        <w:t>1.013e0</w:t>
      </w:r>
    </w:p>
    <w:p w:rsidR="007B2329" w:rsidRDefault="007B2329" w:rsidP="007B2329">
      <w:r>
        <w:t>497.4531</w:t>
      </w:r>
      <w:r>
        <w:tab/>
        <w:t>2.025e0</w:t>
      </w:r>
    </w:p>
    <w:p w:rsidR="007B2329" w:rsidRDefault="007B2329" w:rsidP="007B2329">
      <w:r>
        <w:t>497.4854</w:t>
      </w:r>
      <w:r>
        <w:tab/>
        <w:t>3.038e0</w:t>
      </w:r>
    </w:p>
    <w:p w:rsidR="007B2329" w:rsidRDefault="007B2329" w:rsidP="007B2329">
      <w:r>
        <w:t>497.5251</w:t>
      </w:r>
      <w:r>
        <w:tab/>
        <w:t>3.038e0</w:t>
      </w:r>
    </w:p>
    <w:p w:rsidR="007B2329" w:rsidRDefault="007B2329" w:rsidP="007B2329">
      <w:r>
        <w:t>497.5648</w:t>
      </w:r>
      <w:r>
        <w:tab/>
        <w:t>1.013e0</w:t>
      </w:r>
    </w:p>
    <w:p w:rsidR="007B2329" w:rsidRDefault="007B2329" w:rsidP="007B2329">
      <w:r>
        <w:t>497.5749</w:t>
      </w:r>
      <w:r>
        <w:tab/>
        <w:t>2.025e0</w:t>
      </w:r>
    </w:p>
    <w:p w:rsidR="007B2329" w:rsidRDefault="007B2329" w:rsidP="007B2329">
      <w:r>
        <w:t>497.5829</w:t>
      </w:r>
      <w:r>
        <w:tab/>
        <w:t>1.013e0</w:t>
      </w:r>
    </w:p>
    <w:p w:rsidR="007B2329" w:rsidRDefault="007B2329" w:rsidP="007B2329">
      <w:r>
        <w:t>497.5844</w:t>
      </w:r>
      <w:r>
        <w:tab/>
        <w:t>2.025e0</w:t>
      </w:r>
    </w:p>
    <w:p w:rsidR="007B2329" w:rsidRDefault="007B2329" w:rsidP="007B2329">
      <w:r>
        <w:lastRenderedPageBreak/>
        <w:t>497.5854</w:t>
      </w:r>
      <w:r>
        <w:tab/>
        <w:t>2.025e0</w:t>
      </w:r>
    </w:p>
    <w:p w:rsidR="007B2329" w:rsidRDefault="007B2329" w:rsidP="007B2329">
      <w:r>
        <w:t>497.6012</w:t>
      </w:r>
      <w:r>
        <w:tab/>
        <w:t>4.051e0</w:t>
      </w:r>
    </w:p>
    <w:p w:rsidR="007B2329" w:rsidRDefault="007B2329" w:rsidP="007B2329">
      <w:r>
        <w:t>497.6149</w:t>
      </w:r>
      <w:r>
        <w:tab/>
        <w:t>1.013e0</w:t>
      </w:r>
    </w:p>
    <w:p w:rsidR="007B2329" w:rsidRDefault="007B2329" w:rsidP="007B2329">
      <w:r>
        <w:t>497.6378</w:t>
      </w:r>
      <w:r>
        <w:tab/>
        <w:t>1.013e0</w:t>
      </w:r>
    </w:p>
    <w:p w:rsidR="007B2329" w:rsidRDefault="007B2329" w:rsidP="007B2329">
      <w:r>
        <w:t>497.6592</w:t>
      </w:r>
      <w:r>
        <w:tab/>
        <w:t>1.266e-2</w:t>
      </w:r>
    </w:p>
    <w:p w:rsidR="007B2329" w:rsidRDefault="007B2329" w:rsidP="007B2329">
      <w:r>
        <w:t>497.6776</w:t>
      </w:r>
      <w:r>
        <w:tab/>
        <w:t>1.013e0</w:t>
      </w:r>
    </w:p>
    <w:p w:rsidR="007B2329" w:rsidRDefault="007B2329" w:rsidP="007B2329">
      <w:r>
        <w:t>497.6877</w:t>
      </w:r>
      <w:r>
        <w:tab/>
        <w:t>2.025e0</w:t>
      </w:r>
    </w:p>
    <w:p w:rsidR="007B2329" w:rsidRDefault="007B2329" w:rsidP="007B2329">
      <w:r>
        <w:t>497.6965</w:t>
      </w:r>
      <w:r>
        <w:tab/>
        <w:t>3.038e0</w:t>
      </w:r>
    </w:p>
    <w:p w:rsidR="007B2329" w:rsidRDefault="007B2329" w:rsidP="007B2329">
      <w:r>
        <w:t>497.7324</w:t>
      </w:r>
      <w:r>
        <w:tab/>
        <w:t>1.013e0</w:t>
      </w:r>
    </w:p>
    <w:p w:rsidR="007B2329" w:rsidRDefault="007B2329" w:rsidP="007B2329">
      <w:r>
        <w:t>497.7359</w:t>
      </w:r>
      <w:r>
        <w:tab/>
        <w:t>1.013e0</w:t>
      </w:r>
    </w:p>
    <w:p w:rsidR="007B2329" w:rsidRDefault="007B2329" w:rsidP="007B2329">
      <w:r>
        <w:t>497.7397</w:t>
      </w:r>
      <w:r>
        <w:tab/>
        <w:t>3.038e0</w:t>
      </w:r>
    </w:p>
    <w:p w:rsidR="007B2329" w:rsidRDefault="007B2329" w:rsidP="007B2329">
      <w:r>
        <w:t>497.7501</w:t>
      </w:r>
      <w:r>
        <w:tab/>
        <w:t>2.025e0</w:t>
      </w:r>
    </w:p>
    <w:p w:rsidR="007B2329" w:rsidRDefault="007B2329" w:rsidP="007B2329">
      <w:r>
        <w:t>497.7616</w:t>
      </w:r>
      <w:r>
        <w:tab/>
        <w:t>3.038e0</w:t>
      </w:r>
    </w:p>
    <w:p w:rsidR="007B2329" w:rsidRDefault="007B2329" w:rsidP="007B2329">
      <w:r>
        <w:t>497.7657</w:t>
      </w:r>
      <w:r>
        <w:tab/>
        <w:t>4.051e0</w:t>
      </w:r>
    </w:p>
    <w:p w:rsidR="007B2329" w:rsidRDefault="007B2329" w:rsidP="007B2329">
      <w:r>
        <w:t>497.7722</w:t>
      </w:r>
      <w:r>
        <w:tab/>
        <w:t>1.013e0</w:t>
      </w:r>
    </w:p>
    <w:p w:rsidR="007B2329" w:rsidRDefault="007B2329" w:rsidP="007B2329">
      <w:r>
        <w:t>497.8061</w:t>
      </w:r>
      <w:r>
        <w:tab/>
        <w:t>6.076e0</w:t>
      </w:r>
    </w:p>
    <w:p w:rsidR="007B2329" w:rsidRDefault="007B2329" w:rsidP="007B2329">
      <w:r>
        <w:t>497.8089</w:t>
      </w:r>
      <w:r>
        <w:tab/>
        <w:t>1.013e0</w:t>
      </w:r>
    </w:p>
    <w:p w:rsidR="007B2329" w:rsidRDefault="007B2329" w:rsidP="007B2329">
      <w:r>
        <w:t>497.8170</w:t>
      </w:r>
      <w:r>
        <w:tab/>
        <w:t>6.076e0</w:t>
      </w:r>
    </w:p>
    <w:p w:rsidR="007B2329" w:rsidRDefault="007B2329" w:rsidP="007B2329">
      <w:r>
        <w:t>497.8465</w:t>
      </w:r>
      <w:r>
        <w:tab/>
        <w:t>2.025e0</w:t>
      </w:r>
    </w:p>
    <w:p w:rsidR="007B2329" w:rsidRDefault="007B2329" w:rsidP="007B2329">
      <w:r>
        <w:lastRenderedPageBreak/>
        <w:t>497.8787</w:t>
      </w:r>
      <w:r>
        <w:tab/>
        <w:t>2.025e0</w:t>
      </w:r>
    </w:p>
    <w:p w:rsidR="007B2329" w:rsidRDefault="007B2329" w:rsidP="007B2329">
      <w:r>
        <w:t>497.8914</w:t>
      </w:r>
      <w:r>
        <w:tab/>
        <w:t>1.013e0</w:t>
      </w:r>
    </w:p>
    <w:p w:rsidR="007B2329" w:rsidRDefault="007B2329" w:rsidP="007B2329">
      <w:r>
        <w:t>497.8976</w:t>
      </w:r>
      <w:r>
        <w:tab/>
        <w:t>2.025e0</w:t>
      </w:r>
    </w:p>
    <w:p w:rsidR="007B2329" w:rsidRDefault="007B2329" w:rsidP="007B2329">
      <w:r>
        <w:t>497.9037</w:t>
      </w:r>
      <w:r>
        <w:tab/>
        <w:t>2.025e0</w:t>
      </w:r>
    </w:p>
    <w:p w:rsidR="007B2329" w:rsidRDefault="007B2329" w:rsidP="007B2329">
      <w:r>
        <w:t>497.9175</w:t>
      </w:r>
      <w:r>
        <w:tab/>
        <w:t>1.013e0</w:t>
      </w:r>
    </w:p>
    <w:p w:rsidR="007B2329" w:rsidRDefault="007B2329" w:rsidP="007B2329">
      <w:r>
        <w:t>497.9263</w:t>
      </w:r>
      <w:r>
        <w:tab/>
        <w:t>2.025e0</w:t>
      </w:r>
    </w:p>
    <w:p w:rsidR="007B2329" w:rsidRDefault="007B2329" w:rsidP="007B2329">
      <w:r>
        <w:t>497.9525</w:t>
      </w:r>
      <w:r>
        <w:tab/>
        <w:t>5.063e0</w:t>
      </w:r>
    </w:p>
    <w:p w:rsidR="007B2329" w:rsidRDefault="007B2329" w:rsidP="007B2329">
      <w:r>
        <w:t>497.9692</w:t>
      </w:r>
      <w:r>
        <w:tab/>
        <w:t>1.013e0</w:t>
      </w:r>
    </w:p>
    <w:p w:rsidR="007B2329" w:rsidRDefault="007B2329" w:rsidP="007B2329">
      <w:r>
        <w:t>497.9748</w:t>
      </w:r>
      <w:r>
        <w:tab/>
        <w:t>2.025e0</w:t>
      </w:r>
    </w:p>
    <w:p w:rsidR="007B2329" w:rsidRDefault="007B2329" w:rsidP="007B2329">
      <w:r>
        <w:t>497.9769</w:t>
      </w:r>
      <w:r>
        <w:tab/>
        <w:t>1.013e0</w:t>
      </w:r>
    </w:p>
    <w:p w:rsidR="007B2329" w:rsidRDefault="007B2329" w:rsidP="007B2329">
      <w:r>
        <w:t>498.0165</w:t>
      </w:r>
      <w:r>
        <w:tab/>
        <w:t>1.013e0</w:t>
      </w:r>
    </w:p>
    <w:p w:rsidR="007B2329" w:rsidRDefault="007B2329" w:rsidP="007B2329">
      <w:r>
        <w:t>498.0562</w:t>
      </w:r>
      <w:r>
        <w:tab/>
        <w:t>1.025e0</w:t>
      </w:r>
    </w:p>
    <w:p w:rsidR="007B2329" w:rsidRDefault="007B2329" w:rsidP="007B2329">
      <w:r>
        <w:t>498.0816</w:t>
      </w:r>
      <w:r>
        <w:tab/>
        <w:t>1.013e0</w:t>
      </w:r>
    </w:p>
    <w:p w:rsidR="007B2329" w:rsidRDefault="007B2329" w:rsidP="007B2329">
      <w:r>
        <w:t>498.0901</w:t>
      </w:r>
      <w:r>
        <w:tab/>
        <w:t>1.013e0</w:t>
      </w:r>
    </w:p>
    <w:p w:rsidR="007B2329" w:rsidRDefault="007B2329" w:rsidP="007B2329">
      <w:r>
        <w:t>498.1076</w:t>
      </w:r>
      <w:r>
        <w:tab/>
        <w:t>1.013e0</w:t>
      </w:r>
    </w:p>
    <w:p w:rsidR="007B2329" w:rsidRDefault="007B2329" w:rsidP="007B2329">
      <w:r>
        <w:t>498.1115</w:t>
      </w:r>
      <w:r>
        <w:tab/>
        <w:t>1.013e0</w:t>
      </w:r>
    </w:p>
    <w:p w:rsidR="007B2329" w:rsidRDefault="007B2329" w:rsidP="007B2329">
      <w:r>
        <w:t>498.1509</w:t>
      </w:r>
      <w:r>
        <w:tab/>
        <w:t>1.121e1</w:t>
      </w:r>
    </w:p>
    <w:p w:rsidR="007B2329" w:rsidRDefault="007B2329" w:rsidP="007B2329">
      <w:r>
        <w:t>498.1615</w:t>
      </w:r>
      <w:r>
        <w:tab/>
        <w:t>7.012e0</w:t>
      </w:r>
    </w:p>
    <w:p w:rsidR="007B2329" w:rsidRDefault="007B2329" w:rsidP="007B2329">
      <w:r>
        <w:t>498.1697</w:t>
      </w:r>
      <w:r>
        <w:tab/>
        <w:t>7.863e0</w:t>
      </w:r>
    </w:p>
    <w:p w:rsidR="007B2329" w:rsidRDefault="007B2329" w:rsidP="007B2329">
      <w:r>
        <w:lastRenderedPageBreak/>
        <w:t>498.1714</w:t>
      </w:r>
      <w:r>
        <w:tab/>
        <w:t>5.164e0</w:t>
      </w:r>
    </w:p>
    <w:p w:rsidR="007B2329" w:rsidRDefault="007B2329" w:rsidP="007B2329">
      <w:r>
        <w:t>498.1771</w:t>
      </w:r>
      <w:r>
        <w:tab/>
        <w:t>2.025e0</w:t>
      </w:r>
    </w:p>
    <w:p w:rsidR="007B2329" w:rsidRDefault="007B2329" w:rsidP="007B2329">
      <w:r>
        <w:t>498.1843</w:t>
      </w:r>
      <w:r>
        <w:tab/>
        <w:t>8.426e0</w:t>
      </w:r>
    </w:p>
    <w:p w:rsidR="007B2329" w:rsidRDefault="007B2329" w:rsidP="007B2329">
      <w:r>
        <w:t>498.1948</w:t>
      </w:r>
      <w:r>
        <w:tab/>
        <w:t>7.350e0</w:t>
      </w:r>
    </w:p>
    <w:p w:rsidR="007B2329" w:rsidRDefault="007B2329" w:rsidP="007B2329">
      <w:r>
        <w:t>498.2049</w:t>
      </w:r>
      <w:r>
        <w:tab/>
        <w:t>1.285e0</w:t>
      </w:r>
    </w:p>
    <w:p w:rsidR="007B2329" w:rsidRDefault="007B2329" w:rsidP="007B2329">
      <w:r>
        <w:t>498.2321</w:t>
      </w:r>
      <w:r>
        <w:tab/>
        <w:t>1.241e0</w:t>
      </w:r>
    </w:p>
    <w:p w:rsidR="007B2329" w:rsidRDefault="007B2329" w:rsidP="007B2329">
      <w:r>
        <w:t>498.2455</w:t>
      </w:r>
      <w:r>
        <w:tab/>
        <w:t>5.475e0</w:t>
      </w:r>
    </w:p>
    <w:p w:rsidR="007B2329" w:rsidRDefault="007B2329" w:rsidP="007B2329">
      <w:r>
        <w:t>498.2976</w:t>
      </w:r>
      <w:r>
        <w:tab/>
        <w:t>2.775e0</w:t>
      </w:r>
    </w:p>
    <w:p w:rsidR="007B2329" w:rsidRDefault="007B2329" w:rsidP="007B2329">
      <w:r>
        <w:t>498.3368</w:t>
      </w:r>
      <w:r>
        <w:tab/>
        <w:t>2.025e0</w:t>
      </w:r>
    </w:p>
    <w:p w:rsidR="007B2329" w:rsidRDefault="007B2329" w:rsidP="007B2329">
      <w:r>
        <w:t>498.3652</w:t>
      </w:r>
      <w:r>
        <w:tab/>
        <w:t>2.170e0</w:t>
      </w:r>
    </w:p>
    <w:p w:rsidR="007B2329" w:rsidRDefault="007B2329" w:rsidP="007B2329">
      <w:r>
        <w:t>498.3769</w:t>
      </w:r>
      <w:r>
        <w:tab/>
        <w:t>1.013e0</w:t>
      </w:r>
    </w:p>
    <w:p w:rsidR="007B2329" w:rsidRDefault="007B2329" w:rsidP="007B2329">
      <w:r>
        <w:t>498.3891</w:t>
      </w:r>
      <w:r>
        <w:tab/>
        <w:t>2.532e-2</w:t>
      </w:r>
    </w:p>
    <w:p w:rsidR="007B2329" w:rsidRDefault="007B2329" w:rsidP="007B2329">
      <w:r>
        <w:t>498.3953</w:t>
      </w:r>
      <w:r>
        <w:tab/>
        <w:t>1.013e0</w:t>
      </w:r>
    </w:p>
    <w:p w:rsidR="007B2329" w:rsidRDefault="007B2329" w:rsidP="007B2329">
      <w:r>
        <w:t>498.4140</w:t>
      </w:r>
      <w:r>
        <w:tab/>
        <w:t>4.051e0</w:t>
      </w:r>
    </w:p>
    <w:p w:rsidR="007B2329" w:rsidRDefault="007B2329" w:rsidP="007B2329">
      <w:r>
        <w:t>498.4304</w:t>
      </w:r>
      <w:r>
        <w:tab/>
        <w:t>3.038e0</w:t>
      </w:r>
    </w:p>
    <w:p w:rsidR="007B2329" w:rsidRDefault="007B2329" w:rsidP="007B2329">
      <w:r>
        <w:t>498.4452</w:t>
      </w:r>
      <w:r>
        <w:tab/>
        <w:t>1.013e0</w:t>
      </w:r>
    </w:p>
    <w:p w:rsidR="007B2329" w:rsidRDefault="007B2329" w:rsidP="007B2329">
      <w:r>
        <w:t>498.4503</w:t>
      </w:r>
      <w:r>
        <w:tab/>
        <w:t>1.013e0</w:t>
      </w:r>
    </w:p>
    <w:p w:rsidR="007B2329" w:rsidRDefault="007B2329" w:rsidP="007B2329">
      <w:r>
        <w:t>498.4715</w:t>
      </w:r>
      <w:r>
        <w:tab/>
        <w:t>1.266e-2</w:t>
      </w:r>
    </w:p>
    <w:p w:rsidR="007B2329" w:rsidRDefault="007B2329" w:rsidP="007B2329">
      <w:r>
        <w:t>498.4779</w:t>
      </w:r>
      <w:r>
        <w:tab/>
        <w:t>2.025e0</w:t>
      </w:r>
    </w:p>
    <w:p w:rsidR="007B2329" w:rsidRDefault="007B2329" w:rsidP="007B2329">
      <w:r>
        <w:lastRenderedPageBreak/>
        <w:t>498.4857</w:t>
      </w:r>
      <w:r>
        <w:tab/>
        <w:t>2.025e0</w:t>
      </w:r>
    </w:p>
    <w:p w:rsidR="007B2329" w:rsidRDefault="007B2329" w:rsidP="007B2329">
      <w:r>
        <w:t>498.5268</w:t>
      </w:r>
      <w:r>
        <w:tab/>
        <w:t>3.038e0</w:t>
      </w:r>
    </w:p>
    <w:p w:rsidR="007B2329" w:rsidRDefault="007B2329" w:rsidP="007B2329">
      <w:r>
        <w:t>498.5314</w:t>
      </w:r>
      <w:r>
        <w:tab/>
        <w:t>1.013e0</w:t>
      </w:r>
    </w:p>
    <w:p w:rsidR="007B2329" w:rsidRDefault="007B2329" w:rsidP="007B2329">
      <w:r>
        <w:t>498.5450</w:t>
      </w:r>
      <w:r>
        <w:tab/>
        <w:t>1.013e0</w:t>
      </w:r>
    </w:p>
    <w:p w:rsidR="007B2329" w:rsidRDefault="007B2329" w:rsidP="007B2329">
      <w:r>
        <w:t>498.5662</w:t>
      </w:r>
      <w:r>
        <w:tab/>
        <w:t>2.025e0</w:t>
      </w:r>
    </w:p>
    <w:p w:rsidR="007B2329" w:rsidRDefault="007B2329" w:rsidP="007B2329">
      <w:r>
        <w:t>498.5952</w:t>
      </w:r>
      <w:r>
        <w:tab/>
        <w:t>2.025e0</w:t>
      </w:r>
    </w:p>
    <w:p w:rsidR="007B2329" w:rsidRDefault="007B2329" w:rsidP="007B2329">
      <w:r>
        <w:t>498.6215</w:t>
      </w:r>
      <w:r>
        <w:tab/>
        <w:t>1.013e0</w:t>
      </w:r>
    </w:p>
    <w:p w:rsidR="007B2329" w:rsidRDefault="007B2329" w:rsidP="007B2329">
      <w:r>
        <w:t>498.6580</w:t>
      </w:r>
      <w:r>
        <w:tab/>
        <w:t>1.013e0</w:t>
      </w:r>
    </w:p>
    <w:p w:rsidR="007B2329" w:rsidRDefault="007B2329" w:rsidP="007B2329">
      <w:r>
        <w:t>498.6959</w:t>
      </w:r>
      <w:r>
        <w:tab/>
        <w:t>2.025e0</w:t>
      </w:r>
    </w:p>
    <w:p w:rsidR="007B2329" w:rsidRDefault="007B2329" w:rsidP="007B2329">
      <w:r>
        <w:t>498.7162</w:t>
      </w:r>
      <w:r>
        <w:tab/>
        <w:t>1.013e0</w:t>
      </w:r>
    </w:p>
    <w:p w:rsidR="007B2329" w:rsidRDefault="007B2329" w:rsidP="007B2329">
      <w:r>
        <w:t>498.7345</w:t>
      </w:r>
      <w:r>
        <w:tab/>
        <w:t>1.266e-2</w:t>
      </w:r>
    </w:p>
    <w:p w:rsidR="007B2329" w:rsidRDefault="007B2329" w:rsidP="007B2329">
      <w:r>
        <w:t>498.7653</w:t>
      </w:r>
      <w:r>
        <w:tab/>
        <w:t>1.013e0</w:t>
      </w:r>
    </w:p>
    <w:p w:rsidR="007B2329" w:rsidRDefault="007B2329" w:rsidP="007B2329">
      <w:r>
        <w:t>498.7708</w:t>
      </w:r>
      <w:r>
        <w:tab/>
        <w:t>1.013e0</w:t>
      </w:r>
    </w:p>
    <w:p w:rsidR="007B2329" w:rsidRDefault="007B2329" w:rsidP="007B2329">
      <w:r>
        <w:t>498.7817</w:t>
      </w:r>
      <w:r>
        <w:tab/>
        <w:t>2.025e0</w:t>
      </w:r>
    </w:p>
    <w:p w:rsidR="007B2329" w:rsidRDefault="007B2329" w:rsidP="007B2329">
      <w:r>
        <w:t>498.7999</w:t>
      </w:r>
      <w:r>
        <w:tab/>
        <w:t>1.013e0</w:t>
      </w:r>
    </w:p>
    <w:p w:rsidR="007B2329" w:rsidRDefault="007B2329" w:rsidP="007B2329">
      <w:r>
        <w:t>498.8208</w:t>
      </w:r>
      <w:r>
        <w:tab/>
        <w:t>1.025e0</w:t>
      </w:r>
    </w:p>
    <w:p w:rsidR="007B2329" w:rsidRDefault="007B2329" w:rsidP="007B2329">
      <w:r>
        <w:t>498.8259</w:t>
      </w:r>
      <w:r>
        <w:tab/>
        <w:t>3.038e0</w:t>
      </w:r>
    </w:p>
    <w:p w:rsidR="007B2329" w:rsidRDefault="007B2329" w:rsidP="007B2329">
      <w:r>
        <w:t>498.8284</w:t>
      </w:r>
      <w:r>
        <w:tab/>
        <w:t>2.025e0</w:t>
      </w:r>
    </w:p>
    <w:p w:rsidR="007B2329" w:rsidRDefault="007B2329" w:rsidP="007B2329">
      <w:r>
        <w:t>498.8383</w:t>
      </w:r>
      <w:r>
        <w:tab/>
        <w:t>3.038e0</w:t>
      </w:r>
    </w:p>
    <w:p w:rsidR="007B2329" w:rsidRDefault="007B2329" w:rsidP="007B2329">
      <w:r>
        <w:lastRenderedPageBreak/>
        <w:t>498.8432</w:t>
      </w:r>
      <w:r>
        <w:tab/>
        <w:t>1.013e0</w:t>
      </w:r>
    </w:p>
    <w:p w:rsidR="007B2329" w:rsidRDefault="007B2329" w:rsidP="007B2329">
      <w:r>
        <w:t>498.8596</w:t>
      </w:r>
      <w:r>
        <w:tab/>
        <w:t>4.051e0</w:t>
      </w:r>
    </w:p>
    <w:p w:rsidR="007B2329" w:rsidRDefault="007B2329" w:rsidP="007B2329">
      <w:r>
        <w:t>498.8656</w:t>
      </w:r>
      <w:r>
        <w:tab/>
        <w:t>1.013e0</w:t>
      </w:r>
    </w:p>
    <w:p w:rsidR="007B2329" w:rsidRDefault="007B2329" w:rsidP="007B2329">
      <w:r>
        <w:t>498.8777</w:t>
      </w:r>
      <w:r>
        <w:tab/>
        <w:t>1.013e0</w:t>
      </w:r>
    </w:p>
    <w:p w:rsidR="007B2329" w:rsidRDefault="007B2329" w:rsidP="007B2329">
      <w:r>
        <w:t>498.8954</w:t>
      </w:r>
      <w:r>
        <w:tab/>
        <w:t>3.038e0</w:t>
      </w:r>
    </w:p>
    <w:p w:rsidR="007B2329" w:rsidRDefault="007B2329" w:rsidP="007B2329">
      <w:r>
        <w:t>498.9172</w:t>
      </w:r>
      <w:r>
        <w:tab/>
        <w:t>2.532e-2</w:t>
      </w:r>
    </w:p>
    <w:p w:rsidR="007B2329" w:rsidRDefault="007B2329" w:rsidP="007B2329">
      <w:r>
        <w:t>498.9420</w:t>
      </w:r>
      <w:r>
        <w:tab/>
        <w:t>1.013e0</w:t>
      </w:r>
    </w:p>
    <w:p w:rsidR="007B2329" w:rsidRDefault="007B2329" w:rsidP="007B2329">
      <w:r>
        <w:t>498.9558</w:t>
      </w:r>
      <w:r>
        <w:tab/>
        <w:t>1.013e0</w:t>
      </w:r>
    </w:p>
    <w:p w:rsidR="007B2329" w:rsidRDefault="007B2329" w:rsidP="007B2329">
      <w:r>
        <w:t>498.9587</w:t>
      </w:r>
      <w:r>
        <w:tab/>
        <w:t>4.051e0</w:t>
      </w:r>
    </w:p>
    <w:p w:rsidR="007B2329" w:rsidRDefault="007B2329" w:rsidP="007B2329">
      <w:r>
        <w:t>498.9702</w:t>
      </w:r>
      <w:r>
        <w:tab/>
        <w:t>3.038e0</w:t>
      </w:r>
    </w:p>
    <w:p w:rsidR="007B2329" w:rsidRDefault="007B2329" w:rsidP="007B2329">
      <w:r>
        <w:t>498.9770</w:t>
      </w:r>
      <w:r>
        <w:tab/>
        <w:t>2.025e0</w:t>
      </w:r>
    </w:p>
    <w:p w:rsidR="007B2329" w:rsidRDefault="007B2329" w:rsidP="007B2329">
      <w:r>
        <w:t>498.9788</w:t>
      </w:r>
      <w:r>
        <w:tab/>
        <w:t>1.013e0</w:t>
      </w:r>
    </w:p>
    <w:p w:rsidR="007B2329" w:rsidRDefault="007B2329" w:rsidP="007B2329">
      <w:r>
        <w:t>498.9969</w:t>
      </w:r>
      <w:r>
        <w:tab/>
        <w:t>1.013e0</w:t>
      </w:r>
    </w:p>
    <w:p w:rsidR="007B2329" w:rsidRDefault="007B2329" w:rsidP="007B2329">
      <w:r>
        <w:t>499.0337</w:t>
      </w:r>
      <w:r>
        <w:tab/>
        <w:t>2.025e0</w:t>
      </w:r>
    </w:p>
    <w:p w:rsidR="007B2329" w:rsidRDefault="007B2329" w:rsidP="007B2329">
      <w:r>
        <w:t>499.0370</w:t>
      </w:r>
      <w:r>
        <w:tab/>
        <w:t>1.013e0</w:t>
      </w:r>
    </w:p>
    <w:p w:rsidR="007B2329" w:rsidRDefault="007B2329" w:rsidP="007B2329">
      <w:r>
        <w:t>499.0626</w:t>
      </w:r>
      <w:r>
        <w:tab/>
        <w:t>2.025e0</w:t>
      </w:r>
    </w:p>
    <w:p w:rsidR="007B2329" w:rsidRDefault="007B2329" w:rsidP="007B2329">
      <w:r>
        <w:t>499.0641</w:t>
      </w:r>
      <w:r>
        <w:tab/>
        <w:t>2.025e0</w:t>
      </w:r>
    </w:p>
    <w:p w:rsidR="007B2329" w:rsidRDefault="007B2329" w:rsidP="007B2329">
      <w:r>
        <w:t>499.0684</w:t>
      </w:r>
      <w:r>
        <w:tab/>
        <w:t>1.013e0</w:t>
      </w:r>
    </w:p>
    <w:p w:rsidR="007B2329" w:rsidRDefault="007B2329" w:rsidP="007B2329">
      <w:r>
        <w:t>499.0734</w:t>
      </w:r>
      <w:r>
        <w:tab/>
        <w:t>1.013e0</w:t>
      </w:r>
    </w:p>
    <w:p w:rsidR="007B2329" w:rsidRDefault="007B2329" w:rsidP="007B2329">
      <w:r>
        <w:lastRenderedPageBreak/>
        <w:t>499.0807</w:t>
      </w:r>
      <w:r>
        <w:tab/>
        <w:t>2.025e0</w:t>
      </w:r>
    </w:p>
    <w:p w:rsidR="007B2329" w:rsidRDefault="007B2329" w:rsidP="007B2329">
      <w:r>
        <w:t>499.1101</w:t>
      </w:r>
      <w:r>
        <w:tab/>
        <w:t>1.013e0</w:t>
      </w:r>
    </w:p>
    <w:p w:rsidR="007B2329" w:rsidRDefault="007B2329" w:rsidP="007B2329">
      <w:r>
        <w:t>499.1250</w:t>
      </w:r>
      <w:r>
        <w:tab/>
        <w:t>3.073e0</w:t>
      </w:r>
    </w:p>
    <w:p w:rsidR="007B2329" w:rsidRDefault="007B2329" w:rsidP="007B2329">
      <w:r>
        <w:t>499.1268</w:t>
      </w:r>
      <w:r>
        <w:tab/>
        <w:t>5.370e0</w:t>
      </w:r>
    </w:p>
    <w:p w:rsidR="007B2329" w:rsidRDefault="007B2329" w:rsidP="007B2329">
      <w:r>
        <w:t>499.1411</w:t>
      </w:r>
      <w:r>
        <w:tab/>
        <w:t>1.726e0</w:t>
      </w:r>
    </w:p>
    <w:p w:rsidR="007B2329" w:rsidRDefault="007B2329" w:rsidP="007B2329">
      <w:r>
        <w:t>499.1608</w:t>
      </w:r>
      <w:r>
        <w:tab/>
        <w:t>2.025e0</w:t>
      </w:r>
    </w:p>
    <w:p w:rsidR="007B2329" w:rsidRDefault="007B2329" w:rsidP="007B2329">
      <w:r>
        <w:t>499.1826</w:t>
      </w:r>
      <w:r>
        <w:tab/>
        <w:t>8.888e0</w:t>
      </w:r>
    </w:p>
    <w:p w:rsidR="007B2329" w:rsidRDefault="007B2329" w:rsidP="007B2329">
      <w:r>
        <w:t>499.1859</w:t>
      </w:r>
      <w:r>
        <w:tab/>
        <w:t>3.254e0</w:t>
      </w:r>
    </w:p>
    <w:p w:rsidR="007B2329" w:rsidRDefault="007B2329" w:rsidP="007B2329">
      <w:r>
        <w:t>499.1874</w:t>
      </w:r>
      <w:r>
        <w:tab/>
        <w:t>7.792e0</w:t>
      </w:r>
    </w:p>
    <w:p w:rsidR="007B2329" w:rsidRDefault="007B2329" w:rsidP="007B2329">
      <w:r>
        <w:t>499.1921</w:t>
      </w:r>
      <w:r>
        <w:tab/>
        <w:t>1.149e0</w:t>
      </w:r>
    </w:p>
    <w:p w:rsidR="007B2329" w:rsidRDefault="007B2329" w:rsidP="007B2329">
      <w:r>
        <w:t>499.1943</w:t>
      </w:r>
      <w:r>
        <w:tab/>
        <w:t>1.235e1</w:t>
      </w:r>
    </w:p>
    <w:p w:rsidR="007B2329" w:rsidRDefault="007B2329" w:rsidP="007B2329">
      <w:r>
        <w:t>499.1981</w:t>
      </w:r>
      <w:r>
        <w:tab/>
        <w:t>9.553e0</w:t>
      </w:r>
    </w:p>
    <w:p w:rsidR="007B2329" w:rsidRDefault="007B2329" w:rsidP="007B2329">
      <w:r>
        <w:t>499.2484</w:t>
      </w:r>
      <w:r>
        <w:tab/>
        <w:t>2.025e0</w:t>
      </w:r>
    </w:p>
    <w:p w:rsidR="007B2329" w:rsidRDefault="007B2329" w:rsidP="007B2329">
      <w:r>
        <w:t>499.3075</w:t>
      </w:r>
      <w:r>
        <w:tab/>
        <w:t>2.025e0</w:t>
      </w:r>
    </w:p>
    <w:p w:rsidR="007B2329" w:rsidRDefault="007B2329" w:rsidP="007B2329">
      <w:r>
        <w:t>499.3458</w:t>
      </w:r>
      <w:r>
        <w:tab/>
        <w:t>2.025e0</w:t>
      </w:r>
    </w:p>
    <w:p w:rsidR="007B2329" w:rsidRDefault="007B2329" w:rsidP="007B2329">
      <w:r>
        <w:t>499.3551</w:t>
      </w:r>
      <w:r>
        <w:tab/>
        <w:t>1.159e0</w:t>
      </w:r>
    </w:p>
    <w:p w:rsidR="007B2329" w:rsidRDefault="007B2329" w:rsidP="007B2329">
      <w:r>
        <w:t>499.3575</w:t>
      </w:r>
      <w:r>
        <w:tab/>
        <w:t>1.266e-2</w:t>
      </w:r>
    </w:p>
    <w:p w:rsidR="007B2329" w:rsidRDefault="007B2329" w:rsidP="007B2329">
      <w:r>
        <w:t>499.3715</w:t>
      </w:r>
      <w:r>
        <w:tab/>
        <w:t>1.013e0</w:t>
      </w:r>
    </w:p>
    <w:p w:rsidR="007B2329" w:rsidRDefault="007B2329" w:rsidP="007B2329">
      <w:r>
        <w:t>499.3890</w:t>
      </w:r>
      <w:r>
        <w:tab/>
        <w:t>4.051e0</w:t>
      </w:r>
    </w:p>
    <w:p w:rsidR="007B2329" w:rsidRDefault="007B2329" w:rsidP="007B2329">
      <w:r>
        <w:lastRenderedPageBreak/>
        <w:t>499.4062</w:t>
      </w:r>
      <w:r>
        <w:tab/>
        <w:t>1.013e0</w:t>
      </w:r>
    </w:p>
    <w:p w:rsidR="007B2329" w:rsidRDefault="007B2329" w:rsidP="007B2329">
      <w:r>
        <w:t>499.4124</w:t>
      </w:r>
      <w:r>
        <w:tab/>
        <w:t>1.013e0</w:t>
      </w:r>
    </w:p>
    <w:p w:rsidR="007B2329" w:rsidRDefault="007B2329" w:rsidP="007B2329">
      <w:r>
        <w:t>499.4263</w:t>
      </w:r>
      <w:r>
        <w:tab/>
        <w:t>2.025e0</w:t>
      </w:r>
    </w:p>
    <w:p w:rsidR="007B2329" w:rsidRDefault="007B2329" w:rsidP="007B2329">
      <w:r>
        <w:t>499.4522</w:t>
      </w:r>
      <w:r>
        <w:tab/>
        <w:t>1.266e-2</w:t>
      </w:r>
    </w:p>
    <w:p w:rsidR="007B2329" w:rsidRDefault="007B2329" w:rsidP="007B2329">
      <w:r>
        <w:t>499.4670</w:t>
      </w:r>
      <w:r>
        <w:tab/>
        <w:t>1.013e0</w:t>
      </w:r>
    </w:p>
    <w:p w:rsidR="007B2329" w:rsidRDefault="007B2329" w:rsidP="007B2329">
      <w:r>
        <w:t>499.4971</w:t>
      </w:r>
      <w:r>
        <w:tab/>
        <w:t>3.051e0</w:t>
      </w:r>
    </w:p>
    <w:p w:rsidR="007B2329" w:rsidRDefault="007B2329" w:rsidP="007B2329">
      <w:r>
        <w:t>499.5017</w:t>
      </w:r>
      <w:r>
        <w:tab/>
        <w:t>1.013e0</w:t>
      </w:r>
    </w:p>
    <w:p w:rsidR="007B2329" w:rsidRDefault="007B2329" w:rsidP="007B2329">
      <w:r>
        <w:t>499.5102</w:t>
      </w:r>
      <w:r>
        <w:tab/>
        <w:t>1.013e0</w:t>
      </w:r>
    </w:p>
    <w:p w:rsidR="007B2329" w:rsidRDefault="007B2329" w:rsidP="007B2329">
      <w:r>
        <w:t>499.5121</w:t>
      </w:r>
      <w:r>
        <w:tab/>
        <w:t>2.025e0</w:t>
      </w:r>
    </w:p>
    <w:p w:rsidR="007B2329" w:rsidRDefault="007B2329" w:rsidP="007B2329">
      <w:r>
        <w:t>499.5286</w:t>
      </w:r>
      <w:r>
        <w:tab/>
        <w:t>1.013e0</w:t>
      </w:r>
    </w:p>
    <w:p w:rsidR="007B2329" w:rsidRDefault="007B2329" w:rsidP="007B2329">
      <w:r>
        <w:t>499.5772</w:t>
      </w:r>
      <w:r>
        <w:tab/>
        <w:t>3.038e0</w:t>
      </w:r>
    </w:p>
    <w:p w:rsidR="007B2329" w:rsidRDefault="007B2329" w:rsidP="007B2329">
      <w:r>
        <w:t>499.5970</w:t>
      </w:r>
      <w:r>
        <w:tab/>
        <w:t>1.013e0</w:t>
      </w:r>
    </w:p>
    <w:p w:rsidR="007B2329" w:rsidRDefault="007B2329" w:rsidP="007B2329">
      <w:r>
        <w:t>499.6200</w:t>
      </w:r>
      <w:r>
        <w:tab/>
        <w:t>1.013e0</w:t>
      </w:r>
    </w:p>
    <w:p w:rsidR="007B2329" w:rsidRDefault="007B2329" w:rsidP="007B2329">
      <w:r>
        <w:t>499.6231</w:t>
      </w:r>
      <w:r>
        <w:tab/>
        <w:t>1.025e0</w:t>
      </w:r>
    </w:p>
    <w:p w:rsidR="007B2329" w:rsidRDefault="007B2329" w:rsidP="007B2329">
      <w:r>
        <w:t>499.6384</w:t>
      </w:r>
      <w:r>
        <w:tab/>
        <w:t>1.013e0</w:t>
      </w:r>
    </w:p>
    <w:p w:rsidR="007B2329" w:rsidRDefault="007B2329" w:rsidP="007B2329">
      <w:r>
        <w:t>499.6563</w:t>
      </w:r>
      <w:r>
        <w:tab/>
        <w:t>4.051e0</w:t>
      </w:r>
    </w:p>
    <w:p w:rsidR="007B2329" w:rsidRDefault="007B2329" w:rsidP="007B2329">
      <w:r>
        <w:t>499.7010</w:t>
      </w:r>
      <w:r>
        <w:tab/>
        <w:t>1.013e0</w:t>
      </w:r>
    </w:p>
    <w:p w:rsidR="007B2329" w:rsidRDefault="007B2329" w:rsidP="007B2329">
      <w:r>
        <w:t>499.7098</w:t>
      </w:r>
      <w:r>
        <w:tab/>
        <w:t>1.013e0</w:t>
      </w:r>
    </w:p>
    <w:p w:rsidR="007B2329" w:rsidRDefault="007B2329" w:rsidP="007B2329">
      <w:r>
        <w:t>499.7270</w:t>
      </w:r>
      <w:r>
        <w:tab/>
        <w:t>1.013e0</w:t>
      </w:r>
    </w:p>
    <w:p w:rsidR="007B2329" w:rsidRDefault="007B2329" w:rsidP="007B2329">
      <w:r>
        <w:lastRenderedPageBreak/>
        <w:t>499.7516</w:t>
      </w:r>
      <w:r>
        <w:tab/>
        <w:t>1.013e0</w:t>
      </w:r>
    </w:p>
    <w:p w:rsidR="007B2329" w:rsidRDefault="007B2329" w:rsidP="007B2329">
      <w:r>
        <w:t>499.7792</w:t>
      </w:r>
      <w:r>
        <w:tab/>
        <w:t>1.013e0</w:t>
      </w:r>
    </w:p>
    <w:p w:rsidR="007B2329" w:rsidRDefault="007B2329" w:rsidP="007B2329">
      <w:r>
        <w:t>499.7877</w:t>
      </w:r>
      <w:r>
        <w:tab/>
        <w:t>1.013e0</w:t>
      </w:r>
    </w:p>
    <w:p w:rsidR="007B2329" w:rsidRDefault="007B2329" w:rsidP="007B2329">
      <w:r>
        <w:t>499.8051</w:t>
      </w:r>
      <w:r>
        <w:tab/>
        <w:t>1.013e0</w:t>
      </w:r>
    </w:p>
    <w:p w:rsidR="007B2329" w:rsidRDefault="007B2329" w:rsidP="007B2329">
      <w:r>
        <w:t>499.8278</w:t>
      </w:r>
      <w:r>
        <w:tab/>
        <w:t>2.025e0</w:t>
      </w:r>
    </w:p>
    <w:p w:rsidR="007B2329" w:rsidRDefault="007B2329" w:rsidP="007B2329">
      <w:r>
        <w:t>499.8329</w:t>
      </w:r>
      <w:r>
        <w:tab/>
        <w:t>2.025e0</w:t>
      </w:r>
    </w:p>
    <w:p w:rsidR="007B2329" w:rsidRDefault="007B2329" w:rsidP="007B2329">
      <w:r>
        <w:t>499.8399</w:t>
      </w:r>
      <w:r>
        <w:tab/>
        <w:t>1.013e0</w:t>
      </w:r>
    </w:p>
    <w:p w:rsidR="007B2329" w:rsidRDefault="007B2329" w:rsidP="007B2329">
      <w:r>
        <w:t>499.8491</w:t>
      </w:r>
      <w:r>
        <w:tab/>
        <w:t>1.013e0</w:t>
      </w:r>
    </w:p>
    <w:p w:rsidR="007B2329" w:rsidRDefault="007B2329" w:rsidP="007B2329">
      <w:r>
        <w:t>499.8746</w:t>
      </w:r>
      <w:r>
        <w:tab/>
        <w:t>1.013e0</w:t>
      </w:r>
    </w:p>
    <w:p w:rsidR="007B2329" w:rsidRDefault="007B2329" w:rsidP="007B2329">
      <w:r>
        <w:t>499.8896</w:t>
      </w:r>
      <w:r>
        <w:tab/>
        <w:t>3.038e0</w:t>
      </w:r>
    </w:p>
    <w:p w:rsidR="007B2329" w:rsidRDefault="007B2329" w:rsidP="007B2329">
      <w:r>
        <w:t>499.8931</w:t>
      </w:r>
      <w:r>
        <w:tab/>
        <w:t>3.038e0</w:t>
      </w:r>
    </w:p>
    <w:p w:rsidR="007B2329" w:rsidRDefault="007B2329" w:rsidP="007B2329">
      <w:r>
        <w:t>499.9065</w:t>
      </w:r>
      <w:r>
        <w:tab/>
        <w:t>3.038e0</w:t>
      </w:r>
    </w:p>
    <w:p w:rsidR="007B2329" w:rsidRDefault="007B2329" w:rsidP="007B2329">
      <w:r>
        <w:t>499.9394</w:t>
      </w:r>
      <w:r>
        <w:tab/>
        <w:t>2.025e0</w:t>
      </w:r>
    </w:p>
    <w:p w:rsidR="007B2329" w:rsidRDefault="007B2329" w:rsidP="007B2329">
      <w:r>
        <w:t>499.9439</w:t>
      </w:r>
      <w:r>
        <w:tab/>
        <w:t>1.013e0</w:t>
      </w:r>
    </w:p>
    <w:p w:rsidR="007B2329" w:rsidRDefault="007B2329" w:rsidP="007B2329">
      <w:r>
        <w:t>499.9622</w:t>
      </w:r>
      <w:r>
        <w:tab/>
        <w:t>1.013e0</w:t>
      </w:r>
    </w:p>
    <w:p w:rsidR="007B2329" w:rsidRDefault="007B2329" w:rsidP="007B2329">
      <w:r>
        <w:t>499.9699</w:t>
      </w:r>
      <w:r>
        <w:tab/>
        <w:t>1.013e0</w:t>
      </w:r>
    </w:p>
    <w:p w:rsidR="007B2329" w:rsidRDefault="007B2329" w:rsidP="007B2329">
      <w:r>
        <w:t>499.9971</w:t>
      </w:r>
      <w:r>
        <w:tab/>
        <w:t>3.038e0</w:t>
      </w:r>
    </w:p>
    <w:p w:rsidR="007B2329" w:rsidRDefault="007B2329" w:rsidP="007B2329">
      <w:r>
        <w:t>500.0481</w:t>
      </w:r>
      <w:r>
        <w:tab/>
        <w:t>1.013e0</w:t>
      </w:r>
    </w:p>
    <w:p w:rsidR="007B2329" w:rsidRDefault="007B2329" w:rsidP="007B2329">
      <w:r>
        <w:t>500.0561</w:t>
      </w:r>
      <w:r>
        <w:tab/>
        <w:t>2.025e0</w:t>
      </w:r>
    </w:p>
    <w:p w:rsidR="007B2329" w:rsidRDefault="007B2329" w:rsidP="007B2329">
      <w:r>
        <w:lastRenderedPageBreak/>
        <w:t>500.0786</w:t>
      </w:r>
      <w:r>
        <w:tab/>
        <w:t>2.025e0</w:t>
      </w:r>
    </w:p>
    <w:p w:rsidR="007B2329" w:rsidRDefault="007B2329" w:rsidP="007B2329">
      <w:r>
        <w:t>500.0858</w:t>
      </w:r>
      <w:r>
        <w:tab/>
        <w:t>1.025e0</w:t>
      </w:r>
    </w:p>
    <w:p w:rsidR="007B2329" w:rsidRDefault="007B2329" w:rsidP="007B2329">
      <w:r>
        <w:t>500.1095</w:t>
      </w:r>
      <w:r>
        <w:tab/>
        <w:t>3.844e0</w:t>
      </w:r>
    </w:p>
    <w:p w:rsidR="007B2329" w:rsidRDefault="007B2329" w:rsidP="007B2329">
      <w:r>
        <w:t>500.1201</w:t>
      </w:r>
      <w:r>
        <w:tab/>
        <w:t>4.162e0</w:t>
      </w:r>
    </w:p>
    <w:p w:rsidR="007B2329" w:rsidRDefault="007B2329" w:rsidP="007B2329">
      <w:r>
        <w:t>500.1506</w:t>
      </w:r>
      <w:r>
        <w:tab/>
        <w:t>5.980e0</w:t>
      </w:r>
    </w:p>
    <w:p w:rsidR="007B2329" w:rsidRDefault="007B2329" w:rsidP="007B2329">
      <w:r>
        <w:t>500.1535</w:t>
      </w:r>
      <w:r>
        <w:tab/>
        <w:t>5.904e0</w:t>
      </w:r>
    </w:p>
    <w:p w:rsidR="007B2329" w:rsidRDefault="007B2329" w:rsidP="007B2329">
      <w:r>
        <w:t>500.1593</w:t>
      </w:r>
      <w:r>
        <w:tab/>
        <w:t>9.316e0</w:t>
      </w:r>
    </w:p>
    <w:p w:rsidR="007B2329" w:rsidRDefault="007B2329" w:rsidP="007B2329">
      <w:r>
        <w:t>500.1633</w:t>
      </w:r>
      <w:r>
        <w:tab/>
        <w:t>2.025e0</w:t>
      </w:r>
    </w:p>
    <w:p w:rsidR="007B2329" w:rsidRDefault="007B2329" w:rsidP="007B2329">
      <w:r>
        <w:t>500.1661</w:t>
      </w:r>
      <w:r>
        <w:tab/>
        <w:t>6.798e0</w:t>
      </w:r>
    </w:p>
    <w:p w:rsidR="007B2329" w:rsidRDefault="007B2329" w:rsidP="007B2329">
      <w:r>
        <w:t>500.2042</w:t>
      </w:r>
      <w:r>
        <w:tab/>
        <w:t>2.218e0</w:t>
      </w:r>
    </w:p>
    <w:p w:rsidR="007B2329" w:rsidRDefault="007B2329" w:rsidP="007B2329">
      <w:r>
        <w:t>500.2102</w:t>
      </w:r>
      <w:r>
        <w:tab/>
        <w:t>1.091e0</w:t>
      </w:r>
    </w:p>
    <w:p w:rsidR="007B2329" w:rsidRDefault="007B2329" w:rsidP="007B2329">
      <w:r>
        <w:t>500.2601</w:t>
      </w:r>
      <w:r>
        <w:tab/>
        <w:t>3.038e0</w:t>
      </w:r>
    </w:p>
    <w:p w:rsidR="007B2329" w:rsidRDefault="007B2329" w:rsidP="007B2329">
      <w:r>
        <w:t>500.3285</w:t>
      </w:r>
      <w:r>
        <w:tab/>
        <w:t>5.063e0</w:t>
      </w:r>
    </w:p>
    <w:p w:rsidR="007B2329" w:rsidRDefault="007B2329" w:rsidP="007B2329">
      <w:r>
        <w:t>500.3646</w:t>
      </w:r>
      <w:r>
        <w:tab/>
        <w:t>1.553e0</w:t>
      </w:r>
    </w:p>
    <w:p w:rsidR="007B2329" w:rsidRDefault="007B2329" w:rsidP="007B2329">
      <w:r>
        <w:t>500.3779</w:t>
      </w:r>
      <w:r>
        <w:tab/>
        <w:t>2.025e0</w:t>
      </w:r>
    </w:p>
    <w:p w:rsidR="007B2329" w:rsidRDefault="007B2329" w:rsidP="007B2329">
      <w:r>
        <w:t>500.3930</w:t>
      </w:r>
      <w:r>
        <w:tab/>
        <w:t>2.025e0</w:t>
      </w:r>
    </w:p>
    <w:p w:rsidR="007B2329" w:rsidRDefault="007B2329" w:rsidP="007B2329">
      <w:r>
        <w:t>500.4040</w:t>
      </w:r>
      <w:r>
        <w:tab/>
        <w:t>1.013e0</w:t>
      </w:r>
    </w:p>
    <w:p w:rsidR="007B2329" w:rsidRDefault="007B2329" w:rsidP="007B2329">
      <w:r>
        <w:t>500.4387</w:t>
      </w:r>
      <w:r>
        <w:tab/>
        <w:t>1.013e0</w:t>
      </w:r>
    </w:p>
    <w:p w:rsidR="007B2329" w:rsidRDefault="007B2329" w:rsidP="007B2329">
      <w:r>
        <w:t>500.4511</w:t>
      </w:r>
      <w:r>
        <w:tab/>
        <w:t>1.013e0</w:t>
      </w:r>
    </w:p>
    <w:p w:rsidR="007B2329" w:rsidRDefault="007B2329" w:rsidP="007B2329">
      <w:r>
        <w:lastRenderedPageBreak/>
        <w:t>500.4542</w:t>
      </w:r>
      <w:r>
        <w:tab/>
        <w:t>1.038e0</w:t>
      </w:r>
    </w:p>
    <w:p w:rsidR="007B2329" w:rsidRDefault="007B2329" w:rsidP="007B2329">
      <w:r>
        <w:t>500.4687</w:t>
      </w:r>
      <w:r>
        <w:tab/>
        <w:t>2.942e0</w:t>
      </w:r>
    </w:p>
    <w:p w:rsidR="007B2329" w:rsidRDefault="007B2329" w:rsidP="007B2329">
      <w:r>
        <w:t>500.4735</w:t>
      </w:r>
      <w:r>
        <w:tab/>
        <w:t>1.013e0</w:t>
      </w:r>
    </w:p>
    <w:p w:rsidR="007B2329" w:rsidRDefault="007B2329" w:rsidP="007B2329">
      <w:r>
        <w:t>500.5082</w:t>
      </w:r>
      <w:r>
        <w:tab/>
        <w:t>2.025e0</w:t>
      </w:r>
    </w:p>
    <w:p w:rsidR="007B2329" w:rsidRDefault="007B2329" w:rsidP="007B2329">
      <w:r>
        <w:t>500.5124</w:t>
      </w:r>
      <w:r>
        <w:tab/>
        <w:t>2.025e0</w:t>
      </w:r>
    </w:p>
    <w:p w:rsidR="007B2329" w:rsidRDefault="007B2329" w:rsidP="007B2329">
      <w:r>
        <w:t>500.5343</w:t>
      </w:r>
      <w:r>
        <w:tab/>
        <w:t>1.013e0</w:t>
      </w:r>
    </w:p>
    <w:p w:rsidR="007B2329" w:rsidRDefault="007B2329" w:rsidP="007B2329">
      <w:r>
        <w:t>500.5551</w:t>
      </w:r>
      <w:r>
        <w:tab/>
        <w:t>2.025e0</w:t>
      </w:r>
    </w:p>
    <w:p w:rsidR="007B2329" w:rsidRDefault="007B2329" w:rsidP="007B2329">
      <w:r>
        <w:t>500.5690</w:t>
      </w:r>
      <w:r>
        <w:tab/>
        <w:t>2.025e0</w:t>
      </w:r>
    </w:p>
    <w:p w:rsidR="007B2329" w:rsidRDefault="007B2329" w:rsidP="007B2329">
      <w:r>
        <w:t>500.5762</w:t>
      </w:r>
      <w:r>
        <w:tab/>
        <w:t>2.025e0</w:t>
      </w:r>
    </w:p>
    <w:p w:rsidR="007B2329" w:rsidRDefault="007B2329" w:rsidP="007B2329">
      <w:r>
        <w:t>500.5774</w:t>
      </w:r>
      <w:r>
        <w:tab/>
        <w:t>2.025e0</w:t>
      </w:r>
    </w:p>
    <w:p w:rsidR="007B2329" w:rsidRDefault="007B2329" w:rsidP="007B2329">
      <w:r>
        <w:t>500.5886</w:t>
      </w:r>
      <w:r>
        <w:tab/>
        <w:t>2.038e0</w:t>
      </w:r>
    </w:p>
    <w:p w:rsidR="007B2329" w:rsidRDefault="007B2329" w:rsidP="007B2329">
      <w:r>
        <w:t>500.5950</w:t>
      </w:r>
      <w:r>
        <w:tab/>
        <w:t>1.013e0</w:t>
      </w:r>
    </w:p>
    <w:p w:rsidR="007B2329" w:rsidRDefault="007B2329" w:rsidP="007B2329">
      <w:r>
        <w:t>500.6037</w:t>
      </w:r>
      <w:r>
        <w:tab/>
        <w:t>1.013e0</w:t>
      </w:r>
    </w:p>
    <w:p w:rsidR="007B2329" w:rsidRDefault="007B2329" w:rsidP="007B2329">
      <w:r>
        <w:t>500.6406</w:t>
      </w:r>
      <w:r>
        <w:tab/>
        <w:t>2.025e0</w:t>
      </w:r>
    </w:p>
    <w:p w:rsidR="007B2329" w:rsidRDefault="007B2329" w:rsidP="007B2329">
      <w:r>
        <w:t>500.6470</w:t>
      </w:r>
      <w:r>
        <w:tab/>
        <w:t>2.025e0</w:t>
      </w:r>
    </w:p>
    <w:p w:rsidR="007B2329" w:rsidRDefault="007B2329" w:rsidP="007B2329">
      <w:r>
        <w:t>500.6620</w:t>
      </w:r>
      <w:r>
        <w:tab/>
        <w:t>4.051e0</w:t>
      </w:r>
    </w:p>
    <w:p w:rsidR="007B2329" w:rsidRDefault="007B2329" w:rsidP="007B2329">
      <w:r>
        <w:t>500.6732</w:t>
      </w:r>
      <w:r>
        <w:tab/>
        <w:t>1.013e0</w:t>
      </w:r>
    </w:p>
    <w:p w:rsidR="007B2329" w:rsidRDefault="007B2329" w:rsidP="007B2329">
      <w:r>
        <w:t>500.6743</w:t>
      </w:r>
      <w:r>
        <w:tab/>
        <w:t>2.025e0</w:t>
      </w:r>
    </w:p>
    <w:p w:rsidR="007B2329" w:rsidRDefault="007B2329" w:rsidP="007B2329">
      <w:r>
        <w:t>500.7140</w:t>
      </w:r>
      <w:r>
        <w:tab/>
        <w:t>1.013e0</w:t>
      </w:r>
    </w:p>
    <w:p w:rsidR="007B2329" w:rsidRDefault="007B2329" w:rsidP="007B2329">
      <w:r>
        <w:lastRenderedPageBreak/>
        <w:t>500.7386</w:t>
      </w:r>
      <w:r>
        <w:tab/>
        <w:t>3.038e0</w:t>
      </w:r>
    </w:p>
    <w:p w:rsidR="007B2329" w:rsidRDefault="007B2329" w:rsidP="007B2329">
      <w:r>
        <w:t>500.7536</w:t>
      </w:r>
      <w:r>
        <w:tab/>
        <w:t>5.063e0</w:t>
      </w:r>
    </w:p>
    <w:p w:rsidR="007B2329" w:rsidRDefault="007B2329" w:rsidP="007B2329">
      <w:r>
        <w:t>500.7720</w:t>
      </w:r>
      <w:r>
        <w:tab/>
        <w:t>1.025e0</w:t>
      </w:r>
    </w:p>
    <w:p w:rsidR="007B2329" w:rsidRDefault="007B2329" w:rsidP="007B2329">
      <w:r>
        <w:t>500.7820</w:t>
      </w:r>
      <w:r>
        <w:tab/>
        <w:t>3.038e0</w:t>
      </w:r>
    </w:p>
    <w:p w:rsidR="007B2329" w:rsidRDefault="007B2329" w:rsidP="007B2329">
      <w:r>
        <w:t>500.8020</w:t>
      </w:r>
      <w:r>
        <w:tab/>
        <w:t>2.025e0</w:t>
      </w:r>
    </w:p>
    <w:p w:rsidR="007B2329" w:rsidRDefault="007B2329" w:rsidP="007B2329">
      <w:r>
        <w:t>500.8296</w:t>
      </w:r>
      <w:r>
        <w:tab/>
        <w:t>1.013e0</w:t>
      </w:r>
    </w:p>
    <w:p w:rsidR="007B2329" w:rsidRDefault="007B2329" w:rsidP="007B2329">
      <w:r>
        <w:t>500.8452</w:t>
      </w:r>
      <w:r>
        <w:tab/>
        <w:t>1.013e0</w:t>
      </w:r>
    </w:p>
    <w:p w:rsidR="007B2329" w:rsidRDefault="007B2329" w:rsidP="007B2329">
      <w:r>
        <w:t>500.8557</w:t>
      </w:r>
      <w:r>
        <w:tab/>
        <w:t>1.013e0</w:t>
      </w:r>
    </w:p>
    <w:p w:rsidR="007B2329" w:rsidRDefault="007B2329" w:rsidP="007B2329">
      <w:r>
        <w:t>500.8666</w:t>
      </w:r>
      <w:r>
        <w:tab/>
        <w:t>1.013e0</w:t>
      </w:r>
    </w:p>
    <w:p w:rsidR="007B2329" w:rsidRDefault="007B2329" w:rsidP="007B2329">
      <w:r>
        <w:t>500.8781</w:t>
      </w:r>
      <w:r>
        <w:tab/>
        <w:t>2.025e0</w:t>
      </w:r>
    </w:p>
    <w:p w:rsidR="007B2329" w:rsidRDefault="007B2329" w:rsidP="007B2329">
      <w:r>
        <w:t>500.8819</w:t>
      </w:r>
      <w:r>
        <w:tab/>
        <w:t>1.013e0</w:t>
      </w:r>
    </w:p>
    <w:p w:rsidR="007B2329" w:rsidRDefault="007B2329" w:rsidP="007B2329">
      <w:r>
        <w:t>500.8959</w:t>
      </w:r>
      <w:r>
        <w:tab/>
        <w:t>2.025e0</w:t>
      </w:r>
    </w:p>
    <w:p w:rsidR="007B2329" w:rsidRDefault="007B2329" w:rsidP="007B2329">
      <w:r>
        <w:t>500.9124</w:t>
      </w:r>
      <w:r>
        <w:tab/>
        <w:t>2.025e0</w:t>
      </w:r>
    </w:p>
    <w:p w:rsidR="007B2329" w:rsidRDefault="007B2329" w:rsidP="007B2329">
      <w:r>
        <w:t>500.9167</w:t>
      </w:r>
      <w:r>
        <w:tab/>
        <w:t>1.013e0</w:t>
      </w:r>
    </w:p>
    <w:p w:rsidR="007B2329" w:rsidRDefault="007B2329" w:rsidP="007B2329">
      <w:r>
        <w:t>500.9407</w:t>
      </w:r>
      <w:r>
        <w:tab/>
        <w:t>2.025e0</w:t>
      </w:r>
    </w:p>
    <w:p w:rsidR="007B2329" w:rsidRDefault="007B2329" w:rsidP="007B2329">
      <w:r>
        <w:t>500.9514</w:t>
      </w:r>
      <w:r>
        <w:tab/>
        <w:t>1.013e0</w:t>
      </w:r>
    </w:p>
    <w:p w:rsidR="007B2329" w:rsidRDefault="007B2329" w:rsidP="007B2329">
      <w:r>
        <w:t>500.9612</w:t>
      </w:r>
      <w:r>
        <w:tab/>
        <w:t>1.025e0</w:t>
      </w:r>
    </w:p>
    <w:p w:rsidR="007B2329" w:rsidRDefault="007B2329" w:rsidP="007B2329">
      <w:r>
        <w:t>500.9718</w:t>
      </w:r>
      <w:r>
        <w:tab/>
        <w:t>2.025e0</w:t>
      </w:r>
    </w:p>
    <w:p w:rsidR="007B2329" w:rsidRDefault="007B2329" w:rsidP="007B2329">
      <w:r>
        <w:t>500.9982</w:t>
      </w:r>
      <w:r>
        <w:tab/>
        <w:t>1.013e0</w:t>
      </w:r>
    </w:p>
    <w:p w:rsidR="007B2329" w:rsidRDefault="007B2329" w:rsidP="007B2329">
      <w:r>
        <w:lastRenderedPageBreak/>
        <w:t>501.0053</w:t>
      </w:r>
      <w:r>
        <w:tab/>
        <w:t>2.025e0</w:t>
      </w:r>
    </w:p>
    <w:p w:rsidR="007B2329" w:rsidRDefault="007B2329" w:rsidP="007B2329">
      <w:r>
        <w:t>501.0202</w:t>
      </w:r>
      <w:r>
        <w:tab/>
        <w:t>3.038e0</w:t>
      </w:r>
    </w:p>
    <w:p w:rsidR="007B2329" w:rsidRDefault="007B2329" w:rsidP="007B2329">
      <w:r>
        <w:t>501.0397</w:t>
      </w:r>
      <w:r>
        <w:tab/>
        <w:t>2.025e0</w:t>
      </w:r>
    </w:p>
    <w:p w:rsidR="007B2329" w:rsidRDefault="007B2329" w:rsidP="007B2329">
      <w:r>
        <w:t>501.0557</w:t>
      </w:r>
      <w:r>
        <w:tab/>
        <w:t>1.013e0</w:t>
      </w:r>
    </w:p>
    <w:p w:rsidR="007B2329" w:rsidRDefault="007B2329" w:rsidP="007B2329">
      <w:r>
        <w:t>501.0842</w:t>
      </w:r>
      <w:r>
        <w:tab/>
        <w:t>3.982e0</w:t>
      </w:r>
    </w:p>
    <w:p w:rsidR="007B2329" w:rsidRDefault="007B2329" w:rsidP="007B2329">
      <w:r>
        <w:t>501.0994</w:t>
      </w:r>
      <w:r>
        <w:tab/>
        <w:t>2.025e0</w:t>
      </w:r>
    </w:p>
    <w:p w:rsidR="007B2329" w:rsidRDefault="007B2329" w:rsidP="007B2329">
      <w:r>
        <w:t>501.1239</w:t>
      </w:r>
      <w:r>
        <w:tab/>
        <w:t>1.354e0</w:t>
      </w:r>
    </w:p>
    <w:p w:rsidR="007B2329" w:rsidRDefault="007B2329" w:rsidP="007B2329">
      <w:r>
        <w:t>501.1271</w:t>
      </w:r>
      <w:r>
        <w:tab/>
        <w:t>3.038e0</w:t>
      </w:r>
    </w:p>
    <w:p w:rsidR="007B2329" w:rsidRDefault="007B2329" w:rsidP="007B2329">
      <w:r>
        <w:t>501.1375</w:t>
      </w:r>
      <w:r>
        <w:tab/>
        <w:t>1.364e1</w:t>
      </w:r>
    </w:p>
    <w:p w:rsidR="007B2329" w:rsidRDefault="007B2329" w:rsidP="007B2329">
      <w:r>
        <w:t>501.1399</w:t>
      </w:r>
      <w:r>
        <w:tab/>
        <w:t>3.436e0</w:t>
      </w:r>
    </w:p>
    <w:p w:rsidR="007B2329" w:rsidRDefault="007B2329" w:rsidP="007B2329">
      <w:r>
        <w:t>501.1534</w:t>
      </w:r>
      <w:r>
        <w:tab/>
        <w:t>1.250e1</w:t>
      </w:r>
    </w:p>
    <w:p w:rsidR="007B2329" w:rsidRDefault="007B2329" w:rsidP="007B2329">
      <w:r>
        <w:t>501.1671</w:t>
      </w:r>
      <w:r>
        <w:tab/>
        <w:t>2.046e0</w:t>
      </w:r>
    </w:p>
    <w:p w:rsidR="007B2329" w:rsidRDefault="007B2329" w:rsidP="007B2329">
      <w:r>
        <w:t>501.2124</w:t>
      </w:r>
      <w:r>
        <w:tab/>
        <w:t>1.013e0</w:t>
      </w:r>
    </w:p>
    <w:p w:rsidR="007B2329" w:rsidRDefault="007B2329" w:rsidP="007B2329">
      <w:r>
        <w:t>501.2847</w:t>
      </w:r>
      <w:r>
        <w:tab/>
        <w:t>5.063e0</w:t>
      </w:r>
    </w:p>
    <w:p w:rsidR="007B2329" w:rsidRDefault="007B2329" w:rsidP="007B2329">
      <w:r>
        <w:t>501.2910</w:t>
      </w:r>
      <w:r>
        <w:tab/>
        <w:t>3.247e1</w:t>
      </w:r>
    </w:p>
    <w:p w:rsidR="007B2329" w:rsidRDefault="007B2329" w:rsidP="007B2329">
      <w:r>
        <w:t>501.2951</w:t>
      </w:r>
      <w:r>
        <w:tab/>
        <w:t>1.528e1</w:t>
      </w:r>
    </w:p>
    <w:p w:rsidR="007B2329" w:rsidRDefault="007B2329" w:rsidP="007B2329">
      <w:r>
        <w:t>501.2980</w:t>
      </w:r>
      <w:r>
        <w:tab/>
        <w:t>3.263e1</w:t>
      </w:r>
    </w:p>
    <w:p w:rsidR="007B2329" w:rsidRDefault="007B2329" w:rsidP="007B2329">
      <w:r>
        <w:t>501.3032</w:t>
      </w:r>
      <w:r>
        <w:tab/>
        <w:t>1.467e1</w:t>
      </w:r>
    </w:p>
    <w:p w:rsidR="007B2329" w:rsidRDefault="007B2329" w:rsidP="007B2329">
      <w:r>
        <w:t>501.3070</w:t>
      </w:r>
      <w:r>
        <w:tab/>
        <w:t>4.883e1</w:t>
      </w:r>
    </w:p>
    <w:p w:rsidR="007B2329" w:rsidRDefault="007B2329" w:rsidP="007B2329">
      <w:r>
        <w:lastRenderedPageBreak/>
        <w:t>501.3627</w:t>
      </w:r>
      <w:r>
        <w:tab/>
        <w:t>2.038e0</w:t>
      </w:r>
    </w:p>
    <w:p w:rsidR="007B2329" w:rsidRDefault="007B2329" w:rsidP="007B2329">
      <w:r>
        <w:t>501.3864</w:t>
      </w:r>
      <w:r>
        <w:tab/>
        <w:t>2.025e0</w:t>
      </w:r>
    </w:p>
    <w:p w:rsidR="007B2329" w:rsidRDefault="007B2329" w:rsidP="007B2329">
      <w:r>
        <w:t>501.3912</w:t>
      </w:r>
      <w:r>
        <w:tab/>
        <w:t>4.051e0</w:t>
      </w:r>
    </w:p>
    <w:p w:rsidR="007B2329" w:rsidRDefault="007B2329" w:rsidP="007B2329">
      <w:r>
        <w:t>501.4187</w:t>
      </w:r>
      <w:r>
        <w:tab/>
        <w:t>4.051e0</w:t>
      </w:r>
    </w:p>
    <w:p w:rsidR="007B2329" w:rsidRDefault="007B2329" w:rsidP="007B2329">
      <w:r>
        <w:t>501.4209</w:t>
      </w:r>
      <w:r>
        <w:tab/>
        <w:t>1.013e0</w:t>
      </w:r>
    </w:p>
    <w:p w:rsidR="007B2329" w:rsidRDefault="007B2329" w:rsidP="007B2329">
      <w:r>
        <w:t>501.4345</w:t>
      </w:r>
      <w:r>
        <w:tab/>
        <w:t>2.025e0</w:t>
      </w:r>
    </w:p>
    <w:p w:rsidR="007B2329" w:rsidRDefault="007B2329" w:rsidP="007B2329">
      <w:r>
        <w:t>501.4368</w:t>
      </w:r>
      <w:r>
        <w:tab/>
        <w:t>3.038e0</w:t>
      </w:r>
    </w:p>
    <w:p w:rsidR="007B2329" w:rsidRDefault="007B2329" w:rsidP="007B2329">
      <w:r>
        <w:t>501.4472</w:t>
      </w:r>
      <w:r>
        <w:tab/>
        <w:t>2.025e0</w:t>
      </w:r>
    </w:p>
    <w:p w:rsidR="007B2329" w:rsidRDefault="007B2329" w:rsidP="007B2329">
      <w:r>
        <w:t>501.4558</w:t>
      </w:r>
      <w:r>
        <w:tab/>
        <w:t>1.013e0</w:t>
      </w:r>
    </w:p>
    <w:p w:rsidR="007B2329" w:rsidRDefault="007B2329" w:rsidP="007B2329">
      <w:r>
        <w:t>501.4818</w:t>
      </w:r>
      <w:r>
        <w:tab/>
        <w:t>1.013e0</w:t>
      </w:r>
    </w:p>
    <w:p w:rsidR="007B2329" w:rsidRDefault="007B2329" w:rsidP="007B2329">
      <w:r>
        <w:t>501.4867</w:t>
      </w:r>
      <w:r>
        <w:tab/>
        <w:t>1.013e0</w:t>
      </w:r>
    </w:p>
    <w:p w:rsidR="007B2329" w:rsidRDefault="007B2329" w:rsidP="007B2329">
      <w:r>
        <w:t>501.4907</w:t>
      </w:r>
      <w:r>
        <w:tab/>
        <w:t>1.013e0</w:t>
      </w:r>
    </w:p>
    <w:p w:rsidR="007B2329" w:rsidRDefault="007B2329" w:rsidP="007B2329">
      <w:r>
        <w:t>501.5082</w:t>
      </w:r>
      <w:r>
        <w:tab/>
        <w:t>2.025e0</w:t>
      </w:r>
    </w:p>
    <w:p w:rsidR="007B2329" w:rsidRDefault="007B2329" w:rsidP="007B2329">
      <w:r>
        <w:t>501.5168</w:t>
      </w:r>
      <w:r>
        <w:tab/>
        <w:t>1.013e0</w:t>
      </w:r>
    </w:p>
    <w:p w:rsidR="007B2329" w:rsidRDefault="007B2329" w:rsidP="007B2329">
      <w:r>
        <w:t>501.5234</w:t>
      </w:r>
      <w:r>
        <w:tab/>
        <w:t>2.025e0</w:t>
      </w:r>
    </w:p>
    <w:p w:rsidR="007B2329" w:rsidRDefault="007B2329" w:rsidP="007B2329">
      <w:r>
        <w:t>501.5264</w:t>
      </w:r>
      <w:r>
        <w:tab/>
        <w:t>3.038e0</w:t>
      </w:r>
    </w:p>
    <w:p w:rsidR="007B2329" w:rsidRDefault="007B2329" w:rsidP="007B2329">
      <w:r>
        <w:t>501.5550</w:t>
      </w:r>
      <w:r>
        <w:tab/>
        <w:t>2.025e0</w:t>
      </w:r>
    </w:p>
    <w:p w:rsidR="007B2329" w:rsidRDefault="007B2329" w:rsidP="007B2329">
      <w:r>
        <w:t>501.5664</w:t>
      </w:r>
      <w:r>
        <w:tab/>
        <w:t>1.557e0</w:t>
      </w:r>
    </w:p>
    <w:p w:rsidR="007B2329" w:rsidRDefault="007B2329" w:rsidP="007B2329">
      <w:r>
        <w:t>501.5776</w:t>
      </w:r>
      <w:r>
        <w:tab/>
        <w:t>1.013e0</w:t>
      </w:r>
    </w:p>
    <w:p w:rsidR="007B2329" w:rsidRDefault="007B2329" w:rsidP="007B2329">
      <w:r>
        <w:lastRenderedPageBreak/>
        <w:t>501.5907</w:t>
      </w:r>
      <w:r>
        <w:tab/>
        <w:t>2.025e0</w:t>
      </w:r>
    </w:p>
    <w:p w:rsidR="007B2329" w:rsidRDefault="007B2329" w:rsidP="007B2329">
      <w:r>
        <w:t>501.6145</w:t>
      </w:r>
      <w:r>
        <w:tab/>
        <w:t>2.025e0</w:t>
      </w:r>
    </w:p>
    <w:p w:rsidR="007B2329" w:rsidRDefault="007B2329" w:rsidP="007B2329">
      <w:r>
        <w:t>501.6163</w:t>
      </w:r>
      <w:r>
        <w:tab/>
        <w:t>2.025e0</w:t>
      </w:r>
    </w:p>
    <w:p w:rsidR="007B2329" w:rsidRDefault="007B2329" w:rsidP="007B2329">
      <w:r>
        <w:t>501.6579</w:t>
      </w:r>
      <w:r>
        <w:tab/>
        <w:t>1.013e0</w:t>
      </w:r>
    </w:p>
    <w:p w:rsidR="007B2329" w:rsidRDefault="007B2329" w:rsidP="007B2329">
      <w:r>
        <w:t>501.6740</w:t>
      </w:r>
      <w:r>
        <w:tab/>
        <w:t>2.025e0</w:t>
      </w:r>
    </w:p>
    <w:p w:rsidR="007B2329" w:rsidRDefault="007B2329" w:rsidP="007B2329">
      <w:r>
        <w:t>501.6919</w:t>
      </w:r>
      <w:r>
        <w:tab/>
        <w:t>1.025e0</w:t>
      </w:r>
    </w:p>
    <w:p w:rsidR="007B2329" w:rsidRDefault="007B2329" w:rsidP="007B2329">
      <w:r>
        <w:t>501.6999</w:t>
      </w:r>
      <w:r>
        <w:tab/>
        <w:t>2.025e0</w:t>
      </w:r>
    </w:p>
    <w:p w:rsidR="007B2329" w:rsidRDefault="007B2329" w:rsidP="007B2329">
      <w:r>
        <w:t>501.7042</w:t>
      </w:r>
      <w:r>
        <w:tab/>
        <w:t>5.063e0</w:t>
      </w:r>
    </w:p>
    <w:p w:rsidR="007B2329" w:rsidRDefault="007B2329" w:rsidP="007B2329">
      <w:r>
        <w:t>501.7312</w:t>
      </w:r>
      <w:r>
        <w:tab/>
        <w:t>1.013e0</w:t>
      </w:r>
    </w:p>
    <w:p w:rsidR="007B2329" w:rsidRDefault="007B2329" w:rsidP="007B2329">
      <w:r>
        <w:t>501.7343</w:t>
      </w:r>
      <w:r>
        <w:tab/>
        <w:t>2.025e0</w:t>
      </w:r>
    </w:p>
    <w:p w:rsidR="007B2329" w:rsidRDefault="007B2329" w:rsidP="007B2329">
      <w:r>
        <w:t>501.7679</w:t>
      </w:r>
      <w:r>
        <w:tab/>
        <w:t>1.013e0</w:t>
      </w:r>
    </w:p>
    <w:p w:rsidR="007B2329" w:rsidRDefault="007B2329" w:rsidP="007B2329">
      <w:r>
        <w:t>501.8026</w:t>
      </w:r>
      <w:r>
        <w:tab/>
        <w:t>3.822e0</w:t>
      </w:r>
    </w:p>
    <w:p w:rsidR="007B2329" w:rsidRDefault="007B2329" w:rsidP="007B2329">
      <w:r>
        <w:t>501.8039</w:t>
      </w:r>
      <w:r>
        <w:tab/>
        <w:t>1.013e0</w:t>
      </w:r>
    </w:p>
    <w:p w:rsidR="007B2329" w:rsidRDefault="007B2329" w:rsidP="007B2329">
      <w:r>
        <w:t>501.8127</w:t>
      </w:r>
      <w:r>
        <w:tab/>
        <w:t>1.013e0</w:t>
      </w:r>
    </w:p>
    <w:p w:rsidR="007B2329" w:rsidRDefault="007B2329" w:rsidP="007B2329">
      <w:r>
        <w:t>501.8553</w:t>
      </w:r>
      <w:r>
        <w:tab/>
        <w:t>3.038e0</w:t>
      </w:r>
    </w:p>
    <w:p w:rsidR="007B2329" w:rsidRDefault="007B2329" w:rsidP="007B2329">
      <w:r>
        <w:t>501.8626</w:t>
      </w:r>
      <w:r>
        <w:tab/>
        <w:t>2.025e0</w:t>
      </w:r>
    </w:p>
    <w:p w:rsidR="007B2329" w:rsidRDefault="007B2329" w:rsidP="007B2329">
      <w:r>
        <w:t>501.8648</w:t>
      </w:r>
      <w:r>
        <w:tab/>
        <w:t>2.025e0</w:t>
      </w:r>
    </w:p>
    <w:p w:rsidR="007B2329" w:rsidRDefault="007B2329" w:rsidP="007B2329">
      <w:r>
        <w:t>501.8680</w:t>
      </w:r>
      <w:r>
        <w:tab/>
        <w:t>3.038e0</w:t>
      </w:r>
    </w:p>
    <w:p w:rsidR="007B2329" w:rsidRDefault="007B2329" w:rsidP="007B2329">
      <w:r>
        <w:t>501.8810</w:t>
      </w:r>
      <w:r>
        <w:tab/>
        <w:t>1.013e0</w:t>
      </w:r>
    </w:p>
    <w:p w:rsidR="007B2329" w:rsidRDefault="007B2329" w:rsidP="007B2329">
      <w:r>
        <w:lastRenderedPageBreak/>
        <w:t>501.9259</w:t>
      </w:r>
      <w:r>
        <w:tab/>
        <w:t>1.013e0</w:t>
      </w:r>
    </w:p>
    <w:p w:rsidR="007B2329" w:rsidRDefault="007B2329" w:rsidP="007B2329">
      <w:r>
        <w:t>501.9345</w:t>
      </w:r>
      <w:r>
        <w:tab/>
        <w:t>1.013e0</w:t>
      </w:r>
    </w:p>
    <w:p w:rsidR="007B2329" w:rsidRDefault="007B2329" w:rsidP="007B2329">
      <w:r>
        <w:t>501.9419</w:t>
      </w:r>
      <w:r>
        <w:tab/>
        <w:t>2.025e0</w:t>
      </w:r>
    </w:p>
    <w:p w:rsidR="007B2329" w:rsidRDefault="007B2329" w:rsidP="007B2329">
      <w:r>
        <w:t>501.9467</w:t>
      </w:r>
      <w:r>
        <w:tab/>
        <w:t>2.038e0</w:t>
      </w:r>
    </w:p>
    <w:p w:rsidR="007B2329" w:rsidRDefault="007B2329" w:rsidP="007B2329">
      <w:r>
        <w:t>501.9609</w:t>
      </w:r>
      <w:r>
        <w:tab/>
        <w:t>1.013e0</w:t>
      </w:r>
    </w:p>
    <w:p w:rsidR="007B2329" w:rsidRDefault="007B2329" w:rsidP="007B2329">
      <w:r>
        <w:t>501.9695</w:t>
      </w:r>
      <w:r>
        <w:tab/>
        <w:t>1.013e0</w:t>
      </w:r>
    </w:p>
    <w:p w:rsidR="007B2329" w:rsidRDefault="007B2329" w:rsidP="007B2329">
      <w:r>
        <w:t>502.0021</w:t>
      </w:r>
      <w:r>
        <w:tab/>
        <w:t>5.063e0</w:t>
      </w:r>
    </w:p>
    <w:p w:rsidR="007B2329" w:rsidRDefault="007B2329" w:rsidP="007B2329">
      <w:r>
        <w:t>502.0043</w:t>
      </w:r>
      <w:r>
        <w:tab/>
        <w:t>1.013e0</w:t>
      </w:r>
    </w:p>
    <w:p w:rsidR="007B2329" w:rsidRDefault="007B2329" w:rsidP="007B2329">
      <w:r>
        <w:t>502.0216</w:t>
      </w:r>
      <w:r>
        <w:tab/>
        <w:t>1.013e0</w:t>
      </w:r>
    </w:p>
    <w:p w:rsidR="007B2329" w:rsidRDefault="007B2329" w:rsidP="007B2329">
      <w:r>
        <w:t>502.0230</w:t>
      </w:r>
      <w:r>
        <w:tab/>
        <w:t>2.025e0</w:t>
      </w:r>
    </w:p>
    <w:p w:rsidR="007B2329" w:rsidRDefault="007B2329" w:rsidP="007B2329">
      <w:r>
        <w:t>502.0477</w:t>
      </w:r>
      <w:r>
        <w:tab/>
        <w:t>3.038e0</w:t>
      </w:r>
    </w:p>
    <w:p w:rsidR="007B2329" w:rsidRDefault="007B2329" w:rsidP="007B2329">
      <w:r>
        <w:t>502.0580</w:t>
      </w:r>
      <w:r>
        <w:tab/>
        <w:t>1.025e0</w:t>
      </w:r>
    </w:p>
    <w:p w:rsidR="007B2329" w:rsidRDefault="007B2329" w:rsidP="007B2329">
      <w:r>
        <w:t>502.0740</w:t>
      </w:r>
      <w:r>
        <w:tab/>
        <w:t>1.013e0</w:t>
      </w:r>
    </w:p>
    <w:p w:rsidR="007B2329" w:rsidRDefault="007B2329" w:rsidP="007B2329">
      <w:r>
        <w:t>502.0822</w:t>
      </w:r>
      <w:r>
        <w:tab/>
        <w:t>3.038e0</w:t>
      </w:r>
    </w:p>
    <w:p w:rsidR="007B2329" w:rsidRDefault="007B2329" w:rsidP="007B2329">
      <w:r>
        <w:t>502.0995</w:t>
      </w:r>
      <w:r>
        <w:tab/>
        <w:t>4.051e0</w:t>
      </w:r>
    </w:p>
    <w:p w:rsidR="007B2329" w:rsidRDefault="007B2329" w:rsidP="007B2329">
      <w:r>
        <w:t>502.1101</w:t>
      </w:r>
      <w:r>
        <w:tab/>
        <w:t>1.013e0</w:t>
      </w:r>
    </w:p>
    <w:p w:rsidR="007B2329" w:rsidRDefault="007B2329" w:rsidP="007B2329">
      <w:r>
        <w:t>502.1174</w:t>
      </w:r>
      <w:r>
        <w:tab/>
        <w:t>2.025e0</w:t>
      </w:r>
    </w:p>
    <w:p w:rsidR="007B2329" w:rsidRDefault="007B2329" w:rsidP="007B2329">
      <w:r>
        <w:t>502.1485</w:t>
      </w:r>
      <w:r>
        <w:tab/>
        <w:t>3.775e0</w:t>
      </w:r>
    </w:p>
    <w:p w:rsidR="007B2329" w:rsidRDefault="007B2329" w:rsidP="007B2329">
      <w:r>
        <w:t>502.1793</w:t>
      </w:r>
      <w:r>
        <w:tab/>
        <w:t>2.146e0</w:t>
      </w:r>
    </w:p>
    <w:p w:rsidR="007B2329" w:rsidRDefault="007B2329" w:rsidP="007B2329">
      <w:r>
        <w:lastRenderedPageBreak/>
        <w:t>502.1875</w:t>
      </w:r>
      <w:r>
        <w:tab/>
        <w:t>2.342e0</w:t>
      </w:r>
    </w:p>
    <w:p w:rsidR="007B2329" w:rsidRDefault="007B2329" w:rsidP="007B2329">
      <w:r>
        <w:t>502.2261</w:t>
      </w:r>
      <w:r>
        <w:tab/>
        <w:t>1.104e0</w:t>
      </w:r>
    </w:p>
    <w:p w:rsidR="007B2329" w:rsidRDefault="007B2329" w:rsidP="007B2329">
      <w:r>
        <w:t>502.2519</w:t>
      </w:r>
      <w:r>
        <w:tab/>
        <w:t>2.025e0</w:t>
      </w:r>
    </w:p>
    <w:p w:rsidR="007B2329" w:rsidRDefault="007B2329" w:rsidP="007B2329">
      <w:r>
        <w:t>502.2961</w:t>
      </w:r>
      <w:r>
        <w:tab/>
        <w:t>1.902e0</w:t>
      </w:r>
    </w:p>
    <w:p w:rsidR="007B2329" w:rsidRDefault="007B2329" w:rsidP="007B2329">
      <w:r>
        <w:t>502.2971</w:t>
      </w:r>
      <w:r>
        <w:tab/>
        <w:t>1.872e1</w:t>
      </w:r>
    </w:p>
    <w:p w:rsidR="007B2329" w:rsidRDefault="007B2329" w:rsidP="007B2329">
      <w:r>
        <w:t>502.2998</w:t>
      </w:r>
      <w:r>
        <w:tab/>
        <w:t>1.567e1</w:t>
      </w:r>
    </w:p>
    <w:p w:rsidR="007B2329" w:rsidRDefault="007B2329" w:rsidP="007B2329">
      <w:r>
        <w:t>502.3096</w:t>
      </w:r>
      <w:r>
        <w:tab/>
        <w:t>3.685e0</w:t>
      </w:r>
    </w:p>
    <w:p w:rsidR="007B2329" w:rsidRDefault="007B2329" w:rsidP="007B2329">
      <w:r>
        <w:t>502.3158</w:t>
      </w:r>
      <w:r>
        <w:tab/>
        <w:t>5.063e0</w:t>
      </w:r>
    </w:p>
    <w:p w:rsidR="007B2329" w:rsidRDefault="007B2329" w:rsidP="007B2329">
      <w:r>
        <w:t>502.3181</w:t>
      </w:r>
      <w:r>
        <w:tab/>
        <w:t>1.013e0</w:t>
      </w:r>
    </w:p>
    <w:p w:rsidR="007B2329" w:rsidRDefault="007B2329" w:rsidP="007B2329">
      <w:r>
        <w:t>502.3191</w:t>
      </w:r>
      <w:r>
        <w:tab/>
        <w:t>5.568e0</w:t>
      </w:r>
    </w:p>
    <w:p w:rsidR="007B2329" w:rsidRDefault="007B2329" w:rsidP="007B2329">
      <w:r>
        <w:t>502.3283</w:t>
      </w:r>
      <w:r>
        <w:tab/>
        <w:t>2.996e0</w:t>
      </w:r>
    </w:p>
    <w:p w:rsidR="007B2329" w:rsidRDefault="007B2329" w:rsidP="007B2329">
      <w:r>
        <w:t>502.3400</w:t>
      </w:r>
      <w:r>
        <w:tab/>
        <w:t>4.051e0</w:t>
      </w:r>
    </w:p>
    <w:p w:rsidR="007B2329" w:rsidRDefault="007B2329" w:rsidP="007B2329">
      <w:r>
        <w:t>502.3439</w:t>
      </w:r>
      <w:r>
        <w:tab/>
        <w:t>3.212e0</w:t>
      </w:r>
    </w:p>
    <w:p w:rsidR="007B2329" w:rsidRDefault="007B2329" w:rsidP="007B2329">
      <w:r>
        <w:t>502.3702</w:t>
      </w:r>
      <w:r>
        <w:tab/>
        <w:t>2.025e0</w:t>
      </w:r>
    </w:p>
    <w:p w:rsidR="007B2329" w:rsidRDefault="007B2329" w:rsidP="007B2329">
      <w:r>
        <w:t>502.3725</w:t>
      </w:r>
      <w:r>
        <w:tab/>
        <w:t>3.815e0</w:t>
      </w:r>
    </w:p>
    <w:p w:rsidR="007B2329" w:rsidRDefault="007B2329" w:rsidP="007B2329">
      <w:r>
        <w:t>502.4091</w:t>
      </w:r>
      <w:r>
        <w:tab/>
        <w:t>2.025e0</w:t>
      </w:r>
    </w:p>
    <w:p w:rsidR="007B2329" w:rsidRDefault="007B2329" w:rsidP="007B2329">
      <w:r>
        <w:t>502.4137</w:t>
      </w:r>
      <w:r>
        <w:tab/>
        <w:t>1.266e-2</w:t>
      </w:r>
    </w:p>
    <w:p w:rsidR="007B2329" w:rsidRDefault="007B2329" w:rsidP="007B2329">
      <w:r>
        <w:t>502.4292</w:t>
      </w:r>
      <w:r>
        <w:tab/>
        <w:t>4.051e0</w:t>
      </w:r>
    </w:p>
    <w:p w:rsidR="007B2329" w:rsidRDefault="007B2329" w:rsidP="007B2329">
      <w:r>
        <w:t>502.4464</w:t>
      </w:r>
      <w:r>
        <w:tab/>
        <w:t>1.013e0</w:t>
      </w:r>
    </w:p>
    <w:p w:rsidR="007B2329" w:rsidRDefault="007B2329" w:rsidP="007B2329">
      <w:r>
        <w:lastRenderedPageBreak/>
        <w:t>502.4491</w:t>
      </w:r>
      <w:r>
        <w:tab/>
        <w:t>2.025e0</w:t>
      </w:r>
    </w:p>
    <w:p w:rsidR="007B2329" w:rsidRDefault="007B2329" w:rsidP="007B2329">
      <w:r>
        <w:t>502.4830</w:t>
      </w:r>
      <w:r>
        <w:tab/>
        <w:t>2.025e0</w:t>
      </w:r>
    </w:p>
    <w:p w:rsidR="007B2329" w:rsidRDefault="007B2329" w:rsidP="007B2329">
      <w:r>
        <w:t>502.5009</w:t>
      </w:r>
      <w:r>
        <w:tab/>
        <w:t>2.025e0</w:t>
      </w:r>
    </w:p>
    <w:p w:rsidR="007B2329" w:rsidRDefault="007B2329" w:rsidP="007B2329">
      <w:r>
        <w:t>502.5097</w:t>
      </w:r>
      <w:r>
        <w:tab/>
        <w:t>1.013e0</w:t>
      </w:r>
    </w:p>
    <w:p w:rsidR="007B2329" w:rsidRDefault="007B2329" w:rsidP="007B2329">
      <w:r>
        <w:t>502.5228</w:t>
      </w:r>
      <w:r>
        <w:tab/>
        <w:t>1.013e0</w:t>
      </w:r>
    </w:p>
    <w:p w:rsidR="007B2329" w:rsidRDefault="007B2329" w:rsidP="007B2329">
      <w:r>
        <w:t>502.5271</w:t>
      </w:r>
      <w:r>
        <w:tab/>
        <w:t>1.013e0</w:t>
      </w:r>
    </w:p>
    <w:p w:rsidR="007B2329" w:rsidRDefault="007B2329" w:rsidP="007B2329">
      <w:r>
        <w:t>502.5408</w:t>
      </w:r>
      <w:r>
        <w:tab/>
        <w:t>1.013e0</w:t>
      </w:r>
    </w:p>
    <w:p w:rsidR="007B2329" w:rsidRDefault="007B2329" w:rsidP="007B2329">
      <w:r>
        <w:t>502.5444</w:t>
      </w:r>
      <w:r>
        <w:tab/>
        <w:t>1.013e0</w:t>
      </w:r>
    </w:p>
    <w:p w:rsidR="007B2329" w:rsidRDefault="007B2329" w:rsidP="007B2329">
      <w:r>
        <w:t>502.5532</w:t>
      </w:r>
      <w:r>
        <w:tab/>
        <w:t>2.025e0</w:t>
      </w:r>
    </w:p>
    <w:p w:rsidR="007B2329" w:rsidRDefault="007B2329" w:rsidP="007B2329">
      <w:r>
        <w:t>502.5777</w:t>
      </w:r>
      <w:r>
        <w:tab/>
        <w:t>1.013e0</w:t>
      </w:r>
    </w:p>
    <w:p w:rsidR="007B2329" w:rsidRDefault="007B2329" w:rsidP="007B2329">
      <w:r>
        <w:t>502.5807</w:t>
      </w:r>
      <w:r>
        <w:tab/>
        <w:t>1.013e0</w:t>
      </w:r>
    </w:p>
    <w:p w:rsidR="007B2329" w:rsidRDefault="007B2329" w:rsidP="007B2329">
      <w:r>
        <w:t>502.6143</w:t>
      </w:r>
      <w:r>
        <w:tab/>
        <w:t>2.025e0</w:t>
      </w:r>
    </w:p>
    <w:p w:rsidR="007B2329" w:rsidRDefault="007B2329" w:rsidP="007B2329">
      <w:r>
        <w:t>502.6176</w:t>
      </w:r>
      <w:r>
        <w:tab/>
        <w:t>1.013e0</w:t>
      </w:r>
    </w:p>
    <w:p w:rsidR="007B2329" w:rsidRDefault="007B2329" w:rsidP="007B2329">
      <w:r>
        <w:t>502.6210</w:t>
      </w:r>
      <w:r>
        <w:tab/>
        <w:t>4.051e0</w:t>
      </w:r>
    </w:p>
    <w:p w:rsidR="007B2329" w:rsidRDefault="007B2329" w:rsidP="007B2329">
      <w:r>
        <w:t>502.6405</w:t>
      </w:r>
      <w:r>
        <w:tab/>
        <w:t>1.013e0</w:t>
      </w:r>
    </w:p>
    <w:p w:rsidR="007B2329" w:rsidRDefault="007B2329" w:rsidP="007B2329">
      <w:r>
        <w:t>502.6457</w:t>
      </w:r>
      <w:r>
        <w:tab/>
        <w:t>4.051e0</w:t>
      </w:r>
    </w:p>
    <w:p w:rsidR="007B2329" w:rsidRDefault="007B2329" w:rsidP="007B2329">
      <w:r>
        <w:t>502.6492</w:t>
      </w:r>
      <w:r>
        <w:tab/>
        <w:t>1.013e0</w:t>
      </w:r>
    </w:p>
    <w:p w:rsidR="007B2329" w:rsidRDefault="007B2329" w:rsidP="007B2329">
      <w:r>
        <w:t>502.6540</w:t>
      </w:r>
      <w:r>
        <w:tab/>
        <w:t>1.013e0</w:t>
      </w:r>
    </w:p>
    <w:p w:rsidR="007B2329" w:rsidRDefault="007B2329" w:rsidP="007B2329">
      <w:r>
        <w:t>502.6906</w:t>
      </w:r>
      <w:r>
        <w:tab/>
        <w:t>2.025e0</w:t>
      </w:r>
    </w:p>
    <w:p w:rsidR="007B2329" w:rsidRDefault="007B2329" w:rsidP="007B2329">
      <w:r>
        <w:lastRenderedPageBreak/>
        <w:t>502.6998</w:t>
      </w:r>
      <w:r>
        <w:tab/>
        <w:t>2.025e0</w:t>
      </w:r>
    </w:p>
    <w:p w:rsidR="007B2329" w:rsidRDefault="007B2329" w:rsidP="007B2329">
      <w:r>
        <w:t>502.7190</w:t>
      </w:r>
      <w:r>
        <w:tab/>
        <w:t>1.013e0</w:t>
      </w:r>
    </w:p>
    <w:p w:rsidR="007B2329" w:rsidRDefault="007B2329" w:rsidP="007B2329">
      <w:r>
        <w:t>502.7415</w:t>
      </w:r>
      <w:r>
        <w:tab/>
        <w:t>2.051e0</w:t>
      </w:r>
    </w:p>
    <w:p w:rsidR="007B2329" w:rsidRDefault="007B2329" w:rsidP="007B2329">
      <w:r>
        <w:t>502.7712</w:t>
      </w:r>
      <w:r>
        <w:tab/>
        <w:t>1.013e0</w:t>
      </w:r>
    </w:p>
    <w:p w:rsidR="007B2329" w:rsidRDefault="007B2329" w:rsidP="007B2329">
      <w:r>
        <w:t>502.7800</w:t>
      </w:r>
      <w:r>
        <w:tab/>
        <w:t>1.013e0</w:t>
      </w:r>
    </w:p>
    <w:p w:rsidR="007B2329" w:rsidRDefault="007B2329" w:rsidP="007B2329">
      <w:r>
        <w:t>502.8150</w:t>
      </w:r>
      <w:r>
        <w:tab/>
        <w:t>1.013e0</w:t>
      </w:r>
    </w:p>
    <w:p w:rsidR="007B2329" w:rsidRDefault="007B2329" w:rsidP="007B2329">
      <w:r>
        <w:t>502.8191</w:t>
      </w:r>
      <w:r>
        <w:tab/>
        <w:t>2.025e0</w:t>
      </w:r>
    </w:p>
    <w:p w:rsidR="007B2329" w:rsidRDefault="007B2329" w:rsidP="007B2329">
      <w:r>
        <w:t>502.8223</w:t>
      </w:r>
      <w:r>
        <w:tab/>
        <w:t>2.025e0</w:t>
      </w:r>
    </w:p>
    <w:p w:rsidR="007B2329" w:rsidRDefault="007B2329" w:rsidP="007B2329">
      <w:r>
        <w:t>502.8405</w:t>
      </w:r>
      <w:r>
        <w:tab/>
        <w:t>1.013e0</w:t>
      </w:r>
    </w:p>
    <w:p w:rsidR="007B2329" w:rsidRDefault="007B2329" w:rsidP="007B2329">
      <w:r>
        <w:t>502.8444</w:t>
      </w:r>
      <w:r>
        <w:tab/>
        <w:t>1.025e0</w:t>
      </w:r>
    </w:p>
    <w:p w:rsidR="007B2329" w:rsidRDefault="007B2329" w:rsidP="007B2329">
      <w:r>
        <w:t>502.8847</w:t>
      </w:r>
      <w:r>
        <w:tab/>
        <w:t>3.038e0</w:t>
      </w:r>
    </w:p>
    <w:p w:rsidR="007B2329" w:rsidRDefault="007B2329" w:rsidP="007B2329">
      <w:r>
        <w:t>502.8954</w:t>
      </w:r>
      <w:r>
        <w:tab/>
        <w:t>3.038e0</w:t>
      </w:r>
    </w:p>
    <w:p w:rsidR="007B2329" w:rsidRDefault="007B2329" w:rsidP="007B2329">
      <w:r>
        <w:t>502.8983</w:t>
      </w:r>
      <w:r>
        <w:tab/>
        <w:t>1.013e0</w:t>
      </w:r>
    </w:p>
    <w:p w:rsidR="007B2329" w:rsidRDefault="007B2329" w:rsidP="007B2329">
      <w:r>
        <w:t>502.9222</w:t>
      </w:r>
      <w:r>
        <w:tab/>
        <w:t>3.038e0</w:t>
      </w:r>
    </w:p>
    <w:p w:rsidR="007B2329" w:rsidRDefault="007B2329" w:rsidP="007B2329">
      <w:r>
        <w:t>502.9632</w:t>
      </w:r>
      <w:r>
        <w:tab/>
        <w:t>1.013e0</w:t>
      </w:r>
    </w:p>
    <w:p w:rsidR="007B2329" w:rsidRDefault="007B2329" w:rsidP="007B2329">
      <w:r>
        <w:t>502.9727</w:t>
      </w:r>
      <w:r>
        <w:tab/>
        <w:t>2.025e0</w:t>
      </w:r>
    </w:p>
    <w:p w:rsidR="007B2329" w:rsidRDefault="007B2329" w:rsidP="007B2329">
      <w:r>
        <w:t>502.9749</w:t>
      </w:r>
      <w:r>
        <w:tab/>
        <w:t>2.025e0</w:t>
      </w:r>
    </w:p>
    <w:p w:rsidR="007B2329" w:rsidRDefault="007B2329" w:rsidP="007B2329">
      <w:r>
        <w:t>502.9825</w:t>
      </w:r>
      <w:r>
        <w:tab/>
        <w:t>2.025e0</w:t>
      </w:r>
    </w:p>
    <w:p w:rsidR="007B2329" w:rsidRDefault="007B2329" w:rsidP="007B2329">
      <w:r>
        <w:t>502.9860</w:t>
      </w:r>
      <w:r>
        <w:tab/>
        <w:t>2.025e0</w:t>
      </w:r>
    </w:p>
    <w:p w:rsidR="007B2329" w:rsidRDefault="007B2329" w:rsidP="007B2329">
      <w:r>
        <w:lastRenderedPageBreak/>
        <w:t>502.9929</w:t>
      </w:r>
      <w:r>
        <w:tab/>
        <w:t>2.025e0</w:t>
      </w:r>
    </w:p>
    <w:p w:rsidR="007B2329" w:rsidRDefault="007B2329" w:rsidP="007B2329">
      <w:r>
        <w:t>503.0156</w:t>
      </w:r>
      <w:r>
        <w:tab/>
        <w:t>1.013e0</w:t>
      </w:r>
    </w:p>
    <w:p w:rsidR="007B2329" w:rsidRDefault="007B2329" w:rsidP="007B2329">
      <w:r>
        <w:t>503.0242</w:t>
      </w:r>
      <w:r>
        <w:tab/>
        <w:t>1.013e0</w:t>
      </w:r>
    </w:p>
    <w:p w:rsidR="007B2329" w:rsidRDefault="007B2329" w:rsidP="007B2329">
      <w:r>
        <w:t>503.0289</w:t>
      </w:r>
      <w:r>
        <w:tab/>
        <w:t>3.038e0</w:t>
      </w:r>
    </w:p>
    <w:p w:rsidR="007B2329" w:rsidRDefault="007B2329" w:rsidP="007B2329">
      <w:r>
        <w:t>503.0706</w:t>
      </w:r>
      <w:r>
        <w:tab/>
        <w:t>2.025e0</w:t>
      </w:r>
    </w:p>
    <w:p w:rsidR="007B2329" w:rsidRDefault="007B2329" w:rsidP="007B2329">
      <w:r>
        <w:t>503.0772</w:t>
      </w:r>
      <w:r>
        <w:tab/>
        <w:t>2.025e0</w:t>
      </w:r>
    </w:p>
    <w:p w:rsidR="007B2329" w:rsidRDefault="007B2329" w:rsidP="007B2329">
      <w:r>
        <w:t>503.0824</w:t>
      </w:r>
      <w:r>
        <w:tab/>
        <w:t>2.025e0</w:t>
      </w:r>
    </w:p>
    <w:p w:rsidR="007B2329" w:rsidRDefault="007B2329" w:rsidP="007B2329">
      <w:r>
        <w:t>503.0941</w:t>
      </w:r>
      <w:r>
        <w:tab/>
        <w:t>1.013e0</w:t>
      </w:r>
    </w:p>
    <w:p w:rsidR="007B2329" w:rsidRDefault="007B2329" w:rsidP="007B2329">
      <w:r>
        <w:t>503.1191</w:t>
      </w:r>
      <w:r>
        <w:tab/>
        <w:t>1.526e0</w:t>
      </w:r>
    </w:p>
    <w:p w:rsidR="007B2329" w:rsidRDefault="007B2329" w:rsidP="007B2329">
      <w:r>
        <w:t>503.1226</w:t>
      </w:r>
      <w:r>
        <w:tab/>
        <w:t>5.413e0</w:t>
      </w:r>
    </w:p>
    <w:p w:rsidR="007B2329" w:rsidRDefault="007B2329" w:rsidP="007B2329">
      <w:r>
        <w:t>503.1289</w:t>
      </w:r>
      <w:r>
        <w:tab/>
        <w:t>1.013e0</w:t>
      </w:r>
    </w:p>
    <w:p w:rsidR="007B2329" w:rsidRDefault="007B2329" w:rsidP="007B2329">
      <w:r>
        <w:t>503.1463</w:t>
      </w:r>
      <w:r>
        <w:tab/>
        <w:t>1.917e0</w:t>
      </w:r>
    </w:p>
    <w:p w:rsidR="007B2329" w:rsidRDefault="007B2329" w:rsidP="007B2329">
      <w:r>
        <w:t>503.1508</w:t>
      </w:r>
      <w:r>
        <w:tab/>
        <w:t>2.680e0</w:t>
      </w:r>
    </w:p>
    <w:p w:rsidR="007B2329" w:rsidRDefault="007B2329" w:rsidP="007B2329">
      <w:r>
        <w:t>503.1798</w:t>
      </w:r>
      <w:r>
        <w:tab/>
        <w:t>1.013e0</w:t>
      </w:r>
    </w:p>
    <w:p w:rsidR="007B2329" w:rsidRDefault="007B2329" w:rsidP="007B2329">
      <w:r>
        <w:t>503.2592</w:t>
      </w:r>
      <w:r>
        <w:tab/>
        <w:t>1.167e1</w:t>
      </w:r>
    </w:p>
    <w:p w:rsidR="007B2329" w:rsidRDefault="007B2329" w:rsidP="007B2329">
      <w:r>
        <w:t>503.2663</w:t>
      </w:r>
      <w:r>
        <w:tab/>
        <w:t>3.927e1</w:t>
      </w:r>
    </w:p>
    <w:p w:rsidR="007B2329" w:rsidRDefault="007B2329" w:rsidP="007B2329">
      <w:r>
        <w:t>503.2784</w:t>
      </w:r>
      <w:r>
        <w:tab/>
        <w:t>4.337e1</w:t>
      </w:r>
    </w:p>
    <w:p w:rsidR="007B2329" w:rsidRDefault="007B2329" w:rsidP="007B2329">
      <w:r>
        <w:t>503.2807</w:t>
      </w:r>
      <w:r>
        <w:tab/>
        <w:t>2.683e1</w:t>
      </w:r>
    </w:p>
    <w:p w:rsidR="007B2329" w:rsidRDefault="007B2329" w:rsidP="007B2329">
      <w:r>
        <w:t>503.2856</w:t>
      </w:r>
      <w:r>
        <w:tab/>
        <w:t>7.089e0</w:t>
      </w:r>
    </w:p>
    <w:p w:rsidR="007B2329" w:rsidRDefault="007B2329" w:rsidP="007B2329">
      <w:r>
        <w:lastRenderedPageBreak/>
        <w:t>503.2879</w:t>
      </w:r>
      <w:r>
        <w:tab/>
        <w:t>4.911e1</w:t>
      </w:r>
    </w:p>
    <w:p w:rsidR="007B2329" w:rsidRDefault="007B2329" w:rsidP="007B2329">
      <w:r>
        <w:t>503.2963</w:t>
      </w:r>
      <w:r>
        <w:tab/>
        <w:t>3.983e1</w:t>
      </w:r>
    </w:p>
    <w:p w:rsidR="007B2329" w:rsidRDefault="007B2329" w:rsidP="007B2329">
      <w:r>
        <w:t>503.3074</w:t>
      </w:r>
      <w:r>
        <w:tab/>
        <w:t>2.802e1</w:t>
      </w:r>
    </w:p>
    <w:p w:rsidR="007B2329" w:rsidRDefault="007B2329" w:rsidP="007B2329">
      <w:r>
        <w:t>503.3383</w:t>
      </w:r>
      <w:r>
        <w:tab/>
        <w:t>8.321e0</w:t>
      </w:r>
    </w:p>
    <w:p w:rsidR="007B2329" w:rsidRDefault="007B2329" w:rsidP="007B2329">
      <w:r>
        <w:t>503.3409</w:t>
      </w:r>
      <w:r>
        <w:tab/>
        <w:t>2.977e1</w:t>
      </w:r>
    </w:p>
    <w:p w:rsidR="007B2329" w:rsidRDefault="007B2329" w:rsidP="007B2329">
      <w:r>
        <w:t>503.3425</w:t>
      </w:r>
      <w:r>
        <w:tab/>
        <w:t>3.773e1</w:t>
      </w:r>
    </w:p>
    <w:p w:rsidR="007B2329" w:rsidRDefault="007B2329" w:rsidP="007B2329">
      <w:r>
        <w:t>503.3456</w:t>
      </w:r>
      <w:r>
        <w:tab/>
        <w:t>2.541e1</w:t>
      </w:r>
    </w:p>
    <w:p w:rsidR="007B2329" w:rsidRDefault="007B2329" w:rsidP="007B2329">
      <w:r>
        <w:t>503.3524</w:t>
      </w:r>
      <w:r>
        <w:tab/>
        <w:t>2.716e1</w:t>
      </w:r>
    </w:p>
    <w:p w:rsidR="007B2329" w:rsidRDefault="007B2329" w:rsidP="007B2329">
      <w:r>
        <w:t>503.3547</w:t>
      </w:r>
      <w:r>
        <w:tab/>
        <w:t>9.949e0</w:t>
      </w:r>
    </w:p>
    <w:p w:rsidR="007B2329" w:rsidRDefault="007B2329" w:rsidP="007B2329">
      <w:r>
        <w:t>503.3606</w:t>
      </w:r>
      <w:r>
        <w:tab/>
        <w:t>1.493e1</w:t>
      </w:r>
    </w:p>
    <w:p w:rsidR="007B2329" w:rsidRDefault="007B2329" w:rsidP="007B2329">
      <w:r>
        <w:t>503.3689</w:t>
      </w:r>
      <w:r>
        <w:tab/>
        <w:t>1.035e1</w:t>
      </w:r>
    </w:p>
    <w:p w:rsidR="007B2329" w:rsidRDefault="007B2329" w:rsidP="007B2329">
      <w:r>
        <w:t>503.3995</w:t>
      </w:r>
      <w:r>
        <w:tab/>
        <w:t>1.013e0</w:t>
      </w:r>
    </w:p>
    <w:p w:rsidR="007B2329" w:rsidRDefault="007B2329" w:rsidP="007B2329">
      <w:r>
        <w:t>503.4344</w:t>
      </w:r>
      <w:r>
        <w:tab/>
        <w:t>1.013e0</w:t>
      </w:r>
    </w:p>
    <w:p w:rsidR="007B2329" w:rsidRDefault="007B2329" w:rsidP="007B2329">
      <w:r>
        <w:t>503.4452</w:t>
      </w:r>
      <w:r>
        <w:tab/>
        <w:t>3.051e0</w:t>
      </w:r>
    </w:p>
    <w:p w:rsidR="007B2329" w:rsidRDefault="007B2329" w:rsidP="007B2329">
      <w:r>
        <w:t>503.4522</w:t>
      </w:r>
      <w:r>
        <w:tab/>
        <w:t>1.013e0</w:t>
      </w:r>
    </w:p>
    <w:p w:rsidR="007B2329" w:rsidRDefault="007B2329" w:rsidP="007B2329">
      <w:r>
        <w:t>503.4591</w:t>
      </w:r>
      <w:r>
        <w:tab/>
        <w:t>3.038e0</w:t>
      </w:r>
    </w:p>
    <w:p w:rsidR="007B2329" w:rsidRDefault="007B2329" w:rsidP="007B2329">
      <w:r>
        <w:t>503.4691</w:t>
      </w:r>
      <w:r>
        <w:tab/>
        <w:t>4.051e0</w:t>
      </w:r>
    </w:p>
    <w:p w:rsidR="007B2329" w:rsidRDefault="007B2329" w:rsidP="007B2329">
      <w:r>
        <w:t>503.4957</w:t>
      </w:r>
      <w:r>
        <w:tab/>
        <w:t>1.013e0</w:t>
      </w:r>
    </w:p>
    <w:p w:rsidR="007B2329" w:rsidRDefault="007B2329" w:rsidP="007B2329">
      <w:r>
        <w:t>503.5005</w:t>
      </w:r>
      <w:r>
        <w:tab/>
        <w:t>3.038e0</w:t>
      </w:r>
    </w:p>
    <w:p w:rsidR="007B2329" w:rsidRDefault="007B2329" w:rsidP="007B2329">
      <w:r>
        <w:lastRenderedPageBreak/>
        <w:t>503.5074</w:t>
      </w:r>
      <w:r>
        <w:tab/>
        <w:t>2.025e0</w:t>
      </w:r>
    </w:p>
    <w:p w:rsidR="007B2329" w:rsidRDefault="007B2329" w:rsidP="007B2329">
      <w:r>
        <w:t>503.5187</w:t>
      </w:r>
      <w:r>
        <w:tab/>
        <w:t>4.051e0</w:t>
      </w:r>
    </w:p>
    <w:p w:rsidR="007B2329" w:rsidRDefault="007B2329" w:rsidP="007B2329">
      <w:r>
        <w:t>503.5769</w:t>
      </w:r>
      <w:r>
        <w:tab/>
        <w:t>1.013e0</w:t>
      </w:r>
    </w:p>
    <w:p w:rsidR="007B2329" w:rsidRDefault="007B2329" w:rsidP="007B2329">
      <w:r>
        <w:t>503.5833</w:t>
      </w:r>
      <w:r>
        <w:tab/>
        <w:t>3.038e0</w:t>
      </w:r>
    </w:p>
    <w:p w:rsidR="007B2329" w:rsidRDefault="007B2329" w:rsidP="007B2329">
      <w:r>
        <w:t>503.6266</w:t>
      </w:r>
      <w:r>
        <w:tab/>
        <w:t>1.013e0</w:t>
      </w:r>
    </w:p>
    <w:p w:rsidR="007B2329" w:rsidRDefault="007B2329" w:rsidP="007B2329">
      <w:r>
        <w:t>503.6311</w:t>
      </w:r>
      <w:r>
        <w:tab/>
        <w:t>2.025e0</w:t>
      </w:r>
    </w:p>
    <w:p w:rsidR="007B2329" w:rsidRDefault="007B2329" w:rsidP="007B2329">
      <w:r>
        <w:t>503.6344</w:t>
      </w:r>
      <w:r>
        <w:tab/>
        <w:t>2.025e0</w:t>
      </w:r>
    </w:p>
    <w:p w:rsidR="007B2329" w:rsidRDefault="007B2329" w:rsidP="007B2329">
      <w:r>
        <w:t>503.6502</w:t>
      </w:r>
      <w:r>
        <w:tab/>
        <w:t>1.013e0</w:t>
      </w:r>
    </w:p>
    <w:p w:rsidR="007B2329" w:rsidRDefault="007B2329" w:rsidP="007B2329">
      <w:r>
        <w:t>503.6617</w:t>
      </w:r>
      <w:r>
        <w:tab/>
        <w:t>1.013e0</w:t>
      </w:r>
    </w:p>
    <w:p w:rsidR="007B2329" w:rsidRDefault="007B2329" w:rsidP="007B2329">
      <w:r>
        <w:t>503.7003</w:t>
      </w:r>
      <w:r>
        <w:tab/>
        <w:t>6.076e0</w:t>
      </w:r>
    </w:p>
    <w:p w:rsidR="007B2329" w:rsidRDefault="007B2329" w:rsidP="007B2329">
      <w:r>
        <w:t>503.7088</w:t>
      </w:r>
      <w:r>
        <w:tab/>
        <w:t>4.051e0</w:t>
      </w:r>
    </w:p>
    <w:p w:rsidR="007B2329" w:rsidRDefault="007B2329" w:rsidP="007B2329">
      <w:r>
        <w:t>503.7316</w:t>
      </w:r>
      <w:r>
        <w:tab/>
        <w:t>1.013e0</w:t>
      </w:r>
    </w:p>
    <w:p w:rsidR="007B2329" w:rsidRDefault="007B2329" w:rsidP="007B2329">
      <w:r>
        <w:t>503.7490</w:t>
      </w:r>
      <w:r>
        <w:tab/>
        <w:t>3.038e0</w:t>
      </w:r>
    </w:p>
    <w:p w:rsidR="007B2329" w:rsidRDefault="007B2329" w:rsidP="007B2329">
      <w:r>
        <w:t>503.7783</w:t>
      </w:r>
      <w:r>
        <w:tab/>
        <w:t>3.038e0</w:t>
      </w:r>
    </w:p>
    <w:p w:rsidR="007B2329" w:rsidRDefault="007B2329" w:rsidP="007B2329">
      <w:r>
        <w:t>503.7817</w:t>
      </w:r>
      <w:r>
        <w:tab/>
        <w:t>3.038e0</w:t>
      </w:r>
    </w:p>
    <w:p w:rsidR="007B2329" w:rsidRDefault="007B2329" w:rsidP="007B2329">
      <w:r>
        <w:t>503.7860</w:t>
      </w:r>
      <w:r>
        <w:tab/>
        <w:t>2.025e0</w:t>
      </w:r>
    </w:p>
    <w:p w:rsidR="007B2329" w:rsidRDefault="007B2329" w:rsidP="007B2329">
      <w:r>
        <w:t>503.8202</w:t>
      </w:r>
      <w:r>
        <w:tab/>
        <w:t>3.038e0</w:t>
      </w:r>
    </w:p>
    <w:p w:rsidR="007B2329" w:rsidRDefault="007B2329" w:rsidP="007B2329">
      <w:r>
        <w:t>503.8326</w:t>
      </w:r>
      <w:r>
        <w:tab/>
        <w:t>3.038e0</w:t>
      </w:r>
    </w:p>
    <w:p w:rsidR="007B2329" w:rsidRDefault="007B2329" w:rsidP="007B2329">
      <w:r>
        <w:t>503.8363</w:t>
      </w:r>
      <w:r>
        <w:tab/>
        <w:t>1.013e0</w:t>
      </w:r>
    </w:p>
    <w:p w:rsidR="007B2329" w:rsidRDefault="007B2329" w:rsidP="007B2329">
      <w:r>
        <w:lastRenderedPageBreak/>
        <w:t>503.8400</w:t>
      </w:r>
      <w:r>
        <w:tab/>
        <w:t>1.013e0</w:t>
      </w:r>
    </w:p>
    <w:p w:rsidR="007B2329" w:rsidRDefault="007B2329" w:rsidP="007B2329">
      <w:r>
        <w:t>503.8452</w:t>
      </w:r>
      <w:r>
        <w:tab/>
        <w:t>1.013e0</w:t>
      </w:r>
    </w:p>
    <w:p w:rsidR="007B2329" w:rsidRDefault="007B2329" w:rsidP="007B2329">
      <w:r>
        <w:t>503.8794</w:t>
      </w:r>
      <w:r>
        <w:tab/>
        <w:t>3.051e0</w:t>
      </w:r>
    </w:p>
    <w:p w:rsidR="007B2329" w:rsidRDefault="007B2329" w:rsidP="007B2329">
      <w:r>
        <w:t>503.8821</w:t>
      </w:r>
      <w:r>
        <w:tab/>
        <w:t>3.528e0</w:t>
      </w:r>
    </w:p>
    <w:p w:rsidR="007B2329" w:rsidRDefault="007B2329" w:rsidP="007B2329">
      <w:r>
        <w:t>503.8940</w:t>
      </w:r>
      <w:r>
        <w:tab/>
        <w:t>2.025e0</w:t>
      </w:r>
    </w:p>
    <w:p w:rsidR="007B2329" w:rsidRDefault="007B2329" w:rsidP="007B2329">
      <w:r>
        <w:t>503.9051</w:t>
      </w:r>
      <w:r>
        <w:tab/>
        <w:t>3.038e0</w:t>
      </w:r>
    </w:p>
    <w:p w:rsidR="007B2329" w:rsidRDefault="007B2329" w:rsidP="007B2329">
      <w:r>
        <w:t>503.9314</w:t>
      </w:r>
      <w:r>
        <w:tab/>
        <w:t>1.013e0</w:t>
      </w:r>
    </w:p>
    <w:p w:rsidR="007B2329" w:rsidRDefault="007B2329" w:rsidP="007B2329">
      <w:r>
        <w:t>503.9409</w:t>
      </w:r>
      <w:r>
        <w:tab/>
        <w:t>2.025e0</w:t>
      </w:r>
    </w:p>
    <w:p w:rsidR="007B2329" w:rsidRDefault="007B2329" w:rsidP="007B2329">
      <w:r>
        <w:t>503.9451</w:t>
      </w:r>
      <w:r>
        <w:tab/>
        <w:t>3.038e0</w:t>
      </w:r>
    </w:p>
    <w:p w:rsidR="007B2329" w:rsidRDefault="007B2329" w:rsidP="007B2329">
      <w:r>
        <w:t>503.9500</w:t>
      </w:r>
      <w:r>
        <w:tab/>
        <w:t>1.013e0</w:t>
      </w:r>
    </w:p>
    <w:p w:rsidR="007B2329" w:rsidRDefault="007B2329" w:rsidP="007B2329">
      <w:r>
        <w:t>503.9574</w:t>
      </w:r>
      <w:r>
        <w:tab/>
        <w:t>4.051e0</w:t>
      </w:r>
    </w:p>
    <w:p w:rsidR="007B2329" w:rsidRDefault="007B2329" w:rsidP="007B2329">
      <w:r>
        <w:t>503.9972</w:t>
      </w:r>
      <w:r>
        <w:tab/>
        <w:t>2.025e0</w:t>
      </w:r>
    </w:p>
    <w:p w:rsidR="007B2329" w:rsidRDefault="007B2329" w:rsidP="007B2329">
      <w:r>
        <w:t>504.0025</w:t>
      </w:r>
      <w:r>
        <w:tab/>
        <w:t>1.013e0</w:t>
      </w:r>
    </w:p>
    <w:p w:rsidR="007B2329" w:rsidRDefault="007B2329" w:rsidP="007B2329">
      <w:r>
        <w:t>504.0055</w:t>
      </w:r>
      <w:r>
        <w:tab/>
        <w:t>2.038e0</w:t>
      </w:r>
    </w:p>
    <w:p w:rsidR="007B2329" w:rsidRDefault="007B2329" w:rsidP="007B2329">
      <w:r>
        <w:t>504.0112</w:t>
      </w:r>
      <w:r>
        <w:tab/>
        <w:t>2.025e0</w:t>
      </w:r>
    </w:p>
    <w:p w:rsidR="007B2329" w:rsidRDefault="007B2329" w:rsidP="007B2329">
      <w:r>
        <w:t>504.0295</w:t>
      </w:r>
      <w:r>
        <w:tab/>
        <w:t>4.063e0</w:t>
      </w:r>
    </w:p>
    <w:p w:rsidR="007B2329" w:rsidRDefault="007B2329" w:rsidP="007B2329">
      <w:r>
        <w:t>504.0435</w:t>
      </w:r>
      <w:r>
        <w:tab/>
        <w:t>2.025e0</w:t>
      </w:r>
    </w:p>
    <w:p w:rsidR="007B2329" w:rsidRDefault="007B2329" w:rsidP="007B2329">
      <w:r>
        <w:t>504.0724</w:t>
      </w:r>
      <w:r>
        <w:tab/>
        <w:t>1.013e0</w:t>
      </w:r>
    </w:p>
    <w:p w:rsidR="007B2329" w:rsidRDefault="007B2329" w:rsidP="007B2329">
      <w:r>
        <w:t>504.0842</w:t>
      </w:r>
      <w:r>
        <w:tab/>
        <w:t>1.013e0</w:t>
      </w:r>
    </w:p>
    <w:p w:rsidR="007B2329" w:rsidRDefault="007B2329" w:rsidP="007B2329">
      <w:r>
        <w:lastRenderedPageBreak/>
        <w:t>504.0879</w:t>
      </w:r>
      <w:r>
        <w:tab/>
        <w:t>1.025e0</w:t>
      </w:r>
    </w:p>
    <w:p w:rsidR="007B2329" w:rsidRDefault="007B2329" w:rsidP="007B2329">
      <w:r>
        <w:t>504.1096</w:t>
      </w:r>
      <w:r>
        <w:tab/>
        <w:t>3.038e0</w:t>
      </w:r>
    </w:p>
    <w:p w:rsidR="007B2329" w:rsidRDefault="007B2329" w:rsidP="007B2329">
      <w:r>
        <w:t>504.1594</w:t>
      </w:r>
      <w:r>
        <w:tab/>
        <w:t>2.373e1</w:t>
      </w:r>
    </w:p>
    <w:p w:rsidR="007B2329" w:rsidRDefault="007B2329" w:rsidP="007B2329">
      <w:r>
        <w:t>504.1651</w:t>
      </w:r>
      <w:r>
        <w:tab/>
        <w:t>1.391e1</w:t>
      </w:r>
    </w:p>
    <w:p w:rsidR="007B2329" w:rsidRDefault="007B2329" w:rsidP="007B2329">
      <w:r>
        <w:t>504.1693</w:t>
      </w:r>
      <w:r>
        <w:tab/>
        <w:t>7.114e0</w:t>
      </w:r>
    </w:p>
    <w:p w:rsidR="007B2329" w:rsidRDefault="007B2329" w:rsidP="007B2329">
      <w:r>
        <w:t>504.1740</w:t>
      </w:r>
      <w:r>
        <w:tab/>
        <w:t>9.452e1</w:t>
      </w:r>
    </w:p>
    <w:p w:rsidR="007B2329" w:rsidRDefault="007B2329" w:rsidP="007B2329">
      <w:r>
        <w:t>504.1762</w:t>
      </w:r>
      <w:r>
        <w:tab/>
        <w:t>3.393e1</w:t>
      </w:r>
    </w:p>
    <w:p w:rsidR="007B2329" w:rsidRDefault="007B2329" w:rsidP="007B2329">
      <w:r>
        <w:t>504.2377</w:t>
      </w:r>
      <w:r>
        <w:tab/>
        <w:t>4.051e0</w:t>
      </w:r>
    </w:p>
    <w:p w:rsidR="007B2329" w:rsidRDefault="007B2329" w:rsidP="007B2329">
      <w:r>
        <w:t>504.2583</w:t>
      </w:r>
      <w:r>
        <w:tab/>
        <w:t>6.506e0</w:t>
      </w:r>
    </w:p>
    <w:p w:rsidR="007B2329" w:rsidRDefault="007B2329" w:rsidP="007B2329">
      <w:r>
        <w:t>504.2639</w:t>
      </w:r>
      <w:r>
        <w:tab/>
        <w:t>4.826e0</w:t>
      </w:r>
    </w:p>
    <w:p w:rsidR="007B2329" w:rsidRDefault="007B2329" w:rsidP="007B2329">
      <w:r>
        <w:t>504.2686</w:t>
      </w:r>
      <w:r>
        <w:tab/>
        <w:t>3.761e0</w:t>
      </w:r>
    </w:p>
    <w:p w:rsidR="007B2329" w:rsidRDefault="007B2329" w:rsidP="007B2329">
      <w:r>
        <w:t>504.2854</w:t>
      </w:r>
      <w:r>
        <w:tab/>
        <w:t>8.237e0</w:t>
      </w:r>
    </w:p>
    <w:p w:rsidR="007B2329" w:rsidRDefault="007B2329" w:rsidP="007B2329">
      <w:r>
        <w:t>504.2868</w:t>
      </w:r>
      <w:r>
        <w:tab/>
        <w:t>1.455e1</w:t>
      </w:r>
    </w:p>
    <w:p w:rsidR="007B2329" w:rsidRDefault="007B2329" w:rsidP="007B2329">
      <w:r>
        <w:t>504.2881</w:t>
      </w:r>
      <w:r>
        <w:tab/>
        <w:t>4.994e0</w:t>
      </w:r>
    </w:p>
    <w:p w:rsidR="007B2329" w:rsidRDefault="007B2329" w:rsidP="007B2329">
      <w:r>
        <w:t>504.3032</w:t>
      </w:r>
      <w:r>
        <w:tab/>
        <w:t>2.362e1</w:t>
      </w:r>
    </w:p>
    <w:p w:rsidR="007B2329" w:rsidRDefault="007B2329" w:rsidP="007B2329">
      <w:r>
        <w:t>504.3108</w:t>
      </w:r>
      <w:r>
        <w:tab/>
        <w:t>3.051e0</w:t>
      </w:r>
    </w:p>
    <w:p w:rsidR="007B2329" w:rsidRDefault="007B2329" w:rsidP="007B2329">
      <w:r>
        <w:t>504.3182</w:t>
      </w:r>
      <w:r>
        <w:tab/>
        <w:t>1.180e1</w:t>
      </w:r>
    </w:p>
    <w:p w:rsidR="007B2329" w:rsidRDefault="007B2329" w:rsidP="007B2329">
      <w:r>
        <w:t>504.3294</w:t>
      </w:r>
      <w:r>
        <w:tab/>
        <w:t>7.068e0</w:t>
      </w:r>
    </w:p>
    <w:p w:rsidR="007B2329" w:rsidRDefault="007B2329" w:rsidP="007B2329">
      <w:r>
        <w:t>504.3504</w:t>
      </w:r>
      <w:r>
        <w:tab/>
        <w:t>6.004e0</w:t>
      </w:r>
    </w:p>
    <w:p w:rsidR="007B2329" w:rsidRDefault="007B2329" w:rsidP="007B2329">
      <w:r>
        <w:lastRenderedPageBreak/>
        <w:t>504.3559</w:t>
      </w:r>
      <w:r>
        <w:tab/>
        <w:t>9.242e0</w:t>
      </w:r>
    </w:p>
    <w:p w:rsidR="007B2329" w:rsidRDefault="007B2329" w:rsidP="007B2329">
      <w:r>
        <w:t>504.3597</w:t>
      </w:r>
      <w:r>
        <w:tab/>
        <w:t>7.246e0</w:t>
      </w:r>
    </w:p>
    <w:p w:rsidR="007B2329" w:rsidRDefault="007B2329" w:rsidP="007B2329">
      <w:r>
        <w:t>504.3702</w:t>
      </w:r>
      <w:r>
        <w:tab/>
        <w:t>3.038e0</w:t>
      </w:r>
    </w:p>
    <w:p w:rsidR="007B2329" w:rsidRDefault="007B2329" w:rsidP="007B2329">
      <w:r>
        <w:t>504.3794</w:t>
      </w:r>
      <w:r>
        <w:tab/>
        <w:t>8.101e0</w:t>
      </w:r>
    </w:p>
    <w:p w:rsidR="007B2329" w:rsidRDefault="007B2329" w:rsidP="007B2329">
      <w:r>
        <w:t>504.4032</w:t>
      </w:r>
      <w:r>
        <w:tab/>
        <w:t>3.038e0</w:t>
      </w:r>
    </w:p>
    <w:p w:rsidR="007B2329" w:rsidRDefault="007B2329" w:rsidP="007B2329">
      <w:r>
        <w:t>504.4181</w:t>
      </w:r>
      <w:r>
        <w:tab/>
        <w:t>3.143e0</w:t>
      </w:r>
    </w:p>
    <w:p w:rsidR="007B2329" w:rsidRDefault="007B2329" w:rsidP="007B2329">
      <w:r>
        <w:t>504.4196</w:t>
      </w:r>
      <w:r>
        <w:tab/>
        <w:t>2.672e0</w:t>
      </w:r>
    </w:p>
    <w:p w:rsidR="007B2329" w:rsidRDefault="007B2329" w:rsidP="007B2329">
      <w:r>
        <w:t>504.4602</w:t>
      </w:r>
      <w:r>
        <w:tab/>
        <w:t>1.013e0</w:t>
      </w:r>
    </w:p>
    <w:p w:rsidR="007B2329" w:rsidRDefault="007B2329" w:rsidP="007B2329">
      <w:r>
        <w:t>504.4621</w:t>
      </w:r>
      <w:r>
        <w:tab/>
        <w:t>7.089e0</w:t>
      </w:r>
    </w:p>
    <w:p w:rsidR="007B2329" w:rsidRDefault="007B2329" w:rsidP="007B2329">
      <w:r>
        <w:t>504.4819</w:t>
      </w:r>
      <w:r>
        <w:tab/>
        <w:t>2.025e0</w:t>
      </w:r>
    </w:p>
    <w:p w:rsidR="007B2329" w:rsidRDefault="007B2329" w:rsidP="007B2329">
      <w:r>
        <w:t>504.4968</w:t>
      </w:r>
      <w:r>
        <w:tab/>
        <w:t>1.013e0</w:t>
      </w:r>
    </w:p>
    <w:p w:rsidR="007B2329" w:rsidRDefault="007B2329" w:rsidP="007B2329">
      <w:r>
        <w:t>504.5012</w:t>
      </w:r>
      <w:r>
        <w:tab/>
        <w:t>1.013e0</w:t>
      </w:r>
    </w:p>
    <w:p w:rsidR="007B2329" w:rsidRDefault="007B2329" w:rsidP="007B2329">
      <w:r>
        <w:t>504.5096</w:t>
      </w:r>
      <w:r>
        <w:tab/>
        <w:t>1.013e0</w:t>
      </w:r>
    </w:p>
    <w:p w:rsidR="007B2329" w:rsidRDefault="007B2329" w:rsidP="007B2329">
      <w:r>
        <w:t>504.5365</w:t>
      </w:r>
      <w:r>
        <w:tab/>
        <w:t>1.013e0</w:t>
      </w:r>
    </w:p>
    <w:p w:rsidR="007B2329" w:rsidRDefault="007B2329" w:rsidP="007B2329">
      <w:r>
        <w:t>504.5388</w:t>
      </w:r>
      <w:r>
        <w:tab/>
        <w:t>2.025e0</w:t>
      </w:r>
    </w:p>
    <w:p w:rsidR="007B2329" w:rsidRDefault="007B2329" w:rsidP="007B2329">
      <w:r>
        <w:t>504.5623</w:t>
      </w:r>
      <w:r>
        <w:tab/>
        <w:t>2.025e0</w:t>
      </w:r>
    </w:p>
    <w:p w:rsidR="007B2329" w:rsidRDefault="007B2329" w:rsidP="007B2329">
      <w:r>
        <w:t>504.5762</w:t>
      </w:r>
      <w:r>
        <w:tab/>
        <w:t>3.038e0</w:t>
      </w:r>
    </w:p>
    <w:p w:rsidR="007B2329" w:rsidRDefault="007B2329" w:rsidP="007B2329">
      <w:r>
        <w:t>504.5885</w:t>
      </w:r>
      <w:r>
        <w:tab/>
        <w:t>1.013e0</w:t>
      </w:r>
    </w:p>
    <w:p w:rsidR="007B2329" w:rsidRDefault="007B2329" w:rsidP="007B2329">
      <w:r>
        <w:t>504.5961</w:t>
      </w:r>
      <w:r>
        <w:tab/>
        <w:t>3.038e0</w:t>
      </w:r>
    </w:p>
    <w:p w:rsidR="007B2329" w:rsidRDefault="007B2329" w:rsidP="007B2329">
      <w:r>
        <w:lastRenderedPageBreak/>
        <w:t>504.6219</w:t>
      </w:r>
      <w:r>
        <w:tab/>
        <w:t>2.025e0</w:t>
      </w:r>
    </w:p>
    <w:p w:rsidR="007B2329" w:rsidRDefault="007B2329" w:rsidP="007B2329">
      <w:r>
        <w:t>504.6410</w:t>
      </w:r>
      <w:r>
        <w:tab/>
        <w:t>1.013e0</w:t>
      </w:r>
    </w:p>
    <w:p w:rsidR="007B2329" w:rsidRDefault="007B2329" w:rsidP="007B2329">
      <w:r>
        <w:t>504.6584</w:t>
      </w:r>
      <w:r>
        <w:tab/>
        <w:t>2.025e0</w:t>
      </w:r>
    </w:p>
    <w:p w:rsidR="007B2329" w:rsidRDefault="007B2329" w:rsidP="007B2329">
      <w:r>
        <w:t>504.6647</w:t>
      </w:r>
      <w:r>
        <w:tab/>
        <w:t>1.013e0</w:t>
      </w:r>
    </w:p>
    <w:p w:rsidR="007B2329" w:rsidRDefault="007B2329" w:rsidP="007B2329">
      <w:r>
        <w:t>504.6895</w:t>
      </w:r>
      <w:r>
        <w:tab/>
        <w:t>3.038e0</w:t>
      </w:r>
    </w:p>
    <w:p w:rsidR="007B2329" w:rsidRDefault="007B2329" w:rsidP="007B2329">
      <w:r>
        <w:t>504.6954</w:t>
      </w:r>
      <w:r>
        <w:tab/>
        <w:t>2.025e0</w:t>
      </w:r>
    </w:p>
    <w:p w:rsidR="007B2329" w:rsidRDefault="007B2329" w:rsidP="007B2329">
      <w:r>
        <w:t>504.7460</w:t>
      </w:r>
      <w:r>
        <w:tab/>
        <w:t>1.013e0</w:t>
      </w:r>
    </w:p>
    <w:p w:rsidR="007B2329" w:rsidRDefault="007B2329" w:rsidP="007B2329">
      <w:r>
        <w:t>504.7516</w:t>
      </w:r>
      <w:r>
        <w:tab/>
        <w:t>3.038e0</w:t>
      </w:r>
    </w:p>
    <w:p w:rsidR="007B2329" w:rsidRDefault="007B2329" w:rsidP="007B2329">
      <w:r>
        <w:t>504.7547</w:t>
      </w:r>
      <w:r>
        <w:tab/>
        <w:t>1.013e0</w:t>
      </w:r>
    </w:p>
    <w:p w:rsidR="007B2329" w:rsidRDefault="007B2329" w:rsidP="007B2329">
      <w:r>
        <w:t>504.7574</w:t>
      </w:r>
      <w:r>
        <w:tab/>
        <w:t>3.063e0</w:t>
      </w:r>
    </w:p>
    <w:p w:rsidR="007B2329" w:rsidRDefault="007B2329" w:rsidP="007B2329">
      <w:r>
        <w:t>504.7597</w:t>
      </w:r>
      <w:r>
        <w:tab/>
        <w:t>3.038e0</w:t>
      </w:r>
    </w:p>
    <w:p w:rsidR="007B2329" w:rsidRDefault="007B2329" w:rsidP="007B2329">
      <w:r>
        <w:t>504.7682</w:t>
      </w:r>
      <w:r>
        <w:tab/>
        <w:t>2.025e0</w:t>
      </w:r>
    </w:p>
    <w:p w:rsidR="007B2329" w:rsidRDefault="007B2329" w:rsidP="007B2329">
      <w:r>
        <w:t>504.7723</w:t>
      </w:r>
      <w:r>
        <w:tab/>
        <w:t>1.013e0</w:t>
      </w:r>
    </w:p>
    <w:p w:rsidR="007B2329" w:rsidRDefault="007B2329" w:rsidP="007B2329">
      <w:r>
        <w:t>504.8073</w:t>
      </w:r>
      <w:r>
        <w:tab/>
        <w:t>1.013e0</w:t>
      </w:r>
    </w:p>
    <w:p w:rsidR="007B2329" w:rsidRDefault="007B2329" w:rsidP="007B2329">
      <w:r>
        <w:t>504.8248</w:t>
      </w:r>
      <w:r>
        <w:tab/>
        <w:t>2.025e0</w:t>
      </w:r>
    </w:p>
    <w:p w:rsidR="007B2329" w:rsidRDefault="007B2329" w:rsidP="007B2329">
      <w:r>
        <w:t>504.8593</w:t>
      </w:r>
      <w:r>
        <w:tab/>
        <w:t>6.076e0</w:t>
      </w:r>
    </w:p>
    <w:p w:rsidR="007B2329" w:rsidRDefault="007B2329" w:rsidP="007B2329">
      <w:r>
        <w:t>504.8686</w:t>
      </w:r>
      <w:r>
        <w:tab/>
        <w:t>2.025e0</w:t>
      </w:r>
    </w:p>
    <w:p w:rsidR="007B2329" w:rsidRDefault="007B2329" w:rsidP="007B2329">
      <w:r>
        <w:t>504.8860</w:t>
      </w:r>
      <w:r>
        <w:tab/>
        <w:t>1.013e0</w:t>
      </w:r>
    </w:p>
    <w:p w:rsidR="007B2329" w:rsidRDefault="007B2329" w:rsidP="007B2329">
      <w:r>
        <w:t>504.9056</w:t>
      </w:r>
      <w:r>
        <w:tab/>
        <w:t>4.051e0</w:t>
      </w:r>
    </w:p>
    <w:p w:rsidR="007B2329" w:rsidRDefault="007B2329" w:rsidP="007B2329">
      <w:r>
        <w:lastRenderedPageBreak/>
        <w:t>504.9297</w:t>
      </w:r>
      <w:r>
        <w:tab/>
        <w:t>2.025e0</w:t>
      </w:r>
    </w:p>
    <w:p w:rsidR="007B2329" w:rsidRDefault="007B2329" w:rsidP="007B2329">
      <w:r>
        <w:t>504.9492</w:t>
      </w:r>
      <w:r>
        <w:tab/>
        <w:t>1.013e0</w:t>
      </w:r>
    </w:p>
    <w:p w:rsidR="007B2329" w:rsidRDefault="007B2329" w:rsidP="007B2329">
      <w:r>
        <w:t>504.9679</w:t>
      </w:r>
      <w:r>
        <w:tab/>
        <w:t>3.038e0</w:t>
      </w:r>
    </w:p>
    <w:p w:rsidR="007B2329" w:rsidRDefault="007B2329" w:rsidP="007B2329">
      <w:r>
        <w:t>504.9825</w:t>
      </w:r>
      <w:r>
        <w:tab/>
        <w:t>1.013e0</w:t>
      </w:r>
    </w:p>
    <w:p w:rsidR="007B2329" w:rsidRDefault="007B2329" w:rsidP="007B2329">
      <w:r>
        <w:t>504.9870</w:t>
      </w:r>
      <w:r>
        <w:tab/>
        <w:t>3.038e0</w:t>
      </w:r>
    </w:p>
    <w:p w:rsidR="007B2329" w:rsidRDefault="007B2329" w:rsidP="007B2329">
      <w:r>
        <w:t>505.0000</w:t>
      </w:r>
      <w:r>
        <w:tab/>
        <w:t>3.038e0</w:t>
      </w:r>
    </w:p>
    <w:p w:rsidR="007B2329" w:rsidRDefault="007B2329" w:rsidP="007B2329">
      <w:r>
        <w:t>505.0038</w:t>
      </w:r>
      <w:r>
        <w:tab/>
        <w:t>3.038e0</w:t>
      </w:r>
    </w:p>
    <w:p w:rsidR="007B2329" w:rsidRDefault="007B2329" w:rsidP="007B2329">
      <w:r>
        <w:t>505.0438</w:t>
      </w:r>
      <w:r>
        <w:tab/>
        <w:t>1.013e0</w:t>
      </w:r>
    </w:p>
    <w:p w:rsidR="007B2329" w:rsidRDefault="007B2329" w:rsidP="007B2329">
      <w:r>
        <w:t>505.0549</w:t>
      </w:r>
      <w:r>
        <w:tab/>
        <w:t>2.025e0</w:t>
      </w:r>
    </w:p>
    <w:p w:rsidR="007B2329" w:rsidRDefault="007B2329" w:rsidP="007B2329">
      <w:r>
        <w:t>505.0593</w:t>
      </w:r>
      <w:r>
        <w:tab/>
        <w:t>1.013e0</w:t>
      </w:r>
    </w:p>
    <w:p w:rsidR="007B2329" w:rsidRDefault="007B2329" w:rsidP="007B2329">
      <w:r>
        <w:t>505.0606</w:t>
      </w:r>
      <w:r>
        <w:tab/>
        <w:t>2.025e0</w:t>
      </w:r>
    </w:p>
    <w:p w:rsidR="007B2329" w:rsidRDefault="007B2329" w:rsidP="007B2329">
      <w:r>
        <w:t>505.0700</w:t>
      </w:r>
      <w:r>
        <w:tab/>
        <w:t>2.025e0</w:t>
      </w:r>
    </w:p>
    <w:p w:rsidR="007B2329" w:rsidRDefault="007B2329" w:rsidP="007B2329">
      <w:r>
        <w:t>505.1173</w:t>
      </w:r>
      <w:r>
        <w:tab/>
        <w:t>1.025e0</w:t>
      </w:r>
    </w:p>
    <w:p w:rsidR="007B2329" w:rsidRDefault="007B2329" w:rsidP="007B2329">
      <w:r>
        <w:t>505.1227</w:t>
      </w:r>
      <w:r>
        <w:tab/>
        <w:t>3.038e0</w:t>
      </w:r>
    </w:p>
    <w:p w:rsidR="007B2329" w:rsidRDefault="007B2329" w:rsidP="007B2329">
      <w:r>
        <w:t>505.1276</w:t>
      </w:r>
      <w:r>
        <w:tab/>
        <w:t>6.029e0</w:t>
      </w:r>
    </w:p>
    <w:p w:rsidR="007B2329" w:rsidRDefault="007B2329" w:rsidP="007B2329">
      <w:r>
        <w:t>505.1511</w:t>
      </w:r>
      <w:r>
        <w:tab/>
        <w:t>3.810e0</w:t>
      </w:r>
    </w:p>
    <w:p w:rsidR="007B2329" w:rsidRDefault="007B2329" w:rsidP="007B2329">
      <w:r>
        <w:t>505.1578</w:t>
      </w:r>
      <w:r>
        <w:tab/>
        <w:t>1.266e-2</w:t>
      </w:r>
    </w:p>
    <w:p w:rsidR="007B2329" w:rsidRDefault="007B2329" w:rsidP="007B2329">
      <w:r>
        <w:t>505.1621</w:t>
      </w:r>
      <w:r>
        <w:tab/>
        <w:t>3.087e0</w:t>
      </w:r>
    </w:p>
    <w:p w:rsidR="007B2329" w:rsidRDefault="007B2329" w:rsidP="007B2329">
      <w:r>
        <w:t>505.1703</w:t>
      </w:r>
      <w:r>
        <w:tab/>
        <w:t>3.051e0</w:t>
      </w:r>
    </w:p>
    <w:p w:rsidR="007B2329" w:rsidRDefault="007B2329" w:rsidP="007B2329">
      <w:r>
        <w:lastRenderedPageBreak/>
        <w:t>505.1718</w:t>
      </w:r>
      <w:r>
        <w:tab/>
        <w:t>3.739e0</w:t>
      </w:r>
    </w:p>
    <w:p w:rsidR="007B2329" w:rsidRDefault="007B2329" w:rsidP="007B2329">
      <w:r>
        <w:t>505.1819</w:t>
      </w:r>
      <w:r>
        <w:tab/>
        <w:t>5.286e0</w:t>
      </w:r>
    </w:p>
    <w:p w:rsidR="007B2329" w:rsidRDefault="007B2329" w:rsidP="007B2329">
      <w:r>
        <w:t>505.1831</w:t>
      </w:r>
      <w:r>
        <w:tab/>
        <w:t>2.893e0</w:t>
      </w:r>
    </w:p>
    <w:p w:rsidR="007B2329" w:rsidRDefault="007B2329" w:rsidP="007B2329">
      <w:r>
        <w:t>505.1881</w:t>
      </w:r>
      <w:r>
        <w:tab/>
        <w:t>1.260e1</w:t>
      </w:r>
    </w:p>
    <w:p w:rsidR="007B2329" w:rsidRDefault="007B2329" w:rsidP="007B2329">
      <w:r>
        <w:t>505.2015</w:t>
      </w:r>
      <w:r>
        <w:tab/>
        <w:t>5.330e0</w:t>
      </w:r>
    </w:p>
    <w:p w:rsidR="007B2329" w:rsidRDefault="007B2329" w:rsidP="007B2329">
      <w:r>
        <w:t>505.2122</w:t>
      </w:r>
      <w:r>
        <w:tab/>
        <w:t>1.013e0</w:t>
      </w:r>
    </w:p>
    <w:p w:rsidR="007B2329" w:rsidRDefault="007B2329" w:rsidP="007B2329">
      <w:r>
        <w:t>505.2530</w:t>
      </w:r>
      <w:r>
        <w:tab/>
        <w:t>8.642e0</w:t>
      </w:r>
    </w:p>
    <w:p w:rsidR="007B2329" w:rsidRDefault="007B2329" w:rsidP="007B2329">
      <w:r>
        <w:t>505.2556</w:t>
      </w:r>
      <w:r>
        <w:tab/>
        <w:t>2.787e0</w:t>
      </w:r>
    </w:p>
    <w:p w:rsidR="007B2329" w:rsidRDefault="007B2329" w:rsidP="007B2329">
      <w:r>
        <w:t>505.2708</w:t>
      </w:r>
      <w:r>
        <w:tab/>
        <w:t>6.076e0</w:t>
      </w:r>
    </w:p>
    <w:p w:rsidR="007B2329" w:rsidRDefault="007B2329" w:rsidP="007B2329">
      <w:r>
        <w:t>505.2740</w:t>
      </w:r>
      <w:r>
        <w:tab/>
        <w:t>3.798e-2</w:t>
      </w:r>
    </w:p>
    <w:p w:rsidR="007B2329" w:rsidRDefault="007B2329" w:rsidP="007B2329">
      <w:r>
        <w:t>505.2769</w:t>
      </w:r>
      <w:r>
        <w:tab/>
        <w:t>1.703e1</w:t>
      </w:r>
    </w:p>
    <w:p w:rsidR="007B2329" w:rsidRDefault="007B2329" w:rsidP="007B2329">
      <w:r>
        <w:t>505.2802</w:t>
      </w:r>
      <w:r>
        <w:tab/>
        <w:t>5.526e0</w:t>
      </w:r>
    </w:p>
    <w:p w:rsidR="007B2329" w:rsidRDefault="007B2329" w:rsidP="007B2329">
      <w:r>
        <w:t>505.2871</w:t>
      </w:r>
      <w:r>
        <w:tab/>
        <w:t>1.370e1</w:t>
      </w:r>
    </w:p>
    <w:p w:rsidR="007B2329" w:rsidRDefault="007B2329" w:rsidP="007B2329">
      <w:r>
        <w:t>505.2907</w:t>
      </w:r>
      <w:r>
        <w:tab/>
        <w:t>1.160e1</w:t>
      </w:r>
    </w:p>
    <w:p w:rsidR="007B2329" w:rsidRDefault="007B2329" w:rsidP="007B2329">
      <w:r>
        <w:t>505.2975</w:t>
      </w:r>
      <w:r>
        <w:tab/>
        <w:t>5.060e0</w:t>
      </w:r>
    </w:p>
    <w:p w:rsidR="007B2329" w:rsidRDefault="007B2329" w:rsidP="007B2329">
      <w:r>
        <w:t>505.3019</w:t>
      </w:r>
      <w:r>
        <w:tab/>
        <w:t>6.192e0</w:t>
      </w:r>
    </w:p>
    <w:p w:rsidR="007B2329" w:rsidRDefault="007B2329" w:rsidP="007B2329">
      <w:r>
        <w:t>505.3251</w:t>
      </w:r>
      <w:r>
        <w:tab/>
        <w:t>1.013e0</w:t>
      </w:r>
    </w:p>
    <w:p w:rsidR="007B2329" w:rsidRDefault="007B2329" w:rsidP="007B2329">
      <w:r>
        <w:t>505.3493</w:t>
      </w:r>
      <w:r>
        <w:tab/>
        <w:t>6.035e0</w:t>
      </w:r>
    </w:p>
    <w:p w:rsidR="007B2329" w:rsidRDefault="007B2329" w:rsidP="007B2329">
      <w:r>
        <w:t>505.3654</w:t>
      </w:r>
      <w:r>
        <w:tab/>
        <w:t>8.505e0</w:t>
      </w:r>
    </w:p>
    <w:p w:rsidR="007B2329" w:rsidRDefault="007B2329" w:rsidP="007B2329">
      <w:r>
        <w:lastRenderedPageBreak/>
        <w:t>505.3676</w:t>
      </w:r>
      <w:r>
        <w:tab/>
        <w:t>2.345e0</w:t>
      </w:r>
    </w:p>
    <w:p w:rsidR="007B2329" w:rsidRDefault="007B2329" w:rsidP="007B2329">
      <w:r>
        <w:t>505.3942</w:t>
      </w:r>
      <w:r>
        <w:tab/>
        <w:t>1.013e0</w:t>
      </w:r>
    </w:p>
    <w:p w:rsidR="007B2329" w:rsidRDefault="007B2329" w:rsidP="007B2329">
      <w:r>
        <w:t>505.4324</w:t>
      </w:r>
      <w:r>
        <w:tab/>
        <w:t>3.798e-2</w:t>
      </w:r>
    </w:p>
    <w:p w:rsidR="007B2329" w:rsidRDefault="007B2329" w:rsidP="007B2329">
      <w:r>
        <w:t>505.4350</w:t>
      </w:r>
      <w:r>
        <w:tab/>
        <w:t>1.013e0</w:t>
      </w:r>
    </w:p>
    <w:p w:rsidR="007B2329" w:rsidRDefault="007B2329" w:rsidP="007B2329">
      <w:r>
        <w:t>505.4597</w:t>
      </w:r>
      <w:r>
        <w:tab/>
        <w:t>3.038e0</w:t>
      </w:r>
    </w:p>
    <w:p w:rsidR="007B2329" w:rsidRDefault="007B2329" w:rsidP="007B2329">
      <w:r>
        <w:t>505.4642</w:t>
      </w:r>
      <w:r>
        <w:tab/>
        <w:t>1.013e0</w:t>
      </w:r>
    </w:p>
    <w:p w:rsidR="007B2329" w:rsidRDefault="007B2329" w:rsidP="007B2329">
      <w:r>
        <w:t>505.4719</w:t>
      </w:r>
      <w:r>
        <w:tab/>
        <w:t>1.013e0</w:t>
      </w:r>
    </w:p>
    <w:p w:rsidR="007B2329" w:rsidRDefault="007B2329" w:rsidP="007B2329">
      <w:r>
        <w:t>505.4818</w:t>
      </w:r>
      <w:r>
        <w:tab/>
        <w:t>1.013e0</w:t>
      </w:r>
    </w:p>
    <w:p w:rsidR="007B2329" w:rsidRDefault="007B2329" w:rsidP="007B2329">
      <w:r>
        <w:t>505.4933</w:t>
      </w:r>
      <w:r>
        <w:tab/>
        <w:t>2.025e0</w:t>
      </w:r>
    </w:p>
    <w:p w:rsidR="007B2329" w:rsidRDefault="007B2329" w:rsidP="007B2329">
      <w:r>
        <w:t>505.5080</w:t>
      </w:r>
      <w:r>
        <w:tab/>
        <w:t>1.013e0</w:t>
      </w:r>
    </w:p>
    <w:p w:rsidR="007B2329" w:rsidRDefault="007B2329" w:rsidP="007B2329">
      <w:r>
        <w:t>505.5103</w:t>
      </w:r>
      <w:r>
        <w:tab/>
        <w:t>3.038e0</w:t>
      </w:r>
    </w:p>
    <w:p w:rsidR="007B2329" w:rsidRDefault="007B2329" w:rsidP="007B2329">
      <w:r>
        <w:t>505.5168</w:t>
      </w:r>
      <w:r>
        <w:tab/>
        <w:t>4.051e0</w:t>
      </w:r>
    </w:p>
    <w:p w:rsidR="007B2329" w:rsidRDefault="007B2329" w:rsidP="007B2329">
      <w:r>
        <w:t>505.5389</w:t>
      </w:r>
      <w:r>
        <w:tab/>
        <w:t>2.025e0</w:t>
      </w:r>
    </w:p>
    <w:p w:rsidR="007B2329" w:rsidRDefault="007B2329" w:rsidP="007B2329">
      <w:r>
        <w:t>505.5694</w:t>
      </w:r>
      <w:r>
        <w:tab/>
        <w:t>1.013e0</w:t>
      </w:r>
    </w:p>
    <w:p w:rsidR="007B2329" w:rsidRDefault="007B2329" w:rsidP="007B2329">
      <w:r>
        <w:t>505.5742</w:t>
      </w:r>
      <w:r>
        <w:tab/>
        <w:t>3.038e0</w:t>
      </w:r>
    </w:p>
    <w:p w:rsidR="007B2329" w:rsidRDefault="007B2329" w:rsidP="007B2329">
      <w:r>
        <w:t>505.5822</w:t>
      </w:r>
      <w:r>
        <w:tab/>
        <w:t>2.532e-2</w:t>
      </w:r>
    </w:p>
    <w:p w:rsidR="007B2329" w:rsidRDefault="007B2329" w:rsidP="007B2329">
      <w:r>
        <w:t>505.5849</w:t>
      </w:r>
      <w:r>
        <w:tab/>
        <w:t>1.013e0</w:t>
      </w:r>
    </w:p>
    <w:p w:rsidR="007B2329" w:rsidRDefault="007B2329" w:rsidP="007B2329">
      <w:r>
        <w:t>505.5958</w:t>
      </w:r>
      <w:r>
        <w:tab/>
        <w:t>1.013e0</w:t>
      </w:r>
    </w:p>
    <w:p w:rsidR="007B2329" w:rsidRDefault="007B2329" w:rsidP="007B2329">
      <w:r>
        <w:t>505.6247</w:t>
      </w:r>
      <w:r>
        <w:tab/>
        <w:t>1.013e0</w:t>
      </w:r>
    </w:p>
    <w:p w:rsidR="007B2329" w:rsidRDefault="007B2329" w:rsidP="007B2329">
      <w:r>
        <w:lastRenderedPageBreak/>
        <w:t>505.6284</w:t>
      </w:r>
      <w:r>
        <w:tab/>
        <w:t>7.089e0</w:t>
      </w:r>
    </w:p>
    <w:p w:rsidR="007B2329" w:rsidRDefault="007B2329" w:rsidP="007B2329">
      <w:r>
        <w:t>505.6601</w:t>
      </w:r>
      <w:r>
        <w:tab/>
        <w:t>4.051e0</w:t>
      </w:r>
    </w:p>
    <w:p w:rsidR="007B2329" w:rsidRDefault="007B2329" w:rsidP="007B2329">
      <w:r>
        <w:t>505.6612</w:t>
      </w:r>
      <w:r>
        <w:tab/>
        <w:t>1.013e0</w:t>
      </w:r>
    </w:p>
    <w:p w:rsidR="007B2329" w:rsidRDefault="007B2329" w:rsidP="007B2329">
      <w:r>
        <w:t>505.6987</w:t>
      </w:r>
      <w:r>
        <w:tab/>
        <w:t>2.025e0</w:t>
      </w:r>
    </w:p>
    <w:p w:rsidR="007B2329" w:rsidRDefault="007B2329" w:rsidP="007B2329">
      <w:r>
        <w:t>505.7009</w:t>
      </w:r>
      <w:r>
        <w:tab/>
        <w:t>1.013e0</w:t>
      </w:r>
    </w:p>
    <w:p w:rsidR="007B2329" w:rsidRDefault="007B2329" w:rsidP="007B2329">
      <w:r>
        <w:t>505.7163</w:t>
      </w:r>
      <w:r>
        <w:tab/>
        <w:t>1.013e0</w:t>
      </w:r>
    </w:p>
    <w:p w:rsidR="007B2329" w:rsidRDefault="007B2329" w:rsidP="007B2329">
      <w:r>
        <w:t>505.7214</w:t>
      </w:r>
      <w:r>
        <w:tab/>
        <w:t>2.025e0</w:t>
      </w:r>
    </w:p>
    <w:p w:rsidR="007B2329" w:rsidRDefault="007B2329" w:rsidP="007B2329">
      <w:r>
        <w:t>505.7274</w:t>
      </w:r>
      <w:r>
        <w:tab/>
        <w:t>1.013e0</w:t>
      </w:r>
    </w:p>
    <w:p w:rsidR="007B2329" w:rsidRDefault="007B2329" w:rsidP="007B2329">
      <w:r>
        <w:t>505.7347</w:t>
      </w:r>
      <w:r>
        <w:tab/>
        <w:t>1.013e0</w:t>
      </w:r>
    </w:p>
    <w:p w:rsidR="007B2329" w:rsidRDefault="007B2329" w:rsidP="007B2329">
      <w:r>
        <w:t>505.7448</w:t>
      </w:r>
      <w:r>
        <w:tab/>
        <w:t>1.013e0</w:t>
      </w:r>
    </w:p>
    <w:p w:rsidR="007B2329" w:rsidRDefault="007B2329" w:rsidP="007B2329">
      <w:r>
        <w:t>505.7574</w:t>
      </w:r>
      <w:r>
        <w:tab/>
        <w:t>2.025e0</w:t>
      </w:r>
    </w:p>
    <w:p w:rsidR="007B2329" w:rsidRDefault="007B2329" w:rsidP="007B2329">
      <w:r>
        <w:t>505.7626</w:t>
      </w:r>
      <w:r>
        <w:tab/>
        <w:t>1.013e0</w:t>
      </w:r>
    </w:p>
    <w:p w:rsidR="007B2329" w:rsidRDefault="007B2329" w:rsidP="007B2329">
      <w:r>
        <w:t>505.7717</w:t>
      </w:r>
      <w:r>
        <w:tab/>
        <w:t>7.089e0</w:t>
      </w:r>
    </w:p>
    <w:p w:rsidR="007B2329" w:rsidRDefault="007B2329" w:rsidP="007B2329">
      <w:r>
        <w:t>505.7800</w:t>
      </w:r>
      <w:r>
        <w:tab/>
        <w:t>1.013e0</w:t>
      </w:r>
    </w:p>
    <w:p w:rsidR="007B2329" w:rsidRDefault="007B2329" w:rsidP="007B2329">
      <w:r>
        <w:t>505.7821</w:t>
      </w:r>
      <w:r>
        <w:tab/>
        <w:t>3.038e0</w:t>
      </w:r>
    </w:p>
    <w:p w:rsidR="007B2329" w:rsidRDefault="007B2329" w:rsidP="007B2329">
      <w:r>
        <w:t>505.7887</w:t>
      </w:r>
      <w:r>
        <w:tab/>
        <w:t>3.038e0</w:t>
      </w:r>
    </w:p>
    <w:p w:rsidR="007B2329" w:rsidRDefault="007B2329" w:rsidP="007B2329">
      <w:r>
        <w:t>505.8237</w:t>
      </w:r>
      <w:r>
        <w:tab/>
        <w:t>1.013e0</w:t>
      </w:r>
    </w:p>
    <w:p w:rsidR="007B2329" w:rsidRDefault="007B2329" w:rsidP="007B2329">
      <w:r>
        <w:t>505.8279</w:t>
      </w:r>
      <w:r>
        <w:tab/>
        <w:t>2.025e0</w:t>
      </w:r>
    </w:p>
    <w:p w:rsidR="007B2329" w:rsidRDefault="007B2329" w:rsidP="007B2329">
      <w:r>
        <w:t>505.8293</w:t>
      </w:r>
      <w:r>
        <w:tab/>
        <w:t>1.013e0</w:t>
      </w:r>
    </w:p>
    <w:p w:rsidR="007B2329" w:rsidRDefault="007B2329" w:rsidP="007B2329">
      <w:r>
        <w:lastRenderedPageBreak/>
        <w:t>505.8916</w:t>
      </w:r>
      <w:r>
        <w:tab/>
        <w:t>2.025e0</w:t>
      </w:r>
    </w:p>
    <w:p w:rsidR="007B2329" w:rsidRDefault="007B2329" w:rsidP="007B2329">
      <w:r>
        <w:t>505.9026</w:t>
      </w:r>
      <w:r>
        <w:tab/>
        <w:t>1.013e0</w:t>
      </w:r>
    </w:p>
    <w:p w:rsidR="007B2329" w:rsidRDefault="007B2329" w:rsidP="007B2329">
      <w:r>
        <w:t>505.9061</w:t>
      </w:r>
      <w:r>
        <w:tab/>
        <w:t>1.013e0</w:t>
      </w:r>
    </w:p>
    <w:p w:rsidR="007B2329" w:rsidRDefault="007B2329" w:rsidP="007B2329">
      <w:r>
        <w:t>505.9118</w:t>
      </w:r>
      <w:r>
        <w:tab/>
        <w:t>2.025e0</w:t>
      </w:r>
    </w:p>
    <w:p w:rsidR="007B2329" w:rsidRDefault="007B2329" w:rsidP="007B2329">
      <w:r>
        <w:t>505.9379</w:t>
      </w:r>
      <w:r>
        <w:tab/>
        <w:t>1.013e0</w:t>
      </w:r>
    </w:p>
    <w:p w:rsidR="007B2329" w:rsidRDefault="007B2329" w:rsidP="007B2329">
      <w:r>
        <w:t>505.9574</w:t>
      </w:r>
      <w:r>
        <w:tab/>
        <w:t>2.025e0</w:t>
      </w:r>
    </w:p>
    <w:p w:rsidR="007B2329" w:rsidRDefault="007B2329" w:rsidP="007B2329">
      <w:r>
        <w:t>505.9641</w:t>
      </w:r>
      <w:r>
        <w:tab/>
        <w:t>4.051e0</w:t>
      </w:r>
    </w:p>
    <w:p w:rsidR="007B2329" w:rsidRDefault="007B2329" w:rsidP="007B2329">
      <w:r>
        <w:t>505.9658</w:t>
      </w:r>
      <w:r>
        <w:tab/>
        <w:t>2.025e0</w:t>
      </w:r>
    </w:p>
    <w:p w:rsidR="007B2329" w:rsidRDefault="007B2329" w:rsidP="007B2329">
      <w:r>
        <w:t>505.9904</w:t>
      </w:r>
      <w:r>
        <w:tab/>
        <w:t>1.013e0</w:t>
      </w:r>
    </w:p>
    <w:p w:rsidR="007B2329" w:rsidRDefault="007B2329" w:rsidP="007B2329">
      <w:r>
        <w:t>505.9993</w:t>
      </w:r>
      <w:r>
        <w:tab/>
        <w:t>2.025e0</w:t>
      </w:r>
    </w:p>
    <w:p w:rsidR="007B2329" w:rsidRDefault="007B2329" w:rsidP="007B2329">
      <w:r>
        <w:t>506.0209</w:t>
      </w:r>
      <w:r>
        <w:tab/>
        <w:t>3.038e0</w:t>
      </w:r>
    </w:p>
    <w:p w:rsidR="007B2329" w:rsidRDefault="007B2329" w:rsidP="007B2329">
      <w:r>
        <w:t>506.0299</w:t>
      </w:r>
      <w:r>
        <w:tab/>
        <w:t>3.038e0</w:t>
      </w:r>
    </w:p>
    <w:p w:rsidR="007B2329" w:rsidRDefault="007B2329" w:rsidP="007B2329">
      <w:r>
        <w:t>506.0325</w:t>
      </w:r>
      <w:r>
        <w:tab/>
        <w:t>2.025e0</w:t>
      </w:r>
    </w:p>
    <w:p w:rsidR="007B2329" w:rsidRDefault="007B2329" w:rsidP="007B2329">
      <w:r>
        <w:t>506.1014</w:t>
      </w:r>
      <w:r>
        <w:tab/>
        <w:t>4.051e0</w:t>
      </w:r>
    </w:p>
    <w:p w:rsidR="007B2329" w:rsidRDefault="007B2329" w:rsidP="007B2329">
      <w:r>
        <w:t>506.1067</w:t>
      </w:r>
      <w:r>
        <w:tab/>
        <w:t>2.025e0</w:t>
      </w:r>
    </w:p>
    <w:p w:rsidR="007B2329" w:rsidRDefault="007B2329" w:rsidP="007B2329">
      <w:r>
        <w:t>506.1106</w:t>
      </w:r>
      <w:r>
        <w:tab/>
        <w:t>1.013e0</w:t>
      </w:r>
    </w:p>
    <w:p w:rsidR="007B2329" w:rsidRDefault="007B2329" w:rsidP="007B2329">
      <w:r>
        <w:t>506.1117</w:t>
      </w:r>
      <w:r>
        <w:tab/>
        <w:t>1.594e0</w:t>
      </w:r>
    </w:p>
    <w:p w:rsidR="007B2329" w:rsidRDefault="007B2329" w:rsidP="007B2329">
      <w:r>
        <w:t>506.1247</w:t>
      </w:r>
      <w:r>
        <w:tab/>
        <w:t>3.466e0</w:t>
      </w:r>
    </w:p>
    <w:p w:rsidR="007B2329" w:rsidRDefault="007B2329" w:rsidP="007B2329">
      <w:r>
        <w:t>506.1659</w:t>
      </w:r>
      <w:r>
        <w:tab/>
        <w:t>1.013e0</w:t>
      </w:r>
    </w:p>
    <w:p w:rsidR="007B2329" w:rsidRDefault="007B2329" w:rsidP="007B2329">
      <w:r>
        <w:lastRenderedPageBreak/>
        <w:t>506.2188</w:t>
      </w:r>
      <w:r>
        <w:tab/>
        <w:t>1.013e0</w:t>
      </w:r>
    </w:p>
    <w:p w:rsidR="007B2329" w:rsidRDefault="007B2329" w:rsidP="007B2329">
      <w:r>
        <w:t>506.2298</w:t>
      </w:r>
      <w:r>
        <w:tab/>
        <w:t>8.662e0</w:t>
      </w:r>
    </w:p>
    <w:p w:rsidR="007B2329" w:rsidRDefault="007B2329" w:rsidP="007B2329">
      <w:r>
        <w:t>506.2462</w:t>
      </w:r>
      <w:r>
        <w:tab/>
        <w:t>2.492e0</w:t>
      </w:r>
    </w:p>
    <w:p w:rsidR="007B2329" w:rsidRDefault="007B2329" w:rsidP="007B2329">
      <w:r>
        <w:t>506.2538</w:t>
      </w:r>
      <w:r>
        <w:tab/>
        <w:t>1.631e0</w:t>
      </w:r>
    </w:p>
    <w:p w:rsidR="007B2329" w:rsidRDefault="007B2329" w:rsidP="007B2329">
      <w:r>
        <w:t>506.2549</w:t>
      </w:r>
      <w:r>
        <w:tab/>
        <w:t>3.067e0</w:t>
      </w:r>
    </w:p>
    <w:p w:rsidR="007B2329" w:rsidRDefault="007B2329" w:rsidP="007B2329">
      <w:r>
        <w:t>506.2638</w:t>
      </w:r>
      <w:r>
        <w:tab/>
        <w:t>5.222e0</w:t>
      </w:r>
    </w:p>
    <w:p w:rsidR="007B2329" w:rsidRDefault="007B2329" w:rsidP="007B2329">
      <w:r>
        <w:t>506.2694</w:t>
      </w:r>
      <w:r>
        <w:tab/>
        <w:t>4.465e0</w:t>
      </w:r>
    </w:p>
    <w:p w:rsidR="007B2329" w:rsidRDefault="007B2329" w:rsidP="007B2329">
      <w:r>
        <w:t>506.2952</w:t>
      </w:r>
      <w:r>
        <w:tab/>
        <w:t>4.042e0</w:t>
      </w:r>
    </w:p>
    <w:p w:rsidR="007B2329" w:rsidRDefault="007B2329" w:rsidP="007B2329">
      <w:r>
        <w:t>506.2971</w:t>
      </w:r>
      <w:r>
        <w:tab/>
        <w:t>3.015e0</w:t>
      </w:r>
    </w:p>
    <w:p w:rsidR="007B2329" w:rsidRDefault="007B2329" w:rsidP="007B2329">
      <w:r>
        <w:t>506.3026</w:t>
      </w:r>
      <w:r>
        <w:tab/>
        <w:t>1.516e0</w:t>
      </w:r>
    </w:p>
    <w:p w:rsidR="007B2329" w:rsidRDefault="007B2329" w:rsidP="007B2329">
      <w:r>
        <w:t>506.3136</w:t>
      </w:r>
      <w:r>
        <w:tab/>
        <w:t>5.063e0</w:t>
      </w:r>
    </w:p>
    <w:p w:rsidR="007B2329" w:rsidRDefault="007B2329" w:rsidP="007B2329">
      <w:r>
        <w:t>506.3326</w:t>
      </w:r>
      <w:r>
        <w:tab/>
        <w:t>1.013e0</w:t>
      </w:r>
    </w:p>
    <w:p w:rsidR="007B2329" w:rsidRDefault="007B2329" w:rsidP="007B2329">
      <w:r>
        <w:t>506.3552</w:t>
      </w:r>
      <w:r>
        <w:tab/>
        <w:t>1.013e0</w:t>
      </w:r>
    </w:p>
    <w:p w:rsidR="007B2329" w:rsidRDefault="007B2329" w:rsidP="007B2329">
      <w:r>
        <w:t>506.3579</w:t>
      </w:r>
      <w:r>
        <w:tab/>
        <w:t>1.002e0</w:t>
      </w:r>
    </w:p>
    <w:p w:rsidR="007B2329" w:rsidRDefault="007B2329" w:rsidP="007B2329">
      <w:r>
        <w:t>506.3622</w:t>
      </w:r>
      <w:r>
        <w:tab/>
        <w:t>5.190e-1</w:t>
      </w:r>
    </w:p>
    <w:p w:rsidR="007B2329" w:rsidRDefault="007B2329" w:rsidP="007B2329">
      <w:r>
        <w:t>506.3919</w:t>
      </w:r>
      <w:r>
        <w:tab/>
        <w:t>1.013e0</w:t>
      </w:r>
    </w:p>
    <w:p w:rsidR="007B2329" w:rsidRDefault="007B2329" w:rsidP="007B2329">
      <w:r>
        <w:t>506.3986</w:t>
      </w:r>
      <w:r>
        <w:tab/>
        <w:t>1.025e0</w:t>
      </w:r>
    </w:p>
    <w:p w:rsidR="007B2329" w:rsidRDefault="007B2329" w:rsidP="007B2329">
      <w:r>
        <w:t>506.4226</w:t>
      </w:r>
      <w:r>
        <w:tab/>
        <w:t>4.051e0</w:t>
      </w:r>
    </w:p>
    <w:p w:rsidR="007B2329" w:rsidRDefault="007B2329" w:rsidP="007B2329">
      <w:r>
        <w:t>506.4317</w:t>
      </w:r>
      <w:r>
        <w:tab/>
        <w:t>1.013e0</w:t>
      </w:r>
    </w:p>
    <w:p w:rsidR="007B2329" w:rsidRDefault="007B2329" w:rsidP="007B2329">
      <w:r>
        <w:lastRenderedPageBreak/>
        <w:t>506.4380</w:t>
      </w:r>
      <w:r>
        <w:tab/>
        <w:t>1.013e0</w:t>
      </w:r>
    </w:p>
    <w:p w:rsidR="007B2329" w:rsidRDefault="007B2329" w:rsidP="007B2329">
      <w:r>
        <w:t>506.4499</w:t>
      </w:r>
      <w:r>
        <w:tab/>
        <w:t>1.013e0</w:t>
      </w:r>
    </w:p>
    <w:p w:rsidR="007B2329" w:rsidRDefault="007B2329" w:rsidP="007B2329">
      <w:r>
        <w:t>506.4569</w:t>
      </w:r>
      <w:r>
        <w:tab/>
        <w:t>3.038e0</w:t>
      </w:r>
    </w:p>
    <w:p w:rsidR="007B2329" w:rsidRDefault="007B2329" w:rsidP="007B2329">
      <w:r>
        <w:t>506.4683</w:t>
      </w:r>
      <w:r>
        <w:tab/>
        <w:t>1.013e0</w:t>
      </w:r>
    </w:p>
    <w:p w:rsidR="007B2329" w:rsidRDefault="007B2329" w:rsidP="007B2329">
      <w:r>
        <w:t>506.4733</w:t>
      </w:r>
      <w:r>
        <w:tab/>
        <w:t>1.013e0</w:t>
      </w:r>
    </w:p>
    <w:p w:rsidR="007B2329" w:rsidRDefault="007B2329" w:rsidP="007B2329">
      <w:r>
        <w:t>506.4908</w:t>
      </w:r>
      <w:r>
        <w:tab/>
        <w:t>3.038e0</w:t>
      </w:r>
    </w:p>
    <w:p w:rsidR="007B2329" w:rsidRDefault="007B2329" w:rsidP="007B2329">
      <w:r>
        <w:t>506.4996</w:t>
      </w:r>
      <w:r>
        <w:tab/>
        <w:t>1.013e0</w:t>
      </w:r>
    </w:p>
    <w:p w:rsidR="007B2329" w:rsidRDefault="007B2329" w:rsidP="007B2329">
      <w:r>
        <w:t>506.5234</w:t>
      </w:r>
      <w:r>
        <w:tab/>
        <w:t>2.025e0</w:t>
      </w:r>
    </w:p>
    <w:p w:rsidR="007B2329" w:rsidRDefault="007B2329" w:rsidP="007B2329">
      <w:r>
        <w:t>506.5346</w:t>
      </w:r>
      <w:r>
        <w:tab/>
        <w:t>1.013e0</w:t>
      </w:r>
    </w:p>
    <w:p w:rsidR="007B2329" w:rsidRDefault="007B2329" w:rsidP="007B2329">
      <w:r>
        <w:t>506.5446</w:t>
      </w:r>
      <w:r>
        <w:tab/>
        <w:t>1.013e0</w:t>
      </w:r>
    </w:p>
    <w:p w:rsidR="007B2329" w:rsidRDefault="007B2329" w:rsidP="007B2329">
      <w:r>
        <w:t>506.5699</w:t>
      </w:r>
      <w:r>
        <w:tab/>
        <w:t>1.013e0</w:t>
      </w:r>
    </w:p>
    <w:p w:rsidR="007B2329" w:rsidRDefault="007B2329" w:rsidP="007B2329">
      <w:r>
        <w:t>506.5732</w:t>
      </w:r>
      <w:r>
        <w:tab/>
        <w:t>4.051e0</w:t>
      </w:r>
    </w:p>
    <w:p w:rsidR="007B2329" w:rsidRDefault="007B2329" w:rsidP="007B2329">
      <w:r>
        <w:t>506.5785</w:t>
      </w:r>
      <w:r>
        <w:tab/>
        <w:t>1.013e0</w:t>
      </w:r>
    </w:p>
    <w:p w:rsidR="007B2329" w:rsidRDefault="007B2329" w:rsidP="007B2329">
      <w:r>
        <w:t>506.6064</w:t>
      </w:r>
      <w:r>
        <w:tab/>
        <w:t>2.025e0</w:t>
      </w:r>
    </w:p>
    <w:p w:rsidR="007B2329" w:rsidRDefault="007B2329" w:rsidP="007B2329">
      <w:r>
        <w:t>506.6138</w:t>
      </w:r>
      <w:r>
        <w:tab/>
        <w:t>1.013e0</w:t>
      </w:r>
    </w:p>
    <w:p w:rsidR="007B2329" w:rsidRDefault="007B2329" w:rsidP="007B2329">
      <w:r>
        <w:t>506.6364</w:t>
      </w:r>
      <w:r>
        <w:tab/>
        <w:t>1.013e0</w:t>
      </w:r>
    </w:p>
    <w:p w:rsidR="007B2329" w:rsidRDefault="007B2329" w:rsidP="007B2329">
      <w:r>
        <w:t>506.6413</w:t>
      </w:r>
      <w:r>
        <w:tab/>
        <w:t>3.038e0</w:t>
      </w:r>
    </w:p>
    <w:p w:rsidR="007B2329" w:rsidRDefault="007B2329" w:rsidP="007B2329">
      <w:r>
        <w:t>506.6751</w:t>
      </w:r>
      <w:r>
        <w:tab/>
        <w:t>2.025e0</w:t>
      </w:r>
    </w:p>
    <w:p w:rsidR="007B2329" w:rsidRDefault="007B2329" w:rsidP="007B2329">
      <w:r>
        <w:t>506.6945</w:t>
      </w:r>
      <w:r>
        <w:tab/>
        <w:t>1.013e0</w:t>
      </w:r>
    </w:p>
    <w:p w:rsidR="007B2329" w:rsidRDefault="007B2329" w:rsidP="007B2329">
      <w:r>
        <w:lastRenderedPageBreak/>
        <w:t>506.7100</w:t>
      </w:r>
      <w:r>
        <w:tab/>
        <w:t>1.013e0</w:t>
      </w:r>
    </w:p>
    <w:p w:rsidR="007B2329" w:rsidRDefault="007B2329" w:rsidP="007B2329">
      <w:r>
        <w:t>506.7128</w:t>
      </w:r>
      <w:r>
        <w:tab/>
        <w:t>1.013e0</w:t>
      </w:r>
    </w:p>
    <w:p w:rsidR="007B2329" w:rsidRDefault="007B2329" w:rsidP="007B2329">
      <w:r>
        <w:t>506.7279</w:t>
      </w:r>
      <w:r>
        <w:tab/>
        <w:t>1.013e0</w:t>
      </w:r>
    </w:p>
    <w:p w:rsidR="007B2329" w:rsidRDefault="007B2329" w:rsidP="007B2329">
      <w:r>
        <w:t>506.7503</w:t>
      </w:r>
      <w:r>
        <w:tab/>
        <w:t>2.025e0</w:t>
      </w:r>
    </w:p>
    <w:p w:rsidR="007B2329" w:rsidRDefault="007B2329" w:rsidP="007B2329">
      <w:r>
        <w:t>506.7719</w:t>
      </w:r>
      <w:r>
        <w:tab/>
        <w:t>1.013e0</w:t>
      </w:r>
    </w:p>
    <w:p w:rsidR="007B2329" w:rsidRDefault="007B2329" w:rsidP="007B2329">
      <w:r>
        <w:t>506.7807</w:t>
      </w:r>
      <w:r>
        <w:tab/>
        <w:t>1.013e0</w:t>
      </w:r>
    </w:p>
    <w:p w:rsidR="007B2329" w:rsidRDefault="007B2329" w:rsidP="007B2329">
      <w:r>
        <w:t>506.7894</w:t>
      </w:r>
      <w:r>
        <w:tab/>
        <w:t>1.013e0</w:t>
      </w:r>
    </w:p>
    <w:p w:rsidR="007B2329" w:rsidRDefault="007B2329" w:rsidP="007B2329">
      <w:r>
        <w:t>506.8074</w:t>
      </w:r>
      <w:r>
        <w:tab/>
        <w:t>1.013e0</w:t>
      </w:r>
    </w:p>
    <w:p w:rsidR="007B2329" w:rsidRDefault="007B2329" w:rsidP="007B2329">
      <w:r>
        <w:t>506.8336</w:t>
      </w:r>
      <w:r>
        <w:tab/>
        <w:t>3.038e0</w:t>
      </w:r>
    </w:p>
    <w:p w:rsidR="007B2329" w:rsidRDefault="007B2329" w:rsidP="007B2329">
      <w:r>
        <w:t>506.8510</w:t>
      </w:r>
      <w:r>
        <w:tab/>
        <w:t>1.013e0</w:t>
      </w:r>
    </w:p>
    <w:p w:rsidR="007B2329" w:rsidRDefault="007B2329" w:rsidP="007B2329">
      <w:r>
        <w:t>506.8633</w:t>
      </w:r>
      <w:r>
        <w:tab/>
        <w:t>2.025e0</w:t>
      </w:r>
    </w:p>
    <w:p w:rsidR="007B2329" w:rsidRDefault="007B2329" w:rsidP="007B2329">
      <w:r>
        <w:t>506.8684</w:t>
      </w:r>
      <w:r>
        <w:tab/>
        <w:t>1.013e0</w:t>
      </w:r>
    </w:p>
    <w:p w:rsidR="007B2329" w:rsidRDefault="007B2329" w:rsidP="007B2329">
      <w:r>
        <w:t>506.8916</w:t>
      </w:r>
      <w:r>
        <w:tab/>
        <w:t>3.038e0</w:t>
      </w:r>
    </w:p>
    <w:p w:rsidR="007B2329" w:rsidRDefault="007B2329" w:rsidP="007B2329">
      <w:r>
        <w:t>506.9037</w:t>
      </w:r>
      <w:r>
        <w:tab/>
        <w:t>2.025e0</w:t>
      </w:r>
    </w:p>
    <w:p w:rsidR="007B2329" w:rsidRDefault="007B2329" w:rsidP="007B2329">
      <w:r>
        <w:t>506.9125</w:t>
      </w:r>
      <w:r>
        <w:tab/>
        <w:t>1.013e0</w:t>
      </w:r>
    </w:p>
    <w:p w:rsidR="007B2329" w:rsidRDefault="007B2329" w:rsidP="007B2329">
      <w:r>
        <w:t>506.9177</w:t>
      </w:r>
      <w:r>
        <w:tab/>
        <w:t>3.038e0</w:t>
      </w:r>
    </w:p>
    <w:p w:rsidR="007B2329" w:rsidRDefault="007B2329" w:rsidP="007B2329">
      <w:r>
        <w:t>506.9654</w:t>
      </w:r>
      <w:r>
        <w:tab/>
        <w:t>1.013e0</w:t>
      </w:r>
    </w:p>
    <w:p w:rsidR="007B2329" w:rsidRDefault="007B2329" w:rsidP="007B2329">
      <w:r>
        <w:t>506.9828</w:t>
      </w:r>
      <w:r>
        <w:tab/>
        <w:t>2.025e0</w:t>
      </w:r>
    </w:p>
    <w:p w:rsidR="007B2329" w:rsidRDefault="007B2329" w:rsidP="007B2329">
      <w:r>
        <w:t>507.0014</w:t>
      </w:r>
      <w:r>
        <w:tab/>
        <w:t>3.038e0</w:t>
      </w:r>
    </w:p>
    <w:p w:rsidR="007B2329" w:rsidRDefault="007B2329" w:rsidP="007B2329">
      <w:r>
        <w:lastRenderedPageBreak/>
        <w:t>507.0121</w:t>
      </w:r>
      <w:r>
        <w:tab/>
        <w:t>7.089e0</w:t>
      </w:r>
    </w:p>
    <w:p w:rsidR="007B2329" w:rsidRDefault="007B2329" w:rsidP="007B2329">
      <w:r>
        <w:t>507.0354</w:t>
      </w:r>
      <w:r>
        <w:tab/>
        <w:t>1.013e0</w:t>
      </w:r>
    </w:p>
    <w:p w:rsidR="007B2329" w:rsidRDefault="007B2329" w:rsidP="007B2329">
      <w:r>
        <w:t>507.0664</w:t>
      </w:r>
      <w:r>
        <w:tab/>
        <w:t>2.025e0</w:t>
      </w:r>
    </w:p>
    <w:p w:rsidR="007B2329" w:rsidRDefault="007B2329" w:rsidP="007B2329">
      <w:r>
        <w:t>507.0979</w:t>
      </w:r>
      <w:r>
        <w:tab/>
        <w:t>3.733e0</w:t>
      </w:r>
    </w:p>
    <w:p w:rsidR="007B2329" w:rsidRDefault="007B2329" w:rsidP="007B2329">
      <w:r>
        <w:t>507.1042</w:t>
      </w:r>
      <w:r>
        <w:tab/>
        <w:t>1.013e0</w:t>
      </w:r>
    </w:p>
    <w:p w:rsidR="007B2329" w:rsidRDefault="007B2329" w:rsidP="007B2329">
      <w:r>
        <w:t>507.1146</w:t>
      </w:r>
      <w:r>
        <w:tab/>
        <w:t>1.013e0</w:t>
      </w:r>
    </w:p>
    <w:p w:rsidR="007B2329" w:rsidRDefault="007B2329" w:rsidP="007B2329">
      <w:r>
        <w:t>507.1192</w:t>
      </w:r>
      <w:r>
        <w:tab/>
        <w:t>2.025e0</w:t>
      </w:r>
    </w:p>
    <w:p w:rsidR="007B2329" w:rsidRDefault="007B2329" w:rsidP="007B2329">
      <w:r>
        <w:t>507.1227</w:t>
      </w:r>
      <w:r>
        <w:tab/>
        <w:t>1.013e0</w:t>
      </w:r>
    </w:p>
    <w:p w:rsidR="007B2329" w:rsidRDefault="007B2329" w:rsidP="007B2329">
      <w:r>
        <w:t>507.1312</w:t>
      </w:r>
      <w:r>
        <w:tab/>
        <w:t>2.535e0</w:t>
      </w:r>
    </w:p>
    <w:p w:rsidR="007B2329" w:rsidRDefault="007B2329" w:rsidP="007B2329">
      <w:r>
        <w:t>507.1411</w:t>
      </w:r>
      <w:r>
        <w:tab/>
        <w:t>1.304e0</w:t>
      </w:r>
    </w:p>
    <w:p w:rsidR="007B2329" w:rsidRDefault="007B2329" w:rsidP="007B2329">
      <w:r>
        <w:t>507.1504</w:t>
      </w:r>
      <w:r>
        <w:tab/>
        <w:t>1.316e0</w:t>
      </w:r>
    </w:p>
    <w:p w:rsidR="007B2329" w:rsidRDefault="007B2329" w:rsidP="007B2329">
      <w:r>
        <w:t>507.1996</w:t>
      </w:r>
      <w:r>
        <w:tab/>
        <w:t>5.063e0</w:t>
      </w:r>
    </w:p>
    <w:p w:rsidR="007B2329" w:rsidRDefault="007B2329" w:rsidP="007B2329">
      <w:r>
        <w:t>507.2021</w:t>
      </w:r>
      <w:r>
        <w:tab/>
        <w:t>2.657e0</w:t>
      </w:r>
    </w:p>
    <w:p w:rsidR="007B2329" w:rsidRDefault="007B2329" w:rsidP="007B2329">
      <w:r>
        <w:t>507.2192</w:t>
      </w:r>
      <w:r>
        <w:tab/>
        <w:t>1.251e0</w:t>
      </w:r>
    </w:p>
    <w:p w:rsidR="007B2329" w:rsidRDefault="007B2329" w:rsidP="007B2329">
      <w:r>
        <w:t>507.2267</w:t>
      </w:r>
      <w:r>
        <w:tab/>
        <w:t>2.108e0</w:t>
      </w:r>
    </w:p>
    <w:p w:rsidR="007B2329" w:rsidRDefault="007B2329" w:rsidP="007B2329">
      <w:r>
        <w:t>507.2350</w:t>
      </w:r>
      <w:r>
        <w:tab/>
        <w:t>7.907e0</w:t>
      </w:r>
    </w:p>
    <w:p w:rsidR="007B2329" w:rsidRDefault="007B2329" w:rsidP="007B2329">
      <w:r>
        <w:t>507.2404</w:t>
      </w:r>
      <w:r>
        <w:tab/>
        <w:t>2.361e0</w:t>
      </w:r>
    </w:p>
    <w:p w:rsidR="007B2329" w:rsidRDefault="007B2329" w:rsidP="007B2329">
      <w:r>
        <w:t>507.2737</w:t>
      </w:r>
      <w:r>
        <w:tab/>
        <w:t>6.145e0</w:t>
      </w:r>
    </w:p>
    <w:p w:rsidR="007B2329" w:rsidRDefault="007B2329" w:rsidP="007B2329">
      <w:r>
        <w:t>507.2770</w:t>
      </w:r>
      <w:r>
        <w:tab/>
        <w:t>1.962e0</w:t>
      </w:r>
    </w:p>
    <w:p w:rsidR="007B2329" w:rsidRDefault="007B2329" w:rsidP="007B2329">
      <w:r>
        <w:lastRenderedPageBreak/>
        <w:t>507.2967</w:t>
      </w:r>
      <w:r>
        <w:tab/>
        <w:t>6.934e0</w:t>
      </w:r>
    </w:p>
    <w:p w:rsidR="007B2329" w:rsidRDefault="007B2329" w:rsidP="007B2329">
      <w:r>
        <w:t>507.3035</w:t>
      </w:r>
      <w:r>
        <w:tab/>
        <w:t>2.025e0</w:t>
      </w:r>
    </w:p>
    <w:p w:rsidR="007B2329" w:rsidRDefault="007B2329" w:rsidP="007B2329">
      <w:r>
        <w:t>507.3164</w:t>
      </w:r>
      <w:r>
        <w:tab/>
        <w:t>3.454e0</w:t>
      </w:r>
    </w:p>
    <w:p w:rsidR="007B2329" w:rsidRDefault="007B2329" w:rsidP="007B2329">
      <w:r>
        <w:t>507.3211</w:t>
      </w:r>
      <w:r>
        <w:tab/>
        <w:t>5.836e0</w:t>
      </w:r>
    </w:p>
    <w:p w:rsidR="007B2329" w:rsidRDefault="007B2329" w:rsidP="007B2329">
      <w:r>
        <w:t>507.3657</w:t>
      </w:r>
      <w:r>
        <w:tab/>
        <w:t>2.025e0</w:t>
      </w:r>
    </w:p>
    <w:p w:rsidR="007B2329" w:rsidRDefault="007B2329" w:rsidP="007B2329">
      <w:r>
        <w:t>507.3699</w:t>
      </w:r>
      <w:r>
        <w:tab/>
        <w:t>1.266e-2</w:t>
      </w:r>
    </w:p>
    <w:p w:rsidR="007B2329" w:rsidRDefault="007B2329" w:rsidP="007B2329">
      <w:r>
        <w:t>507.3883</w:t>
      </w:r>
      <w:r>
        <w:tab/>
        <w:t>2.025e0</w:t>
      </w:r>
    </w:p>
    <w:p w:rsidR="007B2329" w:rsidRDefault="007B2329" w:rsidP="007B2329">
      <w:r>
        <w:t>507.4041</w:t>
      </w:r>
      <w:r>
        <w:tab/>
        <w:t>3.038e0</w:t>
      </w:r>
    </w:p>
    <w:p w:rsidR="007B2329" w:rsidRDefault="007B2329" w:rsidP="007B2329">
      <w:r>
        <w:t>507.4225</w:t>
      </w:r>
      <w:r>
        <w:tab/>
        <w:t>1.013e0</w:t>
      </w:r>
    </w:p>
    <w:p w:rsidR="007B2329" w:rsidRDefault="007B2329" w:rsidP="007B2329">
      <w:r>
        <w:t>507.4489</w:t>
      </w:r>
      <w:r>
        <w:tab/>
        <w:t>2.025e0</w:t>
      </w:r>
    </w:p>
    <w:p w:rsidR="007B2329" w:rsidRDefault="007B2329" w:rsidP="007B2329">
      <w:r>
        <w:t>507.4801</w:t>
      </w:r>
      <w:r>
        <w:tab/>
        <w:t>1.013e0</w:t>
      </w:r>
    </w:p>
    <w:p w:rsidR="007B2329" w:rsidRDefault="007B2329" w:rsidP="007B2329">
      <w:r>
        <w:t>507.4929</w:t>
      </w:r>
      <w:r>
        <w:tab/>
        <w:t>1.013e0</w:t>
      </w:r>
    </w:p>
    <w:p w:rsidR="007B2329" w:rsidRDefault="007B2329" w:rsidP="007B2329">
      <w:r>
        <w:t>507.5035</w:t>
      </w:r>
      <w:r>
        <w:tab/>
        <w:t>2.025e0</w:t>
      </w:r>
    </w:p>
    <w:p w:rsidR="007B2329" w:rsidRDefault="007B2329" w:rsidP="007B2329">
      <w:r>
        <w:t>507.5198</w:t>
      </w:r>
      <w:r>
        <w:tab/>
        <w:t>2.025e0</w:t>
      </w:r>
    </w:p>
    <w:p w:rsidR="007B2329" w:rsidRDefault="007B2329" w:rsidP="007B2329">
      <w:r>
        <w:t>507.5280</w:t>
      </w:r>
      <w:r>
        <w:tab/>
        <w:t>1.013e0</w:t>
      </w:r>
    </w:p>
    <w:p w:rsidR="007B2329" w:rsidRDefault="007B2329" w:rsidP="007B2329">
      <w:r>
        <w:t>507.6072</w:t>
      </w:r>
      <w:r>
        <w:tab/>
        <w:t>2.025e0</w:t>
      </w:r>
    </w:p>
    <w:p w:rsidR="007B2329" w:rsidRDefault="007B2329" w:rsidP="007B2329">
      <w:r>
        <w:t>507.6117</w:t>
      </w:r>
      <w:r>
        <w:tab/>
        <w:t>1.013e0</w:t>
      </w:r>
    </w:p>
    <w:p w:rsidR="007B2329" w:rsidRDefault="007B2329" w:rsidP="007B2329">
      <w:r>
        <w:t>507.6159</w:t>
      </w:r>
      <w:r>
        <w:tab/>
        <w:t>1.013e0</w:t>
      </w:r>
    </w:p>
    <w:p w:rsidR="007B2329" w:rsidRDefault="007B2329" w:rsidP="007B2329">
      <w:r>
        <w:t>507.6334</w:t>
      </w:r>
      <w:r>
        <w:tab/>
        <w:t>3.038e0</w:t>
      </w:r>
    </w:p>
    <w:p w:rsidR="007B2329" w:rsidRDefault="007B2329" w:rsidP="007B2329">
      <w:r>
        <w:lastRenderedPageBreak/>
        <w:t>507.6421</w:t>
      </w:r>
      <w:r>
        <w:tab/>
        <w:t>2.025e0</w:t>
      </w:r>
    </w:p>
    <w:p w:rsidR="007B2329" w:rsidRDefault="007B2329" w:rsidP="007B2329">
      <w:r>
        <w:t>507.6447</w:t>
      </w:r>
      <w:r>
        <w:tab/>
        <w:t>1.025e0</w:t>
      </w:r>
    </w:p>
    <w:p w:rsidR="007B2329" w:rsidRDefault="007B2329" w:rsidP="007B2329">
      <w:r>
        <w:t>507.6512</w:t>
      </w:r>
      <w:r>
        <w:tab/>
        <w:t>2.025e0</w:t>
      </w:r>
    </w:p>
    <w:p w:rsidR="007B2329" w:rsidRDefault="007B2329" w:rsidP="007B2329">
      <w:r>
        <w:t>507.6913</w:t>
      </w:r>
      <w:r>
        <w:tab/>
        <w:t>3.038e0</w:t>
      </w:r>
    </w:p>
    <w:p w:rsidR="007B2329" w:rsidRDefault="007B2329" w:rsidP="007B2329">
      <w:r>
        <w:t>507.6958</w:t>
      </w:r>
      <w:r>
        <w:tab/>
        <w:t>2.025e0</w:t>
      </w:r>
    </w:p>
    <w:p w:rsidR="007B2329" w:rsidRDefault="007B2329" w:rsidP="007B2329">
      <w:r>
        <w:t>507.7129</w:t>
      </w:r>
      <w:r>
        <w:tab/>
        <w:t>2.025e0</w:t>
      </w:r>
    </w:p>
    <w:p w:rsidR="007B2329" w:rsidRDefault="007B2329" w:rsidP="007B2329">
      <w:r>
        <w:t>507.7248</w:t>
      </w:r>
      <w:r>
        <w:tab/>
        <w:t>1.013e0</w:t>
      </w:r>
    </w:p>
    <w:p w:rsidR="007B2329" w:rsidRDefault="007B2329" w:rsidP="007B2329">
      <w:r>
        <w:t>507.7614</w:t>
      </w:r>
      <w:r>
        <w:tab/>
        <w:t>1.013e0</w:t>
      </w:r>
    </w:p>
    <w:p w:rsidR="007B2329" w:rsidRDefault="007B2329" w:rsidP="007B2329">
      <w:r>
        <w:t>507.7798</w:t>
      </w:r>
      <w:r>
        <w:tab/>
        <w:t>1.013e0</w:t>
      </w:r>
    </w:p>
    <w:p w:rsidR="007B2329" w:rsidRDefault="007B2329" w:rsidP="007B2329">
      <w:r>
        <w:t>507.8009</w:t>
      </w:r>
      <w:r>
        <w:tab/>
        <w:t>2.025e0</w:t>
      </w:r>
    </w:p>
    <w:p w:rsidR="007B2329" w:rsidRDefault="007B2329" w:rsidP="007B2329">
      <w:r>
        <w:t>507.8097</w:t>
      </w:r>
      <w:r>
        <w:tab/>
        <w:t>1.013e0</w:t>
      </w:r>
    </w:p>
    <w:p w:rsidR="007B2329" w:rsidRDefault="007B2329" w:rsidP="007B2329">
      <w:r>
        <w:t>507.8378</w:t>
      </w:r>
      <w:r>
        <w:tab/>
        <w:t>1.013e0</w:t>
      </w:r>
    </w:p>
    <w:p w:rsidR="007B2329" w:rsidRDefault="007B2329" w:rsidP="007B2329">
      <w:r>
        <w:t>507.8562</w:t>
      </w:r>
      <w:r>
        <w:tab/>
        <w:t>1.266e-2</w:t>
      </w:r>
    </w:p>
    <w:p w:rsidR="007B2329" w:rsidRDefault="007B2329" w:rsidP="007B2329">
      <w:r>
        <w:t>507.8625</w:t>
      </w:r>
      <w:r>
        <w:tab/>
        <w:t>2.025e0</w:t>
      </w:r>
    </w:p>
    <w:p w:rsidR="007B2329" w:rsidRDefault="007B2329" w:rsidP="007B2329">
      <w:r>
        <w:t>507.8713</w:t>
      </w:r>
      <w:r>
        <w:tab/>
        <w:t>1.013e0</w:t>
      </w:r>
    </w:p>
    <w:p w:rsidR="007B2329" w:rsidRDefault="007B2329" w:rsidP="007B2329">
      <w:r>
        <w:t>507.8737</w:t>
      </w:r>
      <w:r>
        <w:tab/>
        <w:t>3.038e0</w:t>
      </w:r>
    </w:p>
    <w:p w:rsidR="007B2329" w:rsidRDefault="007B2329" w:rsidP="007B2329">
      <w:r>
        <w:t>507.8800</w:t>
      </w:r>
      <w:r>
        <w:tab/>
        <w:t>2.025e0</w:t>
      </w:r>
    </w:p>
    <w:p w:rsidR="007B2329" w:rsidRDefault="007B2329" w:rsidP="007B2329">
      <w:r>
        <w:t>507.8929</w:t>
      </w:r>
      <w:r>
        <w:tab/>
        <w:t>1.013e0</w:t>
      </w:r>
    </w:p>
    <w:p w:rsidR="007B2329" w:rsidRDefault="007B2329" w:rsidP="007B2329">
      <w:r>
        <w:t>507.9329</w:t>
      </w:r>
      <w:r>
        <w:tab/>
        <w:t>1.013e0</w:t>
      </w:r>
    </w:p>
    <w:p w:rsidR="007B2329" w:rsidRDefault="007B2329" w:rsidP="007B2329">
      <w:r>
        <w:lastRenderedPageBreak/>
        <w:t>507.9403</w:t>
      </w:r>
      <w:r>
        <w:tab/>
        <w:t>2.025e0</w:t>
      </w:r>
    </w:p>
    <w:p w:rsidR="007B2329" w:rsidRDefault="007B2329" w:rsidP="007B2329">
      <w:r>
        <w:t>507.9413</w:t>
      </w:r>
      <w:r>
        <w:tab/>
        <w:t>2.025e0</w:t>
      </w:r>
    </w:p>
    <w:p w:rsidR="007B2329" w:rsidRDefault="007B2329" w:rsidP="007B2329">
      <w:r>
        <w:t>507.9480</w:t>
      </w:r>
      <w:r>
        <w:tab/>
        <w:t>1.013e0</w:t>
      </w:r>
    </w:p>
    <w:p w:rsidR="007B2329" w:rsidRDefault="007B2329" w:rsidP="007B2329">
      <w:r>
        <w:t>507.9692</w:t>
      </w:r>
      <w:r>
        <w:tab/>
        <w:t>2.025e0</w:t>
      </w:r>
    </w:p>
    <w:p w:rsidR="007B2329" w:rsidRDefault="007B2329" w:rsidP="007B2329">
      <w:r>
        <w:t>507.9814</w:t>
      </w:r>
      <w:r>
        <w:tab/>
        <w:t>2.025e0</w:t>
      </w:r>
    </w:p>
    <w:p w:rsidR="007B2329" w:rsidRDefault="007B2329" w:rsidP="007B2329">
      <w:r>
        <w:t>507.9946</w:t>
      </w:r>
      <w:r>
        <w:tab/>
        <w:t>1.013e0</w:t>
      </w:r>
    </w:p>
    <w:p w:rsidR="007B2329" w:rsidRDefault="007B2329" w:rsidP="007B2329">
      <w:r>
        <w:t>508.0062</w:t>
      </w:r>
      <w:r>
        <w:tab/>
        <w:t>1.266e-2</w:t>
      </w:r>
    </w:p>
    <w:p w:rsidR="007B2329" w:rsidRDefault="007B2329" w:rsidP="007B2329">
      <w:r>
        <w:t>508.0195</w:t>
      </w:r>
      <w:r>
        <w:tab/>
        <w:t>3.038e0</w:t>
      </w:r>
    </w:p>
    <w:p w:rsidR="007B2329" w:rsidRDefault="007B2329" w:rsidP="007B2329">
      <w:r>
        <w:t>508.0214</w:t>
      </w:r>
      <w:r>
        <w:tab/>
        <w:t>4.051e0</w:t>
      </w:r>
    </w:p>
    <w:p w:rsidR="007B2329" w:rsidRDefault="007B2329" w:rsidP="007B2329">
      <w:r>
        <w:t>508.0826</w:t>
      </w:r>
      <w:r>
        <w:tab/>
        <w:t>2.025e0</w:t>
      </w:r>
    </w:p>
    <w:p w:rsidR="007B2329" w:rsidRDefault="007B2329" w:rsidP="007B2329">
      <w:r>
        <w:t>508.0913</w:t>
      </w:r>
      <w:r>
        <w:tab/>
        <w:t>2.025e0</w:t>
      </w:r>
    </w:p>
    <w:p w:rsidR="007B2329" w:rsidRDefault="007B2329" w:rsidP="007B2329">
      <w:r>
        <w:t>508.1117</w:t>
      </w:r>
      <w:r>
        <w:tab/>
        <w:t>1.025e0</w:t>
      </w:r>
    </w:p>
    <w:p w:rsidR="007B2329" w:rsidRDefault="007B2329" w:rsidP="007B2329">
      <w:r>
        <w:t>508.1178</w:t>
      </w:r>
      <w:r>
        <w:tab/>
        <w:t>2.025e0</w:t>
      </w:r>
    </w:p>
    <w:p w:rsidR="007B2329" w:rsidRDefault="007B2329" w:rsidP="007B2329">
      <w:r>
        <w:t>508.1190</w:t>
      </w:r>
      <w:r>
        <w:tab/>
        <w:t>1.013e0</w:t>
      </w:r>
    </w:p>
    <w:p w:rsidR="007B2329" w:rsidRDefault="007B2329" w:rsidP="007B2329">
      <w:r>
        <w:t>508.1267</w:t>
      </w:r>
      <w:r>
        <w:tab/>
        <w:t>1.013e0</w:t>
      </w:r>
    </w:p>
    <w:p w:rsidR="007B2329" w:rsidRDefault="007B2329" w:rsidP="007B2329">
      <w:r>
        <w:t>508.1318</w:t>
      </w:r>
      <w:r>
        <w:tab/>
        <w:t>3.552e0</w:t>
      </w:r>
    </w:p>
    <w:p w:rsidR="007B2329" w:rsidRDefault="007B2329" w:rsidP="007B2329">
      <w:r>
        <w:t>508.1683</w:t>
      </w:r>
      <w:r>
        <w:tab/>
        <w:t>5.063e0</w:t>
      </w:r>
    </w:p>
    <w:p w:rsidR="007B2329" w:rsidRDefault="007B2329" w:rsidP="007B2329">
      <w:r>
        <w:t>508.1886</w:t>
      </w:r>
      <w:r>
        <w:tab/>
        <w:t>3.072e0</w:t>
      </w:r>
    </w:p>
    <w:p w:rsidR="007B2329" w:rsidRDefault="007B2329" w:rsidP="007B2329">
      <w:r>
        <w:t>508.1962</w:t>
      </w:r>
      <w:r>
        <w:tab/>
        <w:t>2.122e0</w:t>
      </w:r>
    </w:p>
    <w:p w:rsidR="007B2329" w:rsidRDefault="007B2329" w:rsidP="007B2329">
      <w:r>
        <w:lastRenderedPageBreak/>
        <w:t>508.2011</w:t>
      </w:r>
      <w:r>
        <w:tab/>
        <w:t>4.629e0</w:t>
      </w:r>
    </w:p>
    <w:p w:rsidR="007B2329" w:rsidRDefault="007B2329" w:rsidP="007B2329">
      <w:r>
        <w:t>508.2060</w:t>
      </w:r>
      <w:r>
        <w:tab/>
        <w:t>1.065e1</w:t>
      </w:r>
    </w:p>
    <w:p w:rsidR="007B2329" w:rsidRDefault="007B2329" w:rsidP="007B2329">
      <w:r>
        <w:t>508.2096</w:t>
      </w:r>
      <w:r>
        <w:tab/>
        <w:t>7.607e0</w:t>
      </w:r>
    </w:p>
    <w:p w:rsidR="007B2329" w:rsidRDefault="007B2329" w:rsidP="007B2329">
      <w:r>
        <w:t>508.2122</w:t>
      </w:r>
      <w:r>
        <w:tab/>
        <w:t>1.013e1</w:t>
      </w:r>
    </w:p>
    <w:p w:rsidR="007B2329" w:rsidRDefault="007B2329" w:rsidP="007B2329">
      <w:r>
        <w:t>508.2200</w:t>
      </w:r>
      <w:r>
        <w:tab/>
        <w:t>2.025e0</w:t>
      </w:r>
    </w:p>
    <w:p w:rsidR="007B2329" w:rsidRDefault="007B2329" w:rsidP="007B2329">
      <w:r>
        <w:t>508.2432</w:t>
      </w:r>
      <w:r>
        <w:tab/>
        <w:t>8.101e0</w:t>
      </w:r>
    </w:p>
    <w:p w:rsidR="007B2329" w:rsidRDefault="007B2329" w:rsidP="007B2329">
      <w:r>
        <w:t>508.2865</w:t>
      </w:r>
      <w:r>
        <w:tab/>
        <w:t>1.153e1</w:t>
      </w:r>
    </w:p>
    <w:p w:rsidR="007B2329" w:rsidRDefault="007B2329" w:rsidP="007B2329">
      <w:r>
        <w:t>508.2882</w:t>
      </w:r>
      <w:r>
        <w:tab/>
        <w:t>6.170e0</w:t>
      </w:r>
    </w:p>
    <w:p w:rsidR="007B2329" w:rsidRDefault="007B2329" w:rsidP="007B2329">
      <w:r>
        <w:t>508.2902</w:t>
      </w:r>
      <w:r>
        <w:tab/>
        <w:t>3.038e0</w:t>
      </w:r>
    </w:p>
    <w:p w:rsidR="007B2329" w:rsidRDefault="007B2329" w:rsidP="007B2329">
      <w:r>
        <w:t>508.3133</w:t>
      </w:r>
      <w:r>
        <w:tab/>
        <w:t>1.713e0</w:t>
      </w:r>
    </w:p>
    <w:p w:rsidR="007B2329" w:rsidRDefault="007B2329" w:rsidP="007B2329">
      <w:r>
        <w:t>508.3719</w:t>
      </w:r>
      <w:r>
        <w:tab/>
        <w:t>5.063e0</w:t>
      </w:r>
    </w:p>
    <w:p w:rsidR="007B2329" w:rsidRDefault="007B2329" w:rsidP="007B2329">
      <w:r>
        <w:t>508.3908</w:t>
      </w:r>
      <w:r>
        <w:tab/>
        <w:t>1.013e0</w:t>
      </w:r>
    </w:p>
    <w:p w:rsidR="007B2329" w:rsidRDefault="007B2329" w:rsidP="007B2329">
      <w:r>
        <w:t>508.4081</w:t>
      </w:r>
      <w:r>
        <w:tab/>
        <w:t>4.051e0</w:t>
      </w:r>
    </w:p>
    <w:p w:rsidR="007B2329" w:rsidRDefault="007B2329" w:rsidP="007B2329">
      <w:r>
        <w:t>508.4446</w:t>
      </w:r>
      <w:r>
        <w:tab/>
        <w:t>4.051e0</w:t>
      </w:r>
    </w:p>
    <w:p w:rsidR="007B2329" w:rsidRDefault="007B2329" w:rsidP="007B2329">
      <w:r>
        <w:t>508.4527</w:t>
      </w:r>
      <w:r>
        <w:tab/>
        <w:t>1.013e0</w:t>
      </w:r>
    </w:p>
    <w:p w:rsidR="007B2329" w:rsidRDefault="007B2329" w:rsidP="007B2329">
      <w:r>
        <w:t>508.4614</w:t>
      </w:r>
      <w:r>
        <w:tab/>
        <w:t>2.025e0</w:t>
      </w:r>
    </w:p>
    <w:p w:rsidR="007B2329" w:rsidRDefault="007B2329" w:rsidP="007B2329">
      <w:r>
        <w:t>508.4711</w:t>
      </w:r>
      <w:r>
        <w:tab/>
        <w:t>2.025e0</w:t>
      </w:r>
    </w:p>
    <w:p w:rsidR="007B2329" w:rsidRDefault="007B2329" w:rsidP="007B2329">
      <w:r>
        <w:t>508.4831</w:t>
      </w:r>
      <w:r>
        <w:tab/>
        <w:t>2.025e0</w:t>
      </w:r>
    </w:p>
    <w:p w:rsidR="007B2329" w:rsidRDefault="007B2329" w:rsidP="007B2329">
      <w:r>
        <w:t>508.4924</w:t>
      </w:r>
      <w:r>
        <w:tab/>
        <w:t>1.013e0</w:t>
      </w:r>
    </w:p>
    <w:p w:rsidR="007B2329" w:rsidRDefault="007B2329" w:rsidP="007B2329">
      <w:r>
        <w:lastRenderedPageBreak/>
        <w:t>508.5056</w:t>
      </w:r>
      <w:r>
        <w:tab/>
        <w:t>1.013e0</w:t>
      </w:r>
    </w:p>
    <w:p w:rsidR="007B2329" w:rsidRDefault="007B2329" w:rsidP="007B2329">
      <w:r>
        <w:t>508.5646</w:t>
      </w:r>
      <w:r>
        <w:tab/>
        <w:t>2.025e0</w:t>
      </w:r>
    </w:p>
    <w:p w:rsidR="007B2329" w:rsidRDefault="007B2329" w:rsidP="007B2329">
      <w:r>
        <w:t>508.5711</w:t>
      </w:r>
      <w:r>
        <w:tab/>
        <w:t>3.038e0</w:t>
      </w:r>
    </w:p>
    <w:p w:rsidR="007B2329" w:rsidRDefault="007B2329" w:rsidP="007B2329">
      <w:r>
        <w:t>508.5840</w:t>
      </w:r>
      <w:r>
        <w:tab/>
        <w:t>1.013e0</w:t>
      </w:r>
    </w:p>
    <w:p w:rsidR="007B2329" w:rsidRDefault="007B2329" w:rsidP="007B2329">
      <w:r>
        <w:t>508.5937</w:t>
      </w:r>
      <w:r>
        <w:tab/>
        <w:t>1.013e0</w:t>
      </w:r>
    </w:p>
    <w:p w:rsidR="007B2329" w:rsidRDefault="007B2329" w:rsidP="007B2329">
      <w:r>
        <w:t>508.6056</w:t>
      </w:r>
      <w:r>
        <w:tab/>
        <w:t>1.013e0</w:t>
      </w:r>
    </w:p>
    <w:p w:rsidR="007B2329" w:rsidRDefault="007B2329" w:rsidP="007B2329">
      <w:r>
        <w:t>508.6113</w:t>
      </w:r>
      <w:r>
        <w:tab/>
        <w:t>1.013e0</w:t>
      </w:r>
    </w:p>
    <w:p w:rsidR="007B2329" w:rsidRDefault="007B2329" w:rsidP="007B2329">
      <w:r>
        <w:t>508.6290</w:t>
      </w:r>
      <w:r>
        <w:tab/>
        <w:t>1.013e0</w:t>
      </w:r>
    </w:p>
    <w:p w:rsidR="007B2329" w:rsidRDefault="007B2329" w:rsidP="007B2329">
      <w:r>
        <w:t>508.6554</w:t>
      </w:r>
      <w:r>
        <w:tab/>
        <w:t>2.025e0</w:t>
      </w:r>
    </w:p>
    <w:p w:rsidR="007B2329" w:rsidRDefault="007B2329" w:rsidP="007B2329">
      <w:r>
        <w:t>508.6604</w:t>
      </w:r>
      <w:r>
        <w:tab/>
        <w:t>1.013e0</w:t>
      </w:r>
    </w:p>
    <w:p w:rsidR="007B2329" w:rsidRDefault="007B2329" w:rsidP="007B2329">
      <w:r>
        <w:t>508.6906</w:t>
      </w:r>
      <w:r>
        <w:tab/>
        <w:t>1.013e0</w:t>
      </w:r>
    </w:p>
    <w:p w:rsidR="007B2329" w:rsidRDefault="007B2329" w:rsidP="007B2329">
      <w:r>
        <w:t>508.7082</w:t>
      </w:r>
      <w:r>
        <w:tab/>
        <w:t>1.013e0</w:t>
      </w:r>
    </w:p>
    <w:p w:rsidR="007B2329" w:rsidRDefault="007B2329" w:rsidP="007B2329">
      <w:r>
        <w:t>508.7179</w:t>
      </w:r>
      <w:r>
        <w:tab/>
        <w:t>7.089e0</w:t>
      </w:r>
    </w:p>
    <w:p w:rsidR="007B2329" w:rsidRDefault="007B2329" w:rsidP="007B2329">
      <w:r>
        <w:t>508.7260</w:t>
      </w:r>
      <w:r>
        <w:tab/>
        <w:t>1.013e0</w:t>
      </w:r>
    </w:p>
    <w:p w:rsidR="007B2329" w:rsidRDefault="007B2329" w:rsidP="007B2329">
      <w:r>
        <w:t>508.7340</w:t>
      </w:r>
      <w:r>
        <w:tab/>
        <w:t>3.038e0</w:t>
      </w:r>
    </w:p>
    <w:p w:rsidR="007B2329" w:rsidRDefault="007B2329" w:rsidP="007B2329">
      <w:r>
        <w:t>508.7503</w:t>
      </w:r>
      <w:r>
        <w:tab/>
        <w:t>3.038e0</w:t>
      </w:r>
    </w:p>
    <w:p w:rsidR="007B2329" w:rsidRDefault="007B2329" w:rsidP="007B2329">
      <w:r>
        <w:t>508.7524</w:t>
      </w:r>
      <w:r>
        <w:tab/>
        <w:t>1.013e0</w:t>
      </w:r>
    </w:p>
    <w:p w:rsidR="007B2329" w:rsidRDefault="007B2329" w:rsidP="007B2329">
      <w:r>
        <w:t>508.7699</w:t>
      </w:r>
      <w:r>
        <w:tab/>
        <w:t>1.013e0</w:t>
      </w:r>
    </w:p>
    <w:p w:rsidR="007B2329" w:rsidRDefault="007B2329" w:rsidP="007B2329">
      <w:r>
        <w:t>508.7919</w:t>
      </w:r>
      <w:r>
        <w:tab/>
        <w:t>1.013e0</w:t>
      </w:r>
    </w:p>
    <w:p w:rsidR="007B2329" w:rsidRDefault="007B2329" w:rsidP="007B2329">
      <w:r>
        <w:lastRenderedPageBreak/>
        <w:t>508.8141</w:t>
      </w:r>
      <w:r>
        <w:tab/>
        <w:t>1.266e-2</w:t>
      </w:r>
    </w:p>
    <w:p w:rsidR="007B2329" w:rsidRDefault="007B2329" w:rsidP="007B2329">
      <w:r>
        <w:t>508.8174</w:t>
      </w:r>
      <w:r>
        <w:tab/>
        <w:t>2.025e0</w:t>
      </w:r>
    </w:p>
    <w:p w:rsidR="007B2329" w:rsidRDefault="007B2329" w:rsidP="007B2329">
      <w:r>
        <w:t>508.8407</w:t>
      </w:r>
      <w:r>
        <w:tab/>
        <w:t>1.013e0</w:t>
      </w:r>
    </w:p>
    <w:p w:rsidR="007B2329" w:rsidRDefault="007B2329" w:rsidP="007B2329">
      <w:r>
        <w:t>508.8469</w:t>
      </w:r>
      <w:r>
        <w:tab/>
        <w:t>1.013e0</w:t>
      </w:r>
    </w:p>
    <w:p w:rsidR="007B2329" w:rsidRDefault="007B2329" w:rsidP="007B2329">
      <w:r>
        <w:t>508.8480</w:t>
      </w:r>
      <w:r>
        <w:tab/>
        <w:t>3.038e0</w:t>
      </w:r>
    </w:p>
    <w:p w:rsidR="007B2329" w:rsidRDefault="007B2329" w:rsidP="007B2329">
      <w:r>
        <w:t>508.8516</w:t>
      </w:r>
      <w:r>
        <w:tab/>
        <w:t>2.038e0</w:t>
      </w:r>
    </w:p>
    <w:p w:rsidR="007B2329" w:rsidRDefault="007B2329" w:rsidP="007B2329">
      <w:r>
        <w:t>508.8582</w:t>
      </w:r>
      <w:r>
        <w:tab/>
        <w:t>1.013e0</w:t>
      </w:r>
    </w:p>
    <w:p w:rsidR="007B2329" w:rsidRDefault="007B2329" w:rsidP="007B2329">
      <w:r>
        <w:t>508.8668</w:t>
      </w:r>
      <w:r>
        <w:tab/>
        <w:t>4.051e0</w:t>
      </w:r>
    </w:p>
    <w:p w:rsidR="007B2329" w:rsidRDefault="007B2329" w:rsidP="007B2329">
      <w:r>
        <w:t>508.9110</w:t>
      </w:r>
      <w:r>
        <w:tab/>
        <w:t>1.013e0</w:t>
      </w:r>
    </w:p>
    <w:p w:rsidR="007B2329" w:rsidRDefault="007B2329" w:rsidP="007B2329">
      <w:r>
        <w:t>508.9200</w:t>
      </w:r>
      <w:r>
        <w:tab/>
        <w:t>1.013e0</w:t>
      </w:r>
    </w:p>
    <w:p w:rsidR="007B2329" w:rsidRDefault="007B2329" w:rsidP="007B2329">
      <w:r>
        <w:t>508.9234</w:t>
      </w:r>
      <w:r>
        <w:tab/>
        <w:t>2.025e0</w:t>
      </w:r>
    </w:p>
    <w:p w:rsidR="007B2329" w:rsidRDefault="007B2329" w:rsidP="007B2329">
      <w:r>
        <w:t>508.9551</w:t>
      </w:r>
      <w:r>
        <w:tab/>
        <w:t>1.013e0</w:t>
      </w:r>
    </w:p>
    <w:p w:rsidR="007B2329" w:rsidRDefault="007B2329" w:rsidP="007B2329">
      <w:r>
        <w:t>508.9601</w:t>
      </w:r>
      <w:r>
        <w:tab/>
        <w:t>1.013e0</w:t>
      </w:r>
    </w:p>
    <w:p w:rsidR="007B2329" w:rsidRDefault="007B2329" w:rsidP="007B2329">
      <w:r>
        <w:t>508.9817</w:t>
      </w:r>
      <w:r>
        <w:tab/>
        <w:t>3.038e0</w:t>
      </w:r>
    </w:p>
    <w:p w:rsidR="007B2329" w:rsidRDefault="007B2329" w:rsidP="007B2329">
      <w:r>
        <w:t>508.9967</w:t>
      </w:r>
      <w:r>
        <w:tab/>
        <w:t>2.025e0</w:t>
      </w:r>
    </w:p>
    <w:p w:rsidR="007B2329" w:rsidRDefault="007B2329" w:rsidP="007B2329">
      <w:r>
        <w:t>508.9994</w:t>
      </w:r>
      <w:r>
        <w:tab/>
        <w:t>2.025e0</w:t>
      </w:r>
    </w:p>
    <w:p w:rsidR="007B2329" w:rsidRDefault="007B2329" w:rsidP="007B2329">
      <w:r>
        <w:t>509.0213</w:t>
      </w:r>
      <w:r>
        <w:tab/>
        <w:t>2.025e0</w:t>
      </w:r>
    </w:p>
    <w:p w:rsidR="007B2329" w:rsidRDefault="007B2329" w:rsidP="007B2329">
      <w:r>
        <w:t>509.0504</w:t>
      </w:r>
      <w:r>
        <w:tab/>
        <w:t>2.025e0</w:t>
      </w:r>
    </w:p>
    <w:p w:rsidR="007B2329" w:rsidRDefault="007B2329" w:rsidP="007B2329">
      <w:r>
        <w:t>509.0549</w:t>
      </w:r>
      <w:r>
        <w:tab/>
        <w:t>1.013e0</w:t>
      </w:r>
    </w:p>
    <w:p w:rsidR="007B2329" w:rsidRDefault="007B2329" w:rsidP="007B2329">
      <w:r>
        <w:lastRenderedPageBreak/>
        <w:t>509.0732</w:t>
      </w:r>
      <w:r>
        <w:tab/>
        <w:t>1.013e0</w:t>
      </w:r>
    </w:p>
    <w:p w:rsidR="007B2329" w:rsidRDefault="007B2329" w:rsidP="007B2329">
      <w:r>
        <w:t>509.0767</w:t>
      </w:r>
      <w:r>
        <w:tab/>
        <w:t>4.051e0</w:t>
      </w:r>
    </w:p>
    <w:p w:rsidR="007B2329" w:rsidRDefault="007B2329" w:rsidP="007B2329">
      <w:r>
        <w:t>509.1051</w:t>
      </w:r>
      <w:r>
        <w:tab/>
        <w:t>1.013e0</w:t>
      </w:r>
    </w:p>
    <w:p w:rsidR="007B2329" w:rsidRDefault="007B2329" w:rsidP="007B2329">
      <w:r>
        <w:t>509.1098</w:t>
      </w:r>
      <w:r>
        <w:tab/>
        <w:t>1.013e0</w:t>
      </w:r>
    </w:p>
    <w:p w:rsidR="007B2329" w:rsidRDefault="007B2329" w:rsidP="007B2329">
      <w:r>
        <w:t>509.1306</w:t>
      </w:r>
      <w:r>
        <w:tab/>
        <w:t>3.769e0</w:t>
      </w:r>
    </w:p>
    <w:p w:rsidR="007B2329" w:rsidRDefault="007B2329" w:rsidP="007B2329">
      <w:r>
        <w:t>509.1353</w:t>
      </w:r>
      <w:r>
        <w:tab/>
        <w:t>1.304e0</w:t>
      </w:r>
    </w:p>
    <w:p w:rsidR="007B2329" w:rsidRDefault="007B2329" w:rsidP="007B2329">
      <w:r>
        <w:t>509.1444</w:t>
      </w:r>
      <w:r>
        <w:tab/>
        <w:t>4.249e0</w:t>
      </w:r>
    </w:p>
    <w:p w:rsidR="007B2329" w:rsidRDefault="007B2329" w:rsidP="007B2329">
      <w:r>
        <w:t>509.1467</w:t>
      </w:r>
      <w:r>
        <w:tab/>
        <w:t>1.013e0</w:t>
      </w:r>
    </w:p>
    <w:p w:rsidR="007B2329" w:rsidRDefault="007B2329" w:rsidP="007B2329">
      <w:r>
        <w:t>509.1753</w:t>
      </w:r>
      <w:r>
        <w:tab/>
        <w:t>1.164e0</w:t>
      </w:r>
    </w:p>
    <w:p w:rsidR="007B2329" w:rsidRDefault="007B2329" w:rsidP="007B2329">
      <w:r>
        <w:t>509.1938</w:t>
      </w:r>
      <w:r>
        <w:tab/>
        <w:t>2.025e0</w:t>
      </w:r>
    </w:p>
    <w:p w:rsidR="007B2329" w:rsidRDefault="007B2329" w:rsidP="007B2329">
      <w:r>
        <w:t>509.2004</w:t>
      </w:r>
      <w:r>
        <w:tab/>
        <w:t>6.636e0</w:t>
      </w:r>
    </w:p>
    <w:p w:rsidR="007B2329" w:rsidRDefault="007B2329" w:rsidP="007B2329">
      <w:r>
        <w:t>509.2198</w:t>
      </w:r>
      <w:r>
        <w:tab/>
        <w:t>6.974e0</w:t>
      </w:r>
    </w:p>
    <w:p w:rsidR="007B2329" w:rsidRDefault="007B2329" w:rsidP="007B2329">
      <w:r>
        <w:t>509.2233</w:t>
      </w:r>
      <w:r>
        <w:tab/>
        <w:t>1.013e0</w:t>
      </w:r>
    </w:p>
    <w:p w:rsidR="007B2329" w:rsidRDefault="007B2329" w:rsidP="007B2329">
      <w:r>
        <w:t>509.2340</w:t>
      </w:r>
      <w:r>
        <w:tab/>
        <w:t>4.485e0</w:t>
      </w:r>
    </w:p>
    <w:p w:rsidR="007B2329" w:rsidRDefault="007B2329" w:rsidP="007B2329">
      <w:r>
        <w:t>509.2380</w:t>
      </w:r>
      <w:r>
        <w:tab/>
        <w:t>6.823e0</w:t>
      </w:r>
    </w:p>
    <w:p w:rsidR="007B2329" w:rsidRDefault="007B2329" w:rsidP="007B2329">
      <w:r>
        <w:t>509.2790</w:t>
      </w:r>
      <w:r>
        <w:tab/>
        <w:t>1.362e1</w:t>
      </w:r>
    </w:p>
    <w:p w:rsidR="007B2329" w:rsidRDefault="007B2329" w:rsidP="007B2329">
      <w:r>
        <w:t>509.2830</w:t>
      </w:r>
      <w:r>
        <w:tab/>
        <w:t>3.365e0</w:t>
      </w:r>
    </w:p>
    <w:p w:rsidR="007B2329" w:rsidRDefault="007B2329" w:rsidP="007B2329">
      <w:r>
        <w:t>509.2842</w:t>
      </w:r>
      <w:r>
        <w:tab/>
        <w:t>7.354e0</w:t>
      </w:r>
    </w:p>
    <w:p w:rsidR="007B2329" w:rsidRDefault="007B2329" w:rsidP="007B2329">
      <w:r>
        <w:t>509.2888</w:t>
      </w:r>
      <w:r>
        <w:tab/>
        <w:t>6.909e0</w:t>
      </w:r>
    </w:p>
    <w:p w:rsidR="007B2329" w:rsidRDefault="007B2329" w:rsidP="007B2329">
      <w:r>
        <w:lastRenderedPageBreak/>
        <w:t>509.2928</w:t>
      </w:r>
      <w:r>
        <w:tab/>
        <w:t>3.967e0</w:t>
      </w:r>
    </w:p>
    <w:p w:rsidR="007B2329" w:rsidRDefault="007B2329" w:rsidP="007B2329">
      <w:r>
        <w:t>509.2990</w:t>
      </w:r>
      <w:r>
        <w:tab/>
        <w:t>3.051e0</w:t>
      </w:r>
    </w:p>
    <w:p w:rsidR="007B2329" w:rsidRDefault="007B2329" w:rsidP="007B2329">
      <w:r>
        <w:t>509.3097</w:t>
      </w:r>
      <w:r>
        <w:tab/>
        <w:t>3.658e0</w:t>
      </w:r>
    </w:p>
    <w:p w:rsidR="007B2329" w:rsidRDefault="007B2329" w:rsidP="007B2329">
      <w:r>
        <w:t>509.3480</w:t>
      </w:r>
      <w:r>
        <w:tab/>
        <w:t>2.532e0</w:t>
      </w:r>
    </w:p>
    <w:p w:rsidR="007B2329" w:rsidRDefault="007B2329" w:rsidP="007B2329">
      <w:r>
        <w:t>509.3647</w:t>
      </w:r>
      <w:r>
        <w:tab/>
        <w:t>1.784e0</w:t>
      </w:r>
    </w:p>
    <w:p w:rsidR="007B2329" w:rsidRDefault="007B2329" w:rsidP="007B2329">
      <w:r>
        <w:t>509.3663</w:t>
      </w:r>
      <w:r>
        <w:tab/>
        <w:t>3.670e0</w:t>
      </w:r>
    </w:p>
    <w:p w:rsidR="007B2329" w:rsidRDefault="007B2329" w:rsidP="007B2329">
      <w:r>
        <w:t>509.3734</w:t>
      </w:r>
      <w:r>
        <w:tab/>
        <w:t>1.025e0</w:t>
      </w:r>
    </w:p>
    <w:p w:rsidR="007B2329" w:rsidRDefault="007B2329" w:rsidP="007B2329">
      <w:r>
        <w:t>509.3877</w:t>
      </w:r>
      <w:r>
        <w:tab/>
        <w:t>1.013e0</w:t>
      </w:r>
    </w:p>
    <w:p w:rsidR="007B2329" w:rsidRDefault="007B2329" w:rsidP="007B2329">
      <w:r>
        <w:t>509.3966</w:t>
      </w:r>
      <w:r>
        <w:tab/>
        <w:t>1.013e0</w:t>
      </w:r>
    </w:p>
    <w:p w:rsidR="007B2329" w:rsidRDefault="007B2329" w:rsidP="007B2329">
      <w:r>
        <w:t>509.4052</w:t>
      </w:r>
      <w:r>
        <w:tab/>
        <w:t>2.025e0</w:t>
      </w:r>
    </w:p>
    <w:p w:rsidR="007B2329" w:rsidRDefault="007B2329" w:rsidP="007B2329">
      <w:r>
        <w:t>509.4153</w:t>
      </w:r>
      <w:r>
        <w:tab/>
        <w:t>2.025e0</w:t>
      </w:r>
    </w:p>
    <w:p w:rsidR="007B2329" w:rsidRDefault="007B2329" w:rsidP="007B2329">
      <w:r>
        <w:t>509.4385</w:t>
      </w:r>
      <w:r>
        <w:tab/>
        <w:t>2.025e0</w:t>
      </w:r>
    </w:p>
    <w:p w:rsidR="007B2329" w:rsidRDefault="007B2329" w:rsidP="007B2329">
      <w:r>
        <w:t>509.4462</w:t>
      </w:r>
      <w:r>
        <w:tab/>
        <w:t>2.025e0</w:t>
      </w:r>
    </w:p>
    <w:p w:rsidR="007B2329" w:rsidRDefault="007B2329" w:rsidP="007B2329">
      <w:r>
        <w:t>509.4579</w:t>
      </w:r>
      <w:r>
        <w:tab/>
        <w:t>4.051e0</w:t>
      </w:r>
    </w:p>
    <w:p w:rsidR="007B2329" w:rsidRDefault="007B2329" w:rsidP="007B2329">
      <w:r>
        <w:t>509.4785</w:t>
      </w:r>
      <w:r>
        <w:tab/>
        <w:t>1.025e0</w:t>
      </w:r>
    </w:p>
    <w:p w:rsidR="007B2329" w:rsidRDefault="007B2329" w:rsidP="007B2329">
      <w:r>
        <w:t>509.4906</w:t>
      </w:r>
      <w:r>
        <w:tab/>
        <w:t>2.025e0</w:t>
      </w:r>
    </w:p>
    <w:p w:rsidR="007B2329" w:rsidRDefault="007B2329" w:rsidP="007B2329">
      <w:r>
        <w:t>509.4935</w:t>
      </w:r>
      <w:r>
        <w:tab/>
        <w:t>1.013e0</w:t>
      </w:r>
    </w:p>
    <w:p w:rsidR="007B2329" w:rsidRDefault="007B2329" w:rsidP="007B2329">
      <w:r>
        <w:t>509.5114</w:t>
      </w:r>
      <w:r>
        <w:tab/>
        <w:t>1.013e0</w:t>
      </w:r>
    </w:p>
    <w:p w:rsidR="007B2329" w:rsidRDefault="007B2329" w:rsidP="007B2329">
      <w:r>
        <w:t>509.5378</w:t>
      </w:r>
      <w:r>
        <w:tab/>
        <w:t>4.051e0</w:t>
      </w:r>
    </w:p>
    <w:p w:rsidR="007B2329" w:rsidRDefault="007B2329" w:rsidP="007B2329">
      <w:r>
        <w:lastRenderedPageBreak/>
        <w:t>509.5553</w:t>
      </w:r>
      <w:r>
        <w:tab/>
        <w:t>1.013e0</w:t>
      </w:r>
    </w:p>
    <w:p w:rsidR="007B2329" w:rsidRDefault="007B2329" w:rsidP="007B2329">
      <w:r>
        <w:t>509.5646</w:t>
      </w:r>
      <w:r>
        <w:tab/>
        <w:t>2.025e0</w:t>
      </w:r>
    </w:p>
    <w:p w:rsidR="007B2329" w:rsidRDefault="007B2329" w:rsidP="007B2329">
      <w:r>
        <w:t>509.5732</w:t>
      </w:r>
      <w:r>
        <w:tab/>
        <w:t>2.025e0</w:t>
      </w:r>
    </w:p>
    <w:p w:rsidR="007B2329" w:rsidRDefault="007B2329" w:rsidP="007B2329">
      <w:r>
        <w:t>509.5908</w:t>
      </w:r>
      <w:r>
        <w:tab/>
        <w:t>1.013e0</w:t>
      </w:r>
    </w:p>
    <w:p w:rsidR="007B2329" w:rsidRDefault="007B2329" w:rsidP="007B2329">
      <w:r>
        <w:t>509.5959</w:t>
      </w:r>
      <w:r>
        <w:tab/>
        <w:t>2.025e0</w:t>
      </w:r>
    </w:p>
    <w:p w:rsidR="007B2329" w:rsidRDefault="007B2329" w:rsidP="007B2329">
      <w:r>
        <w:t>509.6423</w:t>
      </w:r>
      <w:r>
        <w:tab/>
        <w:t>3.038e0</w:t>
      </w:r>
    </w:p>
    <w:p w:rsidR="007B2329" w:rsidRDefault="007B2329" w:rsidP="007B2329">
      <w:r>
        <w:t>509.6540</w:t>
      </w:r>
      <w:r>
        <w:tab/>
        <w:t>2.025e0</w:t>
      </w:r>
    </w:p>
    <w:p w:rsidR="007B2329" w:rsidRDefault="007B2329" w:rsidP="007B2329">
      <w:r>
        <w:t>509.6635</w:t>
      </w:r>
      <w:r>
        <w:tab/>
        <w:t>2.025e0</w:t>
      </w:r>
    </w:p>
    <w:p w:rsidR="007B2329" w:rsidRDefault="007B2329" w:rsidP="007B2329">
      <w:r>
        <w:t>509.6726</w:t>
      </w:r>
      <w:r>
        <w:tab/>
        <w:t>1.013e0</w:t>
      </w:r>
    </w:p>
    <w:p w:rsidR="007B2329" w:rsidRDefault="007B2329" w:rsidP="007B2329">
      <w:r>
        <w:t>509.6790</w:t>
      </w:r>
      <w:r>
        <w:tab/>
        <w:t>1.013e0</w:t>
      </w:r>
    </w:p>
    <w:p w:rsidR="007B2329" w:rsidRDefault="007B2329" w:rsidP="007B2329">
      <w:r>
        <w:t>509.7092</w:t>
      </w:r>
      <w:r>
        <w:tab/>
        <w:t>1.013e0</w:t>
      </w:r>
    </w:p>
    <w:p w:rsidR="007B2329" w:rsidRDefault="007B2329" w:rsidP="007B2329">
      <w:r>
        <w:t>509.7177</w:t>
      </w:r>
      <w:r>
        <w:tab/>
        <w:t>1.038e0</w:t>
      </w:r>
    </w:p>
    <w:p w:rsidR="007B2329" w:rsidRDefault="007B2329" w:rsidP="007B2329">
      <w:r>
        <w:t>509.7199</w:t>
      </w:r>
      <w:r>
        <w:tab/>
        <w:t>2.025e0</w:t>
      </w:r>
    </w:p>
    <w:p w:rsidR="007B2329" w:rsidRDefault="007B2329" w:rsidP="007B2329">
      <w:r>
        <w:t>509.7276</w:t>
      </w:r>
      <w:r>
        <w:tab/>
        <w:t>2.025e0</w:t>
      </w:r>
    </w:p>
    <w:p w:rsidR="007B2329" w:rsidRDefault="007B2329" w:rsidP="007B2329">
      <w:r>
        <w:t>509.7409</w:t>
      </w:r>
      <w:r>
        <w:tab/>
        <w:t>1.013e0</w:t>
      </w:r>
    </w:p>
    <w:p w:rsidR="007B2329" w:rsidRDefault="007B2329" w:rsidP="007B2329">
      <w:r>
        <w:t>509.7699</w:t>
      </w:r>
      <w:r>
        <w:tab/>
        <w:t>2.025e0</w:t>
      </w:r>
    </w:p>
    <w:p w:rsidR="007B2329" w:rsidRDefault="007B2329" w:rsidP="007B2329">
      <w:r>
        <w:t>509.7762</w:t>
      </w:r>
      <w:r>
        <w:tab/>
        <w:t>1.013e0</w:t>
      </w:r>
    </w:p>
    <w:p w:rsidR="007B2329" w:rsidRDefault="007B2329" w:rsidP="007B2329">
      <w:r>
        <w:t>509.7939</w:t>
      </w:r>
      <w:r>
        <w:tab/>
        <w:t>1.013e0</w:t>
      </w:r>
    </w:p>
    <w:p w:rsidR="007B2329" w:rsidRDefault="007B2329" w:rsidP="007B2329">
      <w:r>
        <w:t>509.8038</w:t>
      </w:r>
      <w:r>
        <w:tab/>
        <w:t>1.013e0</w:t>
      </w:r>
    </w:p>
    <w:p w:rsidR="007B2329" w:rsidRDefault="007B2329" w:rsidP="007B2329">
      <w:r>
        <w:lastRenderedPageBreak/>
        <w:t>509.8200</w:t>
      </w:r>
      <w:r>
        <w:tab/>
        <w:t>3.038e0</w:t>
      </w:r>
    </w:p>
    <w:p w:rsidR="007B2329" w:rsidRDefault="007B2329" w:rsidP="007B2329">
      <w:r>
        <w:t>509.8293</w:t>
      </w:r>
      <w:r>
        <w:tab/>
        <w:t>2.025e0</w:t>
      </w:r>
    </w:p>
    <w:p w:rsidR="007B2329" w:rsidRDefault="007B2329" w:rsidP="007B2329">
      <w:r>
        <w:t>509.8379</w:t>
      </w:r>
      <w:r>
        <w:tab/>
        <w:t>1.013e0</w:t>
      </w:r>
    </w:p>
    <w:p w:rsidR="007B2329" w:rsidRDefault="007B2329" w:rsidP="007B2329">
      <w:r>
        <w:t>509.8469</w:t>
      </w:r>
      <w:r>
        <w:tab/>
        <w:t>1.013e0</w:t>
      </w:r>
    </w:p>
    <w:p w:rsidR="007B2329" w:rsidRDefault="007B2329" w:rsidP="007B2329">
      <w:r>
        <w:t>509.8687</w:t>
      </w:r>
      <w:r>
        <w:tab/>
        <w:t>2.532e-2</w:t>
      </w:r>
    </w:p>
    <w:p w:rsidR="007B2329" w:rsidRDefault="007B2329" w:rsidP="007B2329">
      <w:r>
        <w:t>509.8774</w:t>
      </w:r>
      <w:r>
        <w:tab/>
        <w:t>1.013e0</w:t>
      </w:r>
    </w:p>
    <w:p w:rsidR="007B2329" w:rsidRDefault="007B2329" w:rsidP="007B2329">
      <w:r>
        <w:t>509.8825</w:t>
      </w:r>
      <w:r>
        <w:tab/>
        <w:t>2.025e0</w:t>
      </w:r>
    </w:p>
    <w:p w:rsidR="007B2329" w:rsidRDefault="007B2329" w:rsidP="007B2329">
      <w:r>
        <w:t>509.9034</w:t>
      </w:r>
      <w:r>
        <w:tab/>
        <w:t>2.025e0</w:t>
      </w:r>
    </w:p>
    <w:p w:rsidR="007B2329" w:rsidRDefault="007B2329" w:rsidP="007B2329">
      <w:r>
        <w:t>509.9264</w:t>
      </w:r>
      <w:r>
        <w:tab/>
        <w:t>5.593e0</w:t>
      </w:r>
    </w:p>
    <w:p w:rsidR="007B2329" w:rsidRDefault="007B2329" w:rsidP="007B2329">
      <w:r>
        <w:t>509.9317</w:t>
      </w:r>
      <w:r>
        <w:tab/>
        <w:t>2.025e0</w:t>
      </w:r>
    </w:p>
    <w:p w:rsidR="007B2329" w:rsidRDefault="007B2329" w:rsidP="007B2329">
      <w:r>
        <w:t>509.9353</w:t>
      </w:r>
      <w:r>
        <w:tab/>
        <w:t>1.013e0</w:t>
      </w:r>
    </w:p>
    <w:p w:rsidR="007B2329" w:rsidRDefault="007B2329" w:rsidP="007B2329">
      <w:r>
        <w:t>509.9441</w:t>
      </w:r>
      <w:r>
        <w:tab/>
        <w:t>1.013e0</w:t>
      </w:r>
    </w:p>
    <w:p w:rsidR="007B2329" w:rsidRDefault="007B2329" w:rsidP="007B2329">
      <w:r>
        <w:t>509.9883</w:t>
      </w:r>
      <w:r>
        <w:tab/>
        <w:t>2.025e0</w:t>
      </w:r>
    </w:p>
    <w:p w:rsidR="007B2329" w:rsidRDefault="007B2329" w:rsidP="007B2329">
      <w:r>
        <w:t>510.0148</w:t>
      </w:r>
      <w:r>
        <w:tab/>
        <w:t>1.013e0</w:t>
      </w:r>
    </w:p>
    <w:p w:rsidR="007B2329" w:rsidRDefault="007B2329" w:rsidP="007B2329">
      <w:r>
        <w:t>510.0223</w:t>
      </w:r>
      <w:r>
        <w:tab/>
        <w:t>2.532e-2</w:t>
      </w:r>
    </w:p>
    <w:p w:rsidR="007B2329" w:rsidRDefault="007B2329" w:rsidP="007B2329">
      <w:r>
        <w:t>510.0327</w:t>
      </w:r>
      <w:r>
        <w:tab/>
        <w:t>2.025e0</w:t>
      </w:r>
    </w:p>
    <w:p w:rsidR="007B2329" w:rsidRDefault="007B2329" w:rsidP="007B2329">
      <w:r>
        <w:t>510.0380</w:t>
      </w:r>
      <w:r>
        <w:tab/>
        <w:t>2.025e0</w:t>
      </w:r>
    </w:p>
    <w:p w:rsidR="007B2329" w:rsidRDefault="007B2329" w:rsidP="007B2329">
      <w:r>
        <w:t>510.0590</w:t>
      </w:r>
      <w:r>
        <w:tab/>
        <w:t>1.013e0</w:t>
      </w:r>
    </w:p>
    <w:p w:rsidR="007B2329" w:rsidRDefault="007B2329" w:rsidP="007B2329">
      <w:r>
        <w:t>510.0890</w:t>
      </w:r>
      <w:r>
        <w:tab/>
        <w:t>3.038e0</w:t>
      </w:r>
    </w:p>
    <w:p w:rsidR="007B2329" w:rsidRDefault="007B2329" w:rsidP="007B2329">
      <w:r>
        <w:lastRenderedPageBreak/>
        <w:t>510.1068</w:t>
      </w:r>
      <w:r>
        <w:tab/>
        <w:t>6.225e0</w:t>
      </w:r>
    </w:p>
    <w:p w:rsidR="007B2329" w:rsidRDefault="007B2329" w:rsidP="007B2329">
      <w:r>
        <w:t>510.1132</w:t>
      </w:r>
      <w:r>
        <w:tab/>
        <w:t>6.076e0</w:t>
      </w:r>
    </w:p>
    <w:p w:rsidR="007B2329" w:rsidRDefault="007B2329" w:rsidP="007B2329">
      <w:r>
        <w:t>510.1310</w:t>
      </w:r>
      <w:r>
        <w:tab/>
        <w:t>5.262e0</w:t>
      </w:r>
    </w:p>
    <w:p w:rsidR="007B2329" w:rsidRDefault="007B2329" w:rsidP="007B2329">
      <w:r>
        <w:t>510.1414</w:t>
      </w:r>
      <w:r>
        <w:tab/>
        <w:t>7.089e0</w:t>
      </w:r>
    </w:p>
    <w:p w:rsidR="007B2329" w:rsidRDefault="007B2329" w:rsidP="007B2329">
      <w:r>
        <w:t>510.1431</w:t>
      </w:r>
      <w:r>
        <w:tab/>
        <w:t>4.360e0</w:t>
      </w:r>
    </w:p>
    <w:p w:rsidR="007B2329" w:rsidRDefault="007B2329" w:rsidP="007B2329">
      <w:r>
        <w:t>510.1465</w:t>
      </w:r>
      <w:r>
        <w:tab/>
        <w:t>1.324e1</w:t>
      </w:r>
    </w:p>
    <w:p w:rsidR="007B2329" w:rsidRDefault="007B2329" w:rsidP="007B2329">
      <w:r>
        <w:t>510.1534</w:t>
      </w:r>
      <w:r>
        <w:tab/>
        <w:t>3.959e0</w:t>
      </w:r>
    </w:p>
    <w:p w:rsidR="007B2329" w:rsidRDefault="007B2329" w:rsidP="007B2329">
      <w:r>
        <w:t>510.2057</w:t>
      </w:r>
      <w:r>
        <w:tab/>
        <w:t>2.253e0</w:t>
      </w:r>
    </w:p>
    <w:p w:rsidR="007B2329" w:rsidRDefault="007B2329" w:rsidP="007B2329">
      <w:r>
        <w:t>510.2073</w:t>
      </w:r>
      <w:r>
        <w:tab/>
        <w:t>4.384e0</w:t>
      </w:r>
    </w:p>
    <w:p w:rsidR="007B2329" w:rsidRDefault="007B2329" w:rsidP="007B2329">
      <w:r>
        <w:t>510.2137</w:t>
      </w:r>
      <w:r>
        <w:tab/>
        <w:t>1.013e0</w:t>
      </w:r>
    </w:p>
    <w:p w:rsidR="007B2329" w:rsidRDefault="007B2329" w:rsidP="007B2329">
      <w:r>
        <w:t>510.2269</w:t>
      </w:r>
      <w:r>
        <w:tab/>
        <w:t>1.180e1</w:t>
      </w:r>
    </w:p>
    <w:p w:rsidR="007B2329" w:rsidRDefault="007B2329" w:rsidP="007B2329">
      <w:r>
        <w:t>510.2504</w:t>
      </w:r>
      <w:r>
        <w:tab/>
        <w:t>2.240e1</w:t>
      </w:r>
    </w:p>
    <w:p w:rsidR="007B2329" w:rsidRDefault="007B2329" w:rsidP="007B2329">
      <w:r>
        <w:t>510.2546</w:t>
      </w:r>
      <w:r>
        <w:tab/>
        <w:t>1.425e1</w:t>
      </w:r>
    </w:p>
    <w:p w:rsidR="007B2329" w:rsidRDefault="007B2329" w:rsidP="007B2329">
      <w:r>
        <w:t>510.2655</w:t>
      </w:r>
      <w:r>
        <w:tab/>
        <w:t>1.080e1</w:t>
      </w:r>
    </w:p>
    <w:p w:rsidR="007B2329" w:rsidRDefault="007B2329" w:rsidP="007B2329">
      <w:r>
        <w:t>510.2675</w:t>
      </w:r>
      <w:r>
        <w:tab/>
        <w:t>1.435e1</w:t>
      </w:r>
    </w:p>
    <w:p w:rsidR="007B2329" w:rsidRDefault="007B2329" w:rsidP="007B2329">
      <w:r>
        <w:t>510.2814</w:t>
      </w:r>
      <w:r>
        <w:tab/>
        <w:t>3.335e0</w:t>
      </w:r>
    </w:p>
    <w:p w:rsidR="007B2329" w:rsidRDefault="007B2329" w:rsidP="007B2329">
      <w:r>
        <w:t>510.2834</w:t>
      </w:r>
      <w:r>
        <w:tab/>
        <w:t>3.433e0</w:t>
      </w:r>
    </w:p>
    <w:p w:rsidR="007B2329" w:rsidRDefault="007B2329" w:rsidP="007B2329">
      <w:r>
        <w:t>510.2927</w:t>
      </w:r>
      <w:r>
        <w:tab/>
        <w:t>2.414e0</w:t>
      </w:r>
    </w:p>
    <w:p w:rsidR="007B2329" w:rsidRDefault="007B2329" w:rsidP="007B2329">
      <w:r>
        <w:t>510.3008</w:t>
      </w:r>
      <w:r>
        <w:tab/>
        <w:t>2.025e0</w:t>
      </w:r>
    </w:p>
    <w:p w:rsidR="007B2329" w:rsidRDefault="007B2329" w:rsidP="007B2329">
      <w:r>
        <w:lastRenderedPageBreak/>
        <w:t>510.3399</w:t>
      </w:r>
      <w:r>
        <w:tab/>
        <w:t>1.224e0</w:t>
      </w:r>
    </w:p>
    <w:p w:rsidR="007B2329" w:rsidRDefault="007B2329" w:rsidP="007B2329">
      <w:r>
        <w:t>510.3442</w:t>
      </w:r>
      <w:r>
        <w:tab/>
        <w:t>1.366e0</w:t>
      </w:r>
    </w:p>
    <w:p w:rsidR="007B2329" w:rsidRDefault="007B2329" w:rsidP="007B2329">
      <w:r>
        <w:t>510.3641</w:t>
      </w:r>
      <w:r>
        <w:tab/>
        <w:t>2.025e0</w:t>
      </w:r>
    </w:p>
    <w:p w:rsidR="007B2329" w:rsidRDefault="007B2329" w:rsidP="007B2329">
      <w:r>
        <w:t>510.3849</w:t>
      </w:r>
      <w:r>
        <w:tab/>
        <w:t>6.402e0</w:t>
      </w:r>
    </w:p>
    <w:p w:rsidR="007B2329" w:rsidRDefault="007B2329" w:rsidP="007B2329">
      <w:r>
        <w:t>510.3862</w:t>
      </w:r>
      <w:r>
        <w:tab/>
        <w:t>3.038e0</w:t>
      </w:r>
    </w:p>
    <w:p w:rsidR="007B2329" w:rsidRDefault="007B2329" w:rsidP="007B2329">
      <w:r>
        <w:t>510.4305</w:t>
      </w:r>
      <w:r>
        <w:tab/>
        <w:t>1.013e0</w:t>
      </w:r>
    </w:p>
    <w:p w:rsidR="007B2329" w:rsidRDefault="007B2329" w:rsidP="007B2329">
      <w:r>
        <w:t>510.4403</w:t>
      </w:r>
      <w:r>
        <w:tab/>
        <w:t>6.076e0</w:t>
      </w:r>
    </w:p>
    <w:p w:rsidR="007B2329" w:rsidRDefault="007B2329" w:rsidP="007B2329">
      <w:r>
        <w:t>510.4572</w:t>
      </w:r>
      <w:r>
        <w:tab/>
        <w:t>3.038e0</w:t>
      </w:r>
    </w:p>
    <w:p w:rsidR="007B2329" w:rsidRDefault="007B2329" w:rsidP="007B2329">
      <w:r>
        <w:t>510.4590</w:t>
      </w:r>
      <w:r>
        <w:tab/>
        <w:t>8.101e0</w:t>
      </w:r>
    </w:p>
    <w:p w:rsidR="007B2329" w:rsidRDefault="007B2329" w:rsidP="007B2329">
      <w:r>
        <w:t>510.4741</w:t>
      </w:r>
      <w:r>
        <w:tab/>
        <w:t>2.025e0</w:t>
      </w:r>
    </w:p>
    <w:p w:rsidR="007B2329" w:rsidRDefault="007B2329" w:rsidP="007B2329">
      <w:r>
        <w:t>510.4923</w:t>
      </w:r>
      <w:r>
        <w:tab/>
        <w:t>1.013e0</w:t>
      </w:r>
    </w:p>
    <w:p w:rsidR="007B2329" w:rsidRDefault="007B2329" w:rsidP="007B2329">
      <w:r>
        <w:t>510.5099</w:t>
      </w:r>
      <w:r>
        <w:tab/>
        <w:t>1.013e0</w:t>
      </w:r>
    </w:p>
    <w:p w:rsidR="007B2329" w:rsidRDefault="007B2329" w:rsidP="007B2329">
      <w:r>
        <w:t>510.5135</w:t>
      </w:r>
      <w:r>
        <w:tab/>
        <w:t>1.266e-2</w:t>
      </w:r>
    </w:p>
    <w:p w:rsidR="007B2329" w:rsidRDefault="007B2329" w:rsidP="007B2329">
      <w:r>
        <w:t>510.5660</w:t>
      </w:r>
      <w:r>
        <w:tab/>
        <w:t>6.076e0</w:t>
      </w:r>
    </w:p>
    <w:p w:rsidR="007B2329" w:rsidRDefault="007B2329" w:rsidP="007B2329">
      <w:r>
        <w:t>510.5710</w:t>
      </w:r>
      <w:r>
        <w:tab/>
        <w:t>1.025e0</w:t>
      </w:r>
    </w:p>
    <w:p w:rsidR="007B2329" w:rsidRDefault="007B2329" w:rsidP="007B2329">
      <w:r>
        <w:t>510.5720</w:t>
      </w:r>
      <w:r>
        <w:tab/>
        <w:t>2.025e0</w:t>
      </w:r>
    </w:p>
    <w:p w:rsidR="007B2329" w:rsidRDefault="007B2329" w:rsidP="007B2329">
      <w:r>
        <w:t>510.5869</w:t>
      </w:r>
      <w:r>
        <w:tab/>
        <w:t>1.013e0</w:t>
      </w:r>
    </w:p>
    <w:p w:rsidR="007B2329" w:rsidRDefault="007B2329" w:rsidP="007B2329">
      <w:r>
        <w:t>510.6161</w:t>
      </w:r>
      <w:r>
        <w:tab/>
        <w:t>1.013e0</w:t>
      </w:r>
    </w:p>
    <w:p w:rsidR="007B2329" w:rsidRDefault="007B2329" w:rsidP="007B2329">
      <w:r>
        <w:t>510.6219</w:t>
      </w:r>
      <w:r>
        <w:tab/>
        <w:t>4.051e0</w:t>
      </w:r>
    </w:p>
    <w:p w:rsidR="007B2329" w:rsidRDefault="007B2329" w:rsidP="007B2329">
      <w:r>
        <w:lastRenderedPageBreak/>
        <w:t>510.6385</w:t>
      </w:r>
      <w:r>
        <w:tab/>
        <w:t>2.025e0</w:t>
      </w:r>
    </w:p>
    <w:p w:rsidR="007B2329" w:rsidRDefault="007B2329" w:rsidP="007B2329">
      <w:r>
        <w:t>510.6636</w:t>
      </w:r>
      <w:r>
        <w:tab/>
        <w:t>1.013e0</w:t>
      </w:r>
    </w:p>
    <w:p w:rsidR="007B2329" w:rsidRDefault="007B2329" w:rsidP="007B2329">
      <w:r>
        <w:t>510.6691</w:t>
      </w:r>
      <w:r>
        <w:tab/>
        <w:t>1.013e0</w:t>
      </w:r>
    </w:p>
    <w:p w:rsidR="007B2329" w:rsidRDefault="007B2329" w:rsidP="007B2329">
      <w:r>
        <w:t>510.6817</w:t>
      </w:r>
      <w:r>
        <w:tab/>
        <w:t>1.266e-2</w:t>
      </w:r>
    </w:p>
    <w:p w:rsidR="007B2329" w:rsidRDefault="007B2329" w:rsidP="007B2329">
      <w:r>
        <w:t>510.7000</w:t>
      </w:r>
      <w:r>
        <w:tab/>
        <w:t>2.025e0</w:t>
      </w:r>
    </w:p>
    <w:p w:rsidR="007B2329" w:rsidRDefault="007B2329" w:rsidP="007B2329">
      <w:r>
        <w:t>510.7047</w:t>
      </w:r>
      <w:r>
        <w:tab/>
        <w:t>1.013e0</w:t>
      </w:r>
    </w:p>
    <w:p w:rsidR="007B2329" w:rsidRDefault="007B2329" w:rsidP="007B2329">
      <w:r>
        <w:t>510.7224</w:t>
      </w:r>
      <w:r>
        <w:tab/>
        <w:t>1.266e-2</w:t>
      </w:r>
    </w:p>
    <w:p w:rsidR="007B2329" w:rsidRDefault="007B2329" w:rsidP="007B2329">
      <w:r>
        <w:t>510.7361</w:t>
      </w:r>
      <w:r>
        <w:tab/>
        <w:t>2.025e0</w:t>
      </w:r>
    </w:p>
    <w:p w:rsidR="007B2329" w:rsidRDefault="007B2329" w:rsidP="007B2329">
      <w:r>
        <w:t>510.7478</w:t>
      </w:r>
      <w:r>
        <w:tab/>
        <w:t>3.038e0</w:t>
      </w:r>
    </w:p>
    <w:p w:rsidR="007B2329" w:rsidRDefault="007B2329" w:rsidP="007B2329">
      <w:r>
        <w:t>510.7489</w:t>
      </w:r>
      <w:r>
        <w:tab/>
        <w:t>1.013e0</w:t>
      </w:r>
    </w:p>
    <w:p w:rsidR="007B2329" w:rsidRDefault="007B2329" w:rsidP="007B2329">
      <w:r>
        <w:t>510.7550</w:t>
      </w:r>
      <w:r>
        <w:tab/>
        <w:t>2.025e0</w:t>
      </w:r>
    </w:p>
    <w:p w:rsidR="007B2329" w:rsidRDefault="007B2329" w:rsidP="007B2329">
      <w:r>
        <w:t>510.7908</w:t>
      </w:r>
      <w:r>
        <w:tab/>
        <w:t>2.025e0</w:t>
      </w:r>
    </w:p>
    <w:p w:rsidR="007B2329" w:rsidRDefault="007B2329" w:rsidP="007B2329">
      <w:r>
        <w:t>510.8381</w:t>
      </w:r>
      <w:r>
        <w:tab/>
        <w:t>4.051e0</w:t>
      </w:r>
    </w:p>
    <w:p w:rsidR="007B2329" w:rsidRDefault="007B2329" w:rsidP="007B2329">
      <w:r>
        <w:t>510.8462</w:t>
      </w:r>
      <w:r>
        <w:tab/>
        <w:t>2.025e0</w:t>
      </w:r>
    </w:p>
    <w:p w:rsidR="007B2329" w:rsidRDefault="007B2329" w:rsidP="007B2329">
      <w:r>
        <w:t>510.8558</w:t>
      </w:r>
      <w:r>
        <w:tab/>
        <w:t>3.038e0</w:t>
      </w:r>
    </w:p>
    <w:p w:rsidR="007B2329" w:rsidRDefault="007B2329" w:rsidP="007B2329">
      <w:r>
        <w:t>510.8633</w:t>
      </w:r>
      <w:r>
        <w:tab/>
        <w:t>5.063e0</w:t>
      </w:r>
    </w:p>
    <w:p w:rsidR="007B2329" w:rsidRDefault="007B2329" w:rsidP="007B2329">
      <w:r>
        <w:t>510.8773</w:t>
      </w:r>
      <w:r>
        <w:tab/>
        <w:t>2.025e0</w:t>
      </w:r>
    </w:p>
    <w:p w:rsidR="007B2329" w:rsidRDefault="007B2329" w:rsidP="007B2329">
      <w:r>
        <w:t>510.9034</w:t>
      </w:r>
      <w:r>
        <w:tab/>
        <w:t>2.025e0</w:t>
      </w:r>
    </w:p>
    <w:p w:rsidR="007B2329" w:rsidRDefault="007B2329" w:rsidP="007B2329">
      <w:r>
        <w:t>510.9048</w:t>
      </w:r>
      <w:r>
        <w:tab/>
        <w:t>1.013e0</w:t>
      </w:r>
    </w:p>
    <w:p w:rsidR="007B2329" w:rsidRDefault="007B2329" w:rsidP="007B2329">
      <w:r>
        <w:lastRenderedPageBreak/>
        <w:t>510.9233</w:t>
      </w:r>
      <w:r>
        <w:tab/>
        <w:t>1.013e0</w:t>
      </w:r>
    </w:p>
    <w:p w:rsidR="007B2329" w:rsidRDefault="007B2329" w:rsidP="007B2329">
      <w:r>
        <w:t>510.9524</w:t>
      </w:r>
      <w:r>
        <w:tab/>
        <w:t>2.025e0</w:t>
      </w:r>
    </w:p>
    <w:p w:rsidR="007B2329" w:rsidRDefault="007B2329" w:rsidP="007B2329">
      <w:r>
        <w:t>510.9567</w:t>
      </w:r>
      <w:r>
        <w:tab/>
        <w:t>2.025e0</w:t>
      </w:r>
    </w:p>
    <w:p w:rsidR="007B2329" w:rsidRDefault="007B2329" w:rsidP="007B2329">
      <w:r>
        <w:t>510.9824</w:t>
      </w:r>
      <w:r>
        <w:tab/>
        <w:t>1.038e0</w:t>
      </w:r>
    </w:p>
    <w:p w:rsidR="007B2329" w:rsidRDefault="007B2329" w:rsidP="007B2329">
      <w:r>
        <w:t>510.9891</w:t>
      </w:r>
      <w:r>
        <w:tab/>
        <w:t>2.025e0</w:t>
      </w:r>
    </w:p>
    <w:p w:rsidR="007B2329" w:rsidRDefault="007B2329" w:rsidP="007B2329">
      <w:r>
        <w:t>510.9998</w:t>
      </w:r>
      <w:r>
        <w:tab/>
        <w:t>1.266e-2</w:t>
      </w:r>
    </w:p>
    <w:p w:rsidR="007B2329" w:rsidRDefault="007B2329" w:rsidP="007B2329">
      <w:r>
        <w:t>511.0091</w:t>
      </w:r>
      <w:r>
        <w:tab/>
        <w:t>2.025e0</w:t>
      </w:r>
    </w:p>
    <w:p w:rsidR="007B2329" w:rsidRDefault="007B2329" w:rsidP="007B2329">
      <w:r>
        <w:t>511.0145</w:t>
      </w:r>
      <w:r>
        <w:tab/>
        <w:t>1.013e0</w:t>
      </w:r>
    </w:p>
    <w:p w:rsidR="007B2329" w:rsidRDefault="007B2329" w:rsidP="007B2329">
      <w:r>
        <w:t>511.0364</w:t>
      </w:r>
      <w:r>
        <w:tab/>
        <w:t>1.013e0</w:t>
      </w:r>
    </w:p>
    <w:p w:rsidR="007B2329" w:rsidRDefault="007B2329" w:rsidP="007B2329">
      <w:r>
        <w:t>511.0457</w:t>
      </w:r>
      <w:r>
        <w:tab/>
        <w:t>2.025e0</w:t>
      </w:r>
    </w:p>
    <w:p w:rsidR="007B2329" w:rsidRDefault="007B2329" w:rsidP="007B2329">
      <w:r>
        <w:t>511.0695</w:t>
      </w:r>
      <w:r>
        <w:tab/>
        <w:t>3.038e0</w:t>
      </w:r>
    </w:p>
    <w:p w:rsidR="007B2329" w:rsidRDefault="007B2329" w:rsidP="007B2329">
      <w:r>
        <w:t>511.0938</w:t>
      </w:r>
      <w:r>
        <w:tab/>
        <w:t>1.788e0</w:t>
      </w:r>
    </w:p>
    <w:p w:rsidR="007B2329" w:rsidRDefault="007B2329" w:rsidP="007B2329">
      <w:r>
        <w:t>511.0948</w:t>
      </w:r>
      <w:r>
        <w:tab/>
        <w:t>3.968e0</w:t>
      </w:r>
    </w:p>
    <w:p w:rsidR="007B2329" w:rsidRDefault="007B2329" w:rsidP="007B2329">
      <w:r>
        <w:t>511.1064</w:t>
      </w:r>
      <w:r>
        <w:tab/>
        <w:t>3.038e0</w:t>
      </w:r>
    </w:p>
    <w:p w:rsidR="007B2329" w:rsidRDefault="007B2329" w:rsidP="007B2329">
      <w:r>
        <w:t>511.1250</w:t>
      </w:r>
      <w:r>
        <w:tab/>
        <w:t>2.604e0</w:t>
      </w:r>
    </w:p>
    <w:p w:rsidR="007B2329" w:rsidRDefault="007B2329" w:rsidP="007B2329">
      <w:r>
        <w:t>511.1283</w:t>
      </w:r>
      <w:r>
        <w:tab/>
        <w:t>1.013e0</w:t>
      </w:r>
    </w:p>
    <w:p w:rsidR="007B2329" w:rsidRDefault="007B2329" w:rsidP="007B2329">
      <w:r>
        <w:t>511.1386</w:t>
      </w:r>
      <w:r>
        <w:tab/>
        <w:t>1.013e0</w:t>
      </w:r>
    </w:p>
    <w:p w:rsidR="007B2329" w:rsidRDefault="007B2329" w:rsidP="007B2329">
      <w:r>
        <w:t>511.1925</w:t>
      </w:r>
      <w:r>
        <w:tab/>
        <w:t>3.042e0</w:t>
      </w:r>
    </w:p>
    <w:p w:rsidR="007B2329" w:rsidRDefault="007B2329" w:rsidP="007B2329">
      <w:r>
        <w:t>511.2034</w:t>
      </w:r>
      <w:r>
        <w:tab/>
        <w:t>1.149e0</w:t>
      </w:r>
    </w:p>
    <w:p w:rsidR="007B2329" w:rsidRDefault="007B2329" w:rsidP="007B2329">
      <w:r>
        <w:lastRenderedPageBreak/>
        <w:t>511.2049</w:t>
      </w:r>
      <w:r>
        <w:tab/>
        <w:t>2.460e0</w:t>
      </w:r>
    </w:p>
    <w:p w:rsidR="007B2329" w:rsidRDefault="007B2329" w:rsidP="007B2329">
      <w:r>
        <w:t>511.2188</w:t>
      </w:r>
      <w:r>
        <w:tab/>
        <w:t>4.662e0</w:t>
      </w:r>
    </w:p>
    <w:p w:rsidR="007B2329" w:rsidRDefault="007B2329" w:rsidP="007B2329">
      <w:r>
        <w:t>511.2200</w:t>
      </w:r>
      <w:r>
        <w:tab/>
        <w:t>1.769e0</w:t>
      </w:r>
    </w:p>
    <w:p w:rsidR="007B2329" w:rsidRDefault="007B2329" w:rsidP="007B2329">
      <w:r>
        <w:t>511.2217</w:t>
      </w:r>
      <w:r>
        <w:tab/>
        <w:t>4.316e0</w:t>
      </w:r>
    </w:p>
    <w:p w:rsidR="007B2329" w:rsidRDefault="007B2329" w:rsidP="007B2329">
      <w:r>
        <w:t>511.2405</w:t>
      </w:r>
      <w:r>
        <w:tab/>
        <w:t>5.768e0</w:t>
      </w:r>
    </w:p>
    <w:p w:rsidR="007B2329" w:rsidRDefault="007B2329" w:rsidP="007B2329">
      <w:r>
        <w:t>511.2449</w:t>
      </w:r>
      <w:r>
        <w:tab/>
        <w:t>1.266e-2</w:t>
      </w:r>
    </w:p>
    <w:p w:rsidR="007B2329" w:rsidRDefault="007B2329" w:rsidP="007B2329">
      <w:r>
        <w:t>511.2462</w:t>
      </w:r>
      <w:r>
        <w:tab/>
        <w:t>2.025e0</w:t>
      </w:r>
    </w:p>
    <w:p w:rsidR="007B2329" w:rsidRDefault="007B2329" w:rsidP="007B2329">
      <w:r>
        <w:t>511.2495</w:t>
      </w:r>
      <w:r>
        <w:tab/>
        <w:t>6.671e0</w:t>
      </w:r>
    </w:p>
    <w:p w:rsidR="007B2329" w:rsidRDefault="007B2329" w:rsidP="007B2329">
      <w:r>
        <w:t>511.2805</w:t>
      </w:r>
      <w:r>
        <w:tab/>
        <w:t>7.094e0</w:t>
      </w:r>
    </w:p>
    <w:p w:rsidR="007B2329" w:rsidRDefault="007B2329" w:rsidP="007B2329">
      <w:r>
        <w:t>511.2997</w:t>
      </w:r>
      <w:r>
        <w:tab/>
        <w:t>1.013e0</w:t>
      </w:r>
    </w:p>
    <w:p w:rsidR="007B2329" w:rsidRDefault="007B2329" w:rsidP="007B2329">
      <w:r>
        <w:t>511.3498</w:t>
      </w:r>
      <w:r>
        <w:tab/>
        <w:t>3.544e0</w:t>
      </w:r>
    </w:p>
    <w:p w:rsidR="007B2329" w:rsidRDefault="007B2329" w:rsidP="007B2329">
      <w:r>
        <w:t>511.3520</w:t>
      </w:r>
      <w:r>
        <w:tab/>
        <w:t>1.366e0</w:t>
      </w:r>
    </w:p>
    <w:p w:rsidR="007B2329" w:rsidRDefault="007B2329" w:rsidP="007B2329">
      <w:r>
        <w:t>511.3602</w:t>
      </w:r>
      <w:r>
        <w:tab/>
        <w:t>3.518e0</w:t>
      </w:r>
    </w:p>
    <w:p w:rsidR="007B2329" w:rsidRDefault="007B2329" w:rsidP="007B2329">
      <w:r>
        <w:t>511.3686</w:t>
      </w:r>
      <w:r>
        <w:tab/>
        <w:t>1.013e0</w:t>
      </w:r>
    </w:p>
    <w:p w:rsidR="007B2329" w:rsidRDefault="007B2329" w:rsidP="007B2329">
      <w:r>
        <w:t>511.3732</w:t>
      </w:r>
      <w:r>
        <w:tab/>
        <w:t>1.013e0</w:t>
      </w:r>
    </w:p>
    <w:p w:rsidR="007B2329" w:rsidRDefault="007B2329" w:rsidP="007B2329">
      <w:r>
        <w:t>511.3856</w:t>
      </w:r>
      <w:r>
        <w:tab/>
        <w:t>5.063e0</w:t>
      </w:r>
    </w:p>
    <w:p w:rsidR="007B2329" w:rsidRDefault="007B2329" w:rsidP="007B2329">
      <w:r>
        <w:t>511.3953</w:t>
      </w:r>
      <w:r>
        <w:tab/>
        <w:t>1.013e0</w:t>
      </w:r>
    </w:p>
    <w:p w:rsidR="007B2329" w:rsidRDefault="007B2329" w:rsidP="007B2329">
      <w:r>
        <w:t>511.4129</w:t>
      </w:r>
      <w:r>
        <w:tab/>
        <w:t>1.988e0</w:t>
      </w:r>
    </w:p>
    <w:p w:rsidR="007B2329" w:rsidRDefault="007B2329" w:rsidP="007B2329">
      <w:r>
        <w:t>511.4395</w:t>
      </w:r>
      <w:r>
        <w:tab/>
        <w:t>1.013e0</w:t>
      </w:r>
    </w:p>
    <w:p w:rsidR="007B2329" w:rsidRDefault="007B2329" w:rsidP="007B2329">
      <w:r>
        <w:lastRenderedPageBreak/>
        <w:t>511.4603</w:t>
      </w:r>
      <w:r>
        <w:tab/>
        <w:t>1.025e0</w:t>
      </w:r>
    </w:p>
    <w:p w:rsidR="007B2329" w:rsidRDefault="007B2329" w:rsidP="007B2329">
      <w:r>
        <w:t>511.4677</w:t>
      </w:r>
      <w:r>
        <w:tab/>
        <w:t>1.013e0</w:t>
      </w:r>
    </w:p>
    <w:p w:rsidR="007B2329" w:rsidRDefault="007B2329" w:rsidP="007B2329">
      <w:r>
        <w:t>511.5045</w:t>
      </w:r>
      <w:r>
        <w:tab/>
        <w:t>1.013e0</w:t>
      </w:r>
    </w:p>
    <w:p w:rsidR="007B2329" w:rsidRDefault="007B2329" w:rsidP="007B2329">
      <w:r>
        <w:t>511.5229</w:t>
      </w:r>
      <w:r>
        <w:tab/>
        <w:t>2.025e0</w:t>
      </w:r>
    </w:p>
    <w:p w:rsidR="007B2329" w:rsidRDefault="007B2329" w:rsidP="007B2329">
      <w:r>
        <w:t>511.5370</w:t>
      </w:r>
      <w:r>
        <w:tab/>
        <w:t>2.025e0</w:t>
      </w:r>
    </w:p>
    <w:p w:rsidR="007B2329" w:rsidRDefault="007B2329" w:rsidP="007B2329">
      <w:r>
        <w:t>511.5592</w:t>
      </w:r>
      <w:r>
        <w:tab/>
        <w:t>4.051e0</w:t>
      </w:r>
    </w:p>
    <w:p w:rsidR="007B2329" w:rsidRDefault="007B2329" w:rsidP="007B2329">
      <w:r>
        <w:t>511.5724</w:t>
      </w:r>
      <w:r>
        <w:tab/>
        <w:t>1.013e0</w:t>
      </w:r>
    </w:p>
    <w:p w:rsidR="007B2329" w:rsidRDefault="007B2329" w:rsidP="007B2329">
      <w:r>
        <w:t>511.5796</w:t>
      </w:r>
      <w:r>
        <w:tab/>
        <w:t>3.038e0</w:t>
      </w:r>
    </w:p>
    <w:p w:rsidR="007B2329" w:rsidRDefault="007B2329" w:rsidP="007B2329">
      <w:r>
        <w:t>511.5814</w:t>
      </w:r>
      <w:r>
        <w:tab/>
        <w:t>2.025e0</w:t>
      </w:r>
    </w:p>
    <w:p w:rsidR="007B2329" w:rsidRDefault="007B2329" w:rsidP="007B2329">
      <w:r>
        <w:t>511.5903</w:t>
      </w:r>
      <w:r>
        <w:tab/>
        <w:t>1.013e0</w:t>
      </w:r>
    </w:p>
    <w:p w:rsidR="007B2329" w:rsidRDefault="007B2329" w:rsidP="007B2329">
      <w:r>
        <w:t>511.6068</w:t>
      </w:r>
      <w:r>
        <w:tab/>
        <w:t>2.025e0</w:t>
      </w:r>
    </w:p>
    <w:p w:rsidR="007B2329" w:rsidRDefault="007B2329" w:rsidP="007B2329">
      <w:r>
        <w:t>511.6080</w:t>
      </w:r>
      <w:r>
        <w:tab/>
        <w:t>1.013e0</w:t>
      </w:r>
    </w:p>
    <w:p w:rsidR="007B2329" w:rsidRDefault="007B2329" w:rsidP="007B2329">
      <w:r>
        <w:t>511.6146</w:t>
      </w:r>
      <w:r>
        <w:tab/>
        <w:t>1.013e0</w:t>
      </w:r>
    </w:p>
    <w:p w:rsidR="007B2329" w:rsidRDefault="007B2329" w:rsidP="007B2329">
      <w:r>
        <w:t>511.6369</w:t>
      </w:r>
      <w:r>
        <w:tab/>
        <w:t>2.025e0</w:t>
      </w:r>
    </w:p>
    <w:p w:rsidR="007B2329" w:rsidRDefault="007B2329" w:rsidP="007B2329">
      <w:r>
        <w:t>511.6727</w:t>
      </w:r>
      <w:r>
        <w:tab/>
        <w:t>2.025e0</w:t>
      </w:r>
    </w:p>
    <w:p w:rsidR="007B2329" w:rsidRDefault="007B2329" w:rsidP="007B2329">
      <w:r>
        <w:t>511.7022</w:t>
      </w:r>
      <w:r>
        <w:tab/>
        <w:t>2.025e0</w:t>
      </w:r>
    </w:p>
    <w:p w:rsidR="007B2329" w:rsidRDefault="007B2329" w:rsidP="007B2329">
      <w:r>
        <w:t>511.7143</w:t>
      </w:r>
      <w:r>
        <w:tab/>
        <w:t>1.013e0</w:t>
      </w:r>
    </w:p>
    <w:p w:rsidR="007B2329" w:rsidRDefault="007B2329" w:rsidP="007B2329">
      <w:r>
        <w:t>511.7277</w:t>
      </w:r>
      <w:r>
        <w:tab/>
        <w:t>2.025e0</w:t>
      </w:r>
    </w:p>
    <w:p w:rsidR="007B2329" w:rsidRDefault="007B2329" w:rsidP="007B2329">
      <w:r>
        <w:t>511.7292</w:t>
      </w:r>
      <w:r>
        <w:tab/>
        <w:t>3.982e0</w:t>
      </w:r>
    </w:p>
    <w:p w:rsidR="007B2329" w:rsidRDefault="007B2329" w:rsidP="007B2329">
      <w:r>
        <w:lastRenderedPageBreak/>
        <w:t>511.7429</w:t>
      </w:r>
      <w:r>
        <w:tab/>
        <w:t>4.051e0</w:t>
      </w:r>
    </w:p>
    <w:p w:rsidR="007B2329" w:rsidRDefault="007B2329" w:rsidP="007B2329">
      <w:r>
        <w:t>511.7788</w:t>
      </w:r>
      <w:r>
        <w:tab/>
        <w:t>4.051e0</w:t>
      </w:r>
    </w:p>
    <w:p w:rsidR="007B2329" w:rsidRDefault="007B2329" w:rsidP="007B2329">
      <w:r>
        <w:t>511.7919</w:t>
      </w:r>
      <w:r>
        <w:tab/>
        <w:t>2.025e0</w:t>
      </w:r>
    </w:p>
    <w:p w:rsidR="007B2329" w:rsidRDefault="007B2329" w:rsidP="007B2329">
      <w:r>
        <w:t>511.7935</w:t>
      </w:r>
      <w:r>
        <w:tab/>
        <w:t>2.025e0</w:t>
      </w:r>
    </w:p>
    <w:p w:rsidR="007B2329" w:rsidRDefault="007B2329" w:rsidP="007B2329">
      <w:r>
        <w:t>511.8199</w:t>
      </w:r>
      <w:r>
        <w:tab/>
        <w:t>3.038e0</w:t>
      </w:r>
    </w:p>
    <w:p w:rsidR="007B2329" w:rsidRDefault="007B2329" w:rsidP="007B2329">
      <w:r>
        <w:t>511.8449</w:t>
      </w:r>
      <w:r>
        <w:tab/>
        <w:t>1.025e0</w:t>
      </w:r>
    </w:p>
    <w:p w:rsidR="007B2329" w:rsidRDefault="007B2329" w:rsidP="007B2329">
      <w:r>
        <w:t>511.8830</w:t>
      </w:r>
      <w:r>
        <w:tab/>
        <w:t>3.038e0</w:t>
      </w:r>
    </w:p>
    <w:p w:rsidR="007B2329" w:rsidRDefault="007B2329" w:rsidP="007B2329">
      <w:r>
        <w:t>511.8869</w:t>
      </w:r>
      <w:r>
        <w:tab/>
        <w:t>2.025e0</w:t>
      </w:r>
    </w:p>
    <w:p w:rsidR="007B2329" w:rsidRDefault="007B2329" w:rsidP="007B2329">
      <w:r>
        <w:t>511.8916</w:t>
      </w:r>
      <w:r>
        <w:tab/>
        <w:t>1.013e0</w:t>
      </w:r>
    </w:p>
    <w:p w:rsidR="007B2329" w:rsidRDefault="007B2329" w:rsidP="007B2329">
      <w:r>
        <w:t>511.9006</w:t>
      </w:r>
      <w:r>
        <w:tab/>
        <w:t>1.013e0</w:t>
      </w:r>
    </w:p>
    <w:p w:rsidR="007B2329" w:rsidRDefault="007B2329" w:rsidP="007B2329">
      <w:r>
        <w:t>511.9094</w:t>
      </w:r>
      <w:r>
        <w:tab/>
        <w:t>1.013e0</w:t>
      </w:r>
    </w:p>
    <w:p w:rsidR="007B2329" w:rsidRDefault="007B2329" w:rsidP="007B2329">
      <w:r>
        <w:t>511.9183</w:t>
      </w:r>
      <w:r>
        <w:tab/>
        <w:t>1.013e0</w:t>
      </w:r>
    </w:p>
    <w:p w:rsidR="007B2329" w:rsidRDefault="007B2329" w:rsidP="007B2329">
      <w:r>
        <w:t>511.9271</w:t>
      </w:r>
      <w:r>
        <w:tab/>
        <w:t>1.013e0</w:t>
      </w:r>
    </w:p>
    <w:p w:rsidR="007B2329" w:rsidRDefault="007B2329" w:rsidP="007B2329">
      <w:r>
        <w:t>511.9517</w:t>
      </w:r>
      <w:r>
        <w:tab/>
        <w:t>3.038e0</w:t>
      </w:r>
    </w:p>
    <w:p w:rsidR="007B2329" w:rsidRDefault="007B2329" w:rsidP="007B2329">
      <w:r>
        <w:t>511.9724</w:t>
      </w:r>
      <w:r>
        <w:tab/>
        <w:t>1.013e0</w:t>
      </w:r>
    </w:p>
    <w:p w:rsidR="007B2329" w:rsidRDefault="007B2329" w:rsidP="007B2329">
      <w:r>
        <w:t>511.9804</w:t>
      </w:r>
      <w:r>
        <w:tab/>
        <w:t>1.013e0</w:t>
      </w:r>
    </w:p>
    <w:p w:rsidR="007B2329" w:rsidRDefault="007B2329" w:rsidP="007B2329">
      <w:r>
        <w:t>512.0029</w:t>
      </w:r>
      <w:r>
        <w:tab/>
        <w:t>3.038e0</w:t>
      </w:r>
    </w:p>
    <w:p w:rsidR="007B2329" w:rsidRDefault="007B2329" w:rsidP="007B2329">
      <w:r>
        <w:t>512.0247</w:t>
      </w:r>
      <w:r>
        <w:tab/>
        <w:t>2.025e0</w:t>
      </w:r>
    </w:p>
    <w:p w:rsidR="007B2329" w:rsidRDefault="007B2329" w:rsidP="007B2329">
      <w:r>
        <w:t>512.0375</w:t>
      </w:r>
      <w:r>
        <w:tab/>
        <w:t>2.025e0</w:t>
      </w:r>
    </w:p>
    <w:p w:rsidR="007B2329" w:rsidRDefault="007B2329" w:rsidP="007B2329">
      <w:r>
        <w:lastRenderedPageBreak/>
        <w:t>512.0604</w:t>
      </w:r>
      <w:r>
        <w:tab/>
        <w:t>1.013e0</w:t>
      </w:r>
    </w:p>
    <w:p w:rsidR="007B2329" w:rsidRDefault="007B2329" w:rsidP="007B2329">
      <w:r>
        <w:t>512.0647</w:t>
      </w:r>
      <w:r>
        <w:tab/>
        <w:t>5.063e0</w:t>
      </w:r>
    </w:p>
    <w:p w:rsidR="007B2329" w:rsidRDefault="007B2329" w:rsidP="007B2329">
      <w:r>
        <w:t>512.0825</w:t>
      </w:r>
      <w:r>
        <w:tab/>
        <w:t>1.013e0</w:t>
      </w:r>
    </w:p>
    <w:p w:rsidR="007B2329" w:rsidRDefault="007B2329" w:rsidP="007B2329">
      <w:r>
        <w:t>512.0869</w:t>
      </w:r>
      <w:r>
        <w:tab/>
        <w:t>1.013e0</w:t>
      </w:r>
    </w:p>
    <w:p w:rsidR="007B2329" w:rsidRDefault="007B2329" w:rsidP="007B2329">
      <w:r>
        <w:t>512.0940</w:t>
      </w:r>
      <w:r>
        <w:tab/>
        <w:t>3.038e0</w:t>
      </w:r>
    </w:p>
    <w:p w:rsidR="007B2329" w:rsidRDefault="007B2329" w:rsidP="007B2329">
      <w:r>
        <w:t>512.0959</w:t>
      </w:r>
      <w:r>
        <w:tab/>
        <w:t>1.013e0</w:t>
      </w:r>
    </w:p>
    <w:p w:rsidR="007B2329" w:rsidRDefault="007B2329" w:rsidP="007B2329">
      <w:r>
        <w:t>512.1179</w:t>
      </w:r>
      <w:r>
        <w:tab/>
        <w:t>3.878e0</w:t>
      </w:r>
    </w:p>
    <w:p w:rsidR="007B2329" w:rsidRDefault="007B2329" w:rsidP="007B2329">
      <w:r>
        <w:t>512.1258</w:t>
      </w:r>
      <w:r>
        <w:tab/>
        <w:t>2.676e0</w:t>
      </w:r>
    </w:p>
    <w:p w:rsidR="007B2329" w:rsidRDefault="007B2329" w:rsidP="007B2329">
      <w:r>
        <w:t>512.1295</w:t>
      </w:r>
      <w:r>
        <w:tab/>
        <w:t>2.480e0</w:t>
      </w:r>
    </w:p>
    <w:p w:rsidR="007B2329" w:rsidRDefault="007B2329" w:rsidP="007B2329">
      <w:r>
        <w:t>512.1403</w:t>
      </w:r>
      <w:r>
        <w:tab/>
        <w:t>1.266e-2</w:t>
      </w:r>
    </w:p>
    <w:p w:rsidR="007B2329" w:rsidRDefault="007B2329" w:rsidP="007B2329">
      <w:r>
        <w:t>512.1761</w:t>
      </w:r>
      <w:r>
        <w:tab/>
        <w:t>2.599e0</w:t>
      </w:r>
    </w:p>
    <w:p w:rsidR="007B2329" w:rsidRDefault="007B2329" w:rsidP="007B2329">
      <w:r>
        <w:t>512.1784</w:t>
      </w:r>
      <w:r>
        <w:tab/>
        <w:t>1.344e1</w:t>
      </w:r>
    </w:p>
    <w:p w:rsidR="007B2329" w:rsidRDefault="007B2329" w:rsidP="007B2329">
      <w:r>
        <w:t>512.1843</w:t>
      </w:r>
      <w:r>
        <w:tab/>
        <w:t>3.268e0</w:t>
      </w:r>
    </w:p>
    <w:p w:rsidR="007B2329" w:rsidRDefault="007B2329" w:rsidP="007B2329">
      <w:r>
        <w:t>512.1904</w:t>
      </w:r>
      <w:r>
        <w:tab/>
        <w:t>2.167e0</w:t>
      </w:r>
    </w:p>
    <w:p w:rsidR="007B2329" w:rsidRDefault="007B2329" w:rsidP="007B2329">
      <w:r>
        <w:t>512.1954</w:t>
      </w:r>
      <w:r>
        <w:tab/>
        <w:t>2.053e0</w:t>
      </w:r>
    </w:p>
    <w:p w:rsidR="007B2329" w:rsidRDefault="007B2329" w:rsidP="007B2329">
      <w:r>
        <w:t>512.2013</w:t>
      </w:r>
      <w:r>
        <w:tab/>
        <w:t>3.038e0</w:t>
      </w:r>
    </w:p>
    <w:p w:rsidR="007B2329" w:rsidRDefault="007B2329" w:rsidP="007B2329">
      <w:r>
        <w:t>512.2181</w:t>
      </w:r>
      <w:r>
        <w:tab/>
        <w:t>2.440e0</w:t>
      </w:r>
    </w:p>
    <w:p w:rsidR="007B2329" w:rsidRDefault="007B2329" w:rsidP="007B2329">
      <w:r>
        <w:t>512.2333</w:t>
      </w:r>
      <w:r>
        <w:tab/>
        <w:t>2.025e0</w:t>
      </w:r>
    </w:p>
    <w:p w:rsidR="007B2329" w:rsidRDefault="007B2329" w:rsidP="007B2329">
      <w:r>
        <w:t>512.2783</w:t>
      </w:r>
      <w:r>
        <w:tab/>
        <w:t>2.025e0</w:t>
      </w:r>
    </w:p>
    <w:p w:rsidR="007B2329" w:rsidRDefault="007B2329" w:rsidP="007B2329">
      <w:r>
        <w:lastRenderedPageBreak/>
        <w:t>512.3088</w:t>
      </w:r>
      <w:r>
        <w:tab/>
        <w:t>1.013e0</w:t>
      </w:r>
    </w:p>
    <w:p w:rsidR="007B2329" w:rsidRDefault="007B2329" w:rsidP="007B2329">
      <w:r>
        <w:t>512.3413</w:t>
      </w:r>
      <w:r>
        <w:tab/>
        <w:t>7.202e0</w:t>
      </w:r>
    </w:p>
    <w:p w:rsidR="007B2329" w:rsidRDefault="007B2329" w:rsidP="007B2329">
      <w:r>
        <w:t>512.3545</w:t>
      </w:r>
      <w:r>
        <w:tab/>
        <w:t>2.383e0</w:t>
      </w:r>
    </w:p>
    <w:p w:rsidR="007B2329" w:rsidRDefault="007B2329" w:rsidP="007B2329">
      <w:r>
        <w:t>512.3802</w:t>
      </w:r>
      <w:r>
        <w:tab/>
        <w:t>1.519e0</w:t>
      </w:r>
    </w:p>
    <w:p w:rsidR="007B2329" w:rsidRDefault="007B2329" w:rsidP="007B2329">
      <w:r>
        <w:t>512.3856</w:t>
      </w:r>
      <w:r>
        <w:tab/>
        <w:t>6.076e0</w:t>
      </w:r>
    </w:p>
    <w:p w:rsidR="007B2329" w:rsidRDefault="007B2329" w:rsidP="007B2329">
      <w:r>
        <w:t>512.4017</w:t>
      </w:r>
      <w:r>
        <w:tab/>
        <w:t>1.076e0</w:t>
      </w:r>
    </w:p>
    <w:p w:rsidR="007B2329" w:rsidRDefault="007B2329" w:rsidP="007B2329">
      <w:r>
        <w:t>512.4031</w:t>
      </w:r>
      <w:r>
        <w:tab/>
        <w:t>3.038e0</w:t>
      </w:r>
    </w:p>
    <w:p w:rsidR="007B2329" w:rsidRDefault="007B2329" w:rsidP="007B2329">
      <w:r>
        <w:t>512.4104</w:t>
      </w:r>
      <w:r>
        <w:tab/>
        <w:t>2.920e0</w:t>
      </w:r>
    </w:p>
    <w:p w:rsidR="007B2329" w:rsidRDefault="007B2329" w:rsidP="007B2329">
      <w:r>
        <w:t>512.4374</w:t>
      </w:r>
      <w:r>
        <w:tab/>
        <w:t>4.051e0</w:t>
      </w:r>
    </w:p>
    <w:p w:rsidR="007B2329" w:rsidRDefault="007B2329" w:rsidP="007B2329">
      <w:r>
        <w:t>512.4420</w:t>
      </w:r>
      <w:r>
        <w:tab/>
        <w:t>4.051e0</w:t>
      </w:r>
    </w:p>
    <w:p w:rsidR="007B2329" w:rsidRDefault="007B2329" w:rsidP="007B2329">
      <w:r>
        <w:t>512.4443</w:t>
      </w:r>
      <w:r>
        <w:tab/>
        <w:t>3.038e0</w:t>
      </w:r>
    </w:p>
    <w:p w:rsidR="007B2329" w:rsidRDefault="007B2329" w:rsidP="007B2329">
      <w:r>
        <w:t>512.4648</w:t>
      </w:r>
      <w:r>
        <w:tab/>
        <w:t>2.025e0</w:t>
      </w:r>
    </w:p>
    <w:p w:rsidR="007B2329" w:rsidRDefault="007B2329" w:rsidP="007B2329">
      <w:r>
        <w:t>512.4951</w:t>
      </w:r>
      <w:r>
        <w:tab/>
        <w:t>1.013e0</w:t>
      </w:r>
    </w:p>
    <w:p w:rsidR="007B2329" w:rsidRDefault="007B2329" w:rsidP="007B2329">
      <w:r>
        <w:t>512.5095</w:t>
      </w:r>
      <w:r>
        <w:tab/>
        <w:t>2.025e0</w:t>
      </w:r>
    </w:p>
    <w:p w:rsidR="007B2329" w:rsidRDefault="007B2329" w:rsidP="007B2329">
      <w:r>
        <w:t>512.5186</w:t>
      </w:r>
      <w:r>
        <w:tab/>
        <w:t>2.025e0</w:t>
      </w:r>
    </w:p>
    <w:p w:rsidR="007B2329" w:rsidRDefault="007B2329" w:rsidP="007B2329">
      <w:r>
        <w:t>512.5394</w:t>
      </w:r>
      <w:r>
        <w:tab/>
        <w:t>1.013e0</w:t>
      </w:r>
    </w:p>
    <w:p w:rsidR="007B2329" w:rsidRDefault="007B2329" w:rsidP="007B2329">
      <w:r>
        <w:t>512.5572</w:t>
      </w:r>
      <w:r>
        <w:tab/>
        <w:t>2.025e0</w:t>
      </w:r>
    </w:p>
    <w:p w:rsidR="007B2329" w:rsidRDefault="007B2329" w:rsidP="007B2329">
      <w:r>
        <w:t>512.5749</w:t>
      </w:r>
      <w:r>
        <w:tab/>
        <w:t>1.013e0</w:t>
      </w:r>
    </w:p>
    <w:p w:rsidR="007B2329" w:rsidRDefault="007B2329" w:rsidP="007B2329">
      <w:r>
        <w:t>512.5768</w:t>
      </w:r>
      <w:r>
        <w:tab/>
        <w:t>2.025e0</w:t>
      </w:r>
    </w:p>
    <w:p w:rsidR="007B2329" w:rsidRDefault="007B2329" w:rsidP="007B2329">
      <w:r>
        <w:lastRenderedPageBreak/>
        <w:t>512.5873</w:t>
      </w:r>
      <w:r>
        <w:tab/>
        <w:t>1.013e0</w:t>
      </w:r>
    </w:p>
    <w:p w:rsidR="007B2329" w:rsidRDefault="007B2329" w:rsidP="007B2329">
      <w:r>
        <w:t>512.6057</w:t>
      </w:r>
      <w:r>
        <w:tab/>
        <w:t>1.013e0</w:t>
      </w:r>
    </w:p>
    <w:p w:rsidR="007B2329" w:rsidRDefault="007B2329" w:rsidP="007B2329">
      <w:r>
        <w:t>512.6607</w:t>
      </w:r>
      <w:r>
        <w:tab/>
        <w:t>1.013e0</w:t>
      </w:r>
    </w:p>
    <w:p w:rsidR="007B2329" w:rsidRDefault="007B2329" w:rsidP="007B2329">
      <w:r>
        <w:t>512.6699</w:t>
      </w:r>
      <w:r>
        <w:tab/>
        <w:t>2.025e0</w:t>
      </w:r>
    </w:p>
    <w:p w:rsidR="007B2329" w:rsidRDefault="007B2329" w:rsidP="007B2329">
      <w:r>
        <w:t>512.6777</w:t>
      </w:r>
      <w:r>
        <w:tab/>
        <w:t>2.025e0</w:t>
      </w:r>
    </w:p>
    <w:p w:rsidR="007B2329" w:rsidRDefault="007B2329" w:rsidP="007B2329">
      <w:r>
        <w:t>512.6790</w:t>
      </w:r>
      <w:r>
        <w:tab/>
        <w:t>1.013e0</w:t>
      </w:r>
    </w:p>
    <w:p w:rsidR="007B2329" w:rsidRDefault="007B2329" w:rsidP="007B2329">
      <w:r>
        <w:t>512.6857</w:t>
      </w:r>
      <w:r>
        <w:tab/>
        <w:t>2.025e0</w:t>
      </w:r>
    </w:p>
    <w:p w:rsidR="007B2329" w:rsidRDefault="007B2329" w:rsidP="007B2329">
      <w:r>
        <w:t>512.7196</w:t>
      </w:r>
      <w:r>
        <w:tab/>
        <w:t>2.025e0</w:t>
      </w:r>
    </w:p>
    <w:p w:rsidR="007B2329" w:rsidRDefault="007B2329" w:rsidP="007B2329">
      <w:r>
        <w:t>512.7371</w:t>
      </w:r>
      <w:r>
        <w:tab/>
        <w:t>1.013e0</w:t>
      </w:r>
    </w:p>
    <w:p w:rsidR="007B2329" w:rsidRDefault="007B2329" w:rsidP="007B2329">
      <w:r>
        <w:t>512.7449</w:t>
      </w:r>
      <w:r>
        <w:tab/>
        <w:t>4.051e0</w:t>
      </w:r>
    </w:p>
    <w:p w:rsidR="007B2329" w:rsidRDefault="007B2329" w:rsidP="007B2329">
      <w:r>
        <w:t>512.7556</w:t>
      </w:r>
      <w:r>
        <w:tab/>
        <w:t>2.025e0</w:t>
      </w:r>
    </w:p>
    <w:p w:rsidR="007B2329" w:rsidRDefault="007B2329" w:rsidP="007B2329">
      <w:r>
        <w:t>512.7739</w:t>
      </w:r>
      <w:r>
        <w:tab/>
        <w:t>1.013e0</w:t>
      </w:r>
    </w:p>
    <w:p w:rsidR="007B2329" w:rsidRDefault="007B2329" w:rsidP="007B2329">
      <w:r>
        <w:t>512.7762</w:t>
      </w:r>
      <w:r>
        <w:tab/>
        <w:t>4.051e0</w:t>
      </w:r>
    </w:p>
    <w:p w:rsidR="007B2329" w:rsidRDefault="007B2329" w:rsidP="007B2329">
      <w:r>
        <w:t>512.7809</w:t>
      </w:r>
      <w:r>
        <w:tab/>
        <w:t>3.038e0</w:t>
      </w:r>
    </w:p>
    <w:p w:rsidR="007B2329" w:rsidRDefault="007B2329" w:rsidP="007B2329">
      <w:r>
        <w:t>512.8074</w:t>
      </w:r>
      <w:r>
        <w:tab/>
        <w:t>1.025e0</w:t>
      </w:r>
    </w:p>
    <w:p w:rsidR="007B2329" w:rsidRDefault="007B2329" w:rsidP="007B2329">
      <w:r>
        <w:t>512.8101</w:t>
      </w:r>
      <w:r>
        <w:tab/>
        <w:t>2.025e0</w:t>
      </w:r>
    </w:p>
    <w:p w:rsidR="007B2329" w:rsidRDefault="007B2329" w:rsidP="007B2329">
      <w:r>
        <w:t>512.8581</w:t>
      </w:r>
      <w:r>
        <w:tab/>
        <w:t>3.038e0</w:t>
      </w:r>
    </w:p>
    <w:p w:rsidR="007B2329" w:rsidRDefault="007B2329" w:rsidP="007B2329">
      <w:r>
        <w:t>512.8593</w:t>
      </w:r>
      <w:r>
        <w:tab/>
        <w:t>1.013e0</w:t>
      </w:r>
    </w:p>
    <w:p w:rsidR="007B2329" w:rsidRDefault="007B2329" w:rsidP="007B2329">
      <w:r>
        <w:t>512.9246</w:t>
      </w:r>
      <w:r>
        <w:tab/>
        <w:t>2.038e0</w:t>
      </w:r>
    </w:p>
    <w:p w:rsidR="007B2329" w:rsidRDefault="007B2329" w:rsidP="007B2329">
      <w:r>
        <w:lastRenderedPageBreak/>
        <w:t>512.9265</w:t>
      </w:r>
      <w:r>
        <w:tab/>
        <w:t>2.025e0</w:t>
      </w:r>
    </w:p>
    <w:p w:rsidR="007B2329" w:rsidRDefault="007B2329" w:rsidP="007B2329">
      <w:r>
        <w:t>512.9391</w:t>
      </w:r>
      <w:r>
        <w:tab/>
        <w:t>1.013e0</w:t>
      </w:r>
    </w:p>
    <w:p w:rsidR="007B2329" w:rsidRDefault="007B2329" w:rsidP="007B2329">
      <w:r>
        <w:t>512.9568</w:t>
      </w:r>
      <w:r>
        <w:tab/>
        <w:t>2.025e0</w:t>
      </w:r>
    </w:p>
    <w:p w:rsidR="007B2329" w:rsidRDefault="007B2329" w:rsidP="007B2329">
      <w:r>
        <w:t>512.9789</w:t>
      </w:r>
      <w:r>
        <w:tab/>
        <w:t>2.025e0</w:t>
      </w:r>
    </w:p>
    <w:p w:rsidR="007B2329" w:rsidRDefault="007B2329" w:rsidP="007B2329">
      <w:r>
        <w:t>512.9835</w:t>
      </w:r>
      <w:r>
        <w:tab/>
        <w:t>1.013e0</w:t>
      </w:r>
    </w:p>
    <w:p w:rsidR="007B2329" w:rsidRDefault="007B2329" w:rsidP="007B2329">
      <w:r>
        <w:t>512.9925</w:t>
      </w:r>
      <w:r>
        <w:tab/>
        <w:t>1.013e0</w:t>
      </w:r>
    </w:p>
    <w:p w:rsidR="007B2329" w:rsidRDefault="007B2329" w:rsidP="007B2329">
      <w:r>
        <w:t>513.0050</w:t>
      </w:r>
      <w:r>
        <w:tab/>
        <w:t>2.025e0</w:t>
      </w:r>
    </w:p>
    <w:p w:rsidR="007B2329" w:rsidRDefault="007B2329" w:rsidP="007B2329">
      <w:r>
        <w:t>513.0280</w:t>
      </w:r>
      <w:r>
        <w:tab/>
        <w:t>2.025e0</w:t>
      </w:r>
    </w:p>
    <w:p w:rsidR="007B2329" w:rsidRDefault="007B2329" w:rsidP="007B2329">
      <w:r>
        <w:t>513.0371</w:t>
      </w:r>
      <w:r>
        <w:tab/>
        <w:t>1.013e0</w:t>
      </w:r>
    </w:p>
    <w:p w:rsidR="007B2329" w:rsidRDefault="007B2329" w:rsidP="007B2329">
      <w:r>
        <w:t>513.0893</w:t>
      </w:r>
      <w:r>
        <w:tab/>
        <w:t>2.972e0</w:t>
      </w:r>
    </w:p>
    <w:p w:rsidR="007B2329" w:rsidRDefault="007B2329" w:rsidP="007B2329">
      <w:r>
        <w:t>513.0959</w:t>
      </w:r>
      <w:r>
        <w:tab/>
        <w:t>3.038e0</w:t>
      </w:r>
    </w:p>
    <w:p w:rsidR="007B2329" w:rsidRDefault="007B2329" w:rsidP="007B2329">
      <w:r>
        <w:t>513.0980</w:t>
      </w:r>
      <w:r>
        <w:tab/>
        <w:t>1.314e0</w:t>
      </w:r>
    </w:p>
    <w:p w:rsidR="007B2329" w:rsidRDefault="007B2329" w:rsidP="007B2329">
      <w:r>
        <w:t>513.1107</w:t>
      </w:r>
      <w:r>
        <w:tab/>
        <w:t>1.013e0</w:t>
      </w:r>
    </w:p>
    <w:p w:rsidR="007B2329" w:rsidRDefault="007B2329" w:rsidP="007B2329">
      <w:r>
        <w:t>513.1346</w:t>
      </w:r>
      <w:r>
        <w:tab/>
        <w:t>2.605e0</w:t>
      </w:r>
    </w:p>
    <w:p w:rsidR="007B2329" w:rsidRDefault="007B2329" w:rsidP="007B2329">
      <w:r>
        <w:t>513.1536</w:t>
      </w:r>
      <w:r>
        <w:tab/>
        <w:t>1.825e0</w:t>
      </w:r>
    </w:p>
    <w:p w:rsidR="007B2329" w:rsidRDefault="007B2329" w:rsidP="007B2329">
      <w:r>
        <w:t>513.1609</w:t>
      </w:r>
      <w:r>
        <w:tab/>
        <w:t>1.261e0</w:t>
      </w:r>
    </w:p>
    <w:p w:rsidR="007B2329" w:rsidRDefault="007B2329" w:rsidP="007B2329">
      <w:r>
        <w:t>513.1820</w:t>
      </w:r>
      <w:r>
        <w:tab/>
        <w:t>3.038e0</w:t>
      </w:r>
    </w:p>
    <w:p w:rsidR="007B2329" w:rsidRDefault="007B2329" w:rsidP="007B2329">
      <w:r>
        <w:t>513.1844</w:t>
      </w:r>
      <w:r>
        <w:tab/>
        <w:t>4.284e0</w:t>
      </w:r>
    </w:p>
    <w:p w:rsidR="007B2329" w:rsidRDefault="007B2329" w:rsidP="007B2329">
      <w:r>
        <w:t>513.1873</w:t>
      </w:r>
      <w:r>
        <w:tab/>
        <w:t>1.577e1</w:t>
      </w:r>
    </w:p>
    <w:p w:rsidR="007B2329" w:rsidRDefault="007B2329" w:rsidP="007B2329">
      <w:r>
        <w:lastRenderedPageBreak/>
        <w:t>513.1884</w:t>
      </w:r>
      <w:r>
        <w:tab/>
        <w:t>6.642e0</w:t>
      </w:r>
    </w:p>
    <w:p w:rsidR="007B2329" w:rsidRDefault="007B2329" w:rsidP="007B2329">
      <w:r>
        <w:t>513.1922</w:t>
      </w:r>
      <w:r>
        <w:tab/>
        <w:t>3.487e0</w:t>
      </w:r>
    </w:p>
    <w:p w:rsidR="007B2329" w:rsidRDefault="007B2329" w:rsidP="007B2329">
      <w:r>
        <w:t>513.1981</w:t>
      </w:r>
      <w:r>
        <w:tab/>
        <w:t>3.458e0</w:t>
      </w:r>
    </w:p>
    <w:p w:rsidR="007B2329" w:rsidRDefault="007B2329" w:rsidP="007B2329">
      <w:r>
        <w:t>513.2120</w:t>
      </w:r>
      <w:r>
        <w:tab/>
        <w:t>3.270e0</w:t>
      </w:r>
    </w:p>
    <w:p w:rsidR="007B2329" w:rsidRDefault="007B2329" w:rsidP="007B2329">
      <w:r>
        <w:t>513.2675</w:t>
      </w:r>
      <w:r>
        <w:tab/>
        <w:t>4.585e0</w:t>
      </w:r>
    </w:p>
    <w:p w:rsidR="007B2329" w:rsidRDefault="007B2329" w:rsidP="007B2329">
      <w:r>
        <w:t>513.2713</w:t>
      </w:r>
      <w:r>
        <w:tab/>
        <w:t>4.051e0</w:t>
      </w:r>
    </w:p>
    <w:p w:rsidR="007B2329" w:rsidRDefault="007B2329" w:rsidP="007B2329">
      <w:r>
        <w:t>513.3154</w:t>
      </w:r>
      <w:r>
        <w:tab/>
        <w:t>2.025e0</w:t>
      </w:r>
    </w:p>
    <w:p w:rsidR="007B2329" w:rsidRDefault="007B2329" w:rsidP="007B2329">
      <w:r>
        <w:t>513.3185</w:t>
      </w:r>
      <w:r>
        <w:tab/>
        <w:t>1.532e0</w:t>
      </w:r>
    </w:p>
    <w:p w:rsidR="007B2329" w:rsidRDefault="007B2329" w:rsidP="007B2329">
      <w:r>
        <w:t>513.3218</w:t>
      </w:r>
      <w:r>
        <w:tab/>
        <w:t>1.764e0</w:t>
      </w:r>
    </w:p>
    <w:p w:rsidR="007B2329" w:rsidRDefault="007B2329" w:rsidP="007B2329">
      <w:r>
        <w:t>513.3302</w:t>
      </w:r>
      <w:r>
        <w:tab/>
        <w:t>1.034e0</w:t>
      </w:r>
    </w:p>
    <w:p w:rsidR="007B2329" w:rsidRDefault="007B2329" w:rsidP="007B2329">
      <w:r>
        <w:t>513.3657</w:t>
      </w:r>
      <w:r>
        <w:tab/>
        <w:t>1.709e0</w:t>
      </w:r>
    </w:p>
    <w:p w:rsidR="007B2329" w:rsidRDefault="007B2329" w:rsidP="007B2329">
      <w:r>
        <w:t>513.3704</w:t>
      </w:r>
      <w:r>
        <w:tab/>
        <w:t>1.013e0</w:t>
      </w:r>
    </w:p>
    <w:p w:rsidR="007B2329" w:rsidRDefault="007B2329" w:rsidP="007B2329">
      <w:r>
        <w:t>513.3787</w:t>
      </w:r>
      <w:r>
        <w:tab/>
        <w:t>2.383e0</w:t>
      </w:r>
    </w:p>
    <w:p w:rsidR="007B2329" w:rsidRDefault="007B2329" w:rsidP="007B2329">
      <w:r>
        <w:t>513.3824</w:t>
      </w:r>
      <w:r>
        <w:tab/>
        <w:t>3.038e0</w:t>
      </w:r>
    </w:p>
    <w:p w:rsidR="007B2329" w:rsidRDefault="007B2329" w:rsidP="007B2329">
      <w:r>
        <w:t>513.3906</w:t>
      </w:r>
      <w:r>
        <w:tab/>
        <w:t>3.038e0</w:t>
      </w:r>
    </w:p>
    <w:p w:rsidR="007B2329" w:rsidRDefault="007B2329" w:rsidP="007B2329">
      <w:r>
        <w:t>513.4243</w:t>
      </w:r>
      <w:r>
        <w:tab/>
        <w:t>3.038e0</w:t>
      </w:r>
    </w:p>
    <w:p w:rsidR="007B2329" w:rsidRDefault="007B2329" w:rsidP="007B2329">
      <w:r>
        <w:t>513.4346</w:t>
      </w:r>
      <w:r>
        <w:tab/>
        <w:t>2.025e0</w:t>
      </w:r>
    </w:p>
    <w:p w:rsidR="007B2329" w:rsidRDefault="007B2329" w:rsidP="007B2329">
      <w:r>
        <w:t>513.4440</w:t>
      </w:r>
      <w:r>
        <w:tab/>
        <w:t>3.038e0</w:t>
      </w:r>
    </w:p>
    <w:p w:rsidR="007B2329" w:rsidRDefault="007B2329" w:rsidP="007B2329">
      <w:r>
        <w:t>513.4459</w:t>
      </w:r>
      <w:r>
        <w:tab/>
        <w:t>3.038e0</w:t>
      </w:r>
    </w:p>
    <w:p w:rsidR="007B2329" w:rsidRDefault="007B2329" w:rsidP="007B2329">
      <w:r>
        <w:lastRenderedPageBreak/>
        <w:t>513.4489</w:t>
      </w:r>
      <w:r>
        <w:tab/>
        <w:t>2.025e0</w:t>
      </w:r>
    </w:p>
    <w:p w:rsidR="007B2329" w:rsidRDefault="007B2329" w:rsidP="007B2329">
      <w:r>
        <w:t>513.4548</w:t>
      </w:r>
      <w:r>
        <w:tab/>
        <w:t>1.013e0</w:t>
      </w:r>
    </w:p>
    <w:p w:rsidR="007B2329" w:rsidRDefault="007B2329" w:rsidP="007B2329">
      <w:r>
        <w:t>513.4991</w:t>
      </w:r>
      <w:r>
        <w:tab/>
        <w:t>1.013e0</w:t>
      </w:r>
    </w:p>
    <w:p w:rsidR="007B2329" w:rsidRDefault="007B2329" w:rsidP="007B2329">
      <w:r>
        <w:t>513.5259</w:t>
      </w:r>
      <w:r>
        <w:tab/>
        <w:t>1.013e0</w:t>
      </w:r>
    </w:p>
    <w:p w:rsidR="007B2329" w:rsidRDefault="007B2329" w:rsidP="007B2329">
      <w:r>
        <w:t>513.5569</w:t>
      </w:r>
      <w:r>
        <w:tab/>
        <w:t>2.025e0</w:t>
      </w:r>
    </w:p>
    <w:p w:rsidR="007B2329" w:rsidRDefault="007B2329" w:rsidP="007B2329">
      <w:r>
        <w:t>513.5734</w:t>
      </w:r>
      <w:r>
        <w:tab/>
        <w:t>2.038e0</w:t>
      </w:r>
    </w:p>
    <w:p w:rsidR="007B2329" w:rsidRDefault="007B2329" w:rsidP="007B2329">
      <w:r>
        <w:t>513.5937</w:t>
      </w:r>
      <w:r>
        <w:tab/>
        <w:t>2.025e0</w:t>
      </w:r>
    </w:p>
    <w:p w:rsidR="007B2329" w:rsidRDefault="007B2329" w:rsidP="007B2329">
      <w:r>
        <w:t>513.6121</w:t>
      </w:r>
      <w:r>
        <w:tab/>
        <w:t>1.013e0</w:t>
      </w:r>
    </w:p>
    <w:p w:rsidR="007B2329" w:rsidRDefault="007B2329" w:rsidP="007B2329">
      <w:r>
        <w:t>513.6237</w:t>
      </w:r>
      <w:r>
        <w:tab/>
        <w:t>1.013e0</w:t>
      </w:r>
    </w:p>
    <w:p w:rsidR="007B2329" w:rsidRDefault="007B2329" w:rsidP="007B2329">
      <w:r>
        <w:t>513.6422</w:t>
      </w:r>
      <w:r>
        <w:tab/>
        <w:t>3.038e0</w:t>
      </w:r>
    </w:p>
    <w:p w:rsidR="007B2329" w:rsidRDefault="007B2329" w:rsidP="007B2329">
      <w:r>
        <w:t>513.6865</w:t>
      </w:r>
      <w:r>
        <w:tab/>
        <w:t>2.025e0</w:t>
      </w:r>
    </w:p>
    <w:p w:rsidR="007B2329" w:rsidRDefault="007B2329" w:rsidP="007B2329">
      <w:r>
        <w:t>513.7039</w:t>
      </w:r>
      <w:r>
        <w:tab/>
        <w:t>2.025e0</w:t>
      </w:r>
    </w:p>
    <w:p w:rsidR="007B2329" w:rsidRDefault="007B2329" w:rsidP="007B2329">
      <w:r>
        <w:t>513.7076</w:t>
      </w:r>
      <w:r>
        <w:tab/>
        <w:t>2.025e0</w:t>
      </w:r>
    </w:p>
    <w:p w:rsidR="007B2329" w:rsidRDefault="007B2329" w:rsidP="007B2329">
      <w:r>
        <w:t>513.7153</w:t>
      </w:r>
      <w:r>
        <w:tab/>
        <w:t>3.038e0</w:t>
      </w:r>
    </w:p>
    <w:p w:rsidR="007B2329" w:rsidRDefault="007B2329" w:rsidP="007B2329">
      <w:r>
        <w:t>513.7361</w:t>
      </w:r>
      <w:r>
        <w:tab/>
        <w:t>2.025e0</w:t>
      </w:r>
    </w:p>
    <w:p w:rsidR="007B2329" w:rsidRDefault="007B2329" w:rsidP="007B2329">
      <w:r>
        <w:t>513.7573</w:t>
      </w:r>
      <w:r>
        <w:tab/>
        <w:t>1.013e0</w:t>
      </w:r>
    </w:p>
    <w:p w:rsidR="007B2329" w:rsidRDefault="007B2329" w:rsidP="007B2329">
      <w:r>
        <w:t>513.7875</w:t>
      </w:r>
      <w:r>
        <w:tab/>
        <w:t>1.025e0</w:t>
      </w:r>
    </w:p>
    <w:p w:rsidR="007B2329" w:rsidRDefault="007B2329" w:rsidP="007B2329">
      <w:r>
        <w:t>513.7896</w:t>
      </w:r>
      <w:r>
        <w:tab/>
        <w:t>2.025e0</w:t>
      </w:r>
    </w:p>
    <w:p w:rsidR="007B2329" w:rsidRDefault="007B2329" w:rsidP="007B2329">
      <w:r>
        <w:t>513.8290</w:t>
      </w:r>
      <w:r>
        <w:tab/>
        <w:t>2.025e0</w:t>
      </w:r>
    </w:p>
    <w:p w:rsidR="007B2329" w:rsidRDefault="007B2329" w:rsidP="007B2329">
      <w:r>
        <w:lastRenderedPageBreak/>
        <w:t>513.8542</w:t>
      </w:r>
      <w:r>
        <w:tab/>
        <w:t>3.038e0</w:t>
      </w:r>
    </w:p>
    <w:p w:rsidR="007B2329" w:rsidRDefault="007B2329" w:rsidP="007B2329">
      <w:r>
        <w:t>513.8553</w:t>
      </w:r>
      <w:r>
        <w:tab/>
        <w:t>2.025e0</w:t>
      </w:r>
    </w:p>
    <w:p w:rsidR="007B2329" w:rsidRDefault="007B2329" w:rsidP="007B2329">
      <w:r>
        <w:t>513.8753</w:t>
      </w:r>
      <w:r>
        <w:tab/>
        <w:t>1.013e0</w:t>
      </w:r>
    </w:p>
    <w:p w:rsidR="007B2329" w:rsidRDefault="007B2329" w:rsidP="007B2329">
      <w:r>
        <w:t>513.8817</w:t>
      </w:r>
      <w:r>
        <w:tab/>
        <w:t>1.013e0</w:t>
      </w:r>
    </w:p>
    <w:p w:rsidR="007B2329" w:rsidRDefault="007B2329" w:rsidP="007B2329">
      <w:r>
        <w:t>513.9105</w:t>
      </w:r>
      <w:r>
        <w:tab/>
        <w:t>2.038e0</w:t>
      </w:r>
    </w:p>
    <w:p w:rsidR="007B2329" w:rsidRDefault="007B2329" w:rsidP="007B2329">
      <w:r>
        <w:t>513.9120</w:t>
      </w:r>
      <w:r>
        <w:tab/>
        <w:t>1.013e0</w:t>
      </w:r>
    </w:p>
    <w:p w:rsidR="007B2329" w:rsidRDefault="007B2329" w:rsidP="007B2329">
      <w:r>
        <w:t>513.9174</w:t>
      </w:r>
      <w:r>
        <w:tab/>
        <w:t>1.013e0</w:t>
      </w:r>
    </w:p>
    <w:p w:rsidR="007B2329" w:rsidRDefault="007B2329" w:rsidP="007B2329">
      <w:r>
        <w:t>513.9351</w:t>
      </w:r>
      <w:r>
        <w:tab/>
        <w:t>1.013e0</w:t>
      </w:r>
    </w:p>
    <w:p w:rsidR="007B2329" w:rsidRDefault="007B2329" w:rsidP="007B2329">
      <w:r>
        <w:t>513.9486</w:t>
      </w:r>
      <w:r>
        <w:tab/>
        <w:t>1.013e0</w:t>
      </w:r>
    </w:p>
    <w:p w:rsidR="007B2329" w:rsidRDefault="007B2329" w:rsidP="007B2329">
      <w:r>
        <w:t>513.9531</w:t>
      </w:r>
      <w:r>
        <w:tab/>
        <w:t>1.013e0</w:t>
      </w:r>
    </w:p>
    <w:p w:rsidR="007B2329" w:rsidRDefault="007B2329" w:rsidP="007B2329">
      <w:r>
        <w:t>513.9619</w:t>
      </w:r>
      <w:r>
        <w:tab/>
        <w:t>1.013e0</w:t>
      </w:r>
    </w:p>
    <w:p w:rsidR="007B2329" w:rsidRDefault="007B2329" w:rsidP="007B2329">
      <w:r>
        <w:t>513.9665</w:t>
      </w:r>
      <w:r>
        <w:tab/>
        <w:t>2.025e0</w:t>
      </w:r>
    </w:p>
    <w:p w:rsidR="007B2329" w:rsidRDefault="007B2329" w:rsidP="007B2329">
      <w:r>
        <w:t>513.9797</w:t>
      </w:r>
      <w:r>
        <w:tab/>
        <w:t>1.013e0</w:t>
      </w:r>
    </w:p>
    <w:p w:rsidR="007B2329" w:rsidRDefault="007B2329" w:rsidP="007B2329">
      <w:r>
        <w:t>514.0330</w:t>
      </w:r>
      <w:r>
        <w:tab/>
        <w:t>1.013e0</w:t>
      </w:r>
    </w:p>
    <w:p w:rsidR="007B2329" w:rsidRDefault="007B2329" w:rsidP="007B2329">
      <w:r>
        <w:t>514.0405</w:t>
      </w:r>
      <w:r>
        <w:tab/>
        <w:t>1.013e0</w:t>
      </w:r>
    </w:p>
    <w:p w:rsidR="007B2329" w:rsidRDefault="007B2329" w:rsidP="007B2329">
      <w:r>
        <w:t>514.0419</w:t>
      </w:r>
      <w:r>
        <w:tab/>
        <w:t>5.063e0</w:t>
      </w:r>
    </w:p>
    <w:p w:rsidR="007B2329" w:rsidRDefault="007B2329" w:rsidP="007B2329">
      <w:r>
        <w:t>514.0776</w:t>
      </w:r>
      <w:r>
        <w:tab/>
        <w:t>1.013e0</w:t>
      </w:r>
    </w:p>
    <w:p w:rsidR="007B2329" w:rsidRDefault="007B2329" w:rsidP="007B2329">
      <w:r>
        <w:t>514.0916</w:t>
      </w:r>
      <w:r>
        <w:tab/>
        <w:t>1.788e0</w:t>
      </w:r>
    </w:p>
    <w:p w:rsidR="007B2329" w:rsidRDefault="007B2329" w:rsidP="007B2329">
      <w:r>
        <w:t>514.0946</w:t>
      </w:r>
      <w:r>
        <w:tab/>
        <w:t>3.724e0</w:t>
      </w:r>
    </w:p>
    <w:p w:rsidR="007B2329" w:rsidRDefault="007B2329" w:rsidP="007B2329">
      <w:r>
        <w:lastRenderedPageBreak/>
        <w:t>514.0989</w:t>
      </w:r>
      <w:r>
        <w:tab/>
        <w:t>1.266e-2</w:t>
      </w:r>
    </w:p>
    <w:p w:rsidR="007B2329" w:rsidRDefault="007B2329" w:rsidP="007B2329">
      <w:r>
        <w:t>514.1119</w:t>
      </w:r>
      <w:r>
        <w:tab/>
        <w:t>2.025e0</w:t>
      </w:r>
    </w:p>
    <w:p w:rsidR="007B2329" w:rsidRDefault="007B2329" w:rsidP="007B2329">
      <w:r>
        <w:t>514.1132</w:t>
      </w:r>
      <w:r>
        <w:tab/>
        <w:t>1.013e0</w:t>
      </w:r>
    </w:p>
    <w:p w:rsidR="007B2329" w:rsidRDefault="007B2329" w:rsidP="007B2329">
      <w:r>
        <w:t>514.1403</w:t>
      </w:r>
      <w:r>
        <w:tab/>
        <w:t>5.257e0</w:t>
      </w:r>
    </w:p>
    <w:p w:rsidR="007B2329" w:rsidRDefault="007B2329" w:rsidP="007B2329">
      <w:r>
        <w:t>514.1489</w:t>
      </w:r>
      <w:r>
        <w:tab/>
        <w:t>1.063e1</w:t>
      </w:r>
    </w:p>
    <w:p w:rsidR="007B2329" w:rsidRDefault="007B2329" w:rsidP="007B2329">
      <w:r>
        <w:t>514.1667</w:t>
      </w:r>
      <w:r>
        <w:tab/>
        <w:t>2.914e1</w:t>
      </w:r>
    </w:p>
    <w:p w:rsidR="007B2329" w:rsidRDefault="007B2329" w:rsidP="007B2329">
      <w:r>
        <w:t>514.1706</w:t>
      </w:r>
      <w:r>
        <w:tab/>
        <w:t>5.468e0</w:t>
      </w:r>
    </w:p>
    <w:p w:rsidR="007B2329" w:rsidRDefault="007B2329" w:rsidP="007B2329">
      <w:r>
        <w:t>514.1732</w:t>
      </w:r>
      <w:r>
        <w:tab/>
        <w:t>1.373e1</w:t>
      </w:r>
    </w:p>
    <w:p w:rsidR="007B2329" w:rsidRDefault="007B2329" w:rsidP="007B2329">
      <w:r>
        <w:t>514.1810</w:t>
      </w:r>
      <w:r>
        <w:tab/>
        <w:t>1.554e1</w:t>
      </w:r>
    </w:p>
    <w:p w:rsidR="007B2329" w:rsidRDefault="007B2329" w:rsidP="007B2329">
      <w:r>
        <w:t>514.2158</w:t>
      </w:r>
      <w:r>
        <w:tab/>
        <w:t>2.854e0</w:t>
      </w:r>
    </w:p>
    <w:p w:rsidR="007B2329" w:rsidRDefault="007B2329" w:rsidP="007B2329">
      <w:r>
        <w:t>514.2354</w:t>
      </w:r>
      <w:r>
        <w:tab/>
        <w:t>1.013e0</w:t>
      </w:r>
    </w:p>
    <w:p w:rsidR="007B2329" w:rsidRDefault="007B2329" w:rsidP="007B2329">
      <w:r>
        <w:t>514.2770</w:t>
      </w:r>
      <w:r>
        <w:tab/>
        <w:t>1.025e0</w:t>
      </w:r>
    </w:p>
    <w:p w:rsidR="007B2329" w:rsidRDefault="007B2329" w:rsidP="007B2329">
      <w:r>
        <w:t>514.2938</w:t>
      </w:r>
      <w:r>
        <w:tab/>
        <w:t>3.817e0</w:t>
      </w:r>
    </w:p>
    <w:p w:rsidR="007B2329" w:rsidRDefault="007B2329" w:rsidP="007B2329">
      <w:r>
        <w:t>514.3132</w:t>
      </w:r>
      <w:r>
        <w:tab/>
        <w:t>1.571e0</w:t>
      </w:r>
    </w:p>
    <w:p w:rsidR="007B2329" w:rsidRDefault="007B2329" w:rsidP="007B2329">
      <w:r>
        <w:t>514.3150</w:t>
      </w:r>
      <w:r>
        <w:tab/>
        <w:t>7.405e0</w:t>
      </w:r>
    </w:p>
    <w:p w:rsidR="007B2329" w:rsidRDefault="007B2329" w:rsidP="007B2329">
      <w:r>
        <w:t>514.3177</w:t>
      </w:r>
      <w:r>
        <w:tab/>
        <w:t>3.218e0</w:t>
      </w:r>
    </w:p>
    <w:p w:rsidR="007B2329" w:rsidRDefault="007B2329" w:rsidP="007B2329">
      <w:r>
        <w:t>514.3574</w:t>
      </w:r>
      <w:r>
        <w:tab/>
        <w:t>6.330e0</w:t>
      </w:r>
    </w:p>
    <w:p w:rsidR="007B2329" w:rsidRDefault="007B2329" w:rsidP="007B2329">
      <w:r>
        <w:t>514.3983</w:t>
      </w:r>
      <w:r>
        <w:tab/>
        <w:t>1.013e0</w:t>
      </w:r>
    </w:p>
    <w:p w:rsidR="007B2329" w:rsidRDefault="007B2329" w:rsidP="007B2329">
      <w:r>
        <w:t>514.3999</w:t>
      </w:r>
      <w:r>
        <w:tab/>
        <w:t>2.532e-2</w:t>
      </w:r>
    </w:p>
    <w:p w:rsidR="007B2329" w:rsidRDefault="007B2329" w:rsidP="007B2329">
      <w:r>
        <w:lastRenderedPageBreak/>
        <w:t>514.4072</w:t>
      </w:r>
      <w:r>
        <w:tab/>
        <w:t>1.013e0</w:t>
      </w:r>
    </w:p>
    <w:p w:rsidR="007B2329" w:rsidRDefault="007B2329" w:rsidP="007B2329">
      <w:r>
        <w:t>514.4138</w:t>
      </w:r>
      <w:r>
        <w:tab/>
        <w:t>1.013e0</w:t>
      </w:r>
    </w:p>
    <w:p w:rsidR="007B2329" w:rsidRDefault="007B2329" w:rsidP="007B2329">
      <w:r>
        <w:t>514.4163</w:t>
      </w:r>
      <w:r>
        <w:tab/>
        <w:t>5.076e0</w:t>
      </w:r>
    </w:p>
    <w:p w:rsidR="007B2329" w:rsidRDefault="007B2329" w:rsidP="007B2329">
      <w:r>
        <w:t>514.4409</w:t>
      </w:r>
      <w:r>
        <w:tab/>
        <w:t>3.038e0</w:t>
      </w:r>
    </w:p>
    <w:p w:rsidR="007B2329" w:rsidRDefault="007B2329" w:rsidP="007B2329">
      <w:r>
        <w:t>514.4534</w:t>
      </w:r>
      <w:r>
        <w:tab/>
        <w:t>1.013e0</w:t>
      </w:r>
    </w:p>
    <w:p w:rsidR="007B2329" w:rsidRDefault="007B2329" w:rsidP="007B2329">
      <w:r>
        <w:t>514.4718</w:t>
      </w:r>
      <w:r>
        <w:tab/>
        <w:t>1.013e0</w:t>
      </w:r>
    </w:p>
    <w:p w:rsidR="007B2329" w:rsidRDefault="007B2329" w:rsidP="007B2329">
      <w:r>
        <w:t>514.4902</w:t>
      </w:r>
      <w:r>
        <w:tab/>
        <w:t>1.013e0</w:t>
      </w:r>
    </w:p>
    <w:p w:rsidR="007B2329" w:rsidRDefault="007B2329" w:rsidP="007B2329">
      <w:r>
        <w:t>514.4978</w:t>
      </w:r>
      <w:r>
        <w:tab/>
        <w:t>2.025e0</w:t>
      </w:r>
    </w:p>
    <w:p w:rsidR="007B2329" w:rsidRDefault="007B2329" w:rsidP="007B2329">
      <w:r>
        <w:t>514.4995</w:t>
      </w:r>
      <w:r>
        <w:tab/>
        <w:t>2.025e0</w:t>
      </w:r>
    </w:p>
    <w:p w:rsidR="007B2329" w:rsidRDefault="007B2329" w:rsidP="007B2329">
      <w:r>
        <w:t>514.5635</w:t>
      </w:r>
      <w:r>
        <w:tab/>
        <w:t>1.013e0</w:t>
      </w:r>
    </w:p>
    <w:p w:rsidR="007B2329" w:rsidRDefault="007B2329" w:rsidP="007B2329">
      <w:r>
        <w:t>514.5820</w:t>
      </w:r>
      <w:r>
        <w:tab/>
        <w:t>1.013e0</w:t>
      </w:r>
    </w:p>
    <w:p w:rsidR="007B2329" w:rsidRDefault="007B2329" w:rsidP="007B2329">
      <w:r>
        <w:t>514.5845</w:t>
      </w:r>
      <w:r>
        <w:tab/>
        <w:t>2.025e0</w:t>
      </w:r>
    </w:p>
    <w:p w:rsidR="007B2329" w:rsidRDefault="007B2329" w:rsidP="007B2329">
      <w:r>
        <w:t>514.5912</w:t>
      </w:r>
      <w:r>
        <w:tab/>
        <w:t>2.025e0</w:t>
      </w:r>
    </w:p>
    <w:p w:rsidR="007B2329" w:rsidRDefault="007B2329" w:rsidP="007B2329">
      <w:r>
        <w:t>514.5998</w:t>
      </w:r>
      <w:r>
        <w:tab/>
        <w:t>2.025e0</w:t>
      </w:r>
    </w:p>
    <w:p w:rsidR="007B2329" w:rsidRDefault="007B2329" w:rsidP="007B2329">
      <w:r>
        <w:t>514.6336</w:t>
      </w:r>
      <w:r>
        <w:tab/>
        <w:t>3.038e0</w:t>
      </w:r>
    </w:p>
    <w:p w:rsidR="007B2329" w:rsidRDefault="007B2329" w:rsidP="007B2329">
      <w:r>
        <w:t>514.6855</w:t>
      </w:r>
      <w:r>
        <w:tab/>
        <w:t>5.063e0</w:t>
      </w:r>
    </w:p>
    <w:p w:rsidR="007B2329" w:rsidRDefault="007B2329" w:rsidP="007B2329">
      <w:r>
        <w:t>514.7150</w:t>
      </w:r>
      <w:r>
        <w:tab/>
        <w:t>2.025e0</w:t>
      </w:r>
    </w:p>
    <w:p w:rsidR="007B2329" w:rsidRDefault="007B2329" w:rsidP="007B2329">
      <w:r>
        <w:t>514.7190</w:t>
      </w:r>
      <w:r>
        <w:tab/>
        <w:t>1.013e0</w:t>
      </w:r>
    </w:p>
    <w:p w:rsidR="007B2329" w:rsidRDefault="007B2329" w:rsidP="007B2329">
      <w:r>
        <w:t>514.7269</w:t>
      </w:r>
      <w:r>
        <w:tab/>
        <w:t>2.025e0</w:t>
      </w:r>
    </w:p>
    <w:p w:rsidR="007B2329" w:rsidRDefault="007B2329" w:rsidP="007B2329">
      <w:r>
        <w:lastRenderedPageBreak/>
        <w:t>514.7687</w:t>
      </w:r>
      <w:r>
        <w:tab/>
        <w:t>1.013e0</w:t>
      </w:r>
    </w:p>
    <w:p w:rsidR="007B2329" w:rsidRDefault="007B2329" w:rsidP="007B2329">
      <w:r>
        <w:t>514.7846</w:t>
      </w:r>
      <w:r>
        <w:tab/>
        <w:t>3.038e0</w:t>
      </w:r>
    </w:p>
    <w:p w:rsidR="007B2329" w:rsidRDefault="007B2329" w:rsidP="007B2329">
      <w:r>
        <w:t>514.8146</w:t>
      </w:r>
      <w:r>
        <w:tab/>
        <w:t>2.025e0</w:t>
      </w:r>
    </w:p>
    <w:p w:rsidR="007B2329" w:rsidRDefault="007B2329" w:rsidP="007B2329">
      <w:r>
        <w:t>514.8171</w:t>
      </w:r>
      <w:r>
        <w:tab/>
        <w:t>1.013e0</w:t>
      </w:r>
    </w:p>
    <w:p w:rsidR="007B2329" w:rsidRDefault="007B2329" w:rsidP="007B2329">
      <w:r>
        <w:t>514.8229</w:t>
      </w:r>
      <w:r>
        <w:tab/>
        <w:t>3.038e0</w:t>
      </w:r>
    </w:p>
    <w:p w:rsidR="007B2329" w:rsidRDefault="007B2329" w:rsidP="007B2329">
      <w:r>
        <w:t>514.8422</w:t>
      </w:r>
      <w:r>
        <w:tab/>
        <w:t>2.025e0</w:t>
      </w:r>
    </w:p>
    <w:p w:rsidR="007B2329" w:rsidRDefault="007B2329" w:rsidP="007B2329">
      <w:r>
        <w:t>514.8528</w:t>
      </w:r>
      <w:r>
        <w:tab/>
        <w:t>2.025e0</w:t>
      </w:r>
    </w:p>
    <w:p w:rsidR="007B2329" w:rsidRDefault="007B2329" w:rsidP="007B2329">
      <w:r>
        <w:t>514.8704</w:t>
      </w:r>
      <w:r>
        <w:tab/>
        <w:t>5.063e0</w:t>
      </w:r>
    </w:p>
    <w:p w:rsidR="007B2329" w:rsidRDefault="007B2329" w:rsidP="007B2329">
      <w:r>
        <w:t>514.8884</w:t>
      </w:r>
      <w:r>
        <w:tab/>
        <w:t>1.013e0</w:t>
      </w:r>
    </w:p>
    <w:p w:rsidR="007B2329" w:rsidRDefault="007B2329" w:rsidP="007B2329">
      <w:r>
        <w:t>514.9242</w:t>
      </w:r>
      <w:r>
        <w:tab/>
        <w:t>1.013e0</w:t>
      </w:r>
    </w:p>
    <w:p w:rsidR="007B2329" w:rsidRDefault="007B2329" w:rsidP="007B2329">
      <w:r>
        <w:t>514.9331</w:t>
      </w:r>
      <w:r>
        <w:tab/>
        <w:t>2.025e0</w:t>
      </w:r>
    </w:p>
    <w:p w:rsidR="007B2329" w:rsidRDefault="007B2329" w:rsidP="007B2329">
      <w:r>
        <w:t>514.9461</w:t>
      </w:r>
      <w:r>
        <w:tab/>
        <w:t>2.025e0</w:t>
      </w:r>
    </w:p>
    <w:p w:rsidR="007B2329" w:rsidRDefault="007B2329" w:rsidP="007B2329">
      <w:r>
        <w:t>514.9508</w:t>
      </w:r>
      <w:r>
        <w:tab/>
        <w:t>1.013e0</w:t>
      </w:r>
    </w:p>
    <w:p w:rsidR="007B2329" w:rsidRDefault="007B2329" w:rsidP="007B2329">
      <w:r>
        <w:t>514.9598</w:t>
      </w:r>
      <w:r>
        <w:tab/>
        <w:t>1.013e0</w:t>
      </w:r>
    </w:p>
    <w:p w:rsidR="007B2329" w:rsidRDefault="007B2329" w:rsidP="007B2329">
      <w:r>
        <w:t>514.9644</w:t>
      </w:r>
      <w:r>
        <w:tab/>
        <w:t>2.025e0</w:t>
      </w:r>
    </w:p>
    <w:p w:rsidR="007B2329" w:rsidRDefault="007B2329" w:rsidP="007B2329">
      <w:r>
        <w:t>514.9663</w:t>
      </w:r>
      <w:r>
        <w:tab/>
        <w:t>3.038e0</w:t>
      </w:r>
    </w:p>
    <w:p w:rsidR="007B2329" w:rsidRDefault="007B2329" w:rsidP="007B2329">
      <w:r>
        <w:t>514.9920</w:t>
      </w:r>
      <w:r>
        <w:tab/>
        <w:t>1.013e0</w:t>
      </w:r>
    </w:p>
    <w:p w:rsidR="007B2329" w:rsidRDefault="007B2329" w:rsidP="007B2329">
      <w:r>
        <w:t>514.9954</w:t>
      </w:r>
      <w:r>
        <w:tab/>
        <w:t>1.266e-2</w:t>
      </w:r>
    </w:p>
    <w:p w:rsidR="007B2329" w:rsidRDefault="007B2329" w:rsidP="007B2329">
      <w:r>
        <w:t>515.0104</w:t>
      </w:r>
      <w:r>
        <w:tab/>
        <w:t>1.013e0</w:t>
      </w:r>
    </w:p>
    <w:p w:rsidR="007B2329" w:rsidRDefault="007B2329" w:rsidP="007B2329">
      <w:r>
        <w:lastRenderedPageBreak/>
        <w:t>515.0256</w:t>
      </w:r>
      <w:r>
        <w:tab/>
        <w:t>4.051e0</w:t>
      </w:r>
    </w:p>
    <w:p w:rsidR="007B2329" w:rsidRDefault="007B2329" w:rsidP="007B2329">
      <w:r>
        <w:t>515.0656</w:t>
      </w:r>
      <w:r>
        <w:tab/>
        <w:t>1.013e0</w:t>
      </w:r>
    </w:p>
    <w:p w:rsidR="007B2329" w:rsidRDefault="007B2329" w:rsidP="007B2329">
      <w:r>
        <w:t>515.0684</w:t>
      </w:r>
      <w:r>
        <w:tab/>
        <w:t>1.013e0</w:t>
      </w:r>
    </w:p>
    <w:p w:rsidR="007B2329" w:rsidRDefault="007B2329" w:rsidP="007B2329">
      <w:r>
        <w:t>515.0758</w:t>
      </w:r>
      <w:r>
        <w:tab/>
        <w:t>1.013e0</w:t>
      </w:r>
    </w:p>
    <w:p w:rsidR="007B2329" w:rsidRDefault="007B2329" w:rsidP="007B2329">
      <w:r>
        <w:t>515.0922</w:t>
      </w:r>
      <w:r>
        <w:tab/>
        <w:t>2.740e0</w:t>
      </w:r>
    </w:p>
    <w:p w:rsidR="007B2329" w:rsidRDefault="007B2329" w:rsidP="007B2329">
      <w:r>
        <w:t>515.0944</w:t>
      </w:r>
      <w:r>
        <w:tab/>
        <w:t>2.025e0</w:t>
      </w:r>
    </w:p>
    <w:p w:rsidR="007B2329" w:rsidRDefault="007B2329" w:rsidP="007B2329">
      <w:r>
        <w:t>515.1111</w:t>
      </w:r>
      <w:r>
        <w:tab/>
        <w:t>3.038e0</w:t>
      </w:r>
    </w:p>
    <w:p w:rsidR="007B2329" w:rsidRDefault="007B2329" w:rsidP="007B2329">
      <w:r>
        <w:t>515.1238</w:t>
      </w:r>
      <w:r>
        <w:tab/>
        <w:t>1.013e0</w:t>
      </w:r>
    </w:p>
    <w:p w:rsidR="007B2329" w:rsidRDefault="007B2329" w:rsidP="007B2329">
      <w:r>
        <w:t>515.1260</w:t>
      </w:r>
      <w:r>
        <w:tab/>
        <w:t>3.072e0</w:t>
      </w:r>
    </w:p>
    <w:p w:rsidR="007B2329" w:rsidRDefault="007B2329" w:rsidP="007B2329">
      <w:r>
        <w:t>515.1290</w:t>
      </w:r>
      <w:r>
        <w:tab/>
        <w:t>1.832e0</w:t>
      </w:r>
    </w:p>
    <w:p w:rsidR="007B2329" w:rsidRDefault="007B2329" w:rsidP="007B2329">
      <w:r>
        <w:t>515.1677</w:t>
      </w:r>
      <w:r>
        <w:tab/>
        <w:t>2.255e0</w:t>
      </w:r>
    </w:p>
    <w:p w:rsidR="007B2329" w:rsidRDefault="007B2329" w:rsidP="007B2329">
      <w:r>
        <w:t>515.1786</w:t>
      </w:r>
      <w:r>
        <w:tab/>
        <w:t>1.042e0</w:t>
      </w:r>
    </w:p>
    <w:p w:rsidR="007B2329" w:rsidRDefault="007B2329" w:rsidP="007B2329">
      <w:r>
        <w:t>515.1849</w:t>
      </w:r>
      <w:r>
        <w:tab/>
        <w:t>7.237e0</w:t>
      </w:r>
    </w:p>
    <w:p w:rsidR="007B2329" w:rsidRDefault="007B2329" w:rsidP="007B2329">
      <w:r>
        <w:t>515.1872</w:t>
      </w:r>
      <w:r>
        <w:tab/>
        <w:t>2.666e0</w:t>
      </w:r>
    </w:p>
    <w:p w:rsidR="007B2329" w:rsidRDefault="007B2329" w:rsidP="007B2329">
      <w:r>
        <w:t>515.1919</w:t>
      </w:r>
      <w:r>
        <w:tab/>
        <w:t>1.013e0</w:t>
      </w:r>
    </w:p>
    <w:p w:rsidR="007B2329" w:rsidRDefault="007B2329" w:rsidP="007B2329">
      <w:r>
        <w:t>515.2001</w:t>
      </w:r>
      <w:r>
        <w:tab/>
        <w:t>3.907e0</w:t>
      </w:r>
    </w:p>
    <w:p w:rsidR="007B2329" w:rsidRDefault="007B2329" w:rsidP="007B2329">
      <w:r>
        <w:t>515.2148</w:t>
      </w:r>
      <w:r>
        <w:tab/>
        <w:t>3.349e0</w:t>
      </w:r>
    </w:p>
    <w:p w:rsidR="007B2329" w:rsidRDefault="007B2329" w:rsidP="007B2329">
      <w:r>
        <w:t>515.2218</w:t>
      </w:r>
      <w:r>
        <w:tab/>
        <w:t>2.416e0</w:t>
      </w:r>
    </w:p>
    <w:p w:rsidR="007B2329" w:rsidRDefault="007B2329" w:rsidP="007B2329">
      <w:r>
        <w:t>515.2276</w:t>
      </w:r>
      <w:r>
        <w:tab/>
        <w:t>1.013e0</w:t>
      </w:r>
    </w:p>
    <w:p w:rsidR="007B2329" w:rsidRDefault="007B2329" w:rsidP="007B2329">
      <w:r>
        <w:lastRenderedPageBreak/>
        <w:t>515.2312</w:t>
      </w:r>
      <w:r>
        <w:tab/>
        <w:t>2.025e0</w:t>
      </w:r>
    </w:p>
    <w:p w:rsidR="007B2329" w:rsidRDefault="007B2329" w:rsidP="007B2329">
      <w:r>
        <w:t>515.2899</w:t>
      </w:r>
      <w:r>
        <w:tab/>
        <w:t>1.251e0</w:t>
      </w:r>
    </w:p>
    <w:p w:rsidR="007B2329" w:rsidRDefault="007B2329" w:rsidP="007B2329">
      <w:r>
        <w:t>515.3110</w:t>
      </w:r>
      <w:r>
        <w:tab/>
        <w:t>2.785e0</w:t>
      </w:r>
    </w:p>
    <w:p w:rsidR="007B2329" w:rsidRDefault="007B2329" w:rsidP="007B2329">
      <w:r>
        <w:t>515.3152</w:t>
      </w:r>
      <w:r>
        <w:tab/>
        <w:t>4.418e0</w:t>
      </w:r>
    </w:p>
    <w:p w:rsidR="007B2329" w:rsidRDefault="007B2329" w:rsidP="007B2329">
      <w:r>
        <w:t>515.3276</w:t>
      </w:r>
      <w:r>
        <w:tab/>
        <w:t>2.717e0</w:t>
      </w:r>
    </w:p>
    <w:p w:rsidR="007B2329" w:rsidRDefault="007B2329" w:rsidP="007B2329">
      <w:r>
        <w:t>515.3433</w:t>
      </w:r>
      <w:r>
        <w:tab/>
        <w:t>1.013e0</w:t>
      </w:r>
    </w:p>
    <w:p w:rsidR="007B2329" w:rsidRDefault="007B2329" w:rsidP="007B2329">
      <w:r>
        <w:t>515.3490</w:t>
      </w:r>
      <w:r>
        <w:tab/>
        <w:t>2.532e0</w:t>
      </w:r>
    </w:p>
    <w:p w:rsidR="007B2329" w:rsidRDefault="007B2329" w:rsidP="007B2329">
      <w:r>
        <w:t>515.3572</w:t>
      </w:r>
      <w:r>
        <w:tab/>
        <w:t>1.915e0</w:t>
      </w:r>
    </w:p>
    <w:p w:rsidR="007B2329" w:rsidRDefault="007B2329" w:rsidP="007B2329">
      <w:r>
        <w:t>515.3794</w:t>
      </w:r>
      <w:r>
        <w:tab/>
        <w:t>3.038e0</w:t>
      </w:r>
    </w:p>
    <w:p w:rsidR="007B2329" w:rsidRDefault="007B2329" w:rsidP="007B2329">
      <w:r>
        <w:t>515.3837</w:t>
      </w:r>
      <w:r>
        <w:tab/>
        <w:t>1.013e0</w:t>
      </w:r>
    </w:p>
    <w:p w:rsidR="007B2329" w:rsidRDefault="007B2329" w:rsidP="007B2329">
      <w:r>
        <w:t>515.3936</w:t>
      </w:r>
      <w:r>
        <w:tab/>
        <w:t>3.884e0</w:t>
      </w:r>
    </w:p>
    <w:p w:rsidR="007B2329" w:rsidRDefault="007B2329" w:rsidP="007B2329">
      <w:r>
        <w:t>515.4021</w:t>
      </w:r>
      <w:r>
        <w:tab/>
        <w:t>1.013e0</w:t>
      </w:r>
    </w:p>
    <w:p w:rsidR="007B2329" w:rsidRDefault="007B2329" w:rsidP="007B2329">
      <w:r>
        <w:t>515.4238</w:t>
      </w:r>
      <w:r>
        <w:tab/>
        <w:t>1.266e-2</w:t>
      </w:r>
    </w:p>
    <w:p w:rsidR="007B2329" w:rsidRDefault="007B2329" w:rsidP="007B2329">
      <w:r>
        <w:t>515.4323</w:t>
      </w:r>
      <w:r>
        <w:tab/>
        <w:t>2.025e0</w:t>
      </w:r>
    </w:p>
    <w:p w:rsidR="007B2329" w:rsidRDefault="007B2329" w:rsidP="007B2329">
      <w:r>
        <w:t>515.4390</w:t>
      </w:r>
      <w:r>
        <w:tab/>
        <w:t>1.013e0</w:t>
      </w:r>
    </w:p>
    <w:p w:rsidR="007B2329" w:rsidRDefault="007B2329" w:rsidP="007B2329">
      <w:r>
        <w:t>515.4416</w:t>
      </w:r>
      <w:r>
        <w:tab/>
        <w:t>1.013e0</w:t>
      </w:r>
    </w:p>
    <w:p w:rsidR="007B2329" w:rsidRDefault="007B2329" w:rsidP="007B2329">
      <w:r>
        <w:t>515.4504</w:t>
      </w:r>
      <w:r>
        <w:tab/>
        <w:t>2.025e0</w:t>
      </w:r>
    </w:p>
    <w:p w:rsidR="007B2329" w:rsidRDefault="007B2329" w:rsidP="007B2329">
      <w:r>
        <w:t>515.4755</w:t>
      </w:r>
      <w:r>
        <w:tab/>
        <w:t>1.013e0</w:t>
      </w:r>
    </w:p>
    <w:p w:rsidR="007B2329" w:rsidRDefault="007B2329" w:rsidP="007B2329">
      <w:r>
        <w:t>515.4833</w:t>
      </w:r>
      <w:r>
        <w:tab/>
        <w:t>2.025e0</w:t>
      </w:r>
    </w:p>
    <w:p w:rsidR="007B2329" w:rsidRDefault="007B2329" w:rsidP="007B2329">
      <w:r>
        <w:lastRenderedPageBreak/>
        <w:t>515.4861</w:t>
      </w:r>
      <w:r>
        <w:tab/>
        <w:t>1.013e0</w:t>
      </w:r>
    </w:p>
    <w:p w:rsidR="007B2329" w:rsidRDefault="007B2329" w:rsidP="007B2329">
      <w:r>
        <w:t>515.5041</w:t>
      </w:r>
      <w:r>
        <w:tab/>
        <w:t>1.013e0</w:t>
      </w:r>
    </w:p>
    <w:p w:rsidR="007B2329" w:rsidRDefault="007B2329" w:rsidP="007B2329">
      <w:r>
        <w:t>515.5152</w:t>
      </w:r>
      <w:r>
        <w:tab/>
        <w:t>1.013e0</w:t>
      </w:r>
    </w:p>
    <w:p w:rsidR="007B2329" w:rsidRDefault="007B2329" w:rsidP="007B2329">
      <w:r>
        <w:t>515.5221</w:t>
      </w:r>
      <w:r>
        <w:tab/>
        <w:t>3.038e0</w:t>
      </w:r>
    </w:p>
    <w:p w:rsidR="007B2329" w:rsidRDefault="007B2329" w:rsidP="007B2329">
      <w:r>
        <w:t>515.5376</w:t>
      </w:r>
      <w:r>
        <w:tab/>
        <w:t>2.025e0</w:t>
      </w:r>
    </w:p>
    <w:p w:rsidR="007B2329" w:rsidRDefault="007B2329" w:rsidP="007B2329">
      <w:r>
        <w:t>515.5834</w:t>
      </w:r>
      <w:r>
        <w:tab/>
        <w:t>2.025e0</w:t>
      </w:r>
    </w:p>
    <w:p w:rsidR="007B2329" w:rsidRDefault="007B2329" w:rsidP="007B2329">
      <w:r>
        <w:t>515.5933</w:t>
      </w:r>
      <w:r>
        <w:tab/>
        <w:t>1.013e0</w:t>
      </w:r>
    </w:p>
    <w:p w:rsidR="007B2329" w:rsidRDefault="007B2329" w:rsidP="007B2329">
      <w:r>
        <w:t>515.6071</w:t>
      </w:r>
      <w:r>
        <w:tab/>
        <w:t>1.013e0</w:t>
      </w:r>
    </w:p>
    <w:p w:rsidR="007B2329" w:rsidRDefault="007B2329" w:rsidP="007B2329">
      <w:r>
        <w:t>515.6187</w:t>
      </w:r>
      <w:r>
        <w:tab/>
        <w:t>2.025e0</w:t>
      </w:r>
    </w:p>
    <w:p w:rsidR="007B2329" w:rsidRDefault="007B2329" w:rsidP="007B2329">
      <w:r>
        <w:t>515.6291</w:t>
      </w:r>
      <w:r>
        <w:tab/>
        <w:t>1.013e0</w:t>
      </w:r>
    </w:p>
    <w:p w:rsidR="007B2329" w:rsidRDefault="007B2329" w:rsidP="007B2329">
      <w:r>
        <w:t>515.6345</w:t>
      </w:r>
      <w:r>
        <w:tab/>
        <w:t>7.089e0</w:t>
      </w:r>
    </w:p>
    <w:p w:rsidR="007B2329" w:rsidRDefault="007B2329" w:rsidP="007B2329">
      <w:r>
        <w:t>515.6379</w:t>
      </w:r>
      <w:r>
        <w:tab/>
        <w:t>1.013e0</w:t>
      </w:r>
    </w:p>
    <w:p w:rsidR="007B2329" w:rsidRDefault="007B2329" w:rsidP="007B2329">
      <w:r>
        <w:t>515.6453</w:t>
      </w:r>
      <w:r>
        <w:tab/>
        <w:t>3.038e0</w:t>
      </w:r>
    </w:p>
    <w:p w:rsidR="007B2329" w:rsidRDefault="007B2329" w:rsidP="007B2329">
      <w:r>
        <w:t>515.6826</w:t>
      </w:r>
      <w:r>
        <w:tab/>
        <w:t>2.038e0</w:t>
      </w:r>
    </w:p>
    <w:p w:rsidR="007B2329" w:rsidRDefault="007B2329" w:rsidP="007B2329">
      <w:r>
        <w:t>515.7095</w:t>
      </w:r>
      <w:r>
        <w:tab/>
        <w:t>2.025e0</w:t>
      </w:r>
    </w:p>
    <w:p w:rsidR="007B2329" w:rsidRDefault="007B2329" w:rsidP="007B2329">
      <w:r>
        <w:t>515.7359</w:t>
      </w:r>
      <w:r>
        <w:tab/>
        <w:t>2.025e0</w:t>
      </w:r>
    </w:p>
    <w:p w:rsidR="007B2329" w:rsidRDefault="007B2329" w:rsidP="007B2329">
      <w:r>
        <w:t>515.7541</w:t>
      </w:r>
      <w:r>
        <w:tab/>
        <w:t>2.025e0</w:t>
      </w:r>
    </w:p>
    <w:p w:rsidR="007B2329" w:rsidRDefault="007B2329" w:rsidP="007B2329">
      <w:r>
        <w:t>515.7630</w:t>
      </w:r>
      <w:r>
        <w:tab/>
        <w:t>1.013e0</w:t>
      </w:r>
    </w:p>
    <w:p w:rsidR="007B2329" w:rsidRDefault="007B2329" w:rsidP="007B2329">
      <w:r>
        <w:t>515.7668</w:t>
      </w:r>
      <w:r>
        <w:tab/>
        <w:t>2.025e0</w:t>
      </w:r>
    </w:p>
    <w:p w:rsidR="007B2329" w:rsidRDefault="007B2329" w:rsidP="007B2329">
      <w:r>
        <w:lastRenderedPageBreak/>
        <w:t>515.7898</w:t>
      </w:r>
      <w:r>
        <w:tab/>
        <w:t>1.013e0</w:t>
      </w:r>
    </w:p>
    <w:p w:rsidR="007B2329" w:rsidRDefault="007B2329" w:rsidP="007B2329">
      <w:r>
        <w:t>515.8120</w:t>
      </w:r>
      <w:r>
        <w:tab/>
        <w:t>3.038e0</w:t>
      </w:r>
    </w:p>
    <w:p w:rsidR="007B2329" w:rsidRDefault="007B2329" w:rsidP="007B2329">
      <w:r>
        <w:t>515.8305</w:t>
      </w:r>
      <w:r>
        <w:tab/>
        <w:t>1.013e0</w:t>
      </w:r>
    </w:p>
    <w:p w:rsidR="007B2329" w:rsidRDefault="007B2329" w:rsidP="007B2329">
      <w:r>
        <w:t>515.8469</w:t>
      </w:r>
      <w:r>
        <w:tab/>
        <w:t>4.051e0</w:t>
      </w:r>
    </w:p>
    <w:p w:rsidR="007B2329" w:rsidRDefault="007B2329" w:rsidP="007B2329">
      <w:r>
        <w:t>515.8613</w:t>
      </w:r>
      <w:r>
        <w:tab/>
        <w:t>5.063e0</w:t>
      </w:r>
    </w:p>
    <w:p w:rsidR="007B2329" w:rsidRDefault="007B2329" w:rsidP="007B2329">
      <w:r>
        <w:t>515.9039</w:t>
      </w:r>
      <w:r>
        <w:tab/>
        <w:t>1.013e0</w:t>
      </w:r>
    </w:p>
    <w:p w:rsidR="007B2329" w:rsidRDefault="007B2329" w:rsidP="007B2329">
      <w:r>
        <w:t>515.9332</w:t>
      </w:r>
      <w:r>
        <w:tab/>
        <w:t>4.051e0</w:t>
      </w:r>
    </w:p>
    <w:p w:rsidR="007B2329" w:rsidRDefault="007B2329" w:rsidP="007B2329">
      <w:r>
        <w:t>515.9506</w:t>
      </w:r>
      <w:r>
        <w:tab/>
        <w:t>1.013e0</w:t>
      </w:r>
    </w:p>
    <w:p w:rsidR="007B2329" w:rsidRDefault="007B2329" w:rsidP="007B2329">
      <w:r>
        <w:t>515.9594</w:t>
      </w:r>
      <w:r>
        <w:tab/>
        <w:t>1.013e0</w:t>
      </w:r>
    </w:p>
    <w:p w:rsidR="007B2329" w:rsidRDefault="007B2329" w:rsidP="007B2329">
      <w:r>
        <w:t>515.9620</w:t>
      </w:r>
      <w:r>
        <w:tab/>
        <w:t>1.013e0</w:t>
      </w:r>
    </w:p>
    <w:p w:rsidR="007B2329" w:rsidRDefault="007B2329" w:rsidP="007B2329">
      <w:r>
        <w:t>515.9883</w:t>
      </w:r>
      <w:r>
        <w:tab/>
        <w:t>3.038e0</w:t>
      </w:r>
    </w:p>
    <w:p w:rsidR="007B2329" w:rsidRDefault="007B2329" w:rsidP="007B2329">
      <w:r>
        <w:t>516.0220</w:t>
      </w:r>
      <w:r>
        <w:tab/>
        <w:t>1.013e0</w:t>
      </w:r>
    </w:p>
    <w:p w:rsidR="007B2329" w:rsidRDefault="007B2329" w:rsidP="007B2329">
      <w:r>
        <w:t>516.0399</w:t>
      </w:r>
      <w:r>
        <w:tab/>
        <w:t>2.025e0</w:t>
      </w:r>
    </w:p>
    <w:p w:rsidR="007B2329" w:rsidRDefault="007B2329" w:rsidP="007B2329">
      <w:r>
        <w:t>516.0450</w:t>
      </w:r>
      <w:r>
        <w:tab/>
        <w:t>4.051e0</w:t>
      </w:r>
    </w:p>
    <w:p w:rsidR="007B2329" w:rsidRDefault="007B2329" w:rsidP="007B2329">
      <w:r>
        <w:t>516.0806</w:t>
      </w:r>
      <w:r>
        <w:tab/>
        <w:t>3.850e0</w:t>
      </w:r>
    </w:p>
    <w:p w:rsidR="007B2329" w:rsidRDefault="007B2329" w:rsidP="007B2329">
      <w:r>
        <w:t>516.1116</w:t>
      </w:r>
      <w:r>
        <w:tab/>
        <w:t>2.038e0</w:t>
      </w:r>
    </w:p>
    <w:p w:rsidR="007B2329" w:rsidRDefault="007B2329" w:rsidP="007B2329">
      <w:r>
        <w:t>516.1381</w:t>
      </w:r>
      <w:r>
        <w:tab/>
        <w:t>1.013e0</w:t>
      </w:r>
    </w:p>
    <w:p w:rsidR="007B2329" w:rsidRDefault="007B2329" w:rsidP="007B2329">
      <w:r>
        <w:t>516.1493</w:t>
      </w:r>
      <w:r>
        <w:tab/>
        <w:t>1.013e0</w:t>
      </w:r>
    </w:p>
    <w:p w:rsidR="007B2329" w:rsidRDefault="007B2329" w:rsidP="007B2329">
      <w:r>
        <w:t>516.1830</w:t>
      </w:r>
      <w:r>
        <w:tab/>
        <w:t>2.025e0</w:t>
      </w:r>
    </w:p>
    <w:p w:rsidR="007B2329" w:rsidRDefault="007B2329" w:rsidP="007B2329">
      <w:r>
        <w:lastRenderedPageBreak/>
        <w:t>516.1901</w:t>
      </w:r>
      <w:r>
        <w:tab/>
        <w:t>2.038e0</w:t>
      </w:r>
    </w:p>
    <w:p w:rsidR="007B2329" w:rsidRDefault="007B2329" w:rsidP="007B2329">
      <w:r>
        <w:t>516.2038</w:t>
      </w:r>
      <w:r>
        <w:tab/>
        <w:t>1.013e0</w:t>
      </w:r>
    </w:p>
    <w:p w:rsidR="007B2329" w:rsidRDefault="007B2329" w:rsidP="007B2329">
      <w:r>
        <w:t>516.2905</w:t>
      </w:r>
      <w:r>
        <w:tab/>
        <w:t>2.436e0</w:t>
      </w:r>
    </w:p>
    <w:p w:rsidR="007B2329" w:rsidRDefault="007B2329" w:rsidP="007B2329">
      <w:r>
        <w:t>516.3124</w:t>
      </w:r>
      <w:r>
        <w:tab/>
        <w:t>3.558e0</w:t>
      </w:r>
    </w:p>
    <w:p w:rsidR="007B2329" w:rsidRDefault="007B2329" w:rsidP="007B2329">
      <w:r>
        <w:t>516.3263</w:t>
      </w:r>
      <w:r>
        <w:tab/>
        <w:t>3.342e0</w:t>
      </w:r>
    </w:p>
    <w:p w:rsidR="007B2329" w:rsidRDefault="007B2329" w:rsidP="007B2329">
      <w:r>
        <w:t>516.3326</w:t>
      </w:r>
      <w:r>
        <w:tab/>
        <w:t>1.013e0</w:t>
      </w:r>
    </w:p>
    <w:p w:rsidR="007B2329" w:rsidRDefault="007B2329" w:rsidP="007B2329">
      <w:r>
        <w:t>516.3414</w:t>
      </w:r>
      <w:r>
        <w:tab/>
        <w:t>3.562e0</w:t>
      </w:r>
    </w:p>
    <w:p w:rsidR="007B2329" w:rsidRDefault="007B2329" w:rsidP="007B2329">
      <w:r>
        <w:t>516.3664</w:t>
      </w:r>
      <w:r>
        <w:tab/>
        <w:t>2.818e0</w:t>
      </w:r>
    </w:p>
    <w:p w:rsidR="007B2329" w:rsidRDefault="007B2329" w:rsidP="007B2329">
      <w:r>
        <w:t>516.3716</w:t>
      </w:r>
      <w:r>
        <w:tab/>
        <w:t>3.038e0</w:t>
      </w:r>
    </w:p>
    <w:p w:rsidR="007B2329" w:rsidRDefault="007B2329" w:rsidP="007B2329">
      <w:r>
        <w:t>516.3801</w:t>
      </w:r>
      <w:r>
        <w:tab/>
        <w:t>4.446e0</w:t>
      </w:r>
    </w:p>
    <w:p w:rsidR="007B2329" w:rsidRDefault="007B2329" w:rsidP="007B2329">
      <w:r>
        <w:t>516.3906</w:t>
      </w:r>
      <w:r>
        <w:tab/>
        <w:t>1.025e0</w:t>
      </w:r>
    </w:p>
    <w:p w:rsidR="007B2329" w:rsidRDefault="007B2329" w:rsidP="007B2329">
      <w:r>
        <w:t>516.3976</w:t>
      </w:r>
      <w:r>
        <w:tab/>
        <w:t>1.013e0</w:t>
      </w:r>
    </w:p>
    <w:p w:rsidR="007B2329" w:rsidRDefault="007B2329" w:rsidP="007B2329">
      <w:r>
        <w:t>516.4088</w:t>
      </w:r>
      <w:r>
        <w:tab/>
        <w:t>1.013e0</w:t>
      </w:r>
    </w:p>
    <w:p w:rsidR="007B2329" w:rsidRDefault="007B2329" w:rsidP="007B2329">
      <w:r>
        <w:t>516.4348</w:t>
      </w:r>
      <w:r>
        <w:tab/>
        <w:t>2.025e0</w:t>
      </w:r>
    </w:p>
    <w:p w:rsidR="007B2329" w:rsidRDefault="007B2329" w:rsidP="007B2329">
      <w:r>
        <w:t>516.4371</w:t>
      </w:r>
      <w:r>
        <w:tab/>
        <w:t>2.025e0</w:t>
      </w:r>
    </w:p>
    <w:p w:rsidR="007B2329" w:rsidRDefault="007B2329" w:rsidP="007B2329">
      <w:r>
        <w:t>516.4511</w:t>
      </w:r>
      <w:r>
        <w:tab/>
        <w:t>1.013e0</w:t>
      </w:r>
    </w:p>
    <w:p w:rsidR="007B2329" w:rsidRDefault="007B2329" w:rsidP="007B2329">
      <w:r>
        <w:t>516.4775</w:t>
      </w:r>
      <w:r>
        <w:tab/>
        <w:t>3.038e0</w:t>
      </w:r>
    </w:p>
    <w:p w:rsidR="007B2329" w:rsidRDefault="007B2329" w:rsidP="007B2329">
      <w:r>
        <w:t>516.4869</w:t>
      </w:r>
      <w:r>
        <w:tab/>
        <w:t>1.013e0</w:t>
      </w:r>
    </w:p>
    <w:p w:rsidR="007B2329" w:rsidRDefault="007B2329" w:rsidP="007B2329">
      <w:r>
        <w:t>516.5314</w:t>
      </w:r>
      <w:r>
        <w:tab/>
        <w:t>1.013e0</w:t>
      </w:r>
    </w:p>
    <w:p w:rsidR="007B2329" w:rsidRDefault="007B2329" w:rsidP="007B2329">
      <w:r>
        <w:lastRenderedPageBreak/>
        <w:t>516.5376</w:t>
      </w:r>
      <w:r>
        <w:tab/>
        <w:t>1.013e0</w:t>
      </w:r>
    </w:p>
    <w:p w:rsidR="007B2329" w:rsidRDefault="007B2329" w:rsidP="007B2329">
      <w:r>
        <w:t>516.5558</w:t>
      </w:r>
      <w:r>
        <w:tab/>
        <w:t>1.013e0</w:t>
      </w:r>
    </w:p>
    <w:p w:rsidR="007B2329" w:rsidRDefault="007B2329" w:rsidP="007B2329">
      <w:r>
        <w:t>516.5569</w:t>
      </w:r>
      <w:r>
        <w:tab/>
        <w:t>2.025e0</w:t>
      </w:r>
    </w:p>
    <w:p w:rsidR="007B2329" w:rsidRDefault="007B2329" w:rsidP="007B2329">
      <w:r>
        <w:t>516.5582</w:t>
      </w:r>
      <w:r>
        <w:tab/>
        <w:t>2.025e0</w:t>
      </w:r>
    </w:p>
    <w:p w:rsidR="007B2329" w:rsidRDefault="007B2329" w:rsidP="007B2329">
      <w:r>
        <w:t>516.5909</w:t>
      </w:r>
      <w:r>
        <w:tab/>
        <w:t>5.063e0</w:t>
      </w:r>
    </w:p>
    <w:p w:rsidR="007B2329" w:rsidRDefault="007B2329" w:rsidP="007B2329">
      <w:r>
        <w:t>516.5992</w:t>
      </w:r>
      <w:r>
        <w:tab/>
        <w:t>3.038e0</w:t>
      </w:r>
    </w:p>
    <w:p w:rsidR="007B2329" w:rsidRDefault="007B2329" w:rsidP="007B2329">
      <w:r>
        <w:t>516.6110</w:t>
      </w:r>
      <w:r>
        <w:tab/>
        <w:t>1.013e0</w:t>
      </w:r>
    </w:p>
    <w:p w:rsidR="007B2329" w:rsidRDefault="007B2329" w:rsidP="007B2329">
      <w:r>
        <w:t>516.6138</w:t>
      </w:r>
      <w:r>
        <w:tab/>
        <w:t>1.025e0</w:t>
      </w:r>
    </w:p>
    <w:p w:rsidR="007B2329" w:rsidRDefault="007B2329" w:rsidP="007B2329">
      <w:r>
        <w:t>516.6210</w:t>
      </w:r>
      <w:r>
        <w:tab/>
        <w:t>1.013e0</w:t>
      </w:r>
    </w:p>
    <w:p w:rsidR="007B2329" w:rsidRDefault="007B2329" w:rsidP="007B2329">
      <w:r>
        <w:t>516.6292</w:t>
      </w:r>
      <w:r>
        <w:tab/>
        <w:t>3.038e0</w:t>
      </w:r>
    </w:p>
    <w:p w:rsidR="007B2329" w:rsidRDefault="007B2329" w:rsidP="007B2329">
      <w:r>
        <w:t>516.6485</w:t>
      </w:r>
      <w:r>
        <w:tab/>
        <w:t>2.025e0</w:t>
      </w:r>
    </w:p>
    <w:p w:rsidR="007B2329" w:rsidRDefault="007B2329" w:rsidP="007B2329">
      <w:r>
        <w:t>516.6726</w:t>
      </w:r>
      <w:r>
        <w:tab/>
        <w:t>2.025e0</w:t>
      </w:r>
    </w:p>
    <w:p w:rsidR="007B2329" w:rsidRDefault="007B2329" w:rsidP="007B2329">
      <w:r>
        <w:t>516.6760</w:t>
      </w:r>
      <w:r>
        <w:tab/>
        <w:t>3.038e0</w:t>
      </w:r>
    </w:p>
    <w:p w:rsidR="007B2329" w:rsidRDefault="007B2329" w:rsidP="007B2329">
      <w:r>
        <w:t>516.6938</w:t>
      </w:r>
      <w:r>
        <w:tab/>
        <w:t>2.025e0</w:t>
      </w:r>
    </w:p>
    <w:p w:rsidR="007B2329" w:rsidRDefault="007B2329" w:rsidP="007B2329">
      <w:r>
        <w:t>516.7001</w:t>
      </w:r>
      <w:r>
        <w:tab/>
        <w:t>2.508e0</w:t>
      </w:r>
    </w:p>
    <w:p w:rsidR="007B2329" w:rsidRDefault="007B2329" w:rsidP="007B2329">
      <w:r>
        <w:t>516.7272</w:t>
      </w:r>
      <w:r>
        <w:tab/>
        <w:t>2.025e0</w:t>
      </w:r>
    </w:p>
    <w:p w:rsidR="007B2329" w:rsidRDefault="007B2329" w:rsidP="007B2329">
      <w:r>
        <w:t>516.7320</w:t>
      </w:r>
      <w:r>
        <w:tab/>
        <w:t>5.063e0</w:t>
      </w:r>
    </w:p>
    <w:p w:rsidR="007B2329" w:rsidRDefault="007B2329" w:rsidP="007B2329">
      <w:r>
        <w:t>516.7462</w:t>
      </w:r>
      <w:r>
        <w:tab/>
        <w:t>1.013e0</w:t>
      </w:r>
    </w:p>
    <w:p w:rsidR="007B2329" w:rsidRDefault="007B2329" w:rsidP="007B2329">
      <w:r>
        <w:t>516.7549</w:t>
      </w:r>
      <w:r>
        <w:tab/>
        <w:t>3.038e0</w:t>
      </w:r>
    </w:p>
    <w:p w:rsidR="007B2329" w:rsidRDefault="007B2329" w:rsidP="007B2329">
      <w:r>
        <w:lastRenderedPageBreak/>
        <w:t>516.7690</w:t>
      </w:r>
      <w:r>
        <w:tab/>
        <w:t>3.038e0</w:t>
      </w:r>
    </w:p>
    <w:p w:rsidR="007B2329" w:rsidRDefault="007B2329" w:rsidP="007B2329">
      <w:r>
        <w:t>516.8082</w:t>
      </w:r>
      <w:r>
        <w:tab/>
        <w:t>2.025e0</w:t>
      </w:r>
    </w:p>
    <w:p w:rsidR="007B2329" w:rsidRDefault="007B2329" w:rsidP="007B2329">
      <w:r>
        <w:t>516.8156</w:t>
      </w:r>
      <w:r>
        <w:tab/>
        <w:t>4.051e0</w:t>
      </w:r>
    </w:p>
    <w:p w:rsidR="007B2329" w:rsidRDefault="007B2329" w:rsidP="007B2329">
      <w:r>
        <w:t>516.8237</w:t>
      </w:r>
      <w:r>
        <w:tab/>
        <w:t>2.025e0</w:t>
      </w:r>
    </w:p>
    <w:p w:rsidR="007B2329" w:rsidRDefault="007B2329" w:rsidP="007B2329">
      <w:r>
        <w:t>516.8268</w:t>
      </w:r>
      <w:r>
        <w:tab/>
        <w:t>1.013e0</w:t>
      </w:r>
    </w:p>
    <w:p w:rsidR="007B2329" w:rsidRDefault="007B2329" w:rsidP="007B2329">
      <w:r>
        <w:t>516.8438</w:t>
      </w:r>
      <w:r>
        <w:tab/>
        <w:t>2.025e0</w:t>
      </w:r>
    </w:p>
    <w:p w:rsidR="007B2329" w:rsidRDefault="007B2329" w:rsidP="007B2329">
      <w:r>
        <w:t>516.8528</w:t>
      </w:r>
      <w:r>
        <w:tab/>
        <w:t>1.013e0</w:t>
      </w:r>
    </w:p>
    <w:p w:rsidR="007B2329" w:rsidRDefault="007B2329" w:rsidP="007B2329">
      <w:r>
        <w:t>516.8893</w:t>
      </w:r>
      <w:r>
        <w:tab/>
        <w:t>1.013e0</w:t>
      </w:r>
    </w:p>
    <w:p w:rsidR="007B2329" w:rsidRDefault="007B2329" w:rsidP="007B2329">
      <w:r>
        <w:t>516.8943</w:t>
      </w:r>
      <w:r>
        <w:tab/>
        <w:t>2.025e0</w:t>
      </w:r>
    </w:p>
    <w:p w:rsidR="007B2329" w:rsidRDefault="007B2329" w:rsidP="007B2329">
      <w:r>
        <w:t>516.9113</w:t>
      </w:r>
      <w:r>
        <w:tab/>
        <w:t>4.331e-2</w:t>
      </w:r>
    </w:p>
    <w:p w:rsidR="007B2329" w:rsidRDefault="007B2329" w:rsidP="007B2329">
      <w:r>
        <w:t>516.9161</w:t>
      </w:r>
      <w:r>
        <w:tab/>
        <w:t>1.013e0</w:t>
      </w:r>
    </w:p>
    <w:p w:rsidR="007B2329" w:rsidRDefault="007B2329" w:rsidP="007B2329">
      <w:r>
        <w:t>516.9202</w:t>
      </w:r>
      <w:r>
        <w:tab/>
        <w:t>2.025e0</w:t>
      </w:r>
    </w:p>
    <w:p w:rsidR="007B2329" w:rsidRDefault="007B2329" w:rsidP="007B2329">
      <w:r>
        <w:t>516.9274</w:t>
      </w:r>
      <w:r>
        <w:tab/>
        <w:t>3.038e0</w:t>
      </w:r>
    </w:p>
    <w:p w:rsidR="007B2329" w:rsidRDefault="007B2329" w:rsidP="007B2329">
      <w:r>
        <w:t>516.9658</w:t>
      </w:r>
      <w:r>
        <w:tab/>
        <w:t>2.025e0</w:t>
      </w:r>
    </w:p>
    <w:p w:rsidR="007B2329" w:rsidRDefault="007B2329" w:rsidP="007B2329">
      <w:r>
        <w:t>516.9877</w:t>
      </w:r>
      <w:r>
        <w:tab/>
        <w:t>2.025e0</w:t>
      </w:r>
    </w:p>
    <w:p w:rsidR="007B2329" w:rsidRDefault="007B2329" w:rsidP="007B2329">
      <w:r>
        <w:t>517.0026</w:t>
      </w:r>
      <w:r>
        <w:tab/>
        <w:t>1.013e0</w:t>
      </w:r>
    </w:p>
    <w:p w:rsidR="007B2329" w:rsidRDefault="007B2329" w:rsidP="007B2329">
      <w:r>
        <w:t>517.0291</w:t>
      </w:r>
      <w:r>
        <w:tab/>
        <w:t>2.025e0</w:t>
      </w:r>
    </w:p>
    <w:p w:rsidR="007B2329" w:rsidRDefault="007B2329" w:rsidP="007B2329">
      <w:r>
        <w:t>517.0605</w:t>
      </w:r>
      <w:r>
        <w:tab/>
        <w:t>1.013e0</w:t>
      </w:r>
    </w:p>
    <w:p w:rsidR="007B2329" w:rsidRDefault="007B2329" w:rsidP="007B2329">
      <w:r>
        <w:t>517.0766</w:t>
      </w:r>
      <w:r>
        <w:tab/>
        <w:t>3.978e0</w:t>
      </w:r>
    </w:p>
    <w:p w:rsidR="007B2329" w:rsidRDefault="007B2329" w:rsidP="007B2329">
      <w:r>
        <w:lastRenderedPageBreak/>
        <w:t>517.0791</w:t>
      </w:r>
      <w:r>
        <w:tab/>
        <w:t>1.013e0</w:t>
      </w:r>
    </w:p>
    <w:p w:rsidR="007B2329" w:rsidRDefault="007B2329" w:rsidP="007B2329">
      <w:r>
        <w:t>517.0801</w:t>
      </w:r>
      <w:r>
        <w:tab/>
        <w:t>3.884e0</w:t>
      </w:r>
    </w:p>
    <w:p w:rsidR="007B2329" w:rsidRDefault="007B2329" w:rsidP="007B2329">
      <w:r>
        <w:t>517.1203</w:t>
      </w:r>
      <w:r>
        <w:tab/>
        <w:t>1.429e0</w:t>
      </w:r>
    </w:p>
    <w:p w:rsidR="007B2329" w:rsidRDefault="007B2329" w:rsidP="007B2329">
      <w:r>
        <w:t>517.1250</w:t>
      </w:r>
      <w:r>
        <w:tab/>
        <w:t>4.051e0</w:t>
      </w:r>
    </w:p>
    <w:p w:rsidR="007B2329" w:rsidRDefault="007B2329" w:rsidP="007B2329">
      <w:r>
        <w:t>517.1343</w:t>
      </w:r>
      <w:r>
        <w:tab/>
        <w:t>3.726e0</w:t>
      </w:r>
    </w:p>
    <w:p w:rsidR="007B2329" w:rsidRDefault="007B2329" w:rsidP="007B2329">
      <w:r>
        <w:t>517.1489</w:t>
      </w:r>
      <w:r>
        <w:tab/>
        <w:t>8.652e0</w:t>
      </w:r>
    </w:p>
    <w:p w:rsidR="007B2329" w:rsidRDefault="007B2329" w:rsidP="007B2329">
      <w:r>
        <w:t>517.1733</w:t>
      </w:r>
      <w:r>
        <w:tab/>
        <w:t>1.519e0</w:t>
      </w:r>
    </w:p>
    <w:p w:rsidR="007B2329" w:rsidRDefault="007B2329" w:rsidP="007B2329">
      <w:r>
        <w:t>517.1815</w:t>
      </w:r>
      <w:r>
        <w:tab/>
        <w:t>2.025e0</w:t>
      </w:r>
    </w:p>
    <w:p w:rsidR="007B2329" w:rsidRDefault="007B2329" w:rsidP="007B2329">
      <w:r>
        <w:t>517.2332</w:t>
      </w:r>
      <w:r>
        <w:tab/>
        <w:t>2.025e0</w:t>
      </w:r>
    </w:p>
    <w:p w:rsidR="007B2329" w:rsidRDefault="007B2329" w:rsidP="007B2329">
      <w:r>
        <w:t>517.2566</w:t>
      </w:r>
      <w:r>
        <w:tab/>
        <w:t>1.013e0</w:t>
      </w:r>
    </w:p>
    <w:p w:rsidR="007B2329" w:rsidRDefault="007B2329" w:rsidP="007B2329">
      <w:r>
        <w:t>517.2897</w:t>
      </w:r>
      <w:r>
        <w:tab/>
        <w:t>2.066e0</w:t>
      </w:r>
    </w:p>
    <w:p w:rsidR="007B2329" w:rsidRDefault="007B2329" w:rsidP="007B2329">
      <w:r>
        <w:t>517.3020</w:t>
      </w:r>
      <w:r>
        <w:tab/>
        <w:t>2.993e0</w:t>
      </w:r>
    </w:p>
    <w:p w:rsidR="007B2329" w:rsidRDefault="007B2329" w:rsidP="007B2329">
      <w:r>
        <w:t>517.3305</w:t>
      </w:r>
      <w:r>
        <w:tab/>
        <w:t>6.690e0</w:t>
      </w:r>
    </w:p>
    <w:p w:rsidR="007B2329" w:rsidRDefault="007B2329" w:rsidP="007B2329">
      <w:r>
        <w:t>517.3369</w:t>
      </w:r>
      <w:r>
        <w:tab/>
        <w:t>5.935e0</w:t>
      </w:r>
    </w:p>
    <w:p w:rsidR="007B2329" w:rsidRDefault="007B2329" w:rsidP="007B2329">
      <w:r>
        <w:t>517.3441</w:t>
      </w:r>
      <w:r>
        <w:tab/>
        <w:t>6.351e0</w:t>
      </w:r>
    </w:p>
    <w:p w:rsidR="007B2329" w:rsidRDefault="007B2329" w:rsidP="007B2329">
      <w:r>
        <w:t>517.3468</w:t>
      </w:r>
      <w:r>
        <w:tab/>
        <w:t>3.038e0</w:t>
      </w:r>
    </w:p>
    <w:p w:rsidR="007B2329" w:rsidRDefault="007B2329" w:rsidP="007B2329">
      <w:r>
        <w:t>517.3524</w:t>
      </w:r>
      <w:r>
        <w:tab/>
        <w:t>4.051e0</w:t>
      </w:r>
    </w:p>
    <w:p w:rsidR="007B2329" w:rsidRDefault="007B2329" w:rsidP="007B2329">
      <w:r>
        <w:t>517.3570</w:t>
      </w:r>
      <w:r>
        <w:tab/>
        <w:t>1.291e1</w:t>
      </w:r>
    </w:p>
    <w:p w:rsidR="007B2329" w:rsidRDefault="007B2329" w:rsidP="007B2329">
      <w:r>
        <w:t>517.3596</w:t>
      </w:r>
      <w:r>
        <w:tab/>
        <w:t>1.404e1</w:t>
      </w:r>
    </w:p>
    <w:p w:rsidR="007B2329" w:rsidRDefault="007B2329" w:rsidP="007B2329">
      <w:r>
        <w:lastRenderedPageBreak/>
        <w:t>517.3844</w:t>
      </w:r>
      <w:r>
        <w:tab/>
        <w:t>3.884e0</w:t>
      </w:r>
    </w:p>
    <w:p w:rsidR="007B2329" w:rsidRDefault="007B2329" w:rsidP="007B2329">
      <w:r>
        <w:t>517.4009</w:t>
      </w:r>
      <w:r>
        <w:tab/>
        <w:t>4.051e0</w:t>
      </w:r>
    </w:p>
    <w:p w:rsidR="007B2329" w:rsidRDefault="007B2329" w:rsidP="007B2329">
      <w:r>
        <w:t>517.4312</w:t>
      </w:r>
      <w:r>
        <w:tab/>
        <w:t>3.038e0</w:t>
      </w:r>
    </w:p>
    <w:p w:rsidR="007B2329" w:rsidRDefault="007B2329" w:rsidP="007B2329">
      <w:r>
        <w:t>517.4533</w:t>
      </w:r>
      <w:r>
        <w:tab/>
        <w:t>1.266e-2</w:t>
      </w:r>
    </w:p>
    <w:p w:rsidR="007B2329" w:rsidRDefault="007B2329" w:rsidP="007B2329">
      <w:r>
        <w:t>517.4673</w:t>
      </w:r>
      <w:r>
        <w:tab/>
        <w:t>2.025e0</w:t>
      </w:r>
    </w:p>
    <w:p w:rsidR="007B2329" w:rsidRDefault="007B2329" w:rsidP="007B2329">
      <w:r>
        <w:t>517.4839</w:t>
      </w:r>
      <w:r>
        <w:tab/>
        <w:t>3.038e0</w:t>
      </w:r>
    </w:p>
    <w:p w:rsidR="007B2329" w:rsidRDefault="007B2329" w:rsidP="007B2329">
      <w:r>
        <w:t>517.4891</w:t>
      </w:r>
      <w:r>
        <w:tab/>
        <w:t>1.266e-2</w:t>
      </w:r>
    </w:p>
    <w:p w:rsidR="007B2329" w:rsidRDefault="007B2329" w:rsidP="007B2329">
      <w:r>
        <w:t>517.5006</w:t>
      </w:r>
      <w:r>
        <w:tab/>
        <w:t>2.025e0</w:t>
      </w:r>
    </w:p>
    <w:p w:rsidR="007B2329" w:rsidRDefault="007B2329" w:rsidP="007B2329">
      <w:r>
        <w:t>517.5035</w:t>
      </w:r>
      <w:r>
        <w:tab/>
        <w:t>2.025e0</w:t>
      </w:r>
    </w:p>
    <w:p w:rsidR="007B2329" w:rsidRDefault="007B2329" w:rsidP="007B2329">
      <w:r>
        <w:t>517.5164</w:t>
      </w:r>
      <w:r>
        <w:tab/>
        <w:t>2.025e0</w:t>
      </w:r>
    </w:p>
    <w:p w:rsidR="007B2329" w:rsidRDefault="007B2329" w:rsidP="007B2329">
      <w:r>
        <w:t>517.5230</w:t>
      </w:r>
      <w:r>
        <w:tab/>
        <w:t>1.013e0</w:t>
      </w:r>
    </w:p>
    <w:p w:rsidR="007B2329" w:rsidRDefault="007B2329" w:rsidP="007B2329">
      <w:r>
        <w:t>517.5609</w:t>
      </w:r>
      <w:r>
        <w:tab/>
        <w:t>2.025e0</w:t>
      </w:r>
    </w:p>
    <w:p w:rsidR="007B2329" w:rsidRDefault="007B2329" w:rsidP="007B2329">
      <w:r>
        <w:t>517.6017</w:t>
      </w:r>
      <w:r>
        <w:tab/>
        <w:t>2.025e0</w:t>
      </w:r>
    </w:p>
    <w:p w:rsidR="007B2329" w:rsidRDefault="007B2329" w:rsidP="007B2329">
      <w:r>
        <w:t>517.6094</w:t>
      </w:r>
      <w:r>
        <w:tab/>
        <w:t>2.025e0</w:t>
      </w:r>
    </w:p>
    <w:p w:rsidR="007B2329" w:rsidRDefault="007B2329" w:rsidP="007B2329">
      <w:r>
        <w:t>517.6506</w:t>
      </w:r>
      <w:r>
        <w:tab/>
        <w:t>1.013e0</w:t>
      </w:r>
    </w:p>
    <w:p w:rsidR="007B2329" w:rsidRDefault="007B2329" w:rsidP="007B2329">
      <w:r>
        <w:t>517.6545</w:t>
      </w:r>
      <w:r>
        <w:tab/>
        <w:t>1.013e0</w:t>
      </w:r>
    </w:p>
    <w:p w:rsidR="007B2329" w:rsidRDefault="007B2329" w:rsidP="007B2329">
      <w:r>
        <w:t>517.6595</w:t>
      </w:r>
      <w:r>
        <w:tab/>
        <w:t>1.013e0</w:t>
      </w:r>
    </w:p>
    <w:p w:rsidR="007B2329" w:rsidRDefault="007B2329" w:rsidP="007B2329">
      <w:r>
        <w:t>517.6732</w:t>
      </w:r>
      <w:r>
        <w:tab/>
        <w:t>1.013e0</w:t>
      </w:r>
    </w:p>
    <w:p w:rsidR="007B2329" w:rsidRDefault="007B2329" w:rsidP="007B2329">
      <w:r>
        <w:t>517.6773</w:t>
      </w:r>
      <w:r>
        <w:tab/>
        <w:t>1.013e0</w:t>
      </w:r>
    </w:p>
    <w:p w:rsidR="007B2329" w:rsidRDefault="007B2329" w:rsidP="007B2329">
      <w:r>
        <w:lastRenderedPageBreak/>
        <w:t>517.7131</w:t>
      </w:r>
      <w:r>
        <w:tab/>
        <w:t>1.013e0</w:t>
      </w:r>
    </w:p>
    <w:p w:rsidR="007B2329" w:rsidRDefault="007B2329" w:rsidP="007B2329">
      <w:r>
        <w:t>517.7221</w:t>
      </w:r>
      <w:r>
        <w:tab/>
        <w:t>1.013e0</w:t>
      </w:r>
    </w:p>
    <w:p w:rsidR="007B2329" w:rsidRDefault="007B2329" w:rsidP="007B2329">
      <w:r>
        <w:t>517.7402</w:t>
      </w:r>
      <w:r>
        <w:tab/>
        <w:t>1.013e0</w:t>
      </w:r>
    </w:p>
    <w:p w:rsidR="007B2329" w:rsidRDefault="007B2329" w:rsidP="007B2329">
      <w:r>
        <w:t>517.7526</w:t>
      </w:r>
      <w:r>
        <w:tab/>
        <w:t>3.038e0</w:t>
      </w:r>
    </w:p>
    <w:p w:rsidR="007B2329" w:rsidRDefault="007B2329" w:rsidP="007B2329">
      <w:r>
        <w:t>517.7690</w:t>
      </w:r>
      <w:r>
        <w:tab/>
        <w:t>2.025e0</w:t>
      </w:r>
    </w:p>
    <w:p w:rsidR="007B2329" w:rsidRDefault="007B2329" w:rsidP="007B2329">
      <w:r>
        <w:t>517.7754</w:t>
      </w:r>
      <w:r>
        <w:tab/>
        <w:t>2.025e0</w:t>
      </w:r>
    </w:p>
    <w:p w:rsidR="007B2329" w:rsidRDefault="007B2329" w:rsidP="007B2329">
      <w:r>
        <w:t>517.7816</w:t>
      </w:r>
      <w:r>
        <w:tab/>
        <w:t>2.025e0</w:t>
      </w:r>
    </w:p>
    <w:p w:rsidR="007B2329" w:rsidRDefault="007B2329" w:rsidP="007B2329">
      <w:r>
        <w:t>517.7861</w:t>
      </w:r>
      <w:r>
        <w:tab/>
        <w:t>1.013e0</w:t>
      </w:r>
    </w:p>
    <w:p w:rsidR="007B2329" w:rsidRDefault="007B2329" w:rsidP="007B2329">
      <w:r>
        <w:t>517.8368</w:t>
      </w:r>
      <w:r>
        <w:tab/>
        <w:t>2.025e0</w:t>
      </w:r>
    </w:p>
    <w:p w:rsidR="007B2329" w:rsidRDefault="007B2329" w:rsidP="007B2329">
      <w:r>
        <w:t>517.8387</w:t>
      </w:r>
      <w:r>
        <w:tab/>
        <w:t>2.025e0</w:t>
      </w:r>
    </w:p>
    <w:p w:rsidR="007B2329" w:rsidRDefault="007B2329" w:rsidP="007B2329">
      <w:r>
        <w:t>517.8477</w:t>
      </w:r>
      <w:r>
        <w:tab/>
        <w:t>1.013e0</w:t>
      </w:r>
    </w:p>
    <w:p w:rsidR="007B2329" w:rsidRDefault="007B2329" w:rsidP="007B2329">
      <w:r>
        <w:t>517.8655</w:t>
      </w:r>
      <w:r>
        <w:tab/>
        <w:t>1.013e0</w:t>
      </w:r>
    </w:p>
    <w:p w:rsidR="007B2329" w:rsidRDefault="007B2329" w:rsidP="007B2329">
      <w:r>
        <w:t>517.9016</w:t>
      </w:r>
      <w:r>
        <w:tab/>
        <w:t>3.038e0</w:t>
      </w:r>
    </w:p>
    <w:p w:rsidR="007B2329" w:rsidRDefault="007B2329" w:rsidP="007B2329">
      <w:r>
        <w:t>517.9330</w:t>
      </w:r>
      <w:r>
        <w:tab/>
        <w:t>1.013e0</w:t>
      </w:r>
    </w:p>
    <w:p w:rsidR="007B2329" w:rsidRDefault="007B2329" w:rsidP="007B2329">
      <w:r>
        <w:t>517.9662</w:t>
      </w:r>
      <w:r>
        <w:tab/>
        <w:t>3.038e0</w:t>
      </w:r>
    </w:p>
    <w:p w:rsidR="007B2329" w:rsidRDefault="007B2329" w:rsidP="007B2329">
      <w:r>
        <w:t>517.9881</w:t>
      </w:r>
      <w:r>
        <w:tab/>
        <w:t>1.013e0</w:t>
      </w:r>
    </w:p>
    <w:p w:rsidR="007B2329" w:rsidRDefault="007B2329" w:rsidP="007B2329">
      <w:r>
        <w:t>518.0145</w:t>
      </w:r>
      <w:r>
        <w:tab/>
        <w:t>2.025e0</w:t>
      </w:r>
    </w:p>
    <w:p w:rsidR="007B2329" w:rsidRDefault="007B2329" w:rsidP="007B2329">
      <w:r>
        <w:t>518.0250</w:t>
      </w:r>
      <w:r>
        <w:tab/>
        <w:t>1.013e0</w:t>
      </w:r>
    </w:p>
    <w:p w:rsidR="007B2329" w:rsidRDefault="007B2329" w:rsidP="007B2329">
      <w:r>
        <w:t>518.0360</w:t>
      </w:r>
      <w:r>
        <w:tab/>
        <w:t>1.013e0</w:t>
      </w:r>
    </w:p>
    <w:p w:rsidR="007B2329" w:rsidRDefault="007B2329" w:rsidP="007B2329">
      <w:r>
        <w:lastRenderedPageBreak/>
        <w:t>518.0619</w:t>
      </w:r>
      <w:r>
        <w:tab/>
        <w:t>1.013e0</w:t>
      </w:r>
    </w:p>
    <w:p w:rsidR="007B2329" w:rsidRDefault="007B2329" w:rsidP="007B2329">
      <w:r>
        <w:t>518.0752</w:t>
      </w:r>
      <w:r>
        <w:tab/>
        <w:t>2.532e-2</w:t>
      </w:r>
    </w:p>
    <w:p w:rsidR="007B2329" w:rsidRDefault="007B2329" w:rsidP="007B2329">
      <w:r>
        <w:t>518.0830</w:t>
      </w:r>
      <w:r>
        <w:tab/>
        <w:t>1.013e0</w:t>
      </w:r>
    </w:p>
    <w:p w:rsidR="007B2329" w:rsidRDefault="007B2329" w:rsidP="007B2329">
      <w:r>
        <w:t>518.1295</w:t>
      </w:r>
      <w:r>
        <w:tab/>
        <w:t>3.926e0</w:t>
      </w:r>
    </w:p>
    <w:p w:rsidR="007B2329" w:rsidRDefault="007B2329" w:rsidP="007B2329">
      <w:r>
        <w:t>518.1346</w:t>
      </w:r>
      <w:r>
        <w:tab/>
        <w:t>1.594e0</w:t>
      </w:r>
    </w:p>
    <w:p w:rsidR="007B2329" w:rsidRDefault="007B2329" w:rsidP="007B2329">
      <w:r>
        <w:t>518.1628</w:t>
      </w:r>
      <w:r>
        <w:tab/>
        <w:t>2.025e0</w:t>
      </w:r>
    </w:p>
    <w:p w:rsidR="007B2329" w:rsidRDefault="007B2329" w:rsidP="007B2329">
      <w:r>
        <w:t>518.1704</w:t>
      </w:r>
      <w:r>
        <w:tab/>
        <w:t>1.013e0</w:t>
      </w:r>
    </w:p>
    <w:p w:rsidR="007B2329" w:rsidRDefault="007B2329" w:rsidP="007B2329">
      <w:r>
        <w:t>518.1733</w:t>
      </w:r>
      <w:r>
        <w:tab/>
        <w:t>2.212e0</w:t>
      </w:r>
    </w:p>
    <w:p w:rsidR="007B2329" w:rsidRDefault="007B2329" w:rsidP="007B2329">
      <w:r>
        <w:t>518.1958</w:t>
      </w:r>
      <w:r>
        <w:tab/>
        <w:t>1.443e0</w:t>
      </w:r>
    </w:p>
    <w:p w:rsidR="007B2329" w:rsidRDefault="007B2329" w:rsidP="007B2329">
      <w:r>
        <w:t>518.2054</w:t>
      </w:r>
      <w:r>
        <w:tab/>
        <w:t>3.728e0</w:t>
      </w:r>
    </w:p>
    <w:p w:rsidR="007B2329" w:rsidRDefault="007B2329" w:rsidP="007B2329">
      <w:r>
        <w:t>518.2081</w:t>
      </w:r>
      <w:r>
        <w:tab/>
        <w:t>1.098e0</w:t>
      </w:r>
    </w:p>
    <w:p w:rsidR="007B2329" w:rsidRDefault="007B2329" w:rsidP="007B2329">
      <w:r>
        <w:t>518.2221</w:t>
      </w:r>
      <w:r>
        <w:tab/>
        <w:t>1.666e0</w:t>
      </w:r>
    </w:p>
    <w:p w:rsidR="007B2329" w:rsidRDefault="007B2329" w:rsidP="007B2329">
      <w:r>
        <w:t>518.2555</w:t>
      </w:r>
      <w:r>
        <w:tab/>
        <w:t>2.025e0</w:t>
      </w:r>
    </w:p>
    <w:p w:rsidR="007B2329" w:rsidRDefault="007B2329" w:rsidP="007B2329">
      <w:r>
        <w:t>518.2669</w:t>
      </w:r>
      <w:r>
        <w:tab/>
        <w:t>1.129e0</w:t>
      </w:r>
    </w:p>
    <w:p w:rsidR="007B2329" w:rsidRDefault="007B2329" w:rsidP="007B2329">
      <w:r>
        <w:t>518.2779</w:t>
      </w:r>
      <w:r>
        <w:tab/>
        <w:t>2.284e0</w:t>
      </w:r>
    </w:p>
    <w:p w:rsidR="007B2329" w:rsidRDefault="007B2329" w:rsidP="007B2329">
      <w:r>
        <w:t>518.3055</w:t>
      </w:r>
      <w:r>
        <w:tab/>
        <w:t>3.063e0</w:t>
      </w:r>
    </w:p>
    <w:p w:rsidR="007B2329" w:rsidRDefault="007B2329" w:rsidP="007B2329">
      <w:r>
        <w:t>518.3087</w:t>
      </w:r>
      <w:r>
        <w:tab/>
        <w:t>3.320e0</w:t>
      </w:r>
    </w:p>
    <w:p w:rsidR="007B2329" w:rsidRDefault="007B2329" w:rsidP="007B2329">
      <w:r>
        <w:t>518.3163</w:t>
      </w:r>
      <w:r>
        <w:tab/>
        <w:t>3.173e0</w:t>
      </w:r>
    </w:p>
    <w:p w:rsidR="007B2329" w:rsidRDefault="007B2329" w:rsidP="007B2329">
      <w:r>
        <w:t>518.3359</w:t>
      </w:r>
      <w:r>
        <w:tab/>
        <w:t>8.683e0</w:t>
      </w:r>
    </w:p>
    <w:p w:rsidR="007B2329" w:rsidRDefault="007B2329" w:rsidP="007B2329">
      <w:r>
        <w:lastRenderedPageBreak/>
        <w:t>518.3423</w:t>
      </w:r>
      <w:r>
        <w:tab/>
        <w:t>5.412e0</w:t>
      </w:r>
    </w:p>
    <w:p w:rsidR="007B2329" w:rsidRDefault="007B2329" w:rsidP="007B2329">
      <w:r>
        <w:t>518.3540</w:t>
      </w:r>
      <w:r>
        <w:tab/>
        <w:t>3.530e0</w:t>
      </w:r>
    </w:p>
    <w:p w:rsidR="007B2329" w:rsidRDefault="007B2329" w:rsidP="007B2329">
      <w:r>
        <w:t>518.3554</w:t>
      </w:r>
      <w:r>
        <w:tab/>
        <w:t>4.599e-1</w:t>
      </w:r>
    </w:p>
    <w:p w:rsidR="007B2329" w:rsidRDefault="007B2329" w:rsidP="007B2329">
      <w:r>
        <w:t>518.3816</w:t>
      </w:r>
      <w:r>
        <w:tab/>
        <w:t>2.025e0</w:t>
      </w:r>
    </w:p>
    <w:p w:rsidR="007B2329" w:rsidRDefault="007B2329" w:rsidP="007B2329">
      <w:r>
        <w:t>518.4127</w:t>
      </w:r>
      <w:r>
        <w:tab/>
        <w:t>1.013e0</w:t>
      </w:r>
    </w:p>
    <w:p w:rsidR="007B2329" w:rsidRDefault="007B2329" w:rsidP="007B2329">
      <w:r>
        <w:t>518.4218</w:t>
      </w:r>
      <w:r>
        <w:tab/>
        <w:t>1.013e0</w:t>
      </w:r>
    </w:p>
    <w:p w:rsidR="007B2329" w:rsidRDefault="007B2329" w:rsidP="007B2329">
      <w:r>
        <w:t>518.4353</w:t>
      </w:r>
      <w:r>
        <w:tab/>
        <w:t>1.013e0</w:t>
      </w:r>
    </w:p>
    <w:p w:rsidR="007B2329" w:rsidRDefault="007B2329" w:rsidP="007B2329">
      <w:r>
        <w:t>518.4382</w:t>
      </w:r>
      <w:r>
        <w:tab/>
        <w:t>2.025e0</w:t>
      </w:r>
    </w:p>
    <w:p w:rsidR="007B2329" w:rsidRDefault="007B2329" w:rsidP="007B2329">
      <w:r>
        <w:t>518.4397</w:t>
      </w:r>
      <w:r>
        <w:tab/>
        <w:t>1.013e0</w:t>
      </w:r>
    </w:p>
    <w:p w:rsidR="007B2329" w:rsidRDefault="007B2329" w:rsidP="007B2329">
      <w:r>
        <w:t>518.4419</w:t>
      </w:r>
      <w:r>
        <w:tab/>
        <w:t>3.038e0</w:t>
      </w:r>
    </w:p>
    <w:p w:rsidR="007B2329" w:rsidRDefault="007B2329" w:rsidP="007B2329">
      <w:r>
        <w:t>518.5010</w:t>
      </w:r>
      <w:r>
        <w:tab/>
        <w:t>2.025e0</w:t>
      </w:r>
    </w:p>
    <w:p w:rsidR="007B2329" w:rsidRDefault="007B2329" w:rsidP="007B2329">
      <w:r>
        <w:t>518.5116</w:t>
      </w:r>
      <w:r>
        <w:tab/>
        <w:t>1.013e0</w:t>
      </w:r>
    </w:p>
    <w:p w:rsidR="007B2329" w:rsidRDefault="007B2329" w:rsidP="007B2329">
      <w:r>
        <w:t>518.5266</w:t>
      </w:r>
      <w:r>
        <w:tab/>
        <w:t>4.051e0</w:t>
      </w:r>
    </w:p>
    <w:p w:rsidR="007B2329" w:rsidRDefault="007B2329" w:rsidP="007B2329">
      <w:r>
        <w:t>518.5562</w:t>
      </w:r>
      <w:r>
        <w:tab/>
        <w:t>1.013e0</w:t>
      </w:r>
    </w:p>
    <w:p w:rsidR="007B2329" w:rsidRDefault="007B2329" w:rsidP="007B2329">
      <w:r>
        <w:t>518.5665</w:t>
      </w:r>
      <w:r>
        <w:tab/>
        <w:t>1.013e0</w:t>
      </w:r>
    </w:p>
    <w:p w:rsidR="007B2329" w:rsidRDefault="007B2329" w:rsidP="007B2329">
      <w:r>
        <w:t>518.5822</w:t>
      </w:r>
      <w:r>
        <w:tab/>
        <w:t>1.013e0</w:t>
      </w:r>
    </w:p>
    <w:p w:rsidR="007B2329" w:rsidRDefault="007B2329" w:rsidP="007B2329">
      <w:r>
        <w:t>518.5837</w:t>
      </w:r>
      <w:r>
        <w:tab/>
        <w:t>4.051e0</w:t>
      </w:r>
    </w:p>
    <w:p w:rsidR="007B2329" w:rsidRDefault="007B2329" w:rsidP="007B2329">
      <w:r>
        <w:t>518.5920</w:t>
      </w:r>
      <w:r>
        <w:tab/>
        <w:t>4.051e0</w:t>
      </w:r>
    </w:p>
    <w:p w:rsidR="007B2329" w:rsidRDefault="007B2329" w:rsidP="007B2329">
      <w:r>
        <w:t>518.6035</w:t>
      </w:r>
      <w:r>
        <w:tab/>
        <w:t>2.532e-2</w:t>
      </w:r>
    </w:p>
    <w:p w:rsidR="007B2329" w:rsidRDefault="007B2329" w:rsidP="007B2329">
      <w:r>
        <w:lastRenderedPageBreak/>
        <w:t>518.6102</w:t>
      </w:r>
      <w:r>
        <w:tab/>
        <w:t>1.013e0</w:t>
      </w:r>
    </w:p>
    <w:p w:rsidR="007B2329" w:rsidRDefault="007B2329" w:rsidP="007B2329">
      <w:r>
        <w:t>518.6605</w:t>
      </w:r>
      <w:r>
        <w:tab/>
        <w:t>4.051e0</w:t>
      </w:r>
    </w:p>
    <w:p w:rsidR="007B2329" w:rsidRDefault="007B2329" w:rsidP="007B2329">
      <w:r>
        <w:t>518.6641</w:t>
      </w:r>
      <w:r>
        <w:tab/>
        <w:t>1.013e0</w:t>
      </w:r>
    </w:p>
    <w:p w:rsidR="007B2329" w:rsidRDefault="007B2329" w:rsidP="007B2329">
      <w:r>
        <w:t>518.7004</w:t>
      </w:r>
      <w:r>
        <w:tab/>
        <w:t>3.038e0</w:t>
      </w:r>
    </w:p>
    <w:p w:rsidR="007B2329" w:rsidRDefault="007B2329" w:rsidP="007B2329">
      <w:r>
        <w:t>518.7137</w:t>
      </w:r>
      <w:r>
        <w:tab/>
        <w:t>1.013e0</w:t>
      </w:r>
    </w:p>
    <w:p w:rsidR="007B2329" w:rsidRDefault="007B2329" w:rsidP="007B2329">
      <w:r>
        <w:t>518.7506</w:t>
      </w:r>
      <w:r>
        <w:tab/>
        <w:t>4.051e0</w:t>
      </w:r>
    </w:p>
    <w:p w:rsidR="007B2329" w:rsidRDefault="007B2329" w:rsidP="007B2329">
      <w:r>
        <w:t>518.7899</w:t>
      </w:r>
      <w:r>
        <w:tab/>
        <w:t>1.013e0</w:t>
      </w:r>
    </w:p>
    <w:p w:rsidR="007B2329" w:rsidRDefault="007B2329" w:rsidP="007B2329">
      <w:r>
        <w:t>518.8041</w:t>
      </w:r>
      <w:r>
        <w:tab/>
        <w:t>2.025e0</w:t>
      </w:r>
    </w:p>
    <w:p w:rsidR="007B2329" w:rsidRDefault="007B2329" w:rsidP="007B2329">
      <w:r>
        <w:t>518.8056</w:t>
      </w:r>
      <w:r>
        <w:tab/>
        <w:t>1.013e0</w:t>
      </w:r>
    </w:p>
    <w:p w:rsidR="007B2329" w:rsidRDefault="007B2329" w:rsidP="007B2329">
      <w:r>
        <w:t>518.8084</w:t>
      </w:r>
      <w:r>
        <w:tab/>
        <w:t>1.013e0</w:t>
      </w:r>
    </w:p>
    <w:p w:rsidR="007B2329" w:rsidRDefault="007B2329" w:rsidP="007B2329">
      <w:r>
        <w:t>518.8167</w:t>
      </w:r>
      <w:r>
        <w:tab/>
        <w:t>1.013e0</w:t>
      </w:r>
    </w:p>
    <w:p w:rsidR="007B2329" w:rsidRDefault="007B2329" w:rsidP="007B2329">
      <w:r>
        <w:t>518.8267</w:t>
      </w:r>
      <w:r>
        <w:tab/>
        <w:t>1.013e0</w:t>
      </w:r>
    </w:p>
    <w:p w:rsidR="007B2329" w:rsidRDefault="007B2329" w:rsidP="007B2329">
      <w:r>
        <w:t>518.8315</w:t>
      </w:r>
      <w:r>
        <w:tab/>
        <w:t>2.025e0</w:t>
      </w:r>
    </w:p>
    <w:p w:rsidR="007B2329" w:rsidRDefault="007B2329" w:rsidP="007B2329">
      <w:r>
        <w:t>518.8528</w:t>
      </w:r>
      <w:r>
        <w:tab/>
        <w:t>1.013e0</w:t>
      </w:r>
    </w:p>
    <w:p w:rsidR="007B2329" w:rsidRDefault="007B2329" w:rsidP="007B2329">
      <w:r>
        <w:t>518.9004</w:t>
      </w:r>
      <w:r>
        <w:tab/>
        <w:t>1.013e0</w:t>
      </w:r>
    </w:p>
    <w:p w:rsidR="007B2329" w:rsidRDefault="007B2329" w:rsidP="007B2329">
      <w:r>
        <w:t>518.9064</w:t>
      </w:r>
      <w:r>
        <w:tab/>
        <w:t>1.013e0</w:t>
      </w:r>
    </w:p>
    <w:p w:rsidR="007B2329" w:rsidRDefault="007B2329" w:rsidP="007B2329">
      <w:r>
        <w:t>518.9155</w:t>
      </w:r>
      <w:r>
        <w:tab/>
        <w:t>1.013e0</w:t>
      </w:r>
    </w:p>
    <w:p w:rsidR="007B2329" w:rsidRDefault="007B2329" w:rsidP="007B2329">
      <w:r>
        <w:t>518.9189</w:t>
      </w:r>
      <w:r>
        <w:tab/>
        <w:t>1.013e0</w:t>
      </w:r>
    </w:p>
    <w:p w:rsidR="007B2329" w:rsidRDefault="007B2329" w:rsidP="007B2329">
      <w:r>
        <w:t>518.9555</w:t>
      </w:r>
      <w:r>
        <w:tab/>
        <w:t>1.013e0</w:t>
      </w:r>
    </w:p>
    <w:p w:rsidR="007B2329" w:rsidRDefault="007B2329" w:rsidP="007B2329">
      <w:r>
        <w:lastRenderedPageBreak/>
        <w:t>518.9611</w:t>
      </w:r>
      <w:r>
        <w:tab/>
        <w:t>3.038e0</w:t>
      </w:r>
    </w:p>
    <w:p w:rsidR="007B2329" w:rsidRDefault="007B2329" w:rsidP="007B2329">
      <w:r>
        <w:t>518.9792</w:t>
      </w:r>
      <w:r>
        <w:tab/>
        <w:t>2.025e0</w:t>
      </w:r>
    </w:p>
    <w:p w:rsidR="007B2329" w:rsidRDefault="007B2329" w:rsidP="007B2329">
      <w:r>
        <w:t>519.0361</w:t>
      </w:r>
      <w:r>
        <w:tab/>
        <w:t>2.357e0</w:t>
      </w:r>
    </w:p>
    <w:p w:rsidR="007B2329" w:rsidRDefault="007B2329" w:rsidP="007B2329">
      <w:r>
        <w:t>519.0410</w:t>
      </w:r>
      <w:r>
        <w:tab/>
        <w:t>3.038e0</w:t>
      </w:r>
    </w:p>
    <w:p w:rsidR="007B2329" w:rsidRDefault="007B2329" w:rsidP="007B2329">
      <w:r>
        <w:t>519.0474</w:t>
      </w:r>
      <w:r>
        <w:tab/>
        <w:t>1.013e0</w:t>
      </w:r>
    </w:p>
    <w:p w:rsidR="007B2329" w:rsidRDefault="007B2329" w:rsidP="007B2329">
      <w:r>
        <w:t>519.0685</w:t>
      </w:r>
      <w:r>
        <w:tab/>
        <w:t>1.013e0</w:t>
      </w:r>
    </w:p>
    <w:p w:rsidR="007B2329" w:rsidRDefault="007B2329" w:rsidP="007B2329">
      <w:r>
        <w:t>519.0919</w:t>
      </w:r>
      <w:r>
        <w:tab/>
        <w:t>3.489e0</w:t>
      </w:r>
    </w:p>
    <w:p w:rsidR="007B2329" w:rsidRDefault="007B2329" w:rsidP="007B2329">
      <w:r>
        <w:t>519.1198</w:t>
      </w:r>
      <w:r>
        <w:tab/>
        <w:t>3.038e0</w:t>
      </w:r>
    </w:p>
    <w:p w:rsidR="007B2329" w:rsidRDefault="007B2329" w:rsidP="007B2329">
      <w:r>
        <w:t>519.1342</w:t>
      </w:r>
      <w:r>
        <w:tab/>
        <w:t>3.307e0</w:t>
      </w:r>
    </w:p>
    <w:p w:rsidR="007B2329" w:rsidRDefault="007B2329" w:rsidP="007B2329">
      <w:r>
        <w:t>519.1370</w:t>
      </w:r>
      <w:r>
        <w:tab/>
        <w:t>3.424e0</w:t>
      </w:r>
    </w:p>
    <w:p w:rsidR="007B2329" w:rsidRDefault="007B2329" w:rsidP="007B2329">
      <w:r>
        <w:t>519.1422</w:t>
      </w:r>
      <w:r>
        <w:tab/>
        <w:t>1.116e0</w:t>
      </w:r>
    </w:p>
    <w:p w:rsidR="007B2329" w:rsidRDefault="007B2329" w:rsidP="007B2329">
      <w:r>
        <w:t>519.1486</w:t>
      </w:r>
      <w:r>
        <w:tab/>
        <w:t>5.784e0</w:t>
      </w:r>
    </w:p>
    <w:p w:rsidR="007B2329" w:rsidRDefault="007B2329" w:rsidP="007B2329">
      <w:r>
        <w:t>519.1530</w:t>
      </w:r>
      <w:r>
        <w:tab/>
        <w:t>3.321e-1</w:t>
      </w:r>
    </w:p>
    <w:p w:rsidR="007B2329" w:rsidRDefault="007B2329" w:rsidP="007B2329">
      <w:r>
        <w:t>519.1553</w:t>
      </w:r>
      <w:r>
        <w:tab/>
        <w:t>2.906e0</w:t>
      </w:r>
    </w:p>
    <w:p w:rsidR="007B2329" w:rsidRDefault="007B2329" w:rsidP="007B2329">
      <w:r>
        <w:t>519.2040</w:t>
      </w:r>
      <w:r>
        <w:tab/>
        <w:t>2.115e0</w:t>
      </w:r>
    </w:p>
    <w:p w:rsidR="007B2329" w:rsidRDefault="007B2329" w:rsidP="007B2329">
      <w:r>
        <w:t>519.2106</w:t>
      </w:r>
      <w:r>
        <w:tab/>
        <w:t>2.532e-2</w:t>
      </w:r>
    </w:p>
    <w:p w:rsidR="007B2329" w:rsidRDefault="007B2329" w:rsidP="007B2329">
      <w:r>
        <w:t>519.2301</w:t>
      </w:r>
      <w:r>
        <w:tab/>
        <w:t>1.539e0</w:t>
      </w:r>
    </w:p>
    <w:p w:rsidR="007B2329" w:rsidRDefault="007B2329" w:rsidP="007B2329">
      <w:r>
        <w:t>519.2319</w:t>
      </w:r>
      <w:r>
        <w:tab/>
        <w:t>8.116e-1</w:t>
      </w:r>
    </w:p>
    <w:p w:rsidR="007B2329" w:rsidRDefault="007B2329" w:rsidP="007B2329">
      <w:r>
        <w:t>519.2455</w:t>
      </w:r>
      <w:r>
        <w:tab/>
        <w:t>3.084e0</w:t>
      </w:r>
    </w:p>
    <w:p w:rsidR="007B2329" w:rsidRDefault="007B2329" w:rsidP="007B2329">
      <w:r>
        <w:lastRenderedPageBreak/>
        <w:t>519.2747</w:t>
      </w:r>
      <w:r>
        <w:tab/>
        <w:t>4.323e0</w:t>
      </w:r>
    </w:p>
    <w:p w:rsidR="007B2329" w:rsidRDefault="007B2329" w:rsidP="007B2329">
      <w:r>
        <w:t>519.3116</w:t>
      </w:r>
      <w:r>
        <w:tab/>
        <w:t>4.512e0</w:t>
      </w:r>
    </w:p>
    <w:p w:rsidR="007B2329" w:rsidRDefault="007B2329" w:rsidP="007B2329">
      <w:r>
        <w:t>519.3146</w:t>
      </w:r>
      <w:r>
        <w:tab/>
        <w:t>3.051e0</w:t>
      </w:r>
    </w:p>
    <w:p w:rsidR="007B2329" w:rsidRDefault="007B2329" w:rsidP="007B2329">
      <w:r>
        <w:t>519.3197</w:t>
      </w:r>
      <w:r>
        <w:tab/>
        <w:t>2.025e0</w:t>
      </w:r>
    </w:p>
    <w:p w:rsidR="007B2329" w:rsidRDefault="007B2329" w:rsidP="007B2329">
      <w:r>
        <w:t>519.3226</w:t>
      </w:r>
      <w:r>
        <w:tab/>
        <w:t>2.879e0</w:t>
      </w:r>
    </w:p>
    <w:p w:rsidR="007B2329" w:rsidRDefault="007B2329" w:rsidP="007B2329">
      <w:r>
        <w:t>519.3273</w:t>
      </w:r>
      <w:r>
        <w:tab/>
        <w:t>2.868e0</w:t>
      </w:r>
    </w:p>
    <w:p w:rsidR="007B2329" w:rsidRDefault="007B2329" w:rsidP="007B2329">
      <w:r>
        <w:t>519.3441</w:t>
      </w:r>
      <w:r>
        <w:tab/>
        <w:t>4.051e0</w:t>
      </w:r>
    </w:p>
    <w:p w:rsidR="007B2329" w:rsidRDefault="007B2329" w:rsidP="007B2329">
      <w:r>
        <w:t>519.3669</w:t>
      </w:r>
      <w:r>
        <w:tab/>
        <w:t>5.570e0</w:t>
      </w:r>
    </w:p>
    <w:p w:rsidR="007B2329" w:rsidRDefault="007B2329" w:rsidP="007B2329">
      <w:r>
        <w:t>519.3705</w:t>
      </w:r>
      <w:r>
        <w:tab/>
        <w:t>4.051e0</w:t>
      </w:r>
    </w:p>
    <w:p w:rsidR="007B2329" w:rsidRDefault="007B2329" w:rsidP="007B2329">
      <w:r>
        <w:t>519.3842</w:t>
      </w:r>
      <w:r>
        <w:tab/>
        <w:t>5.063e0</w:t>
      </w:r>
    </w:p>
    <w:p w:rsidR="007B2329" w:rsidRDefault="007B2329" w:rsidP="007B2329">
      <w:r>
        <w:t>519.3915</w:t>
      </w:r>
      <w:r>
        <w:tab/>
        <w:t>1.013e0</w:t>
      </w:r>
    </w:p>
    <w:p w:rsidR="007B2329" w:rsidRDefault="007B2329" w:rsidP="007B2329">
      <w:r>
        <w:t>519.4211</w:t>
      </w:r>
      <w:r>
        <w:tab/>
        <w:t>1.013e0</w:t>
      </w:r>
    </w:p>
    <w:p w:rsidR="007B2329" w:rsidRDefault="007B2329" w:rsidP="007B2329">
      <w:r>
        <w:t>519.4276</w:t>
      </w:r>
      <w:r>
        <w:tab/>
        <w:t>3.038e0</w:t>
      </w:r>
    </w:p>
    <w:p w:rsidR="007B2329" w:rsidRDefault="007B2329" w:rsidP="007B2329">
      <w:r>
        <w:t>519.4734</w:t>
      </w:r>
      <w:r>
        <w:tab/>
        <w:t>2.025e0</w:t>
      </w:r>
    </w:p>
    <w:p w:rsidR="007B2329" w:rsidRDefault="007B2329" w:rsidP="007B2329">
      <w:r>
        <w:t>519.4814</w:t>
      </w:r>
      <w:r>
        <w:tab/>
        <w:t>1.013e0</w:t>
      </w:r>
    </w:p>
    <w:p w:rsidR="007B2329" w:rsidRDefault="007B2329" w:rsidP="007B2329">
      <w:r>
        <w:t>519.4944</w:t>
      </w:r>
      <w:r>
        <w:tab/>
        <w:t>1.013e0</w:t>
      </w:r>
    </w:p>
    <w:p w:rsidR="007B2329" w:rsidRDefault="007B2329" w:rsidP="007B2329">
      <w:r>
        <w:t>519.4998</w:t>
      </w:r>
      <w:r>
        <w:tab/>
        <w:t>2.025e0</w:t>
      </w:r>
    </w:p>
    <w:p w:rsidR="007B2329" w:rsidRDefault="007B2329" w:rsidP="007B2329">
      <w:r>
        <w:t>519.5144</w:t>
      </w:r>
      <w:r>
        <w:tab/>
        <w:t>3.038e0</w:t>
      </w:r>
    </w:p>
    <w:p w:rsidR="007B2329" w:rsidRDefault="007B2329" w:rsidP="007B2329">
      <w:r>
        <w:t>519.5177</w:t>
      </w:r>
      <w:r>
        <w:tab/>
        <w:t>3.038e0</w:t>
      </w:r>
    </w:p>
    <w:p w:rsidR="007B2329" w:rsidRDefault="007B2329" w:rsidP="007B2329">
      <w:r>
        <w:lastRenderedPageBreak/>
        <w:t>519.5310</w:t>
      </w:r>
      <w:r>
        <w:tab/>
        <w:t>4.051e0</w:t>
      </w:r>
    </w:p>
    <w:p w:rsidR="007B2329" w:rsidRDefault="007B2329" w:rsidP="007B2329">
      <w:r>
        <w:t>519.5365</w:t>
      </w:r>
      <w:r>
        <w:tab/>
        <w:t>2.025e0</w:t>
      </w:r>
    </w:p>
    <w:p w:rsidR="007B2329" w:rsidRDefault="007B2329" w:rsidP="007B2329">
      <w:r>
        <w:t>519.5625</w:t>
      </w:r>
      <w:r>
        <w:tab/>
        <w:t>1.013e0</w:t>
      </w:r>
    </w:p>
    <w:p w:rsidR="007B2329" w:rsidRDefault="007B2329" w:rsidP="007B2329">
      <w:r>
        <w:t>519.5734</w:t>
      </w:r>
      <w:r>
        <w:tab/>
        <w:t>4.051e0</w:t>
      </w:r>
    </w:p>
    <w:p w:rsidR="007B2329" w:rsidRDefault="007B2329" w:rsidP="007B2329">
      <w:r>
        <w:t>519.5862</w:t>
      </w:r>
      <w:r>
        <w:tab/>
        <w:t>1.013e0</w:t>
      </w:r>
    </w:p>
    <w:p w:rsidR="007B2329" w:rsidRDefault="007B2329" w:rsidP="007B2329">
      <w:r>
        <w:t>519.5894</w:t>
      </w:r>
      <w:r>
        <w:tab/>
        <w:t>1.013e0</w:t>
      </w:r>
    </w:p>
    <w:p w:rsidR="007B2329" w:rsidRDefault="007B2329" w:rsidP="007B2329">
      <w:r>
        <w:t>519.5970</w:t>
      </w:r>
      <w:r>
        <w:tab/>
        <w:t>2.025e0</w:t>
      </w:r>
    </w:p>
    <w:p w:rsidR="007B2329" w:rsidRDefault="007B2329" w:rsidP="007B2329">
      <w:r>
        <w:t>519.6255</w:t>
      </w:r>
      <w:r>
        <w:tab/>
        <w:t>1.013e0</w:t>
      </w:r>
    </w:p>
    <w:p w:rsidR="007B2329" w:rsidRDefault="007B2329" w:rsidP="007B2329">
      <w:r>
        <w:t>519.6581</w:t>
      </w:r>
      <w:r>
        <w:tab/>
        <w:t>2.025e0</w:t>
      </w:r>
    </w:p>
    <w:p w:rsidR="007B2329" w:rsidRDefault="007B2329" w:rsidP="007B2329">
      <w:r>
        <w:t>519.6597</w:t>
      </w:r>
      <w:r>
        <w:tab/>
        <w:t>1.013e0</w:t>
      </w:r>
    </w:p>
    <w:p w:rsidR="007B2329" w:rsidRDefault="007B2329" w:rsidP="007B2329">
      <w:r>
        <w:t>519.6626</w:t>
      </w:r>
      <w:r>
        <w:tab/>
        <w:t>1.013e0</w:t>
      </w:r>
    </w:p>
    <w:p w:rsidR="007B2329" w:rsidRDefault="007B2329" w:rsidP="007B2329">
      <w:r>
        <w:t>519.6888</w:t>
      </w:r>
      <w:r>
        <w:tab/>
        <w:t>2.025e0</w:t>
      </w:r>
    </w:p>
    <w:p w:rsidR="007B2329" w:rsidRDefault="007B2329" w:rsidP="007B2329">
      <w:r>
        <w:t>519.6974</w:t>
      </w:r>
      <w:r>
        <w:tab/>
        <w:t>4.051e0</w:t>
      </w:r>
    </w:p>
    <w:p w:rsidR="007B2329" w:rsidRDefault="007B2329" w:rsidP="007B2329">
      <w:r>
        <w:t>519.6993</w:t>
      </w:r>
      <w:r>
        <w:tab/>
        <w:t>1.013e0</w:t>
      </w:r>
    </w:p>
    <w:p w:rsidR="007B2329" w:rsidRDefault="007B2329" w:rsidP="007B2329">
      <w:r>
        <w:t>519.7209</w:t>
      </w:r>
      <w:r>
        <w:tab/>
        <w:t>3.038e0</w:t>
      </w:r>
    </w:p>
    <w:p w:rsidR="007B2329" w:rsidRDefault="007B2329" w:rsidP="007B2329">
      <w:r>
        <w:t>519.7432</w:t>
      </w:r>
      <w:r>
        <w:tab/>
        <w:t>3.038e0</w:t>
      </w:r>
    </w:p>
    <w:p w:rsidR="007B2329" w:rsidRDefault="007B2329" w:rsidP="007B2329">
      <w:r>
        <w:t>519.7529</w:t>
      </w:r>
      <w:r>
        <w:tab/>
        <w:t>3.038e0</w:t>
      </w:r>
    </w:p>
    <w:p w:rsidR="007B2329" w:rsidRDefault="007B2329" w:rsidP="007B2329">
      <w:r>
        <w:t>519.7569</w:t>
      </w:r>
      <w:r>
        <w:tab/>
        <w:t>3.038e0</w:t>
      </w:r>
    </w:p>
    <w:p w:rsidR="007B2329" w:rsidRDefault="007B2329" w:rsidP="007B2329">
      <w:r>
        <w:t>519.7749</w:t>
      </w:r>
      <w:r>
        <w:tab/>
        <w:t>3.038e0</w:t>
      </w:r>
    </w:p>
    <w:p w:rsidR="007B2329" w:rsidRDefault="007B2329" w:rsidP="007B2329">
      <w:r>
        <w:lastRenderedPageBreak/>
        <w:t>519.7977</w:t>
      </w:r>
      <w:r>
        <w:tab/>
        <w:t>3.038e0</w:t>
      </w:r>
    </w:p>
    <w:p w:rsidR="007B2329" w:rsidRDefault="007B2329" w:rsidP="007B2329">
      <w:r>
        <w:t>519.8007</w:t>
      </w:r>
      <w:r>
        <w:tab/>
        <w:t>2.025e0</w:t>
      </w:r>
    </w:p>
    <w:p w:rsidR="007B2329" w:rsidRDefault="007B2329" w:rsidP="007B2329">
      <w:r>
        <w:t>519.8503</w:t>
      </w:r>
      <w:r>
        <w:tab/>
        <w:t>1.013e0</w:t>
      </w:r>
    </w:p>
    <w:p w:rsidR="007B2329" w:rsidRDefault="007B2329" w:rsidP="007B2329">
      <w:r>
        <w:t>519.8593</w:t>
      </w:r>
      <w:r>
        <w:tab/>
        <w:t>1.013e0</w:t>
      </w:r>
    </w:p>
    <w:p w:rsidR="007B2329" w:rsidRDefault="007B2329" w:rsidP="007B2329">
      <w:r>
        <w:t>519.8652</w:t>
      </w:r>
      <w:r>
        <w:tab/>
        <w:t>3.038e0</w:t>
      </w:r>
    </w:p>
    <w:p w:rsidR="007B2329" w:rsidRDefault="007B2329" w:rsidP="007B2329">
      <w:r>
        <w:t>519.8682</w:t>
      </w:r>
      <w:r>
        <w:tab/>
        <w:t>2.025e0</w:t>
      </w:r>
    </w:p>
    <w:p w:rsidR="007B2329" w:rsidRDefault="007B2329" w:rsidP="007B2329">
      <w:r>
        <w:t>519.8862</w:t>
      </w:r>
      <w:r>
        <w:tab/>
        <w:t>1.025e0</w:t>
      </w:r>
    </w:p>
    <w:p w:rsidR="007B2329" w:rsidRDefault="007B2329" w:rsidP="007B2329">
      <w:r>
        <w:t>519.8951</w:t>
      </w:r>
      <w:r>
        <w:tab/>
        <w:t>1.013e0</w:t>
      </w:r>
    </w:p>
    <w:p w:rsidR="007B2329" w:rsidRDefault="007B2329" w:rsidP="007B2329">
      <w:r>
        <w:t>519.9313</w:t>
      </w:r>
      <w:r>
        <w:tab/>
        <w:t>1.013e0</w:t>
      </w:r>
    </w:p>
    <w:p w:rsidR="007B2329" w:rsidRDefault="007B2329" w:rsidP="007B2329">
      <w:r>
        <w:t>519.9490</w:t>
      </w:r>
      <w:r>
        <w:tab/>
        <w:t>2.025e0</w:t>
      </w:r>
    </w:p>
    <w:p w:rsidR="007B2329" w:rsidRDefault="007B2329" w:rsidP="007B2329">
      <w:r>
        <w:t>519.9568</w:t>
      </w:r>
      <w:r>
        <w:tab/>
        <w:t>2.025e0</w:t>
      </w:r>
    </w:p>
    <w:p w:rsidR="007B2329" w:rsidRDefault="007B2329" w:rsidP="007B2329">
      <w:r>
        <w:t>520.0148</w:t>
      </w:r>
      <w:r>
        <w:tab/>
        <w:t>3.038e0</w:t>
      </w:r>
    </w:p>
    <w:p w:rsidR="007B2329" w:rsidRDefault="007B2329" w:rsidP="007B2329">
      <w:r>
        <w:t>520.0214</w:t>
      </w:r>
      <w:r>
        <w:tab/>
        <w:t>1.013e0</w:t>
      </w:r>
    </w:p>
    <w:p w:rsidR="007B2329" w:rsidRDefault="007B2329" w:rsidP="007B2329">
      <w:r>
        <w:t>520.0225</w:t>
      </w:r>
      <w:r>
        <w:tab/>
        <w:t>2.025e0</w:t>
      </w:r>
    </w:p>
    <w:p w:rsidR="007B2329" w:rsidRDefault="007B2329" w:rsidP="007B2329">
      <w:r>
        <w:t>520.0303</w:t>
      </w:r>
      <w:r>
        <w:tab/>
        <w:t>1.013e0</w:t>
      </w:r>
    </w:p>
    <w:p w:rsidR="007B2329" w:rsidRDefault="007B2329" w:rsidP="007B2329">
      <w:r>
        <w:t>520.0515</w:t>
      </w:r>
      <w:r>
        <w:tab/>
        <w:t>3.607e0</w:t>
      </w:r>
    </w:p>
    <w:p w:rsidR="007B2329" w:rsidRDefault="007B2329" w:rsidP="007B2329">
      <w:r>
        <w:t>520.1199</w:t>
      </w:r>
      <w:r>
        <w:tab/>
        <w:t>8.081e0</w:t>
      </w:r>
    </w:p>
    <w:p w:rsidR="007B2329" w:rsidRDefault="007B2329" w:rsidP="007B2329">
      <w:r>
        <w:t>520.1379</w:t>
      </w:r>
      <w:r>
        <w:tab/>
        <w:t>5.071e1</w:t>
      </w:r>
    </w:p>
    <w:p w:rsidR="007B2329" w:rsidRDefault="007B2329" w:rsidP="007B2329">
      <w:r>
        <w:t>520.1410</w:t>
      </w:r>
      <w:r>
        <w:tab/>
        <w:t>1.686e1</w:t>
      </w:r>
    </w:p>
    <w:p w:rsidR="007B2329" w:rsidRDefault="007B2329" w:rsidP="007B2329">
      <w:r>
        <w:lastRenderedPageBreak/>
        <w:t>520.1425</w:t>
      </w:r>
      <w:r>
        <w:tab/>
        <w:t>1.888e1</w:t>
      </w:r>
    </w:p>
    <w:p w:rsidR="007B2329" w:rsidRDefault="007B2329" w:rsidP="007B2329">
      <w:r>
        <w:t>520.1436</w:t>
      </w:r>
      <w:r>
        <w:tab/>
        <w:t>1.013e0</w:t>
      </w:r>
    </w:p>
    <w:p w:rsidR="007B2329" w:rsidRDefault="007B2329" w:rsidP="007B2329">
      <w:r>
        <w:t>520.1468</w:t>
      </w:r>
      <w:r>
        <w:tab/>
        <w:t>2.924e1</w:t>
      </w:r>
    </w:p>
    <w:p w:rsidR="007B2329" w:rsidRDefault="007B2329" w:rsidP="007B2329">
      <w:r>
        <w:t>520.1542</w:t>
      </w:r>
      <w:r>
        <w:tab/>
        <w:t>3.521e1</w:t>
      </w:r>
    </w:p>
    <w:p w:rsidR="007B2329" w:rsidRDefault="007B2329" w:rsidP="007B2329">
      <w:r>
        <w:t>520.1719</w:t>
      </w:r>
      <w:r>
        <w:tab/>
        <w:t>3.146e0</w:t>
      </w:r>
    </w:p>
    <w:p w:rsidR="007B2329" w:rsidRDefault="007B2329" w:rsidP="007B2329">
      <w:r>
        <w:t>520.1953</w:t>
      </w:r>
      <w:r>
        <w:tab/>
        <w:t>4.051e0</w:t>
      </w:r>
    </w:p>
    <w:p w:rsidR="007B2329" w:rsidRDefault="007B2329" w:rsidP="007B2329">
      <w:r>
        <w:t>520.2433</w:t>
      </w:r>
      <w:r>
        <w:tab/>
        <w:t>1.982e0</w:t>
      </w:r>
    </w:p>
    <w:p w:rsidR="007B2329" w:rsidRDefault="007B2329" w:rsidP="007B2329">
      <w:r>
        <w:t>520.2576</w:t>
      </w:r>
      <w:r>
        <w:tab/>
        <w:t>1.840e0</w:t>
      </w:r>
    </w:p>
    <w:p w:rsidR="007B2329" w:rsidRDefault="007B2329" w:rsidP="007B2329">
      <w:r>
        <w:t>520.2711</w:t>
      </w:r>
      <w:r>
        <w:tab/>
        <w:t>1.118e0</w:t>
      </w:r>
    </w:p>
    <w:p w:rsidR="007B2329" w:rsidRDefault="007B2329" w:rsidP="007B2329">
      <w:r>
        <w:t>520.2917</w:t>
      </w:r>
      <w:r>
        <w:tab/>
        <w:t>5.247e0</w:t>
      </w:r>
    </w:p>
    <w:p w:rsidR="007B2329" w:rsidRDefault="007B2329" w:rsidP="007B2329">
      <w:r>
        <w:t>520.2928</w:t>
      </w:r>
      <w:r>
        <w:tab/>
        <w:t>1.238e1</w:t>
      </w:r>
    </w:p>
    <w:p w:rsidR="007B2329" w:rsidRDefault="007B2329" w:rsidP="007B2329">
      <w:r>
        <w:t>520.2958</w:t>
      </w:r>
      <w:r>
        <w:tab/>
        <w:t>4.051e0</w:t>
      </w:r>
    </w:p>
    <w:p w:rsidR="007B2329" w:rsidRDefault="007B2329" w:rsidP="007B2329">
      <w:r>
        <w:t>520.2984</w:t>
      </w:r>
      <w:r>
        <w:tab/>
        <w:t>7.110e0</w:t>
      </w:r>
    </w:p>
    <w:p w:rsidR="007B2329" w:rsidRDefault="007B2329" w:rsidP="007B2329">
      <w:r>
        <w:t>520.3003</w:t>
      </w:r>
      <w:r>
        <w:tab/>
        <w:t>3.038e0</w:t>
      </w:r>
    </w:p>
    <w:p w:rsidR="007B2329" w:rsidRDefault="007B2329" w:rsidP="007B2329">
      <w:r>
        <w:t>520.3072</w:t>
      </w:r>
      <w:r>
        <w:tab/>
        <w:t>6.531e0</w:t>
      </w:r>
    </w:p>
    <w:p w:rsidR="007B2329" w:rsidRDefault="007B2329" w:rsidP="007B2329">
      <w:r>
        <w:t>520.3110</w:t>
      </w:r>
      <w:r>
        <w:tab/>
        <w:t>8.386e0</w:t>
      </w:r>
    </w:p>
    <w:p w:rsidR="007B2329" w:rsidRDefault="007B2329" w:rsidP="007B2329">
      <w:r>
        <w:t>520.3175</w:t>
      </w:r>
      <w:r>
        <w:tab/>
        <w:t>1.572e0</w:t>
      </w:r>
    </w:p>
    <w:p w:rsidR="007B2329" w:rsidRDefault="007B2329" w:rsidP="007B2329">
      <w:r>
        <w:t>520.3214</w:t>
      </w:r>
      <w:r>
        <w:tab/>
        <w:t>2.336e0</w:t>
      </w:r>
    </w:p>
    <w:p w:rsidR="007B2329" w:rsidRDefault="007B2329" w:rsidP="007B2329">
      <w:r>
        <w:t>520.3615</w:t>
      </w:r>
      <w:r>
        <w:tab/>
        <w:t>5.063e0</w:t>
      </w:r>
    </w:p>
    <w:p w:rsidR="007B2329" w:rsidRDefault="007B2329" w:rsidP="007B2329">
      <w:r>
        <w:lastRenderedPageBreak/>
        <w:t>520.3652</w:t>
      </w:r>
      <w:r>
        <w:tab/>
        <w:t>3.446e0</w:t>
      </w:r>
    </w:p>
    <w:p w:rsidR="007B2329" w:rsidRDefault="007B2329" w:rsidP="007B2329">
      <w:r>
        <w:t>520.3923</w:t>
      </w:r>
      <w:r>
        <w:tab/>
        <w:t>5.063e0</w:t>
      </w:r>
    </w:p>
    <w:p w:rsidR="007B2329" w:rsidRDefault="007B2329" w:rsidP="007B2329">
      <w:r>
        <w:t>520.4112</w:t>
      </w:r>
      <w:r>
        <w:tab/>
        <w:t>3.038e0</w:t>
      </w:r>
    </w:p>
    <w:p w:rsidR="007B2329" w:rsidRDefault="007B2329" w:rsidP="007B2329">
      <w:r>
        <w:t>520.4456</w:t>
      </w:r>
      <w:r>
        <w:tab/>
        <w:t>5.063e0</w:t>
      </w:r>
    </w:p>
    <w:p w:rsidR="007B2329" w:rsidRDefault="007B2329" w:rsidP="007B2329">
      <w:r>
        <w:t>520.4478</w:t>
      </w:r>
      <w:r>
        <w:tab/>
        <w:t>4.051e0</w:t>
      </w:r>
    </w:p>
    <w:p w:rsidR="007B2329" w:rsidRDefault="007B2329" w:rsidP="007B2329">
      <w:r>
        <w:t>520.4625</w:t>
      </w:r>
      <w:r>
        <w:tab/>
        <w:t>1.013e0</w:t>
      </w:r>
    </w:p>
    <w:p w:rsidR="007B2329" w:rsidRDefault="007B2329" w:rsidP="007B2329">
      <w:r>
        <w:t>520.4680</w:t>
      </w:r>
      <w:r>
        <w:tab/>
        <w:t>3.038e0</w:t>
      </w:r>
    </w:p>
    <w:p w:rsidR="007B2329" w:rsidRDefault="007B2329" w:rsidP="007B2329">
      <w:r>
        <w:t>520.4894</w:t>
      </w:r>
      <w:r>
        <w:tab/>
        <w:t>1.013e0</w:t>
      </w:r>
    </w:p>
    <w:p w:rsidR="007B2329" w:rsidRDefault="007B2329" w:rsidP="007B2329">
      <w:r>
        <w:t>520.5098</w:t>
      </w:r>
      <w:r>
        <w:tab/>
        <w:t>2.025e0</w:t>
      </w:r>
    </w:p>
    <w:p w:rsidR="007B2329" w:rsidRDefault="007B2329" w:rsidP="007B2329">
      <w:r>
        <w:t>520.5232</w:t>
      </w:r>
      <w:r>
        <w:tab/>
        <w:t>2.025e0</w:t>
      </w:r>
    </w:p>
    <w:p w:rsidR="007B2329" w:rsidRDefault="007B2329" w:rsidP="007B2329">
      <w:r>
        <w:t>520.5247</w:t>
      </w:r>
      <w:r>
        <w:tab/>
        <w:t>2.025e0</w:t>
      </w:r>
    </w:p>
    <w:p w:rsidR="007B2329" w:rsidRDefault="007B2329" w:rsidP="007B2329">
      <w:r>
        <w:t>520.5435</w:t>
      </w:r>
      <w:r>
        <w:tab/>
        <w:t>1.013e0</w:t>
      </w:r>
    </w:p>
    <w:p w:rsidR="007B2329" w:rsidRDefault="007B2329" w:rsidP="007B2329">
      <w:r>
        <w:t>520.5535</w:t>
      </w:r>
      <w:r>
        <w:tab/>
        <w:t>2.025e0</w:t>
      </w:r>
    </w:p>
    <w:p w:rsidR="007B2329" w:rsidRDefault="007B2329" w:rsidP="007B2329">
      <w:r>
        <w:t>520.5797</w:t>
      </w:r>
      <w:r>
        <w:tab/>
        <w:t>2.025e0</w:t>
      </w:r>
    </w:p>
    <w:p w:rsidR="007B2329" w:rsidRDefault="007B2329" w:rsidP="007B2329">
      <w:r>
        <w:t>520.6095</w:t>
      </w:r>
      <w:r>
        <w:tab/>
        <w:t>2.025e0</w:t>
      </w:r>
    </w:p>
    <w:p w:rsidR="007B2329" w:rsidRDefault="007B2329" w:rsidP="007B2329">
      <w:r>
        <w:t>520.6244</w:t>
      </w:r>
      <w:r>
        <w:tab/>
        <w:t>1.013e0</w:t>
      </w:r>
    </w:p>
    <w:p w:rsidR="007B2329" w:rsidRDefault="007B2329" w:rsidP="007B2329">
      <w:r>
        <w:t>520.6425</w:t>
      </w:r>
      <w:r>
        <w:tab/>
        <w:t>1.013e0</w:t>
      </w:r>
    </w:p>
    <w:p w:rsidR="007B2329" w:rsidRDefault="007B2329" w:rsidP="007B2329">
      <w:r>
        <w:t>520.6829</w:t>
      </w:r>
      <w:r>
        <w:tab/>
        <w:t>2.025e0</w:t>
      </w:r>
    </w:p>
    <w:p w:rsidR="007B2329" w:rsidRDefault="007B2329" w:rsidP="007B2329">
      <w:r>
        <w:t>520.6874</w:t>
      </w:r>
      <w:r>
        <w:tab/>
        <w:t>1.013e0</w:t>
      </w:r>
    </w:p>
    <w:p w:rsidR="007B2329" w:rsidRDefault="007B2329" w:rsidP="007B2329">
      <w:r>
        <w:lastRenderedPageBreak/>
        <w:t>520.6971</w:t>
      </w:r>
      <w:r>
        <w:tab/>
        <w:t>5.063e0</w:t>
      </w:r>
    </w:p>
    <w:p w:rsidR="007B2329" w:rsidRDefault="007B2329" w:rsidP="007B2329">
      <w:r>
        <w:t>520.7146</w:t>
      </w:r>
      <w:r>
        <w:tab/>
        <w:t>1.013e0</w:t>
      </w:r>
    </w:p>
    <w:p w:rsidR="007B2329" w:rsidRDefault="007B2329" w:rsidP="007B2329">
      <w:r>
        <w:t>520.7458</w:t>
      </w:r>
      <w:r>
        <w:tab/>
        <w:t>3.051e0</w:t>
      </w:r>
    </w:p>
    <w:p w:rsidR="007B2329" w:rsidRDefault="007B2329" w:rsidP="007B2329">
      <w:r>
        <w:t>520.7557</w:t>
      </w:r>
      <w:r>
        <w:tab/>
        <w:t>1.013e0</w:t>
      </w:r>
    </w:p>
    <w:p w:rsidR="007B2329" w:rsidRDefault="007B2329" w:rsidP="007B2329">
      <w:r>
        <w:t>520.7632</w:t>
      </w:r>
      <w:r>
        <w:tab/>
        <w:t>1.025e0</w:t>
      </w:r>
    </w:p>
    <w:p w:rsidR="007B2329" w:rsidRDefault="007B2329" w:rsidP="007B2329">
      <w:r>
        <w:t>520.7719</w:t>
      </w:r>
      <w:r>
        <w:tab/>
        <w:t>3.038e0</w:t>
      </w:r>
    </w:p>
    <w:p w:rsidR="007B2329" w:rsidRDefault="007B2329" w:rsidP="007B2329">
      <w:r>
        <w:t>520.7742</w:t>
      </w:r>
      <w:r>
        <w:tab/>
        <w:t>2.025e0</w:t>
      </w:r>
    </w:p>
    <w:p w:rsidR="007B2329" w:rsidRDefault="007B2329" w:rsidP="007B2329">
      <w:r>
        <w:t>520.8047</w:t>
      </w:r>
      <w:r>
        <w:tab/>
        <w:t>1.013e0</w:t>
      </w:r>
    </w:p>
    <w:p w:rsidR="007B2329" w:rsidRDefault="007B2329" w:rsidP="007B2329">
      <w:r>
        <w:t>520.8282</w:t>
      </w:r>
      <w:r>
        <w:tab/>
        <w:t>2.025e0</w:t>
      </w:r>
    </w:p>
    <w:p w:rsidR="007B2329" w:rsidRDefault="007B2329" w:rsidP="007B2329">
      <w:r>
        <w:t>520.8292</w:t>
      </w:r>
      <w:r>
        <w:tab/>
        <w:t>1.013e0</w:t>
      </w:r>
    </w:p>
    <w:p w:rsidR="007B2329" w:rsidRDefault="007B2329" w:rsidP="007B2329">
      <w:r>
        <w:t>520.8320</w:t>
      </w:r>
      <w:r>
        <w:tab/>
        <w:t>1.013e0</w:t>
      </w:r>
    </w:p>
    <w:p w:rsidR="007B2329" w:rsidRDefault="007B2329" w:rsidP="007B2329">
      <w:r>
        <w:t>520.8409</w:t>
      </w:r>
      <w:r>
        <w:tab/>
        <w:t>1.013e0</w:t>
      </w:r>
    </w:p>
    <w:p w:rsidR="007B2329" w:rsidRDefault="007B2329" w:rsidP="007B2329">
      <w:r>
        <w:t>520.8472</w:t>
      </w:r>
      <w:r>
        <w:tab/>
        <w:t>3.038e0</w:t>
      </w:r>
    </w:p>
    <w:p w:rsidR="007B2329" w:rsidRDefault="007B2329" w:rsidP="007B2329">
      <w:r>
        <w:t>520.8583</w:t>
      </w:r>
      <w:r>
        <w:tab/>
        <w:t>2.025e0</w:t>
      </w:r>
    </w:p>
    <w:p w:rsidR="007B2329" w:rsidRDefault="007B2329" w:rsidP="007B2329">
      <w:r>
        <w:t>520.8907</w:t>
      </w:r>
      <w:r>
        <w:tab/>
        <w:t>2.025e0</w:t>
      </w:r>
    </w:p>
    <w:p w:rsidR="007B2329" w:rsidRDefault="007B2329" w:rsidP="007B2329">
      <w:r>
        <w:t>520.8950</w:t>
      </w:r>
      <w:r>
        <w:tab/>
        <w:t>3.038e0</w:t>
      </w:r>
    </w:p>
    <w:p w:rsidR="007B2329" w:rsidRDefault="007B2329" w:rsidP="007B2329">
      <w:r>
        <w:t>520.9060</w:t>
      </w:r>
      <w:r>
        <w:tab/>
        <w:t>1.013e0</w:t>
      </w:r>
    </w:p>
    <w:p w:rsidR="007B2329" w:rsidRDefault="007B2329" w:rsidP="007B2329">
      <w:r>
        <w:t>520.9128</w:t>
      </w:r>
      <w:r>
        <w:tab/>
        <w:t>1.013e0</w:t>
      </w:r>
    </w:p>
    <w:p w:rsidR="007B2329" w:rsidRDefault="007B2329" w:rsidP="007B2329">
      <w:r>
        <w:t>520.9214</w:t>
      </w:r>
      <w:r>
        <w:tab/>
        <w:t>2.025e0</w:t>
      </w:r>
    </w:p>
    <w:p w:rsidR="007B2329" w:rsidRDefault="007B2329" w:rsidP="007B2329">
      <w:r>
        <w:lastRenderedPageBreak/>
        <w:t>520.9307</w:t>
      </w:r>
      <w:r>
        <w:tab/>
        <w:t>1.013e0</w:t>
      </w:r>
    </w:p>
    <w:p w:rsidR="007B2329" w:rsidRDefault="007B2329" w:rsidP="007B2329">
      <w:r>
        <w:t>520.9403</w:t>
      </w:r>
      <w:r>
        <w:tab/>
        <w:t>2.025e0</w:t>
      </w:r>
    </w:p>
    <w:p w:rsidR="007B2329" w:rsidRDefault="007B2329" w:rsidP="007B2329">
      <w:r>
        <w:t>520.9490</w:t>
      </w:r>
      <w:r>
        <w:tab/>
        <w:t>1.013e0</w:t>
      </w:r>
    </w:p>
    <w:p w:rsidR="007B2329" w:rsidRDefault="007B2329" w:rsidP="007B2329">
      <w:r>
        <w:t>520.9552</w:t>
      </w:r>
      <w:r>
        <w:tab/>
        <w:t>4.051e0</w:t>
      </w:r>
    </w:p>
    <w:p w:rsidR="007B2329" w:rsidRDefault="007B2329" w:rsidP="007B2329">
      <w:r>
        <w:t>520.9579</w:t>
      </w:r>
      <w:r>
        <w:tab/>
        <w:t>1.013e0</w:t>
      </w:r>
    </w:p>
    <w:p w:rsidR="007B2329" w:rsidRDefault="007B2329" w:rsidP="007B2329">
      <w:r>
        <w:t>520.9668</w:t>
      </w:r>
      <w:r>
        <w:tab/>
        <w:t>1.013e0</w:t>
      </w:r>
    </w:p>
    <w:p w:rsidR="007B2329" w:rsidRDefault="007B2329" w:rsidP="007B2329">
      <w:r>
        <w:t>520.9758</w:t>
      </w:r>
      <w:r>
        <w:tab/>
        <w:t>1.013e0</w:t>
      </w:r>
    </w:p>
    <w:p w:rsidR="007B2329" w:rsidRDefault="007B2329" w:rsidP="007B2329">
      <w:r>
        <w:t>521.0055</w:t>
      </w:r>
      <w:r>
        <w:tab/>
        <w:t>2.025e0</w:t>
      </w:r>
    </w:p>
    <w:p w:rsidR="007B2329" w:rsidRDefault="007B2329" w:rsidP="007B2329">
      <w:r>
        <w:t>521.0209</w:t>
      </w:r>
      <w:r>
        <w:tab/>
        <w:t>1.013e0</w:t>
      </w:r>
    </w:p>
    <w:p w:rsidR="007B2329" w:rsidRDefault="007B2329" w:rsidP="007B2329">
      <w:r>
        <w:t>521.0220</w:t>
      </w:r>
      <w:r>
        <w:tab/>
        <w:t>2.025e0</w:t>
      </w:r>
    </w:p>
    <w:p w:rsidR="007B2329" w:rsidRDefault="007B2329" w:rsidP="007B2329">
      <w:r>
        <w:t>521.0240</w:t>
      </w:r>
      <w:r>
        <w:tab/>
        <w:t>1.025e0</w:t>
      </w:r>
    </w:p>
    <w:p w:rsidR="007B2329" w:rsidRDefault="007B2329" w:rsidP="007B2329">
      <w:r>
        <w:t>521.0253</w:t>
      </w:r>
      <w:r>
        <w:tab/>
        <w:t>2.025e0</w:t>
      </w:r>
    </w:p>
    <w:p w:rsidR="007B2329" w:rsidRDefault="007B2329" w:rsidP="007B2329">
      <w:r>
        <w:t>521.0391</w:t>
      </w:r>
      <w:r>
        <w:tab/>
        <w:t>3.038e0</w:t>
      </w:r>
    </w:p>
    <w:p w:rsidR="007B2329" w:rsidRDefault="007B2329" w:rsidP="007B2329">
      <w:r>
        <w:t>521.0529</w:t>
      </w:r>
      <w:r>
        <w:tab/>
        <w:t>2.025e0</w:t>
      </w:r>
    </w:p>
    <w:p w:rsidR="007B2329" w:rsidRDefault="007B2329" w:rsidP="007B2329">
      <w:r>
        <w:t>521.1291</w:t>
      </w:r>
      <w:r>
        <w:tab/>
        <w:t>1.013e0</w:t>
      </w:r>
    </w:p>
    <w:p w:rsidR="007B2329" w:rsidRDefault="007B2329" w:rsidP="007B2329">
      <w:r>
        <w:t>521.1356</w:t>
      </w:r>
      <w:r>
        <w:tab/>
        <w:t>7.911e0</w:t>
      </w:r>
    </w:p>
    <w:p w:rsidR="007B2329" w:rsidRDefault="007B2329" w:rsidP="007B2329">
      <w:r>
        <w:t>521.1375</w:t>
      </w:r>
      <w:r>
        <w:tab/>
        <w:t>3.524e0</w:t>
      </w:r>
    </w:p>
    <w:p w:rsidR="007B2329" w:rsidRDefault="007B2329" w:rsidP="007B2329">
      <w:r>
        <w:t>521.1410</w:t>
      </w:r>
      <w:r>
        <w:tab/>
        <w:t>4.107e0</w:t>
      </w:r>
    </w:p>
    <w:p w:rsidR="007B2329" w:rsidRDefault="007B2329" w:rsidP="007B2329">
      <w:r>
        <w:t>521.1459</w:t>
      </w:r>
      <w:r>
        <w:tab/>
        <w:t>1.650e1</w:t>
      </w:r>
    </w:p>
    <w:p w:rsidR="007B2329" w:rsidRDefault="007B2329" w:rsidP="007B2329">
      <w:r>
        <w:lastRenderedPageBreak/>
        <w:t>521.1646</w:t>
      </w:r>
      <w:r>
        <w:tab/>
        <w:t>1.156e1</w:t>
      </w:r>
    </w:p>
    <w:p w:rsidR="007B2329" w:rsidRDefault="007B2329" w:rsidP="007B2329">
      <w:r>
        <w:t>521.1795</w:t>
      </w:r>
      <w:r>
        <w:tab/>
        <w:t>4.800e0</w:t>
      </w:r>
    </w:p>
    <w:p w:rsidR="007B2329" w:rsidRDefault="007B2329" w:rsidP="007B2329">
      <w:r>
        <w:t>521.2385</w:t>
      </w:r>
      <w:r>
        <w:tab/>
        <w:t>5.089e0</w:t>
      </w:r>
    </w:p>
    <w:p w:rsidR="007B2329" w:rsidRDefault="007B2329" w:rsidP="007B2329">
      <w:r>
        <w:t>521.2552</w:t>
      </w:r>
      <w:r>
        <w:tab/>
        <w:t>4.991e1</w:t>
      </w:r>
    </w:p>
    <w:p w:rsidR="007B2329" w:rsidRDefault="007B2329" w:rsidP="007B2329">
      <w:r>
        <w:t>521.2589</w:t>
      </w:r>
      <w:r>
        <w:tab/>
        <w:t>6.108e1</w:t>
      </w:r>
    </w:p>
    <w:p w:rsidR="007B2329" w:rsidRDefault="007B2329" w:rsidP="007B2329">
      <w:r>
        <w:t>521.2607</w:t>
      </w:r>
      <w:r>
        <w:tab/>
        <w:t>5.590e1</w:t>
      </w:r>
    </w:p>
    <w:p w:rsidR="007B2329" w:rsidRDefault="007B2329" w:rsidP="007B2329">
      <w:r>
        <w:t>521.2623</w:t>
      </w:r>
      <w:r>
        <w:tab/>
        <w:t>2.448e2</w:t>
      </w:r>
    </w:p>
    <w:p w:rsidR="007B2329" w:rsidRDefault="007B2329" w:rsidP="007B2329">
      <w:r>
        <w:t>521.2664</w:t>
      </w:r>
      <w:r>
        <w:tab/>
        <w:t>1.747e2</w:t>
      </w:r>
    </w:p>
    <w:p w:rsidR="007B2329" w:rsidRDefault="007B2329" w:rsidP="007B2329">
      <w:r>
        <w:t>521.2688</w:t>
      </w:r>
      <w:r>
        <w:tab/>
        <w:t>1.743e1</w:t>
      </w:r>
    </w:p>
    <w:p w:rsidR="007B2329" w:rsidRDefault="007B2329" w:rsidP="007B2329">
      <w:r>
        <w:t>521.2749</w:t>
      </w:r>
      <w:r>
        <w:tab/>
        <w:t>1.114e1</w:t>
      </w:r>
    </w:p>
    <w:p w:rsidR="007B2329" w:rsidRDefault="007B2329" w:rsidP="007B2329">
      <w:r>
        <w:t>521.3123</w:t>
      </w:r>
      <w:r>
        <w:tab/>
        <w:t>3.089e0</w:t>
      </w:r>
    </w:p>
    <w:p w:rsidR="007B2329" w:rsidRDefault="007B2329" w:rsidP="007B2329">
      <w:r>
        <w:t>521.3563</w:t>
      </w:r>
      <w:r>
        <w:tab/>
        <w:t>4.663e0</w:t>
      </w:r>
    </w:p>
    <w:p w:rsidR="007B2329" w:rsidRDefault="007B2329" w:rsidP="007B2329">
      <w:r>
        <w:t>521.3667</w:t>
      </w:r>
      <w:r>
        <w:tab/>
        <w:t>2.538e0</w:t>
      </w:r>
    </w:p>
    <w:p w:rsidR="007B2329" w:rsidRDefault="007B2329" w:rsidP="007B2329">
      <w:r>
        <w:t>521.3707</w:t>
      </w:r>
      <w:r>
        <w:tab/>
        <w:t>3.038e0</w:t>
      </w:r>
    </w:p>
    <w:p w:rsidR="007B2329" w:rsidRDefault="007B2329" w:rsidP="007B2329">
      <w:r>
        <w:t>521.3944</w:t>
      </w:r>
      <w:r>
        <w:tab/>
        <w:t>5.063e0</w:t>
      </w:r>
    </w:p>
    <w:p w:rsidR="007B2329" w:rsidRDefault="007B2329" w:rsidP="007B2329">
      <w:r>
        <w:t>521.4182</w:t>
      </w:r>
      <w:r>
        <w:tab/>
        <w:t>4.051e0</w:t>
      </w:r>
    </w:p>
    <w:p w:rsidR="007B2329" w:rsidRDefault="007B2329" w:rsidP="007B2329">
      <w:r>
        <w:t>521.4269</w:t>
      </w:r>
      <w:r>
        <w:tab/>
        <w:t>3.052e0</w:t>
      </w:r>
    </w:p>
    <w:p w:rsidR="007B2329" w:rsidRDefault="007B2329" w:rsidP="007B2329">
      <w:r>
        <w:t>521.4490</w:t>
      </w:r>
      <w:r>
        <w:tab/>
        <w:t>3.038e0</w:t>
      </w:r>
    </w:p>
    <w:p w:rsidR="007B2329" w:rsidRDefault="007B2329" w:rsidP="007B2329">
      <w:r>
        <w:t>521.4562</w:t>
      </w:r>
      <w:r>
        <w:tab/>
        <w:t>2.025e0</w:t>
      </w:r>
    </w:p>
    <w:p w:rsidR="007B2329" w:rsidRDefault="007B2329" w:rsidP="007B2329">
      <w:r>
        <w:lastRenderedPageBreak/>
        <w:t>521.4590</w:t>
      </w:r>
      <w:r>
        <w:tab/>
        <w:t>2.025e0</w:t>
      </w:r>
    </w:p>
    <w:p w:rsidR="007B2329" w:rsidRDefault="007B2329" w:rsidP="007B2329">
      <w:r>
        <w:t>521.4623</w:t>
      </w:r>
      <w:r>
        <w:tab/>
        <w:t>2.025e0</w:t>
      </w:r>
    </w:p>
    <w:p w:rsidR="007B2329" w:rsidRDefault="007B2329" w:rsidP="007B2329">
      <w:r>
        <w:t>521.4998</w:t>
      </w:r>
      <w:r>
        <w:tab/>
        <w:t>1.266e-2</w:t>
      </w:r>
    </w:p>
    <w:p w:rsidR="007B2329" w:rsidRDefault="007B2329" w:rsidP="007B2329">
      <w:r>
        <w:t>521.5034</w:t>
      </w:r>
      <w:r>
        <w:tab/>
        <w:t>5.063e0</w:t>
      </w:r>
    </w:p>
    <w:p w:rsidR="007B2329" w:rsidRDefault="007B2329" w:rsidP="007B2329">
      <w:r>
        <w:t>521.5154</w:t>
      </w:r>
      <w:r>
        <w:tab/>
        <w:t>1.013e0</w:t>
      </w:r>
    </w:p>
    <w:p w:rsidR="007B2329" w:rsidRDefault="007B2329" w:rsidP="007B2329">
      <w:r>
        <w:t>521.5214</w:t>
      </w:r>
      <w:r>
        <w:tab/>
        <w:t>4.051e0</w:t>
      </w:r>
    </w:p>
    <w:p w:rsidR="007B2329" w:rsidRDefault="007B2329" w:rsidP="007B2329">
      <w:r>
        <w:t>521.5307</w:t>
      </w:r>
      <w:r>
        <w:tab/>
        <w:t>9.114e0</w:t>
      </w:r>
    </w:p>
    <w:p w:rsidR="007B2329" w:rsidRDefault="007B2329" w:rsidP="007B2329">
      <w:r>
        <w:t>521.5338</w:t>
      </w:r>
      <w:r>
        <w:tab/>
        <w:t>1.013e0</w:t>
      </w:r>
    </w:p>
    <w:p w:rsidR="007B2329" w:rsidRDefault="007B2329" w:rsidP="007B2329">
      <w:r>
        <w:t>521.5707</w:t>
      </w:r>
      <w:r>
        <w:tab/>
        <w:t>2.532e-2</w:t>
      </w:r>
    </w:p>
    <w:p w:rsidR="007B2329" w:rsidRDefault="007B2329" w:rsidP="007B2329">
      <w:r>
        <w:t>521.5892</w:t>
      </w:r>
      <w:r>
        <w:tab/>
        <w:t>1.013e0</w:t>
      </w:r>
    </w:p>
    <w:p w:rsidR="007B2329" w:rsidRDefault="007B2329" w:rsidP="007B2329">
      <w:r>
        <w:t>521.6163</w:t>
      </w:r>
      <w:r>
        <w:tab/>
        <w:t>1.013e0</w:t>
      </w:r>
    </w:p>
    <w:p w:rsidR="007B2329" w:rsidRDefault="007B2329" w:rsidP="007B2329">
      <w:r>
        <w:t>521.6301</w:t>
      </w:r>
      <w:r>
        <w:tab/>
        <w:t>2.025e0</w:t>
      </w:r>
    </w:p>
    <w:p w:rsidR="007B2329" w:rsidRDefault="007B2329" w:rsidP="007B2329">
      <w:r>
        <w:t>521.6343</w:t>
      </w:r>
      <w:r>
        <w:tab/>
        <w:t>1.013e0</w:t>
      </w:r>
    </w:p>
    <w:p w:rsidR="007B2329" w:rsidRDefault="007B2329" w:rsidP="007B2329">
      <w:r>
        <w:t>521.6731</w:t>
      </w:r>
      <w:r>
        <w:tab/>
        <w:t>1.025e0</w:t>
      </w:r>
    </w:p>
    <w:p w:rsidR="007B2329" w:rsidRDefault="007B2329" w:rsidP="007B2329">
      <w:r>
        <w:t>521.6795</w:t>
      </w:r>
      <w:r>
        <w:tab/>
        <w:t>1.013e0</w:t>
      </w:r>
    </w:p>
    <w:p w:rsidR="007B2329" w:rsidRDefault="007B2329" w:rsidP="007B2329">
      <w:r>
        <w:t>521.6805</w:t>
      </w:r>
      <w:r>
        <w:tab/>
        <w:t>2.025e0</w:t>
      </w:r>
    </w:p>
    <w:p w:rsidR="007B2329" w:rsidRDefault="007B2329" w:rsidP="007B2329">
      <w:r>
        <w:t>521.7020</w:t>
      </w:r>
      <w:r>
        <w:tab/>
        <w:t>1.013e0</w:t>
      </w:r>
    </w:p>
    <w:p w:rsidR="007B2329" w:rsidRDefault="007B2329" w:rsidP="007B2329">
      <w:r>
        <w:t>521.7156</w:t>
      </w:r>
      <w:r>
        <w:tab/>
        <w:t>1.013e0</w:t>
      </w:r>
    </w:p>
    <w:p w:rsidR="007B2329" w:rsidRDefault="007B2329" w:rsidP="007B2329">
      <w:r>
        <w:t>521.7214</w:t>
      </w:r>
      <w:r>
        <w:tab/>
        <w:t>4.051e0</w:t>
      </w:r>
    </w:p>
    <w:p w:rsidR="007B2329" w:rsidRDefault="007B2329" w:rsidP="007B2329">
      <w:r>
        <w:lastRenderedPageBreak/>
        <w:t>521.7336</w:t>
      </w:r>
      <w:r>
        <w:tab/>
        <w:t>2.025e0</w:t>
      </w:r>
    </w:p>
    <w:p w:rsidR="007B2329" w:rsidRDefault="007B2329" w:rsidP="007B2329">
      <w:r>
        <w:t>521.7607</w:t>
      </w:r>
      <w:r>
        <w:tab/>
        <w:t>1.013e0</w:t>
      </w:r>
    </w:p>
    <w:p w:rsidR="007B2329" w:rsidRDefault="007B2329" w:rsidP="007B2329">
      <w:r>
        <w:t>521.7643</w:t>
      </w:r>
      <w:r>
        <w:tab/>
        <w:t>2.025e0</w:t>
      </w:r>
    </w:p>
    <w:p w:rsidR="007B2329" w:rsidRDefault="007B2329" w:rsidP="007B2329">
      <w:r>
        <w:t>521.7655</w:t>
      </w:r>
      <w:r>
        <w:tab/>
        <w:t>4.051e0</w:t>
      </w:r>
    </w:p>
    <w:p w:rsidR="007B2329" w:rsidRDefault="007B2329" w:rsidP="007B2329">
      <w:r>
        <w:t>521.7684</w:t>
      </w:r>
      <w:r>
        <w:tab/>
        <w:t>3.038e0</w:t>
      </w:r>
    </w:p>
    <w:p w:rsidR="007B2329" w:rsidRDefault="007B2329" w:rsidP="007B2329">
      <w:r>
        <w:t>521.7698</w:t>
      </w:r>
      <w:r>
        <w:tab/>
        <w:t>1.013e0</w:t>
      </w:r>
    </w:p>
    <w:p w:rsidR="007B2329" w:rsidRDefault="007B2329" w:rsidP="007B2329">
      <w:r>
        <w:t>521.7938</w:t>
      </w:r>
      <w:r>
        <w:tab/>
        <w:t>1.013e0</w:t>
      </w:r>
    </w:p>
    <w:p w:rsidR="007B2329" w:rsidRDefault="007B2329" w:rsidP="007B2329">
      <w:r>
        <w:t>521.8384</w:t>
      </w:r>
      <w:r>
        <w:tab/>
        <w:t>2.692e0</w:t>
      </w:r>
    </w:p>
    <w:p w:rsidR="007B2329" w:rsidRDefault="007B2329" w:rsidP="007B2329">
      <w:r>
        <w:t>521.8420</w:t>
      </w:r>
      <w:r>
        <w:tab/>
        <w:t>1.013e0</w:t>
      </w:r>
    </w:p>
    <w:p w:rsidR="007B2329" w:rsidRDefault="007B2329" w:rsidP="007B2329">
      <w:r>
        <w:t>521.8491</w:t>
      </w:r>
      <w:r>
        <w:tab/>
        <w:t>1.013e0</w:t>
      </w:r>
    </w:p>
    <w:p w:rsidR="007B2329" w:rsidRDefault="007B2329" w:rsidP="007B2329">
      <w:r>
        <w:t>521.8504</w:t>
      </w:r>
      <w:r>
        <w:tab/>
        <w:t>3.038e0</w:t>
      </w:r>
    </w:p>
    <w:p w:rsidR="007B2329" w:rsidRDefault="007B2329" w:rsidP="007B2329">
      <w:r>
        <w:t>521.8600</w:t>
      </w:r>
      <w:r>
        <w:tab/>
        <w:t>2.025e0</w:t>
      </w:r>
    </w:p>
    <w:p w:rsidR="007B2329" w:rsidRDefault="007B2329" w:rsidP="007B2329">
      <w:r>
        <w:t>521.8649</w:t>
      </w:r>
      <w:r>
        <w:tab/>
        <w:t>3.038e0</w:t>
      </w:r>
    </w:p>
    <w:p w:rsidR="007B2329" w:rsidRDefault="007B2329" w:rsidP="007B2329">
      <w:r>
        <w:t>521.8873</w:t>
      </w:r>
      <w:r>
        <w:tab/>
        <w:t>2.025e0</w:t>
      </w:r>
    </w:p>
    <w:p w:rsidR="007B2329" w:rsidRDefault="007B2329" w:rsidP="007B2329">
      <w:r>
        <w:t>521.9188</w:t>
      </w:r>
      <w:r>
        <w:tab/>
        <w:t>2.025e0</w:t>
      </w:r>
    </w:p>
    <w:p w:rsidR="007B2329" w:rsidRDefault="007B2329" w:rsidP="007B2329">
      <w:r>
        <w:t>521.9294</w:t>
      </w:r>
      <w:r>
        <w:tab/>
        <w:t>4.051e0</w:t>
      </w:r>
    </w:p>
    <w:p w:rsidR="007B2329" w:rsidRDefault="007B2329" w:rsidP="007B2329">
      <w:r>
        <w:t>521.9323</w:t>
      </w:r>
      <w:r>
        <w:tab/>
        <w:t>1.013e0</w:t>
      </w:r>
    </w:p>
    <w:p w:rsidR="007B2329" w:rsidRDefault="007B2329" w:rsidP="007B2329">
      <w:r>
        <w:t>521.9380</w:t>
      </w:r>
      <w:r>
        <w:tab/>
        <w:t>4.051e0</w:t>
      </w:r>
    </w:p>
    <w:p w:rsidR="007B2329" w:rsidRDefault="007B2329" w:rsidP="007B2329">
      <w:r>
        <w:t>521.9503</w:t>
      </w:r>
      <w:r>
        <w:tab/>
        <w:t>1.013e0</w:t>
      </w:r>
    </w:p>
    <w:p w:rsidR="007B2329" w:rsidRDefault="007B2329" w:rsidP="007B2329">
      <w:r>
        <w:lastRenderedPageBreak/>
        <w:t>521.9523</w:t>
      </w:r>
      <w:r>
        <w:tab/>
        <w:t>5.063e0</w:t>
      </w:r>
    </w:p>
    <w:p w:rsidR="007B2329" w:rsidRDefault="007B2329" w:rsidP="007B2329">
      <w:r>
        <w:t>521.9592</w:t>
      </w:r>
      <w:r>
        <w:tab/>
        <w:t>2.025e0</w:t>
      </w:r>
    </w:p>
    <w:p w:rsidR="007B2329" w:rsidRDefault="007B2329" w:rsidP="007B2329">
      <w:r>
        <w:t>521.9808</w:t>
      </w:r>
      <w:r>
        <w:tab/>
        <w:t>1.013e0</w:t>
      </w:r>
    </w:p>
    <w:p w:rsidR="007B2329" w:rsidRDefault="007B2329" w:rsidP="007B2329">
      <w:r>
        <w:t>521.9844</w:t>
      </w:r>
      <w:r>
        <w:tab/>
        <w:t>2.025e0</w:t>
      </w:r>
    </w:p>
    <w:p w:rsidR="007B2329" w:rsidRDefault="007B2329" w:rsidP="007B2329">
      <w:r>
        <w:t>522.0045</w:t>
      </w:r>
      <w:r>
        <w:tab/>
        <w:t>1.013e0</w:t>
      </w:r>
    </w:p>
    <w:p w:rsidR="007B2329" w:rsidRDefault="007B2329" w:rsidP="007B2329">
      <w:r>
        <w:t>522.0496</w:t>
      </w:r>
      <w:r>
        <w:tab/>
        <w:t>1.013e0</w:t>
      </w:r>
    </w:p>
    <w:p w:rsidR="007B2329" w:rsidRDefault="007B2329" w:rsidP="007B2329">
      <w:r>
        <w:t>522.0543</w:t>
      </w:r>
      <w:r>
        <w:tab/>
        <w:t>1.013e0</w:t>
      </w:r>
    </w:p>
    <w:p w:rsidR="007B2329" w:rsidRDefault="007B2329" w:rsidP="007B2329">
      <w:r>
        <w:t>522.0683</w:t>
      </w:r>
      <w:r>
        <w:tab/>
        <w:t>5.063e0</w:t>
      </w:r>
    </w:p>
    <w:p w:rsidR="007B2329" w:rsidRDefault="007B2329" w:rsidP="007B2329">
      <w:r>
        <w:t>522.0768</w:t>
      </w:r>
      <w:r>
        <w:tab/>
        <w:t>1.013e0</w:t>
      </w:r>
    </w:p>
    <w:p w:rsidR="007B2329" w:rsidRDefault="007B2329" w:rsidP="007B2329">
      <w:r>
        <w:t>522.1235</w:t>
      </w:r>
      <w:r>
        <w:tab/>
        <w:t>5.711e0</w:t>
      </w:r>
    </w:p>
    <w:p w:rsidR="007B2329" w:rsidRDefault="007B2329" w:rsidP="007B2329">
      <w:r>
        <w:t>522.1341</w:t>
      </w:r>
      <w:r>
        <w:tab/>
        <w:t>3.038e0</w:t>
      </w:r>
    </w:p>
    <w:p w:rsidR="007B2329" w:rsidRDefault="007B2329" w:rsidP="007B2329">
      <w:r>
        <w:t>522.1448</w:t>
      </w:r>
      <w:r>
        <w:tab/>
        <w:t>6.379e0</w:t>
      </w:r>
    </w:p>
    <w:p w:rsidR="007B2329" w:rsidRDefault="007B2329" w:rsidP="007B2329">
      <w:r>
        <w:t>522.1462</w:t>
      </w:r>
      <w:r>
        <w:tab/>
        <w:t>1.013e0</w:t>
      </w:r>
    </w:p>
    <w:p w:rsidR="007B2329" w:rsidRDefault="007B2329" w:rsidP="007B2329">
      <w:r>
        <w:t>522.1559</w:t>
      </w:r>
      <w:r>
        <w:tab/>
        <w:t>2.029e1</w:t>
      </w:r>
    </w:p>
    <w:p w:rsidR="007B2329" w:rsidRDefault="007B2329" w:rsidP="007B2329">
      <w:r>
        <w:t>522.1794</w:t>
      </w:r>
      <w:r>
        <w:tab/>
        <w:t>4.911e0</w:t>
      </w:r>
    </w:p>
    <w:p w:rsidR="007B2329" w:rsidRDefault="007B2329" w:rsidP="007B2329">
      <w:r>
        <w:t>522.1817</w:t>
      </w:r>
      <w:r>
        <w:tab/>
        <w:t>1.101e1</w:t>
      </w:r>
    </w:p>
    <w:p w:rsidR="007B2329" w:rsidRDefault="007B2329" w:rsidP="007B2329">
      <w:r>
        <w:t>522.1855</w:t>
      </w:r>
      <w:r>
        <w:tab/>
        <w:t>1.013e0</w:t>
      </w:r>
    </w:p>
    <w:p w:rsidR="007B2329" w:rsidRDefault="007B2329" w:rsidP="007B2329">
      <w:r>
        <w:t>522.1920</w:t>
      </w:r>
      <w:r>
        <w:tab/>
        <w:t>3.140e1</w:t>
      </w:r>
    </w:p>
    <w:p w:rsidR="007B2329" w:rsidRDefault="007B2329" w:rsidP="007B2329">
      <w:r>
        <w:t>522.1943</w:t>
      </w:r>
      <w:r>
        <w:tab/>
        <w:t>1.013e0</w:t>
      </w:r>
    </w:p>
    <w:p w:rsidR="007B2329" w:rsidRDefault="007B2329" w:rsidP="007B2329">
      <w:r>
        <w:lastRenderedPageBreak/>
        <w:t>522.2039</w:t>
      </w:r>
      <w:r>
        <w:tab/>
        <w:t>1.620e1</w:t>
      </w:r>
    </w:p>
    <w:p w:rsidR="007B2329" w:rsidRDefault="007B2329" w:rsidP="007B2329">
      <w:r>
        <w:t>522.2560</w:t>
      </w:r>
      <w:r>
        <w:tab/>
        <w:t>9.542e0</w:t>
      </w:r>
    </w:p>
    <w:p w:rsidR="007B2329" w:rsidRDefault="007B2329" w:rsidP="007B2329">
      <w:r>
        <w:t>522.2593</w:t>
      </w:r>
      <w:r>
        <w:tab/>
        <w:t>1.013e0</w:t>
      </w:r>
    </w:p>
    <w:p w:rsidR="007B2329" w:rsidRDefault="007B2329" w:rsidP="007B2329">
      <w:r>
        <w:t>522.2631</w:t>
      </w:r>
      <w:r>
        <w:tab/>
        <w:t>1.045e2</w:t>
      </w:r>
    </w:p>
    <w:p w:rsidR="007B2329" w:rsidRDefault="007B2329" w:rsidP="007B2329">
      <w:r>
        <w:t>522.2644</w:t>
      </w:r>
      <w:r>
        <w:tab/>
        <w:t>4.676e1</w:t>
      </w:r>
    </w:p>
    <w:p w:rsidR="007B2329" w:rsidRDefault="007B2329" w:rsidP="007B2329">
      <w:r>
        <w:t>522.2656</w:t>
      </w:r>
      <w:r>
        <w:tab/>
        <w:t>2.396e1</w:t>
      </w:r>
    </w:p>
    <w:p w:rsidR="007B2329" w:rsidRDefault="007B2329" w:rsidP="007B2329">
      <w:r>
        <w:t>522.2734</w:t>
      </w:r>
      <w:r>
        <w:tab/>
        <w:t>2.225e1</w:t>
      </w:r>
    </w:p>
    <w:p w:rsidR="007B2329" w:rsidRDefault="007B2329" w:rsidP="007B2329">
      <w:r>
        <w:t>522.2762</w:t>
      </w:r>
      <w:r>
        <w:tab/>
        <w:t>4.051e0</w:t>
      </w:r>
    </w:p>
    <w:p w:rsidR="007B2329" w:rsidRDefault="007B2329" w:rsidP="007B2329">
      <w:r>
        <w:t>522.3053</w:t>
      </w:r>
      <w:r>
        <w:tab/>
        <w:t>3.644e0</w:t>
      </w:r>
    </w:p>
    <w:p w:rsidR="007B2329" w:rsidRDefault="007B2329" w:rsidP="007B2329">
      <w:r>
        <w:t>522.3668</w:t>
      </w:r>
      <w:r>
        <w:tab/>
        <w:t>1.624e0</w:t>
      </w:r>
    </w:p>
    <w:p w:rsidR="007B2329" w:rsidRDefault="007B2329" w:rsidP="007B2329">
      <w:r>
        <w:t>522.3732</w:t>
      </w:r>
      <w:r>
        <w:tab/>
        <w:t>2.025e0</w:t>
      </w:r>
    </w:p>
    <w:p w:rsidR="007B2329" w:rsidRDefault="007B2329" w:rsidP="007B2329">
      <w:r>
        <w:t>522.3759</w:t>
      </w:r>
      <w:r>
        <w:tab/>
        <w:t>3.851e0</w:t>
      </w:r>
    </w:p>
    <w:p w:rsidR="007B2329" w:rsidRDefault="007B2329" w:rsidP="007B2329">
      <w:r>
        <w:t>522.3839</w:t>
      </w:r>
      <w:r>
        <w:tab/>
        <w:t>1.013e0</w:t>
      </w:r>
    </w:p>
    <w:p w:rsidR="007B2329" w:rsidRDefault="007B2329" w:rsidP="007B2329">
      <w:r>
        <w:t>522.3853</w:t>
      </w:r>
      <w:r>
        <w:tab/>
        <w:t>4.051e0</w:t>
      </w:r>
    </w:p>
    <w:p w:rsidR="007B2329" w:rsidRDefault="007B2329" w:rsidP="007B2329">
      <w:r>
        <w:t>522.4248</w:t>
      </w:r>
      <w:r>
        <w:tab/>
        <w:t>1.013e0</w:t>
      </w:r>
    </w:p>
    <w:p w:rsidR="007B2329" w:rsidRDefault="007B2329" w:rsidP="007B2329">
      <w:r>
        <w:t>522.4325</w:t>
      </w:r>
      <w:r>
        <w:tab/>
        <w:t>2.532e-2</w:t>
      </w:r>
    </w:p>
    <w:p w:rsidR="007B2329" w:rsidRDefault="007B2329" w:rsidP="007B2329">
      <w:r>
        <w:t>522.4421</w:t>
      </w:r>
      <w:r>
        <w:tab/>
        <w:t>3.038e0</w:t>
      </w:r>
    </w:p>
    <w:p w:rsidR="007B2329" w:rsidRDefault="007B2329" w:rsidP="007B2329">
      <w:r>
        <w:t>522.4471</w:t>
      </w:r>
      <w:r>
        <w:tab/>
        <w:t>1.013e0</w:t>
      </w:r>
    </w:p>
    <w:p w:rsidR="007B2329" w:rsidRDefault="007B2329" w:rsidP="007B2329">
      <w:r>
        <w:t>522.4482</w:t>
      </w:r>
      <w:r>
        <w:tab/>
        <w:t>2.025e0</w:t>
      </w:r>
    </w:p>
    <w:p w:rsidR="007B2329" w:rsidRDefault="007B2329" w:rsidP="007B2329">
      <w:r>
        <w:lastRenderedPageBreak/>
        <w:t>522.4562</w:t>
      </w:r>
      <w:r>
        <w:tab/>
        <w:t>2.025e0</w:t>
      </w:r>
    </w:p>
    <w:p w:rsidR="007B2329" w:rsidRDefault="007B2329" w:rsidP="007B2329">
      <w:r>
        <w:t>522.4784</w:t>
      </w:r>
      <w:r>
        <w:tab/>
        <w:t>2.025e0</w:t>
      </w:r>
    </w:p>
    <w:p w:rsidR="007B2329" w:rsidRDefault="007B2329" w:rsidP="007B2329">
      <w:r>
        <w:t>522.5031</w:t>
      </w:r>
      <w:r>
        <w:tab/>
        <w:t>3.038e0</w:t>
      </w:r>
    </w:p>
    <w:p w:rsidR="007B2329" w:rsidRDefault="007B2329" w:rsidP="007B2329">
      <w:r>
        <w:t>522.5075</w:t>
      </w:r>
      <w:r>
        <w:tab/>
        <w:t>2.025e0</w:t>
      </w:r>
    </w:p>
    <w:p w:rsidR="007B2329" w:rsidRDefault="007B2329" w:rsidP="007B2329">
      <w:r>
        <w:t>522.5166</w:t>
      </w:r>
      <w:r>
        <w:tab/>
        <w:t>1.013e0</w:t>
      </w:r>
    </w:p>
    <w:p w:rsidR="007B2329" w:rsidRDefault="007B2329" w:rsidP="007B2329">
      <w:r>
        <w:t>522.5351</w:t>
      </w:r>
      <w:r>
        <w:tab/>
        <w:t>1.013e0</w:t>
      </w:r>
    </w:p>
    <w:p w:rsidR="007B2329" w:rsidRDefault="007B2329" w:rsidP="007B2329">
      <w:r>
        <w:t>522.5377</w:t>
      </w:r>
      <w:r>
        <w:tab/>
        <w:t>1.013e0</w:t>
      </w:r>
    </w:p>
    <w:p w:rsidR="007B2329" w:rsidRDefault="007B2329" w:rsidP="007B2329">
      <w:r>
        <w:t>522.5456</w:t>
      </w:r>
      <w:r>
        <w:tab/>
        <w:t>2.025e0</w:t>
      </w:r>
    </w:p>
    <w:p w:rsidR="007B2329" w:rsidRDefault="007B2329" w:rsidP="007B2329">
      <w:r>
        <w:t>522.5712</w:t>
      </w:r>
      <w:r>
        <w:tab/>
        <w:t>2.532e-2</w:t>
      </w:r>
    </w:p>
    <w:p w:rsidR="007B2329" w:rsidRDefault="007B2329" w:rsidP="007B2329">
      <w:r>
        <w:t>522.5737</w:t>
      </w:r>
      <w:r>
        <w:tab/>
        <w:t>2.025e0</w:t>
      </w:r>
    </w:p>
    <w:p w:rsidR="007B2329" w:rsidRDefault="007B2329" w:rsidP="007B2329">
      <w:r>
        <w:t>522.5829</w:t>
      </w:r>
      <w:r>
        <w:tab/>
        <w:t>1.013e0</w:t>
      </w:r>
    </w:p>
    <w:p w:rsidR="007B2329" w:rsidRDefault="007B2329" w:rsidP="007B2329">
      <w:r>
        <w:t>522.5869</w:t>
      </w:r>
      <w:r>
        <w:tab/>
        <w:t>2.025e0</w:t>
      </w:r>
    </w:p>
    <w:p w:rsidR="007B2329" w:rsidRDefault="007B2329" w:rsidP="007B2329">
      <w:r>
        <w:t>522.5901</w:t>
      </w:r>
      <w:r>
        <w:tab/>
        <w:t>5.063e0</w:t>
      </w:r>
    </w:p>
    <w:p w:rsidR="007B2329" w:rsidRDefault="007B2329" w:rsidP="007B2329">
      <w:r>
        <w:t>522.6114</w:t>
      </w:r>
      <w:r>
        <w:tab/>
        <w:t>1.013e0</w:t>
      </w:r>
    </w:p>
    <w:p w:rsidR="007B2329" w:rsidRDefault="007B2329" w:rsidP="007B2329">
      <w:r>
        <w:t>522.6369</w:t>
      </w:r>
      <w:r>
        <w:tab/>
        <w:t>1.013e0</w:t>
      </w:r>
    </w:p>
    <w:p w:rsidR="007B2329" w:rsidRDefault="007B2329" w:rsidP="007B2329">
      <w:r>
        <w:t>522.6426</w:t>
      </w:r>
      <w:r>
        <w:tab/>
        <w:t>3.038e0</w:t>
      </w:r>
    </w:p>
    <w:p w:rsidR="007B2329" w:rsidRDefault="007B2329" w:rsidP="007B2329">
      <w:r>
        <w:t>522.6523</w:t>
      </w:r>
      <w:r>
        <w:tab/>
        <w:t>3.038e0</w:t>
      </w:r>
    </w:p>
    <w:p w:rsidR="007B2329" w:rsidRDefault="007B2329" w:rsidP="007B2329">
      <w:r>
        <w:t>522.6641</w:t>
      </w:r>
      <w:r>
        <w:tab/>
        <w:t>1.013e0</w:t>
      </w:r>
    </w:p>
    <w:p w:rsidR="007B2329" w:rsidRDefault="007B2329" w:rsidP="007B2329">
      <w:r>
        <w:t>522.6668</w:t>
      </w:r>
      <w:r>
        <w:tab/>
        <w:t>1.013e0</w:t>
      </w:r>
    </w:p>
    <w:p w:rsidR="007B2329" w:rsidRDefault="007B2329" w:rsidP="007B2329">
      <w:r>
        <w:lastRenderedPageBreak/>
        <w:t>522.6733</w:t>
      </w:r>
      <w:r>
        <w:tab/>
        <w:t>1.013e0</w:t>
      </w:r>
    </w:p>
    <w:p w:rsidR="007B2329" w:rsidRDefault="007B2329" w:rsidP="007B2329">
      <w:r>
        <w:t>522.6922</w:t>
      </w:r>
      <w:r>
        <w:tab/>
        <w:t>3.038e0</w:t>
      </w:r>
    </w:p>
    <w:p w:rsidR="007B2329" w:rsidRDefault="007B2329" w:rsidP="007B2329">
      <w:r>
        <w:t>522.7219</w:t>
      </w:r>
      <w:r>
        <w:tab/>
        <w:t>1.013e0</w:t>
      </w:r>
    </w:p>
    <w:p w:rsidR="007B2329" w:rsidRDefault="007B2329" w:rsidP="007B2329">
      <w:r>
        <w:t>522.7403</w:t>
      </w:r>
      <w:r>
        <w:tab/>
        <w:t>2.025e0</w:t>
      </w:r>
    </w:p>
    <w:p w:rsidR="007B2329" w:rsidRDefault="007B2329" w:rsidP="007B2329">
      <w:r>
        <w:t>522.7545</w:t>
      </w:r>
      <w:r>
        <w:tab/>
        <w:t>1.013e0</w:t>
      </w:r>
    </w:p>
    <w:p w:rsidR="007B2329" w:rsidRDefault="007B2329" w:rsidP="007B2329">
      <w:r>
        <w:t>522.7726</w:t>
      </w:r>
      <w:r>
        <w:tab/>
        <w:t>3.038e0</w:t>
      </w:r>
    </w:p>
    <w:p w:rsidR="007B2329" w:rsidRDefault="007B2329" w:rsidP="007B2329">
      <w:r>
        <w:t>522.7910</w:t>
      </w:r>
      <w:r>
        <w:tab/>
        <w:t>3.509e0</w:t>
      </w:r>
    </w:p>
    <w:p w:rsidR="007B2329" w:rsidRDefault="007B2329" w:rsidP="007B2329">
      <w:r>
        <w:t>522.8189</w:t>
      </w:r>
      <w:r>
        <w:tab/>
        <w:t>2.025e0</w:t>
      </w:r>
    </w:p>
    <w:p w:rsidR="007B2329" w:rsidRDefault="007B2329" w:rsidP="007B2329">
      <w:r>
        <w:t>522.8443</w:t>
      </w:r>
      <w:r>
        <w:tab/>
        <w:t>3.038e0</w:t>
      </w:r>
    </w:p>
    <w:p w:rsidR="007B2329" w:rsidRDefault="007B2329" w:rsidP="007B2329">
      <w:r>
        <w:t>522.8577</w:t>
      </w:r>
      <w:r>
        <w:tab/>
        <w:t>4.051e0</w:t>
      </w:r>
    </w:p>
    <w:p w:rsidR="007B2329" w:rsidRDefault="007B2329" w:rsidP="007B2329">
      <w:r>
        <w:t>522.8708</w:t>
      </w:r>
      <w:r>
        <w:tab/>
        <w:t>4.051e0</w:t>
      </w:r>
    </w:p>
    <w:p w:rsidR="007B2329" w:rsidRDefault="007B2329" w:rsidP="007B2329">
      <w:r>
        <w:t>522.9083</w:t>
      </w:r>
      <w:r>
        <w:tab/>
        <w:t>1.013e0</w:t>
      </w:r>
    </w:p>
    <w:p w:rsidR="007B2329" w:rsidRDefault="007B2329" w:rsidP="007B2329">
      <w:r>
        <w:t>522.9218</w:t>
      </w:r>
      <w:r>
        <w:tab/>
        <w:t>3.038e0</w:t>
      </w:r>
    </w:p>
    <w:p w:rsidR="007B2329" w:rsidRDefault="007B2329" w:rsidP="007B2329">
      <w:r>
        <w:t>522.9241</w:t>
      </w:r>
      <w:r>
        <w:tab/>
        <w:t>2.025e0</w:t>
      </w:r>
    </w:p>
    <w:p w:rsidR="007B2329" w:rsidRDefault="007B2329" w:rsidP="007B2329">
      <w:r>
        <w:t>522.9536</w:t>
      </w:r>
      <w:r>
        <w:tab/>
        <w:t>1.013e0</w:t>
      </w:r>
    </w:p>
    <w:p w:rsidR="007B2329" w:rsidRDefault="007B2329" w:rsidP="007B2329">
      <w:r>
        <w:t>522.9636</w:t>
      </w:r>
      <w:r>
        <w:tab/>
        <w:t>1.013e0</w:t>
      </w:r>
    </w:p>
    <w:p w:rsidR="007B2329" w:rsidRDefault="007B2329" w:rsidP="007B2329">
      <w:r>
        <w:t>522.9911</w:t>
      </w:r>
      <w:r>
        <w:tab/>
        <w:t>2.025e0</w:t>
      </w:r>
    </w:p>
    <w:p w:rsidR="007B2329" w:rsidRDefault="007B2329" w:rsidP="007B2329">
      <w:r>
        <w:t>522.9978</w:t>
      </w:r>
      <w:r>
        <w:tab/>
        <w:t>2.025e0</w:t>
      </w:r>
    </w:p>
    <w:p w:rsidR="007B2329" w:rsidRDefault="007B2329" w:rsidP="007B2329">
      <w:r>
        <w:t>523.0099</w:t>
      </w:r>
      <w:r>
        <w:tab/>
        <w:t>1.025e0</w:t>
      </w:r>
    </w:p>
    <w:p w:rsidR="007B2329" w:rsidRDefault="007B2329" w:rsidP="007B2329">
      <w:r>
        <w:lastRenderedPageBreak/>
        <w:t>523.0259</w:t>
      </w:r>
      <w:r>
        <w:tab/>
        <w:t>1.013e0</w:t>
      </w:r>
    </w:p>
    <w:p w:rsidR="007B2329" w:rsidRDefault="007B2329" w:rsidP="007B2329">
      <w:r>
        <w:t>523.0372</w:t>
      </w:r>
      <w:r>
        <w:tab/>
        <w:t>2.025e0</w:t>
      </w:r>
    </w:p>
    <w:p w:rsidR="007B2329" w:rsidRDefault="007B2329" w:rsidP="007B2329">
      <w:r>
        <w:t>523.0529</w:t>
      </w:r>
      <w:r>
        <w:tab/>
        <w:t>1.013e0</w:t>
      </w:r>
    </w:p>
    <w:p w:rsidR="007B2329" w:rsidRDefault="007B2329" w:rsidP="007B2329">
      <w:r>
        <w:t>523.0624</w:t>
      </w:r>
      <w:r>
        <w:tab/>
        <w:t>2.025e0</w:t>
      </w:r>
    </w:p>
    <w:p w:rsidR="007B2329" w:rsidRDefault="007B2329" w:rsidP="007B2329">
      <w:r>
        <w:t>523.0641</w:t>
      </w:r>
      <w:r>
        <w:tab/>
        <w:t>3.038e0</w:t>
      </w:r>
    </w:p>
    <w:p w:rsidR="007B2329" w:rsidRDefault="007B2329" w:rsidP="007B2329">
      <w:r>
        <w:t>523.1099</w:t>
      </w:r>
      <w:r>
        <w:tab/>
        <w:t>3.185e0</w:t>
      </w:r>
    </w:p>
    <w:p w:rsidR="007B2329" w:rsidRDefault="007B2329" w:rsidP="007B2329">
      <w:r>
        <w:t>523.1162</w:t>
      </w:r>
      <w:r>
        <w:tab/>
        <w:t>5.014e0</w:t>
      </w:r>
    </w:p>
    <w:p w:rsidR="007B2329" w:rsidRDefault="007B2329" w:rsidP="007B2329">
      <w:r>
        <w:t>523.1407</w:t>
      </w:r>
      <w:r>
        <w:tab/>
        <w:t>2.347e0</w:t>
      </w:r>
    </w:p>
    <w:p w:rsidR="007B2329" w:rsidRDefault="007B2329" w:rsidP="007B2329">
      <w:r>
        <w:t>523.1464</w:t>
      </w:r>
      <w:r>
        <w:tab/>
        <w:t>2.465e0</w:t>
      </w:r>
    </w:p>
    <w:p w:rsidR="007B2329" w:rsidRDefault="007B2329" w:rsidP="007B2329">
      <w:r>
        <w:t>523.1475</w:t>
      </w:r>
      <w:r>
        <w:tab/>
        <w:t>1.013e0</w:t>
      </w:r>
    </w:p>
    <w:p w:rsidR="007B2329" w:rsidRDefault="007B2329" w:rsidP="007B2329">
      <w:r>
        <w:t>523.1585</w:t>
      </w:r>
      <w:r>
        <w:tab/>
        <w:t>2.025e0</w:t>
      </w:r>
    </w:p>
    <w:p w:rsidR="007B2329" w:rsidRDefault="007B2329" w:rsidP="007B2329">
      <w:r>
        <w:t>523.1868</w:t>
      </w:r>
      <w:r>
        <w:tab/>
        <w:t>1.159e0</w:t>
      </w:r>
    </w:p>
    <w:p w:rsidR="007B2329" w:rsidRDefault="007B2329" w:rsidP="007B2329">
      <w:r>
        <w:t>523.1963</w:t>
      </w:r>
      <w:r>
        <w:tab/>
        <w:t>2.282e0</w:t>
      </w:r>
    </w:p>
    <w:p w:rsidR="007B2329" w:rsidRDefault="007B2329" w:rsidP="007B2329">
      <w:r>
        <w:t>523.2102</w:t>
      </w:r>
      <w:r>
        <w:tab/>
        <w:t>2.025e0</w:t>
      </w:r>
    </w:p>
    <w:p w:rsidR="007B2329" w:rsidRDefault="007B2329" w:rsidP="007B2329">
      <w:r>
        <w:t>523.2134</w:t>
      </w:r>
      <w:r>
        <w:tab/>
        <w:t>3.491e0</w:t>
      </w:r>
    </w:p>
    <w:p w:rsidR="007B2329" w:rsidRDefault="007B2329" w:rsidP="007B2329">
      <w:r>
        <w:t>523.2214</w:t>
      </w:r>
      <w:r>
        <w:tab/>
        <w:t>5.687e0</w:t>
      </w:r>
    </w:p>
    <w:p w:rsidR="007B2329" w:rsidRDefault="007B2329" w:rsidP="007B2329">
      <w:r>
        <w:t>523.2250</w:t>
      </w:r>
      <w:r>
        <w:tab/>
        <w:t>2.434e0</w:t>
      </w:r>
    </w:p>
    <w:p w:rsidR="007B2329" w:rsidRDefault="007B2329" w:rsidP="007B2329">
      <w:r>
        <w:t>523.2569</w:t>
      </w:r>
      <w:r>
        <w:tab/>
        <w:t>6.334e0</w:t>
      </w:r>
    </w:p>
    <w:p w:rsidR="007B2329" w:rsidRDefault="007B2329" w:rsidP="007B2329">
      <w:r>
        <w:t>523.2703</w:t>
      </w:r>
      <w:r>
        <w:tab/>
        <w:t>1.546e1</w:t>
      </w:r>
    </w:p>
    <w:p w:rsidR="007B2329" w:rsidRDefault="007B2329" w:rsidP="007B2329">
      <w:r>
        <w:lastRenderedPageBreak/>
        <w:t>523.2765</w:t>
      </w:r>
      <w:r>
        <w:tab/>
        <w:t>1.670e1</w:t>
      </w:r>
    </w:p>
    <w:p w:rsidR="007B2329" w:rsidRDefault="007B2329" w:rsidP="007B2329">
      <w:r>
        <w:t>523.2787</w:t>
      </w:r>
      <w:r>
        <w:tab/>
        <w:t>1.027e1</w:t>
      </w:r>
    </w:p>
    <w:p w:rsidR="007B2329" w:rsidRDefault="007B2329" w:rsidP="007B2329">
      <w:r>
        <w:t>523.2852</w:t>
      </w:r>
      <w:r>
        <w:tab/>
        <w:t>5.693e0</w:t>
      </w:r>
    </w:p>
    <w:p w:rsidR="007B2329" w:rsidRDefault="007B2329" w:rsidP="007B2329">
      <w:r>
        <w:t>523.3130</w:t>
      </w:r>
      <w:r>
        <w:tab/>
        <w:t>2.496e0</w:t>
      </w:r>
    </w:p>
    <w:p w:rsidR="007B2329" w:rsidRDefault="007B2329" w:rsidP="007B2329">
      <w:r>
        <w:t>523.3203</w:t>
      </w:r>
      <w:r>
        <w:tab/>
        <w:t>3.933e0</w:t>
      </w:r>
    </w:p>
    <w:p w:rsidR="007B2329" w:rsidRDefault="007B2329" w:rsidP="007B2329">
      <w:r>
        <w:t>523.3419</w:t>
      </w:r>
      <w:r>
        <w:tab/>
        <w:t>1.805e0</w:t>
      </w:r>
    </w:p>
    <w:p w:rsidR="007B2329" w:rsidRDefault="007B2329" w:rsidP="007B2329">
      <w:r>
        <w:t>523.3606</w:t>
      </w:r>
      <w:r>
        <w:tab/>
        <w:t>2.046e0</w:t>
      </w:r>
    </w:p>
    <w:p w:rsidR="007B2329" w:rsidRDefault="007B2329" w:rsidP="007B2329">
      <w:r>
        <w:t>523.3682</w:t>
      </w:r>
      <w:r>
        <w:tab/>
        <w:t>1.013e0</w:t>
      </w:r>
    </w:p>
    <w:p w:rsidR="007B2329" w:rsidRDefault="007B2329" w:rsidP="007B2329">
      <w:r>
        <w:t>523.3868</w:t>
      </w:r>
      <w:r>
        <w:tab/>
        <w:t>1.013e0</w:t>
      </w:r>
    </w:p>
    <w:p w:rsidR="007B2329" w:rsidRDefault="007B2329" w:rsidP="007B2329">
      <w:r>
        <w:t>523.4010</w:t>
      </w:r>
      <w:r>
        <w:tab/>
        <w:t>3.038e0</w:t>
      </w:r>
    </w:p>
    <w:p w:rsidR="007B2329" w:rsidRDefault="007B2329" w:rsidP="007B2329">
      <w:r>
        <w:t>523.4150</w:t>
      </w:r>
      <w:r>
        <w:tab/>
        <w:t>1.013e0</w:t>
      </w:r>
    </w:p>
    <w:p w:rsidR="007B2329" w:rsidRDefault="007B2329" w:rsidP="007B2329">
      <w:r>
        <w:t>523.4162</w:t>
      </w:r>
      <w:r>
        <w:tab/>
        <w:t>3.038e0</w:t>
      </w:r>
    </w:p>
    <w:p w:rsidR="007B2329" w:rsidRDefault="007B2329" w:rsidP="007B2329">
      <w:r>
        <w:t>523.4392</w:t>
      </w:r>
      <w:r>
        <w:tab/>
        <w:t>3.038e0</w:t>
      </w:r>
    </w:p>
    <w:p w:rsidR="007B2329" w:rsidRDefault="007B2329" w:rsidP="007B2329">
      <w:r>
        <w:t>523.4525</w:t>
      </w:r>
      <w:r>
        <w:tab/>
        <w:t>2.025e0</w:t>
      </w:r>
    </w:p>
    <w:p w:rsidR="007B2329" w:rsidRDefault="007B2329" w:rsidP="007B2329">
      <w:r>
        <w:t>523.4560</w:t>
      </w:r>
      <w:r>
        <w:tab/>
        <w:t>3.038e0</w:t>
      </w:r>
    </w:p>
    <w:p w:rsidR="007B2329" w:rsidRDefault="007B2329" w:rsidP="007B2329">
      <w:r>
        <w:t>523.4644</w:t>
      </w:r>
      <w:r>
        <w:tab/>
        <w:t>3.038e0</w:t>
      </w:r>
    </w:p>
    <w:p w:rsidR="007B2329" w:rsidRDefault="007B2329" w:rsidP="007B2329">
      <w:r>
        <w:t>523.4801</w:t>
      </w:r>
      <w:r>
        <w:tab/>
        <w:t>3.038e0</w:t>
      </w:r>
    </w:p>
    <w:p w:rsidR="007B2329" w:rsidRDefault="007B2329" w:rsidP="007B2329">
      <w:r>
        <w:t>523.4816</w:t>
      </w:r>
      <w:r>
        <w:tab/>
        <w:t>2.025e0</w:t>
      </w:r>
    </w:p>
    <w:p w:rsidR="007B2329" w:rsidRDefault="007B2329" w:rsidP="007B2329">
      <w:r>
        <w:t>523.4875</w:t>
      </w:r>
      <w:r>
        <w:tab/>
        <w:t>1.013e0</w:t>
      </w:r>
    </w:p>
    <w:p w:rsidR="007B2329" w:rsidRDefault="007B2329" w:rsidP="007B2329">
      <w:r>
        <w:lastRenderedPageBreak/>
        <w:t>523.4966</w:t>
      </w:r>
      <w:r>
        <w:tab/>
        <w:t>1.013e0</w:t>
      </w:r>
    </w:p>
    <w:p w:rsidR="007B2329" w:rsidRDefault="007B2329" w:rsidP="007B2329">
      <w:r>
        <w:t>523.5327</w:t>
      </w:r>
      <w:r>
        <w:tab/>
        <w:t>1.013e0</w:t>
      </w:r>
    </w:p>
    <w:p w:rsidR="007B2329" w:rsidRDefault="007B2329" w:rsidP="007B2329">
      <w:r>
        <w:t>523.5420</w:t>
      </w:r>
      <w:r>
        <w:tab/>
        <w:t>1.013e0</w:t>
      </w:r>
    </w:p>
    <w:p w:rsidR="007B2329" w:rsidRDefault="007B2329" w:rsidP="007B2329">
      <w:r>
        <w:t>523.5550</w:t>
      </w:r>
      <w:r>
        <w:tab/>
        <w:t>2.025e0</w:t>
      </w:r>
    </w:p>
    <w:p w:rsidR="007B2329" w:rsidRDefault="007B2329" w:rsidP="007B2329">
      <w:r>
        <w:t>523.5925</w:t>
      </w:r>
      <w:r>
        <w:tab/>
        <w:t>4.051e0</w:t>
      </w:r>
    </w:p>
    <w:p w:rsidR="007B2329" w:rsidRDefault="007B2329" w:rsidP="007B2329">
      <w:r>
        <w:t>523.5944</w:t>
      </w:r>
      <w:r>
        <w:tab/>
        <w:t>4.051e0</w:t>
      </w:r>
    </w:p>
    <w:p w:rsidR="007B2329" w:rsidRDefault="007B2329" w:rsidP="007B2329">
      <w:r>
        <w:t>523.6002</w:t>
      </w:r>
      <w:r>
        <w:tab/>
        <w:t>1.981e0</w:t>
      </w:r>
    </w:p>
    <w:p w:rsidR="007B2329" w:rsidRDefault="007B2329" w:rsidP="007B2329">
      <w:r>
        <w:t>523.6153</w:t>
      </w:r>
      <w:r>
        <w:tab/>
        <w:t>2.025e0</w:t>
      </w:r>
    </w:p>
    <w:p w:rsidR="007B2329" w:rsidRDefault="007B2329" w:rsidP="007B2329">
      <w:r>
        <w:t>523.6314</w:t>
      </w:r>
      <w:r>
        <w:tab/>
        <w:t>2.025e0</w:t>
      </w:r>
    </w:p>
    <w:p w:rsidR="007B2329" w:rsidRDefault="007B2329" w:rsidP="007B2329">
      <w:r>
        <w:t>523.6474</w:t>
      </w:r>
      <w:r>
        <w:tab/>
        <w:t>2.025e0</w:t>
      </w:r>
    </w:p>
    <w:p w:rsidR="007B2329" w:rsidRDefault="007B2329" w:rsidP="007B2329">
      <w:r>
        <w:t>523.6583</w:t>
      </w:r>
      <w:r>
        <w:tab/>
        <w:t>3.038e0</w:t>
      </w:r>
    </w:p>
    <w:p w:rsidR="007B2329" w:rsidRDefault="007B2329" w:rsidP="007B2329">
      <w:r>
        <w:t>523.6868</w:t>
      </w:r>
      <w:r>
        <w:tab/>
        <w:t>1.013e0</w:t>
      </w:r>
    </w:p>
    <w:p w:rsidR="007B2329" w:rsidRDefault="007B2329" w:rsidP="007B2329">
      <w:r>
        <w:t>523.7019</w:t>
      </w:r>
      <w:r>
        <w:tab/>
        <w:t>1.013e0</w:t>
      </w:r>
    </w:p>
    <w:p w:rsidR="007B2329" w:rsidRDefault="007B2329" w:rsidP="007B2329">
      <w:r>
        <w:t>523.7139</w:t>
      </w:r>
      <w:r>
        <w:tab/>
        <w:t>5.691e0</w:t>
      </w:r>
    </w:p>
    <w:p w:rsidR="007B2329" w:rsidRDefault="007B2329" w:rsidP="007B2329">
      <w:r>
        <w:t>523.7203</w:t>
      </w:r>
      <w:r>
        <w:tab/>
        <w:t>1.013e0</w:t>
      </w:r>
    </w:p>
    <w:p w:rsidR="007B2329" w:rsidRDefault="007B2329" w:rsidP="007B2329">
      <w:r>
        <w:t>523.7358</w:t>
      </w:r>
      <w:r>
        <w:tab/>
        <w:t>2.025e0</w:t>
      </w:r>
    </w:p>
    <w:p w:rsidR="007B2329" w:rsidRDefault="007B2329" w:rsidP="007B2329">
      <w:r>
        <w:t>523.7411</w:t>
      </w:r>
      <w:r>
        <w:tab/>
        <w:t>2.025e0</w:t>
      </w:r>
    </w:p>
    <w:p w:rsidR="007B2329" w:rsidRDefault="007B2329" w:rsidP="007B2329">
      <w:r>
        <w:t>523.7756</w:t>
      </w:r>
      <w:r>
        <w:tab/>
        <w:t>1.013e0</w:t>
      </w:r>
    </w:p>
    <w:p w:rsidR="007B2329" w:rsidRDefault="007B2329" w:rsidP="007B2329">
      <w:r>
        <w:t>523.7847</w:t>
      </w:r>
      <w:r>
        <w:tab/>
        <w:t>4.051e0</w:t>
      </w:r>
    </w:p>
    <w:p w:rsidR="007B2329" w:rsidRDefault="007B2329" w:rsidP="007B2329">
      <w:r>
        <w:lastRenderedPageBreak/>
        <w:t>523.7958</w:t>
      </w:r>
      <w:r>
        <w:tab/>
        <w:t>3.038e0</w:t>
      </w:r>
    </w:p>
    <w:p w:rsidR="007B2329" w:rsidRDefault="007B2329" w:rsidP="007B2329">
      <w:r>
        <w:t>523.8153</w:t>
      </w:r>
      <w:r>
        <w:tab/>
        <w:t>1.013e0</w:t>
      </w:r>
    </w:p>
    <w:p w:rsidR="007B2329" w:rsidRDefault="007B2329" w:rsidP="007B2329">
      <w:r>
        <w:t>523.8167</w:t>
      </w:r>
      <w:r>
        <w:tab/>
        <w:t>2.025e0</w:t>
      </w:r>
    </w:p>
    <w:p w:rsidR="007B2329" w:rsidRDefault="007B2329" w:rsidP="007B2329">
      <w:r>
        <w:t>523.8309</w:t>
      </w:r>
      <w:r>
        <w:tab/>
        <w:t>2.025e0</w:t>
      </w:r>
    </w:p>
    <w:p w:rsidR="007B2329" w:rsidRDefault="007B2329" w:rsidP="007B2329">
      <w:r>
        <w:t>523.8679</w:t>
      </w:r>
      <w:r>
        <w:tab/>
        <w:t>2.025e0</w:t>
      </w:r>
    </w:p>
    <w:p w:rsidR="007B2329" w:rsidRDefault="007B2329" w:rsidP="007B2329">
      <w:r>
        <w:t>523.8704</w:t>
      </w:r>
      <w:r>
        <w:tab/>
        <w:t>1.013e0</w:t>
      </w:r>
    </w:p>
    <w:p w:rsidR="007B2329" w:rsidRDefault="007B2329" w:rsidP="007B2329">
      <w:r>
        <w:t>523.8888</w:t>
      </w:r>
      <w:r>
        <w:tab/>
        <w:t>1.266e-2</w:t>
      </w:r>
    </w:p>
    <w:p w:rsidR="007B2329" w:rsidRDefault="007B2329" w:rsidP="007B2329">
      <w:r>
        <w:t>523.8995</w:t>
      </w:r>
      <w:r>
        <w:tab/>
        <w:t>3.038e0</w:t>
      </w:r>
    </w:p>
    <w:p w:rsidR="007B2329" w:rsidRDefault="007B2329" w:rsidP="007B2329">
      <w:r>
        <w:t>523.9075</w:t>
      </w:r>
      <w:r>
        <w:tab/>
        <w:t>4.051e0</w:t>
      </w:r>
    </w:p>
    <w:p w:rsidR="007B2329" w:rsidRDefault="007B2329" w:rsidP="007B2329">
      <w:r>
        <w:t>523.9092</w:t>
      </w:r>
      <w:r>
        <w:tab/>
        <w:t>2.025e0</w:t>
      </w:r>
    </w:p>
    <w:p w:rsidR="007B2329" w:rsidRDefault="007B2329" w:rsidP="007B2329">
      <w:r>
        <w:t>523.9223</w:t>
      </w:r>
      <w:r>
        <w:tab/>
        <w:t>1.013e0</w:t>
      </w:r>
    </w:p>
    <w:p w:rsidR="007B2329" w:rsidRDefault="007B2329" w:rsidP="007B2329">
      <w:r>
        <w:t>523.9337</w:t>
      </w:r>
      <w:r>
        <w:tab/>
        <w:t>3.038e0</w:t>
      </w:r>
    </w:p>
    <w:p w:rsidR="007B2329" w:rsidRDefault="007B2329" w:rsidP="007B2329">
      <w:r>
        <w:t>523.9767</w:t>
      </w:r>
      <w:r>
        <w:tab/>
        <w:t>1.013e0</w:t>
      </w:r>
    </w:p>
    <w:p w:rsidR="007B2329" w:rsidRDefault="007B2329" w:rsidP="007B2329">
      <w:r>
        <w:t>523.9947</w:t>
      </w:r>
      <w:r>
        <w:tab/>
        <w:t>1.013e0</w:t>
      </w:r>
    </w:p>
    <w:p w:rsidR="007B2329" w:rsidRDefault="007B2329" w:rsidP="007B2329">
      <w:r>
        <w:t>524.0178</w:t>
      </w:r>
      <w:r>
        <w:tab/>
        <w:t>2.025e0</w:t>
      </w:r>
    </w:p>
    <w:p w:rsidR="007B2329" w:rsidRDefault="007B2329" w:rsidP="007B2329">
      <w:r>
        <w:t>524.0400</w:t>
      </w:r>
      <w:r>
        <w:tab/>
        <w:t>1.013e0</w:t>
      </w:r>
    </w:p>
    <w:p w:rsidR="007B2329" w:rsidRDefault="007B2329" w:rsidP="007B2329">
      <w:r>
        <w:t>524.0441</w:t>
      </w:r>
      <w:r>
        <w:tab/>
        <w:t>1.025e0</w:t>
      </w:r>
    </w:p>
    <w:p w:rsidR="007B2329" w:rsidRDefault="007B2329" w:rsidP="007B2329">
      <w:r>
        <w:t>524.0490</w:t>
      </w:r>
      <w:r>
        <w:tab/>
        <w:t>3.038e0</w:t>
      </w:r>
    </w:p>
    <w:p w:rsidR="007B2329" w:rsidRDefault="007B2329" w:rsidP="007B2329">
      <w:r>
        <w:t>524.0600</w:t>
      </w:r>
      <w:r>
        <w:tab/>
        <w:t>4.051e0</w:t>
      </w:r>
    </w:p>
    <w:p w:rsidR="007B2329" w:rsidRDefault="007B2329" w:rsidP="007B2329">
      <w:r>
        <w:lastRenderedPageBreak/>
        <w:t>524.0894</w:t>
      </w:r>
      <w:r>
        <w:tab/>
        <w:t>2.430e0</w:t>
      </w:r>
    </w:p>
    <w:p w:rsidR="007B2329" w:rsidRDefault="007B2329" w:rsidP="007B2329">
      <w:r>
        <w:t>524.1758</w:t>
      </w:r>
      <w:r>
        <w:tab/>
        <w:t>1.823e1</w:t>
      </w:r>
    </w:p>
    <w:p w:rsidR="007B2329" w:rsidRDefault="007B2329" w:rsidP="007B2329">
      <w:r>
        <w:t>524.1811</w:t>
      </w:r>
      <w:r>
        <w:tab/>
        <w:t>2.853e2</w:t>
      </w:r>
    </w:p>
    <w:p w:rsidR="007B2329" w:rsidRDefault="007B2329" w:rsidP="007B2329">
      <w:r>
        <w:t>524.1822</w:t>
      </w:r>
      <w:r>
        <w:tab/>
        <w:t>1.410e2</w:t>
      </w:r>
    </w:p>
    <w:p w:rsidR="007B2329" w:rsidRDefault="007B2329" w:rsidP="007B2329">
      <w:r>
        <w:t>524.1850</w:t>
      </w:r>
      <w:r>
        <w:tab/>
        <w:t>1.080e2</w:t>
      </w:r>
    </w:p>
    <w:p w:rsidR="007B2329" w:rsidRDefault="007B2329" w:rsidP="007B2329">
      <w:r>
        <w:t>524.1875</w:t>
      </w:r>
      <w:r>
        <w:tab/>
        <w:t>2.997e2</w:t>
      </w:r>
    </w:p>
    <w:p w:rsidR="007B2329" w:rsidRDefault="007B2329" w:rsidP="007B2329">
      <w:r>
        <w:t>524.1893</w:t>
      </w:r>
      <w:r>
        <w:tab/>
        <w:t>9.823e1</w:t>
      </w:r>
    </w:p>
    <w:p w:rsidR="007B2329" w:rsidRDefault="007B2329" w:rsidP="007B2329">
      <w:r>
        <w:t>524.1906</w:t>
      </w:r>
      <w:r>
        <w:tab/>
        <w:t>1.722e1</w:t>
      </w:r>
    </w:p>
    <w:p w:rsidR="007B2329" w:rsidRDefault="007B2329" w:rsidP="007B2329">
      <w:r>
        <w:t>524.2659</w:t>
      </w:r>
      <w:r>
        <w:tab/>
        <w:t>2.532e-2</w:t>
      </w:r>
    </w:p>
    <w:p w:rsidR="007B2329" w:rsidRDefault="007B2329" w:rsidP="007B2329">
      <w:r>
        <w:t>524.2883</w:t>
      </w:r>
      <w:r>
        <w:tab/>
        <w:t>8.938e0</w:t>
      </w:r>
    </w:p>
    <w:p w:rsidR="007B2329" w:rsidRDefault="007B2329" w:rsidP="007B2329">
      <w:r>
        <w:t>524.2976</w:t>
      </w:r>
      <w:r>
        <w:tab/>
        <w:t>2.215e0</w:t>
      </w:r>
    </w:p>
    <w:p w:rsidR="007B2329" w:rsidRDefault="007B2329" w:rsidP="007B2329">
      <w:r>
        <w:t>524.3046</w:t>
      </w:r>
      <w:r>
        <w:tab/>
        <w:t>2.654e0</w:t>
      </w:r>
    </w:p>
    <w:p w:rsidR="007B2329" w:rsidRDefault="007B2329" w:rsidP="007B2329">
      <w:r>
        <w:t>524.3392</w:t>
      </w:r>
      <w:r>
        <w:tab/>
        <w:t>1.013e0</w:t>
      </w:r>
    </w:p>
    <w:p w:rsidR="007B2329" w:rsidRDefault="007B2329" w:rsidP="007B2329">
      <w:r>
        <w:t>524.3469</w:t>
      </w:r>
      <w:r>
        <w:tab/>
        <w:t>1.641e0</w:t>
      </w:r>
    </w:p>
    <w:p w:rsidR="007B2329" w:rsidRDefault="007B2329" w:rsidP="007B2329">
      <w:r>
        <w:t>524.3626</w:t>
      </w:r>
      <w:r>
        <w:tab/>
        <w:t>1.708e0</w:t>
      </w:r>
    </w:p>
    <w:p w:rsidR="007B2329" w:rsidRDefault="007B2329" w:rsidP="007B2329">
      <w:r>
        <w:t>524.3902</w:t>
      </w:r>
      <w:r>
        <w:tab/>
        <w:t>3.798e-2</w:t>
      </w:r>
    </w:p>
    <w:p w:rsidR="007B2329" w:rsidRDefault="007B2329" w:rsidP="007B2329">
      <w:r>
        <w:t>524.3999</w:t>
      </w:r>
      <w:r>
        <w:tab/>
        <w:t>5.063e0</w:t>
      </w:r>
    </w:p>
    <w:p w:rsidR="007B2329" w:rsidRDefault="007B2329" w:rsidP="007B2329">
      <w:r>
        <w:t>524.4026</w:t>
      </w:r>
      <w:r>
        <w:tab/>
        <w:t>1.013e0</w:t>
      </w:r>
    </w:p>
    <w:p w:rsidR="007B2329" w:rsidRDefault="007B2329" w:rsidP="007B2329">
      <w:r>
        <w:t>524.4064</w:t>
      </w:r>
      <w:r>
        <w:tab/>
        <w:t>3.798e-2</w:t>
      </w:r>
    </w:p>
    <w:p w:rsidR="007B2329" w:rsidRDefault="007B2329" w:rsidP="007B2329">
      <w:r>
        <w:lastRenderedPageBreak/>
        <w:t>524.4126</w:t>
      </w:r>
      <w:r>
        <w:tab/>
        <w:t>6.076e0</w:t>
      </w:r>
    </w:p>
    <w:p w:rsidR="007B2329" w:rsidRDefault="007B2329" w:rsidP="007B2329">
      <w:r>
        <w:t>524.4209</w:t>
      </w:r>
      <w:r>
        <w:tab/>
        <w:t>1.013e0</w:t>
      </w:r>
    </w:p>
    <w:p w:rsidR="007B2329" w:rsidRDefault="007B2329" w:rsidP="007B2329">
      <w:r>
        <w:t>524.4337</w:t>
      </w:r>
      <w:r>
        <w:tab/>
        <w:t>5.063e0</w:t>
      </w:r>
    </w:p>
    <w:p w:rsidR="007B2329" w:rsidRDefault="007B2329" w:rsidP="007B2329">
      <w:r>
        <w:t>524.4753</w:t>
      </w:r>
      <w:r>
        <w:tab/>
        <w:t>1.013e0</w:t>
      </w:r>
    </w:p>
    <w:p w:rsidR="007B2329" w:rsidRDefault="007B2329" w:rsidP="007B2329">
      <w:r>
        <w:t>524.4797</w:t>
      </w:r>
      <w:r>
        <w:tab/>
        <w:t>4.051e0</w:t>
      </w:r>
    </w:p>
    <w:p w:rsidR="007B2329" w:rsidRDefault="007B2329" w:rsidP="007B2329">
      <w:r>
        <w:t>524.4998</w:t>
      </w:r>
      <w:r>
        <w:tab/>
        <w:t>3.038e0</w:t>
      </w:r>
    </w:p>
    <w:p w:rsidR="007B2329" w:rsidRDefault="007B2329" w:rsidP="007B2329">
      <w:r>
        <w:t>524.5073</w:t>
      </w:r>
      <w:r>
        <w:tab/>
        <w:t>2.025e0</w:t>
      </w:r>
    </w:p>
    <w:p w:rsidR="007B2329" w:rsidRDefault="007B2329" w:rsidP="007B2329">
      <w:r>
        <w:t>524.5116</w:t>
      </w:r>
      <w:r>
        <w:tab/>
        <w:t>1.013e0</w:t>
      </w:r>
    </w:p>
    <w:p w:rsidR="007B2329" w:rsidRDefault="007B2329" w:rsidP="007B2329">
      <w:r>
        <w:t>524.5297</w:t>
      </w:r>
      <w:r>
        <w:tab/>
        <w:t>2.025e0</w:t>
      </w:r>
    </w:p>
    <w:p w:rsidR="007B2329" w:rsidRDefault="007B2329" w:rsidP="007B2329">
      <w:r>
        <w:t>524.5422</w:t>
      </w:r>
      <w:r>
        <w:tab/>
        <w:t>2.532e-2</w:t>
      </w:r>
    </w:p>
    <w:p w:rsidR="007B2329" w:rsidRDefault="007B2329" w:rsidP="007B2329">
      <w:r>
        <w:t>524.5574</w:t>
      </w:r>
      <w:r>
        <w:tab/>
        <w:t>5.063e0</w:t>
      </w:r>
    </w:p>
    <w:p w:rsidR="007B2329" w:rsidRDefault="007B2329" w:rsidP="007B2329">
      <w:r>
        <w:t>524.5661</w:t>
      </w:r>
      <w:r>
        <w:tab/>
        <w:t>3.038e0</w:t>
      </w:r>
    </w:p>
    <w:p w:rsidR="007B2329" w:rsidRDefault="007B2329" w:rsidP="007B2329">
      <w:r>
        <w:t>524.5887</w:t>
      </w:r>
      <w:r>
        <w:tab/>
        <w:t>4.051e0</w:t>
      </w:r>
    </w:p>
    <w:p w:rsidR="007B2329" w:rsidRDefault="007B2329" w:rsidP="007B2329">
      <w:r>
        <w:t>524.6204</w:t>
      </w:r>
      <w:r>
        <w:tab/>
        <w:t>1.013e0</w:t>
      </w:r>
    </w:p>
    <w:p w:rsidR="007B2329" w:rsidRDefault="007B2329" w:rsidP="007B2329">
      <w:r>
        <w:t>524.6271</w:t>
      </w:r>
      <w:r>
        <w:tab/>
        <w:t>1.013e0</w:t>
      </w:r>
    </w:p>
    <w:p w:rsidR="007B2329" w:rsidRDefault="007B2329" w:rsidP="007B2329">
      <w:r>
        <w:t>524.6295</w:t>
      </w:r>
      <w:r>
        <w:tab/>
        <w:t>3.189e0</w:t>
      </w:r>
    </w:p>
    <w:p w:rsidR="007B2329" w:rsidRDefault="007B2329" w:rsidP="007B2329">
      <w:r>
        <w:t>524.6455</w:t>
      </w:r>
      <w:r>
        <w:tab/>
        <w:t>1.013e0</w:t>
      </w:r>
    </w:p>
    <w:p w:rsidR="007B2329" w:rsidRDefault="007B2329" w:rsidP="007B2329">
      <w:r>
        <w:t>524.6566</w:t>
      </w:r>
      <w:r>
        <w:tab/>
        <w:t>1.013e0</w:t>
      </w:r>
    </w:p>
    <w:p w:rsidR="007B2329" w:rsidRDefault="007B2329" w:rsidP="007B2329">
      <w:r>
        <w:t>524.6723</w:t>
      </w:r>
      <w:r>
        <w:tab/>
        <w:t>6.076e0</w:t>
      </w:r>
    </w:p>
    <w:p w:rsidR="007B2329" w:rsidRDefault="007B2329" w:rsidP="007B2329">
      <w:r>
        <w:lastRenderedPageBreak/>
        <w:t>524.6747</w:t>
      </w:r>
      <w:r>
        <w:tab/>
        <w:t>3.038e0</w:t>
      </w:r>
    </w:p>
    <w:p w:rsidR="007B2329" w:rsidRDefault="007B2329" w:rsidP="007B2329">
      <w:r>
        <w:t>524.6808</w:t>
      </w:r>
      <w:r>
        <w:tab/>
        <w:t>2.025e0</w:t>
      </w:r>
    </w:p>
    <w:p w:rsidR="007B2329" w:rsidRDefault="007B2329" w:rsidP="007B2329">
      <w:r>
        <w:t>524.7352</w:t>
      </w:r>
      <w:r>
        <w:tab/>
        <w:t>5.063e0</w:t>
      </w:r>
    </w:p>
    <w:p w:rsidR="007B2329" w:rsidRDefault="007B2329" w:rsidP="007B2329">
      <w:r>
        <w:t>524.7404</w:t>
      </w:r>
      <w:r>
        <w:tab/>
        <w:t>1.013e0</w:t>
      </w:r>
    </w:p>
    <w:p w:rsidR="007B2329" w:rsidRDefault="007B2329" w:rsidP="007B2329">
      <w:r>
        <w:t>524.7508</w:t>
      </w:r>
      <w:r>
        <w:tab/>
        <w:t>2.025e0</w:t>
      </w:r>
    </w:p>
    <w:p w:rsidR="007B2329" w:rsidRDefault="007B2329" w:rsidP="007B2329">
      <w:r>
        <w:t>524.7539</w:t>
      </w:r>
      <w:r>
        <w:tab/>
        <w:t>2.025e0</w:t>
      </w:r>
    </w:p>
    <w:p w:rsidR="007B2329" w:rsidRDefault="007B2329" w:rsidP="007B2329">
      <w:r>
        <w:t>524.7590</w:t>
      </w:r>
      <w:r>
        <w:tab/>
        <w:t>1.013e0</w:t>
      </w:r>
    </w:p>
    <w:p w:rsidR="007B2329" w:rsidRDefault="007B2329" w:rsidP="007B2329">
      <w:r>
        <w:t>524.7665</w:t>
      </w:r>
      <w:r>
        <w:tab/>
        <w:t>2.025e0</w:t>
      </w:r>
    </w:p>
    <w:p w:rsidR="007B2329" w:rsidRDefault="007B2329" w:rsidP="007B2329">
      <w:r>
        <w:t>524.7701</w:t>
      </w:r>
      <w:r>
        <w:tab/>
        <w:t>3.038e0</w:t>
      </w:r>
    </w:p>
    <w:p w:rsidR="007B2329" w:rsidRDefault="007B2329" w:rsidP="007B2329">
      <w:r>
        <w:t>524.8141</w:t>
      </w:r>
      <w:r>
        <w:tab/>
        <w:t>1.013e0</w:t>
      </w:r>
    </w:p>
    <w:p w:rsidR="007B2329" w:rsidRDefault="007B2329" w:rsidP="007B2329">
      <w:r>
        <w:t>524.8204</w:t>
      </w:r>
      <w:r>
        <w:tab/>
        <w:t>8.101e0</w:t>
      </w:r>
    </w:p>
    <w:p w:rsidR="007B2329" w:rsidRDefault="007B2329" w:rsidP="007B2329">
      <w:r>
        <w:t>524.8384</w:t>
      </w:r>
      <w:r>
        <w:tab/>
        <w:t>1.013e0</w:t>
      </w:r>
    </w:p>
    <w:p w:rsidR="007B2329" w:rsidRDefault="007B2329" w:rsidP="007B2329">
      <w:r>
        <w:t>524.8513</w:t>
      </w:r>
      <w:r>
        <w:tab/>
        <w:t>2.025e0</w:t>
      </w:r>
    </w:p>
    <w:p w:rsidR="007B2329" w:rsidRDefault="007B2329" w:rsidP="007B2329">
      <w:r>
        <w:t>524.8564</w:t>
      </w:r>
      <w:r>
        <w:tab/>
        <w:t>1.013e0</w:t>
      </w:r>
    </w:p>
    <w:p w:rsidR="007B2329" w:rsidRDefault="007B2329" w:rsidP="007B2329">
      <w:r>
        <w:t>524.8728</w:t>
      </w:r>
      <w:r>
        <w:tab/>
        <w:t>2.532e-2</w:t>
      </w:r>
    </w:p>
    <w:p w:rsidR="007B2329" w:rsidRDefault="007B2329" w:rsidP="007B2329">
      <w:r>
        <w:t>524.8925</w:t>
      </w:r>
      <w:r>
        <w:tab/>
        <w:t>3.038e0</w:t>
      </w:r>
    </w:p>
    <w:p w:rsidR="007B2329" w:rsidRDefault="007B2329" w:rsidP="007B2329">
      <w:r>
        <w:t>524.9017</w:t>
      </w:r>
      <w:r>
        <w:tab/>
        <w:t>1.013e0</w:t>
      </w:r>
    </w:p>
    <w:p w:rsidR="007B2329" w:rsidRDefault="007B2329" w:rsidP="007B2329">
      <w:r>
        <w:t>524.9109</w:t>
      </w:r>
      <w:r>
        <w:tab/>
        <w:t>1.013e0</w:t>
      </w:r>
    </w:p>
    <w:p w:rsidR="007B2329" w:rsidRDefault="007B2329" w:rsidP="007B2329">
      <w:r>
        <w:t>524.9426</w:t>
      </w:r>
      <w:r>
        <w:tab/>
        <w:t>1.013e0</w:t>
      </w:r>
    </w:p>
    <w:p w:rsidR="007B2329" w:rsidRDefault="007B2329" w:rsidP="007B2329">
      <w:r>
        <w:lastRenderedPageBreak/>
        <w:t>524.9471</w:t>
      </w:r>
      <w:r>
        <w:tab/>
        <w:t>1.013e0</w:t>
      </w:r>
    </w:p>
    <w:p w:rsidR="007B2329" w:rsidRDefault="007B2329" w:rsidP="007B2329">
      <w:r>
        <w:t>524.9562</w:t>
      </w:r>
      <w:r>
        <w:tab/>
        <w:t>4.051e0</w:t>
      </w:r>
    </w:p>
    <w:p w:rsidR="007B2329" w:rsidRDefault="007B2329" w:rsidP="007B2329">
      <w:r>
        <w:t>524.9797</w:t>
      </w:r>
      <w:r>
        <w:tab/>
        <w:t>3.038e0</w:t>
      </w:r>
    </w:p>
    <w:p w:rsidR="007B2329" w:rsidRDefault="007B2329" w:rsidP="007B2329">
      <w:r>
        <w:t>524.9834</w:t>
      </w:r>
      <w:r>
        <w:tab/>
        <w:t>1.266e-2</w:t>
      </w:r>
    </w:p>
    <w:p w:rsidR="007B2329" w:rsidRDefault="007B2329" w:rsidP="007B2329">
      <w:r>
        <w:t>525.0162</w:t>
      </w:r>
      <w:r>
        <w:tab/>
        <w:t>1.013e0</w:t>
      </w:r>
    </w:p>
    <w:p w:rsidR="007B2329" w:rsidRDefault="007B2329" w:rsidP="007B2329">
      <w:r>
        <w:t>525.0211</w:t>
      </w:r>
      <w:r>
        <w:tab/>
        <w:t>2.025e0</w:t>
      </w:r>
    </w:p>
    <w:p w:rsidR="007B2329" w:rsidRDefault="007B2329" w:rsidP="007B2329">
      <w:r>
        <w:t>525.0341</w:t>
      </w:r>
      <w:r>
        <w:tab/>
        <w:t>2.025e0</w:t>
      </w:r>
    </w:p>
    <w:p w:rsidR="007B2329" w:rsidRDefault="007B2329" w:rsidP="007B2329">
      <w:r>
        <w:t>525.0710</w:t>
      </w:r>
      <w:r>
        <w:tab/>
        <w:t>2.025e0</w:t>
      </w:r>
    </w:p>
    <w:p w:rsidR="007B2329" w:rsidRDefault="007B2329" w:rsidP="007B2329">
      <w:r>
        <w:t>525.1291</w:t>
      </w:r>
      <w:r>
        <w:tab/>
        <w:t>2.532e-2</w:t>
      </w:r>
    </w:p>
    <w:p w:rsidR="007B2329" w:rsidRDefault="007B2329" w:rsidP="007B2329">
      <w:r>
        <w:t>525.1716</w:t>
      </w:r>
      <w:r>
        <w:tab/>
        <w:t>1.013e1</w:t>
      </w:r>
    </w:p>
    <w:p w:rsidR="007B2329" w:rsidRDefault="007B2329" w:rsidP="007B2329">
      <w:r>
        <w:t>525.1840</w:t>
      </w:r>
      <w:r>
        <w:tab/>
        <w:t>6.441e1</w:t>
      </w:r>
    </w:p>
    <w:p w:rsidR="007B2329" w:rsidRDefault="007B2329" w:rsidP="007B2329">
      <w:r>
        <w:t>525.1872</w:t>
      </w:r>
      <w:r>
        <w:tab/>
        <w:t>1.695e2</w:t>
      </w:r>
    </w:p>
    <w:p w:rsidR="007B2329" w:rsidRDefault="007B2329" w:rsidP="007B2329">
      <w:r>
        <w:t>525.1901</w:t>
      </w:r>
      <w:r>
        <w:tab/>
        <w:t>7.714e1</w:t>
      </w:r>
    </w:p>
    <w:p w:rsidR="007B2329" w:rsidRDefault="007B2329" w:rsidP="007B2329">
      <w:r>
        <w:t>525.2431</w:t>
      </w:r>
      <w:r>
        <w:tab/>
        <w:t>1.243e1</w:t>
      </w:r>
    </w:p>
    <w:p w:rsidR="007B2329" w:rsidRDefault="007B2329" w:rsidP="007B2329">
      <w:r>
        <w:t>525.2540</w:t>
      </w:r>
      <w:r>
        <w:tab/>
        <w:t>9.824e0</w:t>
      </w:r>
    </w:p>
    <w:p w:rsidR="007B2329" w:rsidRDefault="007B2329" w:rsidP="007B2329">
      <w:r>
        <w:t>525.2842</w:t>
      </w:r>
      <w:r>
        <w:tab/>
        <w:t>8.101e0</w:t>
      </w:r>
    </w:p>
    <w:p w:rsidR="007B2329" w:rsidRDefault="007B2329" w:rsidP="007B2329">
      <w:r>
        <w:t>525.2991</w:t>
      </w:r>
      <w:r>
        <w:tab/>
        <w:t>9.109e0</w:t>
      </w:r>
    </w:p>
    <w:p w:rsidR="007B2329" w:rsidRDefault="007B2329" w:rsidP="007B2329">
      <w:r>
        <w:t>525.3077</w:t>
      </w:r>
      <w:r>
        <w:tab/>
        <w:t>1.352e1</w:t>
      </w:r>
    </w:p>
    <w:p w:rsidR="007B2329" w:rsidRDefault="007B2329" w:rsidP="007B2329">
      <w:r>
        <w:t>525.3113</w:t>
      </w:r>
      <w:r>
        <w:tab/>
        <w:t>9.723e0</w:t>
      </w:r>
    </w:p>
    <w:p w:rsidR="007B2329" w:rsidRDefault="007B2329" w:rsidP="007B2329">
      <w:r>
        <w:lastRenderedPageBreak/>
        <w:t>525.3184</w:t>
      </w:r>
      <w:r>
        <w:tab/>
        <w:t>1.296e1</w:t>
      </w:r>
    </w:p>
    <w:p w:rsidR="007B2329" w:rsidRDefault="007B2329" w:rsidP="007B2329">
      <w:r>
        <w:t>525.3259</w:t>
      </w:r>
      <w:r>
        <w:tab/>
        <w:t>1.466e1</w:t>
      </w:r>
    </w:p>
    <w:p w:rsidR="007B2329" w:rsidRDefault="007B2329" w:rsidP="007B2329">
      <w:r>
        <w:t>525.3290</w:t>
      </w:r>
      <w:r>
        <w:tab/>
        <w:t>3.635e0</w:t>
      </w:r>
    </w:p>
    <w:p w:rsidR="007B2329" w:rsidRDefault="007B2329" w:rsidP="007B2329">
      <w:r>
        <w:t>525.3436</w:t>
      </w:r>
      <w:r>
        <w:tab/>
        <w:t>3.038e0</w:t>
      </w:r>
    </w:p>
    <w:p w:rsidR="007B2329" w:rsidRDefault="007B2329" w:rsidP="007B2329">
      <w:r>
        <w:t>525.3786</w:t>
      </w:r>
      <w:r>
        <w:tab/>
        <w:t>3.794e0</w:t>
      </w:r>
    </w:p>
    <w:p w:rsidR="007B2329" w:rsidRDefault="007B2329" w:rsidP="007B2329">
      <w:r>
        <w:t>525.3820</w:t>
      </w:r>
      <w:r>
        <w:tab/>
        <w:t>2.025e0</w:t>
      </w:r>
    </w:p>
    <w:p w:rsidR="007B2329" w:rsidRDefault="007B2329" w:rsidP="007B2329">
      <w:r>
        <w:t>525.3846</w:t>
      </w:r>
      <w:r>
        <w:tab/>
        <w:t>2.956e0</w:t>
      </w:r>
    </w:p>
    <w:p w:rsidR="007B2329" w:rsidRDefault="007B2329" w:rsidP="007B2329">
      <w:r>
        <w:t>525.4012</w:t>
      </w:r>
      <w:r>
        <w:tab/>
        <w:t>1.013e0</w:t>
      </w:r>
    </w:p>
    <w:p w:rsidR="007B2329" w:rsidRDefault="007B2329" w:rsidP="007B2329">
      <w:r>
        <w:t>525.4053</w:t>
      </w:r>
      <w:r>
        <w:tab/>
        <w:t>1.266e-2</w:t>
      </w:r>
    </w:p>
    <w:p w:rsidR="007B2329" w:rsidRDefault="007B2329" w:rsidP="007B2329">
      <w:r>
        <w:t>525.4376</w:t>
      </w:r>
      <w:r>
        <w:tab/>
        <w:t>1.013e0</w:t>
      </w:r>
    </w:p>
    <w:p w:rsidR="007B2329" w:rsidRDefault="007B2329" w:rsidP="007B2329">
      <w:r>
        <w:t>525.4513</w:t>
      </w:r>
      <w:r>
        <w:tab/>
        <w:t>2.025e0</w:t>
      </w:r>
    </w:p>
    <w:p w:rsidR="007B2329" w:rsidRDefault="007B2329" w:rsidP="007B2329">
      <w:r>
        <w:t>525.4606</w:t>
      </w:r>
      <w:r>
        <w:tab/>
        <w:t>1.013e0</w:t>
      </w:r>
    </w:p>
    <w:p w:rsidR="007B2329" w:rsidRDefault="007B2329" w:rsidP="007B2329">
      <w:r>
        <w:t>525.4620</w:t>
      </w:r>
      <w:r>
        <w:tab/>
        <w:t>3.038e0</w:t>
      </w:r>
    </w:p>
    <w:p w:rsidR="007B2329" w:rsidRDefault="007B2329" w:rsidP="007B2329">
      <w:r>
        <w:t>525.4631</w:t>
      </w:r>
      <w:r>
        <w:tab/>
        <w:t>4.051e0</w:t>
      </w:r>
    </w:p>
    <w:p w:rsidR="007B2329" w:rsidRDefault="007B2329" w:rsidP="007B2329">
      <w:r>
        <w:t>525.4648</w:t>
      </w:r>
      <w:r>
        <w:tab/>
        <w:t>3.038e0</w:t>
      </w:r>
    </w:p>
    <w:p w:rsidR="007B2329" w:rsidRDefault="007B2329" w:rsidP="007B2329">
      <w:r>
        <w:t>525.5284</w:t>
      </w:r>
      <w:r>
        <w:tab/>
        <w:t>1.013e0</w:t>
      </w:r>
    </w:p>
    <w:p w:rsidR="007B2329" w:rsidRDefault="007B2329" w:rsidP="007B2329">
      <w:r>
        <w:t>525.5394</w:t>
      </w:r>
      <w:r>
        <w:tab/>
        <w:t>4.051e0</w:t>
      </w:r>
    </w:p>
    <w:p w:rsidR="007B2329" w:rsidRDefault="007B2329" w:rsidP="007B2329">
      <w:r>
        <w:t>525.5407</w:t>
      </w:r>
      <w:r>
        <w:tab/>
        <w:t>3.038e0</w:t>
      </w:r>
    </w:p>
    <w:p w:rsidR="007B2329" w:rsidRDefault="007B2329" w:rsidP="007B2329">
      <w:r>
        <w:t>525.5486</w:t>
      </w:r>
      <w:r>
        <w:tab/>
        <w:t>2.025e0</w:t>
      </w:r>
    </w:p>
    <w:p w:rsidR="007B2329" w:rsidRDefault="007B2329" w:rsidP="007B2329">
      <w:r>
        <w:lastRenderedPageBreak/>
        <w:t>525.5709</w:t>
      </w:r>
      <w:r>
        <w:tab/>
        <w:t>5.063e0</w:t>
      </w:r>
    </w:p>
    <w:p w:rsidR="007B2329" w:rsidRDefault="007B2329" w:rsidP="007B2329">
      <w:r>
        <w:t>525.5738</w:t>
      </w:r>
      <w:r>
        <w:tab/>
        <w:t>1.013e0</w:t>
      </w:r>
    </w:p>
    <w:p w:rsidR="007B2329" w:rsidRDefault="007B2329" w:rsidP="007B2329">
      <w:r>
        <w:t>525.6193</w:t>
      </w:r>
      <w:r>
        <w:tab/>
        <w:t>1.013e0</w:t>
      </w:r>
    </w:p>
    <w:p w:rsidR="007B2329" w:rsidRDefault="007B2329" w:rsidP="007B2329">
      <w:r>
        <w:t>525.6374</w:t>
      </w:r>
      <w:r>
        <w:tab/>
        <w:t>1.013e0</w:t>
      </w:r>
    </w:p>
    <w:p w:rsidR="007B2329" w:rsidRDefault="007B2329" w:rsidP="007B2329">
      <w:r>
        <w:t>525.6456</w:t>
      </w:r>
      <w:r>
        <w:tab/>
        <w:t>2.025e0</w:t>
      </w:r>
    </w:p>
    <w:p w:rsidR="007B2329" w:rsidRDefault="007B2329" w:rsidP="007B2329">
      <w:r>
        <w:t>525.6484</w:t>
      </w:r>
      <w:r>
        <w:tab/>
        <w:t>2.025e0</w:t>
      </w:r>
    </w:p>
    <w:p w:rsidR="007B2329" w:rsidRDefault="007B2329" w:rsidP="007B2329">
      <w:r>
        <w:t>525.6655</w:t>
      </w:r>
      <w:r>
        <w:tab/>
        <w:t>1.266e-2</w:t>
      </w:r>
    </w:p>
    <w:p w:rsidR="007B2329" w:rsidRDefault="007B2329" w:rsidP="007B2329">
      <w:r>
        <w:t>525.6683</w:t>
      </w:r>
      <w:r>
        <w:tab/>
        <w:t>3.038e0</w:t>
      </w:r>
    </w:p>
    <w:p w:rsidR="007B2329" w:rsidRDefault="007B2329" w:rsidP="007B2329">
      <w:r>
        <w:t>525.6812</w:t>
      </w:r>
      <w:r>
        <w:tab/>
        <w:t>1.013e0</w:t>
      </w:r>
    </w:p>
    <w:p w:rsidR="007B2329" w:rsidRDefault="007B2329" w:rsidP="007B2329">
      <w:r>
        <w:t>525.7144</w:t>
      </w:r>
      <w:r>
        <w:tab/>
        <w:t>3.038e0</w:t>
      </w:r>
    </w:p>
    <w:p w:rsidR="007B2329" w:rsidRDefault="007B2329" w:rsidP="007B2329">
      <w:r>
        <w:t>525.7180</w:t>
      </w:r>
      <w:r>
        <w:tab/>
        <w:t>1.013e0</w:t>
      </w:r>
    </w:p>
    <w:p w:rsidR="007B2329" w:rsidRDefault="007B2329" w:rsidP="007B2329">
      <w:r>
        <w:t>525.7283</w:t>
      </w:r>
      <w:r>
        <w:tab/>
        <w:t>1.013e0</w:t>
      </w:r>
    </w:p>
    <w:p w:rsidR="007B2329" w:rsidRDefault="007B2329" w:rsidP="007B2329">
      <w:r>
        <w:t>525.7473</w:t>
      </w:r>
      <w:r>
        <w:tab/>
        <w:t>3.038e0</w:t>
      </w:r>
    </w:p>
    <w:p w:rsidR="007B2329" w:rsidRDefault="007B2329" w:rsidP="007B2329">
      <w:r>
        <w:t>525.7648</w:t>
      </w:r>
      <w:r>
        <w:tab/>
        <w:t>1.013e0</w:t>
      </w:r>
    </w:p>
    <w:p w:rsidR="007B2329" w:rsidRDefault="007B2329" w:rsidP="007B2329">
      <w:r>
        <w:t>525.7737</w:t>
      </w:r>
      <w:r>
        <w:tab/>
        <w:t>2.025e0</w:t>
      </w:r>
    </w:p>
    <w:p w:rsidR="007B2329" w:rsidRDefault="007B2329" w:rsidP="007B2329">
      <w:r>
        <w:t>525.7803</w:t>
      </w:r>
      <w:r>
        <w:tab/>
        <w:t>2.025e0</w:t>
      </w:r>
    </w:p>
    <w:p w:rsidR="007B2329" w:rsidRDefault="007B2329" w:rsidP="007B2329">
      <w:r>
        <w:t>525.8128</w:t>
      </w:r>
      <w:r>
        <w:tab/>
        <w:t>1.013e0</w:t>
      </w:r>
    </w:p>
    <w:p w:rsidR="007B2329" w:rsidRDefault="007B2329" w:rsidP="007B2329">
      <w:r>
        <w:t>525.8192</w:t>
      </w:r>
      <w:r>
        <w:tab/>
        <w:t>1.013e0</w:t>
      </w:r>
    </w:p>
    <w:p w:rsidR="007B2329" w:rsidRDefault="007B2329" w:rsidP="007B2329">
      <w:r>
        <w:t>525.8374</w:t>
      </w:r>
      <w:r>
        <w:tab/>
        <w:t>1.013e0</w:t>
      </w:r>
    </w:p>
    <w:p w:rsidR="007B2329" w:rsidRDefault="007B2329" w:rsidP="007B2329">
      <w:r>
        <w:lastRenderedPageBreak/>
        <w:t>525.8469</w:t>
      </w:r>
      <w:r>
        <w:tab/>
        <w:t>2.025e0</w:t>
      </w:r>
    </w:p>
    <w:p w:rsidR="007B2329" w:rsidRDefault="007B2329" w:rsidP="007B2329">
      <w:r>
        <w:t>525.8481</w:t>
      </w:r>
      <w:r>
        <w:tab/>
        <w:t>3.038e0</w:t>
      </w:r>
    </w:p>
    <w:p w:rsidR="007B2329" w:rsidRDefault="007B2329" w:rsidP="007B2329">
      <w:r>
        <w:t>525.8496</w:t>
      </w:r>
      <w:r>
        <w:tab/>
        <w:t>1.013e0</w:t>
      </w:r>
    </w:p>
    <w:p w:rsidR="007B2329" w:rsidRDefault="007B2329" w:rsidP="007B2329">
      <w:r>
        <w:t>525.8764</w:t>
      </w:r>
      <w:r>
        <w:tab/>
        <w:t>2.404e0</w:t>
      </w:r>
    </w:p>
    <w:p w:rsidR="007B2329" w:rsidRDefault="007B2329" w:rsidP="007B2329">
      <w:r>
        <w:t>525.8863</w:t>
      </w:r>
      <w:r>
        <w:tab/>
        <w:t>1.013e0</w:t>
      </w:r>
    </w:p>
    <w:p w:rsidR="007B2329" w:rsidRDefault="007B2329" w:rsidP="007B2329">
      <w:r>
        <w:t>525.8959</w:t>
      </w:r>
      <w:r>
        <w:tab/>
        <w:t>3.038e0</w:t>
      </w:r>
    </w:p>
    <w:p w:rsidR="007B2329" w:rsidRDefault="007B2329" w:rsidP="007B2329">
      <w:r>
        <w:t>525.9044</w:t>
      </w:r>
      <w:r>
        <w:tab/>
        <w:t>2.532e-2</w:t>
      </w:r>
    </w:p>
    <w:p w:rsidR="007B2329" w:rsidRDefault="007B2329" w:rsidP="007B2329">
      <w:r>
        <w:t>525.9230</w:t>
      </w:r>
      <w:r>
        <w:tab/>
        <w:t>1.013e0</w:t>
      </w:r>
    </w:p>
    <w:p w:rsidR="007B2329" w:rsidRDefault="007B2329" w:rsidP="007B2329">
      <w:r>
        <w:t>525.9933</w:t>
      </w:r>
      <w:r>
        <w:tab/>
        <w:t>2.025e0</w:t>
      </w:r>
    </w:p>
    <w:p w:rsidR="007B2329" w:rsidRDefault="007B2329" w:rsidP="007B2329">
      <w:r>
        <w:t>526.0041</w:t>
      </w:r>
      <w:r>
        <w:tab/>
        <w:t>2.038e0</w:t>
      </w:r>
    </w:p>
    <w:p w:rsidR="007B2329" w:rsidRDefault="007B2329" w:rsidP="007B2329">
      <w:r>
        <w:t>526.0152</w:t>
      </w:r>
      <w:r>
        <w:tab/>
        <w:t>1.013e0</w:t>
      </w:r>
    </w:p>
    <w:p w:rsidR="007B2329" w:rsidRDefault="007B2329" w:rsidP="007B2329">
      <w:r>
        <w:t>526.0333</w:t>
      </w:r>
      <w:r>
        <w:tab/>
        <w:t>2.025e0</w:t>
      </w:r>
    </w:p>
    <w:p w:rsidR="007B2329" w:rsidRDefault="007B2329" w:rsidP="007B2329">
      <w:r>
        <w:t>526.0416</w:t>
      </w:r>
      <w:r>
        <w:tab/>
        <w:t>2.038e0</w:t>
      </w:r>
    </w:p>
    <w:p w:rsidR="007B2329" w:rsidRDefault="007B2329" w:rsidP="007B2329">
      <w:r>
        <w:t>526.0517</w:t>
      </w:r>
      <w:r>
        <w:tab/>
        <w:t>2.025e0</w:t>
      </w:r>
    </w:p>
    <w:p w:rsidR="007B2329" w:rsidRDefault="007B2329" w:rsidP="007B2329">
      <w:r>
        <w:t>526.0702</w:t>
      </w:r>
      <w:r>
        <w:tab/>
        <w:t>1.013e0</w:t>
      </w:r>
    </w:p>
    <w:p w:rsidR="007B2329" w:rsidRDefault="007B2329" w:rsidP="007B2329">
      <w:r>
        <w:t>526.0751</w:t>
      </w:r>
      <w:r>
        <w:tab/>
        <w:t>3.038e0</w:t>
      </w:r>
    </w:p>
    <w:p w:rsidR="007B2329" w:rsidRDefault="007B2329" w:rsidP="007B2329">
      <w:r>
        <w:t>526.0831</w:t>
      </w:r>
      <w:r>
        <w:tab/>
        <w:t>2.927e0</w:t>
      </w:r>
    </w:p>
    <w:p w:rsidR="007B2329" w:rsidRDefault="007B2329" w:rsidP="007B2329">
      <w:r>
        <w:t>526.1045</w:t>
      </w:r>
      <w:r>
        <w:tab/>
        <w:t>3.038e0</w:t>
      </w:r>
    </w:p>
    <w:p w:rsidR="007B2329" w:rsidRDefault="007B2329" w:rsidP="007B2329">
      <w:r>
        <w:t>526.1169</w:t>
      </w:r>
      <w:r>
        <w:tab/>
        <w:t>1.169e0</w:t>
      </w:r>
    </w:p>
    <w:p w:rsidR="007B2329" w:rsidRDefault="007B2329" w:rsidP="007B2329">
      <w:r>
        <w:lastRenderedPageBreak/>
        <w:t>526.1195</w:t>
      </w:r>
      <w:r>
        <w:tab/>
        <w:t>1.904e0</w:t>
      </w:r>
    </w:p>
    <w:p w:rsidR="007B2329" w:rsidRDefault="007B2329" w:rsidP="007B2329">
      <w:r>
        <w:t>526.1268</w:t>
      </w:r>
      <w:r>
        <w:tab/>
        <w:t>4.051e0</w:t>
      </w:r>
    </w:p>
    <w:p w:rsidR="007B2329" w:rsidRDefault="007B2329" w:rsidP="007B2329">
      <w:r>
        <w:t>526.1649</w:t>
      </w:r>
      <w:r>
        <w:tab/>
        <w:t>6.505e0</w:t>
      </w:r>
    </w:p>
    <w:p w:rsidR="007B2329" w:rsidRDefault="007B2329" w:rsidP="007B2329">
      <w:r>
        <w:t>526.1757</w:t>
      </w:r>
      <w:r>
        <w:tab/>
        <w:t>5.063e0</w:t>
      </w:r>
    </w:p>
    <w:p w:rsidR="007B2329" w:rsidRDefault="007B2329" w:rsidP="007B2329">
      <w:r>
        <w:t>526.1774</w:t>
      </w:r>
      <w:r>
        <w:tab/>
        <w:t>2.311e1</w:t>
      </w:r>
    </w:p>
    <w:p w:rsidR="007B2329" w:rsidRDefault="007B2329" w:rsidP="007B2329">
      <w:r>
        <w:t>526.1787</w:t>
      </w:r>
      <w:r>
        <w:tab/>
        <w:t>1.793e1</w:t>
      </w:r>
    </w:p>
    <w:p w:rsidR="007B2329" w:rsidRDefault="007B2329" w:rsidP="007B2329">
      <w:r>
        <w:t>526.1846</w:t>
      </w:r>
      <w:r>
        <w:tab/>
        <w:t>1.825e1</w:t>
      </w:r>
    </w:p>
    <w:p w:rsidR="007B2329" w:rsidRDefault="007B2329" w:rsidP="007B2329">
      <w:r>
        <w:t>526.1935</w:t>
      </w:r>
      <w:r>
        <w:tab/>
        <w:t>2.007e1</w:t>
      </w:r>
    </w:p>
    <w:p w:rsidR="007B2329" w:rsidRDefault="007B2329" w:rsidP="007B2329">
      <w:r>
        <w:t>526.1981</w:t>
      </w:r>
      <w:r>
        <w:tab/>
        <w:t>9.278e0</w:t>
      </w:r>
    </w:p>
    <w:p w:rsidR="007B2329" w:rsidRDefault="007B2329" w:rsidP="007B2329">
      <w:r>
        <w:t>526.2075</w:t>
      </w:r>
      <w:r>
        <w:tab/>
        <w:t>1.655e1</w:t>
      </w:r>
    </w:p>
    <w:p w:rsidR="007B2329" w:rsidRDefault="007B2329" w:rsidP="007B2329">
      <w:r>
        <w:t>526.2463</w:t>
      </w:r>
      <w:r>
        <w:tab/>
        <w:t>5.063e0</w:t>
      </w:r>
    </w:p>
    <w:p w:rsidR="007B2329" w:rsidRDefault="007B2329" w:rsidP="007B2329">
      <w:r>
        <w:t>526.2614</w:t>
      </w:r>
      <w:r>
        <w:tab/>
        <w:t>5.216e0</w:t>
      </w:r>
    </w:p>
    <w:p w:rsidR="007B2329" w:rsidRDefault="007B2329" w:rsidP="007B2329">
      <w:r>
        <w:t>526.2858</w:t>
      </w:r>
      <w:r>
        <w:tab/>
        <w:t>1.293e0</w:t>
      </w:r>
    </w:p>
    <w:p w:rsidR="007B2329" w:rsidRDefault="007B2329" w:rsidP="007B2329">
      <w:r>
        <w:t>526.2940</w:t>
      </w:r>
      <w:r>
        <w:tab/>
        <w:t>7.088e0</w:t>
      </w:r>
    </w:p>
    <w:p w:rsidR="007B2329" w:rsidRDefault="007B2329" w:rsidP="007B2329">
      <w:r>
        <w:t>526.3015</w:t>
      </w:r>
      <w:r>
        <w:tab/>
        <w:t>1.209e1</w:t>
      </w:r>
    </w:p>
    <w:p w:rsidR="007B2329" w:rsidRDefault="007B2329" w:rsidP="007B2329">
      <w:r>
        <w:t>526.3030</w:t>
      </w:r>
      <w:r>
        <w:tab/>
        <w:t>5.063e0</w:t>
      </w:r>
    </w:p>
    <w:p w:rsidR="007B2329" w:rsidRDefault="007B2329" w:rsidP="007B2329">
      <w:r>
        <w:t>526.3152</w:t>
      </w:r>
      <w:r>
        <w:tab/>
        <w:t>9.741e0</w:t>
      </w:r>
    </w:p>
    <w:p w:rsidR="007B2329" w:rsidRDefault="007B2329" w:rsidP="007B2329">
      <w:r>
        <w:t>526.3220</w:t>
      </w:r>
      <w:r>
        <w:tab/>
        <w:t>4.030e0</w:t>
      </w:r>
    </w:p>
    <w:p w:rsidR="007B2329" w:rsidRDefault="007B2329" w:rsidP="007B2329">
      <w:r>
        <w:t>526.3304</w:t>
      </w:r>
      <w:r>
        <w:tab/>
        <w:t>1.013e0</w:t>
      </w:r>
    </w:p>
    <w:p w:rsidR="007B2329" w:rsidRDefault="007B2329" w:rsidP="007B2329">
      <w:r>
        <w:lastRenderedPageBreak/>
        <w:t>526.3510</w:t>
      </w:r>
      <w:r>
        <w:tab/>
        <w:t>3.571e0</w:t>
      </w:r>
    </w:p>
    <w:p w:rsidR="007B2329" w:rsidRDefault="007B2329" w:rsidP="007B2329">
      <w:r>
        <w:t>526.3928</w:t>
      </w:r>
      <w:r>
        <w:tab/>
        <w:t>4.051e0</w:t>
      </w:r>
    </w:p>
    <w:p w:rsidR="007B2329" w:rsidRDefault="007B2329" w:rsidP="007B2329">
      <w:r>
        <w:t>526.3941</w:t>
      </w:r>
      <w:r>
        <w:tab/>
        <w:t>3.038e0</w:t>
      </w:r>
    </w:p>
    <w:p w:rsidR="007B2329" w:rsidRDefault="007B2329" w:rsidP="007B2329">
      <w:r>
        <w:t>526.3954</w:t>
      </w:r>
      <w:r>
        <w:tab/>
        <w:t>4.051e0</w:t>
      </w:r>
    </w:p>
    <w:p w:rsidR="007B2329" w:rsidRDefault="007B2329" w:rsidP="007B2329">
      <w:r>
        <w:t>526.4163</w:t>
      </w:r>
      <w:r>
        <w:tab/>
        <w:t>4.051e0</w:t>
      </w:r>
    </w:p>
    <w:p w:rsidR="007B2329" w:rsidRDefault="007B2329" w:rsidP="007B2329">
      <w:r>
        <w:t>526.4180</w:t>
      </w:r>
      <w:r>
        <w:tab/>
        <w:t>2.386e0</w:t>
      </w:r>
    </w:p>
    <w:p w:rsidR="007B2329" w:rsidRDefault="007B2329" w:rsidP="007B2329">
      <w:r>
        <w:t>526.4223</w:t>
      </w:r>
      <w:r>
        <w:tab/>
        <w:t>1.013e1</w:t>
      </w:r>
    </w:p>
    <w:p w:rsidR="007B2329" w:rsidRDefault="007B2329" w:rsidP="007B2329">
      <w:r>
        <w:t>526.4427</w:t>
      </w:r>
      <w:r>
        <w:tab/>
        <w:t>2.025e0</w:t>
      </w:r>
    </w:p>
    <w:p w:rsidR="007B2329" w:rsidRDefault="007B2329" w:rsidP="007B2329">
      <w:r>
        <w:t>526.4540</w:t>
      </w:r>
      <w:r>
        <w:tab/>
        <w:t>4.051e0</w:t>
      </w:r>
    </w:p>
    <w:p w:rsidR="007B2329" w:rsidRDefault="007B2329" w:rsidP="007B2329">
      <w:r>
        <w:t>526.4727</w:t>
      </w:r>
      <w:r>
        <w:tab/>
        <w:t>4.051e0</w:t>
      </w:r>
    </w:p>
    <w:p w:rsidR="007B2329" w:rsidRDefault="007B2329" w:rsidP="007B2329">
      <w:r>
        <w:t>526.4924</w:t>
      </w:r>
      <w:r>
        <w:tab/>
        <w:t>1.013e0</w:t>
      </w:r>
    </w:p>
    <w:p w:rsidR="007B2329" w:rsidRDefault="007B2329" w:rsidP="007B2329">
      <w:r>
        <w:t>526.5200</w:t>
      </w:r>
      <w:r>
        <w:tab/>
        <w:t>2.025e0</w:t>
      </w:r>
    </w:p>
    <w:p w:rsidR="007B2329" w:rsidRDefault="007B2329" w:rsidP="007B2329">
      <w:r>
        <w:t>526.5330</w:t>
      </w:r>
      <w:r>
        <w:tab/>
        <w:t>1.013e0</w:t>
      </w:r>
    </w:p>
    <w:p w:rsidR="007B2329" w:rsidRDefault="007B2329" w:rsidP="007B2329">
      <w:r>
        <w:t>526.5461</w:t>
      </w:r>
      <w:r>
        <w:tab/>
        <w:t>2.025e0</w:t>
      </w:r>
    </w:p>
    <w:p w:rsidR="007B2329" w:rsidRDefault="007B2329" w:rsidP="007B2329">
      <w:r>
        <w:t>526.5512</w:t>
      </w:r>
      <w:r>
        <w:tab/>
        <w:t>1.266e-2</w:t>
      </w:r>
    </w:p>
    <w:p w:rsidR="007B2329" w:rsidRDefault="007B2329" w:rsidP="007B2329">
      <w:r>
        <w:t>526.5651</w:t>
      </w:r>
      <w:r>
        <w:tab/>
        <w:t>4.051e0</w:t>
      </w:r>
    </w:p>
    <w:p w:rsidR="007B2329" w:rsidRDefault="007B2329" w:rsidP="007B2329">
      <w:r>
        <w:t>526.5744</w:t>
      </w:r>
      <w:r>
        <w:tab/>
        <w:t>3.038e0</w:t>
      </w:r>
    </w:p>
    <w:p w:rsidR="007B2329" w:rsidRDefault="007B2329" w:rsidP="007B2329">
      <w:r>
        <w:t>526.6064</w:t>
      </w:r>
      <w:r>
        <w:tab/>
        <w:t>3.038e0</w:t>
      </w:r>
    </w:p>
    <w:p w:rsidR="007B2329" w:rsidRDefault="007B2329" w:rsidP="007B2329">
      <w:r>
        <w:t>526.6247</w:t>
      </w:r>
      <w:r>
        <w:tab/>
        <w:t>1.013e0</w:t>
      </w:r>
    </w:p>
    <w:p w:rsidR="007B2329" w:rsidRDefault="007B2329" w:rsidP="007B2329">
      <w:r>
        <w:lastRenderedPageBreak/>
        <w:t>526.6361</w:t>
      </w:r>
      <w:r>
        <w:tab/>
        <w:t>2.479e0</w:t>
      </w:r>
    </w:p>
    <w:p w:rsidR="007B2329" w:rsidRDefault="007B2329" w:rsidP="007B2329">
      <w:r>
        <w:t>526.6472</w:t>
      </w:r>
      <w:r>
        <w:tab/>
        <w:t>3.038e0</w:t>
      </w:r>
    </w:p>
    <w:p w:rsidR="007B2329" w:rsidRDefault="007B2329" w:rsidP="007B2329">
      <w:r>
        <w:t>526.6483</w:t>
      </w:r>
      <w:r>
        <w:tab/>
        <w:t>2.025e0</w:t>
      </w:r>
    </w:p>
    <w:p w:rsidR="007B2329" w:rsidRDefault="007B2329" w:rsidP="007B2329">
      <w:r>
        <w:t>526.6614</w:t>
      </w:r>
      <w:r>
        <w:tab/>
        <w:t>1.013e0</w:t>
      </w:r>
    </w:p>
    <w:p w:rsidR="007B2329" w:rsidRDefault="007B2329" w:rsidP="007B2329">
      <w:r>
        <w:t>526.6635</w:t>
      </w:r>
      <w:r>
        <w:tab/>
        <w:t>4.051e0</w:t>
      </w:r>
    </w:p>
    <w:p w:rsidR="007B2329" w:rsidRDefault="007B2329" w:rsidP="007B2329">
      <w:r>
        <w:t>526.6735</w:t>
      </w:r>
      <w:r>
        <w:tab/>
        <w:t>2.025e0</w:t>
      </w:r>
    </w:p>
    <w:p w:rsidR="007B2329" w:rsidRDefault="007B2329" w:rsidP="007B2329">
      <w:r>
        <w:t>526.6748</w:t>
      </w:r>
      <w:r>
        <w:tab/>
        <w:t>1.013e0</w:t>
      </w:r>
    </w:p>
    <w:p w:rsidR="007B2329" w:rsidRDefault="007B2329" w:rsidP="007B2329">
      <w:r>
        <w:t>526.6984</w:t>
      </w:r>
      <w:r>
        <w:tab/>
        <w:t>1.013e0</w:t>
      </w:r>
    </w:p>
    <w:p w:rsidR="007B2329" w:rsidRDefault="007B2329" w:rsidP="007B2329">
      <w:r>
        <w:t>526.7130</w:t>
      </w:r>
      <w:r>
        <w:tab/>
        <w:t>4.507e0</w:t>
      </w:r>
    </w:p>
    <w:p w:rsidR="007B2329" w:rsidRDefault="007B2329" w:rsidP="007B2329">
      <w:r>
        <w:t>526.7202</w:t>
      </w:r>
      <w:r>
        <w:tab/>
        <w:t>1.013e0</w:t>
      </w:r>
    </w:p>
    <w:p w:rsidR="007B2329" w:rsidRDefault="007B2329" w:rsidP="007B2329">
      <w:r>
        <w:t>526.7350</w:t>
      </w:r>
      <w:r>
        <w:tab/>
        <w:t>2.025e0</w:t>
      </w:r>
    </w:p>
    <w:p w:rsidR="007B2329" w:rsidRDefault="007B2329" w:rsidP="007B2329">
      <w:r>
        <w:t>526.7384</w:t>
      </w:r>
      <w:r>
        <w:tab/>
        <w:t>1.013e0</w:t>
      </w:r>
    </w:p>
    <w:p w:rsidR="007B2329" w:rsidRDefault="007B2329" w:rsidP="007B2329">
      <w:r>
        <w:t>526.7534</w:t>
      </w:r>
      <w:r>
        <w:tab/>
        <w:t>1.013e0</w:t>
      </w:r>
    </w:p>
    <w:p w:rsidR="007B2329" w:rsidRDefault="007B2329" w:rsidP="007B2329">
      <w:r>
        <w:t>526.7568</w:t>
      </w:r>
      <w:r>
        <w:tab/>
        <w:t>1.013e0</w:t>
      </w:r>
    </w:p>
    <w:p w:rsidR="007B2329" w:rsidRDefault="007B2329" w:rsidP="007B2329">
      <w:r>
        <w:t>526.7719</w:t>
      </w:r>
      <w:r>
        <w:tab/>
        <w:t>1.013e0</w:t>
      </w:r>
    </w:p>
    <w:p w:rsidR="007B2329" w:rsidRDefault="007B2329" w:rsidP="007B2329">
      <w:r>
        <w:t>526.7947</w:t>
      </w:r>
      <w:r>
        <w:tab/>
        <w:t>3.363e0</w:t>
      </w:r>
    </w:p>
    <w:p w:rsidR="007B2329" w:rsidRDefault="007B2329" w:rsidP="007B2329">
      <w:r>
        <w:t>526.8021</w:t>
      </w:r>
      <w:r>
        <w:tab/>
        <w:t>1.013e0</w:t>
      </w:r>
    </w:p>
    <w:p w:rsidR="007B2329" w:rsidRDefault="007B2329" w:rsidP="007B2329">
      <w:r>
        <w:t>526.8391</w:t>
      </w:r>
      <w:r>
        <w:tab/>
        <w:t>4.051e0</w:t>
      </w:r>
    </w:p>
    <w:p w:rsidR="007B2329" w:rsidRDefault="007B2329" w:rsidP="007B2329">
      <w:r>
        <w:t>526.8429</w:t>
      </w:r>
      <w:r>
        <w:tab/>
        <w:t>3.038e0</w:t>
      </w:r>
    </w:p>
    <w:p w:rsidR="007B2329" w:rsidRDefault="007B2329" w:rsidP="007B2329">
      <w:r>
        <w:lastRenderedPageBreak/>
        <w:t>526.8454</w:t>
      </w:r>
      <w:r>
        <w:tab/>
        <w:t>1.013e0</w:t>
      </w:r>
    </w:p>
    <w:p w:rsidR="007B2329" w:rsidRDefault="007B2329" w:rsidP="007B2329">
      <w:r>
        <w:t>526.8657</w:t>
      </w:r>
      <w:r>
        <w:tab/>
        <w:t>3.038e0</w:t>
      </w:r>
    </w:p>
    <w:p w:rsidR="007B2329" w:rsidRDefault="007B2329" w:rsidP="007B2329">
      <w:r>
        <w:t>526.8833</w:t>
      </w:r>
      <w:r>
        <w:tab/>
        <w:t>4.051e0</w:t>
      </w:r>
    </w:p>
    <w:p w:rsidR="007B2329" w:rsidRDefault="007B2329" w:rsidP="007B2329">
      <w:r>
        <w:t>526.9228</w:t>
      </w:r>
      <w:r>
        <w:tab/>
        <w:t>2.025e0</w:t>
      </w:r>
    </w:p>
    <w:p w:rsidR="007B2329" w:rsidRDefault="007B2329" w:rsidP="007B2329">
      <w:r>
        <w:t>526.9296</w:t>
      </w:r>
      <w:r>
        <w:tab/>
        <w:t>1.013e0</w:t>
      </w:r>
    </w:p>
    <w:p w:rsidR="007B2329" w:rsidRDefault="007B2329" w:rsidP="007B2329">
      <w:r>
        <w:t>526.9375</w:t>
      </w:r>
      <w:r>
        <w:tab/>
        <w:t>1.013e0</w:t>
      </w:r>
    </w:p>
    <w:p w:rsidR="007B2329" w:rsidRDefault="007B2329" w:rsidP="007B2329">
      <w:r>
        <w:t>526.9403</w:t>
      </w:r>
      <w:r>
        <w:tab/>
        <w:t>1.013e0</w:t>
      </w:r>
    </w:p>
    <w:p w:rsidR="007B2329" w:rsidRDefault="007B2329" w:rsidP="007B2329">
      <w:r>
        <w:t>526.9659</w:t>
      </w:r>
      <w:r>
        <w:tab/>
        <w:t>1.013e0</w:t>
      </w:r>
    </w:p>
    <w:p w:rsidR="007B2329" w:rsidRDefault="007B2329" w:rsidP="007B2329">
      <w:r>
        <w:t>526.9819</w:t>
      </w:r>
      <w:r>
        <w:tab/>
        <w:t>4.051e0</w:t>
      </w:r>
    </w:p>
    <w:p w:rsidR="007B2329" w:rsidRDefault="007B2329" w:rsidP="007B2329">
      <w:r>
        <w:t>527.0024</w:t>
      </w:r>
      <w:r>
        <w:tab/>
        <w:t>1.013e0</w:t>
      </w:r>
    </w:p>
    <w:p w:rsidR="007B2329" w:rsidRDefault="007B2329" w:rsidP="007B2329">
      <w:r>
        <w:t>527.0114</w:t>
      </w:r>
      <w:r>
        <w:tab/>
        <w:t>3.038e0</w:t>
      </w:r>
    </w:p>
    <w:p w:rsidR="007B2329" w:rsidRDefault="007B2329" w:rsidP="007B2329">
      <w:r>
        <w:t>527.0127</w:t>
      </w:r>
      <w:r>
        <w:tab/>
        <w:t>5.063e0</w:t>
      </w:r>
    </w:p>
    <w:p w:rsidR="007B2329" w:rsidRDefault="007B2329" w:rsidP="007B2329">
      <w:r>
        <w:t>527.0311</w:t>
      </w:r>
      <w:r>
        <w:tab/>
        <w:t>2.025e0</w:t>
      </w:r>
    </w:p>
    <w:p w:rsidR="007B2329" w:rsidRDefault="007B2329" w:rsidP="007B2329">
      <w:r>
        <w:t>527.0508</w:t>
      </w:r>
      <w:r>
        <w:tab/>
        <w:t>1.013e0</w:t>
      </w:r>
    </w:p>
    <w:p w:rsidR="007B2329" w:rsidRDefault="007B2329" w:rsidP="007B2329">
      <w:r>
        <w:t>527.0530</w:t>
      </w:r>
      <w:r>
        <w:tab/>
        <w:t>2.159e0</w:t>
      </w:r>
    </w:p>
    <w:p w:rsidR="007B2329" w:rsidRDefault="007B2329" w:rsidP="007B2329">
      <w:r>
        <w:t>527.0662</w:t>
      </w:r>
      <w:r>
        <w:tab/>
        <w:t>1.013e0</w:t>
      </w:r>
    </w:p>
    <w:p w:rsidR="007B2329" w:rsidRDefault="007B2329" w:rsidP="007B2329">
      <w:r>
        <w:t>527.1195</w:t>
      </w:r>
      <w:r>
        <w:tab/>
        <w:t>2.025e0</w:t>
      </w:r>
    </w:p>
    <w:p w:rsidR="007B2329" w:rsidRDefault="007B2329" w:rsidP="007B2329">
      <w:r>
        <w:t>527.1216</w:t>
      </w:r>
      <w:r>
        <w:tab/>
        <w:t>2.025e0</w:t>
      </w:r>
    </w:p>
    <w:p w:rsidR="007B2329" w:rsidRDefault="007B2329" w:rsidP="007B2329">
      <w:r>
        <w:t>527.1249</w:t>
      </w:r>
      <w:r>
        <w:tab/>
        <w:t>2.058e0</w:t>
      </w:r>
    </w:p>
    <w:p w:rsidR="007B2329" w:rsidRDefault="007B2329" w:rsidP="007B2329">
      <w:r>
        <w:lastRenderedPageBreak/>
        <w:t>527.1301</w:t>
      </w:r>
      <w:r>
        <w:tab/>
        <w:t>1.013e0</w:t>
      </w:r>
    </w:p>
    <w:p w:rsidR="007B2329" w:rsidRDefault="007B2329" w:rsidP="007B2329">
      <w:r>
        <w:t>527.1356</w:t>
      </w:r>
      <w:r>
        <w:tab/>
        <w:t>2.025e0</w:t>
      </w:r>
    </w:p>
    <w:p w:rsidR="007B2329" w:rsidRDefault="007B2329" w:rsidP="007B2329">
      <w:r>
        <w:t>527.1633</w:t>
      </w:r>
      <w:r>
        <w:tab/>
        <w:t>1.406e0</w:t>
      </w:r>
    </w:p>
    <w:p w:rsidR="007B2329" w:rsidRDefault="007B2329" w:rsidP="007B2329">
      <w:r>
        <w:t>527.1669</w:t>
      </w:r>
      <w:r>
        <w:tab/>
        <w:t>1.632e0</w:t>
      </w:r>
    </w:p>
    <w:p w:rsidR="007B2329" w:rsidRDefault="007B2329" w:rsidP="007B2329">
      <w:r>
        <w:t>527.1851</w:t>
      </w:r>
      <w:r>
        <w:tab/>
        <w:t>6.252e0</w:t>
      </w:r>
    </w:p>
    <w:p w:rsidR="007B2329" w:rsidRDefault="007B2329" w:rsidP="007B2329">
      <w:r>
        <w:t>527.1964</w:t>
      </w:r>
      <w:r>
        <w:tab/>
        <w:t>7.098e0</w:t>
      </w:r>
    </w:p>
    <w:p w:rsidR="007B2329" w:rsidRDefault="007B2329" w:rsidP="007B2329">
      <w:r>
        <w:t>527.2012</w:t>
      </w:r>
      <w:r>
        <w:tab/>
        <w:t>2.025e0</w:t>
      </w:r>
    </w:p>
    <w:p w:rsidR="007B2329" w:rsidRDefault="007B2329" w:rsidP="007B2329">
      <w:r>
        <w:t>527.2109</w:t>
      </w:r>
      <w:r>
        <w:tab/>
        <w:t>2.508e-1</w:t>
      </w:r>
    </w:p>
    <w:p w:rsidR="007B2329" w:rsidRDefault="007B2329" w:rsidP="007B2329">
      <w:r>
        <w:t>527.2209</w:t>
      </w:r>
      <w:r>
        <w:tab/>
        <w:t>5.532e0</w:t>
      </w:r>
    </w:p>
    <w:p w:rsidR="007B2329" w:rsidRDefault="007B2329" w:rsidP="007B2329">
      <w:r>
        <w:t>527.2610</w:t>
      </w:r>
      <w:r>
        <w:tab/>
        <w:t>1.025e0</w:t>
      </w:r>
    </w:p>
    <w:p w:rsidR="007B2329" w:rsidRDefault="007B2329" w:rsidP="007B2329">
      <w:r>
        <w:t>527.2727</w:t>
      </w:r>
      <w:r>
        <w:tab/>
        <w:t>2.539e0</w:t>
      </w:r>
    </w:p>
    <w:p w:rsidR="007B2329" w:rsidRDefault="007B2329" w:rsidP="007B2329">
      <w:r>
        <w:t>527.2905</w:t>
      </w:r>
      <w:r>
        <w:tab/>
        <w:t>1.966e0</w:t>
      </w:r>
    </w:p>
    <w:p w:rsidR="007B2329" w:rsidRDefault="007B2329" w:rsidP="007B2329">
      <w:r>
        <w:t>527.2990</w:t>
      </w:r>
      <w:r>
        <w:tab/>
        <w:t>3.235e0</w:t>
      </w:r>
    </w:p>
    <w:p w:rsidR="007B2329" w:rsidRDefault="007B2329" w:rsidP="007B2329">
      <w:r>
        <w:t>527.3028</w:t>
      </w:r>
      <w:r>
        <w:tab/>
        <w:t>3.411e0</w:t>
      </w:r>
    </w:p>
    <w:p w:rsidR="007B2329" w:rsidRDefault="007B2329" w:rsidP="007B2329">
      <w:r>
        <w:t>527.3080</w:t>
      </w:r>
      <w:r>
        <w:tab/>
        <w:t>1.013e0</w:t>
      </w:r>
    </w:p>
    <w:p w:rsidR="007B2329" w:rsidRDefault="007B2329" w:rsidP="007B2329">
      <w:r>
        <w:t>527.3157</w:t>
      </w:r>
      <w:r>
        <w:tab/>
        <w:t>6.138e0</w:t>
      </w:r>
    </w:p>
    <w:p w:rsidR="007B2329" w:rsidRDefault="007B2329" w:rsidP="007B2329">
      <w:r>
        <w:t>527.3588</w:t>
      </w:r>
      <w:r>
        <w:tab/>
        <w:t>1.529e0</w:t>
      </w:r>
    </w:p>
    <w:p w:rsidR="007B2329" w:rsidRDefault="007B2329" w:rsidP="007B2329">
      <w:r>
        <w:t>527.3602</w:t>
      </w:r>
      <w:r>
        <w:tab/>
        <w:t>3.359e0</w:t>
      </w:r>
    </w:p>
    <w:p w:rsidR="007B2329" w:rsidRDefault="007B2329" w:rsidP="007B2329">
      <w:r>
        <w:t>527.3715</w:t>
      </w:r>
      <w:r>
        <w:tab/>
        <w:t>1.575e0</w:t>
      </w:r>
    </w:p>
    <w:p w:rsidR="007B2329" w:rsidRDefault="007B2329" w:rsidP="007B2329">
      <w:r>
        <w:lastRenderedPageBreak/>
        <w:t>527.3747</w:t>
      </w:r>
      <w:r>
        <w:tab/>
        <w:t>2.528e0</w:t>
      </w:r>
    </w:p>
    <w:p w:rsidR="007B2329" w:rsidRDefault="007B2329" w:rsidP="007B2329">
      <w:r>
        <w:t>527.3863</w:t>
      </w:r>
      <w:r>
        <w:tab/>
        <w:t>2.601e0</w:t>
      </w:r>
    </w:p>
    <w:p w:rsidR="007B2329" w:rsidRDefault="007B2329" w:rsidP="007B2329">
      <w:r>
        <w:t>527.3923</w:t>
      </w:r>
      <w:r>
        <w:tab/>
        <w:t>2.025e0</w:t>
      </w:r>
    </w:p>
    <w:p w:rsidR="007B2329" w:rsidRDefault="007B2329" w:rsidP="007B2329">
      <w:r>
        <w:t>527.4329</w:t>
      </w:r>
      <w:r>
        <w:tab/>
        <w:t>2.025e0</w:t>
      </w:r>
    </w:p>
    <w:p w:rsidR="007B2329" w:rsidRDefault="007B2329" w:rsidP="007B2329">
      <w:r>
        <w:t>527.4368</w:t>
      </w:r>
      <w:r>
        <w:tab/>
        <w:t>2.025e0</w:t>
      </w:r>
    </w:p>
    <w:p w:rsidR="007B2329" w:rsidRDefault="007B2329" w:rsidP="007B2329">
      <w:r>
        <w:t>527.4415</w:t>
      </w:r>
      <w:r>
        <w:tab/>
        <w:t>1.051e0</w:t>
      </w:r>
    </w:p>
    <w:p w:rsidR="007B2329" w:rsidRDefault="007B2329" w:rsidP="007B2329">
      <w:r>
        <w:t>527.4532</w:t>
      </w:r>
      <w:r>
        <w:tab/>
        <w:t>2.025e0</w:t>
      </w:r>
    </w:p>
    <w:p w:rsidR="007B2329" w:rsidRDefault="007B2329" w:rsidP="007B2329">
      <w:r>
        <w:t>527.4553</w:t>
      </w:r>
      <w:r>
        <w:tab/>
        <w:t>1.013e0</w:t>
      </w:r>
    </w:p>
    <w:p w:rsidR="007B2329" w:rsidRDefault="007B2329" w:rsidP="007B2329">
      <w:r>
        <w:t>527.4583</w:t>
      </w:r>
      <w:r>
        <w:tab/>
        <w:t>1.266e-2</w:t>
      </w:r>
    </w:p>
    <w:p w:rsidR="007B2329" w:rsidRDefault="007B2329" w:rsidP="007B2329">
      <w:r>
        <w:t>527.4828</w:t>
      </w:r>
      <w:r>
        <w:tab/>
        <w:t>2.025e0</w:t>
      </w:r>
    </w:p>
    <w:p w:rsidR="007B2329" w:rsidRDefault="007B2329" w:rsidP="007B2329">
      <w:r>
        <w:t>527.5097</w:t>
      </w:r>
      <w:r>
        <w:tab/>
        <w:t>3.038e0</w:t>
      </w:r>
    </w:p>
    <w:p w:rsidR="007B2329" w:rsidRDefault="007B2329" w:rsidP="007B2329">
      <w:r>
        <w:t>527.5315</w:t>
      </w:r>
      <w:r>
        <w:tab/>
        <w:t>1.025e0</w:t>
      </w:r>
    </w:p>
    <w:p w:rsidR="007B2329" w:rsidRDefault="007B2329" w:rsidP="007B2329">
      <w:r>
        <w:t>527.5498</w:t>
      </w:r>
      <w:r>
        <w:tab/>
        <w:t>2.025e0</w:t>
      </w:r>
    </w:p>
    <w:p w:rsidR="007B2329" w:rsidRDefault="007B2329" w:rsidP="007B2329">
      <w:r>
        <w:t>527.5590</w:t>
      </w:r>
      <w:r>
        <w:tab/>
        <w:t>5.063e0</w:t>
      </w:r>
    </w:p>
    <w:p w:rsidR="007B2329" w:rsidRDefault="007B2329" w:rsidP="007B2329">
      <w:r>
        <w:t>527.6207</w:t>
      </w:r>
      <w:r>
        <w:tab/>
        <w:t>3.790e0</w:t>
      </w:r>
    </w:p>
    <w:p w:rsidR="007B2329" w:rsidRDefault="007B2329" w:rsidP="007B2329">
      <w:r>
        <w:t>527.6358</w:t>
      </w:r>
      <w:r>
        <w:tab/>
        <w:t>2.025e0</w:t>
      </w:r>
    </w:p>
    <w:p w:rsidR="007B2329" w:rsidRDefault="007B2329" w:rsidP="007B2329">
      <w:r>
        <w:t>527.6497</w:t>
      </w:r>
      <w:r>
        <w:tab/>
        <w:t>1.013e0</w:t>
      </w:r>
    </w:p>
    <w:p w:rsidR="007B2329" w:rsidRDefault="007B2329" w:rsidP="007B2329">
      <w:r>
        <w:t>527.6762</w:t>
      </w:r>
      <w:r>
        <w:tab/>
        <w:t>1.013e0</w:t>
      </w:r>
    </w:p>
    <w:p w:rsidR="007B2329" w:rsidRDefault="007B2329" w:rsidP="007B2329">
      <w:r>
        <w:t>527.6954</w:t>
      </w:r>
      <w:r>
        <w:tab/>
        <w:t>2.025e0</w:t>
      </w:r>
    </w:p>
    <w:p w:rsidR="007B2329" w:rsidRDefault="007B2329" w:rsidP="007B2329">
      <w:r>
        <w:lastRenderedPageBreak/>
        <w:t>527.6972</w:t>
      </w:r>
      <w:r>
        <w:tab/>
        <w:t>1.013e0</w:t>
      </w:r>
    </w:p>
    <w:p w:rsidR="007B2329" w:rsidRDefault="007B2329" w:rsidP="007B2329">
      <w:r>
        <w:t>527.7244</w:t>
      </w:r>
      <w:r>
        <w:tab/>
        <w:t>5.063e0</w:t>
      </w:r>
    </w:p>
    <w:p w:rsidR="007B2329" w:rsidRDefault="007B2329" w:rsidP="007B2329">
      <w:r>
        <w:t>527.7369</w:t>
      </w:r>
      <w:r>
        <w:tab/>
        <w:t>2.025e0</w:t>
      </w:r>
    </w:p>
    <w:p w:rsidR="007B2329" w:rsidRDefault="007B2329" w:rsidP="007B2329">
      <w:r>
        <w:t>527.7592</w:t>
      </w:r>
      <w:r>
        <w:tab/>
        <w:t>1.013e0</w:t>
      </w:r>
    </w:p>
    <w:p w:rsidR="007B2329" w:rsidRDefault="007B2329" w:rsidP="007B2329">
      <w:r>
        <w:t>527.7708</w:t>
      </w:r>
      <w:r>
        <w:tab/>
        <w:t>1.013e0</w:t>
      </w:r>
    </w:p>
    <w:p w:rsidR="007B2329" w:rsidRDefault="007B2329" w:rsidP="007B2329">
      <w:r>
        <w:t>527.7720</w:t>
      </w:r>
      <w:r>
        <w:tab/>
        <w:t>2.025e0</w:t>
      </w:r>
    </w:p>
    <w:p w:rsidR="007B2329" w:rsidRDefault="007B2329" w:rsidP="007B2329">
      <w:r>
        <w:t>527.7775</w:t>
      </w:r>
      <w:r>
        <w:tab/>
        <w:t>1.013e0</w:t>
      </w:r>
    </w:p>
    <w:p w:rsidR="007B2329" w:rsidRDefault="007B2329" w:rsidP="007B2329">
      <w:r>
        <w:t>527.7984</w:t>
      </w:r>
      <w:r>
        <w:tab/>
        <w:t>2.025e0</w:t>
      </w:r>
    </w:p>
    <w:p w:rsidR="007B2329" w:rsidRDefault="007B2329" w:rsidP="007B2329">
      <w:r>
        <w:t>527.8138</w:t>
      </w:r>
      <w:r>
        <w:tab/>
        <w:t>1.013e0</w:t>
      </w:r>
    </w:p>
    <w:p w:rsidR="007B2329" w:rsidRDefault="007B2329" w:rsidP="007B2329">
      <w:r>
        <w:t>527.8216</w:t>
      </w:r>
      <w:r>
        <w:tab/>
        <w:t>2.025e0</w:t>
      </w:r>
    </w:p>
    <w:p w:rsidR="007B2329" w:rsidRDefault="007B2329" w:rsidP="007B2329">
      <w:r>
        <w:t>527.8230</w:t>
      </w:r>
      <w:r>
        <w:tab/>
        <w:t>1.013e0</w:t>
      </w:r>
    </w:p>
    <w:p w:rsidR="007B2329" w:rsidRDefault="007B2329" w:rsidP="007B2329">
      <w:r>
        <w:t>527.8269</w:t>
      </w:r>
      <w:r>
        <w:tab/>
        <w:t>2.025e0</w:t>
      </w:r>
    </w:p>
    <w:p w:rsidR="007B2329" w:rsidRDefault="007B2329" w:rsidP="007B2329">
      <w:r>
        <w:t>527.8322</w:t>
      </w:r>
      <w:r>
        <w:tab/>
        <w:t>1.013e0</w:t>
      </w:r>
    </w:p>
    <w:p w:rsidR="007B2329" w:rsidRDefault="007B2329" w:rsidP="007B2329">
      <w:r>
        <w:t>527.8450</w:t>
      </w:r>
      <w:r>
        <w:tab/>
        <w:t>4.063e0</w:t>
      </w:r>
    </w:p>
    <w:p w:rsidR="007B2329" w:rsidRDefault="007B2329" w:rsidP="007B2329">
      <w:r>
        <w:t>527.8505</w:t>
      </w:r>
      <w:r>
        <w:tab/>
        <w:t>1.013e0</w:t>
      </w:r>
    </w:p>
    <w:p w:rsidR="007B2329" w:rsidRDefault="007B2329" w:rsidP="007B2329">
      <w:r>
        <w:t>527.8777</w:t>
      </w:r>
      <w:r>
        <w:tab/>
        <w:t>2.025e0</w:t>
      </w:r>
    </w:p>
    <w:p w:rsidR="007B2329" w:rsidRDefault="007B2329" w:rsidP="007B2329">
      <w:r>
        <w:t>527.8961</w:t>
      </w:r>
      <w:r>
        <w:tab/>
        <w:t>2.025e0</w:t>
      </w:r>
    </w:p>
    <w:p w:rsidR="007B2329" w:rsidRDefault="007B2329" w:rsidP="007B2329">
      <w:r>
        <w:t>527.9181</w:t>
      </w:r>
      <w:r>
        <w:tab/>
        <w:t>1.025e0</w:t>
      </w:r>
    </w:p>
    <w:p w:rsidR="007B2329" w:rsidRDefault="007B2329" w:rsidP="007B2329">
      <w:r>
        <w:t>527.9230</w:t>
      </w:r>
      <w:r>
        <w:tab/>
        <w:t>5.063e0</w:t>
      </w:r>
    </w:p>
    <w:p w:rsidR="007B2329" w:rsidRDefault="007B2329" w:rsidP="007B2329">
      <w:r>
        <w:lastRenderedPageBreak/>
        <w:t>527.9366</w:t>
      </w:r>
      <w:r>
        <w:tab/>
        <w:t>2.025e0</w:t>
      </w:r>
    </w:p>
    <w:p w:rsidR="007B2329" w:rsidRDefault="007B2329" w:rsidP="007B2329">
      <w:r>
        <w:t>527.9510</w:t>
      </w:r>
      <w:r>
        <w:tab/>
        <w:t>1.013e0</w:t>
      </w:r>
    </w:p>
    <w:p w:rsidR="007B2329" w:rsidRDefault="007B2329" w:rsidP="007B2329">
      <w:r>
        <w:t>527.9550</w:t>
      </w:r>
      <w:r>
        <w:tab/>
        <w:t>4.051e0</w:t>
      </w:r>
    </w:p>
    <w:p w:rsidR="007B2329" w:rsidRDefault="007B2329" w:rsidP="007B2329">
      <w:r>
        <w:t>527.9833</w:t>
      </w:r>
      <w:r>
        <w:tab/>
        <w:t>3.038e0</w:t>
      </w:r>
    </w:p>
    <w:p w:rsidR="007B2329" w:rsidRDefault="007B2329" w:rsidP="007B2329">
      <w:r>
        <w:t>527.9918</w:t>
      </w:r>
      <w:r>
        <w:tab/>
        <w:t>2.025e0</w:t>
      </w:r>
    </w:p>
    <w:p w:rsidR="007B2329" w:rsidRDefault="007B2329" w:rsidP="007B2329">
      <w:r>
        <w:t>528.0055</w:t>
      </w:r>
      <w:r>
        <w:tab/>
        <w:t>3.038e0</w:t>
      </w:r>
    </w:p>
    <w:p w:rsidR="007B2329" w:rsidRDefault="007B2329" w:rsidP="007B2329">
      <w:r>
        <w:t>528.0283</w:t>
      </w:r>
      <w:r>
        <w:tab/>
        <w:t>1.013e0</w:t>
      </w:r>
    </w:p>
    <w:p w:rsidR="007B2329" w:rsidRDefault="007B2329" w:rsidP="007B2329">
      <w:r>
        <w:t>528.0338</w:t>
      </w:r>
      <w:r>
        <w:tab/>
        <w:t>2.025e0</w:t>
      </w:r>
    </w:p>
    <w:p w:rsidR="007B2329" w:rsidRDefault="007B2329" w:rsidP="007B2329">
      <w:r>
        <w:t>528.0605</w:t>
      </w:r>
      <w:r>
        <w:tab/>
        <w:t>1.013e0</w:t>
      </w:r>
    </w:p>
    <w:p w:rsidR="007B2329" w:rsidRDefault="007B2329" w:rsidP="007B2329">
      <w:r>
        <w:t>528.0652</w:t>
      </w:r>
      <w:r>
        <w:tab/>
        <w:t>3.038e0</w:t>
      </w:r>
    </w:p>
    <w:p w:rsidR="007B2329" w:rsidRDefault="007B2329" w:rsidP="007B2329">
      <w:r>
        <w:t>528.0735</w:t>
      </w:r>
      <w:r>
        <w:tab/>
        <w:t>2.038e0</w:t>
      </w:r>
    </w:p>
    <w:p w:rsidR="007B2329" w:rsidRDefault="007B2329" w:rsidP="007B2329">
      <w:r>
        <w:t>528.0785</w:t>
      </w:r>
      <w:r>
        <w:tab/>
        <w:t>1.013e0</w:t>
      </w:r>
    </w:p>
    <w:p w:rsidR="007B2329" w:rsidRDefault="007B2329" w:rsidP="007B2329">
      <w:r>
        <w:t>528.0833</w:t>
      </w:r>
      <w:r>
        <w:tab/>
        <w:t>2.025e0</w:t>
      </w:r>
    </w:p>
    <w:p w:rsidR="007B2329" w:rsidRDefault="007B2329" w:rsidP="007B2329">
      <w:r>
        <w:t>528.1388</w:t>
      </w:r>
      <w:r>
        <w:tab/>
        <w:t>7.481e0</w:t>
      </w:r>
    </w:p>
    <w:p w:rsidR="007B2329" w:rsidRDefault="007B2329" w:rsidP="007B2329">
      <w:r>
        <w:t>528.1432</w:t>
      </w:r>
      <w:r>
        <w:tab/>
        <w:t>4.051e0</w:t>
      </w:r>
    </w:p>
    <w:p w:rsidR="007B2329" w:rsidRDefault="007B2329" w:rsidP="007B2329">
      <w:r>
        <w:t>528.1502</w:t>
      </w:r>
      <w:r>
        <w:tab/>
        <w:t>1.013e1</w:t>
      </w:r>
    </w:p>
    <w:p w:rsidR="007B2329" w:rsidRDefault="007B2329" w:rsidP="007B2329">
      <w:r>
        <w:t>528.1519</w:t>
      </w:r>
      <w:r>
        <w:tab/>
        <w:t>9.114e0</w:t>
      </w:r>
    </w:p>
    <w:p w:rsidR="007B2329" w:rsidRDefault="007B2329" w:rsidP="007B2329">
      <w:r>
        <w:t>528.1549</w:t>
      </w:r>
      <w:r>
        <w:tab/>
        <w:t>2.718e1</w:t>
      </w:r>
    </w:p>
    <w:p w:rsidR="007B2329" w:rsidRDefault="007B2329" w:rsidP="007B2329">
      <w:r>
        <w:t>528.1597</w:t>
      </w:r>
      <w:r>
        <w:tab/>
        <w:t>2.693e1</w:t>
      </w:r>
    </w:p>
    <w:p w:rsidR="007B2329" w:rsidRDefault="007B2329" w:rsidP="007B2329">
      <w:r>
        <w:lastRenderedPageBreak/>
        <w:t>528.1650</w:t>
      </w:r>
      <w:r>
        <w:tab/>
        <w:t>6.915e0</w:t>
      </w:r>
    </w:p>
    <w:p w:rsidR="007B2329" w:rsidRDefault="007B2329" w:rsidP="007B2329">
      <w:r>
        <w:t>528.2069</w:t>
      </w:r>
      <w:r>
        <w:tab/>
        <w:t>3.128e0</w:t>
      </w:r>
    </w:p>
    <w:p w:rsidR="007B2329" w:rsidRDefault="007B2329" w:rsidP="007B2329">
      <w:r>
        <w:t>528.2360</w:t>
      </w:r>
      <w:r>
        <w:tab/>
        <w:t>2.052e0</w:t>
      </w:r>
    </w:p>
    <w:p w:rsidR="007B2329" w:rsidRDefault="007B2329" w:rsidP="007B2329">
      <w:r>
        <w:t>528.2408</w:t>
      </w:r>
      <w:r>
        <w:tab/>
        <w:t>3.552e0</w:t>
      </w:r>
    </w:p>
    <w:p w:rsidR="007B2329" w:rsidRDefault="007B2329" w:rsidP="007B2329">
      <w:r>
        <w:t>528.2518</w:t>
      </w:r>
      <w:r>
        <w:tab/>
        <w:t>1.316e0</w:t>
      </w:r>
    </w:p>
    <w:p w:rsidR="007B2329" w:rsidRDefault="007B2329" w:rsidP="007B2329">
      <w:r>
        <w:t>528.2960</w:t>
      </w:r>
      <w:r>
        <w:tab/>
        <w:t>1.987e0</w:t>
      </w:r>
    </w:p>
    <w:p w:rsidR="007B2329" w:rsidRDefault="007B2329" w:rsidP="007B2329">
      <w:r>
        <w:t>528.3444</w:t>
      </w:r>
      <w:r>
        <w:tab/>
        <w:t>1.563e0</w:t>
      </w:r>
    </w:p>
    <w:p w:rsidR="007B2329" w:rsidRDefault="007B2329" w:rsidP="007B2329">
      <w:r>
        <w:t>528.3580</w:t>
      </w:r>
      <w:r>
        <w:tab/>
        <w:t>3.151e0</w:t>
      </w:r>
    </w:p>
    <w:p w:rsidR="007B2329" w:rsidRDefault="007B2329" w:rsidP="007B2329">
      <w:r>
        <w:t>528.3806</w:t>
      </w:r>
      <w:r>
        <w:tab/>
        <w:t>5.566e0</w:t>
      </w:r>
    </w:p>
    <w:p w:rsidR="007B2329" w:rsidRDefault="007B2329" w:rsidP="007B2329">
      <w:r>
        <w:t>528.3948</w:t>
      </w:r>
      <w:r>
        <w:tab/>
        <w:t>5.063e0</w:t>
      </w:r>
    </w:p>
    <w:p w:rsidR="007B2329" w:rsidRDefault="007B2329" w:rsidP="007B2329">
      <w:r>
        <w:t>528.3989</w:t>
      </w:r>
      <w:r>
        <w:tab/>
        <w:t>1.266e-2</w:t>
      </w:r>
    </w:p>
    <w:p w:rsidR="007B2329" w:rsidRDefault="007B2329" w:rsidP="007B2329">
      <w:r>
        <w:t>528.4002</w:t>
      </w:r>
      <w:r>
        <w:tab/>
        <w:t>4.051e0</w:t>
      </w:r>
    </w:p>
    <w:p w:rsidR="007B2329" w:rsidRDefault="007B2329" w:rsidP="007B2329">
      <w:r>
        <w:t>528.4073</w:t>
      </w:r>
      <w:r>
        <w:tab/>
        <w:t>1.013e0</w:t>
      </w:r>
    </w:p>
    <w:p w:rsidR="007B2329" w:rsidRDefault="007B2329" w:rsidP="007B2329">
      <w:r>
        <w:t>528.4125</w:t>
      </w:r>
      <w:r>
        <w:tab/>
        <w:t>4.051e0</w:t>
      </w:r>
    </w:p>
    <w:p w:rsidR="007B2329" w:rsidRDefault="007B2329" w:rsidP="007B2329">
      <w:r>
        <w:t>528.4438</w:t>
      </w:r>
      <w:r>
        <w:tab/>
        <w:t>1.013e0</w:t>
      </w:r>
    </w:p>
    <w:p w:rsidR="007B2329" w:rsidRDefault="007B2329" w:rsidP="007B2329">
      <w:r>
        <w:t>528.4574</w:t>
      </w:r>
      <w:r>
        <w:tab/>
        <w:t>2.038e0</w:t>
      </w:r>
    </w:p>
    <w:p w:rsidR="007B2329" w:rsidRDefault="007B2329" w:rsidP="007B2329">
      <w:r>
        <w:t>528.4620</w:t>
      </w:r>
      <w:r>
        <w:tab/>
        <w:t>1.013e0</w:t>
      </w:r>
    </w:p>
    <w:p w:rsidR="007B2329" w:rsidRDefault="007B2329" w:rsidP="007B2329">
      <w:r>
        <w:t>528.4652</w:t>
      </w:r>
      <w:r>
        <w:tab/>
        <w:t>2.025e0</w:t>
      </w:r>
    </w:p>
    <w:p w:rsidR="007B2329" w:rsidRDefault="007B2329" w:rsidP="007B2329">
      <w:r>
        <w:t>528.4894</w:t>
      </w:r>
      <w:r>
        <w:tab/>
        <w:t>5.063e0</w:t>
      </w:r>
    </w:p>
    <w:p w:rsidR="007B2329" w:rsidRDefault="007B2329" w:rsidP="007B2329">
      <w:r>
        <w:lastRenderedPageBreak/>
        <w:t>528.4987</w:t>
      </w:r>
      <w:r>
        <w:tab/>
        <w:t>1.013e0</w:t>
      </w:r>
    </w:p>
    <w:p w:rsidR="007B2329" w:rsidRDefault="007B2329" w:rsidP="007B2329">
      <w:r>
        <w:t>528.5067</w:t>
      </w:r>
      <w:r>
        <w:tab/>
        <w:t>1.013e0</w:t>
      </w:r>
    </w:p>
    <w:p w:rsidR="007B2329" w:rsidRDefault="007B2329" w:rsidP="007B2329">
      <w:r>
        <w:t>528.5279</w:t>
      </w:r>
      <w:r>
        <w:tab/>
        <w:t>1.013e0</w:t>
      </w:r>
    </w:p>
    <w:p w:rsidR="007B2329" w:rsidRDefault="007B2329" w:rsidP="007B2329">
      <w:r>
        <w:t>528.5352</w:t>
      </w:r>
      <w:r>
        <w:tab/>
        <w:t>2.025e0</w:t>
      </w:r>
    </w:p>
    <w:p w:rsidR="007B2329" w:rsidRDefault="007B2329" w:rsidP="007B2329">
      <w:r>
        <w:t>528.5461</w:t>
      </w:r>
      <w:r>
        <w:tab/>
        <w:t>1.013e0</w:t>
      </w:r>
    </w:p>
    <w:p w:rsidR="007B2329" w:rsidRDefault="007B2329" w:rsidP="007B2329">
      <w:r>
        <w:t>528.5647</w:t>
      </w:r>
      <w:r>
        <w:tab/>
        <w:t>1.013e0</w:t>
      </w:r>
    </w:p>
    <w:p w:rsidR="007B2329" w:rsidRDefault="007B2329" w:rsidP="007B2329">
      <w:r>
        <w:t>528.5946</w:t>
      </w:r>
      <w:r>
        <w:tab/>
        <w:t>2.025e0</w:t>
      </w:r>
    </w:p>
    <w:p w:rsidR="007B2329" w:rsidRDefault="007B2329" w:rsidP="007B2329">
      <w:r>
        <w:t>528.6301</w:t>
      </w:r>
      <w:r>
        <w:tab/>
        <w:t>2.025e0</w:t>
      </w:r>
    </w:p>
    <w:p w:rsidR="007B2329" w:rsidRDefault="007B2329" w:rsidP="007B2329">
      <w:r>
        <w:t>528.6389</w:t>
      </w:r>
      <w:r>
        <w:tab/>
        <w:t>2.025e0</w:t>
      </w:r>
    </w:p>
    <w:p w:rsidR="007B2329" w:rsidRDefault="007B2329" w:rsidP="007B2329">
      <w:r>
        <w:t>528.6467</w:t>
      </w:r>
      <w:r>
        <w:tab/>
        <w:t>3.038e0</w:t>
      </w:r>
    </w:p>
    <w:p w:rsidR="007B2329" w:rsidRDefault="007B2329" w:rsidP="007B2329">
      <w:r>
        <w:t>528.6542</w:t>
      </w:r>
      <w:r>
        <w:tab/>
        <w:t>2.025e0</w:t>
      </w:r>
    </w:p>
    <w:p w:rsidR="007B2329" w:rsidRDefault="007B2329" w:rsidP="007B2329">
      <w:r>
        <w:t>528.6777</w:t>
      </w:r>
      <w:r>
        <w:tab/>
        <w:t>3.038e0</w:t>
      </w:r>
    </w:p>
    <w:p w:rsidR="007B2329" w:rsidRDefault="007B2329" w:rsidP="007B2329">
      <w:r>
        <w:t>528.6934</w:t>
      </w:r>
      <w:r>
        <w:tab/>
        <w:t>1.013e0</w:t>
      </w:r>
    </w:p>
    <w:p w:rsidR="007B2329" w:rsidRDefault="007B2329" w:rsidP="007B2329">
      <w:r>
        <w:t>528.7180</w:t>
      </w:r>
      <w:r>
        <w:tab/>
        <w:t>1.013e0</w:t>
      </w:r>
    </w:p>
    <w:p w:rsidR="007B2329" w:rsidRDefault="007B2329" w:rsidP="007B2329">
      <w:r>
        <w:t>528.7279</w:t>
      </w:r>
      <w:r>
        <w:tab/>
        <w:t>3.038e0</w:t>
      </w:r>
    </w:p>
    <w:p w:rsidR="007B2329" w:rsidRDefault="007B2329" w:rsidP="007B2329">
      <w:r>
        <w:t>528.7338</w:t>
      </w:r>
      <w:r>
        <w:tab/>
        <w:t>3.921e0</w:t>
      </w:r>
    </w:p>
    <w:p w:rsidR="007B2329" w:rsidRDefault="007B2329" w:rsidP="007B2329">
      <w:r>
        <w:t>528.7372</w:t>
      </w:r>
      <w:r>
        <w:tab/>
        <w:t>3.038e0</w:t>
      </w:r>
    </w:p>
    <w:p w:rsidR="007B2329" w:rsidRDefault="007B2329" w:rsidP="007B2329">
      <w:r>
        <w:t>528.7488</w:t>
      </w:r>
      <w:r>
        <w:tab/>
        <w:t>2.025e0</w:t>
      </w:r>
    </w:p>
    <w:p w:rsidR="007B2329" w:rsidRDefault="007B2329" w:rsidP="007B2329">
      <w:r>
        <w:t>528.7545</w:t>
      </w:r>
      <w:r>
        <w:tab/>
        <w:t>1.013e0</w:t>
      </w:r>
    </w:p>
    <w:p w:rsidR="007B2329" w:rsidRDefault="007B2329" w:rsidP="007B2329">
      <w:r>
        <w:lastRenderedPageBreak/>
        <w:t>528.7635</w:t>
      </w:r>
      <w:r>
        <w:tab/>
        <w:t>1.013e0</w:t>
      </w:r>
    </w:p>
    <w:p w:rsidR="007B2329" w:rsidRDefault="007B2329" w:rsidP="007B2329">
      <w:r>
        <w:t>528.7686</w:t>
      </w:r>
      <w:r>
        <w:tab/>
        <w:t>2.025e0</w:t>
      </w:r>
    </w:p>
    <w:p w:rsidR="007B2329" w:rsidRDefault="007B2329" w:rsidP="007B2329">
      <w:r>
        <w:t>528.7727</w:t>
      </w:r>
      <w:r>
        <w:tab/>
        <w:t>4.051e0</w:t>
      </w:r>
    </w:p>
    <w:p w:rsidR="007B2329" w:rsidRDefault="007B2329" w:rsidP="007B2329">
      <w:r>
        <w:t>528.8002</w:t>
      </w:r>
      <w:r>
        <w:tab/>
        <w:t>2.025e0</w:t>
      </w:r>
    </w:p>
    <w:p w:rsidR="007B2329" w:rsidRDefault="007B2329" w:rsidP="007B2329">
      <w:r>
        <w:t>528.8404</w:t>
      </w:r>
      <w:r>
        <w:tab/>
        <w:t>6.076e0</w:t>
      </w:r>
    </w:p>
    <w:p w:rsidR="007B2329" w:rsidRDefault="007B2329" w:rsidP="007B2329">
      <w:r>
        <w:t>528.8441</w:t>
      </w:r>
      <w:r>
        <w:tab/>
        <w:t>2.025e0</w:t>
      </w:r>
    </w:p>
    <w:p w:rsidR="007B2329" w:rsidRDefault="007B2329" w:rsidP="007B2329">
      <w:r>
        <w:t>528.8824</w:t>
      </w:r>
      <w:r>
        <w:tab/>
        <w:t>2.025e0</w:t>
      </w:r>
    </w:p>
    <w:p w:rsidR="007B2329" w:rsidRDefault="007B2329" w:rsidP="007B2329">
      <w:r>
        <w:t>528.8868</w:t>
      </w:r>
      <w:r>
        <w:tab/>
        <w:t>2.025e0</w:t>
      </w:r>
    </w:p>
    <w:p w:rsidR="007B2329" w:rsidRDefault="007B2329" w:rsidP="007B2329">
      <w:r>
        <w:t>528.8917</w:t>
      </w:r>
      <w:r>
        <w:tab/>
        <w:t>1.013e0</w:t>
      </w:r>
    </w:p>
    <w:p w:rsidR="007B2329" w:rsidRDefault="007B2329" w:rsidP="007B2329">
      <w:r>
        <w:t>528.9009</w:t>
      </w:r>
      <w:r>
        <w:tab/>
        <w:t>1.013e0</w:t>
      </w:r>
    </w:p>
    <w:p w:rsidR="007B2329" w:rsidRDefault="007B2329" w:rsidP="007B2329">
      <w:r>
        <w:t>528.9100</w:t>
      </w:r>
      <w:r>
        <w:tab/>
        <w:t>2.025e0</w:t>
      </w:r>
    </w:p>
    <w:p w:rsidR="007B2329" w:rsidRDefault="007B2329" w:rsidP="007B2329">
      <w:r>
        <w:t>528.9191</w:t>
      </w:r>
      <w:r>
        <w:tab/>
        <w:t>1.013e0</w:t>
      </w:r>
    </w:p>
    <w:p w:rsidR="007B2329" w:rsidRDefault="007B2329" w:rsidP="007B2329">
      <w:r>
        <w:t>528.9281</w:t>
      </w:r>
      <w:r>
        <w:tab/>
        <w:t>1.013e0</w:t>
      </w:r>
    </w:p>
    <w:p w:rsidR="007B2329" w:rsidRDefault="007B2329" w:rsidP="007B2329">
      <w:r>
        <w:t>528.9326</w:t>
      </w:r>
      <w:r>
        <w:tab/>
        <w:t>2.025e0</w:t>
      </w:r>
    </w:p>
    <w:p w:rsidR="007B2329" w:rsidRDefault="007B2329" w:rsidP="007B2329">
      <w:r>
        <w:t>528.9647</w:t>
      </w:r>
      <w:r>
        <w:tab/>
        <w:t>2.025e0</w:t>
      </w:r>
    </w:p>
    <w:p w:rsidR="007B2329" w:rsidRDefault="007B2329" w:rsidP="007B2329">
      <w:r>
        <w:t>528.9967</w:t>
      </w:r>
      <w:r>
        <w:tab/>
        <w:t>4.051e0</w:t>
      </w:r>
    </w:p>
    <w:p w:rsidR="007B2329" w:rsidRDefault="007B2329" w:rsidP="007B2329">
      <w:r>
        <w:t>529.0028</w:t>
      </w:r>
      <w:r>
        <w:tab/>
        <w:t>3.038e0</w:t>
      </w:r>
    </w:p>
    <w:p w:rsidR="007B2329" w:rsidRDefault="007B2329" w:rsidP="007B2329">
      <w:r>
        <w:t>529.0062</w:t>
      </w:r>
      <w:r>
        <w:tab/>
        <w:t>1.013e0</w:t>
      </w:r>
    </w:p>
    <w:p w:rsidR="007B2329" w:rsidRDefault="007B2329" w:rsidP="007B2329">
      <w:r>
        <w:t>529.0124</w:t>
      </w:r>
      <w:r>
        <w:tab/>
        <w:t>2.038e0</w:t>
      </w:r>
    </w:p>
    <w:p w:rsidR="007B2329" w:rsidRDefault="007B2329" w:rsidP="007B2329">
      <w:r>
        <w:lastRenderedPageBreak/>
        <w:t>529.0195</w:t>
      </w:r>
      <w:r>
        <w:tab/>
        <w:t>1.013e0</w:t>
      </w:r>
    </w:p>
    <w:p w:rsidR="007B2329" w:rsidRDefault="007B2329" w:rsidP="007B2329">
      <w:r>
        <w:t>529.0628</w:t>
      </w:r>
      <w:r>
        <w:tab/>
        <w:t>3.038e0</w:t>
      </w:r>
    </w:p>
    <w:p w:rsidR="007B2329" w:rsidRDefault="007B2329" w:rsidP="007B2329">
      <w:r>
        <w:t>529.0654</w:t>
      </w:r>
      <w:r>
        <w:tab/>
        <w:t>1.013e0</w:t>
      </w:r>
    </w:p>
    <w:p w:rsidR="007B2329" w:rsidRDefault="007B2329" w:rsidP="007B2329">
      <w:r>
        <w:t>529.1237</w:t>
      </w:r>
      <w:r>
        <w:tab/>
        <w:t>3.038e0</w:t>
      </w:r>
    </w:p>
    <w:p w:rsidR="007B2329" w:rsidRDefault="007B2329" w:rsidP="007B2329">
      <w:r>
        <w:t>529.1418</w:t>
      </w:r>
      <w:r>
        <w:tab/>
        <w:t>4.503e0</w:t>
      </w:r>
    </w:p>
    <w:p w:rsidR="007B2329" w:rsidRDefault="007B2329" w:rsidP="007B2329">
      <w:r>
        <w:t>529.1505</w:t>
      </w:r>
      <w:r>
        <w:tab/>
        <w:t>2.334e0</w:t>
      </w:r>
    </w:p>
    <w:p w:rsidR="007B2329" w:rsidRDefault="007B2329" w:rsidP="007B2329">
      <w:r>
        <w:t>529.1531</w:t>
      </w:r>
      <w:r>
        <w:tab/>
        <w:t>3.038e0</w:t>
      </w:r>
    </w:p>
    <w:p w:rsidR="007B2329" w:rsidRDefault="007B2329" w:rsidP="007B2329">
      <w:r>
        <w:t>529.1567</w:t>
      </w:r>
      <w:r>
        <w:tab/>
        <w:t>2.615e0</w:t>
      </w:r>
    </w:p>
    <w:p w:rsidR="007B2329" w:rsidRDefault="007B2329" w:rsidP="007B2329">
      <w:r>
        <w:t>529.1583</w:t>
      </w:r>
      <w:r>
        <w:tab/>
        <w:t>3.603e0</w:t>
      </w:r>
    </w:p>
    <w:p w:rsidR="007B2329" w:rsidRDefault="007B2329" w:rsidP="007B2329">
      <w:r>
        <w:t>529.1685</w:t>
      </w:r>
      <w:r>
        <w:tab/>
        <w:t>5.995e0</w:t>
      </w:r>
    </w:p>
    <w:p w:rsidR="007B2329" w:rsidRDefault="007B2329" w:rsidP="007B2329">
      <w:r>
        <w:t>529.1841</w:t>
      </w:r>
      <w:r>
        <w:tab/>
        <w:t>1.013e0</w:t>
      </w:r>
    </w:p>
    <w:p w:rsidR="007B2329" w:rsidRDefault="007B2329" w:rsidP="007B2329">
      <w:r>
        <w:t>529.1883</w:t>
      </w:r>
      <w:r>
        <w:tab/>
        <w:t>2.986e0</w:t>
      </w:r>
    </w:p>
    <w:p w:rsidR="007B2329" w:rsidRDefault="007B2329" w:rsidP="007B2329">
      <w:r>
        <w:t>529.1956</w:t>
      </w:r>
      <w:r>
        <w:tab/>
        <w:t>2.673e0</w:t>
      </w:r>
    </w:p>
    <w:p w:rsidR="007B2329" w:rsidRDefault="007B2329" w:rsidP="007B2329">
      <w:r>
        <w:t>529.2094</w:t>
      </w:r>
      <w:r>
        <w:tab/>
        <w:t>1.437e0</w:t>
      </w:r>
    </w:p>
    <w:p w:rsidR="007B2329" w:rsidRDefault="007B2329" w:rsidP="007B2329">
      <w:r>
        <w:t>529.3306</w:t>
      </w:r>
      <w:r>
        <w:tab/>
        <w:t>1.152e0</w:t>
      </w:r>
    </w:p>
    <w:p w:rsidR="007B2329" w:rsidRDefault="007B2329" w:rsidP="007B2329">
      <w:r>
        <w:t>529.3364</w:t>
      </w:r>
      <w:r>
        <w:tab/>
        <w:t>2.667e0</w:t>
      </w:r>
    </w:p>
    <w:p w:rsidR="007B2329" w:rsidRDefault="007B2329" w:rsidP="007B2329">
      <w:r>
        <w:t>529.3491</w:t>
      </w:r>
      <w:r>
        <w:tab/>
        <w:t>1.013e0</w:t>
      </w:r>
    </w:p>
    <w:p w:rsidR="007B2329" w:rsidRDefault="007B2329" w:rsidP="007B2329">
      <w:r>
        <w:t>529.3524</w:t>
      </w:r>
      <w:r>
        <w:tab/>
        <w:t>1.054e0</w:t>
      </w:r>
    </w:p>
    <w:p w:rsidR="007B2329" w:rsidRDefault="007B2329" w:rsidP="007B2329">
      <w:r>
        <w:t>529.4203</w:t>
      </w:r>
      <w:r>
        <w:tab/>
        <w:t>3.736e0</w:t>
      </w:r>
    </w:p>
    <w:p w:rsidR="007B2329" w:rsidRDefault="007B2329" w:rsidP="007B2329">
      <w:r>
        <w:lastRenderedPageBreak/>
        <w:t>529.4222</w:t>
      </w:r>
      <w:r>
        <w:tab/>
        <w:t>1.013e0</w:t>
      </w:r>
    </w:p>
    <w:p w:rsidR="007B2329" w:rsidRDefault="007B2329" w:rsidP="007B2329">
      <w:r>
        <w:t>529.4351</w:t>
      </w:r>
      <w:r>
        <w:tab/>
        <w:t>3.038e0</w:t>
      </w:r>
    </w:p>
    <w:p w:rsidR="007B2329" w:rsidRDefault="007B2329" w:rsidP="007B2329">
      <w:r>
        <w:t>529.4404</w:t>
      </w:r>
      <w:r>
        <w:tab/>
        <w:t>1.013e0</w:t>
      </w:r>
    </w:p>
    <w:p w:rsidR="007B2329" w:rsidRDefault="007B2329" w:rsidP="007B2329">
      <w:r>
        <w:t>529.4661</w:t>
      </w:r>
      <w:r>
        <w:tab/>
        <w:t>1.013e0</w:t>
      </w:r>
    </w:p>
    <w:p w:rsidR="007B2329" w:rsidRDefault="007B2329" w:rsidP="007B2329">
      <w:r>
        <w:t>529.4793</w:t>
      </w:r>
      <w:r>
        <w:tab/>
        <w:t>4.051e0</w:t>
      </w:r>
    </w:p>
    <w:p w:rsidR="007B2329" w:rsidRDefault="007B2329" w:rsidP="007B2329">
      <w:r>
        <w:t>529.5135</w:t>
      </w:r>
      <w:r>
        <w:tab/>
        <w:t>2.025e0</w:t>
      </w:r>
    </w:p>
    <w:p w:rsidR="007B2329" w:rsidRDefault="007B2329" w:rsidP="007B2329">
      <w:r>
        <w:t>529.5939</w:t>
      </w:r>
      <w:r>
        <w:tab/>
        <w:t>2.025e0</w:t>
      </w:r>
    </w:p>
    <w:p w:rsidR="007B2329" w:rsidRDefault="007B2329" w:rsidP="007B2329">
      <w:r>
        <w:t>529.5950</w:t>
      </w:r>
      <w:r>
        <w:tab/>
        <w:t>1.013e0</w:t>
      </w:r>
    </w:p>
    <w:p w:rsidR="007B2329" w:rsidRDefault="007B2329" w:rsidP="007B2329">
      <w:r>
        <w:t>529.6274</w:t>
      </w:r>
      <w:r>
        <w:tab/>
        <w:t>2.038e0</w:t>
      </w:r>
    </w:p>
    <w:p w:rsidR="007B2329" w:rsidRDefault="007B2329" w:rsidP="007B2329">
      <w:r>
        <w:t>529.6416</w:t>
      </w:r>
      <w:r>
        <w:tab/>
        <w:t>3.038e0</w:t>
      </w:r>
    </w:p>
    <w:p w:rsidR="007B2329" w:rsidRDefault="007B2329" w:rsidP="007B2329">
      <w:r>
        <w:t>529.6782</w:t>
      </w:r>
      <w:r>
        <w:tab/>
        <w:t>1.013e0</w:t>
      </w:r>
    </w:p>
    <w:p w:rsidR="007B2329" w:rsidRDefault="007B2329" w:rsidP="007B2329">
      <w:r>
        <w:t>529.6895</w:t>
      </w:r>
      <w:r>
        <w:tab/>
        <w:t>2.025e0</w:t>
      </w:r>
    </w:p>
    <w:p w:rsidR="007B2329" w:rsidRDefault="007B2329" w:rsidP="007B2329">
      <w:r>
        <w:t>529.7053</w:t>
      </w:r>
      <w:r>
        <w:tab/>
        <w:t>1.013e0</w:t>
      </w:r>
    </w:p>
    <w:p w:rsidR="007B2329" w:rsidRDefault="007B2329" w:rsidP="007B2329">
      <w:r>
        <w:t>529.7239</w:t>
      </w:r>
      <w:r>
        <w:tab/>
        <w:t>1.013e0</w:t>
      </w:r>
    </w:p>
    <w:p w:rsidR="007B2329" w:rsidRDefault="007B2329" w:rsidP="007B2329">
      <w:r>
        <w:t>529.7578</w:t>
      </w:r>
      <w:r>
        <w:tab/>
        <w:t>2.025e0</w:t>
      </w:r>
    </w:p>
    <w:p w:rsidR="007B2329" w:rsidRDefault="007B2329" w:rsidP="007B2329">
      <w:r>
        <w:t>529.7631</w:t>
      </w:r>
      <w:r>
        <w:tab/>
        <w:t>2.025e0</w:t>
      </w:r>
    </w:p>
    <w:p w:rsidR="007B2329" w:rsidRDefault="007B2329" w:rsidP="007B2329">
      <w:r>
        <w:t>529.7699</w:t>
      </w:r>
      <w:r>
        <w:tab/>
        <w:t>1.013e0</w:t>
      </w:r>
    </w:p>
    <w:p w:rsidR="007B2329" w:rsidRDefault="007B2329" w:rsidP="007B2329">
      <w:r>
        <w:t>529.8008</w:t>
      </w:r>
      <w:r>
        <w:tab/>
        <w:t>2.025e0</w:t>
      </w:r>
    </w:p>
    <w:p w:rsidR="007B2329" w:rsidRDefault="007B2329" w:rsidP="007B2329">
      <w:r>
        <w:t>529.8077</w:t>
      </w:r>
      <w:r>
        <w:tab/>
        <w:t>2.025e0</w:t>
      </w:r>
    </w:p>
    <w:p w:rsidR="007B2329" w:rsidRDefault="007B2329" w:rsidP="007B2329">
      <w:r>
        <w:lastRenderedPageBreak/>
        <w:t>529.8615</w:t>
      </w:r>
      <w:r>
        <w:tab/>
        <w:t>1.013e0</w:t>
      </w:r>
    </w:p>
    <w:p w:rsidR="007B2329" w:rsidRDefault="007B2329" w:rsidP="007B2329">
      <w:r>
        <w:t>529.8705</w:t>
      </w:r>
      <w:r>
        <w:tab/>
        <w:t>3.038e0</w:t>
      </w:r>
    </w:p>
    <w:p w:rsidR="007B2329" w:rsidRDefault="007B2329" w:rsidP="007B2329">
      <w:r>
        <w:t>529.8798</w:t>
      </w:r>
      <w:r>
        <w:tab/>
        <w:t>1.013e0</w:t>
      </w:r>
    </w:p>
    <w:p w:rsidR="007B2329" w:rsidRDefault="007B2329" w:rsidP="007B2329">
      <w:r>
        <w:t>529.8891</w:t>
      </w:r>
      <w:r>
        <w:tab/>
        <w:t>1.013e0</w:t>
      </w:r>
    </w:p>
    <w:p w:rsidR="007B2329" w:rsidRDefault="007B2329" w:rsidP="007B2329">
      <w:r>
        <w:t>529.9103</w:t>
      </w:r>
      <w:r>
        <w:tab/>
        <w:t>2.025e0</w:t>
      </w:r>
    </w:p>
    <w:p w:rsidR="007B2329" w:rsidRDefault="007B2329" w:rsidP="007B2329">
      <w:r>
        <w:t>529.9349</w:t>
      </w:r>
      <w:r>
        <w:tab/>
        <w:t>1.013e0</w:t>
      </w:r>
    </w:p>
    <w:p w:rsidR="007B2329" w:rsidRDefault="007B2329" w:rsidP="007B2329">
      <w:r>
        <w:t>529.9530</w:t>
      </w:r>
      <w:r>
        <w:tab/>
        <w:t>1.013e0</w:t>
      </w:r>
    </w:p>
    <w:p w:rsidR="007B2329" w:rsidRDefault="007B2329" w:rsidP="007B2329">
      <w:r>
        <w:t>529.9620</w:t>
      </w:r>
      <w:r>
        <w:tab/>
        <w:t>1.013e0</w:t>
      </w:r>
    </w:p>
    <w:p w:rsidR="007B2329" w:rsidRDefault="007B2329" w:rsidP="007B2329">
      <w:r>
        <w:t>529.9832</w:t>
      </w:r>
      <w:r>
        <w:tab/>
        <w:t>2.025e0</w:t>
      </w:r>
    </w:p>
    <w:p w:rsidR="007B2329" w:rsidRDefault="007B2329" w:rsidP="007B2329">
      <w:r>
        <w:t>529.9952</w:t>
      </w:r>
      <w:r>
        <w:tab/>
        <w:t>3.038e0</w:t>
      </w:r>
    </w:p>
    <w:p w:rsidR="007B2329" w:rsidRDefault="007B2329" w:rsidP="007B2329">
      <w:r>
        <w:t>530.0017</w:t>
      </w:r>
      <w:r>
        <w:tab/>
        <w:t>4.051e0</w:t>
      </w:r>
    </w:p>
    <w:p w:rsidR="007B2329" w:rsidRDefault="007B2329" w:rsidP="007B2329">
      <w:r>
        <w:t>530.0262</w:t>
      </w:r>
      <w:r>
        <w:tab/>
        <w:t>1.013e0</w:t>
      </w:r>
    </w:p>
    <w:p w:rsidR="007B2329" w:rsidRDefault="007B2329" w:rsidP="007B2329">
      <w:r>
        <w:t>530.0396</w:t>
      </w:r>
      <w:r>
        <w:tab/>
        <w:t>2.025e0</w:t>
      </w:r>
    </w:p>
    <w:p w:rsidR="007B2329" w:rsidRDefault="007B2329" w:rsidP="007B2329">
      <w:r>
        <w:t>530.0643</w:t>
      </w:r>
      <w:r>
        <w:tab/>
        <w:t>3.038e0</w:t>
      </w:r>
    </w:p>
    <w:p w:rsidR="007B2329" w:rsidRDefault="007B2329" w:rsidP="007B2329">
      <w:r>
        <w:t>530.0760</w:t>
      </w:r>
      <w:r>
        <w:tab/>
        <w:t>2.025e0</w:t>
      </w:r>
    </w:p>
    <w:p w:rsidR="007B2329" w:rsidRDefault="007B2329" w:rsidP="007B2329">
      <w:r>
        <w:t>530.0851</w:t>
      </w:r>
      <w:r>
        <w:tab/>
        <w:t>1.025e0</w:t>
      </w:r>
    </w:p>
    <w:p w:rsidR="007B2329" w:rsidRDefault="007B2329" w:rsidP="007B2329">
      <w:r>
        <w:t>530.0940</w:t>
      </w:r>
      <w:r>
        <w:tab/>
        <w:t>2.025e0</w:t>
      </w:r>
    </w:p>
    <w:p w:rsidR="007B2329" w:rsidRDefault="007B2329" w:rsidP="007B2329">
      <w:r>
        <w:t>530.1006</w:t>
      </w:r>
      <w:r>
        <w:tab/>
        <w:t>2.025e0</w:t>
      </w:r>
    </w:p>
    <w:p w:rsidR="007B2329" w:rsidRDefault="007B2329" w:rsidP="007B2329">
      <w:r>
        <w:t>530.1086</w:t>
      </w:r>
      <w:r>
        <w:tab/>
        <w:t>1.013e0</w:t>
      </w:r>
    </w:p>
    <w:p w:rsidR="007B2329" w:rsidRDefault="007B2329" w:rsidP="007B2329">
      <w:r>
        <w:lastRenderedPageBreak/>
        <w:t>530.1271</w:t>
      </w:r>
      <w:r>
        <w:tab/>
        <w:t>1.013e0</w:t>
      </w:r>
    </w:p>
    <w:p w:rsidR="007B2329" w:rsidRDefault="007B2329" w:rsidP="007B2329">
      <w:r>
        <w:t>530.1298</w:t>
      </w:r>
      <w:r>
        <w:tab/>
        <w:t>1.362e0</w:t>
      </w:r>
    </w:p>
    <w:p w:rsidR="007B2329" w:rsidRDefault="007B2329" w:rsidP="007B2329">
      <w:r>
        <w:t>530.1389</w:t>
      </w:r>
      <w:r>
        <w:tab/>
        <w:t>4.116e0</w:t>
      </w:r>
    </w:p>
    <w:p w:rsidR="007B2329" w:rsidRDefault="007B2329" w:rsidP="007B2329">
      <w:r>
        <w:t>530.1522</w:t>
      </w:r>
      <w:r>
        <w:tab/>
        <w:t>2.510e0</w:t>
      </w:r>
    </w:p>
    <w:p w:rsidR="007B2329" w:rsidRDefault="007B2329" w:rsidP="007B2329">
      <w:r>
        <w:t>530.1821</w:t>
      </w:r>
      <w:r>
        <w:tab/>
        <w:t>4.392e0</w:t>
      </w:r>
    </w:p>
    <w:p w:rsidR="007B2329" w:rsidRDefault="007B2329" w:rsidP="007B2329">
      <w:r>
        <w:t>530.1865</w:t>
      </w:r>
      <w:r>
        <w:tab/>
        <w:t>3.038e0</w:t>
      </w:r>
    </w:p>
    <w:p w:rsidR="007B2329" w:rsidRDefault="007B2329" w:rsidP="007B2329">
      <w:r>
        <w:t>530.1940</w:t>
      </w:r>
      <w:r>
        <w:tab/>
        <w:t>1.077e0</w:t>
      </w:r>
    </w:p>
    <w:p w:rsidR="007B2329" w:rsidRDefault="007B2329" w:rsidP="007B2329">
      <w:r>
        <w:t>530.2335</w:t>
      </w:r>
      <w:r>
        <w:tab/>
        <w:t>5.350e0</w:t>
      </w:r>
    </w:p>
    <w:p w:rsidR="007B2329" w:rsidRDefault="007B2329" w:rsidP="007B2329">
      <w:r>
        <w:t>530.2443</w:t>
      </w:r>
      <w:r>
        <w:tab/>
        <w:t>1.134e0</w:t>
      </w:r>
    </w:p>
    <w:p w:rsidR="007B2329" w:rsidRDefault="007B2329" w:rsidP="007B2329">
      <w:r>
        <w:t>530.2562</w:t>
      </w:r>
      <w:r>
        <w:tab/>
        <w:t>1.553e0</w:t>
      </w:r>
    </w:p>
    <w:p w:rsidR="007B2329" w:rsidRDefault="007B2329" w:rsidP="007B2329">
      <w:r>
        <w:t>530.2762</w:t>
      </w:r>
      <w:r>
        <w:tab/>
        <w:t>2.153e-1</w:t>
      </w:r>
    </w:p>
    <w:p w:rsidR="007B2329" w:rsidRDefault="007B2329" w:rsidP="007B2329">
      <w:r>
        <w:t>530.2874</w:t>
      </w:r>
      <w:r>
        <w:tab/>
        <w:t>2.025e0</w:t>
      </w:r>
    </w:p>
    <w:p w:rsidR="007B2329" w:rsidRDefault="007B2329" w:rsidP="007B2329">
      <w:r>
        <w:t>530.3103</w:t>
      </w:r>
      <w:r>
        <w:tab/>
        <w:t>1.599e0</w:t>
      </w:r>
    </w:p>
    <w:p w:rsidR="007B2329" w:rsidRDefault="007B2329" w:rsidP="007B2329">
      <w:r>
        <w:t>530.3235</w:t>
      </w:r>
      <w:r>
        <w:tab/>
        <w:t>4.233e0</w:t>
      </w:r>
    </w:p>
    <w:p w:rsidR="007B2329" w:rsidRDefault="007B2329" w:rsidP="007B2329">
      <w:r>
        <w:t>530.3937</w:t>
      </w:r>
      <w:r>
        <w:tab/>
        <w:t>2.025e0</w:t>
      </w:r>
    </w:p>
    <w:p w:rsidR="007B2329" w:rsidRDefault="007B2329" w:rsidP="007B2329">
      <w:r>
        <w:t>530.3983</w:t>
      </w:r>
      <w:r>
        <w:tab/>
        <w:t>4.051e0</w:t>
      </w:r>
    </w:p>
    <w:p w:rsidR="007B2329" w:rsidRDefault="007B2329" w:rsidP="007B2329">
      <w:r>
        <w:t>530.4042</w:t>
      </w:r>
      <w:r>
        <w:tab/>
        <w:t>3.038e0</w:t>
      </w:r>
    </w:p>
    <w:p w:rsidR="007B2329" w:rsidRDefault="007B2329" w:rsidP="007B2329">
      <w:r>
        <w:t>530.4092</w:t>
      </w:r>
      <w:r>
        <w:tab/>
        <w:t>4.005e0</w:t>
      </w:r>
    </w:p>
    <w:p w:rsidR="007B2329" w:rsidRDefault="007B2329" w:rsidP="007B2329">
      <w:r>
        <w:t>530.4386</w:t>
      </w:r>
      <w:r>
        <w:tab/>
        <w:t>1.013e0</w:t>
      </w:r>
    </w:p>
    <w:p w:rsidR="007B2329" w:rsidRDefault="007B2329" w:rsidP="007B2329">
      <w:r>
        <w:lastRenderedPageBreak/>
        <w:t>530.4487</w:t>
      </w:r>
      <w:r>
        <w:tab/>
        <w:t>2.025e0</w:t>
      </w:r>
    </w:p>
    <w:p w:rsidR="007B2329" w:rsidRDefault="007B2329" w:rsidP="007B2329">
      <w:r>
        <w:t>530.4568</w:t>
      </w:r>
      <w:r>
        <w:tab/>
        <w:t>2.025e0</w:t>
      </w:r>
    </w:p>
    <w:p w:rsidR="007B2329" w:rsidRDefault="007B2329" w:rsidP="007B2329">
      <w:r>
        <w:t>530.4596</w:t>
      </w:r>
      <w:r>
        <w:tab/>
        <w:t>3.038e0</w:t>
      </w:r>
    </w:p>
    <w:p w:rsidR="007B2329" w:rsidRDefault="007B2329" w:rsidP="007B2329">
      <w:r>
        <w:t>530.4661</w:t>
      </w:r>
      <w:r>
        <w:tab/>
        <w:t>2.025e0</w:t>
      </w:r>
    </w:p>
    <w:p w:rsidR="007B2329" w:rsidRDefault="007B2329" w:rsidP="007B2329">
      <w:r>
        <w:t>530.5120</w:t>
      </w:r>
      <w:r>
        <w:tab/>
        <w:t>1.013e0</w:t>
      </w:r>
    </w:p>
    <w:p w:rsidR="007B2329" w:rsidRDefault="007B2329" w:rsidP="007B2329">
      <w:r>
        <w:t>530.5229</w:t>
      </w:r>
      <w:r>
        <w:tab/>
        <w:t>3.038e0</w:t>
      </w:r>
    </w:p>
    <w:p w:rsidR="007B2329" w:rsidRDefault="007B2329" w:rsidP="007B2329">
      <w:r>
        <w:t>530.5493</w:t>
      </w:r>
      <w:r>
        <w:tab/>
        <w:t>3.038e0</w:t>
      </w:r>
    </w:p>
    <w:p w:rsidR="007B2329" w:rsidRDefault="007B2329" w:rsidP="007B2329">
      <w:r>
        <w:t>530.5723</w:t>
      </w:r>
      <w:r>
        <w:tab/>
        <w:t>2.025e0</w:t>
      </w:r>
    </w:p>
    <w:p w:rsidR="007B2329" w:rsidRDefault="007B2329" w:rsidP="007B2329">
      <w:r>
        <w:t>530.5753</w:t>
      </w:r>
      <w:r>
        <w:tab/>
        <w:t>2.025e0</w:t>
      </w:r>
    </w:p>
    <w:p w:rsidR="007B2329" w:rsidRDefault="007B2329" w:rsidP="007B2329">
      <w:r>
        <w:t>530.5945</w:t>
      </w:r>
      <w:r>
        <w:tab/>
        <w:t>1.013e0</w:t>
      </w:r>
    </w:p>
    <w:p w:rsidR="007B2329" w:rsidRDefault="007B2329" w:rsidP="007B2329">
      <w:r>
        <w:t>530.6036</w:t>
      </w:r>
      <w:r>
        <w:tab/>
        <w:t>1.013e0</w:t>
      </w:r>
    </w:p>
    <w:p w:rsidR="007B2329" w:rsidRDefault="007B2329" w:rsidP="007B2329">
      <w:r>
        <w:t>530.6094</w:t>
      </w:r>
      <w:r>
        <w:tab/>
        <w:t>1.013e0</w:t>
      </w:r>
    </w:p>
    <w:p w:rsidR="007B2329" w:rsidRDefault="007B2329" w:rsidP="007B2329">
      <w:r>
        <w:t>530.6402</w:t>
      </w:r>
      <w:r>
        <w:tab/>
        <w:t>1.013e0</w:t>
      </w:r>
    </w:p>
    <w:p w:rsidR="007B2329" w:rsidRDefault="007B2329" w:rsidP="007B2329">
      <w:r>
        <w:t>530.6495</w:t>
      </w:r>
      <w:r>
        <w:tab/>
        <w:t>1.013e0</w:t>
      </w:r>
    </w:p>
    <w:p w:rsidR="007B2329" w:rsidRDefault="007B2329" w:rsidP="007B2329">
      <w:r>
        <w:t>530.6645</w:t>
      </w:r>
      <w:r>
        <w:tab/>
        <w:t>1.013e0</w:t>
      </w:r>
    </w:p>
    <w:p w:rsidR="007B2329" w:rsidRDefault="007B2329" w:rsidP="007B2329">
      <w:r>
        <w:t>530.6823</w:t>
      </w:r>
      <w:r>
        <w:tab/>
        <w:t>2.025e0</w:t>
      </w:r>
    </w:p>
    <w:p w:rsidR="007B2329" w:rsidRDefault="007B2329" w:rsidP="007B2329">
      <w:r>
        <w:t>530.6937</w:t>
      </w:r>
      <w:r>
        <w:tab/>
        <w:t>2.025e0</w:t>
      </w:r>
    </w:p>
    <w:p w:rsidR="007B2329" w:rsidRDefault="007B2329" w:rsidP="007B2329">
      <w:r>
        <w:t>530.7015</w:t>
      </w:r>
      <w:r>
        <w:tab/>
        <w:t>1.013e0</w:t>
      </w:r>
    </w:p>
    <w:p w:rsidR="007B2329" w:rsidRDefault="007B2329" w:rsidP="007B2329">
      <w:r>
        <w:t>530.7125</w:t>
      </w:r>
      <w:r>
        <w:tab/>
        <w:t>2.025e0</w:t>
      </w:r>
    </w:p>
    <w:p w:rsidR="007B2329" w:rsidRDefault="007B2329" w:rsidP="007B2329">
      <w:r>
        <w:lastRenderedPageBreak/>
        <w:t>530.7197</w:t>
      </w:r>
      <w:r>
        <w:tab/>
        <w:t>2.025e0</w:t>
      </w:r>
    </w:p>
    <w:p w:rsidR="007B2329" w:rsidRDefault="007B2329" w:rsidP="007B2329">
      <w:r>
        <w:t>530.7227</w:t>
      </w:r>
      <w:r>
        <w:tab/>
        <w:t>1.013e0</w:t>
      </w:r>
    </w:p>
    <w:p w:rsidR="007B2329" w:rsidRDefault="007B2329" w:rsidP="007B2329">
      <w:r>
        <w:t>530.7304</w:t>
      </w:r>
      <w:r>
        <w:tab/>
        <w:t>2.025e0</w:t>
      </w:r>
    </w:p>
    <w:p w:rsidR="007B2329" w:rsidRDefault="007B2329" w:rsidP="007B2329">
      <w:r>
        <w:t>530.7474</w:t>
      </w:r>
      <w:r>
        <w:tab/>
        <w:t>2.025e0</w:t>
      </w:r>
    </w:p>
    <w:p w:rsidR="007B2329" w:rsidRDefault="007B2329" w:rsidP="007B2329">
      <w:r>
        <w:t>530.7540</w:t>
      </w:r>
      <w:r>
        <w:tab/>
        <w:t>3.038e0</w:t>
      </w:r>
    </w:p>
    <w:p w:rsidR="007B2329" w:rsidRDefault="007B2329" w:rsidP="007B2329">
      <w:r>
        <w:t>530.7649</w:t>
      </w:r>
      <w:r>
        <w:tab/>
        <w:t>3.038e0</w:t>
      </w:r>
    </w:p>
    <w:p w:rsidR="007B2329" w:rsidRDefault="007B2329" w:rsidP="007B2329">
      <w:r>
        <w:t>530.7722</w:t>
      </w:r>
      <w:r>
        <w:tab/>
        <w:t>2.038e0</w:t>
      </w:r>
    </w:p>
    <w:p w:rsidR="007B2329" w:rsidRDefault="007B2329" w:rsidP="007B2329">
      <w:r>
        <w:t>530.7750</w:t>
      </w:r>
      <w:r>
        <w:tab/>
        <w:t>1.013e0</w:t>
      </w:r>
    </w:p>
    <w:p w:rsidR="007B2329" w:rsidRDefault="007B2329" w:rsidP="007B2329">
      <w:r>
        <w:t>530.7961</w:t>
      </w:r>
      <w:r>
        <w:tab/>
        <w:t>1.013e0</w:t>
      </w:r>
    </w:p>
    <w:p w:rsidR="007B2329" w:rsidRDefault="007B2329" w:rsidP="007B2329">
      <w:r>
        <w:t>530.8118</w:t>
      </w:r>
      <w:r>
        <w:tab/>
        <w:t>1.013e0</w:t>
      </w:r>
    </w:p>
    <w:p w:rsidR="007B2329" w:rsidRDefault="007B2329" w:rsidP="007B2329">
      <w:r>
        <w:t>530.8146</w:t>
      </w:r>
      <w:r>
        <w:tab/>
        <w:t>1.013e0</w:t>
      </w:r>
    </w:p>
    <w:p w:rsidR="007B2329" w:rsidRDefault="007B2329" w:rsidP="007B2329">
      <w:r>
        <w:t>530.8301</w:t>
      </w:r>
      <w:r>
        <w:tab/>
        <w:t>1.013e0</w:t>
      </w:r>
    </w:p>
    <w:p w:rsidR="007B2329" w:rsidRDefault="007B2329" w:rsidP="007B2329">
      <w:r>
        <w:t>530.8421</w:t>
      </w:r>
      <w:r>
        <w:tab/>
        <w:t>3.038e0</w:t>
      </w:r>
    </w:p>
    <w:p w:rsidR="007B2329" w:rsidRDefault="007B2329" w:rsidP="007B2329">
      <w:r>
        <w:t>530.8484</w:t>
      </w:r>
      <w:r>
        <w:tab/>
        <w:t>2.025e0</w:t>
      </w:r>
    </w:p>
    <w:p w:rsidR="007B2329" w:rsidRDefault="007B2329" w:rsidP="007B2329">
      <w:r>
        <w:t>530.8788</w:t>
      </w:r>
      <w:r>
        <w:tab/>
        <w:t>1.013e0</w:t>
      </w:r>
    </w:p>
    <w:p w:rsidR="007B2329" w:rsidRDefault="007B2329" w:rsidP="007B2329">
      <w:r>
        <w:t>530.8853</w:t>
      </w:r>
      <w:r>
        <w:tab/>
        <w:t>1.013e0</w:t>
      </w:r>
    </w:p>
    <w:p w:rsidR="007B2329" w:rsidRDefault="007B2329" w:rsidP="007B2329">
      <w:r>
        <w:t>530.8945</w:t>
      </w:r>
      <w:r>
        <w:tab/>
        <w:t>2.025e0</w:t>
      </w:r>
    </w:p>
    <w:p w:rsidR="007B2329" w:rsidRDefault="007B2329" w:rsidP="007B2329">
      <w:r>
        <w:t>530.8970</w:t>
      </w:r>
      <w:r>
        <w:tab/>
        <w:t>1.013e0</w:t>
      </w:r>
    </w:p>
    <w:p w:rsidR="007B2329" w:rsidRDefault="007B2329" w:rsidP="007B2329">
      <w:r>
        <w:t>530.9064</w:t>
      </w:r>
      <w:r>
        <w:tab/>
        <w:t>1.013e0</w:t>
      </w:r>
    </w:p>
    <w:p w:rsidR="007B2329" w:rsidRDefault="007B2329" w:rsidP="007B2329">
      <w:r>
        <w:lastRenderedPageBreak/>
        <w:t>530.9081</w:t>
      </w:r>
      <w:r>
        <w:tab/>
        <w:t>2.025e0</w:t>
      </w:r>
    </w:p>
    <w:p w:rsidR="007B2329" w:rsidRDefault="007B2329" w:rsidP="007B2329">
      <w:r>
        <w:t>530.9155</w:t>
      </w:r>
      <w:r>
        <w:tab/>
        <w:t>1.013e0</w:t>
      </w:r>
    </w:p>
    <w:p w:rsidR="007B2329" w:rsidRDefault="007B2329" w:rsidP="007B2329">
      <w:r>
        <w:t>530.9222</w:t>
      </w:r>
      <w:r>
        <w:tab/>
        <w:t>1.013e0</w:t>
      </w:r>
    </w:p>
    <w:p w:rsidR="007B2329" w:rsidRDefault="007B2329" w:rsidP="007B2329">
      <w:r>
        <w:t>530.9263</w:t>
      </w:r>
      <w:r>
        <w:tab/>
        <w:t>2.025e0</w:t>
      </w:r>
    </w:p>
    <w:p w:rsidR="007B2329" w:rsidRDefault="007B2329" w:rsidP="007B2329">
      <w:r>
        <w:t>530.9592</w:t>
      </w:r>
      <w:r>
        <w:tab/>
        <w:t>1.013e0</w:t>
      </w:r>
    </w:p>
    <w:p w:rsidR="007B2329" w:rsidRDefault="007B2329" w:rsidP="007B2329">
      <w:r>
        <w:t>530.9615</w:t>
      </w:r>
      <w:r>
        <w:tab/>
        <w:t>2.025e0</w:t>
      </w:r>
    </w:p>
    <w:p w:rsidR="007B2329" w:rsidRDefault="007B2329" w:rsidP="007B2329">
      <w:r>
        <w:t>530.9773</w:t>
      </w:r>
      <w:r>
        <w:tab/>
        <w:t>1.013e0</w:t>
      </w:r>
    </w:p>
    <w:p w:rsidR="007B2329" w:rsidRDefault="007B2329" w:rsidP="007B2329">
      <w:r>
        <w:t>530.9928</w:t>
      </w:r>
      <w:r>
        <w:tab/>
        <w:t>1.025e0</w:t>
      </w:r>
    </w:p>
    <w:p w:rsidR="007B2329" w:rsidRDefault="007B2329" w:rsidP="007B2329">
      <w:r>
        <w:t>530.9958</w:t>
      </w:r>
      <w:r>
        <w:tab/>
        <w:t>1.013e0</w:t>
      </w:r>
    </w:p>
    <w:p w:rsidR="007B2329" w:rsidRDefault="007B2329" w:rsidP="007B2329">
      <w:r>
        <w:t>531.0601</w:t>
      </w:r>
      <w:r>
        <w:tab/>
        <w:t>2.025e0</w:t>
      </w:r>
    </w:p>
    <w:p w:rsidR="007B2329" w:rsidRDefault="007B2329" w:rsidP="007B2329">
      <w:r>
        <w:t>531.0652</w:t>
      </w:r>
      <w:r>
        <w:tab/>
        <w:t>2.025e0</w:t>
      </w:r>
    </w:p>
    <w:p w:rsidR="007B2329" w:rsidRDefault="007B2329" w:rsidP="007B2329">
      <w:r>
        <w:t>531.0720</w:t>
      </w:r>
      <w:r>
        <w:tab/>
        <w:t>1.013e0</w:t>
      </w:r>
    </w:p>
    <w:p w:rsidR="007B2329" w:rsidRDefault="007B2329" w:rsidP="007B2329">
      <w:r>
        <w:t>531.0823</w:t>
      </w:r>
      <w:r>
        <w:tab/>
        <w:t>1.307e0</w:t>
      </w:r>
    </w:p>
    <w:p w:rsidR="007B2329" w:rsidRDefault="007B2329" w:rsidP="007B2329">
      <w:r>
        <w:t>531.0877</w:t>
      </w:r>
      <w:r>
        <w:tab/>
        <w:t>1.013e0</w:t>
      </w:r>
    </w:p>
    <w:p w:rsidR="007B2329" w:rsidRDefault="007B2329" w:rsidP="007B2329">
      <w:r>
        <w:t>531.1027</w:t>
      </w:r>
      <w:r>
        <w:tab/>
        <w:t>1.706e0</w:t>
      </w:r>
    </w:p>
    <w:p w:rsidR="007B2329" w:rsidRDefault="007B2329" w:rsidP="007B2329">
      <w:r>
        <w:t>531.1201</w:t>
      </w:r>
      <w:r>
        <w:tab/>
        <w:t>2.025e0</w:t>
      </w:r>
    </w:p>
    <w:p w:rsidR="007B2329" w:rsidRDefault="007B2329" w:rsidP="007B2329">
      <w:r>
        <w:t>531.1216</w:t>
      </w:r>
      <w:r>
        <w:tab/>
        <w:t>4.051e0</w:t>
      </w:r>
    </w:p>
    <w:p w:rsidR="007B2329" w:rsidRDefault="007B2329" w:rsidP="007B2329">
      <w:r>
        <w:t>531.1271</w:t>
      </w:r>
      <w:r>
        <w:tab/>
        <w:t>1.013e0</w:t>
      </w:r>
    </w:p>
    <w:p w:rsidR="007B2329" w:rsidRDefault="007B2329" w:rsidP="007B2329">
      <w:r>
        <w:t>531.1410</w:t>
      </w:r>
      <w:r>
        <w:tab/>
        <w:t>2.025e0</w:t>
      </w:r>
    </w:p>
    <w:p w:rsidR="007B2329" w:rsidRDefault="007B2329" w:rsidP="007B2329">
      <w:r>
        <w:lastRenderedPageBreak/>
        <w:t>531.1428</w:t>
      </w:r>
      <w:r>
        <w:tab/>
        <w:t>3.719e0</w:t>
      </w:r>
    </w:p>
    <w:p w:rsidR="007B2329" w:rsidRDefault="007B2329" w:rsidP="007B2329">
      <w:r>
        <w:t>531.1564</w:t>
      </w:r>
      <w:r>
        <w:tab/>
        <w:t>5.063e0</w:t>
      </w:r>
    </w:p>
    <w:p w:rsidR="007B2329" w:rsidRDefault="007B2329" w:rsidP="007B2329">
      <w:r>
        <w:t>531.1981</w:t>
      </w:r>
      <w:r>
        <w:tab/>
        <w:t>1.013e0</w:t>
      </w:r>
    </w:p>
    <w:p w:rsidR="007B2329" w:rsidRDefault="007B2329" w:rsidP="007B2329">
      <w:r>
        <w:t>531.2269</w:t>
      </w:r>
      <w:r>
        <w:tab/>
        <w:t>2.289e0</w:t>
      </w:r>
    </w:p>
    <w:p w:rsidR="007B2329" w:rsidRDefault="007B2329" w:rsidP="007B2329">
      <w:r>
        <w:t>531.3069</w:t>
      </w:r>
      <w:r>
        <w:tab/>
        <w:t>5.063e0</w:t>
      </w:r>
    </w:p>
    <w:p w:rsidR="007B2329" w:rsidRDefault="007B2329" w:rsidP="007B2329">
      <w:r>
        <w:t>531.3157</w:t>
      </w:r>
      <w:r>
        <w:tab/>
        <w:t>2.798e0</w:t>
      </w:r>
    </w:p>
    <w:p w:rsidR="007B2329" w:rsidRDefault="007B2329" w:rsidP="007B2329">
      <w:r>
        <w:t>531.3273</w:t>
      </w:r>
      <w:r>
        <w:tab/>
        <w:t>4.183e0</w:t>
      </w:r>
    </w:p>
    <w:p w:rsidR="007B2329" w:rsidRDefault="007B2329" w:rsidP="007B2329">
      <w:r>
        <w:t>531.3320</w:t>
      </w:r>
      <w:r>
        <w:tab/>
        <w:t>1.273e0</w:t>
      </w:r>
    </w:p>
    <w:p w:rsidR="007B2329" w:rsidRDefault="007B2329" w:rsidP="007B2329">
      <w:r>
        <w:t>531.3524</w:t>
      </w:r>
      <w:r>
        <w:tab/>
        <w:t>5.434e0</w:t>
      </w:r>
    </w:p>
    <w:p w:rsidR="007B2329" w:rsidRDefault="007B2329" w:rsidP="007B2329">
      <w:r>
        <w:t>531.3573</w:t>
      </w:r>
      <w:r>
        <w:tab/>
        <w:t>1.931e0</w:t>
      </w:r>
    </w:p>
    <w:p w:rsidR="007B2329" w:rsidRDefault="007B2329" w:rsidP="007B2329">
      <w:r>
        <w:t>531.3611</w:t>
      </w:r>
      <w:r>
        <w:tab/>
        <w:t>3.038e0</w:t>
      </w:r>
    </w:p>
    <w:p w:rsidR="007B2329" w:rsidRDefault="007B2329" w:rsidP="007B2329">
      <w:r>
        <w:t>531.3651</w:t>
      </w:r>
      <w:r>
        <w:tab/>
        <w:t>1.263e1</w:t>
      </w:r>
    </w:p>
    <w:p w:rsidR="007B2329" w:rsidRDefault="007B2329" w:rsidP="007B2329">
      <w:r>
        <w:t>531.4251</w:t>
      </w:r>
      <w:r>
        <w:tab/>
        <w:t>1.992e0</w:t>
      </w:r>
    </w:p>
    <w:p w:rsidR="007B2329" w:rsidRDefault="007B2329" w:rsidP="007B2329">
      <w:r>
        <w:t>531.4326</w:t>
      </w:r>
      <w:r>
        <w:tab/>
        <w:t>1.025e0</w:t>
      </w:r>
    </w:p>
    <w:p w:rsidR="007B2329" w:rsidRDefault="007B2329" w:rsidP="007B2329">
      <w:r>
        <w:t>531.4364</w:t>
      </w:r>
      <w:r>
        <w:tab/>
        <w:t>2.025e0</w:t>
      </w:r>
    </w:p>
    <w:p w:rsidR="007B2329" w:rsidRDefault="007B2329" w:rsidP="007B2329">
      <w:r>
        <w:t>531.4559</w:t>
      </w:r>
      <w:r>
        <w:tab/>
        <w:t>1.013e0</w:t>
      </w:r>
    </w:p>
    <w:p w:rsidR="007B2329" w:rsidRDefault="007B2329" w:rsidP="007B2329">
      <w:r>
        <w:t>531.4623</w:t>
      </w:r>
      <w:r>
        <w:tab/>
        <w:t>3.038e0</w:t>
      </w:r>
    </w:p>
    <w:p w:rsidR="007B2329" w:rsidRDefault="007B2329" w:rsidP="007B2329">
      <w:r>
        <w:t>531.4846</w:t>
      </w:r>
      <w:r>
        <w:tab/>
        <w:t>3.038e0</w:t>
      </w:r>
    </w:p>
    <w:p w:rsidR="007B2329" w:rsidRDefault="007B2329" w:rsidP="007B2329">
      <w:r>
        <w:t>531.4937</w:t>
      </w:r>
      <w:r>
        <w:tab/>
        <w:t>2.025e0</w:t>
      </w:r>
    </w:p>
    <w:p w:rsidR="007B2329" w:rsidRDefault="007B2329" w:rsidP="007B2329">
      <w:r>
        <w:lastRenderedPageBreak/>
        <w:t>531.5294</w:t>
      </w:r>
      <w:r>
        <w:tab/>
        <w:t>1.013e0</w:t>
      </w:r>
    </w:p>
    <w:p w:rsidR="007B2329" w:rsidRDefault="007B2329" w:rsidP="007B2329">
      <w:r>
        <w:t>531.5322</w:t>
      </w:r>
      <w:r>
        <w:tab/>
        <w:t>1.013e0</w:t>
      </w:r>
    </w:p>
    <w:p w:rsidR="007B2329" w:rsidRDefault="007B2329" w:rsidP="007B2329">
      <w:r>
        <w:t>531.5613</w:t>
      </w:r>
      <w:r>
        <w:tab/>
        <w:t>2.025e0</w:t>
      </w:r>
    </w:p>
    <w:p w:rsidR="007B2329" w:rsidRDefault="007B2329" w:rsidP="007B2329">
      <w:r>
        <w:t>531.5665</w:t>
      </w:r>
      <w:r>
        <w:tab/>
        <w:t>1.013e0</w:t>
      </w:r>
    </w:p>
    <w:p w:rsidR="007B2329" w:rsidRDefault="007B2329" w:rsidP="007B2329">
      <w:r>
        <w:t>531.5847</w:t>
      </w:r>
      <w:r>
        <w:tab/>
        <w:t>1.013e0</w:t>
      </w:r>
    </w:p>
    <w:p w:rsidR="007B2329" w:rsidRDefault="007B2329" w:rsidP="007B2329">
      <w:r>
        <w:t>531.6089</w:t>
      </w:r>
      <w:r>
        <w:tab/>
        <w:t>2.025e0</w:t>
      </w:r>
    </w:p>
    <w:p w:rsidR="007B2329" w:rsidRDefault="007B2329" w:rsidP="007B2329">
      <w:r>
        <w:t>531.6216</w:t>
      </w:r>
      <w:r>
        <w:tab/>
        <w:t>1.013e0</w:t>
      </w:r>
    </w:p>
    <w:p w:rsidR="007B2329" w:rsidRDefault="007B2329" w:rsidP="007B2329">
      <w:r>
        <w:t>531.6276</w:t>
      </w:r>
      <w:r>
        <w:tab/>
        <w:t>2.025e0</w:t>
      </w:r>
    </w:p>
    <w:p w:rsidR="007B2329" w:rsidRDefault="007B2329" w:rsidP="007B2329">
      <w:r>
        <w:t>531.6426</w:t>
      </w:r>
      <w:r>
        <w:tab/>
        <w:t>1.013e0</w:t>
      </w:r>
    </w:p>
    <w:p w:rsidR="007B2329" w:rsidRDefault="007B2329" w:rsidP="007B2329">
      <w:r>
        <w:t>531.6562</w:t>
      </w:r>
      <w:r>
        <w:tab/>
        <w:t>3.038e0</w:t>
      </w:r>
    </w:p>
    <w:p w:rsidR="007B2329" w:rsidRDefault="007B2329" w:rsidP="007B2329">
      <w:r>
        <w:t>531.6610</w:t>
      </w:r>
      <w:r>
        <w:tab/>
        <w:t>1.266e-2</w:t>
      </w:r>
    </w:p>
    <w:p w:rsidR="007B2329" w:rsidRDefault="007B2329" w:rsidP="007B2329">
      <w:r>
        <w:t>531.6754</w:t>
      </w:r>
      <w:r>
        <w:tab/>
        <w:t>2.025e0</w:t>
      </w:r>
    </w:p>
    <w:p w:rsidR="007B2329" w:rsidRDefault="007B2329" w:rsidP="007B2329">
      <w:r>
        <w:t>531.6767</w:t>
      </w:r>
      <w:r>
        <w:tab/>
        <w:t>1.013e0</w:t>
      </w:r>
    </w:p>
    <w:p w:rsidR="007B2329" w:rsidRDefault="007B2329" w:rsidP="007B2329">
      <w:r>
        <w:t>531.6865</w:t>
      </w:r>
      <w:r>
        <w:tab/>
        <w:t>2.025e0</w:t>
      </w:r>
    </w:p>
    <w:p w:rsidR="007B2329" w:rsidRDefault="007B2329" w:rsidP="007B2329">
      <w:r>
        <w:t>531.7050</w:t>
      </w:r>
      <w:r>
        <w:tab/>
        <w:t>3.038e0</w:t>
      </w:r>
    </w:p>
    <w:p w:rsidR="007B2329" w:rsidRDefault="007B2329" w:rsidP="007B2329">
      <w:r>
        <w:t>531.7481</w:t>
      </w:r>
      <w:r>
        <w:tab/>
        <w:t>2.025e0</w:t>
      </w:r>
    </w:p>
    <w:p w:rsidR="007B2329" w:rsidRDefault="007B2329" w:rsidP="007B2329">
      <w:r>
        <w:t>531.7504</w:t>
      </w:r>
      <w:r>
        <w:tab/>
        <w:t>1.013e0</w:t>
      </w:r>
    </w:p>
    <w:p w:rsidR="007B2329" w:rsidRDefault="007B2329" w:rsidP="007B2329">
      <w:r>
        <w:t>531.7530</w:t>
      </w:r>
      <w:r>
        <w:tab/>
        <w:t>1.013e0</w:t>
      </w:r>
    </w:p>
    <w:p w:rsidR="007B2329" w:rsidRDefault="007B2329" w:rsidP="007B2329">
      <w:r>
        <w:t>531.7603</w:t>
      </w:r>
      <w:r>
        <w:tab/>
        <w:t>1.013e0</w:t>
      </w:r>
    </w:p>
    <w:p w:rsidR="007B2329" w:rsidRDefault="007B2329" w:rsidP="007B2329">
      <w:r>
        <w:lastRenderedPageBreak/>
        <w:t>531.7687</w:t>
      </w:r>
      <w:r>
        <w:tab/>
        <w:t>2.025e0</w:t>
      </w:r>
    </w:p>
    <w:p w:rsidR="007B2329" w:rsidRDefault="007B2329" w:rsidP="007B2329">
      <w:r>
        <w:t>531.7871</w:t>
      </w:r>
      <w:r>
        <w:tab/>
        <w:t>2.025e0</w:t>
      </w:r>
    </w:p>
    <w:p w:rsidR="007B2329" w:rsidRDefault="007B2329" w:rsidP="007B2329">
      <w:r>
        <w:t>531.8082</w:t>
      </w:r>
      <w:r>
        <w:tab/>
        <w:t>2.025e0</w:t>
      </w:r>
    </w:p>
    <w:p w:rsidR="007B2329" w:rsidRDefault="007B2329" w:rsidP="007B2329">
      <w:r>
        <w:t>531.8243</w:t>
      </w:r>
      <w:r>
        <w:tab/>
        <w:t>2.025e0</w:t>
      </w:r>
    </w:p>
    <w:p w:rsidR="007B2329" w:rsidRDefault="007B2329" w:rsidP="007B2329">
      <w:r>
        <w:t>531.8383</w:t>
      </w:r>
      <w:r>
        <w:tab/>
        <w:t>2.025e0</w:t>
      </w:r>
    </w:p>
    <w:p w:rsidR="007B2329" w:rsidRDefault="007B2329" w:rsidP="007B2329">
      <w:r>
        <w:t>531.8449</w:t>
      </w:r>
      <w:r>
        <w:tab/>
        <w:t>1.266e-2</w:t>
      </w:r>
    </w:p>
    <w:p w:rsidR="007B2329" w:rsidRDefault="007B2329" w:rsidP="007B2329">
      <w:r>
        <w:t>531.8712</w:t>
      </w:r>
      <w:r>
        <w:tab/>
        <w:t>2.025e0</w:t>
      </w:r>
    </w:p>
    <w:p w:rsidR="007B2329" w:rsidRDefault="007B2329" w:rsidP="007B2329">
      <w:r>
        <w:t>531.8793</w:t>
      </w:r>
      <w:r>
        <w:tab/>
        <w:t>1.013e0</w:t>
      </w:r>
    </w:p>
    <w:p w:rsidR="007B2329" w:rsidRDefault="007B2329" w:rsidP="007B2329">
      <w:r>
        <w:t>531.9030</w:t>
      </w:r>
      <w:r>
        <w:tab/>
        <w:t>2.025e0</w:t>
      </w:r>
    </w:p>
    <w:p w:rsidR="007B2329" w:rsidRDefault="007B2329" w:rsidP="007B2329">
      <w:r>
        <w:t>531.9161</w:t>
      </w:r>
      <w:r>
        <w:tab/>
        <w:t>2.025e0</w:t>
      </w:r>
    </w:p>
    <w:p w:rsidR="007B2329" w:rsidRDefault="007B2329" w:rsidP="007B2329">
      <w:r>
        <w:t>531.9253</w:t>
      </w:r>
      <w:r>
        <w:tab/>
        <w:t>2.025e0</w:t>
      </w:r>
    </w:p>
    <w:p w:rsidR="007B2329" w:rsidRDefault="007B2329" w:rsidP="007B2329">
      <w:r>
        <w:t>531.9713</w:t>
      </w:r>
      <w:r>
        <w:tab/>
        <w:t>1.013e0</w:t>
      </w:r>
    </w:p>
    <w:p w:rsidR="007B2329" w:rsidRDefault="007B2329" w:rsidP="007B2329">
      <w:r>
        <w:t>531.9737</w:t>
      </w:r>
      <w:r>
        <w:tab/>
        <w:t>1.266e-2</w:t>
      </w:r>
    </w:p>
    <w:p w:rsidR="007B2329" w:rsidRDefault="007B2329" w:rsidP="007B2329">
      <w:r>
        <w:t>531.9805</w:t>
      </w:r>
      <w:r>
        <w:tab/>
        <w:t>1.013e0</w:t>
      </w:r>
    </w:p>
    <w:p w:rsidR="007B2329" w:rsidRDefault="007B2329" w:rsidP="007B2329">
      <w:r>
        <w:t>531.9897</w:t>
      </w:r>
      <w:r>
        <w:tab/>
        <w:t>1.013e0</w:t>
      </w:r>
    </w:p>
    <w:p w:rsidR="007B2329" w:rsidRDefault="007B2329" w:rsidP="007B2329">
      <w:r>
        <w:t>532.0317</w:t>
      </w:r>
      <w:r>
        <w:tab/>
        <w:t>1.025e0</w:t>
      </w:r>
    </w:p>
    <w:p w:rsidR="007B2329" w:rsidRDefault="007B2329" w:rsidP="007B2329">
      <w:r>
        <w:t>532.0448</w:t>
      </w:r>
      <w:r>
        <w:tab/>
        <w:t>2.025e0</w:t>
      </w:r>
    </w:p>
    <w:p w:rsidR="007B2329" w:rsidRDefault="007B2329" w:rsidP="007B2329">
      <w:r>
        <w:t>532.0632</w:t>
      </w:r>
      <w:r>
        <w:tab/>
        <w:t>1.013e0</w:t>
      </w:r>
    </w:p>
    <w:p w:rsidR="007B2329" w:rsidRDefault="007B2329" w:rsidP="007B2329">
      <w:r>
        <w:t>532.0817</w:t>
      </w:r>
      <w:r>
        <w:tab/>
        <w:t>1.013e0</w:t>
      </w:r>
    </w:p>
    <w:p w:rsidR="007B2329" w:rsidRDefault="007B2329" w:rsidP="007B2329">
      <w:r>
        <w:lastRenderedPageBreak/>
        <w:t>532.0909</w:t>
      </w:r>
      <w:r>
        <w:tab/>
        <w:t>1.013e0</w:t>
      </w:r>
    </w:p>
    <w:p w:rsidR="007B2329" w:rsidRDefault="007B2329" w:rsidP="007B2329">
      <w:r>
        <w:t>532.1252</w:t>
      </w:r>
      <w:r>
        <w:tab/>
        <w:t>2.025e0</w:t>
      </w:r>
    </w:p>
    <w:p w:rsidR="007B2329" w:rsidRDefault="007B2329" w:rsidP="007B2329">
      <w:r>
        <w:t>532.1276</w:t>
      </w:r>
      <w:r>
        <w:tab/>
        <w:t>1.013e0</w:t>
      </w:r>
    </w:p>
    <w:p w:rsidR="007B2329" w:rsidRDefault="007B2329" w:rsidP="007B2329">
      <w:r>
        <w:t>532.1290</w:t>
      </w:r>
      <w:r>
        <w:tab/>
        <w:t>1.387e0</w:t>
      </w:r>
    </w:p>
    <w:p w:rsidR="007B2329" w:rsidRDefault="007B2329" w:rsidP="007B2329">
      <w:r>
        <w:t>532.1514</w:t>
      </w:r>
      <w:r>
        <w:tab/>
        <w:t>2.696e0</w:t>
      </w:r>
    </w:p>
    <w:p w:rsidR="007B2329" w:rsidRDefault="007B2329" w:rsidP="007B2329">
      <w:r>
        <w:t>532.1761</w:t>
      </w:r>
      <w:r>
        <w:tab/>
        <w:t>1.013e0</w:t>
      </w:r>
    </w:p>
    <w:p w:rsidR="007B2329" w:rsidRDefault="007B2329" w:rsidP="007B2329">
      <w:r>
        <w:t>532.1874</w:t>
      </w:r>
      <w:r>
        <w:tab/>
        <w:t>4.599e0</w:t>
      </w:r>
    </w:p>
    <w:p w:rsidR="007B2329" w:rsidRDefault="007B2329" w:rsidP="007B2329">
      <w:r>
        <w:t>532.1926</w:t>
      </w:r>
      <w:r>
        <w:tab/>
        <w:t>2.513e0</w:t>
      </w:r>
    </w:p>
    <w:p w:rsidR="007B2329" w:rsidRDefault="007B2329" w:rsidP="007B2329">
      <w:r>
        <w:t>532.1948</w:t>
      </w:r>
      <w:r>
        <w:tab/>
        <w:t>1.013e0</w:t>
      </w:r>
    </w:p>
    <w:p w:rsidR="007B2329" w:rsidRDefault="007B2329" w:rsidP="007B2329">
      <w:r>
        <w:t>532.1987</w:t>
      </w:r>
      <w:r>
        <w:tab/>
        <w:t>2.666e0</w:t>
      </w:r>
    </w:p>
    <w:p w:rsidR="007B2329" w:rsidRDefault="007B2329" w:rsidP="007B2329">
      <w:r>
        <w:t>532.2052</w:t>
      </w:r>
      <w:r>
        <w:tab/>
        <w:t>1.684e0</w:t>
      </w:r>
    </w:p>
    <w:p w:rsidR="007B2329" w:rsidRDefault="007B2329" w:rsidP="007B2329">
      <w:r>
        <w:t>532.2081</w:t>
      </w:r>
      <w:r>
        <w:tab/>
        <w:t>8.184e0</w:t>
      </w:r>
    </w:p>
    <w:p w:rsidR="007B2329" w:rsidRDefault="007B2329" w:rsidP="007B2329">
      <w:r>
        <w:t>532.2173</w:t>
      </w:r>
      <w:r>
        <w:tab/>
        <w:t>4.070e0</w:t>
      </w:r>
    </w:p>
    <w:p w:rsidR="007B2329" w:rsidRDefault="007B2329" w:rsidP="007B2329">
      <w:r>
        <w:t>532.2563</w:t>
      </w:r>
      <w:r>
        <w:tab/>
        <w:t>1.013e0</w:t>
      </w:r>
    </w:p>
    <w:p w:rsidR="007B2329" w:rsidRDefault="007B2329" w:rsidP="007B2329">
      <w:r>
        <w:t>532.2872</w:t>
      </w:r>
      <w:r>
        <w:tab/>
        <w:t>3.087e0</w:t>
      </w:r>
    </w:p>
    <w:p w:rsidR="007B2329" w:rsidRDefault="007B2329" w:rsidP="007B2329">
      <w:r>
        <w:t>532.2930</w:t>
      </w:r>
      <w:r>
        <w:tab/>
        <w:t>1.013e0</w:t>
      </w:r>
    </w:p>
    <w:p w:rsidR="007B2329" w:rsidRDefault="007B2329" w:rsidP="007B2329">
      <w:r>
        <w:t>532.3156</w:t>
      </w:r>
      <w:r>
        <w:tab/>
        <w:t>1.424e0</w:t>
      </w:r>
    </w:p>
    <w:p w:rsidR="007B2329" w:rsidRDefault="007B2329" w:rsidP="007B2329">
      <w:r>
        <w:t>532.3176</w:t>
      </w:r>
      <w:r>
        <w:tab/>
        <w:t>3.070e0</w:t>
      </w:r>
    </w:p>
    <w:p w:rsidR="007B2329" w:rsidRDefault="007B2329" w:rsidP="007B2329">
      <w:r>
        <w:t>532.3207</w:t>
      </w:r>
      <w:r>
        <w:tab/>
        <w:t>1.738e0</w:t>
      </w:r>
    </w:p>
    <w:p w:rsidR="007B2329" w:rsidRDefault="007B2329" w:rsidP="007B2329">
      <w:r>
        <w:lastRenderedPageBreak/>
        <w:t>532.3301</w:t>
      </w:r>
      <w:r>
        <w:tab/>
        <w:t>7.884e0</w:t>
      </w:r>
    </w:p>
    <w:p w:rsidR="007B2329" w:rsidRDefault="007B2329" w:rsidP="007B2329">
      <w:r>
        <w:t>532.3433</w:t>
      </w:r>
      <w:r>
        <w:tab/>
        <w:t>7.825e0</w:t>
      </w:r>
    </w:p>
    <w:p w:rsidR="007B2329" w:rsidRDefault="007B2329" w:rsidP="007B2329">
      <w:r>
        <w:t>532.3451</w:t>
      </w:r>
      <w:r>
        <w:tab/>
        <w:t>2.127e0</w:t>
      </w:r>
    </w:p>
    <w:p w:rsidR="007B2329" w:rsidRDefault="007B2329" w:rsidP="007B2329">
      <w:r>
        <w:t>532.3519</w:t>
      </w:r>
      <w:r>
        <w:tab/>
        <w:t>2.114e0</w:t>
      </w:r>
    </w:p>
    <w:p w:rsidR="007B2329" w:rsidRDefault="007B2329" w:rsidP="007B2329">
      <w:r>
        <w:t>532.3604</w:t>
      </w:r>
      <w:r>
        <w:tab/>
        <w:t>1.013e0</w:t>
      </w:r>
    </w:p>
    <w:p w:rsidR="007B2329" w:rsidRDefault="007B2329" w:rsidP="007B2329">
      <w:r>
        <w:t>532.3851</w:t>
      </w:r>
      <w:r>
        <w:tab/>
        <w:t>2.025e0</w:t>
      </w:r>
    </w:p>
    <w:p w:rsidR="007B2329" w:rsidRDefault="007B2329" w:rsidP="007B2329">
      <w:r>
        <w:t>532.3862</w:t>
      </w:r>
      <w:r>
        <w:tab/>
        <w:t>2.025e0</w:t>
      </w:r>
    </w:p>
    <w:p w:rsidR="007B2329" w:rsidRDefault="007B2329" w:rsidP="007B2329">
      <w:r>
        <w:t>532.4081</w:t>
      </w:r>
      <w:r>
        <w:tab/>
        <w:t>3.038e0</w:t>
      </w:r>
    </w:p>
    <w:p w:rsidR="007B2329" w:rsidRDefault="007B2329" w:rsidP="007B2329">
      <w:r>
        <w:t>532.4126</w:t>
      </w:r>
      <w:r>
        <w:tab/>
        <w:t>2.025e0</w:t>
      </w:r>
    </w:p>
    <w:p w:rsidR="007B2329" w:rsidRDefault="007B2329" w:rsidP="007B2329">
      <w:r>
        <w:t>532.4310</w:t>
      </w:r>
      <w:r>
        <w:tab/>
        <w:t>1.013e0</w:t>
      </w:r>
    </w:p>
    <w:p w:rsidR="007B2329" w:rsidRDefault="007B2329" w:rsidP="007B2329">
      <w:r>
        <w:t>532.4587</w:t>
      </w:r>
      <w:r>
        <w:tab/>
        <w:t>1.013e0</w:t>
      </w:r>
    </w:p>
    <w:p w:rsidR="007B2329" w:rsidRDefault="007B2329" w:rsidP="007B2329">
      <w:r>
        <w:t>532.4614</w:t>
      </w:r>
      <w:r>
        <w:tab/>
        <w:t>2.025e0</w:t>
      </w:r>
    </w:p>
    <w:p w:rsidR="007B2329" w:rsidRDefault="007B2329" w:rsidP="007B2329">
      <w:r>
        <w:t>532.4954</w:t>
      </w:r>
      <w:r>
        <w:tab/>
        <w:t>1.013e0</w:t>
      </w:r>
    </w:p>
    <w:p w:rsidR="007B2329" w:rsidRDefault="007B2329" w:rsidP="007B2329">
      <w:r>
        <w:t>532.5139</w:t>
      </w:r>
      <w:r>
        <w:tab/>
        <w:t>1.013e0</w:t>
      </w:r>
    </w:p>
    <w:p w:rsidR="007B2329" w:rsidRDefault="007B2329" w:rsidP="007B2329">
      <w:r>
        <w:t>532.5419</w:t>
      </w:r>
      <w:r>
        <w:tab/>
        <w:t>4.051e0</w:t>
      </w:r>
    </w:p>
    <w:p w:rsidR="007B2329" w:rsidRDefault="007B2329" w:rsidP="007B2329">
      <w:r>
        <w:t>532.5507</w:t>
      </w:r>
      <w:r>
        <w:tab/>
        <w:t>1.013e0</w:t>
      </w:r>
    </w:p>
    <w:p w:rsidR="007B2329" w:rsidRDefault="007B2329" w:rsidP="007B2329">
      <w:r>
        <w:t>532.5810</w:t>
      </w:r>
      <w:r>
        <w:tab/>
        <w:t>1.013e0</w:t>
      </w:r>
    </w:p>
    <w:p w:rsidR="007B2329" w:rsidRDefault="007B2329" w:rsidP="007B2329">
      <w:r>
        <w:t>532.5875</w:t>
      </w:r>
      <w:r>
        <w:tab/>
        <w:t>1.013e0</w:t>
      </w:r>
    </w:p>
    <w:p w:rsidR="007B2329" w:rsidRDefault="007B2329" w:rsidP="007B2329">
      <w:r>
        <w:t>532.5981</w:t>
      </w:r>
      <w:r>
        <w:tab/>
        <w:t>2.025e0</w:t>
      </w:r>
    </w:p>
    <w:p w:rsidR="007B2329" w:rsidRDefault="007B2329" w:rsidP="007B2329">
      <w:r>
        <w:lastRenderedPageBreak/>
        <w:t>532.6426</w:t>
      </w:r>
      <w:r>
        <w:tab/>
        <w:t>3.038e0</w:t>
      </w:r>
    </w:p>
    <w:p w:rsidR="007B2329" w:rsidRDefault="007B2329" w:rsidP="007B2329">
      <w:r>
        <w:t>532.6702</w:t>
      </w:r>
      <w:r>
        <w:tab/>
        <w:t>2.025e0</w:t>
      </w:r>
    </w:p>
    <w:p w:rsidR="007B2329" w:rsidRDefault="007B2329" w:rsidP="007B2329">
      <w:r>
        <w:t>532.6794</w:t>
      </w:r>
      <w:r>
        <w:tab/>
        <w:t>1.013e0</w:t>
      </w:r>
    </w:p>
    <w:p w:rsidR="007B2329" w:rsidRDefault="007B2329" w:rsidP="007B2329">
      <w:r>
        <w:t>532.6978</w:t>
      </w:r>
      <w:r>
        <w:tab/>
        <w:t>1.013e0</w:t>
      </w:r>
    </w:p>
    <w:p w:rsidR="007B2329" w:rsidRDefault="007B2329" w:rsidP="007B2329">
      <w:r>
        <w:t>532.7072</w:t>
      </w:r>
      <w:r>
        <w:tab/>
        <w:t>2.025e0</w:t>
      </w:r>
    </w:p>
    <w:p w:rsidR="007B2329" w:rsidRDefault="007B2329" w:rsidP="007B2329">
      <w:r>
        <w:t>532.7121</w:t>
      </w:r>
      <w:r>
        <w:tab/>
        <w:t>2.025e0</w:t>
      </w:r>
    </w:p>
    <w:p w:rsidR="007B2329" w:rsidRDefault="007B2329" w:rsidP="007B2329">
      <w:r>
        <w:t>532.7438</w:t>
      </w:r>
      <w:r>
        <w:tab/>
        <w:t>1.013e0</w:t>
      </w:r>
    </w:p>
    <w:p w:rsidR="007B2329" w:rsidRDefault="007B2329" w:rsidP="007B2329">
      <w:r>
        <w:t>532.7535</w:t>
      </w:r>
      <w:r>
        <w:tab/>
        <w:t>5.919e0</w:t>
      </w:r>
    </w:p>
    <w:p w:rsidR="007B2329" w:rsidRDefault="007B2329" w:rsidP="007B2329">
      <w:r>
        <w:t>532.7649</w:t>
      </w:r>
      <w:r>
        <w:tab/>
        <w:t>1.013e0</w:t>
      </w:r>
    </w:p>
    <w:p w:rsidR="007B2329" w:rsidRDefault="007B2329" w:rsidP="007B2329">
      <w:r>
        <w:t>532.7744</w:t>
      </w:r>
      <w:r>
        <w:tab/>
        <w:t>2.025e0</w:t>
      </w:r>
    </w:p>
    <w:p w:rsidR="007B2329" w:rsidRDefault="007B2329" w:rsidP="007B2329">
      <w:r>
        <w:t>532.7808</w:t>
      </w:r>
      <w:r>
        <w:tab/>
        <w:t>1.013e0</w:t>
      </w:r>
    </w:p>
    <w:p w:rsidR="007B2329" w:rsidRDefault="007B2329" w:rsidP="007B2329">
      <w:r>
        <w:t>532.8041</w:t>
      </w:r>
      <w:r>
        <w:tab/>
        <w:t>2.025e0</w:t>
      </w:r>
    </w:p>
    <w:p w:rsidR="007B2329" w:rsidRDefault="007B2329" w:rsidP="007B2329">
      <w:r>
        <w:t>532.8095</w:t>
      </w:r>
      <w:r>
        <w:tab/>
        <w:t>2.025e0</w:t>
      </w:r>
    </w:p>
    <w:p w:rsidR="007B2329" w:rsidRDefault="007B2329" w:rsidP="007B2329">
      <w:r>
        <w:t>532.8268</w:t>
      </w:r>
      <w:r>
        <w:tab/>
        <w:t>1.013e0</w:t>
      </w:r>
    </w:p>
    <w:p w:rsidR="007B2329" w:rsidRDefault="007B2329" w:rsidP="007B2329">
      <w:r>
        <w:t>532.8499</w:t>
      </w:r>
      <w:r>
        <w:tab/>
        <w:t>4.051e0</w:t>
      </w:r>
    </w:p>
    <w:p w:rsidR="007B2329" w:rsidRDefault="007B2329" w:rsidP="007B2329">
      <w:r>
        <w:t>532.8635</w:t>
      </w:r>
      <w:r>
        <w:tab/>
        <w:t>1.013e0</w:t>
      </w:r>
    </w:p>
    <w:p w:rsidR="007B2329" w:rsidRDefault="007B2329" w:rsidP="007B2329">
      <w:r>
        <w:t>532.8646</w:t>
      </w:r>
      <w:r>
        <w:tab/>
        <w:t>3.038e0</w:t>
      </w:r>
    </w:p>
    <w:p w:rsidR="007B2329" w:rsidRDefault="007B2329" w:rsidP="007B2329">
      <w:r>
        <w:t>532.8938</w:t>
      </w:r>
      <w:r>
        <w:tab/>
        <w:t>1.013e0</w:t>
      </w:r>
    </w:p>
    <w:p w:rsidR="007B2329" w:rsidRDefault="007B2329" w:rsidP="007B2329">
      <w:r>
        <w:t>532.9095</w:t>
      </w:r>
      <w:r>
        <w:tab/>
        <w:t>2.025e0</w:t>
      </w:r>
    </w:p>
    <w:p w:rsidR="007B2329" w:rsidRDefault="007B2329" w:rsidP="007B2329">
      <w:r>
        <w:lastRenderedPageBreak/>
        <w:t>532.9280</w:t>
      </w:r>
      <w:r>
        <w:tab/>
        <w:t>1.013e0</w:t>
      </w:r>
    </w:p>
    <w:p w:rsidR="007B2329" w:rsidRDefault="007B2329" w:rsidP="007B2329">
      <w:r>
        <w:t>532.9305</w:t>
      </w:r>
      <w:r>
        <w:tab/>
        <w:t>1.013e0</w:t>
      </w:r>
    </w:p>
    <w:p w:rsidR="007B2329" w:rsidRDefault="007B2329" w:rsidP="007B2329">
      <w:r>
        <w:t>532.9373</w:t>
      </w:r>
      <w:r>
        <w:tab/>
        <w:t>1.013e0</w:t>
      </w:r>
    </w:p>
    <w:p w:rsidR="007B2329" w:rsidRDefault="007B2329" w:rsidP="007B2329">
      <w:r>
        <w:t>532.9659</w:t>
      </w:r>
      <w:r>
        <w:tab/>
        <w:t>5.063e0</w:t>
      </w:r>
    </w:p>
    <w:p w:rsidR="007B2329" w:rsidRDefault="007B2329" w:rsidP="007B2329">
      <w:r>
        <w:t>532.9673</w:t>
      </w:r>
      <w:r>
        <w:tab/>
        <w:t>1.013e0</w:t>
      </w:r>
    </w:p>
    <w:p w:rsidR="007B2329" w:rsidRDefault="007B2329" w:rsidP="007B2329">
      <w:r>
        <w:t>532.9832</w:t>
      </w:r>
      <w:r>
        <w:tab/>
        <w:t>1.013e0</w:t>
      </w:r>
    </w:p>
    <w:p w:rsidR="007B2329" w:rsidRDefault="007B2329" w:rsidP="007B2329">
      <w:r>
        <w:t>532.9961</w:t>
      </w:r>
      <w:r>
        <w:tab/>
        <w:t>1.025e0</w:t>
      </w:r>
    </w:p>
    <w:p w:rsidR="007B2329" w:rsidRDefault="007B2329" w:rsidP="007B2329">
      <w:r>
        <w:t>533.0295</w:t>
      </w:r>
      <w:r>
        <w:tab/>
        <w:t>1.013e0</w:t>
      </w:r>
    </w:p>
    <w:p w:rsidR="007B2329" w:rsidRDefault="007B2329" w:rsidP="007B2329">
      <w:r>
        <w:t>533.0433</w:t>
      </w:r>
      <w:r>
        <w:tab/>
        <w:t>3.038e0</w:t>
      </w:r>
    </w:p>
    <w:p w:rsidR="007B2329" w:rsidRDefault="007B2329" w:rsidP="007B2329">
      <w:r>
        <w:t>533.0477</w:t>
      </w:r>
      <w:r>
        <w:tab/>
        <w:t>1.013e0</w:t>
      </w:r>
    </w:p>
    <w:p w:rsidR="007B2329" w:rsidRDefault="007B2329" w:rsidP="007B2329">
      <w:r>
        <w:t>533.0641</w:t>
      </w:r>
      <w:r>
        <w:tab/>
        <w:t>3.880e0</w:t>
      </w:r>
    </w:p>
    <w:p w:rsidR="007B2329" w:rsidRDefault="007B2329" w:rsidP="007B2329">
      <w:r>
        <w:t>533.0908</w:t>
      </w:r>
      <w:r>
        <w:tab/>
        <w:t>2.025e0</w:t>
      </w:r>
    </w:p>
    <w:p w:rsidR="007B2329" w:rsidRDefault="007B2329" w:rsidP="007B2329">
      <w:r>
        <w:t>533.1119</w:t>
      </w:r>
      <w:r>
        <w:tab/>
        <w:t>1.013e0</w:t>
      </w:r>
    </w:p>
    <w:p w:rsidR="007B2329" w:rsidRDefault="007B2329" w:rsidP="007B2329">
      <w:r>
        <w:t>533.1133</w:t>
      </w:r>
      <w:r>
        <w:tab/>
        <w:t>3.037e0</w:t>
      </w:r>
    </w:p>
    <w:p w:rsidR="007B2329" w:rsidRDefault="007B2329" w:rsidP="007B2329">
      <w:r>
        <w:t>533.1315</w:t>
      </w:r>
      <w:r>
        <w:tab/>
        <w:t>3.038e0</w:t>
      </w:r>
    </w:p>
    <w:p w:rsidR="007B2329" w:rsidRDefault="007B2329" w:rsidP="007B2329">
      <w:r>
        <w:t>533.1491</w:t>
      </w:r>
      <w:r>
        <w:tab/>
        <w:t>2.025e0</w:t>
      </w:r>
    </w:p>
    <w:p w:rsidR="007B2329" w:rsidRDefault="007B2329" w:rsidP="007B2329">
      <w:r>
        <w:t>533.1635</w:t>
      </w:r>
      <w:r>
        <w:tab/>
        <w:t>1.843e0</w:t>
      </w:r>
    </w:p>
    <w:p w:rsidR="007B2329" w:rsidRDefault="007B2329" w:rsidP="007B2329">
      <w:r>
        <w:t>533.1730</w:t>
      </w:r>
      <w:r>
        <w:tab/>
        <w:t>2.025e0</w:t>
      </w:r>
    </w:p>
    <w:p w:rsidR="007B2329" w:rsidRDefault="007B2329" w:rsidP="007B2329">
      <w:r>
        <w:t>533.2065</w:t>
      </w:r>
      <w:r>
        <w:tab/>
        <w:t>1.013e0</w:t>
      </w:r>
    </w:p>
    <w:p w:rsidR="007B2329" w:rsidRDefault="007B2329" w:rsidP="007B2329">
      <w:r>
        <w:lastRenderedPageBreak/>
        <w:t>533.2726</w:t>
      </w:r>
      <w:r>
        <w:tab/>
        <w:t>2.554e1</w:t>
      </w:r>
    </w:p>
    <w:p w:rsidR="007B2329" w:rsidRDefault="007B2329" w:rsidP="007B2329">
      <w:r>
        <w:t>533.2753</w:t>
      </w:r>
      <w:r>
        <w:tab/>
        <w:t>1.999e1</w:t>
      </w:r>
    </w:p>
    <w:p w:rsidR="007B2329" w:rsidRDefault="007B2329" w:rsidP="007B2329">
      <w:r>
        <w:t>533.2784</w:t>
      </w:r>
      <w:r>
        <w:tab/>
        <w:t>4.267e1</w:t>
      </w:r>
    </w:p>
    <w:p w:rsidR="007B2329" w:rsidRDefault="007B2329" w:rsidP="007B2329">
      <w:r>
        <w:t>533.2813</w:t>
      </w:r>
      <w:r>
        <w:tab/>
        <w:t>5.515e1</w:t>
      </w:r>
    </w:p>
    <w:p w:rsidR="007B2329" w:rsidRDefault="007B2329" w:rsidP="007B2329">
      <w:r>
        <w:t>533.2847</w:t>
      </w:r>
      <w:r>
        <w:tab/>
        <w:t>2.177e1</w:t>
      </w:r>
    </w:p>
    <w:p w:rsidR="007B2329" w:rsidRDefault="007B2329" w:rsidP="007B2329">
      <w:r>
        <w:t>533.2899</w:t>
      </w:r>
      <w:r>
        <w:tab/>
        <w:t>4.453e1</w:t>
      </w:r>
    </w:p>
    <w:p w:rsidR="007B2329" w:rsidRDefault="007B2329" w:rsidP="007B2329">
      <w:r>
        <w:t>533.2960</w:t>
      </w:r>
      <w:r>
        <w:tab/>
        <w:t>7.089e0</w:t>
      </w:r>
    </w:p>
    <w:p w:rsidR="007B2329" w:rsidRDefault="007B2329" w:rsidP="007B2329">
      <w:r>
        <w:t>533.3454</w:t>
      </w:r>
      <w:r>
        <w:tab/>
        <w:t>6.052e0</w:t>
      </w:r>
    </w:p>
    <w:p w:rsidR="007B2329" w:rsidRDefault="007B2329" w:rsidP="007B2329">
      <w:r>
        <w:t>533.3514</w:t>
      </w:r>
      <w:r>
        <w:tab/>
        <w:t>2.025e0</w:t>
      </w:r>
    </w:p>
    <w:p w:rsidR="007B2329" w:rsidRDefault="007B2329" w:rsidP="007B2329">
      <w:r>
        <w:t>533.3596</w:t>
      </w:r>
      <w:r>
        <w:tab/>
        <w:t>2.635e0</w:t>
      </w:r>
    </w:p>
    <w:p w:rsidR="007B2329" w:rsidRDefault="007B2329" w:rsidP="007B2329">
      <w:r>
        <w:t>533.3612</w:t>
      </w:r>
      <w:r>
        <w:tab/>
        <w:t>3.038e0</w:t>
      </w:r>
    </w:p>
    <w:p w:rsidR="007B2329" w:rsidRDefault="007B2329" w:rsidP="007B2329">
      <w:r>
        <w:t>533.3976</w:t>
      </w:r>
      <w:r>
        <w:tab/>
        <w:t>2.025e0</w:t>
      </w:r>
    </w:p>
    <w:p w:rsidR="007B2329" w:rsidRDefault="007B2329" w:rsidP="007B2329">
      <w:r>
        <w:t>533.4101</w:t>
      </w:r>
      <w:r>
        <w:tab/>
        <w:t>2.532e-2</w:t>
      </w:r>
    </w:p>
    <w:p w:rsidR="007B2329" w:rsidRDefault="007B2329" w:rsidP="007B2329">
      <w:r>
        <w:t>533.4281</w:t>
      </w:r>
      <w:r>
        <w:tab/>
        <w:t>5.063e0</w:t>
      </w:r>
    </w:p>
    <w:p w:rsidR="007B2329" w:rsidRDefault="007B2329" w:rsidP="007B2329">
      <w:r>
        <w:t>533.4469</w:t>
      </w:r>
      <w:r>
        <w:tab/>
        <w:t>2.327e0</w:t>
      </w:r>
    </w:p>
    <w:p w:rsidR="007B2329" w:rsidRDefault="007B2329" w:rsidP="007B2329">
      <w:r>
        <w:t>533.4575</w:t>
      </w:r>
      <w:r>
        <w:tab/>
        <w:t>2.025e0</w:t>
      </w:r>
    </w:p>
    <w:p w:rsidR="007B2329" w:rsidRDefault="007B2329" w:rsidP="007B2329">
      <w:r>
        <w:t>533.4616</w:t>
      </w:r>
      <w:r>
        <w:tab/>
        <w:t>2.025e0</w:t>
      </w:r>
    </w:p>
    <w:p w:rsidR="007B2329" w:rsidRDefault="007B2329" w:rsidP="007B2329">
      <w:r>
        <w:t>533.4786</w:t>
      </w:r>
      <w:r>
        <w:tab/>
        <w:t>2.025e0</w:t>
      </w:r>
    </w:p>
    <w:p w:rsidR="007B2329" w:rsidRDefault="007B2329" w:rsidP="007B2329">
      <w:r>
        <w:t>533.4931</w:t>
      </w:r>
      <w:r>
        <w:tab/>
        <w:t>1.025e0</w:t>
      </w:r>
    </w:p>
    <w:p w:rsidR="007B2329" w:rsidRDefault="007B2329" w:rsidP="007B2329">
      <w:r>
        <w:lastRenderedPageBreak/>
        <w:t>533.4963</w:t>
      </w:r>
      <w:r>
        <w:tab/>
        <w:t>2.025e0</w:t>
      </w:r>
    </w:p>
    <w:p w:rsidR="007B2329" w:rsidRDefault="007B2329" w:rsidP="007B2329">
      <w:r>
        <w:t>533.5012</w:t>
      </w:r>
      <w:r>
        <w:tab/>
        <w:t>1.013e0</w:t>
      </w:r>
    </w:p>
    <w:p w:rsidR="007B2329" w:rsidRDefault="007B2329" w:rsidP="007B2329">
      <w:r>
        <w:t>533.5044</w:t>
      </w:r>
      <w:r>
        <w:tab/>
        <w:t>4.051e0</w:t>
      </w:r>
    </w:p>
    <w:p w:rsidR="007B2329" w:rsidRDefault="007B2329" w:rsidP="007B2329">
      <w:r>
        <w:t>533.5453</w:t>
      </w:r>
      <w:r>
        <w:tab/>
        <w:t>2.025e0</w:t>
      </w:r>
    </w:p>
    <w:p w:rsidR="007B2329" w:rsidRDefault="007B2329" w:rsidP="007B2329">
      <w:r>
        <w:t>533.5666</w:t>
      </w:r>
      <w:r>
        <w:tab/>
        <w:t>5.063e0</w:t>
      </w:r>
    </w:p>
    <w:p w:rsidR="007B2329" w:rsidRDefault="007B2329" w:rsidP="007B2329">
      <w:r>
        <w:t>533.5718</w:t>
      </w:r>
      <w:r>
        <w:tab/>
        <w:t>1.013e0</w:t>
      </w:r>
    </w:p>
    <w:p w:rsidR="007B2329" w:rsidRDefault="007B2329" w:rsidP="007B2329">
      <w:r>
        <w:t>533.5805</w:t>
      </w:r>
      <w:r>
        <w:tab/>
        <w:t>4.051e0</w:t>
      </w:r>
    </w:p>
    <w:p w:rsidR="007B2329" w:rsidRDefault="007B2329" w:rsidP="007B2329">
      <w:r>
        <w:t>533.5930</w:t>
      </w:r>
      <w:r>
        <w:tab/>
        <w:t>1.013e0</w:t>
      </w:r>
    </w:p>
    <w:p w:rsidR="007B2329" w:rsidRDefault="007B2329" w:rsidP="007B2329">
      <w:r>
        <w:t>533.6003</w:t>
      </w:r>
      <w:r>
        <w:tab/>
        <w:t>1.013e0</w:t>
      </w:r>
    </w:p>
    <w:p w:rsidR="007B2329" w:rsidRDefault="007B2329" w:rsidP="007B2329">
      <w:r>
        <w:t>533.6049</w:t>
      </w:r>
      <w:r>
        <w:tab/>
        <w:t>2.025e0</w:t>
      </w:r>
    </w:p>
    <w:p w:rsidR="007B2329" w:rsidRDefault="007B2329" w:rsidP="007B2329">
      <w:r>
        <w:t>533.6373</w:t>
      </w:r>
      <w:r>
        <w:tab/>
        <w:t>1.013e0</w:t>
      </w:r>
    </w:p>
    <w:p w:rsidR="007B2329" w:rsidRDefault="007B2329" w:rsidP="007B2329">
      <w:r>
        <w:t>533.6467</w:t>
      </w:r>
      <w:r>
        <w:tab/>
        <w:t>5.811e0</w:t>
      </w:r>
    </w:p>
    <w:p w:rsidR="007B2329" w:rsidRDefault="007B2329" w:rsidP="007B2329">
      <w:r>
        <w:t>533.6547</w:t>
      </w:r>
      <w:r>
        <w:tab/>
        <w:t>2.025e0</w:t>
      </w:r>
    </w:p>
    <w:p w:rsidR="007B2329" w:rsidRDefault="007B2329" w:rsidP="007B2329">
      <w:r>
        <w:t>533.6638</w:t>
      </w:r>
      <w:r>
        <w:tab/>
        <w:t>1.013e0</w:t>
      </w:r>
    </w:p>
    <w:p w:rsidR="007B2329" w:rsidRDefault="007B2329" w:rsidP="007B2329">
      <w:r>
        <w:t>533.6793</w:t>
      </w:r>
      <w:r>
        <w:tab/>
        <w:t>3.038e0</w:t>
      </w:r>
    </w:p>
    <w:p w:rsidR="007B2329" w:rsidRDefault="007B2329" w:rsidP="007B2329">
      <w:r>
        <w:t>533.6825</w:t>
      </w:r>
      <w:r>
        <w:tab/>
        <w:t>1.013e0</w:t>
      </w:r>
    </w:p>
    <w:p w:rsidR="007B2329" w:rsidRDefault="007B2329" w:rsidP="007B2329">
      <w:r>
        <w:t>533.6849</w:t>
      </w:r>
      <w:r>
        <w:tab/>
        <w:t>1.025e0</w:t>
      </w:r>
    </w:p>
    <w:p w:rsidR="007B2329" w:rsidRDefault="007B2329" w:rsidP="007B2329">
      <w:r>
        <w:t>533.7007</w:t>
      </w:r>
      <w:r>
        <w:tab/>
        <w:t>1.013e0</w:t>
      </w:r>
    </w:p>
    <w:p w:rsidR="007B2329" w:rsidRDefault="007B2329" w:rsidP="007B2329">
      <w:r>
        <w:t>533.7294</w:t>
      </w:r>
      <w:r>
        <w:tab/>
        <w:t>1.013e0</w:t>
      </w:r>
    </w:p>
    <w:p w:rsidR="007B2329" w:rsidRDefault="007B2329" w:rsidP="007B2329">
      <w:r>
        <w:lastRenderedPageBreak/>
        <w:t>533.7376</w:t>
      </w:r>
      <w:r>
        <w:tab/>
        <w:t>4.818e0</w:t>
      </w:r>
    </w:p>
    <w:p w:rsidR="007B2329" w:rsidRDefault="007B2329" w:rsidP="007B2329">
      <w:r>
        <w:t>533.7479</w:t>
      </w:r>
      <w:r>
        <w:tab/>
        <w:t>5.063e0</w:t>
      </w:r>
    </w:p>
    <w:p w:rsidR="007B2329" w:rsidRDefault="007B2329" w:rsidP="007B2329">
      <w:r>
        <w:t>533.7769</w:t>
      </w:r>
      <w:r>
        <w:tab/>
        <w:t>1.013e0</w:t>
      </w:r>
    </w:p>
    <w:p w:rsidR="007B2329" w:rsidRDefault="007B2329" w:rsidP="007B2329">
      <w:r>
        <w:t>533.8173</w:t>
      </w:r>
      <w:r>
        <w:tab/>
        <w:t>1.025e0</w:t>
      </w:r>
    </w:p>
    <w:p w:rsidR="007B2329" w:rsidRDefault="007B2329" w:rsidP="007B2329">
      <w:r>
        <w:t>533.8217</w:t>
      </w:r>
      <w:r>
        <w:tab/>
        <w:t>1.013e0</w:t>
      </w:r>
    </w:p>
    <w:p w:rsidR="007B2329" w:rsidRDefault="007B2329" w:rsidP="007B2329">
      <w:r>
        <w:t>533.8661</w:t>
      </w:r>
      <w:r>
        <w:tab/>
        <w:t>1.013e0</w:t>
      </w:r>
    </w:p>
    <w:p w:rsidR="007B2329" w:rsidRDefault="007B2329" w:rsidP="007B2329">
      <w:r>
        <w:t>533.8689</w:t>
      </w:r>
      <w:r>
        <w:tab/>
        <w:t>3.038e0</w:t>
      </w:r>
    </w:p>
    <w:p w:rsidR="007B2329" w:rsidRDefault="007B2329" w:rsidP="007B2329">
      <w:r>
        <w:t>533.9022</w:t>
      </w:r>
      <w:r>
        <w:tab/>
        <w:t>3.038e0</w:t>
      </w:r>
    </w:p>
    <w:p w:rsidR="007B2329" w:rsidRDefault="007B2329" w:rsidP="007B2329">
      <w:r>
        <w:t>533.9199</w:t>
      </w:r>
      <w:r>
        <w:tab/>
        <w:t>2.025e0</w:t>
      </w:r>
    </w:p>
    <w:p w:rsidR="007B2329" w:rsidRDefault="007B2329" w:rsidP="007B2329">
      <w:r>
        <w:t>533.9214</w:t>
      </w:r>
      <w:r>
        <w:tab/>
        <w:t>6.076e0</w:t>
      </w:r>
    </w:p>
    <w:p w:rsidR="007B2329" w:rsidRDefault="007B2329" w:rsidP="007B2329">
      <w:r>
        <w:t>533.9399</w:t>
      </w:r>
      <w:r>
        <w:tab/>
        <w:t>1.013e0</w:t>
      </w:r>
    </w:p>
    <w:p w:rsidR="007B2329" w:rsidRDefault="007B2329" w:rsidP="007B2329">
      <w:r>
        <w:t>533.9607</w:t>
      </w:r>
      <w:r>
        <w:tab/>
        <w:t>1.013e0</w:t>
      </w:r>
    </w:p>
    <w:p w:rsidR="007B2329" w:rsidRDefault="007B2329" w:rsidP="007B2329">
      <w:r>
        <w:t>533.9766</w:t>
      </w:r>
      <w:r>
        <w:tab/>
        <w:t>2.025e0</w:t>
      </w:r>
    </w:p>
    <w:p w:rsidR="007B2329" w:rsidRDefault="007B2329" w:rsidP="007B2329">
      <w:r>
        <w:t>533.9879</w:t>
      </w:r>
      <w:r>
        <w:tab/>
        <w:t>1.013e0</w:t>
      </w:r>
    </w:p>
    <w:p w:rsidR="007B2329" w:rsidRDefault="007B2329" w:rsidP="007B2329">
      <w:r>
        <w:t>534.0134</w:t>
      </w:r>
      <w:r>
        <w:tab/>
        <w:t>3.038e0</w:t>
      </w:r>
    </w:p>
    <w:p w:rsidR="007B2329" w:rsidRDefault="007B2329" w:rsidP="007B2329">
      <w:r>
        <w:t>534.0200</w:t>
      </w:r>
      <w:r>
        <w:tab/>
        <w:t>2.025e0</w:t>
      </w:r>
    </w:p>
    <w:p w:rsidR="007B2329" w:rsidRDefault="007B2329" w:rsidP="007B2329">
      <w:r>
        <w:t>534.0409</w:t>
      </w:r>
      <w:r>
        <w:tab/>
        <w:t>2.025e0</w:t>
      </w:r>
    </w:p>
    <w:p w:rsidR="007B2329" w:rsidRDefault="007B2329" w:rsidP="007B2329">
      <w:r>
        <w:t>534.0750</w:t>
      </w:r>
      <w:r>
        <w:tab/>
        <w:t>2.038e0</w:t>
      </w:r>
    </w:p>
    <w:p w:rsidR="007B2329" w:rsidRDefault="007B2329" w:rsidP="007B2329">
      <w:r>
        <w:t>534.1054</w:t>
      </w:r>
      <w:r>
        <w:tab/>
        <w:t>1.013e0</w:t>
      </w:r>
    </w:p>
    <w:p w:rsidR="007B2329" w:rsidRDefault="007B2329" w:rsidP="007B2329">
      <w:r>
        <w:lastRenderedPageBreak/>
        <w:t>534.1078</w:t>
      </w:r>
      <w:r>
        <w:tab/>
        <w:t>1.013e0</w:t>
      </w:r>
    </w:p>
    <w:p w:rsidR="007B2329" w:rsidRDefault="007B2329" w:rsidP="007B2329">
      <w:r>
        <w:t>534.1268</w:t>
      </w:r>
      <w:r>
        <w:tab/>
        <w:t>3.284e0</w:t>
      </w:r>
    </w:p>
    <w:p w:rsidR="007B2329" w:rsidRDefault="007B2329" w:rsidP="007B2329">
      <w:r>
        <w:t>534.1287</w:t>
      </w:r>
      <w:r>
        <w:tab/>
        <w:t>4.051e0</w:t>
      </w:r>
    </w:p>
    <w:p w:rsidR="007B2329" w:rsidRDefault="007B2329" w:rsidP="007B2329">
      <w:r>
        <w:t>534.1344</w:t>
      </w:r>
      <w:r>
        <w:tab/>
        <w:t>2.025e0</w:t>
      </w:r>
    </w:p>
    <w:p w:rsidR="007B2329" w:rsidRDefault="007B2329" w:rsidP="007B2329">
      <w:r>
        <w:t>534.1583</w:t>
      </w:r>
      <w:r>
        <w:tab/>
        <w:t>1.224e0</w:t>
      </w:r>
    </w:p>
    <w:p w:rsidR="007B2329" w:rsidRDefault="007B2329" w:rsidP="007B2329">
      <w:r>
        <w:t>534.1667</w:t>
      </w:r>
      <w:r>
        <w:tab/>
        <w:t>2.546e0</w:t>
      </w:r>
    </w:p>
    <w:p w:rsidR="007B2329" w:rsidRDefault="007B2329" w:rsidP="007B2329">
      <w:r>
        <w:t>534.1808</w:t>
      </w:r>
      <w:r>
        <w:tab/>
        <w:t>2.207e0</w:t>
      </w:r>
    </w:p>
    <w:p w:rsidR="007B2329" w:rsidRDefault="007B2329" w:rsidP="007B2329">
      <w:r>
        <w:t>534.1861</w:t>
      </w:r>
      <w:r>
        <w:tab/>
        <w:t>1.418e0</w:t>
      </w:r>
    </w:p>
    <w:p w:rsidR="007B2329" w:rsidRDefault="007B2329" w:rsidP="007B2329">
      <w:r>
        <w:t>534.2001</w:t>
      </w:r>
      <w:r>
        <w:tab/>
        <w:t>1.013e0</w:t>
      </w:r>
    </w:p>
    <w:p w:rsidR="007B2329" w:rsidRDefault="007B2329" w:rsidP="007B2329">
      <w:r>
        <w:t>534.2090</w:t>
      </w:r>
      <w:r>
        <w:tab/>
        <w:t>1.013e0</w:t>
      </w:r>
    </w:p>
    <w:p w:rsidR="007B2329" w:rsidRDefault="007B2329" w:rsidP="007B2329">
      <w:r>
        <w:t>534.2230</w:t>
      </w:r>
      <w:r>
        <w:tab/>
        <w:t>5.308e0</w:t>
      </w:r>
    </w:p>
    <w:p w:rsidR="007B2329" w:rsidRDefault="007B2329" w:rsidP="007B2329">
      <w:r>
        <w:t>534.2701</w:t>
      </w:r>
      <w:r>
        <w:tab/>
        <w:t>2.305e1</w:t>
      </w:r>
    </w:p>
    <w:p w:rsidR="007B2329" w:rsidRDefault="007B2329" w:rsidP="007B2329">
      <w:r>
        <w:t>534.2713</w:t>
      </w:r>
      <w:r>
        <w:tab/>
        <w:t>7.960e0</w:t>
      </w:r>
    </w:p>
    <w:p w:rsidR="007B2329" w:rsidRDefault="007B2329" w:rsidP="007B2329">
      <w:r>
        <w:t>534.2733</w:t>
      </w:r>
      <w:r>
        <w:tab/>
        <w:t>6.595e0</w:t>
      </w:r>
    </w:p>
    <w:p w:rsidR="007B2329" w:rsidRDefault="007B2329" w:rsidP="007B2329">
      <w:r>
        <w:t>534.2783</w:t>
      </w:r>
      <w:r>
        <w:tab/>
        <w:t>1.013e1</w:t>
      </w:r>
    </w:p>
    <w:p w:rsidR="007B2329" w:rsidRDefault="007B2329" w:rsidP="007B2329">
      <w:r>
        <w:t>534.2826</w:t>
      </w:r>
      <w:r>
        <w:tab/>
        <w:t>1.820e1</w:t>
      </w:r>
    </w:p>
    <w:p w:rsidR="007B2329" w:rsidRDefault="007B2329" w:rsidP="007B2329">
      <w:r>
        <w:t>534.2889</w:t>
      </w:r>
      <w:r>
        <w:tab/>
        <w:t>8.268e0</w:t>
      </w:r>
    </w:p>
    <w:p w:rsidR="007B2329" w:rsidRDefault="007B2329" w:rsidP="007B2329">
      <w:r>
        <w:t>534.3140</w:t>
      </w:r>
      <w:r>
        <w:tab/>
        <w:t>3.038e0</w:t>
      </w:r>
    </w:p>
    <w:p w:rsidR="007B2329" w:rsidRDefault="007B2329" w:rsidP="007B2329">
      <w:r>
        <w:t>534.3168</w:t>
      </w:r>
      <w:r>
        <w:tab/>
        <w:t>3.177e0</w:t>
      </w:r>
    </w:p>
    <w:p w:rsidR="007B2329" w:rsidRDefault="007B2329" w:rsidP="007B2329">
      <w:r>
        <w:lastRenderedPageBreak/>
        <w:t>534.3607</w:t>
      </w:r>
      <w:r>
        <w:tab/>
        <w:t>6.714e0</w:t>
      </w:r>
    </w:p>
    <w:p w:rsidR="007B2329" w:rsidRDefault="007B2329" w:rsidP="007B2329">
      <w:r>
        <w:t>534.3669</w:t>
      </w:r>
      <w:r>
        <w:tab/>
        <w:t>3.098e0</w:t>
      </w:r>
    </w:p>
    <w:p w:rsidR="007B2329" w:rsidRDefault="007B2329" w:rsidP="007B2329">
      <w:r>
        <w:t>534.3690</w:t>
      </w:r>
      <w:r>
        <w:tab/>
        <w:t>1.665e0</w:t>
      </w:r>
    </w:p>
    <w:p w:rsidR="007B2329" w:rsidRDefault="007B2329" w:rsidP="007B2329">
      <w:r>
        <w:t>534.3704</w:t>
      </w:r>
      <w:r>
        <w:tab/>
        <w:t>2.691e0</w:t>
      </w:r>
    </w:p>
    <w:p w:rsidR="007B2329" w:rsidRDefault="007B2329" w:rsidP="007B2329">
      <w:r>
        <w:t>534.3843</w:t>
      </w:r>
      <w:r>
        <w:tab/>
        <w:t>1.013e0</w:t>
      </w:r>
    </w:p>
    <w:p w:rsidR="007B2329" w:rsidRDefault="007B2329" w:rsidP="007B2329">
      <w:r>
        <w:t>534.4675</w:t>
      </w:r>
      <w:r>
        <w:tab/>
        <w:t>4.051e0</w:t>
      </w:r>
    </w:p>
    <w:p w:rsidR="007B2329" w:rsidRDefault="007B2329" w:rsidP="007B2329">
      <w:r>
        <w:t>534.4717</w:t>
      </w:r>
      <w:r>
        <w:tab/>
        <w:t>2.025e0</w:t>
      </w:r>
    </w:p>
    <w:p w:rsidR="007B2329" w:rsidRDefault="007B2329" w:rsidP="007B2329">
      <w:r>
        <w:t>534.4806</w:t>
      </w:r>
      <w:r>
        <w:tab/>
        <w:t>2.025e0</w:t>
      </w:r>
    </w:p>
    <w:p w:rsidR="007B2329" w:rsidRDefault="007B2329" w:rsidP="007B2329">
      <w:r>
        <w:t>534.4860</w:t>
      </w:r>
      <w:r>
        <w:tab/>
        <w:t>1.013e0</w:t>
      </w:r>
    </w:p>
    <w:p w:rsidR="007B2329" w:rsidRDefault="007B2329" w:rsidP="007B2329">
      <w:r>
        <w:t>534.5102</w:t>
      </w:r>
      <w:r>
        <w:tab/>
        <w:t>1.013e0</w:t>
      </w:r>
    </w:p>
    <w:p w:rsidR="007B2329" w:rsidRDefault="007B2329" w:rsidP="007B2329">
      <w:r>
        <w:t>534.5228</w:t>
      </w:r>
      <w:r>
        <w:tab/>
        <w:t>2.025e0</w:t>
      </w:r>
    </w:p>
    <w:p w:rsidR="007B2329" w:rsidRDefault="007B2329" w:rsidP="007B2329">
      <w:r>
        <w:t>534.5248</w:t>
      </w:r>
      <w:r>
        <w:tab/>
        <w:t>2.025e0</w:t>
      </w:r>
    </w:p>
    <w:p w:rsidR="007B2329" w:rsidRDefault="007B2329" w:rsidP="007B2329">
      <w:r>
        <w:t>534.5323</w:t>
      </w:r>
      <w:r>
        <w:tab/>
        <w:t>1.013e0</w:t>
      </w:r>
    </w:p>
    <w:p w:rsidR="007B2329" w:rsidRDefault="007B2329" w:rsidP="007B2329">
      <w:r>
        <w:t>534.5469</w:t>
      </w:r>
      <w:r>
        <w:tab/>
        <w:t>1.013e0</w:t>
      </w:r>
    </w:p>
    <w:p w:rsidR="007B2329" w:rsidRDefault="007B2329" w:rsidP="007B2329">
      <w:r>
        <w:t>534.5837</w:t>
      </w:r>
      <w:r>
        <w:tab/>
        <w:t>3.038e0</w:t>
      </w:r>
    </w:p>
    <w:p w:rsidR="007B2329" w:rsidRDefault="007B2329" w:rsidP="007B2329">
      <w:r>
        <w:t>534.5870</w:t>
      </w:r>
      <w:r>
        <w:tab/>
        <w:t>4.051e0</w:t>
      </w:r>
    </w:p>
    <w:p w:rsidR="007B2329" w:rsidRDefault="007B2329" w:rsidP="007B2329">
      <w:r>
        <w:t>534.6062</w:t>
      </w:r>
      <w:r>
        <w:tab/>
        <w:t>4.051e0</w:t>
      </w:r>
    </w:p>
    <w:p w:rsidR="007B2329" w:rsidRDefault="007B2329" w:rsidP="007B2329">
      <w:r>
        <w:t>534.6520</w:t>
      </w:r>
      <w:r>
        <w:tab/>
        <w:t>1.013e0</w:t>
      </w:r>
    </w:p>
    <w:p w:rsidR="007B2329" w:rsidRDefault="007B2329" w:rsidP="007B2329">
      <w:r>
        <w:t>534.6539</w:t>
      </w:r>
      <w:r>
        <w:tab/>
        <w:t>2.025e0</w:t>
      </w:r>
    </w:p>
    <w:p w:rsidR="007B2329" w:rsidRDefault="007B2329" w:rsidP="007B2329">
      <w:r>
        <w:lastRenderedPageBreak/>
        <w:t>534.6575</w:t>
      </w:r>
      <w:r>
        <w:tab/>
        <w:t>3.038e0</w:t>
      </w:r>
    </w:p>
    <w:p w:rsidR="007B2329" w:rsidRDefault="007B2329" w:rsidP="007B2329">
      <w:r>
        <w:t>534.6689</w:t>
      </w:r>
      <w:r>
        <w:tab/>
        <w:t>3.038e0</w:t>
      </w:r>
    </w:p>
    <w:p w:rsidR="007B2329" w:rsidRDefault="007B2329" w:rsidP="007B2329">
      <w:r>
        <w:t>534.6707</w:t>
      </w:r>
      <w:r>
        <w:tab/>
        <w:t>2.025e0</w:t>
      </w:r>
    </w:p>
    <w:p w:rsidR="007B2329" w:rsidRDefault="007B2329" w:rsidP="007B2329">
      <w:r>
        <w:t>534.6942</w:t>
      </w:r>
      <w:r>
        <w:tab/>
        <w:t>1.013e0</w:t>
      </w:r>
    </w:p>
    <w:p w:rsidR="007B2329" w:rsidRDefault="007B2329" w:rsidP="007B2329">
      <w:r>
        <w:t>534.7417</w:t>
      </w:r>
      <w:r>
        <w:tab/>
        <w:t>2.025e0</w:t>
      </w:r>
    </w:p>
    <w:p w:rsidR="007B2329" w:rsidRDefault="007B2329" w:rsidP="007B2329">
      <w:r>
        <w:t>534.7495</w:t>
      </w:r>
      <w:r>
        <w:tab/>
        <w:t>2.025e0</w:t>
      </w:r>
    </w:p>
    <w:p w:rsidR="007B2329" w:rsidRDefault="007B2329" w:rsidP="007B2329">
      <w:r>
        <w:t>534.7536</w:t>
      </w:r>
      <w:r>
        <w:tab/>
        <w:t>1.013e0</w:t>
      </w:r>
    </w:p>
    <w:p w:rsidR="007B2329" w:rsidRDefault="007B2329" w:rsidP="007B2329">
      <w:r>
        <w:t>534.8114</w:t>
      </w:r>
      <w:r>
        <w:tab/>
        <w:t>3.038e0</w:t>
      </w:r>
    </w:p>
    <w:p w:rsidR="007B2329" w:rsidRDefault="007B2329" w:rsidP="007B2329">
      <w:r>
        <w:t>534.8198</w:t>
      </w:r>
      <w:r>
        <w:tab/>
        <w:t>2.025e0</w:t>
      </w:r>
    </w:p>
    <w:p w:rsidR="007B2329" w:rsidRDefault="007B2329" w:rsidP="007B2329">
      <w:r>
        <w:t>534.8230</w:t>
      </w:r>
      <w:r>
        <w:tab/>
        <w:t>1.013e0</w:t>
      </w:r>
    </w:p>
    <w:p w:rsidR="007B2329" w:rsidRDefault="007B2329" w:rsidP="007B2329">
      <w:r>
        <w:t>534.8416</w:t>
      </w:r>
      <w:r>
        <w:tab/>
        <w:t>1.013e0</w:t>
      </w:r>
    </w:p>
    <w:p w:rsidR="007B2329" w:rsidRDefault="007B2329" w:rsidP="007B2329">
      <w:r>
        <w:t>534.8506</w:t>
      </w:r>
      <w:r>
        <w:tab/>
        <w:t>2.025e0</w:t>
      </w:r>
    </w:p>
    <w:p w:rsidR="007B2329" w:rsidRDefault="007B2329" w:rsidP="007B2329">
      <w:r>
        <w:t>534.8693</w:t>
      </w:r>
      <w:r>
        <w:tab/>
        <w:t>2.025e0</w:t>
      </w:r>
    </w:p>
    <w:p w:rsidR="007B2329" w:rsidRDefault="007B2329" w:rsidP="007B2329">
      <w:r>
        <w:t>534.8737</w:t>
      </w:r>
      <w:r>
        <w:tab/>
        <w:t>1.013e0</w:t>
      </w:r>
    </w:p>
    <w:p w:rsidR="007B2329" w:rsidRDefault="007B2329" w:rsidP="007B2329">
      <w:r>
        <w:t>534.8831</w:t>
      </w:r>
      <w:r>
        <w:tab/>
        <w:t>1.013e0</w:t>
      </w:r>
    </w:p>
    <w:p w:rsidR="007B2329" w:rsidRDefault="007B2329" w:rsidP="007B2329">
      <w:r>
        <w:t>534.8843</w:t>
      </w:r>
      <w:r>
        <w:tab/>
        <w:t>4.051e0</w:t>
      </w:r>
    </w:p>
    <w:p w:rsidR="007B2329" w:rsidRDefault="007B2329" w:rsidP="007B2329">
      <w:r>
        <w:t>534.8969</w:t>
      </w:r>
      <w:r>
        <w:tab/>
        <w:t>2.025e0</w:t>
      </w:r>
    </w:p>
    <w:p w:rsidR="007B2329" w:rsidRDefault="007B2329" w:rsidP="007B2329">
      <w:r>
        <w:t>534.9014</w:t>
      </w:r>
      <w:r>
        <w:tab/>
        <w:t>1.013e0</w:t>
      </w:r>
    </w:p>
    <w:p w:rsidR="007B2329" w:rsidRDefault="007B2329" w:rsidP="007B2329">
      <w:r>
        <w:t>534.9427</w:t>
      </w:r>
      <w:r>
        <w:tab/>
        <w:t>1.025e0</w:t>
      </w:r>
    </w:p>
    <w:p w:rsidR="007B2329" w:rsidRDefault="007B2329" w:rsidP="007B2329">
      <w:r>
        <w:lastRenderedPageBreak/>
        <w:t>534.9476</w:t>
      </w:r>
      <w:r>
        <w:tab/>
        <w:t>1.013e0</w:t>
      </w:r>
    </w:p>
    <w:p w:rsidR="007B2329" w:rsidRDefault="007B2329" w:rsidP="007B2329">
      <w:r>
        <w:t>534.9703</w:t>
      </w:r>
      <w:r>
        <w:tab/>
        <w:t>1.013e0</w:t>
      </w:r>
    </w:p>
    <w:p w:rsidR="007B2329" w:rsidRDefault="007B2329" w:rsidP="007B2329">
      <w:r>
        <w:t>534.9753</w:t>
      </w:r>
      <w:r>
        <w:tab/>
        <w:t>1.013e0</w:t>
      </w:r>
    </w:p>
    <w:p w:rsidR="007B2329" w:rsidRDefault="007B2329" w:rsidP="007B2329">
      <w:r>
        <w:t>534.9844</w:t>
      </w:r>
      <w:r>
        <w:tab/>
        <w:t>2.025e0</w:t>
      </w:r>
    </w:p>
    <w:p w:rsidR="007B2329" w:rsidRDefault="007B2329" w:rsidP="007B2329">
      <w:r>
        <w:t>535.0071</w:t>
      </w:r>
      <w:r>
        <w:tab/>
        <w:t>1.013e0</w:t>
      </w:r>
    </w:p>
    <w:p w:rsidR="007B2329" w:rsidRDefault="007B2329" w:rsidP="007B2329">
      <w:r>
        <w:t>535.0215</w:t>
      </w:r>
      <w:r>
        <w:tab/>
        <w:t>1.013e0</w:t>
      </w:r>
    </w:p>
    <w:p w:rsidR="007B2329" w:rsidRDefault="007B2329" w:rsidP="007B2329">
      <w:r>
        <w:t>535.0623</w:t>
      </w:r>
      <w:r>
        <w:tab/>
        <w:t>2.025e0</w:t>
      </w:r>
    </w:p>
    <w:p w:rsidR="007B2329" w:rsidRDefault="007B2329" w:rsidP="007B2329">
      <w:r>
        <w:t>535.1176</w:t>
      </w:r>
      <w:r>
        <w:tab/>
        <w:t>1.013e0</w:t>
      </w:r>
    </w:p>
    <w:p w:rsidR="007B2329" w:rsidRDefault="007B2329" w:rsidP="007B2329">
      <w:r>
        <w:t>535.1234</w:t>
      </w:r>
      <w:r>
        <w:tab/>
        <w:t>5.063e0</w:t>
      </w:r>
    </w:p>
    <w:p w:rsidR="007B2329" w:rsidRDefault="007B2329" w:rsidP="007B2329">
      <w:r>
        <w:t>535.1343</w:t>
      </w:r>
      <w:r>
        <w:tab/>
        <w:t>3.038e0</w:t>
      </w:r>
    </w:p>
    <w:p w:rsidR="007B2329" w:rsidRDefault="007B2329" w:rsidP="007B2329">
      <w:r>
        <w:t>535.1512</w:t>
      </w:r>
      <w:r>
        <w:tab/>
        <w:t>3.140e0</w:t>
      </w:r>
    </w:p>
    <w:p w:rsidR="007B2329" w:rsidRDefault="007B2329" w:rsidP="007B2329">
      <w:r>
        <w:t>535.1555</w:t>
      </w:r>
      <w:r>
        <w:tab/>
        <w:t>3.038e0</w:t>
      </w:r>
    </w:p>
    <w:p w:rsidR="007B2329" w:rsidRDefault="007B2329" w:rsidP="007B2329">
      <w:r>
        <w:t>535.1975</w:t>
      </w:r>
      <w:r>
        <w:tab/>
        <w:t>4.909e0</w:t>
      </w:r>
    </w:p>
    <w:p w:rsidR="007B2329" w:rsidRDefault="007B2329" w:rsidP="007B2329">
      <w:r>
        <w:t>535.2018</w:t>
      </w:r>
      <w:r>
        <w:tab/>
        <w:t>1.590e0</w:t>
      </w:r>
    </w:p>
    <w:p w:rsidR="007B2329" w:rsidRDefault="007B2329" w:rsidP="007B2329">
      <w:r>
        <w:t>535.2064</w:t>
      </w:r>
      <w:r>
        <w:tab/>
        <w:t>1.013e0</w:t>
      </w:r>
    </w:p>
    <w:p w:rsidR="007B2329" w:rsidRDefault="007B2329" w:rsidP="007B2329">
      <w:r>
        <w:t>535.2255</w:t>
      </w:r>
      <w:r>
        <w:tab/>
        <w:t>2.532e0</w:t>
      </w:r>
    </w:p>
    <w:p w:rsidR="007B2329" w:rsidRDefault="007B2329" w:rsidP="007B2329">
      <w:r>
        <w:t>535.2523</w:t>
      </w:r>
      <w:r>
        <w:tab/>
        <w:t>3.294e0</w:t>
      </w:r>
    </w:p>
    <w:p w:rsidR="007B2329" w:rsidRDefault="007B2329" w:rsidP="007B2329">
      <w:r>
        <w:t>535.2558</w:t>
      </w:r>
      <w:r>
        <w:tab/>
        <w:t>1.035e1</w:t>
      </w:r>
    </w:p>
    <w:p w:rsidR="007B2329" w:rsidRDefault="007B2329" w:rsidP="007B2329">
      <w:r>
        <w:t>535.2639</w:t>
      </w:r>
      <w:r>
        <w:tab/>
        <w:t>4.199e0</w:t>
      </w:r>
    </w:p>
    <w:p w:rsidR="007B2329" w:rsidRDefault="007B2329" w:rsidP="007B2329">
      <w:r>
        <w:lastRenderedPageBreak/>
        <w:t>535.2740</w:t>
      </w:r>
      <w:r>
        <w:tab/>
        <w:t>1.741e1</w:t>
      </w:r>
    </w:p>
    <w:p w:rsidR="007B2329" w:rsidRDefault="007B2329" w:rsidP="007B2329">
      <w:r>
        <w:t>535.2781</w:t>
      </w:r>
      <w:r>
        <w:tab/>
        <w:t>1.013e0</w:t>
      </w:r>
    </w:p>
    <w:p w:rsidR="007B2329" w:rsidRDefault="007B2329" w:rsidP="007B2329">
      <w:r>
        <w:t>535.2882</w:t>
      </w:r>
      <w:r>
        <w:tab/>
        <w:t>1.798e1</w:t>
      </w:r>
    </w:p>
    <w:p w:rsidR="007B2329" w:rsidRDefault="007B2329" w:rsidP="007B2329">
      <w:r>
        <w:t>535.2944</w:t>
      </w:r>
      <w:r>
        <w:tab/>
        <w:t>1.194e1</w:t>
      </w:r>
    </w:p>
    <w:p w:rsidR="007B2329" w:rsidRDefault="007B2329" w:rsidP="007B2329">
      <w:r>
        <w:t>535.3052</w:t>
      </w:r>
      <w:r>
        <w:tab/>
        <w:t>2.038e0</w:t>
      </w:r>
    </w:p>
    <w:p w:rsidR="007B2329" w:rsidRDefault="007B2329" w:rsidP="007B2329">
      <w:r>
        <w:t>535.3093</w:t>
      </w:r>
      <w:r>
        <w:tab/>
        <w:t>3.038e0</w:t>
      </w:r>
    </w:p>
    <w:p w:rsidR="007B2329" w:rsidRDefault="007B2329" w:rsidP="007B2329">
      <w:r>
        <w:t>535.3130</w:t>
      </w:r>
      <w:r>
        <w:tab/>
        <w:t>2.780e0</w:t>
      </w:r>
    </w:p>
    <w:p w:rsidR="007B2329" w:rsidRDefault="007B2329" w:rsidP="007B2329">
      <w:r>
        <w:t>535.3665</w:t>
      </w:r>
      <w:r>
        <w:tab/>
        <w:t>3.386e0</w:t>
      </w:r>
    </w:p>
    <w:p w:rsidR="007B2329" w:rsidRDefault="007B2329" w:rsidP="007B2329">
      <w:r>
        <w:t>535.3684</w:t>
      </w:r>
      <w:r>
        <w:tab/>
        <w:t>1.765e0</w:t>
      </w:r>
    </w:p>
    <w:p w:rsidR="007B2329" w:rsidRDefault="007B2329" w:rsidP="007B2329">
      <w:r>
        <w:t>535.3729</w:t>
      </w:r>
      <w:r>
        <w:tab/>
        <w:t>1.013e0</w:t>
      </w:r>
    </w:p>
    <w:p w:rsidR="007B2329" w:rsidRDefault="007B2329" w:rsidP="007B2329">
      <w:r>
        <w:t>535.3751</w:t>
      </w:r>
      <w:r>
        <w:tab/>
        <w:t>1.013e0</w:t>
      </w:r>
    </w:p>
    <w:p w:rsidR="007B2329" w:rsidRDefault="007B2329" w:rsidP="007B2329">
      <w:r>
        <w:t>535.3915</w:t>
      </w:r>
      <w:r>
        <w:tab/>
        <w:t>2.025e0</w:t>
      </w:r>
    </w:p>
    <w:p w:rsidR="007B2329" w:rsidRDefault="007B2329" w:rsidP="007B2329">
      <w:r>
        <w:t>535.3929</w:t>
      </w:r>
      <w:r>
        <w:tab/>
        <w:t>6.410e0</w:t>
      </w:r>
    </w:p>
    <w:p w:rsidR="007B2329" w:rsidRDefault="007B2329" w:rsidP="007B2329">
      <w:r>
        <w:t>535.4098</w:t>
      </w:r>
      <w:r>
        <w:tab/>
        <w:t>2.025e0</w:t>
      </w:r>
    </w:p>
    <w:p w:rsidR="007B2329" w:rsidRDefault="007B2329" w:rsidP="007B2329">
      <w:r>
        <w:t>535.4562</w:t>
      </w:r>
      <w:r>
        <w:tab/>
        <w:t>1.013e0</w:t>
      </w:r>
    </w:p>
    <w:p w:rsidR="007B2329" w:rsidRDefault="007B2329" w:rsidP="007B2329">
      <w:r>
        <w:t>535.4606</w:t>
      </w:r>
      <w:r>
        <w:tab/>
        <w:t>2.025e0</w:t>
      </w:r>
    </w:p>
    <w:p w:rsidR="007B2329" w:rsidRDefault="007B2329" w:rsidP="007B2329">
      <w:r>
        <w:t>535.4830</w:t>
      </w:r>
      <w:r>
        <w:tab/>
        <w:t>2.025e0</w:t>
      </w:r>
    </w:p>
    <w:p w:rsidR="007B2329" w:rsidRDefault="007B2329" w:rsidP="007B2329">
      <w:r>
        <w:t>535.4865</w:t>
      </w:r>
      <w:r>
        <w:tab/>
        <w:t>3.038e0</w:t>
      </w:r>
    </w:p>
    <w:p w:rsidR="007B2329" w:rsidRDefault="007B2329" w:rsidP="007B2329">
      <w:r>
        <w:t>535.5025</w:t>
      </w:r>
      <w:r>
        <w:tab/>
        <w:t>2.025e0</w:t>
      </w:r>
    </w:p>
    <w:p w:rsidR="007B2329" w:rsidRDefault="007B2329" w:rsidP="007B2329">
      <w:r>
        <w:lastRenderedPageBreak/>
        <w:t>535.5038</w:t>
      </w:r>
      <w:r>
        <w:tab/>
        <w:t>1.013e0</w:t>
      </w:r>
    </w:p>
    <w:p w:rsidR="007B2329" w:rsidRDefault="007B2329" w:rsidP="007B2329">
      <w:r>
        <w:t>535.5115</w:t>
      </w:r>
      <w:r>
        <w:tab/>
        <w:t>1.013e0</w:t>
      </w:r>
    </w:p>
    <w:p w:rsidR="007B2329" w:rsidRDefault="007B2329" w:rsidP="007B2329">
      <w:r>
        <w:t>535.5380</w:t>
      </w:r>
      <w:r>
        <w:tab/>
        <w:t>1.013e0</w:t>
      </w:r>
    </w:p>
    <w:p w:rsidR="007B2329" w:rsidRDefault="007B2329" w:rsidP="007B2329">
      <w:r>
        <w:t>535.5846</w:t>
      </w:r>
      <w:r>
        <w:tab/>
        <w:t>3.038e0</w:t>
      </w:r>
    </w:p>
    <w:p w:rsidR="007B2329" w:rsidRDefault="007B2329" w:rsidP="007B2329">
      <w:r>
        <w:t>535.5865</w:t>
      </w:r>
      <w:r>
        <w:tab/>
        <w:t>3.038e0</w:t>
      </w:r>
    </w:p>
    <w:p w:rsidR="007B2329" w:rsidRDefault="007B2329" w:rsidP="007B2329">
      <w:r>
        <w:t>535.5958</w:t>
      </w:r>
      <w:r>
        <w:tab/>
        <w:t>1.013e0</w:t>
      </w:r>
    </w:p>
    <w:p w:rsidR="007B2329" w:rsidRDefault="007B2329" w:rsidP="007B2329">
      <w:r>
        <w:t>535.6140</w:t>
      </w:r>
      <w:r>
        <w:tab/>
        <w:t>3.038e0</w:t>
      </w:r>
    </w:p>
    <w:p w:rsidR="007B2329" w:rsidRDefault="007B2329" w:rsidP="007B2329">
      <w:r>
        <w:t>535.6668</w:t>
      </w:r>
      <w:r>
        <w:tab/>
        <w:t>2.025e0</w:t>
      </w:r>
    </w:p>
    <w:p w:rsidR="007B2329" w:rsidRDefault="007B2329" w:rsidP="007B2329">
      <w:r>
        <w:t>535.6779</w:t>
      </w:r>
      <w:r>
        <w:tab/>
        <w:t>1.013e0</w:t>
      </w:r>
    </w:p>
    <w:p w:rsidR="007B2329" w:rsidRDefault="007B2329" w:rsidP="007B2329">
      <w:r>
        <w:t>535.6853</w:t>
      </w:r>
      <w:r>
        <w:tab/>
        <w:t>2.025e0</w:t>
      </w:r>
    </w:p>
    <w:p w:rsidR="007B2329" w:rsidRDefault="007B2329" w:rsidP="007B2329">
      <w:r>
        <w:t>535.7429</w:t>
      </w:r>
      <w:r>
        <w:tab/>
        <w:t>1.013e0</w:t>
      </w:r>
    </w:p>
    <w:p w:rsidR="007B2329" w:rsidRDefault="007B2329" w:rsidP="007B2329">
      <w:r>
        <w:t>535.7446</w:t>
      </w:r>
      <w:r>
        <w:tab/>
        <w:t>1.025e0</w:t>
      </w:r>
    </w:p>
    <w:p w:rsidR="007B2329" w:rsidRDefault="007B2329" w:rsidP="007B2329">
      <w:r>
        <w:t>535.7613</w:t>
      </w:r>
      <w:r>
        <w:tab/>
        <w:t>2.025e0</w:t>
      </w:r>
    </w:p>
    <w:p w:rsidR="007B2329" w:rsidRDefault="007B2329" w:rsidP="007B2329">
      <w:r>
        <w:t>535.7774</w:t>
      </w:r>
      <w:r>
        <w:tab/>
        <w:t>1.013e0</w:t>
      </w:r>
    </w:p>
    <w:p w:rsidR="007B2329" w:rsidRDefault="007B2329" w:rsidP="007B2329">
      <w:r>
        <w:t>535.7798</w:t>
      </w:r>
      <w:r>
        <w:tab/>
        <w:t>1.013e0</w:t>
      </w:r>
    </w:p>
    <w:p w:rsidR="007B2329" w:rsidRDefault="007B2329" w:rsidP="007B2329">
      <w:r>
        <w:t>535.7889</w:t>
      </w:r>
      <w:r>
        <w:tab/>
        <w:t>1.013e0</w:t>
      </w:r>
    </w:p>
    <w:p w:rsidR="007B2329" w:rsidRDefault="007B2329" w:rsidP="007B2329">
      <w:r>
        <w:t>535.8172</w:t>
      </w:r>
      <w:r>
        <w:tab/>
        <w:t>5.228e0</w:t>
      </w:r>
    </w:p>
    <w:p w:rsidR="007B2329" w:rsidRDefault="007B2329" w:rsidP="007B2329">
      <w:r>
        <w:t>535.8251</w:t>
      </w:r>
      <w:r>
        <w:tab/>
        <w:t>2.025e0</w:t>
      </w:r>
    </w:p>
    <w:p w:rsidR="007B2329" w:rsidRDefault="007B2329" w:rsidP="007B2329">
      <w:r>
        <w:t>535.8323</w:t>
      </w:r>
      <w:r>
        <w:tab/>
        <w:t>1.013e0</w:t>
      </w:r>
    </w:p>
    <w:p w:rsidR="007B2329" w:rsidRDefault="007B2329" w:rsidP="007B2329">
      <w:r>
        <w:lastRenderedPageBreak/>
        <w:t>535.8338</w:t>
      </w:r>
      <w:r>
        <w:tab/>
        <w:t>2.025e0</w:t>
      </w:r>
    </w:p>
    <w:p w:rsidR="007B2329" w:rsidRDefault="007B2329" w:rsidP="007B2329">
      <w:r>
        <w:t>535.8630</w:t>
      </w:r>
      <w:r>
        <w:tab/>
        <w:t>1.013e0</w:t>
      </w:r>
    </w:p>
    <w:p w:rsidR="007B2329" w:rsidRDefault="007B2329" w:rsidP="007B2329">
      <w:r>
        <w:t>535.9371</w:t>
      </w:r>
      <w:r>
        <w:tab/>
        <w:t>5.063e0</w:t>
      </w:r>
    </w:p>
    <w:p w:rsidR="007B2329" w:rsidRDefault="007B2329" w:rsidP="007B2329">
      <w:r>
        <w:t>535.9415</w:t>
      </w:r>
      <w:r>
        <w:tab/>
        <w:t>2.025e0</w:t>
      </w:r>
    </w:p>
    <w:p w:rsidR="007B2329" w:rsidRDefault="007B2329" w:rsidP="007B2329">
      <w:r>
        <w:t>535.9464</w:t>
      </w:r>
      <w:r>
        <w:tab/>
        <w:t>2.025e0</w:t>
      </w:r>
    </w:p>
    <w:p w:rsidR="007B2329" w:rsidRDefault="007B2329" w:rsidP="007B2329">
      <w:r>
        <w:t>535.9501</w:t>
      </w:r>
      <w:r>
        <w:tab/>
        <w:t>1.025e0</w:t>
      </w:r>
    </w:p>
    <w:p w:rsidR="007B2329" w:rsidRDefault="007B2329" w:rsidP="007B2329">
      <w:r>
        <w:t>535.9725</w:t>
      </w:r>
      <w:r>
        <w:tab/>
        <w:t>4.051e0</w:t>
      </w:r>
    </w:p>
    <w:p w:rsidR="007B2329" w:rsidRDefault="007B2329" w:rsidP="007B2329">
      <w:r>
        <w:t>535.9957</w:t>
      </w:r>
      <w:r>
        <w:tab/>
        <w:t>2.038e0</w:t>
      </w:r>
    </w:p>
    <w:p w:rsidR="007B2329" w:rsidRDefault="007B2329" w:rsidP="007B2329">
      <w:r>
        <w:t>535.9971</w:t>
      </w:r>
      <w:r>
        <w:tab/>
        <w:t>2.025e0</w:t>
      </w:r>
    </w:p>
    <w:p w:rsidR="007B2329" w:rsidRDefault="007B2329" w:rsidP="007B2329">
      <w:r>
        <w:t>536.0018</w:t>
      </w:r>
      <w:r>
        <w:tab/>
        <w:t>1.013e0</w:t>
      </w:r>
    </w:p>
    <w:p w:rsidR="007B2329" w:rsidRDefault="007B2329" w:rsidP="007B2329">
      <w:r>
        <w:t>536.0164</w:t>
      </w:r>
      <w:r>
        <w:tab/>
        <w:t>1.013e0</w:t>
      </w:r>
    </w:p>
    <w:p w:rsidR="007B2329" w:rsidRDefault="007B2329" w:rsidP="007B2329">
      <w:r>
        <w:t>536.0206</w:t>
      </w:r>
      <w:r>
        <w:tab/>
        <w:t>1.013e0</w:t>
      </w:r>
    </w:p>
    <w:p w:rsidR="007B2329" w:rsidRDefault="007B2329" w:rsidP="007B2329">
      <w:r>
        <w:t>536.0482</w:t>
      </w:r>
      <w:r>
        <w:tab/>
        <w:t>2.025e0</w:t>
      </w:r>
    </w:p>
    <w:p w:rsidR="007B2329" w:rsidRDefault="007B2329" w:rsidP="007B2329">
      <w:r>
        <w:t>536.0574</w:t>
      </w:r>
      <w:r>
        <w:tab/>
        <w:t>1.013e0</w:t>
      </w:r>
    </w:p>
    <w:p w:rsidR="007B2329" w:rsidRDefault="007B2329" w:rsidP="007B2329">
      <w:r>
        <w:t>536.0666</w:t>
      </w:r>
      <w:r>
        <w:tab/>
        <w:t>2.025e0</w:t>
      </w:r>
    </w:p>
    <w:p w:rsidR="007B2329" w:rsidRDefault="007B2329" w:rsidP="007B2329">
      <w:r>
        <w:t>536.0851</w:t>
      </w:r>
      <w:r>
        <w:tab/>
        <w:t>2.025e0</w:t>
      </w:r>
    </w:p>
    <w:p w:rsidR="007B2329" w:rsidRDefault="007B2329" w:rsidP="007B2329">
      <w:r>
        <w:t>536.1190</w:t>
      </w:r>
      <w:r>
        <w:tab/>
        <w:t>2.025e0</w:t>
      </w:r>
    </w:p>
    <w:p w:rsidR="007B2329" w:rsidRDefault="007B2329" w:rsidP="007B2329">
      <w:r>
        <w:t>536.1364</w:t>
      </w:r>
      <w:r>
        <w:tab/>
        <w:t>2.025e0</w:t>
      </w:r>
    </w:p>
    <w:p w:rsidR="007B2329" w:rsidRDefault="007B2329" w:rsidP="007B2329">
      <w:r>
        <w:t>536.1454</w:t>
      </w:r>
      <w:r>
        <w:tab/>
        <w:t>1.013e0</w:t>
      </w:r>
    </w:p>
    <w:p w:rsidR="007B2329" w:rsidRDefault="007B2329" w:rsidP="007B2329">
      <w:r>
        <w:lastRenderedPageBreak/>
        <w:t>536.1636</w:t>
      </w:r>
      <w:r>
        <w:tab/>
        <w:t>2.025e0</w:t>
      </w:r>
    </w:p>
    <w:p w:rsidR="007B2329" w:rsidRDefault="007B2329" w:rsidP="007B2329">
      <w:r>
        <w:t>536.1666</w:t>
      </w:r>
      <w:r>
        <w:tab/>
        <w:t>8.134e0</w:t>
      </w:r>
    </w:p>
    <w:p w:rsidR="007B2329" w:rsidRDefault="007B2329" w:rsidP="007B2329">
      <w:r>
        <w:t>536.1931</w:t>
      </w:r>
      <w:r>
        <w:tab/>
        <w:t>2.102e0</w:t>
      </w:r>
    </w:p>
    <w:p w:rsidR="007B2329" w:rsidRDefault="007B2329" w:rsidP="007B2329">
      <w:r>
        <w:t>536.2034</w:t>
      </w:r>
      <w:r>
        <w:tab/>
        <w:t>5.887e0</w:t>
      </w:r>
    </w:p>
    <w:p w:rsidR="007B2329" w:rsidRDefault="007B2329" w:rsidP="007B2329">
      <w:r>
        <w:t>536.2380</w:t>
      </w:r>
      <w:r>
        <w:tab/>
        <w:t>1.563e1</w:t>
      </w:r>
    </w:p>
    <w:p w:rsidR="007B2329" w:rsidRDefault="007B2329" w:rsidP="007B2329">
      <w:r>
        <w:t>536.2500</w:t>
      </w:r>
      <w:r>
        <w:tab/>
        <w:t>4.072e0</w:t>
      </w:r>
    </w:p>
    <w:p w:rsidR="007B2329" w:rsidRDefault="007B2329" w:rsidP="007B2329">
      <w:r>
        <w:t>536.2590</w:t>
      </w:r>
      <w:r>
        <w:tab/>
        <w:t>6.749e1</w:t>
      </w:r>
    </w:p>
    <w:p w:rsidR="007B2329" w:rsidRDefault="007B2329" w:rsidP="007B2329">
      <w:r>
        <w:t>536.2665</w:t>
      </w:r>
      <w:r>
        <w:tab/>
        <w:t>1.166e1</w:t>
      </w:r>
    </w:p>
    <w:p w:rsidR="007B2329" w:rsidRDefault="007B2329" w:rsidP="007B2329">
      <w:r>
        <w:t>536.2733</w:t>
      </w:r>
      <w:r>
        <w:tab/>
        <w:t>2.355e1</w:t>
      </w:r>
    </w:p>
    <w:p w:rsidR="007B2329" w:rsidRDefault="007B2329" w:rsidP="007B2329">
      <w:r>
        <w:t>536.2880</w:t>
      </w:r>
      <w:r>
        <w:tab/>
        <w:t>3.038e0</w:t>
      </w:r>
    </w:p>
    <w:p w:rsidR="007B2329" w:rsidRDefault="007B2329" w:rsidP="007B2329">
      <w:r>
        <w:t>536.3455</w:t>
      </w:r>
      <w:r>
        <w:tab/>
        <w:t>3.715e0</w:t>
      </w:r>
    </w:p>
    <w:p w:rsidR="007B2329" w:rsidRDefault="007B2329" w:rsidP="007B2329">
      <w:r>
        <w:t>536.3494</w:t>
      </w:r>
      <w:r>
        <w:tab/>
        <w:t>1.331e0</w:t>
      </w:r>
    </w:p>
    <w:p w:rsidR="007B2329" w:rsidRDefault="007B2329" w:rsidP="007B2329">
      <w:r>
        <w:t>536.3848</w:t>
      </w:r>
      <w:r>
        <w:tab/>
        <w:t>1.013e0</w:t>
      </w:r>
    </w:p>
    <w:p w:rsidR="007B2329" w:rsidRDefault="007B2329" w:rsidP="007B2329">
      <w:r>
        <w:t>536.3915</w:t>
      </w:r>
      <w:r>
        <w:tab/>
        <w:t>2.845e0</w:t>
      </w:r>
    </w:p>
    <w:p w:rsidR="007B2329" w:rsidRDefault="007B2329" w:rsidP="007B2329">
      <w:r>
        <w:t>536.4214</w:t>
      </w:r>
      <w:r>
        <w:tab/>
        <w:t>1.013e0</w:t>
      </w:r>
    </w:p>
    <w:p w:rsidR="007B2329" w:rsidRDefault="007B2329" w:rsidP="007B2329">
      <w:r>
        <w:t>536.4331</w:t>
      </w:r>
      <w:r>
        <w:tab/>
        <w:t>5.063e0</w:t>
      </w:r>
    </w:p>
    <w:p w:rsidR="007B2329" w:rsidRDefault="007B2329" w:rsidP="007B2329">
      <w:r>
        <w:t>536.4398</w:t>
      </w:r>
      <w:r>
        <w:tab/>
        <w:t>1.025e0</w:t>
      </w:r>
    </w:p>
    <w:p w:rsidR="007B2329" w:rsidRDefault="007B2329" w:rsidP="007B2329">
      <w:r>
        <w:t>536.4684</w:t>
      </w:r>
      <w:r>
        <w:tab/>
        <w:t>2.025e0</w:t>
      </w:r>
    </w:p>
    <w:p w:rsidR="007B2329" w:rsidRDefault="007B2329" w:rsidP="007B2329">
      <w:r>
        <w:t>536.4753</w:t>
      </w:r>
      <w:r>
        <w:tab/>
        <w:t>3.038e0</w:t>
      </w:r>
    </w:p>
    <w:p w:rsidR="007B2329" w:rsidRDefault="007B2329" w:rsidP="007B2329">
      <w:r>
        <w:lastRenderedPageBreak/>
        <w:t>536.4808</w:t>
      </w:r>
      <w:r>
        <w:tab/>
        <w:t>2.025e0</w:t>
      </w:r>
    </w:p>
    <w:p w:rsidR="007B2329" w:rsidRDefault="007B2329" w:rsidP="007B2329">
      <w:r>
        <w:t>536.4835</w:t>
      </w:r>
      <w:r>
        <w:tab/>
        <w:t>1.013e0</w:t>
      </w:r>
    </w:p>
    <w:p w:rsidR="007B2329" w:rsidRDefault="007B2329" w:rsidP="007B2329">
      <w:r>
        <w:t>536.5109</w:t>
      </w:r>
      <w:r>
        <w:tab/>
        <w:t>1.013e0</w:t>
      </w:r>
    </w:p>
    <w:p w:rsidR="007B2329" w:rsidRDefault="007B2329" w:rsidP="007B2329">
      <w:r>
        <w:t>536.5413</w:t>
      </w:r>
      <w:r>
        <w:tab/>
        <w:t>4.051e0</w:t>
      </w:r>
    </w:p>
    <w:p w:rsidR="007B2329" w:rsidRDefault="007B2329" w:rsidP="007B2329">
      <w:r>
        <w:t>536.5513</w:t>
      </w:r>
      <w:r>
        <w:tab/>
        <w:t>2.025e0</w:t>
      </w:r>
    </w:p>
    <w:p w:rsidR="007B2329" w:rsidRDefault="007B2329" w:rsidP="007B2329">
      <w:r>
        <w:t>536.5571</w:t>
      </w:r>
      <w:r>
        <w:tab/>
        <w:t>2.025e0</w:t>
      </w:r>
    </w:p>
    <w:p w:rsidR="007B2329" w:rsidRDefault="007B2329" w:rsidP="007B2329">
      <w:r>
        <w:t>536.5667</w:t>
      </w:r>
      <w:r>
        <w:tab/>
        <w:t>2.253e0</w:t>
      </w:r>
    </w:p>
    <w:p w:rsidR="007B2329" w:rsidRDefault="007B2329" w:rsidP="007B2329">
      <w:r>
        <w:t>536.5944</w:t>
      </w:r>
      <w:r>
        <w:tab/>
        <w:t>1.013e0</w:t>
      </w:r>
    </w:p>
    <w:p w:rsidR="007B2329" w:rsidRDefault="007B2329" w:rsidP="007B2329">
      <w:r>
        <w:t>536.6130</w:t>
      </w:r>
      <w:r>
        <w:tab/>
        <w:t>1.013e0</w:t>
      </w:r>
    </w:p>
    <w:p w:rsidR="007B2329" w:rsidRDefault="007B2329" w:rsidP="007B2329">
      <w:r>
        <w:t>536.6407</w:t>
      </w:r>
      <w:r>
        <w:tab/>
        <w:t>2.025e0</w:t>
      </w:r>
    </w:p>
    <w:p w:rsidR="007B2329" w:rsidRDefault="007B2329" w:rsidP="007B2329">
      <w:r>
        <w:t>536.6606</w:t>
      </w:r>
      <w:r>
        <w:tab/>
        <w:t>3.038e0</w:t>
      </w:r>
    </w:p>
    <w:p w:rsidR="007B2329" w:rsidRDefault="007B2329" w:rsidP="007B2329">
      <w:r>
        <w:t>536.6946</w:t>
      </w:r>
      <w:r>
        <w:tab/>
        <w:t>3.038e0</w:t>
      </w:r>
    </w:p>
    <w:p w:rsidR="007B2329" w:rsidRDefault="007B2329" w:rsidP="007B2329">
      <w:r>
        <w:t>536.7099</w:t>
      </w:r>
      <w:r>
        <w:tab/>
        <w:t>2.025e0</w:t>
      </w:r>
    </w:p>
    <w:p w:rsidR="007B2329" w:rsidRDefault="007B2329" w:rsidP="007B2329">
      <w:r>
        <w:t>536.7119</w:t>
      </w:r>
      <w:r>
        <w:tab/>
        <w:t>2.025e0</w:t>
      </w:r>
    </w:p>
    <w:p w:rsidR="007B2329" w:rsidRDefault="007B2329" w:rsidP="007B2329">
      <w:r>
        <w:t>536.7316</w:t>
      </w:r>
      <w:r>
        <w:tab/>
        <w:t>1.013e0</w:t>
      </w:r>
    </w:p>
    <w:p w:rsidR="007B2329" w:rsidRDefault="007B2329" w:rsidP="007B2329">
      <w:r>
        <w:t>536.7363</w:t>
      </w:r>
      <w:r>
        <w:tab/>
        <w:t>2.025e0</w:t>
      </w:r>
    </w:p>
    <w:p w:rsidR="007B2329" w:rsidRDefault="007B2329" w:rsidP="007B2329">
      <w:r>
        <w:t>536.7555</w:t>
      </w:r>
      <w:r>
        <w:tab/>
        <w:t>2.038e0</w:t>
      </w:r>
    </w:p>
    <w:p w:rsidR="007B2329" w:rsidRDefault="007B2329" w:rsidP="007B2329">
      <w:r>
        <w:t>536.7605</w:t>
      </w:r>
      <w:r>
        <w:tab/>
        <w:t>2.532e-2</w:t>
      </w:r>
    </w:p>
    <w:p w:rsidR="007B2329" w:rsidRDefault="007B2329" w:rsidP="007B2329">
      <w:r>
        <w:t>536.7772</w:t>
      </w:r>
      <w:r>
        <w:tab/>
        <w:t>3.038e0</w:t>
      </w:r>
    </w:p>
    <w:p w:rsidR="007B2329" w:rsidRDefault="007B2329" w:rsidP="007B2329">
      <w:r>
        <w:lastRenderedPageBreak/>
        <w:t>536.7849</w:t>
      </w:r>
      <w:r>
        <w:tab/>
        <w:t>1.206e0</w:t>
      </w:r>
    </w:p>
    <w:p w:rsidR="007B2329" w:rsidRDefault="007B2329" w:rsidP="007B2329">
      <w:r>
        <w:t>536.8024</w:t>
      </w:r>
      <w:r>
        <w:tab/>
        <w:t>2.025e0</w:t>
      </w:r>
    </w:p>
    <w:p w:rsidR="007B2329" w:rsidRDefault="007B2329" w:rsidP="007B2329">
      <w:r>
        <w:t>536.8603</w:t>
      </w:r>
      <w:r>
        <w:tab/>
        <w:t>2.025e0</w:t>
      </w:r>
    </w:p>
    <w:p w:rsidR="007B2329" w:rsidRDefault="007B2329" w:rsidP="007B2329">
      <w:r>
        <w:t>536.8633</w:t>
      </w:r>
      <w:r>
        <w:tab/>
        <w:t>2.025e0</w:t>
      </w:r>
    </w:p>
    <w:p w:rsidR="007B2329" w:rsidRDefault="007B2329" w:rsidP="007B2329">
      <w:r>
        <w:t>536.8902</w:t>
      </w:r>
      <w:r>
        <w:tab/>
        <w:t>2.025e0</w:t>
      </w:r>
    </w:p>
    <w:p w:rsidR="007B2329" w:rsidRDefault="007B2329" w:rsidP="007B2329">
      <w:r>
        <w:t>536.8971</w:t>
      </w:r>
      <w:r>
        <w:tab/>
        <w:t>1.013e0</w:t>
      </w:r>
    </w:p>
    <w:p w:rsidR="007B2329" w:rsidRDefault="007B2329" w:rsidP="007B2329">
      <w:r>
        <w:t>536.9000</w:t>
      </w:r>
      <w:r>
        <w:tab/>
        <w:t>4.051e0</w:t>
      </w:r>
    </w:p>
    <w:p w:rsidR="007B2329" w:rsidRDefault="007B2329" w:rsidP="007B2329">
      <w:r>
        <w:t>536.9730</w:t>
      </w:r>
      <w:r>
        <w:tab/>
        <w:t>5.063e0</w:t>
      </w:r>
    </w:p>
    <w:p w:rsidR="007B2329" w:rsidRDefault="007B2329" w:rsidP="007B2329">
      <w:r>
        <w:t>536.9929</w:t>
      </w:r>
      <w:r>
        <w:tab/>
        <w:t>1.013e0</w:t>
      </w:r>
    </w:p>
    <w:p w:rsidR="007B2329" w:rsidRDefault="007B2329" w:rsidP="007B2329">
      <w:r>
        <w:t>537.0076</w:t>
      </w:r>
      <w:r>
        <w:tab/>
        <w:t>1.013e0</w:t>
      </w:r>
    </w:p>
    <w:p w:rsidR="007B2329" w:rsidRDefault="007B2329" w:rsidP="007B2329">
      <w:r>
        <w:t>537.0116</w:t>
      </w:r>
      <w:r>
        <w:tab/>
        <w:t>2.025e0</w:t>
      </w:r>
    </w:p>
    <w:p w:rsidR="007B2329" w:rsidRDefault="007B2329" w:rsidP="007B2329">
      <w:r>
        <w:t>537.0995</w:t>
      </w:r>
      <w:r>
        <w:tab/>
        <w:t>1.013e0</w:t>
      </w:r>
    </w:p>
    <w:p w:rsidR="007B2329" w:rsidRDefault="007B2329" w:rsidP="007B2329">
      <w:r>
        <w:t>537.1074</w:t>
      </w:r>
      <w:r>
        <w:tab/>
        <w:t>8.838e-1</w:t>
      </w:r>
    </w:p>
    <w:p w:rsidR="007B2329" w:rsidRDefault="007B2329" w:rsidP="007B2329">
      <w:r>
        <w:t>537.1180</w:t>
      </w:r>
      <w:r>
        <w:tab/>
        <w:t>4.018e0</w:t>
      </w:r>
    </w:p>
    <w:p w:rsidR="007B2329" w:rsidRDefault="007B2329" w:rsidP="007B2329">
      <w:r>
        <w:t>537.1241</w:t>
      </w:r>
      <w:r>
        <w:tab/>
        <w:t>2.974e0</w:t>
      </w:r>
    </w:p>
    <w:p w:rsidR="007B2329" w:rsidRDefault="007B2329" w:rsidP="007B2329">
      <w:r>
        <w:t>537.1413</w:t>
      </w:r>
      <w:r>
        <w:tab/>
        <w:t>1.013e0</w:t>
      </w:r>
    </w:p>
    <w:p w:rsidR="007B2329" w:rsidRDefault="007B2329" w:rsidP="007B2329">
      <w:r>
        <w:t>537.1589</w:t>
      </w:r>
      <w:r>
        <w:tab/>
        <w:t>2.156e0</w:t>
      </w:r>
    </w:p>
    <w:p w:rsidR="007B2329" w:rsidRDefault="007B2329" w:rsidP="007B2329">
      <w:r>
        <w:t>537.1602</w:t>
      </w:r>
      <w:r>
        <w:tab/>
        <w:t>1.068e0</w:t>
      </w:r>
    </w:p>
    <w:p w:rsidR="007B2329" w:rsidRDefault="007B2329" w:rsidP="007B2329">
      <w:r>
        <w:t>537.1848</w:t>
      </w:r>
      <w:r>
        <w:tab/>
        <w:t>3.988e0</w:t>
      </w:r>
    </w:p>
    <w:p w:rsidR="007B2329" w:rsidRDefault="007B2329" w:rsidP="007B2329">
      <w:r>
        <w:lastRenderedPageBreak/>
        <w:t>537.1877</w:t>
      </w:r>
      <w:r>
        <w:tab/>
        <w:t>6.115e0</w:t>
      </w:r>
    </w:p>
    <w:p w:rsidR="007B2329" w:rsidRDefault="007B2329" w:rsidP="007B2329">
      <w:r>
        <w:t>537.1957</w:t>
      </w:r>
      <w:r>
        <w:tab/>
        <w:t>1.773e1</w:t>
      </w:r>
    </w:p>
    <w:p w:rsidR="007B2329" w:rsidRDefault="007B2329" w:rsidP="007B2329">
      <w:r>
        <w:t>537.1984</w:t>
      </w:r>
      <w:r>
        <w:tab/>
        <w:t>1.147e1</w:t>
      </w:r>
    </w:p>
    <w:p w:rsidR="007B2329" w:rsidRDefault="007B2329" w:rsidP="007B2329">
      <w:r>
        <w:t>537.2047</w:t>
      </w:r>
      <w:r>
        <w:tab/>
        <w:t>7.348e0</w:t>
      </w:r>
    </w:p>
    <w:p w:rsidR="007B2329" w:rsidRDefault="007B2329" w:rsidP="007B2329">
      <w:r>
        <w:t>537.2101</w:t>
      </w:r>
      <w:r>
        <w:tab/>
        <w:t>2.025e0</w:t>
      </w:r>
    </w:p>
    <w:p w:rsidR="007B2329" w:rsidRDefault="007B2329" w:rsidP="007B2329">
      <w:r>
        <w:t>537.2183</w:t>
      </w:r>
      <w:r>
        <w:tab/>
        <w:t>5.189e0</w:t>
      </w:r>
    </w:p>
    <w:p w:rsidR="007B2329" w:rsidRDefault="007B2329" w:rsidP="007B2329">
      <w:r>
        <w:t>537.2341</w:t>
      </w:r>
      <w:r>
        <w:tab/>
        <w:t>2.711e0</w:t>
      </w:r>
    </w:p>
    <w:p w:rsidR="007B2329" w:rsidRDefault="007B2329" w:rsidP="007B2329">
      <w:r>
        <w:t>537.2422</w:t>
      </w:r>
      <w:r>
        <w:tab/>
        <w:t>6.076e0</w:t>
      </w:r>
    </w:p>
    <w:p w:rsidR="007B2329" w:rsidRDefault="007B2329" w:rsidP="007B2329">
      <w:r>
        <w:t>537.2513</w:t>
      </w:r>
      <w:r>
        <w:tab/>
        <w:t>6.119e0</w:t>
      </w:r>
    </w:p>
    <w:p w:rsidR="007B2329" w:rsidRDefault="007B2329" w:rsidP="007B2329">
      <w:r>
        <w:t>537.2589</w:t>
      </w:r>
      <w:r>
        <w:tab/>
        <w:t>6.364e0</w:t>
      </w:r>
    </w:p>
    <w:p w:rsidR="007B2329" w:rsidRDefault="007B2329" w:rsidP="007B2329">
      <w:r>
        <w:t>537.2693</w:t>
      </w:r>
      <w:r>
        <w:tab/>
        <w:t>1.332e1</w:t>
      </w:r>
    </w:p>
    <w:p w:rsidR="007B2329" w:rsidRDefault="007B2329" w:rsidP="007B2329">
      <w:r>
        <w:t>537.2712</w:t>
      </w:r>
      <w:r>
        <w:tab/>
        <w:t>4.969e0</w:t>
      </w:r>
    </w:p>
    <w:p w:rsidR="007B2329" w:rsidRDefault="007B2329" w:rsidP="007B2329">
      <w:r>
        <w:t>537.2805</w:t>
      </w:r>
      <w:r>
        <w:tab/>
        <w:t>3.589e0</w:t>
      </w:r>
    </w:p>
    <w:p w:rsidR="007B2329" w:rsidRDefault="007B2329" w:rsidP="007B2329">
      <w:r>
        <w:t>537.3101</w:t>
      </w:r>
      <w:r>
        <w:tab/>
        <w:t>6.248e0</w:t>
      </w:r>
    </w:p>
    <w:p w:rsidR="007B2329" w:rsidRDefault="007B2329" w:rsidP="007B2329">
      <w:r>
        <w:t>537.3120</w:t>
      </w:r>
      <w:r>
        <w:tab/>
        <w:t>6.854e0</w:t>
      </w:r>
    </w:p>
    <w:p w:rsidR="007B2329" w:rsidRDefault="007B2329" w:rsidP="007B2329">
      <w:r>
        <w:t>537.3229</w:t>
      </w:r>
      <w:r>
        <w:tab/>
        <w:t>3.038e0</w:t>
      </w:r>
    </w:p>
    <w:p w:rsidR="007B2329" w:rsidRDefault="007B2329" w:rsidP="007B2329">
      <w:r>
        <w:t>537.3275</w:t>
      </w:r>
      <w:r>
        <w:tab/>
        <w:t>1.026e1</w:t>
      </w:r>
    </w:p>
    <w:p w:rsidR="007B2329" w:rsidRDefault="007B2329" w:rsidP="007B2329">
      <w:r>
        <w:t>537.3367</w:t>
      </w:r>
      <w:r>
        <w:tab/>
        <w:t>4.488e0</w:t>
      </w:r>
    </w:p>
    <w:p w:rsidR="007B2329" w:rsidRDefault="007B2329" w:rsidP="007B2329">
      <w:r>
        <w:t>537.3462</w:t>
      </w:r>
      <w:r>
        <w:tab/>
        <w:t>1.477e1</w:t>
      </w:r>
    </w:p>
    <w:p w:rsidR="007B2329" w:rsidRDefault="007B2329" w:rsidP="007B2329">
      <w:r>
        <w:lastRenderedPageBreak/>
        <w:t>537.3563</w:t>
      </w:r>
      <w:r>
        <w:tab/>
        <w:t>6.052e0</w:t>
      </w:r>
    </w:p>
    <w:p w:rsidR="007B2329" w:rsidRDefault="007B2329" w:rsidP="007B2329">
      <w:r>
        <w:t>537.3726</w:t>
      </w:r>
      <w:r>
        <w:tab/>
        <w:t>2.971e0</w:t>
      </w:r>
    </w:p>
    <w:p w:rsidR="007B2329" w:rsidRDefault="007B2329" w:rsidP="007B2329">
      <w:r>
        <w:t>537.3744</w:t>
      </w:r>
      <w:r>
        <w:tab/>
        <w:t>5.730e0</w:t>
      </w:r>
    </w:p>
    <w:p w:rsidR="007B2329" w:rsidRDefault="007B2329" w:rsidP="007B2329">
      <w:r>
        <w:t>537.3898</w:t>
      </w:r>
      <w:r>
        <w:tab/>
        <w:t>2.867e0</w:t>
      </w:r>
    </w:p>
    <w:p w:rsidR="007B2329" w:rsidRDefault="007B2329" w:rsidP="007B2329">
      <w:r>
        <w:t>537.3973</w:t>
      </w:r>
      <w:r>
        <w:tab/>
        <w:t>2.038e0</w:t>
      </w:r>
    </w:p>
    <w:p w:rsidR="007B2329" w:rsidRDefault="007B2329" w:rsidP="007B2329">
      <w:r>
        <w:t>537.4017</w:t>
      </w:r>
      <w:r>
        <w:tab/>
        <w:t>2.025e0</w:t>
      </w:r>
    </w:p>
    <w:p w:rsidR="007B2329" w:rsidRDefault="007B2329" w:rsidP="007B2329">
      <w:r>
        <w:t>537.4469</w:t>
      </w:r>
      <w:r>
        <w:tab/>
        <w:t>1.013e0</w:t>
      </w:r>
    </w:p>
    <w:p w:rsidR="007B2329" w:rsidRDefault="007B2329" w:rsidP="007B2329">
      <w:r>
        <w:t>537.4492</w:t>
      </w:r>
      <w:r>
        <w:tab/>
        <w:t>1.013e0</w:t>
      </w:r>
    </w:p>
    <w:p w:rsidR="007B2329" w:rsidRDefault="007B2329" w:rsidP="007B2329">
      <w:r>
        <w:t>537.4677</w:t>
      </w:r>
      <w:r>
        <w:tab/>
        <w:t>1.266e-2</w:t>
      </w:r>
    </w:p>
    <w:p w:rsidR="007B2329" w:rsidRDefault="007B2329" w:rsidP="007B2329">
      <w:r>
        <w:t>537.4859</w:t>
      </w:r>
      <w:r>
        <w:tab/>
        <w:t>1.013e0</w:t>
      </w:r>
    </w:p>
    <w:p w:rsidR="007B2329" w:rsidRDefault="007B2329" w:rsidP="007B2329">
      <w:r>
        <w:t>537.4991</w:t>
      </w:r>
      <w:r>
        <w:tab/>
        <w:t>7.089e0</w:t>
      </w:r>
    </w:p>
    <w:p w:rsidR="007B2329" w:rsidRDefault="007B2329" w:rsidP="007B2329">
      <w:r>
        <w:t>537.5021</w:t>
      </w:r>
      <w:r>
        <w:tab/>
        <w:t>3.038e0</w:t>
      </w:r>
    </w:p>
    <w:p w:rsidR="007B2329" w:rsidRDefault="007B2329" w:rsidP="007B2329">
      <w:r>
        <w:t>537.5057</w:t>
      </w:r>
      <w:r>
        <w:tab/>
        <w:t>4.051e0</w:t>
      </w:r>
    </w:p>
    <w:p w:rsidR="007B2329" w:rsidRDefault="007B2329" w:rsidP="007B2329">
      <w:r>
        <w:t>537.5597</w:t>
      </w:r>
      <w:r>
        <w:tab/>
        <w:t>1.266e-2</w:t>
      </w:r>
    </w:p>
    <w:p w:rsidR="007B2329" w:rsidRDefault="007B2329" w:rsidP="007B2329">
      <w:r>
        <w:t>537.5638</w:t>
      </w:r>
      <w:r>
        <w:tab/>
        <w:t>8.101e0</w:t>
      </w:r>
    </w:p>
    <w:p w:rsidR="007B2329" w:rsidRDefault="007B2329" w:rsidP="007B2329">
      <w:r>
        <w:t>537.5682</w:t>
      </w:r>
      <w:r>
        <w:tab/>
        <w:t>1.013e0</w:t>
      </w:r>
    </w:p>
    <w:p w:rsidR="007B2329" w:rsidRDefault="007B2329" w:rsidP="007B2329">
      <w:r>
        <w:t>537.5753</w:t>
      </w:r>
      <w:r>
        <w:tab/>
        <w:t>1.013e0</w:t>
      </w:r>
    </w:p>
    <w:p w:rsidR="007B2329" w:rsidRDefault="007B2329" w:rsidP="007B2329">
      <w:r>
        <w:t>537.6332</w:t>
      </w:r>
      <w:r>
        <w:tab/>
        <w:t>2.025e0</w:t>
      </w:r>
    </w:p>
    <w:p w:rsidR="007B2329" w:rsidRDefault="007B2329" w:rsidP="007B2329">
      <w:r>
        <w:t>537.6651</w:t>
      </w:r>
      <w:r>
        <w:tab/>
        <w:t>3.038e0</w:t>
      </w:r>
    </w:p>
    <w:p w:rsidR="007B2329" w:rsidRDefault="007B2329" w:rsidP="007B2329">
      <w:r>
        <w:lastRenderedPageBreak/>
        <w:t>537.6838</w:t>
      </w:r>
      <w:r>
        <w:tab/>
        <w:t>2.025e0</w:t>
      </w:r>
    </w:p>
    <w:p w:rsidR="007B2329" w:rsidRDefault="007B2329" w:rsidP="007B2329">
      <w:r>
        <w:t>537.6858</w:t>
      </w:r>
      <w:r>
        <w:tab/>
        <w:t>1.013e0</w:t>
      </w:r>
    </w:p>
    <w:p w:rsidR="007B2329" w:rsidRDefault="007B2329" w:rsidP="007B2329">
      <w:r>
        <w:t>537.7042</w:t>
      </w:r>
      <w:r>
        <w:tab/>
        <w:t>1.013e0</w:t>
      </w:r>
    </w:p>
    <w:p w:rsidR="007B2329" w:rsidRDefault="007B2329" w:rsidP="007B2329">
      <w:r>
        <w:t>537.7133</w:t>
      </w:r>
      <w:r>
        <w:tab/>
        <w:t>2.025e0</w:t>
      </w:r>
    </w:p>
    <w:p w:rsidR="007B2329" w:rsidRDefault="007B2329" w:rsidP="007B2329">
      <w:r>
        <w:t>537.7225</w:t>
      </w:r>
      <w:r>
        <w:tab/>
        <w:t>3.038e0</w:t>
      </w:r>
    </w:p>
    <w:p w:rsidR="007B2329" w:rsidRDefault="007B2329" w:rsidP="007B2329">
      <w:r>
        <w:t>537.7408</w:t>
      </w:r>
      <w:r>
        <w:tab/>
        <w:t>1.013e0</w:t>
      </w:r>
    </w:p>
    <w:p w:rsidR="007B2329" w:rsidRDefault="007B2329" w:rsidP="007B2329">
      <w:r>
        <w:t>537.7631</w:t>
      </w:r>
      <w:r>
        <w:tab/>
        <w:t>1.013e0</w:t>
      </w:r>
    </w:p>
    <w:p w:rsidR="007B2329" w:rsidRDefault="007B2329" w:rsidP="007B2329">
      <w:r>
        <w:t>537.7778</w:t>
      </w:r>
      <w:r>
        <w:tab/>
        <w:t>1.013e0</w:t>
      </w:r>
    </w:p>
    <w:p w:rsidR="007B2329" w:rsidRDefault="007B2329" w:rsidP="007B2329">
      <w:r>
        <w:t>537.7909</w:t>
      </w:r>
      <w:r>
        <w:tab/>
        <w:t>2.025e0</w:t>
      </w:r>
    </w:p>
    <w:p w:rsidR="007B2329" w:rsidRDefault="007B2329" w:rsidP="007B2329">
      <w:r>
        <w:t>537.8077</w:t>
      </w:r>
      <w:r>
        <w:tab/>
        <w:t>3.038e0</w:t>
      </w:r>
    </w:p>
    <w:p w:rsidR="007B2329" w:rsidRDefault="007B2329" w:rsidP="007B2329">
      <w:r>
        <w:t>537.8193</w:t>
      </w:r>
      <w:r>
        <w:tab/>
        <w:t>4.051e0</w:t>
      </w:r>
    </w:p>
    <w:p w:rsidR="007B2329" w:rsidRDefault="007B2329" w:rsidP="007B2329">
      <w:r>
        <w:t>537.8329</w:t>
      </w:r>
      <w:r>
        <w:tab/>
        <w:t>1.013e0</w:t>
      </w:r>
    </w:p>
    <w:p w:rsidR="007B2329" w:rsidRDefault="007B2329" w:rsidP="007B2329">
      <w:r>
        <w:t>537.8380</w:t>
      </w:r>
      <w:r>
        <w:tab/>
        <w:t>2.025e0</w:t>
      </w:r>
    </w:p>
    <w:p w:rsidR="007B2329" w:rsidRDefault="007B2329" w:rsidP="007B2329">
      <w:r>
        <w:t>537.8560</w:t>
      </w:r>
      <w:r>
        <w:tab/>
        <w:t>1.013e0</w:t>
      </w:r>
    </w:p>
    <w:p w:rsidR="007B2329" w:rsidRDefault="007B2329" w:rsidP="007B2329">
      <w:r>
        <w:t>537.8699</w:t>
      </w:r>
      <w:r>
        <w:tab/>
        <w:t>2.025e0</w:t>
      </w:r>
    </w:p>
    <w:p w:rsidR="007B2329" w:rsidRDefault="007B2329" w:rsidP="007B2329">
      <w:r>
        <w:t>537.8882</w:t>
      </w:r>
      <w:r>
        <w:tab/>
        <w:t>1.013e0</w:t>
      </w:r>
    </w:p>
    <w:p w:rsidR="007B2329" w:rsidRDefault="007B2329" w:rsidP="007B2329">
      <w:r>
        <w:t>537.9118</w:t>
      </w:r>
      <w:r>
        <w:tab/>
        <w:t>1.013e0</w:t>
      </w:r>
    </w:p>
    <w:p w:rsidR="007B2329" w:rsidRDefault="007B2329" w:rsidP="007B2329">
      <w:r>
        <w:t>537.9201</w:t>
      </w:r>
      <w:r>
        <w:tab/>
        <w:t>2.025e0</w:t>
      </w:r>
    </w:p>
    <w:p w:rsidR="007B2329" w:rsidRDefault="007B2329" w:rsidP="007B2329">
      <w:r>
        <w:t>537.9442</w:t>
      </w:r>
      <w:r>
        <w:tab/>
        <w:t>2.025e0</w:t>
      </w:r>
    </w:p>
    <w:p w:rsidR="007B2329" w:rsidRDefault="007B2329" w:rsidP="007B2329">
      <w:r>
        <w:lastRenderedPageBreak/>
        <w:t>537.9493</w:t>
      </w:r>
      <w:r>
        <w:tab/>
        <w:t>2.025e0</w:t>
      </w:r>
    </w:p>
    <w:p w:rsidR="007B2329" w:rsidRDefault="007B2329" w:rsidP="007B2329">
      <w:r>
        <w:t>537.9579</w:t>
      </w:r>
      <w:r>
        <w:tab/>
        <w:t>1.013e0</w:t>
      </w:r>
    </w:p>
    <w:p w:rsidR="007B2329" w:rsidRDefault="007B2329" w:rsidP="007B2329">
      <w:r>
        <w:t>537.9673</w:t>
      </w:r>
      <w:r>
        <w:tab/>
        <w:t>1.013e0</w:t>
      </w:r>
    </w:p>
    <w:p w:rsidR="007B2329" w:rsidRDefault="007B2329" w:rsidP="007B2329">
      <w:r>
        <w:t>537.9894</w:t>
      </w:r>
      <w:r>
        <w:tab/>
        <w:t>3.038e0</w:t>
      </w:r>
    </w:p>
    <w:p w:rsidR="007B2329" w:rsidRDefault="007B2329" w:rsidP="007B2329">
      <w:r>
        <w:t>538.0172</w:t>
      </w:r>
      <w:r>
        <w:tab/>
        <w:t>1.013e0</w:t>
      </w:r>
    </w:p>
    <w:p w:rsidR="007B2329" w:rsidRDefault="007B2329" w:rsidP="007B2329">
      <w:r>
        <w:t>538.0270</w:t>
      </w:r>
      <w:r>
        <w:tab/>
        <w:t>2.025e0</w:t>
      </w:r>
    </w:p>
    <w:p w:rsidR="007B2329" w:rsidRDefault="007B2329" w:rsidP="007B2329">
      <w:r>
        <w:t>538.0323</w:t>
      </w:r>
      <w:r>
        <w:tab/>
        <w:t>1.013e0</w:t>
      </w:r>
    </w:p>
    <w:p w:rsidR="007B2329" w:rsidRDefault="007B2329" w:rsidP="007B2329">
      <w:r>
        <w:t>538.0560</w:t>
      </w:r>
      <w:r>
        <w:tab/>
        <w:t>2.177e0</w:t>
      </w:r>
    </w:p>
    <w:p w:rsidR="007B2329" w:rsidRDefault="007B2329" w:rsidP="007B2329">
      <w:r>
        <w:t>538.0674</w:t>
      </w:r>
      <w:r>
        <w:tab/>
        <w:t>4.051e0</w:t>
      </w:r>
    </w:p>
    <w:p w:rsidR="007B2329" w:rsidRDefault="007B2329" w:rsidP="007B2329">
      <w:r>
        <w:t>538.0906</w:t>
      </w:r>
      <w:r>
        <w:tab/>
        <w:t>1.013e0</w:t>
      </w:r>
    </w:p>
    <w:p w:rsidR="007B2329" w:rsidRDefault="007B2329" w:rsidP="007B2329">
      <w:r>
        <w:t>538.1059</w:t>
      </w:r>
      <w:r>
        <w:tab/>
        <w:t>3.038e0</w:t>
      </w:r>
    </w:p>
    <w:p w:rsidR="007B2329" w:rsidRDefault="007B2329" w:rsidP="007B2329">
      <w:r>
        <w:t>538.1247</w:t>
      </w:r>
      <w:r>
        <w:tab/>
        <w:t>4.492e0</w:t>
      </w:r>
    </w:p>
    <w:p w:rsidR="007B2329" w:rsidRDefault="007B2329" w:rsidP="007B2329">
      <w:r>
        <w:t>538.1584</w:t>
      </w:r>
      <w:r>
        <w:tab/>
        <w:t>3.038e0</w:t>
      </w:r>
    </w:p>
    <w:p w:rsidR="007B2329" w:rsidRDefault="007B2329" w:rsidP="007B2329">
      <w:r>
        <w:t>538.1796</w:t>
      </w:r>
      <w:r>
        <w:tab/>
        <w:t>9.211e0</w:t>
      </w:r>
    </w:p>
    <w:p w:rsidR="007B2329" w:rsidRDefault="007B2329" w:rsidP="007B2329">
      <w:r>
        <w:t>538.1957</w:t>
      </w:r>
      <w:r>
        <w:tab/>
        <w:t>2.822e1</w:t>
      </w:r>
    </w:p>
    <w:p w:rsidR="007B2329" w:rsidRDefault="007B2329" w:rsidP="007B2329">
      <w:r>
        <w:t>538.1993</w:t>
      </w:r>
      <w:r>
        <w:tab/>
        <w:t>8.940e0</w:t>
      </w:r>
    </w:p>
    <w:p w:rsidR="007B2329" w:rsidRDefault="007B2329" w:rsidP="007B2329">
      <w:r>
        <w:t>538.2073</w:t>
      </w:r>
      <w:r>
        <w:tab/>
        <w:t>1.165e1</w:t>
      </w:r>
    </w:p>
    <w:p w:rsidR="007B2329" w:rsidRDefault="007B2329" w:rsidP="007B2329">
      <w:r>
        <w:t>538.2158</w:t>
      </w:r>
      <w:r>
        <w:tab/>
        <w:t>9.769e0</w:t>
      </w:r>
    </w:p>
    <w:p w:rsidR="007B2329" w:rsidRDefault="007B2329" w:rsidP="007B2329">
      <w:r>
        <w:t>538.2171</w:t>
      </w:r>
      <w:r>
        <w:tab/>
        <w:t>9.865e0</w:t>
      </w:r>
    </w:p>
    <w:p w:rsidR="007B2329" w:rsidRDefault="007B2329" w:rsidP="007B2329">
      <w:r>
        <w:lastRenderedPageBreak/>
        <w:t>538.2196</w:t>
      </w:r>
      <w:r>
        <w:tab/>
        <w:t>6.351e0</w:t>
      </w:r>
    </w:p>
    <w:p w:rsidR="007B2329" w:rsidRDefault="007B2329" w:rsidP="007B2329">
      <w:r>
        <w:t>538.2456</w:t>
      </w:r>
      <w:r>
        <w:tab/>
        <w:t>9.644e0</w:t>
      </w:r>
    </w:p>
    <w:p w:rsidR="007B2329" w:rsidRDefault="007B2329" w:rsidP="007B2329">
      <w:r>
        <w:t>538.2819</w:t>
      </w:r>
      <w:r>
        <w:tab/>
        <w:t>1.740e1</w:t>
      </w:r>
    </w:p>
    <w:p w:rsidR="007B2329" w:rsidRDefault="007B2329" w:rsidP="007B2329">
      <w:r>
        <w:t>538.2881</w:t>
      </w:r>
      <w:r>
        <w:tab/>
        <w:t>7.827e0</w:t>
      </w:r>
    </w:p>
    <w:p w:rsidR="007B2329" w:rsidRDefault="007B2329" w:rsidP="007B2329">
      <w:r>
        <w:t>538.2966</w:t>
      </w:r>
      <w:r>
        <w:tab/>
        <w:t>3.114e1</w:t>
      </w:r>
    </w:p>
    <w:p w:rsidR="007B2329" w:rsidRDefault="007B2329" w:rsidP="007B2329">
      <w:r>
        <w:t>538.2996</w:t>
      </w:r>
      <w:r>
        <w:tab/>
        <w:t>3.474e1</w:t>
      </w:r>
    </w:p>
    <w:p w:rsidR="007B2329" w:rsidRDefault="007B2329" w:rsidP="007B2329">
      <w:r>
        <w:t>538.3097</w:t>
      </w:r>
      <w:r>
        <w:tab/>
        <w:t>1.454e1</w:t>
      </w:r>
    </w:p>
    <w:p w:rsidR="007B2329" w:rsidRDefault="007B2329" w:rsidP="007B2329">
      <w:r>
        <w:t>538.3110</w:t>
      </w:r>
      <w:r>
        <w:tab/>
        <w:t>6.076e0</w:t>
      </w:r>
    </w:p>
    <w:p w:rsidR="007B2329" w:rsidRDefault="007B2329" w:rsidP="007B2329">
      <w:r>
        <w:t>538.3125</w:t>
      </w:r>
      <w:r>
        <w:tab/>
        <w:t>1.211e1</w:t>
      </w:r>
    </w:p>
    <w:p w:rsidR="007B2329" w:rsidRDefault="007B2329" w:rsidP="007B2329">
      <w:r>
        <w:t>538.3574</w:t>
      </w:r>
      <w:r>
        <w:tab/>
        <w:t>4.546e0</w:t>
      </w:r>
    </w:p>
    <w:p w:rsidR="007B2329" w:rsidRDefault="007B2329" w:rsidP="007B2329">
      <w:r>
        <w:t>538.3931</w:t>
      </w:r>
      <w:r>
        <w:tab/>
        <w:t>2.025e0</w:t>
      </w:r>
    </w:p>
    <w:p w:rsidR="007B2329" w:rsidRDefault="007B2329" w:rsidP="007B2329">
      <w:r>
        <w:t>538.4194</w:t>
      </w:r>
      <w:r>
        <w:tab/>
        <w:t>1.013e0</w:t>
      </w:r>
    </w:p>
    <w:p w:rsidR="007B2329" w:rsidRDefault="007B2329" w:rsidP="007B2329">
      <w:r>
        <w:t>538.4319</w:t>
      </w:r>
      <w:r>
        <w:tab/>
        <w:t>1.013e0</w:t>
      </w:r>
    </w:p>
    <w:p w:rsidR="007B2329" w:rsidRDefault="007B2329" w:rsidP="007B2329">
      <w:r>
        <w:t>538.4565</w:t>
      </w:r>
      <w:r>
        <w:tab/>
        <w:t>6.076e0</w:t>
      </w:r>
    </w:p>
    <w:p w:rsidR="007B2329" w:rsidRDefault="007B2329" w:rsidP="007B2329">
      <w:r>
        <w:t>538.4693</w:t>
      </w:r>
      <w:r>
        <w:tab/>
        <w:t>3.038e0</w:t>
      </w:r>
    </w:p>
    <w:p w:rsidR="007B2329" w:rsidRDefault="007B2329" w:rsidP="007B2329">
      <w:r>
        <w:t>538.4778</w:t>
      </w:r>
      <w:r>
        <w:tab/>
        <w:t>3.038e0</w:t>
      </w:r>
    </w:p>
    <w:p w:rsidR="007B2329" w:rsidRDefault="007B2329" w:rsidP="007B2329">
      <w:r>
        <w:t>538.4822</w:t>
      </w:r>
      <w:r>
        <w:tab/>
        <w:t>3.038e0</w:t>
      </w:r>
    </w:p>
    <w:p w:rsidR="007B2329" w:rsidRDefault="007B2329" w:rsidP="007B2329">
      <w:r>
        <w:t>538.4927</w:t>
      </w:r>
      <w:r>
        <w:tab/>
        <w:t>1.013e0</w:t>
      </w:r>
    </w:p>
    <w:p w:rsidR="007B2329" w:rsidRDefault="007B2329" w:rsidP="007B2329">
      <w:r>
        <w:t>538.5078</w:t>
      </w:r>
      <w:r>
        <w:tab/>
        <w:t>2.025e0</w:t>
      </w:r>
    </w:p>
    <w:p w:rsidR="007B2329" w:rsidRDefault="007B2329" w:rsidP="007B2329">
      <w:r>
        <w:lastRenderedPageBreak/>
        <w:t>538.5248</w:t>
      </w:r>
      <w:r>
        <w:tab/>
        <w:t>4.051e0</w:t>
      </w:r>
    </w:p>
    <w:p w:rsidR="007B2329" w:rsidRDefault="007B2329" w:rsidP="007B2329">
      <w:r>
        <w:t>538.5498</w:t>
      </w:r>
      <w:r>
        <w:tab/>
        <w:t>9.114e0</w:t>
      </w:r>
    </w:p>
    <w:p w:rsidR="007B2329" w:rsidRDefault="007B2329" w:rsidP="007B2329">
      <w:r>
        <w:t>538.5527</w:t>
      </w:r>
      <w:r>
        <w:tab/>
        <w:t>1.013e0</w:t>
      </w:r>
    </w:p>
    <w:p w:rsidR="007B2329" w:rsidRDefault="007B2329" w:rsidP="007B2329">
      <w:r>
        <w:t>538.5585</w:t>
      </w:r>
      <w:r>
        <w:tab/>
        <w:t>2.025e0</w:t>
      </w:r>
    </w:p>
    <w:p w:rsidR="007B2329" w:rsidRDefault="007B2329" w:rsidP="007B2329">
      <w:r>
        <w:t>538.5724</w:t>
      </w:r>
      <w:r>
        <w:tab/>
        <w:t>4.051e0</w:t>
      </w:r>
    </w:p>
    <w:p w:rsidR="007B2329" w:rsidRDefault="007B2329" w:rsidP="007B2329">
      <w:r>
        <w:t>538.5850</w:t>
      </w:r>
      <w:r>
        <w:tab/>
        <w:t>1.013e0</w:t>
      </w:r>
    </w:p>
    <w:p w:rsidR="007B2329" w:rsidRDefault="007B2329" w:rsidP="007B2329">
      <w:r>
        <w:t>538.6363</w:t>
      </w:r>
      <w:r>
        <w:tab/>
        <w:t>1.013e0</w:t>
      </w:r>
    </w:p>
    <w:p w:rsidR="007B2329" w:rsidRDefault="007B2329" w:rsidP="007B2329">
      <w:r>
        <w:t>538.6457</w:t>
      </w:r>
      <w:r>
        <w:tab/>
        <w:t>1.013e0</w:t>
      </w:r>
    </w:p>
    <w:p w:rsidR="007B2329" w:rsidRDefault="007B2329" w:rsidP="007B2329">
      <w:r>
        <w:t>538.6590</w:t>
      </w:r>
      <w:r>
        <w:tab/>
        <w:t>1.025e0</w:t>
      </w:r>
    </w:p>
    <w:p w:rsidR="007B2329" w:rsidRDefault="007B2329" w:rsidP="007B2329">
      <w:r>
        <w:t>538.6696</w:t>
      </w:r>
      <w:r>
        <w:tab/>
        <w:t>2.025e0</w:t>
      </w:r>
    </w:p>
    <w:p w:rsidR="007B2329" w:rsidRDefault="007B2329" w:rsidP="007B2329">
      <w:r>
        <w:t>538.6807</w:t>
      </w:r>
      <w:r>
        <w:tab/>
        <w:t>2.025e0</w:t>
      </w:r>
    </w:p>
    <w:p w:rsidR="007B2329" w:rsidRDefault="007B2329" w:rsidP="007B2329">
      <w:r>
        <w:t>538.6848</w:t>
      </w:r>
      <w:r>
        <w:tab/>
        <w:t>2.025e0</w:t>
      </w:r>
    </w:p>
    <w:p w:rsidR="007B2329" w:rsidRDefault="007B2329" w:rsidP="007B2329">
      <w:r>
        <w:t>538.6953</w:t>
      </w:r>
      <w:r>
        <w:tab/>
        <w:t>1.266e-2</w:t>
      </w:r>
    </w:p>
    <w:p w:rsidR="007B2329" w:rsidRDefault="007B2329" w:rsidP="007B2329">
      <w:r>
        <w:t>538.7017</w:t>
      </w:r>
      <w:r>
        <w:tab/>
        <w:t>1.013e0</w:t>
      </w:r>
    </w:p>
    <w:p w:rsidR="007B2329" w:rsidRDefault="007B2329" w:rsidP="007B2329">
      <w:r>
        <w:t>538.7229</w:t>
      </w:r>
      <w:r>
        <w:tab/>
        <w:t>2.025e0</w:t>
      </w:r>
    </w:p>
    <w:p w:rsidR="007B2329" w:rsidRDefault="007B2329" w:rsidP="007B2329">
      <w:r>
        <w:t>538.7386</w:t>
      </w:r>
      <w:r>
        <w:tab/>
        <w:t>2.025e0</w:t>
      </w:r>
    </w:p>
    <w:p w:rsidR="007B2329" w:rsidRDefault="007B2329" w:rsidP="007B2329">
      <w:r>
        <w:t>538.7491</w:t>
      </w:r>
      <w:r>
        <w:tab/>
        <w:t>3.222e0</w:t>
      </w:r>
    </w:p>
    <w:p w:rsidR="007B2329" w:rsidRDefault="007B2329" w:rsidP="007B2329">
      <w:r>
        <w:t>538.7543</w:t>
      </w:r>
      <w:r>
        <w:tab/>
        <w:t>4.063e0</w:t>
      </w:r>
    </w:p>
    <w:p w:rsidR="007B2329" w:rsidRDefault="007B2329" w:rsidP="007B2329">
      <w:r>
        <w:t>538.7620</w:t>
      </w:r>
      <w:r>
        <w:tab/>
        <w:t>3.038e0</w:t>
      </w:r>
    </w:p>
    <w:p w:rsidR="007B2329" w:rsidRDefault="007B2329" w:rsidP="007B2329">
      <w:r>
        <w:lastRenderedPageBreak/>
        <w:t>538.7794</w:t>
      </w:r>
      <w:r>
        <w:tab/>
        <w:t>2.025e0</w:t>
      </w:r>
    </w:p>
    <w:p w:rsidR="007B2329" w:rsidRDefault="007B2329" w:rsidP="007B2329">
      <w:r>
        <w:t>538.7850</w:t>
      </w:r>
      <w:r>
        <w:tab/>
        <w:t>4.051e0</w:t>
      </w:r>
    </w:p>
    <w:p w:rsidR="007B2329" w:rsidRDefault="007B2329" w:rsidP="007B2329">
      <w:r>
        <w:t>538.7905</w:t>
      </w:r>
      <w:r>
        <w:tab/>
        <w:t>2.025e0</w:t>
      </w:r>
    </w:p>
    <w:p w:rsidR="007B2329" w:rsidRDefault="007B2329" w:rsidP="007B2329">
      <w:r>
        <w:t>538.7921</w:t>
      </w:r>
      <w:r>
        <w:tab/>
        <w:t>4.051e0</w:t>
      </w:r>
    </w:p>
    <w:p w:rsidR="007B2329" w:rsidRDefault="007B2329" w:rsidP="007B2329">
      <w:r>
        <w:t>538.8094</w:t>
      </w:r>
      <w:r>
        <w:tab/>
        <w:t>3.038e0</w:t>
      </w:r>
    </w:p>
    <w:p w:rsidR="007B2329" w:rsidRDefault="007B2329" w:rsidP="007B2329">
      <w:r>
        <w:t>538.8503</w:t>
      </w:r>
      <w:r>
        <w:tab/>
        <w:t>1.013e0</w:t>
      </w:r>
    </w:p>
    <w:p w:rsidR="007B2329" w:rsidRDefault="007B2329" w:rsidP="007B2329">
      <w:r>
        <w:t>538.8584</w:t>
      </w:r>
      <w:r>
        <w:tab/>
        <w:t>1.013e0</w:t>
      </w:r>
    </w:p>
    <w:p w:rsidR="007B2329" w:rsidRDefault="007B2329" w:rsidP="007B2329">
      <w:r>
        <w:t>538.8608</w:t>
      </w:r>
      <w:r>
        <w:tab/>
        <w:t>3.051e0</w:t>
      </w:r>
    </w:p>
    <w:p w:rsidR="007B2329" w:rsidRDefault="007B2329" w:rsidP="007B2329">
      <w:r>
        <w:t>538.8953</w:t>
      </w:r>
      <w:r>
        <w:tab/>
        <w:t>1.013e0</w:t>
      </w:r>
    </w:p>
    <w:p w:rsidR="007B2329" w:rsidRDefault="007B2329" w:rsidP="007B2329">
      <w:r>
        <w:t>538.8995</w:t>
      </w:r>
      <w:r>
        <w:tab/>
        <w:t>2.025e0</w:t>
      </w:r>
    </w:p>
    <w:p w:rsidR="007B2329" w:rsidRDefault="007B2329" w:rsidP="007B2329">
      <w:r>
        <w:t>538.9160</w:t>
      </w:r>
      <w:r>
        <w:tab/>
        <w:t>1.013e0</w:t>
      </w:r>
    </w:p>
    <w:p w:rsidR="007B2329" w:rsidRDefault="007B2329" w:rsidP="007B2329">
      <w:r>
        <w:t>538.9194</w:t>
      </w:r>
      <w:r>
        <w:tab/>
        <w:t>2.038e0</w:t>
      </w:r>
    </w:p>
    <w:p w:rsidR="007B2329" w:rsidRDefault="007B2329" w:rsidP="007B2329">
      <w:r>
        <w:t>538.9713</w:t>
      </w:r>
      <w:r>
        <w:tab/>
        <w:t>1.013e0</w:t>
      </w:r>
    </w:p>
    <w:p w:rsidR="007B2329" w:rsidRDefault="007B2329" w:rsidP="007B2329">
      <w:r>
        <w:t>538.9805</w:t>
      </w:r>
      <w:r>
        <w:tab/>
        <w:t>1.013e0</w:t>
      </w:r>
    </w:p>
    <w:p w:rsidR="007B2329" w:rsidRDefault="007B2329" w:rsidP="007B2329">
      <w:r>
        <w:t>538.9869</w:t>
      </w:r>
      <w:r>
        <w:tab/>
        <w:t>1.013e0</w:t>
      </w:r>
    </w:p>
    <w:p w:rsidR="007B2329" w:rsidRDefault="007B2329" w:rsidP="007B2329">
      <w:r>
        <w:t>538.9897</w:t>
      </w:r>
      <w:r>
        <w:tab/>
        <w:t>1.013e0</w:t>
      </w:r>
    </w:p>
    <w:p w:rsidR="007B2329" w:rsidRDefault="007B2329" w:rsidP="007B2329">
      <w:r>
        <w:t>538.9941</w:t>
      </w:r>
      <w:r>
        <w:tab/>
        <w:t>2.038e0</w:t>
      </w:r>
    </w:p>
    <w:p w:rsidR="007B2329" w:rsidRDefault="007B2329" w:rsidP="007B2329">
      <w:r>
        <w:t>538.9952</w:t>
      </w:r>
      <w:r>
        <w:tab/>
        <w:t>2.025e0</w:t>
      </w:r>
    </w:p>
    <w:p w:rsidR="007B2329" w:rsidRDefault="007B2329" w:rsidP="007B2329">
      <w:r>
        <w:t>538.9990</w:t>
      </w:r>
      <w:r>
        <w:tab/>
        <w:t>1.013e0</w:t>
      </w:r>
    </w:p>
    <w:p w:rsidR="007B2329" w:rsidRDefault="007B2329" w:rsidP="007B2329">
      <w:r>
        <w:lastRenderedPageBreak/>
        <w:t>539.0790</w:t>
      </w:r>
      <w:r>
        <w:tab/>
        <w:t>1.013e0</w:t>
      </w:r>
    </w:p>
    <w:p w:rsidR="007B2329" w:rsidRDefault="007B2329" w:rsidP="007B2329">
      <w:r>
        <w:t>539.0873</w:t>
      </w:r>
      <w:r>
        <w:tab/>
        <w:t>3.503e0</w:t>
      </w:r>
    </w:p>
    <w:p w:rsidR="007B2329" w:rsidRDefault="007B2329" w:rsidP="007B2329">
      <w:r>
        <w:t>539.1191</w:t>
      </w:r>
      <w:r>
        <w:tab/>
        <w:t>7.616e-1</w:t>
      </w:r>
    </w:p>
    <w:p w:rsidR="007B2329" w:rsidRDefault="007B2329" w:rsidP="007B2329">
      <w:r>
        <w:t>539.1425</w:t>
      </w:r>
      <w:r>
        <w:tab/>
        <w:t>1.843e0</w:t>
      </w:r>
    </w:p>
    <w:p w:rsidR="007B2329" w:rsidRDefault="007B2329" w:rsidP="007B2329">
      <w:r>
        <w:t>539.1852</w:t>
      </w:r>
      <w:r>
        <w:tab/>
        <w:t>3.038e0</w:t>
      </w:r>
    </w:p>
    <w:p w:rsidR="007B2329" w:rsidRDefault="007B2329" w:rsidP="007B2329">
      <w:r>
        <w:t>539.2072</w:t>
      </w:r>
      <w:r>
        <w:tab/>
        <w:t>3.950e1</w:t>
      </w:r>
    </w:p>
    <w:p w:rsidR="007B2329" w:rsidRDefault="007B2329" w:rsidP="007B2329">
      <w:r>
        <w:t>539.2086</w:t>
      </w:r>
      <w:r>
        <w:tab/>
        <w:t>3.574e0</w:t>
      </w:r>
    </w:p>
    <w:p w:rsidR="007B2329" w:rsidRDefault="007B2329" w:rsidP="007B2329">
      <w:r>
        <w:t>539.2117</w:t>
      </w:r>
      <w:r>
        <w:tab/>
        <w:t>6.683e0</w:t>
      </w:r>
    </w:p>
    <w:p w:rsidR="007B2329" w:rsidRDefault="007B2329" w:rsidP="007B2329">
      <w:r>
        <w:t>539.2150</w:t>
      </w:r>
      <w:r>
        <w:tab/>
        <w:t>1.484e0</w:t>
      </w:r>
    </w:p>
    <w:p w:rsidR="007B2329" w:rsidRDefault="007B2329" w:rsidP="007B2329">
      <w:r>
        <w:t>539.2178</w:t>
      </w:r>
      <w:r>
        <w:tab/>
        <w:t>1.009e1</w:t>
      </w:r>
    </w:p>
    <w:p w:rsidR="007B2329" w:rsidRDefault="007B2329" w:rsidP="007B2329">
      <w:r>
        <w:t>539.2316</w:t>
      </w:r>
      <w:r>
        <w:tab/>
        <w:t>1.013e0</w:t>
      </w:r>
    </w:p>
    <w:p w:rsidR="007B2329" w:rsidRDefault="007B2329" w:rsidP="007B2329">
      <w:r>
        <w:t>539.2491</w:t>
      </w:r>
      <w:r>
        <w:tab/>
        <w:t>2.051e0</w:t>
      </w:r>
    </w:p>
    <w:p w:rsidR="007B2329" w:rsidRDefault="007B2329" w:rsidP="007B2329">
      <w:r>
        <w:t>539.2919</w:t>
      </w:r>
      <w:r>
        <w:tab/>
        <w:t>7.692e0</w:t>
      </w:r>
    </w:p>
    <w:p w:rsidR="007B2329" w:rsidRDefault="007B2329" w:rsidP="007B2329">
      <w:r>
        <w:t>539.3033</w:t>
      </w:r>
      <w:r>
        <w:tab/>
        <w:t>7.798e0</w:t>
      </w:r>
    </w:p>
    <w:p w:rsidR="007B2329" w:rsidRDefault="007B2329" w:rsidP="007B2329">
      <w:r>
        <w:t>539.3077</w:t>
      </w:r>
      <w:r>
        <w:tab/>
        <w:t>7.864e0</w:t>
      </w:r>
    </w:p>
    <w:p w:rsidR="007B2329" w:rsidRDefault="007B2329" w:rsidP="007B2329">
      <w:r>
        <w:t>539.3087</w:t>
      </w:r>
      <w:r>
        <w:tab/>
        <w:t>2.157e1</w:t>
      </w:r>
    </w:p>
    <w:p w:rsidR="007B2329" w:rsidRDefault="007B2329" w:rsidP="007B2329">
      <w:r>
        <w:t>539.3154</w:t>
      </w:r>
      <w:r>
        <w:tab/>
        <w:t>1.013e0</w:t>
      </w:r>
    </w:p>
    <w:p w:rsidR="007B2329" w:rsidRDefault="007B2329" w:rsidP="007B2329">
      <w:r>
        <w:t>539.3173</w:t>
      </w:r>
      <w:r>
        <w:tab/>
        <w:t>8.858e0</w:t>
      </w:r>
    </w:p>
    <w:p w:rsidR="007B2329" w:rsidRDefault="007B2329" w:rsidP="007B2329">
      <w:r>
        <w:t>539.3369</w:t>
      </w:r>
      <w:r>
        <w:tab/>
        <w:t>1.370e1</w:t>
      </w:r>
    </w:p>
    <w:p w:rsidR="007B2329" w:rsidRDefault="007B2329" w:rsidP="007B2329">
      <w:r>
        <w:lastRenderedPageBreak/>
        <w:t>539.3613</w:t>
      </w:r>
      <w:r>
        <w:tab/>
        <w:t>2.876e0</w:t>
      </w:r>
    </w:p>
    <w:p w:rsidR="007B2329" w:rsidRDefault="007B2329" w:rsidP="007B2329">
      <w:r>
        <w:t>539.3663</w:t>
      </w:r>
      <w:r>
        <w:tab/>
        <w:t>3.038e0</w:t>
      </w:r>
    </w:p>
    <w:p w:rsidR="007B2329" w:rsidRDefault="007B2329" w:rsidP="007B2329">
      <w:r>
        <w:t>539.3765</w:t>
      </w:r>
      <w:r>
        <w:tab/>
        <w:t>1.832e0</w:t>
      </w:r>
    </w:p>
    <w:p w:rsidR="007B2329" w:rsidRDefault="007B2329" w:rsidP="007B2329">
      <w:r>
        <w:t>539.4043</w:t>
      </w:r>
      <w:r>
        <w:tab/>
        <w:t>3.038e0</w:t>
      </w:r>
    </w:p>
    <w:p w:rsidR="007B2329" w:rsidRDefault="007B2329" w:rsidP="007B2329">
      <w:r>
        <w:t>539.4126</w:t>
      </w:r>
      <w:r>
        <w:tab/>
        <w:t>4.988e0</w:t>
      </w:r>
    </w:p>
    <w:p w:rsidR="007B2329" w:rsidRDefault="007B2329" w:rsidP="007B2329">
      <w:r>
        <w:t>539.4271</w:t>
      </w:r>
      <w:r>
        <w:tab/>
        <w:t>2.025e0</w:t>
      </w:r>
    </w:p>
    <w:p w:rsidR="007B2329" w:rsidRDefault="007B2329" w:rsidP="007B2329">
      <w:r>
        <w:t>539.4379</w:t>
      </w:r>
      <w:r>
        <w:tab/>
        <w:t>2.025e0</w:t>
      </w:r>
    </w:p>
    <w:p w:rsidR="007B2329" w:rsidRDefault="007B2329" w:rsidP="007B2329">
      <w:r>
        <w:t>539.4446</w:t>
      </w:r>
      <w:r>
        <w:tab/>
        <w:t>1.013e0</w:t>
      </w:r>
    </w:p>
    <w:p w:rsidR="007B2329" w:rsidRDefault="007B2329" w:rsidP="007B2329">
      <w:r>
        <w:t>539.4553</w:t>
      </w:r>
      <w:r>
        <w:tab/>
        <w:t>1.013e0</w:t>
      </w:r>
    </w:p>
    <w:p w:rsidR="007B2329" w:rsidRDefault="007B2329" w:rsidP="007B2329">
      <w:r>
        <w:t>539.4714</w:t>
      </w:r>
      <w:r>
        <w:tab/>
        <w:t>4.051e0</w:t>
      </w:r>
    </w:p>
    <w:p w:rsidR="007B2329" w:rsidRDefault="007B2329" w:rsidP="007B2329">
      <w:r>
        <w:t>539.4737</w:t>
      </w:r>
      <w:r>
        <w:tab/>
        <w:t>1.013e0</w:t>
      </w:r>
    </w:p>
    <w:p w:rsidR="007B2329" w:rsidRDefault="007B2329" w:rsidP="007B2329">
      <w:r>
        <w:t>539.4813</w:t>
      </w:r>
      <w:r>
        <w:tab/>
        <w:t>1.013e0</w:t>
      </w:r>
    </w:p>
    <w:p w:rsidR="007B2329" w:rsidRDefault="007B2329" w:rsidP="007B2329">
      <w:r>
        <w:t>539.4930</w:t>
      </w:r>
      <w:r>
        <w:tab/>
        <w:t>2.025e0</w:t>
      </w:r>
    </w:p>
    <w:p w:rsidR="007B2329" w:rsidRDefault="007B2329" w:rsidP="007B2329">
      <w:r>
        <w:t>539.5088</w:t>
      </w:r>
      <w:r>
        <w:tab/>
        <w:t>2.356e0</w:t>
      </w:r>
    </w:p>
    <w:p w:rsidR="007B2329" w:rsidRDefault="007B2329" w:rsidP="007B2329">
      <w:r>
        <w:t>539.5273</w:t>
      </w:r>
      <w:r>
        <w:tab/>
        <w:t>2.025e0</w:t>
      </w:r>
    </w:p>
    <w:p w:rsidR="007B2329" w:rsidRDefault="007B2329" w:rsidP="007B2329">
      <w:r>
        <w:t>539.5483</w:t>
      </w:r>
      <w:r>
        <w:tab/>
        <w:t>1.013e0</w:t>
      </w:r>
    </w:p>
    <w:p w:rsidR="007B2329" w:rsidRDefault="007B2329" w:rsidP="007B2329">
      <w:r>
        <w:t>539.5561</w:t>
      </w:r>
      <w:r>
        <w:tab/>
        <w:t>2.025e0</w:t>
      </w:r>
    </w:p>
    <w:p w:rsidR="007B2329" w:rsidRDefault="007B2329" w:rsidP="007B2329">
      <w:r>
        <w:t>539.5669</w:t>
      </w:r>
      <w:r>
        <w:tab/>
        <w:t>2.025e0</w:t>
      </w:r>
    </w:p>
    <w:p w:rsidR="007B2329" w:rsidRDefault="007B2329" w:rsidP="007B2329">
      <w:r>
        <w:t>539.5764</w:t>
      </w:r>
      <w:r>
        <w:tab/>
        <w:t>1.013e0</w:t>
      </w:r>
    </w:p>
    <w:p w:rsidR="007B2329" w:rsidRDefault="007B2329" w:rsidP="007B2329">
      <w:r>
        <w:lastRenderedPageBreak/>
        <w:t>539.5804</w:t>
      </w:r>
      <w:r>
        <w:tab/>
        <w:t>2.025e0</w:t>
      </w:r>
    </w:p>
    <w:p w:rsidR="007B2329" w:rsidRDefault="007B2329" w:rsidP="007B2329">
      <w:r>
        <w:t>539.5917</w:t>
      </w:r>
      <w:r>
        <w:tab/>
        <w:t>1.013e0</w:t>
      </w:r>
    </w:p>
    <w:p w:rsidR="007B2329" w:rsidRDefault="007B2329" w:rsidP="007B2329">
      <w:r>
        <w:t>539.6008</w:t>
      </w:r>
      <w:r>
        <w:tab/>
        <w:t>2.025e0</w:t>
      </w:r>
    </w:p>
    <w:p w:rsidR="007B2329" w:rsidRDefault="007B2329" w:rsidP="007B2329">
      <w:r>
        <w:t>539.6187</w:t>
      </w:r>
      <w:r>
        <w:tab/>
        <w:t>2.025e0</w:t>
      </w:r>
    </w:p>
    <w:p w:rsidR="007B2329" w:rsidRDefault="007B2329" w:rsidP="007B2329">
      <w:r>
        <w:t>539.6284</w:t>
      </w:r>
      <w:r>
        <w:tab/>
        <w:t>1.013e0</w:t>
      </w:r>
    </w:p>
    <w:p w:rsidR="007B2329" w:rsidRDefault="007B2329" w:rsidP="007B2329">
      <w:r>
        <w:t>539.6469</w:t>
      </w:r>
      <w:r>
        <w:tab/>
        <w:t>1.013e0</w:t>
      </w:r>
    </w:p>
    <w:p w:rsidR="007B2329" w:rsidRDefault="007B2329" w:rsidP="007B2329">
      <w:r>
        <w:t>539.6601</w:t>
      </w:r>
      <w:r>
        <w:tab/>
        <w:t>2.025e0</w:t>
      </w:r>
    </w:p>
    <w:p w:rsidR="007B2329" w:rsidRDefault="007B2329" w:rsidP="007B2329">
      <w:r>
        <w:t>539.6760</w:t>
      </w:r>
      <w:r>
        <w:tab/>
        <w:t>2.025e0</w:t>
      </w:r>
    </w:p>
    <w:p w:rsidR="007B2329" w:rsidRDefault="007B2329" w:rsidP="007B2329">
      <w:r>
        <w:t>539.6813</w:t>
      </w:r>
      <w:r>
        <w:tab/>
        <w:t>3.038e0</w:t>
      </w:r>
    </w:p>
    <w:p w:rsidR="007B2329" w:rsidRDefault="007B2329" w:rsidP="007B2329">
      <w:r>
        <w:t>539.6972</w:t>
      </w:r>
      <w:r>
        <w:tab/>
        <w:t>1.013e0</w:t>
      </w:r>
    </w:p>
    <w:p w:rsidR="007B2329" w:rsidRDefault="007B2329" w:rsidP="007B2329">
      <w:r>
        <w:t>539.7023</w:t>
      </w:r>
      <w:r>
        <w:tab/>
        <w:t>2.025e0</w:t>
      </w:r>
    </w:p>
    <w:p w:rsidR="007B2329" w:rsidRDefault="007B2329" w:rsidP="007B2329">
      <w:r>
        <w:t>539.7314</w:t>
      </w:r>
      <w:r>
        <w:tab/>
        <w:t>3.038e0</w:t>
      </w:r>
    </w:p>
    <w:p w:rsidR="007B2329" w:rsidRDefault="007B2329" w:rsidP="007B2329">
      <w:r>
        <w:t>539.7390</w:t>
      </w:r>
      <w:r>
        <w:tab/>
        <w:t>2.025e0</w:t>
      </w:r>
    </w:p>
    <w:p w:rsidR="007B2329" w:rsidRDefault="007B2329" w:rsidP="007B2329">
      <w:r>
        <w:t>539.7439</w:t>
      </w:r>
      <w:r>
        <w:tab/>
        <w:t>1.013e0</w:t>
      </w:r>
    </w:p>
    <w:p w:rsidR="007B2329" w:rsidRDefault="007B2329" w:rsidP="007B2329">
      <w:r>
        <w:t>539.7625</w:t>
      </w:r>
      <w:r>
        <w:tab/>
        <w:t>2.025e0</w:t>
      </w:r>
    </w:p>
    <w:p w:rsidR="007B2329" w:rsidRDefault="007B2329" w:rsidP="007B2329">
      <w:r>
        <w:t>539.7740</w:t>
      </w:r>
      <w:r>
        <w:tab/>
        <w:t>4.051e0</w:t>
      </w:r>
    </w:p>
    <w:p w:rsidR="007B2329" w:rsidRDefault="007B2329" w:rsidP="007B2329">
      <w:r>
        <w:t>539.7765</w:t>
      </w:r>
      <w:r>
        <w:tab/>
        <w:t>2.025e0</w:t>
      </w:r>
    </w:p>
    <w:p w:rsidR="007B2329" w:rsidRDefault="007B2329" w:rsidP="007B2329">
      <w:r>
        <w:t>539.7999</w:t>
      </w:r>
      <w:r>
        <w:tab/>
        <w:t>1.013e0</w:t>
      </w:r>
    </w:p>
    <w:p w:rsidR="007B2329" w:rsidRDefault="007B2329" w:rsidP="007B2329">
      <w:r>
        <w:t>539.8090</w:t>
      </w:r>
      <w:r>
        <w:tab/>
        <w:t>1.013e0</w:t>
      </w:r>
    </w:p>
    <w:p w:rsidR="007B2329" w:rsidRDefault="007B2329" w:rsidP="007B2329">
      <w:r>
        <w:lastRenderedPageBreak/>
        <w:t>539.8126</w:t>
      </w:r>
      <w:r>
        <w:tab/>
        <w:t>3.038e0</w:t>
      </w:r>
    </w:p>
    <w:p w:rsidR="007B2329" w:rsidRDefault="007B2329" w:rsidP="007B2329">
      <w:r>
        <w:t>539.8304</w:t>
      </w:r>
      <w:r>
        <w:tab/>
        <w:t>3.038e0</w:t>
      </w:r>
    </w:p>
    <w:p w:rsidR="007B2329" w:rsidRDefault="007B2329" w:rsidP="007B2329">
      <w:r>
        <w:t>539.8389</w:t>
      </w:r>
      <w:r>
        <w:tab/>
        <w:t>2.025e0</w:t>
      </w:r>
    </w:p>
    <w:p w:rsidR="007B2329" w:rsidRDefault="007B2329" w:rsidP="007B2329">
      <w:r>
        <w:t>539.8557</w:t>
      </w:r>
      <w:r>
        <w:tab/>
        <w:t>1.013e0</w:t>
      </w:r>
    </w:p>
    <w:p w:rsidR="007B2329" w:rsidRDefault="007B2329" w:rsidP="007B2329">
      <w:r>
        <w:t>539.8865</w:t>
      </w:r>
      <w:r>
        <w:tab/>
        <w:t>2.025e0</w:t>
      </w:r>
    </w:p>
    <w:p w:rsidR="007B2329" w:rsidRDefault="007B2329" w:rsidP="007B2329">
      <w:r>
        <w:t>539.9220</w:t>
      </w:r>
      <w:r>
        <w:tab/>
        <w:t>3.038e0</w:t>
      </w:r>
    </w:p>
    <w:p w:rsidR="007B2329" w:rsidRDefault="007B2329" w:rsidP="007B2329">
      <w:r>
        <w:t>539.9302</w:t>
      </w:r>
      <w:r>
        <w:tab/>
        <w:t>1.013e0</w:t>
      </w:r>
    </w:p>
    <w:p w:rsidR="007B2329" w:rsidRDefault="007B2329" w:rsidP="007B2329">
      <w:r>
        <w:t>539.9323</w:t>
      </w:r>
      <w:r>
        <w:tab/>
        <w:t>2.025e0</w:t>
      </w:r>
    </w:p>
    <w:p w:rsidR="007B2329" w:rsidRDefault="007B2329" w:rsidP="007B2329">
      <w:r>
        <w:t>539.9415</w:t>
      </w:r>
      <w:r>
        <w:tab/>
        <w:t>1.013e0</w:t>
      </w:r>
    </w:p>
    <w:p w:rsidR="007B2329" w:rsidRDefault="007B2329" w:rsidP="007B2329">
      <w:r>
        <w:t>539.9440</w:t>
      </w:r>
      <w:r>
        <w:tab/>
        <w:t>3.038e0</w:t>
      </w:r>
    </w:p>
    <w:p w:rsidR="007B2329" w:rsidRDefault="007B2329" w:rsidP="007B2329">
      <w:r>
        <w:t>539.9487</w:t>
      </w:r>
      <w:r>
        <w:tab/>
        <w:t>1.013e0</w:t>
      </w:r>
    </w:p>
    <w:p w:rsidR="007B2329" w:rsidRDefault="007B2329" w:rsidP="007B2329">
      <w:r>
        <w:t>539.9757</w:t>
      </w:r>
      <w:r>
        <w:tab/>
        <w:t>1.013e0</w:t>
      </w:r>
    </w:p>
    <w:p w:rsidR="007B2329" w:rsidRDefault="007B2329" w:rsidP="007B2329">
      <w:r>
        <w:t>540.0123</w:t>
      </w:r>
      <w:r>
        <w:tab/>
        <w:t>1.013e0</w:t>
      </w:r>
    </w:p>
    <w:p w:rsidR="007B2329" w:rsidRDefault="007B2329" w:rsidP="007B2329">
      <w:r>
        <w:t>540.0138</w:t>
      </w:r>
      <w:r>
        <w:tab/>
        <w:t>3.038e0</w:t>
      </w:r>
    </w:p>
    <w:p w:rsidR="007B2329" w:rsidRDefault="007B2329" w:rsidP="007B2329">
      <w:r>
        <w:t>540.0335</w:t>
      </w:r>
      <w:r>
        <w:tab/>
        <w:t>1.013e0</w:t>
      </w:r>
    </w:p>
    <w:p w:rsidR="007B2329" w:rsidRDefault="007B2329" w:rsidP="007B2329">
      <w:r>
        <w:t>540.0421</w:t>
      </w:r>
      <w:r>
        <w:tab/>
        <w:t>1.013e0</w:t>
      </w:r>
    </w:p>
    <w:p w:rsidR="007B2329" w:rsidRDefault="007B2329" w:rsidP="007B2329">
      <w:r>
        <w:t>540.0851</w:t>
      </w:r>
      <w:r>
        <w:tab/>
        <w:t>2.025e0</w:t>
      </w:r>
    </w:p>
    <w:p w:rsidR="007B2329" w:rsidRDefault="007B2329" w:rsidP="007B2329">
      <w:r>
        <w:t>540.0987</w:t>
      </w:r>
      <w:r>
        <w:tab/>
        <w:t>4.051e0</w:t>
      </w:r>
    </w:p>
    <w:p w:rsidR="007B2329" w:rsidRDefault="007B2329" w:rsidP="007B2329">
      <w:r>
        <w:t>540.1088</w:t>
      </w:r>
      <w:r>
        <w:tab/>
        <w:t>5.063e0</w:t>
      </w:r>
    </w:p>
    <w:p w:rsidR="007B2329" w:rsidRDefault="007B2329" w:rsidP="007B2329">
      <w:r>
        <w:lastRenderedPageBreak/>
        <w:t>540.1517</w:t>
      </w:r>
      <w:r>
        <w:tab/>
        <w:t>1.776e0</w:t>
      </w:r>
    </w:p>
    <w:p w:rsidR="007B2329" w:rsidRDefault="007B2329" w:rsidP="007B2329">
      <w:r>
        <w:t>540.1591</w:t>
      </w:r>
      <w:r>
        <w:tab/>
        <w:t>3.217e0</w:t>
      </w:r>
    </w:p>
    <w:p w:rsidR="007B2329" w:rsidRDefault="007B2329" w:rsidP="007B2329">
      <w:r>
        <w:t>540.1674</w:t>
      </w:r>
      <w:r>
        <w:tab/>
        <w:t>1.431e0</w:t>
      </w:r>
    </w:p>
    <w:p w:rsidR="007B2329" w:rsidRDefault="007B2329" w:rsidP="007B2329">
      <w:r>
        <w:t>540.1839</w:t>
      </w:r>
      <w:r>
        <w:tab/>
        <w:t>3.038e0</w:t>
      </w:r>
    </w:p>
    <w:p w:rsidR="007B2329" w:rsidRDefault="007B2329" w:rsidP="007B2329">
      <w:r>
        <w:t>540.1944</w:t>
      </w:r>
      <w:r>
        <w:tab/>
        <w:t>6.063e0</w:t>
      </w:r>
    </w:p>
    <w:p w:rsidR="007B2329" w:rsidRDefault="007B2329" w:rsidP="007B2329">
      <w:r>
        <w:t>540.1964</w:t>
      </w:r>
      <w:r>
        <w:tab/>
        <w:t>2.817e0</w:t>
      </w:r>
    </w:p>
    <w:p w:rsidR="007B2329" w:rsidRDefault="007B2329" w:rsidP="007B2329">
      <w:r>
        <w:t>540.2039</w:t>
      </w:r>
      <w:r>
        <w:tab/>
        <w:t>2.386e0</w:t>
      </w:r>
    </w:p>
    <w:p w:rsidR="007B2329" w:rsidRDefault="007B2329" w:rsidP="007B2329">
      <w:r>
        <w:t>540.2064</w:t>
      </w:r>
      <w:r>
        <w:tab/>
        <w:t>2.749e0</w:t>
      </w:r>
    </w:p>
    <w:p w:rsidR="007B2329" w:rsidRDefault="007B2329" w:rsidP="007B2329">
      <w:r>
        <w:t>540.2224</w:t>
      </w:r>
      <w:r>
        <w:tab/>
        <w:t>7.236e0</w:t>
      </w:r>
    </w:p>
    <w:p w:rsidR="007B2329" w:rsidRDefault="007B2329" w:rsidP="007B2329">
      <w:r>
        <w:t>540.2249</w:t>
      </w:r>
      <w:r>
        <w:tab/>
        <w:t>2.151e0</w:t>
      </w:r>
    </w:p>
    <w:p w:rsidR="007B2329" w:rsidRDefault="007B2329" w:rsidP="007B2329">
      <w:r>
        <w:t>540.2542</w:t>
      </w:r>
      <w:r>
        <w:tab/>
        <w:t>5.491e0</w:t>
      </w:r>
    </w:p>
    <w:p w:rsidR="007B2329" w:rsidRDefault="007B2329" w:rsidP="007B2329">
      <w:r>
        <w:t>540.2672</w:t>
      </w:r>
      <w:r>
        <w:tab/>
        <w:t>2.025e0</w:t>
      </w:r>
    </w:p>
    <w:p w:rsidR="007B2329" w:rsidRDefault="007B2329" w:rsidP="007B2329">
      <w:r>
        <w:t>540.2798</w:t>
      </w:r>
      <w:r>
        <w:tab/>
        <w:t>2.025e0</w:t>
      </w:r>
    </w:p>
    <w:p w:rsidR="007B2329" w:rsidRDefault="007B2329" w:rsidP="007B2329">
      <w:r>
        <w:t>540.3157</w:t>
      </w:r>
      <w:r>
        <w:tab/>
        <w:t>1.851e0</w:t>
      </w:r>
    </w:p>
    <w:p w:rsidR="007B2329" w:rsidRDefault="007B2329" w:rsidP="007B2329">
      <w:r>
        <w:t>540.3253</w:t>
      </w:r>
      <w:r>
        <w:tab/>
        <w:t>4.699e0</w:t>
      </w:r>
    </w:p>
    <w:p w:rsidR="007B2329" w:rsidRDefault="007B2329" w:rsidP="007B2329">
      <w:r>
        <w:t>540.3293</w:t>
      </w:r>
      <w:r>
        <w:tab/>
        <w:t>4.411e0</w:t>
      </w:r>
    </w:p>
    <w:p w:rsidR="007B2329" w:rsidRDefault="007B2329" w:rsidP="007B2329">
      <w:r>
        <w:t>540.3309</w:t>
      </w:r>
      <w:r>
        <w:tab/>
        <w:t>3.581e0</w:t>
      </w:r>
    </w:p>
    <w:p w:rsidR="007B2329" w:rsidRDefault="007B2329" w:rsidP="007B2329">
      <w:r>
        <w:t>540.3602</w:t>
      </w:r>
      <w:r>
        <w:tab/>
        <w:t>3.006e0</w:t>
      </w:r>
    </w:p>
    <w:p w:rsidR="007B2329" w:rsidRDefault="007B2329" w:rsidP="007B2329">
      <w:r>
        <w:t>540.3683</w:t>
      </w:r>
      <w:r>
        <w:tab/>
        <w:t>1.013e0</w:t>
      </w:r>
    </w:p>
    <w:p w:rsidR="007B2329" w:rsidRDefault="007B2329" w:rsidP="007B2329">
      <w:r>
        <w:lastRenderedPageBreak/>
        <w:t>540.3859</w:t>
      </w:r>
      <w:r>
        <w:tab/>
        <w:t>3.718e0</w:t>
      </w:r>
    </w:p>
    <w:p w:rsidR="007B2329" w:rsidRDefault="007B2329" w:rsidP="007B2329">
      <w:r>
        <w:t>540.3919</w:t>
      </w:r>
      <w:r>
        <w:tab/>
        <w:t>3.798e-2</w:t>
      </w:r>
    </w:p>
    <w:p w:rsidR="007B2329" w:rsidRDefault="007B2329" w:rsidP="007B2329">
      <w:r>
        <w:t>540.4225</w:t>
      </w:r>
      <w:r>
        <w:tab/>
        <w:t>3.038e0</w:t>
      </w:r>
    </w:p>
    <w:p w:rsidR="007B2329" w:rsidRDefault="007B2329" w:rsidP="007B2329">
      <w:r>
        <w:t>540.4248</w:t>
      </w:r>
      <w:r>
        <w:tab/>
        <w:t>3.038e0</w:t>
      </w:r>
    </w:p>
    <w:p w:rsidR="007B2329" w:rsidRDefault="007B2329" w:rsidP="007B2329">
      <w:r>
        <w:t>540.4434</w:t>
      </w:r>
      <w:r>
        <w:tab/>
        <w:t>3.038e0</w:t>
      </w:r>
    </w:p>
    <w:p w:rsidR="007B2329" w:rsidRDefault="007B2329" w:rsidP="007B2329">
      <w:r>
        <w:t>540.4450</w:t>
      </w:r>
      <w:r>
        <w:tab/>
        <w:t>4.051e0</w:t>
      </w:r>
    </w:p>
    <w:p w:rsidR="007B2329" w:rsidRDefault="007B2329" w:rsidP="007B2329">
      <w:r>
        <w:t>540.4517</w:t>
      </w:r>
      <w:r>
        <w:tab/>
        <w:t>3.038e0</w:t>
      </w:r>
    </w:p>
    <w:p w:rsidR="007B2329" w:rsidRDefault="007B2329" w:rsidP="007B2329">
      <w:r>
        <w:t>540.4531</w:t>
      </w:r>
      <w:r>
        <w:tab/>
        <w:t>4.076e0</w:t>
      </w:r>
    </w:p>
    <w:p w:rsidR="007B2329" w:rsidRDefault="007B2329" w:rsidP="007B2329">
      <w:r>
        <w:t>540.4615</w:t>
      </w:r>
      <w:r>
        <w:tab/>
        <w:t>1.013e0</w:t>
      </w:r>
    </w:p>
    <w:p w:rsidR="007B2329" w:rsidRDefault="007B2329" w:rsidP="007B2329">
      <w:r>
        <w:t>540.4669</w:t>
      </w:r>
      <w:r>
        <w:tab/>
        <w:t>3.346e0</w:t>
      </w:r>
    </w:p>
    <w:p w:rsidR="007B2329" w:rsidRDefault="007B2329" w:rsidP="007B2329">
      <w:r>
        <w:t>540.4711</w:t>
      </w:r>
      <w:r>
        <w:tab/>
        <w:t>3.038e0</w:t>
      </w:r>
    </w:p>
    <w:p w:rsidR="007B2329" w:rsidRDefault="007B2329" w:rsidP="007B2329">
      <w:r>
        <w:t>540.5176</w:t>
      </w:r>
      <w:r>
        <w:tab/>
        <w:t>1.013e0</w:t>
      </w:r>
    </w:p>
    <w:p w:rsidR="007B2329" w:rsidRDefault="007B2329" w:rsidP="007B2329">
      <w:r>
        <w:t>540.5431</w:t>
      </w:r>
      <w:r>
        <w:tab/>
        <w:t>3.038e0</w:t>
      </w:r>
    </w:p>
    <w:p w:rsidR="007B2329" w:rsidRDefault="007B2329" w:rsidP="007B2329">
      <w:r>
        <w:t>540.5620</w:t>
      </w:r>
      <w:r>
        <w:tab/>
        <w:t>1.013e0</w:t>
      </w:r>
    </w:p>
    <w:p w:rsidR="007B2329" w:rsidRDefault="007B2329" w:rsidP="007B2329">
      <w:r>
        <w:t>540.5748</w:t>
      </w:r>
      <w:r>
        <w:tab/>
        <w:t>3.038e0</w:t>
      </w:r>
    </w:p>
    <w:p w:rsidR="007B2329" w:rsidRDefault="007B2329" w:rsidP="007B2329">
      <w:r>
        <w:t>540.5828</w:t>
      </w:r>
      <w:r>
        <w:tab/>
        <w:t>1.266e-2</w:t>
      </w:r>
    </w:p>
    <w:p w:rsidR="007B2329" w:rsidRDefault="007B2329" w:rsidP="007B2329">
      <w:r>
        <w:t>540.6014</w:t>
      </w:r>
      <w:r>
        <w:tab/>
        <w:t>1.013e0</w:t>
      </w:r>
    </w:p>
    <w:p w:rsidR="007B2329" w:rsidRDefault="007B2329" w:rsidP="007B2329">
      <w:r>
        <w:t>540.6191</w:t>
      </w:r>
      <w:r>
        <w:tab/>
        <w:t>3.038e0</w:t>
      </w:r>
    </w:p>
    <w:p w:rsidR="007B2329" w:rsidRDefault="007B2329" w:rsidP="007B2329">
      <w:r>
        <w:t>540.6387</w:t>
      </w:r>
      <w:r>
        <w:tab/>
        <w:t>1.013e0</w:t>
      </w:r>
    </w:p>
    <w:p w:rsidR="007B2329" w:rsidRDefault="007B2329" w:rsidP="007B2329">
      <w:r>
        <w:lastRenderedPageBreak/>
        <w:t>540.6907</w:t>
      </w:r>
      <w:r>
        <w:tab/>
        <w:t>2.025e0</w:t>
      </w:r>
    </w:p>
    <w:p w:rsidR="007B2329" w:rsidRDefault="007B2329" w:rsidP="007B2329">
      <w:r>
        <w:t>540.7090</w:t>
      </w:r>
      <w:r>
        <w:tab/>
        <w:t>2.025e0</w:t>
      </w:r>
    </w:p>
    <w:p w:rsidR="007B2329" w:rsidRDefault="007B2329" w:rsidP="007B2329">
      <w:r>
        <w:t>540.7460</w:t>
      </w:r>
      <w:r>
        <w:tab/>
        <w:t>1.013e0</w:t>
      </w:r>
    </w:p>
    <w:p w:rsidR="007B2329" w:rsidRDefault="007B2329" w:rsidP="007B2329">
      <w:r>
        <w:t>540.7507</w:t>
      </w:r>
      <w:r>
        <w:tab/>
        <w:t>1.013e0</w:t>
      </w:r>
    </w:p>
    <w:p w:rsidR="007B2329" w:rsidRDefault="007B2329" w:rsidP="007B2329">
      <w:r>
        <w:t>540.7643</w:t>
      </w:r>
      <w:r>
        <w:tab/>
        <w:t>1.013e0</w:t>
      </w:r>
    </w:p>
    <w:p w:rsidR="007B2329" w:rsidRDefault="007B2329" w:rsidP="007B2329">
      <w:r>
        <w:t>540.7798</w:t>
      </w:r>
      <w:r>
        <w:tab/>
        <w:t>2.025e0</w:t>
      </w:r>
    </w:p>
    <w:p w:rsidR="007B2329" w:rsidRDefault="007B2329" w:rsidP="007B2329">
      <w:r>
        <w:t>540.8013</w:t>
      </w:r>
      <w:r>
        <w:tab/>
        <w:t>1.013e0</w:t>
      </w:r>
    </w:p>
    <w:p w:rsidR="007B2329" w:rsidRDefault="007B2329" w:rsidP="007B2329">
      <w:r>
        <w:t>540.8104</w:t>
      </w:r>
      <w:r>
        <w:tab/>
        <w:t>2.025e0</w:t>
      </w:r>
    </w:p>
    <w:p w:rsidR="007B2329" w:rsidRDefault="007B2329" w:rsidP="007B2329">
      <w:r>
        <w:t>540.8196</w:t>
      </w:r>
      <w:r>
        <w:tab/>
        <w:t>1.266e-2</w:t>
      </w:r>
    </w:p>
    <w:p w:rsidR="007B2329" w:rsidRDefault="007B2329" w:rsidP="007B2329">
      <w:r>
        <w:t>540.8348</w:t>
      </w:r>
      <w:r>
        <w:tab/>
        <w:t>3.038e0</w:t>
      </w:r>
    </w:p>
    <w:p w:rsidR="007B2329" w:rsidRDefault="007B2329" w:rsidP="007B2329">
      <w:r>
        <w:t>540.8759</w:t>
      </w:r>
      <w:r>
        <w:tab/>
        <w:t>3.225e0</w:t>
      </w:r>
    </w:p>
    <w:p w:rsidR="007B2329" w:rsidRDefault="007B2329" w:rsidP="007B2329">
      <w:r>
        <w:t>540.8823</w:t>
      </w:r>
      <w:r>
        <w:tab/>
        <w:t>2.025e0</w:t>
      </w:r>
    </w:p>
    <w:p w:rsidR="007B2329" w:rsidRDefault="007B2329" w:rsidP="007B2329">
      <w:r>
        <w:t>540.8893</w:t>
      </w:r>
      <w:r>
        <w:tab/>
        <w:t>2.025e0</w:t>
      </w:r>
    </w:p>
    <w:p w:rsidR="007B2329" w:rsidRDefault="007B2329" w:rsidP="007B2329">
      <w:r>
        <w:t>540.8918</w:t>
      </w:r>
      <w:r>
        <w:tab/>
        <w:t>2.025e0</w:t>
      </w:r>
    </w:p>
    <w:p w:rsidR="007B2329" w:rsidRDefault="007B2329" w:rsidP="007B2329">
      <w:r>
        <w:t>540.9221</w:t>
      </w:r>
      <w:r>
        <w:tab/>
        <w:t>1.342e0</w:t>
      </w:r>
    </w:p>
    <w:p w:rsidR="007B2329" w:rsidRDefault="007B2329" w:rsidP="007B2329">
      <w:r>
        <w:t>540.9643</w:t>
      </w:r>
      <w:r>
        <w:tab/>
        <w:t>2.025e0</w:t>
      </w:r>
    </w:p>
    <w:p w:rsidR="007B2329" w:rsidRDefault="007B2329" w:rsidP="007B2329">
      <w:r>
        <w:t>540.9655</w:t>
      </w:r>
      <w:r>
        <w:tab/>
        <w:t>4.051e0</w:t>
      </w:r>
    </w:p>
    <w:p w:rsidR="007B2329" w:rsidRDefault="007B2329" w:rsidP="007B2329">
      <w:r>
        <w:t>540.9704</w:t>
      </w:r>
      <w:r>
        <w:tab/>
        <w:t>2.025e0</w:t>
      </w:r>
    </w:p>
    <w:p w:rsidR="007B2329" w:rsidRDefault="007B2329" w:rsidP="007B2329">
      <w:r>
        <w:t>540.9935</w:t>
      </w:r>
      <w:r>
        <w:tab/>
        <w:t>1.013e0</w:t>
      </w:r>
    </w:p>
    <w:p w:rsidR="007B2329" w:rsidRDefault="007B2329" w:rsidP="007B2329">
      <w:r>
        <w:lastRenderedPageBreak/>
        <w:t>540.9996</w:t>
      </w:r>
      <w:r>
        <w:tab/>
        <w:t>2.025e0</w:t>
      </w:r>
    </w:p>
    <w:p w:rsidR="007B2329" w:rsidRDefault="007B2329" w:rsidP="007B2329">
      <w:r>
        <w:t>541.0494</w:t>
      </w:r>
      <w:r>
        <w:tab/>
        <w:t>2.025e0</w:t>
      </w:r>
    </w:p>
    <w:p w:rsidR="007B2329" w:rsidRDefault="007B2329" w:rsidP="007B2329">
      <w:r>
        <w:t>541.0869</w:t>
      </w:r>
      <w:r>
        <w:tab/>
        <w:t>1.013e0</w:t>
      </w:r>
    </w:p>
    <w:p w:rsidR="007B2329" w:rsidRDefault="007B2329" w:rsidP="007B2329">
      <w:r>
        <w:t>541.0928</w:t>
      </w:r>
      <w:r>
        <w:tab/>
        <w:t>3.038e0</w:t>
      </w:r>
    </w:p>
    <w:p w:rsidR="007B2329" w:rsidRDefault="007B2329" w:rsidP="007B2329">
      <w:r>
        <w:t>541.0961</w:t>
      </w:r>
      <w:r>
        <w:tab/>
        <w:t>1.013e0</w:t>
      </w:r>
    </w:p>
    <w:p w:rsidR="007B2329" w:rsidRDefault="007B2329" w:rsidP="007B2329">
      <w:r>
        <w:t>541.1762</w:t>
      </w:r>
      <w:r>
        <w:tab/>
        <w:t>2.481e0</w:t>
      </w:r>
    </w:p>
    <w:p w:rsidR="007B2329" w:rsidRDefault="007B2329" w:rsidP="007B2329">
      <w:r>
        <w:t>541.1923</w:t>
      </w:r>
      <w:r>
        <w:tab/>
        <w:t>3.518e0</w:t>
      </w:r>
    </w:p>
    <w:p w:rsidR="007B2329" w:rsidRDefault="007B2329" w:rsidP="007B2329">
      <w:r>
        <w:t>541.1942</w:t>
      </w:r>
      <w:r>
        <w:tab/>
        <w:t>1.513e0</w:t>
      </w:r>
    </w:p>
    <w:p w:rsidR="007B2329" w:rsidRDefault="007B2329" w:rsidP="007B2329">
      <w:r>
        <w:t>541.1991</w:t>
      </w:r>
      <w:r>
        <w:tab/>
        <w:t>1.013e0</w:t>
      </w:r>
    </w:p>
    <w:p w:rsidR="007B2329" w:rsidRDefault="007B2329" w:rsidP="007B2329">
      <w:r>
        <w:t>541.2394</w:t>
      </w:r>
      <w:r>
        <w:tab/>
        <w:t>3.456e0</w:t>
      </w:r>
    </w:p>
    <w:p w:rsidR="007B2329" w:rsidRDefault="007B2329" w:rsidP="007B2329">
      <w:r>
        <w:t>541.2480</w:t>
      </w:r>
      <w:r>
        <w:tab/>
        <w:t>2.316e0</w:t>
      </w:r>
    </w:p>
    <w:p w:rsidR="007B2329" w:rsidRDefault="007B2329" w:rsidP="007B2329">
      <w:r>
        <w:t>541.2679</w:t>
      </w:r>
      <w:r>
        <w:tab/>
        <w:t>3.038e0</w:t>
      </w:r>
    </w:p>
    <w:p w:rsidR="007B2329" w:rsidRDefault="007B2329" w:rsidP="007B2329">
      <w:r>
        <w:t>541.2939</w:t>
      </w:r>
      <w:r>
        <w:tab/>
        <w:t>1.099e0</w:t>
      </w:r>
    </w:p>
    <w:p w:rsidR="007B2329" w:rsidRDefault="007B2329" w:rsidP="007B2329">
      <w:r>
        <w:t>541.3483</w:t>
      </w:r>
      <w:r>
        <w:tab/>
        <w:t>3.544e0</w:t>
      </w:r>
    </w:p>
    <w:p w:rsidR="007B2329" w:rsidRDefault="007B2329" w:rsidP="007B2329">
      <w:r>
        <w:t>541.3539</w:t>
      </w:r>
      <w:r>
        <w:tab/>
        <w:t>2.896e0</w:t>
      </w:r>
    </w:p>
    <w:p w:rsidR="007B2329" w:rsidRDefault="007B2329" w:rsidP="007B2329">
      <w:r>
        <w:t>541.3782</w:t>
      </w:r>
      <w:r>
        <w:tab/>
        <w:t>5.205e-1</w:t>
      </w:r>
    </w:p>
    <w:p w:rsidR="007B2329" w:rsidRDefault="007B2329" w:rsidP="007B2329">
      <w:r>
        <w:t>541.3982</w:t>
      </w:r>
      <w:r>
        <w:tab/>
        <w:t>2.025e0</w:t>
      </w:r>
    </w:p>
    <w:p w:rsidR="007B2329" w:rsidRDefault="007B2329" w:rsidP="007B2329">
      <w:r>
        <w:t>541.4136</w:t>
      </w:r>
      <w:r>
        <w:tab/>
        <w:t>2.025e0</w:t>
      </w:r>
    </w:p>
    <w:p w:rsidR="007B2329" w:rsidRDefault="007B2329" w:rsidP="007B2329">
      <w:r>
        <w:t>541.4510</w:t>
      </w:r>
      <w:r>
        <w:tab/>
        <w:t>3.038e0</w:t>
      </w:r>
    </w:p>
    <w:p w:rsidR="007B2329" w:rsidRDefault="007B2329" w:rsidP="007B2329">
      <w:r>
        <w:lastRenderedPageBreak/>
        <w:t>541.4584</w:t>
      </w:r>
      <w:r>
        <w:tab/>
        <w:t>2.025e0</w:t>
      </w:r>
    </w:p>
    <w:p w:rsidR="007B2329" w:rsidRDefault="007B2329" w:rsidP="007B2329">
      <w:r>
        <w:t>541.4663</w:t>
      </w:r>
      <w:r>
        <w:tab/>
        <w:t>3.038e0</w:t>
      </w:r>
    </w:p>
    <w:p w:rsidR="007B2329" w:rsidRDefault="007B2329" w:rsidP="007B2329">
      <w:r>
        <w:t>541.4698</w:t>
      </w:r>
      <w:r>
        <w:tab/>
        <w:t>1.013e0</w:t>
      </w:r>
    </w:p>
    <w:p w:rsidR="007B2329" w:rsidRDefault="007B2329" w:rsidP="007B2329">
      <w:r>
        <w:t>541.4857</w:t>
      </w:r>
      <w:r>
        <w:tab/>
        <w:t>4.762e0</w:t>
      </w:r>
    </w:p>
    <w:p w:rsidR="007B2329" w:rsidRDefault="007B2329" w:rsidP="007B2329">
      <w:r>
        <w:t>541.4875</w:t>
      </w:r>
      <w:r>
        <w:tab/>
        <w:t>2.025e0</w:t>
      </w:r>
    </w:p>
    <w:p w:rsidR="007B2329" w:rsidRDefault="007B2329" w:rsidP="007B2329">
      <w:r>
        <w:t>541.5034</w:t>
      </w:r>
      <w:r>
        <w:tab/>
        <w:t>2.025e0</w:t>
      </w:r>
    </w:p>
    <w:p w:rsidR="007B2329" w:rsidRDefault="007B2329" w:rsidP="007B2329">
      <w:r>
        <w:t>541.5504</w:t>
      </w:r>
      <w:r>
        <w:tab/>
        <w:t>1.013e0</w:t>
      </w:r>
    </w:p>
    <w:p w:rsidR="007B2329" w:rsidRDefault="007B2329" w:rsidP="007B2329">
      <w:r>
        <w:t>541.5539</w:t>
      </w:r>
      <w:r>
        <w:tab/>
        <w:t>2.025e0</w:t>
      </w:r>
    </w:p>
    <w:p w:rsidR="007B2329" w:rsidRDefault="007B2329" w:rsidP="007B2329">
      <w:r>
        <w:t>541.5577</w:t>
      </w:r>
      <w:r>
        <w:tab/>
        <w:t>2.025e0</w:t>
      </w:r>
    </w:p>
    <w:p w:rsidR="007B2329" w:rsidRDefault="007B2329" w:rsidP="007B2329">
      <w:r>
        <w:t>541.5688</w:t>
      </w:r>
      <w:r>
        <w:tab/>
        <w:t>1.013e0</w:t>
      </w:r>
    </w:p>
    <w:p w:rsidR="007B2329" w:rsidRDefault="007B2329" w:rsidP="007B2329">
      <w:r>
        <w:t>541.6050</w:t>
      </w:r>
      <w:r>
        <w:tab/>
        <w:t>3.038e0</w:t>
      </w:r>
    </w:p>
    <w:p w:rsidR="007B2329" w:rsidRDefault="007B2329" w:rsidP="007B2329">
      <w:r>
        <w:t>541.6139</w:t>
      </w:r>
      <w:r>
        <w:tab/>
        <w:t>4.051e0</w:t>
      </w:r>
    </w:p>
    <w:p w:rsidR="007B2329" w:rsidRDefault="007B2329" w:rsidP="007B2329">
      <w:r>
        <w:t>541.6541</w:t>
      </w:r>
      <w:r>
        <w:tab/>
        <w:t>3.038e0</w:t>
      </w:r>
    </w:p>
    <w:p w:rsidR="007B2329" w:rsidRDefault="007B2329" w:rsidP="007B2329">
      <w:r>
        <w:t>541.6754</w:t>
      </w:r>
      <w:r>
        <w:tab/>
        <w:t>1.013e0</w:t>
      </w:r>
    </w:p>
    <w:p w:rsidR="007B2329" w:rsidRDefault="007B2329" w:rsidP="007B2329">
      <w:r>
        <w:t>541.6794</w:t>
      </w:r>
      <w:r>
        <w:tab/>
        <w:t>1.013e0</w:t>
      </w:r>
    </w:p>
    <w:p w:rsidR="007B2329" w:rsidRDefault="007B2329" w:rsidP="007B2329">
      <w:r>
        <w:t>541.6923</w:t>
      </w:r>
      <w:r>
        <w:tab/>
        <w:t>4.166e0</w:t>
      </w:r>
    </w:p>
    <w:p w:rsidR="007B2329" w:rsidRDefault="007B2329" w:rsidP="007B2329">
      <w:r>
        <w:t>541.7162</w:t>
      </w:r>
      <w:r>
        <w:tab/>
        <w:t>1.013e0</w:t>
      </w:r>
    </w:p>
    <w:p w:rsidR="007B2329" w:rsidRDefault="007B2329" w:rsidP="007B2329">
      <w:r>
        <w:t>541.7407</w:t>
      </w:r>
      <w:r>
        <w:tab/>
        <w:t>1.013e0</w:t>
      </w:r>
    </w:p>
    <w:p w:rsidR="007B2329" w:rsidRDefault="007B2329" w:rsidP="007B2329">
      <w:r>
        <w:t>541.7457</w:t>
      </w:r>
      <w:r>
        <w:tab/>
        <w:t>2.025e0</w:t>
      </w:r>
    </w:p>
    <w:p w:rsidR="007B2329" w:rsidRDefault="007B2329" w:rsidP="007B2329">
      <w:r>
        <w:lastRenderedPageBreak/>
        <w:t>541.7687</w:t>
      </w:r>
      <w:r>
        <w:tab/>
        <w:t>1.013e0</w:t>
      </w:r>
    </w:p>
    <w:p w:rsidR="007B2329" w:rsidRDefault="007B2329" w:rsidP="007B2329">
      <w:r>
        <w:t>541.8240</w:t>
      </w:r>
      <w:r>
        <w:tab/>
        <w:t>2.025e0</w:t>
      </w:r>
    </w:p>
    <w:p w:rsidR="007B2329" w:rsidRDefault="007B2329" w:rsidP="007B2329">
      <w:r>
        <w:t>541.8342</w:t>
      </w:r>
      <w:r>
        <w:tab/>
        <w:t>1.013e0</w:t>
      </w:r>
    </w:p>
    <w:p w:rsidR="007B2329" w:rsidRDefault="007B2329" w:rsidP="007B2329">
      <w:r>
        <w:t>541.8423</w:t>
      </w:r>
      <w:r>
        <w:tab/>
        <w:t>1.013e0</w:t>
      </w:r>
    </w:p>
    <w:p w:rsidR="007B2329" w:rsidRDefault="007B2329" w:rsidP="007B2329">
      <w:r>
        <w:t>541.8634</w:t>
      </w:r>
      <w:r>
        <w:tab/>
        <w:t>1.013e0</w:t>
      </w:r>
    </w:p>
    <w:p w:rsidR="007B2329" w:rsidRDefault="007B2329" w:rsidP="007B2329">
      <w:r>
        <w:t>541.8809</w:t>
      </w:r>
      <w:r>
        <w:tab/>
        <w:t>2.025e0</w:t>
      </w:r>
    </w:p>
    <w:p w:rsidR="007B2329" w:rsidRDefault="007B2329" w:rsidP="007B2329">
      <w:r>
        <w:t>541.8894</w:t>
      </w:r>
      <w:r>
        <w:tab/>
        <w:t>3.038e0</w:t>
      </w:r>
    </w:p>
    <w:p w:rsidR="007B2329" w:rsidRDefault="007B2329" w:rsidP="007B2329">
      <w:r>
        <w:t>541.9158</w:t>
      </w:r>
      <w:r>
        <w:tab/>
        <w:t>1.013e0</w:t>
      </w:r>
    </w:p>
    <w:p w:rsidR="007B2329" w:rsidRDefault="007B2329" w:rsidP="007B2329">
      <w:r>
        <w:t>541.9371</w:t>
      </w:r>
      <w:r>
        <w:tab/>
        <w:t>1.013e0</w:t>
      </w:r>
    </w:p>
    <w:p w:rsidR="007B2329" w:rsidRDefault="007B2329" w:rsidP="007B2329">
      <w:r>
        <w:t>541.9526</w:t>
      </w:r>
      <w:r>
        <w:tab/>
        <w:t>1.013e0</w:t>
      </w:r>
    </w:p>
    <w:p w:rsidR="007B2329" w:rsidRDefault="007B2329" w:rsidP="007B2329">
      <w:r>
        <w:t>541.9752</w:t>
      </w:r>
      <w:r>
        <w:tab/>
        <w:t>2.025e0</w:t>
      </w:r>
    </w:p>
    <w:p w:rsidR="007B2329" w:rsidRDefault="007B2329" w:rsidP="007B2329">
      <w:r>
        <w:t>541.9893</w:t>
      </w:r>
      <w:r>
        <w:tab/>
        <w:t>1.013e0</w:t>
      </w:r>
    </w:p>
    <w:p w:rsidR="007B2329" w:rsidRDefault="007B2329" w:rsidP="007B2329">
      <w:r>
        <w:t>542.0081</w:t>
      </w:r>
      <w:r>
        <w:tab/>
        <w:t>1.013e0</w:t>
      </w:r>
    </w:p>
    <w:p w:rsidR="007B2329" w:rsidRDefault="007B2329" w:rsidP="007B2329">
      <w:r>
        <w:t>542.0118</w:t>
      </w:r>
      <w:r>
        <w:tab/>
        <w:t>1.013e0</w:t>
      </w:r>
    </w:p>
    <w:p w:rsidR="007B2329" w:rsidRDefault="007B2329" w:rsidP="007B2329">
      <w:r>
        <w:t>542.0195</w:t>
      </w:r>
      <w:r>
        <w:tab/>
        <w:t>3.038e0</w:t>
      </w:r>
    </w:p>
    <w:p w:rsidR="007B2329" w:rsidRDefault="007B2329" w:rsidP="007B2329">
      <w:r>
        <w:t>542.0500</w:t>
      </w:r>
      <w:r>
        <w:tab/>
        <w:t>4.051e0</w:t>
      </w:r>
    </w:p>
    <w:p w:rsidR="007B2329" w:rsidRDefault="007B2329" w:rsidP="007B2329">
      <w:r>
        <w:t>542.0815</w:t>
      </w:r>
      <w:r>
        <w:tab/>
        <w:t>3.038e0</w:t>
      </w:r>
    </w:p>
    <w:p w:rsidR="007B2329" w:rsidRDefault="007B2329" w:rsidP="007B2329">
      <w:r>
        <w:t>542.1168</w:t>
      </w:r>
      <w:r>
        <w:tab/>
        <w:t>3.038e0</w:t>
      </w:r>
    </w:p>
    <w:p w:rsidR="007B2329" w:rsidRDefault="007B2329" w:rsidP="007B2329">
      <w:r>
        <w:t>542.1228</w:t>
      </w:r>
      <w:r>
        <w:tab/>
        <w:t>4.051e0</w:t>
      </w:r>
    </w:p>
    <w:p w:rsidR="007B2329" w:rsidRDefault="007B2329" w:rsidP="007B2329">
      <w:r>
        <w:lastRenderedPageBreak/>
        <w:t>542.1515</w:t>
      </w:r>
      <w:r>
        <w:tab/>
        <w:t>1.833e0</w:t>
      </w:r>
    </w:p>
    <w:p w:rsidR="007B2329" w:rsidRDefault="007B2329" w:rsidP="007B2329">
      <w:r>
        <w:t>542.1541</w:t>
      </w:r>
      <w:r>
        <w:tab/>
        <w:t>5.160e0</w:t>
      </w:r>
    </w:p>
    <w:p w:rsidR="007B2329" w:rsidRDefault="007B2329" w:rsidP="007B2329">
      <w:r>
        <w:t>542.1556</w:t>
      </w:r>
      <w:r>
        <w:tab/>
        <w:t>1.003e1</w:t>
      </w:r>
    </w:p>
    <w:p w:rsidR="007B2329" w:rsidRDefault="007B2329" w:rsidP="007B2329">
      <w:r>
        <w:t>542.1695</w:t>
      </w:r>
      <w:r>
        <w:tab/>
        <w:t>4.051e0</w:t>
      </w:r>
    </w:p>
    <w:p w:rsidR="007B2329" w:rsidRDefault="007B2329" w:rsidP="007B2329">
      <w:r>
        <w:t>542.1732</w:t>
      </w:r>
      <w:r>
        <w:tab/>
        <w:t>1.179e1</w:t>
      </w:r>
    </w:p>
    <w:p w:rsidR="007B2329" w:rsidRDefault="007B2329" w:rsidP="007B2329">
      <w:r>
        <w:t>542.1789</w:t>
      </w:r>
      <w:r>
        <w:tab/>
        <w:t>4.615e0</w:t>
      </w:r>
    </w:p>
    <w:p w:rsidR="007B2329" w:rsidRDefault="007B2329" w:rsidP="007B2329">
      <w:r>
        <w:t>542.1993</w:t>
      </w:r>
      <w:r>
        <w:tab/>
        <w:t>4.503e0</w:t>
      </w:r>
    </w:p>
    <w:p w:rsidR="007B2329" w:rsidRDefault="007B2329" w:rsidP="007B2329">
      <w:r>
        <w:t>542.2129</w:t>
      </w:r>
      <w:r>
        <w:tab/>
        <w:t>5.207e0</w:t>
      </w:r>
    </w:p>
    <w:p w:rsidR="007B2329" w:rsidRDefault="007B2329" w:rsidP="007B2329">
      <w:r>
        <w:t>542.2194</w:t>
      </w:r>
      <w:r>
        <w:tab/>
        <w:t>2.024e0</w:t>
      </w:r>
    </w:p>
    <w:p w:rsidR="007B2329" w:rsidRDefault="007B2329" w:rsidP="007B2329">
      <w:r>
        <w:t>542.2457</w:t>
      </w:r>
      <w:r>
        <w:tab/>
        <w:t>1.391e0</w:t>
      </w:r>
    </w:p>
    <w:p w:rsidR="007B2329" w:rsidRDefault="007B2329" w:rsidP="007B2329">
      <w:r>
        <w:t>542.2479</w:t>
      </w:r>
      <w:r>
        <w:tab/>
        <w:t>5.809e0</w:t>
      </w:r>
    </w:p>
    <w:p w:rsidR="007B2329" w:rsidRDefault="007B2329" w:rsidP="007B2329">
      <w:r>
        <w:t>542.2552</w:t>
      </w:r>
      <w:r>
        <w:tab/>
        <w:t>2.215e0</w:t>
      </w:r>
    </w:p>
    <w:p w:rsidR="007B2329" w:rsidRDefault="007B2329" w:rsidP="007B2329">
      <w:r>
        <w:t>542.3268</w:t>
      </w:r>
      <w:r>
        <w:tab/>
        <w:t>1.139e0</w:t>
      </w:r>
    </w:p>
    <w:p w:rsidR="007B2329" w:rsidRDefault="007B2329" w:rsidP="007B2329">
      <w:r>
        <w:t>542.3508</w:t>
      </w:r>
      <w:r>
        <w:tab/>
        <w:t>2.634e0</w:t>
      </w:r>
    </w:p>
    <w:p w:rsidR="007B2329" w:rsidRDefault="007B2329" w:rsidP="007B2329">
      <w:r>
        <w:t>542.3779</w:t>
      </w:r>
      <w:r>
        <w:tab/>
        <w:t>3.702e0</w:t>
      </w:r>
    </w:p>
    <w:p w:rsidR="007B2329" w:rsidRDefault="007B2329" w:rsidP="007B2329">
      <w:r>
        <w:t>542.3917</w:t>
      </w:r>
      <w:r>
        <w:tab/>
        <w:t>3.038e0</w:t>
      </w:r>
    </w:p>
    <w:p w:rsidR="007B2329" w:rsidRDefault="007B2329" w:rsidP="007B2329">
      <w:r>
        <w:t>542.3955</w:t>
      </w:r>
      <w:r>
        <w:tab/>
        <w:t>1.013e0</w:t>
      </w:r>
    </w:p>
    <w:p w:rsidR="007B2329" w:rsidRDefault="007B2329" w:rsidP="007B2329">
      <w:r>
        <w:t>542.3992</w:t>
      </w:r>
      <w:r>
        <w:tab/>
        <w:t>2.136e0</w:t>
      </w:r>
    </w:p>
    <w:p w:rsidR="007B2329" w:rsidRDefault="007B2329" w:rsidP="007B2329">
      <w:r>
        <w:t>542.4186</w:t>
      </w:r>
      <w:r>
        <w:tab/>
        <w:t>2.025e0</w:t>
      </w:r>
    </w:p>
    <w:p w:rsidR="007B2329" w:rsidRDefault="007B2329" w:rsidP="007B2329">
      <w:r>
        <w:lastRenderedPageBreak/>
        <w:t>542.4227</w:t>
      </w:r>
      <w:r>
        <w:tab/>
        <w:t>6.076e0</w:t>
      </w:r>
    </w:p>
    <w:p w:rsidR="007B2329" w:rsidRDefault="007B2329" w:rsidP="007B2329">
      <w:r>
        <w:t>542.4611</w:t>
      </w:r>
      <w:r>
        <w:tab/>
        <w:t>3.038e0</w:t>
      </w:r>
    </w:p>
    <w:p w:rsidR="007B2329" w:rsidRDefault="007B2329" w:rsidP="007B2329">
      <w:r>
        <w:t>542.4653</w:t>
      </w:r>
      <w:r>
        <w:tab/>
        <w:t>1.013e0</w:t>
      </w:r>
    </w:p>
    <w:p w:rsidR="007B2329" w:rsidRDefault="007B2329" w:rsidP="007B2329">
      <w:r>
        <w:t>542.4704</w:t>
      </w:r>
      <w:r>
        <w:tab/>
        <w:t>1.013e0</w:t>
      </w:r>
    </w:p>
    <w:p w:rsidR="007B2329" w:rsidRDefault="007B2329" w:rsidP="007B2329">
      <w:r>
        <w:t>542.4839</w:t>
      </w:r>
      <w:r>
        <w:tab/>
        <w:t>1.013e0</w:t>
      </w:r>
    </w:p>
    <w:p w:rsidR="007B2329" w:rsidRDefault="007B2329" w:rsidP="007B2329">
      <w:r>
        <w:t>542.5121</w:t>
      </w:r>
      <w:r>
        <w:tab/>
        <w:t>4.051e0</w:t>
      </w:r>
    </w:p>
    <w:p w:rsidR="007B2329" w:rsidRDefault="007B2329" w:rsidP="007B2329">
      <w:r>
        <w:t>542.5172</w:t>
      </w:r>
      <w:r>
        <w:tab/>
        <w:t>1.013e0</w:t>
      </w:r>
    </w:p>
    <w:p w:rsidR="007B2329" w:rsidRDefault="007B2329" w:rsidP="007B2329">
      <w:r>
        <w:t>542.5266</w:t>
      </w:r>
      <w:r>
        <w:tab/>
        <w:t>1.013e0</w:t>
      </w:r>
    </w:p>
    <w:p w:rsidR="007B2329" w:rsidRDefault="007B2329" w:rsidP="007B2329">
      <w:r>
        <w:t>542.5639</w:t>
      </w:r>
      <w:r>
        <w:tab/>
        <w:t>2.025e0</w:t>
      </w:r>
    </w:p>
    <w:p w:rsidR="007B2329" w:rsidRDefault="007B2329" w:rsidP="007B2329">
      <w:r>
        <w:t>542.5916</w:t>
      </w:r>
      <w:r>
        <w:tab/>
        <w:t>3.038e0</w:t>
      </w:r>
    </w:p>
    <w:p w:rsidR="007B2329" w:rsidRDefault="007B2329" w:rsidP="007B2329">
      <w:r>
        <w:t>542.5943</w:t>
      </w:r>
      <w:r>
        <w:tab/>
        <w:t>1.013e0</w:t>
      </w:r>
    </w:p>
    <w:p w:rsidR="007B2329" w:rsidRDefault="007B2329" w:rsidP="007B2329">
      <w:r>
        <w:t>542.6285</w:t>
      </w:r>
      <w:r>
        <w:tab/>
        <w:t>2.025e0</w:t>
      </w:r>
    </w:p>
    <w:p w:rsidR="007B2329" w:rsidRDefault="007B2329" w:rsidP="007B2329">
      <w:r>
        <w:t>542.6462</w:t>
      </w:r>
      <w:r>
        <w:tab/>
        <w:t>2.025e0</w:t>
      </w:r>
    </w:p>
    <w:p w:rsidR="007B2329" w:rsidRDefault="007B2329" w:rsidP="007B2329">
      <w:r>
        <w:t>542.6494</w:t>
      </w:r>
      <w:r>
        <w:tab/>
        <w:t>1.013e0</w:t>
      </w:r>
    </w:p>
    <w:p w:rsidR="007B2329" w:rsidRDefault="007B2329" w:rsidP="007B2329">
      <w:r>
        <w:t>542.6836</w:t>
      </w:r>
      <w:r>
        <w:tab/>
        <w:t>2.025e0</w:t>
      </w:r>
    </w:p>
    <w:p w:rsidR="007B2329" w:rsidRDefault="007B2329" w:rsidP="007B2329">
      <w:r>
        <w:t>542.6991</w:t>
      </w:r>
      <w:r>
        <w:tab/>
        <w:t>2.025e0</w:t>
      </w:r>
    </w:p>
    <w:p w:rsidR="007B2329" w:rsidRDefault="007B2329" w:rsidP="007B2329">
      <w:r>
        <w:t>542.7020</w:t>
      </w:r>
      <w:r>
        <w:tab/>
        <w:t>2.025e0</w:t>
      </w:r>
    </w:p>
    <w:p w:rsidR="007B2329" w:rsidRDefault="007B2329" w:rsidP="007B2329">
      <w:r>
        <w:t>542.7042</w:t>
      </w:r>
      <w:r>
        <w:tab/>
        <w:t>2.025e0</w:t>
      </w:r>
    </w:p>
    <w:p w:rsidR="007B2329" w:rsidRDefault="007B2329" w:rsidP="007B2329">
      <w:r>
        <w:t>542.7577</w:t>
      </w:r>
      <w:r>
        <w:tab/>
        <w:t>3.038e0</w:t>
      </w:r>
    </w:p>
    <w:p w:rsidR="007B2329" w:rsidRDefault="007B2329" w:rsidP="007B2329">
      <w:r>
        <w:lastRenderedPageBreak/>
        <w:t>542.7606</w:t>
      </w:r>
      <w:r>
        <w:tab/>
        <w:t>1.013e0</w:t>
      </w:r>
    </w:p>
    <w:p w:rsidR="007B2329" w:rsidRDefault="007B2329" w:rsidP="007B2329">
      <w:r>
        <w:t>542.7700</w:t>
      </w:r>
      <w:r>
        <w:tab/>
        <w:t>1.013e0</w:t>
      </w:r>
    </w:p>
    <w:p w:rsidR="007B2329" w:rsidRDefault="007B2329" w:rsidP="007B2329">
      <w:r>
        <w:t>542.7862</w:t>
      </w:r>
      <w:r>
        <w:tab/>
        <w:t>2.025e0</w:t>
      </w:r>
    </w:p>
    <w:p w:rsidR="007B2329" w:rsidRDefault="007B2329" w:rsidP="007B2329">
      <w:r>
        <w:t>542.8029</w:t>
      </w:r>
      <w:r>
        <w:tab/>
        <w:t>2.025e0</w:t>
      </w:r>
    </w:p>
    <w:p w:rsidR="007B2329" w:rsidRDefault="007B2329" w:rsidP="007B2329">
      <w:r>
        <w:t>542.8262</w:t>
      </w:r>
      <w:r>
        <w:tab/>
        <w:t>2.025e0</w:t>
      </w:r>
    </w:p>
    <w:p w:rsidR="007B2329" w:rsidRDefault="007B2329" w:rsidP="007B2329">
      <w:r>
        <w:t>542.8307</w:t>
      </w:r>
      <w:r>
        <w:tab/>
        <w:t>1.013e0</w:t>
      </w:r>
    </w:p>
    <w:p w:rsidR="007B2329" w:rsidRDefault="007B2329" w:rsidP="007B2329">
      <w:r>
        <w:t>542.8730</w:t>
      </w:r>
      <w:r>
        <w:tab/>
        <w:t>1.013e0</w:t>
      </w:r>
    </w:p>
    <w:p w:rsidR="007B2329" w:rsidRDefault="007B2329" w:rsidP="007B2329">
      <w:r>
        <w:t>542.8754</w:t>
      </w:r>
      <w:r>
        <w:tab/>
        <w:t>2.532e-2</w:t>
      </w:r>
    </w:p>
    <w:p w:rsidR="007B2329" w:rsidRDefault="007B2329" w:rsidP="007B2329">
      <w:r>
        <w:t>542.8862</w:t>
      </w:r>
      <w:r>
        <w:tab/>
        <w:t>1.013e0</w:t>
      </w:r>
    </w:p>
    <w:p w:rsidR="007B2329" w:rsidRDefault="007B2329" w:rsidP="007B2329">
      <w:r>
        <w:t>542.9198</w:t>
      </w:r>
      <w:r>
        <w:tab/>
        <w:t>2.025e0</w:t>
      </w:r>
    </w:p>
    <w:p w:rsidR="007B2329" w:rsidRDefault="007B2329" w:rsidP="007B2329">
      <w:r>
        <w:t>542.9268</w:t>
      </w:r>
      <w:r>
        <w:tab/>
        <w:t>2.025e0</w:t>
      </w:r>
    </w:p>
    <w:p w:rsidR="007B2329" w:rsidRDefault="007B2329" w:rsidP="007B2329">
      <w:r>
        <w:t>542.9758</w:t>
      </w:r>
      <w:r>
        <w:tab/>
        <w:t>1.013e0</w:t>
      </w:r>
    </w:p>
    <w:p w:rsidR="007B2329" w:rsidRDefault="007B2329" w:rsidP="007B2329">
      <w:r>
        <w:t>542.9783</w:t>
      </w:r>
      <w:r>
        <w:tab/>
        <w:t>1.013e0</w:t>
      </w:r>
    </w:p>
    <w:p w:rsidR="007B2329" w:rsidRDefault="007B2329" w:rsidP="007B2329">
      <w:r>
        <w:t>543.0050</w:t>
      </w:r>
      <w:r>
        <w:tab/>
        <w:t>3.038e0</w:t>
      </w:r>
    </w:p>
    <w:p w:rsidR="007B2329" w:rsidRDefault="007B2329" w:rsidP="007B2329">
      <w:r>
        <w:t>543.0123</w:t>
      </w:r>
      <w:r>
        <w:tab/>
        <w:t>1.013e0</w:t>
      </w:r>
    </w:p>
    <w:p w:rsidR="007B2329" w:rsidRDefault="007B2329" w:rsidP="007B2329">
      <w:r>
        <w:t>543.0135</w:t>
      </w:r>
      <w:r>
        <w:tab/>
        <w:t>2.025e0</w:t>
      </w:r>
    </w:p>
    <w:p w:rsidR="007B2329" w:rsidRDefault="007B2329" w:rsidP="007B2329">
      <w:r>
        <w:t>543.0306</w:t>
      </w:r>
      <w:r>
        <w:tab/>
        <w:t>1.013e0</w:t>
      </w:r>
    </w:p>
    <w:p w:rsidR="007B2329" w:rsidRDefault="007B2329" w:rsidP="007B2329">
      <w:r>
        <w:t>543.0382</w:t>
      </w:r>
      <w:r>
        <w:tab/>
        <w:t>2.025e0</w:t>
      </w:r>
    </w:p>
    <w:p w:rsidR="007B2329" w:rsidRDefault="007B2329" w:rsidP="007B2329">
      <w:r>
        <w:t>543.0416</w:t>
      </w:r>
      <w:r>
        <w:tab/>
        <w:t>1.013e0</w:t>
      </w:r>
    </w:p>
    <w:p w:rsidR="007B2329" w:rsidRDefault="007B2329" w:rsidP="007B2329">
      <w:r>
        <w:lastRenderedPageBreak/>
        <w:t>543.0698</w:t>
      </w:r>
      <w:r>
        <w:tab/>
        <w:t>1.013e0</w:t>
      </w:r>
    </w:p>
    <w:p w:rsidR="007B2329" w:rsidRDefault="007B2329" w:rsidP="007B2329">
      <w:r>
        <w:t>543.0789</w:t>
      </w:r>
      <w:r>
        <w:tab/>
        <w:t>1.013e0</w:t>
      </w:r>
    </w:p>
    <w:p w:rsidR="007B2329" w:rsidRDefault="007B2329" w:rsidP="007B2329">
      <w:r>
        <w:t>543.0884</w:t>
      </w:r>
      <w:r>
        <w:tab/>
        <w:t>1.013e0</w:t>
      </w:r>
    </w:p>
    <w:p w:rsidR="007B2329" w:rsidRDefault="007B2329" w:rsidP="007B2329">
      <w:r>
        <w:t>543.1229</w:t>
      </w:r>
      <w:r>
        <w:tab/>
        <w:t>2.025e0</w:t>
      </w:r>
    </w:p>
    <w:p w:rsidR="007B2329" w:rsidRDefault="007B2329" w:rsidP="007B2329">
      <w:r>
        <w:t>543.1383</w:t>
      </w:r>
      <w:r>
        <w:tab/>
        <w:t>3.479e0</w:t>
      </w:r>
    </w:p>
    <w:p w:rsidR="007B2329" w:rsidRDefault="007B2329" w:rsidP="007B2329">
      <w:r>
        <w:t>543.1469</w:t>
      </w:r>
      <w:r>
        <w:tab/>
        <w:t>7.036e0</w:t>
      </w:r>
    </w:p>
    <w:p w:rsidR="007B2329" w:rsidRDefault="007B2329" w:rsidP="007B2329">
      <w:r>
        <w:t>543.1633</w:t>
      </w:r>
      <w:r>
        <w:tab/>
        <w:t>2.025e0</w:t>
      </w:r>
    </w:p>
    <w:p w:rsidR="007B2329" w:rsidRDefault="007B2329" w:rsidP="007B2329">
      <w:r>
        <w:t>543.1822</w:t>
      </w:r>
      <w:r>
        <w:tab/>
        <w:t>1.407e1</w:t>
      </w:r>
    </w:p>
    <w:p w:rsidR="007B2329" w:rsidRDefault="007B2329" w:rsidP="007B2329">
      <w:r>
        <w:t>543.1899</w:t>
      </w:r>
      <w:r>
        <w:tab/>
        <w:t>1.118e1</w:t>
      </w:r>
    </w:p>
    <w:p w:rsidR="007B2329" w:rsidRDefault="007B2329" w:rsidP="007B2329">
      <w:r>
        <w:t>543.1960</w:t>
      </w:r>
      <w:r>
        <w:tab/>
        <w:t>2.684e1</w:t>
      </w:r>
    </w:p>
    <w:p w:rsidR="007B2329" w:rsidRDefault="007B2329" w:rsidP="007B2329">
      <w:r>
        <w:t>543.2042</w:t>
      </w:r>
      <w:r>
        <w:tab/>
        <w:t>7.168e0</w:t>
      </w:r>
    </w:p>
    <w:p w:rsidR="007B2329" w:rsidRDefault="007B2329" w:rsidP="007B2329">
      <w:r>
        <w:t>543.2070</w:t>
      </w:r>
      <w:r>
        <w:tab/>
        <w:t>2.025e0</w:t>
      </w:r>
    </w:p>
    <w:p w:rsidR="007B2329" w:rsidRDefault="007B2329" w:rsidP="007B2329">
      <w:r>
        <w:t>543.2153</w:t>
      </w:r>
      <w:r>
        <w:tab/>
        <w:t>8.800e0</w:t>
      </w:r>
    </w:p>
    <w:p w:rsidR="007B2329" w:rsidRDefault="007B2329" w:rsidP="007B2329">
      <w:r>
        <w:t>543.2869</w:t>
      </w:r>
      <w:r>
        <w:tab/>
        <w:t>3.038e0</w:t>
      </w:r>
    </w:p>
    <w:p w:rsidR="007B2329" w:rsidRDefault="007B2329" w:rsidP="007B2329">
      <w:r>
        <w:t>543.3008</w:t>
      </w:r>
      <w:r>
        <w:tab/>
        <w:t>4.051e0</w:t>
      </w:r>
    </w:p>
    <w:p w:rsidR="007B2329" w:rsidRDefault="007B2329" w:rsidP="007B2329">
      <w:r>
        <w:t>543.3438</w:t>
      </w:r>
      <w:r>
        <w:tab/>
        <w:t>1.146e-1</w:t>
      </w:r>
    </w:p>
    <w:p w:rsidR="007B2329" w:rsidRDefault="007B2329" w:rsidP="007B2329">
      <w:r>
        <w:t>543.3685</w:t>
      </w:r>
      <w:r>
        <w:tab/>
        <w:t>1.509e0</w:t>
      </w:r>
    </w:p>
    <w:p w:rsidR="007B2329" w:rsidRDefault="007B2329" w:rsidP="007B2329">
      <w:r>
        <w:t>543.3802</w:t>
      </w:r>
      <w:r>
        <w:tab/>
        <w:t>1.266e-2</w:t>
      </w:r>
    </w:p>
    <w:p w:rsidR="007B2329" w:rsidRDefault="007B2329" w:rsidP="007B2329">
      <w:r>
        <w:t>543.3883</w:t>
      </w:r>
      <w:r>
        <w:tab/>
        <w:t>2.532e0</w:t>
      </w:r>
    </w:p>
    <w:p w:rsidR="007B2329" w:rsidRDefault="007B2329" w:rsidP="007B2329">
      <w:r>
        <w:lastRenderedPageBreak/>
        <w:t>543.4136</w:t>
      </w:r>
      <w:r>
        <w:tab/>
        <w:t>6.076e0</w:t>
      </w:r>
    </w:p>
    <w:p w:rsidR="007B2329" w:rsidRDefault="007B2329" w:rsidP="007B2329">
      <w:r>
        <w:t>543.4160</w:t>
      </w:r>
      <w:r>
        <w:tab/>
        <w:t>3.038e0</w:t>
      </w:r>
    </w:p>
    <w:p w:rsidR="007B2329" w:rsidRDefault="007B2329" w:rsidP="007B2329">
      <w:r>
        <w:t>543.4445</w:t>
      </w:r>
      <w:r>
        <w:tab/>
        <w:t>4.051e0</w:t>
      </w:r>
    </w:p>
    <w:p w:rsidR="007B2329" w:rsidRDefault="007B2329" w:rsidP="007B2329">
      <w:r>
        <w:t>543.4632</w:t>
      </w:r>
      <w:r>
        <w:tab/>
        <w:t>1.013e0</w:t>
      </w:r>
    </w:p>
    <w:p w:rsidR="007B2329" w:rsidRDefault="007B2329" w:rsidP="007B2329">
      <w:r>
        <w:t>543.4913</w:t>
      </w:r>
      <w:r>
        <w:tab/>
        <w:t>1.013e0</w:t>
      </w:r>
    </w:p>
    <w:p w:rsidR="007B2329" w:rsidRDefault="007B2329" w:rsidP="007B2329">
      <w:r>
        <w:t>543.5065</w:t>
      </w:r>
      <w:r>
        <w:tab/>
        <w:t>1.013e0</w:t>
      </w:r>
    </w:p>
    <w:p w:rsidR="007B2329" w:rsidRDefault="007B2329" w:rsidP="007B2329">
      <w:r>
        <w:t>543.5094</w:t>
      </w:r>
      <w:r>
        <w:tab/>
        <w:t>2.025e0</w:t>
      </w:r>
    </w:p>
    <w:p w:rsidR="007B2329" w:rsidRDefault="007B2329" w:rsidP="007B2329">
      <w:r>
        <w:t>543.5111</w:t>
      </w:r>
      <w:r>
        <w:tab/>
        <w:t>2.025e0</w:t>
      </w:r>
    </w:p>
    <w:p w:rsidR="007B2329" w:rsidRDefault="007B2329" w:rsidP="007B2329">
      <w:r>
        <w:t>543.5250</w:t>
      </w:r>
      <w:r>
        <w:tab/>
        <w:t>1.013e0</w:t>
      </w:r>
    </w:p>
    <w:p w:rsidR="007B2329" w:rsidRDefault="007B2329" w:rsidP="007B2329">
      <w:r>
        <w:t>543.5288</w:t>
      </w:r>
      <w:r>
        <w:tab/>
        <w:t>1.266e-2</w:t>
      </w:r>
    </w:p>
    <w:p w:rsidR="007B2329" w:rsidRDefault="007B2329" w:rsidP="007B2329">
      <w:r>
        <w:t>543.5573</w:t>
      </w:r>
      <w:r>
        <w:tab/>
        <w:t>1.013e0</w:t>
      </w:r>
    </w:p>
    <w:p w:rsidR="007B2329" w:rsidRDefault="007B2329" w:rsidP="007B2329">
      <w:r>
        <w:t>543.5945</w:t>
      </w:r>
      <w:r>
        <w:tab/>
        <w:t>1.013e0</w:t>
      </w:r>
    </w:p>
    <w:p w:rsidR="007B2329" w:rsidRDefault="007B2329" w:rsidP="007B2329">
      <w:r>
        <w:t>543.6132</w:t>
      </w:r>
      <w:r>
        <w:tab/>
        <w:t>1.013e0</w:t>
      </w:r>
    </w:p>
    <w:p w:rsidR="007B2329" w:rsidRDefault="007B2329" w:rsidP="007B2329">
      <w:r>
        <w:t>543.6171</w:t>
      </w:r>
      <w:r>
        <w:tab/>
        <w:t>1.013e0</w:t>
      </w:r>
    </w:p>
    <w:p w:rsidR="007B2329" w:rsidRDefault="007B2329" w:rsidP="007B2329">
      <w:r>
        <w:t>543.6508</w:t>
      </w:r>
      <w:r>
        <w:tab/>
        <w:t>3.038e0</w:t>
      </w:r>
    </w:p>
    <w:p w:rsidR="007B2329" w:rsidRDefault="007B2329" w:rsidP="007B2329">
      <w:r>
        <w:t>543.6641</w:t>
      </w:r>
      <w:r>
        <w:tab/>
        <w:t>2.025e0</w:t>
      </w:r>
    </w:p>
    <w:p w:rsidR="007B2329" w:rsidRDefault="007B2329" w:rsidP="007B2329">
      <w:r>
        <w:t>543.6704</w:t>
      </w:r>
      <w:r>
        <w:tab/>
        <w:t>3.038e0</w:t>
      </w:r>
    </w:p>
    <w:p w:rsidR="007B2329" w:rsidRDefault="007B2329" w:rsidP="007B2329">
      <w:r>
        <w:t>543.6723</w:t>
      </w:r>
      <w:r>
        <w:tab/>
        <w:t>1.266e-2</w:t>
      </w:r>
    </w:p>
    <w:p w:rsidR="007B2329" w:rsidRDefault="007B2329" w:rsidP="007B2329">
      <w:r>
        <w:t>543.7091</w:t>
      </w:r>
      <w:r>
        <w:tab/>
        <w:t>1.013e0</w:t>
      </w:r>
    </w:p>
    <w:p w:rsidR="007B2329" w:rsidRDefault="007B2329" w:rsidP="007B2329">
      <w:r>
        <w:lastRenderedPageBreak/>
        <w:t>543.7135</w:t>
      </w:r>
      <w:r>
        <w:tab/>
        <w:t>2.025e0</w:t>
      </w:r>
    </w:p>
    <w:p w:rsidR="007B2329" w:rsidRDefault="007B2329" w:rsidP="007B2329">
      <w:r>
        <w:t>543.7351</w:t>
      </w:r>
      <w:r>
        <w:tab/>
        <w:t>1.013e0</w:t>
      </w:r>
    </w:p>
    <w:p w:rsidR="007B2329" w:rsidRDefault="007B2329" w:rsidP="007B2329">
      <w:r>
        <w:t>543.7464</w:t>
      </w:r>
      <w:r>
        <w:tab/>
        <w:t>3.038e0</w:t>
      </w:r>
    </w:p>
    <w:p w:rsidR="007B2329" w:rsidRDefault="007B2329" w:rsidP="007B2329">
      <w:r>
        <w:t>543.7540</w:t>
      </w:r>
      <w:r>
        <w:tab/>
        <w:t>1.013e0</w:t>
      </w:r>
    </w:p>
    <w:p w:rsidR="007B2329" w:rsidRDefault="007B2329" w:rsidP="007B2329">
      <w:r>
        <w:t>543.7617</w:t>
      </w:r>
      <w:r>
        <w:tab/>
        <w:t>1.013e0</w:t>
      </w:r>
    </w:p>
    <w:p w:rsidR="007B2329" w:rsidRDefault="007B2329" w:rsidP="007B2329">
      <w:r>
        <w:t>543.7629</w:t>
      </w:r>
      <w:r>
        <w:tab/>
        <w:t>2.025e0</w:t>
      </w:r>
    </w:p>
    <w:p w:rsidR="007B2329" w:rsidRDefault="007B2329" w:rsidP="007B2329">
      <w:r>
        <w:t>543.7726</w:t>
      </w:r>
      <w:r>
        <w:tab/>
        <w:t>1.013e0</w:t>
      </w:r>
    </w:p>
    <w:p w:rsidR="007B2329" w:rsidRDefault="007B2329" w:rsidP="007B2329">
      <w:r>
        <w:t>543.8009</w:t>
      </w:r>
      <w:r>
        <w:tab/>
        <w:t>2.025e0</w:t>
      </w:r>
    </w:p>
    <w:p w:rsidR="007B2329" w:rsidRDefault="007B2329" w:rsidP="007B2329">
      <w:r>
        <w:t>543.8351</w:t>
      </w:r>
      <w:r>
        <w:tab/>
        <w:t>1.013e0</w:t>
      </w:r>
    </w:p>
    <w:p w:rsidR="007B2329" w:rsidRDefault="007B2329" w:rsidP="007B2329">
      <w:r>
        <w:t>543.8448</w:t>
      </w:r>
      <w:r>
        <w:tab/>
        <w:t>2.677e0</w:t>
      </w:r>
    </w:p>
    <w:p w:rsidR="007B2329" w:rsidRDefault="007B2329" w:rsidP="007B2329">
      <w:r>
        <w:t>543.8684</w:t>
      </w:r>
      <w:r>
        <w:tab/>
        <w:t>2.025e0</w:t>
      </w:r>
    </w:p>
    <w:p w:rsidR="007B2329" w:rsidRDefault="007B2329" w:rsidP="007B2329">
      <w:r>
        <w:t>543.8854</w:t>
      </w:r>
      <w:r>
        <w:tab/>
        <w:t>1.013e0</w:t>
      </w:r>
    </w:p>
    <w:p w:rsidR="007B2329" w:rsidRDefault="007B2329" w:rsidP="007B2329">
      <w:r>
        <w:t>543.8904</w:t>
      </w:r>
      <w:r>
        <w:tab/>
        <w:t>3.038e0</w:t>
      </w:r>
    </w:p>
    <w:p w:rsidR="007B2329" w:rsidRDefault="007B2329" w:rsidP="007B2329">
      <w:r>
        <w:t>543.9227</w:t>
      </w:r>
      <w:r>
        <w:tab/>
        <w:t>1.013e0</w:t>
      </w:r>
    </w:p>
    <w:p w:rsidR="007B2329" w:rsidRDefault="007B2329" w:rsidP="007B2329">
      <w:r>
        <w:t>543.9272</w:t>
      </w:r>
      <w:r>
        <w:tab/>
        <w:t>1.013e0</w:t>
      </w:r>
    </w:p>
    <w:p w:rsidR="007B2329" w:rsidRDefault="007B2329" w:rsidP="007B2329">
      <w:r>
        <w:t>543.9562</w:t>
      </w:r>
      <w:r>
        <w:tab/>
        <w:t>2.511e0</w:t>
      </w:r>
    </w:p>
    <w:p w:rsidR="007B2329" w:rsidRDefault="007B2329" w:rsidP="007B2329">
      <w:r>
        <w:t>543.9678</w:t>
      </w:r>
      <w:r>
        <w:tab/>
        <w:t>2.025e0</w:t>
      </w:r>
    </w:p>
    <w:p w:rsidR="007B2329" w:rsidRDefault="007B2329" w:rsidP="007B2329">
      <w:r>
        <w:t>543.9698</w:t>
      </w:r>
      <w:r>
        <w:tab/>
        <w:t>1.013e0</w:t>
      </w:r>
    </w:p>
    <w:p w:rsidR="007B2329" w:rsidRDefault="007B2329" w:rsidP="007B2329">
      <w:r>
        <w:t>543.9884</w:t>
      </w:r>
      <w:r>
        <w:tab/>
        <w:t>1.013e0</w:t>
      </w:r>
    </w:p>
    <w:p w:rsidR="007B2329" w:rsidRDefault="007B2329" w:rsidP="007B2329">
      <w:r>
        <w:lastRenderedPageBreak/>
        <w:t>544.0193</w:t>
      </w:r>
      <w:r>
        <w:tab/>
        <w:t>1.013e0</w:t>
      </w:r>
    </w:p>
    <w:p w:rsidR="007B2329" w:rsidRDefault="007B2329" w:rsidP="007B2329">
      <w:r>
        <w:t>544.0322</w:t>
      </w:r>
      <w:r>
        <w:tab/>
        <w:t>2.025e0</w:t>
      </w:r>
    </w:p>
    <w:p w:rsidR="007B2329" w:rsidRDefault="007B2329" w:rsidP="007B2329">
      <w:r>
        <w:t>544.0562</w:t>
      </w:r>
      <w:r>
        <w:tab/>
        <w:t>1.013e0</w:t>
      </w:r>
    </w:p>
    <w:p w:rsidR="007B2329" w:rsidRDefault="007B2329" w:rsidP="007B2329">
      <w:r>
        <w:t>544.0731</w:t>
      </w:r>
      <w:r>
        <w:tab/>
        <w:t>2.025e0</w:t>
      </w:r>
    </w:p>
    <w:p w:rsidR="007B2329" w:rsidRDefault="007B2329" w:rsidP="007B2329">
      <w:r>
        <w:t>544.1012</w:t>
      </w:r>
      <w:r>
        <w:tab/>
        <w:t>1.013e0</w:t>
      </w:r>
    </w:p>
    <w:p w:rsidR="007B2329" w:rsidRDefault="007B2329" w:rsidP="007B2329">
      <w:r>
        <w:t>544.1077</w:t>
      </w:r>
      <w:r>
        <w:tab/>
        <w:t>3.035e0</w:t>
      </w:r>
    </w:p>
    <w:p w:rsidR="007B2329" w:rsidRDefault="007B2329" w:rsidP="007B2329">
      <w:r>
        <w:t>544.1241</w:t>
      </w:r>
      <w:r>
        <w:tab/>
        <w:t>3.038e0</w:t>
      </w:r>
    </w:p>
    <w:p w:rsidR="007B2329" w:rsidRDefault="007B2329" w:rsidP="007B2329">
      <w:r>
        <w:t>544.1270</w:t>
      </w:r>
      <w:r>
        <w:tab/>
        <w:t>1.013e0</w:t>
      </w:r>
    </w:p>
    <w:p w:rsidR="007B2329" w:rsidRDefault="007B2329" w:rsidP="007B2329">
      <w:r>
        <w:t>544.1663</w:t>
      </w:r>
      <w:r>
        <w:tab/>
        <w:t>2.025e0</w:t>
      </w:r>
    </w:p>
    <w:p w:rsidR="007B2329" w:rsidRDefault="007B2329" w:rsidP="007B2329">
      <w:r>
        <w:t>544.1814</w:t>
      </w:r>
      <w:r>
        <w:tab/>
        <w:t>6.603e0</w:t>
      </w:r>
    </w:p>
    <w:p w:rsidR="007B2329" w:rsidRDefault="007B2329" w:rsidP="007B2329">
      <w:r>
        <w:t>544.1884</w:t>
      </w:r>
      <w:r>
        <w:tab/>
        <w:t>5.415e-1</w:t>
      </w:r>
    </w:p>
    <w:p w:rsidR="007B2329" w:rsidRDefault="007B2329" w:rsidP="007B2329">
      <w:r>
        <w:t>544.1940</w:t>
      </w:r>
      <w:r>
        <w:tab/>
        <w:t>4.584e0</w:t>
      </w:r>
    </w:p>
    <w:p w:rsidR="007B2329" w:rsidRDefault="007B2329" w:rsidP="007B2329">
      <w:r>
        <w:t>544.2024</w:t>
      </w:r>
      <w:r>
        <w:tab/>
        <w:t>8.421e0</w:t>
      </w:r>
    </w:p>
    <w:p w:rsidR="007B2329" w:rsidRDefault="007B2329" w:rsidP="007B2329">
      <w:r>
        <w:t>544.2038</w:t>
      </w:r>
      <w:r>
        <w:tab/>
        <w:t>7.704e0</w:t>
      </w:r>
    </w:p>
    <w:p w:rsidR="007B2329" w:rsidRDefault="007B2329" w:rsidP="007B2329">
      <w:r>
        <w:t>544.2090</w:t>
      </w:r>
      <w:r>
        <w:tab/>
        <w:t>3.038e0</w:t>
      </w:r>
    </w:p>
    <w:p w:rsidR="007B2329" w:rsidRDefault="007B2329" w:rsidP="007B2329">
      <w:r>
        <w:t>544.2325</w:t>
      </w:r>
      <w:r>
        <w:tab/>
        <w:t>1.013e0</w:t>
      </w:r>
    </w:p>
    <w:p w:rsidR="007B2329" w:rsidRDefault="007B2329" w:rsidP="007B2329">
      <w:r>
        <w:t>544.3041</w:t>
      </w:r>
      <w:r>
        <w:tab/>
        <w:t>1.674e-1</w:t>
      </w:r>
    </w:p>
    <w:p w:rsidR="007B2329" w:rsidRDefault="007B2329" w:rsidP="007B2329">
      <w:r>
        <w:t>544.3141</w:t>
      </w:r>
      <w:r>
        <w:tab/>
        <w:t>4.051e0</w:t>
      </w:r>
    </w:p>
    <w:p w:rsidR="007B2329" w:rsidRDefault="007B2329" w:rsidP="007B2329">
      <w:r>
        <w:t>544.3217</w:t>
      </w:r>
      <w:r>
        <w:tab/>
        <w:t>2.759e0</w:t>
      </w:r>
    </w:p>
    <w:p w:rsidR="007B2329" w:rsidRDefault="007B2329" w:rsidP="007B2329">
      <w:r>
        <w:lastRenderedPageBreak/>
        <w:t>544.3413</w:t>
      </w:r>
      <w:r>
        <w:tab/>
        <w:t>4.462e0</w:t>
      </w:r>
    </w:p>
    <w:p w:rsidR="007B2329" w:rsidRDefault="007B2329" w:rsidP="007B2329">
      <w:r>
        <w:t>544.3921</w:t>
      </w:r>
      <w:r>
        <w:tab/>
        <w:t>2.544e0</w:t>
      </w:r>
    </w:p>
    <w:p w:rsidR="007B2329" w:rsidRDefault="007B2329" w:rsidP="007B2329">
      <w:r>
        <w:t>544.4031</w:t>
      </w:r>
      <w:r>
        <w:tab/>
        <w:t>1.266e-2</w:t>
      </w:r>
    </w:p>
    <w:p w:rsidR="007B2329" w:rsidRDefault="007B2329" w:rsidP="007B2329">
      <w:r>
        <w:t>544.4055</w:t>
      </w:r>
      <w:r>
        <w:tab/>
        <w:t>3.038e0</w:t>
      </w:r>
    </w:p>
    <w:p w:rsidR="007B2329" w:rsidRDefault="007B2329" w:rsidP="007B2329">
      <w:r>
        <w:t>544.4080</w:t>
      </w:r>
      <w:r>
        <w:tab/>
        <w:t>4.871e0</w:t>
      </w:r>
    </w:p>
    <w:p w:rsidR="007B2329" w:rsidRDefault="007B2329" w:rsidP="007B2329">
      <w:r>
        <w:t>544.4200</w:t>
      </w:r>
      <w:r>
        <w:tab/>
        <w:t>3.038e0</w:t>
      </w:r>
    </w:p>
    <w:p w:rsidR="007B2329" w:rsidRDefault="007B2329" w:rsidP="007B2329">
      <w:r>
        <w:t>544.4215</w:t>
      </w:r>
      <w:r>
        <w:tab/>
        <w:t>1.013e0</w:t>
      </w:r>
    </w:p>
    <w:p w:rsidR="007B2329" w:rsidRDefault="007B2329" w:rsidP="007B2329">
      <w:r>
        <w:t>544.4771</w:t>
      </w:r>
      <w:r>
        <w:tab/>
        <w:t>3.038e0</w:t>
      </w:r>
    </w:p>
    <w:p w:rsidR="007B2329" w:rsidRDefault="007B2329" w:rsidP="007B2329">
      <w:r>
        <w:t>544.4955</w:t>
      </w:r>
      <w:r>
        <w:tab/>
        <w:t>1.013e0</w:t>
      </w:r>
    </w:p>
    <w:p w:rsidR="007B2329" w:rsidRDefault="007B2329" w:rsidP="007B2329">
      <w:r>
        <w:t>544.5143</w:t>
      </w:r>
      <w:r>
        <w:tab/>
        <w:t>1.013e0</w:t>
      </w:r>
    </w:p>
    <w:p w:rsidR="007B2329" w:rsidRDefault="007B2329" w:rsidP="007B2329">
      <w:r>
        <w:t>544.5385</w:t>
      </w:r>
      <w:r>
        <w:tab/>
        <w:t>2.025e0</w:t>
      </w:r>
    </w:p>
    <w:p w:rsidR="007B2329" w:rsidRDefault="007B2329" w:rsidP="007B2329">
      <w:r>
        <w:t>544.5419</w:t>
      </w:r>
      <w:r>
        <w:tab/>
        <w:t>2.025e0</w:t>
      </w:r>
    </w:p>
    <w:p w:rsidR="007B2329" w:rsidRDefault="007B2329" w:rsidP="007B2329">
      <w:r>
        <w:t>544.5798</w:t>
      </w:r>
      <w:r>
        <w:tab/>
        <w:t>2.025e0</w:t>
      </w:r>
    </w:p>
    <w:p w:rsidR="007B2329" w:rsidRDefault="007B2329" w:rsidP="007B2329">
      <w:r>
        <w:t>544.5988</w:t>
      </w:r>
      <w:r>
        <w:tab/>
        <w:t>1.013e0</w:t>
      </w:r>
    </w:p>
    <w:p w:rsidR="007B2329" w:rsidRDefault="007B2329" w:rsidP="007B2329">
      <w:r>
        <w:t>544.6081</w:t>
      </w:r>
      <w:r>
        <w:tab/>
        <w:t>1.013e0</w:t>
      </w:r>
    </w:p>
    <w:p w:rsidR="007B2329" w:rsidRDefault="007B2329" w:rsidP="007B2329">
      <w:r>
        <w:t>544.6215</w:t>
      </w:r>
      <w:r>
        <w:tab/>
        <w:t>1.013e0</w:t>
      </w:r>
    </w:p>
    <w:p w:rsidR="007B2329" w:rsidRDefault="007B2329" w:rsidP="007B2329">
      <w:r>
        <w:t>544.6550</w:t>
      </w:r>
      <w:r>
        <w:tab/>
        <w:t>1.013e0</w:t>
      </w:r>
    </w:p>
    <w:p w:rsidR="007B2329" w:rsidRDefault="007B2329" w:rsidP="007B2329">
      <w:r>
        <w:t>544.6740</w:t>
      </w:r>
      <w:r>
        <w:tab/>
        <w:t>1.013e0</w:t>
      </w:r>
    </w:p>
    <w:p w:rsidR="007B2329" w:rsidRDefault="007B2329" w:rsidP="007B2329">
      <w:r>
        <w:t>544.7012</w:t>
      </w:r>
      <w:r>
        <w:tab/>
        <w:t>4.051e0</w:t>
      </w:r>
    </w:p>
    <w:p w:rsidR="007B2329" w:rsidRDefault="007B2329" w:rsidP="007B2329">
      <w:r>
        <w:lastRenderedPageBreak/>
        <w:t>544.7055</w:t>
      </w:r>
      <w:r>
        <w:tab/>
        <w:t>2.025e0</w:t>
      </w:r>
    </w:p>
    <w:p w:rsidR="007B2329" w:rsidRDefault="007B2329" w:rsidP="007B2329">
      <w:r>
        <w:t>544.7236</w:t>
      </w:r>
      <w:r>
        <w:tab/>
        <w:t>3.038e0</w:t>
      </w:r>
    </w:p>
    <w:p w:rsidR="007B2329" w:rsidRDefault="007B2329" w:rsidP="007B2329">
      <w:r>
        <w:t>544.7355</w:t>
      </w:r>
      <w:r>
        <w:tab/>
        <w:t>2.025e0</w:t>
      </w:r>
    </w:p>
    <w:p w:rsidR="007B2329" w:rsidRDefault="007B2329" w:rsidP="007B2329">
      <w:r>
        <w:t>544.7387</w:t>
      </w:r>
      <w:r>
        <w:tab/>
        <w:t>3.038e0</w:t>
      </w:r>
    </w:p>
    <w:p w:rsidR="007B2329" w:rsidRDefault="007B2329" w:rsidP="007B2329">
      <w:r>
        <w:t>544.7817</w:t>
      </w:r>
      <w:r>
        <w:tab/>
        <w:t>3.038e0</w:t>
      </w:r>
    </w:p>
    <w:p w:rsidR="007B2329" w:rsidRDefault="007B2329" w:rsidP="007B2329">
      <w:r>
        <w:t>544.8054</w:t>
      </w:r>
      <w:r>
        <w:tab/>
        <w:t>3.038e0</w:t>
      </w:r>
    </w:p>
    <w:p w:rsidR="007B2329" w:rsidRDefault="007B2329" w:rsidP="007B2329">
      <w:r>
        <w:t>544.8621</w:t>
      </w:r>
      <w:r>
        <w:tab/>
        <w:t>1.013e0</w:t>
      </w:r>
    </w:p>
    <w:p w:rsidR="007B2329" w:rsidRDefault="007B2329" w:rsidP="007B2329">
      <w:r>
        <w:t>544.8648</w:t>
      </w:r>
      <w:r>
        <w:tab/>
        <w:t>3.038e0</w:t>
      </w:r>
    </w:p>
    <w:p w:rsidR="007B2329" w:rsidRDefault="007B2329" w:rsidP="007B2329">
      <w:r>
        <w:t>544.8807</w:t>
      </w:r>
      <w:r>
        <w:tab/>
        <w:t>1.013e0</w:t>
      </w:r>
    </w:p>
    <w:p w:rsidR="007B2329" w:rsidRDefault="007B2329" w:rsidP="007B2329">
      <w:r>
        <w:t>544.9054</w:t>
      </w:r>
      <w:r>
        <w:tab/>
        <w:t>2.025e0</w:t>
      </w:r>
    </w:p>
    <w:p w:rsidR="007B2329" w:rsidRDefault="007B2329" w:rsidP="007B2329">
      <w:r>
        <w:t>544.9501</w:t>
      </w:r>
      <w:r>
        <w:tab/>
        <w:t>2.025e0</w:t>
      </w:r>
    </w:p>
    <w:p w:rsidR="007B2329" w:rsidRDefault="007B2329" w:rsidP="007B2329">
      <w:r>
        <w:t>544.9686</w:t>
      </w:r>
      <w:r>
        <w:tab/>
        <w:t>1.013e0</w:t>
      </w:r>
    </w:p>
    <w:p w:rsidR="007B2329" w:rsidRDefault="007B2329" w:rsidP="007B2329">
      <w:r>
        <w:t>545.0027</w:t>
      </w:r>
      <w:r>
        <w:tab/>
        <w:t>2.025e0</w:t>
      </w:r>
    </w:p>
    <w:p w:rsidR="007B2329" w:rsidRDefault="007B2329" w:rsidP="007B2329">
      <w:r>
        <w:t>545.0129</w:t>
      </w:r>
      <w:r>
        <w:tab/>
        <w:t>3.038e0</w:t>
      </w:r>
    </w:p>
    <w:p w:rsidR="007B2329" w:rsidRDefault="007B2329" w:rsidP="007B2329">
      <w:r>
        <w:t>545.0212</w:t>
      </w:r>
      <w:r>
        <w:tab/>
        <w:t>1.013e0</w:t>
      </w:r>
    </w:p>
    <w:p w:rsidR="007B2329" w:rsidRDefault="007B2329" w:rsidP="007B2329">
      <w:r>
        <w:t>545.0497</w:t>
      </w:r>
      <w:r>
        <w:tab/>
        <w:t>1.013e0</w:t>
      </w:r>
    </w:p>
    <w:p w:rsidR="007B2329" w:rsidRDefault="007B2329" w:rsidP="007B2329">
      <w:r>
        <w:t>545.0532</w:t>
      </w:r>
      <w:r>
        <w:tab/>
        <w:t>2.025e0</w:t>
      </w:r>
    </w:p>
    <w:p w:rsidR="007B2329" w:rsidRDefault="007B2329" w:rsidP="007B2329">
      <w:r>
        <w:t>545.0593</w:t>
      </w:r>
      <w:r>
        <w:tab/>
        <w:t>2.025e0</w:t>
      </w:r>
    </w:p>
    <w:p w:rsidR="007B2329" w:rsidRDefault="007B2329" w:rsidP="007B2329">
      <w:r>
        <w:t>545.0875</w:t>
      </w:r>
      <w:r>
        <w:tab/>
        <w:t>1.013e0</w:t>
      </w:r>
    </w:p>
    <w:p w:rsidR="007B2329" w:rsidRDefault="007B2329" w:rsidP="007B2329">
      <w:r>
        <w:lastRenderedPageBreak/>
        <w:t>545.0946</w:t>
      </w:r>
      <w:r>
        <w:tab/>
        <w:t>1.013e0</w:t>
      </w:r>
    </w:p>
    <w:p w:rsidR="007B2329" w:rsidRDefault="007B2329" w:rsidP="007B2329">
      <w:r>
        <w:t>545.1063</w:t>
      </w:r>
      <w:r>
        <w:tab/>
        <w:t>1.013e0</w:t>
      </w:r>
    </w:p>
    <w:p w:rsidR="007B2329" w:rsidRDefault="007B2329" w:rsidP="007B2329">
      <w:r>
        <w:t>545.1082</w:t>
      </w:r>
      <w:r>
        <w:tab/>
        <w:t>3.038e0</w:t>
      </w:r>
    </w:p>
    <w:p w:rsidR="007B2329" w:rsidRDefault="007B2329" w:rsidP="007B2329">
      <w:r>
        <w:t>545.1123</w:t>
      </w:r>
      <w:r>
        <w:tab/>
        <w:t>3.038e0</w:t>
      </w:r>
    </w:p>
    <w:p w:rsidR="007B2329" w:rsidRDefault="007B2329" w:rsidP="007B2329">
      <w:r>
        <w:t>545.1486</w:t>
      </w:r>
      <w:r>
        <w:tab/>
        <w:t>3.659e0</w:t>
      </w:r>
    </w:p>
    <w:p w:rsidR="007B2329" w:rsidRDefault="007B2329" w:rsidP="007B2329">
      <w:r>
        <w:t>545.1729</w:t>
      </w:r>
      <w:r>
        <w:tab/>
        <w:t>2.976e0</w:t>
      </w:r>
    </w:p>
    <w:p w:rsidR="007B2329" w:rsidRDefault="007B2329" w:rsidP="007B2329">
      <w:r>
        <w:t>545.1813</w:t>
      </w:r>
      <w:r>
        <w:tab/>
        <w:t>1.013e0</w:t>
      </w:r>
    </w:p>
    <w:p w:rsidR="007B2329" w:rsidRDefault="007B2329" w:rsidP="007B2329">
      <w:r>
        <w:t>545.1874</w:t>
      </w:r>
      <w:r>
        <w:tab/>
        <w:t>2.389e0</w:t>
      </w:r>
    </w:p>
    <w:p w:rsidR="007B2329" w:rsidRDefault="007B2329" w:rsidP="007B2329">
      <w:r>
        <w:t>545.1911</w:t>
      </w:r>
      <w:r>
        <w:tab/>
        <w:t>1.050e0</w:t>
      </w:r>
    </w:p>
    <w:p w:rsidR="007B2329" w:rsidRDefault="007B2329" w:rsidP="007B2329">
      <w:r>
        <w:t>545.1971</w:t>
      </w:r>
      <w:r>
        <w:tab/>
        <w:t>3.464e0</w:t>
      </w:r>
    </w:p>
    <w:p w:rsidR="007B2329" w:rsidRDefault="007B2329" w:rsidP="007B2329">
      <w:r>
        <w:t>545.2101</w:t>
      </w:r>
      <w:r>
        <w:tab/>
        <w:t>1.647e0</w:t>
      </w:r>
    </w:p>
    <w:p w:rsidR="007B2329" w:rsidRDefault="007B2329" w:rsidP="007B2329">
      <w:r>
        <w:t>545.2405</w:t>
      </w:r>
      <w:r>
        <w:tab/>
        <w:t>3.038e0</w:t>
      </w:r>
    </w:p>
    <w:p w:rsidR="007B2329" w:rsidRDefault="007B2329" w:rsidP="007B2329">
      <w:r>
        <w:t>545.2814</w:t>
      </w:r>
      <w:r>
        <w:tab/>
        <w:t>3.252e0</w:t>
      </w:r>
    </w:p>
    <w:p w:rsidR="007B2329" w:rsidRDefault="007B2329" w:rsidP="007B2329">
      <w:r>
        <w:t>545.3647</w:t>
      </w:r>
      <w:r>
        <w:tab/>
        <w:t>5.063e0</w:t>
      </w:r>
    </w:p>
    <w:p w:rsidR="007B2329" w:rsidRDefault="007B2329" w:rsidP="007B2329">
      <w:r>
        <w:t>545.3788</w:t>
      </w:r>
      <w:r>
        <w:tab/>
        <w:t>1.665e0</w:t>
      </w:r>
    </w:p>
    <w:p w:rsidR="007B2329" w:rsidRDefault="007B2329" w:rsidP="007B2329">
      <w:r>
        <w:t>545.3862</w:t>
      </w:r>
      <w:r>
        <w:tab/>
        <w:t>1.261e0</w:t>
      </w:r>
    </w:p>
    <w:p w:rsidR="007B2329" w:rsidRDefault="007B2329" w:rsidP="007B2329">
      <w:r>
        <w:t>545.4072</w:t>
      </w:r>
      <w:r>
        <w:tab/>
        <w:t>2.025e0</w:t>
      </w:r>
    </w:p>
    <w:p w:rsidR="007B2329" w:rsidRDefault="007B2329" w:rsidP="007B2329">
      <w:r>
        <w:t>545.4266</w:t>
      </w:r>
      <w:r>
        <w:tab/>
        <w:t>3.038e0</w:t>
      </w:r>
    </w:p>
    <w:p w:rsidR="007B2329" w:rsidRDefault="007B2329" w:rsidP="007B2329">
      <w:r>
        <w:t>545.4305</w:t>
      </w:r>
      <w:r>
        <w:tab/>
        <w:t>2.025e0</w:t>
      </w:r>
    </w:p>
    <w:p w:rsidR="007B2329" w:rsidRDefault="007B2329" w:rsidP="007B2329">
      <w:r>
        <w:lastRenderedPageBreak/>
        <w:t>545.4443</w:t>
      </w:r>
      <w:r>
        <w:tab/>
        <w:t>1.025e0</w:t>
      </w:r>
    </w:p>
    <w:p w:rsidR="007B2329" w:rsidRDefault="007B2329" w:rsidP="007B2329">
      <w:r>
        <w:t>545.4638</w:t>
      </w:r>
      <w:r>
        <w:tab/>
        <w:t>1.266e-2</w:t>
      </w:r>
    </w:p>
    <w:p w:rsidR="007B2329" w:rsidRDefault="007B2329" w:rsidP="007B2329">
      <w:r>
        <w:t>545.4918</w:t>
      </w:r>
      <w:r>
        <w:tab/>
        <w:t>2.025e0</w:t>
      </w:r>
    </w:p>
    <w:p w:rsidR="007B2329" w:rsidRDefault="007B2329" w:rsidP="007B2329">
      <w:r>
        <w:t>545.4969</w:t>
      </w:r>
      <w:r>
        <w:tab/>
        <w:t>1.013e0</w:t>
      </w:r>
    </w:p>
    <w:p w:rsidR="007B2329" w:rsidRDefault="007B2329" w:rsidP="007B2329">
      <w:r>
        <w:t>545.5002</w:t>
      </w:r>
      <w:r>
        <w:tab/>
        <w:t>3.038e0</w:t>
      </w:r>
    </w:p>
    <w:p w:rsidR="007B2329" w:rsidRDefault="007B2329" w:rsidP="007B2329">
      <w:r>
        <w:t>545.5121</w:t>
      </w:r>
      <w:r>
        <w:tab/>
        <w:t>2.025e0</w:t>
      </w:r>
    </w:p>
    <w:p w:rsidR="007B2329" w:rsidRDefault="007B2329" w:rsidP="007B2329">
      <w:r>
        <w:t>545.5931</w:t>
      </w:r>
      <w:r>
        <w:tab/>
        <w:t>1.025e0</w:t>
      </w:r>
    </w:p>
    <w:p w:rsidR="007B2329" w:rsidRDefault="007B2329" w:rsidP="007B2329">
      <w:r>
        <w:t>545.6049</w:t>
      </w:r>
      <w:r>
        <w:tab/>
        <w:t>1.013e0</w:t>
      </w:r>
    </w:p>
    <w:p w:rsidR="007B2329" w:rsidRDefault="007B2329" w:rsidP="007B2329">
      <w:r>
        <w:t>545.6140</w:t>
      </w:r>
      <w:r>
        <w:tab/>
        <w:t>1.013e0</w:t>
      </w:r>
    </w:p>
    <w:p w:rsidR="007B2329" w:rsidRDefault="007B2329" w:rsidP="007B2329">
      <w:r>
        <w:t>545.6329</w:t>
      </w:r>
      <w:r>
        <w:tab/>
        <w:t>1.013e0</w:t>
      </w:r>
    </w:p>
    <w:p w:rsidR="007B2329" w:rsidRDefault="007B2329" w:rsidP="007B2329">
      <w:r>
        <w:t>545.6443</w:t>
      </w:r>
      <w:r>
        <w:tab/>
        <w:t>1.013e0</w:t>
      </w:r>
    </w:p>
    <w:p w:rsidR="007B2329" w:rsidRDefault="007B2329" w:rsidP="007B2329">
      <w:r>
        <w:t>545.6489</w:t>
      </w:r>
      <w:r>
        <w:tab/>
        <w:t>2.025e0</w:t>
      </w:r>
    </w:p>
    <w:p w:rsidR="007B2329" w:rsidRDefault="007B2329" w:rsidP="007B2329">
      <w:r>
        <w:t>545.6787</w:t>
      </w:r>
      <w:r>
        <w:tab/>
        <w:t>1.013e0</w:t>
      </w:r>
    </w:p>
    <w:p w:rsidR="007B2329" w:rsidRDefault="007B2329" w:rsidP="007B2329">
      <w:r>
        <w:t>545.6992</w:t>
      </w:r>
      <w:r>
        <w:tab/>
        <w:t>1.013e0</w:t>
      </w:r>
    </w:p>
    <w:p w:rsidR="007B2329" w:rsidRDefault="007B2329" w:rsidP="007B2329">
      <w:r>
        <w:t>545.7177</w:t>
      </w:r>
      <w:r>
        <w:tab/>
        <w:t>1.013e0</w:t>
      </w:r>
    </w:p>
    <w:p w:rsidR="007B2329" w:rsidRDefault="007B2329" w:rsidP="007B2329">
      <w:r>
        <w:t>545.7221</w:t>
      </w:r>
      <w:r>
        <w:tab/>
        <w:t>2.025e0</w:t>
      </w:r>
    </w:p>
    <w:p w:rsidR="007B2329" w:rsidRDefault="007B2329" w:rsidP="007B2329">
      <w:r>
        <w:t>545.7276</w:t>
      </w:r>
      <w:r>
        <w:tab/>
        <w:t>5.063e0</w:t>
      </w:r>
    </w:p>
    <w:p w:rsidR="007B2329" w:rsidRDefault="007B2329" w:rsidP="007B2329">
      <w:r>
        <w:t>545.7519</w:t>
      </w:r>
      <w:r>
        <w:tab/>
        <w:t>1.013e0</w:t>
      </w:r>
    </w:p>
    <w:p w:rsidR="007B2329" w:rsidRDefault="007B2329" w:rsidP="007B2329">
      <w:r>
        <w:t>545.7648</w:t>
      </w:r>
      <w:r>
        <w:tab/>
        <w:t>1.013e0</w:t>
      </w:r>
    </w:p>
    <w:p w:rsidR="007B2329" w:rsidRDefault="007B2329" w:rsidP="007B2329">
      <w:r>
        <w:lastRenderedPageBreak/>
        <w:t>545.7930</w:t>
      </w:r>
      <w:r>
        <w:tab/>
        <w:t>1.013e0</w:t>
      </w:r>
    </w:p>
    <w:p w:rsidR="007B2329" w:rsidRDefault="007B2329" w:rsidP="007B2329">
      <w:r>
        <w:t>545.7975</w:t>
      </w:r>
      <w:r>
        <w:tab/>
        <w:t>2.025e0</w:t>
      </w:r>
    </w:p>
    <w:p w:rsidR="007B2329" w:rsidRDefault="007B2329" w:rsidP="007B2329">
      <w:r>
        <w:t>545.8073</w:t>
      </w:r>
      <w:r>
        <w:tab/>
        <w:t>2.025e0</w:t>
      </w:r>
    </w:p>
    <w:p w:rsidR="007B2329" w:rsidRDefault="007B2329" w:rsidP="007B2329">
      <w:r>
        <w:t>545.8259</w:t>
      </w:r>
      <w:r>
        <w:tab/>
        <w:t>1.013e0</w:t>
      </w:r>
    </w:p>
    <w:p w:rsidR="007B2329" w:rsidRDefault="007B2329" w:rsidP="007B2329">
      <w:r>
        <w:t>545.8422</w:t>
      </w:r>
      <w:r>
        <w:tab/>
        <w:t>3.038e0</w:t>
      </w:r>
    </w:p>
    <w:p w:rsidR="007B2329" w:rsidRDefault="007B2329" w:rsidP="007B2329">
      <w:r>
        <w:t>545.8683</w:t>
      </w:r>
      <w:r>
        <w:tab/>
        <w:t>1.013e0</w:t>
      </w:r>
    </w:p>
    <w:p w:rsidR="007B2329" w:rsidRDefault="007B2329" w:rsidP="007B2329">
      <w:r>
        <w:t>545.8870</w:t>
      </w:r>
      <w:r>
        <w:tab/>
        <w:t>1.013e0</w:t>
      </w:r>
    </w:p>
    <w:p w:rsidR="007B2329" w:rsidRDefault="007B2329" w:rsidP="007B2329">
      <w:r>
        <w:t>545.8921</w:t>
      </w:r>
      <w:r>
        <w:tab/>
        <w:t>2.025e0</w:t>
      </w:r>
    </w:p>
    <w:p w:rsidR="007B2329" w:rsidRDefault="007B2329" w:rsidP="007B2329">
      <w:r>
        <w:t>545.9247</w:t>
      </w:r>
      <w:r>
        <w:tab/>
        <w:t>1.013e0</w:t>
      </w:r>
    </w:p>
    <w:p w:rsidR="007B2329" w:rsidRDefault="007B2329" w:rsidP="007B2329">
      <w:r>
        <w:t>545.9468</w:t>
      </w:r>
      <w:r>
        <w:tab/>
        <w:t>2.025e0</w:t>
      </w:r>
    </w:p>
    <w:p w:rsidR="007B2329" w:rsidRDefault="007B2329" w:rsidP="007B2329">
      <w:r>
        <w:t>545.9545</w:t>
      </w:r>
      <w:r>
        <w:tab/>
        <w:t>2.025e0</w:t>
      </w:r>
    </w:p>
    <w:p w:rsidR="007B2329" w:rsidRDefault="007B2329" w:rsidP="007B2329">
      <w:r>
        <w:t>545.9814</w:t>
      </w:r>
      <w:r>
        <w:tab/>
        <w:t>1.013e0</w:t>
      </w:r>
    </w:p>
    <w:p w:rsidR="007B2329" w:rsidRDefault="007B2329" w:rsidP="007B2329">
      <w:r>
        <w:t>545.9911</w:t>
      </w:r>
      <w:r>
        <w:tab/>
        <w:t>1.013e0</w:t>
      </w:r>
    </w:p>
    <w:p w:rsidR="007B2329" w:rsidRDefault="007B2329" w:rsidP="007B2329">
      <w:r>
        <w:t>545.9999</w:t>
      </w:r>
      <w:r>
        <w:tab/>
        <w:t>1.013e0</w:t>
      </w:r>
    </w:p>
    <w:p w:rsidR="007B2329" w:rsidRDefault="007B2329" w:rsidP="007B2329">
      <w:r>
        <w:t>546.0070</w:t>
      </w:r>
      <w:r>
        <w:tab/>
        <w:t>1.013e0</w:t>
      </w:r>
    </w:p>
    <w:p w:rsidR="007B2329" w:rsidRDefault="007B2329" w:rsidP="007B2329">
      <w:r>
        <w:t>546.0292</w:t>
      </w:r>
      <w:r>
        <w:tab/>
        <w:t>2.025e0</w:t>
      </w:r>
    </w:p>
    <w:p w:rsidR="007B2329" w:rsidRDefault="007B2329" w:rsidP="007B2329">
      <w:r>
        <w:t>546.0378</w:t>
      </w:r>
      <w:r>
        <w:tab/>
        <w:t>2.025e0</w:t>
      </w:r>
    </w:p>
    <w:p w:rsidR="007B2329" w:rsidRDefault="007B2329" w:rsidP="007B2329">
      <w:r>
        <w:t>546.0525</w:t>
      </w:r>
      <w:r>
        <w:tab/>
        <w:t>2.532e-2</w:t>
      </w:r>
    </w:p>
    <w:p w:rsidR="007B2329" w:rsidRDefault="007B2329" w:rsidP="007B2329">
      <w:r>
        <w:t>546.0565</w:t>
      </w:r>
      <w:r>
        <w:tab/>
        <w:t>1.013e0</w:t>
      </w:r>
    </w:p>
    <w:p w:rsidR="007B2329" w:rsidRDefault="007B2329" w:rsidP="007B2329">
      <w:r>
        <w:lastRenderedPageBreak/>
        <w:t>546.0807</w:t>
      </w:r>
      <w:r>
        <w:tab/>
        <w:t>1.013e0</w:t>
      </w:r>
    </w:p>
    <w:p w:rsidR="007B2329" w:rsidRDefault="007B2329" w:rsidP="007B2329">
      <w:r>
        <w:t>546.0941</w:t>
      </w:r>
      <w:r>
        <w:tab/>
        <w:t>1.013e0</w:t>
      </w:r>
    </w:p>
    <w:p w:rsidR="007B2329" w:rsidRDefault="007B2329" w:rsidP="007B2329">
      <w:r>
        <w:t>546.1320</w:t>
      </w:r>
      <w:r>
        <w:tab/>
        <w:t>1.013e0</w:t>
      </w:r>
    </w:p>
    <w:p w:rsidR="007B2329" w:rsidRDefault="007B2329" w:rsidP="007B2329">
      <w:r>
        <w:t>546.1372</w:t>
      </w:r>
      <w:r>
        <w:tab/>
        <w:t>6.076e0</w:t>
      </w:r>
    </w:p>
    <w:p w:rsidR="007B2329" w:rsidRDefault="007B2329" w:rsidP="007B2329">
      <w:r>
        <w:t>546.1503</w:t>
      </w:r>
      <w:r>
        <w:tab/>
        <w:t>3.913e0</w:t>
      </w:r>
    </w:p>
    <w:p w:rsidR="007B2329" w:rsidRDefault="007B2329" w:rsidP="007B2329">
      <w:r>
        <w:t>546.1516</w:t>
      </w:r>
      <w:r>
        <w:tab/>
        <w:t>5.033e0</w:t>
      </w:r>
    </w:p>
    <w:p w:rsidR="007B2329" w:rsidRDefault="007B2329" w:rsidP="007B2329">
      <w:r>
        <w:t>546.1526</w:t>
      </w:r>
      <w:r>
        <w:tab/>
        <w:t>4.861e0</w:t>
      </w:r>
    </w:p>
    <w:p w:rsidR="007B2329" w:rsidRDefault="007B2329" w:rsidP="007B2329">
      <w:r>
        <w:t>546.1600</w:t>
      </w:r>
      <w:r>
        <w:tab/>
        <w:t>3.197e0</w:t>
      </w:r>
    </w:p>
    <w:p w:rsidR="007B2329" w:rsidRDefault="007B2329" w:rsidP="007B2329">
      <w:r>
        <w:t>546.1780</w:t>
      </w:r>
      <w:r>
        <w:tab/>
        <w:t>8.101e0</w:t>
      </w:r>
    </w:p>
    <w:p w:rsidR="007B2329" w:rsidRDefault="007B2329" w:rsidP="007B2329">
      <w:r>
        <w:t>546.1935</w:t>
      </w:r>
      <w:r>
        <w:tab/>
        <w:t>4.975e0</w:t>
      </w:r>
    </w:p>
    <w:p w:rsidR="007B2329" w:rsidRDefault="007B2329" w:rsidP="007B2329">
      <w:r>
        <w:t>546.2026</w:t>
      </w:r>
      <w:r>
        <w:tab/>
        <w:t>5.063e0</w:t>
      </w:r>
    </w:p>
    <w:p w:rsidR="007B2329" w:rsidRDefault="007B2329" w:rsidP="007B2329">
      <w:r>
        <w:t>546.2486</w:t>
      </w:r>
      <w:r>
        <w:tab/>
        <w:t>1.499e0</w:t>
      </w:r>
    </w:p>
    <w:p w:rsidR="007B2329" w:rsidRDefault="007B2329" w:rsidP="007B2329">
      <w:r>
        <w:t>546.2576</w:t>
      </w:r>
      <w:r>
        <w:tab/>
        <w:t>2.025e0</w:t>
      </w:r>
    </w:p>
    <w:p w:rsidR="007B2329" w:rsidRDefault="007B2329" w:rsidP="007B2329">
      <w:r>
        <w:t>546.2621</w:t>
      </w:r>
      <w:r>
        <w:tab/>
        <w:t>1.013e0</w:t>
      </w:r>
    </w:p>
    <w:p w:rsidR="007B2329" w:rsidRDefault="007B2329" w:rsidP="007B2329">
      <w:r>
        <w:t>546.2692</w:t>
      </w:r>
      <w:r>
        <w:tab/>
        <w:t>3.290e0</w:t>
      </w:r>
    </w:p>
    <w:p w:rsidR="007B2329" w:rsidRDefault="007B2329" w:rsidP="007B2329">
      <w:r>
        <w:t>546.3173</w:t>
      </w:r>
      <w:r>
        <w:tab/>
        <w:t>1.013e0</w:t>
      </w:r>
    </w:p>
    <w:p w:rsidR="007B2329" w:rsidRDefault="007B2329" w:rsidP="007B2329">
      <w:r>
        <w:t>546.3387</w:t>
      </w:r>
      <w:r>
        <w:tab/>
        <w:t>1.475e0</w:t>
      </w:r>
    </w:p>
    <w:p w:rsidR="007B2329" w:rsidRDefault="007B2329" w:rsidP="007B2329">
      <w:r>
        <w:t>546.3635</w:t>
      </w:r>
      <w:r>
        <w:tab/>
        <w:t>1.013e0</w:t>
      </w:r>
    </w:p>
    <w:p w:rsidR="007B2329" w:rsidRDefault="007B2329" w:rsidP="007B2329">
      <w:r>
        <w:t>546.3649</w:t>
      </w:r>
      <w:r>
        <w:tab/>
        <w:t>5.215e0</w:t>
      </w:r>
    </w:p>
    <w:p w:rsidR="007B2329" w:rsidRDefault="007B2329" w:rsidP="007B2329">
      <w:r>
        <w:lastRenderedPageBreak/>
        <w:t>546.3763</w:t>
      </w:r>
      <w:r>
        <w:tab/>
        <w:t>2.853e0</w:t>
      </w:r>
    </w:p>
    <w:p w:rsidR="007B2329" w:rsidRDefault="007B2329" w:rsidP="007B2329">
      <w:r>
        <w:t>546.3910</w:t>
      </w:r>
      <w:r>
        <w:tab/>
        <w:t>1.270e0</w:t>
      </w:r>
    </w:p>
    <w:p w:rsidR="007B2329" w:rsidRDefault="007B2329" w:rsidP="007B2329">
      <w:r>
        <w:t>546.3932</w:t>
      </w:r>
      <w:r>
        <w:tab/>
        <w:t>1.919e0</w:t>
      </w:r>
    </w:p>
    <w:p w:rsidR="007B2329" w:rsidRDefault="007B2329" w:rsidP="007B2329">
      <w:r>
        <w:t>546.3969</w:t>
      </w:r>
      <w:r>
        <w:tab/>
        <w:t>4.090e0</w:t>
      </w:r>
    </w:p>
    <w:p w:rsidR="007B2329" w:rsidRDefault="007B2329" w:rsidP="007B2329">
      <w:r>
        <w:t>546.4095</w:t>
      </w:r>
      <w:r>
        <w:tab/>
        <w:t>1.266e-2</w:t>
      </w:r>
    </w:p>
    <w:p w:rsidR="007B2329" w:rsidRDefault="007B2329" w:rsidP="007B2329">
      <w:r>
        <w:t>546.4146</w:t>
      </w:r>
      <w:r>
        <w:tab/>
        <w:t>1.013e0</w:t>
      </w:r>
    </w:p>
    <w:p w:rsidR="007B2329" w:rsidRDefault="007B2329" w:rsidP="007B2329">
      <w:r>
        <w:t>546.4375</w:t>
      </w:r>
      <w:r>
        <w:tab/>
        <w:t>2.025e0</w:t>
      </w:r>
    </w:p>
    <w:p w:rsidR="007B2329" w:rsidRDefault="007B2329" w:rsidP="007B2329">
      <w:r>
        <w:t>546.4462</w:t>
      </w:r>
      <w:r>
        <w:tab/>
        <w:t>1.013e0</w:t>
      </w:r>
    </w:p>
    <w:p w:rsidR="007B2329" w:rsidRDefault="007B2329" w:rsidP="007B2329">
      <w:r>
        <w:t>546.4653</w:t>
      </w:r>
      <w:r>
        <w:tab/>
        <w:t>2.025e0</w:t>
      </w:r>
    </w:p>
    <w:p w:rsidR="007B2329" w:rsidRDefault="007B2329" w:rsidP="007B2329">
      <w:r>
        <w:t>546.4803</w:t>
      </w:r>
      <w:r>
        <w:tab/>
        <w:t>1.013e0</w:t>
      </w:r>
    </w:p>
    <w:p w:rsidR="007B2329" w:rsidRDefault="007B2329" w:rsidP="007B2329">
      <w:r>
        <w:t>546.5014</w:t>
      </w:r>
      <w:r>
        <w:tab/>
        <w:t>1.013e0</w:t>
      </w:r>
    </w:p>
    <w:p w:rsidR="007B2329" w:rsidRDefault="007B2329" w:rsidP="007B2329">
      <w:r>
        <w:t>546.5541</w:t>
      </w:r>
      <w:r>
        <w:tab/>
        <w:t>1.013e0</w:t>
      </w:r>
    </w:p>
    <w:p w:rsidR="007B2329" w:rsidRDefault="007B2329" w:rsidP="007B2329">
      <w:r>
        <w:t>546.6092</w:t>
      </w:r>
      <w:r>
        <w:tab/>
        <w:t>3.038e0</w:t>
      </w:r>
    </w:p>
    <w:p w:rsidR="007B2329" w:rsidRDefault="007B2329" w:rsidP="007B2329">
      <w:r>
        <w:t>546.6277</w:t>
      </w:r>
      <w:r>
        <w:tab/>
        <w:t>1.013e0</w:t>
      </w:r>
    </w:p>
    <w:p w:rsidR="007B2329" w:rsidRDefault="007B2329" w:rsidP="007B2329">
      <w:r>
        <w:t>546.6406</w:t>
      </w:r>
      <w:r>
        <w:tab/>
        <w:t>1.013e0</w:t>
      </w:r>
    </w:p>
    <w:p w:rsidR="007B2329" w:rsidRDefault="007B2329" w:rsidP="007B2329">
      <w:r>
        <w:t>546.6784</w:t>
      </w:r>
      <w:r>
        <w:tab/>
        <w:t>1.013e0</w:t>
      </w:r>
    </w:p>
    <w:p w:rsidR="007B2329" w:rsidRDefault="007B2329" w:rsidP="007B2329">
      <w:r>
        <w:t>546.6796</w:t>
      </w:r>
      <w:r>
        <w:tab/>
        <w:t>2.025e0</w:t>
      </w:r>
    </w:p>
    <w:p w:rsidR="007B2329" w:rsidRDefault="007B2329" w:rsidP="007B2329">
      <w:r>
        <w:t>546.6996</w:t>
      </w:r>
      <w:r>
        <w:tab/>
        <w:t>3.038e0</w:t>
      </w:r>
    </w:p>
    <w:p w:rsidR="007B2329" w:rsidRDefault="007B2329" w:rsidP="007B2329">
      <w:r>
        <w:t>546.7729</w:t>
      </w:r>
      <w:r>
        <w:tab/>
        <w:t>2.025e0</w:t>
      </w:r>
    </w:p>
    <w:p w:rsidR="007B2329" w:rsidRDefault="007B2329" w:rsidP="007B2329">
      <w:r>
        <w:lastRenderedPageBreak/>
        <w:t>546.7750</w:t>
      </w:r>
      <w:r>
        <w:tab/>
        <w:t>1.013e0</w:t>
      </w:r>
    </w:p>
    <w:p w:rsidR="007B2329" w:rsidRDefault="007B2329" w:rsidP="007B2329">
      <w:r>
        <w:t>546.7794</w:t>
      </w:r>
      <w:r>
        <w:tab/>
        <w:t>2.025e0</w:t>
      </w:r>
    </w:p>
    <w:p w:rsidR="007B2329" w:rsidRDefault="007B2329" w:rsidP="007B2329">
      <w:r>
        <w:t>546.7909</w:t>
      </w:r>
      <w:r>
        <w:tab/>
        <w:t>2.025e0</w:t>
      </w:r>
    </w:p>
    <w:p w:rsidR="007B2329" w:rsidRDefault="007B2329" w:rsidP="007B2329">
      <w:r>
        <w:t>546.7933</w:t>
      </w:r>
      <w:r>
        <w:tab/>
        <w:t>2.025e0</w:t>
      </w:r>
    </w:p>
    <w:p w:rsidR="007B2329" w:rsidRDefault="007B2329" w:rsidP="007B2329">
      <w:r>
        <w:t>546.8093</w:t>
      </w:r>
      <w:r>
        <w:tab/>
        <w:t>1.013e0</w:t>
      </w:r>
    </w:p>
    <w:p w:rsidR="007B2329" w:rsidRDefault="007B2329" w:rsidP="007B2329">
      <w:r>
        <w:t>546.8386</w:t>
      </w:r>
      <w:r>
        <w:tab/>
        <w:t>1.013e0</w:t>
      </w:r>
    </w:p>
    <w:p w:rsidR="007B2329" w:rsidRDefault="007B2329" w:rsidP="007B2329">
      <w:r>
        <w:t>546.8482</w:t>
      </w:r>
      <w:r>
        <w:tab/>
        <w:t>1.013e0</w:t>
      </w:r>
    </w:p>
    <w:p w:rsidR="007B2329" w:rsidRDefault="007B2329" w:rsidP="007B2329">
      <w:r>
        <w:t>546.8575</w:t>
      </w:r>
      <w:r>
        <w:tab/>
        <w:t>1.013e0</w:t>
      </w:r>
    </w:p>
    <w:p w:rsidR="007B2329" w:rsidRDefault="007B2329" w:rsidP="007B2329">
      <w:r>
        <w:t>546.8644</w:t>
      </w:r>
      <w:r>
        <w:tab/>
        <w:t>3.038e0</w:t>
      </w:r>
    </w:p>
    <w:p w:rsidR="007B2329" w:rsidRDefault="007B2329" w:rsidP="007B2329">
      <w:r>
        <w:t>546.8763</w:t>
      </w:r>
      <w:r>
        <w:tab/>
        <w:t>1.013e0</w:t>
      </w:r>
    </w:p>
    <w:p w:rsidR="007B2329" w:rsidRDefault="007B2329" w:rsidP="007B2329">
      <w:r>
        <w:t>546.9382</w:t>
      </w:r>
      <w:r>
        <w:tab/>
        <w:t>1.013e0</w:t>
      </w:r>
    </w:p>
    <w:p w:rsidR="007B2329" w:rsidRDefault="007B2329" w:rsidP="007B2329">
      <w:r>
        <w:t>546.9463</w:t>
      </w:r>
      <w:r>
        <w:tab/>
        <w:t>1.038e0</w:t>
      </w:r>
    </w:p>
    <w:p w:rsidR="007B2329" w:rsidRDefault="007B2329" w:rsidP="007B2329">
      <w:r>
        <w:t>546.9800</w:t>
      </w:r>
      <w:r>
        <w:tab/>
        <w:t>3.038e0</w:t>
      </w:r>
    </w:p>
    <w:p w:rsidR="007B2329" w:rsidRDefault="007B2329" w:rsidP="007B2329">
      <w:r>
        <w:t>546.9828</w:t>
      </w:r>
      <w:r>
        <w:tab/>
        <w:t>3.038e0</w:t>
      </w:r>
    </w:p>
    <w:p w:rsidR="007B2329" w:rsidRDefault="007B2329" w:rsidP="007B2329">
      <w:r>
        <w:t>546.9990</w:t>
      </w:r>
      <w:r>
        <w:tab/>
        <w:t>1.013e0</w:t>
      </w:r>
    </w:p>
    <w:p w:rsidR="007B2329" w:rsidRDefault="007B2329" w:rsidP="007B2329">
      <w:r>
        <w:t>547.0276</w:t>
      </w:r>
      <w:r>
        <w:tab/>
        <w:t>5.063e0</w:t>
      </w:r>
    </w:p>
    <w:p w:rsidR="007B2329" w:rsidRDefault="007B2329" w:rsidP="007B2329">
      <w:r>
        <w:t>547.0444</w:t>
      </w:r>
      <w:r>
        <w:tab/>
        <w:t>2.025e0</w:t>
      </w:r>
    </w:p>
    <w:p w:rsidR="007B2329" w:rsidRDefault="007B2329" w:rsidP="007B2329">
      <w:r>
        <w:t>547.0484</w:t>
      </w:r>
      <w:r>
        <w:tab/>
        <w:t>1.013e0</w:t>
      </w:r>
    </w:p>
    <w:p w:rsidR="007B2329" w:rsidRDefault="007B2329" w:rsidP="007B2329">
      <w:r>
        <w:t>547.0977</w:t>
      </w:r>
      <w:r>
        <w:tab/>
        <w:t>2.025e0</w:t>
      </w:r>
    </w:p>
    <w:p w:rsidR="007B2329" w:rsidRDefault="007B2329" w:rsidP="007B2329">
      <w:r>
        <w:lastRenderedPageBreak/>
        <w:t>547.1035</w:t>
      </w:r>
      <w:r>
        <w:tab/>
        <w:t>1.013e0</w:t>
      </w:r>
    </w:p>
    <w:p w:rsidR="007B2329" w:rsidRDefault="007B2329" w:rsidP="007B2329">
      <w:r>
        <w:t>547.1146</w:t>
      </w:r>
      <w:r>
        <w:tab/>
        <w:t>3.051e0</w:t>
      </w:r>
    </w:p>
    <w:p w:rsidR="007B2329" w:rsidRDefault="007B2329" w:rsidP="007B2329">
      <w:r>
        <w:t>547.1467</w:t>
      </w:r>
      <w:r>
        <w:tab/>
        <w:t>4.051e0</w:t>
      </w:r>
    </w:p>
    <w:p w:rsidR="007B2329" w:rsidRDefault="007B2329" w:rsidP="007B2329">
      <w:r>
        <w:t>547.1502</w:t>
      </w:r>
      <w:r>
        <w:tab/>
        <w:t>1.273e0</w:t>
      </w:r>
    </w:p>
    <w:p w:rsidR="007B2329" w:rsidRDefault="007B2329" w:rsidP="007B2329">
      <w:r>
        <w:t>547.1583</w:t>
      </w:r>
      <w:r>
        <w:tab/>
        <w:t>1.859e0</w:t>
      </w:r>
    </w:p>
    <w:p w:rsidR="007B2329" w:rsidRDefault="007B2329" w:rsidP="007B2329">
      <w:r>
        <w:t>547.1606</w:t>
      </w:r>
      <w:r>
        <w:tab/>
        <w:t>3.593e0</w:t>
      </w:r>
    </w:p>
    <w:p w:rsidR="007B2329" w:rsidRDefault="007B2329" w:rsidP="007B2329">
      <w:r>
        <w:t>547.1672</w:t>
      </w:r>
      <w:r>
        <w:tab/>
        <w:t>5.874e0</w:t>
      </w:r>
    </w:p>
    <w:p w:rsidR="007B2329" w:rsidRDefault="007B2329" w:rsidP="007B2329">
      <w:r>
        <w:t>547.1689</w:t>
      </w:r>
      <w:r>
        <w:tab/>
        <w:t>2.025e0</w:t>
      </w:r>
    </w:p>
    <w:p w:rsidR="007B2329" w:rsidRDefault="007B2329" w:rsidP="007B2329">
      <w:r>
        <w:t>547.2008</w:t>
      </w:r>
      <w:r>
        <w:tab/>
        <w:t>9.602e-1</w:t>
      </w:r>
    </w:p>
    <w:p w:rsidR="007B2329" w:rsidRDefault="007B2329" w:rsidP="007B2329">
      <w:r>
        <w:t>547.2206</w:t>
      </w:r>
      <w:r>
        <w:tab/>
        <w:t>2.025e0</w:t>
      </w:r>
    </w:p>
    <w:p w:rsidR="007B2329" w:rsidRDefault="007B2329" w:rsidP="007B2329">
      <w:r>
        <w:t>547.2238</w:t>
      </w:r>
      <w:r>
        <w:tab/>
        <w:t>3.196e0</w:t>
      </w:r>
    </w:p>
    <w:p w:rsidR="007B2329" w:rsidRDefault="007B2329" w:rsidP="007B2329">
      <w:r>
        <w:t>547.2433</w:t>
      </w:r>
      <w:r>
        <w:tab/>
        <w:t>3.385e0</w:t>
      </w:r>
    </w:p>
    <w:p w:rsidR="007B2329" w:rsidRDefault="007B2329" w:rsidP="007B2329">
      <w:r>
        <w:t>547.2488</w:t>
      </w:r>
      <w:r>
        <w:tab/>
        <w:t>4.784e0</w:t>
      </w:r>
    </w:p>
    <w:p w:rsidR="007B2329" w:rsidRDefault="007B2329" w:rsidP="007B2329">
      <w:r>
        <w:t>547.2510</w:t>
      </w:r>
      <w:r>
        <w:tab/>
        <w:t>2.117e0</w:t>
      </w:r>
    </w:p>
    <w:p w:rsidR="007B2329" w:rsidRDefault="007B2329" w:rsidP="007B2329">
      <w:r>
        <w:t>547.2543</w:t>
      </w:r>
      <w:r>
        <w:tab/>
        <w:t>2.026e0</w:t>
      </w:r>
    </w:p>
    <w:p w:rsidR="007B2329" w:rsidRDefault="007B2329" w:rsidP="007B2329">
      <w:r>
        <w:t>547.2567</w:t>
      </w:r>
      <w:r>
        <w:tab/>
        <w:t>2.475e0</w:t>
      </w:r>
    </w:p>
    <w:p w:rsidR="007B2329" w:rsidRDefault="007B2329" w:rsidP="007B2329">
      <w:r>
        <w:t>547.2925</w:t>
      </w:r>
      <w:r>
        <w:tab/>
        <w:t>6.956e0</w:t>
      </w:r>
    </w:p>
    <w:p w:rsidR="007B2329" w:rsidRDefault="007B2329" w:rsidP="007B2329">
      <w:r>
        <w:t>547.3093</w:t>
      </w:r>
      <w:r>
        <w:tab/>
        <w:t>2.730e0</w:t>
      </w:r>
    </w:p>
    <w:p w:rsidR="007B2329" w:rsidRDefault="007B2329" w:rsidP="007B2329">
      <w:r>
        <w:t>547.3210</w:t>
      </w:r>
      <w:r>
        <w:tab/>
        <w:t>1.431e0</w:t>
      </w:r>
    </w:p>
    <w:p w:rsidR="007B2329" w:rsidRDefault="007B2329" w:rsidP="007B2329">
      <w:r>
        <w:lastRenderedPageBreak/>
        <w:t>547.3347</w:t>
      </w:r>
      <w:r>
        <w:tab/>
        <w:t>3.625e0</w:t>
      </w:r>
    </w:p>
    <w:p w:rsidR="007B2329" w:rsidRDefault="007B2329" w:rsidP="007B2329">
      <w:r>
        <w:t>547.3682</w:t>
      </w:r>
      <w:r>
        <w:tab/>
        <w:t>6.377e0</w:t>
      </w:r>
    </w:p>
    <w:p w:rsidR="007B2329" w:rsidRDefault="007B2329" w:rsidP="007B2329">
      <w:r>
        <w:t>547.3796</w:t>
      </w:r>
      <w:r>
        <w:tab/>
        <w:t>2.393e0</w:t>
      </w:r>
    </w:p>
    <w:p w:rsidR="007B2329" w:rsidRDefault="007B2329" w:rsidP="007B2329">
      <w:r>
        <w:t>547.3835</w:t>
      </w:r>
      <w:r>
        <w:tab/>
        <w:t>3.402e0</w:t>
      </w:r>
    </w:p>
    <w:p w:rsidR="007B2329" w:rsidRDefault="007B2329" w:rsidP="007B2329">
      <w:r>
        <w:t>547.4113</w:t>
      </w:r>
      <w:r>
        <w:tab/>
        <w:t>2.025e0</w:t>
      </w:r>
    </w:p>
    <w:p w:rsidR="007B2329" w:rsidRDefault="007B2329" w:rsidP="007B2329">
      <w:r>
        <w:t>547.4142</w:t>
      </w:r>
      <w:r>
        <w:tab/>
        <w:t>1.013e0</w:t>
      </w:r>
    </w:p>
    <w:p w:rsidR="007B2329" w:rsidRDefault="007B2329" w:rsidP="007B2329">
      <w:r>
        <w:t>547.4296</w:t>
      </w:r>
      <w:r>
        <w:tab/>
        <w:t>1.013e0</w:t>
      </w:r>
    </w:p>
    <w:p w:rsidR="007B2329" w:rsidRDefault="007B2329" w:rsidP="007B2329">
      <w:r>
        <w:t>547.4478</w:t>
      </w:r>
      <w:r>
        <w:tab/>
        <w:t>5.063e0</w:t>
      </w:r>
    </w:p>
    <w:p w:rsidR="007B2329" w:rsidRDefault="007B2329" w:rsidP="007B2329">
      <w:r>
        <w:t>547.5370</w:t>
      </w:r>
      <w:r>
        <w:tab/>
        <w:t>1.013e0</w:t>
      </w:r>
    </w:p>
    <w:p w:rsidR="007B2329" w:rsidRDefault="007B2329" w:rsidP="007B2329">
      <w:r>
        <w:t>547.5427</w:t>
      </w:r>
      <w:r>
        <w:tab/>
        <w:t>3.199e0</w:t>
      </w:r>
    </w:p>
    <w:p w:rsidR="007B2329" w:rsidRDefault="007B2329" w:rsidP="007B2329">
      <w:r>
        <w:t>547.5570</w:t>
      </w:r>
      <w:r>
        <w:tab/>
        <w:t>3.038e0</w:t>
      </w:r>
    </w:p>
    <w:p w:rsidR="007B2329" w:rsidRDefault="007B2329" w:rsidP="007B2329">
      <w:r>
        <w:t>547.5841</w:t>
      </w:r>
      <w:r>
        <w:tab/>
        <w:t>1.013e0</w:t>
      </w:r>
    </w:p>
    <w:p w:rsidR="007B2329" w:rsidRDefault="007B2329" w:rsidP="007B2329">
      <w:r>
        <w:t>547.6028</w:t>
      </w:r>
      <w:r>
        <w:tab/>
        <w:t>2.025e0</w:t>
      </w:r>
    </w:p>
    <w:p w:rsidR="007B2329" w:rsidRDefault="007B2329" w:rsidP="007B2329">
      <w:r>
        <w:t>547.6114</w:t>
      </w:r>
      <w:r>
        <w:tab/>
        <w:t>1.013e0</w:t>
      </w:r>
    </w:p>
    <w:p w:rsidR="007B2329" w:rsidRDefault="007B2329" w:rsidP="007B2329">
      <w:r>
        <w:t>547.6204</w:t>
      </w:r>
      <w:r>
        <w:tab/>
        <w:t>2.025e0</w:t>
      </w:r>
    </w:p>
    <w:p w:rsidR="007B2329" w:rsidRDefault="007B2329" w:rsidP="007B2329">
      <w:r>
        <w:t>547.6219</w:t>
      </w:r>
      <w:r>
        <w:tab/>
        <w:t>1.013e0</w:t>
      </w:r>
    </w:p>
    <w:p w:rsidR="007B2329" w:rsidRDefault="007B2329" w:rsidP="007B2329">
      <w:r>
        <w:t>547.6313</w:t>
      </w:r>
      <w:r>
        <w:tab/>
        <w:t>2.025e0</w:t>
      </w:r>
    </w:p>
    <w:p w:rsidR="007B2329" w:rsidRDefault="007B2329" w:rsidP="007B2329">
      <w:r>
        <w:t>547.6489</w:t>
      </w:r>
      <w:r>
        <w:tab/>
        <w:t>3.038e0</w:t>
      </w:r>
    </w:p>
    <w:p w:rsidR="007B2329" w:rsidRDefault="007B2329" w:rsidP="007B2329">
      <w:r>
        <w:t>547.6635</w:t>
      </w:r>
      <w:r>
        <w:tab/>
        <w:t>3.038e0</w:t>
      </w:r>
    </w:p>
    <w:p w:rsidR="007B2329" w:rsidRDefault="007B2329" w:rsidP="007B2329">
      <w:r>
        <w:lastRenderedPageBreak/>
        <w:t>547.6691</w:t>
      </w:r>
      <w:r>
        <w:tab/>
        <w:t>1.266e-2</w:t>
      </w:r>
    </w:p>
    <w:p w:rsidR="007B2329" w:rsidRDefault="007B2329" w:rsidP="007B2329">
      <w:r>
        <w:t>547.6734</w:t>
      </w:r>
      <w:r>
        <w:tab/>
        <w:t>2.025e0</w:t>
      </w:r>
    </w:p>
    <w:p w:rsidR="007B2329" w:rsidRDefault="007B2329" w:rsidP="007B2329">
      <w:r>
        <w:t>547.7333</w:t>
      </w:r>
      <w:r>
        <w:tab/>
        <w:t>3.038e0</w:t>
      </w:r>
    </w:p>
    <w:p w:rsidR="007B2329" w:rsidRDefault="007B2329" w:rsidP="007B2329">
      <w:r>
        <w:t>547.7401</w:t>
      </w:r>
      <w:r>
        <w:tab/>
        <w:t>2.025e0</w:t>
      </w:r>
    </w:p>
    <w:p w:rsidR="007B2329" w:rsidRDefault="007B2329" w:rsidP="007B2329">
      <w:r>
        <w:t>547.7582</w:t>
      </w:r>
      <w:r>
        <w:tab/>
        <w:t>2.025e0</w:t>
      </w:r>
    </w:p>
    <w:p w:rsidR="007B2329" w:rsidRDefault="007B2329" w:rsidP="007B2329">
      <w:r>
        <w:t>547.7664</w:t>
      </w:r>
      <w:r>
        <w:tab/>
        <w:t>2.058e0</w:t>
      </w:r>
    </w:p>
    <w:p w:rsidR="007B2329" w:rsidRDefault="007B2329" w:rsidP="007B2329">
      <w:r>
        <w:t>547.7763</w:t>
      </w:r>
      <w:r>
        <w:tab/>
        <w:t>2.025e0</w:t>
      </w:r>
    </w:p>
    <w:p w:rsidR="007B2329" w:rsidRDefault="007B2329" w:rsidP="007B2329">
      <w:r>
        <w:t>547.8011</w:t>
      </w:r>
      <w:r>
        <w:tab/>
        <w:t>1.013e0</w:t>
      </w:r>
    </w:p>
    <w:p w:rsidR="007B2329" w:rsidRDefault="007B2329" w:rsidP="007B2329">
      <w:r>
        <w:t>547.8138</w:t>
      </w:r>
      <w:r>
        <w:tab/>
        <w:t>1.013e0</w:t>
      </w:r>
    </w:p>
    <w:p w:rsidR="007B2329" w:rsidRDefault="007B2329" w:rsidP="007B2329">
      <w:r>
        <w:t>547.8351</w:t>
      </w:r>
      <w:r>
        <w:tab/>
        <w:t>2.038e0</w:t>
      </w:r>
    </w:p>
    <w:p w:rsidR="007B2329" w:rsidRDefault="007B2329" w:rsidP="007B2329">
      <w:r>
        <w:t>547.8755</w:t>
      </w:r>
      <w:r>
        <w:tab/>
        <w:t>2.025e0</w:t>
      </w:r>
    </w:p>
    <w:p w:rsidR="007B2329" w:rsidRDefault="007B2329" w:rsidP="007B2329">
      <w:r>
        <w:t>547.8798</w:t>
      </w:r>
      <w:r>
        <w:tab/>
        <w:t>2.025e0</w:t>
      </w:r>
    </w:p>
    <w:p w:rsidR="007B2329" w:rsidRDefault="007B2329" w:rsidP="007B2329">
      <w:r>
        <w:t>547.9055</w:t>
      </w:r>
      <w:r>
        <w:tab/>
        <w:t>1.013e0</w:t>
      </w:r>
    </w:p>
    <w:p w:rsidR="007B2329" w:rsidRDefault="007B2329" w:rsidP="007B2329">
      <w:r>
        <w:t>547.9146</w:t>
      </w:r>
      <w:r>
        <w:tab/>
        <w:t>1.013e0</w:t>
      </w:r>
    </w:p>
    <w:p w:rsidR="007B2329" w:rsidRDefault="007B2329" w:rsidP="007B2329">
      <w:r>
        <w:t>547.9215</w:t>
      </w:r>
      <w:r>
        <w:tab/>
        <w:t>1.013e0</w:t>
      </w:r>
    </w:p>
    <w:p w:rsidR="007B2329" w:rsidRDefault="007B2329" w:rsidP="007B2329">
      <w:r>
        <w:t>547.9335</w:t>
      </w:r>
      <w:r>
        <w:tab/>
        <w:t>2.025e0</w:t>
      </w:r>
    </w:p>
    <w:p w:rsidR="007B2329" w:rsidRDefault="007B2329" w:rsidP="007B2329">
      <w:r>
        <w:t>547.9429</w:t>
      </w:r>
      <w:r>
        <w:tab/>
        <w:t>2.025e0</w:t>
      </w:r>
    </w:p>
    <w:p w:rsidR="007B2329" w:rsidRDefault="007B2329" w:rsidP="007B2329">
      <w:r>
        <w:t>547.9524</w:t>
      </w:r>
      <w:r>
        <w:tab/>
        <w:t>1.013e0</w:t>
      </w:r>
    </w:p>
    <w:p w:rsidR="007B2329" w:rsidRDefault="007B2329" w:rsidP="007B2329">
      <w:r>
        <w:t>547.9995</w:t>
      </w:r>
      <w:r>
        <w:tab/>
        <w:t>1.013e0</w:t>
      </w:r>
    </w:p>
    <w:p w:rsidR="007B2329" w:rsidRDefault="007B2329" w:rsidP="007B2329">
      <w:r>
        <w:lastRenderedPageBreak/>
        <w:t>548.0042</w:t>
      </w:r>
      <w:r>
        <w:tab/>
        <w:t>4.051e0</w:t>
      </w:r>
    </w:p>
    <w:p w:rsidR="007B2329" w:rsidRDefault="007B2329" w:rsidP="007B2329">
      <w:r>
        <w:t>548.0302</w:t>
      </w:r>
      <w:r>
        <w:tab/>
        <w:t>3.038e0</w:t>
      </w:r>
    </w:p>
    <w:p w:rsidR="007B2329" w:rsidRDefault="007B2329" w:rsidP="007B2329">
      <w:r>
        <w:t>548.0483</w:t>
      </w:r>
      <w:r>
        <w:tab/>
        <w:t>3.038e0</w:t>
      </w:r>
    </w:p>
    <w:p w:rsidR="007B2329" w:rsidRDefault="007B2329" w:rsidP="007B2329">
      <w:r>
        <w:t>548.0660</w:t>
      </w:r>
      <w:r>
        <w:tab/>
        <w:t>5.063e0</w:t>
      </w:r>
    </w:p>
    <w:p w:rsidR="007B2329" w:rsidRDefault="007B2329" w:rsidP="007B2329">
      <w:r>
        <w:t>548.0847</w:t>
      </w:r>
      <w:r>
        <w:tab/>
        <w:t>1.013e0</w:t>
      </w:r>
    </w:p>
    <w:p w:rsidR="007B2329" w:rsidRDefault="007B2329" w:rsidP="007B2329">
      <w:r>
        <w:t>548.0916</w:t>
      </w:r>
      <w:r>
        <w:tab/>
        <w:t>2.025e0</w:t>
      </w:r>
    </w:p>
    <w:p w:rsidR="007B2329" w:rsidRDefault="007B2329" w:rsidP="007B2329">
      <w:r>
        <w:t>548.1146</w:t>
      </w:r>
      <w:r>
        <w:tab/>
        <w:t>3.038e0</w:t>
      </w:r>
    </w:p>
    <w:p w:rsidR="007B2329" w:rsidRDefault="007B2329" w:rsidP="007B2329">
      <w:r>
        <w:t>548.1214</w:t>
      </w:r>
      <w:r>
        <w:tab/>
        <w:t>1.013e0</w:t>
      </w:r>
    </w:p>
    <w:p w:rsidR="007B2329" w:rsidRDefault="007B2329" w:rsidP="007B2329">
      <w:r>
        <w:t>548.1531</w:t>
      </w:r>
      <w:r>
        <w:tab/>
        <w:t>4.981e0</w:t>
      </w:r>
    </w:p>
    <w:p w:rsidR="007B2329" w:rsidRDefault="007B2329" w:rsidP="007B2329">
      <w:r>
        <w:t>548.1582</w:t>
      </w:r>
      <w:r>
        <w:tab/>
        <w:t>2.119e0</w:t>
      </w:r>
    </w:p>
    <w:p w:rsidR="007B2329" w:rsidRDefault="007B2329" w:rsidP="007B2329">
      <w:r>
        <w:t>548.1594</w:t>
      </w:r>
      <w:r>
        <w:tab/>
        <w:t>6.662e0</w:t>
      </w:r>
    </w:p>
    <w:p w:rsidR="007B2329" w:rsidRDefault="007B2329" w:rsidP="007B2329">
      <w:r>
        <w:t>548.1632</w:t>
      </w:r>
      <w:r>
        <w:tab/>
        <w:t>9.135e0</w:t>
      </w:r>
    </w:p>
    <w:p w:rsidR="007B2329" w:rsidRDefault="007B2329" w:rsidP="007B2329">
      <w:r>
        <w:t>548.1823</w:t>
      </w:r>
      <w:r>
        <w:tab/>
        <w:t>3.124e0</w:t>
      </w:r>
    </w:p>
    <w:p w:rsidR="007B2329" w:rsidRDefault="007B2329" w:rsidP="007B2329">
      <w:r>
        <w:t>548.1833</w:t>
      </w:r>
      <w:r>
        <w:tab/>
        <w:t>3.038e0</w:t>
      </w:r>
    </w:p>
    <w:p w:rsidR="007B2329" w:rsidRDefault="007B2329" w:rsidP="007B2329">
      <w:r>
        <w:t>548.1980</w:t>
      </w:r>
      <w:r>
        <w:tab/>
        <w:t>3.038e0</w:t>
      </w:r>
    </w:p>
    <w:p w:rsidR="007B2329" w:rsidRDefault="007B2329" w:rsidP="007B2329">
      <w:r>
        <w:t>548.2008</w:t>
      </w:r>
      <w:r>
        <w:tab/>
        <w:t>1.107e0</w:t>
      </w:r>
    </w:p>
    <w:p w:rsidR="007B2329" w:rsidRDefault="007B2329" w:rsidP="007B2329">
      <w:r>
        <w:t>548.2169</w:t>
      </w:r>
      <w:r>
        <w:tab/>
        <w:t>1.013e0</w:t>
      </w:r>
    </w:p>
    <w:p w:rsidR="007B2329" w:rsidRDefault="007B2329" w:rsidP="007B2329">
      <w:r>
        <w:t>548.2736</w:t>
      </w:r>
      <w:r>
        <w:tab/>
        <w:t>1.969e0</w:t>
      </w:r>
    </w:p>
    <w:p w:rsidR="007B2329" w:rsidRDefault="007B2329" w:rsidP="007B2329">
      <w:r>
        <w:t>548.2951</w:t>
      </w:r>
      <w:r>
        <w:tab/>
        <w:t>8.095e0</w:t>
      </w:r>
    </w:p>
    <w:p w:rsidR="007B2329" w:rsidRDefault="007B2329" w:rsidP="007B2329">
      <w:r>
        <w:lastRenderedPageBreak/>
        <w:t>548.3058</w:t>
      </w:r>
      <w:r>
        <w:tab/>
        <w:t>2.585e1</w:t>
      </w:r>
    </w:p>
    <w:p w:rsidR="007B2329" w:rsidRDefault="007B2329" w:rsidP="007B2329">
      <w:r>
        <w:t>548.3110</w:t>
      </w:r>
      <w:r>
        <w:tab/>
        <w:t>5.762e1</w:t>
      </w:r>
    </w:p>
    <w:p w:rsidR="007B2329" w:rsidRDefault="007B2329" w:rsidP="007B2329">
      <w:r>
        <w:t>548.3201</w:t>
      </w:r>
      <w:r>
        <w:tab/>
        <w:t>3.859e1</w:t>
      </w:r>
    </w:p>
    <w:p w:rsidR="007B2329" w:rsidRDefault="007B2329" w:rsidP="007B2329">
      <w:r>
        <w:t>548.3213</w:t>
      </w:r>
      <w:r>
        <w:tab/>
        <w:t>1.860e1</w:t>
      </w:r>
    </w:p>
    <w:p w:rsidR="007B2329" w:rsidRDefault="007B2329" w:rsidP="007B2329">
      <w:r>
        <w:t>548.3234</w:t>
      </w:r>
      <w:r>
        <w:tab/>
        <w:t>1.580e1</w:t>
      </w:r>
    </w:p>
    <w:p w:rsidR="007B2329" w:rsidRDefault="007B2329" w:rsidP="007B2329">
      <w:r>
        <w:t>548.3270</w:t>
      </w:r>
      <w:r>
        <w:tab/>
        <w:t>1.369e1</w:t>
      </w:r>
    </w:p>
    <w:p w:rsidR="007B2329" w:rsidRDefault="007B2329" w:rsidP="007B2329">
      <w:r>
        <w:t>548.3455</w:t>
      </w:r>
      <w:r>
        <w:tab/>
        <w:t>4.141e0</w:t>
      </w:r>
    </w:p>
    <w:p w:rsidR="007B2329" w:rsidRDefault="007B2329" w:rsidP="007B2329">
      <w:r>
        <w:t>548.3869</w:t>
      </w:r>
      <w:r>
        <w:tab/>
        <w:t>2.025e0</w:t>
      </w:r>
    </w:p>
    <w:p w:rsidR="007B2329" w:rsidRDefault="007B2329" w:rsidP="007B2329">
      <w:r>
        <w:t>548.3989</w:t>
      </w:r>
      <w:r>
        <w:tab/>
        <w:t>2.377e0</w:t>
      </w:r>
    </w:p>
    <w:p w:rsidR="007B2329" w:rsidRDefault="007B2329" w:rsidP="007B2329">
      <w:r>
        <w:t>548.4156</w:t>
      </w:r>
      <w:r>
        <w:tab/>
        <w:t>1.266e-2</w:t>
      </w:r>
    </w:p>
    <w:p w:rsidR="007B2329" w:rsidRDefault="007B2329" w:rsidP="007B2329">
      <w:r>
        <w:t>548.4388</w:t>
      </w:r>
      <w:r>
        <w:tab/>
        <w:t>2.025e0</w:t>
      </w:r>
    </w:p>
    <w:p w:rsidR="007B2329" w:rsidRDefault="007B2329" w:rsidP="007B2329">
      <w:r>
        <w:t>548.4401</w:t>
      </w:r>
      <w:r>
        <w:tab/>
        <w:t>2.025e0</w:t>
      </w:r>
    </w:p>
    <w:p w:rsidR="007B2329" w:rsidRDefault="007B2329" w:rsidP="007B2329">
      <w:r>
        <w:t>548.4517</w:t>
      </w:r>
      <w:r>
        <w:tab/>
        <w:t>3.038e0</w:t>
      </w:r>
    </w:p>
    <w:p w:rsidR="007B2329" w:rsidRDefault="007B2329" w:rsidP="007B2329">
      <w:r>
        <w:t>548.4605</w:t>
      </w:r>
      <w:r>
        <w:tab/>
        <w:t>2.532e-2</w:t>
      </w:r>
    </w:p>
    <w:p w:rsidR="007B2329" w:rsidRDefault="007B2329" w:rsidP="007B2329">
      <w:r>
        <w:t>548.4818</w:t>
      </w:r>
      <w:r>
        <w:tab/>
        <w:t>2.025e0</w:t>
      </w:r>
    </w:p>
    <w:p w:rsidR="007B2329" w:rsidRDefault="007B2329" w:rsidP="007B2329">
      <w:r>
        <w:t>548.4933</w:t>
      </w:r>
      <w:r>
        <w:tab/>
        <w:t>6.135e0</w:t>
      </w:r>
    </w:p>
    <w:p w:rsidR="007B2329" w:rsidRDefault="007B2329" w:rsidP="007B2329">
      <w:r>
        <w:t>548.5101</w:t>
      </w:r>
      <w:r>
        <w:tab/>
        <w:t>4.051e0</w:t>
      </w:r>
    </w:p>
    <w:p w:rsidR="007B2329" w:rsidRDefault="007B2329" w:rsidP="007B2329">
      <w:r>
        <w:t>548.5195</w:t>
      </w:r>
      <w:r>
        <w:tab/>
        <w:t>1.013e0</w:t>
      </w:r>
    </w:p>
    <w:p w:rsidR="007B2329" w:rsidRDefault="007B2329" w:rsidP="007B2329">
      <w:r>
        <w:t>548.5342</w:t>
      </w:r>
      <w:r>
        <w:tab/>
        <w:t>3.038e0</w:t>
      </w:r>
    </w:p>
    <w:p w:rsidR="007B2329" w:rsidRDefault="007B2329" w:rsidP="007B2329">
      <w:r>
        <w:lastRenderedPageBreak/>
        <w:t>548.5405</w:t>
      </w:r>
      <w:r>
        <w:tab/>
        <w:t>3.038e0</w:t>
      </w:r>
    </w:p>
    <w:p w:rsidR="007B2329" w:rsidRDefault="007B2329" w:rsidP="007B2329">
      <w:r>
        <w:t>548.5791</w:t>
      </w:r>
      <w:r>
        <w:tab/>
        <w:t>2.025e0</w:t>
      </w:r>
    </w:p>
    <w:p w:rsidR="007B2329" w:rsidRDefault="007B2329" w:rsidP="007B2329">
      <w:r>
        <w:t>548.5949</w:t>
      </w:r>
      <w:r>
        <w:tab/>
        <w:t>3.038e0</w:t>
      </w:r>
    </w:p>
    <w:p w:rsidR="007B2329" w:rsidRDefault="007B2329" w:rsidP="007B2329">
      <w:r>
        <w:t>548.5982</w:t>
      </w:r>
      <w:r>
        <w:tab/>
        <w:t>1.025e0</w:t>
      </w:r>
    </w:p>
    <w:p w:rsidR="007B2329" w:rsidRDefault="007B2329" w:rsidP="007B2329">
      <w:r>
        <w:t>548.6046</w:t>
      </w:r>
      <w:r>
        <w:tab/>
        <w:t>1.013e0</w:t>
      </w:r>
    </w:p>
    <w:p w:rsidR="007B2329" w:rsidRDefault="007B2329" w:rsidP="007B2329">
      <w:r>
        <w:t>548.6156</w:t>
      </w:r>
      <w:r>
        <w:tab/>
        <w:t>1.013e0</w:t>
      </w:r>
    </w:p>
    <w:p w:rsidR="007B2329" w:rsidRDefault="007B2329" w:rsidP="007B2329">
      <w:r>
        <w:t>548.6500</w:t>
      </w:r>
      <w:r>
        <w:tab/>
        <w:t>4.051e0</w:t>
      </w:r>
    </w:p>
    <w:p w:rsidR="007B2329" w:rsidRDefault="007B2329" w:rsidP="007B2329">
      <w:r>
        <w:t>548.6613</w:t>
      </w:r>
      <w:r>
        <w:tab/>
        <w:t>1.013e0</w:t>
      </w:r>
    </w:p>
    <w:p w:rsidR="007B2329" w:rsidRDefault="007B2329" w:rsidP="007B2329">
      <w:r>
        <w:t>548.6796</w:t>
      </w:r>
      <w:r>
        <w:tab/>
        <w:t>4.051e0</w:t>
      </w:r>
    </w:p>
    <w:p w:rsidR="007B2329" w:rsidRDefault="007B2329" w:rsidP="007B2329">
      <w:r>
        <w:t>548.6868</w:t>
      </w:r>
      <w:r>
        <w:tab/>
        <w:t>2.025e0</w:t>
      </w:r>
    </w:p>
    <w:p w:rsidR="007B2329" w:rsidRDefault="007B2329" w:rsidP="007B2329">
      <w:r>
        <w:t>548.6995</w:t>
      </w:r>
      <w:r>
        <w:tab/>
        <w:t>2.025e0</w:t>
      </w:r>
    </w:p>
    <w:p w:rsidR="007B2329" w:rsidRDefault="007B2329" w:rsidP="007B2329">
      <w:r>
        <w:t>548.7087</w:t>
      </w:r>
      <w:r>
        <w:tab/>
        <w:t>1.013e0</w:t>
      </w:r>
    </w:p>
    <w:p w:rsidR="007B2329" w:rsidRDefault="007B2329" w:rsidP="007B2329">
      <w:r>
        <w:t>548.7369</w:t>
      </w:r>
      <w:r>
        <w:tab/>
        <w:t>1.013e0</w:t>
      </w:r>
    </w:p>
    <w:p w:rsidR="007B2329" w:rsidRDefault="007B2329" w:rsidP="007B2329">
      <w:r>
        <w:t>548.7560</w:t>
      </w:r>
      <w:r>
        <w:tab/>
        <w:t>2.025e0</w:t>
      </w:r>
    </w:p>
    <w:p w:rsidR="007B2329" w:rsidRDefault="007B2329" w:rsidP="007B2329">
      <w:r>
        <w:t>548.7654</w:t>
      </w:r>
      <w:r>
        <w:tab/>
        <w:t>1.013e0</w:t>
      </w:r>
    </w:p>
    <w:p w:rsidR="007B2329" w:rsidRDefault="007B2329" w:rsidP="007B2329">
      <w:r>
        <w:t>548.7749</w:t>
      </w:r>
      <w:r>
        <w:tab/>
        <w:t>1.013e0</w:t>
      </w:r>
    </w:p>
    <w:p w:rsidR="007B2329" w:rsidRDefault="007B2329" w:rsidP="007B2329">
      <w:r>
        <w:t>548.7990</w:t>
      </w:r>
      <w:r>
        <w:tab/>
        <w:t>4.051e0</w:t>
      </w:r>
    </w:p>
    <w:p w:rsidR="007B2329" w:rsidRDefault="007B2329" w:rsidP="007B2329">
      <w:r>
        <w:t>548.8032</w:t>
      </w:r>
      <w:r>
        <w:tab/>
        <w:t>1.013e0</w:t>
      </w:r>
    </w:p>
    <w:p w:rsidR="007B2329" w:rsidRDefault="007B2329" w:rsidP="007B2329">
      <w:r>
        <w:t>548.8315</w:t>
      </w:r>
      <w:r>
        <w:tab/>
        <w:t>1.013e0</w:t>
      </w:r>
    </w:p>
    <w:p w:rsidR="007B2329" w:rsidRDefault="007B2329" w:rsidP="007B2329">
      <w:r>
        <w:lastRenderedPageBreak/>
        <w:t>548.8524</w:t>
      </w:r>
      <w:r>
        <w:tab/>
        <w:t>2.025e0</w:t>
      </w:r>
    </w:p>
    <w:p w:rsidR="007B2329" w:rsidRDefault="007B2329" w:rsidP="007B2329">
      <w:r>
        <w:t>548.8557</w:t>
      </w:r>
      <w:r>
        <w:tab/>
        <w:t>3.038e0</w:t>
      </w:r>
    </w:p>
    <w:p w:rsidR="007B2329" w:rsidRDefault="007B2329" w:rsidP="007B2329">
      <w:r>
        <w:t>548.8695</w:t>
      </w:r>
      <w:r>
        <w:tab/>
        <w:t>2.025e0</w:t>
      </w:r>
    </w:p>
    <w:p w:rsidR="007B2329" w:rsidRDefault="007B2329" w:rsidP="007B2329">
      <w:r>
        <w:t>548.8820</w:t>
      </w:r>
      <w:r>
        <w:tab/>
        <w:t>4.051e0</w:t>
      </w:r>
    </w:p>
    <w:p w:rsidR="007B2329" w:rsidRDefault="007B2329" w:rsidP="007B2329">
      <w:r>
        <w:t>548.9050</w:t>
      </w:r>
      <w:r>
        <w:tab/>
        <w:t>1.013e0</w:t>
      </w:r>
    </w:p>
    <w:p w:rsidR="007B2329" w:rsidRDefault="007B2329" w:rsidP="007B2329">
      <w:r>
        <w:t>548.9131</w:t>
      </w:r>
      <w:r>
        <w:tab/>
        <w:t>2.025e0</w:t>
      </w:r>
    </w:p>
    <w:p w:rsidR="007B2329" w:rsidRDefault="007B2329" w:rsidP="007B2329">
      <w:r>
        <w:t>548.9418</w:t>
      </w:r>
      <w:r>
        <w:tab/>
        <w:t>2.025e0</w:t>
      </w:r>
    </w:p>
    <w:p w:rsidR="007B2329" w:rsidRDefault="007B2329" w:rsidP="007B2329">
      <w:r>
        <w:t>548.9544</w:t>
      </w:r>
      <w:r>
        <w:tab/>
        <w:t>4.051e0</w:t>
      </w:r>
    </w:p>
    <w:p w:rsidR="007B2329" w:rsidRDefault="007B2329" w:rsidP="007B2329">
      <w:r>
        <w:t>548.9641</w:t>
      </w:r>
      <w:r>
        <w:tab/>
        <w:t>1.013e0</w:t>
      </w:r>
    </w:p>
    <w:p w:rsidR="007B2329" w:rsidRDefault="007B2329" w:rsidP="007B2329">
      <w:r>
        <w:t>548.9786</w:t>
      </w:r>
      <w:r>
        <w:tab/>
        <w:t>2.025e0</w:t>
      </w:r>
    </w:p>
    <w:p w:rsidR="007B2329" w:rsidRDefault="007B2329" w:rsidP="007B2329">
      <w:r>
        <w:t>549.0154</w:t>
      </w:r>
      <w:r>
        <w:tab/>
        <w:t>2.025e0</w:t>
      </w:r>
    </w:p>
    <w:p w:rsidR="007B2329" w:rsidRDefault="007B2329" w:rsidP="007B2329">
      <w:r>
        <w:t>549.0274</w:t>
      </w:r>
      <w:r>
        <w:tab/>
        <w:t>3.038e0</w:t>
      </w:r>
    </w:p>
    <w:p w:rsidR="007B2329" w:rsidRDefault="007B2329" w:rsidP="007B2329">
      <w:r>
        <w:t>549.0399</w:t>
      </w:r>
      <w:r>
        <w:tab/>
        <w:t>1.013e0</w:t>
      </w:r>
    </w:p>
    <w:p w:rsidR="007B2329" w:rsidRDefault="007B2329" w:rsidP="007B2329">
      <w:r>
        <w:t>549.0495</w:t>
      </w:r>
      <w:r>
        <w:tab/>
        <w:t>1.013e0</w:t>
      </w:r>
    </w:p>
    <w:p w:rsidR="007B2329" w:rsidRDefault="007B2329" w:rsidP="007B2329">
      <w:r>
        <w:t>549.0683</w:t>
      </w:r>
      <w:r>
        <w:tab/>
        <w:t>2.025e0</w:t>
      </w:r>
    </w:p>
    <w:p w:rsidR="007B2329" w:rsidRDefault="007B2329" w:rsidP="007B2329">
      <w:r>
        <w:t>549.0706</w:t>
      </w:r>
      <w:r>
        <w:tab/>
        <w:t>1.013e0</w:t>
      </w:r>
    </w:p>
    <w:p w:rsidR="007B2329" w:rsidRDefault="007B2329" w:rsidP="007B2329">
      <w:r>
        <w:t>549.0775</w:t>
      </w:r>
      <w:r>
        <w:tab/>
        <w:t>2.025e0</w:t>
      </w:r>
    </w:p>
    <w:p w:rsidR="007B2329" w:rsidRDefault="007B2329" w:rsidP="007B2329">
      <w:r>
        <w:t>549.0893</w:t>
      </w:r>
      <w:r>
        <w:tab/>
        <w:t>2.025e0</w:t>
      </w:r>
    </w:p>
    <w:p w:rsidR="007B2329" w:rsidRDefault="007B2329" w:rsidP="007B2329">
      <w:r>
        <w:t>549.1033</w:t>
      </w:r>
      <w:r>
        <w:tab/>
        <w:t>2.025e0</w:t>
      </w:r>
    </w:p>
    <w:p w:rsidR="007B2329" w:rsidRDefault="007B2329" w:rsidP="007B2329">
      <w:r>
        <w:lastRenderedPageBreak/>
        <w:t>549.1050</w:t>
      </w:r>
      <w:r>
        <w:tab/>
        <w:t>1.013e0</w:t>
      </w:r>
    </w:p>
    <w:p w:rsidR="007B2329" w:rsidRDefault="007B2329" w:rsidP="007B2329">
      <w:r>
        <w:t>549.1149</w:t>
      </w:r>
      <w:r>
        <w:tab/>
        <w:t>3.800e0</w:t>
      </w:r>
    </w:p>
    <w:p w:rsidR="007B2329" w:rsidRDefault="007B2329" w:rsidP="007B2329">
      <w:r>
        <w:t>549.1672</w:t>
      </w:r>
      <w:r>
        <w:tab/>
        <w:t>8.162e0</w:t>
      </w:r>
    </w:p>
    <w:p w:rsidR="007B2329" w:rsidRDefault="007B2329" w:rsidP="007B2329">
      <w:r>
        <w:t>549.1687</w:t>
      </w:r>
      <w:r>
        <w:tab/>
        <w:t>3.038e0</w:t>
      </w:r>
    </w:p>
    <w:p w:rsidR="007B2329" w:rsidRDefault="007B2329" w:rsidP="007B2329">
      <w:r>
        <w:t>549.1784</w:t>
      </w:r>
      <w:r>
        <w:tab/>
        <w:t>4.051e0</w:t>
      </w:r>
    </w:p>
    <w:p w:rsidR="007B2329" w:rsidRDefault="007B2329" w:rsidP="007B2329">
      <w:r>
        <w:t>549.1875</w:t>
      </w:r>
      <w:r>
        <w:tab/>
        <w:t>9.038e0</w:t>
      </w:r>
    </w:p>
    <w:p w:rsidR="007B2329" w:rsidRDefault="007B2329" w:rsidP="007B2329">
      <w:r>
        <w:t>549.2120</w:t>
      </w:r>
      <w:r>
        <w:tab/>
        <w:t>2.589e0</w:t>
      </w:r>
    </w:p>
    <w:p w:rsidR="007B2329" w:rsidRDefault="007B2329" w:rsidP="007B2329">
      <w:r>
        <w:t>549.2595</w:t>
      </w:r>
      <w:r>
        <w:tab/>
        <w:t>1.423e0</w:t>
      </w:r>
    </w:p>
    <w:p w:rsidR="007B2329" w:rsidRDefault="007B2329" w:rsidP="007B2329">
      <w:r>
        <w:t>549.2889</w:t>
      </w:r>
      <w:r>
        <w:tab/>
        <w:t>1.013e0</w:t>
      </w:r>
    </w:p>
    <w:p w:rsidR="007B2329" w:rsidRDefault="007B2329" w:rsidP="007B2329">
      <w:r>
        <w:t>549.3128</w:t>
      </w:r>
      <w:r>
        <w:tab/>
        <w:t>1.055e1</w:t>
      </w:r>
    </w:p>
    <w:p w:rsidR="007B2329" w:rsidRDefault="007B2329" w:rsidP="007B2329">
      <w:r>
        <w:t>549.3157</w:t>
      </w:r>
      <w:r>
        <w:tab/>
        <w:t>1.852e1</w:t>
      </w:r>
    </w:p>
    <w:p w:rsidR="007B2329" w:rsidRDefault="007B2329" w:rsidP="007B2329">
      <w:r>
        <w:t>549.3218</w:t>
      </w:r>
      <w:r>
        <w:tab/>
        <w:t>1.762e1</w:t>
      </w:r>
    </w:p>
    <w:p w:rsidR="007B2329" w:rsidRDefault="007B2329" w:rsidP="007B2329">
      <w:r>
        <w:t>549.3239</w:t>
      </w:r>
      <w:r>
        <w:tab/>
        <w:t>4.175e-1</w:t>
      </w:r>
    </w:p>
    <w:p w:rsidR="007B2329" w:rsidRDefault="007B2329" w:rsidP="007B2329">
      <w:r>
        <w:t>549.3275</w:t>
      </w:r>
      <w:r>
        <w:tab/>
        <w:t>1.223e1</w:t>
      </w:r>
    </w:p>
    <w:p w:rsidR="007B2329" w:rsidRDefault="007B2329" w:rsidP="007B2329">
      <w:r>
        <w:t>549.3384</w:t>
      </w:r>
      <w:r>
        <w:tab/>
        <w:t>3.182e0</w:t>
      </w:r>
    </w:p>
    <w:p w:rsidR="007B2329" w:rsidRDefault="007B2329" w:rsidP="007B2329">
      <w:r>
        <w:t>549.3524</w:t>
      </w:r>
      <w:r>
        <w:tab/>
        <w:t>3.038e0</w:t>
      </w:r>
    </w:p>
    <w:p w:rsidR="007B2329" w:rsidRDefault="007B2329" w:rsidP="007B2329">
      <w:r>
        <w:t>549.3797</w:t>
      </w:r>
      <w:r>
        <w:tab/>
        <w:t>2.524e0</w:t>
      </w:r>
    </w:p>
    <w:p w:rsidR="007B2329" w:rsidRDefault="007B2329" w:rsidP="007B2329">
      <w:r>
        <w:t>549.4186</w:t>
      </w:r>
      <w:r>
        <w:tab/>
        <w:t>1.013e0</w:t>
      </w:r>
    </w:p>
    <w:p w:rsidR="007B2329" w:rsidRDefault="007B2329" w:rsidP="007B2329">
      <w:r>
        <w:t>549.4336</w:t>
      </w:r>
      <w:r>
        <w:tab/>
        <w:t>1.013e0</w:t>
      </w:r>
    </w:p>
    <w:p w:rsidR="007B2329" w:rsidRDefault="007B2329" w:rsidP="007B2329">
      <w:r>
        <w:lastRenderedPageBreak/>
        <w:t>549.4708</w:t>
      </w:r>
      <w:r>
        <w:tab/>
        <w:t>3.038e0</w:t>
      </w:r>
    </w:p>
    <w:p w:rsidR="007B2329" w:rsidRDefault="007B2329" w:rsidP="007B2329">
      <w:r>
        <w:t>549.4799</w:t>
      </w:r>
      <w:r>
        <w:tab/>
        <w:t>2.025e0</w:t>
      </w:r>
    </w:p>
    <w:p w:rsidR="007B2329" w:rsidRDefault="007B2329" w:rsidP="007B2329">
      <w:r>
        <w:t>549.4888</w:t>
      </w:r>
      <w:r>
        <w:tab/>
        <w:t>2.025e0</w:t>
      </w:r>
    </w:p>
    <w:p w:rsidR="007B2329" w:rsidRDefault="007B2329" w:rsidP="007B2329">
      <w:r>
        <w:t>549.5097</w:t>
      </w:r>
      <w:r>
        <w:tab/>
        <w:t>1.038e0</w:t>
      </w:r>
    </w:p>
    <w:p w:rsidR="007B2329" w:rsidRDefault="007B2329" w:rsidP="007B2329">
      <w:r>
        <w:t>549.5334</w:t>
      </w:r>
      <w:r>
        <w:tab/>
        <w:t>2.025e0</w:t>
      </w:r>
    </w:p>
    <w:p w:rsidR="007B2329" w:rsidRDefault="007B2329" w:rsidP="007B2329">
      <w:r>
        <w:t>549.5625</w:t>
      </w:r>
      <w:r>
        <w:tab/>
        <w:t>1.013e0</w:t>
      </w:r>
    </w:p>
    <w:p w:rsidR="007B2329" w:rsidRDefault="007B2329" w:rsidP="007B2329">
      <w:r>
        <w:t>549.5796</w:t>
      </w:r>
      <w:r>
        <w:tab/>
        <w:t>2.025e0</w:t>
      </w:r>
    </w:p>
    <w:p w:rsidR="007B2329" w:rsidRDefault="007B2329" w:rsidP="007B2329">
      <w:r>
        <w:t>549.5990</w:t>
      </w:r>
      <w:r>
        <w:tab/>
        <w:t>2.025e0</w:t>
      </w:r>
    </w:p>
    <w:p w:rsidR="007B2329" w:rsidRDefault="007B2329" w:rsidP="007B2329">
      <w:r>
        <w:t>549.6017</w:t>
      </w:r>
      <w:r>
        <w:tab/>
        <w:t>2.025e0</w:t>
      </w:r>
    </w:p>
    <w:p w:rsidR="007B2329" w:rsidRDefault="007B2329" w:rsidP="007B2329">
      <w:r>
        <w:t>549.6115</w:t>
      </w:r>
      <w:r>
        <w:tab/>
        <w:t>3.038e0</w:t>
      </w:r>
    </w:p>
    <w:p w:rsidR="007B2329" w:rsidRDefault="007B2329" w:rsidP="007B2329">
      <w:r>
        <w:t>549.6271</w:t>
      </w:r>
      <w:r>
        <w:tab/>
        <w:t>3.038e0</w:t>
      </w:r>
    </w:p>
    <w:p w:rsidR="007B2329" w:rsidRDefault="007B2329" w:rsidP="007B2329">
      <w:r>
        <w:t>549.6649</w:t>
      </w:r>
      <w:r>
        <w:tab/>
        <w:t>1.013e0</w:t>
      </w:r>
    </w:p>
    <w:p w:rsidR="007B2329" w:rsidRDefault="007B2329" w:rsidP="007B2329">
      <w:r>
        <w:t>549.6702</w:t>
      </w:r>
      <w:r>
        <w:tab/>
        <w:t>1.013e0</w:t>
      </w:r>
    </w:p>
    <w:p w:rsidR="007B2329" w:rsidRDefault="007B2329" w:rsidP="007B2329">
      <w:r>
        <w:t>549.6793</w:t>
      </w:r>
      <w:r>
        <w:tab/>
        <w:t>2.025e0</w:t>
      </w:r>
    </w:p>
    <w:p w:rsidR="007B2329" w:rsidRDefault="007B2329" w:rsidP="007B2329">
      <w:r>
        <w:t>549.6838</w:t>
      </w:r>
      <w:r>
        <w:tab/>
        <w:t>1.013e0</w:t>
      </w:r>
    </w:p>
    <w:p w:rsidR="007B2329" w:rsidRDefault="007B2329" w:rsidP="007B2329">
      <w:r>
        <w:t>549.7028</w:t>
      </w:r>
      <w:r>
        <w:tab/>
        <w:t>1.013e0</w:t>
      </w:r>
    </w:p>
    <w:p w:rsidR="007B2329" w:rsidRDefault="007B2329" w:rsidP="007B2329">
      <w:r>
        <w:t>549.7147</w:t>
      </w:r>
      <w:r>
        <w:tab/>
        <w:t>5.063e0</w:t>
      </w:r>
    </w:p>
    <w:p w:rsidR="007B2329" w:rsidRDefault="007B2329" w:rsidP="007B2329">
      <w:r>
        <w:t>549.7258</w:t>
      </w:r>
      <w:r>
        <w:tab/>
        <w:t>2.025e0</w:t>
      </w:r>
    </w:p>
    <w:p w:rsidR="007B2329" w:rsidRDefault="007B2329" w:rsidP="007B2329">
      <w:r>
        <w:t>549.7411</w:t>
      </w:r>
      <w:r>
        <w:tab/>
        <w:t>2.025e0</w:t>
      </w:r>
    </w:p>
    <w:p w:rsidR="007B2329" w:rsidRDefault="007B2329" w:rsidP="007B2329">
      <w:r>
        <w:lastRenderedPageBreak/>
        <w:t>549.7439</w:t>
      </w:r>
      <w:r>
        <w:tab/>
        <w:t>2.025e0</w:t>
      </w:r>
    </w:p>
    <w:p w:rsidR="007B2329" w:rsidRDefault="007B2329" w:rsidP="007B2329">
      <w:r>
        <w:t>549.7975</w:t>
      </w:r>
      <w:r>
        <w:tab/>
        <w:t>2.025e0</w:t>
      </w:r>
    </w:p>
    <w:p w:rsidR="007B2329" w:rsidRDefault="007B2329" w:rsidP="007B2329">
      <w:r>
        <w:t>549.8069</w:t>
      </w:r>
      <w:r>
        <w:tab/>
        <w:t>2.025e0</w:t>
      </w:r>
    </w:p>
    <w:p w:rsidR="007B2329" w:rsidRDefault="007B2329" w:rsidP="007B2329">
      <w:r>
        <w:t>549.8185</w:t>
      </w:r>
      <w:r>
        <w:tab/>
        <w:t>2.025e0</w:t>
      </w:r>
    </w:p>
    <w:p w:rsidR="007B2329" w:rsidRDefault="007B2329" w:rsidP="007B2329">
      <w:r>
        <w:t>549.8356</w:t>
      </w:r>
      <w:r>
        <w:tab/>
        <w:t>1.013e0</w:t>
      </w:r>
    </w:p>
    <w:p w:rsidR="007B2329" w:rsidRDefault="007B2329" w:rsidP="007B2329">
      <w:r>
        <w:t>549.8516</w:t>
      </w:r>
      <w:r>
        <w:tab/>
        <w:t>1.013e0</w:t>
      </w:r>
    </w:p>
    <w:p w:rsidR="007B2329" w:rsidRDefault="007B2329" w:rsidP="007B2329">
      <w:r>
        <w:t>549.8817</w:t>
      </w:r>
      <w:r>
        <w:tab/>
        <w:t>3.038e0</w:t>
      </w:r>
    </w:p>
    <w:p w:rsidR="007B2329" w:rsidRDefault="007B2329" w:rsidP="007B2329">
      <w:r>
        <w:t>549.8919</w:t>
      </w:r>
      <w:r>
        <w:tab/>
        <w:t>3.038e0</w:t>
      </w:r>
    </w:p>
    <w:p w:rsidR="007B2329" w:rsidRDefault="007B2329" w:rsidP="007B2329">
      <w:r>
        <w:t>549.9113</w:t>
      </w:r>
      <w:r>
        <w:tab/>
        <w:t>1.013e0</w:t>
      </w:r>
    </w:p>
    <w:p w:rsidR="007B2329" w:rsidRDefault="007B2329" w:rsidP="007B2329">
      <w:r>
        <w:t>549.9207</w:t>
      </w:r>
      <w:r>
        <w:tab/>
        <w:t>1.013e0</w:t>
      </w:r>
    </w:p>
    <w:p w:rsidR="007B2329" w:rsidRDefault="007B2329" w:rsidP="007B2329">
      <w:r>
        <w:t>549.9395</w:t>
      </w:r>
      <w:r>
        <w:tab/>
        <w:t>1.013e0</w:t>
      </w:r>
    </w:p>
    <w:p w:rsidR="007B2329" w:rsidRDefault="007B2329" w:rsidP="007B2329">
      <w:r>
        <w:t>549.9576</w:t>
      </w:r>
      <w:r>
        <w:tab/>
        <w:t>2.025e0</w:t>
      </w:r>
    </w:p>
    <w:p w:rsidR="007B2329" w:rsidRDefault="007B2329" w:rsidP="007B2329">
      <w:r>
        <w:t>549.9973</w:t>
      </w:r>
      <w:r>
        <w:tab/>
        <w:t>3.038e0</w:t>
      </w:r>
    </w:p>
    <w:p w:rsidR="007B2329" w:rsidRDefault="007B2329" w:rsidP="007B2329">
      <w:r>
        <w:t>550.0150</w:t>
      </w:r>
      <w:r>
        <w:tab/>
        <w:t>1.013e0</w:t>
      </w:r>
    </w:p>
    <w:p w:rsidR="007B2329" w:rsidRDefault="007B2329" w:rsidP="007B2329">
      <w:r>
        <w:t>550.0540</w:t>
      </w:r>
      <w:r>
        <w:tab/>
        <w:t>1.013e0</w:t>
      </w:r>
    </w:p>
    <w:p w:rsidR="007B2329" w:rsidRDefault="007B2329" w:rsidP="007B2329">
      <w:r>
        <w:t>550.0597</w:t>
      </w:r>
      <w:r>
        <w:tab/>
        <w:t>4.051e0</w:t>
      </w:r>
    </w:p>
    <w:p w:rsidR="007B2329" w:rsidRDefault="007B2329" w:rsidP="007B2329">
      <w:r>
        <w:t>550.0884</w:t>
      </w:r>
      <w:r>
        <w:tab/>
        <w:t>2.532e-2</w:t>
      </w:r>
    </w:p>
    <w:p w:rsidR="007B2329" w:rsidRDefault="007B2329" w:rsidP="007B2329">
      <w:r>
        <w:t>550.0955</w:t>
      </w:r>
      <w:r>
        <w:tab/>
        <w:t>3.038e0</w:t>
      </w:r>
    </w:p>
    <w:p w:rsidR="007B2329" w:rsidRDefault="007B2329" w:rsidP="007B2329">
      <w:r>
        <w:t>550.1386</w:t>
      </w:r>
      <w:r>
        <w:tab/>
        <w:t>1.013e0</w:t>
      </w:r>
    </w:p>
    <w:p w:rsidR="007B2329" w:rsidRDefault="007B2329" w:rsidP="007B2329">
      <w:r>
        <w:lastRenderedPageBreak/>
        <w:t>550.1472</w:t>
      </w:r>
      <w:r>
        <w:tab/>
        <w:t>1.380e0</w:t>
      </w:r>
    </w:p>
    <w:p w:rsidR="007B2329" w:rsidRDefault="007B2329" w:rsidP="007B2329">
      <w:r>
        <w:t>550.1525</w:t>
      </w:r>
      <w:r>
        <w:tab/>
        <w:t>2.879e0</w:t>
      </w:r>
    </w:p>
    <w:p w:rsidR="007B2329" w:rsidRDefault="007B2329" w:rsidP="007B2329">
      <w:r>
        <w:t>550.1671</w:t>
      </w:r>
      <w:r>
        <w:tab/>
        <w:t>1.013e0</w:t>
      </w:r>
    </w:p>
    <w:p w:rsidR="007B2329" w:rsidRDefault="007B2329" w:rsidP="007B2329">
      <w:r>
        <w:t>550.1864</w:t>
      </w:r>
      <w:r>
        <w:tab/>
        <w:t>3.038e0</w:t>
      </w:r>
    </w:p>
    <w:p w:rsidR="007B2329" w:rsidRDefault="007B2329" w:rsidP="007B2329">
      <w:r>
        <w:t>550.1876</w:t>
      </w:r>
      <w:r>
        <w:tab/>
        <w:t>2.065e0</w:t>
      </w:r>
    </w:p>
    <w:p w:rsidR="007B2329" w:rsidRDefault="007B2329" w:rsidP="007B2329">
      <w:r>
        <w:t>550.2030</w:t>
      </w:r>
      <w:r>
        <w:tab/>
        <w:t>4.051e0</w:t>
      </w:r>
    </w:p>
    <w:p w:rsidR="007B2329" w:rsidRDefault="007B2329" w:rsidP="007B2329">
      <w:r>
        <w:t>550.2822</w:t>
      </w:r>
      <w:r>
        <w:tab/>
        <w:t>2.028e1</w:t>
      </w:r>
    </w:p>
    <w:p w:rsidR="007B2329" w:rsidRDefault="007B2329" w:rsidP="007B2329">
      <w:r>
        <w:t>550.2912</w:t>
      </w:r>
      <w:r>
        <w:tab/>
        <w:t>5.843e1</w:t>
      </w:r>
    </w:p>
    <w:p w:rsidR="007B2329" w:rsidRDefault="007B2329" w:rsidP="007B2329">
      <w:r>
        <w:t>550.2949</w:t>
      </w:r>
      <w:r>
        <w:tab/>
        <w:t>5.759e1</w:t>
      </w:r>
    </w:p>
    <w:p w:rsidR="007B2329" w:rsidRDefault="007B2329" w:rsidP="007B2329">
      <w:r>
        <w:t>550.2969</w:t>
      </w:r>
      <w:r>
        <w:tab/>
        <w:t>1.189e2</w:t>
      </w:r>
    </w:p>
    <w:p w:rsidR="007B2329" w:rsidRDefault="007B2329" w:rsidP="007B2329">
      <w:r>
        <w:t>550.2991</w:t>
      </w:r>
      <w:r>
        <w:tab/>
        <w:t>4.801e0</w:t>
      </w:r>
    </w:p>
    <w:p w:rsidR="007B2329" w:rsidRDefault="007B2329" w:rsidP="007B2329">
      <w:r>
        <w:t>550.3947</w:t>
      </w:r>
      <w:r>
        <w:tab/>
        <w:t>2.025e0</w:t>
      </w:r>
    </w:p>
    <w:p w:rsidR="007B2329" w:rsidRDefault="007B2329" w:rsidP="007B2329">
      <w:r>
        <w:t>550.3987</w:t>
      </w:r>
      <w:r>
        <w:tab/>
        <w:t>1.013e0</w:t>
      </w:r>
    </w:p>
    <w:p w:rsidR="007B2329" w:rsidRDefault="007B2329" w:rsidP="007B2329">
      <w:r>
        <w:t>550.4113</w:t>
      </w:r>
      <w:r>
        <w:tab/>
        <w:t>3.038e0</w:t>
      </w:r>
    </w:p>
    <w:p w:rsidR="007B2329" w:rsidRDefault="007B2329" w:rsidP="007B2329">
      <w:r>
        <w:t>550.4356</w:t>
      </w:r>
      <w:r>
        <w:tab/>
        <w:t>1.025e0</w:t>
      </w:r>
    </w:p>
    <w:p w:rsidR="007B2329" w:rsidRDefault="007B2329" w:rsidP="007B2329">
      <w:r>
        <w:t>550.4429</w:t>
      </w:r>
      <w:r>
        <w:tab/>
        <w:t>2.025e0</w:t>
      </w:r>
    </w:p>
    <w:p w:rsidR="007B2329" w:rsidRDefault="007B2329" w:rsidP="007B2329">
      <w:r>
        <w:t>550.4619</w:t>
      </w:r>
      <w:r>
        <w:tab/>
        <w:t>2.025e0</w:t>
      </w:r>
    </w:p>
    <w:p w:rsidR="007B2329" w:rsidRDefault="007B2329" w:rsidP="007B2329">
      <w:r>
        <w:t>550.4801</w:t>
      </w:r>
      <w:r>
        <w:tab/>
        <w:t>1.013e0</w:t>
      </w:r>
    </w:p>
    <w:p w:rsidR="007B2329" w:rsidRDefault="007B2329" w:rsidP="007B2329">
      <w:r>
        <w:t>550.4875</w:t>
      </w:r>
      <w:r>
        <w:tab/>
        <w:t>2.025e0</w:t>
      </w:r>
    </w:p>
    <w:p w:rsidR="007B2329" w:rsidRDefault="007B2329" w:rsidP="007B2329">
      <w:r>
        <w:lastRenderedPageBreak/>
        <w:t>550.4992</w:t>
      </w:r>
      <w:r>
        <w:tab/>
        <w:t>2.025e0</w:t>
      </w:r>
    </w:p>
    <w:p w:rsidR="007B2329" w:rsidRDefault="007B2329" w:rsidP="007B2329">
      <w:r>
        <w:t>550.5067</w:t>
      </w:r>
      <w:r>
        <w:tab/>
        <w:t>1.013e0</w:t>
      </w:r>
    </w:p>
    <w:p w:rsidR="007B2329" w:rsidRDefault="007B2329" w:rsidP="007B2329">
      <w:r>
        <w:t>550.5252</w:t>
      </w:r>
      <w:r>
        <w:tab/>
        <w:t>1.013e0</w:t>
      </w:r>
    </w:p>
    <w:p w:rsidR="007B2329" w:rsidRDefault="007B2329" w:rsidP="007B2329">
      <w:r>
        <w:t>550.5372</w:t>
      </w:r>
      <w:r>
        <w:tab/>
        <w:t>1.013e0</w:t>
      </w:r>
    </w:p>
    <w:p w:rsidR="007B2329" w:rsidRDefault="007B2329" w:rsidP="007B2329">
      <w:r>
        <w:t>550.5542</w:t>
      </w:r>
      <w:r>
        <w:tab/>
        <w:t>2.697e0</w:t>
      </w:r>
    </w:p>
    <w:p w:rsidR="007B2329" w:rsidRDefault="007B2329" w:rsidP="007B2329">
      <w:r>
        <w:t>550.5648</w:t>
      </w:r>
      <w:r>
        <w:tab/>
        <w:t>2.025e0</w:t>
      </w:r>
    </w:p>
    <w:p w:rsidR="007B2329" w:rsidRDefault="007B2329" w:rsidP="007B2329">
      <w:r>
        <w:t>550.5723</w:t>
      </w:r>
      <w:r>
        <w:tab/>
        <w:t>4.051e0</w:t>
      </w:r>
    </w:p>
    <w:p w:rsidR="007B2329" w:rsidRDefault="007B2329" w:rsidP="007B2329">
      <w:r>
        <w:t>550.5988</w:t>
      </w:r>
      <w:r>
        <w:tab/>
        <w:t>3.038e0</w:t>
      </w:r>
    </w:p>
    <w:p w:rsidR="007B2329" w:rsidRDefault="007B2329" w:rsidP="007B2329">
      <w:r>
        <w:t>550.6204</w:t>
      </w:r>
      <w:r>
        <w:tab/>
        <w:t>5.063e0</w:t>
      </w:r>
    </w:p>
    <w:p w:rsidR="007B2329" w:rsidRDefault="007B2329" w:rsidP="007B2329">
      <w:r>
        <w:t>550.6224</w:t>
      </w:r>
      <w:r>
        <w:tab/>
        <w:t>1.013e0</w:t>
      </w:r>
    </w:p>
    <w:p w:rsidR="007B2329" w:rsidRDefault="007B2329" w:rsidP="007B2329">
      <w:r>
        <w:t>550.6250</w:t>
      </w:r>
      <w:r>
        <w:tab/>
        <w:t>2.025e0</w:t>
      </w:r>
    </w:p>
    <w:p w:rsidR="007B2329" w:rsidRDefault="007B2329" w:rsidP="007B2329">
      <w:r>
        <w:t>550.6415</w:t>
      </w:r>
      <w:r>
        <w:tab/>
        <w:t>1.013e0</w:t>
      </w:r>
    </w:p>
    <w:p w:rsidR="007B2329" w:rsidRDefault="007B2329" w:rsidP="007B2329">
      <w:r>
        <w:t>550.6683</w:t>
      </w:r>
      <w:r>
        <w:tab/>
        <w:t>2.025e0</w:t>
      </w:r>
    </w:p>
    <w:p w:rsidR="007B2329" w:rsidRDefault="007B2329" w:rsidP="007B2329">
      <w:r>
        <w:t>550.6700</w:t>
      </w:r>
      <w:r>
        <w:tab/>
        <w:t>1.013e0</w:t>
      </w:r>
    </w:p>
    <w:p w:rsidR="007B2329" w:rsidRDefault="007B2329" w:rsidP="007B2329">
      <w:r>
        <w:t>550.6767</w:t>
      </w:r>
      <w:r>
        <w:tab/>
        <w:t>1.025e0</w:t>
      </w:r>
    </w:p>
    <w:p w:rsidR="007B2329" w:rsidRDefault="007B2329" w:rsidP="007B2329">
      <w:r>
        <w:t>550.6884</w:t>
      </w:r>
      <w:r>
        <w:tab/>
        <w:t>1.013e0</w:t>
      </w:r>
    </w:p>
    <w:p w:rsidR="007B2329" w:rsidRDefault="007B2329" w:rsidP="007B2329">
      <w:r>
        <w:t>550.6906</w:t>
      </w:r>
      <w:r>
        <w:tab/>
        <w:t>1.013e0</w:t>
      </w:r>
    </w:p>
    <w:p w:rsidR="007B2329" w:rsidRDefault="007B2329" w:rsidP="007B2329">
      <w:r>
        <w:t>550.7065</w:t>
      </w:r>
      <w:r>
        <w:tab/>
        <w:t>3.038e0</w:t>
      </w:r>
    </w:p>
    <w:p w:rsidR="007B2329" w:rsidRDefault="007B2329" w:rsidP="007B2329">
      <w:r>
        <w:t>550.7460</w:t>
      </w:r>
      <w:r>
        <w:tab/>
        <w:t>1.013e0</w:t>
      </w:r>
    </w:p>
    <w:p w:rsidR="007B2329" w:rsidRDefault="007B2329" w:rsidP="007B2329">
      <w:r>
        <w:lastRenderedPageBreak/>
        <w:t>550.7471</w:t>
      </w:r>
      <w:r>
        <w:tab/>
        <w:t>2.025e0</w:t>
      </w:r>
    </w:p>
    <w:p w:rsidR="007B2329" w:rsidRDefault="007B2329" w:rsidP="007B2329">
      <w:r>
        <w:t>550.7839</w:t>
      </w:r>
      <w:r>
        <w:tab/>
        <w:t>1.013e0</w:t>
      </w:r>
    </w:p>
    <w:p w:rsidR="007B2329" w:rsidRDefault="007B2329" w:rsidP="007B2329">
      <w:r>
        <w:t>550.7886</w:t>
      </w:r>
      <w:r>
        <w:tab/>
        <w:t>4.051e0</w:t>
      </w:r>
    </w:p>
    <w:p w:rsidR="007B2329" w:rsidRDefault="007B2329" w:rsidP="007B2329">
      <w:r>
        <w:t>550.7935</w:t>
      </w:r>
      <w:r>
        <w:tab/>
        <w:t>3.038e0</w:t>
      </w:r>
    </w:p>
    <w:p w:rsidR="007B2329" w:rsidRDefault="007B2329" w:rsidP="007B2329">
      <w:r>
        <w:t>550.8029</w:t>
      </w:r>
      <w:r>
        <w:tab/>
        <w:t>1.013e0</w:t>
      </w:r>
    </w:p>
    <w:p w:rsidR="007B2329" w:rsidRDefault="007B2329" w:rsidP="007B2329">
      <w:r>
        <w:t>550.8170</w:t>
      </w:r>
      <w:r>
        <w:tab/>
        <w:t>1.013e0</w:t>
      </w:r>
    </w:p>
    <w:p w:rsidR="007B2329" w:rsidRDefault="007B2329" w:rsidP="007B2329">
      <w:r>
        <w:t>550.8306</w:t>
      </w:r>
      <w:r>
        <w:tab/>
        <w:t>2.025e0</w:t>
      </w:r>
    </w:p>
    <w:p w:rsidR="007B2329" w:rsidRDefault="007B2329" w:rsidP="007B2329">
      <w:r>
        <w:t>550.8539</w:t>
      </w:r>
      <w:r>
        <w:tab/>
        <w:t>1.013e0</w:t>
      </w:r>
    </w:p>
    <w:p w:rsidR="007B2329" w:rsidRDefault="007B2329" w:rsidP="007B2329">
      <w:r>
        <w:t>550.8576</w:t>
      </w:r>
      <w:r>
        <w:tab/>
        <w:t>2.025e0</w:t>
      </w:r>
    </w:p>
    <w:p w:rsidR="007B2329" w:rsidRDefault="007B2329" w:rsidP="007B2329">
      <w:r>
        <w:t>550.8724</w:t>
      </w:r>
      <w:r>
        <w:tab/>
        <w:t>1.013e0</w:t>
      </w:r>
    </w:p>
    <w:p w:rsidR="007B2329" w:rsidRDefault="007B2329" w:rsidP="007B2329">
      <w:r>
        <w:t>550.8978</w:t>
      </w:r>
      <w:r>
        <w:tab/>
        <w:t>1.013e0</w:t>
      </w:r>
    </w:p>
    <w:p w:rsidR="007B2329" w:rsidRDefault="007B2329" w:rsidP="007B2329">
      <w:r>
        <w:t>550.9065</w:t>
      </w:r>
      <w:r>
        <w:tab/>
        <w:t>1.013e0</w:t>
      </w:r>
    </w:p>
    <w:p w:rsidR="007B2329" w:rsidRDefault="007B2329" w:rsidP="007B2329">
      <w:r>
        <w:t>550.9708</w:t>
      </w:r>
      <w:r>
        <w:tab/>
        <w:t>2.025e0</w:t>
      </w:r>
    </w:p>
    <w:p w:rsidR="007B2329" w:rsidRDefault="007B2329" w:rsidP="007B2329">
      <w:r>
        <w:t>550.9833</w:t>
      </w:r>
      <w:r>
        <w:tab/>
        <w:t>1.013e0</w:t>
      </w:r>
    </w:p>
    <w:p w:rsidR="007B2329" w:rsidRDefault="007B2329" w:rsidP="007B2329">
      <w:r>
        <w:t>550.9905</w:t>
      </w:r>
      <w:r>
        <w:tab/>
        <w:t>6.076e0</w:t>
      </w:r>
    </w:p>
    <w:p w:rsidR="007B2329" w:rsidRDefault="007B2329" w:rsidP="007B2329">
      <w:r>
        <w:t>550.9927</w:t>
      </w:r>
      <w:r>
        <w:tab/>
        <w:t>1.013e0</w:t>
      </w:r>
    </w:p>
    <w:p w:rsidR="007B2329" w:rsidRDefault="007B2329" w:rsidP="007B2329">
      <w:r>
        <w:t>551.0120</w:t>
      </w:r>
      <w:r>
        <w:tab/>
        <w:t>2.025e0</w:t>
      </w:r>
    </w:p>
    <w:p w:rsidR="007B2329" w:rsidRDefault="007B2329" w:rsidP="007B2329">
      <w:r>
        <w:t>551.0309</w:t>
      </w:r>
      <w:r>
        <w:tab/>
        <w:t>3.038e0</w:t>
      </w:r>
    </w:p>
    <w:p w:rsidR="007B2329" w:rsidRDefault="007B2329" w:rsidP="007B2329">
      <w:r>
        <w:t>551.0396</w:t>
      </w:r>
      <w:r>
        <w:tab/>
        <w:t>5.063e0</w:t>
      </w:r>
    </w:p>
    <w:p w:rsidR="007B2329" w:rsidRDefault="007B2329" w:rsidP="007B2329">
      <w:r>
        <w:lastRenderedPageBreak/>
        <w:t>551.0723</w:t>
      </w:r>
      <w:r>
        <w:tab/>
        <w:t>5.063e0</w:t>
      </w:r>
    </w:p>
    <w:p w:rsidR="007B2329" w:rsidRDefault="007B2329" w:rsidP="007B2329">
      <w:r>
        <w:t>551.0786</w:t>
      </w:r>
      <w:r>
        <w:tab/>
        <w:t>4.051e0</w:t>
      </w:r>
    </w:p>
    <w:p w:rsidR="007B2329" w:rsidRDefault="007B2329" w:rsidP="007B2329">
      <w:r>
        <w:t>551.0972</w:t>
      </w:r>
      <w:r>
        <w:tab/>
        <w:t>1.013e0</w:t>
      </w:r>
    </w:p>
    <w:p w:rsidR="007B2329" w:rsidRDefault="007B2329" w:rsidP="007B2329">
      <w:r>
        <w:t>551.1088</w:t>
      </w:r>
      <w:r>
        <w:tab/>
        <w:t>1.013e0</w:t>
      </w:r>
    </w:p>
    <w:p w:rsidR="007B2329" w:rsidRDefault="007B2329" w:rsidP="007B2329">
      <w:r>
        <w:t>551.1158</w:t>
      </w:r>
      <w:r>
        <w:tab/>
        <w:t>2.025e0</w:t>
      </w:r>
    </w:p>
    <w:p w:rsidR="007B2329" w:rsidRDefault="007B2329" w:rsidP="007B2329">
      <w:r>
        <w:t>551.1248</w:t>
      </w:r>
      <w:r>
        <w:tab/>
        <w:t>1.013e0</w:t>
      </w:r>
    </w:p>
    <w:p w:rsidR="007B2329" w:rsidRDefault="007B2329" w:rsidP="007B2329">
      <w:r>
        <w:t>551.1447</w:t>
      </w:r>
      <w:r>
        <w:tab/>
        <w:t>2.025e0</w:t>
      </w:r>
    </w:p>
    <w:p w:rsidR="007B2329" w:rsidRDefault="007B2329" w:rsidP="007B2329">
      <w:r>
        <w:t>551.1536</w:t>
      </w:r>
      <w:r>
        <w:tab/>
        <w:t>3.385e0</w:t>
      </w:r>
    </w:p>
    <w:p w:rsidR="007B2329" w:rsidRDefault="007B2329" w:rsidP="007B2329">
      <w:r>
        <w:t>551.1672</w:t>
      </w:r>
      <w:r>
        <w:tab/>
        <w:t>2.051e0</w:t>
      </w:r>
    </w:p>
    <w:p w:rsidR="007B2329" w:rsidRDefault="007B2329" w:rsidP="007B2329">
      <w:r>
        <w:t>551.1689</w:t>
      </w:r>
      <w:r>
        <w:tab/>
        <w:t>9.114e0</w:t>
      </w:r>
    </w:p>
    <w:p w:rsidR="007B2329" w:rsidRDefault="007B2329" w:rsidP="007B2329">
      <w:r>
        <w:t>551.1719</w:t>
      </w:r>
      <w:r>
        <w:tab/>
        <w:t>1.821e0</w:t>
      </w:r>
    </w:p>
    <w:p w:rsidR="007B2329" w:rsidRDefault="007B2329" w:rsidP="007B2329">
      <w:r>
        <w:t>551.1734</w:t>
      </w:r>
      <w:r>
        <w:tab/>
        <w:t>1.013e0</w:t>
      </w:r>
    </w:p>
    <w:p w:rsidR="007B2329" w:rsidRDefault="007B2329" w:rsidP="007B2329">
      <w:r>
        <w:t>551.1921</w:t>
      </w:r>
      <w:r>
        <w:tab/>
        <w:t>1.013e0</w:t>
      </w:r>
    </w:p>
    <w:p w:rsidR="007B2329" w:rsidRDefault="007B2329" w:rsidP="007B2329">
      <w:r>
        <w:t>551.1944</w:t>
      </w:r>
      <w:r>
        <w:tab/>
        <w:t>1.648e0</w:t>
      </w:r>
    </w:p>
    <w:p w:rsidR="007B2329" w:rsidRDefault="007B2329" w:rsidP="007B2329">
      <w:r>
        <w:t>551.2061</w:t>
      </w:r>
      <w:r>
        <w:tab/>
        <w:t>2.947e0</w:t>
      </w:r>
    </w:p>
    <w:p w:rsidR="007B2329" w:rsidRDefault="007B2329" w:rsidP="007B2329">
      <w:r>
        <w:t>551.2180</w:t>
      </w:r>
      <w:r>
        <w:tab/>
        <w:t>3.211e0</w:t>
      </w:r>
    </w:p>
    <w:p w:rsidR="007B2329" w:rsidRDefault="007B2329" w:rsidP="007B2329">
      <w:r>
        <w:t>551.2537</w:t>
      </w:r>
      <w:r>
        <w:tab/>
        <w:t>5.720e0</w:t>
      </w:r>
    </w:p>
    <w:p w:rsidR="007B2329" w:rsidRDefault="007B2329" w:rsidP="007B2329">
      <w:r>
        <w:t>551.2604</w:t>
      </w:r>
      <w:r>
        <w:tab/>
        <w:t>4.427e0</w:t>
      </w:r>
    </w:p>
    <w:p w:rsidR="007B2329" w:rsidRDefault="007B2329" w:rsidP="007B2329">
      <w:r>
        <w:t>551.2875</w:t>
      </w:r>
      <w:r>
        <w:tab/>
        <w:t>7.279e0</w:t>
      </w:r>
    </w:p>
    <w:p w:rsidR="007B2329" w:rsidRDefault="007B2329" w:rsidP="007B2329">
      <w:r>
        <w:lastRenderedPageBreak/>
        <w:t>551.2892</w:t>
      </w:r>
      <w:r>
        <w:tab/>
        <w:t>1.655e1</w:t>
      </w:r>
    </w:p>
    <w:p w:rsidR="007B2329" w:rsidRDefault="007B2329" w:rsidP="007B2329">
      <w:r>
        <w:t>551.2920</w:t>
      </w:r>
      <w:r>
        <w:tab/>
        <w:t>1.042e1</w:t>
      </w:r>
    </w:p>
    <w:p w:rsidR="007B2329" w:rsidRDefault="007B2329" w:rsidP="007B2329">
      <w:r>
        <w:t>551.2935</w:t>
      </w:r>
      <w:r>
        <w:tab/>
        <w:t>1.938e1</w:t>
      </w:r>
    </w:p>
    <w:p w:rsidR="007B2329" w:rsidRDefault="007B2329" w:rsidP="007B2329">
      <w:r>
        <w:t>551.3033</w:t>
      </w:r>
      <w:r>
        <w:tab/>
        <w:t>9.405e0</w:t>
      </w:r>
    </w:p>
    <w:p w:rsidR="007B2329" w:rsidRDefault="007B2329" w:rsidP="007B2329">
      <w:r>
        <w:t>551.3060</w:t>
      </w:r>
      <w:r>
        <w:tab/>
        <w:t>1.526e1</w:t>
      </w:r>
    </w:p>
    <w:p w:rsidR="007B2329" w:rsidRDefault="007B2329" w:rsidP="007B2329">
      <w:r>
        <w:t>551.3133</w:t>
      </w:r>
      <w:r>
        <w:tab/>
        <w:t>1.008e1</w:t>
      </w:r>
    </w:p>
    <w:p w:rsidR="007B2329" w:rsidRDefault="007B2329" w:rsidP="007B2329">
      <w:r>
        <w:t>551.3149</w:t>
      </w:r>
      <w:r>
        <w:tab/>
        <w:t>4.799e0</w:t>
      </w:r>
    </w:p>
    <w:p w:rsidR="007B2329" w:rsidRDefault="007B2329" w:rsidP="007B2329">
      <w:r>
        <w:t>551.3162</w:t>
      </w:r>
      <w:r>
        <w:tab/>
        <w:t>2.025e0</w:t>
      </w:r>
    </w:p>
    <w:p w:rsidR="007B2329" w:rsidRDefault="007B2329" w:rsidP="007B2329">
      <w:r>
        <w:t>551.3698</w:t>
      </w:r>
      <w:r>
        <w:tab/>
        <w:t>1.454e0</w:t>
      </w:r>
    </w:p>
    <w:p w:rsidR="007B2329" w:rsidRDefault="007B2329" w:rsidP="007B2329">
      <w:r>
        <w:t>551.3861</w:t>
      </w:r>
      <w:r>
        <w:tab/>
        <w:t>2.778e0</w:t>
      </w:r>
    </w:p>
    <w:p w:rsidR="007B2329" w:rsidRDefault="007B2329" w:rsidP="007B2329">
      <w:r>
        <w:t>551.3982</w:t>
      </w:r>
      <w:r>
        <w:tab/>
        <w:t>1.013e0</w:t>
      </w:r>
    </w:p>
    <w:p w:rsidR="007B2329" w:rsidRDefault="007B2329" w:rsidP="007B2329">
      <w:r>
        <w:t>551.4249</w:t>
      </w:r>
      <w:r>
        <w:tab/>
        <w:t>2.025e0</w:t>
      </w:r>
    </w:p>
    <w:p w:rsidR="007B2329" w:rsidRDefault="007B2329" w:rsidP="007B2329">
      <w:r>
        <w:t>551.4350</w:t>
      </w:r>
      <w:r>
        <w:tab/>
        <w:t>2.025e0</w:t>
      </w:r>
    </w:p>
    <w:p w:rsidR="007B2329" w:rsidRDefault="007B2329" w:rsidP="007B2329">
      <w:r>
        <w:t>551.4393</w:t>
      </w:r>
      <w:r>
        <w:tab/>
        <w:t>1.013e0</w:t>
      </w:r>
    </w:p>
    <w:p w:rsidR="007B2329" w:rsidRDefault="007B2329" w:rsidP="007B2329">
      <w:r>
        <w:t>551.4485</w:t>
      </w:r>
      <w:r>
        <w:tab/>
        <w:t>3.038e0</w:t>
      </w:r>
    </w:p>
    <w:p w:rsidR="007B2329" w:rsidRDefault="007B2329" w:rsidP="007B2329">
      <w:r>
        <w:t>551.4581</w:t>
      </w:r>
      <w:r>
        <w:tab/>
        <w:t>2.025e0</w:t>
      </w:r>
    </w:p>
    <w:p w:rsidR="007B2329" w:rsidRDefault="007B2329" w:rsidP="007B2329">
      <w:r>
        <w:t>551.4670</w:t>
      </w:r>
      <w:r>
        <w:tab/>
        <w:t>2.025e0</w:t>
      </w:r>
    </w:p>
    <w:p w:rsidR="007B2329" w:rsidRDefault="007B2329" w:rsidP="007B2329">
      <w:r>
        <w:t>551.4869</w:t>
      </w:r>
      <w:r>
        <w:tab/>
        <w:t>1.013e0</w:t>
      </w:r>
    </w:p>
    <w:p w:rsidR="007B2329" w:rsidRDefault="007B2329" w:rsidP="007B2329">
      <w:r>
        <w:t>551.4995</w:t>
      </w:r>
      <w:r>
        <w:tab/>
        <w:t>1.038e0</w:t>
      </w:r>
    </w:p>
    <w:p w:rsidR="007B2329" w:rsidRDefault="007B2329" w:rsidP="007B2329">
      <w:r>
        <w:lastRenderedPageBreak/>
        <w:t>551.5017</w:t>
      </w:r>
      <w:r>
        <w:tab/>
        <w:t>2.025e0</w:t>
      </w:r>
    </w:p>
    <w:p w:rsidR="007B2329" w:rsidRDefault="007B2329" w:rsidP="007B2329">
      <w:r>
        <w:t>551.5231</w:t>
      </w:r>
      <w:r>
        <w:tab/>
        <w:t>3.038e0</w:t>
      </w:r>
    </w:p>
    <w:p w:rsidR="007B2329" w:rsidRDefault="007B2329" w:rsidP="007B2329">
      <w:r>
        <w:t>551.5343</w:t>
      </w:r>
      <w:r>
        <w:tab/>
        <w:t>1.013e0</w:t>
      </w:r>
    </w:p>
    <w:p w:rsidR="007B2329" w:rsidRDefault="007B2329" w:rsidP="007B2329">
      <w:r>
        <w:t>551.5430</w:t>
      </w:r>
      <w:r>
        <w:tab/>
        <w:t>1.013e0</w:t>
      </w:r>
    </w:p>
    <w:p w:rsidR="007B2329" w:rsidRDefault="007B2329" w:rsidP="007B2329">
      <w:r>
        <w:t>551.5458</w:t>
      </w:r>
      <w:r>
        <w:tab/>
        <w:t>4.051e0</w:t>
      </w:r>
    </w:p>
    <w:p w:rsidR="007B2329" w:rsidRDefault="007B2329" w:rsidP="007B2329">
      <w:r>
        <w:t>551.5722</w:t>
      </w:r>
      <w:r>
        <w:tab/>
        <w:t>1.013e0</w:t>
      </w:r>
    </w:p>
    <w:p w:rsidR="007B2329" w:rsidRDefault="007B2329" w:rsidP="007B2329">
      <w:r>
        <w:t>551.6008</w:t>
      </w:r>
      <w:r>
        <w:tab/>
        <w:t>1.013e0</w:t>
      </w:r>
    </w:p>
    <w:p w:rsidR="007B2329" w:rsidRDefault="007B2329" w:rsidP="007B2329">
      <w:r>
        <w:t>551.6127</w:t>
      </w:r>
      <w:r>
        <w:tab/>
        <w:t>3.038e0</w:t>
      </w:r>
    </w:p>
    <w:p w:rsidR="007B2329" w:rsidRDefault="007B2329" w:rsidP="007B2329">
      <w:r>
        <w:t>551.6165</w:t>
      </w:r>
      <w:r>
        <w:tab/>
        <w:t>2.025e0</w:t>
      </w:r>
    </w:p>
    <w:p w:rsidR="007B2329" w:rsidRDefault="007B2329" w:rsidP="007B2329">
      <w:r>
        <w:t>551.6240</w:t>
      </w:r>
      <w:r>
        <w:tab/>
        <w:t>2.025e0</w:t>
      </w:r>
    </w:p>
    <w:p w:rsidR="007B2329" w:rsidRDefault="007B2329" w:rsidP="007B2329">
      <w:r>
        <w:t>551.6533</w:t>
      </w:r>
      <w:r>
        <w:tab/>
        <w:t>1.013e0</w:t>
      </w:r>
    </w:p>
    <w:p w:rsidR="007B2329" w:rsidRDefault="007B2329" w:rsidP="007B2329">
      <w:r>
        <w:t>551.6684</w:t>
      </w:r>
      <w:r>
        <w:tab/>
        <w:t>2.025e0</w:t>
      </w:r>
    </w:p>
    <w:p w:rsidR="007B2329" w:rsidRDefault="007B2329" w:rsidP="007B2329">
      <w:r>
        <w:t>551.6718</w:t>
      </w:r>
      <w:r>
        <w:tab/>
        <w:t>1.013e0</w:t>
      </w:r>
    </w:p>
    <w:p w:rsidR="007B2329" w:rsidRDefault="007B2329" w:rsidP="007B2329">
      <w:r>
        <w:t>551.6863</w:t>
      </w:r>
      <w:r>
        <w:tab/>
        <w:t>1.013e0</w:t>
      </w:r>
    </w:p>
    <w:p w:rsidR="007B2329" w:rsidRDefault="007B2329" w:rsidP="007B2329">
      <w:r>
        <w:t>551.7227</w:t>
      </w:r>
      <w:r>
        <w:tab/>
        <w:t>3.038e0</w:t>
      </w:r>
    </w:p>
    <w:p w:rsidR="007B2329" w:rsidRDefault="007B2329" w:rsidP="007B2329">
      <w:r>
        <w:t>551.7430</w:t>
      </w:r>
      <w:r>
        <w:tab/>
        <w:t>2.025e0</w:t>
      </w:r>
    </w:p>
    <w:p w:rsidR="007B2329" w:rsidRDefault="007B2329" w:rsidP="007B2329">
      <w:r>
        <w:t>551.7498</w:t>
      </w:r>
      <w:r>
        <w:tab/>
        <w:t>4.051e0</w:t>
      </w:r>
    </w:p>
    <w:p w:rsidR="007B2329" w:rsidRDefault="007B2329" w:rsidP="007B2329">
      <w:r>
        <w:t>551.7648</w:t>
      </w:r>
      <w:r>
        <w:tab/>
        <w:t>2.025e0</w:t>
      </w:r>
    </w:p>
    <w:p w:rsidR="007B2329" w:rsidRDefault="007B2329" w:rsidP="007B2329">
      <w:r>
        <w:t>551.7796</w:t>
      </w:r>
      <w:r>
        <w:tab/>
        <w:t>1.013e0</w:t>
      </w:r>
    </w:p>
    <w:p w:rsidR="007B2329" w:rsidRDefault="007B2329" w:rsidP="007B2329">
      <w:r>
        <w:lastRenderedPageBreak/>
        <w:t>551.8101</w:t>
      </w:r>
      <w:r>
        <w:tab/>
        <w:t>2.025e0</w:t>
      </w:r>
    </w:p>
    <w:p w:rsidR="007B2329" w:rsidRDefault="007B2329" w:rsidP="007B2329">
      <w:r>
        <w:t>551.8347</w:t>
      </w:r>
      <w:r>
        <w:tab/>
        <w:t>1.013e0</w:t>
      </w:r>
    </w:p>
    <w:p w:rsidR="007B2329" w:rsidRDefault="007B2329" w:rsidP="007B2329">
      <w:r>
        <w:t>551.8385</w:t>
      </w:r>
      <w:r>
        <w:tab/>
        <w:t>2.025e0</w:t>
      </w:r>
    </w:p>
    <w:p w:rsidR="007B2329" w:rsidRDefault="007B2329" w:rsidP="007B2329">
      <w:r>
        <w:t>551.8432</w:t>
      </w:r>
      <w:r>
        <w:tab/>
        <w:t>2.025e0</w:t>
      </w:r>
    </w:p>
    <w:p w:rsidR="007B2329" w:rsidRDefault="007B2329" w:rsidP="007B2329">
      <w:r>
        <w:t>551.8531</w:t>
      </w:r>
      <w:r>
        <w:tab/>
        <w:t>1.013e0</w:t>
      </w:r>
    </w:p>
    <w:p w:rsidR="007B2329" w:rsidRDefault="007B2329" w:rsidP="007B2329">
      <w:r>
        <w:t>551.9100</w:t>
      </w:r>
      <w:r>
        <w:tab/>
        <w:t>2.025e0</w:t>
      </w:r>
    </w:p>
    <w:p w:rsidR="007B2329" w:rsidRDefault="007B2329" w:rsidP="007B2329">
      <w:r>
        <w:t>551.9337</w:t>
      </w:r>
      <w:r>
        <w:tab/>
        <w:t>1.013e0</w:t>
      </w:r>
    </w:p>
    <w:p w:rsidR="007B2329" w:rsidRDefault="007B2329" w:rsidP="007B2329">
      <w:r>
        <w:t>551.9634</w:t>
      </w:r>
      <w:r>
        <w:tab/>
        <w:t>1.013e0</w:t>
      </w:r>
    </w:p>
    <w:p w:rsidR="007B2329" w:rsidRDefault="007B2329" w:rsidP="007B2329">
      <w:r>
        <w:t>551.9716</w:t>
      </w:r>
      <w:r>
        <w:tab/>
        <w:t>1.013e0</w:t>
      </w:r>
    </w:p>
    <w:p w:rsidR="007B2329" w:rsidRDefault="007B2329" w:rsidP="007B2329">
      <w:r>
        <w:t>551.9907</w:t>
      </w:r>
      <w:r>
        <w:tab/>
        <w:t>1.013e0</w:t>
      </w:r>
    </w:p>
    <w:p w:rsidR="007B2329" w:rsidRDefault="007B2329" w:rsidP="007B2329">
      <w:r>
        <w:t>552.0105</w:t>
      </w:r>
      <w:r>
        <w:tab/>
        <w:t>3.038e0</w:t>
      </w:r>
    </w:p>
    <w:p w:rsidR="007B2329" w:rsidRDefault="007B2329" w:rsidP="007B2329">
      <w:r>
        <w:t>552.0191</w:t>
      </w:r>
      <w:r>
        <w:tab/>
        <w:t>1.013e0</w:t>
      </w:r>
    </w:p>
    <w:p w:rsidR="007B2329" w:rsidRDefault="007B2329" w:rsidP="007B2329">
      <w:r>
        <w:t>552.0389</w:t>
      </w:r>
      <w:r>
        <w:tab/>
        <w:t>3.038e0</w:t>
      </w:r>
    </w:p>
    <w:p w:rsidR="007B2329" w:rsidRDefault="007B2329" w:rsidP="007B2329">
      <w:r>
        <w:t>552.0481</w:t>
      </w:r>
      <w:r>
        <w:tab/>
        <w:t>2.025e0</w:t>
      </w:r>
    </w:p>
    <w:p w:rsidR="007B2329" w:rsidRDefault="007B2329" w:rsidP="007B2329">
      <w:r>
        <w:t>552.0530</w:t>
      </w:r>
      <w:r>
        <w:tab/>
        <w:t>3.038e0</w:t>
      </w:r>
    </w:p>
    <w:p w:rsidR="007B2329" w:rsidRDefault="007B2329" w:rsidP="007B2329">
      <w:r>
        <w:t>552.1245</w:t>
      </w:r>
      <w:r>
        <w:tab/>
        <w:t>2.025e0</w:t>
      </w:r>
    </w:p>
    <w:p w:rsidR="007B2329" w:rsidRDefault="007B2329" w:rsidP="007B2329">
      <w:r>
        <w:t>552.1268</w:t>
      </w:r>
      <w:r>
        <w:tab/>
        <w:t>1.025e0</w:t>
      </w:r>
    </w:p>
    <w:p w:rsidR="007B2329" w:rsidRDefault="007B2329" w:rsidP="007B2329">
      <w:r>
        <w:t>552.1332</w:t>
      </w:r>
      <w:r>
        <w:tab/>
        <w:t>1.013e0</w:t>
      </w:r>
    </w:p>
    <w:p w:rsidR="007B2329" w:rsidRDefault="007B2329" w:rsidP="007B2329">
      <w:r>
        <w:t>552.1442</w:t>
      </w:r>
      <w:r>
        <w:tab/>
        <w:t>4.051e0</w:t>
      </w:r>
    </w:p>
    <w:p w:rsidR="007B2329" w:rsidRDefault="007B2329" w:rsidP="007B2329">
      <w:r>
        <w:lastRenderedPageBreak/>
        <w:t>552.1603</w:t>
      </w:r>
      <w:r>
        <w:tab/>
        <w:t>6.045e0</w:t>
      </w:r>
    </w:p>
    <w:p w:rsidR="007B2329" w:rsidRDefault="007B2329" w:rsidP="007B2329">
      <w:r>
        <w:t>552.1714</w:t>
      </w:r>
      <w:r>
        <w:tab/>
        <w:t>1.013e0</w:t>
      </w:r>
    </w:p>
    <w:p w:rsidR="007B2329" w:rsidRDefault="007B2329" w:rsidP="007B2329">
      <w:r>
        <w:t>552.1909</w:t>
      </w:r>
      <w:r>
        <w:tab/>
        <w:t>1.753e0</w:t>
      </w:r>
    </w:p>
    <w:p w:rsidR="007B2329" w:rsidRDefault="007B2329" w:rsidP="007B2329">
      <w:r>
        <w:t>552.2059</w:t>
      </w:r>
      <w:r>
        <w:tab/>
        <w:t>4.233e0</w:t>
      </w:r>
    </w:p>
    <w:p w:rsidR="007B2329" w:rsidRDefault="007B2329" w:rsidP="007B2329">
      <w:r>
        <w:t>552.2267</w:t>
      </w:r>
      <w:r>
        <w:tab/>
        <w:t>5.598e0</w:t>
      </w:r>
    </w:p>
    <w:p w:rsidR="007B2329" w:rsidRDefault="007B2329" w:rsidP="007B2329">
      <w:r>
        <w:t>552.2680</w:t>
      </w:r>
      <w:r>
        <w:tab/>
        <w:t>1.861e1</w:t>
      </w:r>
    </w:p>
    <w:p w:rsidR="007B2329" w:rsidRDefault="007B2329" w:rsidP="007B2329">
      <w:r>
        <w:t>552.2831</w:t>
      </w:r>
      <w:r>
        <w:tab/>
        <w:t>8.081e0</w:t>
      </w:r>
    </w:p>
    <w:p w:rsidR="007B2329" w:rsidRDefault="007B2329" w:rsidP="007B2329">
      <w:r>
        <w:t>552.2846</w:t>
      </w:r>
      <w:r>
        <w:tab/>
        <w:t>1.032e1</w:t>
      </w:r>
    </w:p>
    <w:p w:rsidR="007B2329" w:rsidRDefault="007B2329" w:rsidP="007B2329">
      <w:r>
        <w:t>552.2878</w:t>
      </w:r>
      <w:r>
        <w:tab/>
        <w:t>1.058e1</w:t>
      </w:r>
    </w:p>
    <w:p w:rsidR="007B2329" w:rsidRDefault="007B2329" w:rsidP="007B2329">
      <w:r>
        <w:t>552.2890</w:t>
      </w:r>
      <w:r>
        <w:tab/>
        <w:t>2.086e1</w:t>
      </w:r>
    </w:p>
    <w:p w:rsidR="007B2329" w:rsidRDefault="007B2329" w:rsidP="007B2329">
      <w:r>
        <w:t>552.2933</w:t>
      </w:r>
      <w:r>
        <w:tab/>
        <w:t>1.616e1</w:t>
      </w:r>
    </w:p>
    <w:p w:rsidR="007B2329" w:rsidRDefault="007B2329" w:rsidP="007B2329">
      <w:r>
        <w:t>552.2963</w:t>
      </w:r>
      <w:r>
        <w:tab/>
        <w:t>2.449e1</w:t>
      </w:r>
    </w:p>
    <w:p w:rsidR="007B2329" w:rsidRDefault="007B2329" w:rsidP="007B2329">
      <w:r>
        <w:t>552.3608</w:t>
      </w:r>
      <w:r>
        <w:tab/>
        <w:t>3.009e0</w:t>
      </w:r>
    </w:p>
    <w:p w:rsidR="007B2329" w:rsidRDefault="007B2329" w:rsidP="007B2329">
      <w:r>
        <w:t>552.3758</w:t>
      </w:r>
      <w:r>
        <w:tab/>
        <w:t>2.977e0</w:t>
      </w:r>
    </w:p>
    <w:p w:rsidR="007B2329" w:rsidRDefault="007B2329" w:rsidP="007B2329">
      <w:r>
        <w:t>552.4000</w:t>
      </w:r>
      <w:r>
        <w:tab/>
        <w:t>1.013e0</w:t>
      </w:r>
    </w:p>
    <w:p w:rsidR="007B2329" w:rsidRDefault="007B2329" w:rsidP="007B2329">
      <w:r>
        <w:t>552.4344</w:t>
      </w:r>
      <w:r>
        <w:tab/>
        <w:t>1.013e0</w:t>
      </w:r>
    </w:p>
    <w:p w:rsidR="007B2329" w:rsidRDefault="007B2329" w:rsidP="007B2329">
      <w:r>
        <w:t>552.4474</w:t>
      </w:r>
      <w:r>
        <w:tab/>
        <w:t>2.025e0</w:t>
      </w:r>
    </w:p>
    <w:p w:rsidR="007B2329" w:rsidRDefault="007B2329" w:rsidP="007B2329">
      <w:r>
        <w:t>552.4618</w:t>
      </w:r>
      <w:r>
        <w:tab/>
        <w:t>2.025e0</w:t>
      </w:r>
    </w:p>
    <w:p w:rsidR="007B2329" w:rsidRDefault="007B2329" w:rsidP="007B2329">
      <w:r>
        <w:t>552.4664</w:t>
      </w:r>
      <w:r>
        <w:tab/>
        <w:t>2.025e0</w:t>
      </w:r>
    </w:p>
    <w:p w:rsidR="007B2329" w:rsidRDefault="007B2329" w:rsidP="007B2329">
      <w:r>
        <w:lastRenderedPageBreak/>
        <w:t>552.5074</w:t>
      </w:r>
      <w:r>
        <w:tab/>
        <w:t>2.025e0</w:t>
      </w:r>
    </w:p>
    <w:p w:rsidR="007B2329" w:rsidRDefault="007B2329" w:rsidP="007B2329">
      <w:r>
        <w:t>552.5180</w:t>
      </w:r>
      <w:r>
        <w:tab/>
        <w:t>2.025e0</w:t>
      </w:r>
    </w:p>
    <w:p w:rsidR="007B2329" w:rsidRDefault="007B2329" w:rsidP="007B2329">
      <w:r>
        <w:t>552.5223</w:t>
      </w:r>
      <w:r>
        <w:tab/>
        <w:t>2.025e0</w:t>
      </w:r>
    </w:p>
    <w:p w:rsidR="007B2329" w:rsidRDefault="007B2329" w:rsidP="007B2329">
      <w:r>
        <w:t>552.5330</w:t>
      </w:r>
      <w:r>
        <w:tab/>
        <w:t>4.051e0</w:t>
      </w:r>
    </w:p>
    <w:p w:rsidR="007B2329" w:rsidRDefault="007B2329" w:rsidP="007B2329">
      <w:r>
        <w:t>552.5804</w:t>
      </w:r>
      <w:r>
        <w:tab/>
        <w:t>3.038e0</w:t>
      </w:r>
    </w:p>
    <w:p w:rsidR="007B2329" w:rsidRDefault="007B2329" w:rsidP="007B2329">
      <w:r>
        <w:t>552.5903</w:t>
      </w:r>
      <w:r>
        <w:tab/>
        <w:t>2.025e0</w:t>
      </w:r>
    </w:p>
    <w:p w:rsidR="007B2329" w:rsidRDefault="007B2329" w:rsidP="007B2329">
      <w:r>
        <w:t>552.5999</w:t>
      </w:r>
      <w:r>
        <w:tab/>
        <w:t>1.013e0</w:t>
      </w:r>
    </w:p>
    <w:p w:rsidR="007B2329" w:rsidRDefault="007B2329" w:rsidP="007B2329">
      <w:r>
        <w:t>552.6281</w:t>
      </w:r>
      <w:r>
        <w:tab/>
        <w:t>6.076e0</w:t>
      </w:r>
    </w:p>
    <w:p w:rsidR="007B2329" w:rsidRDefault="007B2329" w:rsidP="007B2329">
      <w:r>
        <w:t>552.6526</w:t>
      </w:r>
      <w:r>
        <w:tab/>
        <w:t>1.013e0</w:t>
      </w:r>
    </w:p>
    <w:p w:rsidR="007B2329" w:rsidRDefault="007B2329" w:rsidP="007B2329">
      <w:r>
        <w:t>552.6897</w:t>
      </w:r>
      <w:r>
        <w:tab/>
        <w:t>2.025e0</w:t>
      </w:r>
    </w:p>
    <w:p w:rsidR="007B2329" w:rsidRDefault="007B2329" w:rsidP="007B2329">
      <w:r>
        <w:t>552.6950</w:t>
      </w:r>
      <w:r>
        <w:tab/>
        <w:t>2.025e0</w:t>
      </w:r>
    </w:p>
    <w:p w:rsidR="007B2329" w:rsidRDefault="007B2329" w:rsidP="007B2329">
      <w:r>
        <w:t>552.7000</w:t>
      </w:r>
      <w:r>
        <w:tab/>
        <w:t>2.025e0</w:t>
      </w:r>
    </w:p>
    <w:p w:rsidR="007B2329" w:rsidRDefault="007B2329" w:rsidP="007B2329">
      <w:r>
        <w:t>552.7166</w:t>
      </w:r>
      <w:r>
        <w:tab/>
        <w:t>4.051e0</w:t>
      </w:r>
    </w:p>
    <w:p w:rsidR="007B2329" w:rsidRDefault="007B2329" w:rsidP="007B2329">
      <w:r>
        <w:t>552.7610</w:t>
      </w:r>
      <w:r>
        <w:tab/>
        <w:t>1.013e0</w:t>
      </w:r>
    </w:p>
    <w:p w:rsidR="007B2329" w:rsidRDefault="007B2329" w:rsidP="007B2329">
      <w:r>
        <w:t>552.7670</w:t>
      </w:r>
      <w:r>
        <w:tab/>
        <w:t>6.076e0</w:t>
      </w:r>
    </w:p>
    <w:p w:rsidR="007B2329" w:rsidRDefault="007B2329" w:rsidP="007B2329">
      <w:r>
        <w:t>552.7778</w:t>
      </w:r>
      <w:r>
        <w:tab/>
        <w:t>2.025e0</w:t>
      </w:r>
    </w:p>
    <w:p w:rsidR="007B2329" w:rsidRDefault="007B2329" w:rsidP="007B2329">
      <w:r>
        <w:t>552.7822</w:t>
      </w:r>
      <w:r>
        <w:tab/>
        <w:t>3.716e0</w:t>
      </w:r>
    </w:p>
    <w:p w:rsidR="007B2329" w:rsidRDefault="007B2329" w:rsidP="007B2329">
      <w:r>
        <w:t>552.8000</w:t>
      </w:r>
      <w:r>
        <w:tab/>
        <w:t>1.013e1</w:t>
      </w:r>
    </w:p>
    <w:p w:rsidR="007B2329" w:rsidRDefault="007B2329" w:rsidP="007B2329">
      <w:r>
        <w:t>552.8093</w:t>
      </w:r>
      <w:r>
        <w:tab/>
        <w:t>1.013e0</w:t>
      </w:r>
    </w:p>
    <w:p w:rsidR="007B2329" w:rsidRDefault="007B2329" w:rsidP="007B2329">
      <w:r>
        <w:lastRenderedPageBreak/>
        <w:t>552.8188</w:t>
      </w:r>
      <w:r>
        <w:tab/>
        <w:t>2.025e0</w:t>
      </w:r>
    </w:p>
    <w:p w:rsidR="007B2329" w:rsidRDefault="007B2329" w:rsidP="007B2329">
      <w:r>
        <w:t>552.8232</w:t>
      </w:r>
      <w:r>
        <w:tab/>
        <w:t>2.025e0</w:t>
      </w:r>
    </w:p>
    <w:p w:rsidR="007B2329" w:rsidRDefault="007B2329" w:rsidP="007B2329">
      <w:r>
        <w:t>552.8659</w:t>
      </w:r>
      <w:r>
        <w:tab/>
        <w:t>2.025e0</w:t>
      </w:r>
    </w:p>
    <w:p w:rsidR="007B2329" w:rsidRDefault="007B2329" w:rsidP="007B2329">
      <w:r>
        <w:t>552.8789</w:t>
      </w:r>
      <w:r>
        <w:tab/>
        <w:t>2.025e0</w:t>
      </w:r>
    </w:p>
    <w:p w:rsidR="007B2329" w:rsidRDefault="007B2329" w:rsidP="007B2329">
      <w:r>
        <w:t>552.8855</w:t>
      </w:r>
      <w:r>
        <w:tab/>
        <w:t>1.013e0</w:t>
      </w:r>
    </w:p>
    <w:p w:rsidR="007B2329" w:rsidRDefault="007B2329" w:rsidP="007B2329">
      <w:r>
        <w:t>552.9297</w:t>
      </w:r>
      <w:r>
        <w:tab/>
        <w:t>4.051e0</w:t>
      </w:r>
    </w:p>
    <w:p w:rsidR="007B2329" w:rsidRDefault="007B2329" w:rsidP="007B2329">
      <w:r>
        <w:t>552.9341</w:t>
      </w:r>
      <w:r>
        <w:tab/>
        <w:t>2.025e0</w:t>
      </w:r>
    </w:p>
    <w:p w:rsidR="007B2329" w:rsidRDefault="007B2329" w:rsidP="007B2329">
      <w:r>
        <w:t>552.9630</w:t>
      </w:r>
      <w:r>
        <w:tab/>
        <w:t>2.025e0</w:t>
      </w:r>
    </w:p>
    <w:p w:rsidR="007B2329" w:rsidRDefault="007B2329" w:rsidP="007B2329">
      <w:r>
        <w:t>552.9713</w:t>
      </w:r>
      <w:r>
        <w:tab/>
        <w:t>1.013e0</w:t>
      </w:r>
    </w:p>
    <w:p w:rsidR="007B2329" w:rsidRDefault="007B2329" w:rsidP="007B2329">
      <w:r>
        <w:t>552.9860</w:t>
      </w:r>
      <w:r>
        <w:tab/>
        <w:t>4.051e0</w:t>
      </w:r>
    </w:p>
    <w:p w:rsidR="007B2329" w:rsidRDefault="007B2329" w:rsidP="007B2329">
      <w:r>
        <w:t>552.9903</w:t>
      </w:r>
      <w:r>
        <w:tab/>
        <w:t>1.013e0</w:t>
      </w:r>
    </w:p>
    <w:p w:rsidR="007B2329" w:rsidRDefault="007B2329" w:rsidP="007B2329">
      <w:r>
        <w:t>553.0248</w:t>
      </w:r>
      <w:r>
        <w:tab/>
        <w:t>2.025e0</w:t>
      </w:r>
    </w:p>
    <w:p w:rsidR="007B2329" w:rsidRDefault="007B2329" w:rsidP="007B2329">
      <w:r>
        <w:t>553.0283</w:t>
      </w:r>
      <w:r>
        <w:tab/>
        <w:t>1.013e0</w:t>
      </w:r>
    </w:p>
    <w:p w:rsidR="007B2329" w:rsidRDefault="007B2329" w:rsidP="007B2329">
      <w:r>
        <w:t>553.0570</w:t>
      </w:r>
      <w:r>
        <w:tab/>
        <w:t>2.025e0</w:t>
      </w:r>
    </w:p>
    <w:p w:rsidR="007B2329" w:rsidRDefault="007B2329" w:rsidP="007B2329">
      <w:r>
        <w:t>553.1141</w:t>
      </w:r>
      <w:r>
        <w:tab/>
        <w:t>1.013e0</w:t>
      </w:r>
    </w:p>
    <w:p w:rsidR="007B2329" w:rsidRDefault="007B2329" w:rsidP="007B2329">
      <w:r>
        <w:t>553.1237</w:t>
      </w:r>
      <w:r>
        <w:tab/>
        <w:t>1.013e0</w:t>
      </w:r>
    </w:p>
    <w:p w:rsidR="007B2329" w:rsidRDefault="007B2329" w:rsidP="007B2329">
      <w:r>
        <w:t>553.1332</w:t>
      </w:r>
      <w:r>
        <w:tab/>
        <w:t>2.025e0</w:t>
      </w:r>
    </w:p>
    <w:p w:rsidR="007B2329" w:rsidRDefault="007B2329" w:rsidP="007B2329">
      <w:r>
        <w:t>553.1395</w:t>
      </w:r>
      <w:r>
        <w:tab/>
        <w:t>7.089e0</w:t>
      </w:r>
    </w:p>
    <w:p w:rsidR="007B2329" w:rsidRDefault="007B2329" w:rsidP="007B2329">
      <w:r>
        <w:t>553.1521</w:t>
      </w:r>
      <w:r>
        <w:tab/>
        <w:t>3.038e0</w:t>
      </w:r>
    </w:p>
    <w:p w:rsidR="007B2329" w:rsidRDefault="007B2329" w:rsidP="007B2329">
      <w:r>
        <w:lastRenderedPageBreak/>
        <w:t>553.2072</w:t>
      </w:r>
      <w:r>
        <w:tab/>
        <w:t>2.947e0</w:t>
      </w:r>
    </w:p>
    <w:p w:rsidR="007B2329" w:rsidRDefault="007B2329" w:rsidP="007B2329">
      <w:r>
        <w:t>553.2148</w:t>
      </w:r>
      <w:r>
        <w:tab/>
        <w:t>3.695e0</w:t>
      </w:r>
    </w:p>
    <w:p w:rsidR="007B2329" w:rsidRDefault="007B2329" w:rsidP="007B2329">
      <w:r>
        <w:t>553.2242</w:t>
      </w:r>
      <w:r>
        <w:tab/>
        <w:t>2.025e0</w:t>
      </w:r>
    </w:p>
    <w:p w:rsidR="007B2329" w:rsidRDefault="007B2329" w:rsidP="007B2329">
      <w:r>
        <w:t>553.2361</w:t>
      </w:r>
      <w:r>
        <w:tab/>
        <w:t>3.038e0</w:t>
      </w:r>
    </w:p>
    <w:p w:rsidR="007B2329" w:rsidRDefault="007B2329" w:rsidP="007B2329">
      <w:r>
        <w:t>553.2492</w:t>
      </w:r>
      <w:r>
        <w:tab/>
        <w:t>7.501e0</w:t>
      </w:r>
    </w:p>
    <w:p w:rsidR="007B2329" w:rsidRDefault="007B2329" w:rsidP="007B2329">
      <w:r>
        <w:t>553.2521</w:t>
      </w:r>
      <w:r>
        <w:tab/>
        <w:t>7.318e0</w:t>
      </w:r>
    </w:p>
    <w:p w:rsidR="007B2329" w:rsidRDefault="007B2329" w:rsidP="007B2329">
      <w:r>
        <w:t>553.2751</w:t>
      </w:r>
      <w:r>
        <w:tab/>
        <w:t>1.110e1</w:t>
      </w:r>
    </w:p>
    <w:p w:rsidR="007B2329" w:rsidRDefault="007B2329" w:rsidP="007B2329">
      <w:r>
        <w:t>553.2964</w:t>
      </w:r>
      <w:r>
        <w:tab/>
        <w:t>6.076e0</w:t>
      </w:r>
    </w:p>
    <w:p w:rsidR="007B2329" w:rsidRDefault="007B2329" w:rsidP="007B2329">
      <w:r>
        <w:t>553.3076</w:t>
      </w:r>
      <w:r>
        <w:tab/>
        <w:t>7.042e0</w:t>
      </w:r>
    </w:p>
    <w:p w:rsidR="007B2329" w:rsidRDefault="007B2329" w:rsidP="007B2329">
      <w:r>
        <w:t>553.3096</w:t>
      </w:r>
      <w:r>
        <w:tab/>
        <w:t>2.328e1</w:t>
      </w:r>
    </w:p>
    <w:p w:rsidR="007B2329" w:rsidRDefault="007B2329" w:rsidP="007B2329">
      <w:r>
        <w:t>553.3121</w:t>
      </w:r>
      <w:r>
        <w:tab/>
        <w:t>2.296e1</w:t>
      </w:r>
    </w:p>
    <w:p w:rsidR="007B2329" w:rsidRDefault="007B2329" w:rsidP="007B2329">
      <w:r>
        <w:t>553.3141</w:t>
      </w:r>
      <w:r>
        <w:tab/>
        <w:t>1.334e1</w:t>
      </w:r>
    </w:p>
    <w:p w:rsidR="007B2329" w:rsidRDefault="007B2329" w:rsidP="007B2329">
      <w:r>
        <w:t>553.3201</w:t>
      </w:r>
      <w:r>
        <w:tab/>
        <w:t>1.402e1</w:t>
      </w:r>
    </w:p>
    <w:p w:rsidR="007B2329" w:rsidRDefault="007B2329" w:rsidP="007B2329">
      <w:r>
        <w:t>553.3242</w:t>
      </w:r>
      <w:r>
        <w:tab/>
        <w:t>1.753e1</w:t>
      </w:r>
    </w:p>
    <w:p w:rsidR="007B2329" w:rsidRDefault="007B2329" w:rsidP="007B2329">
      <w:r>
        <w:t>553.3299</w:t>
      </w:r>
      <w:r>
        <w:tab/>
        <w:t>6.467e0</w:t>
      </w:r>
    </w:p>
    <w:p w:rsidR="007B2329" w:rsidRDefault="007B2329" w:rsidP="007B2329">
      <w:r>
        <w:t>553.3444</w:t>
      </w:r>
      <w:r>
        <w:tab/>
        <w:t>4.272e0</w:t>
      </w:r>
    </w:p>
    <w:p w:rsidR="007B2329" w:rsidRDefault="007B2329" w:rsidP="007B2329">
      <w:r>
        <w:t>553.4097</w:t>
      </w:r>
      <w:r>
        <w:tab/>
        <w:t>1.013e0</w:t>
      </w:r>
    </w:p>
    <w:p w:rsidR="007B2329" w:rsidRDefault="007B2329" w:rsidP="007B2329">
      <w:r>
        <w:t>553.4354</w:t>
      </w:r>
      <w:r>
        <w:tab/>
        <w:t>3.038e0</w:t>
      </w:r>
    </w:p>
    <w:p w:rsidR="007B2329" w:rsidRDefault="007B2329" w:rsidP="007B2329">
      <w:r>
        <w:t>553.4385</w:t>
      </w:r>
      <w:r>
        <w:tab/>
        <w:t>1.013e0</w:t>
      </w:r>
    </w:p>
    <w:p w:rsidR="007B2329" w:rsidRDefault="007B2329" w:rsidP="007B2329">
      <w:r>
        <w:lastRenderedPageBreak/>
        <w:t>553.4669</w:t>
      </w:r>
      <w:r>
        <w:tab/>
        <w:t>1.013e0</w:t>
      </w:r>
    </w:p>
    <w:p w:rsidR="007B2329" w:rsidRDefault="007B2329" w:rsidP="007B2329">
      <w:r>
        <w:t>553.4707</w:t>
      </w:r>
      <w:r>
        <w:tab/>
        <w:t>1.013e0</w:t>
      </w:r>
    </w:p>
    <w:p w:rsidR="007B2329" w:rsidRDefault="007B2329" w:rsidP="007B2329">
      <w:r>
        <w:t>553.4918</w:t>
      </w:r>
      <w:r>
        <w:tab/>
        <w:t>2.038e0</w:t>
      </w:r>
    </w:p>
    <w:p w:rsidR="007B2329" w:rsidRDefault="007B2329" w:rsidP="007B2329">
      <w:r>
        <w:t>553.4955</w:t>
      </w:r>
      <w:r>
        <w:tab/>
        <w:t>1.013e0</w:t>
      </w:r>
    </w:p>
    <w:p w:rsidR="007B2329" w:rsidRDefault="007B2329" w:rsidP="007B2329">
      <w:r>
        <w:t>553.5444</w:t>
      </w:r>
      <w:r>
        <w:tab/>
        <w:t>1.013e0</w:t>
      </w:r>
    </w:p>
    <w:p w:rsidR="007B2329" w:rsidRDefault="007B2329" w:rsidP="007B2329">
      <w:r>
        <w:t>553.5656</w:t>
      </w:r>
      <w:r>
        <w:tab/>
        <w:t>2.025e0</w:t>
      </w:r>
    </w:p>
    <w:p w:rsidR="007B2329" w:rsidRDefault="007B2329" w:rsidP="007B2329">
      <w:r>
        <w:t>553.5701</w:t>
      </w:r>
      <w:r>
        <w:tab/>
        <w:t>3.038e0</w:t>
      </w:r>
    </w:p>
    <w:p w:rsidR="007B2329" w:rsidRDefault="007B2329" w:rsidP="007B2329">
      <w:r>
        <w:t>553.5718</w:t>
      </w:r>
      <w:r>
        <w:tab/>
        <w:t>1.013e0</w:t>
      </w:r>
    </w:p>
    <w:p w:rsidR="007B2329" w:rsidRDefault="007B2329" w:rsidP="007B2329">
      <w:r>
        <w:t>553.5970</w:t>
      </w:r>
      <w:r>
        <w:tab/>
        <w:t>2.025e0</w:t>
      </w:r>
    </w:p>
    <w:p w:rsidR="007B2329" w:rsidRDefault="007B2329" w:rsidP="007B2329">
      <w:r>
        <w:t>553.6098</w:t>
      </w:r>
      <w:r>
        <w:tab/>
        <w:t>1.013e0</w:t>
      </w:r>
    </w:p>
    <w:p w:rsidR="007B2329" w:rsidRDefault="007B2329" w:rsidP="007B2329">
      <w:r>
        <w:t>553.6258</w:t>
      </w:r>
      <w:r>
        <w:tab/>
        <w:t>2.025e0</w:t>
      </w:r>
    </w:p>
    <w:p w:rsidR="007B2329" w:rsidRDefault="007B2329" w:rsidP="007B2329">
      <w:r>
        <w:t>553.6337</w:t>
      </w:r>
      <w:r>
        <w:tab/>
        <w:t>1.013e0</w:t>
      </w:r>
    </w:p>
    <w:p w:rsidR="007B2329" w:rsidRDefault="007B2329" w:rsidP="007B2329">
      <w:r>
        <w:t>553.6672</w:t>
      </w:r>
      <w:r>
        <w:tab/>
        <w:t>1.013e0</w:t>
      </w:r>
    </w:p>
    <w:p w:rsidR="007B2329" w:rsidRDefault="007B2329" w:rsidP="007B2329">
      <w:r>
        <w:t>553.6767</w:t>
      </w:r>
      <w:r>
        <w:tab/>
        <w:t>1.013e0</w:t>
      </w:r>
    </w:p>
    <w:p w:rsidR="007B2329" w:rsidRDefault="007B2329" w:rsidP="007B2329">
      <w:r>
        <w:t>553.6799</w:t>
      </w:r>
      <w:r>
        <w:tab/>
        <w:t>2.025e0</w:t>
      </w:r>
    </w:p>
    <w:p w:rsidR="007B2329" w:rsidRDefault="007B2329" w:rsidP="007B2329">
      <w:r>
        <w:t>553.6861</w:t>
      </w:r>
      <w:r>
        <w:tab/>
        <w:t>1.013e0</w:t>
      </w:r>
    </w:p>
    <w:p w:rsidR="007B2329" w:rsidRDefault="007B2329" w:rsidP="007B2329">
      <w:r>
        <w:t>553.7053</w:t>
      </w:r>
      <w:r>
        <w:tab/>
        <w:t>1.013e0</w:t>
      </w:r>
    </w:p>
    <w:p w:rsidR="007B2329" w:rsidRDefault="007B2329" w:rsidP="007B2329">
      <w:r>
        <w:t>553.7074</w:t>
      </w:r>
      <w:r>
        <w:tab/>
        <w:t>1.013e0</w:t>
      </w:r>
    </w:p>
    <w:p w:rsidR="007B2329" w:rsidRDefault="007B2329" w:rsidP="007B2329">
      <w:r>
        <w:t>553.7340</w:t>
      </w:r>
      <w:r>
        <w:tab/>
        <w:t>2.025e0</w:t>
      </w:r>
    </w:p>
    <w:p w:rsidR="007B2329" w:rsidRDefault="007B2329" w:rsidP="007B2329">
      <w:r>
        <w:lastRenderedPageBreak/>
        <w:t>553.7625</w:t>
      </w:r>
      <w:r>
        <w:tab/>
        <w:t>2.025e0</w:t>
      </w:r>
    </w:p>
    <w:p w:rsidR="007B2329" w:rsidRDefault="007B2329" w:rsidP="007B2329">
      <w:r>
        <w:t>553.7889</w:t>
      </w:r>
      <w:r>
        <w:tab/>
        <w:t>2.025e0</w:t>
      </w:r>
    </w:p>
    <w:p w:rsidR="007B2329" w:rsidRDefault="007B2329" w:rsidP="007B2329">
      <w:r>
        <w:t>553.7968</w:t>
      </w:r>
      <w:r>
        <w:tab/>
        <w:t>2.025e0</w:t>
      </w:r>
    </w:p>
    <w:p w:rsidR="007B2329" w:rsidRDefault="007B2329" w:rsidP="007B2329">
      <w:r>
        <w:t>553.7999</w:t>
      </w:r>
      <w:r>
        <w:tab/>
        <w:t>2.025e0</w:t>
      </w:r>
    </w:p>
    <w:p w:rsidR="007B2329" w:rsidRDefault="007B2329" w:rsidP="007B2329">
      <w:r>
        <w:t>553.8103</w:t>
      </w:r>
      <w:r>
        <w:tab/>
        <w:t>3.038e0</w:t>
      </w:r>
    </w:p>
    <w:p w:rsidR="007B2329" w:rsidRDefault="007B2329" w:rsidP="007B2329">
      <w:r>
        <w:t>553.8298</w:t>
      </w:r>
      <w:r>
        <w:tab/>
        <w:t>4.051e0</w:t>
      </w:r>
    </w:p>
    <w:p w:rsidR="007B2329" w:rsidRDefault="007B2329" w:rsidP="007B2329">
      <w:r>
        <w:t>553.8502</w:t>
      </w:r>
      <w:r>
        <w:tab/>
        <w:t>3.038e0</w:t>
      </w:r>
    </w:p>
    <w:p w:rsidR="007B2329" w:rsidRDefault="007B2329" w:rsidP="007B2329">
      <w:r>
        <w:t>553.8522</w:t>
      </w:r>
      <w:r>
        <w:tab/>
        <w:t>1.013e0</w:t>
      </w:r>
    </w:p>
    <w:p w:rsidR="007B2329" w:rsidRDefault="007B2329" w:rsidP="007B2329">
      <w:r>
        <w:t>553.8578</w:t>
      </w:r>
      <w:r>
        <w:tab/>
        <w:t>1.013e0</w:t>
      </w:r>
    </w:p>
    <w:p w:rsidR="007B2329" w:rsidRDefault="007B2329" w:rsidP="007B2329">
      <w:r>
        <w:t>553.8602</w:t>
      </w:r>
      <w:r>
        <w:tab/>
        <w:t>2.025e0</w:t>
      </w:r>
    </w:p>
    <w:p w:rsidR="007B2329" w:rsidRDefault="007B2329" w:rsidP="007B2329">
      <w:r>
        <w:t>553.8620</w:t>
      </w:r>
      <w:r>
        <w:tab/>
        <w:t>2.025e0</w:t>
      </w:r>
    </w:p>
    <w:p w:rsidR="007B2329" w:rsidRDefault="007B2329" w:rsidP="007B2329">
      <w:r>
        <w:t>553.8771</w:t>
      </w:r>
      <w:r>
        <w:tab/>
        <w:t>1.013e0</w:t>
      </w:r>
    </w:p>
    <w:p w:rsidR="007B2329" w:rsidRDefault="007B2329" w:rsidP="007B2329">
      <w:r>
        <w:t>553.8889</w:t>
      </w:r>
      <w:r>
        <w:tab/>
        <w:t>1.013e0</w:t>
      </w:r>
    </w:p>
    <w:p w:rsidR="007B2329" w:rsidRDefault="007B2329" w:rsidP="007B2329">
      <w:r>
        <w:t>553.9038</w:t>
      </w:r>
      <w:r>
        <w:tab/>
        <w:t>2.025e0</w:t>
      </w:r>
    </w:p>
    <w:p w:rsidR="007B2329" w:rsidRDefault="007B2329" w:rsidP="007B2329">
      <w:r>
        <w:t>553.9246</w:t>
      </w:r>
      <w:r>
        <w:tab/>
        <w:t>2.025e0</w:t>
      </w:r>
    </w:p>
    <w:p w:rsidR="007B2329" w:rsidRDefault="007B2329" w:rsidP="007B2329">
      <w:r>
        <w:t>553.9346</w:t>
      </w:r>
      <w:r>
        <w:tab/>
        <w:t>2.025e0</w:t>
      </w:r>
    </w:p>
    <w:p w:rsidR="007B2329" w:rsidRDefault="007B2329" w:rsidP="007B2329">
      <w:r>
        <w:t>553.9415</w:t>
      </w:r>
      <w:r>
        <w:tab/>
        <w:t>1.013e0</w:t>
      </w:r>
    </w:p>
    <w:p w:rsidR="007B2329" w:rsidRDefault="007B2329" w:rsidP="007B2329">
      <w:r>
        <w:t>553.9819</w:t>
      </w:r>
      <w:r>
        <w:tab/>
        <w:t>1.013e0</w:t>
      </w:r>
    </w:p>
    <w:p w:rsidR="007B2329" w:rsidRDefault="007B2329" w:rsidP="007B2329">
      <w:r>
        <w:t>553.9915</w:t>
      </w:r>
      <w:r>
        <w:tab/>
        <w:t>2.025e0</w:t>
      </w:r>
    </w:p>
    <w:p w:rsidR="007B2329" w:rsidRDefault="007B2329" w:rsidP="007B2329">
      <w:r>
        <w:lastRenderedPageBreak/>
        <w:t>553.9968</w:t>
      </w:r>
      <w:r>
        <w:tab/>
        <w:t>1.013e0</w:t>
      </w:r>
    </w:p>
    <w:p w:rsidR="007B2329" w:rsidRDefault="007B2329" w:rsidP="007B2329">
      <w:r>
        <w:t>553.9982</w:t>
      </w:r>
      <w:r>
        <w:tab/>
        <w:t>3.038e0</w:t>
      </w:r>
    </w:p>
    <w:p w:rsidR="007B2329" w:rsidRDefault="007B2329" w:rsidP="007B2329">
      <w:r>
        <w:t>554.0012</w:t>
      </w:r>
      <w:r>
        <w:tab/>
        <w:t>1.013e0</w:t>
      </w:r>
    </w:p>
    <w:p w:rsidR="007B2329" w:rsidRDefault="007B2329" w:rsidP="007B2329">
      <w:r>
        <w:t>554.0201</w:t>
      </w:r>
      <w:r>
        <w:tab/>
        <w:t>1.013e0</w:t>
      </w:r>
    </w:p>
    <w:p w:rsidR="007B2329" w:rsidRDefault="007B2329" w:rsidP="007B2329">
      <w:r>
        <w:t>554.0345</w:t>
      </w:r>
      <w:r>
        <w:tab/>
        <w:t>2.025e0</w:t>
      </w:r>
    </w:p>
    <w:p w:rsidR="007B2329" w:rsidRDefault="007B2329" w:rsidP="007B2329">
      <w:r>
        <w:t>554.0523</w:t>
      </w:r>
      <w:r>
        <w:tab/>
        <w:t>1.013e0</w:t>
      </w:r>
    </w:p>
    <w:p w:rsidR="007B2329" w:rsidRDefault="007B2329" w:rsidP="007B2329">
      <w:r>
        <w:t>554.0888</w:t>
      </w:r>
      <w:r>
        <w:tab/>
        <w:t>3.038e0</w:t>
      </w:r>
    </w:p>
    <w:p w:rsidR="007B2329" w:rsidRDefault="007B2329" w:rsidP="007B2329">
      <w:r>
        <w:t>554.1008</w:t>
      </w:r>
      <w:r>
        <w:tab/>
        <w:t>2.532e-2</w:t>
      </w:r>
    </w:p>
    <w:p w:rsidR="007B2329" w:rsidRDefault="007B2329" w:rsidP="007B2329">
      <w:r>
        <w:t>554.1232</w:t>
      </w:r>
      <w:r>
        <w:tab/>
        <w:t>2.025e0</w:t>
      </w:r>
    </w:p>
    <w:p w:rsidR="007B2329" w:rsidRDefault="007B2329" w:rsidP="007B2329">
      <w:r>
        <w:t>554.1288</w:t>
      </w:r>
      <w:r>
        <w:tab/>
        <w:t>2.025e0</w:t>
      </w:r>
    </w:p>
    <w:p w:rsidR="007B2329" w:rsidRDefault="007B2329" w:rsidP="007B2329">
      <w:r>
        <w:t>554.1346</w:t>
      </w:r>
      <w:r>
        <w:tab/>
        <w:t>1.013e0</w:t>
      </w:r>
    </w:p>
    <w:p w:rsidR="007B2329" w:rsidRDefault="007B2329" w:rsidP="007B2329">
      <w:r>
        <w:t>554.1418</w:t>
      </w:r>
      <w:r>
        <w:tab/>
        <w:t>3.038e0</w:t>
      </w:r>
    </w:p>
    <w:p w:rsidR="007B2329" w:rsidRDefault="007B2329" w:rsidP="007B2329">
      <w:r>
        <w:t>554.1537</w:t>
      </w:r>
      <w:r>
        <w:tab/>
        <w:t>1.013e0</w:t>
      </w:r>
    </w:p>
    <w:p w:rsidR="007B2329" w:rsidRDefault="007B2329" w:rsidP="007B2329">
      <w:r>
        <w:t>554.1781</w:t>
      </w:r>
      <w:r>
        <w:tab/>
        <w:t>2.140e0</w:t>
      </w:r>
    </w:p>
    <w:p w:rsidR="007B2329" w:rsidRDefault="007B2329" w:rsidP="007B2329">
      <w:r>
        <w:t>554.1873</w:t>
      </w:r>
      <w:r>
        <w:tab/>
        <w:t>1.507e0</w:t>
      </w:r>
    </w:p>
    <w:p w:rsidR="007B2329" w:rsidRDefault="007B2329" w:rsidP="007B2329">
      <w:r>
        <w:t>554.1919</w:t>
      </w:r>
      <w:r>
        <w:tab/>
        <w:t>2.025e0</w:t>
      </w:r>
    </w:p>
    <w:p w:rsidR="007B2329" w:rsidRDefault="007B2329" w:rsidP="007B2329">
      <w:r>
        <w:t>554.2256</w:t>
      </w:r>
      <w:r>
        <w:tab/>
        <w:t>3.131e0</w:t>
      </w:r>
    </w:p>
    <w:p w:rsidR="007B2329" w:rsidRDefault="007B2329" w:rsidP="007B2329">
      <w:r>
        <w:t>554.2308</w:t>
      </w:r>
      <w:r>
        <w:tab/>
        <w:t>1.825e0</w:t>
      </w:r>
    </w:p>
    <w:p w:rsidR="007B2329" w:rsidRDefault="007B2329" w:rsidP="007B2329">
      <w:r>
        <w:t>554.2495</w:t>
      </w:r>
      <w:r>
        <w:tab/>
        <w:t>1.934e0</w:t>
      </w:r>
    </w:p>
    <w:p w:rsidR="007B2329" w:rsidRDefault="007B2329" w:rsidP="007B2329">
      <w:r>
        <w:lastRenderedPageBreak/>
        <w:t>554.2579</w:t>
      </w:r>
      <w:r>
        <w:tab/>
        <w:t>4.051e0</w:t>
      </w:r>
    </w:p>
    <w:p w:rsidR="007B2329" w:rsidRDefault="007B2329" w:rsidP="007B2329">
      <w:r>
        <w:t>554.2758</w:t>
      </w:r>
      <w:r>
        <w:tab/>
        <w:t>8.754e0</w:t>
      </w:r>
    </w:p>
    <w:p w:rsidR="007B2329" w:rsidRDefault="007B2329" w:rsidP="007B2329">
      <w:r>
        <w:t>554.2835</w:t>
      </w:r>
      <w:r>
        <w:tab/>
        <w:t>6.576e0</w:t>
      </w:r>
    </w:p>
    <w:p w:rsidR="007B2329" w:rsidRDefault="007B2329" w:rsidP="007B2329">
      <w:r>
        <w:t>554.2874</w:t>
      </w:r>
      <w:r>
        <w:tab/>
        <w:t>2.315e0</w:t>
      </w:r>
    </w:p>
    <w:p w:rsidR="007B2329" w:rsidRDefault="007B2329" w:rsidP="007B2329">
      <w:r>
        <w:t>554.3091</w:t>
      </w:r>
      <w:r>
        <w:tab/>
        <w:t>4.312e-1</w:t>
      </w:r>
    </w:p>
    <w:p w:rsidR="007B2329" w:rsidRDefault="007B2329" w:rsidP="007B2329">
      <w:r>
        <w:t>554.3345</w:t>
      </w:r>
      <w:r>
        <w:tab/>
        <w:t>3.114e0</w:t>
      </w:r>
    </w:p>
    <w:p w:rsidR="007B2329" w:rsidRDefault="007B2329" w:rsidP="007B2329">
      <w:r>
        <w:t>554.3373</w:t>
      </w:r>
      <w:r>
        <w:tab/>
        <w:t>5.193e0</w:t>
      </w:r>
    </w:p>
    <w:p w:rsidR="007B2329" w:rsidRDefault="007B2329" w:rsidP="007B2329">
      <w:r>
        <w:t>554.3396</w:t>
      </w:r>
      <w:r>
        <w:tab/>
        <w:t>3.798e-2</w:t>
      </w:r>
    </w:p>
    <w:p w:rsidR="007B2329" w:rsidRDefault="007B2329" w:rsidP="007B2329">
      <w:r>
        <w:t>554.3582</w:t>
      </w:r>
      <w:r>
        <w:tab/>
        <w:t>7.009e0</w:t>
      </w:r>
    </w:p>
    <w:p w:rsidR="007B2329" w:rsidRDefault="007B2329" w:rsidP="007B2329">
      <w:r>
        <w:t>554.3756</w:t>
      </w:r>
      <w:r>
        <w:tab/>
        <w:t>1.730e0</w:t>
      </w:r>
    </w:p>
    <w:p w:rsidR="007B2329" w:rsidRDefault="007B2329" w:rsidP="007B2329">
      <w:r>
        <w:t>554.3966</w:t>
      </w:r>
      <w:r>
        <w:tab/>
        <w:t>2.283e0</w:t>
      </w:r>
    </w:p>
    <w:p w:rsidR="007B2329" w:rsidRDefault="007B2329" w:rsidP="007B2329">
      <w:r>
        <w:t>554.4340</w:t>
      </w:r>
      <w:r>
        <w:tab/>
        <w:t>2.532e-2</w:t>
      </w:r>
    </w:p>
    <w:p w:rsidR="007B2329" w:rsidRDefault="007B2329" w:rsidP="007B2329">
      <w:r>
        <w:t>554.4457</w:t>
      </w:r>
      <w:r>
        <w:tab/>
        <w:t>3.038e0</w:t>
      </w:r>
    </w:p>
    <w:p w:rsidR="007B2329" w:rsidRDefault="007B2329" w:rsidP="007B2329">
      <w:r>
        <w:t>554.4594</w:t>
      </w:r>
      <w:r>
        <w:tab/>
        <w:t>1.013e0</w:t>
      </w:r>
    </w:p>
    <w:p w:rsidR="007B2329" w:rsidRDefault="007B2329" w:rsidP="007B2329">
      <w:r>
        <w:t>554.4783</w:t>
      </w:r>
      <w:r>
        <w:tab/>
        <w:t>2.025e0</w:t>
      </w:r>
    </w:p>
    <w:p w:rsidR="007B2329" w:rsidRDefault="007B2329" w:rsidP="007B2329">
      <w:r>
        <w:t>554.4886</w:t>
      </w:r>
      <w:r>
        <w:tab/>
        <w:t>1.266e-2</w:t>
      </w:r>
    </w:p>
    <w:p w:rsidR="007B2329" w:rsidRDefault="007B2329" w:rsidP="007B2329">
      <w:r>
        <w:t>554.4951</w:t>
      </w:r>
      <w:r>
        <w:tab/>
        <w:t>4.347e0</w:t>
      </w:r>
    </w:p>
    <w:p w:rsidR="007B2329" w:rsidRDefault="007B2329" w:rsidP="007B2329">
      <w:r>
        <w:t>554.5226</w:t>
      </w:r>
      <w:r>
        <w:tab/>
        <w:t>2.025e0</w:t>
      </w:r>
    </w:p>
    <w:p w:rsidR="007B2329" w:rsidRDefault="007B2329" w:rsidP="007B2329">
      <w:r>
        <w:t>554.5676</w:t>
      </w:r>
      <w:r>
        <w:tab/>
        <w:t>1.025e0</w:t>
      </w:r>
    </w:p>
    <w:p w:rsidR="007B2329" w:rsidRDefault="007B2329" w:rsidP="007B2329">
      <w:r>
        <w:lastRenderedPageBreak/>
        <w:t>554.5783</w:t>
      </w:r>
      <w:r>
        <w:tab/>
        <w:t>2.025e0</w:t>
      </w:r>
    </w:p>
    <w:p w:rsidR="007B2329" w:rsidRDefault="007B2329" w:rsidP="007B2329">
      <w:r>
        <w:t>554.5835</w:t>
      </w:r>
      <w:r>
        <w:tab/>
        <w:t>1.013e0</w:t>
      </w:r>
    </w:p>
    <w:p w:rsidR="007B2329" w:rsidRDefault="007B2329" w:rsidP="007B2329">
      <w:r>
        <w:t>554.6027</w:t>
      </w:r>
      <w:r>
        <w:tab/>
        <w:t>3.038e0</w:t>
      </w:r>
    </w:p>
    <w:p w:rsidR="007B2329" w:rsidRDefault="007B2329" w:rsidP="007B2329">
      <w:r>
        <w:t>554.6536</w:t>
      </w:r>
      <w:r>
        <w:tab/>
        <w:t>4.051e0</w:t>
      </w:r>
    </w:p>
    <w:p w:rsidR="007B2329" w:rsidRDefault="007B2329" w:rsidP="007B2329">
      <w:r>
        <w:t>554.6675</w:t>
      </w:r>
      <w:r>
        <w:tab/>
        <w:t>1.013e0</w:t>
      </w:r>
    </w:p>
    <w:p w:rsidR="007B2329" w:rsidRDefault="007B2329" w:rsidP="007B2329">
      <w:r>
        <w:t>554.6796</w:t>
      </w:r>
      <w:r>
        <w:tab/>
        <w:t>2.025e0</w:t>
      </w:r>
    </w:p>
    <w:p w:rsidR="007B2329" w:rsidRDefault="007B2329" w:rsidP="007B2329">
      <w:r>
        <w:t>554.6860</w:t>
      </w:r>
      <w:r>
        <w:tab/>
        <w:t>1.013e0</w:t>
      </w:r>
    </w:p>
    <w:p w:rsidR="007B2329" w:rsidRDefault="007B2329" w:rsidP="007B2329">
      <w:r>
        <w:t>554.7045</w:t>
      </w:r>
      <w:r>
        <w:tab/>
        <w:t>1.013e0</w:t>
      </w:r>
    </w:p>
    <w:p w:rsidR="007B2329" w:rsidRDefault="007B2329" w:rsidP="007B2329">
      <w:r>
        <w:t>554.7092</w:t>
      </w:r>
      <w:r>
        <w:tab/>
        <w:t>2.025e0</w:t>
      </w:r>
    </w:p>
    <w:p w:rsidR="007B2329" w:rsidRDefault="007B2329" w:rsidP="007B2329">
      <w:r>
        <w:t>554.7413</w:t>
      </w:r>
      <w:r>
        <w:tab/>
        <w:t>1.013e0</w:t>
      </w:r>
    </w:p>
    <w:p w:rsidR="007B2329" w:rsidRDefault="007B2329" w:rsidP="007B2329">
      <w:r>
        <w:t>554.7493</w:t>
      </w:r>
      <w:r>
        <w:tab/>
        <w:t>1.025e0</w:t>
      </w:r>
    </w:p>
    <w:p w:rsidR="007B2329" w:rsidRDefault="007B2329" w:rsidP="007B2329">
      <w:r>
        <w:t>554.7562</w:t>
      </w:r>
      <w:r>
        <w:tab/>
        <w:t>3.038e0</w:t>
      </w:r>
    </w:p>
    <w:p w:rsidR="007B2329" w:rsidRDefault="007B2329" w:rsidP="007B2329">
      <w:r>
        <w:t>554.7596</w:t>
      </w:r>
      <w:r>
        <w:tab/>
        <w:t>2.025e0</w:t>
      </w:r>
    </w:p>
    <w:p w:rsidR="007B2329" w:rsidRDefault="007B2329" w:rsidP="007B2329">
      <w:r>
        <w:t>554.7926</w:t>
      </w:r>
      <w:r>
        <w:tab/>
        <w:t>2.025e0</w:t>
      </w:r>
    </w:p>
    <w:p w:rsidR="007B2329" w:rsidRDefault="007B2329" w:rsidP="007B2329">
      <w:r>
        <w:t>554.7941</w:t>
      </w:r>
      <w:r>
        <w:tab/>
        <w:t>2.025e0</w:t>
      </w:r>
    </w:p>
    <w:p w:rsidR="007B2329" w:rsidRDefault="007B2329" w:rsidP="007B2329">
      <w:r>
        <w:t>554.7965</w:t>
      </w:r>
      <w:r>
        <w:tab/>
        <w:t>1.013e0</w:t>
      </w:r>
    </w:p>
    <w:p w:rsidR="007B2329" w:rsidRDefault="007B2329" w:rsidP="007B2329">
      <w:r>
        <w:t>554.8112</w:t>
      </w:r>
      <w:r>
        <w:tab/>
        <w:t>2.025e0</w:t>
      </w:r>
    </w:p>
    <w:p w:rsidR="007B2329" w:rsidRDefault="007B2329" w:rsidP="007B2329">
      <w:r>
        <w:t>554.8149</w:t>
      </w:r>
      <w:r>
        <w:tab/>
        <w:t>1.013e0</w:t>
      </w:r>
    </w:p>
    <w:p w:rsidR="007B2329" w:rsidRDefault="007B2329" w:rsidP="007B2329">
      <w:r>
        <w:t>554.8307</w:t>
      </w:r>
      <w:r>
        <w:tab/>
        <w:t>1.013e0</w:t>
      </w:r>
    </w:p>
    <w:p w:rsidR="007B2329" w:rsidRDefault="007B2329" w:rsidP="007B2329">
      <w:r>
        <w:lastRenderedPageBreak/>
        <w:t>554.8329</w:t>
      </w:r>
      <w:r>
        <w:tab/>
        <w:t>3.038e0</w:t>
      </w:r>
    </w:p>
    <w:p w:rsidR="007B2329" w:rsidRDefault="007B2329" w:rsidP="007B2329">
      <w:r>
        <w:t>554.8513</w:t>
      </w:r>
      <w:r>
        <w:tab/>
        <w:t>3.038e0</w:t>
      </w:r>
    </w:p>
    <w:p w:rsidR="007B2329" w:rsidRDefault="007B2329" w:rsidP="007B2329">
      <w:r>
        <w:t>554.8675</w:t>
      </w:r>
      <w:r>
        <w:tab/>
        <w:t>2.025e0</w:t>
      </w:r>
    </w:p>
    <w:p w:rsidR="007B2329" w:rsidRDefault="007B2329" w:rsidP="007B2329">
      <w:r>
        <w:t>554.8793</w:t>
      </w:r>
      <w:r>
        <w:tab/>
        <w:t>4.051e0</w:t>
      </w:r>
    </w:p>
    <w:p w:rsidR="007B2329" w:rsidRDefault="007B2329" w:rsidP="007B2329">
      <w:r>
        <w:t>554.8857</w:t>
      </w:r>
      <w:r>
        <w:tab/>
        <w:t>1.013e0</w:t>
      </w:r>
    </w:p>
    <w:p w:rsidR="007B2329" w:rsidRDefault="007B2329" w:rsidP="007B2329">
      <w:r>
        <w:t>554.9277</w:t>
      </w:r>
      <w:r>
        <w:tab/>
        <w:t>1.013e0</w:t>
      </w:r>
    </w:p>
    <w:p w:rsidR="007B2329" w:rsidRDefault="007B2329" w:rsidP="007B2329">
      <w:r>
        <w:t>554.9411</w:t>
      </w:r>
      <w:r>
        <w:tab/>
        <w:t>1.013e0</w:t>
      </w:r>
    </w:p>
    <w:p w:rsidR="007B2329" w:rsidRDefault="007B2329" w:rsidP="007B2329">
      <w:r>
        <w:t>554.9518</w:t>
      </w:r>
      <w:r>
        <w:tab/>
        <w:t>3.038e0</w:t>
      </w:r>
    </w:p>
    <w:p w:rsidR="007B2329" w:rsidRDefault="007B2329" w:rsidP="007B2329">
      <w:r>
        <w:t>554.9596</w:t>
      </w:r>
      <w:r>
        <w:tab/>
        <w:t>2.025e0</w:t>
      </w:r>
    </w:p>
    <w:p w:rsidR="007B2329" w:rsidRDefault="007B2329" w:rsidP="007B2329">
      <w:r>
        <w:t>554.9941</w:t>
      </w:r>
      <w:r>
        <w:tab/>
        <w:t>1.013e0</w:t>
      </w:r>
    </w:p>
    <w:p w:rsidR="007B2329" w:rsidRDefault="007B2329" w:rsidP="007B2329">
      <w:r>
        <w:t>555.0122</w:t>
      </w:r>
      <w:r>
        <w:tab/>
        <w:t>1.013e0</w:t>
      </w:r>
    </w:p>
    <w:p w:rsidR="007B2329" w:rsidRDefault="007B2329" w:rsidP="007B2329">
      <w:r>
        <w:t>555.0790</w:t>
      </w:r>
      <w:r>
        <w:tab/>
        <w:t>4.051e0</w:t>
      </w:r>
    </w:p>
    <w:p w:rsidR="007B2329" w:rsidRDefault="007B2329" w:rsidP="007B2329">
      <w:r>
        <w:t>555.0820</w:t>
      </w:r>
      <w:r>
        <w:tab/>
        <w:t>4.051e0</w:t>
      </w:r>
    </w:p>
    <w:p w:rsidR="007B2329" w:rsidRDefault="007B2329" w:rsidP="007B2329">
      <w:r>
        <w:t>555.0901</w:t>
      </w:r>
      <w:r>
        <w:tab/>
        <w:t>1.013e0</w:t>
      </w:r>
    </w:p>
    <w:p w:rsidR="007B2329" w:rsidRDefault="007B2329" w:rsidP="007B2329">
      <w:r>
        <w:t>555.1038</w:t>
      </w:r>
      <w:r>
        <w:tab/>
        <w:t>7.089e0</w:t>
      </w:r>
    </w:p>
    <w:p w:rsidR="007B2329" w:rsidRDefault="007B2329" w:rsidP="007B2329">
      <w:r>
        <w:t>555.1094</w:t>
      </w:r>
      <w:r>
        <w:tab/>
        <w:t>3.038e0</w:t>
      </w:r>
    </w:p>
    <w:p w:rsidR="007B2329" w:rsidRDefault="007B2329" w:rsidP="007B2329">
      <w:r>
        <w:t>555.1190</w:t>
      </w:r>
      <w:r>
        <w:tab/>
        <w:t>1.013e0</w:t>
      </w:r>
    </w:p>
    <w:p w:rsidR="007B2329" w:rsidRDefault="007B2329" w:rsidP="007B2329">
      <w:r>
        <w:t>555.1777</w:t>
      </w:r>
      <w:r>
        <w:tab/>
        <w:t>1.013e0</w:t>
      </w:r>
    </w:p>
    <w:p w:rsidR="007B2329" w:rsidRDefault="007B2329" w:rsidP="007B2329">
      <w:r>
        <w:t>555.1960</w:t>
      </w:r>
      <w:r>
        <w:tab/>
        <w:t>1.013e0</w:t>
      </w:r>
    </w:p>
    <w:p w:rsidR="007B2329" w:rsidRDefault="007B2329" w:rsidP="007B2329">
      <w:r>
        <w:lastRenderedPageBreak/>
        <w:t>555.2010</w:t>
      </w:r>
      <w:r>
        <w:tab/>
        <w:t>6.035e0</w:t>
      </w:r>
    </w:p>
    <w:p w:rsidR="007B2329" w:rsidRDefault="007B2329" w:rsidP="007B2329">
      <w:r>
        <w:t>555.2047</w:t>
      </w:r>
      <w:r>
        <w:tab/>
        <w:t>5.469e0</w:t>
      </w:r>
    </w:p>
    <w:p w:rsidR="007B2329" w:rsidRDefault="007B2329" w:rsidP="007B2329">
      <w:r>
        <w:t>555.2115</w:t>
      </w:r>
      <w:r>
        <w:tab/>
        <w:t>5.384e0</w:t>
      </w:r>
    </w:p>
    <w:p w:rsidR="007B2329" w:rsidRDefault="007B2329" w:rsidP="007B2329">
      <w:r>
        <w:t>555.2381</w:t>
      </w:r>
      <w:r>
        <w:tab/>
        <w:t>9.613e0</w:t>
      </w:r>
    </w:p>
    <w:p w:rsidR="007B2329" w:rsidRDefault="007B2329" w:rsidP="007B2329">
      <w:r>
        <w:t>555.2543</w:t>
      </w:r>
      <w:r>
        <w:tab/>
        <w:t>4.407e0</w:t>
      </w:r>
    </w:p>
    <w:p w:rsidR="007B2329" w:rsidRDefault="007B2329" w:rsidP="007B2329">
      <w:r>
        <w:t>555.2556</w:t>
      </w:r>
      <w:r>
        <w:tab/>
        <w:t>6.105e0</w:t>
      </w:r>
    </w:p>
    <w:p w:rsidR="007B2329" w:rsidRDefault="007B2329" w:rsidP="007B2329">
      <w:r>
        <w:t>555.2975</w:t>
      </w:r>
      <w:r>
        <w:tab/>
        <w:t>3.038e0</w:t>
      </w:r>
    </w:p>
    <w:p w:rsidR="007B2329" w:rsidRDefault="007B2329" w:rsidP="007B2329">
      <w:r>
        <w:t>555.3208</w:t>
      </w:r>
      <w:r>
        <w:tab/>
        <w:t>3.541e1</w:t>
      </w:r>
    </w:p>
    <w:p w:rsidR="007B2329" w:rsidRDefault="007B2329" w:rsidP="007B2329">
      <w:r>
        <w:t>555.3237</w:t>
      </w:r>
      <w:r>
        <w:tab/>
        <w:t>3.612e1</w:t>
      </w:r>
    </w:p>
    <w:p w:rsidR="007B2329" w:rsidRDefault="007B2329" w:rsidP="007B2329">
      <w:r>
        <w:t>555.3257</w:t>
      </w:r>
      <w:r>
        <w:tab/>
        <w:t>2.079e1</w:t>
      </w:r>
    </w:p>
    <w:p w:rsidR="007B2329" w:rsidRDefault="007B2329" w:rsidP="007B2329">
      <w:r>
        <w:t>555.3271</w:t>
      </w:r>
      <w:r>
        <w:tab/>
        <w:t>3.038e0</w:t>
      </w:r>
    </w:p>
    <w:p w:rsidR="007B2329" w:rsidRDefault="007B2329" w:rsidP="007B2329">
      <w:r>
        <w:t>555.3287</w:t>
      </w:r>
      <w:r>
        <w:tab/>
        <w:t>2.650e1</w:t>
      </w:r>
    </w:p>
    <w:p w:rsidR="007B2329" w:rsidRDefault="007B2329" w:rsidP="007B2329">
      <w:r>
        <w:t>555.3301</w:t>
      </w:r>
      <w:r>
        <w:tab/>
        <w:t>2.337e1</w:t>
      </w:r>
    </w:p>
    <w:p w:rsidR="007B2329" w:rsidRDefault="007B2329" w:rsidP="007B2329">
      <w:r>
        <w:t>555.3496</w:t>
      </w:r>
      <w:r>
        <w:tab/>
        <w:t>5.310e0</w:t>
      </w:r>
    </w:p>
    <w:p w:rsidR="007B2329" w:rsidRDefault="007B2329" w:rsidP="007B2329">
      <w:r>
        <w:t>555.3867</w:t>
      </w:r>
      <w:r>
        <w:tab/>
        <w:t>2.025e0</w:t>
      </w:r>
    </w:p>
    <w:p w:rsidR="007B2329" w:rsidRDefault="007B2329" w:rsidP="007B2329">
      <w:r>
        <w:t>555.4303</w:t>
      </w:r>
      <w:r>
        <w:tab/>
        <w:t>2.025e0</w:t>
      </w:r>
    </w:p>
    <w:p w:rsidR="007B2329" w:rsidRDefault="007B2329" w:rsidP="007B2329">
      <w:r>
        <w:t>555.4444</w:t>
      </w:r>
      <w:r>
        <w:tab/>
        <w:t>2.025e0</w:t>
      </w:r>
    </w:p>
    <w:p w:rsidR="007B2329" w:rsidRDefault="007B2329" w:rsidP="007B2329">
      <w:r>
        <w:t>555.4932</w:t>
      </w:r>
      <w:r>
        <w:tab/>
        <w:t>3.038e0</w:t>
      </w:r>
    </w:p>
    <w:p w:rsidR="007B2329" w:rsidRDefault="007B2329" w:rsidP="007B2329">
      <w:r>
        <w:t>555.5204</w:t>
      </w:r>
      <w:r>
        <w:tab/>
        <w:t>1.013e0</w:t>
      </w:r>
    </w:p>
    <w:p w:rsidR="007B2329" w:rsidRDefault="007B2329" w:rsidP="007B2329">
      <w:r>
        <w:lastRenderedPageBreak/>
        <w:t>555.5406</w:t>
      </w:r>
      <w:r>
        <w:tab/>
        <w:t>1.013e0</w:t>
      </w:r>
    </w:p>
    <w:p w:rsidR="007B2329" w:rsidRDefault="007B2329" w:rsidP="007B2329">
      <w:r>
        <w:t>555.5488</w:t>
      </w:r>
      <w:r>
        <w:tab/>
        <w:t>2.025e0</w:t>
      </w:r>
    </w:p>
    <w:p w:rsidR="007B2329" w:rsidRDefault="007B2329" w:rsidP="007B2329">
      <w:r>
        <w:t>555.5596</w:t>
      </w:r>
      <w:r>
        <w:tab/>
        <w:t>3.038e0</w:t>
      </w:r>
    </w:p>
    <w:p w:rsidR="007B2329" w:rsidRDefault="007B2329" w:rsidP="007B2329">
      <w:r>
        <w:t>555.5788</w:t>
      </w:r>
      <w:r>
        <w:tab/>
        <w:t>3.509e0</w:t>
      </w:r>
    </w:p>
    <w:p w:rsidR="007B2329" w:rsidRDefault="007B2329" w:rsidP="007B2329">
      <w:r>
        <w:t>555.5931</w:t>
      </w:r>
      <w:r>
        <w:tab/>
        <w:t>5.063e0</w:t>
      </w:r>
    </w:p>
    <w:p w:rsidR="007B2329" w:rsidRDefault="007B2329" w:rsidP="007B2329">
      <w:r>
        <w:t>555.5972</w:t>
      </w:r>
      <w:r>
        <w:tab/>
        <w:t>1.013e0</w:t>
      </w:r>
    </w:p>
    <w:p w:rsidR="007B2329" w:rsidRDefault="007B2329" w:rsidP="007B2329">
      <w:r>
        <w:t>555.6047</w:t>
      </w:r>
      <w:r>
        <w:tab/>
        <w:t>3.038e0</w:t>
      </w:r>
    </w:p>
    <w:p w:rsidR="007B2329" w:rsidRDefault="007B2329" w:rsidP="007B2329">
      <w:r>
        <w:t>555.6450</w:t>
      </w:r>
      <w:r>
        <w:tab/>
        <w:t>1.013e0</w:t>
      </w:r>
    </w:p>
    <w:p w:rsidR="007B2329" w:rsidRDefault="007B2329" w:rsidP="007B2329">
      <w:r>
        <w:t>555.6835</w:t>
      </w:r>
      <w:r>
        <w:tab/>
        <w:t>1.013e0</w:t>
      </w:r>
    </w:p>
    <w:p w:rsidR="007B2329" w:rsidRDefault="007B2329" w:rsidP="007B2329">
      <w:r>
        <w:t>555.6935</w:t>
      </w:r>
      <w:r>
        <w:tab/>
        <w:t>2.025e0</w:t>
      </w:r>
    </w:p>
    <w:p w:rsidR="007B2329" w:rsidRDefault="007B2329" w:rsidP="007B2329">
      <w:r>
        <w:t>555.7005</w:t>
      </w:r>
      <w:r>
        <w:tab/>
        <w:t>2.025e0</w:t>
      </w:r>
    </w:p>
    <w:p w:rsidR="007B2329" w:rsidRDefault="007B2329" w:rsidP="007B2329">
      <w:r>
        <w:t>555.7108</w:t>
      </w:r>
      <w:r>
        <w:tab/>
        <w:t>2.025e0</w:t>
      </w:r>
    </w:p>
    <w:p w:rsidR="007B2329" w:rsidRDefault="007B2329" w:rsidP="007B2329">
      <w:r>
        <w:t>555.7159</w:t>
      </w:r>
      <w:r>
        <w:tab/>
        <w:t>3.038e0</w:t>
      </w:r>
    </w:p>
    <w:p w:rsidR="007B2329" w:rsidRDefault="007B2329" w:rsidP="007B2329">
      <w:r>
        <w:t>555.7220</w:t>
      </w:r>
      <w:r>
        <w:tab/>
        <w:t>1.013e0</w:t>
      </w:r>
    </w:p>
    <w:p w:rsidR="007B2329" w:rsidRDefault="007B2329" w:rsidP="007B2329">
      <w:r>
        <w:t>555.7312</w:t>
      </w:r>
      <w:r>
        <w:tab/>
        <w:t>2.025e0</w:t>
      </w:r>
    </w:p>
    <w:p w:rsidR="007B2329" w:rsidRDefault="007B2329" w:rsidP="007B2329">
      <w:r>
        <w:t>555.7406</w:t>
      </w:r>
      <w:r>
        <w:tab/>
        <w:t>2.025e0</w:t>
      </w:r>
    </w:p>
    <w:p w:rsidR="007B2329" w:rsidRDefault="007B2329" w:rsidP="007B2329">
      <w:r>
        <w:t>555.7936</w:t>
      </w:r>
      <w:r>
        <w:tab/>
        <w:t>1.013e0</w:t>
      </w:r>
    </w:p>
    <w:p w:rsidR="007B2329" w:rsidRDefault="007B2329" w:rsidP="007B2329">
      <w:r>
        <w:t>555.7969</w:t>
      </w:r>
      <w:r>
        <w:tab/>
        <w:t>2.025e0</w:t>
      </w:r>
    </w:p>
    <w:p w:rsidR="007B2329" w:rsidRDefault="007B2329" w:rsidP="007B2329">
      <w:r>
        <w:t>555.8026</w:t>
      </w:r>
      <w:r>
        <w:tab/>
        <w:t>2.025e0</w:t>
      </w:r>
    </w:p>
    <w:p w:rsidR="007B2329" w:rsidRDefault="007B2329" w:rsidP="007B2329">
      <w:r>
        <w:lastRenderedPageBreak/>
        <w:t>555.8120</w:t>
      </w:r>
      <w:r>
        <w:tab/>
        <w:t>1.013e0</w:t>
      </w:r>
    </w:p>
    <w:p w:rsidR="007B2329" w:rsidRDefault="007B2329" w:rsidP="007B2329">
      <w:r>
        <w:t>555.8302</w:t>
      </w:r>
      <w:r>
        <w:tab/>
        <w:t>1.266e-2</w:t>
      </w:r>
    </w:p>
    <w:p w:rsidR="007B2329" w:rsidRDefault="007B2329" w:rsidP="007B2329">
      <w:r>
        <w:t>555.8572</w:t>
      </w:r>
      <w:r>
        <w:tab/>
        <w:t>3.038e0</w:t>
      </w:r>
    </w:p>
    <w:p w:rsidR="007B2329" w:rsidRDefault="007B2329" w:rsidP="007B2329">
      <w:r>
        <w:t>555.8634</w:t>
      </w:r>
      <w:r>
        <w:tab/>
        <w:t>2.025e0</w:t>
      </w:r>
    </w:p>
    <w:p w:rsidR="007B2329" w:rsidRDefault="007B2329" w:rsidP="007B2329">
      <w:r>
        <w:t>555.9324</w:t>
      </w:r>
      <w:r>
        <w:tab/>
        <w:t>3.038e0</w:t>
      </w:r>
    </w:p>
    <w:p w:rsidR="007B2329" w:rsidRDefault="007B2329" w:rsidP="007B2329">
      <w:r>
        <w:t>555.9468</w:t>
      </w:r>
      <w:r>
        <w:tab/>
        <w:t>2.025e0</w:t>
      </w:r>
    </w:p>
    <w:p w:rsidR="007B2329" w:rsidRDefault="007B2329" w:rsidP="007B2329">
      <w:r>
        <w:t>555.9609</w:t>
      </w:r>
      <w:r>
        <w:tab/>
        <w:t>1.013e0</w:t>
      </w:r>
    </w:p>
    <w:p w:rsidR="007B2329" w:rsidRDefault="007B2329" w:rsidP="007B2329">
      <w:r>
        <w:t>555.9870</w:t>
      </w:r>
      <w:r>
        <w:tab/>
        <w:t>3.038e0</w:t>
      </w:r>
    </w:p>
    <w:p w:rsidR="007B2329" w:rsidRDefault="007B2329" w:rsidP="007B2329">
      <w:r>
        <w:t>555.9933</w:t>
      </w:r>
      <w:r>
        <w:tab/>
        <w:t>1.266e-2</w:t>
      </w:r>
    </w:p>
    <w:p w:rsidR="007B2329" w:rsidRDefault="007B2329" w:rsidP="007B2329">
      <w:r>
        <w:t>555.9992</w:t>
      </w:r>
      <w:r>
        <w:tab/>
        <w:t>1.013e0</w:t>
      </w:r>
    </w:p>
    <w:p w:rsidR="007B2329" w:rsidRDefault="007B2329" w:rsidP="007B2329">
      <w:r>
        <w:t>556.0088</w:t>
      </w:r>
      <w:r>
        <w:tab/>
        <w:t>1.013e0</w:t>
      </w:r>
    </w:p>
    <w:p w:rsidR="007B2329" w:rsidRDefault="007B2329" w:rsidP="007B2329">
      <w:r>
        <w:t>556.0117</w:t>
      </w:r>
      <w:r>
        <w:tab/>
        <w:t>1.013e0</w:t>
      </w:r>
    </w:p>
    <w:p w:rsidR="007B2329" w:rsidRDefault="007B2329" w:rsidP="007B2329">
      <w:r>
        <w:t>556.0280</w:t>
      </w:r>
      <w:r>
        <w:tab/>
        <w:t>1.013e0</w:t>
      </w:r>
    </w:p>
    <w:p w:rsidR="007B2329" w:rsidRDefault="007B2329" w:rsidP="007B2329">
      <w:r>
        <w:t>556.0333</w:t>
      </w:r>
      <w:r>
        <w:tab/>
        <w:t>2.025e0</w:t>
      </w:r>
    </w:p>
    <w:p w:rsidR="007B2329" w:rsidRDefault="007B2329" w:rsidP="007B2329">
      <w:r>
        <w:t>556.0828</w:t>
      </w:r>
      <w:r>
        <w:tab/>
        <w:t>4.051e0</w:t>
      </w:r>
    </w:p>
    <w:p w:rsidR="007B2329" w:rsidRDefault="007B2329" w:rsidP="007B2329">
      <w:r>
        <w:t>556.0955</w:t>
      </w:r>
      <w:r>
        <w:tab/>
        <w:t>6.076e0</w:t>
      </w:r>
    </w:p>
    <w:p w:rsidR="007B2329" w:rsidRDefault="007B2329" w:rsidP="007B2329">
      <w:r>
        <w:t>556.1038</w:t>
      </w:r>
      <w:r>
        <w:tab/>
        <w:t>2.025e0</w:t>
      </w:r>
    </w:p>
    <w:p w:rsidR="007B2329" w:rsidRDefault="007B2329" w:rsidP="007B2329">
      <w:r>
        <w:t>556.1123</w:t>
      </w:r>
      <w:r>
        <w:tab/>
        <w:t>3.170e0</w:t>
      </w:r>
    </w:p>
    <w:p w:rsidR="007B2329" w:rsidRDefault="007B2329" w:rsidP="007B2329">
      <w:r>
        <w:t>556.1198</w:t>
      </w:r>
      <w:r>
        <w:tab/>
        <w:t>3.038e0</w:t>
      </w:r>
    </w:p>
    <w:p w:rsidR="007B2329" w:rsidRDefault="007B2329" w:rsidP="007B2329">
      <w:r>
        <w:lastRenderedPageBreak/>
        <w:t>556.1208</w:t>
      </w:r>
      <w:r>
        <w:tab/>
        <w:t>4.051e0</w:t>
      </w:r>
    </w:p>
    <w:p w:rsidR="007B2329" w:rsidRDefault="007B2329" w:rsidP="007B2329">
      <w:r>
        <w:t>556.1523</w:t>
      </w:r>
      <w:r>
        <w:tab/>
        <w:t>1.013e0</w:t>
      </w:r>
    </w:p>
    <w:p w:rsidR="007B2329" w:rsidRDefault="007B2329" w:rsidP="007B2329">
      <w:r>
        <w:t>556.1569</w:t>
      </w:r>
      <w:r>
        <w:tab/>
        <w:t>4.051e0</w:t>
      </w:r>
    </w:p>
    <w:p w:rsidR="007B2329" w:rsidRDefault="007B2329" w:rsidP="007B2329">
      <w:r>
        <w:t>556.1602</w:t>
      </w:r>
      <w:r>
        <w:tab/>
        <w:t>2.025e0</w:t>
      </w:r>
    </w:p>
    <w:p w:rsidR="007B2329" w:rsidRDefault="007B2329" w:rsidP="007B2329">
      <w:r>
        <w:t>556.1811</w:t>
      </w:r>
      <w:r>
        <w:tab/>
        <w:t>1.013e0</w:t>
      </w:r>
    </w:p>
    <w:p w:rsidR="007B2329" w:rsidRDefault="007B2329" w:rsidP="007B2329">
      <w:r>
        <w:t>556.1970</w:t>
      </w:r>
      <w:r>
        <w:tab/>
        <w:t>6.798e0</w:t>
      </w:r>
    </w:p>
    <w:p w:rsidR="007B2329" w:rsidRDefault="007B2329" w:rsidP="007B2329">
      <w:r>
        <w:t>556.2319</w:t>
      </w:r>
      <w:r>
        <w:tab/>
        <w:t>3.596e0</w:t>
      </w:r>
    </w:p>
    <w:p w:rsidR="007B2329" w:rsidRDefault="007B2329" w:rsidP="007B2329">
      <w:r>
        <w:t>556.2399</w:t>
      </w:r>
      <w:r>
        <w:tab/>
        <w:t>4.971e0</w:t>
      </w:r>
    </w:p>
    <w:p w:rsidR="007B2329" w:rsidRDefault="007B2329" w:rsidP="007B2329">
      <w:r>
        <w:t>556.2484</w:t>
      </w:r>
      <w:r>
        <w:tab/>
        <w:t>2.025e0</w:t>
      </w:r>
    </w:p>
    <w:p w:rsidR="007B2329" w:rsidRDefault="007B2329" w:rsidP="007B2329">
      <w:r>
        <w:t>556.2601</w:t>
      </w:r>
      <w:r>
        <w:tab/>
        <w:t>3.314e0</w:t>
      </w:r>
    </w:p>
    <w:p w:rsidR="007B2329" w:rsidRDefault="007B2329" w:rsidP="007B2329">
      <w:r>
        <w:t>556.2616</w:t>
      </w:r>
      <w:r>
        <w:tab/>
        <w:t>3.038e0</w:t>
      </w:r>
    </w:p>
    <w:p w:rsidR="007B2329" w:rsidRDefault="007B2329" w:rsidP="007B2329">
      <w:r>
        <w:t>556.2800</w:t>
      </w:r>
      <w:r>
        <w:tab/>
        <w:t>3.953e0</w:t>
      </w:r>
    </w:p>
    <w:p w:rsidR="007B2329" w:rsidRDefault="007B2329" w:rsidP="007B2329">
      <w:r>
        <w:t>556.3153</w:t>
      </w:r>
      <w:r>
        <w:tab/>
        <w:t>6.536e0</w:t>
      </w:r>
    </w:p>
    <w:p w:rsidR="007B2329" w:rsidRDefault="007B2329" w:rsidP="007B2329">
      <w:r>
        <w:t>556.3218</w:t>
      </w:r>
      <w:r>
        <w:tab/>
        <w:t>2.521e1</w:t>
      </w:r>
    </w:p>
    <w:p w:rsidR="007B2329" w:rsidRDefault="007B2329" w:rsidP="007B2329">
      <w:r>
        <w:t>556.3274</w:t>
      </w:r>
      <w:r>
        <w:tab/>
        <w:t>2.025e0</w:t>
      </w:r>
    </w:p>
    <w:p w:rsidR="007B2329" w:rsidRDefault="007B2329" w:rsidP="007B2329">
      <w:r>
        <w:t>556.3376</w:t>
      </w:r>
      <w:r>
        <w:tab/>
        <w:t>9.663e0</w:t>
      </w:r>
    </w:p>
    <w:p w:rsidR="007B2329" w:rsidRDefault="007B2329" w:rsidP="007B2329">
      <w:r>
        <w:t>556.3520</w:t>
      </w:r>
      <w:r>
        <w:tab/>
        <w:t>1.293e0</w:t>
      </w:r>
    </w:p>
    <w:p w:rsidR="007B2329" w:rsidRDefault="007B2329" w:rsidP="007B2329">
      <w:r>
        <w:t>556.4047</w:t>
      </w:r>
      <w:r>
        <w:tab/>
        <w:t>3.038e0</w:t>
      </w:r>
    </w:p>
    <w:p w:rsidR="007B2329" w:rsidRDefault="007B2329" w:rsidP="007B2329">
      <w:r>
        <w:t>556.4252</w:t>
      </w:r>
      <w:r>
        <w:tab/>
        <w:t>2.025e0</w:t>
      </w:r>
    </w:p>
    <w:p w:rsidR="007B2329" w:rsidRDefault="007B2329" w:rsidP="007B2329">
      <w:r>
        <w:lastRenderedPageBreak/>
        <w:t>556.4299</w:t>
      </w:r>
      <w:r>
        <w:tab/>
        <w:t>4.051e0</w:t>
      </w:r>
    </w:p>
    <w:p w:rsidR="007B2329" w:rsidRDefault="007B2329" w:rsidP="007B2329">
      <w:r>
        <w:t>556.4398</w:t>
      </w:r>
      <w:r>
        <w:tab/>
        <w:t>3.038e0</w:t>
      </w:r>
    </w:p>
    <w:p w:rsidR="007B2329" w:rsidRDefault="007B2329" w:rsidP="007B2329">
      <w:r>
        <w:t>556.4420</w:t>
      </w:r>
      <w:r>
        <w:tab/>
        <w:t>2.025e0</w:t>
      </w:r>
    </w:p>
    <w:p w:rsidR="007B2329" w:rsidRDefault="007B2329" w:rsidP="007B2329">
      <w:r>
        <w:t>556.4685</w:t>
      </w:r>
      <w:r>
        <w:tab/>
        <w:t>1.013e0</w:t>
      </w:r>
    </w:p>
    <w:p w:rsidR="007B2329" w:rsidRDefault="007B2329" w:rsidP="007B2329">
      <w:r>
        <w:t>556.4879</w:t>
      </w:r>
      <w:r>
        <w:tab/>
        <w:t>4.051e0</w:t>
      </w:r>
    </w:p>
    <w:p w:rsidR="007B2329" w:rsidRDefault="007B2329" w:rsidP="007B2329">
      <w:r>
        <w:t>556.5024</w:t>
      </w:r>
      <w:r>
        <w:tab/>
        <w:t>2.029e0</w:t>
      </w:r>
    </w:p>
    <w:p w:rsidR="007B2329" w:rsidRDefault="007B2329" w:rsidP="007B2329">
      <w:r>
        <w:t>556.5071</w:t>
      </w:r>
      <w:r>
        <w:tab/>
        <w:t>2.025e0</w:t>
      </w:r>
    </w:p>
    <w:p w:rsidR="007B2329" w:rsidRDefault="007B2329" w:rsidP="007B2329">
      <w:r>
        <w:t>556.5356</w:t>
      </w:r>
      <w:r>
        <w:tab/>
        <w:t>1.013e0</w:t>
      </w:r>
    </w:p>
    <w:p w:rsidR="007B2329" w:rsidRDefault="007B2329" w:rsidP="007B2329">
      <w:r>
        <w:t>556.5539</w:t>
      </w:r>
      <w:r>
        <w:tab/>
        <w:t>1.013e0</w:t>
      </w:r>
    </w:p>
    <w:p w:rsidR="007B2329" w:rsidRDefault="007B2329" w:rsidP="007B2329">
      <w:r>
        <w:t>556.5561</w:t>
      </w:r>
      <w:r>
        <w:tab/>
        <w:t>1.013e0</w:t>
      </w:r>
    </w:p>
    <w:p w:rsidR="007B2329" w:rsidRDefault="007B2329" w:rsidP="007B2329">
      <w:r>
        <w:t>556.5722</w:t>
      </w:r>
      <w:r>
        <w:tab/>
        <w:t>1.013e0</w:t>
      </w:r>
    </w:p>
    <w:p w:rsidR="007B2329" w:rsidRDefault="007B2329" w:rsidP="007B2329">
      <w:r>
        <w:t>556.5743</w:t>
      </w:r>
      <w:r>
        <w:tab/>
        <w:t>1.013e0</w:t>
      </w:r>
    </w:p>
    <w:p w:rsidR="007B2329" w:rsidRDefault="007B2329" w:rsidP="007B2329">
      <w:r>
        <w:t>556.5979</w:t>
      </w:r>
      <w:r>
        <w:tab/>
        <w:t>3.038e0</w:t>
      </w:r>
    </w:p>
    <w:p w:rsidR="007B2329" w:rsidRDefault="007B2329" w:rsidP="007B2329">
      <w:r>
        <w:t>556.6273</w:t>
      </w:r>
      <w:r>
        <w:tab/>
        <w:t>1.013e0</w:t>
      </w:r>
    </w:p>
    <w:p w:rsidR="007B2329" w:rsidRDefault="007B2329" w:rsidP="007B2329">
      <w:r>
        <w:t>556.6596</w:t>
      </w:r>
      <w:r>
        <w:tab/>
        <w:t>2.025e0</w:t>
      </w:r>
    </w:p>
    <w:p w:rsidR="007B2329" w:rsidRDefault="007B2329" w:rsidP="007B2329">
      <w:r>
        <w:t>556.6826</w:t>
      </w:r>
      <w:r>
        <w:tab/>
        <w:t>1.013e0</w:t>
      </w:r>
    </w:p>
    <w:p w:rsidR="007B2329" w:rsidRDefault="007B2329" w:rsidP="007B2329">
      <w:r>
        <w:t>556.6985</w:t>
      </w:r>
      <w:r>
        <w:tab/>
        <w:t>1.013e0</w:t>
      </w:r>
    </w:p>
    <w:p w:rsidR="007B2329" w:rsidRDefault="007B2329" w:rsidP="007B2329">
      <w:r>
        <w:t>556.7274</w:t>
      </w:r>
      <w:r>
        <w:tab/>
        <w:t>2.025e0</w:t>
      </w:r>
    </w:p>
    <w:p w:rsidR="007B2329" w:rsidRDefault="007B2329" w:rsidP="007B2329">
      <w:r>
        <w:t>556.7561</w:t>
      </w:r>
      <w:r>
        <w:tab/>
        <w:t>1.013e0</w:t>
      </w:r>
    </w:p>
    <w:p w:rsidR="007B2329" w:rsidRDefault="007B2329" w:rsidP="007B2329">
      <w:r>
        <w:lastRenderedPageBreak/>
        <w:t>556.7585</w:t>
      </w:r>
      <w:r>
        <w:tab/>
        <w:t>4.051e0</w:t>
      </w:r>
    </w:p>
    <w:p w:rsidR="007B2329" w:rsidRDefault="007B2329" w:rsidP="007B2329">
      <w:r>
        <w:t>556.7720</w:t>
      </w:r>
      <w:r>
        <w:tab/>
        <w:t>1.013e0</w:t>
      </w:r>
    </w:p>
    <w:p w:rsidR="007B2329" w:rsidRDefault="007B2329" w:rsidP="007B2329">
      <w:r>
        <w:t>556.7773</w:t>
      </w:r>
      <w:r>
        <w:tab/>
        <w:t>4.051e0</w:t>
      </w:r>
    </w:p>
    <w:p w:rsidR="007B2329" w:rsidRDefault="007B2329" w:rsidP="007B2329">
      <w:r>
        <w:t>556.8224</w:t>
      </w:r>
      <w:r>
        <w:tab/>
        <w:t>3.038e0</w:t>
      </w:r>
    </w:p>
    <w:p w:rsidR="007B2329" w:rsidRDefault="007B2329" w:rsidP="007B2329">
      <w:r>
        <w:t>556.8243</w:t>
      </w:r>
      <w:r>
        <w:tab/>
        <w:t>2.025e0</w:t>
      </w:r>
    </w:p>
    <w:p w:rsidR="007B2329" w:rsidRDefault="007B2329" w:rsidP="007B2329">
      <w:r>
        <w:t>556.8272</w:t>
      </w:r>
      <w:r>
        <w:tab/>
        <w:t>1.013e0</w:t>
      </w:r>
    </w:p>
    <w:p w:rsidR="007B2329" w:rsidRDefault="007B2329" w:rsidP="007B2329">
      <w:r>
        <w:t>556.8430</w:t>
      </w:r>
      <w:r>
        <w:tab/>
        <w:t>2.025e0</w:t>
      </w:r>
    </w:p>
    <w:p w:rsidR="007B2329" w:rsidRDefault="007B2329" w:rsidP="007B2329">
      <w:r>
        <w:t>556.8641</w:t>
      </w:r>
      <w:r>
        <w:tab/>
        <w:t>1.013e0</w:t>
      </w:r>
    </w:p>
    <w:p w:rsidR="007B2329" w:rsidRDefault="007B2329" w:rsidP="007B2329">
      <w:r>
        <w:t>556.9351</w:t>
      </w:r>
      <w:r>
        <w:tab/>
        <w:t>3.038e0</w:t>
      </w:r>
    </w:p>
    <w:p w:rsidR="007B2329" w:rsidRDefault="007B2329" w:rsidP="007B2329">
      <w:r>
        <w:t>556.9479</w:t>
      </w:r>
      <w:r>
        <w:tab/>
        <w:t>1.013e0</w:t>
      </w:r>
    </w:p>
    <w:p w:rsidR="007B2329" w:rsidRDefault="007B2329" w:rsidP="007B2329">
      <w:r>
        <w:t>556.9537</w:t>
      </w:r>
      <w:r>
        <w:tab/>
        <w:t>1.013e0</w:t>
      </w:r>
    </w:p>
    <w:p w:rsidR="007B2329" w:rsidRDefault="007B2329" w:rsidP="007B2329">
      <w:r>
        <w:t>556.9630</w:t>
      </w:r>
      <w:r>
        <w:tab/>
        <w:t>3.038e0</w:t>
      </w:r>
    </w:p>
    <w:p w:rsidR="007B2329" w:rsidRDefault="007B2329" w:rsidP="007B2329">
      <w:r>
        <w:t>556.9720</w:t>
      </w:r>
      <w:r>
        <w:tab/>
        <w:t>1.013e0</w:t>
      </w:r>
    </w:p>
    <w:p w:rsidR="007B2329" w:rsidRDefault="007B2329" w:rsidP="007B2329">
      <w:r>
        <w:t>556.9905</w:t>
      </w:r>
      <w:r>
        <w:tab/>
        <w:t>1.013e0</w:t>
      </w:r>
    </w:p>
    <w:p w:rsidR="007B2329" w:rsidRDefault="007B2329" w:rsidP="007B2329">
      <w:r>
        <w:t>557.0057</w:t>
      </w:r>
      <w:r>
        <w:tab/>
        <w:t>1.013e0</w:t>
      </w:r>
    </w:p>
    <w:p w:rsidR="007B2329" w:rsidRDefault="007B2329" w:rsidP="007B2329">
      <w:r>
        <w:t>557.0350</w:t>
      </w:r>
      <w:r>
        <w:tab/>
        <w:t>3.038e0</w:t>
      </w:r>
    </w:p>
    <w:p w:rsidR="007B2329" w:rsidRDefault="007B2329" w:rsidP="007B2329">
      <w:r>
        <w:t>557.0364</w:t>
      </w:r>
      <w:r>
        <w:tab/>
        <w:t>2.025e0</w:t>
      </w:r>
    </w:p>
    <w:p w:rsidR="007B2329" w:rsidRDefault="007B2329" w:rsidP="007B2329">
      <w:r>
        <w:t>557.0432</w:t>
      </w:r>
      <w:r>
        <w:tab/>
        <w:t>1.013e0</w:t>
      </w:r>
    </w:p>
    <w:p w:rsidR="007B2329" w:rsidRDefault="007B2329" w:rsidP="007B2329">
      <w:r>
        <w:t>557.0823</w:t>
      </w:r>
      <w:r>
        <w:tab/>
        <w:t>1.013e0</w:t>
      </w:r>
    </w:p>
    <w:p w:rsidR="007B2329" w:rsidRDefault="007B2329" w:rsidP="007B2329">
      <w:r>
        <w:lastRenderedPageBreak/>
        <w:t>557.0981</w:t>
      </w:r>
      <w:r>
        <w:tab/>
        <w:t>1.013e0</w:t>
      </w:r>
    </w:p>
    <w:p w:rsidR="007B2329" w:rsidRDefault="007B2329" w:rsidP="007B2329">
      <w:r>
        <w:t>557.1167</w:t>
      </w:r>
      <w:r>
        <w:tab/>
        <w:t>2.025e0</w:t>
      </w:r>
    </w:p>
    <w:p w:rsidR="007B2329" w:rsidRDefault="007B2329" w:rsidP="007B2329">
      <w:r>
        <w:t>557.1302</w:t>
      </w:r>
      <w:r>
        <w:tab/>
        <w:t>1.013e0</w:t>
      </w:r>
    </w:p>
    <w:p w:rsidR="007B2329" w:rsidRDefault="007B2329" w:rsidP="007B2329">
      <w:r>
        <w:t>557.1508</w:t>
      </w:r>
      <w:r>
        <w:tab/>
        <w:t>3.051e0</w:t>
      </w:r>
    </w:p>
    <w:p w:rsidR="007B2329" w:rsidRDefault="007B2329" w:rsidP="007B2329">
      <w:r>
        <w:t>557.1577</w:t>
      </w:r>
      <w:r>
        <w:tab/>
        <w:t>3.038e0</w:t>
      </w:r>
    </w:p>
    <w:p w:rsidR="007B2329" w:rsidRDefault="007B2329" w:rsidP="007B2329">
      <w:r>
        <w:t>557.1719</w:t>
      </w:r>
      <w:r>
        <w:tab/>
        <w:t>1.013e0</w:t>
      </w:r>
    </w:p>
    <w:p w:rsidR="007B2329" w:rsidRDefault="007B2329" w:rsidP="007B2329">
      <w:r>
        <w:t>557.1979</w:t>
      </w:r>
      <w:r>
        <w:tab/>
        <w:t>3.038e0</w:t>
      </w:r>
    </w:p>
    <w:p w:rsidR="007B2329" w:rsidRDefault="007B2329" w:rsidP="007B2329">
      <w:r>
        <w:t>557.2274</w:t>
      </w:r>
      <w:r>
        <w:tab/>
        <w:t>4.391e0</w:t>
      </w:r>
    </w:p>
    <w:p w:rsidR="007B2329" w:rsidRDefault="007B2329" w:rsidP="007B2329">
      <w:r>
        <w:t>557.2356</w:t>
      </w:r>
      <w:r>
        <w:tab/>
        <w:t>7.135e0</w:t>
      </w:r>
    </w:p>
    <w:p w:rsidR="007B2329" w:rsidRDefault="007B2329" w:rsidP="007B2329">
      <w:r>
        <w:t>557.2382</w:t>
      </w:r>
      <w:r>
        <w:tab/>
        <w:t>1.162e0</w:t>
      </w:r>
    </w:p>
    <w:p w:rsidR="007B2329" w:rsidRDefault="007B2329" w:rsidP="007B2329">
      <w:r>
        <w:t>557.2467</w:t>
      </w:r>
      <w:r>
        <w:tab/>
        <w:t>1.629e0</w:t>
      </w:r>
    </w:p>
    <w:p w:rsidR="007B2329" w:rsidRDefault="007B2329" w:rsidP="007B2329">
      <w:r>
        <w:t>557.2552</w:t>
      </w:r>
      <w:r>
        <w:tab/>
        <w:t>1.928e0</w:t>
      </w:r>
    </w:p>
    <w:p w:rsidR="007B2329" w:rsidRDefault="007B2329" w:rsidP="007B2329">
      <w:r>
        <w:t>557.2562</w:t>
      </w:r>
      <w:r>
        <w:tab/>
        <w:t>6.689e0</w:t>
      </w:r>
    </w:p>
    <w:p w:rsidR="007B2329" w:rsidRDefault="007B2329" w:rsidP="007B2329">
      <w:r>
        <w:t>557.2598</w:t>
      </w:r>
      <w:r>
        <w:tab/>
        <w:t>4.477e0</w:t>
      </w:r>
    </w:p>
    <w:p w:rsidR="007B2329" w:rsidRDefault="007B2329" w:rsidP="007B2329">
      <w:r>
        <w:t>557.2889</w:t>
      </w:r>
      <w:r>
        <w:tab/>
        <w:t>2.025e0</w:t>
      </w:r>
    </w:p>
    <w:p w:rsidR="007B2329" w:rsidRDefault="007B2329" w:rsidP="007B2329">
      <w:r>
        <w:t>557.3342</w:t>
      </w:r>
      <w:r>
        <w:tab/>
        <w:t>3.927e0</w:t>
      </w:r>
    </w:p>
    <w:p w:rsidR="007B2329" w:rsidRDefault="007B2329" w:rsidP="007B2329">
      <w:r>
        <w:t>557.3453</w:t>
      </w:r>
      <w:r>
        <w:tab/>
        <w:t>1.445e0</w:t>
      </w:r>
    </w:p>
    <w:p w:rsidR="007B2329" w:rsidRDefault="007B2329" w:rsidP="007B2329">
      <w:r>
        <w:t>557.3488</w:t>
      </w:r>
      <w:r>
        <w:tab/>
        <w:t>5.063e0</w:t>
      </w:r>
    </w:p>
    <w:p w:rsidR="007B2329" w:rsidRDefault="007B2329" w:rsidP="007B2329">
      <w:r>
        <w:t>557.3845</w:t>
      </w:r>
      <w:r>
        <w:tab/>
        <w:t>1.277e0</w:t>
      </w:r>
    </w:p>
    <w:p w:rsidR="007B2329" w:rsidRDefault="007B2329" w:rsidP="007B2329">
      <w:r>
        <w:lastRenderedPageBreak/>
        <w:t>557.4129</w:t>
      </w:r>
      <w:r>
        <w:tab/>
        <w:t>1.126e0</w:t>
      </w:r>
    </w:p>
    <w:p w:rsidR="007B2329" w:rsidRDefault="007B2329" w:rsidP="007B2329">
      <w:r>
        <w:t>557.4182</w:t>
      </w:r>
      <w:r>
        <w:tab/>
        <w:t>1.013e0</w:t>
      </w:r>
    </w:p>
    <w:p w:rsidR="007B2329" w:rsidRDefault="007B2329" w:rsidP="007B2329">
      <w:r>
        <w:t>557.4227</w:t>
      </w:r>
      <w:r>
        <w:tab/>
        <w:t>3.038e0</w:t>
      </w:r>
    </w:p>
    <w:p w:rsidR="007B2329" w:rsidRDefault="007B2329" w:rsidP="007B2329">
      <w:r>
        <w:t>557.4427</w:t>
      </w:r>
      <w:r>
        <w:tab/>
        <w:t>1.013e0</w:t>
      </w:r>
    </w:p>
    <w:p w:rsidR="007B2329" w:rsidRDefault="007B2329" w:rsidP="007B2329">
      <w:r>
        <w:t>557.4567</w:t>
      </w:r>
      <w:r>
        <w:tab/>
        <w:t>3.076e0</w:t>
      </w:r>
    </w:p>
    <w:p w:rsidR="007B2329" w:rsidRDefault="007B2329" w:rsidP="007B2329">
      <w:r>
        <w:t>557.4613</w:t>
      </w:r>
      <w:r>
        <w:tab/>
        <w:t>1.013e0</w:t>
      </w:r>
    </w:p>
    <w:p w:rsidR="007B2329" w:rsidRDefault="007B2329" w:rsidP="007B2329">
      <w:r>
        <w:t>557.4683</w:t>
      </w:r>
      <w:r>
        <w:tab/>
        <w:t>4.051e0</w:t>
      </w:r>
    </w:p>
    <w:p w:rsidR="007B2329" w:rsidRDefault="007B2329" w:rsidP="007B2329">
      <w:r>
        <w:t>557.4750</w:t>
      </w:r>
      <w:r>
        <w:tab/>
        <w:t>3.038e0</w:t>
      </w:r>
    </w:p>
    <w:p w:rsidR="007B2329" w:rsidRDefault="007B2329" w:rsidP="007B2329">
      <w:r>
        <w:t>557.5347</w:t>
      </w:r>
      <w:r>
        <w:tab/>
        <w:t>1.013e0</w:t>
      </w:r>
    </w:p>
    <w:p w:rsidR="007B2329" w:rsidRDefault="007B2329" w:rsidP="007B2329">
      <w:r>
        <w:t>557.5361</w:t>
      </w:r>
      <w:r>
        <w:tab/>
        <w:t>5.063e0</w:t>
      </w:r>
    </w:p>
    <w:p w:rsidR="007B2329" w:rsidRDefault="007B2329" w:rsidP="007B2329">
      <w:r>
        <w:t>557.5814</w:t>
      </w:r>
      <w:r>
        <w:tab/>
        <w:t>1.013e0</w:t>
      </w:r>
    </w:p>
    <w:p w:rsidR="007B2329" w:rsidRDefault="007B2329" w:rsidP="007B2329">
      <w:r>
        <w:t>557.6061</w:t>
      </w:r>
      <w:r>
        <w:tab/>
        <w:t>1.013e0</w:t>
      </w:r>
    </w:p>
    <w:p w:rsidR="007B2329" w:rsidRDefault="007B2329" w:rsidP="007B2329">
      <w:r>
        <w:t>557.6102</w:t>
      </w:r>
      <w:r>
        <w:tab/>
        <w:t>1.266e-2</w:t>
      </w:r>
    </w:p>
    <w:p w:rsidR="007B2329" w:rsidRDefault="007B2329" w:rsidP="007B2329">
      <w:r>
        <w:t>557.6243</w:t>
      </w:r>
      <w:r>
        <w:tab/>
        <w:t>1.013e0</w:t>
      </w:r>
    </w:p>
    <w:p w:rsidR="007B2329" w:rsidRDefault="007B2329" w:rsidP="007B2329">
      <w:r>
        <w:t>557.6399</w:t>
      </w:r>
      <w:r>
        <w:tab/>
        <w:t>2.025e0</w:t>
      </w:r>
    </w:p>
    <w:p w:rsidR="007B2329" w:rsidRDefault="007B2329" w:rsidP="007B2329">
      <w:r>
        <w:t>557.6582</w:t>
      </w:r>
      <w:r>
        <w:tab/>
        <w:t>1.013e0</w:t>
      </w:r>
    </w:p>
    <w:p w:rsidR="007B2329" w:rsidRDefault="007B2329" w:rsidP="007B2329">
      <w:r>
        <w:t>557.6773</w:t>
      </w:r>
      <w:r>
        <w:tab/>
        <w:t>1.013e0</w:t>
      </w:r>
    </w:p>
    <w:p w:rsidR="007B2329" w:rsidRDefault="007B2329" w:rsidP="007B2329">
      <w:r>
        <w:t>557.6800</w:t>
      </w:r>
      <w:r>
        <w:tab/>
        <w:t>2.025e0</w:t>
      </w:r>
    </w:p>
    <w:p w:rsidR="007B2329" w:rsidRDefault="007B2329" w:rsidP="007B2329">
      <w:r>
        <w:t>557.6869</w:t>
      </w:r>
      <w:r>
        <w:tab/>
        <w:t>1.013e0</w:t>
      </w:r>
    </w:p>
    <w:p w:rsidR="007B2329" w:rsidRDefault="007B2329" w:rsidP="007B2329">
      <w:r>
        <w:lastRenderedPageBreak/>
        <w:t>557.7139</w:t>
      </w:r>
      <w:r>
        <w:tab/>
        <w:t>1.013e0</w:t>
      </w:r>
    </w:p>
    <w:p w:rsidR="007B2329" w:rsidRDefault="007B2329" w:rsidP="007B2329">
      <w:r>
        <w:t>557.7255</w:t>
      </w:r>
      <w:r>
        <w:tab/>
        <w:t>1.013e0</w:t>
      </w:r>
    </w:p>
    <w:p w:rsidR="007B2329" w:rsidRDefault="007B2329" w:rsidP="007B2329">
      <w:r>
        <w:t>557.7396</w:t>
      </w:r>
      <w:r>
        <w:tab/>
        <w:t>2.025e0</w:t>
      </w:r>
    </w:p>
    <w:p w:rsidR="007B2329" w:rsidRDefault="007B2329" w:rsidP="007B2329">
      <w:r>
        <w:t>557.7505</w:t>
      </w:r>
      <w:r>
        <w:tab/>
        <w:t>2.025e0</w:t>
      </w:r>
    </w:p>
    <w:p w:rsidR="007B2329" w:rsidRDefault="007B2329" w:rsidP="007B2329">
      <w:r>
        <w:t>557.8119</w:t>
      </w:r>
      <w:r>
        <w:tab/>
        <w:t>1.013e0</w:t>
      </w:r>
    </w:p>
    <w:p w:rsidR="007B2329" w:rsidRDefault="007B2329" w:rsidP="007B2329">
      <w:r>
        <w:t>557.8215</w:t>
      </w:r>
      <w:r>
        <w:tab/>
        <w:t>1.013e0</w:t>
      </w:r>
    </w:p>
    <w:p w:rsidR="007B2329" w:rsidRDefault="007B2329" w:rsidP="007B2329">
      <w:r>
        <w:t>557.8310</w:t>
      </w:r>
      <w:r>
        <w:tab/>
        <w:t>1.013e0</w:t>
      </w:r>
    </w:p>
    <w:p w:rsidR="007B2329" w:rsidRDefault="007B2329" w:rsidP="007B2329">
      <w:r>
        <w:t>557.8406</w:t>
      </w:r>
      <w:r>
        <w:tab/>
        <w:t>2.025e0</w:t>
      </w:r>
    </w:p>
    <w:p w:rsidR="007B2329" w:rsidRDefault="007B2329" w:rsidP="007B2329">
      <w:r>
        <w:t>557.8555</w:t>
      </w:r>
      <w:r>
        <w:tab/>
        <w:t>3.038e0</w:t>
      </w:r>
    </w:p>
    <w:p w:rsidR="007B2329" w:rsidRDefault="007B2329" w:rsidP="007B2329">
      <w:r>
        <w:t>557.8887</w:t>
      </w:r>
      <w:r>
        <w:tab/>
        <w:t>1.013e0</w:t>
      </w:r>
    </w:p>
    <w:p w:rsidR="007B2329" w:rsidRDefault="007B2329" w:rsidP="007B2329">
      <w:r>
        <w:t>557.8982</w:t>
      </w:r>
      <w:r>
        <w:tab/>
        <w:t>1.266e-2</w:t>
      </w:r>
    </w:p>
    <w:p w:rsidR="007B2329" w:rsidRDefault="007B2329" w:rsidP="007B2329">
      <w:r>
        <w:t>557.9465</w:t>
      </w:r>
      <w:r>
        <w:tab/>
        <w:t>1.013e0</w:t>
      </w:r>
    </w:p>
    <w:p w:rsidR="007B2329" w:rsidRDefault="007B2329" w:rsidP="007B2329">
      <w:r>
        <w:t>557.9493</w:t>
      </w:r>
      <w:r>
        <w:tab/>
        <w:t>3.038e0</w:t>
      </w:r>
    </w:p>
    <w:p w:rsidR="007B2329" w:rsidRDefault="007B2329" w:rsidP="007B2329">
      <w:r>
        <w:t>557.9507</w:t>
      </w:r>
      <w:r>
        <w:tab/>
        <w:t>1.013e0</w:t>
      </w:r>
    </w:p>
    <w:p w:rsidR="007B2329" w:rsidRDefault="007B2329" w:rsidP="007B2329">
      <w:r>
        <w:t>557.9891</w:t>
      </w:r>
      <w:r>
        <w:tab/>
        <w:t>3.038e0</w:t>
      </w:r>
    </w:p>
    <w:p w:rsidR="007B2329" w:rsidRDefault="007B2329" w:rsidP="007B2329">
      <w:r>
        <w:t>558.0128</w:t>
      </w:r>
      <w:r>
        <w:tab/>
        <w:t>2.025e0</w:t>
      </w:r>
    </w:p>
    <w:p w:rsidR="007B2329" w:rsidRDefault="007B2329" w:rsidP="007B2329">
      <w:r>
        <w:t>558.0217</w:t>
      </w:r>
      <w:r>
        <w:tab/>
        <w:t>1.013e0</w:t>
      </w:r>
    </w:p>
    <w:p w:rsidR="007B2329" w:rsidRDefault="007B2329" w:rsidP="007B2329">
      <w:r>
        <w:t>558.0327</w:t>
      </w:r>
      <w:r>
        <w:tab/>
        <w:t>1.013e0</w:t>
      </w:r>
    </w:p>
    <w:p w:rsidR="007B2329" w:rsidRDefault="007B2329" w:rsidP="007B2329">
      <w:r>
        <w:t>558.0401</w:t>
      </w:r>
      <w:r>
        <w:tab/>
        <w:t>1.013e0</w:t>
      </w:r>
    </w:p>
    <w:p w:rsidR="007B2329" w:rsidRDefault="007B2329" w:rsidP="007B2329">
      <w:r>
        <w:lastRenderedPageBreak/>
        <w:t>558.0582</w:t>
      </w:r>
      <w:r>
        <w:tab/>
        <w:t>4.051e0</w:t>
      </w:r>
    </w:p>
    <w:p w:rsidR="007B2329" w:rsidRDefault="007B2329" w:rsidP="007B2329">
      <w:r>
        <w:t>558.0710</w:t>
      </w:r>
      <w:r>
        <w:tab/>
        <w:t>2.025e0</w:t>
      </w:r>
    </w:p>
    <w:p w:rsidR="007B2329" w:rsidRDefault="007B2329" w:rsidP="007B2329">
      <w:r>
        <w:t>558.0856</w:t>
      </w:r>
      <w:r>
        <w:tab/>
        <w:t>2.025e0</w:t>
      </w:r>
    </w:p>
    <w:p w:rsidR="007B2329" w:rsidRDefault="007B2329" w:rsidP="007B2329">
      <w:r>
        <w:t>558.0953</w:t>
      </w:r>
      <w:r>
        <w:tab/>
        <w:t>2.025e0</w:t>
      </w:r>
    </w:p>
    <w:p w:rsidR="007B2329" w:rsidRDefault="007B2329" w:rsidP="007B2329">
      <w:r>
        <w:t>558.1001</w:t>
      </w:r>
      <w:r>
        <w:tab/>
        <w:t>1.013e0</w:t>
      </w:r>
    </w:p>
    <w:p w:rsidR="007B2329" w:rsidRDefault="007B2329" w:rsidP="007B2329">
      <w:r>
        <w:t>558.1140</w:t>
      </w:r>
      <w:r>
        <w:tab/>
        <w:t>2.025e0</w:t>
      </w:r>
    </w:p>
    <w:p w:rsidR="007B2329" w:rsidRDefault="007B2329" w:rsidP="007B2329">
      <w:r>
        <w:t>558.1322</w:t>
      </w:r>
      <w:r>
        <w:tab/>
        <w:t>1.013e0</w:t>
      </w:r>
    </w:p>
    <w:p w:rsidR="007B2329" w:rsidRDefault="007B2329" w:rsidP="007B2329">
      <w:r>
        <w:t>558.1580</w:t>
      </w:r>
      <w:r>
        <w:tab/>
        <w:t>3.892e0</w:t>
      </w:r>
    </w:p>
    <w:p w:rsidR="007B2329" w:rsidRDefault="007B2329" w:rsidP="007B2329">
      <w:r>
        <w:t>558.1631</w:t>
      </w:r>
      <w:r>
        <w:tab/>
        <w:t>2.650e0</w:t>
      </w:r>
    </w:p>
    <w:p w:rsidR="007B2329" w:rsidRDefault="007B2329" w:rsidP="007B2329">
      <w:r>
        <w:t>558.1759</w:t>
      </w:r>
      <w:r>
        <w:tab/>
        <w:t>9.114e0</w:t>
      </w:r>
    </w:p>
    <w:p w:rsidR="007B2329" w:rsidRDefault="007B2329" w:rsidP="007B2329">
      <w:r>
        <w:t>558.1812</w:t>
      </w:r>
      <w:r>
        <w:tab/>
        <w:t>3.038e0</w:t>
      </w:r>
    </w:p>
    <w:p w:rsidR="007B2329" w:rsidRDefault="007B2329" w:rsidP="007B2329">
      <w:r>
        <w:t>558.1979</w:t>
      </w:r>
      <w:r>
        <w:tab/>
        <w:t>1.086e1</w:t>
      </w:r>
    </w:p>
    <w:p w:rsidR="007B2329" w:rsidRDefault="007B2329" w:rsidP="007B2329">
      <w:r>
        <w:t>558.2391</w:t>
      </w:r>
      <w:r>
        <w:tab/>
        <w:t>1.272e0</w:t>
      </w:r>
    </w:p>
    <w:p w:rsidR="007B2329" w:rsidRDefault="007B2329" w:rsidP="007B2329">
      <w:r>
        <w:t>558.2447</w:t>
      </w:r>
      <w:r>
        <w:tab/>
        <w:t>1.273e0</w:t>
      </w:r>
    </w:p>
    <w:p w:rsidR="007B2329" w:rsidRDefault="007B2329" w:rsidP="007B2329">
      <w:r>
        <w:t>558.2562</w:t>
      </w:r>
      <w:r>
        <w:tab/>
        <w:t>2.832e0</w:t>
      </w:r>
    </w:p>
    <w:p w:rsidR="007B2329" w:rsidRDefault="007B2329" w:rsidP="007B2329">
      <w:r>
        <w:t>558.3042</w:t>
      </w:r>
      <w:r>
        <w:tab/>
        <w:t>4.051e0</w:t>
      </w:r>
    </w:p>
    <w:p w:rsidR="007B2329" w:rsidRDefault="007B2329" w:rsidP="007B2329">
      <w:r>
        <w:t>558.3717</w:t>
      </w:r>
      <w:r>
        <w:tab/>
        <w:t>2.063e0</w:t>
      </w:r>
    </w:p>
    <w:p w:rsidR="007B2329" w:rsidRDefault="007B2329" w:rsidP="007B2329">
      <w:r>
        <w:t>558.3784</w:t>
      </w:r>
      <w:r>
        <w:tab/>
        <w:t>2.305e0</w:t>
      </w:r>
    </w:p>
    <w:p w:rsidR="007B2329" w:rsidRDefault="007B2329" w:rsidP="007B2329">
      <w:r>
        <w:t>558.3806</w:t>
      </w:r>
      <w:r>
        <w:tab/>
        <w:t>1.719e0</w:t>
      </w:r>
    </w:p>
    <w:p w:rsidR="007B2329" w:rsidRDefault="007B2329" w:rsidP="007B2329">
      <w:r>
        <w:lastRenderedPageBreak/>
        <w:t>558.4167</w:t>
      </w:r>
      <w:r>
        <w:tab/>
        <w:t>2.025e0</w:t>
      </w:r>
    </w:p>
    <w:p w:rsidR="007B2329" w:rsidRDefault="007B2329" w:rsidP="007B2329">
      <w:r>
        <w:t>558.4269</w:t>
      </w:r>
      <w:r>
        <w:tab/>
        <w:t>2.025e0</w:t>
      </w:r>
    </w:p>
    <w:p w:rsidR="007B2329" w:rsidRDefault="007B2329" w:rsidP="007B2329">
      <w:r>
        <w:t>558.4745</w:t>
      </w:r>
      <w:r>
        <w:tab/>
        <w:t>1.013e0</w:t>
      </w:r>
    </w:p>
    <w:p w:rsidR="007B2329" w:rsidRDefault="007B2329" w:rsidP="007B2329">
      <w:r>
        <w:t>558.4771</w:t>
      </w:r>
      <w:r>
        <w:tab/>
        <w:t>4.051e0</w:t>
      </w:r>
    </w:p>
    <w:p w:rsidR="007B2329" w:rsidRDefault="007B2329" w:rsidP="007B2329">
      <w:r>
        <w:t>558.4846</w:t>
      </w:r>
      <w:r>
        <w:tab/>
        <w:t>2.025e0</w:t>
      </w:r>
    </w:p>
    <w:p w:rsidR="007B2329" w:rsidRDefault="007B2329" w:rsidP="007B2329">
      <w:r>
        <w:t>558.5230</w:t>
      </w:r>
      <w:r>
        <w:tab/>
        <w:t>1.013e0</w:t>
      </w:r>
    </w:p>
    <w:p w:rsidR="007B2329" w:rsidRDefault="007B2329" w:rsidP="007B2329">
      <w:r>
        <w:t>558.5326</w:t>
      </w:r>
      <w:r>
        <w:tab/>
        <w:t>1.013e0</w:t>
      </w:r>
    </w:p>
    <w:p w:rsidR="007B2329" w:rsidRDefault="007B2329" w:rsidP="007B2329">
      <w:r>
        <w:t>558.5477</w:t>
      </w:r>
      <w:r>
        <w:tab/>
        <w:t>2.066e0</w:t>
      </w:r>
    </w:p>
    <w:p w:rsidR="007B2329" w:rsidRDefault="007B2329" w:rsidP="007B2329">
      <w:r>
        <w:t>558.5905</w:t>
      </w:r>
      <w:r>
        <w:tab/>
        <w:t>1.013e0</w:t>
      </w:r>
    </w:p>
    <w:p w:rsidR="007B2329" w:rsidRDefault="007B2329" w:rsidP="007B2329">
      <w:r>
        <w:t>558.5955</w:t>
      </w:r>
      <w:r>
        <w:tab/>
        <w:t>2.025e0</w:t>
      </w:r>
    </w:p>
    <w:p w:rsidR="007B2329" w:rsidRDefault="007B2329" w:rsidP="007B2329">
      <w:r>
        <w:t>558.6288</w:t>
      </w:r>
      <w:r>
        <w:tab/>
        <w:t>1.013e0</w:t>
      </w:r>
    </w:p>
    <w:p w:rsidR="007B2329" w:rsidRDefault="007B2329" w:rsidP="007B2329">
      <w:r>
        <w:t>558.6637</w:t>
      </w:r>
      <w:r>
        <w:tab/>
        <w:t>2.025e0</w:t>
      </w:r>
    </w:p>
    <w:p w:rsidR="007B2329" w:rsidRDefault="007B2329" w:rsidP="007B2329">
      <w:r>
        <w:t>558.6653</w:t>
      </w:r>
      <w:r>
        <w:tab/>
        <w:t>3.038e0</w:t>
      </w:r>
    </w:p>
    <w:p w:rsidR="007B2329" w:rsidRDefault="007B2329" w:rsidP="007B2329">
      <w:r>
        <w:t>558.6741</w:t>
      </w:r>
      <w:r>
        <w:tab/>
        <w:t>1.013e0</w:t>
      </w:r>
    </w:p>
    <w:p w:rsidR="007B2329" w:rsidRDefault="007B2329" w:rsidP="007B2329">
      <w:r>
        <w:t>558.7057</w:t>
      </w:r>
      <w:r>
        <w:tab/>
        <w:t>2.025e0</w:t>
      </w:r>
    </w:p>
    <w:p w:rsidR="007B2329" w:rsidRDefault="007B2329" w:rsidP="007B2329">
      <w:r>
        <w:t>558.7073</w:t>
      </w:r>
      <w:r>
        <w:tab/>
        <w:t>2.025e0</w:t>
      </w:r>
    </w:p>
    <w:p w:rsidR="007B2329" w:rsidRDefault="007B2329" w:rsidP="007B2329">
      <w:r>
        <w:t>558.7108</w:t>
      </w:r>
      <w:r>
        <w:tab/>
        <w:t>1.013e0</w:t>
      </w:r>
    </w:p>
    <w:p w:rsidR="007B2329" w:rsidRDefault="007B2329" w:rsidP="007B2329">
      <w:r>
        <w:t>558.7391</w:t>
      </w:r>
      <w:r>
        <w:tab/>
        <w:t>2.025e0</w:t>
      </w:r>
    </w:p>
    <w:p w:rsidR="007B2329" w:rsidRDefault="007B2329" w:rsidP="007B2329">
      <w:r>
        <w:t>558.7802</w:t>
      </w:r>
      <w:r>
        <w:tab/>
        <w:t>3.038e0</w:t>
      </w:r>
    </w:p>
    <w:p w:rsidR="007B2329" w:rsidRDefault="007B2329" w:rsidP="007B2329">
      <w:r>
        <w:lastRenderedPageBreak/>
        <w:t>558.7847</w:t>
      </w:r>
      <w:r>
        <w:tab/>
        <w:t>1.013e0</w:t>
      </w:r>
    </w:p>
    <w:p w:rsidR="007B2329" w:rsidRDefault="007B2329" w:rsidP="007B2329">
      <w:r>
        <w:t>558.8004</w:t>
      </w:r>
      <w:r>
        <w:tab/>
        <w:t>4.051e0</w:t>
      </w:r>
    </w:p>
    <w:p w:rsidR="007B2329" w:rsidRDefault="007B2329" w:rsidP="007B2329">
      <w:r>
        <w:t>558.8028</w:t>
      </w:r>
      <w:r>
        <w:tab/>
        <w:t>1.013e0</w:t>
      </w:r>
    </w:p>
    <w:p w:rsidR="007B2329" w:rsidRDefault="007B2329" w:rsidP="007B2329">
      <w:r>
        <w:t>558.8082</w:t>
      </w:r>
      <w:r>
        <w:tab/>
        <w:t>3.038e0</w:t>
      </w:r>
    </w:p>
    <w:p w:rsidR="007B2329" w:rsidRDefault="007B2329" w:rsidP="007B2329">
      <w:r>
        <w:t>558.8117</w:t>
      </w:r>
      <w:r>
        <w:tab/>
        <w:t>1.013e0</w:t>
      </w:r>
    </w:p>
    <w:p w:rsidR="007B2329" w:rsidRDefault="007B2329" w:rsidP="007B2329">
      <w:r>
        <w:t>558.8502</w:t>
      </w:r>
      <w:r>
        <w:tab/>
        <w:t>1.013e0</w:t>
      </w:r>
    </w:p>
    <w:p w:rsidR="007B2329" w:rsidRDefault="007B2329" w:rsidP="007B2329">
      <w:r>
        <w:t>558.8598</w:t>
      </w:r>
      <w:r>
        <w:tab/>
        <w:t>1.013e0</w:t>
      </w:r>
    </w:p>
    <w:p w:rsidR="007B2329" w:rsidRDefault="007B2329" w:rsidP="007B2329">
      <w:r>
        <w:t>558.8832</w:t>
      </w:r>
      <w:r>
        <w:tab/>
        <w:t>1.025e0</w:t>
      </w:r>
    </w:p>
    <w:p w:rsidR="007B2329" w:rsidRDefault="007B2329" w:rsidP="007B2329">
      <w:r>
        <w:t>558.8981</w:t>
      </w:r>
      <w:r>
        <w:tab/>
        <w:t>1.013e0</w:t>
      </w:r>
    </w:p>
    <w:p w:rsidR="007B2329" w:rsidRDefault="007B2329" w:rsidP="007B2329">
      <w:r>
        <w:t>558.9255</w:t>
      </w:r>
      <w:r>
        <w:tab/>
        <w:t>2.025e0</w:t>
      </w:r>
    </w:p>
    <w:p w:rsidR="007B2329" w:rsidRDefault="007B2329" w:rsidP="007B2329">
      <w:r>
        <w:t>558.9293</w:t>
      </w:r>
      <w:r>
        <w:tab/>
        <w:t>1.013e0</w:t>
      </w:r>
    </w:p>
    <w:p w:rsidR="007B2329" w:rsidRDefault="007B2329" w:rsidP="007B2329">
      <w:r>
        <w:t>558.9452</w:t>
      </w:r>
      <w:r>
        <w:tab/>
        <w:t>1.013e0</w:t>
      </w:r>
    </w:p>
    <w:p w:rsidR="007B2329" w:rsidRDefault="007B2329" w:rsidP="007B2329">
      <w:r>
        <w:t>558.9476</w:t>
      </w:r>
      <w:r>
        <w:tab/>
        <w:t>1.013e0</w:t>
      </w:r>
    </w:p>
    <w:p w:rsidR="007B2329" w:rsidRDefault="007B2329" w:rsidP="007B2329">
      <w:r>
        <w:t>558.9603</w:t>
      </w:r>
      <w:r>
        <w:tab/>
        <w:t>2.025e0</w:t>
      </w:r>
    </w:p>
    <w:p w:rsidR="007B2329" w:rsidRDefault="007B2329" w:rsidP="007B2329">
      <w:r>
        <w:t>558.9847</w:t>
      </w:r>
      <w:r>
        <w:tab/>
        <w:t>1.266e-2</w:t>
      </w:r>
    </w:p>
    <w:p w:rsidR="007B2329" w:rsidRDefault="007B2329" w:rsidP="007B2329">
      <w:r>
        <w:t>559.0369</w:t>
      </w:r>
      <w:r>
        <w:tab/>
        <w:t>2.025e0</w:t>
      </w:r>
    </w:p>
    <w:p w:rsidR="007B2329" w:rsidRDefault="007B2329" w:rsidP="007B2329">
      <w:r>
        <w:t>559.0558</w:t>
      </w:r>
      <w:r>
        <w:tab/>
        <w:t>1.013e0</w:t>
      </w:r>
    </w:p>
    <w:p w:rsidR="007B2329" w:rsidRDefault="007B2329" w:rsidP="007B2329">
      <w:r>
        <w:t>559.0613</w:t>
      </w:r>
      <w:r>
        <w:tab/>
        <w:t>3.038e0</w:t>
      </w:r>
    </w:p>
    <w:p w:rsidR="007B2329" w:rsidRDefault="007B2329" w:rsidP="007B2329">
      <w:r>
        <w:t>559.0816</w:t>
      </w:r>
      <w:r>
        <w:tab/>
        <w:t>2.025e0</w:t>
      </w:r>
    </w:p>
    <w:p w:rsidR="007B2329" w:rsidRDefault="007B2329" w:rsidP="007B2329">
      <w:r>
        <w:lastRenderedPageBreak/>
        <w:t>559.0922</w:t>
      </w:r>
      <w:r>
        <w:tab/>
        <w:t>2.025e0</w:t>
      </w:r>
    </w:p>
    <w:p w:rsidR="007B2329" w:rsidRDefault="007B2329" w:rsidP="007B2329">
      <w:r>
        <w:t>559.1044</w:t>
      </w:r>
      <w:r>
        <w:tab/>
        <w:t>2.025e0</w:t>
      </w:r>
    </w:p>
    <w:p w:rsidR="007B2329" w:rsidRDefault="007B2329" w:rsidP="007B2329">
      <w:r>
        <w:t>559.1073</w:t>
      </w:r>
      <w:r>
        <w:tab/>
        <w:t>1.545e0</w:t>
      </w:r>
    </w:p>
    <w:p w:rsidR="007B2329" w:rsidRDefault="007B2329" w:rsidP="007B2329">
      <w:r>
        <w:t>559.1586</w:t>
      </w:r>
      <w:r>
        <w:tab/>
        <w:t>2.025e0</w:t>
      </w:r>
    </w:p>
    <w:p w:rsidR="007B2329" w:rsidRDefault="007B2329" w:rsidP="007B2329">
      <w:r>
        <w:t>559.1691</w:t>
      </w:r>
      <w:r>
        <w:tab/>
        <w:t>9.790e0</w:t>
      </w:r>
    </w:p>
    <w:p w:rsidR="007B2329" w:rsidRDefault="007B2329" w:rsidP="007B2329">
      <w:r>
        <w:t>559.1722</w:t>
      </w:r>
      <w:r>
        <w:tab/>
        <w:t>3.038e0</w:t>
      </w:r>
    </w:p>
    <w:p w:rsidR="007B2329" w:rsidRDefault="007B2329" w:rsidP="007B2329">
      <w:r>
        <w:t>559.1812</w:t>
      </w:r>
      <w:r>
        <w:tab/>
        <w:t>4.415e0</w:t>
      </w:r>
    </w:p>
    <w:p w:rsidR="007B2329" w:rsidRDefault="007B2329" w:rsidP="007B2329">
      <w:r>
        <w:t>559.1950</w:t>
      </w:r>
      <w:r>
        <w:tab/>
        <w:t>4.051e0</w:t>
      </w:r>
    </w:p>
    <w:p w:rsidR="007B2329" w:rsidRDefault="007B2329" w:rsidP="007B2329">
      <w:r>
        <w:t>559.2076</w:t>
      </w:r>
      <w:r>
        <w:tab/>
        <w:t>5.217e0</w:t>
      </w:r>
    </w:p>
    <w:p w:rsidR="007B2329" w:rsidRDefault="007B2329" w:rsidP="007B2329">
      <w:r>
        <w:t>559.2134</w:t>
      </w:r>
      <w:r>
        <w:tab/>
        <w:t>5.264e0</w:t>
      </w:r>
    </w:p>
    <w:p w:rsidR="007B2329" w:rsidRDefault="007B2329" w:rsidP="007B2329">
      <w:r>
        <w:t>559.2351</w:t>
      </w:r>
      <w:r>
        <w:tab/>
        <w:t>5.166e0</w:t>
      </w:r>
    </w:p>
    <w:p w:rsidR="007B2329" w:rsidRDefault="007B2329" w:rsidP="007B2329">
      <w:r>
        <w:t>559.2391</w:t>
      </w:r>
      <w:r>
        <w:tab/>
        <w:t>1.724e0</w:t>
      </w:r>
    </w:p>
    <w:p w:rsidR="007B2329" w:rsidRDefault="007B2329" w:rsidP="007B2329">
      <w:r>
        <w:t>559.2534</w:t>
      </w:r>
      <w:r>
        <w:tab/>
        <w:t>4.234e0</w:t>
      </w:r>
    </w:p>
    <w:p w:rsidR="007B2329" w:rsidRDefault="007B2329" w:rsidP="007B2329">
      <w:r>
        <w:t>559.2552</w:t>
      </w:r>
      <w:r>
        <w:tab/>
        <w:t>3.038e0</w:t>
      </w:r>
    </w:p>
    <w:p w:rsidR="007B2329" w:rsidRDefault="007B2329" w:rsidP="007B2329">
      <w:r>
        <w:t>559.2730</w:t>
      </w:r>
      <w:r>
        <w:tab/>
        <w:t>2.940e0</w:t>
      </w:r>
    </w:p>
    <w:p w:rsidR="007B2329" w:rsidRDefault="007B2329" w:rsidP="007B2329">
      <w:r>
        <w:t>559.3962</w:t>
      </w:r>
      <w:r>
        <w:tab/>
        <w:t>2.025e0</w:t>
      </w:r>
    </w:p>
    <w:p w:rsidR="007B2329" w:rsidRDefault="007B2329" w:rsidP="007B2329">
      <w:r>
        <w:t>559.4041</w:t>
      </w:r>
      <w:r>
        <w:tab/>
        <w:t>2.025e0</w:t>
      </w:r>
    </w:p>
    <w:p w:rsidR="007B2329" w:rsidRDefault="007B2329" w:rsidP="007B2329">
      <w:r>
        <w:t>559.4172</w:t>
      </w:r>
      <w:r>
        <w:tab/>
        <w:t>4.051e0</w:t>
      </w:r>
    </w:p>
    <w:p w:rsidR="007B2329" w:rsidRDefault="007B2329" w:rsidP="007B2329">
      <w:r>
        <w:t>559.4492</w:t>
      </w:r>
      <w:r>
        <w:tab/>
        <w:t>2.025e0</w:t>
      </w:r>
    </w:p>
    <w:p w:rsidR="007B2329" w:rsidRDefault="007B2329" w:rsidP="007B2329">
      <w:r>
        <w:lastRenderedPageBreak/>
        <w:t>559.4557</w:t>
      </w:r>
      <w:r>
        <w:tab/>
        <w:t>2.025e0</w:t>
      </w:r>
    </w:p>
    <w:p w:rsidR="007B2329" w:rsidRDefault="007B2329" w:rsidP="007B2329">
      <w:r>
        <w:t>559.4712</w:t>
      </w:r>
      <w:r>
        <w:tab/>
        <w:t>1.013e0</w:t>
      </w:r>
    </w:p>
    <w:p w:rsidR="007B2329" w:rsidRDefault="007B2329" w:rsidP="007B2329">
      <w:r>
        <w:t>559.4921</w:t>
      </w:r>
      <w:r>
        <w:tab/>
        <w:t>3.038e0</w:t>
      </w:r>
    </w:p>
    <w:p w:rsidR="007B2329" w:rsidRDefault="007B2329" w:rsidP="007B2329">
      <w:r>
        <w:t>559.5048</w:t>
      </w:r>
      <w:r>
        <w:tab/>
        <w:t>4.802e0</w:t>
      </w:r>
    </w:p>
    <w:p w:rsidR="007B2329" w:rsidRDefault="007B2329" w:rsidP="007B2329">
      <w:r>
        <w:t>559.5145</w:t>
      </w:r>
      <w:r>
        <w:tab/>
        <w:t>3.038e0</w:t>
      </w:r>
    </w:p>
    <w:p w:rsidR="007B2329" w:rsidRDefault="007B2329" w:rsidP="007B2329">
      <w:r>
        <w:t>559.5313</w:t>
      </w:r>
      <w:r>
        <w:tab/>
        <w:t>4.051e0</w:t>
      </w:r>
    </w:p>
    <w:p w:rsidR="007B2329" w:rsidRDefault="007B2329" w:rsidP="007B2329">
      <w:r>
        <w:t>559.5662</w:t>
      </w:r>
      <w:r>
        <w:tab/>
        <w:t>2.025e0</w:t>
      </w:r>
    </w:p>
    <w:p w:rsidR="007B2329" w:rsidRDefault="007B2329" w:rsidP="007B2329">
      <w:r>
        <w:t>559.5818</w:t>
      </w:r>
      <w:r>
        <w:tab/>
        <w:t>1.013e0</w:t>
      </w:r>
    </w:p>
    <w:p w:rsidR="007B2329" w:rsidRDefault="007B2329" w:rsidP="007B2329">
      <w:r>
        <w:t>559.5923</w:t>
      </w:r>
      <w:r>
        <w:tab/>
        <w:t>4.051e0</w:t>
      </w:r>
    </w:p>
    <w:p w:rsidR="007B2329" w:rsidRDefault="007B2329" w:rsidP="007B2329">
      <w:r>
        <w:t>559.5967</w:t>
      </w:r>
      <w:r>
        <w:tab/>
        <w:t>3.038e0</w:t>
      </w:r>
    </w:p>
    <w:p w:rsidR="007B2329" w:rsidRDefault="007B2329" w:rsidP="007B2329">
      <w:r>
        <w:t>559.6110</w:t>
      </w:r>
      <w:r>
        <w:tab/>
        <w:t>1.013e0</w:t>
      </w:r>
    </w:p>
    <w:p w:rsidR="007B2329" w:rsidRDefault="007B2329" w:rsidP="007B2329">
      <w:r>
        <w:t>559.6397</w:t>
      </w:r>
      <w:r>
        <w:tab/>
        <w:t>1.013e0</w:t>
      </w:r>
    </w:p>
    <w:p w:rsidR="007B2329" w:rsidRDefault="007B2329" w:rsidP="007B2329">
      <w:r>
        <w:t>559.6590</w:t>
      </w:r>
      <w:r>
        <w:tab/>
        <w:t>1.013e0</w:t>
      </w:r>
    </w:p>
    <w:p w:rsidR="007B2329" w:rsidRDefault="007B2329" w:rsidP="007B2329">
      <w:r>
        <w:t>559.6671</w:t>
      </w:r>
      <w:r>
        <w:tab/>
        <w:t>2.025e0</w:t>
      </w:r>
    </w:p>
    <w:p w:rsidR="007B2329" w:rsidRDefault="007B2329" w:rsidP="007B2329">
      <w:r>
        <w:t>559.6688</w:t>
      </w:r>
      <w:r>
        <w:tab/>
        <w:t>1.013e0</w:t>
      </w:r>
    </w:p>
    <w:p w:rsidR="007B2329" w:rsidRDefault="007B2329" w:rsidP="007B2329">
      <w:r>
        <w:t>559.6942</w:t>
      </w:r>
      <w:r>
        <w:tab/>
        <w:t>3.038e0</w:t>
      </w:r>
    </w:p>
    <w:p w:rsidR="007B2329" w:rsidRDefault="007B2329" w:rsidP="007B2329">
      <w:r>
        <w:t>559.7049</w:t>
      </w:r>
      <w:r>
        <w:tab/>
        <w:t>2.025e0</w:t>
      </w:r>
    </w:p>
    <w:p w:rsidR="007B2329" w:rsidRDefault="007B2329" w:rsidP="007B2329">
      <w:r>
        <w:t>559.7167</w:t>
      </w:r>
      <w:r>
        <w:tab/>
        <w:t>2.025e0</w:t>
      </w:r>
    </w:p>
    <w:p w:rsidR="007B2329" w:rsidRDefault="007B2329" w:rsidP="007B2329">
      <w:r>
        <w:t>559.7510</w:t>
      </w:r>
      <w:r>
        <w:tab/>
        <w:t>2.025e0</w:t>
      </w:r>
    </w:p>
    <w:p w:rsidR="007B2329" w:rsidRDefault="007B2329" w:rsidP="007B2329">
      <w:r>
        <w:lastRenderedPageBreak/>
        <w:t>559.7650</w:t>
      </w:r>
      <w:r>
        <w:tab/>
        <w:t>2.025e0</w:t>
      </w:r>
    </w:p>
    <w:p w:rsidR="007B2329" w:rsidRDefault="007B2329" w:rsidP="007B2329">
      <w:r>
        <w:t>559.7842</w:t>
      </w:r>
      <w:r>
        <w:tab/>
        <w:t>2.025e0</w:t>
      </w:r>
    </w:p>
    <w:p w:rsidR="007B2329" w:rsidRDefault="007B2329" w:rsidP="007B2329">
      <w:r>
        <w:t>559.7929</w:t>
      </w:r>
      <w:r>
        <w:tab/>
        <w:t>2.025e0</w:t>
      </w:r>
    </w:p>
    <w:p w:rsidR="007B2329" w:rsidRDefault="007B2329" w:rsidP="007B2329">
      <w:r>
        <w:t>559.8422</w:t>
      </w:r>
      <w:r>
        <w:tab/>
        <w:t>1.013e0</w:t>
      </w:r>
    </w:p>
    <w:p w:rsidR="007B2329" w:rsidRDefault="007B2329" w:rsidP="007B2329">
      <w:r>
        <w:t>559.8503</w:t>
      </w:r>
      <w:r>
        <w:tab/>
        <w:t>2.025e0</w:t>
      </w:r>
    </w:p>
    <w:p w:rsidR="007B2329" w:rsidRDefault="007B2329" w:rsidP="007B2329">
      <w:r>
        <w:t>559.8755</w:t>
      </w:r>
      <w:r>
        <w:tab/>
        <w:t>2.025e0</w:t>
      </w:r>
    </w:p>
    <w:p w:rsidR="007B2329" w:rsidRDefault="007B2329" w:rsidP="007B2329">
      <w:r>
        <w:t>559.8808</w:t>
      </w:r>
      <w:r>
        <w:tab/>
        <w:t>1.013e0</w:t>
      </w:r>
    </w:p>
    <w:p w:rsidR="007B2329" w:rsidRDefault="007B2329" w:rsidP="007B2329">
      <w:r>
        <w:t>559.8850</w:t>
      </w:r>
      <w:r>
        <w:tab/>
        <w:t>2.025e0</w:t>
      </w:r>
    </w:p>
    <w:p w:rsidR="007B2329" w:rsidRDefault="007B2329" w:rsidP="007B2329">
      <w:r>
        <w:t>559.9053</w:t>
      </w:r>
      <w:r>
        <w:tab/>
        <w:t>3.038e0</w:t>
      </w:r>
    </w:p>
    <w:p w:rsidR="007B2329" w:rsidRDefault="007B2329" w:rsidP="007B2329">
      <w:r>
        <w:t>559.9608</w:t>
      </w:r>
      <w:r>
        <w:tab/>
        <w:t>1.013e0</w:t>
      </w:r>
    </w:p>
    <w:p w:rsidR="007B2329" w:rsidRDefault="007B2329" w:rsidP="007B2329">
      <w:r>
        <w:t>559.9765</w:t>
      </w:r>
      <w:r>
        <w:tab/>
        <w:t>5.063e0</w:t>
      </w:r>
    </w:p>
    <w:p w:rsidR="007B2329" w:rsidRDefault="007B2329" w:rsidP="007B2329">
      <w:r>
        <w:t>559.9867</w:t>
      </w:r>
      <w:r>
        <w:tab/>
        <w:t>2.025e0</w:t>
      </w:r>
    </w:p>
    <w:p w:rsidR="007B2329" w:rsidRDefault="007B2329" w:rsidP="007B2329">
      <w:r>
        <w:t>560.0500</w:t>
      </w:r>
      <w:r>
        <w:tab/>
        <w:t>1.013e0</w:t>
      </w:r>
    </w:p>
    <w:p w:rsidR="007B2329" w:rsidRDefault="007B2329" w:rsidP="007B2329">
      <w:r>
        <w:t>560.0541</w:t>
      </w:r>
      <w:r>
        <w:tab/>
        <w:t>1.266e-2</w:t>
      </w:r>
    </w:p>
    <w:p w:rsidR="007B2329" w:rsidRDefault="007B2329" w:rsidP="007B2329">
      <w:r>
        <w:t>560.0612</w:t>
      </w:r>
      <w:r>
        <w:tab/>
        <w:t>3.038e0</w:t>
      </w:r>
    </w:p>
    <w:p w:rsidR="007B2329" w:rsidRDefault="007B2329" w:rsidP="007B2329">
      <w:r>
        <w:t>560.0734</w:t>
      </w:r>
      <w:r>
        <w:tab/>
        <w:t>2.532e-2</w:t>
      </w:r>
    </w:p>
    <w:p w:rsidR="007B2329" w:rsidRDefault="007B2329" w:rsidP="007B2329">
      <w:r>
        <w:t>560.0829</w:t>
      </w:r>
      <w:r>
        <w:tab/>
        <w:t>1.013e0</w:t>
      </w:r>
    </w:p>
    <w:p w:rsidR="007B2329" w:rsidRDefault="007B2329" w:rsidP="007B2329">
      <w:r>
        <w:t>560.1243</w:t>
      </w:r>
      <w:r>
        <w:tab/>
        <w:t>3.038e0</w:t>
      </w:r>
    </w:p>
    <w:p w:rsidR="007B2329" w:rsidRDefault="007B2329" w:rsidP="007B2329">
      <w:r>
        <w:t>560.1299</w:t>
      </w:r>
      <w:r>
        <w:tab/>
        <w:t>3.498e0</w:t>
      </w:r>
    </w:p>
    <w:p w:rsidR="007B2329" w:rsidRDefault="007B2329" w:rsidP="007B2329">
      <w:r>
        <w:lastRenderedPageBreak/>
        <w:t>560.1314</w:t>
      </w:r>
      <w:r>
        <w:tab/>
        <w:t>1.013e0</w:t>
      </w:r>
    </w:p>
    <w:p w:rsidR="007B2329" w:rsidRDefault="007B2329" w:rsidP="007B2329">
      <w:r>
        <w:t>560.1419</w:t>
      </w:r>
      <w:r>
        <w:tab/>
        <w:t>2.025e0</w:t>
      </w:r>
    </w:p>
    <w:p w:rsidR="007B2329" w:rsidRDefault="007B2329" w:rsidP="007B2329">
      <w:r>
        <w:t>560.1432</w:t>
      </w:r>
      <w:r>
        <w:tab/>
        <w:t>2.038e0</w:t>
      </w:r>
    </w:p>
    <w:p w:rsidR="007B2329" w:rsidRDefault="007B2329" w:rsidP="007B2329">
      <w:r>
        <w:t>560.1812</w:t>
      </w:r>
      <w:r>
        <w:tab/>
        <w:t>5.063e0</w:t>
      </w:r>
    </w:p>
    <w:p w:rsidR="007B2329" w:rsidRDefault="007B2329" w:rsidP="007B2329">
      <w:r>
        <w:t>560.1940</w:t>
      </w:r>
      <w:r>
        <w:tab/>
        <w:t>2.025e0</w:t>
      </w:r>
    </w:p>
    <w:p w:rsidR="007B2329" w:rsidRDefault="007B2329" w:rsidP="007B2329">
      <w:r>
        <w:t>560.1954</w:t>
      </w:r>
      <w:r>
        <w:tab/>
        <w:t>4.834e0</w:t>
      </w:r>
    </w:p>
    <w:p w:rsidR="007B2329" w:rsidRDefault="007B2329" w:rsidP="007B2329">
      <w:r>
        <w:t>560.1978</w:t>
      </w:r>
      <w:r>
        <w:tab/>
        <w:t>2.532e-2</w:t>
      </w:r>
    </w:p>
    <w:p w:rsidR="007B2329" w:rsidRDefault="007B2329" w:rsidP="007B2329">
      <w:r>
        <w:t>560.2015</w:t>
      </w:r>
      <w:r>
        <w:tab/>
        <w:t>2.209e0</w:t>
      </w:r>
    </w:p>
    <w:p w:rsidR="007B2329" w:rsidRDefault="007B2329" w:rsidP="007B2329">
      <w:r>
        <w:t>560.2501</w:t>
      </w:r>
      <w:r>
        <w:tab/>
        <w:t>1.617e0</w:t>
      </w:r>
    </w:p>
    <w:p w:rsidR="007B2329" w:rsidRDefault="007B2329" w:rsidP="007B2329">
      <w:r>
        <w:t>560.2535</w:t>
      </w:r>
      <w:r>
        <w:tab/>
        <w:t>1.399e1</w:t>
      </w:r>
    </w:p>
    <w:p w:rsidR="007B2329" w:rsidRDefault="007B2329" w:rsidP="007B2329">
      <w:r>
        <w:t>560.2637</w:t>
      </w:r>
      <w:r>
        <w:tab/>
        <w:t>4.753e0</w:t>
      </w:r>
    </w:p>
    <w:p w:rsidR="007B2329" w:rsidRDefault="007B2329" w:rsidP="007B2329">
      <w:r>
        <w:t>560.2762</w:t>
      </w:r>
      <w:r>
        <w:tab/>
        <w:t>9.527e0</w:t>
      </w:r>
    </w:p>
    <w:p w:rsidR="007B2329" w:rsidRDefault="007B2329" w:rsidP="007B2329">
      <w:r>
        <w:t>560.2825</w:t>
      </w:r>
      <w:r>
        <w:tab/>
        <w:t>3.973e0</w:t>
      </w:r>
    </w:p>
    <w:p w:rsidR="007B2329" w:rsidRDefault="007B2329" w:rsidP="007B2329">
      <w:r>
        <w:t>560.3144</w:t>
      </w:r>
      <w:r>
        <w:tab/>
        <w:t>1.013e0</w:t>
      </w:r>
    </w:p>
    <w:p w:rsidR="007B2329" w:rsidRDefault="007B2329" w:rsidP="007B2329">
      <w:r>
        <w:t>560.3309</w:t>
      </w:r>
      <w:r>
        <w:tab/>
        <w:t>1.388e0</w:t>
      </w:r>
    </w:p>
    <w:p w:rsidR="007B2329" w:rsidRDefault="007B2329" w:rsidP="007B2329">
      <w:r>
        <w:t>560.3374</w:t>
      </w:r>
      <w:r>
        <w:tab/>
        <w:t>1.988e0</w:t>
      </w:r>
    </w:p>
    <w:p w:rsidR="007B2329" w:rsidRDefault="007B2329" w:rsidP="007B2329">
      <w:r>
        <w:t>560.3535</w:t>
      </w:r>
      <w:r>
        <w:tab/>
        <w:t>1.161e0</w:t>
      </w:r>
    </w:p>
    <w:p w:rsidR="007B2329" w:rsidRDefault="007B2329" w:rsidP="007B2329">
      <w:r>
        <w:t>560.3704</w:t>
      </w:r>
      <w:r>
        <w:tab/>
        <w:t>1.599e-1</w:t>
      </w:r>
    </w:p>
    <w:p w:rsidR="007B2329" w:rsidRDefault="007B2329" w:rsidP="007B2329">
      <w:r>
        <w:t>560.3723</w:t>
      </w:r>
      <w:r>
        <w:tab/>
        <w:t>1.013e0</w:t>
      </w:r>
    </w:p>
    <w:p w:rsidR="007B2329" w:rsidRDefault="007B2329" w:rsidP="007B2329">
      <w:r>
        <w:lastRenderedPageBreak/>
        <w:t>560.3949</w:t>
      </w:r>
      <w:r>
        <w:tab/>
        <w:t>1.565e0</w:t>
      </w:r>
    </w:p>
    <w:p w:rsidR="007B2329" w:rsidRDefault="007B2329" w:rsidP="007B2329">
      <w:r>
        <w:t>560.3963</w:t>
      </w:r>
      <w:r>
        <w:tab/>
        <w:t>1.532e0</w:t>
      </w:r>
    </w:p>
    <w:p w:rsidR="007B2329" w:rsidRDefault="007B2329" w:rsidP="007B2329">
      <w:r>
        <w:t>560.4211</w:t>
      </w:r>
      <w:r>
        <w:tab/>
        <w:t>2.532e-2</w:t>
      </w:r>
    </w:p>
    <w:p w:rsidR="007B2329" w:rsidRDefault="007B2329" w:rsidP="007B2329">
      <w:r>
        <w:t>560.4495</w:t>
      </w:r>
      <w:r>
        <w:tab/>
        <w:t>1.013e0</w:t>
      </w:r>
    </w:p>
    <w:p w:rsidR="007B2329" w:rsidRDefault="007B2329" w:rsidP="007B2329">
      <w:r>
        <w:t>560.4637</w:t>
      </w:r>
      <w:r>
        <w:tab/>
        <w:t>2.025e0</w:t>
      </w:r>
    </w:p>
    <w:p w:rsidR="007B2329" w:rsidRDefault="007B2329" w:rsidP="007B2329">
      <w:r>
        <w:t>560.4658</w:t>
      </w:r>
      <w:r>
        <w:tab/>
        <w:t>2.025e0</w:t>
      </w:r>
    </w:p>
    <w:p w:rsidR="007B2329" w:rsidRDefault="007B2329" w:rsidP="007B2329">
      <w:r>
        <w:t>560.4842</w:t>
      </w:r>
      <w:r>
        <w:tab/>
        <w:t>2.025e0</w:t>
      </w:r>
    </w:p>
    <w:p w:rsidR="007B2329" w:rsidRDefault="007B2329" w:rsidP="007B2329">
      <w:r>
        <w:t>560.4882</w:t>
      </w:r>
      <w:r>
        <w:tab/>
        <w:t>2.025e0</w:t>
      </w:r>
    </w:p>
    <w:p w:rsidR="007B2329" w:rsidRDefault="007B2329" w:rsidP="007B2329">
      <w:r>
        <w:t>560.5209</w:t>
      </w:r>
      <w:r>
        <w:tab/>
        <w:t>2.025e0</w:t>
      </w:r>
    </w:p>
    <w:p w:rsidR="007B2329" w:rsidRDefault="007B2329" w:rsidP="007B2329">
      <w:r>
        <w:t>560.5739</w:t>
      </w:r>
      <w:r>
        <w:tab/>
        <w:t>1.013e0</w:t>
      </w:r>
    </w:p>
    <w:p w:rsidR="007B2329" w:rsidRDefault="007B2329" w:rsidP="007B2329">
      <w:r>
        <w:t>560.5887</w:t>
      </w:r>
      <w:r>
        <w:tab/>
        <w:t>2.025e0</w:t>
      </w:r>
    </w:p>
    <w:p w:rsidR="007B2329" w:rsidRDefault="007B2329" w:rsidP="007B2329">
      <w:r>
        <w:t>560.5951</w:t>
      </w:r>
      <w:r>
        <w:tab/>
        <w:t>4.051e0</w:t>
      </w:r>
    </w:p>
    <w:p w:rsidR="007B2329" w:rsidRDefault="007B2329" w:rsidP="007B2329">
      <w:r>
        <w:t>560.6014</w:t>
      </w:r>
      <w:r>
        <w:tab/>
        <w:t>2.025e0</w:t>
      </w:r>
    </w:p>
    <w:p w:rsidR="007B2329" w:rsidRDefault="007B2329" w:rsidP="007B2329">
      <w:r>
        <w:t>560.6104</w:t>
      </w:r>
      <w:r>
        <w:tab/>
        <w:t>1.013e0</w:t>
      </w:r>
    </w:p>
    <w:p w:rsidR="007B2329" w:rsidRDefault="007B2329" w:rsidP="007B2329">
      <w:r>
        <w:t>560.6382</w:t>
      </w:r>
      <w:r>
        <w:tab/>
        <w:t>2.025e0</w:t>
      </w:r>
    </w:p>
    <w:p w:rsidR="007B2329" w:rsidRDefault="007B2329" w:rsidP="007B2329">
      <w:r>
        <w:t>560.6468</w:t>
      </w:r>
      <w:r>
        <w:tab/>
        <w:t>3.676e0</w:t>
      </w:r>
    </w:p>
    <w:p w:rsidR="007B2329" w:rsidRDefault="007B2329" w:rsidP="007B2329">
      <w:r>
        <w:t>560.6812</w:t>
      </w:r>
      <w:r>
        <w:tab/>
        <w:t>2.025e0</w:t>
      </w:r>
    </w:p>
    <w:p w:rsidR="007B2329" w:rsidRDefault="007B2329" w:rsidP="007B2329">
      <w:r>
        <w:t>560.6902</w:t>
      </w:r>
      <w:r>
        <w:tab/>
        <w:t>2.025e0</w:t>
      </w:r>
    </w:p>
    <w:p w:rsidR="007B2329" w:rsidRDefault="007B2329" w:rsidP="007B2329">
      <w:r>
        <w:t>560.7021</w:t>
      </w:r>
      <w:r>
        <w:tab/>
        <w:t>4.352e0</w:t>
      </w:r>
    </w:p>
    <w:p w:rsidR="007B2329" w:rsidRDefault="007B2329" w:rsidP="007B2329">
      <w:r>
        <w:lastRenderedPageBreak/>
        <w:t>560.7250</w:t>
      </w:r>
      <w:r>
        <w:tab/>
        <w:t>2.025e0</w:t>
      </w:r>
    </w:p>
    <w:p w:rsidR="007B2329" w:rsidRDefault="007B2329" w:rsidP="007B2329">
      <w:r>
        <w:t>560.7299</w:t>
      </w:r>
      <w:r>
        <w:tab/>
        <w:t>2.025e0</w:t>
      </w:r>
    </w:p>
    <w:p w:rsidR="007B2329" w:rsidRDefault="007B2329" w:rsidP="007B2329">
      <w:r>
        <w:t>560.7393</w:t>
      </w:r>
      <w:r>
        <w:tab/>
        <w:t>1.013e0</w:t>
      </w:r>
    </w:p>
    <w:p w:rsidR="007B2329" w:rsidRDefault="007B2329" w:rsidP="007B2329">
      <w:r>
        <w:t>560.7679</w:t>
      </w:r>
      <w:r>
        <w:tab/>
        <w:t>2.025e0</w:t>
      </w:r>
    </w:p>
    <w:p w:rsidR="007B2329" w:rsidRDefault="007B2329" w:rsidP="007B2329">
      <w:r>
        <w:t>560.7698</w:t>
      </w:r>
      <w:r>
        <w:tab/>
        <w:t>2.025e0</w:t>
      </w:r>
    </w:p>
    <w:p w:rsidR="007B2329" w:rsidRDefault="007B2329" w:rsidP="007B2329">
      <w:r>
        <w:t>560.7737</w:t>
      </w:r>
      <w:r>
        <w:tab/>
        <w:t>1.013e0</w:t>
      </w:r>
    </w:p>
    <w:p w:rsidR="007B2329" w:rsidRDefault="007B2329" w:rsidP="007B2329">
      <w:r>
        <w:t>560.7970</w:t>
      </w:r>
      <w:r>
        <w:tab/>
        <w:t>1.013e0</w:t>
      </w:r>
    </w:p>
    <w:p w:rsidR="007B2329" w:rsidRDefault="007B2329" w:rsidP="007B2329">
      <w:r>
        <w:t>560.8289</w:t>
      </w:r>
      <w:r>
        <w:tab/>
        <w:t>1.266e-2</w:t>
      </w:r>
    </w:p>
    <w:p w:rsidR="007B2329" w:rsidRDefault="007B2329" w:rsidP="007B2329">
      <w:r>
        <w:t>560.8358</w:t>
      </w:r>
      <w:r>
        <w:tab/>
        <w:t>2.025e0</w:t>
      </w:r>
    </w:p>
    <w:p w:rsidR="007B2329" w:rsidRDefault="007B2329" w:rsidP="007B2329">
      <w:r>
        <w:t>560.8452</w:t>
      </w:r>
      <w:r>
        <w:tab/>
        <w:t>1.013e0</w:t>
      </w:r>
    </w:p>
    <w:p w:rsidR="007B2329" w:rsidRDefault="007B2329" w:rsidP="007B2329">
      <w:r>
        <w:t>560.8591</w:t>
      </w:r>
      <w:r>
        <w:tab/>
        <w:t>2.025e0</w:t>
      </w:r>
    </w:p>
    <w:p w:rsidR="007B2329" w:rsidRDefault="007B2329" w:rsidP="007B2329">
      <w:r>
        <w:t>560.8625</w:t>
      </w:r>
      <w:r>
        <w:tab/>
        <w:t>2.025e0</w:t>
      </w:r>
    </w:p>
    <w:p w:rsidR="007B2329" w:rsidRDefault="007B2329" w:rsidP="007B2329">
      <w:r>
        <w:t>560.8656</w:t>
      </w:r>
      <w:r>
        <w:tab/>
        <w:t>1.266e-2</w:t>
      </w:r>
    </w:p>
    <w:p w:rsidR="007B2329" w:rsidRDefault="007B2329" w:rsidP="007B2329">
      <w:r>
        <w:t>560.8865</w:t>
      </w:r>
      <w:r>
        <w:tab/>
        <w:t>4.051e0</w:t>
      </w:r>
    </w:p>
    <w:p w:rsidR="007B2329" w:rsidRDefault="007B2329" w:rsidP="007B2329">
      <w:r>
        <w:t>560.9250</w:t>
      </w:r>
      <w:r>
        <w:tab/>
        <w:t>2.661e0</w:t>
      </w:r>
    </w:p>
    <w:p w:rsidR="007B2329" w:rsidRDefault="007B2329" w:rsidP="007B2329">
      <w:r>
        <w:t>560.9404</w:t>
      </w:r>
      <w:r>
        <w:tab/>
        <w:t>2.025e0</w:t>
      </w:r>
    </w:p>
    <w:p w:rsidR="007B2329" w:rsidRDefault="007B2329" w:rsidP="007B2329">
      <w:r>
        <w:t>560.9472</w:t>
      </w:r>
      <w:r>
        <w:tab/>
        <w:t>3.038e0</w:t>
      </w:r>
    </w:p>
    <w:p w:rsidR="007B2329" w:rsidRDefault="007B2329" w:rsidP="007B2329">
      <w:r>
        <w:t>560.9513</w:t>
      </w:r>
      <w:r>
        <w:tab/>
        <w:t>1.013e0</w:t>
      </w:r>
    </w:p>
    <w:p w:rsidR="007B2329" w:rsidRDefault="007B2329" w:rsidP="007B2329">
      <w:r>
        <w:t>560.9708</w:t>
      </w:r>
      <w:r>
        <w:tab/>
        <w:t>1.013e0</w:t>
      </w:r>
    </w:p>
    <w:p w:rsidR="007B2329" w:rsidRDefault="007B2329" w:rsidP="007B2329">
      <w:r>
        <w:lastRenderedPageBreak/>
        <w:t>560.9864</w:t>
      </w:r>
      <w:r>
        <w:tab/>
        <w:t>2.455e0</w:t>
      </w:r>
    </w:p>
    <w:p w:rsidR="007B2329" w:rsidRDefault="007B2329" w:rsidP="007B2329">
      <w:r>
        <w:t>561.0081</w:t>
      </w:r>
      <w:r>
        <w:tab/>
        <w:t>1.013e0</w:t>
      </w:r>
    </w:p>
    <w:p w:rsidR="007B2329" w:rsidRDefault="007B2329" w:rsidP="007B2329">
      <w:r>
        <w:t>561.0093</w:t>
      </w:r>
      <w:r>
        <w:tab/>
        <w:t>2.025e0</w:t>
      </w:r>
    </w:p>
    <w:p w:rsidR="007B2329" w:rsidRDefault="007B2329" w:rsidP="007B2329">
      <w:r>
        <w:t>561.0142</w:t>
      </w:r>
      <w:r>
        <w:tab/>
        <w:t>3.038e0</w:t>
      </w:r>
    </w:p>
    <w:p w:rsidR="007B2329" w:rsidRDefault="007B2329" w:rsidP="007B2329">
      <w:r>
        <w:t>561.0480</w:t>
      </w:r>
      <w:r>
        <w:tab/>
        <w:t>1.013e0</w:t>
      </w:r>
    </w:p>
    <w:p w:rsidR="007B2329" w:rsidRDefault="007B2329" w:rsidP="007B2329">
      <w:r>
        <w:t>561.0523</w:t>
      </w:r>
      <w:r>
        <w:tab/>
        <w:t>3.038e0</w:t>
      </w:r>
    </w:p>
    <w:p w:rsidR="007B2329" w:rsidRDefault="007B2329" w:rsidP="007B2329">
      <w:r>
        <w:t>561.0577</w:t>
      </w:r>
      <w:r>
        <w:tab/>
        <w:t>1.013e0</w:t>
      </w:r>
    </w:p>
    <w:p w:rsidR="007B2329" w:rsidRDefault="007B2329" w:rsidP="007B2329">
      <w:r>
        <w:t>561.0765</w:t>
      </w:r>
      <w:r>
        <w:tab/>
        <w:t>2.025e0</w:t>
      </w:r>
    </w:p>
    <w:p w:rsidR="007B2329" w:rsidRDefault="007B2329" w:rsidP="007B2329">
      <w:r>
        <w:t>561.0947</w:t>
      </w:r>
      <w:r>
        <w:tab/>
        <w:t>2.025e0</w:t>
      </w:r>
    </w:p>
    <w:p w:rsidR="007B2329" w:rsidRDefault="007B2329" w:rsidP="007B2329">
      <w:r>
        <w:t>561.1186</w:t>
      </w:r>
      <w:r>
        <w:tab/>
        <w:t>1.266e-2</w:t>
      </w:r>
    </w:p>
    <w:p w:rsidR="007B2329" w:rsidRDefault="007B2329" w:rsidP="007B2329">
      <w:r>
        <w:t>561.1217</w:t>
      </w:r>
      <w:r>
        <w:tab/>
        <w:t>3.038e0</w:t>
      </w:r>
    </w:p>
    <w:p w:rsidR="007B2329" w:rsidRDefault="007B2329" w:rsidP="007B2329">
      <w:r>
        <w:t>561.1348</w:t>
      </w:r>
      <w:r>
        <w:tab/>
        <w:t>2.025e0</w:t>
      </w:r>
    </w:p>
    <w:p w:rsidR="007B2329" w:rsidRDefault="007B2329" w:rsidP="007B2329">
      <w:r>
        <w:t>561.1446</w:t>
      </w:r>
      <w:r>
        <w:tab/>
        <w:t>3.403e0</w:t>
      </w:r>
    </w:p>
    <w:p w:rsidR="007B2329" w:rsidRDefault="007B2329" w:rsidP="007B2329">
      <w:r>
        <w:t>561.1641</w:t>
      </w:r>
      <w:r>
        <w:tab/>
        <w:t>1.013e0</w:t>
      </w:r>
    </w:p>
    <w:p w:rsidR="007B2329" w:rsidRDefault="007B2329" w:rsidP="007B2329">
      <w:r>
        <w:t>561.1704</w:t>
      </w:r>
      <w:r>
        <w:tab/>
        <w:t>1.215e1</w:t>
      </w:r>
    </w:p>
    <w:p w:rsidR="007B2329" w:rsidRDefault="007B2329" w:rsidP="007B2329">
      <w:r>
        <w:t>561.1788</w:t>
      </w:r>
      <w:r>
        <w:tab/>
        <w:t>1.013e1</w:t>
      </w:r>
    </w:p>
    <w:p w:rsidR="007B2329" w:rsidRDefault="007B2329" w:rsidP="007B2329">
      <w:r>
        <w:t>561.1803</w:t>
      </w:r>
      <w:r>
        <w:tab/>
        <w:t>3.038e0</w:t>
      </w:r>
    </w:p>
    <w:p w:rsidR="007B2329" w:rsidRDefault="007B2329" w:rsidP="007B2329">
      <w:r>
        <w:t>561.1868</w:t>
      </w:r>
      <w:r>
        <w:tab/>
        <w:t>4.680e0</w:t>
      </w:r>
    </w:p>
    <w:p w:rsidR="007B2329" w:rsidRDefault="007B2329" w:rsidP="007B2329">
      <w:r>
        <w:t>561.2473</w:t>
      </w:r>
      <w:r>
        <w:tab/>
        <w:t>3.798e-2</w:t>
      </w:r>
    </w:p>
    <w:p w:rsidR="007B2329" w:rsidRDefault="007B2329" w:rsidP="007B2329">
      <w:r>
        <w:lastRenderedPageBreak/>
        <w:t>561.2490</w:t>
      </w:r>
      <w:r>
        <w:tab/>
        <w:t>6.166e-1</w:t>
      </w:r>
    </w:p>
    <w:p w:rsidR="007B2329" w:rsidRDefault="007B2329" w:rsidP="007B2329">
      <w:r>
        <w:t>561.2505</w:t>
      </w:r>
      <w:r>
        <w:tab/>
        <w:t>5.413e0</w:t>
      </w:r>
    </w:p>
    <w:p w:rsidR="007B2329" w:rsidRDefault="007B2329" w:rsidP="007B2329">
      <w:r>
        <w:t>561.2628</w:t>
      </w:r>
      <w:r>
        <w:tab/>
        <w:t>3.124e0</w:t>
      </w:r>
    </w:p>
    <w:p w:rsidR="007B2329" w:rsidRDefault="007B2329" w:rsidP="007B2329">
      <w:r>
        <w:t>561.2672</w:t>
      </w:r>
      <w:r>
        <w:tab/>
        <w:t>3.154e0</w:t>
      </w:r>
    </w:p>
    <w:p w:rsidR="007B2329" w:rsidRDefault="007B2329" w:rsidP="007B2329">
      <w:r>
        <w:t>561.2791</w:t>
      </w:r>
      <w:r>
        <w:tab/>
        <w:t>1.013e0</w:t>
      </w:r>
    </w:p>
    <w:p w:rsidR="007B2329" w:rsidRDefault="007B2329" w:rsidP="007B2329">
      <w:r>
        <w:t>561.3233</w:t>
      </w:r>
      <w:r>
        <w:tab/>
        <w:t>1.653e0</w:t>
      </w:r>
    </w:p>
    <w:p w:rsidR="007B2329" w:rsidRDefault="007B2329" w:rsidP="007B2329">
      <w:r>
        <w:t>561.3378</w:t>
      </w:r>
      <w:r>
        <w:tab/>
        <w:t>1.524e0</w:t>
      </w:r>
    </w:p>
    <w:p w:rsidR="007B2329" w:rsidRDefault="007B2329" w:rsidP="007B2329">
      <w:r>
        <w:t>561.3434</w:t>
      </w:r>
      <w:r>
        <w:tab/>
        <w:t>3.585e0</w:t>
      </w:r>
    </w:p>
    <w:p w:rsidR="007B2329" w:rsidRDefault="007B2329" w:rsidP="007B2329">
      <w:r>
        <w:t>561.3742</w:t>
      </w:r>
      <w:r>
        <w:tab/>
        <w:t>3.748e0</w:t>
      </w:r>
    </w:p>
    <w:p w:rsidR="007B2329" w:rsidRDefault="007B2329" w:rsidP="007B2329">
      <w:r>
        <w:t>561.3801</w:t>
      </w:r>
      <w:r>
        <w:tab/>
        <w:t>2.025e0</w:t>
      </w:r>
    </w:p>
    <w:p w:rsidR="007B2329" w:rsidRDefault="007B2329" w:rsidP="007B2329">
      <w:r>
        <w:t>561.3965</w:t>
      </w:r>
      <w:r>
        <w:tab/>
        <w:t>2.664e0</w:t>
      </w:r>
    </w:p>
    <w:p w:rsidR="007B2329" w:rsidRDefault="007B2329" w:rsidP="007B2329">
      <w:r>
        <w:t>561.3998</w:t>
      </w:r>
      <w:r>
        <w:tab/>
        <w:t>2.025e0</w:t>
      </w:r>
    </w:p>
    <w:p w:rsidR="007B2329" w:rsidRDefault="007B2329" w:rsidP="007B2329">
      <w:r>
        <w:t>561.4055</w:t>
      </w:r>
      <w:r>
        <w:tab/>
        <w:t>2.232e0</w:t>
      </w:r>
    </w:p>
    <w:p w:rsidR="007B2329" w:rsidRDefault="007B2329" w:rsidP="007B2329">
      <w:r>
        <w:t>561.4077</w:t>
      </w:r>
      <w:r>
        <w:tab/>
        <w:t>1.013e0</w:t>
      </w:r>
    </w:p>
    <w:p w:rsidR="007B2329" w:rsidRDefault="007B2329" w:rsidP="007B2329">
      <w:r>
        <w:t>561.4238</w:t>
      </w:r>
      <w:r>
        <w:tab/>
        <w:t>1.013e0</w:t>
      </w:r>
    </w:p>
    <w:p w:rsidR="007B2329" w:rsidRDefault="007B2329" w:rsidP="007B2329">
      <w:r>
        <w:t>561.4633</w:t>
      </w:r>
      <w:r>
        <w:tab/>
        <w:t>2.025e0</w:t>
      </w:r>
    </w:p>
    <w:p w:rsidR="007B2329" w:rsidRDefault="007B2329" w:rsidP="007B2329">
      <w:r>
        <w:t>561.4731</w:t>
      </w:r>
      <w:r>
        <w:tab/>
        <w:t>1.013e0</w:t>
      </w:r>
    </w:p>
    <w:p w:rsidR="007B2329" w:rsidRDefault="007B2329" w:rsidP="007B2329">
      <w:r>
        <w:t>561.4778</w:t>
      </w:r>
      <w:r>
        <w:tab/>
        <w:t>2.025e0</w:t>
      </w:r>
    </w:p>
    <w:p w:rsidR="007B2329" w:rsidRDefault="007B2329" w:rsidP="007B2329">
      <w:r>
        <w:t>561.4924</w:t>
      </w:r>
      <w:r>
        <w:tab/>
        <w:t>1.013e0</w:t>
      </w:r>
    </w:p>
    <w:p w:rsidR="007B2329" w:rsidRDefault="007B2329" w:rsidP="007B2329">
      <w:r>
        <w:lastRenderedPageBreak/>
        <w:t>561.5263</w:t>
      </w:r>
      <w:r>
        <w:tab/>
        <w:t>2.538e0</w:t>
      </w:r>
    </w:p>
    <w:p w:rsidR="007B2329" w:rsidRDefault="007B2329" w:rsidP="007B2329">
      <w:r>
        <w:t>561.5513</w:t>
      </w:r>
      <w:r>
        <w:tab/>
        <w:t>2.025e0</w:t>
      </w:r>
    </w:p>
    <w:p w:rsidR="007B2329" w:rsidRDefault="007B2329" w:rsidP="007B2329">
      <w:r>
        <w:t>561.5526</w:t>
      </w:r>
      <w:r>
        <w:tab/>
        <w:t>1.013e0</w:t>
      </w:r>
    </w:p>
    <w:p w:rsidR="007B2329" w:rsidRDefault="007B2329" w:rsidP="007B2329">
      <w:r>
        <w:t>561.5560</w:t>
      </w:r>
      <w:r>
        <w:tab/>
        <w:t>3.038e0</w:t>
      </w:r>
    </w:p>
    <w:p w:rsidR="007B2329" w:rsidRDefault="007B2329" w:rsidP="007B2329">
      <w:r>
        <w:t>561.5718</w:t>
      </w:r>
      <w:r>
        <w:tab/>
        <w:t>2.025e0</w:t>
      </w:r>
    </w:p>
    <w:p w:rsidR="007B2329" w:rsidRDefault="007B2329" w:rsidP="007B2329">
      <w:r>
        <w:t>561.6605</w:t>
      </w:r>
      <w:r>
        <w:tab/>
        <w:t>1.013e0</w:t>
      </w:r>
    </w:p>
    <w:p w:rsidR="007B2329" w:rsidRDefault="007B2329" w:rsidP="007B2329">
      <w:r>
        <w:t>561.6868</w:t>
      </w:r>
      <w:r>
        <w:tab/>
        <w:t>2.025e0</w:t>
      </w:r>
    </w:p>
    <w:p w:rsidR="007B2329" w:rsidRDefault="007B2329" w:rsidP="007B2329">
      <w:r>
        <w:t>561.7235</w:t>
      </w:r>
      <w:r>
        <w:tab/>
        <w:t>2.025e0</w:t>
      </w:r>
    </w:p>
    <w:p w:rsidR="007B2329" w:rsidRDefault="007B2329" w:rsidP="007B2329">
      <w:r>
        <w:t>561.7314</w:t>
      </w:r>
      <w:r>
        <w:tab/>
        <w:t>3.038e0</w:t>
      </w:r>
    </w:p>
    <w:p w:rsidR="007B2329" w:rsidRDefault="007B2329" w:rsidP="007B2329">
      <w:r>
        <w:t>561.7444</w:t>
      </w:r>
      <w:r>
        <w:tab/>
        <w:t>4.051e0</w:t>
      </w:r>
    </w:p>
    <w:p w:rsidR="007B2329" w:rsidRDefault="007B2329" w:rsidP="007B2329">
      <w:r>
        <w:t>561.7498</w:t>
      </w:r>
      <w:r>
        <w:tab/>
        <w:t>1.013e0</w:t>
      </w:r>
    </w:p>
    <w:p w:rsidR="007B2329" w:rsidRDefault="007B2329" w:rsidP="007B2329">
      <w:r>
        <w:t>561.7578</w:t>
      </w:r>
      <w:r>
        <w:tab/>
        <w:t>4.051e0</w:t>
      </w:r>
    </w:p>
    <w:p w:rsidR="007B2329" w:rsidRDefault="007B2329" w:rsidP="007B2329">
      <w:r>
        <w:t>561.7631</w:t>
      </w:r>
      <w:r>
        <w:tab/>
        <w:t>1.013e0</w:t>
      </w:r>
    </w:p>
    <w:p w:rsidR="007B2329" w:rsidRDefault="007B2329" w:rsidP="007B2329">
      <w:r>
        <w:t>561.7936</w:t>
      </w:r>
      <w:r>
        <w:tab/>
        <w:t>1.553e0</w:t>
      </w:r>
    </w:p>
    <w:p w:rsidR="007B2329" w:rsidRDefault="007B2329" w:rsidP="007B2329">
      <w:r>
        <w:t>561.8019</w:t>
      </w:r>
      <w:r>
        <w:tab/>
        <w:t>1.013e0</w:t>
      </w:r>
    </w:p>
    <w:p w:rsidR="007B2329" w:rsidRDefault="007B2329" w:rsidP="007B2329">
      <w:r>
        <w:t>561.8122</w:t>
      </w:r>
      <w:r>
        <w:tab/>
        <w:t>3.038e0</w:t>
      </w:r>
    </w:p>
    <w:p w:rsidR="007B2329" w:rsidRDefault="007B2329" w:rsidP="007B2329">
      <w:r>
        <w:t>561.8211</w:t>
      </w:r>
      <w:r>
        <w:tab/>
        <w:t>2.025e0</w:t>
      </w:r>
    </w:p>
    <w:p w:rsidR="007B2329" w:rsidRDefault="007B2329" w:rsidP="007B2329">
      <w:r>
        <w:t>561.8392</w:t>
      </w:r>
      <w:r>
        <w:tab/>
        <w:t>2.025e0</w:t>
      </w:r>
    </w:p>
    <w:p w:rsidR="007B2329" w:rsidRDefault="007B2329" w:rsidP="007B2329">
      <w:r>
        <w:t>561.8694</w:t>
      </w:r>
      <w:r>
        <w:tab/>
        <w:t>1.013e0</w:t>
      </w:r>
    </w:p>
    <w:p w:rsidR="007B2329" w:rsidRDefault="007B2329" w:rsidP="007B2329">
      <w:r>
        <w:lastRenderedPageBreak/>
        <w:t>561.8873</w:t>
      </w:r>
      <w:r>
        <w:tab/>
        <w:t>3.038e0</w:t>
      </w:r>
    </w:p>
    <w:p w:rsidR="007B2329" w:rsidRDefault="007B2329" w:rsidP="007B2329">
      <w:r>
        <w:t>561.8887</w:t>
      </w:r>
      <w:r>
        <w:tab/>
        <w:t>1.013e0</w:t>
      </w:r>
    </w:p>
    <w:p w:rsidR="007B2329" w:rsidRDefault="007B2329" w:rsidP="007B2329">
      <w:r>
        <w:t>561.9131</w:t>
      </w:r>
      <w:r>
        <w:tab/>
        <w:t>2.532e-2</w:t>
      </w:r>
    </w:p>
    <w:p w:rsidR="007B2329" w:rsidRDefault="007B2329" w:rsidP="007B2329">
      <w:r>
        <w:t>561.9456</w:t>
      </w:r>
      <w:r>
        <w:tab/>
        <w:t>3.038e0</w:t>
      </w:r>
    </w:p>
    <w:p w:rsidR="007B2329" w:rsidRDefault="007B2329" w:rsidP="007B2329">
      <w:r>
        <w:t>561.9467</w:t>
      </w:r>
      <w:r>
        <w:tab/>
        <w:t>1.013e0</w:t>
      </w:r>
    </w:p>
    <w:p w:rsidR="007B2329" w:rsidRDefault="007B2329" w:rsidP="007B2329">
      <w:r>
        <w:t>561.9576</w:t>
      </w:r>
      <w:r>
        <w:tab/>
        <w:t>2.025e0</w:t>
      </w:r>
    </w:p>
    <w:p w:rsidR="007B2329" w:rsidRDefault="007B2329" w:rsidP="007B2329">
      <w:r>
        <w:t>561.9683</w:t>
      </w:r>
      <w:r>
        <w:tab/>
        <w:t>1.013e0</w:t>
      </w:r>
    </w:p>
    <w:p w:rsidR="007B2329" w:rsidRDefault="007B2329" w:rsidP="007B2329">
      <w:r>
        <w:t>561.9731</w:t>
      </w:r>
      <w:r>
        <w:tab/>
        <w:t>2.025e0</w:t>
      </w:r>
    </w:p>
    <w:p w:rsidR="007B2329" w:rsidRDefault="007B2329" w:rsidP="007B2329">
      <w:r>
        <w:t>561.9854</w:t>
      </w:r>
      <w:r>
        <w:tab/>
        <w:t>2.025e0</w:t>
      </w:r>
    </w:p>
    <w:p w:rsidR="007B2329" w:rsidRDefault="007B2329" w:rsidP="007B2329">
      <w:r>
        <w:t>562.0145</w:t>
      </w:r>
      <w:r>
        <w:tab/>
        <w:t>2.025e0</w:t>
      </w:r>
    </w:p>
    <w:p w:rsidR="007B2329" w:rsidRDefault="007B2329" w:rsidP="007B2329">
      <w:r>
        <w:t>562.0242</w:t>
      </w:r>
      <w:r>
        <w:tab/>
        <w:t>2.025e0</w:t>
      </w:r>
    </w:p>
    <w:p w:rsidR="007B2329" w:rsidRDefault="007B2329" w:rsidP="007B2329">
      <w:r>
        <w:t>562.0314</w:t>
      </w:r>
      <w:r>
        <w:tab/>
        <w:t>2.025e0</w:t>
      </w:r>
    </w:p>
    <w:p w:rsidR="007B2329" w:rsidRDefault="007B2329" w:rsidP="007B2329">
      <w:r>
        <w:t>562.0368</w:t>
      </w:r>
      <w:r>
        <w:tab/>
        <w:t>2.038e0</w:t>
      </w:r>
    </w:p>
    <w:p w:rsidR="007B2329" w:rsidRDefault="007B2329" w:rsidP="007B2329">
      <w:r>
        <w:t>562.0395</w:t>
      </w:r>
      <w:r>
        <w:tab/>
        <w:t>1.013e0</w:t>
      </w:r>
    </w:p>
    <w:p w:rsidR="007B2329" w:rsidRDefault="007B2329" w:rsidP="007B2329">
      <w:r>
        <w:t>562.0578</w:t>
      </w:r>
      <w:r>
        <w:tab/>
        <w:t>1.013e0</w:t>
      </w:r>
    </w:p>
    <w:p w:rsidR="007B2329" w:rsidRDefault="007B2329" w:rsidP="007B2329">
      <w:r>
        <w:t>562.0628</w:t>
      </w:r>
      <w:r>
        <w:tab/>
        <w:t>2.025e0</w:t>
      </w:r>
    </w:p>
    <w:p w:rsidR="007B2329" w:rsidRDefault="007B2329" w:rsidP="007B2329">
      <w:r>
        <w:t>562.0841</w:t>
      </w:r>
      <w:r>
        <w:tab/>
        <w:t>2.025e0</w:t>
      </w:r>
    </w:p>
    <w:p w:rsidR="007B2329" w:rsidRDefault="007B2329" w:rsidP="007B2329">
      <w:r>
        <w:t>562.0922</w:t>
      </w:r>
      <w:r>
        <w:tab/>
        <w:t>2.025e0</w:t>
      </w:r>
    </w:p>
    <w:p w:rsidR="007B2329" w:rsidRDefault="007B2329" w:rsidP="007B2329">
      <w:r>
        <w:t>562.1113</w:t>
      </w:r>
      <w:r>
        <w:tab/>
        <w:t>2.025e0</w:t>
      </w:r>
    </w:p>
    <w:p w:rsidR="007B2329" w:rsidRDefault="007B2329" w:rsidP="007B2329">
      <w:r>
        <w:lastRenderedPageBreak/>
        <w:t>562.1251</w:t>
      </w:r>
      <w:r>
        <w:tab/>
        <w:t>1.025e0</w:t>
      </w:r>
    </w:p>
    <w:p w:rsidR="007B2329" w:rsidRDefault="007B2329" w:rsidP="007B2329">
      <w:r>
        <w:t>562.1356</w:t>
      </w:r>
      <w:r>
        <w:tab/>
        <w:t>2.532e-2</w:t>
      </w:r>
    </w:p>
    <w:p w:rsidR="007B2329" w:rsidRDefault="007B2329" w:rsidP="007B2329">
      <w:r>
        <w:t>562.1404</w:t>
      </w:r>
      <w:r>
        <w:tab/>
        <w:t>1.013e0</w:t>
      </w:r>
    </w:p>
    <w:p w:rsidR="007B2329" w:rsidRDefault="007B2329" w:rsidP="007B2329">
      <w:r>
        <w:t>562.1500</w:t>
      </w:r>
      <w:r>
        <w:tab/>
        <w:t>1.013e0</w:t>
      </w:r>
    </w:p>
    <w:p w:rsidR="007B2329" w:rsidRDefault="007B2329" w:rsidP="007B2329">
      <w:r>
        <w:t>562.1514</w:t>
      </w:r>
      <w:r>
        <w:tab/>
        <w:t>3.038e0</w:t>
      </w:r>
    </w:p>
    <w:p w:rsidR="007B2329" w:rsidRDefault="007B2329" w:rsidP="007B2329">
      <w:r>
        <w:t>562.1626</w:t>
      </w:r>
      <w:r>
        <w:tab/>
        <w:t>4.347e0</w:t>
      </w:r>
    </w:p>
    <w:p w:rsidR="007B2329" w:rsidRDefault="007B2329" w:rsidP="007B2329">
      <w:r>
        <w:t>562.1829</w:t>
      </w:r>
      <w:r>
        <w:tab/>
        <w:t>5.063e0</w:t>
      </w:r>
    </w:p>
    <w:p w:rsidR="007B2329" w:rsidRDefault="007B2329" w:rsidP="007B2329">
      <w:r>
        <w:t>562.2025</w:t>
      </w:r>
      <w:r>
        <w:tab/>
        <w:t>1.013e0</w:t>
      </w:r>
    </w:p>
    <w:p w:rsidR="007B2329" w:rsidRDefault="007B2329" w:rsidP="007B2329">
      <w:r>
        <w:t>562.2209</w:t>
      </w:r>
      <w:r>
        <w:tab/>
        <w:t>2.774e0</w:t>
      </w:r>
    </w:p>
    <w:p w:rsidR="007B2329" w:rsidRDefault="007B2329" w:rsidP="007B2329">
      <w:r>
        <w:t>562.2350</w:t>
      </w:r>
      <w:r>
        <w:tab/>
        <w:t>2.131e0</w:t>
      </w:r>
    </w:p>
    <w:p w:rsidR="007B2329" w:rsidRDefault="007B2329" w:rsidP="007B2329">
      <w:r>
        <w:t>562.2603</w:t>
      </w:r>
      <w:r>
        <w:tab/>
        <w:t>2.593e0</w:t>
      </w:r>
    </w:p>
    <w:p w:rsidR="007B2329" w:rsidRDefault="007B2329" w:rsidP="007B2329">
      <w:r>
        <w:t>562.2663</w:t>
      </w:r>
      <w:r>
        <w:tab/>
        <w:t>4.139e0</w:t>
      </w:r>
    </w:p>
    <w:p w:rsidR="007B2329" w:rsidRDefault="007B2329" w:rsidP="007B2329">
      <w:r>
        <w:t>562.2698</w:t>
      </w:r>
      <w:r>
        <w:tab/>
        <w:t>1.504e0</w:t>
      </w:r>
    </w:p>
    <w:p w:rsidR="007B2329" w:rsidRDefault="007B2329" w:rsidP="007B2329">
      <w:r>
        <w:t>562.2736</w:t>
      </w:r>
      <w:r>
        <w:tab/>
        <w:t>2.602e0</w:t>
      </w:r>
    </w:p>
    <w:p w:rsidR="007B2329" w:rsidRDefault="007B2329" w:rsidP="007B2329">
      <w:r>
        <w:t>562.2759</w:t>
      </w:r>
      <w:r>
        <w:tab/>
        <w:t>6.832e0</w:t>
      </w:r>
    </w:p>
    <w:p w:rsidR="007B2329" w:rsidRDefault="007B2329" w:rsidP="007B2329">
      <w:r>
        <w:t>562.3400</w:t>
      </w:r>
      <w:r>
        <w:tab/>
        <w:t>2.964e0</w:t>
      </w:r>
    </w:p>
    <w:p w:rsidR="007B2329" w:rsidRDefault="007B2329" w:rsidP="007B2329">
      <w:r>
        <w:t>562.3471</w:t>
      </w:r>
      <w:r>
        <w:tab/>
        <w:t>1.329e0</w:t>
      </w:r>
    </w:p>
    <w:p w:rsidR="007B2329" w:rsidRDefault="007B2329" w:rsidP="007B2329">
      <w:r>
        <w:t>562.3530</w:t>
      </w:r>
      <w:r>
        <w:tab/>
        <w:t>1.013e0</w:t>
      </w:r>
    </w:p>
    <w:p w:rsidR="007B2329" w:rsidRDefault="007B2329" w:rsidP="007B2329">
      <w:r>
        <w:t>562.3923</w:t>
      </w:r>
      <w:r>
        <w:tab/>
        <w:t>1.835e0</w:t>
      </w:r>
    </w:p>
    <w:p w:rsidR="007B2329" w:rsidRDefault="007B2329" w:rsidP="007B2329">
      <w:r>
        <w:lastRenderedPageBreak/>
        <w:t>562.3950</w:t>
      </w:r>
      <w:r>
        <w:tab/>
        <w:t>2.025e0</w:t>
      </w:r>
    </w:p>
    <w:p w:rsidR="007B2329" w:rsidRDefault="007B2329" w:rsidP="007B2329">
      <w:r>
        <w:t>562.4113</w:t>
      </w:r>
      <w:r>
        <w:tab/>
        <w:t>1.013e0</w:t>
      </w:r>
    </w:p>
    <w:p w:rsidR="007B2329" w:rsidRDefault="007B2329" w:rsidP="007B2329">
      <w:r>
        <w:t>562.4200</w:t>
      </w:r>
      <w:r>
        <w:tab/>
        <w:t>2.855e0</w:t>
      </w:r>
    </w:p>
    <w:p w:rsidR="007B2329" w:rsidRDefault="007B2329" w:rsidP="007B2329">
      <w:r>
        <w:t>562.4515</w:t>
      </w:r>
      <w:r>
        <w:tab/>
        <w:t>4.051e0</w:t>
      </w:r>
    </w:p>
    <w:p w:rsidR="007B2329" w:rsidRDefault="007B2329" w:rsidP="007B2329">
      <w:r>
        <w:t>562.4692</w:t>
      </w:r>
      <w:r>
        <w:tab/>
        <w:t>2.025e0</w:t>
      </w:r>
    </w:p>
    <w:p w:rsidR="007B2329" w:rsidRDefault="007B2329" w:rsidP="007B2329">
      <w:r>
        <w:t>562.5064</w:t>
      </w:r>
      <w:r>
        <w:tab/>
        <w:t>2.025e0</w:t>
      </w:r>
    </w:p>
    <w:p w:rsidR="007B2329" w:rsidRDefault="007B2329" w:rsidP="007B2329">
      <w:r>
        <w:t>562.5106</w:t>
      </w:r>
      <w:r>
        <w:tab/>
        <w:t>1.013e0</w:t>
      </w:r>
    </w:p>
    <w:p w:rsidR="007B2329" w:rsidRDefault="007B2329" w:rsidP="007B2329">
      <w:r>
        <w:t>562.5336</w:t>
      </w:r>
      <w:r>
        <w:tab/>
        <w:t>2.025e0</w:t>
      </w:r>
    </w:p>
    <w:p w:rsidR="007B2329" w:rsidRDefault="007B2329" w:rsidP="007B2329">
      <w:r>
        <w:t>562.5627</w:t>
      </w:r>
      <w:r>
        <w:tab/>
        <w:t>7.089e0</w:t>
      </w:r>
    </w:p>
    <w:p w:rsidR="007B2329" w:rsidRDefault="007B2329" w:rsidP="007B2329">
      <w:r>
        <w:t>562.5758</w:t>
      </w:r>
      <w:r>
        <w:tab/>
        <w:t>1.013e0</w:t>
      </w:r>
    </w:p>
    <w:p w:rsidR="007B2329" w:rsidRDefault="007B2329" w:rsidP="007B2329">
      <w:r>
        <w:t>562.5949</w:t>
      </w:r>
      <w:r>
        <w:tab/>
        <w:t>3.627e0</w:t>
      </w:r>
    </w:p>
    <w:p w:rsidR="007B2329" w:rsidRDefault="007B2329" w:rsidP="007B2329">
      <w:r>
        <w:t>562.6293</w:t>
      </w:r>
      <w:r>
        <w:tab/>
        <w:t>2.025e0</w:t>
      </w:r>
    </w:p>
    <w:p w:rsidR="007B2329" w:rsidRDefault="007B2329" w:rsidP="007B2329">
      <w:r>
        <w:t>562.6365</w:t>
      </w:r>
      <w:r>
        <w:tab/>
        <w:t>4.051e0</w:t>
      </w:r>
    </w:p>
    <w:p w:rsidR="007B2329" w:rsidRDefault="007B2329" w:rsidP="007B2329">
      <w:r>
        <w:t>562.6497</w:t>
      </w:r>
      <w:r>
        <w:tab/>
        <w:t>2.449e0</w:t>
      </w:r>
    </w:p>
    <w:p w:rsidR="007B2329" w:rsidRDefault="007B2329" w:rsidP="007B2329">
      <w:r>
        <w:t>562.6892</w:t>
      </w:r>
      <w:r>
        <w:tab/>
        <w:t>1.013e0</w:t>
      </w:r>
    </w:p>
    <w:p w:rsidR="007B2329" w:rsidRDefault="007B2329" w:rsidP="007B2329">
      <w:r>
        <w:t>562.7263</w:t>
      </w:r>
      <w:r>
        <w:tab/>
        <w:t>1.013e0</w:t>
      </w:r>
    </w:p>
    <w:p w:rsidR="007B2329" w:rsidRDefault="007B2329" w:rsidP="007B2329">
      <w:r>
        <w:t>562.7307</w:t>
      </w:r>
      <w:r>
        <w:tab/>
        <w:t>2.025e0</w:t>
      </w:r>
    </w:p>
    <w:p w:rsidR="007B2329" w:rsidRDefault="007B2329" w:rsidP="007B2329">
      <w:r>
        <w:t>562.7497</w:t>
      </w:r>
      <w:r>
        <w:tab/>
        <w:t>3.038e0</w:t>
      </w:r>
    </w:p>
    <w:p w:rsidR="007B2329" w:rsidRDefault="007B2329" w:rsidP="007B2329">
      <w:r>
        <w:t>562.7526</w:t>
      </w:r>
      <w:r>
        <w:tab/>
        <w:t>2.025e0</w:t>
      </w:r>
    </w:p>
    <w:p w:rsidR="007B2329" w:rsidRDefault="007B2329" w:rsidP="007B2329">
      <w:r>
        <w:lastRenderedPageBreak/>
        <w:t>562.7603</w:t>
      </w:r>
      <w:r>
        <w:tab/>
        <w:t>2.025e0</w:t>
      </w:r>
    </w:p>
    <w:p w:rsidR="007B2329" w:rsidRDefault="007B2329" w:rsidP="007B2329">
      <w:r>
        <w:t>562.7629</w:t>
      </w:r>
      <w:r>
        <w:tab/>
        <w:t>2.025e0</w:t>
      </w:r>
    </w:p>
    <w:p w:rsidR="007B2329" w:rsidRDefault="007B2329" w:rsidP="007B2329">
      <w:r>
        <w:t>562.7888</w:t>
      </w:r>
      <w:r>
        <w:tab/>
        <w:t>2.025e0</w:t>
      </w:r>
    </w:p>
    <w:p w:rsidR="007B2329" w:rsidRDefault="007B2329" w:rsidP="007B2329">
      <w:r>
        <w:t>562.7986</w:t>
      </w:r>
      <w:r>
        <w:tab/>
        <w:t>4.051e0</w:t>
      </w:r>
    </w:p>
    <w:p w:rsidR="007B2329" w:rsidRDefault="007B2329" w:rsidP="007B2329">
      <w:r>
        <w:t>562.8279</w:t>
      </w:r>
      <w:r>
        <w:tab/>
        <w:t>2.025e0</w:t>
      </w:r>
    </w:p>
    <w:p w:rsidR="007B2329" w:rsidRDefault="007B2329" w:rsidP="007B2329">
      <w:r>
        <w:t>562.8862</w:t>
      </w:r>
      <w:r>
        <w:tab/>
        <w:t>3.038e0</w:t>
      </w:r>
    </w:p>
    <w:p w:rsidR="007B2329" w:rsidRDefault="007B2329" w:rsidP="007B2329">
      <w:r>
        <w:t>562.8894</w:t>
      </w:r>
      <w:r>
        <w:tab/>
        <w:t>1.013e0</w:t>
      </w:r>
    </w:p>
    <w:p w:rsidR="007B2329" w:rsidRDefault="007B2329" w:rsidP="007B2329">
      <w:r>
        <w:t>562.9147</w:t>
      </w:r>
      <w:r>
        <w:tab/>
        <w:t>1.013e0</w:t>
      </w:r>
    </w:p>
    <w:p w:rsidR="007B2329" w:rsidRDefault="007B2329" w:rsidP="007B2329">
      <w:r>
        <w:t>562.9238</w:t>
      </w:r>
      <w:r>
        <w:tab/>
        <w:t>1.013e0</w:t>
      </w:r>
    </w:p>
    <w:p w:rsidR="007B2329" w:rsidRDefault="007B2329" w:rsidP="007B2329">
      <w:r>
        <w:t>562.9259</w:t>
      </w:r>
      <w:r>
        <w:tab/>
        <w:t>1.013e0</w:t>
      </w:r>
    </w:p>
    <w:p w:rsidR="007B2329" w:rsidRDefault="007B2329" w:rsidP="007B2329">
      <w:r>
        <w:t>562.9340</w:t>
      </w:r>
      <w:r>
        <w:tab/>
        <w:t>1.013e0</w:t>
      </w:r>
    </w:p>
    <w:p w:rsidR="007B2329" w:rsidRDefault="007B2329" w:rsidP="007B2329">
      <w:r>
        <w:t>562.9786</w:t>
      </w:r>
      <w:r>
        <w:tab/>
        <w:t>1.013e0</w:t>
      </w:r>
    </w:p>
    <w:p w:rsidR="007B2329" w:rsidRDefault="007B2329" w:rsidP="007B2329">
      <w:r>
        <w:t>562.9921</w:t>
      </w:r>
      <w:r>
        <w:tab/>
        <w:t>1.013e0</w:t>
      </w:r>
    </w:p>
    <w:p w:rsidR="007B2329" w:rsidRDefault="007B2329" w:rsidP="007B2329">
      <w:r>
        <w:t>562.9971</w:t>
      </w:r>
      <w:r>
        <w:tab/>
        <w:t>1.013e0</w:t>
      </w:r>
    </w:p>
    <w:p w:rsidR="007B2329" w:rsidRDefault="007B2329" w:rsidP="007B2329">
      <w:r>
        <w:t>563.0042</w:t>
      </w:r>
      <w:r>
        <w:tab/>
        <w:t>4.051e0</w:t>
      </w:r>
    </w:p>
    <w:p w:rsidR="007B2329" w:rsidRDefault="007B2329" w:rsidP="007B2329">
      <w:r>
        <w:t>563.0065</w:t>
      </w:r>
      <w:r>
        <w:tab/>
        <w:t>2.025e0</w:t>
      </w:r>
    </w:p>
    <w:p w:rsidR="007B2329" w:rsidRDefault="007B2329" w:rsidP="007B2329">
      <w:r>
        <w:t>563.0214</w:t>
      </w:r>
      <w:r>
        <w:tab/>
        <w:t>1.013e0</w:t>
      </w:r>
    </w:p>
    <w:p w:rsidR="007B2329" w:rsidRDefault="007B2329" w:rsidP="007B2329">
      <w:r>
        <w:t>563.0488</w:t>
      </w:r>
      <w:r>
        <w:tab/>
        <w:t>2.025e0</w:t>
      </w:r>
    </w:p>
    <w:p w:rsidR="007B2329" w:rsidRDefault="007B2329" w:rsidP="007B2329">
      <w:r>
        <w:t>563.0570</w:t>
      </w:r>
      <w:r>
        <w:tab/>
        <w:t>2.025e0</w:t>
      </w:r>
    </w:p>
    <w:p w:rsidR="007B2329" w:rsidRDefault="007B2329" w:rsidP="007B2329">
      <w:r>
        <w:lastRenderedPageBreak/>
        <w:t>563.0706</w:t>
      </w:r>
      <w:r>
        <w:tab/>
        <w:t>1.013e0</w:t>
      </w:r>
    </w:p>
    <w:p w:rsidR="007B2329" w:rsidRDefault="007B2329" w:rsidP="007B2329">
      <w:r>
        <w:t>563.0864</w:t>
      </w:r>
      <w:r>
        <w:tab/>
        <w:t>2.025e0</w:t>
      </w:r>
    </w:p>
    <w:p w:rsidR="007B2329" w:rsidRDefault="007B2329" w:rsidP="007B2329">
      <w:r>
        <w:t>563.0988</w:t>
      </w:r>
      <w:r>
        <w:tab/>
        <w:t>3.038e0</w:t>
      </w:r>
    </w:p>
    <w:p w:rsidR="007B2329" w:rsidRDefault="007B2329" w:rsidP="007B2329">
      <w:r>
        <w:t>563.1281</w:t>
      </w:r>
      <w:r>
        <w:tab/>
        <w:t>1.013e0</w:t>
      </w:r>
    </w:p>
    <w:p w:rsidR="007B2329" w:rsidRDefault="007B2329" w:rsidP="007B2329">
      <w:r>
        <w:t>563.1328</w:t>
      </w:r>
      <w:r>
        <w:tab/>
        <w:t>2.025e0</w:t>
      </w:r>
    </w:p>
    <w:p w:rsidR="007B2329" w:rsidRDefault="007B2329" w:rsidP="007B2329">
      <w:r>
        <w:t>563.1376</w:t>
      </w:r>
      <w:r>
        <w:tab/>
        <w:t>1.013e0</w:t>
      </w:r>
    </w:p>
    <w:p w:rsidR="007B2329" w:rsidRDefault="007B2329" w:rsidP="007B2329">
      <w:r>
        <w:t>563.1472</w:t>
      </w:r>
      <w:r>
        <w:tab/>
        <w:t>1.013e0</w:t>
      </w:r>
    </w:p>
    <w:p w:rsidR="007B2329" w:rsidRDefault="007B2329" w:rsidP="007B2329">
      <w:r>
        <w:t>563.1511</w:t>
      </w:r>
      <w:r>
        <w:tab/>
        <w:t>2.025e0</w:t>
      </w:r>
    </w:p>
    <w:p w:rsidR="007B2329" w:rsidRDefault="007B2329" w:rsidP="007B2329">
      <w:r>
        <w:t>563.1534</w:t>
      </w:r>
      <w:r>
        <w:tab/>
        <w:t>6.076e0</w:t>
      </w:r>
    </w:p>
    <w:p w:rsidR="007B2329" w:rsidRDefault="007B2329" w:rsidP="007B2329">
      <w:r>
        <w:t>563.1545</w:t>
      </w:r>
      <w:r>
        <w:tab/>
        <w:t>4.051e0</w:t>
      </w:r>
    </w:p>
    <w:p w:rsidR="007B2329" w:rsidRDefault="007B2329" w:rsidP="007B2329">
      <w:r>
        <w:t>563.1638</w:t>
      </w:r>
      <w:r>
        <w:tab/>
        <w:t>2.038e0</w:t>
      </w:r>
    </w:p>
    <w:p w:rsidR="007B2329" w:rsidRDefault="007B2329" w:rsidP="007B2329">
      <w:r>
        <w:t>563.1724</w:t>
      </w:r>
      <w:r>
        <w:tab/>
        <w:t>3.038e0</w:t>
      </w:r>
    </w:p>
    <w:p w:rsidR="007B2329" w:rsidRDefault="007B2329" w:rsidP="007B2329">
      <w:r>
        <w:t>563.1793</w:t>
      </w:r>
      <w:r>
        <w:tab/>
        <w:t>1.994e0</w:t>
      </w:r>
    </w:p>
    <w:p w:rsidR="007B2329" w:rsidRDefault="007B2329" w:rsidP="007B2329">
      <w:r>
        <w:t>563.1861</w:t>
      </w:r>
      <w:r>
        <w:tab/>
        <w:t>1.013e0</w:t>
      </w:r>
    </w:p>
    <w:p w:rsidR="007B2329" w:rsidRDefault="007B2329" w:rsidP="007B2329">
      <w:r>
        <w:t>563.2170</w:t>
      </w:r>
      <w:r>
        <w:tab/>
        <w:t>1.236e0</w:t>
      </w:r>
    </w:p>
    <w:p w:rsidR="007B2329" w:rsidRDefault="007B2329" w:rsidP="007B2329">
      <w:r>
        <w:t>563.2271</w:t>
      </w:r>
      <w:r>
        <w:tab/>
        <w:t>2.025e0</w:t>
      </w:r>
    </w:p>
    <w:p w:rsidR="007B2329" w:rsidRDefault="007B2329" w:rsidP="007B2329">
      <w:r>
        <w:t>563.2296</w:t>
      </w:r>
      <w:r>
        <w:tab/>
        <w:t>3.078e0</w:t>
      </w:r>
    </w:p>
    <w:p w:rsidR="007B2329" w:rsidRDefault="007B2329" w:rsidP="007B2329">
      <w:r>
        <w:t>563.2323</w:t>
      </w:r>
      <w:r>
        <w:tab/>
        <w:t>1.116e0</w:t>
      </w:r>
    </w:p>
    <w:p w:rsidR="007B2329" w:rsidRDefault="007B2329" w:rsidP="007B2329">
      <w:r>
        <w:t>563.2377</w:t>
      </w:r>
      <w:r>
        <w:tab/>
        <w:t>1.793e0</w:t>
      </w:r>
    </w:p>
    <w:p w:rsidR="007B2329" w:rsidRDefault="007B2329" w:rsidP="007B2329">
      <w:r>
        <w:lastRenderedPageBreak/>
        <w:t>563.3262</w:t>
      </w:r>
      <w:r>
        <w:tab/>
        <w:t>1.394e1</w:t>
      </w:r>
    </w:p>
    <w:p w:rsidR="007B2329" w:rsidRDefault="007B2329" w:rsidP="007B2329">
      <w:r>
        <w:t>563.3286</w:t>
      </w:r>
      <w:r>
        <w:tab/>
        <w:t>3.513e1</w:t>
      </w:r>
    </w:p>
    <w:p w:rsidR="007B2329" w:rsidRDefault="007B2329" w:rsidP="007B2329">
      <w:r>
        <w:t>563.3327</w:t>
      </w:r>
      <w:r>
        <w:tab/>
        <w:t>4.701e1</w:t>
      </w:r>
    </w:p>
    <w:p w:rsidR="007B2329" w:rsidRDefault="007B2329" w:rsidP="007B2329">
      <w:r>
        <w:t>563.3342</w:t>
      </w:r>
      <w:r>
        <w:tab/>
        <w:t>1.886e1</w:t>
      </w:r>
    </w:p>
    <w:p w:rsidR="007B2329" w:rsidRDefault="007B2329" w:rsidP="007B2329">
      <w:r>
        <w:t>563.3358</w:t>
      </w:r>
      <w:r>
        <w:tab/>
        <w:t>3.165e1</w:t>
      </w:r>
    </w:p>
    <w:p w:rsidR="007B2329" w:rsidRDefault="007B2329" w:rsidP="007B2329">
      <w:r>
        <w:t>563.3483</w:t>
      </w:r>
      <w:r>
        <w:tab/>
        <w:t>2.210e1</w:t>
      </w:r>
    </w:p>
    <w:p w:rsidR="007B2329" w:rsidRDefault="007B2329" w:rsidP="007B2329">
      <w:r>
        <w:t>563.3992</w:t>
      </w:r>
      <w:r>
        <w:tab/>
        <w:t>2.822e0</w:t>
      </w:r>
    </w:p>
    <w:p w:rsidR="007B2329" w:rsidRDefault="007B2329" w:rsidP="007B2329">
      <w:r>
        <w:t>563.4025</w:t>
      </w:r>
      <w:r>
        <w:tab/>
        <w:t>2.025e0</w:t>
      </w:r>
    </w:p>
    <w:p w:rsidR="007B2329" w:rsidRDefault="007B2329" w:rsidP="007B2329">
      <w:r>
        <w:t>563.4172</w:t>
      </w:r>
      <w:r>
        <w:tab/>
        <w:t>2.038e0</w:t>
      </w:r>
    </w:p>
    <w:p w:rsidR="007B2329" w:rsidRDefault="007B2329" w:rsidP="007B2329">
      <w:r>
        <w:t>563.4240</w:t>
      </w:r>
      <w:r>
        <w:tab/>
        <w:t>2.025e0</w:t>
      </w:r>
    </w:p>
    <w:p w:rsidR="007B2329" w:rsidRDefault="007B2329" w:rsidP="007B2329">
      <w:r>
        <w:t>563.4476</w:t>
      </w:r>
      <w:r>
        <w:tab/>
        <w:t>1.013e0</w:t>
      </w:r>
    </w:p>
    <w:p w:rsidR="007B2329" w:rsidRDefault="007B2329" w:rsidP="007B2329">
      <w:r>
        <w:t>563.4940</w:t>
      </w:r>
      <w:r>
        <w:tab/>
        <w:t>4.811e0</w:t>
      </w:r>
    </w:p>
    <w:p w:rsidR="007B2329" w:rsidRDefault="007B2329" w:rsidP="007B2329">
      <w:r>
        <w:t>563.4973</w:t>
      </w:r>
      <w:r>
        <w:tab/>
        <w:t>3.038e0</w:t>
      </w:r>
    </w:p>
    <w:p w:rsidR="007B2329" w:rsidRDefault="007B2329" w:rsidP="007B2329">
      <w:r>
        <w:t>563.5024</w:t>
      </w:r>
      <w:r>
        <w:tab/>
        <w:t>1.013e0</w:t>
      </w:r>
    </w:p>
    <w:p w:rsidR="007B2329" w:rsidRDefault="007B2329" w:rsidP="007B2329">
      <w:r>
        <w:t>563.5252</w:t>
      </w:r>
      <w:r>
        <w:tab/>
        <w:t>1.013e0</w:t>
      </w:r>
    </w:p>
    <w:p w:rsidR="007B2329" w:rsidRDefault="007B2329" w:rsidP="007B2329">
      <w:r>
        <w:t>563.5943</w:t>
      </w:r>
      <w:r>
        <w:tab/>
        <w:t>2.025e0</w:t>
      </w:r>
    </w:p>
    <w:p w:rsidR="007B2329" w:rsidRDefault="007B2329" w:rsidP="007B2329">
      <w:r>
        <w:t>563.6028</w:t>
      </w:r>
      <w:r>
        <w:tab/>
        <w:t>1.013e0</w:t>
      </w:r>
    </w:p>
    <w:p w:rsidR="007B2329" w:rsidRDefault="007B2329" w:rsidP="007B2329">
      <w:r>
        <w:t>563.6417</w:t>
      </w:r>
      <w:r>
        <w:tab/>
        <w:t>1.013e0</w:t>
      </w:r>
    </w:p>
    <w:p w:rsidR="007B2329" w:rsidRDefault="007B2329" w:rsidP="007B2329">
      <w:r>
        <w:t>563.6655</w:t>
      </w:r>
      <w:r>
        <w:tab/>
        <w:t>1.013e0</w:t>
      </w:r>
    </w:p>
    <w:p w:rsidR="007B2329" w:rsidRDefault="007B2329" w:rsidP="007B2329">
      <w:r>
        <w:lastRenderedPageBreak/>
        <w:t>563.6708</w:t>
      </w:r>
      <w:r>
        <w:tab/>
        <w:t>1.013e0</w:t>
      </w:r>
    </w:p>
    <w:p w:rsidR="007B2329" w:rsidRDefault="007B2329" w:rsidP="007B2329">
      <w:r>
        <w:t>563.6839</w:t>
      </w:r>
      <w:r>
        <w:tab/>
        <w:t>2.038e0</w:t>
      </w:r>
    </w:p>
    <w:p w:rsidR="007B2329" w:rsidRDefault="007B2329" w:rsidP="007B2329">
      <w:r>
        <w:t>563.7186</w:t>
      </w:r>
      <w:r>
        <w:tab/>
        <w:t>3.038e0</w:t>
      </w:r>
    </w:p>
    <w:p w:rsidR="007B2329" w:rsidRDefault="007B2329" w:rsidP="007B2329">
      <w:r>
        <w:t>563.7388</w:t>
      </w:r>
      <w:r>
        <w:tab/>
        <w:t>2.025e0</w:t>
      </w:r>
    </w:p>
    <w:p w:rsidR="007B2329" w:rsidRDefault="007B2329" w:rsidP="007B2329">
      <w:r>
        <w:t>563.7449</w:t>
      </w:r>
      <w:r>
        <w:tab/>
        <w:t>3.038e0</w:t>
      </w:r>
    </w:p>
    <w:p w:rsidR="007B2329" w:rsidRDefault="007B2329" w:rsidP="007B2329">
      <w:r>
        <w:t>563.7968</w:t>
      </w:r>
      <w:r>
        <w:tab/>
        <w:t>1.013e0</w:t>
      </w:r>
    </w:p>
    <w:p w:rsidR="007B2329" w:rsidRDefault="007B2329" w:rsidP="007B2329">
      <w:r>
        <w:t>563.8012</w:t>
      </w:r>
      <w:r>
        <w:tab/>
        <w:t>2.025e0</w:t>
      </w:r>
    </w:p>
    <w:p w:rsidR="007B2329" w:rsidRDefault="007B2329" w:rsidP="007B2329">
      <w:r>
        <w:t>563.8065</w:t>
      </w:r>
      <w:r>
        <w:tab/>
        <w:t>2.025e0</w:t>
      </w:r>
    </w:p>
    <w:p w:rsidR="007B2329" w:rsidRDefault="007B2329" w:rsidP="007B2329">
      <w:r>
        <w:t>563.8260</w:t>
      </w:r>
      <w:r>
        <w:tab/>
        <w:t>5.063e0</w:t>
      </w:r>
    </w:p>
    <w:p w:rsidR="007B2329" w:rsidRDefault="007B2329" w:rsidP="007B2329">
      <w:r>
        <w:t>563.8688</w:t>
      </w:r>
      <w:r>
        <w:tab/>
        <w:t>2.038e0</w:t>
      </w:r>
    </w:p>
    <w:p w:rsidR="007B2329" w:rsidRDefault="007B2329" w:rsidP="007B2329">
      <w:r>
        <w:t>563.8743</w:t>
      </w:r>
      <w:r>
        <w:tab/>
        <w:t>2.025e0</w:t>
      </w:r>
    </w:p>
    <w:p w:rsidR="007B2329" w:rsidRDefault="007B2329" w:rsidP="007B2329">
      <w:r>
        <w:t>563.8816</w:t>
      </w:r>
      <w:r>
        <w:tab/>
        <w:t>1.013e0</w:t>
      </w:r>
    </w:p>
    <w:p w:rsidR="007B2329" w:rsidRDefault="007B2329" w:rsidP="007B2329">
      <w:r>
        <w:t>563.8997</w:t>
      </w:r>
      <w:r>
        <w:tab/>
        <w:t>1.013e0</w:t>
      </w:r>
    </w:p>
    <w:p w:rsidR="007B2329" w:rsidRDefault="007B2329" w:rsidP="007B2329">
      <w:r>
        <w:t>563.9134</w:t>
      </w:r>
      <w:r>
        <w:tab/>
        <w:t>1.013e0</w:t>
      </w:r>
    </w:p>
    <w:p w:rsidR="007B2329" w:rsidRDefault="007B2329" w:rsidP="007B2329">
      <w:r>
        <w:t>563.9391</w:t>
      </w:r>
      <w:r>
        <w:tab/>
        <w:t>3.038e0</w:t>
      </w:r>
    </w:p>
    <w:p w:rsidR="007B2329" w:rsidRDefault="007B2329" w:rsidP="007B2329">
      <w:r>
        <w:t>563.9617</w:t>
      </w:r>
      <w:r>
        <w:tab/>
        <w:t>1.013e0</w:t>
      </w:r>
    </w:p>
    <w:p w:rsidR="007B2329" w:rsidRDefault="007B2329" w:rsidP="007B2329">
      <w:r>
        <w:t>563.9745</w:t>
      </w:r>
      <w:r>
        <w:tab/>
        <w:t>2.025e0</w:t>
      </w:r>
    </w:p>
    <w:p w:rsidR="007B2329" w:rsidRDefault="007B2329" w:rsidP="007B2329">
      <w:r>
        <w:t>563.9825</w:t>
      </w:r>
      <w:r>
        <w:tab/>
        <w:t>3.038e0</w:t>
      </w:r>
    </w:p>
    <w:p w:rsidR="007B2329" w:rsidRDefault="007B2329" w:rsidP="007B2329">
      <w:r>
        <w:t>564.0159</w:t>
      </w:r>
      <w:r>
        <w:tab/>
        <w:t>2.025e0</w:t>
      </w:r>
    </w:p>
    <w:p w:rsidR="007B2329" w:rsidRDefault="007B2329" w:rsidP="007B2329">
      <w:r>
        <w:lastRenderedPageBreak/>
        <w:t>564.0260</w:t>
      </w:r>
      <w:r>
        <w:tab/>
        <w:t>1.013e0</w:t>
      </w:r>
    </w:p>
    <w:p w:rsidR="007B2329" w:rsidRDefault="007B2329" w:rsidP="007B2329">
      <w:r>
        <w:t>564.0527</w:t>
      </w:r>
      <w:r>
        <w:tab/>
        <w:t>2.025e0</w:t>
      </w:r>
    </w:p>
    <w:p w:rsidR="007B2329" w:rsidRDefault="007B2329" w:rsidP="007B2329">
      <w:r>
        <w:t>564.0590</w:t>
      </w:r>
      <w:r>
        <w:tab/>
        <w:t>1.013e0</w:t>
      </w:r>
    </w:p>
    <w:p w:rsidR="007B2329" w:rsidRDefault="007B2329" w:rsidP="007B2329">
      <w:r>
        <w:t>564.0815</w:t>
      </w:r>
      <w:r>
        <w:tab/>
        <w:t>1.013e0</w:t>
      </w:r>
    </w:p>
    <w:p w:rsidR="007B2329" w:rsidRDefault="007B2329" w:rsidP="007B2329">
      <w:r>
        <w:t>564.1051</w:t>
      </w:r>
      <w:r>
        <w:tab/>
        <w:t>3.038e0</w:t>
      </w:r>
    </w:p>
    <w:p w:rsidR="007B2329" w:rsidRDefault="007B2329" w:rsidP="007B2329">
      <w:r>
        <w:t>564.1106</w:t>
      </w:r>
      <w:r>
        <w:tab/>
        <w:t>1.025e0</w:t>
      </w:r>
    </w:p>
    <w:p w:rsidR="007B2329" w:rsidRDefault="007B2329" w:rsidP="007B2329">
      <w:r>
        <w:t>564.1122</w:t>
      </w:r>
      <w:r>
        <w:tab/>
        <w:t>3.038e0</w:t>
      </w:r>
    </w:p>
    <w:p w:rsidR="007B2329" w:rsidRDefault="007B2329" w:rsidP="007B2329">
      <w:r>
        <w:t>564.1341</w:t>
      </w:r>
      <w:r>
        <w:tab/>
        <w:t>1.013e0</w:t>
      </w:r>
    </w:p>
    <w:p w:rsidR="007B2329" w:rsidRDefault="007B2329" w:rsidP="007B2329">
      <w:r>
        <w:t>564.1385</w:t>
      </w:r>
      <w:r>
        <w:tab/>
        <w:t>2.025e0</w:t>
      </w:r>
    </w:p>
    <w:p w:rsidR="007B2329" w:rsidRDefault="007B2329" w:rsidP="007B2329">
      <w:r>
        <w:t>564.1446</w:t>
      </w:r>
      <w:r>
        <w:tab/>
        <w:t>2.025e0</w:t>
      </w:r>
    </w:p>
    <w:p w:rsidR="007B2329" w:rsidRDefault="007B2329" w:rsidP="007B2329">
      <w:r>
        <w:t>564.1509</w:t>
      </w:r>
      <w:r>
        <w:tab/>
        <w:t>2.025e0</w:t>
      </w:r>
    </w:p>
    <w:p w:rsidR="007B2329" w:rsidRDefault="007B2329" w:rsidP="007B2329">
      <w:r>
        <w:t>564.1562</w:t>
      </w:r>
      <w:r>
        <w:tab/>
        <w:t>1.013e0</w:t>
      </w:r>
    </w:p>
    <w:p w:rsidR="007B2329" w:rsidRDefault="007B2329" w:rsidP="007B2329">
      <w:r>
        <w:t>564.1718</w:t>
      </w:r>
      <w:r>
        <w:tab/>
        <w:t>9.114e0</w:t>
      </w:r>
    </w:p>
    <w:p w:rsidR="007B2329" w:rsidRDefault="007B2329" w:rsidP="007B2329">
      <w:r>
        <w:t>564.1754</w:t>
      </w:r>
      <w:r>
        <w:tab/>
        <w:t>1.013e0</w:t>
      </w:r>
    </w:p>
    <w:p w:rsidR="007B2329" w:rsidRDefault="007B2329" w:rsidP="007B2329">
      <w:r>
        <w:t>564.1788</w:t>
      </w:r>
      <w:r>
        <w:tab/>
        <w:t>3.070e0</w:t>
      </w:r>
    </w:p>
    <w:p w:rsidR="007B2329" w:rsidRDefault="007B2329" w:rsidP="007B2329">
      <w:r>
        <w:t>564.2256</w:t>
      </w:r>
      <w:r>
        <w:tab/>
        <w:t>1.848e0</w:t>
      </w:r>
    </w:p>
    <w:p w:rsidR="007B2329" w:rsidRDefault="007B2329" w:rsidP="007B2329">
      <w:r>
        <w:t>564.2726</w:t>
      </w:r>
      <w:r>
        <w:tab/>
        <w:t>5.664e0</w:t>
      </w:r>
    </w:p>
    <w:p w:rsidR="007B2329" w:rsidRDefault="007B2329" w:rsidP="007B2329">
      <w:r>
        <w:t>564.2902</w:t>
      </w:r>
      <w:r>
        <w:tab/>
        <w:t>4.989e0</w:t>
      </w:r>
    </w:p>
    <w:p w:rsidR="007B2329" w:rsidRDefault="007B2329" w:rsidP="007B2329">
      <w:r>
        <w:t>564.3071</w:t>
      </w:r>
      <w:r>
        <w:tab/>
        <w:t>5.517e0</w:t>
      </w:r>
    </w:p>
    <w:p w:rsidR="007B2329" w:rsidRDefault="007B2329" w:rsidP="007B2329">
      <w:r>
        <w:lastRenderedPageBreak/>
        <w:t>564.3192</w:t>
      </w:r>
      <w:r>
        <w:tab/>
        <w:t>1.164e1</w:t>
      </w:r>
    </w:p>
    <w:p w:rsidR="007B2329" w:rsidRDefault="007B2329" w:rsidP="007B2329">
      <w:r>
        <w:t>564.3240</w:t>
      </w:r>
      <w:r>
        <w:tab/>
        <w:t>1.170e1</w:t>
      </w:r>
    </w:p>
    <w:p w:rsidR="007B2329" w:rsidRDefault="007B2329" w:rsidP="007B2329">
      <w:r>
        <w:t>564.3280</w:t>
      </w:r>
      <w:r>
        <w:tab/>
        <w:t>8.023e0</w:t>
      </w:r>
    </w:p>
    <w:p w:rsidR="007B2329" w:rsidRDefault="007B2329" w:rsidP="007B2329">
      <w:r>
        <w:t>564.3309</w:t>
      </w:r>
      <w:r>
        <w:tab/>
        <w:t>1.870e1</w:t>
      </w:r>
    </w:p>
    <w:p w:rsidR="007B2329" w:rsidRDefault="007B2329" w:rsidP="007B2329">
      <w:r>
        <w:t>564.3350</w:t>
      </w:r>
      <w:r>
        <w:tab/>
        <w:t>1.126e1</w:t>
      </w:r>
    </w:p>
    <w:p w:rsidR="007B2329" w:rsidRDefault="007B2329" w:rsidP="007B2329">
      <w:r>
        <w:t>564.3472</w:t>
      </w:r>
      <w:r>
        <w:tab/>
        <w:t>4.244e0</w:t>
      </w:r>
    </w:p>
    <w:p w:rsidR="007B2329" w:rsidRDefault="007B2329" w:rsidP="007B2329">
      <w:r>
        <w:t>564.3525</w:t>
      </w:r>
      <w:r>
        <w:tab/>
        <w:t>3.063e0</w:t>
      </w:r>
    </w:p>
    <w:p w:rsidR="007B2329" w:rsidRDefault="007B2329" w:rsidP="007B2329">
      <w:r>
        <w:t>564.3720</w:t>
      </w:r>
      <w:r>
        <w:tab/>
        <w:t>7.109e0</w:t>
      </w:r>
    </w:p>
    <w:p w:rsidR="007B2329" w:rsidRDefault="007B2329" w:rsidP="007B2329">
      <w:r>
        <w:t>564.3807</w:t>
      </w:r>
      <w:r>
        <w:tab/>
        <w:t>2.449e0</w:t>
      </w:r>
    </w:p>
    <w:p w:rsidR="007B2329" w:rsidRDefault="007B2329" w:rsidP="007B2329">
      <w:r>
        <w:t>564.4089</w:t>
      </w:r>
      <w:r>
        <w:tab/>
        <w:t>1.728e0</w:t>
      </w:r>
    </w:p>
    <w:p w:rsidR="007B2329" w:rsidRDefault="007B2329" w:rsidP="007B2329">
      <w:r>
        <w:t>564.4117</w:t>
      </w:r>
      <w:r>
        <w:tab/>
        <w:t>3.038e0</w:t>
      </w:r>
    </w:p>
    <w:p w:rsidR="007B2329" w:rsidRDefault="007B2329" w:rsidP="007B2329">
      <w:r>
        <w:t>564.4254</w:t>
      </w:r>
      <w:r>
        <w:tab/>
        <w:t>3.038e0</w:t>
      </w:r>
    </w:p>
    <w:p w:rsidR="007B2329" w:rsidRDefault="007B2329" w:rsidP="007B2329">
      <w:r>
        <w:t>564.4339</w:t>
      </w:r>
      <w:r>
        <w:tab/>
        <w:t>2.025e0</w:t>
      </w:r>
    </w:p>
    <w:p w:rsidR="007B2329" w:rsidRDefault="007B2329" w:rsidP="007B2329">
      <w:r>
        <w:t>564.4375</w:t>
      </w:r>
      <w:r>
        <w:tab/>
        <w:t>2.025e0</w:t>
      </w:r>
    </w:p>
    <w:p w:rsidR="007B2329" w:rsidRDefault="007B2329" w:rsidP="007B2329">
      <w:r>
        <w:t>564.4419</w:t>
      </w:r>
      <w:r>
        <w:tab/>
        <w:t>1.013e0</w:t>
      </w:r>
    </w:p>
    <w:p w:rsidR="007B2329" w:rsidRDefault="007B2329" w:rsidP="007B2329">
      <w:r>
        <w:t>564.4498</w:t>
      </w:r>
      <w:r>
        <w:tab/>
        <w:t>2.025e0</w:t>
      </w:r>
    </w:p>
    <w:p w:rsidR="007B2329" w:rsidRDefault="007B2329" w:rsidP="007B2329">
      <w:r>
        <w:t>564.4582</w:t>
      </w:r>
      <w:r>
        <w:tab/>
        <w:t>4.990e0</w:t>
      </w:r>
    </w:p>
    <w:p w:rsidR="007B2329" w:rsidRDefault="007B2329" w:rsidP="007B2329">
      <w:r>
        <w:t>564.4815</w:t>
      </w:r>
      <w:r>
        <w:tab/>
        <w:t>3.510e0</w:t>
      </w:r>
    </w:p>
    <w:p w:rsidR="007B2329" w:rsidRDefault="007B2329" w:rsidP="007B2329">
      <w:r>
        <w:t>564.4873</w:t>
      </w:r>
      <w:r>
        <w:tab/>
        <w:t>3.038e0</w:t>
      </w:r>
    </w:p>
    <w:p w:rsidR="007B2329" w:rsidRDefault="007B2329" w:rsidP="007B2329">
      <w:r>
        <w:lastRenderedPageBreak/>
        <w:t>564.4969</w:t>
      </w:r>
      <w:r>
        <w:tab/>
        <w:t>1.013e0</w:t>
      </w:r>
    </w:p>
    <w:p w:rsidR="007B2329" w:rsidRDefault="007B2329" w:rsidP="007B2329">
      <w:r>
        <w:t>564.5311</w:t>
      </w:r>
      <w:r>
        <w:tab/>
        <w:t>2.025e0</w:t>
      </w:r>
    </w:p>
    <w:p w:rsidR="007B2329" w:rsidRDefault="007B2329" w:rsidP="007B2329">
      <w:r>
        <w:t>564.5499</w:t>
      </w:r>
      <w:r>
        <w:tab/>
        <w:t>1.013e0</w:t>
      </w:r>
    </w:p>
    <w:p w:rsidR="007B2329" w:rsidRDefault="007B2329" w:rsidP="007B2329">
      <w:r>
        <w:t>564.5541</w:t>
      </w:r>
      <w:r>
        <w:tab/>
        <w:t>2.025e0</w:t>
      </w:r>
    </w:p>
    <w:p w:rsidR="007B2329" w:rsidRDefault="007B2329" w:rsidP="007B2329">
      <w:r>
        <w:t>564.5635</w:t>
      </w:r>
      <w:r>
        <w:tab/>
        <w:t>2.025e0</w:t>
      </w:r>
    </w:p>
    <w:p w:rsidR="007B2329" w:rsidRDefault="007B2329" w:rsidP="007B2329">
      <w:r>
        <w:t>564.5735</w:t>
      </w:r>
      <w:r>
        <w:tab/>
        <w:t>1.013e0</w:t>
      </w:r>
    </w:p>
    <w:p w:rsidR="007B2329" w:rsidRDefault="007B2329" w:rsidP="007B2329">
      <w:r>
        <w:t>564.5774</w:t>
      </w:r>
      <w:r>
        <w:tab/>
        <w:t>2.025e0</w:t>
      </w:r>
    </w:p>
    <w:p w:rsidR="007B2329" w:rsidRDefault="007B2329" w:rsidP="007B2329">
      <w:r>
        <w:t>564.5866</w:t>
      </w:r>
      <w:r>
        <w:tab/>
        <w:t>1.013e0</w:t>
      </w:r>
    </w:p>
    <w:p w:rsidR="007B2329" w:rsidRDefault="007B2329" w:rsidP="007B2329">
      <w:r>
        <w:t>564.6211</w:t>
      </w:r>
      <w:r>
        <w:tab/>
        <w:t>2.025e0</w:t>
      </w:r>
    </w:p>
    <w:p w:rsidR="007B2329" w:rsidRDefault="007B2329" w:rsidP="007B2329">
      <w:r>
        <w:t>564.6234</w:t>
      </w:r>
      <w:r>
        <w:tab/>
        <w:t>1.013e0</w:t>
      </w:r>
    </w:p>
    <w:p w:rsidR="007B2329" w:rsidRDefault="007B2329" w:rsidP="007B2329">
      <w:r>
        <w:t>564.6707</w:t>
      </w:r>
      <w:r>
        <w:tab/>
        <w:t>1.013e0</w:t>
      </w:r>
    </w:p>
    <w:p w:rsidR="007B2329" w:rsidRDefault="007B2329" w:rsidP="007B2329">
      <w:r>
        <w:t>564.6761</w:t>
      </w:r>
      <w:r>
        <w:tab/>
        <w:t>2.025e0</w:t>
      </w:r>
    </w:p>
    <w:p w:rsidR="007B2329" w:rsidRDefault="007B2329" w:rsidP="007B2329">
      <w:r>
        <w:t>564.6804</w:t>
      </w:r>
      <w:r>
        <w:tab/>
        <w:t>1.013e0</w:t>
      </w:r>
    </w:p>
    <w:p w:rsidR="007B2329" w:rsidRDefault="007B2329" w:rsidP="007B2329">
      <w:r>
        <w:t>564.7043</w:t>
      </w:r>
      <w:r>
        <w:tab/>
        <w:t>4.051e0</w:t>
      </w:r>
    </w:p>
    <w:p w:rsidR="007B2329" w:rsidRDefault="007B2329" w:rsidP="007B2329">
      <w:r>
        <w:t>564.7131</w:t>
      </w:r>
      <w:r>
        <w:tab/>
        <w:t>1.013e0</w:t>
      </w:r>
    </w:p>
    <w:p w:rsidR="007B2329" w:rsidRDefault="007B2329" w:rsidP="007B2329">
      <w:r>
        <w:t>564.7465</w:t>
      </w:r>
      <w:r>
        <w:tab/>
        <w:t>2.025e0</w:t>
      </w:r>
    </w:p>
    <w:p w:rsidR="007B2329" w:rsidRDefault="007B2329" w:rsidP="007B2329">
      <w:r>
        <w:t>564.7679</w:t>
      </w:r>
      <w:r>
        <w:tab/>
        <w:t>1.013e0</w:t>
      </w:r>
    </w:p>
    <w:p w:rsidR="007B2329" w:rsidRDefault="007B2329" w:rsidP="007B2329">
      <w:r>
        <w:t>564.7775</w:t>
      </w:r>
      <w:r>
        <w:tab/>
        <w:t>1.013e0</w:t>
      </w:r>
    </w:p>
    <w:p w:rsidR="007B2329" w:rsidRDefault="007B2329" w:rsidP="007B2329">
      <w:r>
        <w:t>564.7972</w:t>
      </w:r>
      <w:r>
        <w:tab/>
        <w:t>2.025e0</w:t>
      </w:r>
    </w:p>
    <w:p w:rsidR="007B2329" w:rsidRDefault="007B2329" w:rsidP="007B2329">
      <w:r>
        <w:lastRenderedPageBreak/>
        <w:t>564.8021</w:t>
      </w:r>
      <w:r>
        <w:tab/>
        <w:t>3.038e0</w:t>
      </w:r>
    </w:p>
    <w:p w:rsidR="007B2329" w:rsidRDefault="007B2329" w:rsidP="007B2329">
      <w:r>
        <w:t>564.8068</w:t>
      </w:r>
      <w:r>
        <w:tab/>
        <w:t>1.013e0</w:t>
      </w:r>
    </w:p>
    <w:p w:rsidR="007B2329" w:rsidRDefault="007B2329" w:rsidP="007B2329">
      <w:r>
        <w:t>564.8210</w:t>
      </w:r>
      <w:r>
        <w:tab/>
        <w:t>4.051e0</w:t>
      </w:r>
    </w:p>
    <w:p w:rsidR="007B2329" w:rsidRDefault="007B2329" w:rsidP="007B2329">
      <w:r>
        <w:t>564.8376</w:t>
      </w:r>
      <w:r>
        <w:tab/>
        <w:t>3.038e0</w:t>
      </w:r>
    </w:p>
    <w:p w:rsidR="007B2329" w:rsidRDefault="007B2329" w:rsidP="007B2329">
      <w:r>
        <w:t>564.8393</w:t>
      </w:r>
      <w:r>
        <w:tab/>
        <w:t>1.013e0</w:t>
      </w:r>
    </w:p>
    <w:p w:rsidR="007B2329" w:rsidRDefault="007B2329" w:rsidP="007B2329">
      <w:r>
        <w:t>564.8552</w:t>
      </w:r>
      <w:r>
        <w:tab/>
        <w:t>1.013e0</w:t>
      </w:r>
    </w:p>
    <w:p w:rsidR="007B2329" w:rsidRDefault="007B2329" w:rsidP="007B2329">
      <w:r>
        <w:t>564.8759</w:t>
      </w:r>
      <w:r>
        <w:tab/>
        <w:t>1.013e0</w:t>
      </w:r>
    </w:p>
    <w:p w:rsidR="007B2329" w:rsidRDefault="007B2329" w:rsidP="007B2329">
      <w:r>
        <w:t>564.8842</w:t>
      </w:r>
      <w:r>
        <w:tab/>
        <w:t>2.025e0</w:t>
      </w:r>
    </w:p>
    <w:p w:rsidR="007B2329" w:rsidRDefault="007B2329" w:rsidP="007B2329">
      <w:r>
        <w:t>564.9001</w:t>
      </w:r>
      <w:r>
        <w:tab/>
        <w:t>2.025e0</w:t>
      </w:r>
    </w:p>
    <w:p w:rsidR="007B2329" w:rsidRDefault="007B2329" w:rsidP="007B2329">
      <w:r>
        <w:t>564.9106</w:t>
      </w:r>
      <w:r>
        <w:tab/>
        <w:t>1.013e0</w:t>
      </w:r>
    </w:p>
    <w:p w:rsidR="007B2329" w:rsidRDefault="007B2329" w:rsidP="007B2329">
      <w:r>
        <w:t>564.9427</w:t>
      </w:r>
      <w:r>
        <w:tab/>
        <w:t>1.013e0</w:t>
      </w:r>
    </w:p>
    <w:p w:rsidR="007B2329" w:rsidRDefault="007B2329" w:rsidP="007B2329">
      <w:r>
        <w:t>564.9471</w:t>
      </w:r>
      <w:r>
        <w:tab/>
        <w:t>1.025e0</w:t>
      </w:r>
    </w:p>
    <w:p w:rsidR="007B2329" w:rsidRDefault="007B2329" w:rsidP="007B2329">
      <w:r>
        <w:t>564.9801</w:t>
      </w:r>
      <w:r>
        <w:tab/>
        <w:t>2.025e0</w:t>
      </w:r>
    </w:p>
    <w:p w:rsidR="007B2329" w:rsidRDefault="007B2329" w:rsidP="007B2329">
      <w:r>
        <w:t>564.9817</w:t>
      </w:r>
      <w:r>
        <w:tab/>
        <w:t>1.013e0</w:t>
      </w:r>
    </w:p>
    <w:p w:rsidR="007B2329" w:rsidRDefault="007B2329" w:rsidP="007B2329">
      <w:r>
        <w:t>565.0179</w:t>
      </w:r>
      <w:r>
        <w:tab/>
        <w:t>2.025e0</w:t>
      </w:r>
    </w:p>
    <w:p w:rsidR="007B2329" w:rsidRDefault="007B2329" w:rsidP="007B2329">
      <w:r>
        <w:t>565.0220</w:t>
      </w:r>
      <w:r>
        <w:tab/>
        <w:t>2.025e0</w:t>
      </w:r>
    </w:p>
    <w:p w:rsidR="007B2329" w:rsidRDefault="007B2329" w:rsidP="007B2329">
      <w:r>
        <w:t>565.0594</w:t>
      </w:r>
      <w:r>
        <w:tab/>
        <w:t>2.025e0</w:t>
      </w:r>
    </w:p>
    <w:p w:rsidR="007B2329" w:rsidRDefault="007B2329" w:rsidP="007B2329">
      <w:r>
        <w:t>565.1144</w:t>
      </w:r>
      <w:r>
        <w:tab/>
        <w:t>5.703e0</w:t>
      </w:r>
    </w:p>
    <w:p w:rsidR="007B2329" w:rsidRDefault="007B2329" w:rsidP="007B2329">
      <w:r>
        <w:t>565.1288</w:t>
      </w:r>
      <w:r>
        <w:tab/>
        <w:t>8.962e0</w:t>
      </w:r>
    </w:p>
    <w:p w:rsidR="007B2329" w:rsidRDefault="007B2329" w:rsidP="007B2329">
      <w:r>
        <w:lastRenderedPageBreak/>
        <w:t>565.1364</w:t>
      </w:r>
      <w:r>
        <w:tab/>
        <w:t>3.685e1</w:t>
      </w:r>
    </w:p>
    <w:p w:rsidR="007B2329" w:rsidRDefault="007B2329" w:rsidP="007B2329">
      <w:r>
        <w:t>565.1376</w:t>
      </w:r>
      <w:r>
        <w:tab/>
        <w:t>4.051e0</w:t>
      </w:r>
    </w:p>
    <w:p w:rsidR="007B2329" w:rsidRDefault="007B2329" w:rsidP="007B2329">
      <w:r>
        <w:t>565.1418</w:t>
      </w:r>
      <w:r>
        <w:tab/>
        <w:t>3.338e1</w:t>
      </w:r>
    </w:p>
    <w:p w:rsidR="007B2329" w:rsidRDefault="007B2329" w:rsidP="007B2329">
      <w:r>
        <w:t>565.1459</w:t>
      </w:r>
      <w:r>
        <w:tab/>
        <w:t>1.823e1</w:t>
      </w:r>
    </w:p>
    <w:p w:rsidR="007B2329" w:rsidRDefault="007B2329" w:rsidP="007B2329">
      <w:r>
        <w:t>565.1581</w:t>
      </w:r>
      <w:r>
        <w:tab/>
        <w:t>8.645e0</w:t>
      </w:r>
    </w:p>
    <w:p w:rsidR="007B2329" w:rsidRDefault="007B2329" w:rsidP="007B2329">
      <w:r>
        <w:t>565.1635</w:t>
      </w:r>
      <w:r>
        <w:tab/>
        <w:t>1.519e1</w:t>
      </w:r>
    </w:p>
    <w:p w:rsidR="007B2329" w:rsidRDefault="007B2329" w:rsidP="007B2329">
      <w:r>
        <w:t>565.2001</w:t>
      </w:r>
      <w:r>
        <w:tab/>
        <w:t>3.038e0</w:t>
      </w:r>
    </w:p>
    <w:p w:rsidR="007B2329" w:rsidRDefault="007B2329" w:rsidP="007B2329">
      <w:r>
        <w:t>565.2096</w:t>
      </w:r>
      <w:r>
        <w:tab/>
        <w:t>8.350e0</w:t>
      </w:r>
    </w:p>
    <w:p w:rsidR="007B2329" w:rsidRDefault="007B2329" w:rsidP="007B2329">
      <w:r>
        <w:t>565.3066</w:t>
      </w:r>
      <w:r>
        <w:tab/>
        <w:t>7.083e0</w:t>
      </w:r>
    </w:p>
    <w:p w:rsidR="007B2329" w:rsidRDefault="007B2329" w:rsidP="007B2329">
      <w:r>
        <w:t>565.3218</w:t>
      </w:r>
      <w:r>
        <w:tab/>
        <w:t>2.025e0</w:t>
      </w:r>
    </w:p>
    <w:p w:rsidR="007B2329" w:rsidRDefault="007B2329" w:rsidP="007B2329">
      <w:r>
        <w:t>565.3267</w:t>
      </w:r>
      <w:r>
        <w:tab/>
        <w:t>2.066e1</w:t>
      </w:r>
    </w:p>
    <w:p w:rsidR="007B2329" w:rsidRDefault="007B2329" w:rsidP="007B2329">
      <w:r>
        <w:t>565.3320</w:t>
      </w:r>
      <w:r>
        <w:tab/>
        <w:t>3.818e1</w:t>
      </w:r>
    </w:p>
    <w:p w:rsidR="007B2329" w:rsidRDefault="007B2329" w:rsidP="007B2329">
      <w:r>
        <w:t>565.3408</w:t>
      </w:r>
      <w:r>
        <w:tab/>
        <w:t>3.457e1</w:t>
      </w:r>
    </w:p>
    <w:p w:rsidR="007B2329" w:rsidRDefault="007B2329" w:rsidP="007B2329">
      <w:r>
        <w:t>565.3430</w:t>
      </w:r>
      <w:r>
        <w:tab/>
        <w:t>2.077e1</w:t>
      </w:r>
    </w:p>
    <w:p w:rsidR="007B2329" w:rsidRDefault="007B2329" w:rsidP="007B2329">
      <w:r>
        <w:t>565.3441</w:t>
      </w:r>
      <w:r>
        <w:tab/>
        <w:t>2.940e1</w:t>
      </w:r>
    </w:p>
    <w:p w:rsidR="007B2329" w:rsidRDefault="007B2329" w:rsidP="007B2329">
      <w:r>
        <w:t>565.3462</w:t>
      </w:r>
      <w:r>
        <w:tab/>
        <w:t>4.983e1</w:t>
      </w:r>
    </w:p>
    <w:p w:rsidR="007B2329" w:rsidRDefault="007B2329" w:rsidP="007B2329">
      <w:r>
        <w:t>565.3592</w:t>
      </w:r>
      <w:r>
        <w:tab/>
        <w:t>8.998e0</w:t>
      </w:r>
    </w:p>
    <w:p w:rsidR="007B2329" w:rsidRDefault="007B2329" w:rsidP="007B2329">
      <w:r>
        <w:t>565.3665</w:t>
      </w:r>
      <w:r>
        <w:tab/>
        <w:t>3.038e0</w:t>
      </w:r>
    </w:p>
    <w:p w:rsidR="007B2329" w:rsidRDefault="007B2329" w:rsidP="007B2329">
      <w:r>
        <w:t>565.4528</w:t>
      </w:r>
      <w:r>
        <w:tab/>
        <w:t>1.013e0</w:t>
      </w:r>
    </w:p>
    <w:p w:rsidR="007B2329" w:rsidRDefault="007B2329" w:rsidP="007B2329">
      <w:r>
        <w:lastRenderedPageBreak/>
        <w:t>565.4620</w:t>
      </w:r>
      <w:r>
        <w:tab/>
        <w:t>4.051e0</w:t>
      </w:r>
    </w:p>
    <w:p w:rsidR="007B2329" w:rsidRDefault="007B2329" w:rsidP="007B2329">
      <w:r>
        <w:t>565.4799</w:t>
      </w:r>
      <w:r>
        <w:tab/>
        <w:t>3.051e0</w:t>
      </w:r>
    </w:p>
    <w:p w:rsidR="007B2329" w:rsidRDefault="007B2329" w:rsidP="007B2329">
      <w:r>
        <w:t>565.4985</w:t>
      </w:r>
      <w:r>
        <w:tab/>
        <w:t>3.038e0</w:t>
      </w:r>
    </w:p>
    <w:p w:rsidR="007B2329" w:rsidRDefault="007B2329" w:rsidP="007B2329">
      <w:r>
        <w:t>565.5655</w:t>
      </w:r>
      <w:r>
        <w:tab/>
        <w:t>3.172e0</w:t>
      </w:r>
    </w:p>
    <w:p w:rsidR="007B2329" w:rsidRDefault="007B2329" w:rsidP="007B2329">
      <w:r>
        <w:t>565.5795</w:t>
      </w:r>
      <w:r>
        <w:tab/>
        <w:t>3.038e0</w:t>
      </w:r>
    </w:p>
    <w:p w:rsidR="007B2329" w:rsidRDefault="007B2329" w:rsidP="007B2329">
      <w:r>
        <w:t>565.5883</w:t>
      </w:r>
      <w:r>
        <w:tab/>
        <w:t>2.038e0</w:t>
      </w:r>
    </w:p>
    <w:p w:rsidR="007B2329" w:rsidRDefault="007B2329" w:rsidP="007B2329">
      <w:r>
        <w:t>565.5931</w:t>
      </w:r>
      <w:r>
        <w:tab/>
        <w:t>2.025e0</w:t>
      </w:r>
    </w:p>
    <w:p w:rsidR="007B2329" w:rsidRDefault="007B2329" w:rsidP="007B2329">
      <w:r>
        <w:t>565.6316</w:t>
      </w:r>
      <w:r>
        <w:tab/>
        <w:t>1.013e0</w:t>
      </w:r>
    </w:p>
    <w:p w:rsidR="007B2329" w:rsidRDefault="007B2329" w:rsidP="007B2329">
      <w:r>
        <w:t>565.6501</w:t>
      </w:r>
      <w:r>
        <w:tab/>
        <w:t>1.013e0</w:t>
      </w:r>
    </w:p>
    <w:p w:rsidR="007B2329" w:rsidRDefault="007B2329" w:rsidP="007B2329">
      <w:r>
        <w:t>565.6867</w:t>
      </w:r>
      <w:r>
        <w:tab/>
        <w:t>1.013e0</w:t>
      </w:r>
    </w:p>
    <w:p w:rsidR="007B2329" w:rsidRDefault="007B2329" w:rsidP="007B2329">
      <w:r>
        <w:t>565.7341</w:t>
      </w:r>
      <w:r>
        <w:tab/>
        <w:t>3.038e0</w:t>
      </w:r>
    </w:p>
    <w:p w:rsidR="007B2329" w:rsidRDefault="007B2329" w:rsidP="007B2329">
      <w:r>
        <w:t>565.7398</w:t>
      </w:r>
      <w:r>
        <w:tab/>
        <w:t>1.013e0</w:t>
      </w:r>
    </w:p>
    <w:p w:rsidR="007B2329" w:rsidRDefault="007B2329" w:rsidP="007B2329">
      <w:r>
        <w:t>565.7499</w:t>
      </w:r>
      <w:r>
        <w:tab/>
        <w:t>1.013e0</w:t>
      </w:r>
    </w:p>
    <w:p w:rsidR="007B2329" w:rsidRDefault="007B2329" w:rsidP="007B2329">
      <w:r>
        <w:t>565.7580</w:t>
      </w:r>
      <w:r>
        <w:tab/>
        <w:t>1.013e0</w:t>
      </w:r>
    </w:p>
    <w:p w:rsidR="007B2329" w:rsidRDefault="007B2329" w:rsidP="007B2329">
      <w:r>
        <w:t>565.7790</w:t>
      </w:r>
      <w:r>
        <w:tab/>
        <w:t>3.038e0</w:t>
      </w:r>
    </w:p>
    <w:p w:rsidR="007B2329" w:rsidRDefault="007B2329" w:rsidP="007B2329">
      <w:r>
        <w:t>565.7946</w:t>
      </w:r>
      <w:r>
        <w:tab/>
        <w:t>5.063e0</w:t>
      </w:r>
    </w:p>
    <w:p w:rsidR="007B2329" w:rsidRDefault="007B2329" w:rsidP="007B2329">
      <w:r>
        <w:t>565.7988</w:t>
      </w:r>
      <w:r>
        <w:tab/>
        <w:t>1.013e0</w:t>
      </w:r>
    </w:p>
    <w:p w:rsidR="007B2329" w:rsidRDefault="007B2329" w:rsidP="007B2329">
      <w:r>
        <w:t>565.8394</w:t>
      </w:r>
      <w:r>
        <w:tab/>
        <w:t>4.051e0</w:t>
      </w:r>
    </w:p>
    <w:p w:rsidR="007B2329" w:rsidRDefault="007B2329" w:rsidP="007B2329">
      <w:r>
        <w:t>565.8500</w:t>
      </w:r>
      <w:r>
        <w:tab/>
        <w:t>2.532e-2</w:t>
      </w:r>
    </w:p>
    <w:p w:rsidR="007B2329" w:rsidRDefault="007B2329" w:rsidP="007B2329">
      <w:r>
        <w:lastRenderedPageBreak/>
        <w:t>565.8543</w:t>
      </w:r>
      <w:r>
        <w:tab/>
        <w:t>2.025e0</w:t>
      </w:r>
    </w:p>
    <w:p w:rsidR="007B2329" w:rsidRDefault="007B2329" w:rsidP="007B2329">
      <w:r>
        <w:t>565.8682</w:t>
      </w:r>
      <w:r>
        <w:tab/>
        <w:t>1.013e0</w:t>
      </w:r>
    </w:p>
    <w:p w:rsidR="007B2329" w:rsidRDefault="007B2329" w:rsidP="007B2329">
      <w:r>
        <w:t>565.8766</w:t>
      </w:r>
      <w:r>
        <w:tab/>
        <w:t>2.025e0</w:t>
      </w:r>
    </w:p>
    <w:p w:rsidR="007B2329" w:rsidRDefault="007B2329" w:rsidP="007B2329">
      <w:r>
        <w:t>565.9415</w:t>
      </w:r>
      <w:r>
        <w:tab/>
        <w:t>4.688e0</w:t>
      </w:r>
    </w:p>
    <w:p w:rsidR="007B2329" w:rsidRDefault="007B2329" w:rsidP="007B2329">
      <w:r>
        <w:t>565.9431</w:t>
      </w:r>
      <w:r>
        <w:tab/>
        <w:t>2.025e0</w:t>
      </w:r>
    </w:p>
    <w:p w:rsidR="007B2329" w:rsidRDefault="007B2329" w:rsidP="007B2329">
      <w:r>
        <w:t>565.9642</w:t>
      </w:r>
      <w:r>
        <w:tab/>
        <w:t>1.013e0</w:t>
      </w:r>
    </w:p>
    <w:p w:rsidR="007B2329" w:rsidRDefault="007B2329" w:rsidP="007B2329">
      <w:r>
        <w:t>565.9658</w:t>
      </w:r>
      <w:r>
        <w:tab/>
        <w:t>2.035e0</w:t>
      </w:r>
    </w:p>
    <w:p w:rsidR="007B2329" w:rsidRDefault="007B2329" w:rsidP="007B2329">
      <w:r>
        <w:t>565.9744</w:t>
      </w:r>
      <w:r>
        <w:tab/>
        <w:t>6.076e0</w:t>
      </w:r>
    </w:p>
    <w:p w:rsidR="007B2329" w:rsidRDefault="007B2329" w:rsidP="007B2329">
      <w:r>
        <w:t>565.9761</w:t>
      </w:r>
      <w:r>
        <w:tab/>
        <w:t>1.013e0</w:t>
      </w:r>
    </w:p>
    <w:p w:rsidR="007B2329" w:rsidRDefault="007B2329" w:rsidP="007B2329">
      <w:r>
        <w:t>565.9947</w:t>
      </w:r>
      <w:r>
        <w:tab/>
        <w:t>1.013e0</w:t>
      </w:r>
    </w:p>
    <w:p w:rsidR="007B2329" w:rsidRDefault="007B2329" w:rsidP="007B2329">
      <w:r>
        <w:t>566.0129</w:t>
      </w:r>
      <w:r>
        <w:tab/>
        <w:t>1.266e-2</w:t>
      </w:r>
    </w:p>
    <w:p w:rsidR="007B2329" w:rsidRDefault="007B2329" w:rsidP="007B2329">
      <w:r>
        <w:t>566.0371</w:t>
      </w:r>
      <w:r>
        <w:tab/>
        <w:t>2.025e0</w:t>
      </w:r>
    </w:p>
    <w:p w:rsidR="007B2329" w:rsidRDefault="007B2329" w:rsidP="007B2329">
      <w:r>
        <w:t>566.0475</w:t>
      </w:r>
      <w:r>
        <w:tab/>
        <w:t>2.025e0</w:t>
      </w:r>
    </w:p>
    <w:p w:rsidR="007B2329" w:rsidRDefault="007B2329" w:rsidP="007B2329">
      <w:r>
        <w:t>566.0566</w:t>
      </w:r>
      <w:r>
        <w:tab/>
        <w:t>2.025e0</w:t>
      </w:r>
    </w:p>
    <w:p w:rsidR="007B2329" w:rsidRDefault="007B2329" w:rsidP="007B2329">
      <w:r>
        <w:t>566.0665</w:t>
      </w:r>
      <w:r>
        <w:tab/>
        <w:t>2.025e0</w:t>
      </w:r>
    </w:p>
    <w:p w:rsidR="007B2329" w:rsidRDefault="007B2329" w:rsidP="007B2329">
      <w:r>
        <w:t>566.0946</w:t>
      </w:r>
      <w:r>
        <w:tab/>
        <w:t>2.025e0</w:t>
      </w:r>
    </w:p>
    <w:p w:rsidR="007B2329" w:rsidRDefault="007B2329" w:rsidP="007B2329">
      <w:r>
        <w:t>566.0998</w:t>
      </w:r>
      <w:r>
        <w:tab/>
        <w:t>5.063e0</w:t>
      </w:r>
    </w:p>
    <w:p w:rsidR="007B2329" w:rsidRDefault="007B2329" w:rsidP="007B2329">
      <w:r>
        <w:t>566.1328</w:t>
      </w:r>
      <w:r>
        <w:tab/>
        <w:t>8.049e0</w:t>
      </w:r>
    </w:p>
    <w:p w:rsidR="007B2329" w:rsidRDefault="007B2329" w:rsidP="007B2329">
      <w:r>
        <w:t>566.1390</w:t>
      </w:r>
      <w:r>
        <w:tab/>
        <w:t>1.013e1</w:t>
      </w:r>
    </w:p>
    <w:p w:rsidR="007B2329" w:rsidRDefault="007B2329" w:rsidP="007B2329">
      <w:r>
        <w:lastRenderedPageBreak/>
        <w:t>566.1447</w:t>
      </w:r>
      <w:r>
        <w:tab/>
        <w:t>1.620e1</w:t>
      </w:r>
    </w:p>
    <w:p w:rsidR="007B2329" w:rsidRDefault="007B2329" w:rsidP="007B2329">
      <w:r>
        <w:t>566.1584</w:t>
      </w:r>
      <w:r>
        <w:tab/>
        <w:t>3.038e0</w:t>
      </w:r>
    </w:p>
    <w:p w:rsidR="007B2329" w:rsidRDefault="007B2329" w:rsidP="007B2329">
      <w:r>
        <w:t>566.1680</w:t>
      </w:r>
      <w:r>
        <w:tab/>
        <w:t>6.186e0</w:t>
      </w:r>
    </w:p>
    <w:p w:rsidR="007B2329" w:rsidRDefault="007B2329" w:rsidP="007B2329">
      <w:r>
        <w:t>566.2060</w:t>
      </w:r>
      <w:r>
        <w:tab/>
        <w:t>5.581e0</w:t>
      </w:r>
    </w:p>
    <w:p w:rsidR="007B2329" w:rsidRDefault="007B2329" w:rsidP="007B2329">
      <w:r>
        <w:t>566.2079</w:t>
      </w:r>
      <w:r>
        <w:tab/>
        <w:t>1.013e0</w:t>
      </w:r>
    </w:p>
    <w:p w:rsidR="007B2329" w:rsidRDefault="007B2329" w:rsidP="007B2329">
      <w:r>
        <w:t>566.2448</w:t>
      </w:r>
      <w:r>
        <w:tab/>
        <w:t>1.013e0</w:t>
      </w:r>
    </w:p>
    <w:p w:rsidR="007B2329" w:rsidRDefault="007B2329" w:rsidP="007B2329">
      <w:r>
        <w:t>566.3169</w:t>
      </w:r>
      <w:r>
        <w:tab/>
        <w:t>1.109e1</w:t>
      </w:r>
    </w:p>
    <w:p w:rsidR="007B2329" w:rsidRDefault="007B2329" w:rsidP="007B2329">
      <w:r>
        <w:t>566.3218</w:t>
      </w:r>
      <w:r>
        <w:tab/>
        <w:t>1.889e2</w:t>
      </w:r>
    </w:p>
    <w:p w:rsidR="007B2329" w:rsidRDefault="007B2329" w:rsidP="007B2329">
      <w:r>
        <w:t>566.3249</w:t>
      </w:r>
      <w:r>
        <w:tab/>
        <w:t>3.743e2</w:t>
      </w:r>
    </w:p>
    <w:p w:rsidR="007B2329" w:rsidRDefault="007B2329" w:rsidP="007B2329">
      <w:r>
        <w:t>566.3262</w:t>
      </w:r>
      <w:r>
        <w:tab/>
        <w:t>1.848e2</w:t>
      </w:r>
    </w:p>
    <w:p w:rsidR="007B2329" w:rsidRDefault="007B2329" w:rsidP="007B2329">
      <w:r>
        <w:t>566.3311</w:t>
      </w:r>
      <w:r>
        <w:tab/>
        <w:t>2.452e2</w:t>
      </w:r>
    </w:p>
    <w:p w:rsidR="007B2329" w:rsidRDefault="007B2329" w:rsidP="007B2329">
      <w:r>
        <w:t>566.3350</w:t>
      </w:r>
      <w:r>
        <w:tab/>
        <w:t>3.735e1</w:t>
      </w:r>
    </w:p>
    <w:p w:rsidR="007B2329" w:rsidRDefault="007B2329" w:rsidP="007B2329">
      <w:r>
        <w:t>566.3460</w:t>
      </w:r>
      <w:r>
        <w:tab/>
        <w:t>6.076e0</w:t>
      </w:r>
    </w:p>
    <w:p w:rsidR="007B2329" w:rsidRDefault="007B2329" w:rsidP="007B2329">
      <w:r>
        <w:t>566.4372</w:t>
      </w:r>
      <w:r>
        <w:tab/>
        <w:t>2.025e0</w:t>
      </w:r>
    </w:p>
    <w:p w:rsidR="007B2329" w:rsidRDefault="007B2329" w:rsidP="007B2329">
      <w:r>
        <w:t>566.4569</w:t>
      </w:r>
      <w:r>
        <w:tab/>
        <w:t>1.038e0</w:t>
      </w:r>
    </w:p>
    <w:p w:rsidR="007B2329" w:rsidRDefault="007B2329" w:rsidP="007B2329">
      <w:r>
        <w:t>566.4658</w:t>
      </w:r>
      <w:r>
        <w:tab/>
        <w:t>3.038e0</w:t>
      </w:r>
    </w:p>
    <w:p w:rsidR="007B2329" w:rsidRDefault="007B2329" w:rsidP="007B2329">
      <w:r>
        <w:t>566.4722</w:t>
      </w:r>
      <w:r>
        <w:tab/>
        <w:t>2.025e0</w:t>
      </w:r>
    </w:p>
    <w:p w:rsidR="007B2329" w:rsidRDefault="007B2329" w:rsidP="007B2329">
      <w:r>
        <w:t>566.4901</w:t>
      </w:r>
      <w:r>
        <w:tab/>
        <w:t>2.025e0</w:t>
      </w:r>
    </w:p>
    <w:p w:rsidR="007B2329" w:rsidRDefault="007B2329" w:rsidP="007B2329">
      <w:r>
        <w:t>566.4998</w:t>
      </w:r>
      <w:r>
        <w:tab/>
        <w:t>1.013e0</w:t>
      </w:r>
    </w:p>
    <w:p w:rsidR="007B2329" w:rsidRDefault="007B2329" w:rsidP="007B2329">
      <w:r>
        <w:lastRenderedPageBreak/>
        <w:t>566.5159</w:t>
      </w:r>
      <w:r>
        <w:tab/>
        <w:t>1.013e0</w:t>
      </w:r>
    </w:p>
    <w:p w:rsidR="007B2329" w:rsidRDefault="007B2329" w:rsidP="007B2329">
      <w:r>
        <w:t>566.5394</w:t>
      </w:r>
      <w:r>
        <w:tab/>
        <w:t>2.025e0</w:t>
      </w:r>
    </w:p>
    <w:p w:rsidR="007B2329" w:rsidRDefault="007B2329" w:rsidP="007B2329">
      <w:r>
        <w:t>566.5427</w:t>
      </w:r>
      <w:r>
        <w:tab/>
        <w:t>3.038e0</w:t>
      </w:r>
    </w:p>
    <w:p w:rsidR="007B2329" w:rsidRDefault="007B2329" w:rsidP="007B2329">
      <w:r>
        <w:t>566.5445</w:t>
      </w:r>
      <w:r>
        <w:tab/>
        <w:t>3.038e0</w:t>
      </w:r>
    </w:p>
    <w:p w:rsidR="007B2329" w:rsidRDefault="007B2329" w:rsidP="007B2329">
      <w:r>
        <w:t>566.5647</w:t>
      </w:r>
      <w:r>
        <w:tab/>
        <w:t>3.038e0</w:t>
      </w:r>
    </w:p>
    <w:p w:rsidR="007B2329" w:rsidRDefault="007B2329" w:rsidP="007B2329">
      <w:r>
        <w:t>566.5681</w:t>
      </w:r>
      <w:r>
        <w:tab/>
        <w:t>1.013e0</w:t>
      </w:r>
    </w:p>
    <w:p w:rsidR="007B2329" w:rsidRDefault="007B2329" w:rsidP="007B2329">
      <w:r>
        <w:t>566.5806</w:t>
      </w:r>
      <w:r>
        <w:tab/>
        <w:t>3.063e0</w:t>
      </w:r>
    </w:p>
    <w:p w:rsidR="007B2329" w:rsidRDefault="007B2329" w:rsidP="007B2329">
      <w:r>
        <w:t>566.5939</w:t>
      </w:r>
      <w:r>
        <w:tab/>
        <w:t>5.063e0</w:t>
      </w:r>
    </w:p>
    <w:p w:rsidR="007B2329" w:rsidRDefault="007B2329" w:rsidP="007B2329">
      <w:r>
        <w:t>566.6264</w:t>
      </w:r>
      <w:r>
        <w:tab/>
        <w:t>2.038e0</w:t>
      </w:r>
    </w:p>
    <w:p w:rsidR="007B2329" w:rsidRDefault="007B2329" w:rsidP="007B2329">
      <w:r>
        <w:t>566.6323</w:t>
      </w:r>
      <w:r>
        <w:tab/>
        <w:t>2.025e0</w:t>
      </w:r>
    </w:p>
    <w:p w:rsidR="007B2329" w:rsidRDefault="007B2329" w:rsidP="007B2329">
      <w:r>
        <w:t>566.6605</w:t>
      </w:r>
      <w:r>
        <w:tab/>
        <w:t>1.013e0</w:t>
      </w:r>
    </w:p>
    <w:p w:rsidR="007B2329" w:rsidRDefault="007B2329" w:rsidP="007B2329">
      <w:r>
        <w:t>566.6705</w:t>
      </w:r>
      <w:r>
        <w:tab/>
        <w:t>4.051e0</w:t>
      </w:r>
    </w:p>
    <w:p w:rsidR="007B2329" w:rsidRDefault="007B2329" w:rsidP="007B2329">
      <w:r>
        <w:t>566.7043</w:t>
      </w:r>
      <w:r>
        <w:tab/>
        <w:t>5.063e0</w:t>
      </w:r>
    </w:p>
    <w:p w:rsidR="007B2329" w:rsidRDefault="007B2329" w:rsidP="007B2329">
      <w:r>
        <w:t>566.7388</w:t>
      </w:r>
      <w:r>
        <w:tab/>
        <w:t>2.025e0</w:t>
      </w:r>
    </w:p>
    <w:p w:rsidR="007B2329" w:rsidRDefault="007B2329" w:rsidP="007B2329">
      <w:r>
        <w:t>566.7588</w:t>
      </w:r>
      <w:r>
        <w:tab/>
        <w:t>4.051e0</w:t>
      </w:r>
    </w:p>
    <w:p w:rsidR="007B2329" w:rsidRDefault="007B2329" w:rsidP="007B2329">
      <w:r>
        <w:t>566.7630</w:t>
      </w:r>
      <w:r>
        <w:tab/>
        <w:t>1.013e0</w:t>
      </w:r>
    </w:p>
    <w:p w:rsidR="007B2329" w:rsidRDefault="007B2329" w:rsidP="007B2329">
      <w:r>
        <w:t>566.7649</w:t>
      </w:r>
      <w:r>
        <w:tab/>
        <w:t>2.025e0</w:t>
      </w:r>
    </w:p>
    <w:p w:rsidR="007B2329" w:rsidRDefault="007B2329" w:rsidP="007B2329">
      <w:r>
        <w:t>566.7688</w:t>
      </w:r>
      <w:r>
        <w:tab/>
        <w:t>2.025e0</w:t>
      </w:r>
    </w:p>
    <w:p w:rsidR="007B2329" w:rsidRDefault="007B2329" w:rsidP="007B2329">
      <w:r>
        <w:t>566.7825</w:t>
      </w:r>
      <w:r>
        <w:tab/>
        <w:t>1.013e0</w:t>
      </w:r>
    </w:p>
    <w:p w:rsidR="007B2329" w:rsidRDefault="007B2329" w:rsidP="007B2329">
      <w:r>
        <w:lastRenderedPageBreak/>
        <w:t>566.8026</w:t>
      </w:r>
      <w:r>
        <w:tab/>
        <w:t>2.025e0</w:t>
      </w:r>
    </w:p>
    <w:p w:rsidR="007B2329" w:rsidRDefault="007B2329" w:rsidP="007B2329">
      <w:r>
        <w:t>566.8224</w:t>
      </w:r>
      <w:r>
        <w:tab/>
        <w:t>2.025e0</w:t>
      </w:r>
    </w:p>
    <w:p w:rsidR="007B2329" w:rsidRDefault="007B2329" w:rsidP="007B2329">
      <w:r>
        <w:t>566.8419</w:t>
      </w:r>
      <w:r>
        <w:tab/>
        <w:t>1.013e0</w:t>
      </w:r>
    </w:p>
    <w:p w:rsidR="007B2329" w:rsidRDefault="007B2329" w:rsidP="007B2329">
      <w:r>
        <w:t>566.8508</w:t>
      </w:r>
      <w:r>
        <w:tab/>
        <w:t>1.013e0</w:t>
      </w:r>
    </w:p>
    <w:p w:rsidR="007B2329" w:rsidRDefault="007B2329" w:rsidP="007B2329">
      <w:r>
        <w:t>566.8578</w:t>
      </w:r>
      <w:r>
        <w:tab/>
        <w:t>4.051e0</w:t>
      </w:r>
    </w:p>
    <w:p w:rsidR="007B2329" w:rsidRDefault="007B2329" w:rsidP="007B2329">
      <w:r>
        <w:t>566.8605</w:t>
      </w:r>
      <w:r>
        <w:tab/>
        <w:t>2.025e0</w:t>
      </w:r>
    </w:p>
    <w:p w:rsidR="007B2329" w:rsidRDefault="007B2329" w:rsidP="007B2329">
      <w:r>
        <w:t>566.8800</w:t>
      </w:r>
      <w:r>
        <w:tab/>
        <w:t>2.025e0</w:t>
      </w:r>
    </w:p>
    <w:p w:rsidR="007B2329" w:rsidRDefault="007B2329" w:rsidP="007B2329">
      <w:r>
        <w:t>566.9094</w:t>
      </w:r>
      <w:r>
        <w:tab/>
        <w:t>3.038e0</w:t>
      </w:r>
    </w:p>
    <w:p w:rsidR="007B2329" w:rsidRDefault="007B2329" w:rsidP="007B2329">
      <w:r>
        <w:t>566.9661</w:t>
      </w:r>
      <w:r>
        <w:tab/>
        <w:t>2.025e0</w:t>
      </w:r>
    </w:p>
    <w:p w:rsidR="007B2329" w:rsidRDefault="007B2329" w:rsidP="007B2329">
      <w:r>
        <w:t>566.9695</w:t>
      </w:r>
      <w:r>
        <w:tab/>
        <w:t>2.025e0</w:t>
      </w:r>
    </w:p>
    <w:p w:rsidR="007B2329" w:rsidRDefault="007B2329" w:rsidP="007B2329">
      <w:r>
        <w:t>566.9717</w:t>
      </w:r>
      <w:r>
        <w:tab/>
        <w:t>2.025e0</w:t>
      </w:r>
    </w:p>
    <w:p w:rsidR="007B2329" w:rsidRDefault="007B2329" w:rsidP="007B2329">
      <w:r>
        <w:t>566.9805</w:t>
      </w:r>
      <w:r>
        <w:tab/>
        <w:t>5.063e0</w:t>
      </w:r>
    </w:p>
    <w:p w:rsidR="007B2329" w:rsidRDefault="007B2329" w:rsidP="007B2329">
      <w:r>
        <w:t>566.9872</w:t>
      </w:r>
      <w:r>
        <w:tab/>
        <w:t>1.266e-2</w:t>
      </w:r>
    </w:p>
    <w:p w:rsidR="007B2329" w:rsidRDefault="007B2329" w:rsidP="007B2329">
      <w:r>
        <w:t>567.0032</w:t>
      </w:r>
      <w:r>
        <w:tab/>
        <w:t>2.025e0</w:t>
      </w:r>
    </w:p>
    <w:p w:rsidR="007B2329" w:rsidRDefault="007B2329" w:rsidP="007B2329">
      <w:r>
        <w:t>567.0069</w:t>
      </w:r>
      <w:r>
        <w:tab/>
        <w:t>2.025e0</w:t>
      </w:r>
    </w:p>
    <w:p w:rsidR="007B2329" w:rsidRDefault="007B2329" w:rsidP="007B2329">
      <w:r>
        <w:t>567.0214</w:t>
      </w:r>
      <w:r>
        <w:tab/>
        <w:t>6.076e0</w:t>
      </w:r>
    </w:p>
    <w:p w:rsidR="007B2329" w:rsidRDefault="007B2329" w:rsidP="007B2329">
      <w:r>
        <w:t>567.0257</w:t>
      </w:r>
      <w:r>
        <w:tab/>
        <w:t>3.607e0</w:t>
      </w:r>
    </w:p>
    <w:p w:rsidR="007B2329" w:rsidRDefault="007B2329" w:rsidP="007B2329">
      <w:r>
        <w:t>567.0543</w:t>
      </w:r>
      <w:r>
        <w:tab/>
        <w:t>2.025e0</w:t>
      </w:r>
    </w:p>
    <w:p w:rsidR="007B2329" w:rsidRDefault="007B2329" w:rsidP="007B2329">
      <w:r>
        <w:t>567.0555</w:t>
      </w:r>
      <w:r>
        <w:tab/>
        <w:t>1.013e0</w:t>
      </w:r>
    </w:p>
    <w:p w:rsidR="007B2329" w:rsidRDefault="007B2329" w:rsidP="007B2329">
      <w:r>
        <w:lastRenderedPageBreak/>
        <w:t>567.0672</w:t>
      </w:r>
      <w:r>
        <w:tab/>
        <w:t>3.038e0</w:t>
      </w:r>
    </w:p>
    <w:p w:rsidR="007B2329" w:rsidRDefault="007B2329" w:rsidP="007B2329">
      <w:r>
        <w:t>567.0763</w:t>
      </w:r>
      <w:r>
        <w:tab/>
        <w:t>2.025e0</w:t>
      </w:r>
    </w:p>
    <w:p w:rsidR="007B2329" w:rsidRDefault="007B2329" w:rsidP="007B2329">
      <w:r>
        <w:t>567.0919</w:t>
      </w:r>
      <w:r>
        <w:tab/>
        <w:t>6.007e0</w:t>
      </w:r>
    </w:p>
    <w:p w:rsidR="007B2329" w:rsidRDefault="007B2329" w:rsidP="007B2329">
      <w:r>
        <w:t>567.1067</w:t>
      </w:r>
      <w:r>
        <w:tab/>
        <w:t>2.025e0</w:t>
      </w:r>
    </w:p>
    <w:p w:rsidR="007B2329" w:rsidRDefault="007B2329" w:rsidP="007B2329">
      <w:r>
        <w:t>567.1116</w:t>
      </w:r>
      <w:r>
        <w:tab/>
        <w:t>2.025e0</w:t>
      </w:r>
    </w:p>
    <w:p w:rsidR="007B2329" w:rsidRDefault="007B2329" w:rsidP="007B2329">
      <w:r>
        <w:t>567.1318</w:t>
      </w:r>
      <w:r>
        <w:tab/>
        <w:t>4.076e0</w:t>
      </w:r>
    </w:p>
    <w:p w:rsidR="007B2329" w:rsidRDefault="007B2329" w:rsidP="007B2329">
      <w:r>
        <w:t>567.1475</w:t>
      </w:r>
      <w:r>
        <w:tab/>
        <w:t>5.063e0</w:t>
      </w:r>
    </w:p>
    <w:p w:rsidR="007B2329" w:rsidRDefault="007B2329" w:rsidP="007B2329">
      <w:r>
        <w:t>567.1514</w:t>
      </w:r>
      <w:r>
        <w:tab/>
        <w:t>2.025e0</w:t>
      </w:r>
    </w:p>
    <w:p w:rsidR="007B2329" w:rsidRDefault="007B2329" w:rsidP="007B2329">
      <w:r>
        <w:t>567.1736</w:t>
      </w:r>
      <w:r>
        <w:tab/>
        <w:t>3.038e0</w:t>
      </w:r>
    </w:p>
    <w:p w:rsidR="007B2329" w:rsidRDefault="007B2329" w:rsidP="007B2329">
      <w:r>
        <w:t>567.1898</w:t>
      </w:r>
      <w:r>
        <w:tab/>
        <w:t>7.924e0</w:t>
      </w:r>
    </w:p>
    <w:p w:rsidR="007B2329" w:rsidRDefault="007B2329" w:rsidP="007B2329">
      <w:r>
        <w:t>567.1915</w:t>
      </w:r>
      <w:r>
        <w:tab/>
        <w:t>5.108e0</w:t>
      </w:r>
    </w:p>
    <w:p w:rsidR="007B2329" w:rsidRDefault="007B2329" w:rsidP="007B2329">
      <w:r>
        <w:t>567.2161</w:t>
      </w:r>
      <w:r>
        <w:tab/>
        <w:t>2.505e0</w:t>
      </w:r>
    </w:p>
    <w:p w:rsidR="007B2329" w:rsidRDefault="007B2329" w:rsidP="007B2329">
      <w:r>
        <w:t>567.2349</w:t>
      </w:r>
      <w:r>
        <w:tab/>
        <w:t>7.476e0</w:t>
      </w:r>
    </w:p>
    <w:p w:rsidR="007B2329" w:rsidRDefault="007B2329" w:rsidP="007B2329">
      <w:r>
        <w:t>567.2568</w:t>
      </w:r>
      <w:r>
        <w:tab/>
        <w:t>3.038e0</w:t>
      </w:r>
    </w:p>
    <w:p w:rsidR="007B2329" w:rsidRDefault="007B2329" w:rsidP="007B2329">
      <w:r>
        <w:t>567.2928</w:t>
      </w:r>
      <w:r>
        <w:tab/>
        <w:t>3.038e0</w:t>
      </w:r>
    </w:p>
    <w:p w:rsidR="007B2329" w:rsidRDefault="007B2329" w:rsidP="007B2329">
      <w:r>
        <w:t>567.3292</w:t>
      </w:r>
      <w:r>
        <w:tab/>
        <w:t>5.779e1</w:t>
      </w:r>
    </w:p>
    <w:p w:rsidR="007B2329" w:rsidRDefault="007B2329" w:rsidP="007B2329">
      <w:r>
        <w:t>567.3310</w:t>
      </w:r>
      <w:r>
        <w:tab/>
        <w:t>2.501e2</w:t>
      </w:r>
    </w:p>
    <w:p w:rsidR="007B2329" w:rsidRDefault="007B2329" w:rsidP="007B2329">
      <w:r>
        <w:t>567.3358</w:t>
      </w:r>
      <w:r>
        <w:tab/>
        <w:t>7.733e1</w:t>
      </w:r>
    </w:p>
    <w:p w:rsidR="007B2329" w:rsidRDefault="007B2329" w:rsidP="007B2329">
      <w:r>
        <w:t>567.3418</w:t>
      </w:r>
      <w:r>
        <w:tab/>
        <w:t>3.020e1</w:t>
      </w:r>
    </w:p>
    <w:p w:rsidR="007B2329" w:rsidRDefault="007B2329" w:rsidP="007B2329">
      <w:r>
        <w:lastRenderedPageBreak/>
        <w:t>567.3455</w:t>
      </w:r>
      <w:r>
        <w:tab/>
        <w:t>1.647e1</w:t>
      </w:r>
    </w:p>
    <w:p w:rsidR="007B2329" w:rsidRDefault="007B2329" w:rsidP="007B2329">
      <w:r>
        <w:t>567.4004</w:t>
      </w:r>
      <w:r>
        <w:tab/>
        <w:t>2.025e0</w:t>
      </w:r>
    </w:p>
    <w:p w:rsidR="007B2329" w:rsidRDefault="007B2329" w:rsidP="007B2329">
      <w:r>
        <w:t>567.4346</w:t>
      </w:r>
      <w:r>
        <w:tab/>
        <w:t>1.013e0</w:t>
      </w:r>
    </w:p>
    <w:p w:rsidR="007B2329" w:rsidRDefault="007B2329" w:rsidP="007B2329">
      <w:r>
        <w:t>567.4412</w:t>
      </w:r>
      <w:r>
        <w:tab/>
        <w:t>3.038e0</w:t>
      </w:r>
    </w:p>
    <w:p w:rsidR="007B2329" w:rsidRDefault="007B2329" w:rsidP="007B2329">
      <w:r>
        <w:t>567.4456</w:t>
      </w:r>
      <w:r>
        <w:tab/>
        <w:t>5.836e0</w:t>
      </w:r>
    </w:p>
    <w:p w:rsidR="007B2329" w:rsidRDefault="007B2329" w:rsidP="007B2329">
      <w:r>
        <w:t>567.4680</w:t>
      </w:r>
      <w:r>
        <w:tab/>
        <w:t>4.051e0</w:t>
      </w:r>
    </w:p>
    <w:p w:rsidR="007B2329" w:rsidRDefault="007B2329" w:rsidP="007B2329">
      <w:r>
        <w:t>567.4751</w:t>
      </w:r>
      <w:r>
        <w:tab/>
        <w:t>1.013e0</w:t>
      </w:r>
    </w:p>
    <w:p w:rsidR="007B2329" w:rsidRDefault="007B2329" w:rsidP="007B2329">
      <w:r>
        <w:t>567.4850</w:t>
      </w:r>
      <w:r>
        <w:tab/>
        <w:t>2.622e0</w:t>
      </w:r>
    </w:p>
    <w:p w:rsidR="007B2329" w:rsidRDefault="007B2329" w:rsidP="007B2329">
      <w:r>
        <w:t>567.4952</w:t>
      </w:r>
      <w:r>
        <w:tab/>
        <w:t>3.038e0</w:t>
      </w:r>
    </w:p>
    <w:p w:rsidR="007B2329" w:rsidRDefault="007B2329" w:rsidP="007B2329">
      <w:r>
        <w:t>567.5199</w:t>
      </w:r>
      <w:r>
        <w:tab/>
        <w:t>3.038e0</w:t>
      </w:r>
    </w:p>
    <w:p w:rsidR="007B2329" w:rsidRDefault="007B2329" w:rsidP="007B2329">
      <w:r>
        <w:t>567.5296</w:t>
      </w:r>
      <w:r>
        <w:tab/>
        <w:t>3.038e0</w:t>
      </w:r>
    </w:p>
    <w:p w:rsidR="007B2329" w:rsidRDefault="007B2329" w:rsidP="007B2329">
      <w:r>
        <w:t>567.5449</w:t>
      </w:r>
      <w:r>
        <w:tab/>
        <w:t>1.013e0</w:t>
      </w:r>
    </w:p>
    <w:p w:rsidR="007B2329" w:rsidRDefault="007B2329" w:rsidP="007B2329">
      <w:r>
        <w:t>567.5468</w:t>
      </w:r>
      <w:r>
        <w:tab/>
        <w:t>2.025e0</w:t>
      </w:r>
    </w:p>
    <w:p w:rsidR="007B2329" w:rsidRDefault="007B2329" w:rsidP="007B2329">
      <w:r>
        <w:t>567.5887</w:t>
      </w:r>
      <w:r>
        <w:tab/>
        <w:t>4.605e0</w:t>
      </w:r>
    </w:p>
    <w:p w:rsidR="007B2329" w:rsidRDefault="007B2329" w:rsidP="007B2329">
      <w:r>
        <w:t>567.5925</w:t>
      </w:r>
      <w:r>
        <w:tab/>
        <w:t>1.013e0</w:t>
      </w:r>
    </w:p>
    <w:p w:rsidR="007B2329" w:rsidRDefault="007B2329" w:rsidP="007B2329">
      <w:r>
        <w:t>567.5942</w:t>
      </w:r>
      <w:r>
        <w:tab/>
        <w:t>5.063e0</w:t>
      </w:r>
    </w:p>
    <w:p w:rsidR="007B2329" w:rsidRDefault="007B2329" w:rsidP="007B2329">
      <w:r>
        <w:t>567.5958</w:t>
      </w:r>
      <w:r>
        <w:tab/>
        <w:t>3.038e0</w:t>
      </w:r>
    </w:p>
    <w:p w:rsidR="007B2329" w:rsidRDefault="007B2329" w:rsidP="007B2329">
      <w:r>
        <w:t>567.6031</w:t>
      </w:r>
      <w:r>
        <w:tab/>
        <w:t>6.076e0</w:t>
      </w:r>
    </w:p>
    <w:p w:rsidR="007B2329" w:rsidRDefault="007B2329" w:rsidP="007B2329">
      <w:r>
        <w:t>567.6069</w:t>
      </w:r>
      <w:r>
        <w:tab/>
        <w:t>2.025e0</w:t>
      </w:r>
    </w:p>
    <w:p w:rsidR="007B2329" w:rsidRDefault="007B2329" w:rsidP="007B2329">
      <w:r>
        <w:lastRenderedPageBreak/>
        <w:t>567.6346</w:t>
      </w:r>
      <w:r>
        <w:tab/>
        <w:t>1.013e0</w:t>
      </w:r>
    </w:p>
    <w:p w:rsidR="007B2329" w:rsidRDefault="007B2329" w:rsidP="007B2329">
      <w:r>
        <w:t>567.6529</w:t>
      </w:r>
      <w:r>
        <w:tab/>
        <w:t>1.013e0</w:t>
      </w:r>
    </w:p>
    <w:p w:rsidR="007B2329" w:rsidRDefault="007B2329" w:rsidP="007B2329">
      <w:r>
        <w:t>567.6609</w:t>
      </w:r>
      <w:r>
        <w:tab/>
        <w:t>3.038e0</w:t>
      </w:r>
    </w:p>
    <w:p w:rsidR="007B2329" w:rsidRDefault="007B2329" w:rsidP="007B2329">
      <w:r>
        <w:t>567.6801</w:t>
      </w:r>
      <w:r>
        <w:tab/>
        <w:t>1.013e0</w:t>
      </w:r>
    </w:p>
    <w:p w:rsidR="007B2329" w:rsidRDefault="007B2329" w:rsidP="007B2329">
      <w:r>
        <w:t>567.6871</w:t>
      </w:r>
      <w:r>
        <w:tab/>
        <w:t>3.038e0</w:t>
      </w:r>
    </w:p>
    <w:p w:rsidR="007B2329" w:rsidRDefault="007B2329" w:rsidP="007B2329">
      <w:r>
        <w:t>567.7191</w:t>
      </w:r>
      <w:r>
        <w:tab/>
        <w:t>3.638e0</w:t>
      </w:r>
    </w:p>
    <w:p w:rsidR="007B2329" w:rsidRDefault="007B2329" w:rsidP="007B2329">
      <w:r>
        <w:t>567.7424</w:t>
      </w:r>
      <w:r>
        <w:tab/>
        <w:t>3.038e0</w:t>
      </w:r>
    </w:p>
    <w:p w:rsidR="007B2329" w:rsidRDefault="007B2329" w:rsidP="007B2329">
      <w:r>
        <w:t>567.7589</w:t>
      </w:r>
      <w:r>
        <w:tab/>
        <w:t>4.549e0</w:t>
      </w:r>
    </w:p>
    <w:p w:rsidR="007B2329" w:rsidRDefault="007B2329" w:rsidP="007B2329">
      <w:r>
        <w:t>567.7653</w:t>
      </w:r>
      <w:r>
        <w:tab/>
        <w:t>4.051e0</w:t>
      </w:r>
    </w:p>
    <w:p w:rsidR="007B2329" w:rsidRDefault="007B2329" w:rsidP="007B2329">
      <w:r>
        <w:t>567.7728</w:t>
      </w:r>
      <w:r>
        <w:tab/>
        <w:t>2.025e0</w:t>
      </w:r>
    </w:p>
    <w:p w:rsidR="007B2329" w:rsidRDefault="007B2329" w:rsidP="007B2329">
      <w:r>
        <w:t>567.7812</w:t>
      </w:r>
      <w:r>
        <w:tab/>
        <w:t>4.051e0</w:t>
      </w:r>
    </w:p>
    <w:p w:rsidR="007B2329" w:rsidRDefault="007B2329" w:rsidP="007B2329">
      <w:r>
        <w:t>567.8365</w:t>
      </w:r>
      <w:r>
        <w:tab/>
        <w:t>1.013e0</w:t>
      </w:r>
    </w:p>
    <w:p w:rsidR="007B2329" w:rsidRDefault="007B2329" w:rsidP="007B2329">
      <w:r>
        <w:t>567.8467</w:t>
      </w:r>
      <w:r>
        <w:tab/>
        <w:t>3.038e0</w:t>
      </w:r>
    </w:p>
    <w:p w:rsidR="007B2329" w:rsidRDefault="007B2329" w:rsidP="007B2329">
      <w:r>
        <w:t>567.8511</w:t>
      </w:r>
      <w:r>
        <w:tab/>
        <w:t>2.025e0</w:t>
      </w:r>
    </w:p>
    <w:p w:rsidR="007B2329" w:rsidRDefault="007B2329" w:rsidP="007B2329">
      <w:r>
        <w:t>567.8649</w:t>
      </w:r>
      <w:r>
        <w:tab/>
        <w:t>2.025e0</w:t>
      </w:r>
    </w:p>
    <w:p w:rsidR="007B2329" w:rsidRDefault="007B2329" w:rsidP="007B2329">
      <w:r>
        <w:t>567.8754</w:t>
      </w:r>
      <w:r>
        <w:tab/>
        <w:t>1.013e0</w:t>
      </w:r>
    </w:p>
    <w:p w:rsidR="007B2329" w:rsidRDefault="007B2329" w:rsidP="007B2329">
      <w:r>
        <w:t>567.8851</w:t>
      </w:r>
      <w:r>
        <w:tab/>
        <w:t>1.013e0</w:t>
      </w:r>
    </w:p>
    <w:p w:rsidR="007B2329" w:rsidRDefault="007B2329" w:rsidP="007B2329">
      <w:r>
        <w:t>567.9141</w:t>
      </w:r>
      <w:r>
        <w:tab/>
        <w:t>4.051e0</w:t>
      </w:r>
    </w:p>
    <w:p w:rsidR="007B2329" w:rsidRDefault="007B2329" w:rsidP="007B2329">
      <w:r>
        <w:t>567.9190</w:t>
      </w:r>
      <w:r>
        <w:tab/>
        <w:t>2.025e0</w:t>
      </w:r>
    </w:p>
    <w:p w:rsidR="007B2329" w:rsidRDefault="007B2329" w:rsidP="007B2329">
      <w:r>
        <w:lastRenderedPageBreak/>
        <w:t>567.9663</w:t>
      </w:r>
      <w:r>
        <w:tab/>
        <w:t>2.025e0</w:t>
      </w:r>
    </w:p>
    <w:p w:rsidR="007B2329" w:rsidRDefault="007B2329" w:rsidP="007B2329">
      <w:r>
        <w:t>567.9822</w:t>
      </w:r>
      <w:r>
        <w:tab/>
        <w:t>2.025e0</w:t>
      </w:r>
    </w:p>
    <w:p w:rsidR="007B2329" w:rsidRDefault="007B2329" w:rsidP="007B2329">
      <w:r>
        <w:t>568.0132</w:t>
      </w:r>
      <w:r>
        <w:tab/>
        <w:t>1.013e0</w:t>
      </w:r>
    </w:p>
    <w:p w:rsidR="007B2329" w:rsidRDefault="007B2329" w:rsidP="007B2329">
      <w:r>
        <w:t>568.0251</w:t>
      </w:r>
      <w:r>
        <w:tab/>
        <w:t>4.051e0</w:t>
      </w:r>
    </w:p>
    <w:p w:rsidR="007B2329" w:rsidRDefault="007B2329" w:rsidP="007B2329">
      <w:r>
        <w:t>568.0293</w:t>
      </w:r>
      <w:r>
        <w:tab/>
        <w:t>1.013e0</w:t>
      </w:r>
    </w:p>
    <w:p w:rsidR="007B2329" w:rsidRDefault="007B2329" w:rsidP="007B2329">
      <w:r>
        <w:t>568.0340</w:t>
      </w:r>
      <w:r>
        <w:tab/>
        <w:t>3.038e0</w:t>
      </w:r>
    </w:p>
    <w:p w:rsidR="007B2329" w:rsidRDefault="007B2329" w:rsidP="007B2329">
      <w:r>
        <w:t>568.0661</w:t>
      </w:r>
      <w:r>
        <w:tab/>
        <w:t>3.038e0</w:t>
      </w:r>
    </w:p>
    <w:p w:rsidR="007B2329" w:rsidRDefault="007B2329" w:rsidP="007B2329">
      <w:r>
        <w:t>568.0709</w:t>
      </w:r>
      <w:r>
        <w:tab/>
        <w:t>1.013e0</w:t>
      </w:r>
    </w:p>
    <w:p w:rsidR="007B2329" w:rsidRDefault="007B2329" w:rsidP="007B2329">
      <w:r>
        <w:t>568.1209</w:t>
      </w:r>
      <w:r>
        <w:tab/>
        <w:t>3.038e0</w:t>
      </w:r>
    </w:p>
    <w:p w:rsidR="007B2329" w:rsidRDefault="007B2329" w:rsidP="007B2329">
      <w:r>
        <w:t>568.1375</w:t>
      </w:r>
      <w:r>
        <w:tab/>
        <w:t>1.013e0</w:t>
      </w:r>
    </w:p>
    <w:p w:rsidR="007B2329" w:rsidRDefault="007B2329" w:rsidP="007B2329">
      <w:r>
        <w:t>568.1455</w:t>
      </w:r>
      <w:r>
        <w:tab/>
        <w:t>2.025e0</w:t>
      </w:r>
    </w:p>
    <w:p w:rsidR="007B2329" w:rsidRDefault="007B2329" w:rsidP="007B2329">
      <w:r>
        <w:t>568.1492</w:t>
      </w:r>
      <w:r>
        <w:tab/>
        <w:t>3.038e0</w:t>
      </w:r>
    </w:p>
    <w:p w:rsidR="007B2329" w:rsidRDefault="007B2329" w:rsidP="007B2329">
      <w:r>
        <w:t>568.1525</w:t>
      </w:r>
      <w:r>
        <w:tab/>
        <w:t>3.038e0</w:t>
      </w:r>
    </w:p>
    <w:p w:rsidR="007B2329" w:rsidRDefault="007B2329" w:rsidP="007B2329">
      <w:r>
        <w:t>568.1536</w:t>
      </w:r>
      <w:r>
        <w:tab/>
        <w:t>3.492e0</w:t>
      </w:r>
    </w:p>
    <w:p w:rsidR="007B2329" w:rsidRDefault="007B2329" w:rsidP="007B2329">
      <w:r>
        <w:t>568.2077</w:t>
      </w:r>
      <w:r>
        <w:tab/>
        <w:t>2.025e0</w:t>
      </w:r>
    </w:p>
    <w:p w:rsidR="007B2329" w:rsidRDefault="007B2329" w:rsidP="007B2329">
      <w:r>
        <w:t>568.2120</w:t>
      </w:r>
      <w:r>
        <w:tab/>
        <w:t>2.505e0</w:t>
      </w:r>
    </w:p>
    <w:p w:rsidR="007B2329" w:rsidRDefault="007B2329" w:rsidP="007B2329">
      <w:r>
        <w:t>568.2150</w:t>
      </w:r>
      <w:r>
        <w:tab/>
        <w:t>1.025e0</w:t>
      </w:r>
    </w:p>
    <w:p w:rsidR="007B2329" w:rsidRDefault="007B2329" w:rsidP="007B2329">
      <w:r>
        <w:t>568.2325</w:t>
      </w:r>
      <w:r>
        <w:tab/>
        <w:t>2.025e0</w:t>
      </w:r>
    </w:p>
    <w:p w:rsidR="007B2329" w:rsidRDefault="007B2329" w:rsidP="007B2329">
      <w:r>
        <w:t>568.2397</w:t>
      </w:r>
      <w:r>
        <w:tab/>
        <w:t>2.083e0</w:t>
      </w:r>
    </w:p>
    <w:p w:rsidR="007B2329" w:rsidRDefault="007B2329" w:rsidP="007B2329">
      <w:r>
        <w:lastRenderedPageBreak/>
        <w:t>568.2643</w:t>
      </w:r>
      <w:r>
        <w:tab/>
        <w:t>4.788e0</w:t>
      </w:r>
    </w:p>
    <w:p w:rsidR="007B2329" w:rsidRDefault="007B2329" w:rsidP="007B2329">
      <w:r>
        <w:t>568.2715</w:t>
      </w:r>
      <w:r>
        <w:tab/>
        <w:t>2.861e0</w:t>
      </w:r>
    </w:p>
    <w:p w:rsidR="007B2329" w:rsidRDefault="007B2329" w:rsidP="007B2329">
      <w:r>
        <w:t>568.3043</w:t>
      </w:r>
      <w:r>
        <w:tab/>
        <w:t>1.841e0</w:t>
      </w:r>
    </w:p>
    <w:p w:rsidR="007B2329" w:rsidRDefault="007B2329" w:rsidP="007B2329">
      <w:r>
        <w:t>568.3181</w:t>
      </w:r>
      <w:r>
        <w:tab/>
        <w:t>1.696e1</w:t>
      </w:r>
    </w:p>
    <w:p w:rsidR="007B2329" w:rsidRDefault="007B2329" w:rsidP="007B2329">
      <w:r>
        <w:t>568.3223</w:t>
      </w:r>
      <w:r>
        <w:tab/>
        <w:t>1.276e1</w:t>
      </w:r>
    </w:p>
    <w:p w:rsidR="007B2329" w:rsidRDefault="007B2329" w:rsidP="007B2329">
      <w:r>
        <w:t>568.3286</w:t>
      </w:r>
      <w:r>
        <w:tab/>
        <w:t>1.673e1</w:t>
      </w:r>
    </w:p>
    <w:p w:rsidR="007B2329" w:rsidRDefault="007B2329" w:rsidP="007B2329">
      <w:r>
        <w:t>568.3317</w:t>
      </w:r>
      <w:r>
        <w:tab/>
        <w:t>3.228e1</w:t>
      </w:r>
    </w:p>
    <w:p w:rsidR="007B2329" w:rsidRDefault="007B2329" w:rsidP="007B2329">
      <w:r>
        <w:t>568.3329</w:t>
      </w:r>
      <w:r>
        <w:tab/>
        <w:t>4.697e0</w:t>
      </w:r>
    </w:p>
    <w:p w:rsidR="007B2329" w:rsidRDefault="007B2329" w:rsidP="007B2329">
      <w:r>
        <w:t>568.3350</w:t>
      </w:r>
      <w:r>
        <w:tab/>
        <w:t>2.705e1</w:t>
      </w:r>
    </w:p>
    <w:p w:rsidR="007B2329" w:rsidRDefault="007B2329" w:rsidP="007B2329">
      <w:r>
        <w:t>568.3563</w:t>
      </w:r>
      <w:r>
        <w:tab/>
        <w:t>1.025e0</w:t>
      </w:r>
    </w:p>
    <w:p w:rsidR="007B2329" w:rsidRDefault="007B2329" w:rsidP="007B2329">
      <w:r>
        <w:t>568.3740</w:t>
      </w:r>
      <w:r>
        <w:tab/>
        <w:t>1.944e0</w:t>
      </w:r>
    </w:p>
    <w:p w:rsidR="007B2329" w:rsidRDefault="007B2329" w:rsidP="007B2329">
      <w:r>
        <w:t>568.3820</w:t>
      </w:r>
      <w:r>
        <w:tab/>
        <w:t>9.100e0</w:t>
      </w:r>
    </w:p>
    <w:p w:rsidR="007B2329" w:rsidRDefault="007B2329" w:rsidP="007B2329">
      <w:r>
        <w:t>568.4257</w:t>
      </w:r>
      <w:r>
        <w:tab/>
        <w:t>1.038e0</w:t>
      </w:r>
    </w:p>
    <w:p w:rsidR="007B2329" w:rsidRDefault="007B2329" w:rsidP="007B2329">
      <w:r>
        <w:t>568.4324</w:t>
      </w:r>
      <w:r>
        <w:tab/>
        <w:t>1.013e0</w:t>
      </w:r>
    </w:p>
    <w:p w:rsidR="007B2329" w:rsidRDefault="007B2329" w:rsidP="007B2329">
      <w:r>
        <w:t>568.4597</w:t>
      </w:r>
      <w:r>
        <w:tab/>
        <w:t>3.038e0</w:t>
      </w:r>
    </w:p>
    <w:p w:rsidR="007B2329" w:rsidRDefault="007B2329" w:rsidP="007B2329">
      <w:r>
        <w:t>568.4615</w:t>
      </w:r>
      <w:r>
        <w:tab/>
        <w:t>1.013e0</w:t>
      </w:r>
    </w:p>
    <w:p w:rsidR="007B2329" w:rsidRDefault="007B2329" w:rsidP="007B2329">
      <w:r>
        <w:t>568.4758</w:t>
      </w:r>
      <w:r>
        <w:tab/>
        <w:t>3.051e0</w:t>
      </w:r>
    </w:p>
    <w:p w:rsidR="007B2329" w:rsidRDefault="007B2329" w:rsidP="007B2329">
      <w:r>
        <w:t>568.4860</w:t>
      </w:r>
      <w:r>
        <w:tab/>
        <w:t>3.038e0</w:t>
      </w:r>
    </w:p>
    <w:p w:rsidR="007B2329" w:rsidRDefault="007B2329" w:rsidP="007B2329">
      <w:r>
        <w:t>568.4977</w:t>
      </w:r>
      <w:r>
        <w:tab/>
        <w:t>4.051e0</w:t>
      </w:r>
    </w:p>
    <w:p w:rsidR="007B2329" w:rsidRDefault="007B2329" w:rsidP="007B2329">
      <w:r>
        <w:lastRenderedPageBreak/>
        <w:t>568.5071</w:t>
      </w:r>
      <w:r>
        <w:tab/>
        <w:t>2.025e0</w:t>
      </w:r>
    </w:p>
    <w:p w:rsidR="007B2329" w:rsidRDefault="007B2329" w:rsidP="007B2329">
      <w:r>
        <w:t>568.5106</w:t>
      </w:r>
      <w:r>
        <w:tab/>
        <w:t>1.013e0</w:t>
      </w:r>
    </w:p>
    <w:p w:rsidR="007B2329" w:rsidRDefault="007B2329" w:rsidP="007B2329">
      <w:r>
        <w:t>568.5165</w:t>
      </w:r>
      <w:r>
        <w:tab/>
        <w:t>1.013e0</w:t>
      </w:r>
    </w:p>
    <w:p w:rsidR="007B2329" w:rsidRDefault="007B2329" w:rsidP="007B2329">
      <w:r>
        <w:t>568.5348</w:t>
      </w:r>
      <w:r>
        <w:tab/>
        <w:t>1.013e0</w:t>
      </w:r>
    </w:p>
    <w:p w:rsidR="007B2329" w:rsidRDefault="007B2329" w:rsidP="007B2329">
      <w:r>
        <w:t>568.5440</w:t>
      </w:r>
      <w:r>
        <w:tab/>
        <w:t>2.025e0</w:t>
      </w:r>
    </w:p>
    <w:p w:rsidR="007B2329" w:rsidRDefault="007B2329" w:rsidP="007B2329">
      <w:r>
        <w:t>568.5766</w:t>
      </w:r>
      <w:r>
        <w:tab/>
        <w:t>2.357e0</w:t>
      </w:r>
    </w:p>
    <w:p w:rsidR="007B2329" w:rsidRDefault="007B2329" w:rsidP="007B2329">
      <w:r>
        <w:t>568.5793</w:t>
      </w:r>
      <w:r>
        <w:tab/>
        <w:t>1.013e0</w:t>
      </w:r>
    </w:p>
    <w:p w:rsidR="007B2329" w:rsidRDefault="007B2329" w:rsidP="007B2329">
      <w:r>
        <w:t>568.5875</w:t>
      </w:r>
      <w:r>
        <w:tab/>
        <w:t>1.013e0</w:t>
      </w:r>
    </w:p>
    <w:p w:rsidR="007B2329" w:rsidRDefault="007B2329" w:rsidP="007B2329">
      <w:r>
        <w:t>568.5897</w:t>
      </w:r>
      <w:r>
        <w:tab/>
        <w:t>2.025e0</w:t>
      </w:r>
    </w:p>
    <w:p w:rsidR="007B2329" w:rsidRDefault="007B2329" w:rsidP="007B2329">
      <w:r>
        <w:t>568.5969</w:t>
      </w:r>
      <w:r>
        <w:tab/>
        <w:t>2.025e0</w:t>
      </w:r>
    </w:p>
    <w:p w:rsidR="007B2329" w:rsidRDefault="007B2329" w:rsidP="007B2329">
      <w:r>
        <w:t>568.6059</w:t>
      </w:r>
      <w:r>
        <w:tab/>
        <w:t>2.025e0</w:t>
      </w:r>
    </w:p>
    <w:p w:rsidR="007B2329" w:rsidRDefault="007B2329" w:rsidP="007B2329">
      <w:r>
        <w:t>568.6232</w:t>
      </w:r>
      <w:r>
        <w:tab/>
        <w:t>3.806e0</w:t>
      </w:r>
    </w:p>
    <w:p w:rsidR="007B2329" w:rsidRDefault="007B2329" w:rsidP="007B2329">
      <w:r>
        <w:t>568.6476</w:t>
      </w:r>
      <w:r>
        <w:tab/>
        <w:t>1.013e0</w:t>
      </w:r>
    </w:p>
    <w:p w:rsidR="007B2329" w:rsidRDefault="007B2329" w:rsidP="007B2329">
      <w:r>
        <w:t>568.6796</w:t>
      </w:r>
      <w:r>
        <w:tab/>
        <w:t>2.025e0</w:t>
      </w:r>
    </w:p>
    <w:p w:rsidR="007B2329" w:rsidRDefault="007B2329" w:rsidP="007B2329">
      <w:r>
        <w:t>568.6812</w:t>
      </w:r>
      <w:r>
        <w:tab/>
        <w:t>3.038e0</w:t>
      </w:r>
    </w:p>
    <w:p w:rsidR="007B2329" w:rsidRDefault="007B2329" w:rsidP="007B2329">
      <w:r>
        <w:t>568.6965</w:t>
      </w:r>
      <w:r>
        <w:tab/>
        <w:t>2.025e0</w:t>
      </w:r>
    </w:p>
    <w:p w:rsidR="007B2329" w:rsidRDefault="007B2329" w:rsidP="007B2329">
      <w:r>
        <w:t>568.7063</w:t>
      </w:r>
      <w:r>
        <w:tab/>
        <w:t>1.013e0</w:t>
      </w:r>
    </w:p>
    <w:p w:rsidR="007B2329" w:rsidRDefault="007B2329" w:rsidP="007B2329">
      <w:r>
        <w:t>568.7159</w:t>
      </w:r>
      <w:r>
        <w:tab/>
        <w:t>1.013e0</w:t>
      </w:r>
    </w:p>
    <w:p w:rsidR="007B2329" w:rsidRDefault="007B2329" w:rsidP="007B2329">
      <w:r>
        <w:t>568.7505</w:t>
      </w:r>
      <w:r>
        <w:tab/>
        <w:t>1.013e0</w:t>
      </w:r>
    </w:p>
    <w:p w:rsidR="007B2329" w:rsidRDefault="007B2329" w:rsidP="007B2329">
      <w:r>
        <w:lastRenderedPageBreak/>
        <w:t>568.7690</w:t>
      </w:r>
      <w:r>
        <w:tab/>
        <w:t>3.038e0</w:t>
      </w:r>
    </w:p>
    <w:p w:rsidR="007B2329" w:rsidRDefault="007B2329" w:rsidP="007B2329">
      <w:r>
        <w:t>568.7729</w:t>
      </w:r>
      <w:r>
        <w:tab/>
        <w:t>2.025e0</w:t>
      </w:r>
    </w:p>
    <w:p w:rsidR="007B2329" w:rsidRDefault="007B2329" w:rsidP="007B2329">
      <w:r>
        <w:t>568.7747</w:t>
      </w:r>
      <w:r>
        <w:tab/>
        <w:t>1.013e0</w:t>
      </w:r>
    </w:p>
    <w:p w:rsidR="007B2329" w:rsidRDefault="007B2329" w:rsidP="007B2329">
      <w:r>
        <w:t>568.7845</w:t>
      </w:r>
      <w:r>
        <w:tab/>
        <w:t>1.013e0</w:t>
      </w:r>
    </w:p>
    <w:p w:rsidR="007B2329" w:rsidRDefault="007B2329" w:rsidP="007B2329">
      <w:r>
        <w:t>568.7877</w:t>
      </w:r>
      <w:r>
        <w:tab/>
        <w:t>1.013e0</w:t>
      </w:r>
    </w:p>
    <w:p w:rsidR="007B2329" w:rsidRDefault="007B2329" w:rsidP="007B2329">
      <w:r>
        <w:t>568.7952</w:t>
      </w:r>
      <w:r>
        <w:tab/>
        <w:t>2.025e0</w:t>
      </w:r>
    </w:p>
    <w:p w:rsidR="007B2329" w:rsidRDefault="007B2329" w:rsidP="007B2329">
      <w:r>
        <w:t>568.8036</w:t>
      </w:r>
      <w:r>
        <w:tab/>
        <w:t>1.013e0</w:t>
      </w:r>
    </w:p>
    <w:p w:rsidR="007B2329" w:rsidRDefault="007B2329" w:rsidP="007B2329">
      <w:r>
        <w:t>568.8238</w:t>
      </w:r>
      <w:r>
        <w:tab/>
        <w:t>1.013e0</w:t>
      </w:r>
    </w:p>
    <w:p w:rsidR="007B2329" w:rsidRDefault="007B2329" w:rsidP="007B2329">
      <w:r>
        <w:t>568.8252</w:t>
      </w:r>
      <w:r>
        <w:tab/>
        <w:t>2.025e0</w:t>
      </w:r>
    </w:p>
    <w:p w:rsidR="007B2329" w:rsidRDefault="007B2329" w:rsidP="007B2329">
      <w:r>
        <w:t>568.8434</w:t>
      </w:r>
      <w:r>
        <w:tab/>
        <w:t>1.013e0</w:t>
      </w:r>
    </w:p>
    <w:p w:rsidR="007B2329" w:rsidRDefault="007B2329" w:rsidP="007B2329">
      <w:r>
        <w:t>568.8688</w:t>
      </w:r>
      <w:r>
        <w:tab/>
        <w:t>2.025e0</w:t>
      </w:r>
    </w:p>
    <w:p w:rsidR="007B2329" w:rsidRDefault="007B2329" w:rsidP="007B2329">
      <w:r>
        <w:t>568.8724</w:t>
      </w:r>
      <w:r>
        <w:tab/>
        <w:t>1.013e0</w:t>
      </w:r>
    </w:p>
    <w:p w:rsidR="007B2329" w:rsidRDefault="007B2329" w:rsidP="007B2329">
      <w:r>
        <w:t>568.8770</w:t>
      </w:r>
      <w:r>
        <w:tab/>
        <w:t>1.013e0</w:t>
      </w:r>
    </w:p>
    <w:p w:rsidR="007B2329" w:rsidRDefault="007B2329" w:rsidP="007B2329">
      <w:r>
        <w:t>568.8922</w:t>
      </w:r>
      <w:r>
        <w:tab/>
        <w:t>1.013e0</w:t>
      </w:r>
    </w:p>
    <w:p w:rsidR="007B2329" w:rsidRDefault="007B2329" w:rsidP="007B2329">
      <w:r>
        <w:t>568.9301</w:t>
      </w:r>
      <w:r>
        <w:tab/>
        <w:t>2.872e0</w:t>
      </w:r>
    </w:p>
    <w:p w:rsidR="007B2329" w:rsidRDefault="007B2329" w:rsidP="007B2329">
      <w:r>
        <w:t>568.9406</w:t>
      </w:r>
      <w:r>
        <w:tab/>
        <w:t>4.051e0</w:t>
      </w:r>
    </w:p>
    <w:p w:rsidR="007B2329" w:rsidRDefault="007B2329" w:rsidP="007B2329">
      <w:r>
        <w:t>568.9480</w:t>
      </w:r>
      <w:r>
        <w:tab/>
        <w:t>1.013e0</w:t>
      </w:r>
    </w:p>
    <w:p w:rsidR="007B2329" w:rsidRDefault="007B2329" w:rsidP="007B2329">
      <w:r>
        <w:t>568.9508</w:t>
      </w:r>
      <w:r>
        <w:tab/>
        <w:t>1.013e0</w:t>
      </w:r>
    </w:p>
    <w:p w:rsidR="007B2329" w:rsidRDefault="007B2329" w:rsidP="007B2329">
      <w:r>
        <w:t>568.9667</w:t>
      </w:r>
      <w:r>
        <w:tab/>
        <w:t>2.025e0</w:t>
      </w:r>
    </w:p>
    <w:p w:rsidR="007B2329" w:rsidRDefault="007B2329" w:rsidP="007B2329">
      <w:r>
        <w:lastRenderedPageBreak/>
        <w:t>569.0001</w:t>
      </w:r>
      <w:r>
        <w:tab/>
        <w:t>3.038e0</w:t>
      </w:r>
    </w:p>
    <w:p w:rsidR="007B2329" w:rsidRDefault="007B2329" w:rsidP="007B2329">
      <w:r>
        <w:t>569.0094</w:t>
      </w:r>
      <w:r>
        <w:tab/>
        <w:t>1.013e0</w:t>
      </w:r>
    </w:p>
    <w:p w:rsidR="007B2329" w:rsidRDefault="007B2329" w:rsidP="007B2329">
      <w:r>
        <w:t>569.0290</w:t>
      </w:r>
      <w:r>
        <w:tab/>
        <w:t>1.013e0</w:t>
      </w:r>
    </w:p>
    <w:p w:rsidR="007B2329" w:rsidRDefault="007B2329" w:rsidP="007B2329">
      <w:r>
        <w:t>569.0399</w:t>
      </w:r>
      <w:r>
        <w:tab/>
        <w:t>1.266e-2</w:t>
      </w:r>
    </w:p>
    <w:p w:rsidR="007B2329" w:rsidRDefault="007B2329" w:rsidP="007B2329">
      <w:r>
        <w:t>569.0781</w:t>
      </w:r>
      <w:r>
        <w:tab/>
        <w:t>1.013e0</w:t>
      </w:r>
    </w:p>
    <w:p w:rsidR="007B2329" w:rsidRDefault="007B2329" w:rsidP="007B2329">
      <w:r>
        <w:t>569.0878</w:t>
      </w:r>
      <w:r>
        <w:tab/>
        <w:t>1.013e0</w:t>
      </w:r>
    </w:p>
    <w:p w:rsidR="007B2329" w:rsidRDefault="007B2329" w:rsidP="007B2329">
      <w:r>
        <w:t>569.1026</w:t>
      </w:r>
      <w:r>
        <w:tab/>
        <w:t>4.051e0</w:t>
      </w:r>
    </w:p>
    <w:p w:rsidR="007B2329" w:rsidRDefault="007B2329" w:rsidP="007B2329">
      <w:r>
        <w:t>569.1072</w:t>
      </w:r>
      <w:r>
        <w:tab/>
        <w:t>1.013e0</w:t>
      </w:r>
    </w:p>
    <w:p w:rsidR="007B2329" w:rsidRDefault="007B2329" w:rsidP="007B2329">
      <w:r>
        <w:t>569.1122</w:t>
      </w:r>
      <w:r>
        <w:tab/>
        <w:t>2.025e0</w:t>
      </w:r>
    </w:p>
    <w:p w:rsidR="007B2329" w:rsidRDefault="007B2329" w:rsidP="007B2329">
      <w:r>
        <w:t>569.1270</w:t>
      </w:r>
      <w:r>
        <w:tab/>
        <w:t>1.013e0</w:t>
      </w:r>
    </w:p>
    <w:p w:rsidR="007B2329" w:rsidRDefault="007B2329" w:rsidP="007B2329">
      <w:r>
        <w:t>569.1447</w:t>
      </w:r>
      <w:r>
        <w:tab/>
        <w:t>2.025e0</w:t>
      </w:r>
    </w:p>
    <w:p w:rsidR="007B2329" w:rsidRDefault="007B2329" w:rsidP="007B2329">
      <w:r>
        <w:t>569.1616</w:t>
      </w:r>
      <w:r>
        <w:tab/>
        <w:t>3.038e0</w:t>
      </w:r>
    </w:p>
    <w:p w:rsidR="007B2329" w:rsidRDefault="007B2329" w:rsidP="007B2329">
      <w:r>
        <w:t>569.1663</w:t>
      </w:r>
      <w:r>
        <w:tab/>
        <w:t>1.013e0</w:t>
      </w:r>
    </w:p>
    <w:p w:rsidR="007B2329" w:rsidRDefault="007B2329" w:rsidP="007B2329">
      <w:r>
        <w:t>569.1823</w:t>
      </w:r>
      <w:r>
        <w:tab/>
        <w:t>2.025e0</w:t>
      </w:r>
    </w:p>
    <w:p w:rsidR="007B2329" w:rsidRDefault="007B2329" w:rsidP="007B2329">
      <w:r>
        <w:t>569.1882</w:t>
      </w:r>
      <w:r>
        <w:tab/>
        <w:t>1.155e0</w:t>
      </w:r>
    </w:p>
    <w:p w:rsidR="007B2329" w:rsidRDefault="007B2329" w:rsidP="007B2329">
      <w:r>
        <w:t>569.1956</w:t>
      </w:r>
      <w:r>
        <w:tab/>
        <w:t>2.025e0</w:t>
      </w:r>
    </w:p>
    <w:p w:rsidR="007B2329" w:rsidRDefault="007B2329" w:rsidP="007B2329">
      <w:r>
        <w:t>569.2067</w:t>
      </w:r>
      <w:r>
        <w:tab/>
        <w:t>1.549e0</w:t>
      </w:r>
    </w:p>
    <w:p w:rsidR="007B2329" w:rsidRDefault="007B2329" w:rsidP="007B2329">
      <w:r>
        <w:t>569.2110</w:t>
      </w:r>
      <w:r>
        <w:tab/>
        <w:t>5.634e0</w:t>
      </w:r>
    </w:p>
    <w:p w:rsidR="007B2329" w:rsidRDefault="007B2329" w:rsidP="007B2329">
      <w:r>
        <w:t>569.2443</w:t>
      </w:r>
      <w:r>
        <w:tab/>
        <w:t>1.013e0</w:t>
      </w:r>
    </w:p>
    <w:p w:rsidR="007B2329" w:rsidRDefault="007B2329" w:rsidP="007B2329">
      <w:r>
        <w:lastRenderedPageBreak/>
        <w:t>569.2838</w:t>
      </w:r>
      <w:r>
        <w:tab/>
        <w:t>1.500e1</w:t>
      </w:r>
    </w:p>
    <w:p w:rsidR="007B2329" w:rsidRDefault="007B2329" w:rsidP="007B2329">
      <w:r>
        <w:t>569.2993</w:t>
      </w:r>
      <w:r>
        <w:tab/>
        <w:t>4.370e1</w:t>
      </w:r>
    </w:p>
    <w:p w:rsidR="007B2329" w:rsidRDefault="007B2329" w:rsidP="007B2329">
      <w:r>
        <w:t>569.3019</w:t>
      </w:r>
      <w:r>
        <w:tab/>
        <w:t>3.237e1</w:t>
      </w:r>
    </w:p>
    <w:p w:rsidR="007B2329" w:rsidRDefault="007B2329" w:rsidP="007B2329">
      <w:r>
        <w:t>569.3107</w:t>
      </w:r>
      <w:r>
        <w:tab/>
        <w:t>9.387e0</w:t>
      </w:r>
    </w:p>
    <w:p w:rsidR="007B2329" w:rsidRDefault="007B2329" w:rsidP="007B2329">
      <w:r>
        <w:t>569.3124</w:t>
      </w:r>
      <w:r>
        <w:tab/>
        <w:t>2.178e1</w:t>
      </w:r>
    </w:p>
    <w:p w:rsidR="007B2329" w:rsidRDefault="007B2329" w:rsidP="007B2329">
      <w:r>
        <w:t>569.3146</w:t>
      </w:r>
      <w:r>
        <w:tab/>
        <w:t>2.329e1</w:t>
      </w:r>
    </w:p>
    <w:p w:rsidR="007B2329" w:rsidRDefault="007B2329" w:rsidP="007B2329">
      <w:r>
        <w:t>569.3215</w:t>
      </w:r>
      <w:r>
        <w:tab/>
        <w:t>4.051e0</w:t>
      </w:r>
    </w:p>
    <w:p w:rsidR="007B2329" w:rsidRDefault="007B2329" w:rsidP="007B2329">
      <w:r>
        <w:t>569.3234</w:t>
      </w:r>
      <w:r>
        <w:tab/>
        <w:t>2.830e1</w:t>
      </w:r>
    </w:p>
    <w:p w:rsidR="007B2329" w:rsidRDefault="007B2329" w:rsidP="007B2329">
      <w:r>
        <w:t>569.3273</w:t>
      </w:r>
      <w:r>
        <w:tab/>
        <w:t>2.283e1</w:t>
      </w:r>
    </w:p>
    <w:p w:rsidR="007B2329" w:rsidRDefault="007B2329" w:rsidP="007B2329">
      <w:r>
        <w:t>569.3323</w:t>
      </w:r>
      <w:r>
        <w:tab/>
        <w:t>1.327e1</w:t>
      </w:r>
    </w:p>
    <w:p w:rsidR="007B2329" w:rsidRDefault="007B2329" w:rsidP="007B2329">
      <w:r>
        <w:t>569.3860</w:t>
      </w:r>
      <w:r>
        <w:tab/>
        <w:t>3.614e0</w:t>
      </w:r>
    </w:p>
    <w:p w:rsidR="007B2329" w:rsidRDefault="007B2329" w:rsidP="007B2329">
      <w:r>
        <w:t>569.4020</w:t>
      </w:r>
      <w:r>
        <w:tab/>
        <w:t>4.652e0</w:t>
      </w:r>
    </w:p>
    <w:p w:rsidR="007B2329" w:rsidRDefault="007B2329" w:rsidP="007B2329">
      <w:r>
        <w:t>569.4205</w:t>
      </w:r>
      <w:r>
        <w:tab/>
        <w:t>1.013e0</w:t>
      </w:r>
    </w:p>
    <w:p w:rsidR="007B2329" w:rsidRDefault="007B2329" w:rsidP="007B2329">
      <w:r>
        <w:t>569.4534</w:t>
      </w:r>
      <w:r>
        <w:tab/>
        <w:t>2.025e0</w:t>
      </w:r>
    </w:p>
    <w:p w:rsidR="007B2329" w:rsidRDefault="007B2329" w:rsidP="007B2329">
      <w:r>
        <w:t>569.4763</w:t>
      </w:r>
      <w:r>
        <w:tab/>
        <w:t>4.051e0</w:t>
      </w:r>
    </w:p>
    <w:p w:rsidR="007B2329" w:rsidRDefault="007B2329" w:rsidP="007B2329">
      <w:r>
        <w:t>569.4794</w:t>
      </w:r>
      <w:r>
        <w:tab/>
        <w:t>5.063e0</w:t>
      </w:r>
    </w:p>
    <w:p w:rsidR="007B2329" w:rsidRDefault="007B2329" w:rsidP="007B2329">
      <w:r>
        <w:t>569.4844</w:t>
      </w:r>
      <w:r>
        <w:tab/>
        <w:t>5.063e0</w:t>
      </w:r>
    </w:p>
    <w:p w:rsidR="007B2329" w:rsidRDefault="007B2329" w:rsidP="007B2329">
      <w:r>
        <w:t>569.4990</w:t>
      </w:r>
      <w:r>
        <w:tab/>
        <w:t>1.013e0</w:t>
      </w:r>
    </w:p>
    <w:p w:rsidR="007B2329" w:rsidRDefault="007B2329" w:rsidP="007B2329">
      <w:r>
        <w:t>569.5087</w:t>
      </w:r>
      <w:r>
        <w:tab/>
        <w:t>2.025e0</w:t>
      </w:r>
    </w:p>
    <w:p w:rsidR="007B2329" w:rsidRDefault="007B2329" w:rsidP="007B2329">
      <w:r>
        <w:lastRenderedPageBreak/>
        <w:t>569.5798</w:t>
      </w:r>
      <w:r>
        <w:tab/>
        <w:t>1.025e0</w:t>
      </w:r>
    </w:p>
    <w:p w:rsidR="007B2329" w:rsidRDefault="007B2329" w:rsidP="007B2329">
      <w:r>
        <w:t>569.5873</w:t>
      </w:r>
      <w:r>
        <w:tab/>
        <w:t>1.013e0</w:t>
      </w:r>
    </w:p>
    <w:p w:rsidR="007B2329" w:rsidRDefault="007B2329" w:rsidP="007B2329">
      <w:r>
        <w:t>569.5958</w:t>
      </w:r>
      <w:r>
        <w:tab/>
        <w:t>1.013e0</w:t>
      </w:r>
    </w:p>
    <w:p w:rsidR="007B2329" w:rsidRDefault="007B2329" w:rsidP="007B2329">
      <w:r>
        <w:t>569.6134</w:t>
      </w:r>
      <w:r>
        <w:tab/>
        <w:t>2.025e0</w:t>
      </w:r>
    </w:p>
    <w:p w:rsidR="007B2329" w:rsidRDefault="007B2329" w:rsidP="007B2329">
      <w:r>
        <w:t>569.6223</w:t>
      </w:r>
      <w:r>
        <w:tab/>
        <w:t>2.025e0</w:t>
      </w:r>
    </w:p>
    <w:p w:rsidR="007B2329" w:rsidRDefault="007B2329" w:rsidP="007B2329">
      <w:r>
        <w:t>569.6256</w:t>
      </w:r>
      <w:r>
        <w:tab/>
        <w:t>3.038e0</w:t>
      </w:r>
    </w:p>
    <w:p w:rsidR="007B2329" w:rsidRDefault="007B2329" w:rsidP="007B2329">
      <w:r>
        <w:t>569.6290</w:t>
      </w:r>
      <w:r>
        <w:tab/>
        <w:t>4.051e0</w:t>
      </w:r>
    </w:p>
    <w:p w:rsidR="007B2329" w:rsidRDefault="007B2329" w:rsidP="007B2329">
      <w:r>
        <w:t>569.6324</w:t>
      </w:r>
      <w:r>
        <w:tab/>
        <w:t>1.013e0</w:t>
      </w:r>
    </w:p>
    <w:p w:rsidR="007B2329" w:rsidRDefault="007B2329" w:rsidP="007B2329">
      <w:r>
        <w:t>569.6356</w:t>
      </w:r>
      <w:r>
        <w:tab/>
        <w:t>3.038e0</w:t>
      </w:r>
    </w:p>
    <w:p w:rsidR="007B2329" w:rsidRDefault="007B2329" w:rsidP="007B2329">
      <w:r>
        <w:t>569.6694</w:t>
      </w:r>
      <w:r>
        <w:tab/>
        <w:t>1.013e0</w:t>
      </w:r>
    </w:p>
    <w:p w:rsidR="007B2329" w:rsidRDefault="007B2329" w:rsidP="007B2329">
      <w:r>
        <w:t>569.6755</w:t>
      </w:r>
      <w:r>
        <w:tab/>
        <w:t>1.013e0</w:t>
      </w:r>
    </w:p>
    <w:p w:rsidR="007B2329" w:rsidRDefault="007B2329" w:rsidP="007B2329">
      <w:r>
        <w:t>569.6849</w:t>
      </w:r>
      <w:r>
        <w:tab/>
        <w:t>1.013e0</w:t>
      </w:r>
    </w:p>
    <w:p w:rsidR="007B2329" w:rsidRDefault="007B2329" w:rsidP="007B2329">
      <w:r>
        <w:t>569.6950</w:t>
      </w:r>
      <w:r>
        <w:tab/>
        <w:t>2.025e0</w:t>
      </w:r>
    </w:p>
    <w:p w:rsidR="007B2329" w:rsidRDefault="007B2329" w:rsidP="007B2329">
      <w:r>
        <w:t>569.7147</w:t>
      </w:r>
      <w:r>
        <w:tab/>
        <w:t>1.013e0</w:t>
      </w:r>
    </w:p>
    <w:p w:rsidR="007B2329" w:rsidRDefault="007B2329" w:rsidP="007B2329">
      <w:r>
        <w:t>569.7241</w:t>
      </w:r>
      <w:r>
        <w:tab/>
        <w:t>2.025e0</w:t>
      </w:r>
    </w:p>
    <w:p w:rsidR="007B2329" w:rsidRDefault="007B2329" w:rsidP="007B2329">
      <w:r>
        <w:t>569.7403</w:t>
      </w:r>
      <w:r>
        <w:tab/>
        <w:t>1.013e0</w:t>
      </w:r>
    </w:p>
    <w:p w:rsidR="007B2329" w:rsidRDefault="007B2329" w:rsidP="007B2329">
      <w:r>
        <w:t>569.7537</w:t>
      </w:r>
      <w:r>
        <w:tab/>
        <w:t>1.013e0</w:t>
      </w:r>
    </w:p>
    <w:p w:rsidR="007B2329" w:rsidRDefault="007B2329" w:rsidP="007B2329">
      <w:r>
        <w:t>569.7719</w:t>
      </w:r>
      <w:r>
        <w:tab/>
        <w:t>3.038e0</w:t>
      </w:r>
    </w:p>
    <w:p w:rsidR="007B2329" w:rsidRDefault="007B2329" w:rsidP="007B2329">
      <w:r>
        <w:t>569.7733</w:t>
      </w:r>
      <w:r>
        <w:tab/>
        <w:t>1.013e0</w:t>
      </w:r>
    </w:p>
    <w:p w:rsidR="007B2329" w:rsidRDefault="007B2329" w:rsidP="007B2329">
      <w:r>
        <w:lastRenderedPageBreak/>
        <w:t>569.7773</w:t>
      </w:r>
      <w:r>
        <w:tab/>
        <w:t>1.013e0</w:t>
      </w:r>
    </w:p>
    <w:p w:rsidR="007B2329" w:rsidRDefault="007B2329" w:rsidP="007B2329">
      <w:r>
        <w:t>569.7956</w:t>
      </w:r>
      <w:r>
        <w:tab/>
        <w:t>1.013e0</w:t>
      </w:r>
    </w:p>
    <w:p w:rsidR="007B2329" w:rsidRDefault="007B2329" w:rsidP="007B2329">
      <w:r>
        <w:t>569.8062</w:t>
      </w:r>
      <w:r>
        <w:tab/>
        <w:t>2.025e0</w:t>
      </w:r>
    </w:p>
    <w:p w:rsidR="007B2329" w:rsidRDefault="007B2329" w:rsidP="007B2329">
      <w:r>
        <w:t>569.8140</w:t>
      </w:r>
      <w:r>
        <w:tab/>
        <w:t>1.013e0</w:t>
      </w:r>
    </w:p>
    <w:p w:rsidR="007B2329" w:rsidRDefault="007B2329" w:rsidP="007B2329">
      <w:r>
        <w:t>569.8220</w:t>
      </w:r>
      <w:r>
        <w:tab/>
        <w:t>2.025e0</w:t>
      </w:r>
    </w:p>
    <w:p w:rsidR="007B2329" w:rsidRDefault="007B2329" w:rsidP="007B2329">
      <w:r>
        <w:t>569.8419</w:t>
      </w:r>
      <w:r>
        <w:tab/>
        <w:t>1.013e0</w:t>
      </w:r>
    </w:p>
    <w:p w:rsidR="007B2329" w:rsidRDefault="007B2329" w:rsidP="007B2329">
      <w:r>
        <w:t>569.8515</w:t>
      </w:r>
      <w:r>
        <w:tab/>
        <w:t>1.013e0</w:t>
      </w:r>
    </w:p>
    <w:p w:rsidR="007B2329" w:rsidRDefault="007B2329" w:rsidP="007B2329">
      <w:r>
        <w:t>569.8615</w:t>
      </w:r>
      <w:r>
        <w:tab/>
        <w:t>2.025e0</w:t>
      </w:r>
    </w:p>
    <w:p w:rsidR="007B2329" w:rsidRDefault="007B2329" w:rsidP="007B2329">
      <w:r>
        <w:t>569.8668</w:t>
      </w:r>
      <w:r>
        <w:tab/>
        <w:t>2.025e0</w:t>
      </w:r>
    </w:p>
    <w:p w:rsidR="007B2329" w:rsidRDefault="007B2329" w:rsidP="007B2329">
      <w:r>
        <w:t>569.8809</w:t>
      </w:r>
      <w:r>
        <w:tab/>
        <w:t>1.013e0</w:t>
      </w:r>
    </w:p>
    <w:p w:rsidR="007B2329" w:rsidRDefault="007B2329" w:rsidP="007B2329">
      <w:r>
        <w:t>569.9103</w:t>
      </w:r>
      <w:r>
        <w:tab/>
        <w:t>1.013e0</w:t>
      </w:r>
    </w:p>
    <w:p w:rsidR="007B2329" w:rsidRDefault="007B2329" w:rsidP="007B2329">
      <w:r>
        <w:t>569.9203</w:t>
      </w:r>
      <w:r>
        <w:tab/>
        <w:t>5.063e0</w:t>
      </w:r>
    </w:p>
    <w:p w:rsidR="007B2329" w:rsidRDefault="007B2329" w:rsidP="007B2329">
      <w:r>
        <w:t>569.9301</w:t>
      </w:r>
      <w:r>
        <w:tab/>
        <w:t>1.013e0</w:t>
      </w:r>
    </w:p>
    <w:p w:rsidR="007B2329" w:rsidRDefault="007B2329" w:rsidP="007B2329">
      <w:r>
        <w:t>569.9401</w:t>
      </w:r>
      <w:r>
        <w:tab/>
        <w:t>1.013e0</w:t>
      </w:r>
    </w:p>
    <w:p w:rsidR="007B2329" w:rsidRDefault="007B2329" w:rsidP="007B2329">
      <w:r>
        <w:t>569.9786</w:t>
      </w:r>
      <w:r>
        <w:tab/>
        <w:t>5.063e0</w:t>
      </w:r>
    </w:p>
    <w:p w:rsidR="007B2329" w:rsidRDefault="007B2329" w:rsidP="007B2329">
      <w:r>
        <w:t>569.9888</w:t>
      </w:r>
      <w:r>
        <w:tab/>
        <w:t>2.025e0</w:t>
      </w:r>
    </w:p>
    <w:p w:rsidR="007B2329" w:rsidRDefault="007B2329" w:rsidP="007B2329">
      <w:r>
        <w:t>569.9932</w:t>
      </w:r>
      <w:r>
        <w:tab/>
        <w:t>1.266e-2</w:t>
      </w:r>
    </w:p>
    <w:p w:rsidR="007B2329" w:rsidRDefault="007B2329" w:rsidP="007B2329">
      <w:r>
        <w:t>569.9987</w:t>
      </w:r>
      <w:r>
        <w:tab/>
        <w:t>1.013e0</w:t>
      </w:r>
    </w:p>
    <w:p w:rsidR="007B2329" w:rsidRDefault="007B2329" w:rsidP="007B2329">
      <w:r>
        <w:t>570.0031</w:t>
      </w:r>
      <w:r>
        <w:tab/>
        <w:t>3.038e0</w:t>
      </w:r>
    </w:p>
    <w:p w:rsidR="007B2329" w:rsidRDefault="007B2329" w:rsidP="007B2329">
      <w:r>
        <w:lastRenderedPageBreak/>
        <w:t>570.0611</w:t>
      </w:r>
      <w:r>
        <w:tab/>
        <w:t>3.038e0</w:t>
      </w:r>
    </w:p>
    <w:p w:rsidR="007B2329" w:rsidRDefault="007B2329" w:rsidP="007B2329">
      <w:r>
        <w:t>570.0696</w:t>
      </w:r>
      <w:r>
        <w:tab/>
        <w:t>1.025e0</w:t>
      </w:r>
    </w:p>
    <w:p w:rsidR="007B2329" w:rsidRDefault="007B2329" w:rsidP="007B2329">
      <w:r>
        <w:t>570.0773</w:t>
      </w:r>
      <w:r>
        <w:tab/>
        <w:t>3.116e0</w:t>
      </w:r>
    </w:p>
    <w:p w:rsidR="007B2329" w:rsidRDefault="007B2329" w:rsidP="007B2329">
      <w:r>
        <w:t>570.0917</w:t>
      </w:r>
      <w:r>
        <w:tab/>
        <w:t>2.025e0</w:t>
      </w:r>
    </w:p>
    <w:p w:rsidR="007B2329" w:rsidRDefault="007B2329" w:rsidP="007B2329">
      <w:r>
        <w:t>570.1113</w:t>
      </w:r>
      <w:r>
        <w:tab/>
        <w:t>3.038e0</w:t>
      </w:r>
    </w:p>
    <w:p w:rsidR="007B2329" w:rsidRDefault="007B2329" w:rsidP="007B2329">
      <w:r>
        <w:t>570.1316</w:t>
      </w:r>
      <w:r>
        <w:tab/>
        <w:t>2.025e0</w:t>
      </w:r>
    </w:p>
    <w:p w:rsidR="007B2329" w:rsidRDefault="007B2329" w:rsidP="007B2329">
      <w:r>
        <w:t>570.1456</w:t>
      </w:r>
      <w:r>
        <w:tab/>
        <w:t>1.013e0</w:t>
      </w:r>
    </w:p>
    <w:p w:rsidR="007B2329" w:rsidRDefault="007B2329" w:rsidP="007B2329">
      <w:r>
        <w:t>570.1620</w:t>
      </w:r>
      <w:r>
        <w:tab/>
        <w:t>3.038e0</w:t>
      </w:r>
    </w:p>
    <w:p w:rsidR="007B2329" w:rsidRDefault="007B2329" w:rsidP="007B2329">
      <w:r>
        <w:t>570.1655</w:t>
      </w:r>
      <w:r>
        <w:tab/>
        <w:t>1.013e0</w:t>
      </w:r>
    </w:p>
    <w:p w:rsidR="007B2329" w:rsidRDefault="007B2329" w:rsidP="007B2329">
      <w:r>
        <w:t>570.1790</w:t>
      </w:r>
      <w:r>
        <w:tab/>
        <w:t>2.038e0</w:t>
      </w:r>
    </w:p>
    <w:p w:rsidR="007B2329" w:rsidRDefault="007B2329" w:rsidP="007B2329">
      <w:r>
        <w:t>570.1899</w:t>
      </w:r>
      <w:r>
        <w:tab/>
        <w:t>1.683e0</w:t>
      </w:r>
    </w:p>
    <w:p w:rsidR="007B2329" w:rsidRDefault="007B2329" w:rsidP="007B2329">
      <w:r>
        <w:t>570.2046</w:t>
      </w:r>
      <w:r>
        <w:tab/>
        <w:t>2.025e0</w:t>
      </w:r>
    </w:p>
    <w:p w:rsidR="007B2329" w:rsidRDefault="007B2329" w:rsidP="007B2329">
      <w:r>
        <w:t>570.2061</w:t>
      </w:r>
      <w:r>
        <w:tab/>
        <w:t>6.983e0</w:t>
      </w:r>
    </w:p>
    <w:p w:rsidR="007B2329" w:rsidRDefault="007B2329" w:rsidP="007B2329">
      <w:r>
        <w:t>570.2072</w:t>
      </w:r>
      <w:r>
        <w:tab/>
        <w:t>5.063e0</w:t>
      </w:r>
    </w:p>
    <w:p w:rsidR="007B2329" w:rsidRDefault="007B2329" w:rsidP="007B2329">
      <w:r>
        <w:t>570.2241</w:t>
      </w:r>
      <w:r>
        <w:tab/>
        <w:t>4.587e0</w:t>
      </w:r>
    </w:p>
    <w:p w:rsidR="007B2329" w:rsidRDefault="007B2329" w:rsidP="007B2329">
      <w:r>
        <w:t>570.2277</w:t>
      </w:r>
      <w:r>
        <w:tab/>
        <w:t>2.739e0</w:t>
      </w:r>
    </w:p>
    <w:p w:rsidR="007B2329" w:rsidRDefault="007B2329" w:rsidP="007B2329">
      <w:r>
        <w:t>570.2322</w:t>
      </w:r>
      <w:r>
        <w:tab/>
        <w:t>2.431e0</w:t>
      </w:r>
    </w:p>
    <w:p w:rsidR="007B2329" w:rsidRDefault="007B2329" w:rsidP="007B2329">
      <w:r>
        <w:t>570.2820</w:t>
      </w:r>
      <w:r>
        <w:tab/>
        <w:t>2.160e0</w:t>
      </w:r>
    </w:p>
    <w:p w:rsidR="007B2329" w:rsidRDefault="007B2329" w:rsidP="007B2329">
      <w:r>
        <w:t>570.2849</w:t>
      </w:r>
      <w:r>
        <w:tab/>
        <w:t>8.709e0</w:t>
      </w:r>
    </w:p>
    <w:p w:rsidR="007B2329" w:rsidRDefault="007B2329" w:rsidP="007B2329">
      <w:r>
        <w:lastRenderedPageBreak/>
        <w:t>570.2907</w:t>
      </w:r>
      <w:r>
        <w:tab/>
        <w:t>1.317e0</w:t>
      </w:r>
    </w:p>
    <w:p w:rsidR="007B2329" w:rsidRDefault="007B2329" w:rsidP="007B2329">
      <w:r>
        <w:t>570.3146</w:t>
      </w:r>
      <w:r>
        <w:tab/>
        <w:t>1.191e1</w:t>
      </w:r>
    </w:p>
    <w:p w:rsidR="007B2329" w:rsidRDefault="007B2329" w:rsidP="007B2329">
      <w:r>
        <w:t>570.3156</w:t>
      </w:r>
      <w:r>
        <w:tab/>
        <w:t>8.441e0</w:t>
      </w:r>
    </w:p>
    <w:p w:rsidR="007B2329" w:rsidRDefault="007B2329" w:rsidP="007B2329">
      <w:r>
        <w:t>570.3209</w:t>
      </w:r>
      <w:r>
        <w:tab/>
        <w:t>5.317e0</w:t>
      </w:r>
    </w:p>
    <w:p w:rsidR="007B2329" w:rsidRDefault="007B2329" w:rsidP="007B2329">
      <w:r>
        <w:t>570.3350</w:t>
      </w:r>
      <w:r>
        <w:tab/>
        <w:t>6.313e0</w:t>
      </w:r>
    </w:p>
    <w:p w:rsidR="007B2329" w:rsidRDefault="007B2329" w:rsidP="007B2329">
      <w:r>
        <w:t>570.3400</w:t>
      </w:r>
      <w:r>
        <w:tab/>
        <w:t>1.198e1</w:t>
      </w:r>
    </w:p>
    <w:p w:rsidR="007B2329" w:rsidRDefault="007B2329" w:rsidP="007B2329">
      <w:r>
        <w:t>570.3545</w:t>
      </w:r>
      <w:r>
        <w:tab/>
        <w:t>2.496e0</w:t>
      </w:r>
    </w:p>
    <w:p w:rsidR="007B2329" w:rsidRDefault="007B2329" w:rsidP="007B2329">
      <w:r>
        <w:t>570.3879</w:t>
      </w:r>
      <w:r>
        <w:tab/>
        <w:t>1.013e0</w:t>
      </w:r>
    </w:p>
    <w:p w:rsidR="007B2329" w:rsidRDefault="007B2329" w:rsidP="007B2329">
      <w:r>
        <w:t>570.3898</w:t>
      </w:r>
      <w:r>
        <w:tab/>
        <w:t>7.940e0</w:t>
      </w:r>
    </w:p>
    <w:p w:rsidR="007B2329" w:rsidRDefault="007B2329" w:rsidP="007B2329">
      <w:r>
        <w:t>570.3958</w:t>
      </w:r>
      <w:r>
        <w:tab/>
        <w:t>2.532e0</w:t>
      </w:r>
    </w:p>
    <w:p w:rsidR="007B2329" w:rsidRDefault="007B2329" w:rsidP="007B2329">
      <w:r>
        <w:t>570.4164</w:t>
      </w:r>
      <w:r>
        <w:tab/>
        <w:t>3.038e0</w:t>
      </w:r>
    </w:p>
    <w:p w:rsidR="007B2329" w:rsidRDefault="007B2329" w:rsidP="007B2329">
      <w:r>
        <w:t>570.4248</w:t>
      </w:r>
      <w:r>
        <w:tab/>
        <w:t>1.013e0</w:t>
      </w:r>
    </w:p>
    <w:p w:rsidR="007B2329" w:rsidRDefault="007B2329" w:rsidP="007B2329">
      <w:r>
        <w:t>570.4419</w:t>
      </w:r>
      <w:r>
        <w:tab/>
        <w:t>5.063e0</w:t>
      </w:r>
    </w:p>
    <w:p w:rsidR="007B2329" w:rsidRDefault="007B2329" w:rsidP="007B2329">
      <w:r>
        <w:t>570.4525</w:t>
      </w:r>
      <w:r>
        <w:tab/>
        <w:t>2.025e0</w:t>
      </w:r>
    </w:p>
    <w:p w:rsidR="007B2329" w:rsidRDefault="007B2329" w:rsidP="007B2329">
      <w:r>
        <w:t>570.4615</w:t>
      </w:r>
      <w:r>
        <w:tab/>
        <w:t>2.025e0</w:t>
      </w:r>
    </w:p>
    <w:p w:rsidR="007B2329" w:rsidRDefault="007B2329" w:rsidP="007B2329">
      <w:r>
        <w:t>570.4691</w:t>
      </w:r>
      <w:r>
        <w:tab/>
        <w:t>5.063e0</w:t>
      </w:r>
    </w:p>
    <w:p w:rsidR="007B2329" w:rsidRDefault="007B2329" w:rsidP="007B2329">
      <w:r>
        <w:t>570.4706</w:t>
      </w:r>
      <w:r>
        <w:tab/>
        <w:t>1.025e0</w:t>
      </w:r>
    </w:p>
    <w:p w:rsidR="007B2329" w:rsidRDefault="007B2329" w:rsidP="007B2329">
      <w:r>
        <w:t>570.4782</w:t>
      </w:r>
      <w:r>
        <w:tab/>
        <w:t>4.451e0</w:t>
      </w:r>
    </w:p>
    <w:p w:rsidR="007B2329" w:rsidRDefault="007B2329" w:rsidP="007B2329">
      <w:r>
        <w:t>570.4908</w:t>
      </w:r>
      <w:r>
        <w:tab/>
        <w:t>2.334e0</w:t>
      </w:r>
    </w:p>
    <w:p w:rsidR="007B2329" w:rsidRDefault="007B2329" w:rsidP="007B2329">
      <w:r>
        <w:lastRenderedPageBreak/>
        <w:t>570.4960</w:t>
      </w:r>
      <w:r>
        <w:tab/>
        <w:t>4.051e0</w:t>
      </w:r>
    </w:p>
    <w:p w:rsidR="007B2329" w:rsidRDefault="007B2329" w:rsidP="007B2329">
      <w:r>
        <w:t>570.5065</w:t>
      </w:r>
      <w:r>
        <w:tab/>
        <w:t>2.025e0</w:t>
      </w:r>
    </w:p>
    <w:p w:rsidR="007B2329" w:rsidRDefault="007B2329" w:rsidP="007B2329">
      <w:r>
        <w:t>570.5183</w:t>
      </w:r>
      <w:r>
        <w:tab/>
        <w:t>1.013e0</w:t>
      </w:r>
    </w:p>
    <w:p w:rsidR="007B2329" w:rsidRDefault="007B2329" w:rsidP="007B2329">
      <w:r>
        <w:t>570.5513</w:t>
      </w:r>
      <w:r>
        <w:tab/>
        <w:t>1.013e0</w:t>
      </w:r>
    </w:p>
    <w:p w:rsidR="007B2329" w:rsidRDefault="007B2329" w:rsidP="007B2329">
      <w:r>
        <w:t>570.5695</w:t>
      </w:r>
      <w:r>
        <w:tab/>
        <w:t>2.025e0</w:t>
      </w:r>
    </w:p>
    <w:p w:rsidR="007B2329" w:rsidRDefault="007B2329" w:rsidP="007B2329">
      <w:r>
        <w:t>570.5922</w:t>
      </w:r>
      <w:r>
        <w:tab/>
        <w:t>2.025e0</w:t>
      </w:r>
    </w:p>
    <w:p w:rsidR="007B2329" w:rsidRDefault="007B2329" w:rsidP="007B2329">
      <w:r>
        <w:t>570.5970</w:t>
      </w:r>
      <w:r>
        <w:tab/>
        <w:t>3.038e0</w:t>
      </w:r>
    </w:p>
    <w:p w:rsidR="007B2329" w:rsidRDefault="007B2329" w:rsidP="007B2329">
      <w:r>
        <w:t>570.6457</w:t>
      </w:r>
      <w:r>
        <w:tab/>
        <w:t>2.025e0</w:t>
      </w:r>
    </w:p>
    <w:p w:rsidR="007B2329" w:rsidRDefault="007B2329" w:rsidP="007B2329">
      <w:r>
        <w:t>570.6653</w:t>
      </w:r>
      <w:r>
        <w:tab/>
        <w:t>1.013e0</w:t>
      </w:r>
    </w:p>
    <w:p w:rsidR="007B2329" w:rsidRDefault="007B2329" w:rsidP="007B2329">
      <w:r>
        <w:t>570.6753</w:t>
      </w:r>
      <w:r>
        <w:tab/>
        <w:t>1.013e0</w:t>
      </w:r>
    </w:p>
    <w:p w:rsidR="007B2329" w:rsidRDefault="007B2329" w:rsidP="007B2329">
      <w:r>
        <w:t>570.6774</w:t>
      </w:r>
      <w:r>
        <w:tab/>
        <w:t>1.013e0</w:t>
      </w:r>
    </w:p>
    <w:p w:rsidR="007B2329" w:rsidRDefault="007B2329" w:rsidP="007B2329">
      <w:r>
        <w:t>570.6939</w:t>
      </w:r>
      <w:r>
        <w:tab/>
        <w:t>1.013e0</w:t>
      </w:r>
    </w:p>
    <w:p w:rsidR="007B2329" w:rsidRDefault="007B2329" w:rsidP="007B2329">
      <w:r>
        <w:t>570.7242</w:t>
      </w:r>
      <w:r>
        <w:tab/>
        <w:t>1.013e0</w:t>
      </w:r>
    </w:p>
    <w:p w:rsidR="007B2329" w:rsidRDefault="007B2329" w:rsidP="007B2329">
      <w:r>
        <w:t>570.7303</w:t>
      </w:r>
      <w:r>
        <w:tab/>
        <w:t>1.013e0</w:t>
      </w:r>
    </w:p>
    <w:p w:rsidR="007B2329" w:rsidRDefault="007B2329" w:rsidP="007B2329">
      <w:r>
        <w:t>570.7536</w:t>
      </w:r>
      <w:r>
        <w:tab/>
        <w:t>1.013e0</w:t>
      </w:r>
    </w:p>
    <w:p w:rsidR="007B2329" w:rsidRDefault="007B2329" w:rsidP="007B2329">
      <w:r>
        <w:t>570.7711</w:t>
      </w:r>
      <w:r>
        <w:tab/>
        <w:t>2.532e-2</w:t>
      </w:r>
    </w:p>
    <w:p w:rsidR="007B2329" w:rsidRDefault="007B2329" w:rsidP="007B2329">
      <w:r>
        <w:t>570.7832</w:t>
      </w:r>
      <w:r>
        <w:tab/>
        <w:t>1.013e0</w:t>
      </w:r>
    </w:p>
    <w:p w:rsidR="007B2329" w:rsidRDefault="007B2329" w:rsidP="007B2329">
      <w:r>
        <w:t>570.8098</w:t>
      </w:r>
      <w:r>
        <w:tab/>
        <w:t>4.051e0</w:t>
      </w:r>
    </w:p>
    <w:p w:rsidR="007B2329" w:rsidRDefault="007B2329" w:rsidP="007B2329">
      <w:r>
        <w:t>570.8384</w:t>
      </w:r>
      <w:r>
        <w:tab/>
        <w:t>1.013e0</w:t>
      </w:r>
    </w:p>
    <w:p w:rsidR="007B2329" w:rsidRDefault="007B2329" w:rsidP="007B2329">
      <w:r>
        <w:lastRenderedPageBreak/>
        <w:t>570.8469</w:t>
      </w:r>
      <w:r>
        <w:tab/>
        <w:t>2.025e0</w:t>
      </w:r>
    </w:p>
    <w:p w:rsidR="007B2329" w:rsidRDefault="007B2329" w:rsidP="007B2329">
      <w:r>
        <w:t>570.8567</w:t>
      </w:r>
      <w:r>
        <w:tab/>
        <w:t>1.013e0</w:t>
      </w:r>
    </w:p>
    <w:p w:rsidR="007B2329" w:rsidRDefault="007B2329" w:rsidP="007B2329">
      <w:r>
        <w:t>570.8715</w:t>
      </w:r>
      <w:r>
        <w:tab/>
        <w:t>3.038e0</w:t>
      </w:r>
    </w:p>
    <w:p w:rsidR="007B2329" w:rsidRDefault="007B2329" w:rsidP="007B2329">
      <w:r>
        <w:t>570.9115</w:t>
      </w:r>
      <w:r>
        <w:tab/>
        <w:t>1.013e0</w:t>
      </w:r>
    </w:p>
    <w:p w:rsidR="007B2329" w:rsidRDefault="007B2329" w:rsidP="007B2329">
      <w:r>
        <w:t>570.9395</w:t>
      </w:r>
      <w:r>
        <w:tab/>
        <w:t>5.063e0</w:t>
      </w:r>
    </w:p>
    <w:p w:rsidR="007B2329" w:rsidRDefault="007B2329" w:rsidP="007B2329">
      <w:r>
        <w:t>570.9554</w:t>
      </w:r>
      <w:r>
        <w:tab/>
        <w:t>3.038e0</w:t>
      </w:r>
    </w:p>
    <w:p w:rsidR="007B2329" w:rsidRDefault="007B2329" w:rsidP="007B2329">
      <w:r>
        <w:t>570.9695</w:t>
      </w:r>
      <w:r>
        <w:tab/>
        <w:t>1.013e0</w:t>
      </w:r>
    </w:p>
    <w:p w:rsidR="007B2329" w:rsidRDefault="007B2329" w:rsidP="007B2329">
      <w:r>
        <w:t>570.9892</w:t>
      </w:r>
      <w:r>
        <w:tab/>
        <w:t>1.013e0</w:t>
      </w:r>
    </w:p>
    <w:p w:rsidR="007B2329" w:rsidRDefault="007B2329" w:rsidP="007B2329">
      <w:r>
        <w:t>571.0175</w:t>
      </w:r>
      <w:r>
        <w:tab/>
        <w:t>1.013e0</w:t>
      </w:r>
    </w:p>
    <w:p w:rsidR="007B2329" w:rsidRDefault="007B2329" w:rsidP="007B2329">
      <w:r>
        <w:t>571.0383</w:t>
      </w:r>
      <w:r>
        <w:tab/>
        <w:t>1.266e-2</w:t>
      </w:r>
    </w:p>
    <w:p w:rsidR="007B2329" w:rsidRDefault="007B2329" w:rsidP="007B2329">
      <w:r>
        <w:t>571.0703</w:t>
      </w:r>
      <w:r>
        <w:tab/>
        <w:t>3.038e0</w:t>
      </w:r>
    </w:p>
    <w:p w:rsidR="007B2329" w:rsidRDefault="007B2329" w:rsidP="007B2329">
      <w:r>
        <w:t>571.0775</w:t>
      </w:r>
      <w:r>
        <w:tab/>
        <w:t>1.013e0</w:t>
      </w:r>
    </w:p>
    <w:p w:rsidR="007B2329" w:rsidRDefault="007B2329" w:rsidP="007B2329">
      <w:r>
        <w:t>571.0865</w:t>
      </w:r>
      <w:r>
        <w:tab/>
        <w:t>2.025e0</w:t>
      </w:r>
    </w:p>
    <w:p w:rsidR="007B2329" w:rsidRDefault="007B2329" w:rsidP="007B2329">
      <w:r>
        <w:t>571.1171</w:t>
      </w:r>
      <w:r>
        <w:tab/>
        <w:t>2.025e0</w:t>
      </w:r>
    </w:p>
    <w:p w:rsidR="007B2329" w:rsidRDefault="007B2329" w:rsidP="007B2329">
      <w:r>
        <w:t>571.1211</w:t>
      </w:r>
      <w:r>
        <w:tab/>
        <w:t>2.025e0</w:t>
      </w:r>
    </w:p>
    <w:p w:rsidR="007B2329" w:rsidRDefault="007B2329" w:rsidP="007B2329">
      <w:r>
        <w:t>571.1237</w:t>
      </w:r>
      <w:r>
        <w:tab/>
        <w:t>3.472e0</w:t>
      </w:r>
    </w:p>
    <w:p w:rsidR="007B2329" w:rsidRDefault="007B2329" w:rsidP="007B2329">
      <w:r>
        <w:t>571.1463</w:t>
      </w:r>
      <w:r>
        <w:tab/>
        <w:t>1.013e0</w:t>
      </w:r>
    </w:p>
    <w:p w:rsidR="007B2329" w:rsidRDefault="007B2329" w:rsidP="007B2329">
      <w:r>
        <w:t>571.1661</w:t>
      </w:r>
      <w:r>
        <w:tab/>
        <w:t>2.025e0</w:t>
      </w:r>
    </w:p>
    <w:p w:rsidR="007B2329" w:rsidRDefault="007B2329" w:rsidP="007B2329">
      <w:r>
        <w:t>571.1771</w:t>
      </w:r>
      <w:r>
        <w:tab/>
        <w:t>2.025e0</w:t>
      </w:r>
    </w:p>
    <w:p w:rsidR="007B2329" w:rsidRDefault="007B2329" w:rsidP="007B2329">
      <w:r>
        <w:lastRenderedPageBreak/>
        <w:t>571.2099</w:t>
      </w:r>
      <w:r>
        <w:tab/>
        <w:t>6.076e0</w:t>
      </w:r>
    </w:p>
    <w:p w:rsidR="007B2329" w:rsidRDefault="007B2329" w:rsidP="007B2329">
      <w:r>
        <w:t>571.2160</w:t>
      </w:r>
      <w:r>
        <w:tab/>
        <w:t>2.025e0</w:t>
      </w:r>
    </w:p>
    <w:p w:rsidR="007B2329" w:rsidRDefault="007B2329" w:rsidP="007B2329">
      <w:r>
        <w:t>571.2193</w:t>
      </w:r>
      <w:r>
        <w:tab/>
        <w:t>4.245e0</w:t>
      </w:r>
    </w:p>
    <w:p w:rsidR="007B2329" w:rsidRDefault="007B2329" w:rsidP="007B2329">
      <w:r>
        <w:t>571.2254</w:t>
      </w:r>
      <w:r>
        <w:tab/>
        <w:t>6.216e0</w:t>
      </w:r>
    </w:p>
    <w:p w:rsidR="007B2329" w:rsidRDefault="007B2329" w:rsidP="007B2329">
      <w:r>
        <w:t>571.2285</w:t>
      </w:r>
      <w:r>
        <w:tab/>
        <w:t>5.063e0</w:t>
      </w:r>
    </w:p>
    <w:p w:rsidR="007B2329" w:rsidRDefault="007B2329" w:rsidP="007B2329">
      <w:r>
        <w:t>571.2538</w:t>
      </w:r>
      <w:r>
        <w:tab/>
        <w:t>1.832e0</w:t>
      </w:r>
    </w:p>
    <w:p w:rsidR="007B2329" w:rsidRDefault="007B2329" w:rsidP="007B2329">
      <w:r>
        <w:t>571.2667</w:t>
      </w:r>
      <w:r>
        <w:tab/>
        <w:t>5.711e0</w:t>
      </w:r>
    </w:p>
    <w:p w:rsidR="007B2329" w:rsidRDefault="007B2329" w:rsidP="007B2329">
      <w:r>
        <w:t>571.2737</w:t>
      </w:r>
      <w:r>
        <w:tab/>
        <w:t>6.431e0</w:t>
      </w:r>
    </w:p>
    <w:p w:rsidR="007B2329" w:rsidRDefault="007B2329" w:rsidP="007B2329">
      <w:r>
        <w:t>571.2849</w:t>
      </w:r>
      <w:r>
        <w:tab/>
        <w:t>2.945e0</w:t>
      </w:r>
    </w:p>
    <w:p w:rsidR="007B2329" w:rsidRDefault="007B2329" w:rsidP="007B2329">
      <w:r>
        <w:t>571.3034</w:t>
      </w:r>
      <w:r>
        <w:tab/>
        <w:t>1.013e0</w:t>
      </w:r>
    </w:p>
    <w:p w:rsidR="007B2329" w:rsidRDefault="007B2329" w:rsidP="007B2329">
      <w:r>
        <w:t>571.3298</w:t>
      </w:r>
      <w:r>
        <w:tab/>
        <w:t>2.507e0</w:t>
      </w:r>
    </w:p>
    <w:p w:rsidR="007B2329" w:rsidRDefault="007B2329" w:rsidP="007B2329">
      <w:r>
        <w:t>571.3329</w:t>
      </w:r>
      <w:r>
        <w:tab/>
        <w:t>3.584e0</w:t>
      </w:r>
    </w:p>
    <w:p w:rsidR="007B2329" w:rsidRDefault="007B2329" w:rsidP="007B2329">
      <w:r>
        <w:t>571.3431</w:t>
      </w:r>
      <w:r>
        <w:tab/>
        <w:t>1.786e0</w:t>
      </w:r>
    </w:p>
    <w:p w:rsidR="007B2329" w:rsidRDefault="007B2329" w:rsidP="007B2329">
      <w:r>
        <w:t>571.3751</w:t>
      </w:r>
      <w:r>
        <w:tab/>
        <w:t>1.306e0</w:t>
      </w:r>
    </w:p>
    <w:p w:rsidR="007B2329" w:rsidRDefault="007B2329" w:rsidP="007B2329">
      <w:r>
        <w:t>571.3882</w:t>
      </w:r>
      <w:r>
        <w:tab/>
        <w:t>1.484e0</w:t>
      </w:r>
    </w:p>
    <w:p w:rsidR="007B2329" w:rsidRDefault="007B2329" w:rsidP="007B2329">
      <w:r>
        <w:t>571.4074</w:t>
      </w:r>
      <w:r>
        <w:tab/>
        <w:t>1.620e0</w:t>
      </w:r>
    </w:p>
    <w:p w:rsidR="007B2329" w:rsidRDefault="007B2329" w:rsidP="007B2329">
      <w:r>
        <w:t>571.4288</w:t>
      </w:r>
      <w:r>
        <w:tab/>
        <w:t>3.943e0</w:t>
      </w:r>
    </w:p>
    <w:p w:rsidR="007B2329" w:rsidRDefault="007B2329" w:rsidP="007B2329">
      <w:r>
        <w:t>571.4317</w:t>
      </w:r>
      <w:r>
        <w:tab/>
        <w:t>6.580e0</w:t>
      </w:r>
    </w:p>
    <w:p w:rsidR="007B2329" w:rsidRDefault="007B2329" w:rsidP="007B2329">
      <w:r>
        <w:t>571.4331</w:t>
      </w:r>
      <w:r>
        <w:tab/>
        <w:t>1.013e0</w:t>
      </w:r>
    </w:p>
    <w:p w:rsidR="007B2329" w:rsidRDefault="007B2329" w:rsidP="007B2329">
      <w:r>
        <w:lastRenderedPageBreak/>
        <w:t>571.4413</w:t>
      </w:r>
      <w:r>
        <w:tab/>
        <w:t>2.025e0</w:t>
      </w:r>
    </w:p>
    <w:p w:rsidR="007B2329" w:rsidRDefault="007B2329" w:rsidP="007B2329">
      <w:r>
        <w:t>571.4491</w:t>
      </w:r>
      <w:r>
        <w:tab/>
        <w:t>1.013e0</w:t>
      </w:r>
    </w:p>
    <w:p w:rsidR="007B2329" w:rsidRDefault="007B2329" w:rsidP="007B2329">
      <w:r>
        <w:t>571.4754</w:t>
      </w:r>
      <w:r>
        <w:tab/>
        <w:t>2.025e0</w:t>
      </w:r>
    </w:p>
    <w:p w:rsidR="007B2329" w:rsidRDefault="007B2329" w:rsidP="007B2329">
      <w:r>
        <w:t>571.4858</w:t>
      </w:r>
      <w:r>
        <w:tab/>
        <w:t>2.025e0</w:t>
      </w:r>
    </w:p>
    <w:p w:rsidR="007B2329" w:rsidRDefault="007B2329" w:rsidP="007B2329">
      <w:r>
        <w:t>571.5228</w:t>
      </w:r>
      <w:r>
        <w:tab/>
        <w:t>1.556e-2</w:t>
      </w:r>
    </w:p>
    <w:p w:rsidR="007B2329" w:rsidRDefault="007B2329" w:rsidP="007B2329">
      <w:r>
        <w:t>571.5533</w:t>
      </w:r>
      <w:r>
        <w:tab/>
        <w:t>2.025e0</w:t>
      </w:r>
    </w:p>
    <w:p w:rsidR="007B2329" w:rsidRDefault="007B2329" w:rsidP="007B2329">
      <w:r>
        <w:t>571.5570</w:t>
      </w:r>
      <w:r>
        <w:tab/>
        <w:t>1.013e0</w:t>
      </w:r>
    </w:p>
    <w:p w:rsidR="007B2329" w:rsidRDefault="007B2329" w:rsidP="007B2329">
      <w:r>
        <w:t>571.5591</w:t>
      </w:r>
      <w:r>
        <w:tab/>
        <w:t>1.013e0</w:t>
      </w:r>
    </w:p>
    <w:p w:rsidR="007B2329" w:rsidRDefault="007B2329" w:rsidP="007B2329">
      <w:r>
        <w:t>571.5621</w:t>
      </w:r>
      <w:r>
        <w:tab/>
        <w:t>4.051e0</w:t>
      </w:r>
    </w:p>
    <w:p w:rsidR="007B2329" w:rsidRDefault="007B2329" w:rsidP="007B2329">
      <w:r>
        <w:t>571.5788</w:t>
      </w:r>
      <w:r>
        <w:tab/>
        <w:t>1.266e-2</w:t>
      </w:r>
    </w:p>
    <w:p w:rsidR="007B2329" w:rsidRDefault="007B2329" w:rsidP="007B2329">
      <w:r>
        <w:t>571.5884</w:t>
      </w:r>
      <w:r>
        <w:tab/>
        <w:t>1.013e0</w:t>
      </w:r>
    </w:p>
    <w:p w:rsidR="007B2329" w:rsidRDefault="007B2329" w:rsidP="007B2329">
      <w:r>
        <w:t>571.5984</w:t>
      </w:r>
      <w:r>
        <w:tab/>
        <w:t>2.025e0</w:t>
      </w:r>
    </w:p>
    <w:p w:rsidR="007B2329" w:rsidRDefault="007B2329" w:rsidP="007B2329">
      <w:r>
        <w:t>571.6306</w:t>
      </w:r>
      <w:r>
        <w:tab/>
        <w:t>2.025e0</w:t>
      </w:r>
    </w:p>
    <w:p w:rsidR="007B2329" w:rsidRDefault="007B2329" w:rsidP="007B2329">
      <w:r>
        <w:t>571.6350</w:t>
      </w:r>
      <w:r>
        <w:tab/>
        <w:t>2.025e0</w:t>
      </w:r>
    </w:p>
    <w:p w:rsidR="007B2329" w:rsidRDefault="007B2329" w:rsidP="007B2329">
      <w:r>
        <w:t>571.6469</w:t>
      </w:r>
      <w:r>
        <w:tab/>
        <w:t>1.013e0</w:t>
      </w:r>
    </w:p>
    <w:p w:rsidR="007B2329" w:rsidRDefault="007B2329" w:rsidP="007B2329">
      <w:r>
        <w:t>571.6572</w:t>
      </w:r>
      <w:r>
        <w:tab/>
        <w:t>1.013e0</w:t>
      </w:r>
    </w:p>
    <w:p w:rsidR="007B2329" w:rsidRDefault="007B2329" w:rsidP="007B2329">
      <w:r>
        <w:t>571.6601</w:t>
      </w:r>
      <w:r>
        <w:tab/>
        <w:t>2.025e0</w:t>
      </w:r>
    </w:p>
    <w:p w:rsidR="007B2329" w:rsidRDefault="007B2329" w:rsidP="007B2329">
      <w:r>
        <w:t>571.6669</w:t>
      </w:r>
      <w:r>
        <w:tab/>
        <w:t>1.013e0</w:t>
      </w:r>
    </w:p>
    <w:p w:rsidR="007B2329" w:rsidRDefault="007B2329" w:rsidP="007B2329">
      <w:r>
        <w:t>571.7386</w:t>
      </w:r>
      <w:r>
        <w:tab/>
        <w:t>1.266e-2</w:t>
      </w:r>
    </w:p>
    <w:p w:rsidR="007B2329" w:rsidRDefault="007B2329" w:rsidP="007B2329">
      <w:r>
        <w:lastRenderedPageBreak/>
        <w:t>571.7457</w:t>
      </w:r>
      <w:r>
        <w:tab/>
        <w:t>3.038e0</w:t>
      </w:r>
    </w:p>
    <w:p w:rsidR="007B2329" w:rsidRDefault="007B2329" w:rsidP="007B2329">
      <w:r>
        <w:t>571.7568</w:t>
      </w:r>
      <w:r>
        <w:tab/>
        <w:t>2.025e0</w:t>
      </w:r>
    </w:p>
    <w:p w:rsidR="007B2329" w:rsidRDefault="007B2329" w:rsidP="007B2329">
      <w:r>
        <w:t>571.7652</w:t>
      </w:r>
      <w:r>
        <w:tab/>
        <w:t>1.013e0</w:t>
      </w:r>
    </w:p>
    <w:p w:rsidR="007B2329" w:rsidRDefault="007B2329" w:rsidP="007B2329">
      <w:r>
        <w:t>571.8045</w:t>
      </w:r>
      <w:r>
        <w:tab/>
        <w:t>1.013e0</w:t>
      </w:r>
    </w:p>
    <w:p w:rsidR="007B2329" w:rsidRDefault="007B2329" w:rsidP="007B2329">
      <w:r>
        <w:t>571.8098</w:t>
      </w:r>
      <w:r>
        <w:tab/>
        <w:t>2.025e0</w:t>
      </w:r>
    </w:p>
    <w:p w:rsidR="007B2329" w:rsidRDefault="007B2329" w:rsidP="007B2329">
      <w:r>
        <w:t>571.8243</w:t>
      </w:r>
      <w:r>
        <w:tab/>
        <w:t>1.013e0</w:t>
      </w:r>
    </w:p>
    <w:p w:rsidR="007B2329" w:rsidRDefault="007B2329" w:rsidP="007B2329">
      <w:r>
        <w:t>571.8284</w:t>
      </w:r>
      <w:r>
        <w:tab/>
        <w:t>1.266e-2</w:t>
      </w:r>
    </w:p>
    <w:p w:rsidR="007B2329" w:rsidRDefault="007B2329" w:rsidP="007B2329">
      <w:r>
        <w:t>571.8464</w:t>
      </w:r>
      <w:r>
        <w:tab/>
        <w:t>4.051e0</w:t>
      </w:r>
    </w:p>
    <w:p w:rsidR="007B2329" w:rsidRDefault="007B2329" w:rsidP="007B2329">
      <w:r>
        <w:t>571.8934</w:t>
      </w:r>
      <w:r>
        <w:tab/>
        <w:t>5.063e0</w:t>
      </w:r>
    </w:p>
    <w:p w:rsidR="007B2329" w:rsidRDefault="007B2329" w:rsidP="007B2329">
      <w:r>
        <w:t>571.9105</w:t>
      </w:r>
      <w:r>
        <w:tab/>
        <w:t>3.038e0</w:t>
      </w:r>
    </w:p>
    <w:p w:rsidR="007B2329" w:rsidRDefault="007B2329" w:rsidP="007B2329">
      <w:r>
        <w:t>571.9233</w:t>
      </w:r>
      <w:r>
        <w:tab/>
        <w:t>3.038e0</w:t>
      </w:r>
    </w:p>
    <w:p w:rsidR="007B2329" w:rsidRDefault="007B2329" w:rsidP="007B2329">
      <w:r>
        <w:t>571.9368</w:t>
      </w:r>
      <w:r>
        <w:tab/>
        <w:t>2.038e0</w:t>
      </w:r>
    </w:p>
    <w:p w:rsidR="007B2329" w:rsidRDefault="007B2329" w:rsidP="007B2329">
      <w:r>
        <w:t>571.9417</w:t>
      </w:r>
      <w:r>
        <w:tab/>
        <w:t>2.025e0</w:t>
      </w:r>
    </w:p>
    <w:p w:rsidR="007B2329" w:rsidRDefault="007B2329" w:rsidP="007B2329">
      <w:r>
        <w:t>571.9718</w:t>
      </w:r>
      <w:r>
        <w:tab/>
        <w:t>2.025e0</w:t>
      </w:r>
    </w:p>
    <w:p w:rsidR="007B2329" w:rsidRDefault="007B2329" w:rsidP="007B2329">
      <w:r>
        <w:t>571.9904</w:t>
      </w:r>
      <w:r>
        <w:tab/>
        <w:t>3.038e0</w:t>
      </w:r>
    </w:p>
    <w:p w:rsidR="007B2329" w:rsidRDefault="007B2329" w:rsidP="007B2329">
      <w:r>
        <w:t>572.0013</w:t>
      </w:r>
      <w:r>
        <w:tab/>
        <w:t>2.025e0</w:t>
      </w:r>
    </w:p>
    <w:p w:rsidR="007B2329" w:rsidRDefault="007B2329" w:rsidP="007B2329">
      <w:r>
        <w:t>572.0259</w:t>
      </w:r>
      <w:r>
        <w:tab/>
        <w:t>5.063e0</w:t>
      </w:r>
    </w:p>
    <w:p w:rsidR="007B2329" w:rsidRDefault="007B2329" w:rsidP="007B2329">
      <w:r>
        <w:t>572.0362</w:t>
      </w:r>
      <w:r>
        <w:tab/>
        <w:t>2.025e0</w:t>
      </w:r>
    </w:p>
    <w:p w:rsidR="007B2329" w:rsidRDefault="007B2329" w:rsidP="007B2329">
      <w:r>
        <w:t>572.0441</w:t>
      </w:r>
      <w:r>
        <w:tab/>
        <w:t>1.013e0</w:t>
      </w:r>
    </w:p>
    <w:p w:rsidR="007B2329" w:rsidRDefault="007B2329" w:rsidP="007B2329">
      <w:r>
        <w:lastRenderedPageBreak/>
        <w:t>572.0505</w:t>
      </w:r>
      <w:r>
        <w:tab/>
        <w:t>1.013e0</w:t>
      </w:r>
    </w:p>
    <w:p w:rsidR="007B2329" w:rsidRDefault="007B2329" w:rsidP="007B2329">
      <w:r>
        <w:t>572.0995</w:t>
      </w:r>
      <w:r>
        <w:tab/>
        <w:t>2.025e0</w:t>
      </w:r>
    </w:p>
    <w:p w:rsidR="007B2329" w:rsidRDefault="007B2329" w:rsidP="007B2329">
      <w:r>
        <w:t>572.1049</w:t>
      </w:r>
      <w:r>
        <w:tab/>
        <w:t>4.051e0</w:t>
      </w:r>
    </w:p>
    <w:p w:rsidR="007B2329" w:rsidRDefault="007B2329" w:rsidP="007B2329">
      <w:r>
        <w:t>572.1390</w:t>
      </w:r>
      <w:r>
        <w:tab/>
        <w:t>1.013e0</w:t>
      </w:r>
    </w:p>
    <w:p w:rsidR="007B2329" w:rsidRDefault="007B2329" w:rsidP="007B2329">
      <w:r>
        <w:t>572.1777</w:t>
      </w:r>
      <w:r>
        <w:tab/>
        <w:t>2.929e0</w:t>
      </w:r>
    </w:p>
    <w:p w:rsidR="007B2329" w:rsidRDefault="007B2329" w:rsidP="007B2329">
      <w:r>
        <w:t>572.1910</w:t>
      </w:r>
      <w:r>
        <w:tab/>
        <w:t>2.948e0</w:t>
      </w:r>
    </w:p>
    <w:p w:rsidR="007B2329" w:rsidRDefault="007B2329" w:rsidP="007B2329">
      <w:r>
        <w:t>572.2010</w:t>
      </w:r>
      <w:r>
        <w:tab/>
        <w:t>2.281e0</w:t>
      </w:r>
    </w:p>
    <w:p w:rsidR="007B2329" w:rsidRDefault="007B2329" w:rsidP="007B2329">
      <w:r>
        <w:t>572.2048</w:t>
      </w:r>
      <w:r>
        <w:tab/>
        <w:t>2.025e0</w:t>
      </w:r>
    </w:p>
    <w:p w:rsidR="007B2329" w:rsidRDefault="007B2329" w:rsidP="007B2329">
      <w:r>
        <w:t>572.2420</w:t>
      </w:r>
      <w:r>
        <w:tab/>
        <w:t>1.878e0</w:t>
      </w:r>
    </w:p>
    <w:p w:rsidR="007B2329" w:rsidRDefault="007B2329" w:rsidP="007B2329">
      <w:r>
        <w:t>572.2653</w:t>
      </w:r>
      <w:r>
        <w:tab/>
        <w:t>6.609e0</w:t>
      </w:r>
    </w:p>
    <w:p w:rsidR="007B2329" w:rsidRDefault="007B2329" w:rsidP="007B2329">
      <w:r>
        <w:t>572.2665</w:t>
      </w:r>
      <w:r>
        <w:tab/>
        <w:t>1.339e0</w:t>
      </w:r>
    </w:p>
    <w:p w:rsidR="007B2329" w:rsidRDefault="007B2329" w:rsidP="007B2329">
      <w:r>
        <w:t>572.2708</w:t>
      </w:r>
      <w:r>
        <w:tab/>
        <w:t>6.211e0</w:t>
      </w:r>
    </w:p>
    <w:p w:rsidR="007B2329" w:rsidRDefault="007B2329" w:rsidP="007B2329">
      <w:r>
        <w:t>572.2794</w:t>
      </w:r>
      <w:r>
        <w:tab/>
        <w:t>9.442e0</w:t>
      </w:r>
    </w:p>
    <w:p w:rsidR="007B2329" w:rsidRDefault="007B2329" w:rsidP="007B2329">
      <w:r>
        <w:t>572.2832</w:t>
      </w:r>
      <w:r>
        <w:tab/>
        <w:t>6.334e0</w:t>
      </w:r>
    </w:p>
    <w:p w:rsidR="007B2329" w:rsidRDefault="007B2329" w:rsidP="007B2329">
      <w:r>
        <w:t>572.2910</w:t>
      </w:r>
      <w:r>
        <w:tab/>
        <w:t>1.594e0</w:t>
      </w:r>
    </w:p>
    <w:p w:rsidR="007B2329" w:rsidRDefault="007B2329" w:rsidP="007B2329">
      <w:r>
        <w:t>572.3259</w:t>
      </w:r>
      <w:r>
        <w:tab/>
        <w:t>1.018e0</w:t>
      </w:r>
    </w:p>
    <w:p w:rsidR="007B2329" w:rsidRDefault="007B2329" w:rsidP="007B2329">
      <w:r>
        <w:t>572.3559</w:t>
      </w:r>
      <w:r>
        <w:tab/>
        <w:t>2.554e0</w:t>
      </w:r>
    </w:p>
    <w:p w:rsidR="007B2329" w:rsidRDefault="007B2329" w:rsidP="007B2329">
      <w:r>
        <w:t>572.3677</w:t>
      </w:r>
      <w:r>
        <w:tab/>
        <w:t>2.630e0</w:t>
      </w:r>
    </w:p>
    <w:p w:rsidR="007B2329" w:rsidRDefault="007B2329" w:rsidP="007B2329">
      <w:r>
        <w:t>572.3990</w:t>
      </w:r>
      <w:r>
        <w:tab/>
        <w:t>1.973e0</w:t>
      </w:r>
    </w:p>
    <w:p w:rsidR="007B2329" w:rsidRDefault="007B2329" w:rsidP="007B2329">
      <w:r>
        <w:lastRenderedPageBreak/>
        <w:t>572.4058</w:t>
      </w:r>
      <w:r>
        <w:tab/>
        <w:t>2.498e0</w:t>
      </w:r>
    </w:p>
    <w:p w:rsidR="007B2329" w:rsidRDefault="007B2329" w:rsidP="007B2329">
      <w:r>
        <w:t>572.4195</w:t>
      </w:r>
      <w:r>
        <w:tab/>
        <w:t>2.915e0</w:t>
      </w:r>
    </w:p>
    <w:p w:rsidR="007B2329" w:rsidRDefault="007B2329" w:rsidP="007B2329">
      <w:r>
        <w:t>572.4538</w:t>
      </w:r>
      <w:r>
        <w:tab/>
        <w:t>1.013e0</w:t>
      </w:r>
    </w:p>
    <w:p w:rsidR="007B2329" w:rsidRDefault="007B2329" w:rsidP="007B2329">
      <w:r>
        <w:t>572.4734</w:t>
      </w:r>
      <w:r>
        <w:tab/>
        <w:t>2.025e0</w:t>
      </w:r>
    </w:p>
    <w:p w:rsidR="007B2329" w:rsidRDefault="007B2329" w:rsidP="007B2329">
      <w:r>
        <w:t>572.4832</w:t>
      </w:r>
      <w:r>
        <w:tab/>
        <w:t>3.038e0</w:t>
      </w:r>
    </w:p>
    <w:p w:rsidR="007B2329" w:rsidRDefault="007B2329" w:rsidP="007B2329">
      <w:r>
        <w:t>572.5129</w:t>
      </w:r>
      <w:r>
        <w:tab/>
        <w:t>3.038e0</w:t>
      </w:r>
    </w:p>
    <w:p w:rsidR="007B2329" w:rsidRDefault="007B2329" w:rsidP="007B2329">
      <w:r>
        <w:t>572.5284</w:t>
      </w:r>
      <w:r>
        <w:tab/>
        <w:t>1.013e0</w:t>
      </w:r>
    </w:p>
    <w:p w:rsidR="007B2329" w:rsidRDefault="007B2329" w:rsidP="007B2329">
      <w:r>
        <w:t>572.5325</w:t>
      </w:r>
      <w:r>
        <w:tab/>
        <w:t>1.266e-2</w:t>
      </w:r>
    </w:p>
    <w:p w:rsidR="007B2329" w:rsidRDefault="007B2329" w:rsidP="007B2329">
      <w:r>
        <w:t>572.5914</w:t>
      </w:r>
      <w:r>
        <w:tab/>
        <w:t>1.013e0</w:t>
      </w:r>
    </w:p>
    <w:p w:rsidR="007B2329" w:rsidRDefault="007B2329" w:rsidP="007B2329">
      <w:r>
        <w:t>572.6111</w:t>
      </w:r>
      <w:r>
        <w:tab/>
        <w:t>1.013e0</w:t>
      </w:r>
    </w:p>
    <w:p w:rsidR="007B2329" w:rsidRDefault="007B2329" w:rsidP="007B2329">
      <w:r>
        <w:t>572.6158</w:t>
      </w:r>
      <w:r>
        <w:tab/>
        <w:t>2.025e0</w:t>
      </w:r>
    </w:p>
    <w:p w:rsidR="007B2329" w:rsidRDefault="007B2329" w:rsidP="007B2329">
      <w:r>
        <w:t>572.6308</w:t>
      </w:r>
      <w:r>
        <w:tab/>
        <w:t>1.013e0</w:t>
      </w:r>
    </w:p>
    <w:p w:rsidR="007B2329" w:rsidRDefault="007B2329" w:rsidP="007B2329">
      <w:r>
        <w:t>572.6406</w:t>
      </w:r>
      <w:r>
        <w:tab/>
        <w:t>2.025e0</w:t>
      </w:r>
    </w:p>
    <w:p w:rsidR="007B2329" w:rsidRDefault="007B2329" w:rsidP="007B2329">
      <w:r>
        <w:t>572.6705</w:t>
      </w:r>
      <w:r>
        <w:tab/>
        <w:t>1.013e0</w:t>
      </w:r>
    </w:p>
    <w:p w:rsidR="007B2329" w:rsidRDefault="007B2329" w:rsidP="007B2329">
      <w:r>
        <w:t>572.6965</w:t>
      </w:r>
      <w:r>
        <w:tab/>
        <w:t>2.025e0</w:t>
      </w:r>
    </w:p>
    <w:p w:rsidR="007B2329" w:rsidRDefault="007B2329" w:rsidP="007B2329">
      <w:r>
        <w:t>572.7006</w:t>
      </w:r>
      <w:r>
        <w:tab/>
        <w:t>2.025e0</w:t>
      </w:r>
    </w:p>
    <w:p w:rsidR="007B2329" w:rsidRDefault="007B2329" w:rsidP="007B2329">
      <w:r>
        <w:t>572.7095</w:t>
      </w:r>
      <w:r>
        <w:tab/>
        <w:t>1.013e0</w:t>
      </w:r>
    </w:p>
    <w:p w:rsidR="007B2329" w:rsidRDefault="007B2329" w:rsidP="007B2329">
      <w:r>
        <w:t>572.7147</w:t>
      </w:r>
      <w:r>
        <w:tab/>
        <w:t>2.025e0</w:t>
      </w:r>
    </w:p>
    <w:p w:rsidR="007B2329" w:rsidRDefault="007B2329" w:rsidP="007B2329">
      <w:r>
        <w:t>572.7204</w:t>
      </w:r>
      <w:r>
        <w:tab/>
        <w:t>2.025e0</w:t>
      </w:r>
    </w:p>
    <w:p w:rsidR="007B2329" w:rsidRDefault="007B2329" w:rsidP="007B2329">
      <w:r>
        <w:lastRenderedPageBreak/>
        <w:t>572.7391</w:t>
      </w:r>
      <w:r>
        <w:tab/>
        <w:t>1.013e0</w:t>
      </w:r>
    </w:p>
    <w:p w:rsidR="007B2329" w:rsidRDefault="007B2329" w:rsidP="007B2329">
      <w:r>
        <w:t>572.7490</w:t>
      </w:r>
      <w:r>
        <w:tab/>
        <w:t>1.013e0</w:t>
      </w:r>
    </w:p>
    <w:p w:rsidR="007B2329" w:rsidRDefault="007B2329" w:rsidP="007B2329">
      <w:r>
        <w:t>572.7770</w:t>
      </w:r>
      <w:r>
        <w:tab/>
        <w:t>3.038e0</w:t>
      </w:r>
    </w:p>
    <w:p w:rsidR="007B2329" w:rsidRDefault="007B2329" w:rsidP="007B2329">
      <w:r>
        <w:t>572.7842</w:t>
      </w:r>
      <w:r>
        <w:tab/>
        <w:t>4.063e0</w:t>
      </w:r>
    </w:p>
    <w:p w:rsidR="007B2329" w:rsidRDefault="007B2329" w:rsidP="007B2329">
      <w:r>
        <w:t>572.7885</w:t>
      </w:r>
      <w:r>
        <w:tab/>
        <w:t>1.013e0</w:t>
      </w:r>
    </w:p>
    <w:p w:rsidR="007B2329" w:rsidRDefault="007B2329" w:rsidP="007B2329">
      <w:r>
        <w:t>572.7946</w:t>
      </w:r>
      <w:r>
        <w:tab/>
        <w:t>4.485e0</w:t>
      </w:r>
    </w:p>
    <w:p w:rsidR="007B2329" w:rsidRDefault="007B2329" w:rsidP="007B2329">
      <w:r>
        <w:t>572.7973</w:t>
      </w:r>
      <w:r>
        <w:tab/>
        <w:t>1.013e0</w:t>
      </w:r>
    </w:p>
    <w:p w:rsidR="007B2329" w:rsidRDefault="007B2329" w:rsidP="007B2329">
      <w:r>
        <w:t>572.7995</w:t>
      </w:r>
      <w:r>
        <w:tab/>
        <w:t>1.013e0</w:t>
      </w:r>
    </w:p>
    <w:p w:rsidR="007B2329" w:rsidRDefault="007B2329" w:rsidP="007B2329">
      <w:r>
        <w:t>572.8524</w:t>
      </w:r>
      <w:r>
        <w:tab/>
        <w:t>1.013e0</w:t>
      </w:r>
    </w:p>
    <w:p w:rsidR="007B2329" w:rsidRDefault="007B2329" w:rsidP="007B2329">
      <w:r>
        <w:t>572.8749</w:t>
      </w:r>
      <w:r>
        <w:tab/>
        <w:t>2.025e0</w:t>
      </w:r>
    </w:p>
    <w:p w:rsidR="007B2329" w:rsidRDefault="007B2329" w:rsidP="007B2329">
      <w:r>
        <w:t>572.8819</w:t>
      </w:r>
      <w:r>
        <w:tab/>
        <w:t>2.025e0</w:t>
      </w:r>
    </w:p>
    <w:p w:rsidR="007B2329" w:rsidRDefault="007B2329" w:rsidP="007B2329">
      <w:r>
        <w:t>572.8868</w:t>
      </w:r>
      <w:r>
        <w:tab/>
        <w:t>1.013e0</w:t>
      </w:r>
    </w:p>
    <w:p w:rsidR="007B2329" w:rsidRDefault="007B2329" w:rsidP="007B2329">
      <w:r>
        <w:t>572.9053</w:t>
      </w:r>
      <w:r>
        <w:tab/>
        <w:t>1.013e0</w:t>
      </w:r>
    </w:p>
    <w:p w:rsidR="007B2329" w:rsidRDefault="007B2329" w:rsidP="007B2329">
      <w:r>
        <w:t>572.9261</w:t>
      </w:r>
      <w:r>
        <w:tab/>
        <w:t>4.051e0</w:t>
      </w:r>
    </w:p>
    <w:p w:rsidR="007B2329" w:rsidRDefault="007B2329" w:rsidP="007B2329">
      <w:r>
        <w:t>572.9362</w:t>
      </w:r>
      <w:r>
        <w:tab/>
        <w:t>1.013e0</w:t>
      </w:r>
    </w:p>
    <w:p w:rsidR="007B2329" w:rsidRDefault="007B2329" w:rsidP="007B2329">
      <w:r>
        <w:t>572.9459</w:t>
      </w:r>
      <w:r>
        <w:tab/>
        <w:t>1.013e0</w:t>
      </w:r>
    </w:p>
    <w:p w:rsidR="007B2329" w:rsidRDefault="007B2329" w:rsidP="007B2329">
      <w:r>
        <w:t>572.9492</w:t>
      </w:r>
      <w:r>
        <w:tab/>
        <w:t>3.038e0</w:t>
      </w:r>
    </w:p>
    <w:p w:rsidR="007B2329" w:rsidRDefault="007B2329" w:rsidP="007B2329">
      <w:r>
        <w:t>572.9657</w:t>
      </w:r>
      <w:r>
        <w:tab/>
        <w:t>1.013e0</w:t>
      </w:r>
    </w:p>
    <w:p w:rsidR="007B2329" w:rsidRDefault="007B2329" w:rsidP="007B2329">
      <w:r>
        <w:t>573.0313</w:t>
      </w:r>
      <w:r>
        <w:tab/>
        <w:t>2.025e0</w:t>
      </w:r>
    </w:p>
    <w:p w:rsidR="007B2329" w:rsidRDefault="007B2329" w:rsidP="007B2329">
      <w:r>
        <w:lastRenderedPageBreak/>
        <w:t>573.0330</w:t>
      </w:r>
      <w:r>
        <w:tab/>
        <w:t>3.038e0</w:t>
      </w:r>
    </w:p>
    <w:p w:rsidR="007B2329" w:rsidRDefault="007B2329" w:rsidP="007B2329">
      <w:r>
        <w:t>573.0421</w:t>
      </w:r>
      <w:r>
        <w:tab/>
        <w:t>2.025e0</w:t>
      </w:r>
    </w:p>
    <w:p w:rsidR="007B2329" w:rsidRDefault="007B2329" w:rsidP="007B2329">
      <w:r>
        <w:t>573.0580</w:t>
      </w:r>
      <w:r>
        <w:tab/>
        <w:t>2.025e0</w:t>
      </w:r>
    </w:p>
    <w:p w:rsidR="007B2329" w:rsidRDefault="007B2329" w:rsidP="007B2329">
      <w:r>
        <w:t>573.0640</w:t>
      </w:r>
      <w:r>
        <w:tab/>
        <w:t>2.025e0</w:t>
      </w:r>
    </w:p>
    <w:p w:rsidR="007B2329" w:rsidRDefault="007B2329" w:rsidP="007B2329">
      <w:r>
        <w:t>573.0682</w:t>
      </w:r>
      <w:r>
        <w:tab/>
        <w:t>1.013e0</w:t>
      </w:r>
    </w:p>
    <w:p w:rsidR="007B2329" w:rsidRDefault="007B2329" w:rsidP="007B2329">
      <w:r>
        <w:t>573.0938</w:t>
      </w:r>
      <w:r>
        <w:tab/>
        <w:t>1.013e0</w:t>
      </w:r>
    </w:p>
    <w:p w:rsidR="007B2329" w:rsidRDefault="007B2329" w:rsidP="007B2329">
      <w:r>
        <w:t>573.1163</w:t>
      </w:r>
      <w:r>
        <w:tab/>
        <w:t>2.025e0</w:t>
      </w:r>
    </w:p>
    <w:p w:rsidR="007B2329" w:rsidRDefault="007B2329" w:rsidP="007B2329">
      <w:r>
        <w:t>573.1298</w:t>
      </w:r>
      <w:r>
        <w:tab/>
        <w:t>3.038e0</w:t>
      </w:r>
    </w:p>
    <w:p w:rsidR="007B2329" w:rsidRDefault="007B2329" w:rsidP="007B2329">
      <w:r>
        <w:t>573.1354</w:t>
      </w:r>
      <w:r>
        <w:tab/>
        <w:t>2.025e0</w:t>
      </w:r>
    </w:p>
    <w:p w:rsidR="007B2329" w:rsidRDefault="007B2329" w:rsidP="007B2329">
      <w:r>
        <w:t>573.1530</w:t>
      </w:r>
      <w:r>
        <w:tab/>
        <w:t>4.710e0</w:t>
      </w:r>
    </w:p>
    <w:p w:rsidR="007B2329" w:rsidRDefault="007B2329" w:rsidP="007B2329">
      <w:r>
        <w:t>573.1849</w:t>
      </w:r>
      <w:r>
        <w:tab/>
        <w:t>5.063e0</w:t>
      </w:r>
    </w:p>
    <w:p w:rsidR="007B2329" w:rsidRDefault="007B2329" w:rsidP="007B2329">
      <w:r>
        <w:t>573.1877</w:t>
      </w:r>
      <w:r>
        <w:tab/>
        <w:t>9.346e0</w:t>
      </w:r>
    </w:p>
    <w:p w:rsidR="007B2329" w:rsidRDefault="007B2329" w:rsidP="007B2329">
      <w:r>
        <w:t>573.1998</w:t>
      </w:r>
      <w:r>
        <w:tab/>
        <w:t>1.781e1</w:t>
      </w:r>
    </w:p>
    <w:p w:rsidR="007B2329" w:rsidRDefault="007B2329" w:rsidP="007B2329">
      <w:r>
        <w:t>573.2034</w:t>
      </w:r>
      <w:r>
        <w:tab/>
        <w:t>5.580e0</w:t>
      </w:r>
    </w:p>
    <w:p w:rsidR="007B2329" w:rsidRDefault="007B2329" w:rsidP="007B2329">
      <w:r>
        <w:t>573.2065</w:t>
      </w:r>
      <w:r>
        <w:tab/>
        <w:t>1.342e1</w:t>
      </w:r>
    </w:p>
    <w:p w:rsidR="007B2329" w:rsidRDefault="007B2329" w:rsidP="007B2329">
      <w:r>
        <w:t>573.2240</w:t>
      </w:r>
      <w:r>
        <w:tab/>
        <w:t>8.071e0</w:t>
      </w:r>
    </w:p>
    <w:p w:rsidR="007B2329" w:rsidRDefault="007B2329" w:rsidP="007B2329">
      <w:r>
        <w:t>573.2748</w:t>
      </w:r>
      <w:r>
        <w:tab/>
        <w:t>1.300e0</w:t>
      </w:r>
    </w:p>
    <w:p w:rsidR="007B2329" w:rsidRDefault="007B2329" w:rsidP="007B2329">
      <w:r>
        <w:t>573.2764</w:t>
      </w:r>
      <w:r>
        <w:tab/>
        <w:t>2.660e0</w:t>
      </w:r>
    </w:p>
    <w:p w:rsidR="007B2329" w:rsidRDefault="007B2329" w:rsidP="007B2329">
      <w:r>
        <w:t>573.2946</w:t>
      </w:r>
      <w:r>
        <w:tab/>
        <w:t>1.456e0</w:t>
      </w:r>
    </w:p>
    <w:p w:rsidR="007B2329" w:rsidRDefault="007B2329" w:rsidP="007B2329">
      <w:r>
        <w:lastRenderedPageBreak/>
        <w:t>573.3024</w:t>
      </w:r>
      <w:r>
        <w:tab/>
        <w:t>1.013e0</w:t>
      </w:r>
    </w:p>
    <w:p w:rsidR="007B2329" w:rsidRDefault="007B2329" w:rsidP="007B2329">
      <w:r>
        <w:t>573.3221</w:t>
      </w:r>
      <w:r>
        <w:tab/>
        <w:t>2.712e0</w:t>
      </w:r>
    </w:p>
    <w:p w:rsidR="007B2329" w:rsidRDefault="007B2329" w:rsidP="007B2329">
      <w:r>
        <w:t>573.3494</w:t>
      </w:r>
      <w:r>
        <w:tab/>
        <w:t>1.134e0</w:t>
      </w:r>
    </w:p>
    <w:p w:rsidR="007B2329" w:rsidRDefault="007B2329" w:rsidP="007B2329">
      <w:r>
        <w:t>573.3842</w:t>
      </w:r>
      <w:r>
        <w:tab/>
        <w:t>2.186e0</w:t>
      </w:r>
    </w:p>
    <w:p w:rsidR="007B2329" w:rsidRDefault="007B2329" w:rsidP="007B2329">
      <w:r>
        <w:t>573.3920</w:t>
      </w:r>
      <w:r>
        <w:tab/>
        <w:t>1.013e0</w:t>
      </w:r>
    </w:p>
    <w:p w:rsidR="007B2329" w:rsidRDefault="007B2329" w:rsidP="007B2329">
      <w:r>
        <w:t>573.3964</w:t>
      </w:r>
      <w:r>
        <w:tab/>
        <w:t>1.519e0</w:t>
      </w:r>
    </w:p>
    <w:p w:rsidR="007B2329" w:rsidRDefault="007B2329" w:rsidP="007B2329">
      <w:r>
        <w:t>573.3990</w:t>
      </w:r>
      <w:r>
        <w:tab/>
        <w:t>4.776e0</w:t>
      </w:r>
    </w:p>
    <w:p w:rsidR="007B2329" w:rsidRDefault="007B2329" w:rsidP="007B2329">
      <w:r>
        <w:t>573.4404</w:t>
      </w:r>
      <w:r>
        <w:tab/>
        <w:t>4.051e0</w:t>
      </w:r>
    </w:p>
    <w:p w:rsidR="007B2329" w:rsidRDefault="007B2329" w:rsidP="007B2329">
      <w:r>
        <w:t>573.4681</w:t>
      </w:r>
      <w:r>
        <w:tab/>
        <w:t>1.013e0</w:t>
      </w:r>
    </w:p>
    <w:p w:rsidR="007B2329" w:rsidRDefault="007B2329" w:rsidP="007B2329">
      <w:r>
        <w:t>573.4730</w:t>
      </w:r>
      <w:r>
        <w:tab/>
        <w:t>2.025e0</w:t>
      </w:r>
    </w:p>
    <w:p w:rsidR="007B2329" w:rsidRDefault="007B2329" w:rsidP="007B2329">
      <w:r>
        <w:t>573.5181</w:t>
      </w:r>
      <w:r>
        <w:tab/>
        <w:t>1.013e0</w:t>
      </w:r>
    </w:p>
    <w:p w:rsidR="007B2329" w:rsidRDefault="007B2329" w:rsidP="007B2329">
      <w:r>
        <w:t>573.5211</w:t>
      </w:r>
      <w:r>
        <w:tab/>
        <w:t>1.025e0</w:t>
      </w:r>
    </w:p>
    <w:p w:rsidR="007B2329" w:rsidRDefault="007B2329" w:rsidP="007B2329">
      <w:r>
        <w:t>573.5344</w:t>
      </w:r>
      <w:r>
        <w:tab/>
        <w:t>1.013e0</w:t>
      </w:r>
    </w:p>
    <w:p w:rsidR="007B2329" w:rsidRDefault="007B2329" w:rsidP="007B2329">
      <w:r>
        <w:t>573.5398</w:t>
      </w:r>
      <w:r>
        <w:tab/>
        <w:t>1.025e0</w:t>
      </w:r>
    </w:p>
    <w:p w:rsidR="007B2329" w:rsidRDefault="007B2329" w:rsidP="007B2329">
      <w:r>
        <w:t>573.5534</w:t>
      </w:r>
      <w:r>
        <w:tab/>
        <w:t>2.025e0</w:t>
      </w:r>
    </w:p>
    <w:p w:rsidR="007B2329" w:rsidRDefault="007B2329" w:rsidP="007B2329">
      <w:r>
        <w:t>573.5898</w:t>
      </w:r>
      <w:r>
        <w:tab/>
        <w:t>1.025e0</w:t>
      </w:r>
    </w:p>
    <w:p w:rsidR="007B2329" w:rsidRDefault="007B2329" w:rsidP="007B2329">
      <w:r>
        <w:t>573.6240</w:t>
      </w:r>
      <w:r>
        <w:tab/>
        <w:t>2.025e0</w:t>
      </w:r>
    </w:p>
    <w:p w:rsidR="007B2329" w:rsidRDefault="007B2329" w:rsidP="007B2329">
      <w:r>
        <w:t>573.6259</w:t>
      </w:r>
      <w:r>
        <w:tab/>
        <w:t>1.013e0</w:t>
      </w:r>
    </w:p>
    <w:p w:rsidR="007B2329" w:rsidRDefault="007B2329" w:rsidP="007B2329">
      <w:r>
        <w:t>573.6434</w:t>
      </w:r>
      <w:r>
        <w:tab/>
        <w:t>2.025e0</w:t>
      </w:r>
    </w:p>
    <w:p w:rsidR="007B2329" w:rsidRDefault="007B2329" w:rsidP="007B2329">
      <w:r>
        <w:lastRenderedPageBreak/>
        <w:t>573.6626</w:t>
      </w:r>
      <w:r>
        <w:tab/>
        <w:t>3.038e0</w:t>
      </w:r>
    </w:p>
    <w:p w:rsidR="007B2329" w:rsidRDefault="007B2329" w:rsidP="007B2329">
      <w:r>
        <w:t>573.6849</w:t>
      </w:r>
      <w:r>
        <w:tab/>
        <w:t>1.013e0</w:t>
      </w:r>
    </w:p>
    <w:p w:rsidR="007B2329" w:rsidRDefault="007B2329" w:rsidP="007B2329">
      <w:r>
        <w:t>573.6976</w:t>
      </w:r>
      <w:r>
        <w:tab/>
        <w:t>1.013e0</w:t>
      </w:r>
    </w:p>
    <w:p w:rsidR="007B2329" w:rsidRDefault="007B2329" w:rsidP="007B2329">
      <w:r>
        <w:t>573.7244</w:t>
      </w:r>
      <w:r>
        <w:tab/>
        <w:t>2.899e0</w:t>
      </w:r>
    </w:p>
    <w:p w:rsidR="007B2329" w:rsidRDefault="007B2329" w:rsidP="007B2329">
      <w:r>
        <w:t>573.7541</w:t>
      </w:r>
      <w:r>
        <w:tab/>
        <w:t>1.013e0</w:t>
      </w:r>
    </w:p>
    <w:p w:rsidR="007B2329" w:rsidRDefault="007B2329" w:rsidP="007B2329">
      <w:r>
        <w:t>573.7754</w:t>
      </w:r>
      <w:r>
        <w:tab/>
        <w:t>3.038e0</w:t>
      </w:r>
    </w:p>
    <w:p w:rsidR="007B2329" w:rsidRDefault="007B2329" w:rsidP="007B2329">
      <w:r>
        <w:t>573.7805</w:t>
      </w:r>
      <w:r>
        <w:tab/>
        <w:t>3.038e0</w:t>
      </w:r>
    </w:p>
    <w:p w:rsidR="007B2329" w:rsidRDefault="007B2329" w:rsidP="007B2329">
      <w:r>
        <w:t>573.7947</w:t>
      </w:r>
      <w:r>
        <w:tab/>
        <w:t>4.051e0</w:t>
      </w:r>
    </w:p>
    <w:p w:rsidR="007B2329" w:rsidRDefault="007B2329" w:rsidP="007B2329">
      <w:r>
        <w:t>573.8132</w:t>
      </w:r>
      <w:r>
        <w:tab/>
        <w:t>1.013e0</w:t>
      </w:r>
    </w:p>
    <w:p w:rsidR="007B2329" w:rsidRDefault="007B2329" w:rsidP="007B2329">
      <w:r>
        <w:t>573.8397</w:t>
      </w:r>
      <w:r>
        <w:tab/>
        <w:t>1.013e0</w:t>
      </w:r>
    </w:p>
    <w:p w:rsidR="007B2329" w:rsidRDefault="007B2329" w:rsidP="007B2329">
      <w:r>
        <w:t>573.8428</w:t>
      </w:r>
      <w:r>
        <w:tab/>
        <w:t>1.025e0</w:t>
      </w:r>
    </w:p>
    <w:p w:rsidR="007B2329" w:rsidRDefault="007B2329" w:rsidP="007B2329">
      <w:r>
        <w:t>573.8527</w:t>
      </w:r>
      <w:r>
        <w:tab/>
        <w:t>1.013e0</w:t>
      </w:r>
    </w:p>
    <w:p w:rsidR="007B2329" w:rsidRDefault="007B2329" w:rsidP="007B2329">
      <w:r>
        <w:t>573.8724</w:t>
      </w:r>
      <w:r>
        <w:tab/>
        <w:t>3.038e0</w:t>
      </w:r>
    </w:p>
    <w:p w:rsidR="007B2329" w:rsidRDefault="007B2329" w:rsidP="007B2329">
      <w:r>
        <w:t>573.9216</w:t>
      </w:r>
      <w:r>
        <w:tab/>
        <w:t>3.038e0</w:t>
      </w:r>
    </w:p>
    <w:p w:rsidR="007B2329" w:rsidRDefault="007B2329" w:rsidP="007B2329">
      <w:r>
        <w:t>573.9490</w:t>
      </w:r>
      <w:r>
        <w:tab/>
        <w:t>1.270e0</w:t>
      </w:r>
    </w:p>
    <w:p w:rsidR="007B2329" w:rsidRDefault="007B2329" w:rsidP="007B2329">
      <w:r>
        <w:t>573.9662</w:t>
      </w:r>
      <w:r>
        <w:tab/>
        <w:t>1.013e0</w:t>
      </w:r>
    </w:p>
    <w:p w:rsidR="007B2329" w:rsidRDefault="007B2329" w:rsidP="007B2329">
      <w:r>
        <w:t>573.9808</w:t>
      </w:r>
      <w:r>
        <w:tab/>
        <w:t>1.013e0</w:t>
      </w:r>
    </w:p>
    <w:p w:rsidR="007B2329" w:rsidRDefault="007B2329" w:rsidP="007B2329">
      <w:r>
        <w:t>574.0190</w:t>
      </w:r>
      <w:r>
        <w:tab/>
        <w:t>1.013e0</w:t>
      </w:r>
    </w:p>
    <w:p w:rsidR="007B2329" w:rsidRDefault="007B2329" w:rsidP="007B2329">
      <w:r>
        <w:t>574.0217</w:t>
      </w:r>
      <w:r>
        <w:tab/>
        <w:t>2.038e0</w:t>
      </w:r>
    </w:p>
    <w:p w:rsidR="007B2329" w:rsidRDefault="007B2329" w:rsidP="007B2329">
      <w:r>
        <w:lastRenderedPageBreak/>
        <w:t>574.0258</w:t>
      </w:r>
      <w:r>
        <w:tab/>
        <w:t>2.025e0</w:t>
      </w:r>
    </w:p>
    <w:p w:rsidR="007B2329" w:rsidRDefault="007B2329" w:rsidP="007B2329">
      <w:r>
        <w:t>574.0375</w:t>
      </w:r>
      <w:r>
        <w:tab/>
        <w:t>1.013e0</w:t>
      </w:r>
    </w:p>
    <w:p w:rsidR="007B2329" w:rsidRDefault="007B2329" w:rsidP="007B2329">
      <w:r>
        <w:t>574.0698</w:t>
      </w:r>
      <w:r>
        <w:tab/>
        <w:t>3.038e0</w:t>
      </w:r>
    </w:p>
    <w:p w:rsidR="007B2329" w:rsidRDefault="007B2329" w:rsidP="007B2329">
      <w:r>
        <w:t>574.0848</w:t>
      </w:r>
      <w:r>
        <w:tab/>
        <w:t>2.025e0</w:t>
      </w:r>
    </w:p>
    <w:p w:rsidR="007B2329" w:rsidRDefault="007B2329" w:rsidP="007B2329">
      <w:r>
        <w:t>574.0928</w:t>
      </w:r>
      <w:r>
        <w:tab/>
        <w:t>1.266e-2</w:t>
      </w:r>
    </w:p>
    <w:p w:rsidR="007B2329" w:rsidRDefault="007B2329" w:rsidP="007B2329">
      <w:r>
        <w:t>574.0993</w:t>
      </w:r>
      <w:r>
        <w:tab/>
        <w:t>2.025e0</w:t>
      </w:r>
    </w:p>
    <w:p w:rsidR="007B2329" w:rsidRDefault="007B2329" w:rsidP="007B2329">
      <w:r>
        <w:t>574.1183</w:t>
      </w:r>
      <w:r>
        <w:tab/>
        <w:t>5.448e0</w:t>
      </w:r>
    </w:p>
    <w:p w:rsidR="007B2329" w:rsidRDefault="007B2329" w:rsidP="007B2329">
      <w:r>
        <w:t>574.1360</w:t>
      </w:r>
      <w:r>
        <w:tab/>
        <w:t>2.025e0</w:t>
      </w:r>
    </w:p>
    <w:p w:rsidR="007B2329" w:rsidRDefault="007B2329" w:rsidP="007B2329">
      <w:r>
        <w:t>574.1428</w:t>
      </w:r>
      <w:r>
        <w:tab/>
        <w:t>3.051e0</w:t>
      </w:r>
    </w:p>
    <w:p w:rsidR="007B2329" w:rsidRDefault="007B2329" w:rsidP="007B2329">
      <w:r>
        <w:t>574.1639</w:t>
      </w:r>
      <w:r>
        <w:tab/>
        <w:t>1.013e0</w:t>
      </w:r>
    </w:p>
    <w:p w:rsidR="007B2329" w:rsidRDefault="007B2329" w:rsidP="007B2329">
      <w:r>
        <w:t>574.1868</w:t>
      </w:r>
      <w:r>
        <w:tab/>
        <w:t>4.021e0</w:t>
      </w:r>
    </w:p>
    <w:p w:rsidR="007B2329" w:rsidRDefault="007B2329" w:rsidP="007B2329">
      <w:r>
        <w:t>574.1951</w:t>
      </w:r>
      <w:r>
        <w:tab/>
        <w:t>1.189e0</w:t>
      </w:r>
    </w:p>
    <w:p w:rsidR="007B2329" w:rsidRDefault="007B2329" w:rsidP="007B2329">
      <w:r>
        <w:t>574.1979</w:t>
      </w:r>
      <w:r>
        <w:tab/>
        <w:t>3.909e0</w:t>
      </w:r>
    </w:p>
    <w:p w:rsidR="007B2329" w:rsidRDefault="007B2329" w:rsidP="007B2329">
      <w:r>
        <w:t>574.2155</w:t>
      </w:r>
      <w:r>
        <w:tab/>
        <w:t>6.076e0</w:t>
      </w:r>
    </w:p>
    <w:p w:rsidR="007B2329" w:rsidRDefault="007B2329" w:rsidP="007B2329">
      <w:r>
        <w:t>574.2239</w:t>
      </w:r>
      <w:r>
        <w:tab/>
        <w:t>1.129e1</w:t>
      </w:r>
    </w:p>
    <w:p w:rsidR="007B2329" w:rsidRDefault="007B2329" w:rsidP="007B2329">
      <w:r>
        <w:t>574.2278</w:t>
      </w:r>
      <w:r>
        <w:tab/>
        <w:t>1.013e0</w:t>
      </w:r>
    </w:p>
    <w:p w:rsidR="007B2329" w:rsidRDefault="007B2329" w:rsidP="007B2329">
      <w:r>
        <w:t>574.2372</w:t>
      </w:r>
      <w:r>
        <w:tab/>
        <w:t>3.515e0</w:t>
      </w:r>
    </w:p>
    <w:p w:rsidR="007B2329" w:rsidRDefault="007B2329" w:rsidP="007B2329">
      <w:r>
        <w:t>574.2523</w:t>
      </w:r>
      <w:r>
        <w:tab/>
        <w:t>5.103e0</w:t>
      </w:r>
    </w:p>
    <w:p w:rsidR="007B2329" w:rsidRDefault="007B2329" w:rsidP="007B2329">
      <w:r>
        <w:t>574.2603</w:t>
      </w:r>
      <w:r>
        <w:tab/>
        <w:t>7.184e0</w:t>
      </w:r>
    </w:p>
    <w:p w:rsidR="007B2329" w:rsidRDefault="007B2329" w:rsidP="007B2329">
      <w:r>
        <w:lastRenderedPageBreak/>
        <w:t>574.2661</w:t>
      </w:r>
      <w:r>
        <w:tab/>
        <w:t>5.651e0</w:t>
      </w:r>
    </w:p>
    <w:p w:rsidR="007B2329" w:rsidRDefault="007B2329" w:rsidP="007B2329">
      <w:r>
        <w:t>574.2965</w:t>
      </w:r>
      <w:r>
        <w:tab/>
        <w:t>1.013e0</w:t>
      </w:r>
    </w:p>
    <w:p w:rsidR="007B2329" w:rsidRDefault="007B2329" w:rsidP="007B2329">
      <w:r>
        <w:t>574.3682</w:t>
      </w:r>
      <w:r>
        <w:tab/>
        <w:t>3.897e0</w:t>
      </w:r>
    </w:p>
    <w:p w:rsidR="007B2329" w:rsidRDefault="007B2329" w:rsidP="007B2329">
      <w:r>
        <w:t>574.3851</w:t>
      </w:r>
      <w:r>
        <w:tab/>
        <w:t>1.653e0</w:t>
      </w:r>
    </w:p>
    <w:p w:rsidR="007B2329" w:rsidRDefault="007B2329" w:rsidP="007B2329">
      <w:r>
        <w:t>574.3978</w:t>
      </w:r>
      <w:r>
        <w:tab/>
        <w:t>1.386e0</w:t>
      </w:r>
    </w:p>
    <w:p w:rsidR="007B2329" w:rsidRDefault="007B2329" w:rsidP="007B2329">
      <w:r>
        <w:t>574.4147</w:t>
      </w:r>
      <w:r>
        <w:tab/>
        <w:t>3.886e0</w:t>
      </w:r>
    </w:p>
    <w:p w:rsidR="007B2329" w:rsidRDefault="007B2329" w:rsidP="007B2329">
      <w:r>
        <w:t>574.4611</w:t>
      </w:r>
      <w:r>
        <w:tab/>
        <w:t>2.025e0</w:t>
      </w:r>
    </w:p>
    <w:p w:rsidR="007B2329" w:rsidRDefault="007B2329" w:rsidP="007B2329">
      <w:r>
        <w:t>574.4694</w:t>
      </w:r>
      <w:r>
        <w:tab/>
        <w:t>1.013e0</w:t>
      </w:r>
    </w:p>
    <w:p w:rsidR="007B2329" w:rsidRDefault="007B2329" w:rsidP="007B2329">
      <w:r>
        <w:t>574.4728</w:t>
      </w:r>
      <w:r>
        <w:tab/>
        <w:t>1.025e0</w:t>
      </w:r>
    </w:p>
    <w:p w:rsidR="007B2329" w:rsidRDefault="007B2329" w:rsidP="007B2329">
      <w:r>
        <w:t>574.4841</w:t>
      </w:r>
      <w:r>
        <w:tab/>
        <w:t>1.013e0</w:t>
      </w:r>
    </w:p>
    <w:p w:rsidR="007B2329" w:rsidRDefault="007B2329" w:rsidP="007B2329">
      <w:r>
        <w:t>574.4916</w:t>
      </w:r>
      <w:r>
        <w:tab/>
        <w:t>2.025e0</w:t>
      </w:r>
    </w:p>
    <w:p w:rsidR="007B2329" w:rsidRDefault="007B2329" w:rsidP="007B2329">
      <w:r>
        <w:t>574.4941</w:t>
      </w:r>
      <w:r>
        <w:tab/>
        <w:t>1.013e0</w:t>
      </w:r>
    </w:p>
    <w:p w:rsidR="007B2329" w:rsidRDefault="007B2329" w:rsidP="007B2329">
      <w:r>
        <w:t>574.5403</w:t>
      </w:r>
      <w:r>
        <w:tab/>
        <w:t>2.025e0</w:t>
      </w:r>
    </w:p>
    <w:p w:rsidR="007B2329" w:rsidRDefault="007B2329" w:rsidP="007B2329">
      <w:r>
        <w:t>574.5435</w:t>
      </w:r>
      <w:r>
        <w:tab/>
        <w:t>1.013e0</w:t>
      </w:r>
    </w:p>
    <w:p w:rsidR="007B2329" w:rsidRDefault="007B2329" w:rsidP="007B2329">
      <w:r>
        <w:t>574.5533</w:t>
      </w:r>
      <w:r>
        <w:tab/>
        <w:t>1.013e0</w:t>
      </w:r>
    </w:p>
    <w:p w:rsidR="007B2329" w:rsidRDefault="007B2329" w:rsidP="007B2329">
      <w:r>
        <w:t>574.5955</w:t>
      </w:r>
      <w:r>
        <w:tab/>
        <w:t>1.013e0</w:t>
      </w:r>
    </w:p>
    <w:p w:rsidR="007B2329" w:rsidRDefault="007B2329" w:rsidP="007B2329">
      <w:r>
        <w:t>574.6136</w:t>
      </w:r>
      <w:r>
        <w:tab/>
        <w:t>1.013e0</w:t>
      </w:r>
    </w:p>
    <w:p w:rsidR="007B2329" w:rsidRDefault="007B2329" w:rsidP="007B2329">
      <w:r>
        <w:t>574.6384</w:t>
      </w:r>
      <w:r>
        <w:tab/>
        <w:t>5.063e0</w:t>
      </w:r>
    </w:p>
    <w:p w:rsidR="007B2329" w:rsidRDefault="007B2329" w:rsidP="007B2329">
      <w:r>
        <w:t>574.6525</w:t>
      </w:r>
      <w:r>
        <w:tab/>
        <w:t>1.025e0</w:t>
      </w:r>
    </w:p>
    <w:p w:rsidR="007B2329" w:rsidRDefault="007B2329" w:rsidP="007B2329">
      <w:r>
        <w:lastRenderedPageBreak/>
        <w:t>574.6714</w:t>
      </w:r>
      <w:r>
        <w:tab/>
        <w:t>5.063e0</w:t>
      </w:r>
    </w:p>
    <w:p w:rsidR="007B2329" w:rsidRDefault="007B2329" w:rsidP="007B2329">
      <w:r>
        <w:t>574.6999</w:t>
      </w:r>
      <w:r>
        <w:tab/>
        <w:t>3.038e0</w:t>
      </w:r>
    </w:p>
    <w:p w:rsidR="007B2329" w:rsidRDefault="007B2329" w:rsidP="007B2329">
      <w:r>
        <w:t>574.7032</w:t>
      </w:r>
      <w:r>
        <w:tab/>
        <w:t>1.013e0</w:t>
      </w:r>
    </w:p>
    <w:p w:rsidR="007B2329" w:rsidRDefault="007B2329" w:rsidP="007B2329">
      <w:r>
        <w:t>574.7112</w:t>
      </w:r>
      <w:r>
        <w:tab/>
        <w:t>1.013e0</w:t>
      </w:r>
    </w:p>
    <w:p w:rsidR="007B2329" w:rsidRDefault="007B2329" w:rsidP="007B2329">
      <w:r>
        <w:t>574.7195</w:t>
      </w:r>
      <w:r>
        <w:tab/>
        <w:t>1.013e0</w:t>
      </w:r>
    </w:p>
    <w:p w:rsidR="007B2329" w:rsidRDefault="007B2329" w:rsidP="007B2329">
      <w:r>
        <w:t>574.7310</w:t>
      </w:r>
      <w:r>
        <w:tab/>
        <w:t>1.013e0</w:t>
      </w:r>
    </w:p>
    <w:p w:rsidR="007B2329" w:rsidRDefault="007B2329" w:rsidP="007B2329">
      <w:r>
        <w:t>574.7803</w:t>
      </w:r>
      <w:r>
        <w:tab/>
        <w:t>1.013e0</w:t>
      </w:r>
    </w:p>
    <w:p w:rsidR="007B2329" w:rsidRDefault="007B2329" w:rsidP="007B2329">
      <w:r>
        <w:t>574.7875</w:t>
      </w:r>
      <w:r>
        <w:tab/>
        <w:t>2.532e-2</w:t>
      </w:r>
    </w:p>
    <w:p w:rsidR="007B2329" w:rsidRDefault="007B2329" w:rsidP="007B2329">
      <w:r>
        <w:t>574.8063</w:t>
      </w:r>
      <w:r>
        <w:tab/>
        <w:t>2.025e0</w:t>
      </w:r>
    </w:p>
    <w:p w:rsidR="007B2329" w:rsidRDefault="007B2329" w:rsidP="007B2329">
      <w:r>
        <w:t>574.8199</w:t>
      </w:r>
      <w:r>
        <w:tab/>
        <w:t>1.013e0</w:t>
      </w:r>
    </w:p>
    <w:p w:rsidR="007B2329" w:rsidRDefault="007B2329" w:rsidP="007B2329">
      <w:r>
        <w:t>574.8273</w:t>
      </w:r>
      <w:r>
        <w:tab/>
        <w:t>2.025e0</w:t>
      </w:r>
    </w:p>
    <w:p w:rsidR="007B2329" w:rsidRDefault="007B2329" w:rsidP="007B2329">
      <w:r>
        <w:t>574.8792</w:t>
      </w:r>
      <w:r>
        <w:tab/>
        <w:t>2.025e0</w:t>
      </w:r>
    </w:p>
    <w:p w:rsidR="007B2329" w:rsidRDefault="007B2329" w:rsidP="007B2329">
      <w:r>
        <w:t>574.8994</w:t>
      </w:r>
      <w:r>
        <w:tab/>
        <w:t>3.038e0</w:t>
      </w:r>
    </w:p>
    <w:p w:rsidR="007B2329" w:rsidRDefault="007B2329" w:rsidP="007B2329">
      <w:r>
        <w:t>574.9182</w:t>
      </w:r>
      <w:r>
        <w:tab/>
        <w:t>2.025e0</w:t>
      </w:r>
    </w:p>
    <w:p w:rsidR="007B2329" w:rsidRDefault="007B2329" w:rsidP="007B2329">
      <w:r>
        <w:t>574.9385</w:t>
      </w:r>
      <w:r>
        <w:tab/>
        <w:t>1.013e0</w:t>
      </w:r>
    </w:p>
    <w:p w:rsidR="007B2329" w:rsidRDefault="007B2329" w:rsidP="007B2329">
      <w:r>
        <w:t>574.9633</w:t>
      </w:r>
      <w:r>
        <w:tab/>
        <w:t>2.025e0</w:t>
      </w:r>
    </w:p>
    <w:p w:rsidR="007B2329" w:rsidRDefault="007B2329" w:rsidP="007B2329">
      <w:r>
        <w:t>574.9822</w:t>
      </w:r>
      <w:r>
        <w:tab/>
        <w:t>2.025e0</w:t>
      </w:r>
    </w:p>
    <w:p w:rsidR="007B2329" w:rsidRDefault="007B2329" w:rsidP="007B2329">
      <w:r>
        <w:t>575.0176</w:t>
      </w:r>
      <w:r>
        <w:tab/>
        <w:t>1.013e0</w:t>
      </w:r>
    </w:p>
    <w:p w:rsidR="007B2329" w:rsidRDefault="007B2329" w:rsidP="007B2329">
      <w:r>
        <w:t>575.0374</w:t>
      </w:r>
      <w:r>
        <w:tab/>
        <w:t>1.013e0</w:t>
      </w:r>
    </w:p>
    <w:p w:rsidR="007B2329" w:rsidRDefault="007B2329" w:rsidP="007B2329">
      <w:r>
        <w:lastRenderedPageBreak/>
        <w:t>575.0616</w:t>
      </w:r>
      <w:r>
        <w:tab/>
        <w:t>1.013e0</w:t>
      </w:r>
    </w:p>
    <w:p w:rsidR="007B2329" w:rsidRDefault="007B2329" w:rsidP="007B2329">
      <w:r>
        <w:t>575.0803</w:t>
      </w:r>
      <w:r>
        <w:tab/>
        <w:t>1.013e0</w:t>
      </w:r>
    </w:p>
    <w:p w:rsidR="007B2329" w:rsidRDefault="007B2329" w:rsidP="007B2329">
      <w:r>
        <w:t>575.0868</w:t>
      </w:r>
      <w:r>
        <w:tab/>
        <w:t>1.013e0</w:t>
      </w:r>
    </w:p>
    <w:p w:rsidR="007B2329" w:rsidRDefault="007B2329" w:rsidP="007B2329">
      <w:r>
        <w:t>575.0944</w:t>
      </w:r>
      <w:r>
        <w:tab/>
        <w:t>2.025e0</w:t>
      </w:r>
    </w:p>
    <w:p w:rsidR="007B2329" w:rsidRDefault="007B2329" w:rsidP="007B2329">
      <w:r>
        <w:t>575.0963</w:t>
      </w:r>
      <w:r>
        <w:tab/>
        <w:t>1.013e0</w:t>
      </w:r>
    </w:p>
    <w:p w:rsidR="007B2329" w:rsidRDefault="007B2329" w:rsidP="007B2329">
      <w:r>
        <w:t>575.1328</w:t>
      </w:r>
      <w:r>
        <w:tab/>
        <w:t>1.013e0</w:t>
      </w:r>
    </w:p>
    <w:p w:rsidR="007B2329" w:rsidRDefault="007B2329" w:rsidP="007B2329">
      <w:r>
        <w:t>575.1558</w:t>
      </w:r>
      <w:r>
        <w:tab/>
        <w:t>1.013e0</w:t>
      </w:r>
    </w:p>
    <w:p w:rsidR="007B2329" w:rsidRDefault="007B2329" w:rsidP="007B2329">
      <w:r>
        <w:t>575.1593</w:t>
      </w:r>
      <w:r>
        <w:tab/>
        <w:t>2.025e0</w:t>
      </w:r>
    </w:p>
    <w:p w:rsidR="007B2329" w:rsidRDefault="007B2329" w:rsidP="007B2329">
      <w:r>
        <w:t>575.1871</w:t>
      </w:r>
      <w:r>
        <w:tab/>
        <w:t>1.013e1</w:t>
      </w:r>
    </w:p>
    <w:p w:rsidR="007B2329" w:rsidRDefault="007B2329" w:rsidP="007B2329">
      <w:r>
        <w:t>575.2119</w:t>
      </w:r>
      <w:r>
        <w:tab/>
        <w:t>2.025e0</w:t>
      </w:r>
    </w:p>
    <w:p w:rsidR="007B2329" w:rsidRDefault="007B2329" w:rsidP="007B2329">
      <w:r>
        <w:t>575.2153</w:t>
      </w:r>
      <w:r>
        <w:tab/>
        <w:t>6.076e0</w:t>
      </w:r>
    </w:p>
    <w:p w:rsidR="007B2329" w:rsidRDefault="007B2329" w:rsidP="007B2329">
      <w:r>
        <w:t>575.2206</w:t>
      </w:r>
      <w:r>
        <w:tab/>
        <w:t>4.571e0</w:t>
      </w:r>
    </w:p>
    <w:p w:rsidR="007B2329" w:rsidRDefault="007B2329" w:rsidP="007B2329">
      <w:r>
        <w:t>575.2546</w:t>
      </w:r>
      <w:r>
        <w:tab/>
        <w:t>1.013e0</w:t>
      </w:r>
    </w:p>
    <w:p w:rsidR="007B2329" w:rsidRDefault="007B2329" w:rsidP="007B2329">
      <w:r>
        <w:t>575.2637</w:t>
      </w:r>
      <w:r>
        <w:tab/>
        <w:t>1.167e0</w:t>
      </w:r>
    </w:p>
    <w:p w:rsidR="007B2329" w:rsidRDefault="007B2329" w:rsidP="007B2329">
      <w:r>
        <w:t>575.2736</w:t>
      </w:r>
      <w:r>
        <w:tab/>
        <w:t>5.551e0</w:t>
      </w:r>
    </w:p>
    <w:p w:rsidR="007B2329" w:rsidRDefault="007B2329" w:rsidP="007B2329">
      <w:r>
        <w:t>575.2753</w:t>
      </w:r>
      <w:r>
        <w:tab/>
        <w:t>3.943e0</w:t>
      </w:r>
    </w:p>
    <w:p w:rsidR="007B2329" w:rsidRDefault="007B2329" w:rsidP="007B2329">
      <w:r>
        <w:t>575.2792</w:t>
      </w:r>
      <w:r>
        <w:tab/>
        <w:t>3.421e0</w:t>
      </w:r>
    </w:p>
    <w:p w:rsidR="007B2329" w:rsidRDefault="007B2329" w:rsidP="007B2329">
      <w:r>
        <w:t>575.3140</w:t>
      </w:r>
      <w:r>
        <w:tab/>
        <w:t>1.013e0</w:t>
      </w:r>
    </w:p>
    <w:p w:rsidR="007B2329" w:rsidRDefault="007B2329" w:rsidP="007B2329">
      <w:r>
        <w:t>575.3599</w:t>
      </w:r>
      <w:r>
        <w:tab/>
        <w:t>4.807e0</w:t>
      </w:r>
    </w:p>
    <w:p w:rsidR="007B2329" w:rsidRDefault="007B2329" w:rsidP="007B2329">
      <w:r>
        <w:lastRenderedPageBreak/>
        <w:t>575.3854</w:t>
      </w:r>
      <w:r>
        <w:tab/>
        <w:t>1.013e0</w:t>
      </w:r>
    </w:p>
    <w:p w:rsidR="007B2329" w:rsidRDefault="007B2329" w:rsidP="007B2329">
      <w:r>
        <w:t>575.3982</w:t>
      </w:r>
      <w:r>
        <w:tab/>
        <w:t>1.519e0</w:t>
      </w:r>
    </w:p>
    <w:p w:rsidR="007B2329" w:rsidRDefault="007B2329" w:rsidP="007B2329">
      <w:r>
        <w:t>575.4154</w:t>
      </w:r>
      <w:r>
        <w:tab/>
        <w:t>1.624e0</w:t>
      </w:r>
    </w:p>
    <w:p w:rsidR="007B2329" w:rsidRDefault="007B2329" w:rsidP="007B2329">
      <w:r>
        <w:t>575.4230</w:t>
      </w:r>
      <w:r>
        <w:tab/>
        <w:t>1.013e0</w:t>
      </w:r>
    </w:p>
    <w:p w:rsidR="007B2329" w:rsidRDefault="007B2329" w:rsidP="007B2329">
      <w:r>
        <w:t>575.4304</w:t>
      </w:r>
      <w:r>
        <w:tab/>
        <w:t>1.655e0</w:t>
      </w:r>
    </w:p>
    <w:p w:rsidR="007B2329" w:rsidRDefault="007B2329" w:rsidP="007B2329">
      <w:r>
        <w:t>575.4750</w:t>
      </w:r>
      <w:r>
        <w:tab/>
        <w:t>1.266e-2</w:t>
      </w:r>
    </w:p>
    <w:p w:rsidR="007B2329" w:rsidRDefault="007B2329" w:rsidP="007B2329">
      <w:r>
        <w:t>575.4820</w:t>
      </w:r>
      <w:r>
        <w:tab/>
        <w:t>2.025e0</w:t>
      </w:r>
    </w:p>
    <w:p w:rsidR="007B2329" w:rsidRDefault="007B2329" w:rsidP="007B2329">
      <w:r>
        <w:t>575.5217</w:t>
      </w:r>
      <w:r>
        <w:tab/>
        <w:t>1.013e0</w:t>
      </w:r>
    </w:p>
    <w:p w:rsidR="007B2329" w:rsidRDefault="007B2329" w:rsidP="007B2329">
      <w:r>
        <w:t>575.5315</w:t>
      </w:r>
      <w:r>
        <w:tab/>
        <w:t>2.025e0</w:t>
      </w:r>
    </w:p>
    <w:p w:rsidR="007B2329" w:rsidRDefault="007B2329" w:rsidP="007B2329">
      <w:r>
        <w:t>575.5356</w:t>
      </w:r>
      <w:r>
        <w:tab/>
        <w:t>2.025e0</w:t>
      </w:r>
    </w:p>
    <w:p w:rsidR="007B2329" w:rsidRDefault="007B2329" w:rsidP="007B2329">
      <w:r>
        <w:t>575.5414</w:t>
      </w:r>
      <w:r>
        <w:tab/>
        <w:t>1.013e0</w:t>
      </w:r>
    </w:p>
    <w:p w:rsidR="007B2329" w:rsidRDefault="007B2329" w:rsidP="007B2329">
      <w:r>
        <w:t>575.5464</w:t>
      </w:r>
      <w:r>
        <w:tab/>
        <w:t>2.025e0</w:t>
      </w:r>
    </w:p>
    <w:p w:rsidR="007B2329" w:rsidRDefault="007B2329" w:rsidP="007B2329">
      <w:r>
        <w:t>575.5613</w:t>
      </w:r>
      <w:r>
        <w:tab/>
        <w:t>1.013e0</w:t>
      </w:r>
    </w:p>
    <w:p w:rsidR="007B2329" w:rsidRDefault="007B2329" w:rsidP="007B2329">
      <w:r>
        <w:t>575.6202</w:t>
      </w:r>
      <w:r>
        <w:tab/>
        <w:t>2.025e0</w:t>
      </w:r>
    </w:p>
    <w:p w:rsidR="007B2329" w:rsidRDefault="007B2329" w:rsidP="007B2329">
      <w:r>
        <w:t>575.6307</w:t>
      </w:r>
      <w:r>
        <w:tab/>
        <w:t>1.013e0</w:t>
      </w:r>
    </w:p>
    <w:p w:rsidR="007B2329" w:rsidRDefault="007B2329" w:rsidP="007B2329">
      <w:r>
        <w:t>575.6358</w:t>
      </w:r>
      <w:r>
        <w:tab/>
        <w:t>1.013e0</w:t>
      </w:r>
    </w:p>
    <w:p w:rsidR="007B2329" w:rsidRDefault="007B2329" w:rsidP="007B2329">
      <w:r>
        <w:t>575.6508</w:t>
      </w:r>
      <w:r>
        <w:tab/>
        <w:t>3.038e0</w:t>
      </w:r>
    </w:p>
    <w:p w:rsidR="007B2329" w:rsidRDefault="007B2329" w:rsidP="007B2329">
      <w:r>
        <w:t>575.6700</w:t>
      </w:r>
      <w:r>
        <w:tab/>
        <w:t>2.025e0</w:t>
      </w:r>
    </w:p>
    <w:p w:rsidR="007B2329" w:rsidRDefault="007B2329" w:rsidP="007B2329">
      <w:r>
        <w:t>575.6893</w:t>
      </w:r>
      <w:r>
        <w:tab/>
        <w:t>4.051e0</w:t>
      </w:r>
    </w:p>
    <w:p w:rsidR="007B2329" w:rsidRDefault="007B2329" w:rsidP="007B2329">
      <w:r>
        <w:lastRenderedPageBreak/>
        <w:t>575.7198</w:t>
      </w:r>
      <w:r>
        <w:tab/>
        <w:t>4.051e0</w:t>
      </w:r>
    </w:p>
    <w:p w:rsidR="007B2329" w:rsidRDefault="007B2329" w:rsidP="007B2329">
      <w:r>
        <w:t>575.7727</w:t>
      </w:r>
      <w:r>
        <w:tab/>
        <w:t>2.025e0</w:t>
      </w:r>
    </w:p>
    <w:p w:rsidR="007B2329" w:rsidRDefault="007B2329" w:rsidP="007B2329">
      <w:r>
        <w:t>575.7786</w:t>
      </w:r>
      <w:r>
        <w:tab/>
        <w:t>2.944e0</w:t>
      </w:r>
    </w:p>
    <w:p w:rsidR="007B2329" w:rsidRDefault="007B2329" w:rsidP="007B2329">
      <w:r>
        <w:t>575.7966</w:t>
      </w:r>
      <w:r>
        <w:tab/>
        <w:t>1.013e0</w:t>
      </w:r>
    </w:p>
    <w:p w:rsidR="007B2329" w:rsidRDefault="007B2329" w:rsidP="007B2329">
      <w:r>
        <w:t>575.8091</w:t>
      </w:r>
      <w:r>
        <w:tab/>
        <w:t>3.038e0</w:t>
      </w:r>
    </w:p>
    <w:p w:rsidR="007B2329" w:rsidRDefault="007B2329" w:rsidP="007B2329">
      <w:r>
        <w:t>575.8184</w:t>
      </w:r>
      <w:r>
        <w:tab/>
        <w:t>1.013e0</w:t>
      </w:r>
    </w:p>
    <w:p w:rsidR="007B2329" w:rsidRDefault="007B2329" w:rsidP="007B2329">
      <w:r>
        <w:t>575.8369</w:t>
      </w:r>
      <w:r>
        <w:tab/>
        <w:t>2.025e0</w:t>
      </w:r>
    </w:p>
    <w:p w:rsidR="007B2329" w:rsidRDefault="007B2329" w:rsidP="007B2329">
      <w:r>
        <w:t>575.8585</w:t>
      </w:r>
      <w:r>
        <w:tab/>
        <w:t>4.051e0</w:t>
      </w:r>
    </w:p>
    <w:p w:rsidR="007B2329" w:rsidRDefault="007B2329" w:rsidP="007B2329">
      <w:r>
        <w:t>575.8976</w:t>
      </w:r>
      <w:r>
        <w:tab/>
        <w:t>1.013e0</w:t>
      </w:r>
    </w:p>
    <w:p w:rsidR="007B2329" w:rsidRDefault="007B2329" w:rsidP="007B2329">
      <w:r>
        <w:t>575.9138</w:t>
      </w:r>
      <w:r>
        <w:tab/>
        <w:t>2.025e0</w:t>
      </w:r>
    </w:p>
    <w:p w:rsidR="007B2329" w:rsidRDefault="007B2329" w:rsidP="007B2329">
      <w:r>
        <w:t>575.9227</w:t>
      </w:r>
      <w:r>
        <w:tab/>
        <w:t>1.013e0</w:t>
      </w:r>
    </w:p>
    <w:p w:rsidR="007B2329" w:rsidRDefault="007B2329" w:rsidP="007B2329">
      <w:r>
        <w:t>575.9521</w:t>
      </w:r>
      <w:r>
        <w:tab/>
        <w:t>2.025e0</w:t>
      </w:r>
    </w:p>
    <w:p w:rsidR="007B2329" w:rsidRDefault="007B2329" w:rsidP="007B2329">
      <w:r>
        <w:t>575.9597</w:t>
      </w:r>
      <w:r>
        <w:tab/>
        <w:t>1.013e0</w:t>
      </w:r>
    </w:p>
    <w:p w:rsidR="007B2329" w:rsidRDefault="007B2329" w:rsidP="007B2329">
      <w:r>
        <w:t>575.9669</w:t>
      </w:r>
      <w:r>
        <w:tab/>
        <w:t>1.013e0</w:t>
      </w:r>
    </w:p>
    <w:p w:rsidR="007B2329" w:rsidRDefault="007B2329" w:rsidP="007B2329">
      <w:r>
        <w:t>576.0122</w:t>
      </w:r>
      <w:r>
        <w:tab/>
        <w:t>1.013e0</w:t>
      </w:r>
    </w:p>
    <w:p w:rsidR="007B2329" w:rsidRDefault="007B2329" w:rsidP="007B2329">
      <w:r>
        <w:t>576.0356</w:t>
      </w:r>
      <w:r>
        <w:tab/>
        <w:t>2.025e0</w:t>
      </w:r>
    </w:p>
    <w:p w:rsidR="007B2329" w:rsidRDefault="007B2329" w:rsidP="007B2329">
      <w:r>
        <w:t>576.0654</w:t>
      </w:r>
      <w:r>
        <w:tab/>
        <w:t>1.013e0</w:t>
      </w:r>
    </w:p>
    <w:p w:rsidR="007B2329" w:rsidRDefault="007B2329" w:rsidP="007B2329">
      <w:r>
        <w:t>576.0800</w:t>
      </w:r>
      <w:r>
        <w:tab/>
        <w:t>3.038e0</w:t>
      </w:r>
    </w:p>
    <w:p w:rsidR="007B2329" w:rsidRDefault="007B2329" w:rsidP="007B2329">
      <w:r>
        <w:t>576.0857</w:t>
      </w:r>
      <w:r>
        <w:tab/>
        <w:t>1.025e0</w:t>
      </w:r>
    </w:p>
    <w:p w:rsidR="007B2329" w:rsidRDefault="007B2329" w:rsidP="007B2329">
      <w:r>
        <w:lastRenderedPageBreak/>
        <w:t>576.0872</w:t>
      </w:r>
      <w:r>
        <w:tab/>
        <w:t>2.025e0</w:t>
      </w:r>
    </w:p>
    <w:p w:rsidR="007B2329" w:rsidRDefault="007B2329" w:rsidP="007B2329">
      <w:r>
        <w:t>576.1205</w:t>
      </w:r>
      <w:r>
        <w:tab/>
        <w:t>1.013e0</w:t>
      </w:r>
    </w:p>
    <w:p w:rsidR="007B2329" w:rsidRDefault="007B2329" w:rsidP="007B2329">
      <w:r>
        <w:t>576.1467</w:t>
      </w:r>
      <w:r>
        <w:tab/>
        <w:t>2.025e0</w:t>
      </w:r>
    </w:p>
    <w:p w:rsidR="007B2329" w:rsidRDefault="007B2329" w:rsidP="007B2329">
      <w:r>
        <w:t>576.1478</w:t>
      </w:r>
      <w:r>
        <w:tab/>
        <w:t>3.038e0</w:t>
      </w:r>
    </w:p>
    <w:p w:rsidR="007B2329" w:rsidRDefault="007B2329" w:rsidP="007B2329">
      <w:r>
        <w:t>576.1499</w:t>
      </w:r>
      <w:r>
        <w:tab/>
        <w:t>2.025e0</w:t>
      </w:r>
    </w:p>
    <w:p w:rsidR="007B2329" w:rsidRDefault="007B2329" w:rsidP="007B2329">
      <w:r>
        <w:t>576.1613</w:t>
      </w:r>
      <w:r>
        <w:tab/>
        <w:t>6.040e0</w:t>
      </w:r>
    </w:p>
    <w:p w:rsidR="007B2329" w:rsidRDefault="007B2329" w:rsidP="007B2329">
      <w:r>
        <w:t>576.1648</w:t>
      </w:r>
      <w:r>
        <w:tab/>
        <w:t>2.025e0</w:t>
      </w:r>
    </w:p>
    <w:p w:rsidR="007B2329" w:rsidRDefault="007B2329" w:rsidP="007B2329">
      <w:r>
        <w:t>576.1752</w:t>
      </w:r>
      <w:r>
        <w:tab/>
        <w:t>3.901e0</w:t>
      </w:r>
    </w:p>
    <w:p w:rsidR="007B2329" w:rsidRDefault="007B2329" w:rsidP="007B2329">
      <w:r>
        <w:t>576.2013</w:t>
      </w:r>
      <w:r>
        <w:tab/>
        <w:t>5.063e0</w:t>
      </w:r>
    </w:p>
    <w:p w:rsidR="007B2329" w:rsidRDefault="007B2329" w:rsidP="007B2329">
      <w:r>
        <w:t>576.2075</w:t>
      </w:r>
      <w:r>
        <w:tab/>
        <w:t>5.134e0</w:t>
      </w:r>
    </w:p>
    <w:p w:rsidR="007B2329" w:rsidRDefault="007B2329" w:rsidP="007B2329">
      <w:r>
        <w:t>576.2246</w:t>
      </w:r>
      <w:r>
        <w:tab/>
        <w:t>2.930e0</w:t>
      </w:r>
    </w:p>
    <w:p w:rsidR="007B2329" w:rsidRDefault="007B2329" w:rsidP="007B2329">
      <w:r>
        <w:t>576.2449</w:t>
      </w:r>
      <w:r>
        <w:tab/>
        <w:t>3.038e0</w:t>
      </w:r>
    </w:p>
    <w:p w:rsidR="007B2329" w:rsidRDefault="007B2329" w:rsidP="007B2329">
      <w:r>
        <w:t>576.2549</w:t>
      </w:r>
      <w:r>
        <w:tab/>
        <w:t>1.716e0</w:t>
      </w:r>
    </w:p>
    <w:p w:rsidR="007B2329" w:rsidRDefault="007B2329" w:rsidP="007B2329">
      <w:r>
        <w:t>576.2655</w:t>
      </w:r>
      <w:r>
        <w:tab/>
        <w:t>3.544e0</w:t>
      </w:r>
    </w:p>
    <w:p w:rsidR="007B2329" w:rsidRDefault="007B2329" w:rsidP="007B2329">
      <w:r>
        <w:t>576.2737</w:t>
      </w:r>
      <w:r>
        <w:tab/>
        <w:t>1.521e0</w:t>
      </w:r>
    </w:p>
    <w:p w:rsidR="007B2329" w:rsidRDefault="007B2329" w:rsidP="007B2329">
      <w:r>
        <w:t>576.2918</w:t>
      </w:r>
      <w:r>
        <w:tab/>
        <w:t>2.397e0</w:t>
      </w:r>
    </w:p>
    <w:p w:rsidR="007B2329" w:rsidRDefault="007B2329" w:rsidP="007B2329">
      <w:r>
        <w:t>576.3218</w:t>
      </w:r>
      <w:r>
        <w:tab/>
        <w:t>5.139e0</w:t>
      </w:r>
    </w:p>
    <w:p w:rsidR="007B2329" w:rsidRDefault="007B2329" w:rsidP="007B2329">
      <w:r>
        <w:t>576.3310</w:t>
      </w:r>
      <w:r>
        <w:tab/>
        <w:t>3.386e0</w:t>
      </w:r>
    </w:p>
    <w:p w:rsidR="007B2329" w:rsidRDefault="007B2329" w:rsidP="007B2329">
      <w:r>
        <w:t>576.3430</w:t>
      </w:r>
      <w:r>
        <w:tab/>
        <w:t>1.013e0</w:t>
      </w:r>
    </w:p>
    <w:p w:rsidR="007B2329" w:rsidRDefault="007B2329" w:rsidP="007B2329">
      <w:r>
        <w:lastRenderedPageBreak/>
        <w:t>576.3979</w:t>
      </w:r>
      <w:r>
        <w:tab/>
        <w:t>1.321e0</w:t>
      </w:r>
    </w:p>
    <w:p w:rsidR="007B2329" w:rsidRDefault="007B2329" w:rsidP="007B2329">
      <w:r>
        <w:t>576.4324</w:t>
      </w:r>
      <w:r>
        <w:tab/>
        <w:t>1.013e0</w:t>
      </w:r>
    </w:p>
    <w:p w:rsidR="007B2329" w:rsidRDefault="007B2329" w:rsidP="007B2329">
      <w:r>
        <w:t>576.4587</w:t>
      </w:r>
      <w:r>
        <w:tab/>
        <w:t>2.025e0</w:t>
      </w:r>
    </w:p>
    <w:p w:rsidR="007B2329" w:rsidRDefault="007B2329" w:rsidP="007B2329">
      <w:r>
        <w:t>576.4685</w:t>
      </w:r>
      <w:r>
        <w:tab/>
        <w:t>3.038e0</w:t>
      </w:r>
    </w:p>
    <w:p w:rsidR="007B2329" w:rsidRDefault="007B2329" w:rsidP="007B2329">
      <w:r>
        <w:t>576.4717</w:t>
      </w:r>
      <w:r>
        <w:tab/>
        <w:t>1.013e0</w:t>
      </w:r>
    </w:p>
    <w:p w:rsidR="007B2329" w:rsidRDefault="007B2329" w:rsidP="007B2329">
      <w:r>
        <w:t>576.5051</w:t>
      </w:r>
      <w:r>
        <w:tab/>
        <w:t>3.038e0</w:t>
      </w:r>
    </w:p>
    <w:p w:rsidR="007B2329" w:rsidRDefault="007B2329" w:rsidP="007B2329">
      <w:r>
        <w:t>576.5154</w:t>
      </w:r>
      <w:r>
        <w:tab/>
        <w:t>1.013e0</w:t>
      </w:r>
    </w:p>
    <w:p w:rsidR="007B2329" w:rsidRDefault="007B2329" w:rsidP="007B2329">
      <w:r>
        <w:t>576.5254</w:t>
      </w:r>
      <w:r>
        <w:tab/>
        <w:t>1.025e0</w:t>
      </w:r>
    </w:p>
    <w:p w:rsidR="007B2329" w:rsidRDefault="007B2329" w:rsidP="007B2329">
      <w:r>
        <w:t>576.5336</w:t>
      </w:r>
      <w:r>
        <w:tab/>
        <w:t>1.013e0</w:t>
      </w:r>
    </w:p>
    <w:p w:rsidR="007B2329" w:rsidRDefault="007B2329" w:rsidP="007B2329">
      <w:r>
        <w:t>576.5451</w:t>
      </w:r>
      <w:r>
        <w:tab/>
        <w:t>4.051e0</w:t>
      </w:r>
    </w:p>
    <w:p w:rsidR="007B2329" w:rsidRDefault="007B2329" w:rsidP="007B2329">
      <w:r>
        <w:t>576.5711</w:t>
      </w:r>
      <w:r>
        <w:tab/>
        <w:t>1.013e0</w:t>
      </w:r>
    </w:p>
    <w:p w:rsidR="007B2329" w:rsidRDefault="007B2329" w:rsidP="007B2329">
      <w:r>
        <w:t>576.5908</w:t>
      </w:r>
      <w:r>
        <w:tab/>
        <w:t>1.013e0</w:t>
      </w:r>
    </w:p>
    <w:p w:rsidR="007B2329" w:rsidRDefault="007B2329" w:rsidP="007B2329">
      <w:r>
        <w:t>576.5946</w:t>
      </w:r>
      <w:r>
        <w:tab/>
        <w:t>3.038e0</w:t>
      </w:r>
    </w:p>
    <w:p w:rsidR="007B2329" w:rsidRDefault="007B2329" w:rsidP="007B2329">
      <w:r>
        <w:t>576.5957</w:t>
      </w:r>
      <w:r>
        <w:tab/>
        <w:t>2.025e0</w:t>
      </w:r>
    </w:p>
    <w:p w:rsidR="007B2329" w:rsidRDefault="007B2329" w:rsidP="007B2329">
      <w:r>
        <w:t>576.6005</w:t>
      </w:r>
      <w:r>
        <w:tab/>
        <w:t>2.025e0</w:t>
      </w:r>
    </w:p>
    <w:p w:rsidR="007B2329" w:rsidRDefault="007B2329" w:rsidP="007B2329">
      <w:r>
        <w:t>576.6050</w:t>
      </w:r>
      <w:r>
        <w:tab/>
        <w:t>1.266e-2</w:t>
      </w:r>
    </w:p>
    <w:p w:rsidR="007B2329" w:rsidRDefault="007B2329" w:rsidP="007B2329">
      <w:r>
        <w:t>576.6257</w:t>
      </w:r>
      <w:r>
        <w:tab/>
        <w:t>2.025e0</w:t>
      </w:r>
    </w:p>
    <w:p w:rsidR="007B2329" w:rsidRDefault="007B2329" w:rsidP="007B2329">
      <w:r>
        <w:t>576.6312</w:t>
      </w:r>
      <w:r>
        <w:tab/>
        <w:t>2.029e0</w:t>
      </w:r>
    </w:p>
    <w:p w:rsidR="007B2329" w:rsidRDefault="007B2329" w:rsidP="007B2329">
      <w:r>
        <w:t>576.6384</w:t>
      </w:r>
      <w:r>
        <w:tab/>
        <w:t>2.025e0</w:t>
      </w:r>
    </w:p>
    <w:p w:rsidR="007B2329" w:rsidRDefault="007B2329" w:rsidP="007B2329">
      <w:r>
        <w:lastRenderedPageBreak/>
        <w:t>576.6705</w:t>
      </w:r>
      <w:r>
        <w:tab/>
        <w:t>1.940e0</w:t>
      </w:r>
    </w:p>
    <w:p w:rsidR="007B2329" w:rsidRDefault="007B2329" w:rsidP="007B2329">
      <w:r>
        <w:t>576.6723</w:t>
      </w:r>
      <w:r>
        <w:tab/>
        <w:t>1.257e0</w:t>
      </w:r>
    </w:p>
    <w:p w:rsidR="007B2329" w:rsidRDefault="007B2329" w:rsidP="007B2329">
      <w:r>
        <w:t>576.6761</w:t>
      </w:r>
      <w:r>
        <w:tab/>
        <w:t>2.025e0</w:t>
      </w:r>
    </w:p>
    <w:p w:rsidR="007B2329" w:rsidRDefault="007B2329" w:rsidP="007B2329">
      <w:r>
        <w:t>576.6897</w:t>
      </w:r>
      <w:r>
        <w:tab/>
        <w:t>1.013e0</w:t>
      </w:r>
    </w:p>
    <w:p w:rsidR="007B2329" w:rsidRDefault="007B2329" w:rsidP="007B2329">
      <w:r>
        <w:t>576.7195</w:t>
      </w:r>
      <w:r>
        <w:tab/>
        <w:t>1.013e0</w:t>
      </w:r>
    </w:p>
    <w:p w:rsidR="007B2329" w:rsidRDefault="007B2329" w:rsidP="007B2329">
      <w:r>
        <w:t>576.7471</w:t>
      </w:r>
      <w:r>
        <w:tab/>
        <w:t>4.051e0</w:t>
      </w:r>
    </w:p>
    <w:p w:rsidR="007B2329" w:rsidRDefault="007B2329" w:rsidP="007B2329">
      <w:r>
        <w:t>576.7493</w:t>
      </w:r>
      <w:r>
        <w:tab/>
        <w:t>3.038e0</w:t>
      </w:r>
    </w:p>
    <w:p w:rsidR="007B2329" w:rsidRDefault="007B2329" w:rsidP="007B2329">
      <w:r>
        <w:t>576.7643</w:t>
      </w:r>
      <w:r>
        <w:tab/>
        <w:t>1.512e0</w:t>
      </w:r>
    </w:p>
    <w:p w:rsidR="007B2329" w:rsidRDefault="007B2329" w:rsidP="007B2329">
      <w:r>
        <w:t>576.7889</w:t>
      </w:r>
      <w:r>
        <w:tab/>
        <w:t>1.013e0</w:t>
      </w:r>
    </w:p>
    <w:p w:rsidR="007B2329" w:rsidRDefault="007B2329" w:rsidP="007B2329">
      <w:r>
        <w:t>576.8007</w:t>
      </w:r>
      <w:r>
        <w:tab/>
        <w:t>3.038e0</w:t>
      </w:r>
    </w:p>
    <w:p w:rsidR="007B2329" w:rsidRDefault="007B2329" w:rsidP="007B2329">
      <w:r>
        <w:t>576.8086</w:t>
      </w:r>
      <w:r>
        <w:tab/>
        <w:t>1.013e0</w:t>
      </w:r>
    </w:p>
    <w:p w:rsidR="007B2329" w:rsidRDefault="007B2329" w:rsidP="007B2329">
      <w:r>
        <w:t>576.8207</w:t>
      </w:r>
      <w:r>
        <w:tab/>
        <w:t>1.013e0</w:t>
      </w:r>
    </w:p>
    <w:p w:rsidR="007B2329" w:rsidRDefault="007B2329" w:rsidP="007B2329">
      <w:r>
        <w:t>576.8370</w:t>
      </w:r>
      <w:r>
        <w:tab/>
        <w:t>1.013e0</w:t>
      </w:r>
    </w:p>
    <w:p w:rsidR="007B2329" w:rsidRDefault="007B2329" w:rsidP="007B2329">
      <w:r>
        <w:t>576.8460</w:t>
      </w:r>
      <w:r>
        <w:tab/>
        <w:t>2.025e0</w:t>
      </w:r>
    </w:p>
    <w:p w:rsidR="007B2329" w:rsidRDefault="007B2329" w:rsidP="007B2329">
      <w:r>
        <w:t>576.8553</w:t>
      </w:r>
      <w:r>
        <w:tab/>
        <w:t>1.013e0</w:t>
      </w:r>
    </w:p>
    <w:p w:rsidR="007B2329" w:rsidRDefault="007B2329" w:rsidP="007B2329">
      <w:r>
        <w:t>576.8583</w:t>
      </w:r>
      <w:r>
        <w:tab/>
        <w:t>1.013e0</w:t>
      </w:r>
    </w:p>
    <w:p w:rsidR="007B2329" w:rsidRDefault="007B2329" w:rsidP="007B2329">
      <w:r>
        <w:t>576.8734</w:t>
      </w:r>
      <w:r>
        <w:tab/>
        <w:t>1.013e0</w:t>
      </w:r>
    </w:p>
    <w:p w:rsidR="007B2329" w:rsidRDefault="007B2329" w:rsidP="007B2329">
      <w:r>
        <w:t>576.8782</w:t>
      </w:r>
      <w:r>
        <w:tab/>
        <w:t>4.051e0</w:t>
      </w:r>
    </w:p>
    <w:p w:rsidR="007B2329" w:rsidRDefault="007B2329" w:rsidP="007B2329">
      <w:r>
        <w:t>576.8920</w:t>
      </w:r>
      <w:r>
        <w:tab/>
        <w:t>1.013e0</w:t>
      </w:r>
    </w:p>
    <w:p w:rsidR="007B2329" w:rsidRDefault="007B2329" w:rsidP="007B2329">
      <w:r>
        <w:lastRenderedPageBreak/>
        <w:t>576.9284</w:t>
      </w:r>
      <w:r>
        <w:tab/>
        <w:t>1.013e0</w:t>
      </w:r>
    </w:p>
    <w:p w:rsidR="007B2329" w:rsidRDefault="007B2329" w:rsidP="007B2329">
      <w:r>
        <w:t>576.9448</w:t>
      </w:r>
      <w:r>
        <w:tab/>
        <w:t>1.013e0</w:t>
      </w:r>
    </w:p>
    <w:p w:rsidR="007B2329" w:rsidRDefault="007B2329" w:rsidP="007B2329">
      <w:r>
        <w:t>576.9772</w:t>
      </w:r>
      <w:r>
        <w:tab/>
        <w:t>1.013e0</w:t>
      </w:r>
    </w:p>
    <w:p w:rsidR="007B2329" w:rsidRDefault="007B2329" w:rsidP="007B2329">
      <w:r>
        <w:t>576.9870</w:t>
      </w:r>
      <w:r>
        <w:tab/>
        <w:t>1.013e0</w:t>
      </w:r>
    </w:p>
    <w:p w:rsidR="007B2329" w:rsidRDefault="007B2329" w:rsidP="007B2329">
      <w:r>
        <w:t>576.9924</w:t>
      </w:r>
      <w:r>
        <w:tab/>
        <w:t>2.025e0</w:t>
      </w:r>
    </w:p>
    <w:p w:rsidR="007B2329" w:rsidRDefault="007B2329" w:rsidP="007B2329">
      <w:r>
        <w:t>577.0564</w:t>
      </w:r>
      <w:r>
        <w:tab/>
        <w:t>1.013e0</w:t>
      </w:r>
    </w:p>
    <w:p w:rsidR="007B2329" w:rsidRDefault="007B2329" w:rsidP="007B2329">
      <w:r>
        <w:t>577.0641</w:t>
      </w:r>
      <w:r>
        <w:tab/>
        <w:t>3.038e0</w:t>
      </w:r>
    </w:p>
    <w:p w:rsidR="007B2329" w:rsidRDefault="007B2329" w:rsidP="007B2329">
      <w:r>
        <w:t>577.0805</w:t>
      </w:r>
      <w:r>
        <w:tab/>
        <w:t>3.038e0</w:t>
      </w:r>
    </w:p>
    <w:p w:rsidR="007B2329" w:rsidRDefault="007B2329" w:rsidP="007B2329">
      <w:r>
        <w:t>577.0910</w:t>
      </w:r>
      <w:r>
        <w:tab/>
        <w:t>4.051e0</w:t>
      </w:r>
    </w:p>
    <w:p w:rsidR="007B2329" w:rsidRDefault="007B2329" w:rsidP="007B2329">
      <w:r>
        <w:t>577.0938</w:t>
      </w:r>
      <w:r>
        <w:tab/>
        <w:t>2.025e0</w:t>
      </w:r>
    </w:p>
    <w:p w:rsidR="007B2329" w:rsidRDefault="007B2329" w:rsidP="007B2329">
      <w:r>
        <w:t>577.0962</w:t>
      </w:r>
      <w:r>
        <w:tab/>
        <w:t>1.013e0</w:t>
      </w:r>
    </w:p>
    <w:p w:rsidR="007B2329" w:rsidRDefault="007B2329" w:rsidP="007B2329">
      <w:r>
        <w:t>577.1060</w:t>
      </w:r>
      <w:r>
        <w:tab/>
        <w:t>2.025e0</w:t>
      </w:r>
    </w:p>
    <w:p w:rsidR="007B2329" w:rsidRDefault="007B2329" w:rsidP="007B2329">
      <w:r>
        <w:t>577.1343</w:t>
      </w:r>
      <w:r>
        <w:tab/>
        <w:t>2.532e-2</w:t>
      </w:r>
    </w:p>
    <w:p w:rsidR="007B2329" w:rsidRDefault="007B2329" w:rsidP="007B2329">
      <w:r>
        <w:t>577.1383</w:t>
      </w:r>
      <w:r>
        <w:tab/>
        <w:t>1.025e0</w:t>
      </w:r>
    </w:p>
    <w:p w:rsidR="007B2329" w:rsidRDefault="007B2329" w:rsidP="007B2329">
      <w:r>
        <w:t>577.1511</w:t>
      </w:r>
      <w:r>
        <w:tab/>
        <w:t>2.532e-2</w:t>
      </w:r>
    </w:p>
    <w:p w:rsidR="007B2329" w:rsidRDefault="007B2329" w:rsidP="007B2329">
      <w:r>
        <w:t>577.1859</w:t>
      </w:r>
      <w:r>
        <w:tab/>
        <w:t>4.051e0</w:t>
      </w:r>
    </w:p>
    <w:p w:rsidR="007B2329" w:rsidRDefault="007B2329" w:rsidP="007B2329">
      <w:r>
        <w:t>577.1947</w:t>
      </w:r>
      <w:r>
        <w:tab/>
        <w:t>4.087e0</w:t>
      </w:r>
    </w:p>
    <w:p w:rsidR="007B2329" w:rsidRDefault="007B2329" w:rsidP="007B2329">
      <w:r>
        <w:t>577.2250</w:t>
      </w:r>
      <w:r>
        <w:tab/>
        <w:t>1.013e0</w:t>
      </w:r>
    </w:p>
    <w:p w:rsidR="007B2329" w:rsidRDefault="007B2329" w:rsidP="007B2329">
      <w:r>
        <w:t>577.2516</w:t>
      </w:r>
      <w:r>
        <w:tab/>
        <w:t>1.506e1</w:t>
      </w:r>
    </w:p>
    <w:p w:rsidR="007B2329" w:rsidRDefault="007B2329" w:rsidP="007B2329">
      <w:r>
        <w:lastRenderedPageBreak/>
        <w:t>577.2566</w:t>
      </w:r>
      <w:r>
        <w:tab/>
        <w:t>2.780e1</w:t>
      </w:r>
    </w:p>
    <w:p w:rsidR="007B2329" w:rsidRDefault="007B2329" w:rsidP="007B2329">
      <w:r>
        <w:t>577.2640</w:t>
      </w:r>
      <w:r>
        <w:tab/>
        <w:t>3.321e1</w:t>
      </w:r>
    </w:p>
    <w:p w:rsidR="007B2329" w:rsidRDefault="007B2329" w:rsidP="007B2329">
      <w:r>
        <w:t>577.2666</w:t>
      </w:r>
      <w:r>
        <w:tab/>
        <w:t>5.654e1</w:t>
      </w:r>
    </w:p>
    <w:p w:rsidR="007B2329" w:rsidRDefault="007B2329" w:rsidP="007B2329">
      <w:r>
        <w:t>577.2690</w:t>
      </w:r>
      <w:r>
        <w:tab/>
        <w:t>2.537e1</w:t>
      </w:r>
    </w:p>
    <w:p w:rsidR="007B2329" w:rsidRDefault="007B2329" w:rsidP="007B2329">
      <w:r>
        <w:t>577.2743</w:t>
      </w:r>
      <w:r>
        <w:tab/>
        <w:t>4.932e1</w:t>
      </w:r>
    </w:p>
    <w:p w:rsidR="007B2329" w:rsidRDefault="007B2329" w:rsidP="007B2329">
      <w:r>
        <w:t>577.2949</w:t>
      </w:r>
      <w:r>
        <w:tab/>
        <w:t>3.798e-2</w:t>
      </w:r>
    </w:p>
    <w:p w:rsidR="007B2329" w:rsidRDefault="007B2329" w:rsidP="007B2329">
      <w:r>
        <w:t>577.3480</w:t>
      </w:r>
      <w:r>
        <w:tab/>
        <w:t>3.884e0</w:t>
      </w:r>
    </w:p>
    <w:p w:rsidR="007B2329" w:rsidRDefault="007B2329" w:rsidP="007B2329">
      <w:r>
        <w:t>577.3622</w:t>
      </w:r>
      <w:r>
        <w:tab/>
        <w:t>2.530e0</w:t>
      </w:r>
    </w:p>
    <w:p w:rsidR="007B2329" w:rsidRDefault="007B2329" w:rsidP="007B2329">
      <w:r>
        <w:t>577.3875</w:t>
      </w:r>
      <w:r>
        <w:tab/>
        <w:t>7.955e-1</w:t>
      </w:r>
    </w:p>
    <w:p w:rsidR="007B2329" w:rsidRDefault="007B2329" w:rsidP="007B2329">
      <w:r>
        <w:t>577.4135</w:t>
      </w:r>
      <w:r>
        <w:tab/>
        <w:t>1.013e0</w:t>
      </w:r>
    </w:p>
    <w:p w:rsidR="007B2329" w:rsidRDefault="007B2329" w:rsidP="007B2329">
      <w:r>
        <w:t>577.4178</w:t>
      </w:r>
      <w:r>
        <w:tab/>
        <w:t>8.017e0</w:t>
      </w:r>
    </w:p>
    <w:p w:rsidR="007B2329" w:rsidRDefault="007B2329" w:rsidP="007B2329">
      <w:r>
        <w:t>577.4391</w:t>
      </w:r>
      <w:r>
        <w:tab/>
        <w:t>4.051e0</w:t>
      </w:r>
    </w:p>
    <w:p w:rsidR="007B2329" w:rsidRDefault="007B2329" w:rsidP="007B2329">
      <w:r>
        <w:t>577.4459</w:t>
      </w:r>
      <w:r>
        <w:tab/>
        <w:t>2.038e0</w:t>
      </w:r>
    </w:p>
    <w:p w:rsidR="007B2329" w:rsidRDefault="007B2329" w:rsidP="007B2329">
      <w:r>
        <w:t>577.4976</w:t>
      </w:r>
      <w:r>
        <w:tab/>
        <w:t>2.385e0</w:t>
      </w:r>
    </w:p>
    <w:p w:rsidR="007B2329" w:rsidRDefault="007B2329" w:rsidP="007B2329">
      <w:r>
        <w:t>577.5166</w:t>
      </w:r>
      <w:r>
        <w:tab/>
        <w:t>4.051e0</w:t>
      </w:r>
    </w:p>
    <w:p w:rsidR="007B2329" w:rsidRDefault="007B2329" w:rsidP="007B2329">
      <w:r>
        <w:t>577.5277</w:t>
      </w:r>
      <w:r>
        <w:tab/>
        <w:t>2.025e0</w:t>
      </w:r>
    </w:p>
    <w:p w:rsidR="007B2329" w:rsidRDefault="007B2329" w:rsidP="007B2329">
      <w:r>
        <w:t>577.5424</w:t>
      </w:r>
      <w:r>
        <w:tab/>
        <w:t>1.013e0</w:t>
      </w:r>
    </w:p>
    <w:p w:rsidR="007B2329" w:rsidRDefault="007B2329" w:rsidP="007B2329">
      <w:r>
        <w:t>577.5524</w:t>
      </w:r>
      <w:r>
        <w:tab/>
        <w:t>1.013e0</w:t>
      </w:r>
    </w:p>
    <w:p w:rsidR="007B2329" w:rsidRDefault="007B2329" w:rsidP="007B2329">
      <w:r>
        <w:t>577.5624</w:t>
      </w:r>
      <w:r>
        <w:tab/>
        <w:t>1.013e0</w:t>
      </w:r>
    </w:p>
    <w:p w:rsidR="007B2329" w:rsidRDefault="007B2329" w:rsidP="007B2329">
      <w:r>
        <w:lastRenderedPageBreak/>
        <w:t>577.5635</w:t>
      </w:r>
      <w:r>
        <w:tab/>
        <w:t>2.025e0</w:t>
      </w:r>
    </w:p>
    <w:p w:rsidR="007B2329" w:rsidRDefault="007B2329" w:rsidP="007B2329">
      <w:r>
        <w:t>577.5721</w:t>
      </w:r>
      <w:r>
        <w:tab/>
        <w:t>1.013e0</w:t>
      </w:r>
    </w:p>
    <w:p w:rsidR="007B2329" w:rsidRDefault="007B2329" w:rsidP="007B2329">
      <w:r>
        <w:t>577.6005</w:t>
      </w:r>
      <w:r>
        <w:tab/>
        <w:t>2.025e0</w:t>
      </w:r>
    </w:p>
    <w:p w:rsidR="007B2329" w:rsidRDefault="007B2329" w:rsidP="007B2329">
      <w:r>
        <w:t>577.6019</w:t>
      </w:r>
      <w:r>
        <w:tab/>
        <w:t>1.013e0</w:t>
      </w:r>
    </w:p>
    <w:p w:rsidR="007B2329" w:rsidRDefault="007B2329" w:rsidP="007B2329">
      <w:r>
        <w:t>577.6602</w:t>
      </w:r>
      <w:r>
        <w:tab/>
        <w:t>2.025e0</w:t>
      </w:r>
    </w:p>
    <w:p w:rsidR="007B2329" w:rsidRDefault="007B2329" w:rsidP="007B2329">
      <w:r>
        <w:t>577.6616</w:t>
      </w:r>
      <w:r>
        <w:tab/>
        <w:t>1.013e0</w:t>
      </w:r>
    </w:p>
    <w:p w:rsidR="007B2329" w:rsidRDefault="007B2329" w:rsidP="007B2329">
      <w:r>
        <w:t>577.6797</w:t>
      </w:r>
      <w:r>
        <w:tab/>
        <w:t>1.013e0</w:t>
      </w:r>
    </w:p>
    <w:p w:rsidR="007B2329" w:rsidRDefault="007B2329" w:rsidP="007B2329">
      <w:r>
        <w:t>577.7012</w:t>
      </w:r>
      <w:r>
        <w:tab/>
        <w:t>1.013e0</w:t>
      </w:r>
    </w:p>
    <w:p w:rsidR="007B2329" w:rsidRDefault="007B2329" w:rsidP="007B2329">
      <w:r>
        <w:t>577.7069</w:t>
      </w:r>
      <w:r>
        <w:tab/>
        <w:t>2.025e0</w:t>
      </w:r>
    </w:p>
    <w:p w:rsidR="007B2329" w:rsidRDefault="007B2329" w:rsidP="007B2329">
      <w:r>
        <w:t>577.7349</w:t>
      </w:r>
      <w:r>
        <w:tab/>
        <w:t>1.013e0</w:t>
      </w:r>
    </w:p>
    <w:p w:rsidR="007B2329" w:rsidRDefault="007B2329" w:rsidP="007B2329">
      <w:r>
        <w:t>577.7729</w:t>
      </w:r>
      <w:r>
        <w:tab/>
        <w:t>2.025e0</w:t>
      </w:r>
    </w:p>
    <w:p w:rsidR="007B2329" w:rsidRDefault="007B2329" w:rsidP="007B2329">
      <w:r>
        <w:t>577.7804</w:t>
      </w:r>
      <w:r>
        <w:tab/>
        <w:t>3.038e0</w:t>
      </w:r>
    </w:p>
    <w:p w:rsidR="007B2329" w:rsidRDefault="007B2329" w:rsidP="007B2329">
      <w:r>
        <w:t>577.7905</w:t>
      </w:r>
      <w:r>
        <w:tab/>
        <w:t>2.025e0</w:t>
      </w:r>
    </w:p>
    <w:p w:rsidR="007B2329" w:rsidRDefault="007B2329" w:rsidP="007B2329">
      <w:r>
        <w:t>577.7952</w:t>
      </w:r>
      <w:r>
        <w:tab/>
        <w:t>2.025e0</w:t>
      </w:r>
    </w:p>
    <w:p w:rsidR="007B2329" w:rsidRDefault="007B2329" w:rsidP="007B2329">
      <w:r>
        <w:t>577.8060</w:t>
      </w:r>
      <w:r>
        <w:tab/>
        <w:t>1.013e0</w:t>
      </w:r>
    </w:p>
    <w:p w:rsidR="007B2329" w:rsidRDefault="007B2329" w:rsidP="007B2329">
      <w:r>
        <w:t>577.8502</w:t>
      </w:r>
      <w:r>
        <w:tab/>
        <w:t>1.013e0</w:t>
      </w:r>
    </w:p>
    <w:p w:rsidR="007B2329" w:rsidRDefault="007B2329" w:rsidP="007B2329">
      <w:r>
        <w:t>577.8590</w:t>
      </w:r>
      <w:r>
        <w:tab/>
        <w:t>2.025e0</w:t>
      </w:r>
    </w:p>
    <w:p w:rsidR="007B2329" w:rsidRDefault="007B2329" w:rsidP="007B2329">
      <w:r>
        <w:t>577.8700</w:t>
      </w:r>
      <w:r>
        <w:tab/>
        <w:t>1.013e0</w:t>
      </w:r>
    </w:p>
    <w:p w:rsidR="007B2329" w:rsidRDefault="007B2329" w:rsidP="007B2329">
      <w:r>
        <w:t>577.8798</w:t>
      </w:r>
      <w:r>
        <w:tab/>
        <w:t>1.013e0</w:t>
      </w:r>
    </w:p>
    <w:p w:rsidR="007B2329" w:rsidRDefault="007B2329" w:rsidP="007B2329">
      <w:r>
        <w:lastRenderedPageBreak/>
        <w:t>577.9294</w:t>
      </w:r>
      <w:r>
        <w:tab/>
        <w:t>2.025e0</w:t>
      </w:r>
    </w:p>
    <w:p w:rsidR="007B2329" w:rsidRDefault="007B2329" w:rsidP="007B2329">
      <w:r>
        <w:t>577.9350</w:t>
      </w:r>
      <w:r>
        <w:tab/>
        <w:t>4.051e0</w:t>
      </w:r>
    </w:p>
    <w:p w:rsidR="007B2329" w:rsidRDefault="007B2329" w:rsidP="007B2329">
      <w:r>
        <w:t>577.9368</w:t>
      </w:r>
      <w:r>
        <w:tab/>
        <w:t>2.025e0</w:t>
      </w:r>
    </w:p>
    <w:p w:rsidR="007B2329" w:rsidRDefault="007B2329" w:rsidP="007B2329">
      <w:r>
        <w:t>577.9395</w:t>
      </w:r>
      <w:r>
        <w:tab/>
        <w:t>4.051e0</w:t>
      </w:r>
    </w:p>
    <w:p w:rsidR="007B2329" w:rsidRDefault="007B2329" w:rsidP="007B2329">
      <w:r>
        <w:t>577.9915</w:t>
      </w:r>
      <w:r>
        <w:tab/>
        <w:t>3.038e0</w:t>
      </w:r>
    </w:p>
    <w:p w:rsidR="007B2329" w:rsidRDefault="007B2329" w:rsidP="007B2329">
      <w:r>
        <w:t>577.9941</w:t>
      </w:r>
      <w:r>
        <w:tab/>
        <w:t>2.025e0</w:t>
      </w:r>
    </w:p>
    <w:p w:rsidR="007B2329" w:rsidRDefault="007B2329" w:rsidP="007B2329">
      <w:r>
        <w:t>578.0179</w:t>
      </w:r>
      <w:r>
        <w:tab/>
        <w:t>2.025e0</w:t>
      </w:r>
    </w:p>
    <w:p w:rsidR="007B2329" w:rsidRDefault="007B2329" w:rsidP="007B2329">
      <w:r>
        <w:t>578.0194</w:t>
      </w:r>
      <w:r>
        <w:tab/>
        <w:t>2.025e0</w:t>
      </w:r>
    </w:p>
    <w:p w:rsidR="007B2329" w:rsidRDefault="007B2329" w:rsidP="007B2329">
      <w:r>
        <w:t>578.0289</w:t>
      </w:r>
      <w:r>
        <w:tab/>
        <w:t>1.013e0</w:t>
      </w:r>
    </w:p>
    <w:p w:rsidR="007B2329" w:rsidRDefault="007B2329" w:rsidP="007B2329">
      <w:r>
        <w:t>578.0381</w:t>
      </w:r>
      <w:r>
        <w:tab/>
        <w:t>1.013e0</w:t>
      </w:r>
    </w:p>
    <w:p w:rsidR="007B2329" w:rsidRDefault="007B2329" w:rsidP="007B2329">
      <w:r>
        <w:t>578.0585</w:t>
      </w:r>
      <w:r>
        <w:tab/>
        <w:t>1.013e0</w:t>
      </w:r>
    </w:p>
    <w:p w:rsidR="007B2329" w:rsidRDefault="007B2329" w:rsidP="007B2329">
      <w:r>
        <w:t>578.0740</w:t>
      </w:r>
      <w:r>
        <w:tab/>
        <w:t>4.051e0</w:t>
      </w:r>
    </w:p>
    <w:p w:rsidR="007B2329" w:rsidRDefault="007B2329" w:rsidP="007B2329">
      <w:r>
        <w:t>578.0789</w:t>
      </w:r>
      <w:r>
        <w:tab/>
        <w:t>5.076e0</w:t>
      </w:r>
    </w:p>
    <w:p w:rsidR="007B2329" w:rsidRDefault="007B2329" w:rsidP="007B2329">
      <w:r>
        <w:t>578.1041</w:t>
      </w:r>
      <w:r>
        <w:tab/>
        <w:t>4.051e0</w:t>
      </w:r>
    </w:p>
    <w:p w:rsidR="007B2329" w:rsidRDefault="007B2329" w:rsidP="007B2329">
      <w:r>
        <w:t>578.1083</w:t>
      </w:r>
      <w:r>
        <w:tab/>
        <w:t>1.013e0</w:t>
      </w:r>
    </w:p>
    <w:p w:rsidR="007B2329" w:rsidRDefault="007B2329" w:rsidP="007B2329">
      <w:r>
        <w:t>578.1146</w:t>
      </w:r>
      <w:r>
        <w:tab/>
        <w:t>3.038e0</w:t>
      </w:r>
    </w:p>
    <w:p w:rsidR="007B2329" w:rsidRDefault="007B2329" w:rsidP="007B2329">
      <w:r>
        <w:t>578.1274</w:t>
      </w:r>
      <w:r>
        <w:tab/>
        <w:t>3.038e0</w:t>
      </w:r>
    </w:p>
    <w:p w:rsidR="007B2329" w:rsidRDefault="007B2329" w:rsidP="007B2329">
      <w:r>
        <w:t>578.1679</w:t>
      </w:r>
      <w:r>
        <w:tab/>
        <w:t>2.025e0</w:t>
      </w:r>
    </w:p>
    <w:p w:rsidR="007B2329" w:rsidRDefault="007B2329" w:rsidP="007B2329">
      <w:r>
        <w:t>578.1720</w:t>
      </w:r>
      <w:r>
        <w:tab/>
        <w:t>2.025e0</w:t>
      </w:r>
    </w:p>
    <w:p w:rsidR="007B2329" w:rsidRDefault="007B2329" w:rsidP="007B2329">
      <w:r>
        <w:lastRenderedPageBreak/>
        <w:t>578.1791</w:t>
      </w:r>
      <w:r>
        <w:tab/>
        <w:t>3.922e0</w:t>
      </w:r>
    </w:p>
    <w:p w:rsidR="007B2329" w:rsidRDefault="007B2329" w:rsidP="007B2329">
      <w:r>
        <w:t>578.1826</w:t>
      </w:r>
      <w:r>
        <w:tab/>
        <w:t>1.013e0</w:t>
      </w:r>
    </w:p>
    <w:p w:rsidR="007B2329" w:rsidRDefault="007B2329" w:rsidP="007B2329">
      <w:r>
        <w:t>578.1967</w:t>
      </w:r>
      <w:r>
        <w:tab/>
        <w:t>1.637e0</w:t>
      </w:r>
    </w:p>
    <w:p w:rsidR="007B2329" w:rsidRDefault="007B2329" w:rsidP="007B2329">
      <w:r>
        <w:t>578.2068</w:t>
      </w:r>
      <w:r>
        <w:tab/>
        <w:t>3.522e0</w:t>
      </w:r>
    </w:p>
    <w:p w:rsidR="007B2329" w:rsidRDefault="007B2329" w:rsidP="007B2329">
      <w:r>
        <w:t>578.2549</w:t>
      </w:r>
      <w:r>
        <w:tab/>
        <w:t>1.464e1</w:t>
      </w:r>
    </w:p>
    <w:p w:rsidR="007B2329" w:rsidRDefault="007B2329" w:rsidP="007B2329">
      <w:r>
        <w:t>578.2587</w:t>
      </w:r>
      <w:r>
        <w:tab/>
        <w:t>9.022e0</w:t>
      </w:r>
    </w:p>
    <w:p w:rsidR="007B2329" w:rsidRDefault="007B2329" w:rsidP="007B2329">
      <w:r>
        <w:t>578.2617</w:t>
      </w:r>
      <w:r>
        <w:tab/>
        <w:t>6.193e0</w:t>
      </w:r>
    </w:p>
    <w:p w:rsidR="007B2329" w:rsidRDefault="007B2329" w:rsidP="007B2329">
      <w:r>
        <w:t>578.2656</w:t>
      </w:r>
      <w:r>
        <w:tab/>
        <w:t>1.090e1</w:t>
      </w:r>
    </w:p>
    <w:p w:rsidR="007B2329" w:rsidRDefault="007B2329" w:rsidP="007B2329">
      <w:r>
        <w:t>578.2722</w:t>
      </w:r>
      <w:r>
        <w:tab/>
        <w:t>2.206e0</w:t>
      </w:r>
    </w:p>
    <w:p w:rsidR="007B2329" w:rsidRDefault="007B2329" w:rsidP="007B2329">
      <w:r>
        <w:t>578.2817</w:t>
      </w:r>
      <w:r>
        <w:tab/>
        <w:t>1.149e1</w:t>
      </w:r>
    </w:p>
    <w:p w:rsidR="007B2329" w:rsidRDefault="007B2329" w:rsidP="007B2329">
      <w:r>
        <w:t>578.2831</w:t>
      </w:r>
      <w:r>
        <w:tab/>
        <w:t>1.395e1</w:t>
      </w:r>
    </w:p>
    <w:p w:rsidR="007B2329" w:rsidRDefault="007B2329" w:rsidP="007B2329">
      <w:r>
        <w:t>578.2928</w:t>
      </w:r>
      <w:r>
        <w:tab/>
        <w:t>5.063e0</w:t>
      </w:r>
    </w:p>
    <w:p w:rsidR="007B2329" w:rsidRDefault="007B2329" w:rsidP="007B2329">
      <w:r>
        <w:t>578.3367</w:t>
      </w:r>
      <w:r>
        <w:tab/>
        <w:t>2.327e0</w:t>
      </w:r>
    </w:p>
    <w:p w:rsidR="007B2329" w:rsidRDefault="007B2329" w:rsidP="007B2329">
      <w:r>
        <w:t>578.3477</w:t>
      </w:r>
      <w:r>
        <w:tab/>
        <w:t>2.682e0</w:t>
      </w:r>
    </w:p>
    <w:p w:rsidR="007B2329" w:rsidRDefault="007B2329" w:rsidP="007B2329">
      <w:r>
        <w:t>578.3511</w:t>
      </w:r>
      <w:r>
        <w:tab/>
        <w:t>3.425e0</w:t>
      </w:r>
    </w:p>
    <w:p w:rsidR="007B2329" w:rsidRDefault="007B2329" w:rsidP="007B2329">
      <w:r>
        <w:t>578.3547</w:t>
      </w:r>
      <w:r>
        <w:tab/>
        <w:t>2.912e0</w:t>
      </w:r>
    </w:p>
    <w:p w:rsidR="007B2329" w:rsidRDefault="007B2329" w:rsidP="007B2329">
      <w:r>
        <w:t>578.3589</w:t>
      </w:r>
      <w:r>
        <w:tab/>
        <w:t>3.439e0</w:t>
      </w:r>
    </w:p>
    <w:p w:rsidR="007B2329" w:rsidRDefault="007B2329" w:rsidP="007B2329">
      <w:r>
        <w:t>578.3804</w:t>
      </w:r>
      <w:r>
        <w:tab/>
        <w:t>1.013e0</w:t>
      </w:r>
    </w:p>
    <w:p w:rsidR="007B2329" w:rsidRDefault="007B2329" w:rsidP="007B2329">
      <w:r>
        <w:t>578.4106</w:t>
      </w:r>
      <w:r>
        <w:tab/>
        <w:t>2.025e0</w:t>
      </w:r>
    </w:p>
    <w:p w:rsidR="007B2329" w:rsidRDefault="007B2329" w:rsidP="007B2329">
      <w:r>
        <w:lastRenderedPageBreak/>
        <w:t>578.4229</w:t>
      </w:r>
      <w:r>
        <w:tab/>
        <w:t>3.895e0</w:t>
      </w:r>
    </w:p>
    <w:p w:rsidR="007B2329" w:rsidRDefault="007B2329" w:rsidP="007B2329">
      <w:r>
        <w:t>578.4427</w:t>
      </w:r>
      <w:r>
        <w:tab/>
        <w:t>3.038e0</w:t>
      </w:r>
    </w:p>
    <w:p w:rsidR="007B2329" w:rsidRDefault="007B2329" w:rsidP="007B2329">
      <w:r>
        <w:t>578.4475</w:t>
      </w:r>
      <w:r>
        <w:tab/>
        <w:t>5.063e0</w:t>
      </w:r>
    </w:p>
    <w:p w:rsidR="007B2329" w:rsidRDefault="007B2329" w:rsidP="007B2329">
      <w:r>
        <w:t>578.4535</w:t>
      </w:r>
      <w:r>
        <w:tab/>
        <w:t>3.875e0</w:t>
      </w:r>
    </w:p>
    <w:p w:rsidR="007B2329" w:rsidRDefault="007B2329" w:rsidP="007B2329">
      <w:r>
        <w:t>578.4628</w:t>
      </w:r>
      <w:r>
        <w:tab/>
        <w:t>3.038e0</w:t>
      </w:r>
    </w:p>
    <w:p w:rsidR="007B2329" w:rsidRDefault="007B2329" w:rsidP="007B2329">
      <w:r>
        <w:t>578.4710</w:t>
      </w:r>
      <w:r>
        <w:tab/>
        <w:t>2.025e0</w:t>
      </w:r>
    </w:p>
    <w:p w:rsidR="007B2329" w:rsidRDefault="007B2329" w:rsidP="007B2329">
      <w:r>
        <w:t>578.4863</w:t>
      </w:r>
      <w:r>
        <w:tab/>
        <w:t>4.051e0</w:t>
      </w:r>
    </w:p>
    <w:p w:rsidR="007B2329" w:rsidRDefault="007B2329" w:rsidP="007B2329">
      <w:r>
        <w:t>578.4970</w:t>
      </w:r>
      <w:r>
        <w:tab/>
        <w:t>2.025e0</w:t>
      </w:r>
    </w:p>
    <w:p w:rsidR="007B2329" w:rsidRDefault="007B2329" w:rsidP="007B2329">
      <w:r>
        <w:t>578.5223</w:t>
      </w:r>
      <w:r>
        <w:tab/>
        <w:t>1.013e0</w:t>
      </w:r>
    </w:p>
    <w:p w:rsidR="007B2329" w:rsidRDefault="007B2329" w:rsidP="007B2329">
      <w:r>
        <w:t>578.5410</w:t>
      </w:r>
      <w:r>
        <w:tab/>
        <w:t>2.025e0</w:t>
      </w:r>
    </w:p>
    <w:p w:rsidR="007B2329" w:rsidRDefault="007B2329" w:rsidP="007B2329">
      <w:r>
        <w:t>578.5652</w:t>
      </w:r>
      <w:r>
        <w:tab/>
        <w:t>1.013e0</w:t>
      </w:r>
    </w:p>
    <w:p w:rsidR="007B2329" w:rsidRDefault="007B2329" w:rsidP="007B2329">
      <w:r>
        <w:t>578.5699</w:t>
      </w:r>
      <w:r>
        <w:tab/>
        <w:t>3.038e0</w:t>
      </w:r>
    </w:p>
    <w:p w:rsidR="007B2329" w:rsidRDefault="007B2329" w:rsidP="007B2329">
      <w:r>
        <w:t>578.5753</w:t>
      </w:r>
      <w:r>
        <w:tab/>
        <w:t>3.038e0</w:t>
      </w:r>
    </w:p>
    <w:p w:rsidR="007B2329" w:rsidRDefault="007B2329" w:rsidP="007B2329">
      <w:r>
        <w:t>578.6049</w:t>
      </w:r>
      <w:r>
        <w:tab/>
        <w:t>1.013e0</w:t>
      </w:r>
    </w:p>
    <w:p w:rsidR="007B2329" w:rsidRDefault="007B2329" w:rsidP="007B2329">
      <w:r>
        <w:t>578.6200</w:t>
      </w:r>
      <w:r>
        <w:tab/>
        <w:t>2.025e0</w:t>
      </w:r>
    </w:p>
    <w:p w:rsidR="007B2329" w:rsidRDefault="007B2329" w:rsidP="007B2329">
      <w:r>
        <w:t>578.6342</w:t>
      </w:r>
      <w:r>
        <w:tab/>
        <w:t>4.051e0</w:t>
      </w:r>
    </w:p>
    <w:p w:rsidR="007B2329" w:rsidRDefault="007B2329" w:rsidP="007B2329">
      <w:r>
        <w:t>578.6489</w:t>
      </w:r>
      <w:r>
        <w:tab/>
        <w:t>1.013e0</w:t>
      </w:r>
    </w:p>
    <w:p w:rsidR="007B2329" w:rsidRDefault="007B2329" w:rsidP="007B2329">
      <w:r>
        <w:t>578.6578</w:t>
      </w:r>
      <w:r>
        <w:tab/>
        <w:t>1.919e0</w:t>
      </w:r>
    </w:p>
    <w:p w:rsidR="007B2329" w:rsidRDefault="007B2329" w:rsidP="007B2329">
      <w:r>
        <w:t>578.7144</w:t>
      </w:r>
      <w:r>
        <w:tab/>
        <w:t>1.013e0</w:t>
      </w:r>
    </w:p>
    <w:p w:rsidR="007B2329" w:rsidRDefault="007B2329" w:rsidP="007B2329">
      <w:r>
        <w:lastRenderedPageBreak/>
        <w:t>578.7383</w:t>
      </w:r>
      <w:r>
        <w:tab/>
        <w:t>1.013e0</w:t>
      </w:r>
    </w:p>
    <w:p w:rsidR="007B2329" w:rsidRDefault="007B2329" w:rsidP="007B2329">
      <w:r>
        <w:t>578.7567</w:t>
      </w:r>
      <w:r>
        <w:tab/>
        <w:t>1.266e-2</w:t>
      </w:r>
    </w:p>
    <w:p w:rsidR="007B2329" w:rsidRDefault="007B2329" w:rsidP="007B2329">
      <w:r>
        <w:t>578.7715</w:t>
      </w:r>
      <w:r>
        <w:tab/>
        <w:t>4.051e0</w:t>
      </w:r>
    </w:p>
    <w:p w:rsidR="007B2329" w:rsidRDefault="007B2329" w:rsidP="007B2329">
      <w:r>
        <w:t>578.7839</w:t>
      </w:r>
      <w:r>
        <w:tab/>
        <w:t>1.013e0</w:t>
      </w:r>
    </w:p>
    <w:p w:rsidR="007B2329" w:rsidRDefault="007B2329" w:rsidP="007B2329">
      <w:r>
        <w:t>578.7878</w:t>
      </w:r>
      <w:r>
        <w:tab/>
        <w:t>4.051e0</w:t>
      </w:r>
    </w:p>
    <w:p w:rsidR="007B2329" w:rsidRDefault="007B2329" w:rsidP="007B2329">
      <w:r>
        <w:t>578.7968</w:t>
      </w:r>
      <w:r>
        <w:tab/>
        <w:t>2.025e0</w:t>
      </w:r>
    </w:p>
    <w:p w:rsidR="007B2329" w:rsidRDefault="007B2329" w:rsidP="007B2329">
      <w:r>
        <w:t>578.7988</w:t>
      </w:r>
      <w:r>
        <w:tab/>
        <w:t>2.025e0</w:t>
      </w:r>
    </w:p>
    <w:p w:rsidR="007B2329" w:rsidRDefault="007B2329" w:rsidP="007B2329">
      <w:r>
        <w:t>578.8239</w:t>
      </w:r>
      <w:r>
        <w:tab/>
        <w:t>1.013e0</w:t>
      </w:r>
    </w:p>
    <w:p w:rsidR="007B2329" w:rsidRDefault="007B2329" w:rsidP="007B2329">
      <w:r>
        <w:t>578.8463</w:t>
      </w:r>
      <w:r>
        <w:tab/>
        <w:t>1.013e0</w:t>
      </w:r>
    </w:p>
    <w:p w:rsidR="007B2329" w:rsidRDefault="007B2329" w:rsidP="007B2329">
      <w:r>
        <w:t>578.8536</w:t>
      </w:r>
      <w:r>
        <w:tab/>
        <w:t>1.013e0</w:t>
      </w:r>
    </w:p>
    <w:p w:rsidR="007B2329" w:rsidRDefault="007B2329" w:rsidP="007B2329">
      <w:r>
        <w:t>578.8625</w:t>
      </w:r>
      <w:r>
        <w:tab/>
        <w:t>2.051e0</w:t>
      </w:r>
    </w:p>
    <w:p w:rsidR="007B2329" w:rsidRDefault="007B2329" w:rsidP="007B2329">
      <w:r>
        <w:t>578.8990</w:t>
      </w:r>
      <w:r>
        <w:tab/>
        <w:t>1.013e0</w:t>
      </w:r>
    </w:p>
    <w:p w:rsidR="007B2329" w:rsidRDefault="007B2329" w:rsidP="007B2329">
      <w:r>
        <w:t>578.9083</w:t>
      </w:r>
      <w:r>
        <w:tab/>
        <w:t>2.025e0</w:t>
      </w:r>
    </w:p>
    <w:p w:rsidR="007B2329" w:rsidRDefault="007B2329" w:rsidP="007B2329">
      <w:r>
        <w:t>578.9232</w:t>
      </w:r>
      <w:r>
        <w:tab/>
        <w:t>3.601e0</w:t>
      </w:r>
    </w:p>
    <w:p w:rsidR="007B2329" w:rsidRDefault="007B2329" w:rsidP="007B2329">
      <w:r>
        <w:t>578.9384</w:t>
      </w:r>
      <w:r>
        <w:tab/>
        <w:t>2.025e0</w:t>
      </w:r>
    </w:p>
    <w:p w:rsidR="007B2329" w:rsidRDefault="007B2329" w:rsidP="007B2329">
      <w:r>
        <w:t>578.9432</w:t>
      </w:r>
      <w:r>
        <w:tab/>
        <w:t>1.013e0</w:t>
      </w:r>
    </w:p>
    <w:p w:rsidR="007B2329" w:rsidRDefault="007B2329" w:rsidP="007B2329">
      <w:r>
        <w:t>578.9531</w:t>
      </w:r>
      <w:r>
        <w:tab/>
        <w:t>2.025e0</w:t>
      </w:r>
    </w:p>
    <w:p w:rsidR="007B2329" w:rsidRDefault="007B2329" w:rsidP="007B2329">
      <w:r>
        <w:t>578.9674</w:t>
      </w:r>
      <w:r>
        <w:tab/>
        <w:t>2.025e0</w:t>
      </w:r>
    </w:p>
    <w:p w:rsidR="007B2329" w:rsidRDefault="007B2329" w:rsidP="007B2329">
      <w:r>
        <w:t>578.9978</w:t>
      </w:r>
      <w:r>
        <w:tab/>
        <w:t>2.025e0</w:t>
      </w:r>
    </w:p>
    <w:p w:rsidR="007B2329" w:rsidRDefault="007B2329" w:rsidP="007B2329">
      <w:r>
        <w:lastRenderedPageBreak/>
        <w:t>579.0070</w:t>
      </w:r>
      <w:r>
        <w:tab/>
        <w:t>1.013e0</w:t>
      </w:r>
    </w:p>
    <w:p w:rsidR="007B2329" w:rsidRDefault="007B2329" w:rsidP="007B2329">
      <w:r>
        <w:t>579.0402</w:t>
      </w:r>
      <w:r>
        <w:tab/>
        <w:t>2.025e0</w:t>
      </w:r>
    </w:p>
    <w:p w:rsidR="007B2329" w:rsidRDefault="007B2329" w:rsidP="007B2329">
      <w:r>
        <w:t>579.0599</w:t>
      </w:r>
      <w:r>
        <w:tab/>
        <w:t>1.013e0</w:t>
      </w:r>
    </w:p>
    <w:p w:rsidR="007B2329" w:rsidRDefault="007B2329" w:rsidP="007B2329">
      <w:r>
        <w:t>579.0707</w:t>
      </w:r>
      <w:r>
        <w:tab/>
        <w:t>3.038e0</w:t>
      </w:r>
    </w:p>
    <w:p w:rsidR="007B2329" w:rsidRDefault="007B2329" w:rsidP="007B2329">
      <w:r>
        <w:t>579.0719</w:t>
      </w:r>
      <w:r>
        <w:tab/>
        <w:t>4.051e0</w:t>
      </w:r>
    </w:p>
    <w:p w:rsidR="007B2329" w:rsidRDefault="007B2329" w:rsidP="007B2329">
      <w:r>
        <w:t>579.0775</w:t>
      </w:r>
      <w:r>
        <w:tab/>
        <w:t>3.038e0</w:t>
      </w:r>
    </w:p>
    <w:p w:rsidR="007B2329" w:rsidRDefault="007B2329" w:rsidP="007B2329">
      <w:r>
        <w:t>579.1021</w:t>
      </w:r>
      <w:r>
        <w:tab/>
        <w:t>1.013e0</w:t>
      </w:r>
    </w:p>
    <w:p w:rsidR="007B2329" w:rsidRDefault="007B2329" w:rsidP="007B2329">
      <w:r>
        <w:t>579.1075</w:t>
      </w:r>
      <w:r>
        <w:tab/>
        <w:t>2.025e0</w:t>
      </w:r>
    </w:p>
    <w:p w:rsidR="007B2329" w:rsidRDefault="007B2329" w:rsidP="007B2329">
      <w:r>
        <w:t>579.1174</w:t>
      </w:r>
      <w:r>
        <w:tab/>
        <w:t>2.025e0</w:t>
      </w:r>
    </w:p>
    <w:p w:rsidR="007B2329" w:rsidRDefault="007B2329" w:rsidP="007B2329">
      <w:r>
        <w:t>579.1523</w:t>
      </w:r>
      <w:r>
        <w:tab/>
        <w:t>4.063e0</w:t>
      </w:r>
    </w:p>
    <w:p w:rsidR="007B2329" w:rsidRDefault="007B2329" w:rsidP="007B2329">
      <w:r>
        <w:t>579.1596</w:t>
      </w:r>
      <w:r>
        <w:tab/>
        <w:t>2.051e0</w:t>
      </w:r>
    </w:p>
    <w:p w:rsidR="007B2329" w:rsidRDefault="007B2329" w:rsidP="007B2329">
      <w:r>
        <w:t>579.1617</w:t>
      </w:r>
      <w:r>
        <w:tab/>
        <w:t>2.025e0</w:t>
      </w:r>
    </w:p>
    <w:p w:rsidR="007B2329" w:rsidRDefault="007B2329" w:rsidP="007B2329">
      <w:r>
        <w:t>579.1909</w:t>
      </w:r>
      <w:r>
        <w:tab/>
        <w:t>1.919e0</w:t>
      </w:r>
    </w:p>
    <w:p w:rsidR="007B2329" w:rsidRDefault="007B2329" w:rsidP="007B2329">
      <w:r>
        <w:t>579.2071</w:t>
      </w:r>
      <w:r>
        <w:tab/>
        <w:t>1.445e-1</w:t>
      </w:r>
    </w:p>
    <w:p w:rsidR="007B2329" w:rsidRDefault="007B2329" w:rsidP="007B2329">
      <w:r>
        <w:t>579.2314</w:t>
      </w:r>
      <w:r>
        <w:tab/>
        <w:t>1.013e0</w:t>
      </w:r>
    </w:p>
    <w:p w:rsidR="007B2329" w:rsidRDefault="007B2329" w:rsidP="007B2329">
      <w:r>
        <w:t>579.2534</w:t>
      </w:r>
      <w:r>
        <w:tab/>
        <w:t>3.414e0</w:t>
      </w:r>
    </w:p>
    <w:p w:rsidR="007B2329" w:rsidRDefault="007B2329" w:rsidP="007B2329">
      <w:r>
        <w:t>579.2656</w:t>
      </w:r>
      <w:r>
        <w:tab/>
        <w:t>3.108e0</w:t>
      </w:r>
    </w:p>
    <w:p w:rsidR="007B2329" w:rsidRDefault="007B2329" w:rsidP="007B2329">
      <w:r>
        <w:t>579.2720</w:t>
      </w:r>
      <w:r>
        <w:tab/>
        <w:t>1.234e0</w:t>
      </w:r>
    </w:p>
    <w:p w:rsidR="007B2329" w:rsidRDefault="007B2329" w:rsidP="007B2329">
      <w:r>
        <w:t>579.2755</w:t>
      </w:r>
      <w:r>
        <w:tab/>
        <w:t>3.718e0</w:t>
      </w:r>
    </w:p>
    <w:p w:rsidR="007B2329" w:rsidRDefault="007B2329" w:rsidP="007B2329">
      <w:r>
        <w:lastRenderedPageBreak/>
        <w:t>579.2797</w:t>
      </w:r>
      <w:r>
        <w:tab/>
        <w:t>3.300e0</w:t>
      </w:r>
    </w:p>
    <w:p w:rsidR="007B2329" w:rsidRDefault="007B2329" w:rsidP="007B2329">
      <w:r>
        <w:t>579.3309</w:t>
      </w:r>
      <w:r>
        <w:tab/>
        <w:t>1.013e0</w:t>
      </w:r>
    </w:p>
    <w:p w:rsidR="007B2329" w:rsidRDefault="007B2329" w:rsidP="007B2329">
      <w:r>
        <w:t>579.3410</w:t>
      </w:r>
      <w:r>
        <w:tab/>
        <w:t>1.448e0</w:t>
      </w:r>
    </w:p>
    <w:p w:rsidR="007B2329" w:rsidRDefault="007B2329" w:rsidP="007B2329">
      <w:r>
        <w:t>579.3486</w:t>
      </w:r>
      <w:r>
        <w:tab/>
        <w:t>4.560e0</w:t>
      </w:r>
    </w:p>
    <w:p w:rsidR="007B2329" w:rsidRDefault="007B2329" w:rsidP="007B2329">
      <w:r>
        <w:t>579.3654</w:t>
      </w:r>
      <w:r>
        <w:tab/>
        <w:t>2.026e0</w:t>
      </w:r>
    </w:p>
    <w:p w:rsidR="007B2329" w:rsidRDefault="007B2329" w:rsidP="007B2329">
      <w:r>
        <w:t>579.3751</w:t>
      </w:r>
      <w:r>
        <w:tab/>
        <w:t>6.844e0</w:t>
      </w:r>
    </w:p>
    <w:p w:rsidR="007B2329" w:rsidRDefault="007B2329" w:rsidP="007B2329">
      <w:r>
        <w:t>579.4018</w:t>
      </w:r>
      <w:r>
        <w:tab/>
        <w:t>1.648e0</w:t>
      </w:r>
    </w:p>
    <w:p w:rsidR="007B2329" w:rsidRDefault="007B2329" w:rsidP="007B2329">
      <w:r>
        <w:t>579.4312</w:t>
      </w:r>
      <w:r>
        <w:tab/>
        <w:t>3.038e0</w:t>
      </w:r>
    </w:p>
    <w:p w:rsidR="007B2329" w:rsidRDefault="007B2329" w:rsidP="007B2329">
      <w:r>
        <w:t>579.4405</w:t>
      </w:r>
      <w:r>
        <w:tab/>
        <w:t>1.013e0</w:t>
      </w:r>
    </w:p>
    <w:p w:rsidR="007B2329" w:rsidRDefault="007B2329" w:rsidP="007B2329">
      <w:r>
        <w:t>579.4527</w:t>
      </w:r>
      <w:r>
        <w:tab/>
        <w:t>2.964e0</w:t>
      </w:r>
    </w:p>
    <w:p w:rsidR="007B2329" w:rsidRDefault="007B2329" w:rsidP="007B2329">
      <w:r>
        <w:t>579.4604</w:t>
      </w:r>
      <w:r>
        <w:tab/>
        <w:t>1.013e0</w:t>
      </w:r>
    </w:p>
    <w:p w:rsidR="007B2329" w:rsidRDefault="007B2329" w:rsidP="007B2329">
      <w:r>
        <w:t>579.4685</w:t>
      </w:r>
      <w:r>
        <w:tab/>
        <w:t>3.038e0</w:t>
      </w:r>
    </w:p>
    <w:p w:rsidR="007B2329" w:rsidRDefault="007B2329" w:rsidP="007B2329">
      <w:r>
        <w:t>579.4731</w:t>
      </w:r>
      <w:r>
        <w:tab/>
        <w:t>2.025e0</w:t>
      </w:r>
    </w:p>
    <w:p w:rsidR="007B2329" w:rsidRDefault="007B2329" w:rsidP="007B2329">
      <w:r>
        <w:t>579.4897</w:t>
      </w:r>
      <w:r>
        <w:tab/>
        <w:t>1.013e0</w:t>
      </w:r>
    </w:p>
    <w:p w:rsidR="007B2329" w:rsidRDefault="007B2329" w:rsidP="007B2329">
      <w:r>
        <w:t>579.5004</w:t>
      </w:r>
      <w:r>
        <w:tab/>
        <w:t>2.025e0</w:t>
      </w:r>
    </w:p>
    <w:p w:rsidR="007B2329" w:rsidRDefault="007B2329" w:rsidP="007B2329">
      <w:r>
        <w:t>579.5077</w:t>
      </w:r>
      <w:r>
        <w:tab/>
        <w:t>1.013e0</w:t>
      </w:r>
    </w:p>
    <w:p w:rsidR="007B2329" w:rsidRDefault="007B2329" w:rsidP="007B2329">
      <w:r>
        <w:t>579.5201</w:t>
      </w:r>
      <w:r>
        <w:tab/>
        <w:t>1.013e0</w:t>
      </w:r>
    </w:p>
    <w:p w:rsidR="007B2329" w:rsidRDefault="007B2329" w:rsidP="007B2329">
      <w:r>
        <w:t>579.5363</w:t>
      </w:r>
      <w:r>
        <w:tab/>
        <w:t>3.038e0</w:t>
      </w:r>
    </w:p>
    <w:p w:rsidR="007B2329" w:rsidRDefault="007B2329" w:rsidP="007B2329">
      <w:r>
        <w:t>579.5791</w:t>
      </w:r>
      <w:r>
        <w:tab/>
        <w:t>2.025e0</w:t>
      </w:r>
    </w:p>
    <w:p w:rsidR="007B2329" w:rsidRDefault="007B2329" w:rsidP="007B2329">
      <w:r>
        <w:lastRenderedPageBreak/>
        <w:t>579.5898</w:t>
      </w:r>
      <w:r>
        <w:tab/>
        <w:t>2.025e0</w:t>
      </w:r>
    </w:p>
    <w:p w:rsidR="007B2329" w:rsidRDefault="007B2329" w:rsidP="007B2329">
      <w:r>
        <w:t>579.5919</w:t>
      </w:r>
      <w:r>
        <w:tab/>
        <w:t>3.140e0</w:t>
      </w:r>
    </w:p>
    <w:p w:rsidR="007B2329" w:rsidRDefault="007B2329" w:rsidP="007B2329">
      <w:r>
        <w:t>579.5972</w:t>
      </w:r>
      <w:r>
        <w:tab/>
        <w:t>1.013e0</w:t>
      </w:r>
    </w:p>
    <w:p w:rsidR="007B2329" w:rsidRDefault="007B2329" w:rsidP="007B2329">
      <w:r>
        <w:t>579.5996</w:t>
      </w:r>
      <w:r>
        <w:tab/>
        <w:t>1.013e0</w:t>
      </w:r>
    </w:p>
    <w:p w:rsidR="007B2329" w:rsidRDefault="007B2329" w:rsidP="007B2329">
      <w:r>
        <w:t>579.6340</w:t>
      </w:r>
      <w:r>
        <w:tab/>
        <w:t>2.025e0</w:t>
      </w:r>
    </w:p>
    <w:p w:rsidR="007B2329" w:rsidRDefault="007B2329" w:rsidP="007B2329">
      <w:r>
        <w:t>579.6587</w:t>
      </w:r>
      <w:r>
        <w:tab/>
        <w:t>2.025e0</w:t>
      </w:r>
    </w:p>
    <w:p w:rsidR="007B2329" w:rsidRDefault="007B2329" w:rsidP="007B2329">
      <w:r>
        <w:t>579.6693</w:t>
      </w:r>
      <w:r>
        <w:tab/>
        <w:t>3.038e0</w:t>
      </w:r>
    </w:p>
    <w:p w:rsidR="007B2329" w:rsidRDefault="007B2329" w:rsidP="007B2329">
      <w:r>
        <w:t>579.6715</w:t>
      </w:r>
      <w:r>
        <w:tab/>
        <w:t>2.025e0</w:t>
      </w:r>
    </w:p>
    <w:p w:rsidR="007B2329" w:rsidRDefault="007B2329" w:rsidP="007B2329">
      <w:r>
        <w:t>579.6868</w:t>
      </w:r>
      <w:r>
        <w:tab/>
        <w:t>1.013e0</w:t>
      </w:r>
    </w:p>
    <w:p w:rsidR="007B2329" w:rsidRDefault="007B2329" w:rsidP="007B2329">
      <w:r>
        <w:t>579.6971</w:t>
      </w:r>
      <w:r>
        <w:tab/>
        <w:t>5.169e0</w:t>
      </w:r>
    </w:p>
    <w:p w:rsidR="007B2329" w:rsidRDefault="007B2329" w:rsidP="007B2329">
      <w:r>
        <w:t>579.7142</w:t>
      </w:r>
      <w:r>
        <w:tab/>
        <w:t>2.025e0</w:t>
      </w:r>
    </w:p>
    <w:p w:rsidR="007B2329" w:rsidRDefault="007B2329" w:rsidP="007B2329">
      <w:r>
        <w:t>579.7152</w:t>
      </w:r>
      <w:r>
        <w:tab/>
        <w:t>3.038e0</w:t>
      </w:r>
    </w:p>
    <w:p w:rsidR="007B2329" w:rsidRDefault="007B2329" w:rsidP="007B2329">
      <w:r>
        <w:t>579.7718</w:t>
      </w:r>
      <w:r>
        <w:tab/>
        <w:t>2.025e0</w:t>
      </w:r>
    </w:p>
    <w:p w:rsidR="007B2329" w:rsidRDefault="007B2329" w:rsidP="007B2329">
      <w:r>
        <w:t>579.7775</w:t>
      </w:r>
      <w:r>
        <w:tab/>
        <w:t>2.025e0</w:t>
      </w:r>
    </w:p>
    <w:p w:rsidR="007B2329" w:rsidRDefault="007B2329" w:rsidP="007B2329">
      <w:r>
        <w:t>579.7864</w:t>
      </w:r>
      <w:r>
        <w:tab/>
        <w:t>3.038e0</w:t>
      </w:r>
    </w:p>
    <w:p w:rsidR="007B2329" w:rsidRDefault="007B2329" w:rsidP="007B2329">
      <w:r>
        <w:t>579.7893</w:t>
      </w:r>
      <w:r>
        <w:tab/>
        <w:t>2.025e0</w:t>
      </w:r>
    </w:p>
    <w:p w:rsidR="007B2329" w:rsidRDefault="007B2329" w:rsidP="007B2329">
      <w:r>
        <w:t>579.8040</w:t>
      </w:r>
      <w:r>
        <w:tab/>
        <w:t>2.025e0</w:t>
      </w:r>
    </w:p>
    <w:p w:rsidR="007B2329" w:rsidRDefault="007B2329" w:rsidP="007B2329">
      <w:r>
        <w:t>579.8190</w:t>
      </w:r>
      <w:r>
        <w:tab/>
        <w:t>1.013e0</w:t>
      </w:r>
    </w:p>
    <w:p w:rsidR="007B2329" w:rsidRDefault="007B2329" w:rsidP="007B2329">
      <w:r>
        <w:t>579.8552</w:t>
      </w:r>
      <w:r>
        <w:tab/>
        <w:t>2.025e0</w:t>
      </w:r>
    </w:p>
    <w:p w:rsidR="007B2329" w:rsidRDefault="007B2329" w:rsidP="007B2329">
      <w:r>
        <w:lastRenderedPageBreak/>
        <w:t>579.8850</w:t>
      </w:r>
      <w:r>
        <w:tab/>
        <w:t>5.063e0</w:t>
      </w:r>
    </w:p>
    <w:p w:rsidR="007B2329" w:rsidRDefault="007B2329" w:rsidP="007B2329">
      <w:r>
        <w:t>579.8884</w:t>
      </w:r>
      <w:r>
        <w:tab/>
        <w:t>2.025e0</w:t>
      </w:r>
    </w:p>
    <w:p w:rsidR="007B2329" w:rsidRDefault="007B2329" w:rsidP="007B2329">
      <w:r>
        <w:t>579.9244</w:t>
      </w:r>
      <w:r>
        <w:tab/>
        <w:t>3.038e0</w:t>
      </w:r>
    </w:p>
    <w:p w:rsidR="007B2329" w:rsidRDefault="007B2329" w:rsidP="007B2329">
      <w:r>
        <w:t>579.9372</w:t>
      </w:r>
      <w:r>
        <w:tab/>
        <w:t>2.025e0</w:t>
      </w:r>
    </w:p>
    <w:p w:rsidR="007B2329" w:rsidRDefault="007B2329" w:rsidP="007B2329">
      <w:r>
        <w:t>580.0081</w:t>
      </w:r>
      <w:r>
        <w:tab/>
        <w:t>1.013e0</w:t>
      </w:r>
    </w:p>
    <w:p w:rsidR="007B2329" w:rsidRDefault="007B2329" w:rsidP="007B2329">
      <w:r>
        <w:t>580.0106</w:t>
      </w:r>
      <w:r>
        <w:tab/>
        <w:t>1.013e0</w:t>
      </w:r>
    </w:p>
    <w:p w:rsidR="007B2329" w:rsidRDefault="007B2329" w:rsidP="007B2329">
      <w:r>
        <w:t>580.0276</w:t>
      </w:r>
      <w:r>
        <w:tab/>
        <w:t>3.038e0</w:t>
      </w:r>
    </w:p>
    <w:p w:rsidR="007B2329" w:rsidRDefault="007B2329" w:rsidP="007B2329">
      <w:r>
        <w:t>580.0667</w:t>
      </w:r>
      <w:r>
        <w:tab/>
        <w:t>2.025e0</w:t>
      </w:r>
    </w:p>
    <w:p w:rsidR="007B2329" w:rsidRDefault="007B2329" w:rsidP="007B2329">
      <w:r>
        <w:t>580.0872</w:t>
      </w:r>
      <w:r>
        <w:tab/>
        <w:t>4.051e0</w:t>
      </w:r>
    </w:p>
    <w:p w:rsidR="007B2329" w:rsidRDefault="007B2329" w:rsidP="007B2329">
      <w:r>
        <w:t>580.1049</w:t>
      </w:r>
      <w:r>
        <w:tab/>
        <w:t>2.532e-2</w:t>
      </w:r>
    </w:p>
    <w:p w:rsidR="007B2329" w:rsidRDefault="007B2329" w:rsidP="007B2329">
      <w:r>
        <w:t>580.1078</w:t>
      </w:r>
      <w:r>
        <w:tab/>
        <w:t>1.013e0</w:t>
      </w:r>
    </w:p>
    <w:p w:rsidR="007B2329" w:rsidRDefault="007B2329" w:rsidP="007B2329">
      <w:r>
        <w:t>580.1249</w:t>
      </w:r>
      <w:r>
        <w:tab/>
        <w:t>3.847e0</w:t>
      </w:r>
    </w:p>
    <w:p w:rsidR="007B2329" w:rsidRDefault="007B2329" w:rsidP="007B2329">
      <w:r>
        <w:t>580.1416</w:t>
      </w:r>
      <w:r>
        <w:tab/>
        <w:t>3.038e0</w:t>
      </w:r>
    </w:p>
    <w:p w:rsidR="007B2329" w:rsidRDefault="007B2329" w:rsidP="007B2329">
      <w:r>
        <w:t>580.1475</w:t>
      </w:r>
      <w:r>
        <w:tab/>
        <w:t>1.013e0</w:t>
      </w:r>
    </w:p>
    <w:p w:rsidR="007B2329" w:rsidRDefault="007B2329" w:rsidP="007B2329">
      <w:r>
        <w:t>580.1524</w:t>
      </w:r>
      <w:r>
        <w:tab/>
        <w:t>2.025e0</w:t>
      </w:r>
    </w:p>
    <w:p w:rsidR="007B2329" w:rsidRDefault="007B2329" w:rsidP="007B2329">
      <w:r>
        <w:t>580.1741</w:t>
      </w:r>
      <w:r>
        <w:tab/>
        <w:t>4.051e0</w:t>
      </w:r>
    </w:p>
    <w:p w:rsidR="007B2329" w:rsidRDefault="007B2329" w:rsidP="007B2329">
      <w:r>
        <w:t>580.1777</w:t>
      </w:r>
      <w:r>
        <w:tab/>
        <w:t>2.517e0</w:t>
      </w:r>
    </w:p>
    <w:p w:rsidR="007B2329" w:rsidRDefault="007B2329" w:rsidP="007B2329">
      <w:r>
        <w:t>580.2261</w:t>
      </w:r>
      <w:r>
        <w:tab/>
        <w:t>3.297e0</w:t>
      </w:r>
    </w:p>
    <w:p w:rsidR="007B2329" w:rsidRDefault="007B2329" w:rsidP="007B2329">
      <w:r>
        <w:t>580.2484</w:t>
      </w:r>
      <w:r>
        <w:tab/>
        <w:t>7.921e0</w:t>
      </w:r>
    </w:p>
    <w:p w:rsidR="007B2329" w:rsidRDefault="007B2329" w:rsidP="007B2329">
      <w:r>
        <w:lastRenderedPageBreak/>
        <w:t>580.2640</w:t>
      </w:r>
      <w:r>
        <w:tab/>
        <w:t>3.879e0</w:t>
      </w:r>
    </w:p>
    <w:p w:rsidR="007B2329" w:rsidRDefault="007B2329" w:rsidP="007B2329">
      <w:r>
        <w:t>580.2734</w:t>
      </w:r>
      <w:r>
        <w:tab/>
        <w:t>6.804e0</w:t>
      </w:r>
    </w:p>
    <w:p w:rsidR="007B2329" w:rsidRDefault="007B2329" w:rsidP="007B2329">
      <w:r>
        <w:t>580.2953</w:t>
      </w:r>
      <w:r>
        <w:tab/>
        <w:t>1.013e0</w:t>
      </w:r>
    </w:p>
    <w:p w:rsidR="007B2329" w:rsidRDefault="007B2329" w:rsidP="007B2329">
      <w:r>
        <w:t>580.3208</w:t>
      </w:r>
      <w:r>
        <w:tab/>
        <w:t>1.247e1</w:t>
      </w:r>
    </w:p>
    <w:p w:rsidR="007B2329" w:rsidRDefault="007B2329" w:rsidP="007B2329">
      <w:r>
        <w:t>580.3237</w:t>
      </w:r>
      <w:r>
        <w:tab/>
        <w:t>7.681e0</w:t>
      </w:r>
    </w:p>
    <w:p w:rsidR="007B2329" w:rsidRDefault="007B2329" w:rsidP="007B2329">
      <w:r>
        <w:t>580.3376</w:t>
      </w:r>
      <w:r>
        <w:tab/>
        <w:t>2.186e1</w:t>
      </w:r>
    </w:p>
    <w:p w:rsidR="007B2329" w:rsidRDefault="007B2329" w:rsidP="007B2329">
      <w:r>
        <w:t>580.3419</w:t>
      </w:r>
      <w:r>
        <w:tab/>
        <w:t>2.513e1</w:t>
      </w:r>
    </w:p>
    <w:p w:rsidR="007B2329" w:rsidRDefault="007B2329" w:rsidP="007B2329">
      <w:r>
        <w:t>580.3497</w:t>
      </w:r>
      <w:r>
        <w:tab/>
        <w:t>2.785e1</w:t>
      </w:r>
    </w:p>
    <w:p w:rsidR="007B2329" w:rsidRDefault="007B2329" w:rsidP="007B2329">
      <w:r>
        <w:t>580.3533</w:t>
      </w:r>
      <w:r>
        <w:tab/>
        <w:t>9.181e0</w:t>
      </w:r>
    </w:p>
    <w:p w:rsidR="007B2329" w:rsidRDefault="007B2329" w:rsidP="007B2329">
      <w:r>
        <w:t>580.3543</w:t>
      </w:r>
      <w:r>
        <w:tab/>
        <w:t>6.304e0</w:t>
      </w:r>
    </w:p>
    <w:p w:rsidR="007B2329" w:rsidRDefault="007B2329" w:rsidP="007B2329">
      <w:r>
        <w:t>580.3826</w:t>
      </w:r>
      <w:r>
        <w:tab/>
        <w:t>4.277e0</w:t>
      </w:r>
    </w:p>
    <w:p w:rsidR="007B2329" w:rsidRDefault="007B2329" w:rsidP="007B2329">
      <w:r>
        <w:t>580.4268</w:t>
      </w:r>
      <w:r>
        <w:tab/>
        <w:t>1.013e0</w:t>
      </w:r>
    </w:p>
    <w:p w:rsidR="007B2329" w:rsidRDefault="007B2329" w:rsidP="007B2329">
      <w:r>
        <w:t>580.4418</w:t>
      </w:r>
      <w:r>
        <w:tab/>
        <w:t>1.762e0</w:t>
      </w:r>
    </w:p>
    <w:p w:rsidR="007B2329" w:rsidRDefault="007B2329" w:rsidP="007B2329">
      <w:r>
        <w:t>580.4464</w:t>
      </w:r>
      <w:r>
        <w:tab/>
        <w:t>1.013e0</w:t>
      </w:r>
    </w:p>
    <w:p w:rsidR="007B2329" w:rsidRDefault="007B2329" w:rsidP="007B2329">
      <w:r>
        <w:t>580.4536</w:t>
      </w:r>
      <w:r>
        <w:tab/>
        <w:t>7.089e0</w:t>
      </w:r>
    </w:p>
    <w:p w:rsidR="007B2329" w:rsidRDefault="007B2329" w:rsidP="007B2329">
      <w:r>
        <w:t>580.4573</w:t>
      </w:r>
      <w:r>
        <w:tab/>
        <w:t>2.025e0</w:t>
      </w:r>
    </w:p>
    <w:p w:rsidR="007B2329" w:rsidRDefault="007B2329" w:rsidP="007B2329">
      <w:r>
        <w:t>580.4746</w:t>
      </w:r>
      <w:r>
        <w:tab/>
        <w:t>3.038e0</w:t>
      </w:r>
    </w:p>
    <w:p w:rsidR="007B2329" w:rsidRDefault="007B2329" w:rsidP="007B2329">
      <w:r>
        <w:t>580.4866</w:t>
      </w:r>
      <w:r>
        <w:tab/>
        <w:t>3.038e0</w:t>
      </w:r>
    </w:p>
    <w:p w:rsidR="007B2329" w:rsidRDefault="007B2329" w:rsidP="007B2329">
      <w:r>
        <w:t>580.5064</w:t>
      </w:r>
      <w:r>
        <w:tab/>
        <w:t>2.025e0</w:t>
      </w:r>
    </w:p>
    <w:p w:rsidR="007B2329" w:rsidRDefault="007B2329" w:rsidP="007B2329">
      <w:r>
        <w:lastRenderedPageBreak/>
        <w:t>580.5166</w:t>
      </w:r>
      <w:r>
        <w:tab/>
        <w:t>8.101e0</w:t>
      </w:r>
    </w:p>
    <w:p w:rsidR="007B2329" w:rsidRDefault="007B2329" w:rsidP="007B2329">
      <w:r>
        <w:t>580.6006</w:t>
      </w:r>
      <w:r>
        <w:tab/>
        <w:t>2.025e0</w:t>
      </w:r>
    </w:p>
    <w:p w:rsidR="007B2329" w:rsidRDefault="007B2329" w:rsidP="007B2329">
      <w:r>
        <w:t>580.6058</w:t>
      </w:r>
      <w:r>
        <w:tab/>
        <w:t>2.025e0</w:t>
      </w:r>
    </w:p>
    <w:p w:rsidR="007B2329" w:rsidRDefault="007B2329" w:rsidP="007B2329">
      <w:r>
        <w:t>580.6078</w:t>
      </w:r>
      <w:r>
        <w:tab/>
        <w:t>6.232e0</w:t>
      </w:r>
    </w:p>
    <w:p w:rsidR="007B2329" w:rsidRDefault="007B2329" w:rsidP="007B2329">
      <w:r>
        <w:t>580.6115</w:t>
      </w:r>
      <w:r>
        <w:tab/>
        <w:t>2.025e0</w:t>
      </w:r>
    </w:p>
    <w:p w:rsidR="007B2329" w:rsidRDefault="007B2329" w:rsidP="007B2329">
      <w:r>
        <w:t>580.6191</w:t>
      </w:r>
      <w:r>
        <w:tab/>
        <w:t>1.013e0</w:t>
      </w:r>
    </w:p>
    <w:p w:rsidR="007B2329" w:rsidRDefault="007B2329" w:rsidP="007B2329">
      <w:r>
        <w:t>580.6459</w:t>
      </w:r>
      <w:r>
        <w:tab/>
        <w:t>2.025e0</w:t>
      </w:r>
    </w:p>
    <w:p w:rsidR="007B2329" w:rsidRDefault="007B2329" w:rsidP="007B2329">
      <w:r>
        <w:t>580.6487</w:t>
      </w:r>
      <w:r>
        <w:tab/>
        <w:t>2.025e0</w:t>
      </w:r>
    </w:p>
    <w:p w:rsidR="007B2329" w:rsidRDefault="007B2329" w:rsidP="007B2329">
      <w:r>
        <w:t>580.6758</w:t>
      </w:r>
      <w:r>
        <w:tab/>
        <w:t>2.025e0</w:t>
      </w:r>
    </w:p>
    <w:p w:rsidR="007B2329" w:rsidRDefault="007B2329" w:rsidP="007B2329">
      <w:r>
        <w:t>580.6982</w:t>
      </w:r>
      <w:r>
        <w:tab/>
        <w:t>2.025e0</w:t>
      </w:r>
    </w:p>
    <w:p w:rsidR="007B2329" w:rsidRDefault="007B2329" w:rsidP="007B2329">
      <w:r>
        <w:t>580.7059</w:t>
      </w:r>
      <w:r>
        <w:tab/>
        <w:t>2.025e0</w:t>
      </w:r>
    </w:p>
    <w:p w:rsidR="007B2329" w:rsidRDefault="007B2329" w:rsidP="007B2329">
      <w:r>
        <w:t>580.7260</w:t>
      </w:r>
      <w:r>
        <w:tab/>
        <w:t>2.025e0</w:t>
      </w:r>
    </w:p>
    <w:p w:rsidR="007B2329" w:rsidRDefault="007B2329" w:rsidP="007B2329">
      <w:r>
        <w:t>580.7270</w:t>
      </w:r>
      <w:r>
        <w:tab/>
        <w:t>1.013e0</w:t>
      </w:r>
    </w:p>
    <w:p w:rsidR="007B2329" w:rsidRDefault="007B2329" w:rsidP="007B2329">
      <w:r>
        <w:t>580.7558</w:t>
      </w:r>
      <w:r>
        <w:tab/>
        <w:t>1.013e0</w:t>
      </w:r>
    </w:p>
    <w:p w:rsidR="007B2329" w:rsidRDefault="007B2329" w:rsidP="007B2329">
      <w:r>
        <w:t>580.7609</w:t>
      </w:r>
      <w:r>
        <w:tab/>
        <w:t>6.076e0</w:t>
      </w:r>
    </w:p>
    <w:p w:rsidR="007B2329" w:rsidRDefault="007B2329" w:rsidP="007B2329">
      <w:r>
        <w:t>580.7855</w:t>
      </w:r>
      <w:r>
        <w:tab/>
        <w:t>1.013e0</w:t>
      </w:r>
    </w:p>
    <w:p w:rsidR="007B2329" w:rsidRDefault="007B2329" w:rsidP="007B2329">
      <w:r>
        <w:t>580.7878</w:t>
      </w:r>
      <w:r>
        <w:tab/>
        <w:t>2.025e0</w:t>
      </w:r>
    </w:p>
    <w:p w:rsidR="007B2329" w:rsidRDefault="007B2329" w:rsidP="007B2329">
      <w:r>
        <w:t>580.8346</w:t>
      </w:r>
      <w:r>
        <w:tab/>
        <w:t>3.051e0</w:t>
      </w:r>
    </w:p>
    <w:p w:rsidR="007B2329" w:rsidRDefault="007B2329" w:rsidP="007B2329">
      <w:r>
        <w:t>580.8365</w:t>
      </w:r>
      <w:r>
        <w:tab/>
        <w:t>2.025e0</w:t>
      </w:r>
    </w:p>
    <w:p w:rsidR="007B2329" w:rsidRDefault="007B2329" w:rsidP="007B2329">
      <w:r>
        <w:lastRenderedPageBreak/>
        <w:t>580.8454</w:t>
      </w:r>
      <w:r>
        <w:tab/>
        <w:t>1.013e0</w:t>
      </w:r>
    </w:p>
    <w:p w:rsidR="007B2329" w:rsidRDefault="007B2329" w:rsidP="007B2329">
      <w:r>
        <w:t>580.8689</w:t>
      </w:r>
      <w:r>
        <w:tab/>
        <w:t>2.025e0</w:t>
      </w:r>
    </w:p>
    <w:p w:rsidR="007B2329" w:rsidRDefault="007B2329" w:rsidP="007B2329">
      <w:r>
        <w:t>580.8702</w:t>
      </w:r>
      <w:r>
        <w:tab/>
        <w:t>2.025e0</w:t>
      </w:r>
    </w:p>
    <w:p w:rsidR="007B2329" w:rsidRDefault="007B2329" w:rsidP="007B2329">
      <w:r>
        <w:t>580.8785</w:t>
      </w:r>
      <w:r>
        <w:tab/>
        <w:t>2.025e0</w:t>
      </w:r>
    </w:p>
    <w:p w:rsidR="007B2329" w:rsidRDefault="007B2329" w:rsidP="007B2329">
      <w:r>
        <w:t>580.9043</w:t>
      </w:r>
      <w:r>
        <w:tab/>
        <w:t>1.013e0</w:t>
      </w:r>
    </w:p>
    <w:p w:rsidR="007B2329" w:rsidRDefault="007B2329" w:rsidP="007B2329">
      <w:r>
        <w:t>580.9060</w:t>
      </w:r>
      <w:r>
        <w:tab/>
        <w:t>1.013e0</w:t>
      </w:r>
    </w:p>
    <w:p w:rsidR="007B2329" w:rsidRDefault="007B2329" w:rsidP="007B2329">
      <w:r>
        <w:t>580.9206</w:t>
      </w:r>
      <w:r>
        <w:tab/>
        <w:t>4.051e0</w:t>
      </w:r>
    </w:p>
    <w:p w:rsidR="007B2329" w:rsidRDefault="007B2329" w:rsidP="007B2329">
      <w:r>
        <w:t>580.9249</w:t>
      </w:r>
      <w:r>
        <w:tab/>
        <w:t>2.025e0</w:t>
      </w:r>
    </w:p>
    <w:p w:rsidR="007B2329" w:rsidRDefault="007B2329" w:rsidP="007B2329">
      <w:r>
        <w:t>580.9352</w:t>
      </w:r>
      <w:r>
        <w:tab/>
        <w:t>1.013e0</w:t>
      </w:r>
    </w:p>
    <w:p w:rsidR="007B2329" w:rsidRDefault="007B2329" w:rsidP="007B2329">
      <w:r>
        <w:t>580.9450</w:t>
      </w:r>
      <w:r>
        <w:tab/>
        <w:t>1.013e0</w:t>
      </w:r>
    </w:p>
    <w:p w:rsidR="007B2329" w:rsidRDefault="007B2329" w:rsidP="007B2329">
      <w:r>
        <w:t>580.9550</w:t>
      </w:r>
      <w:r>
        <w:tab/>
        <w:t>2.025e0</w:t>
      </w:r>
    </w:p>
    <w:p w:rsidR="007B2329" w:rsidRDefault="007B2329" w:rsidP="007B2329">
      <w:r>
        <w:t>580.9653</w:t>
      </w:r>
      <w:r>
        <w:tab/>
        <w:t>1.013e0</w:t>
      </w:r>
    </w:p>
    <w:p w:rsidR="007B2329" w:rsidRDefault="007B2329" w:rsidP="007B2329">
      <w:r>
        <w:t>580.9763</w:t>
      </w:r>
      <w:r>
        <w:tab/>
        <w:t>2.025e0</w:t>
      </w:r>
    </w:p>
    <w:p w:rsidR="007B2329" w:rsidRDefault="007B2329" w:rsidP="007B2329">
      <w:r>
        <w:t>580.9789</w:t>
      </w:r>
      <w:r>
        <w:tab/>
        <w:t>4.051e0</w:t>
      </w:r>
    </w:p>
    <w:p w:rsidR="007B2329" w:rsidRDefault="007B2329" w:rsidP="007B2329">
      <w:r>
        <w:t>581.0039</w:t>
      </w:r>
      <w:r>
        <w:tab/>
        <w:t>2.025e0</w:t>
      </w:r>
    </w:p>
    <w:p w:rsidR="007B2329" w:rsidRDefault="007B2329" w:rsidP="007B2329">
      <w:r>
        <w:t>581.0669</w:t>
      </w:r>
      <w:r>
        <w:tab/>
        <w:t>4.051e0</w:t>
      </w:r>
    </w:p>
    <w:p w:rsidR="007B2329" w:rsidRDefault="007B2329" w:rsidP="007B2329">
      <w:r>
        <w:t>581.0704</w:t>
      </w:r>
      <w:r>
        <w:tab/>
        <w:t>2.025e0</w:t>
      </w:r>
    </w:p>
    <w:p w:rsidR="007B2329" w:rsidRDefault="007B2329" w:rsidP="007B2329">
      <w:r>
        <w:t>581.0757</w:t>
      </w:r>
      <w:r>
        <w:tab/>
        <w:t>2.025e0</w:t>
      </w:r>
    </w:p>
    <w:p w:rsidR="007B2329" w:rsidRDefault="007B2329" w:rsidP="007B2329">
      <w:r>
        <w:t>581.0814</w:t>
      </w:r>
      <w:r>
        <w:tab/>
        <w:t>2.025e0</w:t>
      </w:r>
    </w:p>
    <w:p w:rsidR="007B2329" w:rsidRDefault="007B2329" w:rsidP="007B2329">
      <w:r>
        <w:lastRenderedPageBreak/>
        <w:t>581.0831</w:t>
      </w:r>
      <w:r>
        <w:tab/>
        <w:t>1.013e0</w:t>
      </w:r>
    </w:p>
    <w:p w:rsidR="007B2329" w:rsidRDefault="007B2329" w:rsidP="007B2329">
      <w:r>
        <w:t>581.1391</w:t>
      </w:r>
      <w:r>
        <w:tab/>
        <w:t>4.051e0</w:t>
      </w:r>
    </w:p>
    <w:p w:rsidR="007B2329" w:rsidRDefault="007B2329" w:rsidP="007B2329">
      <w:r>
        <w:t>581.1559</w:t>
      </w:r>
      <w:r>
        <w:tab/>
        <w:t>3.038e0</w:t>
      </w:r>
    </w:p>
    <w:p w:rsidR="007B2329" w:rsidRDefault="007B2329" w:rsidP="007B2329">
      <w:r>
        <w:t>581.1727</w:t>
      </w:r>
      <w:r>
        <w:tab/>
        <w:t>2.025e0</w:t>
      </w:r>
    </w:p>
    <w:p w:rsidR="007B2329" w:rsidRDefault="007B2329" w:rsidP="007B2329">
      <w:r>
        <w:t>581.1745</w:t>
      </w:r>
      <w:r>
        <w:tab/>
        <w:t>1.013e0</w:t>
      </w:r>
    </w:p>
    <w:p w:rsidR="007B2329" w:rsidRDefault="007B2329" w:rsidP="007B2329">
      <w:r>
        <w:t>581.1779</w:t>
      </w:r>
      <w:r>
        <w:tab/>
        <w:t>5.766e0</w:t>
      </w:r>
    </w:p>
    <w:p w:rsidR="007B2329" w:rsidRDefault="007B2329" w:rsidP="007B2329">
      <w:r>
        <w:t>581.1879</w:t>
      </w:r>
      <w:r>
        <w:tab/>
        <w:t>4.869e0</w:t>
      </w:r>
    </w:p>
    <w:p w:rsidR="007B2329" w:rsidRDefault="007B2329" w:rsidP="007B2329">
      <w:r>
        <w:t>581.2194</w:t>
      </w:r>
      <w:r>
        <w:tab/>
        <w:t>2.025e0</w:t>
      </w:r>
    </w:p>
    <w:p w:rsidR="007B2329" w:rsidRDefault="007B2329" w:rsidP="007B2329">
      <w:r>
        <w:t>581.2245</w:t>
      </w:r>
      <w:r>
        <w:tab/>
        <w:t>2.997e0</w:t>
      </w:r>
    </w:p>
    <w:p w:rsidR="007B2329" w:rsidRDefault="007B2329" w:rsidP="007B2329">
      <w:r>
        <w:t>581.2645</w:t>
      </w:r>
      <w:r>
        <w:tab/>
        <w:t>2.532e0</w:t>
      </w:r>
    </w:p>
    <w:p w:rsidR="007B2329" w:rsidRDefault="007B2329" w:rsidP="007B2329">
      <w:r>
        <w:t>581.3185</w:t>
      </w:r>
      <w:r>
        <w:tab/>
        <w:t>5.905e0</w:t>
      </w:r>
    </w:p>
    <w:p w:rsidR="007B2329" w:rsidRDefault="007B2329" w:rsidP="007B2329">
      <w:r>
        <w:t>581.3301</w:t>
      </w:r>
      <w:r>
        <w:tab/>
        <w:t>1.387e1</w:t>
      </w:r>
    </w:p>
    <w:p w:rsidR="007B2329" w:rsidRDefault="007B2329" w:rsidP="007B2329">
      <w:r>
        <w:t>581.3320</w:t>
      </w:r>
      <w:r>
        <w:tab/>
        <w:t>3.201e1</w:t>
      </w:r>
    </w:p>
    <w:p w:rsidR="007B2329" w:rsidRDefault="007B2329" w:rsidP="007B2329">
      <w:r>
        <w:t>581.3351</w:t>
      </w:r>
      <w:r>
        <w:tab/>
        <w:t>2.514e1</w:t>
      </w:r>
    </w:p>
    <w:p w:rsidR="007B2329" w:rsidRDefault="007B2329" w:rsidP="007B2329">
      <w:r>
        <w:t>581.3384</w:t>
      </w:r>
      <w:r>
        <w:tab/>
        <w:t>2.776e1</w:t>
      </w:r>
    </w:p>
    <w:p w:rsidR="007B2329" w:rsidRDefault="007B2329" w:rsidP="007B2329">
      <w:r>
        <w:t>581.3427</w:t>
      </w:r>
      <w:r>
        <w:tab/>
        <w:t>4.060e1</w:t>
      </w:r>
    </w:p>
    <w:p w:rsidR="007B2329" w:rsidRDefault="007B2329" w:rsidP="007B2329">
      <w:r>
        <w:t>581.3452</w:t>
      </w:r>
      <w:r>
        <w:tab/>
        <w:t>9.497e1</w:t>
      </w:r>
    </w:p>
    <w:p w:rsidR="007B2329" w:rsidRDefault="007B2329" w:rsidP="007B2329">
      <w:r>
        <w:t>581.4544</w:t>
      </w:r>
      <w:r>
        <w:tab/>
        <w:t>3.038e0</w:t>
      </w:r>
    </w:p>
    <w:p w:rsidR="007B2329" w:rsidRDefault="007B2329" w:rsidP="007B2329">
      <w:r>
        <w:t>581.4607</w:t>
      </w:r>
      <w:r>
        <w:tab/>
        <w:t>4.976e0</w:t>
      </w:r>
    </w:p>
    <w:p w:rsidR="007B2329" w:rsidRDefault="007B2329" w:rsidP="007B2329">
      <w:r>
        <w:lastRenderedPageBreak/>
        <w:t>581.4742</w:t>
      </w:r>
      <w:r>
        <w:tab/>
        <w:t>3.038e0</w:t>
      </w:r>
    </w:p>
    <w:p w:rsidR="007B2329" w:rsidRDefault="007B2329" w:rsidP="007B2329">
      <w:r>
        <w:t>581.4781</w:t>
      </w:r>
      <w:r>
        <w:tab/>
        <w:t>1.013e0</w:t>
      </w:r>
    </w:p>
    <w:p w:rsidR="007B2329" w:rsidRDefault="007B2329" w:rsidP="007B2329">
      <w:r>
        <w:t>581.4995</w:t>
      </w:r>
      <w:r>
        <w:tab/>
        <w:t>1.025e0</w:t>
      </w:r>
    </w:p>
    <w:p w:rsidR="007B2329" w:rsidRDefault="007B2329" w:rsidP="007B2329">
      <w:r>
        <w:t>581.5342</w:t>
      </w:r>
      <w:r>
        <w:tab/>
        <w:t>1.266e-2</w:t>
      </w:r>
    </w:p>
    <w:p w:rsidR="007B2329" w:rsidRDefault="007B2329" w:rsidP="007B2329">
      <w:r>
        <w:t>581.5440</w:t>
      </w:r>
      <w:r>
        <w:tab/>
        <w:t>1.013e0</w:t>
      </w:r>
    </w:p>
    <w:p w:rsidR="007B2329" w:rsidRDefault="007B2329" w:rsidP="007B2329">
      <w:r>
        <w:t>581.5755</w:t>
      </w:r>
      <w:r>
        <w:tab/>
        <w:t>2.025e0</w:t>
      </w:r>
    </w:p>
    <w:p w:rsidR="007B2329" w:rsidRDefault="007B2329" w:rsidP="007B2329">
      <w:r>
        <w:t>581.5836</w:t>
      </w:r>
      <w:r>
        <w:tab/>
        <w:t>5.063e0</w:t>
      </w:r>
    </w:p>
    <w:p w:rsidR="007B2329" w:rsidRDefault="007B2329" w:rsidP="007B2329">
      <w:r>
        <w:t>581.5938</w:t>
      </w:r>
      <w:r>
        <w:tab/>
        <w:t>1.013e0</w:t>
      </w:r>
    </w:p>
    <w:p w:rsidR="007B2329" w:rsidRDefault="007B2329" w:rsidP="007B2329">
      <w:r>
        <w:t>581.6055</w:t>
      </w:r>
      <w:r>
        <w:tab/>
        <w:t>2.025e0</w:t>
      </w:r>
    </w:p>
    <w:p w:rsidR="007B2329" w:rsidRDefault="007B2329" w:rsidP="007B2329">
      <w:r>
        <w:t>581.6113</w:t>
      </w:r>
      <w:r>
        <w:tab/>
        <w:t>2.025e0</w:t>
      </w:r>
    </w:p>
    <w:p w:rsidR="007B2329" w:rsidRDefault="007B2329" w:rsidP="007B2329">
      <w:r>
        <w:t>581.6204</w:t>
      </w:r>
      <w:r>
        <w:tab/>
        <w:t>1.077e0</w:t>
      </w:r>
    </w:p>
    <w:p w:rsidR="007B2329" w:rsidRDefault="007B2329" w:rsidP="007B2329">
      <w:r>
        <w:t>581.6917</w:t>
      </w:r>
      <w:r>
        <w:tab/>
        <w:t>1.013e0</w:t>
      </w:r>
    </w:p>
    <w:p w:rsidR="007B2329" w:rsidRDefault="007B2329" w:rsidP="007B2329">
      <w:r>
        <w:t>581.6938</w:t>
      </w:r>
      <w:r>
        <w:tab/>
        <w:t>2.025e0</w:t>
      </w:r>
    </w:p>
    <w:p w:rsidR="007B2329" w:rsidRDefault="007B2329" w:rsidP="007B2329">
      <w:r>
        <w:t>581.7019</w:t>
      </w:r>
      <w:r>
        <w:tab/>
        <w:t>2.025e0</w:t>
      </w:r>
    </w:p>
    <w:p w:rsidR="007B2329" w:rsidRDefault="007B2329" w:rsidP="007B2329">
      <w:r>
        <w:t>581.7042</w:t>
      </w:r>
      <w:r>
        <w:tab/>
        <w:t>2.025e0</w:t>
      </w:r>
    </w:p>
    <w:p w:rsidR="007B2329" w:rsidRDefault="007B2329" w:rsidP="007B2329">
      <w:r>
        <w:t>581.7281</w:t>
      </w:r>
      <w:r>
        <w:tab/>
        <w:t>2.025e0</w:t>
      </w:r>
    </w:p>
    <w:p w:rsidR="007B2329" w:rsidRDefault="007B2329" w:rsidP="007B2329">
      <w:r>
        <w:t>581.7556</w:t>
      </w:r>
      <w:r>
        <w:tab/>
        <w:t>3.038e0</w:t>
      </w:r>
    </w:p>
    <w:p w:rsidR="007B2329" w:rsidRDefault="007B2329" w:rsidP="007B2329">
      <w:r>
        <w:t>581.7650</w:t>
      </w:r>
      <w:r>
        <w:tab/>
        <w:t>1.013e0</w:t>
      </w:r>
    </w:p>
    <w:p w:rsidR="007B2329" w:rsidRDefault="007B2329" w:rsidP="007B2329">
      <w:r>
        <w:t>581.7812</w:t>
      </w:r>
      <w:r>
        <w:tab/>
        <w:t>1.013e0</w:t>
      </w:r>
    </w:p>
    <w:p w:rsidR="007B2329" w:rsidRDefault="007B2329" w:rsidP="007B2329">
      <w:r>
        <w:lastRenderedPageBreak/>
        <w:t>581.7836</w:t>
      </w:r>
      <w:r>
        <w:tab/>
        <w:t>6.076e0</w:t>
      </w:r>
    </w:p>
    <w:p w:rsidR="007B2329" w:rsidRDefault="007B2329" w:rsidP="007B2329">
      <w:r>
        <w:t>581.8027</w:t>
      </w:r>
      <w:r>
        <w:tab/>
        <w:t>1.025e0</w:t>
      </w:r>
    </w:p>
    <w:p w:rsidR="007B2329" w:rsidRDefault="007B2329" w:rsidP="007B2329">
      <w:r>
        <w:t>581.8223</w:t>
      </w:r>
      <w:r>
        <w:tab/>
        <w:t>3.051e0</w:t>
      </w:r>
    </w:p>
    <w:p w:rsidR="007B2329" w:rsidRDefault="007B2329" w:rsidP="007B2329">
      <w:r>
        <w:t>581.8345</w:t>
      </w:r>
      <w:r>
        <w:tab/>
        <w:t>3.038e0</w:t>
      </w:r>
    </w:p>
    <w:p w:rsidR="007B2329" w:rsidRDefault="007B2329" w:rsidP="007B2329">
      <w:r>
        <w:t>581.8363</w:t>
      </w:r>
      <w:r>
        <w:tab/>
        <w:t>2.025e0</w:t>
      </w:r>
    </w:p>
    <w:p w:rsidR="007B2329" w:rsidRDefault="007B2329" w:rsidP="007B2329">
      <w:r>
        <w:t>581.8799</w:t>
      </w:r>
      <w:r>
        <w:tab/>
        <w:t>2.025e0</w:t>
      </w:r>
    </w:p>
    <w:p w:rsidR="007B2329" w:rsidRDefault="007B2329" w:rsidP="007B2329">
      <w:r>
        <w:t>581.8934</w:t>
      </w:r>
      <w:r>
        <w:tab/>
        <w:t>2.025e0</w:t>
      </w:r>
    </w:p>
    <w:p w:rsidR="007B2329" w:rsidRDefault="007B2329" w:rsidP="007B2329">
      <w:r>
        <w:t>581.9003</w:t>
      </w:r>
      <w:r>
        <w:tab/>
        <w:t>3.744e0</w:t>
      </w:r>
    </w:p>
    <w:p w:rsidR="007B2329" w:rsidRDefault="007B2329" w:rsidP="007B2329">
      <w:r>
        <w:t>581.9335</w:t>
      </w:r>
      <w:r>
        <w:tab/>
        <w:t>1.013e0</w:t>
      </w:r>
    </w:p>
    <w:p w:rsidR="007B2329" w:rsidRDefault="007B2329" w:rsidP="007B2329">
      <w:r>
        <w:t>581.9669</w:t>
      </w:r>
      <w:r>
        <w:tab/>
        <w:t>3.038e0</w:t>
      </w:r>
    </w:p>
    <w:p w:rsidR="007B2329" w:rsidRDefault="007B2329" w:rsidP="007B2329">
      <w:r>
        <w:t>581.9786</w:t>
      </w:r>
      <w:r>
        <w:tab/>
        <w:t>3.038e0</w:t>
      </w:r>
    </w:p>
    <w:p w:rsidR="007B2329" w:rsidRDefault="007B2329" w:rsidP="007B2329">
      <w:r>
        <w:t>582.0135</w:t>
      </w:r>
      <w:r>
        <w:tab/>
        <w:t>1.013e0</w:t>
      </w:r>
    </w:p>
    <w:p w:rsidR="007B2329" w:rsidRDefault="007B2329" w:rsidP="007B2329">
      <w:r>
        <w:t>582.0236</w:t>
      </w:r>
      <w:r>
        <w:tab/>
        <w:t>1.013e0</w:t>
      </w:r>
    </w:p>
    <w:p w:rsidR="007B2329" w:rsidRDefault="007B2329" w:rsidP="007B2329">
      <w:r>
        <w:t>582.0265</w:t>
      </w:r>
      <w:r>
        <w:tab/>
        <w:t>1.025e0</w:t>
      </w:r>
    </w:p>
    <w:p w:rsidR="007B2329" w:rsidRDefault="007B2329" w:rsidP="007B2329">
      <w:r>
        <w:t>582.0335</w:t>
      </w:r>
      <w:r>
        <w:tab/>
        <w:t>2.025e0</w:t>
      </w:r>
    </w:p>
    <w:p w:rsidR="007B2329" w:rsidRDefault="007B2329" w:rsidP="007B2329">
      <w:r>
        <w:t>582.0835</w:t>
      </w:r>
      <w:r>
        <w:tab/>
        <w:t>1.013e0</w:t>
      </w:r>
    </w:p>
    <w:p w:rsidR="007B2329" w:rsidRDefault="007B2329" w:rsidP="007B2329">
      <w:r>
        <w:t>582.1043</w:t>
      </w:r>
      <w:r>
        <w:tab/>
        <w:t>3.038e0</w:t>
      </w:r>
    </w:p>
    <w:p w:rsidR="007B2329" w:rsidRDefault="007B2329" w:rsidP="007B2329">
      <w:r>
        <w:t>582.1101</w:t>
      </w:r>
      <w:r>
        <w:tab/>
        <w:t>2.025e0</w:t>
      </w:r>
    </w:p>
    <w:p w:rsidR="007B2329" w:rsidRDefault="007B2329" w:rsidP="007B2329">
      <w:r>
        <w:t>582.1170</w:t>
      </w:r>
      <w:r>
        <w:tab/>
        <w:t>6.076e0</w:t>
      </w:r>
    </w:p>
    <w:p w:rsidR="007B2329" w:rsidRDefault="007B2329" w:rsidP="007B2329">
      <w:r>
        <w:lastRenderedPageBreak/>
        <w:t>582.1203</w:t>
      </w:r>
      <w:r>
        <w:tab/>
        <w:t>4.051e0</w:t>
      </w:r>
    </w:p>
    <w:p w:rsidR="007B2329" w:rsidRDefault="007B2329" w:rsidP="007B2329">
      <w:r>
        <w:t>582.1393</w:t>
      </w:r>
      <w:r>
        <w:tab/>
        <w:t>1.013e0</w:t>
      </w:r>
    </w:p>
    <w:p w:rsidR="007B2329" w:rsidRDefault="007B2329" w:rsidP="007B2329">
      <w:r>
        <w:t>582.1450</w:t>
      </w:r>
      <w:r>
        <w:tab/>
        <w:t>7.089e0</w:t>
      </w:r>
    </w:p>
    <w:p w:rsidR="007B2329" w:rsidRDefault="007B2329" w:rsidP="007B2329">
      <w:r>
        <w:t>582.1732</w:t>
      </w:r>
      <w:r>
        <w:tab/>
        <w:t>3.344e0</w:t>
      </w:r>
    </w:p>
    <w:p w:rsidR="007B2329" w:rsidRDefault="007B2329" w:rsidP="007B2329">
      <w:r>
        <w:t>582.1743</w:t>
      </w:r>
      <w:r>
        <w:tab/>
        <w:t>5.063e0</w:t>
      </w:r>
    </w:p>
    <w:p w:rsidR="007B2329" w:rsidRDefault="007B2329" w:rsidP="007B2329">
      <w:r>
        <w:t>582.1765</w:t>
      </w:r>
      <w:r>
        <w:tab/>
        <w:t>3.788e0</w:t>
      </w:r>
    </w:p>
    <w:p w:rsidR="007B2329" w:rsidRDefault="007B2329" w:rsidP="007B2329">
      <w:r>
        <w:t>582.1872</w:t>
      </w:r>
      <w:r>
        <w:tab/>
        <w:t>4.303e0</w:t>
      </w:r>
    </w:p>
    <w:p w:rsidR="007B2329" w:rsidRDefault="007B2329" w:rsidP="007B2329">
      <w:r>
        <w:t>582.2263</w:t>
      </w:r>
      <w:r>
        <w:tab/>
        <w:t>8.812e0</w:t>
      </w:r>
    </w:p>
    <w:p w:rsidR="007B2329" w:rsidRDefault="007B2329" w:rsidP="007B2329">
      <w:r>
        <w:t>582.2289</w:t>
      </w:r>
      <w:r>
        <w:tab/>
        <w:t>3.789e0</w:t>
      </w:r>
    </w:p>
    <w:p w:rsidR="007B2329" w:rsidRDefault="007B2329" w:rsidP="007B2329">
      <w:r>
        <w:t>582.2436</w:t>
      </w:r>
      <w:r>
        <w:tab/>
        <w:t>1.013e0</w:t>
      </w:r>
    </w:p>
    <w:p w:rsidR="007B2329" w:rsidRDefault="007B2329" w:rsidP="007B2329">
      <w:r>
        <w:t>582.2456</w:t>
      </w:r>
      <w:r>
        <w:tab/>
        <w:t>5.772e0</w:t>
      </w:r>
    </w:p>
    <w:p w:rsidR="007B2329" w:rsidRDefault="007B2329" w:rsidP="007B2329">
      <w:r>
        <w:t>582.2710</w:t>
      </w:r>
      <w:r>
        <w:tab/>
        <w:t>1.047e1</w:t>
      </w:r>
    </w:p>
    <w:p w:rsidR="007B2329" w:rsidRDefault="007B2329" w:rsidP="007B2329">
      <w:r>
        <w:t>582.2854</w:t>
      </w:r>
      <w:r>
        <w:tab/>
        <w:t>4.002e0</w:t>
      </w:r>
    </w:p>
    <w:p w:rsidR="007B2329" w:rsidRDefault="007B2329" w:rsidP="007B2329">
      <w:r>
        <w:t>582.3132</w:t>
      </w:r>
      <w:r>
        <w:tab/>
        <w:t>2.051e0</w:t>
      </w:r>
    </w:p>
    <w:p w:rsidR="007B2329" w:rsidRDefault="007B2329" w:rsidP="007B2329">
      <w:r>
        <w:t>582.3241</w:t>
      </w:r>
      <w:r>
        <w:tab/>
        <w:t>2.485e1</w:t>
      </w:r>
    </w:p>
    <w:p w:rsidR="007B2329" w:rsidRDefault="007B2329" w:rsidP="007B2329">
      <w:r>
        <w:t>582.3280</w:t>
      </w:r>
      <w:r>
        <w:tab/>
        <w:t>2.917e1</w:t>
      </w:r>
    </w:p>
    <w:p w:rsidR="007B2329" w:rsidRDefault="007B2329" w:rsidP="007B2329">
      <w:r>
        <w:t>582.3398</w:t>
      </w:r>
      <w:r>
        <w:tab/>
        <w:t>9.873e0</w:t>
      </w:r>
    </w:p>
    <w:p w:rsidR="007B2329" w:rsidRDefault="007B2329" w:rsidP="007B2329">
      <w:r>
        <w:t>582.3488</w:t>
      </w:r>
      <w:r>
        <w:tab/>
        <w:t>1.944e1</w:t>
      </w:r>
    </w:p>
    <w:p w:rsidR="007B2329" w:rsidRDefault="007B2329" w:rsidP="007B2329">
      <w:r>
        <w:t>582.3558</w:t>
      </w:r>
      <w:r>
        <w:tab/>
        <w:t>2.298e1</w:t>
      </w:r>
    </w:p>
    <w:p w:rsidR="007B2329" w:rsidRDefault="007B2329" w:rsidP="007B2329">
      <w:r>
        <w:lastRenderedPageBreak/>
        <w:t>582.4068</w:t>
      </w:r>
      <w:r>
        <w:tab/>
        <w:t>1.618e0</w:t>
      </w:r>
    </w:p>
    <w:p w:rsidR="007B2329" w:rsidRDefault="007B2329" w:rsidP="007B2329">
      <w:r>
        <w:t>582.4348</w:t>
      </w:r>
      <w:r>
        <w:tab/>
        <w:t>7.128e0</w:t>
      </w:r>
    </w:p>
    <w:p w:rsidR="007B2329" w:rsidRDefault="007B2329" w:rsidP="007B2329">
      <w:r>
        <w:t>582.4836</w:t>
      </w:r>
      <w:r>
        <w:tab/>
        <w:t>1.013e0</w:t>
      </w:r>
    </w:p>
    <w:p w:rsidR="007B2329" w:rsidRDefault="007B2329" w:rsidP="007B2329">
      <w:r>
        <w:t>582.4880</w:t>
      </w:r>
      <w:r>
        <w:tab/>
        <w:t>6.076e0</w:t>
      </w:r>
    </w:p>
    <w:p w:rsidR="007B2329" w:rsidRDefault="007B2329" w:rsidP="007B2329">
      <w:r>
        <w:t>582.4937</w:t>
      </w:r>
      <w:r>
        <w:tab/>
        <w:t>1.097e1</w:t>
      </w:r>
    </w:p>
    <w:p w:rsidR="007B2329" w:rsidRDefault="007B2329" w:rsidP="007B2329">
      <w:r>
        <w:t>582.4977</w:t>
      </w:r>
      <w:r>
        <w:tab/>
        <w:t>3.038e0</w:t>
      </w:r>
    </w:p>
    <w:p w:rsidR="007B2329" w:rsidRDefault="007B2329" w:rsidP="007B2329">
      <w:r>
        <w:t>582.5187</w:t>
      </w:r>
      <w:r>
        <w:tab/>
        <w:t>2.025e0</w:t>
      </w:r>
    </w:p>
    <w:p w:rsidR="007B2329" w:rsidRDefault="007B2329" w:rsidP="007B2329">
      <w:r>
        <w:t>582.5273</w:t>
      </w:r>
      <w:r>
        <w:tab/>
        <w:t>4.051e0</w:t>
      </w:r>
    </w:p>
    <w:p w:rsidR="007B2329" w:rsidRDefault="007B2329" w:rsidP="007B2329">
      <w:r>
        <w:t>582.5435</w:t>
      </w:r>
      <w:r>
        <w:tab/>
        <w:t>1.013e0</w:t>
      </w:r>
    </w:p>
    <w:p w:rsidR="007B2329" w:rsidRDefault="007B2329" w:rsidP="007B2329">
      <w:r>
        <w:t>582.5834</w:t>
      </w:r>
      <w:r>
        <w:tab/>
        <w:t>1.013e0</w:t>
      </w:r>
    </w:p>
    <w:p w:rsidR="007B2329" w:rsidRDefault="007B2329" w:rsidP="007B2329">
      <w:r>
        <w:t>582.5845</w:t>
      </w:r>
      <w:r>
        <w:tab/>
        <w:t>2.738e0</w:t>
      </w:r>
    </w:p>
    <w:p w:rsidR="007B2329" w:rsidRDefault="007B2329" w:rsidP="007B2329">
      <w:r>
        <w:t>582.5933</w:t>
      </w:r>
      <w:r>
        <w:tab/>
        <w:t>1.013e0</w:t>
      </w:r>
    </w:p>
    <w:p w:rsidR="007B2329" w:rsidRDefault="007B2329" w:rsidP="007B2329">
      <w:r>
        <w:t>582.6086</w:t>
      </w:r>
      <w:r>
        <w:tab/>
        <w:t>3.038e0</w:t>
      </w:r>
    </w:p>
    <w:p w:rsidR="007B2329" w:rsidRDefault="007B2329" w:rsidP="007B2329">
      <w:r>
        <w:t>582.6335</w:t>
      </w:r>
      <w:r>
        <w:tab/>
        <w:t>1.013e0</w:t>
      </w:r>
    </w:p>
    <w:p w:rsidR="007B2329" w:rsidRDefault="007B2329" w:rsidP="007B2329">
      <w:r>
        <w:t>582.6434</w:t>
      </w:r>
      <w:r>
        <w:tab/>
        <w:t>1.013e0</w:t>
      </w:r>
    </w:p>
    <w:p w:rsidR="007B2329" w:rsidRDefault="007B2329" w:rsidP="007B2329">
      <w:r>
        <w:t>582.6481</w:t>
      </w:r>
      <w:r>
        <w:tab/>
        <w:t>2.025e0</w:t>
      </w:r>
    </w:p>
    <w:p w:rsidR="007B2329" w:rsidRDefault="007B2329" w:rsidP="007B2329">
      <w:r>
        <w:t>582.6584</w:t>
      </w:r>
      <w:r>
        <w:tab/>
        <w:t>5.063e0</w:t>
      </w:r>
    </w:p>
    <w:p w:rsidR="007B2329" w:rsidRDefault="007B2329" w:rsidP="007B2329">
      <w:r>
        <w:t>582.6651</w:t>
      </w:r>
      <w:r>
        <w:tab/>
        <w:t>4.051e0</w:t>
      </w:r>
    </w:p>
    <w:p w:rsidR="007B2329" w:rsidRDefault="007B2329" w:rsidP="007B2329">
      <w:r>
        <w:t>582.6732</w:t>
      </w:r>
      <w:r>
        <w:tab/>
        <w:t>4.352e0</w:t>
      </w:r>
    </w:p>
    <w:p w:rsidR="007B2329" w:rsidRDefault="007B2329" w:rsidP="007B2329">
      <w:r>
        <w:lastRenderedPageBreak/>
        <w:t>582.7135</w:t>
      </w:r>
      <w:r>
        <w:tab/>
        <w:t>1.013e0</w:t>
      </w:r>
    </w:p>
    <w:p w:rsidR="007B2329" w:rsidRDefault="007B2329" w:rsidP="007B2329">
      <w:r>
        <w:t>582.7170</w:t>
      </w:r>
      <w:r>
        <w:tab/>
        <w:t>4.051e0</w:t>
      </w:r>
    </w:p>
    <w:p w:rsidR="007B2329" w:rsidRDefault="007B2329" w:rsidP="007B2329">
      <w:r>
        <w:t>582.7275</w:t>
      </w:r>
      <w:r>
        <w:tab/>
        <w:t>5.063e0</w:t>
      </w:r>
    </w:p>
    <w:p w:rsidR="007B2329" w:rsidRDefault="007B2329" w:rsidP="007B2329">
      <w:r>
        <w:t>582.7653</w:t>
      </w:r>
      <w:r>
        <w:tab/>
        <w:t>7.089e0</w:t>
      </w:r>
    </w:p>
    <w:p w:rsidR="007B2329" w:rsidRDefault="007B2329" w:rsidP="007B2329">
      <w:r>
        <w:t>582.7666</w:t>
      </w:r>
      <w:r>
        <w:tab/>
        <w:t>2.025e0</w:t>
      </w:r>
    </w:p>
    <w:p w:rsidR="007B2329" w:rsidRDefault="007B2329" w:rsidP="007B2329">
      <w:r>
        <w:t>582.7728</w:t>
      </w:r>
      <w:r>
        <w:tab/>
        <w:t>3.038e0</w:t>
      </w:r>
    </w:p>
    <w:p w:rsidR="007B2329" w:rsidRDefault="007B2329" w:rsidP="007B2329">
      <w:r>
        <w:t>582.7755</w:t>
      </w:r>
      <w:r>
        <w:tab/>
        <w:t>2.025e0</w:t>
      </w:r>
    </w:p>
    <w:p w:rsidR="007B2329" w:rsidRDefault="007B2329" w:rsidP="007B2329">
      <w:r>
        <w:t>582.8077</w:t>
      </w:r>
      <w:r>
        <w:tab/>
        <w:t>3.038e0</w:t>
      </w:r>
    </w:p>
    <w:p w:rsidR="007B2329" w:rsidRDefault="007B2329" w:rsidP="007B2329">
      <w:r>
        <w:t>582.8194</w:t>
      </w:r>
      <w:r>
        <w:tab/>
        <w:t>3.038e0</w:t>
      </w:r>
    </w:p>
    <w:p w:rsidR="007B2329" w:rsidRDefault="007B2329" w:rsidP="007B2329">
      <w:r>
        <w:t>582.8274</w:t>
      </w:r>
      <w:r>
        <w:tab/>
        <w:t>2.025e0</w:t>
      </w:r>
    </w:p>
    <w:p w:rsidR="007B2329" w:rsidRDefault="007B2329" w:rsidP="007B2329">
      <w:r>
        <w:t>582.8336</w:t>
      </w:r>
      <w:r>
        <w:tab/>
        <w:t>2.025e0</w:t>
      </w:r>
    </w:p>
    <w:p w:rsidR="007B2329" w:rsidRDefault="007B2329" w:rsidP="007B2329">
      <w:r>
        <w:t>582.8522</w:t>
      </w:r>
      <w:r>
        <w:tab/>
        <w:t>2.025e0</w:t>
      </w:r>
    </w:p>
    <w:p w:rsidR="007B2329" w:rsidRDefault="007B2329" w:rsidP="007B2329">
      <w:r>
        <w:t>582.8714</w:t>
      </w:r>
      <w:r>
        <w:tab/>
        <w:t>2.025e0</w:t>
      </w:r>
    </w:p>
    <w:p w:rsidR="007B2329" w:rsidRDefault="007B2329" w:rsidP="007B2329">
      <w:r>
        <w:t>582.8887</w:t>
      </w:r>
      <w:r>
        <w:tab/>
        <w:t>8.101e0</w:t>
      </w:r>
    </w:p>
    <w:p w:rsidR="007B2329" w:rsidRDefault="007B2329" w:rsidP="007B2329">
      <w:r>
        <w:t>582.8902</w:t>
      </w:r>
      <w:r>
        <w:tab/>
        <w:t>1.013e0</w:t>
      </w:r>
    </w:p>
    <w:p w:rsidR="007B2329" w:rsidRDefault="007B2329" w:rsidP="007B2329">
      <w:r>
        <w:t>582.9089</w:t>
      </w:r>
      <w:r>
        <w:tab/>
        <w:t>2.025e0</w:t>
      </w:r>
    </w:p>
    <w:p w:rsidR="007B2329" w:rsidRDefault="007B2329" w:rsidP="007B2329">
      <w:r>
        <w:t>582.9136</w:t>
      </w:r>
      <w:r>
        <w:tab/>
        <w:t>1.013e0</w:t>
      </w:r>
    </w:p>
    <w:p w:rsidR="007B2329" w:rsidRDefault="007B2329" w:rsidP="007B2329">
      <w:r>
        <w:t>582.9483</w:t>
      </w:r>
      <w:r>
        <w:tab/>
        <w:t>5.063e0</w:t>
      </w:r>
    </w:p>
    <w:p w:rsidR="007B2329" w:rsidRDefault="007B2329" w:rsidP="007B2329">
      <w:r>
        <w:t>582.9982</w:t>
      </w:r>
      <w:r>
        <w:tab/>
        <w:t>1.266e-2</w:t>
      </w:r>
    </w:p>
    <w:p w:rsidR="007B2329" w:rsidRDefault="007B2329" w:rsidP="007B2329">
      <w:r>
        <w:lastRenderedPageBreak/>
        <w:t>583.0137</w:t>
      </w:r>
      <w:r>
        <w:tab/>
        <w:t>1.013e0</w:t>
      </w:r>
    </w:p>
    <w:p w:rsidR="007B2329" w:rsidRDefault="007B2329" w:rsidP="007B2329">
      <w:r>
        <w:t>583.0244</w:t>
      </w:r>
      <w:r>
        <w:tab/>
        <w:t>1.016e1</w:t>
      </w:r>
    </w:p>
    <w:p w:rsidR="007B2329" w:rsidRDefault="007B2329" w:rsidP="007B2329">
      <w:r>
        <w:t>583.0324</w:t>
      </w:r>
      <w:r>
        <w:tab/>
        <w:t>3.038e0</w:t>
      </w:r>
    </w:p>
    <w:p w:rsidR="007B2329" w:rsidRDefault="007B2329" w:rsidP="007B2329">
      <w:r>
        <w:t>583.0436</w:t>
      </w:r>
      <w:r>
        <w:tab/>
        <w:t>1.013e0</w:t>
      </w:r>
    </w:p>
    <w:p w:rsidR="007B2329" w:rsidRDefault="007B2329" w:rsidP="007B2329">
      <w:r>
        <w:t>583.0510</w:t>
      </w:r>
      <w:r>
        <w:tab/>
        <w:t>1.013e0</w:t>
      </w:r>
    </w:p>
    <w:p w:rsidR="007B2329" w:rsidRDefault="007B2329" w:rsidP="007B2329">
      <w:r>
        <w:t>583.0626</w:t>
      </w:r>
      <w:r>
        <w:tab/>
        <w:t>4.051e0</w:t>
      </w:r>
    </w:p>
    <w:p w:rsidR="007B2329" w:rsidRDefault="007B2329" w:rsidP="007B2329">
      <w:r>
        <w:t>583.0836</w:t>
      </w:r>
      <w:r>
        <w:tab/>
        <w:t>1.013e0</w:t>
      </w:r>
    </w:p>
    <w:p w:rsidR="007B2329" w:rsidRDefault="007B2329" w:rsidP="007B2329">
      <w:r>
        <w:t>583.0989</w:t>
      </w:r>
      <w:r>
        <w:tab/>
        <w:t>2.025e0</w:t>
      </w:r>
    </w:p>
    <w:p w:rsidR="007B2329" w:rsidRDefault="007B2329" w:rsidP="007B2329">
      <w:r>
        <w:t>583.1238</w:t>
      </w:r>
      <w:r>
        <w:tab/>
        <w:t>2.961e0</w:t>
      </w:r>
    </w:p>
    <w:p w:rsidR="007B2329" w:rsidRDefault="007B2329" w:rsidP="007B2329">
      <w:r>
        <w:t>583.1409</w:t>
      </w:r>
      <w:r>
        <w:tab/>
        <w:t>3.038e0</w:t>
      </w:r>
    </w:p>
    <w:p w:rsidR="007B2329" w:rsidRDefault="007B2329" w:rsidP="007B2329">
      <w:r>
        <w:t>583.1567</w:t>
      </w:r>
      <w:r>
        <w:tab/>
        <w:t>3.038e0</w:t>
      </w:r>
    </w:p>
    <w:p w:rsidR="007B2329" w:rsidRDefault="007B2329" w:rsidP="007B2329">
      <w:r>
        <w:t>583.1766</w:t>
      </w:r>
      <w:r>
        <w:tab/>
        <w:t>3.437e0</w:t>
      </w:r>
    </w:p>
    <w:p w:rsidR="007B2329" w:rsidRDefault="007B2329" w:rsidP="007B2329">
      <w:r>
        <w:t>583.1818</w:t>
      </w:r>
      <w:r>
        <w:tab/>
        <w:t>5.063e0</w:t>
      </w:r>
    </w:p>
    <w:p w:rsidR="007B2329" w:rsidRDefault="007B2329" w:rsidP="007B2329">
      <w:r>
        <w:t>583.2033</w:t>
      </w:r>
      <w:r>
        <w:tab/>
        <w:t>3.551e0</w:t>
      </w:r>
    </w:p>
    <w:p w:rsidR="007B2329" w:rsidRDefault="007B2329" w:rsidP="007B2329">
      <w:r>
        <w:t>583.2536</w:t>
      </w:r>
      <w:r>
        <w:tab/>
        <w:t>2.025e0</w:t>
      </w:r>
    </w:p>
    <w:p w:rsidR="007B2329" w:rsidRDefault="007B2329" w:rsidP="007B2329">
      <w:r>
        <w:t>583.3469</w:t>
      </w:r>
      <w:r>
        <w:tab/>
        <w:t>4.480e1</w:t>
      </w:r>
    </w:p>
    <w:p w:rsidR="007B2329" w:rsidRDefault="007B2329" w:rsidP="007B2329">
      <w:r>
        <w:t>583.3511</w:t>
      </w:r>
      <w:r>
        <w:tab/>
        <w:t>3.100e2</w:t>
      </w:r>
    </w:p>
    <w:p w:rsidR="007B2329" w:rsidRDefault="007B2329" w:rsidP="007B2329">
      <w:r>
        <w:t>583.3528</w:t>
      </w:r>
      <w:r>
        <w:tab/>
        <w:t>7.019e2</w:t>
      </w:r>
    </w:p>
    <w:p w:rsidR="007B2329" w:rsidRDefault="007B2329" w:rsidP="007B2329">
      <w:r>
        <w:t>583.3541</w:t>
      </w:r>
      <w:r>
        <w:tab/>
        <w:t>2.510e3</w:t>
      </w:r>
    </w:p>
    <w:p w:rsidR="007B2329" w:rsidRDefault="007B2329" w:rsidP="007B2329">
      <w:r>
        <w:lastRenderedPageBreak/>
        <w:t>583.3557</w:t>
      </w:r>
      <w:r>
        <w:tab/>
        <w:t>2.378e3</w:t>
      </w:r>
    </w:p>
    <w:p w:rsidR="007B2329" w:rsidRDefault="007B2329" w:rsidP="007B2329">
      <w:r>
        <w:t>583.3616</w:t>
      </w:r>
      <w:r>
        <w:tab/>
        <w:t>1.324e1</w:t>
      </w:r>
    </w:p>
    <w:p w:rsidR="007B2329" w:rsidRDefault="007B2329" w:rsidP="007B2329">
      <w:r>
        <w:t>583.4713</w:t>
      </w:r>
      <w:r>
        <w:tab/>
        <w:t>1.243e1</w:t>
      </w:r>
    </w:p>
    <w:p w:rsidR="007B2329" w:rsidRDefault="007B2329" w:rsidP="007B2329">
      <w:r>
        <w:t>583.4895</w:t>
      </w:r>
      <w:r>
        <w:tab/>
        <w:t>1.612e1</w:t>
      </w:r>
    </w:p>
    <w:p w:rsidR="007B2329" w:rsidRDefault="007B2329" w:rsidP="007B2329">
      <w:r>
        <w:t>583.4945</w:t>
      </w:r>
      <w:r>
        <w:tab/>
        <w:t>1.013e0</w:t>
      </w:r>
    </w:p>
    <w:p w:rsidR="007B2329" w:rsidRDefault="007B2329" w:rsidP="007B2329">
      <w:r>
        <w:t>583.4987</w:t>
      </w:r>
      <w:r>
        <w:tab/>
        <w:t>4.372e0</w:t>
      </w:r>
    </w:p>
    <w:p w:rsidR="007B2329" w:rsidRDefault="007B2329" w:rsidP="007B2329">
      <w:r>
        <w:t>583.5121</w:t>
      </w:r>
      <w:r>
        <w:tab/>
        <w:t>4.650e0</w:t>
      </w:r>
    </w:p>
    <w:p w:rsidR="007B2329" w:rsidRDefault="007B2329" w:rsidP="007B2329">
      <w:r>
        <w:t>583.5187</w:t>
      </w:r>
      <w:r>
        <w:tab/>
        <w:t>5.063e0</w:t>
      </w:r>
    </w:p>
    <w:p w:rsidR="007B2329" w:rsidRDefault="007B2329" w:rsidP="007B2329">
      <w:r>
        <w:t>583.5537</w:t>
      </w:r>
      <w:r>
        <w:tab/>
        <w:t>9.114e0</w:t>
      </w:r>
    </w:p>
    <w:p w:rsidR="007B2329" w:rsidRDefault="007B2329" w:rsidP="007B2329">
      <w:r>
        <w:t>583.5652</w:t>
      </w:r>
      <w:r>
        <w:tab/>
        <w:t>2.025e0</w:t>
      </w:r>
    </w:p>
    <w:p w:rsidR="007B2329" w:rsidRDefault="007B2329" w:rsidP="007B2329">
      <w:r>
        <w:t>583.5746</w:t>
      </w:r>
      <w:r>
        <w:tab/>
        <w:t>1.114e1</w:t>
      </w:r>
    </w:p>
    <w:p w:rsidR="007B2329" w:rsidRDefault="007B2329" w:rsidP="007B2329">
      <w:r>
        <w:t>583.5797</w:t>
      </w:r>
      <w:r>
        <w:tab/>
        <w:t>1.924e1</w:t>
      </w:r>
    </w:p>
    <w:p w:rsidR="007B2329" w:rsidRDefault="007B2329" w:rsidP="007B2329">
      <w:r>
        <w:t>583.6089</w:t>
      </w:r>
      <w:r>
        <w:tab/>
        <w:t>9.114e0</w:t>
      </w:r>
    </w:p>
    <w:p w:rsidR="007B2329" w:rsidRDefault="007B2329" w:rsidP="007B2329">
      <w:r>
        <w:t>583.6148</w:t>
      </w:r>
      <w:r>
        <w:tab/>
        <w:t>3.038e0</w:t>
      </w:r>
    </w:p>
    <w:p w:rsidR="007B2329" w:rsidRDefault="007B2329" w:rsidP="007B2329">
      <w:r>
        <w:t>583.6233</w:t>
      </w:r>
      <w:r>
        <w:tab/>
        <w:t>1.468e1</w:t>
      </w:r>
    </w:p>
    <w:p w:rsidR="007B2329" w:rsidRDefault="007B2329" w:rsidP="007B2329">
      <w:r>
        <w:t>583.6260</w:t>
      </w:r>
      <w:r>
        <w:tab/>
        <w:t>8.158e0</w:t>
      </w:r>
    </w:p>
    <w:p w:rsidR="007B2329" w:rsidRDefault="007B2329" w:rsidP="007B2329">
      <w:r>
        <w:t>583.6309</w:t>
      </w:r>
      <w:r>
        <w:tab/>
        <w:t>2.025e0</w:t>
      </w:r>
    </w:p>
    <w:p w:rsidR="007B2329" w:rsidRDefault="007B2329" w:rsidP="007B2329">
      <w:r>
        <w:t>583.6345</w:t>
      </w:r>
      <w:r>
        <w:tab/>
        <w:t>1.013e0</w:t>
      </w:r>
    </w:p>
    <w:p w:rsidR="007B2329" w:rsidRDefault="007B2329" w:rsidP="007B2329">
      <w:r>
        <w:t>583.6599</w:t>
      </w:r>
      <w:r>
        <w:tab/>
        <w:t>8.101e0</w:t>
      </w:r>
    </w:p>
    <w:p w:rsidR="007B2329" w:rsidRDefault="007B2329" w:rsidP="007B2329">
      <w:r>
        <w:lastRenderedPageBreak/>
        <w:t>583.6786</w:t>
      </w:r>
      <w:r>
        <w:tab/>
        <w:t>1.120e1</w:t>
      </w:r>
    </w:p>
    <w:p w:rsidR="007B2329" w:rsidRDefault="007B2329" w:rsidP="007B2329">
      <w:r>
        <w:t>583.7254</w:t>
      </w:r>
      <w:r>
        <w:tab/>
        <w:t>5.329e0</w:t>
      </w:r>
    </w:p>
    <w:p w:rsidR="007B2329" w:rsidRDefault="007B2329" w:rsidP="007B2329">
      <w:r>
        <w:t>583.7508</w:t>
      </w:r>
      <w:r>
        <w:tab/>
        <w:t>1.013e1</w:t>
      </w:r>
    </w:p>
    <w:p w:rsidR="007B2329" w:rsidRDefault="007B2329" w:rsidP="007B2329">
      <w:r>
        <w:t>583.7529</w:t>
      </w:r>
      <w:r>
        <w:tab/>
        <w:t>1.215e1</w:t>
      </w:r>
    </w:p>
    <w:p w:rsidR="007B2329" w:rsidRDefault="007B2329" w:rsidP="007B2329">
      <w:r>
        <w:t>583.7551</w:t>
      </w:r>
      <w:r>
        <w:tab/>
        <w:t>1.013e0</w:t>
      </w:r>
    </w:p>
    <w:p w:rsidR="007B2329" w:rsidRDefault="007B2329" w:rsidP="007B2329">
      <w:r>
        <w:t>583.7723</w:t>
      </w:r>
      <w:r>
        <w:tab/>
        <w:t>3.038e0</w:t>
      </w:r>
    </w:p>
    <w:p w:rsidR="007B2329" w:rsidRDefault="007B2329" w:rsidP="007B2329">
      <w:r>
        <w:t>583.7817</w:t>
      </w:r>
      <w:r>
        <w:tab/>
        <w:t>9.114e0</w:t>
      </w:r>
    </w:p>
    <w:p w:rsidR="007B2329" w:rsidRDefault="007B2329" w:rsidP="007B2329">
      <w:r>
        <w:t>583.7988</w:t>
      </w:r>
      <w:r>
        <w:tab/>
        <w:t>3.038e0</w:t>
      </w:r>
    </w:p>
    <w:p w:rsidR="007B2329" w:rsidRDefault="007B2329" w:rsidP="007B2329">
      <w:r>
        <w:t>583.8030</w:t>
      </w:r>
      <w:r>
        <w:tab/>
        <w:t>2.025e0</w:t>
      </w:r>
    </w:p>
    <w:p w:rsidR="007B2329" w:rsidRDefault="007B2329" w:rsidP="007B2329">
      <w:r>
        <w:t>583.8046</w:t>
      </w:r>
      <w:r>
        <w:tab/>
        <w:t>7.238e0</w:t>
      </w:r>
    </w:p>
    <w:p w:rsidR="007B2329" w:rsidRDefault="007B2329" w:rsidP="007B2329">
      <w:r>
        <w:t>583.8369</w:t>
      </w:r>
      <w:r>
        <w:tab/>
        <w:t>2.134e0</w:t>
      </w:r>
    </w:p>
    <w:p w:rsidR="007B2329" w:rsidRDefault="007B2329" w:rsidP="007B2329">
      <w:r>
        <w:t>583.8807</w:t>
      </w:r>
      <w:r>
        <w:tab/>
        <w:t>5.063e0</w:t>
      </w:r>
    </w:p>
    <w:p w:rsidR="007B2329" w:rsidRDefault="007B2329" w:rsidP="007B2329">
      <w:r>
        <w:t>583.8952</w:t>
      </w:r>
      <w:r>
        <w:tab/>
        <w:t>1.013e0</w:t>
      </w:r>
    </w:p>
    <w:p w:rsidR="007B2329" w:rsidRDefault="007B2329" w:rsidP="007B2329">
      <w:r>
        <w:t>583.9034</w:t>
      </w:r>
      <w:r>
        <w:tab/>
        <w:t>9.114e0</w:t>
      </w:r>
    </w:p>
    <w:p w:rsidR="007B2329" w:rsidRDefault="007B2329" w:rsidP="007B2329">
      <w:r>
        <w:t>583.9096</w:t>
      </w:r>
      <w:r>
        <w:tab/>
        <w:t>7.854e0</w:t>
      </w:r>
    </w:p>
    <w:p w:rsidR="007B2329" w:rsidRDefault="007B2329" w:rsidP="007B2329">
      <w:r>
        <w:t>583.9251</w:t>
      </w:r>
      <w:r>
        <w:tab/>
        <w:t>1.013e0</w:t>
      </w:r>
    </w:p>
    <w:p w:rsidR="007B2329" w:rsidRDefault="007B2329" w:rsidP="007B2329">
      <w:r>
        <w:t>583.9515</w:t>
      </w:r>
      <w:r>
        <w:tab/>
        <w:t>4.051e0</w:t>
      </w:r>
    </w:p>
    <w:p w:rsidR="007B2329" w:rsidRDefault="007B2329" w:rsidP="007B2329">
      <w:r>
        <w:t>583.9544</w:t>
      </w:r>
      <w:r>
        <w:tab/>
        <w:t>5.063e0</w:t>
      </w:r>
    </w:p>
    <w:p w:rsidR="007B2329" w:rsidRDefault="007B2329" w:rsidP="007B2329">
      <w:r>
        <w:t>583.9904</w:t>
      </w:r>
      <w:r>
        <w:tab/>
        <w:t>2.025e0</w:t>
      </w:r>
    </w:p>
    <w:p w:rsidR="007B2329" w:rsidRDefault="007B2329" w:rsidP="007B2329">
      <w:r>
        <w:lastRenderedPageBreak/>
        <w:t>584.0062</w:t>
      </w:r>
      <w:r>
        <w:tab/>
        <w:t>5.063e0</w:t>
      </w:r>
    </w:p>
    <w:p w:rsidR="007B2329" w:rsidRDefault="007B2329" w:rsidP="007B2329">
      <w:r>
        <w:t>584.0345</w:t>
      </w:r>
      <w:r>
        <w:tab/>
        <w:t>1.215e1</w:t>
      </w:r>
    </w:p>
    <w:p w:rsidR="007B2329" w:rsidRDefault="007B2329" w:rsidP="007B2329">
      <w:r>
        <w:t>584.0454</w:t>
      </w:r>
      <w:r>
        <w:tab/>
        <w:t>4.051e0</w:t>
      </w:r>
    </w:p>
    <w:p w:rsidR="007B2329" w:rsidRDefault="007B2329" w:rsidP="007B2329">
      <w:r>
        <w:t>584.0497</w:t>
      </w:r>
      <w:r>
        <w:tab/>
        <w:t>3.038e0</w:t>
      </w:r>
    </w:p>
    <w:p w:rsidR="007B2329" w:rsidRDefault="007B2329" w:rsidP="007B2329">
      <w:r>
        <w:t>584.0570</w:t>
      </w:r>
      <w:r>
        <w:tab/>
        <w:t>8.608e0</w:t>
      </w:r>
    </w:p>
    <w:p w:rsidR="007B2329" w:rsidRDefault="007B2329" w:rsidP="007B2329">
      <w:r>
        <w:t>584.0935</w:t>
      </w:r>
      <w:r>
        <w:tab/>
        <w:t>2.038e0</w:t>
      </w:r>
    </w:p>
    <w:p w:rsidR="007B2329" w:rsidRDefault="007B2329" w:rsidP="007B2329">
      <w:r>
        <w:t>584.1012</w:t>
      </w:r>
      <w:r>
        <w:tab/>
        <w:t>3.038e0</w:t>
      </w:r>
    </w:p>
    <w:p w:rsidR="007B2329" w:rsidRDefault="007B2329" w:rsidP="007B2329">
      <w:r>
        <w:t>584.1073</w:t>
      </w:r>
      <w:r>
        <w:tab/>
        <w:t>1.013e0</w:t>
      </w:r>
    </w:p>
    <w:p w:rsidR="007B2329" w:rsidRDefault="007B2329" w:rsidP="007B2329">
      <w:r>
        <w:t>584.1232</w:t>
      </w:r>
      <w:r>
        <w:tab/>
        <w:t>5.903e0</w:t>
      </w:r>
    </w:p>
    <w:p w:rsidR="007B2329" w:rsidRDefault="007B2329" w:rsidP="007B2329">
      <w:r>
        <w:t>584.1263</w:t>
      </w:r>
      <w:r>
        <w:tab/>
        <w:t>8.101e0</w:t>
      </w:r>
    </w:p>
    <w:p w:rsidR="007B2329" w:rsidRDefault="007B2329" w:rsidP="007B2329">
      <w:r>
        <w:t>584.1343</w:t>
      </w:r>
      <w:r>
        <w:tab/>
        <w:t>6.783e0</w:t>
      </w:r>
    </w:p>
    <w:p w:rsidR="007B2329" w:rsidRDefault="007B2329" w:rsidP="007B2329">
      <w:r>
        <w:t>584.1359</w:t>
      </w:r>
      <w:r>
        <w:tab/>
        <w:t>3.038e0</w:t>
      </w:r>
    </w:p>
    <w:p w:rsidR="007B2329" w:rsidRDefault="007B2329" w:rsidP="007B2329">
      <w:r>
        <w:t>584.1522</w:t>
      </w:r>
      <w:r>
        <w:tab/>
        <w:t>2.025e0</w:t>
      </w:r>
    </w:p>
    <w:p w:rsidR="007B2329" w:rsidRDefault="007B2329" w:rsidP="007B2329">
      <w:r>
        <w:t>584.1572</w:t>
      </w:r>
      <w:r>
        <w:tab/>
        <w:t>7.972e0</w:t>
      </w:r>
    </w:p>
    <w:p w:rsidR="007B2329" w:rsidRDefault="007B2329" w:rsidP="007B2329">
      <w:r>
        <w:t>584.1877</w:t>
      </w:r>
      <w:r>
        <w:tab/>
        <w:t>4.688e0</w:t>
      </w:r>
    </w:p>
    <w:p w:rsidR="007B2329" w:rsidRDefault="007B2329" w:rsidP="007B2329">
      <w:r>
        <w:t>584.1905</w:t>
      </w:r>
      <w:r>
        <w:tab/>
        <w:t>6.555e0</w:t>
      </w:r>
    </w:p>
    <w:p w:rsidR="007B2329" w:rsidRDefault="007B2329" w:rsidP="007B2329">
      <w:r>
        <w:t>584.2227</w:t>
      </w:r>
      <w:r>
        <w:tab/>
        <w:t>5.942e0</w:t>
      </w:r>
    </w:p>
    <w:p w:rsidR="007B2329" w:rsidRDefault="007B2329" w:rsidP="007B2329">
      <w:r>
        <w:t>584.2263</w:t>
      </w:r>
      <w:r>
        <w:tab/>
        <w:t>1.013e0</w:t>
      </w:r>
    </w:p>
    <w:p w:rsidR="007B2329" w:rsidRDefault="007B2329" w:rsidP="007B2329">
      <w:r>
        <w:t>584.2411</w:t>
      </w:r>
      <w:r>
        <w:tab/>
        <w:t>1.229e1</w:t>
      </w:r>
    </w:p>
    <w:p w:rsidR="007B2329" w:rsidRDefault="007B2329" w:rsidP="007B2329">
      <w:r>
        <w:lastRenderedPageBreak/>
        <w:t>584.2518</w:t>
      </w:r>
      <w:r>
        <w:tab/>
        <w:t>2.885e0</w:t>
      </w:r>
    </w:p>
    <w:p w:rsidR="007B2329" w:rsidRDefault="007B2329" w:rsidP="007B2329">
      <w:r>
        <w:t>584.3453</w:t>
      </w:r>
      <w:r>
        <w:tab/>
        <w:t>4.165e0</w:t>
      </w:r>
    </w:p>
    <w:p w:rsidR="007B2329" w:rsidRDefault="007B2329" w:rsidP="007B2329">
      <w:r>
        <w:t>584.3562</w:t>
      </w:r>
      <w:r>
        <w:tab/>
        <w:t>5.690e2</w:t>
      </w:r>
    </w:p>
    <w:p w:rsidR="007B2329" w:rsidRDefault="007B2329" w:rsidP="007B2329">
      <w:r>
        <w:t>584.3582</w:t>
      </w:r>
      <w:r>
        <w:tab/>
        <w:t>1.147e3</w:t>
      </w:r>
    </w:p>
    <w:p w:rsidR="007B2329" w:rsidRDefault="007B2329" w:rsidP="007B2329">
      <w:r>
        <w:t>584.3595</w:t>
      </w:r>
      <w:r>
        <w:tab/>
        <w:t>8.123e2</w:t>
      </w:r>
    </w:p>
    <w:p w:rsidR="007B2329" w:rsidRDefault="007B2329" w:rsidP="007B2329">
      <w:r>
        <w:t>584.3657</w:t>
      </w:r>
      <w:r>
        <w:tab/>
        <w:t>1.418e1</w:t>
      </w:r>
    </w:p>
    <w:p w:rsidR="007B2329" w:rsidRDefault="007B2329" w:rsidP="007B2329">
      <w:r>
        <w:t>584.4467</w:t>
      </w:r>
      <w:r>
        <w:tab/>
        <w:t>4.051e0</w:t>
      </w:r>
    </w:p>
    <w:p w:rsidR="007B2329" w:rsidRDefault="007B2329" w:rsidP="007B2329">
      <w:r>
        <w:t>584.4526</w:t>
      </w:r>
      <w:r>
        <w:tab/>
        <w:t>4.363e0</w:t>
      </w:r>
    </w:p>
    <w:p w:rsidR="007B2329" w:rsidRDefault="007B2329" w:rsidP="007B2329">
      <w:r>
        <w:t>584.4662</w:t>
      </w:r>
      <w:r>
        <w:tab/>
        <w:t>2.025e0</w:t>
      </w:r>
    </w:p>
    <w:p w:rsidR="007B2329" w:rsidRDefault="007B2329" w:rsidP="007B2329">
      <w:r>
        <w:t>584.4732</w:t>
      </w:r>
      <w:r>
        <w:tab/>
        <w:t>7.089e0</w:t>
      </w:r>
    </w:p>
    <w:p w:rsidR="007B2329" w:rsidRDefault="007B2329" w:rsidP="007B2329">
      <w:r>
        <w:t>584.5102</w:t>
      </w:r>
      <w:r>
        <w:tab/>
        <w:t>1.240e1</w:t>
      </w:r>
    </w:p>
    <w:p w:rsidR="007B2329" w:rsidRDefault="007B2329" w:rsidP="007B2329">
      <w:r>
        <w:t>584.5220</w:t>
      </w:r>
      <w:r>
        <w:tab/>
        <w:t>8.101e0</w:t>
      </w:r>
    </w:p>
    <w:p w:rsidR="007B2329" w:rsidRDefault="007B2329" w:rsidP="007B2329">
      <w:r>
        <w:t>584.5370</w:t>
      </w:r>
      <w:r>
        <w:tab/>
        <w:t>3.038e0</w:t>
      </w:r>
    </w:p>
    <w:p w:rsidR="007B2329" w:rsidRDefault="007B2329" w:rsidP="007B2329">
      <w:r>
        <w:t>584.5466</w:t>
      </w:r>
      <w:r>
        <w:tab/>
        <w:t>5.063e0</w:t>
      </w:r>
    </w:p>
    <w:p w:rsidR="007B2329" w:rsidRDefault="007B2329" w:rsidP="007B2329">
      <w:r>
        <w:t>584.5544</w:t>
      </w:r>
      <w:r>
        <w:tab/>
        <w:t>7.089e0</w:t>
      </w:r>
    </w:p>
    <w:p w:rsidR="007B2329" w:rsidRDefault="007B2329" w:rsidP="007B2329">
      <w:r>
        <w:t>584.5768</w:t>
      </w:r>
      <w:r>
        <w:tab/>
        <w:t>1.823e1</w:t>
      </w:r>
    </w:p>
    <w:p w:rsidR="007B2329" w:rsidRDefault="007B2329" w:rsidP="007B2329">
      <w:r>
        <w:t>584.5943</w:t>
      </w:r>
      <w:r>
        <w:tab/>
        <w:t>2.025e0</w:t>
      </w:r>
    </w:p>
    <w:p w:rsidR="007B2329" w:rsidRDefault="007B2329" w:rsidP="007B2329">
      <w:r>
        <w:t>584.6031</w:t>
      </w:r>
      <w:r>
        <w:tab/>
        <w:t>2.025e1</w:t>
      </w:r>
    </w:p>
    <w:p w:rsidR="007B2329" w:rsidRDefault="007B2329" w:rsidP="007B2329">
      <w:r>
        <w:t>584.6089</w:t>
      </w:r>
      <w:r>
        <w:tab/>
        <w:t>3.038e0</w:t>
      </w:r>
    </w:p>
    <w:p w:rsidR="007B2329" w:rsidRDefault="007B2329" w:rsidP="007B2329">
      <w:r>
        <w:lastRenderedPageBreak/>
        <w:t>584.6217</w:t>
      </w:r>
      <w:r>
        <w:tab/>
        <w:t>3.038e0</w:t>
      </w:r>
    </w:p>
    <w:p w:rsidR="007B2329" w:rsidRDefault="007B2329" w:rsidP="007B2329">
      <w:r>
        <w:t>584.6475</w:t>
      </w:r>
      <w:r>
        <w:tab/>
        <w:t>6.076e0</w:t>
      </w:r>
    </w:p>
    <w:p w:rsidR="007B2329" w:rsidRDefault="007B2329" w:rsidP="007B2329">
      <w:r>
        <w:t>584.6513</w:t>
      </w:r>
      <w:r>
        <w:tab/>
        <w:t>6.280e0</w:t>
      </w:r>
    </w:p>
    <w:p w:rsidR="007B2329" w:rsidRDefault="007B2329" w:rsidP="007B2329">
      <w:r>
        <w:t>584.6523</w:t>
      </w:r>
      <w:r>
        <w:tab/>
        <w:t>2.025e0</w:t>
      </w:r>
    </w:p>
    <w:p w:rsidR="007B2329" w:rsidRDefault="007B2329" w:rsidP="007B2329">
      <w:r>
        <w:t>584.6675</w:t>
      </w:r>
      <w:r>
        <w:tab/>
        <w:t>1.013e0</w:t>
      </w:r>
    </w:p>
    <w:p w:rsidR="007B2329" w:rsidRDefault="007B2329" w:rsidP="007B2329">
      <w:r>
        <w:t>584.6801</w:t>
      </w:r>
      <w:r>
        <w:tab/>
        <w:t>3.038e0</w:t>
      </w:r>
    </w:p>
    <w:p w:rsidR="007B2329" w:rsidRDefault="007B2329" w:rsidP="007B2329">
      <w:r>
        <w:t>584.6826</w:t>
      </w:r>
      <w:r>
        <w:tab/>
        <w:t>1.270e1</w:t>
      </w:r>
    </w:p>
    <w:p w:rsidR="007B2329" w:rsidRDefault="007B2329" w:rsidP="007B2329">
      <w:r>
        <w:t>584.6969</w:t>
      </w:r>
      <w:r>
        <w:tab/>
        <w:t>1.519e1</w:t>
      </w:r>
    </w:p>
    <w:p w:rsidR="007B2329" w:rsidRDefault="007B2329" w:rsidP="007B2329">
      <w:r>
        <w:t>584.7171</w:t>
      </w:r>
      <w:r>
        <w:tab/>
        <w:t>1.729e0</w:t>
      </w:r>
    </w:p>
    <w:p w:rsidR="007B2329" w:rsidRDefault="007B2329" w:rsidP="007B2329">
      <w:r>
        <w:t>584.7191</w:t>
      </w:r>
      <w:r>
        <w:tab/>
        <w:t>3.038e0</w:t>
      </w:r>
    </w:p>
    <w:p w:rsidR="007B2329" w:rsidRDefault="007B2329" w:rsidP="007B2329">
      <w:r>
        <w:t>584.7211</w:t>
      </w:r>
      <w:r>
        <w:tab/>
        <w:t>3.051e0</w:t>
      </w:r>
    </w:p>
    <w:p w:rsidR="007B2329" w:rsidRDefault="007B2329" w:rsidP="007B2329">
      <w:r>
        <w:t>584.7683</w:t>
      </w:r>
      <w:r>
        <w:tab/>
        <w:t>4.051e0</w:t>
      </w:r>
    </w:p>
    <w:p w:rsidR="007B2329" w:rsidRDefault="007B2329" w:rsidP="007B2329">
      <w:r>
        <w:t>584.7709</w:t>
      </w:r>
      <w:r>
        <w:tab/>
        <w:t>3.038e0</w:t>
      </w:r>
    </w:p>
    <w:p w:rsidR="007B2329" w:rsidRDefault="007B2329" w:rsidP="007B2329">
      <w:r>
        <w:t>584.7731</w:t>
      </w:r>
      <w:r>
        <w:tab/>
        <w:t>3.051e0</w:t>
      </w:r>
    </w:p>
    <w:p w:rsidR="007B2329" w:rsidRDefault="007B2329" w:rsidP="007B2329">
      <w:r>
        <w:t>584.7816</w:t>
      </w:r>
      <w:r>
        <w:tab/>
        <w:t>7.089e0</w:t>
      </w:r>
    </w:p>
    <w:p w:rsidR="007B2329" w:rsidRDefault="007B2329" w:rsidP="007B2329">
      <w:r>
        <w:t>584.7878</w:t>
      </w:r>
      <w:r>
        <w:tab/>
        <w:t>1.013e0</w:t>
      </w:r>
    </w:p>
    <w:p w:rsidR="007B2329" w:rsidRDefault="007B2329" w:rsidP="007B2329">
      <w:r>
        <w:t>584.8153</w:t>
      </w:r>
      <w:r>
        <w:tab/>
        <w:t>6.076e0</w:t>
      </w:r>
    </w:p>
    <w:p w:rsidR="007B2329" w:rsidRDefault="007B2329" w:rsidP="007B2329">
      <w:r>
        <w:t>584.8437</w:t>
      </w:r>
      <w:r>
        <w:tab/>
        <w:t>2.025e0</w:t>
      </w:r>
    </w:p>
    <w:p w:rsidR="007B2329" w:rsidRDefault="007B2329" w:rsidP="007B2329">
      <w:r>
        <w:t>584.8477</w:t>
      </w:r>
      <w:r>
        <w:tab/>
        <w:t>6.042e0</w:t>
      </w:r>
    </w:p>
    <w:p w:rsidR="007B2329" w:rsidRDefault="007B2329" w:rsidP="007B2329">
      <w:r>
        <w:lastRenderedPageBreak/>
        <w:t>584.8644</w:t>
      </w:r>
      <w:r>
        <w:tab/>
        <w:t>6.168e0</w:t>
      </w:r>
    </w:p>
    <w:p w:rsidR="007B2329" w:rsidRDefault="007B2329" w:rsidP="007B2329">
      <w:r>
        <w:t>584.8739</w:t>
      </w:r>
      <w:r>
        <w:tab/>
        <w:t>4.051e0</w:t>
      </w:r>
    </w:p>
    <w:p w:rsidR="007B2329" w:rsidRDefault="007B2329" w:rsidP="007B2329">
      <w:r>
        <w:t>584.8849</w:t>
      </w:r>
      <w:r>
        <w:tab/>
        <w:t>6.076e0</w:t>
      </w:r>
    </w:p>
    <w:p w:rsidR="007B2329" w:rsidRDefault="007B2329" w:rsidP="007B2329">
      <w:r>
        <w:t>584.9276</w:t>
      </w:r>
      <w:r>
        <w:tab/>
        <w:t>1.013e0</w:t>
      </w:r>
    </w:p>
    <w:p w:rsidR="007B2329" w:rsidRDefault="007B2329" w:rsidP="007B2329">
      <w:r>
        <w:t>584.9369</w:t>
      </w:r>
      <w:r>
        <w:tab/>
        <w:t>4.051e0</w:t>
      </w:r>
    </w:p>
    <w:p w:rsidR="007B2329" w:rsidRDefault="007B2329" w:rsidP="007B2329">
      <w:r>
        <w:t>584.9457</w:t>
      </w:r>
      <w:r>
        <w:tab/>
        <w:t>1.013e0</w:t>
      </w:r>
    </w:p>
    <w:p w:rsidR="007B2329" w:rsidRDefault="007B2329" w:rsidP="007B2329">
      <w:r>
        <w:t>584.9581</w:t>
      </w:r>
      <w:r>
        <w:tab/>
        <w:t>2.025e0</w:t>
      </w:r>
    </w:p>
    <w:p w:rsidR="007B2329" w:rsidRDefault="007B2329" w:rsidP="007B2329">
      <w:r>
        <w:t>584.9761</w:t>
      </w:r>
      <w:r>
        <w:tab/>
        <w:t>3.038e0</w:t>
      </w:r>
    </w:p>
    <w:p w:rsidR="007B2329" w:rsidRDefault="007B2329" w:rsidP="007B2329">
      <w:r>
        <w:t>584.9987</w:t>
      </w:r>
      <w:r>
        <w:tab/>
        <w:t>2.025e0</w:t>
      </w:r>
    </w:p>
    <w:p w:rsidR="007B2329" w:rsidRDefault="007B2329" w:rsidP="007B2329">
      <w:r>
        <w:t>585.0017</w:t>
      </w:r>
      <w:r>
        <w:tab/>
        <w:t>6.076e0</w:t>
      </w:r>
    </w:p>
    <w:p w:rsidR="007B2329" w:rsidRDefault="007B2329" w:rsidP="007B2329">
      <w:r>
        <w:t>585.0089</w:t>
      </w:r>
      <w:r>
        <w:tab/>
        <w:t>9.088e0</w:t>
      </w:r>
    </w:p>
    <w:p w:rsidR="007B2329" w:rsidRDefault="007B2329" w:rsidP="007B2329">
      <w:r>
        <w:t>585.0284</w:t>
      </w:r>
      <w:r>
        <w:tab/>
        <w:t>4.051e0</w:t>
      </w:r>
    </w:p>
    <w:p w:rsidR="007B2329" w:rsidRDefault="007B2329" w:rsidP="007B2329">
      <w:r>
        <w:t>585.0297</w:t>
      </w:r>
      <w:r>
        <w:tab/>
        <w:t>4.051e0</w:t>
      </w:r>
    </w:p>
    <w:p w:rsidR="007B2329" w:rsidRDefault="007B2329" w:rsidP="007B2329">
      <w:r>
        <w:t>585.0389</w:t>
      </w:r>
      <w:r>
        <w:tab/>
        <w:t>1.013e0</w:t>
      </w:r>
    </w:p>
    <w:p w:rsidR="007B2329" w:rsidRDefault="007B2329" w:rsidP="007B2329">
      <w:r>
        <w:t>585.0725</w:t>
      </w:r>
      <w:r>
        <w:tab/>
        <w:t>8.577e0</w:t>
      </w:r>
    </w:p>
    <w:p w:rsidR="007B2329" w:rsidRDefault="007B2329" w:rsidP="007B2329">
      <w:r>
        <w:t>585.0784</w:t>
      </w:r>
      <w:r>
        <w:tab/>
        <w:t>3.522e0</w:t>
      </w:r>
    </w:p>
    <w:p w:rsidR="007B2329" w:rsidRDefault="007B2329" w:rsidP="007B2329">
      <w:r>
        <w:t>585.0951</w:t>
      </w:r>
      <w:r>
        <w:tab/>
        <w:t>3.798e-2</w:t>
      </w:r>
    </w:p>
    <w:p w:rsidR="007B2329" w:rsidRDefault="007B2329" w:rsidP="007B2329">
      <w:r>
        <w:t>585.1093</w:t>
      </w:r>
      <w:r>
        <w:tab/>
        <w:t>1.013e0</w:t>
      </w:r>
    </w:p>
    <w:p w:rsidR="007B2329" w:rsidRDefault="007B2329" w:rsidP="007B2329">
      <w:r>
        <w:t>585.1129</w:t>
      </w:r>
      <w:r>
        <w:tab/>
        <w:t>3.038e0</w:t>
      </w:r>
    </w:p>
    <w:p w:rsidR="007B2329" w:rsidRDefault="007B2329" w:rsidP="007B2329">
      <w:r>
        <w:lastRenderedPageBreak/>
        <w:t>585.1208</w:t>
      </w:r>
      <w:r>
        <w:tab/>
        <w:t>3.038e0</w:t>
      </w:r>
    </w:p>
    <w:p w:rsidR="007B2329" w:rsidRDefault="007B2329" w:rsidP="007B2329">
      <w:r>
        <w:t>585.1293</w:t>
      </w:r>
      <w:r>
        <w:tab/>
        <w:t>1.013e0</w:t>
      </w:r>
    </w:p>
    <w:p w:rsidR="007B2329" w:rsidRDefault="007B2329" w:rsidP="007B2329">
      <w:r>
        <w:t>585.1496</w:t>
      </w:r>
      <w:r>
        <w:tab/>
        <w:t>1.013e0</w:t>
      </w:r>
    </w:p>
    <w:p w:rsidR="007B2329" w:rsidRDefault="007B2329" w:rsidP="007B2329">
      <w:r>
        <w:t>585.1593</w:t>
      </w:r>
      <w:r>
        <w:tab/>
        <w:t>2.025e0</w:t>
      </w:r>
    </w:p>
    <w:p w:rsidR="007B2329" w:rsidRDefault="007B2329" w:rsidP="007B2329">
      <w:r>
        <w:t>585.1918</w:t>
      </w:r>
      <w:r>
        <w:tab/>
        <w:t>9.745e0</w:t>
      </w:r>
    </w:p>
    <w:p w:rsidR="007B2329" w:rsidRDefault="007B2329" w:rsidP="007B2329">
      <w:r>
        <w:t>585.1959</w:t>
      </w:r>
      <w:r>
        <w:tab/>
        <w:t>1.013e0</w:t>
      </w:r>
    </w:p>
    <w:p w:rsidR="007B2329" w:rsidRDefault="007B2329" w:rsidP="007B2329">
      <w:r>
        <w:t>585.2147</w:t>
      </w:r>
      <w:r>
        <w:tab/>
        <w:t>3.038e0</w:t>
      </w:r>
    </w:p>
    <w:p w:rsidR="007B2329" w:rsidRDefault="007B2329" w:rsidP="007B2329">
      <w:r>
        <w:t>585.2321</w:t>
      </w:r>
      <w:r>
        <w:tab/>
        <w:t>3.544e0</w:t>
      </w:r>
    </w:p>
    <w:p w:rsidR="007B2329" w:rsidRDefault="007B2329" w:rsidP="007B2329">
      <w:r>
        <w:t>585.2343</w:t>
      </w:r>
      <w:r>
        <w:tab/>
        <w:t>8.067e0</w:t>
      </w:r>
    </w:p>
    <w:p w:rsidR="007B2329" w:rsidRDefault="007B2329" w:rsidP="007B2329">
      <w:r>
        <w:t>585.2446</w:t>
      </w:r>
      <w:r>
        <w:tab/>
        <w:t>5.057e0</w:t>
      </w:r>
    </w:p>
    <w:p w:rsidR="007B2329" w:rsidRDefault="007B2329" w:rsidP="007B2329">
      <w:r>
        <w:t>585.2889</w:t>
      </w:r>
      <w:r>
        <w:tab/>
        <w:t>4.051e0</w:t>
      </w:r>
    </w:p>
    <w:p w:rsidR="007B2329" w:rsidRDefault="007B2329" w:rsidP="007B2329">
      <w:r>
        <w:t>585.3311</w:t>
      </w:r>
      <w:r>
        <w:tab/>
        <w:t>2.025e0</w:t>
      </w:r>
    </w:p>
    <w:p w:rsidR="007B2329" w:rsidRDefault="007B2329" w:rsidP="007B2329">
      <w:r>
        <w:t>585.3514</w:t>
      </w:r>
      <w:r>
        <w:tab/>
        <w:t>3.243e1</w:t>
      </w:r>
    </w:p>
    <w:p w:rsidR="007B2329" w:rsidRDefault="007B2329" w:rsidP="007B2329">
      <w:r>
        <w:t>585.3546</w:t>
      </w:r>
      <w:r>
        <w:tab/>
        <w:t>2.141e1</w:t>
      </w:r>
    </w:p>
    <w:p w:rsidR="007B2329" w:rsidRDefault="007B2329" w:rsidP="007B2329">
      <w:r>
        <w:t>585.3563</w:t>
      </w:r>
      <w:r>
        <w:tab/>
        <w:t>1.299e2</w:t>
      </w:r>
    </w:p>
    <w:p w:rsidR="007B2329" w:rsidRDefault="007B2329" w:rsidP="007B2329">
      <w:r>
        <w:t>585.3587</w:t>
      </w:r>
      <w:r>
        <w:tab/>
        <w:t>1.557e2</w:t>
      </w:r>
    </w:p>
    <w:p w:rsidR="007B2329" w:rsidRDefault="007B2329" w:rsidP="007B2329">
      <w:r>
        <w:t>585.3597</w:t>
      </w:r>
      <w:r>
        <w:tab/>
        <w:t>7.779e1</w:t>
      </w:r>
    </w:p>
    <w:p w:rsidR="007B2329" w:rsidRDefault="007B2329" w:rsidP="007B2329">
      <w:r>
        <w:t>585.3624</w:t>
      </w:r>
      <w:r>
        <w:tab/>
        <w:t>1.620e2</w:t>
      </w:r>
    </w:p>
    <w:p w:rsidR="007B2329" w:rsidRDefault="007B2329" w:rsidP="007B2329">
      <w:r>
        <w:t>585.4116</w:t>
      </w:r>
      <w:r>
        <w:tab/>
        <w:t>1.013e0</w:t>
      </w:r>
    </w:p>
    <w:p w:rsidR="007B2329" w:rsidRDefault="007B2329" w:rsidP="007B2329">
      <w:r>
        <w:lastRenderedPageBreak/>
        <w:t>585.4266</w:t>
      </w:r>
      <w:r>
        <w:tab/>
        <w:t>6.881e0</w:t>
      </w:r>
    </w:p>
    <w:p w:rsidR="007B2329" w:rsidRDefault="007B2329" w:rsidP="007B2329">
      <w:r>
        <w:t>585.4637</w:t>
      </w:r>
      <w:r>
        <w:tab/>
        <w:t>3.038e0</w:t>
      </w:r>
    </w:p>
    <w:p w:rsidR="007B2329" w:rsidRDefault="007B2329" w:rsidP="007B2329">
      <w:r>
        <w:t>585.4808</w:t>
      </w:r>
      <w:r>
        <w:tab/>
        <w:t>6.076e0</w:t>
      </w:r>
    </w:p>
    <w:p w:rsidR="007B2329" w:rsidRDefault="007B2329" w:rsidP="007B2329">
      <w:r>
        <w:t>585.4962</w:t>
      </w:r>
      <w:r>
        <w:tab/>
        <w:t>1.013e1</w:t>
      </w:r>
    </w:p>
    <w:p w:rsidR="007B2329" w:rsidRDefault="007B2329" w:rsidP="007B2329">
      <w:r>
        <w:t>585.5186</w:t>
      </w:r>
      <w:r>
        <w:tab/>
        <w:t>7.089e0</w:t>
      </w:r>
    </w:p>
    <w:p w:rsidR="007B2329" w:rsidRDefault="007B2329" w:rsidP="007B2329">
      <w:r>
        <w:t>585.5203</w:t>
      </w:r>
      <w:r>
        <w:tab/>
        <w:t>7.089e0</w:t>
      </w:r>
    </w:p>
    <w:p w:rsidR="007B2329" w:rsidRDefault="007B2329" w:rsidP="007B2329">
      <w:r>
        <w:t>585.5364</w:t>
      </w:r>
      <w:r>
        <w:tab/>
        <w:t>6.076e0</w:t>
      </w:r>
    </w:p>
    <w:p w:rsidR="007B2329" w:rsidRDefault="007B2329" w:rsidP="007B2329">
      <w:r>
        <w:t>585.5608</w:t>
      </w:r>
      <w:r>
        <w:tab/>
        <w:t>4.095e0</w:t>
      </w:r>
    </w:p>
    <w:p w:rsidR="007B2329" w:rsidRDefault="007B2329" w:rsidP="007B2329">
      <w:r>
        <w:t>585.5972</w:t>
      </w:r>
      <w:r>
        <w:tab/>
        <w:t>2.025e0</w:t>
      </w:r>
    </w:p>
    <w:p w:rsidR="007B2329" w:rsidRDefault="007B2329" w:rsidP="007B2329">
      <w:r>
        <w:t>585.6028</w:t>
      </w:r>
      <w:r>
        <w:tab/>
        <w:t>8.250e0</w:t>
      </w:r>
    </w:p>
    <w:p w:rsidR="007B2329" w:rsidRDefault="007B2329" w:rsidP="007B2329">
      <w:r>
        <w:t>585.6299</w:t>
      </w:r>
      <w:r>
        <w:tab/>
        <w:t>2.038e0</w:t>
      </w:r>
    </w:p>
    <w:p w:rsidR="007B2329" w:rsidRDefault="007B2329" w:rsidP="007B2329">
      <w:r>
        <w:t>585.6635</w:t>
      </w:r>
      <w:r>
        <w:tab/>
        <w:t>5.063e0</w:t>
      </w:r>
    </w:p>
    <w:p w:rsidR="007B2329" w:rsidRDefault="007B2329" w:rsidP="007B2329">
      <w:r>
        <w:t>585.6714</w:t>
      </w:r>
      <w:r>
        <w:tab/>
        <w:t>5.063e0</w:t>
      </w:r>
    </w:p>
    <w:p w:rsidR="007B2329" w:rsidRDefault="007B2329" w:rsidP="007B2329">
      <w:r>
        <w:t>585.6783</w:t>
      </w:r>
      <w:r>
        <w:tab/>
        <w:t>1.013e0</w:t>
      </w:r>
    </w:p>
    <w:p w:rsidR="007B2329" w:rsidRDefault="007B2329" w:rsidP="007B2329">
      <w:r>
        <w:t>585.6966</w:t>
      </w:r>
      <w:r>
        <w:tab/>
        <w:t>1.013e0</w:t>
      </w:r>
    </w:p>
    <w:p w:rsidR="007B2329" w:rsidRDefault="007B2329" w:rsidP="007B2329">
      <w:r>
        <w:t>585.7028</w:t>
      </w:r>
      <w:r>
        <w:tab/>
        <w:t>5.849e0</w:t>
      </w:r>
    </w:p>
    <w:p w:rsidR="007B2329" w:rsidRDefault="007B2329" w:rsidP="007B2329">
      <w:r>
        <w:t>585.7327</w:t>
      </w:r>
      <w:r>
        <w:tab/>
        <w:t>3.038e0</w:t>
      </w:r>
    </w:p>
    <w:p w:rsidR="007B2329" w:rsidRDefault="007B2329" w:rsidP="007B2329">
      <w:r>
        <w:t>585.7399</w:t>
      </w:r>
      <w:r>
        <w:tab/>
        <w:t>4.051e0</w:t>
      </w:r>
    </w:p>
    <w:p w:rsidR="007B2329" w:rsidRDefault="007B2329" w:rsidP="007B2329">
      <w:r>
        <w:t>585.7737</w:t>
      </w:r>
      <w:r>
        <w:tab/>
        <w:t>3.038e0</w:t>
      </w:r>
    </w:p>
    <w:p w:rsidR="007B2329" w:rsidRDefault="007B2329" w:rsidP="007B2329">
      <w:r>
        <w:lastRenderedPageBreak/>
        <w:t>585.7823</w:t>
      </w:r>
      <w:r>
        <w:tab/>
        <w:t>4.051e0</w:t>
      </w:r>
    </w:p>
    <w:p w:rsidR="007B2329" w:rsidRDefault="007B2329" w:rsidP="007B2329">
      <w:r>
        <w:t>585.7957</w:t>
      </w:r>
      <w:r>
        <w:tab/>
        <w:t>3.891e0</w:t>
      </w:r>
    </w:p>
    <w:p w:rsidR="007B2329" w:rsidRDefault="007B2329" w:rsidP="007B2329">
      <w:r>
        <w:t>585.8311</w:t>
      </w:r>
      <w:r>
        <w:tab/>
        <w:t>2.025e0</w:t>
      </w:r>
    </w:p>
    <w:p w:rsidR="007B2329" w:rsidRDefault="007B2329" w:rsidP="007B2329">
      <w:r>
        <w:t>585.8514</w:t>
      </w:r>
      <w:r>
        <w:tab/>
        <w:t>3.038e0</w:t>
      </w:r>
    </w:p>
    <w:p w:rsidR="007B2329" w:rsidRDefault="007B2329" w:rsidP="007B2329">
      <w:r>
        <w:t>585.8694</w:t>
      </w:r>
      <w:r>
        <w:tab/>
        <w:t>3.038e0</w:t>
      </w:r>
    </w:p>
    <w:p w:rsidR="007B2329" w:rsidRDefault="007B2329" w:rsidP="007B2329">
      <w:r>
        <w:t>585.8908</w:t>
      </w:r>
      <w:r>
        <w:tab/>
        <w:t>3.038e0</w:t>
      </w:r>
    </w:p>
    <w:p w:rsidR="007B2329" w:rsidRDefault="007B2329" w:rsidP="007B2329">
      <w:r>
        <w:t>585.8921</w:t>
      </w:r>
      <w:r>
        <w:tab/>
        <w:t>4.051e0</w:t>
      </w:r>
    </w:p>
    <w:p w:rsidR="007B2329" w:rsidRDefault="007B2329" w:rsidP="007B2329">
      <w:r>
        <w:t>585.8950</w:t>
      </w:r>
      <w:r>
        <w:tab/>
        <w:t>2.025e0</w:t>
      </w:r>
    </w:p>
    <w:p w:rsidR="007B2329" w:rsidRDefault="007B2329" w:rsidP="007B2329">
      <w:r>
        <w:t>585.8990</w:t>
      </w:r>
      <w:r>
        <w:tab/>
        <w:t>8.101e0</w:t>
      </w:r>
    </w:p>
    <w:p w:rsidR="007B2329" w:rsidRDefault="007B2329" w:rsidP="007B2329">
      <w:r>
        <w:t>585.9015</w:t>
      </w:r>
      <w:r>
        <w:tab/>
        <w:t>2.025e0</w:t>
      </w:r>
    </w:p>
    <w:p w:rsidR="007B2329" w:rsidRDefault="007B2329" w:rsidP="007B2329">
      <w:r>
        <w:t>585.9032</w:t>
      </w:r>
      <w:r>
        <w:tab/>
        <w:t>4.051e0</w:t>
      </w:r>
    </w:p>
    <w:p w:rsidR="007B2329" w:rsidRDefault="007B2329" w:rsidP="007B2329">
      <w:r>
        <w:t>585.9132</w:t>
      </w:r>
      <w:r>
        <w:tab/>
        <w:t>1.013e0</w:t>
      </w:r>
    </w:p>
    <w:p w:rsidR="007B2329" w:rsidRDefault="007B2329" w:rsidP="007B2329">
      <w:r>
        <w:t>585.9434</w:t>
      </w:r>
      <w:r>
        <w:tab/>
        <w:t>1.013e0</w:t>
      </w:r>
    </w:p>
    <w:p w:rsidR="007B2329" w:rsidRDefault="007B2329" w:rsidP="007B2329">
      <w:r>
        <w:t>585.9533</w:t>
      </w:r>
      <w:r>
        <w:tab/>
        <w:t>4.051e0</w:t>
      </w:r>
    </w:p>
    <w:p w:rsidR="007B2329" w:rsidRDefault="007B2329" w:rsidP="007B2329">
      <w:r>
        <w:t>585.9829</w:t>
      </w:r>
      <w:r>
        <w:tab/>
        <w:t>3.038e0</w:t>
      </w:r>
    </w:p>
    <w:p w:rsidR="007B2329" w:rsidRDefault="007B2329" w:rsidP="007B2329">
      <w:r>
        <w:t>586.0096</w:t>
      </w:r>
      <w:r>
        <w:tab/>
        <w:t>5.063e0</w:t>
      </w:r>
    </w:p>
    <w:p w:rsidR="007B2329" w:rsidRDefault="007B2329" w:rsidP="007B2329">
      <w:r>
        <w:t>586.0146</w:t>
      </w:r>
      <w:r>
        <w:tab/>
        <w:t>5.063e0</w:t>
      </w:r>
    </w:p>
    <w:p w:rsidR="007B2329" w:rsidRDefault="007B2329" w:rsidP="007B2329">
      <w:r>
        <w:t>586.0182</w:t>
      </w:r>
      <w:r>
        <w:tab/>
        <w:t>3.038e0</w:t>
      </w:r>
    </w:p>
    <w:p w:rsidR="007B2329" w:rsidRDefault="007B2329" w:rsidP="007B2329">
      <w:r>
        <w:t>586.0232</w:t>
      </w:r>
      <w:r>
        <w:tab/>
        <w:t>3.273e0</w:t>
      </w:r>
    </w:p>
    <w:p w:rsidR="007B2329" w:rsidRDefault="007B2329" w:rsidP="007B2329">
      <w:r>
        <w:lastRenderedPageBreak/>
        <w:t>586.0341</w:t>
      </w:r>
      <w:r>
        <w:tab/>
        <w:t>1.013e0</w:t>
      </w:r>
    </w:p>
    <w:p w:rsidR="007B2329" w:rsidRDefault="007B2329" w:rsidP="007B2329">
      <w:r>
        <w:t>586.0439</w:t>
      </w:r>
      <w:r>
        <w:tab/>
        <w:t>1.013e0</w:t>
      </w:r>
    </w:p>
    <w:p w:rsidR="007B2329" w:rsidRDefault="007B2329" w:rsidP="007B2329">
      <w:r>
        <w:t>586.0786</w:t>
      </w:r>
      <w:r>
        <w:tab/>
        <w:t>3.038e0</w:t>
      </w:r>
    </w:p>
    <w:p w:rsidR="007B2329" w:rsidRDefault="007B2329" w:rsidP="007B2329">
      <w:r>
        <w:t>586.0844</w:t>
      </w:r>
      <w:r>
        <w:tab/>
        <w:t>3.038e0</w:t>
      </w:r>
    </w:p>
    <w:p w:rsidR="007B2329" w:rsidRDefault="007B2329" w:rsidP="007B2329">
      <w:r>
        <w:t>586.0892</w:t>
      </w:r>
      <w:r>
        <w:tab/>
        <w:t>5.241e0</w:t>
      </w:r>
    </w:p>
    <w:p w:rsidR="007B2329" w:rsidRDefault="007B2329" w:rsidP="007B2329">
      <w:r>
        <w:t>586.0975</w:t>
      </w:r>
      <w:r>
        <w:tab/>
        <w:t>1.025e0</w:t>
      </w:r>
    </w:p>
    <w:p w:rsidR="007B2329" w:rsidRDefault="007B2329" w:rsidP="007B2329">
      <w:r>
        <w:t>586.1268</w:t>
      </w:r>
      <w:r>
        <w:tab/>
        <w:t>2.025e0</w:t>
      </w:r>
    </w:p>
    <w:p w:rsidR="007B2329" w:rsidRDefault="007B2329" w:rsidP="007B2329">
      <w:r>
        <w:t>586.1332</w:t>
      </w:r>
      <w:r>
        <w:tab/>
        <w:t>2.025e0</w:t>
      </w:r>
    </w:p>
    <w:p w:rsidR="007B2329" w:rsidRDefault="007B2329" w:rsidP="007B2329">
      <w:r>
        <w:t>586.1389</w:t>
      </w:r>
      <w:r>
        <w:tab/>
        <w:t>5.056e0</w:t>
      </w:r>
    </w:p>
    <w:p w:rsidR="007B2329" w:rsidRDefault="007B2329" w:rsidP="007B2329">
      <w:r>
        <w:t>586.1546</w:t>
      </w:r>
      <w:r>
        <w:tab/>
        <w:t>1.013e0</w:t>
      </w:r>
    </w:p>
    <w:p w:rsidR="007B2329" w:rsidRDefault="007B2329" w:rsidP="007B2329">
      <w:r>
        <w:t>586.1577</w:t>
      </w:r>
      <w:r>
        <w:tab/>
        <w:t>4.051e0</w:t>
      </w:r>
    </w:p>
    <w:p w:rsidR="007B2329" w:rsidRDefault="007B2329" w:rsidP="007B2329">
      <w:r>
        <w:t>586.1609</w:t>
      </w:r>
      <w:r>
        <w:tab/>
        <w:t>2.025e0</w:t>
      </w:r>
    </w:p>
    <w:p w:rsidR="007B2329" w:rsidRDefault="007B2329" w:rsidP="007B2329">
      <w:r>
        <w:t>586.1647</w:t>
      </w:r>
      <w:r>
        <w:tab/>
        <w:t>1.013e0</w:t>
      </w:r>
    </w:p>
    <w:p w:rsidR="007B2329" w:rsidRDefault="007B2329" w:rsidP="007B2329">
      <w:r>
        <w:t>586.2051</w:t>
      </w:r>
      <w:r>
        <w:tab/>
        <w:t>1.013e0</w:t>
      </w:r>
    </w:p>
    <w:p w:rsidR="007B2329" w:rsidRDefault="007B2329" w:rsidP="007B2329">
      <w:r>
        <w:t>586.2451</w:t>
      </w:r>
      <w:r>
        <w:tab/>
        <w:t>1.013e0</w:t>
      </w:r>
    </w:p>
    <w:p w:rsidR="007B2329" w:rsidRDefault="007B2329" w:rsidP="007B2329">
      <w:r>
        <w:t>586.2513</w:t>
      </w:r>
      <w:r>
        <w:tab/>
        <w:t>2.457e0</w:t>
      </w:r>
    </w:p>
    <w:p w:rsidR="007B2329" w:rsidRDefault="007B2329" w:rsidP="007B2329">
      <w:r>
        <w:t>586.2580</w:t>
      </w:r>
      <w:r>
        <w:tab/>
        <w:t>1.326e1</w:t>
      </w:r>
    </w:p>
    <w:p w:rsidR="007B2329" w:rsidRDefault="007B2329" w:rsidP="007B2329">
      <w:r>
        <w:t>586.2671</w:t>
      </w:r>
      <w:r>
        <w:tab/>
        <w:t>1.700e0</w:t>
      </w:r>
    </w:p>
    <w:p w:rsidR="007B2329" w:rsidRDefault="007B2329" w:rsidP="007B2329">
      <w:r>
        <w:t>586.2698</w:t>
      </w:r>
      <w:r>
        <w:tab/>
        <w:t>1.169e0</w:t>
      </w:r>
    </w:p>
    <w:p w:rsidR="007B2329" w:rsidRDefault="007B2329" w:rsidP="007B2329">
      <w:r>
        <w:lastRenderedPageBreak/>
        <w:t>586.2751</w:t>
      </w:r>
      <w:r>
        <w:tab/>
        <w:t>1.488e0</w:t>
      </w:r>
    </w:p>
    <w:p w:rsidR="007B2329" w:rsidRDefault="007B2329" w:rsidP="007B2329">
      <w:r>
        <w:t>586.2778</w:t>
      </w:r>
      <w:r>
        <w:tab/>
        <w:t>1.160e1</w:t>
      </w:r>
    </w:p>
    <w:p w:rsidR="007B2329" w:rsidRDefault="007B2329" w:rsidP="007B2329">
      <w:r>
        <w:t>586.2914</w:t>
      </w:r>
      <w:r>
        <w:tab/>
        <w:t>2.069e0</w:t>
      </w:r>
    </w:p>
    <w:p w:rsidR="007B2329" w:rsidRDefault="007B2329" w:rsidP="007B2329">
      <w:r>
        <w:t>586.2956</w:t>
      </w:r>
      <w:r>
        <w:tab/>
        <w:t>2.636e0</w:t>
      </w:r>
    </w:p>
    <w:p w:rsidR="007B2329" w:rsidRDefault="007B2329" w:rsidP="007B2329">
      <w:r>
        <w:t>586.3054</w:t>
      </w:r>
      <w:r>
        <w:tab/>
        <w:t>1.013e0</w:t>
      </w:r>
    </w:p>
    <w:p w:rsidR="007B2329" w:rsidRDefault="007B2329" w:rsidP="007B2329">
      <w:r>
        <w:t>586.3347</w:t>
      </w:r>
      <w:r>
        <w:tab/>
        <w:t>4.610e0</w:t>
      </w:r>
    </w:p>
    <w:p w:rsidR="007B2329" w:rsidRDefault="007B2329" w:rsidP="007B2329">
      <w:r>
        <w:t>586.3427</w:t>
      </w:r>
      <w:r>
        <w:tab/>
        <w:t>4.705e0</w:t>
      </w:r>
    </w:p>
    <w:p w:rsidR="007B2329" w:rsidRDefault="007B2329" w:rsidP="007B2329">
      <w:r>
        <w:t>586.3528</w:t>
      </w:r>
      <w:r>
        <w:tab/>
        <w:t>1.693e0</w:t>
      </w:r>
    </w:p>
    <w:p w:rsidR="007B2329" w:rsidRDefault="007B2329" w:rsidP="007B2329">
      <w:r>
        <w:t>586.3557</w:t>
      </w:r>
      <w:r>
        <w:tab/>
        <w:t>3.139e0</w:t>
      </w:r>
    </w:p>
    <w:p w:rsidR="007B2329" w:rsidRDefault="007B2329" w:rsidP="007B2329">
      <w:r>
        <w:t>586.3592</w:t>
      </w:r>
      <w:r>
        <w:tab/>
        <w:t>2.109e1</w:t>
      </w:r>
    </w:p>
    <w:p w:rsidR="007B2329" w:rsidRDefault="007B2329" w:rsidP="007B2329">
      <w:r>
        <w:t>586.3670</w:t>
      </w:r>
      <w:r>
        <w:tab/>
        <w:t>1.988e1</w:t>
      </w:r>
    </w:p>
    <w:p w:rsidR="007B2329" w:rsidRDefault="007B2329" w:rsidP="007B2329">
      <w:r>
        <w:t>586.3779</w:t>
      </w:r>
      <w:r>
        <w:tab/>
        <w:t>1.139e1</w:t>
      </w:r>
    </w:p>
    <w:p w:rsidR="007B2329" w:rsidRDefault="007B2329" w:rsidP="007B2329">
      <w:r>
        <w:t>586.3903</w:t>
      </w:r>
      <w:r>
        <w:tab/>
        <w:t>3.080e0</w:t>
      </w:r>
    </w:p>
    <w:p w:rsidR="007B2329" w:rsidRDefault="007B2329" w:rsidP="007B2329">
      <w:r>
        <w:t>586.4083</w:t>
      </w:r>
      <w:r>
        <w:tab/>
        <w:t>7.187e0</w:t>
      </w:r>
    </w:p>
    <w:p w:rsidR="007B2329" w:rsidRDefault="007B2329" w:rsidP="007B2329">
      <w:r>
        <w:t>586.4307</w:t>
      </w:r>
      <w:r>
        <w:tab/>
        <w:t>3.083e0</w:t>
      </w:r>
    </w:p>
    <w:p w:rsidR="007B2329" w:rsidRDefault="007B2329" w:rsidP="007B2329">
      <w:r>
        <w:t>586.4359</w:t>
      </w:r>
      <w:r>
        <w:tab/>
        <w:t>4.765e0</w:t>
      </w:r>
    </w:p>
    <w:p w:rsidR="007B2329" w:rsidRDefault="007B2329" w:rsidP="007B2329">
      <w:r>
        <w:t>586.4457</w:t>
      </w:r>
      <w:r>
        <w:tab/>
        <w:t>1.013e0</w:t>
      </w:r>
    </w:p>
    <w:p w:rsidR="007B2329" w:rsidRDefault="007B2329" w:rsidP="007B2329">
      <w:r>
        <w:t>586.4666</w:t>
      </w:r>
      <w:r>
        <w:tab/>
        <w:t>1.266e-2</w:t>
      </w:r>
    </w:p>
    <w:p w:rsidR="007B2329" w:rsidRDefault="007B2329" w:rsidP="007B2329">
      <w:r>
        <w:t>586.4765</w:t>
      </w:r>
      <w:r>
        <w:tab/>
        <w:t>2.254e0</w:t>
      </w:r>
    </w:p>
    <w:p w:rsidR="007B2329" w:rsidRDefault="007B2329" w:rsidP="007B2329">
      <w:r>
        <w:lastRenderedPageBreak/>
        <w:t>586.4819</w:t>
      </w:r>
      <w:r>
        <w:tab/>
        <w:t>4.051e0</w:t>
      </w:r>
    </w:p>
    <w:p w:rsidR="007B2329" w:rsidRDefault="007B2329" w:rsidP="007B2329">
      <w:r>
        <w:t>586.5004</w:t>
      </w:r>
      <w:r>
        <w:tab/>
        <w:t>2.025e0</w:t>
      </w:r>
    </w:p>
    <w:p w:rsidR="007B2329" w:rsidRDefault="007B2329" w:rsidP="007B2329">
      <w:r>
        <w:t>586.5301</w:t>
      </w:r>
      <w:r>
        <w:tab/>
        <w:t>1.025e0</w:t>
      </w:r>
    </w:p>
    <w:p w:rsidR="007B2329" w:rsidRDefault="007B2329" w:rsidP="007B2329">
      <w:r>
        <w:t>586.5349</w:t>
      </w:r>
      <w:r>
        <w:tab/>
        <w:t>1.013e0</w:t>
      </w:r>
    </w:p>
    <w:p w:rsidR="007B2329" w:rsidRDefault="007B2329" w:rsidP="007B2329">
      <w:r>
        <w:t>586.5453</w:t>
      </w:r>
      <w:r>
        <w:tab/>
        <w:t>2.025e0</w:t>
      </w:r>
    </w:p>
    <w:p w:rsidR="007B2329" w:rsidRDefault="007B2329" w:rsidP="007B2329">
      <w:r>
        <w:t>586.5612</w:t>
      </w:r>
      <w:r>
        <w:tab/>
        <w:t>5.298e0</w:t>
      </w:r>
    </w:p>
    <w:p w:rsidR="007B2329" w:rsidRDefault="007B2329" w:rsidP="007B2329">
      <w:r>
        <w:t>586.5793</w:t>
      </w:r>
      <w:r>
        <w:tab/>
        <w:t>7.089e0</w:t>
      </w:r>
    </w:p>
    <w:p w:rsidR="007B2329" w:rsidRDefault="007B2329" w:rsidP="007B2329">
      <w:r>
        <w:t>586.5947</w:t>
      </w:r>
      <w:r>
        <w:tab/>
        <w:t>2.025e0</w:t>
      </w:r>
    </w:p>
    <w:p w:rsidR="007B2329" w:rsidRDefault="007B2329" w:rsidP="007B2329">
      <w:r>
        <w:t>586.6176</w:t>
      </w:r>
      <w:r>
        <w:tab/>
        <w:t>1.013e0</w:t>
      </w:r>
    </w:p>
    <w:p w:rsidR="007B2329" w:rsidRDefault="007B2329" w:rsidP="007B2329">
      <w:r>
        <w:t>586.6245</w:t>
      </w:r>
      <w:r>
        <w:tab/>
        <w:t>1.013e0</w:t>
      </w:r>
    </w:p>
    <w:p w:rsidR="007B2329" w:rsidRDefault="007B2329" w:rsidP="007B2329">
      <w:r>
        <w:t>586.6702</w:t>
      </w:r>
      <w:r>
        <w:tab/>
        <w:t>1.864e0</w:t>
      </w:r>
    </w:p>
    <w:p w:rsidR="007B2329" w:rsidRDefault="007B2329" w:rsidP="007B2329">
      <w:r>
        <w:t>586.6718</w:t>
      </w:r>
      <w:r>
        <w:tab/>
        <w:t>2.025e0</w:t>
      </w:r>
    </w:p>
    <w:p w:rsidR="007B2329" w:rsidRDefault="007B2329" w:rsidP="007B2329">
      <w:r>
        <w:t>586.6885</w:t>
      </w:r>
      <w:r>
        <w:tab/>
        <w:t>3.900e0</w:t>
      </w:r>
    </w:p>
    <w:p w:rsidR="007B2329" w:rsidRDefault="007B2329" w:rsidP="007B2329">
      <w:r>
        <w:t>586.6956</w:t>
      </w:r>
      <w:r>
        <w:tab/>
        <w:t>1.013e0</w:t>
      </w:r>
    </w:p>
    <w:p w:rsidR="007B2329" w:rsidRDefault="007B2329" w:rsidP="007B2329">
      <w:r>
        <w:t>586.6996</w:t>
      </w:r>
      <w:r>
        <w:tab/>
        <w:t>2.597e0</w:t>
      </w:r>
    </w:p>
    <w:p w:rsidR="007B2329" w:rsidRDefault="007B2329" w:rsidP="007B2329">
      <w:r>
        <w:t>586.7132</w:t>
      </w:r>
      <w:r>
        <w:tab/>
        <w:t>2.025e0</w:t>
      </w:r>
    </w:p>
    <w:p w:rsidR="007B2329" w:rsidRDefault="007B2329" w:rsidP="007B2329">
      <w:r>
        <w:t>586.7190</w:t>
      </w:r>
      <w:r>
        <w:tab/>
        <w:t>4.051e0</w:t>
      </w:r>
    </w:p>
    <w:p w:rsidR="007B2329" w:rsidRDefault="007B2329" w:rsidP="007B2329">
      <w:r>
        <w:t>586.7813</w:t>
      </w:r>
      <w:r>
        <w:tab/>
        <w:t>3.038e0</w:t>
      </w:r>
    </w:p>
    <w:p w:rsidR="007B2329" w:rsidRDefault="007B2329" w:rsidP="007B2329">
      <w:r>
        <w:t>586.7926</w:t>
      </w:r>
      <w:r>
        <w:tab/>
        <w:t>3.038e0</w:t>
      </w:r>
    </w:p>
    <w:p w:rsidR="007B2329" w:rsidRDefault="007B2329" w:rsidP="007B2329">
      <w:r>
        <w:lastRenderedPageBreak/>
        <w:t>586.8001</w:t>
      </w:r>
      <w:r>
        <w:tab/>
        <w:t>2.025e0</w:t>
      </w:r>
    </w:p>
    <w:p w:rsidR="007B2329" w:rsidRDefault="007B2329" w:rsidP="007B2329">
      <w:r>
        <w:t>586.8084</w:t>
      </w:r>
      <w:r>
        <w:tab/>
        <w:t>2.025e0</w:t>
      </w:r>
    </w:p>
    <w:p w:rsidR="007B2329" w:rsidRDefault="007B2329" w:rsidP="007B2329">
      <w:r>
        <w:t>586.8138</w:t>
      </w:r>
      <w:r>
        <w:tab/>
        <w:t>2.025e0</w:t>
      </w:r>
    </w:p>
    <w:p w:rsidR="007B2329" w:rsidRDefault="007B2329" w:rsidP="007B2329">
      <w:r>
        <w:t>586.8289</w:t>
      </w:r>
      <w:r>
        <w:tab/>
        <w:t>2.025e0</w:t>
      </w:r>
    </w:p>
    <w:p w:rsidR="007B2329" w:rsidRDefault="007B2329" w:rsidP="007B2329">
      <w:r>
        <w:t>586.8384</w:t>
      </w:r>
      <w:r>
        <w:tab/>
        <w:t>1.013e0</w:t>
      </w:r>
    </w:p>
    <w:p w:rsidR="007B2329" w:rsidRDefault="007B2329" w:rsidP="007B2329">
      <w:r>
        <w:t>586.9096</w:t>
      </w:r>
      <w:r>
        <w:tab/>
        <w:t>1.013e0</w:t>
      </w:r>
    </w:p>
    <w:p w:rsidR="007B2329" w:rsidRDefault="007B2329" w:rsidP="007B2329">
      <w:r>
        <w:t>586.9115</w:t>
      </w:r>
      <w:r>
        <w:tab/>
        <w:t>1.013e0</w:t>
      </w:r>
    </w:p>
    <w:p w:rsidR="007B2329" w:rsidRDefault="007B2329" w:rsidP="007B2329">
      <w:r>
        <w:t>586.9276</w:t>
      </w:r>
      <w:r>
        <w:tab/>
        <w:t>1.013e0</w:t>
      </w:r>
    </w:p>
    <w:p w:rsidR="007B2329" w:rsidRDefault="007B2329" w:rsidP="007B2329">
      <w:r>
        <w:t>586.9297</w:t>
      </w:r>
      <w:r>
        <w:tab/>
        <w:t>1.013e0</w:t>
      </w:r>
    </w:p>
    <w:p w:rsidR="007B2329" w:rsidRDefault="007B2329" w:rsidP="007B2329">
      <w:r>
        <w:t>586.9318</w:t>
      </w:r>
      <w:r>
        <w:tab/>
        <w:t>9.114e0</w:t>
      </w:r>
    </w:p>
    <w:p w:rsidR="007B2329" w:rsidRDefault="007B2329" w:rsidP="007B2329">
      <w:r>
        <w:t>586.9462</w:t>
      </w:r>
      <w:r>
        <w:tab/>
        <w:t>1.013e0</w:t>
      </w:r>
    </w:p>
    <w:p w:rsidR="007B2329" w:rsidRDefault="007B2329" w:rsidP="007B2329">
      <w:r>
        <w:t>586.9497</w:t>
      </w:r>
      <w:r>
        <w:tab/>
        <w:t>1.013e0</w:t>
      </w:r>
    </w:p>
    <w:p w:rsidR="007B2329" w:rsidRDefault="007B2329" w:rsidP="007B2329">
      <w:r>
        <w:t>586.9802</w:t>
      </w:r>
      <w:r>
        <w:tab/>
        <w:t>2.025e0</w:t>
      </w:r>
    </w:p>
    <w:p w:rsidR="007B2329" w:rsidRDefault="007B2329" w:rsidP="007B2329">
      <w:r>
        <w:t>586.9902</w:t>
      </w:r>
      <w:r>
        <w:tab/>
        <w:t>1.013e0</w:t>
      </w:r>
    </w:p>
    <w:p w:rsidR="007B2329" w:rsidRDefault="007B2329" w:rsidP="007B2329">
      <w:r>
        <w:t>587.0107</w:t>
      </w:r>
      <w:r>
        <w:tab/>
        <w:t>4.883e0</w:t>
      </w:r>
    </w:p>
    <w:p w:rsidR="007B2329" w:rsidRDefault="007B2329" w:rsidP="007B2329">
      <w:r>
        <w:t>587.0200</w:t>
      </w:r>
      <w:r>
        <w:tab/>
        <w:t>5.063e0</w:t>
      </w:r>
    </w:p>
    <w:p w:rsidR="007B2329" w:rsidRDefault="007B2329" w:rsidP="007B2329">
      <w:r>
        <w:t>587.0718</w:t>
      </w:r>
      <w:r>
        <w:tab/>
        <w:t>4.051e0</w:t>
      </w:r>
    </w:p>
    <w:p w:rsidR="007B2329" w:rsidRDefault="007B2329" w:rsidP="007B2329">
      <w:r>
        <w:t>587.0808</w:t>
      </w:r>
      <w:r>
        <w:tab/>
        <w:t>1.013e0</w:t>
      </w:r>
    </w:p>
    <w:p w:rsidR="007B2329" w:rsidRDefault="007B2329" w:rsidP="007B2329">
      <w:r>
        <w:t>587.1039</w:t>
      </w:r>
      <w:r>
        <w:tab/>
        <w:t>5.063e0</w:t>
      </w:r>
    </w:p>
    <w:p w:rsidR="007B2329" w:rsidRDefault="007B2329" w:rsidP="007B2329">
      <w:r>
        <w:lastRenderedPageBreak/>
        <w:t>587.1136</w:t>
      </w:r>
      <w:r>
        <w:tab/>
        <w:t>6.076e0</w:t>
      </w:r>
    </w:p>
    <w:p w:rsidR="007B2329" w:rsidRDefault="007B2329" w:rsidP="007B2329">
      <w:r>
        <w:t>587.1212</w:t>
      </w:r>
      <w:r>
        <w:tab/>
        <w:t>1.013e0</w:t>
      </w:r>
    </w:p>
    <w:p w:rsidR="007B2329" w:rsidRDefault="007B2329" w:rsidP="007B2329">
      <w:r>
        <w:t>587.1513</w:t>
      </w:r>
      <w:r>
        <w:tab/>
        <w:t>5.063e0</w:t>
      </w:r>
    </w:p>
    <w:p w:rsidR="007B2329" w:rsidRDefault="007B2329" w:rsidP="007B2329">
      <w:r>
        <w:t>587.1717</w:t>
      </w:r>
      <w:r>
        <w:tab/>
        <w:t>1.013e0</w:t>
      </w:r>
    </w:p>
    <w:p w:rsidR="007B2329" w:rsidRDefault="007B2329" w:rsidP="007B2329">
      <w:r>
        <w:t>587.1771</w:t>
      </w:r>
      <w:r>
        <w:tab/>
        <w:t>3.038e0</w:t>
      </w:r>
    </w:p>
    <w:p w:rsidR="007B2329" w:rsidRDefault="007B2329" w:rsidP="007B2329">
      <w:r>
        <w:t>587.1887</w:t>
      </w:r>
      <w:r>
        <w:tab/>
        <w:t>5.597e0</w:t>
      </w:r>
    </w:p>
    <w:p w:rsidR="007B2329" w:rsidRDefault="007B2329" w:rsidP="007B2329">
      <w:r>
        <w:t>587.1960</w:t>
      </w:r>
      <w:r>
        <w:tab/>
        <w:t>1.025e0</w:t>
      </w:r>
    </w:p>
    <w:p w:rsidR="007B2329" w:rsidRDefault="007B2329" w:rsidP="007B2329">
      <w:r>
        <w:t>587.2010</w:t>
      </w:r>
      <w:r>
        <w:tab/>
        <w:t>3.038e0</w:t>
      </w:r>
    </w:p>
    <w:p w:rsidR="007B2329" w:rsidRDefault="007B2329" w:rsidP="007B2329">
      <w:r>
        <w:t>587.2030</w:t>
      </w:r>
      <w:r>
        <w:tab/>
        <w:t>3.637e0</w:t>
      </w:r>
    </w:p>
    <w:p w:rsidR="007B2329" w:rsidRDefault="007B2329" w:rsidP="007B2329">
      <w:r>
        <w:t>587.2098</w:t>
      </w:r>
      <w:r>
        <w:tab/>
        <w:t>6.431e0</w:t>
      </w:r>
    </w:p>
    <w:p w:rsidR="007B2329" w:rsidRDefault="007B2329" w:rsidP="007B2329">
      <w:r>
        <w:t>587.2198</w:t>
      </w:r>
      <w:r>
        <w:tab/>
        <w:t>2.846e0</w:t>
      </w:r>
    </w:p>
    <w:p w:rsidR="007B2329" w:rsidRDefault="007B2329" w:rsidP="007B2329">
      <w:r>
        <w:t>587.2319</w:t>
      </w:r>
      <w:r>
        <w:tab/>
        <w:t>6.678e0</w:t>
      </w:r>
    </w:p>
    <w:p w:rsidR="007B2329" w:rsidRDefault="007B2329" w:rsidP="007B2329">
      <w:r>
        <w:t>587.2354</w:t>
      </w:r>
      <w:r>
        <w:tab/>
        <w:t>2.779e0</w:t>
      </w:r>
    </w:p>
    <w:p w:rsidR="007B2329" w:rsidRDefault="007B2329" w:rsidP="007B2329">
      <w:r>
        <w:t>587.2877</w:t>
      </w:r>
      <w:r>
        <w:tab/>
        <w:t>2.136e0</w:t>
      </w:r>
    </w:p>
    <w:p w:rsidR="007B2329" w:rsidRDefault="007B2329" w:rsidP="007B2329">
      <w:r>
        <w:t>587.2950</w:t>
      </w:r>
      <w:r>
        <w:tab/>
        <w:t>2.046e0</w:t>
      </w:r>
    </w:p>
    <w:p w:rsidR="007B2329" w:rsidRDefault="007B2329" w:rsidP="007B2329">
      <w:r>
        <w:t>587.3125</w:t>
      </w:r>
      <w:r>
        <w:tab/>
        <w:t>2.025e0</w:t>
      </w:r>
    </w:p>
    <w:p w:rsidR="007B2329" w:rsidRDefault="007B2329" w:rsidP="007B2329">
      <w:r>
        <w:t>587.3574</w:t>
      </w:r>
      <w:r>
        <w:tab/>
        <w:t>1.013e0</w:t>
      </w:r>
    </w:p>
    <w:p w:rsidR="007B2329" w:rsidRDefault="007B2329" w:rsidP="007B2329">
      <w:r>
        <w:t>587.3625</w:t>
      </w:r>
      <w:r>
        <w:tab/>
        <w:t>3.956e0</w:t>
      </w:r>
    </w:p>
    <w:p w:rsidR="007B2329" w:rsidRDefault="007B2329" w:rsidP="007B2329">
      <w:r>
        <w:t>587.3671</w:t>
      </w:r>
      <w:r>
        <w:tab/>
        <w:t>1.741e0</w:t>
      </w:r>
    </w:p>
    <w:p w:rsidR="007B2329" w:rsidRDefault="007B2329" w:rsidP="007B2329">
      <w:r>
        <w:lastRenderedPageBreak/>
        <w:t>587.4237</w:t>
      </w:r>
      <w:r>
        <w:tab/>
        <w:t>3.032e0</w:t>
      </w:r>
    </w:p>
    <w:p w:rsidR="007B2329" w:rsidRDefault="007B2329" w:rsidP="007B2329">
      <w:r>
        <w:t>587.4294</w:t>
      </w:r>
      <w:r>
        <w:tab/>
        <w:t>4.051e0</w:t>
      </w:r>
    </w:p>
    <w:p w:rsidR="007B2329" w:rsidRDefault="007B2329" w:rsidP="007B2329">
      <w:r>
        <w:t>587.4335</w:t>
      </w:r>
      <w:r>
        <w:tab/>
        <w:t>4.637e0</w:t>
      </w:r>
    </w:p>
    <w:p w:rsidR="007B2329" w:rsidRDefault="007B2329" w:rsidP="007B2329">
      <w:r>
        <w:t>587.4630</w:t>
      </w:r>
      <w:r>
        <w:tab/>
        <w:t>3.038e0</w:t>
      </w:r>
    </w:p>
    <w:p w:rsidR="007B2329" w:rsidRDefault="007B2329" w:rsidP="007B2329">
      <w:r>
        <w:t>587.4791</w:t>
      </w:r>
      <w:r>
        <w:tab/>
        <w:t>4.051e0</w:t>
      </w:r>
    </w:p>
    <w:p w:rsidR="007B2329" w:rsidRDefault="007B2329" w:rsidP="007B2329">
      <w:r>
        <w:t>587.4887</w:t>
      </w:r>
      <w:r>
        <w:tab/>
        <w:t>2.025e0</w:t>
      </w:r>
    </w:p>
    <w:p w:rsidR="007B2329" w:rsidRDefault="007B2329" w:rsidP="007B2329">
      <w:r>
        <w:t>587.4932</w:t>
      </w:r>
      <w:r>
        <w:tab/>
        <w:t>3.038e0</w:t>
      </w:r>
    </w:p>
    <w:p w:rsidR="007B2329" w:rsidRDefault="007B2329" w:rsidP="007B2329">
      <w:r>
        <w:t>587.5098</w:t>
      </w:r>
      <w:r>
        <w:tab/>
        <w:t>2.025e0</w:t>
      </w:r>
    </w:p>
    <w:p w:rsidR="007B2329" w:rsidRDefault="007B2329" w:rsidP="007B2329">
      <w:r>
        <w:t>587.5526</w:t>
      </w:r>
      <w:r>
        <w:tab/>
        <w:t>1.013e0</w:t>
      </w:r>
    </w:p>
    <w:p w:rsidR="007B2329" w:rsidRDefault="007B2329" w:rsidP="007B2329">
      <w:r>
        <w:t>587.5558</w:t>
      </w:r>
      <w:r>
        <w:tab/>
        <w:t>2.532e-2</w:t>
      </w:r>
    </w:p>
    <w:p w:rsidR="007B2329" w:rsidRDefault="007B2329" w:rsidP="007B2329">
      <w:r>
        <w:t>587.5834</w:t>
      </w:r>
      <w:r>
        <w:tab/>
        <w:t>3.038e0</w:t>
      </w:r>
    </w:p>
    <w:p w:rsidR="007B2329" w:rsidRDefault="007B2329" w:rsidP="007B2329">
      <w:r>
        <w:t>587.5927</w:t>
      </w:r>
      <w:r>
        <w:tab/>
        <w:t>5.063e0</w:t>
      </w:r>
    </w:p>
    <w:p w:rsidR="007B2329" w:rsidRDefault="007B2329" w:rsidP="007B2329">
      <w:r>
        <w:t>587.5982</w:t>
      </w:r>
      <w:r>
        <w:tab/>
        <w:t>3.038e0</w:t>
      </w:r>
    </w:p>
    <w:p w:rsidR="007B2329" w:rsidRDefault="007B2329" w:rsidP="007B2329">
      <w:r>
        <w:t>587.6075</w:t>
      </w:r>
      <w:r>
        <w:tab/>
        <w:t>2.025e0</w:t>
      </w:r>
    </w:p>
    <w:p w:rsidR="007B2329" w:rsidRDefault="007B2329" w:rsidP="007B2329">
      <w:r>
        <w:t>587.6235</w:t>
      </w:r>
      <w:r>
        <w:tab/>
        <w:t>1.013e0</w:t>
      </w:r>
    </w:p>
    <w:p w:rsidR="007B2329" w:rsidRDefault="007B2329" w:rsidP="007B2329">
      <w:r>
        <w:t>587.6453</w:t>
      </w:r>
      <w:r>
        <w:tab/>
        <w:t>1.013e0</w:t>
      </w:r>
    </w:p>
    <w:p w:rsidR="007B2329" w:rsidRDefault="007B2329" w:rsidP="007B2329">
      <w:r>
        <w:t>587.6655</w:t>
      </w:r>
      <w:r>
        <w:tab/>
        <w:t>1.013e0</w:t>
      </w:r>
    </w:p>
    <w:p w:rsidR="007B2329" w:rsidRDefault="007B2329" w:rsidP="007B2329">
      <w:r>
        <w:t>587.6785</w:t>
      </w:r>
      <w:r>
        <w:tab/>
        <w:t>2.025e0</w:t>
      </w:r>
    </w:p>
    <w:p w:rsidR="007B2329" w:rsidRDefault="007B2329" w:rsidP="007B2329">
      <w:r>
        <w:t>587.6810</w:t>
      </w:r>
      <w:r>
        <w:tab/>
        <w:t>3.038e0</w:t>
      </w:r>
    </w:p>
    <w:p w:rsidR="007B2329" w:rsidRDefault="007B2329" w:rsidP="007B2329">
      <w:r>
        <w:lastRenderedPageBreak/>
        <w:t>587.6835</w:t>
      </w:r>
      <w:r>
        <w:tab/>
        <w:t>4.051e0</w:t>
      </w:r>
    </w:p>
    <w:p w:rsidR="007B2329" w:rsidRDefault="007B2329" w:rsidP="007B2329">
      <w:r>
        <w:t>587.6857</w:t>
      </w:r>
      <w:r>
        <w:tab/>
        <w:t>2.025e0</w:t>
      </w:r>
    </w:p>
    <w:p w:rsidR="007B2329" w:rsidRDefault="007B2329" w:rsidP="007B2329">
      <w:r>
        <w:t>587.7058</w:t>
      </w:r>
      <w:r>
        <w:tab/>
        <w:t>1.013e0</w:t>
      </w:r>
    </w:p>
    <w:p w:rsidR="007B2329" w:rsidRDefault="007B2329" w:rsidP="007B2329">
      <w:r>
        <w:t>587.7131</w:t>
      </w:r>
      <w:r>
        <w:tab/>
        <w:t>1.013e0</w:t>
      </w:r>
    </w:p>
    <w:p w:rsidR="007B2329" w:rsidRDefault="007B2329" w:rsidP="007B2329">
      <w:r>
        <w:t>587.7347</w:t>
      </w:r>
      <w:r>
        <w:tab/>
        <w:t>2.025e0</w:t>
      </w:r>
    </w:p>
    <w:p w:rsidR="007B2329" w:rsidRDefault="007B2329" w:rsidP="007B2329">
      <w:r>
        <w:t>587.7458</w:t>
      </w:r>
      <w:r>
        <w:tab/>
        <w:t>3.038e0</w:t>
      </w:r>
    </w:p>
    <w:p w:rsidR="007B2329" w:rsidRDefault="007B2329" w:rsidP="007B2329">
      <w:r>
        <w:t>587.7679</w:t>
      </w:r>
      <w:r>
        <w:tab/>
        <w:t>1.013e0</w:t>
      </w:r>
    </w:p>
    <w:p w:rsidR="007B2329" w:rsidRDefault="007B2329" w:rsidP="007B2329">
      <w:r>
        <w:t>587.7754</w:t>
      </w:r>
      <w:r>
        <w:tab/>
        <w:t>4.051e0</w:t>
      </w:r>
    </w:p>
    <w:p w:rsidR="007B2329" w:rsidRDefault="007B2329" w:rsidP="007B2329">
      <w:r>
        <w:t>587.7843</w:t>
      </w:r>
      <w:r>
        <w:tab/>
        <w:t>1.013e0</w:t>
      </w:r>
    </w:p>
    <w:p w:rsidR="007B2329" w:rsidRDefault="007B2329" w:rsidP="007B2329">
      <w:r>
        <w:t>587.7946</w:t>
      </w:r>
      <w:r>
        <w:tab/>
        <w:t>4.051e0</w:t>
      </w:r>
    </w:p>
    <w:p w:rsidR="007B2329" w:rsidRDefault="007B2329" w:rsidP="007B2329">
      <w:r>
        <w:t>587.8600</w:t>
      </w:r>
      <w:r>
        <w:tab/>
        <w:t>2.025e0</w:t>
      </w:r>
    </w:p>
    <w:p w:rsidR="007B2329" w:rsidRDefault="007B2329" w:rsidP="007B2329">
      <w:r>
        <w:t>587.8873</w:t>
      </w:r>
      <w:r>
        <w:tab/>
        <w:t>1.013e0</w:t>
      </w:r>
    </w:p>
    <w:p w:rsidR="007B2329" w:rsidRDefault="007B2329" w:rsidP="007B2329">
      <w:r>
        <w:t>587.8921</w:t>
      </w:r>
      <w:r>
        <w:tab/>
        <w:t>3.038e0</w:t>
      </w:r>
    </w:p>
    <w:p w:rsidR="007B2329" w:rsidRDefault="007B2329" w:rsidP="007B2329">
      <w:r>
        <w:t>587.8934</w:t>
      </w:r>
      <w:r>
        <w:tab/>
        <w:t>4.051e0</w:t>
      </w:r>
    </w:p>
    <w:p w:rsidR="007B2329" w:rsidRDefault="007B2329" w:rsidP="007B2329">
      <w:r>
        <w:t>587.9380</w:t>
      </w:r>
      <w:r>
        <w:tab/>
        <w:t>1.013e0</w:t>
      </w:r>
    </w:p>
    <w:p w:rsidR="007B2329" w:rsidRDefault="007B2329" w:rsidP="007B2329">
      <w:r>
        <w:t>587.9477</w:t>
      </w:r>
      <w:r>
        <w:tab/>
        <w:t>2.025e0</w:t>
      </w:r>
    </w:p>
    <w:p w:rsidR="007B2329" w:rsidRDefault="007B2329" w:rsidP="007B2329">
      <w:r>
        <w:t>587.9540</w:t>
      </w:r>
      <w:r>
        <w:tab/>
        <w:t>3.038e0</w:t>
      </w:r>
    </w:p>
    <w:p w:rsidR="007B2329" w:rsidRDefault="007B2329" w:rsidP="007B2329">
      <w:r>
        <w:t>587.9556</w:t>
      </w:r>
      <w:r>
        <w:tab/>
        <w:t>3.038e0</w:t>
      </w:r>
    </w:p>
    <w:p w:rsidR="007B2329" w:rsidRDefault="007B2329" w:rsidP="007B2329">
      <w:r>
        <w:t>587.9579</w:t>
      </w:r>
      <w:r>
        <w:tab/>
        <w:t>2.025e0</w:t>
      </w:r>
    </w:p>
    <w:p w:rsidR="007B2329" w:rsidRDefault="007B2329" w:rsidP="007B2329">
      <w:r>
        <w:lastRenderedPageBreak/>
        <w:t>587.9727</w:t>
      </w:r>
      <w:r>
        <w:tab/>
        <w:t>1.025e0</w:t>
      </w:r>
    </w:p>
    <w:p w:rsidR="007B2329" w:rsidRDefault="007B2329" w:rsidP="007B2329">
      <w:r>
        <w:t>587.9992</w:t>
      </w:r>
      <w:r>
        <w:tab/>
        <w:t>3.038e0</w:t>
      </w:r>
    </w:p>
    <w:p w:rsidR="007B2329" w:rsidRDefault="007B2329" w:rsidP="007B2329">
      <w:r>
        <w:t>588.0184</w:t>
      </w:r>
      <w:r>
        <w:tab/>
        <w:t>3.038e0</w:t>
      </w:r>
    </w:p>
    <w:p w:rsidR="007B2329" w:rsidRDefault="007B2329" w:rsidP="007B2329">
      <w:r>
        <w:t>588.0344</w:t>
      </w:r>
      <w:r>
        <w:tab/>
        <w:t>1.013e0</w:t>
      </w:r>
    </w:p>
    <w:p w:rsidR="007B2329" w:rsidRDefault="007B2329" w:rsidP="007B2329">
      <w:r>
        <w:t>588.0713</w:t>
      </w:r>
      <w:r>
        <w:tab/>
        <w:t>1.013e0</w:t>
      </w:r>
    </w:p>
    <w:p w:rsidR="007B2329" w:rsidRDefault="007B2329" w:rsidP="007B2329">
      <w:r>
        <w:t>588.0804</w:t>
      </w:r>
      <w:r>
        <w:tab/>
        <w:t>3.038e0</w:t>
      </w:r>
    </w:p>
    <w:p w:rsidR="007B2329" w:rsidRDefault="007B2329" w:rsidP="007B2329">
      <w:r>
        <w:t>588.1014</w:t>
      </w:r>
      <w:r>
        <w:tab/>
        <w:t>2.025e0</w:t>
      </w:r>
    </w:p>
    <w:p w:rsidR="007B2329" w:rsidRDefault="007B2329" w:rsidP="007B2329">
      <w:r>
        <w:t>588.1220</w:t>
      </w:r>
      <w:r>
        <w:tab/>
        <w:t>3.038e0</w:t>
      </w:r>
    </w:p>
    <w:p w:rsidR="007B2329" w:rsidRDefault="007B2329" w:rsidP="007B2329">
      <w:r>
        <w:t>588.1293</w:t>
      </w:r>
      <w:r>
        <w:tab/>
        <w:t>3.038e0</w:t>
      </w:r>
    </w:p>
    <w:p w:rsidR="007B2329" w:rsidRDefault="007B2329" w:rsidP="007B2329">
      <w:r>
        <w:t>588.1517</w:t>
      </w:r>
      <w:r>
        <w:tab/>
        <w:t>5.770e0</w:t>
      </w:r>
    </w:p>
    <w:p w:rsidR="007B2329" w:rsidRDefault="007B2329" w:rsidP="007B2329">
      <w:r>
        <w:t>588.1539</w:t>
      </w:r>
      <w:r>
        <w:tab/>
        <w:t>2.038e0</w:t>
      </w:r>
    </w:p>
    <w:p w:rsidR="007B2329" w:rsidRDefault="007B2329" w:rsidP="007B2329">
      <w:r>
        <w:t>588.1858</w:t>
      </w:r>
      <w:r>
        <w:tab/>
        <w:t>2.775e0</w:t>
      </w:r>
    </w:p>
    <w:p w:rsidR="007B2329" w:rsidRDefault="007B2329" w:rsidP="007B2329">
      <w:r>
        <w:t>588.1990</w:t>
      </w:r>
      <w:r>
        <w:tab/>
        <w:t>1.213e0</w:t>
      </w:r>
    </w:p>
    <w:p w:rsidR="007B2329" w:rsidRDefault="007B2329" w:rsidP="007B2329">
      <w:r>
        <w:t>588.2013</w:t>
      </w:r>
      <w:r>
        <w:tab/>
        <w:t>2.025e0</w:t>
      </w:r>
    </w:p>
    <w:p w:rsidR="007B2329" w:rsidRDefault="007B2329" w:rsidP="007B2329">
      <w:r>
        <w:t>588.2136</w:t>
      </w:r>
      <w:r>
        <w:tab/>
        <w:t>1.013e0</w:t>
      </w:r>
    </w:p>
    <w:p w:rsidR="007B2329" w:rsidRDefault="007B2329" w:rsidP="007B2329">
      <w:r>
        <w:t>588.2178</w:t>
      </w:r>
      <w:r>
        <w:tab/>
        <w:t>5.235e-1</w:t>
      </w:r>
    </w:p>
    <w:p w:rsidR="007B2329" w:rsidRDefault="007B2329" w:rsidP="007B2329">
      <w:r>
        <w:t>588.2220</w:t>
      </w:r>
      <w:r>
        <w:tab/>
        <w:t>4.365e0</w:t>
      </w:r>
    </w:p>
    <w:p w:rsidR="007B2329" w:rsidRDefault="007B2329" w:rsidP="007B2329">
      <w:r>
        <w:t>588.2303</w:t>
      </w:r>
      <w:r>
        <w:tab/>
        <w:t>1.519e0</w:t>
      </w:r>
    </w:p>
    <w:p w:rsidR="007B2329" w:rsidRDefault="007B2329" w:rsidP="007B2329">
      <w:r>
        <w:t>588.2402</w:t>
      </w:r>
      <w:r>
        <w:tab/>
        <w:t>3.911e0</w:t>
      </w:r>
    </w:p>
    <w:p w:rsidR="007B2329" w:rsidRDefault="007B2329" w:rsidP="007B2329">
      <w:r>
        <w:lastRenderedPageBreak/>
        <w:t>588.2452</w:t>
      </w:r>
      <w:r>
        <w:tab/>
        <w:t>3.038e0</w:t>
      </w:r>
    </w:p>
    <w:p w:rsidR="007B2329" w:rsidRDefault="007B2329" w:rsidP="007B2329">
      <w:r>
        <w:t>588.2709</w:t>
      </w:r>
      <w:r>
        <w:tab/>
        <w:t>2.025e0</w:t>
      </w:r>
    </w:p>
    <w:p w:rsidR="007B2329" w:rsidRDefault="007B2329" w:rsidP="007B2329">
      <w:r>
        <w:t>588.2802</w:t>
      </w:r>
      <w:r>
        <w:tab/>
        <w:t>1.184e0</w:t>
      </w:r>
    </w:p>
    <w:p w:rsidR="007B2329" w:rsidRDefault="007B2329" w:rsidP="007B2329">
      <w:r>
        <w:t>588.2910</w:t>
      </w:r>
      <w:r>
        <w:tab/>
        <w:t>5.150e0</w:t>
      </w:r>
    </w:p>
    <w:p w:rsidR="007B2329" w:rsidRDefault="007B2329" w:rsidP="007B2329">
      <w:r>
        <w:t>588.3058</w:t>
      </w:r>
      <w:r>
        <w:tab/>
        <w:t>6.940e0</w:t>
      </w:r>
    </w:p>
    <w:p w:rsidR="007B2329" w:rsidRDefault="007B2329" w:rsidP="007B2329">
      <w:r>
        <w:t>588.3073</w:t>
      </w:r>
      <w:r>
        <w:tab/>
        <w:t>3.918e0</w:t>
      </w:r>
    </w:p>
    <w:p w:rsidR="007B2329" w:rsidRDefault="007B2329" w:rsidP="007B2329">
      <w:r>
        <w:t>588.3101</w:t>
      </w:r>
      <w:r>
        <w:tab/>
        <w:t>1.241e1</w:t>
      </w:r>
    </w:p>
    <w:p w:rsidR="007B2329" w:rsidRDefault="007B2329" w:rsidP="007B2329">
      <w:r>
        <w:t>588.3149</w:t>
      </w:r>
      <w:r>
        <w:tab/>
        <w:t>1.358e1</w:t>
      </w:r>
    </w:p>
    <w:p w:rsidR="007B2329" w:rsidRDefault="007B2329" w:rsidP="007B2329">
      <w:r>
        <w:t>588.3427</w:t>
      </w:r>
      <w:r>
        <w:tab/>
        <w:t>5.739e0</w:t>
      </w:r>
    </w:p>
    <w:p w:rsidR="007B2329" w:rsidRDefault="007B2329" w:rsidP="007B2329">
      <w:r>
        <w:t>588.3743</w:t>
      </w:r>
      <w:r>
        <w:tab/>
        <w:t>1.013e0</w:t>
      </w:r>
    </w:p>
    <w:p w:rsidR="007B2329" w:rsidRDefault="007B2329" w:rsidP="007B2329">
      <w:r>
        <w:t>588.3865</w:t>
      </w:r>
      <w:r>
        <w:tab/>
        <w:t>1.507e0</w:t>
      </w:r>
    </w:p>
    <w:p w:rsidR="007B2329" w:rsidRDefault="007B2329" w:rsidP="007B2329">
      <w:r>
        <w:t>588.3894</w:t>
      </w:r>
      <w:r>
        <w:tab/>
        <w:t>3.981e0</w:t>
      </w:r>
    </w:p>
    <w:p w:rsidR="007B2329" w:rsidRDefault="007B2329" w:rsidP="007B2329">
      <w:r>
        <w:t>588.4088</w:t>
      </w:r>
      <w:r>
        <w:tab/>
        <w:t>1.913e0</w:t>
      </w:r>
    </w:p>
    <w:p w:rsidR="007B2329" w:rsidRDefault="007B2329" w:rsidP="007B2329">
      <w:r>
        <w:t>588.4175</w:t>
      </w:r>
      <w:r>
        <w:tab/>
        <w:t>4.557e0</w:t>
      </w:r>
    </w:p>
    <w:p w:rsidR="007B2329" w:rsidRDefault="007B2329" w:rsidP="007B2329">
      <w:r>
        <w:t>588.4214</w:t>
      </w:r>
      <w:r>
        <w:tab/>
        <w:t>1.952e0</w:t>
      </w:r>
    </w:p>
    <w:p w:rsidR="007B2329" w:rsidRDefault="007B2329" w:rsidP="007B2329">
      <w:r>
        <w:t>588.4282</w:t>
      </w:r>
      <w:r>
        <w:tab/>
        <w:t>1.599e0</w:t>
      </w:r>
    </w:p>
    <w:p w:rsidR="007B2329" w:rsidRDefault="007B2329" w:rsidP="007B2329">
      <w:r>
        <w:t>588.4577</w:t>
      </w:r>
      <w:r>
        <w:tab/>
        <w:t>3.038e0</w:t>
      </w:r>
    </w:p>
    <w:p w:rsidR="007B2329" w:rsidRDefault="007B2329" w:rsidP="007B2329">
      <w:r>
        <w:t>588.4733</w:t>
      </w:r>
      <w:r>
        <w:tab/>
        <w:t>2.025e0</w:t>
      </w:r>
    </w:p>
    <w:p w:rsidR="007B2329" w:rsidRDefault="007B2329" w:rsidP="007B2329">
      <w:r>
        <w:t>588.4984</w:t>
      </w:r>
      <w:r>
        <w:tab/>
        <w:t>1.013e0</w:t>
      </w:r>
    </w:p>
    <w:p w:rsidR="007B2329" w:rsidRDefault="007B2329" w:rsidP="007B2329">
      <w:r>
        <w:lastRenderedPageBreak/>
        <w:t>588.5028</w:t>
      </w:r>
      <w:r>
        <w:tab/>
        <w:t>1.025e0</w:t>
      </w:r>
    </w:p>
    <w:p w:rsidR="007B2329" w:rsidRDefault="007B2329" w:rsidP="007B2329">
      <w:r>
        <w:t>588.5268</w:t>
      </w:r>
      <w:r>
        <w:tab/>
        <w:t>2.038e0</w:t>
      </w:r>
    </w:p>
    <w:p w:rsidR="007B2329" w:rsidRDefault="007B2329" w:rsidP="007B2329">
      <w:r>
        <w:t>588.5516</w:t>
      </w:r>
      <w:r>
        <w:tab/>
        <w:t>1.013e0</w:t>
      </w:r>
    </w:p>
    <w:p w:rsidR="007B2329" w:rsidRDefault="007B2329" w:rsidP="007B2329">
      <w:r>
        <w:t>588.5645</w:t>
      </w:r>
      <w:r>
        <w:tab/>
        <w:t>2.025e0</w:t>
      </w:r>
    </w:p>
    <w:p w:rsidR="007B2329" w:rsidRDefault="007B2329" w:rsidP="007B2329">
      <w:r>
        <w:t>588.5753</w:t>
      </w:r>
      <w:r>
        <w:tab/>
        <w:t>2.038e0</w:t>
      </w:r>
    </w:p>
    <w:p w:rsidR="007B2329" w:rsidRDefault="007B2329" w:rsidP="007B2329">
      <w:r>
        <w:t>588.5941</w:t>
      </w:r>
      <w:r>
        <w:tab/>
        <w:t>1.013e0</w:t>
      </w:r>
    </w:p>
    <w:p w:rsidR="007B2329" w:rsidRDefault="007B2329" w:rsidP="007B2329">
      <w:r>
        <w:t>588.6243</w:t>
      </w:r>
      <w:r>
        <w:tab/>
        <w:t>2.025e0</w:t>
      </w:r>
    </w:p>
    <w:p w:rsidR="007B2329" w:rsidRDefault="007B2329" w:rsidP="007B2329">
      <w:r>
        <w:t>588.6351</w:t>
      </w:r>
      <w:r>
        <w:tab/>
        <w:t>2.025e0</w:t>
      </w:r>
    </w:p>
    <w:p w:rsidR="007B2329" w:rsidRDefault="007B2329" w:rsidP="007B2329">
      <w:r>
        <w:t>588.6646</w:t>
      </w:r>
      <w:r>
        <w:tab/>
        <w:t>1.013e0</w:t>
      </w:r>
    </w:p>
    <w:p w:rsidR="007B2329" w:rsidRDefault="007B2329" w:rsidP="007B2329">
      <w:r>
        <w:t>588.6746</w:t>
      </w:r>
      <w:r>
        <w:tab/>
        <w:t>1.013e0</w:t>
      </w:r>
    </w:p>
    <w:p w:rsidR="007B2329" w:rsidRDefault="007B2329" w:rsidP="007B2329">
      <w:r>
        <w:t>588.6854</w:t>
      </w:r>
      <w:r>
        <w:tab/>
        <w:t>4.051e0</w:t>
      </w:r>
    </w:p>
    <w:p w:rsidR="007B2329" w:rsidRDefault="007B2329" w:rsidP="007B2329">
      <w:r>
        <w:t>588.6956</w:t>
      </w:r>
      <w:r>
        <w:tab/>
        <w:t>1.013e0</w:t>
      </w:r>
    </w:p>
    <w:p w:rsidR="007B2329" w:rsidRDefault="007B2329" w:rsidP="007B2329">
      <w:r>
        <w:t>588.7029</w:t>
      </w:r>
      <w:r>
        <w:tab/>
        <w:t>2.025e0</w:t>
      </w:r>
    </w:p>
    <w:p w:rsidR="007B2329" w:rsidRDefault="007B2329" w:rsidP="007B2329">
      <w:r>
        <w:t>588.7305</w:t>
      </w:r>
      <w:r>
        <w:tab/>
        <w:t>1.013e0</w:t>
      </w:r>
    </w:p>
    <w:p w:rsidR="007B2329" w:rsidRDefault="007B2329" w:rsidP="007B2329">
      <w:r>
        <w:t>588.7452</w:t>
      </w:r>
      <w:r>
        <w:tab/>
        <w:t>1.013e0</w:t>
      </w:r>
    </w:p>
    <w:p w:rsidR="007B2329" w:rsidRDefault="007B2329" w:rsidP="007B2329">
      <w:r>
        <w:t>588.7651</w:t>
      </w:r>
      <w:r>
        <w:tab/>
        <w:t>1.013e0</w:t>
      </w:r>
    </w:p>
    <w:p w:rsidR="007B2329" w:rsidRDefault="007B2329" w:rsidP="007B2329">
      <w:r>
        <w:t>588.7757</w:t>
      </w:r>
      <w:r>
        <w:tab/>
        <w:t>1.013e0</w:t>
      </w:r>
    </w:p>
    <w:p w:rsidR="007B2329" w:rsidRDefault="007B2329" w:rsidP="007B2329">
      <w:r>
        <w:t>588.8179</w:t>
      </w:r>
      <w:r>
        <w:tab/>
        <w:t>3.038e0</w:t>
      </w:r>
    </w:p>
    <w:p w:rsidR="007B2329" w:rsidRDefault="007B2329" w:rsidP="007B2329">
      <w:r>
        <w:t>588.8199</w:t>
      </w:r>
      <w:r>
        <w:tab/>
        <w:t>2.025e0</w:t>
      </w:r>
    </w:p>
    <w:p w:rsidR="007B2329" w:rsidRDefault="007B2329" w:rsidP="007B2329">
      <w:r>
        <w:lastRenderedPageBreak/>
        <w:t>588.8304</w:t>
      </w:r>
      <w:r>
        <w:tab/>
        <w:t>5.063e0</w:t>
      </w:r>
    </w:p>
    <w:p w:rsidR="007B2329" w:rsidRDefault="007B2329" w:rsidP="007B2329">
      <w:r>
        <w:t>588.8364</w:t>
      </w:r>
      <w:r>
        <w:tab/>
        <w:t>3.038e0</w:t>
      </w:r>
    </w:p>
    <w:p w:rsidR="007B2329" w:rsidRDefault="007B2329" w:rsidP="007B2329">
      <w:r>
        <w:t>588.8383</w:t>
      </w:r>
      <w:r>
        <w:tab/>
        <w:t>1.013e0</w:t>
      </w:r>
    </w:p>
    <w:p w:rsidR="007B2329" w:rsidRDefault="007B2329" w:rsidP="007B2329">
      <w:r>
        <w:t>588.8564</w:t>
      </w:r>
      <w:r>
        <w:tab/>
        <w:t>2.025e0</w:t>
      </w:r>
    </w:p>
    <w:p w:rsidR="007B2329" w:rsidRDefault="007B2329" w:rsidP="007B2329">
      <w:r>
        <w:t>588.9095</w:t>
      </w:r>
      <w:r>
        <w:tab/>
        <w:t>1.013e0</w:t>
      </w:r>
    </w:p>
    <w:p w:rsidR="007B2329" w:rsidRDefault="007B2329" w:rsidP="007B2329">
      <w:r>
        <w:t>588.9256</w:t>
      </w:r>
      <w:r>
        <w:tab/>
        <w:t>2.853e0</w:t>
      </w:r>
    </w:p>
    <w:p w:rsidR="007B2329" w:rsidRDefault="007B2329" w:rsidP="007B2329">
      <w:r>
        <w:t>588.9316</w:t>
      </w:r>
      <w:r>
        <w:tab/>
        <w:t>1.051e0</w:t>
      </w:r>
    </w:p>
    <w:p w:rsidR="007B2329" w:rsidRDefault="007B2329" w:rsidP="007B2329">
      <w:r>
        <w:t>588.9485</w:t>
      </w:r>
      <w:r>
        <w:tab/>
        <w:t>4.051e0</w:t>
      </w:r>
    </w:p>
    <w:p w:rsidR="007B2329" w:rsidRDefault="007B2329" w:rsidP="007B2329">
      <w:r>
        <w:t>588.9675</w:t>
      </w:r>
      <w:r>
        <w:tab/>
        <w:t>1.013e0</w:t>
      </w:r>
    </w:p>
    <w:p w:rsidR="007B2329" w:rsidRDefault="007B2329" w:rsidP="007B2329">
      <w:r>
        <w:t>588.9791</w:t>
      </w:r>
      <w:r>
        <w:tab/>
        <w:t>3.038e0</w:t>
      </w:r>
    </w:p>
    <w:p w:rsidR="007B2329" w:rsidRDefault="007B2329" w:rsidP="007B2329">
      <w:r>
        <w:t>588.9971</w:t>
      </w:r>
      <w:r>
        <w:tab/>
        <w:t>2.025e0</w:t>
      </w:r>
    </w:p>
    <w:p w:rsidR="007B2329" w:rsidRDefault="007B2329" w:rsidP="007B2329">
      <w:r>
        <w:t>589.0286</w:t>
      </w:r>
      <w:r>
        <w:tab/>
        <w:t>2.025e0</w:t>
      </w:r>
    </w:p>
    <w:p w:rsidR="007B2329" w:rsidRDefault="007B2329" w:rsidP="007B2329">
      <w:r>
        <w:t>589.0586</w:t>
      </w:r>
      <w:r>
        <w:tab/>
        <w:t>1.013e0</w:t>
      </w:r>
    </w:p>
    <w:p w:rsidR="007B2329" w:rsidRDefault="007B2329" w:rsidP="007B2329">
      <w:r>
        <w:t>589.0753</w:t>
      </w:r>
      <w:r>
        <w:tab/>
        <w:t>2.025e0</w:t>
      </w:r>
    </w:p>
    <w:p w:rsidR="007B2329" w:rsidRDefault="007B2329" w:rsidP="007B2329">
      <w:r>
        <w:t>589.0894</w:t>
      </w:r>
      <w:r>
        <w:tab/>
        <w:t>4.051e0</w:t>
      </w:r>
    </w:p>
    <w:p w:rsidR="007B2329" w:rsidRDefault="007B2329" w:rsidP="007B2329">
      <w:r>
        <w:t>589.0948</w:t>
      </w:r>
      <w:r>
        <w:tab/>
        <w:t>2.025e0</w:t>
      </w:r>
    </w:p>
    <w:p w:rsidR="007B2329" w:rsidRDefault="007B2329" w:rsidP="007B2329">
      <w:r>
        <w:t>589.1046</w:t>
      </w:r>
      <w:r>
        <w:tab/>
        <w:t>1.013e0</w:t>
      </w:r>
    </w:p>
    <w:p w:rsidR="007B2329" w:rsidRDefault="007B2329" w:rsidP="007B2329">
      <w:r>
        <w:t>589.1090</w:t>
      </w:r>
      <w:r>
        <w:tab/>
        <w:t>1.013e0</w:t>
      </w:r>
    </w:p>
    <w:p w:rsidR="007B2329" w:rsidRDefault="007B2329" w:rsidP="007B2329">
      <w:r>
        <w:t>589.1191</w:t>
      </w:r>
      <w:r>
        <w:tab/>
        <w:t>2.025e0</w:t>
      </w:r>
    </w:p>
    <w:p w:rsidR="007B2329" w:rsidRDefault="007B2329" w:rsidP="007B2329">
      <w:r>
        <w:lastRenderedPageBreak/>
        <w:t>589.1294</w:t>
      </w:r>
      <w:r>
        <w:tab/>
        <w:t>2.025e0</w:t>
      </w:r>
    </w:p>
    <w:p w:rsidR="007B2329" w:rsidRDefault="007B2329" w:rsidP="007B2329">
      <w:r>
        <w:t>589.1539</w:t>
      </w:r>
      <w:r>
        <w:tab/>
        <w:t>1.733e0</w:t>
      </w:r>
    </w:p>
    <w:p w:rsidR="007B2329" w:rsidRDefault="007B2329" w:rsidP="007B2329">
      <w:r>
        <w:t>589.1703</w:t>
      </w:r>
      <w:r>
        <w:tab/>
        <w:t>3.038e0</w:t>
      </w:r>
    </w:p>
    <w:p w:rsidR="007B2329" w:rsidRDefault="007B2329" w:rsidP="007B2329">
      <w:r>
        <w:t>589.1807</w:t>
      </w:r>
      <w:r>
        <w:tab/>
        <w:t>8.557e0</w:t>
      </w:r>
    </w:p>
    <w:p w:rsidR="007B2329" w:rsidRDefault="007B2329" w:rsidP="007B2329">
      <w:r>
        <w:t>589.1861</w:t>
      </w:r>
      <w:r>
        <w:tab/>
        <w:t>4.649e0</w:t>
      </w:r>
    </w:p>
    <w:p w:rsidR="007B2329" w:rsidRDefault="007B2329" w:rsidP="007B2329">
      <w:r>
        <w:t>589.1911</w:t>
      </w:r>
      <w:r>
        <w:tab/>
        <w:t>2.975e0</w:t>
      </w:r>
    </w:p>
    <w:p w:rsidR="007B2329" w:rsidRDefault="007B2329" w:rsidP="007B2329">
      <w:r>
        <w:t>589.1943</w:t>
      </w:r>
      <w:r>
        <w:tab/>
        <w:t>4.237e0</w:t>
      </w:r>
    </w:p>
    <w:p w:rsidR="007B2329" w:rsidRDefault="007B2329" w:rsidP="007B2329">
      <w:r>
        <w:t>589.2634</w:t>
      </w:r>
      <w:r>
        <w:tab/>
        <w:t>1.745e0</w:t>
      </w:r>
    </w:p>
    <w:p w:rsidR="007B2329" w:rsidRDefault="007B2329" w:rsidP="007B2329">
      <w:r>
        <w:t>589.2693</w:t>
      </w:r>
      <w:r>
        <w:tab/>
        <w:t>3.222e0</w:t>
      </w:r>
    </w:p>
    <w:p w:rsidR="007B2329" w:rsidRDefault="007B2329" w:rsidP="007B2329">
      <w:r>
        <w:t>589.2917</w:t>
      </w:r>
      <w:r>
        <w:tab/>
        <w:t>8.607e0</w:t>
      </w:r>
    </w:p>
    <w:p w:rsidR="007B2329" w:rsidRDefault="007B2329" w:rsidP="007B2329">
      <w:r>
        <w:t>589.2933</w:t>
      </w:r>
      <w:r>
        <w:tab/>
        <w:t>1.123e0</w:t>
      </w:r>
    </w:p>
    <w:p w:rsidR="007B2329" w:rsidRDefault="007B2329" w:rsidP="007B2329">
      <w:r>
        <w:t>589.2955</w:t>
      </w:r>
      <w:r>
        <w:tab/>
        <w:t>6.203e0</w:t>
      </w:r>
    </w:p>
    <w:p w:rsidR="007B2329" w:rsidRDefault="007B2329" w:rsidP="007B2329">
      <w:r>
        <w:t>589.3248</w:t>
      </w:r>
      <w:r>
        <w:tab/>
        <w:t>3.157e0</w:t>
      </w:r>
    </w:p>
    <w:p w:rsidR="007B2329" w:rsidRDefault="007B2329" w:rsidP="007B2329">
      <w:r>
        <w:t>589.3264</w:t>
      </w:r>
      <w:r>
        <w:tab/>
        <w:t>2.025e0</w:t>
      </w:r>
    </w:p>
    <w:p w:rsidR="007B2329" w:rsidRDefault="007B2329" w:rsidP="007B2329">
      <w:r>
        <w:t>589.3294</w:t>
      </w:r>
      <w:r>
        <w:tab/>
        <w:t>3.038e0</w:t>
      </w:r>
    </w:p>
    <w:p w:rsidR="007B2329" w:rsidRDefault="007B2329" w:rsidP="007B2329">
      <w:r>
        <w:t>589.3720</w:t>
      </w:r>
      <w:r>
        <w:tab/>
        <w:t>1.316e0</w:t>
      </w:r>
    </w:p>
    <w:p w:rsidR="007B2329" w:rsidRDefault="007B2329" w:rsidP="007B2329">
      <w:r>
        <w:t>589.3781</w:t>
      </w:r>
      <w:r>
        <w:tab/>
        <w:t>3.417e0</w:t>
      </w:r>
    </w:p>
    <w:p w:rsidR="007B2329" w:rsidRDefault="007B2329" w:rsidP="007B2329">
      <w:r>
        <w:t>589.3921</w:t>
      </w:r>
      <w:r>
        <w:tab/>
        <w:t>1.013e0</w:t>
      </w:r>
    </w:p>
    <w:p w:rsidR="007B2329" w:rsidRDefault="007B2329" w:rsidP="007B2329">
      <w:r>
        <w:t>589.4260</w:t>
      </w:r>
      <w:r>
        <w:tab/>
        <w:t>1.526e0</w:t>
      </w:r>
    </w:p>
    <w:p w:rsidR="007B2329" w:rsidRDefault="007B2329" w:rsidP="007B2329">
      <w:r>
        <w:lastRenderedPageBreak/>
        <w:t>589.4448</w:t>
      </w:r>
      <w:r>
        <w:tab/>
        <w:t>3.013e0</w:t>
      </w:r>
    </w:p>
    <w:p w:rsidR="007B2329" w:rsidRDefault="007B2329" w:rsidP="007B2329">
      <w:r>
        <w:t>589.4497</w:t>
      </w:r>
      <w:r>
        <w:tab/>
        <w:t>1.610e0</w:t>
      </w:r>
    </w:p>
    <w:p w:rsidR="007B2329" w:rsidRDefault="007B2329" w:rsidP="007B2329">
      <w:r>
        <w:t>589.4796</w:t>
      </w:r>
      <w:r>
        <w:tab/>
        <w:t>2.025e0</w:t>
      </w:r>
    </w:p>
    <w:p w:rsidR="007B2329" w:rsidRDefault="007B2329" w:rsidP="007B2329">
      <w:r>
        <w:t>589.5134</w:t>
      </w:r>
      <w:r>
        <w:tab/>
        <w:t>2.025e0</w:t>
      </w:r>
    </w:p>
    <w:p w:rsidR="007B2329" w:rsidRDefault="007B2329" w:rsidP="007B2329">
      <w:r>
        <w:t>589.5152</w:t>
      </w:r>
      <w:r>
        <w:tab/>
        <w:t>4.051e0</w:t>
      </w:r>
    </w:p>
    <w:p w:rsidR="007B2329" w:rsidRDefault="007B2329" w:rsidP="007B2329">
      <w:r>
        <w:t>589.5253</w:t>
      </w:r>
      <w:r>
        <w:tab/>
        <w:t>7.089e0</w:t>
      </w:r>
    </w:p>
    <w:p w:rsidR="007B2329" w:rsidRDefault="007B2329" w:rsidP="007B2329">
      <w:r>
        <w:t>589.5328</w:t>
      </w:r>
      <w:r>
        <w:tab/>
        <w:t>3.038e0</w:t>
      </w:r>
    </w:p>
    <w:p w:rsidR="007B2329" w:rsidRDefault="007B2329" w:rsidP="007B2329">
      <w:r>
        <w:t>589.5571</w:t>
      </w:r>
      <w:r>
        <w:tab/>
        <w:t>3.038e0</w:t>
      </w:r>
    </w:p>
    <w:p w:rsidR="007B2329" w:rsidRDefault="007B2329" w:rsidP="007B2329">
      <w:r>
        <w:t>589.5869</w:t>
      </w:r>
      <w:r>
        <w:tab/>
        <w:t>1.013e0</w:t>
      </w:r>
    </w:p>
    <w:p w:rsidR="007B2329" w:rsidRDefault="007B2329" w:rsidP="007B2329">
      <w:r>
        <w:t>589.5945</w:t>
      </w:r>
      <w:r>
        <w:tab/>
        <w:t>1.013e0</w:t>
      </w:r>
    </w:p>
    <w:p w:rsidR="007B2329" w:rsidRDefault="007B2329" w:rsidP="007B2329">
      <w:r>
        <w:t>589.6348</w:t>
      </w:r>
      <w:r>
        <w:tab/>
        <w:t>1.013e0</w:t>
      </w:r>
    </w:p>
    <w:p w:rsidR="007B2329" w:rsidRDefault="007B2329" w:rsidP="007B2329">
      <w:r>
        <w:t>589.6398</w:t>
      </w:r>
      <w:r>
        <w:tab/>
        <w:t>1.013e0</w:t>
      </w:r>
    </w:p>
    <w:p w:rsidR="007B2329" w:rsidRDefault="007B2329" w:rsidP="007B2329">
      <w:r>
        <w:t>589.6453</w:t>
      </w:r>
      <w:r>
        <w:tab/>
        <w:t>1.013e0</w:t>
      </w:r>
    </w:p>
    <w:p w:rsidR="007B2329" w:rsidRDefault="007B2329" w:rsidP="007B2329">
      <w:r>
        <w:t>589.6503</w:t>
      </w:r>
      <w:r>
        <w:tab/>
        <w:t>5.063e0</w:t>
      </w:r>
    </w:p>
    <w:p w:rsidR="007B2329" w:rsidRDefault="007B2329" w:rsidP="007B2329">
      <w:r>
        <w:t>589.6671</w:t>
      </w:r>
      <w:r>
        <w:tab/>
        <w:t>3.038e0</w:t>
      </w:r>
    </w:p>
    <w:p w:rsidR="007B2329" w:rsidRDefault="007B2329" w:rsidP="007B2329">
      <w:r>
        <w:t>589.6855</w:t>
      </w:r>
      <w:r>
        <w:tab/>
        <w:t>1.897e0</w:t>
      </w:r>
    </w:p>
    <w:p w:rsidR="007B2329" w:rsidRDefault="007B2329" w:rsidP="007B2329">
      <w:r>
        <w:t>589.6957</w:t>
      </w:r>
      <w:r>
        <w:tab/>
        <w:t>1.025e0</w:t>
      </w:r>
    </w:p>
    <w:p w:rsidR="007B2329" w:rsidRDefault="007B2329" w:rsidP="007B2329">
      <w:r>
        <w:t>589.7267</w:t>
      </w:r>
      <w:r>
        <w:tab/>
        <w:t>2.349e0</w:t>
      </w:r>
    </w:p>
    <w:p w:rsidR="007B2329" w:rsidRDefault="007B2329" w:rsidP="007B2329">
      <w:r>
        <w:t>589.7280</w:t>
      </w:r>
      <w:r>
        <w:tab/>
        <w:t>3.038e0</w:t>
      </w:r>
    </w:p>
    <w:p w:rsidR="007B2329" w:rsidRDefault="007B2329" w:rsidP="007B2329">
      <w:r>
        <w:lastRenderedPageBreak/>
        <w:t>589.7518</w:t>
      </w:r>
      <w:r>
        <w:tab/>
        <w:t>2.025e0</w:t>
      </w:r>
    </w:p>
    <w:p w:rsidR="007B2329" w:rsidRDefault="007B2329" w:rsidP="007B2329">
      <w:r>
        <w:t>589.7822</w:t>
      </w:r>
      <w:r>
        <w:tab/>
        <w:t>1.013e0</w:t>
      </w:r>
    </w:p>
    <w:p w:rsidR="007B2329" w:rsidRDefault="007B2329" w:rsidP="007B2329">
      <w:r>
        <w:t>589.8006</w:t>
      </w:r>
      <w:r>
        <w:tab/>
        <w:t>1.266e-2</w:t>
      </w:r>
    </w:p>
    <w:p w:rsidR="007B2329" w:rsidRDefault="007B2329" w:rsidP="007B2329">
      <w:r>
        <w:t>589.8043</w:t>
      </w:r>
      <w:r>
        <w:tab/>
        <w:t>3.334e0</w:t>
      </w:r>
    </w:p>
    <w:p w:rsidR="007B2329" w:rsidRDefault="007B2329" w:rsidP="007B2329">
      <w:r>
        <w:t>589.8118</w:t>
      </w:r>
      <w:r>
        <w:tab/>
        <w:t>2.025e0</w:t>
      </w:r>
    </w:p>
    <w:p w:rsidR="007B2329" w:rsidRDefault="007B2329" w:rsidP="007B2329">
      <w:r>
        <w:t>589.8174</w:t>
      </w:r>
      <w:r>
        <w:tab/>
        <w:t>4.051e0</w:t>
      </w:r>
    </w:p>
    <w:p w:rsidR="007B2329" w:rsidRDefault="007B2329" w:rsidP="007B2329">
      <w:r>
        <w:t>589.8364</w:t>
      </w:r>
      <w:r>
        <w:tab/>
        <w:t>2.025e0</w:t>
      </w:r>
    </w:p>
    <w:p w:rsidR="007B2329" w:rsidRDefault="007B2329" w:rsidP="007B2329">
      <w:r>
        <w:t>589.8508</w:t>
      </w:r>
      <w:r>
        <w:tab/>
        <w:t>3.171e0</w:t>
      </w:r>
    </w:p>
    <w:p w:rsidR="007B2329" w:rsidRDefault="007B2329" w:rsidP="007B2329">
      <w:r>
        <w:t>589.8693</w:t>
      </w:r>
      <w:r>
        <w:tab/>
        <w:t>2.992e0</w:t>
      </w:r>
    </w:p>
    <w:p w:rsidR="007B2329" w:rsidRDefault="007B2329" w:rsidP="007B2329">
      <w:r>
        <w:t>589.8714</w:t>
      </w:r>
      <w:r>
        <w:tab/>
        <w:t>2.025e0</w:t>
      </w:r>
    </w:p>
    <w:p w:rsidR="007B2329" w:rsidRDefault="007B2329" w:rsidP="007B2329">
      <w:r>
        <w:t>589.9064</w:t>
      </w:r>
      <w:r>
        <w:tab/>
        <w:t>1.013e0</w:t>
      </w:r>
    </w:p>
    <w:p w:rsidR="007B2329" w:rsidRDefault="007B2329" w:rsidP="007B2329">
      <w:r>
        <w:t>589.9133</w:t>
      </w:r>
      <w:r>
        <w:tab/>
        <w:t>2.025e0</w:t>
      </w:r>
    </w:p>
    <w:p w:rsidR="007B2329" w:rsidRDefault="007B2329" w:rsidP="007B2329">
      <w:r>
        <w:t>589.9871</w:t>
      </w:r>
      <w:r>
        <w:tab/>
        <w:t>3.038e0</w:t>
      </w:r>
    </w:p>
    <w:p w:rsidR="007B2329" w:rsidRDefault="007B2329" w:rsidP="007B2329">
      <w:r>
        <w:t>589.9919</w:t>
      </w:r>
      <w:r>
        <w:tab/>
        <w:t>4.051e0</w:t>
      </w:r>
    </w:p>
    <w:p w:rsidR="007B2329" w:rsidRDefault="007B2329" w:rsidP="007B2329">
      <w:r>
        <w:t>589.9991</w:t>
      </w:r>
      <w:r>
        <w:tab/>
        <w:t>1.013e0</w:t>
      </w:r>
    </w:p>
    <w:p w:rsidR="007B2329" w:rsidRDefault="007B2329" w:rsidP="007B2329">
      <w:r>
        <w:t>590.0142</w:t>
      </w:r>
      <w:r>
        <w:tab/>
        <w:t>2.025e0</w:t>
      </w:r>
    </w:p>
    <w:p w:rsidR="007B2329" w:rsidRDefault="007B2329" w:rsidP="007B2329">
      <w:r>
        <w:t>590.0506</w:t>
      </w:r>
      <w:r>
        <w:tab/>
        <w:t>1.013e0</w:t>
      </w:r>
    </w:p>
    <w:p w:rsidR="007B2329" w:rsidRDefault="007B2329" w:rsidP="007B2329">
      <w:r>
        <w:t>590.0731</w:t>
      </w:r>
      <w:r>
        <w:tab/>
        <w:t>1.394e0</w:t>
      </w:r>
    </w:p>
    <w:p w:rsidR="007B2329" w:rsidRDefault="007B2329" w:rsidP="007B2329">
      <w:r>
        <w:t>590.1202</w:t>
      </w:r>
      <w:r>
        <w:tab/>
        <w:t>1.013e0</w:t>
      </w:r>
    </w:p>
    <w:p w:rsidR="007B2329" w:rsidRDefault="007B2329" w:rsidP="007B2329">
      <w:r>
        <w:lastRenderedPageBreak/>
        <w:t>590.1218</w:t>
      </w:r>
      <w:r>
        <w:tab/>
        <w:t>4.521e0</w:t>
      </w:r>
    </w:p>
    <w:p w:rsidR="007B2329" w:rsidRDefault="007B2329" w:rsidP="007B2329">
      <w:r>
        <w:t>590.1566</w:t>
      </w:r>
      <w:r>
        <w:tab/>
        <w:t>5.063e0</w:t>
      </w:r>
    </w:p>
    <w:p w:rsidR="007B2329" w:rsidRDefault="007B2329" w:rsidP="007B2329">
      <w:r>
        <w:t>590.1779</w:t>
      </w:r>
      <w:r>
        <w:tab/>
        <w:t>2.680e0</w:t>
      </w:r>
    </w:p>
    <w:p w:rsidR="007B2329" w:rsidRDefault="007B2329" w:rsidP="007B2329">
      <w:r>
        <w:t>590.1885</w:t>
      </w:r>
      <w:r>
        <w:tab/>
        <w:t>3.216e0</w:t>
      </w:r>
    </w:p>
    <w:p w:rsidR="007B2329" w:rsidRDefault="007B2329" w:rsidP="007B2329">
      <w:r>
        <w:t>590.1921</w:t>
      </w:r>
      <w:r>
        <w:tab/>
        <w:t>2.945e0</w:t>
      </w:r>
    </w:p>
    <w:p w:rsidR="007B2329" w:rsidRDefault="007B2329" w:rsidP="007B2329">
      <w:r>
        <w:t>590.1940</w:t>
      </w:r>
      <w:r>
        <w:tab/>
        <w:t>5.132e0</w:t>
      </w:r>
    </w:p>
    <w:p w:rsidR="007B2329" w:rsidRDefault="007B2329" w:rsidP="007B2329">
      <w:r>
        <w:t>590.2019</w:t>
      </w:r>
      <w:r>
        <w:tab/>
        <w:t>2.025e0</w:t>
      </w:r>
    </w:p>
    <w:p w:rsidR="007B2329" w:rsidRDefault="007B2329" w:rsidP="007B2329">
      <w:r>
        <w:t>590.2119</w:t>
      </w:r>
      <w:r>
        <w:tab/>
        <w:t>2.967e0</w:t>
      </w:r>
    </w:p>
    <w:p w:rsidR="007B2329" w:rsidRDefault="007B2329" w:rsidP="007B2329">
      <w:r>
        <w:t>590.2179</w:t>
      </w:r>
      <w:r>
        <w:tab/>
        <w:t>4.051e0</w:t>
      </w:r>
    </w:p>
    <w:p w:rsidR="007B2329" w:rsidRDefault="007B2329" w:rsidP="007B2329">
      <w:r>
        <w:t>590.2463</w:t>
      </w:r>
      <w:r>
        <w:tab/>
        <w:t>1.859e0</w:t>
      </w:r>
    </w:p>
    <w:p w:rsidR="007B2329" w:rsidRDefault="007B2329" w:rsidP="007B2329">
      <w:r>
        <w:t>590.2611</w:t>
      </w:r>
      <w:r>
        <w:tab/>
        <w:t>1.609e0</w:t>
      </w:r>
    </w:p>
    <w:p w:rsidR="007B2329" w:rsidRDefault="007B2329" w:rsidP="007B2329">
      <w:r>
        <w:t>590.2803</w:t>
      </w:r>
      <w:r>
        <w:tab/>
        <w:t>4.051e0</w:t>
      </w:r>
    </w:p>
    <w:p w:rsidR="007B2329" w:rsidRDefault="007B2329" w:rsidP="007B2329">
      <w:r>
        <w:t>590.2961</w:t>
      </w:r>
      <w:r>
        <w:tab/>
        <w:t>1.420e0</w:t>
      </w:r>
    </w:p>
    <w:p w:rsidR="007B2329" w:rsidRDefault="007B2329" w:rsidP="007B2329">
      <w:r>
        <w:t>590.4040</w:t>
      </w:r>
      <w:r>
        <w:tab/>
        <w:t>3.466e0</w:t>
      </w:r>
    </w:p>
    <w:p w:rsidR="007B2329" w:rsidRDefault="007B2329" w:rsidP="007B2329">
      <w:r>
        <w:t>590.4348</w:t>
      </w:r>
      <w:r>
        <w:tab/>
        <w:t>1.013e0</w:t>
      </w:r>
    </w:p>
    <w:p w:rsidR="007B2329" w:rsidRDefault="007B2329" w:rsidP="007B2329">
      <w:r>
        <w:t>590.4523</w:t>
      </w:r>
      <w:r>
        <w:tab/>
        <w:t>3.038e0</w:t>
      </w:r>
    </w:p>
    <w:p w:rsidR="007B2329" w:rsidRDefault="007B2329" w:rsidP="007B2329">
      <w:r>
        <w:t>590.4597</w:t>
      </w:r>
      <w:r>
        <w:tab/>
        <w:t>2.025e0</w:t>
      </w:r>
    </w:p>
    <w:p w:rsidR="007B2329" w:rsidRDefault="007B2329" w:rsidP="007B2329">
      <w:r>
        <w:t>590.4783</w:t>
      </w:r>
      <w:r>
        <w:tab/>
        <w:t>1.013e0</w:t>
      </w:r>
    </w:p>
    <w:p w:rsidR="007B2329" w:rsidRDefault="007B2329" w:rsidP="007B2329">
      <w:r>
        <w:t>590.4803</w:t>
      </w:r>
      <w:r>
        <w:tab/>
        <w:t>2.025e0</w:t>
      </w:r>
    </w:p>
    <w:p w:rsidR="007B2329" w:rsidRDefault="007B2329" w:rsidP="007B2329">
      <w:r>
        <w:lastRenderedPageBreak/>
        <w:t>590.4897</w:t>
      </w:r>
      <w:r>
        <w:tab/>
        <w:t>3.038e0</w:t>
      </w:r>
    </w:p>
    <w:p w:rsidR="007B2329" w:rsidRDefault="007B2329" w:rsidP="007B2329">
      <w:r>
        <w:t>590.4961</w:t>
      </w:r>
      <w:r>
        <w:tab/>
        <w:t>1.013e0</w:t>
      </w:r>
    </w:p>
    <w:p w:rsidR="007B2329" w:rsidRDefault="007B2329" w:rsidP="007B2329">
      <w:r>
        <w:t>590.4972</w:t>
      </w:r>
      <w:r>
        <w:tab/>
        <w:t>2.025e0</w:t>
      </w:r>
    </w:p>
    <w:p w:rsidR="007B2329" w:rsidRDefault="007B2329" w:rsidP="007B2329">
      <w:r>
        <w:t>590.5153</w:t>
      </w:r>
      <w:r>
        <w:tab/>
        <w:t>1.935e0</w:t>
      </w:r>
    </w:p>
    <w:p w:rsidR="007B2329" w:rsidRDefault="007B2329" w:rsidP="007B2329">
      <w:r>
        <w:t>590.5674</w:t>
      </w:r>
      <w:r>
        <w:tab/>
        <w:t>1.013e0</w:t>
      </w:r>
    </w:p>
    <w:p w:rsidR="007B2329" w:rsidRDefault="007B2329" w:rsidP="007B2329">
      <w:r>
        <w:t>590.5725</w:t>
      </w:r>
      <w:r>
        <w:tab/>
        <w:t>4.051e0</w:t>
      </w:r>
    </w:p>
    <w:p w:rsidR="007B2329" w:rsidRDefault="007B2329" w:rsidP="007B2329">
      <w:r>
        <w:t>590.5818</w:t>
      </w:r>
      <w:r>
        <w:tab/>
        <w:t>3.038e0</w:t>
      </w:r>
    </w:p>
    <w:p w:rsidR="007B2329" w:rsidRDefault="007B2329" w:rsidP="007B2329">
      <w:r>
        <w:t>590.5966</w:t>
      </w:r>
      <w:r>
        <w:tab/>
        <w:t>1.013e0</w:t>
      </w:r>
    </w:p>
    <w:p w:rsidR="007B2329" w:rsidRDefault="007B2329" w:rsidP="007B2329">
      <w:r>
        <w:t>590.6200</w:t>
      </w:r>
      <w:r>
        <w:tab/>
        <w:t>4.051e0</w:t>
      </w:r>
    </w:p>
    <w:p w:rsidR="007B2329" w:rsidRDefault="007B2329" w:rsidP="007B2329">
      <w:r>
        <w:t>590.6776</w:t>
      </w:r>
      <w:r>
        <w:tab/>
        <w:t>1.013e0</w:t>
      </w:r>
    </w:p>
    <w:p w:rsidR="007B2329" w:rsidRDefault="007B2329" w:rsidP="007B2329">
      <w:r>
        <w:t>590.7012</w:t>
      </w:r>
      <w:r>
        <w:tab/>
        <w:t>1.929e0</w:t>
      </w:r>
    </w:p>
    <w:p w:rsidR="007B2329" w:rsidRDefault="007B2329" w:rsidP="007B2329">
      <w:r>
        <w:t>590.7444</w:t>
      </w:r>
      <w:r>
        <w:tab/>
        <w:t>1.013e0</w:t>
      </w:r>
    </w:p>
    <w:p w:rsidR="007B2329" w:rsidRDefault="007B2329" w:rsidP="007B2329">
      <w:r>
        <w:t>590.7811</w:t>
      </w:r>
      <w:r>
        <w:tab/>
        <w:t>1.013e0</w:t>
      </w:r>
    </w:p>
    <w:p w:rsidR="007B2329" w:rsidRDefault="007B2329" w:rsidP="007B2329">
      <w:r>
        <w:t>590.8157</w:t>
      </w:r>
      <w:r>
        <w:tab/>
        <w:t>1.013e0</w:t>
      </w:r>
    </w:p>
    <w:p w:rsidR="007B2329" w:rsidRDefault="007B2329" w:rsidP="007B2329">
      <w:r>
        <w:t>590.8215</w:t>
      </w:r>
      <w:r>
        <w:tab/>
        <w:t>4.051e0</w:t>
      </w:r>
    </w:p>
    <w:p w:rsidR="007B2329" w:rsidRDefault="007B2329" w:rsidP="007B2329">
      <w:r>
        <w:t>590.8258</w:t>
      </w:r>
      <w:r>
        <w:tab/>
        <w:t>3.299e0</w:t>
      </w:r>
    </w:p>
    <w:p w:rsidR="007B2329" w:rsidRDefault="007B2329" w:rsidP="007B2329">
      <w:r>
        <w:t>590.8298</w:t>
      </w:r>
      <w:r>
        <w:tab/>
        <w:t>1.013e0</w:t>
      </w:r>
    </w:p>
    <w:p w:rsidR="007B2329" w:rsidRDefault="007B2329" w:rsidP="007B2329">
      <w:r>
        <w:t>590.8344</w:t>
      </w:r>
      <w:r>
        <w:tab/>
        <w:t>1.013e0</w:t>
      </w:r>
    </w:p>
    <w:p w:rsidR="007B2329" w:rsidRDefault="007B2329" w:rsidP="007B2329">
      <w:r>
        <w:t>590.8869</w:t>
      </w:r>
      <w:r>
        <w:tab/>
        <w:t>1.013e0</w:t>
      </w:r>
    </w:p>
    <w:p w:rsidR="007B2329" w:rsidRDefault="007B2329" w:rsidP="007B2329">
      <w:r>
        <w:lastRenderedPageBreak/>
        <w:t>590.9109</w:t>
      </w:r>
      <w:r>
        <w:tab/>
        <w:t>3.038e0</w:t>
      </w:r>
    </w:p>
    <w:p w:rsidR="007B2329" w:rsidRDefault="007B2329" w:rsidP="007B2329">
      <w:r>
        <w:t>590.9310</w:t>
      </w:r>
      <w:r>
        <w:tab/>
        <w:t>1.013e0</w:t>
      </w:r>
    </w:p>
    <w:p w:rsidR="007B2329" w:rsidRDefault="007B2329" w:rsidP="007B2329">
      <w:r>
        <w:t>590.9554</w:t>
      </w:r>
      <w:r>
        <w:tab/>
        <w:t>2.051e0</w:t>
      </w:r>
    </w:p>
    <w:p w:rsidR="007B2329" w:rsidRDefault="007B2329" w:rsidP="007B2329">
      <w:r>
        <w:t>590.9664</w:t>
      </w:r>
      <w:r>
        <w:tab/>
        <w:t>1.778e0</w:t>
      </w:r>
    </w:p>
    <w:p w:rsidR="007B2329" w:rsidRDefault="007B2329" w:rsidP="007B2329">
      <w:r>
        <w:t>590.9766</w:t>
      </w:r>
      <w:r>
        <w:tab/>
        <w:t>1.013e0</w:t>
      </w:r>
    </w:p>
    <w:p w:rsidR="007B2329" w:rsidRDefault="007B2329" w:rsidP="007B2329">
      <w:r>
        <w:t>591.0064</w:t>
      </w:r>
      <w:r>
        <w:tab/>
        <w:t>3.038e0</w:t>
      </w:r>
    </w:p>
    <w:p w:rsidR="007B2329" w:rsidRDefault="007B2329" w:rsidP="007B2329">
      <w:r>
        <w:t>591.0527</w:t>
      </w:r>
      <w:r>
        <w:tab/>
        <w:t>1.013e0</w:t>
      </w:r>
    </w:p>
    <w:p w:rsidR="007B2329" w:rsidRDefault="007B2329" w:rsidP="007B2329">
      <w:r>
        <w:t>591.0583</w:t>
      </w:r>
      <w:r>
        <w:tab/>
        <w:t>2.025e0</w:t>
      </w:r>
    </w:p>
    <w:p w:rsidR="007B2329" w:rsidRDefault="007B2329" w:rsidP="007B2329">
      <w:r>
        <w:t>591.0629</w:t>
      </w:r>
      <w:r>
        <w:tab/>
        <w:t>1.013e0</w:t>
      </w:r>
    </w:p>
    <w:p w:rsidR="007B2329" w:rsidRDefault="007B2329" w:rsidP="007B2329">
      <w:r>
        <w:t>591.0769</w:t>
      </w:r>
      <w:r>
        <w:tab/>
        <w:t>2.025e0</w:t>
      </w:r>
    </w:p>
    <w:p w:rsidR="007B2329" w:rsidRDefault="007B2329" w:rsidP="007B2329">
      <w:r>
        <w:t>591.1004</w:t>
      </w:r>
      <w:r>
        <w:tab/>
        <w:t>1.013e0</w:t>
      </w:r>
    </w:p>
    <w:p w:rsidR="007B2329" w:rsidRDefault="007B2329" w:rsidP="007B2329">
      <w:r>
        <w:t>591.1188</w:t>
      </w:r>
      <w:r>
        <w:tab/>
        <w:t>1.013e0</w:t>
      </w:r>
    </w:p>
    <w:p w:rsidR="007B2329" w:rsidRDefault="007B2329" w:rsidP="007B2329">
      <w:r>
        <w:t>591.1238</w:t>
      </w:r>
      <w:r>
        <w:tab/>
        <w:t>1.013e0</w:t>
      </w:r>
    </w:p>
    <w:p w:rsidR="007B2329" w:rsidRDefault="007B2329" w:rsidP="007B2329">
      <w:r>
        <w:t>591.1440</w:t>
      </w:r>
      <w:r>
        <w:tab/>
        <w:t>1.013e0</w:t>
      </w:r>
    </w:p>
    <w:p w:rsidR="007B2329" w:rsidRDefault="007B2329" w:rsidP="007B2329">
      <w:r>
        <w:t>591.1564</w:t>
      </w:r>
      <w:r>
        <w:tab/>
        <w:t>2.222e0</w:t>
      </w:r>
    </w:p>
    <w:p w:rsidR="007B2329" w:rsidRDefault="007B2329" w:rsidP="007B2329">
      <w:r>
        <w:t>591.1608</w:t>
      </w:r>
      <w:r>
        <w:tab/>
        <w:t>4.051e0</w:t>
      </w:r>
    </w:p>
    <w:p w:rsidR="007B2329" w:rsidRDefault="007B2329" w:rsidP="007B2329">
      <w:r>
        <w:t>591.1900</w:t>
      </w:r>
      <w:r>
        <w:tab/>
        <w:t>1.963e0</w:t>
      </w:r>
    </w:p>
    <w:p w:rsidR="007B2329" w:rsidRDefault="007B2329" w:rsidP="007B2329">
      <w:r>
        <w:t>591.2562</w:t>
      </w:r>
      <w:r>
        <w:tab/>
        <w:t>9.236e0</w:t>
      </w:r>
    </w:p>
    <w:p w:rsidR="007B2329" w:rsidRDefault="007B2329" w:rsidP="007B2329">
      <w:r>
        <w:t>591.2740</w:t>
      </w:r>
      <w:r>
        <w:tab/>
        <w:t>4.351e0</w:t>
      </w:r>
    </w:p>
    <w:p w:rsidR="007B2329" w:rsidRDefault="007B2329" w:rsidP="007B2329">
      <w:r>
        <w:lastRenderedPageBreak/>
        <w:t>591.2764</w:t>
      </w:r>
      <w:r>
        <w:tab/>
        <w:t>1.819e0</w:t>
      </w:r>
    </w:p>
    <w:p w:rsidR="007B2329" w:rsidRDefault="007B2329" w:rsidP="007B2329">
      <w:r>
        <w:t>591.2881</w:t>
      </w:r>
      <w:r>
        <w:tab/>
        <w:t>4.481e0</w:t>
      </w:r>
    </w:p>
    <w:p w:rsidR="007B2329" w:rsidRDefault="007B2329" w:rsidP="007B2329">
      <w:r>
        <w:t>591.2963</w:t>
      </w:r>
      <w:r>
        <w:tab/>
        <w:t>2.025e0</w:t>
      </w:r>
    </w:p>
    <w:p w:rsidR="007B2329" w:rsidRDefault="007B2329" w:rsidP="007B2329">
      <w:r>
        <w:t>591.3078</w:t>
      </w:r>
      <w:r>
        <w:tab/>
        <w:t>2.475e0</w:t>
      </w:r>
    </w:p>
    <w:p w:rsidR="007B2329" w:rsidRDefault="007B2329" w:rsidP="007B2329">
      <w:r>
        <w:t>591.3320</w:t>
      </w:r>
      <w:r>
        <w:tab/>
        <w:t>2.314e0</w:t>
      </w:r>
    </w:p>
    <w:p w:rsidR="007B2329" w:rsidRDefault="007B2329" w:rsidP="007B2329">
      <w:r>
        <w:t>591.3423</w:t>
      </w:r>
      <w:r>
        <w:tab/>
        <w:t>1.840e0</w:t>
      </w:r>
    </w:p>
    <w:p w:rsidR="007B2329" w:rsidRDefault="007B2329" w:rsidP="007B2329">
      <w:r>
        <w:t>591.3458</w:t>
      </w:r>
      <w:r>
        <w:tab/>
        <w:t>2.521e0</w:t>
      </w:r>
    </w:p>
    <w:p w:rsidR="007B2329" w:rsidRDefault="007B2329" w:rsidP="007B2329">
      <w:r>
        <w:t>591.3515</w:t>
      </w:r>
      <w:r>
        <w:tab/>
        <w:t>6.076e0</w:t>
      </w:r>
    </w:p>
    <w:p w:rsidR="007B2329" w:rsidRDefault="007B2329" w:rsidP="007B2329">
      <w:r>
        <w:t>591.3855</w:t>
      </w:r>
      <w:r>
        <w:tab/>
        <w:t>4.612e0</w:t>
      </w:r>
    </w:p>
    <w:p w:rsidR="007B2329" w:rsidRDefault="007B2329" w:rsidP="007B2329">
      <w:r>
        <w:t>591.4038</w:t>
      </w:r>
      <w:r>
        <w:tab/>
        <w:t>1.013e0</w:t>
      </w:r>
    </w:p>
    <w:p w:rsidR="007B2329" w:rsidRDefault="007B2329" w:rsidP="007B2329">
      <w:r>
        <w:t>591.4155</w:t>
      </w:r>
      <w:r>
        <w:tab/>
        <w:t>2.616e0</w:t>
      </w:r>
    </w:p>
    <w:p w:rsidR="007B2329" w:rsidRDefault="007B2329" w:rsidP="007B2329">
      <w:r>
        <w:t>591.4220</w:t>
      </w:r>
      <w:r>
        <w:tab/>
        <w:t>1.192e0</w:t>
      </w:r>
    </w:p>
    <w:p w:rsidR="007B2329" w:rsidRDefault="007B2329" w:rsidP="007B2329">
      <w:r>
        <w:t>591.4888</w:t>
      </w:r>
      <w:r>
        <w:tab/>
        <w:t>1.013e0</w:t>
      </w:r>
    </w:p>
    <w:p w:rsidR="007B2329" w:rsidRDefault="007B2329" w:rsidP="007B2329">
      <w:r>
        <w:t>591.4956</w:t>
      </w:r>
      <w:r>
        <w:tab/>
        <w:t>3.038e0</w:t>
      </w:r>
    </w:p>
    <w:p w:rsidR="007B2329" w:rsidRDefault="007B2329" w:rsidP="007B2329">
      <w:r>
        <w:t>591.5396</w:t>
      </w:r>
      <w:r>
        <w:tab/>
        <w:t>1.013e0</w:t>
      </w:r>
    </w:p>
    <w:p w:rsidR="007B2329" w:rsidRDefault="007B2329" w:rsidP="007B2329">
      <w:r>
        <w:t>591.5585</w:t>
      </w:r>
      <w:r>
        <w:tab/>
        <w:t>4.051e0</w:t>
      </w:r>
    </w:p>
    <w:p w:rsidR="007B2329" w:rsidRDefault="007B2329" w:rsidP="007B2329">
      <w:r>
        <w:t>591.5596</w:t>
      </w:r>
      <w:r>
        <w:tab/>
        <w:t>4.051e0</w:t>
      </w:r>
    </w:p>
    <w:p w:rsidR="007B2329" w:rsidRDefault="007B2329" w:rsidP="007B2329">
      <w:r>
        <w:t>591.5966</w:t>
      </w:r>
      <w:r>
        <w:tab/>
        <w:t>2.025e0</w:t>
      </w:r>
    </w:p>
    <w:p w:rsidR="007B2329" w:rsidRDefault="007B2329" w:rsidP="007B2329">
      <w:r>
        <w:t>591.6083</w:t>
      </w:r>
      <w:r>
        <w:tab/>
        <w:t>3.038e0</w:t>
      </w:r>
    </w:p>
    <w:p w:rsidR="007B2329" w:rsidRDefault="007B2329" w:rsidP="007B2329">
      <w:r>
        <w:lastRenderedPageBreak/>
        <w:t>591.6174</w:t>
      </w:r>
      <w:r>
        <w:tab/>
        <w:t>3.038e0</w:t>
      </w:r>
    </w:p>
    <w:p w:rsidR="007B2329" w:rsidRDefault="007B2329" w:rsidP="007B2329">
      <w:r>
        <w:t>591.6357</w:t>
      </w:r>
      <w:r>
        <w:tab/>
        <w:t>1.013e0</w:t>
      </w:r>
    </w:p>
    <w:p w:rsidR="007B2329" w:rsidRDefault="007B2329" w:rsidP="007B2329">
      <w:r>
        <w:t>591.6512</w:t>
      </w:r>
      <w:r>
        <w:tab/>
        <w:t>1.922e0</w:t>
      </w:r>
    </w:p>
    <w:p w:rsidR="007B2329" w:rsidRDefault="007B2329" w:rsidP="007B2329">
      <w:r>
        <w:t>591.6713</w:t>
      </w:r>
      <w:r>
        <w:tab/>
        <w:t>4.051e0</w:t>
      </w:r>
    </w:p>
    <w:p w:rsidR="007B2329" w:rsidRDefault="007B2329" w:rsidP="007B2329">
      <w:r>
        <w:t>591.6883</w:t>
      </w:r>
      <w:r>
        <w:tab/>
        <w:t>1.013e0</w:t>
      </w:r>
    </w:p>
    <w:p w:rsidR="007B2329" w:rsidRDefault="007B2329" w:rsidP="007B2329">
      <w:r>
        <w:t>591.7161</w:t>
      </w:r>
      <w:r>
        <w:tab/>
        <w:t>2.025e0</w:t>
      </w:r>
    </w:p>
    <w:p w:rsidR="007B2329" w:rsidRDefault="007B2329" w:rsidP="007B2329">
      <w:r>
        <w:t>591.7624</w:t>
      </w:r>
      <w:r>
        <w:tab/>
        <w:t>1.025e0</w:t>
      </w:r>
    </w:p>
    <w:p w:rsidR="007B2329" w:rsidRDefault="007B2329" w:rsidP="007B2329">
      <w:r>
        <w:t>591.7673</w:t>
      </w:r>
      <w:r>
        <w:tab/>
        <w:t>2.025e0</w:t>
      </w:r>
    </w:p>
    <w:p w:rsidR="007B2329" w:rsidRDefault="007B2329" w:rsidP="007B2329">
      <w:r>
        <w:t>591.7830</w:t>
      </w:r>
      <w:r>
        <w:tab/>
        <w:t>1.013e0</w:t>
      </w:r>
    </w:p>
    <w:p w:rsidR="007B2329" w:rsidRDefault="007B2329" w:rsidP="007B2329">
      <w:r>
        <w:t>591.7964</w:t>
      </w:r>
      <w:r>
        <w:tab/>
        <w:t>3.038e0</w:t>
      </w:r>
    </w:p>
    <w:p w:rsidR="007B2329" w:rsidRDefault="007B2329" w:rsidP="007B2329">
      <w:r>
        <w:t>591.8035</w:t>
      </w:r>
      <w:r>
        <w:tab/>
        <w:t>1.013e0</w:t>
      </w:r>
    </w:p>
    <w:p w:rsidR="007B2329" w:rsidRDefault="007B2329" w:rsidP="007B2329">
      <w:r>
        <w:t>591.8153</w:t>
      </w:r>
      <w:r>
        <w:tab/>
        <w:t>2.025e0</w:t>
      </w:r>
    </w:p>
    <w:p w:rsidR="007B2329" w:rsidRDefault="007B2329" w:rsidP="007B2329">
      <w:r>
        <w:t>591.8647</w:t>
      </w:r>
      <w:r>
        <w:tab/>
        <w:t>2.025e0</w:t>
      </w:r>
    </w:p>
    <w:p w:rsidR="007B2329" w:rsidRDefault="007B2329" w:rsidP="007B2329">
      <w:r>
        <w:t>591.8746</w:t>
      </w:r>
      <w:r>
        <w:tab/>
        <w:t>1.013e0</w:t>
      </w:r>
    </w:p>
    <w:p w:rsidR="007B2329" w:rsidRDefault="007B2329" w:rsidP="007B2329">
      <w:r>
        <w:t>591.8975</w:t>
      </w:r>
      <w:r>
        <w:tab/>
        <w:t>1.025e0</w:t>
      </w:r>
    </w:p>
    <w:p w:rsidR="007B2329" w:rsidRDefault="007B2329" w:rsidP="007B2329">
      <w:r>
        <w:t>591.9050</w:t>
      </w:r>
      <w:r>
        <w:tab/>
        <w:t>2.025e0</w:t>
      </w:r>
    </w:p>
    <w:p w:rsidR="007B2329" w:rsidRDefault="007B2329" w:rsidP="007B2329">
      <w:r>
        <w:t>591.9299</w:t>
      </w:r>
      <w:r>
        <w:tab/>
        <w:t>3.038e0</w:t>
      </w:r>
    </w:p>
    <w:p w:rsidR="007B2329" w:rsidRDefault="007B2329" w:rsidP="007B2329">
      <w:r>
        <w:t>591.9357</w:t>
      </w:r>
      <w:r>
        <w:tab/>
        <w:t>1.013e0</w:t>
      </w:r>
    </w:p>
    <w:p w:rsidR="007B2329" w:rsidRDefault="007B2329" w:rsidP="007B2329">
      <w:r>
        <w:t>591.9455</w:t>
      </w:r>
      <w:r>
        <w:tab/>
        <w:t>1.013e0</w:t>
      </w:r>
    </w:p>
    <w:p w:rsidR="007B2329" w:rsidRDefault="007B2329" w:rsidP="007B2329">
      <w:r>
        <w:lastRenderedPageBreak/>
        <w:t>591.9733</w:t>
      </w:r>
      <w:r>
        <w:tab/>
        <w:t>1.013e0</w:t>
      </w:r>
    </w:p>
    <w:p w:rsidR="007B2329" w:rsidRDefault="007B2329" w:rsidP="007B2329">
      <w:r>
        <w:t>591.9964</w:t>
      </w:r>
      <w:r>
        <w:tab/>
        <w:t>1.013e0</w:t>
      </w:r>
    </w:p>
    <w:p w:rsidR="007B2329" w:rsidRDefault="007B2329" w:rsidP="007B2329">
      <w:r>
        <w:t>592.0065</w:t>
      </w:r>
      <w:r>
        <w:tab/>
        <w:t>1.013e0</w:t>
      </w:r>
    </w:p>
    <w:p w:rsidR="007B2329" w:rsidRDefault="007B2329" w:rsidP="007B2329">
      <w:r>
        <w:t>592.0369</w:t>
      </w:r>
      <w:r>
        <w:tab/>
        <w:t>1.013e0</w:t>
      </w:r>
    </w:p>
    <w:p w:rsidR="007B2329" w:rsidRDefault="007B2329" w:rsidP="007B2329">
      <w:r>
        <w:t>592.0573</w:t>
      </w:r>
      <w:r>
        <w:tab/>
        <w:t>1.013e0</w:t>
      </w:r>
    </w:p>
    <w:p w:rsidR="007B2329" w:rsidRDefault="007B2329" w:rsidP="007B2329">
      <w:r>
        <w:t>592.0630</w:t>
      </w:r>
      <w:r>
        <w:tab/>
        <w:t>2.025e0</w:t>
      </w:r>
    </w:p>
    <w:p w:rsidR="007B2329" w:rsidRDefault="007B2329" w:rsidP="007B2329">
      <w:r>
        <w:t>592.0676</w:t>
      </w:r>
      <w:r>
        <w:tab/>
        <w:t>1.013e0</w:t>
      </w:r>
    </w:p>
    <w:p w:rsidR="007B2329" w:rsidRDefault="007B2329" w:rsidP="007B2329">
      <w:r>
        <w:t>592.0977</w:t>
      </w:r>
      <w:r>
        <w:tab/>
        <w:t>1.013e0</w:t>
      </w:r>
    </w:p>
    <w:p w:rsidR="007B2329" w:rsidRDefault="007B2329" w:rsidP="007B2329">
      <w:r>
        <w:t>592.1342</w:t>
      </w:r>
      <w:r>
        <w:tab/>
        <w:t>1.013e0</w:t>
      </w:r>
    </w:p>
    <w:p w:rsidR="007B2329" w:rsidRDefault="007B2329" w:rsidP="007B2329">
      <w:r>
        <w:t>592.1373</w:t>
      </w:r>
      <w:r>
        <w:tab/>
        <w:t>2.025e0</w:t>
      </w:r>
    </w:p>
    <w:p w:rsidR="007B2329" w:rsidRDefault="007B2329" w:rsidP="007B2329">
      <w:r>
        <w:t>592.1431</w:t>
      </w:r>
      <w:r>
        <w:tab/>
        <w:t>1.025e0</w:t>
      </w:r>
    </w:p>
    <w:p w:rsidR="007B2329" w:rsidRDefault="007B2329" w:rsidP="007B2329">
      <w:r>
        <w:t>592.1472</w:t>
      </w:r>
      <w:r>
        <w:tab/>
        <w:t>1.821e0</w:t>
      </w:r>
    </w:p>
    <w:p w:rsidR="007B2329" w:rsidRDefault="007B2329" w:rsidP="007B2329">
      <w:r>
        <w:t>592.1636</w:t>
      </w:r>
      <w:r>
        <w:tab/>
        <w:t>2.025e0</w:t>
      </w:r>
    </w:p>
    <w:p w:rsidR="007B2329" w:rsidRDefault="007B2329" w:rsidP="007B2329">
      <w:r>
        <w:t>592.1787</w:t>
      </w:r>
      <w:r>
        <w:tab/>
        <w:t>2.025e0</w:t>
      </w:r>
    </w:p>
    <w:p w:rsidR="007B2329" w:rsidRDefault="007B2329" w:rsidP="007B2329">
      <w:r>
        <w:t>592.1868</w:t>
      </w:r>
      <w:r>
        <w:tab/>
        <w:t>5.381e0</w:t>
      </w:r>
    </w:p>
    <w:p w:rsidR="007B2329" w:rsidRDefault="007B2329" w:rsidP="007B2329">
      <w:r>
        <w:t>592.2277</w:t>
      </w:r>
      <w:r>
        <w:tab/>
        <w:t>3.557e0</w:t>
      </w:r>
    </w:p>
    <w:p w:rsidR="007B2329" w:rsidRDefault="007B2329" w:rsidP="007B2329">
      <w:r>
        <w:t>592.2298</w:t>
      </w:r>
      <w:r>
        <w:tab/>
        <w:t>1.013e0</w:t>
      </w:r>
    </w:p>
    <w:p w:rsidR="007B2329" w:rsidRDefault="007B2329" w:rsidP="007B2329">
      <w:r>
        <w:t>592.2330</w:t>
      </w:r>
      <w:r>
        <w:tab/>
        <w:t>1.141e0</w:t>
      </w:r>
    </w:p>
    <w:p w:rsidR="007B2329" w:rsidRDefault="007B2329" w:rsidP="007B2329">
      <w:r>
        <w:t>592.2420</w:t>
      </w:r>
      <w:r>
        <w:tab/>
        <w:t>1.013e0</w:t>
      </w:r>
    </w:p>
    <w:p w:rsidR="007B2329" w:rsidRDefault="007B2329" w:rsidP="007B2329">
      <w:r>
        <w:lastRenderedPageBreak/>
        <w:t>592.2848</w:t>
      </w:r>
      <w:r>
        <w:tab/>
        <w:t>2.379e0</w:t>
      </w:r>
    </w:p>
    <w:p w:rsidR="007B2329" w:rsidRDefault="007B2329" w:rsidP="007B2329">
      <w:r>
        <w:t>592.2897</w:t>
      </w:r>
      <w:r>
        <w:tab/>
        <w:t>1.530e0</w:t>
      </w:r>
    </w:p>
    <w:p w:rsidR="007B2329" w:rsidRDefault="007B2329" w:rsidP="007B2329">
      <w:r>
        <w:t>592.2994</w:t>
      </w:r>
      <w:r>
        <w:tab/>
        <w:t>5.523e0</w:t>
      </w:r>
    </w:p>
    <w:p w:rsidR="007B2329" w:rsidRDefault="007B2329" w:rsidP="007B2329">
      <w:r>
        <w:t>592.3013</w:t>
      </w:r>
      <w:r>
        <w:tab/>
        <w:t>1.013e0</w:t>
      </w:r>
    </w:p>
    <w:p w:rsidR="007B2329" w:rsidRDefault="007B2329" w:rsidP="007B2329">
      <w:r>
        <w:t>592.3376</w:t>
      </w:r>
      <w:r>
        <w:tab/>
        <w:t>9.672e0</w:t>
      </w:r>
    </w:p>
    <w:p w:rsidR="007B2329" w:rsidRDefault="007B2329" w:rsidP="007B2329">
      <w:r>
        <w:t>592.3553</w:t>
      </w:r>
      <w:r>
        <w:tab/>
        <w:t>5.318e0</w:t>
      </w:r>
    </w:p>
    <w:p w:rsidR="007B2329" w:rsidRDefault="007B2329" w:rsidP="007B2329">
      <w:r>
        <w:t>592.3769</w:t>
      </w:r>
      <w:r>
        <w:tab/>
        <w:t>2.796e0</w:t>
      </w:r>
    </w:p>
    <w:p w:rsidR="007B2329" w:rsidRDefault="007B2329" w:rsidP="007B2329">
      <w:r>
        <w:t>592.4030</w:t>
      </w:r>
      <w:r>
        <w:tab/>
        <w:t>1.908e0</w:t>
      </w:r>
    </w:p>
    <w:p w:rsidR="007B2329" w:rsidRDefault="007B2329" w:rsidP="007B2329">
      <w:r>
        <w:t>592.4056</w:t>
      </w:r>
      <w:r>
        <w:tab/>
        <w:t>2.886e0</w:t>
      </w:r>
    </w:p>
    <w:p w:rsidR="007B2329" w:rsidRDefault="007B2329" w:rsidP="007B2329">
      <w:r>
        <w:t>592.4138</w:t>
      </w:r>
      <w:r>
        <w:tab/>
        <w:t>2.025e0</w:t>
      </w:r>
    </w:p>
    <w:p w:rsidR="007B2329" w:rsidRDefault="007B2329" w:rsidP="007B2329">
      <w:r>
        <w:t>592.4215</w:t>
      </w:r>
      <w:r>
        <w:tab/>
        <w:t>1.618e0</w:t>
      </w:r>
    </w:p>
    <w:p w:rsidR="007B2329" w:rsidRDefault="007B2329" w:rsidP="007B2329">
      <w:r>
        <w:t>592.4941</w:t>
      </w:r>
      <w:r>
        <w:tab/>
        <w:t>2.025e0</w:t>
      </w:r>
    </w:p>
    <w:p w:rsidR="007B2329" w:rsidRDefault="007B2329" w:rsidP="007B2329">
      <w:r>
        <w:t>592.5086</w:t>
      </w:r>
      <w:r>
        <w:tab/>
        <w:t>1.266e-2</w:t>
      </w:r>
    </w:p>
    <w:p w:rsidR="007B2329" w:rsidRDefault="007B2329" w:rsidP="007B2329">
      <w:r>
        <w:t>592.5211</w:t>
      </w:r>
      <w:r>
        <w:tab/>
        <w:t>2.025e0</w:t>
      </w:r>
    </w:p>
    <w:p w:rsidR="007B2329" w:rsidRDefault="007B2329" w:rsidP="007B2329">
      <w:r>
        <w:t>592.5268</w:t>
      </w:r>
      <w:r>
        <w:tab/>
        <w:t>2.025e0</w:t>
      </w:r>
    </w:p>
    <w:p w:rsidR="007B2329" w:rsidRDefault="007B2329" w:rsidP="007B2329">
      <w:r>
        <w:t>592.5443</w:t>
      </w:r>
      <w:r>
        <w:tab/>
        <w:t>4.051e0</w:t>
      </w:r>
    </w:p>
    <w:p w:rsidR="007B2329" w:rsidRDefault="007B2329" w:rsidP="007B2329">
      <w:r>
        <w:t>592.5549</w:t>
      </w:r>
      <w:r>
        <w:tab/>
        <w:t>1.013e0</w:t>
      </w:r>
    </w:p>
    <w:p w:rsidR="007B2329" w:rsidRDefault="007B2329" w:rsidP="007B2329">
      <w:r>
        <w:t>592.5754</w:t>
      </w:r>
      <w:r>
        <w:tab/>
        <w:t>2.025e0</w:t>
      </w:r>
    </w:p>
    <w:p w:rsidR="007B2329" w:rsidRDefault="007B2329" w:rsidP="007B2329">
      <w:r>
        <w:t>592.6103</w:t>
      </w:r>
      <w:r>
        <w:tab/>
        <w:t>2.025e0</w:t>
      </w:r>
    </w:p>
    <w:p w:rsidR="007B2329" w:rsidRDefault="007B2329" w:rsidP="007B2329">
      <w:r>
        <w:lastRenderedPageBreak/>
        <w:t>592.6150</w:t>
      </w:r>
      <w:r>
        <w:tab/>
        <w:t>3.038e0</w:t>
      </w:r>
    </w:p>
    <w:p w:rsidR="007B2329" w:rsidRDefault="007B2329" w:rsidP="007B2329">
      <w:r>
        <w:t>592.6392</w:t>
      </w:r>
      <w:r>
        <w:tab/>
        <w:t>4.051e0</w:t>
      </w:r>
    </w:p>
    <w:p w:rsidR="007B2329" w:rsidRDefault="007B2329" w:rsidP="007B2329">
      <w:r>
        <w:t>592.6853</w:t>
      </w:r>
      <w:r>
        <w:tab/>
        <w:t>2.025e0</w:t>
      </w:r>
    </w:p>
    <w:p w:rsidR="007B2329" w:rsidRDefault="007B2329" w:rsidP="007B2329">
      <w:r>
        <w:t>592.6932</w:t>
      </w:r>
      <w:r>
        <w:tab/>
        <w:t>2.025e0</w:t>
      </w:r>
    </w:p>
    <w:p w:rsidR="007B2329" w:rsidRDefault="007B2329" w:rsidP="007B2329">
      <w:r>
        <w:t>592.7176</w:t>
      </w:r>
      <w:r>
        <w:tab/>
        <w:t>1.013e0</w:t>
      </w:r>
    </w:p>
    <w:p w:rsidR="007B2329" w:rsidRDefault="007B2329" w:rsidP="007B2329">
      <w:r>
        <w:t>592.7217</w:t>
      </w:r>
      <w:r>
        <w:tab/>
        <w:t>1.939e0</w:t>
      </w:r>
    </w:p>
    <w:p w:rsidR="007B2329" w:rsidRDefault="007B2329" w:rsidP="007B2329">
      <w:r>
        <w:t>592.7418</w:t>
      </w:r>
      <w:r>
        <w:tab/>
        <w:t>4.051e0</w:t>
      </w:r>
    </w:p>
    <w:p w:rsidR="007B2329" w:rsidRDefault="007B2329" w:rsidP="007B2329">
      <w:r>
        <w:t>592.7686</w:t>
      </w:r>
      <w:r>
        <w:tab/>
        <w:t>1.013e0</w:t>
      </w:r>
    </w:p>
    <w:p w:rsidR="007B2329" w:rsidRDefault="007B2329" w:rsidP="007B2329">
      <w:r>
        <w:t>592.7717</w:t>
      </w:r>
      <w:r>
        <w:tab/>
        <w:t>3.038e0</w:t>
      </w:r>
    </w:p>
    <w:p w:rsidR="007B2329" w:rsidRDefault="007B2329" w:rsidP="007B2329">
      <w:r>
        <w:t>592.7932</w:t>
      </w:r>
      <w:r>
        <w:tab/>
        <w:t>1.013e0</w:t>
      </w:r>
    </w:p>
    <w:p w:rsidR="007B2329" w:rsidRDefault="007B2329" w:rsidP="007B2329">
      <w:r>
        <w:t>592.7989</w:t>
      </w:r>
      <w:r>
        <w:tab/>
        <w:t>1.013e0</w:t>
      </w:r>
    </w:p>
    <w:p w:rsidR="007B2329" w:rsidRDefault="007B2329" w:rsidP="007B2329">
      <w:r>
        <w:t>592.8276</w:t>
      </w:r>
      <w:r>
        <w:tab/>
        <w:t>4.500e0</w:t>
      </w:r>
    </w:p>
    <w:p w:rsidR="007B2329" w:rsidRDefault="007B2329" w:rsidP="007B2329">
      <w:r>
        <w:t>592.8395</w:t>
      </w:r>
      <w:r>
        <w:tab/>
        <w:t>1.013e0</w:t>
      </w:r>
    </w:p>
    <w:p w:rsidR="007B2329" w:rsidRDefault="007B2329" w:rsidP="007B2329">
      <w:r>
        <w:t>592.8440</w:t>
      </w:r>
      <w:r>
        <w:tab/>
        <w:t>3.798e-2</w:t>
      </w:r>
    </w:p>
    <w:p w:rsidR="007B2329" w:rsidRDefault="007B2329" w:rsidP="007B2329">
      <w:r>
        <w:t>592.8458</w:t>
      </w:r>
      <w:r>
        <w:tab/>
        <w:t>1.013e0</w:t>
      </w:r>
    </w:p>
    <w:p w:rsidR="007B2329" w:rsidRDefault="007B2329" w:rsidP="007B2329">
      <w:r>
        <w:t>592.8600</w:t>
      </w:r>
      <w:r>
        <w:tab/>
        <w:t>2.025e0</w:t>
      </w:r>
    </w:p>
    <w:p w:rsidR="007B2329" w:rsidRDefault="007B2329" w:rsidP="007B2329">
      <w:r>
        <w:t>592.8643</w:t>
      </w:r>
      <w:r>
        <w:tab/>
        <w:t>1.013e0</w:t>
      </w:r>
    </w:p>
    <w:p w:rsidR="007B2329" w:rsidRDefault="007B2329" w:rsidP="007B2329">
      <w:r>
        <w:t>592.9356</w:t>
      </w:r>
      <w:r>
        <w:tab/>
        <w:t>1.013e0</w:t>
      </w:r>
    </w:p>
    <w:p w:rsidR="007B2329" w:rsidRDefault="007B2329" w:rsidP="007B2329">
      <w:r>
        <w:t>592.9514</w:t>
      </w:r>
      <w:r>
        <w:tab/>
        <w:t>1.013e0</w:t>
      </w:r>
    </w:p>
    <w:p w:rsidR="007B2329" w:rsidRDefault="007B2329" w:rsidP="007B2329">
      <w:r>
        <w:lastRenderedPageBreak/>
        <w:t>592.9717</w:t>
      </w:r>
      <w:r>
        <w:tab/>
        <w:t>1.013e0</w:t>
      </w:r>
    </w:p>
    <w:p w:rsidR="007B2329" w:rsidRDefault="007B2329" w:rsidP="007B2329">
      <w:r>
        <w:t>592.9883</w:t>
      </w:r>
      <w:r>
        <w:tab/>
        <w:t>1.013e0</w:t>
      </w:r>
    </w:p>
    <w:p w:rsidR="007B2329" w:rsidRDefault="007B2329" w:rsidP="007B2329">
      <w:r>
        <w:t>593.0024</w:t>
      </w:r>
      <w:r>
        <w:tab/>
        <w:t>1.013e0</w:t>
      </w:r>
    </w:p>
    <w:p w:rsidR="007B2329" w:rsidRDefault="007B2329" w:rsidP="007B2329">
      <w:r>
        <w:t>593.0126</w:t>
      </w:r>
      <w:r>
        <w:tab/>
        <w:t>1.013e0</w:t>
      </w:r>
    </w:p>
    <w:p w:rsidR="007B2329" w:rsidRDefault="007B2329" w:rsidP="007B2329">
      <w:r>
        <w:t>593.0340</w:t>
      </w:r>
      <w:r>
        <w:tab/>
        <w:t>2.025e0</w:t>
      </w:r>
    </w:p>
    <w:p w:rsidR="007B2329" w:rsidRDefault="007B2329" w:rsidP="007B2329">
      <w:r>
        <w:t>593.0413</w:t>
      </w:r>
      <w:r>
        <w:tab/>
        <w:t>2.025e0</w:t>
      </w:r>
    </w:p>
    <w:p w:rsidR="007B2329" w:rsidRDefault="007B2329" w:rsidP="007B2329">
      <w:r>
        <w:t>593.0430</w:t>
      </w:r>
      <w:r>
        <w:tab/>
        <w:t>1.013e0</w:t>
      </w:r>
    </w:p>
    <w:p w:rsidR="007B2329" w:rsidRDefault="007B2329" w:rsidP="007B2329">
      <w:r>
        <w:t>593.0696</w:t>
      </w:r>
      <w:r>
        <w:tab/>
        <w:t>2.025e0</w:t>
      </w:r>
    </w:p>
    <w:p w:rsidR="007B2329" w:rsidRDefault="007B2329" w:rsidP="007B2329">
      <w:r>
        <w:t>593.0736</w:t>
      </w:r>
      <w:r>
        <w:tab/>
        <w:t>1.013e0</w:t>
      </w:r>
    </w:p>
    <w:p w:rsidR="007B2329" w:rsidRDefault="007B2329" w:rsidP="007B2329">
      <w:r>
        <w:t>593.1178</w:t>
      </w:r>
      <w:r>
        <w:tab/>
        <w:t>3.038e0</w:t>
      </w:r>
    </w:p>
    <w:p w:rsidR="007B2329" w:rsidRDefault="007B2329" w:rsidP="007B2329">
      <w:r>
        <w:t>593.1243</w:t>
      </w:r>
      <w:r>
        <w:tab/>
        <w:t>2.025e0</w:t>
      </w:r>
    </w:p>
    <w:p w:rsidR="007B2329" w:rsidRDefault="007B2329" w:rsidP="007B2329">
      <w:r>
        <w:t>593.1437</w:t>
      </w:r>
      <w:r>
        <w:tab/>
        <w:t>5.849e0</w:t>
      </w:r>
    </w:p>
    <w:p w:rsidR="007B2329" w:rsidRDefault="007B2329" w:rsidP="007B2329">
      <w:r>
        <w:t>593.1490</w:t>
      </w:r>
      <w:r>
        <w:tab/>
        <w:t>1.013e0</w:t>
      </w:r>
    </w:p>
    <w:p w:rsidR="007B2329" w:rsidRDefault="007B2329" w:rsidP="007B2329">
      <w:r>
        <w:t>593.1667</w:t>
      </w:r>
      <w:r>
        <w:tab/>
        <w:t>1.515e0</w:t>
      </w:r>
    </w:p>
    <w:p w:rsidR="007B2329" w:rsidRDefault="007B2329" w:rsidP="007B2329">
      <w:r>
        <w:t>593.1817</w:t>
      </w:r>
      <w:r>
        <w:tab/>
        <w:t>2.002e0</w:t>
      </w:r>
    </w:p>
    <w:p w:rsidR="007B2329" w:rsidRDefault="007B2329" w:rsidP="007B2329">
      <w:r>
        <w:t>593.2068</w:t>
      </w:r>
      <w:r>
        <w:tab/>
        <w:t>4.051e0</w:t>
      </w:r>
    </w:p>
    <w:p w:rsidR="007B2329" w:rsidRDefault="007B2329" w:rsidP="007B2329">
      <w:r>
        <w:t>593.2465</w:t>
      </w:r>
      <w:r>
        <w:tab/>
        <w:t>1.186e0</w:t>
      </w:r>
    </w:p>
    <w:p w:rsidR="007B2329" w:rsidRDefault="007B2329" w:rsidP="007B2329">
      <w:r>
        <w:t>593.3027</w:t>
      </w:r>
      <w:r>
        <w:tab/>
        <w:t>2.915e0</w:t>
      </w:r>
    </w:p>
    <w:p w:rsidR="007B2329" w:rsidRDefault="007B2329" w:rsidP="007B2329">
      <w:r>
        <w:t>593.3135</w:t>
      </w:r>
      <w:r>
        <w:tab/>
        <w:t>3.038e0</w:t>
      </w:r>
    </w:p>
    <w:p w:rsidR="007B2329" w:rsidRDefault="007B2329" w:rsidP="007B2329">
      <w:r>
        <w:lastRenderedPageBreak/>
        <w:t>593.3177</w:t>
      </w:r>
      <w:r>
        <w:tab/>
        <w:t>4.632e0</w:t>
      </w:r>
    </w:p>
    <w:p w:rsidR="007B2329" w:rsidRDefault="007B2329" w:rsidP="007B2329">
      <w:r>
        <w:t>593.3410</w:t>
      </w:r>
      <w:r>
        <w:tab/>
        <w:t>6.713e0</w:t>
      </w:r>
    </w:p>
    <w:p w:rsidR="007B2329" w:rsidRDefault="007B2329" w:rsidP="007B2329">
      <w:r>
        <w:t>593.3629</w:t>
      </w:r>
      <w:r>
        <w:tab/>
        <w:t>3.007e0</w:t>
      </w:r>
    </w:p>
    <w:p w:rsidR="007B2329" w:rsidRDefault="007B2329" w:rsidP="007B2329">
      <w:r>
        <w:t>593.3728</w:t>
      </w:r>
      <w:r>
        <w:tab/>
        <w:t>3.335e0</w:t>
      </w:r>
    </w:p>
    <w:p w:rsidR="007B2329" w:rsidRDefault="007B2329" w:rsidP="007B2329">
      <w:r>
        <w:t>593.3787</w:t>
      </w:r>
      <w:r>
        <w:tab/>
        <w:t>1.013e0</w:t>
      </w:r>
    </w:p>
    <w:p w:rsidR="007B2329" w:rsidRDefault="007B2329" w:rsidP="007B2329">
      <w:r>
        <w:t>593.4260</w:t>
      </w:r>
      <w:r>
        <w:tab/>
        <w:t>3.779e0</w:t>
      </w:r>
    </w:p>
    <w:p w:rsidR="007B2329" w:rsidRDefault="007B2329" w:rsidP="007B2329">
      <w:r>
        <w:t>593.4338</w:t>
      </w:r>
      <w:r>
        <w:tab/>
        <w:t>1.013e0</w:t>
      </w:r>
    </w:p>
    <w:p w:rsidR="007B2329" w:rsidRDefault="007B2329" w:rsidP="007B2329">
      <w:r>
        <w:t>593.4516</w:t>
      </w:r>
      <w:r>
        <w:tab/>
        <w:t>3.038e0</w:t>
      </w:r>
    </w:p>
    <w:p w:rsidR="007B2329" w:rsidRDefault="007B2329" w:rsidP="007B2329">
      <w:r>
        <w:t>593.4603</w:t>
      </w:r>
      <w:r>
        <w:tab/>
        <w:t>2.025e0</w:t>
      </w:r>
    </w:p>
    <w:p w:rsidR="007B2329" w:rsidRDefault="007B2329" w:rsidP="007B2329">
      <w:r>
        <w:t>593.4686</w:t>
      </w:r>
      <w:r>
        <w:tab/>
        <w:t>1.013e0</w:t>
      </w:r>
    </w:p>
    <w:p w:rsidR="007B2329" w:rsidRDefault="007B2329" w:rsidP="007B2329">
      <w:r>
        <w:t>593.5008</w:t>
      </w:r>
      <w:r>
        <w:tab/>
        <w:t>1.013e0</w:t>
      </w:r>
    </w:p>
    <w:p w:rsidR="007B2329" w:rsidRDefault="007B2329" w:rsidP="007B2329">
      <w:r>
        <w:t>593.5234</w:t>
      </w:r>
      <w:r>
        <w:tab/>
        <w:t>1.266e-2</w:t>
      </w:r>
    </w:p>
    <w:p w:rsidR="007B2329" w:rsidRDefault="007B2329" w:rsidP="007B2329">
      <w:r>
        <w:t>593.5618</w:t>
      </w:r>
      <w:r>
        <w:tab/>
        <w:t>1.013e0</w:t>
      </w:r>
    </w:p>
    <w:p w:rsidR="007B2329" w:rsidRDefault="007B2329" w:rsidP="007B2329">
      <w:r>
        <w:t>593.5659</w:t>
      </w:r>
      <w:r>
        <w:tab/>
        <w:t>3.038e0</w:t>
      </w:r>
    </w:p>
    <w:p w:rsidR="007B2329" w:rsidRDefault="007B2329" w:rsidP="007B2329">
      <w:r>
        <w:t>593.5818</w:t>
      </w:r>
      <w:r>
        <w:tab/>
        <w:t>4.051e0</w:t>
      </w:r>
    </w:p>
    <w:p w:rsidR="007B2329" w:rsidRDefault="007B2329" w:rsidP="007B2329">
      <w:r>
        <w:t>593.6129</w:t>
      </w:r>
      <w:r>
        <w:tab/>
        <w:t>1.013e0</w:t>
      </w:r>
    </w:p>
    <w:p w:rsidR="007B2329" w:rsidRDefault="007B2329" w:rsidP="007B2329">
      <w:r>
        <w:t>593.6230</w:t>
      </w:r>
      <w:r>
        <w:tab/>
        <w:t>1.013e0</w:t>
      </w:r>
    </w:p>
    <w:p w:rsidR="007B2329" w:rsidRDefault="007B2329" w:rsidP="007B2329">
      <w:r>
        <w:t>593.6528</w:t>
      </w:r>
      <w:r>
        <w:tab/>
        <w:t>6.076e0</w:t>
      </w:r>
    </w:p>
    <w:p w:rsidR="007B2329" w:rsidRDefault="007B2329" w:rsidP="007B2329">
      <w:r>
        <w:t>593.6636</w:t>
      </w:r>
      <w:r>
        <w:tab/>
        <w:t>1.013e0</w:t>
      </w:r>
    </w:p>
    <w:p w:rsidR="007B2329" w:rsidRDefault="007B2329" w:rsidP="007B2329">
      <w:r>
        <w:lastRenderedPageBreak/>
        <w:t>593.6707</w:t>
      </w:r>
      <w:r>
        <w:tab/>
        <w:t>1.906e0</w:t>
      </w:r>
    </w:p>
    <w:p w:rsidR="007B2329" w:rsidRDefault="007B2329" w:rsidP="007B2329">
      <w:r>
        <w:t>593.6843</w:t>
      </w:r>
      <w:r>
        <w:tab/>
        <w:t>1.013e0</w:t>
      </w:r>
    </w:p>
    <w:p w:rsidR="007B2329" w:rsidRDefault="007B2329" w:rsidP="007B2329">
      <w:r>
        <w:t>593.7278</w:t>
      </w:r>
      <w:r>
        <w:tab/>
        <w:t>3.038e0</w:t>
      </w:r>
    </w:p>
    <w:p w:rsidR="007B2329" w:rsidRDefault="007B2329" w:rsidP="007B2329">
      <w:r>
        <w:t>593.7756</w:t>
      </w:r>
      <w:r>
        <w:tab/>
        <w:t>1.013e0</w:t>
      </w:r>
    </w:p>
    <w:p w:rsidR="007B2329" w:rsidRDefault="007B2329" w:rsidP="007B2329">
      <w:r>
        <w:t>593.7941</w:t>
      </w:r>
      <w:r>
        <w:tab/>
        <w:t>2.025e0</w:t>
      </w:r>
    </w:p>
    <w:p w:rsidR="007B2329" w:rsidRDefault="007B2329" w:rsidP="007B2329">
      <w:r>
        <w:t>593.7990</w:t>
      </w:r>
      <w:r>
        <w:tab/>
        <w:t>4.051e0</w:t>
      </w:r>
    </w:p>
    <w:p w:rsidR="007B2329" w:rsidRDefault="007B2329" w:rsidP="007B2329">
      <w:r>
        <w:t>593.8062</w:t>
      </w:r>
      <w:r>
        <w:tab/>
        <w:t>1.013e0</w:t>
      </w:r>
    </w:p>
    <w:p w:rsidR="007B2329" w:rsidRDefault="007B2329" w:rsidP="007B2329">
      <w:r>
        <w:t>593.8158</w:t>
      </w:r>
      <w:r>
        <w:tab/>
        <w:t>3.038e0</w:t>
      </w:r>
    </w:p>
    <w:p w:rsidR="007B2329" w:rsidRDefault="007B2329" w:rsidP="007B2329">
      <w:r>
        <w:t>593.8614</w:t>
      </w:r>
      <w:r>
        <w:tab/>
        <w:t>3.038e0</w:t>
      </w:r>
    </w:p>
    <w:p w:rsidR="007B2329" w:rsidRDefault="007B2329" w:rsidP="007B2329">
      <w:r>
        <w:t>593.8775</w:t>
      </w:r>
      <w:r>
        <w:tab/>
        <w:t>1.013e0</w:t>
      </w:r>
    </w:p>
    <w:p w:rsidR="007B2329" w:rsidRDefault="007B2329" w:rsidP="007B2329">
      <w:r>
        <w:t>593.8955</w:t>
      </w:r>
      <w:r>
        <w:tab/>
        <w:t>1.013e0</w:t>
      </w:r>
    </w:p>
    <w:p w:rsidR="007B2329" w:rsidRDefault="007B2329" w:rsidP="007B2329">
      <w:r>
        <w:t>593.9139</w:t>
      </w:r>
      <w:r>
        <w:tab/>
        <w:t>3.038e0</w:t>
      </w:r>
    </w:p>
    <w:p w:rsidR="007B2329" w:rsidRDefault="007B2329" w:rsidP="007B2329">
      <w:r>
        <w:t>593.9307</w:t>
      </w:r>
      <w:r>
        <w:tab/>
        <w:t>4.051e0</w:t>
      </w:r>
    </w:p>
    <w:p w:rsidR="007B2329" w:rsidRDefault="007B2329" w:rsidP="007B2329">
      <w:r>
        <w:t>593.9489</w:t>
      </w:r>
      <w:r>
        <w:tab/>
        <w:t>1.013e0</w:t>
      </w:r>
    </w:p>
    <w:p w:rsidR="007B2329" w:rsidRDefault="007B2329" w:rsidP="007B2329">
      <w:r>
        <w:t>593.9692</w:t>
      </w:r>
      <w:r>
        <w:tab/>
        <w:t>3.038e0</w:t>
      </w:r>
    </w:p>
    <w:p w:rsidR="007B2329" w:rsidRDefault="007B2329" w:rsidP="007B2329">
      <w:r>
        <w:t>593.9933</w:t>
      </w:r>
      <w:r>
        <w:tab/>
        <w:t>2.025e0</w:t>
      </w:r>
    </w:p>
    <w:p w:rsidR="007B2329" w:rsidRDefault="007B2329" w:rsidP="007B2329">
      <w:r>
        <w:t>594.0038</w:t>
      </w:r>
      <w:r>
        <w:tab/>
        <w:t>1.013e0</w:t>
      </w:r>
    </w:p>
    <w:p w:rsidR="007B2329" w:rsidRDefault="007B2329" w:rsidP="007B2329">
      <w:r>
        <w:t>594.0286</w:t>
      </w:r>
      <w:r>
        <w:tab/>
        <w:t>3.038e0</w:t>
      </w:r>
    </w:p>
    <w:p w:rsidR="007B2329" w:rsidRDefault="007B2329" w:rsidP="007B2329">
      <w:r>
        <w:t>594.0814</w:t>
      </w:r>
      <w:r>
        <w:tab/>
        <w:t>3.038e0</w:t>
      </w:r>
    </w:p>
    <w:p w:rsidR="007B2329" w:rsidRDefault="007B2329" w:rsidP="007B2329">
      <w:r>
        <w:lastRenderedPageBreak/>
        <w:t>594.0837</w:t>
      </w:r>
      <w:r>
        <w:tab/>
        <w:t>1.025e0</w:t>
      </w:r>
    </w:p>
    <w:p w:rsidR="007B2329" w:rsidRDefault="007B2329" w:rsidP="007B2329">
      <w:r>
        <w:t>594.0911</w:t>
      </w:r>
      <w:r>
        <w:tab/>
        <w:t>1.013e0</w:t>
      </w:r>
    </w:p>
    <w:p w:rsidR="007B2329" w:rsidRDefault="007B2329" w:rsidP="007B2329">
      <w:r>
        <w:t>594.1219</w:t>
      </w:r>
      <w:r>
        <w:tab/>
        <w:t>1.013e0</w:t>
      </w:r>
    </w:p>
    <w:p w:rsidR="007B2329" w:rsidRDefault="007B2329" w:rsidP="007B2329">
      <w:r>
        <w:t>594.1462</w:t>
      </w:r>
      <w:r>
        <w:tab/>
        <w:t>1.013e0</w:t>
      </w:r>
    </w:p>
    <w:p w:rsidR="007B2329" w:rsidRDefault="007B2329" w:rsidP="007B2329">
      <w:r>
        <w:t>594.1638</w:t>
      </w:r>
      <w:r>
        <w:tab/>
        <w:t>3.038e0</w:t>
      </w:r>
    </w:p>
    <w:p w:rsidR="007B2329" w:rsidRDefault="007B2329" w:rsidP="007B2329">
      <w:r>
        <w:t>594.1857</w:t>
      </w:r>
      <w:r>
        <w:tab/>
        <w:t>2.955e0</w:t>
      </w:r>
    </w:p>
    <w:p w:rsidR="007B2329" w:rsidRDefault="007B2329" w:rsidP="007B2329">
      <w:r>
        <w:t>594.2014</w:t>
      </w:r>
      <w:r>
        <w:tab/>
        <w:t>7.089e0</w:t>
      </w:r>
    </w:p>
    <w:p w:rsidR="007B2329" w:rsidRDefault="007B2329" w:rsidP="007B2329">
      <w:r>
        <w:t>594.2034</w:t>
      </w:r>
      <w:r>
        <w:tab/>
        <w:t>3.596e0</w:t>
      </w:r>
    </w:p>
    <w:p w:rsidR="007B2329" w:rsidRDefault="007B2329" w:rsidP="007B2329">
      <w:r>
        <w:t>594.2508</w:t>
      </w:r>
      <w:r>
        <w:tab/>
        <w:t>1.072e1</w:t>
      </w:r>
    </w:p>
    <w:p w:rsidR="007B2329" w:rsidRDefault="007B2329" w:rsidP="007B2329">
      <w:r>
        <w:t>594.2543</w:t>
      </w:r>
      <w:r>
        <w:tab/>
        <w:t>5.024e0</w:t>
      </w:r>
    </w:p>
    <w:p w:rsidR="007B2329" w:rsidRDefault="007B2329" w:rsidP="007B2329">
      <w:r>
        <w:t>594.2729</w:t>
      </w:r>
      <w:r>
        <w:tab/>
        <w:t>1.081e1</w:t>
      </w:r>
    </w:p>
    <w:p w:rsidR="007B2329" w:rsidRDefault="007B2329" w:rsidP="007B2329">
      <w:r>
        <w:t>594.2811</w:t>
      </w:r>
      <w:r>
        <w:tab/>
        <w:t>3.134e1</w:t>
      </w:r>
    </w:p>
    <w:p w:rsidR="007B2329" w:rsidRDefault="007B2329" w:rsidP="007B2329">
      <w:r>
        <w:t>594.2859</w:t>
      </w:r>
      <w:r>
        <w:tab/>
        <w:t>3.447e1</w:t>
      </w:r>
    </w:p>
    <w:p w:rsidR="007B2329" w:rsidRDefault="007B2329" w:rsidP="007B2329">
      <w:r>
        <w:t>594.2976</w:t>
      </w:r>
      <w:r>
        <w:tab/>
        <w:t>1.319e1</w:t>
      </w:r>
    </w:p>
    <w:p w:rsidR="007B2329" w:rsidRDefault="007B2329" w:rsidP="007B2329">
      <w:r>
        <w:t>594.2989</w:t>
      </w:r>
      <w:r>
        <w:tab/>
        <w:t>2.025e0</w:t>
      </w:r>
    </w:p>
    <w:p w:rsidR="007B2329" w:rsidRDefault="007B2329" w:rsidP="007B2329">
      <w:r>
        <w:t>594.3003</w:t>
      </w:r>
      <w:r>
        <w:tab/>
        <w:t>1.621e1</w:t>
      </w:r>
    </w:p>
    <w:p w:rsidR="007B2329" w:rsidRDefault="007B2329" w:rsidP="007B2329">
      <w:r>
        <w:t>594.3097</w:t>
      </w:r>
      <w:r>
        <w:tab/>
        <w:t>9.054e0</w:t>
      </w:r>
    </w:p>
    <w:p w:rsidR="007B2329" w:rsidRDefault="007B2329" w:rsidP="007B2329">
      <w:r>
        <w:t>594.3336</w:t>
      </w:r>
      <w:r>
        <w:tab/>
        <w:t>8.397e0</w:t>
      </w:r>
    </w:p>
    <w:p w:rsidR="007B2329" w:rsidRDefault="007B2329" w:rsidP="007B2329">
      <w:r>
        <w:t>594.3560</w:t>
      </w:r>
      <w:r>
        <w:tab/>
        <w:t>3.093e0</w:t>
      </w:r>
    </w:p>
    <w:p w:rsidR="007B2329" w:rsidRDefault="007B2329" w:rsidP="007B2329">
      <w:r>
        <w:lastRenderedPageBreak/>
        <w:t>594.3800</w:t>
      </w:r>
      <w:r>
        <w:tab/>
        <w:t>5.063e0</w:t>
      </w:r>
    </w:p>
    <w:p w:rsidR="007B2329" w:rsidRDefault="007B2329" w:rsidP="007B2329">
      <w:r>
        <w:t>594.4054</w:t>
      </w:r>
      <w:r>
        <w:tab/>
        <w:t>1.038e0</w:t>
      </w:r>
    </w:p>
    <w:p w:rsidR="007B2329" w:rsidRDefault="007B2329" w:rsidP="007B2329">
      <w:r>
        <w:t>594.4124</w:t>
      </w:r>
      <w:r>
        <w:tab/>
        <w:t>2.025e0</w:t>
      </w:r>
    </w:p>
    <w:p w:rsidR="007B2329" w:rsidRDefault="007B2329" w:rsidP="007B2329">
      <w:r>
        <w:t>594.4175</w:t>
      </w:r>
      <w:r>
        <w:tab/>
        <w:t>1.519e0</w:t>
      </w:r>
    </w:p>
    <w:p w:rsidR="007B2329" w:rsidRDefault="007B2329" w:rsidP="007B2329">
      <w:r>
        <w:t>594.4272</w:t>
      </w:r>
      <w:r>
        <w:tab/>
        <w:t>1.897e0</w:t>
      </w:r>
    </w:p>
    <w:p w:rsidR="007B2329" w:rsidRDefault="007B2329" w:rsidP="007B2329">
      <w:r>
        <w:t>594.4305</w:t>
      </w:r>
      <w:r>
        <w:tab/>
        <w:t>1.892e0</w:t>
      </w:r>
    </w:p>
    <w:p w:rsidR="007B2329" w:rsidRDefault="007B2329" w:rsidP="007B2329">
      <w:r>
        <w:t>594.4618</w:t>
      </w:r>
      <w:r>
        <w:tab/>
        <w:t>3.934e0</w:t>
      </w:r>
    </w:p>
    <w:p w:rsidR="007B2329" w:rsidRDefault="007B2329" w:rsidP="007B2329">
      <w:r>
        <w:t>594.4739</w:t>
      </w:r>
      <w:r>
        <w:tab/>
        <w:t>2.025e0</w:t>
      </w:r>
    </w:p>
    <w:p w:rsidR="007B2329" w:rsidRDefault="007B2329" w:rsidP="007B2329">
      <w:r>
        <w:t>594.4788</w:t>
      </w:r>
      <w:r>
        <w:tab/>
        <w:t>2.025e0</w:t>
      </w:r>
    </w:p>
    <w:p w:rsidR="007B2329" w:rsidRDefault="007B2329" w:rsidP="007B2329">
      <w:r>
        <w:t>594.4893</w:t>
      </w:r>
      <w:r>
        <w:tab/>
        <w:t>5.063e0</w:t>
      </w:r>
    </w:p>
    <w:p w:rsidR="007B2329" w:rsidRDefault="007B2329" w:rsidP="007B2329">
      <w:r>
        <w:t>594.4934</w:t>
      </w:r>
      <w:r>
        <w:tab/>
        <w:t>2.025e0</w:t>
      </w:r>
    </w:p>
    <w:p w:rsidR="007B2329" w:rsidRDefault="007B2329" w:rsidP="007B2329">
      <w:r>
        <w:t>594.4991</w:t>
      </w:r>
      <w:r>
        <w:tab/>
        <w:t>2.025e0</w:t>
      </w:r>
    </w:p>
    <w:p w:rsidR="007B2329" w:rsidRDefault="007B2329" w:rsidP="007B2329">
      <w:r>
        <w:t>594.5296</w:t>
      </w:r>
      <w:r>
        <w:tab/>
        <w:t>1.013e0</w:t>
      </w:r>
    </w:p>
    <w:p w:rsidR="007B2329" w:rsidRDefault="007B2329" w:rsidP="007B2329">
      <w:r>
        <w:t>594.5466</w:t>
      </w:r>
      <w:r>
        <w:tab/>
        <w:t>2.025e0</w:t>
      </w:r>
    </w:p>
    <w:p w:rsidR="007B2329" w:rsidRDefault="007B2329" w:rsidP="007B2329">
      <w:r>
        <w:t>594.5731</w:t>
      </w:r>
      <w:r>
        <w:tab/>
        <w:t>1.013e0</w:t>
      </w:r>
    </w:p>
    <w:p w:rsidR="007B2329" w:rsidRDefault="007B2329" w:rsidP="007B2329">
      <w:r>
        <w:t>594.5909</w:t>
      </w:r>
      <w:r>
        <w:tab/>
        <w:t>2.025e0</w:t>
      </w:r>
    </w:p>
    <w:p w:rsidR="007B2329" w:rsidRDefault="007B2329" w:rsidP="007B2329">
      <w:r>
        <w:t>594.6086</w:t>
      </w:r>
      <w:r>
        <w:tab/>
        <w:t>2.025e0</w:t>
      </w:r>
    </w:p>
    <w:p w:rsidR="007B2329" w:rsidRDefault="007B2329" w:rsidP="007B2329">
      <w:r>
        <w:t>594.6111</w:t>
      </w:r>
      <w:r>
        <w:tab/>
        <w:t>1.013e0</w:t>
      </w:r>
    </w:p>
    <w:p w:rsidR="007B2329" w:rsidRDefault="007B2329" w:rsidP="007B2329">
      <w:r>
        <w:t>594.6317</w:t>
      </w:r>
      <w:r>
        <w:tab/>
        <w:t>1.013e0</w:t>
      </w:r>
    </w:p>
    <w:p w:rsidR="007B2329" w:rsidRDefault="007B2329" w:rsidP="007B2329">
      <w:r>
        <w:lastRenderedPageBreak/>
        <w:t>594.6490</w:t>
      </w:r>
      <w:r>
        <w:tab/>
        <w:t>2.025e0</w:t>
      </w:r>
    </w:p>
    <w:p w:rsidR="007B2329" w:rsidRDefault="007B2329" w:rsidP="007B2329">
      <w:r>
        <w:t>594.6622</w:t>
      </w:r>
      <w:r>
        <w:tab/>
        <w:t>2.025e0</w:t>
      </w:r>
    </w:p>
    <w:p w:rsidR="007B2329" w:rsidRDefault="007B2329" w:rsidP="007B2329">
      <w:r>
        <w:t>594.6868</w:t>
      </w:r>
      <w:r>
        <w:tab/>
        <w:t>2.025e0</w:t>
      </w:r>
    </w:p>
    <w:p w:rsidR="007B2329" w:rsidRDefault="007B2329" w:rsidP="007B2329">
      <w:r>
        <w:t>594.7153</w:t>
      </w:r>
      <w:r>
        <w:tab/>
        <w:t>1.028e0</w:t>
      </w:r>
    </w:p>
    <w:p w:rsidR="007B2329" w:rsidRDefault="007B2329" w:rsidP="007B2329">
      <w:r>
        <w:t>594.7336</w:t>
      </w:r>
      <w:r>
        <w:tab/>
        <w:t>2.025e0</w:t>
      </w:r>
    </w:p>
    <w:p w:rsidR="007B2329" w:rsidRDefault="007B2329" w:rsidP="007B2329">
      <w:r>
        <w:t>594.7594</w:t>
      </w:r>
      <w:r>
        <w:tab/>
        <w:t>5.063e0</w:t>
      </w:r>
    </w:p>
    <w:p w:rsidR="007B2329" w:rsidRDefault="007B2329" w:rsidP="007B2329">
      <w:r>
        <w:t>594.7699</w:t>
      </w:r>
      <w:r>
        <w:tab/>
        <w:t>4.051e0</w:t>
      </w:r>
    </w:p>
    <w:p w:rsidR="007B2329" w:rsidRDefault="007B2329" w:rsidP="007B2329">
      <w:r>
        <w:t>594.7845</w:t>
      </w:r>
      <w:r>
        <w:tab/>
        <w:t>2.025e0</w:t>
      </w:r>
    </w:p>
    <w:p w:rsidR="007B2329" w:rsidRDefault="007B2329" w:rsidP="007B2329">
      <w:r>
        <w:t>594.8029</w:t>
      </w:r>
      <w:r>
        <w:tab/>
        <w:t>1.013e0</w:t>
      </w:r>
    </w:p>
    <w:p w:rsidR="007B2329" w:rsidRDefault="007B2329" w:rsidP="007B2329">
      <w:r>
        <w:t>594.8356</w:t>
      </w:r>
      <w:r>
        <w:tab/>
        <w:t>2.025e0</w:t>
      </w:r>
    </w:p>
    <w:p w:rsidR="007B2329" w:rsidRDefault="007B2329" w:rsidP="007B2329">
      <w:r>
        <w:t>594.8398</w:t>
      </w:r>
      <w:r>
        <w:tab/>
        <w:t>1.013e0</w:t>
      </w:r>
    </w:p>
    <w:p w:rsidR="007B2329" w:rsidRDefault="007B2329" w:rsidP="007B2329">
      <w:r>
        <w:t>594.8764</w:t>
      </w:r>
      <w:r>
        <w:tab/>
        <w:t>1.013e0</w:t>
      </w:r>
    </w:p>
    <w:p w:rsidR="007B2329" w:rsidRDefault="007B2329" w:rsidP="007B2329">
      <w:r>
        <w:t>594.8923</w:t>
      </w:r>
      <w:r>
        <w:tab/>
        <w:t>2.025e0</w:t>
      </w:r>
    </w:p>
    <w:p w:rsidR="007B2329" w:rsidRDefault="007B2329" w:rsidP="007B2329">
      <w:r>
        <w:t>594.9069</w:t>
      </w:r>
      <w:r>
        <w:tab/>
        <w:t>2.025e0</w:t>
      </w:r>
    </w:p>
    <w:p w:rsidR="007B2329" w:rsidRDefault="007B2329" w:rsidP="007B2329">
      <w:r>
        <w:t>594.9376</w:t>
      </w:r>
      <w:r>
        <w:tab/>
        <w:t>2.025e0</w:t>
      </w:r>
    </w:p>
    <w:p w:rsidR="007B2329" w:rsidRDefault="007B2329" w:rsidP="007B2329">
      <w:r>
        <w:t>594.9455</w:t>
      </w:r>
      <w:r>
        <w:tab/>
        <w:t>2.025e0</w:t>
      </w:r>
    </w:p>
    <w:p w:rsidR="007B2329" w:rsidRDefault="007B2329" w:rsidP="007B2329">
      <w:r>
        <w:t>594.9580</w:t>
      </w:r>
      <w:r>
        <w:tab/>
        <w:t>2.025e0</w:t>
      </w:r>
    </w:p>
    <w:p w:rsidR="007B2329" w:rsidRDefault="007B2329" w:rsidP="007B2329">
      <w:r>
        <w:t>594.9704</w:t>
      </w:r>
      <w:r>
        <w:tab/>
        <w:t>3.038e0</w:t>
      </w:r>
    </w:p>
    <w:p w:rsidR="007B2329" w:rsidRDefault="007B2329" w:rsidP="007B2329">
      <w:r>
        <w:t>594.9730</w:t>
      </w:r>
      <w:r>
        <w:tab/>
        <w:t>2.025e0</w:t>
      </w:r>
    </w:p>
    <w:p w:rsidR="007B2329" w:rsidRDefault="007B2329" w:rsidP="007B2329">
      <w:r>
        <w:lastRenderedPageBreak/>
        <w:t>594.9783</w:t>
      </w:r>
      <w:r>
        <w:tab/>
        <w:t>1.013e0</w:t>
      </w:r>
    </w:p>
    <w:p w:rsidR="007B2329" w:rsidRDefault="007B2329" w:rsidP="007B2329">
      <w:r>
        <w:t>594.9820</w:t>
      </w:r>
      <w:r>
        <w:tab/>
        <w:t>1.266e-2</w:t>
      </w:r>
    </w:p>
    <w:p w:rsidR="007B2329" w:rsidRDefault="007B2329" w:rsidP="007B2329">
      <w:r>
        <w:t>595.0295</w:t>
      </w:r>
      <w:r>
        <w:tab/>
        <w:t>1.013e0</w:t>
      </w:r>
    </w:p>
    <w:p w:rsidR="007B2329" w:rsidRDefault="007B2329" w:rsidP="007B2329">
      <w:r>
        <w:t>595.0347</w:t>
      </w:r>
      <w:r>
        <w:tab/>
        <w:t>2.025e0</w:t>
      </w:r>
    </w:p>
    <w:p w:rsidR="007B2329" w:rsidRDefault="007B2329" w:rsidP="007B2329">
      <w:r>
        <w:t>595.0397</w:t>
      </w:r>
      <w:r>
        <w:tab/>
        <w:t>1.013e0</w:t>
      </w:r>
    </w:p>
    <w:p w:rsidR="007B2329" w:rsidRDefault="007B2329" w:rsidP="007B2329">
      <w:r>
        <w:t>595.0497</w:t>
      </w:r>
      <w:r>
        <w:tab/>
        <w:t>1.013e0</w:t>
      </w:r>
    </w:p>
    <w:p w:rsidR="007B2329" w:rsidRDefault="007B2329" w:rsidP="007B2329">
      <w:r>
        <w:t>595.0541</w:t>
      </w:r>
      <w:r>
        <w:tab/>
        <w:t>3.038e0</w:t>
      </w:r>
    </w:p>
    <w:p w:rsidR="007B2329" w:rsidRDefault="007B2329" w:rsidP="007B2329">
      <w:r>
        <w:t>595.0595</w:t>
      </w:r>
      <w:r>
        <w:tab/>
        <w:t>2.025e0</w:t>
      </w:r>
    </w:p>
    <w:p w:rsidR="007B2329" w:rsidRDefault="007B2329" w:rsidP="007B2329">
      <w:r>
        <w:t>595.0782</w:t>
      </w:r>
      <w:r>
        <w:tab/>
        <w:t>4.051e0</w:t>
      </w:r>
    </w:p>
    <w:p w:rsidR="007B2329" w:rsidRDefault="007B2329" w:rsidP="007B2329">
      <w:r>
        <w:t>595.1009</w:t>
      </w:r>
      <w:r>
        <w:tab/>
        <w:t>1.013e0</w:t>
      </w:r>
    </w:p>
    <w:p w:rsidR="007B2329" w:rsidRDefault="007B2329" w:rsidP="007B2329">
      <w:r>
        <w:t>595.1212</w:t>
      </w:r>
      <w:r>
        <w:tab/>
        <w:t>1.013e0</w:t>
      </w:r>
    </w:p>
    <w:p w:rsidR="007B2329" w:rsidRDefault="007B2329" w:rsidP="007B2329">
      <w:r>
        <w:t>595.1332</w:t>
      </w:r>
      <w:r>
        <w:tab/>
        <w:t>2.025e0</w:t>
      </w:r>
    </w:p>
    <w:p w:rsidR="007B2329" w:rsidRDefault="007B2329" w:rsidP="007B2329">
      <w:r>
        <w:t>595.1517</w:t>
      </w:r>
      <w:r>
        <w:tab/>
        <w:t>1.013e0</w:t>
      </w:r>
    </w:p>
    <w:p w:rsidR="007B2329" w:rsidRDefault="007B2329" w:rsidP="007B2329">
      <w:r>
        <w:t>595.1792</w:t>
      </w:r>
      <w:r>
        <w:tab/>
        <w:t>3.886e0</w:t>
      </w:r>
    </w:p>
    <w:p w:rsidR="007B2329" w:rsidRDefault="007B2329" w:rsidP="007B2329">
      <w:r>
        <w:t>595.1861</w:t>
      </w:r>
      <w:r>
        <w:tab/>
        <w:t>1.667e0</w:t>
      </w:r>
    </w:p>
    <w:p w:rsidR="007B2329" w:rsidRDefault="007B2329" w:rsidP="007B2329">
      <w:r>
        <w:t>595.1929</w:t>
      </w:r>
      <w:r>
        <w:tab/>
        <w:t>1.013e0</w:t>
      </w:r>
    </w:p>
    <w:p w:rsidR="007B2329" w:rsidRDefault="007B2329" w:rsidP="007B2329">
      <w:r>
        <w:t>595.1961</w:t>
      </w:r>
      <w:r>
        <w:tab/>
        <w:t>4.051e0</w:t>
      </w:r>
    </w:p>
    <w:p w:rsidR="007B2329" w:rsidRDefault="007B2329" w:rsidP="007B2329">
      <w:r>
        <w:t>595.2106</w:t>
      </w:r>
      <w:r>
        <w:tab/>
        <w:t>3.368e0</w:t>
      </w:r>
    </w:p>
    <w:p w:rsidR="007B2329" w:rsidRDefault="007B2329" w:rsidP="007B2329">
      <w:r>
        <w:t>595.2130</w:t>
      </w:r>
      <w:r>
        <w:tab/>
        <w:t>2.025e0</w:t>
      </w:r>
    </w:p>
    <w:p w:rsidR="007B2329" w:rsidRDefault="007B2329" w:rsidP="007B2329">
      <w:r>
        <w:lastRenderedPageBreak/>
        <w:t>595.2211</w:t>
      </w:r>
      <w:r>
        <w:tab/>
        <w:t>3.934e0</w:t>
      </w:r>
    </w:p>
    <w:p w:rsidR="007B2329" w:rsidRDefault="007B2329" w:rsidP="007B2329">
      <w:r>
        <w:t>595.2575</w:t>
      </w:r>
      <w:r>
        <w:tab/>
        <w:t>3.038e0</w:t>
      </w:r>
    </w:p>
    <w:p w:rsidR="007B2329" w:rsidRDefault="007B2329" w:rsidP="007B2329">
      <w:r>
        <w:t>595.2816</w:t>
      </w:r>
      <w:r>
        <w:tab/>
        <w:t>8.208e0</w:t>
      </w:r>
    </w:p>
    <w:p w:rsidR="007B2329" w:rsidRDefault="007B2329" w:rsidP="007B2329">
      <w:r>
        <w:t>595.2830</w:t>
      </w:r>
      <w:r>
        <w:tab/>
        <w:t>1.348e1</w:t>
      </w:r>
    </w:p>
    <w:p w:rsidR="007B2329" w:rsidRDefault="007B2329" w:rsidP="007B2329">
      <w:r>
        <w:t>595.2870</w:t>
      </w:r>
      <w:r>
        <w:tab/>
        <w:t>1.005e1</w:t>
      </w:r>
    </w:p>
    <w:p w:rsidR="007B2329" w:rsidRDefault="007B2329" w:rsidP="007B2329">
      <w:r>
        <w:t>595.2885</w:t>
      </w:r>
      <w:r>
        <w:tab/>
        <w:t>7.614e0</w:t>
      </w:r>
    </w:p>
    <w:p w:rsidR="007B2329" w:rsidRDefault="007B2329" w:rsidP="007B2329">
      <w:r>
        <w:t>595.2953</w:t>
      </w:r>
      <w:r>
        <w:tab/>
        <w:t>1.942e1</w:t>
      </w:r>
    </w:p>
    <w:p w:rsidR="007B2329" w:rsidRDefault="007B2329" w:rsidP="007B2329">
      <w:r>
        <w:t>595.3012</w:t>
      </w:r>
      <w:r>
        <w:tab/>
        <w:t>6.581e0</w:t>
      </w:r>
    </w:p>
    <w:p w:rsidR="007B2329" w:rsidRDefault="007B2329" w:rsidP="007B2329">
      <w:r>
        <w:t>595.3182</w:t>
      </w:r>
      <w:r>
        <w:tab/>
        <w:t>3.038e0</w:t>
      </w:r>
    </w:p>
    <w:p w:rsidR="007B2329" w:rsidRDefault="007B2329" w:rsidP="007B2329">
      <w:r>
        <w:t>595.3235</w:t>
      </w:r>
      <w:r>
        <w:tab/>
        <w:t>4.051e0</w:t>
      </w:r>
    </w:p>
    <w:p w:rsidR="007B2329" w:rsidRDefault="007B2329" w:rsidP="007B2329">
      <w:r>
        <w:t>595.3411</w:t>
      </w:r>
      <w:r>
        <w:tab/>
        <w:t>8.085e0</w:t>
      </w:r>
    </w:p>
    <w:p w:rsidR="007B2329" w:rsidRDefault="007B2329" w:rsidP="007B2329">
      <w:r>
        <w:t>595.3468</w:t>
      </w:r>
      <w:r>
        <w:tab/>
        <w:t>2.025e0</w:t>
      </w:r>
    </w:p>
    <w:p w:rsidR="007B2329" w:rsidRDefault="007B2329" w:rsidP="007B2329">
      <w:r>
        <w:t>595.3531</w:t>
      </w:r>
      <w:r>
        <w:tab/>
        <w:t>7.026e0</w:t>
      </w:r>
    </w:p>
    <w:p w:rsidR="007B2329" w:rsidRDefault="007B2329" w:rsidP="007B2329">
      <w:r>
        <w:t>595.3635</w:t>
      </w:r>
      <w:r>
        <w:tab/>
        <w:t>4.347e0</w:t>
      </w:r>
    </w:p>
    <w:p w:rsidR="007B2329" w:rsidRDefault="007B2329" w:rsidP="007B2329">
      <w:r>
        <w:t>595.3867</w:t>
      </w:r>
      <w:r>
        <w:tab/>
        <w:t>3.038e0</w:t>
      </w:r>
    </w:p>
    <w:p w:rsidR="007B2329" w:rsidRDefault="007B2329" w:rsidP="007B2329">
      <w:r>
        <w:t>595.4091</w:t>
      </w:r>
      <w:r>
        <w:tab/>
        <w:t>1.940e0</w:t>
      </w:r>
    </w:p>
    <w:p w:rsidR="007B2329" w:rsidRDefault="007B2329" w:rsidP="007B2329">
      <w:r>
        <w:t>595.4174</w:t>
      </w:r>
      <w:r>
        <w:tab/>
        <w:t>1.713e0</w:t>
      </w:r>
    </w:p>
    <w:p w:rsidR="007B2329" w:rsidRDefault="007B2329" w:rsidP="007B2329">
      <w:r>
        <w:t>595.4205</w:t>
      </w:r>
      <w:r>
        <w:tab/>
        <w:t>4.051e0</w:t>
      </w:r>
    </w:p>
    <w:p w:rsidR="007B2329" w:rsidRDefault="007B2329" w:rsidP="007B2329">
      <w:r>
        <w:t>595.4333</w:t>
      </w:r>
      <w:r>
        <w:tab/>
        <w:t>2.025e0</w:t>
      </w:r>
    </w:p>
    <w:p w:rsidR="007B2329" w:rsidRDefault="007B2329" w:rsidP="007B2329">
      <w:r>
        <w:lastRenderedPageBreak/>
        <w:t>595.4441</w:t>
      </w:r>
      <w:r>
        <w:tab/>
        <w:t>2.025e0</w:t>
      </w:r>
    </w:p>
    <w:p w:rsidR="007B2329" w:rsidRDefault="007B2329" w:rsidP="007B2329">
      <w:r>
        <w:t>595.4576</w:t>
      </w:r>
      <w:r>
        <w:tab/>
        <w:t>2.025e0</w:t>
      </w:r>
    </w:p>
    <w:p w:rsidR="007B2329" w:rsidRDefault="007B2329" w:rsidP="007B2329">
      <w:r>
        <w:t>595.4877</w:t>
      </w:r>
      <w:r>
        <w:tab/>
        <w:t>5.063e0</w:t>
      </w:r>
    </w:p>
    <w:p w:rsidR="007B2329" w:rsidRDefault="007B2329" w:rsidP="007B2329">
      <w:r>
        <w:t>595.5073</w:t>
      </w:r>
      <w:r>
        <w:tab/>
        <w:t>4.051e0</w:t>
      </w:r>
    </w:p>
    <w:p w:rsidR="007B2329" w:rsidRDefault="007B2329" w:rsidP="007B2329">
      <w:r>
        <w:t>595.5090</w:t>
      </w:r>
      <w:r>
        <w:tab/>
        <w:t>1.013e0</w:t>
      </w:r>
    </w:p>
    <w:p w:rsidR="007B2329" w:rsidRDefault="007B2329" w:rsidP="007B2329">
      <w:r>
        <w:t>595.5148</w:t>
      </w:r>
      <w:r>
        <w:tab/>
        <w:t>3.038e0</w:t>
      </w:r>
    </w:p>
    <w:p w:rsidR="007B2329" w:rsidRDefault="007B2329" w:rsidP="007B2329">
      <w:r>
        <w:t>595.5295</w:t>
      </w:r>
      <w:r>
        <w:tab/>
        <w:t>1.013e0</w:t>
      </w:r>
    </w:p>
    <w:p w:rsidR="007B2329" w:rsidRDefault="007B2329" w:rsidP="007B2329">
      <w:r>
        <w:t>595.5398</w:t>
      </w:r>
      <w:r>
        <w:tab/>
        <w:t>1.013e0</w:t>
      </w:r>
    </w:p>
    <w:p w:rsidR="007B2329" w:rsidRDefault="007B2329" w:rsidP="007B2329">
      <w:r>
        <w:t>595.5704</w:t>
      </w:r>
      <w:r>
        <w:tab/>
        <w:t>1.013e0</w:t>
      </w:r>
    </w:p>
    <w:p w:rsidR="007B2329" w:rsidRDefault="007B2329" w:rsidP="007B2329">
      <w:r>
        <w:t>595.5859</w:t>
      </w:r>
      <w:r>
        <w:tab/>
        <w:t>1.013e0</w:t>
      </w:r>
    </w:p>
    <w:p w:rsidR="007B2329" w:rsidRDefault="007B2329" w:rsidP="007B2329">
      <w:r>
        <w:t>595.6044</w:t>
      </w:r>
      <w:r>
        <w:tab/>
        <w:t>1.013e0</w:t>
      </w:r>
    </w:p>
    <w:p w:rsidR="007B2329" w:rsidRDefault="007B2329" w:rsidP="007B2329">
      <w:r>
        <w:t>595.6062</w:t>
      </w:r>
      <w:r>
        <w:tab/>
        <w:t>2.025e0</w:t>
      </w:r>
    </w:p>
    <w:p w:rsidR="007B2329" w:rsidRDefault="007B2329" w:rsidP="007B2329">
      <w:r>
        <w:t>595.6115</w:t>
      </w:r>
      <w:r>
        <w:tab/>
        <w:t>4.051e0</w:t>
      </w:r>
    </w:p>
    <w:p w:rsidR="007B2329" w:rsidRDefault="007B2329" w:rsidP="007B2329">
      <w:r>
        <w:t>595.6417</w:t>
      </w:r>
      <w:r>
        <w:tab/>
        <w:t>1.266e-2</w:t>
      </w:r>
    </w:p>
    <w:p w:rsidR="007B2329" w:rsidRDefault="007B2329" w:rsidP="007B2329">
      <w:r>
        <w:t>595.6623</w:t>
      </w:r>
      <w:r>
        <w:tab/>
        <w:t>1.013e0</w:t>
      </w:r>
    </w:p>
    <w:p w:rsidR="007B2329" w:rsidRDefault="007B2329" w:rsidP="007B2329">
      <w:r>
        <w:t>595.6754</w:t>
      </w:r>
      <w:r>
        <w:tab/>
        <w:t>1.013e0</w:t>
      </w:r>
    </w:p>
    <w:p w:rsidR="007B2329" w:rsidRDefault="007B2329" w:rsidP="007B2329">
      <w:r>
        <w:t>595.6920</w:t>
      </w:r>
      <w:r>
        <w:tab/>
        <w:t>1.013e0</w:t>
      </w:r>
    </w:p>
    <w:p w:rsidR="007B2329" w:rsidRDefault="007B2329" w:rsidP="007B2329">
      <w:r>
        <w:t>595.7038</w:t>
      </w:r>
      <w:r>
        <w:tab/>
        <w:t>2.025e0</w:t>
      </w:r>
    </w:p>
    <w:p w:rsidR="007B2329" w:rsidRDefault="007B2329" w:rsidP="007B2329">
      <w:r>
        <w:t>595.7236</w:t>
      </w:r>
      <w:r>
        <w:tab/>
        <w:t>1.013e0</w:t>
      </w:r>
    </w:p>
    <w:p w:rsidR="007B2329" w:rsidRDefault="007B2329" w:rsidP="007B2329">
      <w:r>
        <w:lastRenderedPageBreak/>
        <w:t>595.7631</w:t>
      </w:r>
      <w:r>
        <w:tab/>
        <w:t>3.038e0</w:t>
      </w:r>
    </w:p>
    <w:p w:rsidR="007B2329" w:rsidRDefault="007B2329" w:rsidP="007B2329">
      <w:r>
        <w:t>595.7722</w:t>
      </w:r>
      <w:r>
        <w:tab/>
        <w:t>2.025e0</w:t>
      </w:r>
    </w:p>
    <w:p w:rsidR="007B2329" w:rsidRDefault="007B2329" w:rsidP="007B2329">
      <w:r>
        <w:t>595.7745</w:t>
      </w:r>
      <w:r>
        <w:tab/>
        <w:t>1.013e0</w:t>
      </w:r>
    </w:p>
    <w:p w:rsidR="007B2329" w:rsidRDefault="007B2329" w:rsidP="007B2329">
      <w:r>
        <w:t>595.8104</w:t>
      </w:r>
      <w:r>
        <w:tab/>
        <w:t>2.025e0</w:t>
      </w:r>
    </w:p>
    <w:p w:rsidR="007B2329" w:rsidRDefault="007B2329" w:rsidP="007B2329">
      <w:r>
        <w:t>595.8178</w:t>
      </w:r>
      <w:r>
        <w:tab/>
        <w:t>1.013e0</w:t>
      </w:r>
    </w:p>
    <w:p w:rsidR="007B2329" w:rsidRDefault="007B2329" w:rsidP="007B2329">
      <w:r>
        <w:t>595.8246</w:t>
      </w:r>
      <w:r>
        <w:tab/>
        <w:t>2.025e0</w:t>
      </w:r>
    </w:p>
    <w:p w:rsidR="007B2329" w:rsidRDefault="007B2329" w:rsidP="007B2329">
      <w:r>
        <w:t>595.8462</w:t>
      </w:r>
      <w:r>
        <w:tab/>
        <w:t>1.013e0</w:t>
      </w:r>
    </w:p>
    <w:p w:rsidR="007B2329" w:rsidRDefault="007B2329" w:rsidP="007B2329">
      <w:r>
        <w:t>595.8574</w:t>
      </w:r>
      <w:r>
        <w:tab/>
        <w:t>4.051e0</w:t>
      </w:r>
    </w:p>
    <w:p w:rsidR="007B2329" w:rsidRDefault="007B2329" w:rsidP="007B2329">
      <w:r>
        <w:t>595.8666</w:t>
      </w:r>
      <w:r>
        <w:tab/>
        <w:t>1.013e0</w:t>
      </w:r>
    </w:p>
    <w:p w:rsidR="007B2329" w:rsidRDefault="007B2329" w:rsidP="007B2329">
      <w:r>
        <w:t>595.8770</w:t>
      </w:r>
      <w:r>
        <w:tab/>
        <w:t>1.013e0</w:t>
      </w:r>
    </w:p>
    <w:p w:rsidR="007B2329" w:rsidRDefault="007B2329" w:rsidP="007B2329">
      <w:r>
        <w:t>595.9175</w:t>
      </w:r>
      <w:r>
        <w:tab/>
        <w:t>2.025e0</w:t>
      </w:r>
    </w:p>
    <w:p w:rsidR="007B2329" w:rsidRDefault="007B2329" w:rsidP="007B2329">
      <w:r>
        <w:t>595.9279</w:t>
      </w:r>
      <w:r>
        <w:tab/>
        <w:t>2.025e0</w:t>
      </w:r>
    </w:p>
    <w:p w:rsidR="007B2329" w:rsidRDefault="007B2329" w:rsidP="007B2329">
      <w:r>
        <w:t>595.9420</w:t>
      </w:r>
      <w:r>
        <w:tab/>
        <w:t>2.025e0</w:t>
      </w:r>
    </w:p>
    <w:p w:rsidR="007B2329" w:rsidRDefault="007B2329" w:rsidP="007B2329">
      <w:r>
        <w:t>595.9765</w:t>
      </w:r>
      <w:r>
        <w:tab/>
        <w:t>1.013e0</w:t>
      </w:r>
    </w:p>
    <w:p w:rsidR="007B2329" w:rsidRDefault="007B2329" w:rsidP="007B2329">
      <w:r>
        <w:t>596.0075</w:t>
      </w:r>
      <w:r>
        <w:tab/>
        <w:t>4.051e0</w:t>
      </w:r>
    </w:p>
    <w:p w:rsidR="007B2329" w:rsidRDefault="007B2329" w:rsidP="007B2329">
      <w:r>
        <w:t>596.0092</w:t>
      </w:r>
      <w:r>
        <w:tab/>
        <w:t>2.025e0</w:t>
      </w:r>
    </w:p>
    <w:p w:rsidR="007B2329" w:rsidRDefault="007B2329" w:rsidP="007B2329">
      <w:r>
        <w:t>596.0204</w:t>
      </w:r>
      <w:r>
        <w:tab/>
        <w:t>3.038e0</w:t>
      </w:r>
    </w:p>
    <w:p w:rsidR="007B2329" w:rsidRDefault="007B2329" w:rsidP="007B2329">
      <w:r>
        <w:t>596.0296</w:t>
      </w:r>
      <w:r>
        <w:tab/>
        <w:t>1.013e0</w:t>
      </w:r>
    </w:p>
    <w:p w:rsidR="007B2329" w:rsidRDefault="007B2329" w:rsidP="007B2329">
      <w:r>
        <w:t>596.0341</w:t>
      </w:r>
      <w:r>
        <w:tab/>
        <w:t>2.025e0</w:t>
      </w:r>
    </w:p>
    <w:p w:rsidR="007B2329" w:rsidRDefault="007B2329" w:rsidP="007B2329">
      <w:r>
        <w:lastRenderedPageBreak/>
        <w:t>596.0479</w:t>
      </w:r>
      <w:r>
        <w:tab/>
        <w:t>1.013e0</w:t>
      </w:r>
    </w:p>
    <w:p w:rsidR="007B2329" w:rsidRDefault="007B2329" w:rsidP="007B2329">
      <w:r>
        <w:t>596.0914</w:t>
      </w:r>
      <w:r>
        <w:tab/>
        <w:t>1.013e0</w:t>
      </w:r>
    </w:p>
    <w:p w:rsidR="007B2329" w:rsidRDefault="007B2329" w:rsidP="007B2329">
      <w:r>
        <w:t>596.1024</w:t>
      </w:r>
      <w:r>
        <w:tab/>
        <w:t>1.013e0</w:t>
      </w:r>
    </w:p>
    <w:p w:rsidR="007B2329" w:rsidRDefault="007B2329" w:rsidP="007B2329">
      <w:r>
        <w:t>596.1038</w:t>
      </w:r>
      <w:r>
        <w:tab/>
        <w:t>7.089e0</w:t>
      </w:r>
    </w:p>
    <w:p w:rsidR="007B2329" w:rsidRDefault="007B2329" w:rsidP="007B2329">
      <w:r>
        <w:t>596.1376</w:t>
      </w:r>
      <w:r>
        <w:tab/>
        <w:t>2.025e0</w:t>
      </w:r>
    </w:p>
    <w:p w:rsidR="007B2329" w:rsidRDefault="007B2329" w:rsidP="007B2329">
      <w:r>
        <w:t>596.1409</w:t>
      </w:r>
      <w:r>
        <w:tab/>
        <w:t>2.025e0</w:t>
      </w:r>
    </w:p>
    <w:p w:rsidR="007B2329" w:rsidRDefault="007B2329" w:rsidP="007B2329">
      <w:r>
        <w:t>596.1526</w:t>
      </w:r>
      <w:r>
        <w:tab/>
        <w:t>1.013e0</w:t>
      </w:r>
    </w:p>
    <w:p w:rsidR="007B2329" w:rsidRDefault="007B2329" w:rsidP="007B2329">
      <w:r>
        <w:t>596.1833</w:t>
      </w:r>
      <w:r>
        <w:tab/>
        <w:t>1.013e0</w:t>
      </w:r>
    </w:p>
    <w:p w:rsidR="007B2329" w:rsidRDefault="007B2329" w:rsidP="007B2329">
      <w:r>
        <w:t>596.1882</w:t>
      </w:r>
      <w:r>
        <w:tab/>
        <w:t>2.025e0</w:t>
      </w:r>
    </w:p>
    <w:p w:rsidR="007B2329" w:rsidRDefault="007B2329" w:rsidP="007B2329">
      <w:r>
        <w:t>596.2047</w:t>
      </w:r>
      <w:r>
        <w:tab/>
        <w:t>2.119e0</w:t>
      </w:r>
    </w:p>
    <w:p w:rsidR="007B2329" w:rsidRDefault="007B2329" w:rsidP="007B2329">
      <w:r>
        <w:t>596.2122</w:t>
      </w:r>
      <w:r>
        <w:tab/>
        <w:t>1.695e0</w:t>
      </w:r>
    </w:p>
    <w:p w:rsidR="007B2329" w:rsidRDefault="007B2329" w:rsidP="007B2329">
      <w:r>
        <w:t>596.2150</w:t>
      </w:r>
      <w:r>
        <w:tab/>
        <w:t>2.914e0</w:t>
      </w:r>
    </w:p>
    <w:p w:rsidR="007B2329" w:rsidRDefault="007B2329" w:rsidP="007B2329">
      <w:r>
        <w:t>596.2175</w:t>
      </w:r>
      <w:r>
        <w:tab/>
        <w:t>2.025e0</w:t>
      </w:r>
    </w:p>
    <w:p w:rsidR="007B2329" w:rsidRDefault="007B2329" w:rsidP="007B2329">
      <w:r>
        <w:t>596.2325</w:t>
      </w:r>
      <w:r>
        <w:tab/>
        <w:t>4.597e0</w:t>
      </w:r>
    </w:p>
    <w:p w:rsidR="007B2329" w:rsidRDefault="007B2329" w:rsidP="007B2329">
      <w:r>
        <w:t>596.2755</w:t>
      </w:r>
      <w:r>
        <w:tab/>
        <w:t>4.057e0</w:t>
      </w:r>
    </w:p>
    <w:p w:rsidR="007B2329" w:rsidRDefault="007B2329" w:rsidP="007B2329">
      <w:r>
        <w:t>596.2831</w:t>
      </w:r>
      <w:r>
        <w:tab/>
        <w:t>1.784e0</w:t>
      </w:r>
    </w:p>
    <w:p w:rsidR="007B2329" w:rsidRDefault="007B2329" w:rsidP="007B2329">
      <w:r>
        <w:t>596.2855</w:t>
      </w:r>
      <w:r>
        <w:tab/>
        <w:t>1.796e0</w:t>
      </w:r>
    </w:p>
    <w:p w:rsidR="007B2329" w:rsidRDefault="007B2329" w:rsidP="007B2329">
      <w:r>
        <w:t>596.2915</w:t>
      </w:r>
      <w:r>
        <w:tab/>
        <w:t>2.837e0</w:t>
      </w:r>
    </w:p>
    <w:p w:rsidR="007B2329" w:rsidRDefault="007B2329" w:rsidP="007B2329">
      <w:r>
        <w:t>596.3024</w:t>
      </w:r>
      <w:r>
        <w:tab/>
        <w:t>3.928e0</w:t>
      </w:r>
    </w:p>
    <w:p w:rsidR="007B2329" w:rsidRDefault="007B2329" w:rsidP="007B2329">
      <w:r>
        <w:lastRenderedPageBreak/>
        <w:t>596.3174</w:t>
      </w:r>
      <w:r>
        <w:tab/>
        <w:t>8.114e0</w:t>
      </w:r>
    </w:p>
    <w:p w:rsidR="007B2329" w:rsidRDefault="007B2329" w:rsidP="007B2329">
      <w:r>
        <w:t>596.3185</w:t>
      </w:r>
      <w:r>
        <w:tab/>
        <w:t>2.654e0</w:t>
      </w:r>
    </w:p>
    <w:p w:rsidR="007B2329" w:rsidRDefault="007B2329" w:rsidP="007B2329">
      <w:r>
        <w:t>596.3438</w:t>
      </w:r>
      <w:r>
        <w:tab/>
        <w:t>5.670e0</w:t>
      </w:r>
    </w:p>
    <w:p w:rsidR="007B2329" w:rsidRDefault="007B2329" w:rsidP="007B2329">
      <w:r>
        <w:t>596.3634</w:t>
      </w:r>
      <w:r>
        <w:tab/>
        <w:t>7.857e0</w:t>
      </w:r>
    </w:p>
    <w:p w:rsidR="007B2329" w:rsidRDefault="007B2329" w:rsidP="007B2329">
      <w:r>
        <w:t>596.3798</w:t>
      </w:r>
      <w:r>
        <w:tab/>
        <w:t>4.382e0</w:t>
      </w:r>
    </w:p>
    <w:p w:rsidR="007B2329" w:rsidRDefault="007B2329" w:rsidP="007B2329">
      <w:r>
        <w:t>596.3983</w:t>
      </w:r>
      <w:r>
        <w:tab/>
        <w:t>1.013e0</w:t>
      </w:r>
    </w:p>
    <w:p w:rsidR="007B2329" w:rsidRDefault="007B2329" w:rsidP="007B2329">
      <w:r>
        <w:t>596.4123</w:t>
      </w:r>
      <w:r>
        <w:tab/>
        <w:t>1.257e0</w:t>
      </w:r>
    </w:p>
    <w:p w:rsidR="007B2329" w:rsidRDefault="007B2329" w:rsidP="007B2329">
      <w:r>
        <w:t>596.4390</w:t>
      </w:r>
      <w:r>
        <w:tab/>
        <w:t>2.025e0</w:t>
      </w:r>
    </w:p>
    <w:p w:rsidR="007B2329" w:rsidRDefault="007B2329" w:rsidP="007B2329">
      <w:r>
        <w:t>596.4490</w:t>
      </w:r>
      <w:r>
        <w:tab/>
        <w:t>1.013e0</w:t>
      </w:r>
    </w:p>
    <w:p w:rsidR="007B2329" w:rsidRDefault="007B2329" w:rsidP="007B2329">
      <w:r>
        <w:t>596.4800</w:t>
      </w:r>
      <w:r>
        <w:tab/>
        <w:t>5.063e0</w:t>
      </w:r>
    </w:p>
    <w:p w:rsidR="007B2329" w:rsidRDefault="007B2329" w:rsidP="007B2329">
      <w:r>
        <w:t>596.5105</w:t>
      </w:r>
      <w:r>
        <w:tab/>
        <w:t>3.038e0</w:t>
      </w:r>
    </w:p>
    <w:p w:rsidR="007B2329" w:rsidRDefault="007B2329" w:rsidP="007B2329">
      <w:r>
        <w:t>596.5121</w:t>
      </w:r>
      <w:r>
        <w:tab/>
        <w:t>2.025e0</w:t>
      </w:r>
    </w:p>
    <w:p w:rsidR="007B2329" w:rsidRDefault="007B2329" w:rsidP="007B2329">
      <w:r>
        <w:t>596.5313</w:t>
      </w:r>
      <w:r>
        <w:tab/>
        <w:t>1.038e0</w:t>
      </w:r>
    </w:p>
    <w:p w:rsidR="007B2329" w:rsidRDefault="007B2329" w:rsidP="007B2329">
      <w:r>
        <w:t>596.5869</w:t>
      </w:r>
      <w:r>
        <w:tab/>
        <w:t>2.025e0</w:t>
      </w:r>
    </w:p>
    <w:p w:rsidR="007B2329" w:rsidRDefault="007B2329" w:rsidP="007B2329">
      <w:r>
        <w:t>596.5925</w:t>
      </w:r>
      <w:r>
        <w:tab/>
        <w:t>1.013e0</w:t>
      </w:r>
    </w:p>
    <w:p w:rsidR="007B2329" w:rsidRDefault="007B2329" w:rsidP="007B2329">
      <w:r>
        <w:t>596.5988</w:t>
      </w:r>
      <w:r>
        <w:tab/>
        <w:t>1.013e0</w:t>
      </w:r>
    </w:p>
    <w:p w:rsidR="007B2329" w:rsidRDefault="007B2329" w:rsidP="007B2329">
      <w:r>
        <w:t>596.6127</w:t>
      </w:r>
      <w:r>
        <w:tab/>
        <w:t>1.013e0</w:t>
      </w:r>
    </w:p>
    <w:p w:rsidR="007B2329" w:rsidRDefault="007B2329" w:rsidP="007B2329">
      <w:r>
        <w:t>596.6433</w:t>
      </w:r>
      <w:r>
        <w:tab/>
        <w:t>1.013e0</w:t>
      </w:r>
    </w:p>
    <w:p w:rsidR="007B2329" w:rsidRDefault="007B2329" w:rsidP="007B2329">
      <w:r>
        <w:t>596.6531</w:t>
      </w:r>
      <w:r>
        <w:tab/>
        <w:t>4.051e0</w:t>
      </w:r>
    </w:p>
    <w:p w:rsidR="007B2329" w:rsidRDefault="007B2329" w:rsidP="007B2329">
      <w:r>
        <w:lastRenderedPageBreak/>
        <w:t>596.6743</w:t>
      </w:r>
      <w:r>
        <w:tab/>
        <w:t>3.038e0</w:t>
      </w:r>
    </w:p>
    <w:p w:rsidR="007B2329" w:rsidRDefault="007B2329" w:rsidP="007B2329">
      <w:r>
        <w:t>596.6782</w:t>
      </w:r>
      <w:r>
        <w:tab/>
        <w:t>2.025e0</w:t>
      </w:r>
    </w:p>
    <w:p w:rsidR="007B2329" w:rsidRDefault="007B2329" w:rsidP="007B2329">
      <w:r>
        <w:t>596.7047</w:t>
      </w:r>
      <w:r>
        <w:tab/>
        <w:t>1.013e0</w:t>
      </w:r>
    </w:p>
    <w:p w:rsidR="007B2329" w:rsidRDefault="007B2329" w:rsidP="007B2329">
      <w:r>
        <w:t>596.7294</w:t>
      </w:r>
      <w:r>
        <w:tab/>
        <w:t>3.038e0</w:t>
      </w:r>
    </w:p>
    <w:p w:rsidR="007B2329" w:rsidRDefault="007B2329" w:rsidP="007B2329">
      <w:r>
        <w:t>596.7357</w:t>
      </w:r>
      <w:r>
        <w:tab/>
        <w:t>3.038e0</w:t>
      </w:r>
    </w:p>
    <w:p w:rsidR="007B2329" w:rsidRDefault="007B2329" w:rsidP="007B2329">
      <w:r>
        <w:t>596.7458</w:t>
      </w:r>
      <w:r>
        <w:tab/>
        <w:t>1.013e0</w:t>
      </w:r>
    </w:p>
    <w:p w:rsidR="007B2329" w:rsidRDefault="007B2329" w:rsidP="007B2329">
      <w:r>
        <w:t>596.7509</w:t>
      </w:r>
      <w:r>
        <w:tab/>
        <w:t>2.025e0</w:t>
      </w:r>
    </w:p>
    <w:p w:rsidR="007B2329" w:rsidRDefault="007B2329" w:rsidP="007B2329">
      <w:r>
        <w:t>596.7662</w:t>
      </w:r>
      <w:r>
        <w:tab/>
        <w:t>1.013e0</w:t>
      </w:r>
    </w:p>
    <w:p w:rsidR="007B2329" w:rsidRDefault="007B2329" w:rsidP="007B2329">
      <w:r>
        <w:t>596.7679</w:t>
      </w:r>
      <w:r>
        <w:tab/>
        <w:t>3.038e0</w:t>
      </w:r>
    </w:p>
    <w:p w:rsidR="007B2329" w:rsidRDefault="007B2329" w:rsidP="007B2329">
      <w:r>
        <w:t>596.8224</w:t>
      </w:r>
      <w:r>
        <w:tab/>
        <w:t>6.442e0</w:t>
      </w:r>
    </w:p>
    <w:p w:rsidR="007B2329" w:rsidRDefault="007B2329" w:rsidP="007B2329">
      <w:r>
        <w:t>596.8278</w:t>
      </w:r>
      <w:r>
        <w:tab/>
        <w:t>2.025e0</w:t>
      </w:r>
    </w:p>
    <w:p w:rsidR="007B2329" w:rsidRDefault="007B2329" w:rsidP="007B2329">
      <w:r>
        <w:t>596.8307</w:t>
      </w:r>
      <w:r>
        <w:tab/>
        <w:t>1.013e0</w:t>
      </w:r>
    </w:p>
    <w:p w:rsidR="007B2329" w:rsidRDefault="007B2329" w:rsidP="007B2329">
      <w:r>
        <w:t>596.8351</w:t>
      </w:r>
      <w:r>
        <w:tab/>
        <w:t>1.025e0</w:t>
      </w:r>
    </w:p>
    <w:p w:rsidR="007B2329" w:rsidRDefault="007B2329" w:rsidP="007B2329">
      <w:r>
        <w:t>596.8372</w:t>
      </w:r>
      <w:r>
        <w:tab/>
        <w:t>3.038e0</w:t>
      </w:r>
    </w:p>
    <w:p w:rsidR="007B2329" w:rsidRDefault="007B2329" w:rsidP="007B2329">
      <w:r>
        <w:t>596.9019</w:t>
      </w:r>
      <w:r>
        <w:tab/>
        <w:t>2.025e0</w:t>
      </w:r>
    </w:p>
    <w:p w:rsidR="007B2329" w:rsidRDefault="007B2329" w:rsidP="007B2329">
      <w:r>
        <w:t>596.9400</w:t>
      </w:r>
      <w:r>
        <w:tab/>
        <w:t>1.013e0</w:t>
      </w:r>
    </w:p>
    <w:p w:rsidR="007B2329" w:rsidRDefault="007B2329" w:rsidP="007B2329">
      <w:r>
        <w:t>596.9565</w:t>
      </w:r>
      <w:r>
        <w:tab/>
        <w:t>2.301e0</w:t>
      </w:r>
    </w:p>
    <w:p w:rsidR="007B2329" w:rsidRDefault="007B2329" w:rsidP="007B2329">
      <w:r>
        <w:t>596.9608</w:t>
      </w:r>
      <w:r>
        <w:tab/>
        <w:t>1.013e0</w:t>
      </w:r>
    </w:p>
    <w:p w:rsidR="007B2329" w:rsidRDefault="007B2329" w:rsidP="007B2329">
      <w:r>
        <w:t>596.9810</w:t>
      </w:r>
      <w:r>
        <w:tab/>
        <w:t>1.013e0</w:t>
      </w:r>
    </w:p>
    <w:p w:rsidR="007B2329" w:rsidRDefault="007B2329" w:rsidP="007B2329">
      <w:r>
        <w:lastRenderedPageBreak/>
        <w:t>597.0261</w:t>
      </w:r>
      <w:r>
        <w:tab/>
        <w:t>1.013e0</w:t>
      </w:r>
    </w:p>
    <w:p w:rsidR="007B2329" w:rsidRDefault="007B2329" w:rsidP="007B2329">
      <w:r>
        <w:t>597.0424</w:t>
      </w:r>
      <w:r>
        <w:tab/>
        <w:t>1.013e0</w:t>
      </w:r>
    </w:p>
    <w:p w:rsidR="007B2329" w:rsidRDefault="007B2329" w:rsidP="007B2329">
      <w:r>
        <w:t>597.0445</w:t>
      </w:r>
      <w:r>
        <w:tab/>
        <w:t>1.013e0</w:t>
      </w:r>
    </w:p>
    <w:p w:rsidR="007B2329" w:rsidRDefault="007B2329" w:rsidP="007B2329">
      <w:r>
        <w:t>597.0516</w:t>
      </w:r>
      <w:r>
        <w:tab/>
        <w:t>2.025e0</w:t>
      </w:r>
    </w:p>
    <w:p w:rsidR="007B2329" w:rsidRDefault="007B2329" w:rsidP="007B2329">
      <w:r>
        <w:t>597.0539</w:t>
      </w:r>
      <w:r>
        <w:tab/>
        <w:t>2.025e0</w:t>
      </w:r>
    </w:p>
    <w:p w:rsidR="007B2329" w:rsidRDefault="007B2329" w:rsidP="007B2329">
      <w:r>
        <w:t>597.0731</w:t>
      </w:r>
      <w:r>
        <w:tab/>
        <w:t>1.013e0</w:t>
      </w:r>
    </w:p>
    <w:p w:rsidR="007B2329" w:rsidRDefault="007B2329" w:rsidP="007B2329">
      <w:r>
        <w:t>597.0918</w:t>
      </w:r>
      <w:r>
        <w:tab/>
        <w:t>3.038e0</w:t>
      </w:r>
    </w:p>
    <w:p w:rsidR="007B2329" w:rsidRDefault="007B2329" w:rsidP="007B2329">
      <w:r>
        <w:t>597.0968</w:t>
      </w:r>
      <w:r>
        <w:tab/>
        <w:t>3.038e0</w:t>
      </w:r>
    </w:p>
    <w:p w:rsidR="007B2329" w:rsidRDefault="007B2329" w:rsidP="007B2329">
      <w:r>
        <w:t>597.1028</w:t>
      </w:r>
      <w:r>
        <w:tab/>
        <w:t>2.025e0</w:t>
      </w:r>
    </w:p>
    <w:p w:rsidR="007B2329" w:rsidRDefault="007B2329" w:rsidP="007B2329">
      <w:r>
        <w:t>597.1138</w:t>
      </w:r>
      <w:r>
        <w:tab/>
        <w:t>1.013e0</w:t>
      </w:r>
    </w:p>
    <w:p w:rsidR="007B2329" w:rsidRDefault="007B2329" w:rsidP="007B2329">
      <w:r>
        <w:t>597.1175</w:t>
      </w:r>
      <w:r>
        <w:tab/>
        <w:t>4.051e0</w:t>
      </w:r>
    </w:p>
    <w:p w:rsidR="007B2329" w:rsidRDefault="007B2329" w:rsidP="007B2329">
      <w:r>
        <w:t>597.1422</w:t>
      </w:r>
      <w:r>
        <w:tab/>
        <w:t>6.295e0</w:t>
      </w:r>
    </w:p>
    <w:p w:rsidR="007B2329" w:rsidRDefault="007B2329" w:rsidP="007B2329">
      <w:r>
        <w:t>597.1450</w:t>
      </w:r>
      <w:r>
        <w:tab/>
        <w:t>1.013e0</w:t>
      </w:r>
    </w:p>
    <w:p w:rsidR="007B2329" w:rsidRDefault="007B2329" w:rsidP="007B2329">
      <w:r>
        <w:t>597.1547</w:t>
      </w:r>
      <w:r>
        <w:tab/>
        <w:t>1.025e0</w:t>
      </w:r>
    </w:p>
    <w:p w:rsidR="007B2329" w:rsidRDefault="007B2329" w:rsidP="007B2329">
      <w:r>
        <w:t>597.1879</w:t>
      </w:r>
      <w:r>
        <w:tab/>
        <w:t>2.665e0</w:t>
      </w:r>
    </w:p>
    <w:p w:rsidR="007B2329" w:rsidRDefault="007B2329" w:rsidP="007B2329">
      <w:r>
        <w:t>597.2171</w:t>
      </w:r>
      <w:r>
        <w:tab/>
        <w:t>5.785e0</w:t>
      </w:r>
    </w:p>
    <w:p w:rsidR="007B2329" w:rsidRDefault="007B2329" w:rsidP="007B2329">
      <w:r>
        <w:t>597.2269</w:t>
      </w:r>
      <w:r>
        <w:tab/>
        <w:t>2.025e0</w:t>
      </w:r>
    </w:p>
    <w:p w:rsidR="007B2329" w:rsidRDefault="007B2329" w:rsidP="007B2329">
      <w:r>
        <w:t>597.2322</w:t>
      </w:r>
      <w:r>
        <w:tab/>
        <w:t>3.131e0</w:t>
      </w:r>
    </w:p>
    <w:p w:rsidR="007B2329" w:rsidRDefault="007B2329" w:rsidP="007B2329">
      <w:r>
        <w:t>597.2405</w:t>
      </w:r>
      <w:r>
        <w:tab/>
        <w:t>4.973e0</w:t>
      </w:r>
    </w:p>
    <w:p w:rsidR="007B2329" w:rsidRDefault="007B2329" w:rsidP="007B2329">
      <w:r>
        <w:lastRenderedPageBreak/>
        <w:t>597.2537</w:t>
      </w:r>
      <w:r>
        <w:tab/>
        <w:t>1.920e0</w:t>
      </w:r>
    </w:p>
    <w:p w:rsidR="007B2329" w:rsidRDefault="007B2329" w:rsidP="007B2329">
      <w:r>
        <w:t>597.2864</w:t>
      </w:r>
      <w:r>
        <w:tab/>
        <w:t>3.038e0</w:t>
      </w:r>
    </w:p>
    <w:p w:rsidR="007B2329" w:rsidRDefault="007B2329" w:rsidP="007B2329">
      <w:r>
        <w:t>597.3107</w:t>
      </w:r>
      <w:r>
        <w:tab/>
        <w:t>1.013e0</w:t>
      </w:r>
    </w:p>
    <w:p w:rsidR="007B2329" w:rsidRDefault="007B2329" w:rsidP="007B2329">
      <w:r>
        <w:t>597.3547</w:t>
      </w:r>
      <w:r>
        <w:tab/>
        <w:t>1.563e1</w:t>
      </w:r>
    </w:p>
    <w:p w:rsidR="007B2329" w:rsidRDefault="007B2329" w:rsidP="007B2329">
      <w:r>
        <w:t>597.3578</w:t>
      </w:r>
      <w:r>
        <w:tab/>
        <w:t>6.076e0</w:t>
      </w:r>
    </w:p>
    <w:p w:rsidR="007B2329" w:rsidRDefault="007B2329" w:rsidP="007B2329">
      <w:r>
        <w:t>597.3673</w:t>
      </w:r>
      <w:r>
        <w:tab/>
        <w:t>1.963e2</w:t>
      </w:r>
    </w:p>
    <w:p w:rsidR="007B2329" w:rsidRDefault="007B2329" w:rsidP="007B2329">
      <w:r>
        <w:t>597.3690</w:t>
      </w:r>
      <w:r>
        <w:tab/>
        <w:t>2.206e2</w:t>
      </w:r>
    </w:p>
    <w:p w:rsidR="007B2329" w:rsidRDefault="007B2329" w:rsidP="007B2329">
      <w:r>
        <w:t>597.3705</w:t>
      </w:r>
      <w:r>
        <w:tab/>
        <w:t>2.382e2</w:t>
      </w:r>
    </w:p>
    <w:p w:rsidR="007B2329" w:rsidRDefault="007B2329" w:rsidP="007B2329">
      <w:r>
        <w:t>597.3730</w:t>
      </w:r>
      <w:r>
        <w:tab/>
        <w:t>7.591e1</w:t>
      </w:r>
    </w:p>
    <w:p w:rsidR="007B2329" w:rsidRDefault="007B2329" w:rsidP="007B2329">
      <w:r>
        <w:t>597.3755</w:t>
      </w:r>
      <w:r>
        <w:tab/>
        <w:t>3.038e0</w:t>
      </w:r>
    </w:p>
    <w:p w:rsidR="007B2329" w:rsidRDefault="007B2329" w:rsidP="007B2329">
      <w:r>
        <w:t>597.4177</w:t>
      </w:r>
      <w:r>
        <w:tab/>
        <w:t>6.076e0</w:t>
      </w:r>
    </w:p>
    <w:p w:rsidR="007B2329" w:rsidRDefault="007B2329" w:rsidP="007B2329">
      <w:r>
        <w:t>597.4522</w:t>
      </w:r>
      <w:r>
        <w:tab/>
        <w:t>2.025e0</w:t>
      </w:r>
    </w:p>
    <w:p w:rsidR="007B2329" w:rsidRDefault="007B2329" w:rsidP="007B2329">
      <w:r>
        <w:t>597.4760</w:t>
      </w:r>
      <w:r>
        <w:tab/>
        <w:t>3.038e0</w:t>
      </w:r>
    </w:p>
    <w:p w:rsidR="007B2329" w:rsidRDefault="007B2329" w:rsidP="007B2329">
      <w:r>
        <w:t>597.4803</w:t>
      </w:r>
      <w:r>
        <w:tab/>
        <w:t>3.264e0</w:t>
      </w:r>
    </w:p>
    <w:p w:rsidR="007B2329" w:rsidRDefault="007B2329" w:rsidP="007B2329">
      <w:r>
        <w:t>597.4878</w:t>
      </w:r>
      <w:r>
        <w:tab/>
        <w:t>1.013e0</w:t>
      </w:r>
    </w:p>
    <w:p w:rsidR="007B2329" w:rsidRDefault="007B2329" w:rsidP="007B2329">
      <w:r>
        <w:t>597.5034</w:t>
      </w:r>
      <w:r>
        <w:tab/>
        <w:t>1.013e0</w:t>
      </w:r>
    </w:p>
    <w:p w:rsidR="007B2329" w:rsidRDefault="007B2329" w:rsidP="007B2329">
      <w:r>
        <w:t>597.5052</w:t>
      </w:r>
      <w:r>
        <w:tab/>
        <w:t>1.035e1</w:t>
      </w:r>
    </w:p>
    <w:p w:rsidR="007B2329" w:rsidRDefault="007B2329" w:rsidP="007B2329">
      <w:r>
        <w:t>597.5128</w:t>
      </w:r>
      <w:r>
        <w:tab/>
        <w:t>2.025e0</w:t>
      </w:r>
    </w:p>
    <w:p w:rsidR="007B2329" w:rsidRDefault="007B2329" w:rsidP="007B2329">
      <w:r>
        <w:t>597.5446</w:t>
      </w:r>
      <w:r>
        <w:tab/>
        <w:t>2.025e0</w:t>
      </w:r>
    </w:p>
    <w:p w:rsidR="007B2329" w:rsidRDefault="007B2329" w:rsidP="007B2329">
      <w:r>
        <w:lastRenderedPageBreak/>
        <w:t>597.5613</w:t>
      </w:r>
      <w:r>
        <w:tab/>
        <w:t>3.038e0</w:t>
      </w:r>
    </w:p>
    <w:p w:rsidR="007B2329" w:rsidRDefault="007B2329" w:rsidP="007B2329">
      <w:r>
        <w:t>597.5773</w:t>
      </w:r>
      <w:r>
        <w:tab/>
        <w:t>1.013e0</w:t>
      </w:r>
    </w:p>
    <w:p w:rsidR="007B2329" w:rsidRDefault="007B2329" w:rsidP="007B2329">
      <w:r>
        <w:t>597.5936</w:t>
      </w:r>
      <w:r>
        <w:tab/>
        <w:t>1.013e0</w:t>
      </w:r>
    </w:p>
    <w:p w:rsidR="007B2329" w:rsidRDefault="007B2329" w:rsidP="007B2329">
      <w:r>
        <w:t>597.5954</w:t>
      </w:r>
      <w:r>
        <w:tab/>
        <w:t>1.013e0</w:t>
      </w:r>
    </w:p>
    <w:p w:rsidR="007B2329" w:rsidRDefault="007B2329" w:rsidP="007B2329">
      <w:r>
        <w:t>597.6023</w:t>
      </w:r>
      <w:r>
        <w:tab/>
        <w:t>4.943e0</w:t>
      </w:r>
    </w:p>
    <w:p w:rsidR="007B2329" w:rsidRDefault="007B2329" w:rsidP="007B2329">
      <w:r>
        <w:t>597.6137</w:t>
      </w:r>
      <w:r>
        <w:tab/>
        <w:t>3.038e0</w:t>
      </w:r>
    </w:p>
    <w:p w:rsidR="007B2329" w:rsidRDefault="007B2329" w:rsidP="007B2329">
      <w:r>
        <w:t>597.6260</w:t>
      </w:r>
      <w:r>
        <w:tab/>
        <w:t>3.038e0</w:t>
      </w:r>
    </w:p>
    <w:p w:rsidR="007B2329" w:rsidRDefault="007B2329" w:rsidP="007B2329">
      <w:r>
        <w:t>597.6364</w:t>
      </w:r>
      <w:r>
        <w:tab/>
        <w:t>1.013e0</w:t>
      </w:r>
    </w:p>
    <w:p w:rsidR="007B2329" w:rsidRDefault="007B2329" w:rsidP="007B2329">
      <w:r>
        <w:t>597.6646</w:t>
      </w:r>
      <w:r>
        <w:tab/>
        <w:t>2.025e0</w:t>
      </w:r>
    </w:p>
    <w:p w:rsidR="007B2329" w:rsidRDefault="007B2329" w:rsidP="007B2329">
      <w:r>
        <w:t>597.6696</w:t>
      </w:r>
      <w:r>
        <w:tab/>
        <w:t>4.051e0</w:t>
      </w:r>
    </w:p>
    <w:p w:rsidR="007B2329" w:rsidRDefault="007B2329" w:rsidP="007B2329">
      <w:r>
        <w:t>597.6774</w:t>
      </w:r>
      <w:r>
        <w:tab/>
        <w:t>1.013e0</w:t>
      </w:r>
    </w:p>
    <w:p w:rsidR="007B2329" w:rsidRDefault="007B2329" w:rsidP="007B2329">
      <w:r>
        <w:t>597.6979</w:t>
      </w:r>
      <w:r>
        <w:tab/>
        <w:t>1.013e0</w:t>
      </w:r>
    </w:p>
    <w:p w:rsidR="007B2329" w:rsidRDefault="007B2329" w:rsidP="007B2329">
      <w:r>
        <w:t>597.7156</w:t>
      </w:r>
      <w:r>
        <w:tab/>
        <w:t>3.038e0</w:t>
      </w:r>
    </w:p>
    <w:p w:rsidR="007B2329" w:rsidRDefault="007B2329" w:rsidP="007B2329">
      <w:r>
        <w:t>597.7242</w:t>
      </w:r>
      <w:r>
        <w:tab/>
        <w:t>3.038e0</w:t>
      </w:r>
    </w:p>
    <w:p w:rsidR="007B2329" w:rsidRDefault="007B2329" w:rsidP="007B2329">
      <w:r>
        <w:t>597.7285</w:t>
      </w:r>
      <w:r>
        <w:tab/>
        <w:t>1.013e0</w:t>
      </w:r>
    </w:p>
    <w:p w:rsidR="007B2329" w:rsidRDefault="007B2329" w:rsidP="007B2329">
      <w:r>
        <w:t>597.7476</w:t>
      </w:r>
      <w:r>
        <w:tab/>
        <w:t>4.284e0</w:t>
      </w:r>
    </w:p>
    <w:p w:rsidR="007B2329" w:rsidRDefault="007B2329" w:rsidP="007B2329">
      <w:r>
        <w:t>597.7590</w:t>
      </w:r>
      <w:r>
        <w:tab/>
        <w:t>3.038e0</w:t>
      </w:r>
    </w:p>
    <w:p w:rsidR="007B2329" w:rsidRDefault="007B2329" w:rsidP="007B2329">
      <w:r>
        <w:t>597.7740</w:t>
      </w:r>
      <w:r>
        <w:tab/>
        <w:t>3.038e0</w:t>
      </w:r>
    </w:p>
    <w:p w:rsidR="007B2329" w:rsidRDefault="007B2329" w:rsidP="007B2329">
      <w:r>
        <w:t>597.7957</w:t>
      </w:r>
      <w:r>
        <w:tab/>
        <w:t>2.025e0</w:t>
      </w:r>
    </w:p>
    <w:p w:rsidR="007B2329" w:rsidRDefault="007B2329" w:rsidP="007B2329">
      <w:r>
        <w:lastRenderedPageBreak/>
        <w:t>597.8037</w:t>
      </w:r>
      <w:r>
        <w:tab/>
        <w:t>3.038e0</w:t>
      </w:r>
    </w:p>
    <w:p w:rsidR="007B2329" w:rsidRDefault="007B2329" w:rsidP="007B2329">
      <w:r>
        <w:t>597.8154</w:t>
      </w:r>
      <w:r>
        <w:tab/>
        <w:t>4.051e0</w:t>
      </w:r>
    </w:p>
    <w:p w:rsidR="007B2329" w:rsidRDefault="007B2329" w:rsidP="007B2329">
      <w:r>
        <w:t>597.8412</w:t>
      </w:r>
      <w:r>
        <w:tab/>
        <w:t>3.038e0</w:t>
      </w:r>
    </w:p>
    <w:p w:rsidR="007B2329" w:rsidRDefault="007B2329" w:rsidP="007B2329">
      <w:r>
        <w:t>597.8439</w:t>
      </w:r>
      <w:r>
        <w:tab/>
        <w:t>2.025e0</w:t>
      </w:r>
    </w:p>
    <w:p w:rsidR="007B2329" w:rsidRDefault="007B2329" w:rsidP="007B2329">
      <w:r>
        <w:t>597.8644</w:t>
      </w:r>
      <w:r>
        <w:tab/>
        <w:t>2.922e0</w:t>
      </w:r>
    </w:p>
    <w:p w:rsidR="007B2329" w:rsidRDefault="007B2329" w:rsidP="007B2329">
      <w:r>
        <w:t>597.9088</w:t>
      </w:r>
      <w:r>
        <w:tab/>
        <w:t>4.090e0</w:t>
      </w:r>
    </w:p>
    <w:p w:rsidR="007B2329" w:rsidRDefault="007B2329" w:rsidP="007B2329">
      <w:r>
        <w:t>597.9129</w:t>
      </w:r>
      <w:r>
        <w:tab/>
        <w:t>4.051e0</w:t>
      </w:r>
    </w:p>
    <w:p w:rsidR="007B2329" w:rsidRDefault="007B2329" w:rsidP="007B2329">
      <w:r>
        <w:t>597.9176</w:t>
      </w:r>
      <w:r>
        <w:tab/>
        <w:t>3.038e0</w:t>
      </w:r>
    </w:p>
    <w:p w:rsidR="007B2329" w:rsidRDefault="007B2329" w:rsidP="007B2329">
      <w:r>
        <w:t>597.9235</w:t>
      </w:r>
      <w:r>
        <w:tab/>
        <w:t>2.025e0</w:t>
      </w:r>
    </w:p>
    <w:p w:rsidR="007B2329" w:rsidRDefault="007B2329" w:rsidP="007B2329">
      <w:r>
        <w:t>597.9722</w:t>
      </w:r>
      <w:r>
        <w:tab/>
        <w:t>1.025e0</w:t>
      </w:r>
    </w:p>
    <w:p w:rsidR="007B2329" w:rsidRDefault="007B2329" w:rsidP="007B2329">
      <w:r>
        <w:t>597.9747</w:t>
      </w:r>
      <w:r>
        <w:tab/>
        <w:t>1.013e0</w:t>
      </w:r>
    </w:p>
    <w:p w:rsidR="007B2329" w:rsidRDefault="007B2329" w:rsidP="007B2329">
      <w:r>
        <w:t>598.0023</w:t>
      </w:r>
      <w:r>
        <w:tab/>
        <w:t>1.013e0</w:t>
      </w:r>
    </w:p>
    <w:p w:rsidR="007B2329" w:rsidRDefault="007B2329" w:rsidP="007B2329">
      <w:r>
        <w:t>598.0357</w:t>
      </w:r>
      <w:r>
        <w:tab/>
        <w:t>4.051e0</w:t>
      </w:r>
    </w:p>
    <w:p w:rsidR="007B2329" w:rsidRDefault="007B2329" w:rsidP="007B2329">
      <w:r>
        <w:t>598.0427</w:t>
      </w:r>
      <w:r>
        <w:tab/>
        <w:t>2.051e0</w:t>
      </w:r>
    </w:p>
    <w:p w:rsidR="007B2329" w:rsidRDefault="007B2329" w:rsidP="007B2329">
      <w:r>
        <w:t>598.0611</w:t>
      </w:r>
      <w:r>
        <w:tab/>
        <w:t>2.574e0</w:t>
      </w:r>
    </w:p>
    <w:p w:rsidR="007B2329" w:rsidRDefault="007B2329" w:rsidP="007B2329">
      <w:r>
        <w:t>598.0667</w:t>
      </w:r>
      <w:r>
        <w:tab/>
        <w:t>1.013e0</w:t>
      </w:r>
    </w:p>
    <w:p w:rsidR="007B2329" w:rsidRDefault="007B2329" w:rsidP="007B2329">
      <w:r>
        <w:t>598.0798</w:t>
      </w:r>
      <w:r>
        <w:tab/>
        <w:t>2.025e0</w:t>
      </w:r>
    </w:p>
    <w:p w:rsidR="007B2329" w:rsidRDefault="007B2329" w:rsidP="007B2329">
      <w:r>
        <w:t>598.0874</w:t>
      </w:r>
      <w:r>
        <w:tab/>
        <w:t>2.025e0</w:t>
      </w:r>
    </w:p>
    <w:p w:rsidR="007B2329" w:rsidRDefault="007B2329" w:rsidP="007B2329">
      <w:r>
        <w:t>598.1077</w:t>
      </w:r>
      <w:r>
        <w:tab/>
        <w:t>1.013e0</w:t>
      </w:r>
    </w:p>
    <w:p w:rsidR="007B2329" w:rsidRDefault="007B2329" w:rsidP="007B2329">
      <w:r>
        <w:lastRenderedPageBreak/>
        <w:t>598.1183</w:t>
      </w:r>
      <w:r>
        <w:tab/>
        <w:t>2.025e0</w:t>
      </w:r>
    </w:p>
    <w:p w:rsidR="007B2329" w:rsidRDefault="007B2329" w:rsidP="007B2329">
      <w:r>
        <w:t>598.1356</w:t>
      </w:r>
      <w:r>
        <w:tab/>
        <w:t>2.025e0</w:t>
      </w:r>
    </w:p>
    <w:p w:rsidR="007B2329" w:rsidRDefault="007B2329" w:rsidP="007B2329">
      <w:r>
        <w:t>598.1556</w:t>
      </w:r>
      <w:r>
        <w:tab/>
        <w:t>3.038e0</w:t>
      </w:r>
    </w:p>
    <w:p w:rsidR="007B2329" w:rsidRDefault="007B2329" w:rsidP="007B2329">
      <w:r>
        <w:t>598.1701</w:t>
      </w:r>
      <w:r>
        <w:tab/>
        <w:t>1.129e1</w:t>
      </w:r>
    </w:p>
    <w:p w:rsidR="007B2329" w:rsidRDefault="007B2329" w:rsidP="007B2329">
      <w:r>
        <w:t>598.1804</w:t>
      </w:r>
      <w:r>
        <w:tab/>
        <w:t>3.038e0</w:t>
      </w:r>
    </w:p>
    <w:p w:rsidR="007B2329" w:rsidRDefault="007B2329" w:rsidP="007B2329">
      <w:r>
        <w:t>598.1821</w:t>
      </w:r>
      <w:r>
        <w:tab/>
        <w:t>5.063e0</w:t>
      </w:r>
    </w:p>
    <w:p w:rsidR="007B2329" w:rsidRDefault="007B2329" w:rsidP="007B2329">
      <w:r>
        <w:t>598.2170</w:t>
      </w:r>
      <w:r>
        <w:tab/>
        <w:t>1.084e1</w:t>
      </w:r>
    </w:p>
    <w:p w:rsidR="007B2329" w:rsidRDefault="007B2329" w:rsidP="007B2329">
      <w:r>
        <w:t>598.2272</w:t>
      </w:r>
      <w:r>
        <w:tab/>
        <w:t>1.021e0</w:t>
      </w:r>
    </w:p>
    <w:p w:rsidR="007B2329" w:rsidRDefault="007B2329" w:rsidP="007B2329">
      <w:r>
        <w:t>598.2332</w:t>
      </w:r>
      <w:r>
        <w:tab/>
        <w:t>2.025e0</w:t>
      </w:r>
    </w:p>
    <w:p w:rsidR="007B2329" w:rsidRDefault="007B2329" w:rsidP="007B2329">
      <w:r>
        <w:t>598.2393</w:t>
      </w:r>
      <w:r>
        <w:tab/>
        <w:t>4.215e0</w:t>
      </w:r>
    </w:p>
    <w:p w:rsidR="007B2329" w:rsidRDefault="007B2329" w:rsidP="007B2329">
      <w:r>
        <w:t>598.2481</w:t>
      </w:r>
      <w:r>
        <w:tab/>
        <w:t>8.240e0</w:t>
      </w:r>
    </w:p>
    <w:p w:rsidR="007B2329" w:rsidRDefault="007B2329" w:rsidP="007B2329">
      <w:r>
        <w:t>598.2744</w:t>
      </w:r>
      <w:r>
        <w:tab/>
        <w:t>1.641e0</w:t>
      </w:r>
    </w:p>
    <w:p w:rsidR="007B2329" w:rsidRDefault="007B2329" w:rsidP="007B2329">
      <w:r>
        <w:t>598.2778</w:t>
      </w:r>
      <w:r>
        <w:tab/>
        <w:t>3.239e0</w:t>
      </w:r>
    </w:p>
    <w:p w:rsidR="007B2329" w:rsidRDefault="007B2329" w:rsidP="007B2329">
      <w:r>
        <w:t>598.3265</w:t>
      </w:r>
      <w:r>
        <w:tab/>
        <w:t>2.051e0</w:t>
      </w:r>
    </w:p>
    <w:p w:rsidR="007B2329" w:rsidRDefault="007B2329" w:rsidP="007B2329">
      <w:r>
        <w:t>598.3478</w:t>
      </w:r>
      <w:r>
        <w:tab/>
        <w:t>1.047e1</w:t>
      </w:r>
    </w:p>
    <w:p w:rsidR="007B2329" w:rsidRDefault="007B2329" w:rsidP="007B2329">
      <w:r>
        <w:t>598.3649</w:t>
      </w:r>
      <w:r>
        <w:tab/>
        <w:t>2.725e1</w:t>
      </w:r>
    </w:p>
    <w:p w:rsidR="007B2329" w:rsidRDefault="007B2329" w:rsidP="007B2329">
      <w:r>
        <w:t>598.3702</w:t>
      </w:r>
      <w:r>
        <w:tab/>
        <w:t>3.785e1</w:t>
      </w:r>
    </w:p>
    <w:p w:rsidR="007B2329" w:rsidRDefault="007B2329" w:rsidP="007B2329">
      <w:r>
        <w:t>598.3727</w:t>
      </w:r>
      <w:r>
        <w:tab/>
        <w:t>1.387e2</w:t>
      </w:r>
    </w:p>
    <w:p w:rsidR="007B2329" w:rsidRDefault="007B2329" w:rsidP="007B2329">
      <w:r>
        <w:t>598.3744</w:t>
      </w:r>
      <w:r>
        <w:tab/>
        <w:t>1.503e2</w:t>
      </w:r>
    </w:p>
    <w:p w:rsidR="007B2329" w:rsidRDefault="007B2329" w:rsidP="007B2329">
      <w:r>
        <w:lastRenderedPageBreak/>
        <w:t>598.3892</w:t>
      </w:r>
      <w:r>
        <w:tab/>
        <w:t>2.038e0</w:t>
      </w:r>
    </w:p>
    <w:p w:rsidR="007B2329" w:rsidRDefault="007B2329" w:rsidP="007B2329">
      <w:r>
        <w:t>598.4343</w:t>
      </w:r>
      <w:r>
        <w:tab/>
        <w:t>3.038e0</w:t>
      </w:r>
    </w:p>
    <w:p w:rsidR="007B2329" w:rsidRDefault="007B2329" w:rsidP="007B2329">
      <w:r>
        <w:t>598.4702</w:t>
      </w:r>
      <w:r>
        <w:tab/>
        <w:t>2.025e0</w:t>
      </w:r>
    </w:p>
    <w:p w:rsidR="007B2329" w:rsidRDefault="007B2329" w:rsidP="007B2329">
      <w:r>
        <w:t>598.4884</w:t>
      </w:r>
      <w:r>
        <w:tab/>
        <w:t>2.025e0</w:t>
      </w:r>
    </w:p>
    <w:p w:rsidR="007B2329" w:rsidRDefault="007B2329" w:rsidP="007B2329">
      <w:r>
        <w:t>598.5070</w:t>
      </w:r>
      <w:r>
        <w:tab/>
        <w:t>8.635e0</w:t>
      </w:r>
    </w:p>
    <w:p w:rsidR="007B2329" w:rsidRDefault="007B2329" w:rsidP="007B2329">
      <w:r>
        <w:t>598.5283</w:t>
      </w:r>
      <w:r>
        <w:tab/>
        <w:t>1.013e0</w:t>
      </w:r>
    </w:p>
    <w:p w:rsidR="007B2329" w:rsidRDefault="007B2329" w:rsidP="007B2329">
      <w:r>
        <w:t>598.5535</w:t>
      </w:r>
      <w:r>
        <w:tab/>
        <w:t>2.025e0</w:t>
      </w:r>
    </w:p>
    <w:p w:rsidR="007B2329" w:rsidRDefault="007B2329" w:rsidP="007B2329">
      <w:r>
        <w:t>598.5720</w:t>
      </w:r>
      <w:r>
        <w:tab/>
        <w:t>1.013e0</w:t>
      </w:r>
    </w:p>
    <w:p w:rsidR="007B2329" w:rsidRDefault="007B2329" w:rsidP="007B2329">
      <w:r>
        <w:t>598.5882</w:t>
      </w:r>
      <w:r>
        <w:tab/>
        <w:t>1.013e0</w:t>
      </w:r>
    </w:p>
    <w:p w:rsidR="007B2329" w:rsidRDefault="007B2329" w:rsidP="007B2329">
      <w:r>
        <w:t>598.6071</w:t>
      </w:r>
      <w:r>
        <w:tab/>
        <w:t>4.051e0</w:t>
      </w:r>
    </w:p>
    <w:p w:rsidR="007B2329" w:rsidRDefault="007B2329" w:rsidP="007B2329">
      <w:r>
        <w:t>598.6155</w:t>
      </w:r>
      <w:r>
        <w:tab/>
        <w:t>5.063e0</w:t>
      </w:r>
    </w:p>
    <w:p w:rsidR="007B2329" w:rsidRDefault="007B2329" w:rsidP="007B2329">
      <w:r>
        <w:t>598.6248</w:t>
      </w:r>
      <w:r>
        <w:tab/>
        <w:t>1.013e0</w:t>
      </w:r>
    </w:p>
    <w:p w:rsidR="007B2329" w:rsidRDefault="007B2329" w:rsidP="007B2329">
      <w:r>
        <w:t>598.6260</w:t>
      </w:r>
      <w:r>
        <w:tab/>
        <w:t>4.051e0</w:t>
      </w:r>
    </w:p>
    <w:p w:rsidR="007B2329" w:rsidRDefault="007B2329" w:rsidP="007B2329">
      <w:r>
        <w:t>598.6750</w:t>
      </w:r>
      <w:r>
        <w:tab/>
        <w:t>3.038e0</w:t>
      </w:r>
    </w:p>
    <w:p w:rsidR="007B2329" w:rsidRDefault="007B2329" w:rsidP="007B2329">
      <w:r>
        <w:t>598.6924</w:t>
      </w:r>
      <w:r>
        <w:tab/>
        <w:t>1.013e0</w:t>
      </w:r>
    </w:p>
    <w:p w:rsidR="007B2329" w:rsidRDefault="007B2329" w:rsidP="007B2329">
      <w:r>
        <w:t>598.7027</w:t>
      </w:r>
      <w:r>
        <w:tab/>
        <w:t>1.013e0</w:t>
      </w:r>
    </w:p>
    <w:p w:rsidR="007B2329" w:rsidRDefault="007B2329" w:rsidP="007B2329">
      <w:r>
        <w:t>598.7287</w:t>
      </w:r>
      <w:r>
        <w:tab/>
        <w:t>3.038e0</w:t>
      </w:r>
    </w:p>
    <w:p w:rsidR="007B2329" w:rsidRDefault="007B2329" w:rsidP="007B2329">
      <w:r>
        <w:t>598.7437</w:t>
      </w:r>
      <w:r>
        <w:tab/>
        <w:t>1.013e0</w:t>
      </w:r>
    </w:p>
    <w:p w:rsidR="007B2329" w:rsidRDefault="007B2329" w:rsidP="007B2329">
      <w:r>
        <w:t>598.7488</w:t>
      </w:r>
      <w:r>
        <w:tab/>
        <w:t>1.013e0</w:t>
      </w:r>
    </w:p>
    <w:p w:rsidR="007B2329" w:rsidRDefault="007B2329" w:rsidP="007B2329">
      <w:r>
        <w:lastRenderedPageBreak/>
        <w:t>598.7576</w:t>
      </w:r>
      <w:r>
        <w:tab/>
        <w:t>4.051e0</w:t>
      </w:r>
    </w:p>
    <w:p w:rsidR="007B2329" w:rsidRDefault="007B2329" w:rsidP="007B2329">
      <w:r>
        <w:t>598.7634</w:t>
      </w:r>
      <w:r>
        <w:tab/>
        <w:t>2.025e0</w:t>
      </w:r>
    </w:p>
    <w:p w:rsidR="007B2329" w:rsidRDefault="007B2329" w:rsidP="007B2329">
      <w:r>
        <w:t>598.7670</w:t>
      </w:r>
      <w:r>
        <w:tab/>
        <w:t>1.013e0</w:t>
      </w:r>
    </w:p>
    <w:p w:rsidR="007B2329" w:rsidRDefault="007B2329" w:rsidP="007B2329">
      <w:r>
        <w:t>598.7852</w:t>
      </w:r>
      <w:r>
        <w:tab/>
        <w:t>1.013e0</w:t>
      </w:r>
    </w:p>
    <w:p w:rsidR="007B2329" w:rsidRDefault="007B2329" w:rsidP="007B2329">
      <w:r>
        <w:t>598.8067</w:t>
      </w:r>
      <w:r>
        <w:tab/>
        <w:t>3.038e0</w:t>
      </w:r>
    </w:p>
    <w:p w:rsidR="007B2329" w:rsidRDefault="007B2329" w:rsidP="007B2329">
      <w:r>
        <w:t>598.8251</w:t>
      </w:r>
      <w:r>
        <w:tab/>
        <w:t>5.063e0</w:t>
      </w:r>
    </w:p>
    <w:p w:rsidR="007B2329" w:rsidRDefault="007B2329" w:rsidP="007B2329">
      <w:r>
        <w:t>598.8463</w:t>
      </w:r>
      <w:r>
        <w:tab/>
        <w:t>2.025e0</w:t>
      </w:r>
    </w:p>
    <w:p w:rsidR="007B2329" w:rsidRDefault="007B2329" w:rsidP="007B2329">
      <w:r>
        <w:t>598.8681</w:t>
      </w:r>
      <w:r>
        <w:tab/>
        <w:t>5.063e0</w:t>
      </w:r>
    </w:p>
    <w:p w:rsidR="007B2329" w:rsidRDefault="007B2329" w:rsidP="007B2329">
      <w:r>
        <w:t>598.9257</w:t>
      </w:r>
      <w:r>
        <w:tab/>
        <w:t>2.025e0</w:t>
      </w:r>
    </w:p>
    <w:p w:rsidR="007B2329" w:rsidRDefault="007B2329" w:rsidP="007B2329">
      <w:r>
        <w:t>598.9439</w:t>
      </w:r>
      <w:r>
        <w:tab/>
        <w:t>3.038e0</w:t>
      </w:r>
    </w:p>
    <w:p w:rsidR="007B2329" w:rsidRDefault="007B2329" w:rsidP="007B2329">
      <w:r>
        <w:t>598.9786</w:t>
      </w:r>
      <w:r>
        <w:tab/>
        <w:t>1.013e0</w:t>
      </w:r>
    </w:p>
    <w:p w:rsidR="007B2329" w:rsidRDefault="007B2329" w:rsidP="007B2329">
      <w:r>
        <w:t>598.9908</w:t>
      </w:r>
      <w:r>
        <w:tab/>
        <w:t>2.025e0</w:t>
      </w:r>
    </w:p>
    <w:p w:rsidR="007B2329" w:rsidRDefault="007B2329" w:rsidP="007B2329">
      <w:r>
        <w:t>598.9968</w:t>
      </w:r>
      <w:r>
        <w:tab/>
        <w:t>1.013e0</w:t>
      </w:r>
    </w:p>
    <w:p w:rsidR="007B2329" w:rsidRDefault="007B2329" w:rsidP="007B2329">
      <w:r>
        <w:t>599.0104</w:t>
      </w:r>
      <w:r>
        <w:tab/>
        <w:t>1.013e0</w:t>
      </w:r>
    </w:p>
    <w:p w:rsidR="007B2329" w:rsidRDefault="007B2329" w:rsidP="007B2329">
      <w:r>
        <w:t>599.0209</w:t>
      </w:r>
      <w:r>
        <w:tab/>
        <w:t>1.013e0</w:t>
      </w:r>
    </w:p>
    <w:p w:rsidR="007B2329" w:rsidRDefault="007B2329" w:rsidP="007B2329">
      <w:r>
        <w:t>599.1132</w:t>
      </w:r>
      <w:r>
        <w:tab/>
        <w:t>1.013e0</w:t>
      </w:r>
    </w:p>
    <w:p w:rsidR="007B2329" w:rsidRDefault="007B2329" w:rsidP="007B2329">
      <w:r>
        <w:t>599.1143</w:t>
      </w:r>
      <w:r>
        <w:tab/>
        <w:t>2.025e0</w:t>
      </w:r>
    </w:p>
    <w:p w:rsidR="007B2329" w:rsidRDefault="007B2329" w:rsidP="007B2329">
      <w:r>
        <w:t>599.1332</w:t>
      </w:r>
      <w:r>
        <w:tab/>
        <w:t>2.025e0</w:t>
      </w:r>
    </w:p>
    <w:p w:rsidR="007B2329" w:rsidRDefault="007B2329" w:rsidP="007B2329">
      <w:r>
        <w:t>599.1359</w:t>
      </w:r>
      <w:r>
        <w:tab/>
        <w:t>4.051e0</w:t>
      </w:r>
    </w:p>
    <w:p w:rsidR="007B2329" w:rsidRDefault="007B2329" w:rsidP="007B2329">
      <w:r>
        <w:lastRenderedPageBreak/>
        <w:t>599.1516</w:t>
      </w:r>
      <w:r>
        <w:tab/>
        <w:t>5.063e0</w:t>
      </w:r>
    </w:p>
    <w:p w:rsidR="007B2329" w:rsidRDefault="007B2329" w:rsidP="007B2329">
      <w:r>
        <w:t>599.1567</w:t>
      </w:r>
      <w:r>
        <w:tab/>
        <w:t>3.038e0</w:t>
      </w:r>
    </w:p>
    <w:p w:rsidR="007B2329" w:rsidRDefault="007B2329" w:rsidP="007B2329">
      <w:r>
        <w:t>599.1749</w:t>
      </w:r>
      <w:r>
        <w:tab/>
        <w:t>4.051e0</w:t>
      </w:r>
    </w:p>
    <w:p w:rsidR="007B2329" w:rsidRDefault="007B2329" w:rsidP="007B2329">
      <w:r>
        <w:t>599.1859</w:t>
      </w:r>
      <w:r>
        <w:tab/>
        <w:t>2.025e0</w:t>
      </w:r>
    </w:p>
    <w:p w:rsidR="007B2329" w:rsidRDefault="007B2329" w:rsidP="007B2329">
      <w:r>
        <w:t>599.1884</w:t>
      </w:r>
      <w:r>
        <w:tab/>
        <w:t>1.114e1</w:t>
      </w:r>
    </w:p>
    <w:p w:rsidR="007B2329" w:rsidRDefault="007B2329" w:rsidP="007B2329">
      <w:r>
        <w:t>599.1906</w:t>
      </w:r>
      <w:r>
        <w:tab/>
        <w:t>3.892e0</w:t>
      </w:r>
    </w:p>
    <w:p w:rsidR="007B2329" w:rsidRDefault="007B2329" w:rsidP="007B2329">
      <w:r>
        <w:t>599.2169</w:t>
      </w:r>
      <w:r>
        <w:tab/>
        <w:t>5.320e0</w:t>
      </w:r>
    </w:p>
    <w:p w:rsidR="007B2329" w:rsidRDefault="007B2329" w:rsidP="007B2329">
      <w:r>
        <w:t>599.2192</w:t>
      </w:r>
      <w:r>
        <w:tab/>
        <w:t>3.038e0</w:t>
      </w:r>
    </w:p>
    <w:p w:rsidR="007B2329" w:rsidRDefault="007B2329" w:rsidP="007B2329">
      <w:r>
        <w:t>599.2361</w:t>
      </w:r>
      <w:r>
        <w:tab/>
        <w:t>3.010e0</w:t>
      </w:r>
    </w:p>
    <w:p w:rsidR="007B2329" w:rsidRDefault="007B2329" w:rsidP="007B2329">
      <w:r>
        <w:t>599.2398</w:t>
      </w:r>
      <w:r>
        <w:tab/>
        <w:t>1.800e0</w:t>
      </w:r>
    </w:p>
    <w:p w:rsidR="007B2329" w:rsidRDefault="007B2329" w:rsidP="007B2329">
      <w:r>
        <w:t>599.2424</w:t>
      </w:r>
      <w:r>
        <w:tab/>
        <w:t>5.570e0</w:t>
      </w:r>
    </w:p>
    <w:p w:rsidR="007B2329" w:rsidRDefault="007B2329" w:rsidP="007B2329">
      <w:r>
        <w:t>599.2486</w:t>
      </w:r>
      <w:r>
        <w:tab/>
        <w:t>4.407e0</w:t>
      </w:r>
    </w:p>
    <w:p w:rsidR="007B2329" w:rsidRDefault="007B2329" w:rsidP="007B2329">
      <w:r>
        <w:t>599.2681</w:t>
      </w:r>
      <w:r>
        <w:tab/>
        <w:t>6.076e0</w:t>
      </w:r>
    </w:p>
    <w:p w:rsidR="007B2329" w:rsidRDefault="007B2329" w:rsidP="007B2329">
      <w:r>
        <w:t>599.3014</w:t>
      </w:r>
      <w:r>
        <w:tab/>
        <w:t>4.280e0</w:t>
      </w:r>
    </w:p>
    <w:p w:rsidR="007B2329" w:rsidRDefault="007B2329" w:rsidP="007B2329">
      <w:r>
        <w:t>599.3203</w:t>
      </w:r>
      <w:r>
        <w:tab/>
        <w:t>6.099e0</w:t>
      </w:r>
    </w:p>
    <w:p w:rsidR="007B2329" w:rsidRDefault="007B2329" w:rsidP="007B2329">
      <w:r>
        <w:t>599.3392</w:t>
      </w:r>
      <w:r>
        <w:tab/>
        <w:t>3.200e0</w:t>
      </w:r>
    </w:p>
    <w:p w:rsidR="007B2329" w:rsidRDefault="007B2329" w:rsidP="007B2329">
      <w:r>
        <w:t>599.3527</w:t>
      </w:r>
      <w:r>
        <w:tab/>
        <w:t>1.013e0</w:t>
      </w:r>
    </w:p>
    <w:p w:rsidR="007B2329" w:rsidRDefault="007B2329" w:rsidP="007B2329">
      <w:r>
        <w:t>599.3585</w:t>
      </w:r>
      <w:r>
        <w:tab/>
        <w:t>2.110e1</w:t>
      </w:r>
    </w:p>
    <w:p w:rsidR="007B2329" w:rsidRDefault="007B2329" w:rsidP="007B2329">
      <w:r>
        <w:t>599.3599</w:t>
      </w:r>
      <w:r>
        <w:tab/>
        <w:t>9.320e0</w:t>
      </w:r>
    </w:p>
    <w:p w:rsidR="007B2329" w:rsidRDefault="007B2329" w:rsidP="007B2329">
      <w:r>
        <w:lastRenderedPageBreak/>
        <w:t>599.3611</w:t>
      </w:r>
      <w:r>
        <w:tab/>
        <w:t>1.671e1</w:t>
      </w:r>
    </w:p>
    <w:p w:rsidR="007B2329" w:rsidRDefault="007B2329" w:rsidP="007B2329">
      <w:r>
        <w:t>599.3635</w:t>
      </w:r>
      <w:r>
        <w:tab/>
        <w:t>1.658e1</w:t>
      </w:r>
    </w:p>
    <w:p w:rsidR="007B2329" w:rsidRDefault="007B2329" w:rsidP="007B2329">
      <w:r>
        <w:t>599.3653</w:t>
      </w:r>
      <w:r>
        <w:tab/>
        <w:t>9.481e0</w:t>
      </w:r>
    </w:p>
    <w:p w:rsidR="007B2329" w:rsidRDefault="007B2329" w:rsidP="007B2329">
      <w:r>
        <w:t>599.3884</w:t>
      </w:r>
      <w:r>
        <w:tab/>
        <w:t>7.808e0</w:t>
      </w:r>
    </w:p>
    <w:p w:rsidR="007B2329" w:rsidRDefault="007B2329" w:rsidP="007B2329">
      <w:r>
        <w:t>599.4014</w:t>
      </w:r>
      <w:r>
        <w:tab/>
        <w:t>2.025e0</w:t>
      </w:r>
    </w:p>
    <w:p w:rsidR="007B2329" w:rsidRDefault="007B2329" w:rsidP="007B2329">
      <w:r>
        <w:t>599.4180</w:t>
      </w:r>
      <w:r>
        <w:tab/>
        <w:t>2.025e0</w:t>
      </w:r>
    </w:p>
    <w:p w:rsidR="007B2329" w:rsidRDefault="007B2329" w:rsidP="007B2329">
      <w:r>
        <w:t>599.4220</w:t>
      </w:r>
      <w:r>
        <w:tab/>
        <w:t>3.892e0</w:t>
      </w:r>
    </w:p>
    <w:p w:rsidR="007B2329" w:rsidRDefault="007B2329" w:rsidP="007B2329">
      <w:r>
        <w:t>599.4280</w:t>
      </w:r>
      <w:r>
        <w:tab/>
        <w:t>6.097e0</w:t>
      </w:r>
    </w:p>
    <w:p w:rsidR="007B2329" w:rsidRDefault="007B2329" w:rsidP="007B2329">
      <w:r>
        <w:t>599.4347</w:t>
      </w:r>
      <w:r>
        <w:tab/>
        <w:t>2.938e0</w:t>
      </w:r>
    </w:p>
    <w:p w:rsidR="007B2329" w:rsidRDefault="007B2329" w:rsidP="007B2329">
      <w:r>
        <w:t>599.4451</w:t>
      </w:r>
      <w:r>
        <w:tab/>
        <w:t>4.063e0</w:t>
      </w:r>
    </w:p>
    <w:p w:rsidR="007B2329" w:rsidRDefault="007B2329" w:rsidP="007B2329">
      <w:r>
        <w:t>599.4705</w:t>
      </w:r>
      <w:r>
        <w:tab/>
        <w:t>2.025e0</w:t>
      </w:r>
    </w:p>
    <w:p w:rsidR="007B2329" w:rsidRDefault="007B2329" w:rsidP="007B2329">
      <w:r>
        <w:t>599.5189</w:t>
      </w:r>
      <w:r>
        <w:tab/>
        <w:t>2.025e0</w:t>
      </w:r>
    </w:p>
    <w:p w:rsidR="007B2329" w:rsidRDefault="007B2329" w:rsidP="007B2329">
      <w:r>
        <w:t>599.5446</w:t>
      </w:r>
      <w:r>
        <w:tab/>
        <w:t>2.025e0</w:t>
      </w:r>
    </w:p>
    <w:p w:rsidR="007B2329" w:rsidRDefault="007B2329" w:rsidP="007B2329">
      <w:r>
        <w:t>599.5500</w:t>
      </w:r>
      <w:r>
        <w:tab/>
        <w:t>2.025e0</w:t>
      </w:r>
    </w:p>
    <w:p w:rsidR="007B2329" w:rsidRDefault="007B2329" w:rsidP="007B2329">
      <w:r>
        <w:t>599.5755</w:t>
      </w:r>
      <w:r>
        <w:tab/>
        <w:t>2.025e0</w:t>
      </w:r>
    </w:p>
    <w:p w:rsidR="007B2329" w:rsidRDefault="007B2329" w:rsidP="007B2329">
      <w:r>
        <w:t>599.6165</w:t>
      </w:r>
      <w:r>
        <w:tab/>
        <w:t>3.038e0</w:t>
      </w:r>
    </w:p>
    <w:p w:rsidR="007B2329" w:rsidRDefault="007B2329" w:rsidP="007B2329">
      <w:r>
        <w:t>599.6255</w:t>
      </w:r>
      <w:r>
        <w:tab/>
        <w:t>2.025e0</w:t>
      </w:r>
    </w:p>
    <w:p w:rsidR="007B2329" w:rsidRDefault="007B2329" w:rsidP="007B2329">
      <w:r>
        <w:t>599.6373</w:t>
      </w:r>
      <w:r>
        <w:tab/>
        <w:t>1.013e0</w:t>
      </w:r>
    </w:p>
    <w:p w:rsidR="007B2329" w:rsidRDefault="007B2329" w:rsidP="007B2329">
      <w:r>
        <w:t>599.6610</w:t>
      </w:r>
      <w:r>
        <w:tab/>
        <w:t>3.038e0</w:t>
      </w:r>
    </w:p>
    <w:p w:rsidR="007B2329" w:rsidRDefault="007B2329" w:rsidP="007B2329">
      <w:r>
        <w:lastRenderedPageBreak/>
        <w:t>599.6679</w:t>
      </w:r>
      <w:r>
        <w:tab/>
        <w:t>2.025e0</w:t>
      </w:r>
    </w:p>
    <w:p w:rsidR="007B2329" w:rsidRDefault="007B2329" w:rsidP="007B2329">
      <w:r>
        <w:t>599.6890</w:t>
      </w:r>
      <w:r>
        <w:tab/>
        <w:t>3.038e0</w:t>
      </w:r>
    </w:p>
    <w:p w:rsidR="007B2329" w:rsidRDefault="007B2329" w:rsidP="007B2329">
      <w:r>
        <w:t>599.6902</w:t>
      </w:r>
      <w:r>
        <w:tab/>
        <w:t>1.013e0</w:t>
      </w:r>
    </w:p>
    <w:p w:rsidR="007B2329" w:rsidRDefault="007B2329" w:rsidP="007B2329">
      <w:r>
        <w:t>599.6979</w:t>
      </w:r>
      <w:r>
        <w:tab/>
        <w:t>3.038e0</w:t>
      </w:r>
    </w:p>
    <w:p w:rsidR="007B2329" w:rsidRDefault="007B2329" w:rsidP="007B2329">
      <w:r>
        <w:t>599.7032</w:t>
      </w:r>
      <w:r>
        <w:tab/>
        <w:t>3.038e0</w:t>
      </w:r>
    </w:p>
    <w:p w:rsidR="007B2329" w:rsidRDefault="007B2329" w:rsidP="007B2329">
      <w:r>
        <w:t>599.7194</w:t>
      </w:r>
      <w:r>
        <w:tab/>
        <w:t>1.013e0</w:t>
      </w:r>
    </w:p>
    <w:p w:rsidR="007B2329" w:rsidRDefault="007B2329" w:rsidP="007B2329">
      <w:r>
        <w:t>599.7250</w:t>
      </w:r>
      <w:r>
        <w:tab/>
        <w:t>1.013e0</w:t>
      </w:r>
    </w:p>
    <w:p w:rsidR="007B2329" w:rsidRDefault="007B2329" w:rsidP="007B2329">
      <w:r>
        <w:t>599.7715</w:t>
      </w:r>
      <w:r>
        <w:tab/>
        <w:t>3.038e0</w:t>
      </w:r>
    </w:p>
    <w:p w:rsidR="007B2329" w:rsidRDefault="007B2329" w:rsidP="007B2329">
      <w:r>
        <w:t>599.7778</w:t>
      </w:r>
      <w:r>
        <w:tab/>
        <w:t>2.025e0</w:t>
      </w:r>
    </w:p>
    <w:p w:rsidR="007B2329" w:rsidRDefault="007B2329" w:rsidP="007B2329">
      <w:r>
        <w:t>599.8438</w:t>
      </w:r>
      <w:r>
        <w:tab/>
        <w:t>5.063e0</w:t>
      </w:r>
    </w:p>
    <w:p w:rsidR="007B2329" w:rsidRDefault="007B2329" w:rsidP="007B2329">
      <w:r>
        <w:t>599.8528</w:t>
      </w:r>
      <w:r>
        <w:tab/>
        <w:t>1.013e0</w:t>
      </w:r>
    </w:p>
    <w:p w:rsidR="007B2329" w:rsidRDefault="007B2329" w:rsidP="007B2329">
      <w:r>
        <w:t>599.8705</w:t>
      </w:r>
      <w:r>
        <w:tab/>
        <w:t>3.051e0</w:t>
      </w:r>
    </w:p>
    <w:p w:rsidR="007B2329" w:rsidRDefault="007B2329" w:rsidP="007B2329">
      <w:r>
        <w:t>599.8839</w:t>
      </w:r>
      <w:r>
        <w:tab/>
        <w:t>1.013e0</w:t>
      </w:r>
    </w:p>
    <w:p w:rsidR="007B2329" w:rsidRDefault="007B2329" w:rsidP="007B2329">
      <w:r>
        <w:t>599.8855</w:t>
      </w:r>
      <w:r>
        <w:tab/>
        <w:t>2.025e0</w:t>
      </w:r>
    </w:p>
    <w:p w:rsidR="007B2329" w:rsidRDefault="007B2329" w:rsidP="007B2329">
      <w:r>
        <w:t>599.9149</w:t>
      </w:r>
      <w:r>
        <w:tab/>
        <w:t>1.013e0</w:t>
      </w:r>
    </w:p>
    <w:p w:rsidR="007B2329" w:rsidRDefault="007B2329" w:rsidP="007B2329">
      <w:r>
        <w:t>599.9454</w:t>
      </w:r>
      <w:r>
        <w:tab/>
        <w:t>1.013e0</w:t>
      </w:r>
    </w:p>
    <w:p w:rsidR="007B2329" w:rsidRDefault="007B2329" w:rsidP="007B2329">
      <w:r>
        <w:t>599.9524</w:t>
      </w:r>
      <w:r>
        <w:tab/>
        <w:t>2.025e0</w:t>
      </w:r>
    </w:p>
    <w:p w:rsidR="007B2329" w:rsidRDefault="007B2329" w:rsidP="007B2329">
      <w:r>
        <w:t>599.9615</w:t>
      </w:r>
      <w:r>
        <w:tab/>
        <w:t>2.025e0</w:t>
      </w:r>
    </w:p>
    <w:p w:rsidR="007B2329" w:rsidRDefault="007B2329" w:rsidP="007B2329">
      <w:r>
        <w:t>599.9764</w:t>
      </w:r>
      <w:r>
        <w:tab/>
        <w:t>2.025e0</w:t>
      </w:r>
    </w:p>
    <w:p w:rsidR="007B2329" w:rsidRDefault="007B2329" w:rsidP="007B2329">
      <w:r>
        <w:lastRenderedPageBreak/>
        <w:t>599.9818</w:t>
      </w:r>
      <w:r>
        <w:tab/>
        <w:t>5.063e0</w:t>
      </w:r>
    </w:p>
    <w:p w:rsidR="007B2329" w:rsidRDefault="007B2329" w:rsidP="007B2329">
      <w:r>
        <w:t>599.9916</w:t>
      </w:r>
      <w:r>
        <w:tab/>
        <w:t>1.013e0</w:t>
      </w:r>
    </w:p>
    <w:p w:rsidR="007B2329" w:rsidRDefault="007B2329" w:rsidP="007B2329">
      <w:r>
        <w:t>600.0373</w:t>
      </w:r>
      <w:r>
        <w:tab/>
        <w:t>4.051e0</w:t>
      </w:r>
    </w:p>
    <w:p w:rsidR="007B2329" w:rsidRDefault="007B2329" w:rsidP="007B2329">
      <w:r>
        <w:t>600.0416</w:t>
      </w:r>
      <w:r>
        <w:tab/>
        <w:t>3.038e0</w:t>
      </w:r>
    </w:p>
    <w:p w:rsidR="007B2329" w:rsidRDefault="007B2329" w:rsidP="007B2329">
      <w:r>
        <w:t>600.0449</w:t>
      </w:r>
      <w:r>
        <w:tab/>
        <w:t>2.025e0</w:t>
      </w:r>
    </w:p>
    <w:p w:rsidR="007B2329" w:rsidRDefault="007B2329" w:rsidP="007B2329">
      <w:r>
        <w:t>600.0558</w:t>
      </w:r>
      <w:r>
        <w:tab/>
        <w:t>7.089e0</w:t>
      </w:r>
    </w:p>
    <w:p w:rsidR="007B2329" w:rsidRDefault="007B2329" w:rsidP="007B2329">
      <w:r>
        <w:t>600.0587</w:t>
      </w:r>
      <w:r>
        <w:tab/>
        <w:t>2.025e0</w:t>
      </w:r>
    </w:p>
    <w:p w:rsidR="007B2329" w:rsidRDefault="007B2329" w:rsidP="007B2329">
      <w:r>
        <w:t>600.0688</w:t>
      </w:r>
      <w:r>
        <w:tab/>
        <w:t>1.013e0</w:t>
      </w:r>
    </w:p>
    <w:p w:rsidR="007B2329" w:rsidRDefault="007B2329" w:rsidP="007B2329">
      <w:r>
        <w:t>600.0894</w:t>
      </w:r>
      <w:r>
        <w:tab/>
        <w:t>1.013e0</w:t>
      </w:r>
    </w:p>
    <w:p w:rsidR="007B2329" w:rsidRDefault="007B2329" w:rsidP="007B2329">
      <w:r>
        <w:t>600.0974</w:t>
      </w:r>
      <w:r>
        <w:tab/>
        <w:t>1.013e0</w:t>
      </w:r>
    </w:p>
    <w:p w:rsidR="007B2329" w:rsidRDefault="007B2329" w:rsidP="007B2329">
      <w:r>
        <w:t>600.1153</w:t>
      </w:r>
      <w:r>
        <w:tab/>
        <w:t>1.013e0</w:t>
      </w:r>
    </w:p>
    <w:p w:rsidR="007B2329" w:rsidRDefault="007B2329" w:rsidP="007B2329">
      <w:r>
        <w:t>600.1237</w:t>
      </w:r>
      <w:r>
        <w:tab/>
        <w:t>2.025e0</w:t>
      </w:r>
    </w:p>
    <w:p w:rsidR="007B2329" w:rsidRDefault="007B2329" w:rsidP="007B2329">
      <w:r>
        <w:t>600.1409</w:t>
      </w:r>
      <w:r>
        <w:tab/>
        <w:t>2.025e0</w:t>
      </w:r>
    </w:p>
    <w:p w:rsidR="007B2329" w:rsidRDefault="007B2329" w:rsidP="007B2329">
      <w:r>
        <w:t>600.1609</w:t>
      </w:r>
      <w:r>
        <w:tab/>
        <w:t>4.051e0</w:t>
      </w:r>
    </w:p>
    <w:p w:rsidR="007B2329" w:rsidRDefault="007B2329" w:rsidP="007B2329">
      <w:r>
        <w:t>600.1819</w:t>
      </w:r>
      <w:r>
        <w:tab/>
        <w:t>1.013e0</w:t>
      </w:r>
    </w:p>
    <w:p w:rsidR="007B2329" w:rsidRDefault="007B2329" w:rsidP="007B2329">
      <w:r>
        <w:t>600.1885</w:t>
      </w:r>
      <w:r>
        <w:tab/>
        <w:t>3.038e0</w:t>
      </w:r>
    </w:p>
    <w:p w:rsidR="007B2329" w:rsidRDefault="007B2329" w:rsidP="007B2329">
      <w:r>
        <w:t>600.1994</w:t>
      </w:r>
      <w:r>
        <w:tab/>
        <w:t>6.376e0</w:t>
      </w:r>
    </w:p>
    <w:p w:rsidR="007B2329" w:rsidRDefault="007B2329" w:rsidP="007B2329">
      <w:r>
        <w:t>600.2062</w:t>
      </w:r>
      <w:r>
        <w:tab/>
        <w:t>4.051e0</w:t>
      </w:r>
    </w:p>
    <w:p w:rsidR="007B2329" w:rsidRDefault="007B2329" w:rsidP="007B2329">
      <w:r>
        <w:t>600.2194</w:t>
      </w:r>
      <w:r>
        <w:tab/>
        <w:t>8.608e0</w:t>
      </w:r>
    </w:p>
    <w:p w:rsidR="007B2329" w:rsidRDefault="007B2329" w:rsidP="007B2329">
      <w:r>
        <w:lastRenderedPageBreak/>
        <w:t>600.2338</w:t>
      </w:r>
      <w:r>
        <w:tab/>
        <w:t>3.825e0</w:t>
      </w:r>
    </w:p>
    <w:p w:rsidR="007B2329" w:rsidRDefault="007B2329" w:rsidP="007B2329">
      <w:r>
        <w:t>600.2438</w:t>
      </w:r>
      <w:r>
        <w:tab/>
        <w:t>4.557e0</w:t>
      </w:r>
    </w:p>
    <w:p w:rsidR="007B2329" w:rsidRDefault="007B2329" w:rsidP="007B2329">
      <w:r>
        <w:t>600.2642</w:t>
      </w:r>
      <w:r>
        <w:tab/>
        <w:t>1.013e0</w:t>
      </w:r>
    </w:p>
    <w:p w:rsidR="007B2329" w:rsidRDefault="007B2329" w:rsidP="007B2329">
      <w:r>
        <w:t>600.2796</w:t>
      </w:r>
      <w:r>
        <w:tab/>
        <w:t>5.759e-1</w:t>
      </w:r>
    </w:p>
    <w:p w:rsidR="007B2329" w:rsidRDefault="007B2329" w:rsidP="007B2329">
      <w:r>
        <w:t>600.2952</w:t>
      </w:r>
      <w:r>
        <w:tab/>
        <w:t>3.266e0</w:t>
      </w:r>
    </w:p>
    <w:p w:rsidR="007B2329" w:rsidRDefault="007B2329" w:rsidP="007B2329">
      <w:r>
        <w:t>600.3145</w:t>
      </w:r>
      <w:r>
        <w:tab/>
        <w:t>1.025e0</w:t>
      </w:r>
    </w:p>
    <w:p w:rsidR="007B2329" w:rsidRDefault="007B2329" w:rsidP="007B2329">
      <w:r>
        <w:t>600.3303</w:t>
      </w:r>
      <w:r>
        <w:tab/>
        <w:t>8.058e0</w:t>
      </w:r>
    </w:p>
    <w:p w:rsidR="007B2329" w:rsidRDefault="007B2329" w:rsidP="007B2329">
      <w:r>
        <w:t>600.3587</w:t>
      </w:r>
      <w:r>
        <w:tab/>
        <w:t>3.490e0</w:t>
      </w:r>
    </w:p>
    <w:p w:rsidR="007B2329" w:rsidRDefault="007B2329" w:rsidP="007B2329">
      <w:r>
        <w:t>600.3622</w:t>
      </w:r>
      <w:r>
        <w:tab/>
        <w:t>2.388e0</w:t>
      </w:r>
    </w:p>
    <w:p w:rsidR="007B2329" w:rsidRDefault="007B2329" w:rsidP="007B2329">
      <w:r>
        <w:t>600.3694</w:t>
      </w:r>
      <w:r>
        <w:tab/>
        <w:t>1.999e0</w:t>
      </w:r>
    </w:p>
    <w:p w:rsidR="007B2329" w:rsidRDefault="007B2329" w:rsidP="007B2329">
      <w:r>
        <w:t>600.3888</w:t>
      </w:r>
      <w:r>
        <w:tab/>
        <w:t>4.514e0</w:t>
      </w:r>
    </w:p>
    <w:p w:rsidR="007B2329" w:rsidRDefault="007B2329" w:rsidP="007B2329">
      <w:r>
        <w:t>600.4042</w:t>
      </w:r>
      <w:r>
        <w:tab/>
        <w:t>8.165e0</w:t>
      </w:r>
    </w:p>
    <w:p w:rsidR="007B2329" w:rsidRDefault="007B2329" w:rsidP="007B2329">
      <w:r>
        <w:t>600.4188</w:t>
      </w:r>
      <w:r>
        <w:tab/>
        <w:t>1.013e0</w:t>
      </w:r>
    </w:p>
    <w:p w:rsidR="007B2329" w:rsidRDefault="007B2329" w:rsidP="007B2329">
      <w:r>
        <w:t>600.4413</w:t>
      </w:r>
      <w:r>
        <w:tab/>
        <w:t>2.773e0</w:t>
      </w:r>
    </w:p>
    <w:p w:rsidR="007B2329" w:rsidRDefault="007B2329" w:rsidP="007B2329">
      <w:r>
        <w:t>600.4664</w:t>
      </w:r>
      <w:r>
        <w:tab/>
        <w:t>5.063e0</w:t>
      </w:r>
    </w:p>
    <w:p w:rsidR="007B2329" w:rsidRDefault="007B2329" w:rsidP="007B2329">
      <w:r>
        <w:t>600.4703</w:t>
      </w:r>
      <w:r>
        <w:tab/>
        <w:t>4.051e0</w:t>
      </w:r>
    </w:p>
    <w:p w:rsidR="007B2329" w:rsidRDefault="007B2329" w:rsidP="007B2329">
      <w:r>
        <w:t>600.4814</w:t>
      </w:r>
      <w:r>
        <w:tab/>
        <w:t>2.025e0</w:t>
      </w:r>
    </w:p>
    <w:p w:rsidR="007B2329" w:rsidRDefault="007B2329" w:rsidP="007B2329">
      <w:r>
        <w:t>600.4940</w:t>
      </w:r>
      <w:r>
        <w:tab/>
        <w:t>6.076e0</w:t>
      </w:r>
    </w:p>
    <w:p w:rsidR="007B2329" w:rsidRDefault="007B2329" w:rsidP="007B2329">
      <w:r>
        <w:t>600.5010</w:t>
      </w:r>
      <w:r>
        <w:tab/>
        <w:t>4.051e0</w:t>
      </w:r>
    </w:p>
    <w:p w:rsidR="007B2329" w:rsidRDefault="007B2329" w:rsidP="007B2329">
      <w:r>
        <w:lastRenderedPageBreak/>
        <w:t>600.5024</w:t>
      </w:r>
      <w:r>
        <w:tab/>
        <w:t>1.051e0</w:t>
      </w:r>
    </w:p>
    <w:p w:rsidR="007B2329" w:rsidRDefault="007B2329" w:rsidP="007B2329">
      <w:r>
        <w:t>600.5060</w:t>
      </w:r>
      <w:r>
        <w:tab/>
        <w:t>4.051e0</w:t>
      </w:r>
    </w:p>
    <w:p w:rsidR="007B2329" w:rsidRDefault="007B2329" w:rsidP="007B2329">
      <w:r>
        <w:t>600.5588</w:t>
      </w:r>
      <w:r>
        <w:tab/>
        <w:t>1.013e0</w:t>
      </w:r>
    </w:p>
    <w:p w:rsidR="007B2329" w:rsidRDefault="007B2329" w:rsidP="007B2329">
      <w:r>
        <w:t>600.5770</w:t>
      </w:r>
      <w:r>
        <w:tab/>
        <w:t>1.013e0</w:t>
      </w:r>
    </w:p>
    <w:p w:rsidR="007B2329" w:rsidRDefault="007B2329" w:rsidP="007B2329">
      <w:r>
        <w:t>600.5851</w:t>
      </w:r>
      <w:r>
        <w:tab/>
        <w:t>2.025e0</w:t>
      </w:r>
    </w:p>
    <w:p w:rsidR="007B2329" w:rsidRDefault="007B2329" w:rsidP="007B2329">
      <w:r>
        <w:t>600.5953</w:t>
      </w:r>
      <w:r>
        <w:tab/>
        <w:t>2.025e0</w:t>
      </w:r>
    </w:p>
    <w:p w:rsidR="007B2329" w:rsidRDefault="007B2329" w:rsidP="007B2329">
      <w:r>
        <w:t>600.6251</w:t>
      </w:r>
      <w:r>
        <w:tab/>
        <w:t>2.025e0</w:t>
      </w:r>
    </w:p>
    <w:p w:rsidR="007B2329" w:rsidRDefault="007B2329" w:rsidP="007B2329">
      <w:r>
        <w:t>600.6590</w:t>
      </w:r>
      <w:r>
        <w:tab/>
        <w:t>3.038e0</w:t>
      </w:r>
    </w:p>
    <w:p w:rsidR="007B2329" w:rsidRDefault="007B2329" w:rsidP="007B2329">
      <w:r>
        <w:t>600.6830</w:t>
      </w:r>
      <w:r>
        <w:tab/>
        <w:t>3.038e0</w:t>
      </w:r>
    </w:p>
    <w:p w:rsidR="007B2329" w:rsidRDefault="007B2329" w:rsidP="007B2329">
      <w:r>
        <w:t>600.6965</w:t>
      </w:r>
      <w:r>
        <w:tab/>
        <w:t>1.013e0</w:t>
      </w:r>
    </w:p>
    <w:p w:rsidR="007B2329" w:rsidRDefault="007B2329" w:rsidP="007B2329">
      <w:r>
        <w:t>600.7103</w:t>
      </w:r>
      <w:r>
        <w:tab/>
        <w:t>2.025e0</w:t>
      </w:r>
    </w:p>
    <w:p w:rsidR="007B2329" w:rsidRDefault="007B2329" w:rsidP="007B2329">
      <w:r>
        <w:t>600.7274</w:t>
      </w:r>
      <w:r>
        <w:tab/>
        <w:t>1.013e0</w:t>
      </w:r>
    </w:p>
    <w:p w:rsidR="007B2329" w:rsidRDefault="007B2329" w:rsidP="007B2329">
      <w:r>
        <w:t>600.7767</w:t>
      </w:r>
      <w:r>
        <w:tab/>
        <w:t>3.187e0</w:t>
      </w:r>
    </w:p>
    <w:p w:rsidR="007B2329" w:rsidRDefault="007B2329" w:rsidP="007B2329">
      <w:r>
        <w:t>600.7890</w:t>
      </w:r>
      <w:r>
        <w:tab/>
        <w:t>2.025e0</w:t>
      </w:r>
    </w:p>
    <w:p w:rsidR="007B2329" w:rsidRDefault="007B2329" w:rsidP="007B2329">
      <w:r>
        <w:t>600.7904</w:t>
      </w:r>
      <w:r>
        <w:tab/>
        <w:t>1.013e0</w:t>
      </w:r>
    </w:p>
    <w:p w:rsidR="007B2329" w:rsidRDefault="007B2329" w:rsidP="007B2329">
      <w:r>
        <w:t>600.7933</w:t>
      </w:r>
      <w:r>
        <w:tab/>
        <w:t>2.025e0</w:t>
      </w:r>
    </w:p>
    <w:p w:rsidR="007B2329" w:rsidRDefault="007B2329" w:rsidP="007B2329">
      <w:r>
        <w:t>600.8625</w:t>
      </w:r>
      <w:r>
        <w:tab/>
        <w:t>2.025e0</w:t>
      </w:r>
    </w:p>
    <w:p w:rsidR="007B2329" w:rsidRDefault="007B2329" w:rsidP="007B2329">
      <w:r>
        <w:t>600.8668</w:t>
      </w:r>
      <w:r>
        <w:tab/>
        <w:t>2.025e0</w:t>
      </w:r>
    </w:p>
    <w:p w:rsidR="007B2329" w:rsidRDefault="007B2329" w:rsidP="007B2329">
      <w:r>
        <w:t>600.9089</w:t>
      </w:r>
      <w:r>
        <w:tab/>
        <w:t>3.038e0</w:t>
      </w:r>
    </w:p>
    <w:p w:rsidR="007B2329" w:rsidRDefault="007B2329" w:rsidP="007B2329">
      <w:r>
        <w:lastRenderedPageBreak/>
        <w:t>600.9127</w:t>
      </w:r>
      <w:r>
        <w:tab/>
        <w:t>2.025e0</w:t>
      </w:r>
    </w:p>
    <w:p w:rsidR="007B2329" w:rsidRDefault="007B2329" w:rsidP="007B2329">
      <w:r>
        <w:t>600.9274</w:t>
      </w:r>
      <w:r>
        <w:tab/>
        <w:t>3.038e0</w:t>
      </w:r>
    </w:p>
    <w:p w:rsidR="007B2329" w:rsidRDefault="007B2329" w:rsidP="007B2329">
      <w:r>
        <w:t>600.9587</w:t>
      </w:r>
      <w:r>
        <w:tab/>
        <w:t>2.025e0</w:t>
      </w:r>
    </w:p>
    <w:p w:rsidR="007B2329" w:rsidRDefault="007B2329" w:rsidP="007B2329">
      <w:r>
        <w:t>600.9636</w:t>
      </w:r>
      <w:r>
        <w:tab/>
        <w:t>2.025e0</w:t>
      </w:r>
    </w:p>
    <w:p w:rsidR="007B2329" w:rsidRDefault="007B2329" w:rsidP="007B2329">
      <w:r>
        <w:t>600.9731</w:t>
      </w:r>
      <w:r>
        <w:tab/>
        <w:t>2.025e0</w:t>
      </w:r>
    </w:p>
    <w:p w:rsidR="007B2329" w:rsidRDefault="007B2329" w:rsidP="007B2329">
      <w:r>
        <w:t>600.9799</w:t>
      </w:r>
      <w:r>
        <w:tab/>
        <w:t>3.038e0</w:t>
      </w:r>
    </w:p>
    <w:p w:rsidR="007B2329" w:rsidRDefault="007B2329" w:rsidP="007B2329">
      <w:r>
        <w:t>600.9977</w:t>
      </w:r>
      <w:r>
        <w:tab/>
        <w:t>2.025e0</w:t>
      </w:r>
    </w:p>
    <w:p w:rsidR="007B2329" w:rsidRDefault="007B2329" w:rsidP="007B2329">
      <w:r>
        <w:t>601.0052</w:t>
      </w:r>
      <w:r>
        <w:tab/>
        <w:t>1.013e0</w:t>
      </w:r>
    </w:p>
    <w:p w:rsidR="007B2329" w:rsidRDefault="007B2329" w:rsidP="007B2329">
      <w:r>
        <w:t>601.0269</w:t>
      </w:r>
      <w:r>
        <w:tab/>
        <w:t>3.038e0</w:t>
      </w:r>
    </w:p>
    <w:p w:rsidR="007B2329" w:rsidRDefault="007B2329" w:rsidP="007B2329">
      <w:r>
        <w:t>601.0308</w:t>
      </w:r>
      <w:r>
        <w:tab/>
        <w:t>4.051e0</w:t>
      </w:r>
    </w:p>
    <w:p w:rsidR="007B2329" w:rsidRDefault="007B2329" w:rsidP="007B2329">
      <w:r>
        <w:t>601.0361</w:t>
      </w:r>
      <w:r>
        <w:tab/>
        <w:t>1.013e0</w:t>
      </w:r>
    </w:p>
    <w:p w:rsidR="007B2329" w:rsidRDefault="007B2329" w:rsidP="007B2329">
      <w:r>
        <w:t>601.0435</w:t>
      </w:r>
      <w:r>
        <w:tab/>
        <w:t>2.025e0</w:t>
      </w:r>
    </w:p>
    <w:p w:rsidR="007B2329" w:rsidRDefault="007B2329" w:rsidP="007B2329">
      <w:r>
        <w:t>601.0878</w:t>
      </w:r>
      <w:r>
        <w:tab/>
        <w:t>1.013e0</w:t>
      </w:r>
    </w:p>
    <w:p w:rsidR="007B2329" w:rsidRDefault="007B2329" w:rsidP="007B2329">
      <w:r>
        <w:t>601.1077</w:t>
      </w:r>
      <w:r>
        <w:tab/>
        <w:t>4.051e0</w:t>
      </w:r>
    </w:p>
    <w:p w:rsidR="007B2329" w:rsidRDefault="007B2329" w:rsidP="007B2329">
      <w:r>
        <w:t>601.1100</w:t>
      </w:r>
      <w:r>
        <w:tab/>
        <w:t>2.532e-2</w:t>
      </w:r>
    </w:p>
    <w:p w:rsidR="007B2329" w:rsidRDefault="007B2329" w:rsidP="007B2329">
      <w:r>
        <w:t>601.1235</w:t>
      </w:r>
      <w:r>
        <w:tab/>
        <w:t>2.025e0</w:t>
      </w:r>
    </w:p>
    <w:p w:rsidR="007B2329" w:rsidRDefault="007B2329" w:rsidP="007B2329">
      <w:r>
        <w:t>601.1382</w:t>
      </w:r>
      <w:r>
        <w:tab/>
        <w:t>3.038e0</w:t>
      </w:r>
    </w:p>
    <w:p w:rsidR="007B2329" w:rsidRDefault="007B2329" w:rsidP="007B2329">
      <w:r>
        <w:t>601.1629</w:t>
      </w:r>
      <w:r>
        <w:tab/>
        <w:t>1.013e0</w:t>
      </w:r>
    </w:p>
    <w:p w:rsidR="007B2329" w:rsidRDefault="007B2329" w:rsidP="007B2329">
      <w:r>
        <w:t>601.1906</w:t>
      </w:r>
      <w:r>
        <w:tab/>
        <w:t>1.013e0</w:t>
      </w:r>
    </w:p>
    <w:p w:rsidR="007B2329" w:rsidRDefault="007B2329" w:rsidP="007B2329">
      <w:r>
        <w:lastRenderedPageBreak/>
        <w:t>601.1989</w:t>
      </w:r>
      <w:r>
        <w:tab/>
        <w:t>5.681e0</w:t>
      </w:r>
    </w:p>
    <w:p w:rsidR="007B2329" w:rsidRDefault="007B2329" w:rsidP="007B2329">
      <w:r>
        <w:t>601.2009</w:t>
      </w:r>
      <w:r>
        <w:tab/>
        <w:t>1.567e0</w:t>
      </w:r>
    </w:p>
    <w:p w:rsidR="007B2329" w:rsidRDefault="007B2329" w:rsidP="007B2329">
      <w:r>
        <w:t>601.2046</w:t>
      </w:r>
      <w:r>
        <w:tab/>
        <w:t>4.063e0</w:t>
      </w:r>
    </w:p>
    <w:p w:rsidR="007B2329" w:rsidRDefault="007B2329" w:rsidP="007B2329">
      <w:r>
        <w:t>601.2271</w:t>
      </w:r>
      <w:r>
        <w:tab/>
        <w:t>5.063e0</w:t>
      </w:r>
    </w:p>
    <w:p w:rsidR="007B2329" w:rsidRDefault="007B2329" w:rsidP="007B2329">
      <w:r>
        <w:t>601.2320</w:t>
      </w:r>
      <w:r>
        <w:tab/>
        <w:t>1.013e0</w:t>
      </w:r>
    </w:p>
    <w:p w:rsidR="007B2329" w:rsidRDefault="007B2329" w:rsidP="007B2329">
      <w:r>
        <w:t>601.2338</w:t>
      </w:r>
      <w:r>
        <w:tab/>
        <w:t>1.013e0</w:t>
      </w:r>
    </w:p>
    <w:p w:rsidR="007B2329" w:rsidRDefault="007B2329" w:rsidP="007B2329">
      <w:r>
        <w:t>601.2627</w:t>
      </w:r>
      <w:r>
        <w:tab/>
        <w:t>3.038e0</w:t>
      </w:r>
    </w:p>
    <w:p w:rsidR="007B2329" w:rsidRDefault="007B2329" w:rsidP="007B2329">
      <w:r>
        <w:t>601.2786</w:t>
      </w:r>
      <w:r>
        <w:tab/>
        <w:t>5.269e0</w:t>
      </w:r>
    </w:p>
    <w:p w:rsidR="007B2329" w:rsidRDefault="007B2329" w:rsidP="007B2329">
      <w:r>
        <w:t>601.2936</w:t>
      </w:r>
      <w:r>
        <w:tab/>
        <w:t>1.013e0</w:t>
      </w:r>
    </w:p>
    <w:p w:rsidR="007B2329" w:rsidRDefault="007B2329" w:rsidP="007B2329">
      <w:r>
        <w:t>601.3002</w:t>
      </w:r>
      <w:r>
        <w:tab/>
        <w:t>6.403e0</w:t>
      </w:r>
    </w:p>
    <w:p w:rsidR="007B2329" w:rsidRDefault="007B2329" w:rsidP="007B2329">
      <w:r>
        <w:t>601.3093</w:t>
      </w:r>
      <w:r>
        <w:tab/>
        <w:t>5.860e0</w:t>
      </w:r>
    </w:p>
    <w:p w:rsidR="007B2329" w:rsidRDefault="007B2329" w:rsidP="007B2329">
      <w:r>
        <w:t>601.3164</w:t>
      </w:r>
      <w:r>
        <w:tab/>
        <w:t>2.521e0</w:t>
      </w:r>
    </w:p>
    <w:p w:rsidR="007B2329" w:rsidRDefault="007B2329" w:rsidP="007B2329">
      <w:r>
        <w:t>601.3201</w:t>
      </w:r>
      <w:r>
        <w:tab/>
        <w:t>1.706e1</w:t>
      </w:r>
    </w:p>
    <w:p w:rsidR="007B2329" w:rsidRDefault="007B2329" w:rsidP="007B2329">
      <w:r>
        <w:t>601.3352</w:t>
      </w:r>
      <w:r>
        <w:tab/>
        <w:t>1.013e0</w:t>
      </w:r>
    </w:p>
    <w:p w:rsidR="007B2329" w:rsidRDefault="007B2329" w:rsidP="007B2329">
      <w:r>
        <w:t>601.3415</w:t>
      </w:r>
      <w:r>
        <w:tab/>
        <w:t>1.190e1</w:t>
      </w:r>
    </w:p>
    <w:p w:rsidR="007B2329" w:rsidRDefault="007B2329" w:rsidP="007B2329">
      <w:r>
        <w:t>601.3615</w:t>
      </w:r>
      <w:r>
        <w:tab/>
        <w:t>5.323e0</w:t>
      </w:r>
    </w:p>
    <w:p w:rsidR="007B2329" w:rsidRDefault="007B2329" w:rsidP="007B2329">
      <w:r>
        <w:t>601.3661</w:t>
      </w:r>
      <w:r>
        <w:tab/>
        <w:t>4.051e0</w:t>
      </w:r>
    </w:p>
    <w:p w:rsidR="007B2329" w:rsidRDefault="007B2329" w:rsidP="007B2329">
      <w:r>
        <w:t>601.3761</w:t>
      </w:r>
      <w:r>
        <w:tab/>
        <w:t>4.589e0</w:t>
      </w:r>
    </w:p>
    <w:p w:rsidR="007B2329" w:rsidRDefault="007B2329" w:rsidP="007B2329">
      <w:r>
        <w:t>601.3970</w:t>
      </w:r>
      <w:r>
        <w:tab/>
        <w:t>1.013e0</w:t>
      </w:r>
    </w:p>
    <w:p w:rsidR="007B2329" w:rsidRDefault="007B2329" w:rsidP="007B2329">
      <w:r>
        <w:lastRenderedPageBreak/>
        <w:t>601.4173</w:t>
      </w:r>
      <w:r>
        <w:tab/>
        <w:t>2.025e0</w:t>
      </w:r>
    </w:p>
    <w:p w:rsidR="007B2329" w:rsidRDefault="007B2329" w:rsidP="007B2329">
      <w:r>
        <w:t>601.4276</w:t>
      </w:r>
      <w:r>
        <w:tab/>
        <w:t>5.586e0</w:t>
      </w:r>
    </w:p>
    <w:p w:rsidR="007B2329" w:rsidRDefault="007B2329" w:rsidP="007B2329">
      <w:r>
        <w:t>601.4591</w:t>
      </w:r>
      <w:r>
        <w:tab/>
        <w:t>5.063e0</w:t>
      </w:r>
    </w:p>
    <w:p w:rsidR="007B2329" w:rsidRDefault="007B2329" w:rsidP="007B2329">
      <w:r>
        <w:t>601.4619</w:t>
      </w:r>
      <w:r>
        <w:tab/>
        <w:t>2.038e0</w:t>
      </w:r>
    </w:p>
    <w:p w:rsidR="007B2329" w:rsidRDefault="007B2329" w:rsidP="007B2329">
      <w:r>
        <w:t>601.4638</w:t>
      </w:r>
      <w:r>
        <w:tab/>
        <w:t>2.025e0</w:t>
      </w:r>
    </w:p>
    <w:p w:rsidR="007B2329" w:rsidRDefault="007B2329" w:rsidP="007B2329">
      <w:r>
        <w:t>601.4658</w:t>
      </w:r>
      <w:r>
        <w:tab/>
        <w:t>3.038e0</w:t>
      </w:r>
    </w:p>
    <w:p w:rsidR="007B2329" w:rsidRDefault="007B2329" w:rsidP="007B2329">
      <w:r>
        <w:t>601.4890</w:t>
      </w:r>
      <w:r>
        <w:tab/>
        <w:t>3.038e0</w:t>
      </w:r>
    </w:p>
    <w:p w:rsidR="007B2329" w:rsidRDefault="007B2329" w:rsidP="007B2329">
      <w:r>
        <w:t>601.5616</w:t>
      </w:r>
      <w:r>
        <w:tab/>
        <w:t>1.013e0</w:t>
      </w:r>
    </w:p>
    <w:p w:rsidR="007B2329" w:rsidRDefault="007B2329" w:rsidP="007B2329">
      <w:r>
        <w:t>601.6028</w:t>
      </w:r>
      <w:r>
        <w:tab/>
        <w:t>2.025e0</w:t>
      </w:r>
    </w:p>
    <w:p w:rsidR="007B2329" w:rsidRDefault="007B2329" w:rsidP="007B2329">
      <w:r>
        <w:t>601.6698</w:t>
      </w:r>
      <w:r>
        <w:tab/>
        <w:t>2.025e0</w:t>
      </w:r>
    </w:p>
    <w:p w:rsidR="007B2329" w:rsidRDefault="007B2329" w:rsidP="007B2329">
      <w:r>
        <w:t>601.6714</w:t>
      </w:r>
      <w:r>
        <w:tab/>
        <w:t>2.025e0</w:t>
      </w:r>
    </w:p>
    <w:p w:rsidR="007B2329" w:rsidRDefault="007B2329" w:rsidP="007B2329">
      <w:r>
        <w:t>601.6854</w:t>
      </w:r>
      <w:r>
        <w:tab/>
        <w:t>1.013e0</w:t>
      </w:r>
    </w:p>
    <w:p w:rsidR="007B2329" w:rsidRDefault="007B2329" w:rsidP="007B2329">
      <w:r>
        <w:t>601.6917</w:t>
      </w:r>
      <w:r>
        <w:tab/>
        <w:t>2.025e0</w:t>
      </w:r>
    </w:p>
    <w:p w:rsidR="007B2329" w:rsidRDefault="007B2329" w:rsidP="007B2329">
      <w:r>
        <w:t>601.6960</w:t>
      </w:r>
      <w:r>
        <w:tab/>
        <w:t>3.038e0</w:t>
      </w:r>
    </w:p>
    <w:p w:rsidR="007B2329" w:rsidRDefault="007B2329" w:rsidP="007B2329">
      <w:r>
        <w:t>601.7369</w:t>
      </w:r>
      <w:r>
        <w:tab/>
        <w:t>1.013e0</w:t>
      </w:r>
    </w:p>
    <w:p w:rsidR="007B2329" w:rsidRDefault="007B2329" w:rsidP="007B2329">
      <w:r>
        <w:t>601.7833</w:t>
      </w:r>
      <w:r>
        <w:tab/>
        <w:t>1.013e0</w:t>
      </w:r>
    </w:p>
    <w:p w:rsidR="007B2329" w:rsidRDefault="007B2329" w:rsidP="007B2329">
      <w:r>
        <w:t>601.7925</w:t>
      </w:r>
      <w:r>
        <w:tab/>
        <w:t>4.051e0</w:t>
      </w:r>
    </w:p>
    <w:p w:rsidR="007B2329" w:rsidRDefault="007B2329" w:rsidP="007B2329">
      <w:r>
        <w:t>601.7988</w:t>
      </w:r>
      <w:r>
        <w:tab/>
        <w:t>1.013e0</w:t>
      </w:r>
    </w:p>
    <w:p w:rsidR="007B2329" w:rsidRDefault="007B2329" w:rsidP="007B2329">
      <w:r>
        <w:t>601.8195</w:t>
      </w:r>
      <w:r>
        <w:tab/>
        <w:t>1.266e-2</w:t>
      </w:r>
    </w:p>
    <w:p w:rsidR="007B2329" w:rsidRDefault="007B2329" w:rsidP="007B2329">
      <w:r>
        <w:lastRenderedPageBreak/>
        <w:t>601.8279</w:t>
      </w:r>
      <w:r>
        <w:tab/>
        <w:t>2.025e0</w:t>
      </w:r>
    </w:p>
    <w:p w:rsidR="007B2329" w:rsidRDefault="007B2329" w:rsidP="007B2329">
      <w:r>
        <w:t>601.8348</w:t>
      </w:r>
      <w:r>
        <w:tab/>
        <w:t>2.025e0</w:t>
      </w:r>
    </w:p>
    <w:p w:rsidR="007B2329" w:rsidRDefault="007B2329" w:rsidP="007B2329">
      <w:r>
        <w:t>601.8401</w:t>
      </w:r>
      <w:r>
        <w:tab/>
        <w:t>1.013e0</w:t>
      </w:r>
    </w:p>
    <w:p w:rsidR="007B2329" w:rsidRDefault="007B2329" w:rsidP="007B2329">
      <w:r>
        <w:t>601.8495</w:t>
      </w:r>
      <w:r>
        <w:tab/>
        <w:t>4.051e0</w:t>
      </w:r>
    </w:p>
    <w:p w:rsidR="007B2329" w:rsidRDefault="007B2329" w:rsidP="007B2329">
      <w:r>
        <w:t>601.8605</w:t>
      </w:r>
      <w:r>
        <w:tab/>
        <w:t>1.013e0</w:t>
      </w:r>
    </w:p>
    <w:p w:rsidR="007B2329" w:rsidRDefault="007B2329" w:rsidP="007B2329">
      <w:r>
        <w:t>601.8914</w:t>
      </w:r>
      <w:r>
        <w:tab/>
        <w:t>2.025e0</w:t>
      </w:r>
    </w:p>
    <w:p w:rsidR="007B2329" w:rsidRDefault="007B2329" w:rsidP="007B2329">
      <w:r>
        <w:t>601.9019</w:t>
      </w:r>
      <w:r>
        <w:tab/>
        <w:t>1.013e0</w:t>
      </w:r>
    </w:p>
    <w:p w:rsidR="007B2329" w:rsidRDefault="007B2329" w:rsidP="007B2329">
      <w:r>
        <w:t>601.9419</w:t>
      </w:r>
      <w:r>
        <w:tab/>
        <w:t>1.013e0</w:t>
      </w:r>
    </w:p>
    <w:p w:rsidR="007B2329" w:rsidRDefault="007B2329" w:rsidP="007B2329">
      <w:r>
        <w:t>601.9932</w:t>
      </w:r>
      <w:r>
        <w:tab/>
        <w:t>3.038e0</w:t>
      </w:r>
    </w:p>
    <w:p w:rsidR="007B2329" w:rsidRDefault="007B2329" w:rsidP="007B2329">
      <w:r>
        <w:t>601.9946</w:t>
      </w:r>
      <w:r>
        <w:tab/>
        <w:t>2.025e0</w:t>
      </w:r>
    </w:p>
    <w:p w:rsidR="007B2329" w:rsidRDefault="007B2329" w:rsidP="007B2329">
      <w:r>
        <w:t>602.0163</w:t>
      </w:r>
      <w:r>
        <w:tab/>
        <w:t>2.025e0</w:t>
      </w:r>
    </w:p>
    <w:p w:rsidR="007B2329" w:rsidRDefault="007B2329" w:rsidP="007B2329">
      <w:r>
        <w:t>602.0257</w:t>
      </w:r>
      <w:r>
        <w:tab/>
        <w:t>1.013e0</w:t>
      </w:r>
    </w:p>
    <w:p w:rsidR="007B2329" w:rsidRDefault="007B2329" w:rsidP="007B2329">
      <w:r>
        <w:t>602.0406</w:t>
      </w:r>
      <w:r>
        <w:tab/>
        <w:t>2.025e0</w:t>
      </w:r>
    </w:p>
    <w:p w:rsidR="007B2329" w:rsidRDefault="007B2329" w:rsidP="007B2329">
      <w:r>
        <w:t>602.0565</w:t>
      </w:r>
      <w:r>
        <w:tab/>
        <w:t>1.013e0</w:t>
      </w:r>
    </w:p>
    <w:p w:rsidR="007B2329" w:rsidRDefault="007B2329" w:rsidP="007B2329">
      <w:r>
        <w:t>602.1262</w:t>
      </w:r>
      <w:r>
        <w:tab/>
        <w:t>5.063e0</w:t>
      </w:r>
    </w:p>
    <w:p w:rsidR="007B2329" w:rsidRDefault="007B2329" w:rsidP="007B2329">
      <w:r>
        <w:t>602.1390</w:t>
      </w:r>
      <w:r>
        <w:tab/>
        <w:t>2.025e0</w:t>
      </w:r>
    </w:p>
    <w:p w:rsidR="007B2329" w:rsidRDefault="007B2329" w:rsidP="007B2329">
      <w:r>
        <w:t>602.1551</w:t>
      </w:r>
      <w:r>
        <w:tab/>
        <w:t>1.013e0</w:t>
      </w:r>
    </w:p>
    <w:p w:rsidR="007B2329" w:rsidRDefault="007B2329" w:rsidP="007B2329">
      <w:r>
        <w:t>602.1600</w:t>
      </w:r>
      <w:r>
        <w:tab/>
        <w:t>1.013e0</w:t>
      </w:r>
    </w:p>
    <w:p w:rsidR="007B2329" w:rsidRDefault="007B2329" w:rsidP="007B2329">
      <w:r>
        <w:t>602.1922</w:t>
      </w:r>
      <w:r>
        <w:tab/>
        <w:t>7.089e0</w:t>
      </w:r>
    </w:p>
    <w:p w:rsidR="007B2329" w:rsidRDefault="007B2329" w:rsidP="007B2329">
      <w:r>
        <w:lastRenderedPageBreak/>
        <w:t>602.2019</w:t>
      </w:r>
      <w:r>
        <w:tab/>
        <w:t>2.786e0</w:t>
      </w:r>
    </w:p>
    <w:p w:rsidR="007B2329" w:rsidRDefault="007B2329" w:rsidP="007B2329">
      <w:r>
        <w:t>602.2079</w:t>
      </w:r>
      <w:r>
        <w:tab/>
        <w:t>4.434e0</w:t>
      </w:r>
    </w:p>
    <w:p w:rsidR="007B2329" w:rsidRDefault="007B2329" w:rsidP="007B2329">
      <w:r>
        <w:t>602.2126</w:t>
      </w:r>
      <w:r>
        <w:tab/>
        <w:t>3.038e0</w:t>
      </w:r>
    </w:p>
    <w:p w:rsidR="007B2329" w:rsidRDefault="007B2329" w:rsidP="007B2329">
      <w:r>
        <w:t>602.2496</w:t>
      </w:r>
      <w:r>
        <w:tab/>
        <w:t>1.519e0</w:t>
      </w:r>
    </w:p>
    <w:p w:rsidR="007B2329" w:rsidRDefault="007B2329" w:rsidP="007B2329">
      <w:r>
        <w:t>602.2939</w:t>
      </w:r>
      <w:r>
        <w:tab/>
        <w:t>1.425e0</w:t>
      </w:r>
    </w:p>
    <w:p w:rsidR="007B2329" w:rsidRDefault="007B2329" w:rsidP="007B2329">
      <w:r>
        <w:t>602.3004</w:t>
      </w:r>
      <w:r>
        <w:tab/>
        <w:t>2.222e0</w:t>
      </w:r>
    </w:p>
    <w:p w:rsidR="007B2329" w:rsidRDefault="007B2329" w:rsidP="007B2329">
      <w:r>
        <w:t>602.3091</w:t>
      </w:r>
      <w:r>
        <w:tab/>
        <w:t>1.013e0</w:t>
      </w:r>
    </w:p>
    <w:p w:rsidR="007B2329" w:rsidRDefault="007B2329" w:rsidP="007B2329">
      <w:r>
        <w:t>602.3240</w:t>
      </w:r>
      <w:r>
        <w:tab/>
        <w:t>2.025e0</w:t>
      </w:r>
    </w:p>
    <w:p w:rsidR="007B2329" w:rsidRDefault="007B2329" w:rsidP="007B2329">
      <w:r>
        <w:t>602.3295</w:t>
      </w:r>
      <w:r>
        <w:tab/>
        <w:t>5.063e0</w:t>
      </w:r>
    </w:p>
    <w:p w:rsidR="007B2329" w:rsidRDefault="007B2329" w:rsidP="007B2329">
      <w:r>
        <w:t>602.3308</w:t>
      </w:r>
      <w:r>
        <w:tab/>
        <w:t>2.051e0</w:t>
      </w:r>
    </w:p>
    <w:p w:rsidR="007B2329" w:rsidRDefault="007B2329" w:rsidP="007B2329">
      <w:r>
        <w:t>602.3458</w:t>
      </w:r>
      <w:r>
        <w:tab/>
        <w:t>6.314e0</w:t>
      </w:r>
    </w:p>
    <w:p w:rsidR="007B2329" w:rsidRDefault="007B2329" w:rsidP="007B2329">
      <w:r>
        <w:t>602.3625</w:t>
      </w:r>
      <w:r>
        <w:tab/>
        <w:t>1.263e0</w:t>
      </w:r>
    </w:p>
    <w:p w:rsidR="007B2329" w:rsidRDefault="007B2329" w:rsidP="007B2329">
      <w:r>
        <w:t>602.4114</w:t>
      </w:r>
      <w:r>
        <w:tab/>
        <w:t>3.038e0</w:t>
      </w:r>
    </w:p>
    <w:p w:rsidR="007B2329" w:rsidRDefault="007B2329" w:rsidP="007B2329">
      <w:r>
        <w:t>602.4272</w:t>
      </w:r>
      <w:r>
        <w:tab/>
        <w:t>2.025e0</w:t>
      </w:r>
    </w:p>
    <w:p w:rsidR="007B2329" w:rsidRDefault="007B2329" w:rsidP="007B2329">
      <w:r>
        <w:t>602.4376</w:t>
      </w:r>
      <w:r>
        <w:tab/>
        <w:t>2.956e0</w:t>
      </w:r>
    </w:p>
    <w:p w:rsidR="007B2329" w:rsidRDefault="007B2329" w:rsidP="007B2329">
      <w:r>
        <w:t>602.4486</w:t>
      </w:r>
      <w:r>
        <w:tab/>
        <w:t>1.013e0</w:t>
      </w:r>
    </w:p>
    <w:p w:rsidR="007B2329" w:rsidRDefault="007B2329" w:rsidP="007B2329">
      <w:r>
        <w:t>602.4537</w:t>
      </w:r>
      <w:r>
        <w:tab/>
        <w:t>1.827e0</w:t>
      </w:r>
    </w:p>
    <w:p w:rsidR="007B2329" w:rsidRDefault="007B2329" w:rsidP="007B2329">
      <w:r>
        <w:t>602.4797</w:t>
      </w:r>
      <w:r>
        <w:tab/>
        <w:t>1.013e0</w:t>
      </w:r>
    </w:p>
    <w:p w:rsidR="007B2329" w:rsidRDefault="007B2329" w:rsidP="007B2329">
      <w:r>
        <w:t>602.4883</w:t>
      </w:r>
      <w:r>
        <w:tab/>
        <w:t>3.038e0</w:t>
      </w:r>
    </w:p>
    <w:p w:rsidR="007B2329" w:rsidRDefault="007B2329" w:rsidP="007B2329">
      <w:r>
        <w:lastRenderedPageBreak/>
        <w:t>602.4901</w:t>
      </w:r>
      <w:r>
        <w:tab/>
        <w:t>1.013e0</w:t>
      </w:r>
    </w:p>
    <w:p w:rsidR="007B2329" w:rsidRDefault="007B2329" w:rsidP="007B2329">
      <w:r>
        <w:t>602.5162</w:t>
      </w:r>
      <w:r>
        <w:tab/>
        <w:t>2.025e0</w:t>
      </w:r>
    </w:p>
    <w:p w:rsidR="007B2329" w:rsidRDefault="007B2329" w:rsidP="007B2329">
      <w:r>
        <w:t>602.5210</w:t>
      </w:r>
      <w:r>
        <w:tab/>
        <w:t>1.013e0</w:t>
      </w:r>
    </w:p>
    <w:p w:rsidR="007B2329" w:rsidRDefault="007B2329" w:rsidP="007B2329">
      <w:r>
        <w:t>602.5518</w:t>
      </w:r>
      <w:r>
        <w:tab/>
        <w:t>1.013e0</w:t>
      </w:r>
    </w:p>
    <w:p w:rsidR="007B2329" w:rsidRDefault="007B2329" w:rsidP="007B2329">
      <w:r>
        <w:t>602.5663</w:t>
      </w:r>
      <w:r>
        <w:tab/>
        <w:t>2.025e0</w:t>
      </w:r>
    </w:p>
    <w:p w:rsidR="007B2329" w:rsidRDefault="007B2329" w:rsidP="007B2329">
      <w:r>
        <w:t>602.5901</w:t>
      </w:r>
      <w:r>
        <w:tab/>
        <w:t>3.038e0</w:t>
      </w:r>
    </w:p>
    <w:p w:rsidR="007B2329" w:rsidRDefault="007B2329" w:rsidP="007B2329">
      <w:r>
        <w:t>602.5931</w:t>
      </w:r>
      <w:r>
        <w:tab/>
        <w:t>1.013e0</w:t>
      </w:r>
    </w:p>
    <w:p w:rsidR="007B2329" w:rsidRDefault="007B2329" w:rsidP="007B2329">
      <w:r>
        <w:t>602.6348</w:t>
      </w:r>
      <w:r>
        <w:tab/>
        <w:t>1.013e0</w:t>
      </w:r>
    </w:p>
    <w:p w:rsidR="007B2329" w:rsidRDefault="007B2329" w:rsidP="007B2329">
      <w:r>
        <w:t>602.6386</w:t>
      </w:r>
      <w:r>
        <w:tab/>
        <w:t>3.038e0</w:t>
      </w:r>
    </w:p>
    <w:p w:rsidR="007B2329" w:rsidRDefault="007B2329" w:rsidP="007B2329">
      <w:r>
        <w:t>602.6451</w:t>
      </w:r>
      <w:r>
        <w:tab/>
        <w:t>1.013e0</w:t>
      </w:r>
    </w:p>
    <w:p w:rsidR="007B2329" w:rsidRDefault="007B2329" w:rsidP="007B2329">
      <w:r>
        <w:t>602.6932</w:t>
      </w:r>
      <w:r>
        <w:tab/>
        <w:t>2.025e0</w:t>
      </w:r>
    </w:p>
    <w:p w:rsidR="007B2329" w:rsidRDefault="007B2329" w:rsidP="007B2329">
      <w:r>
        <w:t>602.7275</w:t>
      </w:r>
      <w:r>
        <w:tab/>
        <w:t>1.013e0</w:t>
      </w:r>
    </w:p>
    <w:p w:rsidR="007B2329" w:rsidRDefault="007B2329" w:rsidP="007B2329">
      <w:r>
        <w:t>602.7408</w:t>
      </w:r>
      <w:r>
        <w:tab/>
        <w:t>4.051e0</w:t>
      </w:r>
    </w:p>
    <w:p w:rsidR="007B2329" w:rsidRDefault="007B2329" w:rsidP="007B2329">
      <w:r>
        <w:t>602.7687</w:t>
      </w:r>
      <w:r>
        <w:tab/>
        <w:t>2.025e0</w:t>
      </w:r>
    </w:p>
    <w:p w:rsidR="007B2329" w:rsidRDefault="007B2329" w:rsidP="007B2329">
      <w:r>
        <w:t>602.7939</w:t>
      </w:r>
      <w:r>
        <w:tab/>
        <w:t>1.013e0</w:t>
      </w:r>
    </w:p>
    <w:p w:rsidR="007B2329" w:rsidRDefault="007B2329" w:rsidP="007B2329">
      <w:r>
        <w:t>602.8204</w:t>
      </w:r>
      <w:r>
        <w:tab/>
        <w:t>1.013e0</w:t>
      </w:r>
    </w:p>
    <w:p w:rsidR="007B2329" w:rsidRDefault="007B2329" w:rsidP="007B2329">
      <w:r>
        <w:t>602.8307</w:t>
      </w:r>
      <w:r>
        <w:tab/>
        <w:t>2.025e0</w:t>
      </w:r>
    </w:p>
    <w:p w:rsidR="007B2329" w:rsidRDefault="007B2329" w:rsidP="007B2329">
      <w:r>
        <w:t>602.8465</w:t>
      </w:r>
      <w:r>
        <w:tab/>
        <w:t>1.013e0</w:t>
      </w:r>
    </w:p>
    <w:p w:rsidR="007B2329" w:rsidRDefault="007B2329" w:rsidP="007B2329">
      <w:r>
        <w:t>602.8632</w:t>
      </w:r>
      <w:r>
        <w:tab/>
        <w:t>3.038e0</w:t>
      </w:r>
    </w:p>
    <w:p w:rsidR="007B2329" w:rsidRDefault="007B2329" w:rsidP="007B2329">
      <w:r>
        <w:lastRenderedPageBreak/>
        <w:t>602.8830</w:t>
      </w:r>
      <w:r>
        <w:tab/>
        <w:t>1.013e0</w:t>
      </w:r>
    </w:p>
    <w:p w:rsidR="007B2329" w:rsidRDefault="007B2329" w:rsidP="007B2329">
      <w:r>
        <w:t>602.8926</w:t>
      </w:r>
      <w:r>
        <w:tab/>
        <w:t>1.013e0</w:t>
      </w:r>
    </w:p>
    <w:p w:rsidR="007B2329" w:rsidRDefault="007B2329" w:rsidP="007B2329">
      <w:r>
        <w:t>602.9359</w:t>
      </w:r>
      <w:r>
        <w:tab/>
        <w:t>7.089e0</w:t>
      </w:r>
    </w:p>
    <w:p w:rsidR="007B2329" w:rsidRDefault="007B2329" w:rsidP="007B2329">
      <w:r>
        <w:t>602.9815</w:t>
      </w:r>
      <w:r>
        <w:tab/>
        <w:t>3.038e0</w:t>
      </w:r>
    </w:p>
    <w:p w:rsidR="007B2329" w:rsidRDefault="007B2329" w:rsidP="007B2329">
      <w:r>
        <w:t>602.9958</w:t>
      </w:r>
      <w:r>
        <w:tab/>
        <w:t>1.013e0</w:t>
      </w:r>
    </w:p>
    <w:p w:rsidR="007B2329" w:rsidRDefault="007B2329" w:rsidP="007B2329">
      <w:r>
        <w:t>603.0070</w:t>
      </w:r>
      <w:r>
        <w:tab/>
        <w:t>1.013e0</w:t>
      </w:r>
    </w:p>
    <w:p w:rsidR="007B2329" w:rsidRDefault="007B2329" w:rsidP="007B2329">
      <w:r>
        <w:t>603.0164</w:t>
      </w:r>
      <w:r>
        <w:tab/>
        <w:t>6.076e0</w:t>
      </w:r>
    </w:p>
    <w:p w:rsidR="007B2329" w:rsidRDefault="007B2329" w:rsidP="007B2329">
      <w:r>
        <w:t>603.0237</w:t>
      </w:r>
      <w:r>
        <w:tab/>
        <w:t>1.013e0</w:t>
      </w:r>
    </w:p>
    <w:p w:rsidR="007B2329" w:rsidRDefault="007B2329" w:rsidP="007B2329">
      <w:r>
        <w:t>603.0477</w:t>
      </w:r>
      <w:r>
        <w:tab/>
        <w:t>1.013e0</w:t>
      </w:r>
    </w:p>
    <w:p w:rsidR="007B2329" w:rsidRDefault="007B2329" w:rsidP="007B2329">
      <w:r>
        <w:t>603.0509</w:t>
      </w:r>
      <w:r>
        <w:tab/>
        <w:t>2.025e0</w:t>
      </w:r>
    </w:p>
    <w:p w:rsidR="007B2329" w:rsidRDefault="007B2329" w:rsidP="007B2329">
      <w:r>
        <w:t>603.0567</w:t>
      </w:r>
      <w:r>
        <w:tab/>
        <w:t>5.063e0</w:t>
      </w:r>
    </w:p>
    <w:p w:rsidR="007B2329" w:rsidRDefault="007B2329" w:rsidP="007B2329">
      <w:r>
        <w:t>603.0601</w:t>
      </w:r>
      <w:r>
        <w:tab/>
        <w:t>1.013e0</w:t>
      </w:r>
    </w:p>
    <w:p w:rsidR="007B2329" w:rsidRDefault="007B2329" w:rsidP="007B2329">
      <w:r>
        <w:t>603.0787</w:t>
      </w:r>
      <w:r>
        <w:tab/>
        <w:t>2.025e0</w:t>
      </w:r>
    </w:p>
    <w:p w:rsidR="007B2329" w:rsidRDefault="007B2329" w:rsidP="007B2329">
      <w:r>
        <w:t>603.0845</w:t>
      </w:r>
      <w:r>
        <w:tab/>
        <w:t>6.076e0</w:t>
      </w:r>
    </w:p>
    <w:p w:rsidR="007B2329" w:rsidRDefault="007B2329" w:rsidP="007B2329">
      <w:r>
        <w:t>603.1097</w:t>
      </w:r>
      <w:r>
        <w:tab/>
        <w:t>2.025e0</w:t>
      </w:r>
    </w:p>
    <w:p w:rsidR="007B2329" w:rsidRDefault="007B2329" w:rsidP="007B2329">
      <w:r>
        <w:t>603.1172</w:t>
      </w:r>
      <w:r>
        <w:tab/>
        <w:t>3.798e-2</w:t>
      </w:r>
    </w:p>
    <w:p w:rsidR="007B2329" w:rsidRDefault="007B2329" w:rsidP="007B2329">
      <w:r>
        <w:t>603.1405</w:t>
      </w:r>
      <w:r>
        <w:tab/>
        <w:t>2.025e0</w:t>
      </w:r>
    </w:p>
    <w:p w:rsidR="007B2329" w:rsidRDefault="007B2329" w:rsidP="007B2329">
      <w:r>
        <w:t>603.1662</w:t>
      </w:r>
      <w:r>
        <w:tab/>
        <w:t>1.013e0</w:t>
      </w:r>
    </w:p>
    <w:p w:rsidR="007B2329" w:rsidRDefault="007B2329" w:rsidP="007B2329">
      <w:r>
        <w:t>603.1887</w:t>
      </w:r>
      <w:r>
        <w:tab/>
        <w:t>5.063e0</w:t>
      </w:r>
    </w:p>
    <w:p w:rsidR="007B2329" w:rsidRDefault="007B2329" w:rsidP="007B2329">
      <w:r>
        <w:lastRenderedPageBreak/>
        <w:t>603.2013</w:t>
      </w:r>
      <w:r>
        <w:tab/>
        <w:t>6.076e0</w:t>
      </w:r>
    </w:p>
    <w:p w:rsidR="007B2329" w:rsidRDefault="007B2329" w:rsidP="007B2329">
      <w:r>
        <w:t>603.2033</w:t>
      </w:r>
      <w:r>
        <w:tab/>
        <w:t>4.063e0</w:t>
      </w:r>
    </w:p>
    <w:p w:rsidR="007B2329" w:rsidRDefault="007B2329" w:rsidP="007B2329">
      <w:r>
        <w:t>603.2083</w:t>
      </w:r>
      <w:r>
        <w:tab/>
        <w:t>4.147e0</w:t>
      </w:r>
    </w:p>
    <w:p w:rsidR="007B2329" w:rsidRDefault="007B2329" w:rsidP="007B2329">
      <w:r>
        <w:t>603.2111</w:t>
      </w:r>
      <w:r>
        <w:tab/>
        <w:t>5.063e0</w:t>
      </w:r>
    </w:p>
    <w:p w:rsidR="007B2329" w:rsidRDefault="007B2329" w:rsidP="007B2329">
      <w:r>
        <w:t>603.2205</w:t>
      </w:r>
      <w:r>
        <w:tab/>
        <w:t>6.076e0</w:t>
      </w:r>
    </w:p>
    <w:p w:rsidR="007B2329" w:rsidRDefault="007B2329" w:rsidP="007B2329">
      <w:r>
        <w:t>603.2259</w:t>
      </w:r>
      <w:r>
        <w:tab/>
        <w:t>4.039e0</w:t>
      </w:r>
    </w:p>
    <w:p w:rsidR="007B2329" w:rsidRDefault="007B2329" w:rsidP="007B2329">
      <w:r>
        <w:t>603.2335</w:t>
      </w:r>
      <w:r>
        <w:tab/>
        <w:t>2.025e0</w:t>
      </w:r>
    </w:p>
    <w:p w:rsidR="007B2329" w:rsidRDefault="007B2329" w:rsidP="007B2329">
      <w:r>
        <w:t>603.2920</w:t>
      </w:r>
      <w:r>
        <w:tab/>
        <w:t>3.038e0</w:t>
      </w:r>
    </w:p>
    <w:p w:rsidR="007B2329" w:rsidRDefault="007B2329" w:rsidP="007B2329">
      <w:r>
        <w:t>603.3024</w:t>
      </w:r>
      <w:r>
        <w:tab/>
        <w:t>5.063e0</w:t>
      </w:r>
    </w:p>
    <w:p w:rsidR="007B2329" w:rsidRDefault="007B2329" w:rsidP="007B2329">
      <w:r>
        <w:t>603.3093</w:t>
      </w:r>
      <w:r>
        <w:tab/>
        <w:t>6.099e0</w:t>
      </w:r>
    </w:p>
    <w:p w:rsidR="007B2329" w:rsidRDefault="007B2329" w:rsidP="007B2329">
      <w:r>
        <w:t>603.3113</w:t>
      </w:r>
      <w:r>
        <w:tab/>
        <w:t>1.252e1</w:t>
      </w:r>
    </w:p>
    <w:p w:rsidR="007B2329" w:rsidRDefault="007B2329" w:rsidP="007B2329">
      <w:r>
        <w:t>603.3180</w:t>
      </w:r>
      <w:r>
        <w:tab/>
        <w:t>1.599e1</w:t>
      </w:r>
    </w:p>
    <w:p w:rsidR="007B2329" w:rsidRDefault="007B2329" w:rsidP="007B2329">
      <w:r>
        <w:t>603.3463</w:t>
      </w:r>
      <w:r>
        <w:tab/>
        <w:t>3.583e0</w:t>
      </w:r>
    </w:p>
    <w:p w:rsidR="007B2329" w:rsidRDefault="007B2329" w:rsidP="007B2329">
      <w:r>
        <w:t>603.3486</w:t>
      </w:r>
      <w:r>
        <w:tab/>
        <w:t>9.697e0</w:t>
      </w:r>
    </w:p>
    <w:p w:rsidR="007B2329" w:rsidRDefault="007B2329" w:rsidP="007B2329">
      <w:r>
        <w:t>603.3506</w:t>
      </w:r>
      <w:r>
        <w:tab/>
        <w:t>3.962e0</w:t>
      </w:r>
    </w:p>
    <w:p w:rsidR="007B2329" w:rsidRDefault="007B2329" w:rsidP="007B2329">
      <w:r>
        <w:t>603.4449</w:t>
      </w:r>
      <w:r>
        <w:tab/>
        <w:t>2.025e0</w:t>
      </w:r>
    </w:p>
    <w:p w:rsidR="007B2329" w:rsidRDefault="007B2329" w:rsidP="007B2329">
      <w:r>
        <w:t>603.4813</w:t>
      </w:r>
      <w:r>
        <w:tab/>
        <w:t>2.025e0</w:t>
      </w:r>
    </w:p>
    <w:p w:rsidR="007B2329" w:rsidRDefault="007B2329" w:rsidP="007B2329">
      <w:r>
        <w:t>603.4853</w:t>
      </w:r>
      <w:r>
        <w:tab/>
        <w:t>3.038e0</w:t>
      </w:r>
    </w:p>
    <w:p w:rsidR="007B2329" w:rsidRDefault="007B2329" w:rsidP="007B2329">
      <w:r>
        <w:t>603.5125</w:t>
      </w:r>
      <w:r>
        <w:tab/>
        <w:t>1.401e0</w:t>
      </w:r>
    </w:p>
    <w:p w:rsidR="007B2329" w:rsidRDefault="007B2329" w:rsidP="007B2329">
      <w:r>
        <w:lastRenderedPageBreak/>
        <w:t>603.5564</w:t>
      </w:r>
      <w:r>
        <w:tab/>
        <w:t>1.013e0</w:t>
      </w:r>
    </w:p>
    <w:p w:rsidR="007B2329" w:rsidRDefault="007B2329" w:rsidP="007B2329">
      <w:r>
        <w:t>603.5793</w:t>
      </w:r>
      <w:r>
        <w:tab/>
        <w:t>6.076e0</w:t>
      </w:r>
    </w:p>
    <w:p w:rsidR="007B2329" w:rsidRDefault="007B2329" w:rsidP="007B2329">
      <w:r>
        <w:t>603.5829</w:t>
      </w:r>
      <w:r>
        <w:tab/>
        <w:t>2.025e0</w:t>
      </w:r>
    </w:p>
    <w:p w:rsidR="007B2329" w:rsidRDefault="007B2329" w:rsidP="007B2329">
      <w:r>
        <w:t>603.5869</w:t>
      </w:r>
      <w:r>
        <w:tab/>
        <w:t>4.051e0</w:t>
      </w:r>
    </w:p>
    <w:p w:rsidR="007B2329" w:rsidRDefault="007B2329" w:rsidP="007B2329">
      <w:r>
        <w:t>603.6510</w:t>
      </w:r>
      <w:r>
        <w:tab/>
        <w:t>4.051e0</w:t>
      </w:r>
    </w:p>
    <w:p w:rsidR="007B2329" w:rsidRDefault="007B2329" w:rsidP="007B2329">
      <w:r>
        <w:t>603.6620</w:t>
      </w:r>
      <w:r>
        <w:tab/>
        <w:t>2.025e0</w:t>
      </w:r>
    </w:p>
    <w:p w:rsidR="007B2329" w:rsidRDefault="007B2329" w:rsidP="007B2329">
      <w:r>
        <w:t>603.6677</w:t>
      </w:r>
      <w:r>
        <w:tab/>
        <w:t>1.013e0</w:t>
      </w:r>
    </w:p>
    <w:p w:rsidR="007B2329" w:rsidRDefault="007B2329" w:rsidP="007B2329">
      <w:r>
        <w:t>603.6989</w:t>
      </w:r>
      <w:r>
        <w:tab/>
        <w:t>2.025e0</w:t>
      </w:r>
    </w:p>
    <w:p w:rsidR="007B2329" w:rsidRDefault="007B2329" w:rsidP="007B2329">
      <w:r>
        <w:t>603.7194</w:t>
      </w:r>
      <w:r>
        <w:tab/>
        <w:t>2.025e0</w:t>
      </w:r>
    </w:p>
    <w:p w:rsidR="007B2329" w:rsidRDefault="007B2329" w:rsidP="007B2329">
      <w:r>
        <w:t>603.7521</w:t>
      </w:r>
      <w:r>
        <w:tab/>
        <w:t>2.025e0</w:t>
      </w:r>
    </w:p>
    <w:p w:rsidR="007B2329" w:rsidRDefault="007B2329" w:rsidP="007B2329">
      <w:r>
        <w:t>603.7678</w:t>
      </w:r>
      <w:r>
        <w:tab/>
        <w:t>1.013e0</w:t>
      </w:r>
    </w:p>
    <w:p w:rsidR="007B2329" w:rsidRDefault="007B2329" w:rsidP="007B2329">
      <w:r>
        <w:t>603.7712</w:t>
      </w:r>
      <w:r>
        <w:tab/>
        <w:t>1.013e0</w:t>
      </w:r>
    </w:p>
    <w:p w:rsidR="007B2329" w:rsidRDefault="007B2329" w:rsidP="007B2329">
      <w:r>
        <w:t>603.8043</w:t>
      </w:r>
      <w:r>
        <w:tab/>
        <w:t>2.025e0</w:t>
      </w:r>
    </w:p>
    <w:p w:rsidR="007B2329" w:rsidRDefault="007B2329" w:rsidP="007B2329">
      <w:r>
        <w:t>603.8725</w:t>
      </w:r>
      <w:r>
        <w:tab/>
        <w:t>3.038e0</w:t>
      </w:r>
    </w:p>
    <w:p w:rsidR="007B2329" w:rsidRDefault="007B2329" w:rsidP="007B2329">
      <w:r>
        <w:t>603.8739</w:t>
      </w:r>
      <w:r>
        <w:tab/>
        <w:t>2.025e0</w:t>
      </w:r>
    </w:p>
    <w:p w:rsidR="007B2329" w:rsidRDefault="007B2329" w:rsidP="007B2329">
      <w:r>
        <w:t>603.9099</w:t>
      </w:r>
      <w:r>
        <w:tab/>
        <w:t>2.025e0</w:t>
      </w:r>
    </w:p>
    <w:p w:rsidR="007B2329" w:rsidRDefault="007B2329" w:rsidP="007B2329">
      <w:r>
        <w:t>603.9471</w:t>
      </w:r>
      <w:r>
        <w:tab/>
        <w:t>2.025e0</w:t>
      </w:r>
    </w:p>
    <w:p w:rsidR="007B2329" w:rsidRDefault="007B2329" w:rsidP="007B2329">
      <w:r>
        <w:t>603.9633</w:t>
      </w:r>
      <w:r>
        <w:tab/>
        <w:t>1.013e0</w:t>
      </w:r>
    </w:p>
    <w:p w:rsidR="007B2329" w:rsidRDefault="007B2329" w:rsidP="007B2329">
      <w:r>
        <w:t>603.9674</w:t>
      </w:r>
      <w:r>
        <w:tab/>
        <w:t>2.025e0</w:t>
      </w:r>
    </w:p>
    <w:p w:rsidR="007B2329" w:rsidRDefault="007B2329" w:rsidP="007B2329">
      <w:r>
        <w:lastRenderedPageBreak/>
        <w:t>603.9781</w:t>
      </w:r>
      <w:r>
        <w:tab/>
        <w:t>1.013e0</w:t>
      </w:r>
    </w:p>
    <w:p w:rsidR="007B2329" w:rsidRDefault="007B2329" w:rsidP="007B2329">
      <w:r>
        <w:t>604.0248</w:t>
      </w:r>
      <w:r>
        <w:tab/>
        <w:t>2.025e0</w:t>
      </w:r>
    </w:p>
    <w:p w:rsidR="007B2329" w:rsidRDefault="007B2329" w:rsidP="007B2329">
      <w:r>
        <w:t>604.0505</w:t>
      </w:r>
      <w:r>
        <w:tab/>
        <w:t>1.013e0</w:t>
      </w:r>
    </w:p>
    <w:p w:rsidR="007B2329" w:rsidRDefault="007B2329" w:rsidP="007B2329">
      <w:r>
        <w:t>604.0531</w:t>
      </w:r>
      <w:r>
        <w:tab/>
        <w:t>3.038e0</w:t>
      </w:r>
    </w:p>
    <w:p w:rsidR="007B2329" w:rsidRDefault="007B2329" w:rsidP="007B2329">
      <w:r>
        <w:t>604.0690</w:t>
      </w:r>
      <w:r>
        <w:tab/>
        <w:t>1.013e0</w:t>
      </w:r>
    </w:p>
    <w:p w:rsidR="007B2329" w:rsidRDefault="007B2329" w:rsidP="007B2329">
      <w:r>
        <w:t>604.0712</w:t>
      </w:r>
      <w:r>
        <w:tab/>
        <w:t>2.025e0</w:t>
      </w:r>
    </w:p>
    <w:p w:rsidR="007B2329" w:rsidRDefault="007B2329" w:rsidP="007B2329">
      <w:r>
        <w:t>604.0784</w:t>
      </w:r>
      <w:r>
        <w:tab/>
        <w:t>3.038e0</w:t>
      </w:r>
    </w:p>
    <w:p w:rsidR="007B2329" w:rsidRDefault="007B2329" w:rsidP="007B2329">
      <w:r>
        <w:t>604.1022</w:t>
      </w:r>
      <w:r>
        <w:tab/>
        <w:t>2.025e0</w:t>
      </w:r>
    </w:p>
    <w:p w:rsidR="007B2329" w:rsidRDefault="007B2329" w:rsidP="007B2329">
      <w:r>
        <w:t>604.1588</w:t>
      </w:r>
      <w:r>
        <w:tab/>
        <w:t>5.063e0</w:t>
      </w:r>
    </w:p>
    <w:p w:rsidR="007B2329" w:rsidRDefault="007B2329" w:rsidP="007B2329">
      <w:r>
        <w:t>604.1642</w:t>
      </w:r>
      <w:r>
        <w:tab/>
        <w:t>1.013e0</w:t>
      </w:r>
    </w:p>
    <w:p w:rsidR="007B2329" w:rsidRDefault="007B2329" w:rsidP="007B2329">
      <w:r>
        <w:t>604.1671</w:t>
      </w:r>
      <w:r>
        <w:tab/>
        <w:t>5.063e0</w:t>
      </w:r>
    </w:p>
    <w:p w:rsidR="007B2329" w:rsidRDefault="007B2329" w:rsidP="007B2329">
      <w:r>
        <w:t>604.2032</w:t>
      </w:r>
      <w:r>
        <w:tab/>
        <w:t>5.126e0</w:t>
      </w:r>
    </w:p>
    <w:p w:rsidR="007B2329" w:rsidRDefault="007B2329" w:rsidP="007B2329">
      <w:r>
        <w:t>604.2061</w:t>
      </w:r>
      <w:r>
        <w:tab/>
        <w:t>5.063e0</w:t>
      </w:r>
    </w:p>
    <w:p w:rsidR="007B2329" w:rsidRDefault="007B2329" w:rsidP="007B2329">
      <w:r>
        <w:t>604.2209</w:t>
      </w:r>
      <w:r>
        <w:tab/>
        <w:t>2.025e0</w:t>
      </w:r>
    </w:p>
    <w:p w:rsidR="007B2329" w:rsidRDefault="007B2329" w:rsidP="007B2329">
      <w:r>
        <w:t>604.2283</w:t>
      </w:r>
      <w:r>
        <w:tab/>
        <w:t>5.570e0</w:t>
      </w:r>
    </w:p>
    <w:p w:rsidR="007B2329" w:rsidRDefault="007B2329" w:rsidP="007B2329">
      <w:r>
        <w:t>604.2326</w:t>
      </w:r>
      <w:r>
        <w:tab/>
        <w:t>2.154e0</w:t>
      </w:r>
    </w:p>
    <w:p w:rsidR="007B2329" w:rsidRDefault="007B2329" w:rsidP="007B2329">
      <w:r>
        <w:t>604.2367</w:t>
      </w:r>
      <w:r>
        <w:tab/>
        <w:t>1.013e0</w:t>
      </w:r>
    </w:p>
    <w:p w:rsidR="007B2329" w:rsidRDefault="007B2329" w:rsidP="007B2329">
      <w:r>
        <w:t>604.2462</w:t>
      </w:r>
      <w:r>
        <w:tab/>
        <w:t>1.013e0</w:t>
      </w:r>
    </w:p>
    <w:p w:rsidR="007B2329" w:rsidRDefault="007B2329" w:rsidP="007B2329">
      <w:r>
        <w:t>604.2650</w:t>
      </w:r>
      <w:r>
        <w:tab/>
        <w:t>3.017e0</w:t>
      </w:r>
    </w:p>
    <w:p w:rsidR="007B2329" w:rsidRDefault="007B2329" w:rsidP="007B2329">
      <w:r>
        <w:lastRenderedPageBreak/>
        <w:t>604.2903</w:t>
      </w:r>
      <w:r>
        <w:tab/>
        <w:t>5.046e0</w:t>
      </w:r>
    </w:p>
    <w:p w:rsidR="007B2329" w:rsidRDefault="007B2329" w:rsidP="007B2329">
      <w:r>
        <w:t>604.2936</w:t>
      </w:r>
      <w:r>
        <w:tab/>
        <w:t>2.025e0</w:t>
      </w:r>
    </w:p>
    <w:p w:rsidR="007B2329" w:rsidRDefault="007B2329" w:rsidP="007B2329">
      <w:r>
        <w:t>604.3035</w:t>
      </w:r>
      <w:r>
        <w:tab/>
        <w:t>8.332e0</w:t>
      </w:r>
    </w:p>
    <w:p w:rsidR="007B2329" w:rsidRDefault="007B2329" w:rsidP="007B2329">
      <w:r>
        <w:t>604.3104</w:t>
      </w:r>
      <w:r>
        <w:tab/>
        <w:t>4.104e0</w:t>
      </w:r>
    </w:p>
    <w:p w:rsidR="007B2329" w:rsidRDefault="007B2329" w:rsidP="007B2329">
      <w:r>
        <w:t>604.3119</w:t>
      </w:r>
      <w:r>
        <w:tab/>
        <w:t>1.541e0</w:t>
      </w:r>
    </w:p>
    <w:p w:rsidR="007B2329" w:rsidRDefault="007B2329" w:rsidP="007B2329">
      <w:r>
        <w:t>604.3195</w:t>
      </w:r>
      <w:r>
        <w:tab/>
        <w:t>4.101e0</w:t>
      </w:r>
    </w:p>
    <w:p w:rsidR="007B2329" w:rsidRDefault="007B2329" w:rsidP="007B2329">
      <w:r>
        <w:t>604.3521</w:t>
      </w:r>
      <w:r>
        <w:tab/>
        <w:t>4.708e0</w:t>
      </w:r>
    </w:p>
    <w:p w:rsidR="007B2329" w:rsidRDefault="007B2329" w:rsidP="007B2329">
      <w:r>
        <w:t>604.3921</w:t>
      </w:r>
      <w:r>
        <w:tab/>
        <w:t>1.013e0</w:t>
      </w:r>
    </w:p>
    <w:p w:rsidR="007B2329" w:rsidRDefault="007B2329" w:rsidP="007B2329">
      <w:r>
        <w:t>604.3949</w:t>
      </w:r>
      <w:r>
        <w:tab/>
        <w:t>3.038e0</w:t>
      </w:r>
    </w:p>
    <w:p w:rsidR="007B2329" w:rsidRDefault="007B2329" w:rsidP="007B2329">
      <w:r>
        <w:t>604.4166</w:t>
      </w:r>
      <w:r>
        <w:tab/>
        <w:t>2.367e0</w:t>
      </w:r>
    </w:p>
    <w:p w:rsidR="007B2329" w:rsidRDefault="007B2329" w:rsidP="007B2329">
      <w:r>
        <w:t>604.4340</w:t>
      </w:r>
      <w:r>
        <w:tab/>
        <w:t>3.038e0</w:t>
      </w:r>
    </w:p>
    <w:p w:rsidR="007B2329" w:rsidRDefault="007B2329" w:rsidP="007B2329">
      <w:r>
        <w:t>604.4359</w:t>
      </w:r>
      <w:r>
        <w:tab/>
        <w:t>1.548e0</w:t>
      </w:r>
    </w:p>
    <w:p w:rsidR="007B2329" w:rsidRDefault="007B2329" w:rsidP="007B2329">
      <w:r>
        <w:t>604.4595</w:t>
      </w:r>
      <w:r>
        <w:tab/>
        <w:t>1.013e0</w:t>
      </w:r>
    </w:p>
    <w:p w:rsidR="007B2329" w:rsidRDefault="007B2329" w:rsidP="007B2329">
      <w:r>
        <w:t>604.4776</w:t>
      </w:r>
      <w:r>
        <w:tab/>
        <w:t>1.013e0</w:t>
      </w:r>
    </w:p>
    <w:p w:rsidR="007B2329" w:rsidRDefault="007B2329" w:rsidP="007B2329">
      <w:r>
        <w:t>604.4852</w:t>
      </w:r>
      <w:r>
        <w:tab/>
        <w:t>1.013e0</w:t>
      </w:r>
    </w:p>
    <w:p w:rsidR="007B2329" w:rsidRDefault="007B2329" w:rsidP="007B2329">
      <w:r>
        <w:t>604.4995</w:t>
      </w:r>
      <w:r>
        <w:tab/>
        <w:t>2.025e0</w:t>
      </w:r>
    </w:p>
    <w:p w:rsidR="007B2329" w:rsidRDefault="007B2329" w:rsidP="007B2329">
      <w:r>
        <w:t>604.5054</w:t>
      </w:r>
      <w:r>
        <w:tab/>
        <w:t>5.063e0</w:t>
      </w:r>
    </w:p>
    <w:p w:rsidR="007B2329" w:rsidRDefault="007B2329" w:rsidP="007B2329">
      <w:r>
        <w:t>604.5128</w:t>
      </w:r>
      <w:r>
        <w:tab/>
        <w:t>2.025e0</w:t>
      </w:r>
    </w:p>
    <w:p w:rsidR="007B2329" w:rsidRDefault="007B2329" w:rsidP="007B2329">
      <w:r>
        <w:t>604.5484</w:t>
      </w:r>
      <w:r>
        <w:tab/>
        <w:t>1.013e0</w:t>
      </w:r>
    </w:p>
    <w:p w:rsidR="007B2329" w:rsidRDefault="007B2329" w:rsidP="007B2329">
      <w:r>
        <w:lastRenderedPageBreak/>
        <w:t>604.5665</w:t>
      </w:r>
      <w:r>
        <w:tab/>
        <w:t>3.038e0</w:t>
      </w:r>
    </w:p>
    <w:p w:rsidR="007B2329" w:rsidRDefault="007B2329" w:rsidP="007B2329">
      <w:r>
        <w:t>604.5723</w:t>
      </w:r>
      <w:r>
        <w:tab/>
        <w:t>3.038e0</w:t>
      </w:r>
    </w:p>
    <w:p w:rsidR="007B2329" w:rsidRDefault="007B2329" w:rsidP="007B2329">
      <w:r>
        <w:t>604.5881</w:t>
      </w:r>
      <w:r>
        <w:tab/>
        <w:t>2.025e0</w:t>
      </w:r>
    </w:p>
    <w:p w:rsidR="007B2329" w:rsidRDefault="007B2329" w:rsidP="007B2329">
      <w:r>
        <w:t>604.6014</w:t>
      </w:r>
      <w:r>
        <w:tab/>
        <w:t>2.025e0</w:t>
      </w:r>
    </w:p>
    <w:p w:rsidR="007B2329" w:rsidRDefault="007B2329" w:rsidP="007B2329">
      <w:r>
        <w:t>604.6097</w:t>
      </w:r>
      <w:r>
        <w:tab/>
        <w:t>1.013e0</w:t>
      </w:r>
    </w:p>
    <w:p w:rsidR="007B2329" w:rsidRDefault="007B2329" w:rsidP="007B2329">
      <w:r>
        <w:t>604.6301</w:t>
      </w:r>
      <w:r>
        <w:tab/>
        <w:t>2.025e0</w:t>
      </w:r>
    </w:p>
    <w:p w:rsidR="007B2329" w:rsidRDefault="007B2329" w:rsidP="007B2329">
      <w:r>
        <w:t>604.6725</w:t>
      </w:r>
      <w:r>
        <w:tab/>
        <w:t>1.013e0</w:t>
      </w:r>
    </w:p>
    <w:p w:rsidR="007B2329" w:rsidRDefault="007B2329" w:rsidP="007B2329">
      <w:r>
        <w:t>604.7071</w:t>
      </w:r>
      <w:r>
        <w:tab/>
        <w:t>3.038e0</w:t>
      </w:r>
    </w:p>
    <w:p w:rsidR="007B2329" w:rsidRDefault="007B2329" w:rsidP="007B2329">
      <w:r>
        <w:t>604.7259</w:t>
      </w:r>
      <w:r>
        <w:tab/>
        <w:t>2.025e0</w:t>
      </w:r>
    </w:p>
    <w:p w:rsidR="007B2329" w:rsidRDefault="007B2329" w:rsidP="007B2329">
      <w:r>
        <w:t>604.7271</w:t>
      </w:r>
      <w:r>
        <w:tab/>
        <w:t>9.114e0</w:t>
      </w:r>
    </w:p>
    <w:p w:rsidR="007B2329" w:rsidRDefault="007B2329" w:rsidP="007B2329">
      <w:r>
        <w:t>604.7337</w:t>
      </w:r>
      <w:r>
        <w:tab/>
        <w:t>1.013e0</w:t>
      </w:r>
    </w:p>
    <w:p w:rsidR="007B2329" w:rsidRDefault="007B2329" w:rsidP="007B2329">
      <w:r>
        <w:t>604.7648</w:t>
      </w:r>
      <w:r>
        <w:tab/>
        <w:t>1.013e0</w:t>
      </w:r>
    </w:p>
    <w:p w:rsidR="007B2329" w:rsidRDefault="007B2329" w:rsidP="007B2329">
      <w:r>
        <w:t>604.7913</w:t>
      </w:r>
      <w:r>
        <w:tab/>
        <w:t>2.025e0</w:t>
      </w:r>
    </w:p>
    <w:p w:rsidR="007B2329" w:rsidRDefault="007B2329" w:rsidP="007B2329">
      <w:r>
        <w:t>604.8075</w:t>
      </w:r>
      <w:r>
        <w:tab/>
        <w:t>2.025e0</w:t>
      </w:r>
    </w:p>
    <w:p w:rsidR="007B2329" w:rsidRDefault="007B2329" w:rsidP="007B2329">
      <w:r>
        <w:t>604.8167</w:t>
      </w:r>
      <w:r>
        <w:tab/>
        <w:t>2.025e0</w:t>
      </w:r>
    </w:p>
    <w:p w:rsidR="007B2329" w:rsidRDefault="007B2329" w:rsidP="007B2329">
      <w:r>
        <w:t>604.8247</w:t>
      </w:r>
      <w:r>
        <w:tab/>
        <w:t>4.051e0</w:t>
      </w:r>
    </w:p>
    <w:p w:rsidR="007B2329" w:rsidRDefault="007B2329" w:rsidP="007B2329">
      <w:r>
        <w:t>604.8270</w:t>
      </w:r>
      <w:r>
        <w:tab/>
        <w:t>2.025e0</w:t>
      </w:r>
    </w:p>
    <w:p w:rsidR="007B2329" w:rsidRDefault="007B2329" w:rsidP="007B2329">
      <w:r>
        <w:t>604.8564</w:t>
      </w:r>
      <w:r>
        <w:tab/>
        <w:t>4.051e0</w:t>
      </w:r>
    </w:p>
    <w:p w:rsidR="007B2329" w:rsidRDefault="007B2329" w:rsidP="007B2329">
      <w:r>
        <w:t>604.8589</w:t>
      </w:r>
      <w:r>
        <w:tab/>
        <w:t>3.038e0</w:t>
      </w:r>
    </w:p>
    <w:p w:rsidR="007B2329" w:rsidRDefault="007B2329" w:rsidP="007B2329">
      <w:r>
        <w:lastRenderedPageBreak/>
        <w:t>604.8661</w:t>
      </w:r>
      <w:r>
        <w:tab/>
        <w:t>2.025e0</w:t>
      </w:r>
    </w:p>
    <w:p w:rsidR="007B2329" w:rsidRDefault="007B2329" w:rsidP="007B2329">
      <w:r>
        <w:t>604.8888</w:t>
      </w:r>
      <w:r>
        <w:tab/>
        <w:t>2.025e0</w:t>
      </w:r>
    </w:p>
    <w:p w:rsidR="007B2329" w:rsidRDefault="007B2329" w:rsidP="007B2329">
      <w:r>
        <w:t>604.9025</w:t>
      </w:r>
      <w:r>
        <w:tab/>
        <w:t>1.013e0</w:t>
      </w:r>
    </w:p>
    <w:p w:rsidR="007B2329" w:rsidRDefault="007B2329" w:rsidP="007B2329">
      <w:r>
        <w:t>604.9133</w:t>
      </w:r>
      <w:r>
        <w:tab/>
        <w:t>2.025e0</w:t>
      </w:r>
    </w:p>
    <w:p w:rsidR="007B2329" w:rsidRDefault="007B2329" w:rsidP="007B2329">
      <w:r>
        <w:t>604.9827</w:t>
      </w:r>
      <w:r>
        <w:tab/>
        <w:t>1.013e0</w:t>
      </w:r>
    </w:p>
    <w:p w:rsidR="007B2329" w:rsidRDefault="007B2329" w:rsidP="007B2329">
      <w:r>
        <w:t>604.9900</w:t>
      </w:r>
      <w:r>
        <w:tab/>
        <w:t>1.013e0</w:t>
      </w:r>
    </w:p>
    <w:p w:rsidR="007B2329" w:rsidRDefault="007B2329" w:rsidP="007B2329">
      <w:r>
        <w:t>604.9960</w:t>
      </w:r>
      <w:r>
        <w:tab/>
        <w:t>2.025e0</w:t>
      </w:r>
    </w:p>
    <w:p w:rsidR="007B2329" w:rsidRDefault="007B2329" w:rsidP="007B2329">
      <w:r>
        <w:t>605.0265</w:t>
      </w:r>
      <w:r>
        <w:tab/>
        <w:t>1.013e0</w:t>
      </w:r>
    </w:p>
    <w:p w:rsidR="007B2329" w:rsidRDefault="007B2329" w:rsidP="007B2329">
      <w:r>
        <w:t>605.0343</w:t>
      </w:r>
      <w:r>
        <w:tab/>
        <w:t>1.013e0</w:t>
      </w:r>
    </w:p>
    <w:p w:rsidR="007B2329" w:rsidRDefault="007B2329" w:rsidP="007B2329">
      <w:r>
        <w:t>605.0549</w:t>
      </w:r>
      <w:r>
        <w:tab/>
        <w:t>2.025e0</w:t>
      </w:r>
    </w:p>
    <w:p w:rsidR="007B2329" w:rsidRDefault="007B2329" w:rsidP="007B2329">
      <w:r>
        <w:t>605.0607</w:t>
      </w:r>
      <w:r>
        <w:tab/>
        <w:t>4.051e0</w:t>
      </w:r>
    </w:p>
    <w:p w:rsidR="007B2329" w:rsidRDefault="007B2329" w:rsidP="007B2329">
      <w:r>
        <w:t>605.0792</w:t>
      </w:r>
      <w:r>
        <w:tab/>
        <w:t>3.038e0</w:t>
      </w:r>
    </w:p>
    <w:p w:rsidR="007B2329" w:rsidRDefault="007B2329" w:rsidP="007B2329">
      <w:r>
        <w:t>605.0847</w:t>
      </w:r>
      <w:r>
        <w:tab/>
        <w:t>2.025e0</w:t>
      </w:r>
    </w:p>
    <w:p w:rsidR="007B2329" w:rsidRDefault="007B2329" w:rsidP="007B2329">
      <w:r>
        <w:t>605.0975</w:t>
      </w:r>
      <w:r>
        <w:tab/>
        <w:t>1.013e0</w:t>
      </w:r>
    </w:p>
    <w:p w:rsidR="007B2329" w:rsidRDefault="007B2329" w:rsidP="007B2329">
      <w:r>
        <w:t>605.1171</w:t>
      </w:r>
      <w:r>
        <w:tab/>
        <w:t>1.013e0</w:t>
      </w:r>
    </w:p>
    <w:p w:rsidR="007B2329" w:rsidRDefault="007B2329" w:rsidP="007B2329">
      <w:r>
        <w:t>605.1277</w:t>
      </w:r>
      <w:r>
        <w:tab/>
        <w:t>1.013e0</w:t>
      </w:r>
    </w:p>
    <w:p w:rsidR="007B2329" w:rsidRDefault="007B2329" w:rsidP="007B2329">
      <w:r>
        <w:t>605.1324</w:t>
      </w:r>
      <w:r>
        <w:tab/>
        <w:t>1.013e0</w:t>
      </w:r>
    </w:p>
    <w:p w:rsidR="007B2329" w:rsidRDefault="007B2329" w:rsidP="007B2329">
      <w:r>
        <w:t>605.1395</w:t>
      </w:r>
      <w:r>
        <w:tab/>
        <w:t>3.038e0</w:t>
      </w:r>
    </w:p>
    <w:p w:rsidR="007B2329" w:rsidRDefault="007B2329" w:rsidP="007B2329">
      <w:r>
        <w:t>605.1439</w:t>
      </w:r>
      <w:r>
        <w:tab/>
        <w:t>4.051e0</w:t>
      </w:r>
    </w:p>
    <w:p w:rsidR="007B2329" w:rsidRDefault="007B2329" w:rsidP="007B2329">
      <w:r>
        <w:lastRenderedPageBreak/>
        <w:t>605.1746</w:t>
      </w:r>
      <w:r>
        <w:tab/>
        <w:t>5.936e0</w:t>
      </w:r>
    </w:p>
    <w:p w:rsidR="007B2329" w:rsidRDefault="007B2329" w:rsidP="007B2329">
      <w:r>
        <w:t>605.2036</w:t>
      </w:r>
      <w:r>
        <w:tab/>
        <w:t>1.013e0</w:t>
      </w:r>
    </w:p>
    <w:p w:rsidR="007B2329" w:rsidRDefault="007B2329" w:rsidP="007B2329">
      <w:r>
        <w:t>605.2094</w:t>
      </w:r>
      <w:r>
        <w:tab/>
        <w:t>2.025e0</w:t>
      </w:r>
    </w:p>
    <w:p w:rsidR="007B2329" w:rsidRDefault="007B2329" w:rsidP="007B2329">
      <w:r>
        <w:t>605.2111</w:t>
      </w:r>
      <w:r>
        <w:tab/>
        <w:t>8.658e0</w:t>
      </w:r>
    </w:p>
    <w:p w:rsidR="007B2329" w:rsidRDefault="007B2329" w:rsidP="007B2329">
      <w:r>
        <w:t>605.2462</w:t>
      </w:r>
      <w:r>
        <w:tab/>
        <w:t>1.519e0</w:t>
      </w:r>
    </w:p>
    <w:p w:rsidR="007B2329" w:rsidRDefault="007B2329" w:rsidP="007B2329">
      <w:r>
        <w:t>605.2562</w:t>
      </w:r>
      <w:r>
        <w:tab/>
        <w:t>1.378e0</w:t>
      </w:r>
    </w:p>
    <w:p w:rsidR="007B2329" w:rsidRDefault="007B2329" w:rsidP="007B2329">
      <w:r>
        <w:t>605.2789</w:t>
      </w:r>
      <w:r>
        <w:tab/>
        <w:t>3.038e0</w:t>
      </w:r>
    </w:p>
    <w:p w:rsidR="007B2329" w:rsidRDefault="007B2329" w:rsidP="007B2329">
      <w:r>
        <w:t>605.2896</w:t>
      </w:r>
      <w:r>
        <w:tab/>
        <w:t>4.119e0</w:t>
      </w:r>
    </w:p>
    <w:p w:rsidR="007B2329" w:rsidRDefault="007B2329" w:rsidP="007B2329">
      <w:r>
        <w:t>605.3047</w:t>
      </w:r>
      <w:r>
        <w:tab/>
        <w:t>8.832e0</w:t>
      </w:r>
    </w:p>
    <w:p w:rsidR="007B2329" w:rsidRDefault="007B2329" w:rsidP="007B2329">
      <w:r>
        <w:t>605.3239</w:t>
      </w:r>
      <w:r>
        <w:tab/>
        <w:t>3.089e0</w:t>
      </w:r>
    </w:p>
    <w:p w:rsidR="007B2329" w:rsidRDefault="007B2329" w:rsidP="007B2329">
      <w:r>
        <w:t>605.3347</w:t>
      </w:r>
      <w:r>
        <w:tab/>
        <w:t>2.297e0</w:t>
      </w:r>
    </w:p>
    <w:p w:rsidR="007B2329" w:rsidRDefault="007B2329" w:rsidP="007B2329">
      <w:r>
        <w:t>605.3606</w:t>
      </w:r>
      <w:r>
        <w:tab/>
        <w:t>2.025e0</w:t>
      </w:r>
    </w:p>
    <w:p w:rsidR="007B2329" w:rsidRDefault="007B2329" w:rsidP="007B2329">
      <w:r>
        <w:t>605.3799</w:t>
      </w:r>
      <w:r>
        <w:tab/>
        <w:t>2.025e0</w:t>
      </w:r>
    </w:p>
    <w:p w:rsidR="007B2329" w:rsidRDefault="007B2329" w:rsidP="007B2329">
      <w:r>
        <w:t>605.3990</w:t>
      </w:r>
      <w:r>
        <w:tab/>
        <w:t>2.025e0</w:t>
      </w:r>
    </w:p>
    <w:p w:rsidR="007B2329" w:rsidRDefault="007B2329" w:rsidP="007B2329">
      <w:r>
        <w:t>605.4384</w:t>
      </w:r>
      <w:r>
        <w:tab/>
        <w:t>1.013e0</w:t>
      </w:r>
    </w:p>
    <w:p w:rsidR="007B2329" w:rsidRDefault="007B2329" w:rsidP="007B2329">
      <w:r>
        <w:t>605.4423</w:t>
      </w:r>
      <w:r>
        <w:tab/>
        <w:t>2.897e0</w:t>
      </w:r>
    </w:p>
    <w:p w:rsidR="007B2329" w:rsidRDefault="007B2329" w:rsidP="007B2329">
      <w:r>
        <w:t>605.4810</w:t>
      </w:r>
      <w:r>
        <w:tab/>
        <w:t>2.025e0</w:t>
      </w:r>
    </w:p>
    <w:p w:rsidR="007B2329" w:rsidRDefault="007B2329" w:rsidP="007B2329">
      <w:r>
        <w:t>605.5289</w:t>
      </w:r>
      <w:r>
        <w:tab/>
        <w:t>3.038e0</w:t>
      </w:r>
    </w:p>
    <w:p w:rsidR="007B2329" w:rsidRDefault="007B2329" w:rsidP="007B2329">
      <w:r>
        <w:t>605.5389</w:t>
      </w:r>
      <w:r>
        <w:tab/>
        <w:t>1.013e0</w:t>
      </w:r>
    </w:p>
    <w:p w:rsidR="007B2329" w:rsidRDefault="007B2329" w:rsidP="007B2329">
      <w:r>
        <w:lastRenderedPageBreak/>
        <w:t>605.5438</w:t>
      </w:r>
      <w:r>
        <w:tab/>
        <w:t>3.038e0</w:t>
      </w:r>
    </w:p>
    <w:p w:rsidR="007B2329" w:rsidRDefault="007B2329" w:rsidP="007B2329">
      <w:r>
        <w:t>605.5574</w:t>
      </w:r>
      <w:r>
        <w:tab/>
        <w:t>1.013e0</w:t>
      </w:r>
    </w:p>
    <w:p w:rsidR="007B2329" w:rsidRDefault="007B2329" w:rsidP="007B2329">
      <w:r>
        <w:t>605.5591</w:t>
      </w:r>
      <w:r>
        <w:tab/>
        <w:t>2.318e0</w:t>
      </w:r>
    </w:p>
    <w:p w:rsidR="007B2329" w:rsidRDefault="007B2329" w:rsidP="007B2329">
      <w:r>
        <w:t>605.5941</w:t>
      </w:r>
      <w:r>
        <w:tab/>
        <w:t>2.025e0</w:t>
      </w:r>
    </w:p>
    <w:p w:rsidR="007B2329" w:rsidRDefault="007B2329" w:rsidP="007B2329">
      <w:r>
        <w:t>605.6044</w:t>
      </w:r>
      <w:r>
        <w:tab/>
        <w:t>2.025e0</w:t>
      </w:r>
    </w:p>
    <w:p w:rsidR="007B2329" w:rsidRDefault="007B2329" w:rsidP="007B2329">
      <w:r>
        <w:t>605.6104</w:t>
      </w:r>
      <w:r>
        <w:tab/>
        <w:t>1.013e0</w:t>
      </w:r>
    </w:p>
    <w:p w:rsidR="007B2329" w:rsidRDefault="007B2329" w:rsidP="007B2329">
      <w:r>
        <w:t>605.6252</w:t>
      </w:r>
      <w:r>
        <w:tab/>
        <w:t>2.025e0</w:t>
      </w:r>
    </w:p>
    <w:p w:rsidR="007B2329" w:rsidRDefault="007B2329" w:rsidP="007B2329">
      <w:r>
        <w:t>605.6355</w:t>
      </w:r>
      <w:r>
        <w:tab/>
        <w:t>2.025e0</w:t>
      </w:r>
    </w:p>
    <w:p w:rsidR="007B2329" w:rsidRDefault="007B2329" w:rsidP="007B2329">
      <w:r>
        <w:t>605.6808</w:t>
      </w:r>
      <w:r>
        <w:tab/>
        <w:t>2.025e0</w:t>
      </w:r>
    </w:p>
    <w:p w:rsidR="007B2329" w:rsidRDefault="007B2329" w:rsidP="007B2329">
      <w:r>
        <w:t>605.6878</w:t>
      </w:r>
      <w:r>
        <w:tab/>
        <w:t>2.025e0</w:t>
      </w:r>
    </w:p>
    <w:p w:rsidR="007B2329" w:rsidRDefault="007B2329" w:rsidP="007B2329">
      <w:r>
        <w:t>605.7160</w:t>
      </w:r>
      <w:r>
        <w:tab/>
        <w:t>1.013e0</w:t>
      </w:r>
    </w:p>
    <w:p w:rsidR="007B2329" w:rsidRDefault="007B2329" w:rsidP="007B2329">
      <w:r>
        <w:t>605.7288</w:t>
      </w:r>
      <w:r>
        <w:tab/>
        <w:t>1.013e0</w:t>
      </w:r>
    </w:p>
    <w:p w:rsidR="007B2329" w:rsidRDefault="007B2329" w:rsidP="007B2329">
      <w:r>
        <w:t>605.7341</w:t>
      </w:r>
      <w:r>
        <w:tab/>
        <w:t>1.013e0</w:t>
      </w:r>
    </w:p>
    <w:p w:rsidR="007B2329" w:rsidRDefault="007B2329" w:rsidP="007B2329">
      <w:r>
        <w:t>605.7497</w:t>
      </w:r>
      <w:r>
        <w:tab/>
        <w:t>1.013e0</w:t>
      </w:r>
    </w:p>
    <w:p w:rsidR="007B2329" w:rsidRDefault="007B2329" w:rsidP="007B2329">
      <w:r>
        <w:t>605.7526</w:t>
      </w:r>
      <w:r>
        <w:tab/>
        <w:t>1.013e0</w:t>
      </w:r>
    </w:p>
    <w:p w:rsidR="007B2329" w:rsidRDefault="007B2329" w:rsidP="007B2329">
      <w:r>
        <w:t>605.7866</w:t>
      </w:r>
      <w:r>
        <w:tab/>
        <w:t>3.038e0</w:t>
      </w:r>
    </w:p>
    <w:p w:rsidR="007B2329" w:rsidRDefault="007B2329" w:rsidP="007B2329">
      <w:r>
        <w:t>605.8015</w:t>
      </w:r>
      <w:r>
        <w:tab/>
        <w:t>2.025e0</w:t>
      </w:r>
    </w:p>
    <w:p w:rsidR="007B2329" w:rsidRDefault="007B2329" w:rsidP="007B2329">
      <w:r>
        <w:t>605.8159</w:t>
      </w:r>
      <w:r>
        <w:tab/>
        <w:t>2.025e0</w:t>
      </w:r>
    </w:p>
    <w:p w:rsidR="007B2329" w:rsidRDefault="007B2329" w:rsidP="007B2329">
      <w:r>
        <w:t>605.8431</w:t>
      </w:r>
      <w:r>
        <w:tab/>
        <w:t>1.013e0</w:t>
      </w:r>
    </w:p>
    <w:p w:rsidR="007B2329" w:rsidRDefault="007B2329" w:rsidP="007B2329">
      <w:r>
        <w:lastRenderedPageBreak/>
        <w:t>605.8585</w:t>
      </w:r>
      <w:r>
        <w:tab/>
        <w:t>1.013e0</w:t>
      </w:r>
    </w:p>
    <w:p w:rsidR="007B2329" w:rsidRDefault="007B2329" w:rsidP="007B2329">
      <w:r>
        <w:t>605.8765</w:t>
      </w:r>
      <w:r>
        <w:tab/>
        <w:t>1.013e0</w:t>
      </w:r>
    </w:p>
    <w:p w:rsidR="007B2329" w:rsidRDefault="007B2329" w:rsidP="007B2329">
      <w:r>
        <w:t>605.8929</w:t>
      </w:r>
      <w:r>
        <w:tab/>
        <w:t>1.013e0</w:t>
      </w:r>
    </w:p>
    <w:p w:rsidR="007B2329" w:rsidRDefault="007B2329" w:rsidP="007B2329">
      <w:r>
        <w:t>605.9111</w:t>
      </w:r>
      <w:r>
        <w:tab/>
        <w:t>1.013e0</w:t>
      </w:r>
    </w:p>
    <w:p w:rsidR="007B2329" w:rsidRDefault="007B2329" w:rsidP="007B2329">
      <w:r>
        <w:t>605.9157</w:t>
      </w:r>
      <w:r>
        <w:tab/>
        <w:t>1.013e0</w:t>
      </w:r>
    </w:p>
    <w:p w:rsidR="007B2329" w:rsidRDefault="007B2329" w:rsidP="007B2329">
      <w:r>
        <w:t>605.9348</w:t>
      </w:r>
      <w:r>
        <w:tab/>
        <w:t>3.038e0</w:t>
      </w:r>
    </w:p>
    <w:p w:rsidR="007B2329" w:rsidRDefault="007B2329" w:rsidP="007B2329">
      <w:r>
        <w:t>605.9459</w:t>
      </w:r>
      <w:r>
        <w:tab/>
        <w:t>1.013e0</w:t>
      </w:r>
    </w:p>
    <w:p w:rsidR="007B2329" w:rsidRDefault="007B2329" w:rsidP="007B2329">
      <w:r>
        <w:t>605.9778</w:t>
      </w:r>
      <w:r>
        <w:tab/>
        <w:t>1.013e0</w:t>
      </w:r>
    </w:p>
    <w:p w:rsidR="007B2329" w:rsidRDefault="007B2329" w:rsidP="007B2329">
      <w:r>
        <w:t>605.9821</w:t>
      </w:r>
      <w:r>
        <w:tab/>
        <w:t>2.025e0</w:t>
      </w:r>
    </w:p>
    <w:p w:rsidR="007B2329" w:rsidRDefault="007B2329" w:rsidP="007B2329">
      <w:r>
        <w:t>606.0193</w:t>
      </w:r>
      <w:r>
        <w:tab/>
        <w:t>2.025e0</w:t>
      </w:r>
    </w:p>
    <w:p w:rsidR="007B2329" w:rsidRDefault="007B2329" w:rsidP="007B2329">
      <w:r>
        <w:t>606.0299</w:t>
      </w:r>
      <w:r>
        <w:tab/>
        <w:t>1.013e0</w:t>
      </w:r>
    </w:p>
    <w:p w:rsidR="007B2329" w:rsidRDefault="007B2329" w:rsidP="007B2329">
      <w:r>
        <w:t>606.0456</w:t>
      </w:r>
      <w:r>
        <w:tab/>
        <w:t>2.025e0</w:t>
      </w:r>
    </w:p>
    <w:p w:rsidR="007B2329" w:rsidRDefault="007B2329" w:rsidP="007B2329">
      <w:r>
        <w:t>606.0505</w:t>
      </w:r>
      <w:r>
        <w:tab/>
        <w:t>1.013e0</w:t>
      </w:r>
    </w:p>
    <w:p w:rsidR="007B2329" w:rsidRDefault="007B2329" w:rsidP="007B2329">
      <w:r>
        <w:t>606.0698</w:t>
      </w:r>
      <w:r>
        <w:tab/>
        <w:t>1.013e0</w:t>
      </w:r>
    </w:p>
    <w:p w:rsidR="007B2329" w:rsidRDefault="007B2329" w:rsidP="007B2329">
      <w:r>
        <w:t>606.0714</w:t>
      </w:r>
      <w:r>
        <w:tab/>
        <w:t>1.013e0</w:t>
      </w:r>
    </w:p>
    <w:p w:rsidR="007B2329" w:rsidRDefault="007B2329" w:rsidP="007B2329">
      <w:r>
        <w:t>606.0880</w:t>
      </w:r>
      <w:r>
        <w:tab/>
        <w:t>1.013e0</w:t>
      </w:r>
    </w:p>
    <w:p w:rsidR="007B2329" w:rsidRDefault="007B2329" w:rsidP="007B2329">
      <w:r>
        <w:t>606.0972</w:t>
      </w:r>
      <w:r>
        <w:tab/>
        <w:t>2.025e0</w:t>
      </w:r>
    </w:p>
    <w:p w:rsidR="007B2329" w:rsidRDefault="007B2329" w:rsidP="007B2329">
      <w:r>
        <w:t>606.1029</w:t>
      </w:r>
      <w:r>
        <w:tab/>
        <w:t>3.038e0</w:t>
      </w:r>
    </w:p>
    <w:p w:rsidR="007B2329" w:rsidRDefault="007B2329" w:rsidP="007B2329">
      <w:r>
        <w:t>606.1445</w:t>
      </w:r>
      <w:r>
        <w:tab/>
        <w:t>1.774e0</w:t>
      </w:r>
    </w:p>
    <w:p w:rsidR="007B2329" w:rsidRDefault="007B2329" w:rsidP="007B2329">
      <w:r>
        <w:lastRenderedPageBreak/>
        <w:t>606.1473</w:t>
      </w:r>
      <w:r>
        <w:tab/>
        <w:t>4.462e0</w:t>
      </w:r>
    </w:p>
    <w:p w:rsidR="007B2329" w:rsidRDefault="007B2329" w:rsidP="007B2329">
      <w:r>
        <w:t>606.1684</w:t>
      </w:r>
      <w:r>
        <w:tab/>
        <w:t>1.025e0</w:t>
      </w:r>
    </w:p>
    <w:p w:rsidR="007B2329" w:rsidRDefault="007B2329" w:rsidP="007B2329">
      <w:r>
        <w:t>606.1699</w:t>
      </w:r>
      <w:r>
        <w:tab/>
        <w:t>2.025e0</w:t>
      </w:r>
    </w:p>
    <w:p w:rsidR="007B2329" w:rsidRDefault="007B2329" w:rsidP="007B2329">
      <w:r>
        <w:t>606.2032</w:t>
      </w:r>
      <w:r>
        <w:tab/>
        <w:t>3.038e0</w:t>
      </w:r>
    </w:p>
    <w:p w:rsidR="007B2329" w:rsidRDefault="007B2329" w:rsidP="007B2329">
      <w:r>
        <w:t>606.2430</w:t>
      </w:r>
      <w:r>
        <w:tab/>
        <w:t>2.219e0</w:t>
      </w:r>
    </w:p>
    <w:p w:rsidR="007B2329" w:rsidRDefault="007B2329" w:rsidP="007B2329">
      <w:r>
        <w:t>606.2768</w:t>
      </w:r>
      <w:r>
        <w:tab/>
        <w:t>1.979e0</w:t>
      </w:r>
    </w:p>
    <w:p w:rsidR="007B2329" w:rsidRDefault="007B2329" w:rsidP="007B2329">
      <w:r>
        <w:t>606.2827</w:t>
      </w:r>
      <w:r>
        <w:tab/>
        <w:t>2.025e0</w:t>
      </w:r>
    </w:p>
    <w:p w:rsidR="007B2329" w:rsidRDefault="007B2329" w:rsidP="007B2329">
      <w:r>
        <w:t>606.3000</w:t>
      </w:r>
      <w:r>
        <w:tab/>
        <w:t>1.013e0</w:t>
      </w:r>
    </w:p>
    <w:p w:rsidR="007B2329" w:rsidRDefault="007B2329" w:rsidP="007B2329">
      <w:r>
        <w:t>606.3181</w:t>
      </w:r>
      <w:r>
        <w:tab/>
        <w:t>4.993e0</w:t>
      </w:r>
    </w:p>
    <w:p w:rsidR="007B2329" w:rsidRDefault="007B2329" w:rsidP="007B2329">
      <w:r>
        <w:t>606.3936</w:t>
      </w:r>
      <w:r>
        <w:tab/>
        <w:t>5.063e0</w:t>
      </w:r>
    </w:p>
    <w:p w:rsidR="007B2329" w:rsidRDefault="007B2329" w:rsidP="007B2329">
      <w:r>
        <w:t>606.4196</w:t>
      </w:r>
      <w:r>
        <w:tab/>
        <w:t>2.481e0</w:t>
      </w:r>
    </w:p>
    <w:p w:rsidR="007B2329" w:rsidRDefault="007B2329" w:rsidP="007B2329">
      <w:r>
        <w:t>606.4554</w:t>
      </w:r>
      <w:r>
        <w:tab/>
        <w:t>2.025e0</w:t>
      </w:r>
    </w:p>
    <w:p w:rsidR="007B2329" w:rsidRDefault="007B2329" w:rsidP="007B2329">
      <w:r>
        <w:t>606.4627</w:t>
      </w:r>
      <w:r>
        <w:tab/>
        <w:t>3.038e0</w:t>
      </w:r>
    </w:p>
    <w:p w:rsidR="007B2329" w:rsidRDefault="007B2329" w:rsidP="007B2329">
      <w:r>
        <w:t>606.4659</w:t>
      </w:r>
      <w:r>
        <w:tab/>
        <w:t>1.013e0</w:t>
      </w:r>
    </w:p>
    <w:p w:rsidR="007B2329" w:rsidRDefault="007B2329" w:rsidP="007B2329">
      <w:r>
        <w:t>606.4683</w:t>
      </w:r>
      <w:r>
        <w:tab/>
        <w:t>2.025e0</w:t>
      </w:r>
    </w:p>
    <w:p w:rsidR="007B2329" w:rsidRDefault="007B2329" w:rsidP="007B2329">
      <w:r>
        <w:t>606.4869</w:t>
      </w:r>
      <w:r>
        <w:tab/>
        <w:t>1.013e0</w:t>
      </w:r>
    </w:p>
    <w:p w:rsidR="007B2329" w:rsidRDefault="007B2329" w:rsidP="007B2329">
      <w:r>
        <w:t>606.5479</w:t>
      </w:r>
      <w:r>
        <w:tab/>
        <w:t>1.013e0</w:t>
      </w:r>
    </w:p>
    <w:p w:rsidR="007B2329" w:rsidRDefault="007B2329" w:rsidP="007B2329">
      <w:r>
        <w:t>606.5491</w:t>
      </w:r>
      <w:r>
        <w:tab/>
        <w:t>1.013e0</w:t>
      </w:r>
    </w:p>
    <w:p w:rsidR="007B2329" w:rsidRDefault="007B2329" w:rsidP="007B2329">
      <w:r>
        <w:t>606.5657</w:t>
      </w:r>
      <w:r>
        <w:tab/>
        <w:t>1.013e0</w:t>
      </w:r>
    </w:p>
    <w:p w:rsidR="007B2329" w:rsidRDefault="007B2329" w:rsidP="007B2329">
      <w:r>
        <w:lastRenderedPageBreak/>
        <w:t>606.5698</w:t>
      </w:r>
      <w:r>
        <w:tab/>
        <w:t>1.013e0</w:t>
      </w:r>
    </w:p>
    <w:p w:rsidR="007B2329" w:rsidRDefault="007B2329" w:rsidP="007B2329">
      <w:r>
        <w:t>606.6008</w:t>
      </w:r>
      <w:r>
        <w:tab/>
        <w:t>2.025e0</w:t>
      </w:r>
    </w:p>
    <w:p w:rsidR="007B2329" w:rsidRDefault="007B2329" w:rsidP="007B2329">
      <w:r>
        <w:t>606.6112</w:t>
      </w:r>
      <w:r>
        <w:tab/>
        <w:t>1.013e0</w:t>
      </w:r>
    </w:p>
    <w:p w:rsidR="007B2329" w:rsidRDefault="007B2329" w:rsidP="007B2329">
      <w:r>
        <w:t>606.6218</w:t>
      </w:r>
      <w:r>
        <w:tab/>
        <w:t>1.013e0</w:t>
      </w:r>
    </w:p>
    <w:p w:rsidR="007B2329" w:rsidRDefault="007B2329" w:rsidP="007B2329">
      <w:r>
        <w:t>606.6425</w:t>
      </w:r>
      <w:r>
        <w:tab/>
        <w:t>2.025e0</w:t>
      </w:r>
    </w:p>
    <w:p w:rsidR="007B2329" w:rsidRDefault="007B2329" w:rsidP="007B2329">
      <w:r>
        <w:t>606.6453</w:t>
      </w:r>
      <w:r>
        <w:tab/>
        <w:t>2.025e0</w:t>
      </w:r>
    </w:p>
    <w:p w:rsidR="007B2329" w:rsidRDefault="007B2329" w:rsidP="007B2329">
      <w:r>
        <w:t>606.6633</w:t>
      </w:r>
      <w:r>
        <w:tab/>
        <w:t>1.013e0</w:t>
      </w:r>
    </w:p>
    <w:p w:rsidR="007B2329" w:rsidRDefault="007B2329" w:rsidP="007B2329">
      <w:r>
        <w:t>606.6901</w:t>
      </w:r>
      <w:r>
        <w:tab/>
        <w:t>1.013e0</w:t>
      </w:r>
    </w:p>
    <w:p w:rsidR="007B2329" w:rsidRDefault="007B2329" w:rsidP="007B2329">
      <w:r>
        <w:t>606.7207</w:t>
      </w:r>
      <w:r>
        <w:tab/>
        <w:t>2.025e0</w:t>
      </w:r>
    </w:p>
    <w:p w:rsidR="007B2329" w:rsidRDefault="007B2329" w:rsidP="007B2329">
      <w:r>
        <w:t>606.7428</w:t>
      </w:r>
      <w:r>
        <w:tab/>
        <w:t>2.025e0</w:t>
      </w:r>
    </w:p>
    <w:p w:rsidR="007B2329" w:rsidRDefault="007B2329" w:rsidP="007B2329">
      <w:r>
        <w:t>606.7674</w:t>
      </w:r>
      <w:r>
        <w:tab/>
        <w:t>1.013e0</w:t>
      </w:r>
    </w:p>
    <w:p w:rsidR="007B2329" w:rsidRDefault="007B2329" w:rsidP="007B2329">
      <w:r>
        <w:t>606.7776</w:t>
      </w:r>
      <w:r>
        <w:tab/>
        <w:t>1.013e0</w:t>
      </w:r>
    </w:p>
    <w:p w:rsidR="007B2329" w:rsidRDefault="007B2329" w:rsidP="007B2329">
      <w:r>
        <w:t>606.7982</w:t>
      </w:r>
      <w:r>
        <w:tab/>
        <w:t>1.013e0</w:t>
      </w:r>
    </w:p>
    <w:p w:rsidR="007B2329" w:rsidRDefault="007B2329" w:rsidP="007B2329">
      <w:r>
        <w:t>606.8192</w:t>
      </w:r>
      <w:r>
        <w:tab/>
        <w:t>1.013e0</w:t>
      </w:r>
    </w:p>
    <w:p w:rsidR="007B2329" w:rsidRDefault="007B2329" w:rsidP="007B2329">
      <w:r>
        <w:t>606.8203</w:t>
      </w:r>
      <w:r>
        <w:tab/>
        <w:t>2.025e0</w:t>
      </w:r>
    </w:p>
    <w:p w:rsidR="007B2329" w:rsidRDefault="007B2329" w:rsidP="007B2329">
      <w:r>
        <w:t>606.8322</w:t>
      </w:r>
      <w:r>
        <w:tab/>
        <w:t>2.025e0</w:t>
      </w:r>
    </w:p>
    <w:p w:rsidR="007B2329" w:rsidRDefault="007B2329" w:rsidP="007B2329">
      <w:r>
        <w:t>606.8434</w:t>
      </w:r>
      <w:r>
        <w:tab/>
        <w:t>2.025e0</w:t>
      </w:r>
    </w:p>
    <w:p w:rsidR="007B2329" w:rsidRDefault="007B2329" w:rsidP="007B2329">
      <w:r>
        <w:t>606.8607</w:t>
      </w:r>
      <w:r>
        <w:tab/>
        <w:t>1.013e0</w:t>
      </w:r>
    </w:p>
    <w:p w:rsidR="007B2329" w:rsidRDefault="007B2329" w:rsidP="007B2329">
      <w:r>
        <w:t>606.8673</w:t>
      </w:r>
      <w:r>
        <w:tab/>
        <w:t>2.025e0</w:t>
      </w:r>
    </w:p>
    <w:p w:rsidR="007B2329" w:rsidRDefault="007B2329" w:rsidP="007B2329">
      <w:r>
        <w:lastRenderedPageBreak/>
        <w:t>606.8854</w:t>
      </w:r>
      <w:r>
        <w:tab/>
        <w:t>2.025e0</w:t>
      </w:r>
    </w:p>
    <w:p w:rsidR="007B2329" w:rsidRDefault="007B2329" w:rsidP="007B2329">
      <w:r>
        <w:t>606.9376</w:t>
      </w:r>
      <w:r>
        <w:tab/>
        <w:t>2.025e0</w:t>
      </w:r>
    </w:p>
    <w:p w:rsidR="007B2329" w:rsidRDefault="007B2329" w:rsidP="007B2329">
      <w:r>
        <w:t>606.9419</w:t>
      </w:r>
      <w:r>
        <w:tab/>
        <w:t>2.025e0</w:t>
      </w:r>
    </w:p>
    <w:p w:rsidR="007B2329" w:rsidRDefault="007B2329" w:rsidP="007B2329">
      <w:r>
        <w:t>606.9433</w:t>
      </w:r>
      <w:r>
        <w:tab/>
        <w:t>3.038e0</w:t>
      </w:r>
    </w:p>
    <w:p w:rsidR="007B2329" w:rsidRDefault="007B2329" w:rsidP="007B2329">
      <w:r>
        <w:t>606.9750</w:t>
      </w:r>
      <w:r>
        <w:tab/>
        <w:t>1.013e0</w:t>
      </w:r>
    </w:p>
    <w:p w:rsidR="007B2329" w:rsidRDefault="007B2329" w:rsidP="007B2329">
      <w:r>
        <w:t>606.9881</w:t>
      </w:r>
      <w:r>
        <w:tab/>
        <w:t>4.051e0</w:t>
      </w:r>
    </w:p>
    <w:p w:rsidR="007B2329" w:rsidRDefault="007B2329" w:rsidP="007B2329">
      <w:r>
        <w:t>606.9957</w:t>
      </w:r>
      <w:r>
        <w:tab/>
        <w:t>1.013e0</w:t>
      </w:r>
    </w:p>
    <w:p w:rsidR="007B2329" w:rsidRDefault="007B2329" w:rsidP="007B2329">
      <w:r>
        <w:t>607.0093</w:t>
      </w:r>
      <w:r>
        <w:tab/>
        <w:t>1.013e0</w:t>
      </w:r>
    </w:p>
    <w:p w:rsidR="007B2329" w:rsidRDefault="007B2329" w:rsidP="007B2329">
      <w:r>
        <w:t>607.0374</w:t>
      </w:r>
      <w:r>
        <w:tab/>
        <w:t>1.013e0</w:t>
      </w:r>
    </w:p>
    <w:p w:rsidR="007B2329" w:rsidRDefault="007B2329" w:rsidP="007B2329">
      <w:r>
        <w:t>607.0620</w:t>
      </w:r>
      <w:r>
        <w:tab/>
        <w:t>1.013e0</w:t>
      </w:r>
    </w:p>
    <w:p w:rsidR="007B2329" w:rsidRDefault="007B2329" w:rsidP="007B2329">
      <w:r>
        <w:t>607.0728</w:t>
      </w:r>
      <w:r>
        <w:tab/>
        <w:t>2.038e0</w:t>
      </w:r>
    </w:p>
    <w:p w:rsidR="007B2329" w:rsidRDefault="007B2329" w:rsidP="007B2329">
      <w:r>
        <w:t>607.0787</w:t>
      </w:r>
      <w:r>
        <w:tab/>
        <w:t>2.025e0</w:t>
      </w:r>
    </w:p>
    <w:p w:rsidR="007B2329" w:rsidRDefault="007B2329" w:rsidP="007B2329">
      <w:r>
        <w:t>607.1206</w:t>
      </w:r>
      <w:r>
        <w:tab/>
        <w:t>2.025e0</w:t>
      </w:r>
    </w:p>
    <w:p w:rsidR="007B2329" w:rsidRDefault="007B2329" w:rsidP="007B2329">
      <w:r>
        <w:t>607.1309</w:t>
      </w:r>
      <w:r>
        <w:tab/>
        <w:t>1.013e0</w:t>
      </w:r>
    </w:p>
    <w:p w:rsidR="007B2329" w:rsidRDefault="007B2329" w:rsidP="007B2329">
      <w:r>
        <w:t>607.1353</w:t>
      </w:r>
      <w:r>
        <w:tab/>
        <w:t>3.051e0</w:t>
      </w:r>
    </w:p>
    <w:p w:rsidR="007B2329" w:rsidRDefault="007B2329" w:rsidP="007B2329">
      <w:r>
        <w:t>607.1570</w:t>
      </w:r>
      <w:r>
        <w:tab/>
        <w:t>2.025e0</w:t>
      </w:r>
    </w:p>
    <w:p w:rsidR="007B2329" w:rsidRDefault="007B2329" w:rsidP="007B2329">
      <w:r>
        <w:t>607.1674</w:t>
      </w:r>
      <w:r>
        <w:tab/>
        <w:t>2.025e0</w:t>
      </w:r>
    </w:p>
    <w:p w:rsidR="007B2329" w:rsidRDefault="007B2329" w:rsidP="007B2329">
      <w:r>
        <w:t>607.1721</w:t>
      </w:r>
      <w:r>
        <w:tab/>
        <w:t>2.025e0</w:t>
      </w:r>
    </w:p>
    <w:p w:rsidR="007B2329" w:rsidRDefault="007B2329" w:rsidP="007B2329">
      <w:r>
        <w:t>607.1890</w:t>
      </w:r>
      <w:r>
        <w:tab/>
        <w:t>2.038e0</w:t>
      </w:r>
    </w:p>
    <w:p w:rsidR="007B2329" w:rsidRDefault="007B2329" w:rsidP="007B2329">
      <w:r>
        <w:lastRenderedPageBreak/>
        <w:t>607.2108</w:t>
      </w:r>
      <w:r>
        <w:tab/>
        <w:t>3.038e0</w:t>
      </w:r>
    </w:p>
    <w:p w:rsidR="007B2329" w:rsidRDefault="007B2329" w:rsidP="007B2329">
      <w:r>
        <w:t>607.2126</w:t>
      </w:r>
      <w:r>
        <w:tab/>
        <w:t>2.025e0</w:t>
      </w:r>
    </w:p>
    <w:p w:rsidR="007B2329" w:rsidRDefault="007B2329" w:rsidP="007B2329">
      <w:r>
        <w:t>607.2140</w:t>
      </w:r>
      <w:r>
        <w:tab/>
        <w:t>1.013e0</w:t>
      </w:r>
    </w:p>
    <w:p w:rsidR="007B2329" w:rsidRDefault="007B2329" w:rsidP="007B2329">
      <w:r>
        <w:t>607.2206</w:t>
      </w:r>
      <w:r>
        <w:tab/>
        <w:t>1.013e0</w:t>
      </w:r>
    </w:p>
    <w:p w:rsidR="007B2329" w:rsidRDefault="007B2329" w:rsidP="007B2329">
      <w:r>
        <w:t>607.2356</w:t>
      </w:r>
      <w:r>
        <w:tab/>
        <w:t>1.523e0</w:t>
      </w:r>
    </w:p>
    <w:p w:rsidR="007B2329" w:rsidRDefault="007B2329" w:rsidP="007B2329">
      <w:r>
        <w:t>607.2615</w:t>
      </w:r>
      <w:r>
        <w:tab/>
        <w:t>2.005e0</w:t>
      </w:r>
    </w:p>
    <w:p w:rsidR="007B2329" w:rsidRDefault="007B2329" w:rsidP="007B2329">
      <w:r>
        <w:t>607.2813</w:t>
      </w:r>
      <w:r>
        <w:tab/>
        <w:t>2.064e0</w:t>
      </w:r>
    </w:p>
    <w:p w:rsidR="007B2329" w:rsidRDefault="007B2329" w:rsidP="007B2329">
      <w:r>
        <w:t>607.2957</w:t>
      </w:r>
      <w:r>
        <w:tab/>
        <w:t>2.435e0</w:t>
      </w:r>
    </w:p>
    <w:p w:rsidR="007B2329" w:rsidRDefault="007B2329" w:rsidP="007B2329">
      <w:r>
        <w:t>607.3030</w:t>
      </w:r>
      <w:r>
        <w:tab/>
        <w:t>2.079e0</w:t>
      </w:r>
    </w:p>
    <w:p w:rsidR="007B2329" w:rsidRDefault="007B2329" w:rsidP="007B2329">
      <w:r>
        <w:t>607.3267</w:t>
      </w:r>
      <w:r>
        <w:tab/>
        <w:t>1.013e0</w:t>
      </w:r>
    </w:p>
    <w:p w:rsidR="007B2329" w:rsidRDefault="007B2329" w:rsidP="007B2329">
      <w:r>
        <w:t>607.3284</w:t>
      </w:r>
      <w:r>
        <w:tab/>
        <w:t>1.256e0</w:t>
      </w:r>
    </w:p>
    <w:p w:rsidR="007B2329" w:rsidRDefault="007B2329" w:rsidP="007B2329">
      <w:r>
        <w:t>607.3587</w:t>
      </w:r>
      <w:r>
        <w:tab/>
        <w:t>1.507e0</w:t>
      </w:r>
    </w:p>
    <w:p w:rsidR="007B2329" w:rsidRDefault="007B2329" w:rsidP="007B2329">
      <w:r>
        <w:t>607.3700</w:t>
      </w:r>
      <w:r>
        <w:tab/>
        <w:t>4.390e0</w:t>
      </w:r>
    </w:p>
    <w:p w:rsidR="007B2329" w:rsidRDefault="007B2329" w:rsidP="007B2329">
      <w:r>
        <w:t>607.4028</w:t>
      </w:r>
      <w:r>
        <w:tab/>
        <w:t>3.038e0</w:t>
      </w:r>
    </w:p>
    <w:p w:rsidR="007B2329" w:rsidRDefault="007B2329" w:rsidP="007B2329">
      <w:r>
        <w:t>607.4117</w:t>
      </w:r>
      <w:r>
        <w:tab/>
        <w:t>1.013e0</w:t>
      </w:r>
    </w:p>
    <w:p w:rsidR="007B2329" w:rsidRDefault="007B2329" w:rsidP="007B2329">
      <w:r>
        <w:t>607.4324</w:t>
      </w:r>
      <w:r>
        <w:tab/>
        <w:t>2.025e0</w:t>
      </w:r>
    </w:p>
    <w:p w:rsidR="007B2329" w:rsidRDefault="007B2329" w:rsidP="007B2329">
      <w:r>
        <w:t>607.4341</w:t>
      </w:r>
      <w:r>
        <w:tab/>
        <w:t>2.025e0</w:t>
      </w:r>
    </w:p>
    <w:p w:rsidR="007B2329" w:rsidRDefault="007B2329" w:rsidP="007B2329">
      <w:r>
        <w:t>607.4686</w:t>
      </w:r>
      <w:r>
        <w:tab/>
        <w:t>3.038e0</w:t>
      </w:r>
    </w:p>
    <w:p w:rsidR="007B2329" w:rsidRDefault="007B2329" w:rsidP="007B2329">
      <w:r>
        <w:t>607.4716</w:t>
      </w:r>
      <w:r>
        <w:tab/>
        <w:t>3.038e0</w:t>
      </w:r>
    </w:p>
    <w:p w:rsidR="007B2329" w:rsidRDefault="007B2329" w:rsidP="007B2329">
      <w:r>
        <w:lastRenderedPageBreak/>
        <w:t>607.4996</w:t>
      </w:r>
      <w:r>
        <w:tab/>
        <w:t>2.066e0</w:t>
      </w:r>
    </w:p>
    <w:p w:rsidR="007B2329" w:rsidRDefault="007B2329" w:rsidP="007B2329">
      <w:r>
        <w:t>607.5216</w:t>
      </w:r>
      <w:r>
        <w:tab/>
        <w:t>1.013e0</w:t>
      </w:r>
    </w:p>
    <w:p w:rsidR="007B2329" w:rsidRDefault="007B2329" w:rsidP="007B2329">
      <w:r>
        <w:t>607.5667</w:t>
      </w:r>
      <w:r>
        <w:tab/>
        <w:t>3.038e0</w:t>
      </w:r>
    </w:p>
    <w:p w:rsidR="007B2329" w:rsidRDefault="007B2329" w:rsidP="007B2329">
      <w:r>
        <w:t>607.5751</w:t>
      </w:r>
      <w:r>
        <w:tab/>
        <w:t>2.025e0</w:t>
      </w:r>
    </w:p>
    <w:p w:rsidR="007B2329" w:rsidRDefault="007B2329" w:rsidP="007B2329">
      <w:r>
        <w:t>607.5978</w:t>
      </w:r>
      <w:r>
        <w:tab/>
        <w:t>2.025e0</w:t>
      </w:r>
    </w:p>
    <w:p w:rsidR="007B2329" w:rsidRDefault="007B2329" w:rsidP="007B2329">
      <w:r>
        <w:t>607.5991</w:t>
      </w:r>
      <w:r>
        <w:tab/>
        <w:t>2.025e0</w:t>
      </w:r>
    </w:p>
    <w:p w:rsidR="007B2329" w:rsidRDefault="007B2329" w:rsidP="007B2329">
      <w:r>
        <w:t>607.6108</w:t>
      </w:r>
      <w:r>
        <w:tab/>
        <w:t>1.013e0</w:t>
      </w:r>
    </w:p>
    <w:p w:rsidR="007B2329" w:rsidRDefault="007B2329" w:rsidP="007B2329">
      <w:r>
        <w:t>607.6456</w:t>
      </w:r>
      <w:r>
        <w:tab/>
        <w:t>2.025e0</w:t>
      </w:r>
    </w:p>
    <w:p w:rsidR="007B2329" w:rsidRDefault="007B2329" w:rsidP="007B2329">
      <w:r>
        <w:t>607.6639</w:t>
      </w:r>
      <w:r>
        <w:tab/>
        <w:t>1.013e0</w:t>
      </w:r>
    </w:p>
    <w:p w:rsidR="007B2329" w:rsidRDefault="007B2329" w:rsidP="007B2329">
      <w:r>
        <w:t>607.6717</w:t>
      </w:r>
      <w:r>
        <w:tab/>
        <w:t>1.013e0</w:t>
      </w:r>
    </w:p>
    <w:p w:rsidR="007B2329" w:rsidRDefault="007B2329" w:rsidP="007B2329">
      <w:r>
        <w:t>607.6987</w:t>
      </w:r>
      <w:r>
        <w:tab/>
        <w:t>1.013e0</w:t>
      </w:r>
    </w:p>
    <w:p w:rsidR="007B2329" w:rsidRDefault="007B2329" w:rsidP="007B2329">
      <w:r>
        <w:t>607.7239</w:t>
      </w:r>
      <w:r>
        <w:tab/>
        <w:t>1.013e0</w:t>
      </w:r>
    </w:p>
    <w:p w:rsidR="007B2329" w:rsidRDefault="007B2329" w:rsidP="007B2329">
      <w:r>
        <w:t>607.7348</w:t>
      </w:r>
      <w:r>
        <w:tab/>
        <w:t>2.025e0</w:t>
      </w:r>
    </w:p>
    <w:p w:rsidR="007B2329" w:rsidRDefault="007B2329" w:rsidP="007B2329">
      <w:r>
        <w:t>607.7432</w:t>
      </w:r>
      <w:r>
        <w:tab/>
        <w:t>2.025e0</w:t>
      </w:r>
    </w:p>
    <w:p w:rsidR="007B2329" w:rsidRDefault="007B2329" w:rsidP="007B2329">
      <w:r>
        <w:t>607.7512</w:t>
      </w:r>
      <w:r>
        <w:tab/>
        <w:t>1.013e0</w:t>
      </w:r>
    </w:p>
    <w:p w:rsidR="007B2329" w:rsidRDefault="007B2329" w:rsidP="007B2329">
      <w:r>
        <w:t>607.7654</w:t>
      </w:r>
      <w:r>
        <w:tab/>
        <w:t>2.025e0</w:t>
      </w:r>
    </w:p>
    <w:p w:rsidR="007B2329" w:rsidRDefault="007B2329" w:rsidP="007B2329">
      <w:r>
        <w:t>607.8018</w:t>
      </w:r>
      <w:r>
        <w:tab/>
        <w:t>2.025e0</w:t>
      </w:r>
    </w:p>
    <w:p w:rsidR="007B2329" w:rsidRDefault="007B2329" w:rsidP="007B2329">
      <w:r>
        <w:t>607.8052</w:t>
      </w:r>
      <w:r>
        <w:tab/>
        <w:t>3.038e0</w:t>
      </w:r>
    </w:p>
    <w:p w:rsidR="007B2329" w:rsidRDefault="007B2329" w:rsidP="007B2329">
      <w:r>
        <w:t>607.8174</w:t>
      </w:r>
      <w:r>
        <w:tab/>
        <w:t>2.025e0</w:t>
      </w:r>
    </w:p>
    <w:p w:rsidR="007B2329" w:rsidRDefault="007B2329" w:rsidP="007B2329">
      <w:r>
        <w:lastRenderedPageBreak/>
        <w:t>607.8334</w:t>
      </w:r>
      <w:r>
        <w:tab/>
        <w:t>3.038e0</w:t>
      </w:r>
    </w:p>
    <w:p w:rsidR="007B2329" w:rsidRDefault="007B2329" w:rsidP="007B2329">
      <w:r>
        <w:t>607.8486</w:t>
      </w:r>
      <w:r>
        <w:tab/>
        <w:t>2.025e0</w:t>
      </w:r>
    </w:p>
    <w:p w:rsidR="007B2329" w:rsidRDefault="007B2329" w:rsidP="007B2329">
      <w:r>
        <w:t>607.8591</w:t>
      </w:r>
      <w:r>
        <w:tab/>
        <w:t>1.013e0</w:t>
      </w:r>
    </w:p>
    <w:p w:rsidR="007B2329" w:rsidRDefault="007B2329" w:rsidP="007B2329">
      <w:r>
        <w:t>607.8903</w:t>
      </w:r>
      <w:r>
        <w:tab/>
        <w:t>1.013e0</w:t>
      </w:r>
    </w:p>
    <w:p w:rsidR="007B2329" w:rsidRDefault="007B2329" w:rsidP="007B2329">
      <w:r>
        <w:t>607.8938</w:t>
      </w:r>
      <w:r>
        <w:tab/>
        <w:t>5.063e0</w:t>
      </w:r>
    </w:p>
    <w:p w:rsidR="007B2329" w:rsidRDefault="007B2329" w:rsidP="007B2329">
      <w:r>
        <w:t>607.9633</w:t>
      </w:r>
      <w:r>
        <w:tab/>
        <w:t>1.013e0</w:t>
      </w:r>
    </w:p>
    <w:p w:rsidR="007B2329" w:rsidRDefault="007B2329" w:rsidP="007B2329">
      <w:r>
        <w:t>607.9758</w:t>
      </w:r>
      <w:r>
        <w:tab/>
        <w:t>6.076e0</w:t>
      </w:r>
    </w:p>
    <w:p w:rsidR="007B2329" w:rsidRDefault="007B2329" w:rsidP="007B2329">
      <w:r>
        <w:t>607.9944</w:t>
      </w:r>
      <w:r>
        <w:tab/>
        <w:t>1.013e0</w:t>
      </w:r>
    </w:p>
    <w:p w:rsidR="007B2329" w:rsidRDefault="007B2329" w:rsidP="007B2329">
      <w:r>
        <w:t>607.9994</w:t>
      </w:r>
      <w:r>
        <w:tab/>
        <w:t>1.013e0</w:t>
      </w:r>
    </w:p>
    <w:p w:rsidR="007B2329" w:rsidRDefault="007B2329" w:rsidP="007B2329">
      <w:r>
        <w:t>608.0256</w:t>
      </w:r>
      <w:r>
        <w:tab/>
        <w:t>1.013e0</w:t>
      </w:r>
    </w:p>
    <w:p w:rsidR="007B2329" w:rsidRDefault="007B2329" w:rsidP="007B2329">
      <w:r>
        <w:t>608.0361</w:t>
      </w:r>
      <w:r>
        <w:tab/>
        <w:t>1.013e0</w:t>
      </w:r>
    </w:p>
    <w:p w:rsidR="007B2329" w:rsidRDefault="007B2329" w:rsidP="007B2329">
      <w:r>
        <w:t>608.0415</w:t>
      </w:r>
      <w:r>
        <w:tab/>
        <w:t>2.025e0</w:t>
      </w:r>
    </w:p>
    <w:p w:rsidR="007B2329" w:rsidRDefault="007B2329" w:rsidP="007B2329">
      <w:r>
        <w:t>608.0522</w:t>
      </w:r>
      <w:r>
        <w:tab/>
        <w:t>1.013e0</w:t>
      </w:r>
    </w:p>
    <w:p w:rsidR="007B2329" w:rsidRDefault="007B2329" w:rsidP="007B2329">
      <w:r>
        <w:t>608.0673</w:t>
      </w:r>
      <w:r>
        <w:tab/>
        <w:t>1.013e0</w:t>
      </w:r>
    </w:p>
    <w:p w:rsidR="007B2329" w:rsidRDefault="007B2329" w:rsidP="007B2329">
      <w:r>
        <w:t>608.0870</w:t>
      </w:r>
      <w:r>
        <w:tab/>
        <w:t>1.013e0</w:t>
      </w:r>
    </w:p>
    <w:p w:rsidR="007B2329" w:rsidRDefault="007B2329" w:rsidP="007B2329">
      <w:r>
        <w:t>608.0984</w:t>
      </w:r>
      <w:r>
        <w:tab/>
        <w:t>2.018e0</w:t>
      </w:r>
    </w:p>
    <w:p w:rsidR="007B2329" w:rsidRDefault="007B2329" w:rsidP="007B2329">
      <w:r>
        <w:t>608.1229</w:t>
      </w:r>
      <w:r>
        <w:tab/>
        <w:t>1.025e0</w:t>
      </w:r>
    </w:p>
    <w:p w:rsidR="007B2329" w:rsidRDefault="007B2329" w:rsidP="007B2329">
      <w:r>
        <w:t>608.1298</w:t>
      </w:r>
      <w:r>
        <w:tab/>
        <w:t>1.013e0</w:t>
      </w:r>
    </w:p>
    <w:p w:rsidR="007B2329" w:rsidRDefault="007B2329" w:rsidP="007B2329">
      <w:r>
        <w:t>608.1401</w:t>
      </w:r>
      <w:r>
        <w:tab/>
        <w:t>1.013e0</w:t>
      </w:r>
    </w:p>
    <w:p w:rsidR="007B2329" w:rsidRDefault="007B2329" w:rsidP="007B2329">
      <w:r>
        <w:lastRenderedPageBreak/>
        <w:t>608.1666</w:t>
      </w:r>
      <w:r>
        <w:tab/>
        <w:t>2.025e0</w:t>
      </w:r>
    </w:p>
    <w:p w:rsidR="007B2329" w:rsidRDefault="007B2329" w:rsidP="007B2329">
      <w:r>
        <w:t>608.1713</w:t>
      </w:r>
      <w:r>
        <w:tab/>
        <w:t>3.038e0</w:t>
      </w:r>
    </w:p>
    <w:p w:rsidR="007B2329" w:rsidRDefault="007B2329" w:rsidP="007B2329">
      <w:r>
        <w:t>608.1766</w:t>
      </w:r>
      <w:r>
        <w:tab/>
        <w:t>3.038e0</w:t>
      </w:r>
    </w:p>
    <w:p w:rsidR="007B2329" w:rsidRDefault="007B2329" w:rsidP="007B2329">
      <w:r>
        <w:t>608.1945</w:t>
      </w:r>
      <w:r>
        <w:tab/>
        <w:t>2.025e0</w:t>
      </w:r>
    </w:p>
    <w:p w:rsidR="007B2329" w:rsidRDefault="007B2329" w:rsidP="007B2329">
      <w:r>
        <w:t>608.2131</w:t>
      </w:r>
      <w:r>
        <w:tab/>
        <w:t>2.025e0</w:t>
      </w:r>
    </w:p>
    <w:p w:rsidR="007B2329" w:rsidRDefault="007B2329" w:rsidP="007B2329">
      <w:r>
        <w:t>608.2197</w:t>
      </w:r>
      <w:r>
        <w:tab/>
        <w:t>2.905e0</w:t>
      </w:r>
    </w:p>
    <w:p w:rsidR="007B2329" w:rsidRDefault="007B2329" w:rsidP="007B2329">
      <w:r>
        <w:t>608.2292</w:t>
      </w:r>
      <w:r>
        <w:tab/>
        <w:t>2.025e0</w:t>
      </w:r>
    </w:p>
    <w:p w:rsidR="007B2329" w:rsidRDefault="007B2329" w:rsidP="007B2329">
      <w:r>
        <w:t>608.2308</w:t>
      </w:r>
      <w:r>
        <w:tab/>
        <w:t>1.558e0</w:t>
      </w:r>
    </w:p>
    <w:p w:rsidR="007B2329" w:rsidRDefault="007B2329" w:rsidP="007B2329">
      <w:r>
        <w:t>608.2549</w:t>
      </w:r>
      <w:r>
        <w:tab/>
        <w:t>1.013e0</w:t>
      </w:r>
    </w:p>
    <w:p w:rsidR="007B2329" w:rsidRDefault="007B2329" w:rsidP="007B2329">
      <w:r>
        <w:t>608.3088</w:t>
      </w:r>
      <w:r>
        <w:tab/>
        <w:t>5.803e0</w:t>
      </w:r>
    </w:p>
    <w:p w:rsidR="007B2329" w:rsidRDefault="007B2329" w:rsidP="007B2329">
      <w:r>
        <w:t>608.3484</w:t>
      </w:r>
      <w:r>
        <w:tab/>
        <w:t>2.018e0</w:t>
      </w:r>
    </w:p>
    <w:p w:rsidR="007B2329" w:rsidRDefault="007B2329" w:rsidP="007B2329">
      <w:r>
        <w:t>608.3779</w:t>
      </w:r>
      <w:r>
        <w:tab/>
        <w:t>2.706e0</w:t>
      </w:r>
    </w:p>
    <w:p w:rsidR="007B2329" w:rsidRDefault="007B2329" w:rsidP="007B2329">
      <w:r>
        <w:t>608.3843</w:t>
      </w:r>
      <w:r>
        <w:tab/>
        <w:t>2.705e0</w:t>
      </w:r>
    </w:p>
    <w:p w:rsidR="007B2329" w:rsidRDefault="007B2329" w:rsidP="007B2329">
      <w:r>
        <w:t>608.3887</w:t>
      </w:r>
      <w:r>
        <w:tab/>
        <w:t>4.051e0</w:t>
      </w:r>
    </w:p>
    <w:p w:rsidR="007B2329" w:rsidRDefault="007B2329" w:rsidP="007B2329">
      <w:r>
        <w:t>608.3900</w:t>
      </w:r>
      <w:r>
        <w:tab/>
        <w:t>2.025e0</w:t>
      </w:r>
    </w:p>
    <w:p w:rsidR="007B2329" w:rsidRDefault="007B2329" w:rsidP="007B2329">
      <w:r>
        <w:t>608.4246</w:t>
      </w:r>
      <w:r>
        <w:tab/>
        <w:t>3.461e0</w:t>
      </w:r>
    </w:p>
    <w:p w:rsidR="007B2329" w:rsidRDefault="007B2329" w:rsidP="007B2329">
      <w:r>
        <w:t>608.4590</w:t>
      </w:r>
      <w:r>
        <w:tab/>
        <w:t>1.013e0</w:t>
      </w:r>
    </w:p>
    <w:p w:rsidR="007B2329" w:rsidRDefault="007B2329" w:rsidP="007B2329">
      <w:r>
        <w:t>608.4681</w:t>
      </w:r>
      <w:r>
        <w:tab/>
        <w:t>2.025e0</w:t>
      </w:r>
    </w:p>
    <w:p w:rsidR="007B2329" w:rsidRDefault="007B2329" w:rsidP="007B2329">
      <w:r>
        <w:t>608.4734</w:t>
      </w:r>
      <w:r>
        <w:tab/>
        <w:t>1.013e0</w:t>
      </w:r>
    </w:p>
    <w:p w:rsidR="007B2329" w:rsidRDefault="007B2329" w:rsidP="007B2329">
      <w:r>
        <w:lastRenderedPageBreak/>
        <w:t>608.4896</w:t>
      </w:r>
      <w:r>
        <w:tab/>
        <w:t>3.038e0</w:t>
      </w:r>
    </w:p>
    <w:p w:rsidR="007B2329" w:rsidRDefault="007B2329" w:rsidP="007B2329">
      <w:r>
        <w:t>608.5124</w:t>
      </w:r>
      <w:r>
        <w:tab/>
        <w:t>2.025e0</w:t>
      </w:r>
    </w:p>
    <w:p w:rsidR="007B2329" w:rsidRDefault="007B2329" w:rsidP="007B2329">
      <w:r>
        <w:t>608.5388</w:t>
      </w:r>
      <w:r>
        <w:tab/>
        <w:t>3.038e0</w:t>
      </w:r>
    </w:p>
    <w:p w:rsidR="007B2329" w:rsidRDefault="007B2329" w:rsidP="007B2329">
      <w:r>
        <w:t>608.5646</w:t>
      </w:r>
      <w:r>
        <w:tab/>
        <w:t>4.051e0</w:t>
      </w:r>
    </w:p>
    <w:p w:rsidR="007B2329" w:rsidRDefault="007B2329" w:rsidP="007B2329">
      <w:r>
        <w:t>608.5776</w:t>
      </w:r>
      <w:r>
        <w:tab/>
        <w:t>1.013e0</w:t>
      </w:r>
    </w:p>
    <w:p w:rsidR="007B2329" w:rsidRDefault="007B2329" w:rsidP="007B2329">
      <w:r>
        <w:t>608.5881</w:t>
      </w:r>
      <w:r>
        <w:tab/>
        <w:t>3.038e0</w:t>
      </w:r>
    </w:p>
    <w:p w:rsidR="007B2329" w:rsidRDefault="007B2329" w:rsidP="007B2329">
      <w:r>
        <w:t>608.6089</w:t>
      </w:r>
      <w:r>
        <w:tab/>
        <w:t>1.013e0</w:t>
      </w:r>
    </w:p>
    <w:p w:rsidR="007B2329" w:rsidRDefault="007B2329" w:rsidP="007B2329">
      <w:r>
        <w:t>608.6298</w:t>
      </w:r>
      <w:r>
        <w:tab/>
        <w:t>1.013e0</w:t>
      </w:r>
    </w:p>
    <w:p w:rsidR="007B2329" w:rsidRDefault="007B2329" w:rsidP="007B2329">
      <w:r>
        <w:t>608.6401</w:t>
      </w:r>
      <w:r>
        <w:tab/>
        <w:t>1.013e0</w:t>
      </w:r>
    </w:p>
    <w:p w:rsidR="007B2329" w:rsidRDefault="007B2329" w:rsidP="007B2329">
      <w:r>
        <w:t>608.6609</w:t>
      </w:r>
      <w:r>
        <w:tab/>
        <w:t>1.013e0</w:t>
      </w:r>
    </w:p>
    <w:p w:rsidR="007B2329" w:rsidRDefault="007B2329" w:rsidP="007B2329">
      <w:r>
        <w:t>608.6708</w:t>
      </w:r>
      <w:r>
        <w:tab/>
        <w:t>1.013e0</w:t>
      </w:r>
    </w:p>
    <w:p w:rsidR="007B2329" w:rsidRDefault="007B2329" w:rsidP="007B2329">
      <w:r>
        <w:t>608.7451</w:t>
      </w:r>
      <w:r>
        <w:tab/>
        <w:t>2.025e0</w:t>
      </w:r>
    </w:p>
    <w:p w:rsidR="007B2329" w:rsidRDefault="007B2329" w:rsidP="007B2329">
      <w:r>
        <w:t>608.7496</w:t>
      </w:r>
      <w:r>
        <w:tab/>
        <w:t>2.025e0</w:t>
      </w:r>
    </w:p>
    <w:p w:rsidR="007B2329" w:rsidRDefault="007B2329" w:rsidP="007B2329">
      <w:r>
        <w:t>608.7547</w:t>
      </w:r>
      <w:r>
        <w:tab/>
        <w:t>1.013e0</w:t>
      </w:r>
    </w:p>
    <w:p w:rsidR="007B2329" w:rsidRDefault="007B2329" w:rsidP="007B2329">
      <w:r>
        <w:t>608.7599</w:t>
      </w:r>
      <w:r>
        <w:tab/>
        <w:t>1.013e0</w:t>
      </w:r>
    </w:p>
    <w:p w:rsidR="007B2329" w:rsidRDefault="007B2329" w:rsidP="007B2329">
      <w:r>
        <w:t>608.8209</w:t>
      </w:r>
      <w:r>
        <w:tab/>
        <w:t>1.025e0</w:t>
      </w:r>
    </w:p>
    <w:p w:rsidR="007B2329" w:rsidRDefault="007B2329" w:rsidP="007B2329">
      <w:r>
        <w:t>608.8279</w:t>
      </w:r>
      <w:r>
        <w:tab/>
        <w:t>6.076e0</w:t>
      </w:r>
    </w:p>
    <w:p w:rsidR="007B2329" w:rsidRDefault="007B2329" w:rsidP="007B2329">
      <w:r>
        <w:t>608.8591</w:t>
      </w:r>
      <w:r>
        <w:tab/>
        <w:t>2.025e0</w:t>
      </w:r>
    </w:p>
    <w:p w:rsidR="007B2329" w:rsidRDefault="007B2329" w:rsidP="007B2329">
      <w:r>
        <w:t>608.8800</w:t>
      </w:r>
      <w:r>
        <w:tab/>
        <w:t>2.025e0</w:t>
      </w:r>
    </w:p>
    <w:p w:rsidR="007B2329" w:rsidRDefault="007B2329" w:rsidP="007B2329">
      <w:r>
        <w:lastRenderedPageBreak/>
        <w:t>608.9286</w:t>
      </w:r>
      <w:r>
        <w:tab/>
        <w:t>2.025e0</w:t>
      </w:r>
    </w:p>
    <w:p w:rsidR="007B2329" w:rsidRDefault="007B2329" w:rsidP="007B2329">
      <w:r>
        <w:t>608.9368</w:t>
      </w:r>
      <w:r>
        <w:tab/>
        <w:t>1.013e0</w:t>
      </w:r>
    </w:p>
    <w:p w:rsidR="007B2329" w:rsidRDefault="007B2329" w:rsidP="007B2329">
      <w:r>
        <w:t>608.9481</w:t>
      </w:r>
      <w:r>
        <w:tab/>
        <w:t>3.038e0</w:t>
      </w:r>
    </w:p>
    <w:p w:rsidR="007B2329" w:rsidRDefault="007B2329" w:rsidP="007B2329">
      <w:r>
        <w:t>608.9715</w:t>
      </w:r>
      <w:r>
        <w:tab/>
        <w:t>1.013e0</w:t>
      </w:r>
    </w:p>
    <w:p w:rsidR="007B2329" w:rsidRDefault="007B2329" w:rsidP="007B2329">
      <w:r>
        <w:t>608.9797</w:t>
      </w:r>
      <w:r>
        <w:tab/>
        <w:t>2.025e0</w:t>
      </w:r>
    </w:p>
    <w:p w:rsidR="007B2329" w:rsidRDefault="007B2329" w:rsidP="007B2329">
      <w:r>
        <w:t>608.9897</w:t>
      </w:r>
      <w:r>
        <w:tab/>
        <w:t>1.013e0</w:t>
      </w:r>
    </w:p>
    <w:p w:rsidR="007B2329" w:rsidRDefault="007B2329" w:rsidP="007B2329">
      <w:r>
        <w:t>608.9923</w:t>
      </w:r>
      <w:r>
        <w:tab/>
        <w:t>1.722e0</w:t>
      </w:r>
    </w:p>
    <w:p w:rsidR="007B2329" w:rsidRDefault="007B2329" w:rsidP="007B2329">
      <w:r>
        <w:t>609.0259</w:t>
      </w:r>
      <w:r>
        <w:tab/>
        <w:t>1.013e0</w:t>
      </w:r>
    </w:p>
    <w:p w:rsidR="007B2329" w:rsidRDefault="007B2329" w:rsidP="007B2329">
      <w:r>
        <w:t>609.0344</w:t>
      </w:r>
      <w:r>
        <w:tab/>
        <w:t>3.038e0</w:t>
      </w:r>
    </w:p>
    <w:p w:rsidR="007B2329" w:rsidRDefault="007B2329" w:rsidP="007B2329">
      <w:r>
        <w:t>609.0466</w:t>
      </w:r>
      <w:r>
        <w:tab/>
        <w:t>3.063e0</w:t>
      </w:r>
    </w:p>
    <w:p w:rsidR="007B2329" w:rsidRDefault="007B2329" w:rsidP="007B2329">
      <w:r>
        <w:t>609.0934</w:t>
      </w:r>
      <w:r>
        <w:tab/>
        <w:t>2.025e0</w:t>
      </w:r>
    </w:p>
    <w:p w:rsidR="007B2329" w:rsidRDefault="007B2329" w:rsidP="007B2329">
      <w:r>
        <w:t>609.1136</w:t>
      </w:r>
      <w:r>
        <w:tab/>
        <w:t>1.013e0</w:t>
      </w:r>
    </w:p>
    <w:p w:rsidR="007B2329" w:rsidRDefault="007B2329" w:rsidP="007B2329">
      <w:r>
        <w:t>609.1302</w:t>
      </w:r>
      <w:r>
        <w:tab/>
        <w:t>1.013e0</w:t>
      </w:r>
    </w:p>
    <w:p w:rsidR="007B2329" w:rsidRDefault="007B2329" w:rsidP="007B2329">
      <w:r>
        <w:t>609.1345</w:t>
      </w:r>
      <w:r>
        <w:tab/>
        <w:t>2.025e0</w:t>
      </w:r>
    </w:p>
    <w:p w:rsidR="007B2329" w:rsidRDefault="007B2329" w:rsidP="007B2329">
      <w:r>
        <w:t>609.1702</w:t>
      </w:r>
      <w:r>
        <w:tab/>
        <w:t>2.025e0</w:t>
      </w:r>
    </w:p>
    <w:p w:rsidR="007B2329" w:rsidRDefault="007B2329" w:rsidP="007B2329">
      <w:r>
        <w:t>609.1766</w:t>
      </w:r>
      <w:r>
        <w:tab/>
        <w:t>4.051e0</w:t>
      </w:r>
    </w:p>
    <w:p w:rsidR="007B2329" w:rsidRDefault="007B2329" w:rsidP="007B2329">
      <w:r>
        <w:t>609.1823</w:t>
      </w:r>
      <w:r>
        <w:tab/>
        <w:t>1.013e0</w:t>
      </w:r>
    </w:p>
    <w:p w:rsidR="007B2329" w:rsidRDefault="007B2329" w:rsidP="007B2329">
      <w:r>
        <w:t>609.2013</w:t>
      </w:r>
      <w:r>
        <w:tab/>
        <w:t>1.013e0</w:t>
      </w:r>
    </w:p>
    <w:p w:rsidR="007B2329" w:rsidRDefault="007B2329" w:rsidP="007B2329">
      <w:r>
        <w:t>609.2042</w:t>
      </w:r>
      <w:r>
        <w:tab/>
        <w:t>1.025e0</w:t>
      </w:r>
    </w:p>
    <w:p w:rsidR="007B2329" w:rsidRDefault="007B2329" w:rsidP="007B2329">
      <w:r>
        <w:lastRenderedPageBreak/>
        <w:t>609.2076</w:t>
      </w:r>
      <w:r>
        <w:tab/>
        <w:t>3.038e0</w:t>
      </w:r>
    </w:p>
    <w:p w:rsidR="007B2329" w:rsidRDefault="007B2329" w:rsidP="007B2329">
      <w:r>
        <w:t>609.2377</w:t>
      </w:r>
      <w:r>
        <w:tab/>
        <w:t>2.244e0</w:t>
      </w:r>
    </w:p>
    <w:p w:rsidR="007B2329" w:rsidRDefault="007B2329" w:rsidP="007B2329">
      <w:r>
        <w:t>609.3293</w:t>
      </w:r>
      <w:r>
        <w:tab/>
        <w:t>7.652e1</w:t>
      </w:r>
    </w:p>
    <w:p w:rsidR="007B2329" w:rsidRDefault="007B2329" w:rsidP="007B2329">
      <w:r>
        <w:t>609.3323</w:t>
      </w:r>
      <w:r>
        <w:tab/>
        <w:t>1.013e1</w:t>
      </w:r>
    </w:p>
    <w:p w:rsidR="007B2329" w:rsidRDefault="007B2329" w:rsidP="007B2329">
      <w:r>
        <w:t>609.3344</w:t>
      </w:r>
      <w:r>
        <w:tab/>
        <w:t>9.909e1</w:t>
      </w:r>
    </w:p>
    <w:p w:rsidR="007B2329" w:rsidRDefault="007B2329" w:rsidP="007B2329">
      <w:r>
        <w:t>609.3375</w:t>
      </w:r>
      <w:r>
        <w:tab/>
        <w:t>7.184e1</w:t>
      </w:r>
    </w:p>
    <w:p w:rsidR="007B2329" w:rsidRDefault="007B2329" w:rsidP="007B2329">
      <w:r>
        <w:t>609.3418</w:t>
      </w:r>
      <w:r>
        <w:tab/>
        <w:t>3.944e1</w:t>
      </w:r>
    </w:p>
    <w:p w:rsidR="007B2329" w:rsidRDefault="007B2329" w:rsidP="007B2329">
      <w:r>
        <w:t>609.4034</w:t>
      </w:r>
      <w:r>
        <w:tab/>
        <w:t>7.536e0</w:t>
      </w:r>
    </w:p>
    <w:p w:rsidR="007B2329" w:rsidRDefault="007B2329" w:rsidP="007B2329">
      <w:r>
        <w:t>609.4537</w:t>
      </w:r>
      <w:r>
        <w:tab/>
        <w:t>1.013e0</w:t>
      </w:r>
    </w:p>
    <w:p w:rsidR="007B2329" w:rsidRDefault="007B2329" w:rsidP="007B2329">
      <w:r>
        <w:t>609.4622</w:t>
      </w:r>
      <w:r>
        <w:tab/>
        <w:t>3.038e0</w:t>
      </w:r>
    </w:p>
    <w:p w:rsidR="007B2329" w:rsidRDefault="007B2329" w:rsidP="007B2329">
      <w:r>
        <w:t>609.4639</w:t>
      </w:r>
      <w:r>
        <w:tab/>
        <w:t>1.013e0</w:t>
      </w:r>
    </w:p>
    <w:p w:rsidR="007B2329" w:rsidRDefault="007B2329" w:rsidP="007B2329">
      <w:r>
        <w:t>609.4659</w:t>
      </w:r>
      <w:r>
        <w:tab/>
        <w:t>3.038e0</w:t>
      </w:r>
    </w:p>
    <w:p w:rsidR="007B2329" w:rsidRDefault="007B2329" w:rsidP="007B2329">
      <w:r>
        <w:t>609.4854</w:t>
      </w:r>
      <w:r>
        <w:tab/>
        <w:t>1.013e0</w:t>
      </w:r>
    </w:p>
    <w:p w:rsidR="007B2329" w:rsidRDefault="007B2329" w:rsidP="007B2329">
      <w:r>
        <w:t>609.4916</w:t>
      </w:r>
      <w:r>
        <w:tab/>
        <w:t>4.051e0</w:t>
      </w:r>
    </w:p>
    <w:p w:rsidR="007B2329" w:rsidRDefault="007B2329" w:rsidP="007B2329">
      <w:r>
        <w:t>609.5206</w:t>
      </w:r>
      <w:r>
        <w:tab/>
        <w:t>1.013e0</w:t>
      </w:r>
    </w:p>
    <w:p w:rsidR="007B2329" w:rsidRDefault="007B2329" w:rsidP="007B2329">
      <w:r>
        <w:t>609.5284</w:t>
      </w:r>
      <w:r>
        <w:tab/>
        <w:t>1.025e0</w:t>
      </w:r>
    </w:p>
    <w:p w:rsidR="007B2329" w:rsidRDefault="007B2329" w:rsidP="007B2329">
      <w:r>
        <w:t>609.5370</w:t>
      </w:r>
      <w:r>
        <w:tab/>
        <w:t>1.013e0</w:t>
      </w:r>
    </w:p>
    <w:p w:rsidR="007B2329" w:rsidRDefault="007B2329" w:rsidP="007B2329">
      <w:r>
        <w:t>609.5550</w:t>
      </w:r>
      <w:r>
        <w:tab/>
        <w:t>1.013e0</w:t>
      </w:r>
    </w:p>
    <w:p w:rsidR="007B2329" w:rsidRDefault="007B2329" w:rsidP="007B2329">
      <w:r>
        <w:t>609.5613</w:t>
      </w:r>
      <w:r>
        <w:tab/>
        <w:t>3.038e0</w:t>
      </w:r>
    </w:p>
    <w:p w:rsidR="007B2329" w:rsidRDefault="007B2329" w:rsidP="007B2329">
      <w:r>
        <w:lastRenderedPageBreak/>
        <w:t>609.5917</w:t>
      </w:r>
      <w:r>
        <w:tab/>
        <w:t>1.013e0</w:t>
      </w:r>
    </w:p>
    <w:p w:rsidR="007B2329" w:rsidRDefault="007B2329" w:rsidP="007B2329">
      <w:r>
        <w:t>609.5955</w:t>
      </w:r>
      <w:r>
        <w:tab/>
        <w:t>3.038e0</w:t>
      </w:r>
    </w:p>
    <w:p w:rsidR="007B2329" w:rsidRDefault="007B2329" w:rsidP="007B2329">
      <w:r>
        <w:t>609.5996</w:t>
      </w:r>
      <w:r>
        <w:tab/>
        <w:t>5.063e0</w:t>
      </w:r>
    </w:p>
    <w:p w:rsidR="007B2329" w:rsidRDefault="007B2329" w:rsidP="007B2329">
      <w:r>
        <w:t>609.6101</w:t>
      </w:r>
      <w:r>
        <w:tab/>
        <w:t>1.013e0</w:t>
      </w:r>
    </w:p>
    <w:p w:rsidR="007B2329" w:rsidRDefault="007B2329" w:rsidP="007B2329">
      <w:r>
        <w:t>609.6416</w:t>
      </w:r>
      <w:r>
        <w:tab/>
        <w:t>1.013e0</w:t>
      </w:r>
    </w:p>
    <w:p w:rsidR="007B2329" w:rsidRDefault="007B2329" w:rsidP="007B2329">
      <w:r>
        <w:t>609.6471</w:t>
      </w:r>
      <w:r>
        <w:tab/>
        <w:t>3.038e0</w:t>
      </w:r>
    </w:p>
    <w:p w:rsidR="007B2329" w:rsidRDefault="007B2329" w:rsidP="007B2329">
      <w:r>
        <w:t>609.6832</w:t>
      </w:r>
      <w:r>
        <w:tab/>
        <w:t>1.013e0</w:t>
      </w:r>
    </w:p>
    <w:p w:rsidR="007B2329" w:rsidRDefault="007B2329" w:rsidP="007B2329">
      <w:r>
        <w:t>609.6907</w:t>
      </w:r>
      <w:r>
        <w:tab/>
        <w:t>2.025e0</w:t>
      </w:r>
    </w:p>
    <w:p w:rsidR="007B2329" w:rsidRDefault="007B2329" w:rsidP="007B2329">
      <w:r>
        <w:t>609.7122</w:t>
      </w:r>
      <w:r>
        <w:tab/>
        <w:t>3.038e0</w:t>
      </w:r>
    </w:p>
    <w:p w:rsidR="007B2329" w:rsidRDefault="007B2329" w:rsidP="007B2329">
      <w:r>
        <w:t>609.7152</w:t>
      </w:r>
      <w:r>
        <w:tab/>
        <w:t>1.013e0</w:t>
      </w:r>
    </w:p>
    <w:p w:rsidR="007B2329" w:rsidRDefault="007B2329" w:rsidP="007B2329">
      <w:r>
        <w:t>609.7408</w:t>
      </w:r>
      <w:r>
        <w:tab/>
        <w:t>2.025e0</w:t>
      </w:r>
    </w:p>
    <w:p w:rsidR="007B2329" w:rsidRDefault="007B2329" w:rsidP="007B2329">
      <w:r>
        <w:t>609.7922</w:t>
      </w:r>
      <w:r>
        <w:tab/>
        <w:t>3.038e0</w:t>
      </w:r>
    </w:p>
    <w:p w:rsidR="007B2329" w:rsidRDefault="007B2329" w:rsidP="007B2329">
      <w:r>
        <w:t>609.7980</w:t>
      </w:r>
      <w:r>
        <w:tab/>
        <w:t>3.038e0</w:t>
      </w:r>
    </w:p>
    <w:p w:rsidR="007B2329" w:rsidRDefault="007B2329" w:rsidP="007B2329">
      <w:r>
        <w:t>609.8030</w:t>
      </w:r>
      <w:r>
        <w:tab/>
        <w:t>2.025e0</w:t>
      </w:r>
    </w:p>
    <w:p w:rsidR="007B2329" w:rsidRDefault="007B2329" w:rsidP="007B2329">
      <w:r>
        <w:t>609.8114</w:t>
      </w:r>
      <w:r>
        <w:tab/>
        <w:t>1.038e0</w:t>
      </w:r>
    </w:p>
    <w:p w:rsidR="007B2329" w:rsidRDefault="007B2329" w:rsidP="007B2329">
      <w:r>
        <w:t>609.8284</w:t>
      </w:r>
      <w:r>
        <w:tab/>
        <w:t>7.089e0</w:t>
      </w:r>
    </w:p>
    <w:p w:rsidR="007B2329" w:rsidRDefault="007B2329" w:rsidP="007B2329">
      <w:r>
        <w:t>609.8907</w:t>
      </w:r>
      <w:r>
        <w:tab/>
        <w:t>1.013e0</w:t>
      </w:r>
    </w:p>
    <w:p w:rsidR="007B2329" w:rsidRDefault="007B2329" w:rsidP="007B2329">
      <w:r>
        <w:t>609.8921</w:t>
      </w:r>
      <w:r>
        <w:tab/>
        <w:t>1.013e0</w:t>
      </w:r>
    </w:p>
    <w:p w:rsidR="007B2329" w:rsidRDefault="007B2329" w:rsidP="007B2329">
      <w:r>
        <w:t>609.9127</w:t>
      </w:r>
      <w:r>
        <w:tab/>
        <w:t>2.025e0</w:t>
      </w:r>
    </w:p>
    <w:p w:rsidR="007B2329" w:rsidRDefault="007B2329" w:rsidP="007B2329">
      <w:r>
        <w:lastRenderedPageBreak/>
        <w:t>609.9232</w:t>
      </w:r>
      <w:r>
        <w:tab/>
        <w:t>4.051e0</w:t>
      </w:r>
    </w:p>
    <w:p w:rsidR="007B2329" w:rsidRDefault="007B2329" w:rsidP="007B2329">
      <w:r>
        <w:t>609.9383</w:t>
      </w:r>
      <w:r>
        <w:tab/>
        <w:t>2.025e0</w:t>
      </w:r>
    </w:p>
    <w:p w:rsidR="007B2329" w:rsidRDefault="007B2329" w:rsidP="007B2329">
      <w:r>
        <w:t>609.9437</w:t>
      </w:r>
      <w:r>
        <w:tab/>
        <w:t>1.013e0</w:t>
      </w:r>
    </w:p>
    <w:p w:rsidR="007B2329" w:rsidRDefault="007B2329" w:rsidP="007B2329">
      <w:r>
        <w:t>609.9755</w:t>
      </w:r>
      <w:r>
        <w:tab/>
        <w:t>3.038e0</w:t>
      </w:r>
    </w:p>
    <w:p w:rsidR="007B2329" w:rsidRDefault="007B2329" w:rsidP="007B2329">
      <w:r>
        <w:t>609.9947</w:t>
      </w:r>
      <w:r>
        <w:tab/>
        <w:t>4.051e0</w:t>
      </w:r>
    </w:p>
    <w:p w:rsidR="007B2329" w:rsidRDefault="007B2329" w:rsidP="007B2329">
      <w:r>
        <w:t>609.9962</w:t>
      </w:r>
      <w:r>
        <w:tab/>
        <w:t>1.013e0</w:t>
      </w:r>
    </w:p>
    <w:p w:rsidR="007B2329" w:rsidRDefault="007B2329" w:rsidP="007B2329">
      <w:r>
        <w:t>610.0376</w:t>
      </w:r>
      <w:r>
        <w:tab/>
        <w:t>3.038e0</w:t>
      </w:r>
    </w:p>
    <w:p w:rsidR="007B2329" w:rsidRDefault="007B2329" w:rsidP="007B2329">
      <w:r>
        <w:t>610.0418</w:t>
      </w:r>
      <w:r>
        <w:tab/>
        <w:t>2.025e0</w:t>
      </w:r>
    </w:p>
    <w:p w:rsidR="007B2329" w:rsidRDefault="007B2329" w:rsidP="007B2329">
      <w:r>
        <w:t>610.0613</w:t>
      </w:r>
      <w:r>
        <w:tab/>
        <w:t>3.038e0</w:t>
      </w:r>
    </w:p>
    <w:p w:rsidR="007B2329" w:rsidRDefault="007B2329" w:rsidP="007B2329">
      <w:r>
        <w:t>610.0756</w:t>
      </w:r>
      <w:r>
        <w:tab/>
        <w:t>2.025e0</w:t>
      </w:r>
    </w:p>
    <w:p w:rsidR="007B2329" w:rsidRDefault="007B2329" w:rsidP="007B2329">
      <w:r>
        <w:t>610.0790</w:t>
      </w:r>
      <w:r>
        <w:tab/>
        <w:t>2.025e0</w:t>
      </w:r>
    </w:p>
    <w:p w:rsidR="007B2329" w:rsidRDefault="007B2329" w:rsidP="007B2329">
      <w:r>
        <w:t>610.0859</w:t>
      </w:r>
      <w:r>
        <w:tab/>
        <w:t>2.025e0</w:t>
      </w:r>
    </w:p>
    <w:p w:rsidR="007B2329" w:rsidRDefault="007B2329" w:rsidP="007B2329">
      <w:r>
        <w:t>610.1112</w:t>
      </w:r>
      <w:r>
        <w:tab/>
        <w:t>1.013e0</w:t>
      </w:r>
    </w:p>
    <w:p w:rsidR="007B2329" w:rsidRDefault="007B2329" w:rsidP="007B2329">
      <w:r>
        <w:t>610.1145</w:t>
      </w:r>
      <w:r>
        <w:tab/>
        <w:t>3.038e0</w:t>
      </w:r>
    </w:p>
    <w:p w:rsidR="007B2329" w:rsidRDefault="007B2329" w:rsidP="007B2329">
      <w:r>
        <w:t>610.1453</w:t>
      </w:r>
      <w:r>
        <w:tab/>
        <w:t>4.051e0</w:t>
      </w:r>
    </w:p>
    <w:p w:rsidR="007B2329" w:rsidRDefault="007B2329" w:rsidP="007B2329">
      <w:r>
        <w:t>610.1467</w:t>
      </w:r>
      <w:r>
        <w:tab/>
        <w:t>1.025e0</w:t>
      </w:r>
    </w:p>
    <w:p w:rsidR="007B2329" w:rsidRDefault="007B2329" w:rsidP="007B2329">
      <w:r>
        <w:t>610.1642</w:t>
      </w:r>
      <w:r>
        <w:tab/>
        <w:t>4.051e0</w:t>
      </w:r>
    </w:p>
    <w:p w:rsidR="007B2329" w:rsidRDefault="007B2329" w:rsidP="007B2329">
      <w:r>
        <w:t>610.1681</w:t>
      </w:r>
      <w:r>
        <w:tab/>
        <w:t>2.051e0</w:t>
      </w:r>
    </w:p>
    <w:p w:rsidR="007B2329" w:rsidRDefault="007B2329" w:rsidP="007B2329">
      <w:r>
        <w:t>610.1725</w:t>
      </w:r>
      <w:r>
        <w:tab/>
        <w:t>7.089e0</w:t>
      </w:r>
    </w:p>
    <w:p w:rsidR="007B2329" w:rsidRDefault="007B2329" w:rsidP="007B2329">
      <w:r>
        <w:lastRenderedPageBreak/>
        <w:t>610.2088</w:t>
      </w:r>
      <w:r>
        <w:tab/>
        <w:t>3.038e0</w:t>
      </w:r>
    </w:p>
    <w:p w:rsidR="007B2329" w:rsidRDefault="007B2329" w:rsidP="007B2329">
      <w:r>
        <w:t>610.2126</w:t>
      </w:r>
      <w:r>
        <w:tab/>
        <w:t>1.109e0</w:t>
      </w:r>
    </w:p>
    <w:p w:rsidR="007B2329" w:rsidRDefault="007B2329" w:rsidP="007B2329">
      <w:r>
        <w:t>610.2137</w:t>
      </w:r>
      <w:r>
        <w:tab/>
        <w:t>2.025e0</w:t>
      </w:r>
    </w:p>
    <w:p w:rsidR="007B2329" w:rsidRDefault="007B2329" w:rsidP="007B2329">
      <w:r>
        <w:t>610.2974</w:t>
      </w:r>
      <w:r>
        <w:tab/>
        <w:t>1.013e0</w:t>
      </w:r>
    </w:p>
    <w:p w:rsidR="007B2329" w:rsidRDefault="007B2329" w:rsidP="007B2329">
      <w:r>
        <w:t>610.3161</w:t>
      </w:r>
      <w:r>
        <w:tab/>
        <w:t>1.327e1</w:t>
      </w:r>
    </w:p>
    <w:p w:rsidR="007B2329" w:rsidRDefault="007B2329" w:rsidP="007B2329">
      <w:r>
        <w:t>610.3256</w:t>
      </w:r>
      <w:r>
        <w:tab/>
        <w:t>2.025e0</w:t>
      </w:r>
    </w:p>
    <w:p w:rsidR="007B2329" w:rsidRDefault="007B2329" w:rsidP="007B2329">
      <w:r>
        <w:t>610.3276</w:t>
      </w:r>
      <w:r>
        <w:tab/>
        <w:t>1.682e1</w:t>
      </w:r>
    </w:p>
    <w:p w:rsidR="007B2329" w:rsidRDefault="007B2329" w:rsidP="007B2329">
      <w:r>
        <w:t>610.3367</w:t>
      </w:r>
      <w:r>
        <w:tab/>
        <w:t>5.293e1</w:t>
      </w:r>
    </w:p>
    <w:p w:rsidR="007B2329" w:rsidRDefault="007B2329" w:rsidP="007B2329">
      <w:r>
        <w:t>610.3447</w:t>
      </w:r>
      <w:r>
        <w:tab/>
        <w:t>3.637e1</w:t>
      </w:r>
    </w:p>
    <w:p w:rsidR="007B2329" w:rsidRDefault="007B2329" w:rsidP="007B2329">
      <w:r>
        <w:t>610.3467</w:t>
      </w:r>
      <w:r>
        <w:tab/>
        <w:t>2.656e1</w:t>
      </w:r>
    </w:p>
    <w:p w:rsidR="007B2329" w:rsidRDefault="007B2329" w:rsidP="007B2329">
      <w:r>
        <w:t>610.3668</w:t>
      </w:r>
      <w:r>
        <w:tab/>
        <w:t>5.063e0</w:t>
      </w:r>
    </w:p>
    <w:p w:rsidR="007B2329" w:rsidRDefault="007B2329" w:rsidP="007B2329">
      <w:r>
        <w:t>610.4283</w:t>
      </w:r>
      <w:r>
        <w:tab/>
        <w:t>2.243e0</w:t>
      </w:r>
    </w:p>
    <w:p w:rsidR="007B2329" w:rsidRDefault="007B2329" w:rsidP="007B2329">
      <w:r>
        <w:t>610.4394</w:t>
      </w:r>
      <w:r>
        <w:tab/>
        <w:t>3.038e0</w:t>
      </w:r>
    </w:p>
    <w:p w:rsidR="007B2329" w:rsidRDefault="007B2329" w:rsidP="007B2329">
      <w:r>
        <w:t>610.4473</w:t>
      </w:r>
      <w:r>
        <w:tab/>
        <w:t>3.974e0</w:t>
      </w:r>
    </w:p>
    <w:p w:rsidR="007B2329" w:rsidRDefault="007B2329" w:rsidP="007B2329">
      <w:r>
        <w:t>610.4578</w:t>
      </w:r>
      <w:r>
        <w:tab/>
        <w:t>1.013e0</w:t>
      </w:r>
    </w:p>
    <w:p w:rsidR="007B2329" w:rsidRDefault="007B2329" w:rsidP="007B2329">
      <w:r>
        <w:t>610.4614</w:t>
      </w:r>
      <w:r>
        <w:tab/>
        <w:t>1.459e0</w:t>
      </w:r>
    </w:p>
    <w:p w:rsidR="007B2329" w:rsidRDefault="007B2329" w:rsidP="007B2329">
      <w:r>
        <w:t>610.4977</w:t>
      </w:r>
      <w:r>
        <w:tab/>
        <w:t>3.038e0</w:t>
      </w:r>
    </w:p>
    <w:p w:rsidR="007B2329" w:rsidRDefault="007B2329" w:rsidP="007B2329">
      <w:r>
        <w:t>610.5403</w:t>
      </w:r>
      <w:r>
        <w:tab/>
        <w:t>2.025e0</w:t>
      </w:r>
    </w:p>
    <w:p w:rsidR="007B2329" w:rsidRDefault="007B2329" w:rsidP="007B2329">
      <w:r>
        <w:t>610.5604</w:t>
      </w:r>
      <w:r>
        <w:tab/>
        <w:t>3.797e-2</w:t>
      </w:r>
    </w:p>
    <w:p w:rsidR="007B2329" w:rsidRDefault="007B2329" w:rsidP="007B2329">
      <w:r>
        <w:lastRenderedPageBreak/>
        <w:t>610.5710</w:t>
      </w:r>
      <w:r>
        <w:tab/>
        <w:t>3.798e-2</w:t>
      </w:r>
    </w:p>
    <w:p w:rsidR="007B2329" w:rsidRDefault="007B2329" w:rsidP="007B2329">
      <w:r>
        <w:t>610.5870</w:t>
      </w:r>
      <w:r>
        <w:tab/>
        <w:t>5.063e0</w:t>
      </w:r>
    </w:p>
    <w:p w:rsidR="007B2329" w:rsidRDefault="007B2329" w:rsidP="007B2329">
      <w:r>
        <w:t>610.6062</w:t>
      </w:r>
      <w:r>
        <w:tab/>
        <w:t>2.025e0</w:t>
      </w:r>
    </w:p>
    <w:p w:rsidR="007B2329" w:rsidRDefault="007B2329" w:rsidP="007B2329">
      <w:r>
        <w:t>610.6219</w:t>
      </w:r>
      <w:r>
        <w:tab/>
        <w:t>4.051e0</w:t>
      </w:r>
    </w:p>
    <w:p w:rsidR="007B2329" w:rsidRDefault="007B2329" w:rsidP="007B2329">
      <w:r>
        <w:t>610.6232</w:t>
      </w:r>
      <w:r>
        <w:tab/>
        <w:t>1.013e0</w:t>
      </w:r>
    </w:p>
    <w:p w:rsidR="007B2329" w:rsidRDefault="007B2329" w:rsidP="007B2329">
      <w:r>
        <w:t>610.6343</w:t>
      </w:r>
      <w:r>
        <w:tab/>
        <w:t>2.025e0</w:t>
      </w:r>
    </w:p>
    <w:p w:rsidR="007B2329" w:rsidRDefault="007B2329" w:rsidP="007B2329">
      <w:r>
        <w:t>610.6441</w:t>
      </w:r>
      <w:r>
        <w:tab/>
        <w:t>1.013e0</w:t>
      </w:r>
    </w:p>
    <w:p w:rsidR="007B2329" w:rsidRDefault="007B2329" w:rsidP="007B2329">
      <w:r>
        <w:t>610.7261</w:t>
      </w:r>
      <w:r>
        <w:tab/>
        <w:t>4.051e0</w:t>
      </w:r>
    </w:p>
    <w:p w:rsidR="007B2329" w:rsidRDefault="007B2329" w:rsidP="007B2329">
      <w:r>
        <w:t>610.7277</w:t>
      </w:r>
      <w:r>
        <w:tab/>
        <w:t>1.013e0</w:t>
      </w:r>
    </w:p>
    <w:p w:rsidR="007B2329" w:rsidRDefault="007B2329" w:rsidP="007B2329">
      <w:r>
        <w:t>610.7675</w:t>
      </w:r>
      <w:r>
        <w:tab/>
        <w:t>3.038e0</w:t>
      </w:r>
    </w:p>
    <w:p w:rsidR="007B2329" w:rsidRDefault="007B2329" w:rsidP="007B2329">
      <w:r>
        <w:t>610.7802</w:t>
      </w:r>
      <w:r>
        <w:tab/>
        <w:t>1.013e0</w:t>
      </w:r>
    </w:p>
    <w:p w:rsidR="007B2329" w:rsidRDefault="007B2329" w:rsidP="007B2329">
      <w:r>
        <w:t>610.7864</w:t>
      </w:r>
      <w:r>
        <w:tab/>
        <w:t>3.038e0</w:t>
      </w:r>
    </w:p>
    <w:p w:rsidR="007B2329" w:rsidRDefault="007B2329" w:rsidP="007B2329">
      <w:r>
        <w:t>610.8095</w:t>
      </w:r>
      <w:r>
        <w:tab/>
        <w:t>1.013e0</w:t>
      </w:r>
    </w:p>
    <w:p w:rsidR="007B2329" w:rsidRDefault="007B2329" w:rsidP="007B2329">
      <w:r>
        <w:t>610.8217</w:t>
      </w:r>
      <w:r>
        <w:tab/>
        <w:t>1.013e0</w:t>
      </w:r>
    </w:p>
    <w:p w:rsidR="007B2329" w:rsidRDefault="007B2329" w:rsidP="007B2329">
      <w:r>
        <w:t>610.8426</w:t>
      </w:r>
      <w:r>
        <w:tab/>
        <w:t>1.013e0</w:t>
      </w:r>
    </w:p>
    <w:p w:rsidR="007B2329" w:rsidRDefault="007B2329" w:rsidP="007B2329">
      <w:r>
        <w:t>610.8530</w:t>
      </w:r>
      <w:r>
        <w:tab/>
        <w:t>1.013e0</w:t>
      </w:r>
    </w:p>
    <w:p w:rsidR="007B2329" w:rsidRDefault="007B2329" w:rsidP="007B2329">
      <w:r>
        <w:t>610.8948</w:t>
      </w:r>
      <w:r>
        <w:tab/>
        <w:t>2.025e0</w:t>
      </w:r>
    </w:p>
    <w:p w:rsidR="007B2329" w:rsidRDefault="007B2329" w:rsidP="007B2329">
      <w:r>
        <w:t>610.9368</w:t>
      </w:r>
      <w:r>
        <w:tab/>
        <w:t>1.013e0</w:t>
      </w:r>
    </w:p>
    <w:p w:rsidR="007B2329" w:rsidRDefault="007B2329" w:rsidP="007B2329">
      <w:r>
        <w:t>610.9702</w:t>
      </w:r>
      <w:r>
        <w:tab/>
        <w:t>2.025e0</w:t>
      </w:r>
    </w:p>
    <w:p w:rsidR="007B2329" w:rsidRDefault="007B2329" w:rsidP="007B2329">
      <w:r>
        <w:lastRenderedPageBreak/>
        <w:t>610.9785</w:t>
      </w:r>
      <w:r>
        <w:tab/>
        <w:t>1.013e0</w:t>
      </w:r>
    </w:p>
    <w:p w:rsidR="007B2329" w:rsidRDefault="007B2329" w:rsidP="007B2329">
      <w:r>
        <w:t>610.9826</w:t>
      </w:r>
      <w:r>
        <w:tab/>
        <w:t>3.038e0</w:t>
      </w:r>
    </w:p>
    <w:p w:rsidR="007B2329" w:rsidRDefault="007B2329" w:rsidP="007B2329">
      <w:r>
        <w:t>610.9954</w:t>
      </w:r>
      <w:r>
        <w:tab/>
        <w:t>2.025e0</w:t>
      </w:r>
    </w:p>
    <w:p w:rsidR="007B2329" w:rsidRDefault="007B2329" w:rsidP="007B2329">
      <w:r>
        <w:t>611.0002</w:t>
      </w:r>
      <w:r>
        <w:tab/>
        <w:t>2.025e0</w:t>
      </w:r>
    </w:p>
    <w:p w:rsidR="007B2329" w:rsidRDefault="007B2329" w:rsidP="007B2329">
      <w:r>
        <w:t>611.0392</w:t>
      </w:r>
      <w:r>
        <w:tab/>
        <w:t>1.013e0</w:t>
      </w:r>
    </w:p>
    <w:p w:rsidR="007B2329" w:rsidRDefault="007B2329" w:rsidP="007B2329">
      <w:r>
        <w:t>611.0519</w:t>
      </w:r>
      <w:r>
        <w:tab/>
        <w:t>1.013e0</w:t>
      </w:r>
    </w:p>
    <w:p w:rsidR="007B2329" w:rsidRDefault="007B2329" w:rsidP="007B2329">
      <w:r>
        <w:t>611.0577</w:t>
      </w:r>
      <w:r>
        <w:tab/>
        <w:t>3.038e0</w:t>
      </w:r>
    </w:p>
    <w:p w:rsidR="007B2329" w:rsidRDefault="007B2329" w:rsidP="007B2329">
      <w:r>
        <w:t>611.0867</w:t>
      </w:r>
      <w:r>
        <w:tab/>
        <w:t>1.025e0</w:t>
      </w:r>
    </w:p>
    <w:p w:rsidR="007B2329" w:rsidRDefault="007B2329" w:rsidP="007B2329">
      <w:r>
        <w:t>611.0923</w:t>
      </w:r>
      <w:r>
        <w:tab/>
        <w:t>1.013e0</w:t>
      </w:r>
    </w:p>
    <w:p w:rsidR="007B2329" w:rsidRDefault="007B2329" w:rsidP="007B2329">
      <w:r>
        <w:t>611.1357</w:t>
      </w:r>
      <w:r>
        <w:tab/>
        <w:t>5.063e0</w:t>
      </w:r>
    </w:p>
    <w:p w:rsidR="007B2329" w:rsidRDefault="007B2329" w:rsidP="007B2329">
      <w:r>
        <w:t>611.1457</w:t>
      </w:r>
      <w:r>
        <w:tab/>
        <w:t>3.038e0</w:t>
      </w:r>
    </w:p>
    <w:p w:rsidR="007B2329" w:rsidRDefault="007B2329" w:rsidP="007B2329">
      <w:r>
        <w:t>611.1573</w:t>
      </w:r>
      <w:r>
        <w:tab/>
        <w:t>8.101e0</w:t>
      </w:r>
    </w:p>
    <w:p w:rsidR="007B2329" w:rsidRDefault="007B2329" w:rsidP="007B2329">
      <w:r>
        <w:t>611.1652</w:t>
      </w:r>
      <w:r>
        <w:tab/>
        <w:t>4.051e0</w:t>
      </w:r>
    </w:p>
    <w:p w:rsidR="007B2329" w:rsidRDefault="007B2329" w:rsidP="007B2329">
      <w:r>
        <w:t>611.1815</w:t>
      </w:r>
      <w:r>
        <w:tab/>
        <w:t>1.013e0</w:t>
      </w:r>
    </w:p>
    <w:p w:rsidR="007B2329" w:rsidRDefault="007B2329" w:rsidP="007B2329">
      <w:r>
        <w:t>611.1997</w:t>
      </w:r>
      <w:r>
        <w:tab/>
        <w:t>1.013e0</w:t>
      </w:r>
    </w:p>
    <w:p w:rsidR="007B2329" w:rsidRDefault="007B2329" w:rsidP="007B2329">
      <w:r>
        <w:t>611.2048</w:t>
      </w:r>
      <w:r>
        <w:tab/>
        <w:t>5.063e0</w:t>
      </w:r>
    </w:p>
    <w:p w:rsidR="007B2329" w:rsidRDefault="007B2329" w:rsidP="007B2329">
      <w:r>
        <w:t>611.2364</w:t>
      </w:r>
      <w:r>
        <w:tab/>
        <w:t>3.038e0</w:t>
      </w:r>
    </w:p>
    <w:p w:rsidR="007B2329" w:rsidRDefault="007B2329" w:rsidP="007B2329">
      <w:r>
        <w:t>611.2446</w:t>
      </w:r>
      <w:r>
        <w:tab/>
        <w:t>2.025e0</w:t>
      </w:r>
    </w:p>
    <w:p w:rsidR="007B2329" w:rsidRDefault="007B2329" w:rsidP="007B2329">
      <w:r>
        <w:t>611.2591</w:t>
      </w:r>
      <w:r>
        <w:tab/>
        <w:t>1.339e0</w:t>
      </w:r>
    </w:p>
    <w:p w:rsidR="007B2329" w:rsidRDefault="007B2329" w:rsidP="007B2329">
      <w:r>
        <w:lastRenderedPageBreak/>
        <w:t>611.3032</w:t>
      </w:r>
      <w:r>
        <w:tab/>
        <w:t>7.009e0</w:t>
      </w:r>
    </w:p>
    <w:p w:rsidR="007B2329" w:rsidRDefault="007B2329" w:rsidP="007B2329">
      <w:r>
        <w:t>611.3046</w:t>
      </w:r>
      <w:r>
        <w:tab/>
        <w:t>5.868e0</w:t>
      </w:r>
    </w:p>
    <w:p w:rsidR="007B2329" w:rsidRDefault="007B2329" w:rsidP="007B2329">
      <w:r>
        <w:t>611.3101</w:t>
      </w:r>
      <w:r>
        <w:tab/>
        <w:t>2.437e0</w:t>
      </w:r>
    </w:p>
    <w:p w:rsidR="007B2329" w:rsidRDefault="007B2329" w:rsidP="007B2329">
      <w:r>
        <w:t>611.3237</w:t>
      </w:r>
      <w:r>
        <w:tab/>
        <w:t>3.993e0</w:t>
      </w:r>
    </w:p>
    <w:p w:rsidR="007B2329" w:rsidRDefault="007B2329" w:rsidP="007B2329">
      <w:r>
        <w:t>611.3370</w:t>
      </w:r>
      <w:r>
        <w:tab/>
        <w:t>2.222e0</w:t>
      </w:r>
    </w:p>
    <w:p w:rsidR="007B2329" w:rsidRDefault="007B2329" w:rsidP="007B2329">
      <w:r>
        <w:t>611.3529</w:t>
      </w:r>
      <w:r>
        <w:tab/>
        <w:t>6.341e0</w:t>
      </w:r>
    </w:p>
    <w:p w:rsidR="007B2329" w:rsidRDefault="007B2329" w:rsidP="007B2329">
      <w:r>
        <w:t>611.3656</w:t>
      </w:r>
      <w:r>
        <w:tab/>
        <w:t>2.415e1</w:t>
      </w:r>
    </w:p>
    <w:p w:rsidR="007B2329" w:rsidRDefault="007B2329" w:rsidP="007B2329">
      <w:r>
        <w:t>611.3702</w:t>
      </w:r>
      <w:r>
        <w:tab/>
        <w:t>2.025e0</w:t>
      </w:r>
    </w:p>
    <w:p w:rsidR="007B2329" w:rsidRDefault="007B2329" w:rsidP="007B2329">
      <w:r>
        <w:t>611.3737</w:t>
      </w:r>
      <w:r>
        <w:tab/>
        <w:t>1.560e1</w:t>
      </w:r>
    </w:p>
    <w:p w:rsidR="007B2329" w:rsidRDefault="007B2329" w:rsidP="007B2329">
      <w:r>
        <w:t>611.3756</w:t>
      </w:r>
      <w:r>
        <w:tab/>
        <w:t>1.066e1</w:t>
      </w:r>
    </w:p>
    <w:p w:rsidR="007B2329" w:rsidRDefault="007B2329" w:rsidP="007B2329">
      <w:r>
        <w:t>611.3814</w:t>
      </w:r>
      <w:r>
        <w:tab/>
        <w:t>1.339e1</w:t>
      </w:r>
    </w:p>
    <w:p w:rsidR="007B2329" w:rsidRDefault="007B2329" w:rsidP="007B2329">
      <w:r>
        <w:t>611.3867</w:t>
      </w:r>
      <w:r>
        <w:tab/>
        <w:t>5.063e0</w:t>
      </w:r>
    </w:p>
    <w:p w:rsidR="007B2329" w:rsidRDefault="007B2329" w:rsidP="007B2329">
      <w:r>
        <w:t>611.3956</w:t>
      </w:r>
      <w:r>
        <w:tab/>
        <w:t>6.391e0</w:t>
      </w:r>
    </w:p>
    <w:p w:rsidR="007B2329" w:rsidRDefault="007B2329" w:rsidP="007B2329">
      <w:r>
        <w:t>611.4459</w:t>
      </w:r>
      <w:r>
        <w:tab/>
        <w:t>1.013e0</w:t>
      </w:r>
    </w:p>
    <w:p w:rsidR="007B2329" w:rsidRDefault="007B2329" w:rsidP="007B2329">
      <w:r>
        <w:t>611.4691</w:t>
      </w:r>
      <w:r>
        <w:tab/>
        <w:t>1.025e0</w:t>
      </w:r>
    </w:p>
    <w:p w:rsidR="007B2329" w:rsidRDefault="007B2329" w:rsidP="007B2329">
      <w:r>
        <w:t>611.4807</w:t>
      </w:r>
      <w:r>
        <w:tab/>
        <w:t>1.013e0</w:t>
      </w:r>
    </w:p>
    <w:p w:rsidR="007B2329" w:rsidRDefault="007B2329" w:rsidP="007B2329">
      <w:r>
        <w:t>611.4899</w:t>
      </w:r>
      <w:r>
        <w:tab/>
        <w:t>2.025e0</w:t>
      </w:r>
    </w:p>
    <w:p w:rsidR="007B2329" w:rsidRDefault="007B2329" w:rsidP="007B2329">
      <w:r>
        <w:t>611.5069</w:t>
      </w:r>
      <w:r>
        <w:tab/>
        <w:t>2.025e0</w:t>
      </w:r>
    </w:p>
    <w:p w:rsidR="007B2329" w:rsidRDefault="007B2329" w:rsidP="007B2329">
      <w:r>
        <w:t>611.5278</w:t>
      </w:r>
      <w:r>
        <w:tab/>
        <w:t>2.025e0</w:t>
      </w:r>
    </w:p>
    <w:p w:rsidR="007B2329" w:rsidRDefault="007B2329" w:rsidP="007B2329">
      <w:r>
        <w:lastRenderedPageBreak/>
        <w:t>611.5374</w:t>
      </w:r>
      <w:r>
        <w:tab/>
        <w:t>2.025e0</w:t>
      </w:r>
    </w:p>
    <w:p w:rsidR="007B2329" w:rsidRDefault="007B2329" w:rsidP="007B2329">
      <w:r>
        <w:t>611.5435</w:t>
      </w:r>
      <w:r>
        <w:tab/>
        <w:t>1.013e0</w:t>
      </w:r>
    </w:p>
    <w:p w:rsidR="007B2329" w:rsidRDefault="007B2329" w:rsidP="007B2329">
      <w:r>
        <w:t>611.5587</w:t>
      </w:r>
      <w:r>
        <w:tab/>
        <w:t>5.063e0</w:t>
      </w:r>
    </w:p>
    <w:p w:rsidR="007B2329" w:rsidRDefault="007B2329" w:rsidP="007B2329">
      <w:r>
        <w:t>611.5646</w:t>
      </w:r>
      <w:r>
        <w:tab/>
        <w:t>1.013e0</w:t>
      </w:r>
    </w:p>
    <w:p w:rsidR="007B2329" w:rsidRDefault="007B2329" w:rsidP="007B2329">
      <w:r>
        <w:t>611.6064</w:t>
      </w:r>
      <w:r>
        <w:tab/>
        <w:t>1.013e0</w:t>
      </w:r>
    </w:p>
    <w:p w:rsidR="007B2329" w:rsidRDefault="007B2329" w:rsidP="007B2329">
      <w:r>
        <w:t>611.6483</w:t>
      </w:r>
      <w:r>
        <w:tab/>
        <w:t>1.013e0</w:t>
      </w:r>
    </w:p>
    <w:p w:rsidR="007B2329" w:rsidRDefault="007B2329" w:rsidP="007B2329">
      <w:r>
        <w:t>611.6589</w:t>
      </w:r>
      <w:r>
        <w:tab/>
        <w:t>1.013e0</w:t>
      </w:r>
    </w:p>
    <w:p w:rsidR="007B2329" w:rsidRDefault="007B2329" w:rsidP="007B2329">
      <w:r>
        <w:t>611.6651</w:t>
      </w:r>
      <w:r>
        <w:tab/>
        <w:t>2.025e0</w:t>
      </w:r>
    </w:p>
    <w:p w:rsidR="007B2329" w:rsidRDefault="007B2329" w:rsidP="007B2329">
      <w:r>
        <w:t>611.7104</w:t>
      </w:r>
      <w:r>
        <w:tab/>
        <w:t>1.013e0</w:t>
      </w:r>
    </w:p>
    <w:p w:rsidR="007B2329" w:rsidRDefault="007B2329" w:rsidP="007B2329">
      <w:r>
        <w:t>611.7354</w:t>
      </w:r>
      <w:r>
        <w:tab/>
        <w:t>2.025e0</w:t>
      </w:r>
    </w:p>
    <w:p w:rsidR="007B2329" w:rsidRDefault="007B2329" w:rsidP="007B2329">
      <w:r>
        <w:t>611.7374</w:t>
      </w:r>
      <w:r>
        <w:tab/>
        <w:t>2.025e0</w:t>
      </w:r>
    </w:p>
    <w:p w:rsidR="007B2329" w:rsidRDefault="007B2329" w:rsidP="007B2329">
      <w:r>
        <w:t>611.7510</w:t>
      </w:r>
      <w:r>
        <w:tab/>
        <w:t>2.025e0</w:t>
      </w:r>
    </w:p>
    <w:p w:rsidR="007B2329" w:rsidRDefault="007B2329" w:rsidP="007B2329">
      <w:r>
        <w:t>611.7634</w:t>
      </w:r>
      <w:r>
        <w:tab/>
        <w:t>2.025e0</w:t>
      </w:r>
    </w:p>
    <w:p w:rsidR="007B2329" w:rsidRDefault="007B2329" w:rsidP="007B2329">
      <w:r>
        <w:t>611.8105</w:t>
      </w:r>
      <w:r>
        <w:tab/>
        <w:t>2.025e0</w:t>
      </w:r>
    </w:p>
    <w:p w:rsidR="007B2329" w:rsidRDefault="007B2329" w:rsidP="007B2329">
      <w:r>
        <w:t>611.8118</w:t>
      </w:r>
      <w:r>
        <w:tab/>
        <w:t>3.038e0</w:t>
      </w:r>
    </w:p>
    <w:p w:rsidR="007B2329" w:rsidRDefault="007B2329" w:rsidP="007B2329">
      <w:r>
        <w:t>611.8478</w:t>
      </w:r>
      <w:r>
        <w:tab/>
        <w:t>3.038e0</w:t>
      </w:r>
    </w:p>
    <w:p w:rsidR="007B2329" w:rsidRDefault="007B2329" w:rsidP="007B2329">
      <w:r>
        <w:t>611.8524</w:t>
      </w:r>
      <w:r>
        <w:tab/>
        <w:t>1.013e0</w:t>
      </w:r>
    </w:p>
    <w:p w:rsidR="007B2329" w:rsidRDefault="007B2329" w:rsidP="007B2329">
      <w:r>
        <w:t>611.8548</w:t>
      </w:r>
      <w:r>
        <w:tab/>
        <w:t>3.038e0</w:t>
      </w:r>
    </w:p>
    <w:p w:rsidR="007B2329" w:rsidRDefault="007B2329" w:rsidP="007B2329">
      <w:r>
        <w:t>611.8997</w:t>
      </w:r>
      <w:r>
        <w:tab/>
        <w:t>1.013e0</w:t>
      </w:r>
    </w:p>
    <w:p w:rsidR="007B2329" w:rsidRDefault="007B2329" w:rsidP="007B2329">
      <w:r>
        <w:lastRenderedPageBreak/>
        <w:t>611.9029</w:t>
      </w:r>
      <w:r>
        <w:tab/>
        <w:t>3.038e0</w:t>
      </w:r>
    </w:p>
    <w:p w:rsidR="007B2329" w:rsidRDefault="007B2329" w:rsidP="007B2329">
      <w:r>
        <w:t>611.9054</w:t>
      </w:r>
      <w:r>
        <w:tab/>
        <w:t>1.013e0</w:t>
      </w:r>
    </w:p>
    <w:p w:rsidR="007B2329" w:rsidRDefault="007B2329" w:rsidP="007B2329">
      <w:r>
        <w:t>611.9102</w:t>
      </w:r>
      <w:r>
        <w:tab/>
        <w:t>2.025e0</w:t>
      </w:r>
    </w:p>
    <w:p w:rsidR="007B2329" w:rsidRDefault="007B2329" w:rsidP="007B2329">
      <w:r>
        <w:t>611.9615</w:t>
      </w:r>
      <w:r>
        <w:tab/>
        <w:t>2.025e0</w:t>
      </w:r>
    </w:p>
    <w:p w:rsidR="007B2329" w:rsidRDefault="007B2329" w:rsidP="007B2329">
      <w:r>
        <w:t>611.9730</w:t>
      </w:r>
      <w:r>
        <w:tab/>
        <w:t>1.013e0</w:t>
      </w:r>
    </w:p>
    <w:p w:rsidR="007B2329" w:rsidRDefault="007B2329" w:rsidP="007B2329">
      <w:r>
        <w:t>611.9933</w:t>
      </w:r>
      <w:r>
        <w:tab/>
        <w:t>1.013e0</w:t>
      </w:r>
    </w:p>
    <w:p w:rsidR="007B2329" w:rsidRDefault="007B2329" w:rsidP="007B2329">
      <w:r>
        <w:t>612.0043</w:t>
      </w:r>
      <w:r>
        <w:tab/>
        <w:t>3.038e0</w:t>
      </w:r>
    </w:p>
    <w:p w:rsidR="007B2329" w:rsidRDefault="007B2329" w:rsidP="007B2329">
      <w:r>
        <w:t>612.0255</w:t>
      </w:r>
      <w:r>
        <w:tab/>
        <w:t>3.038e0</w:t>
      </w:r>
    </w:p>
    <w:p w:rsidR="007B2329" w:rsidRDefault="007B2329" w:rsidP="007B2329">
      <w:r>
        <w:t>612.0275</w:t>
      </w:r>
      <w:r>
        <w:tab/>
        <w:t>3.038e0</w:t>
      </w:r>
    </w:p>
    <w:p w:rsidR="007B2329" w:rsidRDefault="007B2329" w:rsidP="007B2329">
      <w:r>
        <w:t>612.0315</w:t>
      </w:r>
      <w:r>
        <w:tab/>
        <w:t>2.038e0</w:t>
      </w:r>
    </w:p>
    <w:p w:rsidR="007B2329" w:rsidRDefault="007B2329" w:rsidP="007B2329">
      <w:r>
        <w:t>612.0673</w:t>
      </w:r>
      <w:r>
        <w:tab/>
        <w:t>1.013e0</w:t>
      </w:r>
    </w:p>
    <w:p w:rsidR="007B2329" w:rsidRDefault="007B2329" w:rsidP="007B2329">
      <w:r>
        <w:t>612.1003</w:t>
      </w:r>
      <w:r>
        <w:tab/>
        <w:t>1.013e0</w:t>
      </w:r>
    </w:p>
    <w:p w:rsidR="007B2329" w:rsidRDefault="007B2329" w:rsidP="007B2329">
      <w:r>
        <w:t>612.1042</w:t>
      </w:r>
      <w:r>
        <w:tab/>
        <w:t>2.025e0</w:t>
      </w:r>
    </w:p>
    <w:p w:rsidR="007B2329" w:rsidRDefault="007B2329" w:rsidP="007B2329">
      <w:r>
        <w:t>612.1352</w:t>
      </w:r>
      <w:r>
        <w:tab/>
        <w:t>1.013e0</w:t>
      </w:r>
    </w:p>
    <w:p w:rsidR="007B2329" w:rsidRDefault="007B2329" w:rsidP="007B2329">
      <w:r>
        <w:t>612.1433</w:t>
      </w:r>
      <w:r>
        <w:tab/>
        <w:t>2.025e0</w:t>
      </w:r>
    </w:p>
    <w:p w:rsidR="007B2329" w:rsidRDefault="007B2329" w:rsidP="007B2329">
      <w:r>
        <w:t>612.1515</w:t>
      </w:r>
      <w:r>
        <w:tab/>
        <w:t>3.038e0</w:t>
      </w:r>
    </w:p>
    <w:p w:rsidR="007B2329" w:rsidRDefault="007B2329" w:rsidP="007B2329">
      <w:r>
        <w:t>612.1899</w:t>
      </w:r>
      <w:r>
        <w:tab/>
        <w:t>4.051e0</w:t>
      </w:r>
    </w:p>
    <w:p w:rsidR="007B2329" w:rsidRDefault="007B2329" w:rsidP="007B2329">
      <w:r>
        <w:t>612.1976</w:t>
      </w:r>
      <w:r>
        <w:tab/>
        <w:t>2.025e0</w:t>
      </w:r>
    </w:p>
    <w:p w:rsidR="007B2329" w:rsidRDefault="007B2329" w:rsidP="007B2329">
      <w:r>
        <w:t>612.2113</w:t>
      </w:r>
      <w:r>
        <w:tab/>
        <w:t>3.822e0</w:t>
      </w:r>
    </w:p>
    <w:p w:rsidR="007B2329" w:rsidRDefault="007B2329" w:rsidP="007B2329">
      <w:r>
        <w:lastRenderedPageBreak/>
        <w:t>612.2139</w:t>
      </w:r>
      <w:r>
        <w:tab/>
        <w:t>1.013e0</w:t>
      </w:r>
    </w:p>
    <w:p w:rsidR="007B2329" w:rsidRDefault="007B2329" w:rsidP="007B2329">
      <w:r>
        <w:t>612.2152</w:t>
      </w:r>
      <w:r>
        <w:tab/>
        <w:t>2.532e-2</w:t>
      </w:r>
    </w:p>
    <w:p w:rsidR="007B2329" w:rsidRDefault="007B2329" w:rsidP="007B2329">
      <w:r>
        <w:t>612.2405</w:t>
      </w:r>
      <w:r>
        <w:tab/>
        <w:t>3.361e0</w:t>
      </w:r>
    </w:p>
    <w:p w:rsidR="007B2329" w:rsidRDefault="007B2329" w:rsidP="007B2329">
      <w:r>
        <w:t>612.2822</w:t>
      </w:r>
      <w:r>
        <w:tab/>
        <w:t>2.025e0</w:t>
      </w:r>
    </w:p>
    <w:p w:rsidR="007B2329" w:rsidRDefault="007B2329" w:rsidP="007B2329">
      <w:r>
        <w:t>612.3072</w:t>
      </w:r>
      <w:r>
        <w:tab/>
        <w:t>1.682e0</w:t>
      </w:r>
    </w:p>
    <w:p w:rsidR="007B2329" w:rsidRDefault="007B2329" w:rsidP="007B2329">
      <w:r>
        <w:t>612.3142</w:t>
      </w:r>
      <w:r>
        <w:tab/>
        <w:t>2.473e0</w:t>
      </w:r>
    </w:p>
    <w:p w:rsidR="007B2329" w:rsidRDefault="007B2329" w:rsidP="007B2329">
      <w:r>
        <w:t>612.3204</w:t>
      </w:r>
      <w:r>
        <w:tab/>
        <w:t>3.438e0</w:t>
      </w:r>
    </w:p>
    <w:p w:rsidR="007B2329" w:rsidRDefault="007B2329" w:rsidP="007B2329">
      <w:r>
        <w:t>612.3220</w:t>
      </w:r>
      <w:r>
        <w:tab/>
        <w:t>2.464e0</w:t>
      </w:r>
    </w:p>
    <w:p w:rsidR="007B2329" w:rsidRDefault="007B2329" w:rsidP="007B2329">
      <w:r>
        <w:t>612.3509</w:t>
      </w:r>
      <w:r>
        <w:tab/>
        <w:t>6.822e0</w:t>
      </w:r>
    </w:p>
    <w:p w:rsidR="007B2329" w:rsidRDefault="007B2329" w:rsidP="007B2329">
      <w:r>
        <w:t>612.3713</w:t>
      </w:r>
      <w:r>
        <w:tab/>
        <w:t>2.025e0</w:t>
      </w:r>
    </w:p>
    <w:p w:rsidR="007B2329" w:rsidRDefault="007B2329" w:rsidP="007B2329">
      <w:r>
        <w:t>612.3867</w:t>
      </w:r>
      <w:r>
        <w:tab/>
        <w:t>8.245e0</w:t>
      </w:r>
    </w:p>
    <w:p w:rsidR="007B2329" w:rsidRDefault="007B2329" w:rsidP="007B2329">
      <w:r>
        <w:t>612.3906</w:t>
      </w:r>
      <w:r>
        <w:tab/>
        <w:t>1.138e1</w:t>
      </w:r>
    </w:p>
    <w:p w:rsidR="007B2329" w:rsidRDefault="007B2329" w:rsidP="007B2329">
      <w:r>
        <w:t>612.4031</w:t>
      </w:r>
      <w:r>
        <w:tab/>
        <w:t>1.025e0</w:t>
      </w:r>
    </w:p>
    <w:p w:rsidR="007B2329" w:rsidRDefault="007B2329" w:rsidP="007B2329">
      <w:r>
        <w:t>612.4113</w:t>
      </w:r>
      <w:r>
        <w:tab/>
        <w:t>1.519e0</w:t>
      </w:r>
    </w:p>
    <w:p w:rsidR="007B2329" w:rsidRDefault="007B2329" w:rsidP="007B2329">
      <w:r>
        <w:t>612.4432</w:t>
      </w:r>
      <w:r>
        <w:tab/>
        <w:t>2.025e0</w:t>
      </w:r>
    </w:p>
    <w:p w:rsidR="007B2329" w:rsidRDefault="007B2329" w:rsidP="007B2329">
      <w:r>
        <w:t>612.4471</w:t>
      </w:r>
      <w:r>
        <w:tab/>
        <w:t>4.051e0</w:t>
      </w:r>
    </w:p>
    <w:p w:rsidR="007B2329" w:rsidRDefault="007B2329" w:rsidP="007B2329">
      <w:r>
        <w:t>612.4759</w:t>
      </w:r>
      <w:r>
        <w:tab/>
        <w:t>1.013e0</w:t>
      </w:r>
    </w:p>
    <w:p w:rsidR="007B2329" w:rsidRDefault="007B2329" w:rsidP="007B2329">
      <w:r>
        <w:t>612.4888</w:t>
      </w:r>
      <w:r>
        <w:tab/>
        <w:t>3.038e0</w:t>
      </w:r>
    </w:p>
    <w:p w:rsidR="007B2329" w:rsidRDefault="007B2329" w:rsidP="007B2329">
      <w:r>
        <w:t>612.5283</w:t>
      </w:r>
      <w:r>
        <w:tab/>
        <w:t>2.025e0</w:t>
      </w:r>
    </w:p>
    <w:p w:rsidR="007B2329" w:rsidRDefault="007B2329" w:rsidP="007B2329">
      <w:r>
        <w:lastRenderedPageBreak/>
        <w:t>612.5536</w:t>
      </w:r>
      <w:r>
        <w:tab/>
        <w:t>3.038e0</w:t>
      </w:r>
    </w:p>
    <w:p w:rsidR="007B2329" w:rsidRDefault="007B2329" w:rsidP="007B2329">
      <w:r>
        <w:t>612.5624</w:t>
      </w:r>
      <w:r>
        <w:tab/>
        <w:t>2.038e0</w:t>
      </w:r>
    </w:p>
    <w:p w:rsidR="007B2329" w:rsidRDefault="007B2329" w:rsidP="007B2329">
      <w:r>
        <w:t>612.5701</w:t>
      </w:r>
      <w:r>
        <w:tab/>
        <w:t>1.013e0</w:t>
      </w:r>
    </w:p>
    <w:p w:rsidR="007B2329" w:rsidRDefault="007B2329" w:rsidP="007B2329">
      <w:r>
        <w:t>612.5807</w:t>
      </w:r>
      <w:r>
        <w:tab/>
        <w:t>1.013e0</w:t>
      </w:r>
    </w:p>
    <w:p w:rsidR="007B2329" w:rsidRDefault="007B2329" w:rsidP="007B2329">
      <w:r>
        <w:t>612.5847</w:t>
      </w:r>
      <w:r>
        <w:tab/>
        <w:t>2.025e0</w:t>
      </w:r>
    </w:p>
    <w:p w:rsidR="007B2329" w:rsidRDefault="007B2329" w:rsidP="007B2329">
      <w:r>
        <w:t>612.5911</w:t>
      </w:r>
      <w:r>
        <w:tab/>
        <w:t>1.013e0</w:t>
      </w:r>
    </w:p>
    <w:p w:rsidR="007B2329" w:rsidRDefault="007B2329" w:rsidP="007B2329">
      <w:r>
        <w:t>612.6017</w:t>
      </w:r>
      <w:r>
        <w:tab/>
        <w:t>1.013e0</w:t>
      </w:r>
    </w:p>
    <w:p w:rsidR="007B2329" w:rsidRDefault="007B2329" w:rsidP="007B2329">
      <w:r>
        <w:t>612.6331</w:t>
      </w:r>
      <w:r>
        <w:tab/>
        <w:t>1.013e0</w:t>
      </w:r>
    </w:p>
    <w:p w:rsidR="007B2329" w:rsidRDefault="007B2329" w:rsidP="007B2329">
      <w:r>
        <w:t>612.6476</w:t>
      </w:r>
      <w:r>
        <w:tab/>
        <w:t>1.013e0</w:t>
      </w:r>
    </w:p>
    <w:p w:rsidR="007B2329" w:rsidRDefault="007B2329" w:rsidP="007B2329">
      <w:r>
        <w:t>612.6642</w:t>
      </w:r>
      <w:r>
        <w:tab/>
        <w:t>1.013e0</w:t>
      </w:r>
    </w:p>
    <w:p w:rsidR="007B2329" w:rsidRDefault="007B2329" w:rsidP="007B2329">
      <w:r>
        <w:t>612.7054</w:t>
      </w:r>
      <w:r>
        <w:tab/>
        <w:t>2.025e0</w:t>
      </w:r>
    </w:p>
    <w:p w:rsidR="007B2329" w:rsidRDefault="007B2329" w:rsidP="007B2329">
      <w:r>
        <w:t>612.7118</w:t>
      </w:r>
      <w:r>
        <w:tab/>
        <w:t>2.025e0</w:t>
      </w:r>
    </w:p>
    <w:p w:rsidR="007B2329" w:rsidRDefault="007B2329" w:rsidP="007B2329">
      <w:r>
        <w:t>612.7281</w:t>
      </w:r>
      <w:r>
        <w:tab/>
        <w:t>2.025e0</w:t>
      </w:r>
    </w:p>
    <w:p w:rsidR="007B2329" w:rsidRDefault="007B2329" w:rsidP="007B2329">
      <w:r>
        <w:t>612.7321</w:t>
      </w:r>
      <w:r>
        <w:tab/>
        <w:t>3.038e0</w:t>
      </w:r>
    </w:p>
    <w:p w:rsidR="007B2329" w:rsidRDefault="007B2329" w:rsidP="007B2329">
      <w:r>
        <w:t>612.7350</w:t>
      </w:r>
      <w:r>
        <w:tab/>
        <w:t>2.025e0</w:t>
      </w:r>
    </w:p>
    <w:p w:rsidR="007B2329" w:rsidRDefault="007B2329" w:rsidP="007B2329">
      <w:r>
        <w:t>612.7693</w:t>
      </w:r>
      <w:r>
        <w:tab/>
        <w:t>2.025e0</w:t>
      </w:r>
    </w:p>
    <w:p w:rsidR="007B2329" w:rsidRDefault="007B2329" w:rsidP="007B2329">
      <w:r>
        <w:t>612.7798</w:t>
      </w:r>
      <w:r>
        <w:tab/>
        <w:t>1.013e0</w:t>
      </w:r>
    </w:p>
    <w:p w:rsidR="007B2329" w:rsidRDefault="007B2329" w:rsidP="007B2329">
      <w:r>
        <w:t>612.7877</w:t>
      </w:r>
      <w:r>
        <w:tab/>
        <w:t>1.013e0</w:t>
      </w:r>
    </w:p>
    <w:p w:rsidR="007B2329" w:rsidRDefault="007B2329" w:rsidP="007B2329">
      <w:r>
        <w:t>612.7956</w:t>
      </w:r>
      <w:r>
        <w:tab/>
        <w:t>2.025e0</w:t>
      </w:r>
    </w:p>
    <w:p w:rsidR="007B2329" w:rsidRDefault="007B2329" w:rsidP="007B2329">
      <w:r>
        <w:lastRenderedPageBreak/>
        <w:t>612.8244</w:t>
      </w:r>
      <w:r>
        <w:tab/>
        <w:t>1.013e0</w:t>
      </w:r>
    </w:p>
    <w:p w:rsidR="007B2329" w:rsidRDefault="007B2329" w:rsidP="007B2329">
      <w:r>
        <w:t>612.8324</w:t>
      </w:r>
      <w:r>
        <w:tab/>
        <w:t>1.013e0</w:t>
      </w:r>
    </w:p>
    <w:p w:rsidR="007B2329" w:rsidRDefault="007B2329" w:rsidP="007B2329">
      <w:r>
        <w:t>612.8408</w:t>
      </w:r>
      <w:r>
        <w:tab/>
        <w:t>1.013e0</w:t>
      </w:r>
    </w:p>
    <w:p w:rsidR="007B2329" w:rsidRDefault="007B2329" w:rsidP="007B2329">
      <w:r>
        <w:t>612.8431</w:t>
      </w:r>
      <w:r>
        <w:tab/>
        <w:t>2.025e0</w:t>
      </w:r>
    </w:p>
    <w:p w:rsidR="007B2329" w:rsidRDefault="007B2329" w:rsidP="007B2329">
      <w:r>
        <w:t>612.8476</w:t>
      </w:r>
      <w:r>
        <w:tab/>
        <w:t>5.063e0</w:t>
      </w:r>
    </w:p>
    <w:p w:rsidR="007B2329" w:rsidRDefault="007B2329" w:rsidP="007B2329">
      <w:r>
        <w:t>612.9057</w:t>
      </w:r>
      <w:r>
        <w:tab/>
        <w:t>1.013e0</w:t>
      </w:r>
    </w:p>
    <w:p w:rsidR="007B2329" w:rsidRDefault="007B2329" w:rsidP="007B2329">
      <w:r>
        <w:t>612.9162</w:t>
      </w:r>
      <w:r>
        <w:tab/>
        <w:t>1.013e0</w:t>
      </w:r>
    </w:p>
    <w:p w:rsidR="007B2329" w:rsidRDefault="007B2329" w:rsidP="007B2329">
      <w:r>
        <w:t>612.9267</w:t>
      </w:r>
      <w:r>
        <w:tab/>
        <w:t>1.013e0</w:t>
      </w:r>
    </w:p>
    <w:p w:rsidR="007B2329" w:rsidRDefault="007B2329" w:rsidP="007B2329">
      <w:r>
        <w:t>612.9302</w:t>
      </w:r>
      <w:r>
        <w:tab/>
        <w:t>1.266e-2</w:t>
      </w:r>
    </w:p>
    <w:p w:rsidR="007B2329" w:rsidRDefault="007B2329" w:rsidP="007B2329">
      <w:r>
        <w:t>612.9645</w:t>
      </w:r>
      <w:r>
        <w:tab/>
        <w:t>1.013e0</w:t>
      </w:r>
    </w:p>
    <w:p w:rsidR="007B2329" w:rsidRDefault="007B2329" w:rsidP="007B2329">
      <w:r>
        <w:t>612.9792</w:t>
      </w:r>
      <w:r>
        <w:tab/>
        <w:t>2.025e0</w:t>
      </w:r>
    </w:p>
    <w:p w:rsidR="007B2329" w:rsidRDefault="007B2329" w:rsidP="007B2329">
      <w:r>
        <w:t>612.9949</w:t>
      </w:r>
      <w:r>
        <w:tab/>
        <w:t>2.025e0</w:t>
      </w:r>
    </w:p>
    <w:p w:rsidR="007B2329" w:rsidRDefault="007B2329" w:rsidP="007B2329">
      <w:r>
        <w:t>613.0012</w:t>
      </w:r>
      <w:r>
        <w:tab/>
        <w:t>1.013e0</w:t>
      </w:r>
    </w:p>
    <w:p w:rsidR="007B2329" w:rsidRDefault="007B2329" w:rsidP="007B2329">
      <w:r>
        <w:t>613.0044</w:t>
      </w:r>
      <w:r>
        <w:tab/>
        <w:t>2.025e0</w:t>
      </w:r>
    </w:p>
    <w:p w:rsidR="007B2329" w:rsidRDefault="007B2329" w:rsidP="007B2329">
      <w:r>
        <w:t>613.0107</w:t>
      </w:r>
      <w:r>
        <w:tab/>
        <w:t>1.013e0</w:t>
      </w:r>
    </w:p>
    <w:p w:rsidR="007B2329" w:rsidRDefault="007B2329" w:rsidP="007B2329">
      <w:r>
        <w:t>613.0182</w:t>
      </w:r>
      <w:r>
        <w:tab/>
        <w:t>2.025e0</w:t>
      </w:r>
    </w:p>
    <w:p w:rsidR="007B2329" w:rsidRDefault="007B2329" w:rsidP="007B2329">
      <w:r>
        <w:t>613.0577</w:t>
      </w:r>
      <w:r>
        <w:tab/>
        <w:t>3.038e0</w:t>
      </w:r>
    </w:p>
    <w:p w:rsidR="007B2329" w:rsidRDefault="007B2329" w:rsidP="007B2329">
      <w:r>
        <w:t>613.0950</w:t>
      </w:r>
      <w:r>
        <w:tab/>
        <w:t>4.051e0</w:t>
      </w:r>
    </w:p>
    <w:p w:rsidR="007B2329" w:rsidRDefault="007B2329" w:rsidP="007B2329">
      <w:r>
        <w:t>613.1019</w:t>
      </w:r>
      <w:r>
        <w:tab/>
        <w:t>2.960e1</w:t>
      </w:r>
    </w:p>
    <w:p w:rsidR="007B2329" w:rsidRDefault="007B2329" w:rsidP="007B2329">
      <w:r>
        <w:lastRenderedPageBreak/>
        <w:t>613.1172</w:t>
      </w:r>
      <w:r>
        <w:tab/>
        <w:t>1.925e1</w:t>
      </w:r>
    </w:p>
    <w:p w:rsidR="007B2329" w:rsidRDefault="007B2329" w:rsidP="007B2329">
      <w:r>
        <w:t>613.1209</w:t>
      </w:r>
      <w:r>
        <w:tab/>
        <w:t>7.089e0</w:t>
      </w:r>
    </w:p>
    <w:p w:rsidR="007B2329" w:rsidRDefault="007B2329" w:rsidP="007B2329">
      <w:r>
        <w:t>613.1368</w:t>
      </w:r>
      <w:r>
        <w:tab/>
        <w:t>4.051e0</w:t>
      </w:r>
    </w:p>
    <w:p w:rsidR="007B2329" w:rsidRDefault="007B2329" w:rsidP="007B2329">
      <w:r>
        <w:t>613.1539</w:t>
      </w:r>
      <w:r>
        <w:tab/>
        <w:t>7.089e0</w:t>
      </w:r>
    </w:p>
    <w:p w:rsidR="007B2329" w:rsidRDefault="007B2329" w:rsidP="007B2329">
      <w:r>
        <w:t>613.1680</w:t>
      </w:r>
      <w:r>
        <w:tab/>
        <w:t>5.063e0</w:t>
      </w:r>
    </w:p>
    <w:p w:rsidR="007B2329" w:rsidRDefault="007B2329" w:rsidP="007B2329">
      <w:r>
        <w:t>613.1967</w:t>
      </w:r>
      <w:r>
        <w:tab/>
        <w:t>3.038e0</w:t>
      </w:r>
    </w:p>
    <w:p w:rsidR="007B2329" w:rsidRDefault="007B2329" w:rsidP="007B2329">
      <w:r>
        <w:t>613.2137</w:t>
      </w:r>
      <w:r>
        <w:tab/>
        <w:t>9.492e0</w:t>
      </w:r>
    </w:p>
    <w:p w:rsidR="007B2329" w:rsidRDefault="007B2329" w:rsidP="007B2329">
      <w:r>
        <w:t>613.2266</w:t>
      </w:r>
      <w:r>
        <w:tab/>
        <w:t>3.038e0</w:t>
      </w:r>
    </w:p>
    <w:p w:rsidR="007B2329" w:rsidRDefault="007B2329" w:rsidP="007B2329">
      <w:r>
        <w:t>613.2472</w:t>
      </w:r>
      <w:r>
        <w:tab/>
        <w:t>1.013e0</w:t>
      </w:r>
    </w:p>
    <w:p w:rsidR="007B2329" w:rsidRDefault="007B2329" w:rsidP="007B2329">
      <w:r>
        <w:t>613.2702</w:t>
      </w:r>
      <w:r>
        <w:tab/>
        <w:t>2.585e0</w:t>
      </w:r>
    </w:p>
    <w:p w:rsidR="007B2329" w:rsidRDefault="007B2329" w:rsidP="007B2329">
      <w:r>
        <w:t>613.3107</w:t>
      </w:r>
      <w:r>
        <w:tab/>
        <w:t>4.020e0</w:t>
      </w:r>
    </w:p>
    <w:p w:rsidR="007B2329" w:rsidRDefault="007B2329" w:rsidP="007B2329">
      <w:r>
        <w:t>613.3342</w:t>
      </w:r>
      <w:r>
        <w:tab/>
        <w:t>6.640e0</w:t>
      </w:r>
    </w:p>
    <w:p w:rsidR="007B2329" w:rsidRDefault="007B2329" w:rsidP="007B2329">
      <w:r>
        <w:t>613.3366</w:t>
      </w:r>
      <w:r>
        <w:tab/>
        <w:t>3.038e0</w:t>
      </w:r>
    </w:p>
    <w:p w:rsidR="007B2329" w:rsidRDefault="007B2329" w:rsidP="007B2329">
      <w:r>
        <w:t>613.3520</w:t>
      </w:r>
      <w:r>
        <w:tab/>
        <w:t>1.865e0</w:t>
      </w:r>
    </w:p>
    <w:p w:rsidR="007B2329" w:rsidRDefault="007B2329" w:rsidP="007B2329">
      <w:r>
        <w:t>613.3595</w:t>
      </w:r>
      <w:r>
        <w:tab/>
        <w:t>4.750e0</w:t>
      </w:r>
    </w:p>
    <w:p w:rsidR="007B2329" w:rsidRDefault="007B2329" w:rsidP="007B2329">
      <w:r>
        <w:t>613.3613</w:t>
      </w:r>
      <w:r>
        <w:tab/>
        <w:t>6.223e0</w:t>
      </w:r>
    </w:p>
    <w:p w:rsidR="007B2329" w:rsidRDefault="007B2329" w:rsidP="007B2329">
      <w:r>
        <w:t>613.3685</w:t>
      </w:r>
      <w:r>
        <w:tab/>
        <w:t>2.532e0</w:t>
      </w:r>
    </w:p>
    <w:p w:rsidR="007B2329" w:rsidRDefault="007B2329" w:rsidP="007B2329">
      <w:r>
        <w:t>613.3857</w:t>
      </w:r>
      <w:r>
        <w:tab/>
        <w:t>1.640e1</w:t>
      </w:r>
    </w:p>
    <w:p w:rsidR="007B2329" w:rsidRDefault="007B2329" w:rsidP="007B2329">
      <w:r>
        <w:t>613.3954</w:t>
      </w:r>
      <w:r>
        <w:tab/>
        <w:t>3.038e0</w:t>
      </w:r>
    </w:p>
    <w:p w:rsidR="007B2329" w:rsidRDefault="007B2329" w:rsidP="007B2329">
      <w:r>
        <w:lastRenderedPageBreak/>
        <w:t>613.4199</w:t>
      </w:r>
      <w:r>
        <w:tab/>
        <w:t>1.013e0</w:t>
      </w:r>
    </w:p>
    <w:p w:rsidR="007B2329" w:rsidRDefault="007B2329" w:rsidP="007B2329">
      <w:r>
        <w:t>613.4267</w:t>
      </w:r>
      <w:r>
        <w:tab/>
        <w:t>4.554e0</w:t>
      </w:r>
    </w:p>
    <w:p w:rsidR="007B2329" w:rsidRDefault="007B2329" w:rsidP="007B2329">
      <w:r>
        <w:t>613.4425</w:t>
      </w:r>
      <w:r>
        <w:tab/>
        <w:t>1.013e0</w:t>
      </w:r>
    </w:p>
    <w:p w:rsidR="007B2329" w:rsidRDefault="007B2329" w:rsidP="007B2329">
      <w:r>
        <w:t>613.4462</w:t>
      </w:r>
      <w:r>
        <w:tab/>
        <w:t>3.061e0</w:t>
      </w:r>
    </w:p>
    <w:p w:rsidR="007B2329" w:rsidRDefault="007B2329" w:rsidP="007B2329">
      <w:r>
        <w:t>613.4479</w:t>
      </w:r>
      <w:r>
        <w:tab/>
        <w:t>4.051e0</w:t>
      </w:r>
    </w:p>
    <w:p w:rsidR="007B2329" w:rsidRDefault="007B2329" w:rsidP="007B2329">
      <w:r>
        <w:t>613.4770</w:t>
      </w:r>
      <w:r>
        <w:tab/>
        <w:t>7.089e0</w:t>
      </w:r>
    </w:p>
    <w:p w:rsidR="007B2329" w:rsidRDefault="007B2329" w:rsidP="007B2329">
      <w:r>
        <w:t>613.4849</w:t>
      </w:r>
      <w:r>
        <w:tab/>
        <w:t>5.715e0</w:t>
      </w:r>
    </w:p>
    <w:p w:rsidR="007B2329" w:rsidRDefault="007B2329" w:rsidP="007B2329">
      <w:r>
        <w:t>613.4933</w:t>
      </w:r>
      <w:r>
        <w:tab/>
        <w:t>1.013e0</w:t>
      </w:r>
    </w:p>
    <w:p w:rsidR="007B2329" w:rsidRDefault="007B2329" w:rsidP="007B2329">
      <w:r>
        <w:t>613.5150</w:t>
      </w:r>
      <w:r>
        <w:tab/>
        <w:t>2.025e0</w:t>
      </w:r>
    </w:p>
    <w:p w:rsidR="007B2329" w:rsidRDefault="007B2329" w:rsidP="007B2329">
      <w:r>
        <w:t>613.5565</w:t>
      </w:r>
      <w:r>
        <w:tab/>
        <w:t>1.013e0</w:t>
      </w:r>
    </w:p>
    <w:p w:rsidR="007B2329" w:rsidRDefault="007B2329" w:rsidP="007B2329">
      <w:r>
        <w:t>613.5823</w:t>
      </w:r>
      <w:r>
        <w:tab/>
        <w:t>5.063e0</w:t>
      </w:r>
    </w:p>
    <w:p w:rsidR="007B2329" w:rsidRDefault="007B2329" w:rsidP="007B2329">
      <w:r>
        <w:t>613.6300</w:t>
      </w:r>
      <w:r>
        <w:tab/>
        <w:t>2.025e0</w:t>
      </w:r>
    </w:p>
    <w:p w:rsidR="007B2329" w:rsidRDefault="007B2329" w:rsidP="007B2329">
      <w:r>
        <w:t>613.6355</w:t>
      </w:r>
      <w:r>
        <w:tab/>
        <w:t>1.013e0</w:t>
      </w:r>
    </w:p>
    <w:p w:rsidR="007B2329" w:rsidRDefault="007B2329" w:rsidP="007B2329">
      <w:r>
        <w:t>613.6672</w:t>
      </w:r>
      <w:r>
        <w:tab/>
        <w:t>2.025e0</w:t>
      </w:r>
    </w:p>
    <w:p w:rsidR="007B2329" w:rsidRDefault="007B2329" w:rsidP="007B2329">
      <w:r>
        <w:t>613.6761</w:t>
      </w:r>
      <w:r>
        <w:tab/>
        <w:t>2.973e0</w:t>
      </w:r>
    </w:p>
    <w:p w:rsidR="007B2329" w:rsidRDefault="007B2329" w:rsidP="007B2329">
      <w:r>
        <w:t>613.6884</w:t>
      </w:r>
      <w:r>
        <w:tab/>
        <w:t>1.013e0</w:t>
      </w:r>
    </w:p>
    <w:p w:rsidR="007B2329" w:rsidRDefault="007B2329" w:rsidP="007B2329">
      <w:r>
        <w:t>613.7245</w:t>
      </w:r>
      <w:r>
        <w:tab/>
        <w:t>1.013e0</w:t>
      </w:r>
    </w:p>
    <w:p w:rsidR="007B2329" w:rsidRDefault="007B2329" w:rsidP="007B2329">
      <w:r>
        <w:t>613.7350</w:t>
      </w:r>
      <w:r>
        <w:tab/>
        <w:t>1.013e0</w:t>
      </w:r>
    </w:p>
    <w:p w:rsidR="007B2329" w:rsidRDefault="007B2329" w:rsidP="007B2329">
      <w:r>
        <w:t>613.7448</w:t>
      </w:r>
      <w:r>
        <w:tab/>
        <w:t>3.038e0</w:t>
      </w:r>
    </w:p>
    <w:p w:rsidR="007B2329" w:rsidRDefault="007B2329" w:rsidP="007B2329">
      <w:r>
        <w:lastRenderedPageBreak/>
        <w:t>613.7763</w:t>
      </w:r>
      <w:r>
        <w:tab/>
        <w:t>2.025e0</w:t>
      </w:r>
    </w:p>
    <w:p w:rsidR="007B2329" w:rsidRDefault="007B2329" w:rsidP="007B2329">
      <w:r>
        <w:t>613.7944</w:t>
      </w:r>
      <w:r>
        <w:tab/>
        <w:t>1.013e0</w:t>
      </w:r>
    </w:p>
    <w:p w:rsidR="007B2329" w:rsidRDefault="007B2329" w:rsidP="007B2329">
      <w:r>
        <w:t>613.8559</w:t>
      </w:r>
      <w:r>
        <w:tab/>
        <w:t>2.025e0</w:t>
      </w:r>
    </w:p>
    <w:p w:rsidR="007B2329" w:rsidRDefault="007B2329" w:rsidP="007B2329">
      <w:r>
        <w:t>613.8611</w:t>
      </w:r>
      <w:r>
        <w:tab/>
        <w:t>2.025e0</w:t>
      </w:r>
    </w:p>
    <w:p w:rsidR="007B2329" w:rsidRDefault="007B2329" w:rsidP="007B2329">
      <w:r>
        <w:t>613.8779</w:t>
      </w:r>
      <w:r>
        <w:tab/>
        <w:t>2.025e0</w:t>
      </w:r>
    </w:p>
    <w:p w:rsidR="007B2329" w:rsidRDefault="007B2329" w:rsidP="007B2329">
      <w:r>
        <w:t>613.8821</w:t>
      </w:r>
      <w:r>
        <w:tab/>
        <w:t>1.013e0</w:t>
      </w:r>
    </w:p>
    <w:p w:rsidR="007B2329" w:rsidRDefault="007B2329" w:rsidP="007B2329">
      <w:r>
        <w:t>613.8998</w:t>
      </w:r>
      <w:r>
        <w:tab/>
        <w:t>1.013e0</w:t>
      </w:r>
    </w:p>
    <w:p w:rsidR="007B2329" w:rsidRDefault="007B2329" w:rsidP="007B2329">
      <w:r>
        <w:t>613.9031</w:t>
      </w:r>
      <w:r>
        <w:tab/>
        <w:t>2.025e0</w:t>
      </w:r>
    </w:p>
    <w:p w:rsidR="007B2329" w:rsidRDefault="007B2329" w:rsidP="007B2329">
      <w:r>
        <w:t>613.9243</w:t>
      </w:r>
      <w:r>
        <w:tab/>
        <w:t>1.013e0</w:t>
      </w:r>
    </w:p>
    <w:p w:rsidR="007B2329" w:rsidRDefault="007B2329" w:rsidP="007B2329">
      <w:r>
        <w:t>613.9344</w:t>
      </w:r>
      <w:r>
        <w:tab/>
        <w:t>1.013e0</w:t>
      </w:r>
    </w:p>
    <w:p w:rsidR="007B2329" w:rsidRDefault="007B2329" w:rsidP="007B2329">
      <w:r>
        <w:t>613.9365</w:t>
      </w:r>
      <w:r>
        <w:tab/>
        <w:t>1.013e0</w:t>
      </w:r>
    </w:p>
    <w:p w:rsidR="007B2329" w:rsidRDefault="007B2329" w:rsidP="007B2329">
      <w:r>
        <w:t>613.9572</w:t>
      </w:r>
      <w:r>
        <w:tab/>
        <w:t>3.038e0</w:t>
      </w:r>
    </w:p>
    <w:p w:rsidR="007B2329" w:rsidRDefault="007B2329" w:rsidP="007B2329">
      <w:r>
        <w:t>613.9905</w:t>
      </w:r>
      <w:r>
        <w:tab/>
        <w:t>2.025e0</w:t>
      </w:r>
    </w:p>
    <w:p w:rsidR="007B2329" w:rsidRDefault="007B2329" w:rsidP="007B2329">
      <w:r>
        <w:t>614.0056</w:t>
      </w:r>
      <w:r>
        <w:tab/>
        <w:t>1.013e0</w:t>
      </w:r>
    </w:p>
    <w:p w:rsidR="007B2329" w:rsidRDefault="007B2329" w:rsidP="007B2329">
      <w:r>
        <w:t>614.0361</w:t>
      </w:r>
      <w:r>
        <w:tab/>
        <w:t>2.025e0</w:t>
      </w:r>
    </w:p>
    <w:p w:rsidR="007B2329" w:rsidRDefault="007B2329" w:rsidP="007B2329">
      <w:r>
        <w:t>614.0396</w:t>
      </w:r>
      <w:r>
        <w:tab/>
        <w:t>1.013e0</w:t>
      </w:r>
    </w:p>
    <w:p w:rsidR="007B2329" w:rsidRDefault="007B2329" w:rsidP="007B2329">
      <w:r>
        <w:t>614.0789</w:t>
      </w:r>
      <w:r>
        <w:tab/>
        <w:t>3.038e0</w:t>
      </w:r>
    </w:p>
    <w:p w:rsidR="007B2329" w:rsidRDefault="007B2329" w:rsidP="007B2329">
      <w:r>
        <w:t>614.1090</w:t>
      </w:r>
      <w:r>
        <w:tab/>
        <w:t>3.038e0</w:t>
      </w:r>
    </w:p>
    <w:p w:rsidR="007B2329" w:rsidRDefault="007B2329" w:rsidP="007B2329">
      <w:r>
        <w:t>614.1126</w:t>
      </w:r>
      <w:r>
        <w:tab/>
        <w:t>4.051e0</w:t>
      </w:r>
    </w:p>
    <w:p w:rsidR="007B2329" w:rsidRDefault="007B2329" w:rsidP="007B2329">
      <w:r>
        <w:lastRenderedPageBreak/>
        <w:t>614.1237</w:t>
      </w:r>
      <w:r>
        <w:tab/>
        <w:t>5.063e0</w:t>
      </w:r>
    </w:p>
    <w:p w:rsidR="007B2329" w:rsidRDefault="007B2329" w:rsidP="007B2329">
      <w:r>
        <w:t>614.1273</w:t>
      </w:r>
      <w:r>
        <w:tab/>
        <w:t>3.038e0</w:t>
      </w:r>
    </w:p>
    <w:p w:rsidR="007B2329" w:rsidRDefault="007B2329" w:rsidP="007B2329">
      <w:r>
        <w:t>614.1320</w:t>
      </w:r>
      <w:r>
        <w:tab/>
        <w:t>3.038e0</w:t>
      </w:r>
    </w:p>
    <w:p w:rsidR="007B2329" w:rsidRDefault="007B2329" w:rsidP="007B2329">
      <w:r>
        <w:t>614.1782</w:t>
      </w:r>
      <w:r>
        <w:tab/>
        <w:t>3.038e0</w:t>
      </w:r>
    </w:p>
    <w:p w:rsidR="007B2329" w:rsidRDefault="007B2329" w:rsidP="007B2329">
      <w:r>
        <w:t>614.1807</w:t>
      </w:r>
      <w:r>
        <w:tab/>
        <w:t>2.038e0</w:t>
      </w:r>
    </w:p>
    <w:p w:rsidR="007B2329" w:rsidRDefault="007B2329" w:rsidP="007B2329">
      <w:r>
        <w:t>614.1882</w:t>
      </w:r>
      <w:r>
        <w:tab/>
        <w:t>3.038e0</w:t>
      </w:r>
    </w:p>
    <w:p w:rsidR="007B2329" w:rsidRDefault="007B2329" w:rsidP="007B2329">
      <w:r>
        <w:t>614.1955</w:t>
      </w:r>
      <w:r>
        <w:tab/>
        <w:t>3.038e0</w:t>
      </w:r>
    </w:p>
    <w:p w:rsidR="007B2329" w:rsidRDefault="007B2329" w:rsidP="007B2329">
      <w:r>
        <w:t>614.2078</w:t>
      </w:r>
      <w:r>
        <w:tab/>
        <w:t>2.432e0</w:t>
      </w:r>
    </w:p>
    <w:p w:rsidR="007B2329" w:rsidRDefault="007B2329" w:rsidP="007B2329">
      <w:r>
        <w:t>614.2405</w:t>
      </w:r>
      <w:r>
        <w:tab/>
        <w:t>6.869e0</w:t>
      </w:r>
    </w:p>
    <w:p w:rsidR="007B2329" w:rsidRDefault="007B2329" w:rsidP="007B2329">
      <w:r>
        <w:t>614.2630</w:t>
      </w:r>
      <w:r>
        <w:tab/>
        <w:t>7.277e0</w:t>
      </w:r>
    </w:p>
    <w:p w:rsidR="007B2329" w:rsidRDefault="007B2329" w:rsidP="007B2329">
      <w:r>
        <w:t>614.2696</w:t>
      </w:r>
      <w:r>
        <w:tab/>
        <w:t>2.025e0</w:t>
      </w:r>
    </w:p>
    <w:p w:rsidR="007B2329" w:rsidRDefault="007B2329" w:rsidP="007B2329">
      <w:r>
        <w:t>614.2730</w:t>
      </w:r>
      <w:r>
        <w:tab/>
        <w:t>5.670e0</w:t>
      </w:r>
    </w:p>
    <w:p w:rsidR="007B2329" w:rsidRDefault="007B2329" w:rsidP="007B2329">
      <w:r>
        <w:t>614.2758</w:t>
      </w:r>
      <w:r>
        <w:tab/>
        <w:t>2.797e0</w:t>
      </w:r>
    </w:p>
    <w:p w:rsidR="007B2329" w:rsidRDefault="007B2329" w:rsidP="007B2329">
      <w:r>
        <w:t>614.2812</w:t>
      </w:r>
      <w:r>
        <w:tab/>
        <w:t>1.013e0</w:t>
      </w:r>
    </w:p>
    <w:p w:rsidR="007B2329" w:rsidRDefault="007B2329" w:rsidP="007B2329">
      <w:r>
        <w:t>614.2855</w:t>
      </w:r>
      <w:r>
        <w:tab/>
        <w:t>8.139e0</w:t>
      </w:r>
    </w:p>
    <w:p w:rsidR="007B2329" w:rsidRDefault="007B2329" w:rsidP="007B2329">
      <w:r>
        <w:t>614.2870</w:t>
      </w:r>
      <w:r>
        <w:tab/>
        <w:t>4.559e0</w:t>
      </w:r>
    </w:p>
    <w:p w:rsidR="007B2329" w:rsidRDefault="007B2329" w:rsidP="007B2329">
      <w:r>
        <w:t>614.3057</w:t>
      </w:r>
      <w:r>
        <w:tab/>
        <w:t>5.028e0</w:t>
      </w:r>
    </w:p>
    <w:p w:rsidR="007B2329" w:rsidRDefault="007B2329" w:rsidP="007B2329">
      <w:r>
        <w:t>614.3559</w:t>
      </w:r>
      <w:r>
        <w:tab/>
        <w:t>3.840e0</w:t>
      </w:r>
    </w:p>
    <w:p w:rsidR="007B2329" w:rsidRDefault="007B2329" w:rsidP="007B2329">
      <w:r>
        <w:t>614.3605</w:t>
      </w:r>
      <w:r>
        <w:tab/>
        <w:t>1.905e0</w:t>
      </w:r>
    </w:p>
    <w:p w:rsidR="007B2329" w:rsidRDefault="007B2329" w:rsidP="007B2329">
      <w:r>
        <w:lastRenderedPageBreak/>
        <w:t>614.3650</w:t>
      </w:r>
      <w:r>
        <w:tab/>
        <w:t>3.458e0</w:t>
      </w:r>
    </w:p>
    <w:p w:rsidR="007B2329" w:rsidRDefault="007B2329" w:rsidP="007B2329">
      <w:r>
        <w:t>614.3711</w:t>
      </w:r>
      <w:r>
        <w:tab/>
        <w:t>2.735e0</w:t>
      </w:r>
    </w:p>
    <w:p w:rsidR="007B2329" w:rsidRDefault="007B2329" w:rsidP="007B2329">
      <w:r>
        <w:t>614.3812</w:t>
      </w:r>
      <w:r>
        <w:tab/>
        <w:t>1.894e0</w:t>
      </w:r>
    </w:p>
    <w:p w:rsidR="007B2329" w:rsidRDefault="007B2329" w:rsidP="007B2329">
      <w:r>
        <w:t>614.3858</w:t>
      </w:r>
      <w:r>
        <w:tab/>
        <w:t>2.025e0</w:t>
      </w:r>
    </w:p>
    <w:p w:rsidR="007B2329" w:rsidRDefault="007B2329" w:rsidP="007B2329">
      <w:r>
        <w:t>614.3918</w:t>
      </w:r>
      <w:r>
        <w:tab/>
        <w:t>5.063e0</w:t>
      </w:r>
    </w:p>
    <w:p w:rsidR="007B2329" w:rsidRDefault="007B2329" w:rsidP="007B2329">
      <w:r>
        <w:t>614.4196</w:t>
      </w:r>
      <w:r>
        <w:tab/>
        <w:t>1.494e0</w:t>
      </w:r>
    </w:p>
    <w:p w:rsidR="007B2329" w:rsidRDefault="007B2329" w:rsidP="007B2329">
      <w:r>
        <w:t>614.4285</w:t>
      </w:r>
      <w:r>
        <w:tab/>
        <w:t>1.013e0</w:t>
      </w:r>
    </w:p>
    <w:p w:rsidR="007B2329" w:rsidRDefault="007B2329" w:rsidP="007B2329">
      <w:r>
        <w:t>614.4705</w:t>
      </w:r>
      <w:r>
        <w:tab/>
        <w:t>3.321e0</w:t>
      </w:r>
    </w:p>
    <w:p w:rsidR="007B2329" w:rsidRDefault="007B2329" w:rsidP="007B2329">
      <w:r>
        <w:t>614.4787</w:t>
      </w:r>
      <w:r>
        <w:tab/>
        <w:t>4.051e0</w:t>
      </w:r>
    </w:p>
    <w:p w:rsidR="007B2329" w:rsidRDefault="007B2329" w:rsidP="007B2329">
      <w:r>
        <w:t>614.5073</w:t>
      </w:r>
      <w:r>
        <w:tab/>
        <w:t>2.025e0</w:t>
      </w:r>
    </w:p>
    <w:p w:rsidR="007B2329" w:rsidRDefault="007B2329" w:rsidP="007B2329">
      <w:r>
        <w:t>614.5126</w:t>
      </w:r>
      <w:r>
        <w:tab/>
        <w:t>1.013e0</w:t>
      </w:r>
    </w:p>
    <w:p w:rsidR="007B2329" w:rsidRDefault="007B2329" w:rsidP="007B2329">
      <w:r>
        <w:t>614.5141</w:t>
      </w:r>
      <w:r>
        <w:tab/>
        <w:t>2.025e0</w:t>
      </w:r>
    </w:p>
    <w:p w:rsidR="007B2329" w:rsidRDefault="007B2329" w:rsidP="007B2329">
      <w:r>
        <w:t>614.5232</w:t>
      </w:r>
      <w:r>
        <w:tab/>
        <w:t>3.038e0</w:t>
      </w:r>
    </w:p>
    <w:p w:rsidR="007B2329" w:rsidRDefault="007B2329" w:rsidP="007B2329">
      <w:r>
        <w:t>614.5375</w:t>
      </w:r>
      <w:r>
        <w:tab/>
        <w:t>2.532e-2</w:t>
      </w:r>
    </w:p>
    <w:p w:rsidR="007B2329" w:rsidRDefault="007B2329" w:rsidP="007B2329">
      <w:r>
        <w:t>614.5753</w:t>
      </w:r>
      <w:r>
        <w:tab/>
        <w:t>3.038e0</w:t>
      </w:r>
    </w:p>
    <w:p w:rsidR="007B2329" w:rsidRDefault="007B2329" w:rsidP="007B2329">
      <w:r>
        <w:t>614.6178</w:t>
      </w:r>
      <w:r>
        <w:tab/>
        <w:t>1.013e0</w:t>
      </w:r>
    </w:p>
    <w:p w:rsidR="007B2329" w:rsidRDefault="007B2329" w:rsidP="007B2329">
      <w:r>
        <w:t>614.6441</w:t>
      </w:r>
      <w:r>
        <w:tab/>
        <w:t>2.025e0</w:t>
      </w:r>
    </w:p>
    <w:p w:rsidR="007B2329" w:rsidRDefault="007B2329" w:rsidP="007B2329">
      <w:r>
        <w:t>614.6702</w:t>
      </w:r>
      <w:r>
        <w:tab/>
        <w:t>1.013e0</w:t>
      </w:r>
    </w:p>
    <w:p w:rsidR="007B2329" w:rsidRDefault="007B2329" w:rsidP="007B2329">
      <w:r>
        <w:t>614.6914</w:t>
      </w:r>
      <w:r>
        <w:tab/>
        <w:t>3.038e0</w:t>
      </w:r>
    </w:p>
    <w:p w:rsidR="007B2329" w:rsidRDefault="007B2329" w:rsidP="007B2329">
      <w:r>
        <w:lastRenderedPageBreak/>
        <w:t>614.7021</w:t>
      </w:r>
      <w:r>
        <w:tab/>
        <w:t>1.013e0</w:t>
      </w:r>
    </w:p>
    <w:p w:rsidR="007B2329" w:rsidRDefault="007B2329" w:rsidP="007B2329">
      <w:r>
        <w:t>614.7068</w:t>
      </w:r>
      <w:r>
        <w:tab/>
        <w:t>3.038e0</w:t>
      </w:r>
    </w:p>
    <w:p w:rsidR="007B2329" w:rsidRDefault="007B2329" w:rsidP="007B2329">
      <w:r>
        <w:t>614.7440</w:t>
      </w:r>
      <w:r>
        <w:tab/>
        <w:t>2.025e0</w:t>
      </w:r>
    </w:p>
    <w:p w:rsidR="007B2329" w:rsidRDefault="007B2329" w:rsidP="007B2329">
      <w:r>
        <w:t>614.7742</w:t>
      </w:r>
      <w:r>
        <w:tab/>
        <w:t>2.025e0</w:t>
      </w:r>
    </w:p>
    <w:p w:rsidR="007B2329" w:rsidRDefault="007B2329" w:rsidP="007B2329">
      <w:r>
        <w:t>614.7859</w:t>
      </w:r>
      <w:r>
        <w:tab/>
        <w:t>1.013e0</w:t>
      </w:r>
    </w:p>
    <w:p w:rsidR="007B2329" w:rsidRDefault="007B2329" w:rsidP="007B2329">
      <w:r>
        <w:t>614.7966</w:t>
      </w:r>
      <w:r>
        <w:tab/>
        <w:t>1.013e0</w:t>
      </w:r>
    </w:p>
    <w:p w:rsidR="007B2329" w:rsidRDefault="007B2329" w:rsidP="007B2329">
      <w:r>
        <w:t>614.8124</w:t>
      </w:r>
      <w:r>
        <w:tab/>
        <w:t>2.025e0</w:t>
      </w:r>
    </w:p>
    <w:p w:rsidR="007B2329" w:rsidRDefault="007B2329" w:rsidP="007B2329">
      <w:r>
        <w:t>614.8173</w:t>
      </w:r>
      <w:r>
        <w:tab/>
        <w:t>1.013e0</w:t>
      </w:r>
    </w:p>
    <w:p w:rsidR="007B2329" w:rsidRDefault="007B2329" w:rsidP="007B2329">
      <w:r>
        <w:t>614.8387</w:t>
      </w:r>
      <w:r>
        <w:tab/>
        <w:t>1.013e0</w:t>
      </w:r>
    </w:p>
    <w:p w:rsidR="007B2329" w:rsidRDefault="007B2329" w:rsidP="007B2329">
      <w:r>
        <w:t>614.8881</w:t>
      </w:r>
      <w:r>
        <w:tab/>
        <w:t>1.013e0</w:t>
      </w:r>
    </w:p>
    <w:p w:rsidR="007B2329" w:rsidRDefault="007B2329" w:rsidP="007B2329">
      <w:r>
        <w:t>614.8913</w:t>
      </w:r>
      <w:r>
        <w:tab/>
        <w:t>1.013e0</w:t>
      </w:r>
    </w:p>
    <w:p w:rsidR="007B2329" w:rsidRDefault="007B2329" w:rsidP="007B2329">
      <w:r>
        <w:t>614.9063</w:t>
      </w:r>
      <w:r>
        <w:tab/>
        <w:t>1.013e0</w:t>
      </w:r>
    </w:p>
    <w:p w:rsidR="007B2329" w:rsidRDefault="007B2329" w:rsidP="007B2329">
      <w:r>
        <w:t>614.9227</w:t>
      </w:r>
      <w:r>
        <w:tab/>
        <w:t>1.013e0</w:t>
      </w:r>
    </w:p>
    <w:p w:rsidR="007B2329" w:rsidRDefault="007B2329" w:rsidP="007B2329">
      <w:r>
        <w:t>614.9246</w:t>
      </w:r>
      <w:r>
        <w:tab/>
        <w:t>3.038e0</w:t>
      </w:r>
    </w:p>
    <w:p w:rsidR="007B2329" w:rsidRDefault="007B2329" w:rsidP="007B2329">
      <w:r>
        <w:t>614.9755</w:t>
      </w:r>
      <w:r>
        <w:tab/>
        <w:t>1.013e0</w:t>
      </w:r>
    </w:p>
    <w:p w:rsidR="007B2329" w:rsidRDefault="007B2329" w:rsidP="007B2329">
      <w:r>
        <w:t>614.9774</w:t>
      </w:r>
      <w:r>
        <w:tab/>
        <w:t>1.013e0</w:t>
      </w:r>
    </w:p>
    <w:p w:rsidR="007B2329" w:rsidRDefault="007B2329" w:rsidP="007B2329">
      <w:r>
        <w:t>614.9937</w:t>
      </w:r>
      <w:r>
        <w:tab/>
        <w:t>1.013e0</w:t>
      </w:r>
    </w:p>
    <w:p w:rsidR="007B2329" w:rsidRDefault="007B2329" w:rsidP="007B2329">
      <w:r>
        <w:t>615.0384</w:t>
      </w:r>
      <w:r>
        <w:tab/>
        <w:t>2.025e0</w:t>
      </w:r>
    </w:p>
    <w:p w:rsidR="007B2329" w:rsidRDefault="007B2329" w:rsidP="007B2329">
      <w:r>
        <w:t>615.0544</w:t>
      </w:r>
      <w:r>
        <w:tab/>
        <w:t>2.025e0</w:t>
      </w:r>
    </w:p>
    <w:p w:rsidR="007B2329" w:rsidRDefault="007B2329" w:rsidP="007B2329">
      <w:r>
        <w:lastRenderedPageBreak/>
        <w:t>615.0661</w:t>
      </w:r>
      <w:r>
        <w:tab/>
        <w:t>2.313e0</w:t>
      </w:r>
    </w:p>
    <w:p w:rsidR="007B2329" w:rsidRDefault="007B2329" w:rsidP="007B2329">
      <w:r>
        <w:t>615.0806</w:t>
      </w:r>
      <w:r>
        <w:tab/>
        <w:t>1.013e0</w:t>
      </w:r>
    </w:p>
    <w:p w:rsidR="007B2329" w:rsidRDefault="007B2329" w:rsidP="007B2329">
      <w:r>
        <w:t>615.0926</w:t>
      </w:r>
      <w:r>
        <w:tab/>
        <w:t>2.025e0</w:t>
      </w:r>
    </w:p>
    <w:p w:rsidR="007B2329" w:rsidRDefault="007B2329" w:rsidP="007B2329">
      <w:r>
        <w:t>615.0955</w:t>
      </w:r>
      <w:r>
        <w:tab/>
        <w:t>3.038e0</w:t>
      </w:r>
    </w:p>
    <w:p w:rsidR="007B2329" w:rsidRDefault="007B2329" w:rsidP="007B2329">
      <w:r>
        <w:t>615.1178</w:t>
      </w:r>
      <w:r>
        <w:tab/>
        <w:t>1.013e0</w:t>
      </w:r>
    </w:p>
    <w:p w:rsidR="007B2329" w:rsidRDefault="007B2329" w:rsidP="007B2329">
      <w:r>
        <w:t>615.1276</w:t>
      </w:r>
      <w:r>
        <w:tab/>
        <w:t>2.025e0</w:t>
      </w:r>
    </w:p>
    <w:p w:rsidR="007B2329" w:rsidRDefault="007B2329" w:rsidP="007B2329">
      <w:r>
        <w:t>615.1431</w:t>
      </w:r>
      <w:r>
        <w:tab/>
        <w:t>6.197e0</w:t>
      </w:r>
    </w:p>
    <w:p w:rsidR="007B2329" w:rsidRDefault="007B2329" w:rsidP="007B2329">
      <w:r>
        <w:t>615.1858</w:t>
      </w:r>
      <w:r>
        <w:tab/>
        <w:t>1.013e0</w:t>
      </w:r>
    </w:p>
    <w:p w:rsidR="007B2329" w:rsidRDefault="007B2329" w:rsidP="007B2329">
      <w:r>
        <w:t>615.1890</w:t>
      </w:r>
      <w:r>
        <w:tab/>
        <w:t>2.025e0</w:t>
      </w:r>
    </w:p>
    <w:p w:rsidR="007B2329" w:rsidRDefault="007B2329" w:rsidP="007B2329">
      <w:r>
        <w:t>615.2003</w:t>
      </w:r>
      <w:r>
        <w:tab/>
        <w:t>3.038e0</w:t>
      </w:r>
    </w:p>
    <w:p w:rsidR="007B2329" w:rsidRDefault="007B2329" w:rsidP="007B2329">
      <w:r>
        <w:t>615.2238</w:t>
      </w:r>
      <w:r>
        <w:tab/>
        <w:t>3.038e0</w:t>
      </w:r>
    </w:p>
    <w:p w:rsidR="007B2329" w:rsidRDefault="007B2329" w:rsidP="007B2329">
      <w:r>
        <w:t>615.2252</w:t>
      </w:r>
      <w:r>
        <w:tab/>
        <w:t>3.388e0</w:t>
      </w:r>
    </w:p>
    <w:p w:rsidR="007B2329" w:rsidRDefault="007B2329" w:rsidP="007B2329">
      <w:r>
        <w:t>615.2333</w:t>
      </w:r>
      <w:r>
        <w:tab/>
        <w:t>2.025e0</w:t>
      </w:r>
    </w:p>
    <w:p w:rsidR="007B2329" w:rsidRDefault="007B2329" w:rsidP="007B2329">
      <w:r>
        <w:t>615.2648</w:t>
      </w:r>
      <w:r>
        <w:tab/>
        <w:t>1.394e0</w:t>
      </w:r>
    </w:p>
    <w:p w:rsidR="007B2329" w:rsidRDefault="007B2329" w:rsidP="007B2329">
      <w:r>
        <w:t>615.2687</w:t>
      </w:r>
      <w:r>
        <w:tab/>
        <w:t>1.519e0</w:t>
      </w:r>
    </w:p>
    <w:p w:rsidR="007B2329" w:rsidRDefault="007B2329" w:rsidP="007B2329">
      <w:r>
        <w:t>615.2762</w:t>
      </w:r>
      <w:r>
        <w:tab/>
        <w:t>7.711e0</w:t>
      </w:r>
    </w:p>
    <w:p w:rsidR="007B2329" w:rsidRDefault="007B2329" w:rsidP="007B2329">
      <w:r>
        <w:t>615.2803</w:t>
      </w:r>
      <w:r>
        <w:tab/>
        <w:t>4.051e0</w:t>
      </w:r>
    </w:p>
    <w:p w:rsidR="007B2329" w:rsidRDefault="007B2329" w:rsidP="007B2329">
      <w:r>
        <w:t>615.2975</w:t>
      </w:r>
      <w:r>
        <w:tab/>
        <w:t>7.531e0</w:t>
      </w:r>
    </w:p>
    <w:p w:rsidR="007B2329" w:rsidRDefault="007B2329" w:rsidP="007B2329">
      <w:r>
        <w:t>615.3018</w:t>
      </w:r>
      <w:r>
        <w:tab/>
        <w:t>2.683e0</w:t>
      </w:r>
    </w:p>
    <w:p w:rsidR="007B2329" w:rsidRDefault="007B2329" w:rsidP="007B2329">
      <w:r>
        <w:lastRenderedPageBreak/>
        <w:t>615.3096</w:t>
      </w:r>
      <w:r>
        <w:tab/>
        <w:t>4.443e0</w:t>
      </w:r>
    </w:p>
    <w:p w:rsidR="007B2329" w:rsidRDefault="007B2329" w:rsidP="007B2329">
      <w:r>
        <w:t>615.3406</w:t>
      </w:r>
      <w:r>
        <w:tab/>
        <w:t>1.939e0</w:t>
      </w:r>
    </w:p>
    <w:p w:rsidR="007B2329" w:rsidRDefault="007B2329" w:rsidP="007B2329">
      <w:r>
        <w:t>615.3519</w:t>
      </w:r>
      <w:r>
        <w:tab/>
        <w:t>9.850e-1</w:t>
      </w:r>
    </w:p>
    <w:p w:rsidR="007B2329" w:rsidRDefault="007B2329" w:rsidP="007B2329">
      <w:r>
        <w:t>615.3654</w:t>
      </w:r>
      <w:r>
        <w:tab/>
        <w:t>1.013e0</w:t>
      </w:r>
    </w:p>
    <w:p w:rsidR="007B2329" w:rsidRDefault="007B2329" w:rsidP="007B2329">
      <w:r>
        <w:t>615.3719</w:t>
      </w:r>
      <w:r>
        <w:tab/>
        <w:t>2.837e0</w:t>
      </w:r>
    </w:p>
    <w:p w:rsidR="007B2329" w:rsidRDefault="007B2329" w:rsidP="007B2329">
      <w:r>
        <w:t>615.3971</w:t>
      </w:r>
      <w:r>
        <w:tab/>
        <w:t>6.076e0</w:t>
      </w:r>
    </w:p>
    <w:p w:rsidR="007B2329" w:rsidRDefault="007B2329" w:rsidP="007B2329">
      <w:r>
        <w:t>615.4048</w:t>
      </w:r>
      <w:r>
        <w:tab/>
        <w:t>2.819e0</w:t>
      </w:r>
    </w:p>
    <w:p w:rsidR="007B2329" w:rsidRDefault="007B2329" w:rsidP="007B2329">
      <w:r>
        <w:t>615.4185</w:t>
      </w:r>
      <w:r>
        <w:tab/>
        <w:t>1.013e0</w:t>
      </w:r>
    </w:p>
    <w:p w:rsidR="007B2329" w:rsidRDefault="007B2329" w:rsidP="007B2329">
      <w:r>
        <w:t>615.4525</w:t>
      </w:r>
      <w:r>
        <w:tab/>
        <w:t>2.025e0</w:t>
      </w:r>
    </w:p>
    <w:p w:rsidR="007B2329" w:rsidRDefault="007B2329" w:rsidP="007B2329">
      <w:r>
        <w:t>615.4576</w:t>
      </w:r>
      <w:r>
        <w:tab/>
        <w:t>4.051e0</w:t>
      </w:r>
    </w:p>
    <w:p w:rsidR="007B2329" w:rsidRDefault="007B2329" w:rsidP="007B2329">
      <w:r>
        <w:t>615.4806</w:t>
      </w:r>
      <w:r>
        <w:tab/>
        <w:t>1.013e0</w:t>
      </w:r>
    </w:p>
    <w:p w:rsidR="007B2329" w:rsidRDefault="007B2329" w:rsidP="007B2329">
      <w:r>
        <w:t>615.4979</w:t>
      </w:r>
      <w:r>
        <w:tab/>
        <w:t>2.025e0</w:t>
      </w:r>
    </w:p>
    <w:p w:rsidR="007B2329" w:rsidRDefault="007B2329" w:rsidP="007B2329">
      <w:r>
        <w:t>615.5233</w:t>
      </w:r>
      <w:r>
        <w:tab/>
        <w:t>2.025e0</w:t>
      </w:r>
    </w:p>
    <w:p w:rsidR="007B2329" w:rsidRDefault="007B2329" w:rsidP="007B2329">
      <w:r>
        <w:t>615.5244</w:t>
      </w:r>
      <w:r>
        <w:tab/>
        <w:t>1.013e0</w:t>
      </w:r>
    </w:p>
    <w:p w:rsidR="007B2329" w:rsidRDefault="007B2329" w:rsidP="007B2329">
      <w:r>
        <w:t>615.5853</w:t>
      </w:r>
      <w:r>
        <w:tab/>
        <w:t>2.025e0</w:t>
      </w:r>
    </w:p>
    <w:p w:rsidR="007B2329" w:rsidRDefault="007B2329" w:rsidP="007B2329">
      <w:r>
        <w:t>615.5934</w:t>
      </w:r>
      <w:r>
        <w:tab/>
        <w:t>1.013e0</w:t>
      </w:r>
    </w:p>
    <w:p w:rsidR="007B2329" w:rsidRDefault="007B2329" w:rsidP="007B2329">
      <w:r>
        <w:t>615.5971</w:t>
      </w:r>
      <w:r>
        <w:tab/>
        <w:t>2.025e0</w:t>
      </w:r>
    </w:p>
    <w:p w:rsidR="007B2329" w:rsidRDefault="007B2329" w:rsidP="007B2329">
      <w:r>
        <w:t>615.6188</w:t>
      </w:r>
      <w:r>
        <w:tab/>
        <w:t>3.038e0</w:t>
      </w:r>
    </w:p>
    <w:p w:rsidR="007B2329" w:rsidRDefault="007B2329" w:rsidP="007B2329">
      <w:r>
        <w:t>615.6391</w:t>
      </w:r>
      <w:r>
        <w:tab/>
        <w:t>2.025e0</w:t>
      </w:r>
    </w:p>
    <w:p w:rsidR="007B2329" w:rsidRDefault="007B2329" w:rsidP="007B2329">
      <w:r>
        <w:lastRenderedPageBreak/>
        <w:t>615.6491</w:t>
      </w:r>
      <w:r>
        <w:tab/>
        <w:t>1.013e0</w:t>
      </w:r>
    </w:p>
    <w:p w:rsidR="007B2329" w:rsidRDefault="007B2329" w:rsidP="007B2329">
      <w:r>
        <w:t>615.6702</w:t>
      </w:r>
      <w:r>
        <w:tab/>
        <w:t>1.013e0</w:t>
      </w:r>
    </w:p>
    <w:p w:rsidR="007B2329" w:rsidRDefault="007B2329" w:rsidP="007B2329">
      <w:r>
        <w:t>615.7188</w:t>
      </w:r>
      <w:r>
        <w:tab/>
        <w:t>4.051e0</w:t>
      </w:r>
    </w:p>
    <w:p w:rsidR="007B2329" w:rsidRDefault="007B2329" w:rsidP="007B2329">
      <w:r>
        <w:t>615.7281</w:t>
      </w:r>
      <w:r>
        <w:tab/>
        <w:t>2.025e0</w:t>
      </w:r>
    </w:p>
    <w:p w:rsidR="007B2329" w:rsidRDefault="007B2329" w:rsidP="007B2329">
      <w:r>
        <w:t>615.7335</w:t>
      </w:r>
      <w:r>
        <w:tab/>
        <w:t>1.013e0</w:t>
      </w:r>
    </w:p>
    <w:p w:rsidR="007B2329" w:rsidRDefault="007B2329" w:rsidP="007B2329">
      <w:r>
        <w:t>615.7357</w:t>
      </w:r>
      <w:r>
        <w:tab/>
        <w:t>1.013e0</w:t>
      </w:r>
    </w:p>
    <w:p w:rsidR="007B2329" w:rsidRDefault="007B2329" w:rsidP="007B2329">
      <w:r>
        <w:t>615.7877</w:t>
      </w:r>
      <w:r>
        <w:tab/>
        <w:t>2.025e0</w:t>
      </w:r>
    </w:p>
    <w:p w:rsidR="007B2329" w:rsidRDefault="007B2329" w:rsidP="007B2329">
      <w:r>
        <w:t>615.7968</w:t>
      </w:r>
      <w:r>
        <w:tab/>
        <w:t>2.025e0</w:t>
      </w:r>
    </w:p>
    <w:p w:rsidR="007B2329" w:rsidRDefault="007B2329" w:rsidP="007B2329">
      <w:r>
        <w:t>615.8052</w:t>
      </w:r>
      <w:r>
        <w:tab/>
        <w:t>1.013e0</w:t>
      </w:r>
    </w:p>
    <w:p w:rsidR="007B2329" w:rsidRDefault="007B2329" w:rsidP="007B2329">
      <w:r>
        <w:t>615.8074</w:t>
      </w:r>
      <w:r>
        <w:tab/>
        <w:t>1.013e0</w:t>
      </w:r>
    </w:p>
    <w:p w:rsidR="007B2329" w:rsidRDefault="007B2329" w:rsidP="007B2329">
      <w:r>
        <w:t>615.8229</w:t>
      </w:r>
      <w:r>
        <w:tab/>
        <w:t>2.025e0</w:t>
      </w:r>
    </w:p>
    <w:p w:rsidR="007B2329" w:rsidRDefault="007B2329" w:rsidP="007B2329">
      <w:r>
        <w:t>615.8579</w:t>
      </w:r>
      <w:r>
        <w:tab/>
        <w:t>1.013e0</w:t>
      </w:r>
    </w:p>
    <w:p w:rsidR="007B2329" w:rsidRDefault="007B2329" w:rsidP="007B2329">
      <w:r>
        <w:t>615.9021</w:t>
      </w:r>
      <w:r>
        <w:tab/>
        <w:t>1.013e0</w:t>
      </w:r>
    </w:p>
    <w:p w:rsidR="007B2329" w:rsidRDefault="007B2329" w:rsidP="007B2329">
      <w:r>
        <w:t>615.9036</w:t>
      </w:r>
      <w:r>
        <w:tab/>
        <w:t>2.025e0</w:t>
      </w:r>
    </w:p>
    <w:p w:rsidR="007B2329" w:rsidRDefault="007B2329" w:rsidP="007B2329">
      <w:r>
        <w:t>615.9109</w:t>
      </w:r>
      <w:r>
        <w:tab/>
        <w:t>1.013e0</w:t>
      </w:r>
    </w:p>
    <w:p w:rsidR="007B2329" w:rsidRDefault="007B2329" w:rsidP="007B2329">
      <w:r>
        <w:t>615.9230</w:t>
      </w:r>
      <w:r>
        <w:tab/>
        <w:t>1.013e0</w:t>
      </w:r>
    </w:p>
    <w:p w:rsidR="007B2329" w:rsidRDefault="007B2329" w:rsidP="007B2329">
      <w:r>
        <w:t>615.9442</w:t>
      </w:r>
      <w:r>
        <w:tab/>
        <w:t>1.013e0</w:t>
      </w:r>
    </w:p>
    <w:p w:rsidR="007B2329" w:rsidRDefault="007B2329" w:rsidP="007B2329">
      <w:r>
        <w:t>615.9472</w:t>
      </w:r>
      <w:r>
        <w:tab/>
        <w:t>1.013e0</w:t>
      </w:r>
    </w:p>
    <w:p w:rsidR="007B2329" w:rsidRDefault="007B2329" w:rsidP="007B2329">
      <w:r>
        <w:t>615.9550</w:t>
      </w:r>
      <w:r>
        <w:tab/>
        <w:t>1.013e0</w:t>
      </w:r>
    </w:p>
    <w:p w:rsidR="007B2329" w:rsidRDefault="007B2329" w:rsidP="007B2329">
      <w:r>
        <w:lastRenderedPageBreak/>
        <w:t>616.0231</w:t>
      </w:r>
      <w:r>
        <w:tab/>
        <w:t>2.025e0</w:t>
      </w:r>
    </w:p>
    <w:p w:rsidR="007B2329" w:rsidRDefault="007B2329" w:rsidP="007B2329">
      <w:r>
        <w:t>616.0530</w:t>
      </w:r>
      <w:r>
        <w:tab/>
        <w:t>1.013e0</w:t>
      </w:r>
    </w:p>
    <w:p w:rsidR="007B2329" w:rsidRDefault="007B2329" w:rsidP="007B2329">
      <w:r>
        <w:t>616.0709</w:t>
      </w:r>
      <w:r>
        <w:tab/>
        <w:t>1.013e0</w:t>
      </w:r>
    </w:p>
    <w:p w:rsidR="007B2329" w:rsidRDefault="007B2329" w:rsidP="007B2329">
      <w:r>
        <w:t>616.1022</w:t>
      </w:r>
      <w:r>
        <w:tab/>
        <w:t>1.013e0</w:t>
      </w:r>
    </w:p>
    <w:p w:rsidR="007B2329" w:rsidRDefault="007B2329" w:rsidP="007B2329">
      <w:r>
        <w:t>616.1148</w:t>
      </w:r>
      <w:r>
        <w:tab/>
        <w:t>2.025e0</w:t>
      </w:r>
    </w:p>
    <w:p w:rsidR="007B2329" w:rsidRDefault="007B2329" w:rsidP="007B2329">
      <w:r>
        <w:t>616.1270</w:t>
      </w:r>
      <w:r>
        <w:tab/>
        <w:t>3.020e0</w:t>
      </w:r>
    </w:p>
    <w:p w:rsidR="007B2329" w:rsidRDefault="007B2329" w:rsidP="007B2329">
      <w:r>
        <w:t>616.1353</w:t>
      </w:r>
      <w:r>
        <w:tab/>
        <w:t>4.051e0</w:t>
      </w:r>
    </w:p>
    <w:p w:rsidR="007B2329" w:rsidRDefault="007B2329" w:rsidP="007B2329">
      <w:r>
        <w:t>616.1413</w:t>
      </w:r>
      <w:r>
        <w:tab/>
        <w:t>4.051e0</w:t>
      </w:r>
    </w:p>
    <w:p w:rsidR="007B2329" w:rsidRDefault="007B2329" w:rsidP="007B2329">
      <w:r>
        <w:t>616.1445</w:t>
      </w:r>
      <w:r>
        <w:tab/>
        <w:t>1.013e0</w:t>
      </w:r>
    </w:p>
    <w:p w:rsidR="007B2329" w:rsidRDefault="007B2329" w:rsidP="007B2329">
      <w:r>
        <w:t>616.2064</w:t>
      </w:r>
      <w:r>
        <w:tab/>
        <w:t>3.837e0</w:t>
      </w:r>
    </w:p>
    <w:p w:rsidR="007B2329" w:rsidRDefault="007B2329" w:rsidP="007B2329">
      <w:r>
        <w:t>616.2169</w:t>
      </w:r>
      <w:r>
        <w:tab/>
        <w:t>2.025e0</w:t>
      </w:r>
    </w:p>
    <w:p w:rsidR="007B2329" w:rsidRDefault="007B2329" w:rsidP="007B2329">
      <w:r>
        <w:t>616.2420</w:t>
      </w:r>
      <w:r>
        <w:tab/>
        <w:t>2.025e0</w:t>
      </w:r>
    </w:p>
    <w:p w:rsidR="007B2329" w:rsidRDefault="007B2329" w:rsidP="007B2329">
      <w:r>
        <w:t>616.2489</w:t>
      </w:r>
      <w:r>
        <w:tab/>
        <w:t>1.063e1</w:t>
      </w:r>
    </w:p>
    <w:p w:rsidR="007B2329" w:rsidRDefault="007B2329" w:rsidP="007B2329">
      <w:r>
        <w:t>616.2547</w:t>
      </w:r>
      <w:r>
        <w:tab/>
        <w:t>5.469e0</w:t>
      </w:r>
    </w:p>
    <w:p w:rsidR="007B2329" w:rsidRDefault="007B2329" w:rsidP="007B2329">
      <w:r>
        <w:t>616.2705</w:t>
      </w:r>
      <w:r>
        <w:tab/>
        <w:t>6.577e0</w:t>
      </w:r>
    </w:p>
    <w:p w:rsidR="007B2329" w:rsidRDefault="007B2329" w:rsidP="007B2329">
      <w:r>
        <w:t>616.2773</w:t>
      </w:r>
      <w:r>
        <w:tab/>
        <w:t>6.338e0</w:t>
      </w:r>
    </w:p>
    <w:p w:rsidR="007B2329" w:rsidRDefault="007B2329" w:rsidP="007B2329">
      <w:r>
        <w:t>616.2811</w:t>
      </w:r>
      <w:r>
        <w:tab/>
        <w:t>1.013e0</w:t>
      </w:r>
    </w:p>
    <w:p w:rsidR="007B2329" w:rsidRDefault="007B2329" w:rsidP="007B2329">
      <w:r>
        <w:t>616.2939</w:t>
      </w:r>
      <w:r>
        <w:tab/>
        <w:t>3.950e0</w:t>
      </w:r>
    </w:p>
    <w:p w:rsidR="007B2329" w:rsidRDefault="007B2329" w:rsidP="007B2329">
      <w:r>
        <w:t>616.3037</w:t>
      </w:r>
      <w:r>
        <w:tab/>
        <w:t>5.678e0</w:t>
      </w:r>
    </w:p>
    <w:p w:rsidR="007B2329" w:rsidRDefault="007B2329" w:rsidP="007B2329">
      <w:r>
        <w:lastRenderedPageBreak/>
        <w:t>616.3655</w:t>
      </w:r>
      <w:r>
        <w:tab/>
        <w:t>2.946e0</w:t>
      </w:r>
    </w:p>
    <w:p w:rsidR="007B2329" w:rsidRDefault="007B2329" w:rsidP="007B2329">
      <w:r>
        <w:t>616.3677</w:t>
      </w:r>
      <w:r>
        <w:tab/>
        <w:t>8.034e-1</w:t>
      </w:r>
    </w:p>
    <w:p w:rsidR="007B2329" w:rsidRDefault="007B2329" w:rsidP="007B2329">
      <w:r>
        <w:t>616.3857</w:t>
      </w:r>
      <w:r>
        <w:tab/>
        <w:t>3.896e0</w:t>
      </w:r>
    </w:p>
    <w:p w:rsidR="007B2329" w:rsidRDefault="007B2329" w:rsidP="007B2329">
      <w:r>
        <w:t>616.3868</w:t>
      </w:r>
      <w:r>
        <w:tab/>
        <w:t>1.133e0</w:t>
      </w:r>
    </w:p>
    <w:p w:rsidR="007B2329" w:rsidRDefault="007B2329" w:rsidP="007B2329">
      <w:r>
        <w:t>616.3987</w:t>
      </w:r>
      <w:r>
        <w:tab/>
        <w:t>3.599e0</w:t>
      </w:r>
    </w:p>
    <w:p w:rsidR="007B2329" w:rsidRDefault="007B2329" w:rsidP="007B2329">
      <w:r>
        <w:t>616.4255</w:t>
      </w:r>
      <w:r>
        <w:tab/>
        <w:t>2.670e0</w:t>
      </w:r>
    </w:p>
    <w:p w:rsidR="007B2329" w:rsidRDefault="007B2329" w:rsidP="007B2329">
      <w:r>
        <w:t>616.4380</w:t>
      </w:r>
      <w:r>
        <w:tab/>
        <w:t>3.834e0</w:t>
      </w:r>
    </w:p>
    <w:p w:rsidR="007B2329" w:rsidRDefault="007B2329" w:rsidP="007B2329">
      <w:r>
        <w:t>616.4437</w:t>
      </w:r>
      <w:r>
        <w:tab/>
        <w:t>2.025e0</w:t>
      </w:r>
    </w:p>
    <w:p w:rsidR="007B2329" w:rsidRDefault="007B2329" w:rsidP="007B2329">
      <w:r>
        <w:t>616.4467</w:t>
      </w:r>
      <w:r>
        <w:tab/>
        <w:t>2.025e0</w:t>
      </w:r>
    </w:p>
    <w:p w:rsidR="007B2329" w:rsidRDefault="007B2329" w:rsidP="007B2329">
      <w:r>
        <w:t>616.4517</w:t>
      </w:r>
      <w:r>
        <w:tab/>
        <w:t>3.038e0</w:t>
      </w:r>
    </w:p>
    <w:p w:rsidR="007B2329" w:rsidRDefault="007B2329" w:rsidP="007B2329">
      <w:r>
        <w:t>616.4604</w:t>
      </w:r>
      <w:r>
        <w:tab/>
        <w:t>4.051e0</w:t>
      </w:r>
    </w:p>
    <w:p w:rsidR="007B2329" w:rsidRDefault="007B2329" w:rsidP="007B2329">
      <w:r>
        <w:t>616.4926</w:t>
      </w:r>
      <w:r>
        <w:tab/>
        <w:t>1.013e0</w:t>
      </w:r>
    </w:p>
    <w:p w:rsidR="007B2329" w:rsidRDefault="007B2329" w:rsidP="007B2329">
      <w:r>
        <w:t>616.4990</w:t>
      </w:r>
      <w:r>
        <w:tab/>
        <w:t>3.092e0</w:t>
      </w:r>
    </w:p>
    <w:p w:rsidR="007B2329" w:rsidRDefault="007B2329" w:rsidP="007B2329">
      <w:r>
        <w:t>616.5058</w:t>
      </w:r>
      <w:r>
        <w:tab/>
        <w:t>2.025e0</w:t>
      </w:r>
    </w:p>
    <w:p w:rsidR="007B2329" w:rsidRDefault="007B2329" w:rsidP="007B2329">
      <w:r>
        <w:t>616.5104</w:t>
      </w:r>
      <w:r>
        <w:tab/>
        <w:t>1.013e0</w:t>
      </w:r>
    </w:p>
    <w:p w:rsidR="007B2329" w:rsidRDefault="007B2329" w:rsidP="007B2329">
      <w:r>
        <w:t>616.5381</w:t>
      </w:r>
      <w:r>
        <w:tab/>
        <w:t>2.694e0</w:t>
      </w:r>
    </w:p>
    <w:p w:rsidR="007B2329" w:rsidRDefault="007B2329" w:rsidP="007B2329">
      <w:r>
        <w:t>616.5665</w:t>
      </w:r>
      <w:r>
        <w:tab/>
        <w:t>1.013e0</w:t>
      </w:r>
    </w:p>
    <w:p w:rsidR="007B2329" w:rsidRDefault="007B2329" w:rsidP="007B2329">
      <w:r>
        <w:t>616.5997</w:t>
      </w:r>
      <w:r>
        <w:tab/>
        <w:t>1.266e-2</w:t>
      </w:r>
    </w:p>
    <w:p w:rsidR="007B2329" w:rsidRDefault="007B2329" w:rsidP="007B2329">
      <w:r>
        <w:t>616.6192</w:t>
      </w:r>
      <w:r>
        <w:tab/>
        <w:t>1.013e0</w:t>
      </w:r>
    </w:p>
    <w:p w:rsidR="007B2329" w:rsidRDefault="007B2329" w:rsidP="007B2329">
      <w:r>
        <w:lastRenderedPageBreak/>
        <w:t>616.6401</w:t>
      </w:r>
      <w:r>
        <w:tab/>
        <w:t>1.013e0</w:t>
      </w:r>
    </w:p>
    <w:p w:rsidR="007B2329" w:rsidRDefault="007B2329" w:rsidP="007B2329">
      <w:r>
        <w:t>616.6611</w:t>
      </w:r>
      <w:r>
        <w:tab/>
        <w:t>1.013e0</w:t>
      </w:r>
    </w:p>
    <w:p w:rsidR="007B2329" w:rsidRDefault="007B2329" w:rsidP="007B2329">
      <w:r>
        <w:t>616.6823</w:t>
      </w:r>
      <w:r>
        <w:tab/>
        <w:t>1.013e0</w:t>
      </w:r>
    </w:p>
    <w:p w:rsidR="007B2329" w:rsidRDefault="007B2329" w:rsidP="007B2329">
      <w:r>
        <w:t>616.6929</w:t>
      </w:r>
      <w:r>
        <w:tab/>
        <w:t>1.013e0</w:t>
      </w:r>
    </w:p>
    <w:p w:rsidR="007B2329" w:rsidRDefault="007B2329" w:rsidP="007B2329">
      <w:r>
        <w:t>616.7003</w:t>
      </w:r>
      <w:r>
        <w:tab/>
        <w:t>4.051e0</w:t>
      </w:r>
    </w:p>
    <w:p w:rsidR="007B2329" w:rsidRDefault="007B2329" w:rsidP="007B2329">
      <w:r>
        <w:t>616.7058</w:t>
      </w:r>
      <w:r>
        <w:tab/>
        <w:t>1.013e0</w:t>
      </w:r>
    </w:p>
    <w:p w:rsidR="007B2329" w:rsidRDefault="007B2329" w:rsidP="007B2329">
      <w:r>
        <w:t>616.7350</w:t>
      </w:r>
      <w:r>
        <w:tab/>
        <w:t>1.013e0</w:t>
      </w:r>
    </w:p>
    <w:p w:rsidR="007B2329" w:rsidRDefault="007B2329" w:rsidP="007B2329">
      <w:r>
        <w:t>616.7447</w:t>
      </w:r>
      <w:r>
        <w:tab/>
        <w:t>2.025e0</w:t>
      </w:r>
    </w:p>
    <w:p w:rsidR="007B2329" w:rsidRDefault="007B2329" w:rsidP="007B2329">
      <w:r>
        <w:t>616.7505</w:t>
      </w:r>
      <w:r>
        <w:tab/>
        <w:t>4.051e0</w:t>
      </w:r>
    </w:p>
    <w:p w:rsidR="007B2329" w:rsidRDefault="007B2329" w:rsidP="007B2329">
      <w:r>
        <w:t>616.7607</w:t>
      </w:r>
      <w:r>
        <w:tab/>
        <w:t>4.051e0</w:t>
      </w:r>
    </w:p>
    <w:p w:rsidR="007B2329" w:rsidRDefault="007B2329" w:rsidP="007B2329">
      <w:r>
        <w:t>616.8257</w:t>
      </w:r>
      <w:r>
        <w:tab/>
        <w:t>2.025e0</w:t>
      </w:r>
    </w:p>
    <w:p w:rsidR="007B2329" w:rsidRDefault="007B2329" w:rsidP="007B2329">
      <w:r>
        <w:t>616.8300</w:t>
      </w:r>
      <w:r>
        <w:tab/>
        <w:t>1.013e0</w:t>
      </w:r>
    </w:p>
    <w:p w:rsidR="007B2329" w:rsidRDefault="007B2329" w:rsidP="007B2329">
      <w:r>
        <w:t>616.8339</w:t>
      </w:r>
      <w:r>
        <w:tab/>
        <w:t>3.038e0</w:t>
      </w:r>
    </w:p>
    <w:p w:rsidR="007B2329" w:rsidRDefault="007B2329" w:rsidP="007B2329">
      <w:r>
        <w:t>616.8406</w:t>
      </w:r>
      <w:r>
        <w:tab/>
        <w:t>1.013e0</w:t>
      </w:r>
    </w:p>
    <w:p w:rsidR="007B2329" w:rsidRDefault="007B2329" w:rsidP="007B2329">
      <w:r>
        <w:t>616.8525</w:t>
      </w:r>
      <w:r>
        <w:tab/>
        <w:t>2.025e0</w:t>
      </w:r>
    </w:p>
    <w:p w:rsidR="007B2329" w:rsidRDefault="007B2329" w:rsidP="007B2329">
      <w:r>
        <w:t>616.8721</w:t>
      </w:r>
      <w:r>
        <w:tab/>
        <w:t>2.025e0</w:t>
      </w:r>
    </w:p>
    <w:p w:rsidR="007B2329" w:rsidRDefault="007B2329" w:rsidP="007B2329">
      <w:r>
        <w:t>616.8933</w:t>
      </w:r>
      <w:r>
        <w:tab/>
        <w:t>1.013e0</w:t>
      </w:r>
    </w:p>
    <w:p w:rsidR="007B2329" w:rsidRDefault="007B2329" w:rsidP="007B2329">
      <w:r>
        <w:t>616.9250</w:t>
      </w:r>
      <w:r>
        <w:tab/>
        <w:t>1.013e0</w:t>
      </w:r>
    </w:p>
    <w:p w:rsidR="007B2329" w:rsidRDefault="007B2329" w:rsidP="007B2329">
      <w:r>
        <w:t>616.9266</w:t>
      </w:r>
      <w:r>
        <w:tab/>
        <w:t>3.038e0</w:t>
      </w:r>
    </w:p>
    <w:p w:rsidR="007B2329" w:rsidRDefault="007B2329" w:rsidP="007B2329">
      <w:r>
        <w:lastRenderedPageBreak/>
        <w:t>616.9336</w:t>
      </w:r>
      <w:r>
        <w:tab/>
        <w:t>2.025e0</w:t>
      </w:r>
    </w:p>
    <w:p w:rsidR="007B2329" w:rsidRDefault="007B2329" w:rsidP="007B2329">
      <w:r>
        <w:t>616.9670</w:t>
      </w:r>
      <w:r>
        <w:tab/>
        <w:t>1.013e0</w:t>
      </w:r>
    </w:p>
    <w:p w:rsidR="007B2329" w:rsidRDefault="007B2329" w:rsidP="007B2329">
      <w:r>
        <w:t>616.9698</w:t>
      </w:r>
      <w:r>
        <w:tab/>
        <w:t>1.013e0</w:t>
      </w:r>
    </w:p>
    <w:p w:rsidR="007B2329" w:rsidRDefault="007B2329" w:rsidP="007B2329">
      <w:r>
        <w:t>616.9969</w:t>
      </w:r>
      <w:r>
        <w:tab/>
        <w:t>3.038e0</w:t>
      </w:r>
    </w:p>
    <w:p w:rsidR="007B2329" w:rsidRDefault="007B2329" w:rsidP="007B2329">
      <w:r>
        <w:t>617.0253</w:t>
      </w:r>
      <w:r>
        <w:tab/>
        <w:t>2.025e0</w:t>
      </w:r>
    </w:p>
    <w:p w:rsidR="007B2329" w:rsidRDefault="007B2329" w:rsidP="007B2329">
      <w:r>
        <w:t>617.0276</w:t>
      </w:r>
      <w:r>
        <w:tab/>
        <w:t>2.025e0</w:t>
      </w:r>
    </w:p>
    <w:p w:rsidR="007B2329" w:rsidRDefault="007B2329" w:rsidP="007B2329">
      <w:r>
        <w:t>617.0483</w:t>
      </w:r>
      <w:r>
        <w:tab/>
        <w:t>5.364e0</w:t>
      </w:r>
    </w:p>
    <w:p w:rsidR="007B2329" w:rsidRDefault="007B2329" w:rsidP="007B2329">
      <w:r>
        <w:t>617.0668</w:t>
      </w:r>
      <w:r>
        <w:tab/>
        <w:t>4.051e0</w:t>
      </w:r>
    </w:p>
    <w:p w:rsidR="007B2329" w:rsidRDefault="007B2329" w:rsidP="007B2329">
      <w:r>
        <w:t>617.0898</w:t>
      </w:r>
      <w:r>
        <w:tab/>
        <w:t>2.025e0</w:t>
      </w:r>
    </w:p>
    <w:p w:rsidR="007B2329" w:rsidRDefault="007B2329" w:rsidP="007B2329">
      <w:r>
        <w:t>617.1001</w:t>
      </w:r>
      <w:r>
        <w:tab/>
        <w:t>2.025e0</w:t>
      </w:r>
    </w:p>
    <w:p w:rsidR="007B2329" w:rsidRDefault="007B2329" w:rsidP="007B2329">
      <w:r>
        <w:t>617.1096</w:t>
      </w:r>
      <w:r>
        <w:tab/>
        <w:t>2.025e0</w:t>
      </w:r>
    </w:p>
    <w:p w:rsidR="007B2329" w:rsidRDefault="007B2329" w:rsidP="007B2329">
      <w:r>
        <w:t>617.1210</w:t>
      </w:r>
      <w:r>
        <w:tab/>
        <w:t>4.051e0</w:t>
      </w:r>
    </w:p>
    <w:p w:rsidR="007B2329" w:rsidRDefault="007B2329" w:rsidP="007B2329">
      <w:r>
        <w:t>617.1459</w:t>
      </w:r>
      <w:r>
        <w:tab/>
        <w:t>2.025e0</w:t>
      </w:r>
    </w:p>
    <w:p w:rsidR="007B2329" w:rsidRDefault="007B2329" w:rsidP="007B2329">
      <w:r>
        <w:t>617.1630</w:t>
      </w:r>
      <w:r>
        <w:tab/>
        <w:t>4.051e0</w:t>
      </w:r>
    </w:p>
    <w:p w:rsidR="007B2329" w:rsidRDefault="007B2329" w:rsidP="007B2329">
      <w:r>
        <w:t>617.1788</w:t>
      </w:r>
      <w:r>
        <w:tab/>
        <w:t>2.025e0</w:t>
      </w:r>
    </w:p>
    <w:p w:rsidR="007B2329" w:rsidRDefault="007B2329" w:rsidP="007B2329">
      <w:r>
        <w:t>617.1801</w:t>
      </w:r>
      <w:r>
        <w:tab/>
        <w:t>4.051e0</w:t>
      </w:r>
    </w:p>
    <w:p w:rsidR="007B2329" w:rsidRDefault="007B2329" w:rsidP="007B2329">
      <w:r>
        <w:t>617.1931</w:t>
      </w:r>
      <w:r>
        <w:tab/>
        <w:t>4.051e0</w:t>
      </w:r>
    </w:p>
    <w:p w:rsidR="007B2329" w:rsidRDefault="007B2329" w:rsidP="007B2329">
      <w:r>
        <w:t>617.2104</w:t>
      </w:r>
      <w:r>
        <w:tab/>
        <w:t>6.076e0</w:t>
      </w:r>
    </w:p>
    <w:p w:rsidR="007B2329" w:rsidRDefault="007B2329" w:rsidP="007B2329">
      <w:r>
        <w:t>617.2257</w:t>
      </w:r>
      <w:r>
        <w:tab/>
        <w:t>2.025e0</w:t>
      </w:r>
    </w:p>
    <w:p w:rsidR="007B2329" w:rsidRDefault="007B2329" w:rsidP="007B2329">
      <w:r>
        <w:lastRenderedPageBreak/>
        <w:t>617.2405</w:t>
      </w:r>
      <w:r>
        <w:tab/>
        <w:t>5.775e0</w:t>
      </w:r>
    </w:p>
    <w:p w:rsidR="007B2329" w:rsidRDefault="007B2329" w:rsidP="007B2329">
      <w:r>
        <w:t>617.2437</w:t>
      </w:r>
      <w:r>
        <w:tab/>
        <w:t>4.599e0</w:t>
      </w:r>
    </w:p>
    <w:p w:rsidR="007B2329" w:rsidRDefault="007B2329" w:rsidP="007B2329">
      <w:r>
        <w:t>617.2504</w:t>
      </w:r>
      <w:r>
        <w:tab/>
        <w:t>6.482e0</w:t>
      </w:r>
    </w:p>
    <w:p w:rsidR="007B2329" w:rsidRDefault="007B2329" w:rsidP="007B2329">
      <w:r>
        <w:t>617.2524</w:t>
      </w:r>
      <w:r>
        <w:tab/>
        <w:t>4.259e0</w:t>
      </w:r>
    </w:p>
    <w:p w:rsidR="007B2329" w:rsidRDefault="007B2329" w:rsidP="007B2329">
      <w:r>
        <w:t>617.2808</w:t>
      </w:r>
      <w:r>
        <w:tab/>
        <w:t>2.843e0</w:t>
      </w:r>
    </w:p>
    <w:p w:rsidR="007B2329" w:rsidRDefault="007B2329" w:rsidP="007B2329">
      <w:r>
        <w:t>617.2910</w:t>
      </w:r>
      <w:r>
        <w:tab/>
        <w:t>3.090e0</w:t>
      </w:r>
    </w:p>
    <w:p w:rsidR="007B2329" w:rsidRDefault="007B2329" w:rsidP="007B2329">
      <w:r>
        <w:t>617.3146</w:t>
      </w:r>
      <w:r>
        <w:tab/>
        <w:t>2.636e0</w:t>
      </w:r>
    </w:p>
    <w:p w:rsidR="007B2329" w:rsidRDefault="007B2329" w:rsidP="007B2329">
      <w:r>
        <w:t>617.3376</w:t>
      </w:r>
      <w:r>
        <w:tab/>
        <w:t>1.322e0</w:t>
      </w:r>
    </w:p>
    <w:p w:rsidR="007B2329" w:rsidRDefault="007B2329" w:rsidP="007B2329">
      <w:r>
        <w:t>617.3591</w:t>
      </w:r>
      <w:r>
        <w:tab/>
        <w:t>2.220e0</w:t>
      </w:r>
    </w:p>
    <w:p w:rsidR="007B2329" w:rsidRDefault="007B2329" w:rsidP="007B2329">
      <w:r>
        <w:t>617.3668</w:t>
      </w:r>
      <w:r>
        <w:tab/>
        <w:t>1.108e0</w:t>
      </w:r>
    </w:p>
    <w:p w:rsidR="007B2329" w:rsidRDefault="007B2329" w:rsidP="007B2329">
      <w:r>
        <w:t>617.3768</w:t>
      </w:r>
      <w:r>
        <w:tab/>
        <w:t>1.577e0</w:t>
      </w:r>
    </w:p>
    <w:p w:rsidR="007B2329" w:rsidRDefault="007B2329" w:rsidP="007B2329">
      <w:r>
        <w:t>617.4308</w:t>
      </w:r>
      <w:r>
        <w:tab/>
        <w:t>1.673e0</w:t>
      </w:r>
    </w:p>
    <w:p w:rsidR="007B2329" w:rsidRDefault="007B2329" w:rsidP="007B2329">
      <w:r>
        <w:t>617.4579</w:t>
      </w:r>
      <w:r>
        <w:tab/>
        <w:t>4.051e0</w:t>
      </w:r>
    </w:p>
    <w:p w:rsidR="007B2329" w:rsidRDefault="007B2329" w:rsidP="007B2329">
      <w:r>
        <w:t>617.4623</w:t>
      </w:r>
      <w:r>
        <w:tab/>
        <w:t>2.025e0</w:t>
      </w:r>
    </w:p>
    <w:p w:rsidR="007B2329" w:rsidRDefault="007B2329" w:rsidP="007B2329">
      <w:r>
        <w:t>617.5152</w:t>
      </w:r>
      <w:r>
        <w:tab/>
        <w:t>1.013e0</w:t>
      </w:r>
    </w:p>
    <w:p w:rsidR="007B2329" w:rsidRDefault="007B2329" w:rsidP="007B2329">
      <w:r>
        <w:t>617.5330</w:t>
      </w:r>
      <w:r>
        <w:tab/>
        <w:t>2.025e0</w:t>
      </w:r>
    </w:p>
    <w:p w:rsidR="007B2329" w:rsidRDefault="007B2329" w:rsidP="007B2329">
      <w:r>
        <w:t>617.5513</w:t>
      </w:r>
      <w:r>
        <w:tab/>
        <w:t>1.013e0</w:t>
      </w:r>
    </w:p>
    <w:p w:rsidR="007B2329" w:rsidRDefault="007B2329" w:rsidP="007B2329">
      <w:r>
        <w:t>617.5583</w:t>
      </w:r>
      <w:r>
        <w:tab/>
        <w:t>1.013e0</w:t>
      </w:r>
    </w:p>
    <w:p w:rsidR="007B2329" w:rsidRDefault="007B2329" w:rsidP="007B2329">
      <w:r>
        <w:t>617.5681</w:t>
      </w:r>
      <w:r>
        <w:tab/>
        <w:t>2.025e0</w:t>
      </w:r>
    </w:p>
    <w:p w:rsidR="007B2329" w:rsidRDefault="007B2329" w:rsidP="007B2329">
      <w:r>
        <w:lastRenderedPageBreak/>
        <w:t>617.6042</w:t>
      </w:r>
      <w:r>
        <w:tab/>
        <w:t>1.013e0</w:t>
      </w:r>
    </w:p>
    <w:p w:rsidR="007B2329" w:rsidRDefault="007B2329" w:rsidP="007B2329">
      <w:r>
        <w:t>617.6115</w:t>
      </w:r>
      <w:r>
        <w:tab/>
        <w:t>1.013e0</w:t>
      </w:r>
    </w:p>
    <w:p w:rsidR="007B2329" w:rsidRDefault="007B2329" w:rsidP="007B2329">
      <w:r>
        <w:t>617.6378</w:t>
      </w:r>
      <w:r>
        <w:tab/>
        <w:t>2.025e0</w:t>
      </w:r>
    </w:p>
    <w:p w:rsidR="007B2329" w:rsidRDefault="007B2329" w:rsidP="007B2329">
      <w:r>
        <w:t>617.6430</w:t>
      </w:r>
      <w:r>
        <w:tab/>
        <w:t>1.013e0</w:t>
      </w:r>
    </w:p>
    <w:p w:rsidR="007B2329" w:rsidRDefault="007B2329" w:rsidP="007B2329">
      <w:r>
        <w:t>617.6571</w:t>
      </w:r>
      <w:r>
        <w:tab/>
        <w:t>1.013e0</w:t>
      </w:r>
    </w:p>
    <w:p w:rsidR="007B2329" w:rsidRDefault="007B2329" w:rsidP="007B2329">
      <w:r>
        <w:t>617.6866</w:t>
      </w:r>
      <w:r>
        <w:tab/>
        <w:t>2.025e0</w:t>
      </w:r>
    </w:p>
    <w:p w:rsidR="007B2329" w:rsidRDefault="007B2329" w:rsidP="007B2329">
      <w:r>
        <w:t>617.7018</w:t>
      </w:r>
      <w:r>
        <w:tab/>
        <w:t>2.025e0</w:t>
      </w:r>
    </w:p>
    <w:p w:rsidR="007B2329" w:rsidRDefault="007B2329" w:rsidP="007B2329">
      <w:r>
        <w:t>617.7180</w:t>
      </w:r>
      <w:r>
        <w:tab/>
        <w:t>2.025e0</w:t>
      </w:r>
    </w:p>
    <w:p w:rsidR="007B2329" w:rsidRDefault="007B2329" w:rsidP="007B2329">
      <w:r>
        <w:t>617.7265</w:t>
      </w:r>
      <w:r>
        <w:tab/>
        <w:t>1.013e0</w:t>
      </w:r>
    </w:p>
    <w:p w:rsidR="007B2329" w:rsidRDefault="007B2329" w:rsidP="007B2329">
      <w:r>
        <w:t>617.7380</w:t>
      </w:r>
      <w:r>
        <w:tab/>
        <w:t>1.013e0</w:t>
      </w:r>
    </w:p>
    <w:p w:rsidR="007B2329" w:rsidRDefault="007B2329" w:rsidP="007B2329">
      <w:r>
        <w:t>617.7472</w:t>
      </w:r>
      <w:r>
        <w:tab/>
        <w:t>4.051e0</w:t>
      </w:r>
    </w:p>
    <w:p w:rsidR="007B2329" w:rsidRDefault="007B2329" w:rsidP="007B2329">
      <w:r>
        <w:t>617.7709</w:t>
      </w:r>
      <w:r>
        <w:tab/>
        <w:t>2.025e0</w:t>
      </w:r>
    </w:p>
    <w:p w:rsidR="007B2329" w:rsidRDefault="007B2329" w:rsidP="007B2329">
      <w:r>
        <w:t>617.7736</w:t>
      </w:r>
      <w:r>
        <w:tab/>
        <w:t>4.051e0</w:t>
      </w:r>
    </w:p>
    <w:p w:rsidR="007B2329" w:rsidRDefault="007B2329" w:rsidP="007B2329">
      <w:r>
        <w:t>617.7794</w:t>
      </w:r>
      <w:r>
        <w:tab/>
        <w:t>1.013e0</w:t>
      </w:r>
    </w:p>
    <w:p w:rsidR="007B2329" w:rsidRDefault="007B2329" w:rsidP="007B2329">
      <w:r>
        <w:t>617.7978</w:t>
      </w:r>
      <w:r>
        <w:tab/>
        <w:t>2.025e0</w:t>
      </w:r>
    </w:p>
    <w:p w:rsidR="007B2329" w:rsidRDefault="007B2329" w:rsidP="007B2329">
      <w:r>
        <w:t>617.8014</w:t>
      </w:r>
      <w:r>
        <w:tab/>
        <w:t>1.013e0</w:t>
      </w:r>
    </w:p>
    <w:p w:rsidR="007B2329" w:rsidRDefault="007B2329" w:rsidP="007B2329">
      <w:r>
        <w:t>617.8185</w:t>
      </w:r>
      <w:r>
        <w:tab/>
        <w:t>4.063e0</w:t>
      </w:r>
    </w:p>
    <w:p w:rsidR="007B2329" w:rsidRDefault="007B2329" w:rsidP="007B2329">
      <w:r>
        <w:t>617.8754</w:t>
      </w:r>
      <w:r>
        <w:tab/>
        <w:t>1.013e0</w:t>
      </w:r>
    </w:p>
    <w:p w:rsidR="007B2329" w:rsidRDefault="007B2329" w:rsidP="007B2329">
      <w:r>
        <w:t>617.8815</w:t>
      </w:r>
      <w:r>
        <w:tab/>
        <w:t>2.025e0</w:t>
      </w:r>
    </w:p>
    <w:p w:rsidR="007B2329" w:rsidRDefault="007B2329" w:rsidP="007B2329">
      <w:r>
        <w:lastRenderedPageBreak/>
        <w:t>617.8871</w:t>
      </w:r>
      <w:r>
        <w:tab/>
        <w:t>3.038e0</w:t>
      </w:r>
    </w:p>
    <w:p w:rsidR="007B2329" w:rsidRDefault="007B2329" w:rsidP="007B2329">
      <w:r>
        <w:t>617.9448</w:t>
      </w:r>
      <w:r>
        <w:tab/>
        <w:t>2.025e0</w:t>
      </w:r>
    </w:p>
    <w:p w:rsidR="007B2329" w:rsidRDefault="007B2329" w:rsidP="007B2329">
      <w:r>
        <w:t>617.9600</w:t>
      </w:r>
      <w:r>
        <w:tab/>
        <w:t>1.013e0</w:t>
      </w:r>
    </w:p>
    <w:p w:rsidR="007B2329" w:rsidRDefault="007B2329" w:rsidP="007B2329">
      <w:r>
        <w:t>617.9705</w:t>
      </w:r>
      <w:r>
        <w:tab/>
        <w:t>1.013e0</w:t>
      </w:r>
    </w:p>
    <w:p w:rsidR="007B2329" w:rsidRDefault="007B2329" w:rsidP="007B2329">
      <w:r>
        <w:t>617.9910</w:t>
      </w:r>
      <w:r>
        <w:tab/>
        <w:t>1.013e0</w:t>
      </w:r>
    </w:p>
    <w:p w:rsidR="007B2329" w:rsidRDefault="007B2329" w:rsidP="007B2329">
      <w:r>
        <w:t>617.9921</w:t>
      </w:r>
      <w:r>
        <w:tab/>
        <w:t>1.013e0</w:t>
      </w:r>
    </w:p>
    <w:p w:rsidR="007B2329" w:rsidRDefault="007B2329" w:rsidP="007B2329">
      <w:r>
        <w:t>618.0021</w:t>
      </w:r>
      <w:r>
        <w:tab/>
        <w:t>2.025e0</w:t>
      </w:r>
    </w:p>
    <w:p w:rsidR="007B2329" w:rsidRDefault="007B2329" w:rsidP="007B2329">
      <w:r>
        <w:t>618.0439</w:t>
      </w:r>
      <w:r>
        <w:tab/>
        <w:t>4.051e0</w:t>
      </w:r>
    </w:p>
    <w:p w:rsidR="007B2329" w:rsidRDefault="007B2329" w:rsidP="007B2329">
      <w:r>
        <w:t>618.0659</w:t>
      </w:r>
      <w:r>
        <w:tab/>
        <w:t>1.025e0</w:t>
      </w:r>
    </w:p>
    <w:p w:rsidR="007B2329" w:rsidRDefault="007B2329" w:rsidP="007B2329">
      <w:r>
        <w:t>618.0762</w:t>
      </w:r>
      <w:r>
        <w:tab/>
        <w:t>1.013e0</w:t>
      </w:r>
    </w:p>
    <w:p w:rsidR="007B2329" w:rsidRDefault="007B2329" w:rsidP="007B2329">
      <w:r>
        <w:t>618.0978</w:t>
      </w:r>
      <w:r>
        <w:tab/>
        <w:t>1.013e0</w:t>
      </w:r>
    </w:p>
    <w:p w:rsidR="007B2329" w:rsidRDefault="007B2329" w:rsidP="007B2329">
      <w:r>
        <w:t>618.1076</w:t>
      </w:r>
      <w:r>
        <w:tab/>
        <w:t>3.038e0</w:t>
      </w:r>
    </w:p>
    <w:p w:rsidR="007B2329" w:rsidRDefault="007B2329" w:rsidP="007B2329">
      <w:r>
        <w:t>618.1422</w:t>
      </w:r>
      <w:r>
        <w:tab/>
        <w:t>4.051e0</w:t>
      </w:r>
    </w:p>
    <w:p w:rsidR="007B2329" w:rsidRDefault="007B2329" w:rsidP="007B2329">
      <w:r>
        <w:t>618.1971</w:t>
      </w:r>
      <w:r>
        <w:tab/>
        <w:t>2.025e0</w:t>
      </w:r>
    </w:p>
    <w:p w:rsidR="007B2329" w:rsidRDefault="007B2329" w:rsidP="007B2329">
      <w:r>
        <w:t>618.2025</w:t>
      </w:r>
      <w:r>
        <w:tab/>
        <w:t>1.013e0</w:t>
      </w:r>
    </w:p>
    <w:p w:rsidR="007B2329" w:rsidRDefault="007B2329" w:rsidP="007B2329">
      <w:r>
        <w:t>618.2037</w:t>
      </w:r>
      <w:r>
        <w:tab/>
        <w:t>1.013e0</w:t>
      </w:r>
    </w:p>
    <w:p w:rsidR="007B2329" w:rsidRDefault="007B2329" w:rsidP="007B2329">
      <w:r>
        <w:t>618.2101</w:t>
      </w:r>
      <w:r>
        <w:tab/>
        <w:t>1.128e1</w:t>
      </w:r>
    </w:p>
    <w:p w:rsidR="007B2329" w:rsidRDefault="007B2329" w:rsidP="007B2329">
      <w:r>
        <w:t>618.2318</w:t>
      </w:r>
      <w:r>
        <w:tab/>
        <w:t>2.740e0</w:t>
      </w:r>
    </w:p>
    <w:p w:rsidR="007B2329" w:rsidRDefault="007B2329" w:rsidP="007B2329">
      <w:r>
        <w:t>618.2650</w:t>
      </w:r>
      <w:r>
        <w:tab/>
        <w:t>1.669e0</w:t>
      </w:r>
    </w:p>
    <w:p w:rsidR="007B2329" w:rsidRDefault="007B2329" w:rsidP="007B2329">
      <w:r>
        <w:lastRenderedPageBreak/>
        <w:t>618.2844</w:t>
      </w:r>
      <w:r>
        <w:tab/>
        <w:t>2.248e0</w:t>
      </w:r>
    </w:p>
    <w:p w:rsidR="007B2329" w:rsidRDefault="007B2329" w:rsidP="007B2329">
      <w:r>
        <w:t>618.3000</w:t>
      </w:r>
      <w:r>
        <w:tab/>
        <w:t>4.028e0</w:t>
      </w:r>
    </w:p>
    <w:p w:rsidR="007B2329" w:rsidRDefault="007B2329" w:rsidP="007B2329">
      <w:r>
        <w:t>618.3053</w:t>
      </w:r>
      <w:r>
        <w:tab/>
        <w:t>1.773e0</w:t>
      </w:r>
    </w:p>
    <w:p w:rsidR="007B2329" w:rsidRDefault="007B2329" w:rsidP="007B2329">
      <w:r>
        <w:t>618.3088</w:t>
      </w:r>
      <w:r>
        <w:tab/>
        <w:t>2.025e0</w:t>
      </w:r>
    </w:p>
    <w:p w:rsidR="007B2329" w:rsidRDefault="007B2329" w:rsidP="007B2329">
      <w:r>
        <w:t>618.3741</w:t>
      </w:r>
      <w:r>
        <w:tab/>
        <w:t>1.183e0</w:t>
      </w:r>
    </w:p>
    <w:p w:rsidR="007B2329" w:rsidRDefault="007B2329" w:rsidP="007B2329">
      <w:r>
        <w:t>618.3785</w:t>
      </w:r>
      <w:r>
        <w:tab/>
        <w:t>1.628e0</w:t>
      </w:r>
    </w:p>
    <w:p w:rsidR="007B2329" w:rsidRDefault="007B2329" w:rsidP="007B2329">
      <w:r>
        <w:t>618.3972</w:t>
      </w:r>
      <w:r>
        <w:tab/>
        <w:t>2.025e0</w:t>
      </w:r>
    </w:p>
    <w:p w:rsidR="007B2329" w:rsidRDefault="007B2329" w:rsidP="007B2329">
      <w:r>
        <w:t>618.4317</w:t>
      </w:r>
      <w:r>
        <w:tab/>
        <w:t>1.220e0</w:t>
      </w:r>
    </w:p>
    <w:p w:rsidR="007B2329" w:rsidRDefault="007B2329" w:rsidP="007B2329">
      <w:r>
        <w:t>618.4667</w:t>
      </w:r>
      <w:r>
        <w:tab/>
        <w:t>3.038e0</w:t>
      </w:r>
    </w:p>
    <w:p w:rsidR="007B2329" w:rsidRDefault="007B2329" w:rsidP="007B2329">
      <w:r>
        <w:t>618.4781</w:t>
      </w:r>
      <w:r>
        <w:tab/>
        <w:t>2.025e0</w:t>
      </w:r>
    </w:p>
    <w:p w:rsidR="007B2329" w:rsidRDefault="007B2329" w:rsidP="007B2329">
      <w:r>
        <w:t>618.4846</w:t>
      </w:r>
      <w:r>
        <w:tab/>
        <w:t>1.013e0</w:t>
      </w:r>
    </w:p>
    <w:p w:rsidR="007B2329" w:rsidRDefault="007B2329" w:rsidP="007B2329">
      <w:r>
        <w:t>618.4885</w:t>
      </w:r>
      <w:r>
        <w:tab/>
        <w:t>2.025e0</w:t>
      </w:r>
    </w:p>
    <w:p w:rsidR="007B2329" w:rsidRDefault="007B2329" w:rsidP="007B2329">
      <w:r>
        <w:t>618.5417</w:t>
      </w:r>
      <w:r>
        <w:tab/>
        <w:t>1.013e0</w:t>
      </w:r>
    </w:p>
    <w:p w:rsidR="007B2329" w:rsidRDefault="007B2329" w:rsidP="007B2329">
      <w:r>
        <w:t>618.5628</w:t>
      </w:r>
      <w:r>
        <w:tab/>
        <w:t>1.013e0</w:t>
      </w:r>
    </w:p>
    <w:p w:rsidR="007B2329" w:rsidRDefault="007B2329" w:rsidP="007B2329">
      <w:r>
        <w:t>618.5736</w:t>
      </w:r>
      <w:r>
        <w:tab/>
        <w:t>1.013e0</w:t>
      </w:r>
    </w:p>
    <w:p w:rsidR="007B2329" w:rsidRDefault="007B2329" w:rsidP="007B2329">
      <w:r>
        <w:t>618.5839</w:t>
      </w:r>
      <w:r>
        <w:tab/>
        <w:t>1.013e0</w:t>
      </w:r>
    </w:p>
    <w:p w:rsidR="007B2329" w:rsidRDefault="007B2329" w:rsidP="007B2329">
      <w:r>
        <w:t>618.6157</w:t>
      </w:r>
      <w:r>
        <w:tab/>
        <w:t>1.013e0</w:t>
      </w:r>
    </w:p>
    <w:p w:rsidR="007B2329" w:rsidRDefault="007B2329" w:rsidP="007B2329">
      <w:r>
        <w:t>618.6579</w:t>
      </w:r>
      <w:r>
        <w:tab/>
        <w:t>2.025e0</w:t>
      </w:r>
    </w:p>
    <w:p w:rsidR="007B2329" w:rsidRDefault="007B2329" w:rsidP="007B2329">
      <w:r>
        <w:t>618.6614</w:t>
      </w:r>
      <w:r>
        <w:tab/>
        <w:t>1.013e0</w:t>
      </w:r>
    </w:p>
    <w:p w:rsidR="007B2329" w:rsidRDefault="007B2329" w:rsidP="007B2329">
      <w:r>
        <w:lastRenderedPageBreak/>
        <w:t>618.7214</w:t>
      </w:r>
      <w:r>
        <w:tab/>
        <w:t>1.013e0</w:t>
      </w:r>
    </w:p>
    <w:p w:rsidR="007B2329" w:rsidRDefault="007B2329" w:rsidP="007B2329">
      <w:r>
        <w:t>618.7310</w:t>
      </w:r>
      <w:r>
        <w:tab/>
        <w:t>1.013e0</w:t>
      </w:r>
    </w:p>
    <w:p w:rsidR="007B2329" w:rsidRDefault="007B2329" w:rsidP="007B2329">
      <w:r>
        <w:t>618.7322</w:t>
      </w:r>
      <w:r>
        <w:tab/>
        <w:t>1.013e0</w:t>
      </w:r>
    </w:p>
    <w:p w:rsidR="007B2329" w:rsidRDefault="007B2329" w:rsidP="007B2329">
      <w:r>
        <w:t>618.7743</w:t>
      </w:r>
      <w:r>
        <w:tab/>
        <w:t>1.013e0</w:t>
      </w:r>
    </w:p>
    <w:p w:rsidR="007B2329" w:rsidRDefault="007B2329" w:rsidP="007B2329">
      <w:r>
        <w:t>618.7790</w:t>
      </w:r>
      <w:r>
        <w:tab/>
        <w:t>2.025e0</w:t>
      </w:r>
    </w:p>
    <w:p w:rsidR="007B2329" w:rsidRDefault="007B2329" w:rsidP="007B2329">
      <w:r>
        <w:t>618.7840</w:t>
      </w:r>
      <w:r>
        <w:tab/>
        <w:t>1.013e0</w:t>
      </w:r>
    </w:p>
    <w:p w:rsidR="007B2329" w:rsidRDefault="007B2329" w:rsidP="007B2329">
      <w:r>
        <w:t>618.7850</w:t>
      </w:r>
      <w:r>
        <w:tab/>
        <w:t>1.013e0</w:t>
      </w:r>
    </w:p>
    <w:p w:rsidR="007B2329" w:rsidRDefault="007B2329" w:rsidP="007B2329">
      <w:r>
        <w:t>618.8200</w:t>
      </w:r>
      <w:r>
        <w:tab/>
        <w:t>1.266e-2</w:t>
      </w:r>
    </w:p>
    <w:p w:rsidR="007B2329" w:rsidRDefault="007B2329" w:rsidP="007B2329">
      <w:r>
        <w:t>618.8282</w:t>
      </w:r>
      <w:r>
        <w:tab/>
        <w:t>5.063e0</w:t>
      </w:r>
    </w:p>
    <w:p w:rsidR="007B2329" w:rsidRDefault="007B2329" w:rsidP="007B2329">
      <w:r>
        <w:t>618.8486</w:t>
      </w:r>
      <w:r>
        <w:tab/>
        <w:t>1.013e0</w:t>
      </w:r>
    </w:p>
    <w:p w:rsidR="007B2329" w:rsidRDefault="007B2329" w:rsidP="007B2329">
      <w:r>
        <w:t>618.9075</w:t>
      </w:r>
      <w:r>
        <w:tab/>
        <w:t>1.013e0</w:t>
      </w:r>
    </w:p>
    <w:p w:rsidR="007B2329" w:rsidRDefault="007B2329" w:rsidP="007B2329">
      <w:r>
        <w:t>618.9120</w:t>
      </w:r>
      <w:r>
        <w:tab/>
        <w:t>1.013e0</w:t>
      </w:r>
    </w:p>
    <w:p w:rsidR="007B2329" w:rsidRDefault="007B2329" w:rsidP="007B2329">
      <w:r>
        <w:t>618.9258</w:t>
      </w:r>
      <w:r>
        <w:tab/>
        <w:t>2.025e0</w:t>
      </w:r>
    </w:p>
    <w:p w:rsidR="007B2329" w:rsidRDefault="007B2329" w:rsidP="007B2329">
      <w:r>
        <w:t>618.9280</w:t>
      </w:r>
      <w:r>
        <w:tab/>
        <w:t>2.025e0</w:t>
      </w:r>
    </w:p>
    <w:p w:rsidR="007B2329" w:rsidRDefault="007B2329" w:rsidP="007B2329">
      <w:r>
        <w:t>618.9423</w:t>
      </w:r>
      <w:r>
        <w:tab/>
        <w:t>1.013e0</w:t>
      </w:r>
    </w:p>
    <w:p w:rsidR="007B2329" w:rsidRDefault="007B2329" w:rsidP="007B2329">
      <w:r>
        <w:t>618.9437</w:t>
      </w:r>
      <w:r>
        <w:tab/>
        <w:t>1.013e0</w:t>
      </w:r>
    </w:p>
    <w:p w:rsidR="007B2329" w:rsidRDefault="007B2329" w:rsidP="007B2329">
      <w:r>
        <w:t>618.9546</w:t>
      </w:r>
      <w:r>
        <w:tab/>
        <w:t>1.013e0</w:t>
      </w:r>
    </w:p>
    <w:p w:rsidR="007B2329" w:rsidRDefault="007B2329" w:rsidP="007B2329">
      <w:r>
        <w:t>619.0033</w:t>
      </w:r>
      <w:r>
        <w:tab/>
        <w:t>3.999e0</w:t>
      </w:r>
    </w:p>
    <w:p w:rsidR="007B2329" w:rsidRDefault="007B2329" w:rsidP="007B2329">
      <w:r>
        <w:t>619.0284</w:t>
      </w:r>
      <w:r>
        <w:tab/>
        <w:t>1.013e0</w:t>
      </w:r>
    </w:p>
    <w:p w:rsidR="007B2329" w:rsidRDefault="007B2329" w:rsidP="007B2329">
      <w:r>
        <w:lastRenderedPageBreak/>
        <w:t>619.0319</w:t>
      </w:r>
      <w:r>
        <w:tab/>
        <w:t>2.025e0</w:t>
      </w:r>
    </w:p>
    <w:p w:rsidR="007B2329" w:rsidRDefault="007B2329" w:rsidP="007B2329">
      <w:r>
        <w:t>619.0392</w:t>
      </w:r>
      <w:r>
        <w:tab/>
        <w:t>2.025e0</w:t>
      </w:r>
    </w:p>
    <w:p w:rsidR="007B2329" w:rsidRDefault="007B2329" w:rsidP="007B2329">
      <w:r>
        <w:t>619.0497</w:t>
      </w:r>
      <w:r>
        <w:tab/>
        <w:t>1.013e0</w:t>
      </w:r>
    </w:p>
    <w:p w:rsidR="007B2329" w:rsidRDefault="007B2329" w:rsidP="007B2329">
      <w:r>
        <w:t>619.1038</w:t>
      </w:r>
      <w:r>
        <w:tab/>
        <w:t>1.038e0</w:t>
      </w:r>
    </w:p>
    <w:p w:rsidR="007B2329" w:rsidRDefault="007B2329" w:rsidP="007B2329">
      <w:r>
        <w:t>619.1078</w:t>
      </w:r>
      <w:r>
        <w:tab/>
        <w:t>2.025e0</w:t>
      </w:r>
    </w:p>
    <w:p w:rsidR="007B2329" w:rsidRDefault="007B2329" w:rsidP="007B2329">
      <w:r>
        <w:t>619.1346</w:t>
      </w:r>
      <w:r>
        <w:tab/>
        <w:t>1.013e0</w:t>
      </w:r>
    </w:p>
    <w:p w:rsidR="007B2329" w:rsidRDefault="007B2329" w:rsidP="007B2329">
      <w:r>
        <w:t>619.1511</w:t>
      </w:r>
      <w:r>
        <w:tab/>
        <w:t>3.038e0</w:t>
      </w:r>
    </w:p>
    <w:p w:rsidR="007B2329" w:rsidRDefault="007B2329" w:rsidP="007B2329">
      <w:r>
        <w:t>619.1660</w:t>
      </w:r>
      <w:r>
        <w:tab/>
        <w:t>1.013e0</w:t>
      </w:r>
    </w:p>
    <w:p w:rsidR="007B2329" w:rsidRDefault="007B2329" w:rsidP="007B2329">
      <w:r>
        <w:t>619.1815</w:t>
      </w:r>
      <w:r>
        <w:tab/>
        <w:t>2.025e0</w:t>
      </w:r>
    </w:p>
    <w:p w:rsidR="007B2329" w:rsidRDefault="007B2329" w:rsidP="007B2329">
      <w:r>
        <w:t>619.2127</w:t>
      </w:r>
      <w:r>
        <w:tab/>
        <w:t>4.051e0</w:t>
      </w:r>
    </w:p>
    <w:p w:rsidR="007B2329" w:rsidRDefault="007B2329" w:rsidP="007B2329">
      <w:r>
        <w:t>619.2217</w:t>
      </w:r>
      <w:r>
        <w:tab/>
        <w:t>2.312e0</w:t>
      </w:r>
    </w:p>
    <w:p w:rsidR="007B2329" w:rsidRDefault="007B2329" w:rsidP="007B2329">
      <w:r>
        <w:t>619.2342</w:t>
      </w:r>
      <w:r>
        <w:tab/>
        <w:t>3.763e0</w:t>
      </w:r>
    </w:p>
    <w:p w:rsidR="007B2329" w:rsidRDefault="007B2329" w:rsidP="007B2329">
      <w:r>
        <w:t>619.2402</w:t>
      </w:r>
      <w:r>
        <w:tab/>
        <w:t>2.442e0</w:t>
      </w:r>
    </w:p>
    <w:p w:rsidR="007B2329" w:rsidRDefault="007B2329" w:rsidP="007B2329">
      <w:r>
        <w:t>619.2433</w:t>
      </w:r>
      <w:r>
        <w:tab/>
        <w:t>2.426e0</w:t>
      </w:r>
    </w:p>
    <w:p w:rsidR="007B2329" w:rsidRDefault="007B2329" w:rsidP="007B2329">
      <w:r>
        <w:t>619.2535</w:t>
      </w:r>
      <w:r>
        <w:tab/>
        <w:t>1.114e0</w:t>
      </w:r>
    </w:p>
    <w:p w:rsidR="007B2329" w:rsidRDefault="007B2329" w:rsidP="007B2329">
      <w:r>
        <w:t>619.2557</w:t>
      </w:r>
      <w:r>
        <w:tab/>
        <w:t>2.837e0</w:t>
      </w:r>
    </w:p>
    <w:p w:rsidR="007B2329" w:rsidRDefault="007B2329" w:rsidP="007B2329">
      <w:r>
        <w:t>619.3056</w:t>
      </w:r>
      <w:r>
        <w:tab/>
        <w:t>2.018e0</w:t>
      </w:r>
    </w:p>
    <w:p w:rsidR="007B2329" w:rsidRDefault="007B2329" w:rsidP="007B2329">
      <w:r>
        <w:t>619.3096</w:t>
      </w:r>
      <w:r>
        <w:tab/>
        <w:t>2.755e0</w:t>
      </w:r>
    </w:p>
    <w:p w:rsidR="007B2329" w:rsidRDefault="007B2329" w:rsidP="007B2329">
      <w:r>
        <w:t>619.3644</w:t>
      </w:r>
      <w:r>
        <w:tab/>
        <w:t>8.205e0</w:t>
      </w:r>
    </w:p>
    <w:p w:rsidR="007B2329" w:rsidRDefault="007B2329" w:rsidP="007B2329">
      <w:r>
        <w:lastRenderedPageBreak/>
        <w:t>619.3812</w:t>
      </w:r>
      <w:r>
        <w:tab/>
        <w:t>2.998e0</w:t>
      </w:r>
    </w:p>
    <w:p w:rsidR="007B2329" w:rsidRDefault="007B2329" w:rsidP="007B2329">
      <w:r>
        <w:t>619.3955</w:t>
      </w:r>
      <w:r>
        <w:tab/>
        <w:t>3.038e0</w:t>
      </w:r>
    </w:p>
    <w:p w:rsidR="007B2329" w:rsidRDefault="007B2329" w:rsidP="007B2329">
      <w:r>
        <w:t>619.4278</w:t>
      </w:r>
      <w:r>
        <w:tab/>
        <w:t>1.605e0</w:t>
      </w:r>
    </w:p>
    <w:p w:rsidR="007B2329" w:rsidRDefault="007B2329" w:rsidP="007B2329">
      <w:r>
        <w:t>619.4348</w:t>
      </w:r>
      <w:r>
        <w:tab/>
        <w:t>6.076e0</w:t>
      </w:r>
    </w:p>
    <w:p w:rsidR="007B2329" w:rsidRDefault="007B2329" w:rsidP="007B2329">
      <w:r>
        <w:t>619.4408</w:t>
      </w:r>
      <w:r>
        <w:tab/>
        <w:t>3.038e0</w:t>
      </w:r>
    </w:p>
    <w:p w:rsidR="007B2329" w:rsidRDefault="007B2329" w:rsidP="007B2329">
      <w:r>
        <w:t>619.4561</w:t>
      </w:r>
      <w:r>
        <w:tab/>
        <w:t>3.038e0</w:t>
      </w:r>
    </w:p>
    <w:p w:rsidR="007B2329" w:rsidRDefault="007B2329" w:rsidP="007B2329">
      <w:r>
        <w:t>619.4890</w:t>
      </w:r>
      <w:r>
        <w:tab/>
        <w:t>2.025e0</w:t>
      </w:r>
    </w:p>
    <w:p w:rsidR="007B2329" w:rsidRDefault="007B2329" w:rsidP="007B2329">
      <w:r>
        <w:t>619.5084</w:t>
      </w:r>
      <w:r>
        <w:tab/>
        <w:t>3.038e0</w:t>
      </w:r>
    </w:p>
    <w:p w:rsidR="007B2329" w:rsidRDefault="007B2329" w:rsidP="007B2329">
      <w:r>
        <w:t>619.5160</w:t>
      </w:r>
      <w:r>
        <w:tab/>
        <w:t>2.025e0</w:t>
      </w:r>
    </w:p>
    <w:p w:rsidR="007B2329" w:rsidRDefault="007B2329" w:rsidP="007B2329">
      <w:r>
        <w:t>619.5474</w:t>
      </w:r>
      <w:r>
        <w:tab/>
        <w:t>1.013e0</w:t>
      </w:r>
    </w:p>
    <w:p w:rsidR="007B2329" w:rsidRDefault="007B2329" w:rsidP="007B2329">
      <w:r>
        <w:t>619.5704</w:t>
      </w:r>
      <w:r>
        <w:tab/>
        <w:t>2.025e0</w:t>
      </w:r>
    </w:p>
    <w:p w:rsidR="007B2329" w:rsidRDefault="007B2329" w:rsidP="007B2329">
      <w:r>
        <w:t>619.5765</w:t>
      </w:r>
      <w:r>
        <w:tab/>
        <w:t>1.013e0</w:t>
      </w:r>
    </w:p>
    <w:p w:rsidR="007B2329" w:rsidRDefault="007B2329" w:rsidP="007B2329">
      <w:r>
        <w:t>619.6232</w:t>
      </w:r>
      <w:r>
        <w:tab/>
        <w:t>2.096e0</w:t>
      </w:r>
    </w:p>
    <w:p w:rsidR="007B2329" w:rsidRDefault="007B2329" w:rsidP="007B2329">
      <w:r>
        <w:t>619.6292</w:t>
      </w:r>
      <w:r>
        <w:tab/>
        <w:t>1.013e0</w:t>
      </w:r>
    </w:p>
    <w:p w:rsidR="007B2329" w:rsidRDefault="007B2329" w:rsidP="007B2329">
      <w:r>
        <w:t>619.6539</w:t>
      </w:r>
      <w:r>
        <w:tab/>
        <w:t>4.051e0</w:t>
      </w:r>
    </w:p>
    <w:p w:rsidR="007B2329" w:rsidRDefault="007B2329" w:rsidP="007B2329">
      <w:r>
        <w:t>619.6630</w:t>
      </w:r>
      <w:r>
        <w:tab/>
        <w:t>2.025e0</w:t>
      </w:r>
    </w:p>
    <w:p w:rsidR="007B2329" w:rsidRDefault="007B2329" w:rsidP="007B2329">
      <w:r>
        <w:t>619.6822</w:t>
      </w:r>
      <w:r>
        <w:tab/>
        <w:t>1.013e0</w:t>
      </w:r>
    </w:p>
    <w:p w:rsidR="007B2329" w:rsidRDefault="007B2329" w:rsidP="007B2329">
      <w:r>
        <w:t>619.7089</w:t>
      </w:r>
      <w:r>
        <w:tab/>
        <w:t>4.051e0</w:t>
      </w:r>
    </w:p>
    <w:p w:rsidR="007B2329" w:rsidRDefault="007B2329" w:rsidP="007B2329">
      <w:r>
        <w:t>619.7488</w:t>
      </w:r>
      <w:r>
        <w:tab/>
        <w:t>1.013e0</w:t>
      </w:r>
    </w:p>
    <w:p w:rsidR="007B2329" w:rsidRDefault="007B2329" w:rsidP="007B2329">
      <w:r>
        <w:lastRenderedPageBreak/>
        <w:t>619.7573</w:t>
      </w:r>
      <w:r>
        <w:tab/>
        <w:t>2.025e0</w:t>
      </w:r>
    </w:p>
    <w:p w:rsidR="007B2329" w:rsidRDefault="007B2329" w:rsidP="007B2329">
      <w:r>
        <w:t>619.7706</w:t>
      </w:r>
      <w:r>
        <w:tab/>
        <w:t>2.025e0</w:t>
      </w:r>
    </w:p>
    <w:p w:rsidR="007B2329" w:rsidRDefault="007B2329" w:rsidP="007B2329">
      <w:r>
        <w:t>619.7740</w:t>
      </w:r>
      <w:r>
        <w:tab/>
        <w:t>3.038e0</w:t>
      </w:r>
    </w:p>
    <w:p w:rsidR="007B2329" w:rsidRDefault="007B2329" w:rsidP="007B2329">
      <w:r>
        <w:t>619.7886</w:t>
      </w:r>
      <w:r>
        <w:tab/>
        <w:t>2.025e0</w:t>
      </w:r>
    </w:p>
    <w:p w:rsidR="007B2329" w:rsidRDefault="007B2329" w:rsidP="007B2329">
      <w:r>
        <w:t>619.8123</w:t>
      </w:r>
      <w:r>
        <w:tab/>
        <w:t>1.013e0</w:t>
      </w:r>
    </w:p>
    <w:p w:rsidR="007B2329" w:rsidRDefault="007B2329" w:rsidP="007B2329">
      <w:r>
        <w:t>619.8229</w:t>
      </w:r>
      <w:r>
        <w:tab/>
        <w:t>1.013e0</w:t>
      </w:r>
    </w:p>
    <w:p w:rsidR="007B2329" w:rsidRDefault="007B2329" w:rsidP="007B2329">
      <w:r>
        <w:t>619.8507</w:t>
      </w:r>
      <w:r>
        <w:tab/>
        <w:t>2.025e0</w:t>
      </w:r>
    </w:p>
    <w:p w:rsidR="007B2329" w:rsidRDefault="007B2329" w:rsidP="007B2329">
      <w:r>
        <w:t>619.8853</w:t>
      </w:r>
      <w:r>
        <w:tab/>
        <w:t>2.025e0</w:t>
      </w:r>
    </w:p>
    <w:p w:rsidR="007B2329" w:rsidRDefault="007B2329" w:rsidP="007B2329">
      <w:r>
        <w:t>619.8936</w:t>
      </w:r>
      <w:r>
        <w:tab/>
        <w:t>1.013e0</w:t>
      </w:r>
    </w:p>
    <w:p w:rsidR="007B2329" w:rsidRDefault="007B2329" w:rsidP="007B2329">
      <w:r>
        <w:t>619.9119</w:t>
      </w:r>
      <w:r>
        <w:tab/>
        <w:t>1.013e0</w:t>
      </w:r>
    </w:p>
    <w:p w:rsidR="007B2329" w:rsidRDefault="007B2329" w:rsidP="007B2329">
      <w:r>
        <w:t>619.9296</w:t>
      </w:r>
      <w:r>
        <w:tab/>
        <w:t>1.013e0</w:t>
      </w:r>
    </w:p>
    <w:p w:rsidR="007B2329" w:rsidRDefault="007B2329" w:rsidP="007B2329">
      <w:r>
        <w:t>619.9559</w:t>
      </w:r>
      <w:r>
        <w:tab/>
        <w:t>4.051e0</w:t>
      </w:r>
    </w:p>
    <w:p w:rsidR="007B2329" w:rsidRDefault="007B2329" w:rsidP="007B2329">
      <w:r>
        <w:t>619.9609</w:t>
      </w:r>
      <w:r>
        <w:tab/>
        <w:t>1.013e0</w:t>
      </w:r>
    </w:p>
    <w:p w:rsidR="007B2329" w:rsidRDefault="007B2329" w:rsidP="007B2329">
      <w:r>
        <w:t>619.9646</w:t>
      </w:r>
      <w:r>
        <w:tab/>
        <w:t>1.013e0</w:t>
      </w:r>
    </w:p>
    <w:p w:rsidR="007B2329" w:rsidRDefault="007B2329" w:rsidP="007B2329">
      <w:r>
        <w:t>619.9752</w:t>
      </w:r>
      <w:r>
        <w:tab/>
        <w:t>3.038e0</w:t>
      </w:r>
    </w:p>
    <w:p w:rsidR="007B2329" w:rsidRDefault="007B2329" w:rsidP="007B2329">
      <w:r>
        <w:t>620.0228</w:t>
      </w:r>
      <w:r>
        <w:tab/>
        <w:t>2.025e0</w:t>
      </w:r>
    </w:p>
    <w:p w:rsidR="007B2329" w:rsidRDefault="007B2329" w:rsidP="007B2329">
      <w:r>
        <w:t>620.0409</w:t>
      </w:r>
      <w:r>
        <w:tab/>
        <w:t>2.025e0</w:t>
      </w:r>
    </w:p>
    <w:p w:rsidR="007B2329" w:rsidRDefault="007B2329" w:rsidP="007B2329">
      <w:r>
        <w:t>620.0520</w:t>
      </w:r>
      <w:r>
        <w:tab/>
        <w:t>1.013e0</w:t>
      </w:r>
    </w:p>
    <w:p w:rsidR="007B2329" w:rsidRDefault="007B2329" w:rsidP="007B2329">
      <w:r>
        <w:t>620.0565</w:t>
      </w:r>
      <w:r>
        <w:tab/>
        <w:t>2.025e0</w:t>
      </w:r>
    </w:p>
    <w:p w:rsidR="007B2329" w:rsidRDefault="007B2329" w:rsidP="007B2329">
      <w:r>
        <w:lastRenderedPageBreak/>
        <w:t>620.1050</w:t>
      </w:r>
      <w:r>
        <w:tab/>
        <w:t>1.013e0</w:t>
      </w:r>
    </w:p>
    <w:p w:rsidR="007B2329" w:rsidRDefault="007B2329" w:rsidP="007B2329">
      <w:r>
        <w:t>620.1277</w:t>
      </w:r>
      <w:r>
        <w:tab/>
        <w:t>2.025e0</w:t>
      </w:r>
    </w:p>
    <w:p w:rsidR="007B2329" w:rsidRDefault="007B2329" w:rsidP="007B2329">
      <w:r>
        <w:t>620.1323</w:t>
      </w:r>
      <w:r>
        <w:tab/>
        <w:t>3.038e0</w:t>
      </w:r>
    </w:p>
    <w:p w:rsidR="007B2329" w:rsidRDefault="007B2329" w:rsidP="007B2329">
      <w:r>
        <w:t>620.1586</w:t>
      </w:r>
      <w:r>
        <w:tab/>
        <w:t>1.981e0</w:t>
      </w:r>
    </w:p>
    <w:p w:rsidR="007B2329" w:rsidRDefault="007B2329" w:rsidP="007B2329">
      <w:r>
        <w:t>620.1776</w:t>
      </w:r>
      <w:r>
        <w:tab/>
        <w:t>4.051e0</w:t>
      </w:r>
    </w:p>
    <w:p w:rsidR="007B2329" w:rsidRDefault="007B2329" w:rsidP="007B2329">
      <w:r>
        <w:t>620.1860</w:t>
      </w:r>
      <w:r>
        <w:tab/>
        <w:t>3.038e0</w:t>
      </w:r>
    </w:p>
    <w:p w:rsidR="007B2329" w:rsidRDefault="007B2329" w:rsidP="007B2329">
      <w:r>
        <w:t>620.1871</w:t>
      </w:r>
      <w:r>
        <w:tab/>
        <w:t>2.025e0</w:t>
      </w:r>
    </w:p>
    <w:p w:rsidR="007B2329" w:rsidRDefault="007B2329" w:rsidP="007B2329">
      <w:r>
        <w:t>620.1940</w:t>
      </w:r>
      <w:r>
        <w:tab/>
        <w:t>1.013e0</w:t>
      </w:r>
    </w:p>
    <w:p w:rsidR="007B2329" w:rsidRDefault="007B2329" w:rsidP="007B2329">
      <w:r>
        <w:t>620.2107</w:t>
      </w:r>
      <w:r>
        <w:tab/>
        <w:t>1.013e0</w:t>
      </w:r>
    </w:p>
    <w:p w:rsidR="007B2329" w:rsidRDefault="007B2329" w:rsidP="007B2329">
      <w:r>
        <w:t>620.2192</w:t>
      </w:r>
      <w:r>
        <w:tab/>
        <w:t>1.576e0</w:t>
      </w:r>
    </w:p>
    <w:p w:rsidR="007B2329" w:rsidRDefault="007B2329" w:rsidP="007B2329">
      <w:r>
        <w:t>620.2466</w:t>
      </w:r>
      <w:r>
        <w:tab/>
        <w:t>3.418e0</w:t>
      </w:r>
    </w:p>
    <w:p w:rsidR="007B2329" w:rsidRDefault="007B2329" w:rsidP="007B2329">
      <w:r>
        <w:t>620.2528</w:t>
      </w:r>
      <w:r>
        <w:tab/>
        <w:t>1.586e0</w:t>
      </w:r>
    </w:p>
    <w:p w:rsidR="007B2329" w:rsidRDefault="007B2329" w:rsidP="007B2329">
      <w:r>
        <w:t>620.2734</w:t>
      </w:r>
      <w:r>
        <w:tab/>
        <w:t>8.364e0</w:t>
      </w:r>
    </w:p>
    <w:p w:rsidR="007B2329" w:rsidRDefault="007B2329" w:rsidP="007B2329">
      <w:r>
        <w:t>620.2902</w:t>
      </w:r>
      <w:r>
        <w:tab/>
        <w:t>2.639e0</w:t>
      </w:r>
    </w:p>
    <w:p w:rsidR="007B2329" w:rsidRDefault="007B2329" w:rsidP="007B2329">
      <w:r>
        <w:t>620.3118</w:t>
      </w:r>
      <w:r>
        <w:tab/>
        <w:t>2.025e0</w:t>
      </w:r>
    </w:p>
    <w:p w:rsidR="007B2329" w:rsidRDefault="007B2329" w:rsidP="007B2329">
      <w:r>
        <w:t>620.3168</w:t>
      </w:r>
      <w:r>
        <w:tab/>
        <w:t>3.136e0</w:t>
      </w:r>
    </w:p>
    <w:p w:rsidR="007B2329" w:rsidRDefault="007B2329" w:rsidP="007B2329">
      <w:r>
        <w:t>620.3391</w:t>
      </w:r>
      <w:r>
        <w:tab/>
        <w:t>6.372e0</w:t>
      </w:r>
    </w:p>
    <w:p w:rsidR="007B2329" w:rsidRDefault="007B2329" w:rsidP="007B2329">
      <w:r>
        <w:t>620.3412</w:t>
      </w:r>
      <w:r>
        <w:tab/>
        <w:t>6.169e0</w:t>
      </w:r>
    </w:p>
    <w:p w:rsidR="007B2329" w:rsidRDefault="007B2329" w:rsidP="007B2329">
      <w:r>
        <w:t>620.3507</w:t>
      </w:r>
      <w:r>
        <w:tab/>
        <w:t>7.089e0</w:t>
      </w:r>
    </w:p>
    <w:p w:rsidR="007B2329" w:rsidRDefault="007B2329" w:rsidP="007B2329">
      <w:r>
        <w:lastRenderedPageBreak/>
        <w:t>620.3553</w:t>
      </w:r>
      <w:r>
        <w:tab/>
        <w:t>8.874e-1</w:t>
      </w:r>
    </w:p>
    <w:p w:rsidR="007B2329" w:rsidRDefault="007B2329" w:rsidP="007B2329">
      <w:r>
        <w:t>620.3997</w:t>
      </w:r>
      <w:r>
        <w:tab/>
        <w:t>3.533e0</w:t>
      </w:r>
    </w:p>
    <w:p w:rsidR="007B2329" w:rsidRDefault="007B2329" w:rsidP="007B2329">
      <w:r>
        <w:t>620.4029</w:t>
      </w:r>
      <w:r>
        <w:tab/>
        <w:t>3.957e0</w:t>
      </w:r>
    </w:p>
    <w:p w:rsidR="007B2329" w:rsidRDefault="007B2329" w:rsidP="007B2329">
      <w:r>
        <w:t>620.4131</w:t>
      </w:r>
      <w:r>
        <w:tab/>
        <w:t>1.014e0</w:t>
      </w:r>
    </w:p>
    <w:p w:rsidR="007B2329" w:rsidRDefault="007B2329" w:rsidP="007B2329">
      <w:r>
        <w:t>620.4210</w:t>
      </w:r>
      <w:r>
        <w:tab/>
        <w:t>1.423e0</w:t>
      </w:r>
    </w:p>
    <w:p w:rsidR="007B2329" w:rsidRDefault="007B2329" w:rsidP="007B2329">
      <w:r>
        <w:t>620.4221</w:t>
      </w:r>
      <w:r>
        <w:tab/>
        <w:t>1.974e0</w:t>
      </w:r>
    </w:p>
    <w:p w:rsidR="007B2329" w:rsidRDefault="007B2329" w:rsidP="007B2329">
      <w:r>
        <w:t>620.4503</w:t>
      </w:r>
      <w:r>
        <w:tab/>
        <w:t>2.025e0</w:t>
      </w:r>
    </w:p>
    <w:p w:rsidR="007B2329" w:rsidRDefault="007B2329" w:rsidP="007B2329">
      <w:r>
        <w:t>620.4567</w:t>
      </w:r>
      <w:r>
        <w:tab/>
        <w:t>1.013e0</w:t>
      </w:r>
    </w:p>
    <w:p w:rsidR="007B2329" w:rsidRDefault="007B2329" w:rsidP="007B2329">
      <w:r>
        <w:t>620.4931</w:t>
      </w:r>
      <w:r>
        <w:tab/>
        <w:t>2.025e0</w:t>
      </w:r>
    </w:p>
    <w:p w:rsidR="007B2329" w:rsidRDefault="007B2329" w:rsidP="007B2329">
      <w:r>
        <w:t>620.5096</w:t>
      </w:r>
      <w:r>
        <w:tab/>
        <w:t>2.025e0</w:t>
      </w:r>
    </w:p>
    <w:p w:rsidR="007B2329" w:rsidRDefault="007B2329" w:rsidP="007B2329">
      <w:r>
        <w:t>620.5211</w:t>
      </w:r>
      <w:r>
        <w:tab/>
        <w:t>2.025e0</w:t>
      </w:r>
    </w:p>
    <w:p w:rsidR="007B2329" w:rsidRDefault="007B2329" w:rsidP="007B2329">
      <w:r>
        <w:t>620.5278</w:t>
      </w:r>
      <w:r>
        <w:tab/>
        <w:t>1.013e0</w:t>
      </w:r>
    </w:p>
    <w:p w:rsidR="007B2329" w:rsidRDefault="007B2329" w:rsidP="007B2329">
      <w:r>
        <w:t>620.5549</w:t>
      </w:r>
      <w:r>
        <w:tab/>
        <w:t>2.025e0</w:t>
      </w:r>
    </w:p>
    <w:p w:rsidR="007B2329" w:rsidRDefault="007B2329" w:rsidP="007B2329">
      <w:r>
        <w:t>620.5866</w:t>
      </w:r>
      <w:r>
        <w:tab/>
        <w:t>2.025e0</w:t>
      </w:r>
    </w:p>
    <w:p w:rsidR="007B2329" w:rsidRDefault="007B2329" w:rsidP="007B2329">
      <w:r>
        <w:t>620.5972</w:t>
      </w:r>
      <w:r>
        <w:tab/>
        <w:t>1.013e0</w:t>
      </w:r>
    </w:p>
    <w:p w:rsidR="007B2329" w:rsidRDefault="007B2329" w:rsidP="007B2329">
      <w:r>
        <w:t>620.6087</w:t>
      </w:r>
      <w:r>
        <w:tab/>
        <w:t>3.038e0</w:t>
      </w:r>
    </w:p>
    <w:p w:rsidR="007B2329" w:rsidRDefault="007B2329" w:rsidP="007B2329">
      <w:r>
        <w:t>620.6183</w:t>
      </w:r>
      <w:r>
        <w:tab/>
        <w:t>1.013e0</w:t>
      </w:r>
    </w:p>
    <w:p w:rsidR="007B2329" w:rsidRDefault="007B2329" w:rsidP="007B2329">
      <w:r>
        <w:t>620.6296</w:t>
      </w:r>
      <w:r>
        <w:tab/>
        <w:t>4.051e0</w:t>
      </w:r>
    </w:p>
    <w:p w:rsidR="007B2329" w:rsidRDefault="007B2329" w:rsidP="007B2329">
      <w:r>
        <w:t>620.6337</w:t>
      </w:r>
      <w:r>
        <w:tab/>
        <w:t>1.266e-2</w:t>
      </w:r>
    </w:p>
    <w:p w:rsidR="007B2329" w:rsidRDefault="007B2329" w:rsidP="007B2329">
      <w:r>
        <w:lastRenderedPageBreak/>
        <w:t>620.6982</w:t>
      </w:r>
      <w:r>
        <w:tab/>
        <w:t>5.658e0</w:t>
      </w:r>
    </w:p>
    <w:p w:rsidR="007B2329" w:rsidRDefault="007B2329" w:rsidP="007B2329">
      <w:r>
        <w:t>620.7031</w:t>
      </w:r>
      <w:r>
        <w:tab/>
        <w:t>1.013e0</w:t>
      </w:r>
    </w:p>
    <w:p w:rsidR="007B2329" w:rsidRDefault="007B2329" w:rsidP="007B2329">
      <w:r>
        <w:t>620.7385</w:t>
      </w:r>
      <w:r>
        <w:tab/>
        <w:t>4.051e0</w:t>
      </w:r>
    </w:p>
    <w:p w:rsidR="007B2329" w:rsidRDefault="007B2329" w:rsidP="007B2329">
      <w:r>
        <w:t>620.7615</w:t>
      </w:r>
      <w:r>
        <w:tab/>
        <w:t>3.038e0</w:t>
      </w:r>
    </w:p>
    <w:p w:rsidR="007B2329" w:rsidRDefault="007B2329" w:rsidP="007B2329">
      <w:r>
        <w:t>620.7739</w:t>
      </w:r>
      <w:r>
        <w:tab/>
        <w:t>1.013e0</w:t>
      </w:r>
    </w:p>
    <w:p w:rsidR="007B2329" w:rsidRDefault="007B2329" w:rsidP="007B2329">
      <w:r>
        <w:t>620.8097</w:t>
      </w:r>
      <w:r>
        <w:tab/>
        <w:t>5.063e0</w:t>
      </w:r>
    </w:p>
    <w:p w:rsidR="007B2329" w:rsidRDefault="007B2329" w:rsidP="007B2329">
      <w:r>
        <w:t>620.8740</w:t>
      </w:r>
      <w:r>
        <w:tab/>
        <w:t>3.038e0</w:t>
      </w:r>
    </w:p>
    <w:p w:rsidR="007B2329" w:rsidRDefault="007B2329" w:rsidP="007B2329">
      <w:r>
        <w:t>620.8795</w:t>
      </w:r>
      <w:r>
        <w:tab/>
        <w:t>2.025e0</w:t>
      </w:r>
    </w:p>
    <w:p w:rsidR="007B2329" w:rsidRDefault="007B2329" w:rsidP="007B2329">
      <w:r>
        <w:t>620.8943</w:t>
      </w:r>
      <w:r>
        <w:tab/>
        <w:t>1.013e0</w:t>
      </w:r>
    </w:p>
    <w:p w:rsidR="007B2329" w:rsidRDefault="007B2329" w:rsidP="007B2329">
      <w:r>
        <w:t>620.9324</w:t>
      </w:r>
      <w:r>
        <w:tab/>
        <w:t>2.025e0</w:t>
      </w:r>
    </w:p>
    <w:p w:rsidR="007B2329" w:rsidRDefault="007B2329" w:rsidP="007B2329">
      <w:r>
        <w:t>620.9503</w:t>
      </w:r>
      <w:r>
        <w:tab/>
        <w:t>3.038e0</w:t>
      </w:r>
    </w:p>
    <w:p w:rsidR="007B2329" w:rsidRDefault="007B2329" w:rsidP="007B2329">
      <w:r>
        <w:t>620.9895</w:t>
      </w:r>
      <w:r>
        <w:tab/>
        <w:t>2.025e0</w:t>
      </w:r>
    </w:p>
    <w:p w:rsidR="007B2329" w:rsidRDefault="007B2329" w:rsidP="007B2329">
      <w:r>
        <w:t>620.9956</w:t>
      </w:r>
      <w:r>
        <w:tab/>
        <w:t>2.025e0</w:t>
      </w:r>
    </w:p>
    <w:p w:rsidR="007B2329" w:rsidRDefault="007B2329" w:rsidP="007B2329">
      <w:r>
        <w:t>621.0009</w:t>
      </w:r>
      <w:r>
        <w:tab/>
        <w:t>1.013e0</w:t>
      </w:r>
    </w:p>
    <w:p w:rsidR="007B2329" w:rsidRDefault="007B2329" w:rsidP="007B2329">
      <w:r>
        <w:t>621.0070</w:t>
      </w:r>
      <w:r>
        <w:tab/>
        <w:t>3.038e0</w:t>
      </w:r>
    </w:p>
    <w:p w:rsidR="007B2329" w:rsidRDefault="007B2329" w:rsidP="007B2329">
      <w:r>
        <w:t>621.0201</w:t>
      </w:r>
      <w:r>
        <w:tab/>
        <w:t>1.013e0</w:t>
      </w:r>
    </w:p>
    <w:p w:rsidR="007B2329" w:rsidRDefault="007B2329" w:rsidP="007B2329">
      <w:r>
        <w:t>621.0536</w:t>
      </w:r>
      <w:r>
        <w:tab/>
        <w:t>2.025e0</w:t>
      </w:r>
    </w:p>
    <w:p w:rsidR="007B2329" w:rsidRDefault="007B2329" w:rsidP="007B2329">
      <w:r>
        <w:t>621.0746</w:t>
      </w:r>
      <w:r>
        <w:tab/>
        <w:t>3.038e0</w:t>
      </w:r>
    </w:p>
    <w:p w:rsidR="007B2329" w:rsidRDefault="007B2329" w:rsidP="007B2329">
      <w:r>
        <w:t>621.0862</w:t>
      </w:r>
      <w:r>
        <w:tab/>
        <w:t>3.038e0</w:t>
      </w:r>
    </w:p>
    <w:p w:rsidR="007B2329" w:rsidRDefault="007B2329" w:rsidP="007B2329">
      <w:r>
        <w:lastRenderedPageBreak/>
        <w:t>621.1173</w:t>
      </w:r>
      <w:r>
        <w:tab/>
        <w:t>2.025e0</w:t>
      </w:r>
    </w:p>
    <w:p w:rsidR="007B2329" w:rsidRDefault="007B2329" w:rsidP="007B2329">
      <w:r>
        <w:t>621.1302</w:t>
      </w:r>
      <w:r>
        <w:tab/>
        <w:t>2.038e0</w:t>
      </w:r>
    </w:p>
    <w:p w:rsidR="007B2329" w:rsidRDefault="007B2329" w:rsidP="007B2329">
      <w:r>
        <w:t>621.1490</w:t>
      </w:r>
      <w:r>
        <w:tab/>
        <w:t>3.038e0</w:t>
      </w:r>
    </w:p>
    <w:p w:rsidR="007B2329" w:rsidRDefault="007B2329" w:rsidP="007B2329">
      <w:r>
        <w:t>621.1774</w:t>
      </w:r>
      <w:r>
        <w:tab/>
        <w:t>2.025e0</w:t>
      </w:r>
    </w:p>
    <w:p w:rsidR="007B2329" w:rsidRDefault="007B2329" w:rsidP="007B2329">
      <w:r>
        <w:t>621.1784</w:t>
      </w:r>
      <w:r>
        <w:tab/>
        <w:t>1.013e0</w:t>
      </w:r>
    </w:p>
    <w:p w:rsidR="007B2329" w:rsidRDefault="007B2329" w:rsidP="007B2329">
      <w:r>
        <w:t>621.1993</w:t>
      </w:r>
      <w:r>
        <w:tab/>
        <w:t>4.051e0</w:t>
      </w:r>
    </w:p>
    <w:p w:rsidR="007B2329" w:rsidRDefault="007B2329" w:rsidP="007B2329">
      <w:r>
        <w:t>621.2148</w:t>
      </w:r>
      <w:r>
        <w:tab/>
        <w:t>1.013e0</w:t>
      </w:r>
    </w:p>
    <w:p w:rsidR="007B2329" w:rsidRDefault="007B2329" w:rsidP="007B2329">
      <w:r>
        <w:t>621.2186</w:t>
      </w:r>
      <w:r>
        <w:tab/>
        <w:t>2.251e0</w:t>
      </w:r>
    </w:p>
    <w:p w:rsidR="007B2329" w:rsidRDefault="007B2329" w:rsidP="007B2329">
      <w:r>
        <w:t>621.2210</w:t>
      </w:r>
      <w:r>
        <w:tab/>
        <w:t>3.038e0</w:t>
      </w:r>
    </w:p>
    <w:p w:rsidR="007B2329" w:rsidRDefault="007B2329" w:rsidP="007B2329">
      <w:r>
        <w:t>621.2322</w:t>
      </w:r>
      <w:r>
        <w:tab/>
        <w:t>2.025e0</w:t>
      </w:r>
    </w:p>
    <w:p w:rsidR="007B2329" w:rsidRDefault="007B2329" w:rsidP="007B2329">
      <w:r>
        <w:t>621.2633</w:t>
      </w:r>
      <w:r>
        <w:tab/>
        <w:t>2.782e0</w:t>
      </w:r>
    </w:p>
    <w:p w:rsidR="007B2329" w:rsidRDefault="007B2329" w:rsidP="007B2329">
      <w:r>
        <w:t>621.2712</w:t>
      </w:r>
      <w:r>
        <w:tab/>
        <w:t>7.959e-1</w:t>
      </w:r>
    </w:p>
    <w:p w:rsidR="007B2329" w:rsidRDefault="007B2329" w:rsidP="007B2329">
      <w:r>
        <w:t>621.2904</w:t>
      </w:r>
      <w:r>
        <w:tab/>
        <w:t>1.183e0</w:t>
      </w:r>
    </w:p>
    <w:p w:rsidR="007B2329" w:rsidRDefault="007B2329" w:rsidP="007B2329">
      <w:r>
        <w:t>621.3190</w:t>
      </w:r>
      <w:r>
        <w:tab/>
        <w:t>1.514e0</w:t>
      </w:r>
    </w:p>
    <w:p w:rsidR="007B2329" w:rsidRDefault="007B2329" w:rsidP="007B2329">
      <w:r>
        <w:t>621.3221</w:t>
      </w:r>
      <w:r>
        <w:tab/>
        <w:t>1.461e0</w:t>
      </w:r>
    </w:p>
    <w:p w:rsidR="007B2329" w:rsidRDefault="007B2329" w:rsidP="007B2329">
      <w:r>
        <w:t>621.3348</w:t>
      </w:r>
      <w:r>
        <w:tab/>
        <w:t>3.672e0</w:t>
      </w:r>
    </w:p>
    <w:p w:rsidR="007B2329" w:rsidRDefault="007B2329" w:rsidP="007B2329">
      <w:r>
        <w:t>621.3368</w:t>
      </w:r>
      <w:r>
        <w:tab/>
        <w:t>1.550e1</w:t>
      </w:r>
    </w:p>
    <w:p w:rsidR="007B2329" w:rsidRDefault="007B2329" w:rsidP="007B2329">
      <w:r>
        <w:t>621.3456</w:t>
      </w:r>
      <w:r>
        <w:tab/>
        <w:t>2.548e1</w:t>
      </w:r>
    </w:p>
    <w:p w:rsidR="007B2329" w:rsidRDefault="007B2329" w:rsidP="007B2329">
      <w:r>
        <w:t>621.3608</w:t>
      </w:r>
      <w:r>
        <w:tab/>
        <w:t>1.141e0</w:t>
      </w:r>
    </w:p>
    <w:p w:rsidR="007B2329" w:rsidRDefault="007B2329" w:rsidP="007B2329">
      <w:r>
        <w:lastRenderedPageBreak/>
        <w:t>621.3743</w:t>
      </w:r>
      <w:r>
        <w:tab/>
        <w:t>6.076e0</w:t>
      </w:r>
    </w:p>
    <w:p w:rsidR="007B2329" w:rsidRDefault="007B2329" w:rsidP="007B2329">
      <w:r>
        <w:t>621.4034</w:t>
      </w:r>
      <w:r>
        <w:tab/>
        <w:t>3.038e0</w:t>
      </w:r>
    </w:p>
    <w:p w:rsidR="007B2329" w:rsidRDefault="007B2329" w:rsidP="007B2329">
      <w:r>
        <w:t>621.4321</w:t>
      </w:r>
      <w:r>
        <w:tab/>
        <w:t>3.349e0</w:t>
      </w:r>
    </w:p>
    <w:p w:rsidR="007B2329" w:rsidRDefault="007B2329" w:rsidP="007B2329">
      <w:r>
        <w:t>621.4365</w:t>
      </w:r>
      <w:r>
        <w:tab/>
        <w:t>6.080e0</w:t>
      </w:r>
    </w:p>
    <w:p w:rsidR="007B2329" w:rsidRDefault="007B2329" w:rsidP="007B2329">
      <w:r>
        <w:t>621.4426</w:t>
      </w:r>
      <w:r>
        <w:tab/>
        <w:t>1.013e0</w:t>
      </w:r>
    </w:p>
    <w:p w:rsidR="007B2329" w:rsidRDefault="007B2329" w:rsidP="007B2329">
      <w:r>
        <w:t>621.4604</w:t>
      </w:r>
      <w:r>
        <w:tab/>
        <w:t>2.025e0</w:t>
      </w:r>
    </w:p>
    <w:p w:rsidR="007B2329" w:rsidRDefault="007B2329" w:rsidP="007B2329">
      <w:r>
        <w:t>621.4954</w:t>
      </w:r>
      <w:r>
        <w:tab/>
        <w:t>2.025e0</w:t>
      </w:r>
    </w:p>
    <w:p w:rsidR="007B2329" w:rsidRDefault="007B2329" w:rsidP="007B2329">
      <w:r>
        <w:t>621.5000</w:t>
      </w:r>
      <w:r>
        <w:tab/>
        <w:t>1.266e-2</w:t>
      </w:r>
    </w:p>
    <w:p w:rsidR="007B2329" w:rsidRDefault="007B2329" w:rsidP="007B2329">
      <w:r>
        <w:t>621.5049</w:t>
      </w:r>
      <w:r>
        <w:tab/>
        <w:t>2.025e0</w:t>
      </w:r>
    </w:p>
    <w:p w:rsidR="007B2329" w:rsidRDefault="007B2329" w:rsidP="007B2329">
      <w:r>
        <w:t>621.5668</w:t>
      </w:r>
      <w:r>
        <w:tab/>
        <w:t>1.266e-2</w:t>
      </w:r>
    </w:p>
    <w:p w:rsidR="007B2329" w:rsidRDefault="007B2329" w:rsidP="007B2329">
      <w:r>
        <w:t>621.5850</w:t>
      </w:r>
      <w:r>
        <w:tab/>
        <w:t>1.013e0</w:t>
      </w:r>
    </w:p>
    <w:p w:rsidR="007B2329" w:rsidRDefault="007B2329" w:rsidP="007B2329">
      <w:r>
        <w:t>621.5955</w:t>
      </w:r>
      <w:r>
        <w:tab/>
        <w:t>1.013e0</w:t>
      </w:r>
    </w:p>
    <w:p w:rsidR="007B2329" w:rsidRDefault="007B2329" w:rsidP="007B2329">
      <w:r>
        <w:t>621.6049</w:t>
      </w:r>
      <w:r>
        <w:tab/>
        <w:t>2.025e0</w:t>
      </w:r>
    </w:p>
    <w:p w:rsidR="007B2329" w:rsidRDefault="007B2329" w:rsidP="007B2329">
      <w:r>
        <w:t>621.6196</w:t>
      </w:r>
      <w:r>
        <w:tab/>
        <w:t>1.013e0</w:t>
      </w:r>
    </w:p>
    <w:p w:rsidR="007B2329" w:rsidRDefault="007B2329" w:rsidP="007B2329">
      <w:r>
        <w:t>621.6487</w:t>
      </w:r>
      <w:r>
        <w:tab/>
        <w:t>1.013e0</w:t>
      </w:r>
    </w:p>
    <w:p w:rsidR="007B2329" w:rsidRDefault="007B2329" w:rsidP="007B2329">
      <w:r>
        <w:t>621.6700</w:t>
      </w:r>
      <w:r>
        <w:tab/>
        <w:t>1.013e0</w:t>
      </w:r>
    </w:p>
    <w:p w:rsidR="007B2329" w:rsidRDefault="007B2329" w:rsidP="007B2329">
      <w:r>
        <w:t>621.6887</w:t>
      </w:r>
      <w:r>
        <w:tab/>
        <w:t>2.025e0</w:t>
      </w:r>
    </w:p>
    <w:p w:rsidR="007B2329" w:rsidRDefault="007B2329" w:rsidP="007B2329">
      <w:r>
        <w:t>621.7234</w:t>
      </w:r>
      <w:r>
        <w:tab/>
        <w:t>1.013e0</w:t>
      </w:r>
    </w:p>
    <w:p w:rsidR="007B2329" w:rsidRDefault="007B2329" w:rsidP="007B2329">
      <w:r>
        <w:t>621.7417</w:t>
      </w:r>
      <w:r>
        <w:tab/>
        <w:t>2.025e0</w:t>
      </w:r>
    </w:p>
    <w:p w:rsidR="007B2329" w:rsidRDefault="007B2329" w:rsidP="007B2329">
      <w:r>
        <w:lastRenderedPageBreak/>
        <w:t>621.7481</w:t>
      </w:r>
      <w:r>
        <w:tab/>
        <w:t>3.051e0</w:t>
      </w:r>
    </w:p>
    <w:p w:rsidR="007B2329" w:rsidRDefault="007B2329" w:rsidP="007B2329">
      <w:r>
        <w:t>621.7516</w:t>
      </w:r>
      <w:r>
        <w:tab/>
        <w:t>2.025e0</w:t>
      </w:r>
    </w:p>
    <w:p w:rsidR="007B2329" w:rsidRDefault="007B2329" w:rsidP="007B2329">
      <w:r>
        <w:t>621.7657</w:t>
      </w:r>
      <w:r>
        <w:tab/>
        <w:t>1.013e0</w:t>
      </w:r>
    </w:p>
    <w:p w:rsidR="007B2329" w:rsidRDefault="007B2329" w:rsidP="007B2329">
      <w:r>
        <w:t>621.7762</w:t>
      </w:r>
      <w:r>
        <w:tab/>
        <w:t>1.013e0</w:t>
      </w:r>
    </w:p>
    <w:p w:rsidR="007B2329" w:rsidRDefault="007B2329" w:rsidP="007B2329">
      <w:r>
        <w:t>621.7870</w:t>
      </w:r>
      <w:r>
        <w:tab/>
        <w:t>1.013e0</w:t>
      </w:r>
    </w:p>
    <w:p w:rsidR="007B2329" w:rsidRDefault="007B2329" w:rsidP="007B2329">
      <w:r>
        <w:t>621.8293</w:t>
      </w:r>
      <w:r>
        <w:tab/>
        <w:t>2.025e0</w:t>
      </w:r>
    </w:p>
    <w:p w:rsidR="007B2329" w:rsidRDefault="007B2329" w:rsidP="007B2329">
      <w:r>
        <w:t>621.8334</w:t>
      </w:r>
      <w:r>
        <w:tab/>
        <w:t>3.038e0</w:t>
      </w:r>
    </w:p>
    <w:p w:rsidR="007B2329" w:rsidRDefault="007B2329" w:rsidP="007B2329">
      <w:r>
        <w:t>621.8402</w:t>
      </w:r>
      <w:r>
        <w:tab/>
        <w:t>3.038e0</w:t>
      </w:r>
    </w:p>
    <w:p w:rsidR="007B2329" w:rsidRDefault="007B2329" w:rsidP="007B2329">
      <w:r>
        <w:t>621.8614</w:t>
      </w:r>
      <w:r>
        <w:tab/>
        <w:t>1.013e0</w:t>
      </w:r>
    </w:p>
    <w:p w:rsidR="007B2329" w:rsidRDefault="007B2329" w:rsidP="007B2329">
      <w:r>
        <w:t>621.8657</w:t>
      </w:r>
      <w:r>
        <w:tab/>
        <w:t>1.013e0</w:t>
      </w:r>
    </w:p>
    <w:p w:rsidR="007B2329" w:rsidRDefault="007B2329" w:rsidP="007B2329">
      <w:r>
        <w:t>621.9252</w:t>
      </w:r>
      <w:r>
        <w:tab/>
        <w:t>1.013e0</w:t>
      </w:r>
    </w:p>
    <w:p w:rsidR="007B2329" w:rsidRDefault="007B2329" w:rsidP="007B2329">
      <w:r>
        <w:t>621.9304</w:t>
      </w:r>
      <w:r>
        <w:tab/>
        <w:t>2.025e0</w:t>
      </w:r>
    </w:p>
    <w:p w:rsidR="007B2329" w:rsidRDefault="007B2329" w:rsidP="007B2329">
      <w:r>
        <w:t>621.9800</w:t>
      </w:r>
      <w:r>
        <w:tab/>
        <w:t>4.051e0</w:t>
      </w:r>
    </w:p>
    <w:p w:rsidR="007B2329" w:rsidRDefault="007B2329" w:rsidP="007B2329">
      <w:r>
        <w:t>622.0209</w:t>
      </w:r>
      <w:r>
        <w:tab/>
        <w:t>1.013e0</w:t>
      </w:r>
    </w:p>
    <w:p w:rsidR="007B2329" w:rsidRDefault="007B2329" w:rsidP="007B2329">
      <w:r>
        <w:t>622.0544</w:t>
      </w:r>
      <w:r>
        <w:tab/>
        <w:t>3.038e0</w:t>
      </w:r>
    </w:p>
    <w:p w:rsidR="007B2329" w:rsidRDefault="007B2329" w:rsidP="007B2329">
      <w:r>
        <w:t>622.0586</w:t>
      </w:r>
      <w:r>
        <w:tab/>
        <w:t>1.013e0</w:t>
      </w:r>
    </w:p>
    <w:p w:rsidR="007B2329" w:rsidRDefault="007B2329" w:rsidP="007B2329">
      <w:r>
        <w:t>622.0607</w:t>
      </w:r>
      <w:r>
        <w:tab/>
        <w:t>3.038e0</w:t>
      </w:r>
    </w:p>
    <w:p w:rsidR="007B2329" w:rsidRDefault="007B2329" w:rsidP="007B2329">
      <w:r>
        <w:t>622.0850</w:t>
      </w:r>
      <w:r>
        <w:tab/>
        <w:t>2.025e0</w:t>
      </w:r>
    </w:p>
    <w:p w:rsidR="007B2329" w:rsidRDefault="007B2329" w:rsidP="007B2329">
      <w:r>
        <w:t>622.1115</w:t>
      </w:r>
      <w:r>
        <w:tab/>
        <w:t>1.013e0</w:t>
      </w:r>
    </w:p>
    <w:p w:rsidR="007B2329" w:rsidRDefault="007B2329" w:rsidP="007B2329">
      <w:r>
        <w:lastRenderedPageBreak/>
        <w:t>622.1273</w:t>
      </w:r>
      <w:r>
        <w:tab/>
        <w:t>1.013e0</w:t>
      </w:r>
    </w:p>
    <w:p w:rsidR="007B2329" w:rsidRDefault="007B2329" w:rsidP="007B2329">
      <w:r>
        <w:t>622.1375</w:t>
      </w:r>
      <w:r>
        <w:tab/>
        <w:t>3.038e0</w:t>
      </w:r>
    </w:p>
    <w:p w:rsidR="007B2329" w:rsidRDefault="007B2329" w:rsidP="007B2329">
      <w:r>
        <w:t>622.1463</w:t>
      </w:r>
      <w:r>
        <w:tab/>
        <w:t>1.013e0</w:t>
      </w:r>
    </w:p>
    <w:p w:rsidR="007B2329" w:rsidRDefault="007B2329" w:rsidP="007B2329">
      <w:r>
        <w:t>622.1646</w:t>
      </w:r>
      <w:r>
        <w:tab/>
        <w:t>4.051e0</w:t>
      </w:r>
    </w:p>
    <w:p w:rsidR="007B2329" w:rsidRDefault="007B2329" w:rsidP="007B2329">
      <w:r>
        <w:t>622.1797</w:t>
      </w:r>
      <w:r>
        <w:tab/>
        <w:t>2.025e0</w:t>
      </w:r>
    </w:p>
    <w:p w:rsidR="007B2329" w:rsidRDefault="007B2329" w:rsidP="007B2329">
      <w:r>
        <w:t>622.2123</w:t>
      </w:r>
      <w:r>
        <w:tab/>
        <w:t>1.013e0</w:t>
      </w:r>
    </w:p>
    <w:p w:rsidR="007B2329" w:rsidRDefault="007B2329" w:rsidP="007B2329">
      <w:r>
        <w:t>622.2250</w:t>
      </w:r>
      <w:r>
        <w:tab/>
        <w:t>1.826e0</w:t>
      </w:r>
    </w:p>
    <w:p w:rsidR="007B2329" w:rsidRDefault="007B2329" w:rsidP="007B2329">
      <w:r>
        <w:t>622.2336</w:t>
      </w:r>
      <w:r>
        <w:tab/>
        <w:t>2.025e0</w:t>
      </w:r>
    </w:p>
    <w:p w:rsidR="007B2329" w:rsidRDefault="007B2329" w:rsidP="007B2329">
      <w:r>
        <w:t>622.2426</w:t>
      </w:r>
      <w:r>
        <w:tab/>
        <w:t>2.025e0</w:t>
      </w:r>
    </w:p>
    <w:p w:rsidR="007B2329" w:rsidRDefault="007B2329" w:rsidP="007B2329">
      <w:r>
        <w:t>622.2443</w:t>
      </w:r>
      <w:r>
        <w:tab/>
        <w:t>2.735e0</w:t>
      </w:r>
    </w:p>
    <w:p w:rsidR="007B2329" w:rsidRDefault="007B2329" w:rsidP="007B2329">
      <w:r>
        <w:t>622.2549</w:t>
      </w:r>
      <w:r>
        <w:tab/>
        <w:t>1.343e0</w:t>
      </w:r>
    </w:p>
    <w:p w:rsidR="007B2329" w:rsidRDefault="007B2329" w:rsidP="007B2329">
      <w:r>
        <w:t>622.2568</w:t>
      </w:r>
      <w:r>
        <w:tab/>
        <w:t>1.394e0</w:t>
      </w:r>
    </w:p>
    <w:p w:rsidR="007B2329" w:rsidRDefault="007B2329" w:rsidP="007B2329">
      <w:r>
        <w:t>622.2756</w:t>
      </w:r>
      <w:r>
        <w:tab/>
        <w:t>3.038e0</w:t>
      </w:r>
    </w:p>
    <w:p w:rsidR="007B2329" w:rsidRDefault="007B2329" w:rsidP="007B2329">
      <w:r>
        <w:t>622.3049</w:t>
      </w:r>
      <w:r>
        <w:tab/>
        <w:t>2.048e0</w:t>
      </w:r>
    </w:p>
    <w:p w:rsidR="007B2329" w:rsidRDefault="007B2329" w:rsidP="007B2329">
      <w:r>
        <w:t>622.3206</w:t>
      </w:r>
      <w:r>
        <w:tab/>
        <w:t>3.375e0</w:t>
      </w:r>
    </w:p>
    <w:p w:rsidR="007B2329" w:rsidRDefault="007B2329" w:rsidP="007B2329">
      <w:r>
        <w:t>622.3349</w:t>
      </w:r>
      <w:r>
        <w:tab/>
        <w:t>4.118e0</w:t>
      </w:r>
    </w:p>
    <w:p w:rsidR="007B2329" w:rsidRDefault="007B2329" w:rsidP="007B2329">
      <w:r>
        <w:t>622.3378</w:t>
      </w:r>
      <w:r>
        <w:tab/>
        <w:t>2.607e0</w:t>
      </w:r>
    </w:p>
    <w:p w:rsidR="007B2329" w:rsidRDefault="007B2329" w:rsidP="007B2329">
      <w:r>
        <w:t>622.3509</w:t>
      </w:r>
      <w:r>
        <w:tab/>
        <w:t>2.025e0</w:t>
      </w:r>
    </w:p>
    <w:p w:rsidR="007B2329" w:rsidRDefault="007B2329" w:rsidP="007B2329">
      <w:r>
        <w:t>622.3603</w:t>
      </w:r>
      <w:r>
        <w:tab/>
        <w:t>7.837e0</w:t>
      </w:r>
    </w:p>
    <w:p w:rsidR="007B2329" w:rsidRDefault="007B2329" w:rsidP="007B2329">
      <w:r>
        <w:lastRenderedPageBreak/>
        <w:t>622.3718</w:t>
      </w:r>
      <w:r>
        <w:tab/>
        <w:t>1.013e0</w:t>
      </w:r>
    </w:p>
    <w:p w:rsidR="007B2329" w:rsidRDefault="007B2329" w:rsidP="007B2329">
      <w:r>
        <w:t>622.3766</w:t>
      </w:r>
      <w:r>
        <w:tab/>
        <w:t>1.830e0</w:t>
      </w:r>
    </w:p>
    <w:p w:rsidR="007B2329" w:rsidRDefault="007B2329" w:rsidP="007B2329">
      <w:r>
        <w:t>622.3839</w:t>
      </w:r>
      <w:r>
        <w:tab/>
        <w:t>3.530e0</w:t>
      </w:r>
    </w:p>
    <w:p w:rsidR="007B2329" w:rsidRDefault="007B2329" w:rsidP="007B2329">
      <w:r>
        <w:t>622.3901</w:t>
      </w:r>
      <w:r>
        <w:tab/>
        <w:t>5.047e0</w:t>
      </w:r>
    </w:p>
    <w:p w:rsidR="007B2329" w:rsidRDefault="007B2329" w:rsidP="007B2329">
      <w:r>
        <w:t>622.4565</w:t>
      </w:r>
      <w:r>
        <w:tab/>
        <w:t>2.025e0</w:t>
      </w:r>
    </w:p>
    <w:p w:rsidR="007B2329" w:rsidRDefault="007B2329" w:rsidP="007B2329">
      <w:r>
        <w:t>622.4577</w:t>
      </w:r>
      <w:r>
        <w:tab/>
        <w:t>8.101e0</w:t>
      </w:r>
    </w:p>
    <w:p w:rsidR="007B2329" w:rsidRDefault="007B2329" w:rsidP="007B2329">
      <w:r>
        <w:t>622.4633</w:t>
      </w:r>
      <w:r>
        <w:tab/>
        <w:t>1.013e0</w:t>
      </w:r>
    </w:p>
    <w:p w:rsidR="007B2329" w:rsidRDefault="007B2329" w:rsidP="007B2329">
      <w:r>
        <w:t>622.4946</w:t>
      </w:r>
      <w:r>
        <w:tab/>
        <w:t>2.025e0</w:t>
      </w:r>
    </w:p>
    <w:p w:rsidR="007B2329" w:rsidRDefault="007B2329" w:rsidP="007B2329">
      <w:r>
        <w:t>622.4982</w:t>
      </w:r>
      <w:r>
        <w:tab/>
        <w:t>1.013e0</w:t>
      </w:r>
    </w:p>
    <w:p w:rsidR="007B2329" w:rsidRDefault="007B2329" w:rsidP="007B2329">
      <w:r>
        <w:t>622.5156</w:t>
      </w:r>
      <w:r>
        <w:tab/>
        <w:t>2.025e0</w:t>
      </w:r>
    </w:p>
    <w:p w:rsidR="007B2329" w:rsidRDefault="007B2329" w:rsidP="007B2329">
      <w:r>
        <w:t>622.5314</w:t>
      </w:r>
      <w:r>
        <w:tab/>
        <w:t>1.013e0</w:t>
      </w:r>
    </w:p>
    <w:p w:rsidR="007B2329" w:rsidRDefault="007B2329" w:rsidP="007B2329">
      <w:r>
        <w:t>622.5377</w:t>
      </w:r>
      <w:r>
        <w:tab/>
        <w:t>3.038e0</w:t>
      </w:r>
    </w:p>
    <w:p w:rsidR="007B2329" w:rsidRDefault="007B2329" w:rsidP="007B2329">
      <w:r>
        <w:t>622.5529</w:t>
      </w:r>
      <w:r>
        <w:tab/>
        <w:t>1.013e0</w:t>
      </w:r>
    </w:p>
    <w:p w:rsidR="007B2329" w:rsidRDefault="007B2329" w:rsidP="007B2329">
      <w:r>
        <w:t>622.5634</w:t>
      </w:r>
      <w:r>
        <w:tab/>
        <w:t>1.013e0</w:t>
      </w:r>
    </w:p>
    <w:p w:rsidR="007B2329" w:rsidRDefault="007B2329" w:rsidP="007B2329">
      <w:r>
        <w:t>622.5986</w:t>
      </w:r>
      <w:r>
        <w:tab/>
        <w:t>2.025e0</w:t>
      </w:r>
    </w:p>
    <w:p w:rsidR="007B2329" w:rsidRDefault="007B2329" w:rsidP="007B2329">
      <w:r>
        <w:t>622.6379</w:t>
      </w:r>
      <w:r>
        <w:tab/>
        <w:t>1.013e0</w:t>
      </w:r>
    </w:p>
    <w:p w:rsidR="007B2329" w:rsidRDefault="007B2329" w:rsidP="007B2329">
      <w:r>
        <w:t>622.6593</w:t>
      </w:r>
      <w:r>
        <w:tab/>
        <w:t>1.013e0</w:t>
      </w:r>
    </w:p>
    <w:p w:rsidR="007B2329" w:rsidRDefault="007B2329" w:rsidP="007B2329">
      <w:r>
        <w:t>622.6700</w:t>
      </w:r>
      <w:r>
        <w:tab/>
        <w:t>1.013e0</w:t>
      </w:r>
    </w:p>
    <w:p w:rsidR="007B2329" w:rsidRDefault="007B2329" w:rsidP="007B2329">
      <w:r>
        <w:t>622.6805</w:t>
      </w:r>
      <w:r>
        <w:tab/>
        <w:t>2.025e0</w:t>
      </w:r>
    </w:p>
    <w:p w:rsidR="007B2329" w:rsidRDefault="007B2329" w:rsidP="007B2329">
      <w:r>
        <w:lastRenderedPageBreak/>
        <w:t>622.6927</w:t>
      </w:r>
      <w:r>
        <w:tab/>
        <w:t>1.013e0</w:t>
      </w:r>
    </w:p>
    <w:p w:rsidR="007B2329" w:rsidRDefault="007B2329" w:rsidP="007B2329">
      <w:r>
        <w:t>622.6982</w:t>
      </w:r>
      <w:r>
        <w:tab/>
        <w:t>2.025e0</w:t>
      </w:r>
    </w:p>
    <w:p w:rsidR="007B2329" w:rsidRDefault="007B2329" w:rsidP="007B2329">
      <w:r>
        <w:t>622.7366</w:t>
      </w:r>
      <w:r>
        <w:tab/>
        <w:t>2.025e0</w:t>
      </w:r>
    </w:p>
    <w:p w:rsidR="007B2329" w:rsidRDefault="007B2329" w:rsidP="007B2329">
      <w:r>
        <w:t>622.7763</w:t>
      </w:r>
      <w:r>
        <w:tab/>
        <w:t>1.013e0</w:t>
      </w:r>
    </w:p>
    <w:p w:rsidR="007B2329" w:rsidRDefault="007B2329" w:rsidP="007B2329">
      <w:r>
        <w:t>622.7986</w:t>
      </w:r>
      <w:r>
        <w:tab/>
        <w:t>1.013e0</w:t>
      </w:r>
    </w:p>
    <w:p w:rsidR="007B2329" w:rsidRDefault="007B2329" w:rsidP="007B2329">
      <w:r>
        <w:t>622.8156</w:t>
      </w:r>
      <w:r>
        <w:tab/>
        <w:t>2.025e0</w:t>
      </w:r>
    </w:p>
    <w:p w:rsidR="007B2329" w:rsidRDefault="007B2329" w:rsidP="007B2329">
      <w:r>
        <w:t>622.8387</w:t>
      </w:r>
      <w:r>
        <w:tab/>
        <w:t>2.025e0</w:t>
      </w:r>
    </w:p>
    <w:p w:rsidR="007B2329" w:rsidRDefault="007B2329" w:rsidP="007B2329">
      <w:r>
        <w:t>622.8498</w:t>
      </w:r>
      <w:r>
        <w:tab/>
        <w:t>1.013e0</w:t>
      </w:r>
    </w:p>
    <w:p w:rsidR="007B2329" w:rsidRDefault="007B2329" w:rsidP="007B2329">
      <w:r>
        <w:t>622.8854</w:t>
      </w:r>
      <w:r>
        <w:tab/>
        <w:t>2.025e0</w:t>
      </w:r>
    </w:p>
    <w:p w:rsidR="007B2329" w:rsidRDefault="007B2329" w:rsidP="007B2329">
      <w:r>
        <w:t>622.8934</w:t>
      </w:r>
      <w:r>
        <w:tab/>
        <w:t>1.013e0</w:t>
      </w:r>
    </w:p>
    <w:p w:rsidR="007B2329" w:rsidRDefault="007B2329" w:rsidP="007B2329">
      <w:r>
        <w:t>622.8981</w:t>
      </w:r>
      <w:r>
        <w:tab/>
        <w:t>3.038e0</w:t>
      </w:r>
    </w:p>
    <w:p w:rsidR="007B2329" w:rsidRDefault="007B2329" w:rsidP="007B2329">
      <w:r>
        <w:t>622.9147</w:t>
      </w:r>
      <w:r>
        <w:tab/>
        <w:t>1.013e0</w:t>
      </w:r>
    </w:p>
    <w:p w:rsidR="007B2329" w:rsidRDefault="007B2329" w:rsidP="007B2329">
      <w:r>
        <w:t>622.9392</w:t>
      </w:r>
      <w:r>
        <w:tab/>
        <w:t>1.013e0</w:t>
      </w:r>
    </w:p>
    <w:p w:rsidR="007B2329" w:rsidRDefault="007B2329" w:rsidP="007B2329">
      <w:r>
        <w:t>622.9817</w:t>
      </w:r>
      <w:r>
        <w:tab/>
        <w:t>2.025e0</w:t>
      </w:r>
    </w:p>
    <w:p w:rsidR="007B2329" w:rsidRDefault="007B2329" w:rsidP="007B2329">
      <w:r>
        <w:t>622.9999</w:t>
      </w:r>
      <w:r>
        <w:tab/>
        <w:t>2.025e0</w:t>
      </w:r>
    </w:p>
    <w:p w:rsidR="007B2329" w:rsidRDefault="007B2329" w:rsidP="007B2329">
      <w:r>
        <w:t>623.0445</w:t>
      </w:r>
      <w:r>
        <w:tab/>
        <w:t>2.025e0</w:t>
      </w:r>
    </w:p>
    <w:p w:rsidR="007B2329" w:rsidRDefault="007B2329" w:rsidP="007B2329">
      <w:r>
        <w:t>623.0745</w:t>
      </w:r>
      <w:r>
        <w:tab/>
        <w:t>1.013e0</w:t>
      </w:r>
    </w:p>
    <w:p w:rsidR="007B2329" w:rsidRDefault="007B2329" w:rsidP="007B2329">
      <w:r>
        <w:t>623.0789</w:t>
      </w:r>
      <w:r>
        <w:tab/>
        <w:t>2.025e0</w:t>
      </w:r>
    </w:p>
    <w:p w:rsidR="007B2329" w:rsidRDefault="007B2329" w:rsidP="007B2329">
      <w:r>
        <w:t>623.1066</w:t>
      </w:r>
      <w:r>
        <w:tab/>
        <w:t>1.013e0</w:t>
      </w:r>
    </w:p>
    <w:p w:rsidR="007B2329" w:rsidRDefault="007B2329" w:rsidP="007B2329">
      <w:r>
        <w:lastRenderedPageBreak/>
        <w:t>623.1138</w:t>
      </w:r>
      <w:r>
        <w:tab/>
        <w:t>1.013e0</w:t>
      </w:r>
    </w:p>
    <w:p w:rsidR="007B2329" w:rsidRDefault="007B2329" w:rsidP="007B2329">
      <w:r>
        <w:t>623.1281</w:t>
      </w:r>
      <w:r>
        <w:tab/>
        <w:t>3.038e0</w:t>
      </w:r>
    </w:p>
    <w:p w:rsidR="007B2329" w:rsidRDefault="007B2329" w:rsidP="007B2329">
      <w:r>
        <w:t>623.1503</w:t>
      </w:r>
      <w:r>
        <w:tab/>
        <w:t>2.025e0</w:t>
      </w:r>
    </w:p>
    <w:p w:rsidR="007B2329" w:rsidRDefault="007B2329" w:rsidP="007B2329">
      <w:r>
        <w:t>623.1597</w:t>
      </w:r>
      <w:r>
        <w:tab/>
        <w:t>1.013e0</w:t>
      </w:r>
    </w:p>
    <w:p w:rsidR="007B2329" w:rsidRDefault="007B2329" w:rsidP="007B2329">
      <w:r>
        <w:t>623.1644</w:t>
      </w:r>
      <w:r>
        <w:tab/>
        <w:t>3.038e0</w:t>
      </w:r>
    </w:p>
    <w:p w:rsidR="007B2329" w:rsidRDefault="007B2329" w:rsidP="007B2329">
      <w:r>
        <w:t>623.1741</w:t>
      </w:r>
      <w:r>
        <w:tab/>
        <w:t>4.051e0</w:t>
      </w:r>
    </w:p>
    <w:p w:rsidR="007B2329" w:rsidRDefault="007B2329" w:rsidP="007B2329">
      <w:r>
        <w:t>623.2119</w:t>
      </w:r>
      <w:r>
        <w:tab/>
        <w:t>4.734e0</w:t>
      </w:r>
    </w:p>
    <w:p w:rsidR="007B2329" w:rsidRDefault="007B2329" w:rsidP="007B2329">
      <w:r>
        <w:t>623.2449</w:t>
      </w:r>
      <w:r>
        <w:tab/>
        <w:t>3.038e0</w:t>
      </w:r>
    </w:p>
    <w:p w:rsidR="007B2329" w:rsidRDefault="007B2329" w:rsidP="007B2329">
      <w:r>
        <w:t>623.2542</w:t>
      </w:r>
      <w:r>
        <w:tab/>
        <w:t>3.271e0</w:t>
      </w:r>
    </w:p>
    <w:p w:rsidR="007B2329" w:rsidRDefault="007B2329" w:rsidP="007B2329">
      <w:r>
        <w:t>623.2583</w:t>
      </w:r>
      <w:r>
        <w:tab/>
        <w:t>2.672e0</w:t>
      </w:r>
    </w:p>
    <w:p w:rsidR="007B2329" w:rsidRDefault="007B2329" w:rsidP="007B2329">
      <w:r>
        <w:t>623.2875</w:t>
      </w:r>
      <w:r>
        <w:tab/>
        <w:t>1.013e0</w:t>
      </w:r>
    </w:p>
    <w:p w:rsidR="007B2329" w:rsidRDefault="007B2329" w:rsidP="007B2329">
      <w:r>
        <w:t>623.3087</w:t>
      </w:r>
      <w:r>
        <w:tab/>
        <w:t>1.869e0</w:t>
      </w:r>
    </w:p>
    <w:p w:rsidR="007B2329" w:rsidRDefault="007B2329" w:rsidP="007B2329">
      <w:r>
        <w:t>623.3229</w:t>
      </w:r>
      <w:r>
        <w:tab/>
        <w:t>8.406e0</w:t>
      </w:r>
    </w:p>
    <w:p w:rsidR="007B2329" w:rsidRDefault="007B2329" w:rsidP="007B2329">
      <w:r>
        <w:t>623.3268</w:t>
      </w:r>
      <w:r>
        <w:tab/>
        <w:t>3.277e0</w:t>
      </w:r>
    </w:p>
    <w:p w:rsidR="007B2329" w:rsidRDefault="007B2329" w:rsidP="007B2329">
      <w:r>
        <w:t>623.3367</w:t>
      </w:r>
      <w:r>
        <w:tab/>
        <w:t>3.038e0</w:t>
      </w:r>
    </w:p>
    <w:p w:rsidR="007B2329" w:rsidRDefault="007B2329" w:rsidP="007B2329">
      <w:r>
        <w:t>623.3428</w:t>
      </w:r>
      <w:r>
        <w:tab/>
        <w:t>2.038e1</w:t>
      </w:r>
    </w:p>
    <w:p w:rsidR="007B2329" w:rsidRDefault="007B2329" w:rsidP="007B2329">
      <w:r>
        <w:t>623.3515</w:t>
      </w:r>
      <w:r>
        <w:tab/>
        <w:t>1.013e0</w:t>
      </w:r>
    </w:p>
    <w:p w:rsidR="007B2329" w:rsidRDefault="007B2329" w:rsidP="007B2329">
      <w:r>
        <w:t>623.3594</w:t>
      </w:r>
      <w:r>
        <w:tab/>
        <w:t>3.033e0</w:t>
      </w:r>
    </w:p>
    <w:p w:rsidR="007B2329" w:rsidRDefault="007B2329" w:rsidP="007B2329">
      <w:r>
        <w:t>623.3889</w:t>
      </w:r>
      <w:r>
        <w:tab/>
        <w:t>8.550e0</w:t>
      </w:r>
    </w:p>
    <w:p w:rsidR="007B2329" w:rsidRDefault="007B2329" w:rsidP="007B2329">
      <w:r>
        <w:lastRenderedPageBreak/>
        <w:t>623.3962</w:t>
      </w:r>
      <w:r>
        <w:tab/>
        <w:t>1.013e0</w:t>
      </w:r>
    </w:p>
    <w:p w:rsidR="007B2329" w:rsidRDefault="007B2329" w:rsidP="007B2329">
      <w:r>
        <w:t>623.4009</w:t>
      </w:r>
      <w:r>
        <w:tab/>
        <w:t>6.076e0</w:t>
      </w:r>
    </w:p>
    <w:p w:rsidR="007B2329" w:rsidRDefault="007B2329" w:rsidP="007B2329">
      <w:r>
        <w:t>623.4490</w:t>
      </w:r>
      <w:r>
        <w:tab/>
        <w:t>3.038e0</w:t>
      </w:r>
    </w:p>
    <w:p w:rsidR="007B2329" w:rsidRDefault="007B2329" w:rsidP="007B2329">
      <w:r>
        <w:t>623.4754</w:t>
      </w:r>
      <w:r>
        <w:tab/>
        <w:t>3.038e0</w:t>
      </w:r>
    </w:p>
    <w:p w:rsidR="007B2329" w:rsidRDefault="007B2329" w:rsidP="007B2329">
      <w:r>
        <w:t>623.5024</w:t>
      </w:r>
      <w:r>
        <w:tab/>
        <w:t>5.063e0</w:t>
      </w:r>
    </w:p>
    <w:p w:rsidR="007B2329" w:rsidRDefault="007B2329" w:rsidP="007B2329">
      <w:r>
        <w:t>623.5275</w:t>
      </w:r>
      <w:r>
        <w:tab/>
        <w:t>2.025e0</w:t>
      </w:r>
    </w:p>
    <w:p w:rsidR="007B2329" w:rsidRDefault="007B2329" w:rsidP="007B2329">
      <w:r>
        <w:t>623.5330</w:t>
      </w:r>
      <w:r>
        <w:tab/>
        <w:t>2.025e0</w:t>
      </w:r>
    </w:p>
    <w:p w:rsidR="007B2329" w:rsidRDefault="007B2329" w:rsidP="007B2329">
      <w:r>
        <w:t>623.5433</w:t>
      </w:r>
      <w:r>
        <w:tab/>
        <w:t>1.013e0</w:t>
      </w:r>
    </w:p>
    <w:p w:rsidR="007B2329" w:rsidRDefault="007B2329" w:rsidP="007B2329">
      <w:r>
        <w:t>623.5535</w:t>
      </w:r>
      <w:r>
        <w:tab/>
        <w:t>1.013e0</w:t>
      </w:r>
    </w:p>
    <w:p w:rsidR="007B2329" w:rsidRDefault="007B2329" w:rsidP="007B2329">
      <w:r>
        <w:t>623.5646</w:t>
      </w:r>
      <w:r>
        <w:tab/>
        <w:t>1.013e0</w:t>
      </w:r>
    </w:p>
    <w:p w:rsidR="007B2329" w:rsidRDefault="007B2329" w:rsidP="007B2329">
      <w:r>
        <w:t>623.5755</w:t>
      </w:r>
      <w:r>
        <w:tab/>
        <w:t>1.266e-2</w:t>
      </w:r>
    </w:p>
    <w:p w:rsidR="007B2329" w:rsidRDefault="007B2329" w:rsidP="007B2329">
      <w:r>
        <w:t>623.5883</w:t>
      </w:r>
      <w:r>
        <w:tab/>
        <w:t>3.038e0</w:t>
      </w:r>
    </w:p>
    <w:p w:rsidR="007B2329" w:rsidRDefault="007B2329" w:rsidP="007B2329">
      <w:r>
        <w:t>623.5897</w:t>
      </w:r>
      <w:r>
        <w:tab/>
        <w:t>1.013e0</w:t>
      </w:r>
    </w:p>
    <w:p w:rsidR="007B2329" w:rsidRDefault="007B2329" w:rsidP="007B2329">
      <w:r>
        <w:t>623.6396</w:t>
      </w:r>
      <w:r>
        <w:tab/>
        <w:t>1.013e0</w:t>
      </w:r>
    </w:p>
    <w:p w:rsidR="007B2329" w:rsidRDefault="007B2329" w:rsidP="007B2329">
      <w:r>
        <w:t>623.6487</w:t>
      </w:r>
      <w:r>
        <w:tab/>
        <w:t>3.038e0</w:t>
      </w:r>
    </w:p>
    <w:p w:rsidR="007B2329" w:rsidRDefault="007B2329" w:rsidP="007B2329">
      <w:r>
        <w:t>623.6500</w:t>
      </w:r>
      <w:r>
        <w:tab/>
        <w:t>1.013e0</w:t>
      </w:r>
    </w:p>
    <w:p w:rsidR="007B2329" w:rsidRDefault="007B2329" w:rsidP="007B2329">
      <w:r>
        <w:t>623.6862</w:t>
      </w:r>
      <w:r>
        <w:tab/>
        <w:t>2.025e0</w:t>
      </w:r>
    </w:p>
    <w:p w:rsidR="007B2329" w:rsidRDefault="007B2329" w:rsidP="007B2329">
      <w:r>
        <w:t>623.7418</w:t>
      </w:r>
      <w:r>
        <w:tab/>
        <w:t>3.038e0</w:t>
      </w:r>
    </w:p>
    <w:p w:rsidR="007B2329" w:rsidRDefault="007B2329" w:rsidP="007B2329">
      <w:r>
        <w:t>623.7460</w:t>
      </w:r>
      <w:r>
        <w:tab/>
        <w:t>1.013e0</w:t>
      </w:r>
    </w:p>
    <w:p w:rsidR="007B2329" w:rsidRDefault="007B2329" w:rsidP="007B2329">
      <w:r>
        <w:lastRenderedPageBreak/>
        <w:t>623.7566</w:t>
      </w:r>
      <w:r>
        <w:tab/>
        <w:t>1.013e0</w:t>
      </w:r>
    </w:p>
    <w:p w:rsidR="007B2329" w:rsidRDefault="007B2329" w:rsidP="007B2329">
      <w:r>
        <w:t>623.7584</w:t>
      </w:r>
      <w:r>
        <w:tab/>
        <w:t>2.025e0</w:t>
      </w:r>
    </w:p>
    <w:p w:rsidR="007B2329" w:rsidRDefault="007B2329" w:rsidP="007B2329">
      <w:r>
        <w:t>623.7993</w:t>
      </w:r>
      <w:r>
        <w:tab/>
        <w:t>1.013e0</w:t>
      </w:r>
    </w:p>
    <w:p w:rsidR="007B2329" w:rsidRDefault="007B2329" w:rsidP="007B2329">
      <w:r>
        <w:t>623.8109</w:t>
      </w:r>
      <w:r>
        <w:tab/>
        <w:t>2.025e0</w:t>
      </w:r>
    </w:p>
    <w:p w:rsidR="007B2329" w:rsidRDefault="007B2329" w:rsidP="007B2329">
      <w:r>
        <w:t>623.8127</w:t>
      </w:r>
      <w:r>
        <w:tab/>
        <w:t>2.025e0</w:t>
      </w:r>
    </w:p>
    <w:p w:rsidR="007B2329" w:rsidRDefault="007B2329" w:rsidP="007B2329">
      <w:r>
        <w:t>623.8472</w:t>
      </w:r>
      <w:r>
        <w:tab/>
        <w:t>2.025e0</w:t>
      </w:r>
    </w:p>
    <w:p w:rsidR="007B2329" w:rsidRDefault="007B2329" w:rsidP="007B2329">
      <w:r>
        <w:t>623.8534</w:t>
      </w:r>
      <w:r>
        <w:tab/>
        <w:t>1.013e0</w:t>
      </w:r>
    </w:p>
    <w:p w:rsidR="007B2329" w:rsidRDefault="007B2329" w:rsidP="007B2329">
      <w:r>
        <w:t>623.9063</w:t>
      </w:r>
      <w:r>
        <w:tab/>
        <w:t>1.013e0</w:t>
      </w:r>
    </w:p>
    <w:p w:rsidR="007B2329" w:rsidRDefault="007B2329" w:rsidP="007B2329">
      <w:r>
        <w:t>623.9165</w:t>
      </w:r>
      <w:r>
        <w:tab/>
        <w:t>3.038e0</w:t>
      </w:r>
    </w:p>
    <w:p w:rsidR="007B2329" w:rsidRDefault="007B2329" w:rsidP="007B2329">
      <w:r>
        <w:t>623.9645</w:t>
      </w:r>
      <w:r>
        <w:tab/>
        <w:t>3.038e0</w:t>
      </w:r>
    </w:p>
    <w:p w:rsidR="007B2329" w:rsidRDefault="007B2329" w:rsidP="007B2329">
      <w:r>
        <w:t>624.0019</w:t>
      </w:r>
      <w:r>
        <w:tab/>
        <w:t>1.013e0</w:t>
      </w:r>
    </w:p>
    <w:p w:rsidR="007B2329" w:rsidRDefault="007B2329" w:rsidP="007B2329">
      <w:r>
        <w:t>624.0286</w:t>
      </w:r>
      <w:r>
        <w:tab/>
        <w:t>1.013e0</w:t>
      </w:r>
    </w:p>
    <w:p w:rsidR="007B2329" w:rsidRDefault="007B2329" w:rsidP="007B2329">
      <w:r>
        <w:t>624.0310</w:t>
      </w:r>
      <w:r>
        <w:tab/>
        <w:t>3.038e0</w:t>
      </w:r>
    </w:p>
    <w:p w:rsidR="007B2329" w:rsidRDefault="007B2329" w:rsidP="007B2329">
      <w:r>
        <w:t>624.0468</w:t>
      </w:r>
      <w:r>
        <w:tab/>
        <w:t>2.025e0</w:t>
      </w:r>
    </w:p>
    <w:p w:rsidR="007B2329" w:rsidRDefault="007B2329" w:rsidP="007B2329">
      <w:r>
        <w:t>624.0488</w:t>
      </w:r>
      <w:r>
        <w:tab/>
        <w:t>2.025e0</w:t>
      </w:r>
    </w:p>
    <w:p w:rsidR="007B2329" w:rsidRDefault="007B2329" w:rsidP="007B2329">
      <w:r>
        <w:t>624.0765</w:t>
      </w:r>
      <w:r>
        <w:tab/>
        <w:t>1.013e0</w:t>
      </w:r>
    </w:p>
    <w:p w:rsidR="007B2329" w:rsidRDefault="007B2329" w:rsidP="007B2329">
      <w:r>
        <w:t>624.0872</w:t>
      </w:r>
      <w:r>
        <w:tab/>
        <w:t>3.038e0</w:t>
      </w:r>
    </w:p>
    <w:p w:rsidR="007B2329" w:rsidRDefault="007B2329" w:rsidP="007B2329">
      <w:r>
        <w:t>624.1407</w:t>
      </w:r>
      <w:r>
        <w:tab/>
        <w:t>1.013e0</w:t>
      </w:r>
    </w:p>
    <w:p w:rsidR="007B2329" w:rsidRDefault="007B2329" w:rsidP="007B2329">
      <w:r>
        <w:t>624.1468</w:t>
      </w:r>
      <w:r>
        <w:tab/>
        <w:t>2.025e0</w:t>
      </w:r>
    </w:p>
    <w:p w:rsidR="007B2329" w:rsidRDefault="007B2329" w:rsidP="007B2329">
      <w:r>
        <w:lastRenderedPageBreak/>
        <w:t>624.1971</w:t>
      </w:r>
      <w:r>
        <w:tab/>
        <w:t>3.038e0</w:t>
      </w:r>
    </w:p>
    <w:p w:rsidR="007B2329" w:rsidRDefault="007B2329" w:rsidP="007B2329">
      <w:r>
        <w:t>624.2004</w:t>
      </w:r>
      <w:r>
        <w:tab/>
        <w:t>2.838e0</w:t>
      </w:r>
    </w:p>
    <w:p w:rsidR="007B2329" w:rsidRDefault="007B2329" w:rsidP="007B2329">
      <w:r>
        <w:t>624.2053</w:t>
      </w:r>
      <w:r>
        <w:tab/>
        <w:t>2.025e0</w:t>
      </w:r>
    </w:p>
    <w:p w:rsidR="007B2329" w:rsidRDefault="007B2329" w:rsidP="007B2329">
      <w:r>
        <w:t>624.2125</w:t>
      </w:r>
      <w:r>
        <w:tab/>
        <w:t>2.367e0</w:t>
      </w:r>
    </w:p>
    <w:p w:rsidR="007B2329" w:rsidRDefault="007B2329" w:rsidP="007B2329">
      <w:r>
        <w:t>624.2206</w:t>
      </w:r>
      <w:r>
        <w:tab/>
        <w:t>1.833e0</w:t>
      </w:r>
    </w:p>
    <w:p w:rsidR="007B2329" w:rsidRDefault="007B2329" w:rsidP="007B2329">
      <w:r>
        <w:t>624.2374</w:t>
      </w:r>
      <w:r>
        <w:tab/>
        <w:t>7.242e0</w:t>
      </w:r>
    </w:p>
    <w:p w:rsidR="007B2329" w:rsidRDefault="007B2329" w:rsidP="007B2329">
      <w:r>
        <w:t>624.2463</w:t>
      </w:r>
      <w:r>
        <w:tab/>
        <w:t>1.710e0</w:t>
      </w:r>
    </w:p>
    <w:p w:rsidR="007B2329" w:rsidRDefault="007B2329" w:rsidP="007B2329">
      <w:r>
        <w:t>624.2940</w:t>
      </w:r>
      <w:r>
        <w:tab/>
        <w:t>3.038e0</w:t>
      </w:r>
    </w:p>
    <w:p w:rsidR="007B2329" w:rsidRDefault="007B2329" w:rsidP="007B2329">
      <w:r>
        <w:t>624.2972</w:t>
      </w:r>
      <w:r>
        <w:tab/>
        <w:t>1.351e0</w:t>
      </w:r>
    </w:p>
    <w:p w:rsidR="007B2329" w:rsidRDefault="007B2329" w:rsidP="007B2329">
      <w:r>
        <w:t>624.3006</w:t>
      </w:r>
      <w:r>
        <w:tab/>
        <w:t>2.532e0</w:t>
      </w:r>
    </w:p>
    <w:p w:rsidR="007B2329" w:rsidRDefault="007B2329" w:rsidP="007B2329">
      <w:r>
        <w:t>624.3031</w:t>
      </w:r>
      <w:r>
        <w:tab/>
        <w:t>2.257e0</w:t>
      </w:r>
    </w:p>
    <w:p w:rsidR="007B2329" w:rsidRDefault="007B2329" w:rsidP="007B2329">
      <w:r>
        <w:t>624.3263</w:t>
      </w:r>
      <w:r>
        <w:tab/>
        <w:t>7.945e0</w:t>
      </w:r>
    </w:p>
    <w:p w:rsidR="007B2329" w:rsidRDefault="007B2329" w:rsidP="007B2329">
      <w:r>
        <w:t>624.3364</w:t>
      </w:r>
      <w:r>
        <w:tab/>
        <w:t>9.129e0</w:t>
      </w:r>
    </w:p>
    <w:p w:rsidR="007B2329" w:rsidRDefault="007B2329" w:rsidP="007B2329">
      <w:r>
        <w:t>624.3522</w:t>
      </w:r>
      <w:r>
        <w:tab/>
        <w:t>4.051e0</w:t>
      </w:r>
    </w:p>
    <w:p w:rsidR="007B2329" w:rsidRDefault="007B2329" w:rsidP="007B2329">
      <w:r>
        <w:t>624.3602</w:t>
      </w:r>
      <w:r>
        <w:tab/>
        <w:t>5.363e0</w:t>
      </w:r>
    </w:p>
    <w:p w:rsidR="007B2329" w:rsidRDefault="007B2329" w:rsidP="007B2329">
      <w:r>
        <w:t>624.3967</w:t>
      </w:r>
      <w:r>
        <w:tab/>
        <w:t>1.796e0</w:t>
      </w:r>
    </w:p>
    <w:p w:rsidR="007B2329" w:rsidRDefault="007B2329" w:rsidP="007B2329">
      <w:r>
        <w:t>624.3987</w:t>
      </w:r>
      <w:r>
        <w:tab/>
        <w:t>9.218e0</w:t>
      </w:r>
    </w:p>
    <w:p w:rsidR="007B2329" w:rsidRDefault="007B2329" w:rsidP="007B2329">
      <w:r>
        <w:t>624.4238</w:t>
      </w:r>
      <w:r>
        <w:tab/>
        <w:t>2.025e0</w:t>
      </w:r>
    </w:p>
    <w:p w:rsidR="007B2329" w:rsidRDefault="007B2329" w:rsidP="007B2329">
      <w:r>
        <w:t>624.4385</w:t>
      </w:r>
      <w:r>
        <w:tab/>
        <w:t>3.033e0</w:t>
      </w:r>
    </w:p>
    <w:p w:rsidR="007B2329" w:rsidRDefault="007B2329" w:rsidP="007B2329">
      <w:r>
        <w:lastRenderedPageBreak/>
        <w:t>624.4822</w:t>
      </w:r>
      <w:r>
        <w:tab/>
        <w:t>2.025e0</w:t>
      </w:r>
    </w:p>
    <w:p w:rsidR="007B2329" w:rsidRDefault="007B2329" w:rsidP="007B2329">
      <w:r>
        <w:t>624.5248</w:t>
      </w:r>
      <w:r>
        <w:tab/>
        <w:t>3.038e0</w:t>
      </w:r>
    </w:p>
    <w:p w:rsidR="007B2329" w:rsidRDefault="007B2329" w:rsidP="007B2329">
      <w:r>
        <w:t>624.5356</w:t>
      </w:r>
      <w:r>
        <w:tab/>
        <w:t>3.038e0</w:t>
      </w:r>
    </w:p>
    <w:p w:rsidR="007B2329" w:rsidRDefault="007B2329" w:rsidP="007B2329">
      <w:r>
        <w:t>624.5422</w:t>
      </w:r>
      <w:r>
        <w:tab/>
        <w:t>2.038e0</w:t>
      </w:r>
    </w:p>
    <w:p w:rsidR="007B2329" w:rsidRDefault="007B2329" w:rsidP="007B2329">
      <w:r>
        <w:t>624.5833</w:t>
      </w:r>
      <w:r>
        <w:tab/>
        <w:t>2.025e0</w:t>
      </w:r>
    </w:p>
    <w:p w:rsidR="007B2329" w:rsidRDefault="007B2329" w:rsidP="007B2329">
      <w:r>
        <w:t>624.5886</w:t>
      </w:r>
      <w:r>
        <w:tab/>
        <w:t>2.025e0</w:t>
      </w:r>
    </w:p>
    <w:p w:rsidR="007B2329" w:rsidRDefault="007B2329" w:rsidP="007B2329">
      <w:r>
        <w:t>624.6266</w:t>
      </w:r>
      <w:r>
        <w:tab/>
        <w:t>1.013e0</w:t>
      </w:r>
    </w:p>
    <w:p w:rsidR="007B2329" w:rsidRDefault="007B2329" w:rsidP="007B2329">
      <w:r>
        <w:t>624.6399</w:t>
      </w:r>
      <w:r>
        <w:tab/>
        <w:t>3.038e0</w:t>
      </w:r>
    </w:p>
    <w:p w:rsidR="007B2329" w:rsidRDefault="007B2329" w:rsidP="007B2329">
      <w:r>
        <w:t>624.6530</w:t>
      </w:r>
      <w:r>
        <w:tab/>
        <w:t>1.013e0</w:t>
      </w:r>
    </w:p>
    <w:p w:rsidR="007B2329" w:rsidRDefault="007B2329" w:rsidP="007B2329">
      <w:r>
        <w:t>624.6611</w:t>
      </w:r>
      <w:r>
        <w:tab/>
        <w:t>1.013e0</w:t>
      </w:r>
    </w:p>
    <w:p w:rsidR="007B2329" w:rsidRDefault="007B2329" w:rsidP="007B2329">
      <w:r>
        <w:t>624.6794</w:t>
      </w:r>
      <w:r>
        <w:tab/>
        <w:t>1.013e0</w:t>
      </w:r>
    </w:p>
    <w:p w:rsidR="007B2329" w:rsidRDefault="007B2329" w:rsidP="007B2329">
      <w:r>
        <w:t>624.7038</w:t>
      </w:r>
      <w:r>
        <w:tab/>
        <w:t>3.038e0</w:t>
      </w:r>
    </w:p>
    <w:p w:rsidR="007B2329" w:rsidRDefault="007B2329" w:rsidP="007B2329">
      <w:r>
        <w:t>624.7072</w:t>
      </w:r>
      <w:r>
        <w:tab/>
        <w:t>3.038e0</w:t>
      </w:r>
    </w:p>
    <w:p w:rsidR="007B2329" w:rsidRDefault="007B2329" w:rsidP="007B2329">
      <w:r>
        <w:t>624.7278</w:t>
      </w:r>
      <w:r>
        <w:tab/>
        <w:t>1.013e0</w:t>
      </w:r>
    </w:p>
    <w:p w:rsidR="007B2329" w:rsidRDefault="007B2329" w:rsidP="007B2329">
      <w:r>
        <w:t>624.7315</w:t>
      </w:r>
      <w:r>
        <w:tab/>
        <w:t>2.025e0</w:t>
      </w:r>
    </w:p>
    <w:p w:rsidR="007B2329" w:rsidRDefault="007B2329" w:rsidP="007B2329">
      <w:r>
        <w:t>624.7596</w:t>
      </w:r>
      <w:r>
        <w:tab/>
        <w:t>1.013e0</w:t>
      </w:r>
    </w:p>
    <w:p w:rsidR="007B2329" w:rsidRDefault="007B2329" w:rsidP="007B2329">
      <w:r>
        <w:t>624.7810</w:t>
      </w:r>
      <w:r>
        <w:tab/>
        <w:t>1.013e0</w:t>
      </w:r>
    </w:p>
    <w:p w:rsidR="007B2329" w:rsidRDefault="007B2329" w:rsidP="007B2329">
      <w:r>
        <w:t>624.7851</w:t>
      </w:r>
      <w:r>
        <w:tab/>
        <w:t>1.013e0</w:t>
      </w:r>
    </w:p>
    <w:p w:rsidR="007B2329" w:rsidRDefault="007B2329" w:rsidP="007B2329">
      <w:r>
        <w:t>624.8060</w:t>
      </w:r>
      <w:r>
        <w:tab/>
        <w:t>3.038e0</w:t>
      </w:r>
    </w:p>
    <w:p w:rsidR="007B2329" w:rsidRDefault="007B2329" w:rsidP="007B2329">
      <w:r>
        <w:lastRenderedPageBreak/>
        <w:t>624.8147</w:t>
      </w:r>
      <w:r>
        <w:tab/>
        <w:t>2.025e0</w:t>
      </w:r>
    </w:p>
    <w:p w:rsidR="007B2329" w:rsidRDefault="007B2329" w:rsidP="007B2329">
      <w:r>
        <w:t>624.8239</w:t>
      </w:r>
      <w:r>
        <w:tab/>
        <w:t>1.013e0</w:t>
      </w:r>
    </w:p>
    <w:p w:rsidR="007B2329" w:rsidRDefault="007B2329" w:rsidP="007B2329">
      <w:r>
        <w:t>624.8344</w:t>
      </w:r>
      <w:r>
        <w:tab/>
        <w:t>4.051e0</w:t>
      </w:r>
    </w:p>
    <w:p w:rsidR="007B2329" w:rsidRDefault="007B2329" w:rsidP="007B2329">
      <w:r>
        <w:t>624.9291</w:t>
      </w:r>
      <w:r>
        <w:tab/>
        <w:t>2.025e0</w:t>
      </w:r>
    </w:p>
    <w:p w:rsidR="007B2329" w:rsidRDefault="007B2329" w:rsidP="007B2329">
      <w:r>
        <w:t>624.9307</w:t>
      </w:r>
      <w:r>
        <w:tab/>
        <w:t>1.013e0</w:t>
      </w:r>
    </w:p>
    <w:p w:rsidR="007B2329" w:rsidRDefault="007B2329" w:rsidP="007B2329">
      <w:r>
        <w:t>624.9598</w:t>
      </w:r>
      <w:r>
        <w:tab/>
        <w:t>2.025e0</w:t>
      </w:r>
    </w:p>
    <w:p w:rsidR="007B2329" w:rsidRDefault="007B2329" w:rsidP="007B2329">
      <w:r>
        <w:t>625.0225</w:t>
      </w:r>
      <w:r>
        <w:tab/>
        <w:t>2.025e0</w:t>
      </w:r>
    </w:p>
    <w:p w:rsidR="007B2329" w:rsidRDefault="007B2329" w:rsidP="007B2329">
      <w:r>
        <w:t>625.0375</w:t>
      </w:r>
      <w:r>
        <w:tab/>
        <w:t>1.013e0</w:t>
      </w:r>
    </w:p>
    <w:p w:rsidR="007B2329" w:rsidRDefault="007B2329" w:rsidP="007B2329">
      <w:r>
        <w:t>625.0483</w:t>
      </w:r>
      <w:r>
        <w:tab/>
        <w:t>2.025e0</w:t>
      </w:r>
    </w:p>
    <w:p w:rsidR="007B2329" w:rsidRDefault="007B2329" w:rsidP="007B2329">
      <w:r>
        <w:t>625.0803</w:t>
      </w:r>
      <w:r>
        <w:tab/>
        <w:t>1.013e0</w:t>
      </w:r>
    </w:p>
    <w:p w:rsidR="007B2329" w:rsidRDefault="007B2329" w:rsidP="007B2329">
      <w:r>
        <w:t>625.1003</w:t>
      </w:r>
      <w:r>
        <w:tab/>
        <w:t>1.013e0</w:t>
      </w:r>
    </w:p>
    <w:p w:rsidR="007B2329" w:rsidRDefault="007B2329" w:rsidP="007B2329">
      <w:r>
        <w:t>625.1135</w:t>
      </w:r>
      <w:r>
        <w:tab/>
        <w:t>2.025e0</w:t>
      </w:r>
    </w:p>
    <w:p w:rsidR="007B2329" w:rsidRDefault="007B2329" w:rsidP="007B2329">
      <w:r>
        <w:t>625.1192</w:t>
      </w:r>
      <w:r>
        <w:tab/>
        <w:t>2.025e0</w:t>
      </w:r>
    </w:p>
    <w:p w:rsidR="007B2329" w:rsidRDefault="007B2329" w:rsidP="007B2329">
      <w:r>
        <w:t>625.1229</w:t>
      </w:r>
      <w:r>
        <w:tab/>
        <w:t>2.025e0</w:t>
      </w:r>
    </w:p>
    <w:p w:rsidR="007B2329" w:rsidRDefault="007B2329" w:rsidP="007B2329">
      <w:r>
        <w:t>625.1674</w:t>
      </w:r>
      <w:r>
        <w:tab/>
        <w:t>2.025e0</w:t>
      </w:r>
    </w:p>
    <w:p w:rsidR="007B2329" w:rsidRDefault="007B2329" w:rsidP="007B2329">
      <w:r>
        <w:t>625.1715</w:t>
      </w:r>
      <w:r>
        <w:tab/>
        <w:t>2.025e0</w:t>
      </w:r>
    </w:p>
    <w:p w:rsidR="007B2329" w:rsidRDefault="007B2329" w:rsidP="007B2329">
      <w:r>
        <w:t>625.1763</w:t>
      </w:r>
      <w:r>
        <w:tab/>
        <w:t>1.013e0</w:t>
      </w:r>
    </w:p>
    <w:p w:rsidR="007B2329" w:rsidRDefault="007B2329" w:rsidP="007B2329">
      <w:r>
        <w:t>625.1796</w:t>
      </w:r>
      <w:r>
        <w:tab/>
        <w:t>2.025e0</w:t>
      </w:r>
    </w:p>
    <w:p w:rsidR="007B2329" w:rsidRDefault="007B2329" w:rsidP="007B2329">
      <w:r>
        <w:t>625.1885</w:t>
      </w:r>
      <w:r>
        <w:tab/>
        <w:t>2.025e0</w:t>
      </w:r>
    </w:p>
    <w:p w:rsidR="007B2329" w:rsidRDefault="007B2329" w:rsidP="007B2329">
      <w:r>
        <w:lastRenderedPageBreak/>
        <w:t>625.2125</w:t>
      </w:r>
      <w:r>
        <w:tab/>
        <w:t>3.148e-2</w:t>
      </w:r>
    </w:p>
    <w:p w:rsidR="007B2329" w:rsidRDefault="007B2329" w:rsidP="007B2329">
      <w:r>
        <w:t>625.2144</w:t>
      </w:r>
      <w:r>
        <w:tab/>
        <w:t>2.025e0</w:t>
      </w:r>
    </w:p>
    <w:p w:rsidR="007B2329" w:rsidRDefault="007B2329" w:rsidP="007B2329">
      <w:r>
        <w:t>625.2161</w:t>
      </w:r>
      <w:r>
        <w:tab/>
        <w:t>1.826e0</w:t>
      </w:r>
    </w:p>
    <w:p w:rsidR="007B2329" w:rsidRDefault="007B2329" w:rsidP="007B2329">
      <w:r>
        <w:t>625.2191</w:t>
      </w:r>
      <w:r>
        <w:tab/>
        <w:t>1.013e0</w:t>
      </w:r>
    </w:p>
    <w:p w:rsidR="007B2329" w:rsidRDefault="007B2329" w:rsidP="007B2329">
      <w:r>
        <w:t>625.2582</w:t>
      </w:r>
      <w:r>
        <w:tab/>
        <w:t>3.439e0</w:t>
      </w:r>
    </w:p>
    <w:p w:rsidR="007B2329" w:rsidRDefault="007B2329" w:rsidP="007B2329">
      <w:r>
        <w:t>625.2664</w:t>
      </w:r>
      <w:r>
        <w:tab/>
        <w:t>9.114e0</w:t>
      </w:r>
    </w:p>
    <w:p w:rsidR="007B2329" w:rsidRDefault="007B2329" w:rsidP="007B2329">
      <w:r>
        <w:t>625.2844</w:t>
      </w:r>
      <w:r>
        <w:tab/>
        <w:t>3.346e0</w:t>
      </w:r>
    </w:p>
    <w:p w:rsidR="007B2329" w:rsidRDefault="007B2329" w:rsidP="007B2329">
      <w:r>
        <w:t>625.2978</w:t>
      </w:r>
      <w:r>
        <w:tab/>
        <w:t>5.335e0</w:t>
      </w:r>
    </w:p>
    <w:p w:rsidR="007B2329" w:rsidRDefault="007B2329" w:rsidP="007B2329">
      <w:r>
        <w:t>625.2988</w:t>
      </w:r>
      <w:r>
        <w:tab/>
        <w:t>3.038e0</w:t>
      </w:r>
    </w:p>
    <w:p w:rsidR="007B2329" w:rsidRDefault="007B2329" w:rsidP="007B2329">
      <w:r>
        <w:t>625.3021</w:t>
      </w:r>
      <w:r>
        <w:tab/>
        <w:t>4.963e0</w:t>
      </w:r>
    </w:p>
    <w:p w:rsidR="007B2329" w:rsidRDefault="007B2329" w:rsidP="007B2329">
      <w:r>
        <w:t>625.3127</w:t>
      </w:r>
      <w:r>
        <w:tab/>
        <w:t>4.168e0</w:t>
      </w:r>
    </w:p>
    <w:p w:rsidR="007B2329" w:rsidRDefault="007B2329" w:rsidP="007B2329">
      <w:r>
        <w:t>625.3390</w:t>
      </w:r>
      <w:r>
        <w:tab/>
        <w:t>3.843e0</w:t>
      </w:r>
    </w:p>
    <w:p w:rsidR="007B2329" w:rsidRDefault="007B2329" w:rsidP="007B2329">
      <w:r>
        <w:t>625.3508</w:t>
      </w:r>
      <w:r>
        <w:tab/>
        <w:t>6.096e0</w:t>
      </w:r>
    </w:p>
    <w:p w:rsidR="007B2329" w:rsidRDefault="007B2329" w:rsidP="007B2329">
      <w:r>
        <w:t>625.3523</w:t>
      </w:r>
      <w:r>
        <w:tab/>
        <w:t>2.858e0</w:t>
      </w:r>
    </w:p>
    <w:p w:rsidR="007B2329" w:rsidRDefault="007B2329" w:rsidP="007B2329">
      <w:r>
        <w:t>625.3656</w:t>
      </w:r>
      <w:r>
        <w:tab/>
        <w:t>7.451e0</w:t>
      </w:r>
    </w:p>
    <w:p w:rsidR="007B2329" w:rsidRDefault="007B2329" w:rsidP="007B2329">
      <w:r>
        <w:t>625.3715</w:t>
      </w:r>
      <w:r>
        <w:tab/>
        <w:t>5.824e0</w:t>
      </w:r>
    </w:p>
    <w:p w:rsidR="007B2329" w:rsidRDefault="007B2329" w:rsidP="007B2329">
      <w:r>
        <w:t>625.3740</w:t>
      </w:r>
      <w:r>
        <w:tab/>
        <w:t>1.974e0</w:t>
      </w:r>
    </w:p>
    <w:p w:rsidR="007B2329" w:rsidRDefault="007B2329" w:rsidP="007B2329">
      <w:r>
        <w:t>625.3905</w:t>
      </w:r>
      <w:r>
        <w:tab/>
        <w:t>2.028e0</w:t>
      </w:r>
    </w:p>
    <w:p w:rsidR="007B2329" w:rsidRDefault="007B2329" w:rsidP="007B2329">
      <w:r>
        <w:t>625.3971</w:t>
      </w:r>
      <w:r>
        <w:tab/>
        <w:t>5.784e0</w:t>
      </w:r>
    </w:p>
    <w:p w:rsidR="007B2329" w:rsidRDefault="007B2329" w:rsidP="007B2329">
      <w:r>
        <w:lastRenderedPageBreak/>
        <w:t>625.4141</w:t>
      </w:r>
      <w:r>
        <w:tab/>
        <w:t>6.743e0</w:t>
      </w:r>
    </w:p>
    <w:p w:rsidR="007B2329" w:rsidRDefault="007B2329" w:rsidP="007B2329">
      <w:r>
        <w:t>625.4214</w:t>
      </w:r>
      <w:r>
        <w:tab/>
        <w:t>2.025e0</w:t>
      </w:r>
    </w:p>
    <w:p w:rsidR="007B2329" w:rsidRDefault="007B2329" w:rsidP="007B2329">
      <w:r>
        <w:t>625.4239</w:t>
      </w:r>
      <w:r>
        <w:tab/>
        <w:t>4.051e0</w:t>
      </w:r>
    </w:p>
    <w:p w:rsidR="007B2329" w:rsidRDefault="007B2329" w:rsidP="007B2329">
      <w:r>
        <w:t>625.4417</w:t>
      </w:r>
      <w:r>
        <w:tab/>
        <w:t>4.051e0</w:t>
      </w:r>
    </w:p>
    <w:p w:rsidR="007B2329" w:rsidRDefault="007B2329" w:rsidP="007B2329">
      <w:r>
        <w:t>625.4519</w:t>
      </w:r>
      <w:r>
        <w:tab/>
        <w:t>2.025e0</w:t>
      </w:r>
    </w:p>
    <w:p w:rsidR="007B2329" w:rsidRDefault="007B2329" w:rsidP="007B2329">
      <w:r>
        <w:t>625.4971</w:t>
      </w:r>
      <w:r>
        <w:tab/>
        <w:t>1.013e0</w:t>
      </w:r>
    </w:p>
    <w:p w:rsidR="007B2329" w:rsidRDefault="007B2329" w:rsidP="007B2329">
      <w:r>
        <w:t>625.5290</w:t>
      </w:r>
      <w:r>
        <w:tab/>
        <w:t>2.025e0</w:t>
      </w:r>
    </w:p>
    <w:p w:rsidR="007B2329" w:rsidRDefault="007B2329" w:rsidP="007B2329">
      <w:r>
        <w:t>625.5353</w:t>
      </w:r>
      <w:r>
        <w:tab/>
        <w:t>3.038e0</w:t>
      </w:r>
    </w:p>
    <w:p w:rsidR="007B2329" w:rsidRDefault="007B2329" w:rsidP="007B2329">
      <w:r>
        <w:t>625.5400</w:t>
      </w:r>
      <w:r>
        <w:tab/>
        <w:t>1.013e0</w:t>
      </w:r>
    </w:p>
    <w:p w:rsidR="007B2329" w:rsidRDefault="007B2329" w:rsidP="007B2329">
      <w:r>
        <w:t>625.5718</w:t>
      </w:r>
      <w:r>
        <w:tab/>
        <w:t>1.013e0</w:t>
      </w:r>
    </w:p>
    <w:p w:rsidR="007B2329" w:rsidRDefault="007B2329" w:rsidP="007B2329">
      <w:r>
        <w:t>625.5773</w:t>
      </w:r>
      <w:r>
        <w:tab/>
        <w:t>2.025e0</w:t>
      </w:r>
    </w:p>
    <w:p w:rsidR="007B2329" w:rsidRDefault="007B2329" w:rsidP="007B2329">
      <w:r>
        <w:t>625.5811</w:t>
      </w:r>
      <w:r>
        <w:tab/>
        <w:t>2.025e0</w:t>
      </w:r>
    </w:p>
    <w:p w:rsidR="007B2329" w:rsidRDefault="007B2329" w:rsidP="007B2329">
      <w:r>
        <w:t>625.6147</w:t>
      </w:r>
      <w:r>
        <w:tab/>
        <w:t>1.013e0</w:t>
      </w:r>
    </w:p>
    <w:p w:rsidR="007B2329" w:rsidRDefault="007B2329" w:rsidP="007B2329">
      <w:r>
        <w:t>625.6252</w:t>
      </w:r>
      <w:r>
        <w:tab/>
        <w:t>1.013e0</w:t>
      </w:r>
    </w:p>
    <w:p w:rsidR="007B2329" w:rsidRDefault="007B2329" w:rsidP="007B2329">
      <w:r>
        <w:t>625.6286</w:t>
      </w:r>
      <w:r>
        <w:tab/>
        <w:t>1.013e0</w:t>
      </w:r>
    </w:p>
    <w:p w:rsidR="007B2329" w:rsidRDefault="007B2329" w:rsidP="007B2329">
      <w:r>
        <w:t>625.6380</w:t>
      </w:r>
      <w:r>
        <w:tab/>
        <w:t>2.025e0</w:t>
      </w:r>
    </w:p>
    <w:p w:rsidR="007B2329" w:rsidRDefault="007B2329" w:rsidP="007B2329">
      <w:r>
        <w:t>625.6459</w:t>
      </w:r>
      <w:r>
        <w:tab/>
        <w:t>2.025e0</w:t>
      </w:r>
    </w:p>
    <w:p w:rsidR="007B2329" w:rsidRDefault="007B2329" w:rsidP="007B2329">
      <w:r>
        <w:t>625.6544</w:t>
      </w:r>
      <w:r>
        <w:tab/>
        <w:t>2.025e0</w:t>
      </w:r>
    </w:p>
    <w:p w:rsidR="007B2329" w:rsidRDefault="007B2329" w:rsidP="007B2329">
      <w:r>
        <w:t>625.7109</w:t>
      </w:r>
      <w:r>
        <w:tab/>
        <w:t>1.013e0</w:t>
      </w:r>
    </w:p>
    <w:p w:rsidR="007B2329" w:rsidRDefault="007B2329" w:rsidP="007B2329">
      <w:r>
        <w:lastRenderedPageBreak/>
        <w:t>625.7430</w:t>
      </w:r>
      <w:r>
        <w:tab/>
        <w:t>1.013e0</w:t>
      </w:r>
    </w:p>
    <w:p w:rsidR="007B2329" w:rsidRDefault="007B2329" w:rsidP="007B2329">
      <w:r>
        <w:t>625.7508</w:t>
      </w:r>
      <w:r>
        <w:tab/>
        <w:t>1.013e0</w:t>
      </w:r>
    </w:p>
    <w:p w:rsidR="007B2329" w:rsidRDefault="007B2329" w:rsidP="007B2329">
      <w:r>
        <w:t>625.7536</w:t>
      </w:r>
      <w:r>
        <w:tab/>
        <w:t>1.013e0</w:t>
      </w:r>
    </w:p>
    <w:p w:rsidR="007B2329" w:rsidRDefault="007B2329" w:rsidP="007B2329">
      <w:r>
        <w:t>625.7795</w:t>
      </w:r>
      <w:r>
        <w:tab/>
        <w:t>2.025e0</w:t>
      </w:r>
    </w:p>
    <w:p w:rsidR="007B2329" w:rsidRDefault="007B2329" w:rsidP="007B2329">
      <w:r>
        <w:t>625.8072</w:t>
      </w:r>
      <w:r>
        <w:tab/>
        <w:t>1.013e0</w:t>
      </w:r>
    </w:p>
    <w:p w:rsidR="007B2329" w:rsidRDefault="007B2329" w:rsidP="007B2329">
      <w:r>
        <w:t>625.8212</w:t>
      </w:r>
      <w:r>
        <w:tab/>
        <w:t>3.038e0</w:t>
      </w:r>
    </w:p>
    <w:p w:rsidR="007B2329" w:rsidRDefault="007B2329" w:rsidP="007B2329">
      <w:r>
        <w:t>625.8331</w:t>
      </w:r>
      <w:r>
        <w:tab/>
        <w:t>1.025e0</w:t>
      </w:r>
    </w:p>
    <w:p w:rsidR="007B2329" w:rsidRDefault="007B2329" w:rsidP="007B2329">
      <w:r>
        <w:t>625.8514</w:t>
      </w:r>
      <w:r>
        <w:tab/>
        <w:t>2.025e0</w:t>
      </w:r>
    </w:p>
    <w:p w:rsidR="007B2329" w:rsidRDefault="007B2329" w:rsidP="007B2329">
      <w:r>
        <w:t>625.8741</w:t>
      </w:r>
      <w:r>
        <w:tab/>
        <w:t>3.038e0</w:t>
      </w:r>
    </w:p>
    <w:p w:rsidR="007B2329" w:rsidRDefault="007B2329" w:rsidP="007B2329">
      <w:r>
        <w:t>625.9035</w:t>
      </w:r>
      <w:r>
        <w:tab/>
        <w:t>1.013e0</w:t>
      </w:r>
    </w:p>
    <w:p w:rsidR="007B2329" w:rsidRDefault="007B2329" w:rsidP="007B2329">
      <w:r>
        <w:t>625.9357</w:t>
      </w:r>
      <w:r>
        <w:tab/>
        <w:t>2.025e0</w:t>
      </w:r>
    </w:p>
    <w:p w:rsidR="007B2329" w:rsidRDefault="007B2329" w:rsidP="007B2329">
      <w:r>
        <w:t>625.9783</w:t>
      </w:r>
      <w:r>
        <w:tab/>
        <w:t>1.013e0</w:t>
      </w:r>
    </w:p>
    <w:p w:rsidR="007B2329" w:rsidRDefault="007B2329" w:rsidP="007B2329">
      <w:r>
        <w:t>625.9968</w:t>
      </w:r>
      <w:r>
        <w:tab/>
        <w:t>1.013e0</w:t>
      </w:r>
    </w:p>
    <w:p w:rsidR="007B2329" w:rsidRDefault="007B2329" w:rsidP="007B2329">
      <w:r>
        <w:t>626.0427</w:t>
      </w:r>
      <w:r>
        <w:tab/>
        <w:t>1.013e0</w:t>
      </w:r>
    </w:p>
    <w:p w:rsidR="007B2329" w:rsidRDefault="007B2329" w:rsidP="007B2329">
      <w:r>
        <w:t>626.0564</w:t>
      </w:r>
      <w:r>
        <w:tab/>
        <w:t>2.025e0</w:t>
      </w:r>
    </w:p>
    <w:p w:rsidR="007B2329" w:rsidRDefault="007B2329" w:rsidP="007B2329">
      <w:r>
        <w:t>626.0626</w:t>
      </w:r>
      <w:r>
        <w:tab/>
        <w:t>4.051e0</w:t>
      </w:r>
    </w:p>
    <w:p w:rsidR="007B2329" w:rsidRDefault="007B2329" w:rsidP="007B2329">
      <w:r>
        <w:t>626.0639</w:t>
      </w:r>
      <w:r>
        <w:tab/>
        <w:t>2.025e0</w:t>
      </w:r>
    </w:p>
    <w:p w:rsidR="007B2329" w:rsidRDefault="007B2329" w:rsidP="007B2329">
      <w:r>
        <w:t>626.0972</w:t>
      </w:r>
      <w:r>
        <w:tab/>
        <w:t>3.295e0</w:t>
      </w:r>
    </w:p>
    <w:p w:rsidR="007B2329" w:rsidRDefault="007B2329" w:rsidP="007B2329">
      <w:r>
        <w:t>626.1173</w:t>
      </w:r>
      <w:r>
        <w:tab/>
        <w:t>1.013e0</w:t>
      </w:r>
    </w:p>
    <w:p w:rsidR="007B2329" w:rsidRDefault="007B2329" w:rsidP="007B2329">
      <w:r>
        <w:lastRenderedPageBreak/>
        <w:t>626.1247</w:t>
      </w:r>
      <w:r>
        <w:tab/>
        <w:t>3.051e0</w:t>
      </w:r>
    </w:p>
    <w:p w:rsidR="007B2329" w:rsidRDefault="007B2329" w:rsidP="007B2329">
      <w:r>
        <w:t>626.1494</w:t>
      </w:r>
      <w:r>
        <w:tab/>
        <w:t>1.013e0</w:t>
      </w:r>
    </w:p>
    <w:p w:rsidR="007B2329" w:rsidRDefault="007B2329" w:rsidP="007B2329">
      <w:r>
        <w:t>626.1664</w:t>
      </w:r>
      <w:r>
        <w:tab/>
        <w:t>3.038e0</w:t>
      </w:r>
    </w:p>
    <w:p w:rsidR="007B2329" w:rsidRDefault="007B2329" w:rsidP="007B2329">
      <w:r>
        <w:t>626.1867</w:t>
      </w:r>
      <w:r>
        <w:tab/>
        <w:t>2.025e0</w:t>
      </w:r>
    </w:p>
    <w:p w:rsidR="007B2329" w:rsidRDefault="007B2329" w:rsidP="007B2329">
      <w:r>
        <w:t>626.1922</w:t>
      </w:r>
      <w:r>
        <w:tab/>
        <w:t>2.025e0</w:t>
      </w:r>
    </w:p>
    <w:p w:rsidR="007B2329" w:rsidRDefault="007B2329" w:rsidP="007B2329">
      <w:r>
        <w:t>626.2371</w:t>
      </w:r>
      <w:r>
        <w:tab/>
        <w:t>2.025e0</w:t>
      </w:r>
    </w:p>
    <w:p w:rsidR="007B2329" w:rsidRDefault="007B2329" w:rsidP="007B2329">
      <w:r>
        <w:t>626.2426</w:t>
      </w:r>
      <w:r>
        <w:tab/>
        <w:t>1.013e0</w:t>
      </w:r>
    </w:p>
    <w:p w:rsidR="007B2329" w:rsidRDefault="007B2329" w:rsidP="007B2329">
      <w:r>
        <w:t>626.2604</w:t>
      </w:r>
      <w:r>
        <w:tab/>
        <w:t>4.755e0</w:t>
      </w:r>
    </w:p>
    <w:p w:rsidR="007B2329" w:rsidRDefault="007B2329" w:rsidP="007B2329">
      <w:r>
        <w:t>626.2743</w:t>
      </w:r>
      <w:r>
        <w:tab/>
        <w:t>4.365e0</w:t>
      </w:r>
    </w:p>
    <w:p w:rsidR="007B2329" w:rsidRDefault="007B2329" w:rsidP="007B2329">
      <w:r>
        <w:t>626.2820</w:t>
      </w:r>
      <w:r>
        <w:tab/>
        <w:t>5.681e0</w:t>
      </w:r>
    </w:p>
    <w:p w:rsidR="007B2329" w:rsidRDefault="007B2329" w:rsidP="007B2329">
      <w:r>
        <w:t>626.2847</w:t>
      </w:r>
      <w:r>
        <w:tab/>
        <w:t>1.946e0</w:t>
      </w:r>
    </w:p>
    <w:p w:rsidR="007B2329" w:rsidRDefault="007B2329" w:rsidP="007B2329">
      <w:r>
        <w:t>626.2892</w:t>
      </w:r>
      <w:r>
        <w:tab/>
        <w:t>8.998e0</w:t>
      </w:r>
    </w:p>
    <w:p w:rsidR="007B2329" w:rsidRDefault="007B2329" w:rsidP="007B2329">
      <w:r>
        <w:t>626.3222</w:t>
      </w:r>
      <w:r>
        <w:tab/>
        <w:t>7.184e0</w:t>
      </w:r>
    </w:p>
    <w:p w:rsidR="007B2329" w:rsidRDefault="007B2329" w:rsidP="007B2329">
      <w:r>
        <w:t>626.3234</w:t>
      </w:r>
      <w:r>
        <w:tab/>
        <w:t>1.729e1</w:t>
      </w:r>
    </w:p>
    <w:p w:rsidR="007B2329" w:rsidRDefault="007B2329" w:rsidP="007B2329">
      <w:r>
        <w:t>626.3323</w:t>
      </w:r>
      <w:r>
        <w:tab/>
        <w:t>7.153e0</w:t>
      </w:r>
    </w:p>
    <w:p w:rsidR="007B2329" w:rsidRDefault="007B2329" w:rsidP="007B2329">
      <w:r>
        <w:t>626.3528</w:t>
      </w:r>
      <w:r>
        <w:tab/>
        <w:t>1.553e1</w:t>
      </w:r>
    </w:p>
    <w:p w:rsidR="007B2329" w:rsidRDefault="007B2329" w:rsidP="007B2329">
      <w:r>
        <w:t>626.3646</w:t>
      </w:r>
      <w:r>
        <w:tab/>
        <w:t>1.117e1</w:t>
      </w:r>
    </w:p>
    <w:p w:rsidR="007B2329" w:rsidRDefault="007B2329" w:rsidP="007B2329">
      <w:r>
        <w:t>626.3690</w:t>
      </w:r>
      <w:r>
        <w:tab/>
        <w:t>1.051e1</w:t>
      </w:r>
    </w:p>
    <w:p w:rsidR="007B2329" w:rsidRDefault="007B2329" w:rsidP="007B2329">
      <w:r>
        <w:t>626.3804</w:t>
      </w:r>
      <w:r>
        <w:tab/>
        <w:t>3.038e0</w:t>
      </w:r>
    </w:p>
    <w:p w:rsidR="007B2329" w:rsidRDefault="007B2329" w:rsidP="007B2329">
      <w:r>
        <w:lastRenderedPageBreak/>
        <w:t>626.4133</w:t>
      </w:r>
      <w:r>
        <w:tab/>
        <w:t>2.565e0</w:t>
      </w:r>
    </w:p>
    <w:p w:rsidR="007B2329" w:rsidRDefault="007B2329" w:rsidP="007B2329">
      <w:r>
        <w:t>626.4493</w:t>
      </w:r>
      <w:r>
        <w:tab/>
        <w:t>1.013e0</w:t>
      </w:r>
    </w:p>
    <w:p w:rsidR="007B2329" w:rsidRDefault="007B2329" w:rsidP="007B2329">
      <w:r>
        <w:t>626.4548</w:t>
      </w:r>
      <w:r>
        <w:tab/>
        <w:t>1.338e0</w:t>
      </w:r>
    </w:p>
    <w:p w:rsidR="007B2329" w:rsidRDefault="007B2329" w:rsidP="007B2329">
      <w:r>
        <w:t>626.4692</w:t>
      </w:r>
      <w:r>
        <w:tab/>
        <w:t>3.038e0</w:t>
      </w:r>
    </w:p>
    <w:p w:rsidR="007B2329" w:rsidRDefault="007B2329" w:rsidP="007B2329">
      <w:r>
        <w:t>626.4722</w:t>
      </w:r>
      <w:r>
        <w:tab/>
        <w:t>2.025e0</w:t>
      </w:r>
    </w:p>
    <w:p w:rsidR="007B2329" w:rsidRDefault="007B2329" w:rsidP="007B2329">
      <w:r>
        <w:t>626.5016</w:t>
      </w:r>
      <w:r>
        <w:tab/>
        <w:t>6.076e0</w:t>
      </w:r>
    </w:p>
    <w:p w:rsidR="007B2329" w:rsidRDefault="007B2329" w:rsidP="007B2329">
      <w:r>
        <w:t>626.5665</w:t>
      </w:r>
      <w:r>
        <w:tab/>
        <w:t>4.051e0</w:t>
      </w:r>
    </w:p>
    <w:p w:rsidR="007B2329" w:rsidRDefault="007B2329" w:rsidP="007B2329">
      <w:r>
        <w:t>626.6024</w:t>
      </w:r>
      <w:r>
        <w:tab/>
        <w:t>5.063e0</w:t>
      </w:r>
    </w:p>
    <w:p w:rsidR="007B2329" w:rsidRDefault="007B2329" w:rsidP="007B2329">
      <w:r>
        <w:t>626.6127</w:t>
      </w:r>
      <w:r>
        <w:tab/>
        <w:t>1.013e0</w:t>
      </w:r>
    </w:p>
    <w:p w:rsidR="007B2329" w:rsidRDefault="007B2329" w:rsidP="007B2329">
      <w:r>
        <w:t>626.6223</w:t>
      </w:r>
      <w:r>
        <w:tab/>
        <w:t>2.025e0</w:t>
      </w:r>
    </w:p>
    <w:p w:rsidR="007B2329" w:rsidRDefault="007B2329" w:rsidP="007B2329">
      <w:r>
        <w:t>626.6928</w:t>
      </w:r>
      <w:r>
        <w:tab/>
        <w:t>3.038e0</w:t>
      </w:r>
    </w:p>
    <w:p w:rsidR="007B2329" w:rsidRDefault="007B2329" w:rsidP="007B2329">
      <w:r>
        <w:t>626.7002</w:t>
      </w:r>
      <w:r>
        <w:tab/>
        <w:t>1.013e0</w:t>
      </w:r>
    </w:p>
    <w:p w:rsidR="007B2329" w:rsidRDefault="007B2329" w:rsidP="007B2329">
      <w:r>
        <w:t>626.7105</w:t>
      </w:r>
      <w:r>
        <w:tab/>
        <w:t>2.025e0</w:t>
      </w:r>
    </w:p>
    <w:p w:rsidR="007B2329" w:rsidRDefault="007B2329" w:rsidP="007B2329">
      <w:r>
        <w:t>626.7305</w:t>
      </w:r>
      <w:r>
        <w:tab/>
        <w:t>3.038e0</w:t>
      </w:r>
    </w:p>
    <w:p w:rsidR="007B2329" w:rsidRDefault="007B2329" w:rsidP="007B2329">
      <w:r>
        <w:t>626.7346</w:t>
      </w:r>
      <w:r>
        <w:tab/>
        <w:t>1.013e0</w:t>
      </w:r>
    </w:p>
    <w:p w:rsidR="007B2329" w:rsidRDefault="007B2329" w:rsidP="007B2329">
      <w:r>
        <w:t>626.7523</w:t>
      </w:r>
      <w:r>
        <w:tab/>
        <w:t>2.025e0</w:t>
      </w:r>
    </w:p>
    <w:p w:rsidR="007B2329" w:rsidRDefault="007B2329" w:rsidP="007B2329">
      <w:r>
        <w:t>626.8132</w:t>
      </w:r>
      <w:r>
        <w:tab/>
        <w:t>2.025e0</w:t>
      </w:r>
    </w:p>
    <w:p w:rsidR="007B2329" w:rsidRDefault="007B2329" w:rsidP="007B2329">
      <w:r>
        <w:t>626.8222</w:t>
      </w:r>
      <w:r>
        <w:tab/>
        <w:t>2.025e0</w:t>
      </w:r>
    </w:p>
    <w:p w:rsidR="007B2329" w:rsidRDefault="007B2329" w:rsidP="007B2329">
      <w:r>
        <w:t>626.8241</w:t>
      </w:r>
      <w:r>
        <w:tab/>
        <w:t>1.013e0</w:t>
      </w:r>
    </w:p>
    <w:p w:rsidR="007B2329" w:rsidRDefault="007B2329" w:rsidP="007B2329">
      <w:r>
        <w:lastRenderedPageBreak/>
        <w:t>626.8447</w:t>
      </w:r>
      <w:r>
        <w:tab/>
        <w:t>1.025e0</w:t>
      </w:r>
    </w:p>
    <w:p w:rsidR="007B2329" w:rsidRDefault="007B2329" w:rsidP="007B2329">
      <w:r>
        <w:t>626.8557</w:t>
      </w:r>
      <w:r>
        <w:tab/>
        <w:t>2.025e0</w:t>
      </w:r>
    </w:p>
    <w:p w:rsidR="007B2329" w:rsidRDefault="007B2329" w:rsidP="007B2329">
      <w:r>
        <w:t>626.9145</w:t>
      </w:r>
      <w:r>
        <w:tab/>
        <w:t>2.038e0</w:t>
      </w:r>
    </w:p>
    <w:p w:rsidR="007B2329" w:rsidRDefault="007B2329" w:rsidP="007B2329">
      <w:r>
        <w:t>626.9169</w:t>
      </w:r>
      <w:r>
        <w:tab/>
        <w:t>2.025e0</w:t>
      </w:r>
    </w:p>
    <w:p w:rsidR="007B2329" w:rsidRDefault="007B2329" w:rsidP="007B2329">
      <w:r>
        <w:t>626.9312</w:t>
      </w:r>
      <w:r>
        <w:tab/>
        <w:t>3.038e0</w:t>
      </w:r>
    </w:p>
    <w:p w:rsidR="007B2329" w:rsidRDefault="007B2329" w:rsidP="007B2329">
      <w:r>
        <w:t>626.9473</w:t>
      </w:r>
      <w:r>
        <w:tab/>
        <w:t>2.025e0</w:t>
      </w:r>
    </w:p>
    <w:p w:rsidR="007B2329" w:rsidRDefault="007B2329" w:rsidP="007B2329">
      <w:r>
        <w:t>626.9990</w:t>
      </w:r>
      <w:r>
        <w:tab/>
        <w:t>2.025e0</w:t>
      </w:r>
    </w:p>
    <w:p w:rsidR="007B2329" w:rsidRDefault="007B2329" w:rsidP="007B2329">
      <w:r>
        <w:t>627.0331</w:t>
      </w:r>
      <w:r>
        <w:tab/>
        <w:t>5.063e0</w:t>
      </w:r>
    </w:p>
    <w:p w:rsidR="007B2329" w:rsidRDefault="007B2329" w:rsidP="007B2329">
      <w:r>
        <w:t>627.0431</w:t>
      </w:r>
      <w:r>
        <w:tab/>
        <w:t>2.025e0</w:t>
      </w:r>
    </w:p>
    <w:p w:rsidR="007B2329" w:rsidRDefault="007B2329" w:rsidP="007B2329">
      <w:r>
        <w:t>627.0571</w:t>
      </w:r>
      <w:r>
        <w:tab/>
        <w:t>3.038e0</w:t>
      </w:r>
    </w:p>
    <w:p w:rsidR="007B2329" w:rsidRDefault="007B2329" w:rsidP="007B2329">
      <w:r>
        <w:t>627.0594</w:t>
      </w:r>
      <w:r>
        <w:tab/>
        <w:t>2.149e0</w:t>
      </w:r>
    </w:p>
    <w:p w:rsidR="007B2329" w:rsidRDefault="007B2329" w:rsidP="007B2329">
      <w:r>
        <w:t>627.0637</w:t>
      </w:r>
      <w:r>
        <w:tab/>
        <w:t>3.038e0</w:t>
      </w:r>
    </w:p>
    <w:p w:rsidR="007B2329" w:rsidRDefault="007B2329" w:rsidP="007B2329">
      <w:r>
        <w:t>627.0690</w:t>
      </w:r>
      <w:r>
        <w:tab/>
        <w:t>2.025e0</w:t>
      </w:r>
    </w:p>
    <w:p w:rsidR="007B2329" w:rsidRDefault="007B2329" w:rsidP="007B2329">
      <w:r>
        <w:t>627.0706</w:t>
      </w:r>
      <w:r>
        <w:tab/>
        <w:t>1.013e0</w:t>
      </w:r>
    </w:p>
    <w:p w:rsidR="007B2329" w:rsidRDefault="007B2329" w:rsidP="007B2329">
      <w:r>
        <w:t>627.1047</w:t>
      </w:r>
      <w:r>
        <w:tab/>
        <w:t>1.013e0</w:t>
      </w:r>
    </w:p>
    <w:p w:rsidR="007B2329" w:rsidRDefault="007B2329" w:rsidP="007B2329">
      <w:r>
        <w:t>627.1132</w:t>
      </w:r>
      <w:r>
        <w:tab/>
        <w:t>9.114e0</w:t>
      </w:r>
    </w:p>
    <w:p w:rsidR="007B2329" w:rsidRDefault="007B2329" w:rsidP="007B2329">
      <w:r>
        <w:t>627.1347</w:t>
      </w:r>
      <w:r>
        <w:tab/>
        <w:t>1.013e0</w:t>
      </w:r>
    </w:p>
    <w:p w:rsidR="007B2329" w:rsidRDefault="007B2329" w:rsidP="007B2329">
      <w:r>
        <w:t>627.1442</w:t>
      </w:r>
      <w:r>
        <w:tab/>
        <w:t>2.025e0</w:t>
      </w:r>
    </w:p>
    <w:p w:rsidR="007B2329" w:rsidRDefault="007B2329" w:rsidP="007B2329">
      <w:r>
        <w:t>627.1716</w:t>
      </w:r>
      <w:r>
        <w:tab/>
        <w:t>3.038e0</w:t>
      </w:r>
    </w:p>
    <w:p w:rsidR="007B2329" w:rsidRDefault="007B2329" w:rsidP="007B2329">
      <w:r>
        <w:lastRenderedPageBreak/>
        <w:t>627.1823</w:t>
      </w:r>
      <w:r>
        <w:tab/>
        <w:t>2.025e0</w:t>
      </w:r>
    </w:p>
    <w:p w:rsidR="007B2329" w:rsidRDefault="007B2329" w:rsidP="007B2329">
      <w:r>
        <w:t>627.1979</w:t>
      </w:r>
      <w:r>
        <w:tab/>
        <w:t>2.025e0</w:t>
      </w:r>
    </w:p>
    <w:p w:rsidR="007B2329" w:rsidRDefault="007B2329" w:rsidP="007B2329">
      <w:r>
        <w:t>627.2251</w:t>
      </w:r>
      <w:r>
        <w:tab/>
        <w:t>3.543e0</w:t>
      </w:r>
    </w:p>
    <w:p w:rsidR="007B2329" w:rsidRDefault="007B2329" w:rsidP="007B2329">
      <w:r>
        <w:t>627.2300</w:t>
      </w:r>
      <w:r>
        <w:tab/>
        <w:t>3.051e0</w:t>
      </w:r>
    </w:p>
    <w:p w:rsidR="007B2329" w:rsidRDefault="007B2329" w:rsidP="007B2329">
      <w:r>
        <w:t>627.2460</w:t>
      </w:r>
      <w:r>
        <w:tab/>
        <w:t>1.596e0</w:t>
      </w:r>
    </w:p>
    <w:p w:rsidR="007B2329" w:rsidRDefault="007B2329" w:rsidP="007B2329">
      <w:r>
        <w:t>627.2529</w:t>
      </w:r>
      <w:r>
        <w:tab/>
        <w:t>3.038e0</w:t>
      </w:r>
    </w:p>
    <w:p w:rsidR="007B2329" w:rsidRDefault="007B2329" w:rsidP="007B2329">
      <w:r>
        <w:t>627.2715</w:t>
      </w:r>
      <w:r>
        <w:tab/>
        <w:t>2.025e0</w:t>
      </w:r>
    </w:p>
    <w:p w:rsidR="007B2329" w:rsidRDefault="007B2329" w:rsidP="007B2329">
      <w:r>
        <w:t>627.3276</w:t>
      </w:r>
      <w:r>
        <w:tab/>
        <w:t>1.013e0</w:t>
      </w:r>
    </w:p>
    <w:p w:rsidR="007B2329" w:rsidRDefault="007B2329" w:rsidP="007B2329">
      <w:r>
        <w:t>627.3400</w:t>
      </w:r>
      <w:r>
        <w:tab/>
        <w:t>4.550e0</w:t>
      </w:r>
    </w:p>
    <w:p w:rsidR="007B2329" w:rsidRDefault="007B2329" w:rsidP="007B2329">
      <w:r>
        <w:t>627.3461</w:t>
      </w:r>
      <w:r>
        <w:tab/>
        <w:t>7.878e1</w:t>
      </w:r>
    </w:p>
    <w:p w:rsidR="007B2329" w:rsidRDefault="007B2329" w:rsidP="007B2329">
      <w:r>
        <w:t>627.3503</w:t>
      </w:r>
      <w:r>
        <w:tab/>
        <w:t>9.286e1</w:t>
      </w:r>
    </w:p>
    <w:p w:rsidR="007B2329" w:rsidRDefault="007B2329" w:rsidP="007B2329">
      <w:r>
        <w:t>627.3532</w:t>
      </w:r>
      <w:r>
        <w:tab/>
        <w:t>6.253e1</w:t>
      </w:r>
    </w:p>
    <w:p w:rsidR="007B2329" w:rsidRDefault="007B2329" w:rsidP="007B2329">
      <w:r>
        <w:t>627.3766</w:t>
      </w:r>
      <w:r>
        <w:tab/>
        <w:t>6.721e0</w:t>
      </w:r>
    </w:p>
    <w:p w:rsidR="007B2329" w:rsidRDefault="007B2329" w:rsidP="007B2329">
      <w:r>
        <w:t>627.3849</w:t>
      </w:r>
      <w:r>
        <w:tab/>
        <w:t>2.025e0</w:t>
      </w:r>
    </w:p>
    <w:p w:rsidR="007B2329" w:rsidRDefault="007B2329" w:rsidP="007B2329">
      <w:r>
        <w:t>627.3913</w:t>
      </w:r>
      <w:r>
        <w:tab/>
        <w:t>3.038e0</w:t>
      </w:r>
    </w:p>
    <w:p w:rsidR="007B2329" w:rsidRDefault="007B2329" w:rsidP="007B2329">
      <w:r>
        <w:t>627.4545</w:t>
      </w:r>
      <w:r>
        <w:tab/>
        <w:t>1.013e0</w:t>
      </w:r>
    </w:p>
    <w:p w:rsidR="007B2329" w:rsidRDefault="007B2329" w:rsidP="007B2329">
      <w:r>
        <w:t>627.4564</w:t>
      </w:r>
      <w:r>
        <w:tab/>
        <w:t>1.013e0</w:t>
      </w:r>
    </w:p>
    <w:p w:rsidR="007B2329" w:rsidRDefault="007B2329" w:rsidP="007B2329">
      <w:r>
        <w:t>627.4930</w:t>
      </w:r>
      <w:r>
        <w:tab/>
        <w:t>2.025e0</w:t>
      </w:r>
    </w:p>
    <w:p w:rsidR="007B2329" w:rsidRDefault="007B2329" w:rsidP="007B2329">
      <w:r>
        <w:t>627.5041</w:t>
      </w:r>
      <w:r>
        <w:tab/>
        <w:t>3.038e0</w:t>
      </w:r>
    </w:p>
    <w:p w:rsidR="007B2329" w:rsidRDefault="007B2329" w:rsidP="007B2329">
      <w:r>
        <w:lastRenderedPageBreak/>
        <w:t>627.5057</w:t>
      </w:r>
      <w:r>
        <w:tab/>
        <w:t>2.025e0</w:t>
      </w:r>
    </w:p>
    <w:p w:rsidR="007B2329" w:rsidRDefault="007B2329" w:rsidP="007B2329">
      <w:r>
        <w:t>627.5305</w:t>
      </w:r>
      <w:r>
        <w:tab/>
        <w:t>3.038e0</w:t>
      </w:r>
    </w:p>
    <w:p w:rsidR="007B2329" w:rsidRDefault="007B2329" w:rsidP="007B2329">
      <w:r>
        <w:t>627.5537</w:t>
      </w:r>
      <w:r>
        <w:tab/>
        <w:t>3.038e0</w:t>
      </w:r>
    </w:p>
    <w:p w:rsidR="007B2329" w:rsidRDefault="007B2329" w:rsidP="007B2329">
      <w:r>
        <w:t>627.5636</w:t>
      </w:r>
      <w:r>
        <w:tab/>
        <w:t>2.025e0</w:t>
      </w:r>
    </w:p>
    <w:p w:rsidR="007B2329" w:rsidRDefault="007B2329" w:rsidP="007B2329">
      <w:r>
        <w:t>627.5953</w:t>
      </w:r>
      <w:r>
        <w:tab/>
        <w:t>1.013e0</w:t>
      </w:r>
    </w:p>
    <w:p w:rsidR="007B2329" w:rsidRDefault="007B2329" w:rsidP="007B2329">
      <w:r>
        <w:t>627.6129</w:t>
      </w:r>
      <w:r>
        <w:tab/>
        <w:t>1.013e0</w:t>
      </w:r>
    </w:p>
    <w:p w:rsidR="007B2329" w:rsidRDefault="007B2329" w:rsidP="007B2329">
      <w:r>
        <w:t>627.6495</w:t>
      </w:r>
      <w:r>
        <w:tab/>
        <w:t>1.013e0</w:t>
      </w:r>
    </w:p>
    <w:p w:rsidR="007B2329" w:rsidRDefault="007B2329" w:rsidP="007B2329">
      <w:r>
        <w:t>627.6507</w:t>
      </w:r>
      <w:r>
        <w:tab/>
        <w:t>3.038e0</w:t>
      </w:r>
    </w:p>
    <w:p w:rsidR="007B2329" w:rsidRDefault="007B2329" w:rsidP="007B2329">
      <w:r>
        <w:t>627.6600</w:t>
      </w:r>
      <w:r>
        <w:tab/>
        <w:t>1.013e0</w:t>
      </w:r>
    </w:p>
    <w:p w:rsidR="007B2329" w:rsidRDefault="007B2329" w:rsidP="007B2329">
      <w:r>
        <w:t>627.6926</w:t>
      </w:r>
      <w:r>
        <w:tab/>
        <w:t>1.013e0</w:t>
      </w:r>
    </w:p>
    <w:p w:rsidR="007B2329" w:rsidRDefault="007B2329" w:rsidP="007B2329">
      <w:r>
        <w:t>627.7029</w:t>
      </w:r>
      <w:r>
        <w:tab/>
        <w:t>1.013e0</w:t>
      </w:r>
    </w:p>
    <w:p w:rsidR="007B2329" w:rsidRDefault="007B2329" w:rsidP="007B2329">
      <w:r>
        <w:t>627.7245</w:t>
      </w:r>
      <w:r>
        <w:tab/>
        <w:t>1.013e0</w:t>
      </w:r>
    </w:p>
    <w:p w:rsidR="007B2329" w:rsidRDefault="007B2329" w:rsidP="007B2329">
      <w:r>
        <w:t>627.7353</w:t>
      </w:r>
      <w:r>
        <w:tab/>
        <w:t>1.013e0</w:t>
      </w:r>
    </w:p>
    <w:p w:rsidR="007B2329" w:rsidRDefault="007B2329" w:rsidP="007B2329">
      <w:r>
        <w:t>627.7535</w:t>
      </w:r>
      <w:r>
        <w:tab/>
        <w:t>1.013e0</w:t>
      </w:r>
    </w:p>
    <w:p w:rsidR="007B2329" w:rsidRDefault="007B2329" w:rsidP="007B2329">
      <w:r>
        <w:t>627.8180</w:t>
      </w:r>
      <w:r>
        <w:tab/>
        <w:t>4.051e0</w:t>
      </w:r>
    </w:p>
    <w:p w:rsidR="007B2329" w:rsidRDefault="007B2329" w:rsidP="007B2329">
      <w:r>
        <w:t>627.8373</w:t>
      </w:r>
      <w:r>
        <w:tab/>
        <w:t>2.025e0</w:t>
      </w:r>
    </w:p>
    <w:p w:rsidR="007B2329" w:rsidRDefault="007B2329" w:rsidP="007B2329">
      <w:r>
        <w:t>627.8519</w:t>
      </w:r>
      <w:r>
        <w:tab/>
        <w:t>2.025e0</w:t>
      </w:r>
    </w:p>
    <w:p w:rsidR="007B2329" w:rsidRDefault="007B2329" w:rsidP="007B2329">
      <w:r>
        <w:t>627.8533</w:t>
      </w:r>
      <w:r>
        <w:tab/>
        <w:t>2.025e0</w:t>
      </w:r>
    </w:p>
    <w:p w:rsidR="007B2329" w:rsidRDefault="007B2329" w:rsidP="007B2329">
      <w:r>
        <w:t>627.8590</w:t>
      </w:r>
      <w:r>
        <w:tab/>
        <w:t>2.025e0</w:t>
      </w:r>
    </w:p>
    <w:p w:rsidR="007B2329" w:rsidRDefault="007B2329" w:rsidP="007B2329">
      <w:r>
        <w:lastRenderedPageBreak/>
        <w:t>627.9047</w:t>
      </w:r>
      <w:r>
        <w:tab/>
        <w:t>2.025e0</w:t>
      </w:r>
    </w:p>
    <w:p w:rsidR="007B2329" w:rsidRDefault="007B2329" w:rsidP="007B2329">
      <w:r>
        <w:t>627.9282</w:t>
      </w:r>
      <w:r>
        <w:tab/>
        <w:t>2.025e0</w:t>
      </w:r>
    </w:p>
    <w:p w:rsidR="007B2329" w:rsidRDefault="007B2329" w:rsidP="007B2329">
      <w:r>
        <w:t>627.9647</w:t>
      </w:r>
      <w:r>
        <w:tab/>
        <w:t>2.025e0</w:t>
      </w:r>
    </w:p>
    <w:p w:rsidR="007B2329" w:rsidRDefault="007B2329" w:rsidP="007B2329">
      <w:r>
        <w:t>627.9710</w:t>
      </w:r>
      <w:r>
        <w:tab/>
        <w:t>4.051e0</w:t>
      </w:r>
    </w:p>
    <w:p w:rsidR="007B2329" w:rsidRDefault="007B2329" w:rsidP="007B2329">
      <w:r>
        <w:t>627.9814</w:t>
      </w:r>
      <w:r>
        <w:tab/>
        <w:t>1.013e0</w:t>
      </w:r>
    </w:p>
    <w:p w:rsidR="007B2329" w:rsidRDefault="007B2329" w:rsidP="007B2329">
      <w:r>
        <w:t>628.0170</w:t>
      </w:r>
      <w:r>
        <w:tab/>
        <w:t>4.051e0</w:t>
      </w:r>
    </w:p>
    <w:p w:rsidR="007B2329" w:rsidRDefault="007B2329" w:rsidP="007B2329">
      <w:r>
        <w:t>628.0339</w:t>
      </w:r>
      <w:r>
        <w:tab/>
        <w:t>1.013e0</w:t>
      </w:r>
    </w:p>
    <w:p w:rsidR="007B2329" w:rsidRDefault="007B2329" w:rsidP="007B2329">
      <w:r>
        <w:t>628.0357</w:t>
      </w:r>
      <w:r>
        <w:tab/>
        <w:t>1.025e0</w:t>
      </w:r>
    </w:p>
    <w:p w:rsidR="007B2329" w:rsidRDefault="007B2329" w:rsidP="007B2329">
      <w:r>
        <w:t>628.0464</w:t>
      </w:r>
      <w:r>
        <w:tab/>
        <w:t>3.038e0</w:t>
      </w:r>
    </w:p>
    <w:p w:rsidR="007B2329" w:rsidRDefault="007B2329" w:rsidP="007B2329">
      <w:r>
        <w:t>628.0618</w:t>
      </w:r>
      <w:r>
        <w:tab/>
        <w:t>2.025e0</w:t>
      </w:r>
    </w:p>
    <w:p w:rsidR="007B2329" w:rsidRDefault="007B2329" w:rsidP="007B2329">
      <w:r>
        <w:t>628.0630</w:t>
      </w:r>
      <w:r>
        <w:tab/>
        <w:t>3.038e0</w:t>
      </w:r>
    </w:p>
    <w:p w:rsidR="007B2329" w:rsidRDefault="007B2329" w:rsidP="007B2329">
      <w:r>
        <w:t>628.0871</w:t>
      </w:r>
      <w:r>
        <w:tab/>
        <w:t>2.025e0</w:t>
      </w:r>
    </w:p>
    <w:p w:rsidR="007B2329" w:rsidRDefault="007B2329" w:rsidP="007B2329">
      <w:r>
        <w:t>628.0934</w:t>
      </w:r>
      <w:r>
        <w:tab/>
        <w:t>2.025e0</w:t>
      </w:r>
    </w:p>
    <w:p w:rsidR="007B2329" w:rsidRDefault="007B2329" w:rsidP="007B2329">
      <w:r>
        <w:t>628.1214</w:t>
      </w:r>
      <w:r>
        <w:tab/>
        <w:t>2.025e0</w:t>
      </w:r>
    </w:p>
    <w:p w:rsidR="007B2329" w:rsidRDefault="007B2329" w:rsidP="007B2329">
      <w:r>
        <w:t>628.1274</w:t>
      </w:r>
      <w:r>
        <w:tab/>
        <w:t>2.025e0</w:t>
      </w:r>
    </w:p>
    <w:p w:rsidR="007B2329" w:rsidRDefault="007B2329" w:rsidP="007B2329">
      <w:r>
        <w:t>628.1665</w:t>
      </w:r>
      <w:r>
        <w:tab/>
        <w:t>2.532e-2</w:t>
      </w:r>
    </w:p>
    <w:p w:rsidR="007B2329" w:rsidRDefault="007B2329" w:rsidP="007B2329">
      <w:r>
        <w:t>628.1683</w:t>
      </w:r>
      <w:r>
        <w:tab/>
        <w:t>2.532e-2</w:t>
      </w:r>
    </w:p>
    <w:p w:rsidR="007B2329" w:rsidRDefault="007B2329" w:rsidP="007B2329">
      <w:r>
        <w:t>628.1970</w:t>
      </w:r>
      <w:r>
        <w:tab/>
        <w:t>4.051e0</w:t>
      </w:r>
    </w:p>
    <w:p w:rsidR="007B2329" w:rsidRDefault="007B2329" w:rsidP="007B2329">
      <w:r>
        <w:t>628.2154</w:t>
      </w:r>
      <w:r>
        <w:tab/>
        <w:t>2.025e0</w:t>
      </w:r>
    </w:p>
    <w:p w:rsidR="007B2329" w:rsidRDefault="007B2329" w:rsidP="007B2329">
      <w:r>
        <w:lastRenderedPageBreak/>
        <w:t>628.2323</w:t>
      </w:r>
      <w:r>
        <w:tab/>
        <w:t>5.647e0</w:t>
      </w:r>
    </w:p>
    <w:p w:rsidR="007B2329" w:rsidRDefault="007B2329" w:rsidP="007B2329">
      <w:r>
        <w:t>628.2432</w:t>
      </w:r>
      <w:r>
        <w:tab/>
        <w:t>3.038e0</w:t>
      </w:r>
    </w:p>
    <w:p w:rsidR="007B2329" w:rsidRDefault="007B2329" w:rsidP="007B2329">
      <w:r>
        <w:t>628.2558</w:t>
      </w:r>
      <w:r>
        <w:tab/>
        <w:t>7.602e0</w:t>
      </w:r>
    </w:p>
    <w:p w:rsidR="007B2329" w:rsidRDefault="007B2329" w:rsidP="007B2329">
      <w:r>
        <w:t>628.2579</w:t>
      </w:r>
      <w:r>
        <w:tab/>
        <w:t>2.792e0</w:t>
      </w:r>
    </w:p>
    <w:p w:rsidR="007B2329" w:rsidRDefault="007B2329" w:rsidP="007B2329">
      <w:r>
        <w:t>628.3227</w:t>
      </w:r>
      <w:r>
        <w:tab/>
        <w:t>6.438e0</w:t>
      </w:r>
    </w:p>
    <w:p w:rsidR="007B2329" w:rsidRDefault="007B2329" w:rsidP="007B2329">
      <w:r>
        <w:t>628.3317</w:t>
      </w:r>
      <w:r>
        <w:tab/>
        <w:t>2.336e0</w:t>
      </w:r>
    </w:p>
    <w:p w:rsidR="007B2329" w:rsidRDefault="007B2329" w:rsidP="007B2329">
      <w:r>
        <w:t>628.3379</w:t>
      </w:r>
      <w:r>
        <w:tab/>
        <w:t>3.038e0</w:t>
      </w:r>
    </w:p>
    <w:p w:rsidR="007B2329" w:rsidRDefault="007B2329" w:rsidP="007B2329">
      <w:r>
        <w:t>628.3453</w:t>
      </w:r>
      <w:r>
        <w:tab/>
        <w:t>3.365e1</w:t>
      </w:r>
    </w:p>
    <w:p w:rsidR="007B2329" w:rsidRDefault="007B2329" w:rsidP="007B2329">
      <w:r>
        <w:t>628.3490</w:t>
      </w:r>
      <w:r>
        <w:tab/>
        <w:t>1.005e1</w:t>
      </w:r>
    </w:p>
    <w:p w:rsidR="007B2329" w:rsidRDefault="007B2329" w:rsidP="007B2329">
      <w:r>
        <w:t>628.3514</w:t>
      </w:r>
      <w:r>
        <w:tab/>
        <w:t>3.190e1</w:t>
      </w:r>
    </w:p>
    <w:p w:rsidR="007B2329" w:rsidRDefault="007B2329" w:rsidP="007B2329">
      <w:r>
        <w:t>628.3552</w:t>
      </w:r>
      <w:r>
        <w:tab/>
        <w:t>2.025e0</w:t>
      </w:r>
    </w:p>
    <w:p w:rsidR="007B2329" w:rsidRDefault="007B2329" w:rsidP="007B2329">
      <w:r>
        <w:t>628.3574</w:t>
      </w:r>
      <w:r>
        <w:tab/>
        <w:t>1.709e1</w:t>
      </w:r>
    </w:p>
    <w:p w:rsidR="007B2329" w:rsidRDefault="007B2329" w:rsidP="007B2329">
      <w:r>
        <w:t>628.3598</w:t>
      </w:r>
      <w:r>
        <w:tab/>
        <w:t>2.594e1</w:t>
      </w:r>
    </w:p>
    <w:p w:rsidR="007B2329" w:rsidRDefault="007B2329" w:rsidP="007B2329">
      <w:r>
        <w:t>628.4598</w:t>
      </w:r>
      <w:r>
        <w:tab/>
        <w:t>2.038e0</w:t>
      </w:r>
    </w:p>
    <w:p w:rsidR="007B2329" w:rsidRDefault="007B2329" w:rsidP="007B2329">
      <w:r>
        <w:t>628.4645</w:t>
      </w:r>
      <w:r>
        <w:tab/>
        <w:t>5.063e0</w:t>
      </w:r>
    </w:p>
    <w:p w:rsidR="007B2329" w:rsidRDefault="007B2329" w:rsidP="007B2329">
      <w:r>
        <w:t>628.4731</w:t>
      </w:r>
      <w:r>
        <w:tab/>
        <w:t>2.532e-2</w:t>
      </w:r>
    </w:p>
    <w:p w:rsidR="007B2329" w:rsidRDefault="007B2329" w:rsidP="007B2329">
      <w:r>
        <w:t>628.4774</w:t>
      </w:r>
      <w:r>
        <w:tab/>
        <w:t>5.063e-2</w:t>
      </w:r>
    </w:p>
    <w:p w:rsidR="007B2329" w:rsidRDefault="007B2329" w:rsidP="007B2329">
      <w:r>
        <w:t>628.5143</w:t>
      </w:r>
      <w:r>
        <w:tab/>
        <w:t>4.051e0</w:t>
      </w:r>
    </w:p>
    <w:p w:rsidR="007B2329" w:rsidRDefault="007B2329" w:rsidP="007B2329">
      <w:r>
        <w:t>628.5187</w:t>
      </w:r>
      <w:r>
        <w:tab/>
        <w:t>1.013e0</w:t>
      </w:r>
    </w:p>
    <w:p w:rsidR="007B2329" w:rsidRDefault="007B2329" w:rsidP="007B2329">
      <w:r>
        <w:lastRenderedPageBreak/>
        <w:t>628.5209</w:t>
      </w:r>
      <w:r>
        <w:tab/>
        <w:t>4.051e0</w:t>
      </w:r>
    </w:p>
    <w:p w:rsidR="007B2329" w:rsidRDefault="007B2329" w:rsidP="007B2329">
      <w:r>
        <w:t>628.5493</w:t>
      </w:r>
      <w:r>
        <w:tab/>
        <w:t>2.025e0</w:t>
      </w:r>
    </w:p>
    <w:p w:rsidR="007B2329" w:rsidRDefault="007B2329" w:rsidP="007B2329">
      <w:r>
        <w:t>628.5736</w:t>
      </w:r>
      <w:r>
        <w:tab/>
        <w:t>2.025e0</w:t>
      </w:r>
    </w:p>
    <w:p w:rsidR="007B2329" w:rsidRDefault="007B2329" w:rsidP="007B2329">
      <w:r>
        <w:t>628.6336</w:t>
      </w:r>
      <w:r>
        <w:tab/>
        <w:t>4.051e0</w:t>
      </w:r>
    </w:p>
    <w:p w:rsidR="007B2329" w:rsidRDefault="007B2329" w:rsidP="007B2329">
      <w:r>
        <w:t>628.6370</w:t>
      </w:r>
      <w:r>
        <w:tab/>
        <w:t>1.013e0</w:t>
      </w:r>
    </w:p>
    <w:p w:rsidR="007B2329" w:rsidRDefault="007B2329" w:rsidP="007B2329">
      <w:r>
        <w:t>628.6420</w:t>
      </w:r>
      <w:r>
        <w:tab/>
        <w:t>2.025e0</w:t>
      </w:r>
    </w:p>
    <w:p w:rsidR="007B2329" w:rsidRDefault="007B2329" w:rsidP="007B2329">
      <w:r>
        <w:t>628.6661</w:t>
      </w:r>
      <w:r>
        <w:tab/>
        <w:t>1.013e0</w:t>
      </w:r>
    </w:p>
    <w:p w:rsidR="007B2329" w:rsidRDefault="007B2329" w:rsidP="007B2329">
      <w:r>
        <w:t>628.6892</w:t>
      </w:r>
      <w:r>
        <w:tab/>
        <w:t>2.025e0</w:t>
      </w:r>
    </w:p>
    <w:p w:rsidR="007B2329" w:rsidRDefault="007B2329" w:rsidP="007B2329">
      <w:r>
        <w:t>628.7023</w:t>
      </w:r>
      <w:r>
        <w:tab/>
        <w:t>1.013e0</w:t>
      </w:r>
    </w:p>
    <w:p w:rsidR="007B2329" w:rsidRDefault="007B2329" w:rsidP="007B2329">
      <w:r>
        <w:t>628.7107</w:t>
      </w:r>
      <w:r>
        <w:tab/>
        <w:t>2.025e0</w:t>
      </w:r>
    </w:p>
    <w:p w:rsidR="007B2329" w:rsidRDefault="007B2329" w:rsidP="007B2329">
      <w:r>
        <w:t>628.7659</w:t>
      </w:r>
      <w:r>
        <w:tab/>
        <w:t>1.013e0</w:t>
      </w:r>
    </w:p>
    <w:p w:rsidR="007B2329" w:rsidRDefault="007B2329" w:rsidP="007B2329">
      <w:r>
        <w:t>628.7718</w:t>
      </w:r>
      <w:r>
        <w:tab/>
        <w:t>1.013e0</w:t>
      </w:r>
    </w:p>
    <w:p w:rsidR="007B2329" w:rsidRDefault="007B2329" w:rsidP="007B2329">
      <w:r>
        <w:t>628.7764</w:t>
      </w:r>
      <w:r>
        <w:tab/>
        <w:t>1.266e-2</w:t>
      </w:r>
    </w:p>
    <w:p w:rsidR="007B2329" w:rsidRDefault="007B2329" w:rsidP="007B2329">
      <w:r>
        <w:t>628.7982</w:t>
      </w:r>
      <w:r>
        <w:tab/>
        <w:t>4.051e0</w:t>
      </w:r>
    </w:p>
    <w:p w:rsidR="007B2329" w:rsidRDefault="007B2329" w:rsidP="007B2329">
      <w:r>
        <w:t>628.8321</w:t>
      </w:r>
      <w:r>
        <w:tab/>
        <w:t>3.038e0</w:t>
      </w:r>
    </w:p>
    <w:p w:rsidR="007B2329" w:rsidRDefault="007B2329" w:rsidP="007B2329">
      <w:r>
        <w:t>628.8427</w:t>
      </w:r>
      <w:r>
        <w:tab/>
        <w:t>1.013e0</w:t>
      </w:r>
    </w:p>
    <w:p w:rsidR="007B2329" w:rsidRDefault="007B2329" w:rsidP="007B2329">
      <w:r>
        <w:t>628.8842</w:t>
      </w:r>
      <w:r>
        <w:tab/>
        <w:t>1.013e0</w:t>
      </w:r>
    </w:p>
    <w:p w:rsidR="007B2329" w:rsidRDefault="007B2329" w:rsidP="007B2329">
      <w:r>
        <w:t>628.8912</w:t>
      </w:r>
      <w:r>
        <w:tab/>
        <w:t>3.038e0</w:t>
      </w:r>
    </w:p>
    <w:p w:rsidR="007B2329" w:rsidRDefault="007B2329" w:rsidP="007B2329">
      <w:r>
        <w:t>628.9119</w:t>
      </w:r>
      <w:r>
        <w:tab/>
        <w:t>1.013e0</w:t>
      </w:r>
    </w:p>
    <w:p w:rsidR="007B2329" w:rsidRDefault="007B2329" w:rsidP="007B2329">
      <w:r>
        <w:lastRenderedPageBreak/>
        <w:t>628.9139</w:t>
      </w:r>
      <w:r>
        <w:tab/>
        <w:t>3.038e0</w:t>
      </w:r>
    </w:p>
    <w:p w:rsidR="007B2329" w:rsidRDefault="007B2329" w:rsidP="007B2329">
      <w:r>
        <w:t>628.9219</w:t>
      </w:r>
      <w:r>
        <w:tab/>
        <w:t>2.025e0</w:t>
      </w:r>
    </w:p>
    <w:p w:rsidR="007B2329" w:rsidRDefault="007B2329" w:rsidP="007B2329">
      <w:r>
        <w:t>628.9268</w:t>
      </w:r>
      <w:r>
        <w:tab/>
        <w:t>2.025e0</w:t>
      </w:r>
    </w:p>
    <w:p w:rsidR="007B2329" w:rsidRDefault="007B2329" w:rsidP="007B2329">
      <w:r>
        <w:t>628.9377</w:t>
      </w:r>
      <w:r>
        <w:tab/>
        <w:t>1.013e0</w:t>
      </w:r>
    </w:p>
    <w:p w:rsidR="007B2329" w:rsidRDefault="007B2329" w:rsidP="007B2329">
      <w:r>
        <w:t>628.9678</w:t>
      </w:r>
      <w:r>
        <w:tab/>
        <w:t>3.038e0</w:t>
      </w:r>
    </w:p>
    <w:p w:rsidR="007B2329" w:rsidRDefault="007B2329" w:rsidP="007B2329">
      <w:r>
        <w:t>628.9946</w:t>
      </w:r>
      <w:r>
        <w:tab/>
        <w:t>2.025e0</w:t>
      </w:r>
    </w:p>
    <w:p w:rsidR="007B2329" w:rsidRDefault="007B2329" w:rsidP="007B2329">
      <w:r>
        <w:t>628.9995</w:t>
      </w:r>
      <w:r>
        <w:tab/>
        <w:t>1.013e0</w:t>
      </w:r>
    </w:p>
    <w:p w:rsidR="007B2329" w:rsidRDefault="007B2329" w:rsidP="007B2329">
      <w:r>
        <w:t>629.0135</w:t>
      </w:r>
      <w:r>
        <w:tab/>
        <w:t>2.025e0</w:t>
      </w:r>
    </w:p>
    <w:p w:rsidR="007B2329" w:rsidRDefault="007B2329" w:rsidP="007B2329">
      <w:r>
        <w:t>629.0151</w:t>
      </w:r>
      <w:r>
        <w:tab/>
        <w:t>3.038e0</w:t>
      </w:r>
    </w:p>
    <w:p w:rsidR="007B2329" w:rsidRDefault="007B2329" w:rsidP="007B2329">
      <w:r>
        <w:t>629.0175</w:t>
      </w:r>
      <w:r>
        <w:tab/>
        <w:t>2.025e0</w:t>
      </w:r>
    </w:p>
    <w:p w:rsidR="007B2329" w:rsidRDefault="007B2329" w:rsidP="007B2329">
      <w:r>
        <w:t>629.0709</w:t>
      </w:r>
      <w:r>
        <w:tab/>
        <w:t>2.038e0</w:t>
      </w:r>
    </w:p>
    <w:p w:rsidR="007B2329" w:rsidRDefault="007B2329" w:rsidP="007B2329">
      <w:r>
        <w:t>629.0781</w:t>
      </w:r>
      <w:r>
        <w:tab/>
        <w:t>8.101e0</w:t>
      </w:r>
    </w:p>
    <w:p w:rsidR="007B2329" w:rsidRDefault="007B2329" w:rsidP="007B2329">
      <w:r>
        <w:t>629.0883</w:t>
      </w:r>
      <w:r>
        <w:tab/>
        <w:t>2.037e0</w:t>
      </w:r>
    </w:p>
    <w:p w:rsidR="007B2329" w:rsidRDefault="007B2329" w:rsidP="007B2329">
      <w:r>
        <w:t>629.0904</w:t>
      </w:r>
      <w:r>
        <w:tab/>
        <w:t>1.115e1</w:t>
      </w:r>
    </w:p>
    <w:p w:rsidR="007B2329" w:rsidRDefault="007B2329" w:rsidP="007B2329">
      <w:r>
        <w:t>629.0928</w:t>
      </w:r>
      <w:r>
        <w:tab/>
        <w:t>2.051e0</w:t>
      </w:r>
    </w:p>
    <w:p w:rsidR="007B2329" w:rsidRDefault="007B2329" w:rsidP="007B2329">
      <w:r>
        <w:t>629.0970</w:t>
      </w:r>
      <w:r>
        <w:tab/>
        <w:t>5.063e0</w:t>
      </w:r>
    </w:p>
    <w:p w:rsidR="007B2329" w:rsidRDefault="007B2329" w:rsidP="007B2329">
      <w:r>
        <w:t>629.1002</w:t>
      </w:r>
      <w:r>
        <w:tab/>
        <w:t>9.114e0</w:t>
      </w:r>
    </w:p>
    <w:p w:rsidR="007B2329" w:rsidRDefault="007B2329" w:rsidP="007B2329">
      <w:r>
        <w:t>629.1096</w:t>
      </w:r>
      <w:r>
        <w:tab/>
        <w:t>1.013e0</w:t>
      </w:r>
    </w:p>
    <w:p w:rsidR="007B2329" w:rsidRDefault="007B2329" w:rsidP="007B2329">
      <w:r>
        <w:t>629.1422</w:t>
      </w:r>
      <w:r>
        <w:tab/>
        <w:t>1.013e0</w:t>
      </w:r>
    </w:p>
    <w:p w:rsidR="007B2329" w:rsidRDefault="007B2329" w:rsidP="007B2329">
      <w:r>
        <w:lastRenderedPageBreak/>
        <w:t>629.1580</w:t>
      </w:r>
      <w:r>
        <w:tab/>
        <w:t>2.025e0</w:t>
      </w:r>
    </w:p>
    <w:p w:rsidR="007B2329" w:rsidRDefault="007B2329" w:rsidP="007B2329">
      <w:r>
        <w:t>629.1788</w:t>
      </w:r>
      <w:r>
        <w:tab/>
        <w:t>2.025e0</w:t>
      </w:r>
    </w:p>
    <w:p w:rsidR="007B2329" w:rsidRDefault="007B2329" w:rsidP="007B2329">
      <w:r>
        <w:t>629.2026</w:t>
      </w:r>
      <w:r>
        <w:tab/>
        <w:t>2.025e0</w:t>
      </w:r>
    </w:p>
    <w:p w:rsidR="007B2329" w:rsidRDefault="007B2329" w:rsidP="007B2329">
      <w:r>
        <w:t>629.2326</w:t>
      </w:r>
      <w:r>
        <w:tab/>
        <w:t>3.051e0</w:t>
      </w:r>
    </w:p>
    <w:p w:rsidR="007B2329" w:rsidRDefault="007B2329" w:rsidP="007B2329">
      <w:r>
        <w:t>629.2589</w:t>
      </w:r>
      <w:r>
        <w:tab/>
        <w:t>2.239e0</w:t>
      </w:r>
    </w:p>
    <w:p w:rsidR="007B2329" w:rsidRDefault="007B2329" w:rsidP="007B2329">
      <w:r>
        <w:t>629.2638</w:t>
      </w:r>
      <w:r>
        <w:tab/>
        <w:t>1.013e0</w:t>
      </w:r>
    </w:p>
    <w:p w:rsidR="007B2329" w:rsidRDefault="007B2329" w:rsidP="007B2329">
      <w:r>
        <w:t>629.2878</w:t>
      </w:r>
      <w:r>
        <w:tab/>
        <w:t>3.736e0</w:t>
      </w:r>
    </w:p>
    <w:p w:rsidR="007B2329" w:rsidRDefault="007B2329" w:rsidP="007B2329">
      <w:r>
        <w:t>629.2989</w:t>
      </w:r>
      <w:r>
        <w:tab/>
        <w:t>2.025e0</w:t>
      </w:r>
    </w:p>
    <w:p w:rsidR="007B2329" w:rsidRDefault="007B2329" w:rsidP="007B2329">
      <w:r>
        <w:t>629.3365</w:t>
      </w:r>
      <w:r>
        <w:tab/>
        <w:t>4.686e0</w:t>
      </w:r>
    </w:p>
    <w:p w:rsidR="007B2329" w:rsidRDefault="007B2329" w:rsidP="007B2329">
      <w:r>
        <w:t>629.3376</w:t>
      </w:r>
      <w:r>
        <w:tab/>
        <w:t>9.205e0</w:t>
      </w:r>
    </w:p>
    <w:p w:rsidR="007B2329" w:rsidRDefault="007B2329" w:rsidP="007B2329">
      <w:r>
        <w:t>629.3393</w:t>
      </w:r>
      <w:r>
        <w:tab/>
        <w:t>4.051e0</w:t>
      </w:r>
    </w:p>
    <w:p w:rsidR="007B2329" w:rsidRDefault="007B2329" w:rsidP="007B2329">
      <w:r>
        <w:t>629.3425</w:t>
      </w:r>
      <w:r>
        <w:tab/>
        <w:t>8.503e0</w:t>
      </w:r>
    </w:p>
    <w:p w:rsidR="007B2329" w:rsidRDefault="007B2329" w:rsidP="007B2329">
      <w:r>
        <w:t>629.3475</w:t>
      </w:r>
      <w:r>
        <w:tab/>
        <w:t>1.332e1</w:t>
      </w:r>
    </w:p>
    <w:p w:rsidR="007B2329" w:rsidRDefault="007B2329" w:rsidP="007B2329">
      <w:r>
        <w:t>629.3509</w:t>
      </w:r>
      <w:r>
        <w:tab/>
        <w:t>3.941e0</w:t>
      </w:r>
    </w:p>
    <w:p w:rsidR="007B2329" w:rsidRDefault="007B2329" w:rsidP="007B2329">
      <w:r>
        <w:t>629.3742</w:t>
      </w:r>
      <w:r>
        <w:tab/>
        <w:t>3.404e0</w:t>
      </w:r>
    </w:p>
    <w:p w:rsidR="007B2329" w:rsidRDefault="007B2329" w:rsidP="007B2329">
      <w:r>
        <w:t>629.3950</w:t>
      </w:r>
      <w:r>
        <w:tab/>
        <w:t>4.930e0</w:t>
      </w:r>
    </w:p>
    <w:p w:rsidR="007B2329" w:rsidRDefault="007B2329" w:rsidP="007B2329">
      <w:r>
        <w:t>629.4407</w:t>
      </w:r>
      <w:r>
        <w:tab/>
        <w:t>3.814e0</w:t>
      </w:r>
    </w:p>
    <w:p w:rsidR="007B2329" w:rsidRDefault="007B2329" w:rsidP="007B2329">
      <w:r>
        <w:t>629.4420</w:t>
      </w:r>
      <w:r>
        <w:tab/>
        <w:t>2.024e0</w:t>
      </w:r>
    </w:p>
    <w:p w:rsidR="007B2329" w:rsidRDefault="007B2329" w:rsidP="007B2329">
      <w:r>
        <w:t>629.4598</w:t>
      </w:r>
      <w:r>
        <w:tab/>
        <w:t>3.038e0</w:t>
      </w:r>
    </w:p>
    <w:p w:rsidR="007B2329" w:rsidRDefault="007B2329" w:rsidP="007B2329">
      <w:r>
        <w:lastRenderedPageBreak/>
        <w:t>629.4763</w:t>
      </w:r>
      <w:r>
        <w:tab/>
        <w:t>3.038e0</w:t>
      </w:r>
    </w:p>
    <w:p w:rsidR="007B2329" w:rsidRDefault="007B2329" w:rsidP="007B2329">
      <w:r>
        <w:t>629.4869</w:t>
      </w:r>
      <w:r>
        <w:tab/>
        <w:t>2.025e0</w:t>
      </w:r>
    </w:p>
    <w:p w:rsidR="007B2329" w:rsidRDefault="007B2329" w:rsidP="007B2329">
      <w:r>
        <w:t>629.4913</w:t>
      </w:r>
      <w:r>
        <w:tab/>
        <w:t>4.399e0</w:t>
      </w:r>
    </w:p>
    <w:p w:rsidR="007B2329" w:rsidRDefault="007B2329" w:rsidP="007B2329">
      <w:r>
        <w:t>629.4970</w:t>
      </w:r>
      <w:r>
        <w:tab/>
        <w:t>1.013e0</w:t>
      </w:r>
    </w:p>
    <w:p w:rsidR="007B2329" w:rsidRDefault="007B2329" w:rsidP="007B2329">
      <w:r>
        <w:t>629.5088</w:t>
      </w:r>
      <w:r>
        <w:tab/>
        <w:t>3.038e0</w:t>
      </w:r>
    </w:p>
    <w:p w:rsidR="007B2329" w:rsidRDefault="007B2329" w:rsidP="007B2329">
      <w:r>
        <w:t>629.5124</w:t>
      </w:r>
      <w:r>
        <w:tab/>
        <w:t>2.532e-2</w:t>
      </w:r>
    </w:p>
    <w:p w:rsidR="007B2329" w:rsidRDefault="007B2329" w:rsidP="007B2329">
      <w:r>
        <w:t>629.5291</w:t>
      </w:r>
      <w:r>
        <w:tab/>
        <w:t>1.013e0</w:t>
      </w:r>
    </w:p>
    <w:p w:rsidR="007B2329" w:rsidRDefault="007B2329" w:rsidP="007B2329">
      <w:r>
        <w:t>629.5533</w:t>
      </w:r>
      <w:r>
        <w:tab/>
        <w:t>2.025e0</w:t>
      </w:r>
    </w:p>
    <w:p w:rsidR="007B2329" w:rsidRDefault="007B2329" w:rsidP="007B2329">
      <w:r>
        <w:t>629.5641</w:t>
      </w:r>
      <w:r>
        <w:tab/>
        <w:t>4.051e0</w:t>
      </w:r>
    </w:p>
    <w:p w:rsidR="007B2329" w:rsidRDefault="007B2329" w:rsidP="007B2329">
      <w:r>
        <w:t>629.5939</w:t>
      </w:r>
      <w:r>
        <w:tab/>
        <w:t>2.025e0</w:t>
      </w:r>
    </w:p>
    <w:p w:rsidR="007B2329" w:rsidRDefault="007B2329" w:rsidP="007B2329">
      <w:r>
        <w:t>629.6137</w:t>
      </w:r>
      <w:r>
        <w:tab/>
        <w:t>1.013e0</w:t>
      </w:r>
    </w:p>
    <w:p w:rsidR="007B2329" w:rsidRDefault="007B2329" w:rsidP="007B2329">
      <w:r>
        <w:t>629.6150</w:t>
      </w:r>
      <w:r>
        <w:tab/>
        <w:t>1.013e0</w:t>
      </w:r>
    </w:p>
    <w:p w:rsidR="007B2329" w:rsidRDefault="007B2329" w:rsidP="007B2329">
      <w:r>
        <w:t>629.6261</w:t>
      </w:r>
      <w:r>
        <w:tab/>
        <w:t>1.013e0</w:t>
      </w:r>
    </w:p>
    <w:p w:rsidR="007B2329" w:rsidRDefault="007B2329" w:rsidP="007B2329">
      <w:r>
        <w:t>629.6318</w:t>
      </w:r>
      <w:r>
        <w:tab/>
        <w:t>1.013e0</w:t>
      </w:r>
    </w:p>
    <w:p w:rsidR="007B2329" w:rsidRDefault="007B2329" w:rsidP="007B2329">
      <w:r>
        <w:t>629.6500</w:t>
      </w:r>
      <w:r>
        <w:tab/>
        <w:t>1.013e0</w:t>
      </w:r>
    </w:p>
    <w:p w:rsidR="007B2329" w:rsidRDefault="007B2329" w:rsidP="007B2329">
      <w:r>
        <w:t>629.6580</w:t>
      </w:r>
      <w:r>
        <w:tab/>
        <w:t>1.013e0</w:t>
      </w:r>
    </w:p>
    <w:p w:rsidR="007B2329" w:rsidRDefault="007B2329" w:rsidP="007B2329">
      <w:r>
        <w:t>629.6632</w:t>
      </w:r>
      <w:r>
        <w:tab/>
        <w:t>2.025e0</w:t>
      </w:r>
    </w:p>
    <w:p w:rsidR="007B2329" w:rsidRDefault="007B2329" w:rsidP="007B2329">
      <w:r>
        <w:t>629.6688</w:t>
      </w:r>
      <w:r>
        <w:tab/>
        <w:t>1.013e0</w:t>
      </w:r>
    </w:p>
    <w:p w:rsidR="007B2329" w:rsidRDefault="007B2329" w:rsidP="007B2329">
      <w:r>
        <w:t>629.6981</w:t>
      </w:r>
      <w:r>
        <w:tab/>
        <w:t>3.038e0</w:t>
      </w:r>
    </w:p>
    <w:p w:rsidR="007B2329" w:rsidRDefault="007B2329" w:rsidP="007B2329">
      <w:r>
        <w:lastRenderedPageBreak/>
        <w:t>629.7010</w:t>
      </w:r>
      <w:r>
        <w:tab/>
        <w:t>1.013e0</w:t>
      </w:r>
    </w:p>
    <w:p w:rsidR="007B2329" w:rsidRDefault="007B2329" w:rsidP="007B2329">
      <w:r>
        <w:t>629.7335</w:t>
      </w:r>
      <w:r>
        <w:tab/>
        <w:t>1.013e0</w:t>
      </w:r>
    </w:p>
    <w:p w:rsidR="007B2329" w:rsidRDefault="007B2329" w:rsidP="007B2329">
      <w:r>
        <w:t>629.7657</w:t>
      </w:r>
      <w:r>
        <w:tab/>
        <w:t>1.013e0</w:t>
      </w:r>
    </w:p>
    <w:p w:rsidR="007B2329" w:rsidRDefault="007B2329" w:rsidP="007B2329">
      <w:r>
        <w:t>629.7695</w:t>
      </w:r>
      <w:r>
        <w:tab/>
        <w:t>4.051e0</w:t>
      </w:r>
    </w:p>
    <w:p w:rsidR="007B2329" w:rsidRDefault="007B2329" w:rsidP="007B2329">
      <w:r>
        <w:t>629.7722</w:t>
      </w:r>
      <w:r>
        <w:tab/>
        <w:t>1.013e0</w:t>
      </w:r>
    </w:p>
    <w:p w:rsidR="007B2329" w:rsidRDefault="007B2329" w:rsidP="007B2329">
      <w:r>
        <w:t>629.8250</w:t>
      </w:r>
      <w:r>
        <w:tab/>
        <w:t>1.013e0</w:t>
      </w:r>
    </w:p>
    <w:p w:rsidR="007B2329" w:rsidRDefault="007B2329" w:rsidP="007B2329">
      <w:r>
        <w:t>629.8303</w:t>
      </w:r>
      <w:r>
        <w:tab/>
        <w:t>1.013e0</w:t>
      </w:r>
    </w:p>
    <w:p w:rsidR="007B2329" w:rsidRDefault="007B2329" w:rsidP="007B2329">
      <w:r>
        <w:t>629.8348</w:t>
      </w:r>
      <w:r>
        <w:tab/>
        <w:t>1.025e0</w:t>
      </w:r>
    </w:p>
    <w:p w:rsidR="007B2329" w:rsidRDefault="007B2329" w:rsidP="007B2329">
      <w:r>
        <w:t>629.8411</w:t>
      </w:r>
      <w:r>
        <w:tab/>
        <w:t>1.013e0</w:t>
      </w:r>
    </w:p>
    <w:p w:rsidR="007B2329" w:rsidRDefault="007B2329" w:rsidP="007B2329">
      <w:r>
        <w:t>629.8467</w:t>
      </w:r>
      <w:r>
        <w:tab/>
        <w:t>2.025e0</w:t>
      </w:r>
    </w:p>
    <w:p w:rsidR="007B2329" w:rsidRDefault="007B2329" w:rsidP="007B2329">
      <w:r>
        <w:t>629.8734</w:t>
      </w:r>
      <w:r>
        <w:tab/>
        <w:t>1.013e0</w:t>
      </w:r>
    </w:p>
    <w:p w:rsidR="007B2329" w:rsidRDefault="007B2329" w:rsidP="007B2329">
      <w:r>
        <w:t>629.9270</w:t>
      </w:r>
      <w:r>
        <w:tab/>
        <w:t>1.013e0</w:t>
      </w:r>
    </w:p>
    <w:p w:rsidR="007B2329" w:rsidRDefault="007B2329" w:rsidP="007B2329">
      <w:r>
        <w:t>629.9485</w:t>
      </w:r>
      <w:r>
        <w:tab/>
        <w:t>3.038e0</w:t>
      </w:r>
    </w:p>
    <w:p w:rsidR="007B2329" w:rsidRDefault="007B2329" w:rsidP="007B2329">
      <w:r>
        <w:t>629.9580</w:t>
      </w:r>
      <w:r>
        <w:tab/>
        <w:t>5.063e0</w:t>
      </w:r>
    </w:p>
    <w:p w:rsidR="007B2329" w:rsidRDefault="007B2329" w:rsidP="007B2329">
      <w:r>
        <w:t>629.9595</w:t>
      </w:r>
      <w:r>
        <w:tab/>
        <w:t>1.013e0</w:t>
      </w:r>
    </w:p>
    <w:p w:rsidR="007B2329" w:rsidRDefault="007B2329" w:rsidP="007B2329">
      <w:r>
        <w:t>629.9836</w:t>
      </w:r>
      <w:r>
        <w:tab/>
        <w:t>1.013e0</w:t>
      </w:r>
    </w:p>
    <w:p w:rsidR="007B2329" w:rsidRDefault="007B2329" w:rsidP="007B2329">
      <w:r>
        <w:t>629.9899</w:t>
      </w:r>
      <w:r>
        <w:tab/>
        <w:t>2.025e0</w:t>
      </w:r>
    </w:p>
    <w:p w:rsidR="007B2329" w:rsidRDefault="007B2329" w:rsidP="007B2329">
      <w:r>
        <w:t>630.0123</w:t>
      </w:r>
      <w:r>
        <w:tab/>
        <w:t>3.038e0</w:t>
      </w:r>
    </w:p>
    <w:p w:rsidR="007B2329" w:rsidRDefault="007B2329" w:rsidP="007B2329">
      <w:r>
        <w:t>630.0187</w:t>
      </w:r>
      <w:r>
        <w:tab/>
        <w:t>3.423e0</w:t>
      </w:r>
    </w:p>
    <w:p w:rsidR="007B2329" w:rsidRDefault="007B2329" w:rsidP="007B2329">
      <w:r>
        <w:lastRenderedPageBreak/>
        <w:t>630.0348</w:t>
      </w:r>
      <w:r>
        <w:tab/>
        <w:t>2.025e0</w:t>
      </w:r>
    </w:p>
    <w:p w:rsidR="007B2329" w:rsidRDefault="007B2329" w:rsidP="007B2329">
      <w:r>
        <w:t>630.0490</w:t>
      </w:r>
      <w:r>
        <w:tab/>
        <w:t>3.038e0</w:t>
      </w:r>
    </w:p>
    <w:p w:rsidR="007B2329" w:rsidRDefault="007B2329" w:rsidP="007B2329">
      <w:r>
        <w:t>630.0536</w:t>
      </w:r>
      <w:r>
        <w:tab/>
        <w:t>3.038e0</w:t>
      </w:r>
    </w:p>
    <w:p w:rsidR="007B2329" w:rsidRDefault="007B2329" w:rsidP="007B2329">
      <w:r>
        <w:t>630.0671</w:t>
      </w:r>
      <w:r>
        <w:tab/>
        <w:t>2.025e0</w:t>
      </w:r>
    </w:p>
    <w:p w:rsidR="007B2329" w:rsidRDefault="007B2329" w:rsidP="007B2329">
      <w:r>
        <w:t>630.0884</w:t>
      </w:r>
      <w:r>
        <w:tab/>
        <w:t>5.063e0</w:t>
      </w:r>
    </w:p>
    <w:p w:rsidR="007B2329" w:rsidRDefault="007B2329" w:rsidP="007B2329">
      <w:r>
        <w:t>630.0922</w:t>
      </w:r>
      <w:r>
        <w:tab/>
        <w:t>3.051e0</w:t>
      </w:r>
    </w:p>
    <w:p w:rsidR="007B2329" w:rsidRDefault="007B2329" w:rsidP="007B2329">
      <w:r>
        <w:t>630.0979</w:t>
      </w:r>
      <w:r>
        <w:tab/>
        <w:t>3.063e0</w:t>
      </w:r>
    </w:p>
    <w:p w:rsidR="007B2329" w:rsidRDefault="007B2329" w:rsidP="007B2329">
      <w:r>
        <w:t>630.1027</w:t>
      </w:r>
      <w:r>
        <w:tab/>
        <w:t>5.063e0</w:t>
      </w:r>
    </w:p>
    <w:p w:rsidR="007B2329" w:rsidRDefault="007B2329" w:rsidP="007B2329">
      <w:r>
        <w:t>630.1239</w:t>
      </w:r>
      <w:r>
        <w:tab/>
        <w:t>1.013e0</w:t>
      </w:r>
    </w:p>
    <w:p w:rsidR="007B2329" w:rsidRDefault="007B2329" w:rsidP="007B2329">
      <w:r>
        <w:t>630.1265</w:t>
      </w:r>
      <w:r>
        <w:tab/>
        <w:t>2.025e0</w:t>
      </w:r>
    </w:p>
    <w:p w:rsidR="007B2329" w:rsidRDefault="007B2329" w:rsidP="007B2329">
      <w:r>
        <w:t>630.1315</w:t>
      </w:r>
      <w:r>
        <w:tab/>
        <w:t>1.013e0</w:t>
      </w:r>
    </w:p>
    <w:p w:rsidR="007B2329" w:rsidRDefault="007B2329" w:rsidP="007B2329">
      <w:r>
        <w:t>630.1582</w:t>
      </w:r>
      <w:r>
        <w:tab/>
        <w:t>2.025e0</w:t>
      </w:r>
    </w:p>
    <w:p w:rsidR="007B2329" w:rsidRDefault="007B2329" w:rsidP="007B2329">
      <w:r>
        <w:t>630.1747</w:t>
      </w:r>
      <w:r>
        <w:tab/>
        <w:t>1.013e0</w:t>
      </w:r>
    </w:p>
    <w:p w:rsidR="007B2329" w:rsidRDefault="007B2329" w:rsidP="007B2329">
      <w:r>
        <w:t>630.2105</w:t>
      </w:r>
      <w:r>
        <w:tab/>
        <w:t>2.847e0</w:t>
      </w:r>
    </w:p>
    <w:p w:rsidR="007B2329" w:rsidRDefault="007B2329" w:rsidP="007B2329">
      <w:r>
        <w:t>630.2328</w:t>
      </w:r>
      <w:r>
        <w:tab/>
        <w:t>5.076e0</w:t>
      </w:r>
    </w:p>
    <w:p w:rsidR="007B2329" w:rsidRDefault="007B2329" w:rsidP="007B2329">
      <w:r>
        <w:t>630.2415</w:t>
      </w:r>
      <w:r>
        <w:tab/>
        <w:t>2.025e0</w:t>
      </w:r>
    </w:p>
    <w:p w:rsidR="007B2329" w:rsidRDefault="007B2329" w:rsidP="007B2329">
      <w:r>
        <w:t>630.2538</w:t>
      </w:r>
      <w:r>
        <w:tab/>
        <w:t>4.557e0</w:t>
      </w:r>
    </w:p>
    <w:p w:rsidR="007B2329" w:rsidRDefault="007B2329" w:rsidP="007B2329">
      <w:r>
        <w:t>630.2668</w:t>
      </w:r>
      <w:r>
        <w:tab/>
        <w:t>3.544e0</w:t>
      </w:r>
    </w:p>
    <w:p w:rsidR="007B2329" w:rsidRDefault="007B2329" w:rsidP="007B2329">
      <w:r>
        <w:t>630.3038</w:t>
      </w:r>
      <w:r>
        <w:tab/>
        <w:t>3.849e0</w:t>
      </w:r>
    </w:p>
    <w:p w:rsidR="007B2329" w:rsidRDefault="007B2329" w:rsidP="007B2329">
      <w:r>
        <w:lastRenderedPageBreak/>
        <w:t>630.3147</w:t>
      </w:r>
      <w:r>
        <w:tab/>
        <w:t>9.887e-2</w:t>
      </w:r>
    </w:p>
    <w:p w:rsidR="007B2329" w:rsidRDefault="007B2329" w:rsidP="007B2329">
      <w:r>
        <w:t>630.3198</w:t>
      </w:r>
      <w:r>
        <w:tab/>
        <w:t>5.043e0</w:t>
      </w:r>
    </w:p>
    <w:p w:rsidR="007B2329" w:rsidRDefault="007B2329" w:rsidP="007B2329">
      <w:r>
        <w:t>630.4116</w:t>
      </w:r>
      <w:r>
        <w:tab/>
        <w:t>1.013e0</w:t>
      </w:r>
    </w:p>
    <w:p w:rsidR="007B2329" w:rsidRDefault="007B2329" w:rsidP="007B2329">
      <w:r>
        <w:t>630.4146</w:t>
      </w:r>
      <w:r>
        <w:tab/>
        <w:t>1.427e0</w:t>
      </w:r>
    </w:p>
    <w:p w:rsidR="007B2329" w:rsidRDefault="007B2329" w:rsidP="007B2329">
      <w:r>
        <w:t>630.4159</w:t>
      </w:r>
      <w:r>
        <w:tab/>
        <w:t>7.952e0</w:t>
      </w:r>
    </w:p>
    <w:p w:rsidR="007B2329" w:rsidRDefault="007B2329" w:rsidP="007B2329">
      <w:r>
        <w:t>630.4171</w:t>
      </w:r>
      <w:r>
        <w:tab/>
        <w:t>2.021e0</w:t>
      </w:r>
    </w:p>
    <w:p w:rsidR="007B2329" w:rsidRDefault="007B2329" w:rsidP="007B2329">
      <w:r>
        <w:t>630.4273</w:t>
      </w:r>
      <w:r>
        <w:tab/>
        <w:t>4.359e0</w:t>
      </w:r>
    </w:p>
    <w:p w:rsidR="007B2329" w:rsidRDefault="007B2329" w:rsidP="007B2329">
      <w:r>
        <w:t>630.4500</w:t>
      </w:r>
      <w:r>
        <w:tab/>
        <w:t>4.051e0</w:t>
      </w:r>
    </w:p>
    <w:p w:rsidR="007B2329" w:rsidRDefault="007B2329" w:rsidP="007B2329">
      <w:r>
        <w:t>630.4547</w:t>
      </w:r>
      <w:r>
        <w:tab/>
        <w:t>2.025e0</w:t>
      </w:r>
    </w:p>
    <w:p w:rsidR="007B2329" w:rsidRDefault="007B2329" w:rsidP="007B2329">
      <w:r>
        <w:t>630.4561</w:t>
      </w:r>
      <w:r>
        <w:tab/>
        <w:t>2.025e0</w:t>
      </w:r>
    </w:p>
    <w:p w:rsidR="007B2329" w:rsidRDefault="007B2329" w:rsidP="007B2329">
      <w:r>
        <w:t>630.4974</w:t>
      </w:r>
      <w:r>
        <w:tab/>
        <w:t>3.038e0</w:t>
      </w:r>
    </w:p>
    <w:p w:rsidR="007B2329" w:rsidRDefault="007B2329" w:rsidP="007B2329">
      <w:r>
        <w:t>630.5271</w:t>
      </w:r>
      <w:r>
        <w:tab/>
        <w:t>2.025e0</w:t>
      </w:r>
    </w:p>
    <w:p w:rsidR="007B2329" w:rsidRDefault="007B2329" w:rsidP="007B2329">
      <w:r>
        <w:t>630.5300</w:t>
      </w:r>
      <w:r>
        <w:tab/>
        <w:t>1.013e0</w:t>
      </w:r>
    </w:p>
    <w:p w:rsidR="007B2329" w:rsidRDefault="007B2329" w:rsidP="007B2329">
      <w:r>
        <w:t>630.5376</w:t>
      </w:r>
      <w:r>
        <w:tab/>
        <w:t>2.025e0</w:t>
      </w:r>
    </w:p>
    <w:p w:rsidR="007B2329" w:rsidRDefault="007B2329" w:rsidP="007B2329">
      <w:r>
        <w:t>630.5608</w:t>
      </w:r>
      <w:r>
        <w:tab/>
        <w:t>2.025e0</w:t>
      </w:r>
    </w:p>
    <w:p w:rsidR="007B2329" w:rsidRDefault="007B2329" w:rsidP="007B2329">
      <w:r>
        <w:t>630.5667</w:t>
      </w:r>
      <w:r>
        <w:tab/>
        <w:t>3.038e0</w:t>
      </w:r>
    </w:p>
    <w:p w:rsidR="007B2329" w:rsidRDefault="007B2329" w:rsidP="007B2329">
      <w:r>
        <w:t>630.6459</w:t>
      </w:r>
      <w:r>
        <w:tab/>
        <w:t>3.038e0</w:t>
      </w:r>
    </w:p>
    <w:p w:rsidR="007B2329" w:rsidRDefault="007B2329" w:rsidP="007B2329">
      <w:r>
        <w:t>630.6486</w:t>
      </w:r>
      <w:r>
        <w:tab/>
        <w:t>1.013e0</w:t>
      </w:r>
    </w:p>
    <w:p w:rsidR="007B2329" w:rsidRDefault="007B2329" w:rsidP="007B2329">
      <w:r>
        <w:t>630.6665</w:t>
      </w:r>
      <w:r>
        <w:tab/>
        <w:t>1.013e0</w:t>
      </w:r>
    </w:p>
    <w:p w:rsidR="007B2329" w:rsidRDefault="007B2329" w:rsidP="007B2329">
      <w:r>
        <w:lastRenderedPageBreak/>
        <w:t>630.6809</w:t>
      </w:r>
      <w:r>
        <w:tab/>
        <w:t>1.013e0</w:t>
      </w:r>
    </w:p>
    <w:p w:rsidR="007B2329" w:rsidRDefault="007B2329" w:rsidP="007B2329">
      <w:r>
        <w:t>630.6849</w:t>
      </w:r>
      <w:r>
        <w:tab/>
        <w:t>1.013e0</w:t>
      </w:r>
    </w:p>
    <w:p w:rsidR="007B2329" w:rsidRDefault="007B2329" w:rsidP="007B2329">
      <w:r>
        <w:t>630.7131</w:t>
      </w:r>
      <w:r>
        <w:tab/>
        <w:t>1.013e0</w:t>
      </w:r>
    </w:p>
    <w:p w:rsidR="007B2329" w:rsidRDefault="007B2329" w:rsidP="007B2329">
      <w:r>
        <w:t>630.7296</w:t>
      </w:r>
      <w:r>
        <w:tab/>
        <w:t>2.025e0</w:t>
      </w:r>
    </w:p>
    <w:p w:rsidR="007B2329" w:rsidRDefault="007B2329" w:rsidP="007B2329">
      <w:r>
        <w:t>630.7506</w:t>
      </w:r>
      <w:r>
        <w:tab/>
        <w:t>2.025e0</w:t>
      </w:r>
    </w:p>
    <w:p w:rsidR="007B2329" w:rsidRDefault="007B2329" w:rsidP="007B2329">
      <w:r>
        <w:t>630.7887</w:t>
      </w:r>
      <w:r>
        <w:tab/>
        <w:t>1.013e0</w:t>
      </w:r>
    </w:p>
    <w:p w:rsidR="007B2329" w:rsidRDefault="007B2329" w:rsidP="007B2329">
      <w:r>
        <w:t>630.8138</w:t>
      </w:r>
      <w:r>
        <w:tab/>
        <w:t>7.192e0</w:t>
      </w:r>
    </w:p>
    <w:p w:rsidR="007B2329" w:rsidRDefault="007B2329" w:rsidP="007B2329">
      <w:r>
        <w:t>630.8210</w:t>
      </w:r>
      <w:r>
        <w:tab/>
        <w:t>1.013e0</w:t>
      </w:r>
    </w:p>
    <w:p w:rsidR="007B2329" w:rsidRDefault="007B2329" w:rsidP="007B2329">
      <w:r>
        <w:t>630.8354</w:t>
      </w:r>
      <w:r>
        <w:tab/>
        <w:t>6.076e0</w:t>
      </w:r>
    </w:p>
    <w:p w:rsidR="007B2329" w:rsidRDefault="007B2329" w:rsidP="007B2329">
      <w:r>
        <w:t>630.8640</w:t>
      </w:r>
      <w:r>
        <w:tab/>
        <w:t>1.013e0</w:t>
      </w:r>
    </w:p>
    <w:p w:rsidR="007B2329" w:rsidRDefault="007B2329" w:rsidP="007B2329">
      <w:r>
        <w:t>630.9072</w:t>
      </w:r>
      <w:r>
        <w:tab/>
        <w:t>1.013e0</w:t>
      </w:r>
    </w:p>
    <w:p w:rsidR="007B2329" w:rsidRDefault="007B2329" w:rsidP="007B2329">
      <w:r>
        <w:t>630.9178</w:t>
      </w:r>
      <w:r>
        <w:tab/>
        <w:t>1.013e0</w:t>
      </w:r>
    </w:p>
    <w:p w:rsidR="007B2329" w:rsidRDefault="007B2329" w:rsidP="007B2329">
      <w:r>
        <w:t>630.9717</w:t>
      </w:r>
      <w:r>
        <w:tab/>
        <w:t>1.013e0</w:t>
      </w:r>
    </w:p>
    <w:p w:rsidR="007B2329" w:rsidRDefault="007B2329" w:rsidP="007B2329">
      <w:r>
        <w:t>630.9741</w:t>
      </w:r>
      <w:r>
        <w:tab/>
        <w:t>4.051e0</w:t>
      </w:r>
    </w:p>
    <w:p w:rsidR="007B2329" w:rsidRDefault="007B2329" w:rsidP="007B2329">
      <w:r>
        <w:t>630.9813</w:t>
      </w:r>
      <w:r>
        <w:tab/>
        <w:t>2.025e0</w:t>
      </w:r>
    </w:p>
    <w:p w:rsidR="007B2329" w:rsidRDefault="007B2329" w:rsidP="007B2329">
      <w:r>
        <w:t>630.9825</w:t>
      </w:r>
      <w:r>
        <w:tab/>
        <w:t>2.025e0</w:t>
      </w:r>
    </w:p>
    <w:p w:rsidR="007B2329" w:rsidRDefault="007B2329" w:rsidP="007B2329">
      <w:r>
        <w:t>631.0364</w:t>
      </w:r>
      <w:r>
        <w:tab/>
        <w:t>1.013e0</w:t>
      </w:r>
    </w:p>
    <w:p w:rsidR="007B2329" w:rsidRDefault="007B2329" w:rsidP="007B2329">
      <w:r>
        <w:t>631.0427</w:t>
      </w:r>
      <w:r>
        <w:tab/>
        <w:t>2.025e0</w:t>
      </w:r>
    </w:p>
    <w:p w:rsidR="007B2329" w:rsidRDefault="007B2329" w:rsidP="007B2329">
      <w:r>
        <w:t>631.0575</w:t>
      </w:r>
      <w:r>
        <w:tab/>
        <w:t>3.038e0</w:t>
      </w:r>
    </w:p>
    <w:p w:rsidR="007B2329" w:rsidRDefault="007B2329" w:rsidP="007B2329">
      <w:r>
        <w:lastRenderedPageBreak/>
        <w:t>631.1145</w:t>
      </w:r>
      <w:r>
        <w:tab/>
        <w:t>2.025e0</w:t>
      </w:r>
    </w:p>
    <w:p w:rsidR="007B2329" w:rsidRDefault="007B2329" w:rsidP="007B2329">
      <w:r>
        <w:t>631.1493</w:t>
      </w:r>
      <w:r>
        <w:tab/>
        <w:t>2.025e0</w:t>
      </w:r>
    </w:p>
    <w:p w:rsidR="007B2329" w:rsidRDefault="007B2329" w:rsidP="007B2329">
      <w:r>
        <w:t>631.1569</w:t>
      </w:r>
      <w:r>
        <w:tab/>
        <w:t>3.038e0</w:t>
      </w:r>
    </w:p>
    <w:p w:rsidR="007B2329" w:rsidRDefault="007B2329" w:rsidP="007B2329">
      <w:r>
        <w:t>631.1588</w:t>
      </w:r>
      <w:r>
        <w:tab/>
        <w:t>1.013e0</w:t>
      </w:r>
    </w:p>
    <w:p w:rsidR="007B2329" w:rsidRDefault="007B2329" w:rsidP="007B2329">
      <w:r>
        <w:t>631.1666</w:t>
      </w:r>
      <w:r>
        <w:tab/>
        <w:t>2.025e0</w:t>
      </w:r>
    </w:p>
    <w:p w:rsidR="007B2329" w:rsidRDefault="007B2329" w:rsidP="007B2329">
      <w:r>
        <w:t>631.1777</w:t>
      </w:r>
      <w:r>
        <w:tab/>
        <w:t>2.025e0</w:t>
      </w:r>
    </w:p>
    <w:p w:rsidR="007B2329" w:rsidRDefault="007B2329" w:rsidP="007B2329">
      <w:r>
        <w:t>631.1887</w:t>
      </w:r>
      <w:r>
        <w:tab/>
        <w:t>2.744e0</w:t>
      </w:r>
    </w:p>
    <w:p w:rsidR="007B2329" w:rsidRDefault="007B2329" w:rsidP="007B2329">
      <w:r>
        <w:t>631.2515</w:t>
      </w:r>
      <w:r>
        <w:tab/>
        <w:t>7.196e0</w:t>
      </w:r>
    </w:p>
    <w:p w:rsidR="007B2329" w:rsidRDefault="007B2329" w:rsidP="007B2329">
      <w:r>
        <w:t>631.2557</w:t>
      </w:r>
      <w:r>
        <w:tab/>
        <w:t>5.370e0</w:t>
      </w:r>
    </w:p>
    <w:p w:rsidR="007B2329" w:rsidRDefault="007B2329" w:rsidP="007B2329">
      <w:r>
        <w:t>631.2603</w:t>
      </w:r>
      <w:r>
        <w:tab/>
        <w:t>5.063e0</w:t>
      </w:r>
    </w:p>
    <w:p w:rsidR="007B2329" w:rsidRDefault="007B2329" w:rsidP="007B2329">
      <w:r>
        <w:t>631.2669</w:t>
      </w:r>
      <w:r>
        <w:tab/>
        <w:t>3.344e0</w:t>
      </w:r>
    </w:p>
    <w:p w:rsidR="007B2329" w:rsidRDefault="007B2329" w:rsidP="007B2329">
      <w:r>
        <w:t>631.3116</w:t>
      </w:r>
      <w:r>
        <w:tab/>
        <w:t>1.625e0</w:t>
      </w:r>
    </w:p>
    <w:p w:rsidR="007B2329" w:rsidRDefault="007B2329" w:rsidP="007B2329">
      <w:r>
        <w:t>631.3153</w:t>
      </w:r>
      <w:r>
        <w:tab/>
        <w:t>1.013e0</w:t>
      </w:r>
    </w:p>
    <w:p w:rsidR="007B2329" w:rsidRDefault="007B2329" w:rsidP="007B2329">
      <w:r>
        <w:t>631.3402</w:t>
      </w:r>
      <w:r>
        <w:tab/>
        <w:t>2.918e0</w:t>
      </w:r>
    </w:p>
    <w:p w:rsidR="007B2329" w:rsidRDefault="007B2329" w:rsidP="007B2329">
      <w:r>
        <w:t>631.3483</w:t>
      </w:r>
      <w:r>
        <w:tab/>
        <w:t>7.470e0</w:t>
      </w:r>
    </w:p>
    <w:p w:rsidR="007B2329" w:rsidRDefault="007B2329" w:rsidP="007B2329">
      <w:r>
        <w:t>631.3538</w:t>
      </w:r>
      <w:r>
        <w:tab/>
        <w:t>2.968e-1</w:t>
      </w:r>
    </w:p>
    <w:p w:rsidR="007B2329" w:rsidRDefault="007B2329" w:rsidP="007B2329">
      <w:r>
        <w:t>631.3630</w:t>
      </w:r>
      <w:r>
        <w:tab/>
        <w:t>4.669e0</w:t>
      </w:r>
    </w:p>
    <w:p w:rsidR="007B2329" w:rsidRDefault="007B2329" w:rsidP="007B2329">
      <w:r>
        <w:t>631.3677</w:t>
      </w:r>
      <w:r>
        <w:tab/>
        <w:t>4.051e0</w:t>
      </w:r>
    </w:p>
    <w:p w:rsidR="007B2329" w:rsidRDefault="007B2329" w:rsidP="007B2329">
      <w:r>
        <w:t>631.3870</w:t>
      </w:r>
      <w:r>
        <w:tab/>
        <w:t>1.720e0</w:t>
      </w:r>
    </w:p>
    <w:p w:rsidR="007B2329" w:rsidRDefault="007B2329" w:rsidP="007B2329">
      <w:r>
        <w:lastRenderedPageBreak/>
        <w:t>631.4186</w:t>
      </w:r>
      <w:r>
        <w:tab/>
        <w:t>5.205e0</w:t>
      </w:r>
    </w:p>
    <w:p w:rsidR="007B2329" w:rsidRDefault="007B2329" w:rsidP="007B2329">
      <w:r>
        <w:t>631.4517</w:t>
      </w:r>
      <w:r>
        <w:tab/>
        <w:t>2.532e-2</w:t>
      </w:r>
    </w:p>
    <w:p w:rsidR="007B2329" w:rsidRDefault="007B2329" w:rsidP="007B2329">
      <w:r>
        <w:t>631.4571</w:t>
      </w:r>
      <w:r>
        <w:tab/>
        <w:t>1.013e0</w:t>
      </w:r>
    </w:p>
    <w:p w:rsidR="007B2329" w:rsidRDefault="007B2329" w:rsidP="007B2329">
      <w:r>
        <w:t>631.4587</w:t>
      </w:r>
      <w:r>
        <w:tab/>
        <w:t>5.063e0</w:t>
      </w:r>
    </w:p>
    <w:p w:rsidR="007B2329" w:rsidRDefault="007B2329" w:rsidP="007B2329">
      <w:r>
        <w:t>631.5086</w:t>
      </w:r>
      <w:r>
        <w:tab/>
        <w:t>1.013e0</w:t>
      </w:r>
    </w:p>
    <w:p w:rsidR="007B2329" w:rsidRDefault="007B2329" w:rsidP="007B2329">
      <w:r>
        <w:t>631.5219</w:t>
      </w:r>
      <w:r>
        <w:tab/>
        <w:t>1.013e0</w:t>
      </w:r>
    </w:p>
    <w:p w:rsidR="007B2329" w:rsidRDefault="007B2329" w:rsidP="007B2329">
      <w:r>
        <w:t>631.5262</w:t>
      </w:r>
      <w:r>
        <w:tab/>
        <w:t>2.038e0</w:t>
      </w:r>
    </w:p>
    <w:p w:rsidR="007B2329" w:rsidRDefault="007B2329" w:rsidP="007B2329">
      <w:r>
        <w:t>631.5530</w:t>
      </w:r>
      <w:r>
        <w:tab/>
        <w:t>2.025e0</w:t>
      </w:r>
    </w:p>
    <w:p w:rsidR="007B2329" w:rsidRDefault="007B2329" w:rsidP="007B2329">
      <w:r>
        <w:t>631.5610</w:t>
      </w:r>
      <w:r>
        <w:tab/>
        <w:t>1.013e0</w:t>
      </w:r>
    </w:p>
    <w:p w:rsidR="007B2329" w:rsidRDefault="007B2329" w:rsidP="007B2329">
      <w:r>
        <w:t>631.5756</w:t>
      </w:r>
      <w:r>
        <w:tab/>
        <w:t>1.013e0</w:t>
      </w:r>
    </w:p>
    <w:p w:rsidR="007B2329" w:rsidRDefault="007B2329" w:rsidP="007B2329">
      <w:r>
        <w:t>631.5797</w:t>
      </w:r>
      <w:r>
        <w:tab/>
        <w:t>2.025e0</w:t>
      </w:r>
    </w:p>
    <w:p w:rsidR="007B2329" w:rsidRDefault="007B2329" w:rsidP="007B2329">
      <w:r>
        <w:t>631.6080</w:t>
      </w:r>
      <w:r>
        <w:tab/>
        <w:t>1.013e0</w:t>
      </w:r>
    </w:p>
    <w:p w:rsidR="007B2329" w:rsidRDefault="007B2329" w:rsidP="007B2329">
      <w:r>
        <w:t>631.6138</w:t>
      </w:r>
      <w:r>
        <w:tab/>
        <w:t>1.013e0</w:t>
      </w:r>
    </w:p>
    <w:p w:rsidR="007B2329" w:rsidRDefault="007B2329" w:rsidP="007B2329">
      <w:r>
        <w:t>631.6297</w:t>
      </w:r>
      <w:r>
        <w:tab/>
        <w:t>1.013e0</w:t>
      </w:r>
    </w:p>
    <w:p w:rsidR="007B2329" w:rsidRDefault="007B2329" w:rsidP="007B2329">
      <w:r>
        <w:t>631.6353</w:t>
      </w:r>
      <w:r>
        <w:tab/>
        <w:t>1.025e0</w:t>
      </w:r>
    </w:p>
    <w:p w:rsidR="007B2329" w:rsidRDefault="007B2329" w:rsidP="007B2329">
      <w:r>
        <w:t>631.6489</w:t>
      </w:r>
      <w:r>
        <w:tab/>
        <w:t>1.013e0</w:t>
      </w:r>
    </w:p>
    <w:p w:rsidR="007B2329" w:rsidRDefault="007B2329" w:rsidP="007B2329">
      <w:r>
        <w:t>631.6621</w:t>
      </w:r>
      <w:r>
        <w:tab/>
        <w:t>1.013e0</w:t>
      </w:r>
    </w:p>
    <w:p w:rsidR="007B2329" w:rsidRDefault="007B2329" w:rsidP="007B2329">
      <w:r>
        <w:t>631.6664</w:t>
      </w:r>
      <w:r>
        <w:tab/>
        <w:t>3.038e0</w:t>
      </w:r>
    </w:p>
    <w:p w:rsidR="007B2329" w:rsidRDefault="007B2329" w:rsidP="007B2329">
      <w:r>
        <w:t>631.6790</w:t>
      </w:r>
      <w:r>
        <w:tab/>
        <w:t>2.025e0</w:t>
      </w:r>
    </w:p>
    <w:p w:rsidR="007B2329" w:rsidRDefault="007B2329" w:rsidP="007B2329">
      <w:r>
        <w:lastRenderedPageBreak/>
        <w:t>631.7197</w:t>
      </w:r>
      <w:r>
        <w:tab/>
        <w:t>1.013e0</w:t>
      </w:r>
    </w:p>
    <w:p w:rsidR="007B2329" w:rsidRDefault="007B2329" w:rsidP="007B2329">
      <w:r>
        <w:t>631.7269</w:t>
      </w:r>
      <w:r>
        <w:tab/>
        <w:t>1.013e0</w:t>
      </w:r>
    </w:p>
    <w:p w:rsidR="007B2329" w:rsidRDefault="007B2329" w:rsidP="007B2329">
      <w:r>
        <w:t>631.7460</w:t>
      </w:r>
      <w:r>
        <w:tab/>
        <w:t>2.025e0</w:t>
      </w:r>
    </w:p>
    <w:p w:rsidR="007B2329" w:rsidRDefault="007B2329" w:rsidP="007B2329">
      <w:r>
        <w:t>631.7542</w:t>
      </w:r>
      <w:r>
        <w:tab/>
        <w:t>1.013e0</w:t>
      </w:r>
    </w:p>
    <w:p w:rsidR="007B2329" w:rsidRDefault="007B2329" w:rsidP="007B2329">
      <w:r>
        <w:t>631.7872</w:t>
      </w:r>
      <w:r>
        <w:tab/>
        <w:t>4.051e0</w:t>
      </w:r>
    </w:p>
    <w:p w:rsidR="007B2329" w:rsidRDefault="007B2329" w:rsidP="007B2329">
      <w:r>
        <w:t>631.8194</w:t>
      </w:r>
      <w:r>
        <w:tab/>
        <w:t>2.025e0</w:t>
      </w:r>
    </w:p>
    <w:p w:rsidR="007B2329" w:rsidRDefault="007B2329" w:rsidP="007B2329">
      <w:r>
        <w:t>631.8240</w:t>
      </w:r>
      <w:r>
        <w:tab/>
        <w:t>1.013e0</w:t>
      </w:r>
    </w:p>
    <w:p w:rsidR="007B2329" w:rsidRDefault="007B2329" w:rsidP="007B2329">
      <w:r>
        <w:t>631.8342</w:t>
      </w:r>
      <w:r>
        <w:tab/>
        <w:t>3.038e0</w:t>
      </w:r>
    </w:p>
    <w:p w:rsidR="007B2329" w:rsidRDefault="007B2329" w:rsidP="007B2329">
      <w:r>
        <w:t>631.8602</w:t>
      </w:r>
      <w:r>
        <w:tab/>
        <w:t>1.013e0</w:t>
      </w:r>
    </w:p>
    <w:p w:rsidR="007B2329" w:rsidRDefault="007B2329" w:rsidP="007B2329">
      <w:r>
        <w:t>631.9212</w:t>
      </w:r>
      <w:r>
        <w:tab/>
        <w:t>2.025e0</w:t>
      </w:r>
    </w:p>
    <w:p w:rsidR="007B2329" w:rsidRDefault="007B2329" w:rsidP="007B2329">
      <w:r>
        <w:t>631.9319</w:t>
      </w:r>
      <w:r>
        <w:tab/>
        <w:t>1.013e0</w:t>
      </w:r>
    </w:p>
    <w:p w:rsidR="007B2329" w:rsidRDefault="007B2329" w:rsidP="007B2329">
      <w:r>
        <w:t>631.9426</w:t>
      </w:r>
      <w:r>
        <w:tab/>
        <w:t>3.038e0</w:t>
      </w:r>
    </w:p>
    <w:p w:rsidR="007B2329" w:rsidRDefault="007B2329" w:rsidP="007B2329">
      <w:r>
        <w:t>631.9858</w:t>
      </w:r>
      <w:r>
        <w:tab/>
        <w:t>3.038e0</w:t>
      </w:r>
    </w:p>
    <w:p w:rsidR="007B2329" w:rsidRDefault="007B2329" w:rsidP="007B2329">
      <w:r>
        <w:t>631.9966</w:t>
      </w:r>
      <w:r>
        <w:tab/>
        <w:t>2.025e0</w:t>
      </w:r>
    </w:p>
    <w:p w:rsidR="007B2329" w:rsidRDefault="007B2329" w:rsidP="007B2329">
      <w:r>
        <w:t>632.0400</w:t>
      </w:r>
      <w:r>
        <w:tab/>
        <w:t>1.013e0</w:t>
      </w:r>
    </w:p>
    <w:p w:rsidR="007B2329" w:rsidRDefault="007B2329" w:rsidP="007B2329">
      <w:r>
        <w:t>632.0491</w:t>
      </w:r>
      <w:r>
        <w:tab/>
        <w:t>3.038e0</w:t>
      </w:r>
    </w:p>
    <w:p w:rsidR="007B2329" w:rsidRDefault="007B2329" w:rsidP="007B2329">
      <w:r>
        <w:t>632.0878</w:t>
      </w:r>
      <w:r>
        <w:tab/>
        <w:t>1.013e0</w:t>
      </w:r>
    </w:p>
    <w:p w:rsidR="007B2329" w:rsidRDefault="007B2329" w:rsidP="007B2329">
      <w:r>
        <w:t>632.0974</w:t>
      </w:r>
      <w:r>
        <w:tab/>
        <w:t>3.038e0</w:t>
      </w:r>
    </w:p>
    <w:p w:rsidR="007B2329" w:rsidRDefault="007B2329" w:rsidP="007B2329">
      <w:r>
        <w:t>632.1055</w:t>
      </w:r>
      <w:r>
        <w:tab/>
        <w:t>4.051e0</w:t>
      </w:r>
    </w:p>
    <w:p w:rsidR="007B2329" w:rsidRDefault="007B2329" w:rsidP="007B2329">
      <w:r>
        <w:lastRenderedPageBreak/>
        <w:t>632.1262</w:t>
      </w:r>
      <w:r>
        <w:tab/>
        <w:t>1.013e0</w:t>
      </w:r>
    </w:p>
    <w:p w:rsidR="007B2329" w:rsidRDefault="007B2329" w:rsidP="007B2329">
      <w:r>
        <w:t>632.1373</w:t>
      </w:r>
      <w:r>
        <w:tab/>
        <w:t>2.025e0</w:t>
      </w:r>
    </w:p>
    <w:p w:rsidR="007B2329" w:rsidRDefault="007B2329" w:rsidP="007B2329">
      <w:r>
        <w:t>632.1404</w:t>
      </w:r>
      <w:r>
        <w:tab/>
        <w:t>4.051e0</w:t>
      </w:r>
    </w:p>
    <w:p w:rsidR="007B2329" w:rsidRDefault="007B2329" w:rsidP="007B2329">
      <w:r>
        <w:t>632.1450</w:t>
      </w:r>
      <w:r>
        <w:tab/>
        <w:t>2.025e0</w:t>
      </w:r>
    </w:p>
    <w:p w:rsidR="007B2329" w:rsidRDefault="007B2329" w:rsidP="007B2329">
      <w:r>
        <w:t>632.1694</w:t>
      </w:r>
      <w:r>
        <w:tab/>
        <w:t>1.013e0</w:t>
      </w:r>
    </w:p>
    <w:p w:rsidR="007B2329" w:rsidRDefault="007B2329" w:rsidP="007B2329">
      <w:r>
        <w:t>632.2177</w:t>
      </w:r>
      <w:r>
        <w:tab/>
        <w:t>2.025e0</w:t>
      </w:r>
    </w:p>
    <w:p w:rsidR="007B2329" w:rsidRDefault="007B2329" w:rsidP="007B2329">
      <w:r>
        <w:t>632.2308</w:t>
      </w:r>
      <w:r>
        <w:tab/>
        <w:t>2.846e0</w:t>
      </w:r>
    </w:p>
    <w:p w:rsidR="007B2329" w:rsidRDefault="007B2329" w:rsidP="007B2329">
      <w:r>
        <w:t>632.2354</w:t>
      </w:r>
      <w:r>
        <w:tab/>
        <w:t>2.730e0</w:t>
      </w:r>
    </w:p>
    <w:p w:rsidR="007B2329" w:rsidRDefault="007B2329" w:rsidP="007B2329">
      <w:r>
        <w:t>632.2378</w:t>
      </w:r>
      <w:r>
        <w:tab/>
        <w:t>3.038e0</w:t>
      </w:r>
    </w:p>
    <w:p w:rsidR="007B2329" w:rsidRDefault="007B2329" w:rsidP="007B2329">
      <w:r>
        <w:t>632.2483</w:t>
      </w:r>
      <w:r>
        <w:tab/>
        <w:t>1.559e0</w:t>
      </w:r>
    </w:p>
    <w:p w:rsidR="007B2329" w:rsidRDefault="007B2329" w:rsidP="007B2329">
      <w:r>
        <w:t>632.2571</w:t>
      </w:r>
      <w:r>
        <w:tab/>
        <w:t>2.163e0</w:t>
      </w:r>
    </w:p>
    <w:p w:rsidR="007B2329" w:rsidRDefault="007B2329" w:rsidP="007B2329">
      <w:r>
        <w:t>632.2624</w:t>
      </w:r>
      <w:r>
        <w:tab/>
        <w:t>1.013e0</w:t>
      </w:r>
    </w:p>
    <w:p w:rsidR="007B2329" w:rsidRDefault="007B2329" w:rsidP="007B2329">
      <w:r>
        <w:t>632.2705</w:t>
      </w:r>
      <w:r>
        <w:tab/>
        <w:t>1.519e0</w:t>
      </w:r>
    </w:p>
    <w:p w:rsidR="007B2329" w:rsidRDefault="007B2329" w:rsidP="007B2329">
      <w:r>
        <w:t>632.2992</w:t>
      </w:r>
      <w:r>
        <w:tab/>
        <w:t>1.025e0</w:t>
      </w:r>
    </w:p>
    <w:p w:rsidR="007B2329" w:rsidRDefault="007B2329" w:rsidP="007B2329">
      <w:r>
        <w:t>632.3306</w:t>
      </w:r>
      <w:r>
        <w:tab/>
        <w:t>1.652e0</w:t>
      </w:r>
    </w:p>
    <w:p w:rsidR="007B2329" w:rsidRDefault="007B2329" w:rsidP="007B2329">
      <w:r>
        <w:t>632.3331</w:t>
      </w:r>
      <w:r>
        <w:tab/>
        <w:t>3.149e0</w:t>
      </w:r>
    </w:p>
    <w:p w:rsidR="007B2329" w:rsidRDefault="007B2329" w:rsidP="007B2329">
      <w:r>
        <w:t>632.3444</w:t>
      </w:r>
      <w:r>
        <w:tab/>
        <w:t>3.038e0</w:t>
      </w:r>
    </w:p>
    <w:p w:rsidR="007B2329" w:rsidRDefault="007B2329" w:rsidP="007B2329">
      <w:r>
        <w:t>632.3853</w:t>
      </w:r>
      <w:r>
        <w:tab/>
        <w:t>1.013e0</w:t>
      </w:r>
    </w:p>
    <w:p w:rsidR="007B2329" w:rsidRDefault="007B2329" w:rsidP="007B2329">
      <w:r>
        <w:t>632.4106</w:t>
      </w:r>
      <w:r>
        <w:tab/>
        <w:t>4.051e0</w:t>
      </w:r>
    </w:p>
    <w:p w:rsidR="007B2329" w:rsidRDefault="007B2329" w:rsidP="007B2329">
      <w:r>
        <w:lastRenderedPageBreak/>
        <w:t>632.4481</w:t>
      </w:r>
      <w:r>
        <w:tab/>
        <w:t>3.773e0</w:t>
      </w:r>
    </w:p>
    <w:p w:rsidR="007B2329" w:rsidRDefault="007B2329" w:rsidP="007B2329">
      <w:r>
        <w:t>632.4599</w:t>
      </w:r>
      <w:r>
        <w:tab/>
        <w:t>1.025e0</w:t>
      </w:r>
    </w:p>
    <w:p w:rsidR="007B2329" w:rsidRDefault="007B2329" w:rsidP="007B2329">
      <w:r>
        <w:t>632.4767</w:t>
      </w:r>
      <w:r>
        <w:tab/>
        <w:t>1.008e0</w:t>
      </w:r>
    </w:p>
    <w:p w:rsidR="007B2329" w:rsidRDefault="007B2329" w:rsidP="007B2329">
      <w:r>
        <w:t>632.4855</w:t>
      </w:r>
      <w:r>
        <w:tab/>
        <w:t>2.025e0</w:t>
      </w:r>
    </w:p>
    <w:p w:rsidR="007B2329" w:rsidRDefault="007B2329" w:rsidP="007B2329">
      <w:r>
        <w:t>632.5084</w:t>
      </w:r>
      <w:r>
        <w:tab/>
        <w:t>1.013e0</w:t>
      </w:r>
    </w:p>
    <w:p w:rsidR="007B2329" w:rsidRDefault="007B2329" w:rsidP="007B2329">
      <w:r>
        <w:t>632.5110</w:t>
      </w:r>
      <w:r>
        <w:tab/>
        <w:t>2.691e0</w:t>
      </w:r>
    </w:p>
    <w:p w:rsidR="007B2329" w:rsidRDefault="007B2329" w:rsidP="007B2329">
      <w:r>
        <w:t>632.5529</w:t>
      </w:r>
      <w:r>
        <w:tab/>
        <w:t>2.025e0</w:t>
      </w:r>
    </w:p>
    <w:p w:rsidR="007B2329" w:rsidRDefault="007B2329" w:rsidP="007B2329">
      <w:r>
        <w:t>632.5766</w:t>
      </w:r>
      <w:r>
        <w:tab/>
        <w:t>4.051e0</w:t>
      </w:r>
    </w:p>
    <w:p w:rsidR="007B2329" w:rsidRDefault="007B2329" w:rsidP="007B2329">
      <w:r>
        <w:t>632.5797</w:t>
      </w:r>
      <w:r>
        <w:tab/>
        <w:t>1.013e0</w:t>
      </w:r>
    </w:p>
    <w:p w:rsidR="007B2329" w:rsidRDefault="007B2329" w:rsidP="007B2329">
      <w:r>
        <w:t>632.5868</w:t>
      </w:r>
      <w:r>
        <w:tab/>
        <w:t>2.025e0</w:t>
      </w:r>
    </w:p>
    <w:p w:rsidR="007B2329" w:rsidRDefault="007B2329" w:rsidP="007B2329">
      <w:r>
        <w:t>632.5959</w:t>
      </w:r>
      <w:r>
        <w:tab/>
        <w:t>3.038e0</w:t>
      </w:r>
    </w:p>
    <w:p w:rsidR="007B2329" w:rsidRDefault="007B2329" w:rsidP="007B2329">
      <w:r>
        <w:t>632.6339</w:t>
      </w:r>
      <w:r>
        <w:tab/>
        <w:t>1.013e0</w:t>
      </w:r>
    </w:p>
    <w:p w:rsidR="007B2329" w:rsidRDefault="007B2329" w:rsidP="007B2329">
      <w:r>
        <w:t>632.6389</w:t>
      </w:r>
      <w:r>
        <w:tab/>
        <w:t>1.025e0</w:t>
      </w:r>
    </w:p>
    <w:p w:rsidR="007B2329" w:rsidRDefault="007B2329" w:rsidP="007B2329">
      <w:r>
        <w:t>632.6832</w:t>
      </w:r>
      <w:r>
        <w:tab/>
        <w:t>1.013e0</w:t>
      </w:r>
    </w:p>
    <w:p w:rsidR="007B2329" w:rsidRDefault="007B2329" w:rsidP="007B2329">
      <w:r>
        <w:t>632.7095</w:t>
      </w:r>
      <w:r>
        <w:tab/>
        <w:t>1.013e0</w:t>
      </w:r>
    </w:p>
    <w:p w:rsidR="007B2329" w:rsidRDefault="007B2329" w:rsidP="007B2329">
      <w:r>
        <w:t>632.7184</w:t>
      </w:r>
      <w:r>
        <w:tab/>
        <w:t>1.013e0</w:t>
      </w:r>
    </w:p>
    <w:p w:rsidR="007B2329" w:rsidRDefault="007B2329" w:rsidP="007B2329">
      <w:r>
        <w:t>632.7202</w:t>
      </w:r>
      <w:r>
        <w:tab/>
        <w:t>1.013e0</w:t>
      </w:r>
    </w:p>
    <w:p w:rsidR="007B2329" w:rsidRDefault="007B2329" w:rsidP="007B2329">
      <w:r>
        <w:t>632.7543</w:t>
      </w:r>
      <w:r>
        <w:tab/>
        <w:t>3.038e0</w:t>
      </w:r>
    </w:p>
    <w:p w:rsidR="007B2329" w:rsidRDefault="007B2329" w:rsidP="007B2329">
      <w:r>
        <w:t>632.7654</w:t>
      </w:r>
      <w:r>
        <w:tab/>
        <w:t>2.025e0</w:t>
      </w:r>
    </w:p>
    <w:p w:rsidR="007B2329" w:rsidRDefault="007B2329" w:rsidP="007B2329">
      <w:r>
        <w:lastRenderedPageBreak/>
        <w:t>632.7905</w:t>
      </w:r>
      <w:r>
        <w:tab/>
        <w:t>2.025e0</w:t>
      </w:r>
    </w:p>
    <w:p w:rsidR="007B2329" w:rsidRDefault="007B2329" w:rsidP="007B2329">
      <w:r>
        <w:t>632.8392</w:t>
      </w:r>
      <w:r>
        <w:tab/>
        <w:t>2.025e0</w:t>
      </w:r>
    </w:p>
    <w:p w:rsidR="007B2329" w:rsidRDefault="007B2329" w:rsidP="007B2329">
      <w:r>
        <w:t>632.8499</w:t>
      </w:r>
      <w:r>
        <w:tab/>
        <w:t>1.013e0</w:t>
      </w:r>
    </w:p>
    <w:p w:rsidR="007B2329" w:rsidRDefault="007B2329" w:rsidP="007B2329">
      <w:r>
        <w:t>632.8517</w:t>
      </w:r>
      <w:r>
        <w:tab/>
        <w:t>1.025e0</w:t>
      </w:r>
    </w:p>
    <w:p w:rsidR="007B2329" w:rsidRDefault="007B2329" w:rsidP="007B2329">
      <w:r>
        <w:t>632.8608</w:t>
      </w:r>
      <w:r>
        <w:tab/>
        <w:t>1.013e0</w:t>
      </w:r>
    </w:p>
    <w:p w:rsidR="007B2329" w:rsidRDefault="007B2329" w:rsidP="007B2329">
      <w:r>
        <w:t>632.8854</w:t>
      </w:r>
      <w:r>
        <w:tab/>
        <w:t>2.025e0</w:t>
      </w:r>
    </w:p>
    <w:p w:rsidR="007B2329" w:rsidRDefault="007B2329" w:rsidP="007B2329">
      <w:r>
        <w:t>632.8878</w:t>
      </w:r>
      <w:r>
        <w:tab/>
        <w:t>3.038e0</w:t>
      </w:r>
    </w:p>
    <w:p w:rsidR="007B2329" w:rsidRDefault="007B2329" w:rsidP="007B2329">
      <w:r>
        <w:t>632.8931</w:t>
      </w:r>
      <w:r>
        <w:tab/>
        <w:t>1.013e0</w:t>
      </w:r>
    </w:p>
    <w:p w:rsidR="007B2329" w:rsidRDefault="007B2329" w:rsidP="007B2329">
      <w:r>
        <w:t>632.9147</w:t>
      </w:r>
      <w:r>
        <w:tab/>
        <w:t>1.025e0</w:t>
      </w:r>
    </w:p>
    <w:p w:rsidR="007B2329" w:rsidRDefault="007B2329" w:rsidP="007B2329">
      <w:r>
        <w:t>632.9203</w:t>
      </w:r>
      <w:r>
        <w:tab/>
        <w:t>2.025e0</w:t>
      </w:r>
    </w:p>
    <w:p w:rsidR="007B2329" w:rsidRDefault="007B2329" w:rsidP="007B2329">
      <w:r>
        <w:t>632.9413</w:t>
      </w:r>
      <w:r>
        <w:tab/>
        <w:t>2.025e0</w:t>
      </w:r>
    </w:p>
    <w:p w:rsidR="007B2329" w:rsidRDefault="007B2329" w:rsidP="007B2329">
      <w:r>
        <w:t>632.9460</w:t>
      </w:r>
      <w:r>
        <w:tab/>
        <w:t>1.013e0</w:t>
      </w:r>
    </w:p>
    <w:p w:rsidR="007B2329" w:rsidRDefault="007B2329" w:rsidP="007B2329">
      <w:r>
        <w:t>632.9472</w:t>
      </w:r>
      <w:r>
        <w:tab/>
        <w:t>1.013e0</w:t>
      </w:r>
    </w:p>
    <w:p w:rsidR="007B2329" w:rsidRDefault="007B2329" w:rsidP="007B2329">
      <w:r>
        <w:t>632.9640</w:t>
      </w:r>
      <w:r>
        <w:tab/>
        <w:t>1.013e0</w:t>
      </w:r>
    </w:p>
    <w:p w:rsidR="007B2329" w:rsidRDefault="007B2329" w:rsidP="007B2329">
      <w:r>
        <w:t>632.9968</w:t>
      </w:r>
      <w:r>
        <w:tab/>
        <w:t>2.025e0</w:t>
      </w:r>
    </w:p>
    <w:p w:rsidR="007B2329" w:rsidRDefault="007B2329" w:rsidP="007B2329">
      <w:r>
        <w:t>633.0229</w:t>
      </w:r>
      <w:r>
        <w:tab/>
        <w:t>2.025e0</w:t>
      </w:r>
    </w:p>
    <w:p w:rsidR="007B2329" w:rsidRDefault="007B2329" w:rsidP="007B2329">
      <w:r>
        <w:t>633.0459</w:t>
      </w:r>
      <w:r>
        <w:tab/>
        <w:t>2.025e0</w:t>
      </w:r>
    </w:p>
    <w:p w:rsidR="007B2329" w:rsidRDefault="007B2329" w:rsidP="007B2329">
      <w:r>
        <w:t>633.0554</w:t>
      </w:r>
      <w:r>
        <w:tab/>
        <w:t>2.025e0</w:t>
      </w:r>
    </w:p>
    <w:p w:rsidR="007B2329" w:rsidRDefault="007B2329" w:rsidP="007B2329">
      <w:r>
        <w:t>633.0773</w:t>
      </w:r>
      <w:r>
        <w:tab/>
        <w:t>1.013e0</w:t>
      </w:r>
    </w:p>
    <w:p w:rsidR="007B2329" w:rsidRDefault="007B2329" w:rsidP="007B2329">
      <w:r>
        <w:lastRenderedPageBreak/>
        <w:t>633.1202</w:t>
      </w:r>
      <w:r>
        <w:tab/>
        <w:t>1.013e0</w:t>
      </w:r>
    </w:p>
    <w:p w:rsidR="007B2329" w:rsidRDefault="007B2329" w:rsidP="007B2329">
      <w:r>
        <w:t>633.1222</w:t>
      </w:r>
      <w:r>
        <w:tab/>
        <w:t>1.013e0</w:t>
      </w:r>
    </w:p>
    <w:p w:rsidR="007B2329" w:rsidRDefault="007B2329" w:rsidP="007B2329">
      <w:r>
        <w:t>633.1480</w:t>
      </w:r>
      <w:r>
        <w:tab/>
        <w:t>2.025e0</w:t>
      </w:r>
    </w:p>
    <w:p w:rsidR="007B2329" w:rsidRDefault="007B2329" w:rsidP="007B2329">
      <w:r>
        <w:t>633.1743</w:t>
      </w:r>
      <w:r>
        <w:tab/>
        <w:t>2.025e0</w:t>
      </w:r>
    </w:p>
    <w:p w:rsidR="007B2329" w:rsidRDefault="007B2329" w:rsidP="007B2329">
      <w:r>
        <w:t>633.2123</w:t>
      </w:r>
      <w:r>
        <w:tab/>
        <w:t>1.919e0</w:t>
      </w:r>
    </w:p>
    <w:p w:rsidR="007B2329" w:rsidRDefault="007B2329" w:rsidP="007B2329">
      <w:r>
        <w:t>633.2289</w:t>
      </w:r>
      <w:r>
        <w:tab/>
        <w:t>3.575e0</w:t>
      </w:r>
    </w:p>
    <w:p w:rsidR="007B2329" w:rsidRDefault="007B2329" w:rsidP="007B2329">
      <w:r>
        <w:t>633.2364</w:t>
      </w:r>
      <w:r>
        <w:tab/>
        <w:t>4.051e0</w:t>
      </w:r>
    </w:p>
    <w:p w:rsidR="007B2329" w:rsidRDefault="007B2329" w:rsidP="007B2329">
      <w:r>
        <w:t>633.2394</w:t>
      </w:r>
      <w:r>
        <w:tab/>
        <w:t>2.025e0</w:t>
      </w:r>
    </w:p>
    <w:p w:rsidR="007B2329" w:rsidRDefault="007B2329" w:rsidP="007B2329">
      <w:r>
        <w:t>633.2446</w:t>
      </w:r>
      <w:r>
        <w:tab/>
        <w:t>2.025e0</w:t>
      </w:r>
    </w:p>
    <w:p w:rsidR="007B2329" w:rsidRDefault="007B2329" w:rsidP="007B2329">
      <w:r>
        <w:t>633.2690</w:t>
      </w:r>
      <w:r>
        <w:tab/>
        <w:t>2.422e0</w:t>
      </w:r>
    </w:p>
    <w:p w:rsidR="007B2329" w:rsidRDefault="007B2329" w:rsidP="007B2329">
      <w:r>
        <w:t>633.3270</w:t>
      </w:r>
      <w:r>
        <w:tab/>
        <w:t>3.286e0</w:t>
      </w:r>
    </w:p>
    <w:p w:rsidR="007B2329" w:rsidRDefault="007B2329" w:rsidP="007B2329">
      <w:r>
        <w:t>633.3466</w:t>
      </w:r>
      <w:r>
        <w:tab/>
        <w:t>1.264e0</w:t>
      </w:r>
    </w:p>
    <w:p w:rsidR="007B2329" w:rsidRDefault="007B2329" w:rsidP="007B2329">
      <w:r>
        <w:t>633.3488</w:t>
      </w:r>
      <w:r>
        <w:tab/>
        <w:t>3.350e0</w:t>
      </w:r>
    </w:p>
    <w:p w:rsidR="007B2329" w:rsidRDefault="007B2329" w:rsidP="007B2329">
      <w:r>
        <w:t>633.3939</w:t>
      </w:r>
      <w:r>
        <w:tab/>
        <w:t>4.434e0</w:t>
      </w:r>
    </w:p>
    <w:p w:rsidR="007B2329" w:rsidRDefault="007B2329" w:rsidP="007B2329">
      <w:r>
        <w:t>633.4060</w:t>
      </w:r>
      <w:r>
        <w:tab/>
        <w:t>2.038e0</w:t>
      </w:r>
    </w:p>
    <w:p w:rsidR="007B2329" w:rsidRDefault="007B2329" w:rsidP="007B2329">
      <w:r>
        <w:t>633.4185</w:t>
      </w:r>
      <w:r>
        <w:tab/>
        <w:t>1.933e0</w:t>
      </w:r>
    </w:p>
    <w:p w:rsidR="007B2329" w:rsidRDefault="007B2329" w:rsidP="007B2329">
      <w:r>
        <w:t>633.4211</w:t>
      </w:r>
      <w:r>
        <w:tab/>
        <w:t>3.955e0</w:t>
      </w:r>
    </w:p>
    <w:p w:rsidR="007B2329" w:rsidRDefault="007B2329" w:rsidP="007B2329">
      <w:r>
        <w:t>633.4554</w:t>
      </w:r>
      <w:r>
        <w:tab/>
        <w:t>1.013e0</w:t>
      </w:r>
    </w:p>
    <w:p w:rsidR="007B2329" w:rsidRDefault="007B2329" w:rsidP="007B2329">
      <w:r>
        <w:t>633.4673</w:t>
      </w:r>
      <w:r>
        <w:tab/>
        <w:t>2.025e0</w:t>
      </w:r>
    </w:p>
    <w:p w:rsidR="007B2329" w:rsidRDefault="007B2329" w:rsidP="007B2329">
      <w:r>
        <w:lastRenderedPageBreak/>
        <w:t>633.4811</w:t>
      </w:r>
      <w:r>
        <w:tab/>
        <w:t>3.038e0</w:t>
      </w:r>
    </w:p>
    <w:p w:rsidR="007B2329" w:rsidRDefault="007B2329" w:rsidP="007B2329">
      <w:r>
        <w:t>633.4902</w:t>
      </w:r>
      <w:r>
        <w:tab/>
        <w:t>1.013e0</w:t>
      </w:r>
    </w:p>
    <w:p w:rsidR="007B2329" w:rsidRDefault="007B2329" w:rsidP="007B2329">
      <w:r>
        <w:t>633.5069</w:t>
      </w:r>
      <w:r>
        <w:tab/>
        <w:t>1.013e0</w:t>
      </w:r>
    </w:p>
    <w:p w:rsidR="007B2329" w:rsidRDefault="007B2329" w:rsidP="007B2329">
      <w:r>
        <w:t>633.5529</w:t>
      </w:r>
      <w:r>
        <w:tab/>
        <w:t>1.013e0</w:t>
      </w:r>
    </w:p>
    <w:p w:rsidR="007B2329" w:rsidRDefault="007B2329" w:rsidP="007B2329">
      <w:r>
        <w:t>633.5778</w:t>
      </w:r>
      <w:r>
        <w:tab/>
        <w:t>1.013e0</w:t>
      </w:r>
    </w:p>
    <w:p w:rsidR="007B2329" w:rsidRDefault="007B2329" w:rsidP="007B2329">
      <w:r>
        <w:t>633.5807</w:t>
      </w:r>
      <w:r>
        <w:tab/>
        <w:t>3.038e0</w:t>
      </w:r>
    </w:p>
    <w:p w:rsidR="007B2329" w:rsidRDefault="007B2329" w:rsidP="007B2329">
      <w:r>
        <w:t>633.6206</w:t>
      </w:r>
      <w:r>
        <w:tab/>
        <w:t>2.025e0</w:t>
      </w:r>
    </w:p>
    <w:p w:rsidR="007B2329" w:rsidRDefault="007B2329" w:rsidP="007B2329">
      <w:r>
        <w:t>633.6442</w:t>
      </w:r>
      <w:r>
        <w:tab/>
        <w:t>3.038e0</w:t>
      </w:r>
    </w:p>
    <w:p w:rsidR="007B2329" w:rsidRDefault="007B2329" w:rsidP="007B2329">
      <w:r>
        <w:t>633.6478</w:t>
      </w:r>
      <w:r>
        <w:tab/>
        <w:t>2.025e0</w:t>
      </w:r>
    </w:p>
    <w:p w:rsidR="007B2329" w:rsidRDefault="007B2329" w:rsidP="007B2329">
      <w:r>
        <w:t>633.6998</w:t>
      </w:r>
      <w:r>
        <w:tab/>
        <w:t>2.025e0</w:t>
      </w:r>
    </w:p>
    <w:p w:rsidR="007B2329" w:rsidRDefault="007B2329" w:rsidP="007B2329">
      <w:r>
        <w:t>633.7209</w:t>
      </w:r>
      <w:r>
        <w:tab/>
        <w:t>2.025e0</w:t>
      </w:r>
    </w:p>
    <w:p w:rsidR="007B2329" w:rsidRDefault="007B2329" w:rsidP="007B2329">
      <w:r>
        <w:t>633.7368</w:t>
      </w:r>
      <w:r>
        <w:tab/>
        <w:t>1.013e0</w:t>
      </w:r>
    </w:p>
    <w:p w:rsidR="007B2329" w:rsidRDefault="007B2329" w:rsidP="007B2329">
      <w:r>
        <w:t>633.7478</w:t>
      </w:r>
      <w:r>
        <w:tab/>
        <w:t>1.013e0</w:t>
      </w:r>
    </w:p>
    <w:p w:rsidR="007B2329" w:rsidRDefault="007B2329" w:rsidP="007B2329">
      <w:r>
        <w:t>633.7803</w:t>
      </w:r>
      <w:r>
        <w:tab/>
        <w:t>1.013e0</w:t>
      </w:r>
    </w:p>
    <w:p w:rsidR="007B2329" w:rsidRDefault="007B2329" w:rsidP="007B2329">
      <w:r>
        <w:t>633.8018</w:t>
      </w:r>
      <w:r>
        <w:tab/>
        <w:t>1.013e0</w:t>
      </w:r>
    </w:p>
    <w:p w:rsidR="007B2329" w:rsidRDefault="007B2329" w:rsidP="007B2329">
      <w:r>
        <w:t>633.8206</w:t>
      </w:r>
      <w:r>
        <w:tab/>
        <w:t>3.038e0</w:t>
      </w:r>
    </w:p>
    <w:p w:rsidR="007B2329" w:rsidRDefault="007B2329" w:rsidP="007B2329">
      <w:r>
        <w:t>633.8345</w:t>
      </w:r>
      <w:r>
        <w:tab/>
        <w:t>1.013e0</w:t>
      </w:r>
    </w:p>
    <w:p w:rsidR="007B2329" w:rsidRDefault="007B2329" w:rsidP="007B2329">
      <w:r>
        <w:t>633.8361</w:t>
      </w:r>
      <w:r>
        <w:tab/>
        <w:t>2.025e0</w:t>
      </w:r>
    </w:p>
    <w:p w:rsidR="007B2329" w:rsidRDefault="007B2329" w:rsidP="007B2329">
      <w:r>
        <w:t>633.8400</w:t>
      </w:r>
      <w:r>
        <w:tab/>
        <w:t>3.038e0</w:t>
      </w:r>
    </w:p>
    <w:p w:rsidR="007B2329" w:rsidRDefault="007B2329" w:rsidP="007B2329">
      <w:r>
        <w:lastRenderedPageBreak/>
        <w:t>633.8505</w:t>
      </w:r>
      <w:r>
        <w:tab/>
        <w:t>2.025e0</w:t>
      </w:r>
    </w:p>
    <w:p w:rsidR="007B2329" w:rsidRDefault="007B2329" w:rsidP="007B2329">
      <w:r>
        <w:t>633.8749</w:t>
      </w:r>
      <w:r>
        <w:tab/>
        <w:t>1.013e0</w:t>
      </w:r>
    </w:p>
    <w:p w:rsidR="007B2329" w:rsidRDefault="007B2329" w:rsidP="007B2329">
      <w:r>
        <w:t>633.9177</w:t>
      </w:r>
      <w:r>
        <w:tab/>
        <w:t>3.038e0</w:t>
      </w:r>
    </w:p>
    <w:p w:rsidR="007B2329" w:rsidRDefault="007B2329" w:rsidP="007B2329">
      <w:r>
        <w:t>633.9318</w:t>
      </w:r>
      <w:r>
        <w:tab/>
        <w:t>1.013e0</w:t>
      </w:r>
    </w:p>
    <w:p w:rsidR="007B2329" w:rsidRDefault="007B2329" w:rsidP="007B2329">
      <w:r>
        <w:t>633.9451</w:t>
      </w:r>
      <w:r>
        <w:tab/>
        <w:t>2.025e0</w:t>
      </w:r>
    </w:p>
    <w:p w:rsidR="007B2329" w:rsidRDefault="007B2329" w:rsidP="007B2329">
      <w:r>
        <w:t>633.9587</w:t>
      </w:r>
      <w:r>
        <w:tab/>
        <w:t>4.051e0</w:t>
      </w:r>
    </w:p>
    <w:p w:rsidR="007B2329" w:rsidRDefault="007B2329" w:rsidP="007B2329">
      <w:r>
        <w:t>633.9641</w:t>
      </w:r>
      <w:r>
        <w:tab/>
        <w:t>1.013e0</w:t>
      </w:r>
    </w:p>
    <w:p w:rsidR="007B2329" w:rsidRDefault="007B2329" w:rsidP="007B2329">
      <w:r>
        <w:t>633.9805</w:t>
      </w:r>
      <w:r>
        <w:tab/>
        <w:t>2.025e0</w:t>
      </w:r>
    </w:p>
    <w:p w:rsidR="007B2329" w:rsidRDefault="007B2329" w:rsidP="007B2329">
      <w:r>
        <w:t>633.9966</w:t>
      </w:r>
      <w:r>
        <w:tab/>
        <w:t>1.013e0</w:t>
      </w:r>
    </w:p>
    <w:p w:rsidR="007B2329" w:rsidRDefault="007B2329" w:rsidP="007B2329">
      <w:r>
        <w:t>633.9985</w:t>
      </w:r>
      <w:r>
        <w:tab/>
        <w:t>1.013e0</w:t>
      </w:r>
    </w:p>
    <w:p w:rsidR="007B2329" w:rsidRDefault="007B2329" w:rsidP="007B2329">
      <w:r>
        <w:t>634.0240</w:t>
      </w:r>
      <w:r>
        <w:tab/>
        <w:t>2.025e0</w:t>
      </w:r>
    </w:p>
    <w:p w:rsidR="007B2329" w:rsidRDefault="007B2329" w:rsidP="007B2329">
      <w:r>
        <w:t>634.0333</w:t>
      </w:r>
      <w:r>
        <w:tab/>
        <w:t>1.013e0</w:t>
      </w:r>
    </w:p>
    <w:p w:rsidR="007B2329" w:rsidRDefault="007B2329" w:rsidP="007B2329">
      <w:r>
        <w:t>634.0681</w:t>
      </w:r>
      <w:r>
        <w:tab/>
        <w:t>1.013e0</w:t>
      </w:r>
    </w:p>
    <w:p w:rsidR="007B2329" w:rsidRDefault="007B2329" w:rsidP="007B2329">
      <w:r>
        <w:t>634.0834</w:t>
      </w:r>
      <w:r>
        <w:tab/>
        <w:t>1.013e0</w:t>
      </w:r>
    </w:p>
    <w:p w:rsidR="007B2329" w:rsidRDefault="007B2329" w:rsidP="007B2329">
      <w:r>
        <w:t>634.1205</w:t>
      </w:r>
      <w:r>
        <w:tab/>
        <w:t>1.025e0</w:t>
      </w:r>
    </w:p>
    <w:p w:rsidR="007B2329" w:rsidRDefault="007B2329" w:rsidP="007B2329">
      <w:r>
        <w:t>634.1389</w:t>
      </w:r>
      <w:r>
        <w:tab/>
        <w:t>7.334e0</w:t>
      </w:r>
    </w:p>
    <w:p w:rsidR="007B2329" w:rsidRDefault="007B2329" w:rsidP="007B2329">
      <w:r>
        <w:t>634.1843</w:t>
      </w:r>
      <w:r>
        <w:tab/>
        <w:t>3.038e0</w:t>
      </w:r>
    </w:p>
    <w:p w:rsidR="007B2329" w:rsidRDefault="007B2329" w:rsidP="007B2329">
      <w:r>
        <w:t>634.1917</w:t>
      </w:r>
      <w:r>
        <w:tab/>
        <w:t>1.013e0</w:t>
      </w:r>
    </w:p>
    <w:p w:rsidR="007B2329" w:rsidRDefault="007B2329" w:rsidP="007B2329">
      <w:r>
        <w:t>634.2000</w:t>
      </w:r>
      <w:r>
        <w:tab/>
        <w:t>2.025e0</w:t>
      </w:r>
    </w:p>
    <w:p w:rsidR="007B2329" w:rsidRDefault="007B2329" w:rsidP="007B2329">
      <w:r>
        <w:lastRenderedPageBreak/>
        <w:t>634.2160</w:t>
      </w:r>
      <w:r>
        <w:tab/>
        <w:t>2.909e0</w:t>
      </w:r>
    </w:p>
    <w:p w:rsidR="007B2329" w:rsidRDefault="007B2329" w:rsidP="007B2329">
      <w:r>
        <w:t>634.2574</w:t>
      </w:r>
      <w:r>
        <w:tab/>
        <w:t>2.025e0</w:t>
      </w:r>
    </w:p>
    <w:p w:rsidR="007B2329" w:rsidRDefault="007B2329" w:rsidP="007B2329">
      <w:r>
        <w:t>634.2607</w:t>
      </w:r>
      <w:r>
        <w:tab/>
        <w:t>1.399e0</w:t>
      </w:r>
    </w:p>
    <w:p w:rsidR="007B2329" w:rsidRDefault="007B2329" w:rsidP="007B2329">
      <w:r>
        <w:t>634.2625</w:t>
      </w:r>
      <w:r>
        <w:tab/>
        <w:t>3.039e0</w:t>
      </w:r>
    </w:p>
    <w:p w:rsidR="007B2329" w:rsidRDefault="007B2329" w:rsidP="007B2329">
      <w:r>
        <w:t>634.2675</w:t>
      </w:r>
      <w:r>
        <w:tab/>
        <w:t>1.798e0</w:t>
      </w:r>
    </w:p>
    <w:p w:rsidR="007B2329" w:rsidRDefault="007B2329" w:rsidP="007B2329">
      <w:r>
        <w:t>634.2863</w:t>
      </w:r>
      <w:r>
        <w:tab/>
        <w:t>3.788e0</w:t>
      </w:r>
    </w:p>
    <w:p w:rsidR="007B2329" w:rsidRDefault="007B2329" w:rsidP="007B2329">
      <w:r>
        <w:t>634.3080</w:t>
      </w:r>
      <w:r>
        <w:tab/>
        <w:t>1.519e0</w:t>
      </w:r>
    </w:p>
    <w:p w:rsidR="007B2329" w:rsidRDefault="007B2329" w:rsidP="007B2329">
      <w:r>
        <w:t>634.3110</w:t>
      </w:r>
      <w:r>
        <w:tab/>
        <w:t>2.025e0</w:t>
      </w:r>
    </w:p>
    <w:p w:rsidR="007B2329" w:rsidRDefault="007B2329" w:rsidP="007B2329">
      <w:r>
        <w:t>634.3361</w:t>
      </w:r>
      <w:r>
        <w:tab/>
        <w:t>1.454e0</w:t>
      </w:r>
    </w:p>
    <w:p w:rsidR="007B2329" w:rsidRDefault="007B2329" w:rsidP="007B2329">
      <w:r>
        <w:t>634.3757</w:t>
      </w:r>
      <w:r>
        <w:tab/>
        <w:t>1.013e0</w:t>
      </w:r>
    </w:p>
    <w:p w:rsidR="007B2329" w:rsidRDefault="007B2329" w:rsidP="007B2329">
      <w:r>
        <w:t>634.3893</w:t>
      </w:r>
      <w:r>
        <w:tab/>
        <w:t>1.835e0</w:t>
      </w:r>
    </w:p>
    <w:p w:rsidR="007B2329" w:rsidRDefault="007B2329" w:rsidP="007B2329">
      <w:r>
        <w:t>634.3937</w:t>
      </w:r>
      <w:r>
        <w:tab/>
        <w:t>2.682e0</w:t>
      </w:r>
    </w:p>
    <w:p w:rsidR="007B2329" w:rsidRDefault="007B2329" w:rsidP="007B2329">
      <w:r>
        <w:t>634.3979</w:t>
      </w:r>
      <w:r>
        <w:tab/>
        <w:t>2.025e0</w:t>
      </w:r>
    </w:p>
    <w:p w:rsidR="007B2329" w:rsidRDefault="007B2329" w:rsidP="007B2329">
      <w:r>
        <w:t>634.4124</w:t>
      </w:r>
      <w:r>
        <w:tab/>
        <w:t>2.408e0</w:t>
      </w:r>
    </w:p>
    <w:p w:rsidR="007B2329" w:rsidRDefault="007B2329" w:rsidP="007B2329">
      <w:r>
        <w:t>634.4190</w:t>
      </w:r>
      <w:r>
        <w:tab/>
        <w:t>1.972e0</w:t>
      </w:r>
    </w:p>
    <w:p w:rsidR="007B2329" w:rsidRDefault="007B2329" w:rsidP="007B2329">
      <w:r>
        <w:t>634.4294</w:t>
      </w:r>
      <w:r>
        <w:tab/>
        <w:t>1.766e0</w:t>
      </w:r>
    </w:p>
    <w:p w:rsidR="007B2329" w:rsidRDefault="007B2329" w:rsidP="007B2329">
      <w:r>
        <w:t>634.4617</w:t>
      </w:r>
      <w:r>
        <w:tab/>
        <w:t>3.038e0</w:t>
      </w:r>
    </w:p>
    <w:p w:rsidR="007B2329" w:rsidRDefault="007B2329" w:rsidP="007B2329">
      <w:r>
        <w:t>634.4733</w:t>
      </w:r>
      <w:r>
        <w:tab/>
        <w:t>1.013e0</w:t>
      </w:r>
    </w:p>
    <w:p w:rsidR="007B2329" w:rsidRDefault="007B2329" w:rsidP="007B2329">
      <w:r>
        <w:t>634.4769</w:t>
      </w:r>
      <w:r>
        <w:tab/>
        <w:t>3.038e0</w:t>
      </w:r>
    </w:p>
    <w:p w:rsidR="007B2329" w:rsidRDefault="007B2329" w:rsidP="007B2329">
      <w:r>
        <w:lastRenderedPageBreak/>
        <w:t>634.4990</w:t>
      </w:r>
      <w:r>
        <w:tab/>
        <w:t>2.025e0</w:t>
      </w:r>
    </w:p>
    <w:p w:rsidR="007B2329" w:rsidRDefault="007B2329" w:rsidP="007B2329">
      <w:r>
        <w:t>634.5056</w:t>
      </w:r>
      <w:r>
        <w:tab/>
        <w:t>2.025e0</w:t>
      </w:r>
    </w:p>
    <w:p w:rsidR="007B2329" w:rsidRDefault="007B2329" w:rsidP="007B2329">
      <w:r>
        <w:t>634.5273</w:t>
      </w:r>
      <w:r>
        <w:tab/>
        <w:t>1.266e-2</w:t>
      </w:r>
    </w:p>
    <w:p w:rsidR="007B2329" w:rsidRDefault="007B2329" w:rsidP="007B2329">
      <w:r>
        <w:t>634.5600</w:t>
      </w:r>
      <w:r>
        <w:tab/>
        <w:t>3.038e0</w:t>
      </w:r>
    </w:p>
    <w:p w:rsidR="007B2329" w:rsidRDefault="007B2329" w:rsidP="007B2329">
      <w:r>
        <w:t>634.5817</w:t>
      </w:r>
      <w:r>
        <w:tab/>
        <w:t>1.013e0</w:t>
      </w:r>
    </w:p>
    <w:p w:rsidR="007B2329" w:rsidRDefault="007B2329" w:rsidP="007B2329">
      <w:r>
        <w:t>634.5925</w:t>
      </w:r>
      <w:r>
        <w:tab/>
        <w:t>1.013e0</w:t>
      </w:r>
    </w:p>
    <w:p w:rsidR="007B2329" w:rsidRDefault="007B2329" w:rsidP="007B2329">
      <w:r>
        <w:t>634.6255</w:t>
      </w:r>
      <w:r>
        <w:tab/>
        <w:t>2.025e0</w:t>
      </w:r>
    </w:p>
    <w:p w:rsidR="007B2329" w:rsidRDefault="007B2329" w:rsidP="007B2329">
      <w:r>
        <w:t>634.6458</w:t>
      </w:r>
      <w:r>
        <w:tab/>
        <w:t>2.025e0</w:t>
      </w:r>
    </w:p>
    <w:p w:rsidR="007B2329" w:rsidRDefault="007B2329" w:rsidP="007B2329">
      <w:r>
        <w:t>634.6575</w:t>
      </w:r>
      <w:r>
        <w:tab/>
        <w:t>1.013e0</w:t>
      </w:r>
    </w:p>
    <w:p w:rsidR="007B2329" w:rsidRDefault="007B2329" w:rsidP="007B2329">
      <w:r>
        <w:t>634.6636</w:t>
      </w:r>
      <w:r>
        <w:tab/>
        <w:t>1.013e0</w:t>
      </w:r>
    </w:p>
    <w:p w:rsidR="007B2329" w:rsidRDefault="007B2329" w:rsidP="007B2329">
      <w:r>
        <w:t>634.6747</w:t>
      </w:r>
      <w:r>
        <w:tab/>
        <w:t>3.038e0</w:t>
      </w:r>
    </w:p>
    <w:p w:rsidR="007B2329" w:rsidRDefault="007B2329" w:rsidP="007B2329">
      <w:r>
        <w:t>634.7007</w:t>
      </w:r>
      <w:r>
        <w:tab/>
        <w:t>1.013e0</w:t>
      </w:r>
    </w:p>
    <w:p w:rsidR="007B2329" w:rsidRDefault="007B2329" w:rsidP="007B2329">
      <w:r>
        <w:t>634.7443</w:t>
      </w:r>
      <w:r>
        <w:tab/>
        <w:t>1.013e0</w:t>
      </w:r>
    </w:p>
    <w:p w:rsidR="007B2329" w:rsidRDefault="007B2329" w:rsidP="007B2329">
      <w:r>
        <w:t>634.7551</w:t>
      </w:r>
      <w:r>
        <w:tab/>
        <w:t>1.013e0</w:t>
      </w:r>
    </w:p>
    <w:p w:rsidR="007B2329" w:rsidRDefault="007B2329" w:rsidP="007B2329">
      <w:r>
        <w:t>634.7661</w:t>
      </w:r>
      <w:r>
        <w:tab/>
        <w:t>2.025e0</w:t>
      </w:r>
    </w:p>
    <w:p w:rsidR="007B2329" w:rsidRDefault="007B2329" w:rsidP="007B2329">
      <w:r>
        <w:t>634.7692</w:t>
      </w:r>
      <w:r>
        <w:tab/>
        <w:t>1.013e0</w:t>
      </w:r>
    </w:p>
    <w:p w:rsidR="007B2329" w:rsidRDefault="007B2329" w:rsidP="007B2329">
      <w:r>
        <w:t>634.7930</w:t>
      </w:r>
      <w:r>
        <w:tab/>
        <w:t>3.038e0</w:t>
      </w:r>
    </w:p>
    <w:p w:rsidR="007B2329" w:rsidRDefault="007B2329" w:rsidP="007B2329">
      <w:r>
        <w:t>634.8304</w:t>
      </w:r>
      <w:r>
        <w:tab/>
        <w:t>2.025e0</w:t>
      </w:r>
    </w:p>
    <w:p w:rsidR="007B2329" w:rsidRDefault="007B2329" w:rsidP="007B2329">
      <w:r>
        <w:t>634.8482</w:t>
      </w:r>
      <w:r>
        <w:tab/>
        <w:t>2.025e0</w:t>
      </w:r>
    </w:p>
    <w:p w:rsidR="007B2329" w:rsidRDefault="007B2329" w:rsidP="007B2329">
      <w:r>
        <w:lastRenderedPageBreak/>
        <w:t>634.8527</w:t>
      </w:r>
      <w:r>
        <w:tab/>
        <w:t>1.013e0</w:t>
      </w:r>
    </w:p>
    <w:p w:rsidR="007B2329" w:rsidRDefault="007B2329" w:rsidP="007B2329">
      <w:r>
        <w:t>634.8637</w:t>
      </w:r>
      <w:r>
        <w:tab/>
        <w:t>1.013e0</w:t>
      </w:r>
    </w:p>
    <w:p w:rsidR="007B2329" w:rsidRDefault="007B2329" w:rsidP="007B2329">
      <w:r>
        <w:t>634.8825</w:t>
      </w:r>
      <w:r>
        <w:tab/>
        <w:t>2.025e0</w:t>
      </w:r>
    </w:p>
    <w:p w:rsidR="007B2329" w:rsidRDefault="007B2329" w:rsidP="007B2329">
      <w:r>
        <w:t>634.9177</w:t>
      </w:r>
      <w:r>
        <w:tab/>
        <w:t>1.013e0</w:t>
      </w:r>
    </w:p>
    <w:p w:rsidR="007B2329" w:rsidRDefault="007B2329" w:rsidP="007B2329">
      <w:r>
        <w:t>634.9719</w:t>
      </w:r>
      <w:r>
        <w:tab/>
        <w:t>1.013e0</w:t>
      </w:r>
    </w:p>
    <w:p w:rsidR="007B2329" w:rsidRDefault="007B2329" w:rsidP="007B2329">
      <w:r>
        <w:t>634.9747</w:t>
      </w:r>
      <w:r>
        <w:tab/>
        <w:t>3.038e0</w:t>
      </w:r>
    </w:p>
    <w:p w:rsidR="007B2329" w:rsidRDefault="007B2329" w:rsidP="007B2329">
      <w:r>
        <w:t>634.9880</w:t>
      </w:r>
      <w:r>
        <w:tab/>
        <w:t>2.025e0</w:t>
      </w:r>
    </w:p>
    <w:p w:rsidR="007B2329" w:rsidRDefault="007B2329" w:rsidP="007B2329">
      <w:r>
        <w:t>635.0051</w:t>
      </w:r>
      <w:r>
        <w:tab/>
        <w:t>2.025e0</w:t>
      </w:r>
    </w:p>
    <w:p w:rsidR="007B2329" w:rsidRDefault="007B2329" w:rsidP="007B2329">
      <w:r>
        <w:t>635.0668</w:t>
      </w:r>
      <w:r>
        <w:tab/>
        <w:t>2.025e0</w:t>
      </w:r>
    </w:p>
    <w:p w:rsidR="007B2329" w:rsidRDefault="007B2329" w:rsidP="007B2329">
      <w:r>
        <w:t>635.0845</w:t>
      </w:r>
      <w:r>
        <w:tab/>
        <w:t>1.013e0</w:t>
      </w:r>
    </w:p>
    <w:p w:rsidR="007B2329" w:rsidRDefault="007B2329" w:rsidP="007B2329">
      <w:r>
        <w:t>635.0912</w:t>
      </w:r>
      <w:r>
        <w:tab/>
        <w:t>2.025e0</w:t>
      </w:r>
    </w:p>
    <w:p w:rsidR="007B2329" w:rsidRDefault="007B2329" w:rsidP="007B2329">
      <w:r>
        <w:t>635.1011</w:t>
      </w:r>
      <w:r>
        <w:tab/>
        <w:t>1.013e0</w:t>
      </w:r>
    </w:p>
    <w:p w:rsidR="007B2329" w:rsidRDefault="007B2329" w:rsidP="007B2329">
      <w:r>
        <w:t>635.1189</w:t>
      </w:r>
      <w:r>
        <w:tab/>
        <w:t>1.013e0</w:t>
      </w:r>
    </w:p>
    <w:p w:rsidR="007B2329" w:rsidRDefault="007B2329" w:rsidP="007B2329">
      <w:r>
        <w:t>635.1617</w:t>
      </w:r>
      <w:r>
        <w:tab/>
        <w:t>2.025e0</w:t>
      </w:r>
    </w:p>
    <w:p w:rsidR="007B2329" w:rsidRDefault="007B2329" w:rsidP="007B2329">
      <w:r>
        <w:t>635.1720</w:t>
      </w:r>
      <w:r>
        <w:tab/>
        <w:t>2.025e0</w:t>
      </w:r>
    </w:p>
    <w:p w:rsidR="007B2329" w:rsidRDefault="007B2329" w:rsidP="007B2329">
      <w:r>
        <w:t>635.1887</w:t>
      </w:r>
      <w:r>
        <w:tab/>
        <w:t>1.013e0</w:t>
      </w:r>
    </w:p>
    <w:p w:rsidR="007B2329" w:rsidRDefault="007B2329" w:rsidP="007B2329">
      <w:r>
        <w:t>635.1996</w:t>
      </w:r>
      <w:r>
        <w:tab/>
        <w:t>2.025e0</w:t>
      </w:r>
    </w:p>
    <w:p w:rsidR="007B2329" w:rsidRDefault="007B2329" w:rsidP="007B2329">
      <w:r>
        <w:t>635.2430</w:t>
      </w:r>
      <w:r>
        <w:tab/>
        <w:t>1.013e0</w:t>
      </w:r>
    </w:p>
    <w:p w:rsidR="007B2329" w:rsidRDefault="007B2329" w:rsidP="007B2329">
      <w:r>
        <w:t>635.2596</w:t>
      </w:r>
      <w:r>
        <w:tab/>
        <w:t>4.334e0</w:t>
      </w:r>
    </w:p>
    <w:p w:rsidR="007B2329" w:rsidRDefault="007B2329" w:rsidP="007B2329">
      <w:r>
        <w:lastRenderedPageBreak/>
        <w:t>635.2858</w:t>
      </w:r>
      <w:r>
        <w:tab/>
        <w:t>4.927e0</w:t>
      </w:r>
    </w:p>
    <w:p w:rsidR="007B2329" w:rsidRDefault="007B2329" w:rsidP="007B2329">
      <w:r>
        <w:t>635.3114</w:t>
      </w:r>
      <w:r>
        <w:tab/>
        <w:t>2.025e0</w:t>
      </w:r>
    </w:p>
    <w:p w:rsidR="007B2329" w:rsidRDefault="007B2329" w:rsidP="007B2329">
      <w:r>
        <w:t>635.3300</w:t>
      </w:r>
      <w:r>
        <w:tab/>
        <w:t>2.025e0</w:t>
      </w:r>
    </w:p>
    <w:p w:rsidR="007B2329" w:rsidRDefault="007B2329" w:rsidP="007B2329">
      <w:r>
        <w:t>635.3377</w:t>
      </w:r>
      <w:r>
        <w:tab/>
        <w:t>3.474e0</w:t>
      </w:r>
    </w:p>
    <w:p w:rsidR="007B2329" w:rsidRDefault="007B2329" w:rsidP="007B2329">
      <w:r>
        <w:t>635.3569</w:t>
      </w:r>
      <w:r>
        <w:tab/>
        <w:t>1.382e0</w:t>
      </w:r>
    </w:p>
    <w:p w:rsidR="007B2329" w:rsidRDefault="007B2329" w:rsidP="007B2329">
      <w:r>
        <w:t>635.3632</w:t>
      </w:r>
      <w:r>
        <w:tab/>
        <w:t>2.329e0</w:t>
      </w:r>
    </w:p>
    <w:p w:rsidR="007B2329" w:rsidRDefault="007B2329" w:rsidP="007B2329">
      <w:r>
        <w:t>635.3676</w:t>
      </w:r>
      <w:r>
        <w:tab/>
        <w:t>3.428e0</w:t>
      </w:r>
    </w:p>
    <w:p w:rsidR="007B2329" w:rsidRDefault="007B2329" w:rsidP="007B2329">
      <w:r>
        <w:t>635.4004</w:t>
      </w:r>
      <w:r>
        <w:tab/>
        <w:t>1.861e0</w:t>
      </w:r>
    </w:p>
    <w:p w:rsidR="007B2329" w:rsidRDefault="007B2329" w:rsidP="007B2329">
      <w:r>
        <w:t>635.4069</w:t>
      </w:r>
      <w:r>
        <w:tab/>
        <w:t>2.025e0</w:t>
      </w:r>
    </w:p>
    <w:p w:rsidR="007B2329" w:rsidRDefault="007B2329" w:rsidP="007B2329">
      <w:r>
        <w:t>635.4600</w:t>
      </w:r>
      <w:r>
        <w:tab/>
        <w:t>1.013e0</w:t>
      </w:r>
    </w:p>
    <w:p w:rsidR="007B2329" w:rsidRDefault="007B2329" w:rsidP="007B2329">
      <w:r>
        <w:t>635.4689</w:t>
      </w:r>
      <w:r>
        <w:tab/>
        <w:t>1.013e0</w:t>
      </w:r>
    </w:p>
    <w:p w:rsidR="007B2329" w:rsidRDefault="007B2329" w:rsidP="007B2329">
      <w:r>
        <w:t>635.4711</w:t>
      </w:r>
      <w:r>
        <w:tab/>
        <w:t>1.013e0</w:t>
      </w:r>
    </w:p>
    <w:p w:rsidR="007B2329" w:rsidRDefault="007B2329" w:rsidP="007B2329">
      <w:r>
        <w:t>635.4780</w:t>
      </w:r>
      <w:r>
        <w:tab/>
        <w:t>2.025e0</w:t>
      </w:r>
    </w:p>
    <w:p w:rsidR="007B2329" w:rsidRDefault="007B2329" w:rsidP="007B2329">
      <w:r>
        <w:t>635.4926</w:t>
      </w:r>
      <w:r>
        <w:tab/>
        <w:t>1.013e0</w:t>
      </w:r>
    </w:p>
    <w:p w:rsidR="007B2329" w:rsidRDefault="007B2329" w:rsidP="007B2329">
      <w:r>
        <w:t>635.5215</w:t>
      </w:r>
      <w:r>
        <w:tab/>
        <w:t>3.038e0</w:t>
      </w:r>
    </w:p>
    <w:p w:rsidR="007B2329" w:rsidRDefault="007B2329" w:rsidP="007B2329">
      <w:r>
        <w:t>635.5247</w:t>
      </w:r>
      <w:r>
        <w:tab/>
        <w:t>2.025e0</w:t>
      </w:r>
    </w:p>
    <w:p w:rsidR="007B2329" w:rsidRDefault="007B2329" w:rsidP="007B2329">
      <w:r>
        <w:t>635.5269</w:t>
      </w:r>
      <w:r>
        <w:tab/>
        <w:t>3.038e0</w:t>
      </w:r>
    </w:p>
    <w:p w:rsidR="007B2329" w:rsidRDefault="007B2329" w:rsidP="007B2329">
      <w:r>
        <w:t>635.5517</w:t>
      </w:r>
      <w:r>
        <w:tab/>
        <w:t>2.111e0</w:t>
      </w:r>
    </w:p>
    <w:p w:rsidR="007B2329" w:rsidRDefault="007B2329" w:rsidP="007B2329">
      <w:r>
        <w:t>635.5786</w:t>
      </w:r>
      <w:r>
        <w:tab/>
        <w:t>1.025e0</w:t>
      </w:r>
    </w:p>
    <w:p w:rsidR="007B2329" w:rsidRDefault="007B2329" w:rsidP="007B2329">
      <w:r>
        <w:lastRenderedPageBreak/>
        <w:t>635.6227</w:t>
      </w:r>
      <w:r>
        <w:tab/>
        <w:t>1.013e0</w:t>
      </w:r>
    </w:p>
    <w:p w:rsidR="007B2329" w:rsidRDefault="007B2329" w:rsidP="007B2329">
      <w:r>
        <w:t>635.6238</w:t>
      </w:r>
      <w:r>
        <w:tab/>
        <w:t>2.025e0</w:t>
      </w:r>
    </w:p>
    <w:p w:rsidR="007B2329" w:rsidRDefault="007B2329" w:rsidP="007B2329">
      <w:r>
        <w:t>635.6457</w:t>
      </w:r>
      <w:r>
        <w:tab/>
        <w:t>6.761e0</w:t>
      </w:r>
    </w:p>
    <w:p w:rsidR="007B2329" w:rsidRDefault="007B2329" w:rsidP="007B2329">
      <w:r>
        <w:t>635.6554</w:t>
      </w:r>
      <w:r>
        <w:tab/>
        <w:t>1.013e0</w:t>
      </w:r>
    </w:p>
    <w:p w:rsidR="007B2329" w:rsidRDefault="007B2329" w:rsidP="007B2329">
      <w:r>
        <w:t>635.7493</w:t>
      </w:r>
      <w:r>
        <w:tab/>
        <w:t>1.013e0</w:t>
      </w:r>
    </w:p>
    <w:p w:rsidR="007B2329" w:rsidRDefault="007B2329" w:rsidP="007B2329">
      <w:r>
        <w:t>635.7822</w:t>
      </w:r>
      <w:r>
        <w:tab/>
        <w:t>3.038e0</w:t>
      </w:r>
    </w:p>
    <w:p w:rsidR="007B2329" w:rsidRDefault="007B2329" w:rsidP="007B2329">
      <w:r>
        <w:t>635.7949</w:t>
      </w:r>
      <w:r>
        <w:tab/>
        <w:t>2.025e0</w:t>
      </w:r>
    </w:p>
    <w:p w:rsidR="007B2329" w:rsidRDefault="007B2329" w:rsidP="007B2329">
      <w:r>
        <w:t>635.7963</w:t>
      </w:r>
      <w:r>
        <w:tab/>
        <w:t>1.013e0</w:t>
      </w:r>
    </w:p>
    <w:p w:rsidR="007B2329" w:rsidRDefault="007B2329" w:rsidP="007B2329">
      <w:r>
        <w:t>635.7982</w:t>
      </w:r>
      <w:r>
        <w:tab/>
        <w:t>2.025e0</w:t>
      </w:r>
    </w:p>
    <w:p w:rsidR="007B2329" w:rsidRDefault="007B2329" w:rsidP="007B2329">
      <w:r>
        <w:t>635.8085</w:t>
      </w:r>
      <w:r>
        <w:tab/>
        <w:t>3.038e0</w:t>
      </w:r>
    </w:p>
    <w:p w:rsidR="007B2329" w:rsidRDefault="007B2329" w:rsidP="007B2329">
      <w:r>
        <w:t>635.8611</w:t>
      </w:r>
      <w:r>
        <w:tab/>
        <w:t>4.051e0</w:t>
      </w:r>
    </w:p>
    <w:p w:rsidR="007B2329" w:rsidRDefault="007B2329" w:rsidP="007B2329">
      <w:r>
        <w:t>635.8671</w:t>
      </w:r>
      <w:r>
        <w:tab/>
        <w:t>2.025e0</w:t>
      </w:r>
    </w:p>
    <w:p w:rsidR="007B2329" w:rsidRDefault="007B2329" w:rsidP="007B2329">
      <w:r>
        <w:t>635.8898</w:t>
      </w:r>
      <w:r>
        <w:tab/>
        <w:t>5.063e0</w:t>
      </w:r>
    </w:p>
    <w:p w:rsidR="007B2329" w:rsidRDefault="007B2329" w:rsidP="007B2329">
      <w:r>
        <w:t>635.9242</w:t>
      </w:r>
      <w:r>
        <w:tab/>
        <w:t>1.013e0</w:t>
      </w:r>
    </w:p>
    <w:p w:rsidR="007B2329" w:rsidRDefault="007B2329" w:rsidP="007B2329">
      <w:r>
        <w:t>635.9425</w:t>
      </w:r>
      <w:r>
        <w:tab/>
        <w:t>1.013e0</w:t>
      </w:r>
    </w:p>
    <w:p w:rsidR="007B2329" w:rsidRDefault="007B2329" w:rsidP="007B2329">
      <w:r>
        <w:t>635.9517</w:t>
      </w:r>
      <w:r>
        <w:tab/>
        <w:t>3.038e0</w:t>
      </w:r>
    </w:p>
    <w:p w:rsidR="007B2329" w:rsidRDefault="007B2329" w:rsidP="007B2329">
      <w:r>
        <w:t>636.0078</w:t>
      </w:r>
      <w:r>
        <w:tab/>
        <w:t>2.025e0</w:t>
      </w:r>
    </w:p>
    <w:p w:rsidR="007B2329" w:rsidRDefault="007B2329" w:rsidP="007B2329">
      <w:r>
        <w:t>636.0102</w:t>
      </w:r>
      <w:r>
        <w:tab/>
        <w:t>3.038e0</w:t>
      </w:r>
    </w:p>
    <w:p w:rsidR="007B2329" w:rsidRDefault="007B2329" w:rsidP="007B2329">
      <w:r>
        <w:t>636.0298</w:t>
      </w:r>
      <w:r>
        <w:tab/>
        <w:t>1.013e0</w:t>
      </w:r>
    </w:p>
    <w:p w:rsidR="007B2329" w:rsidRDefault="007B2329" w:rsidP="007B2329">
      <w:r>
        <w:lastRenderedPageBreak/>
        <w:t>636.0354</w:t>
      </w:r>
      <w:r>
        <w:tab/>
        <w:t>4.051e0</w:t>
      </w:r>
    </w:p>
    <w:p w:rsidR="007B2329" w:rsidRDefault="007B2329" w:rsidP="007B2329">
      <w:r>
        <w:t>636.0678</w:t>
      </w:r>
      <w:r>
        <w:tab/>
        <w:t>1.013e0</w:t>
      </w:r>
    </w:p>
    <w:p w:rsidR="007B2329" w:rsidRDefault="007B2329" w:rsidP="007B2329">
      <w:r>
        <w:t>636.0732</w:t>
      </w:r>
      <w:r>
        <w:tab/>
        <w:t>2.025e0</w:t>
      </w:r>
    </w:p>
    <w:p w:rsidR="007B2329" w:rsidRDefault="007B2329" w:rsidP="007B2329">
      <w:r>
        <w:t>636.1091</w:t>
      </w:r>
      <w:r>
        <w:tab/>
        <w:t>2.025e0</w:t>
      </w:r>
    </w:p>
    <w:p w:rsidR="007B2329" w:rsidRDefault="007B2329" w:rsidP="007B2329">
      <w:r>
        <w:t>636.1128</w:t>
      </w:r>
      <w:r>
        <w:tab/>
        <w:t>2.025e0</w:t>
      </w:r>
    </w:p>
    <w:p w:rsidR="007B2329" w:rsidRDefault="007B2329" w:rsidP="007B2329">
      <w:r>
        <w:t>636.1326</w:t>
      </w:r>
      <w:r>
        <w:tab/>
        <w:t>2.025e0</w:t>
      </w:r>
    </w:p>
    <w:p w:rsidR="007B2329" w:rsidRDefault="007B2329" w:rsidP="007B2329">
      <w:r>
        <w:t>636.1353</w:t>
      </w:r>
      <w:r>
        <w:tab/>
        <w:t>1.013e0</w:t>
      </w:r>
    </w:p>
    <w:p w:rsidR="007B2329" w:rsidRDefault="007B2329" w:rsidP="007B2329">
      <w:r>
        <w:t>636.1378</w:t>
      </w:r>
      <w:r>
        <w:tab/>
        <w:t>2.025e0</w:t>
      </w:r>
    </w:p>
    <w:p w:rsidR="007B2329" w:rsidRDefault="007B2329" w:rsidP="007B2329">
      <w:r>
        <w:t>636.1548</w:t>
      </w:r>
      <w:r>
        <w:tab/>
        <w:t>1.013e0</w:t>
      </w:r>
    </w:p>
    <w:p w:rsidR="007B2329" w:rsidRDefault="007B2329" w:rsidP="007B2329">
      <w:r>
        <w:t>636.1807</w:t>
      </w:r>
      <w:r>
        <w:tab/>
        <w:t>4.051e0</w:t>
      </w:r>
    </w:p>
    <w:p w:rsidR="007B2329" w:rsidRDefault="007B2329" w:rsidP="007B2329">
      <w:r>
        <w:t>636.1878</w:t>
      </w:r>
      <w:r>
        <w:tab/>
        <w:t>1.067e0</w:t>
      </w:r>
    </w:p>
    <w:p w:rsidR="007B2329" w:rsidRDefault="007B2329" w:rsidP="007B2329">
      <w:r>
        <w:t>636.1982</w:t>
      </w:r>
      <w:r>
        <w:tab/>
        <w:t>1.013e0</w:t>
      </w:r>
    </w:p>
    <w:p w:rsidR="007B2329" w:rsidRDefault="007B2329" w:rsidP="007B2329">
      <w:r>
        <w:t>636.1998</w:t>
      </w:r>
      <w:r>
        <w:tab/>
        <w:t>2.025e0</w:t>
      </w:r>
    </w:p>
    <w:p w:rsidR="007B2329" w:rsidRDefault="007B2329" w:rsidP="007B2329">
      <w:r>
        <w:t>636.2264</w:t>
      </w:r>
      <w:r>
        <w:tab/>
        <w:t>5.063e0</w:t>
      </w:r>
    </w:p>
    <w:p w:rsidR="007B2329" w:rsidRDefault="007B2329" w:rsidP="007B2329">
      <w:r>
        <w:t>636.2410</w:t>
      </w:r>
      <w:r>
        <w:tab/>
        <w:t>3.406e0</w:t>
      </w:r>
    </w:p>
    <w:p w:rsidR="007B2329" w:rsidRDefault="007B2329" w:rsidP="007B2329">
      <w:r>
        <w:t>636.2445</w:t>
      </w:r>
      <w:r>
        <w:tab/>
        <w:t>3.038e0</w:t>
      </w:r>
    </w:p>
    <w:p w:rsidR="007B2329" w:rsidRDefault="007B2329" w:rsidP="007B2329">
      <w:r>
        <w:t>636.2528</w:t>
      </w:r>
      <w:r>
        <w:tab/>
        <w:t>1.013e0</w:t>
      </w:r>
    </w:p>
    <w:p w:rsidR="007B2329" w:rsidRDefault="007B2329" w:rsidP="007B2329">
      <w:r>
        <w:t>636.2633</w:t>
      </w:r>
      <w:r>
        <w:tab/>
        <w:t>2.025e0</w:t>
      </w:r>
    </w:p>
    <w:p w:rsidR="007B2329" w:rsidRDefault="007B2329" w:rsidP="007B2329">
      <w:r>
        <w:t>636.3261</w:t>
      </w:r>
      <w:r>
        <w:tab/>
        <w:t>2.133e0</w:t>
      </w:r>
    </w:p>
    <w:p w:rsidR="007B2329" w:rsidRDefault="007B2329" w:rsidP="007B2329">
      <w:r>
        <w:lastRenderedPageBreak/>
        <w:t>636.3380</w:t>
      </w:r>
      <w:r>
        <w:tab/>
        <w:t>1.627e0</w:t>
      </w:r>
    </w:p>
    <w:p w:rsidR="007B2329" w:rsidRDefault="007B2329" w:rsidP="007B2329">
      <w:r>
        <w:t>636.3442</w:t>
      </w:r>
      <w:r>
        <w:tab/>
        <w:t>3.038e0</w:t>
      </w:r>
    </w:p>
    <w:p w:rsidR="007B2329" w:rsidRDefault="007B2329" w:rsidP="007B2329">
      <w:r>
        <w:t>636.3587</w:t>
      </w:r>
      <w:r>
        <w:tab/>
        <w:t>5.886e0</w:t>
      </w:r>
    </w:p>
    <w:p w:rsidR="007B2329" w:rsidRDefault="007B2329" w:rsidP="007B2329">
      <w:r>
        <w:t>636.3662</w:t>
      </w:r>
      <w:r>
        <w:tab/>
        <w:t>1.025e0</w:t>
      </w:r>
    </w:p>
    <w:p w:rsidR="007B2329" w:rsidRDefault="007B2329" w:rsidP="007B2329">
      <w:r>
        <w:t>636.3824</w:t>
      </w:r>
      <w:r>
        <w:tab/>
        <w:t>4.299e-1</w:t>
      </w:r>
    </w:p>
    <w:p w:rsidR="007B2329" w:rsidRDefault="007B2329" w:rsidP="007B2329">
      <w:r>
        <w:t>636.3979</w:t>
      </w:r>
      <w:r>
        <w:tab/>
        <w:t>2.025e0</w:t>
      </w:r>
    </w:p>
    <w:p w:rsidR="007B2329" w:rsidRDefault="007B2329" w:rsidP="007B2329">
      <w:r>
        <w:t>636.4037</w:t>
      </w:r>
      <w:r>
        <w:tab/>
        <w:t>2.058e0</w:t>
      </w:r>
    </w:p>
    <w:p w:rsidR="007B2329" w:rsidRDefault="007B2329" w:rsidP="007B2329">
      <w:r>
        <w:t>636.4156</w:t>
      </w:r>
      <w:r>
        <w:tab/>
        <w:t>2.658e0</w:t>
      </w:r>
    </w:p>
    <w:p w:rsidR="007B2329" w:rsidRDefault="007B2329" w:rsidP="007B2329">
      <w:r>
        <w:t>636.4182</w:t>
      </w:r>
      <w:r>
        <w:tab/>
        <w:t>3.038e0</w:t>
      </w:r>
    </w:p>
    <w:p w:rsidR="007B2329" w:rsidRDefault="007B2329" w:rsidP="007B2329">
      <w:r>
        <w:t>636.4770</w:t>
      </w:r>
      <w:r>
        <w:tab/>
        <w:t>2.025e0</w:t>
      </w:r>
    </w:p>
    <w:p w:rsidR="007B2329" w:rsidRDefault="007B2329" w:rsidP="007B2329">
      <w:r>
        <w:t>636.4854</w:t>
      </w:r>
      <w:r>
        <w:tab/>
        <w:t>4.051e0</w:t>
      </w:r>
    </w:p>
    <w:p w:rsidR="007B2329" w:rsidRDefault="007B2329" w:rsidP="007B2329">
      <w:r>
        <w:t>636.5025</w:t>
      </w:r>
      <w:r>
        <w:tab/>
        <w:t>2.025e0</w:t>
      </w:r>
    </w:p>
    <w:p w:rsidR="007B2329" w:rsidRDefault="007B2329" w:rsidP="007B2329">
      <w:r>
        <w:t>636.5114</w:t>
      </w:r>
      <w:r>
        <w:tab/>
        <w:t>3.038e0</w:t>
      </w:r>
    </w:p>
    <w:p w:rsidR="007B2329" w:rsidRDefault="007B2329" w:rsidP="007B2329">
      <w:r>
        <w:t>636.5380</w:t>
      </w:r>
      <w:r>
        <w:tab/>
        <w:t>1.013e0</w:t>
      </w:r>
    </w:p>
    <w:p w:rsidR="007B2329" w:rsidRDefault="007B2329" w:rsidP="007B2329">
      <w:r>
        <w:t>636.5677</w:t>
      </w:r>
      <w:r>
        <w:tab/>
        <w:t>1.013e0</w:t>
      </w:r>
    </w:p>
    <w:p w:rsidR="007B2329" w:rsidRDefault="007B2329" w:rsidP="007B2329">
      <w:r>
        <w:t>636.5723</w:t>
      </w:r>
      <w:r>
        <w:tab/>
        <w:t>3.038e0</w:t>
      </w:r>
    </w:p>
    <w:p w:rsidR="007B2329" w:rsidRDefault="007B2329" w:rsidP="007B2329">
      <w:r>
        <w:t>636.5895</w:t>
      </w:r>
      <w:r>
        <w:tab/>
        <w:t>1.013e0</w:t>
      </w:r>
    </w:p>
    <w:p w:rsidR="007B2329" w:rsidRDefault="007B2329" w:rsidP="007B2329">
      <w:r>
        <w:t>636.6002</w:t>
      </w:r>
      <w:r>
        <w:tab/>
        <w:t>1.013e0</w:t>
      </w:r>
    </w:p>
    <w:p w:rsidR="007B2329" w:rsidRDefault="007B2329" w:rsidP="007B2329">
      <w:r>
        <w:t>636.6165</w:t>
      </w:r>
      <w:r>
        <w:tab/>
        <w:t>2.025e0</w:t>
      </w:r>
    </w:p>
    <w:p w:rsidR="007B2329" w:rsidRDefault="007B2329" w:rsidP="007B2329">
      <w:r>
        <w:lastRenderedPageBreak/>
        <w:t>636.6221</w:t>
      </w:r>
      <w:r>
        <w:tab/>
        <w:t>1.013e0</w:t>
      </w:r>
    </w:p>
    <w:p w:rsidR="007B2329" w:rsidRDefault="007B2329" w:rsidP="007B2329">
      <w:r>
        <w:t>636.6276</w:t>
      </w:r>
      <w:r>
        <w:tab/>
        <w:t>2.025e0</w:t>
      </w:r>
    </w:p>
    <w:p w:rsidR="007B2329" w:rsidRDefault="007B2329" w:rsidP="007B2329">
      <w:r>
        <w:t>636.6337</w:t>
      </w:r>
      <w:r>
        <w:tab/>
        <w:t>2.025e0</w:t>
      </w:r>
    </w:p>
    <w:p w:rsidR="007B2329" w:rsidRDefault="007B2329" w:rsidP="007B2329">
      <w:r>
        <w:t>636.6549</w:t>
      </w:r>
      <w:r>
        <w:tab/>
        <w:t>1.013e0</w:t>
      </w:r>
    </w:p>
    <w:p w:rsidR="007B2329" w:rsidRDefault="007B2329" w:rsidP="007B2329">
      <w:r>
        <w:t>636.6602</w:t>
      </w:r>
      <w:r>
        <w:tab/>
        <w:t>1.013e0</w:t>
      </w:r>
    </w:p>
    <w:p w:rsidR="007B2329" w:rsidRDefault="007B2329" w:rsidP="007B2329">
      <w:r>
        <w:t>636.6873</w:t>
      </w:r>
      <w:r>
        <w:tab/>
        <w:t>1.013e0</w:t>
      </w:r>
    </w:p>
    <w:p w:rsidR="007B2329" w:rsidRDefault="007B2329" w:rsidP="007B2329">
      <w:r>
        <w:t>636.7632</w:t>
      </w:r>
      <w:r>
        <w:tab/>
        <w:t>1.013e0</w:t>
      </w:r>
    </w:p>
    <w:p w:rsidR="007B2329" w:rsidRDefault="007B2329" w:rsidP="007B2329">
      <w:r>
        <w:t>636.8005</w:t>
      </w:r>
      <w:r>
        <w:tab/>
        <w:t>1.013e0</w:t>
      </w:r>
    </w:p>
    <w:p w:rsidR="007B2329" w:rsidRDefault="007B2329" w:rsidP="007B2329">
      <w:r>
        <w:t>636.8159</w:t>
      </w:r>
      <w:r>
        <w:tab/>
        <w:t>4.051e0</w:t>
      </w:r>
    </w:p>
    <w:p w:rsidR="007B2329" w:rsidRDefault="007B2329" w:rsidP="007B2329">
      <w:r>
        <w:t>636.8245</w:t>
      </w:r>
      <w:r>
        <w:tab/>
        <w:t>2.025e0</w:t>
      </w:r>
    </w:p>
    <w:p w:rsidR="007B2329" w:rsidRDefault="007B2329" w:rsidP="007B2329">
      <w:r>
        <w:t>636.8350</w:t>
      </w:r>
      <w:r>
        <w:tab/>
        <w:t>1.013e0</w:t>
      </w:r>
    </w:p>
    <w:p w:rsidR="007B2329" w:rsidRDefault="007B2329" w:rsidP="007B2329">
      <w:r>
        <w:t>636.8390</w:t>
      </w:r>
      <w:r>
        <w:tab/>
        <w:t>3.038e0</w:t>
      </w:r>
    </w:p>
    <w:p w:rsidR="007B2329" w:rsidRDefault="007B2329" w:rsidP="007B2329">
      <w:r>
        <w:t>636.8506</w:t>
      </w:r>
      <w:r>
        <w:tab/>
        <w:t>1.013e0</w:t>
      </w:r>
    </w:p>
    <w:p w:rsidR="007B2329" w:rsidRDefault="007B2329" w:rsidP="007B2329">
      <w:r>
        <w:t>636.8696</w:t>
      </w:r>
      <w:r>
        <w:tab/>
        <w:t>1.013e0</w:t>
      </w:r>
    </w:p>
    <w:p w:rsidR="007B2329" w:rsidRDefault="007B2329" w:rsidP="007B2329">
      <w:r>
        <w:t>636.8741</w:t>
      </w:r>
      <w:r>
        <w:tab/>
        <w:t>3.038e0</w:t>
      </w:r>
    </w:p>
    <w:p w:rsidR="007B2329" w:rsidRDefault="007B2329" w:rsidP="007B2329">
      <w:r>
        <w:t>636.8787</w:t>
      </w:r>
      <w:r>
        <w:tab/>
        <w:t>2.025e0</w:t>
      </w:r>
    </w:p>
    <w:p w:rsidR="007B2329" w:rsidRDefault="007B2329" w:rsidP="007B2329">
      <w:r>
        <w:t>636.8879</w:t>
      </w:r>
      <w:r>
        <w:tab/>
        <w:t>1.013e0</w:t>
      </w:r>
    </w:p>
    <w:p w:rsidR="007B2329" w:rsidRDefault="007B2329" w:rsidP="007B2329">
      <w:r>
        <w:t>636.9171</w:t>
      </w:r>
      <w:r>
        <w:tab/>
        <w:t>2.494e0</w:t>
      </w:r>
    </w:p>
    <w:p w:rsidR="007B2329" w:rsidRDefault="007B2329" w:rsidP="007B2329">
      <w:r>
        <w:t>636.9374</w:t>
      </w:r>
      <w:r>
        <w:tab/>
        <w:t>1.013e0</w:t>
      </w:r>
    </w:p>
    <w:p w:rsidR="007B2329" w:rsidRDefault="007B2329" w:rsidP="007B2329">
      <w:r>
        <w:lastRenderedPageBreak/>
        <w:t>636.9648</w:t>
      </w:r>
      <w:r>
        <w:tab/>
        <w:t>2.025e0</w:t>
      </w:r>
    </w:p>
    <w:p w:rsidR="007B2329" w:rsidRDefault="007B2329" w:rsidP="007B2329">
      <w:r>
        <w:t>637.0433</w:t>
      </w:r>
      <w:r>
        <w:tab/>
        <w:t>3.038e0</w:t>
      </w:r>
    </w:p>
    <w:p w:rsidR="007B2329" w:rsidRDefault="007B2329" w:rsidP="007B2329">
      <w:r>
        <w:t>637.0448</w:t>
      </w:r>
      <w:r>
        <w:tab/>
        <w:t>5.063e0</w:t>
      </w:r>
    </w:p>
    <w:p w:rsidR="007B2329" w:rsidRDefault="007B2329" w:rsidP="007B2329">
      <w:r>
        <w:t>637.0787</w:t>
      </w:r>
      <w:r>
        <w:tab/>
        <w:t>4.051e0</w:t>
      </w:r>
    </w:p>
    <w:p w:rsidR="007B2329" w:rsidRDefault="007B2329" w:rsidP="007B2329">
      <w:r>
        <w:t>637.1012</w:t>
      </w:r>
      <w:r>
        <w:tab/>
        <w:t>3.038e0</w:t>
      </w:r>
    </w:p>
    <w:p w:rsidR="007B2329" w:rsidRDefault="007B2329" w:rsidP="007B2329">
      <w:r>
        <w:t>637.1385</w:t>
      </w:r>
      <w:r>
        <w:tab/>
        <w:t>2.025e0</w:t>
      </w:r>
    </w:p>
    <w:p w:rsidR="007B2329" w:rsidRDefault="007B2329" w:rsidP="007B2329">
      <w:r>
        <w:t>637.1442</w:t>
      </w:r>
      <w:r>
        <w:tab/>
        <w:t>1.013e0</w:t>
      </w:r>
    </w:p>
    <w:p w:rsidR="007B2329" w:rsidRDefault="007B2329" w:rsidP="007B2329">
      <w:r>
        <w:t>637.1460</w:t>
      </w:r>
      <w:r>
        <w:tab/>
        <w:t>2.025e0</w:t>
      </w:r>
    </w:p>
    <w:p w:rsidR="007B2329" w:rsidRDefault="007B2329" w:rsidP="007B2329">
      <w:r>
        <w:t>637.1754</w:t>
      </w:r>
      <w:r>
        <w:tab/>
        <w:t>3.212e0</w:t>
      </w:r>
    </w:p>
    <w:p w:rsidR="007B2329" w:rsidRDefault="007B2329" w:rsidP="007B2329">
      <w:r>
        <w:t>637.1913</w:t>
      </w:r>
      <w:r>
        <w:tab/>
        <w:t>2.025e0</w:t>
      </w:r>
    </w:p>
    <w:p w:rsidR="007B2329" w:rsidRDefault="007B2329" w:rsidP="007B2329">
      <w:r>
        <w:t>637.1981</w:t>
      </w:r>
      <w:r>
        <w:tab/>
        <w:t>2.998e0</w:t>
      </w:r>
    </w:p>
    <w:p w:rsidR="007B2329" w:rsidRDefault="007B2329" w:rsidP="007B2329">
      <w:r>
        <w:t>637.2034</w:t>
      </w:r>
      <w:r>
        <w:tab/>
        <w:t>3.038e0</w:t>
      </w:r>
    </w:p>
    <w:p w:rsidR="007B2329" w:rsidRDefault="007B2329" w:rsidP="007B2329">
      <w:r>
        <w:t>637.2198</w:t>
      </w:r>
      <w:r>
        <w:tab/>
        <w:t>1.013e0</w:t>
      </w:r>
    </w:p>
    <w:p w:rsidR="007B2329" w:rsidRDefault="007B2329" w:rsidP="007B2329">
      <w:r>
        <w:t>637.2288</w:t>
      </w:r>
      <w:r>
        <w:tab/>
        <w:t>3.038e0</w:t>
      </w:r>
    </w:p>
    <w:p w:rsidR="007B2329" w:rsidRDefault="007B2329" w:rsidP="007B2329">
      <w:r>
        <w:t>637.2637</w:t>
      </w:r>
      <w:r>
        <w:tab/>
        <w:t>1.586e0</w:t>
      </w:r>
    </w:p>
    <w:p w:rsidR="007B2329" w:rsidRDefault="007B2329" w:rsidP="007B2329">
      <w:r>
        <w:t>637.2758</w:t>
      </w:r>
      <w:r>
        <w:tab/>
        <w:t>2.331e0</w:t>
      </w:r>
    </w:p>
    <w:p w:rsidR="007B2329" w:rsidRDefault="007B2329" w:rsidP="007B2329">
      <w:r>
        <w:t>637.2831</w:t>
      </w:r>
      <w:r>
        <w:tab/>
        <w:t>4.921e0</w:t>
      </w:r>
    </w:p>
    <w:p w:rsidR="007B2329" w:rsidRDefault="007B2329" w:rsidP="007B2329">
      <w:r>
        <w:t>637.3181</w:t>
      </w:r>
      <w:r>
        <w:tab/>
        <w:t>2.043e0</w:t>
      </w:r>
    </w:p>
    <w:p w:rsidR="007B2329" w:rsidRDefault="007B2329" w:rsidP="007B2329">
      <w:r>
        <w:t>637.3274</w:t>
      </w:r>
      <w:r>
        <w:tab/>
        <w:t>4.147e0</w:t>
      </w:r>
    </w:p>
    <w:p w:rsidR="007B2329" w:rsidRDefault="007B2329" w:rsidP="007B2329">
      <w:r>
        <w:lastRenderedPageBreak/>
        <w:t>637.3466</w:t>
      </w:r>
      <w:r>
        <w:tab/>
        <w:t>1.480e0</w:t>
      </w:r>
    </w:p>
    <w:p w:rsidR="007B2329" w:rsidRDefault="007B2329" w:rsidP="007B2329">
      <w:r>
        <w:t>637.3569</w:t>
      </w:r>
      <w:r>
        <w:tab/>
        <w:t>7.592e0</w:t>
      </w:r>
    </w:p>
    <w:p w:rsidR="007B2329" w:rsidRDefault="007B2329" w:rsidP="007B2329">
      <w:r>
        <w:t>637.3598</w:t>
      </w:r>
      <w:r>
        <w:tab/>
        <w:t>2.532e0</w:t>
      </w:r>
    </w:p>
    <w:p w:rsidR="007B2329" w:rsidRDefault="007B2329" w:rsidP="007B2329">
      <w:r>
        <w:t>637.3689</w:t>
      </w:r>
      <w:r>
        <w:tab/>
        <w:t>2.033e0</w:t>
      </w:r>
    </w:p>
    <w:p w:rsidR="007B2329" w:rsidRDefault="007B2329" w:rsidP="007B2329">
      <w:r>
        <w:t>637.3756</w:t>
      </w:r>
      <w:r>
        <w:tab/>
        <w:t>4.051e0</w:t>
      </w:r>
    </w:p>
    <w:p w:rsidR="007B2329" w:rsidRDefault="007B2329" w:rsidP="007B2329">
      <w:r>
        <w:t>637.3967</w:t>
      </w:r>
      <w:r>
        <w:tab/>
        <w:t>1.978e0</w:t>
      </w:r>
    </w:p>
    <w:p w:rsidR="007B2329" w:rsidRDefault="007B2329" w:rsidP="007B2329">
      <w:r>
        <w:t>637.4060</w:t>
      </w:r>
      <w:r>
        <w:tab/>
        <w:t>1.916e0</w:t>
      </w:r>
    </w:p>
    <w:p w:rsidR="007B2329" w:rsidRDefault="007B2329" w:rsidP="007B2329">
      <w:r>
        <w:t>637.4222</w:t>
      </w:r>
      <w:r>
        <w:tab/>
        <w:t>2.025e0</w:t>
      </w:r>
    </w:p>
    <w:p w:rsidR="007B2329" w:rsidRDefault="007B2329" w:rsidP="007B2329">
      <w:r>
        <w:t>637.4297</w:t>
      </w:r>
      <w:r>
        <w:tab/>
        <w:t>1.432e0</w:t>
      </w:r>
    </w:p>
    <w:p w:rsidR="007B2329" w:rsidRDefault="007B2329" w:rsidP="007B2329">
      <w:r>
        <w:t>637.4485</w:t>
      </w:r>
      <w:r>
        <w:tab/>
        <w:t>1.830e0</w:t>
      </w:r>
    </w:p>
    <w:p w:rsidR="007B2329" w:rsidRDefault="007B2329" w:rsidP="007B2329">
      <w:r>
        <w:t>637.4703</w:t>
      </w:r>
      <w:r>
        <w:tab/>
        <w:t>1.013e0</w:t>
      </w:r>
    </w:p>
    <w:p w:rsidR="007B2329" w:rsidRDefault="007B2329" w:rsidP="007B2329">
      <w:r>
        <w:t>637.5138</w:t>
      </w:r>
      <w:r>
        <w:tab/>
        <w:t>1.013e0</w:t>
      </w:r>
    </w:p>
    <w:p w:rsidR="007B2329" w:rsidRDefault="007B2329" w:rsidP="007B2329">
      <w:r>
        <w:t>637.5248</w:t>
      </w:r>
      <w:r>
        <w:tab/>
        <w:t>1.013e0</w:t>
      </w:r>
    </w:p>
    <w:p w:rsidR="007B2329" w:rsidRDefault="007B2329" w:rsidP="007B2329">
      <w:r>
        <w:t>637.5370</w:t>
      </w:r>
      <w:r>
        <w:tab/>
        <w:t>2.025e0</w:t>
      </w:r>
    </w:p>
    <w:p w:rsidR="007B2329" w:rsidRDefault="007B2329" w:rsidP="007B2329">
      <w:r>
        <w:t>637.5439</w:t>
      </w:r>
      <w:r>
        <w:tab/>
        <w:t>2.025e0</w:t>
      </w:r>
    </w:p>
    <w:p w:rsidR="007B2329" w:rsidRDefault="007B2329" w:rsidP="007B2329">
      <w:r>
        <w:t>637.5530</w:t>
      </w:r>
      <w:r>
        <w:tab/>
        <w:t>2.025e0</w:t>
      </w:r>
    </w:p>
    <w:p w:rsidR="007B2329" w:rsidRDefault="007B2329" w:rsidP="007B2329">
      <w:r>
        <w:t>637.5873</w:t>
      </w:r>
      <w:r>
        <w:tab/>
        <w:t>1.013e0</w:t>
      </w:r>
    </w:p>
    <w:p w:rsidR="007B2329" w:rsidRDefault="007B2329" w:rsidP="007B2329">
      <w:r>
        <w:t>637.6056</w:t>
      </w:r>
      <w:r>
        <w:tab/>
        <w:t>1.025e0</w:t>
      </w:r>
    </w:p>
    <w:p w:rsidR="007B2329" w:rsidRDefault="007B2329" w:rsidP="007B2329">
      <w:r>
        <w:t>637.6583</w:t>
      </w:r>
      <w:r>
        <w:tab/>
        <w:t>1.013e0</w:t>
      </w:r>
    </w:p>
    <w:p w:rsidR="007B2329" w:rsidRDefault="007B2329" w:rsidP="007B2329">
      <w:r>
        <w:lastRenderedPageBreak/>
        <w:t>637.6632</w:t>
      </w:r>
      <w:r>
        <w:tab/>
        <w:t>7.089e0</w:t>
      </w:r>
    </w:p>
    <w:p w:rsidR="007B2329" w:rsidRDefault="007B2329" w:rsidP="007B2329">
      <w:r>
        <w:t>637.6749</w:t>
      </w:r>
      <w:r>
        <w:tab/>
        <w:t>2.025e0</w:t>
      </w:r>
    </w:p>
    <w:p w:rsidR="007B2329" w:rsidRDefault="007B2329" w:rsidP="007B2329">
      <w:r>
        <w:t>637.7032</w:t>
      </w:r>
      <w:r>
        <w:tab/>
        <w:t>1.025e0</w:t>
      </w:r>
    </w:p>
    <w:p w:rsidR="007B2329" w:rsidRDefault="007B2329" w:rsidP="007B2329">
      <w:r>
        <w:t>637.7206</w:t>
      </w:r>
      <w:r>
        <w:tab/>
        <w:t>1.013e0</w:t>
      </w:r>
    </w:p>
    <w:p w:rsidR="007B2329" w:rsidRDefault="007B2329" w:rsidP="007B2329">
      <w:r>
        <w:t>637.7407</w:t>
      </w:r>
      <w:r>
        <w:tab/>
        <w:t>3.038e0</w:t>
      </w:r>
    </w:p>
    <w:p w:rsidR="007B2329" w:rsidRDefault="007B2329" w:rsidP="007B2329">
      <w:r>
        <w:t>637.7642</w:t>
      </w:r>
      <w:r>
        <w:tab/>
        <w:t>2.025e0</w:t>
      </w:r>
    </w:p>
    <w:p w:rsidR="007B2329" w:rsidRDefault="007B2329" w:rsidP="007B2329">
      <w:r>
        <w:t>637.7730</w:t>
      </w:r>
      <w:r>
        <w:tab/>
        <w:t>3.038e0</w:t>
      </w:r>
    </w:p>
    <w:p w:rsidR="007B2329" w:rsidRDefault="007B2329" w:rsidP="007B2329">
      <w:r>
        <w:t>637.7982</w:t>
      </w:r>
      <w:r>
        <w:tab/>
        <w:t>1.013e0</w:t>
      </w:r>
    </w:p>
    <w:p w:rsidR="007B2329" w:rsidRDefault="007B2329" w:rsidP="007B2329">
      <w:r>
        <w:t>637.8333</w:t>
      </w:r>
      <w:r>
        <w:tab/>
        <w:t>1.013e0</w:t>
      </w:r>
    </w:p>
    <w:p w:rsidR="007B2329" w:rsidRDefault="007B2329" w:rsidP="007B2329">
      <w:r>
        <w:t>637.8371</w:t>
      </w:r>
      <w:r>
        <w:tab/>
        <w:t>3.038e0</w:t>
      </w:r>
    </w:p>
    <w:p w:rsidR="007B2329" w:rsidRDefault="007B2329" w:rsidP="007B2329">
      <w:r>
        <w:t>637.8569</w:t>
      </w:r>
      <w:r>
        <w:tab/>
        <w:t>2.025e0</w:t>
      </w:r>
    </w:p>
    <w:p w:rsidR="007B2329" w:rsidRDefault="007B2329" w:rsidP="007B2329">
      <w:r>
        <w:t>637.8589</w:t>
      </w:r>
      <w:r>
        <w:tab/>
        <w:t>2.025e0</w:t>
      </w:r>
    </w:p>
    <w:p w:rsidR="007B2329" w:rsidRDefault="007B2329" w:rsidP="007B2329">
      <w:r>
        <w:t>637.8777</w:t>
      </w:r>
      <w:r>
        <w:tab/>
        <w:t>2.025e0</w:t>
      </w:r>
    </w:p>
    <w:p w:rsidR="007B2329" w:rsidRDefault="007B2329" w:rsidP="007B2329">
      <w:r>
        <w:t>637.8976</w:t>
      </w:r>
      <w:r>
        <w:tab/>
        <w:t>2.025e0</w:t>
      </w:r>
    </w:p>
    <w:p w:rsidR="007B2329" w:rsidRDefault="007B2329" w:rsidP="007B2329">
      <w:r>
        <w:t>637.9167</w:t>
      </w:r>
      <w:r>
        <w:tab/>
        <w:t>1.013e0</w:t>
      </w:r>
    </w:p>
    <w:p w:rsidR="007B2329" w:rsidRDefault="007B2329" w:rsidP="007B2329">
      <w:r>
        <w:t>637.9331</w:t>
      </w:r>
      <w:r>
        <w:tab/>
        <w:t>2.025e0</w:t>
      </w:r>
    </w:p>
    <w:p w:rsidR="007B2329" w:rsidRDefault="007B2329" w:rsidP="007B2329">
      <w:r>
        <w:t>637.9341</w:t>
      </w:r>
      <w:r>
        <w:tab/>
        <w:t>4.051e0</w:t>
      </w:r>
    </w:p>
    <w:p w:rsidR="007B2329" w:rsidRDefault="007B2329" w:rsidP="007B2329">
      <w:r>
        <w:t>637.9554</w:t>
      </w:r>
      <w:r>
        <w:tab/>
        <w:t>3.038e0</w:t>
      </w:r>
    </w:p>
    <w:p w:rsidR="007B2329" w:rsidRDefault="007B2329" w:rsidP="007B2329">
      <w:r>
        <w:t>637.9778</w:t>
      </w:r>
      <w:r>
        <w:tab/>
        <w:t>3.038e0</w:t>
      </w:r>
    </w:p>
    <w:p w:rsidR="007B2329" w:rsidRDefault="007B2329" w:rsidP="007B2329">
      <w:r>
        <w:lastRenderedPageBreak/>
        <w:t>637.9900</w:t>
      </w:r>
      <w:r>
        <w:tab/>
        <w:t>1.013e0</w:t>
      </w:r>
    </w:p>
    <w:p w:rsidR="007B2329" w:rsidRDefault="007B2329" w:rsidP="007B2329">
      <w:r>
        <w:t>638.0040</w:t>
      </w:r>
      <w:r>
        <w:tab/>
        <w:t>2.025e0</w:t>
      </w:r>
    </w:p>
    <w:p w:rsidR="007B2329" w:rsidRDefault="007B2329" w:rsidP="007B2329">
      <w:r>
        <w:t>638.0582</w:t>
      </w:r>
      <w:r>
        <w:tab/>
        <w:t>3.038e0</w:t>
      </w:r>
    </w:p>
    <w:p w:rsidR="007B2329" w:rsidRDefault="007B2329" w:rsidP="007B2329">
      <w:r>
        <w:t>638.0775</w:t>
      </w:r>
      <w:r>
        <w:tab/>
        <w:t>1.013e0</w:t>
      </w:r>
    </w:p>
    <w:p w:rsidR="007B2329" w:rsidRDefault="007B2329" w:rsidP="007B2329">
      <w:r>
        <w:t>638.0915</w:t>
      </w:r>
      <w:r>
        <w:tab/>
        <w:t>2.025e0</w:t>
      </w:r>
    </w:p>
    <w:p w:rsidR="007B2329" w:rsidRDefault="007B2329" w:rsidP="007B2329">
      <w:r>
        <w:t>638.1142</w:t>
      </w:r>
      <w:r>
        <w:tab/>
        <w:t>5.063e0</w:t>
      </w:r>
    </w:p>
    <w:p w:rsidR="007B2329" w:rsidRDefault="007B2329" w:rsidP="007B2329">
      <w:r>
        <w:t>638.1270</w:t>
      </w:r>
      <w:r>
        <w:tab/>
        <w:t>3.038e0</w:t>
      </w:r>
    </w:p>
    <w:p w:rsidR="007B2329" w:rsidRDefault="007B2329" w:rsidP="007B2329">
      <w:r>
        <w:t>638.1486</w:t>
      </w:r>
      <w:r>
        <w:tab/>
        <w:t>1.266e-2</w:t>
      </w:r>
    </w:p>
    <w:p w:rsidR="007B2329" w:rsidRDefault="007B2329" w:rsidP="007B2329">
      <w:r>
        <w:t>638.1501</w:t>
      </w:r>
      <w:r>
        <w:tab/>
        <w:t>1.025e0</w:t>
      </w:r>
    </w:p>
    <w:p w:rsidR="007B2329" w:rsidRDefault="007B2329" w:rsidP="007B2329">
      <w:r>
        <w:t>638.1572</w:t>
      </w:r>
      <w:r>
        <w:tab/>
        <w:t>6.076e0</w:t>
      </w:r>
    </w:p>
    <w:p w:rsidR="007B2329" w:rsidRDefault="007B2329" w:rsidP="007B2329">
      <w:r>
        <w:t>638.1595</w:t>
      </w:r>
      <w:r>
        <w:tab/>
        <w:t>1.025e0</w:t>
      </w:r>
    </w:p>
    <w:p w:rsidR="007B2329" w:rsidRDefault="007B2329" w:rsidP="007B2329">
      <w:r>
        <w:t>638.1932</w:t>
      </w:r>
      <w:r>
        <w:tab/>
        <w:t>2.025e0</w:t>
      </w:r>
    </w:p>
    <w:p w:rsidR="007B2329" w:rsidRDefault="007B2329" w:rsidP="007B2329">
      <w:r>
        <w:t>638.2000</w:t>
      </w:r>
      <w:r>
        <w:tab/>
        <w:t>1.013e0</w:t>
      </w:r>
    </w:p>
    <w:p w:rsidR="007B2329" w:rsidRDefault="007B2329" w:rsidP="007B2329">
      <w:r>
        <w:t>638.2175</w:t>
      </w:r>
      <w:r>
        <w:tab/>
        <w:t>1.013e0</w:t>
      </w:r>
    </w:p>
    <w:p w:rsidR="007B2329" w:rsidRDefault="007B2329" w:rsidP="007B2329">
      <w:r>
        <w:t>638.2214</w:t>
      </w:r>
      <w:r>
        <w:tab/>
        <w:t>2.025e0</w:t>
      </w:r>
    </w:p>
    <w:p w:rsidR="007B2329" w:rsidRDefault="007B2329" w:rsidP="007B2329">
      <w:r>
        <w:t>638.2368</w:t>
      </w:r>
      <w:r>
        <w:tab/>
        <w:t>7.239e0</w:t>
      </w:r>
    </w:p>
    <w:p w:rsidR="007B2329" w:rsidRDefault="007B2329" w:rsidP="007B2329">
      <w:r>
        <w:t>638.2764</w:t>
      </w:r>
      <w:r>
        <w:tab/>
        <w:t>1.013e0</w:t>
      </w:r>
    </w:p>
    <w:p w:rsidR="007B2329" w:rsidRDefault="007B2329" w:rsidP="007B2329">
      <w:r>
        <w:t>638.3289</w:t>
      </w:r>
      <w:r>
        <w:tab/>
        <w:t>1.801e0</w:t>
      </w:r>
    </w:p>
    <w:p w:rsidR="007B2329" w:rsidRDefault="007B2329" w:rsidP="007B2329">
      <w:r>
        <w:t>638.3447</w:t>
      </w:r>
      <w:r>
        <w:tab/>
        <w:t>5.961e0</w:t>
      </w:r>
    </w:p>
    <w:p w:rsidR="007B2329" w:rsidRDefault="007B2329" w:rsidP="007B2329">
      <w:r>
        <w:lastRenderedPageBreak/>
        <w:t>638.3755</w:t>
      </w:r>
      <w:r>
        <w:tab/>
        <w:t>1.949e0</w:t>
      </w:r>
    </w:p>
    <w:p w:rsidR="007B2329" w:rsidRDefault="007B2329" w:rsidP="007B2329">
      <w:r>
        <w:t>638.3786</w:t>
      </w:r>
      <w:r>
        <w:tab/>
        <w:t>3.051e0</w:t>
      </w:r>
    </w:p>
    <w:p w:rsidR="007B2329" w:rsidRDefault="007B2329" w:rsidP="007B2329">
      <w:r>
        <w:t>638.3809</w:t>
      </w:r>
      <w:r>
        <w:tab/>
        <w:t>1.004e1</w:t>
      </w:r>
    </w:p>
    <w:p w:rsidR="007B2329" w:rsidRDefault="007B2329" w:rsidP="007B2329">
      <w:r>
        <w:t>638.3831</w:t>
      </w:r>
      <w:r>
        <w:tab/>
        <w:t>3.500e0</w:t>
      </w:r>
    </w:p>
    <w:p w:rsidR="007B2329" w:rsidRDefault="007B2329" w:rsidP="007B2329">
      <w:r>
        <w:t>638.3923</w:t>
      </w:r>
      <w:r>
        <w:tab/>
        <w:t>1.013e0</w:t>
      </w:r>
    </w:p>
    <w:p w:rsidR="007B2329" w:rsidRDefault="007B2329" w:rsidP="007B2329">
      <w:r>
        <w:t>638.4016</w:t>
      </w:r>
      <w:r>
        <w:tab/>
        <w:t>3.291e0</w:t>
      </w:r>
    </w:p>
    <w:p w:rsidR="007B2329" w:rsidRDefault="007B2329" w:rsidP="007B2329">
      <w:r>
        <w:t>638.4123</w:t>
      </w:r>
      <w:r>
        <w:tab/>
        <w:t>1.994e0</w:t>
      </w:r>
    </w:p>
    <w:p w:rsidR="007B2329" w:rsidRDefault="007B2329" w:rsidP="007B2329">
      <w:r>
        <w:t>638.4471</w:t>
      </w:r>
      <w:r>
        <w:tab/>
        <w:t>3.038e0</w:t>
      </w:r>
    </w:p>
    <w:p w:rsidR="007B2329" w:rsidRDefault="007B2329" w:rsidP="007B2329">
      <w:r>
        <w:t>638.4751</w:t>
      </w:r>
      <w:r>
        <w:tab/>
        <w:t>5.041e0</w:t>
      </w:r>
    </w:p>
    <w:p w:rsidR="007B2329" w:rsidRDefault="007B2329" w:rsidP="007B2329">
      <w:r>
        <w:t>638.4799</w:t>
      </w:r>
      <w:r>
        <w:tab/>
        <w:t>3.038e0</w:t>
      </w:r>
    </w:p>
    <w:p w:rsidR="007B2329" w:rsidRDefault="007B2329" w:rsidP="007B2329">
      <w:r>
        <w:t>638.4962</w:t>
      </w:r>
      <w:r>
        <w:tab/>
        <w:t>3.038e0</w:t>
      </w:r>
    </w:p>
    <w:p w:rsidR="007B2329" w:rsidRDefault="007B2329" w:rsidP="007B2329">
      <w:r>
        <w:t>638.5219</w:t>
      </w:r>
      <w:r>
        <w:tab/>
        <w:t>2.025e0</w:t>
      </w:r>
    </w:p>
    <w:p w:rsidR="007B2329" w:rsidRDefault="007B2329" w:rsidP="007B2329">
      <w:r>
        <w:t>638.5373</w:t>
      </w:r>
      <w:r>
        <w:tab/>
        <w:t>2.025e0</w:t>
      </w:r>
    </w:p>
    <w:p w:rsidR="007B2329" w:rsidRDefault="007B2329" w:rsidP="007B2329">
      <w:r>
        <w:t>638.5853</w:t>
      </w:r>
      <w:r>
        <w:tab/>
        <w:t>3.038e0</w:t>
      </w:r>
    </w:p>
    <w:p w:rsidR="007B2329" w:rsidRDefault="007B2329" w:rsidP="007B2329">
      <w:r>
        <w:t>638.5908</w:t>
      </w:r>
      <w:r>
        <w:tab/>
        <w:t>4.051e0</w:t>
      </w:r>
    </w:p>
    <w:p w:rsidR="007B2329" w:rsidRDefault="007B2329" w:rsidP="007B2329">
      <w:r>
        <w:t>638.6092</w:t>
      </w:r>
      <w:r>
        <w:tab/>
        <w:t>2.025e0</w:t>
      </w:r>
    </w:p>
    <w:p w:rsidR="007B2329" w:rsidRDefault="007B2329" w:rsidP="007B2329">
      <w:r>
        <w:t>638.6108</w:t>
      </w:r>
      <w:r>
        <w:tab/>
        <w:t>1.063e0</w:t>
      </w:r>
    </w:p>
    <w:p w:rsidR="007B2329" w:rsidRDefault="007B2329" w:rsidP="007B2329">
      <w:r>
        <w:t>638.6125</w:t>
      </w:r>
      <w:r>
        <w:tab/>
        <w:t>3.038e0</w:t>
      </w:r>
    </w:p>
    <w:p w:rsidR="007B2329" w:rsidRDefault="007B2329" w:rsidP="007B2329">
      <w:r>
        <w:t>638.6150</w:t>
      </w:r>
      <w:r>
        <w:tab/>
        <w:t>4.051e0</w:t>
      </w:r>
    </w:p>
    <w:p w:rsidR="007B2329" w:rsidRDefault="007B2329" w:rsidP="007B2329">
      <w:r>
        <w:lastRenderedPageBreak/>
        <w:t>638.6307</w:t>
      </w:r>
      <w:r>
        <w:tab/>
        <w:t>4.051e0</w:t>
      </w:r>
    </w:p>
    <w:p w:rsidR="007B2329" w:rsidRDefault="007B2329" w:rsidP="007B2329">
      <w:r>
        <w:t>638.6433</w:t>
      </w:r>
      <w:r>
        <w:tab/>
        <w:t>5.063e0</w:t>
      </w:r>
    </w:p>
    <w:p w:rsidR="007B2329" w:rsidRDefault="007B2329" w:rsidP="007B2329">
      <w:r>
        <w:t>638.7121</w:t>
      </w:r>
      <w:r>
        <w:tab/>
        <w:t>1.013e0</w:t>
      </w:r>
    </w:p>
    <w:p w:rsidR="007B2329" w:rsidRDefault="007B2329" w:rsidP="007B2329">
      <w:r>
        <w:t>638.7230</w:t>
      </w:r>
      <w:r>
        <w:tab/>
        <w:t>2.025e0</w:t>
      </w:r>
    </w:p>
    <w:p w:rsidR="007B2329" w:rsidRDefault="007B2329" w:rsidP="007B2329">
      <w:r>
        <w:t>638.7257</w:t>
      </w:r>
      <w:r>
        <w:tab/>
        <w:t>1.013e0</w:t>
      </w:r>
    </w:p>
    <w:p w:rsidR="007B2329" w:rsidRDefault="007B2329" w:rsidP="007B2329">
      <w:r>
        <w:t>638.7340</w:t>
      </w:r>
      <w:r>
        <w:tab/>
        <w:t>1.013e0</w:t>
      </w:r>
    </w:p>
    <w:p w:rsidR="007B2329" w:rsidRDefault="007B2329" w:rsidP="007B2329">
      <w:r>
        <w:t>638.7377</w:t>
      </w:r>
      <w:r>
        <w:tab/>
        <w:t>6.261e0</w:t>
      </w:r>
    </w:p>
    <w:p w:rsidR="007B2329" w:rsidRDefault="007B2329" w:rsidP="007B2329">
      <w:r>
        <w:t>638.7775</w:t>
      </w:r>
      <w:r>
        <w:tab/>
        <w:t>3.038e0</w:t>
      </w:r>
    </w:p>
    <w:p w:rsidR="007B2329" w:rsidRDefault="007B2329" w:rsidP="007B2329">
      <w:r>
        <w:t>638.8209</w:t>
      </w:r>
      <w:r>
        <w:tab/>
        <w:t>2.025e0</w:t>
      </w:r>
    </w:p>
    <w:p w:rsidR="007B2329" w:rsidRDefault="007B2329" w:rsidP="007B2329">
      <w:r>
        <w:t>638.8322</w:t>
      </w:r>
      <w:r>
        <w:tab/>
        <w:t>2.025e0</w:t>
      </w:r>
    </w:p>
    <w:p w:rsidR="007B2329" w:rsidRDefault="007B2329" w:rsidP="007B2329">
      <w:r>
        <w:t>638.8388</w:t>
      </w:r>
      <w:r>
        <w:tab/>
        <w:t>2.025e0</w:t>
      </w:r>
    </w:p>
    <w:p w:rsidR="007B2329" w:rsidRDefault="007B2329" w:rsidP="007B2329">
      <w:r>
        <w:t>638.8431</w:t>
      </w:r>
      <w:r>
        <w:tab/>
        <w:t>1.013e0</w:t>
      </w:r>
    </w:p>
    <w:p w:rsidR="007B2329" w:rsidRDefault="007B2329" w:rsidP="007B2329">
      <w:r>
        <w:t>638.8475</w:t>
      </w:r>
      <w:r>
        <w:tab/>
        <w:t>2.025e0</w:t>
      </w:r>
    </w:p>
    <w:p w:rsidR="007B2329" w:rsidRDefault="007B2329" w:rsidP="007B2329">
      <w:r>
        <w:t>638.8824</w:t>
      </w:r>
      <w:r>
        <w:tab/>
        <w:t>1.013e0</w:t>
      </w:r>
    </w:p>
    <w:p w:rsidR="007B2329" w:rsidRDefault="007B2329" w:rsidP="007B2329">
      <w:r>
        <w:t>638.9117</w:t>
      </w:r>
      <w:r>
        <w:tab/>
        <w:t>7.101e0</w:t>
      </w:r>
    </w:p>
    <w:p w:rsidR="007B2329" w:rsidRDefault="007B2329" w:rsidP="007B2329">
      <w:r>
        <w:t>638.9196</w:t>
      </w:r>
      <w:r>
        <w:tab/>
        <w:t>1.013e0</w:t>
      </w:r>
    </w:p>
    <w:p w:rsidR="007B2329" w:rsidRDefault="007B2329" w:rsidP="007B2329">
      <w:r>
        <w:t>638.9303</w:t>
      </w:r>
      <w:r>
        <w:tab/>
        <w:t>1.013e0</w:t>
      </w:r>
    </w:p>
    <w:p w:rsidR="007B2329" w:rsidRDefault="007B2329" w:rsidP="007B2329">
      <w:r>
        <w:t>638.9352</w:t>
      </w:r>
      <w:r>
        <w:tab/>
        <w:t>3.038e0</w:t>
      </w:r>
    </w:p>
    <w:p w:rsidR="007B2329" w:rsidRDefault="007B2329" w:rsidP="007B2329">
      <w:r>
        <w:t>638.9411</w:t>
      </w:r>
      <w:r>
        <w:tab/>
        <w:t>1.013e0</w:t>
      </w:r>
    </w:p>
    <w:p w:rsidR="007B2329" w:rsidRDefault="007B2329" w:rsidP="007B2329">
      <w:r>
        <w:lastRenderedPageBreak/>
        <w:t>638.9532</w:t>
      </w:r>
      <w:r>
        <w:tab/>
        <w:t>1.013e0</w:t>
      </w:r>
    </w:p>
    <w:p w:rsidR="007B2329" w:rsidRDefault="007B2329" w:rsidP="007B2329">
      <w:r>
        <w:t>639.0073</w:t>
      </w:r>
      <w:r>
        <w:tab/>
        <w:t>4.051e0</w:t>
      </w:r>
    </w:p>
    <w:p w:rsidR="007B2329" w:rsidRDefault="007B2329" w:rsidP="007B2329">
      <w:r>
        <w:t>639.0228</w:t>
      </w:r>
      <w:r>
        <w:tab/>
        <w:t>1.013e0</w:t>
      </w:r>
    </w:p>
    <w:p w:rsidR="007B2329" w:rsidRDefault="007B2329" w:rsidP="007B2329">
      <w:r>
        <w:t>639.0464</w:t>
      </w:r>
      <w:r>
        <w:tab/>
        <w:t>2.025e0</w:t>
      </w:r>
    </w:p>
    <w:p w:rsidR="007B2329" w:rsidRDefault="007B2329" w:rsidP="007B2329">
      <w:r>
        <w:t>639.0612</w:t>
      </w:r>
      <w:r>
        <w:tab/>
        <w:t>1.013e0</w:t>
      </w:r>
    </w:p>
    <w:p w:rsidR="007B2329" w:rsidRDefault="007B2329" w:rsidP="007B2329">
      <w:r>
        <w:t>639.0801</w:t>
      </w:r>
      <w:r>
        <w:tab/>
        <w:t>2.025e0</w:t>
      </w:r>
    </w:p>
    <w:p w:rsidR="007B2329" w:rsidRDefault="007B2329" w:rsidP="007B2329">
      <w:r>
        <w:t>639.0920</w:t>
      </w:r>
      <w:r>
        <w:tab/>
        <w:t>1.013e0</w:t>
      </w:r>
    </w:p>
    <w:p w:rsidR="007B2329" w:rsidRDefault="007B2329" w:rsidP="007B2329">
      <w:r>
        <w:t>639.1038</w:t>
      </w:r>
      <w:r>
        <w:tab/>
        <w:t>3.038e0</w:t>
      </w:r>
    </w:p>
    <w:p w:rsidR="007B2329" w:rsidRDefault="007B2329" w:rsidP="007B2329">
      <w:r>
        <w:t>639.1630</w:t>
      </w:r>
      <w:r>
        <w:tab/>
        <w:t>1.013e0</w:t>
      </w:r>
    </w:p>
    <w:p w:rsidR="007B2329" w:rsidRDefault="007B2329" w:rsidP="007B2329">
      <w:r>
        <w:t>639.1811</w:t>
      </w:r>
      <w:r>
        <w:tab/>
        <w:t>1.013e0</w:t>
      </w:r>
    </w:p>
    <w:p w:rsidR="007B2329" w:rsidRDefault="007B2329" w:rsidP="007B2329">
      <w:r>
        <w:t>639.1885</w:t>
      </w:r>
      <w:r>
        <w:tab/>
        <w:t>2.025e0</w:t>
      </w:r>
    </w:p>
    <w:p w:rsidR="007B2329" w:rsidRDefault="007B2329" w:rsidP="007B2329">
      <w:r>
        <w:t>639.2095</w:t>
      </w:r>
      <w:r>
        <w:tab/>
        <w:t>2.025e0</w:t>
      </w:r>
    </w:p>
    <w:p w:rsidR="007B2329" w:rsidRDefault="007B2329" w:rsidP="007B2329">
      <w:r>
        <w:t>639.2184</w:t>
      </w:r>
      <w:r>
        <w:tab/>
        <w:t>5.063e0</w:t>
      </w:r>
    </w:p>
    <w:p w:rsidR="007B2329" w:rsidRDefault="007B2329" w:rsidP="007B2329">
      <w:r>
        <w:t>639.2256</w:t>
      </w:r>
      <w:r>
        <w:tab/>
        <w:t>2.025e0</w:t>
      </w:r>
    </w:p>
    <w:p w:rsidR="007B2329" w:rsidRDefault="007B2329" w:rsidP="007B2329">
      <w:r>
        <w:t>639.2356</w:t>
      </w:r>
      <w:r>
        <w:tab/>
        <w:t>4.017e0</w:t>
      </w:r>
    </w:p>
    <w:p w:rsidR="007B2329" w:rsidRDefault="007B2329" w:rsidP="007B2329">
      <w:r>
        <w:t>639.2803</w:t>
      </w:r>
      <w:r>
        <w:tab/>
        <w:t>4.548e0</w:t>
      </w:r>
    </w:p>
    <w:p w:rsidR="007B2329" w:rsidRDefault="007B2329" w:rsidP="007B2329">
      <w:r>
        <w:t>639.3212</w:t>
      </w:r>
      <w:r>
        <w:tab/>
        <w:t>8.341e0</w:t>
      </w:r>
    </w:p>
    <w:p w:rsidR="007B2329" w:rsidRDefault="007B2329" w:rsidP="007B2329">
      <w:r>
        <w:t>639.3525</w:t>
      </w:r>
      <w:r>
        <w:tab/>
        <w:t>8.052e0</w:t>
      </w:r>
    </w:p>
    <w:p w:rsidR="007B2329" w:rsidRDefault="007B2329" w:rsidP="007B2329">
      <w:r>
        <w:t>639.3572</w:t>
      </w:r>
      <w:r>
        <w:tab/>
        <w:t>4.462e0</w:t>
      </w:r>
    </w:p>
    <w:p w:rsidR="007B2329" w:rsidRDefault="007B2329" w:rsidP="007B2329">
      <w:r>
        <w:lastRenderedPageBreak/>
        <w:t>639.3714</w:t>
      </w:r>
      <w:r>
        <w:tab/>
        <w:t>1.381e1</w:t>
      </w:r>
    </w:p>
    <w:p w:rsidR="007B2329" w:rsidRDefault="007B2329" w:rsidP="007B2329">
      <w:r>
        <w:t>639.3870</w:t>
      </w:r>
      <w:r>
        <w:tab/>
        <w:t>4.051e0</w:t>
      </w:r>
    </w:p>
    <w:p w:rsidR="007B2329" w:rsidRDefault="007B2329" w:rsidP="007B2329">
      <w:r>
        <w:t>639.4054</w:t>
      </w:r>
      <w:r>
        <w:tab/>
        <w:t>2.266e1</w:t>
      </w:r>
    </w:p>
    <w:p w:rsidR="007B2329" w:rsidRDefault="007B2329" w:rsidP="007B2329">
      <w:r>
        <w:t>639.4080</w:t>
      </w:r>
      <w:r>
        <w:tab/>
        <w:t>5.125e1</w:t>
      </w:r>
    </w:p>
    <w:p w:rsidR="007B2329" w:rsidRDefault="007B2329" w:rsidP="007B2329">
      <w:r>
        <w:t>639.4102</w:t>
      </w:r>
      <w:r>
        <w:tab/>
        <w:t>1.480e1</w:t>
      </w:r>
    </w:p>
    <w:p w:rsidR="007B2329" w:rsidRDefault="007B2329" w:rsidP="007B2329">
      <w:r>
        <w:t>639.4172</w:t>
      </w:r>
      <w:r>
        <w:tab/>
        <w:t>4.218e1</w:t>
      </w:r>
    </w:p>
    <w:p w:rsidR="007B2329" w:rsidRDefault="007B2329" w:rsidP="007B2329">
      <w:r>
        <w:t>639.4224</w:t>
      </w:r>
      <w:r>
        <w:tab/>
        <w:t>3.603e1</w:t>
      </w:r>
    </w:p>
    <w:p w:rsidR="007B2329" w:rsidRDefault="007B2329" w:rsidP="007B2329">
      <w:r>
        <w:t>639.4290</w:t>
      </w:r>
      <w:r>
        <w:tab/>
        <w:t>1.013e1</w:t>
      </w:r>
    </w:p>
    <w:p w:rsidR="007B2329" w:rsidRDefault="007B2329" w:rsidP="007B2329">
      <w:r>
        <w:t>639.4360</w:t>
      </w:r>
      <w:r>
        <w:tab/>
        <w:t>1.850e1</w:t>
      </w:r>
    </w:p>
    <w:p w:rsidR="007B2329" w:rsidRDefault="007B2329" w:rsidP="007B2329">
      <w:r>
        <w:t>639.4763</w:t>
      </w:r>
      <w:r>
        <w:tab/>
        <w:t>4.051e0</w:t>
      </w:r>
    </w:p>
    <w:p w:rsidR="007B2329" w:rsidRDefault="007B2329" w:rsidP="007B2329">
      <w:r>
        <w:t>639.4976</w:t>
      </w:r>
      <w:r>
        <w:tab/>
        <w:t>1.013e0</w:t>
      </w:r>
    </w:p>
    <w:p w:rsidR="007B2329" w:rsidRDefault="007B2329" w:rsidP="007B2329">
      <w:r>
        <w:t>639.5681</w:t>
      </w:r>
      <w:r>
        <w:tab/>
        <w:t>2.025e0</w:t>
      </w:r>
    </w:p>
    <w:p w:rsidR="007B2329" w:rsidRDefault="007B2329" w:rsidP="007B2329">
      <w:r>
        <w:t>639.5740</w:t>
      </w:r>
      <w:r>
        <w:tab/>
        <w:t>2.025e0</w:t>
      </w:r>
    </w:p>
    <w:p w:rsidR="007B2329" w:rsidRDefault="007B2329" w:rsidP="007B2329">
      <w:r>
        <w:t>639.5751</w:t>
      </w:r>
      <w:r>
        <w:tab/>
        <w:t>4.051e0</w:t>
      </w:r>
    </w:p>
    <w:p w:rsidR="007B2329" w:rsidRDefault="007B2329" w:rsidP="007B2329">
      <w:r>
        <w:t>639.5924</w:t>
      </w:r>
      <w:r>
        <w:tab/>
        <w:t>3.038e0</w:t>
      </w:r>
    </w:p>
    <w:p w:rsidR="007B2329" w:rsidRDefault="007B2329" w:rsidP="007B2329">
      <w:r>
        <w:t>639.6002</w:t>
      </w:r>
      <w:r>
        <w:tab/>
        <w:t>1.013e0</w:t>
      </w:r>
    </w:p>
    <w:p w:rsidR="007B2329" w:rsidRDefault="007B2329" w:rsidP="007B2329">
      <w:r>
        <w:t>639.6067</w:t>
      </w:r>
      <w:r>
        <w:tab/>
        <w:t>2.025e0</w:t>
      </w:r>
    </w:p>
    <w:p w:rsidR="007B2329" w:rsidRDefault="007B2329" w:rsidP="007B2329">
      <w:r>
        <w:t>639.6161</w:t>
      </w:r>
      <w:r>
        <w:tab/>
        <w:t>2.025e0</w:t>
      </w:r>
    </w:p>
    <w:p w:rsidR="007B2329" w:rsidRDefault="007B2329" w:rsidP="007B2329">
      <w:r>
        <w:t>639.6224</w:t>
      </w:r>
      <w:r>
        <w:tab/>
        <w:t>4.051e0</w:t>
      </w:r>
    </w:p>
    <w:p w:rsidR="007B2329" w:rsidRDefault="007B2329" w:rsidP="007B2329">
      <w:r>
        <w:lastRenderedPageBreak/>
        <w:t>639.6237</w:t>
      </w:r>
      <w:r>
        <w:tab/>
        <w:t>3.038e0</w:t>
      </w:r>
    </w:p>
    <w:p w:rsidR="007B2329" w:rsidRDefault="007B2329" w:rsidP="007B2329">
      <w:r>
        <w:t>639.6525</w:t>
      </w:r>
      <w:r>
        <w:tab/>
        <w:t>3.038e0</w:t>
      </w:r>
    </w:p>
    <w:p w:rsidR="007B2329" w:rsidRDefault="007B2329" w:rsidP="007B2329">
      <w:r>
        <w:t>639.6554</w:t>
      </w:r>
      <w:r>
        <w:tab/>
        <w:t>4.051e0</w:t>
      </w:r>
    </w:p>
    <w:p w:rsidR="007B2329" w:rsidRDefault="007B2329" w:rsidP="007B2329">
      <w:r>
        <w:t>639.6799</w:t>
      </w:r>
      <w:r>
        <w:tab/>
        <w:t>4.510e0</w:t>
      </w:r>
    </w:p>
    <w:p w:rsidR="007B2329" w:rsidRDefault="007B2329" w:rsidP="007B2329">
      <w:r>
        <w:t>639.6942</w:t>
      </w:r>
      <w:r>
        <w:tab/>
        <w:t>1.013e0</w:t>
      </w:r>
    </w:p>
    <w:p w:rsidR="007B2329" w:rsidRDefault="007B2329" w:rsidP="007B2329">
      <w:r>
        <w:t>639.7172</w:t>
      </w:r>
      <w:r>
        <w:tab/>
        <w:t>2.400e0</w:t>
      </w:r>
    </w:p>
    <w:p w:rsidR="007B2329" w:rsidRDefault="007B2329" w:rsidP="007B2329">
      <w:r>
        <w:t>639.7220</w:t>
      </w:r>
      <w:r>
        <w:tab/>
        <w:t>1.013e0</w:t>
      </w:r>
    </w:p>
    <w:p w:rsidR="007B2329" w:rsidRDefault="007B2329" w:rsidP="007B2329">
      <w:r>
        <w:t>639.7709</w:t>
      </w:r>
      <w:r>
        <w:tab/>
        <w:t>3.038e0</w:t>
      </w:r>
    </w:p>
    <w:p w:rsidR="007B2329" w:rsidRDefault="007B2329" w:rsidP="007B2329">
      <w:r>
        <w:t>639.7732</w:t>
      </w:r>
      <w:r>
        <w:tab/>
        <w:t>6.076e0</w:t>
      </w:r>
    </w:p>
    <w:p w:rsidR="007B2329" w:rsidRDefault="007B2329" w:rsidP="007B2329">
      <w:r>
        <w:t>639.8094</w:t>
      </w:r>
      <w:r>
        <w:tab/>
        <w:t>1.013e0</w:t>
      </w:r>
    </w:p>
    <w:p w:rsidR="007B2329" w:rsidRDefault="007B2329" w:rsidP="007B2329">
      <w:r>
        <w:t>639.8362</w:t>
      </w:r>
      <w:r>
        <w:tab/>
        <w:t>1.013e0</w:t>
      </w:r>
    </w:p>
    <w:p w:rsidR="007B2329" w:rsidRDefault="007B2329" w:rsidP="007B2329">
      <w:r>
        <w:t>639.8441</w:t>
      </w:r>
      <w:r>
        <w:tab/>
        <w:t>1.013e0</w:t>
      </w:r>
    </w:p>
    <w:p w:rsidR="007B2329" w:rsidRDefault="007B2329" w:rsidP="007B2329">
      <w:r>
        <w:t>639.8510</w:t>
      </w:r>
      <w:r>
        <w:tab/>
        <w:t>3.038e0</w:t>
      </w:r>
    </w:p>
    <w:p w:rsidR="007B2329" w:rsidRDefault="007B2329" w:rsidP="007B2329">
      <w:r>
        <w:t>639.8690</w:t>
      </w:r>
      <w:r>
        <w:tab/>
        <w:t>1.013e0</w:t>
      </w:r>
    </w:p>
    <w:p w:rsidR="007B2329" w:rsidRDefault="007B2329" w:rsidP="007B2329">
      <w:r>
        <w:t>639.9150</w:t>
      </w:r>
      <w:r>
        <w:tab/>
        <w:t>1.013e0</w:t>
      </w:r>
    </w:p>
    <w:p w:rsidR="007B2329" w:rsidRDefault="007B2329" w:rsidP="007B2329">
      <w:r>
        <w:t>639.9432</w:t>
      </w:r>
      <w:r>
        <w:tab/>
        <w:t>3.038e0</w:t>
      </w:r>
    </w:p>
    <w:p w:rsidR="007B2329" w:rsidRDefault="007B2329" w:rsidP="007B2329">
      <w:r>
        <w:t>639.9454</w:t>
      </w:r>
      <w:r>
        <w:tab/>
        <w:t>1.013e0</w:t>
      </w:r>
    </w:p>
    <w:p w:rsidR="007B2329" w:rsidRDefault="007B2329" w:rsidP="007B2329">
      <w:r>
        <w:t>639.9666</w:t>
      </w:r>
      <w:r>
        <w:tab/>
        <w:t>1.013e0</w:t>
      </w:r>
    </w:p>
    <w:p w:rsidR="007B2329" w:rsidRDefault="007B2329" w:rsidP="007B2329">
      <w:r>
        <w:t>639.9781</w:t>
      </w:r>
      <w:r>
        <w:tab/>
        <w:t>1.013e0</w:t>
      </w:r>
    </w:p>
    <w:p w:rsidR="007B2329" w:rsidRDefault="007B2329" w:rsidP="007B2329">
      <w:r>
        <w:lastRenderedPageBreak/>
        <w:t>639.9958</w:t>
      </w:r>
      <w:r>
        <w:tab/>
        <w:t>3.038e0</w:t>
      </w:r>
    </w:p>
    <w:p w:rsidR="007B2329" w:rsidRDefault="007B2329" w:rsidP="007B2329">
      <w:r>
        <w:t>640.0000</w:t>
      </w:r>
      <w:r>
        <w:tab/>
        <w:t>1.013e0</w:t>
      </w:r>
    </w:p>
    <w:p w:rsidR="007B2329" w:rsidRDefault="007B2329" w:rsidP="007B2329">
      <w:r>
        <w:t>640.0326</w:t>
      </w:r>
      <w:r>
        <w:tab/>
        <w:t>1.013e0</w:t>
      </w:r>
    </w:p>
    <w:p w:rsidR="007B2329" w:rsidRDefault="007B2329" w:rsidP="007B2329">
      <w:r>
        <w:t>640.0437</w:t>
      </w:r>
      <w:r>
        <w:tab/>
        <w:t>1.013e0</w:t>
      </w:r>
    </w:p>
    <w:p w:rsidR="007B2329" w:rsidRDefault="007B2329" w:rsidP="007B2329">
      <w:r>
        <w:t>640.0551</w:t>
      </w:r>
      <w:r>
        <w:tab/>
        <w:t>3.038e0</w:t>
      </w:r>
    </w:p>
    <w:p w:rsidR="007B2329" w:rsidRDefault="007B2329" w:rsidP="007B2329">
      <w:r>
        <w:t>640.0583</w:t>
      </w:r>
      <w:r>
        <w:tab/>
        <w:t>3.051e0</w:t>
      </w:r>
    </w:p>
    <w:p w:rsidR="007B2329" w:rsidRDefault="007B2329" w:rsidP="007B2329">
      <w:r>
        <w:t>640.0654</w:t>
      </w:r>
      <w:r>
        <w:tab/>
        <w:t>1.013e0</w:t>
      </w:r>
    </w:p>
    <w:p w:rsidR="007B2329" w:rsidRDefault="007B2329" w:rsidP="007B2329">
      <w:r>
        <w:t>640.0815</w:t>
      </w:r>
      <w:r>
        <w:tab/>
        <w:t>2.025e0</w:t>
      </w:r>
    </w:p>
    <w:p w:rsidR="007B2329" w:rsidRDefault="007B2329" w:rsidP="007B2329">
      <w:r>
        <w:t>640.1091</w:t>
      </w:r>
      <w:r>
        <w:tab/>
        <w:t>2.025e0</w:t>
      </w:r>
    </w:p>
    <w:p w:rsidR="007B2329" w:rsidRDefault="007B2329" w:rsidP="007B2329">
      <w:r>
        <w:t>640.1415</w:t>
      </w:r>
      <w:r>
        <w:tab/>
        <w:t>1.013e0</w:t>
      </w:r>
    </w:p>
    <w:p w:rsidR="007B2329" w:rsidRDefault="007B2329" w:rsidP="007B2329">
      <w:r>
        <w:t>640.1522</w:t>
      </w:r>
      <w:r>
        <w:tab/>
        <w:t>3.038e0</w:t>
      </w:r>
    </w:p>
    <w:p w:rsidR="007B2329" w:rsidRDefault="007B2329" w:rsidP="007B2329">
      <w:r>
        <w:t>640.1641</w:t>
      </w:r>
      <w:r>
        <w:tab/>
        <w:t>1.266e-2</w:t>
      </w:r>
    </w:p>
    <w:p w:rsidR="007B2329" w:rsidRDefault="007B2329" w:rsidP="007B2329">
      <w:r>
        <w:t>640.1933</w:t>
      </w:r>
      <w:r>
        <w:tab/>
        <w:t>1.226e0</w:t>
      </w:r>
    </w:p>
    <w:p w:rsidR="007B2329" w:rsidRDefault="007B2329" w:rsidP="007B2329">
      <w:r>
        <w:t>640.2239</w:t>
      </w:r>
      <w:r>
        <w:tab/>
        <w:t>3.909e0</w:t>
      </w:r>
    </w:p>
    <w:p w:rsidR="007B2329" w:rsidRDefault="007B2329" w:rsidP="007B2329">
      <w:r>
        <w:t>640.2297</w:t>
      </w:r>
      <w:r>
        <w:tab/>
        <w:t>1.013e0</w:t>
      </w:r>
    </w:p>
    <w:p w:rsidR="007B2329" w:rsidRDefault="007B2329" w:rsidP="007B2329">
      <w:r>
        <w:t>640.2385</w:t>
      </w:r>
      <w:r>
        <w:tab/>
        <w:t>6.010e0</w:t>
      </w:r>
    </w:p>
    <w:p w:rsidR="007B2329" w:rsidRDefault="007B2329" w:rsidP="007B2329">
      <w:r>
        <w:t>640.2598</w:t>
      </w:r>
      <w:r>
        <w:tab/>
        <w:t>1.204e1</w:t>
      </w:r>
    </w:p>
    <w:p w:rsidR="007B2329" w:rsidRDefault="007B2329" w:rsidP="007B2329">
      <w:r>
        <w:t>640.2803</w:t>
      </w:r>
      <w:r>
        <w:tab/>
        <w:t>5.086e0</w:t>
      </w:r>
    </w:p>
    <w:p w:rsidR="007B2329" w:rsidRDefault="007B2329" w:rsidP="007B2329">
      <w:r>
        <w:t>640.2903</w:t>
      </w:r>
      <w:r>
        <w:tab/>
        <w:t>9.286e0</w:t>
      </w:r>
    </w:p>
    <w:p w:rsidR="007B2329" w:rsidRDefault="007B2329" w:rsidP="007B2329">
      <w:r>
        <w:lastRenderedPageBreak/>
        <w:t>640.3007</w:t>
      </w:r>
      <w:r>
        <w:tab/>
        <w:t>2.025e0</w:t>
      </w:r>
    </w:p>
    <w:p w:rsidR="007B2329" w:rsidRDefault="007B2329" w:rsidP="007B2329">
      <w:r>
        <w:t>640.3334</w:t>
      </w:r>
      <w:r>
        <w:tab/>
        <w:t>1.403e1</w:t>
      </w:r>
    </w:p>
    <w:p w:rsidR="007B2329" w:rsidRDefault="007B2329" w:rsidP="007B2329">
      <w:r>
        <w:t>640.3378</w:t>
      </w:r>
      <w:r>
        <w:tab/>
        <w:t>4.534e0</w:t>
      </w:r>
    </w:p>
    <w:p w:rsidR="007B2329" w:rsidRDefault="007B2329" w:rsidP="007B2329">
      <w:r>
        <w:t>640.3436</w:t>
      </w:r>
      <w:r>
        <w:tab/>
        <w:t>2.025e0</w:t>
      </w:r>
    </w:p>
    <w:p w:rsidR="007B2329" w:rsidRDefault="007B2329" w:rsidP="007B2329">
      <w:r>
        <w:t>640.3937</w:t>
      </w:r>
      <w:r>
        <w:tab/>
        <w:t>1.693e1</w:t>
      </w:r>
    </w:p>
    <w:p w:rsidR="007B2329" w:rsidRDefault="007B2329" w:rsidP="007B2329">
      <w:r>
        <w:t>640.3987</w:t>
      </w:r>
      <w:r>
        <w:tab/>
        <w:t>1.315e1</w:t>
      </w:r>
    </w:p>
    <w:p w:rsidR="007B2329" w:rsidRDefault="007B2329" w:rsidP="007B2329">
      <w:r>
        <w:t>640.4052</w:t>
      </w:r>
      <w:r>
        <w:tab/>
        <w:t>4.051e0</w:t>
      </w:r>
    </w:p>
    <w:p w:rsidR="007B2329" w:rsidRDefault="007B2329" w:rsidP="007B2329">
      <w:r>
        <w:t>640.4160</w:t>
      </w:r>
      <w:r>
        <w:tab/>
        <w:t>1.127e1</w:t>
      </w:r>
    </w:p>
    <w:p w:rsidR="007B2329" w:rsidRDefault="007B2329" w:rsidP="007B2329">
      <w:r>
        <w:t>640.4183</w:t>
      </w:r>
      <w:r>
        <w:tab/>
        <w:t>2.854e1</w:t>
      </w:r>
    </w:p>
    <w:p w:rsidR="007B2329" w:rsidRDefault="007B2329" w:rsidP="007B2329">
      <w:r>
        <w:t>640.4218</w:t>
      </w:r>
      <w:r>
        <w:tab/>
        <w:t>3.046e1</w:t>
      </w:r>
    </w:p>
    <w:p w:rsidR="007B2329" w:rsidRDefault="007B2329" w:rsidP="007B2329">
      <w:r>
        <w:t>640.4564</w:t>
      </w:r>
      <w:r>
        <w:tab/>
        <w:t>2.025e0</w:t>
      </w:r>
    </w:p>
    <w:p w:rsidR="007B2329" w:rsidRDefault="007B2329" w:rsidP="007B2329">
      <w:r>
        <w:t>640.5138</w:t>
      </w:r>
      <w:r>
        <w:tab/>
        <w:t>1.013e0</w:t>
      </w:r>
    </w:p>
    <w:p w:rsidR="007B2329" w:rsidRDefault="007B2329" w:rsidP="007B2329">
      <w:r>
        <w:t>640.5190</w:t>
      </w:r>
      <w:r>
        <w:tab/>
        <w:t>2.025e0</w:t>
      </w:r>
    </w:p>
    <w:p w:rsidR="007B2329" w:rsidRDefault="007B2329" w:rsidP="007B2329">
      <w:r>
        <w:t>640.5445</w:t>
      </w:r>
      <w:r>
        <w:tab/>
        <w:t>2.025e0</w:t>
      </w:r>
    </w:p>
    <w:p w:rsidR="007B2329" w:rsidRDefault="007B2329" w:rsidP="007B2329">
      <w:r>
        <w:t>640.5463</w:t>
      </w:r>
      <w:r>
        <w:tab/>
        <w:t>3.038e0</w:t>
      </w:r>
    </w:p>
    <w:p w:rsidR="007B2329" w:rsidRDefault="007B2329" w:rsidP="007B2329">
      <w:r>
        <w:t>640.5573</w:t>
      </w:r>
      <w:r>
        <w:tab/>
        <w:t>1.013e0</w:t>
      </w:r>
    </w:p>
    <w:p w:rsidR="007B2329" w:rsidRDefault="007B2329" w:rsidP="007B2329">
      <w:r>
        <w:t>640.5618</w:t>
      </w:r>
      <w:r>
        <w:tab/>
        <w:t>1.013e0</w:t>
      </w:r>
    </w:p>
    <w:p w:rsidR="007B2329" w:rsidRDefault="007B2329" w:rsidP="007B2329">
      <w:r>
        <w:t>640.5692</w:t>
      </w:r>
      <w:r>
        <w:tab/>
        <w:t>4.051e0</w:t>
      </w:r>
    </w:p>
    <w:p w:rsidR="007B2329" w:rsidRDefault="007B2329" w:rsidP="007B2329">
      <w:r>
        <w:t>640.6120</w:t>
      </w:r>
      <w:r>
        <w:tab/>
        <w:t>1.013e0</w:t>
      </w:r>
    </w:p>
    <w:p w:rsidR="007B2329" w:rsidRDefault="007B2329" w:rsidP="007B2329">
      <w:r>
        <w:lastRenderedPageBreak/>
        <w:t>640.6210</w:t>
      </w:r>
      <w:r>
        <w:tab/>
        <w:t>2.025e0</w:t>
      </w:r>
    </w:p>
    <w:p w:rsidR="007B2329" w:rsidRDefault="007B2329" w:rsidP="007B2329">
      <w:r>
        <w:t>640.6337</w:t>
      </w:r>
      <w:r>
        <w:tab/>
        <w:t>1.013e0</w:t>
      </w:r>
    </w:p>
    <w:p w:rsidR="007B2329" w:rsidRDefault="007B2329" w:rsidP="007B2329">
      <w:r>
        <w:t>640.6493</w:t>
      </w:r>
      <w:r>
        <w:tab/>
        <w:t>4.051e0</w:t>
      </w:r>
    </w:p>
    <w:p w:rsidR="007B2329" w:rsidRDefault="007B2329" w:rsidP="007B2329">
      <w:r>
        <w:t>640.6660</w:t>
      </w:r>
      <w:r>
        <w:tab/>
        <w:t>1.013e0</w:t>
      </w:r>
    </w:p>
    <w:p w:rsidR="007B2329" w:rsidRDefault="007B2329" w:rsidP="007B2329">
      <w:r>
        <w:t>640.6884</w:t>
      </w:r>
      <w:r>
        <w:tab/>
        <w:t>1.013e0</w:t>
      </w:r>
    </w:p>
    <w:p w:rsidR="007B2329" w:rsidRDefault="007B2329" w:rsidP="007B2329">
      <w:r>
        <w:t>640.7022</w:t>
      </w:r>
      <w:r>
        <w:tab/>
        <w:t>1.013e0</w:t>
      </w:r>
    </w:p>
    <w:p w:rsidR="007B2329" w:rsidRDefault="007B2329" w:rsidP="007B2329">
      <w:r>
        <w:t>640.7189</w:t>
      </w:r>
      <w:r>
        <w:tab/>
        <w:t>2.025e0</w:t>
      </w:r>
    </w:p>
    <w:p w:rsidR="007B2329" w:rsidRDefault="007B2329" w:rsidP="007B2329">
      <w:r>
        <w:t>640.7277</w:t>
      </w:r>
      <w:r>
        <w:tab/>
        <w:t>2.025e0</w:t>
      </w:r>
    </w:p>
    <w:p w:rsidR="007B2329" w:rsidRDefault="007B2329" w:rsidP="007B2329">
      <w:r>
        <w:t>640.7432</w:t>
      </w:r>
      <w:r>
        <w:tab/>
        <w:t>1.013e0</w:t>
      </w:r>
    </w:p>
    <w:p w:rsidR="007B2329" w:rsidRDefault="007B2329" w:rsidP="007B2329">
      <w:r>
        <w:t>640.7815</w:t>
      </w:r>
      <w:r>
        <w:tab/>
        <w:t>2.025e0</w:t>
      </w:r>
    </w:p>
    <w:p w:rsidR="007B2329" w:rsidRDefault="007B2329" w:rsidP="007B2329">
      <w:r>
        <w:t>640.8001</w:t>
      </w:r>
      <w:r>
        <w:tab/>
        <w:t>2.240e0</w:t>
      </w:r>
    </w:p>
    <w:p w:rsidR="007B2329" w:rsidRDefault="007B2329" w:rsidP="007B2329">
      <w:r>
        <w:t>640.8087</w:t>
      </w:r>
      <w:r>
        <w:tab/>
        <w:t>3.038e0</w:t>
      </w:r>
    </w:p>
    <w:p w:rsidR="007B2329" w:rsidRDefault="007B2329" w:rsidP="007B2329">
      <w:r>
        <w:t>640.8313</w:t>
      </w:r>
      <w:r>
        <w:tab/>
        <w:t>2.025e0</w:t>
      </w:r>
    </w:p>
    <w:p w:rsidR="007B2329" w:rsidRDefault="007B2329" w:rsidP="007B2329">
      <w:r>
        <w:t>640.8544</w:t>
      </w:r>
      <w:r>
        <w:tab/>
        <w:t>2.025e0</w:t>
      </w:r>
    </w:p>
    <w:p w:rsidR="007B2329" w:rsidRDefault="007B2329" w:rsidP="007B2329">
      <w:r>
        <w:t>640.8582</w:t>
      </w:r>
      <w:r>
        <w:tab/>
        <w:t>2.025e0</w:t>
      </w:r>
    </w:p>
    <w:p w:rsidR="007B2329" w:rsidRDefault="007B2329" w:rsidP="007B2329">
      <w:r>
        <w:t>640.8901</w:t>
      </w:r>
      <w:r>
        <w:tab/>
        <w:t>3.038e0</w:t>
      </w:r>
    </w:p>
    <w:p w:rsidR="007B2329" w:rsidRDefault="007B2329" w:rsidP="007B2329">
      <w:r>
        <w:t>640.8962</w:t>
      </w:r>
      <w:r>
        <w:tab/>
        <w:t>1.266e-2</w:t>
      </w:r>
    </w:p>
    <w:p w:rsidR="007B2329" w:rsidRDefault="007B2329" w:rsidP="007B2329">
      <w:r>
        <w:t>640.9116</w:t>
      </w:r>
      <w:r>
        <w:tab/>
        <w:t>1.013e0</w:t>
      </w:r>
    </w:p>
    <w:p w:rsidR="007B2329" w:rsidRDefault="007B2329" w:rsidP="007B2329">
      <w:r>
        <w:t>640.9291</w:t>
      </w:r>
      <w:r>
        <w:tab/>
        <w:t>2.025e0</w:t>
      </w:r>
    </w:p>
    <w:p w:rsidR="007B2329" w:rsidRDefault="007B2329" w:rsidP="007B2329">
      <w:r>
        <w:lastRenderedPageBreak/>
        <w:t>640.9357</w:t>
      </w:r>
      <w:r>
        <w:tab/>
        <w:t>3.038e0</w:t>
      </w:r>
    </w:p>
    <w:p w:rsidR="007B2329" w:rsidRDefault="007B2329" w:rsidP="007B2329">
      <w:r>
        <w:t>640.9622</w:t>
      </w:r>
      <w:r>
        <w:tab/>
        <w:t>1.013e0</w:t>
      </w:r>
    </w:p>
    <w:p w:rsidR="007B2329" w:rsidRDefault="007B2329" w:rsidP="007B2329">
      <w:r>
        <w:t>640.9728</w:t>
      </w:r>
      <w:r>
        <w:tab/>
        <w:t>1.013e0</w:t>
      </w:r>
    </w:p>
    <w:p w:rsidR="007B2329" w:rsidRDefault="007B2329" w:rsidP="007B2329">
      <w:r>
        <w:t>640.9808</w:t>
      </w:r>
      <w:r>
        <w:tab/>
        <w:t>1.013e0</w:t>
      </w:r>
    </w:p>
    <w:p w:rsidR="007B2329" w:rsidRDefault="007B2329" w:rsidP="007B2329">
      <w:r>
        <w:t>640.9882</w:t>
      </w:r>
      <w:r>
        <w:tab/>
        <w:t>3.038e0</w:t>
      </w:r>
    </w:p>
    <w:p w:rsidR="007B2329" w:rsidRDefault="007B2329" w:rsidP="007B2329">
      <w:r>
        <w:t>641.0262</w:t>
      </w:r>
      <w:r>
        <w:tab/>
        <w:t>2.025e0</w:t>
      </w:r>
    </w:p>
    <w:p w:rsidR="007B2329" w:rsidRDefault="007B2329" w:rsidP="007B2329">
      <w:r>
        <w:t>641.0515</w:t>
      </w:r>
      <w:r>
        <w:tab/>
        <w:t>1.266e-2</w:t>
      </w:r>
    </w:p>
    <w:p w:rsidR="007B2329" w:rsidRDefault="007B2329" w:rsidP="007B2329">
      <w:r>
        <w:t>641.0714</w:t>
      </w:r>
      <w:r>
        <w:tab/>
        <w:t>3.038e0</w:t>
      </w:r>
    </w:p>
    <w:p w:rsidR="007B2329" w:rsidRDefault="007B2329" w:rsidP="007B2329">
      <w:r>
        <w:t>641.0823</w:t>
      </w:r>
      <w:r>
        <w:tab/>
        <w:t>1.013e0</w:t>
      </w:r>
    </w:p>
    <w:p w:rsidR="007B2329" w:rsidRDefault="007B2329" w:rsidP="007B2329">
      <w:r>
        <w:t>641.1013</w:t>
      </w:r>
      <w:r>
        <w:tab/>
        <w:t>3.038e0</w:t>
      </w:r>
    </w:p>
    <w:p w:rsidR="007B2329" w:rsidRDefault="007B2329" w:rsidP="007B2329">
      <w:r>
        <w:t>641.1041</w:t>
      </w:r>
      <w:r>
        <w:tab/>
        <w:t>2.025e0</w:t>
      </w:r>
    </w:p>
    <w:p w:rsidR="007B2329" w:rsidRDefault="007B2329" w:rsidP="007B2329">
      <w:r>
        <w:t>641.1254</w:t>
      </w:r>
      <w:r>
        <w:tab/>
        <w:t>2.025e0</w:t>
      </w:r>
    </w:p>
    <w:p w:rsidR="007B2329" w:rsidRDefault="007B2329" w:rsidP="007B2329">
      <w:r>
        <w:t>641.1368</w:t>
      </w:r>
      <w:r>
        <w:tab/>
        <w:t>2.025e0</w:t>
      </w:r>
    </w:p>
    <w:p w:rsidR="007B2329" w:rsidRDefault="007B2329" w:rsidP="007B2329">
      <w:r>
        <w:t>641.1481</w:t>
      </w:r>
      <w:r>
        <w:tab/>
        <w:t>1.013e0</w:t>
      </w:r>
    </w:p>
    <w:p w:rsidR="007B2329" w:rsidRDefault="007B2329" w:rsidP="007B2329">
      <w:r>
        <w:t>641.1556</w:t>
      </w:r>
      <w:r>
        <w:tab/>
        <w:t>1.013e0</w:t>
      </w:r>
    </w:p>
    <w:p w:rsidR="007B2329" w:rsidRDefault="007B2329" w:rsidP="007B2329">
      <w:r>
        <w:t>641.1701</w:t>
      </w:r>
      <w:r>
        <w:tab/>
        <w:t>2.025e0</w:t>
      </w:r>
    </w:p>
    <w:p w:rsidR="007B2329" w:rsidRDefault="007B2329" w:rsidP="007B2329">
      <w:r>
        <w:t>641.1841</w:t>
      </w:r>
      <w:r>
        <w:tab/>
        <w:t>3.038e0</w:t>
      </w:r>
    </w:p>
    <w:p w:rsidR="007B2329" w:rsidRDefault="007B2329" w:rsidP="007B2329">
      <w:r>
        <w:t>641.2138</w:t>
      </w:r>
      <w:r>
        <w:tab/>
        <w:t>1.013e0</w:t>
      </w:r>
    </w:p>
    <w:p w:rsidR="007B2329" w:rsidRDefault="007B2329" w:rsidP="007B2329">
      <w:r>
        <w:t>641.2605</w:t>
      </w:r>
      <w:r>
        <w:tab/>
        <w:t>2.179e0</w:t>
      </w:r>
    </w:p>
    <w:p w:rsidR="007B2329" w:rsidRDefault="007B2329" w:rsidP="007B2329">
      <w:r>
        <w:lastRenderedPageBreak/>
        <w:t>641.2628</w:t>
      </w:r>
      <w:r>
        <w:tab/>
        <w:t>8.341e0</w:t>
      </w:r>
    </w:p>
    <w:p w:rsidR="007B2329" w:rsidRDefault="007B2329" w:rsidP="007B2329">
      <w:r>
        <w:t>641.2670</w:t>
      </w:r>
      <w:r>
        <w:tab/>
        <w:t>4.198e0</w:t>
      </w:r>
    </w:p>
    <w:p w:rsidR="007B2329" w:rsidRDefault="007B2329" w:rsidP="007B2329">
      <w:r>
        <w:t>641.2877</w:t>
      </w:r>
      <w:r>
        <w:tab/>
        <w:t>6.993e0</w:t>
      </w:r>
    </w:p>
    <w:p w:rsidR="007B2329" w:rsidRDefault="007B2329" w:rsidP="007B2329">
      <w:r>
        <w:t>641.3304</w:t>
      </w:r>
      <w:r>
        <w:tab/>
        <w:t>1.013e0</w:t>
      </w:r>
    </w:p>
    <w:p w:rsidR="007B2329" w:rsidRDefault="007B2329" w:rsidP="007B2329">
      <w:r>
        <w:t>641.3466</w:t>
      </w:r>
      <w:r>
        <w:tab/>
        <w:t>4.591e0</w:t>
      </w:r>
    </w:p>
    <w:p w:rsidR="007B2329" w:rsidRDefault="007B2329" w:rsidP="007B2329">
      <w:r>
        <w:t>641.3539</w:t>
      </w:r>
      <w:r>
        <w:tab/>
        <w:t>2.584e1</w:t>
      </w:r>
    </w:p>
    <w:p w:rsidR="007B2329" w:rsidRDefault="007B2329" w:rsidP="007B2329">
      <w:r>
        <w:t>641.3649</w:t>
      </w:r>
      <w:r>
        <w:tab/>
        <w:t>3.797e0</w:t>
      </w:r>
    </w:p>
    <w:p w:rsidR="007B2329" w:rsidRDefault="007B2329" w:rsidP="007B2329">
      <w:r>
        <w:t>641.3698</w:t>
      </w:r>
      <w:r>
        <w:tab/>
        <w:t>1.502e1</w:t>
      </w:r>
    </w:p>
    <w:p w:rsidR="007B2329" w:rsidRDefault="007B2329" w:rsidP="007B2329">
      <w:r>
        <w:t>641.3716</w:t>
      </w:r>
      <w:r>
        <w:tab/>
        <w:t>8.414e0</w:t>
      </w:r>
    </w:p>
    <w:p w:rsidR="007B2329" w:rsidRDefault="007B2329" w:rsidP="007B2329">
      <w:r>
        <w:t>641.3771</w:t>
      </w:r>
      <w:r>
        <w:tab/>
        <w:t>1.712e1</w:t>
      </w:r>
    </w:p>
    <w:p w:rsidR="007B2329" w:rsidRDefault="007B2329" w:rsidP="007B2329">
      <w:r>
        <w:t>641.4105</w:t>
      </w:r>
      <w:r>
        <w:tab/>
        <w:t>1.013e0</w:t>
      </w:r>
    </w:p>
    <w:p w:rsidR="007B2329" w:rsidRDefault="007B2329" w:rsidP="007B2329">
      <w:r>
        <w:t>641.4327</w:t>
      </w:r>
      <w:r>
        <w:tab/>
        <w:t>2.025e0</w:t>
      </w:r>
    </w:p>
    <w:p w:rsidR="007B2329" w:rsidRDefault="007B2329" w:rsidP="007B2329">
      <w:r>
        <w:t>641.4398</w:t>
      </w:r>
      <w:r>
        <w:tab/>
        <w:t>5.046e0</w:t>
      </w:r>
    </w:p>
    <w:p w:rsidR="007B2329" w:rsidRDefault="007B2329" w:rsidP="007B2329">
      <w:r>
        <w:t>641.4544</w:t>
      </w:r>
      <w:r>
        <w:tab/>
        <w:t>1.013e0</w:t>
      </w:r>
    </w:p>
    <w:p w:rsidR="007B2329" w:rsidRDefault="007B2329" w:rsidP="007B2329">
      <w:r>
        <w:t>641.4827</w:t>
      </w:r>
      <w:r>
        <w:tab/>
        <w:t>5.052e0</w:t>
      </w:r>
    </w:p>
    <w:p w:rsidR="007B2329" w:rsidRDefault="007B2329" w:rsidP="007B2329">
      <w:r>
        <w:t>641.4885</w:t>
      </w:r>
      <w:r>
        <w:tab/>
        <w:t>3.038e0</w:t>
      </w:r>
    </w:p>
    <w:p w:rsidR="007B2329" w:rsidRDefault="007B2329" w:rsidP="007B2329">
      <w:r>
        <w:t>641.5141</w:t>
      </w:r>
      <w:r>
        <w:tab/>
        <w:t>2.025e0</w:t>
      </w:r>
    </w:p>
    <w:p w:rsidR="007B2329" w:rsidRDefault="007B2329" w:rsidP="007B2329">
      <w:r>
        <w:t>641.5310</w:t>
      </w:r>
      <w:r>
        <w:tab/>
        <w:t>2.025e0</w:t>
      </w:r>
    </w:p>
    <w:p w:rsidR="007B2329" w:rsidRDefault="007B2329" w:rsidP="007B2329">
      <w:r>
        <w:t>641.5402</w:t>
      </w:r>
      <w:r>
        <w:tab/>
        <w:t>1.013e0</w:t>
      </w:r>
    </w:p>
    <w:p w:rsidR="007B2329" w:rsidRDefault="007B2329" w:rsidP="007B2329">
      <w:r>
        <w:lastRenderedPageBreak/>
        <w:t>641.5517</w:t>
      </w:r>
      <w:r>
        <w:tab/>
        <w:t>5.063e0</w:t>
      </w:r>
    </w:p>
    <w:p w:rsidR="007B2329" w:rsidRDefault="007B2329" w:rsidP="007B2329">
      <w:r>
        <w:t>641.6274</w:t>
      </w:r>
      <w:r>
        <w:tab/>
        <w:t>1.013e0</w:t>
      </w:r>
    </w:p>
    <w:p w:rsidR="007B2329" w:rsidRDefault="007B2329" w:rsidP="007B2329">
      <w:r>
        <w:t>641.6294</w:t>
      </w:r>
      <w:r>
        <w:tab/>
        <w:t>2.025e0</w:t>
      </w:r>
    </w:p>
    <w:p w:rsidR="007B2329" w:rsidRDefault="007B2329" w:rsidP="007B2329">
      <w:r>
        <w:t>641.6404</w:t>
      </w:r>
      <w:r>
        <w:tab/>
        <w:t>1.013e0</w:t>
      </w:r>
    </w:p>
    <w:p w:rsidR="007B2329" w:rsidRDefault="007B2329" w:rsidP="007B2329">
      <w:r>
        <w:t>641.6608</w:t>
      </w:r>
      <w:r>
        <w:tab/>
        <w:t>4.051e0</w:t>
      </w:r>
    </w:p>
    <w:p w:rsidR="007B2329" w:rsidRDefault="007B2329" w:rsidP="007B2329">
      <w:r>
        <w:t>641.6841</w:t>
      </w:r>
      <w:r>
        <w:tab/>
        <w:t>1.266e-2</w:t>
      </w:r>
    </w:p>
    <w:p w:rsidR="007B2329" w:rsidRDefault="007B2329" w:rsidP="007B2329">
      <w:r>
        <w:t>641.7062</w:t>
      </w:r>
      <w:r>
        <w:tab/>
        <w:t>1.013e0</w:t>
      </w:r>
    </w:p>
    <w:p w:rsidR="007B2329" w:rsidRDefault="007B2329" w:rsidP="007B2329">
      <w:r>
        <w:t>641.7148</w:t>
      </w:r>
      <w:r>
        <w:tab/>
        <w:t>1.013e0</w:t>
      </w:r>
    </w:p>
    <w:p w:rsidR="007B2329" w:rsidRDefault="007B2329" w:rsidP="007B2329">
      <w:r>
        <w:t>641.7509</w:t>
      </w:r>
      <w:r>
        <w:tab/>
        <w:t>1.013e0</w:t>
      </w:r>
    </w:p>
    <w:p w:rsidR="007B2329" w:rsidRDefault="007B2329" w:rsidP="007B2329">
      <w:r>
        <w:t>641.7828</w:t>
      </w:r>
      <w:r>
        <w:tab/>
        <w:t>2.025e0</w:t>
      </w:r>
    </w:p>
    <w:p w:rsidR="007B2329" w:rsidRDefault="007B2329" w:rsidP="007B2329">
      <w:r>
        <w:t>641.7858</w:t>
      </w:r>
      <w:r>
        <w:tab/>
        <w:t>1.013e0</w:t>
      </w:r>
    </w:p>
    <w:p w:rsidR="007B2329" w:rsidRDefault="007B2329" w:rsidP="007B2329">
      <w:r>
        <w:t>641.7906</w:t>
      </w:r>
      <w:r>
        <w:tab/>
        <w:t>2.025e0</w:t>
      </w:r>
    </w:p>
    <w:p w:rsidR="007B2329" w:rsidRDefault="007B2329" w:rsidP="007B2329">
      <w:r>
        <w:t>641.7938</w:t>
      </w:r>
      <w:r>
        <w:tab/>
        <w:t>1.013e0</w:t>
      </w:r>
    </w:p>
    <w:p w:rsidR="007B2329" w:rsidRDefault="007B2329" w:rsidP="007B2329">
      <w:r>
        <w:t>641.7976</w:t>
      </w:r>
      <w:r>
        <w:tab/>
        <w:t>3.038e0</w:t>
      </w:r>
    </w:p>
    <w:p w:rsidR="007B2329" w:rsidRDefault="007B2329" w:rsidP="007B2329">
      <w:r>
        <w:t>641.8050</w:t>
      </w:r>
      <w:r>
        <w:tab/>
        <w:t>1.013e0</w:t>
      </w:r>
    </w:p>
    <w:p w:rsidR="007B2329" w:rsidRDefault="007B2329" w:rsidP="007B2329">
      <w:r>
        <w:t>641.8486</w:t>
      </w:r>
      <w:r>
        <w:tab/>
        <w:t>1.013e0</w:t>
      </w:r>
    </w:p>
    <w:p w:rsidR="007B2329" w:rsidRDefault="007B2329" w:rsidP="007B2329">
      <w:r>
        <w:t>641.8528</w:t>
      </w:r>
      <w:r>
        <w:tab/>
        <w:t>3.038e0</w:t>
      </w:r>
    </w:p>
    <w:p w:rsidR="007B2329" w:rsidRDefault="007B2329" w:rsidP="007B2329">
      <w:r>
        <w:t>641.8567</w:t>
      </w:r>
      <w:r>
        <w:tab/>
        <w:t>3.038e0</w:t>
      </w:r>
    </w:p>
    <w:p w:rsidR="007B2329" w:rsidRDefault="007B2329" w:rsidP="007B2329">
      <w:r>
        <w:t>641.8815</w:t>
      </w:r>
      <w:r>
        <w:tab/>
        <w:t>1.013e0</w:t>
      </w:r>
    </w:p>
    <w:p w:rsidR="007B2329" w:rsidRDefault="007B2329" w:rsidP="007B2329">
      <w:r>
        <w:lastRenderedPageBreak/>
        <w:t>641.9425</w:t>
      </w:r>
      <w:r>
        <w:tab/>
        <w:t>1.013e0</w:t>
      </w:r>
    </w:p>
    <w:p w:rsidR="007B2329" w:rsidRDefault="007B2329" w:rsidP="007B2329">
      <w:r>
        <w:t>641.9581</w:t>
      </w:r>
      <w:r>
        <w:tab/>
        <w:t>1.013e0</w:t>
      </w:r>
    </w:p>
    <w:p w:rsidR="007B2329" w:rsidRDefault="007B2329" w:rsidP="007B2329">
      <w:r>
        <w:t>641.9689</w:t>
      </w:r>
      <w:r>
        <w:tab/>
        <w:t>1.013e0</w:t>
      </w:r>
    </w:p>
    <w:p w:rsidR="007B2329" w:rsidRDefault="007B2329" w:rsidP="007B2329">
      <w:r>
        <w:t>641.9844</w:t>
      </w:r>
      <w:r>
        <w:tab/>
        <w:t>2.965e0</w:t>
      </w:r>
    </w:p>
    <w:p w:rsidR="007B2329" w:rsidRDefault="007B2329" w:rsidP="007B2329">
      <w:r>
        <w:t>642.0176</w:t>
      </w:r>
      <w:r>
        <w:tab/>
        <w:t>2.532e-2</w:t>
      </w:r>
    </w:p>
    <w:p w:rsidR="007B2329" w:rsidRDefault="007B2329" w:rsidP="007B2329">
      <w:r>
        <w:t>642.0480</w:t>
      </w:r>
      <w:r>
        <w:tab/>
        <w:t>1.013e0</w:t>
      </w:r>
    </w:p>
    <w:p w:rsidR="007B2329" w:rsidRDefault="007B2329" w:rsidP="007B2329">
      <w:r>
        <w:t>642.0629</w:t>
      </w:r>
      <w:r>
        <w:tab/>
        <w:t>2.025e0</w:t>
      </w:r>
    </w:p>
    <w:p w:rsidR="007B2329" w:rsidRDefault="007B2329" w:rsidP="007B2329">
      <w:r>
        <w:t>642.0649</w:t>
      </w:r>
      <w:r>
        <w:tab/>
        <w:t>4.051e0</w:t>
      </w:r>
    </w:p>
    <w:p w:rsidR="007B2329" w:rsidRDefault="007B2329" w:rsidP="007B2329">
      <w:r>
        <w:t>642.0743</w:t>
      </w:r>
      <w:r>
        <w:tab/>
        <w:t>2.025e0</w:t>
      </w:r>
    </w:p>
    <w:p w:rsidR="007B2329" w:rsidRDefault="007B2329" w:rsidP="007B2329">
      <w:r>
        <w:t>642.1223</w:t>
      </w:r>
      <w:r>
        <w:tab/>
        <w:t>2.025e0</w:t>
      </w:r>
    </w:p>
    <w:p w:rsidR="007B2329" w:rsidRDefault="007B2329" w:rsidP="007B2329">
      <w:r>
        <w:t>642.1354</w:t>
      </w:r>
      <w:r>
        <w:tab/>
        <w:t>1.013e0</w:t>
      </w:r>
    </w:p>
    <w:p w:rsidR="007B2329" w:rsidRDefault="007B2329" w:rsidP="007B2329">
      <w:r>
        <w:t>642.1661</w:t>
      </w:r>
      <w:r>
        <w:tab/>
        <w:t>1.013e0</w:t>
      </w:r>
    </w:p>
    <w:p w:rsidR="007B2329" w:rsidRDefault="007B2329" w:rsidP="007B2329">
      <w:r>
        <w:t>642.1716</w:t>
      </w:r>
      <w:r>
        <w:tab/>
        <w:t>2.025e0</w:t>
      </w:r>
    </w:p>
    <w:p w:rsidR="007B2329" w:rsidRDefault="007B2329" w:rsidP="007B2329">
      <w:r>
        <w:t>642.1771</w:t>
      </w:r>
      <w:r>
        <w:tab/>
        <w:t>1.013e0</w:t>
      </w:r>
    </w:p>
    <w:p w:rsidR="007B2329" w:rsidRDefault="007B2329" w:rsidP="007B2329">
      <w:r>
        <w:t>642.1868</w:t>
      </w:r>
      <w:r>
        <w:tab/>
        <w:t>1.013e0</w:t>
      </w:r>
    </w:p>
    <w:p w:rsidR="007B2329" w:rsidRDefault="007B2329" w:rsidP="007B2329">
      <w:r>
        <w:t>642.2049</w:t>
      </w:r>
      <w:r>
        <w:tab/>
        <w:t>2.025e0</w:t>
      </w:r>
    </w:p>
    <w:p w:rsidR="007B2329" w:rsidRDefault="007B2329" w:rsidP="007B2329">
      <w:r>
        <w:t>642.2103</w:t>
      </w:r>
      <w:r>
        <w:tab/>
        <w:t>3.283e0</w:t>
      </w:r>
    </w:p>
    <w:p w:rsidR="007B2329" w:rsidRDefault="007B2329" w:rsidP="007B2329">
      <w:r>
        <w:t>642.2574</w:t>
      </w:r>
      <w:r>
        <w:tab/>
        <w:t>1.013e0</w:t>
      </w:r>
    </w:p>
    <w:p w:rsidR="007B2329" w:rsidRDefault="007B2329" w:rsidP="007B2329">
      <w:r>
        <w:t>642.2819</w:t>
      </w:r>
      <w:r>
        <w:tab/>
        <w:t>3.038e0</w:t>
      </w:r>
    </w:p>
    <w:p w:rsidR="007B2329" w:rsidRDefault="007B2329" w:rsidP="007B2329">
      <w:r>
        <w:lastRenderedPageBreak/>
        <w:t>642.2867</w:t>
      </w:r>
      <w:r>
        <w:tab/>
        <w:t>4.898e0</w:t>
      </w:r>
    </w:p>
    <w:p w:rsidR="007B2329" w:rsidRDefault="007B2329" w:rsidP="007B2329">
      <w:r>
        <w:t>642.2902</w:t>
      </w:r>
      <w:r>
        <w:tab/>
        <w:t>3.067e0</w:t>
      </w:r>
    </w:p>
    <w:p w:rsidR="007B2329" w:rsidRDefault="007B2329" w:rsidP="007B2329">
      <w:r>
        <w:t>642.2985</w:t>
      </w:r>
      <w:r>
        <w:tab/>
        <w:t>1.205e0</w:t>
      </w:r>
    </w:p>
    <w:p w:rsidR="007B2329" w:rsidRDefault="007B2329" w:rsidP="007B2329">
      <w:r>
        <w:t>642.3038</w:t>
      </w:r>
      <w:r>
        <w:tab/>
        <w:t>8.608e0</w:t>
      </w:r>
    </w:p>
    <w:p w:rsidR="007B2329" w:rsidRDefault="007B2329" w:rsidP="007B2329">
      <w:r>
        <w:t>642.3059</w:t>
      </w:r>
      <w:r>
        <w:tab/>
        <w:t>2.326e0</w:t>
      </w:r>
    </w:p>
    <w:p w:rsidR="007B2329" w:rsidRDefault="007B2329" w:rsidP="007B2329">
      <w:r>
        <w:t>642.3272</w:t>
      </w:r>
      <w:r>
        <w:tab/>
        <w:t>2.036e0</w:t>
      </w:r>
    </w:p>
    <w:p w:rsidR="007B2329" w:rsidRDefault="007B2329" w:rsidP="007B2329">
      <w:r>
        <w:t>642.3574</w:t>
      </w:r>
      <w:r>
        <w:tab/>
        <w:t>5.919e0</w:t>
      </w:r>
    </w:p>
    <w:p w:rsidR="007B2329" w:rsidRDefault="007B2329" w:rsidP="007B2329">
      <w:r>
        <w:t>642.3705</w:t>
      </w:r>
      <w:r>
        <w:tab/>
        <w:t>2.025e0</w:t>
      </w:r>
    </w:p>
    <w:p w:rsidR="007B2329" w:rsidRDefault="007B2329" w:rsidP="007B2329">
      <w:r>
        <w:t>642.3759</w:t>
      </w:r>
      <w:r>
        <w:tab/>
        <w:t>1.873e0</w:t>
      </w:r>
    </w:p>
    <w:p w:rsidR="007B2329" w:rsidRDefault="007B2329" w:rsidP="007B2329">
      <w:r>
        <w:t>642.3798</w:t>
      </w:r>
      <w:r>
        <w:tab/>
        <w:t>4.200e0</w:t>
      </w:r>
    </w:p>
    <w:p w:rsidR="007B2329" w:rsidRDefault="007B2329" w:rsidP="007B2329">
      <w:r>
        <w:t>642.3848</w:t>
      </w:r>
      <w:r>
        <w:tab/>
        <w:t>1.878e0</w:t>
      </w:r>
    </w:p>
    <w:p w:rsidR="007B2329" w:rsidRDefault="007B2329" w:rsidP="007B2329">
      <w:r>
        <w:t>642.4104</w:t>
      </w:r>
      <w:r>
        <w:tab/>
        <w:t>5.917e0</w:t>
      </w:r>
    </w:p>
    <w:p w:rsidR="007B2329" w:rsidRDefault="007B2329" w:rsidP="007B2329">
      <w:r>
        <w:t>642.4135</w:t>
      </w:r>
      <w:r>
        <w:tab/>
        <w:t>3.467e0</w:t>
      </w:r>
    </w:p>
    <w:p w:rsidR="007B2329" w:rsidRDefault="007B2329" w:rsidP="007B2329">
      <w:r>
        <w:t>642.4207</w:t>
      </w:r>
      <w:r>
        <w:tab/>
        <w:t>2.531e0</w:t>
      </w:r>
    </w:p>
    <w:p w:rsidR="007B2329" w:rsidRDefault="007B2329" w:rsidP="007B2329">
      <w:r>
        <w:t>642.4324</w:t>
      </w:r>
      <w:r>
        <w:tab/>
        <w:t>1.266e-2</w:t>
      </w:r>
    </w:p>
    <w:p w:rsidR="007B2329" w:rsidRDefault="007B2329" w:rsidP="007B2329">
      <w:r>
        <w:t>642.4489</w:t>
      </w:r>
      <w:r>
        <w:tab/>
        <w:t>1.013e0</w:t>
      </w:r>
    </w:p>
    <w:p w:rsidR="007B2329" w:rsidRDefault="007B2329" w:rsidP="007B2329">
      <w:r>
        <w:t>642.4950</w:t>
      </w:r>
      <w:r>
        <w:tab/>
        <w:t>1.013e0</w:t>
      </w:r>
    </w:p>
    <w:p w:rsidR="007B2329" w:rsidRDefault="007B2329" w:rsidP="007B2329">
      <w:r>
        <w:t>642.5020</w:t>
      </w:r>
      <w:r>
        <w:tab/>
        <w:t>3.038e0</w:t>
      </w:r>
    </w:p>
    <w:p w:rsidR="007B2329" w:rsidRDefault="007B2329" w:rsidP="007B2329">
      <w:r>
        <w:t>642.5171</w:t>
      </w:r>
      <w:r>
        <w:tab/>
        <w:t>2.025e0</w:t>
      </w:r>
    </w:p>
    <w:p w:rsidR="007B2329" w:rsidRDefault="007B2329" w:rsidP="007B2329">
      <w:r>
        <w:lastRenderedPageBreak/>
        <w:t>642.5279</w:t>
      </w:r>
      <w:r>
        <w:tab/>
        <w:t>1.013e0</w:t>
      </w:r>
    </w:p>
    <w:p w:rsidR="007B2329" w:rsidRDefault="007B2329" w:rsidP="007B2329">
      <w:r>
        <w:t>642.5889</w:t>
      </w:r>
      <w:r>
        <w:tab/>
        <w:t>1.013e0</w:t>
      </w:r>
    </w:p>
    <w:p w:rsidR="007B2329" w:rsidRDefault="007B2329" w:rsidP="007B2329">
      <w:r>
        <w:t>642.5938</w:t>
      </w:r>
      <w:r>
        <w:tab/>
        <w:t>2.025e0</w:t>
      </w:r>
    </w:p>
    <w:p w:rsidR="007B2329" w:rsidRDefault="007B2329" w:rsidP="007B2329">
      <w:r>
        <w:t>642.6071</w:t>
      </w:r>
      <w:r>
        <w:tab/>
        <w:t>1.013e0</w:t>
      </w:r>
    </w:p>
    <w:p w:rsidR="007B2329" w:rsidRDefault="007B2329" w:rsidP="007B2329">
      <w:r>
        <w:t>642.6706</w:t>
      </w:r>
      <w:r>
        <w:tab/>
        <w:t>1.013e0</w:t>
      </w:r>
    </w:p>
    <w:p w:rsidR="007B2329" w:rsidRDefault="007B2329" w:rsidP="007B2329">
      <w:r>
        <w:t>642.6761</w:t>
      </w:r>
      <w:r>
        <w:tab/>
        <w:t>3.038e0</w:t>
      </w:r>
    </w:p>
    <w:p w:rsidR="007B2329" w:rsidRDefault="007B2329" w:rsidP="007B2329">
      <w:r>
        <w:t>642.7253</w:t>
      </w:r>
      <w:r>
        <w:tab/>
        <w:t>3.038e0</w:t>
      </w:r>
    </w:p>
    <w:p w:rsidR="007B2329" w:rsidRDefault="007B2329" w:rsidP="007B2329">
      <w:r>
        <w:t>642.7364</w:t>
      </w:r>
      <w:r>
        <w:tab/>
        <w:t>1.013e0</w:t>
      </w:r>
    </w:p>
    <w:p w:rsidR="007B2329" w:rsidRDefault="007B2329" w:rsidP="007B2329">
      <w:r>
        <w:t>642.7459</w:t>
      </w:r>
      <w:r>
        <w:tab/>
        <w:t>1.013e0</w:t>
      </w:r>
    </w:p>
    <w:p w:rsidR="007B2329" w:rsidRDefault="007B2329" w:rsidP="007B2329">
      <w:r>
        <w:t>642.7640</w:t>
      </w:r>
      <w:r>
        <w:tab/>
        <w:t>1.013e0</w:t>
      </w:r>
    </w:p>
    <w:p w:rsidR="007B2329" w:rsidRDefault="007B2329" w:rsidP="007B2329">
      <w:r>
        <w:t>642.7718</w:t>
      </w:r>
      <w:r>
        <w:tab/>
        <w:t>3.038e0</w:t>
      </w:r>
    </w:p>
    <w:p w:rsidR="007B2329" w:rsidRDefault="007B2329" w:rsidP="007B2329">
      <w:r>
        <w:t>642.7819</w:t>
      </w:r>
      <w:r>
        <w:tab/>
        <w:t>1.013e0</w:t>
      </w:r>
    </w:p>
    <w:p w:rsidR="007B2329" w:rsidRDefault="007B2329" w:rsidP="007B2329">
      <w:r>
        <w:t>642.8021</w:t>
      </w:r>
      <w:r>
        <w:tab/>
        <w:t>1.013e0</w:t>
      </w:r>
    </w:p>
    <w:p w:rsidR="007B2329" w:rsidRDefault="007B2329" w:rsidP="007B2329">
      <w:r>
        <w:t>642.8168</w:t>
      </w:r>
      <w:r>
        <w:tab/>
        <w:t>1.013e0</w:t>
      </w:r>
    </w:p>
    <w:p w:rsidR="007B2329" w:rsidRDefault="007B2329" w:rsidP="007B2329">
      <w:r>
        <w:t>642.8350</w:t>
      </w:r>
      <w:r>
        <w:tab/>
        <w:t>1.013e0</w:t>
      </w:r>
    </w:p>
    <w:p w:rsidR="007B2329" w:rsidRDefault="007B2329" w:rsidP="007B2329">
      <w:r>
        <w:t>642.8461</w:t>
      </w:r>
      <w:r>
        <w:tab/>
        <w:t>1.013e0</w:t>
      </w:r>
    </w:p>
    <w:p w:rsidR="007B2329" w:rsidRDefault="007B2329" w:rsidP="007B2329">
      <w:r>
        <w:t>642.8682</w:t>
      </w:r>
      <w:r>
        <w:tab/>
        <w:t>1.013e0</w:t>
      </w:r>
    </w:p>
    <w:p w:rsidR="007B2329" w:rsidRDefault="007B2329" w:rsidP="007B2329">
      <w:r>
        <w:t>642.8788</w:t>
      </w:r>
      <w:r>
        <w:tab/>
        <w:t>1.013e0</w:t>
      </w:r>
    </w:p>
    <w:p w:rsidR="007B2329" w:rsidRDefault="007B2329" w:rsidP="007B2329">
      <w:r>
        <w:t>642.8898</w:t>
      </w:r>
      <w:r>
        <w:tab/>
        <w:t>1.013e0</w:t>
      </w:r>
    </w:p>
    <w:p w:rsidR="007B2329" w:rsidRDefault="007B2329" w:rsidP="007B2329">
      <w:r>
        <w:lastRenderedPageBreak/>
        <w:t>642.9008</w:t>
      </w:r>
      <w:r>
        <w:tab/>
        <w:t>1.013e0</w:t>
      </w:r>
    </w:p>
    <w:p w:rsidR="007B2329" w:rsidRDefault="007B2329" w:rsidP="007B2329">
      <w:r>
        <w:t>642.9042</w:t>
      </w:r>
      <w:r>
        <w:tab/>
        <w:t>1.038e0</w:t>
      </w:r>
    </w:p>
    <w:p w:rsidR="007B2329" w:rsidRDefault="007B2329" w:rsidP="007B2329">
      <w:r>
        <w:t>642.9564</w:t>
      </w:r>
      <w:r>
        <w:tab/>
        <w:t>1.013e0</w:t>
      </w:r>
    </w:p>
    <w:p w:rsidR="007B2329" w:rsidRDefault="007B2329" w:rsidP="007B2329">
      <w:r>
        <w:t>642.9736</w:t>
      </w:r>
      <w:r>
        <w:tab/>
        <w:t>1.013e0</w:t>
      </w:r>
    </w:p>
    <w:p w:rsidR="007B2329" w:rsidRDefault="007B2329" w:rsidP="007B2329">
      <w:r>
        <w:t>642.9772</w:t>
      </w:r>
      <w:r>
        <w:tab/>
        <w:t>3.038e0</w:t>
      </w:r>
    </w:p>
    <w:p w:rsidR="007B2329" w:rsidRDefault="007B2329" w:rsidP="007B2329">
      <w:r>
        <w:t>643.0106</w:t>
      </w:r>
      <w:r>
        <w:tab/>
        <w:t>1.013e0</w:t>
      </w:r>
    </w:p>
    <w:p w:rsidR="007B2329" w:rsidRDefault="007B2329" w:rsidP="007B2329">
      <w:r>
        <w:t>643.0216</w:t>
      </w:r>
      <w:r>
        <w:tab/>
        <w:t>1.013e0</w:t>
      </w:r>
    </w:p>
    <w:p w:rsidR="007B2329" w:rsidRDefault="007B2329" w:rsidP="007B2329">
      <w:r>
        <w:t>643.0384</w:t>
      </w:r>
      <w:r>
        <w:tab/>
        <w:t>2.025e0</w:t>
      </w:r>
    </w:p>
    <w:p w:rsidR="007B2329" w:rsidRDefault="007B2329" w:rsidP="007B2329">
      <w:r>
        <w:t>643.0500</w:t>
      </w:r>
      <w:r>
        <w:tab/>
        <w:t>4.051e0</w:t>
      </w:r>
    </w:p>
    <w:p w:rsidR="007B2329" w:rsidRDefault="007B2329" w:rsidP="007B2329">
      <w:r>
        <w:t>643.0825</w:t>
      </w:r>
      <w:r>
        <w:tab/>
        <w:t>2.038e0</w:t>
      </w:r>
    </w:p>
    <w:p w:rsidR="007B2329" w:rsidRDefault="007B2329" w:rsidP="007B2329">
      <w:r>
        <w:t>643.0875</w:t>
      </w:r>
      <w:r>
        <w:tab/>
        <w:t>1.013e0</w:t>
      </w:r>
    </w:p>
    <w:p w:rsidR="007B2329" w:rsidRDefault="007B2329" w:rsidP="007B2329">
      <w:r>
        <w:t>643.0983</w:t>
      </w:r>
      <w:r>
        <w:tab/>
        <w:t>1.013e0</w:t>
      </w:r>
    </w:p>
    <w:p w:rsidR="007B2329" w:rsidRDefault="007B2329" w:rsidP="007B2329">
      <w:r>
        <w:t>643.1529</w:t>
      </w:r>
      <w:r>
        <w:tab/>
        <w:t>4.051e0</w:t>
      </w:r>
    </w:p>
    <w:p w:rsidR="007B2329" w:rsidRDefault="007B2329" w:rsidP="007B2329">
      <w:r>
        <w:t>643.1862</w:t>
      </w:r>
      <w:r>
        <w:tab/>
        <w:t>2.025e0</w:t>
      </w:r>
    </w:p>
    <w:p w:rsidR="007B2329" w:rsidRDefault="007B2329" w:rsidP="007B2329">
      <w:r>
        <w:t>643.2009</w:t>
      </w:r>
      <w:r>
        <w:tab/>
        <w:t>1.266e-2</w:t>
      </w:r>
    </w:p>
    <w:p w:rsidR="007B2329" w:rsidRDefault="007B2329" w:rsidP="007B2329">
      <w:r>
        <w:t>643.2535</w:t>
      </w:r>
      <w:r>
        <w:tab/>
        <w:t>7.741e0</w:t>
      </w:r>
    </w:p>
    <w:p w:rsidR="007B2329" w:rsidRDefault="007B2329" w:rsidP="007B2329">
      <w:r>
        <w:t>643.2646</w:t>
      </w:r>
      <w:r>
        <w:tab/>
        <w:t>1.435e0</w:t>
      </w:r>
    </w:p>
    <w:p w:rsidR="007B2329" w:rsidRDefault="007B2329" w:rsidP="007B2329">
      <w:r>
        <w:t>643.2705</w:t>
      </w:r>
      <w:r>
        <w:tab/>
        <w:t>2.025e0</w:t>
      </w:r>
    </w:p>
    <w:p w:rsidR="007B2329" w:rsidRDefault="007B2329" w:rsidP="007B2329">
      <w:r>
        <w:t>643.2882</w:t>
      </w:r>
      <w:r>
        <w:tab/>
        <w:t>1.641e0</w:t>
      </w:r>
    </w:p>
    <w:p w:rsidR="007B2329" w:rsidRDefault="007B2329" w:rsidP="007B2329">
      <w:r>
        <w:lastRenderedPageBreak/>
        <w:t>643.2939</w:t>
      </w:r>
      <w:r>
        <w:tab/>
        <w:t>4.557e0</w:t>
      </w:r>
    </w:p>
    <w:p w:rsidR="007B2329" w:rsidRDefault="007B2329" w:rsidP="007B2329">
      <w:r>
        <w:t>643.2958</w:t>
      </w:r>
      <w:r>
        <w:tab/>
        <w:t>1.013e0</w:t>
      </w:r>
    </w:p>
    <w:p w:rsidR="007B2329" w:rsidRDefault="007B2329" w:rsidP="007B2329">
      <w:r>
        <w:t>643.3239</w:t>
      </w:r>
      <w:r>
        <w:tab/>
        <w:t>1.661e0</w:t>
      </w:r>
    </w:p>
    <w:p w:rsidR="007B2329" w:rsidRDefault="007B2329" w:rsidP="007B2329">
      <w:r>
        <w:t>643.3660</w:t>
      </w:r>
      <w:r>
        <w:tab/>
        <w:t>8.904e0</w:t>
      </w:r>
    </w:p>
    <w:p w:rsidR="007B2329" w:rsidRDefault="007B2329" w:rsidP="007B2329">
      <w:r>
        <w:t>643.3689</w:t>
      </w:r>
      <w:r>
        <w:tab/>
        <w:t>1.141e1</w:t>
      </w:r>
    </w:p>
    <w:p w:rsidR="007B2329" w:rsidRDefault="007B2329" w:rsidP="007B2329">
      <w:r>
        <w:t>643.3727</w:t>
      </w:r>
      <w:r>
        <w:tab/>
        <w:t>1.013e0</w:t>
      </w:r>
    </w:p>
    <w:p w:rsidR="007B2329" w:rsidRDefault="007B2329" w:rsidP="007B2329">
      <w:r>
        <w:t>643.3815</w:t>
      </w:r>
      <w:r>
        <w:tab/>
        <w:t>1.212e0</w:t>
      </w:r>
    </w:p>
    <w:p w:rsidR="007B2329" w:rsidRDefault="007B2329" w:rsidP="007B2329">
      <w:r>
        <w:t>643.3904</w:t>
      </w:r>
      <w:r>
        <w:tab/>
        <w:t>3.336e0</w:t>
      </w:r>
    </w:p>
    <w:p w:rsidR="007B2329" w:rsidRDefault="007B2329" w:rsidP="007B2329">
      <w:r>
        <w:t>643.3928</w:t>
      </w:r>
      <w:r>
        <w:tab/>
        <w:t>3.598e0</w:t>
      </w:r>
    </w:p>
    <w:p w:rsidR="007B2329" w:rsidRDefault="007B2329" w:rsidP="007B2329">
      <w:r>
        <w:t>643.4052</w:t>
      </w:r>
      <w:r>
        <w:tab/>
        <w:t>8.012e0</w:t>
      </w:r>
    </w:p>
    <w:p w:rsidR="007B2329" w:rsidRDefault="007B2329" w:rsidP="007B2329">
      <w:r>
        <w:t>643.4442</w:t>
      </w:r>
      <w:r>
        <w:tab/>
        <w:t>1.930e0</w:t>
      </w:r>
    </w:p>
    <w:p w:rsidR="007B2329" w:rsidRDefault="007B2329" w:rsidP="007B2329">
      <w:r>
        <w:t>643.4606</w:t>
      </w:r>
      <w:r>
        <w:tab/>
        <w:t>3.038e0</w:t>
      </w:r>
    </w:p>
    <w:p w:rsidR="007B2329" w:rsidRDefault="007B2329" w:rsidP="007B2329">
      <w:r>
        <w:t>643.4630</w:t>
      </w:r>
      <w:r>
        <w:tab/>
        <w:t>2.025e0</w:t>
      </w:r>
    </w:p>
    <w:p w:rsidR="007B2329" w:rsidRDefault="007B2329" w:rsidP="007B2329">
      <w:r>
        <w:t>643.4885</w:t>
      </w:r>
      <w:r>
        <w:tab/>
        <w:t>2.025e0</w:t>
      </w:r>
    </w:p>
    <w:p w:rsidR="007B2329" w:rsidRDefault="007B2329" w:rsidP="007B2329">
      <w:r>
        <w:t>643.4979</w:t>
      </w:r>
      <w:r>
        <w:tab/>
        <w:t>2.025e0</w:t>
      </w:r>
    </w:p>
    <w:p w:rsidR="007B2329" w:rsidRDefault="007B2329" w:rsidP="007B2329">
      <w:r>
        <w:t>643.5044</w:t>
      </w:r>
      <w:r>
        <w:tab/>
        <w:t>1.013e0</w:t>
      </w:r>
    </w:p>
    <w:p w:rsidR="007B2329" w:rsidRDefault="007B2329" w:rsidP="007B2329">
      <w:r>
        <w:t>643.5590</w:t>
      </w:r>
      <w:r>
        <w:tab/>
        <w:t>2.025e0</w:t>
      </w:r>
    </w:p>
    <w:p w:rsidR="007B2329" w:rsidRDefault="007B2329" w:rsidP="007B2329">
      <w:r>
        <w:t>643.5764</w:t>
      </w:r>
      <w:r>
        <w:tab/>
        <w:t>3.038e0</w:t>
      </w:r>
    </w:p>
    <w:p w:rsidR="007B2329" w:rsidRDefault="007B2329" w:rsidP="007B2329">
      <w:r>
        <w:t>643.6362</w:t>
      </w:r>
      <w:r>
        <w:tab/>
        <w:t>1.013e0</w:t>
      </w:r>
    </w:p>
    <w:p w:rsidR="007B2329" w:rsidRDefault="007B2329" w:rsidP="007B2329">
      <w:r>
        <w:lastRenderedPageBreak/>
        <w:t>643.6420</w:t>
      </w:r>
      <w:r>
        <w:tab/>
        <w:t>3.038e0</w:t>
      </w:r>
    </w:p>
    <w:p w:rsidR="007B2329" w:rsidRDefault="007B2329" w:rsidP="007B2329">
      <w:r>
        <w:t>643.6694</w:t>
      </w:r>
      <w:r>
        <w:tab/>
        <w:t>2.025e0</w:t>
      </w:r>
    </w:p>
    <w:p w:rsidR="007B2329" w:rsidRDefault="007B2329" w:rsidP="007B2329">
      <w:r>
        <w:t>643.6837</w:t>
      </w:r>
      <w:r>
        <w:tab/>
        <w:t>1.025e0</w:t>
      </w:r>
    </w:p>
    <w:p w:rsidR="007B2329" w:rsidRDefault="007B2329" w:rsidP="007B2329">
      <w:r>
        <w:t>643.6910</w:t>
      </w:r>
      <w:r>
        <w:tab/>
        <w:t>3.038e0</w:t>
      </w:r>
    </w:p>
    <w:p w:rsidR="007B2329" w:rsidRDefault="007B2329" w:rsidP="007B2329">
      <w:r>
        <w:t>643.7121</w:t>
      </w:r>
      <w:r>
        <w:tab/>
        <w:t>2.025e0</w:t>
      </w:r>
    </w:p>
    <w:p w:rsidR="007B2329" w:rsidRDefault="007B2329" w:rsidP="007B2329">
      <w:r>
        <w:t>643.7880</w:t>
      </w:r>
      <w:r>
        <w:tab/>
        <w:t>4.051e0</w:t>
      </w:r>
    </w:p>
    <w:p w:rsidR="007B2329" w:rsidRDefault="007B2329" w:rsidP="007B2329">
      <w:r>
        <w:t>643.8016</w:t>
      </w:r>
      <w:r>
        <w:tab/>
        <w:t>4.051e0</w:t>
      </w:r>
    </w:p>
    <w:p w:rsidR="007B2329" w:rsidRDefault="007B2329" w:rsidP="007B2329">
      <w:r>
        <w:t>643.8116</w:t>
      </w:r>
      <w:r>
        <w:tab/>
        <w:t>1.013e0</w:t>
      </w:r>
    </w:p>
    <w:p w:rsidR="007B2329" w:rsidRDefault="007B2329" w:rsidP="007B2329">
      <w:r>
        <w:t>643.8229</w:t>
      </w:r>
      <w:r>
        <w:tab/>
        <w:t>1.013e0</w:t>
      </w:r>
    </w:p>
    <w:p w:rsidR="007B2329" w:rsidRDefault="007B2329" w:rsidP="007B2329">
      <w:r>
        <w:t>643.8560</w:t>
      </w:r>
      <w:r>
        <w:tab/>
        <w:t>1.013e0</w:t>
      </w:r>
    </w:p>
    <w:p w:rsidR="007B2329" w:rsidRDefault="007B2329" w:rsidP="007B2329">
      <w:r>
        <w:t>643.8622</w:t>
      </w:r>
      <w:r>
        <w:tab/>
        <w:t>3.038e0</w:t>
      </w:r>
    </w:p>
    <w:p w:rsidR="007B2329" w:rsidRDefault="007B2329" w:rsidP="007B2329">
      <w:r>
        <w:t>643.8640</w:t>
      </w:r>
      <w:r>
        <w:tab/>
        <w:t>1.013e0</w:t>
      </w:r>
    </w:p>
    <w:p w:rsidR="007B2329" w:rsidRDefault="007B2329" w:rsidP="007B2329">
      <w:r>
        <w:t>643.8991</w:t>
      </w:r>
      <w:r>
        <w:tab/>
        <w:t>1.013e0</w:t>
      </w:r>
    </w:p>
    <w:p w:rsidR="007B2329" w:rsidRDefault="007B2329" w:rsidP="007B2329">
      <w:r>
        <w:t>643.9052</w:t>
      </w:r>
      <w:r>
        <w:tab/>
        <w:t>4.051e0</w:t>
      </w:r>
    </w:p>
    <w:p w:rsidR="007B2329" w:rsidRDefault="007B2329" w:rsidP="007B2329">
      <w:r>
        <w:t>643.9108</w:t>
      </w:r>
      <w:r>
        <w:tab/>
        <w:t>1.013e0</w:t>
      </w:r>
    </w:p>
    <w:p w:rsidR="007B2329" w:rsidRDefault="007B2329" w:rsidP="007B2329">
      <w:r>
        <w:t>643.9252</w:t>
      </w:r>
      <w:r>
        <w:tab/>
        <w:t>2.025e0</w:t>
      </w:r>
    </w:p>
    <w:p w:rsidR="007B2329" w:rsidRDefault="007B2329" w:rsidP="007B2329">
      <w:r>
        <w:t>643.9439</w:t>
      </w:r>
      <w:r>
        <w:tab/>
        <w:t>1.013e0</w:t>
      </w:r>
    </w:p>
    <w:p w:rsidR="007B2329" w:rsidRDefault="007B2329" w:rsidP="007B2329">
      <w:r>
        <w:t>643.9547</w:t>
      </w:r>
      <w:r>
        <w:tab/>
        <w:t>1.013e0</w:t>
      </w:r>
    </w:p>
    <w:p w:rsidR="007B2329" w:rsidRDefault="007B2329" w:rsidP="007B2329">
      <w:r>
        <w:t>643.9695</w:t>
      </w:r>
      <w:r>
        <w:tab/>
        <w:t>1.013e0</w:t>
      </w:r>
    </w:p>
    <w:p w:rsidR="007B2329" w:rsidRDefault="007B2329" w:rsidP="007B2329">
      <w:r>
        <w:lastRenderedPageBreak/>
        <w:t>643.9879</w:t>
      </w:r>
      <w:r>
        <w:tab/>
        <w:t>2.025e0</w:t>
      </w:r>
    </w:p>
    <w:p w:rsidR="007B2329" w:rsidRDefault="007B2329" w:rsidP="007B2329">
      <w:r>
        <w:t>644.0538</w:t>
      </w:r>
      <w:r>
        <w:tab/>
        <w:t>1.013e0</w:t>
      </w:r>
    </w:p>
    <w:p w:rsidR="007B2329" w:rsidRDefault="007B2329" w:rsidP="007B2329">
      <w:r>
        <w:t>644.0735</w:t>
      </w:r>
      <w:r>
        <w:tab/>
        <w:t>1.013e0</w:t>
      </w:r>
    </w:p>
    <w:p w:rsidR="007B2329" w:rsidRDefault="007B2329" w:rsidP="007B2329">
      <w:r>
        <w:t>644.1014</w:t>
      </w:r>
      <w:r>
        <w:tab/>
        <w:t>3.038e0</w:t>
      </w:r>
    </w:p>
    <w:p w:rsidR="007B2329" w:rsidRDefault="007B2329" w:rsidP="007B2329">
      <w:r>
        <w:t>644.1093</w:t>
      </w:r>
      <w:r>
        <w:tab/>
        <w:t>1.013e0</w:t>
      </w:r>
    </w:p>
    <w:p w:rsidR="007B2329" w:rsidRDefault="007B2329" w:rsidP="007B2329">
      <w:r>
        <w:t>644.1390</w:t>
      </w:r>
      <w:r>
        <w:tab/>
        <w:t>5.063e0</w:t>
      </w:r>
    </w:p>
    <w:p w:rsidR="007B2329" w:rsidRDefault="007B2329" w:rsidP="007B2329">
      <w:r>
        <w:t>644.1445</w:t>
      </w:r>
      <w:r>
        <w:tab/>
        <w:t>1.013e0</w:t>
      </w:r>
    </w:p>
    <w:p w:rsidR="007B2329" w:rsidRDefault="007B2329" w:rsidP="007B2329">
      <w:r>
        <w:t>644.1525</w:t>
      </w:r>
      <w:r>
        <w:tab/>
        <w:t>1.013e0</w:t>
      </w:r>
    </w:p>
    <w:p w:rsidR="007B2329" w:rsidRDefault="007B2329" w:rsidP="007B2329">
      <w:r>
        <w:t>644.1649</w:t>
      </w:r>
      <w:r>
        <w:tab/>
        <w:t>3.038e0</w:t>
      </w:r>
    </w:p>
    <w:p w:rsidR="007B2329" w:rsidRDefault="007B2329" w:rsidP="007B2329">
      <w:r>
        <w:t>644.1857</w:t>
      </w:r>
      <w:r>
        <w:tab/>
        <w:t>2.025e0</w:t>
      </w:r>
    </w:p>
    <w:p w:rsidR="007B2329" w:rsidRDefault="007B2329" w:rsidP="007B2329">
      <w:r>
        <w:t>644.1965</w:t>
      </w:r>
      <w:r>
        <w:tab/>
        <w:t>3.038e0</w:t>
      </w:r>
    </w:p>
    <w:p w:rsidR="007B2329" w:rsidRDefault="007B2329" w:rsidP="007B2329">
      <w:r>
        <w:t>644.2324</w:t>
      </w:r>
      <w:r>
        <w:tab/>
        <w:t>6.582e0</w:t>
      </w:r>
    </w:p>
    <w:p w:rsidR="007B2329" w:rsidRDefault="007B2329" w:rsidP="007B2329">
      <w:r>
        <w:t>644.2595</w:t>
      </w:r>
      <w:r>
        <w:tab/>
        <w:t>1.823e0</w:t>
      </w:r>
    </w:p>
    <w:p w:rsidR="007B2329" w:rsidRDefault="007B2329" w:rsidP="007B2329">
      <w:r>
        <w:t>644.2617</w:t>
      </w:r>
      <w:r>
        <w:tab/>
        <w:t>6.275e0</w:t>
      </w:r>
    </w:p>
    <w:p w:rsidR="007B2329" w:rsidRDefault="007B2329" w:rsidP="007B2329">
      <w:r>
        <w:t>644.2831</w:t>
      </w:r>
      <w:r>
        <w:tab/>
        <w:t>1.013e0</w:t>
      </w:r>
    </w:p>
    <w:p w:rsidR="007B2329" w:rsidRDefault="007B2329" w:rsidP="007B2329">
      <w:r>
        <w:t>644.3108</w:t>
      </w:r>
      <w:r>
        <w:tab/>
        <w:t>4.666e0</w:t>
      </w:r>
    </w:p>
    <w:p w:rsidR="007B2329" w:rsidRDefault="007B2329" w:rsidP="007B2329">
      <w:r>
        <w:t>644.3216</w:t>
      </w:r>
      <w:r>
        <w:tab/>
        <w:t>1.328e0</w:t>
      </w:r>
    </w:p>
    <w:p w:rsidR="007B2329" w:rsidRDefault="007B2329" w:rsidP="007B2329">
      <w:r>
        <w:t>644.3239</w:t>
      </w:r>
      <w:r>
        <w:tab/>
        <w:t>3.492e0</w:t>
      </w:r>
    </w:p>
    <w:p w:rsidR="007B2329" w:rsidRDefault="007B2329" w:rsidP="007B2329">
      <w:r>
        <w:t>644.3505</w:t>
      </w:r>
      <w:r>
        <w:tab/>
        <w:t>1.120e0</w:t>
      </w:r>
    </w:p>
    <w:p w:rsidR="007B2329" w:rsidRDefault="007B2329" w:rsidP="007B2329">
      <w:r>
        <w:lastRenderedPageBreak/>
        <w:t>644.3632</w:t>
      </w:r>
      <w:r>
        <w:tab/>
        <w:t>3.932e0</w:t>
      </w:r>
    </w:p>
    <w:p w:rsidR="007B2329" w:rsidRDefault="007B2329" w:rsidP="007B2329">
      <w:r>
        <w:t>644.3682</w:t>
      </w:r>
      <w:r>
        <w:tab/>
        <w:t>3.819e0</w:t>
      </w:r>
    </w:p>
    <w:p w:rsidR="007B2329" w:rsidRDefault="007B2329" w:rsidP="007B2329">
      <w:r>
        <w:t>644.3953</w:t>
      </w:r>
      <w:r>
        <w:tab/>
        <w:t>3.404e0</w:t>
      </w:r>
    </w:p>
    <w:p w:rsidR="007B2329" w:rsidRDefault="007B2329" w:rsidP="007B2329">
      <w:r>
        <w:t>644.4254</w:t>
      </w:r>
      <w:r>
        <w:tab/>
        <w:t>4.051e0</w:t>
      </w:r>
    </w:p>
    <w:p w:rsidR="007B2329" w:rsidRDefault="007B2329" w:rsidP="007B2329">
      <w:r>
        <w:t>644.4334</w:t>
      </w:r>
      <w:r>
        <w:tab/>
        <w:t>1.943e0</w:t>
      </w:r>
    </w:p>
    <w:p w:rsidR="007B2329" w:rsidRDefault="007B2329" w:rsidP="007B2329">
      <w:r>
        <w:t>644.4387</w:t>
      </w:r>
      <w:r>
        <w:tab/>
        <w:t>1.013e0</w:t>
      </w:r>
    </w:p>
    <w:p w:rsidR="007B2329" w:rsidRDefault="007B2329" w:rsidP="007B2329">
      <w:r>
        <w:t>644.4406</w:t>
      </w:r>
      <w:r>
        <w:tab/>
        <w:t>2.025e0</w:t>
      </w:r>
    </w:p>
    <w:p w:rsidR="007B2329" w:rsidRDefault="007B2329" w:rsidP="007B2329">
      <w:r>
        <w:t>644.4462</w:t>
      </w:r>
      <w:r>
        <w:tab/>
        <w:t>3.038e0</w:t>
      </w:r>
    </w:p>
    <w:p w:rsidR="007B2329" w:rsidRDefault="007B2329" w:rsidP="007B2329">
      <w:r>
        <w:t>644.4587</w:t>
      </w:r>
      <w:r>
        <w:tab/>
        <w:t>2.019e0</w:t>
      </w:r>
    </w:p>
    <w:p w:rsidR="007B2329" w:rsidRDefault="007B2329" w:rsidP="007B2329">
      <w:r>
        <w:t>644.4998</w:t>
      </w:r>
      <w:r>
        <w:tab/>
        <w:t>3.480e0</w:t>
      </w:r>
    </w:p>
    <w:p w:rsidR="007B2329" w:rsidRDefault="007B2329" w:rsidP="007B2329">
      <w:r>
        <w:t>644.5110</w:t>
      </w:r>
      <w:r>
        <w:tab/>
        <w:t>2.025e0</w:t>
      </w:r>
    </w:p>
    <w:p w:rsidR="007B2329" w:rsidRDefault="007B2329" w:rsidP="007B2329">
      <w:r>
        <w:t>644.5182</w:t>
      </w:r>
      <w:r>
        <w:tab/>
        <w:t>4.051e0</w:t>
      </w:r>
    </w:p>
    <w:p w:rsidR="007B2329" w:rsidRDefault="007B2329" w:rsidP="007B2329">
      <w:r>
        <w:t>644.5338</w:t>
      </w:r>
      <w:r>
        <w:tab/>
        <w:t>3.038e0</w:t>
      </w:r>
    </w:p>
    <w:p w:rsidR="007B2329" w:rsidRDefault="007B2329" w:rsidP="007B2329">
      <w:r>
        <w:t>644.5453</w:t>
      </w:r>
      <w:r>
        <w:tab/>
        <w:t>1.013e0</w:t>
      </w:r>
    </w:p>
    <w:p w:rsidR="007B2329" w:rsidRDefault="007B2329" w:rsidP="007B2329">
      <w:r>
        <w:t>644.5703</w:t>
      </w:r>
      <w:r>
        <w:tab/>
        <w:t>2.025e0</w:t>
      </w:r>
    </w:p>
    <w:p w:rsidR="007B2329" w:rsidRDefault="007B2329" w:rsidP="007B2329">
      <w:r>
        <w:t>644.5980</w:t>
      </w:r>
      <w:r>
        <w:tab/>
        <w:t>1.013e0</w:t>
      </w:r>
    </w:p>
    <w:p w:rsidR="007B2329" w:rsidRDefault="007B2329" w:rsidP="007B2329">
      <w:r>
        <w:t>644.6034</w:t>
      </w:r>
      <w:r>
        <w:tab/>
        <w:t>2.025e0</w:t>
      </w:r>
    </w:p>
    <w:p w:rsidR="007B2329" w:rsidRDefault="007B2329" w:rsidP="007B2329">
      <w:r>
        <w:t>644.6138</w:t>
      </w:r>
      <w:r>
        <w:tab/>
        <w:t>3.038e0</w:t>
      </w:r>
    </w:p>
    <w:p w:rsidR="007B2329" w:rsidRDefault="007B2329" w:rsidP="007B2329">
      <w:r>
        <w:t>644.6252</w:t>
      </w:r>
      <w:r>
        <w:tab/>
        <w:t>1.013e0</w:t>
      </w:r>
    </w:p>
    <w:p w:rsidR="007B2329" w:rsidRDefault="007B2329" w:rsidP="007B2329">
      <w:r>
        <w:lastRenderedPageBreak/>
        <w:t>644.6386</w:t>
      </w:r>
      <w:r>
        <w:tab/>
        <w:t>3.929e0</w:t>
      </w:r>
    </w:p>
    <w:p w:rsidR="007B2329" w:rsidRDefault="007B2329" w:rsidP="007B2329">
      <w:r>
        <w:t>644.6507</w:t>
      </w:r>
      <w:r>
        <w:tab/>
        <w:t>1.266e-2</w:t>
      </w:r>
    </w:p>
    <w:p w:rsidR="007B2329" w:rsidRDefault="007B2329" w:rsidP="007B2329">
      <w:r>
        <w:t>644.6578</w:t>
      </w:r>
      <w:r>
        <w:tab/>
        <w:t>3.038e0</w:t>
      </w:r>
    </w:p>
    <w:p w:rsidR="007B2329" w:rsidRDefault="007B2329" w:rsidP="007B2329">
      <w:r>
        <w:t>644.6640</w:t>
      </w:r>
      <w:r>
        <w:tab/>
        <w:t>2.025e0</w:t>
      </w:r>
    </w:p>
    <w:p w:rsidR="007B2329" w:rsidRDefault="007B2329" w:rsidP="007B2329">
      <w:r>
        <w:t>644.7032</w:t>
      </w:r>
      <w:r>
        <w:tab/>
        <w:t>1.013e0</w:t>
      </w:r>
    </w:p>
    <w:p w:rsidR="007B2329" w:rsidRDefault="007B2329" w:rsidP="007B2329">
      <w:r>
        <w:t>644.7242</w:t>
      </w:r>
      <w:r>
        <w:tab/>
        <w:t>1.013e0</w:t>
      </w:r>
    </w:p>
    <w:p w:rsidR="007B2329" w:rsidRDefault="007B2329" w:rsidP="007B2329">
      <w:r>
        <w:t>644.7299</w:t>
      </w:r>
      <w:r>
        <w:tab/>
        <w:t>2.025e0</w:t>
      </w:r>
    </w:p>
    <w:p w:rsidR="007B2329" w:rsidRDefault="007B2329" w:rsidP="007B2329">
      <w:r>
        <w:t>644.7628</w:t>
      </w:r>
      <w:r>
        <w:tab/>
        <w:t>4.051e0</w:t>
      </w:r>
    </w:p>
    <w:p w:rsidR="007B2329" w:rsidRDefault="007B2329" w:rsidP="007B2329">
      <w:r>
        <w:t>644.7729</w:t>
      </w:r>
      <w:r>
        <w:tab/>
        <w:t>1.013e0</w:t>
      </w:r>
    </w:p>
    <w:p w:rsidR="007B2329" w:rsidRDefault="007B2329" w:rsidP="007B2329">
      <w:r>
        <w:t>644.8126</w:t>
      </w:r>
      <w:r>
        <w:tab/>
        <w:t>1.013e0</w:t>
      </w:r>
    </w:p>
    <w:p w:rsidR="007B2329" w:rsidRDefault="007B2329" w:rsidP="007B2329">
      <w:r>
        <w:t>644.8179</w:t>
      </w:r>
      <w:r>
        <w:tab/>
        <w:t>2.025e0</w:t>
      </w:r>
    </w:p>
    <w:p w:rsidR="007B2329" w:rsidRDefault="007B2329" w:rsidP="007B2329">
      <w:r>
        <w:t>644.8241</w:t>
      </w:r>
      <w:r>
        <w:tab/>
        <w:t>7.089e0</w:t>
      </w:r>
    </w:p>
    <w:p w:rsidR="007B2329" w:rsidRDefault="007B2329" w:rsidP="007B2329">
      <w:r>
        <w:t>644.8453</w:t>
      </w:r>
      <w:r>
        <w:tab/>
        <w:t>2.025e0</w:t>
      </w:r>
    </w:p>
    <w:p w:rsidR="007B2329" w:rsidRDefault="007B2329" w:rsidP="007B2329">
      <w:r>
        <w:t>644.8544</w:t>
      </w:r>
      <w:r>
        <w:tab/>
        <w:t>5.063e0</w:t>
      </w:r>
    </w:p>
    <w:p w:rsidR="007B2329" w:rsidRDefault="007B2329" w:rsidP="007B2329">
      <w:r>
        <w:t>644.8564</w:t>
      </w:r>
      <w:r>
        <w:tab/>
        <w:t>3.038e0</w:t>
      </w:r>
    </w:p>
    <w:p w:rsidR="007B2329" w:rsidRDefault="007B2329" w:rsidP="007B2329">
      <w:r>
        <w:t>644.8784</w:t>
      </w:r>
      <w:r>
        <w:tab/>
        <w:t>1.013e0</w:t>
      </w:r>
    </w:p>
    <w:p w:rsidR="007B2329" w:rsidRDefault="007B2329" w:rsidP="007B2329">
      <w:r>
        <w:t>644.8992</w:t>
      </w:r>
      <w:r>
        <w:tab/>
        <w:t>4.051e0</w:t>
      </w:r>
    </w:p>
    <w:p w:rsidR="007B2329" w:rsidRDefault="007B2329" w:rsidP="007B2329">
      <w:r>
        <w:t>644.9016</w:t>
      </w:r>
      <w:r>
        <w:tab/>
        <w:t>5.063e0</w:t>
      </w:r>
    </w:p>
    <w:p w:rsidR="007B2329" w:rsidRDefault="007B2329" w:rsidP="007B2329">
      <w:r>
        <w:t>644.9295</w:t>
      </w:r>
      <w:r>
        <w:tab/>
        <w:t>2.025e0</w:t>
      </w:r>
    </w:p>
    <w:p w:rsidR="007B2329" w:rsidRDefault="007B2329" w:rsidP="007B2329">
      <w:r>
        <w:lastRenderedPageBreak/>
        <w:t>644.9446</w:t>
      </w:r>
      <w:r>
        <w:tab/>
        <w:t>3.038e0</w:t>
      </w:r>
    </w:p>
    <w:p w:rsidR="007B2329" w:rsidRDefault="007B2329" w:rsidP="007B2329">
      <w:r>
        <w:t>644.9726</w:t>
      </w:r>
      <w:r>
        <w:tab/>
        <w:t>4.051e0</w:t>
      </w:r>
    </w:p>
    <w:p w:rsidR="007B2329" w:rsidRDefault="007B2329" w:rsidP="007B2329">
      <w:r>
        <w:t>644.9779</w:t>
      </w:r>
      <w:r>
        <w:tab/>
        <w:t>2.025e0</w:t>
      </w:r>
    </w:p>
    <w:p w:rsidR="007B2329" w:rsidRDefault="007B2329" w:rsidP="007B2329">
      <w:r>
        <w:t>644.9822</w:t>
      </w:r>
      <w:r>
        <w:tab/>
        <w:t>1.013e0</w:t>
      </w:r>
    </w:p>
    <w:p w:rsidR="007B2329" w:rsidRDefault="007B2329" w:rsidP="007B2329">
      <w:r>
        <w:t>644.9994</w:t>
      </w:r>
      <w:r>
        <w:tab/>
        <w:t>1.013e0</w:t>
      </w:r>
    </w:p>
    <w:p w:rsidR="007B2329" w:rsidRDefault="007B2329" w:rsidP="007B2329">
      <w:r>
        <w:t>645.0217</w:t>
      </w:r>
      <w:r>
        <w:tab/>
        <w:t>2.025e0</w:t>
      </w:r>
    </w:p>
    <w:p w:rsidR="007B2329" w:rsidRDefault="007B2329" w:rsidP="007B2329">
      <w:r>
        <w:t>645.0516</w:t>
      </w:r>
      <w:r>
        <w:tab/>
        <w:t>1.013e0</w:t>
      </w:r>
    </w:p>
    <w:p w:rsidR="007B2329" w:rsidRDefault="007B2329" w:rsidP="007B2329">
      <w:r>
        <w:t>645.0698</w:t>
      </w:r>
      <w:r>
        <w:tab/>
        <w:t>1.013e0</w:t>
      </w:r>
    </w:p>
    <w:p w:rsidR="007B2329" w:rsidRDefault="007B2329" w:rsidP="007B2329">
      <w:r>
        <w:t>645.0868</w:t>
      </w:r>
      <w:r>
        <w:tab/>
        <w:t>1.013e0</w:t>
      </w:r>
    </w:p>
    <w:p w:rsidR="007B2329" w:rsidRDefault="007B2329" w:rsidP="007B2329">
      <w:r>
        <w:t>645.1093</w:t>
      </w:r>
      <w:r>
        <w:tab/>
        <w:t>1.013e0</w:t>
      </w:r>
    </w:p>
    <w:p w:rsidR="007B2329" w:rsidRDefault="007B2329" w:rsidP="007B2329">
      <w:r>
        <w:t>645.1180</w:t>
      </w:r>
      <w:r>
        <w:tab/>
        <w:t>4.051e0</w:t>
      </w:r>
    </w:p>
    <w:p w:rsidR="007B2329" w:rsidRDefault="007B2329" w:rsidP="007B2329">
      <w:r>
        <w:t>645.1222</w:t>
      </w:r>
      <w:r>
        <w:tab/>
        <w:t>1.013e0</w:t>
      </w:r>
    </w:p>
    <w:p w:rsidR="007B2329" w:rsidRDefault="007B2329" w:rsidP="007B2329">
      <w:r>
        <w:t>645.1259</w:t>
      </w:r>
      <w:r>
        <w:tab/>
        <w:t>6.076e0</w:t>
      </w:r>
    </w:p>
    <w:p w:rsidR="007B2329" w:rsidRDefault="007B2329" w:rsidP="007B2329">
      <w:r>
        <w:t>645.1351</w:t>
      </w:r>
      <w:r>
        <w:tab/>
        <w:t>2.051e0</w:t>
      </w:r>
    </w:p>
    <w:p w:rsidR="007B2329" w:rsidRDefault="007B2329" w:rsidP="007B2329">
      <w:r>
        <w:t>645.1375</w:t>
      </w:r>
      <w:r>
        <w:tab/>
        <w:t>2.025e0</w:t>
      </w:r>
    </w:p>
    <w:p w:rsidR="007B2329" w:rsidRDefault="007B2329" w:rsidP="007B2329">
      <w:r>
        <w:t>645.1535</w:t>
      </w:r>
      <w:r>
        <w:tab/>
        <w:t>1.013e0</w:t>
      </w:r>
    </w:p>
    <w:p w:rsidR="007B2329" w:rsidRDefault="007B2329" w:rsidP="007B2329">
      <w:r>
        <w:t>645.1647</w:t>
      </w:r>
      <w:r>
        <w:tab/>
        <w:t>2.025e0</w:t>
      </w:r>
    </w:p>
    <w:p w:rsidR="007B2329" w:rsidRDefault="007B2329" w:rsidP="007B2329">
      <w:r>
        <w:t>645.2217</w:t>
      </w:r>
      <w:r>
        <w:tab/>
        <w:t>1.740e0</w:t>
      </w:r>
    </w:p>
    <w:p w:rsidR="007B2329" w:rsidRDefault="007B2329" w:rsidP="007B2329">
      <w:r>
        <w:t>645.2245</w:t>
      </w:r>
      <w:r>
        <w:tab/>
        <w:t>2.515e0</w:t>
      </w:r>
    </w:p>
    <w:p w:rsidR="007B2329" w:rsidRDefault="007B2329" w:rsidP="007B2329">
      <w:r>
        <w:lastRenderedPageBreak/>
        <w:t>645.2393</w:t>
      </w:r>
      <w:r>
        <w:tab/>
        <w:t>4.789e0</w:t>
      </w:r>
    </w:p>
    <w:p w:rsidR="007B2329" w:rsidRDefault="007B2329" w:rsidP="007B2329">
      <w:r>
        <w:t>645.2599</w:t>
      </w:r>
      <w:r>
        <w:tab/>
        <w:t>5.593e0</w:t>
      </w:r>
    </w:p>
    <w:p w:rsidR="007B2329" w:rsidRDefault="007B2329" w:rsidP="007B2329">
      <w:r>
        <w:t>645.2871</w:t>
      </w:r>
      <w:r>
        <w:tab/>
        <w:t>2.642e0</w:t>
      </w:r>
    </w:p>
    <w:p w:rsidR="007B2329" w:rsidRDefault="007B2329" w:rsidP="007B2329">
      <w:r>
        <w:t>645.3060</w:t>
      </w:r>
      <w:r>
        <w:tab/>
        <w:t>1.228e0</w:t>
      </w:r>
    </w:p>
    <w:p w:rsidR="007B2329" w:rsidRDefault="007B2329" w:rsidP="007B2329">
      <w:r>
        <w:t>645.3127</w:t>
      </w:r>
      <w:r>
        <w:tab/>
        <w:t>6.179e0</w:t>
      </w:r>
    </w:p>
    <w:p w:rsidR="007B2329" w:rsidRDefault="007B2329" w:rsidP="007B2329">
      <w:r>
        <w:t>645.3178</w:t>
      </w:r>
      <w:r>
        <w:tab/>
        <w:t>2.855e0</w:t>
      </w:r>
    </w:p>
    <w:p w:rsidR="007B2329" w:rsidRDefault="007B2329" w:rsidP="007B2329">
      <w:r>
        <w:t>645.3366</w:t>
      </w:r>
      <w:r>
        <w:tab/>
        <w:t>3.726e0</w:t>
      </w:r>
    </w:p>
    <w:p w:rsidR="007B2329" w:rsidRDefault="007B2329" w:rsidP="007B2329">
      <w:r>
        <w:t>645.3470</w:t>
      </w:r>
      <w:r>
        <w:tab/>
        <w:t>2.545e0</w:t>
      </w:r>
    </w:p>
    <w:p w:rsidR="007B2329" w:rsidRDefault="007B2329" w:rsidP="007B2329">
      <w:r>
        <w:t>645.3536</w:t>
      </w:r>
      <w:r>
        <w:tab/>
        <w:t>4.554e0</w:t>
      </w:r>
    </w:p>
    <w:p w:rsidR="007B2329" w:rsidRDefault="007B2329" w:rsidP="007B2329">
      <w:r>
        <w:t>645.3572</w:t>
      </w:r>
      <w:r>
        <w:tab/>
        <w:t>2.025e0</w:t>
      </w:r>
    </w:p>
    <w:p w:rsidR="007B2329" w:rsidRDefault="007B2329" w:rsidP="007B2329">
      <w:r>
        <w:t>645.4165</w:t>
      </w:r>
      <w:r>
        <w:tab/>
        <w:t>2.945e0</w:t>
      </w:r>
    </w:p>
    <w:p w:rsidR="007B2329" w:rsidRDefault="007B2329" w:rsidP="007B2329">
      <w:r>
        <w:t>645.4196</w:t>
      </w:r>
      <w:r>
        <w:tab/>
        <w:t>2.025e0</w:t>
      </w:r>
    </w:p>
    <w:p w:rsidR="007B2329" w:rsidRDefault="007B2329" w:rsidP="007B2329">
      <w:r>
        <w:t>645.4394</w:t>
      </w:r>
      <w:r>
        <w:tab/>
        <w:t>4.465e0</w:t>
      </w:r>
    </w:p>
    <w:p w:rsidR="007B2329" w:rsidRDefault="007B2329" w:rsidP="007B2329">
      <w:r>
        <w:t>645.4506</w:t>
      </w:r>
      <w:r>
        <w:tab/>
        <w:t>1.013e0</w:t>
      </w:r>
    </w:p>
    <w:p w:rsidR="007B2329" w:rsidRDefault="007B2329" w:rsidP="007B2329">
      <w:r>
        <w:t>645.4537</w:t>
      </w:r>
      <w:r>
        <w:tab/>
        <w:t>4.051e0</w:t>
      </w:r>
    </w:p>
    <w:p w:rsidR="007B2329" w:rsidRDefault="007B2329" w:rsidP="007B2329">
      <w:r>
        <w:t>645.4705</w:t>
      </w:r>
      <w:r>
        <w:tab/>
        <w:t>1.013e0</w:t>
      </w:r>
    </w:p>
    <w:p w:rsidR="007B2329" w:rsidRDefault="007B2329" w:rsidP="007B2329">
      <w:r>
        <w:t>645.4893</w:t>
      </w:r>
      <w:r>
        <w:tab/>
        <w:t>2.025e0</w:t>
      </w:r>
    </w:p>
    <w:p w:rsidR="007B2329" w:rsidRDefault="007B2329" w:rsidP="007B2329">
      <w:r>
        <w:t>645.5069</w:t>
      </w:r>
      <w:r>
        <w:tab/>
        <w:t>3.038e0</w:t>
      </w:r>
    </w:p>
    <w:p w:rsidR="007B2329" w:rsidRDefault="007B2329" w:rsidP="007B2329">
      <w:r>
        <w:t>645.5128</w:t>
      </w:r>
      <w:r>
        <w:tab/>
        <w:t>6.076e0</w:t>
      </w:r>
    </w:p>
    <w:p w:rsidR="007B2329" w:rsidRDefault="007B2329" w:rsidP="007B2329">
      <w:r>
        <w:lastRenderedPageBreak/>
        <w:t>645.5241</w:t>
      </w:r>
      <w:r>
        <w:tab/>
        <w:t>8.697e0</w:t>
      </w:r>
    </w:p>
    <w:p w:rsidR="007B2329" w:rsidRDefault="007B2329" w:rsidP="007B2329">
      <w:r>
        <w:t>645.5266</w:t>
      </w:r>
      <w:r>
        <w:tab/>
        <w:t>4.514e0</w:t>
      </w:r>
    </w:p>
    <w:p w:rsidR="007B2329" w:rsidRDefault="007B2329" w:rsidP="007B2329">
      <w:r>
        <w:t>645.5276</w:t>
      </w:r>
      <w:r>
        <w:tab/>
        <w:t>1.013e0</w:t>
      </w:r>
    </w:p>
    <w:p w:rsidR="007B2329" w:rsidRDefault="007B2329" w:rsidP="007B2329">
      <w:r>
        <w:t>645.6210</w:t>
      </w:r>
      <w:r>
        <w:tab/>
        <w:t>2.025e0</w:t>
      </w:r>
    </w:p>
    <w:p w:rsidR="007B2329" w:rsidRDefault="007B2329" w:rsidP="007B2329">
      <w:r>
        <w:t>645.6288</w:t>
      </w:r>
      <w:r>
        <w:tab/>
        <w:t>1.013e0</w:t>
      </w:r>
    </w:p>
    <w:p w:rsidR="007B2329" w:rsidRDefault="007B2329" w:rsidP="007B2329">
      <w:r>
        <w:t>645.6459</w:t>
      </w:r>
      <w:r>
        <w:tab/>
        <w:t>2.025e0</w:t>
      </w:r>
    </w:p>
    <w:p w:rsidR="007B2329" w:rsidRDefault="007B2329" w:rsidP="007B2329">
      <w:r>
        <w:t>645.6490</w:t>
      </w:r>
      <w:r>
        <w:tab/>
        <w:t>1.013e0</w:t>
      </w:r>
    </w:p>
    <w:p w:rsidR="007B2329" w:rsidRDefault="007B2329" w:rsidP="007B2329">
      <w:r>
        <w:t>645.6626</w:t>
      </w:r>
      <w:r>
        <w:tab/>
        <w:t>4.051e0</w:t>
      </w:r>
    </w:p>
    <w:p w:rsidR="007B2329" w:rsidRDefault="007B2329" w:rsidP="007B2329">
      <w:r>
        <w:t>645.7040</w:t>
      </w:r>
      <w:r>
        <w:tab/>
        <w:t>1.013e0</w:t>
      </w:r>
    </w:p>
    <w:p w:rsidR="007B2329" w:rsidRDefault="007B2329" w:rsidP="007B2329">
      <w:r>
        <w:t>645.7139</w:t>
      </w:r>
      <w:r>
        <w:tab/>
        <w:t>2.025e0</w:t>
      </w:r>
    </w:p>
    <w:p w:rsidR="007B2329" w:rsidRDefault="007B2329" w:rsidP="007B2329">
      <w:r>
        <w:t>645.7479</w:t>
      </w:r>
      <w:r>
        <w:tab/>
        <w:t>2.025e0</w:t>
      </w:r>
    </w:p>
    <w:p w:rsidR="007B2329" w:rsidRDefault="007B2329" w:rsidP="007B2329">
      <w:r>
        <w:t>645.7652</w:t>
      </w:r>
      <w:r>
        <w:tab/>
        <w:t>2.025e0</w:t>
      </w:r>
    </w:p>
    <w:p w:rsidR="007B2329" w:rsidRDefault="007B2329" w:rsidP="007B2329">
      <w:r>
        <w:t>645.7700</w:t>
      </w:r>
      <w:r>
        <w:tab/>
        <w:t>1.013e0</w:t>
      </w:r>
    </w:p>
    <w:p w:rsidR="007B2329" w:rsidRDefault="007B2329" w:rsidP="007B2329">
      <w:r>
        <w:t>645.7767</w:t>
      </w:r>
      <w:r>
        <w:tab/>
        <w:t>6.076e0</w:t>
      </w:r>
    </w:p>
    <w:p w:rsidR="007B2329" w:rsidRDefault="007B2329" w:rsidP="007B2329">
      <w:r>
        <w:t>645.8032</w:t>
      </w:r>
      <w:r>
        <w:tab/>
        <w:t>2.025e0</w:t>
      </w:r>
    </w:p>
    <w:p w:rsidR="007B2329" w:rsidRDefault="007B2329" w:rsidP="007B2329">
      <w:r>
        <w:t>645.8251</w:t>
      </w:r>
      <w:r>
        <w:tab/>
        <w:t>1.013e0</w:t>
      </w:r>
    </w:p>
    <w:p w:rsidR="007B2329" w:rsidRDefault="007B2329" w:rsidP="007B2329">
      <w:r>
        <w:t>645.8301</w:t>
      </w:r>
      <w:r>
        <w:tab/>
        <w:t>3.033e0</w:t>
      </w:r>
    </w:p>
    <w:p w:rsidR="007B2329" w:rsidRDefault="007B2329" w:rsidP="007B2329">
      <w:r>
        <w:t>645.8380</w:t>
      </w:r>
      <w:r>
        <w:tab/>
        <w:t>2.025e0</w:t>
      </w:r>
    </w:p>
    <w:p w:rsidR="007B2329" w:rsidRDefault="007B2329" w:rsidP="007B2329">
      <w:r>
        <w:t>645.8548</w:t>
      </w:r>
      <w:r>
        <w:tab/>
        <w:t>1.013e0</w:t>
      </w:r>
    </w:p>
    <w:p w:rsidR="007B2329" w:rsidRDefault="007B2329" w:rsidP="007B2329">
      <w:r>
        <w:lastRenderedPageBreak/>
        <w:t>645.8571</w:t>
      </w:r>
      <w:r>
        <w:tab/>
        <w:t>7.089e0</w:t>
      </w:r>
    </w:p>
    <w:p w:rsidR="007B2329" w:rsidRDefault="007B2329" w:rsidP="007B2329">
      <w:r>
        <w:t>645.8895</w:t>
      </w:r>
      <w:r>
        <w:tab/>
        <w:t>2.178e0</w:t>
      </w:r>
    </w:p>
    <w:p w:rsidR="007B2329" w:rsidRDefault="007B2329" w:rsidP="007B2329">
      <w:r>
        <w:t>645.9033</w:t>
      </w:r>
      <w:r>
        <w:tab/>
        <w:t>2.025e0</w:t>
      </w:r>
    </w:p>
    <w:p w:rsidR="007B2329" w:rsidRDefault="007B2329" w:rsidP="007B2329">
      <w:r>
        <w:t>645.9133</w:t>
      </w:r>
      <w:r>
        <w:tab/>
        <w:t>1.013e0</w:t>
      </w:r>
    </w:p>
    <w:p w:rsidR="007B2329" w:rsidRDefault="007B2329" w:rsidP="007B2329">
      <w:r>
        <w:t>645.9511</w:t>
      </w:r>
      <w:r>
        <w:tab/>
        <w:t>2.025e0</w:t>
      </w:r>
    </w:p>
    <w:p w:rsidR="007B2329" w:rsidRDefault="007B2329" w:rsidP="007B2329">
      <w:r>
        <w:t>645.9654</w:t>
      </w:r>
      <w:r>
        <w:tab/>
        <w:t>2.025e0</w:t>
      </w:r>
    </w:p>
    <w:p w:rsidR="007B2329" w:rsidRDefault="007B2329" w:rsidP="007B2329">
      <w:r>
        <w:t>645.9767</w:t>
      </w:r>
      <w:r>
        <w:tab/>
        <w:t>1.013e0</w:t>
      </w:r>
    </w:p>
    <w:p w:rsidR="007B2329" w:rsidRDefault="007B2329" w:rsidP="007B2329">
      <w:r>
        <w:t>645.9950</w:t>
      </w:r>
      <w:r>
        <w:tab/>
        <w:t>2.025e0</w:t>
      </w:r>
    </w:p>
    <w:p w:rsidR="007B2329" w:rsidRDefault="007B2329" w:rsidP="007B2329">
      <w:r>
        <w:t>646.0454</w:t>
      </w:r>
      <w:r>
        <w:tab/>
        <w:t>1.013e0</w:t>
      </w:r>
    </w:p>
    <w:p w:rsidR="007B2329" w:rsidRDefault="007B2329" w:rsidP="007B2329">
      <w:r>
        <w:t>646.0627</w:t>
      </w:r>
      <w:r>
        <w:tab/>
        <w:t>1.929e0</w:t>
      </w:r>
    </w:p>
    <w:p w:rsidR="007B2329" w:rsidRDefault="007B2329" w:rsidP="007B2329">
      <w:r>
        <w:t>646.0673</w:t>
      </w:r>
      <w:r>
        <w:tab/>
        <w:t>2.038e0</w:t>
      </w:r>
    </w:p>
    <w:p w:rsidR="007B2329" w:rsidRDefault="007B2329" w:rsidP="007B2329">
      <w:r>
        <w:t>646.0806</w:t>
      </w:r>
      <w:r>
        <w:tab/>
        <w:t>3.038e0</w:t>
      </w:r>
    </w:p>
    <w:p w:rsidR="007B2329" w:rsidRDefault="007B2329" w:rsidP="007B2329">
      <w:r>
        <w:t>646.0992</w:t>
      </w:r>
      <w:r>
        <w:tab/>
        <w:t>1.013e0</w:t>
      </w:r>
    </w:p>
    <w:p w:rsidR="007B2329" w:rsidRDefault="007B2329" w:rsidP="007B2329">
      <w:r>
        <w:t>646.1095</w:t>
      </w:r>
      <w:r>
        <w:tab/>
        <w:t>4.046e0</w:t>
      </w:r>
    </w:p>
    <w:p w:rsidR="007B2329" w:rsidRDefault="007B2329" w:rsidP="007B2329">
      <w:r>
        <w:t>646.1407</w:t>
      </w:r>
      <w:r>
        <w:tab/>
        <w:t>2.025e0</w:t>
      </w:r>
    </w:p>
    <w:p w:rsidR="007B2329" w:rsidRDefault="007B2329" w:rsidP="007B2329">
      <w:r>
        <w:t>646.1514</w:t>
      </w:r>
      <w:r>
        <w:tab/>
        <w:t>1.013e0</w:t>
      </w:r>
    </w:p>
    <w:p w:rsidR="007B2329" w:rsidRDefault="007B2329" w:rsidP="007B2329">
      <w:r>
        <w:t>646.1749</w:t>
      </w:r>
      <w:r>
        <w:tab/>
        <w:t>6.076e0</w:t>
      </w:r>
    </w:p>
    <w:p w:rsidR="007B2329" w:rsidRDefault="007B2329" w:rsidP="007B2329">
      <w:r>
        <w:t>646.1986</w:t>
      </w:r>
      <w:r>
        <w:tab/>
        <w:t>2.864e0</w:t>
      </w:r>
    </w:p>
    <w:p w:rsidR="007B2329" w:rsidRDefault="007B2329" w:rsidP="007B2329">
      <w:r>
        <w:t>646.2043</w:t>
      </w:r>
      <w:r>
        <w:tab/>
        <w:t>1.013e0</w:t>
      </w:r>
    </w:p>
    <w:p w:rsidR="007B2329" w:rsidRDefault="007B2329" w:rsidP="007B2329">
      <w:r>
        <w:lastRenderedPageBreak/>
        <w:t>646.2231</w:t>
      </w:r>
      <w:r>
        <w:tab/>
        <w:t>3.845e0</w:t>
      </w:r>
    </w:p>
    <w:p w:rsidR="007B2329" w:rsidRDefault="007B2329" w:rsidP="007B2329">
      <w:r>
        <w:t>646.2347</w:t>
      </w:r>
      <w:r>
        <w:tab/>
        <w:t>9.917e-1</w:t>
      </w:r>
    </w:p>
    <w:p w:rsidR="007B2329" w:rsidRDefault="007B2329" w:rsidP="007B2329">
      <w:r>
        <w:t>646.2457</w:t>
      </w:r>
      <w:r>
        <w:tab/>
        <w:t>2.538e0</w:t>
      </w:r>
    </w:p>
    <w:p w:rsidR="007B2329" w:rsidRDefault="007B2329" w:rsidP="007B2329">
      <w:r>
        <w:t>646.2621</w:t>
      </w:r>
      <w:r>
        <w:tab/>
        <w:t>5.216e0</w:t>
      </w:r>
    </w:p>
    <w:p w:rsidR="007B2329" w:rsidRDefault="007B2329" w:rsidP="007B2329">
      <w:r>
        <w:t>646.3083</w:t>
      </w:r>
      <w:r>
        <w:tab/>
        <w:t>1.013e0</w:t>
      </w:r>
    </w:p>
    <w:p w:rsidR="007B2329" w:rsidRDefault="007B2329" w:rsidP="007B2329">
      <w:r>
        <w:t>646.3168</w:t>
      </w:r>
      <w:r>
        <w:tab/>
        <w:t>1.987e0</w:t>
      </w:r>
    </w:p>
    <w:p w:rsidR="007B2329" w:rsidRDefault="007B2329" w:rsidP="007B2329">
      <w:r>
        <w:t>646.3498</w:t>
      </w:r>
      <w:r>
        <w:tab/>
        <w:t>1.758e0</w:t>
      </w:r>
    </w:p>
    <w:p w:rsidR="007B2329" w:rsidRDefault="007B2329" w:rsidP="007B2329">
      <w:r>
        <w:t>646.3516</w:t>
      </w:r>
      <w:r>
        <w:tab/>
        <w:t>3.815e0</w:t>
      </w:r>
    </w:p>
    <w:p w:rsidR="007B2329" w:rsidRDefault="007B2329" w:rsidP="007B2329">
      <w:r>
        <w:t>646.3783</w:t>
      </w:r>
      <w:r>
        <w:tab/>
        <w:t>3.502e0</w:t>
      </w:r>
    </w:p>
    <w:p w:rsidR="007B2329" w:rsidRDefault="007B2329" w:rsidP="007B2329">
      <w:r>
        <w:t>646.3956</w:t>
      </w:r>
      <w:r>
        <w:tab/>
        <w:t>1.013e0</w:t>
      </w:r>
    </w:p>
    <w:p w:rsidR="007B2329" w:rsidRDefault="007B2329" w:rsidP="007B2329">
      <w:r>
        <w:t>646.3983</w:t>
      </w:r>
      <w:r>
        <w:tab/>
        <w:t>1.252e0</w:t>
      </w:r>
    </w:p>
    <w:p w:rsidR="007B2329" w:rsidRDefault="007B2329" w:rsidP="007B2329">
      <w:r>
        <w:t>646.4053</w:t>
      </w:r>
      <w:r>
        <w:tab/>
        <w:t>2.946e0</w:t>
      </w:r>
    </w:p>
    <w:p w:rsidR="007B2329" w:rsidRDefault="007B2329" w:rsidP="007B2329">
      <w:r>
        <w:t>646.4271</w:t>
      </w:r>
      <w:r>
        <w:tab/>
        <w:t>1.881e0</w:t>
      </w:r>
    </w:p>
    <w:p w:rsidR="007B2329" w:rsidRDefault="007B2329" w:rsidP="007B2329">
      <w:r>
        <w:t>646.4479</w:t>
      </w:r>
      <w:r>
        <w:tab/>
        <w:t>1.482e0</w:t>
      </w:r>
    </w:p>
    <w:p w:rsidR="007B2329" w:rsidRDefault="007B2329" w:rsidP="007B2329">
      <w:r>
        <w:t>646.4812</w:t>
      </w:r>
      <w:r>
        <w:tab/>
        <w:t>2.025e0</w:t>
      </w:r>
    </w:p>
    <w:p w:rsidR="007B2329" w:rsidRDefault="007B2329" w:rsidP="007B2329">
      <w:r>
        <w:t>646.4880</w:t>
      </w:r>
      <w:r>
        <w:tab/>
        <w:t>3.038e0</w:t>
      </w:r>
    </w:p>
    <w:p w:rsidR="007B2329" w:rsidRDefault="007B2329" w:rsidP="007B2329">
      <w:r>
        <w:t>646.4990</w:t>
      </w:r>
      <w:r>
        <w:tab/>
        <w:t>2.110e0</w:t>
      </w:r>
    </w:p>
    <w:p w:rsidR="007B2329" w:rsidRDefault="007B2329" w:rsidP="007B2329">
      <w:r>
        <w:t>646.5106</w:t>
      </w:r>
      <w:r>
        <w:tab/>
        <w:t>2.025e0</w:t>
      </w:r>
    </w:p>
    <w:p w:rsidR="007B2329" w:rsidRDefault="007B2329" w:rsidP="007B2329">
      <w:r>
        <w:t>646.5123</w:t>
      </w:r>
      <w:r>
        <w:tab/>
        <w:t>4.051e0</w:t>
      </w:r>
    </w:p>
    <w:p w:rsidR="007B2329" w:rsidRDefault="007B2329" w:rsidP="007B2329">
      <w:r>
        <w:lastRenderedPageBreak/>
        <w:t>646.5305</w:t>
      </w:r>
      <w:r>
        <w:tab/>
        <w:t>1.013e0</w:t>
      </w:r>
    </w:p>
    <w:p w:rsidR="007B2329" w:rsidRDefault="007B2329" w:rsidP="007B2329">
      <w:r>
        <w:t>646.5748</w:t>
      </w:r>
      <w:r>
        <w:tab/>
        <w:t>1.266e-2</w:t>
      </w:r>
    </w:p>
    <w:p w:rsidR="007B2329" w:rsidRDefault="007B2329" w:rsidP="007B2329">
      <w:r>
        <w:t>646.5886</w:t>
      </w:r>
      <w:r>
        <w:tab/>
        <w:t>1.013e0</w:t>
      </w:r>
    </w:p>
    <w:p w:rsidR="007B2329" w:rsidRDefault="007B2329" w:rsidP="007B2329">
      <w:r>
        <w:t>646.5945</w:t>
      </w:r>
      <w:r>
        <w:tab/>
        <w:t>3.038e0</w:t>
      </w:r>
    </w:p>
    <w:p w:rsidR="007B2329" w:rsidRDefault="007B2329" w:rsidP="007B2329">
      <w:r>
        <w:t>646.5966</w:t>
      </w:r>
      <w:r>
        <w:tab/>
        <w:t>2.025e0</w:t>
      </w:r>
    </w:p>
    <w:p w:rsidR="007B2329" w:rsidRDefault="007B2329" w:rsidP="007B2329">
      <w:r>
        <w:t>646.6097</w:t>
      </w:r>
      <w:r>
        <w:tab/>
        <w:t>4.051e0</w:t>
      </w:r>
    </w:p>
    <w:p w:rsidR="007B2329" w:rsidRDefault="007B2329" w:rsidP="007B2329">
      <w:r>
        <w:t>646.6404</w:t>
      </w:r>
      <w:r>
        <w:tab/>
        <w:t>1.013e0</w:t>
      </w:r>
    </w:p>
    <w:p w:rsidR="007B2329" w:rsidRDefault="007B2329" w:rsidP="007B2329">
      <w:r>
        <w:t>646.6630</w:t>
      </w:r>
      <w:r>
        <w:tab/>
        <w:t>1.013e0</w:t>
      </w:r>
    </w:p>
    <w:p w:rsidR="007B2329" w:rsidRDefault="007B2329" w:rsidP="007B2329">
      <w:r>
        <w:t>646.6941</w:t>
      </w:r>
      <w:r>
        <w:tab/>
        <w:t>3.038e0</w:t>
      </w:r>
    </w:p>
    <w:p w:rsidR="007B2329" w:rsidRDefault="007B2329" w:rsidP="007B2329">
      <w:r>
        <w:t>646.7099</w:t>
      </w:r>
      <w:r>
        <w:tab/>
        <w:t>1.025e0</w:t>
      </w:r>
    </w:p>
    <w:p w:rsidR="007B2329" w:rsidRDefault="007B2329" w:rsidP="007B2329">
      <w:r>
        <w:t>646.7174</w:t>
      </w:r>
      <w:r>
        <w:tab/>
        <w:t>2.025e0</w:t>
      </w:r>
    </w:p>
    <w:p w:rsidR="007B2329" w:rsidRDefault="007B2329" w:rsidP="007B2329">
      <w:r>
        <w:t>646.7613</w:t>
      </w:r>
      <w:r>
        <w:tab/>
        <w:t>2.025e0</w:t>
      </w:r>
    </w:p>
    <w:p w:rsidR="007B2329" w:rsidRDefault="007B2329" w:rsidP="007B2329">
      <w:r>
        <w:t>646.7629</w:t>
      </w:r>
      <w:r>
        <w:tab/>
        <w:t>2.025e0</w:t>
      </w:r>
    </w:p>
    <w:p w:rsidR="007B2329" w:rsidRDefault="007B2329" w:rsidP="007B2329">
      <w:r>
        <w:t>646.8065</w:t>
      </w:r>
      <w:r>
        <w:tab/>
        <w:t>1.013e0</w:t>
      </w:r>
    </w:p>
    <w:p w:rsidR="007B2329" w:rsidRDefault="007B2329" w:rsidP="007B2329">
      <w:r>
        <w:t>646.8495</w:t>
      </w:r>
      <w:r>
        <w:tab/>
        <w:t>1.013e0</w:t>
      </w:r>
    </w:p>
    <w:p w:rsidR="007B2329" w:rsidRDefault="007B2329" w:rsidP="007B2329">
      <w:r>
        <w:t>646.8853</w:t>
      </w:r>
      <w:r>
        <w:tab/>
        <w:t>2.025e0</w:t>
      </w:r>
    </w:p>
    <w:p w:rsidR="007B2329" w:rsidRDefault="007B2329" w:rsidP="007B2329">
      <w:r>
        <w:t>646.8879</w:t>
      </w:r>
      <w:r>
        <w:tab/>
        <w:t>3.038e0</w:t>
      </w:r>
    </w:p>
    <w:p w:rsidR="007B2329" w:rsidRDefault="007B2329" w:rsidP="007B2329">
      <w:r>
        <w:t>646.9301</w:t>
      </w:r>
      <w:r>
        <w:tab/>
        <w:t>3.038e0</w:t>
      </w:r>
    </w:p>
    <w:p w:rsidR="007B2329" w:rsidRDefault="007B2329" w:rsidP="007B2329">
      <w:r>
        <w:t>646.9368</w:t>
      </w:r>
      <w:r>
        <w:tab/>
        <w:t>1.013e0</w:t>
      </w:r>
    </w:p>
    <w:p w:rsidR="007B2329" w:rsidRDefault="007B2329" w:rsidP="007B2329">
      <w:r>
        <w:lastRenderedPageBreak/>
        <w:t>646.9445</w:t>
      </w:r>
      <w:r>
        <w:tab/>
        <w:t>2.025e0</w:t>
      </w:r>
    </w:p>
    <w:p w:rsidR="007B2329" w:rsidRDefault="007B2329" w:rsidP="007B2329">
      <w:r>
        <w:t>646.9828</w:t>
      </w:r>
      <w:r>
        <w:tab/>
        <w:t>1.013e0</w:t>
      </w:r>
    </w:p>
    <w:p w:rsidR="007B2329" w:rsidRDefault="007B2329" w:rsidP="007B2329">
      <w:r>
        <w:t>647.0159</w:t>
      </w:r>
      <w:r>
        <w:tab/>
        <w:t>1.013e0</w:t>
      </w:r>
    </w:p>
    <w:p w:rsidR="007B2329" w:rsidRDefault="007B2329" w:rsidP="007B2329">
      <w:r>
        <w:t>647.0201</w:t>
      </w:r>
      <w:r>
        <w:tab/>
        <w:t>3.038e0</w:t>
      </w:r>
    </w:p>
    <w:p w:rsidR="007B2329" w:rsidRDefault="007B2329" w:rsidP="007B2329">
      <w:r>
        <w:t>647.0381</w:t>
      </w:r>
      <w:r>
        <w:tab/>
        <w:t>3.038e0</w:t>
      </w:r>
    </w:p>
    <w:p w:rsidR="007B2329" w:rsidRDefault="007B2329" w:rsidP="007B2329">
      <w:r>
        <w:t>647.0767</w:t>
      </w:r>
      <w:r>
        <w:tab/>
        <w:t>1.013e0</w:t>
      </w:r>
    </w:p>
    <w:p w:rsidR="007B2329" w:rsidRDefault="007B2329" w:rsidP="007B2329">
      <w:r>
        <w:t>647.0933</w:t>
      </w:r>
      <w:r>
        <w:tab/>
        <w:t>1.013e0</w:t>
      </w:r>
    </w:p>
    <w:p w:rsidR="007B2329" w:rsidRDefault="007B2329" w:rsidP="007B2329">
      <w:r>
        <w:t>647.1007</w:t>
      </w:r>
      <w:r>
        <w:tab/>
        <w:t>3.038e0</w:t>
      </w:r>
    </w:p>
    <w:p w:rsidR="007B2329" w:rsidRDefault="007B2329" w:rsidP="007B2329">
      <w:r>
        <w:t>647.1134</w:t>
      </w:r>
      <w:r>
        <w:tab/>
        <w:t>4.051e0</w:t>
      </w:r>
    </w:p>
    <w:p w:rsidR="007B2329" w:rsidRDefault="007B2329" w:rsidP="007B2329">
      <w:r>
        <w:t>647.1375</w:t>
      </w:r>
      <w:r>
        <w:tab/>
        <w:t>1.013e0</w:t>
      </w:r>
    </w:p>
    <w:p w:rsidR="007B2329" w:rsidRDefault="007B2329" w:rsidP="007B2329">
      <w:r>
        <w:t>647.1552</w:t>
      </w:r>
      <w:r>
        <w:tab/>
        <w:t>2.025e0</w:t>
      </w:r>
    </w:p>
    <w:p w:rsidR="007B2329" w:rsidRDefault="007B2329" w:rsidP="007B2329">
      <w:r>
        <w:t>647.2036</w:t>
      </w:r>
      <w:r>
        <w:tab/>
        <w:t>1.013e0</w:t>
      </w:r>
    </w:p>
    <w:p w:rsidR="007B2329" w:rsidRDefault="007B2329" w:rsidP="007B2329">
      <w:r>
        <w:t>647.2051</w:t>
      </w:r>
      <w:r>
        <w:tab/>
        <w:t>4.051e0</w:t>
      </w:r>
    </w:p>
    <w:p w:rsidR="007B2329" w:rsidRDefault="007B2329" w:rsidP="007B2329">
      <w:r>
        <w:t>647.2140</w:t>
      </w:r>
      <w:r>
        <w:tab/>
        <w:t>4.233e0</w:t>
      </w:r>
    </w:p>
    <w:p w:rsidR="007B2329" w:rsidRDefault="007B2329" w:rsidP="007B2329">
      <w:r>
        <w:t>647.2367</w:t>
      </w:r>
      <w:r>
        <w:tab/>
        <w:t>2.025e0</w:t>
      </w:r>
    </w:p>
    <w:p w:rsidR="007B2329" w:rsidRDefault="007B2329" w:rsidP="007B2329">
      <w:r>
        <w:t>647.2526</w:t>
      </w:r>
      <w:r>
        <w:tab/>
        <w:t>4.957e0</w:t>
      </w:r>
    </w:p>
    <w:p w:rsidR="007B2329" w:rsidRDefault="007B2329" w:rsidP="007B2329">
      <w:r>
        <w:t>647.2996</w:t>
      </w:r>
      <w:r>
        <w:tab/>
        <w:t>6.076e0</w:t>
      </w:r>
    </w:p>
    <w:p w:rsidR="007B2329" w:rsidRDefault="007B2329" w:rsidP="007B2329">
      <w:r>
        <w:t>647.3065</w:t>
      </w:r>
      <w:r>
        <w:tab/>
        <w:t>4.618e0</w:t>
      </w:r>
    </w:p>
    <w:p w:rsidR="007B2329" w:rsidRDefault="007B2329" w:rsidP="007B2329">
      <w:r>
        <w:t>647.3126</w:t>
      </w:r>
      <w:r>
        <w:tab/>
        <w:t>7.623e0</w:t>
      </w:r>
    </w:p>
    <w:p w:rsidR="007B2329" w:rsidRDefault="007B2329" w:rsidP="007B2329">
      <w:r>
        <w:lastRenderedPageBreak/>
        <w:t>647.3154</w:t>
      </w:r>
      <w:r>
        <w:tab/>
        <w:t>1.223e1</w:t>
      </w:r>
    </w:p>
    <w:p w:rsidR="007B2329" w:rsidRDefault="007B2329" w:rsidP="007B2329">
      <w:r>
        <w:t>647.3177</w:t>
      </w:r>
      <w:r>
        <w:tab/>
        <w:t>6.884e0</w:t>
      </w:r>
    </w:p>
    <w:p w:rsidR="007B2329" w:rsidRDefault="007B2329" w:rsidP="007B2329">
      <w:r>
        <w:t>647.3492</w:t>
      </w:r>
      <w:r>
        <w:tab/>
        <w:t>2.812e0</w:t>
      </w:r>
    </w:p>
    <w:p w:rsidR="007B2329" w:rsidRDefault="007B2329" w:rsidP="007B2329">
      <w:r>
        <w:t>647.3853</w:t>
      </w:r>
      <w:r>
        <w:tab/>
        <w:t>2.280e0</w:t>
      </w:r>
    </w:p>
    <w:p w:rsidR="007B2329" w:rsidRDefault="007B2329" w:rsidP="007B2329">
      <w:r>
        <w:t>647.4023</w:t>
      </w:r>
      <w:r>
        <w:tab/>
        <w:t>1.013e0</w:t>
      </w:r>
    </w:p>
    <w:p w:rsidR="007B2329" w:rsidRDefault="007B2329" w:rsidP="007B2329">
      <w:r>
        <w:t>647.4036</w:t>
      </w:r>
      <w:r>
        <w:tab/>
        <w:t>2.575e0</w:t>
      </w:r>
    </w:p>
    <w:p w:rsidR="007B2329" w:rsidRDefault="007B2329" w:rsidP="007B2329">
      <w:r>
        <w:t>647.4178</w:t>
      </w:r>
      <w:r>
        <w:tab/>
        <w:t>7.015e0</w:t>
      </w:r>
    </w:p>
    <w:p w:rsidR="007B2329" w:rsidRDefault="007B2329" w:rsidP="007B2329">
      <w:r>
        <w:t>647.4218</w:t>
      </w:r>
      <w:r>
        <w:tab/>
        <w:t>3.038e0</w:t>
      </w:r>
    </w:p>
    <w:p w:rsidR="007B2329" w:rsidRDefault="007B2329" w:rsidP="007B2329">
      <w:r>
        <w:t>647.4356</w:t>
      </w:r>
      <w:r>
        <w:tab/>
        <w:t>2.025e0</w:t>
      </w:r>
    </w:p>
    <w:p w:rsidR="007B2329" w:rsidRDefault="007B2329" w:rsidP="007B2329">
      <w:r>
        <w:t>647.4796</w:t>
      </w:r>
      <w:r>
        <w:tab/>
        <w:t>1.013e0</w:t>
      </w:r>
    </w:p>
    <w:p w:rsidR="007B2329" w:rsidRDefault="007B2329" w:rsidP="007B2329">
      <w:r>
        <w:t>647.4821</w:t>
      </w:r>
      <w:r>
        <w:tab/>
        <w:t>3.038e0</w:t>
      </w:r>
    </w:p>
    <w:p w:rsidR="007B2329" w:rsidRDefault="007B2329" w:rsidP="007B2329">
      <w:r>
        <w:t>647.4872</w:t>
      </w:r>
      <w:r>
        <w:tab/>
        <w:t>2.025e0</w:t>
      </w:r>
    </w:p>
    <w:p w:rsidR="007B2329" w:rsidRDefault="007B2329" w:rsidP="007B2329">
      <w:r>
        <w:t>647.4957</w:t>
      </w:r>
      <w:r>
        <w:tab/>
        <w:t>1.267e0</w:t>
      </w:r>
    </w:p>
    <w:p w:rsidR="007B2329" w:rsidRDefault="007B2329" w:rsidP="007B2329">
      <w:r>
        <w:t>647.5130</w:t>
      </w:r>
      <w:r>
        <w:tab/>
        <w:t>2.025e0</w:t>
      </w:r>
    </w:p>
    <w:p w:rsidR="007B2329" w:rsidRDefault="007B2329" w:rsidP="007B2329">
      <w:r>
        <w:t>647.5251</w:t>
      </w:r>
      <w:r>
        <w:tab/>
        <w:t>2.025e0</w:t>
      </w:r>
    </w:p>
    <w:p w:rsidR="007B2329" w:rsidRDefault="007B2329" w:rsidP="007B2329">
      <w:r>
        <w:t>647.5394</w:t>
      </w:r>
      <w:r>
        <w:tab/>
        <w:t>1.025e0</w:t>
      </w:r>
    </w:p>
    <w:p w:rsidR="007B2329" w:rsidRDefault="007B2329" w:rsidP="007B2329">
      <w:r>
        <w:t>647.5648</w:t>
      </w:r>
      <w:r>
        <w:tab/>
        <w:t>1.013e0</w:t>
      </w:r>
    </w:p>
    <w:p w:rsidR="007B2329" w:rsidRDefault="007B2329" w:rsidP="007B2329">
      <w:r>
        <w:t>647.5679</w:t>
      </w:r>
      <w:r>
        <w:tab/>
        <w:t>1.013e0</w:t>
      </w:r>
    </w:p>
    <w:p w:rsidR="007B2329" w:rsidRDefault="007B2329" w:rsidP="007B2329">
      <w:r>
        <w:t>647.5795</w:t>
      </w:r>
      <w:r>
        <w:tab/>
        <w:t>2.025e0</w:t>
      </w:r>
    </w:p>
    <w:p w:rsidR="007B2329" w:rsidRDefault="007B2329" w:rsidP="007B2329">
      <w:r>
        <w:lastRenderedPageBreak/>
        <w:t>647.5827</w:t>
      </w:r>
      <w:r>
        <w:tab/>
        <w:t>3.038e0</w:t>
      </w:r>
    </w:p>
    <w:p w:rsidR="007B2329" w:rsidRDefault="007B2329" w:rsidP="007B2329">
      <w:r>
        <w:t>647.6013</w:t>
      </w:r>
      <w:r>
        <w:tab/>
        <w:t>1.013e0</w:t>
      </w:r>
    </w:p>
    <w:p w:rsidR="007B2329" w:rsidRDefault="007B2329" w:rsidP="007B2329">
      <w:r>
        <w:t>647.6179</w:t>
      </w:r>
      <w:r>
        <w:tab/>
        <w:t>1.013e0</w:t>
      </w:r>
    </w:p>
    <w:p w:rsidR="007B2329" w:rsidRDefault="007B2329" w:rsidP="007B2329">
      <w:r>
        <w:t>647.6636</w:t>
      </w:r>
      <w:r>
        <w:tab/>
        <w:t>3.038e0</w:t>
      </w:r>
    </w:p>
    <w:p w:rsidR="007B2329" w:rsidRDefault="007B2329" w:rsidP="007B2329">
      <w:r>
        <w:t>647.6674</w:t>
      </w:r>
      <w:r>
        <w:tab/>
        <w:t>2.025e0</w:t>
      </w:r>
    </w:p>
    <w:p w:rsidR="007B2329" w:rsidRDefault="007B2329" w:rsidP="007B2329">
      <w:r>
        <w:t>647.6844</w:t>
      </w:r>
      <w:r>
        <w:tab/>
        <w:t>2.025e0</w:t>
      </w:r>
    </w:p>
    <w:p w:rsidR="007B2329" w:rsidRDefault="007B2329" w:rsidP="007B2329">
      <w:r>
        <w:t>647.6896</w:t>
      </w:r>
      <w:r>
        <w:tab/>
        <w:t>1.013e0</w:t>
      </w:r>
    </w:p>
    <w:p w:rsidR="007B2329" w:rsidRDefault="007B2329" w:rsidP="007B2329">
      <w:r>
        <w:t>647.7159</w:t>
      </w:r>
      <w:r>
        <w:tab/>
        <w:t>1.025e0</w:t>
      </w:r>
    </w:p>
    <w:p w:rsidR="007B2329" w:rsidRDefault="007B2329" w:rsidP="007B2329">
      <w:r>
        <w:t>647.7397</w:t>
      </w:r>
      <w:r>
        <w:tab/>
        <w:t>1.013e0</w:t>
      </w:r>
    </w:p>
    <w:p w:rsidR="007B2329" w:rsidRDefault="007B2329" w:rsidP="007B2329">
      <w:r>
        <w:t>647.7676</w:t>
      </w:r>
      <w:r>
        <w:tab/>
        <w:t>2.025e0</w:t>
      </w:r>
    </w:p>
    <w:p w:rsidR="007B2329" w:rsidRDefault="007B2329" w:rsidP="007B2329">
      <w:r>
        <w:t>647.7925</w:t>
      </w:r>
      <w:r>
        <w:tab/>
        <w:t>1.266e-2</w:t>
      </w:r>
    </w:p>
    <w:p w:rsidR="007B2329" w:rsidRDefault="007B2329" w:rsidP="007B2329">
      <w:r>
        <w:t>647.8113</w:t>
      </w:r>
      <w:r>
        <w:tab/>
        <w:t>1.013e0</w:t>
      </w:r>
    </w:p>
    <w:p w:rsidR="007B2329" w:rsidRDefault="007B2329" w:rsidP="007B2329">
      <w:r>
        <w:t>647.8157</w:t>
      </w:r>
      <w:r>
        <w:tab/>
        <w:t>3.038e0</w:t>
      </w:r>
    </w:p>
    <w:p w:rsidR="007B2329" w:rsidRDefault="007B2329" w:rsidP="007B2329">
      <w:r>
        <w:t>647.8442</w:t>
      </w:r>
      <w:r>
        <w:tab/>
        <w:t>1.013e0</w:t>
      </w:r>
    </w:p>
    <w:p w:rsidR="007B2329" w:rsidRDefault="007B2329" w:rsidP="007B2329">
      <w:r>
        <w:t>647.8552</w:t>
      </w:r>
      <w:r>
        <w:tab/>
        <w:t>1.013e0</w:t>
      </w:r>
    </w:p>
    <w:p w:rsidR="007B2329" w:rsidRDefault="007B2329" w:rsidP="007B2329">
      <w:r>
        <w:t>647.8619</w:t>
      </w:r>
      <w:r>
        <w:tab/>
        <w:t>1.013e0</w:t>
      </w:r>
    </w:p>
    <w:p w:rsidR="007B2329" w:rsidRDefault="007B2329" w:rsidP="007B2329">
      <w:r>
        <w:t>647.8774</w:t>
      </w:r>
      <w:r>
        <w:tab/>
        <w:t>1.013e0</w:t>
      </w:r>
    </w:p>
    <w:p w:rsidR="007B2329" w:rsidRDefault="007B2329" w:rsidP="007B2329">
      <w:r>
        <w:t>647.9124</w:t>
      </w:r>
      <w:r>
        <w:tab/>
        <w:t>3.038e0</w:t>
      </w:r>
    </w:p>
    <w:p w:rsidR="007B2329" w:rsidRDefault="007B2329" w:rsidP="007B2329">
      <w:r>
        <w:t>647.9207</w:t>
      </w:r>
      <w:r>
        <w:tab/>
        <w:t>2.025e0</w:t>
      </w:r>
    </w:p>
    <w:p w:rsidR="007B2329" w:rsidRDefault="007B2329" w:rsidP="007B2329">
      <w:r>
        <w:lastRenderedPageBreak/>
        <w:t>647.9417</w:t>
      </w:r>
      <w:r>
        <w:tab/>
        <w:t>2.025e0</w:t>
      </w:r>
    </w:p>
    <w:p w:rsidR="007B2329" w:rsidRDefault="007B2329" w:rsidP="007B2329">
      <w:r>
        <w:t>647.9611</w:t>
      </w:r>
      <w:r>
        <w:tab/>
        <w:t>3.038e0</w:t>
      </w:r>
    </w:p>
    <w:p w:rsidR="007B2329" w:rsidRDefault="007B2329" w:rsidP="007B2329">
      <w:r>
        <w:t>647.9767</w:t>
      </w:r>
      <w:r>
        <w:tab/>
        <w:t>1.013e0</w:t>
      </w:r>
    </w:p>
    <w:p w:rsidR="007B2329" w:rsidRDefault="007B2329" w:rsidP="007B2329">
      <w:r>
        <w:t>647.9836</w:t>
      </w:r>
      <w:r>
        <w:tab/>
        <w:t>1.013e0</w:t>
      </w:r>
    </w:p>
    <w:p w:rsidR="007B2329" w:rsidRDefault="007B2329" w:rsidP="007B2329">
      <w:r>
        <w:t>647.9990</w:t>
      </w:r>
      <w:r>
        <w:tab/>
        <w:t>2.025e0</w:t>
      </w:r>
    </w:p>
    <w:p w:rsidR="007B2329" w:rsidRDefault="007B2329" w:rsidP="007B2329">
      <w:r>
        <w:t>648.0211</w:t>
      </w:r>
      <w:r>
        <w:tab/>
        <w:t>1.013e0</w:t>
      </w:r>
    </w:p>
    <w:p w:rsidR="007B2329" w:rsidRDefault="007B2329" w:rsidP="007B2329">
      <w:r>
        <w:t>648.0432</w:t>
      </w:r>
      <w:r>
        <w:tab/>
        <w:t>1.013e0</w:t>
      </w:r>
    </w:p>
    <w:p w:rsidR="007B2329" w:rsidRDefault="007B2329" w:rsidP="007B2329">
      <w:r>
        <w:t>648.0948</w:t>
      </w:r>
      <w:r>
        <w:tab/>
        <w:t>2.186e0</w:t>
      </w:r>
    </w:p>
    <w:p w:rsidR="007B2329" w:rsidRDefault="007B2329" w:rsidP="007B2329">
      <w:r>
        <w:t>648.1016</w:t>
      </w:r>
      <w:r>
        <w:tab/>
        <w:t>3.038e0</w:t>
      </w:r>
    </w:p>
    <w:p w:rsidR="007B2329" w:rsidRDefault="007B2329" w:rsidP="007B2329">
      <w:r>
        <w:t>648.1057</w:t>
      </w:r>
      <w:r>
        <w:tab/>
        <w:t>1.013e0</w:t>
      </w:r>
    </w:p>
    <w:p w:rsidR="007B2329" w:rsidRDefault="007B2329" w:rsidP="007B2329">
      <w:r>
        <w:t>648.1484</w:t>
      </w:r>
      <w:r>
        <w:tab/>
        <w:t>2.005e0</w:t>
      </w:r>
    </w:p>
    <w:p w:rsidR="007B2329" w:rsidRDefault="007B2329" w:rsidP="007B2329">
      <w:r>
        <w:t>648.1585</w:t>
      </w:r>
      <w:r>
        <w:tab/>
        <w:t>1.266e-2</w:t>
      </w:r>
    </w:p>
    <w:p w:rsidR="007B2329" w:rsidRDefault="007B2329" w:rsidP="007B2329">
      <w:r>
        <w:t>648.1647</w:t>
      </w:r>
      <w:r>
        <w:tab/>
        <w:t>2.025e0</w:t>
      </w:r>
    </w:p>
    <w:p w:rsidR="007B2329" w:rsidRDefault="007B2329" w:rsidP="007B2329">
      <w:r>
        <w:t>648.1697</w:t>
      </w:r>
      <w:r>
        <w:tab/>
        <w:t>3.038e0</w:t>
      </w:r>
    </w:p>
    <w:p w:rsidR="007B2329" w:rsidRDefault="007B2329" w:rsidP="007B2329">
      <w:r>
        <w:t>648.1842</w:t>
      </w:r>
      <w:r>
        <w:tab/>
        <w:t>4.051e0</w:t>
      </w:r>
    </w:p>
    <w:p w:rsidR="007B2329" w:rsidRDefault="007B2329" w:rsidP="007B2329">
      <w:r>
        <w:t>648.1979</w:t>
      </w:r>
      <w:r>
        <w:tab/>
        <w:t>1.013e0</w:t>
      </w:r>
    </w:p>
    <w:p w:rsidR="007B2329" w:rsidRDefault="007B2329" w:rsidP="007B2329">
      <w:r>
        <w:t>648.2433</w:t>
      </w:r>
      <w:r>
        <w:tab/>
        <w:t>2.538e0</w:t>
      </w:r>
    </w:p>
    <w:p w:rsidR="007B2329" w:rsidRDefault="007B2329" w:rsidP="007B2329">
      <w:r>
        <w:t>648.2626</w:t>
      </w:r>
      <w:r>
        <w:tab/>
        <w:t>1.013e0</w:t>
      </w:r>
    </w:p>
    <w:p w:rsidR="007B2329" w:rsidRDefault="007B2329" w:rsidP="007B2329">
      <w:r>
        <w:t>648.2644</w:t>
      </w:r>
      <w:r>
        <w:tab/>
        <w:t>1.386e0</w:t>
      </w:r>
    </w:p>
    <w:p w:rsidR="007B2329" w:rsidRDefault="007B2329" w:rsidP="007B2329">
      <w:r>
        <w:lastRenderedPageBreak/>
        <w:t>648.2739</w:t>
      </w:r>
      <w:r>
        <w:tab/>
        <w:t>1.671e1</w:t>
      </w:r>
    </w:p>
    <w:p w:rsidR="007B2329" w:rsidRDefault="007B2329" w:rsidP="007B2329">
      <w:r>
        <w:t>648.2809</w:t>
      </w:r>
      <w:r>
        <w:tab/>
        <w:t>1.013e0</w:t>
      </w:r>
    </w:p>
    <w:p w:rsidR="007B2329" w:rsidRDefault="007B2329" w:rsidP="007B2329">
      <w:r>
        <w:t>648.2854</w:t>
      </w:r>
      <w:r>
        <w:tab/>
        <w:t>8.230e0</w:t>
      </w:r>
    </w:p>
    <w:p w:rsidR="007B2329" w:rsidRDefault="007B2329" w:rsidP="007B2329">
      <w:r>
        <w:t>648.3042</w:t>
      </w:r>
      <w:r>
        <w:tab/>
        <w:t>7.754e0</w:t>
      </w:r>
    </w:p>
    <w:p w:rsidR="007B2329" w:rsidRDefault="007B2329" w:rsidP="007B2329">
      <w:r>
        <w:t>648.3057</w:t>
      </w:r>
      <w:r>
        <w:tab/>
        <w:t>3.706e0</w:t>
      </w:r>
    </w:p>
    <w:p w:rsidR="007B2329" w:rsidRDefault="007B2329" w:rsidP="007B2329">
      <w:r>
        <w:t>648.3092</w:t>
      </w:r>
      <w:r>
        <w:tab/>
        <w:t>4.880e0</w:t>
      </w:r>
    </w:p>
    <w:p w:rsidR="007B2329" w:rsidRDefault="007B2329" w:rsidP="007B2329">
      <w:r>
        <w:t>648.3247</w:t>
      </w:r>
      <w:r>
        <w:tab/>
        <w:t>1.908e0</w:t>
      </w:r>
    </w:p>
    <w:p w:rsidR="007B2329" w:rsidRDefault="007B2329" w:rsidP="007B2329">
      <w:r>
        <w:t>648.3416</w:t>
      </w:r>
      <w:r>
        <w:tab/>
        <w:t>2.025e0</w:t>
      </w:r>
    </w:p>
    <w:p w:rsidR="007B2329" w:rsidRDefault="007B2329" w:rsidP="007B2329">
      <w:r>
        <w:t>648.3526</w:t>
      </w:r>
      <w:r>
        <w:tab/>
        <w:t>1.562e0</w:t>
      </w:r>
    </w:p>
    <w:p w:rsidR="007B2329" w:rsidRDefault="007B2329" w:rsidP="007B2329">
      <w:r>
        <w:t>648.3773</w:t>
      </w:r>
      <w:r>
        <w:tab/>
        <w:t>2.305e0</w:t>
      </w:r>
    </w:p>
    <w:p w:rsidR="007B2329" w:rsidRDefault="007B2329" w:rsidP="007B2329">
      <w:r>
        <w:t>648.3962</w:t>
      </w:r>
      <w:r>
        <w:tab/>
        <w:t>1.051e0</w:t>
      </w:r>
    </w:p>
    <w:p w:rsidR="007B2329" w:rsidRDefault="007B2329" w:rsidP="007B2329">
      <w:r>
        <w:t>648.4067</w:t>
      </w:r>
      <w:r>
        <w:tab/>
        <w:t>1.025e0</w:t>
      </w:r>
    </w:p>
    <w:p w:rsidR="007B2329" w:rsidRDefault="007B2329" w:rsidP="007B2329">
      <w:r>
        <w:t>648.4353</w:t>
      </w:r>
      <w:r>
        <w:tab/>
        <w:t>1.623e0</w:t>
      </w:r>
    </w:p>
    <w:p w:rsidR="007B2329" w:rsidRDefault="007B2329" w:rsidP="007B2329">
      <w:r>
        <w:t>648.4373</w:t>
      </w:r>
      <w:r>
        <w:tab/>
        <w:t>1.013e0</w:t>
      </w:r>
    </w:p>
    <w:p w:rsidR="007B2329" w:rsidRDefault="007B2329" w:rsidP="007B2329">
      <w:r>
        <w:t>648.4625</w:t>
      </w:r>
      <w:r>
        <w:tab/>
        <w:t>2.495e0</w:t>
      </w:r>
    </w:p>
    <w:p w:rsidR="007B2329" w:rsidRDefault="007B2329" w:rsidP="007B2329">
      <w:r>
        <w:t>648.4901</w:t>
      </w:r>
      <w:r>
        <w:tab/>
        <w:t>2.025e0</w:t>
      </w:r>
    </w:p>
    <w:p w:rsidR="007B2329" w:rsidRDefault="007B2329" w:rsidP="007B2329">
      <w:r>
        <w:t>648.5068</w:t>
      </w:r>
      <w:r>
        <w:tab/>
        <w:t>1.013e0</w:t>
      </w:r>
    </w:p>
    <w:p w:rsidR="007B2329" w:rsidRDefault="007B2329" w:rsidP="007B2329">
      <w:r>
        <w:t>648.5118</w:t>
      </w:r>
      <w:r>
        <w:tab/>
        <w:t>3.665e0</w:t>
      </w:r>
    </w:p>
    <w:p w:rsidR="007B2329" w:rsidRDefault="007B2329" w:rsidP="007B2329">
      <w:r>
        <w:t>648.5247</w:t>
      </w:r>
      <w:r>
        <w:tab/>
        <w:t>2.025e0</w:t>
      </w:r>
    </w:p>
    <w:p w:rsidR="007B2329" w:rsidRDefault="007B2329" w:rsidP="007B2329">
      <w:r>
        <w:lastRenderedPageBreak/>
        <w:t>648.5408</w:t>
      </w:r>
      <w:r>
        <w:tab/>
        <w:t>1.013e0</w:t>
      </w:r>
    </w:p>
    <w:p w:rsidR="007B2329" w:rsidRDefault="007B2329" w:rsidP="007B2329">
      <w:r>
        <w:t>648.5482</w:t>
      </w:r>
      <w:r>
        <w:tab/>
        <w:t>3.038e0</w:t>
      </w:r>
    </w:p>
    <w:p w:rsidR="007B2329" w:rsidRDefault="007B2329" w:rsidP="007B2329">
      <w:r>
        <w:t>648.6118</w:t>
      </w:r>
      <w:r>
        <w:tab/>
        <w:t>2.025e0</w:t>
      </w:r>
    </w:p>
    <w:p w:rsidR="007B2329" w:rsidRDefault="007B2329" w:rsidP="007B2329">
      <w:r>
        <w:t>648.6180</w:t>
      </w:r>
      <w:r>
        <w:tab/>
        <w:t>1.013e0</w:t>
      </w:r>
    </w:p>
    <w:p w:rsidR="007B2329" w:rsidRDefault="007B2329" w:rsidP="007B2329">
      <w:r>
        <w:t>648.6469</w:t>
      </w:r>
      <w:r>
        <w:tab/>
        <w:t>1.013e0</w:t>
      </w:r>
    </w:p>
    <w:p w:rsidR="007B2329" w:rsidRDefault="007B2329" w:rsidP="007B2329">
      <w:r>
        <w:t>648.6646</w:t>
      </w:r>
      <w:r>
        <w:tab/>
        <w:t>1.013e0</w:t>
      </w:r>
    </w:p>
    <w:p w:rsidR="007B2329" w:rsidRDefault="007B2329" w:rsidP="007B2329">
      <w:r>
        <w:t>648.6844</w:t>
      </w:r>
      <w:r>
        <w:tab/>
        <w:t>1.013e0</w:t>
      </w:r>
    </w:p>
    <w:p w:rsidR="007B2329" w:rsidRDefault="007B2329" w:rsidP="007B2329">
      <w:r>
        <w:t>648.7261</w:t>
      </w:r>
      <w:r>
        <w:tab/>
        <w:t>2.025e0</w:t>
      </w:r>
    </w:p>
    <w:p w:rsidR="007B2329" w:rsidRDefault="007B2329" w:rsidP="007B2329">
      <w:r>
        <w:t>648.7340</w:t>
      </w:r>
      <w:r>
        <w:tab/>
        <w:t>2.025e0</w:t>
      </w:r>
    </w:p>
    <w:p w:rsidR="007B2329" w:rsidRDefault="007B2329" w:rsidP="007B2329">
      <w:r>
        <w:t>648.7509</w:t>
      </w:r>
      <w:r>
        <w:tab/>
        <w:t>3.038e0</w:t>
      </w:r>
    </w:p>
    <w:p w:rsidR="007B2329" w:rsidRDefault="007B2329" w:rsidP="007B2329">
      <w:r>
        <w:t>648.8063</w:t>
      </w:r>
      <w:r>
        <w:tab/>
        <w:t>2.025e0</w:t>
      </w:r>
    </w:p>
    <w:p w:rsidR="007B2329" w:rsidRDefault="007B2329" w:rsidP="007B2329">
      <w:r>
        <w:t>648.8215</w:t>
      </w:r>
      <w:r>
        <w:tab/>
        <w:t>3.038e0</w:t>
      </w:r>
    </w:p>
    <w:p w:rsidR="007B2329" w:rsidRDefault="007B2329" w:rsidP="007B2329">
      <w:r>
        <w:t>648.8227</w:t>
      </w:r>
      <w:r>
        <w:tab/>
        <w:t>2.025e0</w:t>
      </w:r>
    </w:p>
    <w:p w:rsidR="007B2329" w:rsidRDefault="007B2329" w:rsidP="007B2329">
      <w:r>
        <w:t>648.8382</w:t>
      </w:r>
      <w:r>
        <w:tab/>
        <w:t>3.038e0</w:t>
      </w:r>
    </w:p>
    <w:p w:rsidR="007B2329" w:rsidRDefault="007B2329" w:rsidP="007B2329">
      <w:r>
        <w:t>648.8505</w:t>
      </w:r>
      <w:r>
        <w:tab/>
        <w:t>1.013e0</w:t>
      </w:r>
    </w:p>
    <w:p w:rsidR="007B2329" w:rsidRDefault="007B2329" w:rsidP="007B2329">
      <w:r>
        <w:t>648.8561</w:t>
      </w:r>
      <w:r>
        <w:tab/>
        <w:t>1.013e0</w:t>
      </w:r>
    </w:p>
    <w:p w:rsidR="007B2329" w:rsidRDefault="007B2329" w:rsidP="007B2329">
      <w:r>
        <w:t>648.9112</w:t>
      </w:r>
      <w:r>
        <w:tab/>
        <w:t>2.025e0</w:t>
      </w:r>
    </w:p>
    <w:p w:rsidR="007B2329" w:rsidRDefault="007B2329" w:rsidP="007B2329">
      <w:r>
        <w:t>648.9255</w:t>
      </w:r>
      <w:r>
        <w:tab/>
        <w:t>1.013e0</w:t>
      </w:r>
    </w:p>
    <w:p w:rsidR="007B2329" w:rsidRDefault="007B2329" w:rsidP="007B2329">
      <w:r>
        <w:t>648.9282</w:t>
      </w:r>
      <w:r>
        <w:tab/>
        <w:t>2.025e0</w:t>
      </w:r>
    </w:p>
    <w:p w:rsidR="007B2329" w:rsidRDefault="007B2329" w:rsidP="007B2329">
      <w:r>
        <w:lastRenderedPageBreak/>
        <w:t>648.9434</w:t>
      </w:r>
      <w:r>
        <w:tab/>
        <w:t>1.025e0</w:t>
      </w:r>
    </w:p>
    <w:p w:rsidR="007B2329" w:rsidRDefault="007B2329" w:rsidP="007B2329">
      <w:r>
        <w:t>648.9484</w:t>
      </w:r>
      <w:r>
        <w:tab/>
        <w:t>2.025e0</w:t>
      </w:r>
    </w:p>
    <w:p w:rsidR="007B2329" w:rsidRDefault="007B2329" w:rsidP="007B2329">
      <w:r>
        <w:t>648.9606</w:t>
      </w:r>
      <w:r>
        <w:tab/>
        <w:t>1.013e0</w:t>
      </w:r>
    </w:p>
    <w:p w:rsidR="007B2329" w:rsidRDefault="007B2329" w:rsidP="007B2329">
      <w:r>
        <w:t>648.9722</w:t>
      </w:r>
      <w:r>
        <w:tab/>
        <w:t>1.013e0</w:t>
      </w:r>
    </w:p>
    <w:p w:rsidR="007B2329" w:rsidRDefault="007B2329" w:rsidP="007B2329">
      <w:r>
        <w:t>649.0386</w:t>
      </w:r>
      <w:r>
        <w:tab/>
        <w:t>1.013e0</w:t>
      </w:r>
    </w:p>
    <w:p w:rsidR="007B2329" w:rsidRDefault="007B2329" w:rsidP="007B2329">
      <w:r>
        <w:t>649.0566</w:t>
      </w:r>
      <w:r>
        <w:tab/>
        <w:t>2.025e0</w:t>
      </w:r>
    </w:p>
    <w:p w:rsidR="007B2329" w:rsidRDefault="007B2329" w:rsidP="007B2329">
      <w:r>
        <w:t>649.0649</w:t>
      </w:r>
      <w:r>
        <w:tab/>
        <w:t>2.025e0</w:t>
      </w:r>
    </w:p>
    <w:p w:rsidR="007B2329" w:rsidRDefault="007B2329" w:rsidP="007B2329">
      <w:r>
        <w:t>649.0701</w:t>
      </w:r>
      <w:r>
        <w:tab/>
        <w:t>5.063e0</w:t>
      </w:r>
    </w:p>
    <w:p w:rsidR="007B2329" w:rsidRDefault="007B2329" w:rsidP="007B2329">
      <w:r>
        <w:t>649.0719</w:t>
      </w:r>
      <w:r>
        <w:tab/>
        <w:t>1.013e0</w:t>
      </w:r>
    </w:p>
    <w:p w:rsidR="007B2329" w:rsidRDefault="007B2329" w:rsidP="007B2329">
      <w:r>
        <w:t>649.0845</w:t>
      </w:r>
      <w:r>
        <w:tab/>
        <w:t>3.038e0</w:t>
      </w:r>
    </w:p>
    <w:p w:rsidR="007B2329" w:rsidRDefault="007B2329" w:rsidP="007B2329">
      <w:r>
        <w:t>649.1292</w:t>
      </w:r>
      <w:r>
        <w:tab/>
        <w:t>2.025e0</w:t>
      </w:r>
    </w:p>
    <w:p w:rsidR="007B2329" w:rsidRDefault="007B2329" w:rsidP="007B2329">
      <w:r>
        <w:t>649.1348</w:t>
      </w:r>
      <w:r>
        <w:tab/>
        <w:t>1.013e0</w:t>
      </w:r>
    </w:p>
    <w:p w:rsidR="007B2329" w:rsidRDefault="007B2329" w:rsidP="007B2329">
      <w:r>
        <w:t>649.1381</w:t>
      </w:r>
      <w:r>
        <w:tab/>
        <w:t>2.025e0</w:t>
      </w:r>
    </w:p>
    <w:p w:rsidR="007B2329" w:rsidRDefault="007B2329" w:rsidP="007B2329">
      <w:r>
        <w:t>649.1838</w:t>
      </w:r>
      <w:r>
        <w:tab/>
        <w:t>2.025e0</w:t>
      </w:r>
    </w:p>
    <w:p w:rsidR="007B2329" w:rsidRDefault="007B2329" w:rsidP="007B2329">
      <w:r>
        <w:t>649.1963</w:t>
      </w:r>
      <w:r>
        <w:tab/>
        <w:t>2.025e0</w:t>
      </w:r>
    </w:p>
    <w:p w:rsidR="007B2329" w:rsidRDefault="007B2329" w:rsidP="007B2329">
      <w:r>
        <w:t>649.2045</w:t>
      </w:r>
      <w:r>
        <w:tab/>
        <w:t>1.013e0</w:t>
      </w:r>
    </w:p>
    <w:p w:rsidR="007B2329" w:rsidRDefault="007B2329" w:rsidP="007B2329">
      <w:r>
        <w:t>649.2198</w:t>
      </w:r>
      <w:r>
        <w:tab/>
        <w:t>2.851e0</w:t>
      </w:r>
    </w:p>
    <w:p w:rsidR="007B2329" w:rsidRDefault="007B2329" w:rsidP="007B2329">
      <w:r>
        <w:t>649.2224</w:t>
      </w:r>
      <w:r>
        <w:tab/>
        <w:t>1.013e0</w:t>
      </w:r>
    </w:p>
    <w:p w:rsidR="007B2329" w:rsidRDefault="007B2329" w:rsidP="007B2329">
      <w:r>
        <w:t>649.2270</w:t>
      </w:r>
      <w:r>
        <w:tab/>
        <w:t>5.534e0</w:t>
      </w:r>
    </w:p>
    <w:p w:rsidR="007B2329" w:rsidRDefault="007B2329" w:rsidP="007B2329">
      <w:r>
        <w:lastRenderedPageBreak/>
        <w:t>649.2318</w:t>
      </w:r>
      <w:r>
        <w:tab/>
        <w:t>2.025e0</w:t>
      </w:r>
    </w:p>
    <w:p w:rsidR="007B2329" w:rsidRDefault="007B2329" w:rsidP="007B2329">
      <w:r>
        <w:t>649.2401</w:t>
      </w:r>
      <w:r>
        <w:tab/>
        <w:t>1.013e0</w:t>
      </w:r>
    </w:p>
    <w:p w:rsidR="007B2329" w:rsidRDefault="007B2329" w:rsidP="007B2329">
      <w:r>
        <w:t>649.2624</w:t>
      </w:r>
      <w:r>
        <w:tab/>
        <w:t>2.544e0</w:t>
      </w:r>
    </w:p>
    <w:p w:rsidR="007B2329" w:rsidRDefault="007B2329" w:rsidP="007B2329">
      <w:r>
        <w:t>649.2818</w:t>
      </w:r>
      <w:r>
        <w:tab/>
        <w:t>1.114e0</w:t>
      </w:r>
    </w:p>
    <w:p w:rsidR="007B2329" w:rsidRDefault="007B2329" w:rsidP="007B2329">
      <w:r>
        <w:t>649.2972</w:t>
      </w:r>
      <w:r>
        <w:tab/>
        <w:t>4.881e0</w:t>
      </w:r>
    </w:p>
    <w:p w:rsidR="007B2329" w:rsidRDefault="007B2329" w:rsidP="007B2329">
      <w:r>
        <w:t>649.3250</w:t>
      </w:r>
      <w:r>
        <w:tab/>
        <w:t>1.821e0</w:t>
      </w:r>
    </w:p>
    <w:p w:rsidR="007B2329" w:rsidRDefault="007B2329" w:rsidP="007B2329">
      <w:r>
        <w:t>649.3301</w:t>
      </w:r>
      <w:r>
        <w:tab/>
        <w:t>4.549e0</w:t>
      </w:r>
    </w:p>
    <w:p w:rsidR="007B2329" w:rsidRDefault="007B2329" w:rsidP="007B2329">
      <w:r>
        <w:t>649.4135</w:t>
      </w:r>
      <w:r>
        <w:tab/>
        <w:t>2.565e0</w:t>
      </w:r>
    </w:p>
    <w:p w:rsidR="007B2329" w:rsidRDefault="007B2329" w:rsidP="007B2329">
      <w:r>
        <w:t>649.4482</w:t>
      </w:r>
      <w:r>
        <w:tab/>
        <w:t>1.481e0</w:t>
      </w:r>
    </w:p>
    <w:p w:rsidR="007B2329" w:rsidRDefault="007B2329" w:rsidP="007B2329">
      <w:r>
        <w:t>649.4520</w:t>
      </w:r>
      <w:r>
        <w:tab/>
        <w:t>3.051e0</w:t>
      </w:r>
    </w:p>
    <w:p w:rsidR="007B2329" w:rsidRDefault="007B2329" w:rsidP="007B2329">
      <w:r>
        <w:t>649.4704</w:t>
      </w:r>
      <w:r>
        <w:tab/>
        <w:t>2.025e0</w:t>
      </w:r>
    </w:p>
    <w:p w:rsidR="007B2329" w:rsidRDefault="007B2329" w:rsidP="007B2329">
      <w:r>
        <w:t>649.4749</w:t>
      </w:r>
      <w:r>
        <w:tab/>
        <w:t>3.704e0</w:t>
      </w:r>
    </w:p>
    <w:p w:rsidR="007B2329" w:rsidRDefault="007B2329" w:rsidP="007B2329">
      <w:r>
        <w:t>649.4818</w:t>
      </w:r>
      <w:r>
        <w:tab/>
        <w:t>2.025e0</w:t>
      </w:r>
    </w:p>
    <w:p w:rsidR="007B2329" w:rsidRDefault="007B2329" w:rsidP="007B2329">
      <w:r>
        <w:t>649.5010</w:t>
      </w:r>
      <w:r>
        <w:tab/>
        <w:t>1.013e0</w:t>
      </w:r>
    </w:p>
    <w:p w:rsidR="007B2329" w:rsidRDefault="007B2329" w:rsidP="007B2329">
      <w:r>
        <w:t>649.5191</w:t>
      </w:r>
      <w:r>
        <w:tab/>
        <w:t>1.013e0</w:t>
      </w:r>
    </w:p>
    <w:p w:rsidR="007B2329" w:rsidRDefault="007B2329" w:rsidP="007B2329">
      <w:r>
        <w:t>649.5668</w:t>
      </w:r>
      <w:r>
        <w:tab/>
        <w:t>4.051e0</w:t>
      </w:r>
    </w:p>
    <w:p w:rsidR="007B2329" w:rsidRDefault="007B2329" w:rsidP="007B2329">
      <w:r>
        <w:t>649.5700</w:t>
      </w:r>
      <w:r>
        <w:tab/>
        <w:t>2.025e0</w:t>
      </w:r>
    </w:p>
    <w:p w:rsidR="007B2329" w:rsidRDefault="007B2329" w:rsidP="007B2329">
      <w:r>
        <w:t>649.5812</w:t>
      </w:r>
      <w:r>
        <w:tab/>
        <w:t>2.025e0</w:t>
      </w:r>
    </w:p>
    <w:p w:rsidR="007B2329" w:rsidRDefault="007B2329" w:rsidP="007B2329">
      <w:r>
        <w:t>649.6409</w:t>
      </w:r>
      <w:r>
        <w:tab/>
        <w:t>1.013e0</w:t>
      </w:r>
    </w:p>
    <w:p w:rsidR="007B2329" w:rsidRDefault="007B2329" w:rsidP="007B2329">
      <w:r>
        <w:lastRenderedPageBreak/>
        <w:t>649.6757</w:t>
      </w:r>
      <w:r>
        <w:tab/>
        <w:t>1.013e0</w:t>
      </w:r>
    </w:p>
    <w:p w:rsidR="007B2329" w:rsidRDefault="007B2329" w:rsidP="007B2329">
      <w:r>
        <w:t>649.7101</w:t>
      </w:r>
      <w:r>
        <w:tab/>
        <w:t>1.013e0</w:t>
      </w:r>
    </w:p>
    <w:p w:rsidR="007B2329" w:rsidRDefault="007B2329" w:rsidP="007B2329">
      <w:r>
        <w:t>649.7194</w:t>
      </w:r>
      <w:r>
        <w:tab/>
        <w:t>4.051e0</w:t>
      </w:r>
    </w:p>
    <w:p w:rsidR="007B2329" w:rsidRDefault="007B2329" w:rsidP="007B2329">
      <w:r>
        <w:t>649.7451</w:t>
      </w:r>
      <w:r>
        <w:tab/>
        <w:t>1.013e0</w:t>
      </w:r>
    </w:p>
    <w:p w:rsidR="007B2329" w:rsidRDefault="007B2329" w:rsidP="007B2329">
      <w:r>
        <w:t>649.7476</w:t>
      </w:r>
      <w:r>
        <w:tab/>
        <w:t>1.013e0</w:t>
      </w:r>
    </w:p>
    <w:p w:rsidR="007B2329" w:rsidRDefault="007B2329" w:rsidP="007B2329">
      <w:r>
        <w:t>649.7799</w:t>
      </w:r>
      <w:r>
        <w:tab/>
        <w:t>1.013e0</w:t>
      </w:r>
    </w:p>
    <w:p w:rsidR="007B2329" w:rsidRDefault="007B2329" w:rsidP="007B2329">
      <w:r>
        <w:t>649.7889</w:t>
      </w:r>
      <w:r>
        <w:tab/>
        <w:t>3.419e0</w:t>
      </w:r>
    </w:p>
    <w:p w:rsidR="007B2329" w:rsidRDefault="007B2329" w:rsidP="007B2329">
      <w:r>
        <w:t>649.8080</w:t>
      </w:r>
      <w:r>
        <w:tab/>
        <w:t>2.025e0</w:t>
      </w:r>
    </w:p>
    <w:p w:rsidR="007B2329" w:rsidRDefault="007B2329" w:rsidP="007B2329">
      <w:r>
        <w:t>649.8257</w:t>
      </w:r>
      <w:r>
        <w:tab/>
        <w:t>2.025e0</w:t>
      </w:r>
    </w:p>
    <w:p w:rsidR="007B2329" w:rsidRDefault="007B2329" w:rsidP="007B2329">
      <w:r>
        <w:t>649.8322</w:t>
      </w:r>
      <w:r>
        <w:tab/>
        <w:t>1.013e0</w:t>
      </w:r>
    </w:p>
    <w:p w:rsidR="007B2329" w:rsidRDefault="007B2329" w:rsidP="007B2329">
      <w:r>
        <w:t>649.8472</w:t>
      </w:r>
      <w:r>
        <w:tab/>
        <w:t>1.013e0</w:t>
      </w:r>
    </w:p>
    <w:p w:rsidR="007B2329" w:rsidRDefault="007B2329" w:rsidP="007B2329">
      <w:r>
        <w:t>649.8505</w:t>
      </w:r>
      <w:r>
        <w:tab/>
        <w:t>2.025e0</w:t>
      </w:r>
    </w:p>
    <w:p w:rsidR="007B2329" w:rsidRDefault="007B2329" w:rsidP="007B2329">
      <w:r>
        <w:t>649.8962</w:t>
      </w:r>
      <w:r>
        <w:tab/>
        <w:t>2.025e0</w:t>
      </w:r>
    </w:p>
    <w:p w:rsidR="007B2329" w:rsidRDefault="007B2329" w:rsidP="007B2329">
      <w:r>
        <w:t>649.9178</w:t>
      </w:r>
      <w:r>
        <w:tab/>
        <w:t>3.489e0</w:t>
      </w:r>
    </w:p>
    <w:p w:rsidR="007B2329" w:rsidRDefault="007B2329" w:rsidP="007B2329">
      <w:r>
        <w:t>649.9238</w:t>
      </w:r>
      <w:r>
        <w:tab/>
        <w:t>2.025e0</w:t>
      </w:r>
    </w:p>
    <w:p w:rsidR="007B2329" w:rsidRDefault="007B2329" w:rsidP="007B2329">
      <w:r>
        <w:t>649.9358</w:t>
      </w:r>
      <w:r>
        <w:tab/>
        <w:t>1.013e0</w:t>
      </w:r>
    </w:p>
    <w:p w:rsidR="007B2329" w:rsidRDefault="007B2329" w:rsidP="007B2329">
      <w:r>
        <w:t>649.9836</w:t>
      </w:r>
      <w:r>
        <w:tab/>
        <w:t>2.038e0</w:t>
      </w:r>
    </w:p>
    <w:p w:rsidR="007B2329" w:rsidRDefault="007B2329" w:rsidP="007B2329">
      <w:r>
        <w:t>649.9891</w:t>
      </w:r>
      <w:r>
        <w:tab/>
        <w:t>2.025e0</w:t>
      </w:r>
    </w:p>
    <w:p w:rsidR="007B2329" w:rsidRDefault="007B2329" w:rsidP="007B2329">
      <w:r>
        <w:t>650.0369</w:t>
      </w:r>
      <w:r>
        <w:tab/>
        <w:t>4.051e0</w:t>
      </w:r>
    </w:p>
    <w:p w:rsidR="007B2329" w:rsidRDefault="007B2329" w:rsidP="007B2329">
      <w:r>
        <w:lastRenderedPageBreak/>
        <w:t>650.0461</w:t>
      </w:r>
      <w:r>
        <w:tab/>
        <w:t>3.038e0</w:t>
      </w:r>
    </w:p>
    <w:p w:rsidR="007B2329" w:rsidRDefault="007B2329" w:rsidP="007B2329">
      <w:r>
        <w:t>650.0573</w:t>
      </w:r>
      <w:r>
        <w:tab/>
        <w:t>3.038e0</w:t>
      </w:r>
    </w:p>
    <w:p w:rsidR="007B2329" w:rsidRDefault="007B2329" w:rsidP="007B2329">
      <w:r>
        <w:t>650.0635</w:t>
      </w:r>
      <w:r>
        <w:tab/>
        <w:t>1.025e0</w:t>
      </w:r>
    </w:p>
    <w:p w:rsidR="007B2329" w:rsidRDefault="007B2329" w:rsidP="007B2329">
      <w:r>
        <w:t>650.0798</w:t>
      </w:r>
      <w:r>
        <w:tab/>
        <w:t>1.025e0</w:t>
      </w:r>
    </w:p>
    <w:p w:rsidR="007B2329" w:rsidRDefault="007B2329" w:rsidP="007B2329">
      <w:r>
        <w:t>650.0912</w:t>
      </w:r>
      <w:r>
        <w:tab/>
        <w:t>1.013e0</w:t>
      </w:r>
    </w:p>
    <w:p w:rsidR="007B2329" w:rsidRDefault="007B2329" w:rsidP="007B2329">
      <w:r>
        <w:t>650.0928</w:t>
      </w:r>
      <w:r>
        <w:tab/>
        <w:t>3.038e0</w:t>
      </w:r>
    </w:p>
    <w:p w:rsidR="007B2329" w:rsidRDefault="007B2329" w:rsidP="007B2329">
      <w:r>
        <w:t>650.1130</w:t>
      </w:r>
      <w:r>
        <w:tab/>
        <w:t>1.013e0</w:t>
      </w:r>
    </w:p>
    <w:p w:rsidR="007B2329" w:rsidRDefault="007B2329" w:rsidP="007B2329">
      <w:r>
        <w:t>650.1253</w:t>
      </w:r>
      <w:r>
        <w:tab/>
        <w:t>2.025e0</w:t>
      </w:r>
    </w:p>
    <w:p w:rsidR="007B2329" w:rsidRDefault="007B2329" w:rsidP="007B2329">
      <w:r>
        <w:t>650.1295</w:t>
      </w:r>
      <w:r>
        <w:tab/>
        <w:t>8.101e0</w:t>
      </w:r>
    </w:p>
    <w:p w:rsidR="007B2329" w:rsidRDefault="007B2329" w:rsidP="007B2329">
      <w:r>
        <w:t>650.2095</w:t>
      </w:r>
      <w:r>
        <w:tab/>
        <w:t>3.038e0</w:t>
      </w:r>
    </w:p>
    <w:p w:rsidR="007B2329" w:rsidRDefault="007B2329" w:rsidP="007B2329">
      <w:r>
        <w:t>650.2303</w:t>
      </w:r>
      <w:r>
        <w:tab/>
        <w:t>3.038e0</w:t>
      </w:r>
    </w:p>
    <w:p w:rsidR="007B2329" w:rsidRDefault="007B2329" w:rsidP="007B2329">
      <w:r>
        <w:t>650.2405</w:t>
      </w:r>
      <w:r>
        <w:tab/>
        <w:t>3.700e0</w:t>
      </w:r>
    </w:p>
    <w:p w:rsidR="007B2329" w:rsidRDefault="007B2329" w:rsidP="007B2329">
      <w:r>
        <w:t>650.2762</w:t>
      </w:r>
      <w:r>
        <w:tab/>
        <w:t>1.498e0</w:t>
      </w:r>
    </w:p>
    <w:p w:rsidR="007B2329" w:rsidRDefault="007B2329" w:rsidP="007B2329">
      <w:r>
        <w:t>650.2931</w:t>
      </w:r>
      <w:r>
        <w:tab/>
        <w:t>1.972e0</w:t>
      </w:r>
    </w:p>
    <w:p w:rsidR="007B2329" w:rsidRDefault="007B2329" w:rsidP="007B2329">
      <w:r>
        <w:t>650.2957</w:t>
      </w:r>
      <w:r>
        <w:tab/>
        <w:t>2.025e0</w:t>
      </w:r>
    </w:p>
    <w:p w:rsidR="007B2329" w:rsidRDefault="007B2329" w:rsidP="007B2329">
      <w:r>
        <w:t>650.3151</w:t>
      </w:r>
      <w:r>
        <w:tab/>
        <w:t>1.628e0</w:t>
      </w:r>
    </w:p>
    <w:p w:rsidR="007B2329" w:rsidRDefault="007B2329" w:rsidP="007B2329">
      <w:r>
        <w:t>650.3183</w:t>
      </w:r>
      <w:r>
        <w:tab/>
        <w:t>6.466e0</w:t>
      </w:r>
    </w:p>
    <w:p w:rsidR="007B2329" w:rsidRDefault="007B2329" w:rsidP="007B2329">
      <w:r>
        <w:t>650.3547</w:t>
      </w:r>
      <w:r>
        <w:tab/>
        <w:t>2.445e0</w:t>
      </w:r>
    </w:p>
    <w:p w:rsidR="007B2329" w:rsidRDefault="007B2329" w:rsidP="007B2329">
      <w:r>
        <w:t>650.3596</w:t>
      </w:r>
      <w:r>
        <w:tab/>
        <w:t>4.387e0</w:t>
      </w:r>
    </w:p>
    <w:p w:rsidR="007B2329" w:rsidRDefault="007B2329" w:rsidP="007B2329">
      <w:r>
        <w:lastRenderedPageBreak/>
        <w:t>650.3652</w:t>
      </w:r>
      <w:r>
        <w:tab/>
        <w:t>1.980e0</w:t>
      </w:r>
    </w:p>
    <w:p w:rsidR="007B2329" w:rsidRDefault="007B2329" w:rsidP="007B2329">
      <w:r>
        <w:t>650.3752</w:t>
      </w:r>
      <w:r>
        <w:tab/>
        <w:t>2.766e0</w:t>
      </w:r>
    </w:p>
    <w:p w:rsidR="007B2329" w:rsidRDefault="007B2329" w:rsidP="007B2329">
      <w:r>
        <w:t>650.4085</w:t>
      </w:r>
      <w:r>
        <w:tab/>
        <w:t>4.445e0</w:t>
      </w:r>
    </w:p>
    <w:p w:rsidR="007B2329" w:rsidRDefault="007B2329" w:rsidP="007B2329">
      <w:r>
        <w:t>650.4124</w:t>
      </w:r>
      <w:r>
        <w:tab/>
        <w:t>1.831e0</w:t>
      </w:r>
    </w:p>
    <w:p w:rsidR="007B2329" w:rsidRDefault="007B2329" w:rsidP="007B2329">
      <w:r>
        <w:t>650.4155</w:t>
      </w:r>
      <w:r>
        <w:tab/>
        <w:t>2.520e0</w:t>
      </w:r>
    </w:p>
    <w:p w:rsidR="007B2329" w:rsidRDefault="007B2329" w:rsidP="007B2329">
      <w:r>
        <w:t>650.4794</w:t>
      </w:r>
      <w:r>
        <w:tab/>
        <w:t>3.038e0</w:t>
      </w:r>
    </w:p>
    <w:p w:rsidR="007B2329" w:rsidRDefault="007B2329" w:rsidP="007B2329">
      <w:r>
        <w:t>650.4990</w:t>
      </w:r>
      <w:r>
        <w:tab/>
        <w:t>2.406e0</w:t>
      </w:r>
    </w:p>
    <w:p w:rsidR="007B2329" w:rsidRDefault="007B2329" w:rsidP="007B2329">
      <w:r>
        <w:t>650.5217</w:t>
      </w:r>
      <w:r>
        <w:tab/>
        <w:t>2.025e0</w:t>
      </w:r>
    </w:p>
    <w:p w:rsidR="007B2329" w:rsidRDefault="007B2329" w:rsidP="007B2329">
      <w:r>
        <w:t>650.5291</w:t>
      </w:r>
      <w:r>
        <w:tab/>
        <w:t>5.063e0</w:t>
      </w:r>
    </w:p>
    <w:p w:rsidR="007B2329" w:rsidRDefault="007B2329" w:rsidP="007B2329">
      <w:r>
        <w:t>650.5455</w:t>
      </w:r>
      <w:r>
        <w:tab/>
        <w:t>1.013e0</w:t>
      </w:r>
    </w:p>
    <w:p w:rsidR="007B2329" w:rsidRDefault="007B2329" w:rsidP="007B2329">
      <w:r>
        <w:t>650.5646</w:t>
      </w:r>
      <w:r>
        <w:tab/>
        <w:t>3.038e0</w:t>
      </w:r>
    </w:p>
    <w:p w:rsidR="007B2329" w:rsidRDefault="007B2329" w:rsidP="007B2329">
      <w:r>
        <w:t>650.5839</w:t>
      </w:r>
      <w:r>
        <w:tab/>
        <w:t>3.038e0</w:t>
      </w:r>
    </w:p>
    <w:p w:rsidR="007B2329" w:rsidRDefault="007B2329" w:rsidP="007B2329">
      <w:r>
        <w:t>650.5977</w:t>
      </w:r>
      <w:r>
        <w:tab/>
        <w:t>4.051e0</w:t>
      </w:r>
    </w:p>
    <w:p w:rsidR="007B2329" w:rsidRDefault="007B2329" w:rsidP="007B2329">
      <w:r>
        <w:t>650.6133</w:t>
      </w:r>
      <w:r>
        <w:tab/>
        <w:t>2.025e0</w:t>
      </w:r>
    </w:p>
    <w:p w:rsidR="007B2329" w:rsidRDefault="007B2329" w:rsidP="007B2329">
      <w:r>
        <w:t>650.6348</w:t>
      </w:r>
      <w:r>
        <w:tab/>
        <w:t>2.025e0</w:t>
      </w:r>
    </w:p>
    <w:p w:rsidR="007B2329" w:rsidRDefault="007B2329" w:rsidP="007B2329">
      <w:r>
        <w:t>650.6788</w:t>
      </w:r>
      <w:r>
        <w:tab/>
        <w:t>1.013e0</w:t>
      </w:r>
    </w:p>
    <w:p w:rsidR="007B2329" w:rsidRDefault="007B2329" w:rsidP="007B2329">
      <w:r>
        <w:t>650.6899</w:t>
      </w:r>
      <w:r>
        <w:tab/>
        <w:t>1.013e0</w:t>
      </w:r>
    </w:p>
    <w:p w:rsidR="007B2329" w:rsidRDefault="007B2329" w:rsidP="007B2329">
      <w:r>
        <w:t>650.7009</w:t>
      </w:r>
      <w:r>
        <w:tab/>
        <w:t>1.013e0</w:t>
      </w:r>
    </w:p>
    <w:p w:rsidR="007B2329" w:rsidRDefault="007B2329" w:rsidP="007B2329">
      <w:r>
        <w:t>650.7275</w:t>
      </w:r>
      <w:r>
        <w:tab/>
        <w:t>2.025e0</w:t>
      </w:r>
    </w:p>
    <w:p w:rsidR="007B2329" w:rsidRDefault="007B2329" w:rsidP="007B2329">
      <w:r>
        <w:lastRenderedPageBreak/>
        <w:t>650.7655</w:t>
      </w:r>
      <w:r>
        <w:tab/>
        <w:t>2.025e0</w:t>
      </w:r>
    </w:p>
    <w:p w:rsidR="007B2329" w:rsidRDefault="007B2329" w:rsidP="007B2329">
      <w:r>
        <w:t>650.7899</w:t>
      </w:r>
      <w:r>
        <w:tab/>
        <w:t>1.013e0</w:t>
      </w:r>
    </w:p>
    <w:p w:rsidR="007B2329" w:rsidRDefault="007B2329" w:rsidP="007B2329">
      <w:r>
        <w:t>650.8090</w:t>
      </w:r>
      <w:r>
        <w:tab/>
        <w:t>3.038e0</w:t>
      </w:r>
    </w:p>
    <w:p w:rsidR="007B2329" w:rsidRDefault="007B2329" w:rsidP="007B2329">
      <w:r>
        <w:t>650.8229</w:t>
      </w:r>
      <w:r>
        <w:tab/>
        <w:t>1.013e0</w:t>
      </w:r>
    </w:p>
    <w:p w:rsidR="007B2329" w:rsidRDefault="007B2329" w:rsidP="007B2329">
      <w:r>
        <w:t>650.8343</w:t>
      </w:r>
      <w:r>
        <w:tab/>
        <w:t>1.013e0</w:t>
      </w:r>
    </w:p>
    <w:p w:rsidR="007B2329" w:rsidRDefault="007B2329" w:rsidP="007B2329">
      <w:r>
        <w:t>650.8613</w:t>
      </w:r>
      <w:r>
        <w:tab/>
        <w:t>1.013e0</w:t>
      </w:r>
    </w:p>
    <w:p w:rsidR="007B2329" w:rsidRDefault="007B2329" w:rsidP="007B2329">
      <w:r>
        <w:t>650.9118</w:t>
      </w:r>
      <w:r>
        <w:tab/>
        <w:t>1.013e0</w:t>
      </w:r>
    </w:p>
    <w:p w:rsidR="007B2329" w:rsidRDefault="007B2329" w:rsidP="007B2329">
      <w:r>
        <w:t>650.9313</w:t>
      </w:r>
      <w:r>
        <w:tab/>
        <w:t>2.025e0</w:t>
      </w:r>
    </w:p>
    <w:p w:rsidR="007B2329" w:rsidRDefault="007B2329" w:rsidP="007B2329">
      <w:r>
        <w:t>650.9653</w:t>
      </w:r>
      <w:r>
        <w:tab/>
        <w:t>1.013e0</w:t>
      </w:r>
    </w:p>
    <w:p w:rsidR="007B2329" w:rsidRDefault="007B2329" w:rsidP="007B2329">
      <w:r>
        <w:t>650.9673</w:t>
      </w:r>
      <w:r>
        <w:tab/>
        <w:t>2.025e0</w:t>
      </w:r>
    </w:p>
    <w:p w:rsidR="007B2329" w:rsidRDefault="007B2329" w:rsidP="007B2329">
      <w:r>
        <w:t>650.9835</w:t>
      </w:r>
      <w:r>
        <w:tab/>
        <w:t>1.013e0</w:t>
      </w:r>
    </w:p>
    <w:p w:rsidR="007B2329" w:rsidRDefault="007B2329" w:rsidP="007B2329">
      <w:r>
        <w:t>650.9965</w:t>
      </w:r>
      <w:r>
        <w:tab/>
        <w:t>3.038e0</w:t>
      </w:r>
    </w:p>
    <w:p w:rsidR="007B2329" w:rsidRDefault="007B2329" w:rsidP="007B2329">
      <w:r>
        <w:t>651.0359</w:t>
      </w:r>
      <w:r>
        <w:tab/>
        <w:t>1.013e0</w:t>
      </w:r>
    </w:p>
    <w:p w:rsidR="007B2329" w:rsidRDefault="007B2329" w:rsidP="007B2329">
      <w:r>
        <w:t>651.0850</w:t>
      </w:r>
      <w:r>
        <w:tab/>
        <w:t>3.038e0</w:t>
      </w:r>
    </w:p>
    <w:p w:rsidR="007B2329" w:rsidRDefault="007B2329" w:rsidP="007B2329">
      <w:r>
        <w:t>651.1052</w:t>
      </w:r>
      <w:r>
        <w:tab/>
        <w:t>1.013e0</w:t>
      </w:r>
    </w:p>
    <w:p w:rsidR="007B2329" w:rsidRDefault="007B2329" w:rsidP="007B2329">
      <w:r>
        <w:t>651.1177</w:t>
      </w:r>
      <w:r>
        <w:tab/>
        <w:t>3.038e0</w:t>
      </w:r>
    </w:p>
    <w:p w:rsidR="007B2329" w:rsidRDefault="007B2329" w:rsidP="007B2329">
      <w:r>
        <w:t>651.1398</w:t>
      </w:r>
      <w:r>
        <w:tab/>
        <w:t>1.013e0</w:t>
      </w:r>
    </w:p>
    <w:p w:rsidR="007B2329" w:rsidRDefault="007B2329" w:rsidP="007B2329">
      <w:r>
        <w:t>651.1577</w:t>
      </w:r>
      <w:r>
        <w:tab/>
        <w:t>3.038e0</w:t>
      </w:r>
    </w:p>
    <w:p w:rsidR="007B2329" w:rsidRDefault="007B2329" w:rsidP="007B2329">
      <w:r>
        <w:t>651.1659</w:t>
      </w:r>
      <w:r>
        <w:tab/>
        <w:t>5.063e0</w:t>
      </w:r>
    </w:p>
    <w:p w:rsidR="007B2329" w:rsidRDefault="007B2329" w:rsidP="007B2329">
      <w:r>
        <w:lastRenderedPageBreak/>
        <w:t>651.1750</w:t>
      </w:r>
      <w:r>
        <w:tab/>
        <w:t>4.051e0</w:t>
      </w:r>
    </w:p>
    <w:p w:rsidR="007B2329" w:rsidRDefault="007B2329" w:rsidP="007B2329">
      <w:r>
        <w:t>651.1990</w:t>
      </w:r>
      <w:r>
        <w:tab/>
        <w:t>3.038e0</w:t>
      </w:r>
    </w:p>
    <w:p w:rsidR="007B2329" w:rsidRDefault="007B2329" w:rsidP="007B2329">
      <w:r>
        <w:t>651.2227</w:t>
      </w:r>
      <w:r>
        <w:tab/>
        <w:t>2.720e0</w:t>
      </w:r>
    </w:p>
    <w:p w:rsidR="007B2329" w:rsidRDefault="007B2329" w:rsidP="007B2329">
      <w:r>
        <w:t>651.2448</w:t>
      </w:r>
      <w:r>
        <w:tab/>
        <w:t>1.013e0</w:t>
      </w:r>
    </w:p>
    <w:p w:rsidR="007B2329" w:rsidRDefault="007B2329" w:rsidP="007B2329">
      <w:r>
        <w:t>651.2532</w:t>
      </w:r>
      <w:r>
        <w:tab/>
        <w:t>3.281e0</w:t>
      </w:r>
    </w:p>
    <w:p w:rsidR="007B2329" w:rsidRDefault="007B2329" w:rsidP="007B2329">
      <w:r>
        <w:t>651.2715</w:t>
      </w:r>
      <w:r>
        <w:tab/>
        <w:t>2.678e-1</w:t>
      </w:r>
    </w:p>
    <w:p w:rsidR="007B2329" w:rsidRDefault="007B2329" w:rsidP="007B2329">
      <w:r>
        <w:t>651.2779</w:t>
      </w:r>
      <w:r>
        <w:tab/>
        <w:t>3.740e0</w:t>
      </w:r>
    </w:p>
    <w:p w:rsidR="007B2329" w:rsidRDefault="007B2329" w:rsidP="007B2329">
      <w:r>
        <w:t>651.2900</w:t>
      </w:r>
      <w:r>
        <w:tab/>
        <w:t>5.025e0</w:t>
      </w:r>
    </w:p>
    <w:p w:rsidR="007B2329" w:rsidRDefault="007B2329" w:rsidP="007B2329">
      <w:r>
        <w:t>651.3346</w:t>
      </w:r>
      <w:r>
        <w:tab/>
        <w:t>2.272e0</w:t>
      </w:r>
    </w:p>
    <w:p w:rsidR="007B2329" w:rsidRDefault="007B2329" w:rsidP="007B2329">
      <w:r>
        <w:t>651.3456</w:t>
      </w:r>
      <w:r>
        <w:tab/>
        <w:t>1.821e0</w:t>
      </w:r>
    </w:p>
    <w:p w:rsidR="007B2329" w:rsidRDefault="007B2329" w:rsidP="007B2329">
      <w:r>
        <w:t>651.3738</w:t>
      </w:r>
      <w:r>
        <w:tab/>
        <w:t>8.052e0</w:t>
      </w:r>
    </w:p>
    <w:p w:rsidR="007B2329" w:rsidRDefault="007B2329" w:rsidP="007B2329">
      <w:r>
        <w:t>651.3755</w:t>
      </w:r>
      <w:r>
        <w:tab/>
        <w:t>5.807e0</w:t>
      </w:r>
    </w:p>
    <w:p w:rsidR="007B2329" w:rsidRDefault="007B2329" w:rsidP="007B2329">
      <w:r>
        <w:t>651.3824</w:t>
      </w:r>
      <w:r>
        <w:tab/>
        <w:t>6.607e0</w:t>
      </w:r>
    </w:p>
    <w:p w:rsidR="007B2329" w:rsidRDefault="007B2329" w:rsidP="007B2329">
      <w:r>
        <w:t>651.3853</w:t>
      </w:r>
      <w:r>
        <w:tab/>
        <w:t>7.713e0</w:t>
      </w:r>
    </w:p>
    <w:p w:rsidR="007B2329" w:rsidRDefault="007B2329" w:rsidP="007B2329">
      <w:r>
        <w:t>651.4106</w:t>
      </w:r>
      <w:r>
        <w:tab/>
        <w:t>2.025e0</w:t>
      </w:r>
    </w:p>
    <w:p w:rsidR="007B2329" w:rsidRDefault="007B2329" w:rsidP="007B2329">
      <w:r>
        <w:t>651.4153</w:t>
      </w:r>
      <w:r>
        <w:tab/>
        <w:t>2.250e0</w:t>
      </w:r>
    </w:p>
    <w:p w:rsidR="007B2329" w:rsidRDefault="007B2329" w:rsidP="007B2329">
      <w:r>
        <w:t>651.4186</w:t>
      </w:r>
      <w:r>
        <w:tab/>
        <w:t>2.025e0</w:t>
      </w:r>
    </w:p>
    <w:p w:rsidR="007B2329" w:rsidRDefault="007B2329" w:rsidP="007B2329">
      <w:r>
        <w:t>651.4446</w:t>
      </w:r>
      <w:r>
        <w:tab/>
        <w:t>1.013e0</w:t>
      </w:r>
    </w:p>
    <w:p w:rsidR="007B2329" w:rsidRDefault="007B2329" w:rsidP="007B2329">
      <w:r>
        <w:t>651.4734</w:t>
      </w:r>
      <w:r>
        <w:tab/>
        <w:t>2.733e0</w:t>
      </w:r>
    </w:p>
    <w:p w:rsidR="007B2329" w:rsidRDefault="007B2329" w:rsidP="007B2329">
      <w:r>
        <w:lastRenderedPageBreak/>
        <w:t>651.4891</w:t>
      </w:r>
      <w:r>
        <w:tab/>
        <w:t>3.546e0</w:t>
      </w:r>
    </w:p>
    <w:p w:rsidR="007B2329" w:rsidRDefault="007B2329" w:rsidP="007B2329">
      <w:r>
        <w:t>651.5001</w:t>
      </w:r>
      <w:r>
        <w:tab/>
        <w:t>2.025e0</w:t>
      </w:r>
    </w:p>
    <w:p w:rsidR="007B2329" w:rsidRDefault="007B2329" w:rsidP="007B2329">
      <w:r>
        <w:t>651.5060</w:t>
      </w:r>
      <w:r>
        <w:tab/>
        <w:t>1.013e0</w:t>
      </w:r>
    </w:p>
    <w:p w:rsidR="007B2329" w:rsidRDefault="007B2329" w:rsidP="007B2329">
      <w:r>
        <w:t>651.5237</w:t>
      </w:r>
      <w:r>
        <w:tab/>
        <w:t>1.013e0</w:t>
      </w:r>
    </w:p>
    <w:p w:rsidR="007B2329" w:rsidRDefault="007B2329" w:rsidP="007B2329">
      <w:r>
        <w:t>651.5615</w:t>
      </w:r>
      <w:r>
        <w:tab/>
        <w:t>3.051e0</w:t>
      </w:r>
    </w:p>
    <w:p w:rsidR="007B2329" w:rsidRDefault="007B2329" w:rsidP="007B2329">
      <w:r>
        <w:t>651.5667</w:t>
      </w:r>
      <w:r>
        <w:tab/>
        <w:t>4.051e0</w:t>
      </w:r>
    </w:p>
    <w:p w:rsidR="007B2329" w:rsidRDefault="007B2329" w:rsidP="007B2329">
      <w:r>
        <w:t>651.5890</w:t>
      </w:r>
      <w:r>
        <w:tab/>
        <w:t>1.013e0</w:t>
      </w:r>
    </w:p>
    <w:p w:rsidR="007B2329" w:rsidRDefault="007B2329" w:rsidP="007B2329">
      <w:r>
        <w:t>651.5934</w:t>
      </w:r>
      <w:r>
        <w:tab/>
        <w:t>1.013e0</w:t>
      </w:r>
    </w:p>
    <w:p w:rsidR="007B2329" w:rsidRDefault="007B2329" w:rsidP="007B2329">
      <w:r>
        <w:t>651.6009</w:t>
      </w:r>
      <w:r>
        <w:tab/>
        <w:t>4.051e0</w:t>
      </w:r>
    </w:p>
    <w:p w:rsidR="007B2329" w:rsidRDefault="007B2329" w:rsidP="007B2329">
      <w:r>
        <w:t>651.6460</w:t>
      </w:r>
      <w:r>
        <w:tab/>
        <w:t>4.051e0</w:t>
      </w:r>
    </w:p>
    <w:p w:rsidR="007B2329" w:rsidRDefault="007B2329" w:rsidP="007B2329">
      <w:r>
        <w:t>651.6628</w:t>
      </w:r>
      <w:r>
        <w:tab/>
        <w:t>1.013e0</w:t>
      </w:r>
    </w:p>
    <w:p w:rsidR="007B2329" w:rsidRDefault="007B2329" w:rsidP="007B2329">
      <w:r>
        <w:t>651.6779</w:t>
      </w:r>
      <w:r>
        <w:tab/>
        <w:t>1.013e0</w:t>
      </w:r>
    </w:p>
    <w:p w:rsidR="007B2329" w:rsidRDefault="007B2329" w:rsidP="007B2329">
      <w:r>
        <w:t>651.6973</w:t>
      </w:r>
      <w:r>
        <w:tab/>
        <w:t>2.025e0</w:t>
      </w:r>
    </w:p>
    <w:p w:rsidR="007B2329" w:rsidRDefault="007B2329" w:rsidP="007B2329">
      <w:r>
        <w:t>651.7185</w:t>
      </w:r>
      <w:r>
        <w:tab/>
        <w:t>3.038e0</w:t>
      </w:r>
    </w:p>
    <w:p w:rsidR="007B2329" w:rsidRDefault="007B2329" w:rsidP="007B2329">
      <w:r>
        <w:t>651.7671</w:t>
      </w:r>
      <w:r>
        <w:tab/>
        <w:t>1.013e0</w:t>
      </w:r>
    </w:p>
    <w:p w:rsidR="007B2329" w:rsidRDefault="007B2329" w:rsidP="007B2329">
      <w:r>
        <w:t>651.7841</w:t>
      </w:r>
      <w:r>
        <w:tab/>
        <w:t>4.051e0</w:t>
      </w:r>
    </w:p>
    <w:p w:rsidR="007B2329" w:rsidRDefault="007B2329" w:rsidP="007B2329">
      <w:r>
        <w:t>651.7930</w:t>
      </w:r>
      <w:r>
        <w:tab/>
        <w:t>1.025e0</w:t>
      </w:r>
    </w:p>
    <w:p w:rsidR="007B2329" w:rsidRDefault="007B2329" w:rsidP="007B2329">
      <w:r>
        <w:t>651.8001</w:t>
      </w:r>
      <w:r>
        <w:tab/>
        <w:t>1.013e0</w:t>
      </w:r>
    </w:p>
    <w:p w:rsidR="007B2329" w:rsidRDefault="007B2329" w:rsidP="007B2329">
      <w:r>
        <w:t>651.8011</w:t>
      </w:r>
      <w:r>
        <w:tab/>
        <w:t>3.038e0</w:t>
      </w:r>
    </w:p>
    <w:p w:rsidR="007B2329" w:rsidRDefault="007B2329" w:rsidP="007B2329">
      <w:r>
        <w:lastRenderedPageBreak/>
        <w:t>651.8025</w:t>
      </w:r>
      <w:r>
        <w:tab/>
        <w:t>1.013e0</w:t>
      </w:r>
    </w:p>
    <w:p w:rsidR="007B2329" w:rsidRDefault="007B2329" w:rsidP="007B2329">
      <w:r>
        <w:t>651.8276</w:t>
      </w:r>
      <w:r>
        <w:tab/>
        <w:t>2.025e0</w:t>
      </w:r>
    </w:p>
    <w:p w:rsidR="007B2329" w:rsidRDefault="007B2329" w:rsidP="007B2329">
      <w:r>
        <w:t>651.8499</w:t>
      </w:r>
      <w:r>
        <w:tab/>
        <w:t>2.025e0</w:t>
      </w:r>
    </w:p>
    <w:p w:rsidR="007B2329" w:rsidRDefault="007B2329" w:rsidP="007B2329">
      <w:r>
        <w:t>651.8543</w:t>
      </w:r>
      <w:r>
        <w:tab/>
        <w:t>2.025e0</w:t>
      </w:r>
    </w:p>
    <w:p w:rsidR="007B2329" w:rsidRDefault="007B2329" w:rsidP="007B2329">
      <w:r>
        <w:t>651.8558</w:t>
      </w:r>
      <w:r>
        <w:tab/>
        <w:t>2.025e0</w:t>
      </w:r>
    </w:p>
    <w:p w:rsidR="007B2329" w:rsidRDefault="007B2329" w:rsidP="007B2329">
      <w:r>
        <w:t>651.8892</w:t>
      </w:r>
      <w:r>
        <w:tab/>
        <w:t>5.063e0</w:t>
      </w:r>
    </w:p>
    <w:p w:rsidR="007B2329" w:rsidRDefault="007B2329" w:rsidP="007B2329">
      <w:r>
        <w:t>651.9105</w:t>
      </w:r>
      <w:r>
        <w:tab/>
        <w:t>2.025e0</w:t>
      </w:r>
    </w:p>
    <w:p w:rsidR="007B2329" w:rsidRDefault="007B2329" w:rsidP="007B2329">
      <w:r>
        <w:t>651.9116</w:t>
      </w:r>
      <w:r>
        <w:tab/>
        <w:t>1.266e-2</w:t>
      </w:r>
    </w:p>
    <w:p w:rsidR="007B2329" w:rsidRDefault="007B2329" w:rsidP="007B2329">
      <w:r>
        <w:t>651.9811</w:t>
      </w:r>
      <w:r>
        <w:tab/>
        <w:t>3.038e0</w:t>
      </w:r>
    </w:p>
    <w:p w:rsidR="007B2329" w:rsidRDefault="007B2329" w:rsidP="007B2329">
      <w:r>
        <w:t>651.9922</w:t>
      </w:r>
      <w:r>
        <w:tab/>
        <w:t>3.038e0</w:t>
      </w:r>
    </w:p>
    <w:p w:rsidR="007B2329" w:rsidRDefault="007B2329" w:rsidP="007B2329">
      <w:r>
        <w:t>652.0115</w:t>
      </w:r>
      <w:r>
        <w:tab/>
        <w:t>2.025e0</w:t>
      </w:r>
    </w:p>
    <w:p w:rsidR="007B2329" w:rsidRDefault="007B2329" w:rsidP="007B2329">
      <w:r>
        <w:t>652.0286</w:t>
      </w:r>
      <w:r>
        <w:tab/>
        <w:t>1.013e0</w:t>
      </w:r>
    </w:p>
    <w:p w:rsidR="007B2329" w:rsidRDefault="007B2329" w:rsidP="007B2329">
      <w:r>
        <w:t>652.0722</w:t>
      </w:r>
      <w:r>
        <w:tab/>
        <w:t>2.025e0</w:t>
      </w:r>
    </w:p>
    <w:p w:rsidR="007B2329" w:rsidRDefault="007B2329" w:rsidP="007B2329">
      <w:r>
        <w:t>652.0979</w:t>
      </w:r>
      <w:r>
        <w:tab/>
        <w:t>1.013e0</w:t>
      </w:r>
    </w:p>
    <w:p w:rsidR="007B2329" w:rsidRDefault="007B2329" w:rsidP="007B2329">
      <w:r>
        <w:t>652.1113</w:t>
      </w:r>
      <w:r>
        <w:tab/>
        <w:t>1.013e0</w:t>
      </w:r>
    </w:p>
    <w:p w:rsidR="007B2329" w:rsidRDefault="007B2329" w:rsidP="007B2329">
      <w:r>
        <w:t>652.1226</w:t>
      </w:r>
      <w:r>
        <w:tab/>
        <w:t>1.013e0</w:t>
      </w:r>
    </w:p>
    <w:p w:rsidR="007B2329" w:rsidRDefault="007B2329" w:rsidP="007B2329">
      <w:r>
        <w:t>652.1237</w:t>
      </w:r>
      <w:r>
        <w:tab/>
        <w:t>2.025e0</w:t>
      </w:r>
    </w:p>
    <w:p w:rsidR="007B2329" w:rsidRDefault="007B2329" w:rsidP="007B2329">
      <w:r>
        <w:t>652.1339</w:t>
      </w:r>
      <w:r>
        <w:tab/>
        <w:t>2.025e0</w:t>
      </w:r>
    </w:p>
    <w:p w:rsidR="007B2329" w:rsidRDefault="007B2329" w:rsidP="007B2329">
      <w:r>
        <w:t>652.1448</w:t>
      </w:r>
      <w:r>
        <w:tab/>
        <w:t>1.013e0</w:t>
      </w:r>
    </w:p>
    <w:p w:rsidR="007B2329" w:rsidRDefault="007B2329" w:rsidP="007B2329">
      <w:r>
        <w:lastRenderedPageBreak/>
        <w:t>652.1462</w:t>
      </w:r>
      <w:r>
        <w:tab/>
        <w:t>2.025e0</w:t>
      </w:r>
    </w:p>
    <w:p w:rsidR="007B2329" w:rsidRDefault="007B2329" w:rsidP="007B2329">
      <w:r>
        <w:t>652.1891</w:t>
      </w:r>
      <w:r>
        <w:tab/>
        <w:t>1.013e0</w:t>
      </w:r>
    </w:p>
    <w:p w:rsidR="007B2329" w:rsidRDefault="007B2329" w:rsidP="007B2329">
      <w:r>
        <w:t>652.1974</w:t>
      </w:r>
      <w:r>
        <w:tab/>
        <w:t>3.038e0</w:t>
      </w:r>
    </w:p>
    <w:p w:rsidR="007B2329" w:rsidRDefault="007B2329" w:rsidP="007B2329">
      <w:r>
        <w:t>652.2136</w:t>
      </w:r>
      <w:r>
        <w:tab/>
        <w:t>2.025e0</w:t>
      </w:r>
    </w:p>
    <w:p w:rsidR="007B2329" w:rsidRDefault="007B2329" w:rsidP="007B2329">
      <w:r>
        <w:t>652.2419</w:t>
      </w:r>
      <w:r>
        <w:tab/>
        <w:t>1.675e0</w:t>
      </w:r>
    </w:p>
    <w:p w:rsidR="007B2329" w:rsidRDefault="007B2329" w:rsidP="007B2329">
      <w:r>
        <w:t>652.2451</w:t>
      </w:r>
      <w:r>
        <w:tab/>
        <w:t>1.013e0</w:t>
      </w:r>
    </w:p>
    <w:p w:rsidR="007B2329" w:rsidRDefault="007B2329" w:rsidP="007B2329">
      <w:r>
        <w:t>652.2618</w:t>
      </w:r>
      <w:r>
        <w:tab/>
        <w:t>3.722e0</w:t>
      </w:r>
    </w:p>
    <w:p w:rsidR="007B2329" w:rsidRDefault="007B2329" w:rsidP="007B2329">
      <w:r>
        <w:t>652.2655</w:t>
      </w:r>
      <w:r>
        <w:tab/>
        <w:t>2.752e0</w:t>
      </w:r>
    </w:p>
    <w:p w:rsidR="007B2329" w:rsidRDefault="007B2329" w:rsidP="007B2329">
      <w:r>
        <w:t>652.2778</w:t>
      </w:r>
      <w:r>
        <w:tab/>
        <w:t>1.723e0</w:t>
      </w:r>
    </w:p>
    <w:p w:rsidR="007B2329" w:rsidRDefault="007B2329" w:rsidP="007B2329">
      <w:r>
        <w:t>652.2892</w:t>
      </w:r>
      <w:r>
        <w:tab/>
        <w:t>1.218e0</w:t>
      </w:r>
    </w:p>
    <w:p w:rsidR="007B2329" w:rsidRDefault="007B2329" w:rsidP="007B2329">
      <w:r>
        <w:t>652.3170</w:t>
      </w:r>
      <w:r>
        <w:tab/>
        <w:t>2.378e0</w:t>
      </w:r>
    </w:p>
    <w:p w:rsidR="007B2329" w:rsidRDefault="007B2329" w:rsidP="007B2329">
      <w:r>
        <w:t>652.3256</w:t>
      </w:r>
      <w:r>
        <w:tab/>
        <w:t>2.833e0</w:t>
      </w:r>
    </w:p>
    <w:p w:rsidR="007B2329" w:rsidRDefault="007B2329" w:rsidP="007B2329">
      <w:r>
        <w:t>652.3300</w:t>
      </w:r>
      <w:r>
        <w:tab/>
        <w:t>2.789e0</w:t>
      </w:r>
    </w:p>
    <w:p w:rsidR="007B2329" w:rsidRDefault="007B2329" w:rsidP="007B2329">
      <w:r>
        <w:t>652.3416</w:t>
      </w:r>
      <w:r>
        <w:tab/>
        <w:t>1.837e0</w:t>
      </w:r>
    </w:p>
    <w:p w:rsidR="007B2329" w:rsidRDefault="007B2329" w:rsidP="007B2329">
      <w:r>
        <w:t>652.3565</w:t>
      </w:r>
      <w:r>
        <w:tab/>
        <w:t>9.823e0</w:t>
      </w:r>
    </w:p>
    <w:p w:rsidR="007B2329" w:rsidRDefault="007B2329" w:rsidP="007B2329">
      <w:r>
        <w:t>652.3647</w:t>
      </w:r>
      <w:r>
        <w:tab/>
        <w:t>3.474e0</w:t>
      </w:r>
    </w:p>
    <w:p w:rsidR="007B2329" w:rsidRDefault="007B2329" w:rsidP="007B2329">
      <w:r>
        <w:t>652.3760</w:t>
      </w:r>
      <w:r>
        <w:tab/>
        <w:t>2.536e0</w:t>
      </w:r>
    </w:p>
    <w:p w:rsidR="007B2329" w:rsidRDefault="007B2329" w:rsidP="007B2329">
      <w:r>
        <w:t>652.3782</w:t>
      </w:r>
      <w:r>
        <w:tab/>
        <w:t>1.013e0</w:t>
      </w:r>
    </w:p>
    <w:p w:rsidR="007B2329" w:rsidRDefault="007B2329" w:rsidP="007B2329">
      <w:r>
        <w:t>652.3829</w:t>
      </w:r>
      <w:r>
        <w:tab/>
        <w:t>2.886e0</w:t>
      </w:r>
    </w:p>
    <w:p w:rsidR="007B2329" w:rsidRDefault="007B2329" w:rsidP="007B2329">
      <w:r>
        <w:lastRenderedPageBreak/>
        <w:t>652.4120</w:t>
      </w:r>
      <w:r>
        <w:tab/>
        <w:t>2.137e0</w:t>
      </w:r>
    </w:p>
    <w:p w:rsidR="007B2329" w:rsidRDefault="007B2329" w:rsidP="007B2329">
      <w:r>
        <w:t>652.4238</w:t>
      </w:r>
      <w:r>
        <w:tab/>
        <w:t>3.719e0</w:t>
      </w:r>
    </w:p>
    <w:p w:rsidR="007B2329" w:rsidRDefault="007B2329" w:rsidP="007B2329">
      <w:r>
        <w:t>652.4338</w:t>
      </w:r>
      <w:r>
        <w:tab/>
        <w:t>1.013e0</w:t>
      </w:r>
    </w:p>
    <w:p w:rsidR="007B2329" w:rsidRDefault="007B2329" w:rsidP="007B2329">
      <w:r>
        <w:t>652.4451</w:t>
      </w:r>
      <w:r>
        <w:tab/>
        <w:t>1.013e0</w:t>
      </w:r>
    </w:p>
    <w:p w:rsidR="007B2329" w:rsidRDefault="007B2329" w:rsidP="007B2329">
      <w:r>
        <w:t>652.4616</w:t>
      </w:r>
      <w:r>
        <w:tab/>
        <w:t>2.109e0</w:t>
      </w:r>
    </w:p>
    <w:p w:rsidR="007B2329" w:rsidRDefault="007B2329" w:rsidP="007B2329">
      <w:r>
        <w:t>652.4630</w:t>
      </w:r>
      <w:r>
        <w:tab/>
        <w:t>3.101e0</w:t>
      </w:r>
    </w:p>
    <w:p w:rsidR="007B2329" w:rsidRDefault="007B2329" w:rsidP="007B2329">
      <w:r>
        <w:t>652.4819</w:t>
      </w:r>
      <w:r>
        <w:tab/>
        <w:t>1.013e0</w:t>
      </w:r>
    </w:p>
    <w:p w:rsidR="007B2329" w:rsidRDefault="007B2329" w:rsidP="007B2329">
      <w:r>
        <w:t>652.4896</w:t>
      </w:r>
      <w:r>
        <w:tab/>
        <w:t>1.013e0</w:t>
      </w:r>
    </w:p>
    <w:p w:rsidR="007B2329" w:rsidRDefault="007B2329" w:rsidP="007B2329">
      <w:r>
        <w:t>652.5339</w:t>
      </w:r>
      <w:r>
        <w:tab/>
        <w:t>5.063e0</w:t>
      </w:r>
    </w:p>
    <w:p w:rsidR="007B2329" w:rsidRDefault="007B2329" w:rsidP="007B2329">
      <w:r>
        <w:t>652.5756</w:t>
      </w:r>
      <w:r>
        <w:tab/>
        <w:t>3.038e0</w:t>
      </w:r>
    </w:p>
    <w:p w:rsidR="007B2329" w:rsidRDefault="007B2329" w:rsidP="007B2329">
      <w:r>
        <w:t>652.5786</w:t>
      </w:r>
      <w:r>
        <w:tab/>
        <w:t>1.013e0</w:t>
      </w:r>
    </w:p>
    <w:p w:rsidR="007B2329" w:rsidRDefault="007B2329" w:rsidP="007B2329">
      <w:r>
        <w:t>652.6118</w:t>
      </w:r>
      <w:r>
        <w:tab/>
        <w:t>1.013e0</w:t>
      </w:r>
    </w:p>
    <w:p w:rsidR="007B2329" w:rsidRDefault="007B2329" w:rsidP="007B2329">
      <w:r>
        <w:t>652.6134</w:t>
      </w:r>
      <w:r>
        <w:tab/>
        <w:t>3.038e0</w:t>
      </w:r>
    </w:p>
    <w:p w:rsidR="007B2329" w:rsidRDefault="007B2329" w:rsidP="007B2329">
      <w:r>
        <w:t>652.6207</w:t>
      </w:r>
      <w:r>
        <w:tab/>
        <w:t>1.013e0</w:t>
      </w:r>
    </w:p>
    <w:p w:rsidR="007B2329" w:rsidRDefault="007B2329" w:rsidP="007B2329">
      <w:r>
        <w:t>652.6663</w:t>
      </w:r>
      <w:r>
        <w:tab/>
        <w:t>4.051e0</w:t>
      </w:r>
    </w:p>
    <w:p w:rsidR="007B2329" w:rsidRDefault="007B2329" w:rsidP="007B2329">
      <w:r>
        <w:t>652.6849</w:t>
      </w:r>
      <w:r>
        <w:tab/>
        <w:t>2.025e0</w:t>
      </w:r>
    </w:p>
    <w:p w:rsidR="007B2329" w:rsidRDefault="007B2329" w:rsidP="007B2329">
      <w:r>
        <w:t>652.6898</w:t>
      </w:r>
      <w:r>
        <w:tab/>
        <w:t>1.013e0</w:t>
      </w:r>
    </w:p>
    <w:p w:rsidR="007B2329" w:rsidRDefault="007B2329" w:rsidP="007B2329">
      <w:r>
        <w:t>652.7453</w:t>
      </w:r>
      <w:r>
        <w:tab/>
        <w:t>1.013e0</w:t>
      </w:r>
    </w:p>
    <w:p w:rsidR="007B2329" w:rsidRDefault="007B2329" w:rsidP="007B2329">
      <w:r>
        <w:t>652.8182</w:t>
      </w:r>
      <w:r>
        <w:tab/>
        <w:t>2.025e0</w:t>
      </w:r>
    </w:p>
    <w:p w:rsidR="007B2329" w:rsidRDefault="007B2329" w:rsidP="007B2329">
      <w:r>
        <w:lastRenderedPageBreak/>
        <w:t>652.8232</w:t>
      </w:r>
      <w:r>
        <w:tab/>
        <w:t>1.013e0</w:t>
      </w:r>
    </w:p>
    <w:p w:rsidR="007B2329" w:rsidRDefault="007B2329" w:rsidP="007B2329">
      <w:r>
        <w:t>652.8340</w:t>
      </w:r>
      <w:r>
        <w:tab/>
        <w:t>3.038e0</w:t>
      </w:r>
    </w:p>
    <w:p w:rsidR="007B2329" w:rsidRDefault="007B2329" w:rsidP="007B2329">
      <w:r>
        <w:t>652.8566</w:t>
      </w:r>
      <w:r>
        <w:tab/>
        <w:t>5.063e0</w:t>
      </w:r>
    </w:p>
    <w:p w:rsidR="007B2329" w:rsidRDefault="007B2329" w:rsidP="007B2329">
      <w:r>
        <w:t>652.8645</w:t>
      </w:r>
      <w:r>
        <w:tab/>
        <w:t>1.013e0</w:t>
      </w:r>
    </w:p>
    <w:p w:rsidR="007B2329" w:rsidRDefault="007B2329" w:rsidP="007B2329">
      <w:r>
        <w:t>652.8828</w:t>
      </w:r>
      <w:r>
        <w:tab/>
        <w:t>1.013e0</w:t>
      </w:r>
    </w:p>
    <w:p w:rsidR="007B2329" w:rsidRDefault="007B2329" w:rsidP="007B2329">
      <w:r>
        <w:t>652.9216</w:t>
      </w:r>
      <w:r>
        <w:tab/>
        <w:t>2.025e0</w:t>
      </w:r>
    </w:p>
    <w:p w:rsidR="007B2329" w:rsidRDefault="007B2329" w:rsidP="007B2329">
      <w:r>
        <w:t>652.9260</w:t>
      </w:r>
      <w:r>
        <w:tab/>
        <w:t>2.025e0</w:t>
      </w:r>
    </w:p>
    <w:p w:rsidR="007B2329" w:rsidRDefault="007B2329" w:rsidP="007B2329">
      <w:r>
        <w:t>652.9442</w:t>
      </w:r>
      <w:r>
        <w:tab/>
        <w:t>2.025e0</w:t>
      </w:r>
    </w:p>
    <w:p w:rsidR="007B2329" w:rsidRDefault="007B2329" w:rsidP="007B2329">
      <w:r>
        <w:t>652.9520</w:t>
      </w:r>
      <w:r>
        <w:tab/>
        <w:t>1.013e0</w:t>
      </w:r>
    </w:p>
    <w:p w:rsidR="007B2329" w:rsidRDefault="007B2329" w:rsidP="007B2329">
      <w:r>
        <w:t>653.0016</w:t>
      </w:r>
      <w:r>
        <w:tab/>
        <w:t>2.532e-2</w:t>
      </w:r>
    </w:p>
    <w:p w:rsidR="007B2329" w:rsidRDefault="007B2329" w:rsidP="007B2329">
      <w:r>
        <w:t>653.0070</w:t>
      </w:r>
      <w:r>
        <w:tab/>
        <w:t>2.025e0</w:t>
      </w:r>
    </w:p>
    <w:p w:rsidR="007B2329" w:rsidRDefault="007B2329" w:rsidP="007B2329">
      <w:r>
        <w:t>653.0349</w:t>
      </w:r>
      <w:r>
        <w:tab/>
        <w:t>1.013e0</w:t>
      </w:r>
    </w:p>
    <w:p w:rsidR="007B2329" w:rsidRDefault="007B2329" w:rsidP="007B2329">
      <w:r>
        <w:t>653.0564</w:t>
      </w:r>
      <w:r>
        <w:tab/>
        <w:t>4.051e0</w:t>
      </w:r>
    </w:p>
    <w:p w:rsidR="007B2329" w:rsidRDefault="007B2329" w:rsidP="007B2329">
      <w:r>
        <w:t>653.1086</w:t>
      </w:r>
      <w:r>
        <w:tab/>
        <w:t>1.013e0</w:t>
      </w:r>
    </w:p>
    <w:p w:rsidR="007B2329" w:rsidRDefault="007B2329" w:rsidP="007B2329">
      <w:r>
        <w:t>653.1127</w:t>
      </w:r>
      <w:r>
        <w:tab/>
        <w:t>1.013e0</w:t>
      </w:r>
    </w:p>
    <w:p w:rsidR="007B2329" w:rsidRDefault="007B2329" w:rsidP="007B2329">
      <w:r>
        <w:t>653.1169</w:t>
      </w:r>
      <w:r>
        <w:tab/>
        <w:t>2.025e0</w:t>
      </w:r>
    </w:p>
    <w:p w:rsidR="007B2329" w:rsidRDefault="007B2329" w:rsidP="007B2329">
      <w:r>
        <w:t>653.1285</w:t>
      </w:r>
      <w:r>
        <w:tab/>
        <w:t>3.051e0</w:t>
      </w:r>
    </w:p>
    <w:p w:rsidR="007B2329" w:rsidRDefault="007B2329" w:rsidP="007B2329">
      <w:r>
        <w:t>653.1545</w:t>
      </w:r>
      <w:r>
        <w:tab/>
        <w:t>4.051e0</w:t>
      </w:r>
    </w:p>
    <w:p w:rsidR="007B2329" w:rsidRDefault="007B2329" w:rsidP="007B2329">
      <w:r>
        <w:t>653.1794</w:t>
      </w:r>
      <w:r>
        <w:tab/>
        <w:t>1.013e0</w:t>
      </w:r>
    </w:p>
    <w:p w:rsidR="007B2329" w:rsidRDefault="007B2329" w:rsidP="007B2329">
      <w:r>
        <w:lastRenderedPageBreak/>
        <w:t>653.2088</w:t>
      </w:r>
      <w:r>
        <w:tab/>
        <w:t>3.884e0</w:t>
      </w:r>
    </w:p>
    <w:p w:rsidR="007B2329" w:rsidRDefault="007B2329" w:rsidP="007B2329">
      <w:r>
        <w:t>653.2496</w:t>
      </w:r>
      <w:r>
        <w:tab/>
        <w:t>2.799e0</w:t>
      </w:r>
    </w:p>
    <w:p w:rsidR="007B2329" w:rsidRDefault="007B2329" w:rsidP="007B2329">
      <w:r>
        <w:t>653.2560</w:t>
      </w:r>
      <w:r>
        <w:tab/>
        <w:t>4.104e0</w:t>
      </w:r>
    </w:p>
    <w:p w:rsidR="007B2329" w:rsidRDefault="007B2329" w:rsidP="007B2329">
      <w:r>
        <w:t>653.2838</w:t>
      </w:r>
      <w:r>
        <w:tab/>
        <w:t>3.299e0</w:t>
      </w:r>
    </w:p>
    <w:p w:rsidR="007B2329" w:rsidRDefault="007B2329" w:rsidP="007B2329">
      <w:r>
        <w:t>653.2910</w:t>
      </w:r>
      <w:r>
        <w:tab/>
        <w:t>3.954e0</w:t>
      </w:r>
    </w:p>
    <w:p w:rsidR="007B2329" w:rsidRDefault="007B2329" w:rsidP="007B2329">
      <w:r>
        <w:t>653.2980</w:t>
      </w:r>
      <w:r>
        <w:tab/>
        <w:t>3.063e0</w:t>
      </w:r>
    </w:p>
    <w:p w:rsidR="007B2329" w:rsidRDefault="007B2329" w:rsidP="007B2329">
      <w:r>
        <w:t>653.3068</w:t>
      </w:r>
      <w:r>
        <w:tab/>
        <w:t>8.431e0</w:t>
      </w:r>
    </w:p>
    <w:p w:rsidR="007B2329" w:rsidRDefault="007B2329" w:rsidP="007B2329">
      <w:r>
        <w:t>653.3201</w:t>
      </w:r>
      <w:r>
        <w:tab/>
        <w:t>1.271e1</w:t>
      </w:r>
    </w:p>
    <w:p w:rsidR="007B2329" w:rsidRDefault="007B2329" w:rsidP="007B2329">
      <w:r>
        <w:t>653.3600</w:t>
      </w:r>
      <w:r>
        <w:tab/>
        <w:t>2.119e1</w:t>
      </w:r>
    </w:p>
    <w:p w:rsidR="007B2329" w:rsidRDefault="007B2329" w:rsidP="007B2329">
      <w:r>
        <w:t>653.3812</w:t>
      </w:r>
      <w:r>
        <w:tab/>
        <w:t>2.002e1</w:t>
      </w:r>
    </w:p>
    <w:p w:rsidR="007B2329" w:rsidRDefault="007B2329" w:rsidP="007B2329">
      <w:r>
        <w:t>653.3946</w:t>
      </w:r>
      <w:r>
        <w:tab/>
        <w:t>1.003e1</w:t>
      </w:r>
    </w:p>
    <w:p w:rsidR="007B2329" w:rsidRDefault="007B2329" w:rsidP="007B2329">
      <w:r>
        <w:t>653.3963</w:t>
      </w:r>
      <w:r>
        <w:tab/>
        <w:t>2.275e1</w:t>
      </w:r>
    </w:p>
    <w:p w:rsidR="007B2329" w:rsidRDefault="007B2329" w:rsidP="007B2329">
      <w:r>
        <w:t>653.3990</w:t>
      </w:r>
      <w:r>
        <w:tab/>
        <w:t>2.071e1</w:t>
      </w:r>
    </w:p>
    <w:p w:rsidR="007B2329" w:rsidRDefault="007B2329" w:rsidP="007B2329">
      <w:r>
        <w:t>653.4017</w:t>
      </w:r>
      <w:r>
        <w:tab/>
        <w:t>1.912e1</w:t>
      </w:r>
    </w:p>
    <w:p w:rsidR="007B2329" w:rsidRDefault="007B2329" w:rsidP="007B2329">
      <w:r>
        <w:t>653.4110</w:t>
      </w:r>
      <w:r>
        <w:tab/>
        <w:t>1.208e1</w:t>
      </w:r>
    </w:p>
    <w:p w:rsidR="007B2329" w:rsidRDefault="007B2329" w:rsidP="007B2329">
      <w:r>
        <w:t>653.4639</w:t>
      </w:r>
      <w:r>
        <w:tab/>
        <w:t>4.822e0</w:t>
      </w:r>
    </w:p>
    <w:p w:rsidR="007B2329" w:rsidRDefault="007B2329" w:rsidP="007B2329">
      <w:r>
        <w:t>653.5091</w:t>
      </w:r>
      <w:r>
        <w:tab/>
        <w:t>1.013e0</w:t>
      </w:r>
    </w:p>
    <w:p w:rsidR="007B2329" w:rsidRDefault="007B2329" w:rsidP="007B2329">
      <w:r>
        <w:t>653.5189</w:t>
      </w:r>
      <w:r>
        <w:tab/>
        <w:t>5.928e0</w:t>
      </w:r>
    </w:p>
    <w:p w:rsidR="007B2329" w:rsidRDefault="007B2329" w:rsidP="007B2329">
      <w:r>
        <w:t>653.5229</w:t>
      </w:r>
      <w:r>
        <w:tab/>
        <w:t>4.051e0</w:t>
      </w:r>
    </w:p>
    <w:p w:rsidR="007B2329" w:rsidRDefault="007B2329" w:rsidP="007B2329">
      <w:r>
        <w:lastRenderedPageBreak/>
        <w:t>653.5249</w:t>
      </w:r>
      <w:r>
        <w:tab/>
        <w:t>2.025e0</w:t>
      </w:r>
    </w:p>
    <w:p w:rsidR="007B2329" w:rsidRDefault="007B2329" w:rsidP="007B2329">
      <w:r>
        <w:t>653.5357</w:t>
      </w:r>
      <w:r>
        <w:tab/>
        <w:t>2.025e0</w:t>
      </w:r>
    </w:p>
    <w:p w:rsidR="007B2329" w:rsidRDefault="007B2329" w:rsidP="007B2329">
      <w:r>
        <w:t>653.5416</w:t>
      </w:r>
      <w:r>
        <w:tab/>
        <w:t>2.025e0</w:t>
      </w:r>
    </w:p>
    <w:p w:rsidR="007B2329" w:rsidRDefault="007B2329" w:rsidP="007B2329">
      <w:r>
        <w:t>653.5585</w:t>
      </w:r>
      <w:r>
        <w:tab/>
        <w:t>1.013e0</w:t>
      </w:r>
    </w:p>
    <w:p w:rsidR="007B2329" w:rsidRDefault="007B2329" w:rsidP="007B2329">
      <w:r>
        <w:t>653.6088</w:t>
      </w:r>
      <w:r>
        <w:tab/>
        <w:t>3.038e0</w:t>
      </w:r>
    </w:p>
    <w:p w:rsidR="007B2329" w:rsidRDefault="007B2329" w:rsidP="007B2329">
      <w:r>
        <w:t>653.6473</w:t>
      </w:r>
      <w:r>
        <w:tab/>
        <w:t>1.013e0</w:t>
      </w:r>
    </w:p>
    <w:p w:rsidR="007B2329" w:rsidRDefault="007B2329" w:rsidP="007B2329">
      <w:r>
        <w:t>653.6584</w:t>
      </w:r>
      <w:r>
        <w:tab/>
        <w:t>1.013e0</w:t>
      </w:r>
    </w:p>
    <w:p w:rsidR="007B2329" w:rsidRDefault="007B2329" w:rsidP="007B2329">
      <w:r>
        <w:t>653.6641</w:t>
      </w:r>
      <w:r>
        <w:tab/>
        <w:t>2.025e0</w:t>
      </w:r>
    </w:p>
    <w:p w:rsidR="007B2329" w:rsidRDefault="007B2329" w:rsidP="007B2329">
      <w:r>
        <w:t>653.6808</w:t>
      </w:r>
      <w:r>
        <w:tab/>
        <w:t>1.013e0</w:t>
      </w:r>
    </w:p>
    <w:p w:rsidR="007B2329" w:rsidRDefault="007B2329" w:rsidP="007B2329">
      <w:r>
        <w:t>653.6920</w:t>
      </w:r>
      <w:r>
        <w:tab/>
        <w:t>1.013e0</w:t>
      </w:r>
    </w:p>
    <w:p w:rsidR="007B2329" w:rsidRDefault="007B2329" w:rsidP="007B2329">
      <w:r>
        <w:t>653.7186</w:t>
      </w:r>
      <w:r>
        <w:tab/>
        <w:t>1.013e0</w:t>
      </w:r>
    </w:p>
    <w:p w:rsidR="007B2329" w:rsidRDefault="007B2329" w:rsidP="007B2329">
      <w:r>
        <w:t>653.7355</w:t>
      </w:r>
      <w:r>
        <w:tab/>
        <w:t>1.013e0</w:t>
      </w:r>
    </w:p>
    <w:p w:rsidR="007B2329" w:rsidRDefault="007B2329" w:rsidP="007B2329">
      <w:r>
        <w:t>653.7366</w:t>
      </w:r>
      <w:r>
        <w:tab/>
        <w:t>1.013e0</w:t>
      </w:r>
    </w:p>
    <w:p w:rsidR="007B2329" w:rsidRDefault="007B2329" w:rsidP="007B2329">
      <w:r>
        <w:t>653.7621</w:t>
      </w:r>
      <w:r>
        <w:tab/>
        <w:t>4.051e0</w:t>
      </w:r>
    </w:p>
    <w:p w:rsidR="007B2329" w:rsidRDefault="007B2329" w:rsidP="007B2329">
      <w:r>
        <w:t>653.7744</w:t>
      </w:r>
      <w:r>
        <w:tab/>
        <w:t>3.038e0</w:t>
      </w:r>
    </w:p>
    <w:p w:rsidR="007B2329" w:rsidRDefault="007B2329" w:rsidP="007B2329">
      <w:r>
        <w:t>653.8209</w:t>
      </w:r>
      <w:r>
        <w:tab/>
        <w:t>4.051e0</w:t>
      </w:r>
    </w:p>
    <w:p w:rsidR="007B2329" w:rsidRDefault="007B2329" w:rsidP="007B2329">
      <w:r>
        <w:t>653.8226</w:t>
      </w:r>
      <w:r>
        <w:tab/>
        <w:t>1.013e0</w:t>
      </w:r>
    </w:p>
    <w:p w:rsidR="007B2329" w:rsidRDefault="007B2329" w:rsidP="007B2329">
      <w:r>
        <w:t>653.8257</w:t>
      </w:r>
      <w:r>
        <w:tab/>
        <w:t>1.013e0</w:t>
      </w:r>
    </w:p>
    <w:p w:rsidR="007B2329" w:rsidRDefault="007B2329" w:rsidP="007B2329">
      <w:r>
        <w:t>653.8661</w:t>
      </w:r>
      <w:r>
        <w:tab/>
        <w:t>4.051e0</w:t>
      </w:r>
    </w:p>
    <w:p w:rsidR="007B2329" w:rsidRDefault="007B2329" w:rsidP="007B2329">
      <w:r>
        <w:lastRenderedPageBreak/>
        <w:t>653.8862</w:t>
      </w:r>
      <w:r>
        <w:tab/>
        <w:t>2.025e0</w:t>
      </w:r>
    </w:p>
    <w:p w:rsidR="007B2329" w:rsidRDefault="007B2329" w:rsidP="007B2329">
      <w:r>
        <w:t>653.9189</w:t>
      </w:r>
      <w:r>
        <w:tab/>
        <w:t>2.025e0</w:t>
      </w:r>
    </w:p>
    <w:p w:rsidR="007B2329" w:rsidRDefault="007B2329" w:rsidP="007B2329">
      <w:r>
        <w:t>653.9259</w:t>
      </w:r>
      <w:r>
        <w:tab/>
        <w:t>3.038e0</w:t>
      </w:r>
    </w:p>
    <w:p w:rsidR="007B2329" w:rsidRDefault="007B2329" w:rsidP="007B2329">
      <w:r>
        <w:t>653.9596</w:t>
      </w:r>
      <w:r>
        <w:tab/>
        <w:t>3.038e0</w:t>
      </w:r>
    </w:p>
    <w:p w:rsidR="007B2329" w:rsidRDefault="007B2329" w:rsidP="007B2329">
      <w:r>
        <w:t>653.9705</w:t>
      </w:r>
      <w:r>
        <w:tab/>
        <w:t>1.013e0</w:t>
      </w:r>
    </w:p>
    <w:p w:rsidR="007B2329" w:rsidRDefault="007B2329" w:rsidP="007B2329">
      <w:r>
        <w:t>653.9966</w:t>
      </w:r>
      <w:r>
        <w:tab/>
        <w:t>2.025e0</w:t>
      </w:r>
    </w:p>
    <w:p w:rsidR="007B2329" w:rsidRDefault="007B2329" w:rsidP="007B2329">
      <w:r>
        <w:t>654.0247</w:t>
      </w:r>
      <w:r>
        <w:tab/>
        <w:t>3.038e0</w:t>
      </w:r>
    </w:p>
    <w:p w:rsidR="007B2329" w:rsidRDefault="007B2329" w:rsidP="007B2329">
      <w:r>
        <w:t>654.0377</w:t>
      </w:r>
      <w:r>
        <w:tab/>
        <w:t>1.013e0</w:t>
      </w:r>
    </w:p>
    <w:p w:rsidR="007B2329" w:rsidRDefault="007B2329" w:rsidP="007B2329">
      <w:r>
        <w:t>654.0490</w:t>
      </w:r>
      <w:r>
        <w:tab/>
        <w:t>3.038e0</w:t>
      </w:r>
    </w:p>
    <w:p w:rsidR="007B2329" w:rsidRDefault="007B2329" w:rsidP="007B2329">
      <w:r>
        <w:t>654.1012</w:t>
      </w:r>
      <w:r>
        <w:tab/>
        <w:t>1.013e0</w:t>
      </w:r>
    </w:p>
    <w:p w:rsidR="007B2329" w:rsidRDefault="007B2329" w:rsidP="007B2329">
      <w:r>
        <w:t>654.1186</w:t>
      </w:r>
      <w:r>
        <w:tab/>
        <w:t>3.038e0</w:t>
      </w:r>
    </w:p>
    <w:p w:rsidR="007B2329" w:rsidRDefault="007B2329" w:rsidP="007B2329">
      <w:r>
        <w:t>654.1610</w:t>
      </w:r>
      <w:r>
        <w:tab/>
        <w:t>5.063e0</w:t>
      </w:r>
    </w:p>
    <w:p w:rsidR="007B2329" w:rsidRDefault="007B2329" w:rsidP="007B2329">
      <w:r>
        <w:t>654.1700</w:t>
      </w:r>
      <w:r>
        <w:tab/>
        <w:t>2.025e0</w:t>
      </w:r>
    </w:p>
    <w:p w:rsidR="007B2329" w:rsidRDefault="007B2329" w:rsidP="007B2329">
      <w:r>
        <w:t>654.1711</w:t>
      </w:r>
      <w:r>
        <w:tab/>
        <w:t>2.025e0</w:t>
      </w:r>
    </w:p>
    <w:p w:rsidR="007B2329" w:rsidRDefault="007B2329" w:rsidP="007B2329">
      <w:r>
        <w:t>654.1796</w:t>
      </w:r>
      <w:r>
        <w:tab/>
        <w:t>6.076e0</w:t>
      </w:r>
    </w:p>
    <w:p w:rsidR="007B2329" w:rsidRDefault="007B2329" w:rsidP="007B2329">
      <w:r>
        <w:t>654.1826</w:t>
      </w:r>
      <w:r>
        <w:tab/>
        <w:t>2.025e0</w:t>
      </w:r>
    </w:p>
    <w:p w:rsidR="007B2329" w:rsidRDefault="007B2329" w:rsidP="007B2329">
      <w:r>
        <w:t>654.2302</w:t>
      </w:r>
      <w:r>
        <w:tab/>
        <w:t>3.017e0</w:t>
      </w:r>
    </w:p>
    <w:p w:rsidR="007B2329" w:rsidRDefault="007B2329" w:rsidP="007B2329">
      <w:r>
        <w:t>654.2341</w:t>
      </w:r>
      <w:r>
        <w:tab/>
        <w:t>3.824e0</w:t>
      </w:r>
    </w:p>
    <w:p w:rsidR="007B2329" w:rsidRDefault="007B2329" w:rsidP="007B2329">
      <w:r>
        <w:t>654.2531</w:t>
      </w:r>
      <w:r>
        <w:tab/>
        <w:t>4.392e0</w:t>
      </w:r>
    </w:p>
    <w:p w:rsidR="007B2329" w:rsidRDefault="007B2329" w:rsidP="007B2329">
      <w:r>
        <w:lastRenderedPageBreak/>
        <w:t>654.2714</w:t>
      </w:r>
      <w:r>
        <w:tab/>
        <w:t>5.178e-2</w:t>
      </w:r>
    </w:p>
    <w:p w:rsidR="007B2329" w:rsidRDefault="007B2329" w:rsidP="007B2329">
      <w:r>
        <w:t>654.2752</w:t>
      </w:r>
      <w:r>
        <w:tab/>
        <w:t>2.283e0</w:t>
      </w:r>
    </w:p>
    <w:p w:rsidR="007B2329" w:rsidRDefault="007B2329" w:rsidP="007B2329">
      <w:r>
        <w:t>654.2930</w:t>
      </w:r>
      <w:r>
        <w:tab/>
        <w:t>2.025e0</w:t>
      </w:r>
    </w:p>
    <w:p w:rsidR="007B2329" w:rsidRDefault="007B2329" w:rsidP="007B2329">
      <w:r>
        <w:t>654.3022</w:t>
      </w:r>
      <w:r>
        <w:tab/>
        <w:t>3.503e0</w:t>
      </w:r>
    </w:p>
    <w:p w:rsidR="007B2329" w:rsidRDefault="007B2329" w:rsidP="007B2329">
      <w:r>
        <w:t>654.3066</w:t>
      </w:r>
      <w:r>
        <w:tab/>
        <w:t>3.425e0</w:t>
      </w:r>
    </w:p>
    <w:p w:rsidR="007B2329" w:rsidRDefault="007B2329" w:rsidP="007B2329">
      <w:r>
        <w:t>654.3098</w:t>
      </w:r>
      <w:r>
        <w:tab/>
        <w:t>2.399e0</w:t>
      </w:r>
    </w:p>
    <w:p w:rsidR="007B2329" w:rsidRDefault="007B2329" w:rsidP="007B2329">
      <w:r>
        <w:t>654.3297</w:t>
      </w:r>
      <w:r>
        <w:tab/>
        <w:t>2.394e0</w:t>
      </w:r>
    </w:p>
    <w:p w:rsidR="007B2329" w:rsidRDefault="007B2329" w:rsidP="007B2329">
      <w:r>
        <w:t>654.3604</w:t>
      </w:r>
      <w:r>
        <w:tab/>
        <w:t>5.560e0</w:t>
      </w:r>
    </w:p>
    <w:p w:rsidR="007B2329" w:rsidRDefault="007B2329" w:rsidP="007B2329">
      <w:r>
        <w:t>654.3705</w:t>
      </w:r>
      <w:r>
        <w:tab/>
        <w:t>1.076e1</w:t>
      </w:r>
    </w:p>
    <w:p w:rsidR="007B2329" w:rsidRDefault="007B2329" w:rsidP="007B2329">
      <w:r>
        <w:t>654.3867</w:t>
      </w:r>
      <w:r>
        <w:tab/>
        <w:t>1.152e1</w:t>
      </w:r>
    </w:p>
    <w:p w:rsidR="007B2329" w:rsidRDefault="007B2329" w:rsidP="007B2329">
      <w:r>
        <w:t>654.3942</w:t>
      </w:r>
      <w:r>
        <w:tab/>
        <w:t>1.013e0</w:t>
      </w:r>
    </w:p>
    <w:p w:rsidR="007B2329" w:rsidRDefault="007B2329" w:rsidP="007B2329">
      <w:r>
        <w:t>654.4098</w:t>
      </w:r>
      <w:r>
        <w:tab/>
        <w:t>2.491e0</w:t>
      </w:r>
    </w:p>
    <w:p w:rsidR="007B2329" w:rsidRDefault="007B2329" w:rsidP="007B2329">
      <w:r>
        <w:t>654.4128</w:t>
      </w:r>
      <w:r>
        <w:tab/>
        <w:t>2.154e1</w:t>
      </w:r>
    </w:p>
    <w:p w:rsidR="007B2329" w:rsidRDefault="007B2329" w:rsidP="007B2329">
      <w:r>
        <w:t>654.4196</w:t>
      </w:r>
      <w:r>
        <w:tab/>
        <w:t>6.496e0</w:t>
      </w:r>
    </w:p>
    <w:p w:rsidR="007B2329" w:rsidRDefault="007B2329" w:rsidP="007B2329">
      <w:r>
        <w:t>654.4262</w:t>
      </w:r>
      <w:r>
        <w:tab/>
        <w:t>6.411e0</w:t>
      </w:r>
    </w:p>
    <w:p w:rsidR="007B2329" w:rsidRDefault="007B2329" w:rsidP="007B2329">
      <w:r>
        <w:t>654.4280</w:t>
      </w:r>
      <w:r>
        <w:tab/>
        <w:t>1.013e0</w:t>
      </w:r>
    </w:p>
    <w:p w:rsidR="007B2329" w:rsidRDefault="007B2329" w:rsidP="007B2329">
      <w:r>
        <w:t>654.4388</w:t>
      </w:r>
      <w:r>
        <w:tab/>
        <w:t>1.013e0</w:t>
      </w:r>
    </w:p>
    <w:p w:rsidR="007B2329" w:rsidRDefault="007B2329" w:rsidP="007B2329">
      <w:r>
        <w:t>654.4865</w:t>
      </w:r>
      <w:r>
        <w:tab/>
        <w:t>3.038e0</w:t>
      </w:r>
    </w:p>
    <w:p w:rsidR="007B2329" w:rsidRDefault="007B2329" w:rsidP="007B2329">
      <w:r>
        <w:t>654.5016</w:t>
      </w:r>
      <w:r>
        <w:tab/>
        <w:t>1.013e0</w:t>
      </w:r>
    </w:p>
    <w:p w:rsidR="007B2329" w:rsidRDefault="007B2329" w:rsidP="007B2329">
      <w:r>
        <w:lastRenderedPageBreak/>
        <w:t>654.5282</w:t>
      </w:r>
      <w:r>
        <w:tab/>
        <w:t>2.025e0</w:t>
      </w:r>
    </w:p>
    <w:p w:rsidR="007B2329" w:rsidRDefault="007B2329" w:rsidP="007B2329">
      <w:r>
        <w:t>654.5365</w:t>
      </w:r>
      <w:r>
        <w:tab/>
        <w:t>1.013e0</w:t>
      </w:r>
    </w:p>
    <w:p w:rsidR="007B2329" w:rsidRDefault="007B2329" w:rsidP="007B2329">
      <w:r>
        <w:t>654.5472</w:t>
      </w:r>
      <w:r>
        <w:tab/>
        <w:t>4.051e0</w:t>
      </w:r>
    </w:p>
    <w:p w:rsidR="007B2329" w:rsidRDefault="007B2329" w:rsidP="007B2329">
      <w:r>
        <w:t>654.5727</w:t>
      </w:r>
      <w:r>
        <w:tab/>
        <w:t>1.013e0</w:t>
      </w:r>
    </w:p>
    <w:p w:rsidR="007B2329" w:rsidRDefault="007B2329" w:rsidP="007B2329">
      <w:r>
        <w:t>654.5842</w:t>
      </w:r>
      <w:r>
        <w:tab/>
        <w:t>1.013e0</w:t>
      </w:r>
    </w:p>
    <w:p w:rsidR="007B2329" w:rsidRDefault="007B2329" w:rsidP="007B2329">
      <w:r>
        <w:t>654.5924</w:t>
      </w:r>
      <w:r>
        <w:tab/>
        <w:t>1.788e0</w:t>
      </w:r>
    </w:p>
    <w:p w:rsidR="007B2329" w:rsidRDefault="007B2329" w:rsidP="007B2329">
      <w:r>
        <w:t>654.6063</w:t>
      </w:r>
      <w:r>
        <w:tab/>
        <w:t>1.013e0</w:t>
      </w:r>
    </w:p>
    <w:p w:rsidR="007B2329" w:rsidRDefault="007B2329" w:rsidP="007B2329">
      <w:r>
        <w:t>654.6239</w:t>
      </w:r>
      <w:r>
        <w:tab/>
        <w:t>2.025e0</w:t>
      </w:r>
    </w:p>
    <w:p w:rsidR="007B2329" w:rsidRDefault="007B2329" w:rsidP="007B2329">
      <w:r>
        <w:t>654.6302</w:t>
      </w:r>
      <w:r>
        <w:tab/>
        <w:t>2.404e0</w:t>
      </w:r>
    </w:p>
    <w:p w:rsidR="007B2329" w:rsidRDefault="007B2329" w:rsidP="007B2329">
      <w:r>
        <w:t>654.6584</w:t>
      </w:r>
      <w:r>
        <w:tab/>
        <w:t>3.038e0</w:t>
      </w:r>
    </w:p>
    <w:p w:rsidR="007B2329" w:rsidRDefault="007B2329" w:rsidP="007B2329">
      <w:r>
        <w:t>654.6732</w:t>
      </w:r>
      <w:r>
        <w:tab/>
        <w:t>1.013e0</w:t>
      </w:r>
    </w:p>
    <w:p w:rsidR="007B2329" w:rsidRDefault="007B2329" w:rsidP="007B2329">
      <w:r>
        <w:t>654.7038</w:t>
      </w:r>
      <w:r>
        <w:tab/>
        <w:t>3.038e0</w:t>
      </w:r>
    </w:p>
    <w:p w:rsidR="007B2329" w:rsidRDefault="007B2329" w:rsidP="007B2329">
      <w:r>
        <w:t>654.7119</w:t>
      </w:r>
      <w:r>
        <w:tab/>
        <w:t>2.025e0</w:t>
      </w:r>
    </w:p>
    <w:p w:rsidR="007B2329" w:rsidRDefault="007B2329" w:rsidP="007B2329">
      <w:r>
        <w:t>654.7845</w:t>
      </w:r>
      <w:r>
        <w:tab/>
        <w:t>3.038e0</w:t>
      </w:r>
    </w:p>
    <w:p w:rsidR="007B2329" w:rsidRDefault="007B2329" w:rsidP="007B2329">
      <w:r>
        <w:t>654.7984</w:t>
      </w:r>
      <w:r>
        <w:tab/>
        <w:t>1.013e0</w:t>
      </w:r>
    </w:p>
    <w:p w:rsidR="007B2329" w:rsidRDefault="007B2329" w:rsidP="007B2329">
      <w:r>
        <w:t>654.8614</w:t>
      </w:r>
      <w:r>
        <w:tab/>
        <w:t>5.063e0</w:t>
      </w:r>
    </w:p>
    <w:p w:rsidR="007B2329" w:rsidRDefault="007B2329" w:rsidP="007B2329">
      <w:r>
        <w:t>654.8630</w:t>
      </w:r>
      <w:r>
        <w:tab/>
        <w:t>1.013e0</w:t>
      </w:r>
    </w:p>
    <w:p w:rsidR="007B2329" w:rsidRDefault="007B2329" w:rsidP="007B2329">
      <w:r>
        <w:t>654.8680</w:t>
      </w:r>
      <w:r>
        <w:tab/>
        <w:t>1.013e0</w:t>
      </w:r>
    </w:p>
    <w:p w:rsidR="007B2329" w:rsidRDefault="007B2329" w:rsidP="007B2329">
      <w:r>
        <w:t>654.8846</w:t>
      </w:r>
      <w:r>
        <w:tab/>
        <w:t>1.013e0</w:t>
      </w:r>
    </w:p>
    <w:p w:rsidR="007B2329" w:rsidRDefault="007B2329" w:rsidP="007B2329">
      <w:r>
        <w:lastRenderedPageBreak/>
        <w:t>654.8965</w:t>
      </w:r>
      <w:r>
        <w:tab/>
        <w:t>1.013e0</w:t>
      </w:r>
    </w:p>
    <w:p w:rsidR="007B2329" w:rsidRDefault="007B2329" w:rsidP="007B2329">
      <w:r>
        <w:t>654.9187</w:t>
      </w:r>
      <w:r>
        <w:tab/>
        <w:t>1.013e0</w:t>
      </w:r>
    </w:p>
    <w:p w:rsidR="007B2329" w:rsidRDefault="007B2329" w:rsidP="007B2329">
      <w:r>
        <w:t>654.9459</w:t>
      </w:r>
      <w:r>
        <w:tab/>
        <w:t>3.038e0</w:t>
      </w:r>
    </w:p>
    <w:p w:rsidR="007B2329" w:rsidRDefault="007B2329" w:rsidP="007B2329">
      <w:r>
        <w:t>654.9899</w:t>
      </w:r>
      <w:r>
        <w:tab/>
        <w:t>2.025e0</w:t>
      </w:r>
    </w:p>
    <w:p w:rsidR="007B2329" w:rsidRDefault="007B2329" w:rsidP="007B2329">
      <w:r>
        <w:t>654.9970</w:t>
      </w:r>
      <w:r>
        <w:tab/>
        <w:t>1.013e0</w:t>
      </w:r>
    </w:p>
    <w:p w:rsidR="007B2329" w:rsidRDefault="007B2329" w:rsidP="007B2329">
      <w:r>
        <w:t>655.0192</w:t>
      </w:r>
      <w:r>
        <w:tab/>
        <w:t>1.013e0</w:t>
      </w:r>
    </w:p>
    <w:p w:rsidR="007B2329" w:rsidRDefault="007B2329" w:rsidP="007B2329">
      <w:r>
        <w:t>655.0320</w:t>
      </w:r>
      <w:r>
        <w:tab/>
        <w:t>2.025e0</w:t>
      </w:r>
    </w:p>
    <w:p w:rsidR="007B2329" w:rsidRDefault="007B2329" w:rsidP="007B2329">
      <w:r>
        <w:t>655.0415</w:t>
      </w:r>
      <w:r>
        <w:tab/>
        <w:t>1.013e0</w:t>
      </w:r>
    </w:p>
    <w:p w:rsidR="007B2329" w:rsidRDefault="007B2329" w:rsidP="007B2329">
      <w:r>
        <w:t>655.0527</w:t>
      </w:r>
      <w:r>
        <w:tab/>
        <w:t>1.013e0</w:t>
      </w:r>
    </w:p>
    <w:p w:rsidR="007B2329" w:rsidRDefault="007B2329" w:rsidP="007B2329">
      <w:r>
        <w:t>655.0594</w:t>
      </w:r>
      <w:r>
        <w:tab/>
        <w:t>4.051e0</w:t>
      </w:r>
    </w:p>
    <w:p w:rsidR="007B2329" w:rsidRDefault="007B2329" w:rsidP="007B2329">
      <w:r>
        <w:t>655.0863</w:t>
      </w:r>
      <w:r>
        <w:tab/>
        <w:t>1.013e0</w:t>
      </w:r>
    </w:p>
    <w:p w:rsidR="007B2329" w:rsidRDefault="007B2329" w:rsidP="007B2329">
      <w:r>
        <w:t>655.1117</w:t>
      </w:r>
      <w:r>
        <w:tab/>
        <w:t>2.038e0</w:t>
      </w:r>
    </w:p>
    <w:p w:rsidR="007B2329" w:rsidRDefault="007B2329" w:rsidP="007B2329">
      <w:r>
        <w:t>655.1721</w:t>
      </w:r>
      <w:r>
        <w:tab/>
        <w:t>3.038e0</w:t>
      </w:r>
    </w:p>
    <w:p w:rsidR="007B2329" w:rsidRDefault="007B2329" w:rsidP="007B2329">
      <w:r>
        <w:t>655.1916</w:t>
      </w:r>
      <w:r>
        <w:tab/>
        <w:t>2.038e0</w:t>
      </w:r>
    </w:p>
    <w:p w:rsidR="007B2329" w:rsidRDefault="007B2329" w:rsidP="007B2329">
      <w:r>
        <w:t>655.1931</w:t>
      </w:r>
      <w:r>
        <w:tab/>
        <w:t>5.063e0</w:t>
      </w:r>
    </w:p>
    <w:p w:rsidR="007B2329" w:rsidRDefault="007B2329" w:rsidP="007B2329">
      <w:r>
        <w:t>655.2162</w:t>
      </w:r>
      <w:r>
        <w:tab/>
        <w:t>1.937e0</w:t>
      </w:r>
    </w:p>
    <w:p w:rsidR="007B2329" w:rsidRDefault="007B2329" w:rsidP="007B2329">
      <w:r>
        <w:t>655.2259</w:t>
      </w:r>
      <w:r>
        <w:tab/>
        <w:t>2.025e0</w:t>
      </w:r>
    </w:p>
    <w:p w:rsidR="007B2329" w:rsidRDefault="007B2329" w:rsidP="007B2329">
      <w:r>
        <w:t>655.2313</w:t>
      </w:r>
      <w:r>
        <w:tab/>
        <w:t>1.013e0</w:t>
      </w:r>
    </w:p>
    <w:p w:rsidR="007B2329" w:rsidRDefault="007B2329" w:rsidP="007B2329">
      <w:r>
        <w:t>655.2393</w:t>
      </w:r>
      <w:r>
        <w:tab/>
        <w:t>4.294e0</w:t>
      </w:r>
    </w:p>
    <w:p w:rsidR="007B2329" w:rsidRDefault="007B2329" w:rsidP="007B2329">
      <w:r>
        <w:lastRenderedPageBreak/>
        <w:t>655.2436</w:t>
      </w:r>
      <w:r>
        <w:tab/>
        <w:t>3.038e0</w:t>
      </w:r>
    </w:p>
    <w:p w:rsidR="007B2329" w:rsidRDefault="007B2329" w:rsidP="007B2329">
      <w:r>
        <w:t>655.2535</w:t>
      </w:r>
      <w:r>
        <w:tab/>
        <w:t>1.025e0</w:t>
      </w:r>
    </w:p>
    <w:p w:rsidR="007B2329" w:rsidRDefault="007B2329" w:rsidP="007B2329">
      <w:r>
        <w:t>655.2639</w:t>
      </w:r>
      <w:r>
        <w:tab/>
        <w:t>4.047e0</w:t>
      </w:r>
    </w:p>
    <w:p w:rsidR="007B2329" w:rsidRDefault="007B2329" w:rsidP="007B2329">
      <w:r>
        <w:t>655.2853</w:t>
      </w:r>
      <w:r>
        <w:tab/>
        <w:t>1.013e0</w:t>
      </w:r>
    </w:p>
    <w:p w:rsidR="007B2329" w:rsidRDefault="007B2329" w:rsidP="007B2329">
      <w:r>
        <w:t>655.3039</w:t>
      </w:r>
      <w:r>
        <w:tab/>
        <w:t>1.251e0</w:t>
      </w:r>
    </w:p>
    <w:p w:rsidR="007B2329" w:rsidRDefault="007B2329" w:rsidP="007B2329">
      <w:r>
        <w:t>655.3378</w:t>
      </w:r>
      <w:r>
        <w:tab/>
        <w:t>4.123e0</w:t>
      </w:r>
    </w:p>
    <w:p w:rsidR="007B2329" w:rsidRDefault="007B2329" w:rsidP="007B2329">
      <w:r>
        <w:t>655.3476</w:t>
      </w:r>
      <w:r>
        <w:tab/>
        <w:t>2.025e0</w:t>
      </w:r>
    </w:p>
    <w:p w:rsidR="007B2329" w:rsidRDefault="007B2329" w:rsidP="007B2329">
      <w:r>
        <w:t>655.3510</w:t>
      </w:r>
      <w:r>
        <w:tab/>
        <w:t>4.187e0</w:t>
      </w:r>
    </w:p>
    <w:p w:rsidR="007B2329" w:rsidRDefault="007B2329" w:rsidP="007B2329">
      <w:r>
        <w:t>655.3557</w:t>
      </w:r>
      <w:r>
        <w:tab/>
        <w:t>2.416e0</w:t>
      </w:r>
    </w:p>
    <w:p w:rsidR="007B2329" w:rsidRDefault="007B2329" w:rsidP="007B2329">
      <w:r>
        <w:t>655.3606</w:t>
      </w:r>
      <w:r>
        <w:tab/>
        <w:t>2.025e0</w:t>
      </w:r>
    </w:p>
    <w:p w:rsidR="007B2329" w:rsidRDefault="007B2329" w:rsidP="007B2329">
      <w:r>
        <w:t>655.3656</w:t>
      </w:r>
      <w:r>
        <w:tab/>
        <w:t>6.752e0</w:t>
      </w:r>
    </w:p>
    <w:p w:rsidR="007B2329" w:rsidRDefault="007B2329" w:rsidP="007B2329">
      <w:r>
        <w:t>655.4037</w:t>
      </w:r>
      <w:r>
        <w:tab/>
        <w:t>8.987e0</w:t>
      </w:r>
    </w:p>
    <w:p w:rsidR="007B2329" w:rsidRDefault="007B2329" w:rsidP="007B2329">
      <w:r>
        <w:t>655.4056</w:t>
      </w:r>
      <w:r>
        <w:tab/>
        <w:t>4.563e0</w:t>
      </w:r>
    </w:p>
    <w:p w:rsidR="007B2329" w:rsidRDefault="007B2329" w:rsidP="007B2329">
      <w:r>
        <w:t>655.4172</w:t>
      </w:r>
      <w:r>
        <w:tab/>
        <w:t>5.486e0</w:t>
      </w:r>
    </w:p>
    <w:p w:rsidR="007B2329" w:rsidRDefault="007B2329" w:rsidP="007B2329">
      <w:r>
        <w:t>655.4553</w:t>
      </w:r>
      <w:r>
        <w:tab/>
        <w:t>5.533e0</w:t>
      </w:r>
    </w:p>
    <w:p w:rsidR="007B2329" w:rsidRDefault="007B2329" w:rsidP="007B2329">
      <w:r>
        <w:t>655.4660</w:t>
      </w:r>
      <w:r>
        <w:tab/>
        <w:t>1.013e0</w:t>
      </w:r>
    </w:p>
    <w:p w:rsidR="007B2329" w:rsidRDefault="007B2329" w:rsidP="007B2329">
      <w:r>
        <w:t>655.4772</w:t>
      </w:r>
      <w:r>
        <w:tab/>
        <w:t>2.025e0</w:t>
      </w:r>
    </w:p>
    <w:p w:rsidR="007B2329" w:rsidRDefault="007B2329" w:rsidP="007B2329">
      <w:r>
        <w:t>655.5206</w:t>
      </w:r>
      <w:r>
        <w:tab/>
        <w:t>2.532e-2</w:t>
      </w:r>
    </w:p>
    <w:p w:rsidR="007B2329" w:rsidRDefault="007B2329" w:rsidP="007B2329">
      <w:r>
        <w:t>655.5289</w:t>
      </w:r>
      <w:r>
        <w:tab/>
        <w:t>1.013e0</w:t>
      </w:r>
    </w:p>
    <w:p w:rsidR="007B2329" w:rsidRDefault="007B2329" w:rsidP="007B2329">
      <w:r>
        <w:lastRenderedPageBreak/>
        <w:t>655.5635</w:t>
      </w:r>
      <w:r>
        <w:tab/>
        <w:t>1.013e0</w:t>
      </w:r>
    </w:p>
    <w:p w:rsidR="007B2329" w:rsidRDefault="007B2329" w:rsidP="007B2329">
      <w:r>
        <w:t>655.5815</w:t>
      </w:r>
      <w:r>
        <w:tab/>
        <w:t>1.013e0</w:t>
      </w:r>
    </w:p>
    <w:p w:rsidR="007B2329" w:rsidRDefault="007B2329" w:rsidP="007B2329">
      <w:r>
        <w:t>655.6072</w:t>
      </w:r>
      <w:r>
        <w:tab/>
        <w:t>3.038e0</w:t>
      </w:r>
    </w:p>
    <w:p w:rsidR="007B2329" w:rsidRDefault="007B2329" w:rsidP="007B2329">
      <w:r>
        <w:t>655.6334</w:t>
      </w:r>
      <w:r>
        <w:tab/>
        <w:t>2.025e0</w:t>
      </w:r>
    </w:p>
    <w:p w:rsidR="007B2329" w:rsidRDefault="007B2329" w:rsidP="007B2329">
      <w:r>
        <w:t>655.6702</w:t>
      </w:r>
      <w:r>
        <w:tab/>
        <w:t>3.038e0</w:t>
      </w:r>
    </w:p>
    <w:p w:rsidR="007B2329" w:rsidRDefault="007B2329" w:rsidP="007B2329">
      <w:r>
        <w:t>655.7007</w:t>
      </w:r>
      <w:r>
        <w:tab/>
        <w:t>1.013e0</w:t>
      </w:r>
    </w:p>
    <w:p w:rsidR="007B2329" w:rsidRDefault="007B2329" w:rsidP="007B2329">
      <w:r>
        <w:t>655.7205</w:t>
      </w:r>
      <w:r>
        <w:tab/>
        <w:t>1.013e0</w:t>
      </w:r>
    </w:p>
    <w:p w:rsidR="007B2329" w:rsidRDefault="007B2329" w:rsidP="007B2329">
      <w:r>
        <w:t>655.7342</w:t>
      </w:r>
      <w:r>
        <w:tab/>
        <w:t>1.013e0</w:t>
      </w:r>
    </w:p>
    <w:p w:rsidR="007B2329" w:rsidRDefault="007B2329" w:rsidP="007B2329">
      <w:r>
        <w:t>655.7676</w:t>
      </w:r>
      <w:r>
        <w:tab/>
        <w:t>1.013e0</w:t>
      </w:r>
    </w:p>
    <w:p w:rsidR="007B2329" w:rsidRDefault="007B2329" w:rsidP="007B2329">
      <w:r>
        <w:t>655.7894</w:t>
      </w:r>
      <w:r>
        <w:tab/>
        <w:t>3.038e0</w:t>
      </w:r>
    </w:p>
    <w:p w:rsidR="007B2329" w:rsidRDefault="007B2329" w:rsidP="007B2329">
      <w:r>
        <w:t>655.7918</w:t>
      </w:r>
      <w:r>
        <w:tab/>
        <w:t>3.038e0</w:t>
      </w:r>
    </w:p>
    <w:p w:rsidR="007B2329" w:rsidRDefault="007B2329" w:rsidP="007B2329">
      <w:r>
        <w:t>655.8240</w:t>
      </w:r>
      <w:r>
        <w:tab/>
        <w:t>3.349e0</w:t>
      </w:r>
    </w:p>
    <w:p w:rsidR="007B2329" w:rsidRDefault="007B2329" w:rsidP="007B2329">
      <w:r>
        <w:t>655.8348</w:t>
      </w:r>
      <w:r>
        <w:tab/>
        <w:t>1.013e0</w:t>
      </w:r>
    </w:p>
    <w:p w:rsidR="007B2329" w:rsidRDefault="007B2329" w:rsidP="007B2329">
      <w:r>
        <w:t>655.8682</w:t>
      </w:r>
      <w:r>
        <w:tab/>
        <w:t>1.013e0</w:t>
      </w:r>
    </w:p>
    <w:p w:rsidR="007B2329" w:rsidRDefault="007B2329" w:rsidP="007B2329">
      <w:r>
        <w:t>655.8795</w:t>
      </w:r>
      <w:r>
        <w:tab/>
        <w:t>3.038e0</w:t>
      </w:r>
    </w:p>
    <w:p w:rsidR="007B2329" w:rsidRDefault="007B2329" w:rsidP="007B2329">
      <w:r>
        <w:t>655.9019</w:t>
      </w:r>
      <w:r>
        <w:tab/>
        <w:t>1.013e0</w:t>
      </w:r>
    </w:p>
    <w:p w:rsidR="007B2329" w:rsidRDefault="007B2329" w:rsidP="007B2329">
      <w:r>
        <w:t>655.9117</w:t>
      </w:r>
      <w:r>
        <w:tab/>
        <w:t>2.025e0</w:t>
      </w:r>
    </w:p>
    <w:p w:rsidR="007B2329" w:rsidRDefault="007B2329" w:rsidP="007B2329">
      <w:r>
        <w:t>655.9241</w:t>
      </w:r>
      <w:r>
        <w:tab/>
        <w:t>1.013e0</w:t>
      </w:r>
    </w:p>
    <w:p w:rsidR="007B2329" w:rsidRDefault="007B2329" w:rsidP="007B2329">
      <w:r>
        <w:t>655.9464</w:t>
      </w:r>
      <w:r>
        <w:tab/>
        <w:t>2.025e0</w:t>
      </w:r>
    </w:p>
    <w:p w:rsidR="007B2329" w:rsidRDefault="007B2329" w:rsidP="007B2329">
      <w:r>
        <w:lastRenderedPageBreak/>
        <w:t>656.0248</w:t>
      </w:r>
      <w:r>
        <w:tab/>
        <w:t>1.013e0</w:t>
      </w:r>
    </w:p>
    <w:p w:rsidR="007B2329" w:rsidRDefault="007B2329" w:rsidP="007B2329">
      <w:r>
        <w:t>656.0334</w:t>
      </w:r>
      <w:r>
        <w:tab/>
        <w:t>1.013e0</w:t>
      </w:r>
    </w:p>
    <w:p w:rsidR="007B2329" w:rsidRDefault="007B2329" w:rsidP="007B2329">
      <w:r>
        <w:t>656.0345</w:t>
      </w:r>
      <w:r>
        <w:tab/>
        <w:t>3.038e0</w:t>
      </w:r>
    </w:p>
    <w:p w:rsidR="007B2329" w:rsidRDefault="007B2329" w:rsidP="007B2329">
      <w:r>
        <w:t>656.0558</w:t>
      </w:r>
      <w:r>
        <w:tab/>
        <w:t>2.025e0</w:t>
      </w:r>
    </w:p>
    <w:p w:rsidR="007B2329" w:rsidRDefault="007B2329" w:rsidP="007B2329">
      <w:r>
        <w:t>656.0779</w:t>
      </w:r>
      <w:r>
        <w:tab/>
        <w:t>2.018e0</w:t>
      </w:r>
    </w:p>
    <w:p w:rsidR="007B2329" w:rsidRDefault="007B2329" w:rsidP="007B2329">
      <w:r>
        <w:t>656.1021</w:t>
      </w:r>
      <w:r>
        <w:tab/>
        <w:t>2.025e0</w:t>
      </w:r>
    </w:p>
    <w:p w:rsidR="007B2329" w:rsidRDefault="007B2329" w:rsidP="007B2329">
      <w:r>
        <w:t>656.1166</w:t>
      </w:r>
      <w:r>
        <w:tab/>
        <w:t>2.025e0</w:t>
      </w:r>
    </w:p>
    <w:p w:rsidR="007B2329" w:rsidRDefault="007B2329" w:rsidP="007B2329">
      <w:r>
        <w:t>656.1193</w:t>
      </w:r>
      <w:r>
        <w:tab/>
        <w:t>4.051e0</w:t>
      </w:r>
    </w:p>
    <w:p w:rsidR="007B2329" w:rsidRDefault="007B2329" w:rsidP="007B2329">
      <w:r>
        <w:t>656.1245</w:t>
      </w:r>
      <w:r>
        <w:tab/>
        <w:t>1.025e0</w:t>
      </w:r>
    </w:p>
    <w:p w:rsidR="007B2329" w:rsidRDefault="007B2329" w:rsidP="007B2329">
      <w:r>
        <w:t>656.1445</w:t>
      </w:r>
      <w:r>
        <w:tab/>
        <w:t>5.063e0</w:t>
      </w:r>
    </w:p>
    <w:p w:rsidR="007B2329" w:rsidRDefault="007B2329" w:rsidP="007B2329">
      <w:r>
        <w:t>656.1484</w:t>
      </w:r>
      <w:r>
        <w:tab/>
        <w:t>2.025e0</w:t>
      </w:r>
    </w:p>
    <w:p w:rsidR="007B2329" w:rsidRDefault="007B2329" w:rsidP="007B2329">
      <w:r>
        <w:t>656.1702</w:t>
      </w:r>
      <w:r>
        <w:tab/>
        <w:t>1.013e0</w:t>
      </w:r>
    </w:p>
    <w:p w:rsidR="007B2329" w:rsidRDefault="007B2329" w:rsidP="007B2329">
      <w:r>
        <w:t>656.1924</w:t>
      </w:r>
      <w:r>
        <w:tab/>
        <w:t>1.013e0</w:t>
      </w:r>
    </w:p>
    <w:p w:rsidR="007B2329" w:rsidRDefault="007B2329" w:rsidP="007B2329">
      <w:r>
        <w:t>656.2277</w:t>
      </w:r>
      <w:r>
        <w:tab/>
        <w:t>2.842e0</w:t>
      </w:r>
    </w:p>
    <w:p w:rsidR="007B2329" w:rsidRDefault="007B2329" w:rsidP="007B2329">
      <w:r>
        <w:t>656.2596</w:t>
      </w:r>
      <w:r>
        <w:tab/>
        <w:t>2.532e0</w:t>
      </w:r>
    </w:p>
    <w:p w:rsidR="007B2329" w:rsidRDefault="007B2329" w:rsidP="007B2329">
      <w:r>
        <w:t>656.2740</w:t>
      </w:r>
      <w:r>
        <w:tab/>
        <w:t>1.120e0</w:t>
      </w:r>
    </w:p>
    <w:p w:rsidR="007B2329" w:rsidRDefault="007B2329" w:rsidP="007B2329">
      <w:r>
        <w:t>656.3154</w:t>
      </w:r>
      <w:r>
        <w:tab/>
        <w:t>1.013e0</w:t>
      </w:r>
    </w:p>
    <w:p w:rsidR="007B2329" w:rsidRDefault="007B2329" w:rsidP="007B2329">
      <w:r>
        <w:t>656.3268</w:t>
      </w:r>
      <w:r>
        <w:tab/>
        <w:t>1.753e0</w:t>
      </w:r>
    </w:p>
    <w:p w:rsidR="007B2329" w:rsidRDefault="007B2329" w:rsidP="007B2329">
      <w:r>
        <w:t>656.3474</w:t>
      </w:r>
      <w:r>
        <w:tab/>
        <w:t>2.025e0</w:t>
      </w:r>
    </w:p>
    <w:p w:rsidR="007B2329" w:rsidRDefault="007B2329" w:rsidP="007B2329">
      <w:r>
        <w:lastRenderedPageBreak/>
        <w:t>656.3487</w:t>
      </w:r>
      <w:r>
        <w:tab/>
        <w:t>6.236e0</w:t>
      </w:r>
    </w:p>
    <w:p w:rsidR="007B2329" w:rsidRDefault="007B2329" w:rsidP="007B2329">
      <w:r>
        <w:t>656.3582</w:t>
      </w:r>
      <w:r>
        <w:tab/>
        <w:t>1.884e0</w:t>
      </w:r>
    </w:p>
    <w:p w:rsidR="007B2329" w:rsidRDefault="007B2329" w:rsidP="007B2329">
      <w:r>
        <w:t>656.3711</w:t>
      </w:r>
      <w:r>
        <w:tab/>
        <w:t>9.139e0</w:t>
      </w:r>
    </w:p>
    <w:p w:rsidR="007B2329" w:rsidRDefault="007B2329" w:rsidP="007B2329">
      <w:r>
        <w:t>656.3751</w:t>
      </w:r>
      <w:r>
        <w:tab/>
        <w:t>8.430e0</w:t>
      </w:r>
    </w:p>
    <w:p w:rsidR="007B2329" w:rsidRDefault="007B2329" w:rsidP="007B2329">
      <w:r>
        <w:t>656.3967</w:t>
      </w:r>
      <w:r>
        <w:tab/>
        <w:t>3.038e0</w:t>
      </w:r>
    </w:p>
    <w:p w:rsidR="007B2329" w:rsidRDefault="007B2329" w:rsidP="007B2329">
      <w:r>
        <w:t>656.4211</w:t>
      </w:r>
      <w:r>
        <w:tab/>
        <w:t>2.693e0</w:t>
      </w:r>
    </w:p>
    <w:p w:rsidR="007B2329" w:rsidRDefault="007B2329" w:rsidP="007B2329">
      <w:r>
        <w:t>656.4274</w:t>
      </w:r>
      <w:r>
        <w:tab/>
        <w:t>1.013e0</w:t>
      </w:r>
    </w:p>
    <w:p w:rsidR="007B2329" w:rsidRDefault="007B2329" w:rsidP="007B2329">
      <w:r>
        <w:t>656.4556</w:t>
      </w:r>
      <w:r>
        <w:tab/>
        <w:t>9.485e-1</w:t>
      </w:r>
    </w:p>
    <w:p w:rsidR="007B2329" w:rsidRDefault="007B2329" w:rsidP="007B2329">
      <w:r>
        <w:t>656.4669</w:t>
      </w:r>
      <w:r>
        <w:tab/>
        <w:t>2.532e-2</w:t>
      </w:r>
    </w:p>
    <w:p w:rsidR="007B2329" w:rsidRDefault="007B2329" w:rsidP="007B2329">
      <w:r>
        <w:t>656.4720</w:t>
      </w:r>
      <w:r>
        <w:tab/>
        <w:t>1.025e0</w:t>
      </w:r>
    </w:p>
    <w:p w:rsidR="007B2329" w:rsidRDefault="007B2329" w:rsidP="007B2329">
      <w:r>
        <w:t>656.4780</w:t>
      </w:r>
      <w:r>
        <w:tab/>
        <w:t>3.590e0</w:t>
      </w:r>
    </w:p>
    <w:p w:rsidR="007B2329" w:rsidRDefault="007B2329" w:rsidP="007B2329">
      <w:r>
        <w:t>656.5101</w:t>
      </w:r>
      <w:r>
        <w:tab/>
        <w:t>3.038e0</w:t>
      </w:r>
    </w:p>
    <w:p w:rsidR="007B2329" w:rsidRDefault="007B2329" w:rsidP="007B2329">
      <w:r>
        <w:t>656.5262</w:t>
      </w:r>
      <w:r>
        <w:tab/>
        <w:t>2.025e0</w:t>
      </w:r>
    </w:p>
    <w:p w:rsidR="007B2329" w:rsidRDefault="007B2329" w:rsidP="007B2329">
      <w:r>
        <w:t>656.5281</w:t>
      </w:r>
      <w:r>
        <w:tab/>
        <w:t>1.013e0</w:t>
      </w:r>
    </w:p>
    <w:p w:rsidR="007B2329" w:rsidRDefault="007B2329" w:rsidP="007B2329">
      <w:r>
        <w:t>656.5477</w:t>
      </w:r>
      <w:r>
        <w:tab/>
        <w:t>2.025e0</w:t>
      </w:r>
    </w:p>
    <w:p w:rsidR="007B2329" w:rsidRDefault="007B2329" w:rsidP="007B2329">
      <w:r>
        <w:t>656.5742</w:t>
      </w:r>
      <w:r>
        <w:tab/>
        <w:t>2.025e0</w:t>
      </w:r>
    </w:p>
    <w:p w:rsidR="007B2329" w:rsidRDefault="007B2329" w:rsidP="007B2329">
      <w:r>
        <w:t>656.5839</w:t>
      </w:r>
      <w:r>
        <w:tab/>
        <w:t>1.013e0</w:t>
      </w:r>
    </w:p>
    <w:p w:rsidR="007B2329" w:rsidRDefault="007B2329" w:rsidP="007B2329">
      <w:r>
        <w:t>656.5861</w:t>
      </w:r>
      <w:r>
        <w:tab/>
        <w:t>2.025e0</w:t>
      </w:r>
    </w:p>
    <w:p w:rsidR="007B2329" w:rsidRDefault="007B2329" w:rsidP="007B2329">
      <w:r>
        <w:t>656.6846</w:t>
      </w:r>
      <w:r>
        <w:tab/>
        <w:t>1.013e0</w:t>
      </w:r>
    </w:p>
    <w:p w:rsidR="007B2329" w:rsidRDefault="007B2329" w:rsidP="007B2329">
      <w:r>
        <w:lastRenderedPageBreak/>
        <w:t>656.7036</w:t>
      </w:r>
      <w:r>
        <w:tab/>
        <w:t>2.025e0</w:t>
      </w:r>
    </w:p>
    <w:p w:rsidR="007B2329" w:rsidRDefault="007B2329" w:rsidP="007B2329">
      <w:r>
        <w:t>656.7295</w:t>
      </w:r>
      <w:r>
        <w:tab/>
        <w:t>2.025e0</w:t>
      </w:r>
    </w:p>
    <w:p w:rsidR="007B2329" w:rsidRDefault="007B2329" w:rsidP="007B2329">
      <w:r>
        <w:t>656.7352</w:t>
      </w:r>
      <w:r>
        <w:tab/>
        <w:t>2.025e0</w:t>
      </w:r>
    </w:p>
    <w:p w:rsidR="007B2329" w:rsidRDefault="007B2329" w:rsidP="007B2329">
      <w:r>
        <w:t>656.7472</w:t>
      </w:r>
      <w:r>
        <w:tab/>
        <w:t>2.025e0</w:t>
      </w:r>
    </w:p>
    <w:p w:rsidR="007B2329" w:rsidRDefault="007B2329" w:rsidP="007B2329">
      <w:r>
        <w:t>656.7965</w:t>
      </w:r>
      <w:r>
        <w:tab/>
        <w:t>5.063e0</w:t>
      </w:r>
    </w:p>
    <w:p w:rsidR="007B2329" w:rsidRDefault="007B2329" w:rsidP="007B2329">
      <w:r>
        <w:t>656.8077</w:t>
      </w:r>
      <w:r>
        <w:tab/>
        <w:t>1.013e0</w:t>
      </w:r>
    </w:p>
    <w:p w:rsidR="007B2329" w:rsidRDefault="007B2329" w:rsidP="007B2329">
      <w:r>
        <w:t>656.8191</w:t>
      </w:r>
      <w:r>
        <w:tab/>
        <w:t>1.013e0</w:t>
      </w:r>
    </w:p>
    <w:p w:rsidR="007B2329" w:rsidRDefault="007B2329" w:rsidP="007B2329">
      <w:r>
        <w:t>656.8354</w:t>
      </w:r>
      <w:r>
        <w:tab/>
        <w:t>6.076e0</w:t>
      </w:r>
    </w:p>
    <w:p w:rsidR="007B2329" w:rsidRDefault="007B2329" w:rsidP="007B2329">
      <w:r>
        <w:t>656.8639</w:t>
      </w:r>
      <w:r>
        <w:tab/>
        <w:t>1.013e0</w:t>
      </w:r>
    </w:p>
    <w:p w:rsidR="007B2329" w:rsidRDefault="007B2329" w:rsidP="007B2329">
      <w:r>
        <w:t>656.8689</w:t>
      </w:r>
      <w:r>
        <w:tab/>
        <w:t>2.532e-2</w:t>
      </w:r>
    </w:p>
    <w:p w:rsidR="007B2329" w:rsidRDefault="007B2329" w:rsidP="007B2329">
      <w:r>
        <w:t>656.8853</w:t>
      </w:r>
      <w:r>
        <w:tab/>
        <w:t>2.025e0</w:t>
      </w:r>
    </w:p>
    <w:p w:rsidR="007B2329" w:rsidRDefault="007B2329" w:rsidP="007B2329">
      <w:r>
        <w:t>656.8983</w:t>
      </w:r>
      <w:r>
        <w:tab/>
        <w:t>3.038e0</w:t>
      </w:r>
    </w:p>
    <w:p w:rsidR="007B2329" w:rsidRDefault="007B2329" w:rsidP="007B2329">
      <w:r>
        <w:t>656.9014</w:t>
      </w:r>
      <w:r>
        <w:tab/>
        <w:t>2.038e0</w:t>
      </w:r>
    </w:p>
    <w:p w:rsidR="007B2329" w:rsidRDefault="007B2329" w:rsidP="007B2329">
      <w:r>
        <w:t>656.9421</w:t>
      </w:r>
      <w:r>
        <w:tab/>
        <w:t>1.013e0</w:t>
      </w:r>
    </w:p>
    <w:p w:rsidR="007B2329" w:rsidRDefault="007B2329" w:rsidP="007B2329">
      <w:r>
        <w:t>656.9585</w:t>
      </w:r>
      <w:r>
        <w:tab/>
        <w:t>2.025e0</w:t>
      </w:r>
    </w:p>
    <w:p w:rsidR="007B2329" w:rsidRDefault="007B2329" w:rsidP="007B2329">
      <w:r>
        <w:t>656.9732</w:t>
      </w:r>
      <w:r>
        <w:tab/>
        <w:t>1.013e0</w:t>
      </w:r>
    </w:p>
    <w:p w:rsidR="007B2329" w:rsidRDefault="007B2329" w:rsidP="007B2329">
      <w:r>
        <w:t>656.9760</w:t>
      </w:r>
      <w:r>
        <w:tab/>
        <w:t>1.013e0</w:t>
      </w:r>
    </w:p>
    <w:p w:rsidR="007B2329" w:rsidRDefault="007B2329" w:rsidP="007B2329">
      <w:r>
        <w:t>656.9870</w:t>
      </w:r>
      <w:r>
        <w:tab/>
        <w:t>1.013e0</w:t>
      </w:r>
    </w:p>
    <w:p w:rsidR="007B2329" w:rsidRDefault="007B2329" w:rsidP="007B2329">
      <w:r>
        <w:t>656.9917</w:t>
      </w:r>
      <w:r>
        <w:tab/>
        <w:t>2.038e0</w:t>
      </w:r>
    </w:p>
    <w:p w:rsidR="007B2329" w:rsidRDefault="007B2329" w:rsidP="007B2329">
      <w:r>
        <w:lastRenderedPageBreak/>
        <w:t>657.0430</w:t>
      </w:r>
      <w:r>
        <w:tab/>
        <w:t>2.025e0</w:t>
      </w:r>
    </w:p>
    <w:p w:rsidR="007B2329" w:rsidRDefault="007B2329" w:rsidP="007B2329">
      <w:r>
        <w:t>657.0604</w:t>
      </w:r>
      <w:r>
        <w:tab/>
        <w:t>2.025e0</w:t>
      </w:r>
    </w:p>
    <w:p w:rsidR="007B2329" w:rsidRDefault="007B2329" w:rsidP="007B2329">
      <w:r>
        <w:t>657.0776</w:t>
      </w:r>
      <w:r>
        <w:tab/>
        <w:t>2.025e0</w:t>
      </w:r>
    </w:p>
    <w:p w:rsidR="007B2329" w:rsidRDefault="007B2329" w:rsidP="007B2329">
      <w:r>
        <w:t>657.0790</w:t>
      </w:r>
      <w:r>
        <w:tab/>
        <w:t>3.038e0</w:t>
      </w:r>
    </w:p>
    <w:p w:rsidR="007B2329" w:rsidRDefault="007B2329" w:rsidP="007B2329">
      <w:r>
        <w:t>657.1103</w:t>
      </w:r>
      <w:r>
        <w:tab/>
        <w:t>3.038e0</w:t>
      </w:r>
    </w:p>
    <w:p w:rsidR="007B2329" w:rsidRDefault="007B2329" w:rsidP="007B2329">
      <w:r>
        <w:t>657.1161</w:t>
      </w:r>
      <w:r>
        <w:tab/>
        <w:t>1.025e0</w:t>
      </w:r>
    </w:p>
    <w:p w:rsidR="007B2329" w:rsidRDefault="007B2329" w:rsidP="007B2329">
      <w:r>
        <w:t>657.1298</w:t>
      </w:r>
      <w:r>
        <w:tab/>
        <w:t>1.013e0</w:t>
      </w:r>
    </w:p>
    <w:p w:rsidR="007B2329" w:rsidRDefault="007B2329" w:rsidP="007B2329">
      <w:r>
        <w:t>657.1436</w:t>
      </w:r>
      <w:r>
        <w:tab/>
        <w:t>3.038e0</w:t>
      </w:r>
    </w:p>
    <w:p w:rsidR="007B2329" w:rsidRDefault="007B2329" w:rsidP="007B2329">
      <w:r>
        <w:t>657.1774</w:t>
      </w:r>
      <w:r>
        <w:tab/>
        <w:t>1.013e0</w:t>
      </w:r>
    </w:p>
    <w:p w:rsidR="007B2329" w:rsidRDefault="007B2329" w:rsidP="007B2329">
      <w:r>
        <w:t>657.1830</w:t>
      </w:r>
      <w:r>
        <w:tab/>
        <w:t>2.025e0</w:t>
      </w:r>
    </w:p>
    <w:p w:rsidR="007B2329" w:rsidRDefault="007B2329" w:rsidP="007B2329">
      <w:r>
        <w:t>657.1927</w:t>
      </w:r>
      <w:r>
        <w:tab/>
        <w:t>2.025e0</w:t>
      </w:r>
    </w:p>
    <w:p w:rsidR="007B2329" w:rsidRDefault="007B2329" w:rsidP="007B2329">
      <w:r>
        <w:t>657.1994</w:t>
      </w:r>
      <w:r>
        <w:tab/>
        <w:t>1.013e0</w:t>
      </w:r>
    </w:p>
    <w:p w:rsidR="007B2329" w:rsidRDefault="007B2329" w:rsidP="007B2329">
      <w:r>
        <w:t>657.2245</w:t>
      </w:r>
      <w:r>
        <w:tab/>
        <w:t>3.852e0</w:t>
      </w:r>
    </w:p>
    <w:p w:rsidR="007B2329" w:rsidRDefault="007B2329" w:rsidP="007B2329">
      <w:r>
        <w:t>657.2347</w:t>
      </w:r>
      <w:r>
        <w:tab/>
        <w:t>1.013e0</w:t>
      </w:r>
    </w:p>
    <w:p w:rsidR="007B2329" w:rsidRDefault="007B2329" w:rsidP="007B2329">
      <w:r>
        <w:t>657.2444</w:t>
      </w:r>
      <w:r>
        <w:tab/>
        <w:t>3.038e0</w:t>
      </w:r>
    </w:p>
    <w:p w:rsidR="007B2329" w:rsidRDefault="007B2329" w:rsidP="007B2329">
      <w:r>
        <w:t>657.2507</w:t>
      </w:r>
      <w:r>
        <w:tab/>
        <w:t>5.722e0</w:t>
      </w:r>
    </w:p>
    <w:p w:rsidR="007B2329" w:rsidRDefault="007B2329" w:rsidP="007B2329">
      <w:r>
        <w:t>657.2781</w:t>
      </w:r>
      <w:r>
        <w:tab/>
        <w:t>1.981e0</w:t>
      </w:r>
    </w:p>
    <w:p w:rsidR="007B2329" w:rsidRDefault="007B2329" w:rsidP="007B2329">
      <w:r>
        <w:t>657.2874</w:t>
      </w:r>
      <w:r>
        <w:tab/>
        <w:t>1.235e1</w:t>
      </w:r>
    </w:p>
    <w:p w:rsidR="007B2329" w:rsidRDefault="007B2329" w:rsidP="007B2329">
      <w:r>
        <w:t>657.2892</w:t>
      </w:r>
      <w:r>
        <w:tab/>
        <w:t>1.013e0</w:t>
      </w:r>
    </w:p>
    <w:p w:rsidR="007B2329" w:rsidRDefault="007B2329" w:rsidP="007B2329">
      <w:r>
        <w:lastRenderedPageBreak/>
        <w:t>657.2934</w:t>
      </w:r>
      <w:r>
        <w:tab/>
        <w:t>2.455e0</w:t>
      </w:r>
    </w:p>
    <w:p w:rsidR="007B2329" w:rsidRDefault="007B2329" w:rsidP="007B2329">
      <w:r>
        <w:t>657.3008</w:t>
      </w:r>
      <w:r>
        <w:tab/>
        <w:t>4.606e0</w:t>
      </w:r>
    </w:p>
    <w:p w:rsidR="007B2329" w:rsidRDefault="007B2329" w:rsidP="007B2329">
      <w:r>
        <w:t>657.3019</w:t>
      </w:r>
      <w:r>
        <w:tab/>
        <w:t>7.801e0</w:t>
      </w:r>
    </w:p>
    <w:p w:rsidR="007B2329" w:rsidRDefault="007B2329" w:rsidP="007B2329">
      <w:r>
        <w:t>657.3442</w:t>
      </w:r>
      <w:r>
        <w:tab/>
        <w:t>3.655e0</w:t>
      </w:r>
    </w:p>
    <w:p w:rsidR="007B2329" w:rsidRDefault="007B2329" w:rsidP="007B2329">
      <w:r>
        <w:t>657.3540</w:t>
      </w:r>
      <w:r>
        <w:tab/>
        <w:t>5.993e0</w:t>
      </w:r>
    </w:p>
    <w:p w:rsidR="007B2329" w:rsidRDefault="007B2329" w:rsidP="007B2329">
      <w:r>
        <w:t>657.3603</w:t>
      </w:r>
      <w:r>
        <w:tab/>
        <w:t>9.799e0</w:t>
      </w:r>
    </w:p>
    <w:p w:rsidR="007B2329" w:rsidRDefault="007B2329" w:rsidP="007B2329">
      <w:r>
        <w:t>657.3685</w:t>
      </w:r>
      <w:r>
        <w:tab/>
        <w:t>1.388e0</w:t>
      </w:r>
    </w:p>
    <w:p w:rsidR="007B2329" w:rsidRDefault="007B2329" w:rsidP="007B2329">
      <w:r>
        <w:t>657.3774</w:t>
      </w:r>
      <w:r>
        <w:tab/>
        <w:t>1.025e0</w:t>
      </w:r>
    </w:p>
    <w:p w:rsidR="007B2329" w:rsidRDefault="007B2329" w:rsidP="007B2329">
      <w:r>
        <w:t>657.3840</w:t>
      </w:r>
      <w:r>
        <w:tab/>
        <w:t>6.806e0</w:t>
      </w:r>
    </w:p>
    <w:p w:rsidR="007B2329" w:rsidRDefault="007B2329" w:rsidP="007B2329">
      <w:r>
        <w:t>657.3929</w:t>
      </w:r>
      <w:r>
        <w:tab/>
        <w:t>2.224e0</w:t>
      </w:r>
    </w:p>
    <w:p w:rsidR="007B2329" w:rsidRDefault="007B2329" w:rsidP="007B2329">
      <w:r>
        <w:t>657.4517</w:t>
      </w:r>
      <w:r>
        <w:tab/>
        <w:t>1.457e0</w:t>
      </w:r>
    </w:p>
    <w:p w:rsidR="007B2329" w:rsidRDefault="007B2329" w:rsidP="007B2329">
      <w:r>
        <w:t>657.4802</w:t>
      </w:r>
      <w:r>
        <w:tab/>
        <w:t>7.066e0</w:t>
      </w:r>
    </w:p>
    <w:p w:rsidR="007B2329" w:rsidRDefault="007B2329" w:rsidP="007B2329">
      <w:r>
        <w:t>657.5092</w:t>
      </w:r>
      <w:r>
        <w:tab/>
        <w:t>4.051e0</w:t>
      </w:r>
    </w:p>
    <w:p w:rsidR="007B2329" w:rsidRDefault="007B2329" w:rsidP="007B2329">
      <w:r>
        <w:t>657.5305</w:t>
      </w:r>
      <w:r>
        <w:tab/>
        <w:t>1.993e0</w:t>
      </w:r>
    </w:p>
    <w:p w:rsidR="007B2329" w:rsidRDefault="007B2329" w:rsidP="007B2329">
      <w:r>
        <w:t>657.5403</w:t>
      </w:r>
      <w:r>
        <w:tab/>
        <w:t>2.532e-2</w:t>
      </w:r>
    </w:p>
    <w:p w:rsidR="007B2329" w:rsidRDefault="007B2329" w:rsidP="007B2329">
      <w:r>
        <w:t>657.5479</w:t>
      </w:r>
      <w:r>
        <w:tab/>
        <w:t>1.013e0</w:t>
      </w:r>
    </w:p>
    <w:p w:rsidR="007B2329" w:rsidRDefault="007B2329" w:rsidP="007B2329">
      <w:r>
        <w:t>657.5541</w:t>
      </w:r>
      <w:r>
        <w:tab/>
        <w:t>2.025e0</w:t>
      </w:r>
    </w:p>
    <w:p w:rsidR="007B2329" w:rsidRDefault="007B2329" w:rsidP="007B2329">
      <w:r>
        <w:t>657.5872</w:t>
      </w:r>
      <w:r>
        <w:tab/>
        <w:t>3.038e0</w:t>
      </w:r>
    </w:p>
    <w:p w:rsidR="007B2329" w:rsidRDefault="007B2329" w:rsidP="007B2329">
      <w:r>
        <w:t>657.6030</w:t>
      </w:r>
      <w:r>
        <w:tab/>
        <w:t>2.025e0</w:t>
      </w:r>
    </w:p>
    <w:p w:rsidR="007B2329" w:rsidRDefault="007B2329" w:rsidP="007B2329">
      <w:r>
        <w:lastRenderedPageBreak/>
        <w:t>657.6145</w:t>
      </w:r>
      <w:r>
        <w:tab/>
        <w:t>1.013e0</w:t>
      </w:r>
    </w:p>
    <w:p w:rsidR="007B2329" w:rsidRDefault="007B2329" w:rsidP="007B2329">
      <w:r>
        <w:t>657.6365</w:t>
      </w:r>
      <w:r>
        <w:tab/>
        <w:t>1.013e0</w:t>
      </w:r>
    </w:p>
    <w:p w:rsidR="007B2329" w:rsidRDefault="007B2329" w:rsidP="007B2329">
      <w:r>
        <w:t>657.6422</w:t>
      </w:r>
      <w:r>
        <w:tab/>
        <w:t>2.025e0</w:t>
      </w:r>
    </w:p>
    <w:p w:rsidR="007B2329" w:rsidRDefault="007B2329" w:rsidP="007B2329">
      <w:r>
        <w:t>657.6550</w:t>
      </w:r>
      <w:r>
        <w:tab/>
        <w:t>3.038e0</w:t>
      </w:r>
    </w:p>
    <w:p w:rsidR="007B2329" w:rsidRDefault="007B2329" w:rsidP="007B2329">
      <w:r>
        <w:t>657.6702</w:t>
      </w:r>
      <w:r>
        <w:tab/>
        <w:t>1.076e0</w:t>
      </w:r>
    </w:p>
    <w:p w:rsidR="007B2329" w:rsidRDefault="007B2329" w:rsidP="007B2329">
      <w:r>
        <w:t>657.6746</w:t>
      </w:r>
      <w:r>
        <w:tab/>
        <w:t>4.051e0</w:t>
      </w:r>
    </w:p>
    <w:p w:rsidR="007B2329" w:rsidRDefault="007B2329" w:rsidP="007B2329">
      <w:r>
        <w:t>657.7039</w:t>
      </w:r>
      <w:r>
        <w:tab/>
        <w:t>1.013e0</w:t>
      </w:r>
    </w:p>
    <w:p w:rsidR="007B2329" w:rsidRDefault="007B2329" w:rsidP="007B2329">
      <w:r>
        <w:t>657.7215</w:t>
      </w:r>
      <w:r>
        <w:tab/>
        <w:t>1.013e0</w:t>
      </w:r>
    </w:p>
    <w:p w:rsidR="007B2329" w:rsidRDefault="007B2329" w:rsidP="007B2329">
      <w:r>
        <w:t>657.7266</w:t>
      </w:r>
      <w:r>
        <w:tab/>
        <w:t>1.013e0</w:t>
      </w:r>
    </w:p>
    <w:p w:rsidR="007B2329" w:rsidRDefault="007B2329" w:rsidP="007B2329">
      <w:r>
        <w:t>657.7375</w:t>
      </w:r>
      <w:r>
        <w:tab/>
        <w:t>2.025e0</w:t>
      </w:r>
    </w:p>
    <w:p w:rsidR="007B2329" w:rsidRDefault="007B2329" w:rsidP="007B2329">
      <w:r>
        <w:t>657.7608</w:t>
      </w:r>
      <w:r>
        <w:tab/>
        <w:t>2.945e0</w:t>
      </w:r>
    </w:p>
    <w:p w:rsidR="007B2329" w:rsidRDefault="007B2329" w:rsidP="007B2329">
      <w:r>
        <w:t>657.7824</w:t>
      </w:r>
      <w:r>
        <w:tab/>
        <w:t>1.013e0</w:t>
      </w:r>
    </w:p>
    <w:p w:rsidR="007B2329" w:rsidRDefault="007B2329" w:rsidP="007B2329">
      <w:r>
        <w:t>657.7935</w:t>
      </w:r>
      <w:r>
        <w:tab/>
        <w:t>1.013e0</w:t>
      </w:r>
    </w:p>
    <w:p w:rsidR="007B2329" w:rsidRDefault="007B2329" w:rsidP="007B2329">
      <w:r>
        <w:t>657.8049</w:t>
      </w:r>
      <w:r>
        <w:tab/>
        <w:t>2.025e0</w:t>
      </w:r>
    </w:p>
    <w:p w:rsidR="007B2329" w:rsidRDefault="007B2329" w:rsidP="007B2329">
      <w:r>
        <w:t>657.8376</w:t>
      </w:r>
      <w:r>
        <w:tab/>
        <w:t>4.051e0</w:t>
      </w:r>
    </w:p>
    <w:p w:rsidR="007B2329" w:rsidRDefault="007B2329" w:rsidP="007B2329">
      <w:r>
        <w:t>657.8411</w:t>
      </w:r>
      <w:r>
        <w:tab/>
        <w:t>3.294e0</w:t>
      </w:r>
    </w:p>
    <w:p w:rsidR="007B2329" w:rsidRDefault="007B2329" w:rsidP="007B2329">
      <w:r>
        <w:t>657.8434</w:t>
      </w:r>
      <w:r>
        <w:tab/>
        <w:t>1.013e0</w:t>
      </w:r>
    </w:p>
    <w:p w:rsidR="007B2329" w:rsidRDefault="007B2329" w:rsidP="007B2329">
      <w:r>
        <w:t>657.8609</w:t>
      </w:r>
      <w:r>
        <w:tab/>
        <w:t>3.038e0</w:t>
      </w:r>
    </w:p>
    <w:p w:rsidR="007B2329" w:rsidRDefault="007B2329" w:rsidP="007B2329">
      <w:r>
        <w:t>657.8781</w:t>
      </w:r>
      <w:r>
        <w:tab/>
        <w:t>1.013e0</w:t>
      </w:r>
    </w:p>
    <w:p w:rsidR="007B2329" w:rsidRDefault="007B2329" w:rsidP="007B2329">
      <w:r>
        <w:lastRenderedPageBreak/>
        <w:t>657.8959</w:t>
      </w:r>
      <w:r>
        <w:tab/>
        <w:t>1.013e0</w:t>
      </w:r>
    </w:p>
    <w:p w:rsidR="007B2329" w:rsidRDefault="007B2329" w:rsidP="007B2329">
      <w:r>
        <w:t>657.9044</w:t>
      </w:r>
      <w:r>
        <w:tab/>
        <w:t>2.025e0</w:t>
      </w:r>
    </w:p>
    <w:p w:rsidR="007B2329" w:rsidRDefault="007B2329" w:rsidP="007B2329">
      <w:r>
        <w:t>657.9169</w:t>
      </w:r>
      <w:r>
        <w:tab/>
        <w:t>1.013e0</w:t>
      </w:r>
    </w:p>
    <w:p w:rsidR="007B2329" w:rsidRDefault="007B2329" w:rsidP="007B2329">
      <w:r>
        <w:t>657.9306</w:t>
      </w:r>
      <w:r>
        <w:tab/>
        <w:t>1.013e0</w:t>
      </w:r>
    </w:p>
    <w:p w:rsidR="007B2329" w:rsidRDefault="007B2329" w:rsidP="007B2329">
      <w:r>
        <w:t>657.9372</w:t>
      </w:r>
      <w:r>
        <w:tab/>
        <w:t>2.025e0</w:t>
      </w:r>
    </w:p>
    <w:p w:rsidR="007B2329" w:rsidRDefault="007B2329" w:rsidP="007B2329">
      <w:r>
        <w:t>657.9655</w:t>
      </w:r>
      <w:r>
        <w:tab/>
        <w:t>1.013e0</w:t>
      </w:r>
    </w:p>
    <w:p w:rsidR="007B2329" w:rsidRDefault="007B2329" w:rsidP="007B2329">
      <w:r>
        <w:t>658.0050</w:t>
      </w:r>
      <w:r>
        <w:tab/>
        <w:t>1.025e0</w:t>
      </w:r>
    </w:p>
    <w:p w:rsidR="007B2329" w:rsidRDefault="007B2329" w:rsidP="007B2329">
      <w:r>
        <w:t>658.0258</w:t>
      </w:r>
      <w:r>
        <w:tab/>
        <w:t>2.025e0</w:t>
      </w:r>
    </w:p>
    <w:p w:rsidR="007B2329" w:rsidRDefault="007B2329" w:rsidP="007B2329">
      <w:r>
        <w:t>658.0472</w:t>
      </w:r>
      <w:r>
        <w:tab/>
        <w:t>2.920e0</w:t>
      </w:r>
    </w:p>
    <w:p w:rsidR="007B2329" w:rsidRDefault="007B2329" w:rsidP="007B2329">
      <w:r>
        <w:t>658.0527</w:t>
      </w:r>
      <w:r>
        <w:tab/>
        <w:t>1.013e0</w:t>
      </w:r>
    </w:p>
    <w:p w:rsidR="007B2329" w:rsidRDefault="007B2329" w:rsidP="007B2329">
      <w:r>
        <w:t>658.0627</w:t>
      </w:r>
      <w:r>
        <w:tab/>
        <w:t>2.025e0</w:t>
      </w:r>
    </w:p>
    <w:p w:rsidR="007B2329" w:rsidRDefault="007B2329" w:rsidP="007B2329">
      <w:r>
        <w:t>658.0737</w:t>
      </w:r>
      <w:r>
        <w:tab/>
        <w:t>1.013e0</w:t>
      </w:r>
    </w:p>
    <w:p w:rsidR="007B2329" w:rsidRDefault="007B2329" w:rsidP="007B2329">
      <w:r>
        <w:t>658.0878</w:t>
      </w:r>
      <w:r>
        <w:tab/>
        <w:t>2.329e0</w:t>
      </w:r>
    </w:p>
    <w:p w:rsidR="007B2329" w:rsidRDefault="007B2329" w:rsidP="007B2329">
      <w:r>
        <w:t>658.1191</w:t>
      </w:r>
      <w:r>
        <w:tab/>
        <w:t>2.025e0</w:t>
      </w:r>
    </w:p>
    <w:p w:rsidR="007B2329" w:rsidRDefault="007B2329" w:rsidP="007B2329">
      <w:r>
        <w:t>658.1454</w:t>
      </w:r>
      <w:r>
        <w:tab/>
        <w:t>2.025e0</w:t>
      </w:r>
    </w:p>
    <w:p w:rsidR="007B2329" w:rsidRDefault="007B2329" w:rsidP="007B2329">
      <w:r>
        <w:t>658.1533</w:t>
      </w:r>
      <w:r>
        <w:tab/>
        <w:t>2.025e0</w:t>
      </w:r>
    </w:p>
    <w:p w:rsidR="007B2329" w:rsidRDefault="007B2329" w:rsidP="007B2329">
      <w:r>
        <w:t>658.1638</w:t>
      </w:r>
      <w:r>
        <w:tab/>
        <w:t>1.013e0</w:t>
      </w:r>
    </w:p>
    <w:p w:rsidR="007B2329" w:rsidRDefault="007B2329" w:rsidP="007B2329">
      <w:r>
        <w:t>658.1837</w:t>
      </w:r>
      <w:r>
        <w:tab/>
        <w:t>3.038e0</w:t>
      </w:r>
    </w:p>
    <w:p w:rsidR="007B2329" w:rsidRDefault="007B2329" w:rsidP="007B2329">
      <w:r>
        <w:t>658.1947</w:t>
      </w:r>
      <w:r>
        <w:tab/>
        <w:t>3.038e0</w:t>
      </w:r>
    </w:p>
    <w:p w:rsidR="007B2329" w:rsidRDefault="007B2329" w:rsidP="007B2329">
      <w:r>
        <w:lastRenderedPageBreak/>
        <w:t>658.2089</w:t>
      </w:r>
      <w:r>
        <w:tab/>
        <w:t>1.013e0</w:t>
      </w:r>
    </w:p>
    <w:p w:rsidR="007B2329" w:rsidRDefault="007B2329" w:rsidP="007B2329">
      <w:r>
        <w:t>658.2174</w:t>
      </w:r>
      <w:r>
        <w:tab/>
        <w:t>3.953e0</w:t>
      </w:r>
    </w:p>
    <w:p w:rsidR="007B2329" w:rsidRDefault="007B2329" w:rsidP="007B2329">
      <w:r>
        <w:t>658.2258</w:t>
      </w:r>
      <w:r>
        <w:tab/>
        <w:t>3.540e0</w:t>
      </w:r>
    </w:p>
    <w:p w:rsidR="007B2329" w:rsidRDefault="007B2329" w:rsidP="007B2329">
      <w:r>
        <w:t>658.2308</w:t>
      </w:r>
      <w:r>
        <w:tab/>
        <w:t>4.524e0</w:t>
      </w:r>
    </w:p>
    <w:p w:rsidR="007B2329" w:rsidRDefault="007B2329" w:rsidP="007B2329">
      <w:r>
        <w:t>658.2608</w:t>
      </w:r>
      <w:r>
        <w:tab/>
        <w:t>1.572e0</w:t>
      </w:r>
    </w:p>
    <w:p w:rsidR="007B2329" w:rsidRDefault="007B2329" w:rsidP="007B2329">
      <w:r>
        <w:t>658.2830</w:t>
      </w:r>
      <w:r>
        <w:tab/>
        <w:t>1.463e0</w:t>
      </w:r>
    </w:p>
    <w:p w:rsidR="007B2329" w:rsidRDefault="007B2329" w:rsidP="007B2329">
      <w:r>
        <w:t>658.2868</w:t>
      </w:r>
      <w:r>
        <w:tab/>
        <w:t>3.388e0</w:t>
      </w:r>
    </w:p>
    <w:p w:rsidR="007B2329" w:rsidRDefault="007B2329" w:rsidP="007B2329">
      <w:r>
        <w:t>658.3201</w:t>
      </w:r>
      <w:r>
        <w:tab/>
        <w:t>2.970e0</w:t>
      </w:r>
    </w:p>
    <w:p w:rsidR="007B2329" w:rsidRDefault="007B2329" w:rsidP="007B2329">
      <w:r>
        <w:t>658.3367</w:t>
      </w:r>
      <w:r>
        <w:tab/>
        <w:t>1.234e0</w:t>
      </w:r>
    </w:p>
    <w:p w:rsidR="007B2329" w:rsidRDefault="007B2329" w:rsidP="007B2329">
      <w:r>
        <w:t>658.3530</w:t>
      </w:r>
      <w:r>
        <w:tab/>
        <w:t>4.894e-1</w:t>
      </w:r>
    </w:p>
    <w:p w:rsidR="007B2329" w:rsidRDefault="007B2329" w:rsidP="007B2329">
      <w:r>
        <w:t>658.3822</w:t>
      </w:r>
      <w:r>
        <w:tab/>
        <w:t>4.051e0</w:t>
      </w:r>
    </w:p>
    <w:p w:rsidR="007B2329" w:rsidRDefault="007B2329" w:rsidP="007B2329">
      <w:r>
        <w:t>658.3933</w:t>
      </w:r>
      <w:r>
        <w:tab/>
        <w:t>6.354e0</w:t>
      </w:r>
    </w:p>
    <w:p w:rsidR="007B2329" w:rsidRDefault="007B2329" w:rsidP="007B2329">
      <w:r>
        <w:t>658.4237</w:t>
      </w:r>
      <w:r>
        <w:tab/>
        <w:t>1.184e0</w:t>
      </w:r>
    </w:p>
    <w:p w:rsidR="007B2329" w:rsidRDefault="007B2329" w:rsidP="007B2329">
      <w:r>
        <w:t>658.4554</w:t>
      </w:r>
      <w:r>
        <w:tab/>
        <w:t>1.266e-2</w:t>
      </w:r>
    </w:p>
    <w:p w:rsidR="007B2329" w:rsidRDefault="007B2329" w:rsidP="007B2329">
      <w:r>
        <w:t>658.4665</w:t>
      </w:r>
      <w:r>
        <w:tab/>
        <w:t>1.013e0</w:t>
      </w:r>
    </w:p>
    <w:p w:rsidR="007B2329" w:rsidRDefault="007B2329" w:rsidP="007B2329">
      <w:r>
        <w:t>658.4690</w:t>
      </w:r>
      <w:r>
        <w:tab/>
        <w:t>2.025e0</w:t>
      </w:r>
    </w:p>
    <w:p w:rsidR="007B2329" w:rsidRDefault="007B2329" w:rsidP="007B2329">
      <w:r>
        <w:t>658.4722</w:t>
      </w:r>
      <w:r>
        <w:tab/>
        <w:t>1.689e0</w:t>
      </w:r>
    </w:p>
    <w:p w:rsidR="007B2329" w:rsidRDefault="007B2329" w:rsidP="007B2329">
      <w:r>
        <w:t>658.4917</w:t>
      </w:r>
      <w:r>
        <w:tab/>
        <w:t>3.038e0</w:t>
      </w:r>
    </w:p>
    <w:p w:rsidR="007B2329" w:rsidRDefault="007B2329" w:rsidP="007B2329">
      <w:r>
        <w:t>658.5000</w:t>
      </w:r>
      <w:r>
        <w:tab/>
        <w:t>1.013e0</w:t>
      </w:r>
    </w:p>
    <w:p w:rsidR="007B2329" w:rsidRDefault="007B2329" w:rsidP="007B2329">
      <w:r>
        <w:lastRenderedPageBreak/>
        <w:t>658.5189</w:t>
      </w:r>
      <w:r>
        <w:tab/>
        <w:t>5.063e0</w:t>
      </w:r>
    </w:p>
    <w:p w:rsidR="007B2329" w:rsidRDefault="007B2329" w:rsidP="007B2329">
      <w:r>
        <w:t>658.5213</w:t>
      </w:r>
      <w:r>
        <w:tab/>
        <w:t>1.013e0</w:t>
      </w:r>
    </w:p>
    <w:p w:rsidR="007B2329" w:rsidRDefault="007B2329" w:rsidP="007B2329">
      <w:r>
        <w:t>658.5327</w:t>
      </w:r>
      <w:r>
        <w:tab/>
        <w:t>3.038e0</w:t>
      </w:r>
    </w:p>
    <w:p w:rsidR="007B2329" w:rsidRDefault="007B2329" w:rsidP="007B2329">
      <w:r>
        <w:t>658.5692</w:t>
      </w:r>
      <w:r>
        <w:tab/>
        <w:t>3.022e0</w:t>
      </w:r>
    </w:p>
    <w:p w:rsidR="007B2329" w:rsidRDefault="007B2329" w:rsidP="007B2329">
      <w:r>
        <w:t>658.5787</w:t>
      </w:r>
      <w:r>
        <w:tab/>
        <w:t>1.013e0</w:t>
      </w:r>
    </w:p>
    <w:p w:rsidR="007B2329" w:rsidRDefault="007B2329" w:rsidP="007B2329">
      <w:r>
        <w:t>658.6430</w:t>
      </w:r>
      <w:r>
        <w:tab/>
        <w:t>1.013e0</w:t>
      </w:r>
    </w:p>
    <w:p w:rsidR="007B2329" w:rsidRDefault="007B2329" w:rsidP="007B2329">
      <w:r>
        <w:t>658.6612</w:t>
      </w:r>
      <w:r>
        <w:tab/>
        <w:t>1.013e0</w:t>
      </w:r>
    </w:p>
    <w:p w:rsidR="007B2329" w:rsidRDefault="007B2329" w:rsidP="007B2329">
      <w:r>
        <w:t>658.6799</w:t>
      </w:r>
      <w:r>
        <w:tab/>
        <w:t>3.038e0</w:t>
      </w:r>
    </w:p>
    <w:p w:rsidR="007B2329" w:rsidRDefault="007B2329" w:rsidP="007B2329">
      <w:r>
        <w:t>658.6920</w:t>
      </w:r>
      <w:r>
        <w:tab/>
        <w:t>2.025e0</w:t>
      </w:r>
    </w:p>
    <w:p w:rsidR="007B2329" w:rsidRDefault="007B2329" w:rsidP="007B2329">
      <w:r>
        <w:t>658.7062</w:t>
      </w:r>
      <w:r>
        <w:tab/>
        <w:t>2.025e0</w:t>
      </w:r>
    </w:p>
    <w:p w:rsidR="007B2329" w:rsidRDefault="007B2329" w:rsidP="007B2329">
      <w:r>
        <w:t>658.7245</w:t>
      </w:r>
      <w:r>
        <w:tab/>
        <w:t>1.013e0</w:t>
      </w:r>
    </w:p>
    <w:p w:rsidR="007B2329" w:rsidRDefault="007B2329" w:rsidP="007B2329">
      <w:r>
        <w:t>658.7357</w:t>
      </w:r>
      <w:r>
        <w:tab/>
        <w:t>1.013e0</w:t>
      </w:r>
    </w:p>
    <w:p w:rsidR="007B2329" w:rsidRDefault="007B2329" w:rsidP="007B2329">
      <w:r>
        <w:t>658.7470</w:t>
      </w:r>
      <w:r>
        <w:tab/>
        <w:t>1.013e0</w:t>
      </w:r>
    </w:p>
    <w:p w:rsidR="007B2329" w:rsidRDefault="007B2329" w:rsidP="007B2329">
      <w:r>
        <w:t>658.7570</w:t>
      </w:r>
      <w:r>
        <w:tab/>
        <w:t>2.025e0</w:t>
      </w:r>
    </w:p>
    <w:p w:rsidR="007B2329" w:rsidRDefault="007B2329" w:rsidP="007B2329">
      <w:r>
        <w:t>658.7894</w:t>
      </w:r>
      <w:r>
        <w:tab/>
        <w:t>2.025e0</w:t>
      </w:r>
    </w:p>
    <w:p w:rsidR="007B2329" w:rsidRDefault="007B2329" w:rsidP="007B2329">
      <w:r>
        <w:t>658.7919</w:t>
      </w:r>
      <w:r>
        <w:tab/>
        <w:t>1.013e0</w:t>
      </w:r>
    </w:p>
    <w:p w:rsidR="007B2329" w:rsidRDefault="007B2329" w:rsidP="007B2329">
      <w:r>
        <w:t>658.8177</w:t>
      </w:r>
      <w:r>
        <w:tab/>
        <w:t>1.013e0</w:t>
      </w:r>
    </w:p>
    <w:p w:rsidR="007B2329" w:rsidRDefault="007B2329" w:rsidP="007B2329">
      <w:r>
        <w:t>658.8343</w:t>
      </w:r>
      <w:r>
        <w:tab/>
        <w:t>1.013e0</w:t>
      </w:r>
    </w:p>
    <w:p w:rsidR="007B2329" w:rsidRDefault="007B2329" w:rsidP="007B2329">
      <w:r>
        <w:t>658.8373</w:t>
      </w:r>
      <w:r>
        <w:tab/>
        <w:t>3.038e0</w:t>
      </w:r>
    </w:p>
    <w:p w:rsidR="007B2329" w:rsidRDefault="007B2329" w:rsidP="007B2329">
      <w:r>
        <w:lastRenderedPageBreak/>
        <w:t>658.8483</w:t>
      </w:r>
      <w:r>
        <w:tab/>
        <w:t>4.917e0</w:t>
      </w:r>
    </w:p>
    <w:p w:rsidR="007B2329" w:rsidRDefault="007B2329" w:rsidP="007B2329">
      <w:r>
        <w:t>658.8593</w:t>
      </w:r>
      <w:r>
        <w:tab/>
        <w:t>1.013e0</w:t>
      </w:r>
    </w:p>
    <w:p w:rsidR="007B2329" w:rsidRDefault="007B2329" w:rsidP="007B2329">
      <w:r>
        <w:t>658.8780</w:t>
      </w:r>
      <w:r>
        <w:tab/>
        <w:t>2.025e0</w:t>
      </w:r>
    </w:p>
    <w:p w:rsidR="007B2329" w:rsidRDefault="007B2329" w:rsidP="007B2329">
      <w:r>
        <w:t>658.8819</w:t>
      </w:r>
      <w:r>
        <w:tab/>
        <w:t>1.013e0</w:t>
      </w:r>
    </w:p>
    <w:p w:rsidR="007B2329" w:rsidRDefault="007B2329" w:rsidP="007B2329">
      <w:r>
        <w:t>658.9379</w:t>
      </w:r>
      <w:r>
        <w:tab/>
        <w:t>2.025e0</w:t>
      </w:r>
    </w:p>
    <w:p w:rsidR="007B2329" w:rsidRDefault="007B2329" w:rsidP="007B2329">
      <w:r>
        <w:t>658.9561</w:t>
      </w:r>
      <w:r>
        <w:tab/>
        <w:t>1.013e0</w:t>
      </w:r>
    </w:p>
    <w:p w:rsidR="007B2329" w:rsidRDefault="007B2329" w:rsidP="007B2329">
      <w:r>
        <w:t>659.0057</w:t>
      </w:r>
      <w:r>
        <w:tab/>
        <w:t>2.025e0</w:t>
      </w:r>
    </w:p>
    <w:p w:rsidR="007B2329" w:rsidRDefault="007B2329" w:rsidP="007B2329">
      <w:r>
        <w:t>659.0165</w:t>
      </w:r>
      <w:r>
        <w:tab/>
        <w:t>3.038e0</w:t>
      </w:r>
    </w:p>
    <w:p w:rsidR="007B2329" w:rsidRDefault="007B2329" w:rsidP="007B2329">
      <w:r>
        <w:t>659.0276</w:t>
      </w:r>
      <w:r>
        <w:tab/>
        <w:t>1.013e0</w:t>
      </w:r>
    </w:p>
    <w:p w:rsidR="007B2329" w:rsidRDefault="007B2329" w:rsidP="007B2329">
      <w:r>
        <w:t>659.0396</w:t>
      </w:r>
      <w:r>
        <w:tab/>
        <w:t>3.038e0</w:t>
      </w:r>
    </w:p>
    <w:p w:rsidR="007B2329" w:rsidRDefault="007B2329" w:rsidP="007B2329">
      <w:r>
        <w:t>659.0617</w:t>
      </w:r>
      <w:r>
        <w:tab/>
        <w:t>3.951e0</w:t>
      </w:r>
    </w:p>
    <w:p w:rsidR="007B2329" w:rsidRDefault="007B2329" w:rsidP="007B2329">
      <w:r>
        <w:t>659.0854</w:t>
      </w:r>
      <w:r>
        <w:tab/>
        <w:t>3.038e0</w:t>
      </w:r>
    </w:p>
    <w:p w:rsidR="007B2329" w:rsidRDefault="007B2329" w:rsidP="007B2329">
      <w:r>
        <w:t>659.1293</w:t>
      </w:r>
      <w:r>
        <w:tab/>
        <w:t>6.076e0</w:t>
      </w:r>
    </w:p>
    <w:p w:rsidR="007B2329" w:rsidRDefault="007B2329" w:rsidP="007B2329">
      <w:r>
        <w:t>659.1375</w:t>
      </w:r>
      <w:r>
        <w:tab/>
        <w:t>2.025e0</w:t>
      </w:r>
    </w:p>
    <w:p w:rsidR="007B2329" w:rsidRDefault="007B2329" w:rsidP="007B2329">
      <w:r>
        <w:t>659.1400</w:t>
      </w:r>
      <w:r>
        <w:tab/>
        <w:t>1.013e0</w:t>
      </w:r>
    </w:p>
    <w:p w:rsidR="007B2329" w:rsidRDefault="007B2329" w:rsidP="007B2329">
      <w:r>
        <w:t>659.1623</w:t>
      </w:r>
      <w:r>
        <w:tab/>
        <w:t>1.013e0</w:t>
      </w:r>
    </w:p>
    <w:p w:rsidR="007B2329" w:rsidRDefault="007B2329" w:rsidP="007B2329">
      <w:r>
        <w:t>659.1759</w:t>
      </w:r>
      <w:r>
        <w:tab/>
        <w:t>1.944e0</w:t>
      </w:r>
    </w:p>
    <w:p w:rsidR="007B2329" w:rsidRDefault="007B2329" w:rsidP="007B2329">
      <w:r>
        <w:t>659.2003</w:t>
      </w:r>
      <w:r>
        <w:tab/>
        <w:t>1.013e0</w:t>
      </w:r>
    </w:p>
    <w:p w:rsidR="007B2329" w:rsidRDefault="007B2329" w:rsidP="007B2329">
      <w:r>
        <w:t>659.2076</w:t>
      </w:r>
      <w:r>
        <w:tab/>
        <w:t>3.038e0</w:t>
      </w:r>
    </w:p>
    <w:p w:rsidR="007B2329" w:rsidRDefault="007B2329" w:rsidP="007B2329">
      <w:r>
        <w:lastRenderedPageBreak/>
        <w:t>659.2111</w:t>
      </w:r>
      <w:r>
        <w:tab/>
        <w:t>2.025e0</w:t>
      </w:r>
    </w:p>
    <w:p w:rsidR="007B2329" w:rsidRDefault="007B2329" w:rsidP="007B2329">
      <w:r>
        <w:t>659.2125</w:t>
      </w:r>
      <w:r>
        <w:tab/>
        <w:t>2.025e0</w:t>
      </w:r>
    </w:p>
    <w:p w:rsidR="007B2329" w:rsidRDefault="007B2329" w:rsidP="007B2329">
      <w:r>
        <w:t>659.2518</w:t>
      </w:r>
      <w:r>
        <w:tab/>
        <w:t>1.013e0</w:t>
      </w:r>
    </w:p>
    <w:p w:rsidR="007B2329" w:rsidRDefault="007B2329" w:rsidP="007B2329">
      <w:r>
        <w:t>659.2576</w:t>
      </w:r>
      <w:r>
        <w:tab/>
        <w:t>3.038e0</w:t>
      </w:r>
    </w:p>
    <w:p w:rsidR="007B2329" w:rsidRDefault="007B2329" w:rsidP="007B2329">
      <w:r>
        <w:t>659.2687</w:t>
      </w:r>
      <w:r>
        <w:tab/>
        <w:t>7.496e-1</w:t>
      </w:r>
    </w:p>
    <w:p w:rsidR="007B2329" w:rsidRDefault="007B2329" w:rsidP="007B2329">
      <w:r>
        <w:t>659.2746</w:t>
      </w:r>
      <w:r>
        <w:tab/>
        <w:t>9.558e-1</w:t>
      </w:r>
    </w:p>
    <w:p w:rsidR="007B2329" w:rsidRDefault="007B2329" w:rsidP="007B2329">
      <w:r>
        <w:t>659.2855</w:t>
      </w:r>
      <w:r>
        <w:tab/>
        <w:t>1.331e0</w:t>
      </w:r>
    </w:p>
    <w:p w:rsidR="007B2329" w:rsidRDefault="007B2329" w:rsidP="007B2329">
      <w:r>
        <w:t>659.2873</w:t>
      </w:r>
      <w:r>
        <w:tab/>
        <w:t>2.025e0</w:t>
      </w:r>
    </w:p>
    <w:p w:rsidR="007B2329" w:rsidRDefault="007B2329" w:rsidP="007B2329">
      <w:r>
        <w:t>659.3293</w:t>
      </w:r>
      <w:r>
        <w:tab/>
        <w:t>5.008e0</w:t>
      </w:r>
    </w:p>
    <w:p w:rsidR="007B2329" w:rsidRDefault="007B2329" w:rsidP="007B2329">
      <w:r>
        <w:t>659.3787</w:t>
      </w:r>
      <w:r>
        <w:tab/>
        <w:t>1.304e0</w:t>
      </w:r>
    </w:p>
    <w:p w:rsidR="007B2329" w:rsidRDefault="007B2329" w:rsidP="007B2329">
      <w:r>
        <w:t>659.3923</w:t>
      </w:r>
      <w:r>
        <w:tab/>
        <w:t>5.952e0</w:t>
      </w:r>
    </w:p>
    <w:p w:rsidR="007B2329" w:rsidRDefault="007B2329" w:rsidP="007B2329">
      <w:r>
        <w:t>659.3946</w:t>
      </w:r>
      <w:r>
        <w:tab/>
        <w:t>2.939e0</w:t>
      </w:r>
    </w:p>
    <w:p w:rsidR="007B2329" w:rsidRDefault="007B2329" w:rsidP="007B2329">
      <w:r>
        <w:t>659.4159</w:t>
      </w:r>
      <w:r>
        <w:tab/>
        <w:t>2.025e0</w:t>
      </w:r>
    </w:p>
    <w:p w:rsidR="007B2329" w:rsidRDefault="007B2329" w:rsidP="007B2329">
      <w:r>
        <w:t>659.4225</w:t>
      </w:r>
      <w:r>
        <w:tab/>
        <w:t>3.630e0</w:t>
      </w:r>
    </w:p>
    <w:p w:rsidR="007B2329" w:rsidRDefault="007B2329" w:rsidP="007B2329">
      <w:r>
        <w:t>659.4363</w:t>
      </w:r>
      <w:r>
        <w:tab/>
        <w:t>7.224e-1</w:t>
      </w:r>
    </w:p>
    <w:p w:rsidR="007B2329" w:rsidRDefault="007B2329" w:rsidP="007B2329">
      <w:r>
        <w:t>659.4698</w:t>
      </w:r>
      <w:r>
        <w:tab/>
        <w:t>4.051e0</w:t>
      </w:r>
    </w:p>
    <w:p w:rsidR="007B2329" w:rsidRDefault="007B2329" w:rsidP="007B2329">
      <w:r>
        <w:t>659.4970</w:t>
      </w:r>
      <w:r>
        <w:tab/>
        <w:t>1.814e0</w:t>
      </w:r>
    </w:p>
    <w:p w:rsidR="007B2329" w:rsidRDefault="007B2329" w:rsidP="007B2329">
      <w:r>
        <w:t>659.5105</w:t>
      </w:r>
      <w:r>
        <w:tab/>
        <w:t>1.013e0</w:t>
      </w:r>
    </w:p>
    <w:p w:rsidR="007B2329" w:rsidRDefault="007B2329" w:rsidP="007B2329">
      <w:r>
        <w:t>659.5135</w:t>
      </w:r>
      <w:r>
        <w:tab/>
        <w:t>1.013e0</w:t>
      </w:r>
    </w:p>
    <w:p w:rsidR="007B2329" w:rsidRDefault="007B2329" w:rsidP="007B2329">
      <w:r>
        <w:lastRenderedPageBreak/>
        <w:t>659.5197</w:t>
      </w:r>
      <w:r>
        <w:tab/>
        <w:t>2.848e0</w:t>
      </w:r>
    </w:p>
    <w:p w:rsidR="007B2329" w:rsidRDefault="007B2329" w:rsidP="007B2329">
      <w:r>
        <w:t>659.5271</w:t>
      </w:r>
      <w:r>
        <w:tab/>
        <w:t>2.025e0</w:t>
      </w:r>
    </w:p>
    <w:p w:rsidR="007B2329" w:rsidRDefault="007B2329" w:rsidP="007B2329">
      <w:r>
        <w:t>659.5390</w:t>
      </w:r>
      <w:r>
        <w:tab/>
        <w:t>2.025e0</w:t>
      </w:r>
    </w:p>
    <w:p w:rsidR="007B2329" w:rsidRDefault="007B2329" w:rsidP="007B2329">
      <w:r>
        <w:t>659.5492</w:t>
      </w:r>
      <w:r>
        <w:tab/>
        <w:t>2.025e0</w:t>
      </w:r>
    </w:p>
    <w:p w:rsidR="007B2329" w:rsidRDefault="007B2329" w:rsidP="007B2329">
      <w:r>
        <w:t>659.6118</w:t>
      </w:r>
      <w:r>
        <w:tab/>
        <w:t>1.013e0</w:t>
      </w:r>
    </w:p>
    <w:p w:rsidR="007B2329" w:rsidRDefault="007B2329" w:rsidP="007B2329">
      <w:r>
        <w:t>659.6149</w:t>
      </w:r>
      <w:r>
        <w:tab/>
        <w:t>2.480e0</w:t>
      </w:r>
    </w:p>
    <w:p w:rsidR="007B2329" w:rsidRDefault="007B2329" w:rsidP="007B2329">
      <w:r>
        <w:t>659.6215</w:t>
      </w:r>
      <w:r>
        <w:tab/>
        <w:t>2.025e0</w:t>
      </w:r>
    </w:p>
    <w:p w:rsidR="007B2329" w:rsidRDefault="007B2329" w:rsidP="007B2329">
      <w:r>
        <w:t>659.6229</w:t>
      </w:r>
      <w:r>
        <w:tab/>
        <w:t>1.013e0</w:t>
      </w:r>
    </w:p>
    <w:p w:rsidR="007B2329" w:rsidRDefault="007B2329" w:rsidP="007B2329">
      <w:r>
        <w:t>659.6679</w:t>
      </w:r>
      <w:r>
        <w:tab/>
        <w:t>3.038e0</w:t>
      </w:r>
    </w:p>
    <w:p w:rsidR="007B2329" w:rsidRDefault="007B2329" w:rsidP="007B2329">
      <w:r>
        <w:t>659.6868</w:t>
      </w:r>
      <w:r>
        <w:tab/>
        <w:t>3.038e0</w:t>
      </w:r>
    </w:p>
    <w:p w:rsidR="007B2329" w:rsidRDefault="007B2329" w:rsidP="007B2329">
      <w:r>
        <w:t>659.7045</w:t>
      </w:r>
      <w:r>
        <w:tab/>
        <w:t>2.025e0</w:t>
      </w:r>
    </w:p>
    <w:p w:rsidR="007B2329" w:rsidRDefault="007B2329" w:rsidP="007B2329">
      <w:r>
        <w:t>659.7241</w:t>
      </w:r>
      <w:r>
        <w:tab/>
        <w:t>1.013e0</w:t>
      </w:r>
    </w:p>
    <w:p w:rsidR="007B2329" w:rsidRDefault="007B2329" w:rsidP="007B2329">
      <w:r>
        <w:t>659.7357</w:t>
      </w:r>
      <w:r>
        <w:tab/>
        <w:t>1.013e0</w:t>
      </w:r>
    </w:p>
    <w:p w:rsidR="007B2329" w:rsidRDefault="007B2329" w:rsidP="007B2329">
      <w:r>
        <w:t>659.7386</w:t>
      </w:r>
      <w:r>
        <w:tab/>
        <w:t>3.038e0</w:t>
      </w:r>
    </w:p>
    <w:p w:rsidR="007B2329" w:rsidRDefault="007B2329" w:rsidP="007B2329">
      <w:r>
        <w:t>659.7925</w:t>
      </w:r>
      <w:r>
        <w:tab/>
        <w:t>2.025e0</w:t>
      </w:r>
    </w:p>
    <w:p w:rsidR="007B2329" w:rsidRDefault="007B2329" w:rsidP="007B2329">
      <w:r>
        <w:t>659.8254</w:t>
      </w:r>
      <w:r>
        <w:tab/>
        <w:t>1.013e0</w:t>
      </w:r>
    </w:p>
    <w:p w:rsidR="007B2329" w:rsidRDefault="007B2329" w:rsidP="007B2329">
      <w:r>
        <w:t>659.8431</w:t>
      </w:r>
      <w:r>
        <w:tab/>
        <w:t>1.013e0</w:t>
      </w:r>
    </w:p>
    <w:p w:rsidR="007B2329" w:rsidRDefault="007B2329" w:rsidP="007B2329">
      <w:r>
        <w:t>659.8514</w:t>
      </w:r>
      <w:r>
        <w:tab/>
        <w:t>1.025e0</w:t>
      </w:r>
    </w:p>
    <w:p w:rsidR="007B2329" w:rsidRDefault="007B2329" w:rsidP="007B2329">
      <w:r>
        <w:t>659.8702</w:t>
      </w:r>
      <w:r>
        <w:tab/>
        <w:t>1.013e0</w:t>
      </w:r>
    </w:p>
    <w:p w:rsidR="007B2329" w:rsidRDefault="007B2329" w:rsidP="007B2329">
      <w:r>
        <w:lastRenderedPageBreak/>
        <w:t>659.9042</w:t>
      </w:r>
      <w:r>
        <w:tab/>
        <w:t>1.013e0</w:t>
      </w:r>
    </w:p>
    <w:p w:rsidR="007B2329" w:rsidRDefault="007B2329" w:rsidP="007B2329">
      <w:r>
        <w:t>659.9125</w:t>
      </w:r>
      <w:r>
        <w:tab/>
        <w:t>1.013e0</w:t>
      </w:r>
    </w:p>
    <w:p w:rsidR="007B2329" w:rsidRDefault="007B2329" w:rsidP="007B2329">
      <w:r>
        <w:t>659.9152</w:t>
      </w:r>
      <w:r>
        <w:tab/>
        <w:t>1.013e0</w:t>
      </w:r>
    </w:p>
    <w:p w:rsidR="007B2329" w:rsidRDefault="007B2329" w:rsidP="007B2329">
      <w:r>
        <w:t>659.9208</w:t>
      </w:r>
      <w:r>
        <w:tab/>
        <w:t>2.025e0</w:t>
      </w:r>
    </w:p>
    <w:p w:rsidR="007B2329" w:rsidRDefault="007B2329" w:rsidP="007B2329">
      <w:r>
        <w:t>659.9653</w:t>
      </w:r>
      <w:r>
        <w:tab/>
        <w:t>1.013e0</w:t>
      </w:r>
    </w:p>
    <w:p w:rsidR="007B2329" w:rsidRDefault="007B2329" w:rsidP="007B2329">
      <w:r>
        <w:t>659.9828</w:t>
      </w:r>
      <w:r>
        <w:tab/>
        <w:t>1.013e0</w:t>
      </w:r>
    </w:p>
    <w:p w:rsidR="007B2329" w:rsidRDefault="007B2329" w:rsidP="007B2329">
      <w:r>
        <w:t>659.9996</w:t>
      </w:r>
      <w:r>
        <w:tab/>
        <w:t>1.013e0</w:t>
      </w:r>
    </w:p>
    <w:p w:rsidR="007B2329" w:rsidRDefault="007B2329" w:rsidP="007B2329">
      <w:r>
        <w:t>660.0102</w:t>
      </w:r>
      <w:r>
        <w:tab/>
        <w:t>1.025e0</w:t>
      </w:r>
    </w:p>
    <w:p w:rsidR="007B2329" w:rsidRDefault="007B2329" w:rsidP="007B2329">
      <w:r>
        <w:t>660.0278</w:t>
      </w:r>
      <w:r>
        <w:tab/>
        <w:t>2.025e0</w:t>
      </w:r>
    </w:p>
    <w:p w:rsidR="007B2329" w:rsidRDefault="007B2329" w:rsidP="007B2329">
      <w:r>
        <w:t>660.0521</w:t>
      </w:r>
      <w:r>
        <w:tab/>
        <w:t>1.013e0</w:t>
      </w:r>
    </w:p>
    <w:p w:rsidR="007B2329" w:rsidRDefault="007B2329" w:rsidP="007B2329">
      <w:r>
        <w:t>660.1008</w:t>
      </w:r>
      <w:r>
        <w:tab/>
        <w:t>4.051e0</w:t>
      </w:r>
    </w:p>
    <w:p w:rsidR="007B2329" w:rsidRDefault="007B2329" w:rsidP="007B2329">
      <w:r>
        <w:t>660.1332</w:t>
      </w:r>
      <w:r>
        <w:tab/>
        <w:t>3.038e0</w:t>
      </w:r>
    </w:p>
    <w:p w:rsidR="007B2329" w:rsidRDefault="007B2329" w:rsidP="007B2329">
      <w:r>
        <w:t>660.1385</w:t>
      </w:r>
      <w:r>
        <w:tab/>
        <w:t>3.038e0</w:t>
      </w:r>
    </w:p>
    <w:p w:rsidR="007B2329" w:rsidRDefault="007B2329" w:rsidP="007B2329">
      <w:r>
        <w:t>660.1407</w:t>
      </w:r>
      <w:r>
        <w:tab/>
        <w:t>5.756e0</w:t>
      </w:r>
    </w:p>
    <w:p w:rsidR="007B2329" w:rsidRDefault="007B2329" w:rsidP="007B2329">
      <w:r>
        <w:t>660.1517</w:t>
      </w:r>
      <w:r>
        <w:tab/>
        <w:t>1.013e0</w:t>
      </w:r>
    </w:p>
    <w:p w:rsidR="007B2329" w:rsidRDefault="007B2329" w:rsidP="007B2329">
      <w:r>
        <w:t>660.1747</w:t>
      </w:r>
      <w:r>
        <w:tab/>
        <w:t>2.025e0</w:t>
      </w:r>
    </w:p>
    <w:p w:rsidR="007B2329" w:rsidRDefault="007B2329" w:rsidP="007B2329">
      <w:r>
        <w:t>660.2064</w:t>
      </w:r>
      <w:r>
        <w:tab/>
        <w:t>2.585e0</w:t>
      </w:r>
    </w:p>
    <w:p w:rsidR="007B2329" w:rsidRDefault="007B2329" w:rsidP="007B2329">
      <w:r>
        <w:t>660.2084</w:t>
      </w:r>
      <w:r>
        <w:tab/>
        <w:t>2.025e0</w:t>
      </w:r>
    </w:p>
    <w:p w:rsidR="007B2329" w:rsidRDefault="007B2329" w:rsidP="007B2329">
      <w:r>
        <w:t>660.2295</w:t>
      </w:r>
      <w:r>
        <w:tab/>
        <w:t>1.302e0</w:t>
      </w:r>
    </w:p>
    <w:p w:rsidR="007B2329" w:rsidRDefault="007B2329" w:rsidP="007B2329">
      <w:r>
        <w:lastRenderedPageBreak/>
        <w:t>660.2415</w:t>
      </w:r>
      <w:r>
        <w:tab/>
        <w:t>1.886e0</w:t>
      </w:r>
    </w:p>
    <w:p w:rsidR="007B2329" w:rsidRDefault="007B2329" w:rsidP="007B2329">
      <w:r>
        <w:t>660.2513</w:t>
      </w:r>
      <w:r>
        <w:tab/>
        <w:t>5.685e0</w:t>
      </w:r>
    </w:p>
    <w:p w:rsidR="007B2329" w:rsidRDefault="007B2329" w:rsidP="007B2329">
      <w:r>
        <w:t>660.2788</w:t>
      </w:r>
      <w:r>
        <w:tab/>
        <w:t>3.039e0</w:t>
      </w:r>
    </w:p>
    <w:p w:rsidR="007B2329" w:rsidRDefault="007B2329" w:rsidP="007B2329">
      <w:r>
        <w:t>660.3164</w:t>
      </w:r>
      <w:r>
        <w:tab/>
        <w:t>9.691e-1</w:t>
      </w:r>
    </w:p>
    <w:p w:rsidR="007B2329" w:rsidRDefault="007B2329" w:rsidP="007B2329">
      <w:r>
        <w:t>660.3714</w:t>
      </w:r>
      <w:r>
        <w:tab/>
        <w:t>1.449e0</w:t>
      </w:r>
    </w:p>
    <w:p w:rsidR="007B2329" w:rsidRDefault="007B2329" w:rsidP="007B2329">
      <w:r>
        <w:t>660.3732</w:t>
      </w:r>
      <w:r>
        <w:tab/>
        <w:t>2.025e0</w:t>
      </w:r>
    </w:p>
    <w:p w:rsidR="007B2329" w:rsidRDefault="007B2329" w:rsidP="007B2329">
      <w:r>
        <w:t>660.4409</w:t>
      </w:r>
      <w:r>
        <w:tab/>
        <w:t>5.481e0</w:t>
      </w:r>
    </w:p>
    <w:p w:rsidR="007B2329" w:rsidRDefault="007B2329" w:rsidP="007B2329">
      <w:r>
        <w:t>660.4504</w:t>
      </w:r>
      <w:r>
        <w:tab/>
        <w:t>1.942e0</w:t>
      </w:r>
    </w:p>
    <w:p w:rsidR="007B2329" w:rsidRDefault="007B2329" w:rsidP="007B2329">
      <w:r>
        <w:t>660.4604</w:t>
      </w:r>
      <w:r>
        <w:tab/>
        <w:t>2.025e0</w:t>
      </w:r>
    </w:p>
    <w:p w:rsidR="007B2329" w:rsidRDefault="007B2329" w:rsidP="007B2329">
      <w:r>
        <w:t>660.4991</w:t>
      </w:r>
      <w:r>
        <w:tab/>
        <w:t>2.742e0</w:t>
      </w:r>
    </w:p>
    <w:p w:rsidR="007B2329" w:rsidRDefault="007B2329" w:rsidP="007B2329">
      <w:r>
        <w:t>660.5002</w:t>
      </w:r>
      <w:r>
        <w:tab/>
        <w:t>2.025e0</w:t>
      </w:r>
    </w:p>
    <w:p w:rsidR="007B2329" w:rsidRDefault="007B2329" w:rsidP="007B2329">
      <w:r>
        <w:t>660.5035</w:t>
      </w:r>
      <w:r>
        <w:tab/>
        <w:t>4.384e0</w:t>
      </w:r>
    </w:p>
    <w:p w:rsidR="007B2329" w:rsidRDefault="007B2329" w:rsidP="007B2329">
      <w:r>
        <w:t>660.5098</w:t>
      </w:r>
      <w:r>
        <w:tab/>
        <w:t>3.629e0</w:t>
      </w:r>
    </w:p>
    <w:p w:rsidR="007B2329" w:rsidRDefault="007B2329" w:rsidP="007B2329">
      <w:r>
        <w:t>660.5304</w:t>
      </w:r>
      <w:r>
        <w:tab/>
        <w:t>2.025e0</w:t>
      </w:r>
    </w:p>
    <w:p w:rsidR="007B2329" w:rsidRDefault="007B2329" w:rsidP="007B2329">
      <w:r>
        <w:t>660.5431</w:t>
      </w:r>
      <w:r>
        <w:tab/>
        <w:t>2.025e0</w:t>
      </w:r>
    </w:p>
    <w:p w:rsidR="007B2329" w:rsidRDefault="007B2329" w:rsidP="007B2329">
      <w:r>
        <w:t>660.5475</w:t>
      </w:r>
      <w:r>
        <w:tab/>
        <w:t>1.025e0</w:t>
      </w:r>
    </w:p>
    <w:p w:rsidR="007B2329" w:rsidRDefault="007B2329" w:rsidP="007B2329">
      <w:r>
        <w:t>660.5735</w:t>
      </w:r>
      <w:r>
        <w:tab/>
        <w:t>1.013e0</w:t>
      </w:r>
    </w:p>
    <w:p w:rsidR="007B2329" w:rsidRDefault="007B2329" w:rsidP="007B2329">
      <w:r>
        <w:t>660.6078</w:t>
      </w:r>
      <w:r>
        <w:tab/>
        <w:t>1.013e0</w:t>
      </w:r>
    </w:p>
    <w:p w:rsidR="007B2329" w:rsidRDefault="007B2329" w:rsidP="007B2329">
      <w:r>
        <w:t>660.6353</w:t>
      </w:r>
      <w:r>
        <w:tab/>
        <w:t>1.013e0</w:t>
      </w:r>
    </w:p>
    <w:p w:rsidR="007B2329" w:rsidRDefault="007B2329" w:rsidP="007B2329">
      <w:r>
        <w:lastRenderedPageBreak/>
        <w:t>660.6467</w:t>
      </w:r>
      <w:r>
        <w:tab/>
        <w:t>1.013e0</w:t>
      </w:r>
    </w:p>
    <w:p w:rsidR="007B2329" w:rsidRDefault="007B2329" w:rsidP="007B2329">
      <w:r>
        <w:t>660.6746</w:t>
      </w:r>
      <w:r>
        <w:tab/>
        <w:t>5.063e0</w:t>
      </w:r>
    </w:p>
    <w:p w:rsidR="007B2329" w:rsidRDefault="007B2329" w:rsidP="007B2329">
      <w:r>
        <w:t>660.7026</w:t>
      </w:r>
      <w:r>
        <w:tab/>
        <w:t>1.013e0</w:t>
      </w:r>
    </w:p>
    <w:p w:rsidR="007B2329" w:rsidRDefault="007B2329" w:rsidP="007B2329">
      <w:r>
        <w:t>660.7364</w:t>
      </w:r>
      <w:r>
        <w:tab/>
        <w:t>1.013e0</w:t>
      </w:r>
    </w:p>
    <w:p w:rsidR="007B2329" w:rsidRDefault="007B2329" w:rsidP="007B2329">
      <w:r>
        <w:t>660.7473</w:t>
      </w:r>
      <w:r>
        <w:tab/>
        <w:t>2.025e0</w:t>
      </w:r>
    </w:p>
    <w:p w:rsidR="007B2329" w:rsidRDefault="007B2329" w:rsidP="007B2329">
      <w:r>
        <w:t>660.7646</w:t>
      </w:r>
      <w:r>
        <w:tab/>
        <w:t>5.063e0</w:t>
      </w:r>
    </w:p>
    <w:p w:rsidR="007B2329" w:rsidRDefault="007B2329" w:rsidP="007B2329">
      <w:r>
        <w:t>660.7820</w:t>
      </w:r>
      <w:r>
        <w:tab/>
        <w:t>1.013e0</w:t>
      </w:r>
    </w:p>
    <w:p w:rsidR="007B2329" w:rsidRDefault="007B2329" w:rsidP="007B2329">
      <w:r>
        <w:t>660.7928</w:t>
      </w:r>
      <w:r>
        <w:tab/>
        <w:t>1.013e0</w:t>
      </w:r>
    </w:p>
    <w:p w:rsidR="007B2329" w:rsidRDefault="007B2329" w:rsidP="007B2329">
      <w:r>
        <w:t>660.8338</w:t>
      </w:r>
      <w:r>
        <w:tab/>
        <w:t>1.013e0</w:t>
      </w:r>
    </w:p>
    <w:p w:rsidR="007B2329" w:rsidRDefault="007B2329" w:rsidP="007B2329">
      <w:r>
        <w:t>660.8602</w:t>
      </w:r>
      <w:r>
        <w:tab/>
        <w:t>3.038e0</w:t>
      </w:r>
    </w:p>
    <w:p w:rsidR="007B2329" w:rsidRDefault="007B2329" w:rsidP="007B2329">
      <w:r>
        <w:t>660.8718</w:t>
      </w:r>
      <w:r>
        <w:tab/>
        <w:t>2.025e0</w:t>
      </w:r>
    </w:p>
    <w:p w:rsidR="007B2329" w:rsidRDefault="007B2329" w:rsidP="007B2329">
      <w:r>
        <w:t>660.8829</w:t>
      </w:r>
      <w:r>
        <w:tab/>
        <w:t>1.013e0</w:t>
      </w:r>
    </w:p>
    <w:p w:rsidR="007B2329" w:rsidRDefault="007B2329" w:rsidP="007B2329">
      <w:r>
        <w:t>660.9052</w:t>
      </w:r>
      <w:r>
        <w:tab/>
        <w:t>1.013e0</w:t>
      </w:r>
    </w:p>
    <w:p w:rsidR="007B2329" w:rsidRDefault="007B2329" w:rsidP="007B2329">
      <w:r>
        <w:t>660.9169</w:t>
      </w:r>
      <w:r>
        <w:tab/>
        <w:t>3.038e0</w:t>
      </w:r>
    </w:p>
    <w:p w:rsidR="007B2329" w:rsidRDefault="007B2329" w:rsidP="007B2329">
      <w:r>
        <w:t>660.9728</w:t>
      </w:r>
      <w:r>
        <w:tab/>
        <w:t>1.013e0</w:t>
      </w:r>
    </w:p>
    <w:p w:rsidR="007B2329" w:rsidRDefault="007B2329" w:rsidP="007B2329">
      <w:r>
        <w:t>660.9935</w:t>
      </w:r>
      <w:r>
        <w:tab/>
        <w:t>4.051e0</w:t>
      </w:r>
    </w:p>
    <w:p w:rsidR="007B2329" w:rsidRDefault="007B2329" w:rsidP="007B2329">
      <w:r>
        <w:t>661.0084</w:t>
      </w:r>
      <w:r>
        <w:tab/>
        <w:t>1.013e0</w:t>
      </w:r>
    </w:p>
    <w:p w:rsidR="007B2329" w:rsidRDefault="007B2329" w:rsidP="007B2329">
      <w:r>
        <w:t>661.0432</w:t>
      </w:r>
      <w:r>
        <w:tab/>
        <w:t>4.051e0</w:t>
      </w:r>
    </w:p>
    <w:p w:rsidR="007B2329" w:rsidRDefault="007B2329" w:rsidP="007B2329">
      <w:r>
        <w:t>661.0630</w:t>
      </w:r>
      <w:r>
        <w:tab/>
        <w:t>1.013e0</w:t>
      </w:r>
    </w:p>
    <w:p w:rsidR="007B2329" w:rsidRDefault="007B2329" w:rsidP="007B2329">
      <w:r>
        <w:lastRenderedPageBreak/>
        <w:t>661.1116</w:t>
      </w:r>
      <w:r>
        <w:tab/>
        <w:t>3.038e0</w:t>
      </w:r>
    </w:p>
    <w:p w:rsidR="007B2329" w:rsidRDefault="007B2329" w:rsidP="007B2329">
      <w:r>
        <w:t>661.1126</w:t>
      </w:r>
      <w:r>
        <w:tab/>
        <w:t>1.013e0</w:t>
      </w:r>
    </w:p>
    <w:p w:rsidR="007B2329" w:rsidRDefault="007B2329" w:rsidP="007B2329">
      <w:r>
        <w:t>661.1470</w:t>
      </w:r>
      <w:r>
        <w:tab/>
        <w:t>1.013e0</w:t>
      </w:r>
    </w:p>
    <w:p w:rsidR="007B2329" w:rsidRDefault="007B2329" w:rsidP="007B2329">
      <w:r>
        <w:t>661.1581</w:t>
      </w:r>
      <w:r>
        <w:tab/>
        <w:t>2.025e0</w:t>
      </w:r>
    </w:p>
    <w:p w:rsidR="007B2329" w:rsidRDefault="007B2329" w:rsidP="007B2329">
      <w:r>
        <w:t>661.1639</w:t>
      </w:r>
      <w:r>
        <w:tab/>
        <w:t>1.013e0</w:t>
      </w:r>
    </w:p>
    <w:p w:rsidR="007B2329" w:rsidRDefault="007B2329" w:rsidP="007B2329">
      <w:r>
        <w:t>661.2093</w:t>
      </w:r>
      <w:r>
        <w:tab/>
        <w:t>3.038e0</w:t>
      </w:r>
    </w:p>
    <w:p w:rsidR="007B2329" w:rsidRDefault="007B2329" w:rsidP="007B2329">
      <w:r>
        <w:t>661.2443</w:t>
      </w:r>
      <w:r>
        <w:tab/>
        <w:t>2.773e0</w:t>
      </w:r>
    </w:p>
    <w:p w:rsidR="007B2329" w:rsidRDefault="007B2329" w:rsidP="007B2329">
      <w:r>
        <w:t>661.2457</w:t>
      </w:r>
      <w:r>
        <w:tab/>
        <w:t>2.025e0</w:t>
      </w:r>
    </w:p>
    <w:p w:rsidR="007B2329" w:rsidRDefault="007B2329" w:rsidP="007B2329">
      <w:r>
        <w:t>661.2562</w:t>
      </w:r>
      <w:r>
        <w:tab/>
        <w:t>5.811e0</w:t>
      </w:r>
    </w:p>
    <w:p w:rsidR="007B2329" w:rsidRDefault="007B2329" w:rsidP="007B2329">
      <w:r>
        <w:t>661.2577</w:t>
      </w:r>
      <w:r>
        <w:tab/>
        <w:t>3.172e0</w:t>
      </w:r>
    </w:p>
    <w:p w:rsidR="007B2329" w:rsidRDefault="007B2329" w:rsidP="007B2329">
      <w:r>
        <w:t>661.2796</w:t>
      </w:r>
      <w:r>
        <w:tab/>
        <w:t>3.115e0</w:t>
      </w:r>
    </w:p>
    <w:p w:rsidR="007B2329" w:rsidRDefault="007B2329" w:rsidP="007B2329">
      <w:r>
        <w:t>661.2996</w:t>
      </w:r>
      <w:r>
        <w:tab/>
        <w:t>2.289e0</w:t>
      </w:r>
    </w:p>
    <w:p w:rsidR="007B2329" w:rsidRDefault="007B2329" w:rsidP="007B2329">
      <w:r>
        <w:t>661.3278</w:t>
      </w:r>
      <w:r>
        <w:tab/>
        <w:t>1.678e0</w:t>
      </w:r>
    </w:p>
    <w:p w:rsidR="007B2329" w:rsidRDefault="007B2329" w:rsidP="007B2329">
      <w:r>
        <w:t>661.3381</w:t>
      </w:r>
      <w:r>
        <w:tab/>
        <w:t>1.013e0</w:t>
      </w:r>
    </w:p>
    <w:p w:rsidR="007B2329" w:rsidRDefault="007B2329" w:rsidP="007B2329">
      <w:r>
        <w:t>661.3426</w:t>
      </w:r>
      <w:r>
        <w:tab/>
        <w:t>1.821e0</w:t>
      </w:r>
    </w:p>
    <w:p w:rsidR="007B2329" w:rsidRDefault="007B2329" w:rsidP="007B2329">
      <w:r>
        <w:t>661.3472</w:t>
      </w:r>
      <w:r>
        <w:tab/>
        <w:t>1.159e0</w:t>
      </w:r>
    </w:p>
    <w:p w:rsidR="007B2329" w:rsidRDefault="007B2329" w:rsidP="007B2329">
      <w:r>
        <w:t>661.3612</w:t>
      </w:r>
      <w:r>
        <w:tab/>
        <w:t>1.115e0</w:t>
      </w:r>
    </w:p>
    <w:p w:rsidR="007B2329" w:rsidRDefault="007B2329" w:rsidP="007B2329">
      <w:r>
        <w:t>661.4214</w:t>
      </w:r>
      <w:r>
        <w:tab/>
        <w:t>2.509e0</w:t>
      </w:r>
    </w:p>
    <w:p w:rsidR="007B2329" w:rsidRDefault="007B2329" w:rsidP="007B2329">
      <w:r>
        <w:t>661.4680</w:t>
      </w:r>
      <w:r>
        <w:tab/>
        <w:t>1.634e0</w:t>
      </w:r>
    </w:p>
    <w:p w:rsidR="007B2329" w:rsidRDefault="007B2329" w:rsidP="007B2329">
      <w:r>
        <w:lastRenderedPageBreak/>
        <w:t>661.4798</w:t>
      </w:r>
      <w:r>
        <w:tab/>
        <w:t>1.013e0</w:t>
      </w:r>
    </w:p>
    <w:p w:rsidR="007B2329" w:rsidRDefault="007B2329" w:rsidP="007B2329">
      <w:r>
        <w:t>661.5022</w:t>
      </w:r>
      <w:r>
        <w:tab/>
        <w:t>1.013e0</w:t>
      </w:r>
    </w:p>
    <w:p w:rsidR="007B2329" w:rsidRDefault="007B2329" w:rsidP="007B2329">
      <w:r>
        <w:t>661.5136</w:t>
      </w:r>
      <w:r>
        <w:tab/>
        <w:t>2.025e0</w:t>
      </w:r>
    </w:p>
    <w:p w:rsidR="007B2329" w:rsidRDefault="007B2329" w:rsidP="007B2329">
      <w:r>
        <w:t>661.5290</w:t>
      </w:r>
      <w:r>
        <w:tab/>
        <w:t>1.877e0</w:t>
      </w:r>
    </w:p>
    <w:p w:rsidR="007B2329" w:rsidRDefault="007B2329" w:rsidP="007B2329">
      <w:r>
        <w:t>661.5415</w:t>
      </w:r>
      <w:r>
        <w:tab/>
        <w:t>2.025e0</w:t>
      </w:r>
    </w:p>
    <w:p w:rsidR="007B2329" w:rsidRDefault="007B2329" w:rsidP="007B2329">
      <w:r>
        <w:t>661.5537</w:t>
      </w:r>
      <w:r>
        <w:tab/>
        <w:t>2.025e0</w:t>
      </w:r>
    </w:p>
    <w:p w:rsidR="007B2329" w:rsidRDefault="007B2329" w:rsidP="007B2329">
      <w:r>
        <w:t>661.5891</w:t>
      </w:r>
      <w:r>
        <w:tab/>
        <w:t>3.038e0</w:t>
      </w:r>
    </w:p>
    <w:p w:rsidR="007B2329" w:rsidRDefault="007B2329" w:rsidP="007B2329">
      <w:r>
        <w:t>661.5903</w:t>
      </w:r>
      <w:r>
        <w:tab/>
        <w:t>2.025e0</w:t>
      </w:r>
    </w:p>
    <w:p w:rsidR="007B2329" w:rsidRDefault="007B2329" w:rsidP="007B2329">
      <w:r>
        <w:t>661.6075</w:t>
      </w:r>
      <w:r>
        <w:tab/>
        <w:t>2.025e0</w:t>
      </w:r>
    </w:p>
    <w:p w:rsidR="007B2329" w:rsidRDefault="007B2329" w:rsidP="007B2329">
      <w:r>
        <w:t>661.6093</w:t>
      </w:r>
      <w:r>
        <w:tab/>
        <w:t>3.038e0</w:t>
      </w:r>
    </w:p>
    <w:p w:rsidR="007B2329" w:rsidRDefault="007B2329" w:rsidP="007B2329">
      <w:r>
        <w:t>661.6249</w:t>
      </w:r>
      <w:r>
        <w:tab/>
        <w:t>2.025e0</w:t>
      </w:r>
    </w:p>
    <w:p w:rsidR="007B2329" w:rsidRDefault="007B2329" w:rsidP="007B2329">
      <w:r>
        <w:t>661.6332</w:t>
      </w:r>
      <w:r>
        <w:tab/>
        <w:t>1.013e0</w:t>
      </w:r>
    </w:p>
    <w:p w:rsidR="007B2329" w:rsidRDefault="007B2329" w:rsidP="007B2329">
      <w:r>
        <w:t>661.6430</w:t>
      </w:r>
      <w:r>
        <w:tab/>
        <w:t>2.025e0</w:t>
      </w:r>
    </w:p>
    <w:p w:rsidR="007B2329" w:rsidRDefault="007B2329" w:rsidP="007B2329">
      <w:r>
        <w:t>661.6547</w:t>
      </w:r>
      <w:r>
        <w:tab/>
        <w:t>2.025e0</w:t>
      </w:r>
    </w:p>
    <w:p w:rsidR="007B2329" w:rsidRDefault="007B2329" w:rsidP="007B2329">
      <w:r>
        <w:t>661.6713</w:t>
      </w:r>
      <w:r>
        <w:tab/>
        <w:t>1.013e0</w:t>
      </w:r>
    </w:p>
    <w:p w:rsidR="007B2329" w:rsidRDefault="007B2329" w:rsidP="007B2329">
      <w:r>
        <w:t>661.7051</w:t>
      </w:r>
      <w:r>
        <w:tab/>
        <w:t>1.013e0</w:t>
      </w:r>
    </w:p>
    <w:p w:rsidR="007B2329" w:rsidRDefault="007B2329" w:rsidP="007B2329">
      <w:r>
        <w:t>661.7233</w:t>
      </w:r>
      <w:r>
        <w:tab/>
        <w:t>1.718e0</w:t>
      </w:r>
    </w:p>
    <w:p w:rsidR="007B2329" w:rsidRDefault="007B2329" w:rsidP="007B2329">
      <w:r>
        <w:t>661.7276</w:t>
      </w:r>
      <w:r>
        <w:tab/>
        <w:t>1.013e0</w:t>
      </w:r>
    </w:p>
    <w:p w:rsidR="007B2329" w:rsidRDefault="007B2329" w:rsidP="007B2329">
      <w:r>
        <w:t>661.7503</w:t>
      </w:r>
      <w:r>
        <w:tab/>
        <w:t>1.013e0</w:t>
      </w:r>
    </w:p>
    <w:p w:rsidR="007B2329" w:rsidRDefault="007B2329" w:rsidP="007B2329">
      <w:r>
        <w:lastRenderedPageBreak/>
        <w:t>661.8024</w:t>
      </w:r>
      <w:r>
        <w:tab/>
        <w:t>2.613e0</w:t>
      </w:r>
    </w:p>
    <w:p w:rsidR="007B2329" w:rsidRDefault="007B2329" w:rsidP="007B2329">
      <w:r>
        <w:t>661.8039</w:t>
      </w:r>
      <w:r>
        <w:tab/>
        <w:t>4.051e0</w:t>
      </w:r>
    </w:p>
    <w:p w:rsidR="007B2329" w:rsidRDefault="007B2329" w:rsidP="007B2329">
      <w:r>
        <w:t>661.8067</w:t>
      </w:r>
      <w:r>
        <w:tab/>
        <w:t>2.025e0</w:t>
      </w:r>
    </w:p>
    <w:p w:rsidR="007B2329" w:rsidRDefault="007B2329" w:rsidP="007B2329">
      <w:r>
        <w:t>661.8629</w:t>
      </w:r>
      <w:r>
        <w:tab/>
        <w:t>1.013e0</w:t>
      </w:r>
    </w:p>
    <w:p w:rsidR="007B2329" w:rsidRDefault="007B2329" w:rsidP="007B2329">
      <w:r>
        <w:t>661.8676</w:t>
      </w:r>
      <w:r>
        <w:tab/>
        <w:t>1.025e0</w:t>
      </w:r>
    </w:p>
    <w:p w:rsidR="007B2329" w:rsidRDefault="007B2329" w:rsidP="007B2329">
      <w:r>
        <w:t>661.8742</w:t>
      </w:r>
      <w:r>
        <w:tab/>
        <w:t>3.038e0</w:t>
      </w:r>
    </w:p>
    <w:p w:rsidR="007B2329" w:rsidRDefault="007B2329" w:rsidP="007B2329">
      <w:r>
        <w:t>661.8938</w:t>
      </w:r>
      <w:r>
        <w:tab/>
        <w:t>1.013e0</w:t>
      </w:r>
    </w:p>
    <w:p w:rsidR="007B2329" w:rsidRDefault="007B2329" w:rsidP="007B2329">
      <w:r>
        <w:t>661.9285</w:t>
      </w:r>
      <w:r>
        <w:tab/>
        <w:t>2.025e0</w:t>
      </w:r>
    </w:p>
    <w:p w:rsidR="007B2329" w:rsidRDefault="007B2329" w:rsidP="007B2329">
      <w:r>
        <w:t>661.9644</w:t>
      </w:r>
      <w:r>
        <w:tab/>
        <w:t>1.013e0</w:t>
      </w:r>
    </w:p>
    <w:p w:rsidR="007B2329" w:rsidRDefault="007B2329" w:rsidP="007B2329">
      <w:r>
        <w:t>661.9661</w:t>
      </w:r>
      <w:r>
        <w:tab/>
        <w:t>4.051e0</w:t>
      </w:r>
    </w:p>
    <w:p w:rsidR="007B2329" w:rsidRDefault="007B2329" w:rsidP="007B2329">
      <w:r>
        <w:t>661.9871</w:t>
      </w:r>
      <w:r>
        <w:tab/>
        <w:t>1.013e0</w:t>
      </w:r>
    </w:p>
    <w:p w:rsidR="007B2329" w:rsidRDefault="007B2329" w:rsidP="007B2329">
      <w:r>
        <w:t>661.9980</w:t>
      </w:r>
      <w:r>
        <w:tab/>
        <w:t>1.013e0</w:t>
      </w:r>
    </w:p>
    <w:p w:rsidR="007B2329" w:rsidRDefault="007B2329" w:rsidP="007B2329">
      <w:r>
        <w:t>662.0157</w:t>
      </w:r>
      <w:r>
        <w:tab/>
        <w:t>1.013e0</w:t>
      </w:r>
    </w:p>
    <w:p w:rsidR="007B2329" w:rsidRDefault="007B2329" w:rsidP="007B2329">
      <w:r>
        <w:t>662.0628</w:t>
      </w:r>
      <w:r>
        <w:tab/>
        <w:t>3.031e0</w:t>
      </w:r>
    </w:p>
    <w:p w:rsidR="007B2329" w:rsidRDefault="007B2329" w:rsidP="007B2329">
      <w:r>
        <w:t>662.0656</w:t>
      </w:r>
      <w:r>
        <w:tab/>
        <w:t>3.625e0</w:t>
      </w:r>
    </w:p>
    <w:p w:rsidR="007B2329" w:rsidRDefault="007B2329" w:rsidP="007B2329">
      <w:r>
        <w:t>662.0681</w:t>
      </w:r>
      <w:r>
        <w:tab/>
        <w:t>2.025e0</w:t>
      </w:r>
    </w:p>
    <w:p w:rsidR="007B2329" w:rsidRDefault="007B2329" w:rsidP="007B2329">
      <w:r>
        <w:t>662.0696</w:t>
      </w:r>
      <w:r>
        <w:tab/>
        <w:t>2.038e0</w:t>
      </w:r>
    </w:p>
    <w:p w:rsidR="007B2329" w:rsidRDefault="007B2329" w:rsidP="007B2329">
      <w:r>
        <w:t>662.0885</w:t>
      </w:r>
      <w:r>
        <w:tab/>
        <w:t>2.004e0</w:t>
      </w:r>
    </w:p>
    <w:p w:rsidR="007B2329" w:rsidRDefault="007B2329" w:rsidP="007B2329">
      <w:r>
        <w:t>662.1031</w:t>
      </w:r>
      <w:r>
        <w:tab/>
        <w:t>1.013e0</w:t>
      </w:r>
    </w:p>
    <w:p w:rsidR="007B2329" w:rsidRDefault="007B2329" w:rsidP="007B2329">
      <w:r>
        <w:lastRenderedPageBreak/>
        <w:t>662.1335</w:t>
      </w:r>
      <w:r>
        <w:tab/>
        <w:t>1.013e0</w:t>
      </w:r>
    </w:p>
    <w:p w:rsidR="007B2329" w:rsidRDefault="007B2329" w:rsidP="007B2329">
      <w:r>
        <w:t>662.1519</w:t>
      </w:r>
      <w:r>
        <w:tab/>
        <w:t>3.038e0</w:t>
      </w:r>
    </w:p>
    <w:p w:rsidR="007B2329" w:rsidRDefault="007B2329" w:rsidP="007B2329">
      <w:r>
        <w:t>662.1544</w:t>
      </w:r>
      <w:r>
        <w:tab/>
        <w:t>1.013e0</w:t>
      </w:r>
    </w:p>
    <w:p w:rsidR="007B2329" w:rsidRDefault="007B2329" w:rsidP="007B2329">
      <w:r>
        <w:t>662.1608</w:t>
      </w:r>
      <w:r>
        <w:tab/>
        <w:t>3.038e0</w:t>
      </w:r>
    </w:p>
    <w:p w:rsidR="007B2329" w:rsidRDefault="007B2329" w:rsidP="007B2329">
      <w:r>
        <w:t>662.1798</w:t>
      </w:r>
      <w:r>
        <w:tab/>
        <w:t>2.051e0</w:t>
      </w:r>
    </w:p>
    <w:p w:rsidR="007B2329" w:rsidRDefault="007B2329" w:rsidP="007B2329">
      <w:r>
        <w:t>662.1891</w:t>
      </w:r>
      <w:r>
        <w:tab/>
        <w:t>1.013e0</w:t>
      </w:r>
    </w:p>
    <w:p w:rsidR="007B2329" w:rsidRDefault="007B2329" w:rsidP="007B2329">
      <w:r>
        <w:t>662.2247</w:t>
      </w:r>
      <w:r>
        <w:tab/>
        <w:t>1.013e0</w:t>
      </w:r>
    </w:p>
    <w:p w:rsidR="007B2329" w:rsidRDefault="007B2329" w:rsidP="007B2329">
      <w:r>
        <w:t>662.2287</w:t>
      </w:r>
      <w:r>
        <w:tab/>
        <w:t>3.824e0</w:t>
      </w:r>
    </w:p>
    <w:p w:rsidR="007B2329" w:rsidRDefault="007B2329" w:rsidP="007B2329">
      <w:r>
        <w:t>662.2866</w:t>
      </w:r>
      <w:r>
        <w:tab/>
        <w:t>1.165e0</w:t>
      </w:r>
    </w:p>
    <w:p w:rsidR="007B2329" w:rsidRDefault="007B2329" w:rsidP="007B2329">
      <w:r>
        <w:t>662.3314</w:t>
      </w:r>
      <w:r>
        <w:tab/>
        <w:t>1.276e0</w:t>
      </w:r>
    </w:p>
    <w:p w:rsidR="007B2329" w:rsidRDefault="007B2329" w:rsidP="007B2329">
      <w:r>
        <w:t>662.3340</w:t>
      </w:r>
      <w:r>
        <w:tab/>
        <w:t>3.735e0</w:t>
      </w:r>
    </w:p>
    <w:p w:rsidR="007B2329" w:rsidRDefault="007B2329" w:rsidP="007B2329">
      <w:r>
        <w:t>662.3354</w:t>
      </w:r>
      <w:r>
        <w:tab/>
        <w:t>2.202e0</w:t>
      </w:r>
    </w:p>
    <w:p w:rsidR="007B2329" w:rsidRDefault="007B2329" w:rsidP="007B2329">
      <w:r>
        <w:t>662.4329</w:t>
      </w:r>
      <w:r>
        <w:tab/>
        <w:t>1.860e0</w:t>
      </w:r>
    </w:p>
    <w:p w:rsidR="007B2329" w:rsidRDefault="007B2329" w:rsidP="007B2329">
      <w:r>
        <w:t>662.4482</w:t>
      </w:r>
      <w:r>
        <w:tab/>
        <w:t>3.038e0</w:t>
      </w:r>
    </w:p>
    <w:p w:rsidR="007B2329" w:rsidRDefault="007B2329" w:rsidP="007B2329">
      <w:r>
        <w:t>662.4922</w:t>
      </w:r>
      <w:r>
        <w:tab/>
        <w:t>2.025e0</w:t>
      </w:r>
    </w:p>
    <w:p w:rsidR="007B2329" w:rsidRDefault="007B2329" w:rsidP="007B2329">
      <w:r>
        <w:t>662.5283</w:t>
      </w:r>
      <w:r>
        <w:tab/>
        <w:t>3.584e0</w:t>
      </w:r>
    </w:p>
    <w:p w:rsidR="007B2329" w:rsidRDefault="007B2329" w:rsidP="007B2329">
      <w:r>
        <w:t>662.5314</w:t>
      </w:r>
      <w:r>
        <w:tab/>
        <w:t>4.051e0</w:t>
      </w:r>
    </w:p>
    <w:p w:rsidR="007B2329" w:rsidRDefault="007B2329" w:rsidP="007B2329">
      <w:r>
        <w:t>662.5422</w:t>
      </w:r>
      <w:r>
        <w:tab/>
        <w:t>4.051e0</w:t>
      </w:r>
    </w:p>
    <w:p w:rsidR="007B2329" w:rsidRDefault="007B2329" w:rsidP="007B2329">
      <w:r>
        <w:t>662.5511</w:t>
      </w:r>
      <w:r>
        <w:tab/>
        <w:t>1.013e0</w:t>
      </w:r>
    </w:p>
    <w:p w:rsidR="007B2329" w:rsidRDefault="007B2329" w:rsidP="007B2329">
      <w:r>
        <w:lastRenderedPageBreak/>
        <w:t>662.6087</w:t>
      </w:r>
      <w:r>
        <w:tab/>
        <w:t>3.038e0</w:t>
      </w:r>
    </w:p>
    <w:p w:rsidR="007B2329" w:rsidRDefault="007B2329" w:rsidP="007B2329">
      <w:r>
        <w:t>662.6157</w:t>
      </w:r>
      <w:r>
        <w:tab/>
        <w:t>2.025e0</w:t>
      </w:r>
    </w:p>
    <w:p w:rsidR="007B2329" w:rsidRDefault="007B2329" w:rsidP="007B2329">
      <w:r>
        <w:t>662.6503</w:t>
      </w:r>
      <w:r>
        <w:tab/>
        <w:t>2.025e0</w:t>
      </w:r>
    </w:p>
    <w:p w:rsidR="007B2329" w:rsidRDefault="007B2329" w:rsidP="007B2329">
      <w:r>
        <w:t>662.6525</w:t>
      </w:r>
      <w:r>
        <w:tab/>
        <w:t>1.013e0</w:t>
      </w:r>
    </w:p>
    <w:p w:rsidR="007B2329" w:rsidRDefault="007B2329" w:rsidP="007B2329">
      <w:r>
        <w:t>662.6766</w:t>
      </w:r>
      <w:r>
        <w:tab/>
        <w:t>3.038e0</w:t>
      </w:r>
    </w:p>
    <w:p w:rsidR="007B2329" w:rsidRDefault="007B2329" w:rsidP="007B2329">
      <w:r>
        <w:t>662.6824</w:t>
      </w:r>
      <w:r>
        <w:tab/>
        <w:t>2.025e0</w:t>
      </w:r>
    </w:p>
    <w:p w:rsidR="007B2329" w:rsidRDefault="007B2329" w:rsidP="007B2329">
      <w:r>
        <w:t>662.7204</w:t>
      </w:r>
      <w:r>
        <w:tab/>
        <w:t>1.013e0</w:t>
      </w:r>
    </w:p>
    <w:p w:rsidR="007B2329" w:rsidRDefault="007B2329" w:rsidP="007B2329">
      <w:r>
        <w:t>662.7276</w:t>
      </w:r>
      <w:r>
        <w:tab/>
        <w:t>1.013e0</w:t>
      </w:r>
    </w:p>
    <w:p w:rsidR="007B2329" w:rsidRDefault="007B2329" w:rsidP="007B2329">
      <w:r>
        <w:t>662.7592</w:t>
      </w:r>
      <w:r>
        <w:tab/>
        <w:t>2.025e0</w:t>
      </w:r>
    </w:p>
    <w:p w:rsidR="007B2329" w:rsidRDefault="007B2329" w:rsidP="007B2329">
      <w:r>
        <w:t>662.7922</w:t>
      </w:r>
      <w:r>
        <w:tab/>
        <w:t>3.732e0</w:t>
      </w:r>
    </w:p>
    <w:p w:rsidR="007B2329" w:rsidRDefault="007B2329" w:rsidP="007B2329">
      <w:r>
        <w:t>662.8067</w:t>
      </w:r>
      <w:r>
        <w:tab/>
        <w:t>2.025e0</w:t>
      </w:r>
    </w:p>
    <w:p w:rsidR="007B2329" w:rsidRDefault="007B2329" w:rsidP="007B2329">
      <w:r>
        <w:t>662.8112</w:t>
      </w:r>
      <w:r>
        <w:tab/>
        <w:t>3.038e0</w:t>
      </w:r>
    </w:p>
    <w:p w:rsidR="007B2329" w:rsidRDefault="007B2329" w:rsidP="007B2329">
      <w:r>
        <w:t>662.8480</w:t>
      </w:r>
      <w:r>
        <w:tab/>
        <w:t>3.038e0</w:t>
      </w:r>
    </w:p>
    <w:p w:rsidR="007B2329" w:rsidRDefault="007B2329" w:rsidP="007B2329">
      <w:r>
        <w:t>662.8559</w:t>
      </w:r>
      <w:r>
        <w:tab/>
        <w:t>1.013e0</w:t>
      </w:r>
    </w:p>
    <w:p w:rsidR="007B2329" w:rsidRDefault="007B2329" w:rsidP="007B2329">
      <w:r>
        <w:t>662.8783</w:t>
      </w:r>
      <w:r>
        <w:tab/>
        <w:t>2.025e0</w:t>
      </w:r>
    </w:p>
    <w:p w:rsidR="007B2329" w:rsidRDefault="007B2329" w:rsidP="007B2329">
      <w:r>
        <w:t>662.9225</w:t>
      </w:r>
      <w:r>
        <w:tab/>
        <w:t>1.025e0</w:t>
      </w:r>
    </w:p>
    <w:p w:rsidR="007B2329" w:rsidRDefault="007B2329" w:rsidP="007B2329">
      <w:r>
        <w:t>662.9620</w:t>
      </w:r>
      <w:r>
        <w:tab/>
        <w:t>1.025e0</w:t>
      </w:r>
    </w:p>
    <w:p w:rsidR="007B2329" w:rsidRDefault="007B2329" w:rsidP="007B2329">
      <w:r>
        <w:t>662.9688</w:t>
      </w:r>
      <w:r>
        <w:tab/>
        <w:t>1.013e0</w:t>
      </w:r>
    </w:p>
    <w:p w:rsidR="007B2329" w:rsidRDefault="007B2329" w:rsidP="007B2329">
      <w:r>
        <w:t>662.9799</w:t>
      </w:r>
      <w:r>
        <w:tab/>
        <w:t>2.025e0</w:t>
      </w:r>
    </w:p>
    <w:p w:rsidR="007B2329" w:rsidRDefault="007B2329" w:rsidP="007B2329">
      <w:r>
        <w:lastRenderedPageBreak/>
        <w:t>663.0142</w:t>
      </w:r>
      <w:r>
        <w:tab/>
        <w:t>1.013e0</w:t>
      </w:r>
    </w:p>
    <w:p w:rsidR="007B2329" w:rsidRDefault="007B2329" w:rsidP="007B2329">
      <w:r>
        <w:t>663.0162</w:t>
      </w:r>
      <w:r>
        <w:tab/>
        <w:t>3.038e0</w:t>
      </w:r>
    </w:p>
    <w:p w:rsidR="007B2329" w:rsidRDefault="007B2329" w:rsidP="007B2329">
      <w:r>
        <w:t>663.0392</w:t>
      </w:r>
      <w:r>
        <w:tab/>
        <w:t>3.259e0</w:t>
      </w:r>
    </w:p>
    <w:p w:rsidR="007B2329" w:rsidRDefault="007B2329" w:rsidP="007B2329">
      <w:r>
        <w:t>663.0815</w:t>
      </w:r>
      <w:r>
        <w:tab/>
        <w:t>1.013e0</w:t>
      </w:r>
    </w:p>
    <w:p w:rsidR="007B2329" w:rsidRDefault="007B2329" w:rsidP="007B2329">
      <w:r>
        <w:t>663.1095</w:t>
      </w:r>
      <w:r>
        <w:tab/>
        <w:t>4.047e0</w:t>
      </w:r>
    </w:p>
    <w:p w:rsidR="007B2329" w:rsidRDefault="007B2329" w:rsidP="007B2329">
      <w:r>
        <w:t>663.1269</w:t>
      </w:r>
      <w:r>
        <w:tab/>
        <w:t>1.013e0</w:t>
      </w:r>
    </w:p>
    <w:p w:rsidR="007B2329" w:rsidRDefault="007B2329" w:rsidP="007B2329">
      <w:r>
        <w:t>663.1488</w:t>
      </w:r>
      <w:r>
        <w:tab/>
        <w:t>2.038e0</w:t>
      </w:r>
    </w:p>
    <w:p w:rsidR="007B2329" w:rsidRDefault="007B2329" w:rsidP="007B2329">
      <w:r>
        <w:t>663.1754</w:t>
      </w:r>
      <w:r>
        <w:tab/>
        <w:t>2.038e0</w:t>
      </w:r>
    </w:p>
    <w:p w:rsidR="007B2329" w:rsidRDefault="007B2329" w:rsidP="007B2329">
      <w:r>
        <w:t>663.2122</w:t>
      </w:r>
      <w:r>
        <w:tab/>
        <w:t>5.899e0</w:t>
      </w:r>
    </w:p>
    <w:p w:rsidR="007B2329" w:rsidRDefault="007B2329" w:rsidP="007B2329">
      <w:r>
        <w:t>663.2139</w:t>
      </w:r>
      <w:r>
        <w:tab/>
        <w:t>1.013e0</w:t>
      </w:r>
    </w:p>
    <w:p w:rsidR="007B2329" w:rsidRDefault="007B2329" w:rsidP="007B2329">
      <w:r>
        <w:t>663.2490</w:t>
      </w:r>
      <w:r>
        <w:tab/>
        <w:t>1.013e0</w:t>
      </w:r>
    </w:p>
    <w:p w:rsidR="007B2329" w:rsidRDefault="007B2329" w:rsidP="007B2329">
      <w:r>
        <w:t>663.2650</w:t>
      </w:r>
      <w:r>
        <w:tab/>
        <w:t>1.285e0</w:t>
      </w:r>
    </w:p>
    <w:p w:rsidR="007B2329" w:rsidRDefault="007B2329" w:rsidP="007B2329">
      <w:r>
        <w:t>663.3005</w:t>
      </w:r>
      <w:r>
        <w:tab/>
        <w:t>1.076e0</w:t>
      </w:r>
    </w:p>
    <w:p w:rsidR="007B2329" w:rsidRDefault="007B2329" w:rsidP="007B2329">
      <w:r>
        <w:t>663.3100</w:t>
      </w:r>
      <w:r>
        <w:tab/>
        <w:t>1.771e0</w:t>
      </w:r>
    </w:p>
    <w:p w:rsidR="007B2329" w:rsidRDefault="007B2329" w:rsidP="007B2329">
      <w:r>
        <w:t>663.3615</w:t>
      </w:r>
      <w:r>
        <w:tab/>
        <w:t>2.025e0</w:t>
      </w:r>
    </w:p>
    <w:p w:rsidR="007B2329" w:rsidRDefault="007B2329" w:rsidP="007B2329">
      <w:r>
        <w:t>663.3683</w:t>
      </w:r>
      <w:r>
        <w:tab/>
        <w:t>1.026e0</w:t>
      </w:r>
    </w:p>
    <w:p w:rsidR="007B2329" w:rsidRDefault="007B2329" w:rsidP="007B2329">
      <w:r>
        <w:t>663.3930</w:t>
      </w:r>
      <w:r>
        <w:tab/>
        <w:t>1.905e0</w:t>
      </w:r>
    </w:p>
    <w:p w:rsidR="007B2329" w:rsidRDefault="007B2329" w:rsidP="007B2329">
      <w:r>
        <w:t>663.4172</w:t>
      </w:r>
      <w:r>
        <w:tab/>
        <w:t>1.524e0</w:t>
      </w:r>
    </w:p>
    <w:p w:rsidR="007B2329" w:rsidRDefault="007B2329" w:rsidP="007B2329">
      <w:r>
        <w:t>663.4251</w:t>
      </w:r>
      <w:r>
        <w:tab/>
        <w:t>6.153e0</w:t>
      </w:r>
    </w:p>
    <w:p w:rsidR="007B2329" w:rsidRDefault="007B2329" w:rsidP="007B2329">
      <w:r>
        <w:lastRenderedPageBreak/>
        <w:t>663.4288</w:t>
      </w:r>
      <w:r>
        <w:tab/>
        <w:t>3.844e0</w:t>
      </w:r>
    </w:p>
    <w:p w:rsidR="007B2329" w:rsidRDefault="007B2329" w:rsidP="007B2329">
      <w:r>
        <w:t>663.4387</w:t>
      </w:r>
      <w:r>
        <w:tab/>
        <w:t>3.038e0</w:t>
      </w:r>
    </w:p>
    <w:p w:rsidR="007B2329" w:rsidRDefault="007B2329" w:rsidP="007B2329">
      <w:r>
        <w:t>663.4431</w:t>
      </w:r>
      <w:r>
        <w:tab/>
        <w:t>1.013e0</w:t>
      </w:r>
    </w:p>
    <w:p w:rsidR="007B2329" w:rsidRDefault="007B2329" w:rsidP="007B2329">
      <w:r>
        <w:t>663.4680</w:t>
      </w:r>
      <w:r>
        <w:tab/>
        <w:t>9.323e0</w:t>
      </w:r>
    </w:p>
    <w:p w:rsidR="007B2329" w:rsidRDefault="007B2329" w:rsidP="007B2329">
      <w:r>
        <w:t>663.4705</w:t>
      </w:r>
      <w:r>
        <w:tab/>
        <w:t>5.179e0</w:t>
      </w:r>
    </w:p>
    <w:p w:rsidR="007B2329" w:rsidRDefault="007B2329" w:rsidP="007B2329">
      <w:r>
        <w:t>663.4924</w:t>
      </w:r>
      <w:r>
        <w:tab/>
        <w:t>1.013e0</w:t>
      </w:r>
    </w:p>
    <w:p w:rsidR="007B2329" w:rsidRDefault="007B2329" w:rsidP="007B2329">
      <w:r>
        <w:t>663.5095</w:t>
      </w:r>
      <w:r>
        <w:tab/>
        <w:t>3.717e0</w:t>
      </w:r>
    </w:p>
    <w:p w:rsidR="007B2329" w:rsidRDefault="007B2329" w:rsidP="007B2329">
      <w:r>
        <w:t>663.5355</w:t>
      </w:r>
      <w:r>
        <w:tab/>
        <w:t>2.025e0</w:t>
      </w:r>
    </w:p>
    <w:p w:rsidR="007B2329" w:rsidRDefault="007B2329" w:rsidP="007B2329">
      <w:r>
        <w:t>663.5688</w:t>
      </w:r>
      <w:r>
        <w:tab/>
        <w:t>3.038e0</w:t>
      </w:r>
    </w:p>
    <w:p w:rsidR="007B2329" w:rsidRDefault="007B2329" w:rsidP="007B2329">
      <w:r>
        <w:t>663.5862</w:t>
      </w:r>
      <w:r>
        <w:tab/>
        <w:t>3.038e0</w:t>
      </w:r>
    </w:p>
    <w:p w:rsidR="007B2329" w:rsidRDefault="007B2329" w:rsidP="007B2329">
      <w:r>
        <w:t>663.6232</w:t>
      </w:r>
      <w:r>
        <w:tab/>
        <w:t>2.025e0</w:t>
      </w:r>
    </w:p>
    <w:p w:rsidR="007B2329" w:rsidRDefault="007B2329" w:rsidP="007B2329">
      <w:r>
        <w:t>663.6312</w:t>
      </w:r>
      <w:r>
        <w:tab/>
        <w:t>1.013e0</w:t>
      </w:r>
    </w:p>
    <w:p w:rsidR="007B2329" w:rsidRDefault="007B2329" w:rsidP="007B2329">
      <w:r>
        <w:t>663.6490</w:t>
      </w:r>
      <w:r>
        <w:tab/>
        <w:t>1.013e0</w:t>
      </w:r>
    </w:p>
    <w:p w:rsidR="007B2329" w:rsidRDefault="007B2329" w:rsidP="007B2329">
      <w:r>
        <w:t>663.6810</w:t>
      </w:r>
      <w:r>
        <w:tab/>
        <w:t>4.051e0</w:t>
      </w:r>
    </w:p>
    <w:p w:rsidR="007B2329" w:rsidRDefault="007B2329" w:rsidP="007B2329">
      <w:r>
        <w:t>663.7030</w:t>
      </w:r>
      <w:r>
        <w:tab/>
        <w:t>1.013e0</w:t>
      </w:r>
    </w:p>
    <w:p w:rsidR="007B2329" w:rsidRDefault="007B2329" w:rsidP="007B2329">
      <w:r>
        <w:t>663.7596</w:t>
      </w:r>
      <w:r>
        <w:tab/>
        <w:t>1.013e0</w:t>
      </w:r>
    </w:p>
    <w:p w:rsidR="007B2329" w:rsidRDefault="007B2329" w:rsidP="007B2329">
      <w:r>
        <w:t>663.7747</w:t>
      </w:r>
      <w:r>
        <w:tab/>
        <w:t>3.038e0</w:t>
      </w:r>
    </w:p>
    <w:p w:rsidR="007B2329" w:rsidRDefault="007B2329" w:rsidP="007B2329">
      <w:r>
        <w:t>663.7759</w:t>
      </w:r>
      <w:r>
        <w:tab/>
        <w:t>2.025e0</w:t>
      </w:r>
    </w:p>
    <w:p w:rsidR="007B2329" w:rsidRDefault="007B2329" w:rsidP="007B2329">
      <w:r>
        <w:t>663.7795</w:t>
      </w:r>
      <w:r>
        <w:tab/>
        <w:t>2.025e0</w:t>
      </w:r>
    </w:p>
    <w:p w:rsidR="007B2329" w:rsidRDefault="007B2329" w:rsidP="007B2329">
      <w:r>
        <w:lastRenderedPageBreak/>
        <w:t>663.7881</w:t>
      </w:r>
      <w:r>
        <w:tab/>
        <w:t>2.025e0</w:t>
      </w:r>
    </w:p>
    <w:p w:rsidR="007B2329" w:rsidRDefault="007B2329" w:rsidP="007B2329">
      <w:r>
        <w:t>663.7934</w:t>
      </w:r>
      <w:r>
        <w:tab/>
        <w:t>1.013e0</w:t>
      </w:r>
    </w:p>
    <w:p w:rsidR="007B2329" w:rsidRDefault="007B2329" w:rsidP="007B2329">
      <w:r>
        <w:t>663.8246</w:t>
      </w:r>
      <w:r>
        <w:tab/>
        <w:t>3.038e0</w:t>
      </w:r>
    </w:p>
    <w:p w:rsidR="007B2329" w:rsidRDefault="007B2329" w:rsidP="007B2329">
      <w:r>
        <w:t>663.8598</w:t>
      </w:r>
      <w:r>
        <w:tab/>
        <w:t>2.347e0</w:t>
      </w:r>
    </w:p>
    <w:p w:rsidR="007B2329" w:rsidRDefault="007B2329" w:rsidP="007B2329">
      <w:r>
        <w:t>663.9000</w:t>
      </w:r>
      <w:r>
        <w:tab/>
        <w:t>2.025e0</w:t>
      </w:r>
    </w:p>
    <w:p w:rsidR="007B2329" w:rsidRDefault="007B2329" w:rsidP="007B2329">
      <w:r>
        <w:t>663.9270</w:t>
      </w:r>
      <w:r>
        <w:tab/>
        <w:t>2.025e0</w:t>
      </w:r>
    </w:p>
    <w:p w:rsidR="007B2329" w:rsidRDefault="007B2329" w:rsidP="007B2329">
      <w:r>
        <w:t>663.9288</w:t>
      </w:r>
      <w:r>
        <w:tab/>
        <w:t>2.025e0</w:t>
      </w:r>
    </w:p>
    <w:p w:rsidR="007B2329" w:rsidRDefault="007B2329" w:rsidP="007B2329">
      <w:r>
        <w:t>664.0034</w:t>
      </w:r>
      <w:r>
        <w:tab/>
        <w:t>2.025e0</w:t>
      </w:r>
    </w:p>
    <w:p w:rsidR="007B2329" w:rsidRDefault="007B2329" w:rsidP="007B2329">
      <w:r>
        <w:t>664.0084</w:t>
      </w:r>
      <w:r>
        <w:tab/>
        <w:t>1.013e0</w:t>
      </w:r>
    </w:p>
    <w:p w:rsidR="007B2329" w:rsidRDefault="007B2329" w:rsidP="007B2329">
      <w:r>
        <w:t>664.0125</w:t>
      </w:r>
      <w:r>
        <w:tab/>
        <w:t>3.102e0</w:t>
      </w:r>
    </w:p>
    <w:p w:rsidR="007B2329" w:rsidRDefault="007B2329" w:rsidP="007B2329">
      <w:r>
        <w:t>664.0317</w:t>
      </w:r>
      <w:r>
        <w:tab/>
        <w:t>2.011e0</w:t>
      </w:r>
    </w:p>
    <w:p w:rsidR="007B2329" w:rsidRDefault="007B2329" w:rsidP="007B2329">
      <w:r>
        <w:t>664.0370</w:t>
      </w:r>
      <w:r>
        <w:tab/>
        <w:t>4.591e0</w:t>
      </w:r>
    </w:p>
    <w:p w:rsidR="007B2329" w:rsidRDefault="007B2329" w:rsidP="007B2329">
      <w:r>
        <w:t>664.0826</w:t>
      </w:r>
      <w:r>
        <w:tab/>
        <w:t>3.038e0</w:t>
      </w:r>
    </w:p>
    <w:p w:rsidR="007B2329" w:rsidRDefault="007B2329" w:rsidP="007B2329">
      <w:r>
        <w:t>664.0906</w:t>
      </w:r>
      <w:r>
        <w:tab/>
        <w:t>2.915e0</w:t>
      </w:r>
    </w:p>
    <w:p w:rsidR="007B2329" w:rsidRDefault="007B2329" w:rsidP="007B2329">
      <w:r>
        <w:t>664.1122</w:t>
      </w:r>
      <w:r>
        <w:tab/>
        <w:t>2.018e0</w:t>
      </w:r>
    </w:p>
    <w:p w:rsidR="007B2329" w:rsidRDefault="007B2329" w:rsidP="007B2329">
      <w:r>
        <w:t>664.1829</w:t>
      </w:r>
      <w:r>
        <w:tab/>
        <w:t>2.025e0</w:t>
      </w:r>
    </w:p>
    <w:p w:rsidR="007B2329" w:rsidRDefault="007B2329" w:rsidP="007B2329">
      <w:r>
        <w:t>664.2075</w:t>
      </w:r>
      <w:r>
        <w:tab/>
        <w:t>2.876e0</w:t>
      </w:r>
    </w:p>
    <w:p w:rsidR="007B2329" w:rsidRDefault="007B2329" w:rsidP="007B2329">
      <w:r>
        <w:t>664.2135</w:t>
      </w:r>
      <w:r>
        <w:tab/>
        <w:t>3.038e0</w:t>
      </w:r>
    </w:p>
    <w:p w:rsidR="007B2329" w:rsidRDefault="007B2329" w:rsidP="007B2329">
      <w:r>
        <w:t>664.2173</w:t>
      </w:r>
      <w:r>
        <w:tab/>
        <w:t>2.601e0</w:t>
      </w:r>
    </w:p>
    <w:p w:rsidR="007B2329" w:rsidRDefault="007B2329" w:rsidP="007B2329">
      <w:r>
        <w:lastRenderedPageBreak/>
        <w:t>664.2279</w:t>
      </w:r>
      <w:r>
        <w:tab/>
        <w:t>7.525e-1</w:t>
      </w:r>
    </w:p>
    <w:p w:rsidR="007B2329" w:rsidRDefault="007B2329" w:rsidP="007B2329">
      <w:r>
        <w:t>664.2294</w:t>
      </w:r>
      <w:r>
        <w:tab/>
        <w:t>2.857e0</w:t>
      </w:r>
    </w:p>
    <w:p w:rsidR="007B2329" w:rsidRDefault="007B2329" w:rsidP="007B2329">
      <w:r>
        <w:t>664.2772</w:t>
      </w:r>
      <w:r>
        <w:tab/>
        <w:t>1.829e0</w:t>
      </w:r>
    </w:p>
    <w:p w:rsidR="007B2329" w:rsidRDefault="007B2329" w:rsidP="007B2329">
      <w:r>
        <w:t>664.2969</w:t>
      </w:r>
      <w:r>
        <w:tab/>
        <w:t>3.319e0</w:t>
      </w:r>
    </w:p>
    <w:p w:rsidR="007B2329" w:rsidRDefault="007B2329" w:rsidP="007B2329">
      <w:r>
        <w:t>664.2983</w:t>
      </w:r>
      <w:r>
        <w:tab/>
        <w:t>5.378e0</w:t>
      </w:r>
    </w:p>
    <w:p w:rsidR="007B2329" w:rsidRDefault="007B2329" w:rsidP="007B2329">
      <w:r>
        <w:t>664.3116</w:t>
      </w:r>
      <w:r>
        <w:tab/>
        <w:t>1.840e0</w:t>
      </w:r>
    </w:p>
    <w:p w:rsidR="007B2329" w:rsidRDefault="007B2329" w:rsidP="007B2329">
      <w:r>
        <w:t>664.3325</w:t>
      </w:r>
      <w:r>
        <w:tab/>
        <w:t>4.051e0</w:t>
      </w:r>
    </w:p>
    <w:p w:rsidR="007B2329" w:rsidRDefault="007B2329" w:rsidP="007B2329">
      <w:r>
        <w:t>664.3434</w:t>
      </w:r>
      <w:r>
        <w:tab/>
        <w:t>3.467e0</w:t>
      </w:r>
    </w:p>
    <w:p w:rsidR="007B2329" w:rsidRDefault="007B2329" w:rsidP="007B2329">
      <w:r>
        <w:t>664.3928</w:t>
      </w:r>
      <w:r>
        <w:tab/>
        <w:t>1.013e0</w:t>
      </w:r>
    </w:p>
    <w:p w:rsidR="007B2329" w:rsidRDefault="007B2329" w:rsidP="007B2329">
      <w:r>
        <w:t>664.4310</w:t>
      </w:r>
      <w:r>
        <w:tab/>
        <w:t>1.860e0</w:t>
      </w:r>
    </w:p>
    <w:p w:rsidR="007B2329" w:rsidRDefault="007B2329" w:rsidP="007B2329">
      <w:r>
        <w:t>664.4412</w:t>
      </w:r>
      <w:r>
        <w:tab/>
        <w:t>1.922e0</w:t>
      </w:r>
    </w:p>
    <w:p w:rsidR="007B2329" w:rsidRDefault="007B2329" w:rsidP="007B2329">
      <w:r>
        <w:t>664.4532</w:t>
      </w:r>
      <w:r>
        <w:tab/>
        <w:t>6.106e0</w:t>
      </w:r>
    </w:p>
    <w:p w:rsidR="007B2329" w:rsidRDefault="007B2329" w:rsidP="007B2329">
      <w:r>
        <w:t>664.4649</w:t>
      </w:r>
      <w:r>
        <w:tab/>
        <w:t>1.013e0</w:t>
      </w:r>
    </w:p>
    <w:p w:rsidR="007B2329" w:rsidRDefault="007B2329" w:rsidP="007B2329">
      <w:r>
        <w:t>664.4732</w:t>
      </w:r>
      <w:r>
        <w:tab/>
        <w:t>3.544e0</w:t>
      </w:r>
    </w:p>
    <w:p w:rsidR="007B2329" w:rsidRDefault="007B2329" w:rsidP="007B2329">
      <w:r>
        <w:t>664.5185</w:t>
      </w:r>
      <w:r>
        <w:tab/>
        <w:t>4.073e0</w:t>
      </w:r>
    </w:p>
    <w:p w:rsidR="007B2329" w:rsidRDefault="007B2329" w:rsidP="007B2329">
      <w:r>
        <w:t>664.5343</w:t>
      </w:r>
      <w:r>
        <w:tab/>
        <w:t>1.013e0</w:t>
      </w:r>
    </w:p>
    <w:p w:rsidR="007B2329" w:rsidRDefault="007B2329" w:rsidP="007B2329">
      <w:r>
        <w:t>664.5382</w:t>
      </w:r>
      <w:r>
        <w:tab/>
        <w:t>2.025e0</w:t>
      </w:r>
    </w:p>
    <w:p w:rsidR="007B2329" w:rsidRDefault="007B2329" w:rsidP="007B2329">
      <w:r>
        <w:t>664.5400</w:t>
      </w:r>
      <w:r>
        <w:tab/>
        <w:t>1.013e0</w:t>
      </w:r>
    </w:p>
    <w:p w:rsidR="007B2329" w:rsidRDefault="007B2329" w:rsidP="007B2329">
      <w:r>
        <w:t>664.5503</w:t>
      </w:r>
      <w:r>
        <w:tab/>
        <w:t>3.038e0</w:t>
      </w:r>
    </w:p>
    <w:p w:rsidR="007B2329" w:rsidRDefault="007B2329" w:rsidP="007B2329">
      <w:r>
        <w:lastRenderedPageBreak/>
        <w:t>664.5917</w:t>
      </w:r>
      <w:r>
        <w:tab/>
        <w:t>6.076e0</w:t>
      </w:r>
    </w:p>
    <w:p w:rsidR="007B2329" w:rsidRDefault="007B2329" w:rsidP="007B2329">
      <w:r>
        <w:t>664.6195</w:t>
      </w:r>
      <w:r>
        <w:tab/>
        <w:t>2.025e0</w:t>
      </w:r>
    </w:p>
    <w:p w:rsidR="007B2329" w:rsidRDefault="007B2329" w:rsidP="007B2329">
      <w:r>
        <w:t>664.6307</w:t>
      </w:r>
      <w:r>
        <w:tab/>
        <w:t>1.013e0</w:t>
      </w:r>
    </w:p>
    <w:p w:rsidR="007B2329" w:rsidRDefault="007B2329" w:rsidP="007B2329">
      <w:r>
        <w:t>664.6380</w:t>
      </w:r>
      <w:r>
        <w:tab/>
        <w:t>1.013e0</w:t>
      </w:r>
    </w:p>
    <w:p w:rsidR="007B2329" w:rsidRDefault="007B2329" w:rsidP="007B2329">
      <w:r>
        <w:t>664.6509</w:t>
      </w:r>
      <w:r>
        <w:tab/>
        <w:t>3.038e0</w:t>
      </w:r>
    </w:p>
    <w:p w:rsidR="007B2329" w:rsidRDefault="007B2329" w:rsidP="007B2329">
      <w:r>
        <w:t>664.7249</w:t>
      </w:r>
      <w:r>
        <w:tab/>
        <w:t>2.025e0</w:t>
      </w:r>
    </w:p>
    <w:p w:rsidR="007B2329" w:rsidRDefault="007B2329" w:rsidP="007B2329">
      <w:r>
        <w:t>664.7319</w:t>
      </w:r>
      <w:r>
        <w:tab/>
        <w:t>4.051e0</w:t>
      </w:r>
    </w:p>
    <w:p w:rsidR="007B2329" w:rsidRDefault="007B2329" w:rsidP="007B2329">
      <w:r>
        <w:t>664.7679</w:t>
      </w:r>
      <w:r>
        <w:tab/>
        <w:t>3.038e0</w:t>
      </w:r>
    </w:p>
    <w:p w:rsidR="007B2329" w:rsidRDefault="007B2329" w:rsidP="007B2329">
      <w:r>
        <w:t>664.8123</w:t>
      </w:r>
      <w:r>
        <w:tab/>
        <w:t>1.013e0</w:t>
      </w:r>
    </w:p>
    <w:p w:rsidR="007B2329" w:rsidRDefault="007B2329" w:rsidP="007B2329">
      <w:r>
        <w:t>664.8196</w:t>
      </w:r>
      <w:r>
        <w:tab/>
        <w:t>5.462e0</w:t>
      </w:r>
    </w:p>
    <w:p w:rsidR="007B2329" w:rsidRDefault="007B2329" w:rsidP="007B2329">
      <w:r>
        <w:t>664.8230</w:t>
      </w:r>
      <w:r>
        <w:tab/>
        <w:t>2.025e0</w:t>
      </w:r>
    </w:p>
    <w:p w:rsidR="007B2329" w:rsidRDefault="007B2329" w:rsidP="007B2329">
      <w:r>
        <w:t>664.8459</w:t>
      </w:r>
      <w:r>
        <w:tab/>
        <w:t>2.025e0</w:t>
      </w:r>
    </w:p>
    <w:p w:rsidR="007B2329" w:rsidRDefault="007B2329" w:rsidP="007B2329">
      <w:r>
        <w:t>664.8470</w:t>
      </w:r>
      <w:r>
        <w:tab/>
        <w:t>1.013e0</w:t>
      </w:r>
    </w:p>
    <w:p w:rsidR="007B2329" w:rsidRDefault="007B2329" w:rsidP="007B2329">
      <w:r>
        <w:t>664.8729</w:t>
      </w:r>
      <w:r>
        <w:tab/>
        <w:t>2.025e0</w:t>
      </w:r>
    </w:p>
    <w:p w:rsidR="007B2329" w:rsidRDefault="007B2329" w:rsidP="007B2329">
      <w:r>
        <w:t>664.9290</w:t>
      </w:r>
      <w:r>
        <w:tab/>
        <w:t>3.038e0</w:t>
      </w:r>
    </w:p>
    <w:p w:rsidR="007B2329" w:rsidRDefault="007B2329" w:rsidP="007B2329">
      <w:r>
        <w:t>664.9589</w:t>
      </w:r>
      <w:r>
        <w:tab/>
        <w:t>4.051e0</w:t>
      </w:r>
    </w:p>
    <w:p w:rsidR="007B2329" w:rsidRDefault="007B2329" w:rsidP="007B2329">
      <w:r>
        <w:t>664.9929</w:t>
      </w:r>
      <w:r>
        <w:tab/>
        <w:t>1.013e0</w:t>
      </w:r>
    </w:p>
    <w:p w:rsidR="007B2329" w:rsidRDefault="007B2329" w:rsidP="007B2329">
      <w:r>
        <w:t>665.0166</w:t>
      </w:r>
      <w:r>
        <w:tab/>
        <w:t>2.025e0</w:t>
      </w:r>
    </w:p>
    <w:p w:rsidR="007B2329" w:rsidRDefault="007B2329" w:rsidP="007B2329">
      <w:r>
        <w:t>665.0733</w:t>
      </w:r>
      <w:r>
        <w:tab/>
        <w:t>2.025e0</w:t>
      </w:r>
    </w:p>
    <w:p w:rsidR="007B2329" w:rsidRDefault="007B2329" w:rsidP="007B2329">
      <w:r>
        <w:lastRenderedPageBreak/>
        <w:t>665.0814</w:t>
      </w:r>
      <w:r>
        <w:tab/>
        <w:t>5.063e0</w:t>
      </w:r>
    </w:p>
    <w:p w:rsidR="007B2329" w:rsidRDefault="007B2329" w:rsidP="007B2329">
      <w:r>
        <w:t>665.0836</w:t>
      </w:r>
      <w:r>
        <w:tab/>
        <w:t>2.025e0</w:t>
      </w:r>
    </w:p>
    <w:p w:rsidR="007B2329" w:rsidRDefault="007B2329" w:rsidP="007B2329">
      <w:r>
        <w:t>665.0891</w:t>
      </w:r>
      <w:r>
        <w:tab/>
        <w:t>1.943e0</w:t>
      </w:r>
    </w:p>
    <w:p w:rsidR="007B2329" w:rsidRDefault="007B2329" w:rsidP="007B2329">
      <w:r>
        <w:t>665.0911</w:t>
      </w:r>
      <w:r>
        <w:tab/>
        <w:t>5.938e0</w:t>
      </w:r>
    </w:p>
    <w:p w:rsidR="007B2329" w:rsidRDefault="007B2329" w:rsidP="007B2329">
      <w:r>
        <w:t>665.1396</w:t>
      </w:r>
      <w:r>
        <w:tab/>
        <w:t>3.038e0</w:t>
      </w:r>
    </w:p>
    <w:p w:rsidR="007B2329" w:rsidRDefault="007B2329" w:rsidP="007B2329">
      <w:r>
        <w:t>665.1422</w:t>
      </w:r>
      <w:r>
        <w:tab/>
        <w:t>2.025e0</w:t>
      </w:r>
    </w:p>
    <w:p w:rsidR="007B2329" w:rsidRDefault="007B2329" w:rsidP="007B2329">
      <w:r>
        <w:t>665.1884</w:t>
      </w:r>
      <w:r>
        <w:tab/>
        <w:t>2.038e0</w:t>
      </w:r>
    </w:p>
    <w:p w:rsidR="007B2329" w:rsidRDefault="007B2329" w:rsidP="007B2329">
      <w:r>
        <w:t>665.1943</w:t>
      </w:r>
      <w:r>
        <w:tab/>
        <w:t>3.929e0</w:t>
      </w:r>
    </w:p>
    <w:p w:rsidR="007B2329" w:rsidRDefault="007B2329" w:rsidP="007B2329">
      <w:r>
        <w:t>665.1967</w:t>
      </w:r>
      <w:r>
        <w:tab/>
        <w:t>1.013e0</w:t>
      </w:r>
    </w:p>
    <w:p w:rsidR="007B2329" w:rsidRDefault="007B2329" w:rsidP="007B2329">
      <w:r>
        <w:t>665.2266</w:t>
      </w:r>
      <w:r>
        <w:tab/>
        <w:t>3.038e0</w:t>
      </w:r>
    </w:p>
    <w:p w:rsidR="007B2329" w:rsidRDefault="007B2329" w:rsidP="007B2329">
      <w:r>
        <w:t>665.2584</w:t>
      </w:r>
      <w:r>
        <w:tab/>
        <w:t>9.318e0</w:t>
      </w:r>
    </w:p>
    <w:p w:rsidR="007B2329" w:rsidRDefault="007B2329" w:rsidP="007B2329">
      <w:r>
        <w:t>665.2675</w:t>
      </w:r>
      <w:r>
        <w:tab/>
        <w:t>3.183e0</w:t>
      </w:r>
    </w:p>
    <w:p w:rsidR="007B2329" w:rsidRDefault="007B2329" w:rsidP="007B2329">
      <w:r>
        <w:t>665.3908</w:t>
      </w:r>
      <w:r>
        <w:tab/>
        <w:t>6.922e1</w:t>
      </w:r>
    </w:p>
    <w:p w:rsidR="007B2329" w:rsidRDefault="007B2329" w:rsidP="007B2329">
      <w:r>
        <w:t>665.3937</w:t>
      </w:r>
      <w:r>
        <w:tab/>
        <w:t>8.986e2</w:t>
      </w:r>
    </w:p>
    <w:p w:rsidR="007B2329" w:rsidRDefault="007B2329" w:rsidP="007B2329">
      <w:r>
        <w:t>665.3949</w:t>
      </w:r>
      <w:r>
        <w:tab/>
        <w:t>2.485e2</w:t>
      </w:r>
    </w:p>
    <w:p w:rsidR="007B2329" w:rsidRDefault="007B2329" w:rsidP="007B2329">
      <w:r>
        <w:t>665.3964</w:t>
      </w:r>
      <w:r>
        <w:tab/>
        <w:t>1.890e2</w:t>
      </w:r>
    </w:p>
    <w:p w:rsidR="007B2329" w:rsidRDefault="007B2329" w:rsidP="007B2329">
      <w:r>
        <w:t>665.3976</w:t>
      </w:r>
      <w:r>
        <w:tab/>
        <w:t>2.502e2</w:t>
      </w:r>
    </w:p>
    <w:p w:rsidR="007B2329" w:rsidRDefault="007B2329" w:rsidP="007B2329">
      <w:r>
        <w:t>665.3989</w:t>
      </w:r>
      <w:r>
        <w:tab/>
        <w:t>1.722e1</w:t>
      </w:r>
    </w:p>
    <w:p w:rsidR="007B2329" w:rsidRDefault="007B2329" w:rsidP="007B2329">
      <w:r>
        <w:t>665.5272</w:t>
      </w:r>
      <w:r>
        <w:tab/>
        <w:t>4.076e0</w:t>
      </w:r>
    </w:p>
    <w:p w:rsidR="007B2329" w:rsidRDefault="007B2329" w:rsidP="007B2329">
      <w:r>
        <w:lastRenderedPageBreak/>
        <w:t>665.5692</w:t>
      </w:r>
      <w:r>
        <w:tab/>
        <w:t>2.870e0</w:t>
      </w:r>
    </w:p>
    <w:p w:rsidR="007B2329" w:rsidRDefault="007B2329" w:rsidP="007B2329">
      <w:r>
        <w:t>665.6001</w:t>
      </w:r>
      <w:r>
        <w:tab/>
        <w:t>5.063e0</w:t>
      </w:r>
    </w:p>
    <w:p w:rsidR="007B2329" w:rsidRDefault="007B2329" w:rsidP="007B2329">
      <w:r>
        <w:t>665.6159</w:t>
      </w:r>
      <w:r>
        <w:tab/>
        <w:t>1.013e0</w:t>
      </w:r>
    </w:p>
    <w:p w:rsidR="007B2329" w:rsidRDefault="007B2329" w:rsidP="007B2329">
      <w:r>
        <w:t>665.6173</w:t>
      </w:r>
      <w:r>
        <w:tab/>
        <w:t>5.063e0</w:t>
      </w:r>
    </w:p>
    <w:p w:rsidR="007B2329" w:rsidRDefault="007B2329" w:rsidP="007B2329">
      <w:r>
        <w:t>665.6276</w:t>
      </w:r>
      <w:r>
        <w:tab/>
        <w:t>3.799e0</w:t>
      </w:r>
    </w:p>
    <w:p w:rsidR="007B2329" w:rsidRDefault="007B2329" w:rsidP="007B2329">
      <w:r>
        <w:t>665.6385</w:t>
      </w:r>
      <w:r>
        <w:tab/>
        <w:t>5.063e0</w:t>
      </w:r>
    </w:p>
    <w:p w:rsidR="007B2329" w:rsidRDefault="007B2329" w:rsidP="007B2329">
      <w:r>
        <w:t>665.6434</w:t>
      </w:r>
      <w:r>
        <w:tab/>
        <w:t>4.051e0</w:t>
      </w:r>
    </w:p>
    <w:p w:rsidR="007B2329" w:rsidRDefault="007B2329" w:rsidP="007B2329">
      <w:r>
        <w:t>665.6472</w:t>
      </w:r>
      <w:r>
        <w:tab/>
        <w:t>5.063e0</w:t>
      </w:r>
    </w:p>
    <w:p w:rsidR="007B2329" w:rsidRDefault="007B2329" w:rsidP="007B2329">
      <w:r>
        <w:t>665.6718</w:t>
      </w:r>
      <w:r>
        <w:tab/>
        <w:t>3.038e0</w:t>
      </w:r>
    </w:p>
    <w:p w:rsidR="007B2329" w:rsidRDefault="007B2329" w:rsidP="007B2329">
      <w:r>
        <w:t>665.6953</w:t>
      </w:r>
      <w:r>
        <w:tab/>
        <w:t>4.051e0</w:t>
      </w:r>
    </w:p>
    <w:p w:rsidR="007B2329" w:rsidRDefault="007B2329" w:rsidP="007B2329">
      <w:r>
        <w:t>665.7314</w:t>
      </w:r>
      <w:r>
        <w:tab/>
        <w:t>4.051e0</w:t>
      </w:r>
    </w:p>
    <w:p w:rsidR="007B2329" w:rsidRDefault="007B2329" w:rsidP="007B2329">
      <w:r>
        <w:t>665.7578</w:t>
      </w:r>
      <w:r>
        <w:tab/>
        <w:t>6.076e0</w:t>
      </w:r>
    </w:p>
    <w:p w:rsidR="007B2329" w:rsidRDefault="007B2329" w:rsidP="007B2329">
      <w:r>
        <w:t>665.7596</w:t>
      </w:r>
      <w:r>
        <w:tab/>
        <w:t>3.038e0</w:t>
      </w:r>
    </w:p>
    <w:p w:rsidR="007B2329" w:rsidRDefault="007B2329" w:rsidP="007B2329">
      <w:r>
        <w:t>665.7861</w:t>
      </w:r>
      <w:r>
        <w:tab/>
        <w:t>1.013e0</w:t>
      </w:r>
    </w:p>
    <w:p w:rsidR="007B2329" w:rsidRDefault="007B2329" w:rsidP="007B2329">
      <w:r>
        <w:t>665.8016</w:t>
      </w:r>
      <w:r>
        <w:tab/>
        <w:t>1.013e0</w:t>
      </w:r>
    </w:p>
    <w:p w:rsidR="007B2329" w:rsidRDefault="007B2329" w:rsidP="007B2329">
      <w:r>
        <w:t>665.8131</w:t>
      </w:r>
      <w:r>
        <w:tab/>
        <w:t>2.038e0</w:t>
      </w:r>
    </w:p>
    <w:p w:rsidR="007B2329" w:rsidRDefault="007B2329" w:rsidP="007B2329">
      <w:r>
        <w:t>665.8184</w:t>
      </w:r>
      <w:r>
        <w:tab/>
        <w:t>2.025e0</w:t>
      </w:r>
    </w:p>
    <w:p w:rsidR="007B2329" w:rsidRDefault="007B2329" w:rsidP="007B2329">
      <w:r>
        <w:t>665.8268</w:t>
      </w:r>
      <w:r>
        <w:tab/>
        <w:t>1.412e0</w:t>
      </w:r>
    </w:p>
    <w:p w:rsidR="007B2329" w:rsidRDefault="007B2329" w:rsidP="007B2329">
      <w:r>
        <w:t>665.8366</w:t>
      </w:r>
      <w:r>
        <w:tab/>
        <w:t>1.013e0</w:t>
      </w:r>
    </w:p>
    <w:p w:rsidR="007B2329" w:rsidRDefault="007B2329" w:rsidP="007B2329">
      <w:r>
        <w:lastRenderedPageBreak/>
        <w:t>665.8428</w:t>
      </w:r>
      <w:r>
        <w:tab/>
        <w:t>1.013e0</w:t>
      </w:r>
    </w:p>
    <w:p w:rsidR="007B2329" w:rsidRDefault="007B2329" w:rsidP="007B2329">
      <w:r>
        <w:t>665.8885</w:t>
      </w:r>
      <w:r>
        <w:tab/>
        <w:t>1.013e0</w:t>
      </w:r>
    </w:p>
    <w:p w:rsidR="007B2329" w:rsidRDefault="007B2329" w:rsidP="007B2329">
      <w:r>
        <w:t>665.9026</w:t>
      </w:r>
      <w:r>
        <w:tab/>
        <w:t>3.038e0</w:t>
      </w:r>
    </w:p>
    <w:p w:rsidR="007B2329" w:rsidRDefault="007B2329" w:rsidP="007B2329">
      <w:r>
        <w:t>665.9056</w:t>
      </w:r>
      <w:r>
        <w:tab/>
        <w:t>1.013e0</w:t>
      </w:r>
    </w:p>
    <w:p w:rsidR="007B2329" w:rsidRDefault="007B2329" w:rsidP="007B2329">
      <w:r>
        <w:t>665.9220</w:t>
      </w:r>
      <w:r>
        <w:tab/>
        <w:t>1.013e0</w:t>
      </w:r>
    </w:p>
    <w:p w:rsidR="007B2329" w:rsidRDefault="007B2329" w:rsidP="007B2329">
      <w:r>
        <w:t>665.9234</w:t>
      </w:r>
      <w:r>
        <w:tab/>
        <w:t>2.025e0</w:t>
      </w:r>
    </w:p>
    <w:p w:rsidR="007B2329" w:rsidRDefault="007B2329" w:rsidP="007B2329">
      <w:r>
        <w:t>665.9352</w:t>
      </w:r>
      <w:r>
        <w:tab/>
        <w:t>1.651e0</w:t>
      </w:r>
    </w:p>
    <w:p w:rsidR="007B2329" w:rsidRDefault="007B2329" w:rsidP="007B2329">
      <w:r>
        <w:t>666.0043</w:t>
      </w:r>
      <w:r>
        <w:tab/>
        <w:t>2.025e0</w:t>
      </w:r>
    </w:p>
    <w:p w:rsidR="007B2329" w:rsidRDefault="007B2329" w:rsidP="007B2329">
      <w:r>
        <w:t>666.0095</w:t>
      </w:r>
      <w:r>
        <w:tab/>
        <w:t>3.038e0</w:t>
      </w:r>
    </w:p>
    <w:p w:rsidR="007B2329" w:rsidRDefault="007B2329" w:rsidP="007B2329">
      <w:r>
        <w:t>666.0127</w:t>
      </w:r>
      <w:r>
        <w:tab/>
        <w:t>1.266e-2</w:t>
      </w:r>
    </w:p>
    <w:p w:rsidR="007B2329" w:rsidRDefault="007B2329" w:rsidP="007B2329">
      <w:r>
        <w:t>666.0358</w:t>
      </w:r>
      <w:r>
        <w:tab/>
        <w:t>1.013e0</w:t>
      </w:r>
    </w:p>
    <w:p w:rsidR="007B2329" w:rsidRDefault="007B2329" w:rsidP="007B2329">
      <w:r>
        <w:t>666.0662</w:t>
      </w:r>
      <w:r>
        <w:tab/>
        <w:t>3.076e0</w:t>
      </w:r>
    </w:p>
    <w:p w:rsidR="007B2329" w:rsidRDefault="007B2329" w:rsidP="007B2329">
      <w:r>
        <w:t>666.0759</w:t>
      </w:r>
      <w:r>
        <w:tab/>
        <w:t>4.051e0</w:t>
      </w:r>
    </w:p>
    <w:p w:rsidR="007B2329" w:rsidRDefault="007B2329" w:rsidP="007B2329">
      <w:r>
        <w:t>666.0878</w:t>
      </w:r>
      <w:r>
        <w:tab/>
        <w:t>1.984e0</w:t>
      </w:r>
    </w:p>
    <w:p w:rsidR="007B2329" w:rsidRDefault="007B2329" w:rsidP="007B2329">
      <w:r>
        <w:t>666.1000</w:t>
      </w:r>
      <w:r>
        <w:tab/>
        <w:t>3.911e0</w:t>
      </w:r>
    </w:p>
    <w:p w:rsidR="007B2329" w:rsidRDefault="007B2329" w:rsidP="007B2329">
      <w:r>
        <w:t>666.1424</w:t>
      </w:r>
      <w:r>
        <w:tab/>
        <w:t>4.051e0</w:t>
      </w:r>
    </w:p>
    <w:p w:rsidR="007B2329" w:rsidRDefault="007B2329" w:rsidP="007B2329">
      <w:r>
        <w:t>666.1531</w:t>
      </w:r>
      <w:r>
        <w:tab/>
        <w:t>2.956e0</w:t>
      </w:r>
    </w:p>
    <w:p w:rsidR="007B2329" w:rsidRDefault="007B2329" w:rsidP="007B2329">
      <w:r>
        <w:t>666.1652</w:t>
      </w:r>
      <w:r>
        <w:tab/>
        <w:t>6.035e0</w:t>
      </w:r>
    </w:p>
    <w:p w:rsidR="007B2329" w:rsidRDefault="007B2329" w:rsidP="007B2329">
      <w:r>
        <w:t>666.2344</w:t>
      </w:r>
      <w:r>
        <w:tab/>
        <w:t>4.017e0</w:t>
      </w:r>
    </w:p>
    <w:p w:rsidR="007B2329" w:rsidRDefault="007B2329" w:rsidP="007B2329">
      <w:r>
        <w:lastRenderedPageBreak/>
        <w:t>666.2371</w:t>
      </w:r>
      <w:r>
        <w:tab/>
        <w:t>5.945e0</w:t>
      </w:r>
    </w:p>
    <w:p w:rsidR="007B2329" w:rsidRDefault="007B2329" w:rsidP="007B2329">
      <w:r>
        <w:t>666.2462</w:t>
      </w:r>
      <w:r>
        <w:tab/>
        <w:t>2.760e0</w:t>
      </w:r>
    </w:p>
    <w:p w:rsidR="007B2329" w:rsidRDefault="007B2329" w:rsidP="007B2329">
      <w:r>
        <w:t>666.2618</w:t>
      </w:r>
      <w:r>
        <w:tab/>
        <w:t>2.025e0</w:t>
      </w:r>
    </w:p>
    <w:p w:rsidR="007B2329" w:rsidRDefault="007B2329" w:rsidP="007B2329">
      <w:r>
        <w:t>666.2697</w:t>
      </w:r>
      <w:r>
        <w:tab/>
        <w:t>2.304e0</w:t>
      </w:r>
    </w:p>
    <w:p w:rsidR="007B2329" w:rsidRDefault="007B2329" w:rsidP="007B2329">
      <w:r>
        <w:t>666.2743</w:t>
      </w:r>
      <w:r>
        <w:tab/>
        <w:t>5.520e0</w:t>
      </w:r>
    </w:p>
    <w:p w:rsidR="007B2329" w:rsidRDefault="007B2329" w:rsidP="007B2329">
      <w:r>
        <w:t>666.2800</w:t>
      </w:r>
      <w:r>
        <w:tab/>
        <w:t>5.355e0</w:t>
      </w:r>
    </w:p>
    <w:p w:rsidR="007B2329" w:rsidRDefault="007B2329" w:rsidP="007B2329">
      <w:r>
        <w:t>666.3906</w:t>
      </w:r>
      <w:r>
        <w:tab/>
        <w:t>1.114e1</w:t>
      </w:r>
    </w:p>
    <w:p w:rsidR="007B2329" w:rsidRDefault="007B2329" w:rsidP="007B2329">
      <w:r>
        <w:t>666.3927</w:t>
      </w:r>
      <w:r>
        <w:tab/>
        <w:t>4.051e1</w:t>
      </w:r>
    </w:p>
    <w:p w:rsidR="007B2329" w:rsidRDefault="007B2329" w:rsidP="007B2329">
      <w:r>
        <w:t>666.3956</w:t>
      </w:r>
      <w:r>
        <w:tab/>
        <w:t>9.052e1</w:t>
      </w:r>
    </w:p>
    <w:p w:rsidR="007B2329" w:rsidRDefault="007B2329" w:rsidP="007B2329">
      <w:r>
        <w:t>666.3986</w:t>
      </w:r>
      <w:r>
        <w:tab/>
        <w:t>2.007e2</w:t>
      </w:r>
    </w:p>
    <w:p w:rsidR="007B2329" w:rsidRDefault="007B2329" w:rsidP="007B2329">
      <w:r>
        <w:t>666.4002</w:t>
      </w:r>
      <w:r>
        <w:tab/>
        <w:t>2.341e2</w:t>
      </w:r>
    </w:p>
    <w:p w:rsidR="007B2329" w:rsidRDefault="007B2329" w:rsidP="007B2329">
      <w:r>
        <w:t>666.4023</w:t>
      </w:r>
      <w:r>
        <w:tab/>
        <w:t>8.996e1</w:t>
      </w:r>
    </w:p>
    <w:p w:rsidR="007B2329" w:rsidRDefault="007B2329" w:rsidP="007B2329">
      <w:r>
        <w:t>666.4073</w:t>
      </w:r>
      <w:r>
        <w:tab/>
        <w:t>1.190e2</w:t>
      </w:r>
    </w:p>
    <w:p w:rsidR="007B2329" w:rsidRDefault="007B2329" w:rsidP="007B2329">
      <w:r>
        <w:t>666.5510</w:t>
      </w:r>
      <w:r>
        <w:tab/>
        <w:t>2.051e0</w:t>
      </w:r>
    </w:p>
    <w:p w:rsidR="007B2329" w:rsidRDefault="007B2329" w:rsidP="007B2329">
      <w:r>
        <w:t>666.5576</w:t>
      </w:r>
      <w:r>
        <w:tab/>
        <w:t>1.013e0</w:t>
      </w:r>
    </w:p>
    <w:p w:rsidR="007B2329" w:rsidRDefault="007B2329" w:rsidP="007B2329">
      <w:r>
        <w:t>666.5648</w:t>
      </w:r>
      <w:r>
        <w:tab/>
        <w:t>3.038e0</w:t>
      </w:r>
    </w:p>
    <w:p w:rsidR="007B2329" w:rsidRDefault="007B2329" w:rsidP="007B2329">
      <w:r>
        <w:t>666.5732</w:t>
      </w:r>
      <w:r>
        <w:tab/>
        <w:t>1.038e0</w:t>
      </w:r>
    </w:p>
    <w:p w:rsidR="007B2329" w:rsidRDefault="007B2329" w:rsidP="007B2329">
      <w:r>
        <w:t>666.6175</w:t>
      </w:r>
      <w:r>
        <w:tab/>
        <w:t>5.063e0</w:t>
      </w:r>
    </w:p>
    <w:p w:rsidR="007B2329" w:rsidRDefault="007B2329" w:rsidP="007B2329">
      <w:r>
        <w:t>666.6205</w:t>
      </w:r>
      <w:r>
        <w:tab/>
        <w:t>9.742e0</w:t>
      </w:r>
    </w:p>
    <w:p w:rsidR="007B2329" w:rsidRDefault="007B2329" w:rsidP="007B2329">
      <w:r>
        <w:lastRenderedPageBreak/>
        <w:t>666.6369</w:t>
      </w:r>
      <w:r>
        <w:tab/>
        <w:t>3.038e0</w:t>
      </w:r>
    </w:p>
    <w:p w:rsidR="007B2329" w:rsidRDefault="007B2329" w:rsidP="007B2329">
      <w:r>
        <w:t>666.6420</w:t>
      </w:r>
      <w:r>
        <w:tab/>
        <w:t>3.038e0</w:t>
      </w:r>
    </w:p>
    <w:p w:rsidR="007B2329" w:rsidRDefault="007B2329" w:rsidP="007B2329">
      <w:r>
        <w:t>666.6437</w:t>
      </w:r>
      <w:r>
        <w:tab/>
        <w:t>3.971e0</w:t>
      </w:r>
    </w:p>
    <w:p w:rsidR="007B2329" w:rsidRDefault="007B2329" w:rsidP="007B2329">
      <w:r>
        <w:t>666.6645</w:t>
      </w:r>
      <w:r>
        <w:tab/>
        <w:t>2.025e0</w:t>
      </w:r>
    </w:p>
    <w:p w:rsidR="007B2329" w:rsidRDefault="007B2329" w:rsidP="007B2329">
      <w:r>
        <w:t>666.7032</w:t>
      </w:r>
      <w:r>
        <w:tab/>
        <w:t>3.038e0</w:t>
      </w:r>
    </w:p>
    <w:p w:rsidR="007B2329" w:rsidRDefault="007B2329" w:rsidP="007B2329">
      <w:r>
        <w:t>666.7361</w:t>
      </w:r>
      <w:r>
        <w:tab/>
        <w:t>5.063e0</w:t>
      </w:r>
    </w:p>
    <w:p w:rsidR="007B2329" w:rsidRDefault="007B2329" w:rsidP="007B2329">
      <w:r>
        <w:t>666.7385</w:t>
      </w:r>
      <w:r>
        <w:tab/>
        <w:t>1.013e0</w:t>
      </w:r>
    </w:p>
    <w:p w:rsidR="007B2329" w:rsidRDefault="007B2329" w:rsidP="007B2329">
      <w:r>
        <w:t>666.7427</w:t>
      </w:r>
      <w:r>
        <w:tab/>
        <w:t>3.038e0</w:t>
      </w:r>
    </w:p>
    <w:p w:rsidR="007B2329" w:rsidRDefault="007B2329" w:rsidP="007B2329">
      <w:r>
        <w:t>666.7616</w:t>
      </w:r>
      <w:r>
        <w:tab/>
        <w:t>3.038e0</w:t>
      </w:r>
    </w:p>
    <w:p w:rsidR="007B2329" w:rsidRDefault="007B2329" w:rsidP="007B2329">
      <w:r>
        <w:t>666.7841</w:t>
      </w:r>
      <w:r>
        <w:tab/>
        <w:t>4.051e0</w:t>
      </w:r>
    </w:p>
    <w:p w:rsidR="007B2329" w:rsidRDefault="007B2329" w:rsidP="007B2329">
      <w:r>
        <w:t>666.7905</w:t>
      </w:r>
      <w:r>
        <w:tab/>
        <w:t>2.025e0</w:t>
      </w:r>
    </w:p>
    <w:p w:rsidR="007B2329" w:rsidRDefault="007B2329" w:rsidP="007B2329">
      <w:r>
        <w:t>666.8051</w:t>
      </w:r>
      <w:r>
        <w:tab/>
        <w:t>3.038e0</w:t>
      </w:r>
    </w:p>
    <w:p w:rsidR="007B2329" w:rsidRDefault="007B2329" w:rsidP="007B2329">
      <w:r>
        <w:t>666.8123</w:t>
      </w:r>
      <w:r>
        <w:tab/>
        <w:t>5.063e0</w:t>
      </w:r>
    </w:p>
    <w:p w:rsidR="007B2329" w:rsidRDefault="007B2329" w:rsidP="007B2329">
      <w:r>
        <w:t>666.8151</w:t>
      </w:r>
      <w:r>
        <w:tab/>
        <w:t>1.534e0</w:t>
      </w:r>
    </w:p>
    <w:p w:rsidR="007B2329" w:rsidRDefault="007B2329" w:rsidP="007B2329">
      <w:r>
        <w:t>666.8223</w:t>
      </w:r>
      <w:r>
        <w:tab/>
        <w:t>9.114e0</w:t>
      </w:r>
    </w:p>
    <w:p w:rsidR="007B2329" w:rsidRDefault="007B2329" w:rsidP="007B2329">
      <w:r>
        <w:t>666.8446</w:t>
      </w:r>
      <w:r>
        <w:tab/>
        <w:t>3.038e0</w:t>
      </w:r>
    </w:p>
    <w:p w:rsidR="007B2329" w:rsidRDefault="007B2329" w:rsidP="007B2329">
      <w:r>
        <w:t>666.8531</w:t>
      </w:r>
      <w:r>
        <w:tab/>
        <w:t>2.025e0</w:t>
      </w:r>
    </w:p>
    <w:p w:rsidR="007B2329" w:rsidRDefault="007B2329" w:rsidP="007B2329">
      <w:r>
        <w:t>666.8863</w:t>
      </w:r>
      <w:r>
        <w:tab/>
        <w:t>2.988e0</w:t>
      </w:r>
    </w:p>
    <w:p w:rsidR="007B2329" w:rsidRDefault="007B2329" w:rsidP="007B2329">
      <w:r>
        <w:t>666.8907</w:t>
      </w:r>
      <w:r>
        <w:tab/>
        <w:t>5.063e0</w:t>
      </w:r>
    </w:p>
    <w:p w:rsidR="007B2329" w:rsidRDefault="007B2329" w:rsidP="007B2329">
      <w:r>
        <w:lastRenderedPageBreak/>
        <w:t>666.9033</w:t>
      </w:r>
      <w:r>
        <w:tab/>
        <w:t>3.676e0</w:t>
      </w:r>
    </w:p>
    <w:p w:rsidR="007B2329" w:rsidRDefault="007B2329" w:rsidP="007B2329">
      <w:r>
        <w:t>666.9382</w:t>
      </w:r>
      <w:r>
        <w:tab/>
        <w:t>2.025e0</w:t>
      </w:r>
    </w:p>
    <w:p w:rsidR="007B2329" w:rsidRDefault="007B2329" w:rsidP="007B2329">
      <w:r>
        <w:t>666.9773</w:t>
      </w:r>
      <w:r>
        <w:tab/>
        <w:t>1.013e0</w:t>
      </w:r>
    </w:p>
    <w:p w:rsidR="007B2329" w:rsidRDefault="007B2329" w:rsidP="007B2329">
      <w:r>
        <w:t>666.9827</w:t>
      </w:r>
      <w:r>
        <w:tab/>
        <w:t>2.025e0</w:t>
      </w:r>
    </w:p>
    <w:p w:rsidR="007B2329" w:rsidRDefault="007B2329" w:rsidP="007B2329">
      <w:r>
        <w:t>666.9965</w:t>
      </w:r>
      <w:r>
        <w:tab/>
        <w:t>3.798e-2</w:t>
      </w:r>
    </w:p>
    <w:p w:rsidR="007B2329" w:rsidRDefault="007B2329" w:rsidP="007B2329">
      <w:r>
        <w:t>667.0045</w:t>
      </w:r>
      <w:r>
        <w:tab/>
        <w:t>4.051e0</w:t>
      </w:r>
    </w:p>
    <w:p w:rsidR="007B2329" w:rsidRDefault="007B2329" w:rsidP="007B2329">
      <w:r>
        <w:t>667.0447</w:t>
      </w:r>
      <w:r>
        <w:tab/>
        <w:t>4.156e0</w:t>
      </w:r>
    </w:p>
    <w:p w:rsidR="007B2329" w:rsidRDefault="007B2329" w:rsidP="007B2329">
      <w:r>
        <w:t>667.0557</w:t>
      </w:r>
      <w:r>
        <w:tab/>
        <w:t>1.716e0</w:t>
      </w:r>
    </w:p>
    <w:p w:rsidR="007B2329" w:rsidRDefault="007B2329" w:rsidP="007B2329">
      <w:r>
        <w:t>667.0572</w:t>
      </w:r>
      <w:r>
        <w:tab/>
        <w:t>1.013e0</w:t>
      </w:r>
    </w:p>
    <w:p w:rsidR="007B2329" w:rsidRDefault="007B2329" w:rsidP="007B2329">
      <w:r>
        <w:t>667.0684</w:t>
      </w:r>
      <w:r>
        <w:tab/>
        <w:t>2.018e0</w:t>
      </w:r>
    </w:p>
    <w:p w:rsidR="007B2329" w:rsidRDefault="007B2329" w:rsidP="007B2329">
      <w:r>
        <w:t>667.0733</w:t>
      </w:r>
      <w:r>
        <w:tab/>
        <w:t>5.063e0</w:t>
      </w:r>
    </w:p>
    <w:p w:rsidR="007B2329" w:rsidRDefault="007B2329" w:rsidP="007B2329">
      <w:r>
        <w:t>667.0797</w:t>
      </w:r>
      <w:r>
        <w:tab/>
        <w:t>1.013e0</w:t>
      </w:r>
    </w:p>
    <w:p w:rsidR="007B2329" w:rsidRDefault="007B2329" w:rsidP="007B2329">
      <w:r>
        <w:t>667.1031</w:t>
      </w:r>
      <w:r>
        <w:tab/>
        <w:t>1.013e0</w:t>
      </w:r>
    </w:p>
    <w:p w:rsidR="007B2329" w:rsidRDefault="007B2329" w:rsidP="007B2329">
      <w:r>
        <w:t>667.1119</w:t>
      </w:r>
      <w:r>
        <w:tab/>
        <w:t>3.038e0</w:t>
      </w:r>
    </w:p>
    <w:p w:rsidR="007B2329" w:rsidRDefault="007B2329" w:rsidP="007B2329">
      <w:r>
        <w:t>667.1148</w:t>
      </w:r>
      <w:r>
        <w:tab/>
        <w:t>4.474e0</w:t>
      </w:r>
    </w:p>
    <w:p w:rsidR="007B2329" w:rsidRDefault="007B2329" w:rsidP="007B2329">
      <w:r>
        <w:t>667.1649</w:t>
      </w:r>
      <w:r>
        <w:tab/>
        <w:t>4.051e0</w:t>
      </w:r>
    </w:p>
    <w:p w:rsidR="007B2329" w:rsidRDefault="007B2329" w:rsidP="007B2329">
      <w:r>
        <w:t>667.1732</w:t>
      </w:r>
      <w:r>
        <w:tab/>
        <w:t>3.038e0</w:t>
      </w:r>
    </w:p>
    <w:p w:rsidR="007B2329" w:rsidRDefault="007B2329" w:rsidP="007B2329">
      <w:r>
        <w:t>667.1879</w:t>
      </w:r>
      <w:r>
        <w:tab/>
        <w:t>2.025e0</w:t>
      </w:r>
    </w:p>
    <w:p w:rsidR="007B2329" w:rsidRDefault="007B2329" w:rsidP="007B2329">
      <w:r>
        <w:t>667.1912</w:t>
      </w:r>
      <w:r>
        <w:tab/>
        <w:t>3.038e0</w:t>
      </w:r>
    </w:p>
    <w:p w:rsidR="007B2329" w:rsidRDefault="007B2329" w:rsidP="007B2329">
      <w:r>
        <w:lastRenderedPageBreak/>
        <w:t>667.1931</w:t>
      </w:r>
      <w:r>
        <w:tab/>
        <w:t>1.013e0</w:t>
      </w:r>
    </w:p>
    <w:p w:rsidR="007B2329" w:rsidRDefault="007B2329" w:rsidP="007B2329">
      <w:r>
        <w:t>667.2412</w:t>
      </w:r>
      <w:r>
        <w:tab/>
        <w:t>3.651e0</w:t>
      </w:r>
    </w:p>
    <w:p w:rsidR="007B2329" w:rsidRDefault="007B2329" w:rsidP="007B2329">
      <w:r>
        <w:t>667.2507</w:t>
      </w:r>
      <w:r>
        <w:tab/>
        <w:t>2.025e0</w:t>
      </w:r>
    </w:p>
    <w:p w:rsidR="007B2329" w:rsidRDefault="007B2329" w:rsidP="007B2329">
      <w:r>
        <w:t>667.2595</w:t>
      </w:r>
      <w:r>
        <w:tab/>
        <w:t>3.854e0</w:t>
      </w:r>
    </w:p>
    <w:p w:rsidR="007B2329" w:rsidRDefault="007B2329" w:rsidP="007B2329">
      <w:r>
        <w:t>667.2709</w:t>
      </w:r>
      <w:r>
        <w:tab/>
        <w:t>4.930e0</w:t>
      </w:r>
    </w:p>
    <w:p w:rsidR="007B2329" w:rsidRDefault="007B2329" w:rsidP="007B2329">
      <w:r>
        <w:t>667.2729</w:t>
      </w:r>
      <w:r>
        <w:tab/>
        <w:t>4.977e0</w:t>
      </w:r>
    </w:p>
    <w:p w:rsidR="007B2329" w:rsidRDefault="007B2329" w:rsidP="007B2329">
      <w:r>
        <w:t>667.2947</w:t>
      </w:r>
      <w:r>
        <w:tab/>
        <w:t>3.325e0</w:t>
      </w:r>
    </w:p>
    <w:p w:rsidR="007B2329" w:rsidRDefault="007B2329" w:rsidP="007B2329">
      <w:r>
        <w:t>667.3033</w:t>
      </w:r>
      <w:r>
        <w:tab/>
        <w:t>2.025e0</w:t>
      </w:r>
    </w:p>
    <w:p w:rsidR="007B2329" w:rsidRDefault="007B2329" w:rsidP="007B2329">
      <w:r>
        <w:t>667.3066</w:t>
      </w:r>
      <w:r>
        <w:tab/>
        <w:t>4.426e0</w:t>
      </w:r>
    </w:p>
    <w:p w:rsidR="007B2329" w:rsidRDefault="007B2329" w:rsidP="007B2329">
      <w:r>
        <w:t>667.3964</w:t>
      </w:r>
      <w:r>
        <w:tab/>
        <w:t>2.363e1</w:t>
      </w:r>
    </w:p>
    <w:p w:rsidR="007B2329" w:rsidRDefault="007B2329" w:rsidP="007B2329">
      <w:r>
        <w:t>667.4023</w:t>
      </w:r>
      <w:r>
        <w:tab/>
        <w:t>5.202e1</w:t>
      </w:r>
    </w:p>
    <w:p w:rsidR="007B2329" w:rsidRDefault="007B2329" w:rsidP="007B2329">
      <w:r>
        <w:t>667.4039</w:t>
      </w:r>
      <w:r>
        <w:tab/>
        <w:t>4.083e1</w:t>
      </w:r>
    </w:p>
    <w:p w:rsidR="007B2329" w:rsidRDefault="007B2329" w:rsidP="007B2329">
      <w:r>
        <w:t>667.4053</w:t>
      </w:r>
      <w:r>
        <w:tab/>
        <w:t>3.101e1</w:t>
      </w:r>
    </w:p>
    <w:p w:rsidR="007B2329" w:rsidRDefault="007B2329" w:rsidP="007B2329">
      <w:r>
        <w:t>667.4075</w:t>
      </w:r>
      <w:r>
        <w:tab/>
        <w:t>3.669e1</w:t>
      </w:r>
    </w:p>
    <w:p w:rsidR="007B2329" w:rsidRDefault="007B2329" w:rsidP="007B2329">
      <w:r>
        <w:t>667.4089</w:t>
      </w:r>
      <w:r>
        <w:tab/>
        <w:t>3.829e1</w:t>
      </w:r>
    </w:p>
    <w:p w:rsidR="007B2329" w:rsidRDefault="007B2329" w:rsidP="007B2329">
      <w:r>
        <w:t>667.4138</w:t>
      </w:r>
      <w:r>
        <w:tab/>
        <w:t>1.450e1</w:t>
      </w:r>
    </w:p>
    <w:p w:rsidR="007B2329" w:rsidRDefault="007B2329" w:rsidP="007B2329">
      <w:r>
        <w:t>667.4184</w:t>
      </w:r>
      <w:r>
        <w:tab/>
        <w:t>1.097e1</w:t>
      </w:r>
    </w:p>
    <w:p w:rsidR="007B2329" w:rsidRDefault="007B2329" w:rsidP="007B2329">
      <w:r>
        <w:t>667.4448</w:t>
      </w:r>
      <w:r>
        <w:tab/>
        <w:t>1.369e1</w:t>
      </w:r>
    </w:p>
    <w:p w:rsidR="007B2329" w:rsidRDefault="007B2329" w:rsidP="007B2329">
      <w:r>
        <w:t>667.5056</w:t>
      </w:r>
      <w:r>
        <w:tab/>
        <w:t>3.029e0</w:t>
      </w:r>
    </w:p>
    <w:p w:rsidR="007B2329" w:rsidRDefault="007B2329" w:rsidP="007B2329">
      <w:r>
        <w:lastRenderedPageBreak/>
        <w:t>667.5190</w:t>
      </w:r>
      <w:r>
        <w:tab/>
        <w:t>1.013e0</w:t>
      </w:r>
    </w:p>
    <w:p w:rsidR="007B2329" w:rsidRDefault="007B2329" w:rsidP="007B2329">
      <w:r>
        <w:t>667.5342</w:t>
      </w:r>
      <w:r>
        <w:tab/>
        <w:t>2.025e0</w:t>
      </w:r>
    </w:p>
    <w:p w:rsidR="007B2329" w:rsidRDefault="007B2329" w:rsidP="007B2329">
      <w:r>
        <w:t>667.5455</w:t>
      </w:r>
      <w:r>
        <w:tab/>
        <w:t>1.013e0</w:t>
      </w:r>
    </w:p>
    <w:p w:rsidR="007B2329" w:rsidRDefault="007B2329" w:rsidP="007B2329">
      <w:r>
        <w:t>667.5771</w:t>
      </w:r>
      <w:r>
        <w:tab/>
        <w:t>2.025e0</w:t>
      </w:r>
    </w:p>
    <w:p w:rsidR="007B2329" w:rsidRDefault="007B2329" w:rsidP="007B2329">
      <w:r>
        <w:t>667.5884</w:t>
      </w:r>
      <w:r>
        <w:tab/>
        <w:t>1.013e0</w:t>
      </w:r>
    </w:p>
    <w:p w:rsidR="007B2329" w:rsidRDefault="007B2329" w:rsidP="007B2329">
      <w:r>
        <w:t>667.5908</w:t>
      </w:r>
      <w:r>
        <w:tab/>
        <w:t>1.013e0</w:t>
      </w:r>
    </w:p>
    <w:p w:rsidR="007B2329" w:rsidRDefault="007B2329" w:rsidP="007B2329">
      <w:r>
        <w:t>667.6065</w:t>
      </w:r>
      <w:r>
        <w:tab/>
        <w:t>3.038e0</w:t>
      </w:r>
    </w:p>
    <w:p w:rsidR="007B2329" w:rsidRDefault="007B2329" w:rsidP="007B2329">
      <w:r>
        <w:t>667.6253</w:t>
      </w:r>
      <w:r>
        <w:tab/>
        <w:t>2.025e0</w:t>
      </w:r>
    </w:p>
    <w:p w:rsidR="007B2329" w:rsidRDefault="007B2329" w:rsidP="007B2329">
      <w:r>
        <w:t>667.6530</w:t>
      </w:r>
      <w:r>
        <w:tab/>
        <w:t>6.802e-1</w:t>
      </w:r>
    </w:p>
    <w:p w:rsidR="007B2329" w:rsidRDefault="007B2329" w:rsidP="007B2329">
      <w:r>
        <w:t>667.6704</w:t>
      </w:r>
      <w:r>
        <w:tab/>
        <w:t>1.013e0</w:t>
      </w:r>
    </w:p>
    <w:p w:rsidR="007B2329" w:rsidRDefault="007B2329" w:rsidP="007B2329">
      <w:r>
        <w:t>667.6777</w:t>
      </w:r>
      <w:r>
        <w:tab/>
        <w:t>4.207e0</w:t>
      </w:r>
    </w:p>
    <w:p w:rsidR="007B2329" w:rsidRDefault="007B2329" w:rsidP="007B2329">
      <w:r>
        <w:t>667.6930</w:t>
      </w:r>
      <w:r>
        <w:tab/>
        <w:t>3.038e0</w:t>
      </w:r>
    </w:p>
    <w:p w:rsidR="007B2329" w:rsidRDefault="007B2329" w:rsidP="007B2329">
      <w:r>
        <w:t>667.7019</w:t>
      </w:r>
      <w:r>
        <w:tab/>
        <w:t>2.025e0</w:t>
      </w:r>
    </w:p>
    <w:p w:rsidR="007B2329" w:rsidRDefault="007B2329" w:rsidP="007B2329">
      <w:r>
        <w:t>667.7103</w:t>
      </w:r>
      <w:r>
        <w:tab/>
        <w:t>1.013e0</w:t>
      </w:r>
    </w:p>
    <w:p w:rsidR="007B2329" w:rsidRDefault="007B2329" w:rsidP="007B2329">
      <w:r>
        <w:t>667.7276</w:t>
      </w:r>
      <w:r>
        <w:tab/>
        <w:t>2.025e0</w:t>
      </w:r>
    </w:p>
    <w:p w:rsidR="007B2329" w:rsidRDefault="007B2329" w:rsidP="007B2329">
      <w:r>
        <w:t>667.7625</w:t>
      </w:r>
      <w:r>
        <w:tab/>
        <w:t>1.013e0</w:t>
      </w:r>
    </w:p>
    <w:p w:rsidR="007B2329" w:rsidRDefault="007B2329" w:rsidP="007B2329">
      <w:r>
        <w:t>667.8046</w:t>
      </w:r>
      <w:r>
        <w:tab/>
        <w:t>1.657e0</w:t>
      </w:r>
    </w:p>
    <w:p w:rsidR="007B2329" w:rsidRDefault="007B2329" w:rsidP="007B2329">
      <w:r>
        <w:t>667.8140</w:t>
      </w:r>
      <w:r>
        <w:tab/>
        <w:t>1.013e0</w:t>
      </w:r>
    </w:p>
    <w:p w:rsidR="007B2329" w:rsidRDefault="007B2329" w:rsidP="007B2329">
      <w:r>
        <w:t>667.8181</w:t>
      </w:r>
      <w:r>
        <w:tab/>
        <w:t>2.038e0</w:t>
      </w:r>
    </w:p>
    <w:p w:rsidR="007B2329" w:rsidRDefault="007B2329" w:rsidP="007B2329">
      <w:r>
        <w:lastRenderedPageBreak/>
        <w:t>667.8462</w:t>
      </w:r>
      <w:r>
        <w:tab/>
        <w:t>2.025e0</w:t>
      </w:r>
    </w:p>
    <w:p w:rsidR="007B2329" w:rsidRDefault="007B2329" w:rsidP="007B2329">
      <w:r>
        <w:t>667.8636</w:t>
      </w:r>
      <w:r>
        <w:tab/>
        <w:t>1.013e0</w:t>
      </w:r>
    </w:p>
    <w:p w:rsidR="007B2329" w:rsidRDefault="007B2329" w:rsidP="007B2329">
      <w:r>
        <w:t>667.9147</w:t>
      </w:r>
      <w:r>
        <w:tab/>
        <w:t>1.958e0</w:t>
      </w:r>
    </w:p>
    <w:p w:rsidR="007B2329" w:rsidRDefault="007B2329" w:rsidP="007B2329">
      <w:r>
        <w:t>667.9257</w:t>
      </w:r>
      <w:r>
        <w:tab/>
        <w:t>3.038e0</w:t>
      </w:r>
    </w:p>
    <w:p w:rsidR="007B2329" w:rsidRDefault="007B2329" w:rsidP="007B2329">
      <w:r>
        <w:t>667.9283</w:t>
      </w:r>
      <w:r>
        <w:tab/>
        <w:t>3.038e0</w:t>
      </w:r>
    </w:p>
    <w:p w:rsidR="007B2329" w:rsidRDefault="007B2329" w:rsidP="007B2329">
      <w:r>
        <w:t>667.9319</w:t>
      </w:r>
      <w:r>
        <w:tab/>
        <w:t>2.025e0</w:t>
      </w:r>
    </w:p>
    <w:p w:rsidR="007B2329" w:rsidRDefault="007B2329" w:rsidP="007B2329">
      <w:r>
        <w:t>667.9339</w:t>
      </w:r>
      <w:r>
        <w:tab/>
        <w:t>4.665e0</w:t>
      </w:r>
    </w:p>
    <w:p w:rsidR="007B2329" w:rsidRDefault="007B2329" w:rsidP="007B2329">
      <w:r>
        <w:t>667.9832</w:t>
      </w:r>
      <w:r>
        <w:tab/>
        <w:t>2.025e0</w:t>
      </w:r>
    </w:p>
    <w:p w:rsidR="007B2329" w:rsidRDefault="007B2329" w:rsidP="007B2329">
      <w:r>
        <w:t>667.9888</w:t>
      </w:r>
      <w:r>
        <w:tab/>
        <w:t>1.013e0</w:t>
      </w:r>
    </w:p>
    <w:p w:rsidR="007B2329" w:rsidRDefault="007B2329" w:rsidP="007B2329">
      <w:r>
        <w:t>668.0241</w:t>
      </w:r>
      <w:r>
        <w:tab/>
        <w:t>3.038e0</w:t>
      </w:r>
    </w:p>
    <w:p w:rsidR="007B2329" w:rsidRDefault="007B2329" w:rsidP="007B2329">
      <w:r>
        <w:t>668.0359</w:t>
      </w:r>
      <w:r>
        <w:tab/>
        <w:t>3.873e0</w:t>
      </w:r>
    </w:p>
    <w:p w:rsidR="007B2329" w:rsidRDefault="007B2329" w:rsidP="007B2329">
      <w:r>
        <w:t>668.0744</w:t>
      </w:r>
      <w:r>
        <w:tab/>
        <w:t>2.025e0</w:t>
      </w:r>
    </w:p>
    <w:p w:rsidR="007B2329" w:rsidRDefault="007B2329" w:rsidP="007B2329">
      <w:r>
        <w:t>668.0789</w:t>
      </w:r>
      <w:r>
        <w:tab/>
        <w:t>2.971e0</w:t>
      </w:r>
    </w:p>
    <w:p w:rsidR="007B2329" w:rsidRDefault="007B2329" w:rsidP="007B2329">
      <w:r>
        <w:t>668.1002</w:t>
      </w:r>
      <w:r>
        <w:tab/>
        <w:t>1.436e0</w:t>
      </w:r>
    </w:p>
    <w:p w:rsidR="007B2329" w:rsidRDefault="007B2329" w:rsidP="007B2329">
      <w:r>
        <w:t>668.1092</w:t>
      </w:r>
      <w:r>
        <w:tab/>
        <w:t>1.013e0</w:t>
      </w:r>
    </w:p>
    <w:p w:rsidR="007B2329" w:rsidRDefault="007B2329" w:rsidP="007B2329">
      <w:r>
        <w:t>668.1134</w:t>
      </w:r>
      <w:r>
        <w:tab/>
        <w:t>7.083e0</w:t>
      </w:r>
    </w:p>
    <w:p w:rsidR="007B2329" w:rsidRDefault="007B2329" w:rsidP="007B2329">
      <w:r>
        <w:t>668.1166</w:t>
      </w:r>
      <w:r>
        <w:tab/>
        <w:t>3.038e0</w:t>
      </w:r>
    </w:p>
    <w:p w:rsidR="007B2329" w:rsidRDefault="007B2329" w:rsidP="007B2329">
      <w:r>
        <w:t>668.1390</w:t>
      </w:r>
      <w:r>
        <w:tab/>
        <w:t>6.133e0</w:t>
      </w:r>
    </w:p>
    <w:p w:rsidR="007B2329" w:rsidRDefault="007B2329" w:rsidP="007B2329">
      <w:r>
        <w:t>668.2074</w:t>
      </w:r>
      <w:r>
        <w:tab/>
        <w:t>2.795e0</w:t>
      </w:r>
    </w:p>
    <w:p w:rsidR="007B2329" w:rsidRDefault="007B2329" w:rsidP="007B2329">
      <w:r>
        <w:lastRenderedPageBreak/>
        <w:t>668.2087</w:t>
      </w:r>
      <w:r>
        <w:tab/>
        <w:t>1.336e1</w:t>
      </w:r>
    </w:p>
    <w:p w:rsidR="007B2329" w:rsidRDefault="007B2329" w:rsidP="007B2329">
      <w:r>
        <w:t>668.2545</w:t>
      </w:r>
      <w:r>
        <w:tab/>
        <w:t>2.932e0</w:t>
      </w:r>
    </w:p>
    <w:p w:rsidR="007B2329" w:rsidRDefault="007B2329" w:rsidP="007B2329">
      <w:r>
        <w:t>668.2884</w:t>
      </w:r>
      <w:r>
        <w:tab/>
        <w:t>6.495e0</w:t>
      </w:r>
    </w:p>
    <w:p w:rsidR="007B2329" w:rsidRDefault="007B2329" w:rsidP="007B2329">
      <w:r>
        <w:t>668.3173</w:t>
      </w:r>
      <w:r>
        <w:tab/>
        <w:t>2.483e0</w:t>
      </w:r>
    </w:p>
    <w:p w:rsidR="007B2329" w:rsidRDefault="007B2329" w:rsidP="007B2329">
      <w:r>
        <w:t>668.3311</w:t>
      </w:r>
      <w:r>
        <w:tab/>
        <w:t>2.025e0</w:t>
      </w:r>
    </w:p>
    <w:p w:rsidR="007B2329" w:rsidRDefault="007B2329" w:rsidP="007B2329">
      <w:r>
        <w:t>668.3395</w:t>
      </w:r>
      <w:r>
        <w:tab/>
        <w:t>7.263e0</w:t>
      </w:r>
    </w:p>
    <w:p w:rsidR="007B2329" w:rsidRDefault="007B2329" w:rsidP="007B2329">
      <w:r>
        <w:t>668.3608</w:t>
      </w:r>
      <w:r>
        <w:tab/>
        <w:t>4.051e0</w:t>
      </w:r>
    </w:p>
    <w:p w:rsidR="007B2329" w:rsidRDefault="007B2329" w:rsidP="007B2329">
      <w:r>
        <w:t>668.3627</w:t>
      </w:r>
      <w:r>
        <w:tab/>
        <w:t>3.239e0</w:t>
      </w:r>
    </w:p>
    <w:p w:rsidR="007B2329" w:rsidRDefault="007B2329" w:rsidP="007B2329">
      <w:r>
        <w:t>668.3865</w:t>
      </w:r>
      <w:r>
        <w:tab/>
        <w:t>1.175e1</w:t>
      </w:r>
    </w:p>
    <w:p w:rsidR="007B2329" w:rsidRDefault="007B2329" w:rsidP="007B2329">
      <w:r>
        <w:t>668.4088</w:t>
      </w:r>
      <w:r>
        <w:tab/>
        <w:t>4.676e0</w:t>
      </w:r>
    </w:p>
    <w:p w:rsidR="007B2329" w:rsidRDefault="007B2329" w:rsidP="007B2329">
      <w:r>
        <w:t>668.4158</w:t>
      </w:r>
      <w:r>
        <w:tab/>
        <w:t>1.651e0</w:t>
      </w:r>
    </w:p>
    <w:p w:rsidR="007B2329" w:rsidRDefault="007B2329" w:rsidP="007B2329">
      <w:r>
        <w:t>668.4203</w:t>
      </w:r>
      <w:r>
        <w:tab/>
        <w:t>2.424e0</w:t>
      </w:r>
    </w:p>
    <w:p w:rsidR="007B2329" w:rsidRDefault="007B2329" w:rsidP="007B2329">
      <w:r>
        <w:t>668.4242</w:t>
      </w:r>
      <w:r>
        <w:tab/>
        <w:t>1.691e1</w:t>
      </w:r>
    </w:p>
    <w:p w:rsidR="007B2329" w:rsidRDefault="007B2329" w:rsidP="007B2329">
      <w:r>
        <w:t>668.4341</w:t>
      </w:r>
      <w:r>
        <w:tab/>
        <w:t>5.910e0</w:t>
      </w:r>
    </w:p>
    <w:p w:rsidR="007B2329" w:rsidRDefault="007B2329" w:rsidP="007B2329">
      <w:r>
        <w:t>668.4905</w:t>
      </w:r>
      <w:r>
        <w:tab/>
        <w:t>1.960e0</w:t>
      </w:r>
    </w:p>
    <w:p w:rsidR="007B2329" w:rsidRDefault="007B2329" w:rsidP="007B2329">
      <w:r>
        <w:t>668.4922</w:t>
      </w:r>
      <w:r>
        <w:tab/>
        <w:t>3.063e0</w:t>
      </w:r>
    </w:p>
    <w:p w:rsidR="007B2329" w:rsidRDefault="007B2329" w:rsidP="007B2329">
      <w:r>
        <w:t>668.5000</w:t>
      </w:r>
      <w:r>
        <w:tab/>
        <w:t>1.973e0</w:t>
      </w:r>
    </w:p>
    <w:p w:rsidR="007B2329" w:rsidRDefault="007B2329" w:rsidP="007B2329">
      <w:r>
        <w:t>668.5236</w:t>
      </w:r>
      <w:r>
        <w:tab/>
        <w:t>1.013e0</w:t>
      </w:r>
    </w:p>
    <w:p w:rsidR="007B2329" w:rsidRDefault="007B2329" w:rsidP="007B2329">
      <w:r>
        <w:t>668.5394</w:t>
      </w:r>
      <w:r>
        <w:tab/>
        <w:t>3.038e0</w:t>
      </w:r>
    </w:p>
    <w:p w:rsidR="007B2329" w:rsidRDefault="007B2329" w:rsidP="007B2329">
      <w:r>
        <w:lastRenderedPageBreak/>
        <w:t>668.5692</w:t>
      </w:r>
      <w:r>
        <w:tab/>
        <w:t>1.013e0</w:t>
      </w:r>
    </w:p>
    <w:p w:rsidR="007B2329" w:rsidRDefault="007B2329" w:rsidP="007B2329">
      <w:r>
        <w:t>668.6031</w:t>
      </w:r>
      <w:r>
        <w:tab/>
        <w:t>3.038e0</w:t>
      </w:r>
    </w:p>
    <w:p w:rsidR="007B2329" w:rsidRDefault="007B2329" w:rsidP="007B2329">
      <w:r>
        <w:t>668.6343</w:t>
      </w:r>
      <w:r>
        <w:tab/>
        <w:t>5.063e0</w:t>
      </w:r>
    </w:p>
    <w:p w:rsidR="007B2329" w:rsidRDefault="007B2329" w:rsidP="007B2329">
      <w:r>
        <w:t>668.6422</w:t>
      </w:r>
      <w:r>
        <w:tab/>
        <w:t>5.063e0</w:t>
      </w:r>
    </w:p>
    <w:p w:rsidR="007B2329" w:rsidRDefault="007B2329" w:rsidP="007B2329">
      <w:r>
        <w:t>668.6454</w:t>
      </w:r>
      <w:r>
        <w:tab/>
        <w:t>2.791e0</w:t>
      </w:r>
    </w:p>
    <w:p w:rsidR="007B2329" w:rsidRDefault="007B2329" w:rsidP="007B2329">
      <w:r>
        <w:t>668.6511</w:t>
      </w:r>
      <w:r>
        <w:tab/>
        <w:t>5.063e0</w:t>
      </w:r>
    </w:p>
    <w:p w:rsidR="007B2329" w:rsidRDefault="007B2329" w:rsidP="007B2329">
      <w:r>
        <w:t>668.6608</w:t>
      </w:r>
      <w:r>
        <w:tab/>
        <w:t>2.025e0</w:t>
      </w:r>
    </w:p>
    <w:p w:rsidR="007B2329" w:rsidRDefault="007B2329" w:rsidP="007B2329">
      <w:r>
        <w:t>668.6951</w:t>
      </w:r>
      <w:r>
        <w:tab/>
        <w:t>2.025e0</w:t>
      </w:r>
    </w:p>
    <w:p w:rsidR="007B2329" w:rsidRDefault="007B2329" w:rsidP="007B2329">
      <w:r>
        <w:t>668.7161</w:t>
      </w:r>
      <w:r>
        <w:tab/>
        <w:t>1.013e0</w:t>
      </w:r>
    </w:p>
    <w:p w:rsidR="007B2329" w:rsidRDefault="007B2329" w:rsidP="007B2329">
      <w:r>
        <w:t>668.7224</w:t>
      </w:r>
      <w:r>
        <w:tab/>
        <w:t>3.038e0</w:t>
      </w:r>
    </w:p>
    <w:p w:rsidR="007B2329" w:rsidRDefault="007B2329" w:rsidP="007B2329">
      <w:r>
        <w:t>668.7429</w:t>
      </w:r>
      <w:r>
        <w:tab/>
        <w:t>1.828e0</w:t>
      </w:r>
    </w:p>
    <w:p w:rsidR="007B2329" w:rsidRDefault="007B2329" w:rsidP="007B2329">
      <w:r>
        <w:t>668.7625</w:t>
      </w:r>
      <w:r>
        <w:tab/>
        <w:t>1.013e0</w:t>
      </w:r>
    </w:p>
    <w:p w:rsidR="007B2329" w:rsidRDefault="007B2329" w:rsidP="007B2329">
      <w:r>
        <w:t>668.7854</w:t>
      </w:r>
      <w:r>
        <w:tab/>
        <w:t>2.025e0</w:t>
      </w:r>
    </w:p>
    <w:p w:rsidR="007B2329" w:rsidRDefault="007B2329" w:rsidP="007B2329">
      <w:r>
        <w:t>668.7874</w:t>
      </w:r>
      <w:r>
        <w:tab/>
        <w:t>4.051e0</w:t>
      </w:r>
    </w:p>
    <w:p w:rsidR="007B2329" w:rsidRDefault="007B2329" w:rsidP="007B2329">
      <w:r>
        <w:t>668.8030</w:t>
      </w:r>
      <w:r>
        <w:tab/>
        <w:t>3.038e0</w:t>
      </w:r>
    </w:p>
    <w:p w:rsidR="007B2329" w:rsidRDefault="007B2329" w:rsidP="007B2329">
      <w:r>
        <w:t>668.8080</w:t>
      </w:r>
      <w:r>
        <w:tab/>
        <w:t>1.013e0</w:t>
      </w:r>
    </w:p>
    <w:p w:rsidR="007B2329" w:rsidRDefault="007B2329" w:rsidP="007B2329">
      <w:r>
        <w:t>668.8377</w:t>
      </w:r>
      <w:r>
        <w:tab/>
        <w:t>2.025e0</w:t>
      </w:r>
    </w:p>
    <w:p w:rsidR="007B2329" w:rsidRDefault="007B2329" w:rsidP="007B2329">
      <w:r>
        <w:t>668.8464</w:t>
      </w:r>
      <w:r>
        <w:tab/>
        <w:t>2.025e0</w:t>
      </w:r>
    </w:p>
    <w:p w:rsidR="007B2329" w:rsidRDefault="007B2329" w:rsidP="007B2329">
      <w:r>
        <w:t>668.8538</w:t>
      </w:r>
      <w:r>
        <w:tab/>
        <w:t>1.013e0</w:t>
      </w:r>
    </w:p>
    <w:p w:rsidR="007B2329" w:rsidRDefault="007B2329" w:rsidP="007B2329">
      <w:r>
        <w:lastRenderedPageBreak/>
        <w:t>668.8765</w:t>
      </w:r>
      <w:r>
        <w:tab/>
        <w:t>1.013e0</w:t>
      </w:r>
    </w:p>
    <w:p w:rsidR="007B2329" w:rsidRDefault="007B2329" w:rsidP="007B2329">
      <w:r>
        <w:t>668.8818</w:t>
      </w:r>
      <w:r>
        <w:tab/>
        <w:t>2.025e0</w:t>
      </w:r>
    </w:p>
    <w:p w:rsidR="007B2329" w:rsidRDefault="007B2329" w:rsidP="007B2329">
      <w:r>
        <w:t>668.8854</w:t>
      </w:r>
      <w:r>
        <w:tab/>
        <w:t>2.839e0</w:t>
      </w:r>
    </w:p>
    <w:p w:rsidR="007B2329" w:rsidRDefault="007B2329" w:rsidP="007B2329">
      <w:r>
        <w:t>668.9105</w:t>
      </w:r>
      <w:r>
        <w:tab/>
        <w:t>1.733e0</w:t>
      </w:r>
    </w:p>
    <w:p w:rsidR="007B2329" w:rsidRDefault="007B2329" w:rsidP="007B2329">
      <w:r>
        <w:t>668.9333</w:t>
      </w:r>
      <w:r>
        <w:tab/>
        <w:t>1.013e0</w:t>
      </w:r>
    </w:p>
    <w:p w:rsidR="007B2329" w:rsidRDefault="007B2329" w:rsidP="007B2329">
      <w:r>
        <w:t>668.9416</w:t>
      </w:r>
      <w:r>
        <w:tab/>
        <w:t>1.013e0</w:t>
      </w:r>
    </w:p>
    <w:p w:rsidR="007B2329" w:rsidRDefault="007B2329" w:rsidP="007B2329">
      <w:r>
        <w:t>668.9502</w:t>
      </w:r>
      <w:r>
        <w:tab/>
        <w:t>2.025e0</w:t>
      </w:r>
    </w:p>
    <w:p w:rsidR="007B2329" w:rsidRDefault="007B2329" w:rsidP="007B2329">
      <w:r>
        <w:t>668.9561</w:t>
      </w:r>
      <w:r>
        <w:tab/>
        <w:t>2.892e0</w:t>
      </w:r>
    </w:p>
    <w:p w:rsidR="007B2329" w:rsidRDefault="007B2329" w:rsidP="007B2329">
      <w:r>
        <w:t>668.9852</w:t>
      </w:r>
      <w:r>
        <w:tab/>
        <w:t>2.025e0</w:t>
      </w:r>
    </w:p>
    <w:p w:rsidR="007B2329" w:rsidRDefault="007B2329" w:rsidP="007B2329">
      <w:r>
        <w:t>668.9993</w:t>
      </w:r>
      <w:r>
        <w:tab/>
        <w:t>2.025e0</w:t>
      </w:r>
    </w:p>
    <w:p w:rsidR="007B2329" w:rsidRDefault="007B2329" w:rsidP="007B2329">
      <w:r>
        <w:t>669.0018</w:t>
      </w:r>
      <w:r>
        <w:tab/>
        <w:t>1.013e0</w:t>
      </w:r>
    </w:p>
    <w:p w:rsidR="007B2329" w:rsidRDefault="007B2329" w:rsidP="007B2329">
      <w:r>
        <w:t>669.0130</w:t>
      </w:r>
      <w:r>
        <w:tab/>
        <w:t>1.013e0</w:t>
      </w:r>
    </w:p>
    <w:p w:rsidR="007B2329" w:rsidRDefault="007B2329" w:rsidP="007B2329">
      <w:r>
        <w:t>669.0252</w:t>
      </w:r>
      <w:r>
        <w:tab/>
        <w:t>2.025e0</w:t>
      </w:r>
    </w:p>
    <w:p w:rsidR="007B2329" w:rsidRDefault="007B2329" w:rsidP="007B2329">
      <w:r>
        <w:t>669.0334</w:t>
      </w:r>
      <w:r>
        <w:tab/>
        <w:t>2.025e0</w:t>
      </w:r>
    </w:p>
    <w:p w:rsidR="007B2329" w:rsidRDefault="007B2329" w:rsidP="007B2329">
      <w:r>
        <w:t>669.0827</w:t>
      </w:r>
      <w:r>
        <w:tab/>
        <w:t>5.743e0</w:t>
      </w:r>
    </w:p>
    <w:p w:rsidR="007B2329" w:rsidRDefault="007B2329" w:rsidP="007B2329">
      <w:r>
        <w:t>669.0946</w:t>
      </w:r>
      <w:r>
        <w:tab/>
        <w:t>5.070e0</w:t>
      </w:r>
    </w:p>
    <w:p w:rsidR="007B2329" w:rsidRDefault="007B2329" w:rsidP="007B2329">
      <w:r>
        <w:t>669.1440</w:t>
      </w:r>
      <w:r>
        <w:tab/>
        <w:t>2.025e0</w:t>
      </w:r>
    </w:p>
    <w:p w:rsidR="007B2329" w:rsidRDefault="007B2329" w:rsidP="007B2329">
      <w:r>
        <w:t>669.1799</w:t>
      </w:r>
      <w:r>
        <w:tab/>
        <w:t>3.989e0</w:t>
      </w:r>
    </w:p>
    <w:p w:rsidR="007B2329" w:rsidRDefault="007B2329" w:rsidP="007B2329">
      <w:r>
        <w:t>669.1823</w:t>
      </w:r>
      <w:r>
        <w:tab/>
        <w:t>5.669e0</w:t>
      </w:r>
    </w:p>
    <w:p w:rsidR="007B2329" w:rsidRDefault="007B2329" w:rsidP="007B2329">
      <w:r>
        <w:lastRenderedPageBreak/>
        <w:t>669.1954</w:t>
      </w:r>
      <w:r>
        <w:tab/>
        <w:t>2.025e0</w:t>
      </w:r>
    </w:p>
    <w:p w:rsidR="007B2329" w:rsidRDefault="007B2329" w:rsidP="007B2329">
      <w:r>
        <w:t>669.2027</w:t>
      </w:r>
      <w:r>
        <w:tab/>
        <w:t>3.038e0</w:t>
      </w:r>
    </w:p>
    <w:p w:rsidR="007B2329" w:rsidRDefault="007B2329" w:rsidP="007B2329">
      <w:r>
        <w:t>669.2349</w:t>
      </w:r>
      <w:r>
        <w:tab/>
        <w:t>2.661e0</w:t>
      </w:r>
    </w:p>
    <w:p w:rsidR="007B2329" w:rsidRDefault="007B2329" w:rsidP="007B2329">
      <w:r>
        <w:t>669.2498</w:t>
      </w:r>
      <w:r>
        <w:tab/>
        <w:t>3.801e0</w:t>
      </w:r>
    </w:p>
    <w:p w:rsidR="007B2329" w:rsidRDefault="007B2329" w:rsidP="007B2329">
      <w:r>
        <w:t>669.2783</w:t>
      </w:r>
      <w:r>
        <w:tab/>
        <w:t>2.596e0</w:t>
      </w:r>
    </w:p>
    <w:p w:rsidR="007B2329" w:rsidRDefault="007B2329" w:rsidP="007B2329">
      <w:r>
        <w:t>669.2925</w:t>
      </w:r>
      <w:r>
        <w:tab/>
        <w:t>2.038e0</w:t>
      </w:r>
    </w:p>
    <w:p w:rsidR="007B2329" w:rsidRDefault="007B2329" w:rsidP="007B2329">
      <w:r>
        <w:t>669.3791</w:t>
      </w:r>
      <w:r>
        <w:tab/>
        <w:t>2.703e1</w:t>
      </w:r>
    </w:p>
    <w:p w:rsidR="007B2329" w:rsidRDefault="007B2329" w:rsidP="007B2329">
      <w:r>
        <w:t>669.3871</w:t>
      </w:r>
      <w:r>
        <w:tab/>
        <w:t>1.303e1</w:t>
      </w:r>
    </w:p>
    <w:p w:rsidR="007B2329" w:rsidRDefault="007B2329" w:rsidP="007B2329">
      <w:r>
        <w:t>669.3907</w:t>
      </w:r>
      <w:r>
        <w:tab/>
        <w:t>3.002e2</w:t>
      </w:r>
    </w:p>
    <w:p w:rsidR="007B2329" w:rsidRDefault="007B2329" w:rsidP="007B2329">
      <w:r>
        <w:t>669.3940</w:t>
      </w:r>
      <w:r>
        <w:tab/>
        <w:t>2.128e2</w:t>
      </w:r>
    </w:p>
    <w:p w:rsidR="007B2329" w:rsidRDefault="007B2329" w:rsidP="007B2329">
      <w:r>
        <w:t>669.4656</w:t>
      </w:r>
      <w:r>
        <w:tab/>
        <w:t>6.124e0</w:t>
      </w:r>
    </w:p>
    <w:p w:rsidR="007B2329" w:rsidRDefault="007B2329" w:rsidP="007B2329">
      <w:r>
        <w:t>669.4944</w:t>
      </w:r>
      <w:r>
        <w:tab/>
        <w:t>3.011e0</w:t>
      </w:r>
    </w:p>
    <w:p w:rsidR="007B2329" w:rsidRDefault="007B2329" w:rsidP="007B2329">
      <w:r>
        <w:t>669.4971</w:t>
      </w:r>
      <w:r>
        <w:tab/>
        <w:t>1.013e0</w:t>
      </w:r>
    </w:p>
    <w:p w:rsidR="007B2329" w:rsidRDefault="007B2329" w:rsidP="007B2329">
      <w:r>
        <w:t>669.5020</w:t>
      </w:r>
      <w:r>
        <w:tab/>
        <w:t>3.051e0</w:t>
      </w:r>
    </w:p>
    <w:p w:rsidR="007B2329" w:rsidRDefault="007B2329" w:rsidP="007B2329">
      <w:r>
        <w:t>669.5139</w:t>
      </w:r>
      <w:r>
        <w:tab/>
        <w:t>1.013e0</w:t>
      </w:r>
    </w:p>
    <w:p w:rsidR="007B2329" w:rsidRDefault="007B2329" w:rsidP="007B2329">
      <w:r>
        <w:t>669.5153</w:t>
      </w:r>
      <w:r>
        <w:tab/>
        <w:t>1.966e0</w:t>
      </w:r>
    </w:p>
    <w:p w:rsidR="007B2329" w:rsidRDefault="007B2329" w:rsidP="007B2329">
      <w:r>
        <w:t>669.5490</w:t>
      </w:r>
      <w:r>
        <w:tab/>
        <w:t>1.013e0</w:t>
      </w:r>
    </w:p>
    <w:p w:rsidR="007B2329" w:rsidRDefault="007B2329" w:rsidP="007B2329">
      <w:r>
        <w:t>669.5542</w:t>
      </w:r>
      <w:r>
        <w:tab/>
        <w:t>1.025e0</w:t>
      </w:r>
    </w:p>
    <w:p w:rsidR="007B2329" w:rsidRDefault="007B2329" w:rsidP="007B2329">
      <w:r>
        <w:t>669.5663</w:t>
      </w:r>
      <w:r>
        <w:tab/>
        <w:t>1.013e0</w:t>
      </w:r>
    </w:p>
    <w:p w:rsidR="007B2329" w:rsidRDefault="007B2329" w:rsidP="007B2329">
      <w:r>
        <w:lastRenderedPageBreak/>
        <w:t>669.5714</w:t>
      </w:r>
      <w:r>
        <w:tab/>
        <w:t>1.013e0</w:t>
      </w:r>
    </w:p>
    <w:p w:rsidR="007B2329" w:rsidRDefault="007B2329" w:rsidP="007B2329">
      <w:r>
        <w:t>669.5781</w:t>
      </w:r>
      <w:r>
        <w:tab/>
        <w:t>2.842e0</w:t>
      </w:r>
    </w:p>
    <w:p w:rsidR="007B2329" w:rsidRDefault="007B2329" w:rsidP="007B2329">
      <w:r>
        <w:t>669.5942</w:t>
      </w:r>
      <w:r>
        <w:tab/>
        <w:t>1.013e0</w:t>
      </w:r>
    </w:p>
    <w:p w:rsidR="007B2329" w:rsidRDefault="007B2329" w:rsidP="007B2329">
      <w:r>
        <w:t>669.6053</w:t>
      </w:r>
      <w:r>
        <w:tab/>
        <w:t>2.051e0</w:t>
      </w:r>
    </w:p>
    <w:p w:rsidR="007B2329" w:rsidRDefault="007B2329" w:rsidP="007B2329">
      <w:r>
        <w:t>669.6396</w:t>
      </w:r>
      <w:r>
        <w:tab/>
        <w:t>1.013e0</w:t>
      </w:r>
    </w:p>
    <w:p w:rsidR="007B2329" w:rsidRDefault="007B2329" w:rsidP="007B2329">
      <w:r>
        <w:t>669.6980</w:t>
      </w:r>
      <w:r>
        <w:tab/>
        <w:t>3.005e0</w:t>
      </w:r>
    </w:p>
    <w:p w:rsidR="007B2329" w:rsidRDefault="007B2329" w:rsidP="007B2329">
      <w:r>
        <w:t>669.7137</w:t>
      </w:r>
      <w:r>
        <w:tab/>
        <w:t>2.025e0</w:t>
      </w:r>
    </w:p>
    <w:p w:rsidR="007B2329" w:rsidRDefault="007B2329" w:rsidP="007B2329">
      <w:r>
        <w:t>669.7310</w:t>
      </w:r>
      <w:r>
        <w:tab/>
        <w:t>1.013e0</w:t>
      </w:r>
    </w:p>
    <w:p w:rsidR="007B2329" w:rsidRDefault="007B2329" w:rsidP="007B2329">
      <w:r>
        <w:t>669.7654</w:t>
      </w:r>
      <w:r>
        <w:tab/>
        <w:t>1.013e0</w:t>
      </w:r>
    </w:p>
    <w:p w:rsidR="007B2329" w:rsidRDefault="007B2329" w:rsidP="007B2329">
      <w:r>
        <w:t>669.7839</w:t>
      </w:r>
      <w:r>
        <w:tab/>
        <w:t>2.025e0</w:t>
      </w:r>
    </w:p>
    <w:p w:rsidR="007B2329" w:rsidRDefault="007B2329" w:rsidP="007B2329">
      <w:r>
        <w:t>669.7854</w:t>
      </w:r>
      <w:r>
        <w:tab/>
        <w:t>6.750e0</w:t>
      </w:r>
    </w:p>
    <w:p w:rsidR="007B2329" w:rsidRDefault="007B2329" w:rsidP="007B2329">
      <w:r>
        <w:t>669.7902</w:t>
      </w:r>
      <w:r>
        <w:tab/>
        <w:t>2.985e0</w:t>
      </w:r>
    </w:p>
    <w:p w:rsidR="007B2329" w:rsidRDefault="007B2329" w:rsidP="007B2329">
      <w:r>
        <w:t>669.8021</w:t>
      </w:r>
      <w:r>
        <w:tab/>
        <w:t>2.025e0</w:t>
      </w:r>
    </w:p>
    <w:p w:rsidR="007B2329" w:rsidRDefault="007B2329" w:rsidP="007B2329">
      <w:r>
        <w:t>669.8180</w:t>
      </w:r>
      <w:r>
        <w:tab/>
        <w:t>2.025e0</w:t>
      </w:r>
    </w:p>
    <w:p w:rsidR="007B2329" w:rsidRDefault="007B2329" w:rsidP="007B2329">
      <w:r>
        <w:t>669.8330</w:t>
      </w:r>
      <w:r>
        <w:tab/>
        <w:t>5.118e0</w:t>
      </w:r>
    </w:p>
    <w:p w:rsidR="007B2329" w:rsidRDefault="007B2329" w:rsidP="007B2329">
      <w:r>
        <w:t>669.8677</w:t>
      </w:r>
      <w:r>
        <w:tab/>
        <w:t>1.013e0</w:t>
      </w:r>
    </w:p>
    <w:p w:rsidR="007B2329" w:rsidRDefault="007B2329" w:rsidP="007B2329">
      <w:r>
        <w:t>669.8955</w:t>
      </w:r>
      <w:r>
        <w:tab/>
        <w:t>2.025e0</w:t>
      </w:r>
    </w:p>
    <w:p w:rsidR="007B2329" w:rsidRDefault="007B2329" w:rsidP="007B2329">
      <w:r>
        <w:t>669.9020</w:t>
      </w:r>
      <w:r>
        <w:tab/>
        <w:t>1.013e0</w:t>
      </w:r>
    </w:p>
    <w:p w:rsidR="007B2329" w:rsidRDefault="007B2329" w:rsidP="007B2329">
      <w:r>
        <w:t>669.9191</w:t>
      </w:r>
      <w:r>
        <w:tab/>
        <w:t>2.025e0</w:t>
      </w:r>
    </w:p>
    <w:p w:rsidR="007B2329" w:rsidRDefault="007B2329" w:rsidP="007B2329">
      <w:r>
        <w:lastRenderedPageBreak/>
        <w:t>669.9304</w:t>
      </w:r>
      <w:r>
        <w:tab/>
        <w:t>2.025e0</w:t>
      </w:r>
    </w:p>
    <w:p w:rsidR="007B2329" w:rsidRDefault="007B2329" w:rsidP="007B2329">
      <w:r>
        <w:t>669.9504</w:t>
      </w:r>
      <w:r>
        <w:tab/>
        <w:t>2.597e0</w:t>
      </w:r>
    </w:p>
    <w:p w:rsidR="007B2329" w:rsidRDefault="007B2329" w:rsidP="007B2329">
      <w:r>
        <w:t>669.9733</w:t>
      </w:r>
      <w:r>
        <w:tab/>
        <w:t>2.025e0</w:t>
      </w:r>
    </w:p>
    <w:p w:rsidR="007B2329" w:rsidRDefault="007B2329" w:rsidP="007B2329">
      <w:r>
        <w:t>669.9752</w:t>
      </w:r>
      <w:r>
        <w:tab/>
        <w:t>2.025e0</w:t>
      </w:r>
    </w:p>
    <w:p w:rsidR="007B2329" w:rsidRDefault="007B2329" w:rsidP="007B2329">
      <w:r>
        <w:t>669.9827</w:t>
      </w:r>
      <w:r>
        <w:tab/>
        <w:t>1.013e0</w:t>
      </w:r>
    </w:p>
    <w:p w:rsidR="007B2329" w:rsidRDefault="007B2329" w:rsidP="007B2329">
      <w:r>
        <w:t>670.0047</w:t>
      </w:r>
      <w:r>
        <w:tab/>
        <w:t>3.038e0</w:t>
      </w:r>
    </w:p>
    <w:p w:rsidR="007B2329" w:rsidRDefault="007B2329" w:rsidP="007B2329">
      <w:r>
        <w:t>670.0532</w:t>
      </w:r>
      <w:r>
        <w:tab/>
        <w:t>4.828e0</w:t>
      </w:r>
    </w:p>
    <w:p w:rsidR="007B2329" w:rsidRDefault="007B2329" w:rsidP="007B2329">
      <w:r>
        <w:t>670.0571</w:t>
      </w:r>
      <w:r>
        <w:tab/>
        <w:t>2.329e0</w:t>
      </w:r>
    </w:p>
    <w:p w:rsidR="007B2329" w:rsidRDefault="007B2329" w:rsidP="007B2329">
      <w:r>
        <w:t>670.0690</w:t>
      </w:r>
      <w:r>
        <w:tab/>
        <w:t>1.013e0</w:t>
      </w:r>
    </w:p>
    <w:p w:rsidR="007B2329" w:rsidRDefault="007B2329" w:rsidP="007B2329">
      <w:r>
        <w:t>670.0712</w:t>
      </w:r>
      <w:r>
        <w:tab/>
        <w:t>4.015e0</w:t>
      </w:r>
    </w:p>
    <w:p w:rsidR="007B2329" w:rsidRDefault="007B2329" w:rsidP="007B2329">
      <w:r>
        <w:t>670.0724</w:t>
      </w:r>
      <w:r>
        <w:tab/>
        <w:t>2.025e0</w:t>
      </w:r>
    </w:p>
    <w:p w:rsidR="007B2329" w:rsidRDefault="007B2329" w:rsidP="007B2329">
      <w:r>
        <w:t>670.0844</w:t>
      </w:r>
      <w:r>
        <w:tab/>
        <w:t>1.013e0</w:t>
      </w:r>
    </w:p>
    <w:p w:rsidR="007B2329" w:rsidRDefault="007B2329" w:rsidP="007B2329">
      <w:r>
        <w:t>670.0922</w:t>
      </w:r>
      <w:r>
        <w:tab/>
        <w:t>2.025e0</w:t>
      </w:r>
    </w:p>
    <w:p w:rsidR="007B2329" w:rsidRDefault="007B2329" w:rsidP="007B2329">
      <w:r>
        <w:t>670.1265</w:t>
      </w:r>
      <w:r>
        <w:tab/>
        <w:t>1.094e1</w:t>
      </w:r>
    </w:p>
    <w:p w:rsidR="007B2329" w:rsidRDefault="007B2329" w:rsidP="007B2329">
      <w:r>
        <w:t>670.1279</w:t>
      </w:r>
      <w:r>
        <w:tab/>
        <w:t>2.653e0</w:t>
      </w:r>
    </w:p>
    <w:p w:rsidR="007B2329" w:rsidRDefault="007B2329" w:rsidP="007B2329">
      <w:r>
        <w:t>670.1414</w:t>
      </w:r>
      <w:r>
        <w:tab/>
        <w:t>1.013e0</w:t>
      </w:r>
    </w:p>
    <w:p w:rsidR="007B2329" w:rsidRDefault="007B2329" w:rsidP="007B2329">
      <w:r>
        <w:t>670.1876</w:t>
      </w:r>
      <w:r>
        <w:tab/>
        <w:t>1.844e0</w:t>
      </w:r>
    </w:p>
    <w:p w:rsidR="007B2329" w:rsidRDefault="007B2329" w:rsidP="007B2329">
      <w:r>
        <w:t>670.1986</w:t>
      </w:r>
      <w:r>
        <w:tab/>
        <w:t>1.013e0</w:t>
      </w:r>
    </w:p>
    <w:p w:rsidR="007B2329" w:rsidRDefault="007B2329" w:rsidP="007B2329">
      <w:r>
        <w:t>670.2214</w:t>
      </w:r>
      <w:r>
        <w:tab/>
        <w:t>1.013e0</w:t>
      </w:r>
    </w:p>
    <w:p w:rsidR="007B2329" w:rsidRDefault="007B2329" w:rsidP="007B2329">
      <w:r>
        <w:lastRenderedPageBreak/>
        <w:t>670.2599</w:t>
      </w:r>
      <w:r>
        <w:tab/>
        <w:t>1.672e0</w:t>
      </w:r>
    </w:p>
    <w:p w:rsidR="007B2329" w:rsidRDefault="007B2329" w:rsidP="007B2329">
      <w:r>
        <w:t>670.2780</w:t>
      </w:r>
      <w:r>
        <w:tab/>
        <w:t>1.361e0</w:t>
      </w:r>
    </w:p>
    <w:p w:rsidR="007B2329" w:rsidRDefault="007B2329" w:rsidP="007B2329">
      <w:r>
        <w:t>670.3104</w:t>
      </w:r>
      <w:r>
        <w:tab/>
        <w:t>4.354e0</w:t>
      </w:r>
    </w:p>
    <w:p w:rsidR="007B2329" w:rsidRDefault="007B2329" w:rsidP="007B2329">
      <w:r>
        <w:t>670.3129</w:t>
      </w:r>
      <w:r>
        <w:tab/>
        <w:t>7.349e0</w:t>
      </w:r>
    </w:p>
    <w:p w:rsidR="007B2329" w:rsidRDefault="007B2329" w:rsidP="007B2329">
      <w:r>
        <w:t>670.3560</w:t>
      </w:r>
      <w:r>
        <w:tab/>
        <w:t>3.038e0</w:t>
      </w:r>
    </w:p>
    <w:p w:rsidR="007B2329" w:rsidRDefault="007B2329" w:rsidP="007B2329">
      <w:r>
        <w:t>670.3643</w:t>
      </w:r>
      <w:r>
        <w:tab/>
        <w:t>9.665e0</w:t>
      </w:r>
    </w:p>
    <w:p w:rsidR="007B2329" w:rsidRDefault="007B2329" w:rsidP="007B2329">
      <w:r>
        <w:t>670.3770</w:t>
      </w:r>
      <w:r>
        <w:tab/>
        <w:t>3.038e0</w:t>
      </w:r>
    </w:p>
    <w:p w:rsidR="007B2329" w:rsidRDefault="007B2329" w:rsidP="007B2329">
      <w:r>
        <w:t>670.3884</w:t>
      </w:r>
      <w:r>
        <w:tab/>
        <w:t>2.712e1</w:t>
      </w:r>
    </w:p>
    <w:p w:rsidR="007B2329" w:rsidRDefault="007B2329" w:rsidP="007B2329">
      <w:r>
        <w:t>670.3939</w:t>
      </w:r>
      <w:r>
        <w:tab/>
        <w:t>1.106e2</w:t>
      </w:r>
    </w:p>
    <w:p w:rsidR="007B2329" w:rsidRDefault="007B2329" w:rsidP="007B2329">
      <w:r>
        <w:t>670.4073</w:t>
      </w:r>
      <w:r>
        <w:tab/>
        <w:t>4.433e1</w:t>
      </w:r>
    </w:p>
    <w:p w:rsidR="007B2329" w:rsidRDefault="007B2329" w:rsidP="007B2329">
      <w:r>
        <w:t>670.4095</w:t>
      </w:r>
      <w:r>
        <w:tab/>
        <w:t>2.593e1</w:t>
      </w:r>
    </w:p>
    <w:p w:rsidR="007B2329" w:rsidRDefault="007B2329" w:rsidP="007B2329">
      <w:r>
        <w:t>670.4212</w:t>
      </w:r>
      <w:r>
        <w:tab/>
        <w:t>1.403e0</w:t>
      </w:r>
    </w:p>
    <w:p w:rsidR="007B2329" w:rsidRDefault="007B2329" w:rsidP="007B2329">
      <w:r>
        <w:t>670.4305</w:t>
      </w:r>
      <w:r>
        <w:tab/>
        <w:t>3.092e0</w:t>
      </w:r>
    </w:p>
    <w:p w:rsidR="007B2329" w:rsidRDefault="007B2329" w:rsidP="007B2329">
      <w:r>
        <w:t>670.5381</w:t>
      </w:r>
      <w:r>
        <w:tab/>
        <w:t>4.051e0</w:t>
      </w:r>
    </w:p>
    <w:p w:rsidR="007B2329" w:rsidRDefault="007B2329" w:rsidP="007B2329">
      <w:r>
        <w:t>670.5473</w:t>
      </w:r>
      <w:r>
        <w:tab/>
        <w:t>1.771e0</w:t>
      </w:r>
    </w:p>
    <w:p w:rsidR="007B2329" w:rsidRDefault="007B2329" w:rsidP="007B2329">
      <w:r>
        <w:t>670.5522</w:t>
      </w:r>
      <w:r>
        <w:tab/>
        <w:t>3.038e0</w:t>
      </w:r>
    </w:p>
    <w:p w:rsidR="007B2329" w:rsidRDefault="007B2329" w:rsidP="007B2329">
      <w:r>
        <w:t>670.5630</w:t>
      </w:r>
      <w:r>
        <w:tab/>
        <w:t>1.722e0</w:t>
      </w:r>
    </w:p>
    <w:p w:rsidR="007B2329" w:rsidRDefault="007B2329" w:rsidP="007B2329">
      <w:r>
        <w:t>670.5715</w:t>
      </w:r>
      <w:r>
        <w:tab/>
        <w:t>1.013e0</w:t>
      </w:r>
    </w:p>
    <w:p w:rsidR="007B2329" w:rsidRDefault="007B2329" w:rsidP="007B2329">
      <w:r>
        <w:t>670.5865</w:t>
      </w:r>
      <w:r>
        <w:tab/>
        <w:t>1.013e0</w:t>
      </w:r>
    </w:p>
    <w:p w:rsidR="007B2329" w:rsidRDefault="007B2329" w:rsidP="007B2329">
      <w:r>
        <w:lastRenderedPageBreak/>
        <w:t>670.6265</w:t>
      </w:r>
      <w:r>
        <w:tab/>
        <w:t>9.827e-1</w:t>
      </w:r>
    </w:p>
    <w:p w:rsidR="007B2329" w:rsidRDefault="007B2329" w:rsidP="007B2329">
      <w:r>
        <w:t>670.6550</w:t>
      </w:r>
      <w:r>
        <w:tab/>
        <w:t>1.013e0</w:t>
      </w:r>
    </w:p>
    <w:p w:rsidR="007B2329" w:rsidRDefault="007B2329" w:rsidP="007B2329">
      <w:r>
        <w:t>670.6665</w:t>
      </w:r>
      <w:r>
        <w:tab/>
        <w:t>2.025e0</w:t>
      </w:r>
    </w:p>
    <w:p w:rsidR="007B2329" w:rsidRDefault="007B2329" w:rsidP="007B2329">
      <w:r>
        <w:t>670.6948</w:t>
      </w:r>
      <w:r>
        <w:tab/>
        <w:t>2.025e0</w:t>
      </w:r>
    </w:p>
    <w:p w:rsidR="007B2329" w:rsidRDefault="007B2329" w:rsidP="007B2329">
      <w:r>
        <w:t>670.7120</w:t>
      </w:r>
      <w:r>
        <w:tab/>
        <w:t>1.013e0</w:t>
      </w:r>
    </w:p>
    <w:p w:rsidR="007B2329" w:rsidRDefault="007B2329" w:rsidP="007B2329">
      <w:r>
        <w:t>670.7156</w:t>
      </w:r>
      <w:r>
        <w:tab/>
        <w:t>4.051e0</w:t>
      </w:r>
    </w:p>
    <w:p w:rsidR="007B2329" w:rsidRDefault="007B2329" w:rsidP="007B2329">
      <w:r>
        <w:t>670.7330</w:t>
      </w:r>
      <w:r>
        <w:tab/>
        <w:t>1.025e0</w:t>
      </w:r>
    </w:p>
    <w:p w:rsidR="007B2329" w:rsidRDefault="007B2329" w:rsidP="007B2329">
      <w:r>
        <w:t>670.7451</w:t>
      </w:r>
      <w:r>
        <w:tab/>
        <w:t>1.013e0</w:t>
      </w:r>
    </w:p>
    <w:p w:rsidR="007B2329" w:rsidRDefault="007B2329" w:rsidP="007B2329">
      <w:r>
        <w:t>670.7977</w:t>
      </w:r>
      <w:r>
        <w:tab/>
        <w:t>4.832e0</w:t>
      </w:r>
    </w:p>
    <w:p w:rsidR="007B2329" w:rsidRDefault="007B2329" w:rsidP="007B2329">
      <w:r>
        <w:t>670.8007</w:t>
      </w:r>
      <w:r>
        <w:tab/>
        <w:t>1.307e0</w:t>
      </w:r>
    </w:p>
    <w:p w:rsidR="007B2329" w:rsidRDefault="007B2329" w:rsidP="007B2329">
      <w:r>
        <w:t>670.8096</w:t>
      </w:r>
      <w:r>
        <w:tab/>
        <w:t>3.038e0</w:t>
      </w:r>
    </w:p>
    <w:p w:rsidR="007B2329" w:rsidRDefault="007B2329" w:rsidP="007B2329">
      <w:r>
        <w:t>670.8135</w:t>
      </w:r>
      <w:r>
        <w:tab/>
        <w:t>3.038e0</w:t>
      </w:r>
    </w:p>
    <w:p w:rsidR="007B2329" w:rsidRDefault="007B2329" w:rsidP="007B2329">
      <w:r>
        <w:t>670.8149</w:t>
      </w:r>
      <w:r>
        <w:tab/>
        <w:t>1.013e0</w:t>
      </w:r>
    </w:p>
    <w:p w:rsidR="007B2329" w:rsidRDefault="007B2329" w:rsidP="007B2329">
      <w:r>
        <w:t>670.8433</w:t>
      </w:r>
      <w:r>
        <w:tab/>
        <w:t>3.038e0</w:t>
      </w:r>
    </w:p>
    <w:p w:rsidR="007B2329" w:rsidRDefault="007B2329" w:rsidP="007B2329">
      <w:r>
        <w:t>670.8958</w:t>
      </w:r>
      <w:r>
        <w:tab/>
        <w:t>2.025e0</w:t>
      </w:r>
    </w:p>
    <w:p w:rsidR="007B2329" w:rsidRDefault="007B2329" w:rsidP="007B2329">
      <w:r>
        <w:t>670.9010</w:t>
      </w:r>
      <w:r>
        <w:tab/>
        <w:t>4.324e0</w:t>
      </w:r>
    </w:p>
    <w:p w:rsidR="007B2329" w:rsidRDefault="007B2329" w:rsidP="007B2329">
      <w:r>
        <w:t>670.9189</w:t>
      </w:r>
      <w:r>
        <w:tab/>
        <w:t>2.025e0</w:t>
      </w:r>
    </w:p>
    <w:p w:rsidR="007B2329" w:rsidRDefault="007B2329" w:rsidP="007B2329">
      <w:r>
        <w:t>670.9349</w:t>
      </w:r>
      <w:r>
        <w:tab/>
        <w:t>5.063e0</w:t>
      </w:r>
    </w:p>
    <w:p w:rsidR="007B2329" w:rsidRDefault="007B2329" w:rsidP="007B2329">
      <w:r>
        <w:t>670.9695</w:t>
      </w:r>
      <w:r>
        <w:tab/>
        <w:t>4.051e0</w:t>
      </w:r>
    </w:p>
    <w:p w:rsidR="007B2329" w:rsidRDefault="007B2329" w:rsidP="007B2329">
      <w:r>
        <w:lastRenderedPageBreak/>
        <w:t>670.9861</w:t>
      </w:r>
      <w:r>
        <w:tab/>
        <w:t>1.013e0</w:t>
      </w:r>
    </w:p>
    <w:p w:rsidR="007B2329" w:rsidRDefault="007B2329" w:rsidP="007B2329">
      <w:r>
        <w:t>670.9901</w:t>
      </w:r>
      <w:r>
        <w:tab/>
        <w:t>3.890e0</w:t>
      </w:r>
    </w:p>
    <w:p w:rsidR="007B2329" w:rsidRDefault="007B2329" w:rsidP="007B2329">
      <w:r>
        <w:t>670.9975</w:t>
      </w:r>
      <w:r>
        <w:tab/>
        <w:t>2.025e0</w:t>
      </w:r>
    </w:p>
    <w:p w:rsidR="007B2329" w:rsidRDefault="007B2329" w:rsidP="007B2329">
      <w:r>
        <w:t>671.0087</w:t>
      </w:r>
      <w:r>
        <w:tab/>
        <w:t>4.051e0</w:t>
      </w:r>
    </w:p>
    <w:p w:rsidR="007B2329" w:rsidRDefault="007B2329" w:rsidP="007B2329">
      <w:r>
        <w:t>671.0162</w:t>
      </w:r>
      <w:r>
        <w:tab/>
        <w:t>3.038e0</w:t>
      </w:r>
    </w:p>
    <w:p w:rsidR="007B2329" w:rsidRDefault="007B2329" w:rsidP="007B2329">
      <w:r>
        <w:t>671.0228</w:t>
      </w:r>
      <w:r>
        <w:tab/>
        <w:t>1.266e-2</w:t>
      </w:r>
    </w:p>
    <w:p w:rsidR="007B2329" w:rsidRDefault="007B2329" w:rsidP="007B2329">
      <w:r>
        <w:t>671.0628</w:t>
      </w:r>
      <w:r>
        <w:tab/>
        <w:t>1.791e0</w:t>
      </w:r>
    </w:p>
    <w:p w:rsidR="007B2329" w:rsidRDefault="007B2329" w:rsidP="007B2329">
      <w:r>
        <w:t>671.0920</w:t>
      </w:r>
      <w:r>
        <w:tab/>
        <w:t>1.013e0</w:t>
      </w:r>
    </w:p>
    <w:p w:rsidR="007B2329" w:rsidRDefault="007B2329" w:rsidP="007B2329">
      <w:r>
        <w:t>671.0935</w:t>
      </w:r>
      <w:r>
        <w:tab/>
        <w:t>2.154e0</w:t>
      </w:r>
    </w:p>
    <w:p w:rsidR="007B2329" w:rsidRDefault="007B2329" w:rsidP="007B2329">
      <w:r>
        <w:t>671.0997</w:t>
      </w:r>
      <w:r>
        <w:tab/>
        <w:t>3.971e0</w:t>
      </w:r>
    </w:p>
    <w:p w:rsidR="007B2329" w:rsidRDefault="007B2329" w:rsidP="007B2329">
      <w:r>
        <w:t>671.1062</w:t>
      </w:r>
      <w:r>
        <w:tab/>
        <w:t>4.051e0</w:t>
      </w:r>
    </w:p>
    <w:p w:rsidR="007B2329" w:rsidRDefault="007B2329" w:rsidP="007B2329">
      <w:r>
        <w:t>671.1268</w:t>
      </w:r>
      <w:r>
        <w:tab/>
        <w:t>1.960e0</w:t>
      </w:r>
    </w:p>
    <w:p w:rsidR="007B2329" w:rsidRDefault="007B2329" w:rsidP="007B2329">
      <w:r>
        <w:t>671.1459</w:t>
      </w:r>
      <w:r>
        <w:tab/>
        <w:t>1.013e0</w:t>
      </w:r>
    </w:p>
    <w:p w:rsidR="007B2329" w:rsidRDefault="007B2329" w:rsidP="007B2329">
      <w:r>
        <w:t>671.2389</w:t>
      </w:r>
      <w:r>
        <w:tab/>
        <w:t>2.040e0</w:t>
      </w:r>
    </w:p>
    <w:p w:rsidR="007B2329" w:rsidRDefault="007B2329" w:rsidP="007B2329">
      <w:r>
        <w:t>671.2412</w:t>
      </w:r>
      <w:r>
        <w:tab/>
        <w:t>1.560e0</w:t>
      </w:r>
    </w:p>
    <w:p w:rsidR="007B2329" w:rsidRDefault="007B2329" w:rsidP="007B2329">
      <w:r>
        <w:t>671.2740</w:t>
      </w:r>
      <w:r>
        <w:tab/>
        <w:t>1.592e0</w:t>
      </w:r>
    </w:p>
    <w:p w:rsidR="007B2329" w:rsidRDefault="007B2329" w:rsidP="007B2329">
      <w:r>
        <w:t>671.2758</w:t>
      </w:r>
      <w:r>
        <w:tab/>
        <w:t>4.886e0</w:t>
      </w:r>
    </w:p>
    <w:p w:rsidR="007B2329" w:rsidRDefault="007B2329" w:rsidP="007B2329">
      <w:r>
        <w:t>671.2830</w:t>
      </w:r>
      <w:r>
        <w:tab/>
        <w:t>2.025e0</w:t>
      </w:r>
    </w:p>
    <w:p w:rsidR="007B2329" w:rsidRDefault="007B2329" w:rsidP="007B2329">
      <w:r>
        <w:t>671.2866</w:t>
      </w:r>
      <w:r>
        <w:tab/>
        <w:t>2.477e0</w:t>
      </w:r>
    </w:p>
    <w:p w:rsidR="007B2329" w:rsidRDefault="007B2329" w:rsidP="007B2329">
      <w:r>
        <w:lastRenderedPageBreak/>
        <w:t>671.2946</w:t>
      </w:r>
      <w:r>
        <w:tab/>
        <w:t>1.048e0</w:t>
      </w:r>
    </w:p>
    <w:p w:rsidR="007B2329" w:rsidRDefault="007B2329" w:rsidP="007B2329">
      <w:r>
        <w:t>671.3152</w:t>
      </w:r>
      <w:r>
        <w:tab/>
        <w:t>1.691e0</w:t>
      </w:r>
    </w:p>
    <w:p w:rsidR="007B2329" w:rsidRDefault="007B2329" w:rsidP="007B2329">
      <w:r>
        <w:t>671.3352</w:t>
      </w:r>
      <w:r>
        <w:tab/>
        <w:t>4.051e0</w:t>
      </w:r>
    </w:p>
    <w:p w:rsidR="007B2329" w:rsidRDefault="007B2329" w:rsidP="007B2329">
      <w:r>
        <w:t>671.3784</w:t>
      </w:r>
      <w:r>
        <w:tab/>
        <w:t>2.515e0</w:t>
      </w:r>
    </w:p>
    <w:p w:rsidR="007B2329" w:rsidRDefault="007B2329" w:rsidP="007B2329">
      <w:r>
        <w:t>671.3828</w:t>
      </w:r>
      <w:r>
        <w:tab/>
        <w:t>5.895e0</w:t>
      </w:r>
    </w:p>
    <w:p w:rsidR="007B2329" w:rsidRDefault="007B2329" w:rsidP="007B2329">
      <w:r>
        <w:t>671.3891</w:t>
      </w:r>
      <w:r>
        <w:tab/>
        <w:t>6.569e0</w:t>
      </w:r>
    </w:p>
    <w:p w:rsidR="007B2329" w:rsidRDefault="007B2329" w:rsidP="007B2329">
      <w:r>
        <w:t>671.3917</w:t>
      </w:r>
      <w:r>
        <w:tab/>
        <w:t>2.025e0</w:t>
      </w:r>
    </w:p>
    <w:p w:rsidR="007B2329" w:rsidRDefault="007B2329" w:rsidP="007B2329">
      <w:r>
        <w:t>671.3940</w:t>
      </w:r>
      <w:r>
        <w:tab/>
        <w:t>1.469e1</w:t>
      </w:r>
    </w:p>
    <w:p w:rsidR="007B2329" w:rsidRDefault="007B2329" w:rsidP="007B2329">
      <w:r>
        <w:t>671.4022</w:t>
      </w:r>
      <w:r>
        <w:tab/>
        <w:t>7.845e0</w:t>
      </w:r>
    </w:p>
    <w:p w:rsidR="007B2329" w:rsidRDefault="007B2329" w:rsidP="007B2329">
      <w:r>
        <w:t>671.4060</w:t>
      </w:r>
      <w:r>
        <w:tab/>
        <w:t>9.139e0</w:t>
      </w:r>
    </w:p>
    <w:p w:rsidR="007B2329" w:rsidRDefault="007B2329" w:rsidP="007B2329">
      <w:r>
        <w:t>671.4108</w:t>
      </w:r>
      <w:r>
        <w:tab/>
        <w:t>2.028e1</w:t>
      </w:r>
    </w:p>
    <w:p w:rsidR="007B2329" w:rsidRDefault="007B2329" w:rsidP="007B2329">
      <w:r>
        <w:t>671.4230</w:t>
      </w:r>
      <w:r>
        <w:tab/>
        <w:t>1.067e1</w:t>
      </w:r>
    </w:p>
    <w:p w:rsidR="007B2329" w:rsidRDefault="007B2329" w:rsidP="007B2329">
      <w:r>
        <w:t>671.4538</w:t>
      </w:r>
      <w:r>
        <w:tab/>
        <w:t>3.275e0</w:t>
      </w:r>
    </w:p>
    <w:p w:rsidR="007B2329" w:rsidRDefault="007B2329" w:rsidP="007B2329">
      <w:r>
        <w:t>671.5115</w:t>
      </w:r>
      <w:r>
        <w:tab/>
        <w:t>1.013e0</w:t>
      </w:r>
    </w:p>
    <w:p w:rsidR="007B2329" w:rsidRDefault="007B2329" w:rsidP="007B2329">
      <w:r>
        <w:t>671.5345</w:t>
      </w:r>
      <w:r>
        <w:tab/>
        <w:t>1.013e0</w:t>
      </w:r>
    </w:p>
    <w:p w:rsidR="007B2329" w:rsidRDefault="007B2329" w:rsidP="007B2329">
      <w:r>
        <w:t>671.5576</w:t>
      </w:r>
      <w:r>
        <w:tab/>
        <w:t>2.025e0</w:t>
      </w:r>
    </w:p>
    <w:p w:rsidR="007B2329" w:rsidRDefault="007B2329" w:rsidP="007B2329">
      <w:r>
        <w:t>671.5802</w:t>
      </w:r>
      <w:r>
        <w:tab/>
        <w:t>2.025e0</w:t>
      </w:r>
    </w:p>
    <w:p w:rsidR="007B2329" w:rsidRDefault="007B2329" w:rsidP="007B2329">
      <w:r>
        <w:t>671.5964</w:t>
      </w:r>
      <w:r>
        <w:tab/>
        <w:t>3.038e0</w:t>
      </w:r>
    </w:p>
    <w:p w:rsidR="007B2329" w:rsidRDefault="007B2329" w:rsidP="007B2329">
      <w:r>
        <w:t>671.6014</w:t>
      </w:r>
      <w:r>
        <w:tab/>
        <w:t>1.676e0</w:t>
      </w:r>
    </w:p>
    <w:p w:rsidR="007B2329" w:rsidRDefault="007B2329" w:rsidP="007B2329">
      <w:r>
        <w:lastRenderedPageBreak/>
        <w:t>671.6259</w:t>
      </w:r>
      <w:r>
        <w:tab/>
        <w:t>2.851e0</w:t>
      </w:r>
    </w:p>
    <w:p w:rsidR="007B2329" w:rsidRDefault="007B2329" w:rsidP="007B2329">
      <w:r>
        <w:t>671.6659</w:t>
      </w:r>
      <w:r>
        <w:tab/>
        <w:t>6.076e0</w:t>
      </w:r>
    </w:p>
    <w:p w:rsidR="007B2329" w:rsidRDefault="007B2329" w:rsidP="007B2329">
      <w:r>
        <w:t>671.7154</w:t>
      </w:r>
      <w:r>
        <w:tab/>
        <w:t>3.038e0</w:t>
      </w:r>
    </w:p>
    <w:p w:rsidR="007B2329" w:rsidRDefault="007B2329" w:rsidP="007B2329">
      <w:r>
        <w:t>671.7175</w:t>
      </w:r>
      <w:r>
        <w:tab/>
        <w:t>1.578e0</w:t>
      </w:r>
    </w:p>
    <w:p w:rsidR="007B2329" w:rsidRDefault="007B2329" w:rsidP="007B2329">
      <w:r>
        <w:t>671.7332</w:t>
      </w:r>
      <w:r>
        <w:tab/>
        <w:t>1.013e0</w:t>
      </w:r>
    </w:p>
    <w:p w:rsidR="007B2329" w:rsidRDefault="007B2329" w:rsidP="007B2329">
      <w:r>
        <w:t>671.7419</w:t>
      </w:r>
      <w:r>
        <w:tab/>
        <w:t>5.063e0</w:t>
      </w:r>
    </w:p>
    <w:p w:rsidR="007B2329" w:rsidRDefault="007B2329" w:rsidP="007B2329">
      <w:r>
        <w:t>671.8090</w:t>
      </w:r>
      <w:r>
        <w:tab/>
        <w:t>3.038e0</w:t>
      </w:r>
    </w:p>
    <w:p w:rsidR="007B2329" w:rsidRDefault="007B2329" w:rsidP="007B2329">
      <w:r>
        <w:t>671.8123</w:t>
      </w:r>
      <w:r>
        <w:tab/>
        <w:t>4.006e-1</w:t>
      </w:r>
    </w:p>
    <w:p w:rsidR="007B2329" w:rsidRDefault="007B2329" w:rsidP="007B2329">
      <w:r>
        <w:t>671.8444</w:t>
      </w:r>
      <w:r>
        <w:tab/>
        <w:t>3.038e0</w:t>
      </w:r>
    </w:p>
    <w:p w:rsidR="007B2329" w:rsidRDefault="007B2329" w:rsidP="007B2329">
      <w:r>
        <w:t>671.8493</w:t>
      </w:r>
      <w:r>
        <w:tab/>
        <w:t>3.038e0</w:t>
      </w:r>
    </w:p>
    <w:p w:rsidR="007B2329" w:rsidRDefault="007B2329" w:rsidP="007B2329">
      <w:r>
        <w:t>671.8654</w:t>
      </w:r>
      <w:r>
        <w:tab/>
        <w:t>4.051e0</w:t>
      </w:r>
    </w:p>
    <w:p w:rsidR="007B2329" w:rsidRDefault="007B2329" w:rsidP="007B2329">
      <w:r>
        <w:t>671.9039</w:t>
      </w:r>
      <w:r>
        <w:tab/>
        <w:t>3.038e0</w:t>
      </w:r>
    </w:p>
    <w:p w:rsidR="007B2329" w:rsidRDefault="007B2329" w:rsidP="007B2329">
      <w:r>
        <w:t>671.9163</w:t>
      </w:r>
      <w:r>
        <w:tab/>
        <w:t>1.618e0</w:t>
      </w:r>
    </w:p>
    <w:p w:rsidR="007B2329" w:rsidRDefault="007B2329" w:rsidP="007B2329">
      <w:r>
        <w:t>671.9460</w:t>
      </w:r>
      <w:r>
        <w:tab/>
        <w:t>1.013e0</w:t>
      </w:r>
    </w:p>
    <w:p w:rsidR="007B2329" w:rsidRDefault="007B2329" w:rsidP="007B2329">
      <w:r>
        <w:t>671.9723</w:t>
      </w:r>
      <w:r>
        <w:tab/>
        <w:t>3.568e0</w:t>
      </w:r>
    </w:p>
    <w:p w:rsidR="007B2329" w:rsidRDefault="007B2329" w:rsidP="007B2329">
      <w:r>
        <w:t>671.9807</w:t>
      </w:r>
      <w:r>
        <w:tab/>
        <w:t>1.013e0</w:t>
      </w:r>
    </w:p>
    <w:p w:rsidR="007B2329" w:rsidRDefault="007B2329" w:rsidP="007B2329">
      <w:r>
        <w:t>671.9840</w:t>
      </w:r>
      <w:r>
        <w:tab/>
        <w:t>2.025e0</w:t>
      </w:r>
    </w:p>
    <w:p w:rsidR="007B2329" w:rsidRDefault="007B2329" w:rsidP="007B2329">
      <w:r>
        <w:t>671.9857</w:t>
      </w:r>
      <w:r>
        <w:tab/>
        <w:t>2.025e0</w:t>
      </w:r>
    </w:p>
    <w:p w:rsidR="007B2329" w:rsidRDefault="007B2329" w:rsidP="007B2329">
      <w:r>
        <w:t>671.9902</w:t>
      </w:r>
      <w:r>
        <w:tab/>
        <w:t>4.051e0</w:t>
      </w:r>
    </w:p>
    <w:p w:rsidR="007B2329" w:rsidRDefault="007B2329" w:rsidP="007B2329">
      <w:r>
        <w:lastRenderedPageBreak/>
        <w:t>671.9932</w:t>
      </w:r>
      <w:r>
        <w:tab/>
        <w:t>2.025e0</w:t>
      </w:r>
    </w:p>
    <w:p w:rsidR="007B2329" w:rsidRDefault="007B2329" w:rsidP="007B2329">
      <w:r>
        <w:t>672.0434</w:t>
      </w:r>
      <w:r>
        <w:tab/>
        <w:t>2.025e0</w:t>
      </w:r>
    </w:p>
    <w:p w:rsidR="007B2329" w:rsidRDefault="007B2329" w:rsidP="007B2329">
      <w:r>
        <w:t>672.0479</w:t>
      </w:r>
      <w:r>
        <w:tab/>
        <w:t>5.063e0</w:t>
      </w:r>
    </w:p>
    <w:p w:rsidR="007B2329" w:rsidRDefault="007B2329" w:rsidP="007B2329">
      <w:r>
        <w:t>672.0797</w:t>
      </w:r>
      <w:r>
        <w:tab/>
        <w:t>1.013e0</w:t>
      </w:r>
    </w:p>
    <w:p w:rsidR="007B2329" w:rsidRDefault="007B2329" w:rsidP="007B2329">
      <w:r>
        <w:t>672.0974</w:t>
      </w:r>
      <w:r>
        <w:tab/>
        <w:t>1.013e0</w:t>
      </w:r>
    </w:p>
    <w:p w:rsidR="007B2329" w:rsidRDefault="007B2329" w:rsidP="007B2329">
      <w:r>
        <w:t>672.1066</w:t>
      </w:r>
      <w:r>
        <w:tab/>
        <w:t>1.846e0</w:t>
      </w:r>
    </w:p>
    <w:p w:rsidR="007B2329" w:rsidRDefault="007B2329" w:rsidP="007B2329">
      <w:r>
        <w:t>672.1375</w:t>
      </w:r>
      <w:r>
        <w:tab/>
        <w:t>1.658e0</w:t>
      </w:r>
    </w:p>
    <w:p w:rsidR="007B2329" w:rsidRDefault="007B2329" w:rsidP="007B2329">
      <w:r>
        <w:t>672.1519</w:t>
      </w:r>
      <w:r>
        <w:tab/>
        <w:t>1.013e0</w:t>
      </w:r>
    </w:p>
    <w:p w:rsidR="007B2329" w:rsidRDefault="007B2329" w:rsidP="007B2329">
      <w:r>
        <w:t>672.1706</w:t>
      </w:r>
      <w:r>
        <w:tab/>
        <w:t>2.348e0</w:t>
      </w:r>
    </w:p>
    <w:p w:rsidR="007B2329" w:rsidRDefault="007B2329" w:rsidP="007B2329">
      <w:r>
        <w:t>672.1749</w:t>
      </w:r>
      <w:r>
        <w:tab/>
        <w:t>2.025e0</w:t>
      </w:r>
    </w:p>
    <w:p w:rsidR="007B2329" w:rsidRDefault="007B2329" w:rsidP="007B2329">
      <w:r>
        <w:t>672.2039</w:t>
      </w:r>
      <w:r>
        <w:tab/>
        <w:t>3.038e0</w:t>
      </w:r>
    </w:p>
    <w:p w:rsidR="007B2329" w:rsidRDefault="007B2329" w:rsidP="007B2329">
      <w:r>
        <w:t>672.2112</w:t>
      </w:r>
      <w:r>
        <w:tab/>
        <w:t>1.701e0</w:t>
      </w:r>
    </w:p>
    <w:p w:rsidR="007B2329" w:rsidRDefault="007B2329" w:rsidP="007B2329">
      <w:r>
        <w:t>672.2244</w:t>
      </w:r>
      <w:r>
        <w:tab/>
        <w:t>2.694e0</w:t>
      </w:r>
    </w:p>
    <w:p w:rsidR="007B2329" w:rsidRDefault="007B2329" w:rsidP="007B2329">
      <w:r>
        <w:t>672.2413</w:t>
      </w:r>
      <w:r>
        <w:tab/>
        <w:t>1.604e0</w:t>
      </w:r>
    </w:p>
    <w:p w:rsidR="007B2329" w:rsidRDefault="007B2329" w:rsidP="007B2329">
      <w:r>
        <w:t>672.2441</w:t>
      </w:r>
      <w:r>
        <w:tab/>
        <w:t>2.179e0</w:t>
      </w:r>
    </w:p>
    <w:p w:rsidR="007B2329" w:rsidRDefault="007B2329" w:rsidP="007B2329">
      <w:r>
        <w:t>672.2683</w:t>
      </w:r>
      <w:r>
        <w:tab/>
        <w:t>4.760e0</w:t>
      </w:r>
    </w:p>
    <w:p w:rsidR="007B2329" w:rsidRDefault="007B2329" w:rsidP="007B2329">
      <w:r>
        <w:t>672.2899</w:t>
      </w:r>
      <w:r>
        <w:tab/>
        <w:t>2.278e0</w:t>
      </w:r>
    </w:p>
    <w:p w:rsidR="007B2329" w:rsidRDefault="007B2329" w:rsidP="007B2329">
      <w:r>
        <w:t>672.3113</w:t>
      </w:r>
      <w:r>
        <w:tab/>
        <w:t>5.803e0</w:t>
      </w:r>
    </w:p>
    <w:p w:rsidR="007B2329" w:rsidRDefault="007B2329" w:rsidP="007B2329">
      <w:r>
        <w:t>672.3502</w:t>
      </w:r>
      <w:r>
        <w:tab/>
        <w:t>2.864e0</w:t>
      </w:r>
    </w:p>
    <w:p w:rsidR="007B2329" w:rsidRDefault="007B2329" w:rsidP="007B2329">
      <w:r>
        <w:lastRenderedPageBreak/>
        <w:t>672.3674</w:t>
      </w:r>
      <w:r>
        <w:tab/>
        <w:t>2.604e0</w:t>
      </w:r>
    </w:p>
    <w:p w:rsidR="007B2329" w:rsidRDefault="007B2329" w:rsidP="007B2329">
      <w:r>
        <w:t>672.3710</w:t>
      </w:r>
      <w:r>
        <w:tab/>
        <w:t>7.931e0</w:t>
      </w:r>
    </w:p>
    <w:p w:rsidR="007B2329" w:rsidRDefault="007B2329" w:rsidP="007B2329">
      <w:r>
        <w:t>672.3749</w:t>
      </w:r>
      <w:r>
        <w:tab/>
        <w:t>2.025e0</w:t>
      </w:r>
    </w:p>
    <w:p w:rsidR="007B2329" w:rsidRDefault="007B2329" w:rsidP="007B2329">
      <w:r>
        <w:t>672.3879</w:t>
      </w:r>
      <w:r>
        <w:tab/>
        <w:t>1.060e0</w:t>
      </w:r>
    </w:p>
    <w:p w:rsidR="007B2329" w:rsidRDefault="007B2329" w:rsidP="007B2329">
      <w:r>
        <w:t>672.3910</w:t>
      </w:r>
      <w:r>
        <w:tab/>
        <w:t>1.332e1</w:t>
      </w:r>
    </w:p>
    <w:p w:rsidR="007B2329" w:rsidRDefault="007B2329" w:rsidP="007B2329">
      <w:r>
        <w:t>672.4828</w:t>
      </w:r>
      <w:r>
        <w:tab/>
        <w:t>1.958e0</w:t>
      </w:r>
    </w:p>
    <w:p w:rsidR="007B2329" w:rsidRDefault="007B2329" w:rsidP="007B2329">
      <w:r>
        <w:t>672.4932</w:t>
      </w:r>
      <w:r>
        <w:tab/>
        <w:t>8.084e0</w:t>
      </w:r>
    </w:p>
    <w:p w:rsidR="007B2329" w:rsidRDefault="007B2329" w:rsidP="007B2329">
      <w:r>
        <w:t>672.4950</w:t>
      </w:r>
      <w:r>
        <w:tab/>
        <w:t>1.680e0</w:t>
      </w:r>
    </w:p>
    <w:p w:rsidR="007B2329" w:rsidRDefault="007B2329" w:rsidP="007B2329">
      <w:r>
        <w:t>672.5413</w:t>
      </w:r>
      <w:r>
        <w:tab/>
        <w:t>2.025e0</w:t>
      </w:r>
    </w:p>
    <w:p w:rsidR="007B2329" w:rsidRDefault="007B2329" w:rsidP="007B2329">
      <w:r>
        <w:t>672.5503</w:t>
      </w:r>
      <w:r>
        <w:tab/>
        <w:t>7.027e0</w:t>
      </w:r>
    </w:p>
    <w:p w:rsidR="007B2329" w:rsidRDefault="007B2329" w:rsidP="007B2329">
      <w:r>
        <w:t>672.5983</w:t>
      </w:r>
      <w:r>
        <w:tab/>
        <w:t>1.013e0</w:t>
      </w:r>
    </w:p>
    <w:p w:rsidR="007B2329" w:rsidRDefault="007B2329" w:rsidP="007B2329">
      <w:r>
        <w:t>672.6171</w:t>
      </w:r>
      <w:r>
        <w:tab/>
        <w:t>2.025e0</w:t>
      </w:r>
    </w:p>
    <w:p w:rsidR="007B2329" w:rsidRDefault="007B2329" w:rsidP="007B2329">
      <w:r>
        <w:t>672.6461</w:t>
      </w:r>
      <w:r>
        <w:tab/>
        <w:t>2.025e0</w:t>
      </w:r>
    </w:p>
    <w:p w:rsidR="007B2329" w:rsidRDefault="007B2329" w:rsidP="007B2329">
      <w:r>
        <w:t>672.6666</w:t>
      </w:r>
      <w:r>
        <w:tab/>
        <w:t>5.757e0</w:t>
      </w:r>
    </w:p>
    <w:p w:rsidR="007B2329" w:rsidRDefault="007B2329" w:rsidP="007B2329">
      <w:r>
        <w:t>672.6859</w:t>
      </w:r>
      <w:r>
        <w:tab/>
        <w:t>1.013e0</w:t>
      </w:r>
    </w:p>
    <w:p w:rsidR="007B2329" w:rsidRDefault="007B2329" w:rsidP="007B2329">
      <w:r>
        <w:t>672.7337</w:t>
      </w:r>
      <w:r>
        <w:tab/>
        <w:t>4.051e0</w:t>
      </w:r>
    </w:p>
    <w:p w:rsidR="007B2329" w:rsidRDefault="007B2329" w:rsidP="007B2329">
      <w:r>
        <w:t>672.7356</w:t>
      </w:r>
      <w:r>
        <w:tab/>
        <w:t>2.025e0</w:t>
      </w:r>
    </w:p>
    <w:p w:rsidR="007B2329" w:rsidRDefault="007B2329" w:rsidP="007B2329">
      <w:r>
        <w:t>672.7382</w:t>
      </w:r>
      <w:r>
        <w:tab/>
        <w:t>1.511e0</w:t>
      </w:r>
    </w:p>
    <w:p w:rsidR="007B2329" w:rsidRDefault="007B2329" w:rsidP="007B2329">
      <w:r>
        <w:t>672.8045</w:t>
      </w:r>
      <w:r>
        <w:tab/>
        <w:t>1.013e0</w:t>
      </w:r>
    </w:p>
    <w:p w:rsidR="007B2329" w:rsidRDefault="007B2329" w:rsidP="007B2329">
      <w:r>
        <w:lastRenderedPageBreak/>
        <w:t>672.8326</w:t>
      </w:r>
      <w:r>
        <w:tab/>
        <w:t>3.038e0</w:t>
      </w:r>
    </w:p>
    <w:p w:rsidR="007B2329" w:rsidRDefault="007B2329" w:rsidP="007B2329">
      <w:r>
        <w:t>672.8569</w:t>
      </w:r>
      <w:r>
        <w:tab/>
        <w:t>2.344e0</w:t>
      </w:r>
    </w:p>
    <w:p w:rsidR="007B2329" w:rsidRDefault="007B2329" w:rsidP="007B2329">
      <w:r>
        <w:t>672.8793</w:t>
      </w:r>
      <w:r>
        <w:tab/>
        <w:t>1.861e0</w:t>
      </w:r>
    </w:p>
    <w:p w:rsidR="007B2329" w:rsidRDefault="007B2329" w:rsidP="007B2329">
      <w:r>
        <w:t>672.9031</w:t>
      </w:r>
      <w:r>
        <w:tab/>
        <w:t>2.025e0</w:t>
      </w:r>
    </w:p>
    <w:p w:rsidR="007B2329" w:rsidRDefault="007B2329" w:rsidP="007B2329">
      <w:r>
        <w:t>672.9135</w:t>
      </w:r>
      <w:r>
        <w:tab/>
        <w:t>2.520e0</w:t>
      </w:r>
    </w:p>
    <w:p w:rsidR="007B2329" w:rsidRDefault="007B2329" w:rsidP="007B2329">
      <w:r>
        <w:t>672.9215</w:t>
      </w:r>
      <w:r>
        <w:tab/>
        <w:t>2.025e0</w:t>
      </w:r>
    </w:p>
    <w:p w:rsidR="007B2329" w:rsidRDefault="007B2329" w:rsidP="007B2329">
      <w:r>
        <w:t>672.9351</w:t>
      </w:r>
      <w:r>
        <w:tab/>
        <w:t>2.025e0</w:t>
      </w:r>
    </w:p>
    <w:p w:rsidR="007B2329" w:rsidRDefault="007B2329" w:rsidP="007B2329">
      <w:r>
        <w:t>672.9507</w:t>
      </w:r>
      <w:r>
        <w:tab/>
        <w:t>2.536e0</w:t>
      </w:r>
    </w:p>
    <w:p w:rsidR="007B2329" w:rsidRDefault="007B2329" w:rsidP="007B2329">
      <w:r>
        <w:t>672.9627</w:t>
      </w:r>
      <w:r>
        <w:tab/>
        <w:t>4.051e0</w:t>
      </w:r>
    </w:p>
    <w:p w:rsidR="007B2329" w:rsidRDefault="007B2329" w:rsidP="007B2329">
      <w:r>
        <w:t>673.0025</w:t>
      </w:r>
      <w:r>
        <w:tab/>
        <w:t>5.076e0</w:t>
      </w:r>
    </w:p>
    <w:p w:rsidR="007B2329" w:rsidRDefault="007B2329" w:rsidP="007B2329">
      <w:r>
        <w:t>673.0155</w:t>
      </w:r>
      <w:r>
        <w:tab/>
        <w:t>1.013e0</w:t>
      </w:r>
    </w:p>
    <w:p w:rsidR="007B2329" w:rsidRDefault="007B2329" w:rsidP="007B2329">
      <w:r>
        <w:t>673.0323</w:t>
      </w:r>
      <w:r>
        <w:tab/>
        <w:t>2.218e0</w:t>
      </w:r>
    </w:p>
    <w:p w:rsidR="007B2329" w:rsidRDefault="007B2329" w:rsidP="007B2329">
      <w:r>
        <w:t>673.0668</w:t>
      </w:r>
      <w:r>
        <w:tab/>
        <w:t>2.025e0</w:t>
      </w:r>
    </w:p>
    <w:p w:rsidR="007B2329" w:rsidRDefault="007B2329" w:rsidP="007B2329">
      <w:r>
        <w:t>673.0704</w:t>
      </w:r>
      <w:r>
        <w:tab/>
        <w:t>2.803e0</w:t>
      </w:r>
    </w:p>
    <w:p w:rsidR="007B2329" w:rsidRDefault="007B2329" w:rsidP="007B2329">
      <w:r>
        <w:t>673.0843</w:t>
      </w:r>
      <w:r>
        <w:tab/>
        <w:t>3.038e0</w:t>
      </w:r>
    </w:p>
    <w:p w:rsidR="007B2329" w:rsidRDefault="007B2329" w:rsidP="007B2329">
      <w:r>
        <w:t>673.0892</w:t>
      </w:r>
      <w:r>
        <w:tab/>
        <w:t>2.051e0</w:t>
      </w:r>
    </w:p>
    <w:p w:rsidR="007B2329" w:rsidRDefault="007B2329" w:rsidP="007B2329">
      <w:r>
        <w:t>673.1193</w:t>
      </w:r>
      <w:r>
        <w:tab/>
        <w:t>1.013e0</w:t>
      </w:r>
    </w:p>
    <w:p w:rsidR="007B2329" w:rsidRDefault="007B2329" w:rsidP="007B2329">
      <w:r>
        <w:t>673.1232</w:t>
      </w:r>
      <w:r>
        <w:tab/>
        <w:t>1.439e0</w:t>
      </w:r>
    </w:p>
    <w:p w:rsidR="007B2329" w:rsidRDefault="007B2329" w:rsidP="007B2329">
      <w:r>
        <w:t>673.1272</w:t>
      </w:r>
      <w:r>
        <w:tab/>
        <w:t>3.111e0</w:t>
      </w:r>
    </w:p>
    <w:p w:rsidR="007B2329" w:rsidRDefault="007B2329" w:rsidP="007B2329">
      <w:r>
        <w:lastRenderedPageBreak/>
        <w:t>673.1479</w:t>
      </w:r>
      <w:r>
        <w:tab/>
        <w:t>3.038e0</w:t>
      </w:r>
    </w:p>
    <w:p w:rsidR="007B2329" w:rsidRDefault="007B2329" w:rsidP="007B2329">
      <w:r>
        <w:t>673.1593</w:t>
      </w:r>
      <w:r>
        <w:tab/>
        <w:t>3.038e0</w:t>
      </w:r>
    </w:p>
    <w:p w:rsidR="007B2329" w:rsidRDefault="007B2329" w:rsidP="007B2329">
      <w:r>
        <w:t>673.1767</w:t>
      </w:r>
      <w:r>
        <w:tab/>
        <w:t>2.025e0</w:t>
      </w:r>
    </w:p>
    <w:p w:rsidR="007B2329" w:rsidRDefault="007B2329" w:rsidP="007B2329">
      <w:r>
        <w:t>673.2220</w:t>
      </w:r>
      <w:r>
        <w:tab/>
        <w:t>1.899e0</w:t>
      </w:r>
    </w:p>
    <w:p w:rsidR="007B2329" w:rsidRDefault="007B2329" w:rsidP="007B2329">
      <w:r>
        <w:t>673.2393</w:t>
      </w:r>
      <w:r>
        <w:tab/>
        <w:t>5.252e0</w:t>
      </w:r>
    </w:p>
    <w:p w:rsidR="007B2329" w:rsidRDefault="007B2329" w:rsidP="007B2329">
      <w:r>
        <w:t>673.2615</w:t>
      </w:r>
      <w:r>
        <w:tab/>
        <w:t>5.006e0</w:t>
      </w:r>
    </w:p>
    <w:p w:rsidR="007B2329" w:rsidRDefault="007B2329" w:rsidP="007B2329">
      <w:r>
        <w:t>673.2803</w:t>
      </w:r>
      <w:r>
        <w:tab/>
        <w:t>2.779e0</w:t>
      </w:r>
    </w:p>
    <w:p w:rsidR="007B2329" w:rsidRDefault="007B2329" w:rsidP="007B2329">
      <w:r>
        <w:t>673.3085</w:t>
      </w:r>
      <w:r>
        <w:tab/>
        <w:t>1.013e0</w:t>
      </w:r>
    </w:p>
    <w:p w:rsidR="007B2329" w:rsidRDefault="007B2329" w:rsidP="007B2329">
      <w:r>
        <w:t>673.3277</w:t>
      </w:r>
      <w:r>
        <w:tab/>
        <w:t>1.208e0</w:t>
      </w:r>
    </w:p>
    <w:p w:rsidR="007B2329" w:rsidRDefault="007B2329" w:rsidP="007B2329">
      <w:r>
        <w:t>673.3445</w:t>
      </w:r>
      <w:r>
        <w:tab/>
        <w:t>4.823e0</w:t>
      </w:r>
    </w:p>
    <w:p w:rsidR="007B2329" w:rsidRDefault="007B2329" w:rsidP="007B2329">
      <w:r>
        <w:t>673.3867</w:t>
      </w:r>
      <w:r>
        <w:tab/>
        <w:t>1.361e1</w:t>
      </w:r>
    </w:p>
    <w:p w:rsidR="007B2329" w:rsidRDefault="007B2329" w:rsidP="007B2329">
      <w:r>
        <w:t>673.3994</w:t>
      </w:r>
      <w:r>
        <w:tab/>
        <w:t>1.566e1</w:t>
      </w:r>
    </w:p>
    <w:p w:rsidR="007B2329" w:rsidRDefault="007B2329" w:rsidP="007B2329">
      <w:r>
        <w:t>673.4063</w:t>
      </w:r>
      <w:r>
        <w:tab/>
        <w:t>3.976e1</w:t>
      </w:r>
    </w:p>
    <w:p w:rsidR="007B2329" w:rsidRDefault="007B2329" w:rsidP="007B2329">
      <w:r>
        <w:t>673.4110</w:t>
      </w:r>
      <w:r>
        <w:tab/>
        <w:t>2.281e1</w:t>
      </w:r>
    </w:p>
    <w:p w:rsidR="007B2329" w:rsidRDefault="007B2329" w:rsidP="007B2329">
      <w:r>
        <w:t>673.4147</w:t>
      </w:r>
      <w:r>
        <w:tab/>
        <w:t>9.179e-1</w:t>
      </w:r>
    </w:p>
    <w:p w:rsidR="007B2329" w:rsidRDefault="007B2329" w:rsidP="007B2329">
      <w:r>
        <w:t>673.4319</w:t>
      </w:r>
      <w:r>
        <w:tab/>
        <w:t>6.006e0</w:t>
      </w:r>
    </w:p>
    <w:p w:rsidR="007B2329" w:rsidRDefault="007B2329" w:rsidP="007B2329">
      <w:r>
        <w:t>673.4465</w:t>
      </w:r>
      <w:r>
        <w:tab/>
        <w:t>1.756e0</w:t>
      </w:r>
    </w:p>
    <w:p w:rsidR="007B2329" w:rsidRDefault="007B2329" w:rsidP="007B2329">
      <w:r>
        <w:t>673.4686</w:t>
      </w:r>
      <w:r>
        <w:tab/>
        <w:t>1.013e0</w:t>
      </w:r>
    </w:p>
    <w:p w:rsidR="007B2329" w:rsidRDefault="007B2329" w:rsidP="007B2329">
      <w:r>
        <w:t>673.4719</w:t>
      </w:r>
      <w:r>
        <w:tab/>
        <w:t>3.684e0</w:t>
      </w:r>
    </w:p>
    <w:p w:rsidR="007B2329" w:rsidRDefault="007B2329" w:rsidP="007B2329">
      <w:r>
        <w:lastRenderedPageBreak/>
        <w:t>673.5264</w:t>
      </w:r>
      <w:r>
        <w:tab/>
        <w:t>3.038e0</w:t>
      </w:r>
    </w:p>
    <w:p w:rsidR="007B2329" w:rsidRDefault="007B2329" w:rsidP="007B2329">
      <w:r>
        <w:t>673.5280</w:t>
      </w:r>
      <w:r>
        <w:tab/>
        <w:t>2.278e0</w:t>
      </w:r>
    </w:p>
    <w:p w:rsidR="007B2329" w:rsidRDefault="007B2329" w:rsidP="007B2329">
      <w:r>
        <w:t>673.5435</w:t>
      </w:r>
      <w:r>
        <w:tab/>
        <w:t>2.025e0</w:t>
      </w:r>
    </w:p>
    <w:p w:rsidR="007B2329" w:rsidRDefault="007B2329" w:rsidP="007B2329">
      <w:r>
        <w:t>673.5525</w:t>
      </w:r>
      <w:r>
        <w:tab/>
        <w:t>1.013e0</w:t>
      </w:r>
    </w:p>
    <w:p w:rsidR="007B2329" w:rsidRDefault="007B2329" w:rsidP="007B2329">
      <w:r>
        <w:t>673.5706</w:t>
      </w:r>
      <w:r>
        <w:tab/>
        <w:t>2.529e0</w:t>
      </w:r>
    </w:p>
    <w:p w:rsidR="007B2329" w:rsidRDefault="007B2329" w:rsidP="007B2329">
      <w:r>
        <w:t>673.6063</w:t>
      </w:r>
      <w:r>
        <w:tab/>
        <w:t>2.025e0</w:t>
      </w:r>
    </w:p>
    <w:p w:rsidR="007B2329" w:rsidRDefault="007B2329" w:rsidP="007B2329">
      <w:r>
        <w:t>673.6184</w:t>
      </w:r>
      <w:r>
        <w:tab/>
        <w:t>2.025e0</w:t>
      </w:r>
    </w:p>
    <w:p w:rsidR="007B2329" w:rsidRDefault="007B2329" w:rsidP="007B2329">
      <w:r>
        <w:t>673.6234</w:t>
      </w:r>
      <w:r>
        <w:tab/>
        <w:t>1.863e0</w:t>
      </w:r>
    </w:p>
    <w:p w:rsidR="007B2329" w:rsidRDefault="007B2329" w:rsidP="007B2329">
      <w:r>
        <w:t>673.6267</w:t>
      </w:r>
      <w:r>
        <w:tab/>
        <w:t>3.038e0</w:t>
      </w:r>
    </w:p>
    <w:p w:rsidR="007B2329" w:rsidRDefault="007B2329" w:rsidP="007B2329">
      <w:r>
        <w:t>673.6531</w:t>
      </w:r>
      <w:r>
        <w:tab/>
        <w:t>5.739e0</w:t>
      </w:r>
    </w:p>
    <w:p w:rsidR="007B2329" w:rsidRDefault="007B2329" w:rsidP="007B2329">
      <w:r>
        <w:t>673.6577</w:t>
      </w:r>
      <w:r>
        <w:tab/>
        <w:t>2.025e0</w:t>
      </w:r>
    </w:p>
    <w:p w:rsidR="007B2329" w:rsidRDefault="007B2329" w:rsidP="007B2329">
      <w:r>
        <w:t>673.6910</w:t>
      </w:r>
      <w:r>
        <w:tab/>
        <w:t>1.013e0</w:t>
      </w:r>
    </w:p>
    <w:p w:rsidR="007B2329" w:rsidRDefault="007B2329" w:rsidP="007B2329">
      <w:r>
        <w:t>673.7094</w:t>
      </w:r>
      <w:r>
        <w:tab/>
        <w:t>1.013e0</w:t>
      </w:r>
    </w:p>
    <w:p w:rsidR="007B2329" w:rsidRDefault="007B2329" w:rsidP="007B2329">
      <w:r>
        <w:t>673.7156</w:t>
      </w:r>
      <w:r>
        <w:tab/>
        <w:t>3.038e0</w:t>
      </w:r>
    </w:p>
    <w:p w:rsidR="007B2329" w:rsidRDefault="007B2329" w:rsidP="007B2329">
      <w:r>
        <w:t>673.7216</w:t>
      </w:r>
      <w:r>
        <w:tab/>
        <w:t>1.937e0</w:t>
      </w:r>
    </w:p>
    <w:p w:rsidR="007B2329" w:rsidRDefault="007B2329" w:rsidP="007B2329">
      <w:r>
        <w:t>673.7632</w:t>
      </w:r>
      <w:r>
        <w:tab/>
        <w:t>2.427e0</w:t>
      </w:r>
    </w:p>
    <w:p w:rsidR="007B2329" w:rsidRDefault="007B2329" w:rsidP="007B2329">
      <w:r>
        <w:t>673.7897</w:t>
      </w:r>
      <w:r>
        <w:tab/>
        <w:t>1.013e0</w:t>
      </w:r>
    </w:p>
    <w:p w:rsidR="007B2329" w:rsidRDefault="007B2329" w:rsidP="007B2329">
      <w:r>
        <w:t>673.7991</w:t>
      </w:r>
      <w:r>
        <w:tab/>
        <w:t>1.519e0</w:t>
      </w:r>
    </w:p>
    <w:p w:rsidR="007B2329" w:rsidRDefault="007B2329" w:rsidP="007B2329">
      <w:r>
        <w:t>673.8195</w:t>
      </w:r>
      <w:r>
        <w:tab/>
        <w:t>1.504e0</w:t>
      </w:r>
    </w:p>
    <w:p w:rsidR="007B2329" w:rsidRDefault="007B2329" w:rsidP="007B2329">
      <w:r>
        <w:lastRenderedPageBreak/>
        <w:t>673.8211</w:t>
      </w:r>
      <w:r>
        <w:tab/>
        <w:t>2.025e0</w:t>
      </w:r>
    </w:p>
    <w:p w:rsidR="007B2329" w:rsidRDefault="007B2329" w:rsidP="007B2329">
      <w:r>
        <w:t>673.8354</w:t>
      </w:r>
      <w:r>
        <w:tab/>
        <w:t>1.013e0</w:t>
      </w:r>
    </w:p>
    <w:p w:rsidR="007B2329" w:rsidRDefault="007B2329" w:rsidP="007B2329">
      <w:r>
        <w:t>673.8693</w:t>
      </w:r>
      <w:r>
        <w:tab/>
        <w:t>5.041e0</w:t>
      </w:r>
    </w:p>
    <w:p w:rsidR="007B2329" w:rsidRDefault="007B2329" w:rsidP="007B2329">
      <w:r>
        <w:t>673.8816</w:t>
      </w:r>
      <w:r>
        <w:tab/>
        <w:t>1.013e0</w:t>
      </w:r>
    </w:p>
    <w:p w:rsidR="007B2329" w:rsidRDefault="007B2329" w:rsidP="007B2329">
      <w:r>
        <w:t>673.8924</w:t>
      </w:r>
      <w:r>
        <w:tab/>
        <w:t>2.539e0</w:t>
      </w:r>
    </w:p>
    <w:p w:rsidR="007B2329" w:rsidRDefault="007B2329" w:rsidP="007B2329">
      <w:r>
        <w:t>673.9128</w:t>
      </w:r>
      <w:r>
        <w:tab/>
        <w:t>1.368e0</w:t>
      </w:r>
    </w:p>
    <w:p w:rsidR="007B2329" w:rsidRDefault="007B2329" w:rsidP="007B2329">
      <w:r>
        <w:t>673.9156</w:t>
      </w:r>
      <w:r>
        <w:tab/>
        <w:t>1.013e0</w:t>
      </w:r>
    </w:p>
    <w:p w:rsidR="007B2329" w:rsidRDefault="007B2329" w:rsidP="007B2329">
      <w:r>
        <w:t>673.9335</w:t>
      </w:r>
      <w:r>
        <w:tab/>
        <w:t>2.025e0</w:t>
      </w:r>
    </w:p>
    <w:p w:rsidR="007B2329" w:rsidRDefault="007B2329" w:rsidP="007B2329">
      <w:r>
        <w:t>673.9387</w:t>
      </w:r>
      <w:r>
        <w:tab/>
        <w:t>2.025e0</w:t>
      </w:r>
    </w:p>
    <w:p w:rsidR="007B2329" w:rsidRDefault="007B2329" w:rsidP="007B2329">
      <w:r>
        <w:t>673.9501</w:t>
      </w:r>
      <w:r>
        <w:tab/>
        <w:t>1.013e0</w:t>
      </w:r>
    </w:p>
    <w:p w:rsidR="007B2329" w:rsidRDefault="007B2329" w:rsidP="007B2329">
      <w:r>
        <w:t>673.9858</w:t>
      </w:r>
      <w:r>
        <w:tab/>
        <w:t>1.013e0</w:t>
      </w:r>
    </w:p>
    <w:p w:rsidR="007B2329" w:rsidRDefault="007B2329" w:rsidP="007B2329">
      <w:r>
        <w:t>674.0076</w:t>
      </w:r>
      <w:r>
        <w:tab/>
        <w:t>2.230e0</w:t>
      </w:r>
    </w:p>
    <w:p w:rsidR="007B2329" w:rsidRDefault="007B2329" w:rsidP="007B2329">
      <w:r>
        <w:t>674.0137</w:t>
      </w:r>
      <w:r>
        <w:tab/>
        <w:t>3.507e0</w:t>
      </w:r>
    </w:p>
    <w:p w:rsidR="007B2329" w:rsidRDefault="007B2329" w:rsidP="007B2329">
      <w:r>
        <w:t>674.0190</w:t>
      </w:r>
      <w:r>
        <w:tab/>
        <w:t>1.013e0</w:t>
      </w:r>
    </w:p>
    <w:p w:rsidR="007B2329" w:rsidRDefault="007B2329" w:rsidP="007B2329">
      <w:r>
        <w:t>674.0303</w:t>
      </w:r>
      <w:r>
        <w:tab/>
        <w:t>1.013e0</w:t>
      </w:r>
    </w:p>
    <w:p w:rsidR="007B2329" w:rsidRDefault="007B2329" w:rsidP="007B2329">
      <w:r>
        <w:t>674.0765</w:t>
      </w:r>
      <w:r>
        <w:tab/>
        <w:t>1.013e0</w:t>
      </w:r>
    </w:p>
    <w:p w:rsidR="007B2329" w:rsidRDefault="007B2329" w:rsidP="007B2329">
      <w:r>
        <w:t>674.1107</w:t>
      </w:r>
      <w:r>
        <w:tab/>
        <w:t>2.682e0</w:t>
      </w:r>
    </w:p>
    <w:p w:rsidR="007B2329" w:rsidRDefault="007B2329" w:rsidP="007B2329">
      <w:r>
        <w:t>674.1163</w:t>
      </w:r>
      <w:r>
        <w:tab/>
        <w:t>1.851e0</w:t>
      </w:r>
    </w:p>
    <w:p w:rsidR="007B2329" w:rsidRDefault="007B2329" w:rsidP="007B2329">
      <w:r>
        <w:t>674.1594</w:t>
      </w:r>
      <w:r>
        <w:tab/>
        <w:t>3.451e0</w:t>
      </w:r>
    </w:p>
    <w:p w:rsidR="007B2329" w:rsidRDefault="007B2329" w:rsidP="007B2329">
      <w:r>
        <w:lastRenderedPageBreak/>
        <w:t>674.1882</w:t>
      </w:r>
      <w:r>
        <w:tab/>
        <w:t>2.532e0</w:t>
      </w:r>
    </w:p>
    <w:p w:rsidR="007B2329" w:rsidRDefault="007B2329" w:rsidP="007B2329">
      <w:r>
        <w:t>674.1933</w:t>
      </w:r>
      <w:r>
        <w:tab/>
        <w:t>2.827e0</w:t>
      </w:r>
    </w:p>
    <w:p w:rsidR="007B2329" w:rsidRDefault="007B2329" w:rsidP="007B2329">
      <w:r>
        <w:t>674.2050</w:t>
      </w:r>
      <w:r>
        <w:tab/>
        <w:t>5.063e0</w:t>
      </w:r>
    </w:p>
    <w:p w:rsidR="007B2329" w:rsidRDefault="007B2329" w:rsidP="007B2329">
      <w:r>
        <w:t>674.2208</w:t>
      </w:r>
      <w:r>
        <w:tab/>
        <w:t>3.631e0</w:t>
      </w:r>
    </w:p>
    <w:p w:rsidR="007B2329" w:rsidRDefault="007B2329" w:rsidP="007B2329">
      <w:r>
        <w:t>674.2279</w:t>
      </w:r>
      <w:r>
        <w:tab/>
        <w:t>2.705e0</w:t>
      </w:r>
    </w:p>
    <w:p w:rsidR="007B2329" w:rsidRDefault="007B2329" w:rsidP="007B2329">
      <w:r>
        <w:t>674.2313</w:t>
      </w:r>
      <w:r>
        <w:tab/>
        <w:t>1.956e0</w:t>
      </w:r>
    </w:p>
    <w:p w:rsidR="007B2329" w:rsidRDefault="007B2329" w:rsidP="007B2329">
      <w:r>
        <w:t>674.2448</w:t>
      </w:r>
      <w:r>
        <w:tab/>
        <w:t>1.855e0</w:t>
      </w:r>
    </w:p>
    <w:p w:rsidR="007B2329" w:rsidRDefault="007B2329" w:rsidP="007B2329">
      <w:r>
        <w:t>674.2472</w:t>
      </w:r>
      <w:r>
        <w:tab/>
        <w:t>4.051e0</w:t>
      </w:r>
    </w:p>
    <w:p w:rsidR="007B2329" w:rsidRDefault="007B2329" w:rsidP="007B2329">
      <w:r>
        <w:t>674.2627</w:t>
      </w:r>
      <w:r>
        <w:tab/>
        <w:t>1.013e0</w:t>
      </w:r>
    </w:p>
    <w:p w:rsidR="007B2329" w:rsidRDefault="007B2329" w:rsidP="007B2329">
      <w:r>
        <w:t>674.3008</w:t>
      </w:r>
      <w:r>
        <w:tab/>
        <w:t>1.033e0</w:t>
      </w:r>
    </w:p>
    <w:p w:rsidR="007B2329" w:rsidRDefault="007B2329" w:rsidP="007B2329">
      <w:r>
        <w:t>674.3598</w:t>
      </w:r>
      <w:r>
        <w:tab/>
        <w:t>1.321e0</w:t>
      </w:r>
    </w:p>
    <w:p w:rsidR="007B2329" w:rsidRDefault="007B2329" w:rsidP="007B2329">
      <w:r>
        <w:t>674.3818</w:t>
      </w:r>
      <w:r>
        <w:tab/>
        <w:t>8.951e0</w:t>
      </w:r>
    </w:p>
    <w:p w:rsidR="007B2329" w:rsidRDefault="007B2329" w:rsidP="007B2329">
      <w:r>
        <w:t>674.4719</w:t>
      </w:r>
      <w:r>
        <w:tab/>
        <w:t>2.025e0</w:t>
      </w:r>
    </w:p>
    <w:p w:rsidR="007B2329" w:rsidRDefault="007B2329" w:rsidP="007B2329">
      <w:r>
        <w:t>674.5089</w:t>
      </w:r>
      <w:r>
        <w:tab/>
        <w:t>1.475e0</w:t>
      </w:r>
    </w:p>
    <w:p w:rsidR="007B2329" w:rsidRDefault="007B2329" w:rsidP="007B2329">
      <w:r>
        <w:t>674.5105</w:t>
      </w:r>
      <w:r>
        <w:tab/>
        <w:t>2.591e0</w:t>
      </w:r>
    </w:p>
    <w:p w:rsidR="007B2329" w:rsidRDefault="007B2329" w:rsidP="007B2329">
      <w:r>
        <w:t>674.5466</w:t>
      </w:r>
      <w:r>
        <w:tab/>
        <w:t>1.013e0</w:t>
      </w:r>
    </w:p>
    <w:p w:rsidR="007B2329" w:rsidRDefault="007B2329" w:rsidP="007B2329">
      <w:r>
        <w:t>674.5826</w:t>
      </w:r>
      <w:r>
        <w:tab/>
        <w:t>2.019e0</w:t>
      </w:r>
    </w:p>
    <w:p w:rsidR="007B2329" w:rsidRDefault="007B2329" w:rsidP="007B2329">
      <w:r>
        <w:t>674.6042</w:t>
      </w:r>
      <w:r>
        <w:tab/>
        <w:t>1.013e0</w:t>
      </w:r>
    </w:p>
    <w:p w:rsidR="007B2329" w:rsidRDefault="007B2329" w:rsidP="007B2329">
      <w:r>
        <w:t>674.6395</w:t>
      </w:r>
      <w:r>
        <w:tab/>
        <w:t>2.025e0</w:t>
      </w:r>
    </w:p>
    <w:p w:rsidR="007B2329" w:rsidRDefault="007B2329" w:rsidP="007B2329">
      <w:r>
        <w:lastRenderedPageBreak/>
        <w:t>674.6844</w:t>
      </w:r>
      <w:r>
        <w:tab/>
        <w:t>1.013e0</w:t>
      </w:r>
    </w:p>
    <w:p w:rsidR="007B2329" w:rsidRDefault="007B2329" w:rsidP="007B2329">
      <w:r>
        <w:t>674.7043</w:t>
      </w:r>
      <w:r>
        <w:tab/>
        <w:t>1.150e0</w:t>
      </w:r>
    </w:p>
    <w:p w:rsidR="007B2329" w:rsidRDefault="007B2329" w:rsidP="007B2329">
      <w:r>
        <w:t>674.7180</w:t>
      </w:r>
      <w:r>
        <w:tab/>
        <w:t>2.914e0</w:t>
      </w:r>
    </w:p>
    <w:p w:rsidR="007B2329" w:rsidRDefault="007B2329" w:rsidP="007B2329">
      <w:r>
        <w:t>674.7303</w:t>
      </w:r>
      <w:r>
        <w:tab/>
        <w:t>2.025e0</w:t>
      </w:r>
    </w:p>
    <w:p w:rsidR="007B2329" w:rsidRDefault="007B2329" w:rsidP="007B2329">
      <w:r>
        <w:t>674.7419</w:t>
      </w:r>
      <w:r>
        <w:tab/>
        <w:t>1.013e0</w:t>
      </w:r>
    </w:p>
    <w:p w:rsidR="007B2329" w:rsidRDefault="007B2329" w:rsidP="007B2329">
      <w:r>
        <w:t>674.7642</w:t>
      </w:r>
      <w:r>
        <w:tab/>
        <w:t>4.051e0</w:t>
      </w:r>
    </w:p>
    <w:p w:rsidR="007B2329" w:rsidRDefault="007B2329" w:rsidP="007B2329">
      <w:r>
        <w:t>674.7766</w:t>
      </w:r>
      <w:r>
        <w:tab/>
        <w:t>1.641e0</w:t>
      </w:r>
    </w:p>
    <w:p w:rsidR="007B2329" w:rsidRDefault="007B2329" w:rsidP="007B2329">
      <w:r>
        <w:t>674.8208</w:t>
      </w:r>
      <w:r>
        <w:tab/>
        <w:t>1.896e0</w:t>
      </w:r>
    </w:p>
    <w:p w:rsidR="007B2329" w:rsidRDefault="007B2329" w:rsidP="007B2329">
      <w:r>
        <w:t>674.8625</w:t>
      </w:r>
      <w:r>
        <w:tab/>
        <w:t>2.988e0</w:t>
      </w:r>
    </w:p>
    <w:p w:rsidR="007B2329" w:rsidRDefault="007B2329" w:rsidP="007B2329">
      <w:r>
        <w:t>674.8797</w:t>
      </w:r>
      <w:r>
        <w:tab/>
        <w:t>1.013e0</w:t>
      </w:r>
    </w:p>
    <w:p w:rsidR="007B2329" w:rsidRDefault="007B2329" w:rsidP="007B2329">
      <w:r>
        <w:t>674.8900</w:t>
      </w:r>
      <w:r>
        <w:tab/>
        <w:t>2.025e0</w:t>
      </w:r>
    </w:p>
    <w:p w:rsidR="007B2329" w:rsidRDefault="007B2329" w:rsidP="007B2329">
      <w:r>
        <w:t>674.9071</w:t>
      </w:r>
      <w:r>
        <w:tab/>
        <w:t>2.545e0</w:t>
      </w:r>
    </w:p>
    <w:p w:rsidR="007B2329" w:rsidRDefault="007B2329" w:rsidP="007B2329">
      <w:r>
        <w:t>674.9486</w:t>
      </w:r>
      <w:r>
        <w:tab/>
        <w:t>1.585e0</w:t>
      </w:r>
    </w:p>
    <w:p w:rsidR="007B2329" w:rsidRDefault="007B2329" w:rsidP="007B2329">
      <w:r>
        <w:t>674.9551</w:t>
      </w:r>
      <w:r>
        <w:tab/>
        <w:t>1.013e0</w:t>
      </w:r>
    </w:p>
    <w:p w:rsidR="007B2329" w:rsidRDefault="007B2329" w:rsidP="007B2329">
      <w:r>
        <w:t>674.9727</w:t>
      </w:r>
      <w:r>
        <w:tab/>
        <w:t>1.013e0</w:t>
      </w:r>
    </w:p>
    <w:p w:rsidR="007B2329" w:rsidRDefault="007B2329" w:rsidP="007B2329">
      <w:r>
        <w:t>674.9831</w:t>
      </w:r>
      <w:r>
        <w:tab/>
        <w:t>1.013e0</w:t>
      </w:r>
    </w:p>
    <w:p w:rsidR="007B2329" w:rsidRDefault="007B2329" w:rsidP="007B2329">
      <w:r>
        <w:t>675.0060</w:t>
      </w:r>
      <w:r>
        <w:tab/>
        <w:t>2.025e0</w:t>
      </w:r>
    </w:p>
    <w:p w:rsidR="007B2329" w:rsidRDefault="007B2329" w:rsidP="007B2329">
      <w:r>
        <w:t>675.0137</w:t>
      </w:r>
      <w:r>
        <w:tab/>
        <w:t>1.527e0</w:t>
      </w:r>
    </w:p>
    <w:p w:rsidR="007B2329" w:rsidRDefault="007B2329" w:rsidP="007B2329">
      <w:r>
        <w:t>675.0290</w:t>
      </w:r>
      <w:r>
        <w:tab/>
        <w:t>1.013e0</w:t>
      </w:r>
    </w:p>
    <w:p w:rsidR="007B2329" w:rsidRDefault="007B2329" w:rsidP="007B2329">
      <w:r>
        <w:lastRenderedPageBreak/>
        <w:t>675.0351</w:t>
      </w:r>
      <w:r>
        <w:tab/>
        <w:t>3.038e0</w:t>
      </w:r>
    </w:p>
    <w:p w:rsidR="007B2329" w:rsidRDefault="007B2329" w:rsidP="007B2329">
      <w:r>
        <w:t>675.0421</w:t>
      </w:r>
      <w:r>
        <w:tab/>
        <w:t>1.831e0</w:t>
      </w:r>
    </w:p>
    <w:p w:rsidR="007B2329" w:rsidRDefault="007B2329" w:rsidP="007B2329">
      <w:r>
        <w:t>675.1020</w:t>
      </w:r>
      <w:r>
        <w:tab/>
        <w:t>2.025e0</w:t>
      </w:r>
    </w:p>
    <w:p w:rsidR="007B2329" w:rsidRDefault="007B2329" w:rsidP="007B2329">
      <w:r>
        <w:t>675.1209</w:t>
      </w:r>
      <w:r>
        <w:tab/>
        <w:t>1.831e0</w:t>
      </w:r>
    </w:p>
    <w:p w:rsidR="007B2329" w:rsidRDefault="007B2329" w:rsidP="007B2329">
      <w:r>
        <w:t>675.1235</w:t>
      </w:r>
      <w:r>
        <w:tab/>
        <w:t>3.967e0</w:t>
      </w:r>
    </w:p>
    <w:p w:rsidR="007B2329" w:rsidRDefault="007B2329" w:rsidP="007B2329">
      <w:r>
        <w:t>675.1287</w:t>
      </w:r>
      <w:r>
        <w:tab/>
        <w:t>2.209e0</w:t>
      </w:r>
    </w:p>
    <w:p w:rsidR="007B2329" w:rsidRDefault="007B2329" w:rsidP="007B2329">
      <w:r>
        <w:t>675.1461</w:t>
      </w:r>
      <w:r>
        <w:tab/>
        <w:t>1.013e0</w:t>
      </w:r>
    </w:p>
    <w:p w:rsidR="007B2329" w:rsidRDefault="007B2329" w:rsidP="007B2329">
      <w:r>
        <w:t>675.1556</w:t>
      </w:r>
      <w:r>
        <w:tab/>
        <w:t>1.013e0</w:t>
      </w:r>
    </w:p>
    <w:p w:rsidR="007B2329" w:rsidRDefault="007B2329" w:rsidP="007B2329">
      <w:r>
        <w:t>675.2149</w:t>
      </w:r>
      <w:r>
        <w:tab/>
        <w:t>2.025e0</w:t>
      </w:r>
    </w:p>
    <w:p w:rsidR="007B2329" w:rsidRDefault="007B2329" w:rsidP="007B2329">
      <w:r>
        <w:t>675.2432</w:t>
      </w:r>
      <w:r>
        <w:tab/>
        <w:t>3.255e0</w:t>
      </w:r>
    </w:p>
    <w:p w:rsidR="007B2329" w:rsidRDefault="007B2329" w:rsidP="007B2329">
      <w:r>
        <w:t>675.2455</w:t>
      </w:r>
      <w:r>
        <w:tab/>
        <w:t>2.775e0</w:t>
      </w:r>
    </w:p>
    <w:p w:rsidR="007B2329" w:rsidRDefault="007B2329" w:rsidP="007B2329">
      <w:r>
        <w:t>675.2576</w:t>
      </w:r>
      <w:r>
        <w:tab/>
        <w:t>1.188e0</w:t>
      </w:r>
    </w:p>
    <w:p w:rsidR="007B2329" w:rsidRDefault="007B2329" w:rsidP="007B2329">
      <w:r>
        <w:t>675.3261</w:t>
      </w:r>
      <w:r>
        <w:tab/>
        <w:t>5.823e0</w:t>
      </w:r>
    </w:p>
    <w:p w:rsidR="007B2329" w:rsidRDefault="007B2329" w:rsidP="007B2329">
      <w:r>
        <w:t>675.3849</w:t>
      </w:r>
      <w:r>
        <w:tab/>
        <w:t>1.013e0</w:t>
      </w:r>
    </w:p>
    <w:p w:rsidR="007B2329" w:rsidRDefault="007B2329" w:rsidP="007B2329">
      <w:r>
        <w:t>675.4783</w:t>
      </w:r>
      <w:r>
        <w:tab/>
        <w:t>2.616e0</w:t>
      </w:r>
    </w:p>
    <w:p w:rsidR="007B2329" w:rsidRDefault="007B2329" w:rsidP="007B2329">
      <w:r>
        <w:t>675.4981</w:t>
      </w:r>
      <w:r>
        <w:tab/>
        <w:t>3.990e0</w:t>
      </w:r>
    </w:p>
    <w:p w:rsidR="007B2329" w:rsidRDefault="007B2329" w:rsidP="007B2329">
      <w:r>
        <w:t>675.5688</w:t>
      </w:r>
      <w:r>
        <w:tab/>
        <w:t>1.013e0</w:t>
      </w:r>
    </w:p>
    <w:p w:rsidR="007B2329" w:rsidRDefault="007B2329" w:rsidP="007B2329">
      <w:r>
        <w:t>675.5925</w:t>
      </w:r>
      <w:r>
        <w:tab/>
        <w:t>1.184e0</w:t>
      </w:r>
    </w:p>
    <w:p w:rsidR="007B2329" w:rsidRDefault="007B2329" w:rsidP="007B2329">
      <w:r>
        <w:t>675.6476</w:t>
      </w:r>
      <w:r>
        <w:tab/>
        <w:t>4.051e0</w:t>
      </w:r>
    </w:p>
    <w:p w:rsidR="007B2329" w:rsidRDefault="007B2329" w:rsidP="007B2329">
      <w:r>
        <w:lastRenderedPageBreak/>
        <w:t>675.7645</w:t>
      </w:r>
      <w:r>
        <w:tab/>
        <w:t>1.013e0</w:t>
      </w:r>
    </w:p>
    <w:p w:rsidR="007B2329" w:rsidRDefault="007B2329" w:rsidP="007B2329">
      <w:r>
        <w:t>675.7704</w:t>
      </w:r>
      <w:r>
        <w:tab/>
        <w:t>2.025e0</w:t>
      </w:r>
    </w:p>
    <w:p w:rsidR="007B2329" w:rsidRDefault="007B2329" w:rsidP="007B2329">
      <w:r>
        <w:t>675.8219</w:t>
      </w:r>
      <w:r>
        <w:tab/>
        <w:t>1.013e0</w:t>
      </w:r>
    </w:p>
    <w:p w:rsidR="007B2329" w:rsidRDefault="007B2329" w:rsidP="007B2329">
      <w:r>
        <w:t>675.8563</w:t>
      </w:r>
      <w:r>
        <w:tab/>
        <w:t>1.013e0</w:t>
      </w:r>
    </w:p>
    <w:p w:rsidR="007B2329" w:rsidRDefault="007B2329" w:rsidP="007B2329">
      <w:r>
        <w:t>675.8668</w:t>
      </w:r>
      <w:r>
        <w:tab/>
        <w:t>2.812e0</w:t>
      </w:r>
    </w:p>
    <w:p w:rsidR="007B2329" w:rsidRDefault="007B2329" w:rsidP="007B2329">
      <w:r>
        <w:t>675.8907</w:t>
      </w:r>
      <w:r>
        <w:tab/>
        <w:t>1.013e0</w:t>
      </w:r>
    </w:p>
    <w:p w:rsidR="007B2329" w:rsidRDefault="007B2329" w:rsidP="007B2329">
      <w:r>
        <w:t>675.8965</w:t>
      </w:r>
      <w:r>
        <w:tab/>
        <w:t>2.025e0</w:t>
      </w:r>
    </w:p>
    <w:p w:rsidR="007B2329" w:rsidRDefault="007B2329" w:rsidP="007B2329">
      <w:r>
        <w:t>675.9139</w:t>
      </w:r>
      <w:r>
        <w:tab/>
        <w:t>1.013e0</w:t>
      </w:r>
    </w:p>
    <w:p w:rsidR="007B2329" w:rsidRDefault="007B2329" w:rsidP="007B2329">
      <w:r>
        <w:t>675.9312</w:t>
      </w:r>
      <w:r>
        <w:tab/>
        <w:t>3.038e0</w:t>
      </w:r>
    </w:p>
    <w:p w:rsidR="007B2329" w:rsidRDefault="007B2329" w:rsidP="007B2329">
      <w:r>
        <w:t>675.9872</w:t>
      </w:r>
      <w:r>
        <w:tab/>
        <w:t>9.068e-1</w:t>
      </w:r>
    </w:p>
    <w:p w:rsidR="007B2329" w:rsidRDefault="007B2329" w:rsidP="007B2329">
      <w:r>
        <w:t>675.9941</w:t>
      </w:r>
      <w:r>
        <w:tab/>
        <w:t>2.025e0</w:t>
      </w:r>
    </w:p>
    <w:p w:rsidR="007B2329" w:rsidRDefault="007B2329" w:rsidP="007B2329">
      <w:r>
        <w:t>676.0014</w:t>
      </w:r>
      <w:r>
        <w:tab/>
        <w:t>2.279e0</w:t>
      </w:r>
    </w:p>
    <w:p w:rsidR="007B2329" w:rsidRDefault="007B2329" w:rsidP="007B2329">
      <w:r>
        <w:t>676.0367</w:t>
      </w:r>
      <w:r>
        <w:tab/>
        <w:t>2.373e0</w:t>
      </w:r>
    </w:p>
    <w:p w:rsidR="007B2329" w:rsidRDefault="007B2329" w:rsidP="007B2329">
      <w:r>
        <w:t>676.0866</w:t>
      </w:r>
      <w:r>
        <w:tab/>
        <w:t>1.013e0</w:t>
      </w:r>
    </w:p>
    <w:p w:rsidR="007B2329" w:rsidRDefault="007B2329" w:rsidP="007B2329">
      <w:r>
        <w:t>676.1236</w:t>
      </w:r>
      <w:r>
        <w:tab/>
        <w:t>2.532e-2</w:t>
      </w:r>
    </w:p>
    <w:p w:rsidR="007B2329" w:rsidRDefault="007B2329" w:rsidP="007B2329">
      <w:r>
        <w:t>676.1328</w:t>
      </w:r>
      <w:r>
        <w:tab/>
        <w:t>2.025e0</w:t>
      </w:r>
    </w:p>
    <w:p w:rsidR="007B2329" w:rsidRDefault="007B2329" w:rsidP="007B2329">
      <w:r>
        <w:t>676.1835</w:t>
      </w:r>
      <w:r>
        <w:tab/>
        <w:t>3.971e0</w:t>
      </w:r>
    </w:p>
    <w:p w:rsidR="007B2329" w:rsidRDefault="007B2329" w:rsidP="007B2329">
      <w:r>
        <w:t>676.2105</w:t>
      </w:r>
      <w:r>
        <w:tab/>
        <w:t>1.572e0</w:t>
      </w:r>
    </w:p>
    <w:p w:rsidR="007B2329" w:rsidRDefault="007B2329" w:rsidP="007B2329">
      <w:r>
        <w:t>676.2194</w:t>
      </w:r>
      <w:r>
        <w:tab/>
        <w:t>1.013e0</w:t>
      </w:r>
    </w:p>
    <w:p w:rsidR="007B2329" w:rsidRDefault="007B2329" w:rsidP="007B2329">
      <w:r>
        <w:lastRenderedPageBreak/>
        <w:t>676.3184</w:t>
      </w:r>
      <w:r>
        <w:tab/>
        <w:t>1.308e0</w:t>
      </w:r>
    </w:p>
    <w:p w:rsidR="007B2329" w:rsidRDefault="007B2329" w:rsidP="007B2329">
      <w:r>
        <w:t>676.3509</w:t>
      </w:r>
      <w:r>
        <w:tab/>
        <w:t>1.013e0</w:t>
      </w:r>
    </w:p>
    <w:p w:rsidR="007B2329" w:rsidRDefault="007B2329" w:rsidP="007B2329">
      <w:r>
        <w:t>676.5135</w:t>
      </w:r>
      <w:r>
        <w:tab/>
        <w:t>1.013e0</w:t>
      </w:r>
    </w:p>
    <w:p w:rsidR="007B2329" w:rsidRDefault="007B2329" w:rsidP="007B2329">
      <w:r>
        <w:t>676.5341</w:t>
      </w:r>
      <w:r>
        <w:tab/>
        <w:t>2.025e0</w:t>
      </w:r>
    </w:p>
    <w:p w:rsidR="007B2329" w:rsidRDefault="007B2329" w:rsidP="007B2329">
      <w:r>
        <w:t>676.5380</w:t>
      </w:r>
      <w:r>
        <w:tab/>
        <w:t>1.428e0</w:t>
      </w:r>
    </w:p>
    <w:p w:rsidR="007B2329" w:rsidRDefault="007B2329" w:rsidP="007B2329">
      <w:r>
        <w:t>676.5735</w:t>
      </w:r>
      <w:r>
        <w:tab/>
        <w:t>2.722e0</w:t>
      </w:r>
    </w:p>
    <w:p w:rsidR="007B2329" w:rsidRDefault="007B2329" w:rsidP="007B2329">
      <w:r>
        <w:t>676.5950</w:t>
      </w:r>
      <w:r>
        <w:tab/>
        <w:t>2.025e0</w:t>
      </w:r>
    </w:p>
    <w:p w:rsidR="007B2329" w:rsidRDefault="007B2329" w:rsidP="007B2329">
      <w:r>
        <w:t>676.6039</w:t>
      </w:r>
      <w:r>
        <w:tab/>
        <w:t>2.025e0</w:t>
      </w:r>
    </w:p>
    <w:p w:rsidR="007B2329" w:rsidRDefault="007B2329" w:rsidP="007B2329">
      <w:r>
        <w:t>676.6182</w:t>
      </w:r>
      <w:r>
        <w:tab/>
        <w:t>2.052e0</w:t>
      </w:r>
    </w:p>
    <w:p w:rsidR="007B2329" w:rsidRDefault="007B2329" w:rsidP="007B2329">
      <w:r>
        <w:t>676.6617</w:t>
      </w:r>
      <w:r>
        <w:tab/>
        <w:t>1.013e0</w:t>
      </w:r>
    </w:p>
    <w:p w:rsidR="007B2329" w:rsidRDefault="007B2329" w:rsidP="007B2329">
      <w:r>
        <w:t>676.6675</w:t>
      </w:r>
      <w:r>
        <w:tab/>
        <w:t>2.025e0</w:t>
      </w:r>
    </w:p>
    <w:p w:rsidR="007B2329" w:rsidRDefault="007B2329" w:rsidP="007B2329">
      <w:r>
        <w:t>676.6955</w:t>
      </w:r>
      <w:r>
        <w:tab/>
        <w:t>1.881e0</w:t>
      </w:r>
    </w:p>
    <w:p w:rsidR="007B2329" w:rsidRDefault="007B2329" w:rsidP="007B2329">
      <w:r>
        <w:t>676.6965</w:t>
      </w:r>
      <w:r>
        <w:tab/>
        <w:t>1.013e0</w:t>
      </w:r>
    </w:p>
    <w:p w:rsidR="007B2329" w:rsidRDefault="007B2329" w:rsidP="007B2329">
      <w:r>
        <w:t>676.7411</w:t>
      </w:r>
      <w:r>
        <w:tab/>
        <w:t>4.051e0</w:t>
      </w:r>
    </w:p>
    <w:p w:rsidR="007B2329" w:rsidRDefault="007B2329" w:rsidP="007B2329">
      <w:r>
        <w:t>676.7422</w:t>
      </w:r>
      <w:r>
        <w:tab/>
        <w:t>1.013e0</w:t>
      </w:r>
    </w:p>
    <w:p w:rsidR="007B2329" w:rsidRDefault="007B2329" w:rsidP="007B2329">
      <w:r>
        <w:t>676.7675</w:t>
      </w:r>
      <w:r>
        <w:tab/>
        <w:t>2.025e0</w:t>
      </w:r>
    </w:p>
    <w:p w:rsidR="007B2329" w:rsidRDefault="007B2329" w:rsidP="007B2329">
      <w:r>
        <w:t>676.7714</w:t>
      </w:r>
      <w:r>
        <w:tab/>
        <w:t>1.639e0</w:t>
      </w:r>
    </w:p>
    <w:p w:rsidR="007B2329" w:rsidRDefault="007B2329" w:rsidP="007B2329">
      <w:r>
        <w:t>676.8075</w:t>
      </w:r>
      <w:r>
        <w:tab/>
        <w:t>1.013e0</w:t>
      </w:r>
    </w:p>
    <w:p w:rsidR="007B2329" w:rsidRDefault="007B2329" w:rsidP="007B2329">
      <w:r>
        <w:t>676.8109</w:t>
      </w:r>
      <w:r>
        <w:tab/>
        <w:t>1.077e0</w:t>
      </w:r>
    </w:p>
    <w:p w:rsidR="007B2329" w:rsidRDefault="007B2329" w:rsidP="007B2329">
      <w:r>
        <w:lastRenderedPageBreak/>
        <w:t>676.8599</w:t>
      </w:r>
      <w:r>
        <w:tab/>
        <w:t>1.013e0</w:t>
      </w:r>
    </w:p>
    <w:p w:rsidR="007B2329" w:rsidRDefault="007B2329" w:rsidP="007B2329">
      <w:r>
        <w:t>676.8863</w:t>
      </w:r>
      <w:r>
        <w:tab/>
        <w:t>1.538e0</w:t>
      </w:r>
    </w:p>
    <w:p w:rsidR="007B2329" w:rsidRDefault="007B2329" w:rsidP="007B2329">
      <w:r>
        <w:t>676.9114</w:t>
      </w:r>
      <w:r>
        <w:tab/>
        <w:t>1.013e0</w:t>
      </w:r>
    </w:p>
    <w:p w:rsidR="007B2329" w:rsidRDefault="007B2329" w:rsidP="007B2329">
      <w:r>
        <w:t>676.9806</w:t>
      </w:r>
      <w:r>
        <w:tab/>
        <w:t>1.013e0</w:t>
      </w:r>
    </w:p>
    <w:p w:rsidR="007B2329" w:rsidRDefault="007B2329" w:rsidP="007B2329">
      <w:r>
        <w:t>676.9840</w:t>
      </w:r>
      <w:r>
        <w:tab/>
        <w:t>1.013e0</w:t>
      </w:r>
    </w:p>
    <w:p w:rsidR="007B2329" w:rsidRDefault="007B2329" w:rsidP="007B2329">
      <w:r>
        <w:t>677.0129</w:t>
      </w:r>
      <w:r>
        <w:tab/>
        <w:t>2.025e0</w:t>
      </w:r>
    </w:p>
    <w:p w:rsidR="007B2329" w:rsidRDefault="007B2329" w:rsidP="007B2329">
      <w:r>
        <w:t>677.0165</w:t>
      </w:r>
      <w:r>
        <w:tab/>
        <w:t>1.793e0</w:t>
      </w:r>
    </w:p>
    <w:p w:rsidR="007B2329" w:rsidRDefault="007B2329" w:rsidP="007B2329">
      <w:r>
        <w:t>677.0498</w:t>
      </w:r>
      <w:r>
        <w:tab/>
        <w:t>1.013e0</w:t>
      </w:r>
    </w:p>
    <w:p w:rsidR="007B2329" w:rsidRDefault="007B2329" w:rsidP="007B2329">
      <w:r>
        <w:t>677.0596</w:t>
      </w:r>
      <w:r>
        <w:tab/>
        <w:t>1.899e0</w:t>
      </w:r>
    </w:p>
    <w:p w:rsidR="007B2329" w:rsidRDefault="007B2329" w:rsidP="007B2329">
      <w:r>
        <w:t>677.0936</w:t>
      </w:r>
      <w:r>
        <w:tab/>
        <w:t>3.378e0</w:t>
      </w:r>
    </w:p>
    <w:p w:rsidR="007B2329" w:rsidRDefault="007B2329" w:rsidP="007B2329">
      <w:r>
        <w:t>677.1342</w:t>
      </w:r>
      <w:r>
        <w:tab/>
        <w:t>2.025e0</w:t>
      </w:r>
    </w:p>
    <w:p w:rsidR="007B2329" w:rsidRDefault="007B2329" w:rsidP="007B2329">
      <w:r>
        <w:t>677.1395</w:t>
      </w:r>
      <w:r>
        <w:tab/>
        <w:t>1.416e0</w:t>
      </w:r>
    </w:p>
    <w:p w:rsidR="007B2329" w:rsidRDefault="007B2329" w:rsidP="007B2329">
      <w:r>
        <w:t>677.1572</w:t>
      </w:r>
      <w:r>
        <w:tab/>
        <w:t>3.109e0</w:t>
      </w:r>
    </w:p>
    <w:p w:rsidR="007B2329" w:rsidRDefault="007B2329" w:rsidP="007B2329">
      <w:r>
        <w:t>677.1800</w:t>
      </w:r>
      <w:r>
        <w:tab/>
        <w:t>1.708e0</w:t>
      </w:r>
    </w:p>
    <w:p w:rsidR="007B2329" w:rsidRDefault="007B2329" w:rsidP="007B2329">
      <w:r>
        <w:t>677.1826</w:t>
      </w:r>
      <w:r>
        <w:tab/>
        <w:t>1.318e0</w:t>
      </w:r>
    </w:p>
    <w:p w:rsidR="007B2329" w:rsidRDefault="007B2329" w:rsidP="007B2329">
      <w:r>
        <w:t>677.1915</w:t>
      </w:r>
      <w:r>
        <w:tab/>
        <w:t>1.006e0</w:t>
      </w:r>
    </w:p>
    <w:p w:rsidR="007B2329" w:rsidRDefault="007B2329" w:rsidP="007B2329">
      <w:r>
        <w:t>677.2035</w:t>
      </w:r>
      <w:r>
        <w:tab/>
        <w:t>2.672e0</w:t>
      </w:r>
    </w:p>
    <w:p w:rsidR="007B2329" w:rsidRDefault="007B2329" w:rsidP="007B2329">
      <w:r>
        <w:t>677.2135</w:t>
      </w:r>
      <w:r>
        <w:tab/>
        <w:t>1.792e0</w:t>
      </w:r>
    </w:p>
    <w:p w:rsidR="007B2329" w:rsidRDefault="007B2329" w:rsidP="007B2329">
      <w:r>
        <w:t>677.2376</w:t>
      </w:r>
      <w:r>
        <w:tab/>
        <w:t>2.110e0</w:t>
      </w:r>
    </w:p>
    <w:p w:rsidR="007B2329" w:rsidRDefault="007B2329" w:rsidP="007B2329">
      <w:r>
        <w:lastRenderedPageBreak/>
        <w:t>677.2677</w:t>
      </w:r>
      <w:r>
        <w:tab/>
        <w:t>1.670e0</w:t>
      </w:r>
    </w:p>
    <w:p w:rsidR="007B2329" w:rsidRDefault="007B2329" w:rsidP="007B2329">
      <w:r>
        <w:t>677.2720</w:t>
      </w:r>
      <w:r>
        <w:tab/>
        <w:t>1.018e0</w:t>
      </w:r>
    </w:p>
    <w:p w:rsidR="007B2329" w:rsidRDefault="007B2329" w:rsidP="007B2329">
      <w:r>
        <w:t>677.2870</w:t>
      </w:r>
      <w:r>
        <w:tab/>
        <w:t>3.490e0</w:t>
      </w:r>
    </w:p>
    <w:p w:rsidR="007B2329" w:rsidRDefault="007B2329" w:rsidP="007B2329">
      <w:r>
        <w:t>677.3179</w:t>
      </w:r>
      <w:r>
        <w:tab/>
        <w:t>4.051e0</w:t>
      </w:r>
    </w:p>
    <w:p w:rsidR="007B2329" w:rsidRDefault="007B2329" w:rsidP="007B2329">
      <w:r>
        <w:t>677.4323</w:t>
      </w:r>
      <w:r>
        <w:tab/>
        <w:t>1.504e0</w:t>
      </w:r>
    </w:p>
    <w:p w:rsidR="007B2329" w:rsidRDefault="007B2329" w:rsidP="007B2329">
      <w:r>
        <w:t>677.4968</w:t>
      </w:r>
      <w:r>
        <w:tab/>
        <w:t>1.490e0</w:t>
      </w:r>
    </w:p>
    <w:p w:rsidR="007B2329" w:rsidRDefault="007B2329" w:rsidP="007B2329">
      <w:r>
        <w:t>677.5175</w:t>
      </w:r>
      <w:r>
        <w:tab/>
        <w:t>2.025e0</w:t>
      </w:r>
    </w:p>
    <w:p w:rsidR="007B2329" w:rsidRDefault="007B2329" w:rsidP="007B2329">
      <w:r>
        <w:t>677.6298</w:t>
      </w:r>
      <w:r>
        <w:tab/>
        <w:t>2.025e0</w:t>
      </w:r>
    </w:p>
    <w:p w:rsidR="007B2329" w:rsidRDefault="007B2329" w:rsidP="007B2329">
      <w:r>
        <w:t>677.6328</w:t>
      </w:r>
      <w:r>
        <w:tab/>
        <w:t>2.682e0</w:t>
      </w:r>
    </w:p>
    <w:p w:rsidR="007B2329" w:rsidRDefault="007B2329" w:rsidP="007B2329">
      <w:r>
        <w:t>677.6409</w:t>
      </w:r>
      <w:r>
        <w:tab/>
        <w:t>1.013e0</w:t>
      </w:r>
    </w:p>
    <w:p w:rsidR="007B2329" w:rsidRDefault="007B2329" w:rsidP="007B2329">
      <w:r>
        <w:t>677.6594</w:t>
      </w:r>
      <w:r>
        <w:tab/>
        <w:t>2.022e0</w:t>
      </w:r>
    </w:p>
    <w:p w:rsidR="007B2329" w:rsidRDefault="007B2329" w:rsidP="007B2329">
      <w:r>
        <w:t>677.6911</w:t>
      </w:r>
      <w:r>
        <w:tab/>
        <w:t>2.747e0</w:t>
      </w:r>
    </w:p>
    <w:p w:rsidR="007B2329" w:rsidRDefault="007B2329" w:rsidP="007B2329">
      <w:r>
        <w:t>677.6953</w:t>
      </w:r>
      <w:r>
        <w:tab/>
        <w:t>1.803e0</w:t>
      </w:r>
    </w:p>
    <w:p w:rsidR="007B2329" w:rsidRDefault="007B2329" w:rsidP="007B2329">
      <w:r>
        <w:t>677.7139</w:t>
      </w:r>
      <w:r>
        <w:tab/>
        <w:t>2.505e0</w:t>
      </w:r>
    </w:p>
    <w:p w:rsidR="007B2329" w:rsidRDefault="007B2329" w:rsidP="007B2329">
      <w:r>
        <w:t>677.7319</w:t>
      </w:r>
      <w:r>
        <w:tab/>
        <w:t>2.051e0</w:t>
      </w:r>
    </w:p>
    <w:p w:rsidR="007B2329" w:rsidRDefault="007B2329" w:rsidP="007B2329">
      <w:r>
        <w:t>677.7466</w:t>
      </w:r>
      <w:r>
        <w:tab/>
        <w:t>1.804e0</w:t>
      </w:r>
    </w:p>
    <w:p w:rsidR="007B2329" w:rsidRDefault="007B2329" w:rsidP="007B2329">
      <w:r>
        <w:t>677.7506</w:t>
      </w:r>
      <w:r>
        <w:tab/>
        <w:t>1.990e0</w:t>
      </w:r>
    </w:p>
    <w:p w:rsidR="007B2329" w:rsidRDefault="007B2329" w:rsidP="007B2329">
      <w:r>
        <w:t>677.7781</w:t>
      </w:r>
      <w:r>
        <w:tab/>
        <w:t>6.885e0</w:t>
      </w:r>
    </w:p>
    <w:p w:rsidR="007B2329" w:rsidRDefault="007B2329" w:rsidP="007B2329">
      <w:r>
        <w:t>677.8096</w:t>
      </w:r>
      <w:r>
        <w:tab/>
        <w:t>1.217e0</w:t>
      </w:r>
    </w:p>
    <w:p w:rsidR="007B2329" w:rsidRDefault="007B2329" w:rsidP="007B2329">
      <w:r>
        <w:lastRenderedPageBreak/>
        <w:t>677.8397</w:t>
      </w:r>
      <w:r>
        <w:tab/>
        <w:t>3.010e0</w:t>
      </w:r>
    </w:p>
    <w:p w:rsidR="007B2329" w:rsidRDefault="007B2329" w:rsidP="007B2329">
      <w:r>
        <w:t>677.8636</w:t>
      </w:r>
      <w:r>
        <w:tab/>
        <w:t>2.025e0</w:t>
      </w:r>
    </w:p>
    <w:p w:rsidR="007B2329" w:rsidRDefault="007B2329" w:rsidP="007B2329">
      <w:r>
        <w:t>677.9031</w:t>
      </w:r>
      <w:r>
        <w:tab/>
        <w:t>3.380e0</w:t>
      </w:r>
    </w:p>
    <w:p w:rsidR="007B2329" w:rsidRDefault="007B2329" w:rsidP="007B2329">
      <w:r>
        <w:t>677.9153</w:t>
      </w:r>
      <w:r>
        <w:tab/>
        <w:t>3.780e0</w:t>
      </w:r>
    </w:p>
    <w:p w:rsidR="007B2329" w:rsidRDefault="007B2329" w:rsidP="007B2329">
      <w:r>
        <w:t>677.9176</w:t>
      </w:r>
      <w:r>
        <w:tab/>
        <w:t>3.038e0</w:t>
      </w:r>
    </w:p>
    <w:p w:rsidR="007B2329" w:rsidRDefault="007B2329" w:rsidP="007B2329">
      <w:r>
        <w:t>677.9619</w:t>
      </w:r>
      <w:r>
        <w:tab/>
        <w:t>3.186e0</w:t>
      </w:r>
    </w:p>
    <w:p w:rsidR="007B2329" w:rsidRDefault="007B2329" w:rsidP="007B2329">
      <w:r>
        <w:t>677.9758</w:t>
      </w:r>
      <w:r>
        <w:tab/>
        <w:t>2.025e0</w:t>
      </w:r>
    </w:p>
    <w:p w:rsidR="007B2329" w:rsidRDefault="007B2329" w:rsidP="007B2329">
      <w:r>
        <w:t>678.0099</w:t>
      </w:r>
      <w:r>
        <w:tab/>
        <w:t>2.816e0</w:t>
      </w:r>
    </w:p>
    <w:p w:rsidR="007B2329" w:rsidRDefault="007B2329" w:rsidP="007B2329">
      <w:r>
        <w:t>678.0331</w:t>
      </w:r>
      <w:r>
        <w:tab/>
        <w:t>2.488e0</w:t>
      </w:r>
    </w:p>
    <w:p w:rsidR="007B2329" w:rsidRDefault="007B2329" w:rsidP="007B2329">
      <w:r>
        <w:t>678.0542</w:t>
      </w:r>
      <w:r>
        <w:tab/>
        <w:t>4.051e0</w:t>
      </w:r>
    </w:p>
    <w:p w:rsidR="007B2329" w:rsidRDefault="007B2329" w:rsidP="007B2329">
      <w:r>
        <w:t>678.0676</w:t>
      </w:r>
      <w:r>
        <w:tab/>
        <w:t>1.730e0</w:t>
      </w:r>
    </w:p>
    <w:p w:rsidR="007B2329" w:rsidRDefault="007B2329" w:rsidP="007B2329">
      <w:r>
        <w:t>678.0826</w:t>
      </w:r>
      <w:r>
        <w:tab/>
        <w:t>2.025e0</w:t>
      </w:r>
    </w:p>
    <w:p w:rsidR="007B2329" w:rsidRDefault="007B2329" w:rsidP="007B2329">
      <w:r>
        <w:t>678.0894</w:t>
      </w:r>
      <w:r>
        <w:tab/>
        <w:t>2.360e0</w:t>
      </w:r>
    </w:p>
    <w:p w:rsidR="007B2329" w:rsidRDefault="007B2329" w:rsidP="007B2329">
      <w:r>
        <w:t>678.1169</w:t>
      </w:r>
      <w:r>
        <w:tab/>
        <w:t>2.077e0</w:t>
      </w:r>
    </w:p>
    <w:p w:rsidR="007B2329" w:rsidRDefault="007B2329" w:rsidP="007B2329">
      <w:r>
        <w:t>678.1367</w:t>
      </w:r>
      <w:r>
        <w:tab/>
        <w:t>1.013e0</w:t>
      </w:r>
    </w:p>
    <w:p w:rsidR="007B2329" w:rsidRDefault="007B2329" w:rsidP="007B2329">
      <w:r>
        <w:t>678.1407</w:t>
      </w:r>
      <w:r>
        <w:tab/>
        <w:t>1.013e0</w:t>
      </w:r>
    </w:p>
    <w:p w:rsidR="007B2329" w:rsidRDefault="007B2329" w:rsidP="007B2329">
      <w:r>
        <w:t>678.1447</w:t>
      </w:r>
      <w:r>
        <w:tab/>
        <w:t>2.246e0</w:t>
      </w:r>
    </w:p>
    <w:p w:rsidR="007B2329" w:rsidRDefault="007B2329" w:rsidP="007B2329">
      <w:r>
        <w:t>678.1481</w:t>
      </w:r>
      <w:r>
        <w:tab/>
        <w:t>3.274e0</w:t>
      </w:r>
    </w:p>
    <w:p w:rsidR="007B2329" w:rsidRDefault="007B2329" w:rsidP="007B2329">
      <w:r>
        <w:t>678.2175</w:t>
      </w:r>
      <w:r>
        <w:tab/>
        <w:t>1.930e0</w:t>
      </w:r>
    </w:p>
    <w:p w:rsidR="007B2329" w:rsidRDefault="007B2329" w:rsidP="007B2329">
      <w:r>
        <w:lastRenderedPageBreak/>
        <w:t>678.2218</w:t>
      </w:r>
      <w:r>
        <w:tab/>
        <w:t>2.232e0</w:t>
      </w:r>
    </w:p>
    <w:p w:rsidR="007B2329" w:rsidRDefault="007B2329" w:rsidP="007B2329">
      <w:r>
        <w:t>678.2231</w:t>
      </w:r>
      <w:r>
        <w:tab/>
        <w:t>1.823e0</w:t>
      </w:r>
    </w:p>
    <w:p w:rsidR="007B2329" w:rsidRDefault="007B2329" w:rsidP="007B2329">
      <w:r>
        <w:t>678.2292</w:t>
      </w:r>
      <w:r>
        <w:tab/>
        <w:t>2.025e0</w:t>
      </w:r>
    </w:p>
    <w:p w:rsidR="007B2329" w:rsidRDefault="007B2329" w:rsidP="007B2329">
      <w:r>
        <w:t>678.2445</w:t>
      </w:r>
      <w:r>
        <w:tab/>
        <w:t>4.020e0</w:t>
      </w:r>
    </w:p>
    <w:p w:rsidR="007B2329" w:rsidRDefault="007B2329" w:rsidP="007B2329">
      <w:r>
        <w:t>678.3134</w:t>
      </w:r>
      <w:r>
        <w:tab/>
        <w:t>1.013e0</w:t>
      </w:r>
    </w:p>
    <w:p w:rsidR="007B2329" w:rsidRDefault="007B2329" w:rsidP="007B2329">
      <w:r>
        <w:t>678.3158</w:t>
      </w:r>
      <w:r>
        <w:tab/>
        <w:t>2.025e0</w:t>
      </w:r>
    </w:p>
    <w:p w:rsidR="007B2329" w:rsidRDefault="007B2329" w:rsidP="007B2329">
      <w:r>
        <w:t>678.3904</w:t>
      </w:r>
      <w:r>
        <w:tab/>
        <w:t>1.013e0</w:t>
      </w:r>
    </w:p>
    <w:p w:rsidR="007B2329" w:rsidRDefault="007B2329" w:rsidP="007B2329">
      <w:r>
        <w:t>678.4827</w:t>
      </w:r>
      <w:r>
        <w:tab/>
        <w:t>1.013e0</w:t>
      </w:r>
    </w:p>
    <w:p w:rsidR="007B2329" w:rsidRDefault="007B2329" w:rsidP="007B2329">
      <w:r>
        <w:t>678.4951</w:t>
      </w:r>
      <w:r>
        <w:tab/>
        <w:t>1.230e0</w:t>
      </w:r>
    </w:p>
    <w:p w:rsidR="007B2329" w:rsidRDefault="007B2329" w:rsidP="007B2329">
      <w:r>
        <w:t>678.5122</w:t>
      </w:r>
      <w:r>
        <w:tab/>
        <w:t>2.025e0</w:t>
      </w:r>
    </w:p>
    <w:p w:rsidR="007B2329" w:rsidRDefault="007B2329" w:rsidP="007B2329">
      <w:r>
        <w:t>678.5380</w:t>
      </w:r>
      <w:r>
        <w:tab/>
        <w:t>1.013e0</w:t>
      </w:r>
    </w:p>
    <w:p w:rsidR="007B2329" w:rsidRDefault="007B2329" w:rsidP="007B2329">
      <w:r>
        <w:t>678.5557</w:t>
      </w:r>
      <w:r>
        <w:tab/>
        <w:t>3.038e0</w:t>
      </w:r>
    </w:p>
    <w:p w:rsidR="007B2329" w:rsidRDefault="007B2329" w:rsidP="007B2329">
      <w:r>
        <w:t>678.5981</w:t>
      </w:r>
      <w:r>
        <w:tab/>
        <w:t>1.013e0</w:t>
      </w:r>
    </w:p>
    <w:p w:rsidR="007B2329" w:rsidRDefault="007B2329" w:rsidP="007B2329">
      <w:r>
        <w:t>678.6214</w:t>
      </w:r>
      <w:r>
        <w:tab/>
        <w:t>1.013e0</w:t>
      </w:r>
    </w:p>
    <w:p w:rsidR="007B2329" w:rsidRDefault="007B2329" w:rsidP="007B2329">
      <w:r>
        <w:t>678.6416</w:t>
      </w:r>
      <w:r>
        <w:tab/>
        <w:t>2.116e0</w:t>
      </w:r>
    </w:p>
    <w:p w:rsidR="007B2329" w:rsidRDefault="007B2329" w:rsidP="007B2329">
      <w:r>
        <w:t>678.6725</w:t>
      </w:r>
      <w:r>
        <w:tab/>
        <w:t>3.873e0</w:t>
      </w:r>
    </w:p>
    <w:p w:rsidR="007B2329" w:rsidRDefault="007B2329" w:rsidP="007B2329">
      <w:r>
        <w:t>678.6822</w:t>
      </w:r>
      <w:r>
        <w:tab/>
        <w:t>2.312e0</w:t>
      </w:r>
    </w:p>
    <w:p w:rsidR="007B2329" w:rsidRDefault="007B2329" w:rsidP="007B2329">
      <w:r>
        <w:t>678.6909</w:t>
      </w:r>
      <w:r>
        <w:tab/>
        <w:t>5.063e0</w:t>
      </w:r>
    </w:p>
    <w:p w:rsidR="007B2329" w:rsidRDefault="007B2329" w:rsidP="007B2329">
      <w:r>
        <w:t>678.7060</w:t>
      </w:r>
      <w:r>
        <w:tab/>
        <w:t>4.300e0</w:t>
      </w:r>
    </w:p>
    <w:p w:rsidR="007B2329" w:rsidRDefault="007B2329" w:rsidP="007B2329">
      <w:r>
        <w:lastRenderedPageBreak/>
        <w:t>678.7110</w:t>
      </w:r>
      <w:r>
        <w:tab/>
        <w:t>1.013e0</w:t>
      </w:r>
    </w:p>
    <w:p w:rsidR="007B2329" w:rsidRDefault="007B2329" w:rsidP="007B2329">
      <w:r>
        <w:t>678.7445</w:t>
      </w:r>
      <w:r>
        <w:tab/>
        <w:t>8.883e0</w:t>
      </w:r>
    </w:p>
    <w:p w:rsidR="007B2329" w:rsidRDefault="007B2329" w:rsidP="007B2329">
      <w:r>
        <w:t>678.7503</w:t>
      </w:r>
      <w:r>
        <w:tab/>
        <w:t>5.645e0</w:t>
      </w:r>
    </w:p>
    <w:p w:rsidR="007B2329" w:rsidRDefault="007B2329" w:rsidP="007B2329">
      <w:r>
        <w:t>678.7599</w:t>
      </w:r>
      <w:r>
        <w:tab/>
        <w:t>1.013e0</w:t>
      </w:r>
    </w:p>
    <w:p w:rsidR="007B2329" w:rsidRDefault="007B2329" w:rsidP="007B2329">
      <w:r>
        <w:t>678.8004</w:t>
      </w:r>
      <w:r>
        <w:tab/>
        <w:t>2.025e0</w:t>
      </w:r>
    </w:p>
    <w:p w:rsidR="007B2329" w:rsidRDefault="007B2329" w:rsidP="007B2329">
      <w:r>
        <w:t>678.8268</w:t>
      </w:r>
      <w:r>
        <w:tab/>
        <w:t>6.173e0</w:t>
      </w:r>
    </w:p>
    <w:p w:rsidR="007B2329" w:rsidRDefault="007B2329" w:rsidP="007B2329">
      <w:r>
        <w:t>678.8357</w:t>
      </w:r>
      <w:r>
        <w:tab/>
        <w:t>2.846e0</w:t>
      </w:r>
    </w:p>
    <w:p w:rsidR="007B2329" w:rsidRDefault="007B2329" w:rsidP="007B2329">
      <w:r>
        <w:t>678.8638</w:t>
      </w:r>
      <w:r>
        <w:tab/>
        <w:t>1.013e0</w:t>
      </w:r>
    </w:p>
    <w:p w:rsidR="007B2329" w:rsidRDefault="007B2329" w:rsidP="007B2329">
      <w:r>
        <w:t>678.8655</w:t>
      </w:r>
      <w:r>
        <w:tab/>
        <w:t>4.311e0</w:t>
      </w:r>
    </w:p>
    <w:p w:rsidR="007B2329" w:rsidRDefault="007B2329" w:rsidP="007B2329">
      <w:r>
        <w:t>678.8701</w:t>
      </w:r>
      <w:r>
        <w:tab/>
        <w:t>2.988e0</w:t>
      </w:r>
    </w:p>
    <w:p w:rsidR="007B2329" w:rsidRDefault="007B2329" w:rsidP="007B2329">
      <w:r>
        <w:t>678.8829</w:t>
      </w:r>
      <w:r>
        <w:tab/>
        <w:t>1.231e1</w:t>
      </w:r>
    </w:p>
    <w:p w:rsidR="007B2329" w:rsidRDefault="007B2329" w:rsidP="007B2329">
      <w:r>
        <w:t>678.9117</w:t>
      </w:r>
      <w:r>
        <w:tab/>
        <w:t>4.801e0</w:t>
      </w:r>
    </w:p>
    <w:p w:rsidR="007B2329" w:rsidRDefault="007B2329" w:rsidP="007B2329">
      <w:r>
        <w:t>678.9194</w:t>
      </w:r>
      <w:r>
        <w:tab/>
        <w:t>7.838e0</w:t>
      </w:r>
    </w:p>
    <w:p w:rsidR="007B2329" w:rsidRDefault="007B2329" w:rsidP="007B2329">
      <w:r>
        <w:t>678.9465</w:t>
      </w:r>
      <w:r>
        <w:tab/>
        <w:t>2.453e0</w:t>
      </w:r>
    </w:p>
    <w:p w:rsidR="007B2329" w:rsidRDefault="007B2329" w:rsidP="007B2329">
      <w:r>
        <w:t>678.9895</w:t>
      </w:r>
      <w:r>
        <w:tab/>
        <w:t>4.051e0</w:t>
      </w:r>
    </w:p>
    <w:p w:rsidR="007B2329" w:rsidRDefault="007B2329" w:rsidP="007B2329">
      <w:r>
        <w:t>679.0128</w:t>
      </w:r>
      <w:r>
        <w:tab/>
        <w:t>4.944e0</w:t>
      </w:r>
    </w:p>
    <w:p w:rsidR="007B2329" w:rsidRDefault="007B2329" w:rsidP="007B2329">
      <w:r>
        <w:t>679.0240</w:t>
      </w:r>
      <w:r>
        <w:tab/>
        <w:t>5.181e0</w:t>
      </w:r>
    </w:p>
    <w:p w:rsidR="007B2329" w:rsidRDefault="007B2329" w:rsidP="007B2329">
      <w:r>
        <w:t>679.0292</w:t>
      </w:r>
      <w:r>
        <w:tab/>
        <w:t>2.868e0</w:t>
      </w:r>
    </w:p>
    <w:p w:rsidR="007B2329" w:rsidRDefault="007B2329" w:rsidP="007B2329">
      <w:r>
        <w:t>679.0332</w:t>
      </w:r>
      <w:r>
        <w:tab/>
        <w:t>1.863e0</w:t>
      </w:r>
    </w:p>
    <w:p w:rsidR="007B2329" w:rsidRDefault="007B2329" w:rsidP="007B2329">
      <w:r>
        <w:lastRenderedPageBreak/>
        <w:t>679.0372</w:t>
      </w:r>
      <w:r>
        <w:tab/>
        <w:t>1.013e0</w:t>
      </w:r>
    </w:p>
    <w:p w:rsidR="007B2329" w:rsidRDefault="007B2329" w:rsidP="007B2329">
      <w:r>
        <w:t>679.0601</w:t>
      </w:r>
      <w:r>
        <w:tab/>
        <w:t>2.025e0</w:t>
      </w:r>
    </w:p>
    <w:p w:rsidR="007B2329" w:rsidRDefault="007B2329" w:rsidP="007B2329">
      <w:r>
        <w:t>679.1011</w:t>
      </w:r>
      <w:r>
        <w:tab/>
        <w:t>3.263e0</w:t>
      </w:r>
    </w:p>
    <w:p w:rsidR="007B2329" w:rsidRDefault="007B2329" w:rsidP="007B2329">
      <w:r>
        <w:t>679.1295</w:t>
      </w:r>
      <w:r>
        <w:tab/>
        <w:t>1.013e0</w:t>
      </w:r>
    </w:p>
    <w:p w:rsidR="007B2329" w:rsidRDefault="007B2329" w:rsidP="007B2329">
      <w:r>
        <w:t>679.1356</w:t>
      </w:r>
      <w:r>
        <w:tab/>
        <w:t>2.025e0</w:t>
      </w:r>
    </w:p>
    <w:p w:rsidR="007B2329" w:rsidRDefault="007B2329" w:rsidP="007B2329">
      <w:r>
        <w:t>679.1411</w:t>
      </w:r>
      <w:r>
        <w:tab/>
        <w:t>6.340e0</w:t>
      </w:r>
    </w:p>
    <w:p w:rsidR="007B2329" w:rsidRDefault="007B2329" w:rsidP="007B2329">
      <w:r>
        <w:t>679.1439</w:t>
      </w:r>
      <w:r>
        <w:tab/>
        <w:t>1.013e0</w:t>
      </w:r>
    </w:p>
    <w:p w:rsidR="007B2329" w:rsidRDefault="007B2329" w:rsidP="007B2329">
      <w:r>
        <w:t>679.1640</w:t>
      </w:r>
      <w:r>
        <w:tab/>
        <w:t>2.532e0</w:t>
      </w:r>
    </w:p>
    <w:p w:rsidR="007B2329" w:rsidRDefault="007B2329" w:rsidP="007B2329">
      <w:r>
        <w:t>679.1828</w:t>
      </w:r>
      <w:r>
        <w:tab/>
        <w:t>2.345e0</w:t>
      </w:r>
    </w:p>
    <w:p w:rsidR="007B2329" w:rsidRDefault="007B2329" w:rsidP="007B2329">
      <w:r>
        <w:t>679.2031</w:t>
      </w:r>
      <w:r>
        <w:tab/>
        <w:t>4.838e0</w:t>
      </w:r>
    </w:p>
    <w:p w:rsidR="007B2329" w:rsidRDefault="007B2329" w:rsidP="007B2329">
      <w:r>
        <w:t>679.2321</w:t>
      </w:r>
      <w:r>
        <w:tab/>
        <w:t>4.393e0</w:t>
      </w:r>
    </w:p>
    <w:p w:rsidR="007B2329" w:rsidRDefault="007B2329" w:rsidP="007B2329">
      <w:r>
        <w:t>679.2333</w:t>
      </w:r>
      <w:r>
        <w:tab/>
        <w:t>2.025e0</w:t>
      </w:r>
    </w:p>
    <w:p w:rsidR="007B2329" w:rsidRDefault="007B2329" w:rsidP="007B2329">
      <w:r>
        <w:t>679.2410</w:t>
      </w:r>
      <w:r>
        <w:tab/>
        <w:t>7.885e0</w:t>
      </w:r>
    </w:p>
    <w:p w:rsidR="007B2329" w:rsidRDefault="007B2329" w:rsidP="007B2329">
      <w:r>
        <w:t>679.2458</w:t>
      </w:r>
      <w:r>
        <w:tab/>
        <w:t>3.038e0</w:t>
      </w:r>
    </w:p>
    <w:p w:rsidR="007B2329" w:rsidRDefault="007B2329" w:rsidP="007B2329">
      <w:r>
        <w:t>679.2523</w:t>
      </w:r>
      <w:r>
        <w:tab/>
        <w:t>8.390e0</w:t>
      </w:r>
    </w:p>
    <w:p w:rsidR="007B2329" w:rsidRDefault="007B2329" w:rsidP="007B2329">
      <w:r>
        <w:t>679.2543</w:t>
      </w:r>
      <w:r>
        <w:tab/>
        <w:t>8.214e0</w:t>
      </w:r>
    </w:p>
    <w:p w:rsidR="007B2329" w:rsidRDefault="007B2329" w:rsidP="007B2329">
      <w:r>
        <w:t>679.2556</w:t>
      </w:r>
      <w:r>
        <w:tab/>
        <w:t>5.958e0</w:t>
      </w:r>
    </w:p>
    <w:p w:rsidR="007B2329" w:rsidRDefault="007B2329" w:rsidP="007B2329">
      <w:r>
        <w:t>679.2676</w:t>
      </w:r>
      <w:r>
        <w:tab/>
        <w:t>1.326e1</w:t>
      </w:r>
    </w:p>
    <w:p w:rsidR="007B2329" w:rsidRDefault="007B2329" w:rsidP="007B2329">
      <w:r>
        <w:t>679.2744</w:t>
      </w:r>
      <w:r>
        <w:tab/>
        <w:t>7.623e0</w:t>
      </w:r>
    </w:p>
    <w:p w:rsidR="007B2329" w:rsidRDefault="007B2329" w:rsidP="007B2329">
      <w:r>
        <w:lastRenderedPageBreak/>
        <w:t>679.3265</w:t>
      </w:r>
      <w:r>
        <w:tab/>
        <w:t>6.469e0</w:t>
      </w:r>
    </w:p>
    <w:p w:rsidR="007B2329" w:rsidRDefault="007B2329" w:rsidP="007B2329">
      <w:r>
        <w:t>679.3474</w:t>
      </w:r>
      <w:r>
        <w:tab/>
        <w:t>6.111e0</w:t>
      </w:r>
    </w:p>
    <w:p w:rsidR="007B2329" w:rsidRDefault="007B2329" w:rsidP="007B2329">
      <w:r>
        <w:t>679.3849</w:t>
      </w:r>
      <w:r>
        <w:tab/>
        <w:t>4.051e0</w:t>
      </w:r>
    </w:p>
    <w:p w:rsidR="007B2329" w:rsidRDefault="007B2329" w:rsidP="007B2329">
      <w:r>
        <w:t>679.3863</w:t>
      </w:r>
      <w:r>
        <w:tab/>
        <w:t>7.768e0</w:t>
      </w:r>
    </w:p>
    <w:p w:rsidR="007B2329" w:rsidRDefault="007B2329" w:rsidP="007B2329">
      <w:r>
        <w:t>679.3895</w:t>
      </w:r>
      <w:r>
        <w:tab/>
        <w:t>1.239e1</w:t>
      </w:r>
    </w:p>
    <w:p w:rsidR="007B2329" w:rsidRDefault="007B2329" w:rsidP="007B2329">
      <w:r>
        <w:t>679.4046</w:t>
      </w:r>
      <w:r>
        <w:tab/>
        <w:t>7.269e0</w:t>
      </w:r>
    </w:p>
    <w:p w:rsidR="007B2329" w:rsidRDefault="007B2329" w:rsidP="007B2329">
      <w:r>
        <w:t>679.4144</w:t>
      </w:r>
      <w:r>
        <w:tab/>
        <w:t>1.025e1</w:t>
      </w:r>
    </w:p>
    <w:p w:rsidR="007B2329" w:rsidRDefault="007B2329" w:rsidP="007B2329">
      <w:r>
        <w:t>679.4305</w:t>
      </w:r>
      <w:r>
        <w:tab/>
        <w:t>4.270e0</w:t>
      </w:r>
    </w:p>
    <w:p w:rsidR="007B2329" w:rsidRDefault="007B2329" w:rsidP="007B2329">
      <w:r>
        <w:t>679.4550</w:t>
      </w:r>
      <w:r>
        <w:tab/>
        <w:t>1.769e0</w:t>
      </w:r>
    </w:p>
    <w:p w:rsidR="007B2329" w:rsidRDefault="007B2329" w:rsidP="007B2329">
      <w:r>
        <w:t>679.5010</w:t>
      </w:r>
      <w:r>
        <w:tab/>
        <w:t>1.600e0</w:t>
      </w:r>
    </w:p>
    <w:p w:rsidR="007B2329" w:rsidRDefault="007B2329" w:rsidP="007B2329">
      <w:r>
        <w:t>679.5370</w:t>
      </w:r>
      <w:r>
        <w:tab/>
        <w:t>2.803e0</w:t>
      </w:r>
    </w:p>
    <w:p w:rsidR="007B2329" w:rsidRDefault="007B2329" w:rsidP="007B2329">
      <w:r>
        <w:t>679.5553</w:t>
      </w:r>
      <w:r>
        <w:tab/>
        <w:t>4.051e0</w:t>
      </w:r>
    </w:p>
    <w:p w:rsidR="007B2329" w:rsidRDefault="007B2329" w:rsidP="007B2329">
      <w:r>
        <w:t>679.5685</w:t>
      </w:r>
      <w:r>
        <w:tab/>
        <w:t>1.013e0</w:t>
      </w:r>
    </w:p>
    <w:p w:rsidR="007B2329" w:rsidRDefault="007B2329" w:rsidP="007B2329">
      <w:r>
        <w:t>679.5883</w:t>
      </w:r>
      <w:r>
        <w:tab/>
        <w:t>7.157e0</w:t>
      </w:r>
    </w:p>
    <w:p w:rsidR="007B2329" w:rsidRDefault="007B2329" w:rsidP="007B2329">
      <w:r>
        <w:t>679.5915</w:t>
      </w:r>
      <w:r>
        <w:tab/>
        <w:t>1.013e0</w:t>
      </w:r>
    </w:p>
    <w:p w:rsidR="007B2329" w:rsidRDefault="007B2329" w:rsidP="007B2329">
      <w:r>
        <w:t>679.5982</w:t>
      </w:r>
      <w:r>
        <w:tab/>
        <w:t>1.578e0</w:t>
      </w:r>
    </w:p>
    <w:p w:rsidR="007B2329" w:rsidRDefault="007B2329" w:rsidP="007B2329">
      <w:r>
        <w:t>679.6108</w:t>
      </w:r>
      <w:r>
        <w:tab/>
        <w:t>1.947e0</w:t>
      </w:r>
    </w:p>
    <w:p w:rsidR="007B2329" w:rsidRDefault="007B2329" w:rsidP="007B2329">
      <w:r>
        <w:t>679.6343</w:t>
      </w:r>
      <w:r>
        <w:tab/>
        <w:t>1.785e0</w:t>
      </w:r>
    </w:p>
    <w:p w:rsidR="007B2329" w:rsidRDefault="007B2329" w:rsidP="007B2329">
      <w:r>
        <w:t>679.6450</w:t>
      </w:r>
      <w:r>
        <w:tab/>
        <w:t>1.880e0</w:t>
      </w:r>
    </w:p>
    <w:p w:rsidR="007B2329" w:rsidRDefault="007B2329" w:rsidP="007B2329">
      <w:r>
        <w:lastRenderedPageBreak/>
        <w:t>679.6493</w:t>
      </w:r>
      <w:r>
        <w:tab/>
        <w:t>1.013e0</w:t>
      </w:r>
    </w:p>
    <w:p w:rsidR="007B2329" w:rsidRDefault="007B2329" w:rsidP="007B2329">
      <w:r>
        <w:t>679.6800</w:t>
      </w:r>
      <w:r>
        <w:tab/>
        <w:t>1.013e0</w:t>
      </w:r>
    </w:p>
    <w:p w:rsidR="007B2329" w:rsidRDefault="007B2329" w:rsidP="007B2329">
      <w:r>
        <w:t>679.6840</w:t>
      </w:r>
      <w:r>
        <w:tab/>
        <w:t>7.072e0</w:t>
      </w:r>
    </w:p>
    <w:p w:rsidR="007B2329" w:rsidRDefault="007B2329" w:rsidP="007B2329">
      <w:r>
        <w:t>679.7397</w:t>
      </w:r>
      <w:r>
        <w:tab/>
        <w:t>3.991e0</w:t>
      </w:r>
    </w:p>
    <w:p w:rsidR="007B2329" w:rsidRDefault="007B2329" w:rsidP="007B2329">
      <w:r>
        <w:t>679.7422</w:t>
      </w:r>
      <w:r>
        <w:tab/>
        <w:t>4.330e0</w:t>
      </w:r>
    </w:p>
    <w:p w:rsidR="007B2329" w:rsidRDefault="007B2329" w:rsidP="007B2329">
      <w:r>
        <w:t>679.7547</w:t>
      </w:r>
      <w:r>
        <w:tab/>
        <w:t>4.592e0</w:t>
      </w:r>
    </w:p>
    <w:p w:rsidR="007B2329" w:rsidRDefault="007B2329" w:rsidP="007B2329">
      <w:r>
        <w:t>679.7573</w:t>
      </w:r>
      <w:r>
        <w:tab/>
        <w:t>2.025e0</w:t>
      </w:r>
    </w:p>
    <w:p w:rsidR="007B2329" w:rsidRDefault="007B2329" w:rsidP="007B2329">
      <w:r>
        <w:t>679.7845</w:t>
      </w:r>
      <w:r>
        <w:tab/>
        <w:t>4.314e0</w:t>
      </w:r>
    </w:p>
    <w:p w:rsidR="007B2329" w:rsidRDefault="007B2329" w:rsidP="007B2329">
      <w:r>
        <w:t>679.8092</w:t>
      </w:r>
      <w:r>
        <w:tab/>
        <w:t>4.051e0</w:t>
      </w:r>
    </w:p>
    <w:p w:rsidR="007B2329" w:rsidRDefault="007B2329" w:rsidP="007B2329">
      <w:r>
        <w:t>679.8148</w:t>
      </w:r>
      <w:r>
        <w:tab/>
        <w:t>7.343e0</w:t>
      </w:r>
    </w:p>
    <w:p w:rsidR="007B2329" w:rsidRDefault="007B2329" w:rsidP="007B2329">
      <w:r>
        <w:t>679.8284</w:t>
      </w:r>
      <w:r>
        <w:tab/>
        <w:t>1.095e1</w:t>
      </w:r>
    </w:p>
    <w:p w:rsidR="007B2329" w:rsidRDefault="007B2329" w:rsidP="007B2329">
      <w:r>
        <w:t>679.8339</w:t>
      </w:r>
      <w:r>
        <w:tab/>
        <w:t>9.048e0</w:t>
      </w:r>
    </w:p>
    <w:p w:rsidR="007B2329" w:rsidRDefault="007B2329" w:rsidP="007B2329">
      <w:r>
        <w:t>679.8522</w:t>
      </w:r>
      <w:r>
        <w:tab/>
        <w:t>6.063e0</w:t>
      </w:r>
    </w:p>
    <w:p w:rsidR="007B2329" w:rsidRDefault="007B2329" w:rsidP="007B2329">
      <w:r>
        <w:t>679.8602</w:t>
      </w:r>
      <w:r>
        <w:tab/>
        <w:t>4.972e0</w:t>
      </w:r>
    </w:p>
    <w:p w:rsidR="007B2329" w:rsidRDefault="007B2329" w:rsidP="007B2329">
      <w:r>
        <w:t>679.8648</w:t>
      </w:r>
      <w:r>
        <w:tab/>
        <w:t>5.580e0</w:t>
      </w:r>
    </w:p>
    <w:p w:rsidR="007B2329" w:rsidRDefault="007B2329" w:rsidP="007B2329">
      <w:r>
        <w:t>679.8876</w:t>
      </w:r>
      <w:r>
        <w:tab/>
        <w:t>1.013e0</w:t>
      </w:r>
    </w:p>
    <w:p w:rsidR="007B2329" w:rsidRDefault="007B2329" w:rsidP="007B2329">
      <w:r>
        <w:t>679.9220</w:t>
      </w:r>
      <w:r>
        <w:tab/>
        <w:t>2.613e0</w:t>
      </w:r>
    </w:p>
    <w:p w:rsidR="007B2329" w:rsidRDefault="007B2329" w:rsidP="007B2329">
      <w:r>
        <w:t>679.9335</w:t>
      </w:r>
      <w:r>
        <w:tab/>
        <w:t>3.222e0</w:t>
      </w:r>
    </w:p>
    <w:p w:rsidR="007B2329" w:rsidRDefault="007B2329" w:rsidP="007B2329">
      <w:r>
        <w:t>679.9385</w:t>
      </w:r>
      <w:r>
        <w:tab/>
        <w:t>2.025e0</w:t>
      </w:r>
    </w:p>
    <w:p w:rsidR="007B2329" w:rsidRDefault="007B2329" w:rsidP="007B2329">
      <w:r>
        <w:lastRenderedPageBreak/>
        <w:t>679.9427</w:t>
      </w:r>
      <w:r>
        <w:tab/>
        <w:t>2.080e0</w:t>
      </w:r>
    </w:p>
    <w:p w:rsidR="007B2329" w:rsidRDefault="007B2329" w:rsidP="007B2329">
      <w:r>
        <w:t>679.9751</w:t>
      </w:r>
      <w:r>
        <w:tab/>
        <w:t>2.038e0</w:t>
      </w:r>
    </w:p>
    <w:p w:rsidR="007B2329" w:rsidRDefault="007B2329" w:rsidP="007B2329">
      <w:r>
        <w:t>680.0044</w:t>
      </w:r>
      <w:r>
        <w:tab/>
        <w:t>3.038e0</w:t>
      </w:r>
    </w:p>
    <w:p w:rsidR="007B2329" w:rsidRDefault="007B2329" w:rsidP="007B2329">
      <w:r>
        <w:t>680.0076</w:t>
      </w:r>
      <w:r>
        <w:tab/>
        <w:t>4.128e0</w:t>
      </w:r>
    </w:p>
    <w:p w:rsidR="007B2329" w:rsidRDefault="007B2329" w:rsidP="007B2329">
      <w:r>
        <w:t>680.0229</w:t>
      </w:r>
      <w:r>
        <w:tab/>
        <w:t>4.223e0</w:t>
      </w:r>
    </w:p>
    <w:p w:rsidR="007B2329" w:rsidRDefault="007B2329" w:rsidP="007B2329">
      <w:r>
        <w:t>680.0583</w:t>
      </w:r>
      <w:r>
        <w:tab/>
        <w:t>4.051e0</w:t>
      </w:r>
    </w:p>
    <w:p w:rsidR="007B2329" w:rsidRDefault="007B2329" w:rsidP="007B2329">
      <w:r>
        <w:t>680.0642</w:t>
      </w:r>
      <w:r>
        <w:tab/>
        <w:t>3.459e0</w:t>
      </w:r>
    </w:p>
    <w:p w:rsidR="007B2329" w:rsidRDefault="007B2329" w:rsidP="007B2329">
      <w:r>
        <w:t>680.0730</w:t>
      </w:r>
      <w:r>
        <w:tab/>
        <w:t>2.055e0</w:t>
      </w:r>
    </w:p>
    <w:p w:rsidR="007B2329" w:rsidRDefault="007B2329" w:rsidP="007B2329">
      <w:r>
        <w:t>680.0771</w:t>
      </w:r>
      <w:r>
        <w:tab/>
        <w:t>2.025e0</w:t>
      </w:r>
    </w:p>
    <w:p w:rsidR="007B2329" w:rsidRDefault="007B2329" w:rsidP="007B2329">
      <w:r>
        <w:t>680.0806</w:t>
      </w:r>
      <w:r>
        <w:tab/>
        <w:t>2.856e0</w:t>
      </w:r>
    </w:p>
    <w:p w:rsidR="007B2329" w:rsidRDefault="007B2329" w:rsidP="007B2329">
      <w:r>
        <w:t>680.1122</w:t>
      </w:r>
      <w:r>
        <w:tab/>
        <w:t>1.013e0</w:t>
      </w:r>
    </w:p>
    <w:p w:rsidR="007B2329" w:rsidRDefault="007B2329" w:rsidP="007B2329">
      <w:r>
        <w:t>680.1378</w:t>
      </w:r>
      <w:r>
        <w:tab/>
        <w:t>7.595e0</w:t>
      </w:r>
    </w:p>
    <w:p w:rsidR="007B2329" w:rsidRDefault="007B2329" w:rsidP="007B2329">
      <w:r>
        <w:t>680.1390</w:t>
      </w:r>
      <w:r>
        <w:tab/>
        <w:t>1.091e1</w:t>
      </w:r>
    </w:p>
    <w:p w:rsidR="007B2329" w:rsidRDefault="007B2329" w:rsidP="007B2329">
      <w:r>
        <w:t>680.1696</w:t>
      </w:r>
      <w:r>
        <w:tab/>
        <w:t>1.013e0</w:t>
      </w:r>
    </w:p>
    <w:p w:rsidR="007B2329" w:rsidRDefault="007B2329" w:rsidP="007B2329">
      <w:r>
        <w:t>680.1813</w:t>
      </w:r>
      <w:r>
        <w:tab/>
        <w:t>2.994e0</w:t>
      </w:r>
    </w:p>
    <w:p w:rsidR="007B2329" w:rsidRDefault="007B2329" w:rsidP="007B2329">
      <w:r>
        <w:t>680.1847</w:t>
      </w:r>
      <w:r>
        <w:tab/>
        <w:t>4.832e0</w:t>
      </w:r>
    </w:p>
    <w:p w:rsidR="007B2329" w:rsidRDefault="007B2329" w:rsidP="007B2329">
      <w:r>
        <w:t>680.2007</w:t>
      </w:r>
      <w:r>
        <w:tab/>
        <w:t>9.220e0</w:t>
      </w:r>
    </w:p>
    <w:p w:rsidR="007B2329" w:rsidRDefault="007B2329" w:rsidP="007B2329">
      <w:r>
        <w:t>680.2312</w:t>
      </w:r>
      <w:r>
        <w:tab/>
        <w:t>2.737e0</w:t>
      </w:r>
    </w:p>
    <w:p w:rsidR="007B2329" w:rsidRDefault="007B2329" w:rsidP="007B2329">
      <w:r>
        <w:t>680.2420</w:t>
      </w:r>
      <w:r>
        <w:tab/>
        <w:t>4.835e0</w:t>
      </w:r>
    </w:p>
    <w:p w:rsidR="007B2329" w:rsidRDefault="007B2329" w:rsidP="007B2329">
      <w:r>
        <w:lastRenderedPageBreak/>
        <w:t>680.2433</w:t>
      </w:r>
      <w:r>
        <w:tab/>
        <w:t>6.086e0</w:t>
      </w:r>
    </w:p>
    <w:p w:rsidR="007B2329" w:rsidRDefault="007B2329" w:rsidP="007B2329">
      <w:r>
        <w:t>680.2484</w:t>
      </w:r>
      <w:r>
        <w:tab/>
        <w:t>1.358e0</w:t>
      </w:r>
    </w:p>
    <w:p w:rsidR="007B2329" w:rsidRDefault="007B2329" w:rsidP="007B2329">
      <w:r>
        <w:t>680.2853</w:t>
      </w:r>
      <w:r>
        <w:tab/>
        <w:t>1.642e0</w:t>
      </w:r>
    </w:p>
    <w:p w:rsidR="007B2329" w:rsidRDefault="007B2329" w:rsidP="007B2329">
      <w:r>
        <w:t>680.2924</w:t>
      </w:r>
      <w:r>
        <w:tab/>
        <w:t>6.038e0</w:t>
      </w:r>
    </w:p>
    <w:p w:rsidR="007B2329" w:rsidRDefault="007B2329" w:rsidP="007B2329">
      <w:r>
        <w:t>680.3413</w:t>
      </w:r>
      <w:r>
        <w:tab/>
        <w:t>7.686e-1</w:t>
      </w:r>
    </w:p>
    <w:p w:rsidR="007B2329" w:rsidRDefault="007B2329" w:rsidP="007B2329">
      <w:r>
        <w:t>680.3535</w:t>
      </w:r>
      <w:r>
        <w:tab/>
        <w:t>4.051e0</w:t>
      </w:r>
    </w:p>
    <w:p w:rsidR="007B2329" w:rsidRDefault="007B2329" w:rsidP="007B2329">
      <w:r>
        <w:t>680.3633</w:t>
      </w:r>
      <w:r>
        <w:tab/>
        <w:t>3.275e0</w:t>
      </w:r>
    </w:p>
    <w:p w:rsidR="007B2329" w:rsidRDefault="007B2329" w:rsidP="007B2329">
      <w:r>
        <w:t>680.4110</w:t>
      </w:r>
      <w:r>
        <w:tab/>
        <w:t>1.107e0</w:t>
      </w:r>
    </w:p>
    <w:p w:rsidR="007B2329" w:rsidRDefault="007B2329" w:rsidP="007B2329">
      <w:r>
        <w:t>680.4354</w:t>
      </w:r>
      <w:r>
        <w:tab/>
        <w:t>8.982e0</w:t>
      </w:r>
    </w:p>
    <w:p w:rsidR="007B2329" w:rsidRDefault="007B2329" w:rsidP="007B2329">
      <w:r>
        <w:t>680.4715</w:t>
      </w:r>
      <w:r>
        <w:tab/>
        <w:t>5.419e0</w:t>
      </w:r>
    </w:p>
    <w:p w:rsidR="007B2329" w:rsidRDefault="007B2329" w:rsidP="007B2329">
      <w:r>
        <w:t>680.4744</w:t>
      </w:r>
      <w:r>
        <w:tab/>
        <w:t>9.273e0</w:t>
      </w:r>
    </w:p>
    <w:p w:rsidR="007B2329" w:rsidRDefault="007B2329" w:rsidP="007B2329">
      <w:r>
        <w:t>680.4788</w:t>
      </w:r>
      <w:r>
        <w:tab/>
        <w:t>6.983e0</w:t>
      </w:r>
    </w:p>
    <w:p w:rsidR="007B2329" w:rsidRDefault="007B2329" w:rsidP="007B2329">
      <w:r>
        <w:t>680.4900</w:t>
      </w:r>
      <w:r>
        <w:tab/>
        <w:t>9.591e0</w:t>
      </w:r>
    </w:p>
    <w:p w:rsidR="007B2329" w:rsidRDefault="007B2329" w:rsidP="007B2329">
      <w:r>
        <w:t>680.4948</w:t>
      </w:r>
      <w:r>
        <w:tab/>
        <w:t>4.159e0</w:t>
      </w:r>
    </w:p>
    <w:p w:rsidR="007B2329" w:rsidRDefault="007B2329" w:rsidP="007B2329">
      <w:r>
        <w:t>680.5274</w:t>
      </w:r>
      <w:r>
        <w:tab/>
        <w:t>7.049e0</w:t>
      </w:r>
    </w:p>
    <w:p w:rsidR="007B2329" w:rsidRDefault="007B2329" w:rsidP="007B2329">
      <w:r>
        <w:t>680.5638</w:t>
      </w:r>
      <w:r>
        <w:tab/>
        <w:t>2.794e0</w:t>
      </w:r>
    </w:p>
    <w:p w:rsidR="007B2329" w:rsidRDefault="007B2329" w:rsidP="007B2329">
      <w:r>
        <w:t>680.5966</w:t>
      </w:r>
      <w:r>
        <w:tab/>
        <w:t>5.177e0</w:t>
      </w:r>
    </w:p>
    <w:p w:rsidR="007B2329" w:rsidRDefault="007B2329" w:rsidP="007B2329">
      <w:r>
        <w:t>680.6129</w:t>
      </w:r>
      <w:r>
        <w:tab/>
        <w:t>1.662e0</w:t>
      </w:r>
    </w:p>
    <w:p w:rsidR="007B2329" w:rsidRDefault="007B2329" w:rsidP="007B2329">
      <w:r>
        <w:t>680.6189</w:t>
      </w:r>
      <w:r>
        <w:tab/>
        <w:t>2.025e0</w:t>
      </w:r>
    </w:p>
    <w:p w:rsidR="007B2329" w:rsidRDefault="007B2329" w:rsidP="007B2329">
      <w:r>
        <w:lastRenderedPageBreak/>
        <w:t>680.6301</w:t>
      </w:r>
      <w:r>
        <w:tab/>
        <w:t>1.526e0</w:t>
      </w:r>
    </w:p>
    <w:p w:rsidR="007B2329" w:rsidRDefault="007B2329" w:rsidP="007B2329">
      <w:r>
        <w:t>680.6313</w:t>
      </w:r>
      <w:r>
        <w:tab/>
        <w:t>1.725e0</w:t>
      </w:r>
    </w:p>
    <w:p w:rsidR="007B2329" w:rsidRDefault="007B2329" w:rsidP="007B2329">
      <w:r>
        <w:t>680.6513</w:t>
      </w:r>
      <w:r>
        <w:tab/>
        <w:t>4.525e0</w:t>
      </w:r>
    </w:p>
    <w:p w:rsidR="007B2329" w:rsidRDefault="007B2329" w:rsidP="007B2329">
      <w:r>
        <w:t>680.6907</w:t>
      </w:r>
      <w:r>
        <w:tab/>
        <w:t>1.013e0</w:t>
      </w:r>
    </w:p>
    <w:p w:rsidR="007B2329" w:rsidRDefault="007B2329" w:rsidP="007B2329">
      <w:r>
        <w:t>680.7002</w:t>
      </w:r>
      <w:r>
        <w:tab/>
        <w:t>2.025e0</w:t>
      </w:r>
    </w:p>
    <w:p w:rsidR="007B2329" w:rsidRDefault="007B2329" w:rsidP="007B2329">
      <w:r>
        <w:t>680.7108</w:t>
      </w:r>
      <w:r>
        <w:tab/>
        <w:t>2.379e0</w:t>
      </w:r>
    </w:p>
    <w:p w:rsidR="007B2329" w:rsidRDefault="007B2329" w:rsidP="007B2329">
      <w:r>
        <w:t>680.7307</w:t>
      </w:r>
      <w:r>
        <w:tab/>
        <w:t>2.025e0</w:t>
      </w:r>
    </w:p>
    <w:p w:rsidR="007B2329" w:rsidRDefault="007B2329" w:rsidP="007B2329">
      <w:r>
        <w:t>680.7586</w:t>
      </w:r>
      <w:r>
        <w:tab/>
        <w:t>2.390e0</w:t>
      </w:r>
    </w:p>
    <w:p w:rsidR="007B2329" w:rsidRDefault="007B2329" w:rsidP="007B2329">
      <w:r>
        <w:t>680.7831</w:t>
      </w:r>
      <w:r>
        <w:tab/>
        <w:t>1.013e0</w:t>
      </w:r>
    </w:p>
    <w:p w:rsidR="007B2329" w:rsidRDefault="007B2329" w:rsidP="007B2329">
      <w:r>
        <w:t>680.7872</w:t>
      </w:r>
      <w:r>
        <w:tab/>
        <w:t>3.038e0</w:t>
      </w:r>
    </w:p>
    <w:p w:rsidR="007B2329" w:rsidRDefault="007B2329" w:rsidP="007B2329">
      <w:r>
        <w:t>680.7960</w:t>
      </w:r>
      <w:r>
        <w:tab/>
        <w:t>6.008e0</w:t>
      </w:r>
    </w:p>
    <w:p w:rsidR="007B2329" w:rsidRDefault="007B2329" w:rsidP="007B2329">
      <w:r>
        <w:t>680.8066</w:t>
      </w:r>
      <w:r>
        <w:tab/>
        <w:t>1.891e0</w:t>
      </w:r>
    </w:p>
    <w:p w:rsidR="007B2329" w:rsidRDefault="007B2329" w:rsidP="007B2329">
      <w:r>
        <w:t>680.8527</w:t>
      </w:r>
      <w:r>
        <w:tab/>
        <w:t>2.025e0</w:t>
      </w:r>
    </w:p>
    <w:p w:rsidR="007B2329" w:rsidRDefault="007B2329" w:rsidP="007B2329">
      <w:r>
        <w:t>680.8795</w:t>
      </w:r>
      <w:r>
        <w:tab/>
        <w:t>3.595e0</w:t>
      </w:r>
    </w:p>
    <w:p w:rsidR="007B2329" w:rsidRDefault="007B2329" w:rsidP="007B2329">
      <w:r>
        <w:t>680.8956</w:t>
      </w:r>
      <w:r>
        <w:tab/>
        <w:t>3.464e0</w:t>
      </w:r>
    </w:p>
    <w:p w:rsidR="007B2329" w:rsidRDefault="007B2329" w:rsidP="007B2329">
      <w:r>
        <w:t>680.9325</w:t>
      </w:r>
      <w:r>
        <w:tab/>
        <w:t>2.267e0</w:t>
      </w:r>
    </w:p>
    <w:p w:rsidR="007B2329" w:rsidRDefault="007B2329" w:rsidP="007B2329">
      <w:r>
        <w:t>680.9686</w:t>
      </w:r>
      <w:r>
        <w:tab/>
        <w:t>1.013e0</w:t>
      </w:r>
    </w:p>
    <w:p w:rsidR="007B2329" w:rsidRDefault="007B2329" w:rsidP="007B2329">
      <w:r>
        <w:t>680.9916</w:t>
      </w:r>
      <w:r>
        <w:tab/>
        <w:t>1.013e0</w:t>
      </w:r>
    </w:p>
    <w:p w:rsidR="007B2329" w:rsidRDefault="007B2329" w:rsidP="007B2329">
      <w:r>
        <w:t>680.9929</w:t>
      </w:r>
      <w:r>
        <w:tab/>
        <w:t>3.150e0</w:t>
      </w:r>
    </w:p>
    <w:p w:rsidR="007B2329" w:rsidRDefault="007B2329" w:rsidP="007B2329">
      <w:r>
        <w:lastRenderedPageBreak/>
        <w:t>681.0031</w:t>
      </w:r>
      <w:r>
        <w:tab/>
        <w:t>1.013e0</w:t>
      </w:r>
    </w:p>
    <w:p w:rsidR="007B2329" w:rsidRDefault="007B2329" w:rsidP="007B2329">
      <w:r>
        <w:t>681.0248</w:t>
      </w:r>
      <w:r>
        <w:tab/>
        <w:t>1.888e0</w:t>
      </w:r>
    </w:p>
    <w:p w:rsidR="007B2329" w:rsidRDefault="007B2329" w:rsidP="007B2329">
      <w:r>
        <w:t>681.0406</w:t>
      </w:r>
      <w:r>
        <w:tab/>
        <w:t>1.309e0</w:t>
      </w:r>
    </w:p>
    <w:p w:rsidR="007B2329" w:rsidRDefault="007B2329" w:rsidP="007B2329">
      <w:r>
        <w:t>681.0557</w:t>
      </w:r>
      <w:r>
        <w:tab/>
        <w:t>2.906e0</w:t>
      </w:r>
    </w:p>
    <w:p w:rsidR="007B2329" w:rsidRDefault="007B2329" w:rsidP="007B2329">
      <w:r>
        <w:t>681.0891</w:t>
      </w:r>
      <w:r>
        <w:tab/>
        <w:t>9.002e-1</w:t>
      </w:r>
    </w:p>
    <w:p w:rsidR="007B2329" w:rsidRDefault="007B2329" w:rsidP="007B2329">
      <w:r>
        <w:t>681.0904</w:t>
      </w:r>
      <w:r>
        <w:tab/>
        <w:t>2.287e0</w:t>
      </w:r>
    </w:p>
    <w:p w:rsidR="007B2329" w:rsidRDefault="007B2329" w:rsidP="007B2329">
      <w:r>
        <w:t>681.0958</w:t>
      </w:r>
      <w:r>
        <w:tab/>
        <w:t>1.013e0</w:t>
      </w:r>
    </w:p>
    <w:p w:rsidR="007B2329" w:rsidRDefault="007B2329" w:rsidP="007B2329">
      <w:r>
        <w:t>681.1076</w:t>
      </w:r>
      <w:r>
        <w:tab/>
        <w:t>1.013e0</w:t>
      </w:r>
    </w:p>
    <w:p w:rsidR="007B2329" w:rsidRDefault="007B2329" w:rsidP="007B2329">
      <w:r>
        <w:t>681.1179</w:t>
      </w:r>
      <w:r>
        <w:tab/>
        <w:t>1.821e0</w:t>
      </w:r>
    </w:p>
    <w:p w:rsidR="007B2329" w:rsidRDefault="007B2329" w:rsidP="007B2329">
      <w:r>
        <w:t>681.1205</w:t>
      </w:r>
      <w:r>
        <w:tab/>
        <w:t>2.532e0</w:t>
      </w:r>
    </w:p>
    <w:p w:rsidR="007B2329" w:rsidRDefault="007B2329" w:rsidP="007B2329">
      <w:r>
        <w:t>681.1498</w:t>
      </w:r>
      <w:r>
        <w:tab/>
        <w:t>1.013e0</w:t>
      </w:r>
    </w:p>
    <w:p w:rsidR="007B2329" w:rsidRDefault="007B2329" w:rsidP="007B2329">
      <w:r>
        <w:t>681.1509</w:t>
      </w:r>
      <w:r>
        <w:tab/>
        <w:t>2.437e0</w:t>
      </w:r>
    </w:p>
    <w:p w:rsidR="007B2329" w:rsidRDefault="007B2329" w:rsidP="007B2329">
      <w:r>
        <w:t>681.1825</w:t>
      </w:r>
      <w:r>
        <w:tab/>
        <w:t>1.346e0</w:t>
      </w:r>
    </w:p>
    <w:p w:rsidR="007B2329" w:rsidRDefault="007B2329" w:rsidP="007B2329">
      <w:r>
        <w:t>681.2188</w:t>
      </w:r>
      <w:r>
        <w:tab/>
        <w:t>1.013e0</w:t>
      </w:r>
    </w:p>
    <w:p w:rsidR="007B2329" w:rsidRDefault="007B2329" w:rsidP="007B2329">
      <w:r>
        <w:t>681.2465</w:t>
      </w:r>
      <w:r>
        <w:tab/>
        <w:t>2.526e0</w:t>
      </w:r>
    </w:p>
    <w:p w:rsidR="007B2329" w:rsidRDefault="007B2329" w:rsidP="007B2329">
      <w:r>
        <w:t>681.2491</w:t>
      </w:r>
      <w:r>
        <w:tab/>
        <w:t>8.284e0</w:t>
      </w:r>
    </w:p>
    <w:p w:rsidR="007B2329" w:rsidRDefault="007B2329" w:rsidP="007B2329">
      <w:r>
        <w:t>681.2698</w:t>
      </w:r>
      <w:r>
        <w:tab/>
        <w:t>2.025e0</w:t>
      </w:r>
    </w:p>
    <w:p w:rsidR="007B2329" w:rsidRDefault="007B2329" w:rsidP="007B2329">
      <w:r>
        <w:t>681.2732</w:t>
      </w:r>
      <w:r>
        <w:tab/>
        <w:t>1.755e0</w:t>
      </w:r>
    </w:p>
    <w:p w:rsidR="007B2329" w:rsidRDefault="007B2329" w:rsidP="007B2329">
      <w:r>
        <w:t>681.3807</w:t>
      </w:r>
      <w:r>
        <w:tab/>
        <w:t>1.961e0</w:t>
      </w:r>
    </w:p>
    <w:p w:rsidR="007B2329" w:rsidRDefault="007B2329" w:rsidP="007B2329">
      <w:r>
        <w:lastRenderedPageBreak/>
        <w:t>681.3849</w:t>
      </w:r>
      <w:r>
        <w:tab/>
        <w:t>4.900e1</w:t>
      </w:r>
    </w:p>
    <w:p w:rsidR="007B2329" w:rsidRDefault="007B2329" w:rsidP="007B2329">
      <w:r>
        <w:t>681.3885</w:t>
      </w:r>
      <w:r>
        <w:tab/>
        <w:t>1.047e2</w:t>
      </w:r>
    </w:p>
    <w:p w:rsidR="007B2329" w:rsidRDefault="007B2329" w:rsidP="007B2329">
      <w:r>
        <w:t>681.3898</w:t>
      </w:r>
      <w:r>
        <w:tab/>
        <w:t>2.323e2</w:t>
      </w:r>
    </w:p>
    <w:p w:rsidR="007B2329" w:rsidRDefault="007B2329" w:rsidP="007B2329">
      <w:r>
        <w:t>681.3928</w:t>
      </w:r>
      <w:r>
        <w:tab/>
        <w:t>2.542e2</w:t>
      </w:r>
    </w:p>
    <w:p w:rsidR="007B2329" w:rsidRDefault="007B2329" w:rsidP="007B2329">
      <w:r>
        <w:t>681.3948</w:t>
      </w:r>
      <w:r>
        <w:tab/>
        <w:t>2.942e2</w:t>
      </w:r>
    </w:p>
    <w:p w:rsidR="007B2329" w:rsidRDefault="007B2329" w:rsidP="007B2329">
      <w:r>
        <w:t>681.4836</w:t>
      </w:r>
      <w:r>
        <w:tab/>
        <w:t>2.776e0</w:t>
      </w:r>
    </w:p>
    <w:p w:rsidR="007B2329" w:rsidRDefault="007B2329" w:rsidP="007B2329">
      <w:r>
        <w:t>681.4915</w:t>
      </w:r>
      <w:r>
        <w:tab/>
        <w:t>3.638e0</w:t>
      </w:r>
    </w:p>
    <w:p w:rsidR="007B2329" w:rsidRDefault="007B2329" w:rsidP="007B2329">
      <w:r>
        <w:t>681.5066</w:t>
      </w:r>
      <w:r>
        <w:tab/>
        <w:t>4.051e0</w:t>
      </w:r>
    </w:p>
    <w:p w:rsidR="007B2329" w:rsidRDefault="007B2329" w:rsidP="007B2329">
      <w:r>
        <w:t>681.5610</w:t>
      </w:r>
      <w:r>
        <w:tab/>
        <w:t>1.937e0</w:t>
      </w:r>
    </w:p>
    <w:p w:rsidR="007B2329" w:rsidRDefault="007B2329" w:rsidP="007B2329">
      <w:r>
        <w:t>681.5709</w:t>
      </w:r>
      <w:r>
        <w:tab/>
        <w:t>1.983e0</w:t>
      </w:r>
    </w:p>
    <w:p w:rsidR="007B2329" w:rsidRDefault="007B2329" w:rsidP="007B2329">
      <w:r>
        <w:t>681.5823</w:t>
      </w:r>
      <w:r>
        <w:tab/>
        <w:t>1.013e0</w:t>
      </w:r>
    </w:p>
    <w:p w:rsidR="007B2329" w:rsidRDefault="007B2329" w:rsidP="007B2329">
      <w:r>
        <w:t>681.6121</w:t>
      </w:r>
      <w:r>
        <w:tab/>
        <w:t>4.592e0</w:t>
      </w:r>
    </w:p>
    <w:p w:rsidR="007B2329" w:rsidRDefault="007B2329" w:rsidP="007B2329">
      <w:r>
        <w:t>681.6255</w:t>
      </w:r>
      <w:r>
        <w:tab/>
        <w:t>4.779e0</w:t>
      </w:r>
    </w:p>
    <w:p w:rsidR="007B2329" w:rsidRDefault="007B2329" w:rsidP="007B2329">
      <w:r>
        <w:t>681.6404</w:t>
      </w:r>
      <w:r>
        <w:tab/>
        <w:t>2.811e0</w:t>
      </w:r>
    </w:p>
    <w:p w:rsidR="007B2329" w:rsidRDefault="007B2329" w:rsidP="007B2329">
      <w:r>
        <w:t>681.6451</w:t>
      </w:r>
      <w:r>
        <w:tab/>
        <w:t>2.500e0</w:t>
      </w:r>
    </w:p>
    <w:p w:rsidR="007B2329" w:rsidRDefault="007B2329" w:rsidP="007B2329">
      <w:r>
        <w:t>681.6688</w:t>
      </w:r>
      <w:r>
        <w:tab/>
        <w:t>2.025e0</w:t>
      </w:r>
    </w:p>
    <w:p w:rsidR="007B2329" w:rsidRDefault="007B2329" w:rsidP="007B2329">
      <w:r>
        <w:t>681.6714</w:t>
      </w:r>
      <w:r>
        <w:tab/>
        <w:t>3.277e0</w:t>
      </w:r>
    </w:p>
    <w:p w:rsidR="007B2329" w:rsidRDefault="007B2329" w:rsidP="007B2329">
      <w:r>
        <w:t>681.6814</w:t>
      </w:r>
      <w:r>
        <w:tab/>
        <w:t>1.309e0</w:t>
      </w:r>
    </w:p>
    <w:p w:rsidR="007B2329" w:rsidRDefault="007B2329" w:rsidP="007B2329">
      <w:r>
        <w:t>681.6826</w:t>
      </w:r>
      <w:r>
        <w:tab/>
        <w:t>4.021e0</w:t>
      </w:r>
    </w:p>
    <w:p w:rsidR="007B2329" w:rsidRDefault="007B2329" w:rsidP="007B2329">
      <w:r>
        <w:lastRenderedPageBreak/>
        <w:t>681.6989</w:t>
      </w:r>
      <w:r>
        <w:tab/>
        <w:t>3.002e0</w:t>
      </w:r>
    </w:p>
    <w:p w:rsidR="007B2329" w:rsidRDefault="007B2329" w:rsidP="007B2329">
      <w:r>
        <w:t>681.7010</w:t>
      </w:r>
      <w:r>
        <w:tab/>
        <w:t>3.534e0</w:t>
      </w:r>
    </w:p>
    <w:p w:rsidR="007B2329" w:rsidRDefault="007B2329" w:rsidP="007B2329">
      <w:r>
        <w:t>681.7391</w:t>
      </w:r>
      <w:r>
        <w:tab/>
        <w:t>2.693e0</w:t>
      </w:r>
    </w:p>
    <w:p w:rsidR="007B2329" w:rsidRDefault="007B2329" w:rsidP="007B2329">
      <w:r>
        <w:t>681.7446</w:t>
      </w:r>
      <w:r>
        <w:tab/>
        <w:t>1.013e0</w:t>
      </w:r>
    </w:p>
    <w:p w:rsidR="007B2329" w:rsidRDefault="007B2329" w:rsidP="007B2329">
      <w:r>
        <w:t>681.7563</w:t>
      </w:r>
      <w:r>
        <w:tab/>
        <w:t>1.013e0</w:t>
      </w:r>
    </w:p>
    <w:p w:rsidR="007B2329" w:rsidRDefault="007B2329" w:rsidP="007B2329">
      <w:r>
        <w:t>681.7671</w:t>
      </w:r>
      <w:r>
        <w:tab/>
        <w:t>2.134e0</w:t>
      </w:r>
    </w:p>
    <w:p w:rsidR="007B2329" w:rsidRDefault="007B2329" w:rsidP="007B2329">
      <w:r>
        <w:t>681.7986</w:t>
      </w:r>
      <w:r>
        <w:tab/>
        <w:t>2.025e0</w:t>
      </w:r>
    </w:p>
    <w:p w:rsidR="007B2329" w:rsidRDefault="007B2329" w:rsidP="007B2329">
      <w:r>
        <w:t>681.8066</w:t>
      </w:r>
      <w:r>
        <w:tab/>
        <w:t>3.544e0</w:t>
      </w:r>
    </w:p>
    <w:p w:rsidR="007B2329" w:rsidRDefault="007B2329" w:rsidP="007B2329">
      <w:r>
        <w:t>681.8218</w:t>
      </w:r>
      <w:r>
        <w:tab/>
        <w:t>8.773e0</w:t>
      </w:r>
    </w:p>
    <w:p w:rsidR="007B2329" w:rsidRDefault="007B2329" w:rsidP="007B2329">
      <w:r>
        <w:t>681.8484</w:t>
      </w:r>
      <w:r>
        <w:tab/>
        <w:t>4.051e0</w:t>
      </w:r>
    </w:p>
    <w:p w:rsidR="007B2329" w:rsidRDefault="007B2329" w:rsidP="007B2329">
      <w:r>
        <w:t>681.8646</w:t>
      </w:r>
      <w:r>
        <w:tab/>
        <w:t>2.944e0</w:t>
      </w:r>
    </w:p>
    <w:p w:rsidR="007B2329" w:rsidRDefault="007B2329" w:rsidP="007B2329">
      <w:r>
        <w:t>681.8763</w:t>
      </w:r>
      <w:r>
        <w:tab/>
        <w:t>8.659e0</w:t>
      </w:r>
    </w:p>
    <w:p w:rsidR="007B2329" w:rsidRDefault="007B2329" w:rsidP="007B2329">
      <w:r>
        <w:t>681.8798</w:t>
      </w:r>
      <w:r>
        <w:tab/>
        <w:t>3.815e0</w:t>
      </w:r>
    </w:p>
    <w:p w:rsidR="007B2329" w:rsidRDefault="007B2329" w:rsidP="007B2329">
      <w:r>
        <w:t>681.9009</w:t>
      </w:r>
      <w:r>
        <w:tab/>
        <w:t>8.434e0</w:t>
      </w:r>
    </w:p>
    <w:p w:rsidR="007B2329" w:rsidRDefault="007B2329" w:rsidP="007B2329">
      <w:r>
        <w:t>681.9044</w:t>
      </w:r>
      <w:r>
        <w:tab/>
        <w:t>3.758e0</w:t>
      </w:r>
    </w:p>
    <w:p w:rsidR="007B2329" w:rsidRDefault="007B2329" w:rsidP="007B2329">
      <w:r>
        <w:t>681.9276</w:t>
      </w:r>
      <w:r>
        <w:tab/>
        <w:t>1.013e0</w:t>
      </w:r>
    </w:p>
    <w:p w:rsidR="007B2329" w:rsidRDefault="007B2329" w:rsidP="007B2329">
      <w:r>
        <w:t>681.9381</w:t>
      </w:r>
      <w:r>
        <w:tab/>
        <w:t>5.419e0</w:t>
      </w:r>
    </w:p>
    <w:p w:rsidR="007B2329" w:rsidRDefault="007B2329" w:rsidP="007B2329">
      <w:r>
        <w:t>681.9504</w:t>
      </w:r>
      <w:r>
        <w:tab/>
        <w:t>1.214e1</w:t>
      </w:r>
    </w:p>
    <w:p w:rsidR="007B2329" w:rsidRDefault="007B2329" w:rsidP="007B2329">
      <w:r>
        <w:t>681.9592</w:t>
      </w:r>
      <w:r>
        <w:tab/>
        <w:t>6.076e0</w:t>
      </w:r>
    </w:p>
    <w:p w:rsidR="007B2329" w:rsidRDefault="007B2329" w:rsidP="007B2329">
      <w:r>
        <w:lastRenderedPageBreak/>
        <w:t>681.9729</w:t>
      </w:r>
      <w:r>
        <w:tab/>
        <w:t>6.071e0</w:t>
      </w:r>
    </w:p>
    <w:p w:rsidR="007B2329" w:rsidRDefault="007B2329" w:rsidP="007B2329">
      <w:r>
        <w:t>681.9935</w:t>
      </w:r>
      <w:r>
        <w:tab/>
        <w:t>7.296e0</w:t>
      </w:r>
    </w:p>
    <w:p w:rsidR="007B2329" w:rsidRDefault="007B2329" w:rsidP="007B2329">
      <w:r>
        <w:t>682.0112</w:t>
      </w:r>
      <w:r>
        <w:tab/>
        <w:t>1.013e0</w:t>
      </w:r>
    </w:p>
    <w:p w:rsidR="007B2329" w:rsidRDefault="007B2329" w:rsidP="007B2329">
      <w:r>
        <w:t>682.0220</w:t>
      </w:r>
      <w:r>
        <w:tab/>
        <w:t>8.905e0</w:t>
      </w:r>
    </w:p>
    <w:p w:rsidR="007B2329" w:rsidRDefault="007B2329" w:rsidP="007B2329">
      <w:r>
        <w:t>682.0563</w:t>
      </w:r>
      <w:r>
        <w:tab/>
        <w:t>3.037e0</w:t>
      </w:r>
    </w:p>
    <w:p w:rsidR="007B2329" w:rsidRDefault="007B2329" w:rsidP="007B2329">
      <w:r>
        <w:t>682.0578</w:t>
      </w:r>
      <w:r>
        <w:tab/>
        <w:t>1.013e0</w:t>
      </w:r>
    </w:p>
    <w:p w:rsidR="007B2329" w:rsidRDefault="007B2329" w:rsidP="007B2329">
      <w:r>
        <w:t>682.0659</w:t>
      </w:r>
      <w:r>
        <w:tab/>
        <w:t>1.013e0</w:t>
      </w:r>
    </w:p>
    <w:p w:rsidR="007B2329" w:rsidRDefault="007B2329" w:rsidP="007B2329">
      <w:r>
        <w:t>682.0690</w:t>
      </w:r>
      <w:r>
        <w:tab/>
        <w:t>1.149e1</w:t>
      </w:r>
    </w:p>
    <w:p w:rsidR="007B2329" w:rsidRDefault="007B2329" w:rsidP="007B2329">
      <w:r>
        <w:t>682.0951</w:t>
      </w:r>
      <w:r>
        <w:tab/>
        <w:t>2.777e1</w:t>
      </w:r>
    </w:p>
    <w:p w:rsidR="007B2329" w:rsidRDefault="007B2329" w:rsidP="007B2329">
      <w:r>
        <w:t>682.0970</w:t>
      </w:r>
      <w:r>
        <w:tab/>
        <w:t>1.265e1</w:t>
      </w:r>
    </w:p>
    <w:p w:rsidR="007B2329" w:rsidRDefault="007B2329" w:rsidP="007B2329">
      <w:r>
        <w:t>682.1187</w:t>
      </w:r>
      <w:r>
        <w:tab/>
        <w:t>3.927e1</w:t>
      </w:r>
    </w:p>
    <w:p w:rsidR="007B2329" w:rsidRDefault="007B2329" w:rsidP="007B2329">
      <w:r>
        <w:t>682.1459</w:t>
      </w:r>
      <w:r>
        <w:tab/>
        <w:t>2.296e1</w:t>
      </w:r>
    </w:p>
    <w:p w:rsidR="007B2329" w:rsidRDefault="007B2329" w:rsidP="007B2329">
      <w:r>
        <w:t>682.1584</w:t>
      </w:r>
      <w:r>
        <w:tab/>
        <w:t>2.025e0</w:t>
      </w:r>
    </w:p>
    <w:p w:rsidR="007B2329" w:rsidRDefault="007B2329" w:rsidP="007B2329">
      <w:r>
        <w:t>682.1624</w:t>
      </w:r>
      <w:r>
        <w:tab/>
        <w:t>1.013e0</w:t>
      </w:r>
    </w:p>
    <w:p w:rsidR="007B2329" w:rsidRDefault="007B2329" w:rsidP="007B2329">
      <w:r>
        <w:t>682.1854</w:t>
      </w:r>
      <w:r>
        <w:tab/>
        <w:t>2.939e0</w:t>
      </w:r>
    </w:p>
    <w:p w:rsidR="007B2329" w:rsidRDefault="007B2329" w:rsidP="007B2329">
      <w:r>
        <w:t>682.1953</w:t>
      </w:r>
      <w:r>
        <w:tab/>
        <w:t>1.985e1</w:t>
      </w:r>
    </w:p>
    <w:p w:rsidR="007B2329" w:rsidRDefault="007B2329" w:rsidP="007B2329">
      <w:r>
        <w:t>682.1976</w:t>
      </w:r>
      <w:r>
        <w:tab/>
        <w:t>1.236e1</w:t>
      </w:r>
    </w:p>
    <w:p w:rsidR="007B2329" w:rsidRDefault="007B2329" w:rsidP="007B2329">
      <w:r>
        <w:t>682.2065</w:t>
      </w:r>
      <w:r>
        <w:tab/>
        <w:t>5.446e0</w:t>
      </w:r>
    </w:p>
    <w:p w:rsidR="007B2329" w:rsidRDefault="007B2329" w:rsidP="007B2329">
      <w:r>
        <w:t>682.2144</w:t>
      </w:r>
      <w:r>
        <w:tab/>
        <w:t>3.505e0</w:t>
      </w:r>
    </w:p>
    <w:p w:rsidR="007B2329" w:rsidRDefault="007B2329" w:rsidP="007B2329">
      <w:r>
        <w:lastRenderedPageBreak/>
        <w:t>682.2184</w:t>
      </w:r>
      <w:r>
        <w:tab/>
        <w:t>1.843e1</w:t>
      </w:r>
    </w:p>
    <w:p w:rsidR="007B2329" w:rsidRDefault="007B2329" w:rsidP="007B2329">
      <w:r>
        <w:t>682.2432</w:t>
      </w:r>
      <w:r>
        <w:tab/>
        <w:t>1.013e0</w:t>
      </w:r>
    </w:p>
    <w:p w:rsidR="007B2329" w:rsidRDefault="007B2329" w:rsidP="007B2329">
      <w:r>
        <w:t>682.2892</w:t>
      </w:r>
      <w:r>
        <w:tab/>
        <w:t>1.627e1</w:t>
      </w:r>
    </w:p>
    <w:p w:rsidR="007B2329" w:rsidRDefault="007B2329" w:rsidP="007B2329">
      <w:r>
        <w:t>682.4095</w:t>
      </w:r>
      <w:r>
        <w:tab/>
        <w:t>2.967e2</w:t>
      </w:r>
    </w:p>
    <w:p w:rsidR="007B2329" w:rsidRDefault="007B2329" w:rsidP="007B2329">
      <w:r>
        <w:t>682.4144</w:t>
      </w:r>
      <w:r>
        <w:tab/>
        <w:t>3.070e2</w:t>
      </w:r>
    </w:p>
    <w:p w:rsidR="007B2329" w:rsidRDefault="007B2329" w:rsidP="007B2329">
      <w:r>
        <w:t>682.4161</w:t>
      </w:r>
      <w:r>
        <w:tab/>
        <w:t>3.137e2</w:t>
      </w:r>
    </w:p>
    <w:p w:rsidR="007B2329" w:rsidRDefault="007B2329" w:rsidP="007B2329">
      <w:r>
        <w:t>682.4180</w:t>
      </w:r>
      <w:r>
        <w:tab/>
        <w:t>2.861e2</w:t>
      </w:r>
    </w:p>
    <w:p w:rsidR="007B2329" w:rsidRDefault="007B2329" w:rsidP="007B2329">
      <w:r>
        <w:t>682.4193</w:t>
      </w:r>
      <w:r>
        <w:tab/>
        <w:t>1.140e2</w:t>
      </w:r>
    </w:p>
    <w:p w:rsidR="007B2329" w:rsidRDefault="007B2329" w:rsidP="007B2329">
      <w:r>
        <w:t>682.4211</w:t>
      </w:r>
      <w:r>
        <w:tab/>
        <w:t>4.345e2</w:t>
      </w:r>
    </w:p>
    <w:p w:rsidR="007B2329" w:rsidRDefault="007B2329" w:rsidP="007B2329">
      <w:r>
        <w:t>682.4230</w:t>
      </w:r>
      <w:r>
        <w:tab/>
        <w:t>2.233e2</w:t>
      </w:r>
    </w:p>
    <w:p w:rsidR="007B2329" w:rsidRDefault="007B2329" w:rsidP="007B2329">
      <w:r>
        <w:t>682.4307</w:t>
      </w:r>
      <w:r>
        <w:tab/>
        <w:t>1.835e1</w:t>
      </w:r>
    </w:p>
    <w:p w:rsidR="007B2329" w:rsidRDefault="007B2329" w:rsidP="007B2329">
      <w:r>
        <w:t>682.5585</w:t>
      </w:r>
      <w:r>
        <w:tab/>
        <w:t>1.846e1</w:t>
      </w:r>
    </w:p>
    <w:p w:rsidR="007B2329" w:rsidRDefault="007B2329" w:rsidP="007B2329">
      <w:r>
        <w:t>682.5681</w:t>
      </w:r>
      <w:r>
        <w:tab/>
        <w:t>1.013e0</w:t>
      </w:r>
    </w:p>
    <w:p w:rsidR="007B2329" w:rsidRDefault="007B2329" w:rsidP="007B2329">
      <w:r>
        <w:t>682.5710</w:t>
      </w:r>
      <w:r>
        <w:tab/>
        <w:t>7.923e0</w:t>
      </w:r>
    </w:p>
    <w:p w:rsidR="007B2329" w:rsidRDefault="007B2329" w:rsidP="007B2329">
      <w:r>
        <w:t>682.6143</w:t>
      </w:r>
      <w:r>
        <w:tab/>
        <w:t>1.989e1</w:t>
      </w:r>
    </w:p>
    <w:p w:rsidR="007B2329" w:rsidRDefault="007B2329" w:rsidP="007B2329">
      <w:r>
        <w:t>682.6205</w:t>
      </w:r>
      <w:r>
        <w:tab/>
        <w:t>1.050e1</w:t>
      </w:r>
    </w:p>
    <w:p w:rsidR="007B2329" w:rsidRDefault="007B2329" w:rsidP="007B2329">
      <w:r>
        <w:t>682.6422</w:t>
      </w:r>
      <w:r>
        <w:tab/>
        <w:t>3.063e0</w:t>
      </w:r>
    </w:p>
    <w:p w:rsidR="007B2329" w:rsidRDefault="007B2329" w:rsidP="007B2329">
      <w:r>
        <w:t>682.6474</w:t>
      </w:r>
      <w:r>
        <w:tab/>
        <w:t>5.662e0</w:t>
      </w:r>
    </w:p>
    <w:p w:rsidR="007B2329" w:rsidRDefault="007B2329" w:rsidP="007B2329">
      <w:r>
        <w:t>682.6555</w:t>
      </w:r>
      <w:r>
        <w:tab/>
        <w:t>2.025e0</w:t>
      </w:r>
    </w:p>
    <w:p w:rsidR="007B2329" w:rsidRDefault="007B2329" w:rsidP="007B2329">
      <w:r>
        <w:lastRenderedPageBreak/>
        <w:t>682.6752</w:t>
      </w:r>
      <w:r>
        <w:tab/>
        <w:t>1.081e1</w:t>
      </w:r>
    </w:p>
    <w:p w:rsidR="007B2329" w:rsidRDefault="007B2329" w:rsidP="007B2329">
      <w:r>
        <w:t>682.6802</w:t>
      </w:r>
      <w:r>
        <w:tab/>
        <w:t>1.475e1</w:t>
      </w:r>
    </w:p>
    <w:p w:rsidR="007B2329" w:rsidRDefault="007B2329" w:rsidP="007B2329">
      <w:r>
        <w:t>682.7039</w:t>
      </w:r>
      <w:r>
        <w:tab/>
        <w:t>1.174e1</w:t>
      </w:r>
    </w:p>
    <w:p w:rsidR="007B2329" w:rsidRDefault="007B2329" w:rsidP="007B2329">
      <w:r>
        <w:t>682.7264</w:t>
      </w:r>
      <w:r>
        <w:tab/>
        <w:t>4.051e0</w:t>
      </w:r>
    </w:p>
    <w:p w:rsidR="007B2329" w:rsidRDefault="007B2329" w:rsidP="007B2329">
      <w:r>
        <w:t>682.7283</w:t>
      </w:r>
      <w:r>
        <w:tab/>
        <w:t>3.667e0</w:t>
      </w:r>
    </w:p>
    <w:p w:rsidR="007B2329" w:rsidRDefault="007B2329" w:rsidP="007B2329">
      <w:r>
        <w:t>682.7424</w:t>
      </w:r>
      <w:r>
        <w:tab/>
        <w:t>2.025e0</w:t>
      </w:r>
    </w:p>
    <w:p w:rsidR="007B2329" w:rsidRDefault="007B2329" w:rsidP="007B2329">
      <w:r>
        <w:t>682.7676</w:t>
      </w:r>
      <w:r>
        <w:tab/>
        <w:t>1.488e1</w:t>
      </w:r>
    </w:p>
    <w:p w:rsidR="007B2329" w:rsidRDefault="007B2329" w:rsidP="007B2329">
      <w:r>
        <w:t>682.7760</w:t>
      </w:r>
      <w:r>
        <w:tab/>
        <w:t>8.811e0</w:t>
      </w:r>
    </w:p>
    <w:p w:rsidR="007B2329" w:rsidRDefault="007B2329" w:rsidP="007B2329">
      <w:r>
        <w:t>682.8064</w:t>
      </w:r>
      <w:r>
        <w:tab/>
        <w:t>2.025e0</w:t>
      </w:r>
    </w:p>
    <w:p w:rsidR="007B2329" w:rsidRDefault="007B2329" w:rsidP="007B2329">
      <w:r>
        <w:t>682.8077</w:t>
      </w:r>
      <w:r>
        <w:tab/>
        <w:t>7.473e0</w:t>
      </w:r>
    </w:p>
    <w:p w:rsidR="007B2329" w:rsidRDefault="007B2329" w:rsidP="007B2329">
      <w:r>
        <w:t>682.8127</w:t>
      </w:r>
      <w:r>
        <w:tab/>
        <w:t>1.621e1</w:t>
      </w:r>
    </w:p>
    <w:p w:rsidR="007B2329" w:rsidRDefault="007B2329" w:rsidP="007B2329">
      <w:r>
        <w:t>682.8257</w:t>
      </w:r>
      <w:r>
        <w:tab/>
        <w:t>1.060e1</w:t>
      </w:r>
    </w:p>
    <w:p w:rsidR="007B2329" w:rsidRDefault="007B2329" w:rsidP="007B2329">
      <w:r>
        <w:t>682.8648</w:t>
      </w:r>
      <w:r>
        <w:tab/>
        <w:t>1.206e1</w:t>
      </w:r>
    </w:p>
    <w:p w:rsidR="007B2329" w:rsidRDefault="007B2329" w:rsidP="007B2329">
      <w:r>
        <w:t>682.8701</w:t>
      </w:r>
      <w:r>
        <w:tab/>
        <w:t>1.013e0</w:t>
      </w:r>
    </w:p>
    <w:p w:rsidR="007B2329" w:rsidRDefault="007B2329" w:rsidP="007B2329">
      <w:r>
        <w:t>682.8801</w:t>
      </w:r>
      <w:r>
        <w:tab/>
        <w:t>1.796e1</w:t>
      </w:r>
    </w:p>
    <w:p w:rsidR="007B2329" w:rsidRDefault="007B2329" w:rsidP="007B2329">
      <w:r>
        <w:t>682.9048</w:t>
      </w:r>
      <w:r>
        <w:tab/>
        <w:t>1.013e0</w:t>
      </w:r>
    </w:p>
    <w:p w:rsidR="007B2329" w:rsidRDefault="007B2329" w:rsidP="007B2329">
      <w:r>
        <w:t>682.9149</w:t>
      </w:r>
      <w:r>
        <w:tab/>
        <w:t>1.496e1</w:t>
      </w:r>
    </w:p>
    <w:p w:rsidR="007B2329" w:rsidRDefault="007B2329" w:rsidP="007B2329">
      <w:r>
        <w:t>682.9269</w:t>
      </w:r>
      <w:r>
        <w:tab/>
        <w:t>1.514e1</w:t>
      </w:r>
    </w:p>
    <w:p w:rsidR="007B2329" w:rsidRDefault="007B2329" w:rsidP="007B2329">
      <w:r>
        <w:t>682.9341</w:t>
      </w:r>
      <w:r>
        <w:tab/>
        <w:t>6.186e0</w:t>
      </w:r>
    </w:p>
    <w:p w:rsidR="007B2329" w:rsidRDefault="007B2329" w:rsidP="007B2329">
      <w:r>
        <w:lastRenderedPageBreak/>
        <w:t>682.9396</w:t>
      </w:r>
      <w:r>
        <w:tab/>
        <w:t>4.463e0</w:t>
      </w:r>
    </w:p>
    <w:p w:rsidR="007B2329" w:rsidRDefault="007B2329" w:rsidP="007B2329">
      <w:r>
        <w:t>682.9581</w:t>
      </w:r>
      <w:r>
        <w:tab/>
        <w:t>1.326e1</w:t>
      </w:r>
    </w:p>
    <w:p w:rsidR="007B2329" w:rsidRDefault="007B2329" w:rsidP="007B2329">
      <w:r>
        <w:t>683.0017</w:t>
      </w:r>
      <w:r>
        <w:tab/>
        <w:t>3.647e1</w:t>
      </w:r>
    </w:p>
    <w:p w:rsidR="007B2329" w:rsidRDefault="007B2329" w:rsidP="007B2329">
      <w:r>
        <w:t>683.0032</w:t>
      </w:r>
      <w:r>
        <w:tab/>
        <w:t>3.038e0</w:t>
      </w:r>
    </w:p>
    <w:p w:rsidR="007B2329" w:rsidRDefault="007B2329" w:rsidP="007B2329">
      <w:r>
        <w:t>683.0095</w:t>
      </w:r>
      <w:r>
        <w:tab/>
        <w:t>1.013e0</w:t>
      </w:r>
    </w:p>
    <w:p w:rsidR="007B2329" w:rsidRDefault="007B2329" w:rsidP="007B2329">
      <w:r>
        <w:t>683.0166</w:t>
      </w:r>
      <w:r>
        <w:tab/>
        <w:t>1.013e0</w:t>
      </w:r>
    </w:p>
    <w:p w:rsidR="007B2329" w:rsidRDefault="007B2329" w:rsidP="007B2329">
      <w:r>
        <w:t>683.0316</w:t>
      </w:r>
      <w:r>
        <w:tab/>
        <w:t>1.825e1</w:t>
      </w:r>
    </w:p>
    <w:p w:rsidR="007B2329" w:rsidRDefault="007B2329" w:rsidP="007B2329">
      <w:r>
        <w:t>683.0726</w:t>
      </w:r>
      <w:r>
        <w:tab/>
        <w:t>1.102e1</w:t>
      </w:r>
    </w:p>
    <w:p w:rsidR="007B2329" w:rsidRDefault="007B2329" w:rsidP="007B2329">
      <w:r>
        <w:t>683.0953</w:t>
      </w:r>
      <w:r>
        <w:tab/>
        <w:t>1.504e1</w:t>
      </w:r>
    </w:p>
    <w:p w:rsidR="007B2329" w:rsidRDefault="007B2329" w:rsidP="007B2329">
      <w:r>
        <w:t>683.1061</w:t>
      </w:r>
      <w:r>
        <w:tab/>
        <w:t>1.382e1</w:t>
      </w:r>
    </w:p>
    <w:p w:rsidR="007B2329" w:rsidRDefault="007B2329" w:rsidP="007B2329">
      <w:r>
        <w:t>683.1110</w:t>
      </w:r>
      <w:r>
        <w:tab/>
        <w:t>9.357e0</w:t>
      </w:r>
    </w:p>
    <w:p w:rsidR="007B2329" w:rsidRDefault="007B2329" w:rsidP="007B2329">
      <w:r>
        <w:t>683.1166</w:t>
      </w:r>
      <w:r>
        <w:tab/>
        <w:t>1.623e1</w:t>
      </w:r>
    </w:p>
    <w:p w:rsidR="007B2329" w:rsidRDefault="007B2329" w:rsidP="007B2329">
      <w:r>
        <w:t>683.1204</w:t>
      </w:r>
      <w:r>
        <w:tab/>
        <w:t>1.013e0</w:t>
      </w:r>
    </w:p>
    <w:p w:rsidR="007B2329" w:rsidRDefault="007B2329" w:rsidP="007B2329">
      <w:r>
        <w:t>683.1264</w:t>
      </w:r>
      <w:r>
        <w:tab/>
        <w:t>1.431e1</w:t>
      </w:r>
    </w:p>
    <w:p w:rsidR="007B2329" w:rsidRDefault="007B2329" w:rsidP="007B2329">
      <w:r>
        <w:t>683.1757</w:t>
      </w:r>
      <w:r>
        <w:tab/>
        <w:t>8.647e0</w:t>
      </w:r>
    </w:p>
    <w:p w:rsidR="007B2329" w:rsidRDefault="007B2329" w:rsidP="007B2329">
      <w:r>
        <w:t>683.1834</w:t>
      </w:r>
      <w:r>
        <w:tab/>
        <w:t>5.442e0</w:t>
      </w:r>
    </w:p>
    <w:p w:rsidR="007B2329" w:rsidRDefault="007B2329" w:rsidP="007B2329">
      <w:r>
        <w:t>683.1858</w:t>
      </w:r>
      <w:r>
        <w:tab/>
        <w:t>1.647e1</w:t>
      </w:r>
    </w:p>
    <w:p w:rsidR="007B2329" w:rsidRDefault="007B2329" w:rsidP="007B2329">
      <w:r>
        <w:t>683.1982</w:t>
      </w:r>
      <w:r>
        <w:tab/>
        <w:t>2.025e0</w:t>
      </w:r>
    </w:p>
    <w:p w:rsidR="007B2329" w:rsidRDefault="007B2329" w:rsidP="007B2329">
      <w:r>
        <w:t>683.2490</w:t>
      </w:r>
      <w:r>
        <w:tab/>
        <w:t>2.025e0</w:t>
      </w:r>
    </w:p>
    <w:p w:rsidR="007B2329" w:rsidRDefault="007B2329" w:rsidP="007B2329">
      <w:r>
        <w:lastRenderedPageBreak/>
        <w:t>683.2980</w:t>
      </w:r>
      <w:r>
        <w:tab/>
        <w:t>1.025e0</w:t>
      </w:r>
    </w:p>
    <w:p w:rsidR="007B2329" w:rsidRDefault="007B2329" w:rsidP="007B2329">
      <w:r>
        <w:t>683.3964</w:t>
      </w:r>
      <w:r>
        <w:tab/>
        <w:t>1.371e4</w:t>
      </w:r>
    </w:p>
    <w:p w:rsidR="007B2329" w:rsidRDefault="007B2329" w:rsidP="007B2329">
      <w:r>
        <w:t>683.3985</w:t>
      </w:r>
      <w:r>
        <w:tab/>
        <w:t>4.543e3</w:t>
      </w:r>
    </w:p>
    <w:p w:rsidR="007B2329" w:rsidRDefault="007B2329" w:rsidP="007B2329">
      <w:r>
        <w:t>683.3996</w:t>
      </w:r>
      <w:r>
        <w:tab/>
        <w:t>1.629e4</w:t>
      </w:r>
    </w:p>
    <w:p w:rsidR="007B2329" w:rsidRDefault="007B2329" w:rsidP="007B2329">
      <w:r>
        <w:t>683.4017</w:t>
      </w:r>
      <w:r>
        <w:tab/>
        <w:t>2.513e4</w:t>
      </w:r>
    </w:p>
    <w:p w:rsidR="007B2329" w:rsidRDefault="007B2329" w:rsidP="007B2329">
      <w:r>
        <w:t>683.4071</w:t>
      </w:r>
      <w:r>
        <w:tab/>
        <w:t>8.820e2</w:t>
      </w:r>
    </w:p>
    <w:p w:rsidR="007B2329" w:rsidRDefault="007B2329" w:rsidP="007B2329">
      <w:r>
        <w:t>683.4146</w:t>
      </w:r>
      <w:r>
        <w:tab/>
        <w:t>1.353e2</w:t>
      </w:r>
    </w:p>
    <w:p w:rsidR="007B2329" w:rsidRDefault="007B2329" w:rsidP="007B2329">
      <w:r>
        <w:t>683.5789</w:t>
      </w:r>
      <w:r>
        <w:tab/>
        <w:t>2.025e0</w:t>
      </w:r>
    </w:p>
    <w:p w:rsidR="007B2329" w:rsidRDefault="007B2329" w:rsidP="007B2329">
      <w:r>
        <w:t>683.5822</w:t>
      </w:r>
      <w:r>
        <w:tab/>
        <w:t>6.987e1</w:t>
      </w:r>
    </w:p>
    <w:p w:rsidR="007B2329" w:rsidRDefault="007B2329" w:rsidP="007B2329">
      <w:r>
        <w:t>683.5920</w:t>
      </w:r>
      <w:r>
        <w:tab/>
        <w:t>2.086e2</w:t>
      </w:r>
    </w:p>
    <w:p w:rsidR="007B2329" w:rsidRDefault="007B2329" w:rsidP="007B2329">
      <w:r>
        <w:t>683.5933</w:t>
      </w:r>
      <w:r>
        <w:tab/>
        <w:t>5.706e0</w:t>
      </w:r>
    </w:p>
    <w:p w:rsidR="007B2329" w:rsidRDefault="007B2329" w:rsidP="007B2329">
      <w:r>
        <w:t>683.5956</w:t>
      </w:r>
      <w:r>
        <w:tab/>
        <w:t>6.987e1</w:t>
      </w:r>
    </w:p>
    <w:p w:rsidR="007B2329" w:rsidRDefault="007B2329" w:rsidP="007B2329">
      <w:r>
        <w:t>683.6018</w:t>
      </w:r>
      <w:r>
        <w:tab/>
        <w:t>1.013e0</w:t>
      </w:r>
    </w:p>
    <w:p w:rsidR="007B2329" w:rsidRDefault="007B2329" w:rsidP="007B2329">
      <w:r>
        <w:t>683.6188</w:t>
      </w:r>
      <w:r>
        <w:tab/>
        <w:t>9.316e1</w:t>
      </w:r>
    </w:p>
    <w:p w:rsidR="007B2329" w:rsidRDefault="007B2329" w:rsidP="007B2329">
      <w:r>
        <w:t>683.6347</w:t>
      </w:r>
      <w:r>
        <w:tab/>
        <w:t>1.863e2</w:t>
      </w:r>
    </w:p>
    <w:p w:rsidR="007B2329" w:rsidRDefault="007B2329" w:rsidP="007B2329">
      <w:r>
        <w:t>683.6599</w:t>
      </w:r>
      <w:r>
        <w:tab/>
        <w:t>2.025e0</w:t>
      </w:r>
    </w:p>
    <w:p w:rsidR="007B2329" w:rsidRDefault="007B2329" w:rsidP="007B2329">
      <w:r>
        <w:t>683.6653</w:t>
      </w:r>
      <w:r>
        <w:tab/>
        <w:t>1.165e2</w:t>
      </w:r>
    </w:p>
    <w:p w:rsidR="007B2329" w:rsidRDefault="007B2329" w:rsidP="007B2329">
      <w:r>
        <w:t>683.6710</w:t>
      </w:r>
      <w:r>
        <w:tab/>
        <w:t>1.165e2</w:t>
      </w:r>
    </w:p>
    <w:p w:rsidR="007B2329" w:rsidRDefault="007B2329" w:rsidP="007B2329">
      <w:r>
        <w:t>683.6835</w:t>
      </w:r>
      <w:r>
        <w:tab/>
        <w:t>2.025e0</w:t>
      </w:r>
    </w:p>
    <w:p w:rsidR="007B2329" w:rsidRDefault="007B2329" w:rsidP="007B2329">
      <w:r>
        <w:lastRenderedPageBreak/>
        <w:t>683.6890</w:t>
      </w:r>
      <w:r>
        <w:tab/>
        <w:t>2.177e2</w:t>
      </w:r>
    </w:p>
    <w:p w:rsidR="007B2329" w:rsidRDefault="007B2329" w:rsidP="007B2329">
      <w:r>
        <w:t>683.6906</w:t>
      </w:r>
      <w:r>
        <w:tab/>
        <w:t>4.658e1</w:t>
      </w:r>
    </w:p>
    <w:p w:rsidR="007B2329" w:rsidRDefault="007B2329" w:rsidP="007B2329">
      <w:r>
        <w:t>683.7133</w:t>
      </w:r>
      <w:r>
        <w:tab/>
        <w:t>2.329e1</w:t>
      </w:r>
    </w:p>
    <w:p w:rsidR="007B2329" w:rsidRDefault="007B2329" w:rsidP="007B2329">
      <w:r>
        <w:t>683.7158</w:t>
      </w:r>
      <w:r>
        <w:tab/>
        <w:t>3.038e0</w:t>
      </w:r>
    </w:p>
    <w:p w:rsidR="007B2329" w:rsidRDefault="007B2329" w:rsidP="007B2329">
      <w:r>
        <w:t>683.7530</w:t>
      </w:r>
      <w:r>
        <w:tab/>
        <w:t>1.165e2</w:t>
      </w:r>
    </w:p>
    <w:p w:rsidR="007B2329" w:rsidRDefault="007B2329" w:rsidP="007B2329">
      <w:r>
        <w:t>683.7770</w:t>
      </w:r>
      <w:r>
        <w:tab/>
        <w:t>1.013e1</w:t>
      </w:r>
    </w:p>
    <w:p w:rsidR="007B2329" w:rsidRDefault="007B2329" w:rsidP="007B2329">
      <w:r>
        <w:t>683.7910</w:t>
      </w:r>
      <w:r>
        <w:tab/>
        <w:t>8.314e1</w:t>
      </w:r>
    </w:p>
    <w:p w:rsidR="007B2329" w:rsidRDefault="007B2329" w:rsidP="007B2329">
      <w:r>
        <w:t>683.8226</w:t>
      </w:r>
      <w:r>
        <w:tab/>
        <w:t>1.013e0</w:t>
      </w:r>
    </w:p>
    <w:p w:rsidR="007B2329" w:rsidRDefault="007B2329" w:rsidP="007B2329">
      <w:r>
        <w:t>683.8379</w:t>
      </w:r>
      <w:r>
        <w:tab/>
        <w:t>1.217e2</w:t>
      </w:r>
    </w:p>
    <w:p w:rsidR="007B2329" w:rsidRDefault="007B2329" w:rsidP="007B2329">
      <w:r>
        <w:t>683.8411</w:t>
      </w:r>
      <w:r>
        <w:tab/>
        <w:t>2.329e1</w:t>
      </w:r>
    </w:p>
    <w:p w:rsidR="007B2329" w:rsidRDefault="007B2329" w:rsidP="007B2329">
      <w:r>
        <w:t>683.8511</w:t>
      </w:r>
      <w:r>
        <w:tab/>
        <w:t>1.863e2</w:t>
      </w:r>
    </w:p>
    <w:p w:rsidR="007B2329" w:rsidRDefault="007B2329" w:rsidP="007B2329">
      <w:r>
        <w:t>683.8586</w:t>
      </w:r>
      <w:r>
        <w:tab/>
        <w:t>9.620e1</w:t>
      </w:r>
    </w:p>
    <w:p w:rsidR="007B2329" w:rsidRDefault="007B2329" w:rsidP="007B2329">
      <w:r>
        <w:t>683.8940</w:t>
      </w:r>
      <w:r>
        <w:tab/>
        <w:t>2.025e0</w:t>
      </w:r>
    </w:p>
    <w:p w:rsidR="007B2329" w:rsidRDefault="007B2329" w:rsidP="007B2329">
      <w:r>
        <w:t>683.9042</w:t>
      </w:r>
      <w:r>
        <w:tab/>
        <w:t>3.038e0</w:t>
      </w:r>
    </w:p>
    <w:p w:rsidR="007B2329" w:rsidRDefault="007B2329" w:rsidP="007B2329">
      <w:r>
        <w:t>683.9290</w:t>
      </w:r>
      <w:r>
        <w:tab/>
        <w:t>2.329e1</w:t>
      </w:r>
    </w:p>
    <w:p w:rsidR="007B2329" w:rsidRDefault="007B2329" w:rsidP="007B2329">
      <w:r>
        <w:t>683.9418</w:t>
      </w:r>
      <w:r>
        <w:tab/>
        <w:t>6.987e1</w:t>
      </w:r>
    </w:p>
    <w:p w:rsidR="007B2329" w:rsidRDefault="007B2329" w:rsidP="007B2329">
      <w:r>
        <w:t>683.9501</w:t>
      </w:r>
      <w:r>
        <w:tab/>
        <w:t>4.658e1</w:t>
      </w:r>
    </w:p>
    <w:p w:rsidR="007B2329" w:rsidRDefault="007B2329" w:rsidP="007B2329">
      <w:r>
        <w:t>683.9776</w:t>
      </w:r>
      <w:r>
        <w:tab/>
        <w:t>9.216e1</w:t>
      </w:r>
    </w:p>
    <w:p w:rsidR="007B2329" w:rsidRDefault="007B2329" w:rsidP="007B2329">
      <w:r>
        <w:t>683.9855</w:t>
      </w:r>
      <w:r>
        <w:tab/>
        <w:t>1.013e0</w:t>
      </w:r>
    </w:p>
    <w:p w:rsidR="007B2329" w:rsidRDefault="007B2329" w:rsidP="007B2329">
      <w:r>
        <w:lastRenderedPageBreak/>
        <w:t>683.9987</w:t>
      </w:r>
      <w:r>
        <w:tab/>
        <w:t>2.329e1</w:t>
      </w:r>
    </w:p>
    <w:p w:rsidR="007B2329" w:rsidRDefault="007B2329" w:rsidP="007B2329">
      <w:r>
        <w:t>684.0104</w:t>
      </w:r>
      <w:r>
        <w:tab/>
        <w:t>2.329e1</w:t>
      </w:r>
    </w:p>
    <w:p w:rsidR="007B2329" w:rsidRDefault="007B2329" w:rsidP="007B2329">
      <w:r>
        <w:t>684.0250</w:t>
      </w:r>
      <w:r>
        <w:tab/>
        <w:t>2.038e0</w:t>
      </w:r>
    </w:p>
    <w:p w:rsidR="007B2329" w:rsidRDefault="007B2329" w:rsidP="007B2329">
      <w:r>
        <w:t>684.0328</w:t>
      </w:r>
      <w:r>
        <w:tab/>
        <w:t>1.165e2</w:t>
      </w:r>
    </w:p>
    <w:p w:rsidR="007B2329" w:rsidRDefault="007B2329" w:rsidP="007B2329">
      <w:r>
        <w:t>684.0662</w:t>
      </w:r>
      <w:r>
        <w:tab/>
        <w:t>6.987e1</w:t>
      </w:r>
    </w:p>
    <w:p w:rsidR="007B2329" w:rsidRDefault="007B2329" w:rsidP="007B2329">
      <w:r>
        <w:t>684.0854</w:t>
      </w:r>
      <w:r>
        <w:tab/>
        <w:t>7.291e1</w:t>
      </w:r>
    </w:p>
    <w:p w:rsidR="007B2329" w:rsidRDefault="007B2329" w:rsidP="007B2329">
      <w:r>
        <w:t>684.1091</w:t>
      </w:r>
      <w:r>
        <w:tab/>
        <w:t>4.458e1</w:t>
      </w:r>
    </w:p>
    <w:p w:rsidR="007B2329" w:rsidRDefault="007B2329" w:rsidP="007B2329">
      <w:r>
        <w:t>684.1486</w:t>
      </w:r>
      <w:r>
        <w:tab/>
        <w:t>2.025e0</w:t>
      </w:r>
    </w:p>
    <w:p w:rsidR="007B2329" w:rsidRDefault="007B2329" w:rsidP="007B2329">
      <w:r>
        <w:t>684.1536</w:t>
      </w:r>
      <w:r>
        <w:tab/>
        <w:t>4.658e1</w:t>
      </w:r>
    </w:p>
    <w:p w:rsidR="007B2329" w:rsidRDefault="007B2329" w:rsidP="007B2329">
      <w:r>
        <w:t>684.1848</w:t>
      </w:r>
      <w:r>
        <w:tab/>
        <w:t>4.658e1</w:t>
      </w:r>
    </w:p>
    <w:p w:rsidR="007B2329" w:rsidRDefault="007B2329" w:rsidP="007B2329">
      <w:r>
        <w:t>684.1907</w:t>
      </w:r>
      <w:r>
        <w:tab/>
        <w:t>4.775e0</w:t>
      </w:r>
    </w:p>
    <w:p w:rsidR="007B2329" w:rsidRDefault="007B2329" w:rsidP="007B2329">
      <w:r>
        <w:t>684.2059</w:t>
      </w:r>
      <w:r>
        <w:tab/>
        <w:t>1.165e2</w:t>
      </w:r>
    </w:p>
    <w:p w:rsidR="007B2329" w:rsidRDefault="007B2329" w:rsidP="007B2329">
      <w:r>
        <w:t>684.2133</w:t>
      </w:r>
      <w:r>
        <w:tab/>
        <w:t>2.229e1</w:t>
      </w:r>
    </w:p>
    <w:p w:rsidR="007B2329" w:rsidRDefault="007B2329" w:rsidP="007B2329">
      <w:r>
        <w:t>684.2264</w:t>
      </w:r>
      <w:r>
        <w:tab/>
        <w:t>1.165e2</w:t>
      </w:r>
    </w:p>
    <w:p w:rsidR="007B2329" w:rsidRDefault="007B2329" w:rsidP="007B2329">
      <w:r>
        <w:t>684.2369</w:t>
      </w:r>
      <w:r>
        <w:tab/>
        <w:t>4.658e1</w:t>
      </w:r>
    </w:p>
    <w:p w:rsidR="007B2329" w:rsidRDefault="007B2329" w:rsidP="007B2329">
      <w:r>
        <w:t>684.2558</w:t>
      </w:r>
      <w:r>
        <w:tab/>
        <w:t>2.025e0</w:t>
      </w:r>
    </w:p>
    <w:p w:rsidR="007B2329" w:rsidRDefault="007B2329" w:rsidP="007B2329">
      <w:r>
        <w:t>684.3018</w:t>
      </w:r>
      <w:r>
        <w:tab/>
        <w:t>2.051e0</w:t>
      </w:r>
    </w:p>
    <w:p w:rsidR="007B2329" w:rsidRDefault="007B2329" w:rsidP="007B2329">
      <w:r>
        <w:t>684.3941</w:t>
      </w:r>
      <w:r>
        <w:tab/>
        <w:t>2.180e3</w:t>
      </w:r>
    </w:p>
    <w:p w:rsidR="007B2329" w:rsidRDefault="007B2329" w:rsidP="007B2329">
      <w:r>
        <w:t>684.4005</w:t>
      </w:r>
      <w:r>
        <w:tab/>
        <w:t>1.444e4</w:t>
      </w:r>
    </w:p>
    <w:p w:rsidR="007B2329" w:rsidRDefault="007B2329" w:rsidP="007B2329">
      <w:r>
        <w:lastRenderedPageBreak/>
        <w:t>684.4053</w:t>
      </w:r>
      <w:r>
        <w:tab/>
        <w:t>1.835e3</w:t>
      </w:r>
    </w:p>
    <w:p w:rsidR="007B2329" w:rsidRDefault="007B2329" w:rsidP="007B2329">
      <w:r>
        <w:t>684.4081</w:t>
      </w:r>
      <w:r>
        <w:tab/>
        <w:t>1.032e4</w:t>
      </w:r>
    </w:p>
    <w:p w:rsidR="007B2329" w:rsidRDefault="007B2329" w:rsidP="007B2329">
      <w:r>
        <w:t>684.4130</w:t>
      </w:r>
      <w:r>
        <w:tab/>
        <w:t>4.615e1</w:t>
      </w:r>
    </w:p>
    <w:p w:rsidR="007B2329" w:rsidRDefault="007B2329" w:rsidP="007B2329">
      <w:r>
        <w:t>684.4150</w:t>
      </w:r>
      <w:r>
        <w:tab/>
        <w:t>2.127e1</w:t>
      </w:r>
    </w:p>
    <w:p w:rsidR="007B2329" w:rsidRDefault="007B2329" w:rsidP="007B2329">
      <w:r>
        <w:t>684.5288</w:t>
      </w:r>
      <w:r>
        <w:tab/>
        <w:t>2.025e0</w:t>
      </w:r>
    </w:p>
    <w:p w:rsidR="007B2329" w:rsidRDefault="007B2329" w:rsidP="007B2329">
      <w:r>
        <w:t>684.5570</w:t>
      </w:r>
      <w:r>
        <w:tab/>
        <w:t>2.096e2</w:t>
      </w:r>
    </w:p>
    <w:p w:rsidR="007B2329" w:rsidRDefault="007B2329" w:rsidP="007B2329">
      <w:r>
        <w:t>684.5624</w:t>
      </w:r>
      <w:r>
        <w:tab/>
        <w:t>2.329e1</w:t>
      </w:r>
    </w:p>
    <w:p w:rsidR="007B2329" w:rsidRDefault="007B2329" w:rsidP="007B2329">
      <w:r>
        <w:t>684.6154</w:t>
      </w:r>
      <w:r>
        <w:tab/>
        <w:t>9.316e1</w:t>
      </w:r>
    </w:p>
    <w:p w:rsidR="007B2329" w:rsidRDefault="007B2329" w:rsidP="007B2329">
      <w:r>
        <w:t>684.6168</w:t>
      </w:r>
      <w:r>
        <w:tab/>
        <w:t>4.658e1</w:t>
      </w:r>
    </w:p>
    <w:p w:rsidR="007B2329" w:rsidRDefault="007B2329" w:rsidP="007B2329">
      <w:r>
        <w:t>684.6343</w:t>
      </w:r>
      <w:r>
        <w:tab/>
        <w:t>1.630e2</w:t>
      </w:r>
    </w:p>
    <w:p w:rsidR="007B2329" w:rsidRDefault="007B2329" w:rsidP="007B2329">
      <w:r>
        <w:t>684.6364</w:t>
      </w:r>
      <w:r>
        <w:tab/>
        <w:t>5.063e0</w:t>
      </w:r>
    </w:p>
    <w:p w:rsidR="007B2329" w:rsidRDefault="007B2329" w:rsidP="007B2329">
      <w:r>
        <w:t>684.6486</w:t>
      </w:r>
      <w:r>
        <w:tab/>
        <w:t>2.025e0</w:t>
      </w:r>
    </w:p>
    <w:p w:rsidR="007B2329" w:rsidRDefault="007B2329" w:rsidP="007B2329">
      <w:r>
        <w:t>684.6892</w:t>
      </w:r>
      <w:r>
        <w:tab/>
        <w:t>1.259e2</w:t>
      </w:r>
    </w:p>
    <w:p w:rsidR="007B2329" w:rsidRDefault="007B2329" w:rsidP="007B2329">
      <w:r>
        <w:t>684.6913</w:t>
      </w:r>
      <w:r>
        <w:tab/>
        <w:t>1.863e2</w:t>
      </w:r>
    </w:p>
    <w:p w:rsidR="007B2329" w:rsidRDefault="007B2329" w:rsidP="007B2329">
      <w:r>
        <w:t>684.6945</w:t>
      </w:r>
      <w:r>
        <w:tab/>
        <w:t>1.397e2</w:t>
      </w:r>
    </w:p>
    <w:p w:rsidR="007B2329" w:rsidRDefault="007B2329" w:rsidP="007B2329">
      <w:r>
        <w:t>684.7301</w:t>
      </w:r>
      <w:r>
        <w:tab/>
        <w:t>1.013e0</w:t>
      </w:r>
    </w:p>
    <w:p w:rsidR="007B2329" w:rsidRDefault="007B2329" w:rsidP="007B2329">
      <w:r>
        <w:t>684.7407</w:t>
      </w:r>
      <w:r>
        <w:tab/>
        <w:t>3.038e0</w:t>
      </w:r>
    </w:p>
    <w:p w:rsidR="007B2329" w:rsidRDefault="007B2329" w:rsidP="007B2329">
      <w:r>
        <w:t>684.7462</w:t>
      </w:r>
      <w:r>
        <w:tab/>
        <w:t>3.106e1</w:t>
      </w:r>
    </w:p>
    <w:p w:rsidR="007B2329" w:rsidRDefault="007B2329" w:rsidP="007B2329">
      <w:r>
        <w:t>684.7568</w:t>
      </w:r>
      <w:r>
        <w:tab/>
        <w:t>1.013e1</w:t>
      </w:r>
    </w:p>
    <w:p w:rsidR="007B2329" w:rsidRDefault="007B2329" w:rsidP="007B2329">
      <w:r>
        <w:lastRenderedPageBreak/>
        <w:t>684.7603</w:t>
      </w:r>
      <w:r>
        <w:tab/>
        <w:t>2.329e1</w:t>
      </w:r>
    </w:p>
    <w:p w:rsidR="007B2329" w:rsidRDefault="007B2329" w:rsidP="007B2329">
      <w:r>
        <w:t>684.7719</w:t>
      </w:r>
      <w:r>
        <w:tab/>
        <w:t>2.329e1</w:t>
      </w:r>
    </w:p>
    <w:p w:rsidR="007B2329" w:rsidRDefault="007B2329" w:rsidP="007B2329">
      <w:r>
        <w:t>684.8132</w:t>
      </w:r>
      <w:r>
        <w:tab/>
        <w:t>2.329e1</w:t>
      </w:r>
    </w:p>
    <w:p w:rsidR="007B2329" w:rsidRDefault="007B2329" w:rsidP="007B2329">
      <w:r>
        <w:t>684.8293</w:t>
      </w:r>
      <w:r>
        <w:tab/>
        <w:t>1.165e2</w:t>
      </w:r>
    </w:p>
    <w:p w:rsidR="007B2329" w:rsidRDefault="007B2329" w:rsidP="007B2329">
      <w:r>
        <w:t>684.8328</w:t>
      </w:r>
      <w:r>
        <w:tab/>
        <w:t>6.987e1</w:t>
      </w:r>
    </w:p>
    <w:p w:rsidR="007B2329" w:rsidRDefault="007B2329" w:rsidP="007B2329">
      <w:r>
        <w:t>684.8536</w:t>
      </w:r>
      <w:r>
        <w:tab/>
        <w:t>4.658e1</w:t>
      </w:r>
    </w:p>
    <w:p w:rsidR="007B2329" w:rsidRDefault="007B2329" w:rsidP="007B2329">
      <w:r>
        <w:t>684.8655</w:t>
      </w:r>
      <w:r>
        <w:tab/>
        <w:t>1.013e0</w:t>
      </w:r>
    </w:p>
    <w:p w:rsidR="007B2329" w:rsidRDefault="007B2329" w:rsidP="007B2329">
      <w:r>
        <w:t>684.8801</w:t>
      </w:r>
      <w:r>
        <w:tab/>
        <w:t>5.063e0</w:t>
      </w:r>
    </w:p>
    <w:p w:rsidR="007B2329" w:rsidRDefault="007B2329" w:rsidP="007B2329">
      <w:r>
        <w:t>684.8873</w:t>
      </w:r>
      <w:r>
        <w:tab/>
        <w:t>4.658e1</w:t>
      </w:r>
    </w:p>
    <w:p w:rsidR="007B2329" w:rsidRDefault="007B2329" w:rsidP="007B2329">
      <w:r>
        <w:t>684.8947</w:t>
      </w:r>
      <w:r>
        <w:tab/>
        <w:t>2.329e1</w:t>
      </w:r>
    </w:p>
    <w:p w:rsidR="007B2329" w:rsidRDefault="007B2329" w:rsidP="007B2329">
      <w:r>
        <w:t>684.9167</w:t>
      </w:r>
      <w:r>
        <w:tab/>
        <w:t>1.013e0</w:t>
      </w:r>
    </w:p>
    <w:p w:rsidR="007B2329" w:rsidRDefault="007B2329" w:rsidP="007B2329">
      <w:r>
        <w:t>684.9264</w:t>
      </w:r>
      <w:r>
        <w:tab/>
        <w:t>2.025e0</w:t>
      </w:r>
    </w:p>
    <w:p w:rsidR="007B2329" w:rsidRDefault="007B2329" w:rsidP="007B2329">
      <w:r>
        <w:t>684.9382</w:t>
      </w:r>
      <w:r>
        <w:tab/>
        <w:t>6.987e1</w:t>
      </w:r>
    </w:p>
    <w:p w:rsidR="007B2329" w:rsidRDefault="007B2329" w:rsidP="007B2329">
      <w:r>
        <w:t>684.9457</w:t>
      </w:r>
      <w:r>
        <w:tab/>
        <w:t>1.165e2</w:t>
      </w:r>
    </w:p>
    <w:p w:rsidR="007B2329" w:rsidRDefault="007B2329" w:rsidP="007B2329">
      <w:r>
        <w:t>684.9628</w:t>
      </w:r>
      <w:r>
        <w:tab/>
        <w:t>6.076e0</w:t>
      </w:r>
    </w:p>
    <w:p w:rsidR="007B2329" w:rsidRDefault="007B2329" w:rsidP="007B2329">
      <w:r>
        <w:t>684.9913</w:t>
      </w:r>
      <w:r>
        <w:tab/>
        <w:t>4.558e1</w:t>
      </w:r>
    </w:p>
    <w:p w:rsidR="007B2329" w:rsidRDefault="007B2329" w:rsidP="007B2329">
      <w:r>
        <w:t>684.9929</w:t>
      </w:r>
      <w:r>
        <w:tab/>
        <w:t>1.397e2</w:t>
      </w:r>
    </w:p>
    <w:p w:rsidR="007B2329" w:rsidRDefault="007B2329" w:rsidP="007B2329">
      <w:r>
        <w:t>685.0190</w:t>
      </w:r>
      <w:r>
        <w:tab/>
        <w:t>6.987e1</w:t>
      </w:r>
    </w:p>
    <w:p w:rsidR="007B2329" w:rsidRDefault="007B2329" w:rsidP="007B2329">
      <w:r>
        <w:t>685.0280</w:t>
      </w:r>
      <w:r>
        <w:tab/>
        <w:t>4.658e1</w:t>
      </w:r>
    </w:p>
    <w:p w:rsidR="007B2329" w:rsidRDefault="007B2329" w:rsidP="007B2329">
      <w:r>
        <w:lastRenderedPageBreak/>
        <w:t>685.0561</w:t>
      </w:r>
      <w:r>
        <w:tab/>
        <w:t>1.013e0</w:t>
      </w:r>
    </w:p>
    <w:p w:rsidR="007B2329" w:rsidRDefault="007B2329" w:rsidP="007B2329">
      <w:r>
        <w:t>685.0626</w:t>
      </w:r>
      <w:r>
        <w:tab/>
        <w:t>2.329e1</w:t>
      </w:r>
    </w:p>
    <w:p w:rsidR="007B2329" w:rsidRDefault="007B2329" w:rsidP="007B2329">
      <w:r>
        <w:t>685.0648</w:t>
      </w:r>
      <w:r>
        <w:tab/>
        <w:t>2.024e0</w:t>
      </w:r>
    </w:p>
    <w:p w:rsidR="007B2329" w:rsidRDefault="007B2329" w:rsidP="007B2329">
      <w:r>
        <w:t>685.0979</w:t>
      </w:r>
      <w:r>
        <w:tab/>
        <w:t>4.658e1</w:t>
      </w:r>
    </w:p>
    <w:p w:rsidR="007B2329" w:rsidRDefault="007B2329" w:rsidP="007B2329">
      <w:r>
        <w:t>685.1069</w:t>
      </w:r>
      <w:r>
        <w:tab/>
        <w:t>1.630e2</w:t>
      </w:r>
    </w:p>
    <w:p w:rsidR="007B2329" w:rsidRDefault="007B2329" w:rsidP="007B2329">
      <w:r>
        <w:t>685.1085</w:t>
      </w:r>
      <w:r>
        <w:tab/>
        <w:t>2.025e0</w:t>
      </w:r>
    </w:p>
    <w:p w:rsidR="007B2329" w:rsidRDefault="007B2329" w:rsidP="007B2329">
      <w:r>
        <w:t>685.1207</w:t>
      </w:r>
      <w:r>
        <w:tab/>
        <w:t>4.658e1</w:t>
      </w:r>
    </w:p>
    <w:p w:rsidR="007B2329" w:rsidRDefault="007B2329" w:rsidP="007B2329">
      <w:r>
        <w:t>685.1510</w:t>
      </w:r>
      <w:r>
        <w:tab/>
        <w:t>3.038e0</w:t>
      </w:r>
    </w:p>
    <w:p w:rsidR="007B2329" w:rsidRDefault="007B2329" w:rsidP="007B2329">
      <w:r>
        <w:t>685.1532</w:t>
      </w:r>
      <w:r>
        <w:tab/>
        <w:t>6.987e1</w:t>
      </w:r>
    </w:p>
    <w:p w:rsidR="007B2329" w:rsidRDefault="007B2329" w:rsidP="007B2329">
      <w:r>
        <w:t>685.1769</w:t>
      </w:r>
      <w:r>
        <w:tab/>
        <w:t>1.013e0</w:t>
      </w:r>
    </w:p>
    <w:p w:rsidR="007B2329" w:rsidRDefault="007B2329" w:rsidP="007B2329">
      <w:r>
        <w:t>685.1979</w:t>
      </w:r>
      <w:r>
        <w:tab/>
        <w:t>3.038e0</w:t>
      </w:r>
    </w:p>
    <w:p w:rsidR="007B2329" w:rsidRDefault="007B2329" w:rsidP="007B2329">
      <w:r>
        <w:t>685.2070</w:t>
      </w:r>
      <w:r>
        <w:tab/>
        <w:t>2.329e1</w:t>
      </w:r>
    </w:p>
    <w:p w:rsidR="007B2329" w:rsidRDefault="007B2329" w:rsidP="007B2329">
      <w:r>
        <w:t>685.2239</w:t>
      </w:r>
      <w:r>
        <w:tab/>
        <w:t>1.165e2</w:t>
      </w:r>
    </w:p>
    <w:p w:rsidR="007B2329" w:rsidRDefault="007B2329" w:rsidP="007B2329">
      <w:r>
        <w:t>685.2255</w:t>
      </w:r>
      <w:r>
        <w:tab/>
        <w:t>6.987e1</w:t>
      </w:r>
    </w:p>
    <w:p w:rsidR="007B2329" w:rsidRDefault="007B2329" w:rsidP="007B2329">
      <w:r>
        <w:t>685.2301</w:t>
      </w:r>
      <w:r>
        <w:tab/>
        <w:t>3.096e0</w:t>
      </w:r>
    </w:p>
    <w:p w:rsidR="007B2329" w:rsidRDefault="007B2329" w:rsidP="007B2329">
      <w:r>
        <w:t>685.2761</w:t>
      </w:r>
      <w:r>
        <w:tab/>
        <w:t>2.329e1</w:t>
      </w:r>
    </w:p>
    <w:p w:rsidR="007B2329" w:rsidRDefault="007B2329" w:rsidP="007B2329">
      <w:r>
        <w:t>685.3240</w:t>
      </w:r>
      <w:r>
        <w:tab/>
        <w:t>1.013e0</w:t>
      </w:r>
    </w:p>
    <w:p w:rsidR="007B2329" w:rsidRDefault="007B2329" w:rsidP="007B2329">
      <w:r>
        <w:t>685.3336</w:t>
      </w:r>
      <w:r>
        <w:tab/>
        <w:t>5.063e0</w:t>
      </w:r>
    </w:p>
    <w:p w:rsidR="007B2329" w:rsidRDefault="007B2329" w:rsidP="007B2329">
      <w:r>
        <w:t>685.4034</w:t>
      </w:r>
      <w:r>
        <w:tab/>
        <w:t>3.900e2</w:t>
      </w:r>
    </w:p>
    <w:p w:rsidR="007B2329" w:rsidRDefault="007B2329" w:rsidP="007B2329">
      <w:r>
        <w:lastRenderedPageBreak/>
        <w:t>685.4044</w:t>
      </w:r>
      <w:r>
        <w:tab/>
        <w:t>2.503e3</w:t>
      </w:r>
    </w:p>
    <w:p w:rsidR="007B2329" w:rsidRDefault="007B2329" w:rsidP="007B2329">
      <w:r>
        <w:t>685.4066</w:t>
      </w:r>
      <w:r>
        <w:tab/>
        <w:t>8.457e1</w:t>
      </w:r>
    </w:p>
    <w:p w:rsidR="007B2329" w:rsidRDefault="007B2329" w:rsidP="007B2329">
      <w:r>
        <w:t>685.4096</w:t>
      </w:r>
      <w:r>
        <w:tab/>
        <w:t>3.349e3</w:t>
      </w:r>
    </w:p>
    <w:p w:rsidR="007B2329" w:rsidRDefault="007B2329" w:rsidP="007B2329">
      <w:r>
        <w:t>685.4142</w:t>
      </w:r>
      <w:r>
        <w:tab/>
        <w:t>1.725e3</w:t>
      </w:r>
    </w:p>
    <w:p w:rsidR="007B2329" w:rsidRDefault="007B2329" w:rsidP="007B2329">
      <w:r>
        <w:t>685.4163</w:t>
      </w:r>
      <w:r>
        <w:tab/>
        <w:t>7.540e0</w:t>
      </w:r>
    </w:p>
    <w:p w:rsidR="007B2329" w:rsidRDefault="007B2329" w:rsidP="007B2329">
      <w:r>
        <w:t>685.4767</w:t>
      </w:r>
      <w:r>
        <w:tab/>
        <w:t>5.063e0</w:t>
      </w:r>
    </w:p>
    <w:p w:rsidR="007B2329" w:rsidRDefault="007B2329" w:rsidP="007B2329">
      <w:r>
        <w:t>685.5298</w:t>
      </w:r>
      <w:r>
        <w:tab/>
        <w:t>7.430e1</w:t>
      </w:r>
    </w:p>
    <w:p w:rsidR="007B2329" w:rsidRDefault="007B2329" w:rsidP="007B2329">
      <w:r>
        <w:t>685.5331</w:t>
      </w:r>
      <w:r>
        <w:tab/>
        <w:t>6.987e1</w:t>
      </w:r>
    </w:p>
    <w:p w:rsidR="007B2329" w:rsidRDefault="007B2329" w:rsidP="007B2329">
      <w:r>
        <w:t>685.5839</w:t>
      </w:r>
      <w:r>
        <w:tab/>
        <w:t>6.987e1</w:t>
      </w:r>
    </w:p>
    <w:p w:rsidR="007B2329" w:rsidRDefault="007B2329" w:rsidP="007B2329">
      <w:r>
        <w:t>685.5937</w:t>
      </w:r>
      <w:r>
        <w:tab/>
        <w:t>2.329e1</w:t>
      </w:r>
    </w:p>
    <w:p w:rsidR="007B2329" w:rsidRDefault="007B2329" w:rsidP="007B2329">
      <w:r>
        <w:t>685.6050</w:t>
      </w:r>
      <w:r>
        <w:tab/>
        <w:t>2.025e0</w:t>
      </w:r>
    </w:p>
    <w:p w:rsidR="007B2329" w:rsidRDefault="007B2329" w:rsidP="007B2329">
      <w:r>
        <w:t>685.6175</w:t>
      </w:r>
      <w:r>
        <w:tab/>
        <w:t>3.038e0</w:t>
      </w:r>
    </w:p>
    <w:p w:rsidR="007B2329" w:rsidRDefault="007B2329" w:rsidP="007B2329">
      <w:r>
        <w:t>685.6287</w:t>
      </w:r>
      <w:r>
        <w:tab/>
        <w:t>2.329e1</w:t>
      </w:r>
    </w:p>
    <w:p w:rsidR="007B2329" w:rsidRDefault="007B2329" w:rsidP="007B2329">
      <w:r>
        <w:t>685.6601</w:t>
      </w:r>
      <w:r>
        <w:tab/>
        <w:t>1.035e2</w:t>
      </w:r>
    </w:p>
    <w:p w:rsidR="007B2329" w:rsidRDefault="007B2329" w:rsidP="007B2329">
      <w:r>
        <w:t>685.7292</w:t>
      </w:r>
      <w:r>
        <w:tab/>
        <w:t>3.038e0</w:t>
      </w:r>
    </w:p>
    <w:p w:rsidR="007B2329" w:rsidRDefault="007B2329" w:rsidP="007B2329">
      <w:r>
        <w:t>685.7361</w:t>
      </w:r>
      <w:r>
        <w:tab/>
        <w:t>2.329e1</w:t>
      </w:r>
    </w:p>
    <w:p w:rsidR="007B2329" w:rsidRDefault="007B2329" w:rsidP="007B2329">
      <w:r>
        <w:t>685.7388</w:t>
      </w:r>
      <w:r>
        <w:tab/>
        <w:t>4.763e1</w:t>
      </w:r>
    </w:p>
    <w:p w:rsidR="007B2329" w:rsidRDefault="007B2329" w:rsidP="007B2329">
      <w:r>
        <w:t>685.7452</w:t>
      </w:r>
      <w:r>
        <w:tab/>
        <w:t>4.658e1</w:t>
      </w:r>
    </w:p>
    <w:p w:rsidR="007B2329" w:rsidRDefault="007B2329" w:rsidP="007B2329">
      <w:r>
        <w:t>685.7706</w:t>
      </w:r>
      <w:r>
        <w:tab/>
        <w:t>2.329e1</w:t>
      </w:r>
    </w:p>
    <w:p w:rsidR="007B2329" w:rsidRDefault="007B2329" w:rsidP="007B2329">
      <w:r>
        <w:lastRenderedPageBreak/>
        <w:t>685.7731</w:t>
      </w:r>
      <w:r>
        <w:tab/>
        <w:t>2.025e0</w:t>
      </w:r>
    </w:p>
    <w:p w:rsidR="007B2329" w:rsidRDefault="007B2329" w:rsidP="007B2329">
      <w:r>
        <w:t>685.8183</w:t>
      </w:r>
      <w:r>
        <w:tab/>
        <w:t>1.387e2</w:t>
      </w:r>
    </w:p>
    <w:p w:rsidR="007B2329" w:rsidRDefault="007B2329" w:rsidP="007B2329">
      <w:r>
        <w:t>685.8268</w:t>
      </w:r>
      <w:r>
        <w:tab/>
        <w:t>2.913e0</w:t>
      </w:r>
    </w:p>
    <w:p w:rsidR="007B2329" w:rsidRDefault="007B2329" w:rsidP="007B2329">
      <w:r>
        <w:t>685.8505</w:t>
      </w:r>
      <w:r>
        <w:tab/>
        <w:t>1.013e0</w:t>
      </w:r>
    </w:p>
    <w:p w:rsidR="007B2329" w:rsidRDefault="007B2329" w:rsidP="007B2329">
      <w:r>
        <w:t>685.8638</w:t>
      </w:r>
      <w:r>
        <w:tab/>
        <w:t>2.329e1</w:t>
      </w:r>
    </w:p>
    <w:p w:rsidR="007B2329" w:rsidRDefault="007B2329" w:rsidP="007B2329">
      <w:r>
        <w:t>685.8814</w:t>
      </w:r>
      <w:r>
        <w:tab/>
        <w:t>9.316e1</w:t>
      </w:r>
    </w:p>
    <w:p w:rsidR="007B2329" w:rsidRDefault="007B2329" w:rsidP="007B2329">
      <w:r>
        <w:t>685.8851</w:t>
      </w:r>
      <w:r>
        <w:tab/>
        <w:t>4.658e1</w:t>
      </w:r>
    </w:p>
    <w:p w:rsidR="007B2329" w:rsidRDefault="007B2329" w:rsidP="007B2329">
      <w:r>
        <w:t>685.8900</w:t>
      </w:r>
      <w:r>
        <w:tab/>
        <w:t>2.025e0</w:t>
      </w:r>
    </w:p>
    <w:p w:rsidR="007B2329" w:rsidRDefault="007B2329" w:rsidP="007B2329">
      <w:r>
        <w:t>685.9546</w:t>
      </w:r>
      <w:r>
        <w:tab/>
        <w:t>4.051e0</w:t>
      </w:r>
    </w:p>
    <w:p w:rsidR="007B2329" w:rsidRDefault="007B2329" w:rsidP="007B2329">
      <w:r>
        <w:t>685.9953</w:t>
      </w:r>
      <w:r>
        <w:tab/>
        <w:t>4.658e1</w:t>
      </w:r>
    </w:p>
    <w:p w:rsidR="007B2329" w:rsidRDefault="007B2329" w:rsidP="007B2329">
      <w:r>
        <w:t>686.0134</w:t>
      </w:r>
      <w:r>
        <w:tab/>
        <w:t>2.329e1</w:t>
      </w:r>
    </w:p>
    <w:p w:rsidR="007B2329" w:rsidRDefault="007B2329" w:rsidP="007B2329">
      <w:r>
        <w:t>686.0195</w:t>
      </w:r>
      <w:r>
        <w:tab/>
        <w:t>1.165e2</w:t>
      </w:r>
    </w:p>
    <w:p w:rsidR="007B2329" w:rsidRDefault="007B2329" w:rsidP="007B2329">
      <w:r>
        <w:t>686.0263</w:t>
      </w:r>
      <w:r>
        <w:tab/>
        <w:t>5.956e0</w:t>
      </w:r>
    </w:p>
    <w:p w:rsidR="007B2329" w:rsidRDefault="007B2329" w:rsidP="007B2329">
      <w:r>
        <w:t>686.0397</w:t>
      </w:r>
      <w:r>
        <w:tab/>
        <w:t>6.987e1</w:t>
      </w:r>
    </w:p>
    <w:p w:rsidR="007B2329" w:rsidRDefault="007B2329" w:rsidP="007B2329">
      <w:r>
        <w:t>686.0579</w:t>
      </w:r>
      <w:r>
        <w:tab/>
        <w:t>1.013e0</w:t>
      </w:r>
    </w:p>
    <w:p w:rsidR="007B2329" w:rsidRDefault="007B2329" w:rsidP="007B2329">
      <w:r>
        <w:t>686.1441</w:t>
      </w:r>
      <w:r>
        <w:tab/>
        <w:t>1.266e-2</w:t>
      </w:r>
    </w:p>
    <w:p w:rsidR="007B2329" w:rsidRDefault="007B2329" w:rsidP="007B2329">
      <w:r>
        <w:t>686.1582</w:t>
      </w:r>
      <w:r>
        <w:tab/>
        <w:t>4.658e1</w:t>
      </w:r>
    </w:p>
    <w:p w:rsidR="007B2329" w:rsidRDefault="007B2329" w:rsidP="007B2329">
      <w:r>
        <w:t>686.1637</w:t>
      </w:r>
      <w:r>
        <w:tab/>
        <w:t>1.013e0</w:t>
      </w:r>
    </w:p>
    <w:p w:rsidR="007B2329" w:rsidRDefault="007B2329" w:rsidP="007B2329">
      <w:r>
        <w:t>686.1852</w:t>
      </w:r>
      <w:r>
        <w:tab/>
        <w:t>4.658e1</w:t>
      </w:r>
    </w:p>
    <w:p w:rsidR="007B2329" w:rsidRDefault="007B2329" w:rsidP="007B2329">
      <w:r>
        <w:lastRenderedPageBreak/>
        <w:t>686.1983</w:t>
      </w:r>
      <w:r>
        <w:tab/>
        <w:t>1.013e0</w:t>
      </w:r>
    </w:p>
    <w:p w:rsidR="007B2329" w:rsidRDefault="007B2329" w:rsidP="007B2329">
      <w:r>
        <w:t>686.2185</w:t>
      </w:r>
      <w:r>
        <w:tab/>
        <w:t>1.071e0</w:t>
      </w:r>
    </w:p>
    <w:p w:rsidR="007B2329" w:rsidRDefault="007B2329" w:rsidP="007B2329">
      <w:r>
        <w:t>686.2266</w:t>
      </w:r>
      <w:r>
        <w:tab/>
        <w:t>2.229e1</w:t>
      </w:r>
    </w:p>
    <w:p w:rsidR="007B2329" w:rsidRDefault="007B2329" w:rsidP="007B2329">
      <w:r>
        <w:t>686.2305</w:t>
      </w:r>
      <w:r>
        <w:tab/>
        <w:t>4.658e1</w:t>
      </w:r>
    </w:p>
    <w:p w:rsidR="007B2329" w:rsidRDefault="007B2329" w:rsidP="007B2329">
      <w:r>
        <w:t>686.2466</w:t>
      </w:r>
      <w:r>
        <w:tab/>
        <w:t>2.329e1</w:t>
      </w:r>
    </w:p>
    <w:p w:rsidR="007B2329" w:rsidRDefault="007B2329" w:rsidP="007B2329">
      <w:r>
        <w:t>686.2541</w:t>
      </w:r>
      <w:r>
        <w:tab/>
        <w:t>6.987e1</w:t>
      </w:r>
    </w:p>
    <w:p w:rsidR="007B2329" w:rsidRDefault="007B2329" w:rsidP="007B2329">
      <w:r>
        <w:t>686.2957</w:t>
      </w:r>
      <w:r>
        <w:tab/>
        <w:t>2.329e1</w:t>
      </w:r>
    </w:p>
    <w:p w:rsidR="007B2329" w:rsidRDefault="007B2329" w:rsidP="007B2329">
      <w:r>
        <w:t>686.3060</w:t>
      </w:r>
      <w:r>
        <w:tab/>
        <w:t>2.329e1</w:t>
      </w:r>
    </w:p>
    <w:p w:rsidR="007B2329" w:rsidRDefault="007B2329" w:rsidP="007B2329">
      <w:r>
        <w:t>686.3151</w:t>
      </w:r>
      <w:r>
        <w:tab/>
        <w:t>2.281e0</w:t>
      </w:r>
    </w:p>
    <w:p w:rsidR="007B2329" w:rsidRDefault="007B2329" w:rsidP="007B2329">
      <w:r>
        <w:t>686.3346</w:t>
      </w:r>
      <w:r>
        <w:tab/>
        <w:t>3.038e0</w:t>
      </w:r>
    </w:p>
    <w:p w:rsidR="007B2329" w:rsidRDefault="007B2329" w:rsidP="007B2329">
      <w:r>
        <w:t>686.3733</w:t>
      </w:r>
      <w:r>
        <w:tab/>
        <w:t>1.013e0</w:t>
      </w:r>
    </w:p>
    <w:p w:rsidR="007B2329" w:rsidRDefault="007B2329" w:rsidP="007B2329">
      <w:r>
        <w:t>686.3948</w:t>
      </w:r>
      <w:r>
        <w:tab/>
        <w:t>2.096e2</w:t>
      </w:r>
    </w:p>
    <w:p w:rsidR="007B2329" w:rsidRDefault="007B2329" w:rsidP="007B2329">
      <w:r>
        <w:t>686.4041</w:t>
      </w:r>
      <w:r>
        <w:tab/>
        <w:t>1.212e3</w:t>
      </w:r>
    </w:p>
    <w:p w:rsidR="007B2329" w:rsidRDefault="007B2329" w:rsidP="007B2329">
      <w:r>
        <w:t>686.4073</w:t>
      </w:r>
      <w:r>
        <w:tab/>
        <w:t>1.308e2</w:t>
      </w:r>
    </w:p>
    <w:p w:rsidR="007B2329" w:rsidRDefault="007B2329" w:rsidP="007B2329">
      <w:r>
        <w:t>686.4089</w:t>
      </w:r>
      <w:r>
        <w:tab/>
        <w:t>1.863e2</w:t>
      </w:r>
    </w:p>
    <w:p w:rsidR="007B2329" w:rsidRDefault="007B2329" w:rsidP="007B2329">
      <w:r>
        <w:t>686.4136</w:t>
      </w:r>
      <w:r>
        <w:tab/>
        <w:t>3.996e2</w:t>
      </w:r>
    </w:p>
    <w:p w:rsidR="007B2329" w:rsidRDefault="007B2329" w:rsidP="007B2329">
      <w:r>
        <w:t>686.4307</w:t>
      </w:r>
      <w:r>
        <w:tab/>
        <w:t>7.598e0</w:t>
      </w:r>
    </w:p>
    <w:p w:rsidR="007B2329" w:rsidRDefault="007B2329" w:rsidP="007B2329">
      <w:r>
        <w:t>686.4604</w:t>
      </w:r>
      <w:r>
        <w:tab/>
        <w:t>5.549e0</w:t>
      </w:r>
    </w:p>
    <w:p w:rsidR="007B2329" w:rsidRDefault="007B2329" w:rsidP="007B2329">
      <w:r>
        <w:t>686.5033</w:t>
      </w:r>
      <w:r>
        <w:tab/>
        <w:t>4.458e1</w:t>
      </w:r>
    </w:p>
    <w:p w:rsidR="007B2329" w:rsidRDefault="007B2329" w:rsidP="007B2329">
      <w:r>
        <w:lastRenderedPageBreak/>
        <w:t>686.5045</w:t>
      </w:r>
      <w:r>
        <w:tab/>
        <w:t>1.177e2</w:t>
      </w:r>
    </w:p>
    <w:p w:rsidR="007B2329" w:rsidRDefault="007B2329" w:rsidP="007B2329">
      <w:r>
        <w:t>686.5911</w:t>
      </w:r>
      <w:r>
        <w:tab/>
        <w:t>4.658e1</w:t>
      </w:r>
    </w:p>
    <w:p w:rsidR="007B2329" w:rsidRDefault="007B2329" w:rsidP="007B2329">
      <w:r>
        <w:t>686.6141</w:t>
      </w:r>
      <w:r>
        <w:tab/>
        <w:t>9.519e1</w:t>
      </w:r>
    </w:p>
    <w:p w:rsidR="007B2329" w:rsidRDefault="007B2329" w:rsidP="007B2329">
      <w:r>
        <w:t>686.6161</w:t>
      </w:r>
      <w:r>
        <w:tab/>
        <w:t>6.987e1</w:t>
      </w:r>
    </w:p>
    <w:p w:rsidR="007B2329" w:rsidRDefault="007B2329" w:rsidP="007B2329">
      <w:r>
        <w:t>686.7087</w:t>
      </w:r>
      <w:r>
        <w:tab/>
        <w:t>6.818e0</w:t>
      </w:r>
    </w:p>
    <w:p w:rsidR="007B2329" w:rsidRDefault="007B2329" w:rsidP="007B2329">
      <w:r>
        <w:t>686.7122</w:t>
      </w:r>
      <w:r>
        <w:tab/>
        <w:t>2.025e0</w:t>
      </w:r>
    </w:p>
    <w:p w:rsidR="007B2329" w:rsidRDefault="007B2329" w:rsidP="007B2329">
      <w:r>
        <w:t>686.7195</w:t>
      </w:r>
      <w:r>
        <w:tab/>
        <w:t>6.649e0</w:t>
      </w:r>
    </w:p>
    <w:p w:rsidR="007B2329" w:rsidRDefault="007B2329" w:rsidP="007B2329">
      <w:r>
        <w:t>686.7536</w:t>
      </w:r>
      <w:r>
        <w:tab/>
        <w:t>4.658e1</w:t>
      </w:r>
    </w:p>
    <w:p w:rsidR="007B2329" w:rsidRDefault="007B2329" w:rsidP="007B2329">
      <w:r>
        <w:t>686.7788</w:t>
      </w:r>
      <w:r>
        <w:tab/>
        <w:t>2.329e1</w:t>
      </w:r>
    </w:p>
    <w:p w:rsidR="007B2329" w:rsidRDefault="007B2329" w:rsidP="007B2329">
      <w:r>
        <w:t>686.7811</w:t>
      </w:r>
      <w:r>
        <w:tab/>
        <w:t>4.163e0</w:t>
      </w:r>
    </w:p>
    <w:p w:rsidR="007B2329" w:rsidRDefault="007B2329" w:rsidP="007B2329">
      <w:r>
        <w:t>686.7852</w:t>
      </w:r>
      <w:r>
        <w:tab/>
        <w:t>8.580e0</w:t>
      </w:r>
    </w:p>
    <w:p w:rsidR="007B2329" w:rsidRDefault="007B2329" w:rsidP="007B2329">
      <w:r>
        <w:t>686.8004</w:t>
      </w:r>
      <w:r>
        <w:tab/>
        <w:t>1.013e0</w:t>
      </w:r>
    </w:p>
    <w:p w:rsidR="007B2329" w:rsidRDefault="007B2329" w:rsidP="007B2329">
      <w:r>
        <w:t>686.8189</w:t>
      </w:r>
      <w:r>
        <w:tab/>
        <w:t>3.038e0</w:t>
      </w:r>
    </w:p>
    <w:p w:rsidR="007B2329" w:rsidRDefault="007B2329" w:rsidP="007B2329">
      <w:r>
        <w:t>686.8401</w:t>
      </w:r>
      <w:r>
        <w:tab/>
        <w:t>1.013e0</w:t>
      </w:r>
    </w:p>
    <w:p w:rsidR="007B2329" w:rsidRDefault="007B2329" w:rsidP="007B2329">
      <w:r>
        <w:t>686.8552</w:t>
      </w:r>
      <w:r>
        <w:tab/>
        <w:t>1.482e0</w:t>
      </w:r>
    </w:p>
    <w:p w:rsidR="007B2329" w:rsidRDefault="007B2329" w:rsidP="007B2329">
      <w:r>
        <w:t>686.8872</w:t>
      </w:r>
      <w:r>
        <w:tab/>
        <w:t>2.025e0</w:t>
      </w:r>
    </w:p>
    <w:p w:rsidR="007B2329" w:rsidRDefault="007B2329" w:rsidP="007B2329">
      <w:r>
        <w:t>686.9025</w:t>
      </w:r>
      <w:r>
        <w:tab/>
        <w:t>4.658e1</w:t>
      </w:r>
    </w:p>
    <w:p w:rsidR="007B2329" w:rsidRDefault="007B2329" w:rsidP="007B2329">
      <w:r>
        <w:t>686.9043</w:t>
      </w:r>
      <w:r>
        <w:tab/>
        <w:t>5.948e0</w:t>
      </w:r>
    </w:p>
    <w:p w:rsidR="007B2329" w:rsidRDefault="007B2329" w:rsidP="007B2329">
      <w:r>
        <w:t>686.9395</w:t>
      </w:r>
      <w:r>
        <w:tab/>
        <w:t>1.704e0</w:t>
      </w:r>
    </w:p>
    <w:p w:rsidR="007B2329" w:rsidRDefault="007B2329" w:rsidP="007B2329">
      <w:r>
        <w:lastRenderedPageBreak/>
        <w:t>686.9540</w:t>
      </w:r>
      <w:r>
        <w:tab/>
        <w:t>9.316e1</w:t>
      </w:r>
    </w:p>
    <w:p w:rsidR="007B2329" w:rsidRDefault="007B2329" w:rsidP="007B2329">
      <w:r>
        <w:t>686.9581</w:t>
      </w:r>
      <w:r>
        <w:tab/>
        <w:t>9.316e1</w:t>
      </w:r>
    </w:p>
    <w:p w:rsidR="007B2329" w:rsidRDefault="007B2329" w:rsidP="007B2329">
      <w:r>
        <w:t>687.0054</w:t>
      </w:r>
      <w:r>
        <w:tab/>
        <w:t>5.811e0</w:t>
      </w:r>
    </w:p>
    <w:p w:rsidR="007B2329" w:rsidRDefault="007B2329" w:rsidP="007B2329">
      <w:r>
        <w:t>687.0228</w:t>
      </w:r>
      <w:r>
        <w:tab/>
        <w:t>4.658e1</w:t>
      </w:r>
    </w:p>
    <w:p w:rsidR="007B2329" w:rsidRDefault="007B2329" w:rsidP="007B2329">
      <w:r>
        <w:t>687.0245</w:t>
      </w:r>
      <w:r>
        <w:tab/>
        <w:t>1.013e0</w:t>
      </w:r>
    </w:p>
    <w:p w:rsidR="007B2329" w:rsidRDefault="007B2329" w:rsidP="007B2329">
      <w:r>
        <w:t>687.0318</w:t>
      </w:r>
      <w:r>
        <w:tab/>
        <w:t>4.051e0</w:t>
      </w:r>
    </w:p>
    <w:p w:rsidR="007B2329" w:rsidRDefault="007B2329" w:rsidP="007B2329">
      <w:r>
        <w:t>687.0421</w:t>
      </w:r>
      <w:r>
        <w:tab/>
        <w:t>3.297e0</w:t>
      </w:r>
    </w:p>
    <w:p w:rsidR="007B2329" w:rsidRDefault="007B2329" w:rsidP="007B2329">
      <w:r>
        <w:t>687.0466</w:t>
      </w:r>
      <w:r>
        <w:tab/>
        <w:t>2.918e0</w:t>
      </w:r>
    </w:p>
    <w:p w:rsidR="007B2329" w:rsidRDefault="007B2329" w:rsidP="007B2329">
      <w:r>
        <w:t>687.0984</w:t>
      </w:r>
      <w:r>
        <w:tab/>
        <w:t>4.658e1</w:t>
      </w:r>
    </w:p>
    <w:p w:rsidR="007B2329" w:rsidRDefault="007B2329" w:rsidP="007B2329">
      <w:r>
        <w:t>687.1215</w:t>
      </w:r>
      <w:r>
        <w:tab/>
        <w:t>4.658e1</w:t>
      </w:r>
    </w:p>
    <w:p w:rsidR="007B2329" w:rsidRDefault="007B2329" w:rsidP="007B2329">
      <w:r>
        <w:t>687.1331</w:t>
      </w:r>
      <w:r>
        <w:tab/>
        <w:t>4.658e1</w:t>
      </w:r>
    </w:p>
    <w:p w:rsidR="007B2329" w:rsidRDefault="007B2329" w:rsidP="007B2329">
      <w:r>
        <w:t>687.1378</w:t>
      </w:r>
      <w:r>
        <w:tab/>
        <w:t>6.939e0</w:t>
      </w:r>
    </w:p>
    <w:p w:rsidR="007B2329" w:rsidRDefault="007B2329" w:rsidP="007B2329">
      <w:r>
        <w:t>687.1459</w:t>
      </w:r>
      <w:r>
        <w:tab/>
        <w:t>1.013e0</w:t>
      </w:r>
    </w:p>
    <w:p w:rsidR="007B2329" w:rsidRDefault="007B2329" w:rsidP="007B2329">
      <w:r>
        <w:t>687.1849</w:t>
      </w:r>
      <w:r>
        <w:tab/>
        <w:t>7.773e0</w:t>
      </w:r>
    </w:p>
    <w:p w:rsidR="007B2329" w:rsidRDefault="007B2329" w:rsidP="007B2329">
      <w:r>
        <w:t>687.2216</w:t>
      </w:r>
      <w:r>
        <w:tab/>
        <w:t>2.329e1</w:t>
      </w:r>
    </w:p>
    <w:p w:rsidR="007B2329" w:rsidRDefault="007B2329" w:rsidP="007B2329">
      <w:r>
        <w:t>687.2242</w:t>
      </w:r>
      <w:r>
        <w:tab/>
        <w:t>2.684e0</w:t>
      </w:r>
    </w:p>
    <w:p w:rsidR="007B2329" w:rsidRDefault="007B2329" w:rsidP="007B2329">
      <w:r>
        <w:t>687.2272</w:t>
      </w:r>
      <w:r>
        <w:tab/>
        <w:t>2.329e1</w:t>
      </w:r>
    </w:p>
    <w:p w:rsidR="007B2329" w:rsidRDefault="007B2329" w:rsidP="007B2329">
      <w:r>
        <w:t>687.2438</w:t>
      </w:r>
      <w:r>
        <w:tab/>
        <w:t>7.300e0</w:t>
      </w:r>
    </w:p>
    <w:p w:rsidR="007B2329" w:rsidRDefault="007B2329" w:rsidP="007B2329">
      <w:r>
        <w:t>687.2492</w:t>
      </w:r>
      <w:r>
        <w:tab/>
        <w:t>1.013e0</w:t>
      </w:r>
    </w:p>
    <w:p w:rsidR="007B2329" w:rsidRDefault="007B2329" w:rsidP="007B2329">
      <w:r>
        <w:lastRenderedPageBreak/>
        <w:t>687.2637</w:t>
      </w:r>
      <w:r>
        <w:tab/>
        <w:t>6.165e0</w:t>
      </w:r>
    </w:p>
    <w:p w:rsidR="007B2329" w:rsidRDefault="007B2329" w:rsidP="007B2329">
      <w:r>
        <w:t>687.3115</w:t>
      </w:r>
      <w:r>
        <w:tab/>
        <w:t>1.025e0</w:t>
      </w:r>
    </w:p>
    <w:p w:rsidR="007B2329" w:rsidRDefault="007B2329" w:rsidP="007B2329">
      <w:r>
        <w:t>687.3495</w:t>
      </w:r>
      <w:r>
        <w:tab/>
        <w:t>1.534e2</w:t>
      </w:r>
    </w:p>
    <w:p w:rsidR="007B2329" w:rsidRDefault="007B2329" w:rsidP="007B2329">
      <w:r>
        <w:t>687.3605</w:t>
      </w:r>
      <w:r>
        <w:tab/>
        <w:t>2.176e2</w:t>
      </w:r>
    </w:p>
    <w:p w:rsidR="007B2329" w:rsidRDefault="007B2329" w:rsidP="007B2329">
      <w:r>
        <w:t>687.3718</w:t>
      </w:r>
      <w:r>
        <w:tab/>
        <w:t>1.414e1</w:t>
      </w:r>
    </w:p>
    <w:p w:rsidR="007B2329" w:rsidRDefault="007B2329" w:rsidP="007B2329">
      <w:r>
        <w:t>687.3761</w:t>
      </w:r>
      <w:r>
        <w:tab/>
        <w:t>4.428e1</w:t>
      </w:r>
    </w:p>
    <w:p w:rsidR="007B2329" w:rsidRDefault="007B2329" w:rsidP="007B2329">
      <w:r>
        <w:t>687.3799</w:t>
      </w:r>
      <w:r>
        <w:tab/>
        <w:t>3.038e0</w:t>
      </w:r>
    </w:p>
    <w:p w:rsidR="007B2329" w:rsidRDefault="007B2329" w:rsidP="007B2329">
      <w:r>
        <w:t>687.3887</w:t>
      </w:r>
      <w:r>
        <w:tab/>
        <w:t>6.153e1</w:t>
      </w:r>
    </w:p>
    <w:p w:rsidR="007B2329" w:rsidRDefault="007B2329" w:rsidP="007B2329">
      <w:r>
        <w:t>687.3937</w:t>
      </w:r>
      <w:r>
        <w:tab/>
        <w:t>1.954e2</w:t>
      </w:r>
    </w:p>
    <w:p w:rsidR="007B2329" w:rsidRDefault="007B2329" w:rsidP="007B2329">
      <w:r>
        <w:t>687.4036</w:t>
      </w:r>
      <w:r>
        <w:tab/>
        <w:t>6.261e1</w:t>
      </w:r>
    </w:p>
    <w:p w:rsidR="007B2329" w:rsidRDefault="007B2329" w:rsidP="007B2329">
      <w:r>
        <w:t>687.4672</w:t>
      </w:r>
      <w:r>
        <w:tab/>
        <w:t>6.987e1</w:t>
      </w:r>
    </w:p>
    <w:p w:rsidR="007B2329" w:rsidRDefault="007B2329" w:rsidP="007B2329">
      <w:r>
        <w:t>687.4891</w:t>
      </w:r>
      <w:r>
        <w:tab/>
        <w:t>3.038e0</w:t>
      </w:r>
    </w:p>
    <w:p w:rsidR="007B2329" w:rsidRDefault="007B2329" w:rsidP="007B2329">
      <w:r>
        <w:t>687.5128</w:t>
      </w:r>
      <w:r>
        <w:tab/>
        <w:t>2.329e1</w:t>
      </w:r>
    </w:p>
    <w:p w:rsidR="007B2329" w:rsidRDefault="007B2329" w:rsidP="007B2329">
      <w:r>
        <w:t>687.5192</w:t>
      </w:r>
      <w:r>
        <w:tab/>
        <w:t>2.329e1</w:t>
      </w:r>
    </w:p>
    <w:p w:rsidR="007B2329" w:rsidRDefault="007B2329" w:rsidP="007B2329">
      <w:r>
        <w:t>687.5349</w:t>
      </w:r>
      <w:r>
        <w:tab/>
        <w:t>7.532e0</w:t>
      </w:r>
    </w:p>
    <w:p w:rsidR="007B2329" w:rsidRDefault="007B2329" w:rsidP="007B2329">
      <w:r>
        <w:t>687.5430</w:t>
      </w:r>
      <w:r>
        <w:tab/>
        <w:t>1.013e0</w:t>
      </w:r>
    </w:p>
    <w:p w:rsidR="007B2329" w:rsidRDefault="007B2329" w:rsidP="007B2329">
      <w:r>
        <w:t>687.5667</w:t>
      </w:r>
      <w:r>
        <w:tab/>
        <w:t>2.329e1</w:t>
      </w:r>
    </w:p>
    <w:p w:rsidR="007B2329" w:rsidRDefault="007B2329" w:rsidP="007B2329">
      <w:r>
        <w:t>687.5723</w:t>
      </w:r>
      <w:r>
        <w:tab/>
        <w:t>2.969e0</w:t>
      </w:r>
    </w:p>
    <w:p w:rsidR="007B2329" w:rsidRDefault="007B2329" w:rsidP="007B2329">
      <w:r>
        <w:t>687.6343</w:t>
      </w:r>
      <w:r>
        <w:tab/>
        <w:t>6.388e0</w:t>
      </w:r>
    </w:p>
    <w:p w:rsidR="007B2329" w:rsidRDefault="007B2329" w:rsidP="007B2329">
      <w:r>
        <w:lastRenderedPageBreak/>
        <w:t>687.6361</w:t>
      </w:r>
      <w:r>
        <w:tab/>
        <w:t>2.329e1</w:t>
      </w:r>
    </w:p>
    <w:p w:rsidR="007B2329" w:rsidRDefault="007B2329" w:rsidP="007B2329">
      <w:r>
        <w:t>687.6543</w:t>
      </w:r>
      <w:r>
        <w:tab/>
        <w:t>3.038e0</w:t>
      </w:r>
    </w:p>
    <w:p w:rsidR="007B2329" w:rsidRDefault="007B2329" w:rsidP="007B2329">
      <w:r>
        <w:t>687.6581</w:t>
      </w:r>
      <w:r>
        <w:tab/>
        <w:t>1.013e0</w:t>
      </w:r>
    </w:p>
    <w:p w:rsidR="007B2329" w:rsidRDefault="007B2329" w:rsidP="007B2329">
      <w:r>
        <w:t>687.6660</w:t>
      </w:r>
      <w:r>
        <w:tab/>
        <w:t>1.113e1</w:t>
      </w:r>
    </w:p>
    <w:p w:rsidR="007B2329" w:rsidRDefault="007B2329" w:rsidP="007B2329">
      <w:r>
        <w:t>687.7083</w:t>
      </w:r>
      <w:r>
        <w:tab/>
        <w:t>7.808e-1</w:t>
      </w:r>
    </w:p>
    <w:p w:rsidR="007B2329" w:rsidRDefault="007B2329" w:rsidP="007B2329">
      <w:r>
        <w:t>687.7441</w:t>
      </w:r>
      <w:r>
        <w:tab/>
        <w:t>1.483e0</w:t>
      </w:r>
    </w:p>
    <w:p w:rsidR="007B2329" w:rsidRDefault="007B2329" w:rsidP="007B2329">
      <w:r>
        <w:t>687.7516</w:t>
      </w:r>
      <w:r>
        <w:tab/>
        <w:t>1.013e0</w:t>
      </w:r>
    </w:p>
    <w:p w:rsidR="007B2329" w:rsidRDefault="007B2329" w:rsidP="007B2329">
      <w:r>
        <w:t>687.7579</w:t>
      </w:r>
      <w:r>
        <w:tab/>
        <w:t>9.412e0</w:t>
      </w:r>
    </w:p>
    <w:p w:rsidR="007B2329" w:rsidRDefault="007B2329" w:rsidP="007B2329">
      <w:r>
        <w:t>687.7612</w:t>
      </w:r>
      <w:r>
        <w:tab/>
        <w:t>1.932e0</w:t>
      </w:r>
    </w:p>
    <w:p w:rsidR="007B2329" w:rsidRDefault="007B2329" w:rsidP="007B2329">
      <w:r>
        <w:t>687.8034</w:t>
      </w:r>
      <w:r>
        <w:tab/>
        <w:t>2.945e0</w:t>
      </w:r>
    </w:p>
    <w:p w:rsidR="007B2329" w:rsidRDefault="007B2329" w:rsidP="007B2329">
      <w:r>
        <w:t>687.8099</w:t>
      </w:r>
      <w:r>
        <w:tab/>
        <w:t>3.833e0</w:t>
      </w:r>
    </w:p>
    <w:p w:rsidR="007B2329" w:rsidRDefault="007B2329" w:rsidP="007B2329">
      <w:r>
        <w:t>687.8333</w:t>
      </w:r>
      <w:r>
        <w:tab/>
        <w:t>1.045e0</w:t>
      </w:r>
    </w:p>
    <w:p w:rsidR="007B2329" w:rsidRDefault="007B2329" w:rsidP="007B2329">
      <w:r>
        <w:t>687.8418</w:t>
      </w:r>
      <w:r>
        <w:tab/>
        <w:t>2.025e0</w:t>
      </w:r>
    </w:p>
    <w:p w:rsidR="007B2329" w:rsidRDefault="007B2329" w:rsidP="007B2329">
      <w:r>
        <w:t>687.8448</w:t>
      </w:r>
      <w:r>
        <w:tab/>
        <w:t>1.013e0</w:t>
      </w:r>
    </w:p>
    <w:p w:rsidR="007B2329" w:rsidRDefault="007B2329" w:rsidP="007B2329">
      <w:r>
        <w:t>687.8588</w:t>
      </w:r>
      <w:r>
        <w:tab/>
        <w:t>6.820e0</w:t>
      </w:r>
    </w:p>
    <w:p w:rsidR="007B2329" w:rsidRDefault="007B2329" w:rsidP="007B2329">
      <w:r>
        <w:t>687.8612</w:t>
      </w:r>
      <w:r>
        <w:tab/>
        <w:t>6.659e0</w:t>
      </w:r>
    </w:p>
    <w:p w:rsidR="007B2329" w:rsidRDefault="007B2329" w:rsidP="007B2329">
      <w:r>
        <w:t>687.8686</w:t>
      </w:r>
      <w:r>
        <w:tab/>
        <w:t>1.013e0</w:t>
      </w:r>
    </w:p>
    <w:p w:rsidR="007B2329" w:rsidRDefault="007B2329" w:rsidP="007B2329">
      <w:r>
        <w:t>687.8937</w:t>
      </w:r>
      <w:r>
        <w:tab/>
        <w:t>2.696e0</w:t>
      </w:r>
    </w:p>
    <w:p w:rsidR="007B2329" w:rsidRDefault="007B2329" w:rsidP="007B2329">
      <w:r>
        <w:t>687.9097</w:t>
      </w:r>
      <w:r>
        <w:tab/>
        <w:t>8.994e-1</w:t>
      </w:r>
    </w:p>
    <w:p w:rsidR="007B2329" w:rsidRDefault="007B2329" w:rsidP="007B2329">
      <w:r>
        <w:lastRenderedPageBreak/>
        <w:t>687.9225</w:t>
      </w:r>
      <w:r>
        <w:tab/>
        <w:t>8.824e0</w:t>
      </w:r>
    </w:p>
    <w:p w:rsidR="007B2329" w:rsidRDefault="007B2329" w:rsidP="007B2329">
      <w:r>
        <w:t>687.9399</w:t>
      </w:r>
      <w:r>
        <w:tab/>
        <w:t>2.025e0</w:t>
      </w:r>
    </w:p>
    <w:p w:rsidR="007B2329" w:rsidRDefault="007B2329" w:rsidP="007B2329">
      <w:r>
        <w:t>687.9875</w:t>
      </w:r>
      <w:r>
        <w:tab/>
        <w:t>1.025e0</w:t>
      </w:r>
    </w:p>
    <w:p w:rsidR="007B2329" w:rsidRDefault="007B2329" w:rsidP="007B2329">
      <w:r>
        <w:t>687.9906</w:t>
      </w:r>
      <w:r>
        <w:tab/>
        <w:t>2.293e0</w:t>
      </w:r>
    </w:p>
    <w:p w:rsidR="007B2329" w:rsidRDefault="007B2329" w:rsidP="007B2329">
      <w:r>
        <w:t>688.0067</w:t>
      </w:r>
      <w:r>
        <w:tab/>
        <w:t>1.577e0</w:t>
      </w:r>
    </w:p>
    <w:p w:rsidR="007B2329" w:rsidRDefault="007B2329" w:rsidP="007B2329">
      <w:r>
        <w:t>688.0370</w:t>
      </w:r>
      <w:r>
        <w:tab/>
        <w:t>1.143e1</w:t>
      </w:r>
    </w:p>
    <w:p w:rsidR="007B2329" w:rsidRDefault="007B2329" w:rsidP="007B2329">
      <w:r>
        <w:t>688.0399</w:t>
      </w:r>
      <w:r>
        <w:tab/>
        <w:t>4.950e0</w:t>
      </w:r>
    </w:p>
    <w:p w:rsidR="007B2329" w:rsidRDefault="007B2329" w:rsidP="007B2329">
      <w:r>
        <w:t>688.0489</w:t>
      </w:r>
      <w:r>
        <w:tab/>
        <w:t>3.426e0</w:t>
      </w:r>
    </w:p>
    <w:p w:rsidR="007B2329" w:rsidRDefault="007B2329" w:rsidP="007B2329">
      <w:r>
        <w:t>688.0740</w:t>
      </w:r>
      <w:r>
        <w:tab/>
        <w:t>3.987e0</w:t>
      </w:r>
    </w:p>
    <w:p w:rsidR="007B2329" w:rsidRDefault="007B2329" w:rsidP="007B2329">
      <w:r>
        <w:t>688.1114</w:t>
      </w:r>
      <w:r>
        <w:tab/>
        <w:t>1.369e1</w:t>
      </w:r>
    </w:p>
    <w:p w:rsidR="007B2329" w:rsidRDefault="007B2329" w:rsidP="007B2329">
      <w:r>
        <w:t>688.1213</w:t>
      </w:r>
      <w:r>
        <w:tab/>
        <w:t>2.025e0</w:t>
      </w:r>
    </w:p>
    <w:p w:rsidR="007B2329" w:rsidRDefault="007B2329" w:rsidP="007B2329">
      <w:r>
        <w:t>688.1535</w:t>
      </w:r>
      <w:r>
        <w:tab/>
        <w:t>2.239e0</w:t>
      </w:r>
    </w:p>
    <w:p w:rsidR="007B2329" w:rsidRDefault="007B2329" w:rsidP="007B2329">
      <w:r>
        <w:t>688.1993</w:t>
      </w:r>
      <w:r>
        <w:tab/>
        <w:t>1.013e0</w:t>
      </w:r>
    </w:p>
    <w:p w:rsidR="007B2329" w:rsidRDefault="007B2329" w:rsidP="007B2329">
      <w:r>
        <w:t>688.2050</w:t>
      </w:r>
      <w:r>
        <w:tab/>
        <w:t>3.721e0</w:t>
      </w:r>
    </w:p>
    <w:p w:rsidR="007B2329" w:rsidRDefault="007B2329" w:rsidP="007B2329">
      <w:r>
        <w:t>688.2061</w:t>
      </w:r>
      <w:r>
        <w:tab/>
        <w:t>3.149e0</w:t>
      </w:r>
    </w:p>
    <w:p w:rsidR="007B2329" w:rsidRDefault="007B2329" w:rsidP="007B2329">
      <w:r>
        <w:t>688.2156</w:t>
      </w:r>
      <w:r>
        <w:tab/>
        <w:t>1.876e0</w:t>
      </w:r>
    </w:p>
    <w:p w:rsidR="007B2329" w:rsidRDefault="007B2329" w:rsidP="007B2329">
      <w:r>
        <w:t>688.2307</w:t>
      </w:r>
      <w:r>
        <w:tab/>
        <w:t>1.245e0</w:t>
      </w:r>
    </w:p>
    <w:p w:rsidR="007B2329" w:rsidRDefault="007B2329" w:rsidP="007B2329">
      <w:r>
        <w:t>688.2817</w:t>
      </w:r>
      <w:r>
        <w:tab/>
        <w:t>4.051e0</w:t>
      </w:r>
    </w:p>
    <w:p w:rsidR="007B2329" w:rsidRDefault="007B2329" w:rsidP="007B2329">
      <w:r>
        <w:t>688.2954</w:t>
      </w:r>
      <w:r>
        <w:tab/>
        <w:t>2.025e0</w:t>
      </w:r>
    </w:p>
    <w:p w:rsidR="007B2329" w:rsidRDefault="007B2329" w:rsidP="007B2329">
      <w:r>
        <w:lastRenderedPageBreak/>
        <w:t>688.3218</w:t>
      </w:r>
      <w:r>
        <w:tab/>
        <w:t>1.592e0</w:t>
      </w:r>
    </w:p>
    <w:p w:rsidR="007B2329" w:rsidRDefault="007B2329" w:rsidP="007B2329">
      <w:r>
        <w:t>688.3501</w:t>
      </w:r>
      <w:r>
        <w:tab/>
        <w:t>6.501e0</w:t>
      </w:r>
    </w:p>
    <w:p w:rsidR="007B2329" w:rsidRDefault="007B2329" w:rsidP="007B2329">
      <w:r>
        <w:t>688.3616</w:t>
      </w:r>
      <w:r>
        <w:tab/>
        <w:t>2.196e1</w:t>
      </w:r>
    </w:p>
    <w:p w:rsidR="007B2329" w:rsidRDefault="007B2329" w:rsidP="007B2329">
      <w:r>
        <w:t>688.3716</w:t>
      </w:r>
      <w:r>
        <w:tab/>
        <w:t>1.786e1</w:t>
      </w:r>
    </w:p>
    <w:p w:rsidR="007B2329" w:rsidRDefault="007B2329" w:rsidP="007B2329">
      <w:r>
        <w:t>688.3807</w:t>
      </w:r>
      <w:r>
        <w:tab/>
        <w:t>5.344e0</w:t>
      </w:r>
    </w:p>
    <w:p w:rsidR="007B2329" w:rsidRDefault="007B2329" w:rsidP="007B2329">
      <w:r>
        <w:t>688.4075</w:t>
      </w:r>
      <w:r>
        <w:tab/>
        <w:t>3.618e0</w:t>
      </w:r>
    </w:p>
    <w:p w:rsidR="007B2329" w:rsidRDefault="007B2329" w:rsidP="007B2329">
      <w:r>
        <w:t>688.4229</w:t>
      </w:r>
      <w:r>
        <w:tab/>
        <w:t>3.210e0</w:t>
      </w:r>
    </w:p>
    <w:p w:rsidR="007B2329" w:rsidRDefault="007B2329" w:rsidP="007B2329">
      <w:r>
        <w:t>688.4868</w:t>
      </w:r>
      <w:r>
        <w:tab/>
        <w:t>2.950e0</w:t>
      </w:r>
    </w:p>
    <w:p w:rsidR="007B2329" w:rsidRDefault="007B2329" w:rsidP="007B2329">
      <w:r>
        <w:t>688.4887</w:t>
      </w:r>
      <w:r>
        <w:tab/>
        <w:t>7.882e-1</w:t>
      </w:r>
    </w:p>
    <w:p w:rsidR="007B2329" w:rsidRDefault="007B2329" w:rsidP="007B2329">
      <w:r>
        <w:t>688.5052</w:t>
      </w:r>
      <w:r>
        <w:tab/>
        <w:t>4.478e0</w:t>
      </w:r>
    </w:p>
    <w:p w:rsidR="007B2329" w:rsidRDefault="007B2329" w:rsidP="007B2329">
      <w:r>
        <w:t>688.5466</w:t>
      </w:r>
      <w:r>
        <w:tab/>
        <w:t>3.798e-2</w:t>
      </w:r>
    </w:p>
    <w:p w:rsidR="007B2329" w:rsidRDefault="007B2329" w:rsidP="007B2329">
      <w:r>
        <w:t>688.5587</w:t>
      </w:r>
      <w:r>
        <w:tab/>
        <w:t>1.013e0</w:t>
      </w:r>
    </w:p>
    <w:p w:rsidR="007B2329" w:rsidRDefault="007B2329" w:rsidP="007B2329">
      <w:r>
        <w:t>688.5758</w:t>
      </w:r>
      <w:r>
        <w:tab/>
        <w:t>1.896e0</w:t>
      </w:r>
    </w:p>
    <w:p w:rsidR="007B2329" w:rsidRDefault="007B2329" w:rsidP="007B2329">
      <w:r>
        <w:t>688.5978</w:t>
      </w:r>
      <w:r>
        <w:tab/>
        <w:t>2.511e0</w:t>
      </w:r>
    </w:p>
    <w:p w:rsidR="007B2329" w:rsidRDefault="007B2329" w:rsidP="007B2329">
      <w:r>
        <w:t>688.6114</w:t>
      </w:r>
      <w:r>
        <w:tab/>
        <w:t>4.779e0</w:t>
      </w:r>
    </w:p>
    <w:p w:rsidR="007B2329" w:rsidRDefault="007B2329" w:rsidP="007B2329">
      <w:r>
        <w:t>688.6280</w:t>
      </w:r>
      <w:r>
        <w:tab/>
        <w:t>2.048e0</w:t>
      </w:r>
    </w:p>
    <w:p w:rsidR="007B2329" w:rsidRDefault="007B2329" w:rsidP="007B2329">
      <w:r>
        <w:t>688.6505</w:t>
      </w:r>
      <w:r>
        <w:tab/>
        <w:t>3.723e0</w:t>
      </w:r>
    </w:p>
    <w:p w:rsidR="007B2329" w:rsidRDefault="007B2329" w:rsidP="007B2329">
      <w:r>
        <w:t>688.6597</w:t>
      </w:r>
      <w:r>
        <w:tab/>
        <w:t>4.051e0</w:t>
      </w:r>
    </w:p>
    <w:p w:rsidR="007B2329" w:rsidRDefault="007B2329" w:rsidP="007B2329">
      <w:r>
        <w:t>688.6755</w:t>
      </w:r>
      <w:r>
        <w:tab/>
        <w:t>1.013e0</w:t>
      </w:r>
    </w:p>
    <w:p w:rsidR="007B2329" w:rsidRDefault="007B2329" w:rsidP="007B2329">
      <w:r>
        <w:lastRenderedPageBreak/>
        <w:t>688.6949</w:t>
      </w:r>
      <w:r>
        <w:tab/>
        <w:t>2.604e0</w:t>
      </w:r>
    </w:p>
    <w:p w:rsidR="007B2329" w:rsidRDefault="007B2329" w:rsidP="007B2329">
      <w:r>
        <w:t>688.7390</w:t>
      </w:r>
      <w:r>
        <w:tab/>
        <w:t>2.507e0</w:t>
      </w:r>
    </w:p>
    <w:p w:rsidR="007B2329" w:rsidRDefault="007B2329" w:rsidP="007B2329">
      <w:r>
        <w:t>688.7422</w:t>
      </w:r>
      <w:r>
        <w:tab/>
        <w:t>1.146e0</w:t>
      </w:r>
    </w:p>
    <w:p w:rsidR="007B2329" w:rsidRDefault="007B2329" w:rsidP="007B2329">
      <w:r>
        <w:t>688.7576</w:t>
      </w:r>
      <w:r>
        <w:tab/>
        <w:t>3.769e0</w:t>
      </w:r>
    </w:p>
    <w:p w:rsidR="007B2329" w:rsidRDefault="007B2329" w:rsidP="007B2329">
      <w:r>
        <w:t>688.7850</w:t>
      </w:r>
      <w:r>
        <w:tab/>
        <w:t>6.438e0</w:t>
      </w:r>
    </w:p>
    <w:p w:rsidR="007B2329" w:rsidRDefault="007B2329" w:rsidP="007B2329">
      <w:r>
        <w:t>688.7918</w:t>
      </w:r>
      <w:r>
        <w:tab/>
        <w:t>3.096e0</w:t>
      </w:r>
    </w:p>
    <w:p w:rsidR="007B2329" w:rsidRDefault="007B2329" w:rsidP="007B2329">
      <w:r>
        <w:t>688.8031</w:t>
      </w:r>
      <w:r>
        <w:tab/>
        <w:t>1.013e0</w:t>
      </w:r>
    </w:p>
    <w:p w:rsidR="007B2329" w:rsidRDefault="007B2329" w:rsidP="007B2329">
      <w:r>
        <w:t>688.8275</w:t>
      </w:r>
      <w:r>
        <w:tab/>
        <w:t>1.013e0</w:t>
      </w:r>
    </w:p>
    <w:p w:rsidR="007B2329" w:rsidRDefault="007B2329" w:rsidP="007B2329">
      <w:r>
        <w:t>688.8555</w:t>
      </w:r>
      <w:r>
        <w:tab/>
        <w:t>1.932e0</w:t>
      </w:r>
    </w:p>
    <w:p w:rsidR="007B2329" w:rsidRDefault="007B2329" w:rsidP="007B2329">
      <w:r>
        <w:t>688.8732</w:t>
      </w:r>
      <w:r>
        <w:tab/>
        <w:t>1.160e0</w:t>
      </w:r>
    </w:p>
    <w:p w:rsidR="007B2329" w:rsidRDefault="007B2329" w:rsidP="007B2329">
      <w:r>
        <w:t>688.8757</w:t>
      </w:r>
      <w:r>
        <w:tab/>
        <w:t>2.298e0</w:t>
      </w:r>
    </w:p>
    <w:p w:rsidR="007B2329" w:rsidRDefault="007B2329" w:rsidP="007B2329">
      <w:r>
        <w:t>688.9088</w:t>
      </w:r>
      <w:r>
        <w:tab/>
        <w:t>4.256e0</w:t>
      </w:r>
    </w:p>
    <w:p w:rsidR="007B2329" w:rsidRDefault="007B2329" w:rsidP="007B2329">
      <w:r>
        <w:t>688.9099</w:t>
      </w:r>
      <w:r>
        <w:tab/>
        <w:t>1.013e0</w:t>
      </w:r>
    </w:p>
    <w:p w:rsidR="007B2329" w:rsidRDefault="007B2329" w:rsidP="007B2329">
      <w:r>
        <w:t>688.9167</w:t>
      </w:r>
      <w:r>
        <w:tab/>
        <w:t>1.495e0</w:t>
      </w:r>
    </w:p>
    <w:p w:rsidR="007B2329" w:rsidRDefault="007B2329" w:rsidP="007B2329">
      <w:r>
        <w:t>688.9329</w:t>
      </w:r>
      <w:r>
        <w:tab/>
        <w:t>1.013e0</w:t>
      </w:r>
    </w:p>
    <w:p w:rsidR="007B2329" w:rsidRDefault="007B2329" w:rsidP="007B2329">
      <w:r>
        <w:t>688.9595</w:t>
      </w:r>
      <w:r>
        <w:tab/>
        <w:t>1.276e0</w:t>
      </w:r>
    </w:p>
    <w:p w:rsidR="007B2329" w:rsidRDefault="007B2329" w:rsidP="007B2329">
      <w:r>
        <w:t>688.9644</w:t>
      </w:r>
      <w:r>
        <w:tab/>
        <w:t>2.025e0</w:t>
      </w:r>
    </w:p>
    <w:p w:rsidR="007B2329" w:rsidRDefault="007B2329" w:rsidP="007B2329">
      <w:r>
        <w:t>688.9852</w:t>
      </w:r>
      <w:r>
        <w:tab/>
        <w:t>2.929e0</w:t>
      </w:r>
    </w:p>
    <w:p w:rsidR="007B2329" w:rsidRDefault="007B2329" w:rsidP="007B2329">
      <w:r>
        <w:t>689.0031</w:t>
      </w:r>
      <w:r>
        <w:tab/>
        <w:t>1.013e0</w:t>
      </w:r>
    </w:p>
    <w:p w:rsidR="007B2329" w:rsidRDefault="007B2329" w:rsidP="007B2329">
      <w:r>
        <w:lastRenderedPageBreak/>
        <w:t>689.0150</w:t>
      </w:r>
      <w:r>
        <w:tab/>
        <w:t>2.025e0</w:t>
      </w:r>
    </w:p>
    <w:p w:rsidR="007B2329" w:rsidRDefault="007B2329" w:rsidP="007B2329">
      <w:r>
        <w:t>689.0334</w:t>
      </w:r>
      <w:r>
        <w:tab/>
        <w:t>1.924e0</w:t>
      </w:r>
    </w:p>
    <w:p w:rsidR="007B2329" w:rsidRDefault="007B2329" w:rsidP="007B2329">
      <w:r>
        <w:t>689.0465</w:t>
      </w:r>
      <w:r>
        <w:tab/>
        <w:t>6.076e0</w:t>
      </w:r>
    </w:p>
    <w:p w:rsidR="007B2329" w:rsidRDefault="007B2329" w:rsidP="007B2329">
      <w:r>
        <w:t>689.0734</w:t>
      </w:r>
      <w:r>
        <w:tab/>
        <w:t>1.013e0</w:t>
      </w:r>
    </w:p>
    <w:p w:rsidR="007B2329" w:rsidRDefault="007B2329" w:rsidP="007B2329">
      <w:r>
        <w:t>689.0750</w:t>
      </w:r>
      <w:r>
        <w:tab/>
        <w:t>2.025e0</w:t>
      </w:r>
    </w:p>
    <w:p w:rsidR="007B2329" w:rsidRDefault="007B2329" w:rsidP="007B2329">
      <w:r>
        <w:t>689.1023</w:t>
      </w:r>
      <w:r>
        <w:tab/>
        <w:t>1.953e0</w:t>
      </w:r>
    </w:p>
    <w:p w:rsidR="007B2329" w:rsidRDefault="007B2329" w:rsidP="007B2329">
      <w:r>
        <w:t>689.1377</w:t>
      </w:r>
      <w:r>
        <w:tab/>
        <w:t>4.474e0</w:t>
      </w:r>
    </w:p>
    <w:p w:rsidR="007B2329" w:rsidRDefault="007B2329" w:rsidP="007B2329">
      <w:r>
        <w:t>689.1529</w:t>
      </w:r>
      <w:r>
        <w:tab/>
        <w:t>2.025e0</w:t>
      </w:r>
    </w:p>
    <w:p w:rsidR="007B2329" w:rsidRDefault="007B2329" w:rsidP="007B2329">
      <w:r>
        <w:t>689.1965</w:t>
      </w:r>
      <w:r>
        <w:tab/>
        <w:t>2.439e0</w:t>
      </w:r>
    </w:p>
    <w:p w:rsidR="007B2329" w:rsidRDefault="007B2329" w:rsidP="007B2329">
      <w:r>
        <w:t>689.2009</w:t>
      </w:r>
      <w:r>
        <w:tab/>
        <w:t>1.859e0</w:t>
      </w:r>
    </w:p>
    <w:p w:rsidR="007B2329" w:rsidRDefault="007B2329" w:rsidP="007B2329">
      <w:r>
        <w:t>689.2335</w:t>
      </w:r>
      <w:r>
        <w:tab/>
        <w:t>4.051e0</w:t>
      </w:r>
    </w:p>
    <w:p w:rsidR="007B2329" w:rsidRDefault="007B2329" w:rsidP="007B2329">
      <w:r>
        <w:t>689.2661</w:t>
      </w:r>
      <w:r>
        <w:tab/>
        <w:t>2.757e0</w:t>
      </w:r>
    </w:p>
    <w:p w:rsidR="007B2329" w:rsidRDefault="007B2329" w:rsidP="007B2329">
      <w:r>
        <w:t>689.2703</w:t>
      </w:r>
      <w:r>
        <w:tab/>
        <w:t>1.489e0</w:t>
      </w:r>
    </w:p>
    <w:p w:rsidR="007B2329" w:rsidRDefault="007B2329" w:rsidP="007B2329">
      <w:r>
        <w:t>689.2865</w:t>
      </w:r>
      <w:r>
        <w:tab/>
        <w:t>3.659e0</w:t>
      </w:r>
    </w:p>
    <w:p w:rsidR="007B2329" w:rsidRDefault="007B2329" w:rsidP="007B2329">
      <w:r>
        <w:t>689.2906</w:t>
      </w:r>
      <w:r>
        <w:tab/>
        <w:t>2.873e0</w:t>
      </w:r>
    </w:p>
    <w:p w:rsidR="007B2329" w:rsidRDefault="007B2329" w:rsidP="007B2329">
      <w:r>
        <w:t>689.3655</w:t>
      </w:r>
      <w:r>
        <w:tab/>
        <w:t>7.443e0</w:t>
      </w:r>
    </w:p>
    <w:p w:rsidR="007B2329" w:rsidRDefault="007B2329" w:rsidP="007B2329">
      <w:r>
        <w:t>689.3768</w:t>
      </w:r>
      <w:r>
        <w:tab/>
        <w:t>1.754e0</w:t>
      </w:r>
    </w:p>
    <w:p w:rsidR="007B2329" w:rsidRDefault="007B2329" w:rsidP="007B2329">
      <w:r>
        <w:t>689.4070</w:t>
      </w:r>
      <w:r>
        <w:tab/>
        <w:t>3.108e1</w:t>
      </w:r>
    </w:p>
    <w:p w:rsidR="007B2329" w:rsidRDefault="007B2329" w:rsidP="007B2329">
      <w:r>
        <w:t>689.4121</w:t>
      </w:r>
      <w:r>
        <w:tab/>
        <w:t>6.453e1</w:t>
      </w:r>
    </w:p>
    <w:p w:rsidR="007B2329" w:rsidRDefault="007B2329" w:rsidP="007B2329">
      <w:r>
        <w:lastRenderedPageBreak/>
        <w:t>689.4145</w:t>
      </w:r>
      <w:r>
        <w:tab/>
        <w:t>5.130e1</w:t>
      </w:r>
    </w:p>
    <w:p w:rsidR="007B2329" w:rsidRDefault="007B2329" w:rsidP="007B2329">
      <w:r>
        <w:t>689.4160</w:t>
      </w:r>
      <w:r>
        <w:tab/>
        <w:t>1.171e1</w:t>
      </w:r>
    </w:p>
    <w:p w:rsidR="007B2329" w:rsidRDefault="007B2329" w:rsidP="007B2329">
      <w:r>
        <w:t>689.4177</w:t>
      </w:r>
      <w:r>
        <w:tab/>
        <w:t>2.088e1</w:t>
      </w:r>
    </w:p>
    <w:p w:rsidR="007B2329" w:rsidRDefault="007B2329" w:rsidP="007B2329">
      <w:r>
        <w:t>689.4319</w:t>
      </w:r>
      <w:r>
        <w:tab/>
        <w:t>6.910e0</w:t>
      </w:r>
    </w:p>
    <w:p w:rsidR="007B2329" w:rsidRDefault="007B2329" w:rsidP="007B2329">
      <w:r>
        <w:t>689.4341</w:t>
      </w:r>
      <w:r>
        <w:tab/>
        <w:t>1.507e1</w:t>
      </w:r>
    </w:p>
    <w:p w:rsidR="007B2329" w:rsidRDefault="007B2329" w:rsidP="007B2329">
      <w:r>
        <w:t>689.4586</w:t>
      </w:r>
      <w:r>
        <w:tab/>
        <w:t>1.013e0</w:t>
      </w:r>
    </w:p>
    <w:p w:rsidR="007B2329" w:rsidRDefault="007B2329" w:rsidP="007B2329">
      <w:r>
        <w:t>689.5205</w:t>
      </w:r>
      <w:r>
        <w:tab/>
        <w:t>1.173e0</w:t>
      </w:r>
    </w:p>
    <w:p w:rsidR="007B2329" w:rsidRDefault="007B2329" w:rsidP="007B2329">
      <w:r>
        <w:t>689.5482</w:t>
      </w:r>
      <w:r>
        <w:tab/>
        <w:t>2.025e0</w:t>
      </w:r>
    </w:p>
    <w:p w:rsidR="007B2329" w:rsidRDefault="007B2329" w:rsidP="007B2329">
      <w:r>
        <w:t>689.5651</w:t>
      </w:r>
      <w:r>
        <w:tab/>
        <w:t>2.500e0</w:t>
      </w:r>
    </w:p>
    <w:p w:rsidR="007B2329" w:rsidRDefault="007B2329" w:rsidP="007B2329">
      <w:r>
        <w:t>689.5731</w:t>
      </w:r>
      <w:r>
        <w:tab/>
        <w:t>2.431e0</w:t>
      </w:r>
    </w:p>
    <w:p w:rsidR="007B2329" w:rsidRDefault="007B2329" w:rsidP="007B2329">
      <w:r>
        <w:t>689.5880</w:t>
      </w:r>
      <w:r>
        <w:tab/>
        <w:t>2.532e0</w:t>
      </w:r>
    </w:p>
    <w:p w:rsidR="007B2329" w:rsidRDefault="007B2329" w:rsidP="007B2329">
      <w:r>
        <w:t>689.5919</w:t>
      </w:r>
      <w:r>
        <w:tab/>
        <w:t>1.943e0</w:t>
      </w:r>
    </w:p>
    <w:p w:rsidR="007B2329" w:rsidRDefault="007B2329" w:rsidP="007B2329">
      <w:r>
        <w:t>689.6024</w:t>
      </w:r>
      <w:r>
        <w:tab/>
        <w:t>3.038e0</w:t>
      </w:r>
    </w:p>
    <w:p w:rsidR="007B2329" w:rsidRDefault="007B2329" w:rsidP="007B2329">
      <w:r>
        <w:t>689.6134</w:t>
      </w:r>
      <w:r>
        <w:tab/>
        <w:t>1.183e0</w:t>
      </w:r>
    </w:p>
    <w:p w:rsidR="007B2329" w:rsidRDefault="007B2329" w:rsidP="007B2329">
      <w:r>
        <w:t>689.6412</w:t>
      </w:r>
      <w:r>
        <w:tab/>
        <w:t>1.025e0</w:t>
      </w:r>
    </w:p>
    <w:p w:rsidR="007B2329" w:rsidRDefault="007B2329" w:rsidP="007B2329">
      <w:r>
        <w:t>689.6588</w:t>
      </w:r>
      <w:r>
        <w:tab/>
        <w:t>3.551e0</w:t>
      </w:r>
    </w:p>
    <w:p w:rsidR="007B2329" w:rsidRDefault="007B2329" w:rsidP="007B2329">
      <w:r>
        <w:t>689.6600</w:t>
      </w:r>
      <w:r>
        <w:tab/>
        <w:t>1.095e0</w:t>
      </w:r>
    </w:p>
    <w:p w:rsidR="007B2329" w:rsidRDefault="007B2329" w:rsidP="007B2329">
      <w:r>
        <w:t>689.7064</w:t>
      </w:r>
      <w:r>
        <w:tab/>
        <w:t>4.011e0</w:t>
      </w:r>
    </w:p>
    <w:p w:rsidR="007B2329" w:rsidRDefault="007B2329" w:rsidP="007B2329">
      <w:r>
        <w:t>689.7079</w:t>
      </w:r>
      <w:r>
        <w:tab/>
        <w:t>1.671e0</w:t>
      </w:r>
    </w:p>
    <w:p w:rsidR="007B2329" w:rsidRDefault="007B2329" w:rsidP="007B2329">
      <w:r>
        <w:lastRenderedPageBreak/>
        <w:t>689.7273</w:t>
      </w:r>
      <w:r>
        <w:tab/>
        <w:t>2.395e0</w:t>
      </w:r>
    </w:p>
    <w:p w:rsidR="007B2329" w:rsidRDefault="007B2329" w:rsidP="007B2329">
      <w:r>
        <w:t>689.7352</w:t>
      </w:r>
      <w:r>
        <w:tab/>
        <w:t>1.013e0</w:t>
      </w:r>
    </w:p>
    <w:p w:rsidR="007B2329" w:rsidRDefault="007B2329" w:rsidP="007B2329">
      <w:r>
        <w:t>689.7456</w:t>
      </w:r>
      <w:r>
        <w:tab/>
        <w:t>1.025e0</w:t>
      </w:r>
    </w:p>
    <w:p w:rsidR="007B2329" w:rsidRDefault="007B2329" w:rsidP="007B2329">
      <w:r>
        <w:t>689.7953</w:t>
      </w:r>
      <w:r>
        <w:tab/>
        <w:t>3.098e0</w:t>
      </w:r>
    </w:p>
    <w:p w:rsidR="007B2329" w:rsidRDefault="007B2329" w:rsidP="007B2329">
      <w:r>
        <w:t>689.8044</w:t>
      </w:r>
      <w:r>
        <w:tab/>
        <w:t>1.013e0</w:t>
      </w:r>
    </w:p>
    <w:p w:rsidR="007B2329" w:rsidRDefault="007B2329" w:rsidP="007B2329">
      <w:r>
        <w:t>689.8440</w:t>
      </w:r>
      <w:r>
        <w:tab/>
        <w:t>1.901e0</w:t>
      </w:r>
    </w:p>
    <w:p w:rsidR="007B2329" w:rsidRDefault="007B2329" w:rsidP="007B2329">
      <w:r>
        <w:t>689.8959</w:t>
      </w:r>
      <w:r>
        <w:tab/>
        <w:t>2.441e0</w:t>
      </w:r>
    </w:p>
    <w:p w:rsidR="007B2329" w:rsidRDefault="007B2329" w:rsidP="007B2329">
      <w:r>
        <w:t>689.9048</w:t>
      </w:r>
      <w:r>
        <w:tab/>
        <w:t>2.697e0</w:t>
      </w:r>
    </w:p>
    <w:p w:rsidR="007B2329" w:rsidRDefault="007B2329" w:rsidP="007B2329">
      <w:r>
        <w:t>690.0231</w:t>
      </w:r>
      <w:r>
        <w:tab/>
        <w:t>1.927e0</w:t>
      </w:r>
    </w:p>
    <w:p w:rsidR="007B2329" w:rsidRDefault="007B2329" w:rsidP="007B2329">
      <w:r>
        <w:t>690.0344</w:t>
      </w:r>
      <w:r>
        <w:tab/>
        <w:t>1.013e0</w:t>
      </w:r>
    </w:p>
    <w:p w:rsidR="007B2329" w:rsidRDefault="007B2329" w:rsidP="007B2329">
      <w:r>
        <w:t>690.1009</w:t>
      </w:r>
      <w:r>
        <w:tab/>
        <w:t>1.042e0</w:t>
      </w:r>
    </w:p>
    <w:p w:rsidR="007B2329" w:rsidRDefault="007B2329" w:rsidP="007B2329">
      <w:r>
        <w:t>690.1107</w:t>
      </w:r>
      <w:r>
        <w:tab/>
        <w:t>1.679e0</w:t>
      </w:r>
    </w:p>
    <w:p w:rsidR="007B2329" w:rsidRDefault="007B2329" w:rsidP="007B2329">
      <w:r>
        <w:t>690.1491</w:t>
      </w:r>
      <w:r>
        <w:tab/>
        <w:t>1.013e0</w:t>
      </w:r>
    </w:p>
    <w:p w:rsidR="007B2329" w:rsidRDefault="007B2329" w:rsidP="007B2329">
      <w:r>
        <w:t>690.1505</w:t>
      </w:r>
      <w:r>
        <w:tab/>
        <w:t>2.750e0</w:t>
      </w:r>
    </w:p>
    <w:p w:rsidR="007B2329" w:rsidRDefault="007B2329" w:rsidP="007B2329">
      <w:r>
        <w:t>690.1750</w:t>
      </w:r>
      <w:r>
        <w:tab/>
        <w:t>1.013e0</w:t>
      </w:r>
    </w:p>
    <w:p w:rsidR="007B2329" w:rsidRDefault="007B2329" w:rsidP="007B2329">
      <w:r>
        <w:t>690.1860</w:t>
      </w:r>
      <w:r>
        <w:tab/>
        <w:t>7.955e-1</w:t>
      </w:r>
    </w:p>
    <w:p w:rsidR="007B2329" w:rsidRDefault="007B2329" w:rsidP="007B2329">
      <w:r>
        <w:t>690.2047</w:t>
      </w:r>
      <w:r>
        <w:tab/>
        <w:t>2.025e0</w:t>
      </w:r>
    </w:p>
    <w:p w:rsidR="007B2329" w:rsidRDefault="007B2329" w:rsidP="007B2329">
      <w:r>
        <w:t>690.2507</w:t>
      </w:r>
      <w:r>
        <w:tab/>
        <w:t>1.659e0</w:t>
      </w:r>
    </w:p>
    <w:p w:rsidR="007B2329" w:rsidRDefault="007B2329" w:rsidP="007B2329">
      <w:r>
        <w:t>690.4274</w:t>
      </w:r>
      <w:r>
        <w:tab/>
        <w:t>2.471e0</w:t>
      </w:r>
    </w:p>
    <w:p w:rsidR="007B2329" w:rsidRDefault="007B2329" w:rsidP="007B2329">
      <w:r>
        <w:lastRenderedPageBreak/>
        <w:t>690.5035</w:t>
      </w:r>
      <w:r>
        <w:tab/>
        <w:t>1.013e0</w:t>
      </w:r>
    </w:p>
    <w:p w:rsidR="007B2329" w:rsidRDefault="007B2329" w:rsidP="007B2329">
      <w:r>
        <w:t>690.5417</w:t>
      </w:r>
      <w:r>
        <w:tab/>
        <w:t>3.210e0</w:t>
      </w:r>
    </w:p>
    <w:p w:rsidR="007B2329" w:rsidRDefault="007B2329" w:rsidP="007B2329">
      <w:r>
        <w:t>690.5856</w:t>
      </w:r>
      <w:r>
        <w:tab/>
        <w:t>1.524e0</w:t>
      </w:r>
    </w:p>
    <w:p w:rsidR="007B2329" w:rsidRDefault="007B2329" w:rsidP="007B2329">
      <w:r>
        <w:t>690.6062</w:t>
      </w:r>
      <w:r>
        <w:tab/>
        <w:t>2.199e0</w:t>
      </w:r>
    </w:p>
    <w:p w:rsidR="007B2329" w:rsidRDefault="007B2329" w:rsidP="007B2329">
      <w:r>
        <w:t>690.6246</w:t>
      </w:r>
      <w:r>
        <w:tab/>
        <w:t>1.730e0</w:t>
      </w:r>
    </w:p>
    <w:p w:rsidR="007B2329" w:rsidRDefault="007B2329" w:rsidP="007B2329">
      <w:r>
        <w:t>690.6447</w:t>
      </w:r>
      <w:r>
        <w:tab/>
        <w:t>2.025e0</w:t>
      </w:r>
    </w:p>
    <w:p w:rsidR="007B2329" w:rsidRDefault="007B2329" w:rsidP="007B2329">
      <w:r>
        <w:t>690.7501</w:t>
      </w:r>
      <w:r>
        <w:tab/>
        <w:t>2.025e0</w:t>
      </w:r>
    </w:p>
    <w:p w:rsidR="007B2329" w:rsidRDefault="007B2329" w:rsidP="007B2329">
      <w:r>
        <w:t>690.8442</w:t>
      </w:r>
      <w:r>
        <w:tab/>
        <w:t>1.013e0</w:t>
      </w:r>
    </w:p>
    <w:p w:rsidR="007B2329" w:rsidRDefault="007B2329" w:rsidP="007B2329">
      <w:r>
        <w:t>690.8557</w:t>
      </w:r>
      <w:r>
        <w:tab/>
        <w:t>1.932e0</w:t>
      </w:r>
    </w:p>
    <w:p w:rsidR="007B2329" w:rsidRDefault="007B2329" w:rsidP="007B2329">
      <w:r>
        <w:t>690.9196</w:t>
      </w:r>
      <w:r>
        <w:tab/>
        <w:t>2.025e0</w:t>
      </w:r>
    </w:p>
    <w:p w:rsidR="007B2329" w:rsidRDefault="007B2329" w:rsidP="007B2329">
      <w:r>
        <w:t>690.9320</w:t>
      </w:r>
      <w:r>
        <w:tab/>
        <w:t>1.747e0</w:t>
      </w:r>
    </w:p>
    <w:p w:rsidR="007B2329" w:rsidRDefault="007B2329" w:rsidP="007B2329">
      <w:r>
        <w:t>690.9777</w:t>
      </w:r>
      <w:r>
        <w:tab/>
        <w:t>1.266e-2</w:t>
      </w:r>
    </w:p>
    <w:p w:rsidR="007B2329" w:rsidRDefault="007B2329" w:rsidP="007B2329">
      <w:r>
        <w:t>690.9942</w:t>
      </w:r>
      <w:r>
        <w:tab/>
        <w:t>1.013e0</w:t>
      </w:r>
    </w:p>
    <w:p w:rsidR="007B2329" w:rsidRDefault="007B2329" w:rsidP="007B2329">
      <w:r>
        <w:t>691.0480</w:t>
      </w:r>
      <w:r>
        <w:tab/>
        <w:t>1.519e0</w:t>
      </w:r>
    </w:p>
    <w:p w:rsidR="007B2329" w:rsidRDefault="007B2329" w:rsidP="007B2329">
      <w:r>
        <w:t>691.0937</w:t>
      </w:r>
      <w:r>
        <w:tab/>
        <w:t>2.401e0</w:t>
      </w:r>
    </w:p>
    <w:p w:rsidR="007B2329" w:rsidRDefault="007B2329" w:rsidP="007B2329">
      <w:r>
        <w:t>691.0981</w:t>
      </w:r>
      <w:r>
        <w:tab/>
        <w:t>1.013e0</w:t>
      </w:r>
    </w:p>
    <w:p w:rsidR="007B2329" w:rsidRDefault="007B2329" w:rsidP="007B2329">
      <w:r>
        <w:t>691.1539</w:t>
      </w:r>
      <w:r>
        <w:tab/>
        <w:t>1.009e-1</w:t>
      </w:r>
    </w:p>
    <w:p w:rsidR="007B2329" w:rsidRDefault="007B2329" w:rsidP="007B2329">
      <w:r>
        <w:t>691.2197</w:t>
      </w:r>
      <w:r>
        <w:tab/>
        <w:t>1.426e0</w:t>
      </w:r>
    </w:p>
    <w:p w:rsidR="007B2329" w:rsidRDefault="007B2329" w:rsidP="007B2329">
      <w:r>
        <w:t>691.2719</w:t>
      </w:r>
      <w:r>
        <w:tab/>
        <w:t>4.051e0</w:t>
      </w:r>
    </w:p>
    <w:p w:rsidR="007B2329" w:rsidRDefault="007B2329" w:rsidP="007B2329">
      <w:r>
        <w:lastRenderedPageBreak/>
        <w:t>691.2995</w:t>
      </w:r>
      <w:r>
        <w:tab/>
        <w:t>1.154e0</w:t>
      </w:r>
    </w:p>
    <w:p w:rsidR="007B2329" w:rsidRDefault="007B2329" w:rsidP="007B2329">
      <w:r>
        <w:t>691.3462</w:t>
      </w:r>
      <w:r>
        <w:tab/>
        <w:t>4.365e0</w:t>
      </w:r>
    </w:p>
    <w:p w:rsidR="007B2329" w:rsidRDefault="007B2329" w:rsidP="007B2329">
      <w:r>
        <w:t>691.4948</w:t>
      </w:r>
      <w:r>
        <w:tab/>
        <w:t>1.013e0</w:t>
      </w:r>
    </w:p>
    <w:p w:rsidR="007B2329" w:rsidRDefault="007B2329" w:rsidP="007B2329">
      <w:r>
        <w:t>691.6108</w:t>
      </w:r>
      <w:r>
        <w:tab/>
        <w:t>1.973e0</w:t>
      </w:r>
    </w:p>
    <w:p w:rsidR="007B2329" w:rsidRDefault="007B2329" w:rsidP="007B2329">
      <w:r>
        <w:t>691.6329</w:t>
      </w:r>
      <w:r>
        <w:tab/>
        <w:t>1.013e0</w:t>
      </w:r>
    </w:p>
    <w:p w:rsidR="007B2329" w:rsidRDefault="007B2329" w:rsidP="007B2329">
      <w:r>
        <w:t>691.7173</w:t>
      </w:r>
      <w:r>
        <w:tab/>
        <w:t>1.309e0</w:t>
      </w:r>
    </w:p>
    <w:p w:rsidR="007B2329" w:rsidRDefault="007B2329" w:rsidP="007B2329">
      <w:r>
        <w:t>691.8571</w:t>
      </w:r>
      <w:r>
        <w:tab/>
        <w:t>1.013e0</w:t>
      </w:r>
    </w:p>
    <w:p w:rsidR="007B2329" w:rsidRDefault="007B2329" w:rsidP="007B2329">
      <w:r>
        <w:t>691.8732</w:t>
      </w:r>
      <w:r>
        <w:tab/>
        <w:t>6.406e0</w:t>
      </w:r>
    </w:p>
    <w:p w:rsidR="007B2329" w:rsidRDefault="007B2329" w:rsidP="007B2329">
      <w:r>
        <w:t>691.9084</w:t>
      </w:r>
      <w:r>
        <w:tab/>
        <w:t>3.204e0</w:t>
      </w:r>
    </w:p>
    <w:p w:rsidR="007B2329" w:rsidRDefault="007B2329" w:rsidP="007B2329">
      <w:r>
        <w:t>691.9130</w:t>
      </w:r>
      <w:r>
        <w:tab/>
        <w:t>1.561e0</w:t>
      </w:r>
    </w:p>
    <w:p w:rsidR="007B2329" w:rsidRDefault="007B2329" w:rsidP="007B2329">
      <w:r>
        <w:t>691.9249</w:t>
      </w:r>
      <w:r>
        <w:tab/>
        <w:t>1.013e0</w:t>
      </w:r>
    </w:p>
    <w:p w:rsidR="007B2329" w:rsidRDefault="007B2329" w:rsidP="007B2329">
      <w:r>
        <w:t>691.9598</w:t>
      </w:r>
      <w:r>
        <w:tab/>
        <w:t>1.013e0</w:t>
      </w:r>
    </w:p>
    <w:p w:rsidR="007B2329" w:rsidRDefault="007B2329" w:rsidP="007B2329">
      <w:r>
        <w:t>692.0024</w:t>
      </w:r>
      <w:r>
        <w:tab/>
        <w:t>1.810e0</w:t>
      </w:r>
    </w:p>
    <w:p w:rsidR="007B2329" w:rsidRDefault="007B2329" w:rsidP="007B2329">
      <w:r>
        <w:t>692.0070</w:t>
      </w:r>
      <w:r>
        <w:tab/>
        <w:t>1.013e0</w:t>
      </w:r>
    </w:p>
    <w:p w:rsidR="007B2329" w:rsidRDefault="007B2329" w:rsidP="007B2329">
      <w:r>
        <w:t>692.0161</w:t>
      </w:r>
      <w:r>
        <w:tab/>
        <w:t>4.051e0</w:t>
      </w:r>
    </w:p>
    <w:p w:rsidR="007B2329" w:rsidRDefault="007B2329" w:rsidP="007B2329">
      <w:r>
        <w:t>692.0740</w:t>
      </w:r>
      <w:r>
        <w:tab/>
        <w:t>1.663e0</w:t>
      </w:r>
    </w:p>
    <w:p w:rsidR="007B2329" w:rsidRDefault="007B2329" w:rsidP="007B2329">
      <w:r>
        <w:t>692.0892</w:t>
      </w:r>
      <w:r>
        <w:tab/>
        <w:t>1.013e0</w:t>
      </w:r>
    </w:p>
    <w:p w:rsidR="007B2329" w:rsidRDefault="007B2329" w:rsidP="007B2329">
      <w:r>
        <w:t>692.1110</w:t>
      </w:r>
      <w:r>
        <w:tab/>
        <w:t>3.449e0</w:t>
      </w:r>
    </w:p>
    <w:p w:rsidR="007B2329" w:rsidRDefault="007B2329" w:rsidP="007B2329">
      <w:r>
        <w:t>692.1486</w:t>
      </w:r>
      <w:r>
        <w:tab/>
        <w:t>1.597e0</w:t>
      </w:r>
    </w:p>
    <w:p w:rsidR="007B2329" w:rsidRDefault="007B2329" w:rsidP="007B2329">
      <w:r>
        <w:lastRenderedPageBreak/>
        <w:t>692.1721</w:t>
      </w:r>
      <w:r>
        <w:tab/>
        <w:t>4.015e0</w:t>
      </w:r>
    </w:p>
    <w:p w:rsidR="007B2329" w:rsidRDefault="007B2329" w:rsidP="007B2329">
      <w:r>
        <w:t>692.2303</w:t>
      </w:r>
      <w:r>
        <w:tab/>
        <w:t>1.013e0</w:t>
      </w:r>
    </w:p>
    <w:p w:rsidR="007B2329" w:rsidRDefault="007B2329" w:rsidP="007B2329">
      <w:r>
        <w:t>692.2408</w:t>
      </w:r>
      <w:r>
        <w:tab/>
        <w:t>2.025e0</w:t>
      </w:r>
    </w:p>
    <w:p w:rsidR="007B2329" w:rsidRDefault="007B2329" w:rsidP="007B2329">
      <w:r>
        <w:t>692.3012</w:t>
      </w:r>
      <w:r>
        <w:tab/>
        <w:t>1.013e0</w:t>
      </w:r>
    </w:p>
    <w:p w:rsidR="007B2329" w:rsidRDefault="007B2329" w:rsidP="007B2329">
      <w:r>
        <w:t>692.3864</w:t>
      </w:r>
      <w:r>
        <w:tab/>
        <w:t>3.342e0</w:t>
      </w:r>
    </w:p>
    <w:p w:rsidR="007B2329" w:rsidRDefault="007B2329" w:rsidP="007B2329">
      <w:r>
        <w:t>692.5361</w:t>
      </w:r>
      <w:r>
        <w:tab/>
        <w:t>1.013e0</w:t>
      </w:r>
    </w:p>
    <w:p w:rsidR="007B2329" w:rsidRDefault="007B2329" w:rsidP="007B2329">
      <w:r>
        <w:t>692.5759</w:t>
      </w:r>
      <w:r>
        <w:tab/>
        <w:t>3.038e0</w:t>
      </w:r>
    </w:p>
    <w:p w:rsidR="007B2329" w:rsidRDefault="007B2329" w:rsidP="007B2329">
      <w:r>
        <w:t>692.6420</w:t>
      </w:r>
      <w:r>
        <w:tab/>
        <w:t>2.025e0</w:t>
      </w:r>
    </w:p>
    <w:p w:rsidR="007B2329" w:rsidRDefault="007B2329" w:rsidP="007B2329">
      <w:r>
        <w:t>692.7128</w:t>
      </w:r>
      <w:r>
        <w:tab/>
        <w:t>1.013e0</w:t>
      </w:r>
    </w:p>
    <w:p w:rsidR="007B2329" w:rsidRDefault="007B2329" w:rsidP="007B2329">
      <w:r>
        <w:t>692.7833</w:t>
      </w:r>
      <w:r>
        <w:tab/>
        <w:t>1.013e0</w:t>
      </w:r>
    </w:p>
    <w:p w:rsidR="007B2329" w:rsidRDefault="007B2329" w:rsidP="007B2329">
      <w:r>
        <w:t>692.8190</w:t>
      </w:r>
      <w:r>
        <w:tab/>
        <w:t>1.013e0</w:t>
      </w:r>
    </w:p>
    <w:p w:rsidR="007B2329" w:rsidRDefault="007B2329" w:rsidP="007B2329">
      <w:r>
        <w:t>692.8412</w:t>
      </w:r>
      <w:r>
        <w:tab/>
        <w:t>1.797e0</w:t>
      </w:r>
    </w:p>
    <w:p w:rsidR="007B2329" w:rsidRDefault="007B2329" w:rsidP="007B2329">
      <w:r>
        <w:t>692.8901</w:t>
      </w:r>
      <w:r>
        <w:tab/>
        <w:t>2.025e0</w:t>
      </w:r>
    </w:p>
    <w:p w:rsidR="007B2329" w:rsidRDefault="007B2329" w:rsidP="007B2329">
      <w:r>
        <w:t>692.9781</w:t>
      </w:r>
      <w:r>
        <w:tab/>
        <w:t>2.025e0</w:t>
      </w:r>
    </w:p>
    <w:p w:rsidR="007B2329" w:rsidRDefault="007B2329" w:rsidP="007B2329">
      <w:r>
        <w:t>692.9908</w:t>
      </w:r>
      <w:r>
        <w:tab/>
        <w:t>2.359e0</w:t>
      </w:r>
    </w:p>
    <w:p w:rsidR="007B2329" w:rsidRDefault="007B2329" w:rsidP="007B2329">
      <w:r>
        <w:t>693.1076</w:t>
      </w:r>
      <w:r>
        <w:tab/>
        <w:t>2.025e0</w:t>
      </w:r>
    </w:p>
    <w:p w:rsidR="007B2329" w:rsidRDefault="007B2329" w:rsidP="007B2329">
      <w:r>
        <w:t>693.1971</w:t>
      </w:r>
      <w:r>
        <w:tab/>
        <w:t>2.309e0</w:t>
      </w:r>
    </w:p>
    <w:p w:rsidR="007B2329" w:rsidRDefault="007B2329" w:rsidP="007B2329">
      <w:r>
        <w:t>693.2097</w:t>
      </w:r>
      <w:r>
        <w:tab/>
        <w:t>4.322e0</w:t>
      </w:r>
    </w:p>
    <w:p w:rsidR="007B2329" w:rsidRDefault="007B2329" w:rsidP="007B2329">
      <w:r>
        <w:t>693.2192</w:t>
      </w:r>
      <w:r>
        <w:tab/>
        <w:t>1.013e0</w:t>
      </w:r>
    </w:p>
    <w:p w:rsidR="007B2329" w:rsidRDefault="007B2329" w:rsidP="007B2329">
      <w:r>
        <w:lastRenderedPageBreak/>
        <w:t>693.3226</w:t>
      </w:r>
      <w:r>
        <w:tab/>
        <w:t>1.013e0</w:t>
      </w:r>
    </w:p>
    <w:p w:rsidR="007B2329" w:rsidRDefault="007B2329" w:rsidP="007B2329">
      <w:r>
        <w:t>693.4908</w:t>
      </w:r>
      <w:r>
        <w:tab/>
        <w:t>2.461e0</w:t>
      </w:r>
    </w:p>
    <w:p w:rsidR="007B2329" w:rsidRDefault="007B2329" w:rsidP="007B2329">
      <w:r>
        <w:t>693.5938</w:t>
      </w:r>
      <w:r>
        <w:tab/>
        <w:t>3.038e0</w:t>
      </w:r>
    </w:p>
    <w:p w:rsidR="007B2329" w:rsidRDefault="007B2329" w:rsidP="007B2329">
      <w:r>
        <w:t>693.6549</w:t>
      </w:r>
      <w:r>
        <w:tab/>
        <w:t>1.013e0</w:t>
      </w:r>
    </w:p>
    <w:p w:rsidR="007B2329" w:rsidRDefault="007B2329" w:rsidP="007B2329">
      <w:r>
        <w:t>693.6901</w:t>
      </w:r>
      <w:r>
        <w:tab/>
        <w:t>1.013e0</w:t>
      </w:r>
    </w:p>
    <w:p w:rsidR="007B2329" w:rsidRDefault="007B2329" w:rsidP="007B2329">
      <w:r>
        <w:t>693.7498</w:t>
      </w:r>
      <w:r>
        <w:tab/>
        <w:t>3.038e0</w:t>
      </w:r>
    </w:p>
    <w:p w:rsidR="007B2329" w:rsidRDefault="007B2329" w:rsidP="007B2329">
      <w:r>
        <w:t>693.7559</w:t>
      </w:r>
      <w:r>
        <w:tab/>
        <w:t>3.038e0</w:t>
      </w:r>
    </w:p>
    <w:p w:rsidR="007B2329" w:rsidRDefault="007B2329" w:rsidP="007B2329">
      <w:r>
        <w:t>693.7997</w:t>
      </w:r>
      <w:r>
        <w:tab/>
        <w:t>2.025e0</w:t>
      </w:r>
    </w:p>
    <w:p w:rsidR="007B2329" w:rsidRDefault="007B2329" w:rsidP="007B2329">
      <w:r>
        <w:t>693.9266</w:t>
      </w:r>
      <w:r>
        <w:tab/>
        <w:t>1.013e0</w:t>
      </w:r>
    </w:p>
    <w:p w:rsidR="007B2329" w:rsidRDefault="007B2329" w:rsidP="007B2329">
      <w:r>
        <w:t>694.0475</w:t>
      </w:r>
      <w:r>
        <w:tab/>
        <w:t>1.013e0</w:t>
      </w:r>
    </w:p>
    <w:p w:rsidR="007B2329" w:rsidRDefault="007B2329" w:rsidP="007B2329">
      <w:r>
        <w:t>694.0871</w:t>
      </w:r>
      <w:r>
        <w:tab/>
        <w:t>1.607e0</w:t>
      </w:r>
    </w:p>
    <w:p w:rsidR="007B2329" w:rsidRDefault="007B2329" w:rsidP="007B2329">
      <w:r>
        <w:t>694.1495</w:t>
      </w:r>
      <w:r>
        <w:tab/>
        <w:t>2.025e0</w:t>
      </w:r>
    </w:p>
    <w:p w:rsidR="007B2329" w:rsidRDefault="007B2329" w:rsidP="007B2329">
      <w:r>
        <w:t>694.1594</w:t>
      </w:r>
      <w:r>
        <w:tab/>
        <w:t>1.767e0</w:t>
      </w:r>
    </w:p>
    <w:p w:rsidR="007B2329" w:rsidRDefault="007B2329" w:rsidP="007B2329">
      <w:r>
        <w:t>694.2449</w:t>
      </w:r>
      <w:r>
        <w:tab/>
        <w:t>4.321e0</w:t>
      </w:r>
    </w:p>
    <w:p w:rsidR="007B2329" w:rsidRDefault="007B2329" w:rsidP="007B2329">
      <w:r>
        <w:t>694.3267</w:t>
      </w:r>
      <w:r>
        <w:tab/>
        <w:t>1.013e0</w:t>
      </w:r>
    </w:p>
    <w:p w:rsidR="007B2329" w:rsidRDefault="007B2329" w:rsidP="007B2329">
      <w:r>
        <w:t>694.3973</w:t>
      </w:r>
      <w:r>
        <w:tab/>
        <w:t>2.921e0</w:t>
      </w:r>
    </w:p>
    <w:p w:rsidR="007B2329" w:rsidRDefault="007B2329" w:rsidP="007B2329">
      <w:r>
        <w:t>694.4135</w:t>
      </w:r>
      <w:r>
        <w:tab/>
        <w:t>1.420e0</w:t>
      </w:r>
    </w:p>
    <w:p w:rsidR="007B2329" w:rsidRDefault="007B2329" w:rsidP="007B2329">
      <w:r>
        <w:t>694.4893</w:t>
      </w:r>
      <w:r>
        <w:tab/>
        <w:t>2.865e0</w:t>
      </w:r>
    </w:p>
    <w:p w:rsidR="007B2329" w:rsidRDefault="007B2329" w:rsidP="007B2329">
      <w:r>
        <w:t>694.5745</w:t>
      </w:r>
      <w:r>
        <w:tab/>
        <w:t>1.013e0</w:t>
      </w:r>
    </w:p>
    <w:p w:rsidR="007B2329" w:rsidRDefault="007B2329" w:rsidP="007B2329">
      <w:r>
        <w:lastRenderedPageBreak/>
        <w:t>694.6339</w:t>
      </w:r>
      <w:r>
        <w:tab/>
        <w:t>1.013e0</w:t>
      </w:r>
    </w:p>
    <w:p w:rsidR="007B2329" w:rsidRDefault="007B2329" w:rsidP="007B2329">
      <w:r>
        <w:t>694.7021</w:t>
      </w:r>
      <w:r>
        <w:tab/>
        <w:t>1.013e0</w:t>
      </w:r>
    </w:p>
    <w:p w:rsidR="007B2329" w:rsidRDefault="007B2329" w:rsidP="007B2329">
      <w:r>
        <w:t>694.7799</w:t>
      </w:r>
      <w:r>
        <w:tab/>
        <w:t>1.577e0</w:t>
      </w:r>
    </w:p>
    <w:p w:rsidR="007B2329" w:rsidRDefault="007B2329" w:rsidP="007B2329">
      <w:r>
        <w:t>694.7869</w:t>
      </w:r>
      <w:r>
        <w:tab/>
        <w:t>1.013e0</w:t>
      </w:r>
    </w:p>
    <w:p w:rsidR="007B2329" w:rsidRDefault="007B2329" w:rsidP="007B2329">
      <w:r>
        <w:t>694.8577</w:t>
      </w:r>
      <w:r>
        <w:tab/>
        <w:t>1.013e0</w:t>
      </w:r>
    </w:p>
    <w:p w:rsidR="007B2329" w:rsidRDefault="007B2329" w:rsidP="007B2329">
      <w:r>
        <w:t>694.9641</w:t>
      </w:r>
      <w:r>
        <w:tab/>
        <w:t>1.013e0</w:t>
      </w:r>
    </w:p>
    <w:p w:rsidR="007B2329" w:rsidRDefault="007B2329" w:rsidP="007B2329">
      <w:r>
        <w:t>695.0115</w:t>
      </w:r>
      <w:r>
        <w:tab/>
        <w:t>1.013e0</w:t>
      </w:r>
    </w:p>
    <w:p w:rsidR="007B2329" w:rsidRDefault="007B2329" w:rsidP="007B2329">
      <w:r>
        <w:t>695.0172</w:t>
      </w:r>
      <w:r>
        <w:tab/>
        <w:t>1.123e0</w:t>
      </w:r>
    </w:p>
    <w:p w:rsidR="007B2329" w:rsidRDefault="007B2329" w:rsidP="007B2329">
      <w:r>
        <w:t>695.0676</w:t>
      </w:r>
      <w:r>
        <w:tab/>
        <w:t>1.818e0</w:t>
      </w:r>
    </w:p>
    <w:p w:rsidR="007B2329" w:rsidRDefault="007B2329" w:rsidP="007B2329">
      <w:r>
        <w:t>695.0938</w:t>
      </w:r>
      <w:r>
        <w:tab/>
        <w:t>1.013e0</w:t>
      </w:r>
    </w:p>
    <w:p w:rsidR="007B2329" w:rsidRDefault="007B2329" w:rsidP="007B2329">
      <w:r>
        <w:t>695.0950</w:t>
      </w:r>
      <w:r>
        <w:tab/>
        <w:t>1.145e0</w:t>
      </w:r>
    </w:p>
    <w:p w:rsidR="007B2329" w:rsidRDefault="007B2329" w:rsidP="007B2329">
      <w:r>
        <w:t>695.1210</w:t>
      </w:r>
      <w:r>
        <w:tab/>
        <w:t>4.500e-1</w:t>
      </w:r>
    </w:p>
    <w:p w:rsidR="007B2329" w:rsidRDefault="007B2329" w:rsidP="007B2329">
      <w:r>
        <w:t>695.1458</w:t>
      </w:r>
      <w:r>
        <w:tab/>
        <w:t>1.025e0</w:t>
      </w:r>
    </w:p>
    <w:p w:rsidR="007B2329" w:rsidRDefault="007B2329" w:rsidP="007B2329">
      <w:r>
        <w:t>695.2221</w:t>
      </w:r>
      <w:r>
        <w:tab/>
        <w:t>2.025e0</w:t>
      </w:r>
    </w:p>
    <w:p w:rsidR="007B2329" w:rsidRDefault="007B2329" w:rsidP="007B2329">
      <w:r>
        <w:t>695.2292</w:t>
      </w:r>
      <w:r>
        <w:tab/>
        <w:t>2.454e0</w:t>
      </w:r>
    </w:p>
    <w:p w:rsidR="007B2329" w:rsidRDefault="007B2329" w:rsidP="007B2329">
      <w:r>
        <w:t>695.2521</w:t>
      </w:r>
      <w:r>
        <w:tab/>
        <w:t>3.221e0</w:t>
      </w:r>
    </w:p>
    <w:p w:rsidR="007B2329" w:rsidRDefault="007B2329" w:rsidP="007B2329">
      <w:r>
        <w:t>695.2886</w:t>
      </w:r>
      <w:r>
        <w:tab/>
        <w:t>1.013e0</w:t>
      </w:r>
    </w:p>
    <w:p w:rsidR="007B2329" w:rsidRDefault="007B2329" w:rsidP="007B2329">
      <w:r>
        <w:t>695.4149</w:t>
      </w:r>
      <w:r>
        <w:tab/>
        <w:t>2.845e0</w:t>
      </w:r>
    </w:p>
    <w:p w:rsidR="007B2329" w:rsidRDefault="007B2329" w:rsidP="007B2329">
      <w:r>
        <w:t>695.4613</w:t>
      </w:r>
      <w:r>
        <w:tab/>
        <w:t>1.855e0</w:t>
      </w:r>
    </w:p>
    <w:p w:rsidR="007B2329" w:rsidRDefault="007B2329" w:rsidP="007B2329">
      <w:r>
        <w:lastRenderedPageBreak/>
        <w:t>695.5466</w:t>
      </w:r>
      <w:r>
        <w:tab/>
        <w:t>2.025e0</w:t>
      </w:r>
    </w:p>
    <w:p w:rsidR="007B2329" w:rsidRDefault="007B2329" w:rsidP="007B2329">
      <w:r>
        <w:t>695.6422</w:t>
      </w:r>
      <w:r>
        <w:tab/>
        <w:t>4.428e0</w:t>
      </w:r>
    </w:p>
    <w:p w:rsidR="007B2329" w:rsidRDefault="007B2329" w:rsidP="007B2329">
      <w:r>
        <w:t>695.6638</w:t>
      </w:r>
      <w:r>
        <w:tab/>
        <w:t>1.099e0</w:t>
      </w:r>
    </w:p>
    <w:p w:rsidR="007B2329" w:rsidRDefault="007B2329" w:rsidP="007B2329">
      <w:r>
        <w:t>695.7084</w:t>
      </w:r>
      <w:r>
        <w:tab/>
        <w:t>1.013e0</w:t>
      </w:r>
    </w:p>
    <w:p w:rsidR="007B2329" w:rsidRDefault="007B2329" w:rsidP="007B2329">
      <w:r>
        <w:t>695.7789</w:t>
      </w:r>
      <w:r>
        <w:tab/>
        <w:t>2.025e0</w:t>
      </w:r>
    </w:p>
    <w:p w:rsidR="007B2329" w:rsidRDefault="007B2329" w:rsidP="007B2329">
      <w:r>
        <w:t>695.7881</w:t>
      </w:r>
      <w:r>
        <w:tab/>
        <w:t>1.013e0</w:t>
      </w:r>
    </w:p>
    <w:p w:rsidR="007B2329" w:rsidRDefault="007B2329" w:rsidP="007B2329">
      <w:r>
        <w:t>695.8620</w:t>
      </w:r>
      <w:r>
        <w:tab/>
        <w:t>1.013e0</w:t>
      </w:r>
    </w:p>
    <w:p w:rsidR="007B2329" w:rsidRDefault="007B2329" w:rsidP="007B2329">
      <w:r>
        <w:t>695.8638</w:t>
      </w:r>
      <w:r>
        <w:tab/>
        <w:t>1.305e0</w:t>
      </w:r>
    </w:p>
    <w:p w:rsidR="007B2329" w:rsidRDefault="007B2329" w:rsidP="007B2329">
      <w:r>
        <w:t>695.9067</w:t>
      </w:r>
      <w:r>
        <w:tab/>
        <w:t>2.330e0</w:t>
      </w:r>
    </w:p>
    <w:p w:rsidR="007B2329" w:rsidRDefault="007B2329" w:rsidP="007B2329">
      <w:r>
        <w:t>695.9261</w:t>
      </w:r>
      <w:r>
        <w:tab/>
        <w:t>4.631e0</w:t>
      </w:r>
    </w:p>
    <w:p w:rsidR="007B2329" w:rsidRDefault="007B2329" w:rsidP="007B2329">
      <w:r>
        <w:t>695.9344</w:t>
      </w:r>
      <w:r>
        <w:tab/>
        <w:t>1.453e0</w:t>
      </w:r>
    </w:p>
    <w:p w:rsidR="007B2329" w:rsidRDefault="007B2329" w:rsidP="007B2329">
      <w:r>
        <w:t>695.9930</w:t>
      </w:r>
      <w:r>
        <w:tab/>
        <w:t>2.348e0</w:t>
      </w:r>
    </w:p>
    <w:p w:rsidR="007B2329" w:rsidRDefault="007B2329" w:rsidP="007B2329">
      <w:r>
        <w:t>696.0211</w:t>
      </w:r>
      <w:r>
        <w:tab/>
        <w:t>2.025e0</w:t>
      </w:r>
    </w:p>
    <w:p w:rsidR="007B2329" w:rsidRDefault="007B2329" w:rsidP="007B2329">
      <w:r>
        <w:t>696.0275</w:t>
      </w:r>
      <w:r>
        <w:tab/>
        <w:t>1.013e0</w:t>
      </w:r>
    </w:p>
    <w:p w:rsidR="007B2329" w:rsidRDefault="007B2329" w:rsidP="007B2329">
      <w:r>
        <w:t>696.0439</w:t>
      </w:r>
      <w:r>
        <w:tab/>
        <w:t>4.688e0</w:t>
      </w:r>
    </w:p>
    <w:p w:rsidR="007B2329" w:rsidRDefault="007B2329" w:rsidP="007B2329">
      <w:r>
        <w:t>696.0607</w:t>
      </w:r>
      <w:r>
        <w:tab/>
        <w:t>1.940e0</w:t>
      </w:r>
    </w:p>
    <w:p w:rsidR="007B2329" w:rsidRDefault="007B2329" w:rsidP="007B2329">
      <w:r>
        <w:t>696.0630</w:t>
      </w:r>
      <w:r>
        <w:tab/>
        <w:t>4.322e0</w:t>
      </w:r>
    </w:p>
    <w:p w:rsidR="007B2329" w:rsidRDefault="007B2329" w:rsidP="007B2329">
      <w:r>
        <w:t>696.0679</w:t>
      </w:r>
      <w:r>
        <w:tab/>
        <w:t>1.519e0</w:t>
      </w:r>
    </w:p>
    <w:p w:rsidR="007B2329" w:rsidRDefault="007B2329" w:rsidP="007B2329">
      <w:r>
        <w:t>696.1043</w:t>
      </w:r>
      <w:r>
        <w:tab/>
        <w:t>3.025e0</w:t>
      </w:r>
    </w:p>
    <w:p w:rsidR="007B2329" w:rsidRDefault="007B2329" w:rsidP="007B2329">
      <w:r>
        <w:lastRenderedPageBreak/>
        <w:t>696.1222</w:t>
      </w:r>
      <w:r>
        <w:tab/>
        <w:t>3.399e0</w:t>
      </w:r>
    </w:p>
    <w:p w:rsidR="007B2329" w:rsidRDefault="007B2329" w:rsidP="007B2329">
      <w:r>
        <w:t>696.2000</w:t>
      </w:r>
      <w:r>
        <w:tab/>
        <w:t>4.469e0</w:t>
      </w:r>
    </w:p>
    <w:p w:rsidR="007B2329" w:rsidRDefault="007B2329" w:rsidP="007B2329">
      <w:r>
        <w:t>696.2010</w:t>
      </w:r>
      <w:r>
        <w:tab/>
        <w:t>3.481e0</w:t>
      </w:r>
    </w:p>
    <w:p w:rsidR="007B2329" w:rsidRDefault="007B2329" w:rsidP="007B2329">
      <w:r>
        <w:t>696.2163</w:t>
      </w:r>
      <w:r>
        <w:tab/>
        <w:t>1.013e0</w:t>
      </w:r>
    </w:p>
    <w:p w:rsidR="007B2329" w:rsidRDefault="007B2329" w:rsidP="007B2329">
      <w:r>
        <w:t>696.2403</w:t>
      </w:r>
      <w:r>
        <w:tab/>
        <w:t>1.013e0</w:t>
      </w:r>
    </w:p>
    <w:p w:rsidR="007B2329" w:rsidRDefault="007B2329" w:rsidP="007B2329">
      <w:r>
        <w:t>696.2469</w:t>
      </w:r>
      <w:r>
        <w:tab/>
        <w:t>1.620e0</w:t>
      </w:r>
    </w:p>
    <w:p w:rsidR="007B2329" w:rsidRDefault="007B2329" w:rsidP="007B2329">
      <w:r>
        <w:t>696.3073</w:t>
      </w:r>
      <w:r>
        <w:tab/>
        <w:t>4.180e0</w:t>
      </w:r>
    </w:p>
    <w:p w:rsidR="007B2329" w:rsidRDefault="007B2329" w:rsidP="007B2329">
      <w:r>
        <w:t>696.3280</w:t>
      </w:r>
      <w:r>
        <w:tab/>
        <w:t>4.339e0</w:t>
      </w:r>
    </w:p>
    <w:p w:rsidR="007B2329" w:rsidRDefault="007B2329" w:rsidP="007B2329">
      <w:r>
        <w:t>696.3408</w:t>
      </w:r>
      <w:r>
        <w:tab/>
        <w:t>2.025e0</w:t>
      </w:r>
    </w:p>
    <w:p w:rsidR="007B2329" w:rsidRDefault="007B2329" w:rsidP="007B2329">
      <w:r>
        <w:t>696.4057</w:t>
      </w:r>
      <w:r>
        <w:tab/>
        <w:t>1.786e0</w:t>
      </w:r>
    </w:p>
    <w:p w:rsidR="007B2329" w:rsidRDefault="007B2329" w:rsidP="007B2329">
      <w:r>
        <w:t>696.4153</w:t>
      </w:r>
      <w:r>
        <w:tab/>
        <w:t>7.645e0</w:t>
      </w:r>
    </w:p>
    <w:p w:rsidR="007B2329" w:rsidRDefault="007B2329" w:rsidP="007B2329">
      <w:r>
        <w:t>696.4318</w:t>
      </w:r>
      <w:r>
        <w:tab/>
        <w:t>9.627e0</w:t>
      </w:r>
    </w:p>
    <w:p w:rsidR="007B2329" w:rsidRDefault="007B2329" w:rsidP="007B2329">
      <w:r>
        <w:t>696.4343</w:t>
      </w:r>
      <w:r>
        <w:tab/>
        <w:t>1.649e0</w:t>
      </w:r>
    </w:p>
    <w:p w:rsidR="007B2329" w:rsidRDefault="007B2329" w:rsidP="007B2329">
      <w:r>
        <w:t>696.4767</w:t>
      </w:r>
      <w:r>
        <w:tab/>
        <w:t>1.055e0</w:t>
      </w:r>
    </w:p>
    <w:p w:rsidR="007B2329" w:rsidRDefault="007B2329" w:rsidP="007B2329">
      <w:r>
        <w:t>696.4791</w:t>
      </w:r>
      <w:r>
        <w:tab/>
        <w:t>2.910e0</w:t>
      </w:r>
    </w:p>
    <w:p w:rsidR="007B2329" w:rsidRDefault="007B2329" w:rsidP="007B2329">
      <w:r>
        <w:t>696.4902</w:t>
      </w:r>
      <w:r>
        <w:tab/>
        <w:t>1.983e0</w:t>
      </w:r>
    </w:p>
    <w:p w:rsidR="007B2329" w:rsidRDefault="007B2329" w:rsidP="007B2329">
      <w:r>
        <w:t>696.5005</w:t>
      </w:r>
      <w:r>
        <w:tab/>
        <w:t>4.138e0</w:t>
      </w:r>
    </w:p>
    <w:p w:rsidR="007B2329" w:rsidRDefault="007B2329" w:rsidP="007B2329">
      <w:r>
        <w:t>696.5621</w:t>
      </w:r>
      <w:r>
        <w:tab/>
        <w:t>2.385e0</w:t>
      </w:r>
    </w:p>
    <w:p w:rsidR="007B2329" w:rsidRDefault="007B2329" w:rsidP="007B2329">
      <w:r>
        <w:t>696.5755</w:t>
      </w:r>
      <w:r>
        <w:tab/>
        <w:t>2.620e0</w:t>
      </w:r>
    </w:p>
    <w:p w:rsidR="007B2329" w:rsidRDefault="007B2329" w:rsidP="007B2329">
      <w:r>
        <w:lastRenderedPageBreak/>
        <w:t>696.6009</w:t>
      </w:r>
      <w:r>
        <w:tab/>
        <w:t>2.025e0</w:t>
      </w:r>
    </w:p>
    <w:p w:rsidR="007B2329" w:rsidRDefault="007B2329" w:rsidP="007B2329">
      <w:r>
        <w:t>696.6153</w:t>
      </w:r>
      <w:r>
        <w:tab/>
        <w:t>1.013e0</w:t>
      </w:r>
    </w:p>
    <w:p w:rsidR="007B2329" w:rsidRDefault="007B2329" w:rsidP="007B2329">
      <w:r>
        <w:t>696.6402</w:t>
      </w:r>
      <w:r>
        <w:tab/>
        <w:t>2.040e0</w:t>
      </w:r>
    </w:p>
    <w:p w:rsidR="007B2329" w:rsidRDefault="007B2329" w:rsidP="007B2329">
      <w:r>
        <w:t>696.6634</w:t>
      </w:r>
      <w:r>
        <w:tab/>
        <w:t>1.783e0</w:t>
      </w:r>
    </w:p>
    <w:p w:rsidR="007B2329" w:rsidRDefault="007B2329" w:rsidP="007B2329">
      <w:r>
        <w:t>696.6670</w:t>
      </w:r>
      <w:r>
        <w:tab/>
        <w:t>2.025e0</w:t>
      </w:r>
    </w:p>
    <w:p w:rsidR="007B2329" w:rsidRDefault="007B2329" w:rsidP="007B2329">
      <w:r>
        <w:t>696.6837</w:t>
      </w:r>
      <w:r>
        <w:tab/>
        <w:t>1.092e0</w:t>
      </w:r>
    </w:p>
    <w:p w:rsidR="007B2329" w:rsidRDefault="007B2329" w:rsidP="007B2329">
      <w:r>
        <w:t>696.6993</w:t>
      </w:r>
      <w:r>
        <w:tab/>
        <w:t>2.851e0</w:t>
      </w:r>
    </w:p>
    <w:p w:rsidR="007B2329" w:rsidRDefault="007B2329" w:rsidP="007B2329">
      <w:r>
        <w:t>696.7234</w:t>
      </w:r>
      <w:r>
        <w:tab/>
        <w:t>3.163e0</w:t>
      </w:r>
    </w:p>
    <w:p w:rsidR="007B2329" w:rsidRDefault="007B2329" w:rsidP="007B2329">
      <w:r>
        <w:t>696.7361</w:t>
      </w:r>
      <w:r>
        <w:tab/>
        <w:t>1.013e0</w:t>
      </w:r>
    </w:p>
    <w:p w:rsidR="007B2329" w:rsidRDefault="007B2329" w:rsidP="007B2329">
      <w:r>
        <w:t>696.7690</w:t>
      </w:r>
      <w:r>
        <w:tab/>
        <w:t>1.087e0</w:t>
      </w:r>
    </w:p>
    <w:p w:rsidR="007B2329" w:rsidRDefault="007B2329" w:rsidP="007B2329">
      <w:r>
        <w:t>696.7769</w:t>
      </w:r>
      <w:r>
        <w:tab/>
        <w:t>1.086e0</w:t>
      </w:r>
    </w:p>
    <w:p w:rsidR="007B2329" w:rsidRDefault="007B2329" w:rsidP="007B2329">
      <w:r>
        <w:t>696.7869</w:t>
      </w:r>
      <w:r>
        <w:tab/>
        <w:t>1.968e0</w:t>
      </w:r>
    </w:p>
    <w:p w:rsidR="007B2329" w:rsidRDefault="007B2329" w:rsidP="007B2329">
      <w:r>
        <w:t>696.8094</w:t>
      </w:r>
      <w:r>
        <w:tab/>
        <w:t>1.568e0</w:t>
      </w:r>
    </w:p>
    <w:p w:rsidR="007B2329" w:rsidRDefault="007B2329" w:rsidP="007B2329">
      <w:r>
        <w:t>696.8185</w:t>
      </w:r>
      <w:r>
        <w:tab/>
        <w:t>2.506e0</w:t>
      </w:r>
    </w:p>
    <w:p w:rsidR="007B2329" w:rsidRDefault="007B2329" w:rsidP="007B2329">
      <w:r>
        <w:t>696.8430</w:t>
      </w:r>
      <w:r>
        <w:tab/>
        <w:t>2.025e0</w:t>
      </w:r>
    </w:p>
    <w:p w:rsidR="007B2329" w:rsidRDefault="007B2329" w:rsidP="007B2329">
      <w:r>
        <w:t>696.8486</w:t>
      </w:r>
      <w:r>
        <w:tab/>
        <w:t>3.296e0</w:t>
      </w:r>
    </w:p>
    <w:p w:rsidR="007B2329" w:rsidRDefault="007B2329" w:rsidP="007B2329">
      <w:r>
        <w:t>696.8847</w:t>
      </w:r>
      <w:r>
        <w:tab/>
        <w:t>1.685e0</w:t>
      </w:r>
    </w:p>
    <w:p w:rsidR="007B2329" w:rsidRDefault="007B2329" w:rsidP="007B2329">
      <w:r>
        <w:t>696.8865</w:t>
      </w:r>
      <w:r>
        <w:tab/>
        <w:t>6.195e0</w:t>
      </w:r>
    </w:p>
    <w:p w:rsidR="007B2329" w:rsidRDefault="007B2329" w:rsidP="007B2329">
      <w:r>
        <w:t>696.9041</w:t>
      </w:r>
      <w:r>
        <w:tab/>
        <w:t>3.793e0</w:t>
      </w:r>
    </w:p>
    <w:p w:rsidR="007B2329" w:rsidRDefault="007B2329" w:rsidP="007B2329">
      <w:r>
        <w:lastRenderedPageBreak/>
        <w:t>696.9253</w:t>
      </w:r>
      <w:r>
        <w:tab/>
        <w:t>1.013e0</w:t>
      </w:r>
    </w:p>
    <w:p w:rsidR="007B2329" w:rsidRDefault="007B2329" w:rsidP="007B2329">
      <w:r>
        <w:t>696.9418</w:t>
      </w:r>
      <w:r>
        <w:tab/>
        <w:t>1.244e0</w:t>
      </w:r>
    </w:p>
    <w:p w:rsidR="007B2329" w:rsidRDefault="007B2329" w:rsidP="007B2329">
      <w:r>
        <w:t>696.9590</w:t>
      </w:r>
      <w:r>
        <w:tab/>
        <w:t>4.124e0</w:t>
      </w:r>
    </w:p>
    <w:p w:rsidR="007B2329" w:rsidRDefault="007B2329" w:rsidP="007B2329">
      <w:r>
        <w:t>696.9670</w:t>
      </w:r>
      <w:r>
        <w:tab/>
        <w:t>3.298e0</w:t>
      </w:r>
    </w:p>
    <w:p w:rsidR="007B2329" w:rsidRDefault="007B2329" w:rsidP="007B2329">
      <w:r>
        <w:t>697.0176</w:t>
      </w:r>
      <w:r>
        <w:tab/>
        <w:t>2.823e0</w:t>
      </w:r>
    </w:p>
    <w:p w:rsidR="007B2329" w:rsidRDefault="007B2329" w:rsidP="007B2329">
      <w:r>
        <w:t>697.0563</w:t>
      </w:r>
      <w:r>
        <w:tab/>
        <w:t>1.111e0</w:t>
      </w:r>
    </w:p>
    <w:p w:rsidR="007B2329" w:rsidRDefault="007B2329" w:rsidP="007B2329">
      <w:r>
        <w:t>697.0754</w:t>
      </w:r>
      <w:r>
        <w:tab/>
        <w:t>3.619e0</w:t>
      </w:r>
    </w:p>
    <w:p w:rsidR="007B2329" w:rsidRDefault="007B2329" w:rsidP="007B2329">
      <w:r>
        <w:t>697.0799</w:t>
      </w:r>
      <w:r>
        <w:tab/>
        <w:t>6.949e0</w:t>
      </w:r>
    </w:p>
    <w:p w:rsidR="007B2329" w:rsidRDefault="007B2329" w:rsidP="007B2329">
      <w:r>
        <w:t>697.0886</w:t>
      </w:r>
      <w:r>
        <w:tab/>
        <w:t>1.116e1</w:t>
      </w:r>
    </w:p>
    <w:p w:rsidR="007B2329" w:rsidRDefault="007B2329" w:rsidP="007B2329">
      <w:r>
        <w:t>697.1127</w:t>
      </w:r>
      <w:r>
        <w:tab/>
        <w:t>5.604e0</w:t>
      </w:r>
    </w:p>
    <w:p w:rsidR="007B2329" w:rsidRDefault="007B2329" w:rsidP="007B2329">
      <w:r>
        <w:t>697.1553</w:t>
      </w:r>
      <w:r>
        <w:tab/>
        <w:t>9.130e-1</w:t>
      </w:r>
    </w:p>
    <w:p w:rsidR="007B2329" w:rsidRDefault="007B2329" w:rsidP="007B2329">
      <w:r>
        <w:t>697.1636</w:t>
      </w:r>
      <w:r>
        <w:tab/>
        <w:t>3.026e0</w:t>
      </w:r>
    </w:p>
    <w:p w:rsidR="007B2329" w:rsidRDefault="007B2329" w:rsidP="007B2329">
      <w:r>
        <w:t>697.1978</w:t>
      </w:r>
      <w:r>
        <w:tab/>
        <w:t>4.452e0</w:t>
      </w:r>
    </w:p>
    <w:p w:rsidR="007B2329" w:rsidRDefault="007B2329" w:rsidP="007B2329">
      <w:r>
        <w:t>697.2103</w:t>
      </w:r>
      <w:r>
        <w:tab/>
        <w:t>1.545e0</w:t>
      </w:r>
    </w:p>
    <w:p w:rsidR="007B2329" w:rsidRDefault="007B2329" w:rsidP="007B2329">
      <w:r>
        <w:t>697.2130</w:t>
      </w:r>
      <w:r>
        <w:tab/>
        <w:t>4.420e0</w:t>
      </w:r>
    </w:p>
    <w:p w:rsidR="007B2329" w:rsidRDefault="007B2329" w:rsidP="007B2329">
      <w:r>
        <w:t>697.2472</w:t>
      </w:r>
      <w:r>
        <w:tab/>
        <w:t>3.449e0</w:t>
      </w:r>
    </w:p>
    <w:p w:rsidR="007B2329" w:rsidRDefault="007B2329" w:rsidP="007B2329">
      <w:r>
        <w:t>697.3199</w:t>
      </w:r>
      <w:r>
        <w:tab/>
        <w:t>2.318e0</w:t>
      </w:r>
    </w:p>
    <w:p w:rsidR="007B2329" w:rsidRDefault="007B2329" w:rsidP="007B2329">
      <w:r>
        <w:t>697.4236</w:t>
      </w:r>
      <w:r>
        <w:tab/>
        <w:t>2.875e3</w:t>
      </w:r>
    </w:p>
    <w:p w:rsidR="007B2329" w:rsidRDefault="007B2329" w:rsidP="007B2329">
      <w:r>
        <w:t>697.4249</w:t>
      </w:r>
      <w:r>
        <w:tab/>
        <w:t>1.865e3</w:t>
      </w:r>
    </w:p>
    <w:p w:rsidR="007B2329" w:rsidRDefault="007B2329" w:rsidP="007B2329">
      <w:r>
        <w:lastRenderedPageBreak/>
        <w:t>697.4692</w:t>
      </w:r>
      <w:r>
        <w:tab/>
        <w:t>2.801e0</w:t>
      </w:r>
    </w:p>
    <w:p w:rsidR="007B2329" w:rsidRDefault="007B2329" w:rsidP="007B2329">
      <w:r>
        <w:t>697.5024</w:t>
      </w:r>
      <w:r>
        <w:tab/>
        <w:t>2.025e0</w:t>
      </w:r>
    </w:p>
    <w:p w:rsidR="007B2329" w:rsidRDefault="007B2329" w:rsidP="007B2329">
      <w:r>
        <w:t>697.5599</w:t>
      </w:r>
      <w:r>
        <w:tab/>
        <w:t>3.811e0</w:t>
      </w:r>
    </w:p>
    <w:p w:rsidR="007B2329" w:rsidRDefault="007B2329" w:rsidP="007B2329">
      <w:r>
        <w:t>697.5659</w:t>
      </w:r>
      <w:r>
        <w:tab/>
        <w:t>1.013e0</w:t>
      </w:r>
    </w:p>
    <w:p w:rsidR="007B2329" w:rsidRDefault="007B2329" w:rsidP="007B2329">
      <w:r>
        <w:t>697.5739</w:t>
      </w:r>
      <w:r>
        <w:tab/>
        <w:t>3.843e0</w:t>
      </w:r>
    </w:p>
    <w:p w:rsidR="007B2329" w:rsidRDefault="007B2329" w:rsidP="007B2329">
      <w:r>
        <w:t>697.5857</w:t>
      </w:r>
      <w:r>
        <w:tab/>
        <w:t>1.409e0</w:t>
      </w:r>
    </w:p>
    <w:p w:rsidR="007B2329" w:rsidRDefault="007B2329" w:rsidP="007B2329">
      <w:r>
        <w:t>697.6131</w:t>
      </w:r>
      <w:r>
        <w:tab/>
        <w:t>1.013e0</w:t>
      </w:r>
    </w:p>
    <w:p w:rsidR="007B2329" w:rsidRDefault="007B2329" w:rsidP="007B2329">
      <w:r>
        <w:t>697.6146</w:t>
      </w:r>
      <w:r>
        <w:tab/>
        <w:t>1.252e0</w:t>
      </w:r>
    </w:p>
    <w:p w:rsidR="007B2329" w:rsidRDefault="007B2329" w:rsidP="007B2329">
      <w:r>
        <w:t>697.6398</w:t>
      </w:r>
      <w:r>
        <w:tab/>
        <w:t>9.335e0</w:t>
      </w:r>
    </w:p>
    <w:p w:rsidR="007B2329" w:rsidRDefault="007B2329" w:rsidP="007B2329">
      <w:r>
        <w:t>697.6669</w:t>
      </w:r>
      <w:r>
        <w:tab/>
        <w:t>1.632e0</w:t>
      </w:r>
    </w:p>
    <w:p w:rsidR="007B2329" w:rsidRDefault="007B2329" w:rsidP="007B2329">
      <w:r>
        <w:t>697.6752</w:t>
      </w:r>
      <w:r>
        <w:tab/>
        <w:t>8.410e0</w:t>
      </w:r>
    </w:p>
    <w:p w:rsidR="007B2329" w:rsidRDefault="007B2329" w:rsidP="007B2329">
      <w:r>
        <w:t>697.6869</w:t>
      </w:r>
      <w:r>
        <w:tab/>
        <w:t>5.390e0</w:t>
      </w:r>
    </w:p>
    <w:p w:rsidR="007B2329" w:rsidRDefault="007B2329" w:rsidP="007B2329">
      <w:r>
        <w:t>697.6960</w:t>
      </w:r>
      <w:r>
        <w:tab/>
        <w:t>1.013e0</w:t>
      </w:r>
    </w:p>
    <w:p w:rsidR="007B2329" w:rsidRDefault="007B2329" w:rsidP="007B2329">
      <w:r>
        <w:t>697.7078</w:t>
      </w:r>
      <w:r>
        <w:tab/>
        <w:t>1.013e0</w:t>
      </w:r>
    </w:p>
    <w:p w:rsidR="007B2329" w:rsidRDefault="007B2329" w:rsidP="007B2329">
      <w:r>
        <w:t>697.7336</w:t>
      </w:r>
      <w:r>
        <w:tab/>
        <w:t>7.683e0</w:t>
      </w:r>
    </w:p>
    <w:p w:rsidR="007B2329" w:rsidRDefault="007B2329" w:rsidP="007B2329">
      <w:r>
        <w:t>697.7493</w:t>
      </w:r>
      <w:r>
        <w:tab/>
        <w:t>3.698e0</w:t>
      </w:r>
    </w:p>
    <w:p w:rsidR="007B2329" w:rsidRDefault="007B2329" w:rsidP="007B2329">
      <w:r>
        <w:t>697.7551</w:t>
      </w:r>
      <w:r>
        <w:tab/>
        <w:t>1.013e0</w:t>
      </w:r>
    </w:p>
    <w:p w:rsidR="007B2329" w:rsidRDefault="007B2329" w:rsidP="007B2329">
      <w:r>
        <w:t>697.7572</w:t>
      </w:r>
      <w:r>
        <w:tab/>
        <w:t>2.864e0</w:t>
      </w:r>
    </w:p>
    <w:p w:rsidR="007B2329" w:rsidRDefault="007B2329" w:rsidP="007B2329">
      <w:r>
        <w:t>697.7652</w:t>
      </w:r>
      <w:r>
        <w:tab/>
        <w:t>2.642e0</w:t>
      </w:r>
    </w:p>
    <w:p w:rsidR="007B2329" w:rsidRDefault="007B2329" w:rsidP="007B2329">
      <w:r>
        <w:lastRenderedPageBreak/>
        <w:t>697.7812</w:t>
      </w:r>
      <w:r>
        <w:tab/>
        <w:t>4.560e0</w:t>
      </w:r>
    </w:p>
    <w:p w:rsidR="007B2329" w:rsidRDefault="007B2329" w:rsidP="007B2329">
      <w:r>
        <w:t>697.7908</w:t>
      </w:r>
      <w:r>
        <w:tab/>
        <w:t>3.038e0</w:t>
      </w:r>
    </w:p>
    <w:p w:rsidR="007B2329" w:rsidRDefault="007B2329" w:rsidP="007B2329">
      <w:r>
        <w:t>697.8255</w:t>
      </w:r>
      <w:r>
        <w:tab/>
        <w:t>3.038e0</w:t>
      </w:r>
    </w:p>
    <w:p w:rsidR="007B2329" w:rsidRDefault="007B2329" w:rsidP="007B2329">
      <w:r>
        <w:t>697.8383</w:t>
      </w:r>
      <w:r>
        <w:tab/>
        <w:t>3.087e0</w:t>
      </w:r>
    </w:p>
    <w:p w:rsidR="007B2329" w:rsidRDefault="007B2329" w:rsidP="007B2329">
      <w:r>
        <w:t>697.8437</w:t>
      </w:r>
      <w:r>
        <w:tab/>
        <w:t>1.822e0</w:t>
      </w:r>
    </w:p>
    <w:p w:rsidR="007B2329" w:rsidRDefault="007B2329" w:rsidP="007B2329">
      <w:r>
        <w:t>697.8782</w:t>
      </w:r>
      <w:r>
        <w:tab/>
        <w:t>5.776e0</w:t>
      </w:r>
    </w:p>
    <w:p w:rsidR="007B2329" w:rsidRDefault="007B2329" w:rsidP="007B2329">
      <w:r>
        <w:t>697.8940</w:t>
      </w:r>
      <w:r>
        <w:tab/>
        <w:t>5.556e0</w:t>
      </w:r>
    </w:p>
    <w:p w:rsidR="007B2329" w:rsidRDefault="007B2329" w:rsidP="007B2329">
      <w:r>
        <w:t>697.9017</w:t>
      </w:r>
      <w:r>
        <w:tab/>
        <w:t>2.837e0</w:t>
      </w:r>
    </w:p>
    <w:p w:rsidR="007B2329" w:rsidRDefault="007B2329" w:rsidP="007B2329">
      <w:r>
        <w:t>697.9205</w:t>
      </w:r>
      <w:r>
        <w:tab/>
        <w:t>2.130e0</w:t>
      </w:r>
    </w:p>
    <w:p w:rsidR="007B2329" w:rsidRDefault="007B2329" w:rsidP="007B2329">
      <w:r>
        <w:t>697.9509</w:t>
      </w:r>
      <w:r>
        <w:tab/>
        <w:t>3.657e0</w:t>
      </w:r>
    </w:p>
    <w:p w:rsidR="007B2329" w:rsidRDefault="007B2329" w:rsidP="007B2329">
      <w:r>
        <w:t>697.9626</w:t>
      </w:r>
      <w:r>
        <w:tab/>
        <w:t>2.009e0</w:t>
      </w:r>
    </w:p>
    <w:p w:rsidR="007B2329" w:rsidRDefault="007B2329" w:rsidP="007B2329">
      <w:r>
        <w:t>697.9843</w:t>
      </w:r>
      <w:r>
        <w:tab/>
        <w:t>2.894e0</w:t>
      </w:r>
    </w:p>
    <w:p w:rsidR="007B2329" w:rsidRDefault="007B2329" w:rsidP="007B2329">
      <w:r>
        <w:t>698.0040</w:t>
      </w:r>
      <w:r>
        <w:tab/>
        <w:t>2.768e0</w:t>
      </w:r>
    </w:p>
    <w:p w:rsidR="007B2329" w:rsidRDefault="007B2329" w:rsidP="007B2329">
      <w:r>
        <w:t>698.0087</w:t>
      </w:r>
      <w:r>
        <w:tab/>
        <w:t>5.100e0</w:t>
      </w:r>
    </w:p>
    <w:p w:rsidR="007B2329" w:rsidRDefault="007B2329" w:rsidP="007B2329">
      <w:r>
        <w:t>698.0279</w:t>
      </w:r>
      <w:r>
        <w:tab/>
        <w:t>1.013e0</w:t>
      </w:r>
    </w:p>
    <w:p w:rsidR="007B2329" w:rsidRDefault="007B2329" w:rsidP="007B2329">
      <w:r>
        <w:t>698.0298</w:t>
      </w:r>
      <w:r>
        <w:tab/>
        <w:t>1.794e0</w:t>
      </w:r>
    </w:p>
    <w:p w:rsidR="007B2329" w:rsidRDefault="007B2329" w:rsidP="007B2329">
      <w:r>
        <w:t>698.0355</w:t>
      </w:r>
      <w:r>
        <w:tab/>
        <w:t>3.905e0</w:t>
      </w:r>
    </w:p>
    <w:p w:rsidR="007B2329" w:rsidRDefault="007B2329" w:rsidP="007B2329">
      <w:r>
        <w:t>698.0709</w:t>
      </w:r>
      <w:r>
        <w:tab/>
        <w:t>1.703e0</w:t>
      </w:r>
    </w:p>
    <w:p w:rsidR="007B2329" w:rsidRDefault="007B2329" w:rsidP="007B2329">
      <w:r>
        <w:t>698.0867</w:t>
      </w:r>
      <w:r>
        <w:tab/>
        <w:t>3.072e0</w:t>
      </w:r>
    </w:p>
    <w:p w:rsidR="007B2329" w:rsidRDefault="007B2329" w:rsidP="007B2329">
      <w:r>
        <w:lastRenderedPageBreak/>
        <w:t>698.1227</w:t>
      </w:r>
      <w:r>
        <w:tab/>
        <w:t>1.013e0</w:t>
      </w:r>
    </w:p>
    <w:p w:rsidR="007B2329" w:rsidRDefault="007B2329" w:rsidP="007B2329">
      <w:r>
        <w:t>698.1354</w:t>
      </w:r>
      <w:r>
        <w:tab/>
        <w:t>4.210e0</w:t>
      </w:r>
    </w:p>
    <w:p w:rsidR="007B2329" w:rsidRDefault="007B2329" w:rsidP="007B2329">
      <w:r>
        <w:t>698.1463</w:t>
      </w:r>
      <w:r>
        <w:tab/>
        <w:t>1.013e0</w:t>
      </w:r>
    </w:p>
    <w:p w:rsidR="007B2329" w:rsidRDefault="007B2329" w:rsidP="007B2329">
      <w:r>
        <w:t>698.1589</w:t>
      </w:r>
      <w:r>
        <w:tab/>
        <w:t>1.038e0</w:t>
      </w:r>
    </w:p>
    <w:p w:rsidR="007B2329" w:rsidRDefault="007B2329" w:rsidP="007B2329">
      <w:r>
        <w:t>698.1622</w:t>
      </w:r>
      <w:r>
        <w:tab/>
        <w:t>8.114e0</w:t>
      </w:r>
    </w:p>
    <w:p w:rsidR="007B2329" w:rsidRDefault="007B2329" w:rsidP="007B2329">
      <w:r>
        <w:t>698.1764</w:t>
      </w:r>
      <w:r>
        <w:tab/>
        <w:t>4.884e0</w:t>
      </w:r>
    </w:p>
    <w:p w:rsidR="007B2329" w:rsidRDefault="007B2329" w:rsidP="007B2329">
      <w:r>
        <w:t>698.2163</w:t>
      </w:r>
      <w:r>
        <w:tab/>
        <w:t>4.077e0</w:t>
      </w:r>
    </w:p>
    <w:p w:rsidR="007B2329" w:rsidRDefault="007B2329" w:rsidP="007B2329">
      <w:r>
        <w:t>698.2183</w:t>
      </w:r>
      <w:r>
        <w:tab/>
        <w:t>1.061e0</w:t>
      </w:r>
    </w:p>
    <w:p w:rsidR="007B2329" w:rsidRDefault="007B2329" w:rsidP="007B2329">
      <w:r>
        <w:t>698.2933</w:t>
      </w:r>
      <w:r>
        <w:tab/>
        <w:t>3.300e0</w:t>
      </w:r>
    </w:p>
    <w:p w:rsidR="007B2329" w:rsidRDefault="007B2329" w:rsidP="007B2329">
      <w:r>
        <w:t>698.3589</w:t>
      </w:r>
      <w:r>
        <w:tab/>
        <w:t>4.688e0</w:t>
      </w:r>
    </w:p>
    <w:p w:rsidR="007B2329" w:rsidRDefault="007B2329" w:rsidP="007B2329">
      <w:r>
        <w:t>698.4214</w:t>
      </w:r>
      <w:r>
        <w:tab/>
        <w:t>1.437e2</w:t>
      </w:r>
    </w:p>
    <w:p w:rsidR="007B2329" w:rsidRDefault="007B2329" w:rsidP="007B2329">
      <w:r>
        <w:t>698.4230</w:t>
      </w:r>
      <w:r>
        <w:tab/>
        <w:t>1.853e0</w:t>
      </w:r>
    </w:p>
    <w:p w:rsidR="007B2329" w:rsidRDefault="007B2329" w:rsidP="007B2329">
      <w:r>
        <w:t>698.4250</w:t>
      </w:r>
      <w:r>
        <w:tab/>
        <w:t>6.039e2</w:t>
      </w:r>
    </w:p>
    <w:p w:rsidR="007B2329" w:rsidRDefault="007B2329" w:rsidP="007B2329">
      <w:r>
        <w:t>698.4266</w:t>
      </w:r>
      <w:r>
        <w:tab/>
        <w:t>1.080e3</w:t>
      </w:r>
    </w:p>
    <w:p w:rsidR="007B2329" w:rsidRDefault="007B2329" w:rsidP="007B2329">
      <w:r>
        <w:t>698.4296</w:t>
      </w:r>
      <w:r>
        <w:tab/>
        <w:t>7.069e2</w:t>
      </w:r>
    </w:p>
    <w:p w:rsidR="007B2329" w:rsidRDefault="007B2329" w:rsidP="007B2329">
      <w:r>
        <w:t>698.4337</w:t>
      </w:r>
      <w:r>
        <w:tab/>
        <w:t>1.256e0</w:t>
      </w:r>
    </w:p>
    <w:p w:rsidR="007B2329" w:rsidRDefault="007B2329" w:rsidP="007B2329">
      <w:r>
        <w:t>698.5559</w:t>
      </w:r>
      <w:r>
        <w:tab/>
        <w:t>3.038e0</w:t>
      </w:r>
    </w:p>
    <w:p w:rsidR="007B2329" w:rsidRDefault="007B2329" w:rsidP="007B2329">
      <w:r>
        <w:t>698.5608</w:t>
      </w:r>
      <w:r>
        <w:tab/>
        <w:t>1.953e0</w:t>
      </w:r>
    </w:p>
    <w:p w:rsidR="007B2329" w:rsidRDefault="007B2329" w:rsidP="007B2329">
      <w:r>
        <w:t>698.5662</w:t>
      </w:r>
      <w:r>
        <w:tab/>
        <w:t>3.333e-1</w:t>
      </w:r>
    </w:p>
    <w:p w:rsidR="007B2329" w:rsidRDefault="007B2329" w:rsidP="007B2329">
      <w:r>
        <w:lastRenderedPageBreak/>
        <w:t>698.6068</w:t>
      </w:r>
      <w:r>
        <w:tab/>
        <w:t>3.460e0</w:t>
      </w:r>
    </w:p>
    <w:p w:rsidR="007B2329" w:rsidRDefault="007B2329" w:rsidP="007B2329">
      <w:r>
        <w:t>698.6300</w:t>
      </w:r>
      <w:r>
        <w:tab/>
        <w:t>3.758e0</w:t>
      </w:r>
    </w:p>
    <w:p w:rsidR="007B2329" w:rsidRDefault="007B2329" w:rsidP="007B2329">
      <w:r>
        <w:t>698.6404</w:t>
      </w:r>
      <w:r>
        <w:tab/>
        <w:t>6.076e0</w:t>
      </w:r>
    </w:p>
    <w:p w:rsidR="007B2329" w:rsidRDefault="007B2329" w:rsidP="007B2329">
      <w:r>
        <w:t>698.6461</w:t>
      </w:r>
      <w:r>
        <w:tab/>
        <w:t>3.038e0</w:t>
      </w:r>
    </w:p>
    <w:p w:rsidR="007B2329" w:rsidRDefault="007B2329" w:rsidP="007B2329">
      <w:r>
        <w:t>698.6481</w:t>
      </w:r>
      <w:r>
        <w:tab/>
        <w:t>1.266e-2</w:t>
      </w:r>
    </w:p>
    <w:p w:rsidR="007B2329" w:rsidRDefault="007B2329" w:rsidP="007B2329">
      <w:r>
        <w:t>698.6736</w:t>
      </w:r>
      <w:r>
        <w:tab/>
        <w:t>4.043e0</w:t>
      </w:r>
    </w:p>
    <w:p w:rsidR="007B2329" w:rsidRDefault="007B2329" w:rsidP="007B2329">
      <w:r>
        <w:t>698.6979</w:t>
      </w:r>
      <w:r>
        <w:tab/>
        <w:t>1.682e1</w:t>
      </w:r>
    </w:p>
    <w:p w:rsidR="007B2329" w:rsidRDefault="007B2329" w:rsidP="007B2329">
      <w:r>
        <w:t>698.7070</w:t>
      </w:r>
      <w:r>
        <w:tab/>
        <w:t>8.043e0</w:t>
      </w:r>
    </w:p>
    <w:p w:rsidR="007B2329" w:rsidRDefault="007B2329" w:rsidP="007B2329">
      <w:r>
        <w:t>698.7218</w:t>
      </w:r>
      <w:r>
        <w:tab/>
        <w:t>5.063e0</w:t>
      </w:r>
    </w:p>
    <w:p w:rsidR="007B2329" w:rsidRDefault="007B2329" w:rsidP="007B2329">
      <w:r>
        <w:t>698.7446</w:t>
      </w:r>
      <w:r>
        <w:tab/>
        <w:t>2.025e0</w:t>
      </w:r>
    </w:p>
    <w:p w:rsidR="007B2329" w:rsidRDefault="007B2329" w:rsidP="007B2329">
      <w:r>
        <w:t>698.7768</w:t>
      </w:r>
      <w:r>
        <w:tab/>
        <w:t>2.812e0</w:t>
      </w:r>
    </w:p>
    <w:p w:rsidR="007B2329" w:rsidRDefault="007B2329" w:rsidP="007B2329">
      <w:r>
        <w:t>698.7972</w:t>
      </w:r>
      <w:r>
        <w:tab/>
        <w:t>3.806e0</w:t>
      </w:r>
    </w:p>
    <w:p w:rsidR="007B2329" w:rsidRDefault="007B2329" w:rsidP="007B2329">
      <w:r>
        <w:t>698.8020</w:t>
      </w:r>
      <w:r>
        <w:tab/>
        <w:t>8.700e0</w:t>
      </w:r>
    </w:p>
    <w:p w:rsidR="007B2329" w:rsidRDefault="007B2329" w:rsidP="007B2329">
      <w:r>
        <w:t>698.8227</w:t>
      </w:r>
      <w:r>
        <w:tab/>
        <w:t>4.983e0</w:t>
      </w:r>
    </w:p>
    <w:p w:rsidR="007B2329" w:rsidRDefault="007B2329" w:rsidP="007B2329">
      <w:r>
        <w:t>698.8318</w:t>
      </w:r>
      <w:r>
        <w:tab/>
        <w:t>3.136e0</w:t>
      </w:r>
    </w:p>
    <w:p w:rsidR="007B2329" w:rsidRDefault="007B2329" w:rsidP="007B2329">
      <w:r>
        <w:t>698.8633</w:t>
      </w:r>
      <w:r>
        <w:tab/>
        <w:t>5.806e0</w:t>
      </w:r>
    </w:p>
    <w:p w:rsidR="007B2329" w:rsidRDefault="007B2329" w:rsidP="007B2329">
      <w:r>
        <w:t>698.8716</w:t>
      </w:r>
      <w:r>
        <w:tab/>
        <w:t>2.713e0</w:t>
      </w:r>
    </w:p>
    <w:p w:rsidR="007B2329" w:rsidRDefault="007B2329" w:rsidP="007B2329">
      <w:r>
        <w:t>698.8834</w:t>
      </w:r>
      <w:r>
        <w:tab/>
        <w:t>3.040e0</w:t>
      </w:r>
    </w:p>
    <w:p w:rsidR="007B2329" w:rsidRDefault="007B2329" w:rsidP="007B2329">
      <w:r>
        <w:t>698.9069</w:t>
      </w:r>
      <w:r>
        <w:tab/>
        <w:t>4.834e0</w:t>
      </w:r>
    </w:p>
    <w:p w:rsidR="007B2329" w:rsidRDefault="007B2329" w:rsidP="007B2329">
      <w:r>
        <w:lastRenderedPageBreak/>
        <w:t>698.9322</w:t>
      </w:r>
      <w:r>
        <w:tab/>
        <w:t>5.848e0</w:t>
      </w:r>
    </w:p>
    <w:p w:rsidR="007B2329" w:rsidRDefault="007B2329" w:rsidP="007B2329">
      <w:r>
        <w:t>698.9581</w:t>
      </w:r>
      <w:r>
        <w:tab/>
        <w:t>1.013e0</w:t>
      </w:r>
    </w:p>
    <w:p w:rsidR="007B2329" w:rsidRDefault="007B2329" w:rsidP="007B2329">
      <w:r>
        <w:t>698.9672</w:t>
      </w:r>
      <w:r>
        <w:tab/>
        <w:t>2.025e0</w:t>
      </w:r>
    </w:p>
    <w:p w:rsidR="007B2329" w:rsidRDefault="007B2329" w:rsidP="007B2329">
      <w:r>
        <w:t>698.9785</w:t>
      </w:r>
      <w:r>
        <w:tab/>
        <w:t>9.412e0</w:t>
      </w:r>
    </w:p>
    <w:p w:rsidR="007B2329" w:rsidRDefault="007B2329" w:rsidP="007B2329">
      <w:r>
        <w:t>698.9812</w:t>
      </w:r>
      <w:r>
        <w:tab/>
        <w:t>1.403e1</w:t>
      </w:r>
    </w:p>
    <w:p w:rsidR="007B2329" w:rsidRDefault="007B2329" w:rsidP="007B2329">
      <w:r>
        <w:t>698.9892</w:t>
      </w:r>
      <w:r>
        <w:tab/>
        <w:t>2.025e0</w:t>
      </w:r>
    </w:p>
    <w:p w:rsidR="007B2329" w:rsidRDefault="007B2329" w:rsidP="007B2329">
      <w:r>
        <w:t>699.0435</w:t>
      </w:r>
      <w:r>
        <w:tab/>
        <w:t>1.053e1</w:t>
      </w:r>
    </w:p>
    <w:p w:rsidR="007B2329" w:rsidRDefault="007B2329" w:rsidP="007B2329">
      <w:r>
        <w:t>699.0629</w:t>
      </w:r>
      <w:r>
        <w:tab/>
        <w:t>1.459e1</w:t>
      </w:r>
    </w:p>
    <w:p w:rsidR="007B2329" w:rsidRDefault="007B2329" w:rsidP="007B2329">
      <w:r>
        <w:t>699.0806</w:t>
      </w:r>
      <w:r>
        <w:tab/>
        <w:t>1.013e1</w:t>
      </w:r>
    </w:p>
    <w:p w:rsidR="007B2329" w:rsidRDefault="007B2329" w:rsidP="007B2329">
      <w:r>
        <w:t>699.0854</w:t>
      </w:r>
      <w:r>
        <w:tab/>
        <w:t>7.659e0</w:t>
      </w:r>
    </w:p>
    <w:p w:rsidR="007B2329" w:rsidRDefault="007B2329" w:rsidP="007B2329">
      <w:r>
        <w:t>699.0933</w:t>
      </w:r>
      <w:r>
        <w:tab/>
        <w:t>5.014e0</w:t>
      </w:r>
    </w:p>
    <w:p w:rsidR="007B2329" w:rsidRDefault="007B2329" w:rsidP="007B2329">
      <w:r>
        <w:t>699.1103</w:t>
      </w:r>
      <w:r>
        <w:tab/>
        <w:t>1.099e1</w:t>
      </w:r>
    </w:p>
    <w:p w:rsidR="007B2329" w:rsidRDefault="007B2329" w:rsidP="007B2329">
      <w:r>
        <w:t>699.1283</w:t>
      </w:r>
      <w:r>
        <w:tab/>
        <w:t>5.860e0</w:t>
      </w:r>
    </w:p>
    <w:p w:rsidR="007B2329" w:rsidRDefault="007B2329" w:rsidP="007B2329">
      <w:r>
        <w:t>699.1310</w:t>
      </w:r>
      <w:r>
        <w:tab/>
        <w:t>1.013e0</w:t>
      </w:r>
    </w:p>
    <w:p w:rsidR="007B2329" w:rsidRDefault="007B2329" w:rsidP="007B2329">
      <w:r>
        <w:t>699.1384</w:t>
      </w:r>
      <w:r>
        <w:tab/>
        <w:t>4.051e0</w:t>
      </w:r>
    </w:p>
    <w:p w:rsidR="007B2329" w:rsidRDefault="007B2329" w:rsidP="007B2329">
      <w:r>
        <w:t>699.1406</w:t>
      </w:r>
      <w:r>
        <w:tab/>
        <w:t>3.038e0</w:t>
      </w:r>
    </w:p>
    <w:p w:rsidR="007B2329" w:rsidRDefault="007B2329" w:rsidP="007B2329">
      <w:r>
        <w:t>699.1534</w:t>
      </w:r>
      <w:r>
        <w:tab/>
        <w:t>6.478e0</w:t>
      </w:r>
    </w:p>
    <w:p w:rsidR="007B2329" w:rsidRDefault="007B2329" w:rsidP="007B2329">
      <w:r>
        <w:t>699.1706</w:t>
      </w:r>
      <w:r>
        <w:tab/>
        <w:t>8.895e0</w:t>
      </w:r>
    </w:p>
    <w:p w:rsidR="007B2329" w:rsidRDefault="007B2329" w:rsidP="007B2329">
      <w:r>
        <w:t>699.1834</w:t>
      </w:r>
      <w:r>
        <w:tab/>
        <w:t>1.420e0</w:t>
      </w:r>
    </w:p>
    <w:p w:rsidR="007B2329" w:rsidRDefault="007B2329" w:rsidP="007B2329">
      <w:r>
        <w:lastRenderedPageBreak/>
        <w:t>699.2010</w:t>
      </w:r>
      <w:r>
        <w:tab/>
        <w:t>1.758e1</w:t>
      </w:r>
    </w:p>
    <w:p w:rsidR="007B2329" w:rsidRDefault="007B2329" w:rsidP="007B2329">
      <w:r>
        <w:t>699.2282</w:t>
      </w:r>
      <w:r>
        <w:tab/>
        <w:t>1.633e1</w:t>
      </w:r>
    </w:p>
    <w:p w:rsidR="007B2329" w:rsidRDefault="007B2329" w:rsidP="007B2329">
      <w:r>
        <w:t>699.2339</w:t>
      </w:r>
      <w:r>
        <w:tab/>
        <w:t>2.025e0</w:t>
      </w:r>
    </w:p>
    <w:p w:rsidR="007B2329" w:rsidRDefault="007B2329" w:rsidP="007B2329">
      <w:r>
        <w:t>699.2430</w:t>
      </w:r>
      <w:r>
        <w:tab/>
        <w:t>2.103e0</w:t>
      </w:r>
    </w:p>
    <w:p w:rsidR="007B2329" w:rsidRDefault="007B2329" w:rsidP="007B2329">
      <w:r>
        <w:t>699.2600</w:t>
      </w:r>
      <w:r>
        <w:tab/>
        <w:t>1.473e1</w:t>
      </w:r>
    </w:p>
    <w:p w:rsidR="007B2329" w:rsidRDefault="007B2329" w:rsidP="007B2329">
      <w:r>
        <w:t>699.2665</w:t>
      </w:r>
      <w:r>
        <w:tab/>
        <w:t>4.234e0</w:t>
      </w:r>
    </w:p>
    <w:p w:rsidR="007B2329" w:rsidRDefault="007B2329" w:rsidP="007B2329">
      <w:r>
        <w:t>699.2726</w:t>
      </w:r>
      <w:r>
        <w:tab/>
        <w:t>1.816e1</w:t>
      </w:r>
    </w:p>
    <w:p w:rsidR="007B2329" w:rsidRDefault="007B2329" w:rsidP="007B2329">
      <w:r>
        <w:t>699.2828</w:t>
      </w:r>
      <w:r>
        <w:tab/>
        <w:t>5.832e0</w:t>
      </w:r>
    </w:p>
    <w:p w:rsidR="007B2329" w:rsidRDefault="007B2329" w:rsidP="007B2329">
      <w:r>
        <w:t>699.2842</w:t>
      </w:r>
      <w:r>
        <w:tab/>
        <w:t>9.781e0</w:t>
      </w:r>
    </w:p>
    <w:p w:rsidR="007B2329" w:rsidRDefault="007B2329" w:rsidP="007B2329">
      <w:r>
        <w:t>699.3222</w:t>
      </w:r>
      <w:r>
        <w:tab/>
        <w:t>5.063e0</w:t>
      </w:r>
    </w:p>
    <w:p w:rsidR="007B2329" w:rsidRDefault="007B2329" w:rsidP="007B2329">
      <w:r>
        <w:t>699.3646</w:t>
      </w:r>
      <w:r>
        <w:tab/>
        <w:t>2.683e0</w:t>
      </w:r>
    </w:p>
    <w:p w:rsidR="007B2329" w:rsidRDefault="007B2329" w:rsidP="007B2329">
      <w:r>
        <w:t>699.4172</w:t>
      </w:r>
      <w:r>
        <w:tab/>
        <w:t>6.408e1</w:t>
      </w:r>
    </w:p>
    <w:p w:rsidR="007B2329" w:rsidRDefault="007B2329" w:rsidP="007B2329">
      <w:r>
        <w:t>699.4244</w:t>
      </w:r>
      <w:r>
        <w:tab/>
        <w:t>1.806e2</w:t>
      </w:r>
    </w:p>
    <w:p w:rsidR="007B2329" w:rsidRDefault="007B2329" w:rsidP="007B2329">
      <w:r>
        <w:t>699.4263</w:t>
      </w:r>
      <w:r>
        <w:tab/>
        <w:t>9.611e1</w:t>
      </w:r>
    </w:p>
    <w:p w:rsidR="007B2329" w:rsidRDefault="007B2329" w:rsidP="007B2329">
      <w:r>
        <w:t>699.4298</w:t>
      </w:r>
      <w:r>
        <w:tab/>
        <w:t>1.080e2</w:t>
      </w:r>
    </w:p>
    <w:p w:rsidR="007B2329" w:rsidRDefault="007B2329" w:rsidP="007B2329">
      <w:r>
        <w:t>699.4325</w:t>
      </w:r>
      <w:r>
        <w:tab/>
        <w:t>1.973e2</w:t>
      </w:r>
    </w:p>
    <w:p w:rsidR="007B2329" w:rsidRDefault="007B2329" w:rsidP="007B2329">
      <w:r>
        <w:t>699.4348</w:t>
      </w:r>
      <w:r>
        <w:tab/>
        <w:t>1.823e2</w:t>
      </w:r>
    </w:p>
    <w:p w:rsidR="007B2329" w:rsidRDefault="007B2329" w:rsidP="007B2329">
      <w:r>
        <w:t>699.4392</w:t>
      </w:r>
      <w:r>
        <w:tab/>
        <w:t>2.313e1</w:t>
      </w:r>
    </w:p>
    <w:p w:rsidR="007B2329" w:rsidRDefault="007B2329" w:rsidP="007B2329">
      <w:r>
        <w:t>699.4748</w:t>
      </w:r>
      <w:r>
        <w:tab/>
        <w:t>2.830e0</w:t>
      </w:r>
    </w:p>
    <w:p w:rsidR="007B2329" w:rsidRDefault="007B2329" w:rsidP="007B2329">
      <w:r>
        <w:lastRenderedPageBreak/>
        <w:t>699.5435</w:t>
      </w:r>
      <w:r>
        <w:tab/>
        <w:t>6.412e0</w:t>
      </w:r>
    </w:p>
    <w:p w:rsidR="007B2329" w:rsidRDefault="007B2329" w:rsidP="007B2329">
      <w:r>
        <w:t>699.5585</w:t>
      </w:r>
      <w:r>
        <w:tab/>
        <w:t>1.013e0</w:t>
      </w:r>
    </w:p>
    <w:p w:rsidR="007B2329" w:rsidRDefault="007B2329" w:rsidP="007B2329">
      <w:r>
        <w:t>699.5796</w:t>
      </w:r>
      <w:r>
        <w:tab/>
        <w:t>6.815e0</w:t>
      </w:r>
    </w:p>
    <w:p w:rsidR="007B2329" w:rsidRDefault="007B2329" w:rsidP="007B2329">
      <w:r>
        <w:t>699.5821</w:t>
      </w:r>
      <w:r>
        <w:tab/>
        <w:t>1.182e1</w:t>
      </w:r>
    </w:p>
    <w:p w:rsidR="007B2329" w:rsidRDefault="007B2329" w:rsidP="007B2329">
      <w:r>
        <w:t>699.5991</w:t>
      </w:r>
      <w:r>
        <w:tab/>
        <w:t>1.824e1</w:t>
      </w:r>
    </w:p>
    <w:p w:rsidR="007B2329" w:rsidRDefault="007B2329" w:rsidP="007B2329">
      <w:r>
        <w:t>699.6110</w:t>
      </w:r>
      <w:r>
        <w:tab/>
        <w:t>3.716e0</w:t>
      </w:r>
    </w:p>
    <w:p w:rsidR="007B2329" w:rsidRDefault="007B2329" w:rsidP="007B2329">
      <w:r>
        <w:t>699.6235</w:t>
      </w:r>
      <w:r>
        <w:tab/>
        <w:t>1.037e1</w:t>
      </w:r>
    </w:p>
    <w:p w:rsidR="007B2329" w:rsidRDefault="007B2329" w:rsidP="007B2329">
      <w:r>
        <w:t>699.6768</w:t>
      </w:r>
      <w:r>
        <w:tab/>
        <w:t>1.176e1</w:t>
      </w:r>
    </w:p>
    <w:p w:rsidR="007B2329" w:rsidRDefault="007B2329" w:rsidP="007B2329">
      <w:r>
        <w:t>699.6866</w:t>
      </w:r>
      <w:r>
        <w:tab/>
        <w:t>1.018e0</w:t>
      </w:r>
    </w:p>
    <w:p w:rsidR="007B2329" w:rsidRDefault="007B2329" w:rsidP="007B2329">
      <w:r>
        <w:t>699.6951</w:t>
      </w:r>
      <w:r>
        <w:tab/>
        <w:t>2.826e0</w:t>
      </w:r>
    </w:p>
    <w:p w:rsidR="007B2329" w:rsidRDefault="007B2329" w:rsidP="007B2329">
      <w:r>
        <w:t>699.7128</w:t>
      </w:r>
      <w:r>
        <w:tab/>
        <w:t>4.263e0</w:t>
      </w:r>
    </w:p>
    <w:p w:rsidR="007B2329" w:rsidRDefault="007B2329" w:rsidP="007B2329">
      <w:r>
        <w:t>699.7205</w:t>
      </w:r>
      <w:r>
        <w:tab/>
        <w:t>2.444e1</w:t>
      </w:r>
    </w:p>
    <w:p w:rsidR="007B2329" w:rsidRDefault="007B2329" w:rsidP="007B2329">
      <w:r>
        <w:t>699.7371</w:t>
      </w:r>
      <w:r>
        <w:tab/>
        <w:t>9.184e0</w:t>
      </w:r>
    </w:p>
    <w:p w:rsidR="007B2329" w:rsidRDefault="007B2329" w:rsidP="007B2329">
      <w:r>
        <w:t>699.7416</w:t>
      </w:r>
      <w:r>
        <w:tab/>
        <w:t>2.025e0</w:t>
      </w:r>
    </w:p>
    <w:p w:rsidR="007B2329" w:rsidRDefault="007B2329" w:rsidP="007B2329">
      <w:r>
        <w:t>699.7751</w:t>
      </w:r>
      <w:r>
        <w:tab/>
        <w:t>4.172e0</w:t>
      </w:r>
    </w:p>
    <w:p w:rsidR="007B2329" w:rsidRDefault="007B2329" w:rsidP="007B2329">
      <w:r>
        <w:t>699.7968</w:t>
      </w:r>
      <w:r>
        <w:tab/>
        <w:t>9.445e0</w:t>
      </w:r>
    </w:p>
    <w:p w:rsidR="007B2329" w:rsidRDefault="007B2329" w:rsidP="007B2329">
      <w:r>
        <w:t>699.8538</w:t>
      </w:r>
      <w:r>
        <w:tab/>
        <w:t>1.013e0</w:t>
      </w:r>
    </w:p>
    <w:p w:rsidR="007B2329" w:rsidRDefault="007B2329" w:rsidP="007B2329">
      <w:r>
        <w:t>699.8554</w:t>
      </w:r>
      <w:r>
        <w:tab/>
        <w:t>9.372e0</w:t>
      </w:r>
    </w:p>
    <w:p w:rsidR="007B2329" w:rsidRDefault="007B2329" w:rsidP="007B2329">
      <w:r>
        <w:t>699.8607</w:t>
      </w:r>
      <w:r>
        <w:tab/>
        <w:t>8.934e0</w:t>
      </w:r>
    </w:p>
    <w:p w:rsidR="007B2329" w:rsidRDefault="007B2329" w:rsidP="007B2329">
      <w:r>
        <w:lastRenderedPageBreak/>
        <w:t>699.8635</w:t>
      </w:r>
      <w:r>
        <w:tab/>
        <w:t>4.797e0</w:t>
      </w:r>
    </w:p>
    <w:p w:rsidR="007B2329" w:rsidRDefault="007B2329" w:rsidP="007B2329">
      <w:r>
        <w:t>699.8651</w:t>
      </w:r>
      <w:r>
        <w:tab/>
        <w:t>7.596e0</w:t>
      </w:r>
    </w:p>
    <w:p w:rsidR="007B2329" w:rsidRDefault="007B2329" w:rsidP="007B2329">
      <w:r>
        <w:t>699.8766</w:t>
      </w:r>
      <w:r>
        <w:tab/>
        <w:t>3.797e0</w:t>
      </w:r>
    </w:p>
    <w:p w:rsidR="007B2329" w:rsidRDefault="007B2329" w:rsidP="007B2329">
      <w:r>
        <w:t>699.8958</w:t>
      </w:r>
      <w:r>
        <w:tab/>
        <w:t>8.007e0</w:t>
      </w:r>
    </w:p>
    <w:p w:rsidR="007B2329" w:rsidRDefault="007B2329" w:rsidP="007B2329">
      <w:r>
        <w:t>699.9359</w:t>
      </w:r>
      <w:r>
        <w:tab/>
        <w:t>4.051e0</w:t>
      </w:r>
    </w:p>
    <w:p w:rsidR="007B2329" w:rsidRDefault="007B2329" w:rsidP="007B2329">
      <w:r>
        <w:t>699.9448</w:t>
      </w:r>
      <w:r>
        <w:tab/>
        <w:t>4.145e0</w:t>
      </w:r>
    </w:p>
    <w:p w:rsidR="007B2329" w:rsidRDefault="007B2329" w:rsidP="007B2329">
      <w:r>
        <w:t>699.9601</w:t>
      </w:r>
      <w:r>
        <w:tab/>
        <w:t>1.568e1</w:t>
      </w:r>
    </w:p>
    <w:p w:rsidR="007B2329" w:rsidRDefault="007B2329" w:rsidP="007B2329">
      <w:r>
        <w:t>699.9670</w:t>
      </w:r>
      <w:r>
        <w:tab/>
        <w:t>9.284e0</w:t>
      </w:r>
    </w:p>
    <w:p w:rsidR="007B2329" w:rsidRDefault="007B2329" w:rsidP="007B2329">
      <w:r>
        <w:t>699.9729</w:t>
      </w:r>
      <w:r>
        <w:tab/>
        <w:t>1.031e1</w:t>
      </w:r>
    </w:p>
    <w:p w:rsidR="007B2329" w:rsidRDefault="007B2329" w:rsidP="007B2329">
      <w:r>
        <w:t>699.9747</w:t>
      </w:r>
      <w:r>
        <w:tab/>
        <w:t>1.013e0</w:t>
      </w:r>
    </w:p>
    <w:p w:rsidR="007B2329" w:rsidRDefault="007B2329" w:rsidP="007B2329">
      <w:r>
        <w:t>699.9802</w:t>
      </w:r>
      <w:r>
        <w:tab/>
        <w:t>8.738e0</w:t>
      </w:r>
    </w:p>
    <w:p w:rsidR="007B2329" w:rsidRDefault="007B2329" w:rsidP="007B2329">
      <w:r>
        <w:t>700.0281</w:t>
      </w:r>
      <w:r>
        <w:tab/>
        <w:t>1.435e1</w:t>
      </w:r>
    </w:p>
    <w:p w:rsidR="007B2329" w:rsidRDefault="007B2329" w:rsidP="007B2329">
      <w:r>
        <w:t>700.0452</w:t>
      </w:r>
      <w:r>
        <w:tab/>
        <w:t>1.234e1</w:t>
      </w:r>
    </w:p>
    <w:p w:rsidR="007B2329" w:rsidRDefault="007B2329" w:rsidP="007B2329">
      <w:r>
        <w:t>700.0482</w:t>
      </w:r>
      <w:r>
        <w:tab/>
        <w:t>5.063e0</w:t>
      </w:r>
    </w:p>
    <w:p w:rsidR="007B2329" w:rsidRDefault="007B2329" w:rsidP="007B2329">
      <w:r>
        <w:t>700.0509</w:t>
      </w:r>
      <w:r>
        <w:tab/>
        <w:t>4.148e0</w:t>
      </w:r>
    </w:p>
    <w:p w:rsidR="007B2329" w:rsidRDefault="007B2329" w:rsidP="007B2329">
      <w:r>
        <w:t>700.0728</w:t>
      </w:r>
      <w:r>
        <w:tab/>
        <w:t>8.446e0</w:t>
      </w:r>
    </w:p>
    <w:p w:rsidR="007B2329" w:rsidRDefault="007B2329" w:rsidP="007B2329">
      <w:r>
        <w:t>700.0925</w:t>
      </w:r>
      <w:r>
        <w:tab/>
        <w:t>7.524e0</w:t>
      </w:r>
    </w:p>
    <w:p w:rsidR="007B2329" w:rsidRDefault="007B2329" w:rsidP="007B2329">
      <w:r>
        <w:t>700.1174</w:t>
      </w:r>
      <w:r>
        <w:tab/>
        <w:t>1.013e0</w:t>
      </w:r>
    </w:p>
    <w:p w:rsidR="007B2329" w:rsidRDefault="007B2329" w:rsidP="007B2329">
      <w:r>
        <w:t>700.1313</w:t>
      </w:r>
      <w:r>
        <w:tab/>
        <w:t>1.277e1</w:t>
      </w:r>
    </w:p>
    <w:p w:rsidR="007B2329" w:rsidRDefault="007B2329" w:rsidP="007B2329">
      <w:r>
        <w:lastRenderedPageBreak/>
        <w:t>700.1329</w:t>
      </w:r>
      <w:r>
        <w:tab/>
        <w:t>2.201e0</w:t>
      </w:r>
    </w:p>
    <w:p w:rsidR="007B2329" w:rsidRDefault="007B2329" w:rsidP="007B2329">
      <w:r>
        <w:t>700.1402</w:t>
      </w:r>
      <w:r>
        <w:tab/>
        <w:t>8.182e0</w:t>
      </w:r>
    </w:p>
    <w:p w:rsidR="007B2329" w:rsidRDefault="007B2329" w:rsidP="007B2329">
      <w:r>
        <w:t>700.1680</w:t>
      </w:r>
      <w:r>
        <w:tab/>
        <w:t>5.570e0</w:t>
      </w:r>
    </w:p>
    <w:p w:rsidR="007B2329" w:rsidRDefault="007B2329" w:rsidP="007B2329">
      <w:r>
        <w:t>700.1942</w:t>
      </w:r>
      <w:r>
        <w:tab/>
        <w:t>8.848e0</w:t>
      </w:r>
    </w:p>
    <w:p w:rsidR="007B2329" w:rsidRDefault="007B2329" w:rsidP="007B2329">
      <w:r>
        <w:t>700.2281</w:t>
      </w:r>
      <w:r>
        <w:tab/>
        <w:t>2.518e0</w:t>
      </w:r>
    </w:p>
    <w:p w:rsidR="007B2329" w:rsidRDefault="007B2329" w:rsidP="007B2329">
      <w:r>
        <w:t>700.2358</w:t>
      </w:r>
      <w:r>
        <w:tab/>
        <w:t>1.025e0</w:t>
      </w:r>
    </w:p>
    <w:p w:rsidR="007B2329" w:rsidRDefault="007B2329" w:rsidP="007B2329">
      <w:r>
        <w:t>700.2419</w:t>
      </w:r>
      <w:r>
        <w:tab/>
        <w:t>1.138e1</w:t>
      </w:r>
    </w:p>
    <w:p w:rsidR="007B2329" w:rsidRDefault="007B2329" w:rsidP="007B2329">
      <w:r>
        <w:t>700.2541</w:t>
      </w:r>
      <w:r>
        <w:tab/>
        <w:t>2.025e0</w:t>
      </w:r>
    </w:p>
    <w:p w:rsidR="007B2329" w:rsidRDefault="007B2329" w:rsidP="007B2329">
      <w:r>
        <w:t>700.4241</w:t>
      </w:r>
      <w:r>
        <w:tab/>
        <w:t>9.778e3</w:t>
      </w:r>
    </w:p>
    <w:p w:rsidR="007B2329" w:rsidRDefault="007B2329" w:rsidP="007B2329">
      <w:r>
        <w:t>700.4255</w:t>
      </w:r>
      <w:r>
        <w:tab/>
        <w:t>6.218e3</w:t>
      </w:r>
    </w:p>
    <w:p w:rsidR="007B2329" w:rsidRDefault="007B2329" w:rsidP="007B2329">
      <w:r>
        <w:t>700.4269</w:t>
      </w:r>
      <w:r>
        <w:tab/>
        <w:t>1.019e4</w:t>
      </w:r>
    </w:p>
    <w:p w:rsidR="007B2329" w:rsidRDefault="007B2329" w:rsidP="007B2329">
      <w:r>
        <w:t>700.4290</w:t>
      </w:r>
      <w:r>
        <w:tab/>
        <w:t>1.928e4</w:t>
      </w:r>
    </w:p>
    <w:p w:rsidR="007B2329" w:rsidRDefault="007B2329" w:rsidP="007B2329">
      <w:r>
        <w:t>700.4310</w:t>
      </w:r>
      <w:r>
        <w:tab/>
        <w:t>5.788e3</w:t>
      </w:r>
    </w:p>
    <w:p w:rsidR="007B2329" w:rsidRDefault="007B2329" w:rsidP="007B2329">
      <w:r>
        <w:t>700.4321</w:t>
      </w:r>
      <w:r>
        <w:tab/>
        <w:t>1.331e3</w:t>
      </w:r>
    </w:p>
    <w:p w:rsidR="007B2329" w:rsidRDefault="007B2329" w:rsidP="007B2329">
      <w:r>
        <w:t>700.4395</w:t>
      </w:r>
      <w:r>
        <w:tab/>
        <w:t>1.046e2</w:t>
      </w:r>
    </w:p>
    <w:p w:rsidR="007B2329" w:rsidRDefault="007B2329" w:rsidP="007B2329">
      <w:r>
        <w:t>700.5718</w:t>
      </w:r>
      <w:r>
        <w:tab/>
        <w:t>8.577e1</w:t>
      </w:r>
    </w:p>
    <w:p w:rsidR="007B2329" w:rsidRDefault="007B2329" w:rsidP="007B2329">
      <w:r>
        <w:t>700.6155</w:t>
      </w:r>
      <w:r>
        <w:tab/>
        <w:t>1.025e0</w:t>
      </w:r>
    </w:p>
    <w:p w:rsidR="007B2329" w:rsidRDefault="007B2329" w:rsidP="007B2329">
      <w:r>
        <w:t>700.6237</w:t>
      </w:r>
      <w:r>
        <w:tab/>
        <w:t>1.397e2</w:t>
      </w:r>
    </w:p>
    <w:p w:rsidR="007B2329" w:rsidRDefault="007B2329" w:rsidP="007B2329">
      <w:r>
        <w:t>700.6267</w:t>
      </w:r>
      <w:r>
        <w:tab/>
        <w:t>1.130e1</w:t>
      </w:r>
    </w:p>
    <w:p w:rsidR="007B2329" w:rsidRDefault="007B2329" w:rsidP="007B2329">
      <w:r>
        <w:lastRenderedPageBreak/>
        <w:t>700.6403</w:t>
      </w:r>
      <w:r>
        <w:tab/>
        <w:t>1.397e2</w:t>
      </w:r>
    </w:p>
    <w:p w:rsidR="007B2329" w:rsidRDefault="007B2329" w:rsidP="007B2329">
      <w:r>
        <w:t>700.6506</w:t>
      </w:r>
      <w:r>
        <w:tab/>
        <w:t>5.909e1</w:t>
      </w:r>
    </w:p>
    <w:p w:rsidR="007B2329" w:rsidRDefault="007B2329" w:rsidP="007B2329">
      <w:r>
        <w:t>700.6521</w:t>
      </w:r>
      <w:r>
        <w:tab/>
        <w:t>1.013e0</w:t>
      </w:r>
    </w:p>
    <w:p w:rsidR="007B2329" w:rsidRDefault="007B2329" w:rsidP="007B2329">
      <w:r>
        <w:t>700.6921</w:t>
      </w:r>
      <w:r>
        <w:tab/>
        <w:t>5.543e1</w:t>
      </w:r>
    </w:p>
    <w:p w:rsidR="007B2329" w:rsidRDefault="007B2329" w:rsidP="007B2329">
      <w:r>
        <w:t>700.7159</w:t>
      </w:r>
      <w:r>
        <w:tab/>
        <w:t>1.578e2</w:t>
      </w:r>
    </w:p>
    <w:p w:rsidR="007B2329" w:rsidRDefault="007B2329" w:rsidP="007B2329">
      <w:r>
        <w:t>700.7239</w:t>
      </w:r>
      <w:r>
        <w:tab/>
        <w:t>1.013e0</w:t>
      </w:r>
    </w:p>
    <w:p w:rsidR="007B2329" w:rsidRDefault="007B2329" w:rsidP="007B2329">
      <w:r>
        <w:t>700.7294</w:t>
      </w:r>
      <w:r>
        <w:tab/>
        <w:t>1.239e2</w:t>
      </w:r>
    </w:p>
    <w:p w:rsidR="007B2329" w:rsidRDefault="007B2329" w:rsidP="007B2329">
      <w:r>
        <w:t>700.7319</w:t>
      </w:r>
      <w:r>
        <w:tab/>
        <w:t>6.987e1</w:t>
      </w:r>
    </w:p>
    <w:p w:rsidR="007B2329" w:rsidRDefault="007B2329" w:rsidP="007B2329">
      <w:r>
        <w:t>700.7832</w:t>
      </w:r>
      <w:r>
        <w:tab/>
        <w:t>2.025e0</w:t>
      </w:r>
    </w:p>
    <w:p w:rsidR="007B2329" w:rsidRDefault="007B2329" w:rsidP="007B2329">
      <w:r>
        <w:t>700.7973</w:t>
      </w:r>
      <w:r>
        <w:tab/>
        <w:t>4.658e1</w:t>
      </w:r>
    </w:p>
    <w:p w:rsidR="007B2329" w:rsidRDefault="007B2329" w:rsidP="007B2329">
      <w:r>
        <w:t>700.8076</w:t>
      </w:r>
      <w:r>
        <w:tab/>
        <w:t>2.329e1</w:t>
      </w:r>
    </w:p>
    <w:p w:rsidR="007B2329" w:rsidRDefault="007B2329" w:rsidP="007B2329">
      <w:r>
        <w:t>700.8204</w:t>
      </w:r>
      <w:r>
        <w:tab/>
        <w:t>2.329e1</w:t>
      </w:r>
    </w:p>
    <w:p w:rsidR="007B2329" w:rsidRDefault="007B2329" w:rsidP="007B2329">
      <w:r>
        <w:t>700.8255</w:t>
      </w:r>
      <w:r>
        <w:tab/>
        <w:t>9.316e1</w:t>
      </w:r>
    </w:p>
    <w:p w:rsidR="007B2329" w:rsidRDefault="007B2329" w:rsidP="007B2329">
      <w:r>
        <w:t>700.8442</w:t>
      </w:r>
      <w:r>
        <w:tab/>
        <w:t>9.316e1</w:t>
      </w:r>
    </w:p>
    <w:p w:rsidR="007B2329" w:rsidRDefault="007B2329" w:rsidP="007B2329">
      <w:r>
        <w:t>700.8571</w:t>
      </w:r>
      <w:r>
        <w:tab/>
        <w:t>1.058e1</w:t>
      </w:r>
    </w:p>
    <w:p w:rsidR="007B2329" w:rsidRDefault="007B2329" w:rsidP="007B2329">
      <w:r>
        <w:t>700.8697</w:t>
      </w:r>
      <w:r>
        <w:tab/>
        <w:t>2.025e0</w:t>
      </w:r>
    </w:p>
    <w:p w:rsidR="007B2329" w:rsidRDefault="007B2329" w:rsidP="007B2329">
      <w:r>
        <w:t>700.9175</w:t>
      </w:r>
      <w:r>
        <w:tab/>
        <w:t>2.229e1</w:t>
      </w:r>
    </w:p>
    <w:p w:rsidR="007B2329" w:rsidRDefault="007B2329" w:rsidP="007B2329">
      <w:r>
        <w:t>700.9200</w:t>
      </w:r>
      <w:r>
        <w:tab/>
        <w:t>9.316e1</w:t>
      </w:r>
    </w:p>
    <w:p w:rsidR="007B2329" w:rsidRDefault="007B2329" w:rsidP="007B2329">
      <w:r>
        <w:t>700.9261</w:t>
      </w:r>
      <w:r>
        <w:tab/>
        <w:t>4.658e1</w:t>
      </w:r>
    </w:p>
    <w:p w:rsidR="007B2329" w:rsidRDefault="007B2329" w:rsidP="007B2329">
      <w:r>
        <w:lastRenderedPageBreak/>
        <w:t>700.9328</w:t>
      </w:r>
      <w:r>
        <w:tab/>
        <w:t>2.329e1</w:t>
      </w:r>
    </w:p>
    <w:p w:rsidR="007B2329" w:rsidRDefault="007B2329" w:rsidP="007B2329">
      <w:r>
        <w:t>700.9523</w:t>
      </w:r>
      <w:r>
        <w:tab/>
        <w:t>3.614e0</w:t>
      </w:r>
    </w:p>
    <w:p w:rsidR="007B2329" w:rsidRDefault="007B2329" w:rsidP="007B2329">
      <w:r>
        <w:t>700.9685</w:t>
      </w:r>
      <w:r>
        <w:tab/>
        <w:t>2.329e1</w:t>
      </w:r>
    </w:p>
    <w:p w:rsidR="007B2329" w:rsidRDefault="007B2329" w:rsidP="007B2329">
      <w:r>
        <w:t>700.9719</w:t>
      </w:r>
      <w:r>
        <w:tab/>
        <w:t>4.658e1</w:t>
      </w:r>
    </w:p>
    <w:p w:rsidR="007B2329" w:rsidRDefault="007B2329" w:rsidP="007B2329">
      <w:r>
        <w:t>701.0118</w:t>
      </w:r>
      <w:r>
        <w:tab/>
        <w:t>7.788e1</w:t>
      </w:r>
    </w:p>
    <w:p w:rsidR="007B2329" w:rsidRDefault="007B2329" w:rsidP="007B2329">
      <w:r>
        <w:t>701.0381</w:t>
      </w:r>
      <w:r>
        <w:tab/>
        <w:t>2.129e1</w:t>
      </w:r>
    </w:p>
    <w:p w:rsidR="007B2329" w:rsidRDefault="007B2329" w:rsidP="007B2329">
      <w:r>
        <w:t>701.0648</w:t>
      </w:r>
      <w:r>
        <w:tab/>
        <w:t>2.025e0</w:t>
      </w:r>
    </w:p>
    <w:p w:rsidR="007B2329" w:rsidRDefault="007B2329" w:rsidP="007B2329">
      <w:r>
        <w:t>701.0803</w:t>
      </w:r>
      <w:r>
        <w:tab/>
        <w:t>1.165e2</w:t>
      </w:r>
    </w:p>
    <w:p w:rsidR="007B2329" w:rsidRDefault="007B2329" w:rsidP="007B2329">
      <w:r>
        <w:t>701.0936</w:t>
      </w:r>
      <w:r>
        <w:tab/>
        <w:t>1.504e1</w:t>
      </w:r>
    </w:p>
    <w:p w:rsidR="007B2329" w:rsidRDefault="007B2329" w:rsidP="007B2329">
      <w:r>
        <w:t>701.0974</w:t>
      </w:r>
      <w:r>
        <w:tab/>
        <w:t>3.038e0</w:t>
      </w:r>
    </w:p>
    <w:p w:rsidR="007B2329" w:rsidRDefault="007B2329" w:rsidP="007B2329">
      <w:r>
        <w:t>701.1248</w:t>
      </w:r>
      <w:r>
        <w:tab/>
        <w:t>1.165e2</w:t>
      </w:r>
    </w:p>
    <w:p w:rsidR="007B2329" w:rsidRDefault="007B2329" w:rsidP="007B2329">
      <w:r>
        <w:t>701.1281</w:t>
      </w:r>
      <w:r>
        <w:tab/>
        <w:t>1.013e0</w:t>
      </w:r>
    </w:p>
    <w:p w:rsidR="007B2329" w:rsidRDefault="007B2329" w:rsidP="007B2329">
      <w:r>
        <w:t>701.1586</w:t>
      </w:r>
      <w:r>
        <w:tab/>
        <w:t>4.658e1</w:t>
      </w:r>
    </w:p>
    <w:p w:rsidR="007B2329" w:rsidRDefault="007B2329" w:rsidP="007B2329">
      <w:r>
        <w:t>701.1668</w:t>
      </w:r>
      <w:r>
        <w:tab/>
        <w:t>9.316e1</w:t>
      </w:r>
    </w:p>
    <w:p w:rsidR="007B2329" w:rsidRDefault="007B2329" w:rsidP="007B2329">
      <w:r>
        <w:t>701.1920</w:t>
      </w:r>
      <w:r>
        <w:tab/>
        <w:t>1.000e2</w:t>
      </w:r>
    </w:p>
    <w:p w:rsidR="007B2329" w:rsidRDefault="007B2329" w:rsidP="007B2329">
      <w:r>
        <w:t>701.2375</w:t>
      </w:r>
      <w:r>
        <w:tab/>
        <w:t>1.630e2</w:t>
      </w:r>
    </w:p>
    <w:p w:rsidR="007B2329" w:rsidRDefault="007B2329" w:rsidP="007B2329">
      <w:r>
        <w:t>701.2413</w:t>
      </w:r>
      <w:r>
        <w:tab/>
        <w:t>2.025e0</w:t>
      </w:r>
    </w:p>
    <w:p w:rsidR="007B2329" w:rsidRDefault="007B2329" w:rsidP="007B2329">
      <w:r>
        <w:t>701.2452</w:t>
      </w:r>
      <w:r>
        <w:tab/>
        <w:t>9.721e1</w:t>
      </w:r>
    </w:p>
    <w:p w:rsidR="007B2329" w:rsidRDefault="007B2329" w:rsidP="007B2329">
      <w:r>
        <w:t>701.2594</w:t>
      </w:r>
      <w:r>
        <w:tab/>
        <w:t>1.013e0</w:t>
      </w:r>
    </w:p>
    <w:p w:rsidR="007B2329" w:rsidRDefault="007B2329" w:rsidP="007B2329">
      <w:r>
        <w:lastRenderedPageBreak/>
        <w:t>701.2627</w:t>
      </w:r>
      <w:r>
        <w:tab/>
        <w:t>6.457e0</w:t>
      </w:r>
    </w:p>
    <w:p w:rsidR="007B2329" w:rsidRDefault="007B2329" w:rsidP="007B2329">
      <w:r>
        <w:t>701.4263</w:t>
      </w:r>
      <w:r>
        <w:tab/>
        <w:t>8.785e3</w:t>
      </w:r>
    </w:p>
    <w:p w:rsidR="007B2329" w:rsidRDefault="007B2329" w:rsidP="007B2329">
      <w:r>
        <w:t>701.4283</w:t>
      </w:r>
      <w:r>
        <w:tab/>
        <w:t>5.060e1</w:t>
      </w:r>
    </w:p>
    <w:p w:rsidR="007B2329" w:rsidRDefault="007B2329" w:rsidP="007B2329">
      <w:r>
        <w:t>701.4295</w:t>
      </w:r>
      <w:r>
        <w:tab/>
        <w:t>4.548e3</w:t>
      </w:r>
    </w:p>
    <w:p w:rsidR="007B2329" w:rsidRDefault="007B2329" w:rsidP="007B2329">
      <w:r>
        <w:t>701.4308</w:t>
      </w:r>
      <w:r>
        <w:tab/>
        <w:t>3.821e3</w:t>
      </w:r>
    </w:p>
    <w:p w:rsidR="007B2329" w:rsidRDefault="007B2329" w:rsidP="007B2329">
      <w:r>
        <w:t>701.4324</w:t>
      </w:r>
      <w:r>
        <w:tab/>
        <w:t>2.372e3</w:t>
      </w:r>
    </w:p>
    <w:p w:rsidR="007B2329" w:rsidRDefault="007B2329" w:rsidP="007B2329">
      <w:r>
        <w:t>701.4351</w:t>
      </w:r>
      <w:r>
        <w:tab/>
        <w:t>5.387e3</w:t>
      </w:r>
    </w:p>
    <w:p w:rsidR="007B2329" w:rsidRDefault="007B2329" w:rsidP="007B2329">
      <w:r>
        <w:t>701.4370</w:t>
      </w:r>
      <w:r>
        <w:tab/>
        <w:t>6.531e2</w:t>
      </w:r>
    </w:p>
    <w:p w:rsidR="007B2329" w:rsidRDefault="007B2329" w:rsidP="007B2329">
      <w:r>
        <w:t>701.4443</w:t>
      </w:r>
      <w:r>
        <w:tab/>
        <w:t>4.536e1</w:t>
      </w:r>
    </w:p>
    <w:p w:rsidR="007B2329" w:rsidRDefault="007B2329" w:rsidP="007B2329">
      <w:r>
        <w:t>701.5892</w:t>
      </w:r>
      <w:r>
        <w:tab/>
        <w:t>2.612e2</w:t>
      </w:r>
    </w:p>
    <w:p w:rsidR="007B2329" w:rsidRDefault="007B2329" w:rsidP="007B2329">
      <w:r>
        <w:t>701.6174</w:t>
      </w:r>
      <w:r>
        <w:tab/>
        <w:t>4.658e1</w:t>
      </w:r>
    </w:p>
    <w:p w:rsidR="007B2329" w:rsidRDefault="007B2329" w:rsidP="007B2329">
      <w:r>
        <w:t>701.6206</w:t>
      </w:r>
      <w:r>
        <w:tab/>
        <w:t>6.987e1</w:t>
      </w:r>
    </w:p>
    <w:p w:rsidR="007B2329" w:rsidRDefault="007B2329" w:rsidP="007B2329">
      <w:r>
        <w:t>701.6382</w:t>
      </w:r>
      <w:r>
        <w:tab/>
        <w:t>9.316e1</w:t>
      </w:r>
    </w:p>
    <w:p w:rsidR="007B2329" w:rsidRDefault="007B2329" w:rsidP="007B2329">
      <w:r>
        <w:t>701.6631</w:t>
      </w:r>
      <w:r>
        <w:tab/>
        <w:t>6.987e1</w:t>
      </w:r>
    </w:p>
    <w:p w:rsidR="007B2329" w:rsidRDefault="007B2329" w:rsidP="007B2329">
      <w:r>
        <w:t>701.7187</w:t>
      </w:r>
      <w:r>
        <w:tab/>
        <w:t>5.275e1</w:t>
      </w:r>
    </w:p>
    <w:p w:rsidR="007B2329" w:rsidRDefault="007B2329" w:rsidP="007B2329">
      <w:r>
        <w:t>701.7358</w:t>
      </w:r>
      <w:r>
        <w:tab/>
        <w:t>1.013e0</w:t>
      </w:r>
    </w:p>
    <w:p w:rsidR="007B2329" w:rsidRDefault="007B2329" w:rsidP="007B2329">
      <w:r>
        <w:t>701.7371</w:t>
      </w:r>
      <w:r>
        <w:tab/>
        <w:t>2.329e1</w:t>
      </w:r>
    </w:p>
    <w:p w:rsidR="007B2329" w:rsidRDefault="007B2329" w:rsidP="007B2329">
      <w:r>
        <w:t>701.7977</w:t>
      </w:r>
      <w:r>
        <w:tab/>
        <w:t>6.987e1</w:t>
      </w:r>
    </w:p>
    <w:p w:rsidR="007B2329" w:rsidRDefault="007B2329" w:rsidP="007B2329">
      <w:r>
        <w:t>701.8040</w:t>
      </w:r>
      <w:r>
        <w:tab/>
        <w:t>4.658e1</w:t>
      </w:r>
    </w:p>
    <w:p w:rsidR="007B2329" w:rsidRDefault="007B2329" w:rsidP="007B2329">
      <w:r>
        <w:lastRenderedPageBreak/>
        <w:t>701.8089</w:t>
      </w:r>
      <w:r>
        <w:tab/>
        <w:t>1.165e2</w:t>
      </w:r>
    </w:p>
    <w:p w:rsidR="007B2329" w:rsidRDefault="007B2329" w:rsidP="007B2329">
      <w:r>
        <w:t>701.8214</w:t>
      </w:r>
      <w:r>
        <w:tab/>
        <w:t>6.076e0</w:t>
      </w:r>
    </w:p>
    <w:p w:rsidR="007B2329" w:rsidRDefault="007B2329" w:rsidP="007B2329">
      <w:r>
        <w:t>701.8406</w:t>
      </w:r>
      <w:r>
        <w:tab/>
        <w:t>2.734e1</w:t>
      </w:r>
    </w:p>
    <w:p w:rsidR="007B2329" w:rsidRDefault="007B2329" w:rsidP="007B2329">
      <w:r>
        <w:t>701.8578</w:t>
      </w:r>
      <w:r>
        <w:tab/>
        <w:t>1.630e2</w:t>
      </w:r>
    </w:p>
    <w:p w:rsidR="007B2329" w:rsidRDefault="007B2329" w:rsidP="007B2329">
      <w:r>
        <w:t>701.8665</w:t>
      </w:r>
      <w:r>
        <w:tab/>
        <w:t>1.013e0</w:t>
      </w:r>
    </w:p>
    <w:p w:rsidR="007B2329" w:rsidRDefault="007B2329" w:rsidP="007B2329">
      <w:r>
        <w:t>701.8927</w:t>
      </w:r>
      <w:r>
        <w:tab/>
        <w:t>9.316e1</w:t>
      </w:r>
    </w:p>
    <w:p w:rsidR="007B2329" w:rsidRDefault="007B2329" w:rsidP="007B2329">
      <w:r>
        <w:t>701.8986</w:t>
      </w:r>
      <w:r>
        <w:tab/>
        <w:t>2.329e1</w:t>
      </w:r>
    </w:p>
    <w:p w:rsidR="007B2329" w:rsidRDefault="007B2329" w:rsidP="007B2329">
      <w:r>
        <w:t>701.9225</w:t>
      </w:r>
      <w:r>
        <w:tab/>
        <w:t>4.658e1</w:t>
      </w:r>
    </w:p>
    <w:p w:rsidR="007B2329" w:rsidRDefault="007B2329" w:rsidP="007B2329">
      <w:r>
        <w:t>701.9380</w:t>
      </w:r>
      <w:r>
        <w:tab/>
        <w:t>1.013e0</w:t>
      </w:r>
    </w:p>
    <w:p w:rsidR="007B2329" w:rsidRDefault="007B2329" w:rsidP="007B2329">
      <w:r>
        <w:t>701.9450</w:t>
      </w:r>
      <w:r>
        <w:tab/>
        <w:t>4.658e1</w:t>
      </w:r>
    </w:p>
    <w:p w:rsidR="007B2329" w:rsidRDefault="007B2329" w:rsidP="007B2329">
      <w:r>
        <w:t>701.9726</w:t>
      </w:r>
      <w:r>
        <w:tab/>
        <w:t>5.063e0</w:t>
      </w:r>
    </w:p>
    <w:p w:rsidR="007B2329" w:rsidRDefault="007B2329" w:rsidP="007B2329">
      <w:r>
        <w:t>701.9780</w:t>
      </w:r>
      <w:r>
        <w:tab/>
        <w:t>2.329e1</w:t>
      </w:r>
    </w:p>
    <w:p w:rsidR="007B2329" w:rsidRDefault="007B2329" w:rsidP="007B2329">
      <w:r>
        <w:t>701.9934</w:t>
      </w:r>
      <w:r>
        <w:tab/>
        <w:t>4.658e1</w:t>
      </w:r>
    </w:p>
    <w:p w:rsidR="007B2329" w:rsidRDefault="007B2329" w:rsidP="007B2329">
      <w:r>
        <w:t>702.0026</w:t>
      </w:r>
      <w:r>
        <w:tab/>
        <w:t>6.787e1</w:t>
      </w:r>
    </w:p>
    <w:p w:rsidR="007B2329" w:rsidRDefault="007B2329" w:rsidP="007B2329">
      <w:r>
        <w:t>702.0124</w:t>
      </w:r>
      <w:r>
        <w:tab/>
        <w:t>3.038e0</w:t>
      </w:r>
    </w:p>
    <w:p w:rsidR="007B2329" w:rsidRDefault="007B2329" w:rsidP="007B2329">
      <w:r>
        <w:t>702.0162</w:t>
      </w:r>
      <w:r>
        <w:tab/>
        <w:t>6.987e1</w:t>
      </w:r>
    </w:p>
    <w:p w:rsidR="007B2329" w:rsidRDefault="007B2329" w:rsidP="007B2329">
      <w:r>
        <w:t>702.0328</w:t>
      </w:r>
      <w:r>
        <w:tab/>
        <w:t>5.371e1</w:t>
      </w:r>
    </w:p>
    <w:p w:rsidR="007B2329" w:rsidRDefault="007B2329" w:rsidP="007B2329">
      <w:r>
        <w:t>702.0417</w:t>
      </w:r>
      <w:r>
        <w:tab/>
        <w:t>1.165e2</w:t>
      </w:r>
    </w:p>
    <w:p w:rsidR="007B2329" w:rsidRDefault="007B2329" w:rsidP="007B2329">
      <w:r>
        <w:t>702.0523</w:t>
      </w:r>
      <w:r>
        <w:tab/>
        <w:t>2.329e1</w:t>
      </w:r>
    </w:p>
    <w:p w:rsidR="007B2329" w:rsidRDefault="007B2329" w:rsidP="007B2329">
      <w:r>
        <w:lastRenderedPageBreak/>
        <w:t>702.0571</w:t>
      </w:r>
      <w:r>
        <w:tab/>
        <w:t>1.013e0</w:t>
      </w:r>
    </w:p>
    <w:p w:rsidR="007B2329" w:rsidRDefault="007B2329" w:rsidP="007B2329">
      <w:r>
        <w:t>702.0662</w:t>
      </w:r>
      <w:r>
        <w:tab/>
        <w:t>3.013e0</w:t>
      </w:r>
    </w:p>
    <w:p w:rsidR="007B2329" w:rsidRDefault="007B2329" w:rsidP="007B2329">
      <w:r>
        <w:t>702.0708</w:t>
      </w:r>
      <w:r>
        <w:tab/>
        <w:t>2.329e1</w:t>
      </w:r>
    </w:p>
    <w:p w:rsidR="007B2329" w:rsidRDefault="007B2329" w:rsidP="007B2329">
      <w:r>
        <w:t>702.1119</w:t>
      </w:r>
      <w:r>
        <w:tab/>
        <w:t>2.329e1</w:t>
      </w:r>
    </w:p>
    <w:p w:rsidR="007B2329" w:rsidRDefault="007B2329" w:rsidP="007B2329">
      <w:r>
        <w:t>702.1238</w:t>
      </w:r>
      <w:r>
        <w:tab/>
        <w:t>2.329e1</w:t>
      </w:r>
    </w:p>
    <w:p w:rsidR="007B2329" w:rsidRDefault="007B2329" w:rsidP="007B2329">
      <w:r>
        <w:t>702.1258</w:t>
      </w:r>
      <w:r>
        <w:tab/>
        <w:t>1.013e0</w:t>
      </w:r>
    </w:p>
    <w:p w:rsidR="007B2329" w:rsidRDefault="007B2329" w:rsidP="007B2329">
      <w:r>
        <w:t>702.1372</w:t>
      </w:r>
      <w:r>
        <w:tab/>
        <w:t>9.316e1</w:t>
      </w:r>
    </w:p>
    <w:p w:rsidR="007B2329" w:rsidRDefault="007B2329" w:rsidP="007B2329">
      <w:r>
        <w:t>702.1739</w:t>
      </w:r>
      <w:r>
        <w:tab/>
        <w:t>2.329e1</w:t>
      </w:r>
    </w:p>
    <w:p w:rsidR="007B2329" w:rsidRDefault="007B2329" w:rsidP="007B2329">
      <w:r>
        <w:t>702.2002</w:t>
      </w:r>
      <w:r>
        <w:tab/>
        <w:t>1.013e0</w:t>
      </w:r>
    </w:p>
    <w:p w:rsidR="007B2329" w:rsidRDefault="007B2329" w:rsidP="007B2329">
      <w:r>
        <w:t>702.2017</w:t>
      </w:r>
      <w:r>
        <w:tab/>
        <w:t>7.094e0</w:t>
      </w:r>
    </w:p>
    <w:p w:rsidR="007B2329" w:rsidRDefault="007B2329" w:rsidP="007B2329">
      <w:r>
        <w:t>702.2062</w:t>
      </w:r>
      <w:r>
        <w:tab/>
        <w:t>1.397e2</w:t>
      </w:r>
    </w:p>
    <w:p w:rsidR="007B2329" w:rsidRDefault="007B2329" w:rsidP="007B2329">
      <w:r>
        <w:t>702.2111</w:t>
      </w:r>
      <w:r>
        <w:tab/>
        <w:t>6.987e1</w:t>
      </w:r>
    </w:p>
    <w:p w:rsidR="007B2329" w:rsidRDefault="007B2329" w:rsidP="007B2329">
      <w:r>
        <w:t>702.2468</w:t>
      </w:r>
      <w:r>
        <w:tab/>
        <w:t>1.013e0</w:t>
      </w:r>
    </w:p>
    <w:p w:rsidR="007B2329" w:rsidRDefault="007B2329" w:rsidP="007B2329">
      <w:r>
        <w:t>702.2538</w:t>
      </w:r>
      <w:r>
        <w:tab/>
        <w:t>1.005e2</w:t>
      </w:r>
    </w:p>
    <w:p w:rsidR="007B2329" w:rsidRDefault="007B2329" w:rsidP="007B2329">
      <w:r>
        <w:t>702.2750</w:t>
      </w:r>
      <w:r>
        <w:tab/>
        <w:t>4.658e1</w:t>
      </w:r>
    </w:p>
    <w:p w:rsidR="007B2329" w:rsidRDefault="007B2329" w:rsidP="007B2329">
      <w:r>
        <w:t>702.2886</w:t>
      </w:r>
      <w:r>
        <w:tab/>
        <w:t>1.325e2</w:t>
      </w:r>
    </w:p>
    <w:p w:rsidR="007B2329" w:rsidRDefault="007B2329" w:rsidP="007B2329">
      <w:r>
        <w:t>702.2968</w:t>
      </w:r>
      <w:r>
        <w:tab/>
        <w:t>4.051e0</w:t>
      </w:r>
    </w:p>
    <w:p w:rsidR="007B2329" w:rsidRDefault="007B2329" w:rsidP="007B2329">
      <w:r>
        <w:t>702.3092</w:t>
      </w:r>
      <w:r>
        <w:tab/>
        <w:t>4.658e1</w:t>
      </w:r>
    </w:p>
    <w:p w:rsidR="007B2329" w:rsidRDefault="007B2329" w:rsidP="007B2329">
      <w:r>
        <w:t>702.3177</w:t>
      </w:r>
      <w:r>
        <w:tab/>
        <w:t>9.820e0</w:t>
      </w:r>
    </w:p>
    <w:p w:rsidR="007B2329" w:rsidRDefault="007B2329" w:rsidP="007B2329">
      <w:r>
        <w:lastRenderedPageBreak/>
        <w:t>702.4184</w:t>
      </w:r>
      <w:r>
        <w:tab/>
        <w:t>5.208e2</w:t>
      </w:r>
    </w:p>
    <w:p w:rsidR="007B2329" w:rsidRDefault="007B2329" w:rsidP="007B2329">
      <w:r>
        <w:t>702.4223</w:t>
      </w:r>
      <w:r>
        <w:tab/>
        <w:t>9.383e0</w:t>
      </w:r>
    </w:p>
    <w:p w:rsidR="007B2329" w:rsidRDefault="007B2329" w:rsidP="007B2329">
      <w:r>
        <w:t>702.4311</w:t>
      </w:r>
      <w:r>
        <w:tab/>
        <w:t>1.418e3</w:t>
      </w:r>
    </w:p>
    <w:p w:rsidR="007B2329" w:rsidRDefault="007B2329" w:rsidP="007B2329">
      <w:r>
        <w:t>702.4343</w:t>
      </w:r>
      <w:r>
        <w:tab/>
        <w:t>2.331e3</w:t>
      </w:r>
    </w:p>
    <w:p w:rsidR="007B2329" w:rsidRDefault="007B2329" w:rsidP="007B2329">
      <w:r>
        <w:t>702.4375</w:t>
      </w:r>
      <w:r>
        <w:tab/>
        <w:t>1.469e2</w:t>
      </w:r>
    </w:p>
    <w:p w:rsidR="007B2329" w:rsidRDefault="007B2329" w:rsidP="007B2329">
      <w:r>
        <w:t>702.4398</w:t>
      </w:r>
      <w:r>
        <w:tab/>
        <w:t>1.185e3</w:t>
      </w:r>
    </w:p>
    <w:p w:rsidR="007B2329" w:rsidRDefault="007B2329" w:rsidP="007B2329">
      <w:r>
        <w:t>702.4425</w:t>
      </w:r>
      <w:r>
        <w:tab/>
        <w:t>5.317e2</w:t>
      </w:r>
    </w:p>
    <w:p w:rsidR="007B2329" w:rsidRDefault="007B2329" w:rsidP="007B2329">
      <w:r>
        <w:t>702.4949</w:t>
      </w:r>
      <w:r>
        <w:tab/>
        <w:t>1.667e2</w:t>
      </w:r>
    </w:p>
    <w:p w:rsidR="007B2329" w:rsidRDefault="007B2329" w:rsidP="007B2329">
      <w:r>
        <w:t>702.5021</w:t>
      </w:r>
      <w:r>
        <w:tab/>
        <w:t>1.770e0</w:t>
      </w:r>
    </w:p>
    <w:p w:rsidR="007B2329" w:rsidRDefault="007B2329" w:rsidP="007B2329">
      <w:r>
        <w:t>702.5228</w:t>
      </w:r>
      <w:r>
        <w:tab/>
        <w:t>3.038e0</w:t>
      </w:r>
    </w:p>
    <w:p w:rsidR="007B2329" w:rsidRDefault="007B2329" w:rsidP="007B2329">
      <w:r>
        <w:t>702.5822</w:t>
      </w:r>
      <w:r>
        <w:tab/>
        <w:t>1.013e0</w:t>
      </w:r>
    </w:p>
    <w:p w:rsidR="007B2329" w:rsidRDefault="007B2329" w:rsidP="007B2329">
      <w:r>
        <w:t>702.5952</w:t>
      </w:r>
      <w:r>
        <w:tab/>
        <w:t>6.987e1</w:t>
      </w:r>
    </w:p>
    <w:p w:rsidR="007B2329" w:rsidRDefault="007B2329" w:rsidP="007B2329">
      <w:r>
        <w:t>702.6102</w:t>
      </w:r>
      <w:r>
        <w:tab/>
        <w:t>6.987e1</w:t>
      </w:r>
    </w:p>
    <w:p w:rsidR="007B2329" w:rsidRDefault="007B2329" w:rsidP="007B2329">
      <w:r>
        <w:t>702.6199</w:t>
      </w:r>
      <w:r>
        <w:tab/>
        <w:t>1.630e2</w:t>
      </w:r>
    </w:p>
    <w:p w:rsidR="007B2329" w:rsidRDefault="007B2329" w:rsidP="007B2329">
      <w:r>
        <w:t>702.6239</w:t>
      </w:r>
      <w:r>
        <w:tab/>
        <w:t>6.987e1</w:t>
      </w:r>
    </w:p>
    <w:p w:rsidR="007B2329" w:rsidRDefault="007B2329" w:rsidP="007B2329">
      <w:r>
        <w:t>702.6414</w:t>
      </w:r>
      <w:r>
        <w:tab/>
        <w:t>2.025e0</w:t>
      </w:r>
    </w:p>
    <w:p w:rsidR="007B2329" w:rsidRDefault="007B2329" w:rsidP="007B2329">
      <w:r>
        <w:t>702.6439</w:t>
      </w:r>
      <w:r>
        <w:tab/>
        <w:t>2.853e0</w:t>
      </w:r>
    </w:p>
    <w:p w:rsidR="007B2329" w:rsidRDefault="007B2329" w:rsidP="007B2329">
      <w:r>
        <w:t>702.6537</w:t>
      </w:r>
      <w:r>
        <w:tab/>
        <w:t>1.013e0</w:t>
      </w:r>
    </w:p>
    <w:p w:rsidR="007B2329" w:rsidRDefault="007B2329" w:rsidP="007B2329">
      <w:r>
        <w:t>702.6713</w:t>
      </w:r>
      <w:r>
        <w:tab/>
        <w:t>4.658e1</w:t>
      </w:r>
    </w:p>
    <w:p w:rsidR="007B2329" w:rsidRDefault="007B2329" w:rsidP="007B2329">
      <w:r>
        <w:lastRenderedPageBreak/>
        <w:t>702.6781</w:t>
      </w:r>
      <w:r>
        <w:tab/>
        <w:t>1.069e2</w:t>
      </w:r>
    </w:p>
    <w:p w:rsidR="007B2329" w:rsidRDefault="007B2329" w:rsidP="007B2329">
      <w:r>
        <w:t>702.7495</w:t>
      </w:r>
      <w:r>
        <w:tab/>
        <w:t>4.658e1</w:t>
      </w:r>
    </w:p>
    <w:p w:rsidR="007B2329" w:rsidRDefault="007B2329" w:rsidP="007B2329">
      <w:r>
        <w:t>702.7764</w:t>
      </w:r>
      <w:r>
        <w:tab/>
        <w:t>1.031e1</w:t>
      </w:r>
    </w:p>
    <w:p w:rsidR="007B2329" w:rsidRDefault="007B2329" w:rsidP="007B2329">
      <w:r>
        <w:t>702.7869</w:t>
      </w:r>
      <w:r>
        <w:tab/>
        <w:t>2.329e1</w:t>
      </w:r>
    </w:p>
    <w:p w:rsidR="007B2329" w:rsidRDefault="007B2329" w:rsidP="007B2329">
      <w:r>
        <w:t>702.7981</w:t>
      </w:r>
      <w:r>
        <w:tab/>
        <w:t>3.491e1</w:t>
      </w:r>
    </w:p>
    <w:p w:rsidR="007B2329" w:rsidRDefault="007B2329" w:rsidP="007B2329">
      <w:r>
        <w:t>702.8022</w:t>
      </w:r>
      <w:r>
        <w:tab/>
        <w:t>6.987e1</w:t>
      </w:r>
    </w:p>
    <w:p w:rsidR="007B2329" w:rsidRDefault="007B2329" w:rsidP="007B2329">
      <w:r>
        <w:t>702.8326</w:t>
      </w:r>
      <w:r>
        <w:tab/>
        <w:t>1.013e0</w:t>
      </w:r>
    </w:p>
    <w:p w:rsidR="007B2329" w:rsidRDefault="007B2329" w:rsidP="007B2329">
      <w:r>
        <w:t>702.8451</w:t>
      </w:r>
      <w:r>
        <w:tab/>
        <w:t>2.025e0</w:t>
      </w:r>
    </w:p>
    <w:p w:rsidR="007B2329" w:rsidRDefault="007B2329" w:rsidP="007B2329">
      <w:r>
        <w:t>702.8527</w:t>
      </w:r>
      <w:r>
        <w:tab/>
        <w:t>4.658e1</w:t>
      </w:r>
    </w:p>
    <w:p w:rsidR="007B2329" w:rsidRDefault="007B2329" w:rsidP="007B2329">
      <w:r>
        <w:t>702.8752</w:t>
      </w:r>
      <w:r>
        <w:tab/>
        <w:t>9.620e1</w:t>
      </w:r>
    </w:p>
    <w:p w:rsidR="007B2329" w:rsidRDefault="007B2329" w:rsidP="007B2329">
      <w:r>
        <w:t>702.9227</w:t>
      </w:r>
      <w:r>
        <w:tab/>
        <w:t>4.658e1</w:t>
      </w:r>
    </w:p>
    <w:p w:rsidR="007B2329" w:rsidRDefault="007B2329" w:rsidP="007B2329">
      <w:r>
        <w:t>702.9277</w:t>
      </w:r>
      <w:r>
        <w:tab/>
        <w:t>1.013e0</w:t>
      </w:r>
    </w:p>
    <w:p w:rsidR="007B2329" w:rsidRDefault="007B2329" w:rsidP="007B2329">
      <w:r>
        <w:t>702.9370</w:t>
      </w:r>
      <w:r>
        <w:tab/>
        <w:t>4.658e1</w:t>
      </w:r>
    </w:p>
    <w:p w:rsidR="007B2329" w:rsidRDefault="007B2329" w:rsidP="007B2329">
      <w:r>
        <w:t>702.9526</w:t>
      </w:r>
      <w:r>
        <w:tab/>
        <w:t>1.165e2</w:t>
      </w:r>
    </w:p>
    <w:p w:rsidR="007B2329" w:rsidRDefault="007B2329" w:rsidP="007B2329">
      <w:r>
        <w:t>703.0063</w:t>
      </w:r>
      <w:r>
        <w:tab/>
        <w:t>2.329e1</w:t>
      </w:r>
    </w:p>
    <w:p w:rsidR="007B2329" w:rsidRDefault="007B2329" w:rsidP="007B2329">
      <w:r>
        <w:t>703.0267</w:t>
      </w:r>
      <w:r>
        <w:tab/>
        <w:t>4.051e0</w:t>
      </w:r>
    </w:p>
    <w:p w:rsidR="007B2329" w:rsidRDefault="007B2329" w:rsidP="007B2329">
      <w:r>
        <w:t>703.0293</w:t>
      </w:r>
      <w:r>
        <w:tab/>
        <w:t>2.025e0</w:t>
      </w:r>
    </w:p>
    <w:p w:rsidR="007B2329" w:rsidRDefault="007B2329" w:rsidP="007B2329">
      <w:r>
        <w:t>703.0488</w:t>
      </w:r>
      <w:r>
        <w:tab/>
        <w:t>2.329e1</w:t>
      </w:r>
    </w:p>
    <w:p w:rsidR="007B2329" w:rsidRDefault="007B2329" w:rsidP="007B2329">
      <w:r>
        <w:t>703.0510</w:t>
      </w:r>
      <w:r>
        <w:tab/>
        <w:t>4.658e1</w:t>
      </w:r>
    </w:p>
    <w:p w:rsidR="007B2329" w:rsidRDefault="007B2329" w:rsidP="007B2329">
      <w:r>
        <w:lastRenderedPageBreak/>
        <w:t>703.1033</w:t>
      </w:r>
      <w:r>
        <w:tab/>
        <w:t>2.329e1</w:t>
      </w:r>
    </w:p>
    <w:p w:rsidR="007B2329" w:rsidRDefault="007B2329" w:rsidP="007B2329">
      <w:r>
        <w:t>703.1244</w:t>
      </w:r>
      <w:r>
        <w:tab/>
        <w:t>2.025e0</w:t>
      </w:r>
    </w:p>
    <w:p w:rsidR="007B2329" w:rsidRDefault="007B2329" w:rsidP="007B2329">
      <w:r>
        <w:t>703.1263</w:t>
      </w:r>
      <w:r>
        <w:tab/>
        <w:t>4.558e1</w:t>
      </w:r>
    </w:p>
    <w:p w:rsidR="007B2329" w:rsidRDefault="007B2329" w:rsidP="007B2329">
      <w:r>
        <w:t>703.1338</w:t>
      </w:r>
      <w:r>
        <w:tab/>
        <w:t>4.658e1</w:t>
      </w:r>
    </w:p>
    <w:p w:rsidR="007B2329" w:rsidRDefault="007B2329" w:rsidP="007B2329">
      <w:r>
        <w:t>703.1379</w:t>
      </w:r>
      <w:r>
        <w:tab/>
        <w:t>2.329e1</w:t>
      </w:r>
    </w:p>
    <w:p w:rsidR="007B2329" w:rsidRDefault="007B2329" w:rsidP="007B2329">
      <w:r>
        <w:t>703.2001</w:t>
      </w:r>
      <w:r>
        <w:tab/>
        <w:t>4.658e1</w:t>
      </w:r>
    </w:p>
    <w:p w:rsidR="007B2329" w:rsidRDefault="007B2329" w:rsidP="007B2329">
      <w:r>
        <w:t>703.2026</w:t>
      </w:r>
      <w:r>
        <w:tab/>
        <w:t>1.013e0</w:t>
      </w:r>
    </w:p>
    <w:p w:rsidR="007B2329" w:rsidRDefault="007B2329" w:rsidP="007B2329">
      <w:r>
        <w:t>703.2170</w:t>
      </w:r>
      <w:r>
        <w:tab/>
        <w:t>3.159e0</w:t>
      </w:r>
    </w:p>
    <w:p w:rsidR="007B2329" w:rsidRDefault="007B2329" w:rsidP="007B2329">
      <w:r>
        <w:t>703.2585</w:t>
      </w:r>
      <w:r>
        <w:tab/>
        <w:t>4.658e1</w:t>
      </w:r>
    </w:p>
    <w:p w:rsidR="007B2329" w:rsidRDefault="007B2329" w:rsidP="007B2329">
      <w:r>
        <w:t>703.2716</w:t>
      </w:r>
      <w:r>
        <w:tab/>
        <w:t>6.987e1</w:t>
      </w:r>
    </w:p>
    <w:p w:rsidR="007B2329" w:rsidRDefault="007B2329" w:rsidP="007B2329">
      <w:r>
        <w:t>703.3167</w:t>
      </w:r>
      <w:r>
        <w:tab/>
        <w:t>2.329e1</w:t>
      </w:r>
    </w:p>
    <w:p w:rsidR="007B2329" w:rsidRDefault="007B2329" w:rsidP="007B2329">
      <w:r>
        <w:t>703.3492</w:t>
      </w:r>
      <w:r>
        <w:tab/>
        <w:t>1.817e1</w:t>
      </w:r>
    </w:p>
    <w:p w:rsidR="007B2329" w:rsidRDefault="007B2329" w:rsidP="007B2329">
      <w:r>
        <w:t>703.3630</w:t>
      </w:r>
      <w:r>
        <w:tab/>
        <w:t>8.012e1</w:t>
      </w:r>
    </w:p>
    <w:p w:rsidR="007B2329" w:rsidRDefault="007B2329" w:rsidP="007B2329">
      <w:r>
        <w:t>703.3656</w:t>
      </w:r>
      <w:r>
        <w:tab/>
        <w:t>3.095e2</w:t>
      </w:r>
    </w:p>
    <w:p w:rsidR="007B2329" w:rsidRDefault="007B2329" w:rsidP="007B2329">
      <w:r>
        <w:t>703.3735</w:t>
      </w:r>
      <w:r>
        <w:tab/>
        <w:t>2.333e2</w:t>
      </w:r>
    </w:p>
    <w:p w:rsidR="007B2329" w:rsidRDefault="007B2329" w:rsidP="007B2329">
      <w:r>
        <w:t>703.3874</w:t>
      </w:r>
      <w:r>
        <w:tab/>
        <w:t>4.278e0</w:t>
      </w:r>
    </w:p>
    <w:p w:rsidR="007B2329" w:rsidRDefault="007B2329" w:rsidP="007B2329">
      <w:r>
        <w:t>703.4280</w:t>
      </w:r>
      <w:r>
        <w:tab/>
        <w:t>2.263e1</w:t>
      </w:r>
    </w:p>
    <w:p w:rsidR="007B2329" w:rsidRDefault="007B2329" w:rsidP="007B2329">
      <w:r>
        <w:t>703.4297</w:t>
      </w:r>
      <w:r>
        <w:tab/>
        <w:t>1.629e2</w:t>
      </w:r>
    </w:p>
    <w:p w:rsidR="007B2329" w:rsidRDefault="007B2329" w:rsidP="007B2329">
      <w:r>
        <w:t>703.4413</w:t>
      </w:r>
      <w:r>
        <w:tab/>
        <w:t>2.373e2</w:t>
      </w:r>
    </w:p>
    <w:p w:rsidR="007B2329" w:rsidRDefault="007B2329" w:rsidP="007B2329">
      <w:r>
        <w:lastRenderedPageBreak/>
        <w:t>703.4500</w:t>
      </w:r>
      <w:r>
        <w:tab/>
        <w:t>1.566e2</w:t>
      </w:r>
    </w:p>
    <w:p w:rsidR="007B2329" w:rsidRDefault="007B2329" w:rsidP="007B2329">
      <w:r>
        <w:t>703.4658</w:t>
      </w:r>
      <w:r>
        <w:tab/>
        <w:t>1.847e2</w:t>
      </w:r>
    </w:p>
    <w:p w:rsidR="007B2329" w:rsidRDefault="007B2329" w:rsidP="007B2329">
      <w:r>
        <w:t>703.4710</w:t>
      </w:r>
      <w:r>
        <w:tab/>
        <w:t>2.159e0</w:t>
      </w:r>
    </w:p>
    <w:p w:rsidR="007B2329" w:rsidRDefault="007B2329" w:rsidP="007B2329">
      <w:r>
        <w:t>703.4850</w:t>
      </w:r>
      <w:r>
        <w:tab/>
        <w:t>6.987e1</w:t>
      </w:r>
    </w:p>
    <w:p w:rsidR="007B2329" w:rsidRDefault="007B2329" w:rsidP="007B2329">
      <w:r>
        <w:t>703.4880</w:t>
      </w:r>
      <w:r>
        <w:tab/>
        <w:t>5.823e1</w:t>
      </w:r>
    </w:p>
    <w:p w:rsidR="007B2329" w:rsidRDefault="007B2329" w:rsidP="007B2329">
      <w:r>
        <w:t>703.5022</w:t>
      </w:r>
      <w:r>
        <w:tab/>
        <w:t>2.025e0</w:t>
      </w:r>
    </w:p>
    <w:p w:rsidR="007B2329" w:rsidRDefault="007B2329" w:rsidP="007B2329">
      <w:r>
        <w:t>703.5270</w:t>
      </w:r>
      <w:r>
        <w:tab/>
        <w:t>9.316e1</w:t>
      </w:r>
    </w:p>
    <w:p w:rsidR="007B2329" w:rsidRDefault="007B2329" w:rsidP="007B2329">
      <w:r>
        <w:t>703.5522</w:t>
      </w:r>
      <w:r>
        <w:tab/>
        <w:t>7.798e0</w:t>
      </w:r>
    </w:p>
    <w:p w:rsidR="007B2329" w:rsidRDefault="007B2329" w:rsidP="007B2329">
      <w:r>
        <w:t>703.5605</w:t>
      </w:r>
      <w:r>
        <w:tab/>
        <w:t>4.658e1</w:t>
      </w:r>
    </w:p>
    <w:p w:rsidR="007B2329" w:rsidRDefault="007B2329" w:rsidP="007B2329">
      <w:r>
        <w:t>703.5853</w:t>
      </w:r>
      <w:r>
        <w:tab/>
        <w:t>2.329e1</w:t>
      </w:r>
    </w:p>
    <w:p w:rsidR="007B2329" w:rsidRDefault="007B2329" w:rsidP="007B2329">
      <w:r>
        <w:t>703.5919</w:t>
      </w:r>
      <w:r>
        <w:tab/>
        <w:t>4.255e0</w:t>
      </w:r>
    </w:p>
    <w:p w:rsidR="007B2329" w:rsidRDefault="007B2329" w:rsidP="007B2329">
      <w:r>
        <w:t>703.5931</w:t>
      </w:r>
      <w:r>
        <w:tab/>
        <w:t>4.558e1</w:t>
      </w:r>
    </w:p>
    <w:p w:rsidR="007B2329" w:rsidRDefault="007B2329" w:rsidP="007B2329">
      <w:r>
        <w:t>703.6444</w:t>
      </w:r>
      <w:r>
        <w:tab/>
        <w:t>1.013e0</w:t>
      </w:r>
    </w:p>
    <w:p w:rsidR="007B2329" w:rsidRDefault="007B2329" w:rsidP="007B2329">
      <w:r>
        <w:t>703.6458</w:t>
      </w:r>
      <w:r>
        <w:tab/>
        <w:t>2.329e1</w:t>
      </w:r>
    </w:p>
    <w:p w:rsidR="007B2329" w:rsidRDefault="007B2329" w:rsidP="007B2329">
      <w:r>
        <w:t>703.6642</w:t>
      </w:r>
      <w:r>
        <w:tab/>
        <w:t>3.516e0</w:t>
      </w:r>
    </w:p>
    <w:p w:rsidR="007B2329" w:rsidRDefault="007B2329" w:rsidP="007B2329">
      <w:r>
        <w:t>703.6689</w:t>
      </w:r>
      <w:r>
        <w:tab/>
        <w:t>3.038e0</w:t>
      </w:r>
    </w:p>
    <w:p w:rsidR="007B2329" w:rsidRDefault="007B2329" w:rsidP="007B2329">
      <w:r>
        <w:t>703.6834</w:t>
      </w:r>
      <w:r>
        <w:tab/>
        <w:t>5.772e0</w:t>
      </w:r>
    </w:p>
    <w:p w:rsidR="007B2329" w:rsidRDefault="007B2329" w:rsidP="007B2329">
      <w:r>
        <w:t>703.7267</w:t>
      </w:r>
      <w:r>
        <w:tab/>
        <w:t>4.892e0</w:t>
      </w:r>
    </w:p>
    <w:p w:rsidR="007B2329" w:rsidRDefault="007B2329" w:rsidP="007B2329">
      <w:r>
        <w:t>703.7310</w:t>
      </w:r>
      <w:r>
        <w:tab/>
        <w:t>7.606e0</w:t>
      </w:r>
    </w:p>
    <w:p w:rsidR="007B2329" w:rsidRDefault="007B2329" w:rsidP="007B2329">
      <w:r>
        <w:lastRenderedPageBreak/>
        <w:t>703.7324</w:t>
      </w:r>
      <w:r>
        <w:tab/>
        <w:t>2.113e0</w:t>
      </w:r>
    </w:p>
    <w:p w:rsidR="007B2329" w:rsidRDefault="007B2329" w:rsidP="007B2329">
      <w:r>
        <w:t>703.7497</w:t>
      </w:r>
      <w:r>
        <w:tab/>
        <w:t>6.794e0</w:t>
      </w:r>
    </w:p>
    <w:p w:rsidR="007B2329" w:rsidRDefault="007B2329" w:rsidP="007B2329">
      <w:r>
        <w:t>703.7522</w:t>
      </w:r>
      <w:r>
        <w:tab/>
        <w:t>1.091e1</w:t>
      </w:r>
    </w:p>
    <w:p w:rsidR="007B2329" w:rsidRDefault="007B2329" w:rsidP="007B2329">
      <w:r>
        <w:t>703.7610</w:t>
      </w:r>
      <w:r>
        <w:tab/>
        <w:t>1.013e0</w:t>
      </w:r>
    </w:p>
    <w:p w:rsidR="007B2329" w:rsidRDefault="007B2329" w:rsidP="007B2329">
      <w:r>
        <w:t>703.8004</w:t>
      </w:r>
      <w:r>
        <w:tab/>
        <w:t>4.248e0</w:t>
      </w:r>
    </w:p>
    <w:p w:rsidR="007B2329" w:rsidRDefault="007B2329" w:rsidP="007B2329">
      <w:r>
        <w:t>703.8048</w:t>
      </w:r>
      <w:r>
        <w:tab/>
        <w:t>1.020e1</w:t>
      </w:r>
    </w:p>
    <w:p w:rsidR="007B2329" w:rsidRDefault="007B2329" w:rsidP="007B2329">
      <w:r>
        <w:t>703.8065</w:t>
      </w:r>
      <w:r>
        <w:tab/>
        <w:t>7.051e0</w:t>
      </w:r>
    </w:p>
    <w:p w:rsidR="007B2329" w:rsidRDefault="007B2329" w:rsidP="007B2329">
      <w:r>
        <w:t>703.8351</w:t>
      </w:r>
      <w:r>
        <w:tab/>
        <w:t>1.013e0</w:t>
      </w:r>
    </w:p>
    <w:p w:rsidR="007B2329" w:rsidRDefault="007B2329" w:rsidP="007B2329">
      <w:r>
        <w:t>703.8654</w:t>
      </w:r>
      <w:r>
        <w:tab/>
        <w:t>5.063e0</w:t>
      </w:r>
    </w:p>
    <w:p w:rsidR="007B2329" w:rsidRDefault="007B2329" w:rsidP="007B2329">
      <w:r>
        <w:t>703.8733</w:t>
      </w:r>
      <w:r>
        <w:tab/>
        <w:t>4.783e0</w:t>
      </w:r>
    </w:p>
    <w:p w:rsidR="007B2329" w:rsidRDefault="007B2329" w:rsidP="007B2329">
      <w:r>
        <w:t>703.8829</w:t>
      </w:r>
      <w:r>
        <w:tab/>
        <w:t>1.013e0</w:t>
      </w:r>
    </w:p>
    <w:p w:rsidR="007B2329" w:rsidRDefault="007B2329" w:rsidP="007B2329">
      <w:r>
        <w:t>703.8898</w:t>
      </w:r>
      <w:r>
        <w:tab/>
        <w:t>1.514e1</w:t>
      </w:r>
    </w:p>
    <w:p w:rsidR="007B2329" w:rsidRDefault="007B2329" w:rsidP="007B2329">
      <w:r>
        <w:t>703.8920</w:t>
      </w:r>
      <w:r>
        <w:tab/>
        <w:t>3.197e0</w:t>
      </w:r>
    </w:p>
    <w:p w:rsidR="007B2329" w:rsidRDefault="007B2329" w:rsidP="007B2329">
      <w:r>
        <w:t>703.9049</w:t>
      </w:r>
      <w:r>
        <w:tab/>
        <w:t>6.071e0</w:t>
      </w:r>
    </w:p>
    <w:p w:rsidR="007B2329" w:rsidRDefault="007B2329" w:rsidP="007B2329">
      <w:r>
        <w:t>703.9086</w:t>
      </w:r>
      <w:r>
        <w:tab/>
        <w:t>5.316e0</w:t>
      </w:r>
    </w:p>
    <w:p w:rsidR="007B2329" w:rsidRDefault="007B2329" w:rsidP="007B2329">
      <w:r>
        <w:t>703.9415</w:t>
      </w:r>
      <w:r>
        <w:tab/>
        <w:t>4.051e0</w:t>
      </w:r>
    </w:p>
    <w:p w:rsidR="007B2329" w:rsidRDefault="007B2329" w:rsidP="007B2329">
      <w:r>
        <w:t>703.9725</w:t>
      </w:r>
      <w:r>
        <w:tab/>
        <w:t>1.002e1</w:t>
      </w:r>
    </w:p>
    <w:p w:rsidR="007B2329" w:rsidRDefault="007B2329" w:rsidP="007B2329">
      <w:r>
        <w:t>703.9816</w:t>
      </w:r>
      <w:r>
        <w:tab/>
        <w:t>2.182e0</w:t>
      </w:r>
    </w:p>
    <w:p w:rsidR="007B2329" w:rsidRDefault="007B2329" w:rsidP="007B2329">
      <w:r>
        <w:t>703.9941</w:t>
      </w:r>
      <w:r>
        <w:tab/>
        <w:t>4.811e0</w:t>
      </w:r>
    </w:p>
    <w:p w:rsidR="007B2329" w:rsidRDefault="007B2329" w:rsidP="007B2329">
      <w:r>
        <w:lastRenderedPageBreak/>
        <w:t>703.9957</w:t>
      </w:r>
      <w:r>
        <w:tab/>
        <w:t>2.025e0</w:t>
      </w:r>
    </w:p>
    <w:p w:rsidR="007B2329" w:rsidRDefault="007B2329" w:rsidP="007B2329">
      <w:r>
        <w:t>704.0032</w:t>
      </w:r>
      <w:r>
        <w:tab/>
        <w:t>5.180e0</w:t>
      </w:r>
    </w:p>
    <w:p w:rsidR="007B2329" w:rsidRDefault="007B2329" w:rsidP="007B2329">
      <w:r>
        <w:t>704.0377</w:t>
      </w:r>
      <w:r>
        <w:tab/>
        <w:t>6.902e0</w:t>
      </w:r>
    </w:p>
    <w:p w:rsidR="007B2329" w:rsidRDefault="007B2329" w:rsidP="007B2329">
      <w:r>
        <w:t>704.0595</w:t>
      </w:r>
      <w:r>
        <w:tab/>
        <w:t>4.804e0</w:t>
      </w:r>
    </w:p>
    <w:p w:rsidR="007B2329" w:rsidRDefault="007B2329" w:rsidP="007B2329">
      <w:r>
        <w:t>704.0734</w:t>
      </w:r>
      <w:r>
        <w:tab/>
        <w:t>2.175e0</w:t>
      </w:r>
    </w:p>
    <w:p w:rsidR="007B2329" w:rsidRDefault="007B2329" w:rsidP="007B2329">
      <w:r>
        <w:t>704.0789</w:t>
      </w:r>
      <w:r>
        <w:tab/>
        <w:t>4.590e0</w:t>
      </w:r>
    </w:p>
    <w:p w:rsidR="007B2329" w:rsidRDefault="007B2329" w:rsidP="007B2329">
      <w:r>
        <w:t>704.1052</w:t>
      </w:r>
      <w:r>
        <w:tab/>
        <w:t>1.013e0</w:t>
      </w:r>
    </w:p>
    <w:p w:rsidR="007B2329" w:rsidRDefault="007B2329" w:rsidP="007B2329">
      <w:r>
        <w:t>704.1210</w:t>
      </w:r>
      <w:r>
        <w:tab/>
        <w:t>1.020e1</w:t>
      </w:r>
    </w:p>
    <w:p w:rsidR="007B2329" w:rsidRDefault="007B2329" w:rsidP="007B2329">
      <w:r>
        <w:t>704.1288</w:t>
      </w:r>
      <w:r>
        <w:tab/>
        <w:t>4.319e0</w:t>
      </w:r>
    </w:p>
    <w:p w:rsidR="007B2329" w:rsidRDefault="007B2329" w:rsidP="007B2329">
      <w:r>
        <w:t>704.1416</w:t>
      </w:r>
      <w:r>
        <w:tab/>
        <w:t>7.241e0</w:t>
      </w:r>
    </w:p>
    <w:p w:rsidR="007B2329" w:rsidRDefault="007B2329" w:rsidP="007B2329">
      <w:r>
        <w:t>704.1458</w:t>
      </w:r>
      <w:r>
        <w:tab/>
        <w:t>1.013e0</w:t>
      </w:r>
    </w:p>
    <w:p w:rsidR="007B2329" w:rsidRDefault="007B2329" w:rsidP="007B2329">
      <w:r>
        <w:t>704.1529</w:t>
      </w:r>
      <w:r>
        <w:tab/>
        <w:t>6.482e0</w:t>
      </w:r>
    </w:p>
    <w:p w:rsidR="007B2329" w:rsidRDefault="007B2329" w:rsidP="007B2329">
      <w:r>
        <w:t>704.1657</w:t>
      </w:r>
      <w:r>
        <w:tab/>
        <w:t>2.025e0</w:t>
      </w:r>
    </w:p>
    <w:p w:rsidR="007B2329" w:rsidRDefault="007B2329" w:rsidP="007B2329">
      <w:r>
        <w:t>704.1904</w:t>
      </w:r>
      <w:r>
        <w:tab/>
        <w:t>2.474e0</w:t>
      </w:r>
    </w:p>
    <w:p w:rsidR="007B2329" w:rsidRDefault="007B2329" w:rsidP="007B2329">
      <w:r>
        <w:t>704.2054</w:t>
      </w:r>
      <w:r>
        <w:tab/>
        <w:t>3.961e0</w:t>
      </w:r>
    </w:p>
    <w:p w:rsidR="007B2329" w:rsidRDefault="007B2329" w:rsidP="007B2329">
      <w:r>
        <w:t>704.2181</w:t>
      </w:r>
      <w:r>
        <w:tab/>
        <w:t>2.075e0</w:t>
      </w:r>
    </w:p>
    <w:p w:rsidR="007B2329" w:rsidRDefault="007B2329" w:rsidP="007B2329">
      <w:r>
        <w:t>704.2534</w:t>
      </w:r>
      <w:r>
        <w:tab/>
        <w:t>1.013e0</w:t>
      </w:r>
    </w:p>
    <w:p w:rsidR="007B2329" w:rsidRDefault="007B2329" w:rsidP="007B2329">
      <w:r>
        <w:t>704.2570</w:t>
      </w:r>
      <w:r>
        <w:tab/>
        <w:t>8.652e0</w:t>
      </w:r>
    </w:p>
    <w:p w:rsidR="007B2329" w:rsidRDefault="007B2329" w:rsidP="007B2329">
      <w:r>
        <w:t>704.3593</w:t>
      </w:r>
      <w:r>
        <w:tab/>
        <w:t>1.670e0</w:t>
      </w:r>
    </w:p>
    <w:p w:rsidR="007B2329" w:rsidRDefault="007B2329" w:rsidP="007B2329">
      <w:r>
        <w:lastRenderedPageBreak/>
        <w:t>704.4578</w:t>
      </w:r>
      <w:r>
        <w:tab/>
        <w:t>1.435e0</w:t>
      </w:r>
    </w:p>
    <w:p w:rsidR="007B2329" w:rsidRDefault="007B2329" w:rsidP="007B2329">
      <w:r>
        <w:t>704.4960</w:t>
      </w:r>
      <w:r>
        <w:tab/>
        <w:t>3.629e0</w:t>
      </w:r>
    </w:p>
    <w:p w:rsidR="007B2329" w:rsidRDefault="007B2329" w:rsidP="007B2329">
      <w:r>
        <w:t>704.5164</w:t>
      </w:r>
      <w:r>
        <w:tab/>
        <w:t>2.025e0</w:t>
      </w:r>
    </w:p>
    <w:p w:rsidR="007B2329" w:rsidRDefault="007B2329" w:rsidP="007B2329">
      <w:r>
        <w:t>704.5542</w:t>
      </w:r>
      <w:r>
        <w:tab/>
        <w:t>2.537e0</w:t>
      </w:r>
    </w:p>
    <w:p w:rsidR="007B2329" w:rsidRDefault="007B2329" w:rsidP="007B2329">
      <w:r>
        <w:t>704.5724</w:t>
      </w:r>
      <w:r>
        <w:tab/>
        <w:t>7.691e0</w:t>
      </w:r>
    </w:p>
    <w:p w:rsidR="007B2329" w:rsidRDefault="007B2329" w:rsidP="007B2329">
      <w:r>
        <w:t>704.5886</w:t>
      </w:r>
      <w:r>
        <w:tab/>
        <w:t>1.013e0</w:t>
      </w:r>
    </w:p>
    <w:p w:rsidR="007B2329" w:rsidRDefault="007B2329" w:rsidP="007B2329">
      <w:r>
        <w:t>704.6340</w:t>
      </w:r>
      <w:r>
        <w:tab/>
        <w:t>2.173e0</w:t>
      </w:r>
    </w:p>
    <w:p w:rsidR="007B2329" w:rsidRDefault="007B2329" w:rsidP="007B2329">
      <w:r>
        <w:t>704.6384</w:t>
      </w:r>
      <w:r>
        <w:tab/>
        <w:t>1.013e0</w:t>
      </w:r>
    </w:p>
    <w:p w:rsidR="007B2329" w:rsidRDefault="007B2329" w:rsidP="007B2329">
      <w:r>
        <w:t>704.6394</w:t>
      </w:r>
      <w:r>
        <w:tab/>
        <w:t>7.053e0</w:t>
      </w:r>
    </w:p>
    <w:p w:rsidR="007B2329" w:rsidRDefault="007B2329" w:rsidP="007B2329">
      <w:r>
        <w:t>704.6462</w:t>
      </w:r>
      <w:r>
        <w:tab/>
        <w:t>4.657e0</w:t>
      </w:r>
    </w:p>
    <w:p w:rsidR="007B2329" w:rsidRDefault="007B2329" w:rsidP="007B2329">
      <w:r>
        <w:t>704.6479</w:t>
      </w:r>
      <w:r>
        <w:tab/>
        <w:t>1.143e1</w:t>
      </w:r>
    </w:p>
    <w:p w:rsidR="007B2329" w:rsidRDefault="007B2329" w:rsidP="007B2329">
      <w:r>
        <w:t>704.6783</w:t>
      </w:r>
      <w:r>
        <w:tab/>
        <w:t>2.904e0</w:t>
      </w:r>
    </w:p>
    <w:p w:rsidR="007B2329" w:rsidRDefault="007B2329" w:rsidP="007B2329">
      <w:r>
        <w:t>704.6931</w:t>
      </w:r>
      <w:r>
        <w:tab/>
        <w:t>3.651e0</w:t>
      </w:r>
    </w:p>
    <w:p w:rsidR="007B2329" w:rsidRDefault="007B2329" w:rsidP="007B2329">
      <w:r>
        <w:t>704.7320</w:t>
      </w:r>
      <w:r>
        <w:tab/>
        <w:t>1.043e1</w:t>
      </w:r>
    </w:p>
    <w:p w:rsidR="007B2329" w:rsidRDefault="007B2329" w:rsidP="007B2329">
      <w:r>
        <w:t>704.7490</w:t>
      </w:r>
      <w:r>
        <w:tab/>
        <w:t>4.339e0</w:t>
      </w:r>
    </w:p>
    <w:p w:rsidR="007B2329" w:rsidRDefault="007B2329" w:rsidP="007B2329">
      <w:r>
        <w:t>704.7588</w:t>
      </w:r>
      <w:r>
        <w:tab/>
        <w:t>1.013e0</w:t>
      </w:r>
    </w:p>
    <w:p w:rsidR="007B2329" w:rsidRDefault="007B2329" w:rsidP="007B2329">
      <w:r>
        <w:t>704.7655</w:t>
      </w:r>
      <w:r>
        <w:tab/>
        <w:t>4.390e0</w:t>
      </w:r>
    </w:p>
    <w:p w:rsidR="007B2329" w:rsidRDefault="007B2329" w:rsidP="007B2329">
      <w:r>
        <w:t>704.7778</w:t>
      </w:r>
      <w:r>
        <w:tab/>
        <w:t>2.345e0</w:t>
      </w:r>
    </w:p>
    <w:p w:rsidR="007B2329" w:rsidRDefault="007B2329" w:rsidP="007B2329">
      <w:r>
        <w:t>704.8401</w:t>
      </w:r>
      <w:r>
        <w:tab/>
        <w:t>6.572e0</w:t>
      </w:r>
    </w:p>
    <w:p w:rsidR="007B2329" w:rsidRDefault="007B2329" w:rsidP="007B2329">
      <w:r>
        <w:lastRenderedPageBreak/>
        <w:t>704.8591</w:t>
      </w:r>
      <w:r>
        <w:tab/>
        <w:t>8.486e0</w:t>
      </w:r>
    </w:p>
    <w:p w:rsidR="007B2329" w:rsidRDefault="007B2329" w:rsidP="007B2329">
      <w:r>
        <w:t>704.8614</w:t>
      </w:r>
      <w:r>
        <w:tab/>
        <w:t>6.214e0</w:t>
      </w:r>
    </w:p>
    <w:p w:rsidR="007B2329" w:rsidRDefault="007B2329" w:rsidP="007B2329">
      <w:r>
        <w:t>704.8636</w:t>
      </w:r>
      <w:r>
        <w:tab/>
        <w:t>1.013e0</w:t>
      </w:r>
    </w:p>
    <w:p w:rsidR="007B2329" w:rsidRDefault="007B2329" w:rsidP="007B2329">
      <w:r>
        <w:t>704.8868</w:t>
      </w:r>
      <w:r>
        <w:tab/>
        <w:t>7.962e0</w:t>
      </w:r>
    </w:p>
    <w:p w:rsidR="007B2329" w:rsidRDefault="007B2329" w:rsidP="007B2329">
      <w:r>
        <w:t>704.9099</w:t>
      </w:r>
      <w:r>
        <w:tab/>
        <w:t>8.774e0</w:t>
      </w:r>
    </w:p>
    <w:p w:rsidR="007B2329" w:rsidRDefault="007B2329" w:rsidP="007B2329">
      <w:r>
        <w:t>704.9476</w:t>
      </w:r>
      <w:r>
        <w:tab/>
        <w:t>3.038e0</w:t>
      </w:r>
    </w:p>
    <w:p w:rsidR="007B2329" w:rsidRDefault="007B2329" w:rsidP="007B2329">
      <w:r>
        <w:t>704.9568</w:t>
      </w:r>
      <w:r>
        <w:tab/>
        <w:t>3.038e0</w:t>
      </w:r>
    </w:p>
    <w:p w:rsidR="007B2329" w:rsidRDefault="007B2329" w:rsidP="007B2329">
      <w:r>
        <w:t>704.9683</w:t>
      </w:r>
      <w:r>
        <w:tab/>
        <w:t>4.220e0</w:t>
      </w:r>
    </w:p>
    <w:p w:rsidR="007B2329" w:rsidRDefault="007B2329" w:rsidP="007B2329">
      <w:r>
        <w:t>704.9974</w:t>
      </w:r>
      <w:r>
        <w:tab/>
        <w:t>6.782e0</w:t>
      </w:r>
    </w:p>
    <w:p w:rsidR="007B2329" w:rsidRDefault="007B2329" w:rsidP="007B2329">
      <w:r>
        <w:t>705.0087</w:t>
      </w:r>
      <w:r>
        <w:tab/>
        <w:t>3.393e0</w:t>
      </w:r>
    </w:p>
    <w:p w:rsidR="007B2329" w:rsidRDefault="007B2329" w:rsidP="007B2329">
      <w:r>
        <w:t>705.0541</w:t>
      </w:r>
      <w:r>
        <w:tab/>
        <w:t>6.376e0</w:t>
      </w:r>
    </w:p>
    <w:p w:rsidR="007B2329" w:rsidRDefault="007B2329" w:rsidP="007B2329">
      <w:r>
        <w:t>705.0677</w:t>
      </w:r>
      <w:r>
        <w:tab/>
        <w:t>4.229e0</w:t>
      </w:r>
    </w:p>
    <w:p w:rsidR="007B2329" w:rsidRDefault="007B2329" w:rsidP="007B2329">
      <w:r>
        <w:t>705.0801</w:t>
      </w:r>
      <w:r>
        <w:tab/>
        <w:t>3.001e0</w:t>
      </w:r>
    </w:p>
    <w:p w:rsidR="007B2329" w:rsidRDefault="007B2329" w:rsidP="007B2329">
      <w:r>
        <w:t>705.1030</w:t>
      </w:r>
      <w:r>
        <w:tab/>
        <w:t>1.013e0</w:t>
      </w:r>
    </w:p>
    <w:p w:rsidR="007B2329" w:rsidRDefault="007B2329" w:rsidP="007B2329">
      <w:r>
        <w:t>705.1086</w:t>
      </w:r>
      <w:r>
        <w:tab/>
        <w:t>4.651e0</w:t>
      </w:r>
    </w:p>
    <w:p w:rsidR="007B2329" w:rsidRDefault="007B2329" w:rsidP="007B2329">
      <w:r>
        <w:t>705.1134</w:t>
      </w:r>
      <w:r>
        <w:tab/>
        <w:t>3.461e0</w:t>
      </w:r>
    </w:p>
    <w:p w:rsidR="007B2329" w:rsidRDefault="007B2329" w:rsidP="007B2329">
      <w:r>
        <w:t>705.1385</w:t>
      </w:r>
      <w:r>
        <w:tab/>
        <w:t>1.013e0</w:t>
      </w:r>
    </w:p>
    <w:p w:rsidR="007B2329" w:rsidRDefault="007B2329" w:rsidP="007B2329">
      <w:r>
        <w:t>705.1548</w:t>
      </w:r>
      <w:r>
        <w:tab/>
        <w:t>1.013e0</w:t>
      </w:r>
    </w:p>
    <w:p w:rsidR="007B2329" w:rsidRDefault="007B2329" w:rsidP="007B2329">
      <w:r>
        <w:t>705.1570</w:t>
      </w:r>
      <w:r>
        <w:tab/>
        <w:t>3.450e0</w:t>
      </w:r>
    </w:p>
    <w:p w:rsidR="007B2329" w:rsidRDefault="007B2329" w:rsidP="007B2329">
      <w:r>
        <w:lastRenderedPageBreak/>
        <w:t>705.1626</w:t>
      </w:r>
      <w:r>
        <w:tab/>
        <w:t>1.013e0</w:t>
      </w:r>
    </w:p>
    <w:p w:rsidR="007B2329" w:rsidRDefault="007B2329" w:rsidP="007B2329">
      <w:r>
        <w:t>705.1718</w:t>
      </w:r>
      <w:r>
        <w:tab/>
        <w:t>6.047e0</w:t>
      </w:r>
    </w:p>
    <w:p w:rsidR="007B2329" w:rsidRDefault="007B2329" w:rsidP="007B2329">
      <w:r>
        <w:t>705.2338</w:t>
      </w:r>
      <w:r>
        <w:tab/>
        <w:t>5.481e0</w:t>
      </w:r>
    </w:p>
    <w:p w:rsidR="007B2329" w:rsidRDefault="007B2329" w:rsidP="007B2329">
      <w:r>
        <w:t>705.2748</w:t>
      </w:r>
      <w:r>
        <w:tab/>
        <w:t>1.013e0</w:t>
      </w:r>
    </w:p>
    <w:p w:rsidR="007B2329" w:rsidRDefault="007B2329" w:rsidP="007B2329">
      <w:r>
        <w:t>705.2943</w:t>
      </w:r>
      <w:r>
        <w:tab/>
        <w:t>8.078e0</w:t>
      </w:r>
    </w:p>
    <w:p w:rsidR="007B2329" w:rsidRDefault="007B2329" w:rsidP="007B2329">
      <w:r>
        <w:t>705.3840</w:t>
      </w:r>
      <w:r>
        <w:tab/>
        <w:t>1.660e2</w:t>
      </w:r>
    </w:p>
    <w:p w:rsidR="007B2329" w:rsidRDefault="007B2329" w:rsidP="007B2329">
      <w:r>
        <w:t>705.3865</w:t>
      </w:r>
      <w:r>
        <w:tab/>
        <w:t>3.107e2</w:t>
      </w:r>
    </w:p>
    <w:p w:rsidR="007B2329" w:rsidRDefault="007B2329" w:rsidP="007B2329">
      <w:r>
        <w:t>705.3890</w:t>
      </w:r>
      <w:r>
        <w:tab/>
        <w:t>1.051e3</w:t>
      </w:r>
    </w:p>
    <w:p w:rsidR="007B2329" w:rsidRDefault="007B2329" w:rsidP="007B2329">
      <w:r>
        <w:t>705.3904</w:t>
      </w:r>
      <w:r>
        <w:tab/>
        <w:t>1.036e3</w:t>
      </w:r>
    </w:p>
    <w:p w:rsidR="007B2329" w:rsidRDefault="007B2329" w:rsidP="007B2329">
      <w:r>
        <w:t>705.3923</w:t>
      </w:r>
      <w:r>
        <w:tab/>
        <w:t>2.716e3</w:t>
      </w:r>
    </w:p>
    <w:p w:rsidR="007B2329" w:rsidRDefault="007B2329" w:rsidP="007B2329">
      <w:r>
        <w:t>705.5157</w:t>
      </w:r>
      <w:r>
        <w:tab/>
        <w:t>1.943e0</w:t>
      </w:r>
    </w:p>
    <w:p w:rsidR="007B2329" w:rsidRDefault="007B2329" w:rsidP="007B2329">
      <w:r>
        <w:t>705.5400</w:t>
      </w:r>
      <w:r>
        <w:tab/>
        <w:t>1.958e0</w:t>
      </w:r>
    </w:p>
    <w:p w:rsidR="007B2329" w:rsidRDefault="007B2329" w:rsidP="007B2329">
      <w:r>
        <w:t>705.5543</w:t>
      </w:r>
      <w:r>
        <w:tab/>
        <w:t>6.207e-1</w:t>
      </w:r>
    </w:p>
    <w:p w:rsidR="007B2329" w:rsidRDefault="007B2329" w:rsidP="007B2329">
      <w:r>
        <w:t>705.5864</w:t>
      </w:r>
      <w:r>
        <w:tab/>
        <w:t>3.038e0</w:t>
      </w:r>
    </w:p>
    <w:p w:rsidR="007B2329" w:rsidRDefault="007B2329" w:rsidP="007B2329">
      <w:r>
        <w:t>705.5884</w:t>
      </w:r>
      <w:r>
        <w:tab/>
        <w:t>5.000e0</w:t>
      </w:r>
    </w:p>
    <w:p w:rsidR="007B2329" w:rsidRDefault="007B2329" w:rsidP="007B2329">
      <w:r>
        <w:t>705.6172</w:t>
      </w:r>
      <w:r>
        <w:tab/>
        <w:t>9.536e0</w:t>
      </w:r>
    </w:p>
    <w:p w:rsidR="007B2329" w:rsidRDefault="007B2329" w:rsidP="007B2329">
      <w:r>
        <w:t>705.6374</w:t>
      </w:r>
      <w:r>
        <w:tab/>
        <w:t>3.485e0</w:t>
      </w:r>
    </w:p>
    <w:p w:rsidR="007B2329" w:rsidRDefault="007B2329" w:rsidP="007B2329">
      <w:r>
        <w:t>705.6544</w:t>
      </w:r>
      <w:r>
        <w:tab/>
        <w:t>1.092e1</w:t>
      </w:r>
    </w:p>
    <w:p w:rsidR="007B2329" w:rsidRDefault="007B2329" w:rsidP="007B2329">
      <w:r>
        <w:t>705.6716</w:t>
      </w:r>
      <w:r>
        <w:tab/>
        <w:t>2.677e0</w:t>
      </w:r>
    </w:p>
    <w:p w:rsidR="007B2329" w:rsidRDefault="007B2329" w:rsidP="007B2329">
      <w:r>
        <w:lastRenderedPageBreak/>
        <w:t>705.6939</w:t>
      </w:r>
      <w:r>
        <w:tab/>
        <w:t>1.230e1</w:t>
      </w:r>
    </w:p>
    <w:p w:rsidR="007B2329" w:rsidRDefault="007B2329" w:rsidP="007B2329">
      <w:r>
        <w:t>705.7016</w:t>
      </w:r>
      <w:r>
        <w:tab/>
        <w:t>1.013e0</w:t>
      </w:r>
    </w:p>
    <w:p w:rsidR="007B2329" w:rsidRDefault="007B2329" w:rsidP="007B2329">
      <w:r>
        <w:t>705.7311</w:t>
      </w:r>
      <w:r>
        <w:tab/>
        <w:t>1.383e0</w:t>
      </w:r>
    </w:p>
    <w:p w:rsidR="007B2329" w:rsidRDefault="007B2329" w:rsidP="007B2329">
      <w:r>
        <w:t>705.7749</w:t>
      </w:r>
      <w:r>
        <w:tab/>
        <w:t>6.554e0</w:t>
      </w:r>
    </w:p>
    <w:p w:rsidR="007B2329" w:rsidRDefault="007B2329" w:rsidP="007B2329">
      <w:r>
        <w:t>705.7782</w:t>
      </w:r>
      <w:r>
        <w:tab/>
        <w:t>4.436e0</w:t>
      </w:r>
    </w:p>
    <w:p w:rsidR="007B2329" w:rsidRDefault="007B2329" w:rsidP="007B2329">
      <w:r>
        <w:t>705.7863</w:t>
      </w:r>
      <w:r>
        <w:tab/>
        <w:t>1.339e0</w:t>
      </w:r>
    </w:p>
    <w:p w:rsidR="007B2329" w:rsidRDefault="007B2329" w:rsidP="007B2329">
      <w:r>
        <w:t>705.7993</w:t>
      </w:r>
      <w:r>
        <w:tab/>
        <w:t>5.102e0</w:t>
      </w:r>
    </w:p>
    <w:p w:rsidR="007B2329" w:rsidRDefault="007B2329" w:rsidP="007B2329">
      <w:r>
        <w:t>705.8571</w:t>
      </w:r>
      <w:r>
        <w:tab/>
        <w:t>1.777e0</w:t>
      </w:r>
    </w:p>
    <w:p w:rsidR="007B2329" w:rsidRDefault="007B2329" w:rsidP="007B2329">
      <w:r>
        <w:t>705.8645</w:t>
      </w:r>
      <w:r>
        <w:tab/>
        <w:t>1.558e0</w:t>
      </w:r>
    </w:p>
    <w:p w:rsidR="007B2329" w:rsidRDefault="007B2329" w:rsidP="007B2329">
      <w:r>
        <w:t>705.8716</w:t>
      </w:r>
      <w:r>
        <w:tab/>
        <w:t>1.547e0</w:t>
      </w:r>
    </w:p>
    <w:p w:rsidR="007B2329" w:rsidRDefault="007B2329" w:rsidP="007B2329">
      <w:r>
        <w:t>705.8770</w:t>
      </w:r>
      <w:r>
        <w:tab/>
        <w:t>3.701e0</w:t>
      </w:r>
    </w:p>
    <w:p w:rsidR="007B2329" w:rsidRDefault="007B2329" w:rsidP="007B2329">
      <w:r>
        <w:t>705.8929</w:t>
      </w:r>
      <w:r>
        <w:tab/>
        <w:t>1.013e0</w:t>
      </w:r>
    </w:p>
    <w:p w:rsidR="007B2329" w:rsidRDefault="007B2329" w:rsidP="007B2329">
      <w:r>
        <w:t>705.9081</w:t>
      </w:r>
      <w:r>
        <w:tab/>
        <w:t>2.508e0</w:t>
      </w:r>
    </w:p>
    <w:p w:rsidR="007B2329" w:rsidRDefault="007B2329" w:rsidP="007B2329">
      <w:r>
        <w:t>705.9141</w:t>
      </w:r>
      <w:r>
        <w:tab/>
        <w:t>2.038e0</w:t>
      </w:r>
    </w:p>
    <w:p w:rsidR="007B2329" w:rsidRDefault="007B2329" w:rsidP="007B2329">
      <w:r>
        <w:t>705.9292</w:t>
      </w:r>
      <w:r>
        <w:tab/>
        <w:t>2.025e0</w:t>
      </w:r>
    </w:p>
    <w:p w:rsidR="007B2329" w:rsidRDefault="007B2329" w:rsidP="007B2329">
      <w:r>
        <w:t>705.9563</w:t>
      </w:r>
      <w:r>
        <w:tab/>
        <w:t>2.917e0</w:t>
      </w:r>
    </w:p>
    <w:p w:rsidR="007B2329" w:rsidRDefault="007B2329" w:rsidP="007B2329">
      <w:r>
        <w:t>705.9669</w:t>
      </w:r>
      <w:r>
        <w:tab/>
        <w:t>9.627e-1</w:t>
      </w:r>
    </w:p>
    <w:p w:rsidR="007B2329" w:rsidRDefault="007B2329" w:rsidP="007B2329">
      <w:r>
        <w:t>705.9791</w:t>
      </w:r>
      <w:r>
        <w:tab/>
        <w:t>7.423e0</w:t>
      </w:r>
    </w:p>
    <w:p w:rsidR="007B2329" w:rsidRDefault="007B2329" w:rsidP="007B2329">
      <w:r>
        <w:t>705.9921</w:t>
      </w:r>
      <w:r>
        <w:tab/>
        <w:t>1.150e1</w:t>
      </w:r>
    </w:p>
    <w:p w:rsidR="007B2329" w:rsidRDefault="007B2329" w:rsidP="007B2329">
      <w:r>
        <w:lastRenderedPageBreak/>
        <w:t>705.9970</w:t>
      </w:r>
      <w:r>
        <w:tab/>
        <w:t>9.357e0</w:t>
      </w:r>
    </w:p>
    <w:p w:rsidR="007B2329" w:rsidRDefault="007B2329" w:rsidP="007B2329">
      <w:r>
        <w:t>706.0132</w:t>
      </w:r>
      <w:r>
        <w:tab/>
        <w:t>2.025e0</w:t>
      </w:r>
    </w:p>
    <w:p w:rsidR="007B2329" w:rsidRDefault="007B2329" w:rsidP="007B2329">
      <w:r>
        <w:t>706.0738</w:t>
      </w:r>
      <w:r>
        <w:tab/>
        <w:t>2.685e0</w:t>
      </w:r>
    </w:p>
    <w:p w:rsidR="007B2329" w:rsidRDefault="007B2329" w:rsidP="007B2329">
      <w:r>
        <w:t>706.0810</w:t>
      </w:r>
      <w:r>
        <w:tab/>
        <w:t>2.963e0</w:t>
      </w:r>
    </w:p>
    <w:p w:rsidR="007B2329" w:rsidRDefault="007B2329" w:rsidP="007B2329">
      <w:r>
        <w:t>706.0969</w:t>
      </w:r>
      <w:r>
        <w:tab/>
        <w:t>2.306e0</w:t>
      </w:r>
    </w:p>
    <w:p w:rsidR="007B2329" w:rsidRDefault="007B2329" w:rsidP="007B2329">
      <w:r>
        <w:t>706.1008</w:t>
      </w:r>
      <w:r>
        <w:tab/>
        <w:t>1.013e0</w:t>
      </w:r>
    </w:p>
    <w:p w:rsidR="007B2329" w:rsidRDefault="007B2329" w:rsidP="007B2329">
      <w:r>
        <w:t>706.1547</w:t>
      </w:r>
      <w:r>
        <w:tab/>
        <w:t>2.819e0</w:t>
      </w:r>
    </w:p>
    <w:p w:rsidR="007B2329" w:rsidRDefault="007B2329" w:rsidP="007B2329">
      <w:r>
        <w:t>706.1705</w:t>
      </w:r>
      <w:r>
        <w:tab/>
        <w:t>2.924e0</w:t>
      </w:r>
    </w:p>
    <w:p w:rsidR="007B2329" w:rsidRDefault="007B2329" w:rsidP="007B2329">
      <w:r>
        <w:t>706.1968</w:t>
      </w:r>
      <w:r>
        <w:tab/>
        <w:t>5.583e0</w:t>
      </w:r>
    </w:p>
    <w:p w:rsidR="007B2329" w:rsidRDefault="007B2329" w:rsidP="007B2329">
      <w:r>
        <w:t>706.2055</w:t>
      </w:r>
      <w:r>
        <w:tab/>
        <w:t>1.433e0</w:t>
      </w:r>
    </w:p>
    <w:p w:rsidR="007B2329" w:rsidRDefault="007B2329" w:rsidP="007B2329">
      <w:r>
        <w:t>706.2168</w:t>
      </w:r>
      <w:r>
        <w:tab/>
        <w:t>1.013e0</w:t>
      </w:r>
    </w:p>
    <w:p w:rsidR="007B2329" w:rsidRDefault="007B2329" w:rsidP="007B2329">
      <w:r>
        <w:t>706.2373</w:t>
      </w:r>
      <w:r>
        <w:tab/>
        <w:t>2.364e0</w:t>
      </w:r>
    </w:p>
    <w:p w:rsidR="007B2329" w:rsidRDefault="007B2329" w:rsidP="007B2329">
      <w:r>
        <w:t>706.2623</w:t>
      </w:r>
      <w:r>
        <w:tab/>
        <w:t>5.288e0</w:t>
      </w:r>
    </w:p>
    <w:p w:rsidR="007B2329" w:rsidRDefault="007B2329" w:rsidP="007B2329">
      <w:r>
        <w:t>706.2883</w:t>
      </w:r>
      <w:r>
        <w:tab/>
        <w:t>5.415e0</w:t>
      </w:r>
    </w:p>
    <w:p w:rsidR="007B2329" w:rsidRDefault="007B2329" w:rsidP="007B2329">
      <w:r>
        <w:t>706.3141</w:t>
      </w:r>
      <w:r>
        <w:tab/>
        <w:t>3.762e0</w:t>
      </w:r>
    </w:p>
    <w:p w:rsidR="007B2329" w:rsidRDefault="007B2329" w:rsidP="007B2329">
      <w:r>
        <w:t>706.3574</w:t>
      </w:r>
      <w:r>
        <w:tab/>
        <w:t>8.358e0</w:t>
      </w:r>
    </w:p>
    <w:p w:rsidR="007B2329" w:rsidRDefault="007B2329" w:rsidP="007B2329">
      <w:r>
        <w:t>706.3754</w:t>
      </w:r>
      <w:r>
        <w:tab/>
        <w:t>4.417e1</w:t>
      </w:r>
    </w:p>
    <w:p w:rsidR="007B2329" w:rsidRDefault="007B2329" w:rsidP="007B2329">
      <w:r>
        <w:t>706.3848</w:t>
      </w:r>
      <w:r>
        <w:tab/>
        <w:t>1.031e2</w:t>
      </w:r>
    </w:p>
    <w:p w:rsidR="007B2329" w:rsidRDefault="007B2329" w:rsidP="007B2329">
      <w:r>
        <w:t>706.3889</w:t>
      </w:r>
      <w:r>
        <w:tab/>
        <w:t>4.811e2</w:t>
      </w:r>
    </w:p>
    <w:p w:rsidR="007B2329" w:rsidRDefault="007B2329" w:rsidP="007B2329">
      <w:r>
        <w:lastRenderedPageBreak/>
        <w:t>706.3908</w:t>
      </w:r>
      <w:r>
        <w:tab/>
        <w:t>8.250e2</w:t>
      </w:r>
    </w:p>
    <w:p w:rsidR="007B2329" w:rsidRDefault="007B2329" w:rsidP="007B2329">
      <w:r>
        <w:t>706.3931</w:t>
      </w:r>
      <w:r>
        <w:tab/>
        <w:t>7.142e2</w:t>
      </w:r>
    </w:p>
    <w:p w:rsidR="007B2329" w:rsidRDefault="007B2329" w:rsidP="007B2329">
      <w:r>
        <w:t>706.5088</w:t>
      </w:r>
      <w:r>
        <w:tab/>
        <w:t>3.981e0</w:t>
      </w:r>
    </w:p>
    <w:p w:rsidR="007B2329" w:rsidRDefault="007B2329" w:rsidP="007B2329">
      <w:r>
        <w:t>706.5211</w:t>
      </w:r>
      <w:r>
        <w:tab/>
        <w:t>3.929e0</w:t>
      </w:r>
    </w:p>
    <w:p w:rsidR="007B2329" w:rsidRDefault="007B2329" w:rsidP="007B2329">
      <w:r>
        <w:t>706.5289</w:t>
      </w:r>
      <w:r>
        <w:tab/>
        <w:t>2.131e0</w:t>
      </w:r>
    </w:p>
    <w:p w:rsidR="007B2329" w:rsidRDefault="007B2329" w:rsidP="007B2329">
      <w:r>
        <w:t>706.5645</w:t>
      </w:r>
      <w:r>
        <w:tab/>
        <w:t>1.013e0</w:t>
      </w:r>
    </w:p>
    <w:p w:rsidR="007B2329" w:rsidRDefault="007B2329" w:rsidP="007B2329">
      <w:r>
        <w:t>706.5854</w:t>
      </w:r>
      <w:r>
        <w:tab/>
        <w:t>6.001e-1</w:t>
      </w:r>
    </w:p>
    <w:p w:rsidR="007B2329" w:rsidRDefault="007B2329" w:rsidP="007B2329">
      <w:r>
        <w:t>706.5909</w:t>
      </w:r>
      <w:r>
        <w:tab/>
        <w:t>4.986e0</w:t>
      </w:r>
    </w:p>
    <w:p w:rsidR="007B2329" w:rsidRDefault="007B2329" w:rsidP="007B2329">
      <w:r>
        <w:t>706.6273</w:t>
      </w:r>
      <w:r>
        <w:tab/>
        <w:t>9.465e0</w:t>
      </w:r>
    </w:p>
    <w:p w:rsidR="007B2329" w:rsidRDefault="007B2329" w:rsidP="007B2329">
      <w:r>
        <w:t>706.6310</w:t>
      </w:r>
      <w:r>
        <w:tab/>
        <w:t>2.614e0</w:t>
      </w:r>
    </w:p>
    <w:p w:rsidR="007B2329" w:rsidRDefault="007B2329" w:rsidP="007B2329">
      <w:r>
        <w:t>706.6473</w:t>
      </w:r>
      <w:r>
        <w:tab/>
        <w:t>3.815e0</w:t>
      </w:r>
    </w:p>
    <w:p w:rsidR="007B2329" w:rsidRDefault="007B2329" w:rsidP="007B2329">
      <w:r>
        <w:t>706.6507</w:t>
      </w:r>
      <w:r>
        <w:tab/>
        <w:t>3.311e0</w:t>
      </w:r>
    </w:p>
    <w:p w:rsidR="007B2329" w:rsidRDefault="007B2329" w:rsidP="007B2329">
      <w:r>
        <w:t>706.6595</w:t>
      </w:r>
      <w:r>
        <w:tab/>
        <w:t>7.373e0</w:t>
      </w:r>
    </w:p>
    <w:p w:rsidR="007B2329" w:rsidRDefault="007B2329" w:rsidP="007B2329">
      <w:r>
        <w:t>706.6649</w:t>
      </w:r>
      <w:r>
        <w:tab/>
        <w:t>3.430e0</w:t>
      </w:r>
    </w:p>
    <w:p w:rsidR="007B2329" w:rsidRDefault="007B2329" w:rsidP="007B2329">
      <w:r>
        <w:t>706.6988</w:t>
      </w:r>
      <w:r>
        <w:tab/>
        <w:t>1.547e0</w:t>
      </w:r>
    </w:p>
    <w:p w:rsidR="007B2329" w:rsidRDefault="007B2329" w:rsidP="007B2329">
      <w:r>
        <w:t>706.7325</w:t>
      </w:r>
      <w:r>
        <w:tab/>
        <w:t>2.451e0</w:t>
      </w:r>
    </w:p>
    <w:p w:rsidR="007B2329" w:rsidRDefault="007B2329" w:rsidP="007B2329">
      <w:r>
        <w:t>706.7430</w:t>
      </w:r>
      <w:r>
        <w:tab/>
        <w:t>1.310e0</w:t>
      </w:r>
    </w:p>
    <w:p w:rsidR="007B2329" w:rsidRDefault="007B2329" w:rsidP="007B2329">
      <w:r>
        <w:t>706.7444</w:t>
      </w:r>
      <w:r>
        <w:tab/>
        <w:t>2.238e0</w:t>
      </w:r>
    </w:p>
    <w:p w:rsidR="007B2329" w:rsidRDefault="007B2329" w:rsidP="007B2329">
      <w:r>
        <w:t>706.7967</w:t>
      </w:r>
      <w:r>
        <w:tab/>
        <w:t>3.546e0</w:t>
      </w:r>
    </w:p>
    <w:p w:rsidR="007B2329" w:rsidRDefault="007B2329" w:rsidP="007B2329">
      <w:r>
        <w:lastRenderedPageBreak/>
        <w:t>706.8032</w:t>
      </w:r>
      <w:r>
        <w:tab/>
        <w:t>4.100e0</w:t>
      </w:r>
    </w:p>
    <w:p w:rsidR="007B2329" w:rsidRDefault="007B2329" w:rsidP="007B2329">
      <w:r>
        <w:t>706.8159</w:t>
      </w:r>
      <w:r>
        <w:tab/>
        <w:t>1.373e0</w:t>
      </w:r>
    </w:p>
    <w:p w:rsidR="007B2329" w:rsidRDefault="007B2329" w:rsidP="007B2329">
      <w:r>
        <w:t>706.8377</w:t>
      </w:r>
      <w:r>
        <w:tab/>
        <w:t>2.018e0</w:t>
      </w:r>
    </w:p>
    <w:p w:rsidR="007B2329" w:rsidRDefault="007B2329" w:rsidP="007B2329">
      <w:r>
        <w:t>706.8485</w:t>
      </w:r>
      <w:r>
        <w:tab/>
        <w:t>2.025e0</w:t>
      </w:r>
    </w:p>
    <w:p w:rsidR="007B2329" w:rsidRDefault="007B2329" w:rsidP="007B2329">
      <w:r>
        <w:t>706.8853</w:t>
      </w:r>
      <w:r>
        <w:tab/>
        <w:t>4.031e0</w:t>
      </w:r>
    </w:p>
    <w:p w:rsidR="007B2329" w:rsidRDefault="007B2329" w:rsidP="007B2329">
      <w:r>
        <w:t>706.8888</w:t>
      </w:r>
      <w:r>
        <w:tab/>
        <w:t>2.517e0</w:t>
      </w:r>
    </w:p>
    <w:p w:rsidR="007B2329" w:rsidRDefault="007B2329" w:rsidP="007B2329">
      <w:r>
        <w:t>706.9064</w:t>
      </w:r>
      <w:r>
        <w:tab/>
        <w:t>5.863e0</w:t>
      </w:r>
    </w:p>
    <w:p w:rsidR="007B2329" w:rsidRDefault="007B2329" w:rsidP="007B2329">
      <w:r>
        <w:t>706.9083</w:t>
      </w:r>
      <w:r>
        <w:tab/>
        <w:t>3.100e0</w:t>
      </w:r>
    </w:p>
    <w:p w:rsidR="007B2329" w:rsidRDefault="007B2329" w:rsidP="007B2329">
      <w:r>
        <w:t>706.9119</w:t>
      </w:r>
      <w:r>
        <w:tab/>
        <w:t>2.025e0</w:t>
      </w:r>
    </w:p>
    <w:p w:rsidR="007B2329" w:rsidRDefault="007B2329" w:rsidP="007B2329">
      <w:r>
        <w:t>706.9346</w:t>
      </w:r>
      <w:r>
        <w:tab/>
        <w:t>3.191e0</w:t>
      </w:r>
    </w:p>
    <w:p w:rsidR="007B2329" w:rsidRDefault="007B2329" w:rsidP="007B2329">
      <w:r>
        <w:t>706.9675</w:t>
      </w:r>
      <w:r>
        <w:tab/>
        <w:t>1.547e0</w:t>
      </w:r>
    </w:p>
    <w:p w:rsidR="007B2329" w:rsidRDefault="007B2329" w:rsidP="007B2329">
      <w:r>
        <w:t>707.0167</w:t>
      </w:r>
      <w:r>
        <w:tab/>
        <w:t>3.284e0</w:t>
      </w:r>
    </w:p>
    <w:p w:rsidR="007B2329" w:rsidRDefault="007B2329" w:rsidP="007B2329">
      <w:r>
        <w:t>707.0290</w:t>
      </w:r>
      <w:r>
        <w:tab/>
        <w:t>4.932e0</w:t>
      </w:r>
    </w:p>
    <w:p w:rsidR="007B2329" w:rsidRDefault="007B2329" w:rsidP="007B2329">
      <w:r>
        <w:t>707.0317</w:t>
      </w:r>
      <w:r>
        <w:tab/>
        <w:t>2.566e0</w:t>
      </w:r>
    </w:p>
    <w:p w:rsidR="007B2329" w:rsidRDefault="007B2329" w:rsidP="007B2329">
      <w:r>
        <w:t>707.0803</w:t>
      </w:r>
      <w:r>
        <w:tab/>
        <w:t>5.508e0</w:t>
      </w:r>
    </w:p>
    <w:p w:rsidR="007B2329" w:rsidRDefault="007B2329" w:rsidP="007B2329">
      <w:r>
        <w:t>707.0919</w:t>
      </w:r>
      <w:r>
        <w:tab/>
        <w:t>1.707e0</w:t>
      </w:r>
    </w:p>
    <w:p w:rsidR="007B2329" w:rsidRDefault="007B2329" w:rsidP="007B2329">
      <w:r>
        <w:t>707.1230</w:t>
      </w:r>
      <w:r>
        <w:tab/>
        <w:t>1.497e0</w:t>
      </w:r>
    </w:p>
    <w:p w:rsidR="007B2329" w:rsidRDefault="007B2329" w:rsidP="007B2329">
      <w:r>
        <w:t>707.1401</w:t>
      </w:r>
      <w:r>
        <w:tab/>
        <w:t>3.243e0</w:t>
      </w:r>
    </w:p>
    <w:p w:rsidR="007B2329" w:rsidRDefault="007B2329" w:rsidP="007B2329">
      <w:r>
        <w:t>707.1445</w:t>
      </w:r>
      <w:r>
        <w:tab/>
        <w:t>2.025e0</w:t>
      </w:r>
    </w:p>
    <w:p w:rsidR="007B2329" w:rsidRDefault="007B2329" w:rsidP="007B2329">
      <w:r>
        <w:lastRenderedPageBreak/>
        <w:t>707.1503</w:t>
      </w:r>
      <w:r>
        <w:tab/>
        <w:t>2.824e0</w:t>
      </w:r>
    </w:p>
    <w:p w:rsidR="007B2329" w:rsidRDefault="007B2329" w:rsidP="007B2329">
      <w:r>
        <w:t>707.2531</w:t>
      </w:r>
      <w:r>
        <w:tab/>
        <w:t>7.803e0</w:t>
      </w:r>
    </w:p>
    <w:p w:rsidR="007B2329" w:rsidRDefault="007B2329" w:rsidP="007B2329">
      <w:r>
        <w:t>707.2562</w:t>
      </w:r>
      <w:r>
        <w:tab/>
        <w:t>6.452e0</w:t>
      </w:r>
    </w:p>
    <w:p w:rsidR="007B2329" w:rsidRDefault="007B2329" w:rsidP="007B2329">
      <w:r>
        <w:t>707.2704</w:t>
      </w:r>
      <w:r>
        <w:tab/>
        <w:t>6.177e0</w:t>
      </w:r>
    </w:p>
    <w:p w:rsidR="007B2329" w:rsidRDefault="007B2329" w:rsidP="007B2329">
      <w:r>
        <w:t>707.2855</w:t>
      </w:r>
      <w:r>
        <w:tab/>
        <w:t>2.170e0</w:t>
      </w:r>
    </w:p>
    <w:p w:rsidR="007B2329" w:rsidRDefault="007B2329" w:rsidP="007B2329">
      <w:r>
        <w:t>707.2870</w:t>
      </w:r>
      <w:r>
        <w:tab/>
        <w:t>4.051e0</w:t>
      </w:r>
    </w:p>
    <w:p w:rsidR="007B2329" w:rsidRDefault="007B2329" w:rsidP="007B2329">
      <w:r>
        <w:t>707.2891</w:t>
      </w:r>
      <w:r>
        <w:tab/>
        <w:t>9.603e0</w:t>
      </w:r>
    </w:p>
    <w:p w:rsidR="007B2329" w:rsidRDefault="007B2329" w:rsidP="007B2329">
      <w:r>
        <w:t>707.3483</w:t>
      </w:r>
      <w:r>
        <w:tab/>
        <w:t>1.100e1</w:t>
      </w:r>
    </w:p>
    <w:p w:rsidR="007B2329" w:rsidRDefault="007B2329" w:rsidP="007B2329">
      <w:r>
        <w:t>707.3512</w:t>
      </w:r>
      <w:r>
        <w:tab/>
        <w:t>2.458e0</w:t>
      </w:r>
    </w:p>
    <w:p w:rsidR="007B2329" w:rsidRDefault="007B2329" w:rsidP="007B2329">
      <w:r>
        <w:t>707.3668</w:t>
      </w:r>
      <w:r>
        <w:tab/>
        <w:t>6.884e0</w:t>
      </w:r>
    </w:p>
    <w:p w:rsidR="007B2329" w:rsidRDefault="007B2329" w:rsidP="007B2329">
      <w:r>
        <w:t>707.3894</w:t>
      </w:r>
      <w:r>
        <w:tab/>
        <w:t>3.635e1</w:t>
      </w:r>
    </w:p>
    <w:p w:rsidR="007B2329" w:rsidRDefault="007B2329" w:rsidP="007B2329">
      <w:r>
        <w:t>707.3931</w:t>
      </w:r>
      <w:r>
        <w:tab/>
        <w:t>1.459e2</w:t>
      </w:r>
    </w:p>
    <w:p w:rsidR="007B2329" w:rsidRDefault="007B2329" w:rsidP="007B2329">
      <w:r>
        <w:t>707.5227</w:t>
      </w:r>
      <w:r>
        <w:tab/>
        <w:t>3.652e0</w:t>
      </w:r>
    </w:p>
    <w:p w:rsidR="007B2329" w:rsidRDefault="007B2329" w:rsidP="007B2329">
      <w:r>
        <w:t>707.5848</w:t>
      </w:r>
      <w:r>
        <w:tab/>
        <w:t>1.839e0</w:t>
      </w:r>
    </w:p>
    <w:p w:rsidR="007B2329" w:rsidRDefault="007B2329" w:rsidP="007B2329">
      <w:r>
        <w:t>707.6274</w:t>
      </w:r>
      <w:r>
        <w:tab/>
        <w:t>1.426e0</w:t>
      </w:r>
    </w:p>
    <w:p w:rsidR="007B2329" w:rsidRDefault="007B2329" w:rsidP="007B2329">
      <w:r>
        <w:t>707.6405</w:t>
      </w:r>
      <w:r>
        <w:tab/>
        <w:t>1.175e0</w:t>
      </w:r>
    </w:p>
    <w:p w:rsidR="007B2329" w:rsidRDefault="007B2329" w:rsidP="007B2329">
      <w:r>
        <w:t>707.6612</w:t>
      </w:r>
      <w:r>
        <w:tab/>
        <w:t>9.016e0</w:t>
      </w:r>
    </w:p>
    <w:p w:rsidR="007B2329" w:rsidRDefault="007B2329" w:rsidP="007B2329">
      <w:r>
        <w:t>707.6801</w:t>
      </w:r>
      <w:r>
        <w:tab/>
        <w:t>3.312e0</w:t>
      </w:r>
    </w:p>
    <w:p w:rsidR="007B2329" w:rsidRDefault="007B2329" w:rsidP="007B2329">
      <w:r>
        <w:t>707.7143</w:t>
      </w:r>
      <w:r>
        <w:tab/>
        <w:t>1.778e0</w:t>
      </w:r>
    </w:p>
    <w:p w:rsidR="007B2329" w:rsidRDefault="007B2329" w:rsidP="007B2329">
      <w:r>
        <w:lastRenderedPageBreak/>
        <w:t>707.7437</w:t>
      </w:r>
      <w:r>
        <w:tab/>
        <w:t>4.178e0</w:t>
      </w:r>
    </w:p>
    <w:p w:rsidR="007B2329" w:rsidRDefault="007B2329" w:rsidP="007B2329">
      <w:r>
        <w:t>707.7755</w:t>
      </w:r>
      <w:r>
        <w:tab/>
        <w:t>2.438e0</w:t>
      </w:r>
    </w:p>
    <w:p w:rsidR="007B2329" w:rsidRDefault="007B2329" w:rsidP="007B2329">
      <w:r>
        <w:t>707.8123</w:t>
      </w:r>
      <w:r>
        <w:tab/>
        <w:t>2.203e0</w:t>
      </w:r>
    </w:p>
    <w:p w:rsidR="007B2329" w:rsidRDefault="007B2329" w:rsidP="007B2329">
      <w:r>
        <w:t>707.8616</w:t>
      </w:r>
      <w:r>
        <w:tab/>
        <w:t>2.530e0</w:t>
      </w:r>
    </w:p>
    <w:p w:rsidR="007B2329" w:rsidRDefault="007B2329" w:rsidP="007B2329">
      <w:r>
        <w:t>707.8849</w:t>
      </w:r>
      <w:r>
        <w:tab/>
        <w:t>3.028e0</w:t>
      </w:r>
    </w:p>
    <w:p w:rsidR="007B2329" w:rsidRDefault="007B2329" w:rsidP="007B2329">
      <w:r>
        <w:t>707.9444</w:t>
      </w:r>
      <w:r>
        <w:tab/>
        <w:t>1.013e0</w:t>
      </w:r>
    </w:p>
    <w:p w:rsidR="007B2329" w:rsidRDefault="007B2329" w:rsidP="007B2329">
      <w:r>
        <w:t>707.9793</w:t>
      </w:r>
      <w:r>
        <w:tab/>
        <w:t>3.148e0</w:t>
      </w:r>
    </w:p>
    <w:p w:rsidR="007B2329" w:rsidRDefault="007B2329" w:rsidP="007B2329">
      <w:r>
        <w:t>707.9830</w:t>
      </w:r>
      <w:r>
        <w:tab/>
        <w:t>2.133e0</w:t>
      </w:r>
    </w:p>
    <w:p w:rsidR="007B2329" w:rsidRDefault="007B2329" w:rsidP="007B2329">
      <w:r>
        <w:t>708.0167</w:t>
      </w:r>
      <w:r>
        <w:tab/>
        <w:t>1.013e0</w:t>
      </w:r>
    </w:p>
    <w:p w:rsidR="007B2329" w:rsidRDefault="007B2329" w:rsidP="007B2329">
      <w:r>
        <w:t>708.0397</w:t>
      </w:r>
      <w:r>
        <w:tab/>
        <w:t>1.236e0</w:t>
      </w:r>
    </w:p>
    <w:p w:rsidR="007B2329" w:rsidRDefault="007B2329" w:rsidP="007B2329">
      <w:r>
        <w:t>708.0446</w:t>
      </w:r>
      <w:r>
        <w:tab/>
        <w:t>1.402e0</w:t>
      </w:r>
    </w:p>
    <w:p w:rsidR="007B2329" w:rsidRDefault="007B2329" w:rsidP="007B2329">
      <w:r>
        <w:t>708.0466</w:t>
      </w:r>
      <w:r>
        <w:tab/>
        <w:t>1.429e0</w:t>
      </w:r>
    </w:p>
    <w:p w:rsidR="007B2329" w:rsidRDefault="007B2329" w:rsidP="007B2329">
      <w:r>
        <w:t>708.0657</w:t>
      </w:r>
      <w:r>
        <w:tab/>
        <w:t>1.546e0</w:t>
      </w:r>
    </w:p>
    <w:p w:rsidR="007B2329" w:rsidRDefault="007B2329" w:rsidP="007B2329">
      <w:r>
        <w:t>708.0775</w:t>
      </w:r>
      <w:r>
        <w:tab/>
        <w:t>2.025e0</w:t>
      </w:r>
    </w:p>
    <w:p w:rsidR="007B2329" w:rsidRDefault="007B2329" w:rsidP="007B2329">
      <w:r>
        <w:t>708.0797</w:t>
      </w:r>
      <w:r>
        <w:tab/>
        <w:t>3.947e0</w:t>
      </w:r>
    </w:p>
    <w:p w:rsidR="007B2329" w:rsidRDefault="007B2329" w:rsidP="007B2329">
      <w:r>
        <w:t>708.1296</w:t>
      </w:r>
      <w:r>
        <w:tab/>
        <w:t>1.013e0</w:t>
      </w:r>
    </w:p>
    <w:p w:rsidR="007B2329" w:rsidRDefault="007B2329" w:rsidP="007B2329">
      <w:r>
        <w:t>708.1360</w:t>
      </w:r>
      <w:r>
        <w:tab/>
        <w:t>2.639e0</w:t>
      </w:r>
    </w:p>
    <w:p w:rsidR="007B2329" w:rsidRDefault="007B2329" w:rsidP="007B2329">
      <w:r>
        <w:t>708.1632</w:t>
      </w:r>
      <w:r>
        <w:tab/>
        <w:t>2.494e0</w:t>
      </w:r>
    </w:p>
    <w:p w:rsidR="007B2329" w:rsidRDefault="007B2329" w:rsidP="007B2329">
      <w:r>
        <w:t>708.1647</w:t>
      </w:r>
      <w:r>
        <w:tab/>
        <w:t>4.816e0</w:t>
      </w:r>
    </w:p>
    <w:p w:rsidR="007B2329" w:rsidRDefault="007B2329" w:rsidP="007B2329">
      <w:r>
        <w:lastRenderedPageBreak/>
        <w:t>708.1729</w:t>
      </w:r>
      <w:r>
        <w:tab/>
        <w:t>1.013e0</w:t>
      </w:r>
    </w:p>
    <w:p w:rsidR="007B2329" w:rsidRDefault="007B2329" w:rsidP="007B2329">
      <w:r>
        <w:t>708.1915</w:t>
      </w:r>
      <w:r>
        <w:tab/>
        <w:t>2.862e0</w:t>
      </w:r>
    </w:p>
    <w:p w:rsidR="007B2329" w:rsidRDefault="007B2329" w:rsidP="007B2329">
      <w:r>
        <w:t>708.1966</w:t>
      </w:r>
      <w:r>
        <w:tab/>
        <w:t>1.013e0</w:t>
      </w:r>
    </w:p>
    <w:p w:rsidR="007B2329" w:rsidRDefault="007B2329" w:rsidP="007B2329">
      <w:r>
        <w:t>708.2206</w:t>
      </w:r>
      <w:r>
        <w:tab/>
        <w:t>1.052e0</w:t>
      </w:r>
    </w:p>
    <w:p w:rsidR="007B2329" w:rsidRDefault="007B2329" w:rsidP="007B2329">
      <w:r>
        <w:t>708.2283</w:t>
      </w:r>
      <w:r>
        <w:tab/>
        <w:t>2.282e0</w:t>
      </w:r>
    </w:p>
    <w:p w:rsidR="007B2329" w:rsidRDefault="007B2329" w:rsidP="007B2329">
      <w:r>
        <w:t>708.3168</w:t>
      </w:r>
      <w:r>
        <w:tab/>
        <w:t>2.025e0</w:t>
      </w:r>
    </w:p>
    <w:p w:rsidR="007B2329" w:rsidRDefault="007B2329" w:rsidP="007B2329">
      <w:r>
        <w:t>708.4360</w:t>
      </w:r>
      <w:r>
        <w:tab/>
        <w:t>3.455e0</w:t>
      </w:r>
    </w:p>
    <w:p w:rsidR="007B2329" w:rsidRDefault="007B2329" w:rsidP="007B2329">
      <w:r>
        <w:t>708.4901</w:t>
      </w:r>
      <w:r>
        <w:tab/>
        <w:t>9.728e0</w:t>
      </w:r>
    </w:p>
    <w:p w:rsidR="007B2329" w:rsidRDefault="007B2329" w:rsidP="007B2329">
      <w:r>
        <w:t>708.5452</w:t>
      </w:r>
      <w:r>
        <w:tab/>
        <w:t>2.569e0</w:t>
      </w:r>
    </w:p>
    <w:p w:rsidR="007B2329" w:rsidRDefault="007B2329" w:rsidP="007B2329">
      <w:r>
        <w:t>708.5935</w:t>
      </w:r>
      <w:r>
        <w:tab/>
        <w:t>3.038e0</w:t>
      </w:r>
    </w:p>
    <w:p w:rsidR="007B2329" w:rsidRDefault="007B2329" w:rsidP="007B2329">
      <w:r>
        <w:t>708.6163</w:t>
      </w:r>
      <w:r>
        <w:tab/>
        <w:t>4.214e0</w:t>
      </w:r>
    </w:p>
    <w:p w:rsidR="007B2329" w:rsidRDefault="007B2329" w:rsidP="007B2329">
      <w:r>
        <w:t>708.6271</w:t>
      </w:r>
      <w:r>
        <w:tab/>
        <w:t>1.528e0</w:t>
      </w:r>
    </w:p>
    <w:p w:rsidR="007B2329" w:rsidRDefault="007B2329" w:rsidP="007B2329">
      <w:r>
        <w:t>708.6898</w:t>
      </w:r>
      <w:r>
        <w:tab/>
        <w:t>1.013e0</w:t>
      </w:r>
    </w:p>
    <w:p w:rsidR="007B2329" w:rsidRDefault="007B2329" w:rsidP="007B2329">
      <w:r>
        <w:t>708.7322</w:t>
      </w:r>
      <w:r>
        <w:tab/>
        <w:t>3.258e0</w:t>
      </w:r>
    </w:p>
    <w:p w:rsidR="007B2329" w:rsidRDefault="007B2329" w:rsidP="007B2329">
      <w:r>
        <w:t>708.7439</w:t>
      </w:r>
      <w:r>
        <w:tab/>
        <w:t>1.102e0</w:t>
      </w:r>
    </w:p>
    <w:p w:rsidR="007B2329" w:rsidRDefault="007B2329" w:rsidP="007B2329">
      <w:r>
        <w:t>708.7643</w:t>
      </w:r>
      <w:r>
        <w:tab/>
        <w:t>2.883e0</w:t>
      </w:r>
    </w:p>
    <w:p w:rsidR="007B2329" w:rsidRDefault="007B2329" w:rsidP="007B2329">
      <w:r>
        <w:t>708.7845</w:t>
      </w:r>
      <w:r>
        <w:tab/>
        <w:t>5.872e0</w:t>
      </w:r>
    </w:p>
    <w:p w:rsidR="007B2329" w:rsidRDefault="007B2329" w:rsidP="007B2329">
      <w:r>
        <w:t>708.7892</w:t>
      </w:r>
      <w:r>
        <w:tab/>
        <w:t>3.164e0</w:t>
      </w:r>
    </w:p>
    <w:p w:rsidR="007B2329" w:rsidRDefault="007B2329" w:rsidP="007B2329">
      <w:r>
        <w:t>708.7918</w:t>
      </w:r>
      <w:r>
        <w:tab/>
        <w:t>2.025e0</w:t>
      </w:r>
    </w:p>
    <w:p w:rsidR="007B2329" w:rsidRDefault="007B2329" w:rsidP="007B2329">
      <w:r>
        <w:lastRenderedPageBreak/>
        <w:t>708.8339</w:t>
      </w:r>
      <w:r>
        <w:tab/>
        <w:t>1.013e0</w:t>
      </w:r>
    </w:p>
    <w:p w:rsidR="007B2329" w:rsidRDefault="007B2329" w:rsidP="007B2329">
      <w:r>
        <w:t>708.8535</w:t>
      </w:r>
      <w:r>
        <w:tab/>
        <w:t>2.254e0</w:t>
      </w:r>
    </w:p>
    <w:p w:rsidR="007B2329" w:rsidRDefault="007B2329" w:rsidP="007B2329">
      <w:r>
        <w:t>708.8736</w:t>
      </w:r>
      <w:r>
        <w:tab/>
        <w:t>2.436e0</w:t>
      </w:r>
    </w:p>
    <w:p w:rsidR="007B2329" w:rsidRDefault="007B2329" w:rsidP="007B2329">
      <w:r>
        <w:t>708.8884</w:t>
      </w:r>
      <w:r>
        <w:tab/>
        <w:t>1.203e0</w:t>
      </w:r>
    </w:p>
    <w:p w:rsidR="007B2329" w:rsidRDefault="007B2329" w:rsidP="007B2329">
      <w:r>
        <w:t>708.9721</w:t>
      </w:r>
      <w:r>
        <w:tab/>
        <w:t>3.038e0</w:t>
      </w:r>
    </w:p>
    <w:p w:rsidR="007B2329" w:rsidRDefault="007B2329" w:rsidP="007B2329">
      <w:r>
        <w:t>709.0076</w:t>
      </w:r>
      <w:r>
        <w:tab/>
        <w:t>3.752e0</w:t>
      </w:r>
    </w:p>
    <w:p w:rsidR="007B2329" w:rsidRDefault="007B2329" w:rsidP="007B2329">
      <w:r>
        <w:t>709.0237</w:t>
      </w:r>
      <w:r>
        <w:tab/>
        <w:t>1.539e0</w:t>
      </w:r>
    </w:p>
    <w:p w:rsidR="007B2329" w:rsidRDefault="007B2329" w:rsidP="007B2329">
      <w:r>
        <w:t>709.0262</w:t>
      </w:r>
      <w:r>
        <w:tab/>
        <w:t>1.013e0</w:t>
      </w:r>
    </w:p>
    <w:p w:rsidR="007B2329" w:rsidRDefault="007B2329" w:rsidP="007B2329">
      <w:r>
        <w:t>709.0375</w:t>
      </w:r>
      <w:r>
        <w:tab/>
        <w:t>3.427e0</w:t>
      </w:r>
    </w:p>
    <w:p w:rsidR="007B2329" w:rsidRDefault="007B2329" w:rsidP="007B2329">
      <w:r>
        <w:t>709.0715</w:t>
      </w:r>
      <w:r>
        <w:tab/>
        <w:t>3.345e0</w:t>
      </w:r>
    </w:p>
    <w:p w:rsidR="007B2329" w:rsidRDefault="007B2329" w:rsidP="007B2329">
      <w:r>
        <w:t>709.0763</w:t>
      </w:r>
      <w:r>
        <w:tab/>
        <w:t>2.813e0</w:t>
      </w:r>
    </w:p>
    <w:p w:rsidR="007B2329" w:rsidRDefault="007B2329" w:rsidP="007B2329">
      <w:r>
        <w:t>709.0954</w:t>
      </w:r>
      <w:r>
        <w:tab/>
        <w:t>4.051e0</w:t>
      </w:r>
    </w:p>
    <w:p w:rsidR="007B2329" w:rsidRDefault="007B2329" w:rsidP="007B2329">
      <w:r>
        <w:t>709.1023</w:t>
      </w:r>
      <w:r>
        <w:tab/>
        <w:t>1.025e0</w:t>
      </w:r>
    </w:p>
    <w:p w:rsidR="007B2329" w:rsidRDefault="007B2329" w:rsidP="007B2329">
      <w:r>
        <w:t>709.1106</w:t>
      </w:r>
      <w:r>
        <w:tab/>
        <w:t>1.013e0</w:t>
      </w:r>
    </w:p>
    <w:p w:rsidR="007B2329" w:rsidRDefault="007B2329" w:rsidP="007B2329">
      <w:r>
        <w:t>709.1611</w:t>
      </w:r>
      <w:r>
        <w:tab/>
        <w:t>1.013e0</w:t>
      </w:r>
    </w:p>
    <w:p w:rsidR="007B2329" w:rsidRDefault="007B2329" w:rsidP="007B2329">
      <w:r>
        <w:t>709.1885</w:t>
      </w:r>
      <w:r>
        <w:tab/>
        <w:t>3.655e0</w:t>
      </w:r>
    </w:p>
    <w:p w:rsidR="007B2329" w:rsidRDefault="007B2329" w:rsidP="007B2329">
      <w:r>
        <w:t>709.2072</w:t>
      </w:r>
      <w:r>
        <w:tab/>
        <w:t>1.778e0</w:t>
      </w:r>
    </w:p>
    <w:p w:rsidR="007B2329" w:rsidRDefault="007B2329" w:rsidP="007B2329">
      <w:r>
        <w:t>709.2415</w:t>
      </w:r>
      <w:r>
        <w:tab/>
        <w:t>2.742e0</w:t>
      </w:r>
    </w:p>
    <w:p w:rsidR="007B2329" w:rsidRDefault="007B2329" w:rsidP="007B2329">
      <w:r>
        <w:t>709.2875</w:t>
      </w:r>
      <w:r>
        <w:tab/>
        <w:t>4.051e0</w:t>
      </w:r>
    </w:p>
    <w:p w:rsidR="007B2329" w:rsidRDefault="007B2329" w:rsidP="007B2329">
      <w:r>
        <w:lastRenderedPageBreak/>
        <w:t>709.3057</w:t>
      </w:r>
      <w:r>
        <w:tab/>
        <w:t>3.038e0</w:t>
      </w:r>
    </w:p>
    <w:p w:rsidR="007B2329" w:rsidRDefault="007B2329" w:rsidP="007B2329">
      <w:r>
        <w:t>709.3732</w:t>
      </w:r>
      <w:r>
        <w:tab/>
        <w:t>7.325e1</w:t>
      </w:r>
    </w:p>
    <w:p w:rsidR="007B2329" w:rsidRDefault="007B2329" w:rsidP="007B2329">
      <w:r>
        <w:t>709.3763</w:t>
      </w:r>
      <w:r>
        <w:tab/>
        <w:t>1.818e2</w:t>
      </w:r>
    </w:p>
    <w:p w:rsidR="007B2329" w:rsidRDefault="007B2329" w:rsidP="007B2329">
      <w:r>
        <w:t>709.3794</w:t>
      </w:r>
      <w:r>
        <w:tab/>
        <w:t>7.178e1</w:t>
      </w:r>
    </w:p>
    <w:p w:rsidR="007B2329" w:rsidRDefault="007B2329" w:rsidP="007B2329">
      <w:r>
        <w:t>709.3828</w:t>
      </w:r>
      <w:r>
        <w:tab/>
        <w:t>2.721e2</w:t>
      </w:r>
    </w:p>
    <w:p w:rsidR="007B2329" w:rsidRDefault="007B2329" w:rsidP="007B2329">
      <w:r>
        <w:t>709.3841</w:t>
      </w:r>
      <w:r>
        <w:tab/>
        <w:t>9.599e1</w:t>
      </w:r>
    </w:p>
    <w:p w:rsidR="007B2329" w:rsidRDefault="007B2329" w:rsidP="007B2329">
      <w:r>
        <w:t>709.3992</w:t>
      </w:r>
      <w:r>
        <w:tab/>
        <w:t>2.156e0</w:t>
      </w:r>
    </w:p>
    <w:p w:rsidR="007B2329" w:rsidRDefault="007B2329" w:rsidP="007B2329">
      <w:r>
        <w:t>709.4835</w:t>
      </w:r>
      <w:r>
        <w:tab/>
        <w:t>2.205e0</w:t>
      </w:r>
    </w:p>
    <w:p w:rsidR="007B2329" w:rsidRDefault="007B2329" w:rsidP="007B2329">
      <w:r>
        <w:t>709.5026</w:t>
      </w:r>
      <w:r>
        <w:tab/>
        <w:t>5.499e0</w:t>
      </w:r>
    </w:p>
    <w:p w:rsidR="007B2329" w:rsidRDefault="007B2329" w:rsidP="007B2329">
      <w:r>
        <w:t>709.5564</w:t>
      </w:r>
      <w:r>
        <w:tab/>
        <w:t>8.426e0</w:t>
      </w:r>
    </w:p>
    <w:p w:rsidR="007B2329" w:rsidRDefault="007B2329" w:rsidP="007B2329">
      <w:r>
        <w:t>709.6099</w:t>
      </w:r>
      <w:r>
        <w:tab/>
        <w:t>1.042e0</w:t>
      </w:r>
    </w:p>
    <w:p w:rsidR="007B2329" w:rsidRDefault="007B2329" w:rsidP="007B2329">
      <w:r>
        <w:t>709.6130</w:t>
      </w:r>
      <w:r>
        <w:tab/>
        <w:t>2.113e0</w:t>
      </w:r>
    </w:p>
    <w:p w:rsidR="007B2329" w:rsidRDefault="007B2329" w:rsidP="007B2329">
      <w:r>
        <w:t>709.6451</w:t>
      </w:r>
      <w:r>
        <w:tab/>
        <w:t>6.083e0</w:t>
      </w:r>
    </w:p>
    <w:p w:rsidR="007B2329" w:rsidRDefault="007B2329" w:rsidP="007B2329">
      <w:r>
        <w:t>709.6522</w:t>
      </w:r>
      <w:r>
        <w:tab/>
        <w:t>1.712e0</w:t>
      </w:r>
    </w:p>
    <w:p w:rsidR="007B2329" w:rsidRDefault="007B2329" w:rsidP="007B2329">
      <w:r>
        <w:t>709.6631</w:t>
      </w:r>
      <w:r>
        <w:tab/>
        <w:t>1.025e0</w:t>
      </w:r>
    </w:p>
    <w:p w:rsidR="007B2329" w:rsidRDefault="007B2329" w:rsidP="007B2329">
      <w:r>
        <w:t>709.7111</w:t>
      </w:r>
      <w:r>
        <w:tab/>
        <w:t>1.059e0</w:t>
      </w:r>
    </w:p>
    <w:p w:rsidR="007B2329" w:rsidRDefault="007B2329" w:rsidP="007B2329">
      <w:r>
        <w:t>709.7416</w:t>
      </w:r>
      <w:r>
        <w:tab/>
        <w:t>9.151e0</w:t>
      </w:r>
    </w:p>
    <w:p w:rsidR="007B2329" w:rsidRDefault="007B2329" w:rsidP="007B2329">
      <w:r>
        <w:t>709.7606</w:t>
      </w:r>
      <w:r>
        <w:tab/>
        <w:t>1.821e0</w:t>
      </w:r>
    </w:p>
    <w:p w:rsidR="007B2329" w:rsidRDefault="007B2329" w:rsidP="007B2329">
      <w:r>
        <w:t>709.7626</w:t>
      </w:r>
      <w:r>
        <w:tab/>
        <w:t>1.013e0</w:t>
      </w:r>
    </w:p>
    <w:p w:rsidR="007B2329" w:rsidRDefault="007B2329" w:rsidP="007B2329">
      <w:r>
        <w:lastRenderedPageBreak/>
        <w:t>709.8113</w:t>
      </w:r>
      <w:r>
        <w:tab/>
        <w:t>2.555e0</w:t>
      </w:r>
    </w:p>
    <w:p w:rsidR="007B2329" w:rsidRDefault="007B2329" w:rsidP="007B2329">
      <w:r>
        <w:t>709.8254</w:t>
      </w:r>
      <w:r>
        <w:tab/>
        <w:t>1.745e0</w:t>
      </w:r>
    </w:p>
    <w:p w:rsidR="007B2329" w:rsidRDefault="007B2329" w:rsidP="007B2329">
      <w:r>
        <w:t>709.8455</w:t>
      </w:r>
      <w:r>
        <w:tab/>
        <w:t>7.394e0</w:t>
      </w:r>
    </w:p>
    <w:p w:rsidR="007B2329" w:rsidRDefault="007B2329" w:rsidP="007B2329">
      <w:r>
        <w:t>709.8631</w:t>
      </w:r>
      <w:r>
        <w:tab/>
        <w:t>4.756e0</w:t>
      </w:r>
    </w:p>
    <w:p w:rsidR="007B2329" w:rsidRDefault="007B2329" w:rsidP="007B2329">
      <w:r>
        <w:t>709.8652</w:t>
      </w:r>
      <w:r>
        <w:tab/>
        <w:t>1.013e0</w:t>
      </w:r>
    </w:p>
    <w:p w:rsidR="007B2329" w:rsidRDefault="007B2329" w:rsidP="007B2329">
      <w:r>
        <w:t>709.8671</w:t>
      </w:r>
      <w:r>
        <w:tab/>
        <w:t>5.601e0</w:t>
      </w:r>
    </w:p>
    <w:p w:rsidR="007B2329" w:rsidRDefault="007B2329" w:rsidP="007B2329">
      <w:r>
        <w:t>709.8951</w:t>
      </w:r>
      <w:r>
        <w:tab/>
        <w:t>1.945e0</w:t>
      </w:r>
    </w:p>
    <w:p w:rsidR="007B2329" w:rsidRDefault="007B2329" w:rsidP="007B2329">
      <w:r>
        <w:t>709.9139</w:t>
      </w:r>
      <w:r>
        <w:tab/>
        <w:t>3.025e0</w:t>
      </w:r>
    </w:p>
    <w:p w:rsidR="007B2329" w:rsidRDefault="007B2329" w:rsidP="007B2329">
      <w:r>
        <w:t>709.9415</w:t>
      </w:r>
      <w:r>
        <w:tab/>
        <w:t>1.013e0</w:t>
      </w:r>
    </w:p>
    <w:p w:rsidR="007B2329" w:rsidRDefault="007B2329" w:rsidP="007B2329">
      <w:r>
        <w:t>709.9596</w:t>
      </w:r>
      <w:r>
        <w:tab/>
        <w:t>1.985e0</w:t>
      </w:r>
    </w:p>
    <w:p w:rsidR="007B2329" w:rsidRDefault="007B2329" w:rsidP="007B2329">
      <w:r>
        <w:t>709.9741</w:t>
      </w:r>
      <w:r>
        <w:tab/>
        <w:t>2.901e0</w:t>
      </w:r>
    </w:p>
    <w:p w:rsidR="007B2329" w:rsidRDefault="007B2329" w:rsidP="007B2329">
      <w:r>
        <w:t>710.0063</w:t>
      </w:r>
      <w:r>
        <w:tab/>
        <w:t>2.181e0</w:t>
      </w:r>
    </w:p>
    <w:p w:rsidR="007B2329" w:rsidRDefault="007B2329" w:rsidP="007B2329">
      <w:r>
        <w:t>710.0330</w:t>
      </w:r>
      <w:r>
        <w:tab/>
        <w:t>2.527e0</w:t>
      </w:r>
    </w:p>
    <w:p w:rsidR="007B2329" w:rsidRDefault="007B2329" w:rsidP="007B2329">
      <w:r>
        <w:t>710.0687</w:t>
      </w:r>
      <w:r>
        <w:tab/>
        <w:t>1.357e0</w:t>
      </w:r>
    </w:p>
    <w:p w:rsidR="007B2329" w:rsidRDefault="007B2329" w:rsidP="007B2329">
      <w:r>
        <w:t>710.0742</w:t>
      </w:r>
      <w:r>
        <w:tab/>
        <w:t>1.395e0</w:t>
      </w:r>
    </w:p>
    <w:p w:rsidR="007B2329" w:rsidRDefault="007B2329" w:rsidP="007B2329">
      <w:r>
        <w:t>710.1143</w:t>
      </w:r>
      <w:r>
        <w:tab/>
        <w:t>4.051e0</w:t>
      </w:r>
    </w:p>
    <w:p w:rsidR="007B2329" w:rsidRDefault="007B2329" w:rsidP="007B2329">
      <w:r>
        <w:t>710.1752</w:t>
      </w:r>
      <w:r>
        <w:tab/>
        <w:t>1.013e0</w:t>
      </w:r>
    </w:p>
    <w:p w:rsidR="007B2329" w:rsidRDefault="007B2329" w:rsidP="007B2329">
      <w:r>
        <w:t>710.2117</w:t>
      </w:r>
      <w:r>
        <w:tab/>
        <w:t>1.806e0</w:t>
      </w:r>
    </w:p>
    <w:p w:rsidR="007B2329" w:rsidRDefault="007B2329" w:rsidP="007B2329">
      <w:r>
        <w:t>710.2141</w:t>
      </w:r>
      <w:r>
        <w:tab/>
        <w:t>2.914e0</w:t>
      </w:r>
    </w:p>
    <w:p w:rsidR="007B2329" w:rsidRDefault="007B2329" w:rsidP="007B2329">
      <w:r>
        <w:lastRenderedPageBreak/>
        <w:t>710.2200</w:t>
      </w:r>
      <w:r>
        <w:tab/>
        <w:t>2.350e0</w:t>
      </w:r>
    </w:p>
    <w:p w:rsidR="007B2329" w:rsidRDefault="007B2329" w:rsidP="007B2329">
      <w:r>
        <w:t>710.2553</w:t>
      </w:r>
      <w:r>
        <w:tab/>
        <w:t>9.405e0</w:t>
      </w:r>
    </w:p>
    <w:p w:rsidR="007B2329" w:rsidRDefault="007B2329" w:rsidP="007B2329">
      <w:r>
        <w:t>710.2916</w:t>
      </w:r>
      <w:r>
        <w:tab/>
        <w:t>4.374e0</w:t>
      </w:r>
    </w:p>
    <w:p w:rsidR="007B2329" w:rsidRDefault="007B2329" w:rsidP="007B2329">
      <w:r>
        <w:t>710.2971</w:t>
      </w:r>
      <w:r>
        <w:tab/>
        <w:t>2.073e0</w:t>
      </w:r>
    </w:p>
    <w:p w:rsidR="007B2329" w:rsidRDefault="007B2329" w:rsidP="007B2329">
      <w:r>
        <w:t>710.3690</w:t>
      </w:r>
      <w:r>
        <w:tab/>
        <w:t>2.193e1</w:t>
      </w:r>
    </w:p>
    <w:p w:rsidR="007B2329" w:rsidRDefault="007B2329" w:rsidP="007B2329">
      <w:r>
        <w:t>710.3729</w:t>
      </w:r>
      <w:r>
        <w:tab/>
        <w:t>1.852e1</w:t>
      </w:r>
    </w:p>
    <w:p w:rsidR="007B2329" w:rsidRDefault="007B2329" w:rsidP="007B2329">
      <w:r>
        <w:t>710.3742</w:t>
      </w:r>
      <w:r>
        <w:tab/>
        <w:t>1.218e1</w:t>
      </w:r>
    </w:p>
    <w:p w:rsidR="007B2329" w:rsidRDefault="007B2329" w:rsidP="007B2329">
      <w:r>
        <w:t>710.3760</w:t>
      </w:r>
      <w:r>
        <w:tab/>
        <w:t>5.741e1</w:t>
      </w:r>
    </w:p>
    <w:p w:rsidR="007B2329" w:rsidRDefault="007B2329" w:rsidP="007B2329">
      <w:r>
        <w:t>710.3792</w:t>
      </w:r>
      <w:r>
        <w:tab/>
        <w:t>5.264e0</w:t>
      </w:r>
    </w:p>
    <w:p w:rsidR="007B2329" w:rsidRDefault="007B2329" w:rsidP="007B2329">
      <w:r>
        <w:t>710.3863</w:t>
      </w:r>
      <w:r>
        <w:tab/>
        <w:t>3.345e1</w:t>
      </w:r>
    </w:p>
    <w:p w:rsidR="007B2329" w:rsidRDefault="007B2329" w:rsidP="007B2329">
      <w:r>
        <w:t>710.4042</w:t>
      </w:r>
      <w:r>
        <w:tab/>
        <w:t>4.495e1</w:t>
      </w:r>
    </w:p>
    <w:p w:rsidR="007B2329" w:rsidRDefault="007B2329" w:rsidP="007B2329">
      <w:r>
        <w:t>710.4388</w:t>
      </w:r>
      <w:r>
        <w:tab/>
        <w:t>4.818e0</w:t>
      </w:r>
    </w:p>
    <w:p w:rsidR="007B2329" w:rsidRDefault="007B2329" w:rsidP="007B2329">
      <w:r>
        <w:t>710.5238</w:t>
      </w:r>
      <w:r>
        <w:tab/>
        <w:t>3.567e0</w:t>
      </w:r>
    </w:p>
    <w:p w:rsidR="007B2329" w:rsidRDefault="007B2329" w:rsidP="007B2329">
      <w:r>
        <w:t>710.5273</w:t>
      </w:r>
      <w:r>
        <w:tab/>
        <w:t>4.245e0</w:t>
      </w:r>
    </w:p>
    <w:p w:rsidR="007B2329" w:rsidRDefault="007B2329" w:rsidP="007B2329">
      <w:r>
        <w:t>710.5303</w:t>
      </w:r>
      <w:r>
        <w:tab/>
        <w:t>5.940e0</w:t>
      </w:r>
    </w:p>
    <w:p w:rsidR="007B2329" w:rsidRDefault="007B2329" w:rsidP="007B2329">
      <w:r>
        <w:t>710.5558</w:t>
      </w:r>
      <w:r>
        <w:tab/>
        <w:t>1.934e0</w:t>
      </w:r>
    </w:p>
    <w:p w:rsidR="007B2329" w:rsidRDefault="007B2329" w:rsidP="007B2329">
      <w:r>
        <w:t>710.5616</w:t>
      </w:r>
      <w:r>
        <w:tab/>
        <w:t>2.025e0</w:t>
      </w:r>
    </w:p>
    <w:p w:rsidR="007B2329" w:rsidRDefault="007B2329" w:rsidP="007B2329">
      <w:r>
        <w:t>710.6110</w:t>
      </w:r>
      <w:r>
        <w:tab/>
        <w:t>1.824e0</w:t>
      </w:r>
    </w:p>
    <w:p w:rsidR="007B2329" w:rsidRDefault="007B2329" w:rsidP="007B2329">
      <w:r>
        <w:t>710.6235</w:t>
      </w:r>
      <w:r>
        <w:tab/>
        <w:t>2.573e0</w:t>
      </w:r>
    </w:p>
    <w:p w:rsidR="007B2329" w:rsidRDefault="007B2329" w:rsidP="007B2329">
      <w:r>
        <w:lastRenderedPageBreak/>
        <w:t>710.6475</w:t>
      </w:r>
      <w:r>
        <w:tab/>
        <w:t>5.905e0</w:t>
      </w:r>
    </w:p>
    <w:p w:rsidR="007B2329" w:rsidRDefault="007B2329" w:rsidP="007B2329">
      <w:r>
        <w:t>710.6559</w:t>
      </w:r>
      <w:r>
        <w:tab/>
        <w:t>3.038e0</w:t>
      </w:r>
    </w:p>
    <w:p w:rsidR="007B2329" w:rsidRDefault="007B2329" w:rsidP="007B2329">
      <w:r>
        <w:t>710.6981</w:t>
      </w:r>
      <w:r>
        <w:tab/>
        <w:t>4.221e0</w:t>
      </w:r>
    </w:p>
    <w:p w:rsidR="007B2329" w:rsidRDefault="007B2329" w:rsidP="007B2329">
      <w:r>
        <w:t>710.7054</w:t>
      </w:r>
      <w:r>
        <w:tab/>
        <w:t>2.197e0</w:t>
      </w:r>
    </w:p>
    <w:p w:rsidR="007B2329" w:rsidRDefault="007B2329" w:rsidP="007B2329">
      <w:r>
        <w:t>710.7337</w:t>
      </w:r>
      <w:r>
        <w:tab/>
        <w:t>2.025e0</w:t>
      </w:r>
    </w:p>
    <w:p w:rsidR="007B2329" w:rsidRDefault="007B2329" w:rsidP="007B2329">
      <w:r>
        <w:t>710.7423</w:t>
      </w:r>
      <w:r>
        <w:tab/>
        <w:t>1.092e0</w:t>
      </w:r>
    </w:p>
    <w:p w:rsidR="007B2329" w:rsidRDefault="007B2329" w:rsidP="007B2329">
      <w:r>
        <w:t>710.7443</w:t>
      </w:r>
      <w:r>
        <w:tab/>
        <w:t>1.906e0</w:t>
      </w:r>
    </w:p>
    <w:p w:rsidR="007B2329" w:rsidRDefault="007B2329" w:rsidP="007B2329">
      <w:r>
        <w:t>710.7892</w:t>
      </w:r>
      <w:r>
        <w:tab/>
        <w:t>2.721e0</w:t>
      </w:r>
    </w:p>
    <w:p w:rsidR="007B2329" w:rsidRDefault="007B2329" w:rsidP="007B2329">
      <w:r>
        <w:t>710.8026</w:t>
      </w:r>
      <w:r>
        <w:tab/>
        <w:t>2.563e0</w:t>
      </w:r>
    </w:p>
    <w:p w:rsidR="007B2329" w:rsidRDefault="007B2329" w:rsidP="007B2329">
      <w:r>
        <w:t>710.8221</w:t>
      </w:r>
      <w:r>
        <w:tab/>
        <w:t>1.334e0</w:t>
      </w:r>
    </w:p>
    <w:p w:rsidR="007B2329" w:rsidRDefault="007B2329" w:rsidP="007B2329">
      <w:r>
        <w:t>710.8309</w:t>
      </w:r>
      <w:r>
        <w:tab/>
        <w:t>1.362e0</w:t>
      </w:r>
    </w:p>
    <w:p w:rsidR="007B2329" w:rsidRDefault="007B2329" w:rsidP="007B2329">
      <w:r>
        <w:t>710.8387</w:t>
      </w:r>
      <w:r>
        <w:tab/>
        <w:t>4.194e0</w:t>
      </w:r>
    </w:p>
    <w:p w:rsidR="007B2329" w:rsidRDefault="007B2329" w:rsidP="007B2329">
      <w:r>
        <w:t>710.8547</w:t>
      </w:r>
      <w:r>
        <w:tab/>
        <w:t>3.023e0</w:t>
      </w:r>
    </w:p>
    <w:p w:rsidR="007B2329" w:rsidRDefault="007B2329" w:rsidP="007B2329">
      <w:r>
        <w:t>710.8809</w:t>
      </w:r>
      <w:r>
        <w:tab/>
        <w:t>5.444e0</w:t>
      </w:r>
    </w:p>
    <w:p w:rsidR="007B2329" w:rsidRDefault="007B2329" w:rsidP="007B2329">
      <w:r>
        <w:t>710.8926</w:t>
      </w:r>
      <w:r>
        <w:tab/>
        <w:t>1.654e0</w:t>
      </w:r>
    </w:p>
    <w:p w:rsidR="007B2329" w:rsidRDefault="007B2329" w:rsidP="007B2329">
      <w:r>
        <w:t>710.9452</w:t>
      </w:r>
      <w:r>
        <w:tab/>
        <w:t>3.023e0</w:t>
      </w:r>
    </w:p>
    <w:p w:rsidR="007B2329" w:rsidRDefault="007B2329" w:rsidP="007B2329">
      <w:r>
        <w:t>710.9517</w:t>
      </w:r>
      <w:r>
        <w:tab/>
        <w:t>1.797e0</w:t>
      </w:r>
    </w:p>
    <w:p w:rsidR="007B2329" w:rsidRDefault="007B2329" w:rsidP="007B2329">
      <w:r>
        <w:t>710.9592</w:t>
      </w:r>
      <w:r>
        <w:tab/>
        <w:t>2.025e0</w:t>
      </w:r>
    </w:p>
    <w:p w:rsidR="007B2329" w:rsidRDefault="007B2329" w:rsidP="007B2329">
      <w:r>
        <w:t>711.0020</w:t>
      </w:r>
      <w:r>
        <w:tab/>
        <w:t>1.519e0</w:t>
      </w:r>
    </w:p>
    <w:p w:rsidR="007B2329" w:rsidRDefault="007B2329" w:rsidP="007B2329">
      <w:r>
        <w:lastRenderedPageBreak/>
        <w:t>711.0198</w:t>
      </w:r>
      <w:r>
        <w:tab/>
        <w:t>1.438e0</w:t>
      </w:r>
    </w:p>
    <w:p w:rsidR="007B2329" w:rsidRDefault="007B2329" w:rsidP="007B2329">
      <w:r>
        <w:t>711.0449</w:t>
      </w:r>
      <w:r>
        <w:tab/>
        <w:t>1.717e0</w:t>
      </w:r>
    </w:p>
    <w:p w:rsidR="007B2329" w:rsidRDefault="007B2329" w:rsidP="007B2329">
      <w:r>
        <w:t>711.0503</w:t>
      </w:r>
      <w:r>
        <w:tab/>
        <w:t>2.025e0</w:t>
      </w:r>
    </w:p>
    <w:p w:rsidR="007B2329" w:rsidRDefault="007B2329" w:rsidP="007B2329">
      <w:r>
        <w:t>711.0625</w:t>
      </w:r>
      <w:r>
        <w:tab/>
        <w:t>2.349e0</w:t>
      </w:r>
    </w:p>
    <w:p w:rsidR="007B2329" w:rsidRDefault="007B2329" w:rsidP="007B2329">
      <w:r>
        <w:t>711.0842</w:t>
      </w:r>
      <w:r>
        <w:tab/>
        <w:t>3.866e0</w:t>
      </w:r>
    </w:p>
    <w:p w:rsidR="007B2329" w:rsidRDefault="007B2329" w:rsidP="007B2329">
      <w:r>
        <w:t>711.1104</w:t>
      </w:r>
      <w:r>
        <w:tab/>
        <w:t>1.691e0</w:t>
      </w:r>
    </w:p>
    <w:p w:rsidR="007B2329" w:rsidRDefault="007B2329" w:rsidP="007B2329">
      <w:r>
        <w:t>711.1227</w:t>
      </w:r>
      <w:r>
        <w:tab/>
        <w:t>1.013e0</w:t>
      </w:r>
    </w:p>
    <w:p w:rsidR="007B2329" w:rsidRDefault="007B2329" w:rsidP="007B2329">
      <w:r>
        <w:t>711.1369</w:t>
      </w:r>
      <w:r>
        <w:tab/>
        <w:t>5.337e0</w:t>
      </w:r>
    </w:p>
    <w:p w:rsidR="007B2329" w:rsidRDefault="007B2329" w:rsidP="007B2329">
      <w:r>
        <w:t>711.2297</w:t>
      </w:r>
      <w:r>
        <w:tab/>
        <w:t>3.038e0</w:t>
      </w:r>
    </w:p>
    <w:p w:rsidR="007B2329" w:rsidRDefault="007B2329" w:rsidP="007B2329">
      <w:r>
        <w:t>711.2608</w:t>
      </w:r>
      <w:r>
        <w:tab/>
        <w:t>2.795e0</w:t>
      </w:r>
    </w:p>
    <w:p w:rsidR="007B2329" w:rsidRDefault="007B2329" w:rsidP="007B2329">
      <w:r>
        <w:t>711.2668</w:t>
      </w:r>
      <w:r>
        <w:tab/>
        <w:t>3.584e0</w:t>
      </w:r>
    </w:p>
    <w:p w:rsidR="007B2329" w:rsidRDefault="007B2329" w:rsidP="007B2329">
      <w:r>
        <w:t>711.3047</w:t>
      </w:r>
      <w:r>
        <w:tab/>
        <w:t>2.025e0</w:t>
      </w:r>
    </w:p>
    <w:p w:rsidR="007B2329" w:rsidRDefault="007B2329" w:rsidP="007B2329">
      <w:r>
        <w:t>711.3678</w:t>
      </w:r>
      <w:r>
        <w:tab/>
        <w:t>1.272e1</w:t>
      </w:r>
    </w:p>
    <w:p w:rsidR="007B2329" w:rsidRDefault="007B2329" w:rsidP="007B2329">
      <w:r>
        <w:t>711.3759</w:t>
      </w:r>
      <w:r>
        <w:tab/>
        <w:t>1.075e0</w:t>
      </w:r>
    </w:p>
    <w:p w:rsidR="007B2329" w:rsidRDefault="007B2329" w:rsidP="007B2329">
      <w:r>
        <w:t>711.3898</w:t>
      </w:r>
      <w:r>
        <w:tab/>
        <w:t>9.218e0</w:t>
      </w:r>
    </w:p>
    <w:p w:rsidR="007B2329" w:rsidRDefault="007B2329" w:rsidP="007B2329">
      <w:r>
        <w:t>711.4385</w:t>
      </w:r>
      <w:r>
        <w:tab/>
        <w:t>1.284e1</w:t>
      </w:r>
    </w:p>
    <w:p w:rsidR="007B2329" w:rsidRDefault="007B2329" w:rsidP="007B2329">
      <w:r>
        <w:t>711.4413</w:t>
      </w:r>
      <w:r>
        <w:tab/>
        <w:t>3.112e1</w:t>
      </w:r>
    </w:p>
    <w:p w:rsidR="007B2329" w:rsidRDefault="007B2329" w:rsidP="007B2329">
      <w:r>
        <w:t>711.4435</w:t>
      </w:r>
      <w:r>
        <w:tab/>
        <w:t>3.268e1</w:t>
      </w:r>
    </w:p>
    <w:p w:rsidR="007B2329" w:rsidRDefault="007B2329" w:rsidP="007B2329">
      <w:r>
        <w:t>711.4489</w:t>
      </w:r>
      <w:r>
        <w:tab/>
        <w:t>1.640e1</w:t>
      </w:r>
    </w:p>
    <w:p w:rsidR="007B2329" w:rsidRDefault="007B2329" w:rsidP="007B2329">
      <w:r>
        <w:lastRenderedPageBreak/>
        <w:t>711.4547</w:t>
      </w:r>
      <w:r>
        <w:tab/>
        <w:t>2.254e0</w:t>
      </w:r>
    </w:p>
    <w:p w:rsidR="007B2329" w:rsidRDefault="007B2329" w:rsidP="007B2329">
      <w:r>
        <w:t>711.4941</w:t>
      </w:r>
      <w:r>
        <w:tab/>
        <w:t>5.476e0</w:t>
      </w:r>
    </w:p>
    <w:p w:rsidR="007B2329" w:rsidRDefault="007B2329" w:rsidP="007B2329">
      <w:r>
        <w:t>711.4984</w:t>
      </w:r>
      <w:r>
        <w:tab/>
        <w:t>1.593e0</w:t>
      </w:r>
    </w:p>
    <w:p w:rsidR="007B2329" w:rsidRDefault="007B2329" w:rsidP="007B2329">
      <w:r>
        <w:t>711.5242</w:t>
      </w:r>
      <w:r>
        <w:tab/>
        <w:t>2.025e0</w:t>
      </w:r>
    </w:p>
    <w:p w:rsidR="007B2329" w:rsidRDefault="007B2329" w:rsidP="007B2329">
      <w:r>
        <w:t>711.5872</w:t>
      </w:r>
      <w:r>
        <w:tab/>
        <w:t>3.740e-1</w:t>
      </w:r>
    </w:p>
    <w:p w:rsidR="007B2329" w:rsidRDefault="007B2329" w:rsidP="007B2329">
      <w:r>
        <w:t>711.5908</w:t>
      </w:r>
      <w:r>
        <w:tab/>
        <w:t>5.410e0</w:t>
      </w:r>
    </w:p>
    <w:p w:rsidR="007B2329" w:rsidRDefault="007B2329" w:rsidP="007B2329">
      <w:r>
        <w:t>711.6176</w:t>
      </w:r>
      <w:r>
        <w:tab/>
        <w:t>2.025e0</w:t>
      </w:r>
    </w:p>
    <w:p w:rsidR="007B2329" w:rsidRDefault="007B2329" w:rsidP="007B2329">
      <w:r>
        <w:t>711.6780</w:t>
      </w:r>
      <w:r>
        <w:tab/>
        <w:t>1.897e0</w:t>
      </w:r>
    </w:p>
    <w:p w:rsidR="007B2329" w:rsidRDefault="007B2329" w:rsidP="007B2329">
      <w:r>
        <w:t>711.7053</w:t>
      </w:r>
      <w:r>
        <w:tab/>
        <w:t>1.061e0</w:t>
      </w:r>
    </w:p>
    <w:p w:rsidR="007B2329" w:rsidRDefault="007B2329" w:rsidP="007B2329">
      <w:r>
        <w:t>711.7341</w:t>
      </w:r>
      <w:r>
        <w:tab/>
        <w:t>2.945e0</w:t>
      </w:r>
    </w:p>
    <w:p w:rsidR="007B2329" w:rsidRDefault="007B2329" w:rsidP="007B2329">
      <w:r>
        <w:t>711.7369</w:t>
      </w:r>
      <w:r>
        <w:tab/>
        <w:t>1.065e0</w:t>
      </w:r>
    </w:p>
    <w:p w:rsidR="007B2329" w:rsidRDefault="007B2329" w:rsidP="007B2329">
      <w:r>
        <w:t>711.7513</w:t>
      </w:r>
      <w:r>
        <w:tab/>
        <w:t>1.564e0</w:t>
      </w:r>
    </w:p>
    <w:p w:rsidR="007B2329" w:rsidRDefault="007B2329" w:rsidP="007B2329">
      <w:r>
        <w:t>711.7620</w:t>
      </w:r>
      <w:r>
        <w:tab/>
        <w:t>1.013e0</w:t>
      </w:r>
    </w:p>
    <w:p w:rsidR="007B2329" w:rsidRDefault="007B2329" w:rsidP="007B2329">
      <w:r>
        <w:t>711.7643</w:t>
      </w:r>
      <w:r>
        <w:tab/>
        <w:t>3.038e0</w:t>
      </w:r>
    </w:p>
    <w:p w:rsidR="007B2329" w:rsidRDefault="007B2329" w:rsidP="007B2329">
      <w:r>
        <w:t>711.7991</w:t>
      </w:r>
      <w:r>
        <w:tab/>
        <w:t>2.025e0</w:t>
      </w:r>
    </w:p>
    <w:p w:rsidR="007B2329" w:rsidRDefault="007B2329" w:rsidP="007B2329">
      <w:r>
        <w:t>711.8467</w:t>
      </w:r>
      <w:r>
        <w:tab/>
        <w:t>1.013e0</w:t>
      </w:r>
    </w:p>
    <w:p w:rsidR="007B2329" w:rsidRDefault="007B2329" w:rsidP="007B2329">
      <w:r>
        <w:t>711.8583</w:t>
      </w:r>
      <w:r>
        <w:tab/>
        <w:t>1.877e0</w:t>
      </w:r>
    </w:p>
    <w:p w:rsidR="007B2329" w:rsidRDefault="007B2329" w:rsidP="007B2329">
      <w:r>
        <w:t>711.8867</w:t>
      </w:r>
      <w:r>
        <w:tab/>
        <w:t>3.012e0</w:t>
      </w:r>
    </w:p>
    <w:p w:rsidR="007B2329" w:rsidRDefault="007B2329" w:rsidP="007B2329">
      <w:r>
        <w:t>711.9184</w:t>
      </w:r>
      <w:r>
        <w:tab/>
        <w:t>1.792e0</w:t>
      </w:r>
    </w:p>
    <w:p w:rsidR="007B2329" w:rsidRDefault="007B2329" w:rsidP="007B2329">
      <w:r>
        <w:lastRenderedPageBreak/>
        <w:t>711.9481</w:t>
      </w:r>
      <w:r>
        <w:tab/>
        <w:t>4.747e0</w:t>
      </w:r>
    </w:p>
    <w:p w:rsidR="007B2329" w:rsidRDefault="007B2329" w:rsidP="007B2329">
      <w:r>
        <w:t>711.9791</w:t>
      </w:r>
      <w:r>
        <w:tab/>
        <w:t>1.013e0</w:t>
      </w:r>
    </w:p>
    <w:p w:rsidR="007B2329" w:rsidRDefault="007B2329" w:rsidP="007B2329">
      <w:r>
        <w:t>712.0134</w:t>
      </w:r>
      <w:r>
        <w:tab/>
        <w:t>1.013e0</w:t>
      </w:r>
    </w:p>
    <w:p w:rsidR="007B2329" w:rsidRDefault="007B2329" w:rsidP="007B2329">
      <w:r>
        <w:t>712.0264</w:t>
      </w:r>
      <w:r>
        <w:tab/>
        <w:t>3.010e0</w:t>
      </w:r>
    </w:p>
    <w:p w:rsidR="007B2329" w:rsidRDefault="007B2329" w:rsidP="007B2329">
      <w:r>
        <w:t>712.0803</w:t>
      </w:r>
      <w:r>
        <w:tab/>
        <w:t>1.746e-1</w:t>
      </w:r>
    </w:p>
    <w:p w:rsidR="007B2329" w:rsidRDefault="007B2329" w:rsidP="007B2329">
      <w:r>
        <w:t>712.1249</w:t>
      </w:r>
      <w:r>
        <w:tab/>
        <w:t>2.238e0</w:t>
      </w:r>
    </w:p>
    <w:p w:rsidR="007B2329" w:rsidRDefault="007B2329" w:rsidP="007B2329">
      <w:r>
        <w:t>712.1487</w:t>
      </w:r>
      <w:r>
        <w:tab/>
        <w:t>1.013e0</w:t>
      </w:r>
    </w:p>
    <w:p w:rsidR="007B2329" w:rsidRDefault="007B2329" w:rsidP="007B2329">
      <w:r>
        <w:t>712.4175</w:t>
      </w:r>
      <w:r>
        <w:tab/>
        <w:t>2.056e0</w:t>
      </w:r>
    </w:p>
    <w:p w:rsidR="007B2329" w:rsidRDefault="007B2329" w:rsidP="007B2329">
      <w:r>
        <w:t>712.4210</w:t>
      </w:r>
      <w:r>
        <w:tab/>
        <w:t>3.943e0</w:t>
      </w:r>
    </w:p>
    <w:p w:rsidR="007B2329" w:rsidRDefault="007B2329" w:rsidP="007B2329">
      <w:r>
        <w:t>712.4307</w:t>
      </w:r>
      <w:r>
        <w:tab/>
        <w:t>6.681e0</w:t>
      </w:r>
    </w:p>
    <w:p w:rsidR="007B2329" w:rsidRDefault="007B2329" w:rsidP="007B2329">
      <w:r>
        <w:t>712.4474</w:t>
      </w:r>
      <w:r>
        <w:tab/>
        <w:t>3.484e1</w:t>
      </w:r>
    </w:p>
    <w:p w:rsidR="007B2329" w:rsidRDefault="007B2329" w:rsidP="007B2329">
      <w:r>
        <w:t>712.4615</w:t>
      </w:r>
      <w:r>
        <w:tab/>
        <w:t>1.114e1</w:t>
      </w:r>
    </w:p>
    <w:p w:rsidR="007B2329" w:rsidRDefault="007B2329" w:rsidP="007B2329">
      <w:r>
        <w:t>712.5037</w:t>
      </w:r>
      <w:r>
        <w:tab/>
        <w:t>1.496e0</w:t>
      </w:r>
    </w:p>
    <w:p w:rsidR="007B2329" w:rsidRDefault="007B2329" w:rsidP="007B2329">
      <w:r>
        <w:t>712.5223</w:t>
      </w:r>
      <w:r>
        <w:tab/>
        <w:t>4.852e0</w:t>
      </w:r>
    </w:p>
    <w:p w:rsidR="007B2329" w:rsidRDefault="007B2329" w:rsidP="007B2329">
      <w:r>
        <w:t>712.5425</w:t>
      </w:r>
      <w:r>
        <w:tab/>
        <w:t>4.827e0</w:t>
      </w:r>
    </w:p>
    <w:p w:rsidR="007B2329" w:rsidRDefault="007B2329" w:rsidP="007B2329">
      <w:r>
        <w:t>712.6266</w:t>
      </w:r>
      <w:r>
        <w:tab/>
        <w:t>1.702e0</w:t>
      </w:r>
    </w:p>
    <w:p w:rsidR="007B2329" w:rsidRDefault="007B2329" w:rsidP="007B2329">
      <w:r>
        <w:t>712.6488</w:t>
      </w:r>
      <w:r>
        <w:tab/>
        <w:t>1.013e0</w:t>
      </w:r>
    </w:p>
    <w:p w:rsidR="007B2329" w:rsidRDefault="007B2329" w:rsidP="007B2329">
      <w:r>
        <w:t>712.6514</w:t>
      </w:r>
      <w:r>
        <w:tab/>
        <w:t>2.414e0</w:t>
      </w:r>
    </w:p>
    <w:p w:rsidR="007B2329" w:rsidRDefault="007B2329" w:rsidP="007B2329">
      <w:r>
        <w:t>712.6625</w:t>
      </w:r>
      <w:r>
        <w:tab/>
        <w:t>2.025e0</w:t>
      </w:r>
    </w:p>
    <w:p w:rsidR="007B2329" w:rsidRDefault="007B2329" w:rsidP="007B2329">
      <w:r>
        <w:lastRenderedPageBreak/>
        <w:t>712.7173</w:t>
      </w:r>
      <w:r>
        <w:tab/>
        <w:t>1.013e0</w:t>
      </w:r>
    </w:p>
    <w:p w:rsidR="007B2329" w:rsidRDefault="007B2329" w:rsidP="007B2329">
      <w:r>
        <w:t>712.7538</w:t>
      </w:r>
      <w:r>
        <w:tab/>
        <w:t>1.582e0</w:t>
      </w:r>
    </w:p>
    <w:p w:rsidR="007B2329" w:rsidRDefault="007B2329" w:rsidP="007B2329">
      <w:r>
        <w:t>712.8243</w:t>
      </w:r>
      <w:r>
        <w:tab/>
        <w:t>2.879e0</w:t>
      </w:r>
    </w:p>
    <w:p w:rsidR="007B2329" w:rsidRDefault="007B2329" w:rsidP="007B2329">
      <w:r>
        <w:t>712.8464</w:t>
      </w:r>
      <w:r>
        <w:tab/>
        <w:t>2.025e0</w:t>
      </w:r>
    </w:p>
    <w:p w:rsidR="007B2329" w:rsidRDefault="007B2329" w:rsidP="007B2329">
      <w:r>
        <w:t>712.8737</w:t>
      </w:r>
      <w:r>
        <w:tab/>
        <w:t>1.013e0</w:t>
      </w:r>
    </w:p>
    <w:p w:rsidR="007B2329" w:rsidRDefault="007B2329" w:rsidP="007B2329">
      <w:r>
        <w:t>712.8984</w:t>
      </w:r>
      <w:r>
        <w:tab/>
        <w:t>3.050e0</w:t>
      </w:r>
    </w:p>
    <w:p w:rsidR="007B2329" w:rsidRDefault="007B2329" w:rsidP="007B2329">
      <w:r>
        <w:t>712.9025</w:t>
      </w:r>
      <w:r>
        <w:tab/>
        <w:t>3.038e0</w:t>
      </w:r>
    </w:p>
    <w:p w:rsidR="007B2329" w:rsidRDefault="007B2329" w:rsidP="007B2329">
      <w:r>
        <w:t>712.9462</w:t>
      </w:r>
      <w:r>
        <w:tab/>
        <w:t>1.013e0</w:t>
      </w:r>
    </w:p>
    <w:p w:rsidR="007B2329" w:rsidRDefault="007B2329" w:rsidP="007B2329">
      <w:r>
        <w:t>712.9585</w:t>
      </w:r>
      <w:r>
        <w:tab/>
        <w:t>2.025e0</w:t>
      </w:r>
    </w:p>
    <w:p w:rsidR="007B2329" w:rsidRDefault="007B2329" w:rsidP="007B2329">
      <w:r>
        <w:t>712.9871</w:t>
      </w:r>
      <w:r>
        <w:tab/>
        <w:t>1.477e0</w:t>
      </w:r>
    </w:p>
    <w:p w:rsidR="007B2329" w:rsidRDefault="007B2329" w:rsidP="007B2329">
      <w:r>
        <w:t>712.9955</w:t>
      </w:r>
      <w:r>
        <w:tab/>
        <w:t>4.060e0</w:t>
      </w:r>
    </w:p>
    <w:p w:rsidR="007B2329" w:rsidRDefault="007B2329" w:rsidP="007B2329">
      <w:r>
        <w:t>712.9973</w:t>
      </w:r>
      <w:r>
        <w:tab/>
        <w:t>1.996e0</w:t>
      </w:r>
    </w:p>
    <w:p w:rsidR="007B2329" w:rsidRDefault="007B2329" w:rsidP="007B2329">
      <w:r>
        <w:t>713.0188</w:t>
      </w:r>
      <w:r>
        <w:tab/>
        <w:t>1.013e0</w:t>
      </w:r>
    </w:p>
    <w:p w:rsidR="007B2329" w:rsidRDefault="007B2329" w:rsidP="007B2329">
      <w:r>
        <w:t>713.0378</w:t>
      </w:r>
      <w:r>
        <w:tab/>
        <w:t>3.911e0</w:t>
      </w:r>
    </w:p>
    <w:p w:rsidR="007B2329" w:rsidRDefault="007B2329" w:rsidP="007B2329">
      <w:r>
        <w:t>713.0613</w:t>
      </w:r>
      <w:r>
        <w:tab/>
        <w:t>1.013e0</w:t>
      </w:r>
    </w:p>
    <w:p w:rsidR="007B2329" w:rsidRDefault="007B2329" w:rsidP="007B2329">
      <w:r>
        <w:t>713.0627</w:t>
      </w:r>
      <w:r>
        <w:tab/>
        <w:t>3.033e0</w:t>
      </w:r>
    </w:p>
    <w:p w:rsidR="007B2329" w:rsidRDefault="007B2329" w:rsidP="007B2329">
      <w:r>
        <w:t>713.0770</w:t>
      </w:r>
      <w:r>
        <w:tab/>
        <w:t>2.559e0</w:t>
      </w:r>
    </w:p>
    <w:p w:rsidR="007B2329" w:rsidRDefault="007B2329" w:rsidP="007B2329">
      <w:r>
        <w:t>713.0927</w:t>
      </w:r>
      <w:r>
        <w:tab/>
        <w:t>2.929e0</w:t>
      </w:r>
    </w:p>
    <w:p w:rsidR="007B2329" w:rsidRDefault="007B2329" w:rsidP="007B2329">
      <w:r>
        <w:t>713.1308</w:t>
      </w:r>
      <w:r>
        <w:tab/>
        <w:t>2.863e0</w:t>
      </w:r>
    </w:p>
    <w:p w:rsidR="007B2329" w:rsidRDefault="007B2329" w:rsidP="007B2329">
      <w:r>
        <w:lastRenderedPageBreak/>
        <w:t>713.1341</w:t>
      </w:r>
      <w:r>
        <w:tab/>
        <w:t>1.974e0</w:t>
      </w:r>
    </w:p>
    <w:p w:rsidR="007B2329" w:rsidRDefault="007B2329" w:rsidP="007B2329">
      <w:r>
        <w:t>713.2064</w:t>
      </w:r>
      <w:r>
        <w:tab/>
        <w:t>1.191e0</w:t>
      </w:r>
    </w:p>
    <w:p w:rsidR="007B2329" w:rsidRDefault="007B2329" w:rsidP="007B2329">
      <w:r>
        <w:t>713.2162</w:t>
      </w:r>
      <w:r>
        <w:tab/>
        <w:t>1.071e0</w:t>
      </w:r>
    </w:p>
    <w:p w:rsidR="007B2329" w:rsidRDefault="007B2329" w:rsidP="007B2329">
      <w:r>
        <w:t>713.2775</w:t>
      </w:r>
      <w:r>
        <w:tab/>
        <w:t>2.484e0</w:t>
      </w:r>
    </w:p>
    <w:p w:rsidR="007B2329" w:rsidRDefault="007B2329" w:rsidP="007B2329">
      <w:r>
        <w:t>713.2853</w:t>
      </w:r>
      <w:r>
        <w:tab/>
        <w:t>1.013e0</w:t>
      </w:r>
    </w:p>
    <w:p w:rsidR="007B2329" w:rsidRDefault="007B2329" w:rsidP="007B2329">
      <w:r>
        <w:t>713.3010</w:t>
      </w:r>
      <w:r>
        <w:tab/>
        <w:t>1.025e0</w:t>
      </w:r>
    </w:p>
    <w:p w:rsidR="007B2329" w:rsidRDefault="007B2329" w:rsidP="007B2329">
      <w:r>
        <w:t>713.3519</w:t>
      </w:r>
      <w:r>
        <w:tab/>
        <w:t>1.058e0</w:t>
      </w:r>
    </w:p>
    <w:p w:rsidR="007B2329" w:rsidRDefault="007B2329" w:rsidP="007B2329">
      <w:r>
        <w:t>713.4347</w:t>
      </w:r>
      <w:r>
        <w:tab/>
        <w:t>1.057e0</w:t>
      </w:r>
    </w:p>
    <w:p w:rsidR="007B2329" w:rsidRDefault="007B2329" w:rsidP="007B2329">
      <w:r>
        <w:t>713.4705</w:t>
      </w:r>
      <w:r>
        <w:tab/>
        <w:t>1.093e0</w:t>
      </w:r>
    </w:p>
    <w:p w:rsidR="007B2329" w:rsidRDefault="007B2329" w:rsidP="007B2329">
      <w:r>
        <w:t>713.5054</w:t>
      </w:r>
      <w:r>
        <w:tab/>
        <w:t>1.425e0</w:t>
      </w:r>
    </w:p>
    <w:p w:rsidR="007B2329" w:rsidRDefault="007B2329" w:rsidP="007B2329">
      <w:r>
        <w:t>713.5674</w:t>
      </w:r>
      <w:r>
        <w:tab/>
        <w:t>2.613e0</w:t>
      </w:r>
    </w:p>
    <w:p w:rsidR="007B2329" w:rsidRDefault="007B2329" w:rsidP="007B2329">
      <w:r>
        <w:t>713.5764</w:t>
      </w:r>
      <w:r>
        <w:tab/>
        <w:t>3.038e0</w:t>
      </w:r>
    </w:p>
    <w:p w:rsidR="007B2329" w:rsidRDefault="007B2329" w:rsidP="007B2329">
      <w:r>
        <w:t>713.5938</w:t>
      </w:r>
      <w:r>
        <w:tab/>
        <w:t>3.038e0</w:t>
      </w:r>
    </w:p>
    <w:p w:rsidR="007B2329" w:rsidRDefault="007B2329" w:rsidP="007B2329">
      <w:r>
        <w:t>713.6114</w:t>
      </w:r>
      <w:r>
        <w:tab/>
        <w:t>2.473e0</w:t>
      </w:r>
    </w:p>
    <w:p w:rsidR="007B2329" w:rsidRDefault="007B2329" w:rsidP="007B2329">
      <w:r>
        <w:t>713.6178</w:t>
      </w:r>
      <w:r>
        <w:tab/>
        <w:t>2.040e0</w:t>
      </w:r>
    </w:p>
    <w:p w:rsidR="007B2329" w:rsidRDefault="007B2329" w:rsidP="007B2329">
      <w:r>
        <w:t>713.6315</w:t>
      </w:r>
      <w:r>
        <w:tab/>
        <w:t>1.666e0</w:t>
      </w:r>
    </w:p>
    <w:p w:rsidR="007B2329" w:rsidRDefault="007B2329" w:rsidP="007B2329">
      <w:r>
        <w:t>713.6670</w:t>
      </w:r>
      <w:r>
        <w:tab/>
        <w:t>1.411e0</w:t>
      </w:r>
    </w:p>
    <w:p w:rsidR="007B2329" w:rsidRDefault="007B2329" w:rsidP="007B2329">
      <w:r>
        <w:t>713.6716</w:t>
      </w:r>
      <w:r>
        <w:tab/>
        <w:t>1.052e0</w:t>
      </w:r>
    </w:p>
    <w:p w:rsidR="007B2329" w:rsidRDefault="007B2329" w:rsidP="007B2329">
      <w:r>
        <w:t>713.6797</w:t>
      </w:r>
      <w:r>
        <w:tab/>
        <w:t>1.519e0</w:t>
      </w:r>
    </w:p>
    <w:p w:rsidR="007B2329" w:rsidRDefault="007B2329" w:rsidP="007B2329">
      <w:r>
        <w:lastRenderedPageBreak/>
        <w:t>713.6844</w:t>
      </w:r>
      <w:r>
        <w:tab/>
        <w:t>1.266e-2</w:t>
      </w:r>
    </w:p>
    <w:p w:rsidR="007B2329" w:rsidRDefault="007B2329" w:rsidP="007B2329">
      <w:r>
        <w:t>713.7136</w:t>
      </w:r>
      <w:r>
        <w:tab/>
        <w:t>1.013e0</w:t>
      </w:r>
    </w:p>
    <w:p w:rsidR="007B2329" w:rsidRDefault="007B2329" w:rsidP="007B2329">
      <w:r>
        <w:t>713.7394</w:t>
      </w:r>
      <w:r>
        <w:tab/>
        <w:t>1.596e0</w:t>
      </w:r>
    </w:p>
    <w:p w:rsidR="007B2329" w:rsidRDefault="007B2329" w:rsidP="007B2329">
      <w:r>
        <w:t>713.7965</w:t>
      </w:r>
      <w:r>
        <w:tab/>
        <w:t>1.675e0</w:t>
      </w:r>
    </w:p>
    <w:p w:rsidR="007B2329" w:rsidRDefault="007B2329" w:rsidP="007B2329">
      <w:r>
        <w:t>713.8057</w:t>
      </w:r>
      <w:r>
        <w:tab/>
        <w:t>1.013e0</w:t>
      </w:r>
    </w:p>
    <w:p w:rsidR="007B2329" w:rsidRDefault="007B2329" w:rsidP="007B2329">
      <w:r>
        <w:t>713.8077</w:t>
      </w:r>
      <w:r>
        <w:tab/>
        <w:t>1.919e0</w:t>
      </w:r>
    </w:p>
    <w:p w:rsidR="007B2329" w:rsidRDefault="007B2329" w:rsidP="007B2329">
      <w:r>
        <w:t>713.8124</w:t>
      </w:r>
      <w:r>
        <w:tab/>
        <w:t>4.272e0</w:t>
      </w:r>
    </w:p>
    <w:p w:rsidR="007B2329" w:rsidRDefault="007B2329" w:rsidP="007B2329">
      <w:r>
        <w:t>713.8417</w:t>
      </w:r>
      <w:r>
        <w:tab/>
        <w:t>1.013e0</w:t>
      </w:r>
    </w:p>
    <w:p w:rsidR="007B2329" w:rsidRDefault="007B2329" w:rsidP="007B2329">
      <w:r>
        <w:t>713.8541</w:t>
      </w:r>
      <w:r>
        <w:tab/>
        <w:t>1.013e0</w:t>
      </w:r>
    </w:p>
    <w:p w:rsidR="007B2329" w:rsidRDefault="007B2329" w:rsidP="007B2329">
      <w:r>
        <w:t>713.8627</w:t>
      </w:r>
      <w:r>
        <w:tab/>
        <w:t>1.831e0</w:t>
      </w:r>
    </w:p>
    <w:p w:rsidR="007B2329" w:rsidRDefault="007B2329" w:rsidP="007B2329">
      <w:r>
        <w:t>713.8782</w:t>
      </w:r>
      <w:r>
        <w:tab/>
        <w:t>1.013e0</w:t>
      </w:r>
    </w:p>
    <w:p w:rsidR="007B2329" w:rsidRDefault="007B2329" w:rsidP="007B2329">
      <w:r>
        <w:t>713.8986</w:t>
      </w:r>
      <w:r>
        <w:tab/>
        <w:t>5.063e0</w:t>
      </w:r>
    </w:p>
    <w:p w:rsidR="007B2329" w:rsidRDefault="007B2329" w:rsidP="007B2329">
      <w:r>
        <w:t>713.9147</w:t>
      </w:r>
      <w:r>
        <w:tab/>
        <w:t>2.636e0</w:t>
      </w:r>
    </w:p>
    <w:p w:rsidR="007B2329" w:rsidRDefault="007B2329" w:rsidP="007B2329">
      <w:r>
        <w:t>713.9476</w:t>
      </w:r>
      <w:r>
        <w:tab/>
        <w:t>3.263e0</w:t>
      </w:r>
    </w:p>
    <w:p w:rsidR="007B2329" w:rsidRDefault="007B2329" w:rsidP="007B2329">
      <w:r>
        <w:t>713.9985</w:t>
      </w:r>
      <w:r>
        <w:tab/>
        <w:t>3.195e0</w:t>
      </w:r>
    </w:p>
    <w:p w:rsidR="007B2329" w:rsidRDefault="007B2329" w:rsidP="007B2329">
      <w:r>
        <w:t>714.0046</w:t>
      </w:r>
      <w:r>
        <w:tab/>
        <w:t>2.025e0</w:t>
      </w:r>
    </w:p>
    <w:p w:rsidR="007B2329" w:rsidRDefault="007B2329" w:rsidP="007B2329">
      <w:r>
        <w:t>714.0176</w:t>
      </w:r>
      <w:r>
        <w:tab/>
        <w:t>6.031e0</w:t>
      </w:r>
    </w:p>
    <w:p w:rsidR="007B2329" w:rsidRDefault="007B2329" w:rsidP="007B2329">
      <w:r>
        <w:t>714.0237</w:t>
      </w:r>
      <w:r>
        <w:tab/>
        <w:t>1.013e0</w:t>
      </w:r>
    </w:p>
    <w:p w:rsidR="007B2329" w:rsidRDefault="007B2329" w:rsidP="007B2329">
      <w:r>
        <w:t>714.0549</w:t>
      </w:r>
      <w:r>
        <w:tab/>
        <w:t>2.293e0</w:t>
      </w:r>
    </w:p>
    <w:p w:rsidR="007B2329" w:rsidRDefault="007B2329" w:rsidP="007B2329">
      <w:r>
        <w:lastRenderedPageBreak/>
        <w:t>714.0688</w:t>
      </w:r>
      <w:r>
        <w:tab/>
        <w:t>4.338e0</w:t>
      </w:r>
    </w:p>
    <w:p w:rsidR="007B2329" w:rsidRDefault="007B2329" w:rsidP="007B2329">
      <w:r>
        <w:t>714.0864</w:t>
      </w:r>
      <w:r>
        <w:tab/>
        <w:t>1.956e0</w:t>
      </w:r>
    </w:p>
    <w:p w:rsidR="007B2329" w:rsidRDefault="007B2329" w:rsidP="007B2329">
      <w:r>
        <w:t>714.1051</w:t>
      </w:r>
      <w:r>
        <w:tab/>
        <w:t>3.038e0</w:t>
      </w:r>
    </w:p>
    <w:p w:rsidR="007B2329" w:rsidRDefault="007B2329" w:rsidP="007B2329">
      <w:r>
        <w:t>714.1132</w:t>
      </w:r>
      <w:r>
        <w:tab/>
        <w:t>1.256e0</w:t>
      </w:r>
    </w:p>
    <w:p w:rsidR="007B2329" w:rsidRDefault="007B2329" w:rsidP="007B2329">
      <w:r>
        <w:t>714.1289</w:t>
      </w:r>
      <w:r>
        <w:tab/>
        <w:t>6.806e0</w:t>
      </w:r>
    </w:p>
    <w:p w:rsidR="007B2329" w:rsidRDefault="007B2329" w:rsidP="007B2329">
      <w:r>
        <w:t>714.1369</w:t>
      </w:r>
      <w:r>
        <w:tab/>
        <w:t>1.868e0</w:t>
      </w:r>
    </w:p>
    <w:p w:rsidR="007B2329" w:rsidRDefault="007B2329" w:rsidP="007B2329">
      <w:r>
        <w:t>714.1433</w:t>
      </w:r>
      <w:r>
        <w:tab/>
        <w:t>1.013e0</w:t>
      </w:r>
    </w:p>
    <w:p w:rsidR="007B2329" w:rsidRDefault="007B2329" w:rsidP="007B2329">
      <w:r>
        <w:t>714.1962</w:t>
      </w:r>
      <w:r>
        <w:tab/>
        <w:t>2.983e0</w:t>
      </w:r>
    </w:p>
    <w:p w:rsidR="007B2329" w:rsidRDefault="007B2329" w:rsidP="007B2329">
      <w:r>
        <w:t>714.2050</w:t>
      </w:r>
      <w:r>
        <w:tab/>
        <w:t>1.013e0</w:t>
      </w:r>
    </w:p>
    <w:p w:rsidR="007B2329" w:rsidRDefault="007B2329" w:rsidP="007B2329">
      <w:r>
        <w:t>714.2062</w:t>
      </w:r>
      <w:r>
        <w:tab/>
        <w:t>5.451e0</w:t>
      </w:r>
    </w:p>
    <w:p w:rsidR="007B2329" w:rsidRDefault="007B2329" w:rsidP="007B2329">
      <w:r>
        <w:t>714.2417</w:t>
      </w:r>
      <w:r>
        <w:tab/>
        <w:t>1.013e0</w:t>
      </w:r>
    </w:p>
    <w:p w:rsidR="007B2329" w:rsidRDefault="007B2329" w:rsidP="007B2329">
      <w:r>
        <w:t>714.2791</w:t>
      </w:r>
      <w:r>
        <w:tab/>
        <w:t>2.416e0</w:t>
      </w:r>
    </w:p>
    <w:p w:rsidR="007B2329" w:rsidRDefault="007B2329" w:rsidP="007B2329">
      <w:r>
        <w:t>714.3136</w:t>
      </w:r>
      <w:r>
        <w:tab/>
        <w:t>1.890e0</w:t>
      </w:r>
    </w:p>
    <w:p w:rsidR="007B2329" w:rsidRDefault="007B2329" w:rsidP="007B2329">
      <w:r>
        <w:t>714.3353</w:t>
      </w:r>
      <w:r>
        <w:tab/>
        <w:t>1.059e0</w:t>
      </w:r>
    </w:p>
    <w:p w:rsidR="007B2329" w:rsidRDefault="007B2329" w:rsidP="007B2329">
      <w:r>
        <w:t>714.4395</w:t>
      </w:r>
      <w:r>
        <w:tab/>
        <w:t>1.017e1</w:t>
      </w:r>
    </w:p>
    <w:p w:rsidR="007B2329" w:rsidRDefault="007B2329" w:rsidP="007B2329">
      <w:r>
        <w:t>714.4468</w:t>
      </w:r>
      <w:r>
        <w:tab/>
        <w:t>1.897e1</w:t>
      </w:r>
    </w:p>
    <w:p w:rsidR="007B2329" w:rsidRDefault="007B2329" w:rsidP="007B2329">
      <w:r>
        <w:t>714.4483</w:t>
      </w:r>
      <w:r>
        <w:tab/>
        <w:t>1.029e3</w:t>
      </w:r>
    </w:p>
    <w:p w:rsidR="007B2329" w:rsidRDefault="007B2329" w:rsidP="007B2329">
      <w:r>
        <w:t>714.4496</w:t>
      </w:r>
      <w:r>
        <w:tab/>
        <w:t>1.768e3</w:t>
      </w:r>
    </w:p>
    <w:p w:rsidR="007B2329" w:rsidRDefault="007B2329" w:rsidP="007B2329">
      <w:r>
        <w:t>714.4532</w:t>
      </w:r>
      <w:r>
        <w:tab/>
        <w:t>1.753e3</w:t>
      </w:r>
    </w:p>
    <w:p w:rsidR="007B2329" w:rsidRDefault="007B2329" w:rsidP="007B2329">
      <w:r>
        <w:lastRenderedPageBreak/>
        <w:t>714.5473</w:t>
      </w:r>
      <w:r>
        <w:tab/>
        <w:t>4.051e0</w:t>
      </w:r>
    </w:p>
    <w:p w:rsidR="007B2329" w:rsidRDefault="007B2329" w:rsidP="007B2329">
      <w:r>
        <w:t>714.5904</w:t>
      </w:r>
      <w:r>
        <w:tab/>
        <w:t>2.025e0</w:t>
      </w:r>
    </w:p>
    <w:p w:rsidR="007B2329" w:rsidRDefault="007B2329" w:rsidP="007B2329">
      <w:r>
        <w:t>714.6191</w:t>
      </w:r>
      <w:r>
        <w:tab/>
        <w:t>5.063e0</w:t>
      </w:r>
    </w:p>
    <w:p w:rsidR="007B2329" w:rsidRDefault="007B2329" w:rsidP="007B2329">
      <w:r>
        <w:t>714.6243</w:t>
      </w:r>
      <w:r>
        <w:tab/>
        <w:t>8.683e0</w:t>
      </w:r>
    </w:p>
    <w:p w:rsidR="007B2329" w:rsidRDefault="007B2329" w:rsidP="007B2329">
      <w:r>
        <w:t>714.6260</w:t>
      </w:r>
      <w:r>
        <w:tab/>
        <w:t>1.719e0</w:t>
      </w:r>
    </w:p>
    <w:p w:rsidR="007B2329" w:rsidRDefault="007B2329" w:rsidP="007B2329">
      <w:r>
        <w:t>714.6324</w:t>
      </w:r>
      <w:r>
        <w:tab/>
        <w:t>3.893e0</w:t>
      </w:r>
    </w:p>
    <w:p w:rsidR="007B2329" w:rsidRDefault="007B2329" w:rsidP="007B2329">
      <w:r>
        <w:t>714.6555</w:t>
      </w:r>
      <w:r>
        <w:tab/>
        <w:t>5.783e0</w:t>
      </w:r>
    </w:p>
    <w:p w:rsidR="007B2329" w:rsidRDefault="007B2329" w:rsidP="007B2329">
      <w:r>
        <w:t>714.6884</w:t>
      </w:r>
      <w:r>
        <w:tab/>
        <w:t>5.385e0</w:t>
      </w:r>
    </w:p>
    <w:p w:rsidR="007B2329" w:rsidRDefault="007B2329" w:rsidP="007B2329">
      <w:r>
        <w:t>714.6989</w:t>
      </w:r>
      <w:r>
        <w:tab/>
        <w:t>7.237e0</w:t>
      </w:r>
    </w:p>
    <w:p w:rsidR="007B2329" w:rsidRDefault="007B2329" w:rsidP="007B2329">
      <w:r>
        <w:t>714.7061</w:t>
      </w:r>
      <w:r>
        <w:tab/>
        <w:t>6.042e0</w:t>
      </w:r>
    </w:p>
    <w:p w:rsidR="007B2329" w:rsidRDefault="007B2329" w:rsidP="007B2329">
      <w:r>
        <w:t>714.7151</w:t>
      </w:r>
      <w:r>
        <w:tab/>
        <w:t>5.183e0</w:t>
      </w:r>
    </w:p>
    <w:p w:rsidR="007B2329" w:rsidRDefault="007B2329" w:rsidP="007B2329">
      <w:r>
        <w:t>714.7193</w:t>
      </w:r>
      <w:r>
        <w:tab/>
        <w:t>2.025e0</w:t>
      </w:r>
    </w:p>
    <w:p w:rsidR="007B2329" w:rsidRDefault="007B2329" w:rsidP="007B2329">
      <w:r>
        <w:t>714.7298</w:t>
      </w:r>
      <w:r>
        <w:tab/>
        <w:t>4.411e0</w:t>
      </w:r>
    </w:p>
    <w:p w:rsidR="007B2329" w:rsidRDefault="007B2329" w:rsidP="007B2329">
      <w:r>
        <w:t>714.7667</w:t>
      </w:r>
      <w:r>
        <w:tab/>
        <w:t>4.809e0</w:t>
      </w:r>
    </w:p>
    <w:p w:rsidR="007B2329" w:rsidRDefault="007B2329" w:rsidP="007B2329">
      <w:r>
        <w:t>714.7858</w:t>
      </w:r>
      <w:r>
        <w:tab/>
        <w:t>7.932e0</w:t>
      </w:r>
    </w:p>
    <w:p w:rsidR="007B2329" w:rsidRDefault="007B2329" w:rsidP="007B2329">
      <w:r>
        <w:t>714.7953</w:t>
      </w:r>
      <w:r>
        <w:tab/>
        <w:t>3.901e0</w:t>
      </w:r>
    </w:p>
    <w:p w:rsidR="007B2329" w:rsidRDefault="007B2329" w:rsidP="007B2329">
      <w:r>
        <w:t>714.8605</w:t>
      </w:r>
      <w:r>
        <w:tab/>
        <w:t>2.025e0</w:t>
      </w:r>
    </w:p>
    <w:p w:rsidR="007B2329" w:rsidRDefault="007B2329" w:rsidP="007B2329">
      <w:r>
        <w:t>714.8642</w:t>
      </w:r>
      <w:r>
        <w:tab/>
        <w:t>6.352e0</w:t>
      </w:r>
    </w:p>
    <w:p w:rsidR="007B2329" w:rsidRDefault="007B2329" w:rsidP="007B2329">
      <w:r>
        <w:t>714.8838</w:t>
      </w:r>
      <w:r>
        <w:tab/>
        <w:t>1.013e0</w:t>
      </w:r>
    </w:p>
    <w:p w:rsidR="007B2329" w:rsidRDefault="007B2329" w:rsidP="007B2329">
      <w:r>
        <w:lastRenderedPageBreak/>
        <w:t>714.9310</w:t>
      </w:r>
      <w:r>
        <w:tab/>
        <w:t>9.776e0</w:t>
      </w:r>
    </w:p>
    <w:p w:rsidR="007B2329" w:rsidRDefault="007B2329" w:rsidP="007B2329">
      <w:r>
        <w:t>714.9448</w:t>
      </w:r>
      <w:r>
        <w:tab/>
        <w:t>3.964e0</w:t>
      </w:r>
    </w:p>
    <w:p w:rsidR="007B2329" w:rsidRDefault="007B2329" w:rsidP="007B2329">
      <w:r>
        <w:t>714.9477</w:t>
      </w:r>
      <w:r>
        <w:tab/>
        <w:t>2.038e0</w:t>
      </w:r>
    </w:p>
    <w:p w:rsidR="007B2329" w:rsidRDefault="007B2329" w:rsidP="007B2329">
      <w:r>
        <w:t>714.9583</w:t>
      </w:r>
      <w:r>
        <w:tab/>
        <w:t>1.875e0</w:t>
      </w:r>
    </w:p>
    <w:p w:rsidR="007B2329" w:rsidRDefault="007B2329" w:rsidP="007B2329">
      <w:r>
        <w:t>714.9692</w:t>
      </w:r>
      <w:r>
        <w:tab/>
        <w:t>3.913e0</w:t>
      </w:r>
    </w:p>
    <w:p w:rsidR="007B2329" w:rsidRDefault="007B2329" w:rsidP="007B2329">
      <w:r>
        <w:t>715.0275</w:t>
      </w:r>
      <w:r>
        <w:tab/>
        <w:t>4.051e0</w:t>
      </w:r>
    </w:p>
    <w:p w:rsidR="007B2329" w:rsidRDefault="007B2329" w:rsidP="007B2329">
      <w:r>
        <w:t>715.0377</w:t>
      </w:r>
      <w:r>
        <w:tab/>
        <w:t>6.459e0</w:t>
      </w:r>
    </w:p>
    <w:p w:rsidR="007B2329" w:rsidRDefault="007B2329" w:rsidP="007B2329">
      <w:r>
        <w:t>715.0395</w:t>
      </w:r>
      <w:r>
        <w:tab/>
        <w:t>1.137e0</w:t>
      </w:r>
    </w:p>
    <w:p w:rsidR="007B2329" w:rsidRDefault="007B2329" w:rsidP="007B2329">
      <w:r>
        <w:t>715.0840</w:t>
      </w:r>
      <w:r>
        <w:tab/>
        <w:t>2.923e0</w:t>
      </w:r>
    </w:p>
    <w:p w:rsidR="007B2329" w:rsidRDefault="007B2329" w:rsidP="007B2329">
      <w:r>
        <w:t>715.0862</w:t>
      </w:r>
      <w:r>
        <w:tab/>
        <w:t>3.999e0</w:t>
      </w:r>
    </w:p>
    <w:p w:rsidR="007B2329" w:rsidRDefault="007B2329" w:rsidP="007B2329">
      <w:r>
        <w:t>715.0938</w:t>
      </w:r>
      <w:r>
        <w:tab/>
        <w:t>4.344e0</w:t>
      </w:r>
    </w:p>
    <w:p w:rsidR="007B2329" w:rsidRDefault="007B2329" w:rsidP="007B2329">
      <w:r>
        <w:t>715.1021</w:t>
      </w:r>
      <w:r>
        <w:tab/>
        <w:t>3.038e0</w:t>
      </w:r>
    </w:p>
    <w:p w:rsidR="007B2329" w:rsidRDefault="007B2329" w:rsidP="007B2329">
      <w:r>
        <w:t>715.1235</w:t>
      </w:r>
      <w:r>
        <w:tab/>
        <w:t>1.554e0</w:t>
      </w:r>
    </w:p>
    <w:p w:rsidR="007B2329" w:rsidRDefault="007B2329" w:rsidP="007B2329">
      <w:r>
        <w:t>715.1317</w:t>
      </w:r>
      <w:r>
        <w:tab/>
        <w:t>2.025e0</w:t>
      </w:r>
    </w:p>
    <w:p w:rsidR="007B2329" w:rsidRDefault="007B2329" w:rsidP="007B2329">
      <w:r>
        <w:t>715.1608</w:t>
      </w:r>
      <w:r>
        <w:tab/>
        <w:t>4.137e0</w:t>
      </w:r>
    </w:p>
    <w:p w:rsidR="007B2329" w:rsidRDefault="007B2329" w:rsidP="007B2329">
      <w:r>
        <w:t>715.1760</w:t>
      </w:r>
      <w:r>
        <w:tab/>
        <w:t>2.575e0</w:t>
      </w:r>
    </w:p>
    <w:p w:rsidR="007B2329" w:rsidRDefault="007B2329" w:rsidP="007B2329">
      <w:r>
        <w:t>715.1819</w:t>
      </w:r>
      <w:r>
        <w:tab/>
        <w:t>2.602e0</w:t>
      </w:r>
    </w:p>
    <w:p w:rsidR="007B2329" w:rsidRDefault="007B2329" w:rsidP="007B2329">
      <w:r>
        <w:t>715.1863</w:t>
      </w:r>
      <w:r>
        <w:tab/>
        <w:t>3.141e0</w:t>
      </w:r>
    </w:p>
    <w:p w:rsidR="007B2329" w:rsidRDefault="007B2329" w:rsidP="007B2329">
      <w:r>
        <w:t>715.2120</w:t>
      </w:r>
      <w:r>
        <w:tab/>
        <w:t>3.457e0</w:t>
      </w:r>
    </w:p>
    <w:p w:rsidR="007B2329" w:rsidRDefault="007B2329" w:rsidP="007B2329">
      <w:r>
        <w:lastRenderedPageBreak/>
        <w:t>715.2152</w:t>
      </w:r>
      <w:r>
        <w:tab/>
        <w:t>2.642e0</w:t>
      </w:r>
    </w:p>
    <w:p w:rsidR="007B2329" w:rsidRDefault="007B2329" w:rsidP="007B2329">
      <w:r>
        <w:t>715.2543</w:t>
      </w:r>
      <w:r>
        <w:tab/>
        <w:t>8.281e0</w:t>
      </w:r>
    </w:p>
    <w:p w:rsidR="007B2329" w:rsidRDefault="007B2329" w:rsidP="007B2329">
      <w:r>
        <w:t>715.2937</w:t>
      </w:r>
      <w:r>
        <w:tab/>
        <w:t>2.343e0</w:t>
      </w:r>
    </w:p>
    <w:p w:rsidR="007B2329" w:rsidRDefault="007B2329" w:rsidP="007B2329">
      <w:r>
        <w:t>715.2961</w:t>
      </w:r>
      <w:r>
        <w:tab/>
        <w:t>2.362e0</w:t>
      </w:r>
    </w:p>
    <w:p w:rsidR="007B2329" w:rsidRDefault="007B2329" w:rsidP="007B2329">
      <w:r>
        <w:t>715.3171</w:t>
      </w:r>
      <w:r>
        <w:tab/>
        <w:t>2.758e0</w:t>
      </w:r>
    </w:p>
    <w:p w:rsidR="007B2329" w:rsidRDefault="007B2329" w:rsidP="007B2329">
      <w:r>
        <w:t>715.3192</w:t>
      </w:r>
      <w:r>
        <w:tab/>
        <w:t>2.025e0</w:t>
      </w:r>
    </w:p>
    <w:p w:rsidR="007B2329" w:rsidRDefault="007B2329" w:rsidP="007B2329">
      <w:r>
        <w:t>715.3561</w:t>
      </w:r>
      <w:r>
        <w:tab/>
        <w:t>4.084e0</w:t>
      </w:r>
    </w:p>
    <w:p w:rsidR="007B2329" w:rsidRDefault="007B2329" w:rsidP="007B2329">
      <w:r>
        <w:t>715.4286</w:t>
      </w:r>
      <w:r>
        <w:tab/>
        <w:t>4.402e0</w:t>
      </w:r>
    </w:p>
    <w:p w:rsidR="007B2329" w:rsidRDefault="007B2329" w:rsidP="007B2329">
      <w:r>
        <w:t>715.4506</w:t>
      </w:r>
      <w:r>
        <w:tab/>
        <w:t>1.850e2</w:t>
      </w:r>
    </w:p>
    <w:p w:rsidR="007B2329" w:rsidRDefault="007B2329" w:rsidP="007B2329">
      <w:r>
        <w:t>715.4527</w:t>
      </w:r>
      <w:r>
        <w:tab/>
        <w:t>7.490e1</w:t>
      </w:r>
    </w:p>
    <w:p w:rsidR="007B2329" w:rsidRDefault="007B2329" w:rsidP="007B2329">
      <w:r>
        <w:t>715.4542</w:t>
      </w:r>
      <w:r>
        <w:tab/>
        <w:t>3.686e2</w:t>
      </w:r>
    </w:p>
    <w:p w:rsidR="007B2329" w:rsidRDefault="007B2329" w:rsidP="007B2329">
      <w:r>
        <w:t>715.4557</w:t>
      </w:r>
      <w:r>
        <w:tab/>
        <w:t>6.109e2</w:t>
      </w:r>
    </w:p>
    <w:p w:rsidR="007B2329" w:rsidRDefault="007B2329" w:rsidP="007B2329">
      <w:r>
        <w:t>715.4576</w:t>
      </w:r>
      <w:r>
        <w:tab/>
        <w:t>7.924e2</w:t>
      </w:r>
    </w:p>
    <w:p w:rsidR="007B2329" w:rsidRDefault="007B2329" w:rsidP="007B2329">
      <w:r>
        <w:t>715.5429</w:t>
      </w:r>
      <w:r>
        <w:tab/>
        <w:t>3.038e0</w:t>
      </w:r>
    </w:p>
    <w:p w:rsidR="007B2329" w:rsidRDefault="007B2329" w:rsidP="007B2329">
      <w:r>
        <w:t>715.5511</w:t>
      </w:r>
      <w:r>
        <w:tab/>
        <w:t>1.013e0</w:t>
      </w:r>
    </w:p>
    <w:p w:rsidR="007B2329" w:rsidRDefault="007B2329" w:rsidP="007B2329">
      <w:r>
        <w:t>715.6263</w:t>
      </w:r>
      <w:r>
        <w:tab/>
        <w:t>5.893e0</w:t>
      </w:r>
    </w:p>
    <w:p w:rsidR="007B2329" w:rsidRDefault="007B2329" w:rsidP="007B2329">
      <w:r>
        <w:t>715.6346</w:t>
      </w:r>
      <w:r>
        <w:tab/>
        <w:t>8.159e0</w:t>
      </w:r>
    </w:p>
    <w:p w:rsidR="007B2329" w:rsidRDefault="007B2329" w:rsidP="007B2329">
      <w:r>
        <w:t>715.6478</w:t>
      </w:r>
      <w:r>
        <w:tab/>
        <w:t>1.013e0</w:t>
      </w:r>
    </w:p>
    <w:p w:rsidR="007B2329" w:rsidRDefault="007B2329" w:rsidP="007B2329">
      <w:r>
        <w:t>715.6522</w:t>
      </w:r>
      <w:r>
        <w:tab/>
        <w:t>5.007e0</w:t>
      </w:r>
    </w:p>
    <w:p w:rsidR="007B2329" w:rsidRDefault="007B2329" w:rsidP="007B2329">
      <w:r>
        <w:lastRenderedPageBreak/>
        <w:t>715.6697</w:t>
      </w:r>
      <w:r>
        <w:tab/>
        <w:t>2.866e0</w:t>
      </w:r>
    </w:p>
    <w:p w:rsidR="007B2329" w:rsidRDefault="007B2329" w:rsidP="007B2329">
      <w:r>
        <w:t>715.6901</w:t>
      </w:r>
      <w:r>
        <w:tab/>
        <w:t>3.292e0</w:t>
      </w:r>
    </w:p>
    <w:p w:rsidR="007B2329" w:rsidRDefault="007B2329" w:rsidP="007B2329">
      <w:r>
        <w:t>715.6929</w:t>
      </w:r>
      <w:r>
        <w:tab/>
        <w:t>1.282e1</w:t>
      </w:r>
    </w:p>
    <w:p w:rsidR="007B2329" w:rsidRDefault="007B2329" w:rsidP="007B2329">
      <w:r>
        <w:t>715.7156</w:t>
      </w:r>
      <w:r>
        <w:tab/>
        <w:t>1.250e1</w:t>
      </w:r>
    </w:p>
    <w:p w:rsidR="007B2329" w:rsidRDefault="007B2329" w:rsidP="007B2329">
      <w:r>
        <w:t>715.7515</w:t>
      </w:r>
      <w:r>
        <w:tab/>
        <w:t>4.355e0</w:t>
      </w:r>
    </w:p>
    <w:p w:rsidR="007B2329" w:rsidRDefault="007B2329" w:rsidP="007B2329">
      <w:r>
        <w:t>715.7567</w:t>
      </w:r>
      <w:r>
        <w:tab/>
        <w:t>8.319e0</w:t>
      </w:r>
    </w:p>
    <w:p w:rsidR="007B2329" w:rsidRDefault="007B2329" w:rsidP="007B2329">
      <w:r>
        <w:t>715.7633</w:t>
      </w:r>
      <w:r>
        <w:tab/>
        <w:t>2.025e0</w:t>
      </w:r>
    </w:p>
    <w:p w:rsidR="007B2329" w:rsidRDefault="007B2329" w:rsidP="007B2329">
      <w:r>
        <w:t>715.8136</w:t>
      </w:r>
      <w:r>
        <w:tab/>
        <w:t>2.855e0</w:t>
      </w:r>
    </w:p>
    <w:p w:rsidR="007B2329" w:rsidRDefault="007B2329" w:rsidP="007B2329">
      <w:r>
        <w:t>715.8301</w:t>
      </w:r>
      <w:r>
        <w:tab/>
        <w:t>1.013e0</w:t>
      </w:r>
    </w:p>
    <w:p w:rsidR="007B2329" w:rsidRDefault="007B2329" w:rsidP="007B2329">
      <w:r>
        <w:t>715.8351</w:t>
      </w:r>
      <w:r>
        <w:tab/>
        <w:t>3.558e0</w:t>
      </w:r>
    </w:p>
    <w:p w:rsidR="007B2329" w:rsidRDefault="007B2329" w:rsidP="007B2329">
      <w:r>
        <w:t>715.8590</w:t>
      </w:r>
      <w:r>
        <w:tab/>
        <w:t>2.025e0</w:t>
      </w:r>
    </w:p>
    <w:p w:rsidR="007B2329" w:rsidRDefault="007B2329" w:rsidP="007B2329">
      <w:r>
        <w:t>715.8602</w:t>
      </w:r>
      <w:r>
        <w:tab/>
        <w:t>2.290e0</w:t>
      </w:r>
    </w:p>
    <w:p w:rsidR="007B2329" w:rsidRDefault="007B2329" w:rsidP="007B2329">
      <w:r>
        <w:t>715.9034</w:t>
      </w:r>
      <w:r>
        <w:tab/>
        <w:t>4.875e0</w:t>
      </w:r>
    </w:p>
    <w:p w:rsidR="007B2329" w:rsidRDefault="007B2329" w:rsidP="007B2329">
      <w:r>
        <w:t>715.9052</w:t>
      </w:r>
      <w:r>
        <w:tab/>
        <w:t>3.558e0</w:t>
      </w:r>
    </w:p>
    <w:p w:rsidR="007B2329" w:rsidRDefault="007B2329" w:rsidP="007B2329">
      <w:r>
        <w:t>715.9121</w:t>
      </w:r>
      <w:r>
        <w:tab/>
        <w:t>2.025e0</w:t>
      </w:r>
    </w:p>
    <w:p w:rsidR="007B2329" w:rsidRDefault="007B2329" w:rsidP="007B2329">
      <w:r>
        <w:t>715.9150</w:t>
      </w:r>
      <w:r>
        <w:tab/>
        <w:t>1.266e-2</w:t>
      </w:r>
    </w:p>
    <w:p w:rsidR="007B2329" w:rsidRDefault="007B2329" w:rsidP="007B2329">
      <w:r>
        <w:t>715.9274</w:t>
      </w:r>
      <w:r>
        <w:tab/>
        <w:t>2.025e0</w:t>
      </w:r>
    </w:p>
    <w:p w:rsidR="007B2329" w:rsidRDefault="007B2329" w:rsidP="007B2329">
      <w:r>
        <w:t>715.9571</w:t>
      </w:r>
      <w:r>
        <w:tab/>
        <w:t>2.011e0</w:t>
      </w:r>
    </w:p>
    <w:p w:rsidR="007B2329" w:rsidRDefault="007B2329" w:rsidP="007B2329">
      <w:r>
        <w:t>716.0023</w:t>
      </w:r>
      <w:r>
        <w:tab/>
        <w:t>3.004e0</w:t>
      </w:r>
    </w:p>
    <w:p w:rsidR="007B2329" w:rsidRDefault="007B2329" w:rsidP="007B2329">
      <w:r>
        <w:lastRenderedPageBreak/>
        <w:t>716.0304</w:t>
      </w:r>
      <w:r>
        <w:tab/>
        <w:t>2.025e0</w:t>
      </w:r>
    </w:p>
    <w:p w:rsidR="007B2329" w:rsidRDefault="007B2329" w:rsidP="007B2329">
      <w:r>
        <w:t>716.0418</w:t>
      </w:r>
      <w:r>
        <w:tab/>
        <w:t>1.776e0</w:t>
      </w:r>
    </w:p>
    <w:p w:rsidR="007B2329" w:rsidRDefault="007B2329" w:rsidP="007B2329">
      <w:r>
        <w:t>716.0624</w:t>
      </w:r>
      <w:r>
        <w:tab/>
        <w:t>6.458e0</w:t>
      </w:r>
    </w:p>
    <w:p w:rsidR="007B2329" w:rsidRDefault="007B2329" w:rsidP="007B2329">
      <w:r>
        <w:t>716.0652</w:t>
      </w:r>
      <w:r>
        <w:tab/>
        <w:t>2.211e0</w:t>
      </w:r>
    </w:p>
    <w:p w:rsidR="007B2329" w:rsidRDefault="007B2329" w:rsidP="007B2329">
      <w:r>
        <w:t>716.0684</w:t>
      </w:r>
      <w:r>
        <w:tab/>
        <w:t>2.025e0</w:t>
      </w:r>
    </w:p>
    <w:p w:rsidR="007B2329" w:rsidRDefault="007B2329" w:rsidP="007B2329">
      <w:r>
        <w:t>716.0707</w:t>
      </w:r>
      <w:r>
        <w:tab/>
        <w:t>1.360e0</w:t>
      </w:r>
    </w:p>
    <w:p w:rsidR="007B2329" w:rsidRDefault="007B2329" w:rsidP="007B2329">
      <w:r>
        <w:t>716.0887</w:t>
      </w:r>
      <w:r>
        <w:tab/>
        <w:t>2.986e0</w:t>
      </w:r>
    </w:p>
    <w:p w:rsidR="007B2329" w:rsidRDefault="007B2329" w:rsidP="007B2329">
      <w:r>
        <w:t>716.0997</w:t>
      </w:r>
      <w:r>
        <w:tab/>
        <w:t>4.033e0</w:t>
      </w:r>
    </w:p>
    <w:p w:rsidR="007B2329" w:rsidRDefault="007B2329" w:rsidP="007B2329">
      <w:r>
        <w:t>716.1359</w:t>
      </w:r>
      <w:r>
        <w:tab/>
        <w:t>2.560e0</w:t>
      </w:r>
    </w:p>
    <w:p w:rsidR="007B2329" w:rsidRDefault="007B2329" w:rsidP="007B2329">
      <w:r>
        <w:t>716.1411</w:t>
      </w:r>
      <w:r>
        <w:tab/>
        <w:t>3.776e0</w:t>
      </w:r>
    </w:p>
    <w:p w:rsidR="007B2329" w:rsidRDefault="007B2329" w:rsidP="007B2329">
      <w:r>
        <w:t>716.1608</w:t>
      </w:r>
      <w:r>
        <w:tab/>
        <w:t>2.816e0</w:t>
      </w:r>
    </w:p>
    <w:p w:rsidR="007B2329" w:rsidRDefault="007B2329" w:rsidP="007B2329">
      <w:r>
        <w:t>716.1635</w:t>
      </w:r>
      <w:r>
        <w:tab/>
        <w:t>4.033e0</w:t>
      </w:r>
    </w:p>
    <w:p w:rsidR="007B2329" w:rsidRDefault="007B2329" w:rsidP="007B2329">
      <w:r>
        <w:t>716.1691</w:t>
      </w:r>
      <w:r>
        <w:tab/>
        <w:t>7.760e0</w:t>
      </w:r>
    </w:p>
    <w:p w:rsidR="007B2329" w:rsidRDefault="007B2329" w:rsidP="007B2329">
      <w:r>
        <w:t>716.2037</w:t>
      </w:r>
      <w:r>
        <w:tab/>
        <w:t>1.361e0</w:t>
      </w:r>
    </w:p>
    <w:p w:rsidR="007B2329" w:rsidRDefault="007B2329" w:rsidP="007B2329">
      <w:r>
        <w:t>716.2128</w:t>
      </w:r>
      <w:r>
        <w:tab/>
        <w:t>3.572e0</w:t>
      </w:r>
    </w:p>
    <w:p w:rsidR="007B2329" w:rsidRDefault="007B2329" w:rsidP="007B2329">
      <w:r>
        <w:t>716.2427</w:t>
      </w:r>
      <w:r>
        <w:tab/>
        <w:t>1.013e0</w:t>
      </w:r>
    </w:p>
    <w:p w:rsidR="007B2329" w:rsidRDefault="007B2329" w:rsidP="007B2329">
      <w:r>
        <w:t>716.2913</w:t>
      </w:r>
      <w:r>
        <w:tab/>
        <w:t>1.013e0</w:t>
      </w:r>
    </w:p>
    <w:p w:rsidR="007B2329" w:rsidRDefault="007B2329" w:rsidP="007B2329">
      <w:r>
        <w:t>716.4232</w:t>
      </w:r>
      <w:r>
        <w:tab/>
        <w:t>2.156e0</w:t>
      </w:r>
    </w:p>
    <w:p w:rsidR="007B2329" w:rsidRDefault="007B2329" w:rsidP="007B2329">
      <w:r>
        <w:t>716.4536</w:t>
      </w:r>
      <w:r>
        <w:tab/>
        <w:t>8.685e1</w:t>
      </w:r>
    </w:p>
    <w:p w:rsidR="007B2329" w:rsidRDefault="007B2329" w:rsidP="007B2329">
      <w:r>
        <w:lastRenderedPageBreak/>
        <w:t>716.4600</w:t>
      </w:r>
      <w:r>
        <w:tab/>
        <w:t>2.312e2</w:t>
      </w:r>
    </w:p>
    <w:p w:rsidR="007B2329" w:rsidRDefault="007B2329" w:rsidP="007B2329">
      <w:r>
        <w:t>716.4617</w:t>
      </w:r>
      <w:r>
        <w:tab/>
        <w:t>1.406e2</w:t>
      </w:r>
    </w:p>
    <w:p w:rsidR="007B2329" w:rsidRDefault="007B2329" w:rsidP="007B2329">
      <w:r>
        <w:t>716.4715</w:t>
      </w:r>
      <w:r>
        <w:tab/>
        <w:t>3.822e1</w:t>
      </w:r>
    </w:p>
    <w:p w:rsidR="007B2329" w:rsidRDefault="007B2329" w:rsidP="007B2329">
      <w:r>
        <w:t>716.4815</w:t>
      </w:r>
      <w:r>
        <w:tab/>
        <w:t>9.033e0</w:t>
      </w:r>
    </w:p>
    <w:p w:rsidR="007B2329" w:rsidRDefault="007B2329" w:rsidP="007B2329">
      <w:r>
        <w:t>716.4918</w:t>
      </w:r>
      <w:r>
        <w:tab/>
        <w:t>2.025e0</w:t>
      </w:r>
    </w:p>
    <w:p w:rsidR="007B2329" w:rsidRDefault="007B2329" w:rsidP="007B2329">
      <w:r>
        <w:t>716.5654</w:t>
      </w:r>
      <w:r>
        <w:tab/>
        <w:t>2.515e0</w:t>
      </w:r>
    </w:p>
    <w:p w:rsidR="007B2329" w:rsidRDefault="007B2329" w:rsidP="007B2329">
      <w:r>
        <w:t>716.5711</w:t>
      </w:r>
      <w:r>
        <w:tab/>
        <w:t>1.013e0</w:t>
      </w:r>
    </w:p>
    <w:p w:rsidR="007B2329" w:rsidRDefault="007B2329" w:rsidP="007B2329">
      <w:r>
        <w:t>716.5766</w:t>
      </w:r>
      <w:r>
        <w:tab/>
        <w:t>3.038e0</w:t>
      </w:r>
    </w:p>
    <w:p w:rsidR="007B2329" w:rsidRDefault="007B2329" w:rsidP="007B2329">
      <w:r>
        <w:t>716.6238</w:t>
      </w:r>
      <w:r>
        <w:tab/>
        <w:t>3.276e0</w:t>
      </w:r>
    </w:p>
    <w:p w:rsidR="007B2329" w:rsidRDefault="007B2329" w:rsidP="007B2329">
      <w:r>
        <w:t>716.6318</w:t>
      </w:r>
      <w:r>
        <w:tab/>
        <w:t>2.116e0</w:t>
      </w:r>
    </w:p>
    <w:p w:rsidR="007B2329" w:rsidRDefault="007B2329" w:rsidP="007B2329">
      <w:r>
        <w:t>716.6499</w:t>
      </w:r>
      <w:r>
        <w:tab/>
        <w:t>2.899e0</w:t>
      </w:r>
    </w:p>
    <w:p w:rsidR="007B2329" w:rsidRDefault="007B2329" w:rsidP="007B2329">
      <w:r>
        <w:t>716.6923</w:t>
      </w:r>
      <w:r>
        <w:tab/>
        <w:t>3.382e0</w:t>
      </w:r>
    </w:p>
    <w:p w:rsidR="007B2329" w:rsidRDefault="007B2329" w:rsidP="007B2329">
      <w:r>
        <w:t>716.7010</w:t>
      </w:r>
      <w:r>
        <w:tab/>
        <w:t>2.025e0</w:t>
      </w:r>
    </w:p>
    <w:p w:rsidR="007B2329" w:rsidRDefault="007B2329" w:rsidP="007B2329">
      <w:r>
        <w:t>716.7044</w:t>
      </w:r>
      <w:r>
        <w:tab/>
        <w:t>1.013e0</w:t>
      </w:r>
    </w:p>
    <w:p w:rsidR="007B2329" w:rsidRDefault="007B2329" w:rsidP="007B2329">
      <w:r>
        <w:t>716.7249</w:t>
      </w:r>
      <w:r>
        <w:tab/>
        <w:t>1.680e0</w:t>
      </w:r>
    </w:p>
    <w:p w:rsidR="007B2329" w:rsidRDefault="007B2329" w:rsidP="007B2329">
      <w:r>
        <w:t>716.7266</w:t>
      </w:r>
      <w:r>
        <w:tab/>
        <w:t>4.640e0</w:t>
      </w:r>
    </w:p>
    <w:p w:rsidR="007B2329" w:rsidRDefault="007B2329" w:rsidP="007B2329">
      <w:r>
        <w:t>716.7315</w:t>
      </w:r>
      <w:r>
        <w:tab/>
        <w:t>2.638e0</w:t>
      </w:r>
    </w:p>
    <w:p w:rsidR="007B2329" w:rsidRDefault="007B2329" w:rsidP="007B2329">
      <w:r>
        <w:t>716.7531</w:t>
      </w:r>
      <w:r>
        <w:tab/>
        <w:t>1.639e0</w:t>
      </w:r>
    </w:p>
    <w:p w:rsidR="007B2329" w:rsidRDefault="007B2329" w:rsidP="007B2329">
      <w:r>
        <w:t>716.7579</w:t>
      </w:r>
      <w:r>
        <w:tab/>
        <w:t>8.871e0</w:t>
      </w:r>
    </w:p>
    <w:p w:rsidR="007B2329" w:rsidRDefault="007B2329" w:rsidP="007B2329">
      <w:r>
        <w:lastRenderedPageBreak/>
        <w:t>716.7865</w:t>
      </w:r>
      <w:r>
        <w:tab/>
        <w:t>3.651e0</w:t>
      </w:r>
    </w:p>
    <w:p w:rsidR="007B2329" w:rsidRDefault="007B2329" w:rsidP="007B2329">
      <w:r>
        <w:t>716.7896</w:t>
      </w:r>
      <w:r>
        <w:tab/>
        <w:t>2.025e0</w:t>
      </w:r>
    </w:p>
    <w:p w:rsidR="007B2329" w:rsidRDefault="007B2329" w:rsidP="007B2329">
      <w:r>
        <w:t>716.7965</w:t>
      </w:r>
      <w:r>
        <w:tab/>
        <w:t>3.522e0</w:t>
      </w:r>
    </w:p>
    <w:p w:rsidR="007B2329" w:rsidRDefault="007B2329" w:rsidP="007B2329">
      <w:r>
        <w:t>716.8098</w:t>
      </w:r>
      <w:r>
        <w:tab/>
        <w:t>4.627e0</w:t>
      </w:r>
    </w:p>
    <w:p w:rsidR="007B2329" w:rsidRDefault="007B2329" w:rsidP="007B2329">
      <w:r>
        <w:t>716.8385</w:t>
      </w:r>
      <w:r>
        <w:tab/>
        <w:t>1.013e0</w:t>
      </w:r>
    </w:p>
    <w:p w:rsidR="007B2329" w:rsidRDefault="007B2329" w:rsidP="007B2329">
      <w:r>
        <w:t>716.8531</w:t>
      </w:r>
      <w:r>
        <w:tab/>
        <w:t>4.632e0</w:t>
      </w:r>
    </w:p>
    <w:p w:rsidR="007B2329" w:rsidRDefault="007B2329" w:rsidP="007B2329">
      <w:r>
        <w:t>716.8837</w:t>
      </w:r>
      <w:r>
        <w:tab/>
        <w:t>3.038e0</w:t>
      </w:r>
    </w:p>
    <w:p w:rsidR="007B2329" w:rsidRDefault="007B2329" w:rsidP="007B2329">
      <w:r>
        <w:t>716.8867</w:t>
      </w:r>
      <w:r>
        <w:tab/>
        <w:t>4.051e0</w:t>
      </w:r>
    </w:p>
    <w:p w:rsidR="007B2329" w:rsidRDefault="007B2329" w:rsidP="007B2329">
      <w:r>
        <w:t>716.9117</w:t>
      </w:r>
      <w:r>
        <w:tab/>
        <w:t>2.650e0</w:t>
      </w:r>
    </w:p>
    <w:p w:rsidR="007B2329" w:rsidRDefault="007B2329" w:rsidP="007B2329">
      <w:r>
        <w:t>716.9324</w:t>
      </w:r>
      <w:r>
        <w:tab/>
        <w:t>5.512e0</w:t>
      </w:r>
    </w:p>
    <w:p w:rsidR="007B2329" w:rsidRDefault="007B2329" w:rsidP="007B2329">
      <w:r>
        <w:t>716.9540</w:t>
      </w:r>
      <w:r>
        <w:tab/>
        <w:t>2.845e0</w:t>
      </w:r>
    </w:p>
    <w:p w:rsidR="007B2329" w:rsidRDefault="007B2329" w:rsidP="007B2329">
      <w:r>
        <w:t>716.9561</w:t>
      </w:r>
      <w:r>
        <w:tab/>
        <w:t>6.076e0</w:t>
      </w:r>
    </w:p>
    <w:p w:rsidR="007B2329" w:rsidRDefault="007B2329" w:rsidP="007B2329">
      <w:r>
        <w:t>716.9699</w:t>
      </w:r>
      <w:r>
        <w:tab/>
        <w:t>5.063e0</w:t>
      </w:r>
    </w:p>
    <w:p w:rsidR="007B2329" w:rsidRDefault="007B2329" w:rsidP="007B2329">
      <w:r>
        <w:t>716.9744</w:t>
      </w:r>
      <w:r>
        <w:tab/>
        <w:t>4.160e0</w:t>
      </w:r>
    </w:p>
    <w:p w:rsidR="007B2329" w:rsidRDefault="007B2329" w:rsidP="007B2329">
      <w:r>
        <w:t>716.9793</w:t>
      </w:r>
      <w:r>
        <w:tab/>
        <w:t>1.259e0</w:t>
      </w:r>
    </w:p>
    <w:p w:rsidR="007B2329" w:rsidRDefault="007B2329" w:rsidP="007B2329">
      <w:r>
        <w:t>717.0209</w:t>
      </w:r>
      <w:r>
        <w:tab/>
        <w:t>1.013e0</w:t>
      </w:r>
    </w:p>
    <w:p w:rsidR="007B2329" w:rsidRDefault="007B2329" w:rsidP="007B2329">
      <w:r>
        <w:t>717.0267</w:t>
      </w:r>
      <w:r>
        <w:tab/>
        <w:t>2.025e0</w:t>
      </w:r>
    </w:p>
    <w:p w:rsidR="007B2329" w:rsidRDefault="007B2329" w:rsidP="007B2329">
      <w:r>
        <w:t>717.0450</w:t>
      </w:r>
      <w:r>
        <w:tab/>
        <w:t>3.038e0</w:t>
      </w:r>
    </w:p>
    <w:p w:rsidR="007B2329" w:rsidRDefault="007B2329" w:rsidP="007B2329">
      <w:r>
        <w:t>717.0569</w:t>
      </w:r>
      <w:r>
        <w:tab/>
        <w:t>1.013e0</w:t>
      </w:r>
    </w:p>
    <w:p w:rsidR="007B2329" w:rsidRDefault="007B2329" w:rsidP="007B2329">
      <w:r>
        <w:lastRenderedPageBreak/>
        <w:t>717.0615</w:t>
      </w:r>
      <w:r>
        <w:tab/>
        <w:t>6.974e0</w:t>
      </w:r>
    </w:p>
    <w:p w:rsidR="007B2329" w:rsidRDefault="007B2329" w:rsidP="007B2329">
      <w:r>
        <w:t>717.0872</w:t>
      </w:r>
      <w:r>
        <w:tab/>
        <w:t>1.731e0</w:t>
      </w:r>
    </w:p>
    <w:p w:rsidR="007B2329" w:rsidRDefault="007B2329" w:rsidP="007B2329">
      <w:r>
        <w:t>717.1125</w:t>
      </w:r>
      <w:r>
        <w:tab/>
        <w:t>2.804e0</w:t>
      </w:r>
    </w:p>
    <w:p w:rsidR="007B2329" w:rsidRDefault="007B2329" w:rsidP="007B2329">
      <w:r>
        <w:t>717.1267</w:t>
      </w:r>
      <w:r>
        <w:tab/>
        <w:t>1.638e0</w:t>
      </w:r>
    </w:p>
    <w:p w:rsidR="007B2329" w:rsidRDefault="007B2329" w:rsidP="007B2329">
      <w:r>
        <w:t>717.1303</w:t>
      </w:r>
      <w:r>
        <w:tab/>
        <w:t>1.013e0</w:t>
      </w:r>
    </w:p>
    <w:p w:rsidR="007B2329" w:rsidRDefault="007B2329" w:rsidP="007B2329">
      <w:r>
        <w:t>717.1474</w:t>
      </w:r>
      <w:r>
        <w:tab/>
        <w:t>1.266e-2</w:t>
      </w:r>
    </w:p>
    <w:p w:rsidR="007B2329" w:rsidRDefault="007B2329" w:rsidP="007B2329">
      <w:r>
        <w:t>717.1729</w:t>
      </w:r>
      <w:r>
        <w:tab/>
        <w:t>4.022e0</w:t>
      </w:r>
    </w:p>
    <w:p w:rsidR="007B2329" w:rsidRDefault="007B2329" w:rsidP="007B2329">
      <w:r>
        <w:t>717.2107</w:t>
      </w:r>
      <w:r>
        <w:tab/>
        <w:t>3.719e0</w:t>
      </w:r>
    </w:p>
    <w:p w:rsidR="007B2329" w:rsidRDefault="007B2329" w:rsidP="007B2329">
      <w:r>
        <w:t>717.2313</w:t>
      </w:r>
      <w:r>
        <w:tab/>
        <w:t>2.451e0</w:t>
      </w:r>
    </w:p>
    <w:p w:rsidR="007B2329" w:rsidRDefault="007B2329" w:rsidP="007B2329">
      <w:r>
        <w:t>717.2477</w:t>
      </w:r>
      <w:r>
        <w:tab/>
        <w:t>1.753e0</w:t>
      </w:r>
    </w:p>
    <w:p w:rsidR="007B2329" w:rsidRDefault="007B2329" w:rsidP="007B2329">
      <w:r>
        <w:t>717.2731</w:t>
      </w:r>
      <w:r>
        <w:tab/>
        <w:t>1.919e0</w:t>
      </w:r>
    </w:p>
    <w:p w:rsidR="007B2329" w:rsidRDefault="007B2329" w:rsidP="007B2329">
      <w:r>
        <w:t>717.2847</w:t>
      </w:r>
      <w:r>
        <w:tab/>
        <w:t>3.935e0</w:t>
      </w:r>
    </w:p>
    <w:p w:rsidR="007B2329" w:rsidRDefault="007B2329" w:rsidP="007B2329">
      <w:r>
        <w:t>717.3732</w:t>
      </w:r>
      <w:r>
        <w:tab/>
        <w:t>1.584e0</w:t>
      </w:r>
    </w:p>
    <w:p w:rsidR="007B2329" w:rsidRDefault="007B2329" w:rsidP="007B2329">
      <w:r>
        <w:t>717.4441</w:t>
      </w:r>
      <w:r>
        <w:tab/>
        <w:t>2.803e0</w:t>
      </w:r>
    </w:p>
    <w:p w:rsidR="007B2329" w:rsidRDefault="007B2329" w:rsidP="007B2329">
      <w:r>
        <w:t>717.4468</w:t>
      </w:r>
      <w:r>
        <w:tab/>
        <w:t>3.940e0</w:t>
      </w:r>
    </w:p>
    <w:p w:rsidR="007B2329" w:rsidRDefault="007B2329" w:rsidP="007B2329">
      <w:r>
        <w:t>717.4509</w:t>
      </w:r>
      <w:r>
        <w:tab/>
        <w:t>1.596e0</w:t>
      </w:r>
    </w:p>
    <w:p w:rsidR="007B2329" w:rsidRDefault="007B2329" w:rsidP="007B2329">
      <w:r>
        <w:t>717.4554</w:t>
      </w:r>
      <w:r>
        <w:tab/>
        <w:t>8.870e0</w:t>
      </w:r>
    </w:p>
    <w:p w:rsidR="007B2329" w:rsidRDefault="007B2329" w:rsidP="007B2329">
      <w:r>
        <w:t>717.4579</w:t>
      </w:r>
      <w:r>
        <w:tab/>
        <w:t>3.820e0</w:t>
      </w:r>
    </w:p>
    <w:p w:rsidR="007B2329" w:rsidRDefault="007B2329" w:rsidP="007B2329">
      <w:r>
        <w:t>717.4688</w:t>
      </w:r>
      <w:r>
        <w:tab/>
        <w:t>6.163e0</w:t>
      </w:r>
    </w:p>
    <w:p w:rsidR="007B2329" w:rsidRDefault="007B2329" w:rsidP="007B2329">
      <w:r>
        <w:lastRenderedPageBreak/>
        <w:t>717.5017</w:t>
      </w:r>
      <w:r>
        <w:tab/>
        <w:t>4.155e0</w:t>
      </w:r>
    </w:p>
    <w:p w:rsidR="007B2329" w:rsidRDefault="007B2329" w:rsidP="007B2329">
      <w:r>
        <w:t>717.5330</w:t>
      </w:r>
      <w:r>
        <w:tab/>
        <w:t>1.413e0</w:t>
      </w:r>
    </w:p>
    <w:p w:rsidR="007B2329" w:rsidRDefault="007B2329" w:rsidP="007B2329">
      <w:r>
        <w:t>717.5424</w:t>
      </w:r>
      <w:r>
        <w:tab/>
        <w:t>2.025e0</w:t>
      </w:r>
    </w:p>
    <w:p w:rsidR="007B2329" w:rsidRDefault="007B2329" w:rsidP="007B2329">
      <w:r>
        <w:t>717.5588</w:t>
      </w:r>
      <w:r>
        <w:tab/>
        <w:t>6.167e-1</w:t>
      </w:r>
    </w:p>
    <w:p w:rsidR="007B2329" w:rsidRDefault="007B2329" w:rsidP="007B2329">
      <w:r>
        <w:t>717.5611</w:t>
      </w:r>
      <w:r>
        <w:tab/>
        <w:t>1.782e0</w:t>
      </w:r>
    </w:p>
    <w:p w:rsidR="007B2329" w:rsidRDefault="007B2329" w:rsidP="007B2329">
      <w:r>
        <w:t>717.6019</w:t>
      </w:r>
      <w:r>
        <w:tab/>
        <w:t>7.222e0</w:t>
      </w:r>
    </w:p>
    <w:p w:rsidR="007B2329" w:rsidRDefault="007B2329" w:rsidP="007B2329">
      <w:r>
        <w:t>717.6104</w:t>
      </w:r>
      <w:r>
        <w:tab/>
        <w:t>2.025e0</w:t>
      </w:r>
    </w:p>
    <w:p w:rsidR="007B2329" w:rsidRDefault="007B2329" w:rsidP="007B2329">
      <w:r>
        <w:t>717.6357</w:t>
      </w:r>
      <w:r>
        <w:tab/>
        <w:t>1.709e0</w:t>
      </w:r>
    </w:p>
    <w:p w:rsidR="007B2329" w:rsidRDefault="007B2329" w:rsidP="007B2329">
      <w:r>
        <w:t>717.6412</w:t>
      </w:r>
      <w:r>
        <w:tab/>
        <w:t>1.013e0</w:t>
      </w:r>
    </w:p>
    <w:p w:rsidR="007B2329" w:rsidRDefault="007B2329" w:rsidP="007B2329">
      <w:r>
        <w:t>717.6992</w:t>
      </w:r>
      <w:r>
        <w:tab/>
        <w:t>3.400e0</w:t>
      </w:r>
    </w:p>
    <w:p w:rsidR="007B2329" w:rsidRDefault="007B2329" w:rsidP="007B2329">
      <w:r>
        <w:t>717.7122</w:t>
      </w:r>
      <w:r>
        <w:tab/>
        <w:t>7.329e0</w:t>
      </w:r>
    </w:p>
    <w:p w:rsidR="007B2329" w:rsidRDefault="007B2329" w:rsidP="007B2329">
      <w:r>
        <w:t>717.7252</w:t>
      </w:r>
      <w:r>
        <w:tab/>
        <w:t>2.789e0</w:t>
      </w:r>
    </w:p>
    <w:p w:rsidR="007B2329" w:rsidRDefault="007B2329" w:rsidP="007B2329">
      <w:r>
        <w:t>717.7309</w:t>
      </w:r>
      <w:r>
        <w:tab/>
        <w:t>1.013e0</w:t>
      </w:r>
    </w:p>
    <w:p w:rsidR="007B2329" w:rsidRDefault="007B2329" w:rsidP="007B2329">
      <w:r>
        <w:t>717.7635</w:t>
      </w:r>
      <w:r>
        <w:tab/>
        <w:t>4.379e0</w:t>
      </w:r>
    </w:p>
    <w:p w:rsidR="007B2329" w:rsidRDefault="007B2329" w:rsidP="007B2329">
      <w:r>
        <w:t>717.7747</w:t>
      </w:r>
      <w:r>
        <w:tab/>
        <w:t>1.013e0</w:t>
      </w:r>
    </w:p>
    <w:p w:rsidR="007B2329" w:rsidRDefault="007B2329" w:rsidP="007B2329">
      <w:r>
        <w:t>717.8236</w:t>
      </w:r>
      <w:r>
        <w:tab/>
        <w:t>2.025e0</w:t>
      </w:r>
    </w:p>
    <w:p w:rsidR="007B2329" w:rsidRDefault="007B2329" w:rsidP="007B2329">
      <w:r>
        <w:t>717.8326</w:t>
      </w:r>
      <w:r>
        <w:tab/>
        <w:t>2.778e0</w:t>
      </w:r>
    </w:p>
    <w:p w:rsidR="007B2329" w:rsidRDefault="007B2329" w:rsidP="007B2329">
      <w:r>
        <w:t>717.8612</w:t>
      </w:r>
      <w:r>
        <w:tab/>
        <w:t>2.322e0</w:t>
      </w:r>
    </w:p>
    <w:p w:rsidR="007B2329" w:rsidRDefault="007B2329" w:rsidP="007B2329">
      <w:r>
        <w:t>717.8801</w:t>
      </w:r>
      <w:r>
        <w:tab/>
        <w:t>3.263e0</w:t>
      </w:r>
    </w:p>
    <w:p w:rsidR="007B2329" w:rsidRDefault="007B2329" w:rsidP="007B2329">
      <w:r>
        <w:lastRenderedPageBreak/>
        <w:t>717.8834</w:t>
      </w:r>
      <w:r>
        <w:tab/>
        <w:t>2.631e0</w:t>
      </w:r>
    </w:p>
    <w:p w:rsidR="007B2329" w:rsidRDefault="007B2329" w:rsidP="007B2329">
      <w:r>
        <w:t>717.8920</w:t>
      </w:r>
      <w:r>
        <w:tab/>
        <w:t>2.012e0</w:t>
      </w:r>
    </w:p>
    <w:p w:rsidR="007B2329" w:rsidRDefault="007B2329" w:rsidP="007B2329">
      <w:r>
        <w:t>717.9086</w:t>
      </w:r>
      <w:r>
        <w:tab/>
        <w:t>1.013e0</w:t>
      </w:r>
    </w:p>
    <w:p w:rsidR="007B2329" w:rsidRDefault="007B2329" w:rsidP="007B2329">
      <w:r>
        <w:t>717.9330</w:t>
      </w:r>
      <w:r>
        <w:tab/>
        <w:t>1.013e0</w:t>
      </w:r>
    </w:p>
    <w:p w:rsidR="007B2329" w:rsidRDefault="007B2329" w:rsidP="007B2329">
      <w:r>
        <w:t>717.9365</w:t>
      </w:r>
      <w:r>
        <w:tab/>
        <w:t>1.304e0</w:t>
      </w:r>
    </w:p>
    <w:p w:rsidR="007B2329" w:rsidRDefault="007B2329" w:rsidP="007B2329">
      <w:r>
        <w:t>717.9696</w:t>
      </w:r>
      <w:r>
        <w:tab/>
        <w:t>1.013e0</w:t>
      </w:r>
    </w:p>
    <w:p w:rsidR="007B2329" w:rsidRDefault="007B2329" w:rsidP="007B2329">
      <w:r>
        <w:t>717.9808</w:t>
      </w:r>
      <w:r>
        <w:tab/>
        <w:t>3.038e0</w:t>
      </w:r>
    </w:p>
    <w:p w:rsidR="007B2329" w:rsidRDefault="007B2329" w:rsidP="007B2329">
      <w:r>
        <w:t>718.0049</w:t>
      </w:r>
      <w:r>
        <w:tab/>
        <w:t>4.051e0</w:t>
      </w:r>
    </w:p>
    <w:p w:rsidR="007B2329" w:rsidRDefault="007B2329" w:rsidP="007B2329">
      <w:r>
        <w:t>718.0062</w:t>
      </w:r>
      <w:r>
        <w:tab/>
        <w:t>3.038e0</w:t>
      </w:r>
    </w:p>
    <w:p w:rsidR="007B2329" w:rsidRDefault="007B2329" w:rsidP="007B2329">
      <w:r>
        <w:t>718.0076</w:t>
      </w:r>
      <w:r>
        <w:tab/>
        <w:t>6.471e0</w:t>
      </w:r>
    </w:p>
    <w:p w:rsidR="007B2329" w:rsidRDefault="007B2329" w:rsidP="007B2329">
      <w:r>
        <w:t>718.0338</w:t>
      </w:r>
      <w:r>
        <w:tab/>
        <w:t>2.025e0</w:t>
      </w:r>
    </w:p>
    <w:p w:rsidR="007B2329" w:rsidRDefault="007B2329" w:rsidP="007B2329">
      <w:r>
        <w:t>718.0426</w:t>
      </w:r>
      <w:r>
        <w:tab/>
        <w:t>3.557e0</w:t>
      </w:r>
    </w:p>
    <w:p w:rsidR="007B2329" w:rsidRDefault="007B2329" w:rsidP="007B2329">
      <w:r>
        <w:t>718.0455</w:t>
      </w:r>
      <w:r>
        <w:tab/>
        <w:t>3.442e0</w:t>
      </w:r>
    </w:p>
    <w:p w:rsidR="007B2329" w:rsidRDefault="007B2329" w:rsidP="007B2329">
      <w:r>
        <w:t>718.0913</w:t>
      </w:r>
      <w:r>
        <w:tab/>
        <w:t>1.013e0</w:t>
      </w:r>
    </w:p>
    <w:p w:rsidR="007B2329" w:rsidRDefault="007B2329" w:rsidP="007B2329">
      <w:r>
        <w:t>718.1035</w:t>
      </w:r>
      <w:r>
        <w:tab/>
        <w:t>1.285e0</w:t>
      </w:r>
    </w:p>
    <w:p w:rsidR="007B2329" w:rsidRDefault="007B2329" w:rsidP="007B2329">
      <w:r>
        <w:t>718.1066</w:t>
      </w:r>
      <w:r>
        <w:tab/>
        <w:t>2.484e0</w:t>
      </w:r>
    </w:p>
    <w:p w:rsidR="007B2329" w:rsidRDefault="007B2329" w:rsidP="007B2329">
      <w:r>
        <w:t>718.1194</w:t>
      </w:r>
      <w:r>
        <w:tab/>
        <w:t>2.025e0</w:t>
      </w:r>
    </w:p>
    <w:p w:rsidR="007B2329" w:rsidRDefault="007B2329" w:rsidP="007B2329">
      <w:r>
        <w:t>718.1244</w:t>
      </w:r>
      <w:r>
        <w:tab/>
        <w:t>1.332e0</w:t>
      </w:r>
    </w:p>
    <w:p w:rsidR="007B2329" w:rsidRDefault="007B2329" w:rsidP="007B2329">
      <w:r>
        <w:t>718.1823</w:t>
      </w:r>
      <w:r>
        <w:tab/>
        <w:t>1.273e0</w:t>
      </w:r>
    </w:p>
    <w:p w:rsidR="007B2329" w:rsidRDefault="007B2329" w:rsidP="007B2329">
      <w:r>
        <w:lastRenderedPageBreak/>
        <w:t>718.1981</w:t>
      </w:r>
      <w:r>
        <w:tab/>
        <w:t>1.206e1</w:t>
      </w:r>
    </w:p>
    <w:p w:rsidR="007B2329" w:rsidRDefault="007B2329" w:rsidP="007B2329">
      <w:r>
        <w:t>718.2007</w:t>
      </w:r>
      <w:r>
        <w:tab/>
        <w:t>1.013e0</w:t>
      </w:r>
    </w:p>
    <w:p w:rsidR="007B2329" w:rsidRDefault="007B2329" w:rsidP="007B2329">
      <w:r>
        <w:t>718.2072</w:t>
      </w:r>
      <w:r>
        <w:tab/>
        <w:t>3.038e0</w:t>
      </w:r>
    </w:p>
    <w:p w:rsidR="007B2329" w:rsidRDefault="007B2329" w:rsidP="007B2329">
      <w:r>
        <w:t>718.2108</w:t>
      </w:r>
      <w:r>
        <w:tab/>
        <w:t>3.786e0</w:t>
      </w:r>
    </w:p>
    <w:p w:rsidR="007B2329" w:rsidRDefault="007B2329" w:rsidP="007B2329">
      <w:r>
        <w:t>718.2286</w:t>
      </w:r>
      <w:r>
        <w:tab/>
        <w:t>4.793e0</w:t>
      </w:r>
    </w:p>
    <w:p w:rsidR="007B2329" w:rsidRDefault="007B2329" w:rsidP="007B2329">
      <w:r>
        <w:t>718.2480</w:t>
      </w:r>
      <w:r>
        <w:tab/>
        <w:t>5.588e0</w:t>
      </w:r>
    </w:p>
    <w:p w:rsidR="007B2329" w:rsidRDefault="007B2329" w:rsidP="007B2329">
      <w:r>
        <w:t>718.2803</w:t>
      </w:r>
      <w:r>
        <w:tab/>
        <w:t>1.181e0</w:t>
      </w:r>
    </w:p>
    <w:p w:rsidR="007B2329" w:rsidRDefault="007B2329" w:rsidP="007B2329">
      <w:r>
        <w:t>718.2938</w:t>
      </w:r>
      <w:r>
        <w:tab/>
        <w:t>3.632e0</w:t>
      </w:r>
    </w:p>
    <w:p w:rsidR="007B2329" w:rsidRDefault="007B2329" w:rsidP="007B2329">
      <w:r>
        <w:t>718.3796</w:t>
      </w:r>
      <w:r>
        <w:tab/>
        <w:t>2.095e1</w:t>
      </w:r>
    </w:p>
    <w:p w:rsidR="007B2329" w:rsidRDefault="007B2329" w:rsidP="007B2329">
      <w:r>
        <w:t>718.3814</w:t>
      </w:r>
      <w:r>
        <w:tab/>
        <w:t>3.886e1</w:t>
      </w:r>
    </w:p>
    <w:p w:rsidR="007B2329" w:rsidRDefault="007B2329" w:rsidP="007B2329">
      <w:r>
        <w:t>718.3938</w:t>
      </w:r>
      <w:r>
        <w:tab/>
        <w:t>3.752e1</w:t>
      </w:r>
    </w:p>
    <w:p w:rsidR="007B2329" w:rsidRDefault="007B2329" w:rsidP="007B2329">
      <w:r>
        <w:t>718.3969</w:t>
      </w:r>
      <w:r>
        <w:tab/>
        <w:t>2.600e1</w:t>
      </w:r>
    </w:p>
    <w:p w:rsidR="007B2329" w:rsidRDefault="007B2329" w:rsidP="007B2329">
      <w:r>
        <w:t>718.3979</w:t>
      </w:r>
      <w:r>
        <w:tab/>
        <w:t>5.015e1</w:t>
      </w:r>
    </w:p>
    <w:p w:rsidR="007B2329" w:rsidRDefault="007B2329" w:rsidP="007B2329">
      <w:r>
        <w:t>718.4024</w:t>
      </w:r>
      <w:r>
        <w:tab/>
        <w:t>5.182e0</w:t>
      </w:r>
    </w:p>
    <w:p w:rsidR="007B2329" w:rsidRDefault="007B2329" w:rsidP="007B2329">
      <w:r>
        <w:t>718.4106</w:t>
      </w:r>
      <w:r>
        <w:tab/>
        <w:t>3.534e1</w:t>
      </w:r>
    </w:p>
    <w:p w:rsidR="007B2329" w:rsidRDefault="007B2329" w:rsidP="007B2329">
      <w:r>
        <w:t>718.5245</w:t>
      </w:r>
      <w:r>
        <w:tab/>
        <w:t>1.120e0</w:t>
      </w:r>
    </w:p>
    <w:p w:rsidR="007B2329" w:rsidRDefault="007B2329" w:rsidP="007B2329">
      <w:r>
        <w:t>718.5361</w:t>
      </w:r>
      <w:r>
        <w:tab/>
        <w:t>1.690e0</w:t>
      </w:r>
    </w:p>
    <w:p w:rsidR="007B2329" w:rsidRDefault="007B2329" w:rsidP="007B2329">
      <w:r>
        <w:t>718.5401</w:t>
      </w:r>
      <w:r>
        <w:tab/>
        <w:t>2.886e0</w:t>
      </w:r>
    </w:p>
    <w:p w:rsidR="007B2329" w:rsidRDefault="007B2329" w:rsidP="007B2329">
      <w:r>
        <w:t>718.5488</w:t>
      </w:r>
      <w:r>
        <w:tab/>
        <w:t>1.814e0</w:t>
      </w:r>
    </w:p>
    <w:p w:rsidR="007B2329" w:rsidRDefault="007B2329" w:rsidP="007B2329">
      <w:r>
        <w:lastRenderedPageBreak/>
        <w:t>718.6117</w:t>
      </w:r>
      <w:r>
        <w:tab/>
        <w:t>2.025e0</w:t>
      </w:r>
    </w:p>
    <w:p w:rsidR="007B2329" w:rsidRDefault="007B2329" w:rsidP="007B2329">
      <w:r>
        <w:t>718.6194</w:t>
      </w:r>
      <w:r>
        <w:tab/>
        <w:t>6.649e-1</w:t>
      </w:r>
    </w:p>
    <w:p w:rsidR="007B2329" w:rsidRDefault="007B2329" w:rsidP="007B2329">
      <w:r>
        <w:t>718.6395</w:t>
      </w:r>
      <w:r>
        <w:tab/>
        <w:t>2.025e0</w:t>
      </w:r>
    </w:p>
    <w:p w:rsidR="007B2329" w:rsidRDefault="007B2329" w:rsidP="007B2329">
      <w:r>
        <w:t>718.6443</w:t>
      </w:r>
      <w:r>
        <w:tab/>
        <w:t>3.731e0</w:t>
      </w:r>
    </w:p>
    <w:p w:rsidR="007B2329" w:rsidRDefault="007B2329" w:rsidP="007B2329">
      <w:r>
        <w:t>718.6685</w:t>
      </w:r>
      <w:r>
        <w:tab/>
        <w:t>1.528e0</w:t>
      </w:r>
    </w:p>
    <w:p w:rsidR="007B2329" w:rsidRDefault="007B2329" w:rsidP="007B2329">
      <w:r>
        <w:t>718.6921</w:t>
      </w:r>
      <w:r>
        <w:tab/>
        <w:t>1.013e0</w:t>
      </w:r>
    </w:p>
    <w:p w:rsidR="007B2329" w:rsidRDefault="007B2329" w:rsidP="007B2329">
      <w:r>
        <w:t>718.6960</w:t>
      </w:r>
      <w:r>
        <w:tab/>
        <w:t>1.997e0</w:t>
      </w:r>
    </w:p>
    <w:p w:rsidR="007B2329" w:rsidRDefault="007B2329" w:rsidP="007B2329">
      <w:r>
        <w:t>718.7067</w:t>
      </w:r>
      <w:r>
        <w:tab/>
        <w:t>7.676e0</w:t>
      </w:r>
    </w:p>
    <w:p w:rsidR="007B2329" w:rsidRDefault="007B2329" w:rsidP="007B2329">
      <w:r>
        <w:t>718.7175</w:t>
      </w:r>
      <w:r>
        <w:tab/>
        <w:t>1.095e0</w:t>
      </w:r>
    </w:p>
    <w:p w:rsidR="007B2329" w:rsidRDefault="007B2329" w:rsidP="007B2329">
      <w:r>
        <w:t>718.7489</w:t>
      </w:r>
      <w:r>
        <w:tab/>
        <w:t>1.013e0</w:t>
      </w:r>
    </w:p>
    <w:p w:rsidR="007B2329" w:rsidRDefault="007B2329" w:rsidP="007B2329">
      <w:r>
        <w:t>718.7613</w:t>
      </w:r>
      <w:r>
        <w:tab/>
        <w:t>1.574e0</w:t>
      </w:r>
    </w:p>
    <w:p w:rsidR="007B2329" w:rsidRDefault="007B2329" w:rsidP="007B2329">
      <w:r>
        <w:t>718.7858</w:t>
      </w:r>
      <w:r>
        <w:tab/>
        <w:t>2.025e0</w:t>
      </w:r>
    </w:p>
    <w:p w:rsidR="007B2329" w:rsidRDefault="007B2329" w:rsidP="007B2329">
      <w:r>
        <w:t>718.7875</w:t>
      </w:r>
      <w:r>
        <w:tab/>
        <w:t>4.312e0</w:t>
      </w:r>
    </w:p>
    <w:p w:rsidR="007B2329" w:rsidRDefault="007B2329" w:rsidP="007B2329">
      <w:r>
        <w:t>718.8465</w:t>
      </w:r>
      <w:r>
        <w:tab/>
        <w:t>1.013e0</w:t>
      </w:r>
    </w:p>
    <w:p w:rsidR="007B2329" w:rsidRDefault="007B2329" w:rsidP="007B2329">
      <w:r>
        <w:t>718.8488</w:t>
      </w:r>
      <w:r>
        <w:tab/>
        <w:t>3.469e0</w:t>
      </w:r>
    </w:p>
    <w:p w:rsidR="007B2329" w:rsidRDefault="007B2329" w:rsidP="007B2329">
      <w:r>
        <w:t>718.8904</w:t>
      </w:r>
      <w:r>
        <w:tab/>
        <w:t>1.738e0</w:t>
      </w:r>
    </w:p>
    <w:p w:rsidR="007B2329" w:rsidRDefault="007B2329" w:rsidP="007B2329">
      <w:r>
        <w:t>718.9319</w:t>
      </w:r>
      <w:r>
        <w:tab/>
        <w:t>1.013e0</w:t>
      </w:r>
    </w:p>
    <w:p w:rsidR="007B2329" w:rsidRDefault="007B2329" w:rsidP="007B2329">
      <w:r>
        <w:t>718.9439</w:t>
      </w:r>
      <w:r>
        <w:tab/>
        <w:t>1.013e0</w:t>
      </w:r>
    </w:p>
    <w:p w:rsidR="007B2329" w:rsidRDefault="007B2329" w:rsidP="007B2329">
      <w:r>
        <w:t>718.9623</w:t>
      </w:r>
      <w:r>
        <w:tab/>
        <w:t>2.025e0</w:t>
      </w:r>
    </w:p>
    <w:p w:rsidR="007B2329" w:rsidRDefault="007B2329" w:rsidP="007B2329">
      <w:r>
        <w:lastRenderedPageBreak/>
        <w:t>718.9665</w:t>
      </w:r>
      <w:r>
        <w:tab/>
        <w:t>1.013e0</w:t>
      </w:r>
    </w:p>
    <w:p w:rsidR="007B2329" w:rsidRDefault="007B2329" w:rsidP="007B2329">
      <w:r>
        <w:t>718.9942</w:t>
      </w:r>
      <w:r>
        <w:tab/>
        <w:t>2.513e0</w:t>
      </w:r>
    </w:p>
    <w:p w:rsidR="007B2329" w:rsidRDefault="007B2329" w:rsidP="007B2329">
      <w:r>
        <w:t>719.0051</w:t>
      </w:r>
      <w:r>
        <w:tab/>
        <w:t>1.013e0</w:t>
      </w:r>
    </w:p>
    <w:p w:rsidR="007B2329" w:rsidRDefault="007B2329" w:rsidP="007B2329">
      <w:r>
        <w:t>719.0246</w:t>
      </w:r>
      <w:r>
        <w:tab/>
        <w:t>1.856e0</w:t>
      </w:r>
    </w:p>
    <w:p w:rsidR="007B2329" w:rsidRDefault="007B2329" w:rsidP="007B2329">
      <w:r>
        <w:t>719.0416</w:t>
      </w:r>
      <w:r>
        <w:tab/>
        <w:t>1.013e0</w:t>
      </w:r>
    </w:p>
    <w:p w:rsidR="007B2329" w:rsidRDefault="007B2329" w:rsidP="007B2329">
      <w:r>
        <w:t>719.0849</w:t>
      </w:r>
      <w:r>
        <w:tab/>
        <w:t>3.156e0</w:t>
      </w:r>
    </w:p>
    <w:p w:rsidR="007B2329" w:rsidRDefault="007B2329" w:rsidP="007B2329">
      <w:r>
        <w:t>719.1028</w:t>
      </w:r>
      <w:r>
        <w:tab/>
        <w:t>2.025e0</w:t>
      </w:r>
    </w:p>
    <w:p w:rsidR="007B2329" w:rsidRDefault="007B2329" w:rsidP="007B2329">
      <w:r>
        <w:t>719.1120</w:t>
      </w:r>
      <w:r>
        <w:tab/>
        <w:t>4.033e0</w:t>
      </w:r>
    </w:p>
    <w:p w:rsidR="007B2329" w:rsidRDefault="007B2329" w:rsidP="007B2329">
      <w:r>
        <w:t>719.1564</w:t>
      </w:r>
      <w:r>
        <w:tab/>
        <w:t>3.153e0</w:t>
      </w:r>
    </w:p>
    <w:p w:rsidR="007B2329" w:rsidRDefault="007B2329" w:rsidP="007B2329">
      <w:r>
        <w:t>719.1603</w:t>
      </w:r>
      <w:r>
        <w:tab/>
        <w:t>1.422e0</w:t>
      </w:r>
    </w:p>
    <w:p w:rsidR="007B2329" w:rsidRDefault="007B2329" w:rsidP="007B2329">
      <w:r>
        <w:t>719.1958</w:t>
      </w:r>
      <w:r>
        <w:tab/>
        <w:t>3.504e0</w:t>
      </w:r>
    </w:p>
    <w:p w:rsidR="007B2329" w:rsidRDefault="007B2329" w:rsidP="007B2329">
      <w:r>
        <w:t>719.2136</w:t>
      </w:r>
      <w:r>
        <w:tab/>
        <w:t>2.908e0</w:t>
      </w:r>
    </w:p>
    <w:p w:rsidR="007B2329" w:rsidRDefault="007B2329" w:rsidP="007B2329">
      <w:r>
        <w:t>719.2308</w:t>
      </w:r>
      <w:r>
        <w:tab/>
        <w:t>4.622e0</w:t>
      </w:r>
    </w:p>
    <w:p w:rsidR="007B2329" w:rsidRDefault="007B2329" w:rsidP="007B2329">
      <w:r>
        <w:t>719.2354</w:t>
      </w:r>
      <w:r>
        <w:tab/>
        <w:t>2.581e0</w:t>
      </w:r>
    </w:p>
    <w:p w:rsidR="007B2329" w:rsidRDefault="007B2329" w:rsidP="007B2329">
      <w:r>
        <w:t>719.2489</w:t>
      </w:r>
      <w:r>
        <w:tab/>
        <w:t>2.406e0</w:t>
      </w:r>
    </w:p>
    <w:p w:rsidR="007B2329" w:rsidRDefault="007B2329" w:rsidP="007B2329">
      <w:r>
        <w:t>719.2568</w:t>
      </w:r>
      <w:r>
        <w:tab/>
        <w:t>4.630e0</w:t>
      </w:r>
    </w:p>
    <w:p w:rsidR="007B2329" w:rsidRDefault="007B2329" w:rsidP="007B2329">
      <w:r>
        <w:t>719.2848</w:t>
      </w:r>
      <w:r>
        <w:tab/>
        <w:t>3.891e0</w:t>
      </w:r>
    </w:p>
    <w:p w:rsidR="007B2329" w:rsidRDefault="007B2329" w:rsidP="007B2329">
      <w:r>
        <w:t>719.2939</w:t>
      </w:r>
      <w:r>
        <w:tab/>
        <w:t>3.895e0</w:t>
      </w:r>
    </w:p>
    <w:p w:rsidR="007B2329" w:rsidRDefault="007B2329" w:rsidP="007B2329">
      <w:r>
        <w:t>719.3729</w:t>
      </w:r>
      <w:r>
        <w:tab/>
        <w:t>2.816e0</w:t>
      </w:r>
    </w:p>
    <w:p w:rsidR="007B2329" w:rsidRDefault="007B2329" w:rsidP="007B2329">
      <w:r>
        <w:lastRenderedPageBreak/>
        <w:t>719.3946</w:t>
      </w:r>
      <w:r>
        <w:tab/>
        <w:t>3.621e1</w:t>
      </w:r>
    </w:p>
    <w:p w:rsidR="007B2329" w:rsidRDefault="007B2329" w:rsidP="007B2329">
      <w:r>
        <w:t>719.3973</w:t>
      </w:r>
      <w:r>
        <w:tab/>
        <w:t>1.409e2</w:t>
      </w:r>
    </w:p>
    <w:p w:rsidR="007B2329" w:rsidRDefault="007B2329" w:rsidP="007B2329">
      <w:r>
        <w:t>719.4003</w:t>
      </w:r>
      <w:r>
        <w:tab/>
        <w:t>7.963e1</w:t>
      </w:r>
    </w:p>
    <w:p w:rsidR="007B2329" w:rsidRDefault="007B2329" w:rsidP="007B2329">
      <w:r>
        <w:t>719.4025</w:t>
      </w:r>
      <w:r>
        <w:tab/>
        <w:t>1.467e2</w:t>
      </w:r>
    </w:p>
    <w:p w:rsidR="007B2329" w:rsidRDefault="007B2329" w:rsidP="007B2329">
      <w:r>
        <w:t>719.4037</w:t>
      </w:r>
      <w:r>
        <w:tab/>
        <w:t>1.000e1</w:t>
      </w:r>
    </w:p>
    <w:p w:rsidR="007B2329" w:rsidRDefault="007B2329" w:rsidP="007B2329">
      <w:r>
        <w:t>719.4055</w:t>
      </w:r>
      <w:r>
        <w:tab/>
        <w:t>3.162e2</w:t>
      </w:r>
    </w:p>
    <w:p w:rsidR="007B2329" w:rsidRDefault="007B2329" w:rsidP="007B2329">
      <w:r>
        <w:t>719.5776</w:t>
      </w:r>
      <w:r>
        <w:tab/>
        <w:t>2.039e0</w:t>
      </w:r>
    </w:p>
    <w:p w:rsidR="007B2329" w:rsidRDefault="007B2329" w:rsidP="007B2329">
      <w:r>
        <w:t>719.6026</w:t>
      </w:r>
      <w:r>
        <w:tab/>
        <w:t>1.013e0</w:t>
      </w:r>
    </w:p>
    <w:p w:rsidR="007B2329" w:rsidRDefault="007B2329" w:rsidP="007B2329">
      <w:r>
        <w:t>719.6236</w:t>
      </w:r>
      <w:r>
        <w:tab/>
        <w:t>6.030e0</w:t>
      </w:r>
    </w:p>
    <w:p w:rsidR="007B2329" w:rsidRDefault="007B2329" w:rsidP="007B2329">
      <w:r>
        <w:t>719.6562</w:t>
      </w:r>
      <w:r>
        <w:tab/>
        <w:t>1.462e0</w:t>
      </w:r>
    </w:p>
    <w:p w:rsidR="007B2329" w:rsidRDefault="007B2329" w:rsidP="007B2329">
      <w:r>
        <w:t>719.6635</w:t>
      </w:r>
      <w:r>
        <w:tab/>
        <w:t>1.013e0</w:t>
      </w:r>
    </w:p>
    <w:p w:rsidR="007B2329" w:rsidRDefault="007B2329" w:rsidP="007B2329">
      <w:r>
        <w:t>719.7246</w:t>
      </w:r>
      <w:r>
        <w:tab/>
        <w:t>1.013e0</w:t>
      </w:r>
    </w:p>
    <w:p w:rsidR="007B2329" w:rsidRDefault="007B2329" w:rsidP="007B2329">
      <w:r>
        <w:t>719.7384</w:t>
      </w:r>
      <w:r>
        <w:tab/>
        <w:t>4.381e0</w:t>
      </w:r>
    </w:p>
    <w:p w:rsidR="007B2329" w:rsidRDefault="007B2329" w:rsidP="007B2329">
      <w:r>
        <w:t>719.7614</w:t>
      </w:r>
      <w:r>
        <w:tab/>
        <w:t>1.013e0</w:t>
      </w:r>
    </w:p>
    <w:p w:rsidR="007B2329" w:rsidRDefault="007B2329" w:rsidP="007B2329">
      <w:r>
        <w:t>719.7665</w:t>
      </w:r>
      <w:r>
        <w:tab/>
        <w:t>3.038e0</w:t>
      </w:r>
    </w:p>
    <w:p w:rsidR="007B2329" w:rsidRDefault="007B2329" w:rsidP="007B2329">
      <w:r>
        <w:t>719.7835</w:t>
      </w:r>
      <w:r>
        <w:tab/>
        <w:t>4.657e0</w:t>
      </w:r>
    </w:p>
    <w:p w:rsidR="007B2329" w:rsidRDefault="007B2329" w:rsidP="007B2329">
      <w:r>
        <w:t>719.8010</w:t>
      </w:r>
      <w:r>
        <w:tab/>
        <w:t>7.100e-1</w:t>
      </w:r>
    </w:p>
    <w:p w:rsidR="007B2329" w:rsidRDefault="007B2329" w:rsidP="007B2329">
      <w:r>
        <w:t>719.8400</w:t>
      </w:r>
      <w:r>
        <w:tab/>
        <w:t>2.629e0</w:t>
      </w:r>
    </w:p>
    <w:p w:rsidR="007B2329" w:rsidRDefault="007B2329" w:rsidP="007B2329">
      <w:r>
        <w:t>719.8568</w:t>
      </w:r>
      <w:r>
        <w:tab/>
        <w:t>1.124e0</w:t>
      </w:r>
    </w:p>
    <w:p w:rsidR="007B2329" w:rsidRDefault="007B2329" w:rsidP="007B2329">
      <w:r>
        <w:lastRenderedPageBreak/>
        <w:t>719.8892</w:t>
      </w:r>
      <w:r>
        <w:tab/>
        <w:t>1.992e0</w:t>
      </w:r>
    </w:p>
    <w:p w:rsidR="007B2329" w:rsidRDefault="007B2329" w:rsidP="007B2329">
      <w:r>
        <w:t>719.8923</w:t>
      </w:r>
      <w:r>
        <w:tab/>
        <w:t>2.535e0</w:t>
      </w:r>
    </w:p>
    <w:p w:rsidR="007B2329" w:rsidRDefault="007B2329" w:rsidP="007B2329">
      <w:r>
        <w:t>719.9014</w:t>
      </w:r>
      <w:r>
        <w:tab/>
        <w:t>2.025e0</w:t>
      </w:r>
    </w:p>
    <w:p w:rsidR="007B2329" w:rsidRDefault="007B2329" w:rsidP="007B2329">
      <w:r>
        <w:t>719.9086</w:t>
      </w:r>
      <w:r>
        <w:tab/>
        <w:t>4.893e0</w:t>
      </w:r>
    </w:p>
    <w:p w:rsidR="007B2329" w:rsidRDefault="007B2329" w:rsidP="007B2329">
      <w:r>
        <w:t>719.9321</w:t>
      </w:r>
      <w:r>
        <w:tab/>
        <w:t>1.266e-2</w:t>
      </w:r>
    </w:p>
    <w:p w:rsidR="007B2329" w:rsidRDefault="007B2329" w:rsidP="007B2329">
      <w:r>
        <w:t>719.9524</w:t>
      </w:r>
      <w:r>
        <w:tab/>
        <w:t>3.038e0</w:t>
      </w:r>
    </w:p>
    <w:p w:rsidR="007B2329" w:rsidRDefault="007B2329" w:rsidP="007B2329">
      <w:r>
        <w:t>719.9815</w:t>
      </w:r>
      <w:r>
        <w:tab/>
        <w:t>2.247e0</w:t>
      </w:r>
    </w:p>
    <w:p w:rsidR="007B2329" w:rsidRDefault="007B2329" w:rsidP="007B2329">
      <w:r>
        <w:t>719.9940</w:t>
      </w:r>
      <w:r>
        <w:tab/>
        <w:t>1.781e0</w:t>
      </w:r>
    </w:p>
    <w:p w:rsidR="007B2329" w:rsidRDefault="007B2329" w:rsidP="007B2329">
      <w:r>
        <w:t>720.0226</w:t>
      </w:r>
      <w:r>
        <w:tab/>
        <w:t>2.025e0</w:t>
      </w:r>
    </w:p>
    <w:p w:rsidR="007B2329" w:rsidRDefault="007B2329" w:rsidP="007B2329">
      <w:r>
        <w:t>720.0591</w:t>
      </w:r>
      <w:r>
        <w:tab/>
        <w:t>3.413e0</w:t>
      </w:r>
    </w:p>
    <w:p w:rsidR="007B2329" w:rsidRDefault="007B2329" w:rsidP="007B2329">
      <w:r>
        <w:t>720.0610</w:t>
      </w:r>
      <w:r>
        <w:tab/>
        <w:t>3.693e0</w:t>
      </w:r>
    </w:p>
    <w:p w:rsidR="007B2329" w:rsidRDefault="007B2329" w:rsidP="007B2329">
      <w:r>
        <w:t>720.0936</w:t>
      </w:r>
      <w:r>
        <w:tab/>
        <w:t>2.025e0</w:t>
      </w:r>
    </w:p>
    <w:p w:rsidR="007B2329" w:rsidRDefault="007B2329" w:rsidP="007B2329">
      <w:r>
        <w:t>720.1260</w:t>
      </w:r>
      <w:r>
        <w:tab/>
        <w:t>1.880e0</w:t>
      </w:r>
    </w:p>
    <w:p w:rsidR="007B2329" w:rsidRDefault="007B2329" w:rsidP="007B2329">
      <w:r>
        <w:t>720.1274</w:t>
      </w:r>
      <w:r>
        <w:tab/>
        <w:t>1.013e0</w:t>
      </w:r>
    </w:p>
    <w:p w:rsidR="007B2329" w:rsidRDefault="007B2329" w:rsidP="007B2329">
      <w:r>
        <w:t>720.1346</w:t>
      </w:r>
      <w:r>
        <w:tab/>
        <w:t>2.649e0</w:t>
      </w:r>
    </w:p>
    <w:p w:rsidR="007B2329" w:rsidRDefault="007B2329" w:rsidP="007B2329">
      <w:r>
        <w:t>720.1392</w:t>
      </w:r>
      <w:r>
        <w:tab/>
        <w:t>3.652e0</w:t>
      </w:r>
    </w:p>
    <w:p w:rsidR="007B2329" w:rsidRDefault="007B2329" w:rsidP="007B2329">
      <w:r>
        <w:t>720.1498</w:t>
      </w:r>
      <w:r>
        <w:tab/>
        <w:t>1.013e0</w:t>
      </w:r>
    </w:p>
    <w:p w:rsidR="007B2329" w:rsidRDefault="007B2329" w:rsidP="007B2329">
      <w:r>
        <w:t>720.1745</w:t>
      </w:r>
      <w:r>
        <w:tab/>
        <w:t>1.644e0</w:t>
      </w:r>
    </w:p>
    <w:p w:rsidR="007B2329" w:rsidRDefault="007B2329" w:rsidP="007B2329">
      <w:r>
        <w:t>720.2088</w:t>
      </w:r>
      <w:r>
        <w:tab/>
        <w:t>2.311e0</w:t>
      </w:r>
    </w:p>
    <w:p w:rsidR="007B2329" w:rsidRDefault="007B2329" w:rsidP="007B2329">
      <w:r>
        <w:lastRenderedPageBreak/>
        <w:t>720.2141</w:t>
      </w:r>
      <w:r>
        <w:tab/>
        <w:t>1.995e0</w:t>
      </w:r>
    </w:p>
    <w:p w:rsidR="007B2329" w:rsidRDefault="007B2329" w:rsidP="007B2329">
      <w:r>
        <w:t>720.2314</w:t>
      </w:r>
      <w:r>
        <w:tab/>
        <w:t>1.367e0</w:t>
      </w:r>
    </w:p>
    <w:p w:rsidR="007B2329" w:rsidRDefault="007B2329" w:rsidP="007B2329">
      <w:r>
        <w:t>720.2361</w:t>
      </w:r>
      <w:r>
        <w:tab/>
        <w:t>1.013e0</w:t>
      </w:r>
    </w:p>
    <w:p w:rsidR="007B2329" w:rsidRDefault="007B2329" w:rsidP="007B2329">
      <w:r>
        <w:t>720.2870</w:t>
      </w:r>
      <w:r>
        <w:tab/>
        <w:t>2.774e0</w:t>
      </w:r>
    </w:p>
    <w:p w:rsidR="007B2329" w:rsidRDefault="007B2329" w:rsidP="007B2329">
      <w:r>
        <w:t>720.2982</w:t>
      </w:r>
      <w:r>
        <w:tab/>
        <w:t>2.504e0</w:t>
      </w:r>
    </w:p>
    <w:p w:rsidR="007B2329" w:rsidRDefault="007B2329" w:rsidP="007B2329">
      <w:r>
        <w:t>720.3742</w:t>
      </w:r>
      <w:r>
        <w:tab/>
        <w:t>4.686e0</w:t>
      </w:r>
    </w:p>
    <w:p w:rsidR="007B2329" w:rsidRDefault="007B2329" w:rsidP="007B2329">
      <w:r>
        <w:t>720.3969</w:t>
      </w:r>
      <w:r>
        <w:tab/>
        <w:t>3.473e1</w:t>
      </w:r>
    </w:p>
    <w:p w:rsidR="007B2329" w:rsidRDefault="007B2329" w:rsidP="007B2329">
      <w:r>
        <w:t>720.4036</w:t>
      </w:r>
      <w:r>
        <w:tab/>
        <w:t>8.653e1</w:t>
      </w:r>
    </w:p>
    <w:p w:rsidR="007B2329" w:rsidRDefault="007B2329" w:rsidP="007B2329">
      <w:r>
        <w:t>720.4057</w:t>
      </w:r>
      <w:r>
        <w:tab/>
        <w:t>1.751e0</w:t>
      </w:r>
    </w:p>
    <w:p w:rsidR="007B2329" w:rsidRDefault="007B2329" w:rsidP="007B2329">
      <w:r>
        <w:t>720.4067</w:t>
      </w:r>
      <w:r>
        <w:tab/>
        <w:t>9.465e1</w:t>
      </w:r>
    </w:p>
    <w:p w:rsidR="007B2329" w:rsidRDefault="007B2329" w:rsidP="007B2329">
      <w:r>
        <w:t>720.4144</w:t>
      </w:r>
      <w:r>
        <w:tab/>
        <w:t>2.081e1</w:t>
      </w:r>
    </w:p>
    <w:p w:rsidR="007B2329" w:rsidRDefault="007B2329" w:rsidP="007B2329">
      <w:r>
        <w:t>720.4870</w:t>
      </w:r>
      <w:r>
        <w:tab/>
        <w:t>2.025e0</w:t>
      </w:r>
    </w:p>
    <w:p w:rsidR="007B2329" w:rsidRDefault="007B2329" w:rsidP="007B2329">
      <w:r>
        <w:t>720.5048</w:t>
      </w:r>
      <w:r>
        <w:tab/>
        <w:t>1.452e0</w:t>
      </w:r>
    </w:p>
    <w:p w:rsidR="007B2329" w:rsidRDefault="007B2329" w:rsidP="007B2329">
      <w:r>
        <w:t>720.5723</w:t>
      </w:r>
      <w:r>
        <w:tab/>
        <w:t>1.233e0</w:t>
      </w:r>
    </w:p>
    <w:p w:rsidR="007B2329" w:rsidRDefault="007B2329" w:rsidP="007B2329">
      <w:r>
        <w:t>720.5794</w:t>
      </w:r>
      <w:r>
        <w:tab/>
        <w:t>1.013e0</w:t>
      </w:r>
    </w:p>
    <w:p w:rsidR="007B2329" w:rsidRDefault="007B2329" w:rsidP="007B2329">
      <w:r>
        <w:t>720.6110</w:t>
      </w:r>
      <w:r>
        <w:tab/>
        <w:t>2.453e0</w:t>
      </w:r>
    </w:p>
    <w:p w:rsidR="007B2329" w:rsidRDefault="007B2329" w:rsidP="007B2329">
      <w:r>
        <w:t>720.6444</w:t>
      </w:r>
      <w:r>
        <w:tab/>
        <w:t>1.542e0</w:t>
      </w:r>
    </w:p>
    <w:p w:rsidR="007B2329" w:rsidRDefault="007B2329" w:rsidP="007B2329">
      <w:r>
        <w:t>720.6721</w:t>
      </w:r>
      <w:r>
        <w:tab/>
        <w:t>1.449e0</w:t>
      </w:r>
    </w:p>
    <w:p w:rsidR="007B2329" w:rsidRDefault="007B2329" w:rsidP="007B2329">
      <w:r>
        <w:t>720.6747</w:t>
      </w:r>
      <w:r>
        <w:tab/>
        <w:t>3.073e0</w:t>
      </w:r>
    </w:p>
    <w:p w:rsidR="007B2329" w:rsidRDefault="007B2329" w:rsidP="007B2329">
      <w:r>
        <w:lastRenderedPageBreak/>
        <w:t>720.6842</w:t>
      </w:r>
      <w:r>
        <w:tab/>
        <w:t>2.980e0</w:t>
      </w:r>
    </w:p>
    <w:p w:rsidR="007B2329" w:rsidRDefault="007B2329" w:rsidP="007B2329">
      <w:r>
        <w:t>720.7213</w:t>
      </w:r>
      <w:r>
        <w:tab/>
        <w:t>3.818e0</w:t>
      </w:r>
    </w:p>
    <w:p w:rsidR="007B2329" w:rsidRDefault="007B2329" w:rsidP="007B2329">
      <w:r>
        <w:t>720.7327</w:t>
      </w:r>
      <w:r>
        <w:tab/>
        <w:t>4.812e0</w:t>
      </w:r>
    </w:p>
    <w:p w:rsidR="007B2329" w:rsidRDefault="007B2329" w:rsidP="007B2329">
      <w:r>
        <w:t>720.7502</w:t>
      </w:r>
      <w:r>
        <w:tab/>
        <w:t>1.013e0</w:t>
      </w:r>
    </w:p>
    <w:p w:rsidR="007B2329" w:rsidRDefault="007B2329" w:rsidP="007B2329">
      <w:r>
        <w:t>720.7568</w:t>
      </w:r>
      <w:r>
        <w:tab/>
        <w:t>2.025e0</w:t>
      </w:r>
    </w:p>
    <w:p w:rsidR="007B2329" w:rsidRDefault="007B2329" w:rsidP="007B2329">
      <w:r>
        <w:t>720.7792</w:t>
      </w:r>
      <w:r>
        <w:tab/>
        <w:t>2.693e0</w:t>
      </w:r>
    </w:p>
    <w:p w:rsidR="007B2329" w:rsidRDefault="007B2329" w:rsidP="007B2329">
      <w:r>
        <w:t>720.8132</w:t>
      </w:r>
      <w:r>
        <w:tab/>
        <w:t>3.038e0</w:t>
      </w:r>
    </w:p>
    <w:p w:rsidR="007B2329" w:rsidRDefault="007B2329" w:rsidP="007B2329">
      <w:r>
        <w:t>720.8478</w:t>
      </w:r>
      <w:r>
        <w:tab/>
        <w:t>1.958e0</w:t>
      </w:r>
    </w:p>
    <w:p w:rsidR="007B2329" w:rsidRDefault="007B2329" w:rsidP="007B2329">
      <w:r>
        <w:t>720.8502</w:t>
      </w:r>
      <w:r>
        <w:tab/>
        <w:t>2.629e0</w:t>
      </w:r>
    </w:p>
    <w:p w:rsidR="007B2329" w:rsidRDefault="007B2329" w:rsidP="007B2329">
      <w:r>
        <w:t>720.8560</w:t>
      </w:r>
      <w:r>
        <w:tab/>
        <w:t>5.477e0</w:t>
      </w:r>
    </w:p>
    <w:p w:rsidR="007B2329" w:rsidRDefault="007B2329" w:rsidP="007B2329">
      <w:r>
        <w:t>720.9089</w:t>
      </w:r>
      <w:r>
        <w:tab/>
        <w:t>1.013e0</w:t>
      </w:r>
    </w:p>
    <w:p w:rsidR="007B2329" w:rsidRDefault="007B2329" w:rsidP="007B2329">
      <w:r>
        <w:t>720.9268</w:t>
      </w:r>
      <w:r>
        <w:tab/>
        <w:t>1.340e0</w:t>
      </w:r>
    </w:p>
    <w:p w:rsidR="007B2329" w:rsidRDefault="007B2329" w:rsidP="007B2329">
      <w:r>
        <w:t>720.9498</w:t>
      </w:r>
      <w:r>
        <w:tab/>
        <w:t>4.265e0</w:t>
      </w:r>
    </w:p>
    <w:p w:rsidR="007B2329" w:rsidRDefault="007B2329" w:rsidP="007B2329">
      <w:r>
        <w:t>720.9578</w:t>
      </w:r>
      <w:r>
        <w:tab/>
        <w:t>3.038e0</w:t>
      </w:r>
    </w:p>
    <w:p w:rsidR="007B2329" w:rsidRDefault="007B2329" w:rsidP="007B2329">
      <w:r>
        <w:t>721.0067</w:t>
      </w:r>
      <w:r>
        <w:tab/>
        <w:t>4.051e0</w:t>
      </w:r>
    </w:p>
    <w:p w:rsidR="007B2329" w:rsidRDefault="007B2329" w:rsidP="007B2329">
      <w:r>
        <w:t>721.0235</w:t>
      </w:r>
      <w:r>
        <w:tab/>
        <w:t>4.622e0</w:t>
      </w:r>
    </w:p>
    <w:p w:rsidR="007B2329" w:rsidRDefault="007B2329" w:rsidP="007B2329">
      <w:r>
        <w:t>721.0342</w:t>
      </w:r>
      <w:r>
        <w:tab/>
        <w:t>6.085e0</w:t>
      </w:r>
    </w:p>
    <w:p w:rsidR="007B2329" w:rsidRDefault="007B2329" w:rsidP="007B2329">
      <w:r>
        <w:t>721.0435</w:t>
      </w:r>
      <w:r>
        <w:tab/>
        <w:t>1.013e0</w:t>
      </w:r>
    </w:p>
    <w:p w:rsidR="007B2329" w:rsidRDefault="007B2329" w:rsidP="007B2329">
      <w:r>
        <w:t>721.0676</w:t>
      </w:r>
      <w:r>
        <w:tab/>
        <w:t>2.977e0</w:t>
      </w:r>
    </w:p>
    <w:p w:rsidR="007B2329" w:rsidRDefault="007B2329" w:rsidP="007B2329">
      <w:r>
        <w:lastRenderedPageBreak/>
        <w:t>721.1015</w:t>
      </w:r>
      <w:r>
        <w:tab/>
        <w:t>1.607e0</w:t>
      </w:r>
    </w:p>
    <w:p w:rsidR="007B2329" w:rsidRDefault="007B2329" w:rsidP="007B2329">
      <w:r>
        <w:t>721.1351</w:t>
      </w:r>
      <w:r>
        <w:tab/>
        <w:t>2.025e0</w:t>
      </w:r>
    </w:p>
    <w:p w:rsidR="007B2329" w:rsidRDefault="007B2329" w:rsidP="007B2329">
      <w:r>
        <w:t>721.1575</w:t>
      </w:r>
      <w:r>
        <w:tab/>
        <w:t>5.645e0</w:t>
      </w:r>
    </w:p>
    <w:p w:rsidR="007B2329" w:rsidRDefault="007B2329" w:rsidP="007B2329">
      <w:r>
        <w:t>721.1709</w:t>
      </w:r>
      <w:r>
        <w:tab/>
        <w:t>2.025e0</w:t>
      </w:r>
    </w:p>
    <w:p w:rsidR="007B2329" w:rsidRDefault="007B2329" w:rsidP="007B2329">
      <w:r>
        <w:t>721.1725</w:t>
      </w:r>
      <w:r>
        <w:tab/>
        <w:t>2.582e0</w:t>
      </w:r>
    </w:p>
    <w:p w:rsidR="007B2329" w:rsidRDefault="007B2329" w:rsidP="007B2329">
      <w:r>
        <w:t>721.2072</w:t>
      </w:r>
      <w:r>
        <w:tab/>
        <w:t>2.183e0</w:t>
      </w:r>
    </w:p>
    <w:p w:rsidR="007B2329" w:rsidRDefault="007B2329" w:rsidP="007B2329">
      <w:r>
        <w:t>721.2138</w:t>
      </w:r>
      <w:r>
        <w:tab/>
        <w:t>1.013e0</w:t>
      </w:r>
    </w:p>
    <w:p w:rsidR="007B2329" w:rsidRDefault="007B2329" w:rsidP="007B2329">
      <w:r>
        <w:t>721.2297</w:t>
      </w:r>
      <w:r>
        <w:tab/>
        <w:t>7.089e0</w:t>
      </w:r>
    </w:p>
    <w:p w:rsidR="007B2329" w:rsidRDefault="007B2329" w:rsidP="007B2329">
      <w:r>
        <w:t>721.2474</w:t>
      </w:r>
      <w:r>
        <w:tab/>
        <w:t>1.013e0</w:t>
      </w:r>
    </w:p>
    <w:p w:rsidR="007B2329" w:rsidRDefault="007B2329" w:rsidP="007B2329">
      <w:r>
        <w:t>721.3557</w:t>
      </w:r>
      <w:r>
        <w:tab/>
        <w:t>1.683e2</w:t>
      </w:r>
    </w:p>
    <w:p w:rsidR="007B2329" w:rsidRDefault="007B2329" w:rsidP="007B2329">
      <w:r>
        <w:t>721.3642</w:t>
      </w:r>
      <w:r>
        <w:tab/>
        <w:t>9.124e2</w:t>
      </w:r>
    </w:p>
    <w:p w:rsidR="007B2329" w:rsidRDefault="007B2329" w:rsidP="007B2329">
      <w:r>
        <w:t>721.3661</w:t>
      </w:r>
      <w:r>
        <w:tab/>
        <w:t>2.978e2</w:t>
      </w:r>
    </w:p>
    <w:p w:rsidR="007B2329" w:rsidRDefault="007B2329" w:rsidP="007B2329">
      <w:r>
        <w:t>721.3675</w:t>
      </w:r>
      <w:r>
        <w:tab/>
        <w:t>1.178e2</w:t>
      </w:r>
    </w:p>
    <w:p w:rsidR="007B2329" w:rsidRDefault="007B2329" w:rsidP="007B2329">
      <w:r>
        <w:t>721.5436</w:t>
      </w:r>
      <w:r>
        <w:tab/>
        <w:t>1.025e0</w:t>
      </w:r>
    </w:p>
    <w:p w:rsidR="007B2329" w:rsidRDefault="007B2329" w:rsidP="007B2329">
      <w:r>
        <w:t>721.5566</w:t>
      </w:r>
      <w:r>
        <w:tab/>
        <w:t>3.501e0</w:t>
      </w:r>
    </w:p>
    <w:p w:rsidR="007B2329" w:rsidRDefault="007B2329" w:rsidP="007B2329">
      <w:r>
        <w:t>721.5962</w:t>
      </w:r>
      <w:r>
        <w:tab/>
        <w:t>2.639e0</w:t>
      </w:r>
    </w:p>
    <w:p w:rsidR="007B2329" w:rsidRDefault="007B2329" w:rsidP="007B2329">
      <w:r>
        <w:t>721.6140</w:t>
      </w:r>
      <w:r>
        <w:tab/>
        <w:t>2.187e0</w:t>
      </w:r>
    </w:p>
    <w:p w:rsidR="007B2329" w:rsidRDefault="007B2329" w:rsidP="007B2329">
      <w:r>
        <w:t>721.6448</w:t>
      </w:r>
      <w:r>
        <w:tab/>
        <w:t>2.665e0</w:t>
      </w:r>
    </w:p>
    <w:p w:rsidR="007B2329" w:rsidRDefault="007B2329" w:rsidP="007B2329">
      <w:r>
        <w:t>721.6460</w:t>
      </w:r>
      <w:r>
        <w:tab/>
        <w:t>3.038e0</w:t>
      </w:r>
    </w:p>
    <w:p w:rsidR="007B2329" w:rsidRDefault="007B2329" w:rsidP="007B2329">
      <w:r>
        <w:lastRenderedPageBreak/>
        <w:t>721.6655</w:t>
      </w:r>
      <w:r>
        <w:tab/>
        <w:t>5.999e0</w:t>
      </w:r>
    </w:p>
    <w:p w:rsidR="007B2329" w:rsidRDefault="007B2329" w:rsidP="007B2329">
      <w:r>
        <w:t>721.7252</w:t>
      </w:r>
      <w:r>
        <w:tab/>
        <w:t>5.767e0</w:t>
      </w:r>
    </w:p>
    <w:p w:rsidR="007B2329" w:rsidRDefault="007B2329" w:rsidP="007B2329">
      <w:r>
        <w:t>721.7285</w:t>
      </w:r>
      <w:r>
        <w:tab/>
        <w:t>1.013e0</w:t>
      </w:r>
    </w:p>
    <w:p w:rsidR="007B2329" w:rsidRDefault="007B2329" w:rsidP="007B2329">
      <w:r>
        <w:t>721.7441</w:t>
      </w:r>
      <w:r>
        <w:tab/>
        <w:t>4.461e0</w:t>
      </w:r>
    </w:p>
    <w:p w:rsidR="007B2329" w:rsidRDefault="007B2329" w:rsidP="007B2329">
      <w:r>
        <w:t>721.7565</w:t>
      </w:r>
      <w:r>
        <w:tab/>
        <w:t>2.586e0</w:t>
      </w:r>
    </w:p>
    <w:p w:rsidR="007B2329" w:rsidRDefault="007B2329" w:rsidP="007B2329">
      <w:r>
        <w:t>721.7859</w:t>
      </w:r>
      <w:r>
        <w:tab/>
        <w:t>3.038e0</w:t>
      </w:r>
    </w:p>
    <w:p w:rsidR="007B2329" w:rsidRDefault="007B2329" w:rsidP="007B2329">
      <w:r>
        <w:t>721.7949</w:t>
      </w:r>
      <w:r>
        <w:tab/>
        <w:t>2.734e0</w:t>
      </w:r>
    </w:p>
    <w:p w:rsidR="007B2329" w:rsidRDefault="007B2329" w:rsidP="007B2329">
      <w:r>
        <w:t>721.7986</w:t>
      </w:r>
      <w:r>
        <w:tab/>
        <w:t>2.676e0</w:t>
      </w:r>
    </w:p>
    <w:p w:rsidR="007B2329" w:rsidRDefault="007B2329" w:rsidP="007B2329">
      <w:r>
        <w:t>721.8071</w:t>
      </w:r>
      <w:r>
        <w:tab/>
        <w:t>8.362e-1</w:t>
      </w:r>
    </w:p>
    <w:p w:rsidR="007B2329" w:rsidRDefault="007B2329" w:rsidP="007B2329">
      <w:r>
        <w:t>721.8369</w:t>
      </w:r>
      <w:r>
        <w:tab/>
        <w:t>3.038e0</w:t>
      </w:r>
    </w:p>
    <w:p w:rsidR="007B2329" w:rsidRDefault="007B2329" w:rsidP="007B2329">
      <w:r>
        <w:t>721.8710</w:t>
      </w:r>
      <w:r>
        <w:tab/>
        <w:t>2.025e0</w:t>
      </w:r>
    </w:p>
    <w:p w:rsidR="007B2329" w:rsidRDefault="007B2329" w:rsidP="007B2329">
      <w:r>
        <w:t>721.8724</w:t>
      </w:r>
      <w:r>
        <w:tab/>
        <w:t>3.776e0</w:t>
      </w:r>
    </w:p>
    <w:p w:rsidR="007B2329" w:rsidRDefault="007B2329" w:rsidP="007B2329">
      <w:r>
        <w:t>721.8751</w:t>
      </w:r>
      <w:r>
        <w:tab/>
        <w:t>1.013e0</w:t>
      </w:r>
    </w:p>
    <w:p w:rsidR="007B2329" w:rsidRDefault="007B2329" w:rsidP="007B2329">
      <w:r>
        <w:t>721.9119</w:t>
      </w:r>
      <w:r>
        <w:tab/>
        <w:t>3.155e0</w:t>
      </w:r>
    </w:p>
    <w:p w:rsidR="007B2329" w:rsidRDefault="007B2329" w:rsidP="007B2329">
      <w:r>
        <w:t>721.9200</w:t>
      </w:r>
      <w:r>
        <w:tab/>
        <w:t>1.656e0</w:t>
      </w:r>
    </w:p>
    <w:p w:rsidR="007B2329" w:rsidRDefault="007B2329" w:rsidP="007B2329">
      <w:r>
        <w:t>721.9545</w:t>
      </w:r>
      <w:r>
        <w:tab/>
        <w:t>1.025e0</w:t>
      </w:r>
    </w:p>
    <w:p w:rsidR="007B2329" w:rsidRDefault="007B2329" w:rsidP="007B2329">
      <w:r>
        <w:t>721.9609</w:t>
      </w:r>
      <w:r>
        <w:tab/>
        <w:t>2.025e0</w:t>
      </w:r>
    </w:p>
    <w:p w:rsidR="007B2329" w:rsidRDefault="007B2329" w:rsidP="007B2329">
      <w:r>
        <w:t>722.0002</w:t>
      </w:r>
      <w:r>
        <w:tab/>
        <w:t>3.957e0</w:t>
      </w:r>
    </w:p>
    <w:p w:rsidR="007B2329" w:rsidRDefault="007B2329" w:rsidP="007B2329">
      <w:r>
        <w:t>722.0219</w:t>
      </w:r>
      <w:r>
        <w:tab/>
        <w:t>2.214e0</w:t>
      </w:r>
    </w:p>
    <w:p w:rsidR="007B2329" w:rsidRDefault="007B2329" w:rsidP="007B2329">
      <w:r>
        <w:lastRenderedPageBreak/>
        <w:t>722.0466</w:t>
      </w:r>
      <w:r>
        <w:tab/>
        <w:t>1.778e0</w:t>
      </w:r>
    </w:p>
    <w:p w:rsidR="007B2329" w:rsidRDefault="007B2329" w:rsidP="007B2329">
      <w:r>
        <w:t>722.0477</w:t>
      </w:r>
      <w:r>
        <w:tab/>
        <w:t>3.038e0</w:t>
      </w:r>
    </w:p>
    <w:p w:rsidR="007B2329" w:rsidRDefault="007B2329" w:rsidP="007B2329">
      <w:r>
        <w:t>722.0834</w:t>
      </w:r>
      <w:r>
        <w:tab/>
        <w:t>1.013e0</w:t>
      </w:r>
    </w:p>
    <w:p w:rsidR="007B2329" w:rsidRDefault="007B2329" w:rsidP="007B2329">
      <w:r>
        <w:t>722.1129</w:t>
      </w:r>
      <w:r>
        <w:tab/>
        <w:t>5.934e0</w:t>
      </w:r>
    </w:p>
    <w:p w:rsidR="007B2329" w:rsidRDefault="007B2329" w:rsidP="007B2329">
      <w:r>
        <w:t>722.1198</w:t>
      </w:r>
      <w:r>
        <w:tab/>
        <w:t>2.025e0</w:t>
      </w:r>
    </w:p>
    <w:p w:rsidR="007B2329" w:rsidRDefault="007B2329" w:rsidP="007B2329">
      <w:r>
        <w:t>722.1443</w:t>
      </w:r>
      <w:r>
        <w:tab/>
        <w:t>5.853e0</w:t>
      </w:r>
    </w:p>
    <w:p w:rsidR="007B2329" w:rsidRDefault="007B2329" w:rsidP="007B2329">
      <w:r>
        <w:t>722.1472</w:t>
      </w:r>
      <w:r>
        <w:tab/>
        <w:t>5.163e0</w:t>
      </w:r>
    </w:p>
    <w:p w:rsidR="007B2329" w:rsidRDefault="007B2329" w:rsidP="007B2329">
      <w:r>
        <w:t>722.1564</w:t>
      </w:r>
      <w:r>
        <w:tab/>
        <w:t>1.013e0</w:t>
      </w:r>
    </w:p>
    <w:p w:rsidR="007B2329" w:rsidRDefault="007B2329" w:rsidP="007B2329">
      <w:r>
        <w:t>722.1691</w:t>
      </w:r>
      <w:r>
        <w:tab/>
        <w:t>1.013e0</w:t>
      </w:r>
    </w:p>
    <w:p w:rsidR="007B2329" w:rsidRDefault="007B2329" w:rsidP="007B2329">
      <w:r>
        <w:t>722.1775</w:t>
      </w:r>
      <w:r>
        <w:tab/>
        <w:t>4.864e0</w:t>
      </w:r>
    </w:p>
    <w:p w:rsidR="007B2329" w:rsidRDefault="007B2329" w:rsidP="007B2329">
      <w:r>
        <w:t>722.2073</w:t>
      </w:r>
      <w:r>
        <w:tab/>
        <w:t>3.184e0</w:t>
      </w:r>
    </w:p>
    <w:p w:rsidR="007B2329" w:rsidRDefault="007B2329" w:rsidP="007B2329">
      <w:r>
        <w:t>722.2136</w:t>
      </w:r>
      <w:r>
        <w:tab/>
        <w:t>3.073e0</w:t>
      </w:r>
    </w:p>
    <w:p w:rsidR="007B2329" w:rsidRDefault="007B2329" w:rsidP="007B2329">
      <w:r>
        <w:t>722.2147</w:t>
      </w:r>
      <w:r>
        <w:tab/>
        <w:t>3.453e0</w:t>
      </w:r>
    </w:p>
    <w:p w:rsidR="007B2329" w:rsidRDefault="007B2329" w:rsidP="007B2329">
      <w:r>
        <w:t>722.3212</w:t>
      </w:r>
      <w:r>
        <w:tab/>
        <w:t>5.338e0</w:t>
      </w:r>
    </w:p>
    <w:p w:rsidR="007B2329" w:rsidRDefault="007B2329" w:rsidP="007B2329">
      <w:r>
        <w:t>722.3566</w:t>
      </w:r>
      <w:r>
        <w:tab/>
        <w:t>8.107e1</w:t>
      </w:r>
    </w:p>
    <w:p w:rsidR="007B2329" w:rsidRDefault="007B2329" w:rsidP="007B2329">
      <w:r>
        <w:t>722.3596</w:t>
      </w:r>
      <w:r>
        <w:tab/>
        <w:t>8.362e1</w:t>
      </w:r>
    </w:p>
    <w:p w:rsidR="007B2329" w:rsidRDefault="007B2329" w:rsidP="007B2329">
      <w:r>
        <w:t>722.3613</w:t>
      </w:r>
      <w:r>
        <w:tab/>
        <w:t>1.300e2</w:t>
      </w:r>
    </w:p>
    <w:p w:rsidR="007B2329" w:rsidRDefault="007B2329" w:rsidP="007B2329">
      <w:r>
        <w:t>722.3641</w:t>
      </w:r>
      <w:r>
        <w:tab/>
        <w:t>2.720e2</w:t>
      </w:r>
    </w:p>
    <w:p w:rsidR="007B2329" w:rsidRDefault="007B2329" w:rsidP="007B2329">
      <w:r>
        <w:t>722.4273</w:t>
      </w:r>
      <w:r>
        <w:tab/>
        <w:t>3.797e0</w:t>
      </w:r>
    </w:p>
    <w:p w:rsidR="007B2329" w:rsidRDefault="007B2329" w:rsidP="007B2329">
      <w:r>
        <w:lastRenderedPageBreak/>
        <w:t>722.4460</w:t>
      </w:r>
      <w:r>
        <w:tab/>
        <w:t>7.191e0</w:t>
      </w:r>
    </w:p>
    <w:p w:rsidR="007B2329" w:rsidRDefault="007B2329" w:rsidP="007B2329">
      <w:r>
        <w:t>722.5089</w:t>
      </w:r>
      <w:r>
        <w:tab/>
        <w:t>5.038e0</w:t>
      </w:r>
    </w:p>
    <w:p w:rsidR="007B2329" w:rsidRDefault="007B2329" w:rsidP="007B2329">
      <w:r>
        <w:t>722.5187</w:t>
      </w:r>
      <w:r>
        <w:tab/>
        <w:t>3.462e0</w:t>
      </w:r>
    </w:p>
    <w:p w:rsidR="007B2329" w:rsidRDefault="007B2329" w:rsidP="007B2329">
      <w:r>
        <w:t>722.5202</w:t>
      </w:r>
      <w:r>
        <w:tab/>
        <w:t>3.621e0</w:t>
      </w:r>
    </w:p>
    <w:p w:rsidR="007B2329" w:rsidRDefault="007B2329" w:rsidP="007B2329">
      <w:r>
        <w:t>722.5304</w:t>
      </w:r>
      <w:r>
        <w:tab/>
        <w:t>2.641e0</w:t>
      </w:r>
    </w:p>
    <w:p w:rsidR="007B2329" w:rsidRDefault="007B2329" w:rsidP="007B2329">
      <w:r>
        <w:t>722.5336</w:t>
      </w:r>
      <w:r>
        <w:tab/>
        <w:t>1.013e0</w:t>
      </w:r>
    </w:p>
    <w:p w:rsidR="007B2329" w:rsidRDefault="007B2329" w:rsidP="007B2329">
      <w:r>
        <w:t>722.5425</w:t>
      </w:r>
      <w:r>
        <w:tab/>
        <w:t>1.051e0</w:t>
      </w:r>
    </w:p>
    <w:p w:rsidR="007B2329" w:rsidRDefault="007B2329" w:rsidP="007B2329">
      <w:r>
        <w:t>722.5852</w:t>
      </w:r>
      <w:r>
        <w:tab/>
        <w:t>2.025e0</w:t>
      </w:r>
    </w:p>
    <w:p w:rsidR="007B2329" w:rsidRDefault="007B2329" w:rsidP="007B2329">
      <w:r>
        <w:t>722.6095</w:t>
      </w:r>
      <w:r>
        <w:tab/>
        <w:t>2.271e0</w:t>
      </w:r>
    </w:p>
    <w:p w:rsidR="007B2329" w:rsidRDefault="007B2329" w:rsidP="007B2329">
      <w:r>
        <w:t>722.6119</w:t>
      </w:r>
      <w:r>
        <w:tab/>
        <w:t>3.034e0</w:t>
      </w:r>
    </w:p>
    <w:p w:rsidR="007B2329" w:rsidRDefault="007B2329" w:rsidP="007B2329">
      <w:r>
        <w:t>722.6194</w:t>
      </w:r>
      <w:r>
        <w:tab/>
        <w:t>1.013e0</w:t>
      </w:r>
    </w:p>
    <w:p w:rsidR="007B2329" w:rsidRDefault="007B2329" w:rsidP="007B2329">
      <w:r>
        <w:t>722.6263</w:t>
      </w:r>
      <w:r>
        <w:tab/>
        <w:t>4.859e0</w:t>
      </w:r>
    </w:p>
    <w:p w:rsidR="007B2329" w:rsidRDefault="007B2329" w:rsidP="007B2329">
      <w:r>
        <w:t>722.6370</w:t>
      </w:r>
      <w:r>
        <w:tab/>
        <w:t>3.913e0</w:t>
      </w:r>
    </w:p>
    <w:p w:rsidR="007B2329" w:rsidRDefault="007B2329" w:rsidP="007B2329">
      <w:r>
        <w:t>722.6403</w:t>
      </w:r>
      <w:r>
        <w:tab/>
        <w:t>3.744e0</w:t>
      </w:r>
    </w:p>
    <w:p w:rsidR="007B2329" w:rsidRDefault="007B2329" w:rsidP="007B2329">
      <w:r>
        <w:t>722.6561</w:t>
      </w:r>
      <w:r>
        <w:tab/>
        <w:t>4.580e0</w:t>
      </w:r>
    </w:p>
    <w:p w:rsidR="007B2329" w:rsidRDefault="007B2329" w:rsidP="007B2329">
      <w:r>
        <w:t>722.7304</w:t>
      </w:r>
      <w:r>
        <w:tab/>
        <w:t>2.813e0</w:t>
      </w:r>
    </w:p>
    <w:p w:rsidR="007B2329" w:rsidRDefault="007B2329" w:rsidP="007B2329">
      <w:r>
        <w:t>722.7430</w:t>
      </w:r>
      <w:r>
        <w:tab/>
        <w:t>2.457e0</w:t>
      </w:r>
    </w:p>
    <w:p w:rsidR="007B2329" w:rsidRDefault="007B2329" w:rsidP="007B2329">
      <w:r>
        <w:t>722.7687</w:t>
      </w:r>
      <w:r>
        <w:tab/>
        <w:t>1.013e0</w:t>
      </w:r>
    </w:p>
    <w:p w:rsidR="007B2329" w:rsidRDefault="007B2329" w:rsidP="007B2329">
      <w:r>
        <w:t>722.7994</w:t>
      </w:r>
      <w:r>
        <w:tab/>
        <w:t>1.984e0</w:t>
      </w:r>
    </w:p>
    <w:p w:rsidR="007B2329" w:rsidRDefault="007B2329" w:rsidP="007B2329">
      <w:r>
        <w:lastRenderedPageBreak/>
        <w:t>722.8057</w:t>
      </w:r>
      <w:r>
        <w:tab/>
        <w:t>1.722e0</w:t>
      </w:r>
    </w:p>
    <w:p w:rsidR="007B2329" w:rsidRDefault="007B2329" w:rsidP="007B2329">
      <w:r>
        <w:t>722.8549</w:t>
      </w:r>
      <w:r>
        <w:tab/>
        <w:t>2.537e0</w:t>
      </w:r>
    </w:p>
    <w:p w:rsidR="007B2329" w:rsidRDefault="007B2329" w:rsidP="007B2329">
      <w:r>
        <w:t>722.8720</w:t>
      </w:r>
      <w:r>
        <w:tab/>
        <w:t>2.574e0</w:t>
      </w:r>
    </w:p>
    <w:p w:rsidR="007B2329" w:rsidRDefault="007B2329" w:rsidP="007B2329">
      <w:r>
        <w:t>722.8737</w:t>
      </w:r>
      <w:r>
        <w:tab/>
        <w:t>2.348e0</w:t>
      </w:r>
    </w:p>
    <w:p w:rsidR="007B2329" w:rsidRDefault="007B2329" w:rsidP="007B2329">
      <w:r>
        <w:t>722.8941</w:t>
      </w:r>
      <w:r>
        <w:tab/>
        <w:t>2.025e0</w:t>
      </w:r>
    </w:p>
    <w:p w:rsidR="007B2329" w:rsidRDefault="007B2329" w:rsidP="007B2329">
      <w:r>
        <w:t>722.8991</w:t>
      </w:r>
      <w:r>
        <w:tab/>
        <w:t>9.047e0</w:t>
      </w:r>
    </w:p>
    <w:p w:rsidR="007B2329" w:rsidRDefault="007B2329" w:rsidP="007B2329">
      <w:r>
        <w:t>722.9008</w:t>
      </w:r>
      <w:r>
        <w:tab/>
        <w:t>4.101e0</w:t>
      </w:r>
    </w:p>
    <w:p w:rsidR="007B2329" w:rsidRDefault="007B2329" w:rsidP="007B2329">
      <w:r>
        <w:t>722.9630</w:t>
      </w:r>
      <w:r>
        <w:tab/>
        <w:t>2.481e0</w:t>
      </w:r>
    </w:p>
    <w:p w:rsidR="007B2329" w:rsidRDefault="007B2329" w:rsidP="007B2329">
      <w:r>
        <w:t>722.9937</w:t>
      </w:r>
      <w:r>
        <w:tab/>
        <w:t>3.038e0</w:t>
      </w:r>
    </w:p>
    <w:p w:rsidR="007B2329" w:rsidRDefault="007B2329" w:rsidP="007B2329">
      <w:r>
        <w:t>723.0262</w:t>
      </w:r>
      <w:r>
        <w:tab/>
        <w:t>1.013e0</w:t>
      </w:r>
    </w:p>
    <w:p w:rsidR="007B2329" w:rsidRDefault="007B2329" w:rsidP="007B2329">
      <w:r>
        <w:t>723.0345</w:t>
      </w:r>
      <w:r>
        <w:tab/>
        <w:t>3.704e0</w:t>
      </w:r>
    </w:p>
    <w:p w:rsidR="007B2329" w:rsidRDefault="007B2329" w:rsidP="007B2329">
      <w:r>
        <w:t>723.0630</w:t>
      </w:r>
      <w:r>
        <w:tab/>
        <w:t>1.013e0</w:t>
      </w:r>
    </w:p>
    <w:p w:rsidR="007B2329" w:rsidRDefault="007B2329" w:rsidP="007B2329">
      <w:r>
        <w:t>723.0866</w:t>
      </w:r>
      <w:r>
        <w:tab/>
        <w:t>2.532e-2</w:t>
      </w:r>
    </w:p>
    <w:p w:rsidR="007B2329" w:rsidRDefault="007B2329" w:rsidP="007B2329">
      <w:r>
        <w:t>723.1020</w:t>
      </w:r>
      <w:r>
        <w:tab/>
        <w:t>3.801e0</w:t>
      </w:r>
    </w:p>
    <w:p w:rsidR="007B2329" w:rsidRDefault="007B2329" w:rsidP="007B2329">
      <w:r>
        <w:t>723.1293</w:t>
      </w:r>
      <w:r>
        <w:tab/>
        <w:t>1.884e0</w:t>
      </w:r>
    </w:p>
    <w:p w:rsidR="007B2329" w:rsidRDefault="007B2329" w:rsidP="007B2329">
      <w:r>
        <w:t>723.1436</w:t>
      </w:r>
      <w:r>
        <w:tab/>
        <w:t>4.352e0</w:t>
      </w:r>
    </w:p>
    <w:p w:rsidR="007B2329" w:rsidRDefault="007B2329" w:rsidP="007B2329">
      <w:r>
        <w:t>723.1486</w:t>
      </w:r>
      <w:r>
        <w:tab/>
        <w:t>1.013e0</w:t>
      </w:r>
    </w:p>
    <w:p w:rsidR="007B2329" w:rsidRDefault="007B2329" w:rsidP="007B2329">
      <w:r>
        <w:t>723.1613</w:t>
      </w:r>
      <w:r>
        <w:tab/>
        <w:t>3.333e0</w:t>
      </w:r>
    </w:p>
    <w:p w:rsidR="007B2329" w:rsidRDefault="007B2329" w:rsidP="007B2329">
      <w:r>
        <w:t>723.1683</w:t>
      </w:r>
      <w:r>
        <w:tab/>
        <w:t>3.038e0</w:t>
      </w:r>
    </w:p>
    <w:p w:rsidR="007B2329" w:rsidRDefault="007B2329" w:rsidP="007B2329">
      <w:r>
        <w:lastRenderedPageBreak/>
        <w:t>723.1817</w:t>
      </w:r>
      <w:r>
        <w:tab/>
        <w:t>3.038e0</w:t>
      </w:r>
    </w:p>
    <w:p w:rsidR="007B2329" w:rsidRDefault="007B2329" w:rsidP="007B2329">
      <w:r>
        <w:t>723.2259</w:t>
      </w:r>
      <w:r>
        <w:tab/>
        <w:t>2.018e0</w:t>
      </w:r>
    </w:p>
    <w:p w:rsidR="007B2329" w:rsidRDefault="007B2329" w:rsidP="007B2329">
      <w:r>
        <w:t>723.2650</w:t>
      </w:r>
      <w:r>
        <w:tab/>
        <w:t>4.323e0</w:t>
      </w:r>
    </w:p>
    <w:p w:rsidR="007B2329" w:rsidRDefault="007B2329" w:rsidP="007B2329">
      <w:r>
        <w:t>723.3480</w:t>
      </w:r>
      <w:r>
        <w:tab/>
        <w:t>1.753e1</w:t>
      </w:r>
    </w:p>
    <w:p w:rsidR="007B2329" w:rsidRDefault="007B2329" w:rsidP="007B2329">
      <w:r>
        <w:t>723.3521</w:t>
      </w:r>
      <w:r>
        <w:tab/>
        <w:t>4.705e1</w:t>
      </w:r>
    </w:p>
    <w:p w:rsidR="007B2329" w:rsidRDefault="007B2329" w:rsidP="007B2329">
      <w:r>
        <w:t>723.3555</w:t>
      </w:r>
      <w:r>
        <w:tab/>
        <w:t>3.310e1</w:t>
      </w:r>
    </w:p>
    <w:p w:rsidR="007B2329" w:rsidRDefault="007B2329" w:rsidP="007B2329">
      <w:r>
        <w:t>723.3615</w:t>
      </w:r>
      <w:r>
        <w:tab/>
        <w:t>7.407e1</w:t>
      </w:r>
    </w:p>
    <w:p w:rsidR="007B2329" w:rsidRDefault="007B2329" w:rsidP="007B2329">
      <w:r>
        <w:t>723.3683</w:t>
      </w:r>
      <w:r>
        <w:tab/>
        <w:t>2.407e1</w:t>
      </w:r>
    </w:p>
    <w:p w:rsidR="007B2329" w:rsidRDefault="007B2329" w:rsidP="007B2329">
      <w:r>
        <w:t>723.3721</w:t>
      </w:r>
      <w:r>
        <w:tab/>
        <w:t>3.611e1</w:t>
      </w:r>
    </w:p>
    <w:p w:rsidR="007B2329" w:rsidRDefault="007B2329" w:rsidP="007B2329">
      <w:r>
        <w:t>723.4122</w:t>
      </w:r>
      <w:r>
        <w:tab/>
        <w:t>2.025e0</w:t>
      </w:r>
    </w:p>
    <w:p w:rsidR="007B2329" w:rsidRDefault="007B2329" w:rsidP="007B2329">
      <w:r>
        <w:t>723.4163</w:t>
      </w:r>
      <w:r>
        <w:tab/>
        <w:t>1.152e1</w:t>
      </w:r>
    </w:p>
    <w:p w:rsidR="007B2329" w:rsidRDefault="007B2329" w:rsidP="007B2329">
      <w:r>
        <w:t>723.5794</w:t>
      </w:r>
      <w:r>
        <w:tab/>
        <w:t>1.013e0</w:t>
      </w:r>
    </w:p>
    <w:p w:rsidR="007B2329" w:rsidRDefault="007B2329" w:rsidP="007B2329">
      <w:r>
        <w:t>723.6065</w:t>
      </w:r>
      <w:r>
        <w:tab/>
        <w:t>2.828e0</w:t>
      </w:r>
    </w:p>
    <w:p w:rsidR="007B2329" w:rsidRDefault="007B2329" w:rsidP="007B2329">
      <w:r>
        <w:t>723.6285</w:t>
      </w:r>
      <w:r>
        <w:tab/>
        <w:t>8.000e0</w:t>
      </w:r>
    </w:p>
    <w:p w:rsidR="007B2329" w:rsidRDefault="007B2329" w:rsidP="007B2329">
      <w:r>
        <w:t>723.6795</w:t>
      </w:r>
      <w:r>
        <w:tab/>
        <w:t>1.663e0</w:t>
      </w:r>
    </w:p>
    <w:p w:rsidR="007B2329" w:rsidRDefault="007B2329" w:rsidP="007B2329">
      <w:r>
        <w:t>723.7185</w:t>
      </w:r>
      <w:r>
        <w:tab/>
        <w:t>3.864e0</w:t>
      </w:r>
    </w:p>
    <w:p w:rsidR="007B2329" w:rsidRDefault="007B2329" w:rsidP="007B2329">
      <w:r>
        <w:t>723.7289</w:t>
      </w:r>
      <w:r>
        <w:tab/>
        <w:t>3.038e0</w:t>
      </w:r>
    </w:p>
    <w:p w:rsidR="007B2329" w:rsidRDefault="007B2329" w:rsidP="007B2329">
      <w:r>
        <w:t>723.7753</w:t>
      </w:r>
      <w:r>
        <w:tab/>
        <w:t>7.259e0</w:t>
      </w:r>
    </w:p>
    <w:p w:rsidR="007B2329" w:rsidRDefault="007B2329" w:rsidP="007B2329">
      <w:r>
        <w:t>723.7938</w:t>
      </w:r>
      <w:r>
        <w:tab/>
        <w:t>4.051e0</w:t>
      </w:r>
    </w:p>
    <w:p w:rsidR="007B2329" w:rsidRDefault="007B2329" w:rsidP="007B2329">
      <w:r>
        <w:lastRenderedPageBreak/>
        <w:t>723.8001</w:t>
      </w:r>
      <w:r>
        <w:tab/>
        <w:t>3.051e0</w:t>
      </w:r>
    </w:p>
    <w:p w:rsidR="007B2329" w:rsidRDefault="007B2329" w:rsidP="007B2329">
      <w:r>
        <w:t>723.8542</w:t>
      </w:r>
      <w:r>
        <w:tab/>
        <w:t>3.333e0</w:t>
      </w:r>
    </w:p>
    <w:p w:rsidR="007B2329" w:rsidRDefault="007B2329" w:rsidP="007B2329">
      <w:r>
        <w:t>723.8657</w:t>
      </w:r>
      <w:r>
        <w:tab/>
        <w:t>1.154e0</w:t>
      </w:r>
    </w:p>
    <w:p w:rsidR="007B2329" w:rsidRDefault="007B2329" w:rsidP="007B2329">
      <w:r>
        <w:t>723.8723</w:t>
      </w:r>
      <w:r>
        <w:tab/>
        <w:t>1.013e0</w:t>
      </w:r>
    </w:p>
    <w:p w:rsidR="007B2329" w:rsidRDefault="007B2329" w:rsidP="007B2329">
      <w:r>
        <w:t>723.8797</w:t>
      </w:r>
      <w:r>
        <w:tab/>
        <w:t>2.025e0</w:t>
      </w:r>
    </w:p>
    <w:p w:rsidR="007B2329" w:rsidRDefault="007B2329" w:rsidP="007B2329">
      <w:r>
        <w:t>723.9064</w:t>
      </w:r>
      <w:r>
        <w:tab/>
        <w:t>4.742e0</w:t>
      </w:r>
    </w:p>
    <w:p w:rsidR="007B2329" w:rsidRDefault="007B2329" w:rsidP="007B2329">
      <w:r>
        <w:t>723.9247</w:t>
      </w:r>
      <w:r>
        <w:tab/>
        <w:t>1.532e0</w:t>
      </w:r>
    </w:p>
    <w:p w:rsidR="007B2329" w:rsidRDefault="007B2329" w:rsidP="007B2329">
      <w:r>
        <w:t>723.9459</w:t>
      </w:r>
      <w:r>
        <w:tab/>
        <w:t>1.013e0</w:t>
      </w:r>
    </w:p>
    <w:p w:rsidR="007B2329" w:rsidRDefault="007B2329" w:rsidP="007B2329">
      <w:r>
        <w:t>723.9492</w:t>
      </w:r>
      <w:r>
        <w:tab/>
        <w:t>3.038e0</w:t>
      </w:r>
    </w:p>
    <w:p w:rsidR="007B2329" w:rsidRDefault="007B2329" w:rsidP="007B2329">
      <w:r>
        <w:t>723.9615</w:t>
      </w:r>
      <w:r>
        <w:tab/>
        <w:t>2.910e0</w:t>
      </w:r>
    </w:p>
    <w:p w:rsidR="007B2329" w:rsidRDefault="007B2329" w:rsidP="007B2329">
      <w:r>
        <w:t>723.9971</w:t>
      </w:r>
      <w:r>
        <w:tab/>
        <w:t>5.988e0</w:t>
      </w:r>
    </w:p>
    <w:p w:rsidR="007B2329" w:rsidRDefault="007B2329" w:rsidP="007B2329">
      <w:r>
        <w:t>724.0080</w:t>
      </w:r>
      <w:r>
        <w:tab/>
        <w:t>2.025e0</w:t>
      </w:r>
    </w:p>
    <w:p w:rsidR="007B2329" w:rsidRDefault="007B2329" w:rsidP="007B2329">
      <w:r>
        <w:t>724.0145</w:t>
      </w:r>
      <w:r>
        <w:tab/>
        <w:t>1.372e0</w:t>
      </w:r>
    </w:p>
    <w:p w:rsidR="007B2329" w:rsidRDefault="007B2329" w:rsidP="007B2329">
      <w:r>
        <w:t>724.0158</w:t>
      </w:r>
      <w:r>
        <w:tab/>
        <w:t>5.063e0</w:t>
      </w:r>
    </w:p>
    <w:p w:rsidR="007B2329" w:rsidRDefault="007B2329" w:rsidP="007B2329">
      <w:r>
        <w:t>724.0195</w:t>
      </w:r>
      <w:r>
        <w:tab/>
        <w:t>1.013e0</w:t>
      </w:r>
    </w:p>
    <w:p w:rsidR="007B2329" w:rsidRDefault="007B2329" w:rsidP="007B2329">
      <w:r>
        <w:t>724.0510</w:t>
      </w:r>
      <w:r>
        <w:tab/>
        <w:t>3.038e0</w:t>
      </w:r>
    </w:p>
    <w:p w:rsidR="007B2329" w:rsidRDefault="007B2329" w:rsidP="007B2329">
      <w:r>
        <w:t>724.0596</w:t>
      </w:r>
      <w:r>
        <w:tab/>
        <w:t>1.013e0</w:t>
      </w:r>
    </w:p>
    <w:p w:rsidR="007B2329" w:rsidRDefault="007B2329" w:rsidP="007B2329">
      <w:r>
        <w:t>724.0771</w:t>
      </w:r>
      <w:r>
        <w:tab/>
        <w:t>2.025e0</w:t>
      </w:r>
    </w:p>
    <w:p w:rsidR="007B2329" w:rsidRDefault="007B2329" w:rsidP="007B2329">
      <w:r>
        <w:t>724.0900</w:t>
      </w:r>
      <w:r>
        <w:tab/>
        <w:t>3.038e0</w:t>
      </w:r>
    </w:p>
    <w:p w:rsidR="007B2329" w:rsidRDefault="007B2329" w:rsidP="007B2329">
      <w:r>
        <w:lastRenderedPageBreak/>
        <w:t>724.1104</w:t>
      </w:r>
      <w:r>
        <w:tab/>
        <w:t>3.062e0</w:t>
      </w:r>
    </w:p>
    <w:p w:rsidR="007B2329" w:rsidRDefault="007B2329" w:rsidP="007B2329">
      <w:r>
        <w:t>724.1373</w:t>
      </w:r>
      <w:r>
        <w:tab/>
        <w:t>3.303e0</w:t>
      </w:r>
    </w:p>
    <w:p w:rsidR="007B2329" w:rsidRDefault="007B2329" w:rsidP="007B2329">
      <w:r>
        <w:t>724.1780</w:t>
      </w:r>
      <w:r>
        <w:tab/>
        <w:t>3.785e0</w:t>
      </w:r>
    </w:p>
    <w:p w:rsidR="007B2329" w:rsidRDefault="007B2329" w:rsidP="007B2329">
      <w:r>
        <w:t>724.1840</w:t>
      </w:r>
      <w:r>
        <w:tab/>
        <w:t>1.408e0</w:t>
      </w:r>
    </w:p>
    <w:p w:rsidR="007B2329" w:rsidRDefault="007B2329" w:rsidP="007B2329">
      <w:r>
        <w:t>724.1976</w:t>
      </w:r>
      <w:r>
        <w:tab/>
        <w:t>1.762e-1</w:t>
      </w:r>
    </w:p>
    <w:p w:rsidR="007B2329" w:rsidRDefault="007B2329" w:rsidP="007B2329">
      <w:r>
        <w:t>724.2296</w:t>
      </w:r>
      <w:r>
        <w:tab/>
        <w:t>4.567e0</w:t>
      </w:r>
    </w:p>
    <w:p w:rsidR="007B2329" w:rsidRDefault="007B2329" w:rsidP="007B2329">
      <w:r>
        <w:t>724.2628</w:t>
      </w:r>
      <w:r>
        <w:tab/>
        <w:t>2.720e0</w:t>
      </w:r>
    </w:p>
    <w:p w:rsidR="007B2329" w:rsidRDefault="007B2329" w:rsidP="007B2329">
      <w:r>
        <w:t>724.2813</w:t>
      </w:r>
      <w:r>
        <w:tab/>
        <w:t>2.626e0</w:t>
      </w:r>
    </w:p>
    <w:p w:rsidR="007B2329" w:rsidRDefault="007B2329" w:rsidP="007B2329">
      <w:r>
        <w:t>724.2958</w:t>
      </w:r>
      <w:r>
        <w:tab/>
        <w:t>2.768e0</w:t>
      </w:r>
    </w:p>
    <w:p w:rsidR="007B2329" w:rsidRDefault="007B2329" w:rsidP="007B2329">
      <w:r>
        <w:t>724.3323</w:t>
      </w:r>
      <w:r>
        <w:tab/>
        <w:t>2.025e0</w:t>
      </w:r>
    </w:p>
    <w:p w:rsidR="007B2329" w:rsidRDefault="007B2329" w:rsidP="007B2329">
      <w:r>
        <w:t>724.3759</w:t>
      </w:r>
      <w:r>
        <w:tab/>
        <w:t>8.339e0</w:t>
      </w:r>
    </w:p>
    <w:p w:rsidR="007B2329" w:rsidRDefault="007B2329" w:rsidP="007B2329">
      <w:r>
        <w:t>724.4008</w:t>
      </w:r>
      <w:r>
        <w:tab/>
        <w:t>3.940e0</w:t>
      </w:r>
    </w:p>
    <w:p w:rsidR="007B2329" w:rsidRDefault="007B2329" w:rsidP="007B2329">
      <w:r>
        <w:t>724.4539</w:t>
      </w:r>
      <w:r>
        <w:tab/>
        <w:t>1.013e0</w:t>
      </w:r>
    </w:p>
    <w:p w:rsidR="007B2329" w:rsidRDefault="007B2329" w:rsidP="007B2329">
      <w:r>
        <w:t>724.4777</w:t>
      </w:r>
      <w:r>
        <w:tab/>
        <w:t>7.017e0</w:t>
      </w:r>
    </w:p>
    <w:p w:rsidR="007B2329" w:rsidRDefault="007B2329" w:rsidP="007B2329">
      <w:r>
        <w:t>724.5718</w:t>
      </w:r>
      <w:r>
        <w:tab/>
        <w:t>1.013e0</w:t>
      </w:r>
    </w:p>
    <w:p w:rsidR="007B2329" w:rsidRDefault="007B2329" w:rsidP="007B2329">
      <w:r>
        <w:t>724.5864</w:t>
      </w:r>
      <w:r>
        <w:tab/>
        <w:t>1.437e0</w:t>
      </w:r>
    </w:p>
    <w:p w:rsidR="007B2329" w:rsidRDefault="007B2329" w:rsidP="007B2329">
      <w:r>
        <w:t>724.6075</w:t>
      </w:r>
      <w:r>
        <w:tab/>
        <w:t>2.752e0</w:t>
      </w:r>
    </w:p>
    <w:p w:rsidR="007B2329" w:rsidRDefault="007B2329" w:rsidP="007B2329">
      <w:r>
        <w:t>724.6486</w:t>
      </w:r>
      <w:r>
        <w:tab/>
        <w:t>1.472e0</w:t>
      </w:r>
    </w:p>
    <w:p w:rsidR="007B2329" w:rsidRDefault="007B2329" w:rsidP="007B2329">
      <w:r>
        <w:t>724.6678</w:t>
      </w:r>
      <w:r>
        <w:tab/>
        <w:t>1.604e0</w:t>
      </w:r>
    </w:p>
    <w:p w:rsidR="007B2329" w:rsidRDefault="007B2329" w:rsidP="007B2329">
      <w:r>
        <w:lastRenderedPageBreak/>
        <w:t>724.7072</w:t>
      </w:r>
      <w:r>
        <w:tab/>
        <w:t>1.013e0</w:t>
      </w:r>
    </w:p>
    <w:p w:rsidR="007B2329" w:rsidRDefault="007B2329" w:rsidP="007B2329">
      <w:r>
        <w:t>724.7525</w:t>
      </w:r>
      <w:r>
        <w:tab/>
        <w:t>2.723e0</w:t>
      </w:r>
    </w:p>
    <w:p w:rsidR="007B2329" w:rsidRDefault="007B2329" w:rsidP="007B2329">
      <w:r>
        <w:t>724.7563</w:t>
      </w:r>
      <w:r>
        <w:tab/>
        <w:t>1.013e0</w:t>
      </w:r>
    </w:p>
    <w:p w:rsidR="007B2329" w:rsidRDefault="007B2329" w:rsidP="007B2329">
      <w:r>
        <w:t>724.7640</w:t>
      </w:r>
      <w:r>
        <w:tab/>
        <w:t>2.025e0</w:t>
      </w:r>
    </w:p>
    <w:p w:rsidR="007B2329" w:rsidRDefault="007B2329" w:rsidP="007B2329">
      <w:r>
        <w:t>724.8361</w:t>
      </w:r>
      <w:r>
        <w:tab/>
        <w:t>3.149e0</w:t>
      </w:r>
    </w:p>
    <w:p w:rsidR="007B2329" w:rsidRDefault="007B2329" w:rsidP="007B2329">
      <w:r>
        <w:t>724.8499</w:t>
      </w:r>
      <w:r>
        <w:tab/>
        <w:t>2.065e0</w:t>
      </w:r>
    </w:p>
    <w:p w:rsidR="007B2329" w:rsidRDefault="007B2329" w:rsidP="007B2329">
      <w:r>
        <w:t>724.8665</w:t>
      </w:r>
      <w:r>
        <w:tab/>
        <w:t>1.452e0</w:t>
      </w:r>
    </w:p>
    <w:p w:rsidR="007B2329" w:rsidRDefault="007B2329" w:rsidP="007B2329">
      <w:r>
        <w:t>724.8909</w:t>
      </w:r>
      <w:r>
        <w:tab/>
        <w:t>5.037e0</w:t>
      </w:r>
    </w:p>
    <w:p w:rsidR="007B2329" w:rsidRDefault="007B2329" w:rsidP="007B2329">
      <w:r>
        <w:t>724.8945</w:t>
      </w:r>
      <w:r>
        <w:tab/>
        <w:t>3.038e0</w:t>
      </w:r>
    </w:p>
    <w:p w:rsidR="007B2329" w:rsidRDefault="007B2329" w:rsidP="007B2329">
      <w:r>
        <w:t>724.8995</w:t>
      </w:r>
      <w:r>
        <w:tab/>
        <w:t>1.577e0</w:t>
      </w:r>
    </w:p>
    <w:p w:rsidR="007B2329" w:rsidRDefault="007B2329" w:rsidP="007B2329">
      <w:r>
        <w:t>724.9033</w:t>
      </w:r>
      <w:r>
        <w:tab/>
        <w:t>2.095e0</w:t>
      </w:r>
    </w:p>
    <w:p w:rsidR="007B2329" w:rsidRDefault="007B2329" w:rsidP="007B2329">
      <w:r>
        <w:t>724.9440</w:t>
      </w:r>
      <w:r>
        <w:tab/>
        <w:t>7.690e-1</w:t>
      </w:r>
    </w:p>
    <w:p w:rsidR="007B2329" w:rsidRDefault="007B2329" w:rsidP="007B2329">
      <w:r>
        <w:t>724.9649</w:t>
      </w:r>
      <w:r>
        <w:tab/>
        <w:t>1.013e0</w:t>
      </w:r>
    </w:p>
    <w:p w:rsidR="007B2329" w:rsidRDefault="007B2329" w:rsidP="007B2329">
      <w:r>
        <w:t>724.9695</w:t>
      </w:r>
      <w:r>
        <w:tab/>
        <w:t>1.691e0</w:t>
      </w:r>
    </w:p>
    <w:p w:rsidR="007B2329" w:rsidRDefault="007B2329" w:rsidP="007B2329">
      <w:r>
        <w:t>724.9833</w:t>
      </w:r>
      <w:r>
        <w:tab/>
        <w:t>2.025e0</w:t>
      </w:r>
    </w:p>
    <w:p w:rsidR="007B2329" w:rsidRDefault="007B2329" w:rsidP="007B2329">
      <w:r>
        <w:t>725.0093</w:t>
      </w:r>
      <w:r>
        <w:tab/>
        <w:t>2.025e0</w:t>
      </w:r>
    </w:p>
    <w:p w:rsidR="007B2329" w:rsidRDefault="007B2329" w:rsidP="007B2329">
      <w:r>
        <w:t>725.0367</w:t>
      </w:r>
      <w:r>
        <w:tab/>
        <w:t>1.013e0</w:t>
      </w:r>
    </w:p>
    <w:p w:rsidR="007B2329" w:rsidRDefault="007B2329" w:rsidP="007B2329">
      <w:r>
        <w:t>725.0458</w:t>
      </w:r>
      <w:r>
        <w:tab/>
        <w:t>2.549e0</w:t>
      </w:r>
    </w:p>
    <w:p w:rsidR="007B2329" w:rsidRDefault="007B2329" w:rsidP="007B2329">
      <w:r>
        <w:t>725.0806</w:t>
      </w:r>
      <w:r>
        <w:tab/>
        <w:t>1.701e0</w:t>
      </w:r>
    </w:p>
    <w:p w:rsidR="007B2329" w:rsidRDefault="007B2329" w:rsidP="007B2329">
      <w:r>
        <w:lastRenderedPageBreak/>
        <w:t>725.0945</w:t>
      </w:r>
      <w:r>
        <w:tab/>
        <w:t>1.639e0</w:t>
      </w:r>
    </w:p>
    <w:p w:rsidR="007B2329" w:rsidRDefault="007B2329" w:rsidP="007B2329">
      <w:r>
        <w:t>725.1224</w:t>
      </w:r>
      <w:r>
        <w:tab/>
        <w:t>1.013e0</w:t>
      </w:r>
    </w:p>
    <w:p w:rsidR="007B2329" w:rsidRDefault="007B2329" w:rsidP="007B2329">
      <w:r>
        <w:t>725.1566</w:t>
      </w:r>
      <w:r>
        <w:tab/>
        <w:t>1.013e0</w:t>
      </w:r>
    </w:p>
    <w:p w:rsidR="007B2329" w:rsidRDefault="007B2329" w:rsidP="007B2329">
      <w:r>
        <w:t>725.1740</w:t>
      </w:r>
      <w:r>
        <w:tab/>
        <w:t>1.013e0</w:t>
      </w:r>
    </w:p>
    <w:p w:rsidR="007B2329" w:rsidRDefault="007B2329" w:rsidP="007B2329">
      <w:r>
        <w:t>725.2228</w:t>
      </w:r>
      <w:r>
        <w:tab/>
        <w:t>1.206e0</w:t>
      </w:r>
    </w:p>
    <w:p w:rsidR="007B2329" w:rsidRDefault="007B2329" w:rsidP="007B2329">
      <w:r>
        <w:t>725.2330</w:t>
      </w:r>
      <w:r>
        <w:tab/>
        <w:t>3.418e0</w:t>
      </w:r>
    </w:p>
    <w:p w:rsidR="007B2329" w:rsidRDefault="007B2329" w:rsidP="007B2329">
      <w:r>
        <w:t>725.2572</w:t>
      </w:r>
      <w:r>
        <w:tab/>
        <w:t>3.038e0</w:t>
      </w:r>
    </w:p>
    <w:p w:rsidR="007B2329" w:rsidRDefault="007B2329" w:rsidP="007B2329">
      <w:r>
        <w:t>725.2745</w:t>
      </w:r>
      <w:r>
        <w:tab/>
        <w:t>3.265e0</w:t>
      </w:r>
    </w:p>
    <w:p w:rsidR="007B2329" w:rsidRDefault="007B2329" w:rsidP="007B2329">
      <w:r>
        <w:t>725.2869</w:t>
      </w:r>
      <w:r>
        <w:tab/>
        <w:t>8.576e-1</w:t>
      </w:r>
    </w:p>
    <w:p w:rsidR="007B2329" w:rsidRDefault="007B2329" w:rsidP="007B2329">
      <w:r>
        <w:t>725.3022</w:t>
      </w:r>
      <w:r>
        <w:tab/>
        <w:t>2.025e0</w:t>
      </w:r>
    </w:p>
    <w:p w:rsidR="007B2329" w:rsidRDefault="007B2329" w:rsidP="007B2329">
      <w:r>
        <w:t>725.3449</w:t>
      </w:r>
      <w:r>
        <w:tab/>
        <w:t>3.567e0</w:t>
      </w:r>
    </w:p>
    <w:p w:rsidR="007B2329" w:rsidRDefault="007B2329" w:rsidP="007B2329">
      <w:r>
        <w:t>725.4072</w:t>
      </w:r>
      <w:r>
        <w:tab/>
        <w:t>1.013e0</w:t>
      </w:r>
    </w:p>
    <w:p w:rsidR="007B2329" w:rsidRDefault="007B2329" w:rsidP="007B2329">
      <w:r>
        <w:t>725.4822</w:t>
      </w:r>
      <w:r>
        <w:tab/>
        <w:t>2.025e0</w:t>
      </w:r>
    </w:p>
    <w:p w:rsidR="007B2329" w:rsidRDefault="007B2329" w:rsidP="007B2329">
      <w:r>
        <w:t>725.5510</w:t>
      </w:r>
      <w:r>
        <w:tab/>
        <w:t>1.013e0</w:t>
      </w:r>
    </w:p>
    <w:p w:rsidR="007B2329" w:rsidRDefault="007B2329" w:rsidP="007B2329">
      <w:r>
        <w:t>725.5542</w:t>
      </w:r>
      <w:r>
        <w:tab/>
        <w:t>2.532e-2</w:t>
      </w:r>
    </w:p>
    <w:p w:rsidR="007B2329" w:rsidRDefault="007B2329" w:rsidP="007B2329">
      <w:r>
        <w:t>725.5606</w:t>
      </w:r>
      <w:r>
        <w:tab/>
        <w:t>2.162e0</w:t>
      </w:r>
    </w:p>
    <w:p w:rsidR="007B2329" w:rsidRDefault="007B2329" w:rsidP="007B2329">
      <w:r>
        <w:t>725.5794</w:t>
      </w:r>
      <w:r>
        <w:tab/>
        <w:t>1.013e0</w:t>
      </w:r>
    </w:p>
    <w:p w:rsidR="007B2329" w:rsidRDefault="007B2329" w:rsidP="007B2329">
      <w:r>
        <w:t>725.6049</w:t>
      </w:r>
      <w:r>
        <w:tab/>
        <w:t>3.418e0</w:t>
      </w:r>
    </w:p>
    <w:p w:rsidR="007B2329" w:rsidRDefault="007B2329" w:rsidP="007B2329">
      <w:r>
        <w:t>725.6288</w:t>
      </w:r>
      <w:r>
        <w:tab/>
        <w:t>1.268e0</w:t>
      </w:r>
    </w:p>
    <w:p w:rsidR="007B2329" w:rsidRDefault="007B2329" w:rsidP="007B2329">
      <w:r>
        <w:lastRenderedPageBreak/>
        <w:t>725.6334</w:t>
      </w:r>
      <w:r>
        <w:tab/>
        <w:t>2.384e0</w:t>
      </w:r>
    </w:p>
    <w:p w:rsidR="007B2329" w:rsidRDefault="007B2329" w:rsidP="007B2329">
      <w:r>
        <w:t>725.6534</w:t>
      </w:r>
      <w:r>
        <w:tab/>
        <w:t>1.013e0</w:t>
      </w:r>
    </w:p>
    <w:p w:rsidR="007B2329" w:rsidRDefault="007B2329" w:rsidP="007B2329">
      <w:r>
        <w:t>725.6679</w:t>
      </w:r>
      <w:r>
        <w:tab/>
        <w:t>4.051e0</w:t>
      </w:r>
    </w:p>
    <w:p w:rsidR="007B2329" w:rsidRDefault="007B2329" w:rsidP="007B2329">
      <w:r>
        <w:t>725.6901</w:t>
      </w:r>
      <w:r>
        <w:tab/>
        <w:t>1.861e0</w:t>
      </w:r>
    </w:p>
    <w:p w:rsidR="007B2329" w:rsidRDefault="007B2329" w:rsidP="007B2329">
      <w:r>
        <w:t>725.6965</w:t>
      </w:r>
      <w:r>
        <w:tab/>
        <w:t>2.025e0</w:t>
      </w:r>
    </w:p>
    <w:p w:rsidR="007B2329" w:rsidRDefault="007B2329" w:rsidP="007B2329">
      <w:r>
        <w:t>725.7013</w:t>
      </w:r>
      <w:r>
        <w:tab/>
        <w:t>3.930e0</w:t>
      </w:r>
    </w:p>
    <w:p w:rsidR="007B2329" w:rsidRDefault="007B2329" w:rsidP="007B2329">
      <w:r>
        <w:t>725.7395</w:t>
      </w:r>
      <w:r>
        <w:tab/>
        <w:t>1.013e0</w:t>
      </w:r>
    </w:p>
    <w:p w:rsidR="007B2329" w:rsidRDefault="007B2329" w:rsidP="007B2329">
      <w:r>
        <w:t>725.7506</w:t>
      </w:r>
      <w:r>
        <w:tab/>
        <w:t>2.623e0</w:t>
      </w:r>
    </w:p>
    <w:p w:rsidR="007B2329" w:rsidRDefault="007B2329" w:rsidP="007B2329">
      <w:r>
        <w:t>725.7944</w:t>
      </w:r>
      <w:r>
        <w:tab/>
        <w:t>2.859e0</w:t>
      </w:r>
    </w:p>
    <w:p w:rsidR="007B2329" w:rsidRDefault="007B2329" w:rsidP="007B2329">
      <w:r>
        <w:t>725.8078</w:t>
      </w:r>
      <w:r>
        <w:tab/>
        <w:t>1.013e0</w:t>
      </w:r>
    </w:p>
    <w:p w:rsidR="007B2329" w:rsidRDefault="007B2329" w:rsidP="007B2329">
      <w:r>
        <w:t>725.8133</w:t>
      </w:r>
      <w:r>
        <w:tab/>
        <w:t>1.013e0</w:t>
      </w:r>
    </w:p>
    <w:p w:rsidR="007B2329" w:rsidRDefault="007B2329" w:rsidP="007B2329">
      <w:r>
        <w:t>725.8319</w:t>
      </w:r>
      <w:r>
        <w:tab/>
        <w:t>1.356e0</w:t>
      </w:r>
    </w:p>
    <w:p w:rsidR="007B2329" w:rsidRDefault="007B2329" w:rsidP="007B2329">
      <w:r>
        <w:t>725.8377</w:t>
      </w:r>
      <w:r>
        <w:tab/>
        <w:t>2.025e0</w:t>
      </w:r>
    </w:p>
    <w:p w:rsidR="007B2329" w:rsidRDefault="007B2329" w:rsidP="007B2329">
      <w:r>
        <w:t>725.8976</w:t>
      </w:r>
      <w:r>
        <w:tab/>
        <w:t>2.025e0</w:t>
      </w:r>
    </w:p>
    <w:p w:rsidR="007B2329" w:rsidRDefault="007B2329" w:rsidP="007B2329">
      <w:r>
        <w:t>725.9045</w:t>
      </w:r>
      <w:r>
        <w:tab/>
        <w:t>2.025e0</w:t>
      </w:r>
    </w:p>
    <w:p w:rsidR="007B2329" w:rsidRDefault="007B2329" w:rsidP="007B2329">
      <w:r>
        <w:t>725.9095</w:t>
      </w:r>
      <w:r>
        <w:tab/>
        <w:t>4.098e0</w:t>
      </w:r>
    </w:p>
    <w:p w:rsidR="007B2329" w:rsidRDefault="007B2329" w:rsidP="007B2329">
      <w:r>
        <w:t>725.9113</w:t>
      </w:r>
      <w:r>
        <w:tab/>
        <w:t>1.013e0</w:t>
      </w:r>
    </w:p>
    <w:p w:rsidR="007B2329" w:rsidRDefault="007B2329" w:rsidP="007B2329">
      <w:r>
        <w:t>725.9607</w:t>
      </w:r>
      <w:r>
        <w:tab/>
        <w:t>2.025e0</w:t>
      </w:r>
    </w:p>
    <w:p w:rsidR="007B2329" w:rsidRDefault="007B2329" w:rsidP="007B2329">
      <w:r>
        <w:t>725.9885</w:t>
      </w:r>
      <w:r>
        <w:tab/>
        <w:t>4.616e0</w:t>
      </w:r>
    </w:p>
    <w:p w:rsidR="007B2329" w:rsidRDefault="007B2329" w:rsidP="007B2329">
      <w:r>
        <w:lastRenderedPageBreak/>
        <w:t>725.9924</w:t>
      </w:r>
      <w:r>
        <w:tab/>
        <w:t>4.051e0</w:t>
      </w:r>
    </w:p>
    <w:p w:rsidR="007B2329" w:rsidRDefault="007B2329" w:rsidP="007B2329">
      <w:r>
        <w:t>726.0308</w:t>
      </w:r>
      <w:r>
        <w:tab/>
        <w:t>1.013e0</w:t>
      </w:r>
    </w:p>
    <w:p w:rsidR="007B2329" w:rsidRDefault="007B2329" w:rsidP="007B2329">
      <w:r>
        <w:t>726.0345</w:t>
      </w:r>
      <w:r>
        <w:tab/>
        <w:t>1.013e0</w:t>
      </w:r>
    </w:p>
    <w:p w:rsidR="007B2329" w:rsidRDefault="007B2329" w:rsidP="007B2329">
      <w:r>
        <w:t>726.0683</w:t>
      </w:r>
      <w:r>
        <w:tab/>
        <w:t>4.051e0</w:t>
      </w:r>
    </w:p>
    <w:p w:rsidR="007B2329" w:rsidRDefault="007B2329" w:rsidP="007B2329">
      <w:r>
        <w:t>726.0714</w:t>
      </w:r>
      <w:r>
        <w:tab/>
        <w:t>1.013e0</w:t>
      </w:r>
    </w:p>
    <w:p w:rsidR="007B2329" w:rsidRDefault="007B2329" w:rsidP="007B2329">
      <w:r>
        <w:t>726.0776</w:t>
      </w:r>
      <w:r>
        <w:tab/>
        <w:t>2.025e0</w:t>
      </w:r>
    </w:p>
    <w:p w:rsidR="007B2329" w:rsidRDefault="007B2329" w:rsidP="007B2329">
      <w:r>
        <w:t>726.1371</w:t>
      </w:r>
      <w:r>
        <w:tab/>
        <w:t>4.548e0</w:t>
      </w:r>
    </w:p>
    <w:p w:rsidR="007B2329" w:rsidRDefault="007B2329" w:rsidP="007B2329">
      <w:r>
        <w:t>726.1464</w:t>
      </w:r>
      <w:r>
        <w:tab/>
        <w:t>2.017e0</w:t>
      </w:r>
    </w:p>
    <w:p w:rsidR="007B2329" w:rsidRDefault="007B2329" w:rsidP="007B2329">
      <w:r>
        <w:t>726.1760</w:t>
      </w:r>
      <w:r>
        <w:tab/>
        <w:t>1.317e0</w:t>
      </w:r>
    </w:p>
    <w:p w:rsidR="007B2329" w:rsidRDefault="007B2329" w:rsidP="007B2329">
      <w:r>
        <w:t>726.1968</w:t>
      </w:r>
      <w:r>
        <w:tab/>
        <w:t>1.161e0</w:t>
      </w:r>
    </w:p>
    <w:p w:rsidR="007B2329" w:rsidRDefault="007B2329" w:rsidP="007B2329">
      <w:r>
        <w:t>726.2057</w:t>
      </w:r>
      <w:r>
        <w:tab/>
        <w:t>2.025e0</w:t>
      </w:r>
    </w:p>
    <w:p w:rsidR="007B2329" w:rsidRDefault="007B2329" w:rsidP="007B2329">
      <w:r>
        <w:t>726.2397</w:t>
      </w:r>
      <w:r>
        <w:tab/>
        <w:t>3.121e0</w:t>
      </w:r>
    </w:p>
    <w:p w:rsidR="007B2329" w:rsidRDefault="007B2329" w:rsidP="007B2329">
      <w:r>
        <w:t>726.2418</w:t>
      </w:r>
      <w:r>
        <w:tab/>
        <w:t>2.539e0</w:t>
      </w:r>
    </w:p>
    <w:p w:rsidR="007B2329" w:rsidRDefault="007B2329" w:rsidP="007B2329">
      <w:r>
        <w:t>726.2666</w:t>
      </w:r>
      <w:r>
        <w:tab/>
        <w:t>5.204e0</w:t>
      </w:r>
    </w:p>
    <w:p w:rsidR="007B2329" w:rsidRDefault="007B2329" w:rsidP="007B2329">
      <w:r>
        <w:t>726.2858</w:t>
      </w:r>
      <w:r>
        <w:tab/>
        <w:t>9.721e0</w:t>
      </w:r>
    </w:p>
    <w:p w:rsidR="007B2329" w:rsidRDefault="007B2329" w:rsidP="007B2329">
      <w:r>
        <w:t>726.3027</w:t>
      </w:r>
      <w:r>
        <w:tab/>
        <w:t>1.044e0</w:t>
      </w:r>
    </w:p>
    <w:p w:rsidR="007B2329" w:rsidRDefault="007B2329" w:rsidP="007B2329">
      <w:r>
        <w:t>726.3972</w:t>
      </w:r>
      <w:r>
        <w:tab/>
        <w:t>1.222e1</w:t>
      </w:r>
    </w:p>
    <w:p w:rsidR="007B2329" w:rsidRDefault="007B2329" w:rsidP="007B2329">
      <w:r>
        <w:t>726.4159</w:t>
      </w:r>
      <w:r>
        <w:tab/>
        <w:t>1.437e2</w:t>
      </w:r>
    </w:p>
    <w:p w:rsidR="007B2329" w:rsidRDefault="007B2329" w:rsidP="007B2329">
      <w:r>
        <w:t>726.4172</w:t>
      </w:r>
      <w:r>
        <w:tab/>
        <w:t>1.813e2</w:t>
      </w:r>
    </w:p>
    <w:p w:rsidR="007B2329" w:rsidRDefault="007B2329" w:rsidP="007B2329">
      <w:r>
        <w:lastRenderedPageBreak/>
        <w:t>726.4189</w:t>
      </w:r>
      <w:r>
        <w:tab/>
        <w:t>9.242e1</w:t>
      </w:r>
    </w:p>
    <w:p w:rsidR="007B2329" w:rsidRDefault="007B2329" w:rsidP="007B2329">
      <w:r>
        <w:t>726.4224</w:t>
      </w:r>
      <w:r>
        <w:tab/>
        <w:t>1.291e2</w:t>
      </w:r>
    </w:p>
    <w:p w:rsidR="007B2329" w:rsidRDefault="007B2329" w:rsidP="007B2329">
      <w:r>
        <w:t>726.4243</w:t>
      </w:r>
      <w:r>
        <w:tab/>
        <w:t>4.421e2</w:t>
      </w:r>
    </w:p>
    <w:p w:rsidR="007B2329" w:rsidRDefault="007B2329" w:rsidP="007B2329">
      <w:r>
        <w:t>726.4315</w:t>
      </w:r>
      <w:r>
        <w:tab/>
        <w:t>1.370e2</w:t>
      </w:r>
    </w:p>
    <w:p w:rsidR="007B2329" w:rsidRDefault="007B2329" w:rsidP="007B2329">
      <w:r>
        <w:t>726.4549</w:t>
      </w:r>
      <w:r>
        <w:tab/>
        <w:t>9.493e0</w:t>
      </w:r>
    </w:p>
    <w:p w:rsidR="007B2329" w:rsidRDefault="007B2329" w:rsidP="007B2329">
      <w:r>
        <w:t>726.5868</w:t>
      </w:r>
      <w:r>
        <w:tab/>
        <w:t>1.475e0</w:t>
      </w:r>
    </w:p>
    <w:p w:rsidR="007B2329" w:rsidRDefault="007B2329" w:rsidP="007B2329">
      <w:r>
        <w:t>726.6038</w:t>
      </w:r>
      <w:r>
        <w:tab/>
        <w:t>2.038e0</w:t>
      </w:r>
    </w:p>
    <w:p w:rsidR="007B2329" w:rsidRDefault="007B2329" w:rsidP="007B2329">
      <w:r>
        <w:t>726.6246</w:t>
      </w:r>
      <w:r>
        <w:tab/>
        <w:t>3.337e0</w:t>
      </w:r>
    </w:p>
    <w:p w:rsidR="007B2329" w:rsidRDefault="007B2329" w:rsidP="007B2329">
      <w:r>
        <w:t>726.6414</w:t>
      </w:r>
      <w:r>
        <w:tab/>
        <w:t>2.025e0</w:t>
      </w:r>
    </w:p>
    <w:p w:rsidR="007B2329" w:rsidRDefault="007B2329" w:rsidP="007B2329">
      <w:r>
        <w:t>726.6478</w:t>
      </w:r>
      <w:r>
        <w:tab/>
        <w:t>2.179e0</w:t>
      </w:r>
    </w:p>
    <w:p w:rsidR="007B2329" w:rsidRDefault="007B2329" w:rsidP="007B2329">
      <w:r>
        <w:t>726.6571</w:t>
      </w:r>
      <w:r>
        <w:tab/>
        <w:t>3.890e0</w:t>
      </w:r>
    </w:p>
    <w:p w:rsidR="007B2329" w:rsidRDefault="007B2329" w:rsidP="007B2329">
      <w:r>
        <w:t>726.6705</w:t>
      </w:r>
      <w:r>
        <w:tab/>
        <w:t>3.770e0</w:t>
      </w:r>
    </w:p>
    <w:p w:rsidR="007B2329" w:rsidRDefault="007B2329" w:rsidP="007B2329">
      <w:r>
        <w:t>726.6909</w:t>
      </w:r>
      <w:r>
        <w:tab/>
        <w:t>1.673e0</w:t>
      </w:r>
    </w:p>
    <w:p w:rsidR="007B2329" w:rsidRDefault="007B2329" w:rsidP="007B2329">
      <w:r>
        <w:t>726.7160</w:t>
      </w:r>
      <w:r>
        <w:tab/>
        <w:t>1.013e0</w:t>
      </w:r>
    </w:p>
    <w:p w:rsidR="007B2329" w:rsidRDefault="007B2329" w:rsidP="007B2329">
      <w:r>
        <w:t>726.7265</w:t>
      </w:r>
      <w:r>
        <w:tab/>
        <w:t>3.509e0</w:t>
      </w:r>
    </w:p>
    <w:p w:rsidR="007B2329" w:rsidRDefault="007B2329" w:rsidP="007B2329">
      <w:r>
        <w:t>726.7332</w:t>
      </w:r>
      <w:r>
        <w:tab/>
        <w:t>1.013e0</w:t>
      </w:r>
    </w:p>
    <w:p w:rsidR="007B2329" w:rsidRDefault="007B2329" w:rsidP="007B2329">
      <w:r>
        <w:t>726.7502</w:t>
      </w:r>
      <w:r>
        <w:tab/>
        <w:t>2.025e0</w:t>
      </w:r>
    </w:p>
    <w:p w:rsidR="007B2329" w:rsidRDefault="007B2329" w:rsidP="007B2329">
      <w:r>
        <w:t>726.7729</w:t>
      </w:r>
      <w:r>
        <w:tab/>
        <w:t>2.790e0</w:t>
      </w:r>
    </w:p>
    <w:p w:rsidR="007B2329" w:rsidRDefault="007B2329" w:rsidP="007B2329">
      <w:r>
        <w:t>726.8017</w:t>
      </w:r>
      <w:r>
        <w:tab/>
        <w:t>1.013e0</w:t>
      </w:r>
    </w:p>
    <w:p w:rsidR="007B2329" w:rsidRDefault="007B2329" w:rsidP="007B2329">
      <w:r>
        <w:lastRenderedPageBreak/>
        <w:t>726.8036</w:t>
      </w:r>
      <w:r>
        <w:tab/>
        <w:t>1.793e0</w:t>
      </w:r>
    </w:p>
    <w:p w:rsidR="007B2329" w:rsidRDefault="007B2329" w:rsidP="007B2329">
      <w:r>
        <w:t>726.8172</w:t>
      </w:r>
      <w:r>
        <w:tab/>
        <w:t>2.946e0</w:t>
      </w:r>
    </w:p>
    <w:p w:rsidR="007B2329" w:rsidRDefault="007B2329" w:rsidP="007B2329">
      <w:r>
        <w:t>726.8531</w:t>
      </w:r>
      <w:r>
        <w:tab/>
        <w:t>2.613e0</w:t>
      </w:r>
    </w:p>
    <w:p w:rsidR="007B2329" w:rsidRDefault="007B2329" w:rsidP="007B2329">
      <w:r>
        <w:t>726.8633</w:t>
      </w:r>
      <w:r>
        <w:tab/>
        <w:t>4.407e0</w:t>
      </w:r>
    </w:p>
    <w:p w:rsidR="007B2329" w:rsidRDefault="007B2329" w:rsidP="007B2329">
      <w:r>
        <w:t>726.8801</w:t>
      </w:r>
      <w:r>
        <w:tab/>
        <w:t>2.987e0</w:t>
      </w:r>
    </w:p>
    <w:p w:rsidR="007B2329" w:rsidRDefault="007B2329" w:rsidP="007B2329">
      <w:r>
        <w:t>726.8877</w:t>
      </w:r>
      <w:r>
        <w:tab/>
        <w:t>1.013e0</w:t>
      </w:r>
    </w:p>
    <w:p w:rsidR="007B2329" w:rsidRDefault="007B2329" w:rsidP="007B2329">
      <w:r>
        <w:t>726.8903</w:t>
      </w:r>
      <w:r>
        <w:tab/>
        <w:t>7.786e-1</w:t>
      </w:r>
    </w:p>
    <w:p w:rsidR="007B2329" w:rsidRDefault="007B2329" w:rsidP="007B2329">
      <w:r>
        <w:t>726.9212</w:t>
      </w:r>
      <w:r>
        <w:tab/>
        <w:t>1.013e0</w:t>
      </w:r>
    </w:p>
    <w:p w:rsidR="007B2329" w:rsidRDefault="007B2329" w:rsidP="007B2329">
      <w:r>
        <w:t>726.9285</w:t>
      </w:r>
      <w:r>
        <w:tab/>
        <w:t>2.025e0</w:t>
      </w:r>
    </w:p>
    <w:p w:rsidR="007B2329" w:rsidRDefault="007B2329" w:rsidP="007B2329">
      <w:r>
        <w:t>726.9330</w:t>
      </w:r>
      <w:r>
        <w:tab/>
        <w:t>3.038e0</w:t>
      </w:r>
    </w:p>
    <w:p w:rsidR="007B2329" w:rsidRDefault="007B2329" w:rsidP="007B2329">
      <w:r>
        <w:t>726.9699</w:t>
      </w:r>
      <w:r>
        <w:tab/>
        <w:t>1.958e0</w:t>
      </w:r>
    </w:p>
    <w:p w:rsidR="007B2329" w:rsidRDefault="007B2329" w:rsidP="007B2329">
      <w:r>
        <w:t>726.9842</w:t>
      </w:r>
      <w:r>
        <w:tab/>
        <w:t>2.593e0</w:t>
      </w:r>
    </w:p>
    <w:p w:rsidR="007B2329" w:rsidRDefault="007B2329" w:rsidP="007B2329">
      <w:r>
        <w:t>726.9860</w:t>
      </w:r>
      <w:r>
        <w:tab/>
        <w:t>2.412e0</w:t>
      </w:r>
    </w:p>
    <w:p w:rsidR="007B2329" w:rsidRDefault="007B2329" w:rsidP="007B2329">
      <w:r>
        <w:t>726.9897</w:t>
      </w:r>
      <w:r>
        <w:tab/>
        <w:t>4.051e0</w:t>
      </w:r>
    </w:p>
    <w:p w:rsidR="007B2329" w:rsidRDefault="007B2329" w:rsidP="007B2329">
      <w:r>
        <w:t>727.0192</w:t>
      </w:r>
      <w:r>
        <w:tab/>
        <w:t>1.013e0</w:t>
      </w:r>
    </w:p>
    <w:p w:rsidR="007B2329" w:rsidRDefault="007B2329" w:rsidP="007B2329">
      <w:r>
        <w:t>727.0255</w:t>
      </w:r>
      <w:r>
        <w:tab/>
        <w:t>1.713e0</w:t>
      </w:r>
    </w:p>
    <w:p w:rsidR="007B2329" w:rsidRDefault="007B2329" w:rsidP="007B2329">
      <w:r>
        <w:t>727.0642</w:t>
      </w:r>
      <w:r>
        <w:tab/>
        <w:t>4.300e0</w:t>
      </w:r>
    </w:p>
    <w:p w:rsidR="007B2329" w:rsidRDefault="007B2329" w:rsidP="007B2329">
      <w:r>
        <w:t>727.0810</w:t>
      </w:r>
      <w:r>
        <w:tab/>
        <w:t>2.025e0</w:t>
      </w:r>
    </w:p>
    <w:p w:rsidR="007B2329" w:rsidRDefault="007B2329" w:rsidP="007B2329">
      <w:r>
        <w:t>727.0887</w:t>
      </w:r>
      <w:r>
        <w:tab/>
        <w:t>3.038e0</w:t>
      </w:r>
    </w:p>
    <w:p w:rsidR="007B2329" w:rsidRDefault="007B2329" w:rsidP="007B2329">
      <w:r>
        <w:lastRenderedPageBreak/>
        <w:t>727.0930</w:t>
      </w:r>
      <w:r>
        <w:tab/>
        <w:t>3.038e0</w:t>
      </w:r>
    </w:p>
    <w:p w:rsidR="007B2329" w:rsidRDefault="007B2329" w:rsidP="007B2329">
      <w:r>
        <w:t>727.1171</w:t>
      </w:r>
      <w:r>
        <w:tab/>
        <w:t>3.038e0</w:t>
      </w:r>
    </w:p>
    <w:p w:rsidR="007B2329" w:rsidRDefault="007B2329" w:rsidP="007B2329">
      <w:r>
        <w:t>727.1273</w:t>
      </w:r>
      <w:r>
        <w:tab/>
        <w:t>1.013e0</w:t>
      </w:r>
    </w:p>
    <w:p w:rsidR="007B2329" w:rsidRDefault="007B2329" w:rsidP="007B2329">
      <w:r>
        <w:t>727.1494</w:t>
      </w:r>
      <w:r>
        <w:tab/>
        <w:t>1.594e0</w:t>
      </w:r>
    </w:p>
    <w:p w:rsidR="007B2329" w:rsidRDefault="007B2329" w:rsidP="007B2329">
      <w:r>
        <w:t>727.1571</w:t>
      </w:r>
      <w:r>
        <w:tab/>
        <w:t>2.025e0</w:t>
      </w:r>
    </w:p>
    <w:p w:rsidR="007B2329" w:rsidRDefault="007B2329" w:rsidP="007B2329">
      <w:r>
        <w:t>727.1745</w:t>
      </w:r>
      <w:r>
        <w:tab/>
        <w:t>3.459e0</w:t>
      </w:r>
    </w:p>
    <w:p w:rsidR="007B2329" w:rsidRDefault="007B2329" w:rsidP="007B2329">
      <w:r>
        <w:t>727.1794</w:t>
      </w:r>
      <w:r>
        <w:tab/>
        <w:t>1.660e0</w:t>
      </w:r>
    </w:p>
    <w:p w:rsidR="007B2329" w:rsidRDefault="007B2329" w:rsidP="007B2329">
      <w:r>
        <w:t>727.1921</w:t>
      </w:r>
      <w:r>
        <w:tab/>
        <w:t>1.013e0</w:t>
      </w:r>
    </w:p>
    <w:p w:rsidR="007B2329" w:rsidRDefault="007B2329" w:rsidP="007B2329">
      <w:r>
        <w:t>727.2102</w:t>
      </w:r>
      <w:r>
        <w:tab/>
        <w:t>4.111e0</w:t>
      </w:r>
    </w:p>
    <w:p w:rsidR="007B2329" w:rsidRDefault="007B2329" w:rsidP="007B2329">
      <w:r>
        <w:t>727.2144</w:t>
      </w:r>
      <w:r>
        <w:tab/>
        <w:t>4.693e0</w:t>
      </w:r>
    </w:p>
    <w:p w:rsidR="007B2329" w:rsidRDefault="007B2329" w:rsidP="007B2329">
      <w:r>
        <w:t>727.2161</w:t>
      </w:r>
      <w:r>
        <w:tab/>
        <w:t>2.067e0</w:t>
      </w:r>
    </w:p>
    <w:p w:rsidR="007B2329" w:rsidRDefault="007B2329" w:rsidP="007B2329">
      <w:r>
        <w:t>727.2410</w:t>
      </w:r>
      <w:r>
        <w:tab/>
        <w:t>1.013e0</w:t>
      </w:r>
    </w:p>
    <w:p w:rsidR="007B2329" w:rsidRDefault="007B2329" w:rsidP="007B2329">
      <w:r>
        <w:t>727.2632</w:t>
      </w:r>
      <w:r>
        <w:tab/>
        <w:t>2.748e0</w:t>
      </w:r>
    </w:p>
    <w:p w:rsidR="007B2329" w:rsidRDefault="007B2329" w:rsidP="007B2329">
      <w:r>
        <w:t>727.2903</w:t>
      </w:r>
      <w:r>
        <w:tab/>
        <w:t>2.673e0</w:t>
      </w:r>
    </w:p>
    <w:p w:rsidR="007B2329" w:rsidRDefault="007B2329" w:rsidP="007B2329">
      <w:r>
        <w:t>727.3220</w:t>
      </w:r>
      <w:r>
        <w:tab/>
        <w:t>2.211e0</w:t>
      </w:r>
    </w:p>
    <w:p w:rsidR="007B2329" w:rsidRDefault="007B2329" w:rsidP="007B2329">
      <w:r>
        <w:t>727.3791</w:t>
      </w:r>
      <w:r>
        <w:tab/>
        <w:t>6.658e0</w:t>
      </w:r>
    </w:p>
    <w:p w:rsidR="007B2329" w:rsidRDefault="007B2329" w:rsidP="007B2329">
      <w:r>
        <w:t>727.4187</w:t>
      </w:r>
      <w:r>
        <w:tab/>
        <w:t>1.419e2</w:t>
      </w:r>
    </w:p>
    <w:p w:rsidR="007B2329" w:rsidRDefault="007B2329" w:rsidP="007B2329">
      <w:r>
        <w:t>727.4201</w:t>
      </w:r>
      <w:r>
        <w:tab/>
        <w:t>5.572e1</w:t>
      </w:r>
    </w:p>
    <w:p w:rsidR="007B2329" w:rsidRDefault="007B2329" w:rsidP="007B2329">
      <w:r>
        <w:t>727.4255</w:t>
      </w:r>
      <w:r>
        <w:tab/>
        <w:t>8.626e1</w:t>
      </w:r>
    </w:p>
    <w:p w:rsidR="007B2329" w:rsidRDefault="007B2329" w:rsidP="007B2329">
      <w:r>
        <w:lastRenderedPageBreak/>
        <w:t>727.4272</w:t>
      </w:r>
      <w:r>
        <w:tab/>
        <w:t>3.286e1</w:t>
      </w:r>
    </w:p>
    <w:p w:rsidR="007B2329" w:rsidRDefault="007B2329" w:rsidP="007B2329">
      <w:r>
        <w:t>727.4340</w:t>
      </w:r>
      <w:r>
        <w:tab/>
        <w:t>5.934e1</w:t>
      </w:r>
    </w:p>
    <w:p w:rsidR="007B2329" w:rsidRDefault="007B2329" w:rsidP="007B2329">
      <w:r>
        <w:t>727.4358</w:t>
      </w:r>
      <w:r>
        <w:tab/>
        <w:t>9.788e1</w:t>
      </w:r>
    </w:p>
    <w:p w:rsidR="007B2329" w:rsidRDefault="007B2329" w:rsidP="007B2329">
      <w:r>
        <w:t>727.4373</w:t>
      </w:r>
      <w:r>
        <w:tab/>
        <w:t>5.237e0</w:t>
      </w:r>
    </w:p>
    <w:p w:rsidR="007B2329" w:rsidRDefault="007B2329" w:rsidP="007B2329">
      <w:r>
        <w:t>727.5455</w:t>
      </w:r>
      <w:r>
        <w:tab/>
        <w:t>3.275e0</w:t>
      </w:r>
    </w:p>
    <w:p w:rsidR="007B2329" w:rsidRDefault="007B2329" w:rsidP="007B2329">
      <w:r>
        <w:t>727.5507</w:t>
      </w:r>
      <w:r>
        <w:tab/>
        <w:t>4.056e0</w:t>
      </w:r>
    </w:p>
    <w:p w:rsidR="007B2329" w:rsidRDefault="007B2329" w:rsidP="007B2329">
      <w:r>
        <w:t>727.5984</w:t>
      </w:r>
      <w:r>
        <w:tab/>
        <w:t>1.013e0</w:t>
      </w:r>
    </w:p>
    <w:p w:rsidR="007B2329" w:rsidRDefault="007B2329" w:rsidP="007B2329">
      <w:r>
        <w:t>727.6148</w:t>
      </w:r>
      <w:r>
        <w:tab/>
        <w:t>6.921e0</w:t>
      </w:r>
    </w:p>
    <w:p w:rsidR="007B2329" w:rsidRDefault="007B2329" w:rsidP="007B2329">
      <w:r>
        <w:t>727.6230</w:t>
      </w:r>
      <w:r>
        <w:tab/>
        <w:t>1.811e0</w:t>
      </w:r>
    </w:p>
    <w:p w:rsidR="007B2329" w:rsidRDefault="007B2329" w:rsidP="007B2329">
      <w:r>
        <w:t>727.6413</w:t>
      </w:r>
      <w:r>
        <w:tab/>
        <w:t>1.013e0</w:t>
      </w:r>
    </w:p>
    <w:p w:rsidR="007B2329" w:rsidRDefault="007B2329" w:rsidP="007B2329">
      <w:r>
        <w:t>727.6455</w:t>
      </w:r>
      <w:r>
        <w:tab/>
        <w:t>1.885e0</w:t>
      </w:r>
    </w:p>
    <w:p w:rsidR="007B2329" w:rsidRDefault="007B2329" w:rsidP="007B2329">
      <w:r>
        <w:t>727.6794</w:t>
      </w:r>
      <w:r>
        <w:tab/>
        <w:t>1.878e0</w:t>
      </w:r>
    </w:p>
    <w:p w:rsidR="007B2329" w:rsidRDefault="007B2329" w:rsidP="007B2329">
      <w:r>
        <w:t>727.6847</w:t>
      </w:r>
      <w:r>
        <w:tab/>
        <w:t>1.013e0</w:t>
      </w:r>
    </w:p>
    <w:p w:rsidR="007B2329" w:rsidRDefault="007B2329" w:rsidP="007B2329">
      <w:r>
        <w:t>727.7022</w:t>
      </w:r>
      <w:r>
        <w:tab/>
        <w:t>9.553e-1</w:t>
      </w:r>
    </w:p>
    <w:p w:rsidR="007B2329" w:rsidRDefault="007B2329" w:rsidP="007B2329">
      <w:r>
        <w:t>727.7220</w:t>
      </w:r>
      <w:r>
        <w:tab/>
        <w:t>1.013e0</w:t>
      </w:r>
    </w:p>
    <w:p w:rsidR="007B2329" w:rsidRDefault="007B2329" w:rsidP="007B2329">
      <w:r>
        <w:t>727.7232</w:t>
      </w:r>
      <w:r>
        <w:tab/>
        <w:t>2.025e0</w:t>
      </w:r>
    </w:p>
    <w:p w:rsidR="007B2329" w:rsidRDefault="007B2329" w:rsidP="007B2329">
      <w:r>
        <w:t>727.7380</w:t>
      </w:r>
      <w:r>
        <w:tab/>
        <w:t>3.654e0</w:t>
      </w:r>
    </w:p>
    <w:p w:rsidR="007B2329" w:rsidRDefault="007B2329" w:rsidP="007B2329">
      <w:r>
        <w:t>727.7410</w:t>
      </w:r>
      <w:r>
        <w:tab/>
        <w:t>1.731e0</w:t>
      </w:r>
    </w:p>
    <w:p w:rsidR="007B2329" w:rsidRDefault="007B2329" w:rsidP="007B2329">
      <w:r>
        <w:t>727.7439</w:t>
      </w:r>
      <w:r>
        <w:tab/>
        <w:t>1.013e0</w:t>
      </w:r>
    </w:p>
    <w:p w:rsidR="007B2329" w:rsidRDefault="007B2329" w:rsidP="007B2329">
      <w:r>
        <w:lastRenderedPageBreak/>
        <w:t>727.7753</w:t>
      </w:r>
      <w:r>
        <w:tab/>
        <w:t>9.730e-1</w:t>
      </w:r>
    </w:p>
    <w:p w:rsidR="007B2329" w:rsidRDefault="007B2329" w:rsidP="007B2329">
      <w:r>
        <w:t>727.7800</w:t>
      </w:r>
      <w:r>
        <w:tab/>
        <w:t>4.051e0</w:t>
      </w:r>
    </w:p>
    <w:p w:rsidR="007B2329" w:rsidRDefault="007B2329" w:rsidP="007B2329">
      <w:r>
        <w:t>727.7958</w:t>
      </w:r>
      <w:r>
        <w:tab/>
        <w:t>2.025e0</w:t>
      </w:r>
    </w:p>
    <w:p w:rsidR="007B2329" w:rsidRDefault="007B2329" w:rsidP="007B2329">
      <w:r>
        <w:t>727.8073</w:t>
      </w:r>
      <w:r>
        <w:tab/>
        <w:t>2.349e0</w:t>
      </w:r>
    </w:p>
    <w:p w:rsidR="007B2329" w:rsidRDefault="007B2329" w:rsidP="007B2329">
      <w:r>
        <w:t>727.8235</w:t>
      </w:r>
      <w:r>
        <w:tab/>
        <w:t>1.634e0</w:t>
      </w:r>
    </w:p>
    <w:p w:rsidR="007B2329" w:rsidRDefault="007B2329" w:rsidP="007B2329">
      <w:r>
        <w:t>727.8575</w:t>
      </w:r>
      <w:r>
        <w:tab/>
        <w:t>2.025e0</w:t>
      </w:r>
    </w:p>
    <w:p w:rsidR="007B2329" w:rsidRDefault="007B2329" w:rsidP="007B2329">
      <w:r>
        <w:t>727.8821</w:t>
      </w:r>
      <w:r>
        <w:tab/>
        <w:t>2.025e0</w:t>
      </w:r>
    </w:p>
    <w:p w:rsidR="007B2329" w:rsidRDefault="007B2329" w:rsidP="007B2329">
      <w:r>
        <w:t>727.8835</w:t>
      </w:r>
      <w:r>
        <w:tab/>
        <w:t>7.021e0</w:t>
      </w:r>
    </w:p>
    <w:p w:rsidR="007B2329" w:rsidRDefault="007B2329" w:rsidP="007B2329">
      <w:r>
        <w:t>727.9003</w:t>
      </w:r>
      <w:r>
        <w:tab/>
        <w:t>1.406e0</w:t>
      </w:r>
    </w:p>
    <w:p w:rsidR="007B2329" w:rsidRDefault="007B2329" w:rsidP="007B2329">
      <w:r>
        <w:t>727.9068</w:t>
      </w:r>
      <w:r>
        <w:tab/>
        <w:t>3.163e0</w:t>
      </w:r>
    </w:p>
    <w:p w:rsidR="007B2329" w:rsidRDefault="007B2329" w:rsidP="007B2329">
      <w:r>
        <w:t>727.9221</w:t>
      </w:r>
      <w:r>
        <w:tab/>
        <w:t>3.282e0</w:t>
      </w:r>
    </w:p>
    <w:p w:rsidR="007B2329" w:rsidRDefault="007B2329" w:rsidP="007B2329">
      <w:r>
        <w:t>727.9320</w:t>
      </w:r>
      <w:r>
        <w:tab/>
        <w:t>1.013e0</w:t>
      </w:r>
    </w:p>
    <w:p w:rsidR="007B2329" w:rsidRDefault="007B2329" w:rsidP="007B2329">
      <w:r>
        <w:t>727.9440</w:t>
      </w:r>
      <w:r>
        <w:tab/>
        <w:t>1.013e0</w:t>
      </w:r>
    </w:p>
    <w:p w:rsidR="007B2329" w:rsidRDefault="007B2329" w:rsidP="007B2329">
      <w:r>
        <w:t>727.9813</w:t>
      </w:r>
      <w:r>
        <w:tab/>
        <w:t>4.781e0</w:t>
      </w:r>
    </w:p>
    <w:p w:rsidR="007B2329" w:rsidRDefault="007B2329" w:rsidP="007B2329">
      <w:r>
        <w:t>728.0176</w:t>
      </w:r>
      <w:r>
        <w:tab/>
        <w:t>1.013e0</w:t>
      </w:r>
    </w:p>
    <w:p w:rsidR="007B2329" w:rsidRDefault="007B2329" w:rsidP="007B2329">
      <w:r>
        <w:t>728.0268</w:t>
      </w:r>
      <w:r>
        <w:tab/>
        <w:t>3.038e0</w:t>
      </w:r>
    </w:p>
    <w:p w:rsidR="007B2329" w:rsidRDefault="007B2329" w:rsidP="007B2329">
      <w:r>
        <w:t>728.0302</w:t>
      </w:r>
      <w:r>
        <w:tab/>
        <w:t>1.013e0</w:t>
      </w:r>
    </w:p>
    <w:p w:rsidR="007B2329" w:rsidRDefault="007B2329" w:rsidP="007B2329">
      <w:r>
        <w:t>728.0352</w:t>
      </w:r>
      <w:r>
        <w:tab/>
        <w:t>1.013e0</w:t>
      </w:r>
    </w:p>
    <w:p w:rsidR="007B2329" w:rsidRDefault="007B2329" w:rsidP="007B2329">
      <w:r>
        <w:t>728.0431</w:t>
      </w:r>
      <w:r>
        <w:tab/>
        <w:t>1.882e0</w:t>
      </w:r>
    </w:p>
    <w:p w:rsidR="007B2329" w:rsidRDefault="007B2329" w:rsidP="007B2329">
      <w:r>
        <w:lastRenderedPageBreak/>
        <w:t>728.0612</w:t>
      </w:r>
      <w:r>
        <w:tab/>
        <w:t>1.967e0</w:t>
      </w:r>
    </w:p>
    <w:p w:rsidR="007B2329" w:rsidRDefault="007B2329" w:rsidP="007B2329">
      <w:r>
        <w:t>728.0674</w:t>
      </w:r>
      <w:r>
        <w:tab/>
        <w:t>2.835e0</w:t>
      </w:r>
    </w:p>
    <w:p w:rsidR="007B2329" w:rsidRDefault="007B2329" w:rsidP="007B2329">
      <w:r>
        <w:t>728.0914</w:t>
      </w:r>
      <w:r>
        <w:tab/>
        <w:t>2.038e0</w:t>
      </w:r>
    </w:p>
    <w:p w:rsidR="007B2329" w:rsidRDefault="007B2329" w:rsidP="007B2329">
      <w:r>
        <w:t>728.1102</w:t>
      </w:r>
      <w:r>
        <w:tab/>
        <w:t>2.025e0</w:t>
      </w:r>
    </w:p>
    <w:p w:rsidR="007B2329" w:rsidRDefault="007B2329" w:rsidP="007B2329">
      <w:r>
        <w:t>728.1125</w:t>
      </w:r>
      <w:r>
        <w:tab/>
        <w:t>1.802e0</w:t>
      </w:r>
    </w:p>
    <w:p w:rsidR="007B2329" w:rsidRDefault="007B2329" w:rsidP="007B2329">
      <w:r>
        <w:t>728.1352</w:t>
      </w:r>
      <w:r>
        <w:tab/>
        <w:t>1.909e0</w:t>
      </w:r>
    </w:p>
    <w:p w:rsidR="007B2329" w:rsidRDefault="007B2329" w:rsidP="007B2329">
      <w:r>
        <w:t>728.1379</w:t>
      </w:r>
      <w:r>
        <w:tab/>
        <w:t>1.013e0</w:t>
      </w:r>
    </w:p>
    <w:p w:rsidR="007B2329" w:rsidRDefault="007B2329" w:rsidP="007B2329">
      <w:r>
        <w:t>728.2095</w:t>
      </w:r>
      <w:r>
        <w:tab/>
        <w:t>2.166e0</w:t>
      </w:r>
    </w:p>
    <w:p w:rsidR="007B2329" w:rsidRDefault="007B2329" w:rsidP="007B2329">
      <w:r>
        <w:t>728.2145</w:t>
      </w:r>
      <w:r>
        <w:tab/>
        <w:t>4.226e0</w:t>
      </w:r>
    </w:p>
    <w:p w:rsidR="007B2329" w:rsidRDefault="007B2329" w:rsidP="007B2329">
      <w:r>
        <w:t>728.2166</w:t>
      </w:r>
      <w:r>
        <w:tab/>
        <w:t>1.416e0</w:t>
      </w:r>
    </w:p>
    <w:p w:rsidR="007B2329" w:rsidRDefault="007B2329" w:rsidP="007B2329">
      <w:r>
        <w:t>728.2278</w:t>
      </w:r>
      <w:r>
        <w:tab/>
        <w:t>1.013e0</w:t>
      </w:r>
    </w:p>
    <w:p w:rsidR="007B2329" w:rsidRDefault="007B2329" w:rsidP="007B2329">
      <w:r>
        <w:t>728.3265</w:t>
      </w:r>
      <w:r>
        <w:tab/>
        <w:t>1.921e0</w:t>
      </w:r>
    </w:p>
    <w:p w:rsidR="007B2329" w:rsidRDefault="007B2329" w:rsidP="007B2329">
      <w:r>
        <w:t>728.3909</w:t>
      </w:r>
      <w:r>
        <w:tab/>
        <w:t>3.038e0</w:t>
      </w:r>
    </w:p>
    <w:p w:rsidR="007B2329" w:rsidRDefault="007B2329" w:rsidP="007B2329">
      <w:r>
        <w:t>728.3923</w:t>
      </w:r>
      <w:r>
        <w:tab/>
        <w:t>3.626e0</w:t>
      </w:r>
    </w:p>
    <w:p w:rsidR="007B2329" w:rsidRDefault="007B2329" w:rsidP="007B2329">
      <w:r>
        <w:t>728.4544</w:t>
      </w:r>
      <w:r>
        <w:tab/>
        <w:t>3.161e1</w:t>
      </w:r>
    </w:p>
    <w:p w:rsidR="007B2329" w:rsidRDefault="007B2329" w:rsidP="007B2329">
      <w:r>
        <w:t>728.4592</w:t>
      </w:r>
      <w:r>
        <w:tab/>
        <w:t>1.915e2</w:t>
      </w:r>
    </w:p>
    <w:p w:rsidR="007B2329" w:rsidRDefault="007B2329" w:rsidP="007B2329">
      <w:r>
        <w:t>728.4669</w:t>
      </w:r>
      <w:r>
        <w:tab/>
        <w:t>1.361e2</w:t>
      </w:r>
    </w:p>
    <w:p w:rsidR="007B2329" w:rsidRDefault="007B2329" w:rsidP="007B2329">
      <w:r>
        <w:t>728.4692</w:t>
      </w:r>
      <w:r>
        <w:tab/>
        <w:t>6.821e1</w:t>
      </w:r>
    </w:p>
    <w:p w:rsidR="007B2329" w:rsidRDefault="007B2329" w:rsidP="007B2329">
      <w:r>
        <w:t>728.4712</w:t>
      </w:r>
      <w:r>
        <w:tab/>
        <w:t>9.406e0</w:t>
      </w:r>
    </w:p>
    <w:p w:rsidR="007B2329" w:rsidRDefault="007B2329" w:rsidP="007B2329">
      <w:r>
        <w:lastRenderedPageBreak/>
        <w:t>728.4804</w:t>
      </w:r>
      <w:r>
        <w:tab/>
        <w:t>3.038e0</w:t>
      </w:r>
    </w:p>
    <w:p w:rsidR="007B2329" w:rsidRDefault="007B2329" w:rsidP="007B2329">
      <w:r>
        <w:t>728.5866</w:t>
      </w:r>
      <w:r>
        <w:tab/>
        <w:t>4.331e0</w:t>
      </w:r>
    </w:p>
    <w:p w:rsidR="007B2329" w:rsidRDefault="007B2329" w:rsidP="007B2329">
      <w:r>
        <w:t>728.6348</w:t>
      </w:r>
      <w:r>
        <w:tab/>
        <w:t>2.049e0</w:t>
      </w:r>
    </w:p>
    <w:p w:rsidR="007B2329" w:rsidRDefault="007B2329" w:rsidP="007B2329">
      <w:r>
        <w:t>728.6616</w:t>
      </w:r>
      <w:r>
        <w:tab/>
        <w:t>3.872e0</w:t>
      </w:r>
    </w:p>
    <w:p w:rsidR="007B2329" w:rsidRDefault="007B2329" w:rsidP="007B2329">
      <w:r>
        <w:t>728.7035</w:t>
      </w:r>
      <w:r>
        <w:tab/>
        <w:t>1.013e0</w:t>
      </w:r>
    </w:p>
    <w:p w:rsidR="007B2329" w:rsidRDefault="007B2329" w:rsidP="007B2329">
      <w:r>
        <w:t>728.7325</w:t>
      </w:r>
      <w:r>
        <w:tab/>
        <w:t>3.038e0</w:t>
      </w:r>
    </w:p>
    <w:p w:rsidR="007B2329" w:rsidRDefault="007B2329" w:rsidP="007B2329">
      <w:r>
        <w:t>728.7336</w:t>
      </w:r>
      <w:r>
        <w:tab/>
        <w:t>2.509e0</w:t>
      </w:r>
    </w:p>
    <w:p w:rsidR="007B2329" w:rsidRDefault="007B2329" w:rsidP="007B2329">
      <w:r>
        <w:t>728.7457</w:t>
      </w:r>
      <w:r>
        <w:tab/>
        <w:t>1.688e0</w:t>
      </w:r>
    </w:p>
    <w:p w:rsidR="007B2329" w:rsidRDefault="007B2329" w:rsidP="007B2329">
      <w:r>
        <w:t>728.7549</w:t>
      </w:r>
      <w:r>
        <w:tab/>
        <w:t>8.823e0</w:t>
      </w:r>
    </w:p>
    <w:p w:rsidR="007B2329" w:rsidRDefault="007B2329" w:rsidP="007B2329">
      <w:r>
        <w:t>728.7581</w:t>
      </w:r>
      <w:r>
        <w:tab/>
        <w:t>1.013e0</w:t>
      </w:r>
    </w:p>
    <w:p w:rsidR="007B2329" w:rsidRDefault="007B2329" w:rsidP="007B2329">
      <w:r>
        <w:t>728.7635</w:t>
      </w:r>
      <w:r>
        <w:tab/>
        <w:t>2.025e0</w:t>
      </w:r>
    </w:p>
    <w:p w:rsidR="007B2329" w:rsidRDefault="007B2329" w:rsidP="007B2329">
      <w:r>
        <w:t>728.7890</w:t>
      </w:r>
      <w:r>
        <w:tab/>
        <w:t>5.031e0</w:t>
      </w:r>
    </w:p>
    <w:p w:rsidR="007B2329" w:rsidRDefault="007B2329" w:rsidP="007B2329">
      <w:r>
        <w:t>728.7933</w:t>
      </w:r>
      <w:r>
        <w:tab/>
        <w:t>1.025e0</w:t>
      </w:r>
    </w:p>
    <w:p w:rsidR="007B2329" w:rsidRDefault="007B2329" w:rsidP="007B2329">
      <w:r>
        <w:t>728.7960</w:t>
      </w:r>
      <w:r>
        <w:tab/>
        <w:t>3.038e0</w:t>
      </w:r>
    </w:p>
    <w:p w:rsidR="007B2329" w:rsidRDefault="007B2329" w:rsidP="007B2329">
      <w:r>
        <w:t>728.8077</w:t>
      </w:r>
      <w:r>
        <w:tab/>
        <w:t>1.817e0</w:t>
      </w:r>
    </w:p>
    <w:p w:rsidR="007B2329" w:rsidRDefault="007B2329" w:rsidP="007B2329">
      <w:r>
        <w:t>728.8401</w:t>
      </w:r>
      <w:r>
        <w:tab/>
        <w:t>1.013e0</w:t>
      </w:r>
    </w:p>
    <w:p w:rsidR="007B2329" w:rsidRDefault="007B2329" w:rsidP="007B2329">
      <w:r>
        <w:t>728.8582</w:t>
      </w:r>
      <w:r>
        <w:tab/>
        <w:t>2.363e0</w:t>
      </w:r>
    </w:p>
    <w:p w:rsidR="007B2329" w:rsidRDefault="007B2329" w:rsidP="007B2329">
      <w:r>
        <w:t>728.8654</w:t>
      </w:r>
      <w:r>
        <w:tab/>
        <w:t>2.025e0</w:t>
      </w:r>
    </w:p>
    <w:p w:rsidR="007B2329" w:rsidRDefault="007B2329" w:rsidP="007B2329">
      <w:r>
        <w:t>728.9000</w:t>
      </w:r>
      <w:r>
        <w:tab/>
        <w:t>1.738e0</w:t>
      </w:r>
    </w:p>
    <w:p w:rsidR="007B2329" w:rsidRDefault="007B2329" w:rsidP="007B2329">
      <w:r>
        <w:lastRenderedPageBreak/>
        <w:t>728.9049</w:t>
      </w:r>
      <w:r>
        <w:tab/>
        <w:t>2.550e0</w:t>
      </w:r>
    </w:p>
    <w:p w:rsidR="007B2329" w:rsidRDefault="007B2329" w:rsidP="007B2329">
      <w:r>
        <w:t>728.9229</w:t>
      </w:r>
      <w:r>
        <w:tab/>
        <w:t>1.822e0</w:t>
      </w:r>
    </w:p>
    <w:p w:rsidR="007B2329" w:rsidRDefault="007B2329" w:rsidP="007B2329">
      <w:r>
        <w:t>728.9258</w:t>
      </w:r>
      <w:r>
        <w:tab/>
        <w:t>3.647e0</w:t>
      </w:r>
    </w:p>
    <w:p w:rsidR="007B2329" w:rsidRDefault="007B2329" w:rsidP="007B2329">
      <w:r>
        <w:t>728.9288</w:t>
      </w:r>
      <w:r>
        <w:tab/>
        <w:t>9.332e-1</w:t>
      </w:r>
    </w:p>
    <w:p w:rsidR="007B2329" w:rsidRDefault="007B2329" w:rsidP="007B2329">
      <w:r>
        <w:t>728.9774</w:t>
      </w:r>
      <w:r>
        <w:tab/>
        <w:t>1.013e0</w:t>
      </w:r>
    </w:p>
    <w:p w:rsidR="007B2329" w:rsidRDefault="007B2329" w:rsidP="007B2329">
      <w:r>
        <w:t>729.0044</w:t>
      </w:r>
      <w:r>
        <w:tab/>
        <w:t>3.166e0</w:t>
      </w:r>
    </w:p>
    <w:p w:rsidR="007B2329" w:rsidRDefault="007B2329" w:rsidP="007B2329">
      <w:r>
        <w:t>729.0115</w:t>
      </w:r>
      <w:r>
        <w:tab/>
        <w:t>1.013e0</w:t>
      </w:r>
    </w:p>
    <w:p w:rsidR="007B2329" w:rsidRDefault="007B2329" w:rsidP="007B2329">
      <w:r>
        <w:t>729.0174</w:t>
      </w:r>
      <w:r>
        <w:tab/>
        <w:t>1.013e0</w:t>
      </w:r>
    </w:p>
    <w:p w:rsidR="007B2329" w:rsidRDefault="007B2329" w:rsidP="007B2329">
      <w:r>
        <w:t>729.0546</w:t>
      </w:r>
      <w:r>
        <w:tab/>
        <w:t>2.402e0</w:t>
      </w:r>
    </w:p>
    <w:p w:rsidR="007B2329" w:rsidRDefault="007B2329" w:rsidP="007B2329">
      <w:r>
        <w:t>729.0714</w:t>
      </w:r>
      <w:r>
        <w:tab/>
        <w:t>1.025e0</w:t>
      </w:r>
    </w:p>
    <w:p w:rsidR="007B2329" w:rsidRDefault="007B2329" w:rsidP="007B2329">
      <w:r>
        <w:t>729.0732</w:t>
      </w:r>
      <w:r>
        <w:tab/>
        <w:t>2.985e0</w:t>
      </w:r>
    </w:p>
    <w:p w:rsidR="007B2329" w:rsidRDefault="007B2329" w:rsidP="007B2329">
      <w:r>
        <w:t>729.0792</w:t>
      </w:r>
      <w:r>
        <w:tab/>
        <w:t>1.013e0</w:t>
      </w:r>
    </w:p>
    <w:p w:rsidR="007B2329" w:rsidRDefault="007B2329" w:rsidP="007B2329">
      <w:r>
        <w:t>729.0917</w:t>
      </w:r>
      <w:r>
        <w:tab/>
        <w:t>3.038e0</w:t>
      </w:r>
    </w:p>
    <w:p w:rsidR="007B2329" w:rsidRDefault="007B2329" w:rsidP="007B2329">
      <w:r>
        <w:t>729.1372</w:t>
      </w:r>
      <w:r>
        <w:tab/>
        <w:t>7.928e0</w:t>
      </w:r>
    </w:p>
    <w:p w:rsidR="007B2329" w:rsidRDefault="007B2329" w:rsidP="007B2329">
      <w:r>
        <w:t>729.1453</w:t>
      </w:r>
      <w:r>
        <w:tab/>
        <w:t>2.005e0</w:t>
      </w:r>
    </w:p>
    <w:p w:rsidR="007B2329" w:rsidRDefault="007B2329" w:rsidP="007B2329">
      <w:r>
        <w:t>729.1659</w:t>
      </w:r>
      <w:r>
        <w:tab/>
        <w:t>2.025e0</w:t>
      </w:r>
    </w:p>
    <w:p w:rsidR="007B2329" w:rsidRDefault="007B2329" w:rsidP="007B2329">
      <w:r>
        <w:t>729.1825</w:t>
      </w:r>
      <w:r>
        <w:tab/>
        <w:t>2.025e0</w:t>
      </w:r>
    </w:p>
    <w:p w:rsidR="007B2329" w:rsidRDefault="007B2329" w:rsidP="007B2329">
      <w:r>
        <w:t>729.2152</w:t>
      </w:r>
      <w:r>
        <w:tab/>
        <w:t>1.452e0</w:t>
      </w:r>
    </w:p>
    <w:p w:rsidR="007B2329" w:rsidRDefault="007B2329" w:rsidP="007B2329">
      <w:r>
        <w:t>729.2178</w:t>
      </w:r>
      <w:r>
        <w:tab/>
        <w:t>3.590e0</w:t>
      </w:r>
    </w:p>
    <w:p w:rsidR="007B2329" w:rsidRDefault="007B2329" w:rsidP="007B2329">
      <w:r>
        <w:lastRenderedPageBreak/>
        <w:t>729.2209</w:t>
      </w:r>
      <w:r>
        <w:tab/>
        <w:t>1.345e0</w:t>
      </w:r>
    </w:p>
    <w:p w:rsidR="007B2329" w:rsidRDefault="007B2329" w:rsidP="007B2329">
      <w:r>
        <w:t>729.2384</w:t>
      </w:r>
      <w:r>
        <w:tab/>
        <w:t>1.922e0</w:t>
      </w:r>
    </w:p>
    <w:p w:rsidR="007B2329" w:rsidRDefault="007B2329" w:rsidP="007B2329">
      <w:r>
        <w:t>729.2525</w:t>
      </w:r>
      <w:r>
        <w:tab/>
        <w:t>1.013e0</w:t>
      </w:r>
    </w:p>
    <w:p w:rsidR="007B2329" w:rsidRDefault="007B2329" w:rsidP="007B2329">
      <w:r>
        <w:t>729.2855</w:t>
      </w:r>
      <w:r>
        <w:tab/>
        <w:t>1.013e0</w:t>
      </w:r>
    </w:p>
    <w:p w:rsidR="007B2329" w:rsidRDefault="007B2329" w:rsidP="007B2329">
      <w:r>
        <w:t>729.3140</w:t>
      </w:r>
      <w:r>
        <w:tab/>
        <w:t>1.492e0</w:t>
      </w:r>
    </w:p>
    <w:p w:rsidR="007B2329" w:rsidRDefault="007B2329" w:rsidP="007B2329">
      <w:r>
        <w:t>729.4061</w:t>
      </w:r>
      <w:r>
        <w:tab/>
        <w:t>7.074e0</w:t>
      </w:r>
    </w:p>
    <w:p w:rsidR="007B2329" w:rsidRDefault="007B2329" w:rsidP="007B2329">
      <w:r>
        <w:t>729.4431</w:t>
      </w:r>
      <w:r>
        <w:tab/>
        <w:t>1.056e0</w:t>
      </w:r>
    </w:p>
    <w:p w:rsidR="007B2329" w:rsidRDefault="007B2329" w:rsidP="007B2329">
      <w:r>
        <w:t>729.4674</w:t>
      </w:r>
      <w:r>
        <w:tab/>
        <w:t>1.813e1</w:t>
      </w:r>
    </w:p>
    <w:p w:rsidR="007B2329" w:rsidRDefault="007B2329" w:rsidP="007B2329">
      <w:r>
        <w:t>729.4716</w:t>
      </w:r>
      <w:r>
        <w:tab/>
        <w:t>4.696e1</w:t>
      </w:r>
    </w:p>
    <w:p w:rsidR="007B2329" w:rsidRDefault="007B2329" w:rsidP="007B2329">
      <w:r>
        <w:t>729.4734</w:t>
      </w:r>
      <w:r>
        <w:tab/>
        <w:t>2.415e0</w:t>
      </w:r>
    </w:p>
    <w:p w:rsidR="007B2329" w:rsidRDefault="007B2329" w:rsidP="007B2329">
      <w:r>
        <w:t>729.4769</w:t>
      </w:r>
      <w:r>
        <w:tab/>
        <w:t>2.121e1</w:t>
      </w:r>
    </w:p>
    <w:p w:rsidR="007B2329" w:rsidRDefault="007B2329" w:rsidP="007B2329">
      <w:r>
        <w:t>729.4836</w:t>
      </w:r>
      <w:r>
        <w:tab/>
        <w:t>1.775e1</w:t>
      </w:r>
    </w:p>
    <w:p w:rsidR="007B2329" w:rsidRDefault="007B2329" w:rsidP="007B2329">
      <w:r>
        <w:t>729.5308</w:t>
      </w:r>
      <w:r>
        <w:tab/>
        <w:t>3.038e0</w:t>
      </w:r>
    </w:p>
    <w:p w:rsidR="007B2329" w:rsidRDefault="007B2329" w:rsidP="007B2329">
      <w:r>
        <w:t>729.5373</w:t>
      </w:r>
      <w:r>
        <w:tab/>
        <w:t>3.881e0</w:t>
      </w:r>
    </w:p>
    <w:p w:rsidR="007B2329" w:rsidRDefault="007B2329" w:rsidP="007B2329">
      <w:r>
        <w:t>729.5544</w:t>
      </w:r>
      <w:r>
        <w:tab/>
        <w:t>6.198e0</w:t>
      </w:r>
    </w:p>
    <w:p w:rsidR="007B2329" w:rsidRDefault="007B2329" w:rsidP="007B2329">
      <w:r>
        <w:t>729.5931</w:t>
      </w:r>
      <w:r>
        <w:tab/>
        <w:t>3.118e0</w:t>
      </w:r>
    </w:p>
    <w:p w:rsidR="007B2329" w:rsidRDefault="007B2329" w:rsidP="007B2329">
      <w:r>
        <w:t>729.6101</w:t>
      </w:r>
      <w:r>
        <w:tab/>
        <w:t>6.076e0</w:t>
      </w:r>
    </w:p>
    <w:p w:rsidR="007B2329" w:rsidRDefault="007B2329" w:rsidP="007B2329">
      <w:r>
        <w:t>729.6498</w:t>
      </w:r>
      <w:r>
        <w:tab/>
        <w:t>1.776e0</w:t>
      </w:r>
    </w:p>
    <w:p w:rsidR="007B2329" w:rsidRDefault="007B2329" w:rsidP="007B2329">
      <w:r>
        <w:t>729.6691</w:t>
      </w:r>
      <w:r>
        <w:tab/>
        <w:t>1.167e0</w:t>
      </w:r>
    </w:p>
    <w:p w:rsidR="007B2329" w:rsidRDefault="007B2329" w:rsidP="007B2329">
      <w:r>
        <w:lastRenderedPageBreak/>
        <w:t>729.6724</w:t>
      </w:r>
      <w:r>
        <w:tab/>
        <w:t>1.013e0</w:t>
      </w:r>
    </w:p>
    <w:p w:rsidR="007B2329" w:rsidRDefault="007B2329" w:rsidP="007B2329">
      <w:r>
        <w:t>729.6818</w:t>
      </w:r>
      <w:r>
        <w:tab/>
        <w:t>1.656e0</w:t>
      </w:r>
    </w:p>
    <w:p w:rsidR="007B2329" w:rsidRDefault="007B2329" w:rsidP="007B2329">
      <w:r>
        <w:t>729.7098</w:t>
      </w:r>
      <w:r>
        <w:tab/>
        <w:t>3.700e0</w:t>
      </w:r>
    </w:p>
    <w:p w:rsidR="007B2329" w:rsidRDefault="007B2329" w:rsidP="007B2329">
      <w:r>
        <w:t>729.7343</w:t>
      </w:r>
      <w:r>
        <w:tab/>
        <w:t>2.025e0</w:t>
      </w:r>
    </w:p>
    <w:p w:rsidR="007B2329" w:rsidRDefault="007B2329" w:rsidP="007B2329">
      <w:r>
        <w:t>729.7835</w:t>
      </w:r>
      <w:r>
        <w:tab/>
        <w:t>1.013e0</w:t>
      </w:r>
    </w:p>
    <w:p w:rsidR="007B2329" w:rsidRDefault="007B2329" w:rsidP="007B2329">
      <w:r>
        <w:t>729.7879</w:t>
      </w:r>
      <w:r>
        <w:tab/>
        <w:t>1.820e0</w:t>
      </w:r>
    </w:p>
    <w:p w:rsidR="007B2329" w:rsidRDefault="007B2329" w:rsidP="007B2329">
      <w:r>
        <w:t>729.7992</w:t>
      </w:r>
      <w:r>
        <w:tab/>
        <w:t>1.941e0</w:t>
      </w:r>
    </w:p>
    <w:p w:rsidR="007B2329" w:rsidRDefault="007B2329" w:rsidP="007B2329">
      <w:r>
        <w:t>729.8084</w:t>
      </w:r>
      <w:r>
        <w:tab/>
        <w:t>1.857e0</w:t>
      </w:r>
    </w:p>
    <w:p w:rsidR="007B2329" w:rsidRDefault="007B2329" w:rsidP="007B2329">
      <w:r>
        <w:t>729.8381</w:t>
      </w:r>
      <w:r>
        <w:tab/>
        <w:t>2.715e0</w:t>
      </w:r>
    </w:p>
    <w:p w:rsidR="007B2329" w:rsidRDefault="007B2329" w:rsidP="007B2329">
      <w:r>
        <w:t>729.8679</w:t>
      </w:r>
      <w:r>
        <w:tab/>
        <w:t>1.013e0</w:t>
      </w:r>
    </w:p>
    <w:p w:rsidR="007B2329" w:rsidRDefault="007B2329" w:rsidP="007B2329">
      <w:r>
        <w:t>729.8765</w:t>
      </w:r>
      <w:r>
        <w:tab/>
        <w:t>4.051e0</w:t>
      </w:r>
    </w:p>
    <w:p w:rsidR="007B2329" w:rsidRDefault="007B2329" w:rsidP="007B2329">
      <w:r>
        <w:t>729.8885</w:t>
      </w:r>
      <w:r>
        <w:tab/>
        <w:t>2.691e0</w:t>
      </w:r>
    </w:p>
    <w:p w:rsidR="007B2329" w:rsidRDefault="007B2329" w:rsidP="007B2329">
      <w:r>
        <w:t>729.9366</w:t>
      </w:r>
      <w:r>
        <w:tab/>
        <w:t>1.013e0</w:t>
      </w:r>
    </w:p>
    <w:p w:rsidR="007B2329" w:rsidRDefault="007B2329" w:rsidP="007B2329">
      <w:r>
        <w:t>729.9680</w:t>
      </w:r>
      <w:r>
        <w:tab/>
        <w:t>2.668e0</w:t>
      </w:r>
    </w:p>
    <w:p w:rsidR="007B2329" w:rsidRDefault="007B2329" w:rsidP="007B2329">
      <w:r>
        <w:t>729.9706</w:t>
      </w:r>
      <w:r>
        <w:tab/>
        <w:t>3.038e0</w:t>
      </w:r>
    </w:p>
    <w:p w:rsidR="007B2329" w:rsidRDefault="007B2329" w:rsidP="007B2329">
      <w:r>
        <w:t>729.9772</w:t>
      </w:r>
      <w:r>
        <w:tab/>
        <w:t>3.038e0</w:t>
      </w:r>
    </w:p>
    <w:p w:rsidR="007B2329" w:rsidRDefault="007B2329" w:rsidP="007B2329">
      <w:r>
        <w:t>729.9954</w:t>
      </w:r>
      <w:r>
        <w:tab/>
        <w:t>3.038e0</w:t>
      </w:r>
    </w:p>
    <w:p w:rsidR="007B2329" w:rsidRDefault="007B2329" w:rsidP="007B2329">
      <w:r>
        <w:t>730.0364</w:t>
      </w:r>
      <w:r>
        <w:tab/>
        <w:t>1.731e0</w:t>
      </w:r>
    </w:p>
    <w:p w:rsidR="007B2329" w:rsidRDefault="007B2329" w:rsidP="007B2329">
      <w:r>
        <w:t>730.0392</w:t>
      </w:r>
      <w:r>
        <w:tab/>
        <w:t>1.013e0</w:t>
      </w:r>
    </w:p>
    <w:p w:rsidR="007B2329" w:rsidRDefault="007B2329" w:rsidP="007B2329">
      <w:r>
        <w:lastRenderedPageBreak/>
        <w:t>730.0560</w:t>
      </w:r>
      <w:r>
        <w:tab/>
        <w:t>1.013e0</w:t>
      </w:r>
    </w:p>
    <w:p w:rsidR="007B2329" w:rsidRDefault="007B2329" w:rsidP="007B2329">
      <w:r>
        <w:t>730.0682</w:t>
      </w:r>
      <w:r>
        <w:tab/>
        <w:t>4.051e0</w:t>
      </w:r>
    </w:p>
    <w:p w:rsidR="007B2329" w:rsidRDefault="007B2329" w:rsidP="007B2329">
      <w:r>
        <w:t>730.0772</w:t>
      </w:r>
      <w:r>
        <w:tab/>
        <w:t>3.038e0</w:t>
      </w:r>
    </w:p>
    <w:p w:rsidR="007B2329" w:rsidRDefault="007B2329" w:rsidP="007B2329">
      <w:r>
        <w:t>730.0928</w:t>
      </w:r>
      <w:r>
        <w:tab/>
        <w:t>4.051e0</w:t>
      </w:r>
    </w:p>
    <w:p w:rsidR="007B2329" w:rsidRDefault="007B2329" w:rsidP="007B2329">
      <w:r>
        <w:t>730.1479</w:t>
      </w:r>
      <w:r>
        <w:tab/>
        <w:t>4.051e0</w:t>
      </w:r>
    </w:p>
    <w:p w:rsidR="007B2329" w:rsidRDefault="007B2329" w:rsidP="007B2329">
      <w:r>
        <w:t>730.1508</w:t>
      </w:r>
      <w:r>
        <w:tab/>
        <w:t>3.038e0</w:t>
      </w:r>
    </w:p>
    <w:p w:rsidR="007B2329" w:rsidRDefault="007B2329" w:rsidP="007B2329">
      <w:r>
        <w:t>730.1782</w:t>
      </w:r>
      <w:r>
        <w:tab/>
        <w:t>2.406e0</w:t>
      </w:r>
    </w:p>
    <w:p w:rsidR="007B2329" w:rsidRDefault="007B2329" w:rsidP="007B2329">
      <w:r>
        <w:t>730.2049</w:t>
      </w:r>
      <w:r>
        <w:tab/>
        <w:t>4.132e0</w:t>
      </w:r>
    </w:p>
    <w:p w:rsidR="007B2329" w:rsidRDefault="007B2329" w:rsidP="007B2329">
      <w:r>
        <w:t>730.2448</w:t>
      </w:r>
      <w:r>
        <w:tab/>
        <w:t>2.226e0</w:t>
      </w:r>
    </w:p>
    <w:p w:rsidR="007B2329" w:rsidRDefault="007B2329" w:rsidP="007B2329">
      <w:r>
        <w:t>730.2518</w:t>
      </w:r>
      <w:r>
        <w:tab/>
        <w:t>2.025e0</w:t>
      </w:r>
    </w:p>
    <w:p w:rsidR="007B2329" w:rsidRDefault="007B2329" w:rsidP="007B2329">
      <w:r>
        <w:t>730.3205</w:t>
      </w:r>
      <w:r>
        <w:tab/>
        <w:t>3.076e0</w:t>
      </w:r>
    </w:p>
    <w:p w:rsidR="007B2329" w:rsidRDefault="007B2329" w:rsidP="007B2329">
      <w:r>
        <w:t>730.3524</w:t>
      </w:r>
      <w:r>
        <w:tab/>
        <w:t>3.024e0</w:t>
      </w:r>
    </w:p>
    <w:p w:rsidR="007B2329" w:rsidRDefault="007B2329" w:rsidP="007B2329">
      <w:r>
        <w:t>730.3727</w:t>
      </w:r>
      <w:r>
        <w:tab/>
        <w:t>5.807e0</w:t>
      </w:r>
    </w:p>
    <w:p w:rsidR="007B2329" w:rsidRDefault="007B2329" w:rsidP="007B2329">
      <w:r>
        <w:t>730.4429</w:t>
      </w:r>
      <w:r>
        <w:tab/>
        <w:t>1.071e2</w:t>
      </w:r>
    </w:p>
    <w:p w:rsidR="007B2329" w:rsidRDefault="007B2329" w:rsidP="007B2329">
      <w:r>
        <w:t>730.4478</w:t>
      </w:r>
      <w:r>
        <w:tab/>
        <w:t>6.229e1</w:t>
      </w:r>
    </w:p>
    <w:p w:rsidR="007B2329" w:rsidRDefault="007B2329" w:rsidP="007B2329">
      <w:r>
        <w:t>730.4492</w:t>
      </w:r>
      <w:r>
        <w:tab/>
        <w:t>1.452e2</w:t>
      </w:r>
    </w:p>
    <w:p w:rsidR="007B2329" w:rsidRDefault="007B2329" w:rsidP="007B2329">
      <w:r>
        <w:t>730.4507</w:t>
      </w:r>
      <w:r>
        <w:tab/>
        <w:t>1.046e2</w:t>
      </w:r>
    </w:p>
    <w:p w:rsidR="007B2329" w:rsidRDefault="007B2329" w:rsidP="007B2329">
      <w:r>
        <w:t>730.4543</w:t>
      </w:r>
      <w:r>
        <w:tab/>
        <w:t>1.320e2</w:t>
      </w:r>
    </w:p>
    <w:p w:rsidR="007B2329" w:rsidRDefault="007B2329" w:rsidP="007B2329">
      <w:r>
        <w:t>730.4576</w:t>
      </w:r>
      <w:r>
        <w:tab/>
        <w:t>8.197e1</w:t>
      </w:r>
    </w:p>
    <w:p w:rsidR="007B2329" w:rsidRDefault="007B2329" w:rsidP="007B2329">
      <w:r>
        <w:lastRenderedPageBreak/>
        <w:t>730.4689</w:t>
      </w:r>
      <w:r>
        <w:tab/>
        <w:t>4.051e0</w:t>
      </w:r>
    </w:p>
    <w:p w:rsidR="007B2329" w:rsidRDefault="007B2329" w:rsidP="007B2329">
      <w:r>
        <w:t>730.4736</w:t>
      </w:r>
      <w:r>
        <w:tab/>
        <w:t>1.801e0</w:t>
      </w:r>
    </w:p>
    <w:p w:rsidR="007B2329" w:rsidRDefault="007B2329" w:rsidP="007B2329">
      <w:r>
        <w:t>730.5607</w:t>
      </w:r>
      <w:r>
        <w:tab/>
        <w:t>3.945e0</w:t>
      </w:r>
    </w:p>
    <w:p w:rsidR="007B2329" w:rsidRDefault="007B2329" w:rsidP="007B2329">
      <w:r>
        <w:t>730.5737</w:t>
      </w:r>
      <w:r>
        <w:tab/>
        <w:t>2.025e0</w:t>
      </w:r>
    </w:p>
    <w:p w:rsidR="007B2329" w:rsidRDefault="007B2329" w:rsidP="007B2329">
      <w:r>
        <w:t>730.5943</w:t>
      </w:r>
      <w:r>
        <w:tab/>
        <w:t>4.237e0</w:t>
      </w:r>
    </w:p>
    <w:p w:rsidR="007B2329" w:rsidRDefault="007B2329" w:rsidP="007B2329">
      <w:r>
        <w:t>730.6063</w:t>
      </w:r>
      <w:r>
        <w:tab/>
        <w:t>2.025e0</w:t>
      </w:r>
    </w:p>
    <w:p w:rsidR="007B2329" w:rsidRDefault="007B2329" w:rsidP="007B2329">
      <w:r>
        <w:t>730.6138</w:t>
      </w:r>
      <w:r>
        <w:tab/>
        <w:t>1.859e0</w:t>
      </w:r>
    </w:p>
    <w:p w:rsidR="007B2329" w:rsidRDefault="007B2329" w:rsidP="007B2329">
      <w:r>
        <w:t>730.6441</w:t>
      </w:r>
      <w:r>
        <w:tab/>
        <w:t>1.490e0</w:t>
      </w:r>
    </w:p>
    <w:p w:rsidR="007B2329" w:rsidRDefault="007B2329" w:rsidP="007B2329">
      <w:r>
        <w:t>730.6742</w:t>
      </w:r>
      <w:r>
        <w:tab/>
        <w:t>3.038e0</w:t>
      </w:r>
    </w:p>
    <w:p w:rsidR="007B2329" w:rsidRDefault="007B2329" w:rsidP="007B2329">
      <w:r>
        <w:t>730.6859</w:t>
      </w:r>
      <w:r>
        <w:tab/>
        <w:t>4.051e0</w:t>
      </w:r>
    </w:p>
    <w:p w:rsidR="007B2329" w:rsidRDefault="007B2329" w:rsidP="007B2329">
      <w:r>
        <w:t>730.6875</w:t>
      </w:r>
      <w:r>
        <w:tab/>
        <w:t>6.076e0</w:t>
      </w:r>
    </w:p>
    <w:p w:rsidR="007B2329" w:rsidRDefault="007B2329" w:rsidP="007B2329">
      <w:r>
        <w:t>730.7068</w:t>
      </w:r>
      <w:r>
        <w:tab/>
        <w:t>1.013e0</w:t>
      </w:r>
    </w:p>
    <w:p w:rsidR="007B2329" w:rsidRDefault="007B2329" w:rsidP="007B2329">
      <w:r>
        <w:t>730.7274</w:t>
      </w:r>
      <w:r>
        <w:tab/>
        <w:t>2.038e0</w:t>
      </w:r>
    </w:p>
    <w:p w:rsidR="007B2329" w:rsidRDefault="007B2329" w:rsidP="007B2329">
      <w:r>
        <w:t>730.7371</w:t>
      </w:r>
      <w:r>
        <w:tab/>
        <w:t>1.986e0</w:t>
      </w:r>
    </w:p>
    <w:p w:rsidR="007B2329" w:rsidRDefault="007B2329" w:rsidP="007B2329">
      <w:r>
        <w:t>730.7599</w:t>
      </w:r>
      <w:r>
        <w:tab/>
        <w:t>3.700e0</w:t>
      </w:r>
    </w:p>
    <w:p w:rsidR="007B2329" w:rsidRDefault="007B2329" w:rsidP="007B2329">
      <w:r>
        <w:t>730.7672</w:t>
      </w:r>
      <w:r>
        <w:tab/>
        <w:t>1.878e0</w:t>
      </w:r>
    </w:p>
    <w:p w:rsidR="007B2329" w:rsidRDefault="007B2329" w:rsidP="007B2329">
      <w:r>
        <w:t>730.7732</w:t>
      </w:r>
      <w:r>
        <w:tab/>
        <w:t>1.013e0</w:t>
      </w:r>
    </w:p>
    <w:p w:rsidR="007B2329" w:rsidRDefault="007B2329" w:rsidP="007B2329">
      <w:r>
        <w:t>730.8265</w:t>
      </w:r>
      <w:r>
        <w:tab/>
        <w:t>3.038e0</w:t>
      </w:r>
    </w:p>
    <w:p w:rsidR="007B2329" w:rsidRDefault="007B2329" w:rsidP="007B2329">
      <w:r>
        <w:t>730.8409</w:t>
      </w:r>
      <w:r>
        <w:tab/>
        <w:t>8.133e0</w:t>
      </w:r>
    </w:p>
    <w:p w:rsidR="007B2329" w:rsidRDefault="007B2329" w:rsidP="007B2329">
      <w:r>
        <w:lastRenderedPageBreak/>
        <w:t>730.8723</w:t>
      </w:r>
      <w:r>
        <w:tab/>
        <w:t>2.159e0</w:t>
      </w:r>
    </w:p>
    <w:p w:rsidR="007B2329" w:rsidRDefault="007B2329" w:rsidP="007B2329">
      <w:r>
        <w:t>730.8869</w:t>
      </w:r>
      <w:r>
        <w:tab/>
        <w:t>4.448e0</w:t>
      </w:r>
    </w:p>
    <w:p w:rsidR="007B2329" w:rsidRDefault="007B2329" w:rsidP="007B2329">
      <w:r>
        <w:t>730.9095</w:t>
      </w:r>
      <w:r>
        <w:tab/>
        <w:t>1.829e0</w:t>
      </w:r>
    </w:p>
    <w:p w:rsidR="007B2329" w:rsidRDefault="007B2329" w:rsidP="007B2329">
      <w:r>
        <w:t>730.9126</w:t>
      </w:r>
      <w:r>
        <w:tab/>
        <w:t>1.013e0</w:t>
      </w:r>
    </w:p>
    <w:p w:rsidR="007B2329" w:rsidRDefault="007B2329" w:rsidP="007B2329">
      <w:r>
        <w:t>730.9454</w:t>
      </w:r>
      <w:r>
        <w:tab/>
        <w:t>2.510e0</w:t>
      </w:r>
    </w:p>
    <w:p w:rsidR="007B2329" w:rsidRDefault="007B2329" w:rsidP="007B2329">
      <w:r>
        <w:t>730.9469</w:t>
      </w:r>
      <w:r>
        <w:tab/>
        <w:t>1.013e0</w:t>
      </w:r>
    </w:p>
    <w:p w:rsidR="007B2329" w:rsidRDefault="007B2329" w:rsidP="007B2329">
      <w:r>
        <w:t>730.9671</w:t>
      </w:r>
      <w:r>
        <w:tab/>
        <w:t>2.025e0</w:t>
      </w:r>
    </w:p>
    <w:p w:rsidR="007B2329" w:rsidRDefault="007B2329" w:rsidP="007B2329">
      <w:r>
        <w:t>730.9716</w:t>
      </w:r>
      <w:r>
        <w:tab/>
        <w:t>2.025e0</w:t>
      </w:r>
    </w:p>
    <w:p w:rsidR="007B2329" w:rsidRDefault="007B2329" w:rsidP="007B2329">
      <w:r>
        <w:t>730.9962</w:t>
      </w:r>
      <w:r>
        <w:tab/>
        <w:t>4.051e0</w:t>
      </w:r>
    </w:p>
    <w:p w:rsidR="007B2329" w:rsidRDefault="007B2329" w:rsidP="007B2329">
      <w:r>
        <w:t>731.0002</w:t>
      </w:r>
      <w:r>
        <w:tab/>
        <w:t>3.038e0</w:t>
      </w:r>
    </w:p>
    <w:p w:rsidR="007B2329" w:rsidRDefault="007B2329" w:rsidP="007B2329">
      <w:r>
        <w:t>731.0269</w:t>
      </w:r>
      <w:r>
        <w:tab/>
        <w:t>2.025e0</w:t>
      </w:r>
    </w:p>
    <w:p w:rsidR="007B2329" w:rsidRDefault="007B2329" w:rsidP="007B2329">
      <w:r>
        <w:t>731.0629</w:t>
      </w:r>
      <w:r>
        <w:tab/>
        <w:t>1.644e0</w:t>
      </w:r>
    </w:p>
    <w:p w:rsidR="007B2329" w:rsidRDefault="007B2329" w:rsidP="007B2329">
      <w:r>
        <w:t>731.0912</w:t>
      </w:r>
      <w:r>
        <w:tab/>
        <w:t>2.025e0</w:t>
      </w:r>
    </w:p>
    <w:p w:rsidR="007B2329" w:rsidRDefault="007B2329" w:rsidP="007B2329">
      <w:r>
        <w:t>731.1077</w:t>
      </w:r>
      <w:r>
        <w:tab/>
        <w:t>2.934e0</w:t>
      </w:r>
    </w:p>
    <w:p w:rsidR="007B2329" w:rsidRDefault="007B2329" w:rsidP="007B2329">
      <w:r>
        <w:t>731.1102</w:t>
      </w:r>
      <w:r>
        <w:tab/>
        <w:t>4.852e0</w:t>
      </w:r>
    </w:p>
    <w:p w:rsidR="007B2329" w:rsidRDefault="007B2329" w:rsidP="007B2329">
      <w:r>
        <w:t>731.1520</w:t>
      </w:r>
      <w:r>
        <w:tab/>
        <w:t>1.013e0</w:t>
      </w:r>
    </w:p>
    <w:p w:rsidR="007B2329" w:rsidRDefault="007B2329" w:rsidP="007B2329">
      <w:r>
        <w:t>731.1556</w:t>
      </w:r>
      <w:r>
        <w:tab/>
        <w:t>2.406e0</w:t>
      </w:r>
    </w:p>
    <w:p w:rsidR="007B2329" w:rsidRDefault="007B2329" w:rsidP="007B2329">
      <w:r>
        <w:t>731.1999</w:t>
      </w:r>
      <w:r>
        <w:tab/>
        <w:t>1.621e0</w:t>
      </w:r>
    </w:p>
    <w:p w:rsidR="007B2329" w:rsidRDefault="007B2329" w:rsidP="007B2329">
      <w:r>
        <w:t>731.2016</w:t>
      </w:r>
      <w:r>
        <w:tab/>
        <w:t>2.775e0</w:t>
      </w:r>
    </w:p>
    <w:p w:rsidR="007B2329" w:rsidRDefault="007B2329" w:rsidP="007B2329">
      <w:r>
        <w:lastRenderedPageBreak/>
        <w:t>731.2194</w:t>
      </w:r>
      <w:r>
        <w:tab/>
        <w:t>2.025e0</w:t>
      </w:r>
    </w:p>
    <w:p w:rsidR="007B2329" w:rsidRDefault="007B2329" w:rsidP="007B2329">
      <w:r>
        <w:t>731.2233</w:t>
      </w:r>
      <w:r>
        <w:tab/>
        <w:t>2.352e0</w:t>
      </w:r>
    </w:p>
    <w:p w:rsidR="007B2329" w:rsidRDefault="007B2329" w:rsidP="007B2329">
      <w:r>
        <w:t>731.2389</w:t>
      </w:r>
      <w:r>
        <w:tab/>
        <w:t>4.116e0</w:t>
      </w:r>
    </w:p>
    <w:p w:rsidR="007B2329" w:rsidRDefault="007B2329" w:rsidP="007B2329">
      <w:r>
        <w:t>731.2611</w:t>
      </w:r>
      <w:r>
        <w:tab/>
        <w:t>3.238e0</w:t>
      </w:r>
    </w:p>
    <w:p w:rsidR="007B2329" w:rsidRDefault="007B2329" w:rsidP="007B2329">
      <w:r>
        <w:t>731.2965</w:t>
      </w:r>
      <w:r>
        <w:tab/>
        <w:t>3.038e0</w:t>
      </w:r>
    </w:p>
    <w:p w:rsidR="007B2329" w:rsidRDefault="007B2329" w:rsidP="007B2329">
      <w:r>
        <w:t>731.3580</w:t>
      </w:r>
      <w:r>
        <w:tab/>
        <w:t>1.149e1</w:t>
      </w:r>
    </w:p>
    <w:p w:rsidR="007B2329" w:rsidRDefault="007B2329" w:rsidP="007B2329">
      <w:r>
        <w:t>731.3596</w:t>
      </w:r>
      <w:r>
        <w:tab/>
        <w:t>2.566e1</w:t>
      </w:r>
    </w:p>
    <w:p w:rsidR="007B2329" w:rsidRDefault="007B2329" w:rsidP="007B2329">
      <w:r>
        <w:t>731.3625</w:t>
      </w:r>
      <w:r>
        <w:tab/>
        <w:t>1.591e1</w:t>
      </w:r>
    </w:p>
    <w:p w:rsidR="007B2329" w:rsidRDefault="007B2329" w:rsidP="007B2329">
      <w:r>
        <w:t>731.3660</w:t>
      </w:r>
      <w:r>
        <w:tab/>
        <w:t>4.209e1</w:t>
      </w:r>
    </w:p>
    <w:p w:rsidR="007B2329" w:rsidRDefault="007B2329" w:rsidP="007B2329">
      <w:r>
        <w:t>731.3671</w:t>
      </w:r>
      <w:r>
        <w:tab/>
        <w:t>5.564e1</w:t>
      </w:r>
    </w:p>
    <w:p w:rsidR="007B2329" w:rsidRDefault="007B2329" w:rsidP="007B2329">
      <w:r>
        <w:t>731.3683</w:t>
      </w:r>
      <w:r>
        <w:tab/>
        <w:t>3.485e1</w:t>
      </w:r>
    </w:p>
    <w:p w:rsidR="007B2329" w:rsidRDefault="007B2329" w:rsidP="007B2329">
      <w:r>
        <w:t>731.3699</w:t>
      </w:r>
      <w:r>
        <w:tab/>
        <w:t>3.624e1</w:t>
      </w:r>
    </w:p>
    <w:p w:rsidR="007B2329" w:rsidRDefault="007B2329" w:rsidP="007B2329">
      <w:r>
        <w:t>731.3711</w:t>
      </w:r>
      <w:r>
        <w:tab/>
        <w:t>1.937e0</w:t>
      </w:r>
    </w:p>
    <w:p w:rsidR="007B2329" w:rsidRDefault="007B2329" w:rsidP="007B2329">
      <w:r>
        <w:t>731.3788</w:t>
      </w:r>
      <w:r>
        <w:tab/>
        <w:t>4.764e1</w:t>
      </w:r>
    </w:p>
    <w:p w:rsidR="007B2329" w:rsidRDefault="007B2329" w:rsidP="007B2329">
      <w:r>
        <w:t>731.4415</w:t>
      </w:r>
      <w:r>
        <w:tab/>
        <w:t>1.046e2</w:t>
      </w:r>
    </w:p>
    <w:p w:rsidR="007B2329" w:rsidRDefault="007B2329" w:rsidP="007B2329">
      <w:r>
        <w:t>731.4432</w:t>
      </w:r>
      <w:r>
        <w:tab/>
        <w:t>6.041e1</w:t>
      </w:r>
    </w:p>
    <w:p w:rsidR="007B2329" w:rsidRDefault="007B2329" w:rsidP="007B2329">
      <w:r>
        <w:t>731.4500</w:t>
      </w:r>
      <w:r>
        <w:tab/>
        <w:t>6.091e1</w:t>
      </w:r>
    </w:p>
    <w:p w:rsidR="007B2329" w:rsidRDefault="007B2329" w:rsidP="007B2329">
      <w:r>
        <w:t>731.4535</w:t>
      </w:r>
      <w:r>
        <w:tab/>
        <w:t>1.944e1</w:t>
      </w:r>
    </w:p>
    <w:p w:rsidR="007B2329" w:rsidRDefault="007B2329" w:rsidP="007B2329">
      <w:r>
        <w:t>731.4553</w:t>
      </w:r>
      <w:r>
        <w:tab/>
        <w:t>4.529e1</w:t>
      </w:r>
    </w:p>
    <w:p w:rsidR="007B2329" w:rsidRDefault="007B2329" w:rsidP="007B2329">
      <w:r>
        <w:lastRenderedPageBreak/>
        <w:t>731.4564</w:t>
      </w:r>
      <w:r>
        <w:tab/>
        <w:t>3.690e1</w:t>
      </w:r>
    </w:p>
    <w:p w:rsidR="007B2329" w:rsidRDefault="007B2329" w:rsidP="007B2329">
      <w:r>
        <w:t>731.5163</w:t>
      </w:r>
      <w:r>
        <w:tab/>
        <w:t>1.266e-2</w:t>
      </w:r>
    </w:p>
    <w:p w:rsidR="007B2329" w:rsidRDefault="007B2329" w:rsidP="007B2329">
      <w:r>
        <w:t>731.5742</w:t>
      </w:r>
      <w:r>
        <w:tab/>
        <w:t>1.997e0</w:t>
      </w:r>
    </w:p>
    <w:p w:rsidR="007B2329" w:rsidRDefault="007B2329" w:rsidP="007B2329">
      <w:r>
        <w:t>731.5958</w:t>
      </w:r>
      <w:r>
        <w:tab/>
        <w:t>2.382e0</w:t>
      </w:r>
    </w:p>
    <w:p w:rsidR="007B2329" w:rsidRDefault="007B2329" w:rsidP="007B2329">
      <w:r>
        <w:t>731.6011</w:t>
      </w:r>
      <w:r>
        <w:tab/>
        <w:t>3.038e0</w:t>
      </w:r>
    </w:p>
    <w:p w:rsidR="007B2329" w:rsidRDefault="007B2329" w:rsidP="007B2329">
      <w:r>
        <w:t>731.6158</w:t>
      </w:r>
      <w:r>
        <w:tab/>
        <w:t>2.025e0</w:t>
      </w:r>
    </w:p>
    <w:p w:rsidR="007B2329" w:rsidRDefault="007B2329" w:rsidP="007B2329">
      <w:r>
        <w:t>731.6290</w:t>
      </w:r>
      <w:r>
        <w:tab/>
        <w:t>5.063e0</w:t>
      </w:r>
    </w:p>
    <w:p w:rsidR="007B2329" w:rsidRDefault="007B2329" w:rsidP="007B2329">
      <w:r>
        <w:t>731.6372</w:t>
      </w:r>
      <w:r>
        <w:tab/>
        <w:t>1.025e0</w:t>
      </w:r>
    </w:p>
    <w:p w:rsidR="007B2329" w:rsidRDefault="007B2329" w:rsidP="007B2329">
      <w:r>
        <w:t>731.6486</w:t>
      </w:r>
      <w:r>
        <w:tab/>
        <w:t>3.038e0</w:t>
      </w:r>
    </w:p>
    <w:p w:rsidR="007B2329" w:rsidRDefault="007B2329" w:rsidP="007B2329">
      <w:r>
        <w:t>731.6774</w:t>
      </w:r>
      <w:r>
        <w:tab/>
        <w:t>1.013e0</w:t>
      </w:r>
    </w:p>
    <w:p w:rsidR="007B2329" w:rsidRDefault="007B2329" w:rsidP="007B2329">
      <w:r>
        <w:t>731.7156</w:t>
      </w:r>
      <w:r>
        <w:tab/>
        <w:t>1.500e0</w:t>
      </w:r>
    </w:p>
    <w:p w:rsidR="007B2329" w:rsidRDefault="007B2329" w:rsidP="007B2329">
      <w:r>
        <w:t>731.7213</w:t>
      </w:r>
      <w:r>
        <w:tab/>
        <w:t>3.038e0</w:t>
      </w:r>
    </w:p>
    <w:p w:rsidR="007B2329" w:rsidRDefault="007B2329" w:rsidP="007B2329">
      <w:r>
        <w:t>731.7719</w:t>
      </w:r>
      <w:r>
        <w:tab/>
        <w:t>4.051e0</w:t>
      </w:r>
    </w:p>
    <w:p w:rsidR="007B2329" w:rsidRDefault="007B2329" w:rsidP="007B2329">
      <w:r>
        <w:t>731.7766</w:t>
      </w:r>
      <w:r>
        <w:tab/>
        <w:t>1.675e0</w:t>
      </w:r>
    </w:p>
    <w:p w:rsidR="007B2329" w:rsidRDefault="007B2329" w:rsidP="007B2329">
      <w:r>
        <w:t>731.8013</w:t>
      </w:r>
      <w:r>
        <w:tab/>
        <w:t>2.025e0</w:t>
      </w:r>
    </w:p>
    <w:p w:rsidR="007B2329" w:rsidRDefault="007B2329" w:rsidP="007B2329">
      <w:r>
        <w:t>731.8245</w:t>
      </w:r>
      <w:r>
        <w:tab/>
        <w:t>7.631e0</w:t>
      </w:r>
    </w:p>
    <w:p w:rsidR="007B2329" w:rsidRDefault="007B2329" w:rsidP="007B2329">
      <w:r>
        <w:t>731.8508</w:t>
      </w:r>
      <w:r>
        <w:tab/>
        <w:t>3.945e0</w:t>
      </w:r>
    </w:p>
    <w:p w:rsidR="007B2329" w:rsidRDefault="007B2329" w:rsidP="007B2329">
      <w:r>
        <w:t>731.8646</w:t>
      </w:r>
      <w:r>
        <w:tab/>
        <w:t>1.346e1</w:t>
      </w:r>
    </w:p>
    <w:p w:rsidR="007B2329" w:rsidRDefault="007B2329" w:rsidP="007B2329">
      <w:r>
        <w:t>731.8682</w:t>
      </w:r>
      <w:r>
        <w:tab/>
        <w:t>3.280e0</w:t>
      </w:r>
    </w:p>
    <w:p w:rsidR="007B2329" w:rsidRDefault="007B2329" w:rsidP="007B2329">
      <w:r>
        <w:lastRenderedPageBreak/>
        <w:t>731.8851</w:t>
      </w:r>
      <w:r>
        <w:tab/>
        <w:t>6.983e0</w:t>
      </w:r>
    </w:p>
    <w:p w:rsidR="007B2329" w:rsidRDefault="007B2329" w:rsidP="007B2329">
      <w:r>
        <w:t>731.8885</w:t>
      </w:r>
      <w:r>
        <w:tab/>
        <w:t>1.013e0</w:t>
      </w:r>
    </w:p>
    <w:p w:rsidR="007B2329" w:rsidRDefault="007B2329" w:rsidP="007B2329">
      <w:r>
        <w:t>731.8940</w:t>
      </w:r>
      <w:r>
        <w:tab/>
        <w:t>4.040e0</w:t>
      </w:r>
    </w:p>
    <w:p w:rsidR="007B2329" w:rsidRDefault="007B2329" w:rsidP="007B2329">
      <w:r>
        <w:t>731.9815</w:t>
      </w:r>
      <w:r>
        <w:tab/>
        <w:t>2.025e0</w:t>
      </w:r>
    </w:p>
    <w:p w:rsidR="007B2329" w:rsidRDefault="007B2329" w:rsidP="007B2329">
      <w:r>
        <w:t>731.9913</w:t>
      </w:r>
      <w:r>
        <w:tab/>
        <w:t>1.266e-2</w:t>
      </w:r>
    </w:p>
    <w:p w:rsidR="007B2329" w:rsidRDefault="007B2329" w:rsidP="007B2329">
      <w:r>
        <w:t>732.0085</w:t>
      </w:r>
      <w:r>
        <w:tab/>
        <w:t>4.251e0</w:t>
      </w:r>
    </w:p>
    <w:p w:rsidR="007B2329" w:rsidRDefault="007B2329" w:rsidP="007B2329">
      <w:r>
        <w:t>732.0529</w:t>
      </w:r>
      <w:r>
        <w:tab/>
        <w:t>4.917e0</w:t>
      </w:r>
    </w:p>
    <w:p w:rsidR="007B2329" w:rsidRDefault="007B2329" w:rsidP="007B2329">
      <w:r>
        <w:t>732.0726</w:t>
      </w:r>
      <w:r>
        <w:tab/>
        <w:t>5.704e0</w:t>
      </w:r>
    </w:p>
    <w:p w:rsidR="007B2329" w:rsidRDefault="007B2329" w:rsidP="007B2329">
      <w:r>
        <w:t>732.0792</w:t>
      </w:r>
      <w:r>
        <w:tab/>
        <w:t>4.354e0</w:t>
      </w:r>
    </w:p>
    <w:p w:rsidR="007B2329" w:rsidRDefault="007B2329" w:rsidP="007B2329">
      <w:r>
        <w:t>732.0938</w:t>
      </w:r>
      <w:r>
        <w:tab/>
        <w:t>2.025e0</w:t>
      </w:r>
    </w:p>
    <w:p w:rsidR="007B2329" w:rsidRDefault="007B2329" w:rsidP="007B2329">
      <w:r>
        <w:t>732.1237</w:t>
      </w:r>
      <w:r>
        <w:tab/>
        <w:t>1.013e0</w:t>
      </w:r>
    </w:p>
    <w:p w:rsidR="007B2329" w:rsidRDefault="007B2329" w:rsidP="007B2329">
      <w:r>
        <w:t>732.1365</w:t>
      </w:r>
      <w:r>
        <w:tab/>
        <w:t>1.013e0</w:t>
      </w:r>
    </w:p>
    <w:p w:rsidR="007B2329" w:rsidRDefault="007B2329" w:rsidP="007B2329">
      <w:r>
        <w:t>732.1892</w:t>
      </w:r>
      <w:r>
        <w:tab/>
        <w:t>6.032e0</w:t>
      </w:r>
    </w:p>
    <w:p w:rsidR="007B2329" w:rsidRDefault="007B2329" w:rsidP="007B2329">
      <w:r>
        <w:t>732.1982</w:t>
      </w:r>
      <w:r>
        <w:tab/>
        <w:t>2.025e0</w:t>
      </w:r>
    </w:p>
    <w:p w:rsidR="007B2329" w:rsidRDefault="007B2329" w:rsidP="007B2329">
      <w:r>
        <w:t>732.2043</w:t>
      </w:r>
      <w:r>
        <w:tab/>
        <w:t>1.763e0</w:t>
      </w:r>
    </w:p>
    <w:p w:rsidR="007B2329" w:rsidRDefault="007B2329" w:rsidP="007B2329">
      <w:r>
        <w:t>732.2773</w:t>
      </w:r>
      <w:r>
        <w:tab/>
        <w:t>1.603e0</w:t>
      </w:r>
    </w:p>
    <w:p w:rsidR="007B2329" w:rsidRDefault="007B2329" w:rsidP="007B2329">
      <w:r>
        <w:t>732.3568</w:t>
      </w:r>
      <w:r>
        <w:tab/>
        <w:t>2.148e1</w:t>
      </w:r>
    </w:p>
    <w:p w:rsidR="007B2329" w:rsidRDefault="007B2329" w:rsidP="007B2329">
      <w:r>
        <w:t>732.3608</w:t>
      </w:r>
      <w:r>
        <w:tab/>
        <w:t>6.520e0</w:t>
      </w:r>
    </w:p>
    <w:p w:rsidR="007B2329" w:rsidRDefault="007B2329" w:rsidP="007B2329">
      <w:r>
        <w:t>732.3622</w:t>
      </w:r>
      <w:r>
        <w:tab/>
        <w:t>2.225e1</w:t>
      </w:r>
    </w:p>
    <w:p w:rsidR="007B2329" w:rsidRDefault="007B2329" w:rsidP="007B2329">
      <w:r>
        <w:lastRenderedPageBreak/>
        <w:t>732.3663</w:t>
      </w:r>
      <w:r>
        <w:tab/>
        <w:t>2.196e1</w:t>
      </w:r>
    </w:p>
    <w:p w:rsidR="007B2329" w:rsidRDefault="007B2329" w:rsidP="007B2329">
      <w:r>
        <w:t>732.3684</w:t>
      </w:r>
      <w:r>
        <w:tab/>
        <w:t>6.101e1</w:t>
      </w:r>
    </w:p>
    <w:p w:rsidR="007B2329" w:rsidRDefault="007B2329" w:rsidP="007B2329">
      <w:r>
        <w:t>732.3697</w:t>
      </w:r>
      <w:r>
        <w:tab/>
        <w:t>2.017e1</w:t>
      </w:r>
    </w:p>
    <w:p w:rsidR="007B2329" w:rsidRDefault="007B2329" w:rsidP="007B2329">
      <w:r>
        <w:t>732.3762</w:t>
      </w:r>
      <w:r>
        <w:tab/>
        <w:t>5.196e1</w:t>
      </w:r>
    </w:p>
    <w:p w:rsidR="007B2329" w:rsidRDefault="007B2329" w:rsidP="007B2329">
      <w:r>
        <w:t>732.4386</w:t>
      </w:r>
      <w:r>
        <w:tab/>
        <w:t>7.676e0</w:t>
      </w:r>
    </w:p>
    <w:p w:rsidR="007B2329" w:rsidRDefault="007B2329" w:rsidP="007B2329">
      <w:r>
        <w:t>732.4507</w:t>
      </w:r>
      <w:r>
        <w:tab/>
        <w:t>1.298e1</w:t>
      </w:r>
    </w:p>
    <w:p w:rsidR="007B2329" w:rsidRDefault="007B2329" w:rsidP="007B2329">
      <w:r>
        <w:t>732.4544</w:t>
      </w:r>
      <w:r>
        <w:tab/>
        <w:t>1.360e1</w:t>
      </w:r>
    </w:p>
    <w:p w:rsidR="007B2329" w:rsidRDefault="007B2329" w:rsidP="007B2329">
      <w:r>
        <w:t>732.4640</w:t>
      </w:r>
      <w:r>
        <w:tab/>
        <w:t>1.310e1</w:t>
      </w:r>
    </w:p>
    <w:p w:rsidR="007B2329" w:rsidRDefault="007B2329" w:rsidP="007B2329">
      <w:r>
        <w:t>732.5610</w:t>
      </w:r>
      <w:r>
        <w:tab/>
        <w:t>1.038e0</w:t>
      </w:r>
    </w:p>
    <w:p w:rsidR="007B2329" w:rsidRDefault="007B2329" w:rsidP="007B2329">
      <w:r>
        <w:t>732.5621</w:t>
      </w:r>
      <w:r>
        <w:tab/>
        <w:t>1.742e0</w:t>
      </w:r>
    </w:p>
    <w:p w:rsidR="007B2329" w:rsidRDefault="007B2329" w:rsidP="007B2329">
      <w:r>
        <w:t>732.5715</w:t>
      </w:r>
      <w:r>
        <w:tab/>
        <w:t>3.451e0</w:t>
      </w:r>
    </w:p>
    <w:p w:rsidR="007B2329" w:rsidRDefault="007B2329" w:rsidP="007B2329">
      <w:r>
        <w:t>732.6074</w:t>
      </w:r>
      <w:r>
        <w:tab/>
        <w:t>1.013e0</w:t>
      </w:r>
    </w:p>
    <w:p w:rsidR="007B2329" w:rsidRDefault="007B2329" w:rsidP="007B2329">
      <w:r>
        <w:t>732.6584</w:t>
      </w:r>
      <w:r>
        <w:tab/>
        <w:t>1.013e0</w:t>
      </w:r>
    </w:p>
    <w:p w:rsidR="007B2329" w:rsidRDefault="007B2329" w:rsidP="007B2329">
      <w:r>
        <w:t>732.6718</w:t>
      </w:r>
      <w:r>
        <w:tab/>
        <w:t>4.051e0</w:t>
      </w:r>
    </w:p>
    <w:p w:rsidR="007B2329" w:rsidRDefault="007B2329" w:rsidP="007B2329">
      <w:r>
        <w:t>732.6945</w:t>
      </w:r>
      <w:r>
        <w:tab/>
        <w:t>2.025e0</w:t>
      </w:r>
    </w:p>
    <w:p w:rsidR="007B2329" w:rsidRDefault="007B2329" w:rsidP="007B2329">
      <w:r>
        <w:t>732.7085</w:t>
      </w:r>
      <w:r>
        <w:tab/>
        <w:t>2.025e0</w:t>
      </w:r>
    </w:p>
    <w:p w:rsidR="007B2329" w:rsidRDefault="007B2329" w:rsidP="007B2329">
      <w:r>
        <w:t>732.7137</w:t>
      </w:r>
      <w:r>
        <w:tab/>
        <w:t>4.051e0</w:t>
      </w:r>
    </w:p>
    <w:p w:rsidR="007B2329" w:rsidRDefault="007B2329" w:rsidP="007B2329">
      <w:r>
        <w:t>732.7209</w:t>
      </w:r>
      <w:r>
        <w:tab/>
        <w:t>4.562e0</w:t>
      </w:r>
    </w:p>
    <w:p w:rsidR="007B2329" w:rsidRDefault="007B2329" w:rsidP="007B2329">
      <w:r>
        <w:t>732.7275</w:t>
      </w:r>
      <w:r>
        <w:tab/>
        <w:t>1.013e0</w:t>
      </w:r>
    </w:p>
    <w:p w:rsidR="007B2329" w:rsidRDefault="007B2329" w:rsidP="007B2329">
      <w:r>
        <w:lastRenderedPageBreak/>
        <w:t>732.7616</w:t>
      </w:r>
      <w:r>
        <w:tab/>
        <w:t>2.038e0</w:t>
      </w:r>
    </w:p>
    <w:p w:rsidR="007B2329" w:rsidRDefault="007B2329" w:rsidP="007B2329">
      <w:r>
        <w:t>732.7689</w:t>
      </w:r>
      <w:r>
        <w:tab/>
        <w:t>2.025e0</w:t>
      </w:r>
    </w:p>
    <w:p w:rsidR="007B2329" w:rsidRDefault="007B2329" w:rsidP="007B2329">
      <w:r>
        <w:t>732.7938</w:t>
      </w:r>
      <w:r>
        <w:tab/>
        <w:t>2.025e0</w:t>
      </w:r>
    </w:p>
    <w:p w:rsidR="007B2329" w:rsidRDefault="007B2329" w:rsidP="007B2329">
      <w:r>
        <w:t>732.8060</w:t>
      </w:r>
      <w:r>
        <w:tab/>
        <w:t>3.038e0</w:t>
      </w:r>
    </w:p>
    <w:p w:rsidR="007B2329" w:rsidRDefault="007B2329" w:rsidP="007B2329">
      <w:r>
        <w:t>732.8557</w:t>
      </w:r>
      <w:r>
        <w:tab/>
        <w:t>1.589e0</w:t>
      </w:r>
    </w:p>
    <w:p w:rsidR="007B2329" w:rsidRDefault="007B2329" w:rsidP="007B2329">
      <w:r>
        <w:t>732.8642</w:t>
      </w:r>
      <w:r>
        <w:tab/>
        <w:t>1.013e0</w:t>
      </w:r>
    </w:p>
    <w:p w:rsidR="007B2329" w:rsidRDefault="007B2329" w:rsidP="007B2329">
      <w:r>
        <w:t>732.8737</w:t>
      </w:r>
      <w:r>
        <w:tab/>
        <w:t>4.648e0</w:t>
      </w:r>
    </w:p>
    <w:p w:rsidR="007B2329" w:rsidRDefault="007B2329" w:rsidP="007B2329">
      <w:r>
        <w:t>732.8812</w:t>
      </w:r>
      <w:r>
        <w:tab/>
        <w:t>1.447e0</w:t>
      </w:r>
    </w:p>
    <w:p w:rsidR="007B2329" w:rsidRDefault="007B2329" w:rsidP="007B2329">
      <w:r>
        <w:t>732.9092</w:t>
      </w:r>
      <w:r>
        <w:tab/>
        <w:t>9.418e0</w:t>
      </w:r>
    </w:p>
    <w:p w:rsidR="007B2329" w:rsidRDefault="007B2329" w:rsidP="007B2329">
      <w:r>
        <w:t>732.9141</w:t>
      </w:r>
      <w:r>
        <w:tab/>
        <w:t>2.750e0</w:t>
      </w:r>
    </w:p>
    <w:p w:rsidR="007B2329" w:rsidRDefault="007B2329" w:rsidP="007B2329">
      <w:r>
        <w:t>732.9181</w:t>
      </w:r>
      <w:r>
        <w:tab/>
        <w:t>1.013e0</w:t>
      </w:r>
    </w:p>
    <w:p w:rsidR="007B2329" w:rsidRDefault="007B2329" w:rsidP="007B2329">
      <w:r>
        <w:t>732.9426</w:t>
      </w:r>
      <w:r>
        <w:tab/>
        <w:t>3.038e0</w:t>
      </w:r>
    </w:p>
    <w:p w:rsidR="007B2329" w:rsidRDefault="007B2329" w:rsidP="007B2329">
      <w:r>
        <w:t>732.9522</w:t>
      </w:r>
      <w:r>
        <w:tab/>
        <w:t>4.494e0</w:t>
      </w:r>
    </w:p>
    <w:p w:rsidR="007B2329" w:rsidRDefault="007B2329" w:rsidP="007B2329">
      <w:r>
        <w:t>732.9658</w:t>
      </w:r>
      <w:r>
        <w:tab/>
        <w:t>7.089e0</w:t>
      </w:r>
    </w:p>
    <w:p w:rsidR="007B2329" w:rsidRDefault="007B2329" w:rsidP="007B2329">
      <w:r>
        <w:t>732.9937</w:t>
      </w:r>
      <w:r>
        <w:tab/>
        <w:t>2.298e0</w:t>
      </w:r>
    </w:p>
    <w:p w:rsidR="007B2329" w:rsidRDefault="007B2329" w:rsidP="007B2329">
      <w:r>
        <w:t>733.0237</w:t>
      </w:r>
      <w:r>
        <w:tab/>
        <w:t>2.025e0</w:t>
      </w:r>
    </w:p>
    <w:p w:rsidR="007B2329" w:rsidRDefault="007B2329" w:rsidP="007B2329">
      <w:r>
        <w:t>733.0544</w:t>
      </w:r>
      <w:r>
        <w:tab/>
        <w:t>1.013e0</w:t>
      </w:r>
    </w:p>
    <w:p w:rsidR="007B2329" w:rsidRDefault="007B2329" w:rsidP="007B2329">
      <w:r>
        <w:t>733.0611</w:t>
      </w:r>
      <w:r>
        <w:tab/>
        <w:t>2.025e0</w:t>
      </w:r>
    </w:p>
    <w:p w:rsidR="007B2329" w:rsidRDefault="007B2329" w:rsidP="007B2329">
      <w:r>
        <w:t>733.0671</w:t>
      </w:r>
      <w:r>
        <w:tab/>
        <w:t>1.013e0</w:t>
      </w:r>
    </w:p>
    <w:p w:rsidR="007B2329" w:rsidRDefault="007B2329" w:rsidP="007B2329">
      <w:r>
        <w:lastRenderedPageBreak/>
        <w:t>733.1044</w:t>
      </w:r>
      <w:r>
        <w:tab/>
        <w:t>5.063e0</w:t>
      </w:r>
    </w:p>
    <w:p w:rsidR="007B2329" w:rsidRDefault="007B2329" w:rsidP="007B2329">
      <w:r>
        <w:t>733.1211</w:t>
      </w:r>
      <w:r>
        <w:tab/>
        <w:t>1.013e0</w:t>
      </w:r>
    </w:p>
    <w:p w:rsidR="007B2329" w:rsidRDefault="007B2329" w:rsidP="007B2329">
      <w:r>
        <w:t>733.1304</w:t>
      </w:r>
      <w:r>
        <w:tab/>
        <w:t>4.051e0</w:t>
      </w:r>
    </w:p>
    <w:p w:rsidR="007B2329" w:rsidRDefault="007B2329" w:rsidP="007B2329">
      <w:r>
        <w:t>733.1540</w:t>
      </w:r>
      <w:r>
        <w:tab/>
        <w:t>1.013e0</w:t>
      </w:r>
    </w:p>
    <w:p w:rsidR="007B2329" w:rsidRDefault="007B2329" w:rsidP="007B2329">
      <w:r>
        <w:t>733.1602</w:t>
      </w:r>
      <w:r>
        <w:tab/>
        <w:t>2.025e0</w:t>
      </w:r>
    </w:p>
    <w:p w:rsidR="007B2329" w:rsidRDefault="007B2329" w:rsidP="007B2329">
      <w:r>
        <w:t>733.1634</w:t>
      </w:r>
      <w:r>
        <w:tab/>
        <w:t>7.089e0</w:t>
      </w:r>
    </w:p>
    <w:p w:rsidR="007B2329" w:rsidRDefault="007B2329" w:rsidP="007B2329">
      <w:r>
        <w:t>733.1674</w:t>
      </w:r>
      <w:r>
        <w:tab/>
        <w:t>6.058e0</w:t>
      </w:r>
    </w:p>
    <w:p w:rsidR="007B2329" w:rsidRDefault="007B2329" w:rsidP="007B2329">
      <w:r>
        <w:t>733.2123</w:t>
      </w:r>
      <w:r>
        <w:tab/>
        <w:t>1.818e0</w:t>
      </w:r>
    </w:p>
    <w:p w:rsidR="007B2329" w:rsidRDefault="007B2329" w:rsidP="007B2329">
      <w:r>
        <w:t>733.2220</w:t>
      </w:r>
      <w:r>
        <w:tab/>
        <w:t>1.473e0</w:t>
      </w:r>
    </w:p>
    <w:p w:rsidR="007B2329" w:rsidRDefault="007B2329" w:rsidP="007B2329">
      <w:r>
        <w:t>733.2505</w:t>
      </w:r>
      <w:r>
        <w:tab/>
        <w:t>1.860e0</w:t>
      </w:r>
    </w:p>
    <w:p w:rsidR="007B2329" w:rsidRDefault="007B2329" w:rsidP="007B2329">
      <w:r>
        <w:t>733.2604</w:t>
      </w:r>
      <w:r>
        <w:tab/>
        <w:t>2.806e0</w:t>
      </w:r>
    </w:p>
    <w:p w:rsidR="007B2329" w:rsidRDefault="007B2329" w:rsidP="007B2329">
      <w:r>
        <w:t>733.2707</w:t>
      </w:r>
      <w:r>
        <w:tab/>
        <w:t>3.229e0</w:t>
      </w:r>
    </w:p>
    <w:p w:rsidR="007B2329" w:rsidRDefault="007B2329" w:rsidP="007B2329">
      <w:r>
        <w:t>733.2725</w:t>
      </w:r>
      <w:r>
        <w:tab/>
        <w:t>3.565e0</w:t>
      </w:r>
    </w:p>
    <w:p w:rsidR="007B2329" w:rsidRDefault="007B2329" w:rsidP="007B2329">
      <w:r>
        <w:t>733.2850</w:t>
      </w:r>
      <w:r>
        <w:tab/>
        <w:t>3.708e0</w:t>
      </w:r>
    </w:p>
    <w:p w:rsidR="007B2329" w:rsidRDefault="007B2329" w:rsidP="007B2329">
      <w:r>
        <w:t>733.3016</w:t>
      </w:r>
      <w:r>
        <w:tab/>
        <w:t>6.449e0</w:t>
      </w:r>
    </w:p>
    <w:p w:rsidR="007B2329" w:rsidRDefault="007B2329" w:rsidP="007B2329">
      <w:r>
        <w:t>733.3708</w:t>
      </w:r>
      <w:r>
        <w:tab/>
        <w:t>7.922e0</w:t>
      </w:r>
    </w:p>
    <w:p w:rsidR="007B2329" w:rsidRDefault="007B2329" w:rsidP="007B2329">
      <w:r>
        <w:t>733.3775</w:t>
      </w:r>
      <w:r>
        <w:tab/>
        <w:t>1.554e1</w:t>
      </w:r>
    </w:p>
    <w:p w:rsidR="007B2329" w:rsidRDefault="007B2329" w:rsidP="007B2329">
      <w:r>
        <w:t>733.3788</w:t>
      </w:r>
      <w:r>
        <w:tab/>
        <w:t>1.283e0</w:t>
      </w:r>
    </w:p>
    <w:p w:rsidR="007B2329" w:rsidRDefault="007B2329" w:rsidP="007B2329">
      <w:r>
        <w:t>733.3920</w:t>
      </w:r>
      <w:r>
        <w:tab/>
        <w:t>1.043e1</w:t>
      </w:r>
    </w:p>
    <w:p w:rsidR="007B2329" w:rsidRDefault="007B2329" w:rsidP="007B2329">
      <w:r>
        <w:lastRenderedPageBreak/>
        <w:t>733.3940</w:t>
      </w:r>
      <w:r>
        <w:tab/>
        <w:t>1.479e0</w:t>
      </w:r>
    </w:p>
    <w:p w:rsidR="007B2329" w:rsidRDefault="007B2329" w:rsidP="007B2329">
      <w:r>
        <w:t>733.4001</w:t>
      </w:r>
      <w:r>
        <w:tab/>
        <w:t>3.922e1</w:t>
      </w:r>
    </w:p>
    <w:p w:rsidR="007B2329" w:rsidRDefault="007B2329" w:rsidP="007B2329">
      <w:r>
        <w:t>733.5139</w:t>
      </w:r>
      <w:r>
        <w:tab/>
        <w:t>1.013e0</w:t>
      </w:r>
    </w:p>
    <w:p w:rsidR="007B2329" w:rsidRDefault="007B2329" w:rsidP="007B2329">
      <w:r>
        <w:t>733.5336</w:t>
      </w:r>
      <w:r>
        <w:tab/>
        <w:t>2.025e0</w:t>
      </w:r>
    </w:p>
    <w:p w:rsidR="007B2329" w:rsidRDefault="007B2329" w:rsidP="007B2329">
      <w:r>
        <w:t>733.5438</w:t>
      </w:r>
      <w:r>
        <w:tab/>
        <w:t>4.051e0</w:t>
      </w:r>
    </w:p>
    <w:p w:rsidR="007B2329" w:rsidRDefault="007B2329" w:rsidP="007B2329">
      <w:r>
        <w:t>733.5686</w:t>
      </w:r>
      <w:r>
        <w:tab/>
        <w:t>4.051e0</w:t>
      </w:r>
    </w:p>
    <w:p w:rsidR="007B2329" w:rsidRDefault="007B2329" w:rsidP="007B2329">
      <w:r>
        <w:t>733.5760</w:t>
      </w:r>
      <w:r>
        <w:tab/>
        <w:t>1.013e0</w:t>
      </w:r>
    </w:p>
    <w:p w:rsidR="007B2329" w:rsidRDefault="007B2329" w:rsidP="007B2329">
      <w:r>
        <w:t>733.6005</w:t>
      </w:r>
      <w:r>
        <w:tab/>
        <w:t>2.382e0</w:t>
      </w:r>
    </w:p>
    <w:p w:rsidR="007B2329" w:rsidRDefault="007B2329" w:rsidP="007B2329">
      <w:r>
        <w:t>733.6108</w:t>
      </w:r>
      <w:r>
        <w:tab/>
        <w:t>2.944e0</w:t>
      </w:r>
    </w:p>
    <w:p w:rsidR="007B2329" w:rsidRDefault="007B2329" w:rsidP="007B2329">
      <w:r>
        <w:t>733.6230</w:t>
      </w:r>
      <w:r>
        <w:tab/>
        <w:t>2.384e0</w:t>
      </w:r>
    </w:p>
    <w:p w:rsidR="007B2329" w:rsidRDefault="007B2329" w:rsidP="007B2329">
      <w:r>
        <w:t>733.6643</w:t>
      </w:r>
      <w:r>
        <w:tab/>
        <w:t>2.025e0</w:t>
      </w:r>
    </w:p>
    <w:p w:rsidR="007B2329" w:rsidRDefault="007B2329" w:rsidP="007B2329">
      <w:r>
        <w:t>733.6878</w:t>
      </w:r>
      <w:r>
        <w:tab/>
        <w:t>3.236e0</w:t>
      </w:r>
    </w:p>
    <w:p w:rsidR="007B2329" w:rsidRDefault="007B2329" w:rsidP="007B2329">
      <w:r>
        <w:t>733.6940</w:t>
      </w:r>
      <w:r>
        <w:tab/>
        <w:t>2.025e0</w:t>
      </w:r>
    </w:p>
    <w:p w:rsidR="007B2329" w:rsidRDefault="007B2329" w:rsidP="007B2329">
      <w:r>
        <w:t>733.7070</w:t>
      </w:r>
      <w:r>
        <w:tab/>
        <w:t>3.038e0</w:t>
      </w:r>
    </w:p>
    <w:p w:rsidR="007B2329" w:rsidRDefault="007B2329" w:rsidP="007B2329">
      <w:r>
        <w:t>733.7278</w:t>
      </w:r>
      <w:r>
        <w:tab/>
        <w:t>3.038e0</w:t>
      </w:r>
    </w:p>
    <w:p w:rsidR="007B2329" w:rsidRDefault="007B2329" w:rsidP="007B2329">
      <w:r>
        <w:t>733.7366</w:t>
      </w:r>
      <w:r>
        <w:tab/>
        <w:t>1.971e0</w:t>
      </w:r>
    </w:p>
    <w:p w:rsidR="007B2329" w:rsidRDefault="007B2329" w:rsidP="007B2329">
      <w:r>
        <w:t>733.7997</w:t>
      </w:r>
      <w:r>
        <w:tab/>
        <w:t>1.013e0</w:t>
      </w:r>
    </w:p>
    <w:p w:rsidR="007B2329" w:rsidRDefault="007B2329" w:rsidP="007B2329">
      <w:r>
        <w:t>733.8384</w:t>
      </w:r>
      <w:r>
        <w:tab/>
        <w:t>3.620e0</w:t>
      </w:r>
    </w:p>
    <w:p w:rsidR="007B2329" w:rsidRDefault="007B2329" w:rsidP="007B2329">
      <w:r>
        <w:t>733.8667</w:t>
      </w:r>
      <w:r>
        <w:tab/>
        <w:t>1.449e0</w:t>
      </w:r>
    </w:p>
    <w:p w:rsidR="007B2329" w:rsidRDefault="007B2329" w:rsidP="007B2329">
      <w:r>
        <w:lastRenderedPageBreak/>
        <w:t>733.8715</w:t>
      </w:r>
      <w:r>
        <w:tab/>
        <w:t>2.063e0</w:t>
      </w:r>
    </w:p>
    <w:p w:rsidR="007B2329" w:rsidRDefault="007B2329" w:rsidP="007B2329">
      <w:r>
        <w:t>733.8936</w:t>
      </w:r>
      <w:r>
        <w:tab/>
        <w:t>4.888e0</w:t>
      </w:r>
    </w:p>
    <w:p w:rsidR="007B2329" w:rsidRDefault="007B2329" w:rsidP="007B2329">
      <w:r>
        <w:t>733.9169</w:t>
      </w:r>
      <w:r>
        <w:tab/>
        <w:t>1.838e0</w:t>
      </w:r>
    </w:p>
    <w:p w:rsidR="007B2329" w:rsidRDefault="007B2329" w:rsidP="007B2329">
      <w:r>
        <w:t>733.9197</w:t>
      </w:r>
      <w:r>
        <w:tab/>
        <w:t>5.654e0</w:t>
      </w:r>
    </w:p>
    <w:p w:rsidR="007B2329" w:rsidRDefault="007B2329" w:rsidP="007B2329">
      <w:r>
        <w:t>733.9252</w:t>
      </w:r>
      <w:r>
        <w:tab/>
        <w:t>1.013e0</w:t>
      </w:r>
    </w:p>
    <w:p w:rsidR="007B2329" w:rsidRDefault="007B2329" w:rsidP="007B2329">
      <w:r>
        <w:t>733.9369</w:t>
      </w:r>
      <w:r>
        <w:tab/>
        <w:t>2.025e0</w:t>
      </w:r>
    </w:p>
    <w:p w:rsidR="007B2329" w:rsidRDefault="007B2329" w:rsidP="007B2329">
      <w:r>
        <w:t>733.9597</w:t>
      </w:r>
      <w:r>
        <w:tab/>
        <w:t>1.013e0</w:t>
      </w:r>
    </w:p>
    <w:p w:rsidR="007B2329" w:rsidRDefault="007B2329" w:rsidP="007B2329">
      <w:r>
        <w:t>733.9736</w:t>
      </w:r>
      <w:r>
        <w:tab/>
        <w:t>1.013e0</w:t>
      </w:r>
    </w:p>
    <w:p w:rsidR="007B2329" w:rsidRDefault="007B2329" w:rsidP="007B2329">
      <w:r>
        <w:t>733.9861</w:t>
      </w:r>
      <w:r>
        <w:tab/>
        <w:t>1.013e0</w:t>
      </w:r>
    </w:p>
    <w:p w:rsidR="007B2329" w:rsidRDefault="007B2329" w:rsidP="007B2329">
      <w:r>
        <w:t>734.0203</w:t>
      </w:r>
      <w:r>
        <w:tab/>
        <w:t>3.001e0</w:t>
      </w:r>
    </w:p>
    <w:p w:rsidR="007B2329" w:rsidRDefault="007B2329" w:rsidP="007B2329">
      <w:r>
        <w:t>734.0302</w:t>
      </w:r>
      <w:r>
        <w:tab/>
        <w:t>3.051e0</w:t>
      </w:r>
    </w:p>
    <w:p w:rsidR="007B2329" w:rsidRDefault="007B2329" w:rsidP="007B2329">
      <w:r>
        <w:t>734.0494</w:t>
      </w:r>
      <w:r>
        <w:tab/>
        <w:t>1.655e0</w:t>
      </w:r>
    </w:p>
    <w:p w:rsidR="007B2329" w:rsidRDefault="007B2329" w:rsidP="007B2329">
      <w:r>
        <w:t>734.0610</w:t>
      </w:r>
      <w:r>
        <w:tab/>
        <w:t>2.025e0</w:t>
      </w:r>
    </w:p>
    <w:p w:rsidR="007B2329" w:rsidRDefault="007B2329" w:rsidP="007B2329">
      <w:r>
        <w:t>734.1050</w:t>
      </w:r>
      <w:r>
        <w:tab/>
        <w:t>2.025e0</w:t>
      </w:r>
    </w:p>
    <w:p w:rsidR="007B2329" w:rsidRDefault="007B2329" w:rsidP="007B2329">
      <w:r>
        <w:t>734.1354</w:t>
      </w:r>
      <w:r>
        <w:tab/>
        <w:t>3.038e0</w:t>
      </w:r>
    </w:p>
    <w:p w:rsidR="007B2329" w:rsidRDefault="007B2329" w:rsidP="007B2329">
      <w:r>
        <w:t>734.1392</w:t>
      </w:r>
      <w:r>
        <w:tab/>
        <w:t>2.816e0</w:t>
      </w:r>
    </w:p>
    <w:p w:rsidR="007B2329" w:rsidRDefault="007B2329" w:rsidP="007B2329">
      <w:r>
        <w:t>734.1545</w:t>
      </w:r>
      <w:r>
        <w:tab/>
        <w:t>1.973e0</w:t>
      </w:r>
    </w:p>
    <w:p w:rsidR="007B2329" w:rsidRDefault="007B2329" w:rsidP="007B2329">
      <w:r>
        <w:t>734.1669</w:t>
      </w:r>
      <w:r>
        <w:tab/>
        <w:t>2.487e0</w:t>
      </w:r>
    </w:p>
    <w:p w:rsidR="007B2329" w:rsidRDefault="007B2329" w:rsidP="007B2329">
      <w:r>
        <w:t>734.1989</w:t>
      </w:r>
      <w:r>
        <w:tab/>
        <w:t>1.013e0</w:t>
      </w:r>
    </w:p>
    <w:p w:rsidR="007B2329" w:rsidRDefault="007B2329" w:rsidP="007B2329">
      <w:r>
        <w:lastRenderedPageBreak/>
        <w:t>734.2101</w:t>
      </w:r>
      <w:r>
        <w:tab/>
        <w:t>1.013e0</w:t>
      </w:r>
    </w:p>
    <w:p w:rsidR="007B2329" w:rsidRDefault="007B2329" w:rsidP="007B2329">
      <w:r>
        <w:t>734.2452</w:t>
      </w:r>
      <w:r>
        <w:tab/>
        <w:t>2.253e0</w:t>
      </w:r>
    </w:p>
    <w:p w:rsidR="007B2329" w:rsidRDefault="007B2329" w:rsidP="007B2329">
      <w:r>
        <w:t>734.2471</w:t>
      </w:r>
      <w:r>
        <w:tab/>
        <w:t>1.619e0</w:t>
      </w:r>
    </w:p>
    <w:p w:rsidR="007B2329" w:rsidRDefault="007B2329" w:rsidP="007B2329">
      <w:r>
        <w:t>734.2557</w:t>
      </w:r>
      <w:r>
        <w:tab/>
        <w:t>2.421e0</w:t>
      </w:r>
    </w:p>
    <w:p w:rsidR="007B2329" w:rsidRDefault="007B2329" w:rsidP="007B2329">
      <w:r>
        <w:t>734.2719</w:t>
      </w:r>
      <w:r>
        <w:tab/>
        <w:t>1.013e0</w:t>
      </w:r>
    </w:p>
    <w:p w:rsidR="007B2329" w:rsidRDefault="007B2329" w:rsidP="007B2329">
      <w:r>
        <w:t>734.3531</w:t>
      </w:r>
      <w:r>
        <w:tab/>
        <w:t>1.013e0</w:t>
      </w:r>
    </w:p>
    <w:p w:rsidR="007B2329" w:rsidRDefault="007B2329" w:rsidP="007B2329">
      <w:r>
        <w:t>734.3580</w:t>
      </w:r>
      <w:r>
        <w:tab/>
        <w:t>1.097e1</w:t>
      </w:r>
    </w:p>
    <w:p w:rsidR="007B2329" w:rsidRDefault="007B2329" w:rsidP="007B2329">
      <w:r>
        <w:t>734.5357</w:t>
      </w:r>
      <w:r>
        <w:tab/>
        <w:t>1.759e0</w:t>
      </w:r>
    </w:p>
    <w:p w:rsidR="007B2329" w:rsidRDefault="007B2329" w:rsidP="007B2329">
      <w:r>
        <w:t>734.5460</w:t>
      </w:r>
      <w:r>
        <w:tab/>
        <w:t>1.266e-2</w:t>
      </w:r>
    </w:p>
    <w:p w:rsidR="007B2329" w:rsidRDefault="007B2329" w:rsidP="007B2329">
      <w:r>
        <w:t>734.5588</w:t>
      </w:r>
      <w:r>
        <w:tab/>
        <w:t>3.038e0</w:t>
      </w:r>
    </w:p>
    <w:p w:rsidR="007B2329" w:rsidRDefault="007B2329" w:rsidP="007B2329">
      <w:r>
        <w:t>734.5748</w:t>
      </w:r>
      <w:r>
        <w:tab/>
        <w:t>3.265e0</w:t>
      </w:r>
    </w:p>
    <w:p w:rsidR="007B2329" w:rsidRDefault="007B2329" w:rsidP="007B2329">
      <w:r>
        <w:t>734.6105</w:t>
      </w:r>
      <w:r>
        <w:tab/>
        <w:t>1.678e0</w:t>
      </w:r>
    </w:p>
    <w:p w:rsidR="007B2329" w:rsidRDefault="007B2329" w:rsidP="007B2329">
      <w:r>
        <w:t>734.6174</w:t>
      </w:r>
      <w:r>
        <w:tab/>
        <w:t>2.532e0</w:t>
      </w:r>
    </w:p>
    <w:p w:rsidR="007B2329" w:rsidRDefault="007B2329" w:rsidP="007B2329">
      <w:r>
        <w:t>734.6354</w:t>
      </w:r>
      <w:r>
        <w:tab/>
        <w:t>2.408e0</w:t>
      </w:r>
    </w:p>
    <w:p w:rsidR="007B2329" w:rsidRDefault="007B2329" w:rsidP="007B2329">
      <w:r>
        <w:t>734.6490</w:t>
      </w:r>
      <w:r>
        <w:tab/>
        <w:t>4.554e0</w:t>
      </w:r>
    </w:p>
    <w:p w:rsidR="007B2329" w:rsidRDefault="007B2329" w:rsidP="007B2329">
      <w:r>
        <w:t>734.6699</w:t>
      </w:r>
      <w:r>
        <w:tab/>
        <w:t>1.013e0</w:t>
      </w:r>
    </w:p>
    <w:p w:rsidR="007B2329" w:rsidRDefault="007B2329" w:rsidP="007B2329">
      <w:r>
        <w:t>734.7087</w:t>
      </w:r>
      <w:r>
        <w:tab/>
        <w:t>2.012e0</w:t>
      </w:r>
    </w:p>
    <w:p w:rsidR="007B2329" w:rsidRDefault="007B2329" w:rsidP="007B2329">
      <w:r>
        <w:t>734.7383</w:t>
      </w:r>
      <w:r>
        <w:tab/>
        <w:t>2.025e0</w:t>
      </w:r>
    </w:p>
    <w:p w:rsidR="007B2329" w:rsidRDefault="007B2329" w:rsidP="007B2329">
      <w:r>
        <w:t>734.7469</w:t>
      </w:r>
      <w:r>
        <w:tab/>
        <w:t>2.025e0</w:t>
      </w:r>
    </w:p>
    <w:p w:rsidR="007B2329" w:rsidRDefault="007B2329" w:rsidP="007B2329">
      <w:r>
        <w:lastRenderedPageBreak/>
        <w:t>734.7638</w:t>
      </w:r>
      <w:r>
        <w:tab/>
        <w:t>1.013e0</w:t>
      </w:r>
    </w:p>
    <w:p w:rsidR="007B2329" w:rsidRDefault="007B2329" w:rsidP="007B2329">
      <w:r>
        <w:t>734.8248</w:t>
      </w:r>
      <w:r>
        <w:tab/>
        <w:t>1.999e0</w:t>
      </w:r>
    </w:p>
    <w:p w:rsidR="007B2329" w:rsidRDefault="007B2329" w:rsidP="007B2329">
      <w:r>
        <w:t>734.8442</w:t>
      </w:r>
      <w:r>
        <w:tab/>
        <w:t>3.038e0</w:t>
      </w:r>
    </w:p>
    <w:p w:rsidR="007B2329" w:rsidRDefault="007B2329" w:rsidP="007B2329">
      <w:r>
        <w:t>734.8496</w:t>
      </w:r>
      <w:r>
        <w:tab/>
        <w:t>1.013e0</w:t>
      </w:r>
    </w:p>
    <w:p w:rsidR="007B2329" w:rsidRDefault="007B2329" w:rsidP="007B2329">
      <w:r>
        <w:t>734.8586</w:t>
      </w:r>
      <w:r>
        <w:tab/>
        <w:t>3.505e0</w:t>
      </w:r>
    </w:p>
    <w:p w:rsidR="007B2329" w:rsidRDefault="007B2329" w:rsidP="007B2329">
      <w:r>
        <w:t>734.8910</w:t>
      </w:r>
      <w:r>
        <w:tab/>
        <w:t>1.594e0</w:t>
      </w:r>
    </w:p>
    <w:p w:rsidR="007B2329" w:rsidRDefault="007B2329" w:rsidP="007B2329">
      <w:r>
        <w:t>734.9797</w:t>
      </w:r>
      <w:r>
        <w:tab/>
        <w:t>4.051e0</w:t>
      </w:r>
    </w:p>
    <w:p w:rsidR="007B2329" w:rsidRDefault="007B2329" w:rsidP="007B2329">
      <w:r>
        <w:t>734.9860</w:t>
      </w:r>
      <w:r>
        <w:tab/>
        <w:t>2.483e0</w:t>
      </w:r>
    </w:p>
    <w:p w:rsidR="007B2329" w:rsidRDefault="007B2329" w:rsidP="007B2329">
      <w:r>
        <w:t>735.0042</w:t>
      </w:r>
      <w:r>
        <w:tab/>
        <w:t>3.038e0</w:t>
      </w:r>
    </w:p>
    <w:p w:rsidR="007B2329" w:rsidRDefault="007B2329" w:rsidP="007B2329">
      <w:r>
        <w:t>735.0128</w:t>
      </w:r>
      <w:r>
        <w:tab/>
        <w:t>2.025e0</w:t>
      </w:r>
    </w:p>
    <w:p w:rsidR="007B2329" w:rsidRDefault="007B2329" w:rsidP="007B2329">
      <w:r>
        <w:t>735.0182</w:t>
      </w:r>
      <w:r>
        <w:tab/>
        <w:t>4.051e0</w:t>
      </w:r>
    </w:p>
    <w:p w:rsidR="007B2329" w:rsidRDefault="007B2329" w:rsidP="007B2329">
      <w:r>
        <w:t>735.0206</w:t>
      </w:r>
      <w:r>
        <w:tab/>
        <w:t>1.013e0</w:t>
      </w:r>
    </w:p>
    <w:p w:rsidR="007B2329" w:rsidRDefault="007B2329" w:rsidP="007B2329">
      <w:r>
        <w:t>735.0721</w:t>
      </w:r>
      <w:r>
        <w:tab/>
        <w:t>2.025e0</w:t>
      </w:r>
    </w:p>
    <w:p w:rsidR="007B2329" w:rsidRDefault="007B2329" w:rsidP="007B2329">
      <w:r>
        <w:t>735.0784</w:t>
      </w:r>
      <w:r>
        <w:tab/>
        <w:t>4.021e0</w:t>
      </w:r>
    </w:p>
    <w:p w:rsidR="007B2329" w:rsidRDefault="007B2329" w:rsidP="007B2329">
      <w:r>
        <w:t>735.0875</w:t>
      </w:r>
      <w:r>
        <w:tab/>
        <w:t>4.051e0</w:t>
      </w:r>
    </w:p>
    <w:p w:rsidR="007B2329" w:rsidRDefault="007B2329" w:rsidP="007B2329">
      <w:r>
        <w:t>735.0953</w:t>
      </w:r>
      <w:r>
        <w:tab/>
        <w:t>5.063e0</w:t>
      </w:r>
    </w:p>
    <w:p w:rsidR="007B2329" w:rsidRDefault="007B2329" w:rsidP="007B2329">
      <w:r>
        <w:t>735.1282</w:t>
      </w:r>
      <w:r>
        <w:tab/>
        <w:t>3.038e0</w:t>
      </w:r>
    </w:p>
    <w:p w:rsidR="007B2329" w:rsidRDefault="007B2329" w:rsidP="007B2329">
      <w:r>
        <w:t>735.1334</w:t>
      </w:r>
      <w:r>
        <w:tab/>
        <w:t>4.051e0</w:t>
      </w:r>
    </w:p>
    <w:p w:rsidR="007B2329" w:rsidRDefault="007B2329" w:rsidP="007B2329">
      <w:r>
        <w:t>735.1498</w:t>
      </w:r>
      <w:r>
        <w:tab/>
        <w:t>3.513e0</w:t>
      </w:r>
    </w:p>
    <w:p w:rsidR="007B2329" w:rsidRDefault="007B2329" w:rsidP="007B2329">
      <w:r>
        <w:lastRenderedPageBreak/>
        <w:t>735.1656</w:t>
      </w:r>
      <w:r>
        <w:tab/>
        <w:t>3.038e0</w:t>
      </w:r>
    </w:p>
    <w:p w:rsidR="007B2329" w:rsidRDefault="007B2329" w:rsidP="007B2329">
      <w:r>
        <w:t>735.2100</w:t>
      </w:r>
      <w:r>
        <w:tab/>
        <w:t>1.752e0</w:t>
      </w:r>
    </w:p>
    <w:p w:rsidR="007B2329" w:rsidRDefault="007B2329" w:rsidP="007B2329">
      <w:r>
        <w:t>735.2175</w:t>
      </w:r>
      <w:r>
        <w:tab/>
        <w:t>1.642e0</w:t>
      </w:r>
    </w:p>
    <w:p w:rsidR="007B2329" w:rsidRDefault="007B2329" w:rsidP="007B2329">
      <w:r>
        <w:t>735.2260</w:t>
      </w:r>
      <w:r>
        <w:tab/>
        <w:t>2.903e0</w:t>
      </w:r>
    </w:p>
    <w:p w:rsidR="007B2329" w:rsidRDefault="007B2329" w:rsidP="007B2329">
      <w:r>
        <w:t>735.2294</w:t>
      </w:r>
      <w:r>
        <w:tab/>
        <w:t>9.059e0</w:t>
      </w:r>
    </w:p>
    <w:p w:rsidR="007B2329" w:rsidRDefault="007B2329" w:rsidP="007B2329">
      <w:r>
        <w:t>735.2343</w:t>
      </w:r>
      <w:r>
        <w:tab/>
        <w:t>1.564e0</w:t>
      </w:r>
    </w:p>
    <w:p w:rsidR="007B2329" w:rsidRDefault="007B2329" w:rsidP="007B2329">
      <w:r>
        <w:t>735.2427</w:t>
      </w:r>
      <w:r>
        <w:tab/>
        <w:t>2.025e0</w:t>
      </w:r>
    </w:p>
    <w:p w:rsidR="007B2329" w:rsidRDefault="007B2329" w:rsidP="007B2329">
      <w:r>
        <w:t>735.2544</w:t>
      </w:r>
      <w:r>
        <w:tab/>
        <w:t>1.518e0</w:t>
      </w:r>
    </w:p>
    <w:p w:rsidR="007B2329" w:rsidRDefault="007B2329" w:rsidP="007B2329">
      <w:r>
        <w:t>735.2845</w:t>
      </w:r>
      <w:r>
        <w:tab/>
        <w:t>1.037e1</w:t>
      </w:r>
    </w:p>
    <w:p w:rsidR="007B2329" w:rsidRDefault="007B2329" w:rsidP="007B2329">
      <w:r>
        <w:t>735.3655</w:t>
      </w:r>
      <w:r>
        <w:tab/>
        <w:t>1.222e1</w:t>
      </w:r>
    </w:p>
    <w:p w:rsidR="007B2329" w:rsidRDefault="007B2329" w:rsidP="007B2329">
      <w:r>
        <w:t>735.3704</w:t>
      </w:r>
      <w:r>
        <w:tab/>
        <w:t>1.799e1</w:t>
      </w:r>
    </w:p>
    <w:p w:rsidR="007B2329" w:rsidRDefault="007B2329" w:rsidP="007B2329">
      <w:r>
        <w:t>735.3737</w:t>
      </w:r>
      <w:r>
        <w:tab/>
        <w:t>4.239e1</w:t>
      </w:r>
    </w:p>
    <w:p w:rsidR="007B2329" w:rsidRDefault="007B2329" w:rsidP="007B2329">
      <w:r>
        <w:t>735.3796</w:t>
      </w:r>
      <w:r>
        <w:tab/>
        <w:t>1.657e1</w:t>
      </w:r>
    </w:p>
    <w:p w:rsidR="007B2329" w:rsidRDefault="007B2329" w:rsidP="007B2329">
      <w:r>
        <w:t>735.3806</w:t>
      </w:r>
      <w:r>
        <w:tab/>
        <w:t>2.140e1</w:t>
      </w:r>
    </w:p>
    <w:p w:rsidR="007B2329" w:rsidRDefault="007B2329" w:rsidP="007B2329">
      <w:r>
        <w:t>735.3824</w:t>
      </w:r>
      <w:r>
        <w:tab/>
        <w:t>1.617e1</w:t>
      </w:r>
    </w:p>
    <w:p w:rsidR="007B2329" w:rsidRDefault="007B2329" w:rsidP="007B2329">
      <w:r>
        <w:t>735.3876</w:t>
      </w:r>
      <w:r>
        <w:tab/>
        <w:t>2.169e1</w:t>
      </w:r>
    </w:p>
    <w:p w:rsidR="007B2329" w:rsidRDefault="007B2329" w:rsidP="007B2329">
      <w:r>
        <w:t>735.4378</w:t>
      </w:r>
      <w:r>
        <w:tab/>
        <w:t>2.972e0</w:t>
      </w:r>
    </w:p>
    <w:p w:rsidR="007B2329" w:rsidRDefault="007B2329" w:rsidP="007B2329">
      <w:r>
        <w:t>735.5567</w:t>
      </w:r>
      <w:r>
        <w:tab/>
        <w:t>2.329e0</w:t>
      </w:r>
    </w:p>
    <w:p w:rsidR="007B2329" w:rsidRDefault="007B2329" w:rsidP="007B2329">
      <w:r>
        <w:t>735.5710</w:t>
      </w:r>
      <w:r>
        <w:tab/>
        <w:t>2.960e0</w:t>
      </w:r>
    </w:p>
    <w:p w:rsidR="007B2329" w:rsidRDefault="007B2329" w:rsidP="007B2329">
      <w:r>
        <w:lastRenderedPageBreak/>
        <w:t>735.6261</w:t>
      </w:r>
      <w:r>
        <w:tab/>
        <w:t>3.275e0</w:t>
      </w:r>
    </w:p>
    <w:p w:rsidR="007B2329" w:rsidRDefault="007B2329" w:rsidP="007B2329">
      <w:r>
        <w:t>735.6652</w:t>
      </w:r>
      <w:r>
        <w:tab/>
        <w:t>4.051e0</w:t>
      </w:r>
    </w:p>
    <w:p w:rsidR="007B2329" w:rsidRDefault="007B2329" w:rsidP="007B2329">
      <w:r>
        <w:t>735.6710</w:t>
      </w:r>
      <w:r>
        <w:tab/>
        <w:t>1.025e0</w:t>
      </w:r>
    </w:p>
    <w:p w:rsidR="007B2329" w:rsidRDefault="007B2329" w:rsidP="007B2329">
      <w:r>
        <w:t>735.7162</w:t>
      </w:r>
      <w:r>
        <w:tab/>
        <w:t>2.025e0</w:t>
      </w:r>
    </w:p>
    <w:p w:rsidR="007B2329" w:rsidRDefault="007B2329" w:rsidP="007B2329">
      <w:r>
        <w:t>735.7664</w:t>
      </w:r>
      <w:r>
        <w:tab/>
        <w:t>3.038e0</w:t>
      </w:r>
    </w:p>
    <w:p w:rsidR="007B2329" w:rsidRDefault="007B2329" w:rsidP="007B2329">
      <w:r>
        <w:t>735.7772</w:t>
      </w:r>
      <w:r>
        <w:tab/>
        <w:t>2.025e0</w:t>
      </w:r>
    </w:p>
    <w:p w:rsidR="007B2329" w:rsidRDefault="007B2329" w:rsidP="007B2329">
      <w:r>
        <w:t>735.7905</w:t>
      </w:r>
      <w:r>
        <w:tab/>
        <w:t>2.025e0</w:t>
      </w:r>
    </w:p>
    <w:p w:rsidR="007B2329" w:rsidRDefault="007B2329" w:rsidP="007B2329">
      <w:r>
        <w:t>735.7980</w:t>
      </w:r>
      <w:r>
        <w:tab/>
        <w:t>4.011e0</w:t>
      </w:r>
    </w:p>
    <w:p w:rsidR="007B2329" w:rsidRDefault="007B2329" w:rsidP="007B2329">
      <w:r>
        <w:t>735.8157</w:t>
      </w:r>
      <w:r>
        <w:tab/>
        <w:t>2.025e0</w:t>
      </w:r>
    </w:p>
    <w:p w:rsidR="007B2329" w:rsidRDefault="007B2329" w:rsidP="007B2329">
      <w:r>
        <w:t>735.8315</w:t>
      </w:r>
      <w:r>
        <w:tab/>
        <w:t>3.826e0</w:t>
      </w:r>
    </w:p>
    <w:p w:rsidR="007B2329" w:rsidRDefault="007B2329" w:rsidP="007B2329">
      <w:r>
        <w:t>735.8475</w:t>
      </w:r>
      <w:r>
        <w:tab/>
        <w:t>3.038e0</w:t>
      </w:r>
    </w:p>
    <w:p w:rsidR="007B2329" w:rsidRDefault="007B2329" w:rsidP="007B2329">
      <w:r>
        <w:t>735.8832</w:t>
      </w:r>
      <w:r>
        <w:tab/>
        <w:t>2.350e0</w:t>
      </w:r>
    </w:p>
    <w:p w:rsidR="007B2329" w:rsidRDefault="007B2329" w:rsidP="007B2329">
      <w:r>
        <w:t>735.9017</w:t>
      </w:r>
      <w:r>
        <w:tab/>
        <w:t>1.602e0</w:t>
      </w:r>
    </w:p>
    <w:p w:rsidR="007B2329" w:rsidRDefault="007B2329" w:rsidP="007B2329">
      <w:r>
        <w:t>735.9445</w:t>
      </w:r>
      <w:r>
        <w:tab/>
        <w:t>1.013e0</w:t>
      </w:r>
    </w:p>
    <w:p w:rsidR="007B2329" w:rsidRDefault="007B2329" w:rsidP="007B2329">
      <w:r>
        <w:t>735.9641</w:t>
      </w:r>
      <w:r>
        <w:tab/>
        <w:t>4.195e0</w:t>
      </w:r>
    </w:p>
    <w:p w:rsidR="007B2329" w:rsidRDefault="007B2329" w:rsidP="007B2329">
      <w:r>
        <w:t>735.9958</w:t>
      </w:r>
      <w:r>
        <w:tab/>
        <w:t>2.025e0</w:t>
      </w:r>
    </w:p>
    <w:p w:rsidR="007B2329" w:rsidRDefault="007B2329" w:rsidP="007B2329">
      <w:r>
        <w:t>736.0052</w:t>
      </w:r>
      <w:r>
        <w:tab/>
        <w:t>3.038e0</w:t>
      </w:r>
    </w:p>
    <w:p w:rsidR="007B2329" w:rsidRDefault="007B2329" w:rsidP="007B2329">
      <w:r>
        <w:t>736.0213</w:t>
      </w:r>
      <w:r>
        <w:tab/>
        <w:t>1.989e0</w:t>
      </w:r>
    </w:p>
    <w:p w:rsidR="007B2329" w:rsidRDefault="007B2329" w:rsidP="007B2329">
      <w:r>
        <w:t>736.0361</w:t>
      </w:r>
      <w:r>
        <w:tab/>
        <w:t>4.051e0</w:t>
      </w:r>
    </w:p>
    <w:p w:rsidR="007B2329" w:rsidRDefault="007B2329" w:rsidP="007B2329">
      <w:r>
        <w:lastRenderedPageBreak/>
        <w:t>736.0646</w:t>
      </w:r>
      <w:r>
        <w:tab/>
        <w:t>1.740e0</w:t>
      </w:r>
    </w:p>
    <w:p w:rsidR="007B2329" w:rsidRDefault="007B2329" w:rsidP="007B2329">
      <w:r>
        <w:t>736.0720</w:t>
      </w:r>
      <w:r>
        <w:tab/>
        <w:t>2.099e0</w:t>
      </w:r>
    </w:p>
    <w:p w:rsidR="007B2329" w:rsidRDefault="007B2329" w:rsidP="007B2329">
      <w:r>
        <w:t>736.0771</w:t>
      </w:r>
      <w:r>
        <w:tab/>
        <w:t>1.013e0</w:t>
      </w:r>
    </w:p>
    <w:p w:rsidR="007B2329" w:rsidRDefault="007B2329" w:rsidP="007B2329">
      <w:r>
        <w:t>736.1145</w:t>
      </w:r>
      <w:r>
        <w:tab/>
        <w:t>2.025e0</w:t>
      </w:r>
    </w:p>
    <w:p w:rsidR="007B2329" w:rsidRDefault="007B2329" w:rsidP="007B2329">
      <w:r>
        <w:t>736.1188</w:t>
      </w:r>
      <w:r>
        <w:tab/>
        <w:t>4.051e0</w:t>
      </w:r>
    </w:p>
    <w:p w:rsidR="007B2329" w:rsidRDefault="007B2329" w:rsidP="007B2329">
      <w:r>
        <w:t>736.1339</w:t>
      </w:r>
      <w:r>
        <w:tab/>
        <w:t>2.025e0</w:t>
      </w:r>
    </w:p>
    <w:p w:rsidR="007B2329" w:rsidRDefault="007B2329" w:rsidP="007B2329">
      <w:r>
        <w:t>736.1768</w:t>
      </w:r>
      <w:r>
        <w:tab/>
        <w:t>1.013e0</w:t>
      </w:r>
    </w:p>
    <w:p w:rsidR="007B2329" w:rsidRDefault="007B2329" w:rsidP="007B2329">
      <w:r>
        <w:t>736.1797</w:t>
      </w:r>
      <w:r>
        <w:tab/>
        <w:t>1.924e0</w:t>
      </w:r>
    </w:p>
    <w:p w:rsidR="007B2329" w:rsidRDefault="007B2329" w:rsidP="007B2329">
      <w:r>
        <w:t>736.2193</w:t>
      </w:r>
      <w:r>
        <w:tab/>
        <w:t>2.577e0</w:t>
      </w:r>
    </w:p>
    <w:p w:rsidR="007B2329" w:rsidRDefault="007B2329" w:rsidP="007B2329">
      <w:r>
        <w:t>736.2216</w:t>
      </w:r>
      <w:r>
        <w:tab/>
        <w:t>4.638e0</w:t>
      </w:r>
    </w:p>
    <w:p w:rsidR="007B2329" w:rsidRDefault="007B2329" w:rsidP="007B2329">
      <w:r>
        <w:t>736.2468</w:t>
      </w:r>
      <w:r>
        <w:tab/>
        <w:t>4.831e0</w:t>
      </w:r>
    </w:p>
    <w:p w:rsidR="007B2329" w:rsidRDefault="007B2329" w:rsidP="007B2329">
      <w:r>
        <w:t>736.2573</w:t>
      </w:r>
      <w:r>
        <w:tab/>
        <w:t>2.634e0</w:t>
      </w:r>
    </w:p>
    <w:p w:rsidR="007B2329" w:rsidRDefault="007B2329" w:rsidP="007B2329">
      <w:r>
        <w:t>736.2708</w:t>
      </w:r>
      <w:r>
        <w:tab/>
        <w:t>5.450e0</w:t>
      </w:r>
    </w:p>
    <w:p w:rsidR="007B2329" w:rsidRDefault="007B2329" w:rsidP="007B2329">
      <w:r>
        <w:t>736.3133</w:t>
      </w:r>
      <w:r>
        <w:tab/>
        <w:t>4.400e0</w:t>
      </w:r>
    </w:p>
    <w:p w:rsidR="007B2329" w:rsidRDefault="007B2329" w:rsidP="007B2329">
      <w:r>
        <w:t>736.3682</w:t>
      </w:r>
      <w:r>
        <w:tab/>
        <w:t>1.370e1</w:t>
      </w:r>
    </w:p>
    <w:p w:rsidR="007B2329" w:rsidRDefault="007B2329" w:rsidP="007B2329">
      <w:r>
        <w:t>736.3735</w:t>
      </w:r>
      <w:r>
        <w:tab/>
        <w:t>5.072e0</w:t>
      </w:r>
    </w:p>
    <w:p w:rsidR="007B2329" w:rsidRDefault="007B2329" w:rsidP="007B2329">
      <w:r>
        <w:t>736.3762</w:t>
      </w:r>
      <w:r>
        <w:tab/>
        <w:t>1.082e1</w:t>
      </w:r>
    </w:p>
    <w:p w:rsidR="007B2329" w:rsidRDefault="007B2329" w:rsidP="007B2329">
      <w:r>
        <w:t>736.3863</w:t>
      </w:r>
      <w:r>
        <w:tab/>
        <w:t>2.014e0</w:t>
      </w:r>
    </w:p>
    <w:p w:rsidR="007B2329" w:rsidRDefault="007B2329" w:rsidP="007B2329">
      <w:r>
        <w:t>736.4014</w:t>
      </w:r>
      <w:r>
        <w:tab/>
        <w:t>8.526e-1</w:t>
      </w:r>
    </w:p>
    <w:p w:rsidR="007B2329" w:rsidRDefault="007B2329" w:rsidP="007B2329">
      <w:r>
        <w:lastRenderedPageBreak/>
        <w:t>736.5101</w:t>
      </w:r>
      <w:r>
        <w:tab/>
        <w:t>1.894e0</w:t>
      </w:r>
    </w:p>
    <w:p w:rsidR="007B2329" w:rsidRDefault="007B2329" w:rsidP="007B2329">
      <w:r>
        <w:t>736.5465</w:t>
      </w:r>
      <w:r>
        <w:tab/>
        <w:t>3.889e0</w:t>
      </w:r>
    </w:p>
    <w:p w:rsidR="007B2329" w:rsidRDefault="007B2329" w:rsidP="007B2329">
      <w:r>
        <w:t>736.5620</w:t>
      </w:r>
      <w:r>
        <w:tab/>
        <w:t>1.101e0</w:t>
      </w:r>
    </w:p>
    <w:p w:rsidR="007B2329" w:rsidRDefault="007B2329" w:rsidP="007B2329">
      <w:r>
        <w:t>736.5720</w:t>
      </w:r>
      <w:r>
        <w:tab/>
        <w:t>1.798e0</w:t>
      </w:r>
    </w:p>
    <w:p w:rsidR="007B2329" w:rsidRDefault="007B2329" w:rsidP="007B2329">
      <w:r>
        <w:t>736.6117</w:t>
      </w:r>
      <w:r>
        <w:tab/>
        <w:t>2.025e0</w:t>
      </w:r>
    </w:p>
    <w:p w:rsidR="007B2329" w:rsidRDefault="007B2329" w:rsidP="007B2329">
      <w:r>
        <w:t>736.6233</w:t>
      </w:r>
      <w:r>
        <w:tab/>
        <w:t>3.158e0</w:t>
      </w:r>
    </w:p>
    <w:p w:rsidR="007B2329" w:rsidRDefault="007B2329" w:rsidP="007B2329">
      <w:r>
        <w:t>736.6415</w:t>
      </w:r>
      <w:r>
        <w:tab/>
        <w:t>1.913e0</w:t>
      </w:r>
    </w:p>
    <w:p w:rsidR="007B2329" w:rsidRDefault="007B2329" w:rsidP="007B2329">
      <w:r>
        <w:t>736.6630</w:t>
      </w:r>
      <w:r>
        <w:tab/>
        <w:t>2.083e0</w:t>
      </w:r>
    </w:p>
    <w:p w:rsidR="007B2329" w:rsidRDefault="007B2329" w:rsidP="007B2329">
      <w:r>
        <w:t>736.7006</w:t>
      </w:r>
      <w:r>
        <w:tab/>
        <w:t>2.025e0</w:t>
      </w:r>
    </w:p>
    <w:p w:rsidR="007B2329" w:rsidRDefault="007B2329" w:rsidP="007B2329">
      <w:r>
        <w:t>736.7285</w:t>
      </w:r>
      <w:r>
        <w:tab/>
        <w:t>3.038e0</w:t>
      </w:r>
    </w:p>
    <w:p w:rsidR="007B2329" w:rsidRDefault="007B2329" w:rsidP="007B2329">
      <w:r>
        <w:t>736.7319</w:t>
      </w:r>
      <w:r>
        <w:tab/>
        <w:t>1.999e0</w:t>
      </w:r>
    </w:p>
    <w:p w:rsidR="007B2329" w:rsidRDefault="007B2329" w:rsidP="007B2329">
      <w:r>
        <w:t>736.7381</w:t>
      </w:r>
      <w:r>
        <w:tab/>
        <w:t>1.013e0</w:t>
      </w:r>
    </w:p>
    <w:p w:rsidR="007B2329" w:rsidRDefault="007B2329" w:rsidP="007B2329">
      <w:r>
        <w:t>736.7506</w:t>
      </w:r>
      <w:r>
        <w:tab/>
        <w:t>2.025e0</w:t>
      </w:r>
    </w:p>
    <w:p w:rsidR="007B2329" w:rsidRDefault="007B2329" w:rsidP="007B2329">
      <w:r>
        <w:t>736.7656</w:t>
      </w:r>
      <w:r>
        <w:tab/>
        <w:t>1.013e0</w:t>
      </w:r>
    </w:p>
    <w:p w:rsidR="007B2329" w:rsidRDefault="007B2329" w:rsidP="007B2329">
      <w:r>
        <w:t>736.7880</w:t>
      </w:r>
      <w:r>
        <w:tab/>
        <w:t>1.013e0</w:t>
      </w:r>
    </w:p>
    <w:p w:rsidR="007B2329" w:rsidRDefault="007B2329" w:rsidP="007B2329">
      <w:r>
        <w:t>736.8275</w:t>
      </w:r>
      <w:r>
        <w:tab/>
        <w:t>3.038e0</w:t>
      </w:r>
    </w:p>
    <w:p w:rsidR="007B2329" w:rsidRDefault="007B2329" w:rsidP="007B2329">
      <w:r>
        <w:t>736.8488</w:t>
      </w:r>
      <w:r>
        <w:tab/>
        <w:t>2.634e0</w:t>
      </w:r>
    </w:p>
    <w:p w:rsidR="007B2329" w:rsidRDefault="007B2329" w:rsidP="007B2329">
      <w:r>
        <w:t>736.8504</w:t>
      </w:r>
      <w:r>
        <w:tab/>
        <w:t>2.025e0</w:t>
      </w:r>
    </w:p>
    <w:p w:rsidR="007B2329" w:rsidRDefault="007B2329" w:rsidP="007B2329">
      <w:r>
        <w:t>736.8604</w:t>
      </w:r>
      <w:r>
        <w:tab/>
        <w:t>3.038e0</w:t>
      </w:r>
    </w:p>
    <w:p w:rsidR="007B2329" w:rsidRDefault="007B2329" w:rsidP="007B2329">
      <w:r>
        <w:lastRenderedPageBreak/>
        <w:t>736.9252</w:t>
      </w:r>
      <w:r>
        <w:tab/>
        <w:t>1.013e0</w:t>
      </w:r>
    </w:p>
    <w:p w:rsidR="007B2329" w:rsidRDefault="007B2329" w:rsidP="007B2329">
      <w:r>
        <w:t>736.9553</w:t>
      </w:r>
      <w:r>
        <w:tab/>
        <w:t>4.051e0</w:t>
      </w:r>
    </w:p>
    <w:p w:rsidR="007B2329" w:rsidRDefault="007B2329" w:rsidP="007B2329">
      <w:r>
        <w:t>736.9750</w:t>
      </w:r>
      <w:r>
        <w:tab/>
        <w:t>1.013e0</w:t>
      </w:r>
    </w:p>
    <w:p w:rsidR="007B2329" w:rsidRDefault="007B2329" w:rsidP="007B2329">
      <w:r>
        <w:t>736.9872</w:t>
      </w:r>
      <w:r>
        <w:tab/>
        <w:t>4.051e0</w:t>
      </w:r>
    </w:p>
    <w:p w:rsidR="007B2329" w:rsidRDefault="007B2329" w:rsidP="007B2329">
      <w:r>
        <w:t>736.9940</w:t>
      </w:r>
      <w:r>
        <w:tab/>
        <w:t>1.731e0</w:t>
      </w:r>
    </w:p>
    <w:p w:rsidR="007B2329" w:rsidRDefault="007B2329" w:rsidP="007B2329">
      <w:r>
        <w:t>737.0566</w:t>
      </w:r>
      <w:r>
        <w:tab/>
        <w:t>1.013e0</w:t>
      </w:r>
    </w:p>
    <w:p w:rsidR="007B2329" w:rsidRDefault="007B2329" w:rsidP="007B2329">
      <w:r>
        <w:t>737.0813</w:t>
      </w:r>
      <w:r>
        <w:tab/>
        <w:t>5.063e0</w:t>
      </w:r>
    </w:p>
    <w:p w:rsidR="007B2329" w:rsidRDefault="007B2329" w:rsidP="007B2329">
      <w:r>
        <w:t>737.1036</w:t>
      </w:r>
      <w:r>
        <w:tab/>
        <w:t>2.900e0</w:t>
      </w:r>
    </w:p>
    <w:p w:rsidR="007B2329" w:rsidRDefault="007B2329" w:rsidP="007B2329">
      <w:r>
        <w:t>737.1124</w:t>
      </w:r>
      <w:r>
        <w:tab/>
        <w:t>1.013e0</w:t>
      </w:r>
    </w:p>
    <w:p w:rsidR="007B2329" w:rsidRDefault="007B2329" w:rsidP="007B2329">
      <w:r>
        <w:t>737.1249</w:t>
      </w:r>
      <w:r>
        <w:tab/>
        <w:t>2.025e0</w:t>
      </w:r>
    </w:p>
    <w:p w:rsidR="007B2329" w:rsidRDefault="007B2329" w:rsidP="007B2329">
      <w:r>
        <w:t>737.1501</w:t>
      </w:r>
      <w:r>
        <w:tab/>
        <w:t>1.013e0</w:t>
      </w:r>
    </w:p>
    <w:p w:rsidR="007B2329" w:rsidRDefault="007B2329" w:rsidP="007B2329">
      <w:r>
        <w:t>737.1514</w:t>
      </w:r>
      <w:r>
        <w:tab/>
        <w:t>2.025e0</w:t>
      </w:r>
    </w:p>
    <w:p w:rsidR="007B2329" w:rsidRDefault="007B2329" w:rsidP="007B2329">
      <w:r>
        <w:t>737.1591</w:t>
      </w:r>
      <w:r>
        <w:tab/>
        <w:t>1.013e0</w:t>
      </w:r>
    </w:p>
    <w:p w:rsidR="007B2329" w:rsidRDefault="007B2329" w:rsidP="007B2329">
      <w:r>
        <w:t>737.1622</w:t>
      </w:r>
      <w:r>
        <w:tab/>
        <w:t>2.025e0</w:t>
      </w:r>
    </w:p>
    <w:p w:rsidR="007B2329" w:rsidRDefault="007B2329" w:rsidP="007B2329">
      <w:r>
        <w:t>737.2040</w:t>
      </w:r>
      <w:r>
        <w:tab/>
        <w:t>2.025e0</w:t>
      </w:r>
    </w:p>
    <w:p w:rsidR="007B2329" w:rsidRDefault="007B2329" w:rsidP="007B2329">
      <w:r>
        <w:t>737.2101</w:t>
      </w:r>
      <w:r>
        <w:tab/>
        <w:t>3.576e0</w:t>
      </w:r>
    </w:p>
    <w:p w:rsidR="007B2329" w:rsidRDefault="007B2329" w:rsidP="007B2329">
      <w:r>
        <w:t>737.2336</w:t>
      </w:r>
      <w:r>
        <w:tab/>
        <w:t>2.025e0</w:t>
      </w:r>
    </w:p>
    <w:p w:rsidR="007B2329" w:rsidRDefault="007B2329" w:rsidP="007B2329">
      <w:r>
        <w:t>737.2379</w:t>
      </w:r>
      <w:r>
        <w:tab/>
        <w:t>1.048e0</w:t>
      </w:r>
    </w:p>
    <w:p w:rsidR="007B2329" w:rsidRDefault="007B2329" w:rsidP="007B2329">
      <w:r>
        <w:t>737.2634</w:t>
      </w:r>
      <w:r>
        <w:tab/>
        <w:t>7.794e0</w:t>
      </w:r>
    </w:p>
    <w:p w:rsidR="007B2329" w:rsidRDefault="007B2329" w:rsidP="007B2329">
      <w:r>
        <w:lastRenderedPageBreak/>
        <w:t>737.2859</w:t>
      </w:r>
      <w:r>
        <w:tab/>
        <w:t>3.512e0</w:t>
      </w:r>
    </w:p>
    <w:p w:rsidR="007B2329" w:rsidRDefault="007B2329" w:rsidP="007B2329">
      <w:r>
        <w:t>737.3588</w:t>
      </w:r>
      <w:r>
        <w:tab/>
        <w:t>1.809e0</w:t>
      </w:r>
    </w:p>
    <w:p w:rsidR="007B2329" w:rsidRDefault="007B2329" w:rsidP="007B2329">
      <w:r>
        <w:t>737.3604</w:t>
      </w:r>
      <w:r>
        <w:tab/>
        <w:t>3.985e0</w:t>
      </w:r>
    </w:p>
    <w:p w:rsidR="007B2329" w:rsidRDefault="007B2329" w:rsidP="007B2329">
      <w:r>
        <w:t>737.3616</w:t>
      </w:r>
      <w:r>
        <w:tab/>
        <w:t>1.794e0</w:t>
      </w:r>
    </w:p>
    <w:p w:rsidR="007B2329" w:rsidRDefault="007B2329" w:rsidP="007B2329">
      <w:r>
        <w:t>737.4259</w:t>
      </w:r>
      <w:r>
        <w:tab/>
        <w:t>1.288e0</w:t>
      </w:r>
    </w:p>
    <w:p w:rsidR="007B2329" w:rsidRDefault="007B2329" w:rsidP="007B2329">
      <w:r>
        <w:t>737.5010</w:t>
      </w:r>
      <w:r>
        <w:tab/>
        <w:t>1.013e0</w:t>
      </w:r>
    </w:p>
    <w:p w:rsidR="007B2329" w:rsidRDefault="007B2329" w:rsidP="007B2329">
      <w:r>
        <w:t>737.5527</w:t>
      </w:r>
      <w:r>
        <w:tab/>
        <w:t>1.013e0</w:t>
      </w:r>
    </w:p>
    <w:p w:rsidR="007B2329" w:rsidRDefault="007B2329" w:rsidP="007B2329">
      <w:r>
        <w:t>737.6099</w:t>
      </w:r>
      <w:r>
        <w:tab/>
        <w:t>3.446e0</w:t>
      </w:r>
    </w:p>
    <w:p w:rsidR="007B2329" w:rsidRDefault="007B2329" w:rsidP="007B2329">
      <w:r>
        <w:t>737.6212</w:t>
      </w:r>
      <w:r>
        <w:tab/>
        <w:t>1.013e0</w:t>
      </w:r>
    </w:p>
    <w:p w:rsidR="007B2329" w:rsidRDefault="007B2329" w:rsidP="007B2329">
      <w:r>
        <w:t>737.6556</w:t>
      </w:r>
      <w:r>
        <w:tab/>
        <w:t>1.013e0</w:t>
      </w:r>
    </w:p>
    <w:p w:rsidR="007B2329" w:rsidRDefault="007B2329" w:rsidP="007B2329">
      <w:r>
        <w:t>737.6810</w:t>
      </w:r>
      <w:r>
        <w:tab/>
        <w:t>2.025e0</w:t>
      </w:r>
    </w:p>
    <w:p w:rsidR="007B2329" w:rsidRDefault="007B2329" w:rsidP="007B2329">
      <w:r>
        <w:t>737.7159</w:t>
      </w:r>
      <w:r>
        <w:tab/>
        <w:t>3.038e0</w:t>
      </w:r>
    </w:p>
    <w:p w:rsidR="007B2329" w:rsidRDefault="007B2329" w:rsidP="007B2329">
      <w:r>
        <w:t>737.7492</w:t>
      </w:r>
      <w:r>
        <w:tab/>
        <w:t>1.013e0</w:t>
      </w:r>
    </w:p>
    <w:p w:rsidR="007B2329" w:rsidRDefault="007B2329" w:rsidP="007B2329">
      <w:r>
        <w:t>737.7544</w:t>
      </w:r>
      <w:r>
        <w:tab/>
        <w:t>2.025e0</w:t>
      </w:r>
    </w:p>
    <w:p w:rsidR="007B2329" w:rsidRDefault="007B2329" w:rsidP="007B2329">
      <w:r>
        <w:t>737.7922</w:t>
      </w:r>
      <w:r>
        <w:tab/>
        <w:t>1.013e0</w:t>
      </w:r>
    </w:p>
    <w:p w:rsidR="007B2329" w:rsidRDefault="007B2329" w:rsidP="007B2329">
      <w:r>
        <w:t>737.7994</w:t>
      </w:r>
      <w:r>
        <w:tab/>
        <w:t>1.013e0</w:t>
      </w:r>
    </w:p>
    <w:p w:rsidR="007B2329" w:rsidRDefault="007B2329" w:rsidP="007B2329">
      <w:r>
        <w:t>737.8427</w:t>
      </w:r>
      <w:r>
        <w:tab/>
        <w:t>2.025e0</w:t>
      </w:r>
    </w:p>
    <w:p w:rsidR="007B2329" w:rsidRDefault="007B2329" w:rsidP="007B2329">
      <w:r>
        <w:t>737.8574</w:t>
      </w:r>
      <w:r>
        <w:tab/>
        <w:t>3.038e0</w:t>
      </w:r>
    </w:p>
    <w:p w:rsidR="007B2329" w:rsidRDefault="007B2329" w:rsidP="007B2329">
      <w:r>
        <w:t>737.8610</w:t>
      </w:r>
      <w:r>
        <w:tab/>
        <w:t>6.035e0</w:t>
      </w:r>
    </w:p>
    <w:p w:rsidR="007B2329" w:rsidRDefault="007B2329" w:rsidP="007B2329">
      <w:r>
        <w:lastRenderedPageBreak/>
        <w:t>737.8776</w:t>
      </w:r>
      <w:r>
        <w:tab/>
        <w:t>2.337e0</w:t>
      </w:r>
    </w:p>
    <w:p w:rsidR="007B2329" w:rsidRDefault="007B2329" w:rsidP="007B2329">
      <w:r>
        <w:t>737.8997</w:t>
      </w:r>
      <w:r>
        <w:tab/>
        <w:t>1.747e0</w:t>
      </w:r>
    </w:p>
    <w:p w:rsidR="007B2329" w:rsidRDefault="007B2329" w:rsidP="007B2329">
      <w:r>
        <w:t>737.9630</w:t>
      </w:r>
      <w:r>
        <w:tab/>
        <w:t>1.013e0</w:t>
      </w:r>
    </w:p>
    <w:p w:rsidR="007B2329" w:rsidRDefault="007B2329" w:rsidP="007B2329">
      <w:r>
        <w:t>737.9891</w:t>
      </w:r>
      <w:r>
        <w:tab/>
        <w:t>2.743e0</w:t>
      </w:r>
    </w:p>
    <w:p w:rsidR="007B2329" w:rsidRDefault="007B2329" w:rsidP="007B2329">
      <w:r>
        <w:t>738.0148</w:t>
      </w:r>
      <w:r>
        <w:tab/>
        <w:t>3.038e0</w:t>
      </w:r>
    </w:p>
    <w:p w:rsidR="007B2329" w:rsidRDefault="007B2329" w:rsidP="007B2329">
      <w:r>
        <w:t>738.0211</w:t>
      </w:r>
      <w:r>
        <w:tab/>
        <w:t>3.038e0</w:t>
      </w:r>
    </w:p>
    <w:p w:rsidR="007B2329" w:rsidRDefault="007B2329" w:rsidP="007B2329">
      <w:r>
        <w:t>738.0240</w:t>
      </w:r>
      <w:r>
        <w:tab/>
        <w:t>1.013e0</w:t>
      </w:r>
    </w:p>
    <w:p w:rsidR="007B2329" w:rsidRDefault="007B2329" w:rsidP="007B2329">
      <w:r>
        <w:t>738.0617</w:t>
      </w:r>
      <w:r>
        <w:tab/>
        <w:t>1.879e0</w:t>
      </w:r>
    </w:p>
    <w:p w:rsidR="007B2329" w:rsidRDefault="007B2329" w:rsidP="007B2329">
      <w:r>
        <w:t>738.0659</w:t>
      </w:r>
      <w:r>
        <w:tab/>
        <w:t>1.013e0</w:t>
      </w:r>
    </w:p>
    <w:p w:rsidR="007B2329" w:rsidRDefault="007B2329" w:rsidP="007B2329">
      <w:r>
        <w:t>738.0828</w:t>
      </w:r>
      <w:r>
        <w:tab/>
        <w:t>1.013e0</w:t>
      </w:r>
    </w:p>
    <w:p w:rsidR="007B2329" w:rsidRDefault="007B2329" w:rsidP="007B2329">
      <w:r>
        <w:t>738.1208</w:t>
      </w:r>
      <w:r>
        <w:tab/>
        <w:t>1.285e0</w:t>
      </w:r>
    </w:p>
    <w:p w:rsidR="007B2329" w:rsidRDefault="007B2329" w:rsidP="007B2329">
      <w:r>
        <w:t>738.1428</w:t>
      </w:r>
      <w:r>
        <w:tab/>
        <w:t>2.025e0</w:t>
      </w:r>
    </w:p>
    <w:p w:rsidR="007B2329" w:rsidRDefault="007B2329" w:rsidP="007B2329">
      <w:r>
        <w:t>738.1635</w:t>
      </w:r>
      <w:r>
        <w:tab/>
        <w:t>2.025e0</w:t>
      </w:r>
    </w:p>
    <w:p w:rsidR="007B2329" w:rsidRDefault="007B2329" w:rsidP="007B2329">
      <w:r>
        <w:t>738.1684</w:t>
      </w:r>
      <w:r>
        <w:tab/>
        <w:t>1.013e0</w:t>
      </w:r>
    </w:p>
    <w:p w:rsidR="007B2329" w:rsidRDefault="007B2329" w:rsidP="007B2329">
      <w:r>
        <w:t>738.1863</w:t>
      </w:r>
      <w:r>
        <w:tab/>
        <w:t>1.981e0</w:t>
      </w:r>
    </w:p>
    <w:p w:rsidR="007B2329" w:rsidRDefault="007B2329" w:rsidP="007B2329">
      <w:r>
        <w:t>738.2134</w:t>
      </w:r>
      <w:r>
        <w:tab/>
        <w:t>3.614e0</w:t>
      </w:r>
    </w:p>
    <w:p w:rsidR="007B2329" w:rsidRDefault="007B2329" w:rsidP="007B2329">
      <w:r>
        <w:t>738.2342</w:t>
      </w:r>
      <w:r>
        <w:tab/>
        <w:t>3.429e0</w:t>
      </w:r>
    </w:p>
    <w:p w:rsidR="007B2329" w:rsidRDefault="007B2329" w:rsidP="007B2329">
      <w:r>
        <w:t>738.2491</w:t>
      </w:r>
      <w:r>
        <w:tab/>
        <w:t>1.292e0</w:t>
      </w:r>
    </w:p>
    <w:p w:rsidR="007B2329" w:rsidRDefault="007B2329" w:rsidP="007B2329">
      <w:r>
        <w:t>738.2543</w:t>
      </w:r>
      <w:r>
        <w:tab/>
        <w:t>1.013e0</w:t>
      </w:r>
    </w:p>
    <w:p w:rsidR="007B2329" w:rsidRDefault="007B2329" w:rsidP="007B2329">
      <w:r>
        <w:lastRenderedPageBreak/>
        <w:t>738.2852</w:t>
      </w:r>
      <w:r>
        <w:tab/>
        <w:t>3.154e0</w:t>
      </w:r>
    </w:p>
    <w:p w:rsidR="007B2329" w:rsidRDefault="007B2329" w:rsidP="007B2329">
      <w:r>
        <w:t>738.2952</w:t>
      </w:r>
      <w:r>
        <w:tab/>
        <w:t>4.760e0</w:t>
      </w:r>
    </w:p>
    <w:p w:rsidR="007B2329" w:rsidRDefault="007B2329" w:rsidP="007B2329">
      <w:r>
        <w:t>738.3738</w:t>
      </w:r>
      <w:r>
        <w:tab/>
        <w:t>1.013e0</w:t>
      </w:r>
    </w:p>
    <w:p w:rsidR="007B2329" w:rsidRDefault="007B2329" w:rsidP="007B2329">
      <w:r>
        <w:t>738.4214</w:t>
      </w:r>
      <w:r>
        <w:tab/>
        <w:t>3.573e0</w:t>
      </w:r>
    </w:p>
    <w:p w:rsidR="007B2329" w:rsidRDefault="007B2329" w:rsidP="007B2329">
      <w:r>
        <w:t>738.4539</w:t>
      </w:r>
      <w:r>
        <w:tab/>
        <w:t>3.038e0</w:t>
      </w:r>
    </w:p>
    <w:p w:rsidR="007B2329" w:rsidRDefault="007B2329" w:rsidP="007B2329">
      <w:r>
        <w:t>738.4814</w:t>
      </w:r>
      <w:r>
        <w:tab/>
        <w:t>2.948e0</w:t>
      </w:r>
    </w:p>
    <w:p w:rsidR="007B2329" w:rsidRDefault="007B2329" w:rsidP="007B2329">
      <w:r>
        <w:t>738.5240</w:t>
      </w:r>
      <w:r>
        <w:tab/>
        <w:t>1.519e0</w:t>
      </w:r>
    </w:p>
    <w:p w:rsidR="007B2329" w:rsidRDefault="007B2329" w:rsidP="007B2329">
      <w:r>
        <w:t>738.5322</w:t>
      </w:r>
      <w:r>
        <w:tab/>
        <w:t>1.990e0</w:t>
      </w:r>
    </w:p>
    <w:p w:rsidR="007B2329" w:rsidRDefault="007B2329" w:rsidP="007B2329">
      <w:r>
        <w:t>738.5790</w:t>
      </w:r>
      <w:r>
        <w:tab/>
        <w:t>1.013e0</w:t>
      </w:r>
    </w:p>
    <w:p w:rsidR="007B2329" w:rsidRDefault="007B2329" w:rsidP="007B2329">
      <w:r>
        <w:t>738.5826</w:t>
      </w:r>
      <w:r>
        <w:tab/>
        <w:t>3.820e0</w:t>
      </w:r>
    </w:p>
    <w:p w:rsidR="007B2329" w:rsidRDefault="007B2329" w:rsidP="007B2329">
      <w:r>
        <w:t>738.5865</w:t>
      </w:r>
      <w:r>
        <w:tab/>
        <w:t>1.013e0</w:t>
      </w:r>
    </w:p>
    <w:p w:rsidR="007B2329" w:rsidRDefault="007B2329" w:rsidP="007B2329">
      <w:r>
        <w:t>738.5960</w:t>
      </w:r>
      <w:r>
        <w:tab/>
        <w:t>1.990e0</w:t>
      </w:r>
    </w:p>
    <w:p w:rsidR="007B2329" w:rsidRDefault="007B2329" w:rsidP="007B2329">
      <w:r>
        <w:t>738.6342</w:t>
      </w:r>
      <w:r>
        <w:tab/>
        <w:t>8.829e-1</w:t>
      </w:r>
    </w:p>
    <w:p w:rsidR="007B2329" w:rsidRDefault="007B2329" w:rsidP="007B2329">
      <w:r>
        <w:t>738.6558</w:t>
      </w:r>
      <w:r>
        <w:tab/>
        <w:t>2.025e0</w:t>
      </w:r>
    </w:p>
    <w:p w:rsidR="007B2329" w:rsidRDefault="007B2329" w:rsidP="007B2329">
      <w:r>
        <w:t>738.6818</w:t>
      </w:r>
      <w:r>
        <w:tab/>
        <w:t>3.038e0</w:t>
      </w:r>
    </w:p>
    <w:p w:rsidR="007B2329" w:rsidRDefault="007B2329" w:rsidP="007B2329">
      <w:r>
        <w:t>738.7065</w:t>
      </w:r>
      <w:r>
        <w:tab/>
        <w:t>2.025e0</w:t>
      </w:r>
    </w:p>
    <w:p w:rsidR="007B2329" w:rsidRDefault="007B2329" w:rsidP="007B2329">
      <w:r>
        <w:t>738.7156</w:t>
      </w:r>
      <w:r>
        <w:tab/>
        <w:t>1.013e0</w:t>
      </w:r>
    </w:p>
    <w:p w:rsidR="007B2329" w:rsidRDefault="007B2329" w:rsidP="007B2329">
      <w:r>
        <w:t>738.7177</w:t>
      </w:r>
      <w:r>
        <w:tab/>
        <w:t>2.025e0</w:t>
      </w:r>
    </w:p>
    <w:p w:rsidR="007B2329" w:rsidRDefault="007B2329" w:rsidP="007B2329">
      <w:r>
        <w:t>738.7567</w:t>
      </w:r>
      <w:r>
        <w:tab/>
        <w:t>2.025e0</w:t>
      </w:r>
    </w:p>
    <w:p w:rsidR="007B2329" w:rsidRDefault="007B2329" w:rsidP="007B2329">
      <w:r>
        <w:lastRenderedPageBreak/>
        <w:t>738.7783</w:t>
      </w:r>
      <w:r>
        <w:tab/>
        <w:t>3.244e0</w:t>
      </w:r>
    </w:p>
    <w:p w:rsidR="007B2329" w:rsidRDefault="007B2329" w:rsidP="007B2329">
      <w:r>
        <w:t>738.8013</w:t>
      </w:r>
      <w:r>
        <w:tab/>
        <w:t>2.025e0</w:t>
      </w:r>
    </w:p>
    <w:p w:rsidR="007B2329" w:rsidRDefault="007B2329" w:rsidP="007B2329">
      <w:r>
        <w:t>738.8486</w:t>
      </w:r>
      <w:r>
        <w:tab/>
        <w:t>5.570e0</w:t>
      </w:r>
    </w:p>
    <w:p w:rsidR="007B2329" w:rsidRDefault="007B2329" w:rsidP="007B2329">
      <w:r>
        <w:t>738.8732</w:t>
      </w:r>
      <w:r>
        <w:tab/>
        <w:t>2.720e0</w:t>
      </w:r>
    </w:p>
    <w:p w:rsidR="007B2329" w:rsidRDefault="007B2329" w:rsidP="007B2329">
      <w:r>
        <w:t>738.8794</w:t>
      </w:r>
      <w:r>
        <w:tab/>
        <w:t>1.637e0</w:t>
      </w:r>
    </w:p>
    <w:p w:rsidR="007B2329" w:rsidRDefault="007B2329" w:rsidP="007B2329">
      <w:r>
        <w:t>738.9167</w:t>
      </w:r>
      <w:r>
        <w:tab/>
        <w:t>4.041e0</w:t>
      </w:r>
    </w:p>
    <w:p w:rsidR="007B2329" w:rsidRDefault="007B2329" w:rsidP="007B2329">
      <w:r>
        <w:t>738.9208</w:t>
      </w:r>
      <w:r>
        <w:tab/>
        <w:t>2.025e0</w:t>
      </w:r>
    </w:p>
    <w:p w:rsidR="007B2329" w:rsidRDefault="007B2329" w:rsidP="007B2329">
      <w:r>
        <w:t>738.9909</w:t>
      </w:r>
      <w:r>
        <w:tab/>
        <w:t>4.051e0</w:t>
      </w:r>
    </w:p>
    <w:p w:rsidR="007B2329" w:rsidRDefault="007B2329" w:rsidP="007B2329">
      <w:r>
        <w:t>739.0064</w:t>
      </w:r>
      <w:r>
        <w:tab/>
        <w:t>1.013e0</w:t>
      </w:r>
    </w:p>
    <w:p w:rsidR="007B2329" w:rsidRDefault="007B2329" w:rsidP="007B2329">
      <w:r>
        <w:t>739.0407</w:t>
      </w:r>
      <w:r>
        <w:tab/>
        <w:t>1.013e0</w:t>
      </w:r>
    </w:p>
    <w:p w:rsidR="007B2329" w:rsidRDefault="007B2329" w:rsidP="007B2329">
      <w:r>
        <w:t>739.0459</w:t>
      </w:r>
      <w:r>
        <w:tab/>
        <w:t>4.010e0</w:t>
      </w:r>
    </w:p>
    <w:p w:rsidR="007B2329" w:rsidRDefault="007B2329" w:rsidP="007B2329">
      <w:r>
        <w:t>739.0576</w:t>
      </w:r>
      <w:r>
        <w:tab/>
        <w:t>1.013e0</w:t>
      </w:r>
    </w:p>
    <w:p w:rsidR="007B2329" w:rsidRDefault="007B2329" w:rsidP="007B2329">
      <w:r>
        <w:t>739.0590</w:t>
      </w:r>
      <w:r>
        <w:tab/>
        <w:t>2.892e0</w:t>
      </w:r>
    </w:p>
    <w:p w:rsidR="007B2329" w:rsidRDefault="007B2329" w:rsidP="007B2329">
      <w:r>
        <w:t>739.1094</w:t>
      </w:r>
      <w:r>
        <w:tab/>
        <w:t>1.013e0</w:t>
      </w:r>
    </w:p>
    <w:p w:rsidR="007B2329" w:rsidRDefault="007B2329" w:rsidP="007B2329">
      <w:r>
        <w:t>739.1111</w:t>
      </w:r>
      <w:r>
        <w:tab/>
        <w:t>2.934e0</w:t>
      </w:r>
    </w:p>
    <w:p w:rsidR="007B2329" w:rsidRDefault="007B2329" w:rsidP="007B2329">
      <w:r>
        <w:t>739.1182</w:t>
      </w:r>
      <w:r>
        <w:tab/>
        <w:t>2.901e0</w:t>
      </w:r>
    </w:p>
    <w:p w:rsidR="007B2329" w:rsidRDefault="007B2329" w:rsidP="007B2329">
      <w:r>
        <w:t>739.1244</w:t>
      </w:r>
      <w:r>
        <w:tab/>
        <w:t>1.013e0</w:t>
      </w:r>
    </w:p>
    <w:p w:rsidR="007B2329" w:rsidRDefault="007B2329" w:rsidP="007B2329">
      <w:r>
        <w:t>739.1367</w:t>
      </w:r>
      <w:r>
        <w:tab/>
        <w:t>1.013e0</w:t>
      </w:r>
    </w:p>
    <w:p w:rsidR="007B2329" w:rsidRDefault="007B2329" w:rsidP="007B2329">
      <w:r>
        <w:t>739.1772</w:t>
      </w:r>
      <w:r>
        <w:tab/>
        <w:t>1.013e0</w:t>
      </w:r>
    </w:p>
    <w:p w:rsidR="007B2329" w:rsidRDefault="007B2329" w:rsidP="007B2329">
      <w:r>
        <w:lastRenderedPageBreak/>
        <w:t>739.2218</w:t>
      </w:r>
      <w:r>
        <w:tab/>
        <w:t>2.287e0</w:t>
      </w:r>
    </w:p>
    <w:p w:rsidR="007B2329" w:rsidRDefault="007B2329" w:rsidP="007B2329">
      <w:r>
        <w:t>739.2449</w:t>
      </w:r>
      <w:r>
        <w:tab/>
        <w:t>1.638e0</w:t>
      </w:r>
    </w:p>
    <w:p w:rsidR="007B2329" w:rsidRDefault="007B2329" w:rsidP="007B2329">
      <w:r>
        <w:t>739.2595</w:t>
      </w:r>
      <w:r>
        <w:tab/>
        <w:t>2.441e0</w:t>
      </w:r>
    </w:p>
    <w:p w:rsidR="007B2329" w:rsidRDefault="007B2329" w:rsidP="007B2329">
      <w:r>
        <w:t>739.2667</w:t>
      </w:r>
      <w:r>
        <w:tab/>
        <w:t>1.586e0</w:t>
      </w:r>
    </w:p>
    <w:p w:rsidR="007B2329" w:rsidRDefault="007B2329" w:rsidP="007B2329">
      <w:r>
        <w:t>739.2704</w:t>
      </w:r>
      <w:r>
        <w:tab/>
        <w:t>2.457e0</w:t>
      </w:r>
    </w:p>
    <w:p w:rsidR="007B2329" w:rsidRDefault="007B2329" w:rsidP="007B2329">
      <w:r>
        <w:t>739.2986</w:t>
      </w:r>
      <w:r>
        <w:tab/>
        <w:t>2.230e0</w:t>
      </w:r>
    </w:p>
    <w:p w:rsidR="007B2329" w:rsidRDefault="007B2329" w:rsidP="007B2329">
      <w:r>
        <w:t>739.3290</w:t>
      </w:r>
      <w:r>
        <w:tab/>
        <w:t>5.338e0</w:t>
      </w:r>
    </w:p>
    <w:p w:rsidR="007B2329" w:rsidRDefault="007B2329" w:rsidP="007B2329">
      <w:r>
        <w:t>739.3327</w:t>
      </w:r>
      <w:r>
        <w:tab/>
        <w:t>3.937e0</w:t>
      </w:r>
    </w:p>
    <w:p w:rsidR="007B2329" w:rsidRDefault="007B2329" w:rsidP="007B2329">
      <w:r>
        <w:t>739.3640</w:t>
      </w:r>
      <w:r>
        <w:tab/>
        <w:t>1.608e0</w:t>
      </w:r>
    </w:p>
    <w:p w:rsidR="007B2329" w:rsidRDefault="007B2329" w:rsidP="007B2329">
      <w:r>
        <w:t>739.3824</w:t>
      </w:r>
      <w:r>
        <w:tab/>
        <w:t>1.013e0</w:t>
      </w:r>
    </w:p>
    <w:p w:rsidR="007B2329" w:rsidRDefault="007B2329" w:rsidP="007B2329">
      <w:r>
        <w:t>739.4371</w:t>
      </w:r>
      <w:r>
        <w:tab/>
        <w:t>1.013e0</w:t>
      </w:r>
    </w:p>
    <w:p w:rsidR="007B2329" w:rsidRDefault="007B2329" w:rsidP="007B2329">
      <w:r>
        <w:t>739.4528</w:t>
      </w:r>
      <w:r>
        <w:tab/>
        <w:t>3.949e1</w:t>
      </w:r>
    </w:p>
    <w:p w:rsidR="007B2329" w:rsidRDefault="007B2329" w:rsidP="007B2329">
      <w:r>
        <w:t>739.4604</w:t>
      </w:r>
      <w:r>
        <w:tab/>
        <w:t>3.593e1</w:t>
      </w:r>
    </w:p>
    <w:p w:rsidR="007B2329" w:rsidRDefault="007B2329" w:rsidP="007B2329">
      <w:r>
        <w:t>739.4626</w:t>
      </w:r>
      <w:r>
        <w:tab/>
        <w:t>2.624e2</w:t>
      </w:r>
    </w:p>
    <w:p w:rsidR="007B2329" w:rsidRDefault="007B2329" w:rsidP="007B2329">
      <w:r>
        <w:t>739.4648</w:t>
      </w:r>
      <w:r>
        <w:tab/>
        <w:t>1.587e2</w:t>
      </w:r>
    </w:p>
    <w:p w:rsidR="007B2329" w:rsidRDefault="007B2329" w:rsidP="007B2329">
      <w:r>
        <w:t>739.4670</w:t>
      </w:r>
      <w:r>
        <w:tab/>
        <w:t>1.060e2</w:t>
      </w:r>
    </w:p>
    <w:p w:rsidR="007B2329" w:rsidRDefault="007B2329" w:rsidP="007B2329">
      <w:r>
        <w:t>739.4935</w:t>
      </w:r>
      <w:r>
        <w:tab/>
        <w:t>4.973e0</w:t>
      </w:r>
    </w:p>
    <w:p w:rsidR="007B2329" w:rsidRDefault="007B2329" w:rsidP="007B2329">
      <w:r>
        <w:t>739.5502</w:t>
      </w:r>
      <w:r>
        <w:tab/>
        <w:t>2.025e0</w:t>
      </w:r>
    </w:p>
    <w:p w:rsidR="007B2329" w:rsidRDefault="007B2329" w:rsidP="007B2329">
      <w:r>
        <w:t>739.6306</w:t>
      </w:r>
      <w:r>
        <w:tab/>
        <w:t>7.989e0</w:t>
      </w:r>
    </w:p>
    <w:p w:rsidR="007B2329" w:rsidRDefault="007B2329" w:rsidP="007B2329">
      <w:r>
        <w:lastRenderedPageBreak/>
        <w:t>739.6503</w:t>
      </w:r>
      <w:r>
        <w:tab/>
        <w:t>1.013e0</w:t>
      </w:r>
    </w:p>
    <w:p w:rsidR="007B2329" w:rsidRDefault="007B2329" w:rsidP="007B2329">
      <w:r>
        <w:t>739.6624</w:t>
      </w:r>
      <w:r>
        <w:tab/>
        <w:t>1.013e0</w:t>
      </w:r>
    </w:p>
    <w:p w:rsidR="007B2329" w:rsidRDefault="007B2329" w:rsidP="007B2329">
      <w:r>
        <w:t>739.6710</w:t>
      </w:r>
      <w:r>
        <w:tab/>
        <w:t>3.038e0</w:t>
      </w:r>
    </w:p>
    <w:p w:rsidR="007B2329" w:rsidRDefault="007B2329" w:rsidP="007B2329">
      <w:r>
        <w:t>739.6989</w:t>
      </w:r>
      <w:r>
        <w:tab/>
        <w:t>2.025e0</w:t>
      </w:r>
    </w:p>
    <w:p w:rsidR="007B2329" w:rsidRDefault="007B2329" w:rsidP="007B2329">
      <w:r>
        <w:t>739.7075</w:t>
      </w:r>
      <w:r>
        <w:tab/>
        <w:t>1.013e0</w:t>
      </w:r>
    </w:p>
    <w:p w:rsidR="007B2329" w:rsidRDefault="007B2329" w:rsidP="007B2329">
      <w:r>
        <w:t>739.7103</w:t>
      </w:r>
      <w:r>
        <w:tab/>
        <w:t>5.063e0</w:t>
      </w:r>
    </w:p>
    <w:p w:rsidR="007B2329" w:rsidRDefault="007B2329" w:rsidP="007B2329">
      <w:r>
        <w:t>739.7330</w:t>
      </w:r>
      <w:r>
        <w:tab/>
        <w:t>1.999e0</w:t>
      </w:r>
    </w:p>
    <w:p w:rsidR="007B2329" w:rsidRDefault="007B2329" w:rsidP="007B2329">
      <w:r>
        <w:t>739.7502</w:t>
      </w:r>
      <w:r>
        <w:tab/>
        <w:t>2.025e0</w:t>
      </w:r>
    </w:p>
    <w:p w:rsidR="007B2329" w:rsidRDefault="007B2329" w:rsidP="007B2329">
      <w:r>
        <w:t>739.7892</w:t>
      </w:r>
      <w:r>
        <w:tab/>
        <w:t>2.025e0</w:t>
      </w:r>
    </w:p>
    <w:p w:rsidR="007B2329" w:rsidRDefault="007B2329" w:rsidP="007B2329">
      <w:r>
        <w:t>739.8004</w:t>
      </w:r>
      <w:r>
        <w:tab/>
        <w:t>2.025e0</w:t>
      </w:r>
    </w:p>
    <w:p w:rsidR="007B2329" w:rsidRDefault="007B2329" w:rsidP="007B2329">
      <w:r>
        <w:t>739.8086</w:t>
      </w:r>
      <w:r>
        <w:tab/>
        <w:t>3.165e0</w:t>
      </w:r>
    </w:p>
    <w:p w:rsidR="007B2329" w:rsidRDefault="007B2329" w:rsidP="007B2329">
      <w:r>
        <w:t>739.8504</w:t>
      </w:r>
      <w:r>
        <w:tab/>
        <w:t>4.051e0</w:t>
      </w:r>
    </w:p>
    <w:p w:rsidR="007B2329" w:rsidRDefault="007B2329" w:rsidP="007B2329">
      <w:r>
        <w:t>739.8565</w:t>
      </w:r>
      <w:r>
        <w:tab/>
        <w:t>5.934e0</w:t>
      </w:r>
    </w:p>
    <w:p w:rsidR="007B2329" w:rsidRDefault="007B2329" w:rsidP="007B2329">
      <w:r>
        <w:t>739.8899</w:t>
      </w:r>
      <w:r>
        <w:tab/>
        <w:t>9.310e0</w:t>
      </w:r>
    </w:p>
    <w:p w:rsidR="007B2329" w:rsidRDefault="007B2329" w:rsidP="007B2329">
      <w:r>
        <w:t>739.9438</w:t>
      </w:r>
      <w:r>
        <w:tab/>
        <w:t>3.038e0</w:t>
      </w:r>
    </w:p>
    <w:p w:rsidR="007B2329" w:rsidRDefault="007B2329" w:rsidP="007B2329">
      <w:r>
        <w:t>739.9626</w:t>
      </w:r>
      <w:r>
        <w:tab/>
        <w:t>3.050e0</w:t>
      </w:r>
    </w:p>
    <w:p w:rsidR="007B2329" w:rsidRDefault="007B2329" w:rsidP="007B2329">
      <w:r>
        <w:t>739.9988</w:t>
      </w:r>
      <w:r>
        <w:tab/>
        <w:t>3.038e0</w:t>
      </w:r>
    </w:p>
    <w:p w:rsidR="007B2329" w:rsidRDefault="007B2329" w:rsidP="007B2329">
      <w:r>
        <w:t>740.0240</w:t>
      </w:r>
      <w:r>
        <w:tab/>
        <w:t>2.025e0</w:t>
      </w:r>
    </w:p>
    <w:p w:rsidR="007B2329" w:rsidRDefault="007B2329" w:rsidP="007B2329">
      <w:r>
        <w:t>740.0464</w:t>
      </w:r>
      <w:r>
        <w:tab/>
        <w:t>4.051e0</w:t>
      </w:r>
    </w:p>
    <w:p w:rsidR="007B2329" w:rsidRDefault="007B2329" w:rsidP="007B2329">
      <w:r>
        <w:lastRenderedPageBreak/>
        <w:t>740.0667</w:t>
      </w:r>
      <w:r>
        <w:tab/>
        <w:t>3.038e0</w:t>
      </w:r>
    </w:p>
    <w:p w:rsidR="007B2329" w:rsidRDefault="007B2329" w:rsidP="007B2329">
      <w:r>
        <w:t>740.0747</w:t>
      </w:r>
      <w:r>
        <w:tab/>
        <w:t>3.923e0</w:t>
      </w:r>
    </w:p>
    <w:p w:rsidR="007B2329" w:rsidRDefault="007B2329" w:rsidP="007B2329">
      <w:r>
        <w:t>740.0758</w:t>
      </w:r>
      <w:r>
        <w:tab/>
        <w:t>2.025e0</w:t>
      </w:r>
    </w:p>
    <w:p w:rsidR="007B2329" w:rsidRDefault="007B2329" w:rsidP="007B2329">
      <w:r>
        <w:t>740.0884</w:t>
      </w:r>
      <w:r>
        <w:tab/>
        <w:t>1.013e0</w:t>
      </w:r>
    </w:p>
    <w:p w:rsidR="007B2329" w:rsidRDefault="007B2329" w:rsidP="007B2329">
      <w:r>
        <w:t>740.1093</w:t>
      </w:r>
      <w:r>
        <w:tab/>
        <w:t>2.025e0</w:t>
      </w:r>
    </w:p>
    <w:p w:rsidR="007B2329" w:rsidRDefault="007B2329" w:rsidP="007B2329">
      <w:r>
        <w:t>740.1378</w:t>
      </w:r>
      <w:r>
        <w:tab/>
        <w:t>3.038e0</w:t>
      </w:r>
    </w:p>
    <w:p w:rsidR="007B2329" w:rsidRDefault="007B2329" w:rsidP="007B2329">
      <w:r>
        <w:t>740.1594</w:t>
      </w:r>
      <w:r>
        <w:tab/>
        <w:t>2.025e0</w:t>
      </w:r>
    </w:p>
    <w:p w:rsidR="007B2329" w:rsidRDefault="007B2329" w:rsidP="007B2329">
      <w:r>
        <w:t>740.1760</w:t>
      </w:r>
      <w:r>
        <w:tab/>
        <w:t>1.013e0</w:t>
      </w:r>
    </w:p>
    <w:p w:rsidR="007B2329" w:rsidRDefault="007B2329" w:rsidP="007B2329">
      <w:r>
        <w:t>740.1885</w:t>
      </w:r>
      <w:r>
        <w:tab/>
        <w:t>2.025e0</w:t>
      </w:r>
    </w:p>
    <w:p w:rsidR="007B2329" w:rsidRDefault="007B2329" w:rsidP="007B2329">
      <w:r>
        <w:t>740.1945</w:t>
      </w:r>
      <w:r>
        <w:tab/>
        <w:t>3.768e0</w:t>
      </w:r>
    </w:p>
    <w:p w:rsidR="007B2329" w:rsidRDefault="007B2329" w:rsidP="007B2329">
      <w:r>
        <w:t>740.2463</w:t>
      </w:r>
      <w:r>
        <w:tab/>
        <w:t>1.638e0</w:t>
      </w:r>
    </w:p>
    <w:p w:rsidR="007B2329" w:rsidRDefault="007B2329" w:rsidP="007B2329">
      <w:r>
        <w:t>740.3142</w:t>
      </w:r>
      <w:r>
        <w:tab/>
        <w:t>1.013e0</w:t>
      </w:r>
    </w:p>
    <w:p w:rsidR="007B2329" w:rsidRDefault="007B2329" w:rsidP="007B2329">
      <w:r>
        <w:t>740.3311</w:t>
      </w:r>
      <w:r>
        <w:tab/>
        <w:t>1.258e0</w:t>
      </w:r>
    </w:p>
    <w:p w:rsidR="007B2329" w:rsidRDefault="007B2329" w:rsidP="007B2329">
      <w:r>
        <w:t>740.4101</w:t>
      </w:r>
      <w:r>
        <w:tab/>
        <w:t>1.650e1</w:t>
      </w:r>
    </w:p>
    <w:p w:rsidR="007B2329" w:rsidRDefault="007B2329" w:rsidP="007B2329">
      <w:r>
        <w:t>740.4209</w:t>
      </w:r>
      <w:r>
        <w:tab/>
        <w:t>3.038e0</w:t>
      </w:r>
    </w:p>
    <w:p w:rsidR="007B2329" w:rsidRDefault="007B2329" w:rsidP="007B2329">
      <w:r>
        <w:t>740.4438</w:t>
      </w:r>
      <w:r>
        <w:tab/>
        <w:t>7.088e0</w:t>
      </w:r>
    </w:p>
    <w:p w:rsidR="007B2329" w:rsidRDefault="007B2329" w:rsidP="007B2329">
      <w:r>
        <w:t>740.4457</w:t>
      </w:r>
      <w:r>
        <w:tab/>
        <w:t>3.050e1</w:t>
      </w:r>
    </w:p>
    <w:p w:rsidR="007B2329" w:rsidRDefault="007B2329" w:rsidP="007B2329">
      <w:r>
        <w:t>740.4562</w:t>
      </w:r>
      <w:r>
        <w:tab/>
        <w:t>5.565e1</w:t>
      </w:r>
    </w:p>
    <w:p w:rsidR="007B2329" w:rsidRDefault="007B2329" w:rsidP="007B2329">
      <w:r>
        <w:t>740.4633</w:t>
      </w:r>
      <w:r>
        <w:tab/>
        <w:t>1.314e2</w:t>
      </w:r>
    </w:p>
    <w:p w:rsidR="007B2329" w:rsidRDefault="007B2329" w:rsidP="007B2329">
      <w:r>
        <w:lastRenderedPageBreak/>
        <w:t>740.4689</w:t>
      </w:r>
      <w:r>
        <w:tab/>
        <w:t>1.038e2</w:t>
      </w:r>
    </w:p>
    <w:p w:rsidR="007B2329" w:rsidRDefault="007B2329" w:rsidP="007B2329">
      <w:r>
        <w:t>740.4731</w:t>
      </w:r>
      <w:r>
        <w:tab/>
        <w:t>2.616e1</w:t>
      </w:r>
    </w:p>
    <w:p w:rsidR="007B2329" w:rsidRDefault="007B2329" w:rsidP="007B2329">
      <w:r>
        <w:t>740.4764</w:t>
      </w:r>
      <w:r>
        <w:tab/>
        <w:t>8.051e1</w:t>
      </w:r>
    </w:p>
    <w:p w:rsidR="007B2329" w:rsidRDefault="007B2329" w:rsidP="007B2329">
      <w:r>
        <w:t>740.4871</w:t>
      </w:r>
      <w:r>
        <w:tab/>
        <w:t>2.368e0</w:t>
      </w:r>
    </w:p>
    <w:p w:rsidR="007B2329" w:rsidRDefault="007B2329" w:rsidP="007B2329">
      <w:r>
        <w:t>740.5519</w:t>
      </w:r>
      <w:r>
        <w:tab/>
        <w:t>1.013e0</w:t>
      </w:r>
    </w:p>
    <w:p w:rsidR="007B2329" w:rsidRDefault="007B2329" w:rsidP="007B2329">
      <w:r>
        <w:t>740.5710</w:t>
      </w:r>
      <w:r>
        <w:tab/>
        <w:t>2.025e0</w:t>
      </w:r>
    </w:p>
    <w:p w:rsidR="007B2329" w:rsidRDefault="007B2329" w:rsidP="007B2329">
      <w:r>
        <w:t>740.6022</w:t>
      </w:r>
      <w:r>
        <w:tab/>
        <w:t>2.983e0</w:t>
      </w:r>
    </w:p>
    <w:p w:rsidR="007B2329" w:rsidRDefault="007B2329" w:rsidP="007B2329">
      <w:r>
        <w:t>740.6397</w:t>
      </w:r>
      <w:r>
        <w:tab/>
        <w:t>2.025e0</w:t>
      </w:r>
    </w:p>
    <w:p w:rsidR="007B2329" w:rsidRDefault="007B2329" w:rsidP="007B2329">
      <w:r>
        <w:t>740.6429</w:t>
      </w:r>
      <w:r>
        <w:tab/>
        <w:t>2.025e0</w:t>
      </w:r>
    </w:p>
    <w:p w:rsidR="007B2329" w:rsidRDefault="007B2329" w:rsidP="007B2329">
      <w:r>
        <w:t>740.6774</w:t>
      </w:r>
      <w:r>
        <w:tab/>
        <w:t>5.089e0</w:t>
      </w:r>
    </w:p>
    <w:p w:rsidR="007B2329" w:rsidRDefault="007B2329" w:rsidP="007B2329">
      <w:r>
        <w:t>740.6820</w:t>
      </w:r>
      <w:r>
        <w:tab/>
        <w:t>5.063e0</w:t>
      </w:r>
    </w:p>
    <w:p w:rsidR="007B2329" w:rsidRDefault="007B2329" w:rsidP="007B2329">
      <w:r>
        <w:t>740.7077</w:t>
      </w:r>
      <w:r>
        <w:tab/>
        <w:t>2.025e0</w:t>
      </w:r>
    </w:p>
    <w:p w:rsidR="007B2329" w:rsidRDefault="007B2329" w:rsidP="007B2329">
      <w:r>
        <w:t>740.7156</w:t>
      </w:r>
      <w:r>
        <w:tab/>
        <w:t>4.051e0</w:t>
      </w:r>
    </w:p>
    <w:p w:rsidR="007B2329" w:rsidRDefault="007B2329" w:rsidP="007B2329">
      <w:r>
        <w:t>740.7570</w:t>
      </w:r>
      <w:r>
        <w:tab/>
        <w:t>3.051e0</w:t>
      </w:r>
    </w:p>
    <w:p w:rsidR="007B2329" w:rsidRDefault="007B2329" w:rsidP="007B2329">
      <w:r>
        <w:t>740.7718</w:t>
      </w:r>
      <w:r>
        <w:tab/>
        <w:t>2.025e0</w:t>
      </w:r>
    </w:p>
    <w:p w:rsidR="007B2329" w:rsidRDefault="007B2329" w:rsidP="007B2329">
      <w:r>
        <w:t>740.8098</w:t>
      </w:r>
      <w:r>
        <w:tab/>
        <w:t>2.025e0</w:t>
      </w:r>
    </w:p>
    <w:p w:rsidR="007B2329" w:rsidRDefault="007B2329" w:rsidP="007B2329">
      <w:r>
        <w:t>740.8416</w:t>
      </w:r>
      <w:r>
        <w:tab/>
        <w:t>2.650e0</w:t>
      </w:r>
    </w:p>
    <w:p w:rsidR="007B2329" w:rsidRDefault="007B2329" w:rsidP="007B2329">
      <w:r>
        <w:t>740.8444</w:t>
      </w:r>
      <w:r>
        <w:tab/>
        <w:t>1.025e0</w:t>
      </w:r>
    </w:p>
    <w:p w:rsidR="007B2329" w:rsidRDefault="007B2329" w:rsidP="007B2329">
      <w:r>
        <w:t>740.8528</w:t>
      </w:r>
      <w:r>
        <w:tab/>
        <w:t>1.013e0</w:t>
      </w:r>
    </w:p>
    <w:p w:rsidR="007B2329" w:rsidRDefault="007B2329" w:rsidP="007B2329">
      <w:r>
        <w:lastRenderedPageBreak/>
        <w:t>740.8560</w:t>
      </w:r>
      <w:r>
        <w:tab/>
        <w:t>4.420e0</w:t>
      </w:r>
    </w:p>
    <w:p w:rsidR="007B2329" w:rsidRDefault="007B2329" w:rsidP="007B2329">
      <w:r>
        <w:t>740.8654</w:t>
      </w:r>
      <w:r>
        <w:tab/>
        <w:t>1.013e0</w:t>
      </w:r>
    </w:p>
    <w:p w:rsidR="007B2329" w:rsidRDefault="007B2329" w:rsidP="007B2329">
      <w:r>
        <w:t>740.8781</w:t>
      </w:r>
      <w:r>
        <w:tab/>
        <w:t>1.013e0</w:t>
      </w:r>
    </w:p>
    <w:p w:rsidR="007B2329" w:rsidRDefault="007B2329" w:rsidP="007B2329">
      <w:r>
        <w:t>740.8962</w:t>
      </w:r>
      <w:r>
        <w:tab/>
        <w:t>2.025e0</w:t>
      </w:r>
    </w:p>
    <w:p w:rsidR="007B2329" w:rsidRDefault="007B2329" w:rsidP="007B2329">
      <w:r>
        <w:t>740.9534</w:t>
      </w:r>
      <w:r>
        <w:tab/>
        <w:t>3.038e0</w:t>
      </w:r>
    </w:p>
    <w:p w:rsidR="007B2329" w:rsidRDefault="007B2329" w:rsidP="007B2329">
      <w:r>
        <w:t>740.9592</w:t>
      </w:r>
      <w:r>
        <w:tab/>
        <w:t>2.355e0</w:t>
      </w:r>
    </w:p>
    <w:p w:rsidR="007B2329" w:rsidRDefault="007B2329" w:rsidP="007B2329">
      <w:r>
        <w:t>740.9659</w:t>
      </w:r>
      <w:r>
        <w:tab/>
        <w:t>1.013e0</w:t>
      </w:r>
    </w:p>
    <w:p w:rsidR="007B2329" w:rsidRDefault="007B2329" w:rsidP="007B2329">
      <w:r>
        <w:t>740.9902</w:t>
      </w:r>
      <w:r>
        <w:tab/>
        <w:t>1.013e0</w:t>
      </w:r>
    </w:p>
    <w:p w:rsidR="007B2329" w:rsidRDefault="007B2329" w:rsidP="007B2329">
      <w:r>
        <w:t>741.0161</w:t>
      </w:r>
      <w:r>
        <w:tab/>
        <w:t>3.038e0</w:t>
      </w:r>
    </w:p>
    <w:p w:rsidR="007B2329" w:rsidRDefault="007B2329" w:rsidP="007B2329">
      <w:r>
        <w:t>741.0412</w:t>
      </w:r>
      <w:r>
        <w:tab/>
        <w:t>1.013e0</w:t>
      </w:r>
    </w:p>
    <w:p w:rsidR="007B2329" w:rsidRDefault="007B2329" w:rsidP="007B2329">
      <w:r>
        <w:t>741.1130</w:t>
      </w:r>
      <w:r>
        <w:tab/>
        <w:t>3.038e0</w:t>
      </w:r>
    </w:p>
    <w:p w:rsidR="007B2329" w:rsidRDefault="007B2329" w:rsidP="007B2329">
      <w:r>
        <w:t>741.1227</w:t>
      </w:r>
      <w:r>
        <w:tab/>
        <w:t>2.025e0</w:t>
      </w:r>
    </w:p>
    <w:p w:rsidR="007B2329" w:rsidRDefault="007B2329" w:rsidP="007B2329">
      <w:r>
        <w:t>741.1413</w:t>
      </w:r>
      <w:r>
        <w:tab/>
        <w:t>4.051e0</w:t>
      </w:r>
    </w:p>
    <w:p w:rsidR="007B2329" w:rsidRDefault="007B2329" w:rsidP="007B2329">
      <w:r>
        <w:t>741.1436</w:t>
      </w:r>
      <w:r>
        <w:tab/>
        <w:t>1.013e0</w:t>
      </w:r>
    </w:p>
    <w:p w:rsidR="007B2329" w:rsidRDefault="007B2329" w:rsidP="007B2329">
      <w:r>
        <w:t>741.1447</w:t>
      </w:r>
      <w:r>
        <w:tab/>
        <w:t>3.038e0</w:t>
      </w:r>
    </w:p>
    <w:p w:rsidR="007B2329" w:rsidRDefault="007B2329" w:rsidP="007B2329">
      <w:r>
        <w:t>741.1790</w:t>
      </w:r>
      <w:r>
        <w:tab/>
        <w:t>4.051e0</w:t>
      </w:r>
    </w:p>
    <w:p w:rsidR="007B2329" w:rsidRDefault="007B2329" w:rsidP="007B2329">
      <w:r>
        <w:t>741.2006</w:t>
      </w:r>
      <w:r>
        <w:tab/>
        <w:t>2.972e0</w:t>
      </w:r>
    </w:p>
    <w:p w:rsidR="007B2329" w:rsidRDefault="007B2329" w:rsidP="007B2329">
      <w:r>
        <w:t>741.2031</w:t>
      </w:r>
      <w:r>
        <w:tab/>
        <w:t>7.089e0</w:t>
      </w:r>
    </w:p>
    <w:p w:rsidR="007B2329" w:rsidRDefault="007B2329" w:rsidP="007B2329">
      <w:r>
        <w:t>741.2277</w:t>
      </w:r>
      <w:r>
        <w:tab/>
        <w:t>3.612e0</w:t>
      </w:r>
    </w:p>
    <w:p w:rsidR="007B2329" w:rsidRDefault="007B2329" w:rsidP="007B2329">
      <w:r>
        <w:lastRenderedPageBreak/>
        <w:t>741.2532</w:t>
      </w:r>
      <w:r>
        <w:tab/>
        <w:t>2.086e0</w:t>
      </w:r>
    </w:p>
    <w:p w:rsidR="007B2329" w:rsidRDefault="007B2329" w:rsidP="007B2329">
      <w:r>
        <w:t>741.2703</w:t>
      </w:r>
      <w:r>
        <w:tab/>
        <w:t>2.105e0</w:t>
      </w:r>
    </w:p>
    <w:p w:rsidR="007B2329" w:rsidRDefault="007B2329" w:rsidP="007B2329">
      <w:r>
        <w:t>741.3049</w:t>
      </w:r>
      <w:r>
        <w:tab/>
        <w:t>3.155e0</w:t>
      </w:r>
    </w:p>
    <w:p w:rsidR="007B2329" w:rsidRDefault="007B2329" w:rsidP="007B2329">
      <w:r>
        <w:t>741.3071</w:t>
      </w:r>
      <w:r>
        <w:tab/>
        <w:t>2.852e0</w:t>
      </w:r>
    </w:p>
    <w:p w:rsidR="007B2329" w:rsidRDefault="007B2329" w:rsidP="007B2329">
      <w:r>
        <w:t>741.3295</w:t>
      </w:r>
      <w:r>
        <w:tab/>
        <w:t>2.081e0</w:t>
      </w:r>
    </w:p>
    <w:p w:rsidR="007B2329" w:rsidRDefault="007B2329" w:rsidP="007B2329">
      <w:r>
        <w:t>741.4174</w:t>
      </w:r>
      <w:r>
        <w:tab/>
        <w:t>1.013e0</w:t>
      </w:r>
    </w:p>
    <w:p w:rsidR="007B2329" w:rsidRDefault="007B2329" w:rsidP="007B2329">
      <w:r>
        <w:t>741.4309</w:t>
      </w:r>
      <w:r>
        <w:tab/>
        <w:t>1.757e1</w:t>
      </w:r>
    </w:p>
    <w:p w:rsidR="007B2329" w:rsidRDefault="007B2329" w:rsidP="007B2329">
      <w:r>
        <w:t>741.4532</w:t>
      </w:r>
      <w:r>
        <w:tab/>
        <w:t>2.237e1</w:t>
      </w:r>
    </w:p>
    <w:p w:rsidR="007B2329" w:rsidRDefault="007B2329" w:rsidP="007B2329">
      <w:r>
        <w:t>741.4583</w:t>
      </w:r>
      <w:r>
        <w:tab/>
        <w:t>5.308e0</w:t>
      </w:r>
    </w:p>
    <w:p w:rsidR="007B2329" w:rsidRDefault="007B2329" w:rsidP="007B2329">
      <w:r>
        <w:t>741.4609</w:t>
      </w:r>
      <w:r>
        <w:tab/>
        <w:t>1.866e1</w:t>
      </w:r>
    </w:p>
    <w:p w:rsidR="007B2329" w:rsidRDefault="007B2329" w:rsidP="007B2329">
      <w:r>
        <w:t>741.4640</w:t>
      </w:r>
      <w:r>
        <w:tab/>
        <w:t>1.064e1</w:t>
      </w:r>
    </w:p>
    <w:p w:rsidR="007B2329" w:rsidRDefault="007B2329" w:rsidP="007B2329">
      <w:r>
        <w:t>741.4677</w:t>
      </w:r>
      <w:r>
        <w:tab/>
        <w:t>1.212e1</w:t>
      </w:r>
    </w:p>
    <w:p w:rsidR="007B2329" w:rsidRDefault="007B2329" w:rsidP="007B2329">
      <w:r>
        <w:t>741.4702</w:t>
      </w:r>
      <w:r>
        <w:tab/>
        <w:t>1.303e1</w:t>
      </w:r>
    </w:p>
    <w:p w:rsidR="007B2329" w:rsidRDefault="007B2329" w:rsidP="007B2329">
      <w:r>
        <w:t>741.4743</w:t>
      </w:r>
      <w:r>
        <w:tab/>
        <w:t>2.660e1</w:t>
      </w:r>
    </w:p>
    <w:p w:rsidR="007B2329" w:rsidRDefault="007B2329" w:rsidP="007B2329">
      <w:r>
        <w:t>741.5368</w:t>
      </w:r>
      <w:r>
        <w:tab/>
        <w:t>1.013e0</w:t>
      </w:r>
    </w:p>
    <w:p w:rsidR="007B2329" w:rsidRDefault="007B2329" w:rsidP="007B2329">
      <w:r>
        <w:t>741.5659</w:t>
      </w:r>
      <w:r>
        <w:tab/>
        <w:t>5.094e0</w:t>
      </w:r>
    </w:p>
    <w:p w:rsidR="007B2329" w:rsidRDefault="007B2329" w:rsidP="007B2329">
      <w:r>
        <w:t>741.6058</w:t>
      </w:r>
      <w:r>
        <w:tab/>
        <w:t>1.013e0</w:t>
      </w:r>
    </w:p>
    <w:p w:rsidR="007B2329" w:rsidRDefault="007B2329" w:rsidP="007B2329">
      <w:r>
        <w:t>741.6145</w:t>
      </w:r>
      <w:r>
        <w:tab/>
        <w:t>4.494e0</w:t>
      </w:r>
    </w:p>
    <w:p w:rsidR="007B2329" w:rsidRDefault="007B2329" w:rsidP="007B2329">
      <w:r>
        <w:t>741.6393</w:t>
      </w:r>
      <w:r>
        <w:tab/>
        <w:t>1.013e0</w:t>
      </w:r>
    </w:p>
    <w:p w:rsidR="007B2329" w:rsidRDefault="007B2329" w:rsidP="007B2329">
      <w:r>
        <w:lastRenderedPageBreak/>
        <w:t>741.6715</w:t>
      </w:r>
      <w:r>
        <w:tab/>
        <w:t>1.658e0</w:t>
      </w:r>
    </w:p>
    <w:p w:rsidR="007B2329" w:rsidRDefault="007B2329" w:rsidP="007B2329">
      <w:r>
        <w:t>741.6738</w:t>
      </w:r>
      <w:r>
        <w:tab/>
        <w:t>1.266e-2</w:t>
      </w:r>
    </w:p>
    <w:p w:rsidR="007B2329" w:rsidRDefault="007B2329" w:rsidP="007B2329">
      <w:r>
        <w:t>741.6937</w:t>
      </w:r>
      <w:r>
        <w:tab/>
        <w:t>1.013e0</w:t>
      </w:r>
    </w:p>
    <w:p w:rsidR="007B2329" w:rsidRDefault="007B2329" w:rsidP="007B2329">
      <w:r>
        <w:t>741.7250</w:t>
      </w:r>
      <w:r>
        <w:tab/>
        <w:t>2.025e0</w:t>
      </w:r>
    </w:p>
    <w:p w:rsidR="007B2329" w:rsidRDefault="007B2329" w:rsidP="007B2329">
      <w:r>
        <w:t>741.7312</w:t>
      </w:r>
      <w:r>
        <w:tab/>
        <w:t>1.013e0</w:t>
      </w:r>
    </w:p>
    <w:p w:rsidR="007B2329" w:rsidRDefault="007B2329" w:rsidP="007B2329">
      <w:r>
        <w:t>741.7419</w:t>
      </w:r>
      <w:r>
        <w:tab/>
        <w:t>2.025e0</w:t>
      </w:r>
    </w:p>
    <w:p w:rsidR="007B2329" w:rsidRDefault="007B2329" w:rsidP="007B2329">
      <w:r>
        <w:t>741.7941</w:t>
      </w:r>
      <w:r>
        <w:tab/>
        <w:t>2.025e0</w:t>
      </w:r>
    </w:p>
    <w:p w:rsidR="007B2329" w:rsidRDefault="007B2329" w:rsidP="007B2329">
      <w:r>
        <w:t>741.8660</w:t>
      </w:r>
      <w:r>
        <w:tab/>
        <w:t>4.014e0</w:t>
      </w:r>
    </w:p>
    <w:p w:rsidR="007B2329" w:rsidRDefault="007B2329" w:rsidP="007B2329">
      <w:r>
        <w:t>741.8994</w:t>
      </w:r>
      <w:r>
        <w:tab/>
        <w:t>3.420e0</w:t>
      </w:r>
    </w:p>
    <w:p w:rsidR="007B2329" w:rsidRDefault="007B2329" w:rsidP="007B2329">
      <w:r>
        <w:t>741.9026</w:t>
      </w:r>
      <w:r>
        <w:tab/>
        <w:t>2.025e0</w:t>
      </w:r>
    </w:p>
    <w:p w:rsidR="007B2329" w:rsidRDefault="007B2329" w:rsidP="007B2329">
      <w:r>
        <w:t>741.9232</w:t>
      </w:r>
      <w:r>
        <w:tab/>
        <w:t>2.640e0</w:t>
      </w:r>
    </w:p>
    <w:p w:rsidR="007B2329" w:rsidRDefault="007B2329" w:rsidP="007B2329">
      <w:r>
        <w:t>741.9312</w:t>
      </w:r>
      <w:r>
        <w:tab/>
        <w:t>2.025e0</w:t>
      </w:r>
    </w:p>
    <w:p w:rsidR="007B2329" w:rsidRDefault="007B2329" w:rsidP="007B2329">
      <w:r>
        <w:t>741.9641</w:t>
      </w:r>
      <w:r>
        <w:tab/>
        <w:t>1.013e0</w:t>
      </w:r>
    </w:p>
    <w:p w:rsidR="007B2329" w:rsidRDefault="007B2329" w:rsidP="007B2329">
      <w:r>
        <w:t>741.9699</w:t>
      </w:r>
      <w:r>
        <w:tab/>
        <w:t>1.013e0</w:t>
      </w:r>
    </w:p>
    <w:p w:rsidR="007B2329" w:rsidRDefault="007B2329" w:rsidP="007B2329">
      <w:r>
        <w:t>741.9821</w:t>
      </w:r>
      <w:r>
        <w:tab/>
        <w:t>1.013e0</w:t>
      </w:r>
    </w:p>
    <w:p w:rsidR="007B2329" w:rsidRDefault="007B2329" w:rsidP="007B2329">
      <w:r>
        <w:t>742.0189</w:t>
      </w:r>
      <w:r>
        <w:tab/>
        <w:t>3.997e0</w:t>
      </w:r>
    </w:p>
    <w:p w:rsidR="007B2329" w:rsidRDefault="007B2329" w:rsidP="007B2329">
      <w:r>
        <w:t>742.0200</w:t>
      </w:r>
      <w:r>
        <w:tab/>
        <w:t>1.266e-2</w:t>
      </w:r>
    </w:p>
    <w:p w:rsidR="007B2329" w:rsidRDefault="007B2329" w:rsidP="007B2329">
      <w:r>
        <w:t>742.0580</w:t>
      </w:r>
      <w:r>
        <w:tab/>
        <w:t>2.025e0</w:t>
      </w:r>
    </w:p>
    <w:p w:rsidR="007B2329" w:rsidRDefault="007B2329" w:rsidP="007B2329">
      <w:r>
        <w:t>742.0704</w:t>
      </w:r>
      <w:r>
        <w:tab/>
        <w:t>2.038e0</w:t>
      </w:r>
    </w:p>
    <w:p w:rsidR="007B2329" w:rsidRDefault="007B2329" w:rsidP="007B2329">
      <w:r>
        <w:lastRenderedPageBreak/>
        <w:t>742.0831</w:t>
      </w:r>
      <w:r>
        <w:tab/>
        <w:t>2.025e0</w:t>
      </w:r>
    </w:p>
    <w:p w:rsidR="007B2329" w:rsidRDefault="007B2329" w:rsidP="007B2329">
      <w:r>
        <w:t>742.1183</w:t>
      </w:r>
      <w:r>
        <w:tab/>
        <w:t>1.013e0</w:t>
      </w:r>
    </w:p>
    <w:p w:rsidR="007B2329" w:rsidRDefault="007B2329" w:rsidP="007B2329">
      <w:r>
        <w:t>742.1393</w:t>
      </w:r>
      <w:r>
        <w:tab/>
        <w:t>2.025e0</w:t>
      </w:r>
    </w:p>
    <w:p w:rsidR="007B2329" w:rsidRDefault="007B2329" w:rsidP="007B2329">
      <w:r>
        <w:t>742.1606</w:t>
      </w:r>
      <w:r>
        <w:tab/>
        <w:t>2.025e0</w:t>
      </w:r>
    </w:p>
    <w:p w:rsidR="007B2329" w:rsidRDefault="007B2329" w:rsidP="007B2329">
      <w:r>
        <w:t>742.1628</w:t>
      </w:r>
      <w:r>
        <w:tab/>
        <w:t>2.025e0</w:t>
      </w:r>
    </w:p>
    <w:p w:rsidR="007B2329" w:rsidRDefault="007B2329" w:rsidP="007B2329">
      <w:r>
        <w:t>742.1698</w:t>
      </w:r>
      <w:r>
        <w:tab/>
        <w:t>1.013e0</w:t>
      </w:r>
    </w:p>
    <w:p w:rsidR="007B2329" w:rsidRDefault="007B2329" w:rsidP="007B2329">
      <w:r>
        <w:t>742.1837</w:t>
      </w:r>
      <w:r>
        <w:tab/>
        <w:t>1.013e0</w:t>
      </w:r>
    </w:p>
    <w:p w:rsidR="007B2329" w:rsidRDefault="007B2329" w:rsidP="007B2329">
      <w:r>
        <w:t>742.1898</w:t>
      </w:r>
      <w:r>
        <w:tab/>
        <w:t>2.025e0</w:t>
      </w:r>
    </w:p>
    <w:p w:rsidR="007B2329" w:rsidRDefault="007B2329" w:rsidP="007B2329">
      <w:r>
        <w:t>742.2032</w:t>
      </w:r>
      <w:r>
        <w:tab/>
        <w:t>2.161e0</w:t>
      </w:r>
    </w:p>
    <w:p w:rsidR="007B2329" w:rsidRDefault="007B2329" w:rsidP="007B2329">
      <w:r>
        <w:t>742.2454</w:t>
      </w:r>
      <w:r>
        <w:tab/>
        <w:t>1.690e0</w:t>
      </w:r>
    </w:p>
    <w:p w:rsidR="007B2329" w:rsidRDefault="007B2329" w:rsidP="007B2329">
      <w:r>
        <w:t>742.2506</w:t>
      </w:r>
      <w:r>
        <w:tab/>
        <w:t>2.577e0</w:t>
      </w:r>
    </w:p>
    <w:p w:rsidR="007B2329" w:rsidRDefault="007B2329" w:rsidP="007B2329">
      <w:r>
        <w:t>742.2590</w:t>
      </w:r>
      <w:r>
        <w:tab/>
        <w:t>1.266e-2</w:t>
      </w:r>
    </w:p>
    <w:p w:rsidR="007B2329" w:rsidRDefault="007B2329" w:rsidP="007B2329">
      <w:r>
        <w:t>742.3049</w:t>
      </w:r>
      <w:r>
        <w:tab/>
        <w:t>3.325e0</w:t>
      </w:r>
    </w:p>
    <w:p w:rsidR="007B2329" w:rsidRDefault="007B2329" w:rsidP="007B2329">
      <w:r>
        <w:t>742.3513</w:t>
      </w:r>
      <w:r>
        <w:tab/>
        <w:t>3.177e0</w:t>
      </w:r>
    </w:p>
    <w:p w:rsidR="007B2329" w:rsidRDefault="007B2329" w:rsidP="007B2329">
      <w:r>
        <w:t>742.3575</w:t>
      </w:r>
      <w:r>
        <w:tab/>
        <w:t>1.013e0</w:t>
      </w:r>
    </w:p>
    <w:p w:rsidR="007B2329" w:rsidRDefault="007B2329" w:rsidP="007B2329">
      <w:r>
        <w:t>742.3615</w:t>
      </w:r>
      <w:r>
        <w:tab/>
        <w:t>2.573e0</w:t>
      </w:r>
    </w:p>
    <w:p w:rsidR="007B2329" w:rsidRDefault="007B2329" w:rsidP="007B2329">
      <w:r>
        <w:t>742.4414</w:t>
      </w:r>
      <w:r>
        <w:tab/>
        <w:t>2.972e0</w:t>
      </w:r>
    </w:p>
    <w:p w:rsidR="007B2329" w:rsidRDefault="007B2329" w:rsidP="007B2329">
      <w:r>
        <w:t>742.4493</w:t>
      </w:r>
      <w:r>
        <w:tab/>
        <w:t>1.244e1</w:t>
      </w:r>
    </w:p>
    <w:p w:rsidR="007B2329" w:rsidRDefault="007B2329" w:rsidP="007B2329">
      <w:r>
        <w:t>742.4531</w:t>
      </w:r>
      <w:r>
        <w:tab/>
        <w:t>9.383e0</w:t>
      </w:r>
    </w:p>
    <w:p w:rsidR="007B2329" w:rsidRDefault="007B2329" w:rsidP="007B2329">
      <w:r>
        <w:lastRenderedPageBreak/>
        <w:t>742.4604</w:t>
      </w:r>
      <w:r>
        <w:tab/>
        <w:t>6.631e0</w:t>
      </w:r>
    </w:p>
    <w:p w:rsidR="007B2329" w:rsidRDefault="007B2329" w:rsidP="007B2329">
      <w:r>
        <w:t>742.4654</w:t>
      </w:r>
      <w:r>
        <w:tab/>
        <w:t>3.694e0</w:t>
      </w:r>
    </w:p>
    <w:p w:rsidR="007B2329" w:rsidRDefault="007B2329" w:rsidP="007B2329">
      <w:r>
        <w:t>742.4676</w:t>
      </w:r>
      <w:r>
        <w:tab/>
        <w:t>5.516e0</w:t>
      </w:r>
    </w:p>
    <w:p w:rsidR="007B2329" w:rsidRDefault="007B2329" w:rsidP="007B2329">
      <w:r>
        <w:t>742.4734</w:t>
      </w:r>
      <w:r>
        <w:tab/>
        <w:t>1.733e1</w:t>
      </w:r>
    </w:p>
    <w:p w:rsidR="007B2329" w:rsidRDefault="007B2329" w:rsidP="007B2329">
      <w:r>
        <w:t>742.4822</w:t>
      </w:r>
      <w:r>
        <w:tab/>
        <w:t>1.139e1</w:t>
      </w:r>
    </w:p>
    <w:p w:rsidR="007B2329" w:rsidRDefault="007B2329" w:rsidP="007B2329">
      <w:r>
        <w:t>742.4860</w:t>
      </w:r>
      <w:r>
        <w:tab/>
        <w:t>1.121e1</w:t>
      </w:r>
    </w:p>
    <w:p w:rsidR="007B2329" w:rsidRDefault="007B2329" w:rsidP="007B2329">
      <w:r>
        <w:t>742.5575</w:t>
      </w:r>
      <w:r>
        <w:tab/>
        <w:t>4.557e0</w:t>
      </w:r>
    </w:p>
    <w:p w:rsidR="007B2329" w:rsidRDefault="007B2329" w:rsidP="007B2329">
      <w:r>
        <w:t>742.5624</w:t>
      </w:r>
      <w:r>
        <w:tab/>
        <w:t>1.013e0</w:t>
      </w:r>
    </w:p>
    <w:p w:rsidR="007B2329" w:rsidRDefault="007B2329" w:rsidP="007B2329">
      <w:r>
        <w:t>742.5787</w:t>
      </w:r>
      <w:r>
        <w:tab/>
        <w:t>2.870e0</w:t>
      </w:r>
    </w:p>
    <w:p w:rsidR="007B2329" w:rsidRDefault="007B2329" w:rsidP="007B2329">
      <w:r>
        <w:t>742.6107</w:t>
      </w:r>
      <w:r>
        <w:tab/>
        <w:t>2.025e0</w:t>
      </w:r>
    </w:p>
    <w:p w:rsidR="007B2329" w:rsidRDefault="007B2329" w:rsidP="007B2329">
      <w:r>
        <w:t>742.6153</w:t>
      </w:r>
      <w:r>
        <w:tab/>
        <w:t>3.553e0</w:t>
      </w:r>
    </w:p>
    <w:p w:rsidR="007B2329" w:rsidRDefault="007B2329" w:rsidP="007B2329">
      <w:r>
        <w:t>742.6199</w:t>
      </w:r>
      <w:r>
        <w:tab/>
        <w:t>2.025e0</w:t>
      </w:r>
    </w:p>
    <w:p w:rsidR="007B2329" w:rsidRDefault="007B2329" w:rsidP="007B2329">
      <w:r>
        <w:t>742.6233</w:t>
      </w:r>
      <w:r>
        <w:tab/>
        <w:t>3.038e0</w:t>
      </w:r>
    </w:p>
    <w:p w:rsidR="007B2329" w:rsidRDefault="007B2329" w:rsidP="007B2329">
      <w:r>
        <w:t>742.6673</w:t>
      </w:r>
      <w:r>
        <w:tab/>
        <w:t>3.038e0</w:t>
      </w:r>
    </w:p>
    <w:p w:rsidR="007B2329" w:rsidRDefault="007B2329" w:rsidP="007B2329">
      <w:r>
        <w:t>742.6844</w:t>
      </w:r>
      <w:r>
        <w:tab/>
        <w:t>1.025e0</w:t>
      </w:r>
    </w:p>
    <w:p w:rsidR="007B2329" w:rsidRDefault="007B2329" w:rsidP="007B2329">
      <w:r>
        <w:t>742.7503</w:t>
      </w:r>
      <w:r>
        <w:tab/>
        <w:t>1.013e0</w:t>
      </w:r>
    </w:p>
    <w:p w:rsidR="007B2329" w:rsidRDefault="007B2329" w:rsidP="007B2329">
      <w:r>
        <w:t>742.7676</w:t>
      </w:r>
      <w:r>
        <w:tab/>
        <w:t>2.025e0</w:t>
      </w:r>
    </w:p>
    <w:p w:rsidR="007B2329" w:rsidRDefault="007B2329" w:rsidP="007B2329">
      <w:r>
        <w:t>742.7758</w:t>
      </w:r>
      <w:r>
        <w:tab/>
        <w:t>3.439e0</w:t>
      </w:r>
    </w:p>
    <w:p w:rsidR="007B2329" w:rsidRDefault="007B2329" w:rsidP="007B2329">
      <w:r>
        <w:t>742.8116</w:t>
      </w:r>
      <w:r>
        <w:tab/>
        <w:t>1.013e0</w:t>
      </w:r>
    </w:p>
    <w:p w:rsidR="007B2329" w:rsidRDefault="007B2329" w:rsidP="007B2329">
      <w:r>
        <w:lastRenderedPageBreak/>
        <w:t>742.8531</w:t>
      </w:r>
      <w:r>
        <w:tab/>
        <w:t>1.013e0</w:t>
      </w:r>
    </w:p>
    <w:p w:rsidR="007B2329" w:rsidRDefault="007B2329" w:rsidP="007B2329">
      <w:r>
        <w:t>742.8715</w:t>
      </w:r>
      <w:r>
        <w:tab/>
        <w:t>1.577e0</w:t>
      </w:r>
    </w:p>
    <w:p w:rsidR="007B2329" w:rsidRDefault="007B2329" w:rsidP="007B2329">
      <w:r>
        <w:t>742.8784</w:t>
      </w:r>
      <w:r>
        <w:tab/>
        <w:t>1.038e0</w:t>
      </w:r>
    </w:p>
    <w:p w:rsidR="007B2329" w:rsidRDefault="007B2329" w:rsidP="007B2329">
      <w:r>
        <w:t>742.9413</w:t>
      </w:r>
      <w:r>
        <w:tab/>
        <w:t>7.269e-1</w:t>
      </w:r>
    </w:p>
    <w:p w:rsidR="007B2329" w:rsidRDefault="007B2329" w:rsidP="007B2329">
      <w:r>
        <w:t>742.9557</w:t>
      </w:r>
      <w:r>
        <w:tab/>
        <w:t>1.266e-2</w:t>
      </w:r>
    </w:p>
    <w:p w:rsidR="007B2329" w:rsidRDefault="007B2329" w:rsidP="007B2329">
      <w:r>
        <w:t>742.9731</w:t>
      </w:r>
      <w:r>
        <w:tab/>
        <w:t>1.013e0</w:t>
      </w:r>
    </w:p>
    <w:p w:rsidR="007B2329" w:rsidRDefault="007B2329" w:rsidP="007B2329">
      <w:r>
        <w:t>742.9792</w:t>
      </w:r>
      <w:r>
        <w:tab/>
        <w:t>3.038e0</w:t>
      </w:r>
    </w:p>
    <w:p w:rsidR="007B2329" w:rsidRDefault="007B2329" w:rsidP="007B2329">
      <w:r>
        <w:t>743.0410</w:t>
      </w:r>
      <w:r>
        <w:tab/>
        <w:t>2.025e0</w:t>
      </w:r>
    </w:p>
    <w:p w:rsidR="007B2329" w:rsidRDefault="007B2329" w:rsidP="007B2329">
      <w:r>
        <w:t>743.0581</w:t>
      </w:r>
      <w:r>
        <w:tab/>
        <w:t>2.025e0</w:t>
      </w:r>
    </w:p>
    <w:p w:rsidR="007B2329" w:rsidRDefault="007B2329" w:rsidP="007B2329">
      <w:r>
        <w:t>743.0635</w:t>
      </w:r>
      <w:r>
        <w:tab/>
        <w:t>1.266e-2</w:t>
      </w:r>
    </w:p>
    <w:p w:rsidR="007B2329" w:rsidRDefault="007B2329" w:rsidP="007B2329">
      <w:r>
        <w:t>743.0888</w:t>
      </w:r>
      <w:r>
        <w:tab/>
        <w:t>2.025e0</w:t>
      </w:r>
    </w:p>
    <w:p w:rsidR="007B2329" w:rsidRDefault="007B2329" w:rsidP="007B2329">
      <w:r>
        <w:t>743.1190</w:t>
      </w:r>
      <w:r>
        <w:tab/>
        <w:t>2.025e0</w:t>
      </w:r>
    </w:p>
    <w:p w:rsidR="007B2329" w:rsidRDefault="007B2329" w:rsidP="007B2329">
      <w:r>
        <w:t>743.1437</w:t>
      </w:r>
      <w:r>
        <w:tab/>
        <w:t>1.013e0</w:t>
      </w:r>
    </w:p>
    <w:p w:rsidR="007B2329" w:rsidRDefault="007B2329" w:rsidP="007B2329">
      <w:r>
        <w:t>743.1513</w:t>
      </w:r>
      <w:r>
        <w:tab/>
        <w:t>1.013e0</w:t>
      </w:r>
    </w:p>
    <w:p w:rsidR="007B2329" w:rsidRDefault="007B2329" w:rsidP="007B2329">
      <w:r>
        <w:t>743.1771</w:t>
      </w:r>
      <w:r>
        <w:tab/>
        <w:t>2.025e0</w:t>
      </w:r>
    </w:p>
    <w:p w:rsidR="007B2329" w:rsidRDefault="007B2329" w:rsidP="007B2329">
      <w:r>
        <w:t>743.1807</w:t>
      </w:r>
      <w:r>
        <w:tab/>
        <w:t>3.038e0</w:t>
      </w:r>
    </w:p>
    <w:p w:rsidR="007B2329" w:rsidRDefault="007B2329" w:rsidP="007B2329">
      <w:r>
        <w:t>743.1896</w:t>
      </w:r>
      <w:r>
        <w:tab/>
        <w:t>3.920e0</w:t>
      </w:r>
    </w:p>
    <w:p w:rsidR="007B2329" w:rsidRDefault="007B2329" w:rsidP="007B2329">
      <w:r>
        <w:t>743.2154</w:t>
      </w:r>
      <w:r>
        <w:tab/>
        <w:t>4.864e0</w:t>
      </w:r>
    </w:p>
    <w:p w:rsidR="007B2329" w:rsidRDefault="007B2329" w:rsidP="007B2329">
      <w:r>
        <w:t>743.2330</w:t>
      </w:r>
      <w:r>
        <w:tab/>
        <w:t>1.559e0</w:t>
      </w:r>
    </w:p>
    <w:p w:rsidR="007B2329" w:rsidRDefault="007B2329" w:rsidP="007B2329">
      <w:r>
        <w:lastRenderedPageBreak/>
        <w:t>743.2606</w:t>
      </w:r>
      <w:r>
        <w:tab/>
        <w:t>2.464e0</w:t>
      </w:r>
    </w:p>
    <w:p w:rsidR="007B2329" w:rsidRDefault="007B2329" w:rsidP="007B2329">
      <w:r>
        <w:t>743.2985</w:t>
      </w:r>
      <w:r>
        <w:tab/>
        <w:t>4.284e0</w:t>
      </w:r>
    </w:p>
    <w:p w:rsidR="007B2329" w:rsidRDefault="007B2329" w:rsidP="007B2329">
      <w:r>
        <w:t>743.3524</w:t>
      </w:r>
      <w:r>
        <w:tab/>
        <w:t>1.013e0</w:t>
      </w:r>
    </w:p>
    <w:p w:rsidR="007B2329" w:rsidRDefault="007B2329" w:rsidP="007B2329">
      <w:r>
        <w:t>743.3737</w:t>
      </w:r>
      <w:r>
        <w:tab/>
        <w:t>1.407e1</w:t>
      </w:r>
    </w:p>
    <w:p w:rsidR="007B2329" w:rsidRDefault="007B2329" w:rsidP="007B2329">
      <w:r>
        <w:t>743.3768</w:t>
      </w:r>
      <w:r>
        <w:tab/>
        <w:t>1.309e1</w:t>
      </w:r>
    </w:p>
    <w:p w:rsidR="007B2329" w:rsidRDefault="007B2329" w:rsidP="007B2329">
      <w:r>
        <w:t>743.3857</w:t>
      </w:r>
      <w:r>
        <w:tab/>
        <w:t>3.779e0</w:t>
      </w:r>
    </w:p>
    <w:p w:rsidR="007B2329" w:rsidRDefault="007B2329" w:rsidP="007B2329">
      <w:r>
        <w:t>743.3889</w:t>
      </w:r>
      <w:r>
        <w:tab/>
        <w:t>9.401e0</w:t>
      </w:r>
    </w:p>
    <w:p w:rsidR="007B2329" w:rsidRDefault="007B2329" w:rsidP="007B2329">
      <w:r>
        <w:t>743.3941</w:t>
      </w:r>
      <w:r>
        <w:tab/>
        <w:t>8.839e0</w:t>
      </w:r>
    </w:p>
    <w:p w:rsidR="007B2329" w:rsidRDefault="007B2329" w:rsidP="007B2329">
      <w:r>
        <w:t>743.3968</w:t>
      </w:r>
      <w:r>
        <w:tab/>
        <w:t>5.078e0</w:t>
      </w:r>
    </w:p>
    <w:p w:rsidR="007B2329" w:rsidRDefault="007B2329" w:rsidP="007B2329">
      <w:r>
        <w:t>743.4116</w:t>
      </w:r>
      <w:r>
        <w:tab/>
        <w:t>2.100e1</w:t>
      </w:r>
    </w:p>
    <w:p w:rsidR="007B2329" w:rsidRDefault="007B2329" w:rsidP="007B2329">
      <w:r>
        <w:t>743.4475</w:t>
      </w:r>
      <w:r>
        <w:tab/>
        <w:t>2.864e0</w:t>
      </w:r>
    </w:p>
    <w:p w:rsidR="007B2329" w:rsidRDefault="007B2329" w:rsidP="007B2329">
      <w:r>
        <w:t>743.4521</w:t>
      </w:r>
      <w:r>
        <w:tab/>
        <w:t>1.305e1</w:t>
      </w:r>
    </w:p>
    <w:p w:rsidR="007B2329" w:rsidRDefault="007B2329" w:rsidP="007B2329">
      <w:r>
        <w:t>743.4630</w:t>
      </w:r>
      <w:r>
        <w:tab/>
        <w:t>2.390e0</w:t>
      </w:r>
    </w:p>
    <w:p w:rsidR="007B2329" w:rsidRDefault="007B2329" w:rsidP="007B2329">
      <w:r>
        <w:t>743.4659</w:t>
      </w:r>
      <w:r>
        <w:tab/>
        <w:t>5.916e0</w:t>
      </w:r>
    </w:p>
    <w:p w:rsidR="007B2329" w:rsidRDefault="007B2329" w:rsidP="007B2329">
      <w:r>
        <w:t>743.4680</w:t>
      </w:r>
      <w:r>
        <w:tab/>
        <w:t>4.315e0</w:t>
      </w:r>
    </w:p>
    <w:p w:rsidR="007B2329" w:rsidRDefault="007B2329" w:rsidP="007B2329">
      <w:r>
        <w:t>743.4693</w:t>
      </w:r>
      <w:r>
        <w:tab/>
        <w:t>3.974e0</w:t>
      </w:r>
    </w:p>
    <w:p w:rsidR="007B2329" w:rsidRDefault="007B2329" w:rsidP="007B2329">
      <w:r>
        <w:t>743.5048</w:t>
      </w:r>
      <w:r>
        <w:tab/>
        <w:t>2.483e0</w:t>
      </w:r>
    </w:p>
    <w:p w:rsidR="007B2329" w:rsidRDefault="007B2329" w:rsidP="007B2329">
      <w:r>
        <w:t>743.5132</w:t>
      </w:r>
      <w:r>
        <w:tab/>
        <w:t>1.158e1</w:t>
      </w:r>
    </w:p>
    <w:p w:rsidR="007B2329" w:rsidRDefault="007B2329" w:rsidP="007B2329">
      <w:r>
        <w:t>743.5500</w:t>
      </w:r>
      <w:r>
        <w:tab/>
        <w:t>1.506e0</w:t>
      </w:r>
    </w:p>
    <w:p w:rsidR="007B2329" w:rsidRDefault="007B2329" w:rsidP="007B2329">
      <w:r>
        <w:lastRenderedPageBreak/>
        <w:t>743.5511</w:t>
      </w:r>
      <w:r>
        <w:tab/>
        <w:t>3.106e0</w:t>
      </w:r>
    </w:p>
    <w:p w:rsidR="007B2329" w:rsidRDefault="007B2329" w:rsidP="007B2329">
      <w:r>
        <w:t>743.6040</w:t>
      </w:r>
      <w:r>
        <w:tab/>
        <w:t>1.013e0</w:t>
      </w:r>
    </w:p>
    <w:p w:rsidR="007B2329" w:rsidRDefault="007B2329" w:rsidP="007B2329">
      <w:r>
        <w:t>743.6185</w:t>
      </w:r>
      <w:r>
        <w:tab/>
        <w:t>2.025e0</w:t>
      </w:r>
    </w:p>
    <w:p w:rsidR="007B2329" w:rsidRDefault="007B2329" w:rsidP="007B2329">
      <w:r>
        <w:t>743.6225</w:t>
      </w:r>
      <w:r>
        <w:tab/>
        <w:t>1.013e0</w:t>
      </w:r>
    </w:p>
    <w:p w:rsidR="007B2329" w:rsidRDefault="007B2329" w:rsidP="007B2329">
      <w:r>
        <w:t>743.6662</w:t>
      </w:r>
      <w:r>
        <w:tab/>
        <w:t>3.038e0</w:t>
      </w:r>
    </w:p>
    <w:p w:rsidR="007B2329" w:rsidRDefault="007B2329" w:rsidP="007B2329">
      <w:r>
        <w:t>743.6852</w:t>
      </w:r>
      <w:r>
        <w:tab/>
        <w:t>6.076e0</w:t>
      </w:r>
    </w:p>
    <w:p w:rsidR="007B2329" w:rsidRDefault="007B2329" w:rsidP="007B2329">
      <w:r>
        <w:t>743.6884</w:t>
      </w:r>
      <w:r>
        <w:tab/>
        <w:t>3.485e0</w:t>
      </w:r>
    </w:p>
    <w:p w:rsidR="007B2329" w:rsidRDefault="007B2329" w:rsidP="007B2329">
      <w:r>
        <w:t>743.7025</w:t>
      </w:r>
      <w:r>
        <w:tab/>
        <w:t>3.038e0</w:t>
      </w:r>
    </w:p>
    <w:p w:rsidR="007B2329" w:rsidRDefault="007B2329" w:rsidP="007B2329">
      <w:r>
        <w:t>743.7131</w:t>
      </w:r>
      <w:r>
        <w:tab/>
        <w:t>3.038e0</w:t>
      </w:r>
    </w:p>
    <w:p w:rsidR="007B2329" w:rsidRDefault="007B2329" w:rsidP="007B2329">
      <w:r>
        <w:t>743.7642</w:t>
      </w:r>
      <w:r>
        <w:tab/>
        <w:t>2.025e0</w:t>
      </w:r>
    </w:p>
    <w:p w:rsidR="007B2329" w:rsidRDefault="007B2329" w:rsidP="007B2329">
      <w:r>
        <w:t>743.7855</w:t>
      </w:r>
      <w:r>
        <w:tab/>
        <w:t>2.025e0</w:t>
      </w:r>
    </w:p>
    <w:p w:rsidR="007B2329" w:rsidRDefault="007B2329" w:rsidP="007B2329">
      <w:r>
        <w:t>743.8186</w:t>
      </w:r>
      <w:r>
        <w:tab/>
        <w:t>3.038e0</w:t>
      </w:r>
    </w:p>
    <w:p w:rsidR="007B2329" w:rsidRDefault="007B2329" w:rsidP="007B2329">
      <w:r>
        <w:t>743.8438</w:t>
      </w:r>
      <w:r>
        <w:tab/>
        <w:t>1.013e0</w:t>
      </w:r>
    </w:p>
    <w:p w:rsidR="007B2329" w:rsidRDefault="007B2329" w:rsidP="007B2329">
      <w:r>
        <w:t>743.8497</w:t>
      </w:r>
      <w:r>
        <w:tab/>
        <w:t>5.688e0</w:t>
      </w:r>
    </w:p>
    <w:p w:rsidR="007B2329" w:rsidRDefault="007B2329" w:rsidP="007B2329">
      <w:r>
        <w:t>743.8639</w:t>
      </w:r>
      <w:r>
        <w:tab/>
        <w:t>3.852e0</w:t>
      </w:r>
    </w:p>
    <w:p w:rsidR="007B2329" w:rsidRDefault="007B2329" w:rsidP="007B2329">
      <w:r>
        <w:t>743.8726</w:t>
      </w:r>
      <w:r>
        <w:tab/>
        <w:t>2.025e0</w:t>
      </w:r>
    </w:p>
    <w:p w:rsidR="007B2329" w:rsidRDefault="007B2329" w:rsidP="007B2329">
      <w:r>
        <w:t>743.9081</w:t>
      </w:r>
      <w:r>
        <w:tab/>
        <w:t>1.742e0</w:t>
      </w:r>
    </w:p>
    <w:p w:rsidR="007B2329" w:rsidRDefault="007B2329" w:rsidP="007B2329">
      <w:r>
        <w:t>743.9543</w:t>
      </w:r>
      <w:r>
        <w:tab/>
        <w:t>1.952e0</w:t>
      </w:r>
    </w:p>
    <w:p w:rsidR="007B2329" w:rsidRDefault="007B2329" w:rsidP="007B2329">
      <w:r>
        <w:t>743.9567</w:t>
      </w:r>
      <w:r>
        <w:tab/>
        <w:t>1.013e0</w:t>
      </w:r>
    </w:p>
    <w:p w:rsidR="007B2329" w:rsidRDefault="007B2329" w:rsidP="007B2329">
      <w:r>
        <w:lastRenderedPageBreak/>
        <w:t>743.9686</w:t>
      </w:r>
      <w:r>
        <w:tab/>
        <w:t>3.038e0</w:t>
      </w:r>
    </w:p>
    <w:p w:rsidR="007B2329" w:rsidRDefault="007B2329" w:rsidP="007B2329">
      <w:r>
        <w:t>743.9943</w:t>
      </w:r>
      <w:r>
        <w:tab/>
        <w:t>1.013e0</w:t>
      </w:r>
    </w:p>
    <w:p w:rsidR="007B2329" w:rsidRDefault="007B2329" w:rsidP="007B2329">
      <w:r>
        <w:t>743.9982</w:t>
      </w:r>
      <w:r>
        <w:tab/>
        <w:t>1.013e0</w:t>
      </w:r>
    </w:p>
    <w:p w:rsidR="007B2329" w:rsidRDefault="007B2329" w:rsidP="007B2329">
      <w:r>
        <w:t>744.0651</w:t>
      </w:r>
      <w:r>
        <w:tab/>
        <w:t>3.038e0</w:t>
      </w:r>
    </w:p>
    <w:p w:rsidR="007B2329" w:rsidRDefault="007B2329" w:rsidP="007B2329">
      <w:r>
        <w:t>744.0835</w:t>
      </w:r>
      <w:r>
        <w:tab/>
        <w:t>2.025e0</w:t>
      </w:r>
    </w:p>
    <w:p w:rsidR="007B2329" w:rsidRDefault="007B2329" w:rsidP="007B2329">
      <w:r>
        <w:t>744.1014</w:t>
      </w:r>
      <w:r>
        <w:tab/>
        <w:t>2.025e0</w:t>
      </w:r>
    </w:p>
    <w:p w:rsidR="007B2329" w:rsidRDefault="007B2329" w:rsidP="007B2329">
      <w:r>
        <w:t>744.1046</w:t>
      </w:r>
      <w:r>
        <w:tab/>
        <w:t>3.038e0</w:t>
      </w:r>
    </w:p>
    <w:p w:rsidR="007B2329" w:rsidRDefault="007B2329" w:rsidP="007B2329">
      <w:r>
        <w:t>744.1263</w:t>
      </w:r>
      <w:r>
        <w:tab/>
        <w:t>2.025e0</w:t>
      </w:r>
    </w:p>
    <w:p w:rsidR="007B2329" w:rsidRDefault="007B2329" w:rsidP="007B2329">
      <w:r>
        <w:t>744.1359</w:t>
      </w:r>
      <w:r>
        <w:tab/>
        <w:t>3.038e0</w:t>
      </w:r>
    </w:p>
    <w:p w:rsidR="007B2329" w:rsidRDefault="007B2329" w:rsidP="007B2329">
      <w:r>
        <w:t>744.1563</w:t>
      </w:r>
      <w:r>
        <w:tab/>
        <w:t>2.025e0</w:t>
      </w:r>
    </w:p>
    <w:p w:rsidR="007B2329" w:rsidRDefault="007B2329" w:rsidP="007B2329">
      <w:r>
        <w:t>744.1776</w:t>
      </w:r>
      <w:r>
        <w:tab/>
        <w:t>2.025e0</w:t>
      </w:r>
    </w:p>
    <w:p w:rsidR="007B2329" w:rsidRDefault="007B2329" w:rsidP="007B2329">
      <w:r>
        <w:t>744.1790</w:t>
      </w:r>
      <w:r>
        <w:tab/>
        <w:t>3.038e0</w:t>
      </w:r>
    </w:p>
    <w:p w:rsidR="007B2329" w:rsidRDefault="007B2329" w:rsidP="007B2329">
      <w:r>
        <w:t>744.1921</w:t>
      </w:r>
      <w:r>
        <w:tab/>
        <w:t>2.025e0</w:t>
      </w:r>
    </w:p>
    <w:p w:rsidR="007B2329" w:rsidRDefault="007B2329" w:rsidP="007B2329">
      <w:r>
        <w:t>744.2022</w:t>
      </w:r>
      <w:r>
        <w:tab/>
        <w:t>2.025e0</w:t>
      </w:r>
    </w:p>
    <w:p w:rsidR="007B2329" w:rsidRDefault="007B2329" w:rsidP="007B2329">
      <w:r>
        <w:t>744.2209</w:t>
      </w:r>
      <w:r>
        <w:tab/>
        <w:t>3.038e0</w:t>
      </w:r>
    </w:p>
    <w:p w:rsidR="007B2329" w:rsidRDefault="007B2329" w:rsidP="007B2329">
      <w:r>
        <w:t>744.2505</w:t>
      </w:r>
      <w:r>
        <w:tab/>
        <w:t>3.392e0</w:t>
      </w:r>
    </w:p>
    <w:p w:rsidR="007B2329" w:rsidRDefault="007B2329" w:rsidP="007B2329">
      <w:r>
        <w:t>744.2909</w:t>
      </w:r>
      <w:r>
        <w:tab/>
        <w:t>2.114e0</w:t>
      </w:r>
    </w:p>
    <w:p w:rsidR="007B2329" w:rsidRDefault="007B2329" w:rsidP="007B2329">
      <w:r>
        <w:t>744.2983</w:t>
      </w:r>
      <w:r>
        <w:tab/>
        <w:t>1.942e0</w:t>
      </w:r>
    </w:p>
    <w:p w:rsidR="007B2329" w:rsidRDefault="007B2329" w:rsidP="007B2329">
      <w:r>
        <w:t>744.3514</w:t>
      </w:r>
      <w:r>
        <w:tab/>
        <w:t>3.070e-1</w:t>
      </w:r>
    </w:p>
    <w:p w:rsidR="007B2329" w:rsidRDefault="007B2329" w:rsidP="007B2329">
      <w:r>
        <w:lastRenderedPageBreak/>
        <w:t>744.3525</w:t>
      </w:r>
      <w:r>
        <w:tab/>
        <w:t>2.725e0</w:t>
      </w:r>
    </w:p>
    <w:p w:rsidR="007B2329" w:rsidRDefault="007B2329" w:rsidP="007B2329">
      <w:r>
        <w:t>744.3570</w:t>
      </w:r>
      <w:r>
        <w:tab/>
        <w:t>1.013e0</w:t>
      </w:r>
    </w:p>
    <w:p w:rsidR="007B2329" w:rsidRDefault="007B2329" w:rsidP="007B2329">
      <w:r>
        <w:t>744.4441</w:t>
      </w:r>
      <w:r>
        <w:tab/>
        <w:t>3.321e0</w:t>
      </w:r>
    </w:p>
    <w:p w:rsidR="007B2329" w:rsidRDefault="007B2329" w:rsidP="007B2329">
      <w:r>
        <w:t>744.4495</w:t>
      </w:r>
      <w:r>
        <w:tab/>
        <w:t>6.389e1</w:t>
      </w:r>
    </w:p>
    <w:p w:rsidR="007B2329" w:rsidRDefault="007B2329" w:rsidP="007B2329">
      <w:r>
        <w:t>744.4565</w:t>
      </w:r>
      <w:r>
        <w:tab/>
        <w:t>9.794e1</w:t>
      </w:r>
    </w:p>
    <w:p w:rsidR="007B2329" w:rsidRDefault="007B2329" w:rsidP="007B2329">
      <w:r>
        <w:t>744.4590</w:t>
      </w:r>
      <w:r>
        <w:tab/>
        <w:t>1.548e2</w:t>
      </w:r>
    </w:p>
    <w:p w:rsidR="007B2329" w:rsidRDefault="007B2329" w:rsidP="007B2329">
      <w:r>
        <w:t>744.4730</w:t>
      </w:r>
      <w:r>
        <w:tab/>
        <w:t>1.844e1</w:t>
      </w:r>
    </w:p>
    <w:p w:rsidR="007B2329" w:rsidRDefault="007B2329" w:rsidP="007B2329">
      <w:r>
        <w:t>744.4766</w:t>
      </w:r>
      <w:r>
        <w:tab/>
        <w:t>2.958e0</w:t>
      </w:r>
    </w:p>
    <w:p w:rsidR="007B2329" w:rsidRDefault="007B2329" w:rsidP="007B2329">
      <w:r>
        <w:t>744.6017</w:t>
      </w:r>
      <w:r>
        <w:tab/>
        <w:t>2.535e0</w:t>
      </w:r>
    </w:p>
    <w:p w:rsidR="007B2329" w:rsidRDefault="007B2329" w:rsidP="007B2329">
      <w:r>
        <w:t>744.6043</w:t>
      </w:r>
      <w:r>
        <w:tab/>
        <w:t>3.038e0</w:t>
      </w:r>
    </w:p>
    <w:p w:rsidR="007B2329" w:rsidRDefault="007B2329" w:rsidP="007B2329">
      <w:r>
        <w:t>744.6079</w:t>
      </w:r>
      <w:r>
        <w:tab/>
        <w:t>4.709e0</w:t>
      </w:r>
    </w:p>
    <w:p w:rsidR="007B2329" w:rsidRDefault="007B2329" w:rsidP="007B2329">
      <w:r>
        <w:t>744.6368</w:t>
      </w:r>
      <w:r>
        <w:tab/>
        <w:t>1.013e0</w:t>
      </w:r>
    </w:p>
    <w:p w:rsidR="007B2329" w:rsidRDefault="007B2329" w:rsidP="007B2329">
      <w:r>
        <w:t>744.6478</w:t>
      </w:r>
      <w:r>
        <w:tab/>
        <w:t>1.013e0</w:t>
      </w:r>
    </w:p>
    <w:p w:rsidR="007B2329" w:rsidRDefault="007B2329" w:rsidP="007B2329">
      <w:r>
        <w:t>744.6991</w:t>
      </w:r>
      <w:r>
        <w:tab/>
        <w:t>1.013e0</w:t>
      </w:r>
    </w:p>
    <w:p w:rsidR="007B2329" w:rsidRDefault="007B2329" w:rsidP="007B2329">
      <w:r>
        <w:t>744.7141</w:t>
      </w:r>
      <w:r>
        <w:tab/>
        <w:t>5.063e0</w:t>
      </w:r>
    </w:p>
    <w:p w:rsidR="007B2329" w:rsidRDefault="007B2329" w:rsidP="007B2329">
      <w:r>
        <w:t>744.7249</w:t>
      </w:r>
      <w:r>
        <w:tab/>
        <w:t>2.025e0</w:t>
      </w:r>
    </w:p>
    <w:p w:rsidR="007B2329" w:rsidRDefault="007B2329" w:rsidP="007B2329">
      <w:r>
        <w:t>744.7369</w:t>
      </w:r>
      <w:r>
        <w:tab/>
        <w:t>2.025e0</w:t>
      </w:r>
    </w:p>
    <w:p w:rsidR="007B2329" w:rsidRDefault="007B2329" w:rsidP="007B2329">
      <w:r>
        <w:t>744.7668</w:t>
      </w:r>
      <w:r>
        <w:tab/>
        <w:t>3.051e0</w:t>
      </w:r>
    </w:p>
    <w:p w:rsidR="007B2329" w:rsidRDefault="007B2329" w:rsidP="007B2329">
      <w:r>
        <w:t>744.7755</w:t>
      </w:r>
      <w:r>
        <w:tab/>
        <w:t>1.013e0</w:t>
      </w:r>
    </w:p>
    <w:p w:rsidR="007B2329" w:rsidRDefault="007B2329" w:rsidP="007B2329">
      <w:r>
        <w:lastRenderedPageBreak/>
        <w:t>744.8259</w:t>
      </w:r>
      <w:r>
        <w:tab/>
        <w:t>1.013e0</w:t>
      </w:r>
    </w:p>
    <w:p w:rsidR="007B2329" w:rsidRDefault="007B2329" w:rsidP="007B2329">
      <w:r>
        <w:t>744.8282</w:t>
      </w:r>
      <w:r>
        <w:tab/>
        <w:t>3.038e0</w:t>
      </w:r>
    </w:p>
    <w:p w:rsidR="007B2329" w:rsidRDefault="007B2329" w:rsidP="007B2329">
      <w:r>
        <w:t>744.8369</w:t>
      </w:r>
      <w:r>
        <w:tab/>
        <w:t>2.025e0</w:t>
      </w:r>
    </w:p>
    <w:p w:rsidR="007B2329" w:rsidRDefault="007B2329" w:rsidP="007B2329">
      <w:r>
        <w:t>744.8387</w:t>
      </w:r>
      <w:r>
        <w:tab/>
        <w:t>2.025e0</w:t>
      </w:r>
    </w:p>
    <w:p w:rsidR="007B2329" w:rsidRDefault="007B2329" w:rsidP="007B2329">
      <w:r>
        <w:t>744.8722</w:t>
      </w:r>
      <w:r>
        <w:tab/>
        <w:t>3.038e0</w:t>
      </w:r>
    </w:p>
    <w:p w:rsidR="007B2329" w:rsidRDefault="007B2329" w:rsidP="007B2329">
      <w:r>
        <w:t>744.8958</w:t>
      </w:r>
      <w:r>
        <w:tab/>
        <w:t>2.025e0</w:t>
      </w:r>
    </w:p>
    <w:p w:rsidR="007B2329" w:rsidRDefault="007B2329" w:rsidP="007B2329">
      <w:r>
        <w:t>744.9264</w:t>
      </w:r>
      <w:r>
        <w:tab/>
        <w:t>3.038e0</w:t>
      </w:r>
    </w:p>
    <w:p w:rsidR="007B2329" w:rsidRDefault="007B2329" w:rsidP="007B2329">
      <w:r>
        <w:t>744.9391</w:t>
      </w:r>
      <w:r>
        <w:tab/>
        <w:t>2.025e0</w:t>
      </w:r>
    </w:p>
    <w:p w:rsidR="007B2329" w:rsidRDefault="007B2329" w:rsidP="007B2329">
      <w:r>
        <w:t>745.0403</w:t>
      </w:r>
      <w:r>
        <w:tab/>
        <w:t>1.013e0</w:t>
      </w:r>
    </w:p>
    <w:p w:rsidR="007B2329" w:rsidRDefault="007B2329" w:rsidP="007B2329">
      <w:r>
        <w:t>745.0452</w:t>
      </w:r>
      <w:r>
        <w:tab/>
        <w:t>3.038e0</w:t>
      </w:r>
    </w:p>
    <w:p w:rsidR="007B2329" w:rsidRDefault="007B2329" w:rsidP="007B2329">
      <w:r>
        <w:t>745.0580</w:t>
      </w:r>
      <w:r>
        <w:tab/>
        <w:t>5.063e0</w:t>
      </w:r>
    </w:p>
    <w:p w:rsidR="007B2329" w:rsidRDefault="007B2329" w:rsidP="007B2329">
      <w:r>
        <w:t>745.0662</w:t>
      </w:r>
      <w:r>
        <w:tab/>
        <w:t>1.883e0</w:t>
      </w:r>
    </w:p>
    <w:p w:rsidR="007B2329" w:rsidRDefault="007B2329" w:rsidP="007B2329">
      <w:r>
        <w:t>745.0932</w:t>
      </w:r>
      <w:r>
        <w:tab/>
        <w:t>4.051e0</w:t>
      </w:r>
    </w:p>
    <w:p w:rsidR="007B2329" w:rsidRDefault="007B2329" w:rsidP="007B2329">
      <w:r>
        <w:t>745.0949</w:t>
      </w:r>
      <w:r>
        <w:tab/>
        <w:t>4.051e0</w:t>
      </w:r>
    </w:p>
    <w:p w:rsidR="007B2329" w:rsidRDefault="007B2329" w:rsidP="007B2329">
      <w:r>
        <w:t>745.1534</w:t>
      </w:r>
      <w:r>
        <w:tab/>
        <w:t>1.013e0</w:t>
      </w:r>
    </w:p>
    <w:p w:rsidR="007B2329" w:rsidRDefault="007B2329" w:rsidP="007B2329">
      <w:r>
        <w:t>745.1603</w:t>
      </w:r>
      <w:r>
        <w:tab/>
        <w:t>1.013e0</w:t>
      </w:r>
    </w:p>
    <w:p w:rsidR="007B2329" w:rsidRDefault="007B2329" w:rsidP="007B2329">
      <w:r>
        <w:t>745.1678</w:t>
      </w:r>
      <w:r>
        <w:tab/>
        <w:t>4.046e0</w:t>
      </w:r>
    </w:p>
    <w:p w:rsidR="007B2329" w:rsidRDefault="007B2329" w:rsidP="007B2329">
      <w:r>
        <w:t>745.1780</w:t>
      </w:r>
      <w:r>
        <w:tab/>
        <w:t>1.883e0</w:t>
      </w:r>
    </w:p>
    <w:p w:rsidR="007B2329" w:rsidRDefault="007B2329" w:rsidP="007B2329">
      <w:r>
        <w:t>745.1940</w:t>
      </w:r>
      <w:r>
        <w:tab/>
        <w:t>1.013e0</w:t>
      </w:r>
    </w:p>
    <w:p w:rsidR="007B2329" w:rsidRDefault="007B2329" w:rsidP="007B2329">
      <w:r>
        <w:lastRenderedPageBreak/>
        <w:t>745.2040</w:t>
      </w:r>
      <w:r>
        <w:tab/>
        <w:t>1.013e0</w:t>
      </w:r>
    </w:p>
    <w:p w:rsidR="007B2329" w:rsidRDefault="007B2329" w:rsidP="007B2329">
      <w:r>
        <w:t>745.2205</w:t>
      </w:r>
      <w:r>
        <w:tab/>
        <w:t>8.583e0</w:t>
      </w:r>
    </w:p>
    <w:p w:rsidR="007B2329" w:rsidRDefault="007B2329" w:rsidP="007B2329">
      <w:r>
        <w:t>745.2547</w:t>
      </w:r>
      <w:r>
        <w:tab/>
        <w:t>1.013e0</w:t>
      </w:r>
    </w:p>
    <w:p w:rsidR="007B2329" w:rsidRDefault="007B2329" w:rsidP="007B2329">
      <w:r>
        <w:t>745.2765</w:t>
      </w:r>
      <w:r>
        <w:tab/>
        <w:t>3.876e0</w:t>
      </w:r>
    </w:p>
    <w:p w:rsidR="007B2329" w:rsidRDefault="007B2329" w:rsidP="007B2329">
      <w:r>
        <w:t>745.3549</w:t>
      </w:r>
      <w:r>
        <w:tab/>
        <w:t>6.378e0</w:t>
      </w:r>
    </w:p>
    <w:p w:rsidR="007B2329" w:rsidRDefault="007B2329" w:rsidP="007B2329">
      <w:r>
        <w:t>745.3738</w:t>
      </w:r>
      <w:r>
        <w:tab/>
        <w:t>1.919e0</w:t>
      </w:r>
    </w:p>
    <w:p w:rsidR="007B2329" w:rsidRDefault="007B2329" w:rsidP="007B2329">
      <w:r>
        <w:t>745.3791</w:t>
      </w:r>
      <w:r>
        <w:tab/>
        <w:t>6.492e0</w:t>
      </w:r>
    </w:p>
    <w:p w:rsidR="007B2329" w:rsidRDefault="007B2329" w:rsidP="007B2329">
      <w:r>
        <w:t>745.3857</w:t>
      </w:r>
      <w:r>
        <w:tab/>
        <w:t>1.332e1</w:t>
      </w:r>
    </w:p>
    <w:p w:rsidR="007B2329" w:rsidRDefault="007B2329" w:rsidP="007B2329">
      <w:r>
        <w:t>745.3890</w:t>
      </w:r>
      <w:r>
        <w:tab/>
        <w:t>1.702e1</w:t>
      </w:r>
    </w:p>
    <w:p w:rsidR="007B2329" w:rsidRDefault="007B2329" w:rsidP="007B2329">
      <w:r>
        <w:t>745.4073</w:t>
      </w:r>
      <w:r>
        <w:tab/>
        <w:t>7.986e0</w:t>
      </w:r>
    </w:p>
    <w:p w:rsidR="007B2329" w:rsidRDefault="007B2329" w:rsidP="007B2329">
      <w:r>
        <w:t>745.4587</w:t>
      </w:r>
      <w:r>
        <w:tab/>
        <w:t>3.389e1</w:t>
      </w:r>
    </w:p>
    <w:p w:rsidR="007B2329" w:rsidRDefault="007B2329" w:rsidP="007B2329">
      <w:r>
        <w:t>745.4656</w:t>
      </w:r>
      <w:r>
        <w:tab/>
        <w:t>2.676e1</w:t>
      </w:r>
    </w:p>
    <w:p w:rsidR="007B2329" w:rsidRDefault="007B2329" w:rsidP="007B2329">
      <w:r>
        <w:t>745.4687</w:t>
      </w:r>
      <w:r>
        <w:tab/>
        <w:t>2.807e1</w:t>
      </w:r>
    </w:p>
    <w:p w:rsidR="007B2329" w:rsidRDefault="007B2329" w:rsidP="007B2329">
      <w:r>
        <w:t>745.4762</w:t>
      </w:r>
      <w:r>
        <w:tab/>
        <w:t>8.636e0</w:t>
      </w:r>
    </w:p>
    <w:p w:rsidR="007B2329" w:rsidRDefault="007B2329" w:rsidP="007B2329">
      <w:r>
        <w:t>745.4792</w:t>
      </w:r>
      <w:r>
        <w:tab/>
        <w:t>3.278e1</w:t>
      </w:r>
    </w:p>
    <w:p w:rsidR="007B2329" w:rsidRDefault="007B2329" w:rsidP="007B2329">
      <w:r>
        <w:t>745.4860</w:t>
      </w:r>
      <w:r>
        <w:tab/>
        <w:t>6.121e0</w:t>
      </w:r>
    </w:p>
    <w:p w:rsidR="007B2329" w:rsidRDefault="007B2329" w:rsidP="007B2329">
      <w:r>
        <w:t>745.5048</w:t>
      </w:r>
      <w:r>
        <w:tab/>
        <w:t>4.892e0</w:t>
      </w:r>
    </w:p>
    <w:p w:rsidR="007B2329" w:rsidRDefault="007B2329" w:rsidP="007B2329">
      <w:r>
        <w:t>745.5318</w:t>
      </w:r>
      <w:r>
        <w:tab/>
        <w:t>1.013e0</w:t>
      </w:r>
    </w:p>
    <w:p w:rsidR="007B2329" w:rsidRDefault="007B2329" w:rsidP="007B2329">
      <w:r>
        <w:t>745.5749</w:t>
      </w:r>
      <w:r>
        <w:tab/>
        <w:t>1.968e0</w:t>
      </w:r>
    </w:p>
    <w:p w:rsidR="007B2329" w:rsidRDefault="007B2329" w:rsidP="007B2329">
      <w:r>
        <w:lastRenderedPageBreak/>
        <w:t>745.5819</w:t>
      </w:r>
      <w:r>
        <w:tab/>
        <w:t>3.038e0</w:t>
      </w:r>
    </w:p>
    <w:p w:rsidR="007B2329" w:rsidRDefault="007B2329" w:rsidP="007B2329">
      <w:r>
        <w:t>745.5986</w:t>
      </w:r>
      <w:r>
        <w:tab/>
        <w:t>1.025e0</w:t>
      </w:r>
    </w:p>
    <w:p w:rsidR="007B2329" w:rsidRDefault="007B2329" w:rsidP="007B2329">
      <w:r>
        <w:t>745.6223</w:t>
      </w:r>
      <w:r>
        <w:tab/>
        <w:t>3.845e0</w:t>
      </w:r>
    </w:p>
    <w:p w:rsidR="007B2329" w:rsidRDefault="007B2329" w:rsidP="007B2329">
      <w:r>
        <w:t>745.6337</w:t>
      </w:r>
      <w:r>
        <w:tab/>
        <w:t>2.025e0</w:t>
      </w:r>
    </w:p>
    <w:p w:rsidR="007B2329" w:rsidRDefault="007B2329" w:rsidP="007B2329">
      <w:r>
        <w:t>745.6425</w:t>
      </w:r>
      <w:r>
        <w:tab/>
        <w:t>5.063e0</w:t>
      </w:r>
    </w:p>
    <w:p w:rsidR="007B2329" w:rsidRDefault="007B2329" w:rsidP="007B2329">
      <w:r>
        <w:t>745.6728</w:t>
      </w:r>
      <w:r>
        <w:tab/>
        <w:t>2.025e0</w:t>
      </w:r>
    </w:p>
    <w:p w:rsidR="007B2329" w:rsidRDefault="007B2329" w:rsidP="007B2329">
      <w:r>
        <w:t>745.6790</w:t>
      </w:r>
      <w:r>
        <w:tab/>
        <w:t>3.038e0</w:t>
      </w:r>
    </w:p>
    <w:p w:rsidR="007B2329" w:rsidRDefault="007B2329" w:rsidP="007B2329">
      <w:r>
        <w:t>745.7154</w:t>
      </w:r>
      <w:r>
        <w:tab/>
        <w:t>2.025e0</w:t>
      </w:r>
    </w:p>
    <w:p w:rsidR="007B2329" w:rsidRDefault="007B2329" w:rsidP="007B2329">
      <w:r>
        <w:t>745.7236</w:t>
      </w:r>
      <w:r>
        <w:tab/>
        <w:t>1.013e0</w:t>
      </w:r>
    </w:p>
    <w:p w:rsidR="007B2329" w:rsidRDefault="007B2329" w:rsidP="007B2329">
      <w:r>
        <w:t>745.7399</w:t>
      </w:r>
      <w:r>
        <w:tab/>
        <w:t>2.788e0</w:t>
      </w:r>
    </w:p>
    <w:p w:rsidR="007B2329" w:rsidRDefault="007B2329" w:rsidP="007B2329">
      <w:r>
        <w:t>745.7465</w:t>
      </w:r>
      <w:r>
        <w:tab/>
        <w:t>1.013e0</w:t>
      </w:r>
    </w:p>
    <w:p w:rsidR="007B2329" w:rsidRDefault="007B2329" w:rsidP="007B2329">
      <w:r>
        <w:t>745.8025</w:t>
      </w:r>
      <w:r>
        <w:tab/>
        <w:t>4.051e0</w:t>
      </w:r>
    </w:p>
    <w:p w:rsidR="007B2329" w:rsidRDefault="007B2329" w:rsidP="007B2329">
      <w:r>
        <w:t>745.8347</w:t>
      </w:r>
      <w:r>
        <w:tab/>
        <w:t>2.025e0</w:t>
      </w:r>
    </w:p>
    <w:p w:rsidR="007B2329" w:rsidRDefault="007B2329" w:rsidP="007B2329">
      <w:r>
        <w:t>745.8979</w:t>
      </w:r>
      <w:r>
        <w:tab/>
        <w:t>1.013e0</w:t>
      </w:r>
    </w:p>
    <w:p w:rsidR="007B2329" w:rsidRDefault="007B2329" w:rsidP="007B2329">
      <w:r>
        <w:t>745.8998</w:t>
      </w:r>
      <w:r>
        <w:tab/>
        <w:t>2.038e0</w:t>
      </w:r>
    </w:p>
    <w:p w:rsidR="007B2329" w:rsidRDefault="007B2329" w:rsidP="007B2329">
      <w:r>
        <w:t>745.9115</w:t>
      </w:r>
      <w:r>
        <w:tab/>
        <w:t>1.013e0</w:t>
      </w:r>
    </w:p>
    <w:p w:rsidR="007B2329" w:rsidRDefault="007B2329" w:rsidP="007B2329">
      <w:r>
        <w:t>745.9358</w:t>
      </w:r>
      <w:r>
        <w:tab/>
        <w:t>1.013e0</w:t>
      </w:r>
    </w:p>
    <w:p w:rsidR="007B2329" w:rsidRDefault="007B2329" w:rsidP="007B2329">
      <w:r>
        <w:t>745.9484</w:t>
      </w:r>
      <w:r>
        <w:tab/>
        <w:t>1.013e0</w:t>
      </w:r>
    </w:p>
    <w:p w:rsidR="007B2329" w:rsidRDefault="007B2329" w:rsidP="007B2329">
      <w:r>
        <w:t>746.0145</w:t>
      </w:r>
      <w:r>
        <w:tab/>
        <w:t>1.013e0</w:t>
      </w:r>
    </w:p>
    <w:p w:rsidR="007B2329" w:rsidRDefault="007B2329" w:rsidP="007B2329">
      <w:r>
        <w:lastRenderedPageBreak/>
        <w:t>746.0203</w:t>
      </w:r>
      <w:r>
        <w:tab/>
        <w:t>4.051e0</w:t>
      </w:r>
    </w:p>
    <w:p w:rsidR="007B2329" w:rsidRDefault="007B2329" w:rsidP="007B2329">
      <w:r>
        <w:t>746.0494</w:t>
      </w:r>
      <w:r>
        <w:tab/>
        <w:t>3.038e0</w:t>
      </w:r>
    </w:p>
    <w:p w:rsidR="007B2329" w:rsidRDefault="007B2329" w:rsidP="007B2329">
      <w:r>
        <w:t>746.0745</w:t>
      </w:r>
      <w:r>
        <w:tab/>
        <w:t>2.025e0</w:t>
      </w:r>
    </w:p>
    <w:p w:rsidR="007B2329" w:rsidRDefault="007B2329" w:rsidP="007B2329">
      <w:r>
        <w:t>746.0792</w:t>
      </w:r>
      <w:r>
        <w:tab/>
        <w:t>2.025e0</w:t>
      </w:r>
    </w:p>
    <w:p w:rsidR="007B2329" w:rsidRDefault="007B2329" w:rsidP="007B2329">
      <w:r>
        <w:t>746.0826</w:t>
      </w:r>
      <w:r>
        <w:tab/>
        <w:t>2.025e0</w:t>
      </w:r>
    </w:p>
    <w:p w:rsidR="007B2329" w:rsidRDefault="007B2329" w:rsidP="007B2329">
      <w:r>
        <w:t>746.0912</w:t>
      </w:r>
      <w:r>
        <w:tab/>
        <w:t>2.025e0</w:t>
      </w:r>
    </w:p>
    <w:p w:rsidR="007B2329" w:rsidRDefault="007B2329" w:rsidP="007B2329">
      <w:r>
        <w:t>746.1284</w:t>
      </w:r>
      <w:r>
        <w:tab/>
        <w:t>2.025e0</w:t>
      </w:r>
    </w:p>
    <w:p w:rsidR="007B2329" w:rsidRDefault="007B2329" w:rsidP="007B2329">
      <w:r>
        <w:t>746.1583</w:t>
      </w:r>
      <w:r>
        <w:tab/>
        <w:t>3.038e0</w:t>
      </w:r>
    </w:p>
    <w:p w:rsidR="007B2329" w:rsidRDefault="007B2329" w:rsidP="007B2329">
      <w:r>
        <w:t>746.1707</w:t>
      </w:r>
      <w:r>
        <w:tab/>
        <w:t>2.025e0</w:t>
      </w:r>
    </w:p>
    <w:p w:rsidR="007B2329" w:rsidRDefault="007B2329" w:rsidP="007B2329">
      <w:r>
        <w:t>746.1727</w:t>
      </w:r>
      <w:r>
        <w:tab/>
        <w:t>3.835e0</w:t>
      </w:r>
    </w:p>
    <w:p w:rsidR="007B2329" w:rsidRDefault="007B2329" w:rsidP="007B2329">
      <w:r>
        <w:t>746.1755</w:t>
      </w:r>
      <w:r>
        <w:tab/>
        <w:t>1.013e0</w:t>
      </w:r>
    </w:p>
    <w:p w:rsidR="007B2329" w:rsidRDefault="007B2329" w:rsidP="007B2329">
      <w:r>
        <w:t>746.2110</w:t>
      </w:r>
      <w:r>
        <w:tab/>
        <w:t>1.559e0</w:t>
      </w:r>
    </w:p>
    <w:p w:rsidR="007B2329" w:rsidRDefault="007B2329" w:rsidP="007B2329">
      <w:r>
        <w:t>746.2323</w:t>
      </w:r>
      <w:r>
        <w:tab/>
        <w:t>1.501e0</w:t>
      </w:r>
    </w:p>
    <w:p w:rsidR="007B2329" w:rsidRDefault="007B2329" w:rsidP="007B2329">
      <w:r>
        <w:t>746.2372</w:t>
      </w:r>
      <w:r>
        <w:tab/>
        <w:t>1.655e0</w:t>
      </w:r>
    </w:p>
    <w:p w:rsidR="007B2329" w:rsidRDefault="007B2329" w:rsidP="007B2329">
      <w:r>
        <w:t>746.2664</w:t>
      </w:r>
      <w:r>
        <w:tab/>
        <w:t>3.002e0</w:t>
      </w:r>
    </w:p>
    <w:p w:rsidR="007B2329" w:rsidRDefault="007B2329" w:rsidP="007B2329">
      <w:r>
        <w:t>746.2704</w:t>
      </w:r>
      <w:r>
        <w:tab/>
        <w:t>1.013e0</w:t>
      </w:r>
    </w:p>
    <w:p w:rsidR="007B2329" w:rsidRDefault="007B2329" w:rsidP="007B2329">
      <w:r>
        <w:t>746.2769</w:t>
      </w:r>
      <w:r>
        <w:tab/>
        <w:t>1.013e0</w:t>
      </w:r>
    </w:p>
    <w:p w:rsidR="007B2329" w:rsidRDefault="007B2329" w:rsidP="007B2329">
      <w:r>
        <w:t>746.3226</w:t>
      </w:r>
      <w:r>
        <w:tab/>
        <w:t>2.112e0</w:t>
      </w:r>
    </w:p>
    <w:p w:rsidR="007B2329" w:rsidRDefault="007B2329" w:rsidP="007B2329">
      <w:r>
        <w:t>746.3586</w:t>
      </w:r>
      <w:r>
        <w:tab/>
        <w:t>3.663e0</w:t>
      </w:r>
    </w:p>
    <w:p w:rsidR="007B2329" w:rsidRDefault="007B2329" w:rsidP="007B2329">
      <w:r>
        <w:lastRenderedPageBreak/>
        <w:t>746.3832</w:t>
      </w:r>
      <w:r>
        <w:tab/>
        <w:t>3.430e0</w:t>
      </w:r>
    </w:p>
    <w:p w:rsidR="007B2329" w:rsidRDefault="007B2329" w:rsidP="007B2329">
      <w:r>
        <w:t>746.4555</w:t>
      </w:r>
      <w:r>
        <w:tab/>
        <w:t>4.116e0</w:t>
      </w:r>
    </w:p>
    <w:p w:rsidR="007B2329" w:rsidRDefault="007B2329" w:rsidP="007B2329">
      <w:r>
        <w:t>746.4648</w:t>
      </w:r>
      <w:r>
        <w:tab/>
        <w:t>4.088e0</w:t>
      </w:r>
    </w:p>
    <w:p w:rsidR="007B2329" w:rsidRDefault="007B2329" w:rsidP="007B2329">
      <w:r>
        <w:t>746.5280</w:t>
      </w:r>
      <w:r>
        <w:tab/>
        <w:t>1.631e0</w:t>
      </w:r>
    </w:p>
    <w:p w:rsidR="007B2329" w:rsidRDefault="007B2329" w:rsidP="007B2329">
      <w:r>
        <w:t>746.5417</w:t>
      </w:r>
      <w:r>
        <w:tab/>
        <w:t>1.013e0</w:t>
      </w:r>
    </w:p>
    <w:p w:rsidR="007B2329" w:rsidRDefault="007B2329" w:rsidP="007B2329">
      <w:r>
        <w:t>746.5682</w:t>
      </w:r>
      <w:r>
        <w:tab/>
        <w:t>4.051e0</w:t>
      </w:r>
    </w:p>
    <w:p w:rsidR="007B2329" w:rsidRDefault="007B2329" w:rsidP="007B2329">
      <w:r>
        <w:t>746.5983</w:t>
      </w:r>
      <w:r>
        <w:tab/>
        <w:t>5.063e-2</w:t>
      </w:r>
    </w:p>
    <w:p w:rsidR="007B2329" w:rsidRDefault="007B2329" w:rsidP="007B2329">
      <w:r>
        <w:t>746.6013</w:t>
      </w:r>
      <w:r>
        <w:tab/>
        <w:t>2.025e0</w:t>
      </w:r>
    </w:p>
    <w:p w:rsidR="007B2329" w:rsidRDefault="007B2329" w:rsidP="007B2329">
      <w:r>
        <w:t>746.6517</w:t>
      </w:r>
      <w:r>
        <w:tab/>
        <w:t>2.025e0</w:t>
      </w:r>
    </w:p>
    <w:p w:rsidR="007B2329" w:rsidRDefault="007B2329" w:rsidP="007B2329">
      <w:r>
        <w:t>746.6668</w:t>
      </w:r>
      <w:r>
        <w:tab/>
        <w:t>1.950e0</w:t>
      </w:r>
    </w:p>
    <w:p w:rsidR="007B2329" w:rsidRDefault="007B2329" w:rsidP="007B2329">
      <w:r>
        <w:t>746.6715</w:t>
      </w:r>
      <w:r>
        <w:tab/>
        <w:t>3.038e0</w:t>
      </w:r>
    </w:p>
    <w:p w:rsidR="007B2329" w:rsidRDefault="007B2329" w:rsidP="007B2329">
      <w:r>
        <w:t>746.6810</w:t>
      </w:r>
      <w:r>
        <w:tab/>
        <w:t>1.013e0</w:t>
      </w:r>
    </w:p>
    <w:p w:rsidR="007B2329" w:rsidRDefault="007B2329" w:rsidP="007B2329">
      <w:r>
        <w:t>746.6877</w:t>
      </w:r>
      <w:r>
        <w:tab/>
        <w:t>2.025e0</w:t>
      </w:r>
    </w:p>
    <w:p w:rsidR="007B2329" w:rsidRDefault="007B2329" w:rsidP="007B2329">
      <w:r>
        <w:t>746.7179</w:t>
      </w:r>
      <w:r>
        <w:tab/>
        <w:t>2.025e0</w:t>
      </w:r>
    </w:p>
    <w:p w:rsidR="007B2329" w:rsidRDefault="007B2329" w:rsidP="007B2329">
      <w:r>
        <w:t>746.7310</w:t>
      </w:r>
      <w:r>
        <w:tab/>
        <w:t>5.063e0</w:t>
      </w:r>
    </w:p>
    <w:p w:rsidR="007B2329" w:rsidRDefault="007B2329" w:rsidP="007B2329">
      <w:r>
        <w:t>746.7938</w:t>
      </w:r>
      <w:r>
        <w:tab/>
        <w:t>3.038e0</w:t>
      </w:r>
    </w:p>
    <w:p w:rsidR="007B2329" w:rsidRDefault="007B2329" w:rsidP="007B2329">
      <w:r>
        <w:t>746.8187</w:t>
      </w:r>
      <w:r>
        <w:tab/>
        <w:t>2.905e0</w:t>
      </w:r>
    </w:p>
    <w:p w:rsidR="007B2329" w:rsidRDefault="007B2329" w:rsidP="007B2329">
      <w:r>
        <w:t>746.8489</w:t>
      </w:r>
      <w:r>
        <w:tab/>
        <w:t>6.419e0</w:t>
      </w:r>
    </w:p>
    <w:p w:rsidR="007B2329" w:rsidRDefault="007B2329" w:rsidP="007B2329">
      <w:r>
        <w:t>746.8560</w:t>
      </w:r>
      <w:r>
        <w:tab/>
        <w:t>2.532e-2</w:t>
      </w:r>
    </w:p>
    <w:p w:rsidR="007B2329" w:rsidRDefault="007B2329" w:rsidP="007B2329">
      <w:r>
        <w:lastRenderedPageBreak/>
        <w:t>746.8601</w:t>
      </w:r>
      <w:r>
        <w:tab/>
        <w:t>5.661e0</w:t>
      </w:r>
    </w:p>
    <w:p w:rsidR="007B2329" w:rsidRDefault="007B2329" w:rsidP="007B2329">
      <w:r>
        <w:t>746.9339</w:t>
      </w:r>
      <w:r>
        <w:tab/>
        <w:t>1.921e0</w:t>
      </w:r>
    </w:p>
    <w:p w:rsidR="007B2329" w:rsidRDefault="007B2329" w:rsidP="007B2329">
      <w:r>
        <w:t>746.9351</w:t>
      </w:r>
      <w:r>
        <w:tab/>
        <w:t>2.025e0</w:t>
      </w:r>
    </w:p>
    <w:p w:rsidR="007B2329" w:rsidRDefault="007B2329" w:rsidP="007B2329">
      <w:r>
        <w:t>746.9941</w:t>
      </w:r>
      <w:r>
        <w:tab/>
        <w:t>4.051e0</w:t>
      </w:r>
    </w:p>
    <w:p w:rsidR="007B2329" w:rsidRDefault="007B2329" w:rsidP="007B2329">
      <w:r>
        <w:t>747.0017</w:t>
      </w:r>
      <w:r>
        <w:tab/>
        <w:t>3.038e0</w:t>
      </w:r>
    </w:p>
    <w:p w:rsidR="007B2329" w:rsidRDefault="007B2329" w:rsidP="007B2329">
      <w:r>
        <w:t>747.0054</w:t>
      </w:r>
      <w:r>
        <w:tab/>
        <w:t>1.013e0</w:t>
      </w:r>
    </w:p>
    <w:p w:rsidR="007B2329" w:rsidRDefault="007B2329" w:rsidP="007B2329">
      <w:r>
        <w:t>747.0194</w:t>
      </w:r>
      <w:r>
        <w:tab/>
        <w:t>3.038e0</w:t>
      </w:r>
    </w:p>
    <w:p w:rsidR="007B2329" w:rsidRDefault="007B2329" w:rsidP="007B2329">
      <w:r>
        <w:t>747.0602</w:t>
      </w:r>
      <w:r>
        <w:tab/>
        <w:t>1.013e0</w:t>
      </w:r>
    </w:p>
    <w:p w:rsidR="007B2329" w:rsidRDefault="007B2329" w:rsidP="007B2329">
      <w:r>
        <w:t>747.0906</w:t>
      </w:r>
      <w:r>
        <w:tab/>
        <w:t>1.013e0</w:t>
      </w:r>
    </w:p>
    <w:p w:rsidR="007B2329" w:rsidRDefault="007B2329" w:rsidP="007B2329">
      <w:r>
        <w:t>747.0923</w:t>
      </w:r>
      <w:r>
        <w:tab/>
        <w:t>2.025e0</w:t>
      </w:r>
    </w:p>
    <w:p w:rsidR="007B2329" w:rsidRDefault="007B2329" w:rsidP="007B2329">
      <w:r>
        <w:t>747.0978</w:t>
      </w:r>
      <w:r>
        <w:tab/>
        <w:t>1.013e0</w:t>
      </w:r>
    </w:p>
    <w:p w:rsidR="007B2329" w:rsidRDefault="007B2329" w:rsidP="007B2329">
      <w:r>
        <w:t>747.1207</w:t>
      </w:r>
      <w:r>
        <w:tab/>
        <w:t>3.038e0</w:t>
      </w:r>
    </w:p>
    <w:p w:rsidR="007B2329" w:rsidRDefault="007B2329" w:rsidP="007B2329">
      <w:r>
        <w:t>747.1484</w:t>
      </w:r>
      <w:r>
        <w:tab/>
        <w:t>1.013e0</w:t>
      </w:r>
    </w:p>
    <w:p w:rsidR="007B2329" w:rsidRDefault="007B2329" w:rsidP="007B2329">
      <w:r>
        <w:t>747.1589</w:t>
      </w:r>
      <w:r>
        <w:tab/>
        <w:t>1.013e0</w:t>
      </w:r>
    </w:p>
    <w:p w:rsidR="007B2329" w:rsidRDefault="007B2329" w:rsidP="007B2329">
      <w:r>
        <w:t>747.1673</w:t>
      </w:r>
      <w:r>
        <w:tab/>
        <w:t>2.491e0</w:t>
      </w:r>
    </w:p>
    <w:p w:rsidR="007B2329" w:rsidRDefault="007B2329" w:rsidP="007B2329">
      <w:r>
        <w:t>747.1929</w:t>
      </w:r>
      <w:r>
        <w:tab/>
        <w:t>1.013e0</w:t>
      </w:r>
    </w:p>
    <w:p w:rsidR="007B2329" w:rsidRDefault="007B2329" w:rsidP="007B2329">
      <w:r>
        <w:t>747.2361</w:t>
      </w:r>
      <w:r>
        <w:tab/>
        <w:t>2.025e0</w:t>
      </w:r>
    </w:p>
    <w:p w:rsidR="007B2329" w:rsidRDefault="007B2329" w:rsidP="007B2329">
      <w:r>
        <w:t>747.2524</w:t>
      </w:r>
      <w:r>
        <w:tab/>
        <w:t>6.876e0</w:t>
      </w:r>
    </w:p>
    <w:p w:rsidR="007B2329" w:rsidRDefault="007B2329" w:rsidP="007B2329">
      <w:r>
        <w:t>747.2576</w:t>
      </w:r>
      <w:r>
        <w:tab/>
        <w:t>2.364e0</w:t>
      </w:r>
    </w:p>
    <w:p w:rsidR="007B2329" w:rsidRDefault="007B2329" w:rsidP="007B2329">
      <w:r>
        <w:lastRenderedPageBreak/>
        <w:t>747.2766</w:t>
      </w:r>
      <w:r>
        <w:tab/>
        <w:t>2.463e0</w:t>
      </w:r>
    </w:p>
    <w:p w:rsidR="007B2329" w:rsidRDefault="007B2329" w:rsidP="007B2329">
      <w:r>
        <w:t>747.3268</w:t>
      </w:r>
      <w:r>
        <w:tab/>
        <w:t>5.688e0</w:t>
      </w:r>
    </w:p>
    <w:p w:rsidR="007B2329" w:rsidRDefault="007B2329" w:rsidP="007B2329">
      <w:r>
        <w:t>747.3331</w:t>
      </w:r>
      <w:r>
        <w:tab/>
        <w:t>1.904e1</w:t>
      </w:r>
    </w:p>
    <w:p w:rsidR="007B2329" w:rsidRDefault="007B2329" w:rsidP="007B2329">
      <w:r>
        <w:t>747.3382</w:t>
      </w:r>
      <w:r>
        <w:tab/>
        <w:t>4.472e0</w:t>
      </w:r>
    </w:p>
    <w:p w:rsidR="007B2329" w:rsidRDefault="007B2329" w:rsidP="007B2329">
      <w:r>
        <w:t>747.3438</w:t>
      </w:r>
      <w:r>
        <w:tab/>
        <w:t>5.699e0</w:t>
      </w:r>
    </w:p>
    <w:p w:rsidR="007B2329" w:rsidRDefault="007B2329" w:rsidP="007B2329">
      <w:r>
        <w:t>747.3461</w:t>
      </w:r>
      <w:r>
        <w:tab/>
        <w:t>1.197e1</w:t>
      </w:r>
    </w:p>
    <w:p w:rsidR="007B2329" w:rsidRDefault="007B2329" w:rsidP="007B2329">
      <w:r>
        <w:t>747.3670</w:t>
      </w:r>
      <w:r>
        <w:tab/>
        <w:t>1.122e1</w:t>
      </w:r>
    </w:p>
    <w:p w:rsidR="007B2329" w:rsidRDefault="007B2329" w:rsidP="007B2329">
      <w:r>
        <w:t>747.3885</w:t>
      </w:r>
      <w:r>
        <w:tab/>
        <w:t>2.341e0</w:t>
      </w:r>
    </w:p>
    <w:p w:rsidR="007B2329" w:rsidRDefault="007B2329" w:rsidP="007B2329">
      <w:r>
        <w:t>747.5292</w:t>
      </w:r>
      <w:r>
        <w:tab/>
        <w:t>1.323e0</w:t>
      </w:r>
    </w:p>
    <w:p w:rsidR="007B2329" w:rsidRDefault="007B2329" w:rsidP="007B2329">
      <w:r>
        <w:t>747.6163</w:t>
      </w:r>
      <w:r>
        <w:tab/>
        <w:t>2.025e0</w:t>
      </w:r>
    </w:p>
    <w:p w:rsidR="007B2329" w:rsidRDefault="007B2329" w:rsidP="007B2329">
      <w:r>
        <w:t>747.6371</w:t>
      </w:r>
      <w:r>
        <w:tab/>
        <w:t>1.013e0</w:t>
      </w:r>
    </w:p>
    <w:p w:rsidR="007B2329" w:rsidRDefault="007B2329" w:rsidP="007B2329">
      <w:r>
        <w:t>747.6541</w:t>
      </w:r>
      <w:r>
        <w:tab/>
        <w:t>1.013e0</w:t>
      </w:r>
    </w:p>
    <w:p w:rsidR="007B2329" w:rsidRDefault="007B2329" w:rsidP="007B2329">
      <w:r>
        <w:t>747.6922</w:t>
      </w:r>
      <w:r>
        <w:tab/>
        <w:t>1.013e0</w:t>
      </w:r>
    </w:p>
    <w:p w:rsidR="007B2329" w:rsidRDefault="007B2329" w:rsidP="007B2329">
      <w:r>
        <w:t>747.7048</w:t>
      </w:r>
      <w:r>
        <w:tab/>
        <w:t>2.025e0</w:t>
      </w:r>
    </w:p>
    <w:p w:rsidR="007B2329" w:rsidRDefault="007B2329" w:rsidP="007B2329">
      <w:r>
        <w:t>747.7321</w:t>
      </w:r>
      <w:r>
        <w:tab/>
        <w:t>4.051e0</w:t>
      </w:r>
    </w:p>
    <w:p w:rsidR="007B2329" w:rsidRDefault="007B2329" w:rsidP="007B2329">
      <w:r>
        <w:t>747.7683</w:t>
      </w:r>
      <w:r>
        <w:tab/>
        <w:t>2.508e0</w:t>
      </w:r>
    </w:p>
    <w:p w:rsidR="007B2329" w:rsidRDefault="007B2329" w:rsidP="007B2329">
      <w:r>
        <w:t>747.8073</w:t>
      </w:r>
      <w:r>
        <w:tab/>
        <w:t>6.055e0</w:t>
      </w:r>
    </w:p>
    <w:p w:rsidR="007B2329" w:rsidRDefault="007B2329" w:rsidP="007B2329">
      <w:r>
        <w:t>747.8250</w:t>
      </w:r>
      <w:r>
        <w:tab/>
        <w:t>1.013e0</w:t>
      </w:r>
    </w:p>
    <w:p w:rsidR="007B2329" w:rsidRDefault="007B2329" w:rsidP="007B2329">
      <w:r>
        <w:t>747.8568</w:t>
      </w:r>
      <w:r>
        <w:tab/>
        <w:t>2.025e0</w:t>
      </w:r>
    </w:p>
    <w:p w:rsidR="007B2329" w:rsidRDefault="007B2329" w:rsidP="007B2329">
      <w:r>
        <w:lastRenderedPageBreak/>
        <w:t>747.8591</w:t>
      </w:r>
      <w:r>
        <w:tab/>
        <w:t>2.038e0</w:t>
      </w:r>
    </w:p>
    <w:p w:rsidR="007B2329" w:rsidRDefault="007B2329" w:rsidP="007B2329">
      <w:r>
        <w:t>747.8761</w:t>
      </w:r>
      <w:r>
        <w:tab/>
        <w:t>1.013e0</w:t>
      </w:r>
    </w:p>
    <w:p w:rsidR="007B2329" w:rsidRDefault="007B2329" w:rsidP="007B2329">
      <w:r>
        <w:t>747.9354</w:t>
      </w:r>
      <w:r>
        <w:tab/>
        <w:t>4.709e0</w:t>
      </w:r>
    </w:p>
    <w:p w:rsidR="007B2329" w:rsidRDefault="007B2329" w:rsidP="007B2329">
      <w:r>
        <w:t>747.9452</w:t>
      </w:r>
      <w:r>
        <w:tab/>
        <w:t>1.013e0</w:t>
      </w:r>
    </w:p>
    <w:p w:rsidR="007B2329" w:rsidRDefault="007B2329" w:rsidP="007B2329">
      <w:r>
        <w:t>747.9581</w:t>
      </w:r>
      <w:r>
        <w:tab/>
        <w:t>1.013e0</w:t>
      </w:r>
    </w:p>
    <w:p w:rsidR="007B2329" w:rsidRDefault="007B2329" w:rsidP="007B2329">
      <w:r>
        <w:t>747.9673</w:t>
      </w:r>
      <w:r>
        <w:tab/>
        <w:t>2.025e0</w:t>
      </w:r>
    </w:p>
    <w:p w:rsidR="007B2329" w:rsidRDefault="007B2329" w:rsidP="007B2329">
      <w:r>
        <w:t>747.9702</w:t>
      </w:r>
      <w:r>
        <w:tab/>
        <w:t>2.025e0</w:t>
      </w:r>
    </w:p>
    <w:p w:rsidR="007B2329" w:rsidRDefault="007B2329" w:rsidP="007B2329">
      <w:r>
        <w:t>747.9871</w:t>
      </w:r>
      <w:r>
        <w:tab/>
        <w:t>2.025e0</w:t>
      </w:r>
    </w:p>
    <w:p w:rsidR="007B2329" w:rsidRDefault="007B2329" w:rsidP="007B2329">
      <w:r>
        <w:t>748.0129</w:t>
      </w:r>
      <w:r>
        <w:tab/>
        <w:t>1.013e0</w:t>
      </w:r>
    </w:p>
    <w:p w:rsidR="007B2329" w:rsidRDefault="007B2329" w:rsidP="007B2329">
      <w:r>
        <w:t>748.0211</w:t>
      </w:r>
      <w:r>
        <w:tab/>
        <w:t>1.013e0</w:t>
      </w:r>
    </w:p>
    <w:p w:rsidR="007B2329" w:rsidRDefault="007B2329" w:rsidP="007B2329">
      <w:r>
        <w:t>748.0842</w:t>
      </w:r>
      <w:r>
        <w:tab/>
        <w:t>1.013e0</w:t>
      </w:r>
    </w:p>
    <w:p w:rsidR="007B2329" w:rsidRDefault="007B2329" w:rsidP="007B2329">
      <w:r>
        <w:t>748.0981</w:t>
      </w:r>
      <w:r>
        <w:tab/>
        <w:t>3.038e0</w:t>
      </w:r>
    </w:p>
    <w:p w:rsidR="007B2329" w:rsidRDefault="007B2329" w:rsidP="007B2329">
      <w:r>
        <w:t>748.1351</w:t>
      </w:r>
      <w:r>
        <w:tab/>
        <w:t>3.038e0</w:t>
      </w:r>
    </w:p>
    <w:p w:rsidR="007B2329" w:rsidRDefault="007B2329" w:rsidP="007B2329">
      <w:r>
        <w:t>748.1454</w:t>
      </w:r>
      <w:r>
        <w:tab/>
        <w:t>4.051e0</w:t>
      </w:r>
    </w:p>
    <w:p w:rsidR="007B2329" w:rsidRDefault="007B2329" w:rsidP="007B2329">
      <w:r>
        <w:t>748.1488</w:t>
      </w:r>
      <w:r>
        <w:tab/>
        <w:t>2.025e0</w:t>
      </w:r>
    </w:p>
    <w:p w:rsidR="007B2329" w:rsidRDefault="007B2329" w:rsidP="007B2329">
      <w:r>
        <w:t>748.1562</w:t>
      </w:r>
      <w:r>
        <w:tab/>
        <w:t>1.982e0</w:t>
      </w:r>
    </w:p>
    <w:p w:rsidR="007B2329" w:rsidRDefault="007B2329" w:rsidP="007B2329">
      <w:r>
        <w:t>748.1843</w:t>
      </w:r>
      <w:r>
        <w:tab/>
        <w:t>2.025e0</w:t>
      </w:r>
    </w:p>
    <w:p w:rsidR="007B2329" w:rsidRDefault="007B2329" w:rsidP="007B2329">
      <w:r>
        <w:t>748.2300</w:t>
      </w:r>
      <w:r>
        <w:tab/>
        <w:t>2.025e0</w:t>
      </w:r>
    </w:p>
    <w:p w:rsidR="007B2329" w:rsidRDefault="007B2329" w:rsidP="007B2329">
      <w:r>
        <w:t>748.2314</w:t>
      </w:r>
      <w:r>
        <w:tab/>
        <w:t>1.723e0</w:t>
      </w:r>
    </w:p>
    <w:p w:rsidR="007B2329" w:rsidRDefault="007B2329" w:rsidP="007B2329">
      <w:r>
        <w:lastRenderedPageBreak/>
        <w:t>748.2650</w:t>
      </w:r>
      <w:r>
        <w:tab/>
        <w:t>1.519e0</w:t>
      </w:r>
    </w:p>
    <w:p w:rsidR="007B2329" w:rsidRDefault="007B2329" w:rsidP="007B2329">
      <w:r>
        <w:t>748.3374</w:t>
      </w:r>
      <w:r>
        <w:tab/>
        <w:t>1.013e0</w:t>
      </w:r>
    </w:p>
    <w:p w:rsidR="007B2329" w:rsidRDefault="007B2329" w:rsidP="007B2329">
      <w:r>
        <w:t>748.3423</w:t>
      </w:r>
      <w:r>
        <w:tab/>
        <w:t>5.058e0</w:t>
      </w:r>
    </w:p>
    <w:p w:rsidR="007B2329" w:rsidRDefault="007B2329" w:rsidP="007B2329">
      <w:r>
        <w:t>748.3519</w:t>
      </w:r>
      <w:r>
        <w:tab/>
        <w:t>4.819e0</w:t>
      </w:r>
    </w:p>
    <w:p w:rsidR="007B2329" w:rsidRDefault="007B2329" w:rsidP="007B2329">
      <w:r>
        <w:t>748.3629</w:t>
      </w:r>
      <w:r>
        <w:tab/>
        <w:t>2.261e0</w:t>
      </w:r>
    </w:p>
    <w:p w:rsidR="007B2329" w:rsidRDefault="007B2329" w:rsidP="007B2329">
      <w:r>
        <w:t>748.3758</w:t>
      </w:r>
      <w:r>
        <w:tab/>
        <w:t>3.103e0</w:t>
      </w:r>
    </w:p>
    <w:p w:rsidR="007B2329" w:rsidRDefault="007B2329" w:rsidP="007B2329">
      <w:r>
        <w:t>748.5223</w:t>
      </w:r>
      <w:r>
        <w:tab/>
        <w:t>2.025e0</w:t>
      </w:r>
    </w:p>
    <w:p w:rsidR="007B2329" w:rsidRDefault="007B2329" w:rsidP="007B2329">
      <w:r>
        <w:t>748.5722</w:t>
      </w:r>
      <w:r>
        <w:tab/>
        <w:t>2.911e0</w:t>
      </w:r>
    </w:p>
    <w:p w:rsidR="007B2329" w:rsidRDefault="007B2329" w:rsidP="007B2329">
      <w:r>
        <w:t>748.5976</w:t>
      </w:r>
      <w:r>
        <w:tab/>
        <w:t>9.552e-1</w:t>
      </w:r>
    </w:p>
    <w:p w:rsidR="007B2329" w:rsidRDefault="007B2329" w:rsidP="007B2329">
      <w:r>
        <w:t>748.6448</w:t>
      </w:r>
      <w:r>
        <w:tab/>
        <w:t>2.025e0</w:t>
      </w:r>
    </w:p>
    <w:p w:rsidR="007B2329" w:rsidRDefault="007B2329" w:rsidP="007B2329">
      <w:r>
        <w:t>748.6797</w:t>
      </w:r>
      <w:r>
        <w:tab/>
        <w:t>1.013e0</w:t>
      </w:r>
    </w:p>
    <w:p w:rsidR="007B2329" w:rsidRDefault="007B2329" w:rsidP="007B2329">
      <w:r>
        <w:t>748.6887</w:t>
      </w:r>
      <w:r>
        <w:tab/>
        <w:t>3.038e0</w:t>
      </w:r>
    </w:p>
    <w:p w:rsidR="007B2329" w:rsidRDefault="007B2329" w:rsidP="007B2329">
      <w:r>
        <w:t>748.7175</w:t>
      </w:r>
      <w:r>
        <w:tab/>
        <w:t>1.013e0</w:t>
      </w:r>
    </w:p>
    <w:p w:rsidR="007B2329" w:rsidRDefault="007B2329" w:rsidP="007B2329">
      <w:r>
        <w:t>748.7300</w:t>
      </w:r>
      <w:r>
        <w:tab/>
        <w:t>1.820e0</w:t>
      </w:r>
    </w:p>
    <w:p w:rsidR="007B2329" w:rsidRDefault="007B2329" w:rsidP="007B2329">
      <w:r>
        <w:t>748.7555</w:t>
      </w:r>
      <w:r>
        <w:tab/>
        <w:t>1.013e0</w:t>
      </w:r>
    </w:p>
    <w:p w:rsidR="007B2329" w:rsidRDefault="007B2329" w:rsidP="007B2329">
      <w:r>
        <w:t>748.7943</w:t>
      </w:r>
      <w:r>
        <w:tab/>
        <w:t>2.025e0</w:t>
      </w:r>
    </w:p>
    <w:p w:rsidR="007B2329" w:rsidRDefault="007B2329" w:rsidP="007B2329">
      <w:r>
        <w:t>748.7988</w:t>
      </w:r>
      <w:r>
        <w:tab/>
        <w:t>1.013e0</w:t>
      </w:r>
    </w:p>
    <w:p w:rsidR="007B2329" w:rsidRDefault="007B2329" w:rsidP="007B2329">
      <w:r>
        <w:t>748.8188</w:t>
      </w:r>
      <w:r>
        <w:tab/>
        <w:t>1.013e0</w:t>
      </w:r>
    </w:p>
    <w:p w:rsidR="007B2329" w:rsidRDefault="007B2329" w:rsidP="007B2329">
      <w:r>
        <w:t>748.8442</w:t>
      </w:r>
      <w:r>
        <w:tab/>
        <w:t>1.013e0</w:t>
      </w:r>
    </w:p>
    <w:p w:rsidR="007B2329" w:rsidRDefault="007B2329" w:rsidP="007B2329">
      <w:r>
        <w:lastRenderedPageBreak/>
        <w:t>748.8822</w:t>
      </w:r>
      <w:r>
        <w:tab/>
        <w:t>2.025e0</w:t>
      </w:r>
    </w:p>
    <w:p w:rsidR="007B2329" w:rsidRDefault="007B2329" w:rsidP="007B2329">
      <w:r>
        <w:t>748.8865</w:t>
      </w:r>
      <w:r>
        <w:tab/>
        <w:t>2.120e0</w:t>
      </w:r>
    </w:p>
    <w:p w:rsidR="007B2329" w:rsidRDefault="007B2329" w:rsidP="007B2329">
      <w:r>
        <w:t>748.8929</w:t>
      </w:r>
      <w:r>
        <w:tab/>
        <w:t>1.627e0</w:t>
      </w:r>
    </w:p>
    <w:p w:rsidR="007B2329" w:rsidRDefault="007B2329" w:rsidP="007B2329">
      <w:r>
        <w:t>748.8948</w:t>
      </w:r>
      <w:r>
        <w:tab/>
        <w:t>1.013e0</w:t>
      </w:r>
    </w:p>
    <w:p w:rsidR="007B2329" w:rsidRDefault="007B2329" w:rsidP="007B2329">
      <w:r>
        <w:t>748.9329</w:t>
      </w:r>
      <w:r>
        <w:tab/>
        <w:t>1.013e0</w:t>
      </w:r>
    </w:p>
    <w:p w:rsidR="007B2329" w:rsidRDefault="007B2329" w:rsidP="007B2329">
      <w:r>
        <w:t>748.9351</w:t>
      </w:r>
      <w:r>
        <w:tab/>
        <w:t>1.013e0</w:t>
      </w:r>
    </w:p>
    <w:p w:rsidR="007B2329" w:rsidRDefault="007B2329" w:rsidP="007B2329">
      <w:r>
        <w:t>748.9414</w:t>
      </w:r>
      <w:r>
        <w:tab/>
        <w:t>4.051e0</w:t>
      </w:r>
    </w:p>
    <w:p w:rsidR="007B2329" w:rsidRDefault="007B2329" w:rsidP="007B2329">
      <w:r>
        <w:t>748.9964</w:t>
      </w:r>
      <w:r>
        <w:tab/>
        <w:t>2.025e0</w:t>
      </w:r>
    </w:p>
    <w:p w:rsidR="007B2329" w:rsidRDefault="007B2329" w:rsidP="007B2329">
      <w:r>
        <w:t>749.0074</w:t>
      </w:r>
      <w:r>
        <w:tab/>
        <w:t>2.025e0</w:t>
      </w:r>
    </w:p>
    <w:p w:rsidR="007B2329" w:rsidRDefault="007B2329" w:rsidP="007B2329">
      <w:r>
        <w:t>749.0089</w:t>
      </w:r>
      <w:r>
        <w:tab/>
        <w:t>1.013e0</w:t>
      </w:r>
    </w:p>
    <w:p w:rsidR="007B2329" w:rsidRDefault="007B2329" w:rsidP="007B2329">
      <w:r>
        <w:t>749.0215</w:t>
      </w:r>
      <w:r>
        <w:tab/>
        <w:t>1.013e0</w:t>
      </w:r>
    </w:p>
    <w:p w:rsidR="007B2329" w:rsidRDefault="007B2329" w:rsidP="007B2329">
      <w:r>
        <w:t>749.0341</w:t>
      </w:r>
      <w:r>
        <w:tab/>
        <w:t>1.013e0</w:t>
      </w:r>
    </w:p>
    <w:p w:rsidR="007B2329" w:rsidRDefault="007B2329" w:rsidP="007B2329">
      <w:r>
        <w:t>749.0544</w:t>
      </w:r>
      <w:r>
        <w:tab/>
        <w:t>1.013e0</w:t>
      </w:r>
    </w:p>
    <w:p w:rsidR="007B2329" w:rsidRDefault="007B2329" w:rsidP="007B2329">
      <w:r>
        <w:t>749.0722</w:t>
      </w:r>
      <w:r>
        <w:tab/>
        <w:t>1.013e0</w:t>
      </w:r>
    </w:p>
    <w:p w:rsidR="007B2329" w:rsidRDefault="007B2329" w:rsidP="007B2329">
      <w:r>
        <w:t>749.0911</w:t>
      </w:r>
      <w:r>
        <w:tab/>
        <w:t>2.025e0</w:t>
      </w:r>
    </w:p>
    <w:p w:rsidR="007B2329" w:rsidRDefault="007B2329" w:rsidP="007B2329">
      <w:r>
        <w:t>749.1339</w:t>
      </w:r>
      <w:r>
        <w:tab/>
        <w:t>4.051e0</w:t>
      </w:r>
    </w:p>
    <w:p w:rsidR="007B2329" w:rsidRDefault="007B2329" w:rsidP="007B2329">
      <w:r>
        <w:t>749.1609</w:t>
      </w:r>
      <w:r>
        <w:tab/>
        <w:t>2.025e0</w:t>
      </w:r>
    </w:p>
    <w:p w:rsidR="007B2329" w:rsidRDefault="007B2329" w:rsidP="007B2329">
      <w:r>
        <w:t>749.1893</w:t>
      </w:r>
      <w:r>
        <w:tab/>
        <w:t>3.038e0</w:t>
      </w:r>
    </w:p>
    <w:p w:rsidR="007B2329" w:rsidRDefault="007B2329" w:rsidP="007B2329">
      <w:r>
        <w:t>749.2241</w:t>
      </w:r>
      <w:r>
        <w:tab/>
        <w:t>1.851e0</w:t>
      </w:r>
    </w:p>
    <w:p w:rsidR="007B2329" w:rsidRDefault="007B2329" w:rsidP="007B2329">
      <w:r>
        <w:lastRenderedPageBreak/>
        <w:t>749.2383</w:t>
      </w:r>
      <w:r>
        <w:tab/>
        <w:t>1.723e0</w:t>
      </w:r>
    </w:p>
    <w:p w:rsidR="007B2329" w:rsidRDefault="007B2329" w:rsidP="007B2329">
      <w:r>
        <w:t>749.2426</w:t>
      </w:r>
      <w:r>
        <w:tab/>
        <w:t>1.013e0</w:t>
      </w:r>
    </w:p>
    <w:p w:rsidR="007B2329" w:rsidRDefault="007B2329" w:rsidP="007B2329">
      <w:r>
        <w:t>749.2661</w:t>
      </w:r>
      <w:r>
        <w:tab/>
        <w:t>2.782e0</w:t>
      </w:r>
    </w:p>
    <w:p w:rsidR="007B2329" w:rsidRDefault="007B2329" w:rsidP="007B2329">
      <w:r>
        <w:t>749.3121</w:t>
      </w:r>
      <w:r>
        <w:tab/>
        <w:t>1.367e1</w:t>
      </w:r>
    </w:p>
    <w:p w:rsidR="007B2329" w:rsidRDefault="007B2329" w:rsidP="007B2329">
      <w:r>
        <w:t>749.3245</w:t>
      </w:r>
      <w:r>
        <w:tab/>
        <w:t>6.694e0</w:t>
      </w:r>
    </w:p>
    <w:p w:rsidR="007B2329" w:rsidRDefault="007B2329" w:rsidP="007B2329">
      <w:r>
        <w:t>749.3333</w:t>
      </w:r>
      <w:r>
        <w:tab/>
        <w:t>6.813e0</w:t>
      </w:r>
    </w:p>
    <w:p w:rsidR="007B2329" w:rsidRDefault="007B2329" w:rsidP="007B2329">
      <w:r>
        <w:t>749.3377</w:t>
      </w:r>
      <w:r>
        <w:tab/>
        <w:t>9.896e0</w:t>
      </w:r>
    </w:p>
    <w:p w:rsidR="007B2329" w:rsidRDefault="007B2329" w:rsidP="007B2329">
      <w:r>
        <w:t>749.3519</w:t>
      </w:r>
      <w:r>
        <w:tab/>
        <w:t>4.115e0</w:t>
      </w:r>
    </w:p>
    <w:p w:rsidR="007B2329" w:rsidRDefault="007B2329" w:rsidP="007B2329">
      <w:r>
        <w:t>749.3562</w:t>
      </w:r>
      <w:r>
        <w:tab/>
        <w:t>9.584e0</w:t>
      </w:r>
    </w:p>
    <w:p w:rsidR="007B2329" w:rsidRDefault="007B2329" w:rsidP="007B2329">
      <w:r>
        <w:t>749.3845</w:t>
      </w:r>
      <w:r>
        <w:tab/>
        <w:t>2.361e1</w:t>
      </w:r>
    </w:p>
    <w:p w:rsidR="007B2329" w:rsidRDefault="007B2329" w:rsidP="007B2329">
      <w:r>
        <w:t>749.3879</w:t>
      </w:r>
      <w:r>
        <w:tab/>
        <w:t>4.280e0</w:t>
      </w:r>
    </w:p>
    <w:p w:rsidR="007B2329" w:rsidRDefault="007B2329" w:rsidP="007B2329">
      <w:r>
        <w:t>749.3929</w:t>
      </w:r>
      <w:r>
        <w:tab/>
        <w:t>1.546e1</w:t>
      </w:r>
    </w:p>
    <w:p w:rsidR="007B2329" w:rsidRDefault="007B2329" w:rsidP="007B2329">
      <w:r>
        <w:t>749.3994</w:t>
      </w:r>
      <w:r>
        <w:tab/>
        <w:t>3.490e0</w:t>
      </w:r>
    </w:p>
    <w:p w:rsidR="007B2329" w:rsidRDefault="007B2329" w:rsidP="007B2329">
      <w:r>
        <w:t>749.4060</w:t>
      </w:r>
      <w:r>
        <w:tab/>
        <w:t>6.580e0</w:t>
      </w:r>
    </w:p>
    <w:p w:rsidR="007B2329" w:rsidRDefault="007B2329" w:rsidP="007B2329">
      <w:r>
        <w:t>749.4297</w:t>
      </w:r>
      <w:r>
        <w:tab/>
        <w:t>5.186e0</w:t>
      </w:r>
    </w:p>
    <w:p w:rsidR="007B2329" w:rsidRDefault="007B2329" w:rsidP="007B2329">
      <w:r>
        <w:t>749.4603</w:t>
      </w:r>
      <w:r>
        <w:tab/>
        <w:t>4.571e0</w:t>
      </w:r>
    </w:p>
    <w:p w:rsidR="007B2329" w:rsidRDefault="007B2329" w:rsidP="007B2329">
      <w:r>
        <w:t>749.5060</w:t>
      </w:r>
      <w:r>
        <w:tab/>
        <w:t>1.042e0</w:t>
      </w:r>
    </w:p>
    <w:p w:rsidR="007B2329" w:rsidRDefault="007B2329" w:rsidP="007B2329">
      <w:r>
        <w:t>749.5317</w:t>
      </w:r>
      <w:r>
        <w:tab/>
        <w:t>3.038e0</w:t>
      </w:r>
    </w:p>
    <w:p w:rsidR="007B2329" w:rsidRDefault="007B2329" w:rsidP="007B2329">
      <w:r>
        <w:t>749.5994</w:t>
      </w:r>
      <w:r>
        <w:tab/>
        <w:t>3.038e0</w:t>
      </w:r>
    </w:p>
    <w:p w:rsidR="007B2329" w:rsidRDefault="007B2329" w:rsidP="007B2329">
      <w:r>
        <w:lastRenderedPageBreak/>
        <w:t>749.6909</w:t>
      </w:r>
      <w:r>
        <w:tab/>
        <w:t>2.025e0</w:t>
      </w:r>
    </w:p>
    <w:p w:rsidR="007B2329" w:rsidRDefault="007B2329" w:rsidP="007B2329">
      <w:r>
        <w:t>749.6936</w:t>
      </w:r>
      <w:r>
        <w:tab/>
        <w:t>2.025e0</w:t>
      </w:r>
    </w:p>
    <w:p w:rsidR="007B2329" w:rsidRDefault="007B2329" w:rsidP="007B2329">
      <w:r>
        <w:t>749.7044</w:t>
      </w:r>
      <w:r>
        <w:tab/>
        <w:t>2.025e0</w:t>
      </w:r>
    </w:p>
    <w:p w:rsidR="007B2329" w:rsidRDefault="007B2329" w:rsidP="007B2329">
      <w:r>
        <w:t>749.7200</w:t>
      </w:r>
      <w:r>
        <w:tab/>
        <w:t>3.038e0</w:t>
      </w:r>
    </w:p>
    <w:p w:rsidR="007B2329" w:rsidRDefault="007B2329" w:rsidP="007B2329">
      <w:r>
        <w:t>749.7563</w:t>
      </w:r>
      <w:r>
        <w:tab/>
        <w:t>4.051e0</w:t>
      </w:r>
    </w:p>
    <w:p w:rsidR="007B2329" w:rsidRDefault="007B2329" w:rsidP="007B2329">
      <w:r>
        <w:t>749.8076</w:t>
      </w:r>
      <w:r>
        <w:tab/>
        <w:t>1.013e0</w:t>
      </w:r>
    </w:p>
    <w:p w:rsidR="007B2329" w:rsidRDefault="007B2329" w:rsidP="007B2329">
      <w:r>
        <w:t>749.8201</w:t>
      </w:r>
      <w:r>
        <w:tab/>
        <w:t>1.013e0</w:t>
      </w:r>
    </w:p>
    <w:p w:rsidR="007B2329" w:rsidRDefault="007B2329" w:rsidP="007B2329">
      <w:r>
        <w:t>749.8624</w:t>
      </w:r>
      <w:r>
        <w:tab/>
        <w:t>6.076e0</w:t>
      </w:r>
    </w:p>
    <w:p w:rsidR="007B2329" w:rsidRDefault="007B2329" w:rsidP="007B2329">
      <w:r>
        <w:t>749.8682</w:t>
      </w:r>
      <w:r>
        <w:tab/>
        <w:t>3.038e0</w:t>
      </w:r>
    </w:p>
    <w:p w:rsidR="007B2329" w:rsidRDefault="007B2329" w:rsidP="007B2329">
      <w:r>
        <w:t>749.8745</w:t>
      </w:r>
      <w:r>
        <w:tab/>
        <w:t>2.025e0</w:t>
      </w:r>
    </w:p>
    <w:p w:rsidR="007B2329" w:rsidRDefault="007B2329" w:rsidP="007B2329">
      <w:r>
        <w:t>749.9004</w:t>
      </w:r>
      <w:r>
        <w:tab/>
        <w:t>4.141e0</w:t>
      </w:r>
    </w:p>
    <w:p w:rsidR="007B2329" w:rsidRDefault="007B2329" w:rsidP="007B2329">
      <w:r>
        <w:t>749.9249</w:t>
      </w:r>
      <w:r>
        <w:tab/>
        <w:t>2.025e0</w:t>
      </w:r>
    </w:p>
    <w:p w:rsidR="007B2329" w:rsidRDefault="007B2329" w:rsidP="007B2329">
      <w:r>
        <w:t>749.9501</w:t>
      </w:r>
      <w:r>
        <w:tab/>
        <w:t>4.015e0</w:t>
      </w:r>
    </w:p>
    <w:p w:rsidR="007B2329" w:rsidRDefault="007B2329" w:rsidP="007B2329">
      <w:r>
        <w:t>749.9528</w:t>
      </w:r>
      <w:r>
        <w:tab/>
        <w:t>2.025e0</w:t>
      </w:r>
    </w:p>
    <w:p w:rsidR="007B2329" w:rsidRDefault="007B2329" w:rsidP="007B2329">
      <w:r>
        <w:t>749.9598</w:t>
      </w:r>
      <w:r>
        <w:tab/>
        <w:t>1.013e0</w:t>
      </w:r>
    </w:p>
    <w:p w:rsidR="007B2329" w:rsidRDefault="007B2329" w:rsidP="007B2329">
      <w:r>
        <w:t>749.9846</w:t>
      </w:r>
      <w:r>
        <w:tab/>
        <w:t>6.076e0</w:t>
      </w:r>
    </w:p>
    <w:p w:rsidR="007B2329" w:rsidRDefault="007B2329" w:rsidP="007B2329">
      <w:r>
        <w:t>750.0104</w:t>
      </w:r>
      <w:r>
        <w:tab/>
        <w:t>2.025e0</w:t>
      </w:r>
    </w:p>
    <w:p w:rsidR="007B2329" w:rsidRDefault="007B2329" w:rsidP="007B2329">
      <w:r>
        <w:t>750.0173</w:t>
      </w:r>
      <w:r>
        <w:tab/>
        <w:t>2.025e0</w:t>
      </w:r>
    </w:p>
    <w:p w:rsidR="007B2329" w:rsidRDefault="007B2329" w:rsidP="007B2329">
      <w:r>
        <w:t>750.0207</w:t>
      </w:r>
      <w:r>
        <w:tab/>
        <w:t>4.887e0</w:t>
      </w:r>
    </w:p>
    <w:p w:rsidR="007B2329" w:rsidRDefault="007B2329" w:rsidP="007B2329">
      <w:r>
        <w:lastRenderedPageBreak/>
        <w:t>750.0422</w:t>
      </w:r>
      <w:r>
        <w:tab/>
        <w:t>2.025e0</w:t>
      </w:r>
    </w:p>
    <w:p w:rsidR="007B2329" w:rsidRDefault="007B2329" w:rsidP="007B2329">
      <w:r>
        <w:t>750.0449</w:t>
      </w:r>
      <w:r>
        <w:tab/>
        <w:t>1.013e0</w:t>
      </w:r>
    </w:p>
    <w:p w:rsidR="007B2329" w:rsidRDefault="007B2329" w:rsidP="007B2329">
      <w:r>
        <w:t>750.0618</w:t>
      </w:r>
      <w:r>
        <w:tab/>
        <w:t>1.013e0</w:t>
      </w:r>
    </w:p>
    <w:p w:rsidR="007B2329" w:rsidRDefault="007B2329" w:rsidP="007B2329">
      <w:r>
        <w:t>750.0738</w:t>
      </w:r>
      <w:r>
        <w:tab/>
        <w:t>2.025e0</w:t>
      </w:r>
    </w:p>
    <w:p w:rsidR="007B2329" w:rsidRDefault="007B2329" w:rsidP="007B2329">
      <w:r>
        <w:t>750.1134</w:t>
      </w:r>
      <w:r>
        <w:tab/>
        <w:t>2.025e0</w:t>
      </w:r>
    </w:p>
    <w:p w:rsidR="007B2329" w:rsidRDefault="007B2329" w:rsidP="007B2329">
      <w:r>
        <w:t>750.1475</w:t>
      </w:r>
      <w:r>
        <w:tab/>
        <w:t>1.013e0</w:t>
      </w:r>
    </w:p>
    <w:p w:rsidR="007B2329" w:rsidRDefault="007B2329" w:rsidP="007B2329">
      <w:r>
        <w:t>750.1642</w:t>
      </w:r>
      <w:r>
        <w:tab/>
        <w:t>1.013e0</w:t>
      </w:r>
    </w:p>
    <w:p w:rsidR="007B2329" w:rsidRDefault="007B2329" w:rsidP="007B2329">
      <w:r>
        <w:t>750.1672</w:t>
      </w:r>
      <w:r>
        <w:tab/>
        <w:t>3.038e0</w:t>
      </w:r>
    </w:p>
    <w:p w:rsidR="007B2329" w:rsidRDefault="007B2329" w:rsidP="007B2329">
      <w:r>
        <w:t>750.2071</w:t>
      </w:r>
      <w:r>
        <w:tab/>
        <w:t>2.025e0</w:t>
      </w:r>
    </w:p>
    <w:p w:rsidR="007B2329" w:rsidRDefault="007B2329" w:rsidP="007B2329">
      <w:r>
        <w:t>750.2135</w:t>
      </w:r>
      <w:r>
        <w:tab/>
        <w:t>3.038e0</w:t>
      </w:r>
    </w:p>
    <w:p w:rsidR="007B2329" w:rsidRDefault="007B2329" w:rsidP="007B2329">
      <w:r>
        <w:t>750.2327</w:t>
      </w:r>
      <w:r>
        <w:tab/>
        <w:t>1.013e0</w:t>
      </w:r>
    </w:p>
    <w:p w:rsidR="007B2329" w:rsidRDefault="007B2329" w:rsidP="007B2329">
      <w:r>
        <w:t>750.2463</w:t>
      </w:r>
      <w:r>
        <w:tab/>
        <w:t>2.617e0</w:t>
      </w:r>
    </w:p>
    <w:p w:rsidR="007B2329" w:rsidRDefault="007B2329" w:rsidP="007B2329">
      <w:r>
        <w:t>750.2579</w:t>
      </w:r>
      <w:r>
        <w:tab/>
        <w:t>2.025e0</w:t>
      </w:r>
    </w:p>
    <w:p w:rsidR="007B2329" w:rsidRDefault="007B2329" w:rsidP="007B2329">
      <w:r>
        <w:t>750.2643</w:t>
      </w:r>
      <w:r>
        <w:tab/>
        <w:t>4.314e0</w:t>
      </w:r>
    </w:p>
    <w:p w:rsidR="007B2329" w:rsidRDefault="007B2329" w:rsidP="007B2329">
      <w:r>
        <w:t>750.2756</w:t>
      </w:r>
      <w:r>
        <w:tab/>
        <w:t>2.025e0</w:t>
      </w:r>
    </w:p>
    <w:p w:rsidR="007B2329" w:rsidRDefault="007B2329" w:rsidP="007B2329">
      <w:r>
        <w:t>750.2833</w:t>
      </w:r>
      <w:r>
        <w:tab/>
        <w:t>2.472e0</w:t>
      </w:r>
    </w:p>
    <w:p w:rsidR="007B2329" w:rsidRDefault="007B2329" w:rsidP="007B2329">
      <w:r>
        <w:t>750.3082</w:t>
      </w:r>
      <w:r>
        <w:tab/>
        <w:t>1.692e0</w:t>
      </w:r>
    </w:p>
    <w:p w:rsidR="007B2329" w:rsidRDefault="007B2329" w:rsidP="007B2329">
      <w:r>
        <w:t>750.3387</w:t>
      </w:r>
      <w:r>
        <w:tab/>
        <w:t>4.160e-1</w:t>
      </w:r>
    </w:p>
    <w:p w:rsidR="007B2329" w:rsidRDefault="007B2329" w:rsidP="007B2329">
      <w:r>
        <w:t>750.3482</w:t>
      </w:r>
      <w:r>
        <w:tab/>
        <w:t>1.545e0</w:t>
      </w:r>
    </w:p>
    <w:p w:rsidR="007B2329" w:rsidRDefault="007B2329" w:rsidP="007B2329">
      <w:r>
        <w:lastRenderedPageBreak/>
        <w:t>750.4014</w:t>
      </w:r>
      <w:r>
        <w:tab/>
        <w:t>1.801e0</w:t>
      </w:r>
    </w:p>
    <w:p w:rsidR="007B2329" w:rsidRDefault="007B2329" w:rsidP="007B2329">
      <w:r>
        <w:t>750.5563</w:t>
      </w:r>
      <w:r>
        <w:tab/>
        <w:t>1.013e0</w:t>
      </w:r>
    </w:p>
    <w:p w:rsidR="007B2329" w:rsidRDefault="007B2329" w:rsidP="007B2329">
      <w:r>
        <w:t>750.5981</w:t>
      </w:r>
      <w:r>
        <w:tab/>
        <w:t>3.627e-1</w:t>
      </w:r>
    </w:p>
    <w:p w:rsidR="007B2329" w:rsidRDefault="007B2329" w:rsidP="007B2329">
      <w:r>
        <w:t>750.6644</w:t>
      </w:r>
      <w:r>
        <w:tab/>
        <w:t>2.025e0</w:t>
      </w:r>
    </w:p>
    <w:p w:rsidR="007B2329" w:rsidRDefault="007B2329" w:rsidP="007B2329">
      <w:r>
        <w:t>750.6707</w:t>
      </w:r>
      <w:r>
        <w:tab/>
        <w:t>3.038e0</w:t>
      </w:r>
    </w:p>
    <w:p w:rsidR="007B2329" w:rsidRDefault="007B2329" w:rsidP="007B2329">
      <w:r>
        <w:t>750.6766</w:t>
      </w:r>
      <w:r>
        <w:tab/>
        <w:t>2.025e0</w:t>
      </w:r>
    </w:p>
    <w:p w:rsidR="007B2329" w:rsidRDefault="007B2329" w:rsidP="007B2329">
      <w:r>
        <w:t>750.6830</w:t>
      </w:r>
      <w:r>
        <w:tab/>
        <w:t>1.013e0</w:t>
      </w:r>
    </w:p>
    <w:p w:rsidR="007B2329" w:rsidRDefault="007B2329" w:rsidP="007B2329">
      <w:r>
        <w:t>750.7086</w:t>
      </w:r>
      <w:r>
        <w:tab/>
        <w:t>3.038e0</w:t>
      </w:r>
    </w:p>
    <w:p w:rsidR="007B2329" w:rsidRDefault="007B2329" w:rsidP="007B2329">
      <w:r>
        <w:t>750.7275</w:t>
      </w:r>
      <w:r>
        <w:tab/>
        <w:t>2.025e0</w:t>
      </w:r>
    </w:p>
    <w:p w:rsidR="007B2329" w:rsidRDefault="007B2329" w:rsidP="007B2329">
      <w:r>
        <w:t>750.7338</w:t>
      </w:r>
      <w:r>
        <w:tab/>
        <w:t>2.890e0</w:t>
      </w:r>
    </w:p>
    <w:p w:rsidR="007B2329" w:rsidRDefault="007B2329" w:rsidP="007B2329">
      <w:r>
        <w:t>750.7620</w:t>
      </w:r>
      <w:r>
        <w:tab/>
        <w:t>1.013e0</w:t>
      </w:r>
    </w:p>
    <w:p w:rsidR="007B2329" w:rsidRDefault="007B2329" w:rsidP="007B2329">
      <w:r>
        <w:t>750.7637</w:t>
      </w:r>
      <w:r>
        <w:tab/>
        <w:t>2.038e0</w:t>
      </w:r>
    </w:p>
    <w:p w:rsidR="007B2329" w:rsidRDefault="007B2329" w:rsidP="007B2329">
      <w:r>
        <w:t>750.8101</w:t>
      </w:r>
      <w:r>
        <w:tab/>
        <w:t>1.013e0</w:t>
      </w:r>
    </w:p>
    <w:p w:rsidR="007B2329" w:rsidRDefault="007B2329" w:rsidP="007B2329">
      <w:r>
        <w:t>750.8218</w:t>
      </w:r>
      <w:r>
        <w:tab/>
        <w:t>2.025e0</w:t>
      </w:r>
    </w:p>
    <w:p w:rsidR="007B2329" w:rsidRDefault="007B2329" w:rsidP="007B2329">
      <w:r>
        <w:t>750.8232</w:t>
      </w:r>
      <w:r>
        <w:tab/>
        <w:t>7.089e0</w:t>
      </w:r>
    </w:p>
    <w:p w:rsidR="007B2329" w:rsidRDefault="007B2329" w:rsidP="007B2329">
      <w:r>
        <w:t>750.8864</w:t>
      </w:r>
      <w:r>
        <w:tab/>
        <w:t>1.013e0</w:t>
      </w:r>
    </w:p>
    <w:p w:rsidR="007B2329" w:rsidRDefault="007B2329" w:rsidP="007B2329">
      <w:r>
        <w:t>750.9080</w:t>
      </w:r>
      <w:r>
        <w:tab/>
        <w:t>5.105e0</w:t>
      </w:r>
    </w:p>
    <w:p w:rsidR="007B2329" w:rsidRDefault="007B2329" w:rsidP="007B2329">
      <w:r>
        <w:t>750.9292</w:t>
      </w:r>
      <w:r>
        <w:tab/>
        <w:t>2.025e0</w:t>
      </w:r>
    </w:p>
    <w:p w:rsidR="007B2329" w:rsidRDefault="007B2329" w:rsidP="007B2329">
      <w:r>
        <w:t>750.9430</w:t>
      </w:r>
      <w:r>
        <w:tab/>
        <w:t>2.025e0</w:t>
      </w:r>
    </w:p>
    <w:p w:rsidR="007B2329" w:rsidRDefault="007B2329" w:rsidP="007B2329">
      <w:r>
        <w:lastRenderedPageBreak/>
        <w:t>750.9503</w:t>
      </w:r>
      <w:r>
        <w:tab/>
        <w:t>2.025e0</w:t>
      </w:r>
    </w:p>
    <w:p w:rsidR="007B2329" w:rsidRDefault="007B2329" w:rsidP="007B2329">
      <w:r>
        <w:t>750.9626</w:t>
      </w:r>
      <w:r>
        <w:tab/>
        <w:t>1.013e0</w:t>
      </w:r>
    </w:p>
    <w:p w:rsidR="007B2329" w:rsidRDefault="007B2329" w:rsidP="007B2329">
      <w:r>
        <w:t>750.9652</w:t>
      </w:r>
      <w:r>
        <w:tab/>
        <w:t>3.643e0</w:t>
      </w:r>
    </w:p>
    <w:p w:rsidR="007B2329" w:rsidRDefault="007B2329" w:rsidP="007B2329">
      <w:r>
        <w:t>750.9815</w:t>
      </w:r>
      <w:r>
        <w:tab/>
        <w:t>2.025e0</w:t>
      </w:r>
    </w:p>
    <w:p w:rsidR="007B2329" w:rsidRDefault="007B2329" w:rsidP="007B2329">
      <w:r>
        <w:t>751.0084</w:t>
      </w:r>
      <w:r>
        <w:tab/>
        <w:t>2.025e0</w:t>
      </w:r>
    </w:p>
    <w:p w:rsidR="007B2329" w:rsidRDefault="007B2329" w:rsidP="007B2329">
      <w:r>
        <w:t>751.0173</w:t>
      </w:r>
      <w:r>
        <w:tab/>
        <w:t>2.025e0</w:t>
      </w:r>
    </w:p>
    <w:p w:rsidR="007B2329" w:rsidRDefault="007B2329" w:rsidP="007B2329">
      <w:r>
        <w:t>751.0693</w:t>
      </w:r>
      <w:r>
        <w:tab/>
        <w:t>1.013e0</w:t>
      </w:r>
    </w:p>
    <w:p w:rsidR="007B2329" w:rsidRDefault="007B2329" w:rsidP="007B2329">
      <w:r>
        <w:t>751.0804</w:t>
      </w:r>
      <w:r>
        <w:tab/>
        <w:t>2.025e0</w:t>
      </w:r>
    </w:p>
    <w:p w:rsidR="007B2329" w:rsidRDefault="007B2329" w:rsidP="007B2329">
      <w:r>
        <w:t>751.0895</w:t>
      </w:r>
      <w:r>
        <w:tab/>
        <w:t>1.013e0</w:t>
      </w:r>
    </w:p>
    <w:p w:rsidR="007B2329" w:rsidRDefault="007B2329" w:rsidP="007B2329">
      <w:r>
        <w:t>751.0963</w:t>
      </w:r>
      <w:r>
        <w:tab/>
        <w:t>2.025e0</w:t>
      </w:r>
    </w:p>
    <w:p w:rsidR="007B2329" w:rsidRDefault="007B2329" w:rsidP="007B2329">
      <w:r>
        <w:t>751.1122</w:t>
      </w:r>
      <w:r>
        <w:tab/>
        <w:t>2.025e0</w:t>
      </w:r>
    </w:p>
    <w:p w:rsidR="007B2329" w:rsidRDefault="007B2329" w:rsidP="007B2329">
      <w:r>
        <w:t>751.1403</w:t>
      </w:r>
      <w:r>
        <w:tab/>
        <w:t>1.013e0</w:t>
      </w:r>
    </w:p>
    <w:p w:rsidR="007B2329" w:rsidRDefault="007B2329" w:rsidP="007B2329">
      <w:r>
        <w:t>751.1438</w:t>
      </w:r>
      <w:r>
        <w:tab/>
        <w:t>1.817e0</w:t>
      </w:r>
    </w:p>
    <w:p w:rsidR="007B2329" w:rsidRDefault="007B2329" w:rsidP="007B2329">
      <w:r>
        <w:t>751.1784</w:t>
      </w:r>
      <w:r>
        <w:tab/>
        <w:t>1.013e0</w:t>
      </w:r>
    </w:p>
    <w:p w:rsidR="007B2329" w:rsidRDefault="007B2329" w:rsidP="007B2329">
      <w:r>
        <w:t>751.1891</w:t>
      </w:r>
      <w:r>
        <w:tab/>
        <w:t>1.013e0</w:t>
      </w:r>
    </w:p>
    <w:p w:rsidR="007B2329" w:rsidRDefault="007B2329" w:rsidP="007B2329">
      <w:r>
        <w:t>751.2184</w:t>
      </w:r>
      <w:r>
        <w:tab/>
        <w:t>2.025e0</w:t>
      </w:r>
    </w:p>
    <w:p w:rsidR="007B2329" w:rsidRDefault="007B2329" w:rsidP="007B2329">
      <w:r>
        <w:t>751.2233</w:t>
      </w:r>
      <w:r>
        <w:tab/>
        <w:t>1.013e0</w:t>
      </w:r>
    </w:p>
    <w:p w:rsidR="007B2329" w:rsidRDefault="007B2329" w:rsidP="007B2329">
      <w:r>
        <w:t>751.2293</w:t>
      </w:r>
      <w:r>
        <w:tab/>
        <w:t>1.883e0</w:t>
      </w:r>
    </w:p>
    <w:p w:rsidR="007B2329" w:rsidRDefault="007B2329" w:rsidP="007B2329">
      <w:r>
        <w:t>751.2470</w:t>
      </w:r>
      <w:r>
        <w:tab/>
        <w:t>1.855e0</w:t>
      </w:r>
    </w:p>
    <w:p w:rsidR="007B2329" w:rsidRDefault="007B2329" w:rsidP="007B2329">
      <w:r>
        <w:lastRenderedPageBreak/>
        <w:t>751.2708</w:t>
      </w:r>
      <w:r>
        <w:tab/>
        <w:t>2.025e0</w:t>
      </w:r>
    </w:p>
    <w:p w:rsidR="007B2329" w:rsidRDefault="007B2329" w:rsidP="007B2329">
      <w:r>
        <w:t>751.2894</w:t>
      </w:r>
      <w:r>
        <w:tab/>
        <w:t>1.510e0</w:t>
      </w:r>
    </w:p>
    <w:p w:rsidR="007B2329" w:rsidRDefault="007B2329" w:rsidP="007B2329">
      <w:r>
        <w:t>751.2920</w:t>
      </w:r>
      <w:r>
        <w:tab/>
        <w:t>1.013e0</w:t>
      </w:r>
    </w:p>
    <w:p w:rsidR="007B2329" w:rsidRDefault="007B2329" w:rsidP="007B2329">
      <w:r>
        <w:t>751.3022</w:t>
      </w:r>
      <w:r>
        <w:tab/>
        <w:t>1.141e0</w:t>
      </w:r>
    </w:p>
    <w:p w:rsidR="007B2329" w:rsidRDefault="007B2329" w:rsidP="007B2329">
      <w:r>
        <w:t>751.3257</w:t>
      </w:r>
      <w:r>
        <w:tab/>
        <w:t>1.003e0</w:t>
      </w:r>
    </w:p>
    <w:p w:rsidR="007B2329" w:rsidRDefault="007B2329" w:rsidP="007B2329">
      <w:r>
        <w:t>751.3399</w:t>
      </w:r>
      <w:r>
        <w:tab/>
        <w:t>7.695e0</w:t>
      </w:r>
    </w:p>
    <w:p w:rsidR="007B2329" w:rsidRDefault="007B2329" w:rsidP="007B2329">
      <w:r>
        <w:t>751.3409</w:t>
      </w:r>
      <w:r>
        <w:tab/>
        <w:t>2.643e0</w:t>
      </w:r>
    </w:p>
    <w:p w:rsidR="007B2329" w:rsidRDefault="007B2329" w:rsidP="007B2329">
      <w:r>
        <w:t>751.3885</w:t>
      </w:r>
      <w:r>
        <w:tab/>
        <w:t>3.576e0</w:t>
      </w:r>
    </w:p>
    <w:p w:rsidR="007B2329" w:rsidRDefault="007B2329" w:rsidP="007B2329">
      <w:r>
        <w:t>751.4144</w:t>
      </w:r>
      <w:r>
        <w:tab/>
        <w:t>5.599e-1</w:t>
      </w:r>
    </w:p>
    <w:p w:rsidR="007B2329" w:rsidRDefault="007B2329" w:rsidP="007B2329">
      <w:r>
        <w:t>751.4377</w:t>
      </w:r>
      <w:r>
        <w:tab/>
        <w:t>2.536e0</w:t>
      </w:r>
    </w:p>
    <w:p w:rsidR="007B2329" w:rsidRDefault="007B2329" w:rsidP="007B2329">
      <w:r>
        <w:t>751.5642</w:t>
      </w:r>
      <w:r>
        <w:tab/>
        <w:t>2.645e0</w:t>
      </w:r>
    </w:p>
    <w:p w:rsidR="007B2329" w:rsidRDefault="007B2329" w:rsidP="007B2329">
      <w:r>
        <w:t>751.5727</w:t>
      </w:r>
      <w:r>
        <w:tab/>
        <w:t>3.063e0</w:t>
      </w:r>
    </w:p>
    <w:p w:rsidR="007B2329" w:rsidRDefault="007B2329" w:rsidP="007B2329">
      <w:r>
        <w:t>751.6080</w:t>
      </w:r>
      <w:r>
        <w:tab/>
        <w:t>2.292e0</w:t>
      </w:r>
    </w:p>
    <w:p w:rsidR="007B2329" w:rsidRDefault="007B2329" w:rsidP="007B2329">
      <w:r>
        <w:t>751.6360</w:t>
      </w:r>
      <w:r>
        <w:tab/>
        <w:t>2.025e0</w:t>
      </w:r>
    </w:p>
    <w:p w:rsidR="007B2329" w:rsidRDefault="007B2329" w:rsidP="007B2329">
      <w:r>
        <w:t>751.6493</w:t>
      </w:r>
      <w:r>
        <w:tab/>
        <w:t>1.013e0</w:t>
      </w:r>
    </w:p>
    <w:p w:rsidR="007B2329" w:rsidRDefault="007B2329" w:rsidP="007B2329">
      <w:r>
        <w:t>751.6620</w:t>
      </w:r>
      <w:r>
        <w:tab/>
        <w:t>1.392e0</w:t>
      </w:r>
    </w:p>
    <w:p w:rsidR="007B2329" w:rsidRDefault="007B2329" w:rsidP="007B2329">
      <w:r>
        <w:t>751.7518</w:t>
      </w:r>
      <w:r>
        <w:tab/>
        <w:t>1.013e0</w:t>
      </w:r>
    </w:p>
    <w:p w:rsidR="007B2329" w:rsidRDefault="007B2329" w:rsidP="007B2329">
      <w:r>
        <w:t>751.7733</w:t>
      </w:r>
      <w:r>
        <w:tab/>
        <w:t>3.051e0</w:t>
      </w:r>
    </w:p>
    <w:p w:rsidR="007B2329" w:rsidRDefault="007B2329" w:rsidP="007B2329">
      <w:r>
        <w:t>751.7885</w:t>
      </w:r>
      <w:r>
        <w:tab/>
        <w:t>1.469e0</w:t>
      </w:r>
    </w:p>
    <w:p w:rsidR="007B2329" w:rsidRDefault="007B2329" w:rsidP="007B2329">
      <w:r>
        <w:lastRenderedPageBreak/>
        <w:t>751.7925</w:t>
      </w:r>
      <w:r>
        <w:tab/>
        <w:t>3.038e0</w:t>
      </w:r>
    </w:p>
    <w:p w:rsidR="007B2329" w:rsidRDefault="007B2329" w:rsidP="007B2329">
      <w:r>
        <w:t>751.8013</w:t>
      </w:r>
      <w:r>
        <w:tab/>
        <w:t>2.025e0</w:t>
      </w:r>
    </w:p>
    <w:p w:rsidR="007B2329" w:rsidRDefault="007B2329" w:rsidP="007B2329">
      <w:r>
        <w:t>751.8714</w:t>
      </w:r>
      <w:r>
        <w:tab/>
        <w:t>2.025e0</w:t>
      </w:r>
    </w:p>
    <w:p w:rsidR="007B2329" w:rsidRDefault="007B2329" w:rsidP="007B2329">
      <w:r>
        <w:t>751.8732</w:t>
      </w:r>
      <w:r>
        <w:tab/>
        <w:t>3.038e0</w:t>
      </w:r>
    </w:p>
    <w:p w:rsidR="007B2329" w:rsidRDefault="007B2329" w:rsidP="007B2329">
      <w:r>
        <w:t>751.8764</w:t>
      </w:r>
      <w:r>
        <w:tab/>
        <w:t>8.060e0</w:t>
      </w:r>
    </w:p>
    <w:p w:rsidR="007B2329" w:rsidRDefault="007B2329" w:rsidP="007B2329">
      <w:r>
        <w:t>751.8837</w:t>
      </w:r>
      <w:r>
        <w:tab/>
        <w:t>1.301e0</w:t>
      </w:r>
    </w:p>
    <w:p w:rsidR="007B2329" w:rsidRDefault="007B2329" w:rsidP="007B2329">
      <w:r>
        <w:t>751.8892</w:t>
      </w:r>
      <w:r>
        <w:tab/>
        <w:t>1.820e0</w:t>
      </w:r>
    </w:p>
    <w:p w:rsidR="007B2329" w:rsidRDefault="007B2329" w:rsidP="007B2329">
      <w:r>
        <w:t>751.9233</w:t>
      </w:r>
      <w:r>
        <w:tab/>
        <w:t>2.025e0</w:t>
      </w:r>
    </w:p>
    <w:p w:rsidR="007B2329" w:rsidRDefault="007B2329" w:rsidP="007B2329">
      <w:r>
        <w:t>751.9286</w:t>
      </w:r>
      <w:r>
        <w:tab/>
        <w:t>1.013e0</w:t>
      </w:r>
    </w:p>
    <w:p w:rsidR="007B2329" w:rsidRDefault="007B2329" w:rsidP="007B2329">
      <w:r>
        <w:t>751.9545</w:t>
      </w:r>
      <w:r>
        <w:tab/>
        <w:t>2.025e0</w:t>
      </w:r>
    </w:p>
    <w:p w:rsidR="007B2329" w:rsidRDefault="007B2329" w:rsidP="007B2329">
      <w:r>
        <w:t>752.0058</w:t>
      </w:r>
      <w:r>
        <w:tab/>
        <w:t>3.038e0</w:t>
      </w:r>
    </w:p>
    <w:p w:rsidR="007B2329" w:rsidRDefault="007B2329" w:rsidP="007B2329">
      <w:r>
        <w:t>752.0361</w:t>
      </w:r>
      <w:r>
        <w:tab/>
        <w:t>2.025e0</w:t>
      </w:r>
    </w:p>
    <w:p w:rsidR="007B2329" w:rsidRDefault="007B2329" w:rsidP="007B2329">
      <w:r>
        <w:t>752.0431</w:t>
      </w:r>
      <w:r>
        <w:tab/>
        <w:t>3.038e0</w:t>
      </w:r>
    </w:p>
    <w:p w:rsidR="007B2329" w:rsidRDefault="007B2329" w:rsidP="007B2329">
      <w:r>
        <w:t>752.0889</w:t>
      </w:r>
      <w:r>
        <w:tab/>
        <w:t>1.365e0</w:t>
      </w:r>
    </w:p>
    <w:p w:rsidR="007B2329" w:rsidRDefault="007B2329" w:rsidP="007B2329">
      <w:r>
        <w:t>752.0937</w:t>
      </w:r>
      <w:r>
        <w:tab/>
        <w:t>2.025e0</w:t>
      </w:r>
    </w:p>
    <w:p w:rsidR="007B2329" w:rsidRDefault="007B2329" w:rsidP="007B2329">
      <w:r>
        <w:t>752.1011</w:t>
      </w:r>
      <w:r>
        <w:tab/>
        <w:t>4.051e0</w:t>
      </w:r>
    </w:p>
    <w:p w:rsidR="007B2329" w:rsidRDefault="007B2329" w:rsidP="007B2329">
      <w:r>
        <w:t>752.1074</w:t>
      </w:r>
      <w:r>
        <w:tab/>
        <w:t>2.025e0</w:t>
      </w:r>
    </w:p>
    <w:p w:rsidR="007B2329" w:rsidRDefault="007B2329" w:rsidP="007B2329">
      <w:r>
        <w:t>752.1194</w:t>
      </w:r>
      <w:r>
        <w:tab/>
        <w:t>1.013e0</w:t>
      </w:r>
    </w:p>
    <w:p w:rsidR="007B2329" w:rsidRDefault="007B2329" w:rsidP="007B2329">
      <w:r>
        <w:t>752.1371</w:t>
      </w:r>
      <w:r>
        <w:tab/>
        <w:t>2.025e0</w:t>
      </w:r>
    </w:p>
    <w:p w:rsidR="007B2329" w:rsidRDefault="007B2329" w:rsidP="007B2329">
      <w:r>
        <w:lastRenderedPageBreak/>
        <w:t>752.1390</w:t>
      </w:r>
      <w:r>
        <w:tab/>
        <w:t>3.038e0</w:t>
      </w:r>
    </w:p>
    <w:p w:rsidR="007B2329" w:rsidRDefault="007B2329" w:rsidP="007B2329">
      <w:r>
        <w:t>752.1578</w:t>
      </w:r>
      <w:r>
        <w:tab/>
        <w:t>1.013e0</w:t>
      </w:r>
    </w:p>
    <w:p w:rsidR="007B2329" w:rsidRDefault="007B2329" w:rsidP="007B2329">
      <w:r>
        <w:t>752.1863</w:t>
      </w:r>
      <w:r>
        <w:tab/>
        <w:t>3.038e0</w:t>
      </w:r>
    </w:p>
    <w:p w:rsidR="007B2329" w:rsidRDefault="007B2329" w:rsidP="007B2329">
      <w:r>
        <w:t>752.2031</w:t>
      </w:r>
      <w:r>
        <w:tab/>
        <w:t>2.811e0</w:t>
      </w:r>
    </w:p>
    <w:p w:rsidR="007B2329" w:rsidRDefault="007B2329" w:rsidP="007B2329">
      <w:r>
        <w:t>752.2084</w:t>
      </w:r>
      <w:r>
        <w:tab/>
        <w:t>1.013e0</w:t>
      </w:r>
    </w:p>
    <w:p w:rsidR="007B2329" w:rsidRDefault="007B2329" w:rsidP="007B2329">
      <w:r>
        <w:t>752.2283</w:t>
      </w:r>
      <w:r>
        <w:tab/>
        <w:t>3.965e0</w:t>
      </w:r>
    </w:p>
    <w:p w:rsidR="007B2329" w:rsidRDefault="007B2329" w:rsidP="007B2329">
      <w:r>
        <w:t>752.2301</w:t>
      </w:r>
      <w:r>
        <w:tab/>
        <w:t>2.025e0</w:t>
      </w:r>
    </w:p>
    <w:p w:rsidR="007B2329" w:rsidRDefault="007B2329" w:rsidP="007B2329">
      <w:r>
        <w:t>752.2464</w:t>
      </w:r>
      <w:r>
        <w:tab/>
        <w:t>1.215e0</w:t>
      </w:r>
    </w:p>
    <w:p w:rsidR="007B2329" w:rsidRDefault="007B2329" w:rsidP="007B2329">
      <w:r>
        <w:t>752.2504</w:t>
      </w:r>
      <w:r>
        <w:tab/>
        <w:t>2.754e0</w:t>
      </w:r>
    </w:p>
    <w:p w:rsidR="007B2329" w:rsidRDefault="007B2329" w:rsidP="007B2329">
      <w:r>
        <w:t>752.2702</w:t>
      </w:r>
      <w:r>
        <w:tab/>
        <w:t>1.938e0</w:t>
      </w:r>
    </w:p>
    <w:p w:rsidR="007B2329" w:rsidRDefault="007B2329" w:rsidP="007B2329">
      <w:r>
        <w:t>752.3012</w:t>
      </w:r>
      <w:r>
        <w:tab/>
        <w:t>1.228e0</w:t>
      </w:r>
    </w:p>
    <w:p w:rsidR="007B2329" w:rsidRDefault="007B2329" w:rsidP="007B2329">
      <w:r>
        <w:t>752.3033</w:t>
      </w:r>
      <w:r>
        <w:tab/>
        <w:t>2.829e0</w:t>
      </w:r>
    </w:p>
    <w:p w:rsidR="007B2329" w:rsidRDefault="007B2329" w:rsidP="007B2329">
      <w:r>
        <w:t>752.3439</w:t>
      </w:r>
      <w:r>
        <w:tab/>
        <w:t>4.713e0</w:t>
      </w:r>
    </w:p>
    <w:p w:rsidR="007B2329" w:rsidRDefault="007B2329" w:rsidP="007B2329">
      <w:r>
        <w:t>752.3890</w:t>
      </w:r>
      <w:r>
        <w:tab/>
        <w:t>5.109e0</w:t>
      </w:r>
    </w:p>
    <w:p w:rsidR="007B2329" w:rsidRDefault="007B2329" w:rsidP="007B2329">
      <w:r>
        <w:t>752.4026</w:t>
      </w:r>
      <w:r>
        <w:tab/>
        <w:t>1.074e1</w:t>
      </w:r>
    </w:p>
    <w:p w:rsidR="007B2329" w:rsidRDefault="007B2329" w:rsidP="007B2329">
      <w:r>
        <w:t>752.4128</w:t>
      </w:r>
      <w:r>
        <w:tab/>
        <w:t>5.973e0</w:t>
      </w:r>
    </w:p>
    <w:p w:rsidR="007B2329" w:rsidRDefault="007B2329" w:rsidP="007B2329">
      <w:r>
        <w:t>752.4376</w:t>
      </w:r>
      <w:r>
        <w:tab/>
        <w:t>9.004e0</w:t>
      </w:r>
    </w:p>
    <w:p w:rsidR="007B2329" w:rsidRDefault="007B2329" w:rsidP="007B2329">
      <w:r>
        <w:t>752.4683</w:t>
      </w:r>
      <w:r>
        <w:tab/>
        <w:t>2.352e0</w:t>
      </w:r>
    </w:p>
    <w:p w:rsidR="007B2329" w:rsidRDefault="007B2329" w:rsidP="007B2329">
      <w:r>
        <w:t>752.5096</w:t>
      </w:r>
      <w:r>
        <w:tab/>
        <w:t>1.832e0</w:t>
      </w:r>
    </w:p>
    <w:p w:rsidR="007B2329" w:rsidRDefault="007B2329" w:rsidP="007B2329">
      <w:r>
        <w:lastRenderedPageBreak/>
        <w:t>752.5820</w:t>
      </w:r>
      <w:r>
        <w:tab/>
        <w:t>2.025e0</w:t>
      </w:r>
    </w:p>
    <w:p w:rsidR="007B2329" w:rsidRDefault="007B2329" w:rsidP="007B2329">
      <w:r>
        <w:t>752.5894</w:t>
      </w:r>
      <w:r>
        <w:tab/>
        <w:t>4.051e0</w:t>
      </w:r>
    </w:p>
    <w:p w:rsidR="007B2329" w:rsidRDefault="007B2329" w:rsidP="007B2329">
      <w:r>
        <w:t>752.6226</w:t>
      </w:r>
      <w:r>
        <w:tab/>
        <w:t>1.013e0</w:t>
      </w:r>
    </w:p>
    <w:p w:rsidR="007B2329" w:rsidRDefault="007B2329" w:rsidP="007B2329">
      <w:r>
        <w:t>752.6406</w:t>
      </w:r>
      <w:r>
        <w:tab/>
        <w:t>2.025e0</w:t>
      </w:r>
    </w:p>
    <w:p w:rsidR="007B2329" w:rsidRDefault="007B2329" w:rsidP="007B2329">
      <w:r>
        <w:t>752.6993</w:t>
      </w:r>
      <w:r>
        <w:tab/>
        <w:t>2.025e0</w:t>
      </w:r>
    </w:p>
    <w:p w:rsidR="007B2329" w:rsidRDefault="007B2329" w:rsidP="007B2329">
      <w:r>
        <w:t>752.7111</w:t>
      </w:r>
      <w:r>
        <w:tab/>
        <w:t>2.025e0</w:t>
      </w:r>
    </w:p>
    <w:p w:rsidR="007B2329" w:rsidRDefault="007B2329" w:rsidP="007B2329">
      <w:r>
        <w:t>752.7206</w:t>
      </w:r>
      <w:r>
        <w:tab/>
        <w:t>5.782e0</w:t>
      </w:r>
    </w:p>
    <w:p w:rsidR="007B2329" w:rsidRDefault="007B2329" w:rsidP="007B2329">
      <w:r>
        <w:t>752.7252</w:t>
      </w:r>
      <w:r>
        <w:tab/>
        <w:t>1.013e0</w:t>
      </w:r>
    </w:p>
    <w:p w:rsidR="007B2329" w:rsidRDefault="007B2329" w:rsidP="007B2329">
      <w:r>
        <w:t>752.7430</w:t>
      </w:r>
      <w:r>
        <w:tab/>
        <w:t>1.013e0</w:t>
      </w:r>
    </w:p>
    <w:p w:rsidR="007B2329" w:rsidRDefault="007B2329" w:rsidP="007B2329">
      <w:r>
        <w:t>752.8105</w:t>
      </w:r>
      <w:r>
        <w:tab/>
        <w:t>1.013e0</w:t>
      </w:r>
    </w:p>
    <w:p w:rsidR="007B2329" w:rsidRDefault="007B2329" w:rsidP="007B2329">
      <w:r>
        <w:t>752.8221</w:t>
      </w:r>
      <w:r>
        <w:tab/>
        <w:t>3.038e0</w:t>
      </w:r>
    </w:p>
    <w:p w:rsidR="007B2329" w:rsidRDefault="007B2329" w:rsidP="007B2329">
      <w:r>
        <w:t>752.8667</w:t>
      </w:r>
      <w:r>
        <w:tab/>
        <w:t>2.025e0</w:t>
      </w:r>
    </w:p>
    <w:p w:rsidR="007B2329" w:rsidRDefault="007B2329" w:rsidP="007B2329">
      <w:r>
        <w:t>752.8959</w:t>
      </w:r>
      <w:r>
        <w:tab/>
        <w:t>2.025e0</w:t>
      </w:r>
    </w:p>
    <w:p w:rsidR="007B2329" w:rsidRDefault="007B2329" w:rsidP="007B2329">
      <w:r>
        <w:t>752.9001</w:t>
      </w:r>
      <w:r>
        <w:tab/>
        <w:t>5.437e0</w:t>
      </w:r>
    </w:p>
    <w:p w:rsidR="007B2329" w:rsidRDefault="007B2329" w:rsidP="007B2329">
      <w:r>
        <w:t>752.9594</w:t>
      </w:r>
      <w:r>
        <w:tab/>
        <w:t>2.025e0</w:t>
      </w:r>
    </w:p>
    <w:p w:rsidR="007B2329" w:rsidRDefault="007B2329" w:rsidP="007B2329">
      <w:r>
        <w:t>752.9642</w:t>
      </w:r>
      <w:r>
        <w:tab/>
        <w:t>1.013e0</w:t>
      </w:r>
    </w:p>
    <w:p w:rsidR="007B2329" w:rsidRDefault="007B2329" w:rsidP="007B2329">
      <w:r>
        <w:t>752.9849</w:t>
      </w:r>
      <w:r>
        <w:tab/>
        <w:t>1.025e0</w:t>
      </w:r>
    </w:p>
    <w:p w:rsidR="007B2329" w:rsidRDefault="007B2329" w:rsidP="007B2329">
      <w:r>
        <w:t>752.9893</w:t>
      </w:r>
      <w:r>
        <w:tab/>
        <w:t>2.939e0</w:t>
      </w:r>
    </w:p>
    <w:p w:rsidR="007B2329" w:rsidRDefault="007B2329" w:rsidP="007B2329">
      <w:r>
        <w:t>753.0325</w:t>
      </w:r>
      <w:r>
        <w:tab/>
        <w:t>1.013e0</w:t>
      </w:r>
    </w:p>
    <w:p w:rsidR="007B2329" w:rsidRDefault="007B2329" w:rsidP="007B2329">
      <w:r>
        <w:lastRenderedPageBreak/>
        <w:t>753.0762</w:t>
      </w:r>
      <w:r>
        <w:tab/>
        <w:t>2.025e0</w:t>
      </w:r>
    </w:p>
    <w:p w:rsidR="007B2329" w:rsidRDefault="007B2329" w:rsidP="007B2329">
      <w:r>
        <w:t>753.0834</w:t>
      </w:r>
      <w:r>
        <w:tab/>
        <w:t>5.063e0</w:t>
      </w:r>
    </w:p>
    <w:p w:rsidR="007B2329" w:rsidRDefault="007B2329" w:rsidP="007B2329">
      <w:r>
        <w:t>753.0868</w:t>
      </w:r>
      <w:r>
        <w:tab/>
        <w:t>1.013e0</w:t>
      </w:r>
    </w:p>
    <w:p w:rsidR="007B2329" w:rsidRDefault="007B2329" w:rsidP="007B2329">
      <w:r>
        <w:t>753.0932</w:t>
      </w:r>
      <w:r>
        <w:tab/>
        <w:t>3.038e0</w:t>
      </w:r>
    </w:p>
    <w:p w:rsidR="007B2329" w:rsidRDefault="007B2329" w:rsidP="007B2329">
      <w:r>
        <w:t>753.1091</w:t>
      </w:r>
      <w:r>
        <w:tab/>
        <w:t>3.038e0</w:t>
      </w:r>
    </w:p>
    <w:p w:rsidR="007B2329" w:rsidRDefault="007B2329" w:rsidP="007B2329">
      <w:r>
        <w:t>753.1121</w:t>
      </w:r>
      <w:r>
        <w:tab/>
        <w:t>1.013e0</w:t>
      </w:r>
    </w:p>
    <w:p w:rsidR="007B2329" w:rsidRDefault="007B2329" w:rsidP="007B2329">
      <w:r>
        <w:t>753.1425</w:t>
      </w:r>
      <w:r>
        <w:tab/>
        <w:t>1.887e0</w:t>
      </w:r>
    </w:p>
    <w:p w:rsidR="007B2329" w:rsidRDefault="007B2329" w:rsidP="007B2329">
      <w:r>
        <w:t>753.1737</w:t>
      </w:r>
      <w:r>
        <w:tab/>
        <w:t>2.994e0</w:t>
      </w:r>
    </w:p>
    <w:p w:rsidR="007B2329" w:rsidRDefault="007B2329" w:rsidP="007B2329">
      <w:r>
        <w:t>753.1956</w:t>
      </w:r>
      <w:r>
        <w:tab/>
        <w:t>3.038e0</w:t>
      </w:r>
    </w:p>
    <w:p w:rsidR="007B2329" w:rsidRDefault="007B2329" w:rsidP="007B2329">
      <w:r>
        <w:t>753.2011</w:t>
      </w:r>
      <w:r>
        <w:tab/>
        <w:t>3.038e0</w:t>
      </w:r>
    </w:p>
    <w:p w:rsidR="007B2329" w:rsidRDefault="007B2329" w:rsidP="007B2329">
      <w:r>
        <w:t>753.2269</w:t>
      </w:r>
      <w:r>
        <w:tab/>
        <w:t>1.013e0</w:t>
      </w:r>
    </w:p>
    <w:p w:rsidR="007B2329" w:rsidRDefault="007B2329" w:rsidP="007B2329">
      <w:r>
        <w:t>753.2607</w:t>
      </w:r>
      <w:r>
        <w:tab/>
        <w:t>2.025e0</w:t>
      </w:r>
    </w:p>
    <w:p w:rsidR="007B2329" w:rsidRDefault="007B2329" w:rsidP="007B2329">
      <w:r>
        <w:t>753.2889</w:t>
      </w:r>
      <w:r>
        <w:tab/>
        <w:t>1.013e0</w:t>
      </w:r>
    </w:p>
    <w:p w:rsidR="007B2329" w:rsidRDefault="007B2329" w:rsidP="007B2329">
      <w:r>
        <w:t>753.2911</w:t>
      </w:r>
      <w:r>
        <w:tab/>
        <w:t>2.594e0</w:t>
      </w:r>
    </w:p>
    <w:p w:rsidR="007B2329" w:rsidRDefault="007B2329" w:rsidP="007B2329">
      <w:r>
        <w:t>753.2980</w:t>
      </w:r>
      <w:r>
        <w:tab/>
        <w:t>2.061e0</w:t>
      </w:r>
    </w:p>
    <w:p w:rsidR="007B2329" w:rsidRDefault="007B2329" w:rsidP="007B2329">
      <w:r>
        <w:t>753.3072</w:t>
      </w:r>
      <w:r>
        <w:tab/>
        <w:t>1.298e0</w:t>
      </w:r>
    </w:p>
    <w:p w:rsidR="007B2329" w:rsidRDefault="007B2329" w:rsidP="007B2329">
      <w:r>
        <w:t>753.3118</w:t>
      </w:r>
      <w:r>
        <w:tab/>
        <w:t>2.645e0</w:t>
      </w:r>
    </w:p>
    <w:p w:rsidR="007B2329" w:rsidRDefault="007B2329" w:rsidP="007B2329">
      <w:r>
        <w:t>753.3181</w:t>
      </w:r>
      <w:r>
        <w:tab/>
        <w:t>2.494e0</w:t>
      </w:r>
    </w:p>
    <w:p w:rsidR="007B2329" w:rsidRDefault="007B2329" w:rsidP="007B2329">
      <w:r>
        <w:t>753.3224</w:t>
      </w:r>
      <w:r>
        <w:tab/>
        <w:t>1.013e0</w:t>
      </w:r>
    </w:p>
    <w:p w:rsidR="007B2329" w:rsidRDefault="007B2329" w:rsidP="007B2329">
      <w:r>
        <w:lastRenderedPageBreak/>
        <w:t>753.3308</w:t>
      </w:r>
      <w:r>
        <w:tab/>
        <w:t>2.194e0</w:t>
      </w:r>
    </w:p>
    <w:p w:rsidR="007B2329" w:rsidRDefault="007B2329" w:rsidP="007B2329">
      <w:r>
        <w:t>753.3436</w:t>
      </w:r>
      <w:r>
        <w:tab/>
        <w:t>4.220e0</w:t>
      </w:r>
    </w:p>
    <w:p w:rsidR="007B2329" w:rsidRDefault="007B2329" w:rsidP="007B2329">
      <w:r>
        <w:t>753.3563</w:t>
      </w:r>
      <w:r>
        <w:tab/>
        <w:t>4.051e0</w:t>
      </w:r>
    </w:p>
    <w:p w:rsidR="007B2329" w:rsidRDefault="007B2329" w:rsidP="007B2329">
      <w:r>
        <w:t>753.4200</w:t>
      </w:r>
      <w:r>
        <w:tab/>
        <w:t>1.805e1</w:t>
      </w:r>
    </w:p>
    <w:p w:rsidR="007B2329" w:rsidRDefault="007B2329" w:rsidP="007B2329">
      <w:r>
        <w:t>753.4474</w:t>
      </w:r>
      <w:r>
        <w:tab/>
        <w:t>4.064e1</w:t>
      </w:r>
    </w:p>
    <w:p w:rsidR="007B2329" w:rsidRDefault="007B2329" w:rsidP="007B2329">
      <w:r>
        <w:t>753.4513</w:t>
      </w:r>
      <w:r>
        <w:tab/>
        <w:t>6.926e1</w:t>
      </w:r>
    </w:p>
    <w:p w:rsidR="007B2329" w:rsidRDefault="007B2329" w:rsidP="007B2329">
      <w:r>
        <w:t>753.4584</w:t>
      </w:r>
      <w:r>
        <w:tab/>
        <w:t>4.363e0</w:t>
      </w:r>
    </w:p>
    <w:p w:rsidR="007B2329" w:rsidRDefault="007B2329" w:rsidP="007B2329">
      <w:r>
        <w:t>753.4604</w:t>
      </w:r>
      <w:r>
        <w:tab/>
        <w:t>8.427e1</w:t>
      </w:r>
    </w:p>
    <w:p w:rsidR="007B2329" w:rsidRDefault="007B2329" w:rsidP="007B2329">
      <w:r>
        <w:t>753.4623</w:t>
      </w:r>
      <w:r>
        <w:tab/>
        <w:t>2.283e1</w:t>
      </w:r>
    </w:p>
    <w:p w:rsidR="007B2329" w:rsidRDefault="007B2329" w:rsidP="007B2329">
      <w:r>
        <w:t>753.4700</w:t>
      </w:r>
      <w:r>
        <w:tab/>
        <w:t>2.285e1</w:t>
      </w:r>
    </w:p>
    <w:p w:rsidR="007B2329" w:rsidRDefault="007B2329" w:rsidP="007B2329">
      <w:r>
        <w:t>753.5788</w:t>
      </w:r>
      <w:r>
        <w:tab/>
        <w:t>1.013e0</w:t>
      </w:r>
    </w:p>
    <w:p w:rsidR="007B2329" w:rsidRDefault="007B2329" w:rsidP="007B2329">
      <w:r>
        <w:t>753.5963</w:t>
      </w:r>
      <w:r>
        <w:tab/>
        <w:t>2.025e0</w:t>
      </w:r>
    </w:p>
    <w:p w:rsidR="007B2329" w:rsidRDefault="007B2329" w:rsidP="007B2329">
      <w:r>
        <w:t>753.6155</w:t>
      </w:r>
      <w:r>
        <w:tab/>
        <w:t>2.025e0</w:t>
      </w:r>
    </w:p>
    <w:p w:rsidR="007B2329" w:rsidRDefault="007B2329" w:rsidP="007B2329">
      <w:r>
        <w:t>753.6542</w:t>
      </w:r>
      <w:r>
        <w:tab/>
        <w:t>2.025e0</w:t>
      </w:r>
    </w:p>
    <w:p w:rsidR="007B2329" w:rsidRDefault="007B2329" w:rsidP="007B2329">
      <w:r>
        <w:t>753.6686</w:t>
      </w:r>
      <w:r>
        <w:tab/>
        <w:t>2.025e0</w:t>
      </w:r>
    </w:p>
    <w:p w:rsidR="007B2329" w:rsidRDefault="007B2329" w:rsidP="007B2329">
      <w:r>
        <w:t>753.6816</w:t>
      </w:r>
      <w:r>
        <w:tab/>
        <w:t>2.025e0</w:t>
      </w:r>
    </w:p>
    <w:p w:rsidR="007B2329" w:rsidRDefault="007B2329" w:rsidP="007B2329">
      <w:r>
        <w:t>753.6854</w:t>
      </w:r>
      <w:r>
        <w:tab/>
        <w:t>1.013e0</w:t>
      </w:r>
    </w:p>
    <w:p w:rsidR="007B2329" w:rsidRDefault="007B2329" w:rsidP="007B2329">
      <w:r>
        <w:t>753.6905</w:t>
      </w:r>
      <w:r>
        <w:tab/>
        <w:t>1.702e0</w:t>
      </w:r>
    </w:p>
    <w:p w:rsidR="007B2329" w:rsidRDefault="007B2329" w:rsidP="007B2329">
      <w:r>
        <w:t>753.6920</w:t>
      </w:r>
      <w:r>
        <w:tab/>
        <w:t>2.025e0</w:t>
      </w:r>
    </w:p>
    <w:p w:rsidR="007B2329" w:rsidRDefault="007B2329" w:rsidP="007B2329">
      <w:r>
        <w:lastRenderedPageBreak/>
        <w:t>753.7056</w:t>
      </w:r>
      <w:r>
        <w:tab/>
        <w:t>2.025e0</w:t>
      </w:r>
    </w:p>
    <w:p w:rsidR="007B2329" w:rsidRDefault="007B2329" w:rsidP="007B2329">
      <w:r>
        <w:t>753.7491</w:t>
      </w:r>
      <w:r>
        <w:tab/>
        <w:t>1.013e0</w:t>
      </w:r>
    </w:p>
    <w:p w:rsidR="007B2329" w:rsidRDefault="007B2329" w:rsidP="007B2329">
      <w:r>
        <w:t>753.7755</w:t>
      </w:r>
      <w:r>
        <w:tab/>
        <w:t>3.910e0</w:t>
      </w:r>
    </w:p>
    <w:p w:rsidR="007B2329" w:rsidRDefault="007B2329" w:rsidP="007B2329">
      <w:r>
        <w:t>753.7874</w:t>
      </w:r>
      <w:r>
        <w:tab/>
        <w:t>1.148e0</w:t>
      </w:r>
    </w:p>
    <w:p w:rsidR="007B2329" w:rsidRDefault="007B2329" w:rsidP="007B2329">
      <w:r>
        <w:t>753.8256</w:t>
      </w:r>
      <w:r>
        <w:tab/>
        <w:t>1.013e0</w:t>
      </w:r>
    </w:p>
    <w:p w:rsidR="007B2329" w:rsidRDefault="007B2329" w:rsidP="007B2329">
      <w:r>
        <w:t>753.8329</w:t>
      </w:r>
      <w:r>
        <w:tab/>
        <w:t>2.907e0</w:t>
      </w:r>
    </w:p>
    <w:p w:rsidR="007B2329" w:rsidRDefault="007B2329" w:rsidP="007B2329">
      <w:r>
        <w:t>753.8376</w:t>
      </w:r>
      <w:r>
        <w:tab/>
        <w:t>2.025e0</w:t>
      </w:r>
    </w:p>
    <w:p w:rsidR="007B2329" w:rsidRDefault="007B2329" w:rsidP="007B2329">
      <w:r>
        <w:t>753.8467</w:t>
      </w:r>
      <w:r>
        <w:tab/>
        <w:t>3.038e0</w:t>
      </w:r>
    </w:p>
    <w:p w:rsidR="007B2329" w:rsidRDefault="007B2329" w:rsidP="007B2329">
      <w:r>
        <w:t>753.8510</w:t>
      </w:r>
      <w:r>
        <w:tab/>
        <w:t>4.051e0</w:t>
      </w:r>
    </w:p>
    <w:p w:rsidR="007B2329" w:rsidRDefault="007B2329" w:rsidP="007B2329">
      <w:r>
        <w:t>753.9490</w:t>
      </w:r>
      <w:r>
        <w:tab/>
        <w:t>3.777e0</w:t>
      </w:r>
    </w:p>
    <w:p w:rsidR="007B2329" w:rsidRDefault="007B2329" w:rsidP="007B2329">
      <w:r>
        <w:t>753.9659</w:t>
      </w:r>
      <w:r>
        <w:tab/>
        <w:t>1.013e0</w:t>
      </w:r>
    </w:p>
    <w:p w:rsidR="007B2329" w:rsidRDefault="007B2329" w:rsidP="007B2329">
      <w:r>
        <w:t>753.9788</w:t>
      </w:r>
      <w:r>
        <w:tab/>
        <w:t>1.013e0</w:t>
      </w:r>
    </w:p>
    <w:p w:rsidR="007B2329" w:rsidRDefault="007B2329" w:rsidP="007B2329">
      <w:r>
        <w:t>754.0555</w:t>
      </w:r>
      <w:r>
        <w:tab/>
        <w:t>2.025e0</w:t>
      </w:r>
    </w:p>
    <w:p w:rsidR="007B2329" w:rsidRDefault="007B2329" w:rsidP="007B2329">
      <w:r>
        <w:t>754.0651</w:t>
      </w:r>
      <w:r>
        <w:tab/>
        <w:t>3.038e0</w:t>
      </w:r>
    </w:p>
    <w:p w:rsidR="007B2329" w:rsidRDefault="007B2329" w:rsidP="007B2329">
      <w:r>
        <w:t>754.0995</w:t>
      </w:r>
      <w:r>
        <w:tab/>
        <w:t>1.985e0</w:t>
      </w:r>
    </w:p>
    <w:p w:rsidR="007B2329" w:rsidRDefault="007B2329" w:rsidP="007B2329">
      <w:r>
        <w:t>754.1189</w:t>
      </w:r>
      <w:r>
        <w:tab/>
        <w:t>1.013e0</w:t>
      </w:r>
    </w:p>
    <w:p w:rsidR="007B2329" w:rsidRDefault="007B2329" w:rsidP="007B2329">
      <w:r>
        <w:t>754.1201</w:t>
      </w:r>
      <w:r>
        <w:tab/>
        <w:t>3.038e0</w:t>
      </w:r>
    </w:p>
    <w:p w:rsidR="007B2329" w:rsidRDefault="007B2329" w:rsidP="007B2329">
      <w:r>
        <w:t>754.1584</w:t>
      </w:r>
      <w:r>
        <w:tab/>
        <w:t>4.051e0</w:t>
      </w:r>
    </w:p>
    <w:p w:rsidR="007B2329" w:rsidRDefault="007B2329" w:rsidP="007B2329">
      <w:r>
        <w:t>754.1728</w:t>
      </w:r>
      <w:r>
        <w:tab/>
        <w:t>4.786e0</w:t>
      </w:r>
    </w:p>
    <w:p w:rsidR="007B2329" w:rsidRDefault="007B2329" w:rsidP="007B2329">
      <w:r>
        <w:lastRenderedPageBreak/>
        <w:t>754.1904</w:t>
      </w:r>
      <w:r>
        <w:tab/>
        <w:t>2.923e0</w:t>
      </w:r>
    </w:p>
    <w:p w:rsidR="007B2329" w:rsidRDefault="007B2329" w:rsidP="007B2329">
      <w:r>
        <w:t>754.2101</w:t>
      </w:r>
      <w:r>
        <w:tab/>
        <w:t>2.025e0</w:t>
      </w:r>
    </w:p>
    <w:p w:rsidR="007B2329" w:rsidRDefault="007B2329" w:rsidP="007B2329">
      <w:r>
        <w:t>754.2368</w:t>
      </w:r>
      <w:r>
        <w:tab/>
        <w:t>2.736e0</w:t>
      </w:r>
    </w:p>
    <w:p w:rsidR="007B2329" w:rsidRDefault="007B2329" w:rsidP="007B2329">
      <w:r>
        <w:t>754.2393</w:t>
      </w:r>
      <w:r>
        <w:tab/>
        <w:t>2.196e0</w:t>
      </w:r>
    </w:p>
    <w:p w:rsidR="007B2329" w:rsidRDefault="007B2329" w:rsidP="007B2329">
      <w:r>
        <w:t>754.2596</w:t>
      </w:r>
      <w:r>
        <w:tab/>
        <w:t>1.073e0</w:t>
      </w:r>
    </w:p>
    <w:p w:rsidR="007B2329" w:rsidRDefault="007B2329" w:rsidP="007B2329">
      <w:r>
        <w:t>754.2847</w:t>
      </w:r>
      <w:r>
        <w:tab/>
        <w:t>1.013e0</w:t>
      </w:r>
    </w:p>
    <w:p w:rsidR="007B2329" w:rsidRDefault="007B2329" w:rsidP="007B2329">
      <w:r>
        <w:t>754.3248</w:t>
      </w:r>
      <w:r>
        <w:tab/>
        <w:t>3.791e0</w:t>
      </w:r>
    </w:p>
    <w:p w:rsidR="007B2329" w:rsidRDefault="007B2329" w:rsidP="007B2329">
      <w:r>
        <w:t>754.3272</w:t>
      </w:r>
      <w:r>
        <w:tab/>
        <w:t>3.881e-1</w:t>
      </w:r>
    </w:p>
    <w:p w:rsidR="007B2329" w:rsidRDefault="007B2329" w:rsidP="007B2329">
      <w:r>
        <w:t>754.4305</w:t>
      </w:r>
      <w:r>
        <w:tab/>
        <w:t>6.963e0</w:t>
      </w:r>
    </w:p>
    <w:p w:rsidR="007B2329" w:rsidRDefault="007B2329" w:rsidP="007B2329">
      <w:r>
        <w:t>754.4362</w:t>
      </w:r>
      <w:r>
        <w:tab/>
        <w:t>1.615e1</w:t>
      </w:r>
    </w:p>
    <w:p w:rsidR="007B2329" w:rsidRDefault="007B2329" w:rsidP="007B2329">
      <w:r>
        <w:t>754.4518</w:t>
      </w:r>
      <w:r>
        <w:tab/>
        <w:t>3.671e1</w:t>
      </w:r>
    </w:p>
    <w:p w:rsidR="007B2329" w:rsidRDefault="007B2329" w:rsidP="007B2329">
      <w:r>
        <w:t>754.4575</w:t>
      </w:r>
      <w:r>
        <w:tab/>
        <w:t>5.822e0</w:t>
      </w:r>
    </w:p>
    <w:p w:rsidR="007B2329" w:rsidRDefault="007B2329" w:rsidP="007B2329">
      <w:r>
        <w:t>754.4641</w:t>
      </w:r>
      <w:r>
        <w:tab/>
        <w:t>5.849e1</w:t>
      </w:r>
    </w:p>
    <w:p w:rsidR="007B2329" w:rsidRDefault="007B2329" w:rsidP="007B2329">
      <w:r>
        <w:t>754.4800</w:t>
      </w:r>
      <w:r>
        <w:tab/>
        <w:t>3.038e0</w:t>
      </w:r>
    </w:p>
    <w:p w:rsidR="007B2329" w:rsidRDefault="007B2329" w:rsidP="007B2329">
      <w:r>
        <w:t>754.5302</w:t>
      </w:r>
      <w:r>
        <w:tab/>
        <w:t>1.552e0</w:t>
      </w:r>
    </w:p>
    <w:p w:rsidR="007B2329" w:rsidRDefault="007B2329" w:rsidP="007B2329">
      <w:r>
        <w:t>754.5771</w:t>
      </w:r>
      <w:r>
        <w:tab/>
        <w:t>2.261e0</w:t>
      </w:r>
    </w:p>
    <w:p w:rsidR="007B2329" w:rsidRDefault="007B2329" w:rsidP="007B2329">
      <w:r>
        <w:t>754.5851</w:t>
      </w:r>
      <w:r>
        <w:tab/>
        <w:t>3.038e0</w:t>
      </w:r>
    </w:p>
    <w:p w:rsidR="007B2329" w:rsidRDefault="007B2329" w:rsidP="007B2329">
      <w:r>
        <w:t>754.5894</w:t>
      </w:r>
      <w:r>
        <w:tab/>
        <w:t>3.038e0</w:t>
      </w:r>
    </w:p>
    <w:p w:rsidR="007B2329" w:rsidRDefault="007B2329" w:rsidP="007B2329">
      <w:r>
        <w:t>754.6038</w:t>
      </w:r>
      <w:r>
        <w:tab/>
        <w:t>1.013e0</w:t>
      </w:r>
    </w:p>
    <w:p w:rsidR="007B2329" w:rsidRDefault="007B2329" w:rsidP="007B2329">
      <w:r>
        <w:lastRenderedPageBreak/>
        <w:t>754.6081</w:t>
      </w:r>
      <w:r>
        <w:tab/>
        <w:t>1.292e0</w:t>
      </w:r>
    </w:p>
    <w:p w:rsidR="007B2329" w:rsidRDefault="007B2329" w:rsidP="007B2329">
      <w:r>
        <w:t>754.6677</w:t>
      </w:r>
      <w:r>
        <w:tab/>
        <w:t>3.038e0</w:t>
      </w:r>
    </w:p>
    <w:p w:rsidR="007B2329" w:rsidRDefault="007B2329" w:rsidP="007B2329">
      <w:r>
        <w:t>754.6708</w:t>
      </w:r>
      <w:r>
        <w:tab/>
        <w:t>1.013e0</w:t>
      </w:r>
    </w:p>
    <w:p w:rsidR="007B2329" w:rsidRDefault="007B2329" w:rsidP="007B2329">
      <w:r>
        <w:t>754.7277</w:t>
      </w:r>
      <w:r>
        <w:tab/>
        <w:t>2.025e0</w:t>
      </w:r>
    </w:p>
    <w:p w:rsidR="007B2329" w:rsidRDefault="007B2329" w:rsidP="007B2329">
      <w:r>
        <w:t>754.7490</w:t>
      </w:r>
      <w:r>
        <w:tab/>
        <w:t>2.025e0</w:t>
      </w:r>
    </w:p>
    <w:p w:rsidR="007B2329" w:rsidRDefault="007B2329" w:rsidP="007B2329">
      <w:r>
        <w:t>754.7551</w:t>
      </w:r>
      <w:r>
        <w:tab/>
        <w:t>1.884e0</w:t>
      </w:r>
    </w:p>
    <w:p w:rsidR="007B2329" w:rsidRDefault="007B2329" w:rsidP="007B2329">
      <w:r>
        <w:t>754.8235</w:t>
      </w:r>
      <w:r>
        <w:tab/>
        <w:t>2.025e0</w:t>
      </w:r>
    </w:p>
    <w:p w:rsidR="007B2329" w:rsidRDefault="007B2329" w:rsidP="007B2329">
      <w:r>
        <w:t>754.8364</w:t>
      </w:r>
      <w:r>
        <w:tab/>
        <w:t>1.809e0</w:t>
      </w:r>
    </w:p>
    <w:p w:rsidR="007B2329" w:rsidRDefault="007B2329" w:rsidP="007B2329">
      <w:r>
        <w:t>754.8591</w:t>
      </w:r>
      <w:r>
        <w:tab/>
        <w:t>1.013e0</w:t>
      </w:r>
    </w:p>
    <w:p w:rsidR="007B2329" w:rsidRDefault="007B2329" w:rsidP="007B2329">
      <w:r>
        <w:t>754.8845</w:t>
      </w:r>
      <w:r>
        <w:tab/>
        <w:t>1.013e0</w:t>
      </w:r>
    </w:p>
    <w:p w:rsidR="007B2329" w:rsidRDefault="007B2329" w:rsidP="007B2329">
      <w:r>
        <w:t>754.8909</w:t>
      </w:r>
      <w:r>
        <w:tab/>
        <w:t>2.515e0</w:t>
      </w:r>
    </w:p>
    <w:p w:rsidR="007B2329" w:rsidRDefault="007B2329" w:rsidP="007B2329">
      <w:r>
        <w:t>754.9001</w:t>
      </w:r>
      <w:r>
        <w:tab/>
        <w:t>1.814e0</w:t>
      </w:r>
    </w:p>
    <w:p w:rsidR="007B2329" w:rsidRDefault="007B2329" w:rsidP="007B2329">
      <w:r>
        <w:t>754.9100</w:t>
      </w:r>
      <w:r>
        <w:tab/>
        <w:t>1.013e0</w:t>
      </w:r>
    </w:p>
    <w:p w:rsidR="007B2329" w:rsidRDefault="007B2329" w:rsidP="007B2329">
      <w:r>
        <w:t>754.9231</w:t>
      </w:r>
      <w:r>
        <w:tab/>
        <w:t>2.025e0</w:t>
      </w:r>
    </w:p>
    <w:p w:rsidR="007B2329" w:rsidRDefault="007B2329" w:rsidP="007B2329">
      <w:r>
        <w:t>754.9362</w:t>
      </w:r>
      <w:r>
        <w:tab/>
        <w:t>1.639e0</w:t>
      </w:r>
    </w:p>
    <w:p w:rsidR="007B2329" w:rsidRDefault="007B2329" w:rsidP="007B2329">
      <w:r>
        <w:t>754.9916</w:t>
      </w:r>
      <w:r>
        <w:tab/>
        <w:t>3.848e0</w:t>
      </w:r>
    </w:p>
    <w:p w:rsidR="007B2329" w:rsidRDefault="007B2329" w:rsidP="007B2329">
      <w:r>
        <w:t>754.9988</w:t>
      </w:r>
      <w:r>
        <w:tab/>
        <w:t>2.025e0</w:t>
      </w:r>
    </w:p>
    <w:p w:rsidR="007B2329" w:rsidRDefault="007B2329" w:rsidP="007B2329">
      <w:r>
        <w:t>755.0377</w:t>
      </w:r>
      <w:r>
        <w:tab/>
        <w:t>3.038e0</w:t>
      </w:r>
    </w:p>
    <w:p w:rsidR="007B2329" w:rsidRDefault="007B2329" w:rsidP="007B2329">
      <w:r>
        <w:t>755.0798</w:t>
      </w:r>
      <w:r>
        <w:tab/>
        <w:t>2.977e0</w:t>
      </w:r>
    </w:p>
    <w:p w:rsidR="007B2329" w:rsidRDefault="007B2329" w:rsidP="007B2329">
      <w:r>
        <w:lastRenderedPageBreak/>
        <w:t>755.0874</w:t>
      </w:r>
      <w:r>
        <w:tab/>
        <w:t>3.038e0</w:t>
      </w:r>
    </w:p>
    <w:p w:rsidR="007B2329" w:rsidRDefault="007B2329" w:rsidP="007B2329">
      <w:r>
        <w:t>755.0887</w:t>
      </w:r>
      <w:r>
        <w:tab/>
        <w:t>1.013e0</w:t>
      </w:r>
    </w:p>
    <w:p w:rsidR="007B2329" w:rsidRDefault="007B2329" w:rsidP="007B2329">
      <w:r>
        <w:t>755.1144</w:t>
      </w:r>
      <w:r>
        <w:tab/>
        <w:t>1.013e0</w:t>
      </w:r>
    </w:p>
    <w:p w:rsidR="007B2329" w:rsidRDefault="007B2329" w:rsidP="007B2329">
      <w:r>
        <w:t>755.1315</w:t>
      </w:r>
      <w:r>
        <w:tab/>
        <w:t>1.013e0</w:t>
      </w:r>
    </w:p>
    <w:p w:rsidR="007B2329" w:rsidRDefault="007B2329" w:rsidP="007B2329">
      <w:r>
        <w:t>755.1398</w:t>
      </w:r>
      <w:r>
        <w:tab/>
        <w:t>1.013e0</w:t>
      </w:r>
    </w:p>
    <w:p w:rsidR="007B2329" w:rsidRDefault="007B2329" w:rsidP="007B2329">
      <w:r>
        <w:t>755.1550</w:t>
      </w:r>
      <w:r>
        <w:tab/>
        <w:t>4.051e0</w:t>
      </w:r>
    </w:p>
    <w:p w:rsidR="007B2329" w:rsidRDefault="007B2329" w:rsidP="007B2329">
      <w:r>
        <w:t>755.1653</w:t>
      </w:r>
      <w:r>
        <w:tab/>
        <w:t>2.025e0</w:t>
      </w:r>
    </w:p>
    <w:p w:rsidR="007B2329" w:rsidRDefault="007B2329" w:rsidP="007B2329">
      <w:r>
        <w:t>755.2336</w:t>
      </w:r>
      <w:r>
        <w:tab/>
        <w:t>3.038e0</w:t>
      </w:r>
    </w:p>
    <w:p w:rsidR="007B2329" w:rsidRDefault="007B2329" w:rsidP="007B2329">
      <w:r>
        <w:t>755.2378</w:t>
      </w:r>
      <w:r>
        <w:tab/>
        <w:t>3.589e0</w:t>
      </w:r>
    </w:p>
    <w:p w:rsidR="007B2329" w:rsidRDefault="007B2329" w:rsidP="007B2329">
      <w:r>
        <w:t>755.2675</w:t>
      </w:r>
      <w:r>
        <w:tab/>
        <w:t>1.013e0</w:t>
      </w:r>
    </w:p>
    <w:p w:rsidR="007B2329" w:rsidRDefault="007B2329" w:rsidP="007B2329">
      <w:r>
        <w:t>755.2687</w:t>
      </w:r>
      <w:r>
        <w:tab/>
        <w:t>3.038e0</w:t>
      </w:r>
    </w:p>
    <w:p w:rsidR="007B2329" w:rsidRDefault="007B2329" w:rsidP="007B2329">
      <w:r>
        <w:t>755.2996</w:t>
      </w:r>
      <w:r>
        <w:tab/>
        <w:t>1.539e0</w:t>
      </w:r>
    </w:p>
    <w:p w:rsidR="007B2329" w:rsidRDefault="007B2329" w:rsidP="007B2329">
      <w:r>
        <w:t>755.3027</w:t>
      </w:r>
      <w:r>
        <w:tab/>
        <w:t>1.146e-1</w:t>
      </w:r>
    </w:p>
    <w:p w:rsidR="007B2329" w:rsidRDefault="007B2329" w:rsidP="007B2329">
      <w:r>
        <w:t>755.3068</w:t>
      </w:r>
      <w:r>
        <w:tab/>
        <w:t>3.783e0</w:t>
      </w:r>
    </w:p>
    <w:p w:rsidR="007B2329" w:rsidRDefault="007B2329" w:rsidP="007B2329">
      <w:r>
        <w:t>755.3137</w:t>
      </w:r>
      <w:r>
        <w:tab/>
        <w:t>3.332e0</w:t>
      </w:r>
    </w:p>
    <w:p w:rsidR="007B2329" w:rsidRDefault="007B2329" w:rsidP="007B2329">
      <w:r>
        <w:t>755.3153</w:t>
      </w:r>
      <w:r>
        <w:tab/>
        <w:t>5.987e0</w:t>
      </w:r>
    </w:p>
    <w:p w:rsidR="007B2329" w:rsidRDefault="007B2329" w:rsidP="007B2329">
      <w:r>
        <w:t>755.3735</w:t>
      </w:r>
      <w:r>
        <w:tab/>
        <w:t>1.988e0</w:t>
      </w:r>
    </w:p>
    <w:p w:rsidR="007B2329" w:rsidRDefault="007B2329" w:rsidP="007B2329">
      <w:r>
        <w:t>755.4492</w:t>
      </w:r>
      <w:r>
        <w:tab/>
        <w:t>2.018e1</w:t>
      </w:r>
    </w:p>
    <w:p w:rsidR="007B2329" w:rsidRDefault="007B2329" w:rsidP="007B2329">
      <w:r>
        <w:t>755.4502</w:t>
      </w:r>
      <w:r>
        <w:tab/>
        <w:t>5.782e0</w:t>
      </w:r>
    </w:p>
    <w:p w:rsidR="007B2329" w:rsidRDefault="007B2329" w:rsidP="007B2329">
      <w:r>
        <w:lastRenderedPageBreak/>
        <w:t>755.4513</w:t>
      </w:r>
      <w:r>
        <w:tab/>
        <w:t>1.078e1</w:t>
      </w:r>
    </w:p>
    <w:p w:rsidR="007B2329" w:rsidRDefault="007B2329" w:rsidP="007B2329">
      <w:r>
        <w:t>755.4642</w:t>
      </w:r>
      <w:r>
        <w:tab/>
        <w:t>1.026e1</w:t>
      </w:r>
    </w:p>
    <w:p w:rsidR="007B2329" w:rsidRDefault="007B2329" w:rsidP="007B2329">
      <w:r>
        <w:t>755.4655</w:t>
      </w:r>
      <w:r>
        <w:tab/>
        <w:t>9.811e0</w:t>
      </w:r>
    </w:p>
    <w:p w:rsidR="007B2329" w:rsidRDefault="007B2329" w:rsidP="007B2329">
      <w:r>
        <w:t>755.4678</w:t>
      </w:r>
      <w:r>
        <w:tab/>
        <w:t>9.329e0</w:t>
      </w:r>
    </w:p>
    <w:p w:rsidR="007B2329" w:rsidRDefault="007B2329" w:rsidP="007B2329">
      <w:r>
        <w:t>755.4702</w:t>
      </w:r>
      <w:r>
        <w:tab/>
        <w:t>2.455e1</w:t>
      </w:r>
    </w:p>
    <w:p w:rsidR="007B2329" w:rsidRDefault="007B2329" w:rsidP="007B2329">
      <w:r>
        <w:t>755.4754</w:t>
      </w:r>
      <w:r>
        <w:tab/>
        <w:t>1.771e1</w:t>
      </w:r>
    </w:p>
    <w:p w:rsidR="007B2329" w:rsidRDefault="007B2329" w:rsidP="007B2329">
      <w:r>
        <w:t>755.6091</w:t>
      </w:r>
      <w:r>
        <w:tab/>
        <w:t>1.013e0</w:t>
      </w:r>
    </w:p>
    <w:p w:rsidR="007B2329" w:rsidRDefault="007B2329" w:rsidP="007B2329">
      <w:r>
        <w:t>755.6509</w:t>
      </w:r>
      <w:r>
        <w:tab/>
        <w:t>1.013e0</w:t>
      </w:r>
    </w:p>
    <w:p w:rsidR="007B2329" w:rsidRDefault="007B2329" w:rsidP="007B2329">
      <w:r>
        <w:t>755.6766</w:t>
      </w:r>
      <w:r>
        <w:tab/>
        <w:t>1.013e0</w:t>
      </w:r>
    </w:p>
    <w:p w:rsidR="007B2329" w:rsidRDefault="007B2329" w:rsidP="007B2329">
      <w:r>
        <w:t>755.6944</w:t>
      </w:r>
      <w:r>
        <w:tab/>
        <w:t>1.013e0</w:t>
      </w:r>
    </w:p>
    <w:p w:rsidR="007B2329" w:rsidRDefault="007B2329" w:rsidP="007B2329">
      <w:r>
        <w:t>755.7084</w:t>
      </w:r>
      <w:r>
        <w:tab/>
        <w:t>2.025e0</w:t>
      </w:r>
    </w:p>
    <w:p w:rsidR="007B2329" w:rsidRDefault="007B2329" w:rsidP="007B2329">
      <w:r>
        <w:t>755.7245</w:t>
      </w:r>
      <w:r>
        <w:tab/>
        <w:t>3.038e0</w:t>
      </w:r>
    </w:p>
    <w:p w:rsidR="007B2329" w:rsidRDefault="007B2329" w:rsidP="007B2329">
      <w:r>
        <w:t>755.7345</w:t>
      </w:r>
      <w:r>
        <w:tab/>
        <w:t>3.038e0</w:t>
      </w:r>
    </w:p>
    <w:p w:rsidR="007B2329" w:rsidRDefault="007B2329" w:rsidP="007B2329">
      <w:r>
        <w:t>755.7531</w:t>
      </w:r>
      <w:r>
        <w:tab/>
        <w:t>1.013e0</w:t>
      </w:r>
    </w:p>
    <w:p w:rsidR="007B2329" w:rsidRDefault="007B2329" w:rsidP="007B2329">
      <w:r>
        <w:t>755.7797</w:t>
      </w:r>
      <w:r>
        <w:tab/>
        <w:t>2.025e0</w:t>
      </w:r>
    </w:p>
    <w:p w:rsidR="007B2329" w:rsidRDefault="007B2329" w:rsidP="007B2329">
      <w:r>
        <w:t>755.7951</w:t>
      </w:r>
      <w:r>
        <w:tab/>
        <w:t>2.810e0</w:t>
      </w:r>
    </w:p>
    <w:p w:rsidR="007B2329" w:rsidRDefault="007B2329" w:rsidP="007B2329">
      <w:r>
        <w:t>755.8150</w:t>
      </w:r>
      <w:r>
        <w:tab/>
        <w:t>2.640e0</w:t>
      </w:r>
    </w:p>
    <w:p w:rsidR="007B2329" w:rsidRDefault="007B2329" w:rsidP="007B2329">
      <w:r>
        <w:t>755.8304</w:t>
      </w:r>
      <w:r>
        <w:tab/>
        <w:t>1.013e0</w:t>
      </w:r>
    </w:p>
    <w:p w:rsidR="007B2329" w:rsidRDefault="007B2329" w:rsidP="007B2329">
      <w:r>
        <w:t>755.8352</w:t>
      </w:r>
      <w:r>
        <w:tab/>
        <w:t>2.038e0</w:t>
      </w:r>
    </w:p>
    <w:p w:rsidR="007B2329" w:rsidRDefault="007B2329" w:rsidP="007B2329">
      <w:r>
        <w:lastRenderedPageBreak/>
        <w:t>755.8556</w:t>
      </w:r>
      <w:r>
        <w:tab/>
        <w:t>1.013e0</w:t>
      </w:r>
    </w:p>
    <w:p w:rsidR="007B2329" w:rsidRDefault="007B2329" w:rsidP="007B2329">
      <w:r>
        <w:t>755.8680</w:t>
      </w:r>
      <w:r>
        <w:tab/>
        <w:t>3.184e0</w:t>
      </w:r>
    </w:p>
    <w:p w:rsidR="007B2329" w:rsidRDefault="007B2329" w:rsidP="007B2329">
      <w:r>
        <w:t>755.9094</w:t>
      </w:r>
      <w:r>
        <w:tab/>
        <w:t>1.894e0</w:t>
      </w:r>
    </w:p>
    <w:p w:rsidR="007B2329" w:rsidRDefault="007B2329" w:rsidP="007B2329">
      <w:r>
        <w:t>755.9174</w:t>
      </w:r>
      <w:r>
        <w:tab/>
        <w:t>2.374e0</w:t>
      </w:r>
    </w:p>
    <w:p w:rsidR="007B2329" w:rsidRDefault="007B2329" w:rsidP="007B2329">
      <w:r>
        <w:t>755.9191</w:t>
      </w:r>
      <w:r>
        <w:tab/>
        <w:t>1.013e0</w:t>
      </w:r>
    </w:p>
    <w:p w:rsidR="007B2329" w:rsidRDefault="007B2329" w:rsidP="007B2329">
      <w:r>
        <w:t>755.9418</w:t>
      </w:r>
      <w:r>
        <w:tab/>
        <w:t>2.025e0</w:t>
      </w:r>
    </w:p>
    <w:p w:rsidR="007B2329" w:rsidRDefault="007B2329" w:rsidP="007B2329">
      <w:r>
        <w:t>755.9761</w:t>
      </w:r>
      <w:r>
        <w:tab/>
        <w:t>1.983e0</w:t>
      </w:r>
    </w:p>
    <w:p w:rsidR="007B2329" w:rsidRDefault="007B2329" w:rsidP="007B2329">
      <w:r>
        <w:t>755.9841</w:t>
      </w:r>
      <w:r>
        <w:tab/>
        <w:t>1.013e0</w:t>
      </w:r>
    </w:p>
    <w:p w:rsidR="007B2329" w:rsidRDefault="007B2329" w:rsidP="007B2329">
      <w:r>
        <w:t>755.9962</w:t>
      </w:r>
      <w:r>
        <w:tab/>
        <w:t>1.013e0</w:t>
      </w:r>
    </w:p>
    <w:p w:rsidR="007B2329" w:rsidRDefault="007B2329" w:rsidP="007B2329">
      <w:r>
        <w:t>756.0342</w:t>
      </w:r>
      <w:r>
        <w:tab/>
        <w:t>2.725e0</w:t>
      </w:r>
    </w:p>
    <w:p w:rsidR="007B2329" w:rsidRDefault="007B2329" w:rsidP="007B2329">
      <w:r>
        <w:t>756.0355</w:t>
      </w:r>
      <w:r>
        <w:tab/>
        <w:t>3.245e0</w:t>
      </w:r>
    </w:p>
    <w:p w:rsidR="007B2329" w:rsidRDefault="007B2329" w:rsidP="007B2329">
      <w:r>
        <w:t>756.0698</w:t>
      </w:r>
      <w:r>
        <w:tab/>
        <w:t>1.013e0</w:t>
      </w:r>
    </w:p>
    <w:p w:rsidR="007B2329" w:rsidRDefault="007B2329" w:rsidP="007B2329">
      <w:r>
        <w:t>756.0727</w:t>
      </w:r>
      <w:r>
        <w:tab/>
        <w:t>1.013e0</w:t>
      </w:r>
    </w:p>
    <w:p w:rsidR="007B2329" w:rsidRDefault="007B2329" w:rsidP="007B2329">
      <w:r>
        <w:t>756.0786</w:t>
      </w:r>
      <w:r>
        <w:tab/>
        <w:t>2.025e0</w:t>
      </w:r>
    </w:p>
    <w:p w:rsidR="007B2329" w:rsidRDefault="007B2329" w:rsidP="007B2329">
      <w:r>
        <w:t>756.0864</w:t>
      </w:r>
      <w:r>
        <w:tab/>
        <w:t>1.013e0</w:t>
      </w:r>
    </w:p>
    <w:p w:rsidR="007B2329" w:rsidRDefault="007B2329" w:rsidP="007B2329">
      <w:r>
        <w:t>756.1235</w:t>
      </w:r>
      <w:r>
        <w:tab/>
        <w:t>2.025e0</w:t>
      </w:r>
    </w:p>
    <w:p w:rsidR="007B2329" w:rsidRDefault="007B2329" w:rsidP="007B2329">
      <w:r>
        <w:t>756.1379</w:t>
      </w:r>
      <w:r>
        <w:tab/>
        <w:t>1.013e0</w:t>
      </w:r>
    </w:p>
    <w:p w:rsidR="007B2329" w:rsidRDefault="007B2329" w:rsidP="007B2329">
      <w:r>
        <w:t>756.1658</w:t>
      </w:r>
      <w:r>
        <w:tab/>
        <w:t>1.025e0</w:t>
      </w:r>
    </w:p>
    <w:p w:rsidR="007B2329" w:rsidRDefault="007B2329" w:rsidP="007B2329">
      <w:r>
        <w:t>756.1722</w:t>
      </w:r>
      <w:r>
        <w:tab/>
        <w:t>1.400e0</w:t>
      </w:r>
    </w:p>
    <w:p w:rsidR="007B2329" w:rsidRDefault="007B2329" w:rsidP="007B2329">
      <w:r>
        <w:lastRenderedPageBreak/>
        <w:t>756.1957</w:t>
      </w:r>
      <w:r>
        <w:tab/>
        <w:t>2.025e0</w:t>
      </w:r>
    </w:p>
    <w:p w:rsidR="007B2329" w:rsidRDefault="007B2329" w:rsidP="007B2329">
      <w:r>
        <w:t>756.2062</w:t>
      </w:r>
      <w:r>
        <w:tab/>
        <w:t>1.013e0</w:t>
      </w:r>
    </w:p>
    <w:p w:rsidR="007B2329" w:rsidRDefault="007B2329" w:rsidP="007B2329">
      <w:r>
        <w:t>756.2141</w:t>
      </w:r>
      <w:r>
        <w:tab/>
        <w:t>2.472e0</w:t>
      </w:r>
    </w:p>
    <w:p w:rsidR="007B2329" w:rsidRDefault="007B2329" w:rsidP="007B2329">
      <w:r>
        <w:t>756.2578</w:t>
      </w:r>
      <w:r>
        <w:tab/>
        <w:t>1.013e0</w:t>
      </w:r>
    </w:p>
    <w:p w:rsidR="007B2329" w:rsidRDefault="007B2329" w:rsidP="007B2329">
      <w:r>
        <w:t>756.2726</w:t>
      </w:r>
      <w:r>
        <w:tab/>
        <w:t>3.075e0</w:t>
      </w:r>
    </w:p>
    <w:p w:rsidR="007B2329" w:rsidRDefault="007B2329" w:rsidP="007B2329">
      <w:r>
        <w:t>756.3104</w:t>
      </w:r>
      <w:r>
        <w:tab/>
        <w:t>4.122e0</w:t>
      </w:r>
    </w:p>
    <w:p w:rsidR="007B2329" w:rsidRDefault="007B2329" w:rsidP="007B2329">
      <w:r>
        <w:t>756.3313</w:t>
      </w:r>
      <w:r>
        <w:tab/>
        <w:t>4.152e0</w:t>
      </w:r>
    </w:p>
    <w:p w:rsidR="007B2329" w:rsidRDefault="007B2329" w:rsidP="007B2329">
      <w:r>
        <w:t>756.3938</w:t>
      </w:r>
      <w:r>
        <w:tab/>
        <w:t>1.013e0</w:t>
      </w:r>
    </w:p>
    <w:p w:rsidR="007B2329" w:rsidRDefault="007B2329" w:rsidP="007B2329">
      <w:r>
        <w:t>756.4611</w:t>
      </w:r>
      <w:r>
        <w:tab/>
        <w:t>6.089e0</w:t>
      </w:r>
    </w:p>
    <w:p w:rsidR="007B2329" w:rsidRDefault="007B2329" w:rsidP="007B2329">
      <w:r>
        <w:t>756.4659</w:t>
      </w:r>
      <w:r>
        <w:tab/>
        <w:t>4.558e0</w:t>
      </w:r>
    </w:p>
    <w:p w:rsidR="007B2329" w:rsidRDefault="007B2329" w:rsidP="007B2329">
      <w:r>
        <w:t>756.4891</w:t>
      </w:r>
      <w:r>
        <w:tab/>
        <w:t>2.934e2</w:t>
      </w:r>
    </w:p>
    <w:p w:rsidR="007B2329" w:rsidRDefault="007B2329" w:rsidP="007B2329">
      <w:r>
        <w:t>756.4919</w:t>
      </w:r>
      <w:r>
        <w:tab/>
        <w:t>7.402e2</w:t>
      </w:r>
    </w:p>
    <w:p w:rsidR="007B2329" w:rsidRDefault="007B2329" w:rsidP="007B2329">
      <w:r>
        <w:t>756.4935</w:t>
      </w:r>
      <w:r>
        <w:tab/>
        <w:t>1.544e2</w:t>
      </w:r>
    </w:p>
    <w:p w:rsidR="007B2329" w:rsidRDefault="007B2329" w:rsidP="007B2329">
      <w:r>
        <w:t>756.5654</w:t>
      </w:r>
      <w:r>
        <w:tab/>
        <w:t>5.063e0</w:t>
      </w:r>
    </w:p>
    <w:p w:rsidR="007B2329" w:rsidRDefault="007B2329" w:rsidP="007B2329">
      <w:r>
        <w:t>756.6105</w:t>
      </w:r>
      <w:r>
        <w:tab/>
        <w:t>4.051e0</w:t>
      </w:r>
    </w:p>
    <w:p w:rsidR="007B2329" w:rsidRDefault="007B2329" w:rsidP="007B2329">
      <w:r>
        <w:t>756.6514</w:t>
      </w:r>
      <w:r>
        <w:tab/>
        <w:t>5.063e0</w:t>
      </w:r>
    </w:p>
    <w:p w:rsidR="007B2329" w:rsidRDefault="007B2329" w:rsidP="007B2329">
      <w:r>
        <w:t>756.6574</w:t>
      </w:r>
      <w:r>
        <w:tab/>
        <w:t>4.051e0</w:t>
      </w:r>
    </w:p>
    <w:p w:rsidR="007B2329" w:rsidRDefault="007B2329" w:rsidP="007B2329">
      <w:r>
        <w:t>756.6863</w:t>
      </w:r>
      <w:r>
        <w:tab/>
        <w:t>3.001e0</w:t>
      </w:r>
    </w:p>
    <w:p w:rsidR="007B2329" w:rsidRDefault="007B2329" w:rsidP="007B2329">
      <w:r>
        <w:t>756.7076</w:t>
      </w:r>
      <w:r>
        <w:tab/>
        <w:t>2.025e0</w:t>
      </w:r>
    </w:p>
    <w:p w:rsidR="007B2329" w:rsidRDefault="007B2329" w:rsidP="007B2329">
      <w:r>
        <w:lastRenderedPageBreak/>
        <w:t>756.7184</w:t>
      </w:r>
      <w:r>
        <w:tab/>
        <w:t>1.013e0</w:t>
      </w:r>
    </w:p>
    <w:p w:rsidR="007B2329" w:rsidRDefault="007B2329" w:rsidP="007B2329">
      <w:r>
        <w:t>756.7337</w:t>
      </w:r>
      <w:r>
        <w:tab/>
        <w:t>5.039e0</w:t>
      </w:r>
    </w:p>
    <w:p w:rsidR="007B2329" w:rsidRDefault="007B2329" w:rsidP="007B2329">
      <w:r>
        <w:t>756.7504</w:t>
      </w:r>
      <w:r>
        <w:tab/>
        <w:t>1.013e0</w:t>
      </w:r>
    </w:p>
    <w:p w:rsidR="007B2329" w:rsidRDefault="007B2329" w:rsidP="007B2329">
      <w:r>
        <w:t>756.7534</w:t>
      </w:r>
      <w:r>
        <w:tab/>
        <w:t>3.267e0</w:t>
      </w:r>
    </w:p>
    <w:p w:rsidR="007B2329" w:rsidRDefault="007B2329" w:rsidP="007B2329">
      <w:r>
        <w:t>756.7864</w:t>
      </w:r>
      <w:r>
        <w:tab/>
        <w:t>1.013e0</w:t>
      </w:r>
    </w:p>
    <w:p w:rsidR="007B2329" w:rsidRDefault="007B2329" w:rsidP="007B2329">
      <w:r>
        <w:t>756.7891</w:t>
      </w:r>
      <w:r>
        <w:tab/>
        <w:t>1.266e-2</w:t>
      </w:r>
    </w:p>
    <w:p w:rsidR="007B2329" w:rsidRDefault="007B2329" w:rsidP="007B2329">
      <w:r>
        <w:t>756.8338</w:t>
      </w:r>
      <w:r>
        <w:tab/>
        <w:t>2.557e0</w:t>
      </w:r>
    </w:p>
    <w:p w:rsidR="007B2329" w:rsidRDefault="007B2329" w:rsidP="007B2329">
      <w:r>
        <w:t>756.8464</w:t>
      </w:r>
      <w:r>
        <w:tab/>
        <w:t>7.748e0</w:t>
      </w:r>
    </w:p>
    <w:p w:rsidR="007B2329" w:rsidRDefault="007B2329" w:rsidP="007B2329">
      <w:r>
        <w:t>756.8696</w:t>
      </w:r>
      <w:r>
        <w:tab/>
        <w:t>2.494e0</w:t>
      </w:r>
    </w:p>
    <w:p w:rsidR="007B2329" w:rsidRDefault="007B2329" w:rsidP="007B2329">
      <w:r>
        <w:t>756.8716</w:t>
      </w:r>
      <w:r>
        <w:tab/>
        <w:t>4.167e0</w:t>
      </w:r>
    </w:p>
    <w:p w:rsidR="007B2329" w:rsidRDefault="007B2329" w:rsidP="007B2329">
      <w:r>
        <w:t>756.9167</w:t>
      </w:r>
      <w:r>
        <w:tab/>
        <w:t>1.013e0</w:t>
      </w:r>
    </w:p>
    <w:p w:rsidR="007B2329" w:rsidRDefault="007B2329" w:rsidP="007B2329">
      <w:r>
        <w:t>756.9253</w:t>
      </w:r>
      <w:r>
        <w:tab/>
        <w:t>3.038e0</w:t>
      </w:r>
    </w:p>
    <w:p w:rsidR="007B2329" w:rsidRDefault="007B2329" w:rsidP="007B2329">
      <w:r>
        <w:t>756.9686</w:t>
      </w:r>
      <w:r>
        <w:tab/>
        <w:t>6.076e0</w:t>
      </w:r>
    </w:p>
    <w:p w:rsidR="007B2329" w:rsidRDefault="007B2329" w:rsidP="007B2329">
      <w:r>
        <w:t>756.9721</w:t>
      </w:r>
      <w:r>
        <w:tab/>
        <w:t>2.757e0</w:t>
      </w:r>
    </w:p>
    <w:p w:rsidR="007B2329" w:rsidRDefault="007B2329" w:rsidP="007B2329">
      <w:r>
        <w:t>756.9811</w:t>
      </w:r>
      <w:r>
        <w:tab/>
        <w:t>1.013e0</w:t>
      </w:r>
    </w:p>
    <w:p w:rsidR="007B2329" w:rsidRDefault="007B2329" w:rsidP="007B2329">
      <w:r>
        <w:t>757.0077</w:t>
      </w:r>
      <w:r>
        <w:tab/>
        <w:t>1.013e0</w:t>
      </w:r>
    </w:p>
    <w:p w:rsidR="007B2329" w:rsidRDefault="007B2329" w:rsidP="007B2329">
      <w:r>
        <w:t>757.0213</w:t>
      </w:r>
      <w:r>
        <w:tab/>
        <w:t>5.063e0</w:t>
      </w:r>
    </w:p>
    <w:p w:rsidR="007B2329" w:rsidRDefault="007B2329" w:rsidP="007B2329">
      <w:r>
        <w:t>757.0252</w:t>
      </w:r>
      <w:r>
        <w:tab/>
        <w:t>3.038e0</w:t>
      </w:r>
    </w:p>
    <w:p w:rsidR="007B2329" w:rsidRDefault="007B2329" w:rsidP="007B2329">
      <w:r>
        <w:t>757.0286</w:t>
      </w:r>
      <w:r>
        <w:tab/>
        <w:t>2.025e0</w:t>
      </w:r>
    </w:p>
    <w:p w:rsidR="007B2329" w:rsidRDefault="007B2329" w:rsidP="007B2329">
      <w:r>
        <w:lastRenderedPageBreak/>
        <w:t>757.0787</w:t>
      </w:r>
      <w:r>
        <w:tab/>
        <w:t>3.829e0</w:t>
      </w:r>
    </w:p>
    <w:p w:rsidR="007B2329" w:rsidRDefault="007B2329" w:rsidP="007B2329">
      <w:r>
        <w:t>757.1091</w:t>
      </w:r>
      <w:r>
        <w:tab/>
        <w:t>3.038e0</w:t>
      </w:r>
    </w:p>
    <w:p w:rsidR="007B2329" w:rsidRDefault="007B2329" w:rsidP="007B2329">
      <w:r>
        <w:t>757.1451</w:t>
      </w:r>
      <w:r>
        <w:tab/>
        <w:t>4.051e0</w:t>
      </w:r>
    </w:p>
    <w:p w:rsidR="007B2329" w:rsidRDefault="007B2329" w:rsidP="007B2329">
      <w:r>
        <w:t>757.1529</w:t>
      </w:r>
      <w:r>
        <w:tab/>
        <w:t>2.025e0</w:t>
      </w:r>
    </w:p>
    <w:p w:rsidR="007B2329" w:rsidRDefault="007B2329" w:rsidP="007B2329">
      <w:r>
        <w:t>757.1576</w:t>
      </w:r>
      <w:r>
        <w:tab/>
        <w:t>5.063e0</w:t>
      </w:r>
    </w:p>
    <w:p w:rsidR="007B2329" w:rsidRDefault="007B2329" w:rsidP="007B2329">
      <w:r>
        <w:t>757.1797</w:t>
      </w:r>
      <w:r>
        <w:tab/>
        <w:t>2.025e0</w:t>
      </w:r>
    </w:p>
    <w:p w:rsidR="007B2329" w:rsidRDefault="007B2329" w:rsidP="007B2329">
      <w:r>
        <w:t>757.1962</w:t>
      </w:r>
      <w:r>
        <w:tab/>
        <w:t>1.013e0</w:t>
      </w:r>
    </w:p>
    <w:p w:rsidR="007B2329" w:rsidRDefault="007B2329" w:rsidP="007B2329">
      <w:r>
        <w:t>757.2042</w:t>
      </w:r>
      <w:r>
        <w:tab/>
        <w:t>6.305e0</w:t>
      </w:r>
    </w:p>
    <w:p w:rsidR="007B2329" w:rsidRDefault="007B2329" w:rsidP="007B2329">
      <w:r>
        <w:t>757.2565</w:t>
      </w:r>
      <w:r>
        <w:tab/>
        <w:t>1.013e0</w:t>
      </w:r>
    </w:p>
    <w:p w:rsidR="007B2329" w:rsidRDefault="007B2329" w:rsidP="007B2329">
      <w:r>
        <w:t>757.2737</w:t>
      </w:r>
      <w:r>
        <w:tab/>
        <w:t>4.680e0</w:t>
      </w:r>
    </w:p>
    <w:p w:rsidR="007B2329" w:rsidRDefault="007B2329" w:rsidP="007B2329">
      <w:r>
        <w:t>757.3394</w:t>
      </w:r>
      <w:r>
        <w:tab/>
        <w:t>1.542e0</w:t>
      </w:r>
    </w:p>
    <w:p w:rsidR="007B2329" w:rsidRDefault="007B2329" w:rsidP="007B2329">
      <w:r>
        <w:t>757.3524</w:t>
      </w:r>
      <w:r>
        <w:tab/>
        <w:t>1.013e0</w:t>
      </w:r>
    </w:p>
    <w:p w:rsidR="007B2329" w:rsidRDefault="007B2329" w:rsidP="007B2329">
      <w:r>
        <w:t>757.3657</w:t>
      </w:r>
      <w:r>
        <w:tab/>
        <w:t>1.013e0</w:t>
      </w:r>
    </w:p>
    <w:p w:rsidR="007B2329" w:rsidRDefault="007B2329" w:rsidP="007B2329">
      <w:r>
        <w:t>757.4777</w:t>
      </w:r>
      <w:r>
        <w:tab/>
        <w:t>3.038e0</w:t>
      </w:r>
    </w:p>
    <w:p w:rsidR="007B2329" w:rsidRDefault="007B2329" w:rsidP="007B2329">
      <w:r>
        <w:t>757.4789</w:t>
      </w:r>
      <w:r>
        <w:tab/>
        <w:t>6.540e0</w:t>
      </w:r>
    </w:p>
    <w:p w:rsidR="007B2329" w:rsidRDefault="007B2329" w:rsidP="007B2329">
      <w:r>
        <w:t>757.4849</w:t>
      </w:r>
      <w:r>
        <w:tab/>
        <w:t>4.671e1</w:t>
      </w:r>
    </w:p>
    <w:p w:rsidR="007B2329" w:rsidRDefault="007B2329" w:rsidP="007B2329">
      <w:r>
        <w:t>757.4888</w:t>
      </w:r>
      <w:r>
        <w:tab/>
        <w:t>7.652e1</w:t>
      </w:r>
    </w:p>
    <w:p w:rsidR="007B2329" w:rsidRDefault="007B2329" w:rsidP="007B2329">
      <w:r>
        <w:t>757.4924</w:t>
      </w:r>
      <w:r>
        <w:tab/>
        <w:t>1.247e2</w:t>
      </w:r>
    </w:p>
    <w:p w:rsidR="007B2329" w:rsidRDefault="007B2329" w:rsidP="007B2329">
      <w:r>
        <w:t>757.4935</w:t>
      </w:r>
      <w:r>
        <w:tab/>
        <w:t>1.099e2</w:t>
      </w:r>
    </w:p>
    <w:p w:rsidR="007B2329" w:rsidRDefault="007B2329" w:rsidP="007B2329">
      <w:r>
        <w:lastRenderedPageBreak/>
        <w:t>757.4962</w:t>
      </w:r>
      <w:r>
        <w:tab/>
        <w:t>1.185e2</w:t>
      </w:r>
    </w:p>
    <w:p w:rsidR="007B2329" w:rsidRDefault="007B2329" w:rsidP="007B2329">
      <w:r>
        <w:t>757.5017</w:t>
      </w:r>
      <w:r>
        <w:tab/>
        <w:t>9.530e1</w:t>
      </w:r>
    </w:p>
    <w:p w:rsidR="007B2329" w:rsidRDefault="007B2329" w:rsidP="007B2329">
      <w:r>
        <w:t>757.5096</w:t>
      </w:r>
      <w:r>
        <w:tab/>
        <w:t>3.336e1</w:t>
      </w:r>
    </w:p>
    <w:p w:rsidR="007B2329" w:rsidRDefault="007B2329" w:rsidP="007B2329">
      <w:r>
        <w:t>757.5701</w:t>
      </w:r>
      <w:r>
        <w:tab/>
        <w:t>2.025e0</w:t>
      </w:r>
    </w:p>
    <w:p w:rsidR="007B2329" w:rsidRDefault="007B2329" w:rsidP="007B2329">
      <w:r>
        <w:t>757.6508</w:t>
      </w:r>
      <w:r>
        <w:tab/>
        <w:t>1.025e0</w:t>
      </w:r>
    </w:p>
    <w:p w:rsidR="007B2329" w:rsidRDefault="007B2329" w:rsidP="007B2329">
      <w:r>
        <w:t>757.6639</w:t>
      </w:r>
      <w:r>
        <w:tab/>
        <w:t>3.232e0</w:t>
      </w:r>
    </w:p>
    <w:p w:rsidR="007B2329" w:rsidRDefault="007B2329" w:rsidP="007B2329">
      <w:r>
        <w:t>757.6849</w:t>
      </w:r>
      <w:r>
        <w:tab/>
        <w:t>1.013e0</w:t>
      </w:r>
    </w:p>
    <w:p w:rsidR="007B2329" w:rsidRDefault="007B2329" w:rsidP="007B2329">
      <w:r>
        <w:t>757.6953</w:t>
      </w:r>
      <w:r>
        <w:tab/>
        <w:t>4.051e0</w:t>
      </w:r>
    </w:p>
    <w:p w:rsidR="007B2329" w:rsidRDefault="007B2329" w:rsidP="007B2329">
      <w:r>
        <w:t>757.7086</w:t>
      </w:r>
      <w:r>
        <w:tab/>
        <w:t>2.864e0</w:t>
      </w:r>
    </w:p>
    <w:p w:rsidR="007B2329" w:rsidRDefault="007B2329" w:rsidP="007B2329">
      <w:r>
        <w:t>757.7315</w:t>
      </w:r>
      <w:r>
        <w:tab/>
        <w:t>2.025e0</w:t>
      </w:r>
    </w:p>
    <w:p w:rsidR="007B2329" w:rsidRDefault="007B2329" w:rsidP="007B2329">
      <w:r>
        <w:t>757.7367</w:t>
      </w:r>
      <w:r>
        <w:tab/>
        <w:t>4.051e0</w:t>
      </w:r>
    </w:p>
    <w:p w:rsidR="007B2329" w:rsidRDefault="007B2329" w:rsidP="007B2329">
      <w:r>
        <w:t>757.7750</w:t>
      </w:r>
      <w:r>
        <w:tab/>
        <w:t>3.038e0</w:t>
      </w:r>
    </w:p>
    <w:p w:rsidR="007B2329" w:rsidRDefault="007B2329" w:rsidP="007B2329">
      <w:r>
        <w:t>757.8214</w:t>
      </w:r>
      <w:r>
        <w:tab/>
        <w:t>4.051e0</w:t>
      </w:r>
    </w:p>
    <w:p w:rsidR="007B2329" w:rsidRDefault="007B2329" w:rsidP="007B2329">
      <w:r>
        <w:t>757.8325</w:t>
      </w:r>
      <w:r>
        <w:tab/>
        <w:t>2.025e0</w:t>
      </w:r>
    </w:p>
    <w:p w:rsidR="007B2329" w:rsidRDefault="007B2329" w:rsidP="007B2329">
      <w:r>
        <w:t>757.8393</w:t>
      </w:r>
      <w:r>
        <w:tab/>
        <w:t>1.669e0</w:t>
      </w:r>
    </w:p>
    <w:p w:rsidR="007B2329" w:rsidRDefault="007B2329" w:rsidP="007B2329">
      <w:r>
        <w:t>757.8775</w:t>
      </w:r>
      <w:r>
        <w:tab/>
        <w:t>1.013e0</w:t>
      </w:r>
    </w:p>
    <w:p w:rsidR="007B2329" w:rsidRDefault="007B2329" w:rsidP="007B2329">
      <w:r>
        <w:t>757.9013</w:t>
      </w:r>
      <w:r>
        <w:tab/>
        <w:t>1.072e0</w:t>
      </w:r>
    </w:p>
    <w:p w:rsidR="007B2329" w:rsidRDefault="007B2329" w:rsidP="007B2329">
      <w:r>
        <w:t>757.9057</w:t>
      </w:r>
      <w:r>
        <w:tab/>
        <w:t>3.394e0</w:t>
      </w:r>
    </w:p>
    <w:p w:rsidR="007B2329" w:rsidRDefault="007B2329" w:rsidP="007B2329">
      <w:r>
        <w:t>757.9377</w:t>
      </w:r>
      <w:r>
        <w:tab/>
        <w:t>1.693e0</w:t>
      </w:r>
    </w:p>
    <w:p w:rsidR="007B2329" w:rsidRDefault="007B2329" w:rsidP="007B2329">
      <w:r>
        <w:lastRenderedPageBreak/>
        <w:t>757.9457</w:t>
      </w:r>
      <w:r>
        <w:tab/>
        <w:t>3.038e0</w:t>
      </w:r>
    </w:p>
    <w:p w:rsidR="007B2329" w:rsidRDefault="007B2329" w:rsidP="007B2329">
      <w:r>
        <w:t>757.9748</w:t>
      </w:r>
      <w:r>
        <w:tab/>
        <w:t>4.051e0</w:t>
      </w:r>
    </w:p>
    <w:p w:rsidR="007B2329" w:rsidRDefault="007B2329" w:rsidP="007B2329">
      <w:r>
        <w:t>757.9799</w:t>
      </w:r>
      <w:r>
        <w:tab/>
        <w:t>2.025e0</w:t>
      </w:r>
    </w:p>
    <w:p w:rsidR="007B2329" w:rsidRDefault="007B2329" w:rsidP="007B2329">
      <w:r>
        <w:t>758.0146</w:t>
      </w:r>
      <w:r>
        <w:tab/>
        <w:t>1.013e0</w:t>
      </w:r>
    </w:p>
    <w:p w:rsidR="007B2329" w:rsidRDefault="007B2329" w:rsidP="007B2329">
      <w:r>
        <w:t>758.0181</w:t>
      </w:r>
      <w:r>
        <w:tab/>
        <w:t>2.025e0</w:t>
      </w:r>
    </w:p>
    <w:p w:rsidR="007B2329" w:rsidRDefault="007B2329" w:rsidP="007B2329">
      <w:r>
        <w:t>758.0693</w:t>
      </w:r>
      <w:r>
        <w:tab/>
        <w:t>2.025e0</w:t>
      </w:r>
    </w:p>
    <w:p w:rsidR="007B2329" w:rsidRDefault="007B2329" w:rsidP="007B2329">
      <w:r>
        <w:t>758.0822</w:t>
      </w:r>
      <w:r>
        <w:tab/>
        <w:t>1.979e0</w:t>
      </w:r>
    </w:p>
    <w:p w:rsidR="007B2329" w:rsidRDefault="007B2329" w:rsidP="007B2329">
      <w:r>
        <w:t>758.1167</w:t>
      </w:r>
      <w:r>
        <w:tab/>
        <w:t>1.013e0</w:t>
      </w:r>
    </w:p>
    <w:p w:rsidR="007B2329" w:rsidRDefault="007B2329" w:rsidP="007B2329">
      <w:r>
        <w:t>758.1197</w:t>
      </w:r>
      <w:r>
        <w:tab/>
        <w:t>2.025e0</w:t>
      </w:r>
    </w:p>
    <w:p w:rsidR="007B2329" w:rsidRDefault="007B2329" w:rsidP="007B2329">
      <w:r>
        <w:t>758.1266</w:t>
      </w:r>
      <w:r>
        <w:tab/>
        <w:t>1.965e0</w:t>
      </w:r>
    </w:p>
    <w:p w:rsidR="007B2329" w:rsidRDefault="007B2329" w:rsidP="007B2329">
      <w:r>
        <w:t>758.1505</w:t>
      </w:r>
      <w:r>
        <w:tab/>
        <w:t>3.038e0</w:t>
      </w:r>
    </w:p>
    <w:p w:rsidR="007B2329" w:rsidRDefault="007B2329" w:rsidP="007B2329">
      <w:r>
        <w:t>758.2236</w:t>
      </w:r>
      <w:r>
        <w:tab/>
        <w:t>1.013e0</w:t>
      </w:r>
    </w:p>
    <w:p w:rsidR="007B2329" w:rsidRDefault="007B2329" w:rsidP="007B2329">
      <w:r>
        <w:t>758.2261</w:t>
      </w:r>
      <w:r>
        <w:tab/>
        <w:t>4.176e0</w:t>
      </w:r>
    </w:p>
    <w:p w:rsidR="007B2329" w:rsidRDefault="007B2329" w:rsidP="007B2329">
      <w:r>
        <w:t>758.2331</w:t>
      </w:r>
      <w:r>
        <w:tab/>
        <w:t>3.164e0</w:t>
      </w:r>
    </w:p>
    <w:p w:rsidR="007B2329" w:rsidRDefault="007B2329" w:rsidP="007B2329">
      <w:r>
        <w:t>758.2419</w:t>
      </w:r>
      <w:r>
        <w:tab/>
        <w:t>2.533e0</w:t>
      </w:r>
    </w:p>
    <w:p w:rsidR="007B2329" w:rsidRDefault="007B2329" w:rsidP="007B2329">
      <w:r>
        <w:t>758.2488</w:t>
      </w:r>
      <w:r>
        <w:tab/>
        <w:t>1.013e0</w:t>
      </w:r>
    </w:p>
    <w:p w:rsidR="007B2329" w:rsidRDefault="007B2329" w:rsidP="007B2329">
      <w:r>
        <w:t>758.2580</w:t>
      </w:r>
      <w:r>
        <w:tab/>
        <w:t>2.620e0</w:t>
      </w:r>
    </w:p>
    <w:p w:rsidR="007B2329" w:rsidRDefault="007B2329" w:rsidP="007B2329">
      <w:r>
        <w:t>758.3019</w:t>
      </w:r>
      <w:r>
        <w:tab/>
        <w:t>1.179e0</w:t>
      </w:r>
    </w:p>
    <w:p w:rsidR="007B2329" w:rsidRDefault="007B2329" w:rsidP="007B2329">
      <w:r>
        <w:t>758.3184</w:t>
      </w:r>
      <w:r>
        <w:tab/>
        <w:t>9.138e-1</w:t>
      </w:r>
    </w:p>
    <w:p w:rsidR="007B2329" w:rsidRDefault="007B2329" w:rsidP="007B2329">
      <w:r>
        <w:lastRenderedPageBreak/>
        <w:t>758.3344</w:t>
      </w:r>
      <w:r>
        <w:tab/>
        <w:t>3.038e0</w:t>
      </w:r>
    </w:p>
    <w:p w:rsidR="007B2329" w:rsidRDefault="007B2329" w:rsidP="007B2329">
      <w:r>
        <w:t>758.3363</w:t>
      </w:r>
      <w:r>
        <w:tab/>
        <w:t>1.475e0</w:t>
      </w:r>
    </w:p>
    <w:p w:rsidR="007B2329" w:rsidRDefault="007B2329" w:rsidP="007B2329">
      <w:r>
        <w:t>758.3672</w:t>
      </w:r>
      <w:r>
        <w:tab/>
        <w:t>2.025e0</w:t>
      </w:r>
    </w:p>
    <w:p w:rsidR="007B2329" w:rsidRDefault="007B2329" w:rsidP="007B2329">
      <w:r>
        <w:t>758.3900</w:t>
      </w:r>
      <w:r>
        <w:tab/>
        <w:t>1.339e0</w:t>
      </w:r>
    </w:p>
    <w:p w:rsidR="007B2329" w:rsidRDefault="007B2329" w:rsidP="007B2329">
      <w:r>
        <w:t>758.4226</w:t>
      </w:r>
      <w:r>
        <w:tab/>
        <w:t>4.808e0</w:t>
      </w:r>
    </w:p>
    <w:p w:rsidR="007B2329" w:rsidRDefault="007B2329" w:rsidP="007B2329">
      <w:r>
        <w:t>758.4546</w:t>
      </w:r>
      <w:r>
        <w:tab/>
        <w:t>8.384e0</w:t>
      </w:r>
    </w:p>
    <w:p w:rsidR="007B2329" w:rsidRDefault="007B2329" w:rsidP="007B2329">
      <w:r>
        <w:t>758.4666</w:t>
      </w:r>
      <w:r>
        <w:tab/>
        <w:t>3.374e0</w:t>
      </w:r>
    </w:p>
    <w:p w:rsidR="007B2329" w:rsidRDefault="007B2329" w:rsidP="007B2329">
      <w:r>
        <w:t>758.4714</w:t>
      </w:r>
      <w:r>
        <w:tab/>
        <w:t>2.533e1</w:t>
      </w:r>
    </w:p>
    <w:p w:rsidR="007B2329" w:rsidRDefault="007B2329" w:rsidP="007B2329">
      <w:r>
        <w:t>758.4732</w:t>
      </w:r>
      <w:r>
        <w:tab/>
        <w:t>2.260e0</w:t>
      </w:r>
    </w:p>
    <w:p w:rsidR="007B2329" w:rsidRDefault="007B2329" w:rsidP="007B2329">
      <w:r>
        <w:t>758.4921</w:t>
      </w:r>
      <w:r>
        <w:tab/>
        <w:t>3.719e1</w:t>
      </w:r>
    </w:p>
    <w:p w:rsidR="007B2329" w:rsidRDefault="007B2329" w:rsidP="007B2329">
      <w:r>
        <w:t>758.4960</w:t>
      </w:r>
      <w:r>
        <w:tab/>
        <w:t>1.721e1</w:t>
      </w:r>
    </w:p>
    <w:p w:rsidR="007B2329" w:rsidRDefault="007B2329" w:rsidP="007B2329">
      <w:r>
        <w:t>758.5056</w:t>
      </w:r>
      <w:r>
        <w:tab/>
        <w:t>8.440e1</w:t>
      </w:r>
    </w:p>
    <w:p w:rsidR="007B2329" w:rsidRDefault="007B2329" w:rsidP="007B2329">
      <w:r>
        <w:t>758.5232</w:t>
      </w:r>
      <w:r>
        <w:tab/>
        <w:t>2.511e1</w:t>
      </w:r>
    </w:p>
    <w:p w:rsidR="007B2329" w:rsidRDefault="007B2329" w:rsidP="007B2329">
      <w:r>
        <w:t>758.5437</w:t>
      </w:r>
      <w:r>
        <w:tab/>
        <w:t>1.013e0</w:t>
      </w:r>
    </w:p>
    <w:p w:rsidR="007B2329" w:rsidRDefault="007B2329" w:rsidP="007B2329">
      <w:r>
        <w:t>758.5577</w:t>
      </w:r>
      <w:r>
        <w:tab/>
        <w:t>2.025e0</w:t>
      </w:r>
    </w:p>
    <w:p w:rsidR="007B2329" w:rsidRDefault="007B2329" w:rsidP="007B2329">
      <w:r>
        <w:t>758.6208</w:t>
      </w:r>
      <w:r>
        <w:tab/>
        <w:t>2.025e0</w:t>
      </w:r>
    </w:p>
    <w:p w:rsidR="007B2329" w:rsidRDefault="007B2329" w:rsidP="007B2329">
      <w:r>
        <w:t>758.6286</w:t>
      </w:r>
      <w:r>
        <w:tab/>
        <w:t>7.738e0</w:t>
      </w:r>
    </w:p>
    <w:p w:rsidR="007B2329" w:rsidRDefault="007B2329" w:rsidP="007B2329">
      <w:r>
        <w:t>758.7155</w:t>
      </w:r>
      <w:r>
        <w:tab/>
        <w:t>4.051e0</w:t>
      </w:r>
    </w:p>
    <w:p w:rsidR="007B2329" w:rsidRDefault="007B2329" w:rsidP="007B2329">
      <w:r>
        <w:t>758.7491</w:t>
      </w:r>
      <w:r>
        <w:tab/>
        <w:t>1.013e0</w:t>
      </w:r>
    </w:p>
    <w:p w:rsidR="007B2329" w:rsidRDefault="007B2329" w:rsidP="007B2329">
      <w:r>
        <w:lastRenderedPageBreak/>
        <w:t>758.7562</w:t>
      </w:r>
      <w:r>
        <w:tab/>
        <w:t>2.025e0</w:t>
      </w:r>
    </w:p>
    <w:p w:rsidR="007B2329" w:rsidRDefault="007B2329" w:rsidP="007B2329">
      <w:r>
        <w:t>758.7619</w:t>
      </w:r>
      <w:r>
        <w:tab/>
        <w:t>1.013e0</w:t>
      </w:r>
    </w:p>
    <w:p w:rsidR="007B2329" w:rsidRDefault="007B2329" w:rsidP="007B2329">
      <w:r>
        <w:t>758.7769</w:t>
      </w:r>
      <w:r>
        <w:tab/>
        <w:t>3.038e0</w:t>
      </w:r>
    </w:p>
    <w:p w:rsidR="007B2329" w:rsidRDefault="007B2329" w:rsidP="007B2329">
      <w:r>
        <w:t>758.7897</w:t>
      </w:r>
      <w:r>
        <w:tab/>
        <w:t>4.513e0</w:t>
      </w:r>
    </w:p>
    <w:p w:rsidR="007B2329" w:rsidRDefault="007B2329" w:rsidP="007B2329">
      <w:r>
        <w:t>758.7930</w:t>
      </w:r>
      <w:r>
        <w:tab/>
        <w:t>4.922e0</w:t>
      </w:r>
    </w:p>
    <w:p w:rsidR="007B2329" w:rsidRDefault="007B2329" w:rsidP="007B2329">
      <w:r>
        <w:t>758.8334</w:t>
      </w:r>
      <w:r>
        <w:tab/>
        <w:t>1.013e0</w:t>
      </w:r>
    </w:p>
    <w:p w:rsidR="007B2329" w:rsidRDefault="007B2329" w:rsidP="007B2329">
      <w:r>
        <w:t>758.8843</w:t>
      </w:r>
      <w:r>
        <w:tab/>
        <w:t>1.013e0</w:t>
      </w:r>
    </w:p>
    <w:p w:rsidR="007B2329" w:rsidRDefault="007B2329" w:rsidP="007B2329">
      <w:r>
        <w:t>758.8968</w:t>
      </w:r>
      <w:r>
        <w:tab/>
        <w:t>1.860e0</w:t>
      </w:r>
    </w:p>
    <w:p w:rsidR="007B2329" w:rsidRDefault="007B2329" w:rsidP="007B2329">
      <w:r>
        <w:t>758.8981</w:t>
      </w:r>
      <w:r>
        <w:tab/>
        <w:t>3.038e0</w:t>
      </w:r>
    </w:p>
    <w:p w:rsidR="007B2329" w:rsidRDefault="007B2329" w:rsidP="007B2329">
      <w:r>
        <w:t>758.9028</w:t>
      </w:r>
      <w:r>
        <w:tab/>
        <w:t>1.416e0</w:t>
      </w:r>
    </w:p>
    <w:p w:rsidR="007B2329" w:rsidRDefault="007B2329" w:rsidP="007B2329">
      <w:r>
        <w:t>758.9355</w:t>
      </w:r>
      <w:r>
        <w:tab/>
        <w:t>1.013e0</w:t>
      </w:r>
    </w:p>
    <w:p w:rsidR="007B2329" w:rsidRDefault="007B2329" w:rsidP="007B2329">
      <w:r>
        <w:t>758.9450</w:t>
      </w:r>
      <w:r>
        <w:tab/>
        <w:t>3.737e0</w:t>
      </w:r>
    </w:p>
    <w:p w:rsidR="007B2329" w:rsidRDefault="007B2329" w:rsidP="007B2329">
      <w:r>
        <w:t>758.9670</w:t>
      </w:r>
      <w:r>
        <w:tab/>
        <w:t>1.013e0</w:t>
      </w:r>
    </w:p>
    <w:p w:rsidR="007B2329" w:rsidRDefault="007B2329" w:rsidP="007B2329">
      <w:r>
        <w:t>758.9927</w:t>
      </w:r>
      <w:r>
        <w:tab/>
        <w:t>1.013e0</w:t>
      </w:r>
    </w:p>
    <w:p w:rsidR="007B2329" w:rsidRDefault="007B2329" w:rsidP="007B2329">
      <w:r>
        <w:t>759.0042</w:t>
      </w:r>
      <w:r>
        <w:tab/>
        <w:t>1.013e0</w:t>
      </w:r>
    </w:p>
    <w:p w:rsidR="007B2329" w:rsidRDefault="007B2329" w:rsidP="007B2329">
      <w:r>
        <w:t>759.0057</w:t>
      </w:r>
      <w:r>
        <w:tab/>
        <w:t>1.013e0</w:t>
      </w:r>
    </w:p>
    <w:p w:rsidR="007B2329" w:rsidRDefault="007B2329" w:rsidP="007B2329">
      <w:r>
        <w:t>759.0552</w:t>
      </w:r>
      <w:r>
        <w:tab/>
        <w:t>1.013e0</w:t>
      </w:r>
    </w:p>
    <w:p w:rsidR="007B2329" w:rsidRDefault="007B2329" w:rsidP="007B2329">
      <w:r>
        <w:t>759.0568</w:t>
      </w:r>
      <w:r>
        <w:tab/>
        <w:t>2.025e0</w:t>
      </w:r>
    </w:p>
    <w:p w:rsidR="007B2329" w:rsidRDefault="007B2329" w:rsidP="007B2329">
      <w:r>
        <w:t>759.0957</w:t>
      </w:r>
      <w:r>
        <w:tab/>
        <w:t>1.013e0</w:t>
      </w:r>
    </w:p>
    <w:p w:rsidR="007B2329" w:rsidRDefault="007B2329" w:rsidP="007B2329">
      <w:r>
        <w:lastRenderedPageBreak/>
        <w:t>759.1163</w:t>
      </w:r>
      <w:r>
        <w:tab/>
        <w:t>4.051e0</w:t>
      </w:r>
    </w:p>
    <w:p w:rsidR="007B2329" w:rsidRDefault="007B2329" w:rsidP="007B2329">
      <w:r>
        <w:t>759.1184</w:t>
      </w:r>
      <w:r>
        <w:tab/>
        <w:t>3.038e0</w:t>
      </w:r>
    </w:p>
    <w:p w:rsidR="007B2329" w:rsidRDefault="007B2329" w:rsidP="007B2329">
      <w:r>
        <w:t>759.1227</w:t>
      </w:r>
      <w:r>
        <w:tab/>
        <w:t>1.013e0</w:t>
      </w:r>
    </w:p>
    <w:p w:rsidR="007B2329" w:rsidRDefault="007B2329" w:rsidP="007B2329">
      <w:r>
        <w:t>759.1567</w:t>
      </w:r>
      <w:r>
        <w:tab/>
        <w:t>3.990e0</w:t>
      </w:r>
    </w:p>
    <w:p w:rsidR="007B2329" w:rsidRDefault="007B2329" w:rsidP="007B2329">
      <w:r>
        <w:t>759.1678</w:t>
      </w:r>
      <w:r>
        <w:tab/>
        <w:t>3.038e0</w:t>
      </w:r>
    </w:p>
    <w:p w:rsidR="007B2329" w:rsidRDefault="007B2329" w:rsidP="007B2329">
      <w:r>
        <w:t>759.1807</w:t>
      </w:r>
      <w:r>
        <w:tab/>
        <w:t>1.816e0</w:t>
      </w:r>
    </w:p>
    <w:p w:rsidR="007B2329" w:rsidRDefault="007B2329" w:rsidP="007B2329">
      <w:r>
        <w:t>759.2110</w:t>
      </w:r>
      <w:r>
        <w:tab/>
        <w:t>2.025e0</w:t>
      </w:r>
    </w:p>
    <w:p w:rsidR="007B2329" w:rsidRDefault="007B2329" w:rsidP="007B2329">
      <w:r>
        <w:t>759.2174</w:t>
      </w:r>
      <w:r>
        <w:tab/>
        <w:t>2.025e0</w:t>
      </w:r>
    </w:p>
    <w:p w:rsidR="007B2329" w:rsidRDefault="007B2329" w:rsidP="007B2329">
      <w:r>
        <w:t>759.2374</w:t>
      </w:r>
      <w:r>
        <w:tab/>
        <w:t>3.678e0</w:t>
      </w:r>
    </w:p>
    <w:p w:rsidR="007B2329" w:rsidRDefault="007B2329" w:rsidP="007B2329">
      <w:r>
        <w:t>759.2596</w:t>
      </w:r>
      <w:r>
        <w:tab/>
        <w:t>1.013e0</w:t>
      </w:r>
    </w:p>
    <w:p w:rsidR="007B2329" w:rsidRDefault="007B2329" w:rsidP="007B2329">
      <w:r>
        <w:t>759.3145</w:t>
      </w:r>
      <w:r>
        <w:tab/>
        <w:t>5.293e0</w:t>
      </w:r>
    </w:p>
    <w:p w:rsidR="007B2329" w:rsidRDefault="007B2329" w:rsidP="007B2329">
      <w:r>
        <w:t>759.3232</w:t>
      </w:r>
      <w:r>
        <w:tab/>
        <w:t>2.766e0</w:t>
      </w:r>
    </w:p>
    <w:p w:rsidR="007B2329" w:rsidRDefault="007B2329" w:rsidP="007B2329">
      <w:r>
        <w:t>759.3331</w:t>
      </w:r>
      <w:r>
        <w:tab/>
        <w:t>1.830e0</w:t>
      </w:r>
    </w:p>
    <w:p w:rsidR="007B2329" w:rsidRDefault="007B2329" w:rsidP="007B2329">
      <w:r>
        <w:t>759.3342</w:t>
      </w:r>
      <w:r>
        <w:tab/>
        <w:t>5.288e0</w:t>
      </w:r>
    </w:p>
    <w:p w:rsidR="007B2329" w:rsidRDefault="007B2329" w:rsidP="007B2329">
      <w:r>
        <w:t>759.3503</w:t>
      </w:r>
      <w:r>
        <w:tab/>
        <w:t>4.051e0</w:t>
      </w:r>
    </w:p>
    <w:p w:rsidR="007B2329" w:rsidRDefault="007B2329" w:rsidP="007B2329">
      <w:r>
        <w:t>759.3760</w:t>
      </w:r>
      <w:r>
        <w:tab/>
        <w:t>1.522e0</w:t>
      </w:r>
    </w:p>
    <w:p w:rsidR="007B2329" w:rsidRDefault="007B2329" w:rsidP="007B2329">
      <w:r>
        <w:t>759.3909</w:t>
      </w:r>
      <w:r>
        <w:tab/>
        <w:t>3.309e0</w:t>
      </w:r>
    </w:p>
    <w:p w:rsidR="007B2329" w:rsidRDefault="007B2329" w:rsidP="007B2329">
      <w:r>
        <w:t>759.4290</w:t>
      </w:r>
      <w:r>
        <w:tab/>
        <w:t>1.013e0</w:t>
      </w:r>
    </w:p>
    <w:p w:rsidR="007B2329" w:rsidRDefault="007B2329" w:rsidP="007B2329">
      <w:r>
        <w:t>759.4310</w:t>
      </w:r>
      <w:r>
        <w:tab/>
        <w:t>5.066e0</w:t>
      </w:r>
    </w:p>
    <w:p w:rsidR="007B2329" w:rsidRDefault="007B2329" w:rsidP="007B2329">
      <w:r>
        <w:lastRenderedPageBreak/>
        <w:t>759.4497</w:t>
      </w:r>
      <w:r>
        <w:tab/>
        <w:t>7.697e0</w:t>
      </w:r>
    </w:p>
    <w:p w:rsidR="007B2329" w:rsidRDefault="007B2329" w:rsidP="007B2329">
      <w:r>
        <w:t>759.4655</w:t>
      </w:r>
      <w:r>
        <w:tab/>
        <w:t>8.163e-1</w:t>
      </w:r>
    </w:p>
    <w:p w:rsidR="007B2329" w:rsidRDefault="007B2329" w:rsidP="007B2329">
      <w:r>
        <w:t>759.4769</w:t>
      </w:r>
      <w:r>
        <w:tab/>
        <w:t>6.198e0</w:t>
      </w:r>
    </w:p>
    <w:p w:rsidR="007B2329" w:rsidRDefault="007B2329" w:rsidP="007B2329">
      <w:r>
        <w:t>759.4919</w:t>
      </w:r>
      <w:r>
        <w:tab/>
        <w:t>7.561e0</w:t>
      </w:r>
    </w:p>
    <w:p w:rsidR="007B2329" w:rsidRDefault="007B2329" w:rsidP="007B2329">
      <w:r>
        <w:t>759.5112</w:t>
      </w:r>
      <w:r>
        <w:tab/>
        <w:t>2.244e0</w:t>
      </w:r>
    </w:p>
    <w:p w:rsidR="007B2329" w:rsidRDefault="007B2329" w:rsidP="007B2329">
      <w:r>
        <w:t>759.5176</w:t>
      </w:r>
      <w:r>
        <w:tab/>
        <w:t>3.819e0</w:t>
      </w:r>
    </w:p>
    <w:p w:rsidR="007B2329" w:rsidRDefault="007B2329" w:rsidP="007B2329">
      <w:r>
        <w:t>759.5307</w:t>
      </w:r>
      <w:r>
        <w:tab/>
        <w:t>3.693e0</w:t>
      </w:r>
    </w:p>
    <w:p w:rsidR="007B2329" w:rsidRDefault="007B2329" w:rsidP="007B2329">
      <w:r>
        <w:t>759.5913</w:t>
      </w:r>
      <w:r>
        <w:tab/>
        <w:t>6.528e0</w:t>
      </w:r>
    </w:p>
    <w:p w:rsidR="007B2329" w:rsidRDefault="007B2329" w:rsidP="007B2329">
      <w:r>
        <w:t>759.5964</w:t>
      </w:r>
      <w:r>
        <w:tab/>
        <w:t>2.025e0</w:t>
      </w:r>
    </w:p>
    <w:p w:rsidR="007B2329" w:rsidRDefault="007B2329" w:rsidP="007B2329">
      <w:r>
        <w:t>759.6238</w:t>
      </w:r>
      <w:r>
        <w:tab/>
        <w:t>2.575e0</w:t>
      </w:r>
    </w:p>
    <w:p w:rsidR="007B2329" w:rsidRDefault="007B2329" w:rsidP="007B2329">
      <w:r>
        <w:t>759.6650</w:t>
      </w:r>
      <w:r>
        <w:tab/>
        <w:t>2.025e0</w:t>
      </w:r>
    </w:p>
    <w:p w:rsidR="007B2329" w:rsidRDefault="007B2329" w:rsidP="007B2329">
      <w:r>
        <w:t>759.6780</w:t>
      </w:r>
      <w:r>
        <w:tab/>
        <w:t>1.025e0</w:t>
      </w:r>
    </w:p>
    <w:p w:rsidR="007B2329" w:rsidRDefault="007B2329" w:rsidP="007B2329">
      <w:r>
        <w:t>759.7198</w:t>
      </w:r>
      <w:r>
        <w:tab/>
        <w:t>2.025e0</w:t>
      </w:r>
    </w:p>
    <w:p w:rsidR="007B2329" w:rsidRDefault="007B2329" w:rsidP="007B2329">
      <w:r>
        <w:t>759.7437</w:t>
      </w:r>
      <w:r>
        <w:tab/>
        <w:t>2.025e0</w:t>
      </w:r>
    </w:p>
    <w:p w:rsidR="007B2329" w:rsidRDefault="007B2329" w:rsidP="007B2329">
      <w:r>
        <w:t>759.7555</w:t>
      </w:r>
      <w:r>
        <w:tab/>
        <w:t>3.922e0</w:t>
      </w:r>
    </w:p>
    <w:p w:rsidR="007B2329" w:rsidRDefault="007B2329" w:rsidP="007B2329">
      <w:r>
        <w:t>759.7631</w:t>
      </w:r>
      <w:r>
        <w:tab/>
        <w:t>1.013e0</w:t>
      </w:r>
    </w:p>
    <w:p w:rsidR="007B2329" w:rsidRDefault="007B2329" w:rsidP="007B2329">
      <w:r>
        <w:t>759.8143</w:t>
      </w:r>
      <w:r>
        <w:tab/>
        <w:t>1.013e0</w:t>
      </w:r>
    </w:p>
    <w:p w:rsidR="007B2329" w:rsidRDefault="007B2329" w:rsidP="007B2329">
      <w:r>
        <w:t>759.8265</w:t>
      </w:r>
      <w:r>
        <w:tab/>
        <w:t>1.022e0</w:t>
      </w:r>
    </w:p>
    <w:p w:rsidR="007B2329" w:rsidRDefault="007B2329" w:rsidP="007B2329">
      <w:r>
        <w:t>759.8477</w:t>
      </w:r>
      <w:r>
        <w:tab/>
        <w:t>4.051e0</w:t>
      </w:r>
    </w:p>
    <w:p w:rsidR="007B2329" w:rsidRDefault="007B2329" w:rsidP="007B2329">
      <w:r>
        <w:lastRenderedPageBreak/>
        <w:t>759.8914</w:t>
      </w:r>
      <w:r>
        <w:tab/>
        <w:t>3.579e0</w:t>
      </w:r>
    </w:p>
    <w:p w:rsidR="007B2329" w:rsidRDefault="007B2329" w:rsidP="007B2329">
      <w:r>
        <w:t>759.9172</w:t>
      </w:r>
      <w:r>
        <w:tab/>
        <w:t>1.013e0</w:t>
      </w:r>
    </w:p>
    <w:p w:rsidR="007B2329" w:rsidRDefault="007B2329" w:rsidP="007B2329">
      <w:r>
        <w:t>759.9611</w:t>
      </w:r>
      <w:r>
        <w:tab/>
        <w:t>3.038e0</w:t>
      </w:r>
    </w:p>
    <w:p w:rsidR="007B2329" w:rsidRDefault="007B2329" w:rsidP="007B2329">
      <w:r>
        <w:t>759.9687</w:t>
      </w:r>
      <w:r>
        <w:tab/>
        <w:t>2.025e0</w:t>
      </w:r>
    </w:p>
    <w:p w:rsidR="007B2329" w:rsidRDefault="007B2329" w:rsidP="007B2329">
      <w:r>
        <w:t>759.9756</w:t>
      </w:r>
      <w:r>
        <w:tab/>
        <w:t>1.013e0</w:t>
      </w:r>
    </w:p>
    <w:p w:rsidR="007B2329" w:rsidRDefault="007B2329" w:rsidP="007B2329">
      <w:r>
        <w:t>760.0095</w:t>
      </w:r>
      <w:r>
        <w:tab/>
        <w:t>1.013e0</w:t>
      </w:r>
    </w:p>
    <w:p w:rsidR="007B2329" w:rsidRDefault="007B2329" w:rsidP="007B2329">
      <w:r>
        <w:t>760.0457</w:t>
      </w:r>
      <w:r>
        <w:tab/>
        <w:t>1.013e0</w:t>
      </w:r>
    </w:p>
    <w:p w:rsidR="007B2329" w:rsidRDefault="007B2329" w:rsidP="007B2329">
      <w:r>
        <w:t>760.0490</w:t>
      </w:r>
      <w:r>
        <w:tab/>
        <w:t>2.038e0</w:t>
      </w:r>
    </w:p>
    <w:p w:rsidR="007B2329" w:rsidRDefault="007B2329" w:rsidP="007B2329">
      <w:r>
        <w:t>760.0564</w:t>
      </w:r>
      <w:r>
        <w:tab/>
        <w:t>3.038e0</w:t>
      </w:r>
    </w:p>
    <w:p w:rsidR="007B2329" w:rsidRDefault="007B2329" w:rsidP="007B2329">
      <w:r>
        <w:t>760.0585</w:t>
      </w:r>
      <w:r>
        <w:tab/>
        <w:t>1.013e0</w:t>
      </w:r>
    </w:p>
    <w:p w:rsidR="007B2329" w:rsidRDefault="007B2329" w:rsidP="007B2329">
      <w:r>
        <w:t>760.0714</w:t>
      </w:r>
      <w:r>
        <w:tab/>
        <w:t>2.025e0</w:t>
      </w:r>
    </w:p>
    <w:p w:rsidR="007B2329" w:rsidRDefault="007B2329" w:rsidP="007B2329">
      <w:r>
        <w:t>760.0776</w:t>
      </w:r>
      <w:r>
        <w:tab/>
        <w:t>3.038e0</w:t>
      </w:r>
    </w:p>
    <w:p w:rsidR="007B2329" w:rsidRDefault="007B2329" w:rsidP="007B2329">
      <w:r>
        <w:t>760.0974</w:t>
      </w:r>
      <w:r>
        <w:tab/>
        <w:t>3.809e0</w:t>
      </w:r>
    </w:p>
    <w:p w:rsidR="007B2329" w:rsidRDefault="007B2329" w:rsidP="007B2329">
      <w:r>
        <w:t>760.1484</w:t>
      </w:r>
      <w:r>
        <w:tab/>
        <w:t>1.013e0</w:t>
      </w:r>
    </w:p>
    <w:p w:rsidR="007B2329" w:rsidRDefault="007B2329" w:rsidP="007B2329">
      <w:r>
        <w:t>760.1759</w:t>
      </w:r>
      <w:r>
        <w:tab/>
        <w:t>1.970e0</w:t>
      </w:r>
    </w:p>
    <w:p w:rsidR="007B2329" w:rsidRDefault="007B2329" w:rsidP="007B2329">
      <w:r>
        <w:t>760.1807</w:t>
      </w:r>
      <w:r>
        <w:tab/>
        <w:t>1.013e0</w:t>
      </w:r>
    </w:p>
    <w:p w:rsidR="007B2329" w:rsidRDefault="007B2329" w:rsidP="007B2329">
      <w:r>
        <w:t>760.1937</w:t>
      </w:r>
      <w:r>
        <w:tab/>
        <w:t>4.051e0</w:t>
      </w:r>
    </w:p>
    <w:p w:rsidR="007B2329" w:rsidRDefault="007B2329" w:rsidP="007B2329">
      <w:r>
        <w:t>760.2127</w:t>
      </w:r>
      <w:r>
        <w:tab/>
        <w:t>1.013e0</w:t>
      </w:r>
    </w:p>
    <w:p w:rsidR="007B2329" w:rsidRDefault="007B2329" w:rsidP="007B2329">
      <w:r>
        <w:t>760.2416</w:t>
      </w:r>
      <w:r>
        <w:tab/>
        <w:t>1.622e0</w:t>
      </w:r>
    </w:p>
    <w:p w:rsidR="007B2329" w:rsidRDefault="007B2329" w:rsidP="007B2329">
      <w:r>
        <w:lastRenderedPageBreak/>
        <w:t>760.2617</w:t>
      </w:r>
      <w:r>
        <w:tab/>
        <w:t>1.533e0</w:t>
      </w:r>
    </w:p>
    <w:p w:rsidR="007B2329" w:rsidRDefault="007B2329" w:rsidP="007B2329">
      <w:r>
        <w:t>760.2925</w:t>
      </w:r>
      <w:r>
        <w:tab/>
        <w:t>2.025e0</w:t>
      </w:r>
    </w:p>
    <w:p w:rsidR="007B2329" w:rsidRDefault="007B2329" w:rsidP="007B2329">
      <w:r>
        <w:t>760.4696</w:t>
      </w:r>
      <w:r>
        <w:tab/>
        <w:t>1.013e0</w:t>
      </w:r>
    </w:p>
    <w:p w:rsidR="007B2329" w:rsidRDefault="007B2329" w:rsidP="007B2329">
      <w:r>
        <w:t>760.5421</w:t>
      </w:r>
      <w:r>
        <w:tab/>
        <w:t>2.025e0</w:t>
      </w:r>
    </w:p>
    <w:p w:rsidR="007B2329" w:rsidRDefault="007B2329" w:rsidP="007B2329">
      <w:r>
        <w:t>760.5539</w:t>
      </w:r>
      <w:r>
        <w:tab/>
        <w:t>1.516e0</w:t>
      </w:r>
    </w:p>
    <w:p w:rsidR="007B2329" w:rsidRDefault="007B2329" w:rsidP="007B2329">
      <w:r>
        <w:t>760.5629</w:t>
      </w:r>
      <w:r>
        <w:tab/>
        <w:t>4.624e0</w:t>
      </w:r>
    </w:p>
    <w:p w:rsidR="007B2329" w:rsidRDefault="007B2329" w:rsidP="007B2329">
      <w:r>
        <w:t>760.5707</w:t>
      </w:r>
      <w:r>
        <w:tab/>
        <w:t>7.249e0</w:t>
      </w:r>
    </w:p>
    <w:p w:rsidR="007B2329" w:rsidRDefault="007B2329" w:rsidP="007B2329">
      <w:r>
        <w:t>760.6065</w:t>
      </w:r>
      <w:r>
        <w:tab/>
        <w:t>1.013e0</w:t>
      </w:r>
    </w:p>
    <w:p w:rsidR="007B2329" w:rsidRDefault="007B2329" w:rsidP="007B2329">
      <w:r>
        <w:t>760.6112</w:t>
      </w:r>
      <w:r>
        <w:tab/>
        <w:t>1.266e-2</w:t>
      </w:r>
    </w:p>
    <w:p w:rsidR="007B2329" w:rsidRDefault="007B2329" w:rsidP="007B2329">
      <w:r>
        <w:t>760.6497</w:t>
      </w:r>
      <w:r>
        <w:tab/>
        <w:t>4.051e0</w:t>
      </w:r>
    </w:p>
    <w:p w:rsidR="007B2329" w:rsidRDefault="007B2329" w:rsidP="007B2329">
      <w:r>
        <w:t>760.6621</w:t>
      </w:r>
      <w:r>
        <w:tab/>
        <w:t>7.089e0</w:t>
      </w:r>
    </w:p>
    <w:p w:rsidR="007B2329" w:rsidRDefault="007B2329" w:rsidP="007B2329">
      <w:r>
        <w:t>760.6762</w:t>
      </w:r>
      <w:r>
        <w:tab/>
        <w:t>3.145e0</w:t>
      </w:r>
    </w:p>
    <w:p w:rsidR="007B2329" w:rsidRDefault="007B2329" w:rsidP="007B2329">
      <w:r>
        <w:t>760.6880</w:t>
      </w:r>
      <w:r>
        <w:tab/>
        <w:t>4.051e0</w:t>
      </w:r>
    </w:p>
    <w:p w:rsidR="007B2329" w:rsidRDefault="007B2329" w:rsidP="007B2329">
      <w:r>
        <w:t>760.7339</w:t>
      </w:r>
      <w:r>
        <w:tab/>
        <w:t>2.025e0</w:t>
      </w:r>
    </w:p>
    <w:p w:rsidR="007B2329" w:rsidRDefault="007B2329" w:rsidP="007B2329">
      <w:r>
        <w:t>760.7522</w:t>
      </w:r>
      <w:r>
        <w:tab/>
        <w:t>1.906e0</w:t>
      </w:r>
    </w:p>
    <w:p w:rsidR="007B2329" w:rsidRDefault="007B2329" w:rsidP="007B2329">
      <w:r>
        <w:t>760.7620</w:t>
      </w:r>
      <w:r>
        <w:tab/>
        <w:t>3.496e0</w:t>
      </w:r>
    </w:p>
    <w:p w:rsidR="007B2329" w:rsidRDefault="007B2329" w:rsidP="007B2329">
      <w:r>
        <w:t>760.7655</w:t>
      </w:r>
      <w:r>
        <w:tab/>
        <w:t>2.025e0</w:t>
      </w:r>
    </w:p>
    <w:p w:rsidR="007B2329" w:rsidRDefault="007B2329" w:rsidP="007B2329">
      <w:r>
        <w:t>760.8075</w:t>
      </w:r>
      <w:r>
        <w:tab/>
        <w:t>2.640e0</w:t>
      </w:r>
    </w:p>
    <w:p w:rsidR="007B2329" w:rsidRDefault="007B2329" w:rsidP="007B2329">
      <w:r>
        <w:t>760.8454</w:t>
      </w:r>
      <w:r>
        <w:tab/>
        <w:t>1.013e0</w:t>
      </w:r>
    </w:p>
    <w:p w:rsidR="007B2329" w:rsidRDefault="007B2329" w:rsidP="007B2329">
      <w:r>
        <w:lastRenderedPageBreak/>
        <w:t>760.8871</w:t>
      </w:r>
      <w:r>
        <w:tab/>
        <w:t>3.888e0</w:t>
      </w:r>
    </w:p>
    <w:p w:rsidR="007B2329" w:rsidRDefault="007B2329" w:rsidP="007B2329">
      <w:r>
        <w:t>760.8963</w:t>
      </w:r>
      <w:r>
        <w:tab/>
        <w:t>1.013e0</w:t>
      </w:r>
    </w:p>
    <w:p w:rsidR="007B2329" w:rsidRDefault="007B2329" w:rsidP="007B2329">
      <w:r>
        <w:t>760.9134</w:t>
      </w:r>
      <w:r>
        <w:tab/>
        <w:t>1.013e0</w:t>
      </w:r>
    </w:p>
    <w:p w:rsidR="007B2329" w:rsidRDefault="007B2329" w:rsidP="007B2329">
      <w:r>
        <w:t>760.9325</w:t>
      </w:r>
      <w:r>
        <w:tab/>
        <w:t>1.013e0</w:t>
      </w:r>
    </w:p>
    <w:p w:rsidR="007B2329" w:rsidRDefault="007B2329" w:rsidP="007B2329">
      <w:r>
        <w:t>760.9336</w:t>
      </w:r>
      <w:r>
        <w:tab/>
        <w:t>1.643e0</w:t>
      </w:r>
    </w:p>
    <w:p w:rsidR="007B2329" w:rsidRDefault="007B2329" w:rsidP="007B2329">
      <w:r>
        <w:t>760.9348</w:t>
      </w:r>
      <w:r>
        <w:tab/>
        <w:t>2.160e0</w:t>
      </w:r>
    </w:p>
    <w:p w:rsidR="007B2329" w:rsidRDefault="007B2329" w:rsidP="007B2329">
      <w:r>
        <w:t>760.9498</w:t>
      </w:r>
      <w:r>
        <w:tab/>
        <w:t>4.051e0</w:t>
      </w:r>
    </w:p>
    <w:p w:rsidR="007B2329" w:rsidRDefault="007B2329" w:rsidP="007B2329">
      <w:r>
        <w:t>760.9648</w:t>
      </w:r>
      <w:r>
        <w:tab/>
        <w:t>1.013e0</w:t>
      </w:r>
    </w:p>
    <w:p w:rsidR="007B2329" w:rsidRDefault="007B2329" w:rsidP="007B2329">
      <w:r>
        <w:t>760.9777</w:t>
      </w:r>
      <w:r>
        <w:tab/>
        <w:t>2.025e0</w:t>
      </w:r>
    </w:p>
    <w:p w:rsidR="007B2329" w:rsidRDefault="007B2329" w:rsidP="007B2329">
      <w:r>
        <w:t>760.9946</w:t>
      </w:r>
      <w:r>
        <w:tab/>
        <w:t>4.051e0</w:t>
      </w:r>
    </w:p>
    <w:p w:rsidR="007B2329" w:rsidRDefault="007B2329" w:rsidP="007B2329">
      <w:r>
        <w:t>761.0120</w:t>
      </w:r>
      <w:r>
        <w:tab/>
        <w:t>3.038e0</w:t>
      </w:r>
    </w:p>
    <w:p w:rsidR="007B2329" w:rsidRDefault="007B2329" w:rsidP="007B2329">
      <w:r>
        <w:t>761.0477</w:t>
      </w:r>
      <w:r>
        <w:tab/>
        <w:t>5.063e0</w:t>
      </w:r>
    </w:p>
    <w:p w:rsidR="007B2329" w:rsidRDefault="007B2329" w:rsidP="007B2329">
      <w:r>
        <w:t>761.0739</w:t>
      </w:r>
      <w:r>
        <w:tab/>
        <w:t>4.051e0</w:t>
      </w:r>
    </w:p>
    <w:p w:rsidR="007B2329" w:rsidRDefault="007B2329" w:rsidP="007B2329">
      <w:r>
        <w:t>761.0757</w:t>
      </w:r>
      <w:r>
        <w:tab/>
        <w:t>1.392e0</w:t>
      </w:r>
    </w:p>
    <w:p w:rsidR="007B2329" w:rsidRDefault="007B2329" w:rsidP="007B2329">
      <w:r>
        <w:t>761.1305</w:t>
      </w:r>
      <w:r>
        <w:tab/>
        <w:t>4.826e0</w:t>
      </w:r>
    </w:p>
    <w:p w:rsidR="007B2329" w:rsidRDefault="007B2329" w:rsidP="007B2329">
      <w:r>
        <w:t>761.1514</w:t>
      </w:r>
      <w:r>
        <w:tab/>
        <w:t>3.038e0</w:t>
      </w:r>
    </w:p>
    <w:p w:rsidR="007B2329" w:rsidRDefault="007B2329" w:rsidP="007B2329">
      <w:r>
        <w:t>761.1779</w:t>
      </w:r>
      <w:r>
        <w:tab/>
        <w:t>2.025e0</w:t>
      </w:r>
    </w:p>
    <w:p w:rsidR="007B2329" w:rsidRDefault="007B2329" w:rsidP="007B2329">
      <w:r>
        <w:t>761.2026</w:t>
      </w:r>
      <w:r>
        <w:tab/>
        <w:t>1.816e0</w:t>
      </w:r>
    </w:p>
    <w:p w:rsidR="007B2329" w:rsidRDefault="007B2329" w:rsidP="007B2329">
      <w:r>
        <w:t>761.2566</w:t>
      </w:r>
      <w:r>
        <w:tab/>
        <w:t>2.616e0</w:t>
      </w:r>
    </w:p>
    <w:p w:rsidR="007B2329" w:rsidRDefault="007B2329" w:rsidP="007B2329">
      <w:r>
        <w:lastRenderedPageBreak/>
        <w:t>761.2658</w:t>
      </w:r>
      <w:r>
        <w:tab/>
        <w:t>3.521e0</w:t>
      </w:r>
    </w:p>
    <w:p w:rsidR="007B2329" w:rsidRDefault="007B2329" w:rsidP="007B2329">
      <w:r>
        <w:t>761.3209</w:t>
      </w:r>
      <w:r>
        <w:tab/>
        <w:t>1.710e0</w:t>
      </w:r>
    </w:p>
    <w:p w:rsidR="007B2329" w:rsidRDefault="007B2329" w:rsidP="007B2329">
      <w:r>
        <w:t>761.3575</w:t>
      </w:r>
      <w:r>
        <w:tab/>
        <w:t>1.013e0</w:t>
      </w:r>
    </w:p>
    <w:p w:rsidR="007B2329" w:rsidRDefault="007B2329" w:rsidP="007B2329">
      <w:r>
        <w:t>761.3831</w:t>
      </w:r>
      <w:r>
        <w:tab/>
        <w:t>2.025e0</w:t>
      </w:r>
    </w:p>
    <w:p w:rsidR="007B2329" w:rsidRDefault="007B2329" w:rsidP="007B2329">
      <w:r>
        <w:t>761.3973</w:t>
      </w:r>
      <w:r>
        <w:tab/>
        <w:t>1.116e1</w:t>
      </w:r>
    </w:p>
    <w:p w:rsidR="007B2329" w:rsidRDefault="007B2329" w:rsidP="007B2329">
      <w:r>
        <w:t>761.4213</w:t>
      </w:r>
      <w:r>
        <w:tab/>
        <w:t>1.177e1</w:t>
      </w:r>
    </w:p>
    <w:p w:rsidR="007B2329" w:rsidRDefault="007B2329" w:rsidP="007B2329">
      <w:r>
        <w:t>761.4297</w:t>
      </w:r>
      <w:r>
        <w:tab/>
        <w:t>5.063e0</w:t>
      </w:r>
    </w:p>
    <w:p w:rsidR="007B2329" w:rsidRDefault="007B2329" w:rsidP="007B2329">
      <w:r>
        <w:t>761.4420</w:t>
      </w:r>
      <w:r>
        <w:tab/>
        <w:t>2.285e1</w:t>
      </w:r>
    </w:p>
    <w:p w:rsidR="007B2329" w:rsidRDefault="007B2329" w:rsidP="007B2329">
      <w:r>
        <w:t>761.4454</w:t>
      </w:r>
      <w:r>
        <w:tab/>
        <w:t>6.811e1</w:t>
      </w:r>
    </w:p>
    <w:p w:rsidR="007B2329" w:rsidRDefault="007B2329" w:rsidP="007B2329">
      <w:r>
        <w:t>761.4473</w:t>
      </w:r>
      <w:r>
        <w:tab/>
        <w:t>7.175e0</w:t>
      </w:r>
    </w:p>
    <w:p w:rsidR="007B2329" w:rsidRDefault="007B2329" w:rsidP="007B2329">
      <w:r>
        <w:t>761.4487</w:t>
      </w:r>
      <w:r>
        <w:tab/>
        <w:t>3.339e1</w:t>
      </w:r>
    </w:p>
    <w:p w:rsidR="007B2329" w:rsidRDefault="007B2329" w:rsidP="007B2329">
      <w:r>
        <w:t>761.4729</w:t>
      </w:r>
      <w:r>
        <w:tab/>
        <w:t>1.013e0</w:t>
      </w:r>
    </w:p>
    <w:p w:rsidR="007B2329" w:rsidRDefault="007B2329" w:rsidP="007B2329">
      <w:r>
        <w:t>761.5129</w:t>
      </w:r>
      <w:r>
        <w:tab/>
        <w:t>4.860e0</w:t>
      </w:r>
    </w:p>
    <w:p w:rsidR="007B2329" w:rsidRDefault="007B2329" w:rsidP="007B2329">
      <w:r>
        <w:t>761.5337</w:t>
      </w:r>
      <w:r>
        <w:tab/>
        <w:t>1.596e0</w:t>
      </w:r>
    </w:p>
    <w:p w:rsidR="007B2329" w:rsidRDefault="007B2329" w:rsidP="007B2329">
      <w:r>
        <w:t>761.5703</w:t>
      </w:r>
      <w:r>
        <w:tab/>
        <w:t>3.014e0</w:t>
      </w:r>
    </w:p>
    <w:p w:rsidR="007B2329" w:rsidRDefault="007B2329" w:rsidP="007B2329">
      <w:r>
        <w:t>761.5856</w:t>
      </w:r>
      <w:r>
        <w:tab/>
        <w:t>1.766e0</w:t>
      </w:r>
    </w:p>
    <w:p w:rsidR="007B2329" w:rsidRDefault="007B2329" w:rsidP="007B2329">
      <w:r>
        <w:t>761.6062</w:t>
      </w:r>
      <w:r>
        <w:tab/>
        <w:t>8.409e-1</w:t>
      </w:r>
    </w:p>
    <w:p w:rsidR="007B2329" w:rsidRDefault="007B2329" w:rsidP="007B2329">
      <w:r>
        <w:t>761.6113</w:t>
      </w:r>
      <w:r>
        <w:tab/>
        <w:t>3.038e0</w:t>
      </w:r>
    </w:p>
    <w:p w:rsidR="007B2329" w:rsidRDefault="007B2329" w:rsidP="007B2329">
      <w:r>
        <w:t>761.6138</w:t>
      </w:r>
      <w:r>
        <w:tab/>
        <w:t>3.302e0</w:t>
      </w:r>
    </w:p>
    <w:p w:rsidR="007B2329" w:rsidRDefault="007B2329" w:rsidP="007B2329">
      <w:r>
        <w:lastRenderedPageBreak/>
        <w:t>761.6212</w:t>
      </w:r>
      <w:r>
        <w:tab/>
        <w:t>1.928e0</w:t>
      </w:r>
    </w:p>
    <w:p w:rsidR="007B2329" w:rsidRDefault="007B2329" w:rsidP="007B2329">
      <w:r>
        <w:t>761.6224</w:t>
      </w:r>
      <w:r>
        <w:tab/>
        <w:t>6.284e0</w:t>
      </w:r>
    </w:p>
    <w:p w:rsidR="007B2329" w:rsidRDefault="007B2329" w:rsidP="007B2329">
      <w:r>
        <w:t>761.6275</w:t>
      </w:r>
      <w:r>
        <w:tab/>
        <w:t>1.960e0</w:t>
      </w:r>
    </w:p>
    <w:p w:rsidR="007B2329" w:rsidRDefault="007B2329" w:rsidP="007B2329">
      <w:r>
        <w:t>761.6533</w:t>
      </w:r>
      <w:r>
        <w:tab/>
        <w:t>1.013e0</w:t>
      </w:r>
    </w:p>
    <w:p w:rsidR="007B2329" w:rsidRDefault="007B2329" w:rsidP="007B2329">
      <w:r>
        <w:t>761.7048</w:t>
      </w:r>
      <w:r>
        <w:tab/>
        <w:t>1.013e0</w:t>
      </w:r>
    </w:p>
    <w:p w:rsidR="007B2329" w:rsidRDefault="007B2329" w:rsidP="007B2329">
      <w:r>
        <w:t>761.7174</w:t>
      </w:r>
      <w:r>
        <w:tab/>
        <w:t>1.909e0</w:t>
      </w:r>
    </w:p>
    <w:p w:rsidR="007B2329" w:rsidRDefault="007B2329" w:rsidP="007B2329">
      <w:r>
        <w:t>761.7272</w:t>
      </w:r>
      <w:r>
        <w:tab/>
        <w:t>3.038e0</w:t>
      </w:r>
    </w:p>
    <w:p w:rsidR="007B2329" w:rsidRDefault="007B2329" w:rsidP="007B2329">
      <w:r>
        <w:t>761.7538</w:t>
      </w:r>
      <w:r>
        <w:tab/>
        <w:t>2.025e0</w:t>
      </w:r>
    </w:p>
    <w:p w:rsidR="007B2329" w:rsidRDefault="007B2329" w:rsidP="007B2329">
      <w:r>
        <w:t>761.7827</w:t>
      </w:r>
      <w:r>
        <w:tab/>
        <w:t>3.038e0</w:t>
      </w:r>
    </w:p>
    <w:p w:rsidR="007B2329" w:rsidRDefault="007B2329" w:rsidP="007B2329">
      <w:r>
        <w:t>761.8401</w:t>
      </w:r>
      <w:r>
        <w:tab/>
        <w:t>2.025e0</w:t>
      </w:r>
    </w:p>
    <w:p w:rsidR="007B2329" w:rsidRDefault="007B2329" w:rsidP="007B2329">
      <w:r>
        <w:t>761.8464</w:t>
      </w:r>
      <w:r>
        <w:tab/>
        <w:t>1.013e0</w:t>
      </w:r>
    </w:p>
    <w:p w:rsidR="007B2329" w:rsidRDefault="007B2329" w:rsidP="007B2329">
      <w:r>
        <w:t>761.8591</w:t>
      </w:r>
      <w:r>
        <w:tab/>
        <w:t>2.906e0</w:t>
      </w:r>
    </w:p>
    <w:p w:rsidR="007B2329" w:rsidRDefault="007B2329" w:rsidP="007B2329">
      <w:r>
        <w:t>761.8629</w:t>
      </w:r>
      <w:r>
        <w:tab/>
        <w:t>2.025e0</w:t>
      </w:r>
    </w:p>
    <w:p w:rsidR="007B2329" w:rsidRDefault="007B2329" w:rsidP="007B2329">
      <w:r>
        <w:t>761.8684</w:t>
      </w:r>
      <w:r>
        <w:tab/>
        <w:t>1.013e0</w:t>
      </w:r>
    </w:p>
    <w:p w:rsidR="007B2329" w:rsidRDefault="007B2329" w:rsidP="007B2329">
      <w:r>
        <w:t>761.8850</w:t>
      </w:r>
      <w:r>
        <w:tab/>
        <w:t>1.013e0</w:t>
      </w:r>
    </w:p>
    <w:p w:rsidR="007B2329" w:rsidRDefault="007B2329" w:rsidP="007B2329">
      <w:r>
        <w:t>761.8948</w:t>
      </w:r>
      <w:r>
        <w:tab/>
        <w:t>1.142e0</w:t>
      </w:r>
    </w:p>
    <w:p w:rsidR="007B2329" w:rsidRDefault="007B2329" w:rsidP="007B2329">
      <w:r>
        <w:t>761.9025</w:t>
      </w:r>
      <w:r>
        <w:tab/>
        <w:t>1.013e0</w:t>
      </w:r>
    </w:p>
    <w:p w:rsidR="007B2329" w:rsidRDefault="007B2329" w:rsidP="007B2329">
      <w:r>
        <w:t>761.9235</w:t>
      </w:r>
      <w:r>
        <w:tab/>
        <w:t>2.759e0</w:t>
      </w:r>
    </w:p>
    <w:p w:rsidR="007B2329" w:rsidRDefault="007B2329" w:rsidP="007B2329">
      <w:r>
        <w:t>762.0142</w:t>
      </w:r>
      <w:r>
        <w:tab/>
        <w:t>2.735e0</w:t>
      </w:r>
    </w:p>
    <w:p w:rsidR="007B2329" w:rsidRDefault="007B2329" w:rsidP="007B2329">
      <w:r>
        <w:lastRenderedPageBreak/>
        <w:t>762.0195</w:t>
      </w:r>
      <w:r>
        <w:tab/>
        <w:t>4.051e0</w:t>
      </w:r>
    </w:p>
    <w:p w:rsidR="007B2329" w:rsidRDefault="007B2329" w:rsidP="007B2329">
      <w:r>
        <w:t>762.0315</w:t>
      </w:r>
      <w:r>
        <w:tab/>
        <w:t>1.025e0</w:t>
      </w:r>
    </w:p>
    <w:p w:rsidR="007B2329" w:rsidRDefault="007B2329" w:rsidP="007B2329">
      <w:r>
        <w:t>762.0396</w:t>
      </w:r>
      <w:r>
        <w:tab/>
        <w:t>3.038e0</w:t>
      </w:r>
    </w:p>
    <w:p w:rsidR="007B2329" w:rsidRDefault="007B2329" w:rsidP="007B2329">
      <w:r>
        <w:t>762.0811</w:t>
      </w:r>
      <w:r>
        <w:tab/>
        <w:t>2.025e0</w:t>
      </w:r>
    </w:p>
    <w:p w:rsidR="007B2329" w:rsidRDefault="007B2329" w:rsidP="007B2329">
      <w:r>
        <w:t>762.0952</w:t>
      </w:r>
      <w:r>
        <w:tab/>
        <w:t>2.850e0</w:t>
      </w:r>
    </w:p>
    <w:p w:rsidR="007B2329" w:rsidRDefault="007B2329" w:rsidP="007B2329">
      <w:r>
        <w:t>762.1069</w:t>
      </w:r>
      <w:r>
        <w:tab/>
        <w:t>1.013e0</w:t>
      </w:r>
    </w:p>
    <w:p w:rsidR="007B2329" w:rsidRDefault="007B2329" w:rsidP="007B2329">
      <w:r>
        <w:t>762.1097</w:t>
      </w:r>
      <w:r>
        <w:tab/>
        <w:t>2.038e0</w:t>
      </w:r>
    </w:p>
    <w:p w:rsidR="007B2329" w:rsidRDefault="007B2329" w:rsidP="007B2329">
      <w:r>
        <w:t>762.1231</w:t>
      </w:r>
      <w:r>
        <w:tab/>
        <w:t>2.025e0</w:t>
      </w:r>
    </w:p>
    <w:p w:rsidR="007B2329" w:rsidRDefault="007B2329" w:rsidP="007B2329">
      <w:r>
        <w:t>762.1425</w:t>
      </w:r>
      <w:r>
        <w:tab/>
        <w:t>1.013e0</w:t>
      </w:r>
    </w:p>
    <w:p w:rsidR="007B2329" w:rsidRDefault="007B2329" w:rsidP="007B2329">
      <w:r>
        <w:t>762.1438</w:t>
      </w:r>
      <w:r>
        <w:tab/>
        <w:t>2.529e0</w:t>
      </w:r>
    </w:p>
    <w:p w:rsidR="007B2329" w:rsidRDefault="007B2329" w:rsidP="007B2329">
      <w:r>
        <w:t>762.1927</w:t>
      </w:r>
      <w:r>
        <w:tab/>
        <w:t>1.013e0</w:t>
      </w:r>
    </w:p>
    <w:p w:rsidR="007B2329" w:rsidRDefault="007B2329" w:rsidP="007B2329">
      <w:r>
        <w:t>762.2054</w:t>
      </w:r>
      <w:r>
        <w:tab/>
        <w:t>1.772e0</w:t>
      </w:r>
    </w:p>
    <w:p w:rsidR="007B2329" w:rsidRDefault="007B2329" w:rsidP="007B2329">
      <w:r>
        <w:t>762.2113</w:t>
      </w:r>
      <w:r>
        <w:tab/>
        <w:t>5.972e0</w:t>
      </w:r>
    </w:p>
    <w:p w:rsidR="007B2329" w:rsidRDefault="007B2329" w:rsidP="007B2329">
      <w:r>
        <w:t>762.2326</w:t>
      </w:r>
      <w:r>
        <w:tab/>
        <w:t>2.055e0</w:t>
      </w:r>
    </w:p>
    <w:p w:rsidR="007B2329" w:rsidRDefault="007B2329" w:rsidP="007B2329">
      <w:r>
        <w:t>762.2349</w:t>
      </w:r>
      <w:r>
        <w:tab/>
        <w:t>2.025e0</w:t>
      </w:r>
    </w:p>
    <w:p w:rsidR="007B2329" w:rsidRDefault="007B2329" w:rsidP="007B2329">
      <w:r>
        <w:t>762.2687</w:t>
      </w:r>
      <w:r>
        <w:tab/>
        <w:t>2.508e0</w:t>
      </w:r>
    </w:p>
    <w:p w:rsidR="007B2329" w:rsidRDefault="007B2329" w:rsidP="007B2329">
      <w:r>
        <w:t>762.2778</w:t>
      </w:r>
      <w:r>
        <w:tab/>
        <w:t>1.013e0</w:t>
      </w:r>
    </w:p>
    <w:p w:rsidR="007B2329" w:rsidRDefault="007B2329" w:rsidP="007B2329">
      <w:r>
        <w:t>762.3228</w:t>
      </w:r>
      <w:r>
        <w:tab/>
        <w:t>1.013e0</w:t>
      </w:r>
    </w:p>
    <w:p w:rsidR="007B2329" w:rsidRDefault="007B2329" w:rsidP="007B2329">
      <w:r>
        <w:t>762.3834</w:t>
      </w:r>
      <w:r>
        <w:tab/>
        <w:t>1.994e0</w:t>
      </w:r>
    </w:p>
    <w:p w:rsidR="007B2329" w:rsidRDefault="007B2329" w:rsidP="007B2329">
      <w:r>
        <w:lastRenderedPageBreak/>
        <w:t>762.4395</w:t>
      </w:r>
      <w:r>
        <w:tab/>
        <w:t>1.263e1</w:t>
      </w:r>
    </w:p>
    <w:p w:rsidR="007B2329" w:rsidRDefault="007B2329" w:rsidP="007B2329">
      <w:r>
        <w:t>762.4549</w:t>
      </w:r>
      <w:r>
        <w:tab/>
        <w:t>7.311e0</w:t>
      </w:r>
    </w:p>
    <w:p w:rsidR="007B2329" w:rsidRDefault="007B2329" w:rsidP="007B2329">
      <w:r>
        <w:t>762.4570</w:t>
      </w:r>
      <w:r>
        <w:tab/>
        <w:t>1.931e0</w:t>
      </w:r>
    </w:p>
    <w:p w:rsidR="007B2329" w:rsidRDefault="007B2329" w:rsidP="007B2329">
      <w:r>
        <w:t>762.4587</w:t>
      </w:r>
      <w:r>
        <w:tab/>
        <w:t>6.003e0</w:t>
      </w:r>
    </w:p>
    <w:p w:rsidR="007B2329" w:rsidRDefault="007B2329" w:rsidP="007B2329">
      <w:r>
        <w:t>762.5625</w:t>
      </w:r>
      <w:r>
        <w:tab/>
        <w:t>2.183e0</w:t>
      </w:r>
    </w:p>
    <w:p w:rsidR="007B2329" w:rsidRDefault="007B2329" w:rsidP="007B2329">
      <w:r>
        <w:t>762.5885</w:t>
      </w:r>
      <w:r>
        <w:tab/>
        <w:t>1.957e0</w:t>
      </w:r>
    </w:p>
    <w:p w:rsidR="007B2329" w:rsidRDefault="007B2329" w:rsidP="007B2329">
      <w:r>
        <w:t>762.6032</w:t>
      </w:r>
      <w:r>
        <w:tab/>
        <w:t>2.753e0</w:t>
      </w:r>
    </w:p>
    <w:p w:rsidR="007B2329" w:rsidRDefault="007B2329" w:rsidP="007B2329">
      <w:r>
        <w:t>762.6271</w:t>
      </w:r>
      <w:r>
        <w:tab/>
        <w:t>2.025e0</w:t>
      </w:r>
    </w:p>
    <w:p w:rsidR="007B2329" w:rsidRDefault="007B2329" w:rsidP="007B2329">
      <w:r>
        <w:t>762.6321</w:t>
      </w:r>
      <w:r>
        <w:tab/>
        <w:t>1.096e0</w:t>
      </w:r>
    </w:p>
    <w:p w:rsidR="007B2329" w:rsidRDefault="007B2329" w:rsidP="007B2329">
      <w:r>
        <w:t>762.6457</w:t>
      </w:r>
      <w:r>
        <w:tab/>
        <w:t>2.651e0</w:t>
      </w:r>
    </w:p>
    <w:p w:rsidR="007B2329" w:rsidRDefault="007B2329" w:rsidP="007B2329">
      <w:r>
        <w:t>762.6626</w:t>
      </w:r>
      <w:r>
        <w:tab/>
        <w:t>1.025e0</w:t>
      </w:r>
    </w:p>
    <w:p w:rsidR="007B2329" w:rsidRDefault="007B2329" w:rsidP="007B2329">
      <w:r>
        <w:t>762.6776</w:t>
      </w:r>
      <w:r>
        <w:tab/>
        <w:t>2.025e0</w:t>
      </w:r>
    </w:p>
    <w:p w:rsidR="007B2329" w:rsidRDefault="007B2329" w:rsidP="007B2329">
      <w:r>
        <w:t>762.6965</w:t>
      </w:r>
      <w:r>
        <w:tab/>
        <w:t>1.013e0</w:t>
      </w:r>
    </w:p>
    <w:p w:rsidR="007B2329" w:rsidRDefault="007B2329" w:rsidP="007B2329">
      <w:r>
        <w:t>762.7305</w:t>
      </w:r>
      <w:r>
        <w:tab/>
        <w:t>3.038e0</w:t>
      </w:r>
    </w:p>
    <w:p w:rsidR="007B2329" w:rsidRDefault="007B2329" w:rsidP="007B2329">
      <w:r>
        <w:t>762.7376</w:t>
      </w:r>
      <w:r>
        <w:tab/>
        <w:t>2.025e0</w:t>
      </w:r>
    </w:p>
    <w:p w:rsidR="007B2329" w:rsidRDefault="007B2329" w:rsidP="007B2329">
      <w:r>
        <w:t>762.7720</w:t>
      </w:r>
      <w:r>
        <w:tab/>
        <w:t>1.013e0</w:t>
      </w:r>
    </w:p>
    <w:p w:rsidR="007B2329" w:rsidRDefault="007B2329" w:rsidP="007B2329">
      <w:r>
        <w:t>762.7798</w:t>
      </w:r>
      <w:r>
        <w:tab/>
        <w:t>1.792e0</w:t>
      </w:r>
    </w:p>
    <w:p w:rsidR="007B2329" w:rsidRDefault="007B2329" w:rsidP="007B2329">
      <w:r>
        <w:t>762.7869</w:t>
      </w:r>
      <w:r>
        <w:tab/>
        <w:t>1.013e0</w:t>
      </w:r>
    </w:p>
    <w:p w:rsidR="007B2329" w:rsidRDefault="007B2329" w:rsidP="007B2329">
      <w:r>
        <w:t>762.8319</w:t>
      </w:r>
      <w:r>
        <w:tab/>
        <w:t>2.025e0</w:t>
      </w:r>
    </w:p>
    <w:p w:rsidR="007B2329" w:rsidRDefault="007B2329" w:rsidP="007B2329">
      <w:r>
        <w:lastRenderedPageBreak/>
        <w:t>762.8394</w:t>
      </w:r>
      <w:r>
        <w:tab/>
        <w:t>2.605e0</w:t>
      </w:r>
    </w:p>
    <w:p w:rsidR="007B2329" w:rsidRDefault="007B2329" w:rsidP="007B2329">
      <w:r>
        <w:t>762.8466</w:t>
      </w:r>
      <w:r>
        <w:tab/>
        <w:t>2.025e0</w:t>
      </w:r>
    </w:p>
    <w:p w:rsidR="007B2329" w:rsidRDefault="007B2329" w:rsidP="007B2329">
      <w:r>
        <w:t>762.8514</w:t>
      </w:r>
      <w:r>
        <w:tab/>
        <w:t>2.532e-2</w:t>
      </w:r>
    </w:p>
    <w:p w:rsidR="007B2329" w:rsidRDefault="007B2329" w:rsidP="007B2329">
      <w:r>
        <w:t>762.8641</w:t>
      </w:r>
      <w:r>
        <w:tab/>
        <w:t>1.013e0</w:t>
      </w:r>
    </w:p>
    <w:p w:rsidR="007B2329" w:rsidRDefault="007B2329" w:rsidP="007B2329">
      <w:r>
        <w:t>762.8918</w:t>
      </w:r>
      <w:r>
        <w:tab/>
        <w:t>3.851e0</w:t>
      </w:r>
    </w:p>
    <w:p w:rsidR="007B2329" w:rsidRDefault="007B2329" w:rsidP="007B2329">
      <w:r>
        <w:t>762.8929</w:t>
      </w:r>
      <w:r>
        <w:tab/>
        <w:t>1.515e0</w:t>
      </w:r>
    </w:p>
    <w:p w:rsidR="007B2329" w:rsidRDefault="007B2329" w:rsidP="007B2329">
      <w:r>
        <w:t>762.9061</w:t>
      </w:r>
      <w:r>
        <w:tab/>
        <w:t>3.040e0</w:t>
      </w:r>
    </w:p>
    <w:p w:rsidR="007B2329" w:rsidRDefault="007B2329" w:rsidP="007B2329">
      <w:r>
        <w:t>762.9498</w:t>
      </w:r>
      <w:r>
        <w:tab/>
        <w:t>3.038e0</w:t>
      </w:r>
    </w:p>
    <w:p w:rsidR="007B2329" w:rsidRDefault="007B2329" w:rsidP="007B2329">
      <w:r>
        <w:t>762.9668</w:t>
      </w:r>
      <w:r>
        <w:tab/>
        <w:t>2.025e0</w:t>
      </w:r>
    </w:p>
    <w:p w:rsidR="007B2329" w:rsidRDefault="007B2329" w:rsidP="007B2329">
      <w:r>
        <w:t>762.9859</w:t>
      </w:r>
      <w:r>
        <w:tab/>
        <w:t>2.025e0</w:t>
      </w:r>
    </w:p>
    <w:p w:rsidR="007B2329" w:rsidRDefault="007B2329" w:rsidP="007B2329">
      <w:r>
        <w:t>763.0156</w:t>
      </w:r>
      <w:r>
        <w:tab/>
        <w:t>2.025e0</w:t>
      </w:r>
    </w:p>
    <w:p w:rsidR="007B2329" w:rsidRDefault="007B2329" w:rsidP="007B2329">
      <w:r>
        <w:t>763.0190</w:t>
      </w:r>
      <w:r>
        <w:tab/>
        <w:t>2.025e0</w:t>
      </w:r>
    </w:p>
    <w:p w:rsidR="007B2329" w:rsidRDefault="007B2329" w:rsidP="007B2329">
      <w:r>
        <w:t>763.0276</w:t>
      </w:r>
      <w:r>
        <w:tab/>
        <w:t>1.013e0</w:t>
      </w:r>
    </w:p>
    <w:p w:rsidR="007B2329" w:rsidRDefault="007B2329" w:rsidP="007B2329">
      <w:r>
        <w:t>763.0704</w:t>
      </w:r>
      <w:r>
        <w:tab/>
        <w:t>2.025e0</w:t>
      </w:r>
    </w:p>
    <w:p w:rsidR="007B2329" w:rsidRDefault="007B2329" w:rsidP="007B2329">
      <w:r>
        <w:t>763.0886</w:t>
      </w:r>
      <w:r>
        <w:tab/>
        <w:t>2.025e0</w:t>
      </w:r>
    </w:p>
    <w:p w:rsidR="007B2329" w:rsidRDefault="007B2329" w:rsidP="007B2329">
      <w:r>
        <w:t>763.1259</w:t>
      </w:r>
      <w:r>
        <w:tab/>
        <w:t>2.025e0</w:t>
      </w:r>
    </w:p>
    <w:p w:rsidR="007B2329" w:rsidRDefault="007B2329" w:rsidP="007B2329">
      <w:r>
        <w:t>763.1553</w:t>
      </w:r>
      <w:r>
        <w:tab/>
        <w:t>2.025e0</w:t>
      </w:r>
    </w:p>
    <w:p w:rsidR="007B2329" w:rsidRDefault="007B2329" w:rsidP="007B2329">
      <w:r>
        <w:t>763.1725</w:t>
      </w:r>
      <w:r>
        <w:tab/>
        <w:t>2.025e0</w:t>
      </w:r>
    </w:p>
    <w:p w:rsidR="007B2329" w:rsidRDefault="007B2329" w:rsidP="007B2329">
      <w:r>
        <w:t>763.2139</w:t>
      </w:r>
      <w:r>
        <w:tab/>
        <w:t>2.560e0</w:t>
      </w:r>
    </w:p>
    <w:p w:rsidR="007B2329" w:rsidRDefault="007B2329" w:rsidP="007B2329">
      <w:r>
        <w:lastRenderedPageBreak/>
        <w:t>763.2212</w:t>
      </w:r>
      <w:r>
        <w:tab/>
        <w:t>1.887e0</w:t>
      </w:r>
    </w:p>
    <w:p w:rsidR="007B2329" w:rsidRDefault="007B2329" w:rsidP="007B2329">
      <w:r>
        <w:t>763.2324</w:t>
      </w:r>
      <w:r>
        <w:tab/>
        <w:t>2.619e0</w:t>
      </w:r>
    </w:p>
    <w:p w:rsidR="007B2329" w:rsidRDefault="007B2329" w:rsidP="007B2329">
      <w:r>
        <w:t>763.2352</w:t>
      </w:r>
      <w:r>
        <w:tab/>
        <w:t>1.893e0</w:t>
      </w:r>
    </w:p>
    <w:p w:rsidR="007B2329" w:rsidRDefault="007B2329" w:rsidP="007B2329">
      <w:r>
        <w:t>763.2381</w:t>
      </w:r>
      <w:r>
        <w:tab/>
        <w:t>1.013e0</w:t>
      </w:r>
    </w:p>
    <w:p w:rsidR="007B2329" w:rsidRDefault="007B2329" w:rsidP="007B2329">
      <w:r>
        <w:t>763.2656</w:t>
      </w:r>
      <w:r>
        <w:tab/>
        <w:t>7.197e0</w:t>
      </w:r>
    </w:p>
    <w:p w:rsidR="007B2329" w:rsidRDefault="007B2329" w:rsidP="007B2329">
      <w:r>
        <w:t>763.3063</w:t>
      </w:r>
      <w:r>
        <w:tab/>
        <w:t>1.921e0</w:t>
      </w:r>
    </w:p>
    <w:p w:rsidR="007B2329" w:rsidRDefault="007B2329" w:rsidP="007B2329">
      <w:r>
        <w:t>763.3442</w:t>
      </w:r>
      <w:r>
        <w:tab/>
        <w:t>1.318e0</w:t>
      </w:r>
    </w:p>
    <w:p w:rsidR="007B2329" w:rsidRDefault="007B2329" w:rsidP="007B2329">
      <w:r>
        <w:t>763.4316</w:t>
      </w:r>
      <w:r>
        <w:tab/>
        <w:t>1.013e0</w:t>
      </w:r>
    </w:p>
    <w:p w:rsidR="007B2329" w:rsidRDefault="007B2329" w:rsidP="007B2329">
      <w:r>
        <w:t>763.5431</w:t>
      </w:r>
      <w:r>
        <w:tab/>
        <w:t>2.025e0</w:t>
      </w:r>
    </w:p>
    <w:p w:rsidR="007B2329" w:rsidRDefault="007B2329" w:rsidP="007B2329">
      <w:r>
        <w:t>763.5546</w:t>
      </w:r>
      <w:r>
        <w:tab/>
        <w:t>1.013e0</w:t>
      </w:r>
    </w:p>
    <w:p w:rsidR="007B2329" w:rsidRDefault="007B2329" w:rsidP="007B2329">
      <w:r>
        <w:t>763.5744</w:t>
      </w:r>
      <w:r>
        <w:tab/>
        <w:t>1.151e0</w:t>
      </w:r>
    </w:p>
    <w:p w:rsidR="007B2329" w:rsidRDefault="007B2329" w:rsidP="007B2329">
      <w:r>
        <w:t>763.5866</w:t>
      </w:r>
      <w:r>
        <w:tab/>
        <w:t>5.192e0</w:t>
      </w:r>
    </w:p>
    <w:p w:rsidR="007B2329" w:rsidRDefault="007B2329" w:rsidP="007B2329">
      <w:r>
        <w:t>763.6119</w:t>
      </w:r>
      <w:r>
        <w:tab/>
        <w:t>3.857e0</w:t>
      </w:r>
    </w:p>
    <w:p w:rsidR="007B2329" w:rsidRDefault="007B2329" w:rsidP="007B2329">
      <w:r>
        <w:t>763.6966</w:t>
      </w:r>
      <w:r>
        <w:tab/>
        <w:t>2.025e0</w:t>
      </w:r>
    </w:p>
    <w:p w:rsidR="007B2329" w:rsidRDefault="007B2329" w:rsidP="007B2329">
      <w:r>
        <w:t>763.7091</w:t>
      </w:r>
      <w:r>
        <w:tab/>
        <w:t>2.025e0</w:t>
      </w:r>
    </w:p>
    <w:p w:rsidR="007B2329" w:rsidRDefault="007B2329" w:rsidP="007B2329">
      <w:r>
        <w:t>763.7480</w:t>
      </w:r>
      <w:r>
        <w:tab/>
        <w:t>2.025e0</w:t>
      </w:r>
    </w:p>
    <w:p w:rsidR="007B2329" w:rsidRDefault="007B2329" w:rsidP="007B2329">
      <w:r>
        <w:t>763.7494</w:t>
      </w:r>
      <w:r>
        <w:tab/>
        <w:t>3.892e0</w:t>
      </w:r>
    </w:p>
    <w:p w:rsidR="007B2329" w:rsidRDefault="007B2329" w:rsidP="007B2329">
      <w:r>
        <w:t>763.7834</w:t>
      </w:r>
      <w:r>
        <w:tab/>
        <w:t>3.038e0</w:t>
      </w:r>
    </w:p>
    <w:p w:rsidR="007B2329" w:rsidRDefault="007B2329" w:rsidP="007B2329">
      <w:r>
        <w:t>763.7941</w:t>
      </w:r>
      <w:r>
        <w:tab/>
        <w:t>2.025e0</w:t>
      </w:r>
    </w:p>
    <w:p w:rsidR="007B2329" w:rsidRDefault="007B2329" w:rsidP="007B2329">
      <w:r>
        <w:lastRenderedPageBreak/>
        <w:t>763.8076</w:t>
      </w:r>
      <w:r>
        <w:tab/>
        <w:t>1.608e0</w:t>
      </w:r>
    </w:p>
    <w:p w:rsidR="007B2329" w:rsidRDefault="007B2329" w:rsidP="007B2329">
      <w:r>
        <w:t>763.8448</w:t>
      </w:r>
      <w:r>
        <w:tab/>
        <w:t>1.013e0</w:t>
      </w:r>
    </w:p>
    <w:p w:rsidR="007B2329" w:rsidRDefault="007B2329" w:rsidP="007B2329">
      <w:r>
        <w:t>763.8704</w:t>
      </w:r>
      <w:r>
        <w:tab/>
        <w:t>1.013e0</w:t>
      </w:r>
    </w:p>
    <w:p w:rsidR="007B2329" w:rsidRDefault="007B2329" w:rsidP="007B2329">
      <w:r>
        <w:t>763.8771</w:t>
      </w:r>
      <w:r>
        <w:tab/>
        <w:t>1.712e0</w:t>
      </w:r>
    </w:p>
    <w:p w:rsidR="007B2329" w:rsidRDefault="007B2329" w:rsidP="007B2329">
      <w:r>
        <w:t>763.8964</w:t>
      </w:r>
      <w:r>
        <w:tab/>
        <w:t>1.013e0</w:t>
      </w:r>
    </w:p>
    <w:p w:rsidR="007B2329" w:rsidRDefault="007B2329" w:rsidP="007B2329">
      <w:r>
        <w:t>763.9223</w:t>
      </w:r>
      <w:r>
        <w:tab/>
        <w:t>6.503e0</w:t>
      </w:r>
    </w:p>
    <w:p w:rsidR="007B2329" w:rsidRDefault="007B2329" w:rsidP="007B2329">
      <w:r>
        <w:t>763.9538</w:t>
      </w:r>
      <w:r>
        <w:tab/>
        <w:t>4.051e0</w:t>
      </w:r>
    </w:p>
    <w:p w:rsidR="007B2329" w:rsidRDefault="007B2329" w:rsidP="007B2329">
      <w:r>
        <w:t>763.9648</w:t>
      </w:r>
      <w:r>
        <w:tab/>
        <w:t>1.013e0</w:t>
      </w:r>
    </w:p>
    <w:p w:rsidR="007B2329" w:rsidRDefault="007B2329" w:rsidP="007B2329">
      <w:r>
        <w:t>763.9997</w:t>
      </w:r>
      <w:r>
        <w:tab/>
        <w:t>1.013e0</w:t>
      </w:r>
    </w:p>
    <w:p w:rsidR="007B2329" w:rsidRDefault="007B2329" w:rsidP="007B2329">
      <w:r>
        <w:t>764.0403</w:t>
      </w:r>
      <w:r>
        <w:tab/>
        <w:t>2.473e0</w:t>
      </w:r>
    </w:p>
    <w:p w:rsidR="007B2329" w:rsidRDefault="007B2329" w:rsidP="007B2329">
      <w:r>
        <w:t>764.0513</w:t>
      </w:r>
      <w:r>
        <w:tab/>
        <w:t>1.013e0</w:t>
      </w:r>
    </w:p>
    <w:p w:rsidR="007B2329" w:rsidRDefault="007B2329" w:rsidP="007B2329">
      <w:r>
        <w:t>764.0641</w:t>
      </w:r>
      <w:r>
        <w:tab/>
        <w:t>1.013e0</w:t>
      </w:r>
    </w:p>
    <w:p w:rsidR="007B2329" w:rsidRDefault="007B2329" w:rsidP="007B2329">
      <w:r>
        <w:t>764.0759</w:t>
      </w:r>
      <w:r>
        <w:tab/>
        <w:t>2.025e0</w:t>
      </w:r>
    </w:p>
    <w:p w:rsidR="007B2329" w:rsidRDefault="007B2329" w:rsidP="007B2329">
      <w:r>
        <w:t>764.1028</w:t>
      </w:r>
      <w:r>
        <w:tab/>
        <w:t>2.025e0</w:t>
      </w:r>
    </w:p>
    <w:p w:rsidR="007B2329" w:rsidRDefault="007B2329" w:rsidP="007B2329">
      <w:r>
        <w:t>764.1481</w:t>
      </w:r>
      <w:r>
        <w:tab/>
        <w:t>2.025e0</w:t>
      </w:r>
    </w:p>
    <w:p w:rsidR="007B2329" w:rsidRDefault="007B2329" w:rsidP="007B2329">
      <w:r>
        <w:t>764.1529</w:t>
      </w:r>
      <w:r>
        <w:tab/>
        <w:t>1.013e0</w:t>
      </w:r>
    </w:p>
    <w:p w:rsidR="007B2329" w:rsidRDefault="007B2329" w:rsidP="007B2329">
      <w:r>
        <w:t>764.1744</w:t>
      </w:r>
      <w:r>
        <w:tab/>
        <w:t>2.486e0</w:t>
      </w:r>
    </w:p>
    <w:p w:rsidR="007B2329" w:rsidRDefault="007B2329" w:rsidP="007B2329">
      <w:r>
        <w:t>764.2099</w:t>
      </w:r>
      <w:r>
        <w:tab/>
        <w:t>3.038e0</w:t>
      </w:r>
    </w:p>
    <w:p w:rsidR="007B2329" w:rsidRDefault="007B2329" w:rsidP="007B2329">
      <w:r>
        <w:t>764.2156</w:t>
      </w:r>
      <w:r>
        <w:tab/>
        <w:t>1.615e0</w:t>
      </w:r>
    </w:p>
    <w:p w:rsidR="007B2329" w:rsidRDefault="007B2329" w:rsidP="007B2329">
      <w:r>
        <w:lastRenderedPageBreak/>
        <w:t>764.2204</w:t>
      </w:r>
      <w:r>
        <w:tab/>
        <w:t>1.013e0</w:t>
      </w:r>
    </w:p>
    <w:p w:rsidR="007B2329" w:rsidRDefault="007B2329" w:rsidP="007B2329">
      <w:r>
        <w:t>764.2655</w:t>
      </w:r>
      <w:r>
        <w:tab/>
        <w:t>1.944e0</w:t>
      </w:r>
    </w:p>
    <w:p w:rsidR="007B2329" w:rsidRDefault="007B2329" w:rsidP="007B2329">
      <w:r>
        <w:t>764.3099</w:t>
      </w:r>
      <w:r>
        <w:tab/>
        <w:t>1.013e0</w:t>
      </w:r>
    </w:p>
    <w:p w:rsidR="007B2329" w:rsidRDefault="007B2329" w:rsidP="007B2329">
      <w:r>
        <w:t>764.3718</w:t>
      </w:r>
      <w:r>
        <w:tab/>
        <w:t>2.562e0</w:t>
      </w:r>
    </w:p>
    <w:p w:rsidR="007B2329" w:rsidRDefault="007B2329" w:rsidP="007B2329">
      <w:r>
        <w:t>764.3740</w:t>
      </w:r>
      <w:r>
        <w:tab/>
        <w:t>1.013e0</w:t>
      </w:r>
    </w:p>
    <w:p w:rsidR="007B2329" w:rsidRDefault="007B2329" w:rsidP="007B2329">
      <w:r>
        <w:t>764.5939</w:t>
      </w:r>
      <w:r>
        <w:tab/>
        <w:t>1.013e0</w:t>
      </w:r>
    </w:p>
    <w:p w:rsidR="007B2329" w:rsidRDefault="007B2329" w:rsidP="007B2329">
      <w:r>
        <w:t>764.6020</w:t>
      </w:r>
      <w:r>
        <w:tab/>
        <w:t>2.025e0</w:t>
      </w:r>
    </w:p>
    <w:p w:rsidR="007B2329" w:rsidRDefault="007B2329" w:rsidP="007B2329">
      <w:r>
        <w:t>764.6454</w:t>
      </w:r>
      <w:r>
        <w:tab/>
        <w:t>2.025e0</w:t>
      </w:r>
    </w:p>
    <w:p w:rsidR="007B2329" w:rsidRDefault="007B2329" w:rsidP="007B2329">
      <w:r>
        <w:t>764.6712</w:t>
      </w:r>
      <w:r>
        <w:tab/>
        <w:t>2.025e0</w:t>
      </w:r>
    </w:p>
    <w:p w:rsidR="007B2329" w:rsidRDefault="007B2329" w:rsidP="007B2329">
      <w:r>
        <w:t>764.6841</w:t>
      </w:r>
      <w:r>
        <w:tab/>
        <w:t>2.025e0</w:t>
      </w:r>
    </w:p>
    <w:p w:rsidR="007B2329" w:rsidRDefault="007B2329" w:rsidP="007B2329">
      <w:r>
        <w:t>764.6972</w:t>
      </w:r>
      <w:r>
        <w:tab/>
        <w:t>3.038e0</w:t>
      </w:r>
    </w:p>
    <w:p w:rsidR="007B2329" w:rsidRDefault="007B2329" w:rsidP="007B2329">
      <w:r>
        <w:t>764.7148</w:t>
      </w:r>
      <w:r>
        <w:tab/>
        <w:t>2.025e0</w:t>
      </w:r>
    </w:p>
    <w:p w:rsidR="007B2329" w:rsidRDefault="007B2329" w:rsidP="007B2329">
      <w:r>
        <w:t>764.7202</w:t>
      </w:r>
      <w:r>
        <w:tab/>
        <w:t>1.025e0</w:t>
      </w:r>
    </w:p>
    <w:p w:rsidR="007B2329" w:rsidRDefault="007B2329" w:rsidP="007B2329">
      <w:r>
        <w:t>764.7321</w:t>
      </w:r>
      <w:r>
        <w:tab/>
        <w:t>1.013e0</w:t>
      </w:r>
    </w:p>
    <w:p w:rsidR="007B2329" w:rsidRDefault="007B2329" w:rsidP="007B2329">
      <w:r>
        <w:t>764.7750</w:t>
      </w:r>
      <w:r>
        <w:tab/>
        <w:t>1.013e0</w:t>
      </w:r>
    </w:p>
    <w:p w:rsidR="007B2329" w:rsidRDefault="007B2329" w:rsidP="007B2329">
      <w:r>
        <w:t>764.7924</w:t>
      </w:r>
      <w:r>
        <w:tab/>
        <w:t>1.025e0</w:t>
      </w:r>
    </w:p>
    <w:p w:rsidR="007B2329" w:rsidRDefault="007B2329" w:rsidP="007B2329">
      <w:r>
        <w:t>764.7955</w:t>
      </w:r>
      <w:r>
        <w:tab/>
        <w:t>3.498e0</w:t>
      </w:r>
    </w:p>
    <w:p w:rsidR="007B2329" w:rsidRDefault="007B2329" w:rsidP="007B2329">
      <w:r>
        <w:t>764.8135</w:t>
      </w:r>
      <w:r>
        <w:tab/>
        <w:t>1.013e0</w:t>
      </w:r>
    </w:p>
    <w:p w:rsidR="007B2329" w:rsidRDefault="007B2329" w:rsidP="007B2329">
      <w:r>
        <w:t>764.8331</w:t>
      </w:r>
      <w:r>
        <w:tab/>
        <w:t>4.241e0</w:t>
      </w:r>
    </w:p>
    <w:p w:rsidR="007B2329" w:rsidRDefault="007B2329" w:rsidP="007B2329">
      <w:r>
        <w:lastRenderedPageBreak/>
        <w:t>764.8520</w:t>
      </w:r>
      <w:r>
        <w:tab/>
        <w:t>1.013e0</w:t>
      </w:r>
    </w:p>
    <w:p w:rsidR="007B2329" w:rsidRDefault="007B2329" w:rsidP="007B2329">
      <w:r>
        <w:t>764.8601</w:t>
      </w:r>
      <w:r>
        <w:tab/>
        <w:t>1.788e0</w:t>
      </w:r>
    </w:p>
    <w:p w:rsidR="007B2329" w:rsidRDefault="007B2329" w:rsidP="007B2329">
      <w:r>
        <w:t>764.8934</w:t>
      </w:r>
      <w:r>
        <w:tab/>
        <w:t>2.025e0</w:t>
      </w:r>
    </w:p>
    <w:p w:rsidR="007B2329" w:rsidRDefault="007B2329" w:rsidP="007B2329">
      <w:r>
        <w:t>764.9038</w:t>
      </w:r>
      <w:r>
        <w:tab/>
        <w:t>1.013e0</w:t>
      </w:r>
    </w:p>
    <w:p w:rsidR="007B2329" w:rsidRDefault="007B2329" w:rsidP="007B2329">
      <w:r>
        <w:t>764.9113</w:t>
      </w:r>
      <w:r>
        <w:tab/>
        <w:t>2.025e0</w:t>
      </w:r>
    </w:p>
    <w:p w:rsidR="007B2329" w:rsidRDefault="007B2329" w:rsidP="007B2329">
      <w:r>
        <w:t>764.9686</w:t>
      </w:r>
      <w:r>
        <w:tab/>
        <w:t>1.013e0</w:t>
      </w:r>
    </w:p>
    <w:p w:rsidR="007B2329" w:rsidRDefault="007B2329" w:rsidP="007B2329">
      <w:r>
        <w:t>765.0145</w:t>
      </w:r>
      <w:r>
        <w:tab/>
        <w:t>3.038e0</w:t>
      </w:r>
    </w:p>
    <w:p w:rsidR="007B2329" w:rsidRDefault="007B2329" w:rsidP="007B2329">
      <w:r>
        <w:t>765.0463</w:t>
      </w:r>
      <w:r>
        <w:tab/>
        <w:t>2.025e0</w:t>
      </w:r>
    </w:p>
    <w:p w:rsidR="007B2329" w:rsidRDefault="007B2329" w:rsidP="007B2329">
      <w:r>
        <w:t>765.0591</w:t>
      </w:r>
      <w:r>
        <w:tab/>
        <w:t>1.013e0</w:t>
      </w:r>
    </w:p>
    <w:p w:rsidR="007B2329" w:rsidRDefault="007B2329" w:rsidP="007B2329">
      <w:r>
        <w:t>765.0720</w:t>
      </w:r>
      <w:r>
        <w:tab/>
        <w:t>2.025e0</w:t>
      </w:r>
    </w:p>
    <w:p w:rsidR="007B2329" w:rsidRDefault="007B2329" w:rsidP="007B2329">
      <w:r>
        <w:t>765.1154</w:t>
      </w:r>
      <w:r>
        <w:tab/>
        <w:t>2.462e-1</w:t>
      </w:r>
    </w:p>
    <w:p w:rsidR="007B2329" w:rsidRDefault="007B2329" w:rsidP="007B2329">
      <w:r>
        <w:t>765.1236</w:t>
      </w:r>
      <w:r>
        <w:tab/>
        <w:t>1.013e0</w:t>
      </w:r>
    </w:p>
    <w:p w:rsidR="007B2329" w:rsidRDefault="007B2329" w:rsidP="007B2329">
      <w:r>
        <w:t>765.1580</w:t>
      </w:r>
      <w:r>
        <w:tab/>
        <w:t>1.013e0</w:t>
      </w:r>
    </w:p>
    <w:p w:rsidR="007B2329" w:rsidRDefault="007B2329" w:rsidP="007B2329">
      <w:r>
        <w:t>765.1603</w:t>
      </w:r>
      <w:r>
        <w:tab/>
        <w:t>3.038e0</w:t>
      </w:r>
    </w:p>
    <w:p w:rsidR="007B2329" w:rsidRDefault="007B2329" w:rsidP="007B2329">
      <w:r>
        <w:t>765.1707</w:t>
      </w:r>
      <w:r>
        <w:tab/>
        <w:t>3.170e0</w:t>
      </w:r>
    </w:p>
    <w:p w:rsidR="007B2329" w:rsidRDefault="007B2329" w:rsidP="007B2329">
      <w:r>
        <w:t>765.1747</w:t>
      </w:r>
      <w:r>
        <w:tab/>
        <w:t>2.110e0</w:t>
      </w:r>
    </w:p>
    <w:p w:rsidR="007B2329" w:rsidRDefault="007B2329" w:rsidP="007B2329">
      <w:r>
        <w:t>765.2072</w:t>
      </w:r>
      <w:r>
        <w:tab/>
        <w:t>4.758e0</w:t>
      </w:r>
    </w:p>
    <w:p w:rsidR="007B2329" w:rsidRDefault="007B2329" w:rsidP="007B2329">
      <w:r>
        <w:t>765.2349</w:t>
      </w:r>
      <w:r>
        <w:tab/>
        <w:t>2.025e0</w:t>
      </w:r>
    </w:p>
    <w:p w:rsidR="007B2329" w:rsidRDefault="007B2329" w:rsidP="007B2329">
      <w:r>
        <w:t>765.2773</w:t>
      </w:r>
      <w:r>
        <w:tab/>
        <w:t>3.130e0</w:t>
      </w:r>
    </w:p>
    <w:p w:rsidR="007B2329" w:rsidRDefault="007B2329" w:rsidP="007B2329">
      <w:r>
        <w:lastRenderedPageBreak/>
        <w:t>765.2846</w:t>
      </w:r>
      <w:r>
        <w:tab/>
        <w:t>1.263e1</w:t>
      </w:r>
    </w:p>
    <w:p w:rsidR="007B2329" w:rsidRDefault="007B2329" w:rsidP="007B2329">
      <w:r>
        <w:t>765.2953</w:t>
      </w:r>
      <w:r>
        <w:tab/>
        <w:t>3.076e0</w:t>
      </w:r>
    </w:p>
    <w:p w:rsidR="007B2329" w:rsidRDefault="007B2329" w:rsidP="007B2329">
      <w:r>
        <w:t>765.3226</w:t>
      </w:r>
      <w:r>
        <w:tab/>
        <w:t>8.928e0</w:t>
      </w:r>
    </w:p>
    <w:p w:rsidR="007B2329" w:rsidRDefault="007B2329" w:rsidP="007B2329">
      <w:r>
        <w:t>765.3310</w:t>
      </w:r>
      <w:r>
        <w:tab/>
        <w:t>1.840e1</w:t>
      </w:r>
    </w:p>
    <w:p w:rsidR="007B2329" w:rsidRDefault="007B2329" w:rsidP="007B2329">
      <w:r>
        <w:t>765.3441</w:t>
      </w:r>
      <w:r>
        <w:tab/>
        <w:t>1.640e1</w:t>
      </w:r>
    </w:p>
    <w:p w:rsidR="007B2329" w:rsidRDefault="007B2329" w:rsidP="007B2329">
      <w:r>
        <w:t>765.3513</w:t>
      </w:r>
      <w:r>
        <w:tab/>
        <w:t>4.155e0</w:t>
      </w:r>
    </w:p>
    <w:p w:rsidR="007B2329" w:rsidRDefault="007B2329" w:rsidP="007B2329">
      <w:r>
        <w:t>765.3528</w:t>
      </w:r>
      <w:r>
        <w:tab/>
        <w:t>7.931e0</w:t>
      </w:r>
    </w:p>
    <w:p w:rsidR="007B2329" w:rsidRDefault="007B2329" w:rsidP="007B2329">
      <w:r>
        <w:t>765.3610</w:t>
      </w:r>
      <w:r>
        <w:tab/>
        <w:t>2.302e1</w:t>
      </w:r>
    </w:p>
    <w:p w:rsidR="007B2329" w:rsidRDefault="007B2329" w:rsidP="007B2329">
      <w:r>
        <w:t>765.3749</w:t>
      </w:r>
      <w:r>
        <w:tab/>
        <w:t>1.862e0</w:t>
      </w:r>
    </w:p>
    <w:p w:rsidR="007B2329" w:rsidRDefault="007B2329" w:rsidP="007B2329">
      <w:r>
        <w:t>765.5499</w:t>
      </w:r>
      <w:r>
        <w:tab/>
        <w:t>2.832e0</w:t>
      </w:r>
    </w:p>
    <w:p w:rsidR="007B2329" w:rsidRDefault="007B2329" w:rsidP="007B2329">
      <w:r>
        <w:t>765.5822</w:t>
      </w:r>
      <w:r>
        <w:tab/>
        <w:t>2.500e0</w:t>
      </w:r>
    </w:p>
    <w:p w:rsidR="007B2329" w:rsidRDefault="007B2329" w:rsidP="007B2329">
      <w:r>
        <w:t>765.5869</w:t>
      </w:r>
      <w:r>
        <w:tab/>
        <w:t>2.532e0</w:t>
      </w:r>
    </w:p>
    <w:p w:rsidR="007B2329" w:rsidRDefault="007B2329" w:rsidP="007B2329">
      <w:r>
        <w:t>765.5982</w:t>
      </w:r>
      <w:r>
        <w:tab/>
        <w:t>3.038e0</w:t>
      </w:r>
    </w:p>
    <w:p w:rsidR="007B2329" w:rsidRDefault="007B2329" w:rsidP="007B2329">
      <w:r>
        <w:t>765.6280</w:t>
      </w:r>
      <w:r>
        <w:tab/>
        <w:t>1.013e0</w:t>
      </w:r>
    </w:p>
    <w:p w:rsidR="007B2329" w:rsidRDefault="007B2329" w:rsidP="007B2329">
      <w:r>
        <w:t>765.6525</w:t>
      </w:r>
      <w:r>
        <w:tab/>
        <w:t>1.013e0</w:t>
      </w:r>
    </w:p>
    <w:p w:rsidR="007B2329" w:rsidRDefault="007B2329" w:rsidP="007B2329">
      <w:r>
        <w:t>765.6927</w:t>
      </w:r>
      <w:r>
        <w:tab/>
        <w:t>2.025e0</w:t>
      </w:r>
    </w:p>
    <w:p w:rsidR="007B2329" w:rsidRDefault="007B2329" w:rsidP="007B2329">
      <w:r>
        <w:t>765.7061</w:t>
      </w:r>
      <w:r>
        <w:tab/>
        <w:t>1.013e0</w:t>
      </w:r>
    </w:p>
    <w:p w:rsidR="007B2329" w:rsidRDefault="007B2329" w:rsidP="007B2329">
      <w:r>
        <w:t>765.7186</w:t>
      </w:r>
      <w:r>
        <w:tab/>
        <w:t>1.013e0</w:t>
      </w:r>
    </w:p>
    <w:p w:rsidR="007B2329" w:rsidRDefault="007B2329" w:rsidP="007B2329">
      <w:r>
        <w:t>765.7374</w:t>
      </w:r>
      <w:r>
        <w:tab/>
        <w:t>1.013e0</w:t>
      </w:r>
    </w:p>
    <w:p w:rsidR="007B2329" w:rsidRDefault="007B2329" w:rsidP="007B2329">
      <w:r>
        <w:lastRenderedPageBreak/>
        <w:t>765.7815</w:t>
      </w:r>
      <w:r>
        <w:tab/>
        <w:t>2.792e0</w:t>
      </w:r>
    </w:p>
    <w:p w:rsidR="007B2329" w:rsidRDefault="007B2329" w:rsidP="007B2329">
      <w:r>
        <w:t>765.7962</w:t>
      </w:r>
      <w:r>
        <w:tab/>
        <w:t>1.013e0</w:t>
      </w:r>
    </w:p>
    <w:p w:rsidR="007B2329" w:rsidRDefault="007B2329" w:rsidP="007B2329">
      <w:r>
        <w:t>765.8221</w:t>
      </w:r>
      <w:r>
        <w:tab/>
        <w:t>1.013e0</w:t>
      </w:r>
    </w:p>
    <w:p w:rsidR="007B2329" w:rsidRDefault="007B2329" w:rsidP="007B2329">
      <w:r>
        <w:t>765.8286</w:t>
      </w:r>
      <w:r>
        <w:tab/>
        <w:t>3.379e0</w:t>
      </w:r>
    </w:p>
    <w:p w:rsidR="007B2329" w:rsidRDefault="007B2329" w:rsidP="007B2329">
      <w:r>
        <w:t>765.8424</w:t>
      </w:r>
      <w:r>
        <w:tab/>
        <w:t>3.038e0</w:t>
      </w:r>
    </w:p>
    <w:p w:rsidR="007B2329" w:rsidRDefault="007B2329" w:rsidP="007B2329">
      <w:r>
        <w:t>765.8905</w:t>
      </w:r>
      <w:r>
        <w:tab/>
        <w:t>1.013e0</w:t>
      </w:r>
    </w:p>
    <w:p w:rsidR="007B2329" w:rsidRDefault="007B2329" w:rsidP="007B2329">
      <w:r>
        <w:t>765.9539</w:t>
      </w:r>
      <w:r>
        <w:tab/>
        <w:t>2.025e0</w:t>
      </w:r>
    </w:p>
    <w:p w:rsidR="007B2329" w:rsidRDefault="007B2329" w:rsidP="007B2329">
      <w:r>
        <w:t>765.9743</w:t>
      </w:r>
      <w:r>
        <w:tab/>
        <w:t>4.834e0</w:t>
      </w:r>
    </w:p>
    <w:p w:rsidR="007B2329" w:rsidRDefault="007B2329" w:rsidP="007B2329">
      <w:r>
        <w:t>766.0034</w:t>
      </w:r>
      <w:r>
        <w:tab/>
        <w:t>1.013e0</w:t>
      </w:r>
    </w:p>
    <w:p w:rsidR="007B2329" w:rsidRDefault="007B2329" w:rsidP="007B2329">
      <w:r>
        <w:t>766.0099</w:t>
      </w:r>
      <w:r>
        <w:tab/>
        <w:t>2.025e0</w:t>
      </w:r>
    </w:p>
    <w:p w:rsidR="007B2329" w:rsidRDefault="007B2329" w:rsidP="007B2329">
      <w:r>
        <w:t>766.0273</w:t>
      </w:r>
      <w:r>
        <w:tab/>
        <w:t>1.013e0</w:t>
      </w:r>
    </w:p>
    <w:p w:rsidR="007B2329" w:rsidRDefault="007B2329" w:rsidP="007B2329">
      <w:r>
        <w:t>766.0350</w:t>
      </w:r>
      <w:r>
        <w:tab/>
        <w:t>1.025e0</w:t>
      </w:r>
    </w:p>
    <w:p w:rsidR="007B2329" w:rsidRDefault="007B2329" w:rsidP="007B2329">
      <w:r>
        <w:t>766.0661</w:t>
      </w:r>
      <w:r>
        <w:tab/>
        <w:t>1.412e0</w:t>
      </w:r>
    </w:p>
    <w:p w:rsidR="007B2329" w:rsidRDefault="007B2329" w:rsidP="007B2329">
      <w:r>
        <w:t>766.1262</w:t>
      </w:r>
      <w:r>
        <w:tab/>
        <w:t>2.025e0</w:t>
      </w:r>
    </w:p>
    <w:p w:rsidR="007B2329" w:rsidRDefault="007B2329" w:rsidP="007B2329">
      <w:r>
        <w:t>766.1622</w:t>
      </w:r>
      <w:r>
        <w:tab/>
        <w:t>2.025e0</w:t>
      </w:r>
    </w:p>
    <w:p w:rsidR="007B2329" w:rsidRDefault="007B2329" w:rsidP="007B2329">
      <w:r>
        <w:t>766.1647</w:t>
      </w:r>
      <w:r>
        <w:tab/>
        <w:t>8.101e0</w:t>
      </w:r>
    </w:p>
    <w:p w:rsidR="007B2329" w:rsidRDefault="007B2329" w:rsidP="007B2329">
      <w:r>
        <w:t>766.1806</w:t>
      </w:r>
      <w:r>
        <w:tab/>
        <w:t>2.025e0</w:t>
      </w:r>
    </w:p>
    <w:p w:rsidR="007B2329" w:rsidRDefault="007B2329" w:rsidP="007B2329">
      <w:r>
        <w:t>766.1845</w:t>
      </w:r>
      <w:r>
        <w:tab/>
        <w:t>1.840e0</w:t>
      </w:r>
    </w:p>
    <w:p w:rsidR="007B2329" w:rsidRDefault="007B2329" w:rsidP="007B2329">
      <w:r>
        <w:t>766.2449</w:t>
      </w:r>
      <w:r>
        <w:tab/>
        <w:t>2.343e0</w:t>
      </w:r>
    </w:p>
    <w:p w:rsidR="007B2329" w:rsidRDefault="007B2329" w:rsidP="007B2329">
      <w:r>
        <w:lastRenderedPageBreak/>
        <w:t>766.2494</w:t>
      </w:r>
      <w:r>
        <w:tab/>
        <w:t>2.025e0</w:t>
      </w:r>
    </w:p>
    <w:p w:rsidR="007B2329" w:rsidRDefault="007B2329" w:rsidP="007B2329">
      <w:r>
        <w:t>766.2650</w:t>
      </w:r>
      <w:r>
        <w:tab/>
        <w:t>1.506e0</w:t>
      </w:r>
    </w:p>
    <w:p w:rsidR="007B2329" w:rsidRDefault="007B2329" w:rsidP="007B2329">
      <w:r>
        <w:t>766.3215</w:t>
      </w:r>
      <w:r>
        <w:tab/>
        <w:t>5.295e0</w:t>
      </w:r>
    </w:p>
    <w:p w:rsidR="007B2329" w:rsidRDefault="007B2329" w:rsidP="007B2329">
      <w:r>
        <w:t>766.3257</w:t>
      </w:r>
      <w:r>
        <w:tab/>
        <w:t>3.707e0</w:t>
      </w:r>
    </w:p>
    <w:p w:rsidR="007B2329" w:rsidRDefault="007B2329" w:rsidP="007B2329">
      <w:r>
        <w:t>766.3369</w:t>
      </w:r>
      <w:r>
        <w:tab/>
        <w:t>5.063e0</w:t>
      </w:r>
    </w:p>
    <w:p w:rsidR="007B2329" w:rsidRDefault="007B2329" w:rsidP="007B2329">
      <w:r>
        <w:t>766.3453</w:t>
      </w:r>
      <w:r>
        <w:tab/>
        <w:t>7.804e0</w:t>
      </w:r>
    </w:p>
    <w:p w:rsidR="007B2329" w:rsidRDefault="007B2329" w:rsidP="007B2329">
      <w:r>
        <w:t>766.3774</w:t>
      </w:r>
      <w:r>
        <w:tab/>
        <w:t>1.762e0</w:t>
      </w:r>
    </w:p>
    <w:p w:rsidR="007B2329" w:rsidRDefault="007B2329" w:rsidP="007B2329">
      <w:r>
        <w:t>766.4379</w:t>
      </w:r>
      <w:r>
        <w:tab/>
        <w:t>3.038e0</w:t>
      </w:r>
    </w:p>
    <w:p w:rsidR="007B2329" w:rsidRDefault="007B2329" w:rsidP="007B2329">
      <w:r>
        <w:t>766.4764</w:t>
      </w:r>
      <w:r>
        <w:tab/>
        <w:t>1.968e0</w:t>
      </w:r>
    </w:p>
    <w:p w:rsidR="007B2329" w:rsidRDefault="007B2329" w:rsidP="007B2329">
      <w:r>
        <w:t>766.5715</w:t>
      </w:r>
      <w:r>
        <w:tab/>
        <w:t>4.051e0</w:t>
      </w:r>
    </w:p>
    <w:p w:rsidR="007B2329" w:rsidRDefault="007B2329" w:rsidP="007B2329">
      <w:r>
        <w:t>766.5865</w:t>
      </w:r>
      <w:r>
        <w:tab/>
        <w:t>2.267e0</w:t>
      </w:r>
    </w:p>
    <w:p w:rsidR="007B2329" w:rsidRDefault="007B2329" w:rsidP="007B2329">
      <w:r>
        <w:t>766.6575</w:t>
      </w:r>
      <w:r>
        <w:tab/>
        <w:t>1.013e0</w:t>
      </w:r>
    </w:p>
    <w:p w:rsidR="007B2329" w:rsidRDefault="007B2329" w:rsidP="007B2329">
      <w:r>
        <w:t>766.6823</w:t>
      </w:r>
      <w:r>
        <w:tab/>
        <w:t>3.038e0</w:t>
      </w:r>
    </w:p>
    <w:p w:rsidR="007B2329" w:rsidRDefault="007B2329" w:rsidP="007B2329">
      <w:r>
        <w:t>766.6833</w:t>
      </w:r>
      <w:r>
        <w:tab/>
        <w:t>4.051e0</w:t>
      </w:r>
    </w:p>
    <w:p w:rsidR="007B2329" w:rsidRDefault="007B2329" w:rsidP="007B2329">
      <w:r>
        <w:t>766.7025</w:t>
      </w:r>
      <w:r>
        <w:tab/>
        <w:t>1.013e0</w:t>
      </w:r>
    </w:p>
    <w:p w:rsidR="007B2329" w:rsidRDefault="007B2329" w:rsidP="007B2329">
      <w:r>
        <w:t>766.7588</w:t>
      </w:r>
      <w:r>
        <w:tab/>
        <w:t>3.965e0</w:t>
      </w:r>
    </w:p>
    <w:p w:rsidR="007B2329" w:rsidRDefault="007B2329" w:rsidP="007B2329">
      <w:r>
        <w:t>766.7804</w:t>
      </w:r>
      <w:r>
        <w:tab/>
        <w:t>1.013e0</w:t>
      </w:r>
    </w:p>
    <w:p w:rsidR="007B2329" w:rsidRDefault="007B2329" w:rsidP="007B2329">
      <w:r>
        <w:t>766.8001</w:t>
      </w:r>
      <w:r>
        <w:tab/>
        <w:t>1.884e0</w:t>
      </w:r>
    </w:p>
    <w:p w:rsidR="007B2329" w:rsidRDefault="007B2329" w:rsidP="007B2329">
      <w:r>
        <w:t>766.8021</w:t>
      </w:r>
      <w:r>
        <w:tab/>
        <w:t>2.025e0</w:t>
      </w:r>
    </w:p>
    <w:p w:rsidR="007B2329" w:rsidRDefault="007B2329" w:rsidP="007B2329">
      <w:r>
        <w:lastRenderedPageBreak/>
        <w:t>766.8266</w:t>
      </w:r>
      <w:r>
        <w:tab/>
        <w:t>3.038e0</w:t>
      </w:r>
    </w:p>
    <w:p w:rsidR="007B2329" w:rsidRDefault="007B2329" w:rsidP="007B2329">
      <w:r>
        <w:t>766.8278</w:t>
      </w:r>
      <w:r>
        <w:tab/>
        <w:t>1.013e0</w:t>
      </w:r>
    </w:p>
    <w:p w:rsidR="007B2329" w:rsidRDefault="007B2329" w:rsidP="007B2329">
      <w:r>
        <w:t>766.8843</w:t>
      </w:r>
      <w:r>
        <w:tab/>
        <w:t>1.252e0</w:t>
      </w:r>
    </w:p>
    <w:p w:rsidR="007B2329" w:rsidRDefault="007B2329" w:rsidP="007B2329">
      <w:r>
        <w:t>766.9122</w:t>
      </w:r>
      <w:r>
        <w:tab/>
        <w:t>2.985e0</w:t>
      </w:r>
    </w:p>
    <w:p w:rsidR="007B2329" w:rsidRDefault="007B2329" w:rsidP="007B2329">
      <w:r>
        <w:t>766.9230</w:t>
      </w:r>
      <w:r>
        <w:tab/>
        <w:t>1.013e0</w:t>
      </w:r>
    </w:p>
    <w:p w:rsidR="007B2329" w:rsidRDefault="007B2329" w:rsidP="007B2329">
      <w:r>
        <w:t>766.9748</w:t>
      </w:r>
      <w:r>
        <w:tab/>
        <w:t>1.013e0</w:t>
      </w:r>
    </w:p>
    <w:p w:rsidR="007B2329" w:rsidRDefault="007B2329" w:rsidP="007B2329">
      <w:r>
        <w:t>766.9797</w:t>
      </w:r>
      <w:r>
        <w:tab/>
        <w:t>1.744e0</w:t>
      </w:r>
    </w:p>
    <w:p w:rsidR="007B2329" w:rsidRDefault="007B2329" w:rsidP="007B2329">
      <w:r>
        <w:t>766.9811</w:t>
      </w:r>
      <w:r>
        <w:tab/>
        <w:t>2.025e0</w:t>
      </w:r>
    </w:p>
    <w:p w:rsidR="007B2329" w:rsidRDefault="007B2329" w:rsidP="007B2329">
      <w:r>
        <w:t>766.9875</w:t>
      </w:r>
      <w:r>
        <w:tab/>
        <w:t>1.013e0</w:t>
      </w:r>
    </w:p>
    <w:p w:rsidR="007B2329" w:rsidRDefault="007B2329" w:rsidP="007B2329">
      <w:r>
        <w:t>767.0007</w:t>
      </w:r>
      <w:r>
        <w:tab/>
        <w:t>1.013e0</w:t>
      </w:r>
    </w:p>
    <w:p w:rsidR="007B2329" w:rsidRDefault="007B2329" w:rsidP="007B2329">
      <w:r>
        <w:t>767.0266</w:t>
      </w:r>
      <w:r>
        <w:tab/>
        <w:t>4.051e0</w:t>
      </w:r>
    </w:p>
    <w:p w:rsidR="007B2329" w:rsidRDefault="007B2329" w:rsidP="007B2329">
      <w:r>
        <w:t>767.0657</w:t>
      </w:r>
      <w:r>
        <w:tab/>
        <w:t>2.025e0</w:t>
      </w:r>
    </w:p>
    <w:p w:rsidR="007B2329" w:rsidRDefault="007B2329" w:rsidP="007B2329">
      <w:r>
        <w:t>767.0784</w:t>
      </w:r>
      <w:r>
        <w:tab/>
        <w:t>2.025e0</w:t>
      </w:r>
    </w:p>
    <w:p w:rsidR="007B2329" w:rsidRDefault="007B2329" w:rsidP="007B2329">
      <w:r>
        <w:t>767.0862</w:t>
      </w:r>
      <w:r>
        <w:tab/>
        <w:t>1.113e0</w:t>
      </w:r>
    </w:p>
    <w:p w:rsidR="007B2329" w:rsidRDefault="007B2329" w:rsidP="007B2329">
      <w:r>
        <w:t>767.1046</w:t>
      </w:r>
      <w:r>
        <w:tab/>
        <w:t>1.013e0</w:t>
      </w:r>
    </w:p>
    <w:p w:rsidR="007B2329" w:rsidRDefault="007B2329" w:rsidP="007B2329">
      <w:r>
        <w:t>767.1172</w:t>
      </w:r>
      <w:r>
        <w:tab/>
        <w:t>1.013e0</w:t>
      </w:r>
    </w:p>
    <w:p w:rsidR="007B2329" w:rsidRDefault="007B2329" w:rsidP="007B2329">
      <w:r>
        <w:t>767.1616</w:t>
      </w:r>
      <w:r>
        <w:tab/>
        <w:t>2.025e0</w:t>
      </w:r>
    </w:p>
    <w:p w:rsidR="007B2329" w:rsidRDefault="007B2329" w:rsidP="007B2329">
      <w:r>
        <w:t>767.1827</w:t>
      </w:r>
      <w:r>
        <w:tab/>
        <w:t>2.196e0</w:t>
      </w:r>
    </w:p>
    <w:p w:rsidR="007B2329" w:rsidRDefault="007B2329" w:rsidP="007B2329">
      <w:r>
        <w:t>767.1949</w:t>
      </w:r>
      <w:r>
        <w:tab/>
        <w:t>1.013e0</w:t>
      </w:r>
    </w:p>
    <w:p w:rsidR="007B2329" w:rsidRDefault="007B2329" w:rsidP="007B2329">
      <w:r>
        <w:lastRenderedPageBreak/>
        <w:t>767.2368</w:t>
      </w:r>
      <w:r>
        <w:tab/>
        <w:t>1.013e0</w:t>
      </w:r>
    </w:p>
    <w:p w:rsidR="007B2329" w:rsidRDefault="007B2329" w:rsidP="007B2329">
      <w:r>
        <w:t>767.3307</w:t>
      </w:r>
      <w:r>
        <w:tab/>
        <w:t>2.025e0</w:t>
      </w:r>
    </w:p>
    <w:p w:rsidR="007B2329" w:rsidRDefault="007B2329" w:rsidP="007B2329">
      <w:r>
        <w:t>767.3521</w:t>
      </w:r>
      <w:r>
        <w:tab/>
        <w:t>9.114e0</w:t>
      </w:r>
    </w:p>
    <w:p w:rsidR="007B2329" w:rsidRDefault="007B2329" w:rsidP="007B2329">
      <w:r>
        <w:t>767.3564</w:t>
      </w:r>
      <w:r>
        <w:tab/>
        <w:t>2.960e2</w:t>
      </w:r>
    </w:p>
    <w:p w:rsidR="007B2329" w:rsidRDefault="007B2329" w:rsidP="007B2329">
      <w:r>
        <w:t>767.3580</w:t>
      </w:r>
      <w:r>
        <w:tab/>
        <w:t>1.932e2</w:t>
      </w:r>
    </w:p>
    <w:p w:rsidR="007B2329" w:rsidRDefault="007B2329" w:rsidP="007B2329">
      <w:r>
        <w:t>767.3593</w:t>
      </w:r>
      <w:r>
        <w:tab/>
        <w:t>1.876e2</w:t>
      </w:r>
    </w:p>
    <w:p w:rsidR="007B2329" w:rsidRDefault="007B2329" w:rsidP="007B2329">
      <w:r>
        <w:t>767.3611</w:t>
      </w:r>
      <w:r>
        <w:tab/>
        <w:t>1.836e2</w:t>
      </w:r>
    </w:p>
    <w:p w:rsidR="007B2329" w:rsidRDefault="007B2329" w:rsidP="007B2329">
      <w:r>
        <w:t>767.3625</w:t>
      </w:r>
      <w:r>
        <w:tab/>
        <w:t>1.454e2</w:t>
      </w:r>
    </w:p>
    <w:p w:rsidR="007B2329" w:rsidRDefault="007B2329" w:rsidP="007B2329">
      <w:r>
        <w:t>767.4705</w:t>
      </w:r>
      <w:r>
        <w:tab/>
        <w:t>4.090e0</w:t>
      </w:r>
    </w:p>
    <w:p w:rsidR="007B2329" w:rsidRDefault="007B2329" w:rsidP="007B2329">
      <w:r>
        <w:t>767.4734</w:t>
      </w:r>
      <w:r>
        <w:tab/>
        <w:t>4.893e0</w:t>
      </w:r>
    </w:p>
    <w:p w:rsidR="007B2329" w:rsidRDefault="007B2329" w:rsidP="007B2329">
      <w:r>
        <w:t>767.4893</w:t>
      </w:r>
      <w:r>
        <w:tab/>
        <w:t>3.038e0</w:t>
      </w:r>
    </w:p>
    <w:p w:rsidR="007B2329" w:rsidRDefault="007B2329" w:rsidP="007B2329">
      <w:r>
        <w:t>767.4971</w:t>
      </w:r>
      <w:r>
        <w:tab/>
        <w:t>3.461e0</w:t>
      </w:r>
    </w:p>
    <w:p w:rsidR="007B2329" w:rsidRDefault="007B2329" w:rsidP="007B2329">
      <w:r>
        <w:t>767.5404</w:t>
      </w:r>
      <w:r>
        <w:tab/>
        <w:t>3.856e0</w:t>
      </w:r>
    </w:p>
    <w:p w:rsidR="007B2329" w:rsidRDefault="007B2329" w:rsidP="007B2329">
      <w:r>
        <w:t>767.5416</w:t>
      </w:r>
      <w:r>
        <w:tab/>
        <w:t>6.633e0</w:t>
      </w:r>
    </w:p>
    <w:p w:rsidR="007B2329" w:rsidRDefault="007B2329" w:rsidP="007B2329">
      <w:r>
        <w:t>767.5921</w:t>
      </w:r>
      <w:r>
        <w:tab/>
        <w:t>1.266e0</w:t>
      </w:r>
    </w:p>
    <w:p w:rsidR="007B2329" w:rsidRDefault="007B2329" w:rsidP="007B2329">
      <w:r>
        <w:t>767.6255</w:t>
      </w:r>
      <w:r>
        <w:tab/>
        <w:t>6.701e0</w:t>
      </w:r>
    </w:p>
    <w:p w:rsidR="007B2329" w:rsidRDefault="007B2329" w:rsidP="007B2329">
      <w:r>
        <w:t>767.6360</w:t>
      </w:r>
      <w:r>
        <w:tab/>
        <w:t>1.013e0</w:t>
      </w:r>
    </w:p>
    <w:p w:rsidR="007B2329" w:rsidRDefault="007B2329" w:rsidP="007B2329">
      <w:r>
        <w:t>767.6617</w:t>
      </w:r>
      <w:r>
        <w:tab/>
        <w:t>2.025e0</w:t>
      </w:r>
    </w:p>
    <w:p w:rsidR="007B2329" w:rsidRDefault="007B2329" w:rsidP="007B2329">
      <w:r>
        <w:t>767.6712</w:t>
      </w:r>
      <w:r>
        <w:tab/>
        <w:t>2.025e0</w:t>
      </w:r>
    </w:p>
    <w:p w:rsidR="007B2329" w:rsidRDefault="007B2329" w:rsidP="007B2329">
      <w:r>
        <w:lastRenderedPageBreak/>
        <w:t>767.7139</w:t>
      </w:r>
      <w:r>
        <w:tab/>
        <w:t>4.051e0</w:t>
      </w:r>
    </w:p>
    <w:p w:rsidR="007B2329" w:rsidRDefault="007B2329" w:rsidP="007B2329">
      <w:r>
        <w:t>767.7427</w:t>
      </w:r>
      <w:r>
        <w:tab/>
        <w:t>3.038e0</w:t>
      </w:r>
    </w:p>
    <w:p w:rsidR="007B2329" w:rsidRDefault="007B2329" w:rsidP="007B2329">
      <w:r>
        <w:t>767.7465</w:t>
      </w:r>
      <w:r>
        <w:tab/>
        <w:t>4.051e0</w:t>
      </w:r>
    </w:p>
    <w:p w:rsidR="007B2329" w:rsidRDefault="007B2329" w:rsidP="007B2329">
      <w:r>
        <w:t>767.7587</w:t>
      </w:r>
      <w:r>
        <w:tab/>
        <w:t>2.981e0</w:t>
      </w:r>
    </w:p>
    <w:p w:rsidR="007B2329" w:rsidRDefault="007B2329" w:rsidP="007B2329">
      <w:r>
        <w:t>767.7729</w:t>
      </w:r>
      <w:r>
        <w:tab/>
        <w:t>2.025e0</w:t>
      </w:r>
    </w:p>
    <w:p w:rsidR="007B2329" w:rsidRDefault="007B2329" w:rsidP="007B2329">
      <w:r>
        <w:t>767.8451</w:t>
      </w:r>
      <w:r>
        <w:tab/>
        <w:t>6.033e0</w:t>
      </w:r>
    </w:p>
    <w:p w:rsidR="007B2329" w:rsidRDefault="007B2329" w:rsidP="007B2329">
      <w:r>
        <w:t>767.8578</w:t>
      </w:r>
      <w:r>
        <w:tab/>
        <w:t>1.832e0</w:t>
      </w:r>
    </w:p>
    <w:p w:rsidR="007B2329" w:rsidRDefault="007B2329" w:rsidP="007B2329">
      <w:r>
        <w:t>767.8967</w:t>
      </w:r>
      <w:r>
        <w:tab/>
        <w:t>2.025e0</w:t>
      </w:r>
    </w:p>
    <w:p w:rsidR="007B2329" w:rsidRDefault="007B2329" w:rsidP="007B2329">
      <w:r>
        <w:t>767.9663</w:t>
      </w:r>
      <w:r>
        <w:tab/>
        <w:t>5.063e0</w:t>
      </w:r>
    </w:p>
    <w:p w:rsidR="007B2329" w:rsidRDefault="007B2329" w:rsidP="007B2329">
      <w:r>
        <w:t>767.9686</w:t>
      </w:r>
      <w:r>
        <w:tab/>
        <w:t>5.063e0</w:t>
      </w:r>
    </w:p>
    <w:p w:rsidR="007B2329" w:rsidRDefault="007B2329" w:rsidP="007B2329">
      <w:r>
        <w:t>767.9734</w:t>
      </w:r>
      <w:r>
        <w:tab/>
        <w:t>3.675e0</w:t>
      </w:r>
    </w:p>
    <w:p w:rsidR="007B2329" w:rsidRDefault="007B2329" w:rsidP="007B2329">
      <w:r>
        <w:t>767.9766</w:t>
      </w:r>
      <w:r>
        <w:tab/>
        <w:t>3.038e0</w:t>
      </w:r>
    </w:p>
    <w:p w:rsidR="007B2329" w:rsidRDefault="007B2329" w:rsidP="007B2329">
      <w:r>
        <w:t>768.0124</w:t>
      </w:r>
      <w:r>
        <w:tab/>
        <w:t>1.013e0</w:t>
      </w:r>
    </w:p>
    <w:p w:rsidR="007B2329" w:rsidRDefault="007B2329" w:rsidP="007B2329">
      <w:r>
        <w:t>768.0380</w:t>
      </w:r>
      <w:r>
        <w:tab/>
        <w:t>2.025e0</w:t>
      </w:r>
    </w:p>
    <w:p w:rsidR="007B2329" w:rsidRDefault="007B2329" w:rsidP="007B2329">
      <w:r>
        <w:t>768.0511</w:t>
      </w:r>
      <w:r>
        <w:tab/>
        <w:t>1.013e0</w:t>
      </w:r>
    </w:p>
    <w:p w:rsidR="007B2329" w:rsidRDefault="007B2329" w:rsidP="007B2329">
      <w:r>
        <w:t>768.0544</w:t>
      </w:r>
      <w:r>
        <w:tab/>
        <w:t>4.051e0</w:t>
      </w:r>
    </w:p>
    <w:p w:rsidR="007B2329" w:rsidRDefault="007B2329" w:rsidP="007B2329">
      <w:r>
        <w:t>768.0689</w:t>
      </w:r>
      <w:r>
        <w:tab/>
        <w:t>4.099e0</w:t>
      </w:r>
    </w:p>
    <w:p w:rsidR="007B2329" w:rsidRDefault="007B2329" w:rsidP="007B2329">
      <w:r>
        <w:t>768.1030</w:t>
      </w:r>
      <w:r>
        <w:tab/>
        <w:t>1.013e0</w:t>
      </w:r>
    </w:p>
    <w:p w:rsidR="007B2329" w:rsidRDefault="007B2329" w:rsidP="007B2329">
      <w:r>
        <w:t>768.1146</w:t>
      </w:r>
      <w:r>
        <w:tab/>
        <w:t>5.063e0</w:t>
      </w:r>
    </w:p>
    <w:p w:rsidR="007B2329" w:rsidRDefault="007B2329" w:rsidP="007B2329">
      <w:r>
        <w:lastRenderedPageBreak/>
        <w:t>768.1225</w:t>
      </w:r>
      <w:r>
        <w:tab/>
        <w:t>2.025e0</w:t>
      </w:r>
    </w:p>
    <w:p w:rsidR="007B2329" w:rsidRDefault="007B2329" w:rsidP="007B2329">
      <w:r>
        <w:t>768.1401</w:t>
      </w:r>
      <w:r>
        <w:tab/>
        <w:t>1.013e0</w:t>
      </w:r>
    </w:p>
    <w:p w:rsidR="007B2329" w:rsidRDefault="007B2329" w:rsidP="007B2329">
      <w:r>
        <w:t>768.1648</w:t>
      </w:r>
      <w:r>
        <w:tab/>
        <w:t>3.038e0</w:t>
      </w:r>
    </w:p>
    <w:p w:rsidR="007B2329" w:rsidRDefault="007B2329" w:rsidP="007B2329">
      <w:r>
        <w:t>768.1669</w:t>
      </w:r>
      <w:r>
        <w:tab/>
        <w:t>4.284e0</w:t>
      </w:r>
    </w:p>
    <w:p w:rsidR="007B2329" w:rsidRDefault="007B2329" w:rsidP="007B2329">
      <w:r>
        <w:t>768.1823</w:t>
      </w:r>
      <w:r>
        <w:tab/>
        <w:t>1.874e0</w:t>
      </w:r>
    </w:p>
    <w:p w:rsidR="007B2329" w:rsidRDefault="007B2329" w:rsidP="007B2329">
      <w:r>
        <w:t>768.1912</w:t>
      </w:r>
      <w:r>
        <w:tab/>
        <w:t>2.025e0</w:t>
      </w:r>
    </w:p>
    <w:p w:rsidR="007B2329" w:rsidRDefault="007B2329" w:rsidP="007B2329">
      <w:r>
        <w:t>768.2336</w:t>
      </w:r>
      <w:r>
        <w:tab/>
        <w:t>1.407e0</w:t>
      </w:r>
    </w:p>
    <w:p w:rsidR="007B2329" w:rsidRDefault="007B2329" w:rsidP="007B2329">
      <w:r>
        <w:t>768.2514</w:t>
      </w:r>
      <w:r>
        <w:tab/>
        <w:t>2.025e0</w:t>
      </w:r>
    </w:p>
    <w:p w:rsidR="007B2329" w:rsidRDefault="007B2329" w:rsidP="007B2329">
      <w:r>
        <w:t>768.2535</w:t>
      </w:r>
      <w:r>
        <w:tab/>
        <w:t>4.923e0</w:t>
      </w:r>
    </w:p>
    <w:p w:rsidR="007B2329" w:rsidRDefault="007B2329" w:rsidP="007B2329">
      <w:r>
        <w:t>768.3177</w:t>
      </w:r>
      <w:r>
        <w:tab/>
        <w:t>2.025e0</w:t>
      </w:r>
    </w:p>
    <w:p w:rsidR="007B2329" w:rsidRDefault="007B2329" w:rsidP="007B2329">
      <w:r>
        <w:t>768.3324</w:t>
      </w:r>
      <w:r>
        <w:tab/>
        <w:t>2.025e0</w:t>
      </w:r>
    </w:p>
    <w:p w:rsidR="007B2329" w:rsidRDefault="007B2329" w:rsidP="007B2329">
      <w:r>
        <w:t>768.3596</w:t>
      </w:r>
      <w:r>
        <w:tab/>
        <w:t>4.865e1</w:t>
      </w:r>
    </w:p>
    <w:p w:rsidR="007B2329" w:rsidRDefault="007B2329" w:rsidP="007B2329">
      <w:r>
        <w:t>768.3625</w:t>
      </w:r>
      <w:r>
        <w:tab/>
        <w:t>8.507e1</w:t>
      </w:r>
    </w:p>
    <w:p w:rsidR="007B2329" w:rsidRDefault="007B2329" w:rsidP="007B2329">
      <w:r>
        <w:t>768.3651</w:t>
      </w:r>
      <w:r>
        <w:tab/>
        <w:t>7.860e1</w:t>
      </w:r>
    </w:p>
    <w:p w:rsidR="007B2329" w:rsidRDefault="007B2329" w:rsidP="007B2329">
      <w:r>
        <w:t>768.3672</w:t>
      </w:r>
      <w:r>
        <w:tab/>
        <w:t>6.028e1</w:t>
      </w:r>
    </w:p>
    <w:p w:rsidR="007B2329" w:rsidRDefault="007B2329" w:rsidP="007B2329">
      <w:r>
        <w:t>768.3683</w:t>
      </w:r>
      <w:r>
        <w:tab/>
        <w:t>6.623e1</w:t>
      </w:r>
    </w:p>
    <w:p w:rsidR="007B2329" w:rsidRDefault="007B2329" w:rsidP="007B2329">
      <w:r>
        <w:t>768.3738</w:t>
      </w:r>
      <w:r>
        <w:tab/>
        <w:t>1.014e2</w:t>
      </w:r>
    </w:p>
    <w:p w:rsidR="007B2329" w:rsidRDefault="007B2329" w:rsidP="007B2329">
      <w:r>
        <w:t>768.3989</w:t>
      </w:r>
      <w:r>
        <w:tab/>
        <w:t>3.798e-2</w:t>
      </w:r>
    </w:p>
    <w:p w:rsidR="007B2329" w:rsidRDefault="007B2329" w:rsidP="007B2329">
      <w:r>
        <w:t>768.4886</w:t>
      </w:r>
      <w:r>
        <w:tab/>
        <w:t>6.915e0</w:t>
      </w:r>
    </w:p>
    <w:p w:rsidR="007B2329" w:rsidRDefault="007B2329" w:rsidP="007B2329">
      <w:r>
        <w:lastRenderedPageBreak/>
        <w:t>768.4962</w:t>
      </w:r>
      <w:r>
        <w:tab/>
        <w:t>6.549e0</w:t>
      </w:r>
    </w:p>
    <w:p w:rsidR="007B2329" w:rsidRDefault="007B2329" w:rsidP="007B2329">
      <w:r>
        <w:t>768.5314</w:t>
      </w:r>
      <w:r>
        <w:tab/>
        <w:t>1.970e1</w:t>
      </w:r>
    </w:p>
    <w:p w:rsidR="007B2329" w:rsidRDefault="007B2329" w:rsidP="007B2329">
      <w:r>
        <w:t>768.5333</w:t>
      </w:r>
      <w:r>
        <w:tab/>
        <w:t>6.882e0</w:t>
      </w:r>
    </w:p>
    <w:p w:rsidR="007B2329" w:rsidRDefault="007B2329" w:rsidP="007B2329">
      <w:r>
        <w:t>768.5349</w:t>
      </w:r>
      <w:r>
        <w:tab/>
        <w:t>7.294e0</w:t>
      </w:r>
    </w:p>
    <w:p w:rsidR="007B2329" w:rsidRDefault="007B2329" w:rsidP="007B2329">
      <w:r>
        <w:t>768.5381</w:t>
      </w:r>
      <w:r>
        <w:tab/>
        <w:t>4.790e0</w:t>
      </w:r>
    </w:p>
    <w:p w:rsidR="007B2329" w:rsidRDefault="007B2329" w:rsidP="007B2329">
      <w:r>
        <w:t>768.5571</w:t>
      </w:r>
      <w:r>
        <w:tab/>
        <w:t>1.013e0</w:t>
      </w:r>
    </w:p>
    <w:p w:rsidR="007B2329" w:rsidRDefault="007B2329" w:rsidP="007B2329">
      <w:r>
        <w:t>768.6014</w:t>
      </w:r>
      <w:r>
        <w:tab/>
        <w:t>2.357e0</w:t>
      </w:r>
    </w:p>
    <w:p w:rsidR="007B2329" w:rsidRDefault="007B2329" w:rsidP="007B2329">
      <w:r>
        <w:t>768.6041</w:t>
      </w:r>
      <w:r>
        <w:tab/>
        <w:t>1.362e0</w:t>
      </w:r>
    </w:p>
    <w:p w:rsidR="007B2329" w:rsidRDefault="007B2329" w:rsidP="007B2329">
      <w:r>
        <w:t>768.6415</w:t>
      </w:r>
      <w:r>
        <w:tab/>
        <w:t>2.025e0</w:t>
      </w:r>
    </w:p>
    <w:p w:rsidR="007B2329" w:rsidRDefault="007B2329" w:rsidP="007B2329">
      <w:r>
        <w:t>768.6455</w:t>
      </w:r>
      <w:r>
        <w:tab/>
        <w:t>3.219e0</w:t>
      </w:r>
    </w:p>
    <w:p w:rsidR="007B2329" w:rsidRDefault="007B2329" w:rsidP="007B2329">
      <w:r>
        <w:t>768.6484</w:t>
      </w:r>
      <w:r>
        <w:tab/>
        <w:t>4.051e0</w:t>
      </w:r>
    </w:p>
    <w:p w:rsidR="007B2329" w:rsidRDefault="007B2329" w:rsidP="007B2329">
      <w:r>
        <w:t>768.6688</w:t>
      </w:r>
      <w:r>
        <w:tab/>
        <w:t>3.826e0</w:t>
      </w:r>
    </w:p>
    <w:p w:rsidR="007B2329" w:rsidRDefault="007B2329" w:rsidP="007B2329">
      <w:r>
        <w:t>768.6869</w:t>
      </w:r>
      <w:r>
        <w:tab/>
        <w:t>2.025e0</w:t>
      </w:r>
    </w:p>
    <w:p w:rsidR="007B2329" w:rsidRDefault="007B2329" w:rsidP="007B2329">
      <w:r>
        <w:t>768.7134</w:t>
      </w:r>
      <w:r>
        <w:tab/>
        <w:t>1.013e0</w:t>
      </w:r>
    </w:p>
    <w:p w:rsidR="007B2329" w:rsidRDefault="007B2329" w:rsidP="007B2329">
      <w:r>
        <w:t>768.7187</w:t>
      </w:r>
      <w:r>
        <w:tab/>
        <w:t>2.025e0</w:t>
      </w:r>
    </w:p>
    <w:p w:rsidR="007B2329" w:rsidRDefault="007B2329" w:rsidP="007B2329">
      <w:r>
        <w:t>768.7388</w:t>
      </w:r>
      <w:r>
        <w:tab/>
        <w:t>3.038e0</w:t>
      </w:r>
    </w:p>
    <w:p w:rsidR="007B2329" w:rsidRDefault="007B2329" w:rsidP="007B2329">
      <w:r>
        <w:t>768.7521</w:t>
      </w:r>
      <w:r>
        <w:tab/>
        <w:t>1.013e0</w:t>
      </w:r>
    </w:p>
    <w:p w:rsidR="007B2329" w:rsidRDefault="007B2329" w:rsidP="007B2329">
      <w:r>
        <w:t>768.7699</w:t>
      </w:r>
      <w:r>
        <w:tab/>
        <w:t>1.013e0</w:t>
      </w:r>
    </w:p>
    <w:p w:rsidR="007B2329" w:rsidRDefault="007B2329" w:rsidP="007B2329">
      <w:r>
        <w:t>768.7803</w:t>
      </w:r>
      <w:r>
        <w:tab/>
        <w:t>2.972e0</w:t>
      </w:r>
    </w:p>
    <w:p w:rsidR="007B2329" w:rsidRDefault="007B2329" w:rsidP="007B2329">
      <w:r>
        <w:lastRenderedPageBreak/>
        <w:t>768.8027</w:t>
      </w:r>
      <w:r>
        <w:tab/>
        <w:t>2.588e0</w:t>
      </w:r>
    </w:p>
    <w:p w:rsidR="007B2329" w:rsidRDefault="007B2329" w:rsidP="007B2329">
      <w:r>
        <w:t>768.8171</w:t>
      </w:r>
      <w:r>
        <w:tab/>
        <w:t>2.025e0</w:t>
      </w:r>
    </w:p>
    <w:p w:rsidR="007B2329" w:rsidRDefault="007B2329" w:rsidP="007B2329">
      <w:r>
        <w:t>768.8205</w:t>
      </w:r>
      <w:r>
        <w:tab/>
        <w:t>2.025e0</w:t>
      </w:r>
    </w:p>
    <w:p w:rsidR="007B2329" w:rsidRDefault="007B2329" w:rsidP="007B2329">
      <w:r>
        <w:t>768.8723</w:t>
      </w:r>
      <w:r>
        <w:tab/>
        <w:t>1.013e0</w:t>
      </w:r>
    </w:p>
    <w:p w:rsidR="007B2329" w:rsidRDefault="007B2329" w:rsidP="007B2329">
      <w:r>
        <w:t>768.8950</w:t>
      </w:r>
      <w:r>
        <w:tab/>
        <w:t>1.266e-2</w:t>
      </w:r>
    </w:p>
    <w:p w:rsidR="007B2329" w:rsidRDefault="007B2329" w:rsidP="007B2329">
      <w:r>
        <w:t>768.9175</w:t>
      </w:r>
      <w:r>
        <w:tab/>
        <w:t>1.040e0</w:t>
      </w:r>
    </w:p>
    <w:p w:rsidR="007B2329" w:rsidRDefault="007B2329" w:rsidP="007B2329">
      <w:r>
        <w:t>768.9319</w:t>
      </w:r>
      <w:r>
        <w:tab/>
        <w:t>3.862e0</w:t>
      </w:r>
    </w:p>
    <w:p w:rsidR="007B2329" w:rsidRDefault="007B2329" w:rsidP="007B2329">
      <w:r>
        <w:t>768.9452</w:t>
      </w:r>
      <w:r>
        <w:tab/>
        <w:t>5.604e0</w:t>
      </w:r>
    </w:p>
    <w:p w:rsidR="007B2329" w:rsidRDefault="007B2329" w:rsidP="007B2329">
      <w:r>
        <w:t>768.9509</w:t>
      </w:r>
      <w:r>
        <w:tab/>
        <w:t>3.038e0</w:t>
      </w:r>
    </w:p>
    <w:p w:rsidR="007B2329" w:rsidRDefault="007B2329" w:rsidP="007B2329">
      <w:r>
        <w:t>768.9655</w:t>
      </w:r>
      <w:r>
        <w:tab/>
        <w:t>3.060e0</w:t>
      </w:r>
    </w:p>
    <w:p w:rsidR="007B2329" w:rsidRDefault="007B2329" w:rsidP="007B2329">
      <w:r>
        <w:t>768.9913</w:t>
      </w:r>
      <w:r>
        <w:tab/>
        <w:t>1.266e-2</w:t>
      </w:r>
    </w:p>
    <w:p w:rsidR="007B2329" w:rsidRDefault="007B2329" w:rsidP="007B2329">
      <w:r>
        <w:t>768.9965</w:t>
      </w:r>
      <w:r>
        <w:tab/>
        <w:t>2.025e0</w:t>
      </w:r>
    </w:p>
    <w:p w:rsidR="007B2329" w:rsidRDefault="007B2329" w:rsidP="007B2329">
      <w:r>
        <w:t>769.0560</w:t>
      </w:r>
      <w:r>
        <w:tab/>
        <w:t>2.025e0</w:t>
      </w:r>
    </w:p>
    <w:p w:rsidR="007B2329" w:rsidRDefault="007B2329" w:rsidP="007B2329">
      <w:r>
        <w:t>769.0598</w:t>
      </w:r>
      <w:r>
        <w:tab/>
        <w:t>3.038e0</w:t>
      </w:r>
    </w:p>
    <w:p w:rsidR="007B2329" w:rsidRDefault="007B2329" w:rsidP="007B2329">
      <w:r>
        <w:t>769.0615</w:t>
      </w:r>
      <w:r>
        <w:tab/>
        <w:t>3.038e0</w:t>
      </w:r>
    </w:p>
    <w:p w:rsidR="007B2329" w:rsidRDefault="007B2329" w:rsidP="007B2329">
      <w:r>
        <w:t>769.0934</w:t>
      </w:r>
      <w:r>
        <w:tab/>
        <w:t>1.013e0</w:t>
      </w:r>
    </w:p>
    <w:p w:rsidR="007B2329" w:rsidRDefault="007B2329" w:rsidP="007B2329">
      <w:r>
        <w:t>769.0994</w:t>
      </w:r>
      <w:r>
        <w:tab/>
        <w:t>2.025e0</w:t>
      </w:r>
    </w:p>
    <w:p w:rsidR="007B2329" w:rsidRDefault="007B2329" w:rsidP="007B2329">
      <w:r>
        <w:t>769.1070</w:t>
      </w:r>
      <w:r>
        <w:tab/>
        <w:t>3.384e0</w:t>
      </w:r>
    </w:p>
    <w:p w:rsidR="007B2329" w:rsidRDefault="007B2329" w:rsidP="007B2329">
      <w:r>
        <w:t>769.1202</w:t>
      </w:r>
      <w:r>
        <w:tab/>
        <w:t>2.025e0</w:t>
      </w:r>
    </w:p>
    <w:p w:rsidR="007B2329" w:rsidRDefault="007B2329" w:rsidP="007B2329">
      <w:r>
        <w:lastRenderedPageBreak/>
        <w:t>769.1503</w:t>
      </w:r>
      <w:r>
        <w:tab/>
        <w:t>3.038e0</w:t>
      </w:r>
    </w:p>
    <w:p w:rsidR="007B2329" w:rsidRDefault="007B2329" w:rsidP="007B2329">
      <w:r>
        <w:t>769.1877</w:t>
      </w:r>
      <w:r>
        <w:tab/>
        <w:t>2.025e0</w:t>
      </w:r>
    </w:p>
    <w:p w:rsidR="007B2329" w:rsidRDefault="007B2329" w:rsidP="007B2329">
      <w:r>
        <w:t>769.2130</w:t>
      </w:r>
      <w:r>
        <w:tab/>
        <w:t>1.013e0</w:t>
      </w:r>
    </w:p>
    <w:p w:rsidR="007B2329" w:rsidRDefault="007B2329" w:rsidP="007B2329">
      <w:r>
        <w:t>769.2159</w:t>
      </w:r>
      <w:r>
        <w:tab/>
        <w:t>1.933e0</w:t>
      </w:r>
    </w:p>
    <w:p w:rsidR="007B2329" w:rsidRDefault="007B2329" w:rsidP="007B2329">
      <w:r>
        <w:t>769.2198</w:t>
      </w:r>
      <w:r>
        <w:tab/>
        <w:t>2.025e0</w:t>
      </w:r>
    </w:p>
    <w:p w:rsidR="007B2329" w:rsidRDefault="007B2329" w:rsidP="007B2329">
      <w:r>
        <w:t>769.2214</w:t>
      </w:r>
      <w:r>
        <w:tab/>
        <w:t>2.025e0</w:t>
      </w:r>
    </w:p>
    <w:p w:rsidR="007B2329" w:rsidRDefault="007B2329" w:rsidP="007B2329">
      <w:r>
        <w:t>769.2516</w:t>
      </w:r>
      <w:r>
        <w:tab/>
        <w:t>3.544e0</w:t>
      </w:r>
    </w:p>
    <w:p w:rsidR="007B2329" w:rsidRDefault="007B2329" w:rsidP="007B2329">
      <w:r>
        <w:t>769.3337</w:t>
      </w:r>
      <w:r>
        <w:tab/>
        <w:t>1.942e1</w:t>
      </w:r>
    </w:p>
    <w:p w:rsidR="007B2329" w:rsidRDefault="007B2329" w:rsidP="007B2329">
      <w:r>
        <w:t>769.3366</w:t>
      </w:r>
      <w:r>
        <w:tab/>
        <w:t>1.266e-2</w:t>
      </w:r>
    </w:p>
    <w:p w:rsidR="007B2329" w:rsidRDefault="007B2329" w:rsidP="007B2329">
      <w:r>
        <w:t>769.3512</w:t>
      </w:r>
      <w:r>
        <w:tab/>
        <w:t>3.287e1</w:t>
      </w:r>
    </w:p>
    <w:p w:rsidR="007B2329" w:rsidRDefault="007B2329" w:rsidP="007B2329">
      <w:r>
        <w:t>769.3643</w:t>
      </w:r>
      <w:r>
        <w:tab/>
        <w:t>2.824e1</w:t>
      </w:r>
    </w:p>
    <w:p w:rsidR="007B2329" w:rsidRDefault="007B2329" w:rsidP="007B2329">
      <w:r>
        <w:t>769.3704</w:t>
      </w:r>
      <w:r>
        <w:tab/>
        <w:t>7.106e0</w:t>
      </w:r>
    </w:p>
    <w:p w:rsidR="007B2329" w:rsidRDefault="007B2329" w:rsidP="007B2329">
      <w:r>
        <w:t>769.3767</w:t>
      </w:r>
      <w:r>
        <w:tab/>
        <w:t>2.132e1</w:t>
      </w:r>
    </w:p>
    <w:p w:rsidR="007B2329" w:rsidRDefault="007B2329" w:rsidP="007B2329">
      <w:r>
        <w:t>769.3864</w:t>
      </w:r>
      <w:r>
        <w:tab/>
        <w:t>1.457e1</w:t>
      </w:r>
    </w:p>
    <w:p w:rsidR="007B2329" w:rsidRDefault="007B2329" w:rsidP="007B2329">
      <w:r>
        <w:t>769.4020</w:t>
      </w:r>
      <w:r>
        <w:tab/>
        <w:t>1.779e0</w:t>
      </w:r>
    </w:p>
    <w:p w:rsidR="007B2329" w:rsidRDefault="007B2329" w:rsidP="007B2329">
      <w:r>
        <w:t>769.4268</w:t>
      </w:r>
      <w:r>
        <w:tab/>
        <w:t>3.038e0</w:t>
      </w:r>
    </w:p>
    <w:p w:rsidR="007B2329" w:rsidRDefault="007B2329" w:rsidP="007B2329">
      <w:r>
        <w:t>769.5180</w:t>
      </w:r>
      <w:r>
        <w:tab/>
        <w:t>1.142e1</w:t>
      </w:r>
    </w:p>
    <w:p w:rsidR="007B2329" w:rsidRDefault="007B2329" w:rsidP="007B2329">
      <w:r>
        <w:t>769.5247</w:t>
      </w:r>
      <w:r>
        <w:tab/>
        <w:t>3.982e0</w:t>
      </w:r>
    </w:p>
    <w:p w:rsidR="007B2329" w:rsidRDefault="007B2329" w:rsidP="007B2329">
      <w:r>
        <w:t>769.5355</w:t>
      </w:r>
      <w:r>
        <w:tab/>
        <w:t>3.114e0</w:t>
      </w:r>
    </w:p>
    <w:p w:rsidR="007B2329" w:rsidRDefault="007B2329" w:rsidP="007B2329">
      <w:r>
        <w:lastRenderedPageBreak/>
        <w:t>769.5366</w:t>
      </w:r>
      <w:r>
        <w:tab/>
        <w:t>4.890e0</w:t>
      </w:r>
    </w:p>
    <w:p w:rsidR="007B2329" w:rsidRDefault="007B2329" w:rsidP="007B2329">
      <w:r>
        <w:t>769.5457</w:t>
      </w:r>
      <w:r>
        <w:tab/>
        <w:t>2.532e0</w:t>
      </w:r>
    </w:p>
    <w:p w:rsidR="007B2329" w:rsidRDefault="007B2329" w:rsidP="007B2329">
      <w:r>
        <w:t>769.5716</w:t>
      </w:r>
      <w:r>
        <w:tab/>
        <w:t>3.544e0</w:t>
      </w:r>
    </w:p>
    <w:p w:rsidR="007B2329" w:rsidRDefault="007B2329" w:rsidP="007B2329">
      <w:r>
        <w:t>769.5998</w:t>
      </w:r>
      <w:r>
        <w:tab/>
        <w:t>2.025e0</w:t>
      </w:r>
    </w:p>
    <w:p w:rsidR="007B2329" w:rsidRDefault="007B2329" w:rsidP="007B2329">
      <w:r>
        <w:t>769.6325</w:t>
      </w:r>
      <w:r>
        <w:tab/>
        <w:t>4.051e0</w:t>
      </w:r>
    </w:p>
    <w:p w:rsidR="007B2329" w:rsidRDefault="007B2329" w:rsidP="007B2329">
      <w:r>
        <w:t>769.6357</w:t>
      </w:r>
      <w:r>
        <w:tab/>
        <w:t>2.025e0</w:t>
      </w:r>
    </w:p>
    <w:p w:rsidR="007B2329" w:rsidRDefault="007B2329" w:rsidP="007B2329">
      <w:r>
        <w:t>769.6368</w:t>
      </w:r>
      <w:r>
        <w:tab/>
        <w:t>1.738e0</w:t>
      </w:r>
    </w:p>
    <w:p w:rsidR="007B2329" w:rsidRDefault="007B2329" w:rsidP="007B2329">
      <w:r>
        <w:t>769.6500</w:t>
      </w:r>
      <w:r>
        <w:tab/>
        <w:t>3.553e0</w:t>
      </w:r>
    </w:p>
    <w:p w:rsidR="007B2329" w:rsidRDefault="007B2329" w:rsidP="007B2329">
      <w:r>
        <w:t>769.6560</w:t>
      </w:r>
      <w:r>
        <w:tab/>
        <w:t>1.013e0</w:t>
      </w:r>
    </w:p>
    <w:p w:rsidR="007B2329" w:rsidRDefault="007B2329" w:rsidP="007B2329">
      <w:r>
        <w:t>769.6616</w:t>
      </w:r>
      <w:r>
        <w:tab/>
        <w:t>1.013e0</w:t>
      </w:r>
    </w:p>
    <w:p w:rsidR="007B2329" w:rsidRDefault="007B2329" w:rsidP="007B2329">
      <w:r>
        <w:t>769.6787</w:t>
      </w:r>
      <w:r>
        <w:tab/>
        <w:t>3.038e0</w:t>
      </w:r>
    </w:p>
    <w:p w:rsidR="007B2329" w:rsidRDefault="007B2329" w:rsidP="007B2329">
      <w:r>
        <w:t>769.7478</w:t>
      </w:r>
      <w:r>
        <w:tab/>
        <w:t>2.025e0</w:t>
      </w:r>
    </w:p>
    <w:p w:rsidR="007B2329" w:rsidRDefault="007B2329" w:rsidP="007B2329">
      <w:r>
        <w:t>769.7530</w:t>
      </w:r>
      <w:r>
        <w:tab/>
        <w:t>2.532e-2</w:t>
      </w:r>
    </w:p>
    <w:p w:rsidR="007B2329" w:rsidRDefault="007B2329" w:rsidP="007B2329">
      <w:r>
        <w:t>769.7540</w:t>
      </w:r>
      <w:r>
        <w:tab/>
        <w:t>2.025e0</w:t>
      </w:r>
    </w:p>
    <w:p w:rsidR="007B2329" w:rsidRDefault="007B2329" w:rsidP="007B2329">
      <w:r>
        <w:t>769.7656</w:t>
      </w:r>
      <w:r>
        <w:tab/>
        <w:t>1.013e0</w:t>
      </w:r>
    </w:p>
    <w:p w:rsidR="007B2329" w:rsidRDefault="007B2329" w:rsidP="007B2329">
      <w:r>
        <w:t>769.7976</w:t>
      </w:r>
      <w:r>
        <w:tab/>
        <w:t>2.890e0</w:t>
      </w:r>
    </w:p>
    <w:p w:rsidR="007B2329" w:rsidRDefault="007B2329" w:rsidP="007B2329">
      <w:r>
        <w:t>769.8089</w:t>
      </w:r>
      <w:r>
        <w:tab/>
        <w:t>1.013e0</w:t>
      </w:r>
    </w:p>
    <w:p w:rsidR="007B2329" w:rsidRDefault="007B2329" w:rsidP="007B2329">
      <w:r>
        <w:t>769.8436</w:t>
      </w:r>
      <w:r>
        <w:tab/>
        <w:t>2.025e0</w:t>
      </w:r>
    </w:p>
    <w:p w:rsidR="007B2329" w:rsidRDefault="007B2329" w:rsidP="007B2329">
      <w:r>
        <w:t>769.8582</w:t>
      </w:r>
      <w:r>
        <w:tab/>
        <w:t>2.025e0</w:t>
      </w:r>
    </w:p>
    <w:p w:rsidR="007B2329" w:rsidRDefault="007B2329" w:rsidP="007B2329">
      <w:r>
        <w:lastRenderedPageBreak/>
        <w:t>769.8747</w:t>
      </w:r>
      <w:r>
        <w:tab/>
        <w:t>1.626e0</w:t>
      </w:r>
    </w:p>
    <w:p w:rsidR="007B2329" w:rsidRDefault="007B2329" w:rsidP="007B2329">
      <w:r>
        <w:t>769.8815</w:t>
      </w:r>
      <w:r>
        <w:tab/>
        <w:t>2.025e0</w:t>
      </w:r>
    </w:p>
    <w:p w:rsidR="007B2329" w:rsidRDefault="007B2329" w:rsidP="007B2329">
      <w:r>
        <w:t>769.9244</w:t>
      </w:r>
      <w:r>
        <w:tab/>
        <w:t>4.343e0</w:t>
      </w:r>
    </w:p>
    <w:p w:rsidR="007B2329" w:rsidRDefault="007B2329" w:rsidP="007B2329">
      <w:r>
        <w:t>769.9282</w:t>
      </w:r>
      <w:r>
        <w:tab/>
        <w:t>2.025e0</w:t>
      </w:r>
    </w:p>
    <w:p w:rsidR="007B2329" w:rsidRDefault="007B2329" w:rsidP="007B2329">
      <w:r>
        <w:t>769.9442</w:t>
      </w:r>
      <w:r>
        <w:tab/>
        <w:t>3.014e0</w:t>
      </w:r>
    </w:p>
    <w:p w:rsidR="007B2329" w:rsidRDefault="007B2329" w:rsidP="007B2329">
      <w:r>
        <w:t>769.9536</w:t>
      </w:r>
      <w:r>
        <w:tab/>
        <w:t>1.518e0</w:t>
      </w:r>
    </w:p>
    <w:p w:rsidR="007B2329" w:rsidRDefault="007B2329" w:rsidP="007B2329">
      <w:r>
        <w:t>769.9658</w:t>
      </w:r>
      <w:r>
        <w:tab/>
        <w:t>3.038e0</w:t>
      </w:r>
    </w:p>
    <w:p w:rsidR="007B2329" w:rsidRDefault="007B2329" w:rsidP="007B2329">
      <w:r>
        <w:t>769.9741</w:t>
      </w:r>
      <w:r>
        <w:tab/>
        <w:t>1.013e0</w:t>
      </w:r>
    </w:p>
    <w:p w:rsidR="007B2329" w:rsidRDefault="007B2329" w:rsidP="007B2329">
      <w:r>
        <w:t>770.0117</w:t>
      </w:r>
      <w:r>
        <w:tab/>
        <w:t>4.051e0</w:t>
      </w:r>
    </w:p>
    <w:p w:rsidR="007B2329" w:rsidRDefault="007B2329" w:rsidP="007B2329">
      <w:r>
        <w:t>770.0257</w:t>
      </w:r>
      <w:r>
        <w:tab/>
        <w:t>2.025e0</w:t>
      </w:r>
    </w:p>
    <w:p w:rsidR="007B2329" w:rsidRDefault="007B2329" w:rsidP="007B2329">
      <w:r>
        <w:t>770.0580</w:t>
      </w:r>
      <w:r>
        <w:tab/>
        <w:t>2.025e0</w:t>
      </w:r>
    </w:p>
    <w:p w:rsidR="007B2329" w:rsidRDefault="007B2329" w:rsidP="007B2329">
      <w:r>
        <w:t>770.0651</w:t>
      </w:r>
      <w:r>
        <w:tab/>
        <w:t>1.013e0</w:t>
      </w:r>
    </w:p>
    <w:p w:rsidR="007B2329" w:rsidRDefault="007B2329" w:rsidP="007B2329">
      <w:r>
        <w:t>770.0683</w:t>
      </w:r>
      <w:r>
        <w:tab/>
        <w:t>3.038e0</w:t>
      </w:r>
    </w:p>
    <w:p w:rsidR="007B2329" w:rsidRDefault="007B2329" w:rsidP="007B2329">
      <w:r>
        <w:t>770.1089</w:t>
      </w:r>
      <w:r>
        <w:tab/>
        <w:t>2.025e0</w:t>
      </w:r>
    </w:p>
    <w:p w:rsidR="007B2329" w:rsidRDefault="007B2329" w:rsidP="007B2329">
      <w:r>
        <w:t>770.1169</w:t>
      </w:r>
      <w:r>
        <w:tab/>
        <w:t>1.013e0</w:t>
      </w:r>
    </w:p>
    <w:p w:rsidR="007B2329" w:rsidRDefault="007B2329" w:rsidP="007B2329">
      <w:r>
        <w:t>770.1345</w:t>
      </w:r>
      <w:r>
        <w:tab/>
        <w:t>3.038e0</w:t>
      </w:r>
    </w:p>
    <w:p w:rsidR="007B2329" w:rsidRDefault="007B2329" w:rsidP="007B2329">
      <w:r>
        <w:t>770.1500</w:t>
      </w:r>
      <w:r>
        <w:tab/>
        <w:t>1.013e0</w:t>
      </w:r>
    </w:p>
    <w:p w:rsidR="007B2329" w:rsidRDefault="007B2329" w:rsidP="007B2329">
      <w:r>
        <w:t>770.1537</w:t>
      </w:r>
      <w:r>
        <w:tab/>
        <w:t>9.127e-1</w:t>
      </w:r>
    </w:p>
    <w:p w:rsidR="007B2329" w:rsidRDefault="007B2329" w:rsidP="007B2329">
      <w:r>
        <w:t>770.1670</w:t>
      </w:r>
      <w:r>
        <w:tab/>
        <w:t>2.025e0</w:t>
      </w:r>
    </w:p>
    <w:p w:rsidR="007B2329" w:rsidRDefault="007B2329" w:rsidP="007B2329">
      <w:r>
        <w:lastRenderedPageBreak/>
        <w:t>770.1929</w:t>
      </w:r>
      <w:r>
        <w:tab/>
        <w:t>2.802e0</w:t>
      </w:r>
    </w:p>
    <w:p w:rsidR="007B2329" w:rsidRDefault="007B2329" w:rsidP="007B2329">
      <w:r>
        <w:t>770.2122</w:t>
      </w:r>
      <w:r>
        <w:tab/>
        <w:t>2.025e0</w:t>
      </w:r>
    </w:p>
    <w:p w:rsidR="007B2329" w:rsidRDefault="007B2329" w:rsidP="007B2329">
      <w:r>
        <w:t>770.2195</w:t>
      </w:r>
      <w:r>
        <w:tab/>
        <w:t>2.025e0</w:t>
      </w:r>
    </w:p>
    <w:p w:rsidR="007B2329" w:rsidRDefault="007B2329" w:rsidP="007B2329">
      <w:r>
        <w:t>770.2340</w:t>
      </w:r>
      <w:r>
        <w:tab/>
        <w:t>3.633e0</w:t>
      </w:r>
    </w:p>
    <w:p w:rsidR="007B2329" w:rsidRDefault="007B2329" w:rsidP="007B2329">
      <w:r>
        <w:t>770.2486</w:t>
      </w:r>
      <w:r>
        <w:tab/>
        <w:t>2.532e0</w:t>
      </w:r>
    </w:p>
    <w:p w:rsidR="007B2329" w:rsidRDefault="007B2329" w:rsidP="007B2329">
      <w:r>
        <w:t>770.3040</w:t>
      </w:r>
      <w:r>
        <w:tab/>
        <w:t>1.840e0</w:t>
      </w:r>
    </w:p>
    <w:p w:rsidR="007B2329" w:rsidRDefault="007B2329" w:rsidP="007B2329">
      <w:r>
        <w:t>770.3192</w:t>
      </w:r>
      <w:r>
        <w:tab/>
        <w:t>5.143e0</w:t>
      </w:r>
    </w:p>
    <w:p w:rsidR="007B2329" w:rsidRDefault="007B2329" w:rsidP="007B2329">
      <w:r>
        <w:t>770.3284</w:t>
      </w:r>
      <w:r>
        <w:tab/>
        <w:t>1.203e0</w:t>
      </w:r>
    </w:p>
    <w:p w:rsidR="007B2329" w:rsidRDefault="007B2329" w:rsidP="007B2329">
      <w:r>
        <w:t>770.3397</w:t>
      </w:r>
      <w:r>
        <w:tab/>
        <w:t>4.265e0</w:t>
      </w:r>
    </w:p>
    <w:p w:rsidR="007B2329" w:rsidRDefault="007B2329" w:rsidP="007B2329">
      <w:r>
        <w:t>770.3422</w:t>
      </w:r>
      <w:r>
        <w:tab/>
        <w:t>4.763e0</w:t>
      </w:r>
    </w:p>
    <w:p w:rsidR="007B2329" w:rsidRDefault="007B2329" w:rsidP="007B2329">
      <w:r>
        <w:t>770.3691</w:t>
      </w:r>
      <w:r>
        <w:tab/>
        <w:t>5.034e0</w:t>
      </w:r>
    </w:p>
    <w:p w:rsidR="007B2329" w:rsidRDefault="007B2329" w:rsidP="007B2329">
      <w:r>
        <w:t>770.4450</w:t>
      </w:r>
      <w:r>
        <w:tab/>
        <w:t>9.152e0</w:t>
      </w:r>
    </w:p>
    <w:p w:rsidR="007B2329" w:rsidRDefault="007B2329" w:rsidP="007B2329">
      <w:r>
        <w:t>770.4755</w:t>
      </w:r>
      <w:r>
        <w:tab/>
        <w:t>9.182e1</w:t>
      </w:r>
    </w:p>
    <w:p w:rsidR="007B2329" w:rsidRDefault="007B2329" w:rsidP="007B2329">
      <w:r>
        <w:t>770.4798</w:t>
      </w:r>
      <w:r>
        <w:tab/>
        <w:t>6.759e1</w:t>
      </w:r>
    </w:p>
    <w:p w:rsidR="007B2329" w:rsidRDefault="007B2329" w:rsidP="007B2329">
      <w:r>
        <w:t>770.4813</w:t>
      </w:r>
      <w:r>
        <w:tab/>
        <w:t>4.232e1</w:t>
      </w:r>
    </w:p>
    <w:p w:rsidR="007B2329" w:rsidRDefault="007B2329" w:rsidP="007B2329">
      <w:r>
        <w:t>770.4833</w:t>
      </w:r>
      <w:r>
        <w:tab/>
        <w:t>1.339e2</w:t>
      </w:r>
    </w:p>
    <w:p w:rsidR="007B2329" w:rsidRDefault="007B2329" w:rsidP="007B2329">
      <w:r>
        <w:t>770.4850</w:t>
      </w:r>
      <w:r>
        <w:tab/>
        <w:t>2.960e1</w:t>
      </w:r>
    </w:p>
    <w:p w:rsidR="007B2329" w:rsidRDefault="007B2329" w:rsidP="007B2329">
      <w:r>
        <w:t>770.4882</w:t>
      </w:r>
      <w:r>
        <w:tab/>
        <w:t>8.431e1</w:t>
      </w:r>
    </w:p>
    <w:p w:rsidR="007B2329" w:rsidRDefault="007B2329" w:rsidP="007B2329">
      <w:r>
        <w:t>770.4917</w:t>
      </w:r>
      <w:r>
        <w:tab/>
        <w:t>6.870e1</w:t>
      </w:r>
    </w:p>
    <w:p w:rsidR="007B2329" w:rsidRDefault="007B2329" w:rsidP="007B2329">
      <w:r>
        <w:lastRenderedPageBreak/>
        <w:t>770.5591</w:t>
      </w:r>
      <w:r>
        <w:tab/>
        <w:t>1.013e0</w:t>
      </w:r>
    </w:p>
    <w:p w:rsidR="007B2329" w:rsidRDefault="007B2329" w:rsidP="007B2329">
      <w:r>
        <w:t>770.6207</w:t>
      </w:r>
      <w:r>
        <w:tab/>
        <w:t>2.597e0</w:t>
      </w:r>
    </w:p>
    <w:p w:rsidR="007B2329" w:rsidRDefault="007B2329" w:rsidP="007B2329">
      <w:r>
        <w:t>770.6329</w:t>
      </w:r>
      <w:r>
        <w:tab/>
        <w:t>4.601e0</w:t>
      </w:r>
    </w:p>
    <w:p w:rsidR="007B2329" w:rsidRDefault="007B2329" w:rsidP="007B2329">
      <w:r>
        <w:t>770.6694</w:t>
      </w:r>
      <w:r>
        <w:tab/>
        <w:t>2.025e0</w:t>
      </w:r>
    </w:p>
    <w:p w:rsidR="007B2329" w:rsidRDefault="007B2329" w:rsidP="007B2329">
      <w:r>
        <w:t>770.6860</w:t>
      </w:r>
      <w:r>
        <w:tab/>
        <w:t>3.038e0</w:t>
      </w:r>
    </w:p>
    <w:p w:rsidR="007B2329" w:rsidRDefault="007B2329" w:rsidP="007B2329">
      <w:r>
        <w:t>770.6896</w:t>
      </w:r>
      <w:r>
        <w:tab/>
        <w:t>1.013e0</w:t>
      </w:r>
    </w:p>
    <w:p w:rsidR="007B2329" w:rsidRDefault="007B2329" w:rsidP="007B2329">
      <w:r>
        <w:t>770.6923</w:t>
      </w:r>
      <w:r>
        <w:tab/>
        <w:t>3.038e0</w:t>
      </w:r>
    </w:p>
    <w:p w:rsidR="007B2329" w:rsidRDefault="007B2329" w:rsidP="007B2329">
      <w:r>
        <w:t>770.7574</w:t>
      </w:r>
      <w:r>
        <w:tab/>
        <w:t>2.025e0</w:t>
      </w:r>
    </w:p>
    <w:p w:rsidR="007B2329" w:rsidRDefault="007B2329" w:rsidP="007B2329">
      <w:r>
        <w:t>770.7686</w:t>
      </w:r>
      <w:r>
        <w:tab/>
        <w:t>4.063e0</w:t>
      </w:r>
    </w:p>
    <w:p w:rsidR="007B2329" w:rsidRDefault="007B2329" w:rsidP="007B2329">
      <w:r>
        <w:t>770.7705</w:t>
      </w:r>
      <w:r>
        <w:tab/>
        <w:t>3.937e0</w:t>
      </w:r>
    </w:p>
    <w:p w:rsidR="007B2329" w:rsidRDefault="007B2329" w:rsidP="007B2329">
      <w:r>
        <w:t>770.7759</w:t>
      </w:r>
      <w:r>
        <w:tab/>
        <w:t>3.038e0</w:t>
      </w:r>
    </w:p>
    <w:p w:rsidR="007B2329" w:rsidRDefault="007B2329" w:rsidP="007B2329">
      <w:r>
        <w:t>770.8028</w:t>
      </w:r>
      <w:r>
        <w:tab/>
        <w:t>7.668e-1</w:t>
      </w:r>
    </w:p>
    <w:p w:rsidR="007B2329" w:rsidRDefault="007B2329" w:rsidP="007B2329">
      <w:r>
        <w:t>770.8098</w:t>
      </w:r>
      <w:r>
        <w:tab/>
        <w:t>4.051e0</w:t>
      </w:r>
    </w:p>
    <w:p w:rsidR="007B2329" w:rsidRDefault="007B2329" w:rsidP="007B2329">
      <w:r>
        <w:t>770.8397</w:t>
      </w:r>
      <w:r>
        <w:tab/>
        <w:t>2.025e0</w:t>
      </w:r>
    </w:p>
    <w:p w:rsidR="007B2329" w:rsidRDefault="007B2329" w:rsidP="007B2329">
      <w:r>
        <w:t>770.8475</w:t>
      </w:r>
      <w:r>
        <w:tab/>
        <w:t>2.025e0</w:t>
      </w:r>
    </w:p>
    <w:p w:rsidR="007B2329" w:rsidRDefault="007B2329" w:rsidP="007B2329">
      <w:r>
        <w:t>770.8998</w:t>
      </w:r>
      <w:r>
        <w:tab/>
        <w:t>2.639e0</w:t>
      </w:r>
    </w:p>
    <w:p w:rsidR="007B2329" w:rsidRDefault="007B2329" w:rsidP="007B2329">
      <w:r>
        <w:t>770.9241</w:t>
      </w:r>
      <w:r>
        <w:tab/>
        <w:t>1.013e0</w:t>
      </w:r>
    </w:p>
    <w:p w:rsidR="007B2329" w:rsidRDefault="007B2329" w:rsidP="007B2329">
      <w:r>
        <w:t>770.9331</w:t>
      </w:r>
      <w:r>
        <w:tab/>
        <w:t>1.013e0</w:t>
      </w:r>
    </w:p>
    <w:p w:rsidR="007B2329" w:rsidRDefault="007B2329" w:rsidP="007B2329">
      <w:r>
        <w:t>770.9417</w:t>
      </w:r>
      <w:r>
        <w:tab/>
        <w:t>2.532e-2</w:t>
      </w:r>
    </w:p>
    <w:p w:rsidR="007B2329" w:rsidRDefault="007B2329" w:rsidP="007B2329">
      <w:r>
        <w:lastRenderedPageBreak/>
        <w:t>770.9604</w:t>
      </w:r>
      <w:r>
        <w:tab/>
        <w:t>5.063e0</w:t>
      </w:r>
    </w:p>
    <w:p w:rsidR="007B2329" w:rsidRDefault="007B2329" w:rsidP="007B2329">
      <w:r>
        <w:t>770.9758</w:t>
      </w:r>
      <w:r>
        <w:tab/>
        <w:t>1.013e0</w:t>
      </w:r>
    </w:p>
    <w:p w:rsidR="007B2329" w:rsidRDefault="007B2329" w:rsidP="007B2329">
      <w:r>
        <w:t>770.9973</w:t>
      </w:r>
      <w:r>
        <w:tab/>
        <w:t>3.038e0</w:t>
      </w:r>
    </w:p>
    <w:p w:rsidR="007B2329" w:rsidRDefault="007B2329" w:rsidP="007B2329">
      <w:r>
        <w:t>771.0019</w:t>
      </w:r>
      <w:r>
        <w:tab/>
        <w:t>1.013e0</w:t>
      </w:r>
    </w:p>
    <w:p w:rsidR="007B2329" w:rsidRDefault="007B2329" w:rsidP="007B2329">
      <w:r>
        <w:t>771.0353</w:t>
      </w:r>
      <w:r>
        <w:tab/>
        <w:t>2.025e0</w:t>
      </w:r>
    </w:p>
    <w:p w:rsidR="007B2329" w:rsidRDefault="007B2329" w:rsidP="007B2329">
      <w:r>
        <w:t>771.0526</w:t>
      </w:r>
      <w:r>
        <w:tab/>
        <w:t>4.051e0</w:t>
      </w:r>
    </w:p>
    <w:p w:rsidR="007B2329" w:rsidRDefault="007B2329" w:rsidP="007B2329">
      <w:r>
        <w:t>771.1117</w:t>
      </w:r>
      <w:r>
        <w:tab/>
        <w:t>2.025e0</w:t>
      </w:r>
    </w:p>
    <w:p w:rsidR="007B2329" w:rsidRDefault="007B2329" w:rsidP="007B2329">
      <w:r>
        <w:t>771.1198</w:t>
      </w:r>
      <w:r>
        <w:tab/>
        <w:t>1.013e0</w:t>
      </w:r>
    </w:p>
    <w:p w:rsidR="007B2329" w:rsidRDefault="007B2329" w:rsidP="007B2329">
      <w:r>
        <w:t>771.1453</w:t>
      </w:r>
      <w:r>
        <w:tab/>
        <w:t>1.013e0</w:t>
      </w:r>
    </w:p>
    <w:p w:rsidR="007B2329" w:rsidRDefault="007B2329" w:rsidP="007B2329">
      <w:r>
        <w:t>771.1519</w:t>
      </w:r>
      <w:r>
        <w:tab/>
        <w:t>2.025e0</w:t>
      </w:r>
    </w:p>
    <w:p w:rsidR="007B2329" w:rsidRDefault="007B2329" w:rsidP="007B2329">
      <w:r>
        <w:t>771.1720</w:t>
      </w:r>
      <w:r>
        <w:tab/>
        <w:t>2.953e0</w:t>
      </w:r>
    </w:p>
    <w:p w:rsidR="007B2329" w:rsidRDefault="007B2329" w:rsidP="007B2329">
      <w:r>
        <w:t>771.1942</w:t>
      </w:r>
      <w:r>
        <w:tab/>
        <w:t>1.814e0</w:t>
      </w:r>
    </w:p>
    <w:p w:rsidR="007B2329" w:rsidRDefault="007B2329" w:rsidP="007B2329">
      <w:r>
        <w:t>771.2226</w:t>
      </w:r>
      <w:r>
        <w:tab/>
        <w:t>2.025e0</w:t>
      </w:r>
    </w:p>
    <w:p w:rsidR="007B2329" w:rsidRDefault="007B2329" w:rsidP="007B2329">
      <w:r>
        <w:t>771.2346</w:t>
      </w:r>
      <w:r>
        <w:tab/>
        <w:t>2.787e0</w:t>
      </w:r>
    </w:p>
    <w:p w:rsidR="007B2329" w:rsidRDefault="007B2329" w:rsidP="007B2329">
      <w:r>
        <w:t>771.3050</w:t>
      </w:r>
      <w:r>
        <w:tab/>
        <w:t>1.779e0</w:t>
      </w:r>
    </w:p>
    <w:p w:rsidR="007B2329" w:rsidRDefault="007B2329" w:rsidP="007B2329">
      <w:r>
        <w:t>771.3414</w:t>
      </w:r>
      <w:r>
        <w:tab/>
        <w:t>1.013e0</w:t>
      </w:r>
    </w:p>
    <w:p w:rsidR="007B2329" w:rsidRDefault="007B2329" w:rsidP="007B2329">
      <w:r>
        <w:t>771.3593</w:t>
      </w:r>
      <w:r>
        <w:tab/>
        <w:t>2.330e1</w:t>
      </w:r>
    </w:p>
    <w:p w:rsidR="007B2329" w:rsidRDefault="007B2329" w:rsidP="007B2329">
      <w:r>
        <w:t>771.3614</w:t>
      </w:r>
      <w:r>
        <w:tab/>
        <w:t>1.453e1</w:t>
      </w:r>
    </w:p>
    <w:p w:rsidR="007B2329" w:rsidRDefault="007B2329" w:rsidP="007B2329">
      <w:r>
        <w:t>771.3679</w:t>
      </w:r>
      <w:r>
        <w:tab/>
        <w:t>1.877e1</w:t>
      </w:r>
    </w:p>
    <w:p w:rsidR="007B2329" w:rsidRDefault="007B2329" w:rsidP="007B2329">
      <w:r>
        <w:lastRenderedPageBreak/>
        <w:t>771.3753</w:t>
      </w:r>
      <w:r>
        <w:tab/>
        <w:t>9.755e0</w:t>
      </w:r>
    </w:p>
    <w:p w:rsidR="007B2329" w:rsidRDefault="007B2329" w:rsidP="007B2329">
      <w:r>
        <w:t>771.3881</w:t>
      </w:r>
      <w:r>
        <w:tab/>
        <w:t>3.038e0</w:t>
      </w:r>
    </w:p>
    <w:p w:rsidR="007B2329" w:rsidRDefault="007B2329" w:rsidP="007B2329">
      <w:r>
        <w:t>771.4009</w:t>
      </w:r>
      <w:r>
        <w:tab/>
        <w:t>1.790e1</w:t>
      </w:r>
    </w:p>
    <w:p w:rsidR="007B2329" w:rsidRDefault="007B2329" w:rsidP="007B2329">
      <w:r>
        <w:t>771.4474</w:t>
      </w:r>
      <w:r>
        <w:tab/>
        <w:t>1.257e1</w:t>
      </w:r>
    </w:p>
    <w:p w:rsidR="007B2329" w:rsidRDefault="007B2329" w:rsidP="007B2329">
      <w:r>
        <w:t>771.4550</w:t>
      </w:r>
      <w:r>
        <w:tab/>
        <w:t>2.878e1</w:t>
      </w:r>
    </w:p>
    <w:p w:rsidR="007B2329" w:rsidRDefault="007B2329" w:rsidP="007B2329">
      <w:r>
        <w:t>771.4614</w:t>
      </w:r>
      <w:r>
        <w:tab/>
        <w:t>6.580e1</w:t>
      </w:r>
    </w:p>
    <w:p w:rsidR="007B2329" w:rsidRDefault="007B2329" w:rsidP="007B2329">
      <w:r>
        <w:t>771.4637</w:t>
      </w:r>
      <w:r>
        <w:tab/>
        <w:t>6.759e1</w:t>
      </w:r>
    </w:p>
    <w:p w:rsidR="007B2329" w:rsidRDefault="007B2329" w:rsidP="007B2329">
      <w:r>
        <w:t>771.4672</w:t>
      </w:r>
      <w:r>
        <w:tab/>
        <w:t>4.698e1</w:t>
      </w:r>
    </w:p>
    <w:p w:rsidR="007B2329" w:rsidRDefault="007B2329" w:rsidP="007B2329">
      <w:r>
        <w:t>771.4692</w:t>
      </w:r>
      <w:r>
        <w:tab/>
        <w:t>6.463e1</w:t>
      </w:r>
    </w:p>
    <w:p w:rsidR="007B2329" w:rsidRDefault="007B2329" w:rsidP="007B2329">
      <w:r>
        <w:t>771.4734</w:t>
      </w:r>
      <w:r>
        <w:tab/>
        <w:t>3.020e1</w:t>
      </w:r>
    </w:p>
    <w:p w:rsidR="007B2329" w:rsidRDefault="007B2329" w:rsidP="007B2329">
      <w:r>
        <w:t>771.4857</w:t>
      </w:r>
      <w:r>
        <w:tab/>
        <w:t>3.764e1</w:t>
      </w:r>
    </w:p>
    <w:p w:rsidR="007B2329" w:rsidRDefault="007B2329" w:rsidP="007B2329">
      <w:r>
        <w:t>771.5018</w:t>
      </w:r>
      <w:r>
        <w:tab/>
        <w:t>2.336e0</w:t>
      </w:r>
    </w:p>
    <w:p w:rsidR="007B2329" w:rsidRDefault="007B2329" w:rsidP="007B2329">
      <w:r>
        <w:t>771.5151</w:t>
      </w:r>
      <w:r>
        <w:tab/>
        <w:t>8.290e0</w:t>
      </w:r>
    </w:p>
    <w:p w:rsidR="007B2329" w:rsidRDefault="007B2329" w:rsidP="007B2329">
      <w:r>
        <w:t>771.5600</w:t>
      </w:r>
      <w:r>
        <w:tab/>
        <w:t>1.669e1</w:t>
      </w:r>
    </w:p>
    <w:p w:rsidR="007B2329" w:rsidRDefault="007B2329" w:rsidP="007B2329">
      <w:r>
        <w:t>771.6217</w:t>
      </w:r>
      <w:r>
        <w:tab/>
        <w:t>2.025e0</w:t>
      </w:r>
    </w:p>
    <w:p w:rsidR="007B2329" w:rsidRDefault="007B2329" w:rsidP="007B2329">
      <w:r>
        <w:t>771.6453</w:t>
      </w:r>
      <w:r>
        <w:tab/>
        <w:t>2.915e0</w:t>
      </w:r>
    </w:p>
    <w:p w:rsidR="007B2329" w:rsidRDefault="007B2329" w:rsidP="007B2329">
      <w:r>
        <w:t>771.6814</w:t>
      </w:r>
      <w:r>
        <w:tab/>
        <w:t>5.063e0</w:t>
      </w:r>
    </w:p>
    <w:p w:rsidR="007B2329" w:rsidRDefault="007B2329" w:rsidP="007B2329">
      <w:r>
        <w:t>771.6846</w:t>
      </w:r>
      <w:r>
        <w:tab/>
        <w:t>3.038e0</w:t>
      </w:r>
    </w:p>
    <w:p w:rsidR="007B2329" w:rsidRDefault="007B2329" w:rsidP="007B2329">
      <w:r>
        <w:t>771.7040</w:t>
      </w:r>
      <w:r>
        <w:tab/>
        <w:t>2.904e0</w:t>
      </w:r>
    </w:p>
    <w:p w:rsidR="007B2329" w:rsidRDefault="007B2329" w:rsidP="007B2329">
      <w:r>
        <w:lastRenderedPageBreak/>
        <w:t>771.7375</w:t>
      </w:r>
      <w:r>
        <w:tab/>
        <w:t>3.038e0</w:t>
      </w:r>
    </w:p>
    <w:p w:rsidR="007B2329" w:rsidRDefault="007B2329" w:rsidP="007B2329">
      <w:r>
        <w:t>771.7399</w:t>
      </w:r>
      <w:r>
        <w:tab/>
        <w:t>4.051e0</w:t>
      </w:r>
    </w:p>
    <w:p w:rsidR="007B2329" w:rsidRDefault="007B2329" w:rsidP="007B2329">
      <w:r>
        <w:t>771.7683</w:t>
      </w:r>
      <w:r>
        <w:tab/>
        <w:t>2.025e0</w:t>
      </w:r>
    </w:p>
    <w:p w:rsidR="007B2329" w:rsidRDefault="007B2329" w:rsidP="007B2329">
      <w:r>
        <w:t>771.7907</w:t>
      </w:r>
      <w:r>
        <w:tab/>
        <w:t>2.025e0</w:t>
      </w:r>
    </w:p>
    <w:p w:rsidR="007B2329" w:rsidRDefault="007B2329" w:rsidP="007B2329">
      <w:r>
        <w:t>771.8056</w:t>
      </w:r>
      <w:r>
        <w:tab/>
        <w:t>2.025e0</w:t>
      </w:r>
    </w:p>
    <w:p w:rsidR="007B2329" w:rsidRDefault="007B2329" w:rsidP="007B2329">
      <w:r>
        <w:t>771.8312</w:t>
      </w:r>
      <w:r>
        <w:tab/>
        <w:t>2.885e0</w:t>
      </w:r>
    </w:p>
    <w:p w:rsidR="007B2329" w:rsidRDefault="007B2329" w:rsidP="007B2329">
      <w:r>
        <w:t>771.8344</w:t>
      </w:r>
      <w:r>
        <w:tab/>
        <w:t>3.143e0</w:t>
      </w:r>
    </w:p>
    <w:p w:rsidR="007B2329" w:rsidRDefault="007B2329" w:rsidP="007B2329">
      <w:r>
        <w:t>771.8585</w:t>
      </w:r>
      <w:r>
        <w:tab/>
        <w:t>5.063e0</w:t>
      </w:r>
    </w:p>
    <w:p w:rsidR="007B2329" w:rsidRDefault="007B2329" w:rsidP="007B2329">
      <w:r>
        <w:t>771.8682</w:t>
      </w:r>
      <w:r>
        <w:tab/>
        <w:t>3.038e0</w:t>
      </w:r>
    </w:p>
    <w:p w:rsidR="007B2329" w:rsidRDefault="007B2329" w:rsidP="007B2329">
      <w:r>
        <w:t>771.8864</w:t>
      </w:r>
      <w:r>
        <w:tab/>
        <w:t>2.651e0</w:t>
      </w:r>
    </w:p>
    <w:p w:rsidR="007B2329" w:rsidRDefault="007B2329" w:rsidP="007B2329">
      <w:r>
        <w:t>771.9008</w:t>
      </w:r>
      <w:r>
        <w:tab/>
        <w:t>8.068e0</w:t>
      </w:r>
    </w:p>
    <w:p w:rsidR="007B2329" w:rsidRDefault="007B2329" w:rsidP="007B2329">
      <w:r>
        <w:t>771.9208</w:t>
      </w:r>
      <w:r>
        <w:tab/>
        <w:t>1.013e0</w:t>
      </w:r>
    </w:p>
    <w:p w:rsidR="007B2329" w:rsidRDefault="007B2329" w:rsidP="007B2329">
      <w:r>
        <w:t>771.9257</w:t>
      </w:r>
      <w:r>
        <w:tab/>
        <w:t>1.983e0</w:t>
      </w:r>
    </w:p>
    <w:p w:rsidR="007B2329" w:rsidRDefault="007B2329" w:rsidP="007B2329">
      <w:r>
        <w:t>771.9664</w:t>
      </w:r>
      <w:r>
        <w:tab/>
        <w:t>1.013e0</w:t>
      </w:r>
    </w:p>
    <w:p w:rsidR="007B2329" w:rsidRDefault="007B2329" w:rsidP="007B2329">
      <w:r>
        <w:t>771.9797</w:t>
      </w:r>
      <w:r>
        <w:tab/>
        <w:t>1.013e0</w:t>
      </w:r>
    </w:p>
    <w:p w:rsidR="007B2329" w:rsidRDefault="007B2329" w:rsidP="007B2329">
      <w:r>
        <w:t>771.9847</w:t>
      </w:r>
      <w:r>
        <w:tab/>
        <w:t>8.101e0</w:t>
      </w:r>
    </w:p>
    <w:p w:rsidR="007B2329" w:rsidRDefault="007B2329" w:rsidP="007B2329">
      <w:r>
        <w:t>771.9917</w:t>
      </w:r>
      <w:r>
        <w:tab/>
        <w:t>2.025e0</w:t>
      </w:r>
    </w:p>
    <w:p w:rsidR="007B2329" w:rsidRDefault="007B2329" w:rsidP="007B2329">
      <w:r>
        <w:t>772.0203</w:t>
      </w:r>
      <w:r>
        <w:tab/>
        <w:t>3.038e0</w:t>
      </w:r>
    </w:p>
    <w:p w:rsidR="007B2329" w:rsidRDefault="007B2329" w:rsidP="007B2329">
      <w:r>
        <w:t>772.0280</w:t>
      </w:r>
      <w:r>
        <w:tab/>
        <w:t>4.051e0</w:t>
      </w:r>
    </w:p>
    <w:p w:rsidR="007B2329" w:rsidRDefault="007B2329" w:rsidP="007B2329">
      <w:r>
        <w:lastRenderedPageBreak/>
        <w:t>772.0318</w:t>
      </w:r>
      <w:r>
        <w:tab/>
        <w:t>1.013e0</w:t>
      </w:r>
    </w:p>
    <w:p w:rsidR="007B2329" w:rsidRDefault="007B2329" w:rsidP="007B2329">
      <w:r>
        <w:t>772.0577</w:t>
      </w:r>
      <w:r>
        <w:tab/>
        <w:t>1.013e0</w:t>
      </w:r>
    </w:p>
    <w:p w:rsidR="007B2329" w:rsidRDefault="007B2329" w:rsidP="007B2329">
      <w:r>
        <w:t>772.0939</w:t>
      </w:r>
      <w:r>
        <w:tab/>
        <w:t>3.038e0</w:t>
      </w:r>
    </w:p>
    <w:p w:rsidR="007B2329" w:rsidRDefault="007B2329" w:rsidP="007B2329">
      <w:r>
        <w:t>772.1293</w:t>
      </w:r>
      <w:r>
        <w:tab/>
        <w:t>9.492e-1</w:t>
      </w:r>
    </w:p>
    <w:p w:rsidR="007B2329" w:rsidRDefault="007B2329" w:rsidP="007B2329">
      <w:r>
        <w:t>772.1594</w:t>
      </w:r>
      <w:r>
        <w:tab/>
        <w:t>1.013e0</w:t>
      </w:r>
    </w:p>
    <w:p w:rsidR="007B2329" w:rsidRDefault="007B2329" w:rsidP="007B2329">
      <w:r>
        <w:t>772.1646</w:t>
      </w:r>
      <w:r>
        <w:tab/>
        <w:t>3.038e0</w:t>
      </w:r>
    </w:p>
    <w:p w:rsidR="007B2329" w:rsidRDefault="007B2329" w:rsidP="007B2329">
      <w:r>
        <w:t>772.1705</w:t>
      </w:r>
      <w:r>
        <w:tab/>
        <w:t>3.900e0</w:t>
      </w:r>
    </w:p>
    <w:p w:rsidR="007B2329" w:rsidRDefault="007B2329" w:rsidP="007B2329">
      <w:r>
        <w:t>772.1950</w:t>
      </w:r>
      <w:r>
        <w:tab/>
        <w:t>4.781e0</w:t>
      </w:r>
    </w:p>
    <w:p w:rsidR="007B2329" w:rsidRDefault="007B2329" w:rsidP="007B2329">
      <w:r>
        <w:t>772.2274</w:t>
      </w:r>
      <w:r>
        <w:tab/>
        <w:t>1.013e0</w:t>
      </w:r>
    </w:p>
    <w:p w:rsidR="007B2329" w:rsidRDefault="007B2329" w:rsidP="007B2329">
      <w:r>
        <w:t>772.2317</w:t>
      </w:r>
      <w:r>
        <w:tab/>
        <w:t>2.741e0</w:t>
      </w:r>
    </w:p>
    <w:p w:rsidR="007B2329" w:rsidRDefault="007B2329" w:rsidP="007B2329">
      <w:r>
        <w:t>772.2481</w:t>
      </w:r>
      <w:r>
        <w:tab/>
        <w:t>3.038e0</w:t>
      </w:r>
    </w:p>
    <w:p w:rsidR="007B2329" w:rsidRDefault="007B2329" w:rsidP="007B2329">
      <w:r>
        <w:t>772.2612</w:t>
      </w:r>
      <w:r>
        <w:tab/>
        <w:t>1.013e0</w:t>
      </w:r>
    </w:p>
    <w:p w:rsidR="007B2329" w:rsidRDefault="007B2329" w:rsidP="007B2329">
      <w:r>
        <w:t>772.3340</w:t>
      </w:r>
      <w:r>
        <w:tab/>
        <w:t>5.605e0</w:t>
      </w:r>
    </w:p>
    <w:p w:rsidR="007B2329" w:rsidRDefault="007B2329" w:rsidP="007B2329">
      <w:r>
        <w:t>772.3745</w:t>
      </w:r>
      <w:r>
        <w:tab/>
        <w:t>6.130e0</w:t>
      </w:r>
    </w:p>
    <w:p w:rsidR="007B2329" w:rsidRDefault="007B2329" w:rsidP="007B2329">
      <w:r>
        <w:t>772.4103</w:t>
      </w:r>
      <w:r>
        <w:tab/>
        <w:t>2.336e1</w:t>
      </w:r>
    </w:p>
    <w:p w:rsidR="007B2329" w:rsidRDefault="007B2329" w:rsidP="007B2329">
      <w:r>
        <w:t>772.4191</w:t>
      </w:r>
      <w:r>
        <w:tab/>
        <w:t>2.898e1</w:t>
      </w:r>
    </w:p>
    <w:p w:rsidR="007B2329" w:rsidRDefault="007B2329" w:rsidP="007B2329">
      <w:r>
        <w:t>772.4476</w:t>
      </w:r>
      <w:r>
        <w:tab/>
        <w:t>1.888e1</w:t>
      </w:r>
    </w:p>
    <w:p w:rsidR="007B2329" w:rsidRDefault="007B2329" w:rsidP="007B2329">
      <w:r>
        <w:t>772.4556</w:t>
      </w:r>
      <w:r>
        <w:tab/>
        <w:t>3.081e1</w:t>
      </w:r>
    </w:p>
    <w:p w:rsidR="007B2329" w:rsidRDefault="007B2329" w:rsidP="007B2329">
      <w:r>
        <w:t>772.4680</w:t>
      </w:r>
      <w:r>
        <w:tab/>
        <w:t>2.742e1</w:t>
      </w:r>
    </w:p>
    <w:p w:rsidR="007B2329" w:rsidRDefault="007B2329" w:rsidP="007B2329">
      <w:r>
        <w:lastRenderedPageBreak/>
        <w:t>772.4777</w:t>
      </w:r>
      <w:r>
        <w:tab/>
        <w:t>2.329e1</w:t>
      </w:r>
    </w:p>
    <w:p w:rsidR="007B2329" w:rsidRDefault="007B2329" w:rsidP="007B2329">
      <w:r>
        <w:t>772.4799</w:t>
      </w:r>
      <w:r>
        <w:tab/>
        <w:t>1.722e1</w:t>
      </w:r>
    </w:p>
    <w:p w:rsidR="007B2329" w:rsidRDefault="007B2329" w:rsidP="007B2329">
      <w:r>
        <w:t>772.4867</w:t>
      </w:r>
      <w:r>
        <w:tab/>
        <w:t>1.012e1</w:t>
      </w:r>
    </w:p>
    <w:p w:rsidR="007B2329" w:rsidRDefault="007B2329" w:rsidP="007B2329">
      <w:r>
        <w:t>772.4911</w:t>
      </w:r>
      <w:r>
        <w:tab/>
        <w:t>1.644e1</w:t>
      </w:r>
    </w:p>
    <w:p w:rsidR="007B2329" w:rsidRDefault="007B2329" w:rsidP="007B2329">
      <w:r>
        <w:t>772.5049</w:t>
      </w:r>
      <w:r>
        <w:tab/>
        <w:t>1.130e1</w:t>
      </w:r>
    </w:p>
    <w:p w:rsidR="007B2329" w:rsidRDefault="007B2329" w:rsidP="007B2329">
      <w:r>
        <w:t>772.5115</w:t>
      </w:r>
      <w:r>
        <w:tab/>
        <w:t>3.038e0</w:t>
      </w:r>
    </w:p>
    <w:p w:rsidR="007B2329" w:rsidRDefault="007B2329" w:rsidP="007B2329">
      <w:r>
        <w:t>772.5253</w:t>
      </w:r>
      <w:r>
        <w:tab/>
        <w:t>7.050e0</w:t>
      </w:r>
    </w:p>
    <w:p w:rsidR="007B2329" w:rsidRDefault="007B2329" w:rsidP="007B2329">
      <w:r>
        <w:t>772.5795</w:t>
      </w:r>
      <w:r>
        <w:tab/>
        <w:t>1.372e0</w:t>
      </w:r>
    </w:p>
    <w:p w:rsidR="007B2329" w:rsidRDefault="007B2329" w:rsidP="007B2329">
      <w:r>
        <w:t>772.5934</w:t>
      </w:r>
      <w:r>
        <w:tab/>
        <w:t>2.337e0</w:t>
      </w:r>
    </w:p>
    <w:p w:rsidR="007B2329" w:rsidRDefault="007B2329" w:rsidP="007B2329">
      <w:r>
        <w:t>772.5946</w:t>
      </w:r>
      <w:r>
        <w:tab/>
        <w:t>3.490e0</w:t>
      </w:r>
    </w:p>
    <w:p w:rsidR="007B2329" w:rsidRDefault="007B2329" w:rsidP="007B2329">
      <w:r>
        <w:t>772.6232</w:t>
      </w:r>
      <w:r>
        <w:tab/>
        <w:t>4.051e0</w:t>
      </w:r>
    </w:p>
    <w:p w:rsidR="007B2329" w:rsidRDefault="007B2329" w:rsidP="007B2329">
      <w:r>
        <w:t>772.6873</w:t>
      </w:r>
      <w:r>
        <w:tab/>
        <w:t>4.051e0</w:t>
      </w:r>
    </w:p>
    <w:p w:rsidR="007B2329" w:rsidRDefault="007B2329" w:rsidP="007B2329">
      <w:r>
        <w:t>772.6927</w:t>
      </w:r>
      <w:r>
        <w:tab/>
        <w:t>2.025e0</w:t>
      </w:r>
    </w:p>
    <w:p w:rsidR="007B2329" w:rsidRDefault="007B2329" w:rsidP="007B2329">
      <w:r>
        <w:t>772.7100</w:t>
      </w:r>
      <w:r>
        <w:tab/>
        <w:t>1.013e0</w:t>
      </w:r>
    </w:p>
    <w:p w:rsidR="007B2329" w:rsidRDefault="007B2329" w:rsidP="007B2329">
      <w:r>
        <w:t>772.7228</w:t>
      </w:r>
      <w:r>
        <w:tab/>
        <w:t>1.013e0</w:t>
      </w:r>
    </w:p>
    <w:p w:rsidR="007B2329" w:rsidRDefault="007B2329" w:rsidP="007B2329">
      <w:r>
        <w:t>772.7375</w:t>
      </w:r>
      <w:r>
        <w:tab/>
        <w:t>1.013e0</w:t>
      </w:r>
    </w:p>
    <w:p w:rsidR="007B2329" w:rsidRDefault="007B2329" w:rsidP="007B2329">
      <w:r>
        <w:t>772.7533</w:t>
      </w:r>
      <w:r>
        <w:tab/>
        <w:t>3.038e0</w:t>
      </w:r>
    </w:p>
    <w:p w:rsidR="007B2329" w:rsidRDefault="007B2329" w:rsidP="007B2329">
      <w:r>
        <w:t>772.7560</w:t>
      </w:r>
      <w:r>
        <w:tab/>
        <w:t>4.649e0</w:t>
      </w:r>
    </w:p>
    <w:p w:rsidR="007B2329" w:rsidRDefault="007B2329" w:rsidP="007B2329">
      <w:r>
        <w:t>772.7881</w:t>
      </w:r>
      <w:r>
        <w:tab/>
        <w:t>2.025e0</w:t>
      </w:r>
    </w:p>
    <w:p w:rsidR="007B2329" w:rsidRDefault="007B2329" w:rsidP="007B2329">
      <w:r>
        <w:lastRenderedPageBreak/>
        <w:t>772.8056</w:t>
      </w:r>
      <w:r>
        <w:tab/>
        <w:t>2.009e0</w:t>
      </w:r>
    </w:p>
    <w:p w:rsidR="007B2329" w:rsidRDefault="007B2329" w:rsidP="007B2329">
      <w:r>
        <w:t>772.8272</w:t>
      </w:r>
      <w:r>
        <w:tab/>
        <w:t>1.013e0</w:t>
      </w:r>
    </w:p>
    <w:p w:rsidR="007B2329" w:rsidRDefault="007B2329" w:rsidP="007B2329">
      <w:r>
        <w:t>772.8344</w:t>
      </w:r>
      <w:r>
        <w:tab/>
        <w:t>4.944e0</w:t>
      </w:r>
    </w:p>
    <w:p w:rsidR="007B2329" w:rsidRDefault="007B2329" w:rsidP="007B2329">
      <w:r>
        <w:t>772.8615</w:t>
      </w:r>
      <w:r>
        <w:tab/>
        <w:t>2.025e0</w:t>
      </w:r>
    </w:p>
    <w:p w:rsidR="007B2329" w:rsidRDefault="007B2329" w:rsidP="007B2329">
      <w:r>
        <w:t>772.8664</w:t>
      </w:r>
      <w:r>
        <w:tab/>
        <w:t>1.395e0</w:t>
      </w:r>
    </w:p>
    <w:p w:rsidR="007B2329" w:rsidRDefault="007B2329" w:rsidP="007B2329">
      <w:r>
        <w:t>772.8843</w:t>
      </w:r>
      <w:r>
        <w:tab/>
        <w:t>1.992e0</w:t>
      </w:r>
    </w:p>
    <w:p w:rsidR="007B2329" w:rsidRDefault="007B2329" w:rsidP="007B2329">
      <w:r>
        <w:t>772.9241</w:t>
      </w:r>
      <w:r>
        <w:tab/>
        <w:t>3.011e0</w:t>
      </w:r>
    </w:p>
    <w:p w:rsidR="007B2329" w:rsidRDefault="007B2329" w:rsidP="007B2329">
      <w:r>
        <w:t>772.9429</w:t>
      </w:r>
      <w:r>
        <w:tab/>
        <w:t>2.025e0</w:t>
      </w:r>
    </w:p>
    <w:p w:rsidR="007B2329" w:rsidRDefault="007B2329" w:rsidP="007B2329">
      <w:r>
        <w:t>772.9506</w:t>
      </w:r>
      <w:r>
        <w:tab/>
        <w:t>2.025e0</w:t>
      </w:r>
    </w:p>
    <w:p w:rsidR="007B2329" w:rsidRDefault="007B2329" w:rsidP="007B2329">
      <w:r>
        <w:t>772.9763</w:t>
      </w:r>
      <w:r>
        <w:tab/>
        <w:t>2.025e0</w:t>
      </w:r>
    </w:p>
    <w:p w:rsidR="007B2329" w:rsidRDefault="007B2329" w:rsidP="007B2329">
      <w:r>
        <w:t>772.9969</w:t>
      </w:r>
      <w:r>
        <w:tab/>
        <w:t>1.013e0</w:t>
      </w:r>
    </w:p>
    <w:p w:rsidR="007B2329" w:rsidRDefault="007B2329" w:rsidP="007B2329">
      <w:r>
        <w:t>773.0029</w:t>
      </w:r>
      <w:r>
        <w:tab/>
        <w:t>2.025e0</w:t>
      </w:r>
    </w:p>
    <w:p w:rsidR="007B2329" w:rsidRDefault="007B2329" w:rsidP="007B2329">
      <w:r>
        <w:t>773.0106</w:t>
      </w:r>
      <w:r>
        <w:tab/>
        <w:t>2.567e0</w:t>
      </w:r>
    </w:p>
    <w:p w:rsidR="007B2329" w:rsidRDefault="007B2329" w:rsidP="007B2329">
      <w:r>
        <w:t>773.0169</w:t>
      </w:r>
      <w:r>
        <w:tab/>
        <w:t>2.025e0</w:t>
      </w:r>
    </w:p>
    <w:p w:rsidR="007B2329" w:rsidRDefault="007B2329" w:rsidP="007B2329">
      <w:r>
        <w:t>773.0233</w:t>
      </w:r>
      <w:r>
        <w:tab/>
        <w:t>3.038e0</w:t>
      </w:r>
    </w:p>
    <w:p w:rsidR="007B2329" w:rsidRDefault="007B2329" w:rsidP="007B2329">
      <w:r>
        <w:t>773.0543</w:t>
      </w:r>
      <w:r>
        <w:tab/>
        <w:t>2.025e0</w:t>
      </w:r>
    </w:p>
    <w:p w:rsidR="007B2329" w:rsidRDefault="007B2329" w:rsidP="007B2329">
      <w:r>
        <w:t>773.0868</w:t>
      </w:r>
      <w:r>
        <w:tab/>
        <w:t>3.038e0</w:t>
      </w:r>
    </w:p>
    <w:p w:rsidR="007B2329" w:rsidRDefault="007B2329" w:rsidP="007B2329">
      <w:r>
        <w:t>773.0887</w:t>
      </w:r>
      <w:r>
        <w:tab/>
        <w:t>1.013e0</w:t>
      </w:r>
    </w:p>
    <w:p w:rsidR="007B2329" w:rsidRDefault="007B2329" w:rsidP="007B2329">
      <w:r>
        <w:t>773.0939</w:t>
      </w:r>
      <w:r>
        <w:tab/>
        <w:t>2.675e0</w:t>
      </w:r>
    </w:p>
    <w:p w:rsidR="007B2329" w:rsidRDefault="007B2329" w:rsidP="007B2329">
      <w:r>
        <w:lastRenderedPageBreak/>
        <w:t>773.0969</w:t>
      </w:r>
      <w:r>
        <w:tab/>
        <w:t>5.063e0</w:t>
      </w:r>
    </w:p>
    <w:p w:rsidR="007B2329" w:rsidRDefault="007B2329" w:rsidP="007B2329">
      <w:r>
        <w:t>773.1035</w:t>
      </w:r>
      <w:r>
        <w:tab/>
        <w:t>2.136e0</w:t>
      </w:r>
    </w:p>
    <w:p w:rsidR="007B2329" w:rsidRDefault="007B2329" w:rsidP="007B2329">
      <w:r>
        <w:t>773.1097</w:t>
      </w:r>
      <w:r>
        <w:tab/>
        <w:t>3.038e0</w:t>
      </w:r>
    </w:p>
    <w:p w:rsidR="007B2329" w:rsidRDefault="007B2329" w:rsidP="007B2329">
      <w:r>
        <w:t>773.1292</w:t>
      </w:r>
      <w:r>
        <w:tab/>
        <w:t>1.013e0</w:t>
      </w:r>
    </w:p>
    <w:p w:rsidR="007B2329" w:rsidRDefault="007B2329" w:rsidP="007B2329">
      <w:r>
        <w:t>773.1782</w:t>
      </w:r>
      <w:r>
        <w:tab/>
        <w:t>4.051e0</w:t>
      </w:r>
    </w:p>
    <w:p w:rsidR="007B2329" w:rsidRDefault="007B2329" w:rsidP="007B2329">
      <w:r>
        <w:t>773.1951</w:t>
      </w:r>
      <w:r>
        <w:tab/>
        <w:t>3.038e0</w:t>
      </w:r>
    </w:p>
    <w:p w:rsidR="007B2329" w:rsidRDefault="007B2329" w:rsidP="007B2329">
      <w:r>
        <w:t>773.1985</w:t>
      </w:r>
      <w:r>
        <w:tab/>
        <w:t>2.894e0</w:t>
      </w:r>
    </w:p>
    <w:p w:rsidR="007B2329" w:rsidRDefault="007B2329" w:rsidP="007B2329">
      <w:r>
        <w:t>773.2020</w:t>
      </w:r>
      <w:r>
        <w:tab/>
        <w:t>3.220e0</w:t>
      </w:r>
    </w:p>
    <w:p w:rsidR="007B2329" w:rsidRDefault="007B2329" w:rsidP="007B2329">
      <w:r>
        <w:t>773.2104</w:t>
      </w:r>
      <w:r>
        <w:tab/>
        <w:t>5.063e0</w:t>
      </w:r>
    </w:p>
    <w:p w:rsidR="007B2329" w:rsidRDefault="007B2329" w:rsidP="007B2329">
      <w:r>
        <w:t>773.2758</w:t>
      </w:r>
      <w:r>
        <w:tab/>
        <w:t>3.051e0</w:t>
      </w:r>
    </w:p>
    <w:p w:rsidR="007B2329" w:rsidRDefault="007B2329" w:rsidP="007B2329">
      <w:r>
        <w:t>773.2827</w:t>
      </w:r>
      <w:r>
        <w:tab/>
        <w:t>8.491e0</w:t>
      </w:r>
    </w:p>
    <w:p w:rsidR="007B2329" w:rsidRDefault="007B2329" w:rsidP="007B2329">
      <w:r>
        <w:t>773.2950</w:t>
      </w:r>
      <w:r>
        <w:tab/>
        <w:t>1.118e1</w:t>
      </w:r>
    </w:p>
    <w:p w:rsidR="007B2329" w:rsidRDefault="007B2329" w:rsidP="007B2329">
      <w:r>
        <w:t>773.3027</w:t>
      </w:r>
      <w:r>
        <w:tab/>
        <w:t>1.566e1</w:t>
      </w:r>
    </w:p>
    <w:p w:rsidR="007B2329" w:rsidRDefault="007B2329" w:rsidP="007B2329">
      <w:r>
        <w:t>773.3100</w:t>
      </w:r>
      <w:r>
        <w:tab/>
        <w:t>1.008e1</w:t>
      </w:r>
    </w:p>
    <w:p w:rsidR="007B2329" w:rsidRDefault="007B2329" w:rsidP="007B2329">
      <w:r>
        <w:t>773.3125</w:t>
      </w:r>
      <w:r>
        <w:tab/>
        <w:t>2.224e1</w:t>
      </w:r>
    </w:p>
    <w:p w:rsidR="007B2329" w:rsidRDefault="007B2329" w:rsidP="007B2329">
      <w:r>
        <w:t>773.3171</w:t>
      </w:r>
      <w:r>
        <w:tab/>
        <w:t>2.402e1</w:t>
      </w:r>
    </w:p>
    <w:p w:rsidR="007B2329" w:rsidRDefault="007B2329" w:rsidP="007B2329">
      <w:r>
        <w:t>773.3756</w:t>
      </w:r>
      <w:r>
        <w:tab/>
        <w:t>1.013e0</w:t>
      </w:r>
    </w:p>
    <w:p w:rsidR="007B2329" w:rsidRDefault="007B2329" w:rsidP="007B2329">
      <w:r>
        <w:t>773.4516</w:t>
      </w:r>
      <w:r>
        <w:tab/>
        <w:t>9.276e1</w:t>
      </w:r>
    </w:p>
    <w:p w:rsidR="007B2329" w:rsidRDefault="007B2329" w:rsidP="007B2329">
      <w:r>
        <w:t>773.4529</w:t>
      </w:r>
      <w:r>
        <w:tab/>
        <w:t>1.103e2</w:t>
      </w:r>
    </w:p>
    <w:p w:rsidR="007B2329" w:rsidRDefault="007B2329" w:rsidP="007B2329">
      <w:r>
        <w:lastRenderedPageBreak/>
        <w:t>773.4552</w:t>
      </w:r>
      <w:r>
        <w:tab/>
        <w:t>1.518e2</w:t>
      </w:r>
    </w:p>
    <w:p w:rsidR="007B2329" w:rsidRDefault="007B2329" w:rsidP="007B2329">
      <w:r>
        <w:t>773.4569</w:t>
      </w:r>
      <w:r>
        <w:tab/>
        <w:t>4.402e2</w:t>
      </w:r>
    </w:p>
    <w:p w:rsidR="007B2329" w:rsidRDefault="007B2329" w:rsidP="007B2329">
      <w:r>
        <w:t>773.4630</w:t>
      </w:r>
      <w:r>
        <w:tab/>
        <w:t>5.041e1</w:t>
      </w:r>
    </w:p>
    <w:p w:rsidR="007B2329" w:rsidRDefault="007B2329" w:rsidP="007B2329">
      <w:r>
        <w:t>773.4664</w:t>
      </w:r>
      <w:r>
        <w:tab/>
        <w:t>1.761e1</w:t>
      </w:r>
    </w:p>
    <w:p w:rsidR="007B2329" w:rsidRDefault="007B2329" w:rsidP="007B2329">
      <w:r>
        <w:t>773.4802</w:t>
      </w:r>
      <w:r>
        <w:tab/>
        <w:t>9.100e0</w:t>
      </w:r>
    </w:p>
    <w:p w:rsidR="007B2329" w:rsidRDefault="007B2329" w:rsidP="007B2329">
      <w:r>
        <w:t>773.4904</w:t>
      </w:r>
      <w:r>
        <w:tab/>
        <w:t>2.025e0</w:t>
      </w:r>
    </w:p>
    <w:p w:rsidR="007B2329" w:rsidRDefault="007B2329" w:rsidP="007B2329">
      <w:r>
        <w:t>773.5792</w:t>
      </w:r>
      <w:r>
        <w:tab/>
        <w:t>2.025e0</w:t>
      </w:r>
    </w:p>
    <w:p w:rsidR="007B2329" w:rsidRDefault="007B2329" w:rsidP="007B2329">
      <w:r>
        <w:t>773.6555</w:t>
      </w:r>
      <w:r>
        <w:tab/>
        <w:t>3.038e0</w:t>
      </w:r>
    </w:p>
    <w:p w:rsidR="007B2329" w:rsidRDefault="007B2329" w:rsidP="007B2329">
      <w:r>
        <w:t>773.6577</w:t>
      </w:r>
      <w:r>
        <w:tab/>
        <w:t>2.025e0</w:t>
      </w:r>
    </w:p>
    <w:p w:rsidR="007B2329" w:rsidRDefault="007B2329" w:rsidP="007B2329">
      <w:r>
        <w:t>773.6630</w:t>
      </w:r>
      <w:r>
        <w:tab/>
        <w:t>1.013e0</w:t>
      </w:r>
    </w:p>
    <w:p w:rsidR="007B2329" w:rsidRDefault="007B2329" w:rsidP="007B2329">
      <w:r>
        <w:t>773.7089</w:t>
      </w:r>
      <w:r>
        <w:tab/>
        <w:t>1.013e0</w:t>
      </w:r>
    </w:p>
    <w:p w:rsidR="007B2329" w:rsidRDefault="007B2329" w:rsidP="007B2329">
      <w:r>
        <w:t>773.7153</w:t>
      </w:r>
      <w:r>
        <w:tab/>
        <w:t>3.038e0</w:t>
      </w:r>
    </w:p>
    <w:p w:rsidR="007B2329" w:rsidRDefault="007B2329" w:rsidP="007B2329">
      <w:r>
        <w:t>773.7258</w:t>
      </w:r>
      <w:r>
        <w:tab/>
        <w:t>1.013e0</w:t>
      </w:r>
    </w:p>
    <w:p w:rsidR="007B2329" w:rsidRDefault="007B2329" w:rsidP="007B2329">
      <w:r>
        <w:t>773.7416</w:t>
      </w:r>
      <w:r>
        <w:tab/>
        <w:t>1.013e0</w:t>
      </w:r>
    </w:p>
    <w:p w:rsidR="007B2329" w:rsidRDefault="007B2329" w:rsidP="007B2329">
      <w:r>
        <w:t>773.7556</w:t>
      </w:r>
      <w:r>
        <w:tab/>
        <w:t>1.946e0</w:t>
      </w:r>
    </w:p>
    <w:p w:rsidR="007B2329" w:rsidRDefault="007B2329" w:rsidP="007B2329">
      <w:r>
        <w:t>773.8198</w:t>
      </w:r>
      <w:r>
        <w:tab/>
        <w:t>2.025e0</w:t>
      </w:r>
    </w:p>
    <w:p w:rsidR="007B2329" w:rsidRDefault="007B2329" w:rsidP="007B2329">
      <w:r>
        <w:t>773.8333</w:t>
      </w:r>
      <w:r>
        <w:tab/>
        <w:t>1.013e0</w:t>
      </w:r>
    </w:p>
    <w:p w:rsidR="007B2329" w:rsidRDefault="007B2329" w:rsidP="007B2329">
      <w:r>
        <w:t>773.8460</w:t>
      </w:r>
      <w:r>
        <w:tab/>
        <w:t>4.003e0</w:t>
      </w:r>
    </w:p>
    <w:p w:rsidR="007B2329" w:rsidRDefault="007B2329" w:rsidP="007B2329">
      <w:r>
        <w:t>773.8533</w:t>
      </w:r>
      <w:r>
        <w:tab/>
        <w:t>4.864e0</w:t>
      </w:r>
    </w:p>
    <w:p w:rsidR="007B2329" w:rsidRDefault="007B2329" w:rsidP="007B2329">
      <w:r>
        <w:lastRenderedPageBreak/>
        <w:t>773.8671</w:t>
      </w:r>
      <w:r>
        <w:tab/>
        <w:t>3.984e0</w:t>
      </w:r>
    </w:p>
    <w:p w:rsidR="007B2329" w:rsidRDefault="007B2329" w:rsidP="007B2329">
      <w:r>
        <w:t>773.8681</w:t>
      </w:r>
      <w:r>
        <w:tab/>
        <w:t>1.966e0</w:t>
      </w:r>
    </w:p>
    <w:p w:rsidR="007B2329" w:rsidRDefault="007B2329" w:rsidP="007B2329">
      <w:r>
        <w:t>773.8829</w:t>
      </w:r>
      <w:r>
        <w:tab/>
        <w:t>4.826e0</w:t>
      </w:r>
    </w:p>
    <w:p w:rsidR="007B2329" w:rsidRDefault="007B2329" w:rsidP="007B2329">
      <w:r>
        <w:t>773.8984</w:t>
      </w:r>
      <w:r>
        <w:tab/>
        <w:t>1.013e0</w:t>
      </w:r>
    </w:p>
    <w:p w:rsidR="007B2329" w:rsidRDefault="007B2329" w:rsidP="007B2329">
      <w:r>
        <w:t>773.9125</w:t>
      </w:r>
      <w:r>
        <w:tab/>
        <w:t>2.025e0</w:t>
      </w:r>
    </w:p>
    <w:p w:rsidR="007B2329" w:rsidRDefault="007B2329" w:rsidP="007B2329">
      <w:r>
        <w:t>773.9557</w:t>
      </w:r>
      <w:r>
        <w:tab/>
        <w:t>1.857e0</w:t>
      </w:r>
    </w:p>
    <w:p w:rsidR="007B2329" w:rsidRDefault="007B2329" w:rsidP="007B2329">
      <w:r>
        <w:t>773.9778</w:t>
      </w:r>
      <w:r>
        <w:tab/>
        <w:t>2.025e0</w:t>
      </w:r>
    </w:p>
    <w:p w:rsidR="007B2329" w:rsidRDefault="007B2329" w:rsidP="007B2329">
      <w:r>
        <w:t>773.9818</w:t>
      </w:r>
      <w:r>
        <w:tab/>
        <w:t>3.038e0</w:t>
      </w:r>
    </w:p>
    <w:p w:rsidR="007B2329" w:rsidRDefault="007B2329" w:rsidP="007B2329">
      <w:r>
        <w:t>773.9983</w:t>
      </w:r>
      <w:r>
        <w:tab/>
        <w:t>1.013e0</w:t>
      </w:r>
    </w:p>
    <w:p w:rsidR="007B2329" w:rsidRDefault="007B2329" w:rsidP="007B2329">
      <w:r>
        <w:t>774.0157</w:t>
      </w:r>
      <w:r>
        <w:tab/>
        <w:t>2.025e0</w:t>
      </w:r>
    </w:p>
    <w:p w:rsidR="007B2329" w:rsidRDefault="007B2329" w:rsidP="007B2329">
      <w:r>
        <w:t>774.0292</w:t>
      </w:r>
      <w:r>
        <w:tab/>
        <w:t>5.063e0</w:t>
      </w:r>
    </w:p>
    <w:p w:rsidR="007B2329" w:rsidRDefault="007B2329" w:rsidP="007B2329">
      <w:r>
        <w:t>774.0330</w:t>
      </w:r>
      <w:r>
        <w:tab/>
        <w:t>3.303e0</w:t>
      </w:r>
    </w:p>
    <w:p w:rsidR="007B2329" w:rsidRDefault="007B2329" w:rsidP="007B2329">
      <w:r>
        <w:t>774.0381</w:t>
      </w:r>
      <w:r>
        <w:tab/>
        <w:t>2.025e0</w:t>
      </w:r>
    </w:p>
    <w:p w:rsidR="007B2329" w:rsidRDefault="007B2329" w:rsidP="007B2329">
      <w:r>
        <w:t>774.0959</w:t>
      </w:r>
      <w:r>
        <w:tab/>
        <w:t>2.511e0</w:t>
      </w:r>
    </w:p>
    <w:p w:rsidR="007B2329" w:rsidRDefault="007B2329" w:rsidP="007B2329">
      <w:r>
        <w:t>774.1002</w:t>
      </w:r>
      <w:r>
        <w:tab/>
        <w:t>1.013e0</w:t>
      </w:r>
    </w:p>
    <w:p w:rsidR="007B2329" w:rsidRDefault="007B2329" w:rsidP="007B2329">
      <w:r>
        <w:t>774.1337</w:t>
      </w:r>
      <w:r>
        <w:tab/>
        <w:t>1.013e0</w:t>
      </w:r>
    </w:p>
    <w:p w:rsidR="007B2329" w:rsidRDefault="007B2329" w:rsidP="007B2329">
      <w:r>
        <w:t>774.1652</w:t>
      </w:r>
      <w:r>
        <w:tab/>
        <w:t>2.883e0</w:t>
      </w:r>
    </w:p>
    <w:p w:rsidR="007B2329" w:rsidRDefault="007B2329" w:rsidP="007B2329">
      <w:r>
        <w:t>774.1686</w:t>
      </w:r>
      <w:r>
        <w:tab/>
        <w:t>2.025e0</w:t>
      </w:r>
    </w:p>
    <w:p w:rsidR="007B2329" w:rsidRDefault="007B2329" w:rsidP="007B2329">
      <w:r>
        <w:t>774.1802</w:t>
      </w:r>
      <w:r>
        <w:tab/>
        <w:t>1.881e0</w:t>
      </w:r>
    </w:p>
    <w:p w:rsidR="007B2329" w:rsidRDefault="007B2329" w:rsidP="007B2329">
      <w:r>
        <w:lastRenderedPageBreak/>
        <w:t>774.1999</w:t>
      </w:r>
      <w:r>
        <w:tab/>
        <w:t>3.691e0</w:t>
      </w:r>
    </w:p>
    <w:p w:rsidR="007B2329" w:rsidRDefault="007B2329" w:rsidP="007B2329">
      <w:r>
        <w:t>774.2185</w:t>
      </w:r>
      <w:r>
        <w:tab/>
        <w:t>2.025e0</w:t>
      </w:r>
    </w:p>
    <w:p w:rsidR="007B2329" w:rsidRDefault="007B2329" w:rsidP="007B2329">
      <w:r>
        <w:t>774.2377</w:t>
      </w:r>
      <w:r>
        <w:tab/>
        <w:t>2.025e0</w:t>
      </w:r>
    </w:p>
    <w:p w:rsidR="007B2329" w:rsidRDefault="007B2329" w:rsidP="007B2329">
      <w:r>
        <w:t>774.2814</w:t>
      </w:r>
      <w:r>
        <w:tab/>
        <w:t>3.389e0</w:t>
      </w:r>
    </w:p>
    <w:p w:rsidR="007B2329" w:rsidRDefault="007B2329" w:rsidP="007B2329">
      <w:r>
        <w:t>774.2847</w:t>
      </w:r>
      <w:r>
        <w:tab/>
        <w:t>8.041e0</w:t>
      </w:r>
    </w:p>
    <w:p w:rsidR="007B2329" w:rsidRDefault="007B2329" w:rsidP="007B2329">
      <w:r>
        <w:t>774.2906</w:t>
      </w:r>
      <w:r>
        <w:tab/>
        <w:t>2.512e0</w:t>
      </w:r>
    </w:p>
    <w:p w:rsidR="007B2329" w:rsidRDefault="007B2329" w:rsidP="007B2329">
      <w:r>
        <w:t>774.3041</w:t>
      </w:r>
      <w:r>
        <w:tab/>
        <w:t>4.893e0</w:t>
      </w:r>
    </w:p>
    <w:p w:rsidR="007B2329" w:rsidRDefault="007B2329" w:rsidP="007B2329">
      <w:r>
        <w:t>774.3101</w:t>
      </w:r>
      <w:r>
        <w:tab/>
        <w:t>5.326e0</w:t>
      </w:r>
    </w:p>
    <w:p w:rsidR="007B2329" w:rsidRDefault="007B2329" w:rsidP="007B2329">
      <w:r>
        <w:t>774.3328</w:t>
      </w:r>
      <w:r>
        <w:tab/>
        <w:t>2.025e0</w:t>
      </w:r>
    </w:p>
    <w:p w:rsidR="007B2329" w:rsidRDefault="007B2329" w:rsidP="007B2329">
      <w:r>
        <w:t>774.3530</w:t>
      </w:r>
      <w:r>
        <w:tab/>
        <w:t>2.920e0</w:t>
      </w:r>
    </w:p>
    <w:p w:rsidR="007B2329" w:rsidRDefault="007B2329" w:rsidP="007B2329">
      <w:r>
        <w:t>774.4118</w:t>
      </w:r>
      <w:r>
        <w:tab/>
        <w:t>2.183e0</w:t>
      </w:r>
    </w:p>
    <w:p w:rsidR="007B2329" w:rsidRDefault="007B2329" w:rsidP="007B2329">
      <w:r>
        <w:t>774.4368</w:t>
      </w:r>
      <w:r>
        <w:tab/>
        <w:t>1.110e1</w:t>
      </w:r>
    </w:p>
    <w:p w:rsidR="007B2329" w:rsidRDefault="007B2329" w:rsidP="007B2329">
      <w:r>
        <w:t>774.4495</w:t>
      </w:r>
      <w:r>
        <w:tab/>
        <w:t>7.310e1</w:t>
      </w:r>
    </w:p>
    <w:p w:rsidR="007B2329" w:rsidRDefault="007B2329" w:rsidP="007B2329">
      <w:r>
        <w:t>774.4520</w:t>
      </w:r>
      <w:r>
        <w:tab/>
        <w:t>8.640e1</w:t>
      </w:r>
    </w:p>
    <w:p w:rsidR="007B2329" w:rsidRDefault="007B2329" w:rsidP="007B2329">
      <w:r>
        <w:t>774.4573</w:t>
      </w:r>
      <w:r>
        <w:tab/>
        <w:t>6.245e1</w:t>
      </w:r>
    </w:p>
    <w:p w:rsidR="007B2329" w:rsidRDefault="007B2329" w:rsidP="007B2329">
      <w:r>
        <w:t>774.4597</w:t>
      </w:r>
      <w:r>
        <w:tab/>
        <w:t>9.867e1</w:t>
      </w:r>
    </w:p>
    <w:p w:rsidR="007B2329" w:rsidRDefault="007B2329" w:rsidP="007B2329">
      <w:r>
        <w:t>774.4609</w:t>
      </w:r>
      <w:r>
        <w:tab/>
        <w:t>7.027e1</w:t>
      </w:r>
    </w:p>
    <w:p w:rsidR="007B2329" w:rsidRDefault="007B2329" w:rsidP="007B2329">
      <w:r>
        <w:t>774.4684</w:t>
      </w:r>
      <w:r>
        <w:tab/>
        <w:t>1.200e1</w:t>
      </w:r>
    </w:p>
    <w:p w:rsidR="007B2329" w:rsidRDefault="007B2329" w:rsidP="007B2329">
      <w:r>
        <w:t>774.5598</w:t>
      </w:r>
      <w:r>
        <w:tab/>
        <w:t>1.116e0</w:t>
      </w:r>
    </w:p>
    <w:p w:rsidR="007B2329" w:rsidRDefault="007B2329" w:rsidP="007B2329">
      <w:r>
        <w:lastRenderedPageBreak/>
        <w:t>774.6046</w:t>
      </w:r>
      <w:r>
        <w:tab/>
        <w:t>2.292e0</w:t>
      </w:r>
    </w:p>
    <w:p w:rsidR="007B2329" w:rsidRDefault="007B2329" w:rsidP="007B2329">
      <w:r>
        <w:t>774.6059</w:t>
      </w:r>
      <w:r>
        <w:tab/>
        <w:t>3.278e0</w:t>
      </w:r>
    </w:p>
    <w:p w:rsidR="007B2329" w:rsidRDefault="007B2329" w:rsidP="007B2329">
      <w:r>
        <w:t>774.6288</w:t>
      </w:r>
      <w:r>
        <w:tab/>
        <w:t>2.025e0</w:t>
      </w:r>
    </w:p>
    <w:p w:rsidR="007B2329" w:rsidRDefault="007B2329" w:rsidP="007B2329">
      <w:r>
        <w:t>774.6320</w:t>
      </w:r>
      <w:r>
        <w:tab/>
        <w:t>4.063e0</w:t>
      </w:r>
    </w:p>
    <w:p w:rsidR="007B2329" w:rsidRDefault="007B2329" w:rsidP="007B2329">
      <w:r>
        <w:t>774.7092</w:t>
      </w:r>
      <w:r>
        <w:tab/>
        <w:t>3.038e0</w:t>
      </w:r>
    </w:p>
    <w:p w:rsidR="007B2329" w:rsidRDefault="007B2329" w:rsidP="007B2329">
      <w:r>
        <w:t>774.7175</w:t>
      </w:r>
      <w:r>
        <w:tab/>
        <w:t>3.038e0</w:t>
      </w:r>
    </w:p>
    <w:p w:rsidR="007B2329" w:rsidRDefault="007B2329" w:rsidP="007B2329">
      <w:r>
        <w:t>774.7223</w:t>
      </w:r>
      <w:r>
        <w:tab/>
        <w:t>2.025e0</w:t>
      </w:r>
    </w:p>
    <w:p w:rsidR="007B2329" w:rsidRDefault="007B2329" w:rsidP="007B2329">
      <w:r>
        <w:t>774.7480</w:t>
      </w:r>
      <w:r>
        <w:tab/>
        <w:t>1.013e0</w:t>
      </w:r>
    </w:p>
    <w:p w:rsidR="007B2329" w:rsidRDefault="007B2329" w:rsidP="007B2329">
      <w:r>
        <w:t>774.7628</w:t>
      </w:r>
      <w:r>
        <w:tab/>
        <w:t>2.025e0</w:t>
      </w:r>
    </w:p>
    <w:p w:rsidR="007B2329" w:rsidRDefault="007B2329" w:rsidP="007B2329">
      <w:r>
        <w:t>774.7638</w:t>
      </w:r>
      <w:r>
        <w:tab/>
        <w:t>1.013e0</w:t>
      </w:r>
    </w:p>
    <w:p w:rsidR="007B2329" w:rsidRDefault="007B2329" w:rsidP="007B2329">
      <w:r>
        <w:t>774.7648</w:t>
      </w:r>
      <w:r>
        <w:tab/>
        <w:t>8.101e0</w:t>
      </w:r>
    </w:p>
    <w:p w:rsidR="007B2329" w:rsidRDefault="007B2329" w:rsidP="007B2329">
      <w:r>
        <w:t>774.7972</w:t>
      </w:r>
      <w:r>
        <w:tab/>
        <w:t>6.382e0</w:t>
      </w:r>
    </w:p>
    <w:p w:rsidR="007B2329" w:rsidRDefault="007B2329" w:rsidP="007B2329">
      <w:r>
        <w:t>774.8273</w:t>
      </w:r>
      <w:r>
        <w:tab/>
        <w:t>2.025e0</w:t>
      </w:r>
    </w:p>
    <w:p w:rsidR="007B2329" w:rsidRDefault="007B2329" w:rsidP="007B2329">
      <w:r>
        <w:t>774.8405</w:t>
      </w:r>
      <w:r>
        <w:tab/>
        <w:t>3.038e0</w:t>
      </w:r>
    </w:p>
    <w:p w:rsidR="007B2329" w:rsidRDefault="007B2329" w:rsidP="007B2329">
      <w:r>
        <w:t>774.8580</w:t>
      </w:r>
      <w:r>
        <w:tab/>
        <w:t>3.142e0</w:t>
      </w:r>
    </w:p>
    <w:p w:rsidR="007B2329" w:rsidRDefault="007B2329" w:rsidP="007B2329">
      <w:r>
        <w:t>774.8791</w:t>
      </w:r>
      <w:r>
        <w:tab/>
        <w:t>2.025e0</w:t>
      </w:r>
    </w:p>
    <w:p w:rsidR="007B2329" w:rsidRDefault="007B2329" w:rsidP="007B2329">
      <w:r>
        <w:t>774.9144</w:t>
      </w:r>
      <w:r>
        <w:tab/>
        <w:t>2.959e0</w:t>
      </w:r>
    </w:p>
    <w:p w:rsidR="007B2329" w:rsidRDefault="007B2329" w:rsidP="007B2329">
      <w:r>
        <w:t>774.9340</w:t>
      </w:r>
      <w:r>
        <w:tab/>
        <w:t>1.013e0</w:t>
      </w:r>
    </w:p>
    <w:p w:rsidR="007B2329" w:rsidRDefault="007B2329" w:rsidP="007B2329">
      <w:r>
        <w:t>774.9464</w:t>
      </w:r>
      <w:r>
        <w:tab/>
        <w:t>1.737e0</w:t>
      </w:r>
    </w:p>
    <w:p w:rsidR="007B2329" w:rsidRDefault="007B2329" w:rsidP="007B2329">
      <w:r>
        <w:lastRenderedPageBreak/>
        <w:t>774.9835</w:t>
      </w:r>
      <w:r>
        <w:tab/>
        <w:t>5.063e0</w:t>
      </w:r>
    </w:p>
    <w:p w:rsidR="007B2329" w:rsidRDefault="007B2329" w:rsidP="007B2329">
      <w:r>
        <w:t>775.0233</w:t>
      </w:r>
      <w:r>
        <w:tab/>
        <w:t>5.098e0</w:t>
      </w:r>
    </w:p>
    <w:p w:rsidR="007B2329" w:rsidRDefault="007B2329" w:rsidP="007B2329">
      <w:r>
        <w:t>775.0289</w:t>
      </w:r>
      <w:r>
        <w:tab/>
        <w:t>2.025e0</w:t>
      </w:r>
    </w:p>
    <w:p w:rsidR="007B2329" w:rsidRDefault="007B2329" w:rsidP="007B2329">
      <w:r>
        <w:t>775.0536</w:t>
      </w:r>
      <w:r>
        <w:tab/>
        <w:t>1.013e0</w:t>
      </w:r>
    </w:p>
    <w:p w:rsidR="007B2329" w:rsidRDefault="007B2329" w:rsidP="007B2329">
      <w:r>
        <w:t>775.0724</w:t>
      </w:r>
      <w:r>
        <w:tab/>
        <w:t>1.812e0</w:t>
      </w:r>
    </w:p>
    <w:p w:rsidR="007B2329" w:rsidRDefault="007B2329" w:rsidP="007B2329">
      <w:r>
        <w:t>775.1266</w:t>
      </w:r>
      <w:r>
        <w:tab/>
        <w:t>1.051e0</w:t>
      </w:r>
    </w:p>
    <w:p w:rsidR="007B2329" w:rsidRDefault="007B2329" w:rsidP="007B2329">
      <w:r>
        <w:t>775.1558</w:t>
      </w:r>
      <w:r>
        <w:tab/>
        <w:t>2.025e0</w:t>
      </w:r>
    </w:p>
    <w:p w:rsidR="007B2329" w:rsidRDefault="007B2329" w:rsidP="007B2329">
      <w:r>
        <w:t>775.1760</w:t>
      </w:r>
      <w:r>
        <w:tab/>
        <w:t>3.038e0</w:t>
      </w:r>
    </w:p>
    <w:p w:rsidR="007B2329" w:rsidRDefault="007B2329" w:rsidP="007B2329">
      <w:r>
        <w:t>775.1801</w:t>
      </w:r>
      <w:r>
        <w:tab/>
        <w:t>1.013e0</w:t>
      </w:r>
    </w:p>
    <w:p w:rsidR="007B2329" w:rsidRDefault="007B2329" w:rsidP="007B2329">
      <w:r>
        <w:t>775.2266</w:t>
      </w:r>
      <w:r>
        <w:tab/>
        <w:t>2.669e0</w:t>
      </w:r>
    </w:p>
    <w:p w:rsidR="007B2329" w:rsidRDefault="007B2329" w:rsidP="007B2329">
      <w:r>
        <w:t>775.2529</w:t>
      </w:r>
      <w:r>
        <w:tab/>
        <w:t>4.626e0</w:t>
      </w:r>
    </w:p>
    <w:p w:rsidR="007B2329" w:rsidRDefault="007B2329" w:rsidP="007B2329">
      <w:r>
        <w:t>775.2544</w:t>
      </w:r>
      <w:r>
        <w:tab/>
        <w:t>1.650e0</w:t>
      </w:r>
    </w:p>
    <w:p w:rsidR="007B2329" w:rsidRDefault="007B2329" w:rsidP="007B2329">
      <w:r>
        <w:t>775.2584</w:t>
      </w:r>
      <w:r>
        <w:tab/>
        <w:t>1.013e0</w:t>
      </w:r>
    </w:p>
    <w:p w:rsidR="007B2329" w:rsidRDefault="007B2329" w:rsidP="007B2329">
      <w:r>
        <w:t>775.2899</w:t>
      </w:r>
      <w:r>
        <w:tab/>
        <w:t>2.154e0</w:t>
      </w:r>
    </w:p>
    <w:p w:rsidR="007B2329" w:rsidRDefault="007B2329" w:rsidP="007B2329">
      <w:r>
        <w:t>775.2986</w:t>
      </w:r>
      <w:r>
        <w:tab/>
        <w:t>8.761e0</w:t>
      </w:r>
    </w:p>
    <w:p w:rsidR="007B2329" w:rsidRDefault="007B2329" w:rsidP="007B2329">
      <w:r>
        <w:t>775.3245</w:t>
      </w:r>
      <w:r>
        <w:tab/>
        <w:t>1.767e0</w:t>
      </w:r>
    </w:p>
    <w:p w:rsidR="007B2329" w:rsidRDefault="007B2329" w:rsidP="007B2329">
      <w:r>
        <w:t>775.3367</w:t>
      </w:r>
      <w:r>
        <w:tab/>
        <w:t>2.522e0</w:t>
      </w:r>
    </w:p>
    <w:p w:rsidR="007B2329" w:rsidRDefault="007B2329" w:rsidP="007B2329">
      <w:r>
        <w:t>775.4208</w:t>
      </w:r>
      <w:r>
        <w:tab/>
        <w:t>2.025e0</w:t>
      </w:r>
    </w:p>
    <w:p w:rsidR="007B2329" w:rsidRDefault="007B2329" w:rsidP="007B2329">
      <w:r>
        <w:t>775.4526</w:t>
      </w:r>
      <w:r>
        <w:tab/>
        <w:t>1.672e1</w:t>
      </w:r>
    </w:p>
    <w:p w:rsidR="007B2329" w:rsidRDefault="007B2329" w:rsidP="007B2329">
      <w:r>
        <w:lastRenderedPageBreak/>
        <w:t>775.4549</w:t>
      </w:r>
      <w:r>
        <w:tab/>
        <w:t>1.957e1</w:t>
      </w:r>
    </w:p>
    <w:p w:rsidR="007B2329" w:rsidRDefault="007B2329" w:rsidP="007B2329">
      <w:r>
        <w:t>775.4602</w:t>
      </w:r>
      <w:r>
        <w:tab/>
        <w:t>4.543e1</w:t>
      </w:r>
    </w:p>
    <w:p w:rsidR="007B2329" w:rsidRDefault="007B2329" w:rsidP="007B2329">
      <w:r>
        <w:t>775.4616</w:t>
      </w:r>
      <w:r>
        <w:tab/>
        <w:t>6.414e1</w:t>
      </w:r>
    </w:p>
    <w:p w:rsidR="007B2329" w:rsidRDefault="007B2329" w:rsidP="007B2329">
      <w:r>
        <w:t>775.4634</w:t>
      </w:r>
      <w:r>
        <w:tab/>
        <w:t>4.339e1</w:t>
      </w:r>
    </w:p>
    <w:p w:rsidR="007B2329" w:rsidRDefault="007B2329" w:rsidP="007B2329">
      <w:r>
        <w:t>775.4755</w:t>
      </w:r>
      <w:r>
        <w:tab/>
        <w:t>6.229e0</w:t>
      </w:r>
    </w:p>
    <w:p w:rsidR="007B2329" w:rsidRDefault="007B2329" w:rsidP="007B2329">
      <w:r>
        <w:t>775.5214</w:t>
      </w:r>
      <w:r>
        <w:tab/>
        <w:t>2.025e0</w:t>
      </w:r>
    </w:p>
    <w:p w:rsidR="007B2329" w:rsidRDefault="007B2329" w:rsidP="007B2329">
      <w:r>
        <w:t>775.5844</w:t>
      </w:r>
      <w:r>
        <w:tab/>
        <w:t>3.277e0</w:t>
      </w:r>
    </w:p>
    <w:p w:rsidR="007B2329" w:rsidRDefault="007B2329" w:rsidP="007B2329">
      <w:r>
        <w:t>775.6058</w:t>
      </w:r>
      <w:r>
        <w:tab/>
        <w:t>2.025e0</w:t>
      </w:r>
    </w:p>
    <w:p w:rsidR="007B2329" w:rsidRDefault="007B2329" w:rsidP="007B2329">
      <w:r>
        <w:t>775.6306</w:t>
      </w:r>
      <w:r>
        <w:tab/>
        <w:t>3.038e0</w:t>
      </w:r>
    </w:p>
    <w:p w:rsidR="007B2329" w:rsidRDefault="007B2329" w:rsidP="007B2329">
      <w:r>
        <w:t>775.6488</w:t>
      </w:r>
      <w:r>
        <w:tab/>
        <w:t>1.571e0</w:t>
      </w:r>
    </w:p>
    <w:p w:rsidR="007B2329" w:rsidRDefault="007B2329" w:rsidP="007B2329">
      <w:r>
        <w:t>775.6672</w:t>
      </w:r>
      <w:r>
        <w:tab/>
        <w:t>4.051e0</w:t>
      </w:r>
    </w:p>
    <w:p w:rsidR="007B2329" w:rsidRDefault="007B2329" w:rsidP="007B2329">
      <w:r>
        <w:t>775.6745</w:t>
      </w:r>
      <w:r>
        <w:tab/>
        <w:t>4.128e0</w:t>
      </w:r>
    </w:p>
    <w:p w:rsidR="007B2329" w:rsidRDefault="007B2329" w:rsidP="007B2329">
      <w:r>
        <w:t>775.7005</w:t>
      </w:r>
      <w:r>
        <w:tab/>
        <w:t>1.013e0</w:t>
      </w:r>
    </w:p>
    <w:p w:rsidR="007B2329" w:rsidRDefault="007B2329" w:rsidP="007B2329">
      <w:r>
        <w:t>775.7266</w:t>
      </w:r>
      <w:r>
        <w:tab/>
        <w:t>3.038e0</w:t>
      </w:r>
    </w:p>
    <w:p w:rsidR="007B2329" w:rsidRDefault="007B2329" w:rsidP="007B2329">
      <w:r>
        <w:t>775.7305</w:t>
      </w:r>
      <w:r>
        <w:tab/>
        <w:t>1.013e0</w:t>
      </w:r>
    </w:p>
    <w:p w:rsidR="007B2329" w:rsidRDefault="007B2329" w:rsidP="007B2329">
      <w:r>
        <w:t>775.7432</w:t>
      </w:r>
      <w:r>
        <w:tab/>
        <w:t>1.013e0</w:t>
      </w:r>
    </w:p>
    <w:p w:rsidR="007B2329" w:rsidRDefault="007B2329" w:rsidP="007B2329">
      <w:r>
        <w:t>775.7520</w:t>
      </w:r>
      <w:r>
        <w:tab/>
        <w:t>3.038e0</w:t>
      </w:r>
    </w:p>
    <w:p w:rsidR="007B2329" w:rsidRDefault="007B2329" w:rsidP="007B2329">
      <w:r>
        <w:t>775.7563</w:t>
      </w:r>
      <w:r>
        <w:tab/>
        <w:t>1.266e-2</w:t>
      </w:r>
    </w:p>
    <w:p w:rsidR="007B2329" w:rsidRDefault="007B2329" w:rsidP="007B2329">
      <w:r>
        <w:t>775.7626</w:t>
      </w:r>
      <w:r>
        <w:tab/>
        <w:t>1.946e0</w:t>
      </w:r>
    </w:p>
    <w:p w:rsidR="007B2329" w:rsidRDefault="007B2329" w:rsidP="007B2329">
      <w:r>
        <w:lastRenderedPageBreak/>
        <w:t>775.8220</w:t>
      </w:r>
      <w:r>
        <w:tab/>
        <w:t>1.013e0</w:t>
      </w:r>
    </w:p>
    <w:p w:rsidR="007B2329" w:rsidRDefault="007B2329" w:rsidP="007B2329">
      <w:r>
        <w:t>775.8356</w:t>
      </w:r>
      <w:r>
        <w:tab/>
        <w:t>1.013e0</w:t>
      </w:r>
    </w:p>
    <w:p w:rsidR="007B2329" w:rsidRDefault="007B2329" w:rsidP="007B2329">
      <w:r>
        <w:t>775.8672</w:t>
      </w:r>
      <w:r>
        <w:tab/>
        <w:t>1.062e1</w:t>
      </w:r>
    </w:p>
    <w:p w:rsidR="007B2329" w:rsidRDefault="007B2329" w:rsidP="007B2329">
      <w:r>
        <w:t>775.8743</w:t>
      </w:r>
      <w:r>
        <w:tab/>
        <w:t>3.889e0</w:t>
      </w:r>
    </w:p>
    <w:p w:rsidR="007B2329" w:rsidRDefault="007B2329" w:rsidP="007B2329">
      <w:r>
        <w:t>775.9072</w:t>
      </w:r>
      <w:r>
        <w:tab/>
        <w:t>1.648e0</w:t>
      </w:r>
    </w:p>
    <w:p w:rsidR="007B2329" w:rsidRDefault="007B2329" w:rsidP="007B2329">
      <w:r>
        <w:t>775.9349</w:t>
      </w:r>
      <w:r>
        <w:tab/>
        <w:t>3.038e0</w:t>
      </w:r>
    </w:p>
    <w:p w:rsidR="007B2329" w:rsidRDefault="007B2329" w:rsidP="007B2329">
      <w:r>
        <w:t>775.9401</w:t>
      </w:r>
      <w:r>
        <w:tab/>
        <w:t>3.038e0</w:t>
      </w:r>
    </w:p>
    <w:p w:rsidR="007B2329" w:rsidRDefault="007B2329" w:rsidP="007B2329">
      <w:r>
        <w:t>775.9468</w:t>
      </w:r>
      <w:r>
        <w:tab/>
        <w:t>2.025e0</w:t>
      </w:r>
    </w:p>
    <w:p w:rsidR="007B2329" w:rsidRDefault="007B2329" w:rsidP="007B2329">
      <w:r>
        <w:t>776.0052</w:t>
      </w:r>
      <w:r>
        <w:tab/>
        <w:t>1.013e0</w:t>
      </w:r>
    </w:p>
    <w:p w:rsidR="007B2329" w:rsidRDefault="007B2329" w:rsidP="007B2329">
      <w:r>
        <w:t>776.0171</w:t>
      </w:r>
      <w:r>
        <w:tab/>
        <w:t>4.297e0</w:t>
      </w:r>
    </w:p>
    <w:p w:rsidR="007B2329" w:rsidRDefault="007B2329" w:rsidP="007B2329">
      <w:r>
        <w:t>776.0236</w:t>
      </w:r>
      <w:r>
        <w:tab/>
        <w:t>1.266e-2</w:t>
      </w:r>
    </w:p>
    <w:p w:rsidR="007B2329" w:rsidRDefault="007B2329" w:rsidP="007B2329">
      <w:r>
        <w:t>776.0254</w:t>
      </w:r>
      <w:r>
        <w:tab/>
        <w:t>2.025e0</w:t>
      </w:r>
    </w:p>
    <w:p w:rsidR="007B2329" w:rsidRDefault="007B2329" w:rsidP="007B2329">
      <w:r>
        <w:t>776.0502</w:t>
      </w:r>
      <w:r>
        <w:tab/>
        <w:t>2.025e0</w:t>
      </w:r>
    </w:p>
    <w:p w:rsidR="007B2329" w:rsidRDefault="007B2329" w:rsidP="007B2329">
      <w:r>
        <w:t>776.0880</w:t>
      </w:r>
      <w:r>
        <w:tab/>
        <w:t>4.051e0</w:t>
      </w:r>
    </w:p>
    <w:p w:rsidR="007B2329" w:rsidRDefault="007B2329" w:rsidP="007B2329">
      <w:r>
        <w:t>776.0902</w:t>
      </w:r>
      <w:r>
        <w:tab/>
        <w:t>2.025e0</w:t>
      </w:r>
    </w:p>
    <w:p w:rsidR="007B2329" w:rsidRDefault="007B2329" w:rsidP="007B2329">
      <w:r>
        <w:t>776.1100</w:t>
      </w:r>
      <w:r>
        <w:tab/>
        <w:t>1.013e0</w:t>
      </w:r>
    </w:p>
    <w:p w:rsidR="007B2329" w:rsidRDefault="007B2329" w:rsidP="007B2329">
      <w:r>
        <w:t>776.1379</w:t>
      </w:r>
      <w:r>
        <w:tab/>
        <w:t>2.811e0</w:t>
      </w:r>
    </w:p>
    <w:p w:rsidR="007B2329" w:rsidRDefault="007B2329" w:rsidP="007B2329">
      <w:r>
        <w:t>776.1602</w:t>
      </w:r>
      <w:r>
        <w:tab/>
        <w:t>2.025e0</w:t>
      </w:r>
    </w:p>
    <w:p w:rsidR="007B2329" w:rsidRDefault="007B2329" w:rsidP="007B2329">
      <w:r>
        <w:t>776.1629</w:t>
      </w:r>
      <w:r>
        <w:tab/>
        <w:t>1.013e0</w:t>
      </w:r>
    </w:p>
    <w:p w:rsidR="007B2329" w:rsidRDefault="007B2329" w:rsidP="007B2329">
      <w:r>
        <w:lastRenderedPageBreak/>
        <w:t>776.1725</w:t>
      </w:r>
      <w:r>
        <w:tab/>
        <w:t>1.205e0</w:t>
      </w:r>
    </w:p>
    <w:p w:rsidR="007B2329" w:rsidRDefault="007B2329" w:rsidP="007B2329">
      <w:r>
        <w:t>776.2386</w:t>
      </w:r>
      <w:r>
        <w:tab/>
        <w:t>5.857e0</w:t>
      </w:r>
    </w:p>
    <w:p w:rsidR="007B2329" w:rsidRDefault="007B2329" w:rsidP="007B2329">
      <w:r>
        <w:t>776.2449</w:t>
      </w:r>
      <w:r>
        <w:tab/>
        <w:t>2.025e0</w:t>
      </w:r>
    </w:p>
    <w:p w:rsidR="007B2329" w:rsidRDefault="007B2329" w:rsidP="007B2329">
      <w:r>
        <w:t>776.2895</w:t>
      </w:r>
      <w:r>
        <w:tab/>
        <w:t>2.032e0</w:t>
      </w:r>
    </w:p>
    <w:p w:rsidR="007B2329" w:rsidRDefault="007B2329" w:rsidP="007B2329">
      <w:r>
        <w:t>776.3069</w:t>
      </w:r>
      <w:r>
        <w:tab/>
        <w:t>1.305e0</w:t>
      </w:r>
    </w:p>
    <w:p w:rsidR="007B2329" w:rsidRDefault="007B2329" w:rsidP="007B2329">
      <w:r>
        <w:t>776.3428</w:t>
      </w:r>
      <w:r>
        <w:tab/>
        <w:t>2.099e0</w:t>
      </w:r>
    </w:p>
    <w:p w:rsidR="007B2329" w:rsidRDefault="007B2329" w:rsidP="007B2329">
      <w:r>
        <w:t>776.3752</w:t>
      </w:r>
      <w:r>
        <w:tab/>
        <w:t>2.279e0</w:t>
      </w:r>
    </w:p>
    <w:p w:rsidR="007B2329" w:rsidRDefault="007B2329" w:rsidP="007B2329">
      <w:r>
        <w:t>776.4357</w:t>
      </w:r>
      <w:r>
        <w:tab/>
        <w:t>5.982e0</w:t>
      </w:r>
    </w:p>
    <w:p w:rsidR="007B2329" w:rsidRDefault="007B2329" w:rsidP="007B2329">
      <w:r>
        <w:t>776.4456</w:t>
      </w:r>
      <w:r>
        <w:tab/>
        <w:t>2.019e1</w:t>
      </w:r>
    </w:p>
    <w:p w:rsidR="007B2329" w:rsidRDefault="007B2329" w:rsidP="007B2329">
      <w:r>
        <w:t>776.4570</w:t>
      </w:r>
      <w:r>
        <w:tab/>
        <w:t>3.431e0</w:t>
      </w:r>
    </w:p>
    <w:p w:rsidR="007B2329" w:rsidRDefault="007B2329" w:rsidP="007B2329">
      <w:r>
        <w:t>776.4710</w:t>
      </w:r>
      <w:r>
        <w:tab/>
        <w:t>6.314e0</w:t>
      </w:r>
    </w:p>
    <w:p w:rsidR="007B2329" w:rsidRDefault="007B2329" w:rsidP="007B2329">
      <w:r>
        <w:t>776.4856</w:t>
      </w:r>
      <w:r>
        <w:tab/>
        <w:t>6.121e0</w:t>
      </w:r>
    </w:p>
    <w:p w:rsidR="007B2329" w:rsidRDefault="007B2329" w:rsidP="007B2329">
      <w:r>
        <w:t>776.5163</w:t>
      </w:r>
      <w:r>
        <w:tab/>
        <w:t>2.025e0</w:t>
      </w:r>
    </w:p>
    <w:p w:rsidR="007B2329" w:rsidRDefault="007B2329" w:rsidP="007B2329">
      <w:r>
        <w:t>776.5789</w:t>
      </w:r>
      <w:r>
        <w:tab/>
        <w:t>1.038e0</w:t>
      </w:r>
    </w:p>
    <w:p w:rsidR="007B2329" w:rsidRDefault="007B2329" w:rsidP="007B2329">
      <w:r>
        <w:t>776.5872</w:t>
      </w:r>
      <w:r>
        <w:tab/>
        <w:t>1.948e0</w:t>
      </w:r>
    </w:p>
    <w:p w:rsidR="007B2329" w:rsidRDefault="007B2329" w:rsidP="007B2329">
      <w:r>
        <w:t>776.6498</w:t>
      </w:r>
      <w:r>
        <w:tab/>
        <w:t>2.968e0</w:t>
      </w:r>
    </w:p>
    <w:p w:rsidR="007B2329" w:rsidRDefault="007B2329" w:rsidP="007B2329">
      <w:r>
        <w:t>776.6638</w:t>
      </w:r>
      <w:r>
        <w:tab/>
        <w:t>2.946e0</w:t>
      </w:r>
    </w:p>
    <w:p w:rsidR="007B2329" w:rsidRDefault="007B2329" w:rsidP="007B2329">
      <w:r>
        <w:t>776.6651</w:t>
      </w:r>
      <w:r>
        <w:tab/>
        <w:t>2.025e0</w:t>
      </w:r>
    </w:p>
    <w:p w:rsidR="007B2329" w:rsidRDefault="007B2329" w:rsidP="007B2329">
      <w:r>
        <w:t>776.6686</w:t>
      </w:r>
      <w:r>
        <w:tab/>
        <w:t>3.038e0</w:t>
      </w:r>
    </w:p>
    <w:p w:rsidR="007B2329" w:rsidRDefault="007B2329" w:rsidP="007B2329">
      <w:r>
        <w:lastRenderedPageBreak/>
        <w:t>776.6740</w:t>
      </w:r>
      <w:r>
        <w:tab/>
        <w:t>1.266e-2</w:t>
      </w:r>
    </w:p>
    <w:p w:rsidR="007B2329" w:rsidRDefault="007B2329" w:rsidP="007B2329">
      <w:r>
        <w:t>776.7002</w:t>
      </w:r>
      <w:r>
        <w:tab/>
        <w:t>1.013e0</w:t>
      </w:r>
    </w:p>
    <w:p w:rsidR="007B2329" w:rsidRDefault="007B2329" w:rsidP="007B2329">
      <w:r>
        <w:t>776.7389</w:t>
      </w:r>
      <w:r>
        <w:tab/>
        <w:t>4.051e0</w:t>
      </w:r>
    </w:p>
    <w:p w:rsidR="007B2329" w:rsidRDefault="007B2329" w:rsidP="007B2329">
      <w:r>
        <w:t>776.7889</w:t>
      </w:r>
      <w:r>
        <w:tab/>
        <w:t>4.466e0</w:t>
      </w:r>
    </w:p>
    <w:p w:rsidR="007B2329" w:rsidRDefault="007B2329" w:rsidP="007B2329">
      <w:r>
        <w:t>776.8049</w:t>
      </w:r>
      <w:r>
        <w:tab/>
        <w:t>2.025e0</w:t>
      </w:r>
    </w:p>
    <w:p w:rsidR="007B2329" w:rsidRDefault="007B2329" w:rsidP="007B2329">
      <w:r>
        <w:t>776.8260</w:t>
      </w:r>
      <w:r>
        <w:tab/>
        <w:t>3.743e0</w:t>
      </w:r>
    </w:p>
    <w:p w:rsidR="007B2329" w:rsidRDefault="007B2329" w:rsidP="007B2329">
      <w:r>
        <w:t>776.8576</w:t>
      </w:r>
      <w:r>
        <w:tab/>
        <w:t>1.013e0</w:t>
      </w:r>
    </w:p>
    <w:p w:rsidR="007B2329" w:rsidRDefault="007B2329" w:rsidP="007B2329">
      <w:r>
        <w:t>776.8799</w:t>
      </w:r>
      <w:r>
        <w:tab/>
        <w:t>1.838e0</w:t>
      </w:r>
    </w:p>
    <w:p w:rsidR="007B2329" w:rsidRDefault="007B2329" w:rsidP="007B2329">
      <w:r>
        <w:t>776.8917</w:t>
      </w:r>
      <w:r>
        <w:tab/>
        <w:t>5.856e0</w:t>
      </w:r>
    </w:p>
    <w:p w:rsidR="007B2329" w:rsidRDefault="007B2329" w:rsidP="007B2329">
      <w:r>
        <w:t>776.9338</w:t>
      </w:r>
      <w:r>
        <w:tab/>
        <w:t>3.756e0</w:t>
      </w:r>
    </w:p>
    <w:p w:rsidR="007B2329" w:rsidRDefault="007B2329" w:rsidP="007B2329">
      <w:r>
        <w:t>776.9553</w:t>
      </w:r>
      <w:r>
        <w:tab/>
        <w:t>2.025e0</w:t>
      </w:r>
    </w:p>
    <w:p w:rsidR="007B2329" w:rsidRDefault="007B2329" w:rsidP="007B2329">
      <w:r>
        <w:t>776.9628</w:t>
      </w:r>
      <w:r>
        <w:tab/>
        <w:t>1.013e0</w:t>
      </w:r>
    </w:p>
    <w:p w:rsidR="007B2329" w:rsidRDefault="007B2329" w:rsidP="007B2329">
      <w:r>
        <w:t>776.9996</w:t>
      </w:r>
      <w:r>
        <w:tab/>
        <w:t>1.603e0</w:t>
      </w:r>
    </w:p>
    <w:p w:rsidR="007B2329" w:rsidRDefault="007B2329" w:rsidP="007B2329">
      <w:r>
        <w:t>777.0176</w:t>
      </w:r>
      <w:r>
        <w:tab/>
        <w:t>4.051e0</w:t>
      </w:r>
    </w:p>
    <w:p w:rsidR="007B2329" w:rsidRDefault="007B2329" w:rsidP="007B2329">
      <w:r>
        <w:t>777.0231</w:t>
      </w:r>
      <w:r>
        <w:tab/>
        <w:t>3.527e0</w:t>
      </w:r>
    </w:p>
    <w:p w:rsidR="007B2329" w:rsidRDefault="007B2329" w:rsidP="007B2329">
      <w:r>
        <w:t>777.0413</w:t>
      </w:r>
      <w:r>
        <w:tab/>
        <w:t>1.013e0</w:t>
      </w:r>
    </w:p>
    <w:p w:rsidR="007B2329" w:rsidRDefault="007B2329" w:rsidP="007B2329">
      <w:r>
        <w:t>777.0544</w:t>
      </w:r>
      <w:r>
        <w:tab/>
        <w:t>1.013e0</w:t>
      </w:r>
    </w:p>
    <w:p w:rsidR="007B2329" w:rsidRDefault="007B2329" w:rsidP="007B2329">
      <w:r>
        <w:t>777.0561</w:t>
      </w:r>
      <w:r>
        <w:tab/>
        <w:t>4.015e0</w:t>
      </w:r>
    </w:p>
    <w:p w:rsidR="007B2329" w:rsidRDefault="007B2329" w:rsidP="007B2329">
      <w:r>
        <w:t>777.0870</w:t>
      </w:r>
      <w:r>
        <w:tab/>
        <w:t>2.262e0</w:t>
      </w:r>
    </w:p>
    <w:p w:rsidR="007B2329" w:rsidRDefault="007B2329" w:rsidP="007B2329">
      <w:r>
        <w:lastRenderedPageBreak/>
        <w:t>777.1092</w:t>
      </w:r>
      <w:r>
        <w:tab/>
        <w:t>2.025e0</w:t>
      </w:r>
    </w:p>
    <w:p w:rsidR="007B2329" w:rsidRDefault="007B2329" w:rsidP="007B2329">
      <w:r>
        <w:t>777.1202</w:t>
      </w:r>
      <w:r>
        <w:tab/>
        <w:t>1.013e0</w:t>
      </w:r>
    </w:p>
    <w:p w:rsidR="007B2329" w:rsidRDefault="007B2329" w:rsidP="007B2329">
      <w:r>
        <w:t>777.1296</w:t>
      </w:r>
      <w:r>
        <w:tab/>
        <w:t>1.205e0</w:t>
      </w:r>
    </w:p>
    <w:p w:rsidR="007B2329" w:rsidRDefault="007B2329" w:rsidP="007B2329">
      <w:r>
        <w:t>777.1723</w:t>
      </w:r>
      <w:r>
        <w:tab/>
        <w:t>1.013e0</w:t>
      </w:r>
    </w:p>
    <w:p w:rsidR="007B2329" w:rsidRDefault="007B2329" w:rsidP="007B2329">
      <w:r>
        <w:t>777.1779</w:t>
      </w:r>
      <w:r>
        <w:tab/>
        <w:t>3.900e0</w:t>
      </w:r>
    </w:p>
    <w:p w:rsidR="007B2329" w:rsidRDefault="007B2329" w:rsidP="007B2329">
      <w:r>
        <w:t>777.1856</w:t>
      </w:r>
      <w:r>
        <w:tab/>
        <w:t>1.013e0</w:t>
      </w:r>
    </w:p>
    <w:p w:rsidR="007B2329" w:rsidRDefault="007B2329" w:rsidP="007B2329">
      <w:r>
        <w:t>777.1918</w:t>
      </w:r>
      <w:r>
        <w:tab/>
        <w:t>1.872e0</w:t>
      </w:r>
    </w:p>
    <w:p w:rsidR="007B2329" w:rsidRDefault="007B2329" w:rsidP="007B2329">
      <w:r>
        <w:t>777.2265</w:t>
      </w:r>
      <w:r>
        <w:tab/>
        <w:t>3.027e0</w:t>
      </w:r>
    </w:p>
    <w:p w:rsidR="007B2329" w:rsidRDefault="007B2329" w:rsidP="007B2329">
      <w:r>
        <w:t>777.2379</w:t>
      </w:r>
      <w:r>
        <w:tab/>
        <w:t>1.013e0</w:t>
      </w:r>
    </w:p>
    <w:p w:rsidR="007B2329" w:rsidRDefault="007B2329" w:rsidP="007B2329">
      <w:r>
        <w:t>777.2505</w:t>
      </w:r>
      <w:r>
        <w:tab/>
        <w:t>1.189e0</w:t>
      </w:r>
    </w:p>
    <w:p w:rsidR="007B2329" w:rsidRDefault="007B2329" w:rsidP="007B2329">
      <w:r>
        <w:t>777.2904</w:t>
      </w:r>
      <w:r>
        <w:tab/>
        <w:t>1.013e0</w:t>
      </w:r>
    </w:p>
    <w:p w:rsidR="007B2329" w:rsidRDefault="007B2329" w:rsidP="007B2329">
      <w:r>
        <w:t>777.3691</w:t>
      </w:r>
      <w:r>
        <w:tab/>
        <w:t>3.049e0</w:t>
      </w:r>
    </w:p>
    <w:p w:rsidR="007B2329" w:rsidRDefault="007B2329" w:rsidP="007B2329">
      <w:r>
        <w:t>777.3903</w:t>
      </w:r>
      <w:r>
        <w:tab/>
        <w:t>1.444e0</w:t>
      </w:r>
    </w:p>
    <w:p w:rsidR="007B2329" w:rsidRDefault="007B2329" w:rsidP="007B2329">
      <w:r>
        <w:t>777.3986</w:t>
      </w:r>
      <w:r>
        <w:tab/>
        <w:t>4.011e0</w:t>
      </w:r>
    </w:p>
    <w:p w:rsidR="007B2329" w:rsidRDefault="007B2329" w:rsidP="007B2329">
      <w:r>
        <w:t>777.4069</w:t>
      </w:r>
      <w:r>
        <w:tab/>
        <w:t>6.169e0</w:t>
      </w:r>
    </w:p>
    <w:p w:rsidR="007B2329" w:rsidRDefault="007B2329" w:rsidP="007B2329">
      <w:r>
        <w:t>777.4156</w:t>
      </w:r>
      <w:r>
        <w:tab/>
        <w:t>4.075e0</w:t>
      </w:r>
    </w:p>
    <w:p w:rsidR="007B2329" w:rsidRDefault="007B2329" w:rsidP="007B2329">
      <w:r>
        <w:t>777.4210</w:t>
      </w:r>
      <w:r>
        <w:tab/>
        <w:t>7.358e0</w:t>
      </w:r>
    </w:p>
    <w:p w:rsidR="007B2329" w:rsidRDefault="007B2329" w:rsidP="007B2329">
      <w:r>
        <w:t>777.4282</w:t>
      </w:r>
      <w:r>
        <w:tab/>
        <w:t>3.343e0</w:t>
      </w:r>
    </w:p>
    <w:p w:rsidR="007B2329" w:rsidRDefault="007B2329" w:rsidP="007B2329">
      <w:r>
        <w:t>777.4641</w:t>
      </w:r>
      <w:r>
        <w:tab/>
        <w:t>4.172e0</w:t>
      </w:r>
    </w:p>
    <w:p w:rsidR="007B2329" w:rsidRDefault="007B2329" w:rsidP="007B2329">
      <w:r>
        <w:lastRenderedPageBreak/>
        <w:t>777.4877</w:t>
      </w:r>
      <w:r>
        <w:tab/>
        <w:t>1.593e0</w:t>
      </w:r>
    </w:p>
    <w:p w:rsidR="007B2329" w:rsidRDefault="007B2329" w:rsidP="007B2329">
      <w:r>
        <w:t>777.5223</w:t>
      </w:r>
      <w:r>
        <w:tab/>
        <w:t>3.038e0</w:t>
      </w:r>
    </w:p>
    <w:p w:rsidR="007B2329" w:rsidRDefault="007B2329" w:rsidP="007B2329">
      <w:r>
        <w:t>777.5289</w:t>
      </w:r>
      <w:r>
        <w:tab/>
        <w:t>2.760e0</w:t>
      </w:r>
    </w:p>
    <w:p w:rsidR="007B2329" w:rsidRDefault="007B2329" w:rsidP="007B2329">
      <w:r>
        <w:t>777.5353</w:t>
      </w:r>
      <w:r>
        <w:tab/>
        <w:t>2.005e0</w:t>
      </w:r>
    </w:p>
    <w:p w:rsidR="007B2329" w:rsidRDefault="007B2329" w:rsidP="007B2329">
      <w:r>
        <w:t>777.5709</w:t>
      </w:r>
      <w:r>
        <w:tab/>
        <w:t>1.285e0</w:t>
      </w:r>
    </w:p>
    <w:p w:rsidR="007B2329" w:rsidRDefault="007B2329" w:rsidP="007B2329">
      <w:r>
        <w:t>777.5748</w:t>
      </w:r>
      <w:r>
        <w:tab/>
        <w:t>1.220e0</w:t>
      </w:r>
    </w:p>
    <w:p w:rsidR="007B2329" w:rsidRDefault="007B2329" w:rsidP="007B2329">
      <w:r>
        <w:t>777.5921</w:t>
      </w:r>
      <w:r>
        <w:tab/>
        <w:t>2.166e0</w:t>
      </w:r>
    </w:p>
    <w:p w:rsidR="007B2329" w:rsidRDefault="007B2329" w:rsidP="007B2329">
      <w:r>
        <w:t>777.6239</w:t>
      </w:r>
      <w:r>
        <w:tab/>
        <w:t>4.539e0</w:t>
      </w:r>
    </w:p>
    <w:p w:rsidR="007B2329" w:rsidRDefault="007B2329" w:rsidP="007B2329">
      <w:r>
        <w:t>777.6254</w:t>
      </w:r>
      <w:r>
        <w:tab/>
        <w:t>1.818e0</w:t>
      </w:r>
    </w:p>
    <w:p w:rsidR="007B2329" w:rsidRDefault="007B2329" w:rsidP="007B2329">
      <w:r>
        <w:t>777.6391</w:t>
      </w:r>
      <w:r>
        <w:tab/>
        <w:t>3.038e0</w:t>
      </w:r>
    </w:p>
    <w:p w:rsidR="007B2329" w:rsidRDefault="007B2329" w:rsidP="007B2329">
      <w:r>
        <w:t>777.6406</w:t>
      </w:r>
      <w:r>
        <w:tab/>
        <w:t>3.038e0</w:t>
      </w:r>
    </w:p>
    <w:p w:rsidR="007B2329" w:rsidRDefault="007B2329" w:rsidP="007B2329">
      <w:r>
        <w:t>777.7236</w:t>
      </w:r>
      <w:r>
        <w:tab/>
        <w:t>1.013e0</w:t>
      </w:r>
    </w:p>
    <w:p w:rsidR="007B2329" w:rsidRDefault="007B2329" w:rsidP="007B2329">
      <w:r>
        <w:t>777.7299</w:t>
      </w:r>
      <w:r>
        <w:tab/>
        <w:t>6.076e0</w:t>
      </w:r>
    </w:p>
    <w:p w:rsidR="007B2329" w:rsidRDefault="007B2329" w:rsidP="007B2329">
      <w:r>
        <w:t>777.7429</w:t>
      </w:r>
      <w:r>
        <w:tab/>
        <w:t>5.063e0</w:t>
      </w:r>
    </w:p>
    <w:p w:rsidR="007B2329" w:rsidRDefault="007B2329" w:rsidP="007B2329">
      <w:r>
        <w:t>777.8026</w:t>
      </w:r>
      <w:r>
        <w:tab/>
        <w:t>2.025e0</w:t>
      </w:r>
    </w:p>
    <w:p w:rsidR="007B2329" w:rsidRDefault="007B2329" w:rsidP="007B2329">
      <w:r>
        <w:t>777.8490</w:t>
      </w:r>
      <w:r>
        <w:tab/>
        <w:t>2.002e0</w:t>
      </w:r>
    </w:p>
    <w:p w:rsidR="007B2329" w:rsidRDefault="007B2329" w:rsidP="007B2329">
      <w:r>
        <w:t>777.8660</w:t>
      </w:r>
      <w:r>
        <w:tab/>
        <w:t>2.038e0</w:t>
      </w:r>
    </w:p>
    <w:p w:rsidR="007B2329" w:rsidRDefault="007B2329" w:rsidP="007B2329">
      <w:r>
        <w:t>777.8792</w:t>
      </w:r>
      <w:r>
        <w:tab/>
        <w:t>2.998e0</w:t>
      </w:r>
    </w:p>
    <w:p w:rsidR="007B2329" w:rsidRDefault="007B2329" w:rsidP="007B2329">
      <w:r>
        <w:t>777.8961</w:t>
      </w:r>
      <w:r>
        <w:tab/>
        <w:t>2.212e0</w:t>
      </w:r>
    </w:p>
    <w:p w:rsidR="007B2329" w:rsidRDefault="007B2329" w:rsidP="007B2329">
      <w:r>
        <w:lastRenderedPageBreak/>
        <w:t>777.9094</w:t>
      </w:r>
      <w:r>
        <w:tab/>
        <w:t>1.946e0</w:t>
      </w:r>
    </w:p>
    <w:p w:rsidR="007B2329" w:rsidRDefault="007B2329" w:rsidP="007B2329">
      <w:r>
        <w:t>777.9469</w:t>
      </w:r>
      <w:r>
        <w:tab/>
        <w:t>1.013e0</w:t>
      </w:r>
    </w:p>
    <w:p w:rsidR="007B2329" w:rsidRDefault="007B2329" w:rsidP="007B2329">
      <w:r>
        <w:t>777.9551</w:t>
      </w:r>
      <w:r>
        <w:tab/>
        <w:t>2.276e0</w:t>
      </w:r>
    </w:p>
    <w:p w:rsidR="007B2329" w:rsidRDefault="007B2329" w:rsidP="007B2329">
      <w:r>
        <w:t>777.9633</w:t>
      </w:r>
      <w:r>
        <w:tab/>
        <w:t>4.051e0</w:t>
      </w:r>
    </w:p>
    <w:p w:rsidR="007B2329" w:rsidRDefault="007B2329" w:rsidP="007B2329">
      <w:r>
        <w:t>777.9756</w:t>
      </w:r>
      <w:r>
        <w:tab/>
        <w:t>2.025e0</w:t>
      </w:r>
    </w:p>
    <w:p w:rsidR="007B2329" w:rsidRDefault="007B2329" w:rsidP="007B2329">
      <w:r>
        <w:t>777.9984</w:t>
      </w:r>
      <w:r>
        <w:tab/>
        <w:t>1.603e0</w:t>
      </w:r>
    </w:p>
    <w:p w:rsidR="007B2329" w:rsidRDefault="007B2329" w:rsidP="007B2329">
      <w:r>
        <w:t>778.0215</w:t>
      </w:r>
      <w:r>
        <w:tab/>
        <w:t>1.917e0</w:t>
      </w:r>
    </w:p>
    <w:p w:rsidR="007B2329" w:rsidRDefault="007B2329" w:rsidP="007B2329">
      <w:r>
        <w:t>778.0259</w:t>
      </w:r>
      <w:r>
        <w:tab/>
        <w:t>1.013e0</w:t>
      </w:r>
    </w:p>
    <w:p w:rsidR="007B2329" w:rsidRDefault="007B2329" w:rsidP="007B2329">
      <w:r>
        <w:t>778.0447</w:t>
      </w:r>
      <w:r>
        <w:tab/>
        <w:t>3.038e0</w:t>
      </w:r>
    </w:p>
    <w:p w:rsidR="007B2329" w:rsidRDefault="007B2329" w:rsidP="007B2329">
      <w:r>
        <w:t>778.0516</w:t>
      </w:r>
      <w:r>
        <w:tab/>
        <w:t>4.696e0</w:t>
      </w:r>
    </w:p>
    <w:p w:rsidR="007B2329" w:rsidRDefault="007B2329" w:rsidP="007B2329">
      <w:r>
        <w:t>778.0914</w:t>
      </w:r>
      <w:r>
        <w:tab/>
        <w:t>1.013e0</w:t>
      </w:r>
    </w:p>
    <w:p w:rsidR="007B2329" w:rsidRDefault="007B2329" w:rsidP="007B2329">
      <w:r>
        <w:t>778.1047</w:t>
      </w:r>
      <w:r>
        <w:tab/>
        <w:t>1.013e0</w:t>
      </w:r>
    </w:p>
    <w:p w:rsidR="007B2329" w:rsidRDefault="007B2329" w:rsidP="007B2329">
      <w:r>
        <w:t>778.1110</w:t>
      </w:r>
      <w:r>
        <w:tab/>
        <w:t>2.025e0</w:t>
      </w:r>
    </w:p>
    <w:p w:rsidR="007B2329" w:rsidRDefault="007B2329" w:rsidP="007B2329">
      <w:r>
        <w:t>778.1181</w:t>
      </w:r>
      <w:r>
        <w:tab/>
        <w:t>4.051e0</w:t>
      </w:r>
    </w:p>
    <w:p w:rsidR="007B2329" w:rsidRDefault="007B2329" w:rsidP="007B2329">
      <w:r>
        <w:t>778.1425</w:t>
      </w:r>
      <w:r>
        <w:tab/>
        <w:t>2.421e0</w:t>
      </w:r>
    </w:p>
    <w:p w:rsidR="007B2329" w:rsidRDefault="007B2329" w:rsidP="007B2329">
      <w:r>
        <w:t>778.1778</w:t>
      </w:r>
      <w:r>
        <w:tab/>
        <w:t>2.281e0</w:t>
      </w:r>
    </w:p>
    <w:p w:rsidR="007B2329" w:rsidRDefault="007B2329" w:rsidP="007B2329">
      <w:r>
        <w:t>778.1963</w:t>
      </w:r>
      <w:r>
        <w:tab/>
        <w:t>1.818e0</w:t>
      </w:r>
    </w:p>
    <w:p w:rsidR="007B2329" w:rsidRDefault="007B2329" w:rsidP="007B2329">
      <w:r>
        <w:t>778.2190</w:t>
      </w:r>
      <w:r>
        <w:tab/>
        <w:t>1.685e0</w:t>
      </w:r>
    </w:p>
    <w:p w:rsidR="007B2329" w:rsidRDefault="007B2329" w:rsidP="007B2329">
      <w:r>
        <w:t>778.2443</w:t>
      </w:r>
      <w:r>
        <w:tab/>
        <w:t>2.025e0</w:t>
      </w:r>
    </w:p>
    <w:p w:rsidR="007B2329" w:rsidRDefault="007B2329" w:rsidP="007B2329">
      <w:r>
        <w:lastRenderedPageBreak/>
        <w:t>778.2505</w:t>
      </w:r>
      <w:r>
        <w:tab/>
        <w:t>2.025e0</w:t>
      </w:r>
    </w:p>
    <w:p w:rsidR="007B2329" w:rsidRDefault="007B2329" w:rsidP="007B2329">
      <w:r>
        <w:t>778.2758</w:t>
      </w:r>
      <w:r>
        <w:tab/>
        <w:t>4.420e0</w:t>
      </w:r>
    </w:p>
    <w:p w:rsidR="007B2329" w:rsidRDefault="007B2329" w:rsidP="007B2329">
      <w:r>
        <w:t>778.3210</w:t>
      </w:r>
      <w:r>
        <w:tab/>
        <w:t>1.013e0</w:t>
      </w:r>
    </w:p>
    <w:p w:rsidR="007B2329" w:rsidRDefault="007B2329" w:rsidP="007B2329">
      <w:r>
        <w:t>778.3958</w:t>
      </w:r>
      <w:r>
        <w:tab/>
        <w:t>2.287e0</w:t>
      </w:r>
    </w:p>
    <w:p w:rsidR="007B2329" w:rsidRDefault="007B2329" w:rsidP="007B2329">
      <w:r>
        <w:t>778.5683</w:t>
      </w:r>
      <w:r>
        <w:tab/>
        <w:t>2.025e0</w:t>
      </w:r>
    </w:p>
    <w:p w:rsidR="007B2329" w:rsidRDefault="007B2329" w:rsidP="007B2329">
      <w:r>
        <w:t>778.5946</w:t>
      </w:r>
      <w:r>
        <w:tab/>
        <w:t>1.405e0</w:t>
      </w:r>
    </w:p>
    <w:p w:rsidR="007B2329" w:rsidRDefault="007B2329" w:rsidP="007B2329">
      <w:r>
        <w:t>778.6022</w:t>
      </w:r>
      <w:r>
        <w:tab/>
        <w:t>3.951e0</w:t>
      </w:r>
    </w:p>
    <w:p w:rsidR="007B2329" w:rsidRDefault="007B2329" w:rsidP="007B2329">
      <w:r>
        <w:t>778.6459</w:t>
      </w:r>
      <w:r>
        <w:tab/>
        <w:t>1.887e0</w:t>
      </w:r>
    </w:p>
    <w:p w:rsidR="007B2329" w:rsidRDefault="007B2329" w:rsidP="007B2329">
      <w:r>
        <w:t>778.6528</w:t>
      </w:r>
      <w:r>
        <w:tab/>
        <w:t>2.025e0</w:t>
      </w:r>
    </w:p>
    <w:p w:rsidR="007B2329" w:rsidRDefault="007B2329" w:rsidP="007B2329">
      <w:r>
        <w:t>778.6688</w:t>
      </w:r>
      <w:r>
        <w:tab/>
        <w:t>5.063e0</w:t>
      </w:r>
    </w:p>
    <w:p w:rsidR="007B2329" w:rsidRDefault="007B2329" w:rsidP="007B2329">
      <w:r>
        <w:t>778.6848</w:t>
      </w:r>
      <w:r>
        <w:tab/>
        <w:t>4.051e0</w:t>
      </w:r>
    </w:p>
    <w:p w:rsidR="007B2329" w:rsidRDefault="007B2329" w:rsidP="007B2329">
      <w:r>
        <w:t>778.6956</w:t>
      </w:r>
      <w:r>
        <w:tab/>
        <w:t>2.025e0</w:t>
      </w:r>
    </w:p>
    <w:p w:rsidR="007B2329" w:rsidRDefault="007B2329" w:rsidP="007B2329">
      <w:r>
        <w:t>778.7122</w:t>
      </w:r>
      <w:r>
        <w:tab/>
        <w:t>1.013e0</w:t>
      </w:r>
    </w:p>
    <w:p w:rsidR="007B2329" w:rsidRDefault="007B2329" w:rsidP="007B2329">
      <w:r>
        <w:t>778.7308</w:t>
      </w:r>
      <w:r>
        <w:tab/>
        <w:t>5.063e0</w:t>
      </w:r>
    </w:p>
    <w:p w:rsidR="007B2329" w:rsidRDefault="007B2329" w:rsidP="007B2329">
      <w:r>
        <w:t>778.7354</w:t>
      </w:r>
      <w:r>
        <w:tab/>
        <w:t>1.098e0</w:t>
      </w:r>
    </w:p>
    <w:p w:rsidR="007B2329" w:rsidRDefault="007B2329" w:rsidP="007B2329">
      <w:r>
        <w:t>778.7476</w:t>
      </w:r>
      <w:r>
        <w:tab/>
        <w:t>3.038e0</w:t>
      </w:r>
    </w:p>
    <w:p w:rsidR="007B2329" w:rsidRDefault="007B2329" w:rsidP="007B2329">
      <w:r>
        <w:t>778.7635</w:t>
      </w:r>
      <w:r>
        <w:tab/>
        <w:t>3.025e0</w:t>
      </w:r>
    </w:p>
    <w:p w:rsidR="007B2329" w:rsidRDefault="007B2329" w:rsidP="007B2329">
      <w:r>
        <w:t>778.7804</w:t>
      </w:r>
      <w:r>
        <w:tab/>
        <w:t>2.025e0</w:t>
      </w:r>
    </w:p>
    <w:p w:rsidR="007B2329" w:rsidRDefault="007B2329" w:rsidP="007B2329">
      <w:r>
        <w:t>778.7881</w:t>
      </w:r>
      <w:r>
        <w:tab/>
        <w:t>1.013e0</w:t>
      </w:r>
    </w:p>
    <w:p w:rsidR="007B2329" w:rsidRDefault="007B2329" w:rsidP="007B2329">
      <w:r>
        <w:lastRenderedPageBreak/>
        <w:t>778.8222</w:t>
      </w:r>
      <w:r>
        <w:tab/>
        <w:t>2.710e0</w:t>
      </w:r>
    </w:p>
    <w:p w:rsidR="007B2329" w:rsidRDefault="007B2329" w:rsidP="007B2329">
      <w:r>
        <w:t>778.8481</w:t>
      </w:r>
      <w:r>
        <w:tab/>
        <w:t>3.909e0</w:t>
      </w:r>
    </w:p>
    <w:p w:rsidR="007B2329" w:rsidRDefault="007B2329" w:rsidP="007B2329">
      <w:r>
        <w:t>778.8871</w:t>
      </w:r>
      <w:r>
        <w:tab/>
        <w:t>3.066e0</w:t>
      </w:r>
    </w:p>
    <w:p w:rsidR="007B2329" w:rsidRDefault="007B2329" w:rsidP="007B2329">
      <w:r>
        <w:t>778.9069</w:t>
      </w:r>
      <w:r>
        <w:tab/>
        <w:t>5.652e0</w:t>
      </w:r>
    </w:p>
    <w:p w:rsidR="007B2329" w:rsidRDefault="007B2329" w:rsidP="007B2329">
      <w:r>
        <w:t>778.9128</w:t>
      </w:r>
      <w:r>
        <w:tab/>
        <w:t>2.025e0</w:t>
      </w:r>
    </w:p>
    <w:p w:rsidR="007B2329" w:rsidRDefault="007B2329" w:rsidP="007B2329">
      <w:r>
        <w:t>778.9333</w:t>
      </w:r>
      <w:r>
        <w:tab/>
        <w:t>3.944e0</w:t>
      </w:r>
    </w:p>
    <w:p w:rsidR="007B2329" w:rsidRDefault="007B2329" w:rsidP="007B2329">
      <w:r>
        <w:t>778.9679</w:t>
      </w:r>
      <w:r>
        <w:tab/>
        <w:t>1.013e0</w:t>
      </w:r>
    </w:p>
    <w:p w:rsidR="007B2329" w:rsidRDefault="007B2329" w:rsidP="007B2329">
      <w:r>
        <w:t>779.0004</w:t>
      </w:r>
      <w:r>
        <w:tab/>
        <w:t>3.038e0</w:t>
      </w:r>
    </w:p>
    <w:p w:rsidR="007B2329" w:rsidRDefault="007B2329" w:rsidP="007B2329">
      <w:r>
        <w:t>779.0173</w:t>
      </w:r>
      <w:r>
        <w:tab/>
        <w:t>1.502e0</w:t>
      </w:r>
    </w:p>
    <w:p w:rsidR="007B2329" w:rsidRDefault="007B2329" w:rsidP="007B2329">
      <w:r>
        <w:t>779.0188</w:t>
      </w:r>
      <w:r>
        <w:tab/>
        <w:t>2.025e0</w:t>
      </w:r>
    </w:p>
    <w:p w:rsidR="007B2329" w:rsidRDefault="007B2329" w:rsidP="007B2329">
      <w:r>
        <w:t>779.0709</w:t>
      </w:r>
      <w:r>
        <w:tab/>
        <w:t>2.025e0</w:t>
      </w:r>
    </w:p>
    <w:p w:rsidR="007B2329" w:rsidRDefault="007B2329" w:rsidP="007B2329">
      <w:r>
        <w:t>779.0904</w:t>
      </w:r>
      <w:r>
        <w:tab/>
        <w:t>1.013e0</w:t>
      </w:r>
    </w:p>
    <w:p w:rsidR="007B2329" w:rsidRDefault="007B2329" w:rsidP="007B2329">
      <w:r>
        <w:t>779.1179</w:t>
      </w:r>
      <w:r>
        <w:tab/>
        <w:t>3.158e0</w:t>
      </w:r>
    </w:p>
    <w:p w:rsidR="007B2329" w:rsidRDefault="007B2329" w:rsidP="007B2329">
      <w:r>
        <w:t>779.1509</w:t>
      </w:r>
      <w:r>
        <w:tab/>
        <w:t>5.480e0</w:t>
      </w:r>
    </w:p>
    <w:p w:rsidR="007B2329" w:rsidRDefault="007B2329" w:rsidP="007B2329">
      <w:r>
        <w:t>779.1784</w:t>
      </w:r>
      <w:r>
        <w:tab/>
        <w:t>2.025e0</w:t>
      </w:r>
    </w:p>
    <w:p w:rsidR="007B2329" w:rsidRDefault="007B2329" w:rsidP="007B2329">
      <w:r>
        <w:t>779.2148</w:t>
      </w:r>
      <w:r>
        <w:tab/>
        <w:t>1.753e0</w:t>
      </w:r>
    </w:p>
    <w:p w:rsidR="007B2329" w:rsidRDefault="007B2329" w:rsidP="007B2329">
      <w:r>
        <w:t>779.2501</w:t>
      </w:r>
      <w:r>
        <w:tab/>
        <w:t>2.385e0</w:t>
      </w:r>
    </w:p>
    <w:p w:rsidR="007B2329" w:rsidRDefault="007B2329" w:rsidP="007B2329">
      <w:r>
        <w:t>779.3267</w:t>
      </w:r>
      <w:r>
        <w:tab/>
        <w:t>4.698e0</w:t>
      </w:r>
    </w:p>
    <w:p w:rsidR="007B2329" w:rsidRDefault="007B2329" w:rsidP="007B2329">
      <w:r>
        <w:t>779.3785</w:t>
      </w:r>
      <w:r>
        <w:tab/>
        <w:t>3.434e0</w:t>
      </w:r>
    </w:p>
    <w:p w:rsidR="007B2329" w:rsidRDefault="007B2329" w:rsidP="007B2329">
      <w:r>
        <w:lastRenderedPageBreak/>
        <w:t>779.4276</w:t>
      </w:r>
      <w:r>
        <w:tab/>
        <w:t>4.739e0</w:t>
      </w:r>
    </w:p>
    <w:p w:rsidR="007B2329" w:rsidRDefault="007B2329" w:rsidP="007B2329">
      <w:r>
        <w:t>779.5042</w:t>
      </w:r>
      <w:r>
        <w:tab/>
        <w:t>2.025e0</w:t>
      </w:r>
    </w:p>
    <w:p w:rsidR="007B2329" w:rsidRDefault="007B2329" w:rsidP="007B2329">
      <w:r>
        <w:t>779.5641</w:t>
      </w:r>
      <w:r>
        <w:tab/>
        <w:t>2.025e0</w:t>
      </w:r>
    </w:p>
    <w:p w:rsidR="007B2329" w:rsidRDefault="007B2329" w:rsidP="007B2329">
      <w:r>
        <w:t>779.6297</w:t>
      </w:r>
      <w:r>
        <w:tab/>
        <w:t>1.933e0</w:t>
      </w:r>
    </w:p>
    <w:p w:rsidR="007B2329" w:rsidRDefault="007B2329" w:rsidP="007B2329">
      <w:r>
        <w:t>779.6434</w:t>
      </w:r>
      <w:r>
        <w:tab/>
        <w:t>1.013e0</w:t>
      </w:r>
    </w:p>
    <w:p w:rsidR="007B2329" w:rsidRDefault="007B2329" w:rsidP="007B2329">
      <w:r>
        <w:t>779.6564</w:t>
      </w:r>
      <w:r>
        <w:tab/>
        <w:t>1.013e0</w:t>
      </w:r>
    </w:p>
    <w:p w:rsidR="007B2329" w:rsidRDefault="007B2329" w:rsidP="007B2329">
      <w:r>
        <w:t>779.6694</w:t>
      </w:r>
      <w:r>
        <w:tab/>
        <w:t>1.013e0</w:t>
      </w:r>
    </w:p>
    <w:p w:rsidR="007B2329" w:rsidRDefault="007B2329" w:rsidP="007B2329">
      <w:r>
        <w:t>779.6959</w:t>
      </w:r>
      <w:r>
        <w:tab/>
        <w:t>1.013e0</w:t>
      </w:r>
    </w:p>
    <w:p w:rsidR="007B2329" w:rsidRDefault="007B2329" w:rsidP="007B2329">
      <w:r>
        <w:t>779.7032</w:t>
      </w:r>
      <w:r>
        <w:tab/>
        <w:t>2.038e0</w:t>
      </w:r>
    </w:p>
    <w:p w:rsidR="007B2329" w:rsidRDefault="007B2329" w:rsidP="007B2329">
      <w:r>
        <w:t>779.7725</w:t>
      </w:r>
      <w:r>
        <w:tab/>
        <w:t>9.386e-1</w:t>
      </w:r>
    </w:p>
    <w:p w:rsidR="007B2329" w:rsidRDefault="007B2329" w:rsidP="007B2329">
      <w:r>
        <w:t>779.8010</w:t>
      </w:r>
      <w:r>
        <w:tab/>
        <w:t>1.013e0</w:t>
      </w:r>
    </w:p>
    <w:p w:rsidR="007B2329" w:rsidRDefault="007B2329" w:rsidP="007B2329">
      <w:r>
        <w:t>779.8536</w:t>
      </w:r>
      <w:r>
        <w:tab/>
        <w:t>1.013e0</w:t>
      </w:r>
    </w:p>
    <w:p w:rsidR="007B2329" w:rsidRDefault="007B2329" w:rsidP="007B2329">
      <w:r>
        <w:t>779.8687</w:t>
      </w:r>
      <w:r>
        <w:tab/>
        <w:t>4.051e0</w:t>
      </w:r>
    </w:p>
    <w:p w:rsidR="007B2329" w:rsidRDefault="007B2329" w:rsidP="007B2329">
      <w:r>
        <w:t>779.8766</w:t>
      </w:r>
      <w:r>
        <w:tab/>
        <w:t>1.853e0</w:t>
      </w:r>
    </w:p>
    <w:p w:rsidR="007B2329" w:rsidRDefault="007B2329" w:rsidP="007B2329">
      <w:r>
        <w:t>779.8914</w:t>
      </w:r>
      <w:r>
        <w:tab/>
        <w:t>2.004e0</w:t>
      </w:r>
    </w:p>
    <w:p w:rsidR="007B2329" w:rsidRDefault="007B2329" w:rsidP="007B2329">
      <w:r>
        <w:t>779.9126</w:t>
      </w:r>
      <w:r>
        <w:tab/>
        <w:t>2.025e0</w:t>
      </w:r>
    </w:p>
    <w:p w:rsidR="007B2329" w:rsidRDefault="007B2329" w:rsidP="007B2329">
      <w:r>
        <w:t>779.9197</w:t>
      </w:r>
      <w:r>
        <w:tab/>
        <w:t>1.013e0</w:t>
      </w:r>
    </w:p>
    <w:p w:rsidR="007B2329" w:rsidRDefault="007B2329" w:rsidP="007B2329">
      <w:r>
        <w:t>779.9277</w:t>
      </w:r>
      <w:r>
        <w:tab/>
        <w:t>2.974e0</w:t>
      </w:r>
    </w:p>
    <w:p w:rsidR="007B2329" w:rsidRDefault="007B2329" w:rsidP="007B2329">
      <w:r>
        <w:t>779.9379</w:t>
      </w:r>
      <w:r>
        <w:tab/>
        <w:t>1.013e0</w:t>
      </w:r>
    </w:p>
    <w:p w:rsidR="007B2329" w:rsidRDefault="007B2329" w:rsidP="007B2329">
      <w:r>
        <w:lastRenderedPageBreak/>
        <w:t>779.9490</w:t>
      </w:r>
      <w:r>
        <w:tab/>
        <w:t>2.025e0</w:t>
      </w:r>
    </w:p>
    <w:p w:rsidR="007B2329" w:rsidRDefault="007B2329" w:rsidP="007B2329">
      <w:r>
        <w:t>779.9855</w:t>
      </w:r>
      <w:r>
        <w:tab/>
        <w:t>2.025e0</w:t>
      </w:r>
    </w:p>
    <w:p w:rsidR="007B2329" w:rsidRDefault="007B2329" w:rsidP="007B2329">
      <w:r>
        <w:t>779.9885</w:t>
      </w:r>
      <w:r>
        <w:tab/>
        <w:t>2.025e0</w:t>
      </w:r>
    </w:p>
    <w:p w:rsidR="007B2329" w:rsidRDefault="007B2329" w:rsidP="007B2329">
      <w:r>
        <w:t>779.9911</w:t>
      </w:r>
      <w:r>
        <w:tab/>
        <w:t>2.930e0</w:t>
      </w:r>
    </w:p>
    <w:p w:rsidR="007B2329" w:rsidRDefault="007B2329" w:rsidP="007B2329">
      <w:r>
        <w:t>780.0135</w:t>
      </w:r>
      <w:r>
        <w:tab/>
        <w:t>2.025e0</w:t>
      </w:r>
    </w:p>
    <w:p w:rsidR="007B2329" w:rsidRDefault="007B2329" w:rsidP="007B2329">
      <w:r>
        <w:t>780.0164</w:t>
      </w:r>
      <w:r>
        <w:tab/>
        <w:t>4.051e0</w:t>
      </w:r>
    </w:p>
    <w:p w:rsidR="007B2329" w:rsidRDefault="007B2329" w:rsidP="007B2329">
      <w:r>
        <w:t>780.0585</w:t>
      </w:r>
      <w:r>
        <w:tab/>
        <w:t>4.051e0</w:t>
      </w:r>
    </w:p>
    <w:p w:rsidR="007B2329" w:rsidRDefault="007B2329" w:rsidP="007B2329">
      <w:r>
        <w:t>780.0777</w:t>
      </w:r>
      <w:r>
        <w:tab/>
        <w:t>1.013e0</w:t>
      </w:r>
    </w:p>
    <w:p w:rsidR="007B2329" w:rsidRDefault="007B2329" w:rsidP="007B2329">
      <w:r>
        <w:t>780.1292</w:t>
      </w:r>
      <w:r>
        <w:tab/>
        <w:t>2.025e0</w:t>
      </w:r>
    </w:p>
    <w:p w:rsidR="007B2329" w:rsidRDefault="007B2329" w:rsidP="007B2329">
      <w:r>
        <w:t>780.1643</w:t>
      </w:r>
      <w:r>
        <w:tab/>
        <w:t>1.944e0</w:t>
      </w:r>
    </w:p>
    <w:p w:rsidR="007B2329" w:rsidRDefault="007B2329" w:rsidP="007B2329">
      <w:r>
        <w:t>780.1763</w:t>
      </w:r>
      <w:r>
        <w:tab/>
        <w:t>3.038e0</w:t>
      </w:r>
    </w:p>
    <w:p w:rsidR="007B2329" w:rsidRDefault="007B2329" w:rsidP="007B2329">
      <w:r>
        <w:t>780.1895</w:t>
      </w:r>
      <w:r>
        <w:tab/>
        <w:t>3.038e0</w:t>
      </w:r>
    </w:p>
    <w:p w:rsidR="007B2329" w:rsidRDefault="007B2329" w:rsidP="007B2329">
      <w:r>
        <w:t>780.2013</w:t>
      </w:r>
      <w:r>
        <w:tab/>
        <w:t>2.847e0</w:t>
      </w:r>
    </w:p>
    <w:p w:rsidR="007B2329" w:rsidRDefault="007B2329" w:rsidP="007B2329">
      <w:r>
        <w:t>780.2786</w:t>
      </w:r>
      <w:r>
        <w:tab/>
        <w:t>2.025e0</w:t>
      </w:r>
    </w:p>
    <w:p w:rsidR="007B2329" w:rsidRDefault="007B2329" w:rsidP="007B2329">
      <w:r>
        <w:t>780.3425</w:t>
      </w:r>
      <w:r>
        <w:tab/>
        <w:t>2.025e0</w:t>
      </w:r>
    </w:p>
    <w:p w:rsidR="007B2329" w:rsidRDefault="007B2329" w:rsidP="007B2329">
      <w:r>
        <w:t>780.3528</w:t>
      </w:r>
      <w:r>
        <w:tab/>
        <w:t>2.803e0</w:t>
      </w:r>
    </w:p>
    <w:p w:rsidR="007B2329" w:rsidRDefault="007B2329" w:rsidP="007B2329">
      <w:r>
        <w:t>780.4826</w:t>
      </w:r>
      <w:r>
        <w:tab/>
        <w:t>2.025e0</w:t>
      </w:r>
    </w:p>
    <w:p w:rsidR="007B2329" w:rsidRDefault="007B2329" w:rsidP="007B2329">
      <w:r>
        <w:t>780.4973</w:t>
      </w:r>
      <w:r>
        <w:tab/>
        <w:t>3.162e0</w:t>
      </w:r>
    </w:p>
    <w:p w:rsidR="007B2329" w:rsidRDefault="007B2329" w:rsidP="007B2329">
      <w:r>
        <w:t>780.6553</w:t>
      </w:r>
      <w:r>
        <w:tab/>
        <w:t>1.827e0</w:t>
      </w:r>
    </w:p>
    <w:p w:rsidR="007B2329" w:rsidRDefault="007B2329" w:rsidP="007B2329">
      <w:r>
        <w:lastRenderedPageBreak/>
        <w:t>780.6835</w:t>
      </w:r>
      <w:r>
        <w:tab/>
        <w:t>1.013e0</w:t>
      </w:r>
    </w:p>
    <w:p w:rsidR="007B2329" w:rsidRDefault="007B2329" w:rsidP="007B2329">
      <w:r>
        <w:t>780.6908</w:t>
      </w:r>
      <w:r>
        <w:tab/>
        <w:t>7.089e0</w:t>
      </w:r>
    </w:p>
    <w:p w:rsidR="007B2329" w:rsidRDefault="007B2329" w:rsidP="007B2329">
      <w:r>
        <w:t>780.6929</w:t>
      </w:r>
      <w:r>
        <w:tab/>
        <w:t>2.025e0</w:t>
      </w:r>
    </w:p>
    <w:p w:rsidR="007B2329" w:rsidRDefault="007B2329" w:rsidP="007B2329">
      <w:r>
        <w:t>780.7229</w:t>
      </w:r>
      <w:r>
        <w:tab/>
        <w:t>2.981e0</w:t>
      </w:r>
    </w:p>
    <w:p w:rsidR="007B2329" w:rsidRDefault="007B2329" w:rsidP="007B2329">
      <w:r>
        <w:t>780.7545</w:t>
      </w:r>
      <w:r>
        <w:tab/>
        <w:t>1.013e0</w:t>
      </w:r>
    </w:p>
    <w:p w:rsidR="007B2329" w:rsidRDefault="007B2329" w:rsidP="007B2329">
      <w:r>
        <w:t>780.7628</w:t>
      </w:r>
      <w:r>
        <w:tab/>
        <w:t>2.025e0</w:t>
      </w:r>
    </w:p>
    <w:p w:rsidR="007B2329" w:rsidRDefault="007B2329" w:rsidP="007B2329">
      <w:r>
        <w:t>780.7693</w:t>
      </w:r>
      <w:r>
        <w:tab/>
        <w:t>3.964e0</w:t>
      </w:r>
    </w:p>
    <w:p w:rsidR="007B2329" w:rsidRDefault="007B2329" w:rsidP="007B2329">
      <w:r>
        <w:t>780.7753</w:t>
      </w:r>
      <w:r>
        <w:tab/>
        <w:t>1.025e0</w:t>
      </w:r>
    </w:p>
    <w:p w:rsidR="007B2329" w:rsidRDefault="007B2329" w:rsidP="007B2329">
      <w:r>
        <w:t>780.8221</w:t>
      </w:r>
      <w:r>
        <w:tab/>
        <w:t>3.581e0</w:t>
      </w:r>
    </w:p>
    <w:p w:rsidR="007B2329" w:rsidRDefault="007B2329" w:rsidP="007B2329">
      <w:r>
        <w:t>780.8710</w:t>
      </w:r>
      <w:r>
        <w:tab/>
        <w:t>1.975e0</w:t>
      </w:r>
    </w:p>
    <w:p w:rsidR="007B2329" w:rsidRDefault="007B2329" w:rsidP="007B2329">
      <w:r>
        <w:t>780.8879</w:t>
      </w:r>
      <w:r>
        <w:tab/>
        <w:t>1.940e0</w:t>
      </w:r>
    </w:p>
    <w:p w:rsidR="007B2329" w:rsidRDefault="007B2329" w:rsidP="007B2329">
      <w:r>
        <w:t>780.9054</w:t>
      </w:r>
      <w:r>
        <w:tab/>
        <w:t>5.063e0</w:t>
      </w:r>
    </w:p>
    <w:p w:rsidR="007B2329" w:rsidRDefault="007B2329" w:rsidP="007B2329">
      <w:r>
        <w:t>780.9162</w:t>
      </w:r>
      <w:r>
        <w:tab/>
        <w:t>2.025e0</w:t>
      </w:r>
    </w:p>
    <w:p w:rsidR="007B2329" w:rsidRDefault="007B2329" w:rsidP="007B2329">
      <w:r>
        <w:t>780.9736</w:t>
      </w:r>
      <w:r>
        <w:tab/>
        <w:t>1.013e0</w:t>
      </w:r>
    </w:p>
    <w:p w:rsidR="007B2329" w:rsidRDefault="007B2329" w:rsidP="007B2329">
      <w:r>
        <w:t>781.0262</w:t>
      </w:r>
      <w:r>
        <w:tab/>
        <w:t>1.013e0</w:t>
      </w:r>
    </w:p>
    <w:p w:rsidR="007B2329" w:rsidRDefault="007B2329" w:rsidP="007B2329">
      <w:r>
        <w:t>781.0605</w:t>
      </w:r>
      <w:r>
        <w:tab/>
        <w:t>1.013e0</w:t>
      </w:r>
    </w:p>
    <w:p w:rsidR="007B2329" w:rsidRDefault="007B2329" w:rsidP="007B2329">
      <w:r>
        <w:t>781.0771</w:t>
      </w:r>
      <w:r>
        <w:tab/>
        <w:t>2.025e0</w:t>
      </w:r>
    </w:p>
    <w:p w:rsidR="007B2329" w:rsidRDefault="007B2329" w:rsidP="007B2329">
      <w:r>
        <w:t>781.0784</w:t>
      </w:r>
      <w:r>
        <w:tab/>
        <w:t>1.013e0</w:t>
      </w:r>
    </w:p>
    <w:p w:rsidR="007B2329" w:rsidRDefault="007B2329" w:rsidP="007B2329">
      <w:r>
        <w:t>781.1589</w:t>
      </w:r>
      <w:r>
        <w:tab/>
        <w:t>2.025e0</w:t>
      </w:r>
    </w:p>
    <w:p w:rsidR="007B2329" w:rsidRDefault="007B2329" w:rsidP="007B2329">
      <w:r>
        <w:lastRenderedPageBreak/>
        <w:t>781.1769</w:t>
      </w:r>
      <w:r>
        <w:tab/>
        <w:t>3.301e0</w:t>
      </w:r>
    </w:p>
    <w:p w:rsidR="007B2329" w:rsidRDefault="007B2329" w:rsidP="007B2329">
      <w:r>
        <w:t>781.1844</w:t>
      </w:r>
      <w:r>
        <w:tab/>
        <w:t>1.170e0</w:t>
      </w:r>
    </w:p>
    <w:p w:rsidR="007B2329" w:rsidRDefault="007B2329" w:rsidP="007B2329">
      <w:r>
        <w:t>781.2023</w:t>
      </w:r>
      <w:r>
        <w:tab/>
        <w:t>3.038e0</w:t>
      </w:r>
    </w:p>
    <w:p w:rsidR="007B2329" w:rsidRDefault="007B2329" w:rsidP="007B2329">
      <w:r>
        <w:t>781.2240</w:t>
      </w:r>
      <w:r>
        <w:tab/>
        <w:t>1.521e0</w:t>
      </w:r>
    </w:p>
    <w:p w:rsidR="007B2329" w:rsidRDefault="007B2329" w:rsidP="007B2329">
      <w:r>
        <w:t>781.2487</w:t>
      </w:r>
      <w:r>
        <w:tab/>
        <w:t>2.025e0</w:t>
      </w:r>
    </w:p>
    <w:p w:rsidR="007B2329" w:rsidRDefault="007B2329" w:rsidP="007B2329">
      <w:r>
        <w:t>781.3035</w:t>
      </w:r>
      <w:r>
        <w:tab/>
        <w:t>1.013e0</w:t>
      </w:r>
    </w:p>
    <w:p w:rsidR="007B2329" w:rsidRDefault="007B2329" w:rsidP="007B2329">
      <w:r>
        <w:t>781.3119</w:t>
      </w:r>
      <w:r>
        <w:tab/>
        <w:t>3.038e0</w:t>
      </w:r>
    </w:p>
    <w:p w:rsidR="007B2329" w:rsidRDefault="007B2329" w:rsidP="007B2329">
      <w:r>
        <w:t>781.3278</w:t>
      </w:r>
      <w:r>
        <w:tab/>
        <w:t>2.264e1</w:t>
      </w:r>
    </w:p>
    <w:p w:rsidR="007B2329" w:rsidRDefault="007B2329" w:rsidP="007B2329">
      <w:r>
        <w:t>781.3327</w:t>
      </w:r>
      <w:r>
        <w:tab/>
        <w:t>4.183e1</w:t>
      </w:r>
    </w:p>
    <w:p w:rsidR="007B2329" w:rsidRDefault="007B2329" w:rsidP="007B2329">
      <w:r>
        <w:t>781.3424</w:t>
      </w:r>
      <w:r>
        <w:tab/>
        <w:t>2.219e1</w:t>
      </w:r>
    </w:p>
    <w:p w:rsidR="007B2329" w:rsidRDefault="007B2329" w:rsidP="007B2329">
      <w:r>
        <w:t>781.3501</w:t>
      </w:r>
      <w:r>
        <w:tab/>
        <w:t>6.999e0</w:t>
      </w:r>
    </w:p>
    <w:p w:rsidR="007B2329" w:rsidRDefault="007B2329" w:rsidP="007B2329">
      <w:r>
        <w:t>781.3538</w:t>
      </w:r>
      <w:r>
        <w:tab/>
        <w:t>1.840e1</w:t>
      </w:r>
    </w:p>
    <w:p w:rsidR="007B2329" w:rsidRDefault="007B2329" w:rsidP="007B2329">
      <w:r>
        <w:t>781.3609</w:t>
      </w:r>
      <w:r>
        <w:tab/>
        <w:t>2.014e1</w:t>
      </w:r>
    </w:p>
    <w:p w:rsidR="007B2329" w:rsidRDefault="007B2329" w:rsidP="007B2329">
      <w:r>
        <w:t>781.3807</w:t>
      </w:r>
      <w:r>
        <w:tab/>
        <w:t>2.421e0</w:t>
      </w:r>
    </w:p>
    <w:p w:rsidR="007B2329" w:rsidRDefault="007B2329" w:rsidP="007B2329">
      <w:r>
        <w:t>781.4152</w:t>
      </w:r>
      <w:r>
        <w:tab/>
        <w:t>2.025e0</w:t>
      </w:r>
    </w:p>
    <w:p w:rsidR="007B2329" w:rsidRDefault="007B2329" w:rsidP="007B2329">
      <w:r>
        <w:t>781.6199</w:t>
      </w:r>
      <w:r>
        <w:tab/>
        <w:t>1.013e0</w:t>
      </w:r>
    </w:p>
    <w:p w:rsidR="007B2329" w:rsidRDefault="007B2329" w:rsidP="007B2329">
      <w:r>
        <w:t>781.6331</w:t>
      </w:r>
      <w:r>
        <w:tab/>
        <w:t>2.025e0</w:t>
      </w:r>
    </w:p>
    <w:p w:rsidR="007B2329" w:rsidRDefault="007B2329" w:rsidP="007B2329">
      <w:r>
        <w:t>781.6514</w:t>
      </w:r>
      <w:r>
        <w:tab/>
        <w:t>3.095e0</w:t>
      </w:r>
    </w:p>
    <w:p w:rsidR="007B2329" w:rsidRDefault="007B2329" w:rsidP="007B2329">
      <w:r>
        <w:t>781.6895</w:t>
      </w:r>
      <w:r>
        <w:tab/>
        <w:t>2.177e0</w:t>
      </w:r>
    </w:p>
    <w:p w:rsidR="007B2329" w:rsidRDefault="007B2329" w:rsidP="007B2329">
      <w:r>
        <w:lastRenderedPageBreak/>
        <w:t>781.7405</w:t>
      </w:r>
      <w:r>
        <w:tab/>
        <w:t>1.013e0</w:t>
      </w:r>
    </w:p>
    <w:p w:rsidR="007B2329" w:rsidRDefault="007B2329" w:rsidP="007B2329">
      <w:r>
        <w:t>781.7650</w:t>
      </w:r>
      <w:r>
        <w:tab/>
        <w:t>3.038e0</w:t>
      </w:r>
    </w:p>
    <w:p w:rsidR="007B2329" w:rsidRDefault="007B2329" w:rsidP="007B2329">
      <w:r>
        <w:t>781.8048</w:t>
      </w:r>
      <w:r>
        <w:tab/>
        <w:t>4.759e0</w:t>
      </w:r>
    </w:p>
    <w:p w:rsidR="007B2329" w:rsidRDefault="007B2329" w:rsidP="007B2329">
      <w:r>
        <w:t>781.8100</w:t>
      </w:r>
      <w:r>
        <w:tab/>
        <w:t>3.971e0</w:t>
      </w:r>
    </w:p>
    <w:p w:rsidR="007B2329" w:rsidRDefault="007B2329" w:rsidP="007B2329">
      <w:r>
        <w:t>781.8441</w:t>
      </w:r>
      <w:r>
        <w:tab/>
        <w:t>2.025e0</w:t>
      </w:r>
    </w:p>
    <w:p w:rsidR="007B2329" w:rsidRDefault="007B2329" w:rsidP="007B2329">
      <w:r>
        <w:t>781.8506</w:t>
      </w:r>
      <w:r>
        <w:tab/>
        <w:t>3.038e0</w:t>
      </w:r>
    </w:p>
    <w:p w:rsidR="007B2329" w:rsidRDefault="007B2329" w:rsidP="007B2329">
      <w:r>
        <w:t>781.8663</w:t>
      </w:r>
      <w:r>
        <w:tab/>
        <w:t>2.025e0</w:t>
      </w:r>
    </w:p>
    <w:p w:rsidR="007B2329" w:rsidRDefault="007B2329" w:rsidP="007B2329">
      <w:r>
        <w:t>781.9028</w:t>
      </w:r>
      <w:r>
        <w:tab/>
        <w:t>2.025e0</w:t>
      </w:r>
    </w:p>
    <w:p w:rsidR="007B2329" w:rsidRDefault="007B2329" w:rsidP="007B2329">
      <w:r>
        <w:t>781.9116</w:t>
      </w:r>
      <w:r>
        <w:tab/>
        <w:t>2.470e0</w:t>
      </w:r>
    </w:p>
    <w:p w:rsidR="007B2329" w:rsidRDefault="007B2329" w:rsidP="007B2329">
      <w:r>
        <w:t>781.9193</w:t>
      </w:r>
      <w:r>
        <w:tab/>
        <w:t>2.025e0</w:t>
      </w:r>
    </w:p>
    <w:p w:rsidR="007B2329" w:rsidRDefault="007B2329" w:rsidP="007B2329">
      <w:r>
        <w:t>781.9249</w:t>
      </w:r>
      <w:r>
        <w:tab/>
        <w:t>2.025e0</w:t>
      </w:r>
    </w:p>
    <w:p w:rsidR="007B2329" w:rsidRDefault="007B2329" w:rsidP="007B2329">
      <w:r>
        <w:t>781.9280</w:t>
      </w:r>
      <w:r>
        <w:tab/>
        <w:t>1.013e0</w:t>
      </w:r>
    </w:p>
    <w:p w:rsidR="007B2329" w:rsidRDefault="007B2329" w:rsidP="007B2329">
      <w:r>
        <w:t>781.9788</w:t>
      </w:r>
      <w:r>
        <w:tab/>
        <w:t>1.013e0</w:t>
      </w:r>
    </w:p>
    <w:p w:rsidR="007B2329" w:rsidRDefault="007B2329" w:rsidP="007B2329">
      <w:r>
        <w:t>782.0129</w:t>
      </w:r>
      <w:r>
        <w:tab/>
        <w:t>7.114e0</w:t>
      </w:r>
    </w:p>
    <w:p w:rsidR="007B2329" w:rsidRDefault="007B2329" w:rsidP="007B2329">
      <w:r>
        <w:t>782.0358</w:t>
      </w:r>
      <w:r>
        <w:tab/>
        <w:t>2.655e0</w:t>
      </w:r>
    </w:p>
    <w:p w:rsidR="007B2329" w:rsidRDefault="007B2329" w:rsidP="007B2329">
      <w:r>
        <w:t>782.0511</w:t>
      </w:r>
      <w:r>
        <w:tab/>
        <w:t>2.025e0</w:t>
      </w:r>
    </w:p>
    <w:p w:rsidR="007B2329" w:rsidRDefault="007B2329" w:rsidP="007B2329">
      <w:r>
        <w:t>782.0728</w:t>
      </w:r>
      <w:r>
        <w:tab/>
        <w:t>1.025e0</w:t>
      </w:r>
    </w:p>
    <w:p w:rsidR="007B2329" w:rsidRDefault="007B2329" w:rsidP="007B2329">
      <w:r>
        <w:t>782.0862</w:t>
      </w:r>
      <w:r>
        <w:tab/>
        <w:t>3.038e0</w:t>
      </w:r>
    </w:p>
    <w:p w:rsidR="007B2329" w:rsidRDefault="007B2329" w:rsidP="007B2329">
      <w:r>
        <w:t>782.0978</w:t>
      </w:r>
      <w:r>
        <w:tab/>
        <w:t>1.919e0</w:t>
      </w:r>
    </w:p>
    <w:p w:rsidR="007B2329" w:rsidRDefault="007B2329" w:rsidP="007B2329">
      <w:r>
        <w:lastRenderedPageBreak/>
        <w:t>782.1152</w:t>
      </w:r>
      <w:r>
        <w:tab/>
        <w:t>1.013e0</w:t>
      </w:r>
    </w:p>
    <w:p w:rsidR="007B2329" w:rsidRDefault="007B2329" w:rsidP="007B2329">
      <w:r>
        <w:t>782.1296</w:t>
      </w:r>
      <w:r>
        <w:tab/>
        <w:t>2.147e0</w:t>
      </w:r>
    </w:p>
    <w:p w:rsidR="007B2329" w:rsidRDefault="007B2329" w:rsidP="007B2329">
      <w:r>
        <w:t>782.1622</w:t>
      </w:r>
      <w:r>
        <w:tab/>
        <w:t>2.025e0</w:t>
      </w:r>
    </w:p>
    <w:p w:rsidR="007B2329" w:rsidRDefault="007B2329" w:rsidP="007B2329">
      <w:r>
        <w:t>782.1670</w:t>
      </w:r>
      <w:r>
        <w:tab/>
        <w:t>3.038e0</w:t>
      </w:r>
    </w:p>
    <w:p w:rsidR="007B2329" w:rsidRDefault="007B2329" w:rsidP="007B2329">
      <w:r>
        <w:t>782.1687</w:t>
      </w:r>
      <w:r>
        <w:tab/>
        <w:t>4.051e0</w:t>
      </w:r>
    </w:p>
    <w:p w:rsidR="007B2329" w:rsidRDefault="007B2329" w:rsidP="007B2329">
      <w:r>
        <w:t>782.1820</w:t>
      </w:r>
      <w:r>
        <w:tab/>
        <w:t>2.756e0</w:t>
      </w:r>
    </w:p>
    <w:p w:rsidR="007B2329" w:rsidRDefault="007B2329" w:rsidP="007B2329">
      <w:r>
        <w:t>782.2128</w:t>
      </w:r>
      <w:r>
        <w:tab/>
        <w:t>3.038e0</w:t>
      </w:r>
    </w:p>
    <w:p w:rsidR="007B2329" w:rsidRDefault="007B2329" w:rsidP="007B2329">
      <w:r>
        <w:t>782.2198</w:t>
      </w:r>
      <w:r>
        <w:tab/>
        <w:t>3.038e0</w:t>
      </w:r>
    </w:p>
    <w:p w:rsidR="007B2329" w:rsidRDefault="007B2329" w:rsidP="007B2329">
      <w:r>
        <w:t>782.2269</w:t>
      </w:r>
      <w:r>
        <w:tab/>
        <w:t>2.405e0</w:t>
      </w:r>
    </w:p>
    <w:p w:rsidR="007B2329" w:rsidRDefault="007B2329" w:rsidP="007B2329">
      <w:r>
        <w:t>782.2494</w:t>
      </w:r>
      <w:r>
        <w:tab/>
        <w:t>3.687e0</w:t>
      </w:r>
    </w:p>
    <w:p w:rsidR="007B2329" w:rsidRDefault="007B2329" w:rsidP="007B2329">
      <w:r>
        <w:t>782.2617</w:t>
      </w:r>
      <w:r>
        <w:tab/>
        <w:t>2.189e0</w:t>
      </w:r>
    </w:p>
    <w:p w:rsidR="007B2329" w:rsidRDefault="007B2329" w:rsidP="007B2329">
      <w:r>
        <w:t>782.3076</w:t>
      </w:r>
      <w:r>
        <w:tab/>
        <w:t>5.972e0</w:t>
      </w:r>
    </w:p>
    <w:p w:rsidR="007B2329" w:rsidRDefault="007B2329" w:rsidP="007B2329">
      <w:r>
        <w:t>782.3277</w:t>
      </w:r>
      <w:r>
        <w:tab/>
        <w:t>9.828e0</w:t>
      </w:r>
    </w:p>
    <w:p w:rsidR="007B2329" w:rsidRDefault="007B2329" w:rsidP="007B2329">
      <w:r>
        <w:t>782.3295</w:t>
      </w:r>
      <w:r>
        <w:tab/>
        <w:t>2.754e1</w:t>
      </w:r>
    </w:p>
    <w:p w:rsidR="007B2329" w:rsidRDefault="007B2329" w:rsidP="007B2329">
      <w:r>
        <w:t>782.3404</w:t>
      </w:r>
      <w:r>
        <w:tab/>
        <w:t>2.122e1</w:t>
      </w:r>
    </w:p>
    <w:p w:rsidR="007B2329" w:rsidRDefault="007B2329" w:rsidP="007B2329">
      <w:r>
        <w:t>782.3426</w:t>
      </w:r>
      <w:r>
        <w:tab/>
        <w:t>2.783e1</w:t>
      </w:r>
    </w:p>
    <w:p w:rsidR="007B2329" w:rsidRDefault="007B2329" w:rsidP="007B2329">
      <w:r>
        <w:t>782.3456</w:t>
      </w:r>
      <w:r>
        <w:tab/>
        <w:t>1.013e0</w:t>
      </w:r>
    </w:p>
    <w:p w:rsidR="007B2329" w:rsidRDefault="007B2329" w:rsidP="007B2329">
      <w:r>
        <w:t>782.3485</w:t>
      </w:r>
      <w:r>
        <w:tab/>
        <w:t>1.499e1</w:t>
      </w:r>
    </w:p>
    <w:p w:rsidR="007B2329" w:rsidRDefault="007B2329" w:rsidP="007B2329">
      <w:r>
        <w:t>782.3574</w:t>
      </w:r>
      <w:r>
        <w:tab/>
        <w:t>3.863e0</w:t>
      </w:r>
    </w:p>
    <w:p w:rsidR="007B2329" w:rsidRDefault="007B2329" w:rsidP="007B2329">
      <w:r>
        <w:lastRenderedPageBreak/>
        <w:t>782.3611</w:t>
      </w:r>
      <w:r>
        <w:tab/>
        <w:t>6.888e0</w:t>
      </w:r>
    </w:p>
    <w:p w:rsidR="007B2329" w:rsidRDefault="007B2329" w:rsidP="007B2329">
      <w:r>
        <w:t>782.3694</w:t>
      </w:r>
      <w:r>
        <w:tab/>
        <w:t>4.774e0</w:t>
      </w:r>
    </w:p>
    <w:p w:rsidR="007B2329" w:rsidRDefault="007B2329" w:rsidP="007B2329">
      <w:r>
        <w:t>782.4777</w:t>
      </w:r>
      <w:r>
        <w:tab/>
        <w:t>1.013e0</w:t>
      </w:r>
    </w:p>
    <w:p w:rsidR="007B2329" w:rsidRDefault="007B2329" w:rsidP="007B2329">
      <w:r>
        <w:t>782.4875</w:t>
      </w:r>
      <w:r>
        <w:tab/>
        <w:t>4.144e0</w:t>
      </w:r>
    </w:p>
    <w:p w:rsidR="007B2329" w:rsidRDefault="007B2329" w:rsidP="007B2329">
      <w:r>
        <w:t>782.5539</w:t>
      </w:r>
      <w:r>
        <w:tab/>
        <w:t>1.013e0</w:t>
      </w:r>
    </w:p>
    <w:p w:rsidR="007B2329" w:rsidRDefault="007B2329" w:rsidP="007B2329">
      <w:r>
        <w:t>782.5900</w:t>
      </w:r>
      <w:r>
        <w:tab/>
        <w:t>1.220e0</w:t>
      </w:r>
    </w:p>
    <w:p w:rsidR="007B2329" w:rsidRDefault="007B2329" w:rsidP="007B2329">
      <w:r>
        <w:t>782.5914</w:t>
      </w:r>
      <w:r>
        <w:tab/>
        <w:t>2.257e0</w:t>
      </w:r>
    </w:p>
    <w:p w:rsidR="007B2329" w:rsidRDefault="007B2329" w:rsidP="007B2329">
      <w:r>
        <w:t>782.6230</w:t>
      </w:r>
      <w:r>
        <w:tab/>
        <w:t>1.013e0</w:t>
      </w:r>
    </w:p>
    <w:p w:rsidR="007B2329" w:rsidRDefault="007B2329" w:rsidP="007B2329">
      <w:r>
        <w:t>782.6586</w:t>
      </w:r>
      <w:r>
        <w:tab/>
        <w:t>1.301e0</w:t>
      </w:r>
    </w:p>
    <w:p w:rsidR="007B2329" w:rsidRDefault="007B2329" w:rsidP="007B2329">
      <w:r>
        <w:t>782.6631</w:t>
      </w:r>
      <w:r>
        <w:tab/>
        <w:t>1.013e0</w:t>
      </w:r>
    </w:p>
    <w:p w:rsidR="007B2329" w:rsidRDefault="007B2329" w:rsidP="007B2329">
      <w:r>
        <w:t>782.6683</w:t>
      </w:r>
      <w:r>
        <w:tab/>
        <w:t>5.454e0</w:t>
      </w:r>
    </w:p>
    <w:p w:rsidR="007B2329" w:rsidRDefault="007B2329" w:rsidP="007B2329">
      <w:r>
        <w:t>782.7157</w:t>
      </w:r>
      <w:r>
        <w:tab/>
        <w:t>1.013e0</w:t>
      </w:r>
    </w:p>
    <w:p w:rsidR="007B2329" w:rsidRDefault="007B2329" w:rsidP="007B2329">
      <w:r>
        <w:t>782.7169</w:t>
      </w:r>
      <w:r>
        <w:tab/>
        <w:t>5.063e0</w:t>
      </w:r>
    </w:p>
    <w:p w:rsidR="007B2329" w:rsidRDefault="007B2329" w:rsidP="007B2329">
      <w:r>
        <w:t>782.7220</w:t>
      </w:r>
      <w:r>
        <w:tab/>
        <w:t>2.006e0</w:t>
      </w:r>
    </w:p>
    <w:p w:rsidR="007B2329" w:rsidRDefault="007B2329" w:rsidP="007B2329">
      <w:r>
        <w:t>782.7438</w:t>
      </w:r>
      <w:r>
        <w:tab/>
        <w:t>1.654e0</w:t>
      </w:r>
    </w:p>
    <w:p w:rsidR="007B2329" w:rsidRDefault="007B2329" w:rsidP="007B2329">
      <w:r>
        <w:t>782.7561</w:t>
      </w:r>
      <w:r>
        <w:tab/>
        <w:t>3.855e0</w:t>
      </w:r>
    </w:p>
    <w:p w:rsidR="007B2329" w:rsidRDefault="007B2329" w:rsidP="007B2329">
      <w:r>
        <w:t>782.7686</w:t>
      </w:r>
      <w:r>
        <w:tab/>
        <w:t>2.025e0</w:t>
      </w:r>
    </w:p>
    <w:p w:rsidR="007B2329" w:rsidRDefault="007B2329" w:rsidP="007B2329">
      <w:r>
        <w:t>782.7816</w:t>
      </w:r>
      <w:r>
        <w:tab/>
        <w:t>1.013e0</w:t>
      </w:r>
    </w:p>
    <w:p w:rsidR="007B2329" w:rsidRDefault="007B2329" w:rsidP="007B2329">
      <w:r>
        <w:t>782.7877</w:t>
      </w:r>
      <w:r>
        <w:tab/>
        <w:t>2.025e0</w:t>
      </w:r>
    </w:p>
    <w:p w:rsidR="007B2329" w:rsidRDefault="007B2329" w:rsidP="007B2329">
      <w:r>
        <w:lastRenderedPageBreak/>
        <w:t>782.8547</w:t>
      </w:r>
      <w:r>
        <w:tab/>
        <w:t>4.843e0</w:t>
      </w:r>
    </w:p>
    <w:p w:rsidR="007B2329" w:rsidRDefault="007B2329" w:rsidP="007B2329">
      <w:r>
        <w:t>782.8850</w:t>
      </w:r>
      <w:r>
        <w:tab/>
        <w:t>2.840e0</w:t>
      </w:r>
    </w:p>
    <w:p w:rsidR="007B2329" w:rsidRDefault="007B2329" w:rsidP="007B2329">
      <w:r>
        <w:t>782.9026</w:t>
      </w:r>
      <w:r>
        <w:tab/>
        <w:t>3.024e0</w:t>
      </w:r>
    </w:p>
    <w:p w:rsidR="007B2329" w:rsidRDefault="007B2329" w:rsidP="007B2329">
      <w:r>
        <w:t>782.9113</w:t>
      </w:r>
      <w:r>
        <w:tab/>
        <w:t>4.051e0</w:t>
      </w:r>
    </w:p>
    <w:p w:rsidR="007B2329" w:rsidRDefault="007B2329" w:rsidP="007B2329">
      <w:r>
        <w:t>782.9410</w:t>
      </w:r>
      <w:r>
        <w:tab/>
        <w:t>2.734e0</w:t>
      </w:r>
    </w:p>
    <w:p w:rsidR="007B2329" w:rsidRDefault="007B2329" w:rsidP="007B2329">
      <w:r>
        <w:t>782.9987</w:t>
      </w:r>
      <w:r>
        <w:tab/>
        <w:t>4.366e0</w:t>
      </w:r>
    </w:p>
    <w:p w:rsidR="007B2329" w:rsidRDefault="007B2329" w:rsidP="007B2329">
      <w:r>
        <w:t>783.0138</w:t>
      </w:r>
      <w:r>
        <w:tab/>
        <w:t>4.051e0</w:t>
      </w:r>
    </w:p>
    <w:p w:rsidR="007B2329" w:rsidRDefault="007B2329" w:rsidP="007B2329">
      <w:r>
        <w:t>783.0170</w:t>
      </w:r>
      <w:r>
        <w:tab/>
        <w:t>1.013e0</w:t>
      </w:r>
    </w:p>
    <w:p w:rsidR="007B2329" w:rsidRDefault="007B2329" w:rsidP="007B2329">
      <w:r>
        <w:t>783.0506</w:t>
      </w:r>
      <w:r>
        <w:tab/>
        <w:t>1.013e0</w:t>
      </w:r>
    </w:p>
    <w:p w:rsidR="007B2329" w:rsidRDefault="007B2329" w:rsidP="007B2329">
      <w:r>
        <w:t>783.0530</w:t>
      </w:r>
      <w:r>
        <w:tab/>
        <w:t>3.038e0</w:t>
      </w:r>
    </w:p>
    <w:p w:rsidR="007B2329" w:rsidRDefault="007B2329" w:rsidP="007B2329">
      <w:r>
        <w:t>783.0702</w:t>
      </w:r>
      <w:r>
        <w:tab/>
        <w:t>3.992e0</w:t>
      </w:r>
    </w:p>
    <w:p w:rsidR="007B2329" w:rsidRDefault="007B2329" w:rsidP="007B2329">
      <w:r>
        <w:t>783.0723</w:t>
      </w:r>
      <w:r>
        <w:tab/>
        <w:t>1.013e0</w:t>
      </w:r>
    </w:p>
    <w:p w:rsidR="007B2329" w:rsidRDefault="007B2329" w:rsidP="007B2329">
      <w:r>
        <w:t>783.1119</w:t>
      </w:r>
      <w:r>
        <w:tab/>
        <w:t>2.532e-2</w:t>
      </w:r>
    </w:p>
    <w:p w:rsidR="007B2329" w:rsidRDefault="007B2329" w:rsidP="007B2329">
      <w:r>
        <w:t>783.1481</w:t>
      </w:r>
      <w:r>
        <w:tab/>
        <w:t>5.034e0</w:t>
      </w:r>
    </w:p>
    <w:p w:rsidR="007B2329" w:rsidRDefault="007B2329" w:rsidP="007B2329">
      <w:r>
        <w:t>783.1520</w:t>
      </w:r>
      <w:r>
        <w:tab/>
        <w:t>1.013e0</w:t>
      </w:r>
    </w:p>
    <w:p w:rsidR="007B2329" w:rsidRDefault="007B2329" w:rsidP="007B2329">
      <w:r>
        <w:t>783.1700</w:t>
      </w:r>
      <w:r>
        <w:tab/>
        <w:t>2.604e0</w:t>
      </w:r>
    </w:p>
    <w:p w:rsidR="007B2329" w:rsidRDefault="007B2329" w:rsidP="007B2329">
      <w:r>
        <w:t>783.1944</w:t>
      </w:r>
      <w:r>
        <w:tab/>
        <w:t>4.051e0</w:t>
      </w:r>
    </w:p>
    <w:p w:rsidR="007B2329" w:rsidRDefault="007B2329" w:rsidP="007B2329">
      <w:r>
        <w:t>783.2958</w:t>
      </w:r>
      <w:r>
        <w:tab/>
        <w:t>5.787e0</w:t>
      </w:r>
    </w:p>
    <w:p w:rsidR="007B2329" w:rsidRDefault="007B2329" w:rsidP="007B2329">
      <w:r>
        <w:t>783.3292</w:t>
      </w:r>
      <w:r>
        <w:tab/>
        <w:t>1.929e2</w:t>
      </w:r>
    </w:p>
    <w:p w:rsidR="007B2329" w:rsidRDefault="007B2329" w:rsidP="007B2329">
      <w:r>
        <w:lastRenderedPageBreak/>
        <w:t>783.3309</w:t>
      </w:r>
      <w:r>
        <w:tab/>
        <w:t>4.781e2</w:t>
      </w:r>
    </w:p>
    <w:p w:rsidR="007B2329" w:rsidRDefault="007B2329" w:rsidP="007B2329">
      <w:r>
        <w:t>783.3325</w:t>
      </w:r>
      <w:r>
        <w:tab/>
        <w:t>3.354e2</w:t>
      </w:r>
    </w:p>
    <w:p w:rsidR="007B2329" w:rsidRDefault="007B2329" w:rsidP="007B2329">
      <w:r>
        <w:t>783.3339</w:t>
      </w:r>
      <w:r>
        <w:tab/>
        <w:t>3.066e2</w:t>
      </w:r>
    </w:p>
    <w:p w:rsidR="007B2329" w:rsidRDefault="007B2329" w:rsidP="007B2329">
      <w:r>
        <w:t>783.3851</w:t>
      </w:r>
      <w:r>
        <w:tab/>
        <w:t>3.038e0</w:t>
      </w:r>
    </w:p>
    <w:p w:rsidR="007B2329" w:rsidRDefault="007B2329" w:rsidP="007B2329">
      <w:r>
        <w:t>783.4921</w:t>
      </w:r>
      <w:r>
        <w:tab/>
        <w:t>7.153e0</w:t>
      </w:r>
    </w:p>
    <w:p w:rsidR="007B2329" w:rsidRDefault="007B2329" w:rsidP="007B2329">
      <w:r>
        <w:t>783.5062</w:t>
      </w:r>
      <w:r>
        <w:tab/>
        <w:t>7.089e0</w:t>
      </w:r>
    </w:p>
    <w:p w:rsidR="007B2329" w:rsidRDefault="007B2329" w:rsidP="007B2329">
      <w:r>
        <w:t>783.5438</w:t>
      </w:r>
      <w:r>
        <w:tab/>
        <w:t>2.359e0</w:t>
      </w:r>
    </w:p>
    <w:p w:rsidR="007B2329" w:rsidRDefault="007B2329" w:rsidP="007B2329">
      <w:r>
        <w:t>783.5966</w:t>
      </w:r>
      <w:r>
        <w:tab/>
        <w:t>1.101e0</w:t>
      </w:r>
    </w:p>
    <w:p w:rsidR="007B2329" w:rsidRDefault="007B2329" w:rsidP="007B2329">
      <w:r>
        <w:t>783.6119</w:t>
      </w:r>
      <w:r>
        <w:tab/>
        <w:t>2.631e0</w:t>
      </w:r>
    </w:p>
    <w:p w:rsidR="007B2329" w:rsidRDefault="007B2329" w:rsidP="007B2329">
      <w:r>
        <w:t>783.6222</w:t>
      </w:r>
      <w:r>
        <w:tab/>
        <w:t>1.887e0</w:t>
      </w:r>
    </w:p>
    <w:p w:rsidR="007B2329" w:rsidRDefault="007B2329" w:rsidP="007B2329">
      <w:r>
        <w:t>783.6738</w:t>
      </w:r>
      <w:r>
        <w:tab/>
        <w:t>2.025e0</w:t>
      </w:r>
    </w:p>
    <w:p w:rsidR="007B2329" w:rsidRDefault="007B2329" w:rsidP="007B2329">
      <w:r>
        <w:t>783.6805</w:t>
      </w:r>
      <w:r>
        <w:tab/>
        <w:t>1.013e0</w:t>
      </w:r>
    </w:p>
    <w:p w:rsidR="007B2329" w:rsidRDefault="007B2329" w:rsidP="007B2329">
      <w:r>
        <w:t>783.6942</w:t>
      </w:r>
      <w:r>
        <w:tab/>
        <w:t>1.013e0</w:t>
      </w:r>
    </w:p>
    <w:p w:rsidR="007B2329" w:rsidRDefault="007B2329" w:rsidP="007B2329">
      <w:r>
        <w:t>783.7016</w:t>
      </w:r>
      <w:r>
        <w:tab/>
        <w:t>3.711e0</w:t>
      </w:r>
    </w:p>
    <w:p w:rsidR="007B2329" w:rsidRDefault="007B2329" w:rsidP="007B2329">
      <w:r>
        <w:t>783.7142</w:t>
      </w:r>
      <w:r>
        <w:tab/>
        <w:t>9.114e0</w:t>
      </w:r>
    </w:p>
    <w:p w:rsidR="007B2329" w:rsidRDefault="007B2329" w:rsidP="007B2329">
      <w:r>
        <w:t>783.7225</w:t>
      </w:r>
      <w:r>
        <w:tab/>
        <w:t>2.025e0</w:t>
      </w:r>
    </w:p>
    <w:p w:rsidR="007B2329" w:rsidRDefault="007B2329" w:rsidP="007B2329">
      <w:r>
        <w:t>783.7351</w:t>
      </w:r>
      <w:r>
        <w:tab/>
        <w:t>2.718e0</w:t>
      </w:r>
    </w:p>
    <w:p w:rsidR="007B2329" w:rsidRDefault="007B2329" w:rsidP="007B2329">
      <w:r>
        <w:t>783.8045</w:t>
      </w:r>
      <w:r>
        <w:tab/>
        <w:t>3.081e0</w:t>
      </w:r>
    </w:p>
    <w:p w:rsidR="007B2329" w:rsidRDefault="007B2329" w:rsidP="007B2329">
      <w:r>
        <w:t>783.8098</w:t>
      </w:r>
      <w:r>
        <w:tab/>
        <w:t>3.928e0</w:t>
      </w:r>
    </w:p>
    <w:p w:rsidR="007B2329" w:rsidRDefault="007B2329" w:rsidP="007B2329">
      <w:r>
        <w:lastRenderedPageBreak/>
        <w:t>783.8127</w:t>
      </w:r>
      <w:r>
        <w:tab/>
        <w:t>1.013e0</w:t>
      </w:r>
    </w:p>
    <w:p w:rsidR="007B2329" w:rsidRDefault="007B2329" w:rsidP="007B2329">
      <w:r>
        <w:t>783.8387</w:t>
      </w:r>
      <w:r>
        <w:tab/>
        <w:t>2.953e0</w:t>
      </w:r>
    </w:p>
    <w:p w:rsidR="007B2329" w:rsidRDefault="007B2329" w:rsidP="007B2329">
      <w:r>
        <w:t>783.8414</w:t>
      </w:r>
      <w:r>
        <w:tab/>
        <w:t>1.959e0</w:t>
      </w:r>
    </w:p>
    <w:p w:rsidR="007B2329" w:rsidRDefault="007B2329" w:rsidP="007B2329">
      <w:r>
        <w:t>783.8508</w:t>
      </w:r>
      <w:r>
        <w:tab/>
        <w:t>2.691e0</w:t>
      </w:r>
    </w:p>
    <w:p w:rsidR="007B2329" w:rsidRDefault="007B2329" w:rsidP="007B2329">
      <w:r>
        <w:t>783.8658</w:t>
      </w:r>
      <w:r>
        <w:tab/>
        <w:t>1.013e0</w:t>
      </w:r>
    </w:p>
    <w:p w:rsidR="007B2329" w:rsidRDefault="007B2329" w:rsidP="007B2329">
      <w:r>
        <w:t>783.9203</w:t>
      </w:r>
      <w:r>
        <w:tab/>
        <w:t>1.418e0</w:t>
      </w:r>
    </w:p>
    <w:p w:rsidR="007B2329" w:rsidRDefault="007B2329" w:rsidP="007B2329">
      <w:r>
        <w:t>783.9318</w:t>
      </w:r>
      <w:r>
        <w:tab/>
        <w:t>2.025e0</w:t>
      </w:r>
    </w:p>
    <w:p w:rsidR="007B2329" w:rsidRDefault="007B2329" w:rsidP="007B2329">
      <w:r>
        <w:t>783.9455</w:t>
      </w:r>
      <w:r>
        <w:tab/>
        <w:t>1.678e0</w:t>
      </w:r>
    </w:p>
    <w:p w:rsidR="007B2329" w:rsidRDefault="007B2329" w:rsidP="007B2329">
      <w:r>
        <w:t>783.9996</w:t>
      </w:r>
      <w:r>
        <w:tab/>
        <w:t>2.025e0</w:t>
      </w:r>
    </w:p>
    <w:p w:rsidR="007B2329" w:rsidRDefault="007B2329" w:rsidP="007B2329">
      <w:r>
        <w:t>784.0200</w:t>
      </w:r>
      <w:r>
        <w:tab/>
        <w:t>1.013e0</w:t>
      </w:r>
    </w:p>
    <w:p w:rsidR="007B2329" w:rsidRDefault="007B2329" w:rsidP="007B2329">
      <w:r>
        <w:t>784.0294</w:t>
      </w:r>
      <w:r>
        <w:tab/>
        <w:t>4.051e0</w:t>
      </w:r>
    </w:p>
    <w:p w:rsidR="007B2329" w:rsidRDefault="007B2329" w:rsidP="007B2329">
      <w:r>
        <w:t>784.0338</w:t>
      </w:r>
      <w:r>
        <w:tab/>
        <w:t>3.038e0</w:t>
      </w:r>
    </w:p>
    <w:p w:rsidR="007B2329" w:rsidRDefault="007B2329" w:rsidP="007B2329">
      <w:r>
        <w:t>784.0540</w:t>
      </w:r>
      <w:r>
        <w:tab/>
        <w:t>1.013e0</w:t>
      </w:r>
    </w:p>
    <w:p w:rsidR="007B2329" w:rsidRDefault="007B2329" w:rsidP="007B2329">
      <w:r>
        <w:t>784.0861</w:t>
      </w:r>
      <w:r>
        <w:tab/>
        <w:t>4.437e0</w:t>
      </w:r>
    </w:p>
    <w:p w:rsidR="007B2329" w:rsidRDefault="007B2329" w:rsidP="007B2329">
      <w:r>
        <w:t>784.0981</w:t>
      </w:r>
      <w:r>
        <w:tab/>
        <w:t>4.658e0</w:t>
      </w:r>
    </w:p>
    <w:p w:rsidR="007B2329" w:rsidRDefault="007B2329" w:rsidP="007B2329">
      <w:r>
        <w:t>784.1218</w:t>
      </w:r>
      <w:r>
        <w:tab/>
        <w:t>3.971e0</w:t>
      </w:r>
    </w:p>
    <w:p w:rsidR="007B2329" w:rsidRDefault="007B2329" w:rsidP="007B2329">
      <w:r>
        <w:t>784.1572</w:t>
      </w:r>
      <w:r>
        <w:tab/>
        <w:t>1.013e0</w:t>
      </w:r>
    </w:p>
    <w:p w:rsidR="007B2329" w:rsidRDefault="007B2329" w:rsidP="007B2329">
      <w:r>
        <w:t>784.1711</w:t>
      </w:r>
      <w:r>
        <w:tab/>
        <w:t>3.038e0</w:t>
      </w:r>
    </w:p>
    <w:p w:rsidR="007B2329" w:rsidRDefault="007B2329" w:rsidP="007B2329">
      <w:r>
        <w:t>784.1788</w:t>
      </w:r>
      <w:r>
        <w:tab/>
        <w:t>2.025e0</w:t>
      </w:r>
    </w:p>
    <w:p w:rsidR="007B2329" w:rsidRDefault="007B2329" w:rsidP="007B2329">
      <w:r>
        <w:lastRenderedPageBreak/>
        <w:t>784.2011</w:t>
      </w:r>
      <w:r>
        <w:tab/>
        <w:t>9.271e0</w:t>
      </w:r>
    </w:p>
    <w:p w:rsidR="007B2329" w:rsidRDefault="007B2329" w:rsidP="007B2329">
      <w:r>
        <w:t>784.2156</w:t>
      </w:r>
      <w:r>
        <w:tab/>
        <w:t>5.731e0</w:t>
      </w:r>
    </w:p>
    <w:p w:rsidR="007B2329" w:rsidRDefault="007B2329" w:rsidP="007B2329">
      <w:r>
        <w:t>784.3355</w:t>
      </w:r>
      <w:r>
        <w:tab/>
        <w:t>3.358e2</w:t>
      </w:r>
    </w:p>
    <w:p w:rsidR="007B2329" w:rsidRDefault="007B2329" w:rsidP="007B2329">
      <w:r>
        <w:t>784.3384</w:t>
      </w:r>
      <w:r>
        <w:tab/>
        <w:t>1.668e2</w:t>
      </w:r>
    </w:p>
    <w:p w:rsidR="007B2329" w:rsidRDefault="007B2329" w:rsidP="007B2329">
      <w:r>
        <w:t>784.3401</w:t>
      </w:r>
      <w:r>
        <w:tab/>
        <w:t>2.182e1</w:t>
      </w:r>
    </w:p>
    <w:p w:rsidR="007B2329" w:rsidRDefault="007B2329" w:rsidP="007B2329">
      <w:r>
        <w:t>784.3434</w:t>
      </w:r>
      <w:r>
        <w:tab/>
        <w:t>9.668e1</w:t>
      </w:r>
    </w:p>
    <w:p w:rsidR="007B2329" w:rsidRDefault="007B2329" w:rsidP="007B2329">
      <w:r>
        <w:t>784.3500</w:t>
      </w:r>
      <w:r>
        <w:tab/>
        <w:t>2.850e0</w:t>
      </w:r>
    </w:p>
    <w:p w:rsidR="007B2329" w:rsidRDefault="007B2329" w:rsidP="007B2329">
      <w:r>
        <w:t>784.3754</w:t>
      </w:r>
      <w:r>
        <w:tab/>
        <w:t>3.038e0</w:t>
      </w:r>
    </w:p>
    <w:p w:rsidR="007B2329" w:rsidRDefault="007B2329" w:rsidP="007B2329">
      <w:r>
        <w:t>784.4739</w:t>
      </w:r>
      <w:r>
        <w:tab/>
        <w:t>1.120e1</w:t>
      </w:r>
    </w:p>
    <w:p w:rsidR="007B2329" w:rsidRDefault="007B2329" w:rsidP="007B2329">
      <w:r>
        <w:t>784.4796</w:t>
      </w:r>
      <w:r>
        <w:tab/>
        <w:t>1.064e1</w:t>
      </w:r>
    </w:p>
    <w:p w:rsidR="007B2329" w:rsidRDefault="007B2329" w:rsidP="007B2329">
      <w:r>
        <w:t>784.4852</w:t>
      </w:r>
      <w:r>
        <w:tab/>
        <w:t>2.143e1</w:t>
      </w:r>
    </w:p>
    <w:p w:rsidR="007B2329" w:rsidRDefault="007B2329" w:rsidP="007B2329">
      <w:r>
        <w:t>784.4963</w:t>
      </w:r>
      <w:r>
        <w:tab/>
        <w:t>1.048e1</w:t>
      </w:r>
    </w:p>
    <w:p w:rsidR="007B2329" w:rsidRDefault="007B2329" w:rsidP="007B2329">
      <w:r>
        <w:t>784.4989</w:t>
      </w:r>
      <w:r>
        <w:tab/>
        <w:t>3.038e0</w:t>
      </w:r>
    </w:p>
    <w:p w:rsidR="007B2329" w:rsidRDefault="007B2329" w:rsidP="007B2329">
      <w:r>
        <w:t>784.5026</w:t>
      </w:r>
      <w:r>
        <w:tab/>
        <w:t>2.062e1</w:t>
      </w:r>
    </w:p>
    <w:p w:rsidR="007B2329" w:rsidRDefault="007B2329" w:rsidP="007B2329">
      <w:r>
        <w:t>784.5084</w:t>
      </w:r>
      <w:r>
        <w:tab/>
        <w:t>1.849e1</w:t>
      </w:r>
    </w:p>
    <w:p w:rsidR="007B2329" w:rsidRDefault="007B2329" w:rsidP="007B2329">
      <w:r>
        <w:t>784.5202</w:t>
      </w:r>
      <w:r>
        <w:tab/>
        <w:t>1.415e1</w:t>
      </w:r>
    </w:p>
    <w:p w:rsidR="007B2329" w:rsidRDefault="007B2329" w:rsidP="007B2329">
      <w:r>
        <w:t>784.5332</w:t>
      </w:r>
      <w:r>
        <w:tab/>
        <w:t>7.723e0</w:t>
      </w:r>
    </w:p>
    <w:p w:rsidR="007B2329" w:rsidRDefault="007B2329" w:rsidP="007B2329">
      <w:r>
        <w:t>784.5392</w:t>
      </w:r>
      <w:r>
        <w:tab/>
        <w:t>5.063e0</w:t>
      </w:r>
    </w:p>
    <w:p w:rsidR="007B2329" w:rsidRDefault="007B2329" w:rsidP="007B2329">
      <w:r>
        <w:t>784.6184</w:t>
      </w:r>
      <w:r>
        <w:tab/>
        <w:t>2.025e0</w:t>
      </w:r>
    </w:p>
    <w:p w:rsidR="007B2329" w:rsidRDefault="007B2329" w:rsidP="007B2329">
      <w:r>
        <w:lastRenderedPageBreak/>
        <w:t>784.6221</w:t>
      </w:r>
      <w:r>
        <w:tab/>
        <w:t>3.469e0</w:t>
      </w:r>
    </w:p>
    <w:p w:rsidR="007B2329" w:rsidRDefault="007B2329" w:rsidP="007B2329">
      <w:r>
        <w:t>784.6276</w:t>
      </w:r>
      <w:r>
        <w:tab/>
        <w:t>3.919e0</w:t>
      </w:r>
    </w:p>
    <w:p w:rsidR="007B2329" w:rsidRDefault="007B2329" w:rsidP="007B2329">
      <w:r>
        <w:t>784.6325</w:t>
      </w:r>
      <w:r>
        <w:tab/>
        <w:t>3.038e0</w:t>
      </w:r>
    </w:p>
    <w:p w:rsidR="007B2329" w:rsidRDefault="007B2329" w:rsidP="007B2329">
      <w:r>
        <w:t>784.6437</w:t>
      </w:r>
      <w:r>
        <w:tab/>
        <w:t>2.607e0</w:t>
      </w:r>
    </w:p>
    <w:p w:rsidR="007B2329" w:rsidRDefault="007B2329" w:rsidP="007B2329">
      <w:r>
        <w:t>784.6534</w:t>
      </w:r>
      <w:r>
        <w:tab/>
        <w:t>5.063e0</w:t>
      </w:r>
    </w:p>
    <w:p w:rsidR="007B2329" w:rsidRDefault="007B2329" w:rsidP="007B2329">
      <w:r>
        <w:t>784.6586</w:t>
      </w:r>
      <w:r>
        <w:tab/>
        <w:t>1.827e0</w:t>
      </w:r>
    </w:p>
    <w:p w:rsidR="007B2329" w:rsidRDefault="007B2329" w:rsidP="007B2329">
      <w:r>
        <w:t>784.6868</w:t>
      </w:r>
      <w:r>
        <w:tab/>
        <w:t>2.025e0</w:t>
      </w:r>
    </w:p>
    <w:p w:rsidR="007B2329" w:rsidRDefault="007B2329" w:rsidP="007B2329">
      <w:r>
        <w:t>784.7076</w:t>
      </w:r>
      <w:r>
        <w:tab/>
        <w:t>2.025e0</w:t>
      </w:r>
    </w:p>
    <w:p w:rsidR="007B2329" w:rsidRDefault="007B2329" w:rsidP="007B2329">
      <w:r>
        <w:t>784.7688</w:t>
      </w:r>
      <w:r>
        <w:tab/>
        <w:t>3.038e0</w:t>
      </w:r>
    </w:p>
    <w:p w:rsidR="007B2329" w:rsidRDefault="007B2329" w:rsidP="007B2329">
      <w:r>
        <w:t>784.7853</w:t>
      </w:r>
      <w:r>
        <w:tab/>
        <w:t>1.013e0</w:t>
      </w:r>
    </w:p>
    <w:p w:rsidR="007B2329" w:rsidRDefault="007B2329" w:rsidP="007B2329">
      <w:r>
        <w:t>784.8190</w:t>
      </w:r>
      <w:r>
        <w:tab/>
        <w:t>1.013e0</w:t>
      </w:r>
    </w:p>
    <w:p w:rsidR="007B2329" w:rsidRDefault="007B2329" w:rsidP="007B2329">
      <w:r>
        <w:t>784.8521</w:t>
      </w:r>
      <w:r>
        <w:tab/>
        <w:t>6.742e0</w:t>
      </w:r>
    </w:p>
    <w:p w:rsidR="007B2329" w:rsidRDefault="007B2329" w:rsidP="007B2329">
      <w:r>
        <w:t>784.8534</w:t>
      </w:r>
      <w:r>
        <w:tab/>
        <w:t>1.013e0</w:t>
      </w:r>
    </w:p>
    <w:p w:rsidR="007B2329" w:rsidRDefault="007B2329" w:rsidP="007B2329">
      <w:r>
        <w:t>784.8646</w:t>
      </w:r>
      <w:r>
        <w:tab/>
        <w:t>3.038e0</w:t>
      </w:r>
    </w:p>
    <w:p w:rsidR="007B2329" w:rsidRDefault="007B2329" w:rsidP="007B2329">
      <w:r>
        <w:t>784.9209</w:t>
      </w:r>
      <w:r>
        <w:tab/>
        <w:t>2.509e0</w:t>
      </w:r>
    </w:p>
    <w:p w:rsidR="007B2329" w:rsidRDefault="007B2329" w:rsidP="007B2329">
      <w:r>
        <w:t>784.9255</w:t>
      </w:r>
      <w:r>
        <w:tab/>
        <w:t>4.051e0</w:t>
      </w:r>
    </w:p>
    <w:p w:rsidR="007B2329" w:rsidRDefault="007B2329" w:rsidP="007B2329">
      <w:r>
        <w:t>784.9606</w:t>
      </w:r>
      <w:r>
        <w:tab/>
        <w:t>2.025e0</w:t>
      </w:r>
    </w:p>
    <w:p w:rsidR="007B2329" w:rsidRDefault="007B2329" w:rsidP="007B2329">
      <w:r>
        <w:t>784.9625</w:t>
      </w:r>
      <w:r>
        <w:tab/>
        <w:t>1.776e0</w:t>
      </w:r>
    </w:p>
    <w:p w:rsidR="007B2329" w:rsidRDefault="007B2329" w:rsidP="007B2329">
      <w:r>
        <w:t>784.9677</w:t>
      </w:r>
      <w:r>
        <w:tab/>
        <w:t>5.063e0</w:t>
      </w:r>
    </w:p>
    <w:p w:rsidR="007B2329" w:rsidRDefault="007B2329" w:rsidP="007B2329">
      <w:r>
        <w:lastRenderedPageBreak/>
        <w:t>784.9912</w:t>
      </w:r>
      <w:r>
        <w:tab/>
        <w:t>2.409e0</w:t>
      </w:r>
    </w:p>
    <w:p w:rsidR="007B2329" w:rsidRDefault="007B2329" w:rsidP="007B2329">
      <w:r>
        <w:t>785.0239</w:t>
      </w:r>
      <w:r>
        <w:tab/>
        <w:t>3.038e0</w:t>
      </w:r>
    </w:p>
    <w:p w:rsidR="007B2329" w:rsidRDefault="007B2329" w:rsidP="007B2329">
      <w:r>
        <w:t>785.0254</w:t>
      </w:r>
      <w:r>
        <w:tab/>
        <w:t>4.051e0</w:t>
      </w:r>
    </w:p>
    <w:p w:rsidR="007B2329" w:rsidRDefault="007B2329" w:rsidP="007B2329">
      <w:r>
        <w:t>785.0704</w:t>
      </w:r>
      <w:r>
        <w:tab/>
        <w:t>1.013e0</w:t>
      </w:r>
    </w:p>
    <w:p w:rsidR="007B2329" w:rsidRDefault="007B2329" w:rsidP="007B2329">
      <w:r>
        <w:t>785.0975</w:t>
      </w:r>
      <w:r>
        <w:tab/>
        <w:t>6.683e0</w:t>
      </w:r>
    </w:p>
    <w:p w:rsidR="007B2329" w:rsidRDefault="007B2329" w:rsidP="007B2329">
      <w:r>
        <w:t>785.1089</w:t>
      </w:r>
      <w:r>
        <w:tab/>
        <w:t>1.013e0</w:t>
      </w:r>
    </w:p>
    <w:p w:rsidR="007B2329" w:rsidRDefault="007B2329" w:rsidP="007B2329">
      <w:r>
        <w:t>785.1899</w:t>
      </w:r>
      <w:r>
        <w:tab/>
        <w:t>2.025e0</w:t>
      </w:r>
    </w:p>
    <w:p w:rsidR="007B2329" w:rsidRDefault="007B2329" w:rsidP="007B2329">
      <w:r>
        <w:t>785.1950</w:t>
      </w:r>
      <w:r>
        <w:tab/>
        <w:t>5.063e0</w:t>
      </w:r>
    </w:p>
    <w:p w:rsidR="007B2329" w:rsidRDefault="007B2329" w:rsidP="007B2329">
      <w:r>
        <w:t>785.2150</w:t>
      </w:r>
      <w:r>
        <w:tab/>
        <w:t>1.853e0</w:t>
      </w:r>
    </w:p>
    <w:p w:rsidR="007B2329" w:rsidRDefault="007B2329" w:rsidP="007B2329">
      <w:r>
        <w:t>785.2613</w:t>
      </w:r>
      <w:r>
        <w:tab/>
        <w:t>1.013e0</w:t>
      </w:r>
    </w:p>
    <w:p w:rsidR="007B2329" w:rsidRDefault="007B2329" w:rsidP="007B2329">
      <w:r>
        <w:t>785.2789</w:t>
      </w:r>
      <w:r>
        <w:tab/>
        <w:t>1.013e0</w:t>
      </w:r>
    </w:p>
    <w:p w:rsidR="007B2329" w:rsidRDefault="007B2329" w:rsidP="007B2329">
      <w:r>
        <w:t>785.3326</w:t>
      </w:r>
      <w:r>
        <w:tab/>
        <w:t>4.689e1</w:t>
      </w:r>
    </w:p>
    <w:p w:rsidR="007B2329" w:rsidRDefault="007B2329" w:rsidP="007B2329">
      <w:r>
        <w:t>785.3340</w:t>
      </w:r>
      <w:r>
        <w:tab/>
        <w:t>4.351e1</w:t>
      </w:r>
    </w:p>
    <w:p w:rsidR="007B2329" w:rsidRDefault="007B2329" w:rsidP="007B2329">
      <w:r>
        <w:t>785.3354</w:t>
      </w:r>
      <w:r>
        <w:tab/>
        <w:t>2.096e1</w:t>
      </w:r>
    </w:p>
    <w:p w:rsidR="007B2329" w:rsidRDefault="007B2329" w:rsidP="007B2329">
      <w:r>
        <w:t>785.3365</w:t>
      </w:r>
      <w:r>
        <w:tab/>
        <w:t>3.673e1</w:t>
      </w:r>
    </w:p>
    <w:p w:rsidR="007B2329" w:rsidRDefault="007B2329" w:rsidP="007B2329">
      <w:r>
        <w:t>785.3438</w:t>
      </w:r>
      <w:r>
        <w:tab/>
        <w:t>3.745e1</w:t>
      </w:r>
    </w:p>
    <w:p w:rsidR="007B2329" w:rsidRDefault="007B2329" w:rsidP="007B2329">
      <w:r>
        <w:t>785.3636</w:t>
      </w:r>
      <w:r>
        <w:tab/>
        <w:t>2.850e1</w:t>
      </w:r>
    </w:p>
    <w:p w:rsidR="007B2329" w:rsidRDefault="007B2329" w:rsidP="007B2329">
      <w:r>
        <w:t>785.3693</w:t>
      </w:r>
      <w:r>
        <w:tab/>
        <w:t>2.980e1</w:t>
      </w:r>
    </w:p>
    <w:p w:rsidR="007B2329" w:rsidRDefault="007B2329" w:rsidP="007B2329">
      <w:r>
        <w:t>785.4206</w:t>
      </w:r>
      <w:r>
        <w:tab/>
        <w:t>4.051e0</w:t>
      </w:r>
    </w:p>
    <w:p w:rsidR="007B2329" w:rsidRDefault="007B2329" w:rsidP="007B2329">
      <w:r>
        <w:lastRenderedPageBreak/>
        <w:t>785.4824</w:t>
      </w:r>
      <w:r>
        <w:tab/>
        <w:t>6.416e0</w:t>
      </w:r>
    </w:p>
    <w:p w:rsidR="007B2329" w:rsidRDefault="007B2329" w:rsidP="007B2329">
      <w:r>
        <w:t>785.4855</w:t>
      </w:r>
      <w:r>
        <w:tab/>
        <w:t>1.025e1</w:t>
      </w:r>
    </w:p>
    <w:p w:rsidR="007B2329" w:rsidRDefault="007B2329" w:rsidP="007B2329">
      <w:r>
        <w:t>785.4899</w:t>
      </w:r>
      <w:r>
        <w:tab/>
        <w:t>3.974e0</w:t>
      </w:r>
    </w:p>
    <w:p w:rsidR="007B2329" w:rsidRDefault="007B2329" w:rsidP="007B2329">
      <w:r>
        <w:t>785.4943</w:t>
      </w:r>
      <w:r>
        <w:tab/>
        <w:t>2.368e0</w:t>
      </w:r>
    </w:p>
    <w:p w:rsidR="007B2329" w:rsidRDefault="007B2329" w:rsidP="007B2329">
      <w:r>
        <w:t>785.5048</w:t>
      </w:r>
      <w:r>
        <w:tab/>
        <w:t>1.310e1</w:t>
      </w:r>
    </w:p>
    <w:p w:rsidR="007B2329" w:rsidRDefault="007B2329" w:rsidP="007B2329">
      <w:r>
        <w:t>785.5094</w:t>
      </w:r>
      <w:r>
        <w:tab/>
        <w:t>1.085e1</w:t>
      </w:r>
    </w:p>
    <w:p w:rsidR="007B2329" w:rsidRDefault="007B2329" w:rsidP="007B2329">
      <w:r>
        <w:t>785.5180</w:t>
      </w:r>
      <w:r>
        <w:tab/>
        <w:t>3.215e0</w:t>
      </w:r>
    </w:p>
    <w:p w:rsidR="007B2329" w:rsidRDefault="007B2329" w:rsidP="007B2329">
      <w:r>
        <w:t>785.5204</w:t>
      </w:r>
      <w:r>
        <w:tab/>
        <w:t>7.551e0</w:t>
      </w:r>
    </w:p>
    <w:p w:rsidR="007B2329" w:rsidRDefault="007B2329" w:rsidP="007B2329">
      <w:r>
        <w:t>785.5870</w:t>
      </w:r>
      <w:r>
        <w:tab/>
        <w:t>3.318e0</w:t>
      </w:r>
    </w:p>
    <w:p w:rsidR="007B2329" w:rsidRDefault="007B2329" w:rsidP="007B2329">
      <w:r>
        <w:t>785.6021</w:t>
      </w:r>
      <w:r>
        <w:tab/>
        <w:t>2.025e0</w:t>
      </w:r>
    </w:p>
    <w:p w:rsidR="007B2329" w:rsidRDefault="007B2329" w:rsidP="007B2329">
      <w:r>
        <w:t>785.6062</w:t>
      </w:r>
      <w:r>
        <w:tab/>
        <w:t>3.866e0</w:t>
      </w:r>
    </w:p>
    <w:p w:rsidR="007B2329" w:rsidRDefault="007B2329" w:rsidP="007B2329">
      <w:r>
        <w:t>785.6142</w:t>
      </w:r>
      <w:r>
        <w:tab/>
        <w:t>3.038e0</w:t>
      </w:r>
    </w:p>
    <w:p w:rsidR="007B2329" w:rsidRDefault="007B2329" w:rsidP="007B2329">
      <w:r>
        <w:t>785.6207</w:t>
      </w:r>
      <w:r>
        <w:tab/>
        <w:t>2.025e0</w:t>
      </w:r>
    </w:p>
    <w:p w:rsidR="007B2329" w:rsidRDefault="007B2329" w:rsidP="007B2329">
      <w:r>
        <w:t>785.6219</w:t>
      </w:r>
      <w:r>
        <w:tab/>
        <w:t>1.931e0</w:t>
      </w:r>
    </w:p>
    <w:p w:rsidR="007B2329" w:rsidRDefault="007B2329" w:rsidP="007B2329">
      <w:r>
        <w:t>785.6874</w:t>
      </w:r>
      <w:r>
        <w:tab/>
        <w:t>3.038e0</w:t>
      </w:r>
    </w:p>
    <w:p w:rsidR="007B2329" w:rsidRDefault="007B2329" w:rsidP="007B2329">
      <w:r>
        <w:t>785.6938</w:t>
      </w:r>
      <w:r>
        <w:tab/>
        <w:t>1.013e0</w:t>
      </w:r>
    </w:p>
    <w:p w:rsidR="007B2329" w:rsidRDefault="007B2329" w:rsidP="007B2329">
      <w:r>
        <w:t>785.7153</w:t>
      </w:r>
      <w:r>
        <w:tab/>
        <w:t>3.038e0</w:t>
      </w:r>
    </w:p>
    <w:p w:rsidR="007B2329" w:rsidRDefault="007B2329" w:rsidP="007B2329">
      <w:r>
        <w:t>785.7201</w:t>
      </w:r>
      <w:r>
        <w:tab/>
        <w:t>1.013e0</w:t>
      </w:r>
    </w:p>
    <w:p w:rsidR="007B2329" w:rsidRDefault="007B2329" w:rsidP="007B2329">
      <w:r>
        <w:t>785.7358</w:t>
      </w:r>
      <w:r>
        <w:tab/>
        <w:t>3.038e0</w:t>
      </w:r>
    </w:p>
    <w:p w:rsidR="007B2329" w:rsidRDefault="007B2329" w:rsidP="007B2329">
      <w:r>
        <w:lastRenderedPageBreak/>
        <w:t>785.7866</w:t>
      </w:r>
      <w:r>
        <w:tab/>
        <w:t>2.025e0</w:t>
      </w:r>
    </w:p>
    <w:p w:rsidR="007B2329" w:rsidRDefault="007B2329" w:rsidP="007B2329">
      <w:r>
        <w:t>785.7895</w:t>
      </w:r>
      <w:r>
        <w:tab/>
        <w:t>4.051e0</w:t>
      </w:r>
    </w:p>
    <w:p w:rsidR="007B2329" w:rsidRDefault="007B2329" w:rsidP="007B2329">
      <w:r>
        <w:t>785.7999</w:t>
      </w:r>
      <w:r>
        <w:tab/>
        <w:t>6.541e0</w:t>
      </w:r>
    </w:p>
    <w:p w:rsidR="007B2329" w:rsidRDefault="007B2329" w:rsidP="007B2329">
      <w:r>
        <w:t>785.8351</w:t>
      </w:r>
      <w:r>
        <w:tab/>
        <w:t>7.081e0</w:t>
      </w:r>
    </w:p>
    <w:p w:rsidR="007B2329" w:rsidRDefault="007B2329" w:rsidP="007B2329">
      <w:r>
        <w:t>785.8375</w:t>
      </w:r>
      <w:r>
        <w:tab/>
        <w:t>4.051e0</w:t>
      </w:r>
    </w:p>
    <w:p w:rsidR="007B2329" w:rsidRDefault="007B2329" w:rsidP="007B2329">
      <w:r>
        <w:t>785.8395</w:t>
      </w:r>
      <w:r>
        <w:tab/>
        <w:t>3.038e0</w:t>
      </w:r>
    </w:p>
    <w:p w:rsidR="007B2329" w:rsidRDefault="007B2329" w:rsidP="007B2329">
      <w:r>
        <w:t>785.8568</w:t>
      </w:r>
      <w:r>
        <w:tab/>
        <w:t>4.051e0</w:t>
      </w:r>
    </w:p>
    <w:p w:rsidR="007B2329" w:rsidRDefault="007B2329" w:rsidP="007B2329">
      <w:r>
        <w:t>785.8790</w:t>
      </w:r>
      <w:r>
        <w:tab/>
        <w:t>1.266e-2</w:t>
      </w:r>
    </w:p>
    <w:p w:rsidR="007B2329" w:rsidRDefault="007B2329" w:rsidP="007B2329">
      <w:r>
        <w:t>785.9321</w:t>
      </w:r>
      <w:r>
        <w:tab/>
        <w:t>2.025e0</w:t>
      </w:r>
    </w:p>
    <w:p w:rsidR="007B2329" w:rsidRDefault="007B2329" w:rsidP="007B2329">
      <w:r>
        <w:t>785.9571</w:t>
      </w:r>
      <w:r>
        <w:tab/>
        <w:t>4.958e0</w:t>
      </w:r>
    </w:p>
    <w:p w:rsidR="007B2329" w:rsidRDefault="007B2329" w:rsidP="007B2329">
      <w:r>
        <w:t>785.9724</w:t>
      </w:r>
      <w:r>
        <w:tab/>
        <w:t>4.051e0</w:t>
      </w:r>
    </w:p>
    <w:p w:rsidR="007B2329" w:rsidRDefault="007B2329" w:rsidP="007B2329">
      <w:r>
        <w:t>786.0183</w:t>
      </w:r>
      <w:r>
        <w:tab/>
        <w:t>2.025e0</w:t>
      </w:r>
    </w:p>
    <w:p w:rsidR="007B2329" w:rsidRDefault="007B2329" w:rsidP="007B2329">
      <w:r>
        <w:t>786.0253</w:t>
      </w:r>
      <w:r>
        <w:tab/>
        <w:t>2.025e0</w:t>
      </w:r>
    </w:p>
    <w:p w:rsidR="007B2329" w:rsidRDefault="007B2329" w:rsidP="007B2329">
      <w:r>
        <w:t>786.0316</w:t>
      </w:r>
      <w:r>
        <w:tab/>
        <w:t>4.565e0</w:t>
      </w:r>
    </w:p>
    <w:p w:rsidR="007B2329" w:rsidRDefault="007B2329" w:rsidP="007B2329">
      <w:r>
        <w:t>786.0609</w:t>
      </w:r>
      <w:r>
        <w:tab/>
        <w:t>3.038e0</w:t>
      </w:r>
    </w:p>
    <w:p w:rsidR="007B2329" w:rsidRDefault="007B2329" w:rsidP="007B2329">
      <w:r>
        <w:t>786.1049</w:t>
      </w:r>
      <w:r>
        <w:tab/>
        <w:t>1.013e0</w:t>
      </w:r>
    </w:p>
    <w:p w:rsidR="007B2329" w:rsidRDefault="007B2329" w:rsidP="007B2329">
      <w:r>
        <w:t>786.1708</w:t>
      </w:r>
      <w:r>
        <w:tab/>
        <w:t>2.025e0</w:t>
      </w:r>
    </w:p>
    <w:p w:rsidR="007B2329" w:rsidRDefault="007B2329" w:rsidP="007B2329">
      <w:r>
        <w:t>786.1798</w:t>
      </w:r>
      <w:r>
        <w:tab/>
        <w:t>1.013e0</w:t>
      </w:r>
    </w:p>
    <w:p w:rsidR="007B2329" w:rsidRDefault="007B2329" w:rsidP="007B2329">
      <w:r>
        <w:t>786.2019</w:t>
      </w:r>
      <w:r>
        <w:tab/>
        <w:t>3.038e0</w:t>
      </w:r>
    </w:p>
    <w:p w:rsidR="007B2329" w:rsidRDefault="007B2329" w:rsidP="007B2329">
      <w:r>
        <w:lastRenderedPageBreak/>
        <w:t>786.2106</w:t>
      </w:r>
      <w:r>
        <w:tab/>
        <w:t>1.013e0</w:t>
      </w:r>
    </w:p>
    <w:p w:rsidR="007B2329" w:rsidRDefault="007B2329" w:rsidP="007B2329">
      <w:r>
        <w:t>786.2307</w:t>
      </w:r>
      <w:r>
        <w:tab/>
        <w:t>1.013e0</w:t>
      </w:r>
    </w:p>
    <w:p w:rsidR="007B2329" w:rsidRDefault="007B2329" w:rsidP="007B2329">
      <w:r>
        <w:t>786.2443</w:t>
      </w:r>
      <w:r>
        <w:tab/>
        <w:t>3.038e0</w:t>
      </w:r>
    </w:p>
    <w:p w:rsidR="007B2329" w:rsidRDefault="007B2329" w:rsidP="007B2329">
      <w:r>
        <w:t>786.2637</w:t>
      </w:r>
      <w:r>
        <w:tab/>
        <w:t>1.013e0</w:t>
      </w:r>
    </w:p>
    <w:p w:rsidR="007B2329" w:rsidRDefault="007B2329" w:rsidP="007B2329">
      <w:r>
        <w:t>786.3037</w:t>
      </w:r>
      <w:r>
        <w:tab/>
        <w:t>2.079e0</w:t>
      </w:r>
    </w:p>
    <w:p w:rsidR="007B2329" w:rsidRDefault="007B2329" w:rsidP="007B2329">
      <w:r>
        <w:t>786.3054</w:t>
      </w:r>
      <w:r>
        <w:tab/>
        <w:t>2.737e0</w:t>
      </w:r>
    </w:p>
    <w:p w:rsidR="007B2329" w:rsidRDefault="007B2329" w:rsidP="007B2329">
      <w:r>
        <w:t>786.3143</w:t>
      </w:r>
      <w:r>
        <w:tab/>
        <w:t>2.794e0</w:t>
      </w:r>
    </w:p>
    <w:p w:rsidR="007B2329" w:rsidRDefault="007B2329" w:rsidP="007B2329">
      <w:r>
        <w:t>786.3305</w:t>
      </w:r>
      <w:r>
        <w:tab/>
        <w:t>4.051e0</w:t>
      </w:r>
    </w:p>
    <w:p w:rsidR="007B2329" w:rsidRDefault="007B2329" w:rsidP="007B2329">
      <w:r>
        <w:t>786.3345</w:t>
      </w:r>
      <w:r>
        <w:tab/>
        <w:t>1.455e0</w:t>
      </w:r>
    </w:p>
    <w:p w:rsidR="007B2329" w:rsidRDefault="007B2329" w:rsidP="007B2329">
      <w:r>
        <w:t>786.3490</w:t>
      </w:r>
      <w:r>
        <w:tab/>
        <w:t>7.816e0</w:t>
      </w:r>
    </w:p>
    <w:p w:rsidR="007B2329" w:rsidRDefault="007B2329" w:rsidP="007B2329">
      <w:r>
        <w:t>786.3508</w:t>
      </w:r>
      <w:r>
        <w:tab/>
        <w:t>8.412e0</w:t>
      </w:r>
    </w:p>
    <w:p w:rsidR="007B2329" w:rsidRDefault="007B2329" w:rsidP="007B2329">
      <w:r>
        <w:t>786.3785</w:t>
      </w:r>
      <w:r>
        <w:tab/>
        <w:t>3.613e0</w:t>
      </w:r>
    </w:p>
    <w:p w:rsidR="007B2329" w:rsidRDefault="007B2329" w:rsidP="007B2329">
      <w:r>
        <w:t>786.3842</w:t>
      </w:r>
      <w:r>
        <w:tab/>
        <w:t>1.649e0</w:t>
      </w:r>
    </w:p>
    <w:p w:rsidR="007B2329" w:rsidRDefault="007B2329" w:rsidP="007B2329">
      <w:r>
        <w:t>786.3964</w:t>
      </w:r>
      <w:r>
        <w:tab/>
        <w:t>1.013e0</w:t>
      </w:r>
    </w:p>
    <w:p w:rsidR="007B2329" w:rsidRDefault="007B2329" w:rsidP="007B2329">
      <w:r>
        <w:t>786.4836</w:t>
      </w:r>
      <w:r>
        <w:tab/>
        <w:t>3.487e0</w:t>
      </w:r>
    </w:p>
    <w:p w:rsidR="007B2329" w:rsidRDefault="007B2329" w:rsidP="007B2329">
      <w:r>
        <w:t>786.4904</w:t>
      </w:r>
      <w:r>
        <w:tab/>
        <w:t>1.620e0</w:t>
      </w:r>
    </w:p>
    <w:p w:rsidR="007B2329" w:rsidRDefault="007B2329" w:rsidP="007B2329">
      <w:r>
        <w:t>786.5015</w:t>
      </w:r>
      <w:r>
        <w:tab/>
        <w:t>4.197e0</w:t>
      </w:r>
    </w:p>
    <w:p w:rsidR="007B2329" w:rsidRDefault="007B2329" w:rsidP="007B2329">
      <w:r>
        <w:t>786.5068</w:t>
      </w:r>
      <w:r>
        <w:tab/>
        <w:t>1.112e1</w:t>
      </w:r>
    </w:p>
    <w:p w:rsidR="007B2329" w:rsidRDefault="007B2329" w:rsidP="007B2329">
      <w:r>
        <w:t>786.5175</w:t>
      </w:r>
      <w:r>
        <w:tab/>
        <w:t>1.283e1</w:t>
      </w:r>
    </w:p>
    <w:p w:rsidR="007B2329" w:rsidRDefault="007B2329" w:rsidP="007B2329">
      <w:r>
        <w:lastRenderedPageBreak/>
        <w:t>786.5198</w:t>
      </w:r>
      <w:r>
        <w:tab/>
        <w:t>1.013e0</w:t>
      </w:r>
    </w:p>
    <w:p w:rsidR="007B2329" w:rsidRDefault="007B2329" w:rsidP="007B2329">
      <w:r>
        <w:t>786.5358</w:t>
      </w:r>
      <w:r>
        <w:tab/>
        <w:t>4.238e0</w:t>
      </w:r>
    </w:p>
    <w:p w:rsidR="007B2329" w:rsidRDefault="007B2329" w:rsidP="007B2329">
      <w:r>
        <w:t>786.6047</w:t>
      </w:r>
      <w:r>
        <w:tab/>
        <w:t>1.013e0</w:t>
      </w:r>
    </w:p>
    <w:p w:rsidR="007B2329" w:rsidRDefault="007B2329" w:rsidP="007B2329">
      <w:r>
        <w:t>786.6223</w:t>
      </w:r>
      <w:r>
        <w:tab/>
        <w:t>1.013e0</w:t>
      </w:r>
    </w:p>
    <w:p w:rsidR="007B2329" w:rsidRDefault="007B2329" w:rsidP="007B2329">
      <w:r>
        <w:t>786.6343</w:t>
      </w:r>
      <w:r>
        <w:tab/>
        <w:t>5.294e-1</w:t>
      </w:r>
    </w:p>
    <w:p w:rsidR="007B2329" w:rsidRDefault="007B2329" w:rsidP="007B2329">
      <w:r>
        <w:t>786.6490</w:t>
      </w:r>
      <w:r>
        <w:tab/>
        <w:t>1.013e0</w:t>
      </w:r>
    </w:p>
    <w:p w:rsidR="007B2329" w:rsidRDefault="007B2329" w:rsidP="007B2329">
      <w:r>
        <w:t>786.6620</w:t>
      </w:r>
      <w:r>
        <w:tab/>
        <w:t>3.006e0</w:t>
      </w:r>
    </w:p>
    <w:p w:rsidR="007B2329" w:rsidRDefault="007B2329" w:rsidP="007B2329">
      <w:r>
        <w:t>786.6986</w:t>
      </w:r>
      <w:r>
        <w:tab/>
        <w:t>2.025e0</w:t>
      </w:r>
    </w:p>
    <w:p w:rsidR="007B2329" w:rsidRDefault="007B2329" w:rsidP="007B2329">
      <w:r>
        <w:t>786.7003</w:t>
      </w:r>
      <w:r>
        <w:tab/>
        <w:t>1.995e0</w:t>
      </w:r>
    </w:p>
    <w:p w:rsidR="007B2329" w:rsidRDefault="007B2329" w:rsidP="007B2329">
      <w:r>
        <w:t>786.7160</w:t>
      </w:r>
      <w:r>
        <w:tab/>
        <w:t>4.051e0</w:t>
      </w:r>
    </w:p>
    <w:p w:rsidR="007B2329" w:rsidRDefault="007B2329" w:rsidP="007B2329">
      <w:r>
        <w:t>786.7336</w:t>
      </w:r>
      <w:r>
        <w:tab/>
        <w:t>2.207e0</w:t>
      </w:r>
    </w:p>
    <w:p w:rsidR="007B2329" w:rsidRDefault="007B2329" w:rsidP="007B2329">
      <w:r>
        <w:t>786.7550</w:t>
      </w:r>
      <w:r>
        <w:tab/>
        <w:t>1.013e0</w:t>
      </w:r>
    </w:p>
    <w:p w:rsidR="007B2329" w:rsidRDefault="007B2329" w:rsidP="007B2329">
      <w:r>
        <w:t>786.7652</w:t>
      </w:r>
      <w:r>
        <w:tab/>
        <w:t>1.705e0</w:t>
      </w:r>
    </w:p>
    <w:p w:rsidR="007B2329" w:rsidRDefault="007B2329" w:rsidP="007B2329">
      <w:r>
        <w:t>786.7681</w:t>
      </w:r>
      <w:r>
        <w:tab/>
        <w:t>1.013e0</w:t>
      </w:r>
    </w:p>
    <w:p w:rsidR="007B2329" w:rsidRDefault="007B2329" w:rsidP="007B2329">
      <w:r>
        <w:t>786.7948</w:t>
      </w:r>
      <w:r>
        <w:tab/>
        <w:t>1.013e0</w:t>
      </w:r>
    </w:p>
    <w:p w:rsidR="007B2329" w:rsidRDefault="007B2329" w:rsidP="007B2329">
      <w:r>
        <w:t>786.8169</w:t>
      </w:r>
      <w:r>
        <w:tab/>
        <w:t>2.025e0</w:t>
      </w:r>
    </w:p>
    <w:p w:rsidR="007B2329" w:rsidRDefault="007B2329" w:rsidP="007B2329">
      <w:r>
        <w:t>786.8313</w:t>
      </w:r>
      <w:r>
        <w:tab/>
        <w:t>5.063e0</w:t>
      </w:r>
    </w:p>
    <w:p w:rsidR="007B2329" w:rsidRDefault="007B2329" w:rsidP="007B2329">
      <w:r>
        <w:t>786.8375</w:t>
      </w:r>
      <w:r>
        <w:tab/>
        <w:t>2.025e0</w:t>
      </w:r>
    </w:p>
    <w:p w:rsidR="007B2329" w:rsidRDefault="007B2329" w:rsidP="007B2329">
      <w:r>
        <w:t>786.8472</w:t>
      </w:r>
      <w:r>
        <w:tab/>
        <w:t>2.025e0</w:t>
      </w:r>
    </w:p>
    <w:p w:rsidR="007B2329" w:rsidRDefault="007B2329" w:rsidP="007B2329">
      <w:r>
        <w:lastRenderedPageBreak/>
        <w:t>786.8772</w:t>
      </w:r>
      <w:r>
        <w:tab/>
        <w:t>1.025e0</w:t>
      </w:r>
    </w:p>
    <w:p w:rsidR="007B2329" w:rsidRDefault="007B2329" w:rsidP="007B2329">
      <w:r>
        <w:t>786.8912</w:t>
      </w:r>
      <w:r>
        <w:tab/>
        <w:t>3.038e0</w:t>
      </w:r>
    </w:p>
    <w:p w:rsidR="007B2329" w:rsidRDefault="007B2329" w:rsidP="007B2329">
      <w:r>
        <w:t>786.9061</w:t>
      </w:r>
      <w:r>
        <w:tab/>
        <w:t>2.038e0</w:t>
      </w:r>
    </w:p>
    <w:p w:rsidR="007B2329" w:rsidRDefault="007B2329" w:rsidP="007B2329">
      <w:r>
        <w:t>786.9201</w:t>
      </w:r>
      <w:r>
        <w:tab/>
        <w:t>3.847e0</w:t>
      </w:r>
    </w:p>
    <w:p w:rsidR="007B2329" w:rsidRDefault="007B2329" w:rsidP="007B2329">
      <w:r>
        <w:t>786.9418</w:t>
      </w:r>
      <w:r>
        <w:tab/>
        <w:t>2.025e0</w:t>
      </w:r>
    </w:p>
    <w:p w:rsidR="007B2329" w:rsidRDefault="007B2329" w:rsidP="007B2329">
      <w:r>
        <w:t>786.9542</w:t>
      </w:r>
      <w:r>
        <w:tab/>
        <w:t>2.025e0</w:t>
      </w:r>
    </w:p>
    <w:p w:rsidR="007B2329" w:rsidRDefault="007B2329" w:rsidP="007B2329">
      <w:r>
        <w:t>786.9921</w:t>
      </w:r>
      <w:r>
        <w:tab/>
        <w:t>2.540e0</w:t>
      </w:r>
    </w:p>
    <w:p w:rsidR="007B2329" w:rsidRDefault="007B2329" w:rsidP="007B2329">
      <w:r>
        <w:t>787.0075</w:t>
      </w:r>
      <w:r>
        <w:tab/>
        <w:t>1.013e0</w:t>
      </w:r>
    </w:p>
    <w:p w:rsidR="007B2329" w:rsidRDefault="007B2329" w:rsidP="007B2329">
      <w:r>
        <w:t>787.0461</w:t>
      </w:r>
      <w:r>
        <w:tab/>
        <w:t>3.038e0</w:t>
      </w:r>
    </w:p>
    <w:p w:rsidR="007B2329" w:rsidRDefault="007B2329" w:rsidP="007B2329">
      <w:r>
        <w:t>787.0602</w:t>
      </w:r>
      <w:r>
        <w:tab/>
        <w:t>3.038e0</w:t>
      </w:r>
    </w:p>
    <w:p w:rsidR="007B2329" w:rsidRDefault="007B2329" w:rsidP="007B2329">
      <w:r>
        <w:t>787.0638</w:t>
      </w:r>
      <w:r>
        <w:tab/>
        <w:t>1.013e0</w:t>
      </w:r>
    </w:p>
    <w:p w:rsidR="007B2329" w:rsidRDefault="007B2329" w:rsidP="007B2329">
      <w:r>
        <w:t>787.0698</w:t>
      </w:r>
      <w:r>
        <w:tab/>
        <w:t>2.025e0</w:t>
      </w:r>
    </w:p>
    <w:p w:rsidR="007B2329" w:rsidRDefault="007B2329" w:rsidP="007B2329">
      <w:r>
        <w:t>787.1002</w:t>
      </w:r>
      <w:r>
        <w:tab/>
        <w:t>1.013e0</w:t>
      </w:r>
    </w:p>
    <w:p w:rsidR="007B2329" w:rsidRDefault="007B2329" w:rsidP="007B2329">
      <w:r>
        <w:t>787.1401</w:t>
      </w:r>
      <w:r>
        <w:tab/>
        <w:t>1.013e0</w:t>
      </w:r>
    </w:p>
    <w:p w:rsidR="007B2329" w:rsidRDefault="007B2329" w:rsidP="007B2329">
      <w:r>
        <w:t>787.1531</w:t>
      </w:r>
      <w:r>
        <w:tab/>
        <w:t>1.013e0</w:t>
      </w:r>
    </w:p>
    <w:p w:rsidR="007B2329" w:rsidRDefault="007B2329" w:rsidP="007B2329">
      <w:r>
        <w:t>787.1666</w:t>
      </w:r>
      <w:r>
        <w:tab/>
        <w:t>1.013e0</w:t>
      </w:r>
    </w:p>
    <w:p w:rsidR="007B2329" w:rsidRDefault="007B2329" w:rsidP="007B2329">
      <w:r>
        <w:t>787.1825</w:t>
      </w:r>
      <w:r>
        <w:tab/>
        <w:t>1.013e0</w:t>
      </w:r>
    </w:p>
    <w:p w:rsidR="007B2329" w:rsidRDefault="007B2329" w:rsidP="007B2329">
      <w:r>
        <w:t>787.2288</w:t>
      </w:r>
      <w:r>
        <w:tab/>
        <w:t>8.472e0</w:t>
      </w:r>
    </w:p>
    <w:p w:rsidR="007B2329" w:rsidRDefault="007B2329" w:rsidP="007B2329">
      <w:r>
        <w:t>787.2334</w:t>
      </w:r>
      <w:r>
        <w:tab/>
        <w:t>1.841e0</w:t>
      </w:r>
    </w:p>
    <w:p w:rsidR="007B2329" w:rsidRDefault="007B2329" w:rsidP="007B2329">
      <w:r>
        <w:lastRenderedPageBreak/>
        <w:t>787.2557</w:t>
      </w:r>
      <w:r>
        <w:tab/>
        <w:t>2.025e0</w:t>
      </w:r>
    </w:p>
    <w:p w:rsidR="007B2329" w:rsidRDefault="007B2329" w:rsidP="007B2329">
      <w:r>
        <w:t>787.2595</w:t>
      </w:r>
      <w:r>
        <w:tab/>
        <w:t>2.216e0</w:t>
      </w:r>
    </w:p>
    <w:p w:rsidR="007B2329" w:rsidRDefault="007B2329" w:rsidP="007B2329">
      <w:r>
        <w:t>787.2880</w:t>
      </w:r>
      <w:r>
        <w:tab/>
        <w:t>4.610e0</w:t>
      </w:r>
    </w:p>
    <w:p w:rsidR="007B2329" w:rsidRDefault="007B2329" w:rsidP="007B2329">
      <w:r>
        <w:t>787.3179</w:t>
      </w:r>
      <w:r>
        <w:tab/>
        <w:t>1.231e0</w:t>
      </w:r>
    </w:p>
    <w:p w:rsidR="007B2329" w:rsidRDefault="007B2329" w:rsidP="007B2329">
      <w:r>
        <w:t>787.3191</w:t>
      </w:r>
      <w:r>
        <w:tab/>
        <w:t>1.013e0</w:t>
      </w:r>
    </w:p>
    <w:p w:rsidR="007B2329" w:rsidRDefault="007B2329" w:rsidP="007B2329">
      <w:r>
        <w:t>787.3248</w:t>
      </w:r>
      <w:r>
        <w:tab/>
        <w:t>4.787e0</w:t>
      </w:r>
    </w:p>
    <w:p w:rsidR="007B2329" w:rsidRDefault="007B2329" w:rsidP="007B2329">
      <w:r>
        <w:t>787.3259</w:t>
      </w:r>
      <w:r>
        <w:tab/>
        <w:t>4.650e0</w:t>
      </w:r>
    </w:p>
    <w:p w:rsidR="007B2329" w:rsidRDefault="007B2329" w:rsidP="007B2329">
      <w:r>
        <w:t>787.3395</w:t>
      </w:r>
      <w:r>
        <w:tab/>
        <w:t>1.329e0</w:t>
      </w:r>
    </w:p>
    <w:p w:rsidR="007B2329" w:rsidRDefault="007B2329" w:rsidP="007B2329">
      <w:r>
        <w:t>787.4038</w:t>
      </w:r>
      <w:r>
        <w:tab/>
        <w:t>2.025e0</w:t>
      </w:r>
    </w:p>
    <w:p w:rsidR="007B2329" w:rsidRDefault="007B2329" w:rsidP="007B2329">
      <w:r>
        <w:t>787.4191</w:t>
      </w:r>
      <w:r>
        <w:tab/>
        <w:t>1.390e0</w:t>
      </w:r>
    </w:p>
    <w:p w:rsidR="007B2329" w:rsidRDefault="007B2329" w:rsidP="007B2329">
      <w:r>
        <w:t>787.4500</w:t>
      </w:r>
      <w:r>
        <w:tab/>
        <w:t>2.851e1</w:t>
      </w:r>
    </w:p>
    <w:p w:rsidR="007B2329" w:rsidRDefault="007B2329" w:rsidP="007B2329">
      <w:r>
        <w:t>787.4581</w:t>
      </w:r>
      <w:r>
        <w:tab/>
        <w:t>1.113e0</w:t>
      </w:r>
    </w:p>
    <w:p w:rsidR="007B2329" w:rsidRDefault="007B2329" w:rsidP="007B2329">
      <w:r>
        <w:t>787.4675</w:t>
      </w:r>
      <w:r>
        <w:tab/>
        <w:t>4.948e0</w:t>
      </w:r>
    </w:p>
    <w:p w:rsidR="007B2329" w:rsidRDefault="007B2329" w:rsidP="007B2329">
      <w:r>
        <w:t>787.4720</w:t>
      </w:r>
      <w:r>
        <w:tab/>
        <w:t>1.276e1</w:t>
      </w:r>
    </w:p>
    <w:p w:rsidR="007B2329" w:rsidRDefault="007B2329" w:rsidP="007B2329">
      <w:r>
        <w:t>787.4731</w:t>
      </w:r>
      <w:r>
        <w:tab/>
        <w:t>1.069e1</w:t>
      </w:r>
    </w:p>
    <w:p w:rsidR="007B2329" w:rsidRDefault="007B2329" w:rsidP="007B2329">
      <w:r>
        <w:t>787.4899</w:t>
      </w:r>
      <w:r>
        <w:tab/>
        <w:t>1.433e1</w:t>
      </w:r>
    </w:p>
    <w:p w:rsidR="007B2329" w:rsidRDefault="007B2329" w:rsidP="007B2329">
      <w:r>
        <w:t>787.4951</w:t>
      </w:r>
      <w:r>
        <w:tab/>
        <w:t>5.323e0</w:t>
      </w:r>
    </w:p>
    <w:p w:rsidR="007B2329" w:rsidRDefault="007B2329" w:rsidP="007B2329">
      <w:r>
        <w:t>787.5056</w:t>
      </w:r>
      <w:r>
        <w:tab/>
        <w:t>1.239e0</w:t>
      </w:r>
    </w:p>
    <w:p w:rsidR="007B2329" w:rsidRDefault="007B2329" w:rsidP="007B2329">
      <w:r>
        <w:t>787.5197</w:t>
      </w:r>
      <w:r>
        <w:tab/>
        <w:t>3.038e0</w:t>
      </w:r>
    </w:p>
    <w:p w:rsidR="007B2329" w:rsidRDefault="007B2329" w:rsidP="007B2329">
      <w:r>
        <w:lastRenderedPageBreak/>
        <w:t>787.5399</w:t>
      </w:r>
      <w:r>
        <w:tab/>
        <w:t>3.038e0</w:t>
      </w:r>
    </w:p>
    <w:p w:rsidR="007B2329" w:rsidRDefault="007B2329" w:rsidP="007B2329">
      <w:r>
        <w:t>787.5469</w:t>
      </w:r>
      <w:r>
        <w:tab/>
        <w:t>3.677e0</w:t>
      </w:r>
    </w:p>
    <w:p w:rsidR="007B2329" w:rsidRDefault="007B2329" w:rsidP="007B2329">
      <w:r>
        <w:t>787.5546</w:t>
      </w:r>
      <w:r>
        <w:tab/>
        <w:t>5.083e0</w:t>
      </w:r>
    </w:p>
    <w:p w:rsidR="007B2329" w:rsidRDefault="007B2329" w:rsidP="007B2329">
      <w:r>
        <w:t>787.6243</w:t>
      </w:r>
      <w:r>
        <w:tab/>
        <w:t>2.290e0</w:t>
      </w:r>
    </w:p>
    <w:p w:rsidR="007B2329" w:rsidRDefault="007B2329" w:rsidP="007B2329">
      <w:r>
        <w:t>787.6381</w:t>
      </w:r>
      <w:r>
        <w:tab/>
        <w:t>4.051e0</w:t>
      </w:r>
    </w:p>
    <w:p w:rsidR="007B2329" w:rsidRDefault="007B2329" w:rsidP="007B2329">
      <w:r>
        <w:t>787.6474</w:t>
      </w:r>
      <w:r>
        <w:tab/>
        <w:t>6.172e0</w:t>
      </w:r>
    </w:p>
    <w:p w:rsidR="007B2329" w:rsidRDefault="007B2329" w:rsidP="007B2329">
      <w:r>
        <w:t>787.6886</w:t>
      </w:r>
      <w:r>
        <w:tab/>
        <w:t>2.025e0</w:t>
      </w:r>
    </w:p>
    <w:p w:rsidR="007B2329" w:rsidRDefault="007B2329" w:rsidP="007B2329">
      <w:r>
        <w:t>787.7013</w:t>
      </w:r>
      <w:r>
        <w:tab/>
        <w:t>1.976e0</w:t>
      </w:r>
    </w:p>
    <w:p w:rsidR="007B2329" w:rsidRDefault="007B2329" w:rsidP="007B2329">
      <w:r>
        <w:t>787.7091</w:t>
      </w:r>
      <w:r>
        <w:tab/>
        <w:t>3.038e0</w:t>
      </w:r>
    </w:p>
    <w:p w:rsidR="007B2329" w:rsidRDefault="007B2329" w:rsidP="007B2329">
      <w:r>
        <w:t>787.7910</w:t>
      </w:r>
      <w:r>
        <w:tab/>
        <w:t>1.013e0</w:t>
      </w:r>
    </w:p>
    <w:p w:rsidR="007B2329" w:rsidRDefault="007B2329" w:rsidP="007B2329">
      <w:r>
        <w:t>787.8085</w:t>
      </w:r>
      <w:r>
        <w:tab/>
        <w:t>3.038e0</w:t>
      </w:r>
    </w:p>
    <w:p w:rsidR="007B2329" w:rsidRDefault="007B2329" w:rsidP="007B2329">
      <w:r>
        <w:t>787.8215</w:t>
      </w:r>
      <w:r>
        <w:tab/>
        <w:t>2.025e0</w:t>
      </w:r>
    </w:p>
    <w:p w:rsidR="007B2329" w:rsidRDefault="007B2329" w:rsidP="007B2329">
      <w:r>
        <w:t>787.8242</w:t>
      </w:r>
      <w:r>
        <w:tab/>
        <w:t>2.025e0</w:t>
      </w:r>
    </w:p>
    <w:p w:rsidR="007B2329" w:rsidRDefault="007B2329" w:rsidP="007B2329">
      <w:r>
        <w:t>787.8441</w:t>
      </w:r>
      <w:r>
        <w:tab/>
        <w:t>2.025e0</w:t>
      </w:r>
    </w:p>
    <w:p w:rsidR="007B2329" w:rsidRDefault="007B2329" w:rsidP="007B2329">
      <w:r>
        <w:t>787.9106</w:t>
      </w:r>
      <w:r>
        <w:tab/>
        <w:t>1.013e0</w:t>
      </w:r>
    </w:p>
    <w:p w:rsidR="007B2329" w:rsidRDefault="007B2329" w:rsidP="007B2329">
      <w:r>
        <w:t>787.9210</w:t>
      </w:r>
      <w:r>
        <w:tab/>
        <w:t>2.025e0</w:t>
      </w:r>
    </w:p>
    <w:p w:rsidR="007B2329" w:rsidRDefault="007B2329" w:rsidP="007B2329">
      <w:r>
        <w:t>787.9314</w:t>
      </w:r>
      <w:r>
        <w:tab/>
        <w:t>1.599e0</w:t>
      </w:r>
    </w:p>
    <w:p w:rsidR="007B2329" w:rsidRDefault="007B2329" w:rsidP="007B2329">
      <w:r>
        <w:t>787.9372</w:t>
      </w:r>
      <w:r>
        <w:tab/>
        <w:t>1.013e0</w:t>
      </w:r>
    </w:p>
    <w:p w:rsidR="007B2329" w:rsidRDefault="007B2329" w:rsidP="007B2329">
      <w:r>
        <w:t>787.9581</w:t>
      </w:r>
      <w:r>
        <w:tab/>
        <w:t>3.949e0</w:t>
      </w:r>
    </w:p>
    <w:p w:rsidR="007B2329" w:rsidRDefault="007B2329" w:rsidP="007B2329">
      <w:r>
        <w:lastRenderedPageBreak/>
        <w:t>787.9816</w:t>
      </w:r>
      <w:r>
        <w:tab/>
        <w:t>1.013e0</w:t>
      </w:r>
    </w:p>
    <w:p w:rsidR="007B2329" w:rsidRDefault="007B2329" w:rsidP="007B2329">
      <w:r>
        <w:t>787.9857</w:t>
      </w:r>
      <w:r>
        <w:tab/>
        <w:t>4.051e0</w:t>
      </w:r>
    </w:p>
    <w:p w:rsidR="007B2329" w:rsidRDefault="007B2329" w:rsidP="007B2329">
      <w:r>
        <w:t>787.9874</w:t>
      </w:r>
      <w:r>
        <w:tab/>
        <w:t>2.025e0</w:t>
      </w:r>
    </w:p>
    <w:p w:rsidR="007B2329" w:rsidRDefault="007B2329" w:rsidP="007B2329">
      <w:r>
        <w:t>787.9974</w:t>
      </w:r>
      <w:r>
        <w:tab/>
        <w:t>3.677e0</w:t>
      </w:r>
    </w:p>
    <w:p w:rsidR="007B2329" w:rsidRDefault="007B2329" w:rsidP="007B2329">
      <w:r>
        <w:t>788.0436</w:t>
      </w:r>
      <w:r>
        <w:tab/>
        <w:t>1.013e0</w:t>
      </w:r>
    </w:p>
    <w:p w:rsidR="007B2329" w:rsidRDefault="007B2329" w:rsidP="007B2329">
      <w:r>
        <w:t>788.0554</w:t>
      </w:r>
      <w:r>
        <w:tab/>
        <w:t>3.038e0</w:t>
      </w:r>
    </w:p>
    <w:p w:rsidR="007B2329" w:rsidRDefault="007B2329" w:rsidP="007B2329">
      <w:r>
        <w:t>788.0571</w:t>
      </w:r>
      <w:r>
        <w:tab/>
        <w:t>1.013e0</w:t>
      </w:r>
    </w:p>
    <w:p w:rsidR="007B2329" w:rsidRDefault="007B2329" w:rsidP="007B2329">
      <w:r>
        <w:t>788.0826</w:t>
      </w:r>
      <w:r>
        <w:tab/>
        <w:t>4.051e0</w:t>
      </w:r>
    </w:p>
    <w:p w:rsidR="007B2329" w:rsidRDefault="007B2329" w:rsidP="007B2329">
      <w:r>
        <w:t>788.1032</w:t>
      </w:r>
      <w:r>
        <w:tab/>
        <w:t>3.038e0</w:t>
      </w:r>
    </w:p>
    <w:p w:rsidR="007B2329" w:rsidRDefault="007B2329" w:rsidP="007B2329">
      <w:r>
        <w:t>788.1100</w:t>
      </w:r>
      <w:r>
        <w:tab/>
        <w:t>1.013e0</w:t>
      </w:r>
    </w:p>
    <w:p w:rsidR="007B2329" w:rsidRDefault="007B2329" w:rsidP="007B2329">
      <w:r>
        <w:t>788.1135</w:t>
      </w:r>
      <w:r>
        <w:tab/>
        <w:t>2.025e0</w:t>
      </w:r>
    </w:p>
    <w:p w:rsidR="007B2329" w:rsidRDefault="007B2329" w:rsidP="007B2329">
      <w:r>
        <w:t>788.1302</w:t>
      </w:r>
      <w:r>
        <w:tab/>
        <w:t>2.025e0</w:t>
      </w:r>
    </w:p>
    <w:p w:rsidR="007B2329" w:rsidRDefault="007B2329" w:rsidP="007B2329">
      <w:r>
        <w:t>788.1634</w:t>
      </w:r>
      <w:r>
        <w:tab/>
        <w:t>1.013e0</w:t>
      </w:r>
    </w:p>
    <w:p w:rsidR="007B2329" w:rsidRDefault="007B2329" w:rsidP="007B2329">
      <w:r>
        <w:t>788.1732</w:t>
      </w:r>
      <w:r>
        <w:tab/>
        <w:t>1.939e0</w:t>
      </w:r>
    </w:p>
    <w:p w:rsidR="007B2329" w:rsidRDefault="007B2329" w:rsidP="007B2329">
      <w:r>
        <w:t>788.1975</w:t>
      </w:r>
      <w:r>
        <w:tab/>
        <w:t>3.038e0</w:t>
      </w:r>
    </w:p>
    <w:p w:rsidR="007B2329" w:rsidRDefault="007B2329" w:rsidP="007B2329">
      <w:r>
        <w:t>788.2177</w:t>
      </w:r>
      <w:r>
        <w:tab/>
        <w:t>2.025e0</w:t>
      </w:r>
    </w:p>
    <w:p w:rsidR="007B2329" w:rsidRDefault="007B2329" w:rsidP="007B2329">
      <w:r>
        <w:t>788.2238</w:t>
      </w:r>
      <w:r>
        <w:tab/>
        <w:t>8.032e-1</w:t>
      </w:r>
    </w:p>
    <w:p w:rsidR="007B2329" w:rsidRDefault="007B2329" w:rsidP="007B2329">
      <w:r>
        <w:t>788.2363</w:t>
      </w:r>
      <w:r>
        <w:tab/>
        <w:t>1.768e0</w:t>
      </w:r>
    </w:p>
    <w:p w:rsidR="007B2329" w:rsidRDefault="007B2329" w:rsidP="007B2329">
      <w:r>
        <w:t>788.2541</w:t>
      </w:r>
      <w:r>
        <w:tab/>
        <w:t>1.013e0</w:t>
      </w:r>
    </w:p>
    <w:p w:rsidR="007B2329" w:rsidRDefault="007B2329" w:rsidP="007B2329">
      <w:r>
        <w:lastRenderedPageBreak/>
        <w:t>788.2629</w:t>
      </w:r>
      <w:r>
        <w:tab/>
        <w:t>5.208e0</w:t>
      </w:r>
    </w:p>
    <w:p w:rsidR="007B2329" w:rsidRDefault="007B2329" w:rsidP="007B2329">
      <w:r>
        <w:t>788.2687</w:t>
      </w:r>
      <w:r>
        <w:tab/>
        <w:t>4.532e-1</w:t>
      </w:r>
    </w:p>
    <w:p w:rsidR="007B2329" w:rsidRDefault="007B2329" w:rsidP="007B2329">
      <w:r>
        <w:t>788.2761</w:t>
      </w:r>
      <w:r>
        <w:tab/>
        <w:t>1.750e0</w:t>
      </w:r>
    </w:p>
    <w:p w:rsidR="007B2329" w:rsidRDefault="007B2329" w:rsidP="007B2329">
      <w:r>
        <w:t>788.3207</w:t>
      </w:r>
      <w:r>
        <w:tab/>
        <w:t>1.650e0</w:t>
      </w:r>
    </w:p>
    <w:p w:rsidR="007B2329" w:rsidRDefault="007B2329" w:rsidP="007B2329">
      <w:r>
        <w:t>788.3627</w:t>
      </w:r>
      <w:r>
        <w:tab/>
        <w:t>1.444e0</w:t>
      </w:r>
    </w:p>
    <w:p w:rsidR="007B2329" w:rsidRDefault="007B2329" w:rsidP="007B2329">
      <w:r>
        <w:t>788.3864</w:t>
      </w:r>
      <w:r>
        <w:tab/>
        <w:t>2.721e0</w:t>
      </w:r>
    </w:p>
    <w:p w:rsidR="007B2329" w:rsidRDefault="007B2329" w:rsidP="007B2329">
      <w:r>
        <w:t>788.3948</w:t>
      </w:r>
      <w:r>
        <w:tab/>
        <w:t>1.449e0</w:t>
      </w:r>
    </w:p>
    <w:p w:rsidR="007B2329" w:rsidRDefault="007B2329" w:rsidP="007B2329">
      <w:r>
        <w:t>788.4111</w:t>
      </w:r>
      <w:r>
        <w:tab/>
        <w:t>2.025e0</w:t>
      </w:r>
    </w:p>
    <w:p w:rsidR="007B2329" w:rsidRDefault="007B2329" w:rsidP="007B2329">
      <w:r>
        <w:t>788.4409</w:t>
      </w:r>
      <w:r>
        <w:tab/>
        <w:t>7.151e0</w:t>
      </w:r>
    </w:p>
    <w:p w:rsidR="007B2329" w:rsidRDefault="007B2329" w:rsidP="007B2329">
      <w:r>
        <w:t>788.4474</w:t>
      </w:r>
      <w:r>
        <w:tab/>
        <w:t>6.693e0</w:t>
      </w:r>
    </w:p>
    <w:p w:rsidR="007B2329" w:rsidRDefault="007B2329" w:rsidP="007B2329">
      <w:r>
        <w:t>788.4712</w:t>
      </w:r>
      <w:r>
        <w:tab/>
        <w:t>2.709e1</w:t>
      </w:r>
    </w:p>
    <w:p w:rsidR="007B2329" w:rsidRDefault="007B2329" w:rsidP="007B2329">
      <w:r>
        <w:t>788.4730</w:t>
      </w:r>
      <w:r>
        <w:tab/>
        <w:t>7.714e0</w:t>
      </w:r>
    </w:p>
    <w:p w:rsidR="007B2329" w:rsidRDefault="007B2329" w:rsidP="007B2329">
      <w:r>
        <w:t>788.4755</w:t>
      </w:r>
      <w:r>
        <w:tab/>
        <w:t>2.593e1</w:t>
      </w:r>
    </w:p>
    <w:p w:rsidR="007B2329" w:rsidRDefault="007B2329" w:rsidP="007B2329">
      <w:r>
        <w:t>788.4793</w:t>
      </w:r>
      <w:r>
        <w:tab/>
        <w:t>1.330e1</w:t>
      </w:r>
    </w:p>
    <w:p w:rsidR="007B2329" w:rsidRDefault="007B2329" w:rsidP="007B2329">
      <w:r>
        <w:t>788.5004</w:t>
      </w:r>
      <w:r>
        <w:tab/>
        <w:t>2.025e0</w:t>
      </w:r>
    </w:p>
    <w:p w:rsidR="007B2329" w:rsidRDefault="007B2329" w:rsidP="007B2329">
      <w:r>
        <w:t>788.5176</w:t>
      </w:r>
      <w:r>
        <w:tab/>
        <w:t>4.571e0</w:t>
      </w:r>
    </w:p>
    <w:p w:rsidR="007B2329" w:rsidRDefault="007B2329" w:rsidP="007B2329">
      <w:r>
        <w:t>788.5302</w:t>
      </w:r>
      <w:r>
        <w:tab/>
        <w:t>3.689e0</w:t>
      </w:r>
    </w:p>
    <w:p w:rsidR="007B2329" w:rsidRDefault="007B2329" w:rsidP="007B2329">
      <w:r>
        <w:t>788.5605</w:t>
      </w:r>
      <w:r>
        <w:tab/>
        <w:t>1.013e0</w:t>
      </w:r>
    </w:p>
    <w:p w:rsidR="007B2329" w:rsidRDefault="007B2329" w:rsidP="007B2329">
      <w:r>
        <w:t>788.5768</w:t>
      </w:r>
      <w:r>
        <w:tab/>
        <w:t>1.424e0</w:t>
      </w:r>
    </w:p>
    <w:p w:rsidR="007B2329" w:rsidRDefault="007B2329" w:rsidP="007B2329">
      <w:r>
        <w:lastRenderedPageBreak/>
        <w:t>788.5958</w:t>
      </w:r>
      <w:r>
        <w:tab/>
        <w:t>3.038e0</w:t>
      </w:r>
    </w:p>
    <w:p w:rsidR="007B2329" w:rsidRDefault="007B2329" w:rsidP="007B2329">
      <w:r>
        <w:t>788.6054</w:t>
      </w:r>
      <w:r>
        <w:tab/>
        <w:t>2.025e0</w:t>
      </w:r>
    </w:p>
    <w:p w:rsidR="007B2329" w:rsidRDefault="007B2329" w:rsidP="007B2329">
      <w:r>
        <w:t>788.6423</w:t>
      </w:r>
      <w:r>
        <w:tab/>
        <w:t>1.917e0</w:t>
      </w:r>
    </w:p>
    <w:p w:rsidR="007B2329" w:rsidRDefault="007B2329" w:rsidP="007B2329">
      <w:r>
        <w:t>788.6616</w:t>
      </w:r>
      <w:r>
        <w:tab/>
        <w:t>2.025e0</w:t>
      </w:r>
    </w:p>
    <w:p w:rsidR="007B2329" w:rsidRDefault="007B2329" w:rsidP="007B2329">
      <w:r>
        <w:t>788.6849</w:t>
      </w:r>
      <w:r>
        <w:tab/>
        <w:t>1.657e-1</w:t>
      </w:r>
    </w:p>
    <w:p w:rsidR="007B2329" w:rsidRDefault="007B2329" w:rsidP="007B2329">
      <w:r>
        <w:t>788.7127</w:t>
      </w:r>
      <w:r>
        <w:tab/>
        <w:t>2.025e0</w:t>
      </w:r>
    </w:p>
    <w:p w:rsidR="007B2329" w:rsidRDefault="007B2329" w:rsidP="007B2329">
      <w:r>
        <w:t>788.7156</w:t>
      </w:r>
      <w:r>
        <w:tab/>
        <w:t>1.860e0</w:t>
      </w:r>
    </w:p>
    <w:p w:rsidR="007B2329" w:rsidRDefault="007B2329" w:rsidP="007B2329">
      <w:r>
        <w:t>788.7470</w:t>
      </w:r>
      <w:r>
        <w:tab/>
        <w:t>3.038e0</w:t>
      </w:r>
    </w:p>
    <w:p w:rsidR="007B2329" w:rsidRDefault="007B2329" w:rsidP="007B2329">
      <w:r>
        <w:t>788.7621</w:t>
      </w:r>
      <w:r>
        <w:tab/>
        <w:t>2.025e0</w:t>
      </w:r>
    </w:p>
    <w:p w:rsidR="007B2329" w:rsidRDefault="007B2329" w:rsidP="007B2329">
      <w:r>
        <w:t>788.7778</w:t>
      </w:r>
      <w:r>
        <w:tab/>
        <w:t>3.910e0</w:t>
      </w:r>
    </w:p>
    <w:p w:rsidR="007B2329" w:rsidRDefault="007B2329" w:rsidP="007B2329">
      <w:r>
        <w:t>788.8153</w:t>
      </w:r>
      <w:r>
        <w:tab/>
        <w:t>1.013e0</w:t>
      </w:r>
    </w:p>
    <w:p w:rsidR="007B2329" w:rsidRDefault="007B2329" w:rsidP="007B2329">
      <w:r>
        <w:t>788.8221</w:t>
      </w:r>
      <w:r>
        <w:tab/>
        <w:t>2.025e0</w:t>
      </w:r>
    </w:p>
    <w:p w:rsidR="007B2329" w:rsidRDefault="007B2329" w:rsidP="007B2329">
      <w:r>
        <w:t>788.8286</w:t>
      </w:r>
      <w:r>
        <w:tab/>
        <w:t>1.013e0</w:t>
      </w:r>
    </w:p>
    <w:p w:rsidR="007B2329" w:rsidRDefault="007B2329" w:rsidP="007B2329">
      <w:r>
        <w:t>788.8314</w:t>
      </w:r>
      <w:r>
        <w:tab/>
        <w:t>1.013e0</w:t>
      </w:r>
    </w:p>
    <w:p w:rsidR="007B2329" w:rsidRDefault="007B2329" w:rsidP="007B2329">
      <w:r>
        <w:t>788.8572</w:t>
      </w:r>
      <w:r>
        <w:tab/>
        <w:t>2.025e0</w:t>
      </w:r>
    </w:p>
    <w:p w:rsidR="007B2329" w:rsidRDefault="007B2329" w:rsidP="007B2329">
      <w:r>
        <w:t>788.8619</w:t>
      </w:r>
      <w:r>
        <w:tab/>
        <w:t>2.025e0</w:t>
      </w:r>
    </w:p>
    <w:p w:rsidR="007B2329" w:rsidRDefault="007B2329" w:rsidP="007B2329">
      <w:r>
        <w:t>788.9044</w:t>
      </w:r>
      <w:r>
        <w:tab/>
        <w:t>1.025e0</w:t>
      </w:r>
    </w:p>
    <w:p w:rsidR="007B2329" w:rsidRDefault="007B2329" w:rsidP="007B2329">
      <w:r>
        <w:t>788.9119</w:t>
      </w:r>
      <w:r>
        <w:tab/>
        <w:t>2.025e0</w:t>
      </w:r>
    </w:p>
    <w:p w:rsidR="007B2329" w:rsidRDefault="007B2329" w:rsidP="007B2329">
      <w:r>
        <w:t>788.9326</w:t>
      </w:r>
      <w:r>
        <w:tab/>
        <w:t>1.940e0</w:t>
      </w:r>
    </w:p>
    <w:p w:rsidR="007B2329" w:rsidRDefault="007B2329" w:rsidP="007B2329">
      <w:r>
        <w:lastRenderedPageBreak/>
        <w:t>788.9426</w:t>
      </w:r>
      <w:r>
        <w:tab/>
        <w:t>1.840e0</w:t>
      </w:r>
    </w:p>
    <w:p w:rsidR="007B2329" w:rsidRDefault="007B2329" w:rsidP="007B2329">
      <w:r>
        <w:t>788.9529</w:t>
      </w:r>
      <w:r>
        <w:tab/>
        <w:t>4.051e0</w:t>
      </w:r>
    </w:p>
    <w:p w:rsidR="007B2329" w:rsidRDefault="007B2329" w:rsidP="007B2329">
      <w:r>
        <w:t>788.9774</w:t>
      </w:r>
      <w:r>
        <w:tab/>
        <w:t>2.025e0</w:t>
      </w:r>
    </w:p>
    <w:p w:rsidR="007B2329" w:rsidRDefault="007B2329" w:rsidP="007B2329">
      <w:r>
        <w:t>788.9787</w:t>
      </w:r>
      <w:r>
        <w:tab/>
        <w:t>4.565e0</w:t>
      </w:r>
    </w:p>
    <w:p w:rsidR="007B2329" w:rsidRDefault="007B2329" w:rsidP="007B2329">
      <w:r>
        <w:t>789.0019</w:t>
      </w:r>
      <w:r>
        <w:tab/>
        <w:t>1.013e0</w:t>
      </w:r>
    </w:p>
    <w:p w:rsidR="007B2329" w:rsidRDefault="007B2329" w:rsidP="007B2329">
      <w:r>
        <w:t>789.0404</w:t>
      </w:r>
      <w:r>
        <w:tab/>
        <w:t>3.038e0</w:t>
      </w:r>
    </w:p>
    <w:p w:rsidR="007B2329" w:rsidRDefault="007B2329" w:rsidP="007B2329">
      <w:r>
        <w:t>789.0534</w:t>
      </w:r>
      <w:r>
        <w:tab/>
        <w:t>2.025e0</w:t>
      </w:r>
    </w:p>
    <w:p w:rsidR="007B2329" w:rsidRDefault="007B2329" w:rsidP="007B2329">
      <w:r>
        <w:t>789.0959</w:t>
      </w:r>
      <w:r>
        <w:tab/>
        <w:t>3.005e0</w:t>
      </w:r>
    </w:p>
    <w:p w:rsidR="007B2329" w:rsidRDefault="007B2329" w:rsidP="007B2329">
      <w:r>
        <w:t>789.1130</w:t>
      </w:r>
      <w:r>
        <w:tab/>
        <w:t>3.038e0</w:t>
      </w:r>
    </w:p>
    <w:p w:rsidR="007B2329" w:rsidRDefault="007B2329" w:rsidP="007B2329">
      <w:r>
        <w:t>789.1373</w:t>
      </w:r>
      <w:r>
        <w:tab/>
        <w:t>1.013e0</w:t>
      </w:r>
    </w:p>
    <w:p w:rsidR="007B2329" w:rsidRDefault="007B2329" w:rsidP="007B2329">
      <w:r>
        <w:t>789.1457</w:t>
      </w:r>
      <w:r>
        <w:tab/>
        <w:t>3.038e0</w:t>
      </w:r>
    </w:p>
    <w:p w:rsidR="007B2329" w:rsidRDefault="007B2329" w:rsidP="007B2329">
      <w:r>
        <w:t>789.1595</w:t>
      </w:r>
      <w:r>
        <w:tab/>
        <w:t>2.025e0</w:t>
      </w:r>
    </w:p>
    <w:p w:rsidR="007B2329" w:rsidRDefault="007B2329" w:rsidP="007B2329">
      <w:r>
        <w:t>789.1937</w:t>
      </w:r>
      <w:r>
        <w:tab/>
        <w:t>1.786e0</w:t>
      </w:r>
    </w:p>
    <w:p w:rsidR="007B2329" w:rsidRDefault="007B2329" w:rsidP="007B2329">
      <w:r>
        <w:t>789.2183</w:t>
      </w:r>
      <w:r>
        <w:tab/>
        <w:t>2.890e0</w:t>
      </w:r>
    </w:p>
    <w:p w:rsidR="007B2329" w:rsidRDefault="007B2329" w:rsidP="007B2329">
      <w:r>
        <w:t>789.2309</w:t>
      </w:r>
      <w:r>
        <w:tab/>
        <w:t>2.065e0</w:t>
      </w:r>
    </w:p>
    <w:p w:rsidR="007B2329" w:rsidRDefault="007B2329" w:rsidP="007B2329">
      <w:r>
        <w:t>789.2417</w:t>
      </w:r>
      <w:r>
        <w:tab/>
        <w:t>1.022e0</w:t>
      </w:r>
    </w:p>
    <w:p w:rsidR="007B2329" w:rsidRDefault="007B2329" w:rsidP="007B2329">
      <w:r>
        <w:t>789.2545</w:t>
      </w:r>
      <w:r>
        <w:tab/>
        <w:t>2.163e0</w:t>
      </w:r>
    </w:p>
    <w:p w:rsidR="007B2329" w:rsidRDefault="007B2329" w:rsidP="007B2329">
      <w:r>
        <w:t>789.3466</w:t>
      </w:r>
      <w:r>
        <w:tab/>
        <w:t>1.577e0</w:t>
      </w:r>
    </w:p>
    <w:p w:rsidR="007B2329" w:rsidRDefault="007B2329" w:rsidP="007B2329">
      <w:r>
        <w:t>789.4487</w:t>
      </w:r>
      <w:r>
        <w:tab/>
        <w:t>2.697e2</w:t>
      </w:r>
    </w:p>
    <w:p w:rsidR="007B2329" w:rsidRDefault="007B2329" w:rsidP="007B2329">
      <w:r>
        <w:lastRenderedPageBreak/>
        <w:t>789.4498</w:t>
      </w:r>
      <w:r>
        <w:tab/>
        <w:t>1.144e2</w:t>
      </w:r>
    </w:p>
    <w:p w:rsidR="007B2329" w:rsidRDefault="007B2329" w:rsidP="007B2329">
      <w:r>
        <w:t>789.4521</w:t>
      </w:r>
      <w:r>
        <w:tab/>
        <w:t>1.990e2</w:t>
      </w:r>
    </w:p>
    <w:p w:rsidR="007B2329" w:rsidRDefault="007B2329" w:rsidP="007B2329">
      <w:r>
        <w:t>789.4535</w:t>
      </w:r>
      <w:r>
        <w:tab/>
        <w:t>2.627e2</w:t>
      </w:r>
    </w:p>
    <w:p w:rsidR="007B2329" w:rsidRDefault="007B2329" w:rsidP="007B2329">
      <w:r>
        <w:t>789.4547</w:t>
      </w:r>
      <w:r>
        <w:tab/>
        <w:t>9.974e1</w:t>
      </w:r>
    </w:p>
    <w:p w:rsidR="007B2329" w:rsidRDefault="007B2329" w:rsidP="007B2329">
      <w:r>
        <w:t>789.4606</w:t>
      </w:r>
      <w:r>
        <w:tab/>
        <w:t>1.013e0</w:t>
      </w:r>
    </w:p>
    <w:p w:rsidR="007B2329" w:rsidRDefault="007B2329" w:rsidP="007B2329">
      <w:r>
        <w:t>789.4697</w:t>
      </w:r>
      <w:r>
        <w:tab/>
        <w:t>2.653e1</w:t>
      </w:r>
    </w:p>
    <w:p w:rsidR="007B2329" w:rsidRDefault="007B2329" w:rsidP="007B2329">
      <w:r>
        <w:t>789.5910</w:t>
      </w:r>
      <w:r>
        <w:tab/>
        <w:t>1.737e0</w:t>
      </w:r>
    </w:p>
    <w:p w:rsidR="007B2329" w:rsidRDefault="007B2329" w:rsidP="007B2329">
      <w:r>
        <w:t>789.5925</w:t>
      </w:r>
      <w:r>
        <w:tab/>
        <w:t>6.217e0</w:t>
      </w:r>
    </w:p>
    <w:p w:rsidR="007B2329" w:rsidRDefault="007B2329" w:rsidP="007B2329">
      <w:r>
        <w:t>789.6041</w:t>
      </w:r>
      <w:r>
        <w:tab/>
        <w:t>4.202e0</w:t>
      </w:r>
    </w:p>
    <w:p w:rsidR="007B2329" w:rsidRDefault="007B2329" w:rsidP="007B2329">
      <w:r>
        <w:t>789.6096</w:t>
      </w:r>
      <w:r>
        <w:tab/>
        <w:t>2.841e0</w:t>
      </w:r>
    </w:p>
    <w:p w:rsidR="007B2329" w:rsidRDefault="007B2329" w:rsidP="007B2329">
      <w:r>
        <w:t>789.6440</w:t>
      </w:r>
      <w:r>
        <w:tab/>
        <w:t>3.666e0</w:t>
      </w:r>
    </w:p>
    <w:p w:rsidR="007B2329" w:rsidRDefault="007B2329" w:rsidP="007B2329">
      <w:r>
        <w:t>789.6808</w:t>
      </w:r>
      <w:r>
        <w:tab/>
        <w:t>1.013e0</w:t>
      </w:r>
    </w:p>
    <w:p w:rsidR="007B2329" w:rsidRDefault="007B2329" w:rsidP="007B2329">
      <w:r>
        <w:t>789.6877</w:t>
      </w:r>
      <w:r>
        <w:tab/>
        <w:t>2.025e0</w:t>
      </w:r>
    </w:p>
    <w:p w:rsidR="007B2329" w:rsidRDefault="007B2329" w:rsidP="007B2329">
      <w:r>
        <w:t>789.7620</w:t>
      </w:r>
      <w:r>
        <w:tab/>
        <w:t>5.063e0</w:t>
      </w:r>
    </w:p>
    <w:p w:rsidR="007B2329" w:rsidRDefault="007B2329" w:rsidP="007B2329">
      <w:r>
        <w:t>789.7773</w:t>
      </w:r>
      <w:r>
        <w:tab/>
        <w:t>5.063e0</w:t>
      </w:r>
    </w:p>
    <w:p w:rsidR="007B2329" w:rsidRDefault="007B2329" w:rsidP="007B2329">
      <w:r>
        <w:t>789.7784</w:t>
      </w:r>
      <w:r>
        <w:tab/>
        <w:t>2.025e0</w:t>
      </w:r>
    </w:p>
    <w:p w:rsidR="007B2329" w:rsidRDefault="007B2329" w:rsidP="007B2329">
      <w:r>
        <w:t>789.8112</w:t>
      </w:r>
      <w:r>
        <w:tab/>
        <w:t>8.949e0</w:t>
      </w:r>
    </w:p>
    <w:p w:rsidR="007B2329" w:rsidRDefault="007B2329" w:rsidP="007B2329">
      <w:r>
        <w:t>789.8272</w:t>
      </w:r>
      <w:r>
        <w:tab/>
        <w:t>1.013e0</w:t>
      </w:r>
    </w:p>
    <w:p w:rsidR="007B2329" w:rsidRDefault="007B2329" w:rsidP="007B2329">
      <w:r>
        <w:t>789.8599</w:t>
      </w:r>
      <w:r>
        <w:tab/>
        <w:t>2.025e0</w:t>
      </w:r>
    </w:p>
    <w:p w:rsidR="007B2329" w:rsidRDefault="007B2329" w:rsidP="007B2329">
      <w:r>
        <w:lastRenderedPageBreak/>
        <w:t>789.8805</w:t>
      </w:r>
      <w:r>
        <w:tab/>
        <w:t>1.013e0</w:t>
      </w:r>
    </w:p>
    <w:p w:rsidR="007B2329" w:rsidRDefault="007B2329" w:rsidP="007B2329">
      <w:r>
        <w:t>789.9205</w:t>
      </w:r>
      <w:r>
        <w:tab/>
        <w:t>1.013e0</w:t>
      </w:r>
    </w:p>
    <w:p w:rsidR="007B2329" w:rsidRDefault="007B2329" w:rsidP="007B2329">
      <w:r>
        <w:t>789.9363</w:t>
      </w:r>
      <w:r>
        <w:tab/>
        <w:t>1.013e0</w:t>
      </w:r>
    </w:p>
    <w:p w:rsidR="007B2329" w:rsidRDefault="007B2329" w:rsidP="007B2329">
      <w:r>
        <w:t>789.9408</w:t>
      </w:r>
      <w:r>
        <w:tab/>
        <w:t>1.911e0</w:t>
      </w:r>
    </w:p>
    <w:p w:rsidR="007B2329" w:rsidRDefault="007B2329" w:rsidP="007B2329">
      <w:r>
        <w:t>789.9497</w:t>
      </w:r>
      <w:r>
        <w:tab/>
        <w:t>3.038e0</w:t>
      </w:r>
    </w:p>
    <w:p w:rsidR="007B2329" w:rsidRDefault="007B2329" w:rsidP="007B2329">
      <w:r>
        <w:t>789.9728</w:t>
      </w:r>
      <w:r>
        <w:tab/>
        <w:t>2.025e0</w:t>
      </w:r>
    </w:p>
    <w:p w:rsidR="007B2329" w:rsidRDefault="007B2329" w:rsidP="007B2329">
      <w:r>
        <w:t>790.0406</w:t>
      </w:r>
      <w:r>
        <w:tab/>
        <w:t>8.557e0</w:t>
      </w:r>
    </w:p>
    <w:p w:rsidR="007B2329" w:rsidRDefault="007B2329" w:rsidP="007B2329">
      <w:r>
        <w:t>790.0635</w:t>
      </w:r>
      <w:r>
        <w:tab/>
        <w:t>3.038e0</w:t>
      </w:r>
    </w:p>
    <w:p w:rsidR="007B2329" w:rsidRDefault="007B2329" w:rsidP="007B2329">
      <w:r>
        <w:t>790.0853</w:t>
      </w:r>
      <w:r>
        <w:tab/>
        <w:t>2.532e-2</w:t>
      </w:r>
    </w:p>
    <w:p w:rsidR="007B2329" w:rsidRDefault="007B2329" w:rsidP="007B2329">
      <w:r>
        <w:t>790.0995</w:t>
      </w:r>
      <w:r>
        <w:tab/>
        <w:t>2.025e0</w:t>
      </w:r>
    </w:p>
    <w:p w:rsidR="007B2329" w:rsidRDefault="007B2329" w:rsidP="007B2329">
      <w:r>
        <w:t>790.1404</w:t>
      </w:r>
      <w:r>
        <w:tab/>
        <w:t>2.025e0</w:t>
      </w:r>
    </w:p>
    <w:p w:rsidR="007B2329" w:rsidRDefault="007B2329" w:rsidP="007B2329">
      <w:r>
        <w:t>790.1458</w:t>
      </w:r>
      <w:r>
        <w:tab/>
        <w:t>4.693e0</w:t>
      </w:r>
    </w:p>
    <w:p w:rsidR="007B2329" w:rsidRDefault="007B2329" w:rsidP="007B2329">
      <w:r>
        <w:t>790.1580</w:t>
      </w:r>
      <w:r>
        <w:tab/>
        <w:t>2.025e0</w:t>
      </w:r>
    </w:p>
    <w:p w:rsidR="007B2329" w:rsidRDefault="007B2329" w:rsidP="007B2329">
      <w:r>
        <w:t>790.1740</w:t>
      </w:r>
      <w:r>
        <w:tab/>
        <w:t>1.013e0</w:t>
      </w:r>
    </w:p>
    <w:p w:rsidR="007B2329" w:rsidRDefault="007B2329" w:rsidP="007B2329">
      <w:r>
        <w:t>790.2012</w:t>
      </w:r>
      <w:r>
        <w:tab/>
        <w:t>2.695e0</w:t>
      </w:r>
    </w:p>
    <w:p w:rsidR="007B2329" w:rsidRDefault="007B2329" w:rsidP="007B2329">
      <w:r>
        <w:t>790.2051</w:t>
      </w:r>
      <w:r>
        <w:tab/>
        <w:t>3.038e0</w:t>
      </w:r>
    </w:p>
    <w:p w:rsidR="007B2329" w:rsidRDefault="007B2329" w:rsidP="007B2329">
      <w:r>
        <w:t>790.2112</w:t>
      </w:r>
      <w:r>
        <w:tab/>
        <w:t>1.682e0</w:t>
      </w:r>
    </w:p>
    <w:p w:rsidR="007B2329" w:rsidRDefault="007B2329" w:rsidP="007B2329">
      <w:r>
        <w:t>790.2178</w:t>
      </w:r>
      <w:r>
        <w:tab/>
        <w:t>1.861e0</w:t>
      </w:r>
    </w:p>
    <w:p w:rsidR="007B2329" w:rsidRDefault="007B2329" w:rsidP="007B2329">
      <w:r>
        <w:t>790.2267</w:t>
      </w:r>
      <w:r>
        <w:tab/>
        <w:t>2.853e0</w:t>
      </w:r>
    </w:p>
    <w:p w:rsidR="007B2329" w:rsidRDefault="007B2329" w:rsidP="007B2329">
      <w:r>
        <w:lastRenderedPageBreak/>
        <w:t>790.3086</w:t>
      </w:r>
      <w:r>
        <w:tab/>
        <w:t>2.025e0</w:t>
      </w:r>
    </w:p>
    <w:p w:rsidR="007B2329" w:rsidRDefault="007B2329" w:rsidP="007B2329">
      <w:r>
        <w:t>790.3185</w:t>
      </w:r>
      <w:r>
        <w:tab/>
        <w:t>2.025e0</w:t>
      </w:r>
    </w:p>
    <w:p w:rsidR="007B2329" w:rsidRDefault="007B2329" w:rsidP="007B2329">
      <w:r>
        <w:t>790.4677</w:t>
      </w:r>
      <w:r>
        <w:tab/>
        <w:t>6.006e0</w:t>
      </w:r>
    </w:p>
    <w:p w:rsidR="007B2329" w:rsidRDefault="007B2329" w:rsidP="007B2329">
      <w:r>
        <w:t>790.4713</w:t>
      </w:r>
      <w:r>
        <w:tab/>
        <w:t>1.052e3</w:t>
      </w:r>
    </w:p>
    <w:p w:rsidR="007B2329" w:rsidRDefault="007B2329" w:rsidP="007B2329">
      <w:r>
        <w:t>790.4733</w:t>
      </w:r>
      <w:r>
        <w:tab/>
        <w:t>4.603e2</w:t>
      </w:r>
    </w:p>
    <w:p w:rsidR="007B2329" w:rsidRDefault="007B2329" w:rsidP="007B2329">
      <w:r>
        <w:t>790.4799</w:t>
      </w:r>
      <w:r>
        <w:tab/>
        <w:t>4.188e1</w:t>
      </w:r>
    </w:p>
    <w:p w:rsidR="007B2329" w:rsidRDefault="007B2329" w:rsidP="007B2329">
      <w:r>
        <w:t>790.4823</w:t>
      </w:r>
      <w:r>
        <w:tab/>
        <w:t>6.076e0</w:t>
      </w:r>
    </w:p>
    <w:p w:rsidR="007B2329" w:rsidRDefault="007B2329" w:rsidP="007B2329">
      <w:r>
        <w:t>790.6190</w:t>
      </w:r>
      <w:r>
        <w:tab/>
        <w:t>8.907e0</w:t>
      </w:r>
    </w:p>
    <w:p w:rsidR="007B2329" w:rsidRDefault="007B2329" w:rsidP="007B2329">
      <w:r>
        <w:t>790.6979</w:t>
      </w:r>
      <w:r>
        <w:tab/>
        <w:t>4.001e0</w:t>
      </w:r>
    </w:p>
    <w:p w:rsidR="007B2329" w:rsidRDefault="007B2329" w:rsidP="007B2329">
      <w:r>
        <w:t>790.7072</w:t>
      </w:r>
      <w:r>
        <w:tab/>
        <w:t>2.025e0</w:t>
      </w:r>
    </w:p>
    <w:p w:rsidR="007B2329" w:rsidRDefault="007B2329" w:rsidP="007B2329">
      <w:r>
        <w:t>790.7421</w:t>
      </w:r>
      <w:r>
        <w:tab/>
        <w:t>3.038e0</w:t>
      </w:r>
    </w:p>
    <w:p w:rsidR="007B2329" w:rsidRDefault="007B2329" w:rsidP="007B2329">
      <w:r>
        <w:t>790.7492</w:t>
      </w:r>
      <w:r>
        <w:tab/>
        <w:t>2.025e0</w:t>
      </w:r>
    </w:p>
    <w:p w:rsidR="007B2329" w:rsidRDefault="007B2329" w:rsidP="007B2329">
      <w:r>
        <w:t>790.7530</w:t>
      </w:r>
      <w:r>
        <w:tab/>
        <w:t>3.542e0</w:t>
      </w:r>
    </w:p>
    <w:p w:rsidR="007B2329" w:rsidRDefault="007B2329" w:rsidP="007B2329">
      <w:r>
        <w:t>790.7672</w:t>
      </w:r>
      <w:r>
        <w:tab/>
        <w:t>1.435e0</w:t>
      </w:r>
    </w:p>
    <w:p w:rsidR="007B2329" w:rsidRDefault="007B2329" w:rsidP="007B2329">
      <w:r>
        <w:t>790.7798</w:t>
      </w:r>
      <w:r>
        <w:tab/>
        <w:t>4.051e0</w:t>
      </w:r>
    </w:p>
    <w:p w:rsidR="007B2329" w:rsidRDefault="007B2329" w:rsidP="007B2329">
      <w:r>
        <w:t>790.8120</w:t>
      </w:r>
      <w:r>
        <w:tab/>
        <w:t>2.025e0</w:t>
      </w:r>
    </w:p>
    <w:p w:rsidR="007B2329" w:rsidRDefault="007B2329" w:rsidP="007B2329">
      <w:r>
        <w:t>790.8376</w:t>
      </w:r>
      <w:r>
        <w:tab/>
        <w:t>2.025e0</w:t>
      </w:r>
    </w:p>
    <w:p w:rsidR="007B2329" w:rsidRDefault="007B2329" w:rsidP="007B2329">
      <w:r>
        <w:t>790.8512</w:t>
      </w:r>
      <w:r>
        <w:tab/>
        <w:t>5.604e0</w:t>
      </w:r>
    </w:p>
    <w:p w:rsidR="007B2329" w:rsidRDefault="007B2329" w:rsidP="007B2329">
      <w:r>
        <w:t>790.8750</w:t>
      </w:r>
      <w:r>
        <w:tab/>
        <w:t>2.025e0</w:t>
      </w:r>
    </w:p>
    <w:p w:rsidR="007B2329" w:rsidRDefault="007B2329" w:rsidP="007B2329">
      <w:r>
        <w:lastRenderedPageBreak/>
        <w:t>790.9061</w:t>
      </w:r>
      <w:r>
        <w:tab/>
        <w:t>2.025e0</w:t>
      </w:r>
    </w:p>
    <w:p w:rsidR="007B2329" w:rsidRDefault="007B2329" w:rsidP="007B2329">
      <w:r>
        <w:t>790.9350</w:t>
      </w:r>
      <w:r>
        <w:tab/>
        <w:t>2.952e0</w:t>
      </w:r>
    </w:p>
    <w:p w:rsidR="007B2329" w:rsidRDefault="007B2329" w:rsidP="007B2329">
      <w:r>
        <w:t>790.9448</w:t>
      </w:r>
      <w:r>
        <w:tab/>
        <w:t>2.025e0</w:t>
      </w:r>
    </w:p>
    <w:p w:rsidR="007B2329" w:rsidRDefault="007B2329" w:rsidP="007B2329">
      <w:r>
        <w:t>790.9548</w:t>
      </w:r>
      <w:r>
        <w:tab/>
        <w:t>7.829e0</w:t>
      </w:r>
    </w:p>
    <w:p w:rsidR="007B2329" w:rsidRDefault="007B2329" w:rsidP="007B2329">
      <w:r>
        <w:t>790.9662</w:t>
      </w:r>
      <w:r>
        <w:tab/>
        <w:t>2.025e0</w:t>
      </w:r>
    </w:p>
    <w:p w:rsidR="007B2329" w:rsidRDefault="007B2329" w:rsidP="007B2329">
      <w:r>
        <w:t>790.9750</w:t>
      </w:r>
      <w:r>
        <w:tab/>
        <w:t>3.714e0</w:t>
      </w:r>
    </w:p>
    <w:p w:rsidR="007B2329" w:rsidRDefault="007B2329" w:rsidP="007B2329">
      <w:r>
        <w:t>790.9852</w:t>
      </w:r>
      <w:r>
        <w:tab/>
        <w:t>3.038e0</w:t>
      </w:r>
    </w:p>
    <w:p w:rsidR="007B2329" w:rsidRDefault="007B2329" w:rsidP="007B2329">
      <w:r>
        <w:t>791.0073</w:t>
      </w:r>
      <w:r>
        <w:tab/>
        <w:t>1.013e0</w:t>
      </w:r>
    </w:p>
    <w:p w:rsidR="007B2329" w:rsidRDefault="007B2329" w:rsidP="007B2329">
      <w:r>
        <w:t>791.0246</w:t>
      </w:r>
      <w:r>
        <w:tab/>
        <w:t>5.063e0</w:t>
      </w:r>
    </w:p>
    <w:p w:rsidR="007B2329" w:rsidRDefault="007B2329" w:rsidP="007B2329">
      <w:r>
        <w:t>791.0490</w:t>
      </w:r>
      <w:r>
        <w:tab/>
        <w:t>2.025e0</w:t>
      </w:r>
    </w:p>
    <w:p w:rsidR="007B2329" w:rsidRDefault="007B2329" w:rsidP="007B2329">
      <w:r>
        <w:t>791.0942</w:t>
      </w:r>
      <w:r>
        <w:tab/>
        <w:t>1.013e0</w:t>
      </w:r>
    </w:p>
    <w:p w:rsidR="007B2329" w:rsidRDefault="007B2329" w:rsidP="007B2329">
      <w:r>
        <w:t>791.1210</w:t>
      </w:r>
      <w:r>
        <w:tab/>
        <w:t>2.025e0</w:t>
      </w:r>
    </w:p>
    <w:p w:rsidR="007B2329" w:rsidRDefault="007B2329" w:rsidP="007B2329">
      <w:r>
        <w:t>791.1373</w:t>
      </w:r>
      <w:r>
        <w:tab/>
        <w:t>4.051e0</w:t>
      </w:r>
    </w:p>
    <w:p w:rsidR="007B2329" w:rsidRDefault="007B2329" w:rsidP="007B2329">
      <w:r>
        <w:t>791.1422</w:t>
      </w:r>
      <w:r>
        <w:tab/>
        <w:t>4.051e0</w:t>
      </w:r>
    </w:p>
    <w:p w:rsidR="007B2329" w:rsidRDefault="007B2329" w:rsidP="007B2329">
      <w:r>
        <w:t>791.1608</w:t>
      </w:r>
      <w:r>
        <w:tab/>
        <w:t>1.013e0</w:t>
      </w:r>
    </w:p>
    <w:p w:rsidR="007B2329" w:rsidRDefault="007B2329" w:rsidP="007B2329">
      <w:r>
        <w:t>791.2010</w:t>
      </w:r>
      <w:r>
        <w:tab/>
        <w:t>2.635e0</w:t>
      </w:r>
    </w:p>
    <w:p w:rsidR="007B2329" w:rsidRDefault="007B2329" w:rsidP="007B2329">
      <w:r>
        <w:t>791.2037</w:t>
      </w:r>
      <w:r>
        <w:tab/>
        <w:t>1.358e0</w:t>
      </w:r>
    </w:p>
    <w:p w:rsidR="007B2329" w:rsidRDefault="007B2329" w:rsidP="007B2329">
      <w:r>
        <w:t>791.2162</w:t>
      </w:r>
      <w:r>
        <w:tab/>
        <w:t>3.043e0</w:t>
      </w:r>
    </w:p>
    <w:p w:rsidR="007B2329" w:rsidRDefault="007B2329" w:rsidP="007B2329">
      <w:r>
        <w:t>791.2192</w:t>
      </w:r>
      <w:r>
        <w:tab/>
        <w:t>2.374e0</w:t>
      </w:r>
    </w:p>
    <w:p w:rsidR="007B2329" w:rsidRDefault="007B2329" w:rsidP="007B2329">
      <w:r>
        <w:lastRenderedPageBreak/>
        <w:t>791.2504</w:t>
      </w:r>
      <w:r>
        <w:tab/>
        <w:t>2.025e0</w:t>
      </w:r>
    </w:p>
    <w:p w:rsidR="007B2329" w:rsidRDefault="007B2329" w:rsidP="007B2329">
      <w:r>
        <w:t>791.3059</w:t>
      </w:r>
      <w:r>
        <w:tab/>
        <w:t>3.132e0</w:t>
      </w:r>
    </w:p>
    <w:p w:rsidR="007B2329" w:rsidRDefault="007B2329" w:rsidP="007B2329">
      <w:r>
        <w:t>791.3341</w:t>
      </w:r>
      <w:r>
        <w:tab/>
        <w:t>2.025e0</w:t>
      </w:r>
    </w:p>
    <w:p w:rsidR="007B2329" w:rsidRDefault="007B2329" w:rsidP="007B2329">
      <w:r>
        <w:t>791.3612</w:t>
      </w:r>
      <w:r>
        <w:tab/>
        <w:t>2.690e0</w:t>
      </w:r>
    </w:p>
    <w:p w:rsidR="007B2329" w:rsidRDefault="007B2329" w:rsidP="007B2329">
      <w:r>
        <w:t>791.4708</w:t>
      </w:r>
      <w:r>
        <w:tab/>
        <w:t>1.689e1</w:t>
      </w:r>
    </w:p>
    <w:p w:rsidR="007B2329" w:rsidRDefault="007B2329" w:rsidP="007B2329">
      <w:r>
        <w:t>791.4764</w:t>
      </w:r>
      <w:r>
        <w:tab/>
        <w:t>4.556e1</w:t>
      </w:r>
    </w:p>
    <w:p w:rsidR="007B2329" w:rsidRDefault="007B2329" w:rsidP="007B2329">
      <w:r>
        <w:t>791.4813</w:t>
      </w:r>
      <w:r>
        <w:tab/>
        <w:t>2.121e2</w:t>
      </w:r>
    </w:p>
    <w:p w:rsidR="007B2329" w:rsidRDefault="007B2329" w:rsidP="007B2329">
      <w:r>
        <w:t>791.4844</w:t>
      </w:r>
      <w:r>
        <w:tab/>
        <w:t>1.241e2</w:t>
      </w:r>
    </w:p>
    <w:p w:rsidR="007B2329" w:rsidRDefault="007B2329" w:rsidP="007B2329">
      <w:r>
        <w:t>791.4859</w:t>
      </w:r>
      <w:r>
        <w:tab/>
        <w:t>2.138e2</w:t>
      </w:r>
    </w:p>
    <w:p w:rsidR="007B2329" w:rsidRDefault="007B2329" w:rsidP="007B2329">
      <w:r>
        <w:t>791.4970</w:t>
      </w:r>
      <w:r>
        <w:tab/>
        <w:t>8.225e0</w:t>
      </w:r>
    </w:p>
    <w:p w:rsidR="007B2329" w:rsidRDefault="007B2329" w:rsidP="007B2329">
      <w:r>
        <w:t>791.5063</w:t>
      </w:r>
      <w:r>
        <w:tab/>
        <w:t>6.076e0</w:t>
      </w:r>
    </w:p>
    <w:p w:rsidR="007B2329" w:rsidRDefault="007B2329" w:rsidP="007B2329">
      <w:r>
        <w:t>791.5618</w:t>
      </w:r>
      <w:r>
        <w:tab/>
        <w:t>6.951e0</w:t>
      </w:r>
    </w:p>
    <w:p w:rsidR="007B2329" w:rsidRDefault="007B2329" w:rsidP="007B2329">
      <w:r>
        <w:t>791.5836</w:t>
      </w:r>
      <w:r>
        <w:tab/>
        <w:t>4.533e0</w:t>
      </w:r>
    </w:p>
    <w:p w:rsidR="007B2329" w:rsidRDefault="007B2329" w:rsidP="007B2329">
      <w:r>
        <w:t>791.6323</w:t>
      </w:r>
      <w:r>
        <w:tab/>
        <w:t>4.840e0</w:t>
      </w:r>
    </w:p>
    <w:p w:rsidR="007B2329" w:rsidRDefault="007B2329" w:rsidP="007B2329">
      <w:r>
        <w:t>791.6382</w:t>
      </w:r>
      <w:r>
        <w:tab/>
        <w:t>3.558e0</w:t>
      </w:r>
    </w:p>
    <w:p w:rsidR="007B2329" w:rsidRDefault="007B2329" w:rsidP="007B2329">
      <w:r>
        <w:t>791.6536</w:t>
      </w:r>
      <w:r>
        <w:tab/>
        <w:t>6.810e0</w:t>
      </w:r>
    </w:p>
    <w:p w:rsidR="007B2329" w:rsidRDefault="007B2329" w:rsidP="007B2329">
      <w:r>
        <w:t>791.6777</w:t>
      </w:r>
      <w:r>
        <w:tab/>
        <w:t>3.611e0</w:t>
      </w:r>
    </w:p>
    <w:p w:rsidR="007B2329" w:rsidRDefault="007B2329" w:rsidP="007B2329">
      <w:r>
        <w:t>791.6815</w:t>
      </w:r>
      <w:r>
        <w:tab/>
        <w:t>1.013e0</w:t>
      </w:r>
    </w:p>
    <w:p w:rsidR="007B2329" w:rsidRDefault="007B2329" w:rsidP="007B2329">
      <w:r>
        <w:t>791.6950</w:t>
      </w:r>
      <w:r>
        <w:tab/>
        <w:t>1.013e0</w:t>
      </w:r>
    </w:p>
    <w:p w:rsidR="007B2329" w:rsidRDefault="007B2329" w:rsidP="007B2329">
      <w:r>
        <w:lastRenderedPageBreak/>
        <w:t>791.7084</w:t>
      </w:r>
      <w:r>
        <w:tab/>
        <w:t>3.756e0</w:t>
      </w:r>
    </w:p>
    <w:p w:rsidR="007B2329" w:rsidRDefault="007B2329" w:rsidP="007B2329">
      <w:r>
        <w:t>791.7140</w:t>
      </w:r>
      <w:r>
        <w:tab/>
        <w:t>2.025e0</w:t>
      </w:r>
    </w:p>
    <w:p w:rsidR="007B2329" w:rsidRDefault="007B2329" w:rsidP="007B2329">
      <w:r>
        <w:t>791.7273</w:t>
      </w:r>
      <w:r>
        <w:tab/>
        <w:t>1.172e0</w:t>
      </w:r>
    </w:p>
    <w:p w:rsidR="007B2329" w:rsidRDefault="007B2329" w:rsidP="007B2329">
      <w:r>
        <w:t>791.7485</w:t>
      </w:r>
      <w:r>
        <w:tab/>
        <w:t>1.013e0</w:t>
      </w:r>
    </w:p>
    <w:p w:rsidR="007B2329" w:rsidRDefault="007B2329" w:rsidP="007B2329">
      <w:r>
        <w:t>791.7557</w:t>
      </w:r>
      <w:r>
        <w:tab/>
        <w:t>7.089e0</w:t>
      </w:r>
    </w:p>
    <w:p w:rsidR="007B2329" w:rsidRDefault="007B2329" w:rsidP="007B2329">
      <w:r>
        <w:t>791.7943</w:t>
      </w:r>
      <w:r>
        <w:tab/>
        <w:t>8.180e0</w:t>
      </w:r>
    </w:p>
    <w:p w:rsidR="007B2329" w:rsidRDefault="007B2329" w:rsidP="007B2329">
      <w:r>
        <w:t>791.8328</w:t>
      </w:r>
      <w:r>
        <w:tab/>
        <w:t>3.038e0</w:t>
      </w:r>
    </w:p>
    <w:p w:rsidR="007B2329" w:rsidRDefault="007B2329" w:rsidP="007B2329">
      <w:r>
        <w:t>791.8553</w:t>
      </w:r>
      <w:r>
        <w:tab/>
        <w:t>3.038e0</w:t>
      </w:r>
    </w:p>
    <w:p w:rsidR="007B2329" w:rsidRDefault="007B2329" w:rsidP="007B2329">
      <w:r>
        <w:t>791.8603</w:t>
      </w:r>
      <w:r>
        <w:tab/>
        <w:t>1.038e0</w:t>
      </w:r>
    </w:p>
    <w:p w:rsidR="007B2329" w:rsidRDefault="007B2329" w:rsidP="007B2329">
      <w:r>
        <w:t>791.8632</w:t>
      </w:r>
      <w:r>
        <w:tab/>
        <w:t>1.081e0</w:t>
      </w:r>
    </w:p>
    <w:p w:rsidR="007B2329" w:rsidRDefault="007B2329" w:rsidP="007B2329">
      <w:r>
        <w:t>791.8710</w:t>
      </w:r>
      <w:r>
        <w:tab/>
        <w:t>3.621e0</w:t>
      </w:r>
    </w:p>
    <w:p w:rsidR="007B2329" w:rsidRDefault="007B2329" w:rsidP="007B2329">
      <w:r>
        <w:t>791.8939</w:t>
      </w:r>
      <w:r>
        <w:tab/>
        <w:t>2.025e0</w:t>
      </w:r>
    </w:p>
    <w:p w:rsidR="007B2329" w:rsidRDefault="007B2329" w:rsidP="007B2329">
      <w:r>
        <w:t>791.8983</w:t>
      </w:r>
      <w:r>
        <w:tab/>
        <w:t>3.038e0</w:t>
      </w:r>
    </w:p>
    <w:p w:rsidR="007B2329" w:rsidRDefault="007B2329" w:rsidP="007B2329">
      <w:r>
        <w:t>791.9520</w:t>
      </w:r>
      <w:r>
        <w:tab/>
        <w:t>2.512e0</w:t>
      </w:r>
    </w:p>
    <w:p w:rsidR="007B2329" w:rsidRDefault="007B2329" w:rsidP="007B2329">
      <w:r>
        <w:t>791.9655</w:t>
      </w:r>
      <w:r>
        <w:tab/>
        <w:t>3.038e0</w:t>
      </w:r>
    </w:p>
    <w:p w:rsidR="007B2329" w:rsidRDefault="007B2329" w:rsidP="007B2329">
      <w:r>
        <w:t>791.9755</w:t>
      </w:r>
      <w:r>
        <w:tab/>
        <w:t>1.013e0</w:t>
      </w:r>
    </w:p>
    <w:p w:rsidR="007B2329" w:rsidRDefault="007B2329" w:rsidP="007B2329">
      <w:r>
        <w:t>792.0089</w:t>
      </w:r>
      <w:r>
        <w:tab/>
        <w:t>2.025e0</w:t>
      </w:r>
    </w:p>
    <w:p w:rsidR="007B2329" w:rsidRDefault="007B2329" w:rsidP="007B2329">
      <w:r>
        <w:t>792.0422</w:t>
      </w:r>
      <w:r>
        <w:tab/>
        <w:t>2.025e0</w:t>
      </w:r>
    </w:p>
    <w:p w:rsidR="007B2329" w:rsidRDefault="007B2329" w:rsidP="007B2329">
      <w:r>
        <w:t>792.0436</w:t>
      </w:r>
      <w:r>
        <w:tab/>
        <w:t>1.013e0</w:t>
      </w:r>
    </w:p>
    <w:p w:rsidR="007B2329" w:rsidRDefault="007B2329" w:rsidP="007B2329">
      <w:r>
        <w:lastRenderedPageBreak/>
        <w:t>792.0549</w:t>
      </w:r>
      <w:r>
        <w:tab/>
        <w:t>2.765e0</w:t>
      </w:r>
    </w:p>
    <w:p w:rsidR="007B2329" w:rsidRDefault="007B2329" w:rsidP="007B2329">
      <w:r>
        <w:t>792.0824</w:t>
      </w:r>
      <w:r>
        <w:tab/>
        <w:t>2.025e0</w:t>
      </w:r>
    </w:p>
    <w:p w:rsidR="007B2329" w:rsidRDefault="007B2329" w:rsidP="007B2329">
      <w:r>
        <w:t>792.0889</w:t>
      </w:r>
      <w:r>
        <w:tab/>
        <w:t>2.025e0</w:t>
      </w:r>
    </w:p>
    <w:p w:rsidR="007B2329" w:rsidRDefault="007B2329" w:rsidP="007B2329">
      <w:r>
        <w:t>792.1209</w:t>
      </w:r>
      <w:r>
        <w:tab/>
        <w:t>3.981e0</w:t>
      </w:r>
    </w:p>
    <w:p w:rsidR="007B2329" w:rsidRDefault="007B2329" w:rsidP="007B2329">
      <w:r>
        <w:t>792.1490</w:t>
      </w:r>
      <w:r>
        <w:tab/>
        <w:t>1.013e0</w:t>
      </w:r>
    </w:p>
    <w:p w:rsidR="007B2329" w:rsidRDefault="007B2329" w:rsidP="007B2329">
      <w:r>
        <w:t>792.1626</w:t>
      </w:r>
      <w:r>
        <w:tab/>
        <w:t>1.013e0</w:t>
      </w:r>
    </w:p>
    <w:p w:rsidR="007B2329" w:rsidRDefault="007B2329" w:rsidP="007B2329">
      <w:r>
        <w:t>792.1797</w:t>
      </w:r>
      <w:r>
        <w:tab/>
        <w:t>6.076e0</w:t>
      </w:r>
    </w:p>
    <w:p w:rsidR="007B2329" w:rsidRDefault="007B2329" w:rsidP="007B2329">
      <w:r>
        <w:t>792.1848</w:t>
      </w:r>
      <w:r>
        <w:tab/>
        <w:t>2.830e0</w:t>
      </w:r>
    </w:p>
    <w:p w:rsidR="007B2329" w:rsidRDefault="007B2329" w:rsidP="007B2329">
      <w:r>
        <w:t>792.1967</w:t>
      </w:r>
      <w:r>
        <w:tab/>
        <w:t>5.063e0</w:t>
      </w:r>
    </w:p>
    <w:p w:rsidR="007B2329" w:rsidRDefault="007B2329" w:rsidP="007B2329">
      <w:r>
        <w:t>792.1987</w:t>
      </w:r>
      <w:r>
        <w:tab/>
        <w:t>5.200e0</w:t>
      </w:r>
    </w:p>
    <w:p w:rsidR="007B2329" w:rsidRDefault="007B2329" w:rsidP="007B2329">
      <w:r>
        <w:t>792.2145</w:t>
      </w:r>
      <w:r>
        <w:tab/>
        <w:t>1.013e0</w:t>
      </w:r>
    </w:p>
    <w:p w:rsidR="007B2329" w:rsidRDefault="007B2329" w:rsidP="007B2329">
      <w:r>
        <w:t>792.2556</w:t>
      </w:r>
      <w:r>
        <w:tab/>
        <w:t>3.431e0</w:t>
      </w:r>
    </w:p>
    <w:p w:rsidR="007B2329" w:rsidRDefault="007B2329" w:rsidP="007B2329">
      <w:r>
        <w:t>792.2637</w:t>
      </w:r>
      <w:r>
        <w:tab/>
        <w:t>1.210e0</w:t>
      </w:r>
    </w:p>
    <w:p w:rsidR="007B2329" w:rsidRDefault="007B2329" w:rsidP="007B2329">
      <w:r>
        <w:t>792.2695</w:t>
      </w:r>
      <w:r>
        <w:tab/>
        <w:t>2.195e0</w:t>
      </w:r>
    </w:p>
    <w:p w:rsidR="007B2329" w:rsidRDefault="007B2329" w:rsidP="007B2329">
      <w:r>
        <w:t>792.2962</w:t>
      </w:r>
      <w:r>
        <w:tab/>
        <w:t>1.175e0</w:t>
      </w:r>
    </w:p>
    <w:p w:rsidR="007B2329" w:rsidRDefault="007B2329" w:rsidP="007B2329">
      <w:r>
        <w:t>792.3116</w:t>
      </w:r>
      <w:r>
        <w:tab/>
        <w:t>2.025e0</w:t>
      </w:r>
    </w:p>
    <w:p w:rsidR="007B2329" w:rsidRDefault="007B2329" w:rsidP="007B2329">
      <w:r>
        <w:t>792.3629</w:t>
      </w:r>
      <w:r>
        <w:tab/>
        <w:t>1.013e0</w:t>
      </w:r>
    </w:p>
    <w:p w:rsidR="007B2329" w:rsidRDefault="007B2329" w:rsidP="007B2329">
      <w:r>
        <w:t>792.3827</w:t>
      </w:r>
      <w:r>
        <w:tab/>
        <w:t>2.746e0</w:t>
      </w:r>
    </w:p>
    <w:p w:rsidR="007B2329" w:rsidRDefault="007B2329" w:rsidP="007B2329">
      <w:r>
        <w:t>792.4120</w:t>
      </w:r>
      <w:r>
        <w:tab/>
        <w:t>6.335e0</w:t>
      </w:r>
    </w:p>
    <w:p w:rsidR="007B2329" w:rsidRDefault="007B2329" w:rsidP="007B2329">
      <w:r>
        <w:lastRenderedPageBreak/>
        <w:t>792.4347</w:t>
      </w:r>
      <w:r>
        <w:tab/>
        <w:t>2.028e1</w:t>
      </w:r>
    </w:p>
    <w:p w:rsidR="007B2329" w:rsidRDefault="007B2329" w:rsidP="007B2329">
      <w:r>
        <w:t>792.4664</w:t>
      </w:r>
      <w:r>
        <w:tab/>
        <w:t>3.707e1</w:t>
      </w:r>
    </w:p>
    <w:p w:rsidR="007B2329" w:rsidRDefault="007B2329" w:rsidP="007B2329">
      <w:r>
        <w:t>792.4874</w:t>
      </w:r>
      <w:r>
        <w:tab/>
        <w:t>4.116e1</w:t>
      </w:r>
    </w:p>
    <w:p w:rsidR="007B2329" w:rsidRDefault="007B2329" w:rsidP="007B2329">
      <w:r>
        <w:t>792.4889</w:t>
      </w:r>
      <w:r>
        <w:tab/>
        <w:t>3.286e1</w:t>
      </w:r>
    </w:p>
    <w:p w:rsidR="007B2329" w:rsidRDefault="007B2329" w:rsidP="007B2329">
      <w:r>
        <w:t>792.4904</w:t>
      </w:r>
      <w:r>
        <w:tab/>
        <w:t>4.497e0</w:t>
      </w:r>
    </w:p>
    <w:p w:rsidR="007B2329" w:rsidRDefault="007B2329" w:rsidP="007B2329">
      <w:r>
        <w:t>792.5011</w:t>
      </w:r>
      <w:r>
        <w:tab/>
        <w:t>2.403e1</w:t>
      </w:r>
    </w:p>
    <w:p w:rsidR="007B2329" w:rsidRDefault="007B2329" w:rsidP="007B2329">
      <w:r>
        <w:t>792.5099</w:t>
      </w:r>
      <w:r>
        <w:tab/>
        <w:t>2.685e1</w:t>
      </w:r>
    </w:p>
    <w:p w:rsidR="007B2329" w:rsidRDefault="007B2329" w:rsidP="007B2329">
      <w:r>
        <w:t>792.5905</w:t>
      </w:r>
      <w:r>
        <w:tab/>
        <w:t>1.013e0</w:t>
      </w:r>
    </w:p>
    <w:p w:rsidR="007B2329" w:rsidRDefault="007B2329" w:rsidP="007B2329">
      <w:r>
        <w:t>792.6226</w:t>
      </w:r>
      <w:r>
        <w:tab/>
        <w:t>5.063e0</w:t>
      </w:r>
    </w:p>
    <w:p w:rsidR="007B2329" w:rsidRDefault="007B2329" w:rsidP="007B2329">
      <w:r>
        <w:t>792.6656</w:t>
      </w:r>
      <w:r>
        <w:tab/>
        <w:t>6.700e0</w:t>
      </w:r>
    </w:p>
    <w:p w:rsidR="007B2329" w:rsidRDefault="007B2329" w:rsidP="007B2329">
      <w:r>
        <w:t>792.6730</w:t>
      </w:r>
      <w:r>
        <w:tab/>
        <w:t>3.038e0</w:t>
      </w:r>
    </w:p>
    <w:p w:rsidR="007B2329" w:rsidRDefault="007B2329" w:rsidP="007B2329">
      <w:r>
        <w:t>792.7009</w:t>
      </w:r>
      <w:r>
        <w:tab/>
        <w:t>2.370e0</w:t>
      </w:r>
    </w:p>
    <w:p w:rsidR="007B2329" w:rsidRDefault="007B2329" w:rsidP="007B2329">
      <w:r>
        <w:t>792.7167</w:t>
      </w:r>
      <w:r>
        <w:tab/>
        <w:t>3.912e0</w:t>
      </w:r>
    </w:p>
    <w:p w:rsidR="007B2329" w:rsidRDefault="007B2329" w:rsidP="007B2329">
      <w:r>
        <w:t>792.7691</w:t>
      </w:r>
      <w:r>
        <w:tab/>
        <w:t>2.025e0</w:t>
      </w:r>
    </w:p>
    <w:p w:rsidR="007B2329" w:rsidRDefault="007B2329" w:rsidP="007B2329">
      <w:r>
        <w:t>792.8042</w:t>
      </w:r>
      <w:r>
        <w:tab/>
        <w:t>2.025e0</w:t>
      </w:r>
    </w:p>
    <w:p w:rsidR="007B2329" w:rsidRDefault="007B2329" w:rsidP="007B2329">
      <w:r>
        <w:t>792.8239</w:t>
      </w:r>
      <w:r>
        <w:tab/>
        <w:t>2.025e0</w:t>
      </w:r>
    </w:p>
    <w:p w:rsidR="007B2329" w:rsidRDefault="007B2329" w:rsidP="007B2329">
      <w:r>
        <w:t>792.8309</w:t>
      </w:r>
      <w:r>
        <w:tab/>
        <w:t>3.038e0</w:t>
      </w:r>
    </w:p>
    <w:p w:rsidR="007B2329" w:rsidRDefault="007B2329" w:rsidP="007B2329">
      <w:r>
        <w:t>792.8578</w:t>
      </w:r>
      <w:r>
        <w:tab/>
        <w:t>1.553e0</w:t>
      </w:r>
    </w:p>
    <w:p w:rsidR="007B2329" w:rsidRDefault="007B2329" w:rsidP="007B2329">
      <w:r>
        <w:t>792.8659</w:t>
      </w:r>
      <w:r>
        <w:tab/>
        <w:t>3.038e0</w:t>
      </w:r>
    </w:p>
    <w:p w:rsidR="007B2329" w:rsidRDefault="007B2329" w:rsidP="007B2329">
      <w:r>
        <w:lastRenderedPageBreak/>
        <w:t>792.8964</w:t>
      </w:r>
      <w:r>
        <w:tab/>
        <w:t>2.014e0</w:t>
      </w:r>
    </w:p>
    <w:p w:rsidR="007B2329" w:rsidRDefault="007B2329" w:rsidP="007B2329">
      <w:r>
        <w:t>792.9122</w:t>
      </w:r>
      <w:r>
        <w:tab/>
        <w:t>1.622e0</w:t>
      </w:r>
    </w:p>
    <w:p w:rsidR="007B2329" w:rsidRDefault="007B2329" w:rsidP="007B2329">
      <w:r>
        <w:t>792.9186</w:t>
      </w:r>
      <w:r>
        <w:tab/>
        <w:t>2.025e0</w:t>
      </w:r>
    </w:p>
    <w:p w:rsidR="007B2329" w:rsidRDefault="007B2329" w:rsidP="007B2329">
      <w:r>
        <w:t>792.9276</w:t>
      </w:r>
      <w:r>
        <w:tab/>
        <w:t>1.013e0</w:t>
      </w:r>
    </w:p>
    <w:p w:rsidR="007B2329" w:rsidRDefault="007B2329" w:rsidP="007B2329">
      <w:r>
        <w:t>792.9645</w:t>
      </w:r>
      <w:r>
        <w:tab/>
        <w:t>2.470e0</w:t>
      </w:r>
    </w:p>
    <w:p w:rsidR="007B2329" w:rsidRDefault="007B2329" w:rsidP="007B2329">
      <w:r>
        <w:t>792.9707</w:t>
      </w:r>
      <w:r>
        <w:tab/>
        <w:t>4.051e0</w:t>
      </w:r>
    </w:p>
    <w:p w:rsidR="007B2329" w:rsidRDefault="007B2329" w:rsidP="007B2329">
      <w:r>
        <w:t>792.9887</w:t>
      </w:r>
      <w:r>
        <w:tab/>
        <w:t>8.550e0</w:t>
      </w:r>
    </w:p>
    <w:p w:rsidR="007B2329" w:rsidRDefault="007B2329" w:rsidP="007B2329">
      <w:r>
        <w:t>793.0004</w:t>
      </w:r>
      <w:r>
        <w:tab/>
        <w:t>2.025e0</w:t>
      </w:r>
    </w:p>
    <w:p w:rsidR="007B2329" w:rsidRDefault="007B2329" w:rsidP="007B2329">
      <w:r>
        <w:t>793.0033</w:t>
      </w:r>
      <w:r>
        <w:tab/>
        <w:t>3.512e0</w:t>
      </w:r>
    </w:p>
    <w:p w:rsidR="007B2329" w:rsidRDefault="007B2329" w:rsidP="007B2329">
      <w:r>
        <w:t>793.0181</w:t>
      </w:r>
      <w:r>
        <w:tab/>
        <w:t>1.013e0</w:t>
      </w:r>
    </w:p>
    <w:p w:rsidR="007B2329" w:rsidRDefault="007B2329" w:rsidP="007B2329">
      <w:r>
        <w:t>793.0681</w:t>
      </w:r>
      <w:r>
        <w:tab/>
        <w:t>4.016e0</w:t>
      </w:r>
    </w:p>
    <w:p w:rsidR="007B2329" w:rsidRDefault="007B2329" w:rsidP="007B2329">
      <w:r>
        <w:t>793.0829</w:t>
      </w:r>
      <w:r>
        <w:tab/>
        <w:t>5.063e0</w:t>
      </w:r>
    </w:p>
    <w:p w:rsidR="007B2329" w:rsidRDefault="007B2329" w:rsidP="007B2329">
      <w:r>
        <w:t>793.0984</w:t>
      </w:r>
      <w:r>
        <w:tab/>
        <w:t>2.025e0</w:t>
      </w:r>
    </w:p>
    <w:p w:rsidR="007B2329" w:rsidRDefault="007B2329" w:rsidP="007B2329">
      <w:r>
        <w:t>793.1140</w:t>
      </w:r>
      <w:r>
        <w:tab/>
        <w:t>1.013e0</w:t>
      </w:r>
    </w:p>
    <w:p w:rsidR="007B2329" w:rsidRDefault="007B2329" w:rsidP="007B2329">
      <w:r>
        <w:t>793.1719</w:t>
      </w:r>
      <w:r>
        <w:tab/>
        <w:t>5.837e0</w:t>
      </w:r>
    </w:p>
    <w:p w:rsidR="007B2329" w:rsidRDefault="007B2329" w:rsidP="007B2329">
      <w:r>
        <w:t>793.1852</w:t>
      </w:r>
      <w:r>
        <w:tab/>
        <w:t>2.025e0</w:t>
      </w:r>
    </w:p>
    <w:p w:rsidR="007B2329" w:rsidRDefault="007B2329" w:rsidP="007B2329">
      <w:r>
        <w:t>793.1921</w:t>
      </w:r>
      <w:r>
        <w:tab/>
        <w:t>1.013e0</w:t>
      </w:r>
    </w:p>
    <w:p w:rsidR="007B2329" w:rsidRDefault="007B2329" w:rsidP="007B2329">
      <w:r>
        <w:t>793.2172</w:t>
      </w:r>
      <w:r>
        <w:tab/>
        <w:t>2.025e0</w:t>
      </w:r>
    </w:p>
    <w:p w:rsidR="007B2329" w:rsidRDefault="007B2329" w:rsidP="007B2329">
      <w:r>
        <w:t>793.2249</w:t>
      </w:r>
      <w:r>
        <w:tab/>
        <w:t>1.451e0</w:t>
      </w:r>
    </w:p>
    <w:p w:rsidR="007B2329" w:rsidRDefault="007B2329" w:rsidP="007B2329">
      <w:r>
        <w:lastRenderedPageBreak/>
        <w:t>793.2715</w:t>
      </w:r>
      <w:r>
        <w:tab/>
        <w:t>2.025e0</w:t>
      </w:r>
    </w:p>
    <w:p w:rsidR="007B2329" w:rsidRDefault="007B2329" w:rsidP="007B2329">
      <w:r>
        <w:t>793.3036</w:t>
      </w:r>
      <w:r>
        <w:tab/>
        <w:t>4.009e0</w:t>
      </w:r>
    </w:p>
    <w:p w:rsidR="007B2329" w:rsidRDefault="007B2329" w:rsidP="007B2329">
      <w:r>
        <w:t>793.3047</w:t>
      </w:r>
      <w:r>
        <w:tab/>
        <w:t>4.383e0</w:t>
      </w:r>
    </w:p>
    <w:p w:rsidR="007B2329" w:rsidRDefault="007B2329" w:rsidP="007B2329">
      <w:r>
        <w:t>793.3058</w:t>
      </w:r>
      <w:r>
        <w:tab/>
        <w:t>1.437e0</w:t>
      </w:r>
    </w:p>
    <w:p w:rsidR="007B2329" w:rsidRDefault="007B2329" w:rsidP="007B2329">
      <w:r>
        <w:t>793.3234</w:t>
      </w:r>
      <w:r>
        <w:tab/>
        <w:t>3.659e0</w:t>
      </w:r>
    </w:p>
    <w:p w:rsidR="007B2329" w:rsidRDefault="007B2329" w:rsidP="007B2329">
      <w:r>
        <w:t>793.3372</w:t>
      </w:r>
      <w:r>
        <w:tab/>
        <w:t>5.158e0</w:t>
      </w:r>
    </w:p>
    <w:p w:rsidR="007B2329" w:rsidRDefault="007B2329" w:rsidP="007B2329">
      <w:r>
        <w:t>793.3427</w:t>
      </w:r>
      <w:r>
        <w:tab/>
        <w:t>5.367e0</w:t>
      </w:r>
    </w:p>
    <w:p w:rsidR="007B2329" w:rsidRDefault="007B2329" w:rsidP="007B2329">
      <w:r>
        <w:t>793.3703</w:t>
      </w:r>
      <w:r>
        <w:tab/>
        <w:t>8.538e0</w:t>
      </w:r>
    </w:p>
    <w:p w:rsidR="007B2329" w:rsidRDefault="007B2329" w:rsidP="007B2329">
      <w:r>
        <w:t>793.3795</w:t>
      </w:r>
      <w:r>
        <w:tab/>
        <w:t>1.994e0</w:t>
      </w:r>
    </w:p>
    <w:p w:rsidR="007B2329" w:rsidRDefault="007B2329" w:rsidP="007B2329">
      <w:r>
        <w:t>793.4058</w:t>
      </w:r>
      <w:r>
        <w:tab/>
        <w:t>1.268e1</w:t>
      </w:r>
    </w:p>
    <w:p w:rsidR="007B2329" w:rsidRDefault="007B2329" w:rsidP="007B2329">
      <w:r>
        <w:t>793.4120</w:t>
      </w:r>
      <w:r>
        <w:tab/>
        <w:t>9.998e0</w:t>
      </w:r>
    </w:p>
    <w:p w:rsidR="007B2329" w:rsidRDefault="007B2329" w:rsidP="007B2329">
      <w:r>
        <w:t>793.4164</w:t>
      </w:r>
      <w:r>
        <w:tab/>
        <w:t>1.159e1</w:t>
      </w:r>
    </w:p>
    <w:p w:rsidR="007B2329" w:rsidRDefault="007B2329" w:rsidP="007B2329">
      <w:r>
        <w:t>793.4196</w:t>
      </w:r>
      <w:r>
        <w:tab/>
        <w:t>1.102e1</w:t>
      </w:r>
    </w:p>
    <w:p w:rsidR="007B2329" w:rsidRDefault="007B2329" w:rsidP="007B2329">
      <w:r>
        <w:t>793.4827</w:t>
      </w:r>
      <w:r>
        <w:tab/>
        <w:t>1.523e0</w:t>
      </w:r>
    </w:p>
    <w:p w:rsidR="007B2329" w:rsidRDefault="007B2329" w:rsidP="007B2329">
      <w:r>
        <w:t>793.4932</w:t>
      </w:r>
      <w:r>
        <w:tab/>
        <w:t>3.038e0</w:t>
      </w:r>
    </w:p>
    <w:p w:rsidR="007B2329" w:rsidRDefault="007B2329" w:rsidP="007B2329">
      <w:r>
        <w:t>793.5563</w:t>
      </w:r>
      <w:r>
        <w:tab/>
        <w:t>1.013e0</w:t>
      </w:r>
    </w:p>
    <w:p w:rsidR="007B2329" w:rsidRDefault="007B2329" w:rsidP="007B2329">
      <w:r>
        <w:t>793.5627</w:t>
      </w:r>
      <w:r>
        <w:tab/>
        <w:t>1.637e0</w:t>
      </w:r>
    </w:p>
    <w:p w:rsidR="007B2329" w:rsidRDefault="007B2329" w:rsidP="007B2329">
      <w:r>
        <w:t>793.5826</w:t>
      </w:r>
      <w:r>
        <w:tab/>
        <w:t>4.695e0</w:t>
      </w:r>
    </w:p>
    <w:p w:rsidR="007B2329" w:rsidRDefault="007B2329" w:rsidP="007B2329">
      <w:r>
        <w:t>793.6019</w:t>
      </w:r>
      <w:r>
        <w:tab/>
        <w:t>2.273e0</w:t>
      </w:r>
    </w:p>
    <w:p w:rsidR="007B2329" w:rsidRDefault="007B2329" w:rsidP="007B2329">
      <w:r>
        <w:lastRenderedPageBreak/>
        <w:t>793.6518</w:t>
      </w:r>
      <w:r>
        <w:tab/>
        <w:t>1.025e0</w:t>
      </w:r>
    </w:p>
    <w:p w:rsidR="007B2329" w:rsidRDefault="007B2329" w:rsidP="007B2329">
      <w:r>
        <w:t>793.6590</w:t>
      </w:r>
      <w:r>
        <w:tab/>
        <w:t>1.013e0</w:t>
      </w:r>
    </w:p>
    <w:p w:rsidR="007B2329" w:rsidRDefault="007B2329" w:rsidP="007B2329">
      <w:r>
        <w:t>793.6714</w:t>
      </w:r>
      <w:r>
        <w:tab/>
        <w:t>1.730e0</w:t>
      </w:r>
    </w:p>
    <w:p w:rsidR="007B2329" w:rsidRDefault="007B2329" w:rsidP="007B2329">
      <w:r>
        <w:t>793.6775</w:t>
      </w:r>
      <w:r>
        <w:tab/>
        <w:t>2.708e0</w:t>
      </w:r>
    </w:p>
    <w:p w:rsidR="007B2329" w:rsidRDefault="007B2329" w:rsidP="007B2329">
      <w:r>
        <w:t>793.7272</w:t>
      </w:r>
      <w:r>
        <w:tab/>
        <w:t>1.013e0</w:t>
      </w:r>
    </w:p>
    <w:p w:rsidR="007B2329" w:rsidRDefault="007B2329" w:rsidP="007B2329">
      <w:r>
        <w:t>793.7512</w:t>
      </w:r>
      <w:r>
        <w:tab/>
        <w:t>5.594e0</w:t>
      </w:r>
    </w:p>
    <w:p w:rsidR="007B2329" w:rsidRDefault="007B2329" w:rsidP="007B2329">
      <w:r>
        <w:t>793.7543</w:t>
      </w:r>
      <w:r>
        <w:tab/>
        <w:t>1.013e0</w:t>
      </w:r>
    </w:p>
    <w:p w:rsidR="007B2329" w:rsidRDefault="007B2329" w:rsidP="007B2329">
      <w:r>
        <w:t>793.7883</w:t>
      </w:r>
      <w:r>
        <w:tab/>
        <w:t>3.038e0</w:t>
      </w:r>
    </w:p>
    <w:p w:rsidR="007B2329" w:rsidRDefault="007B2329" w:rsidP="007B2329">
      <w:r>
        <w:t>793.7917</w:t>
      </w:r>
      <w:r>
        <w:tab/>
        <w:t>3.460e0</w:t>
      </w:r>
    </w:p>
    <w:p w:rsidR="007B2329" w:rsidRDefault="007B2329" w:rsidP="007B2329">
      <w:r>
        <w:t>793.8093</w:t>
      </w:r>
      <w:r>
        <w:tab/>
        <w:t>3.038e0</w:t>
      </w:r>
    </w:p>
    <w:p w:rsidR="007B2329" w:rsidRDefault="007B2329" w:rsidP="007B2329">
      <w:r>
        <w:t>793.8134</w:t>
      </w:r>
      <w:r>
        <w:tab/>
        <w:t>2.828e0</w:t>
      </w:r>
    </w:p>
    <w:p w:rsidR="007B2329" w:rsidRDefault="007B2329" w:rsidP="007B2329">
      <w:r>
        <w:t>793.8398</w:t>
      </w:r>
      <w:r>
        <w:tab/>
        <w:t>2.025e0</w:t>
      </w:r>
    </w:p>
    <w:p w:rsidR="007B2329" w:rsidRDefault="007B2329" w:rsidP="007B2329">
      <w:r>
        <w:t>793.8792</w:t>
      </w:r>
      <w:r>
        <w:tab/>
        <w:t>1.013e0</w:t>
      </w:r>
    </w:p>
    <w:p w:rsidR="007B2329" w:rsidRDefault="007B2329" w:rsidP="007B2329">
      <w:r>
        <w:t>793.9118</w:t>
      </w:r>
      <w:r>
        <w:tab/>
        <w:t>2.960e0</w:t>
      </w:r>
    </w:p>
    <w:p w:rsidR="007B2329" w:rsidRDefault="007B2329" w:rsidP="007B2329">
      <w:r>
        <w:t>793.9149</w:t>
      </w:r>
      <w:r>
        <w:tab/>
        <w:t>1.013e0</w:t>
      </w:r>
    </w:p>
    <w:p w:rsidR="007B2329" w:rsidRDefault="007B2329" w:rsidP="007B2329">
      <w:r>
        <w:t>793.9297</w:t>
      </w:r>
      <w:r>
        <w:tab/>
        <w:t>3.038e0</w:t>
      </w:r>
    </w:p>
    <w:p w:rsidR="007B2329" w:rsidRDefault="007B2329" w:rsidP="007B2329">
      <w:r>
        <w:t>793.9626</w:t>
      </w:r>
      <w:r>
        <w:tab/>
        <w:t>3.579e0</w:t>
      </w:r>
    </w:p>
    <w:p w:rsidR="007B2329" w:rsidRDefault="007B2329" w:rsidP="007B2329">
      <w:r>
        <w:t>793.9685</w:t>
      </w:r>
      <w:r>
        <w:tab/>
        <w:t>1.013e0</w:t>
      </w:r>
    </w:p>
    <w:p w:rsidR="007B2329" w:rsidRDefault="007B2329" w:rsidP="007B2329">
      <w:r>
        <w:t>793.9955</w:t>
      </w:r>
      <w:r>
        <w:tab/>
        <w:t>1.013e0</w:t>
      </w:r>
    </w:p>
    <w:p w:rsidR="007B2329" w:rsidRDefault="007B2329" w:rsidP="007B2329">
      <w:r>
        <w:lastRenderedPageBreak/>
        <w:t>794.0087</w:t>
      </w:r>
      <w:r>
        <w:tab/>
        <w:t>1.013e0</w:t>
      </w:r>
    </w:p>
    <w:p w:rsidR="007B2329" w:rsidRDefault="007B2329" w:rsidP="007B2329">
      <w:r>
        <w:t>794.0355</w:t>
      </w:r>
      <w:r>
        <w:tab/>
        <w:t>1.013e0</w:t>
      </w:r>
    </w:p>
    <w:p w:rsidR="007B2329" w:rsidRDefault="007B2329" w:rsidP="007B2329">
      <w:r>
        <w:t>794.0406</w:t>
      </w:r>
      <w:r>
        <w:tab/>
        <w:t>3.558e0</w:t>
      </w:r>
    </w:p>
    <w:p w:rsidR="007B2329" w:rsidRDefault="007B2329" w:rsidP="007B2329">
      <w:r>
        <w:t>794.0419</w:t>
      </w:r>
      <w:r>
        <w:tab/>
        <w:t>2.025e0</w:t>
      </w:r>
    </w:p>
    <w:p w:rsidR="007B2329" w:rsidRDefault="007B2329" w:rsidP="007B2329">
      <w:r>
        <w:t>794.0486</w:t>
      </w:r>
      <w:r>
        <w:tab/>
        <w:t>1.013e0</w:t>
      </w:r>
    </w:p>
    <w:p w:rsidR="007B2329" w:rsidRDefault="007B2329" w:rsidP="007B2329">
      <w:r>
        <w:t>794.0637</w:t>
      </w:r>
      <w:r>
        <w:tab/>
        <w:t>3.038e0</w:t>
      </w:r>
    </w:p>
    <w:p w:rsidR="007B2329" w:rsidRDefault="007B2329" w:rsidP="007B2329">
      <w:r>
        <w:t>794.0707</w:t>
      </w:r>
      <w:r>
        <w:tab/>
        <w:t>2.025e0</w:t>
      </w:r>
    </w:p>
    <w:p w:rsidR="007B2329" w:rsidRDefault="007B2329" w:rsidP="007B2329">
      <w:r>
        <w:t>794.0830</w:t>
      </w:r>
      <w:r>
        <w:tab/>
        <w:t>1.013e0</w:t>
      </w:r>
    </w:p>
    <w:p w:rsidR="007B2329" w:rsidRDefault="007B2329" w:rsidP="007B2329">
      <w:r>
        <w:t>794.1215</w:t>
      </w:r>
      <w:r>
        <w:tab/>
        <w:t>5.063e0</w:t>
      </w:r>
    </w:p>
    <w:p w:rsidR="007B2329" w:rsidRDefault="007B2329" w:rsidP="007B2329">
      <w:r>
        <w:t>794.1424</w:t>
      </w:r>
      <w:r>
        <w:tab/>
        <w:t>1.013e0</w:t>
      </w:r>
    </w:p>
    <w:p w:rsidR="007B2329" w:rsidRDefault="007B2329" w:rsidP="007B2329">
      <w:r>
        <w:t>794.1464</w:t>
      </w:r>
      <w:r>
        <w:tab/>
        <w:t>2.038e0</w:t>
      </w:r>
    </w:p>
    <w:p w:rsidR="007B2329" w:rsidRDefault="007B2329" w:rsidP="007B2329">
      <w:r>
        <w:t>794.1694</w:t>
      </w:r>
      <w:r>
        <w:tab/>
        <w:t>2.958e0</w:t>
      </w:r>
    </w:p>
    <w:p w:rsidR="007B2329" w:rsidRDefault="007B2329" w:rsidP="007B2329">
      <w:r>
        <w:t>794.2203</w:t>
      </w:r>
      <w:r>
        <w:tab/>
        <w:t>2.025e0</w:t>
      </w:r>
    </w:p>
    <w:p w:rsidR="007B2329" w:rsidRDefault="007B2329" w:rsidP="007B2329">
      <w:r>
        <w:t>794.2699</w:t>
      </w:r>
      <w:r>
        <w:tab/>
        <w:t>1.287e0</w:t>
      </w:r>
    </w:p>
    <w:p w:rsidR="007B2329" w:rsidRDefault="007B2329" w:rsidP="007B2329">
      <w:r>
        <w:t>794.2778</w:t>
      </w:r>
      <w:r>
        <w:tab/>
        <w:t>1.293e0</w:t>
      </w:r>
    </w:p>
    <w:p w:rsidR="007B2329" w:rsidRDefault="007B2329" w:rsidP="007B2329">
      <w:r>
        <w:t>794.2789</w:t>
      </w:r>
      <w:r>
        <w:tab/>
        <w:t>2.025e0</w:t>
      </w:r>
    </w:p>
    <w:p w:rsidR="007B2329" w:rsidRDefault="007B2329" w:rsidP="007B2329">
      <w:r>
        <w:t>794.3070</w:t>
      </w:r>
      <w:r>
        <w:tab/>
        <w:t>1.204e0</w:t>
      </w:r>
    </w:p>
    <w:p w:rsidR="007B2329" w:rsidRDefault="007B2329" w:rsidP="007B2329">
      <w:r>
        <w:t>794.3085</w:t>
      </w:r>
      <w:r>
        <w:tab/>
        <w:t>7.541e0</w:t>
      </w:r>
    </w:p>
    <w:p w:rsidR="007B2329" w:rsidRDefault="007B2329" w:rsidP="007B2329">
      <w:r>
        <w:t>794.3427</w:t>
      </w:r>
      <w:r>
        <w:tab/>
        <w:t>3.219e0</w:t>
      </w:r>
    </w:p>
    <w:p w:rsidR="007B2329" w:rsidRDefault="007B2329" w:rsidP="007B2329">
      <w:r>
        <w:lastRenderedPageBreak/>
        <w:t>794.4358</w:t>
      </w:r>
      <w:r>
        <w:tab/>
        <w:t>1.756e0</w:t>
      </w:r>
    </w:p>
    <w:p w:rsidR="007B2329" w:rsidRDefault="007B2329" w:rsidP="007B2329">
      <w:r>
        <w:t>794.5078</w:t>
      </w:r>
      <w:r>
        <w:tab/>
        <w:t>3.038e0</w:t>
      </w:r>
    </w:p>
    <w:p w:rsidR="007B2329" w:rsidRDefault="007B2329" w:rsidP="007B2329">
      <w:r>
        <w:t>794.5447</w:t>
      </w:r>
      <w:r>
        <w:tab/>
        <w:t>2.025e0</w:t>
      </w:r>
    </w:p>
    <w:p w:rsidR="007B2329" w:rsidRDefault="007B2329" w:rsidP="007B2329">
      <w:r>
        <w:t>794.5817</w:t>
      </w:r>
      <w:r>
        <w:tab/>
        <w:t>1.947e0</w:t>
      </w:r>
    </w:p>
    <w:p w:rsidR="007B2329" w:rsidRDefault="007B2329" w:rsidP="007B2329">
      <w:r>
        <w:t>794.6409</w:t>
      </w:r>
      <w:r>
        <w:tab/>
        <w:t>3.007e0</w:t>
      </w:r>
    </w:p>
    <w:p w:rsidR="007B2329" w:rsidRDefault="007B2329" w:rsidP="007B2329">
      <w:r>
        <w:t>794.6785</w:t>
      </w:r>
      <w:r>
        <w:tab/>
        <w:t>1.013e0</w:t>
      </w:r>
    </w:p>
    <w:p w:rsidR="007B2329" w:rsidRDefault="007B2329" w:rsidP="007B2329">
      <w:r>
        <w:t>794.6852</w:t>
      </w:r>
      <w:r>
        <w:tab/>
        <w:t>1.025e0</w:t>
      </w:r>
    </w:p>
    <w:p w:rsidR="007B2329" w:rsidRDefault="007B2329" w:rsidP="007B2329">
      <w:r>
        <w:t>794.7448</w:t>
      </w:r>
      <w:r>
        <w:tab/>
        <w:t>1.778e0</w:t>
      </w:r>
    </w:p>
    <w:p w:rsidR="007B2329" w:rsidRDefault="007B2329" w:rsidP="007B2329">
      <w:r>
        <w:t>794.7479</w:t>
      </w:r>
      <w:r>
        <w:tab/>
        <w:t>2.308e0</w:t>
      </w:r>
    </w:p>
    <w:p w:rsidR="007B2329" w:rsidRDefault="007B2329" w:rsidP="007B2329">
      <w:r>
        <w:t>794.7593</w:t>
      </w:r>
      <w:r>
        <w:tab/>
        <w:t>4.051e0</w:t>
      </w:r>
    </w:p>
    <w:p w:rsidR="007B2329" w:rsidRDefault="007B2329" w:rsidP="007B2329">
      <w:r>
        <w:t>794.7798</w:t>
      </w:r>
      <w:r>
        <w:tab/>
        <w:t>1.013e0</w:t>
      </w:r>
    </w:p>
    <w:p w:rsidR="007B2329" w:rsidRDefault="007B2329" w:rsidP="007B2329">
      <w:r>
        <w:t>794.7971</w:t>
      </w:r>
      <w:r>
        <w:tab/>
        <w:t>2.025e0</w:t>
      </w:r>
    </w:p>
    <w:p w:rsidR="007B2329" w:rsidRDefault="007B2329" w:rsidP="007B2329">
      <w:r>
        <w:t>794.8084</w:t>
      </w:r>
      <w:r>
        <w:tab/>
        <w:t>3.038e0</w:t>
      </w:r>
    </w:p>
    <w:p w:rsidR="007B2329" w:rsidRDefault="007B2329" w:rsidP="007B2329">
      <w:r>
        <w:t>794.8304</w:t>
      </w:r>
      <w:r>
        <w:tab/>
        <w:t>1.013e0</w:t>
      </w:r>
    </w:p>
    <w:p w:rsidR="007B2329" w:rsidRDefault="007B2329" w:rsidP="007B2329">
      <w:r>
        <w:t>794.8529</w:t>
      </w:r>
      <w:r>
        <w:tab/>
        <w:t>2.025e0</w:t>
      </w:r>
    </w:p>
    <w:p w:rsidR="007B2329" w:rsidRDefault="007B2329" w:rsidP="007B2329">
      <w:r>
        <w:t>794.8933</w:t>
      </w:r>
      <w:r>
        <w:tab/>
        <w:t>2.025e0</w:t>
      </w:r>
    </w:p>
    <w:p w:rsidR="007B2329" w:rsidRDefault="007B2329" w:rsidP="007B2329">
      <w:r>
        <w:t>794.9404</w:t>
      </w:r>
      <w:r>
        <w:tab/>
        <w:t>3.617e0</w:t>
      </w:r>
    </w:p>
    <w:p w:rsidR="007B2329" w:rsidRDefault="007B2329" w:rsidP="007B2329">
      <w:r>
        <w:t>794.9496</w:t>
      </w:r>
      <w:r>
        <w:tab/>
        <w:t>4.662e0</w:t>
      </w:r>
    </w:p>
    <w:p w:rsidR="007B2329" w:rsidRDefault="007B2329" w:rsidP="007B2329">
      <w:r>
        <w:t>794.9689</w:t>
      </w:r>
      <w:r>
        <w:tab/>
        <w:t>2.302e0</w:t>
      </w:r>
    </w:p>
    <w:p w:rsidR="007B2329" w:rsidRDefault="007B2329" w:rsidP="007B2329">
      <w:r>
        <w:lastRenderedPageBreak/>
        <w:t>794.9839</w:t>
      </w:r>
      <w:r>
        <w:tab/>
        <w:t>1.013e0</w:t>
      </w:r>
    </w:p>
    <w:p w:rsidR="007B2329" w:rsidRDefault="007B2329" w:rsidP="007B2329">
      <w:r>
        <w:t>794.9867</w:t>
      </w:r>
      <w:r>
        <w:tab/>
        <w:t>1.013e0</w:t>
      </w:r>
    </w:p>
    <w:p w:rsidR="007B2329" w:rsidRDefault="007B2329" w:rsidP="007B2329">
      <w:r>
        <w:t>795.0004</w:t>
      </w:r>
      <w:r>
        <w:tab/>
        <w:t>3.038e0</w:t>
      </w:r>
    </w:p>
    <w:p w:rsidR="007B2329" w:rsidRDefault="007B2329" w:rsidP="007B2329">
      <w:r>
        <w:t>795.0346</w:t>
      </w:r>
      <w:r>
        <w:tab/>
        <w:t>1.013e0</w:t>
      </w:r>
    </w:p>
    <w:p w:rsidR="007B2329" w:rsidRDefault="007B2329" w:rsidP="007B2329">
      <w:r>
        <w:t>795.0382</w:t>
      </w:r>
      <w:r>
        <w:tab/>
        <w:t>2.025e0</w:t>
      </w:r>
    </w:p>
    <w:p w:rsidR="007B2329" w:rsidRDefault="007B2329" w:rsidP="007B2329">
      <w:r>
        <w:t>795.0524</w:t>
      </w:r>
      <w:r>
        <w:tab/>
        <w:t>3.804e0</w:t>
      </w:r>
    </w:p>
    <w:p w:rsidR="007B2329" w:rsidRDefault="007B2329" w:rsidP="007B2329">
      <w:r>
        <w:t>795.1024</w:t>
      </w:r>
      <w:r>
        <w:tab/>
        <w:t>1.013e0</w:t>
      </w:r>
    </w:p>
    <w:p w:rsidR="007B2329" w:rsidRDefault="007B2329" w:rsidP="007B2329">
      <w:r>
        <w:t>795.1075</w:t>
      </w:r>
      <w:r>
        <w:tab/>
        <w:t>2.025e0</w:t>
      </w:r>
    </w:p>
    <w:p w:rsidR="007B2329" w:rsidRDefault="007B2329" w:rsidP="007B2329">
      <w:r>
        <w:t>795.1302</w:t>
      </w:r>
      <w:r>
        <w:tab/>
        <w:t>5.063e0</w:t>
      </w:r>
    </w:p>
    <w:p w:rsidR="007B2329" w:rsidRDefault="007B2329" w:rsidP="007B2329">
      <w:r>
        <w:t>795.1359</w:t>
      </w:r>
      <w:r>
        <w:tab/>
        <w:t>1.013e0</w:t>
      </w:r>
    </w:p>
    <w:p w:rsidR="007B2329" w:rsidRDefault="007B2329" w:rsidP="007B2329">
      <w:r>
        <w:t>795.1473</w:t>
      </w:r>
      <w:r>
        <w:tab/>
        <w:t>3.038e0</w:t>
      </w:r>
    </w:p>
    <w:p w:rsidR="007B2329" w:rsidRDefault="007B2329" w:rsidP="007B2329">
      <w:r>
        <w:t>795.1542</w:t>
      </w:r>
      <w:r>
        <w:tab/>
        <w:t>3.038e0</w:t>
      </w:r>
    </w:p>
    <w:p w:rsidR="007B2329" w:rsidRDefault="007B2329" w:rsidP="007B2329">
      <w:r>
        <w:t>795.1744</w:t>
      </w:r>
      <w:r>
        <w:tab/>
        <w:t>1.013e0</w:t>
      </w:r>
    </w:p>
    <w:p w:rsidR="007B2329" w:rsidRDefault="007B2329" w:rsidP="007B2329">
      <w:r>
        <w:t>795.1879</w:t>
      </w:r>
      <w:r>
        <w:tab/>
        <w:t>2.025e0</w:t>
      </w:r>
    </w:p>
    <w:p w:rsidR="007B2329" w:rsidRDefault="007B2329" w:rsidP="007B2329">
      <w:r>
        <w:t>795.2025</w:t>
      </w:r>
      <w:r>
        <w:tab/>
        <w:t>2.025e0</w:t>
      </w:r>
    </w:p>
    <w:p w:rsidR="007B2329" w:rsidRDefault="007B2329" w:rsidP="007B2329">
      <w:r>
        <w:t>795.2413</w:t>
      </w:r>
      <w:r>
        <w:tab/>
        <w:t>8.599e-1</w:t>
      </w:r>
    </w:p>
    <w:p w:rsidR="007B2329" w:rsidRDefault="007B2329" w:rsidP="007B2329">
      <w:r>
        <w:t>795.2818</w:t>
      </w:r>
      <w:r>
        <w:tab/>
        <w:t>2.121e0</w:t>
      </w:r>
    </w:p>
    <w:p w:rsidR="007B2329" w:rsidRDefault="007B2329" w:rsidP="007B2329">
      <w:r>
        <w:t>795.3065</w:t>
      </w:r>
      <w:r>
        <w:tab/>
        <w:t>6.291e0</w:t>
      </w:r>
    </w:p>
    <w:p w:rsidR="007B2329" w:rsidRDefault="007B2329" w:rsidP="007B2329">
      <w:r>
        <w:t>795.3224</w:t>
      </w:r>
      <w:r>
        <w:tab/>
        <w:t>4.167e0</w:t>
      </w:r>
    </w:p>
    <w:p w:rsidR="007B2329" w:rsidRDefault="007B2329" w:rsidP="007B2329">
      <w:r>
        <w:lastRenderedPageBreak/>
        <w:t>795.3622</w:t>
      </w:r>
      <w:r>
        <w:tab/>
        <w:t>1.266e-2</w:t>
      </w:r>
    </w:p>
    <w:p w:rsidR="007B2329" w:rsidRDefault="007B2329" w:rsidP="007B2329">
      <w:r>
        <w:t>795.3687</w:t>
      </w:r>
      <w:r>
        <w:tab/>
        <w:t>7.435e0</w:t>
      </w:r>
    </w:p>
    <w:p w:rsidR="007B2329" w:rsidRDefault="007B2329" w:rsidP="007B2329">
      <w:r>
        <w:t>795.4022</w:t>
      </w:r>
      <w:r>
        <w:tab/>
        <w:t>3.221e0</w:t>
      </w:r>
    </w:p>
    <w:p w:rsidR="007B2329" w:rsidRDefault="007B2329" w:rsidP="007B2329">
      <w:r>
        <w:t>795.4123</w:t>
      </w:r>
      <w:r>
        <w:tab/>
        <w:t>1.025e1</w:t>
      </w:r>
    </w:p>
    <w:p w:rsidR="007B2329" w:rsidRDefault="007B2329" w:rsidP="007B2329">
      <w:r>
        <w:t>795.4210</w:t>
      </w:r>
      <w:r>
        <w:tab/>
        <w:t>2.862e1</w:t>
      </w:r>
    </w:p>
    <w:p w:rsidR="007B2329" w:rsidRDefault="007B2329" w:rsidP="007B2329">
      <w:r>
        <w:t>795.4328</w:t>
      </w:r>
      <w:r>
        <w:tab/>
        <w:t>1.983e1</w:t>
      </w:r>
    </w:p>
    <w:p w:rsidR="007B2329" w:rsidRDefault="007B2329" w:rsidP="007B2329">
      <w:r>
        <w:t>795.4362</w:t>
      </w:r>
      <w:r>
        <w:tab/>
        <w:t>2.932e1</w:t>
      </w:r>
    </w:p>
    <w:p w:rsidR="007B2329" w:rsidRDefault="007B2329" w:rsidP="007B2329">
      <w:r>
        <w:t>795.4473</w:t>
      </w:r>
      <w:r>
        <w:tab/>
        <w:t>1.568e1</w:t>
      </w:r>
    </w:p>
    <w:p w:rsidR="007B2329" w:rsidRDefault="007B2329" w:rsidP="007B2329">
      <w:r>
        <w:t>795.4670</w:t>
      </w:r>
      <w:r>
        <w:tab/>
        <w:t>3.038e0</w:t>
      </w:r>
    </w:p>
    <w:p w:rsidR="007B2329" w:rsidRDefault="007B2329" w:rsidP="007B2329">
      <w:r>
        <w:t>795.5633</w:t>
      </w:r>
      <w:r>
        <w:tab/>
        <w:t>1.519e0</w:t>
      </w:r>
    </w:p>
    <w:p w:rsidR="007B2329" w:rsidRDefault="007B2329" w:rsidP="007B2329">
      <w:r>
        <w:t>795.5959</w:t>
      </w:r>
      <w:r>
        <w:tab/>
        <w:t>2.849e0</w:t>
      </w:r>
    </w:p>
    <w:p w:rsidR="007B2329" w:rsidRDefault="007B2329" w:rsidP="007B2329">
      <w:r>
        <w:t>795.5986</w:t>
      </w:r>
      <w:r>
        <w:tab/>
        <w:t>3.900e0</w:t>
      </w:r>
    </w:p>
    <w:p w:rsidR="007B2329" w:rsidRDefault="007B2329" w:rsidP="007B2329">
      <w:r>
        <w:t>795.6036</w:t>
      </w:r>
      <w:r>
        <w:tab/>
        <w:t>1.148e0</w:t>
      </w:r>
    </w:p>
    <w:p w:rsidR="007B2329" w:rsidRDefault="007B2329" w:rsidP="007B2329">
      <w:r>
        <w:t>795.6721</w:t>
      </w:r>
      <w:r>
        <w:tab/>
        <w:t>3.038e0</w:t>
      </w:r>
    </w:p>
    <w:p w:rsidR="007B2329" w:rsidRDefault="007B2329" w:rsidP="007B2329">
      <w:r>
        <w:t>795.6752</w:t>
      </w:r>
      <w:r>
        <w:tab/>
        <w:t>2.025e0</w:t>
      </w:r>
    </w:p>
    <w:p w:rsidR="007B2329" w:rsidRDefault="007B2329" w:rsidP="007B2329">
      <w:r>
        <w:t>795.6905</w:t>
      </w:r>
      <w:r>
        <w:tab/>
        <w:t>1.140e0</w:t>
      </w:r>
    </w:p>
    <w:p w:rsidR="007B2329" w:rsidRDefault="007B2329" w:rsidP="007B2329">
      <w:r>
        <w:t>795.6980</w:t>
      </w:r>
      <w:r>
        <w:tab/>
        <w:t>1.013e0</w:t>
      </w:r>
    </w:p>
    <w:p w:rsidR="007B2329" w:rsidRDefault="007B2329" w:rsidP="007B2329">
      <w:r>
        <w:t>795.7262</w:t>
      </w:r>
      <w:r>
        <w:tab/>
        <w:t>2.025e0</w:t>
      </w:r>
    </w:p>
    <w:p w:rsidR="007B2329" w:rsidRDefault="007B2329" w:rsidP="007B2329">
      <w:r>
        <w:t>795.7783</w:t>
      </w:r>
      <w:r>
        <w:tab/>
        <w:t>1.013e0</w:t>
      </w:r>
    </w:p>
    <w:p w:rsidR="007B2329" w:rsidRDefault="007B2329" w:rsidP="007B2329">
      <w:r>
        <w:lastRenderedPageBreak/>
        <w:t>795.7863</w:t>
      </w:r>
      <w:r>
        <w:tab/>
        <w:t>2.671e0</w:t>
      </w:r>
    </w:p>
    <w:p w:rsidR="007B2329" w:rsidRDefault="007B2329" w:rsidP="007B2329">
      <w:r>
        <w:t>795.7924</w:t>
      </w:r>
      <w:r>
        <w:tab/>
        <w:t>1.785e0</w:t>
      </w:r>
    </w:p>
    <w:p w:rsidR="007B2329" w:rsidRDefault="007B2329" w:rsidP="007B2329">
      <w:r>
        <w:t>795.8051</w:t>
      </w:r>
      <w:r>
        <w:tab/>
        <w:t>1.013e0</w:t>
      </w:r>
    </w:p>
    <w:p w:rsidR="007B2329" w:rsidRDefault="007B2329" w:rsidP="007B2329">
      <w:r>
        <w:t>795.8319</w:t>
      </w:r>
      <w:r>
        <w:tab/>
        <w:t>2.025e0</w:t>
      </w:r>
    </w:p>
    <w:p w:rsidR="007B2329" w:rsidRDefault="007B2329" w:rsidP="007B2329">
      <w:r>
        <w:t>795.8454</w:t>
      </w:r>
      <w:r>
        <w:tab/>
        <w:t>1.013e0</w:t>
      </w:r>
    </w:p>
    <w:p w:rsidR="007B2329" w:rsidRDefault="007B2329" w:rsidP="007B2329">
      <w:r>
        <w:t>795.8554</w:t>
      </w:r>
      <w:r>
        <w:tab/>
        <w:t>2.025e0</w:t>
      </w:r>
    </w:p>
    <w:p w:rsidR="007B2329" w:rsidRDefault="007B2329" w:rsidP="007B2329">
      <w:r>
        <w:t>795.9258</w:t>
      </w:r>
      <w:r>
        <w:tab/>
        <w:t>1.013e0</w:t>
      </w:r>
    </w:p>
    <w:p w:rsidR="007B2329" w:rsidRDefault="007B2329" w:rsidP="007B2329">
      <w:r>
        <w:t>795.9816</w:t>
      </w:r>
      <w:r>
        <w:tab/>
        <w:t>3.038e0</w:t>
      </w:r>
    </w:p>
    <w:p w:rsidR="007B2329" w:rsidRDefault="007B2329" w:rsidP="007B2329">
      <w:r>
        <w:t>796.0240</w:t>
      </w:r>
      <w:r>
        <w:tab/>
        <w:t>4.000e0</w:t>
      </w:r>
    </w:p>
    <w:p w:rsidR="007B2329" w:rsidRDefault="007B2329" w:rsidP="007B2329">
      <w:r>
        <w:t>796.0333</w:t>
      </w:r>
      <w:r>
        <w:tab/>
        <w:t>1.013e0</w:t>
      </w:r>
    </w:p>
    <w:p w:rsidR="007B2329" w:rsidRDefault="007B2329" w:rsidP="007B2329">
      <w:r>
        <w:t>796.0432</w:t>
      </w:r>
      <w:r>
        <w:tab/>
        <w:t>3.038e0</w:t>
      </w:r>
    </w:p>
    <w:p w:rsidR="007B2329" w:rsidRDefault="007B2329" w:rsidP="007B2329">
      <w:r>
        <w:t>796.0645</w:t>
      </w:r>
      <w:r>
        <w:tab/>
        <w:t>2.025e0</w:t>
      </w:r>
    </w:p>
    <w:p w:rsidR="007B2329" w:rsidRDefault="007B2329" w:rsidP="007B2329">
      <w:r>
        <w:t>796.0870</w:t>
      </w:r>
      <w:r>
        <w:tab/>
        <w:t>1.013e0</w:t>
      </w:r>
    </w:p>
    <w:p w:rsidR="007B2329" w:rsidRDefault="007B2329" w:rsidP="007B2329">
      <w:r>
        <w:t>796.1003</w:t>
      </w:r>
      <w:r>
        <w:tab/>
        <w:t>1.013e0</w:t>
      </w:r>
    </w:p>
    <w:p w:rsidR="007B2329" w:rsidRDefault="007B2329" w:rsidP="007B2329">
      <w:r>
        <w:t>796.1110</w:t>
      </w:r>
      <w:r>
        <w:tab/>
        <w:t>3.038e0</w:t>
      </w:r>
    </w:p>
    <w:p w:rsidR="007B2329" w:rsidRDefault="007B2329" w:rsidP="007B2329">
      <w:r>
        <w:t>796.1534</w:t>
      </w:r>
      <w:r>
        <w:tab/>
        <w:t>5.933e0</w:t>
      </w:r>
    </w:p>
    <w:p w:rsidR="007B2329" w:rsidRDefault="007B2329" w:rsidP="007B2329">
      <w:r>
        <w:t>796.1848</w:t>
      </w:r>
      <w:r>
        <w:tab/>
        <w:t>2.025e0</w:t>
      </w:r>
    </w:p>
    <w:p w:rsidR="007B2329" w:rsidRDefault="007B2329" w:rsidP="007B2329">
      <w:r>
        <w:t>796.1897</w:t>
      </w:r>
      <w:r>
        <w:tab/>
        <w:t>1.013e0</w:t>
      </w:r>
    </w:p>
    <w:p w:rsidR="007B2329" w:rsidRDefault="007B2329" w:rsidP="007B2329">
      <w:r>
        <w:t>796.2151</w:t>
      </w:r>
      <w:r>
        <w:tab/>
        <w:t>2.025e0</w:t>
      </w:r>
    </w:p>
    <w:p w:rsidR="007B2329" w:rsidRDefault="007B2329" w:rsidP="007B2329">
      <w:r>
        <w:lastRenderedPageBreak/>
        <w:t>796.2346</w:t>
      </w:r>
      <w:r>
        <w:tab/>
        <w:t>1.013e0</w:t>
      </w:r>
    </w:p>
    <w:p w:rsidR="007B2329" w:rsidRDefault="007B2329" w:rsidP="007B2329">
      <w:r>
        <w:t>796.2476</w:t>
      </w:r>
      <w:r>
        <w:tab/>
        <w:t>2.822e0</w:t>
      </w:r>
    </w:p>
    <w:p w:rsidR="007B2329" w:rsidRDefault="007B2329" w:rsidP="007B2329">
      <w:r>
        <w:t>796.2616</w:t>
      </w:r>
      <w:r>
        <w:tab/>
        <w:t>3.544e0</w:t>
      </w:r>
    </w:p>
    <w:p w:rsidR="007B2329" w:rsidRDefault="007B2329" w:rsidP="007B2329">
      <w:r>
        <w:t>796.2952</w:t>
      </w:r>
      <w:r>
        <w:tab/>
        <w:t>4.875e0</w:t>
      </w:r>
    </w:p>
    <w:p w:rsidR="007B2329" w:rsidRDefault="007B2329" w:rsidP="007B2329">
      <w:r>
        <w:t>796.3332</w:t>
      </w:r>
      <w:r>
        <w:tab/>
        <w:t>8.449e0</w:t>
      </w:r>
    </w:p>
    <w:p w:rsidR="007B2329" w:rsidRDefault="007B2329" w:rsidP="007B2329">
      <w:r>
        <w:t>796.3420</w:t>
      </w:r>
      <w:r>
        <w:tab/>
        <w:t>2.447e0</w:t>
      </w:r>
    </w:p>
    <w:p w:rsidR="007B2329" w:rsidRDefault="007B2329" w:rsidP="007B2329">
      <w:r>
        <w:t>796.3612</w:t>
      </w:r>
      <w:r>
        <w:tab/>
        <w:t>3.038e0</w:t>
      </w:r>
    </w:p>
    <w:p w:rsidR="007B2329" w:rsidRDefault="007B2329" w:rsidP="007B2329">
      <w:r>
        <w:t>796.4173</w:t>
      </w:r>
      <w:r>
        <w:tab/>
        <w:t>1.999e0</w:t>
      </w:r>
    </w:p>
    <w:p w:rsidR="007B2329" w:rsidRDefault="007B2329" w:rsidP="007B2329">
      <w:r>
        <w:t>796.4321</w:t>
      </w:r>
      <w:r>
        <w:tab/>
        <w:t>1.841e0</w:t>
      </w:r>
    </w:p>
    <w:p w:rsidR="007B2329" w:rsidRDefault="007B2329" w:rsidP="007B2329">
      <w:r>
        <w:t>796.4370</w:t>
      </w:r>
      <w:r>
        <w:tab/>
        <w:t>9.891e0</w:t>
      </w:r>
    </w:p>
    <w:p w:rsidR="007B2329" w:rsidRDefault="007B2329" w:rsidP="007B2329">
      <w:r>
        <w:t>796.4384</w:t>
      </w:r>
      <w:r>
        <w:tab/>
        <w:t>1.150e1</w:t>
      </w:r>
    </w:p>
    <w:p w:rsidR="007B2329" w:rsidRDefault="007B2329" w:rsidP="007B2329">
      <w:r>
        <w:t>796.4424</w:t>
      </w:r>
      <w:r>
        <w:tab/>
        <w:t>1.434e1</w:t>
      </w:r>
    </w:p>
    <w:p w:rsidR="007B2329" w:rsidRDefault="007B2329" w:rsidP="007B2329">
      <w:r>
        <w:t>796.5292</w:t>
      </w:r>
      <w:r>
        <w:tab/>
        <w:t>2.025e0</w:t>
      </w:r>
    </w:p>
    <w:p w:rsidR="007B2329" w:rsidRDefault="007B2329" w:rsidP="007B2329">
      <w:r>
        <w:t>796.5603</w:t>
      </w:r>
      <w:r>
        <w:tab/>
        <w:t>1.611e0</w:t>
      </w:r>
    </w:p>
    <w:p w:rsidR="007B2329" w:rsidRDefault="007B2329" w:rsidP="007B2329">
      <w:r>
        <w:t>796.5705</w:t>
      </w:r>
      <w:r>
        <w:tab/>
        <w:t>1.022e0</w:t>
      </w:r>
    </w:p>
    <w:p w:rsidR="007B2329" w:rsidRDefault="007B2329" w:rsidP="007B2329">
      <w:r>
        <w:t>796.5846</w:t>
      </w:r>
      <w:r>
        <w:tab/>
        <w:t>1.348e0</w:t>
      </w:r>
    </w:p>
    <w:p w:rsidR="007B2329" w:rsidRDefault="007B2329" w:rsidP="007B2329">
      <w:r>
        <w:t>796.6044</w:t>
      </w:r>
      <w:r>
        <w:tab/>
        <w:t>2.025e0</w:t>
      </w:r>
    </w:p>
    <w:p w:rsidR="007B2329" w:rsidRDefault="007B2329" w:rsidP="007B2329">
      <w:r>
        <w:t>796.6437</w:t>
      </w:r>
      <w:r>
        <w:tab/>
        <w:t>2.616e0</w:t>
      </w:r>
    </w:p>
    <w:p w:rsidR="007B2329" w:rsidRDefault="007B2329" w:rsidP="007B2329">
      <w:r>
        <w:t>796.6644</w:t>
      </w:r>
      <w:r>
        <w:tab/>
        <w:t>1.481e0</w:t>
      </w:r>
    </w:p>
    <w:p w:rsidR="007B2329" w:rsidRDefault="007B2329" w:rsidP="007B2329">
      <w:r>
        <w:lastRenderedPageBreak/>
        <w:t>796.6823</w:t>
      </w:r>
      <w:r>
        <w:tab/>
        <w:t>1.013e0</w:t>
      </w:r>
    </w:p>
    <w:p w:rsidR="007B2329" w:rsidRDefault="007B2329" w:rsidP="007B2329">
      <w:r>
        <w:t>796.7173</w:t>
      </w:r>
      <w:r>
        <w:tab/>
        <w:t>1.013e0</w:t>
      </w:r>
    </w:p>
    <w:p w:rsidR="007B2329" w:rsidRDefault="007B2329" w:rsidP="007B2329">
      <w:r>
        <w:t>796.7220</w:t>
      </w:r>
      <w:r>
        <w:tab/>
        <w:t>3.038e0</w:t>
      </w:r>
    </w:p>
    <w:p w:rsidR="007B2329" w:rsidRDefault="007B2329" w:rsidP="007B2329">
      <w:r>
        <w:t>796.7315</w:t>
      </w:r>
      <w:r>
        <w:tab/>
        <w:t>1.013e0</w:t>
      </w:r>
    </w:p>
    <w:p w:rsidR="007B2329" w:rsidRDefault="007B2329" w:rsidP="007B2329">
      <w:r>
        <w:t>796.7586</w:t>
      </w:r>
      <w:r>
        <w:tab/>
        <w:t>2.794e0</w:t>
      </w:r>
    </w:p>
    <w:p w:rsidR="007B2329" w:rsidRDefault="007B2329" w:rsidP="007B2329">
      <w:r>
        <w:t>796.7723</w:t>
      </w:r>
      <w:r>
        <w:tab/>
        <w:t>1.013e0</w:t>
      </w:r>
    </w:p>
    <w:p w:rsidR="007B2329" w:rsidRDefault="007B2329" w:rsidP="007B2329">
      <w:r>
        <w:t>796.8181</w:t>
      </w:r>
      <w:r>
        <w:tab/>
        <w:t>1.013e0</w:t>
      </w:r>
    </w:p>
    <w:p w:rsidR="007B2329" w:rsidRDefault="007B2329" w:rsidP="007B2329">
      <w:r>
        <w:t>796.8294</w:t>
      </w:r>
      <w:r>
        <w:tab/>
        <w:t>3.038e0</w:t>
      </w:r>
    </w:p>
    <w:p w:rsidR="007B2329" w:rsidRDefault="007B2329" w:rsidP="007B2329">
      <w:r>
        <w:t>796.8362</w:t>
      </w:r>
      <w:r>
        <w:tab/>
        <w:t>3.038e0</w:t>
      </w:r>
    </w:p>
    <w:p w:rsidR="007B2329" w:rsidRDefault="007B2329" w:rsidP="007B2329">
      <w:r>
        <w:t>796.8698</w:t>
      </w:r>
      <w:r>
        <w:tab/>
        <w:t>2.563e0</w:t>
      </w:r>
    </w:p>
    <w:p w:rsidR="007B2329" w:rsidRDefault="007B2329" w:rsidP="007B2329">
      <w:r>
        <w:t>796.8743</w:t>
      </w:r>
      <w:r>
        <w:tab/>
        <w:t>3.318e0</w:t>
      </w:r>
    </w:p>
    <w:p w:rsidR="007B2329" w:rsidRDefault="007B2329" w:rsidP="007B2329">
      <w:r>
        <w:t>796.8981</w:t>
      </w:r>
      <w:r>
        <w:tab/>
        <w:t>2.532e-2</w:t>
      </w:r>
    </w:p>
    <w:p w:rsidR="007B2329" w:rsidRDefault="007B2329" w:rsidP="007B2329">
      <w:r>
        <w:t>796.9333</w:t>
      </w:r>
      <w:r>
        <w:tab/>
        <w:t>1.013e0</w:t>
      </w:r>
    </w:p>
    <w:p w:rsidR="007B2329" w:rsidRDefault="007B2329" w:rsidP="007B2329">
      <w:r>
        <w:t>796.9368</w:t>
      </w:r>
      <w:r>
        <w:tab/>
        <w:t>1.013e0</w:t>
      </w:r>
    </w:p>
    <w:p w:rsidR="007B2329" w:rsidRDefault="007B2329" w:rsidP="007B2329">
      <w:r>
        <w:t>796.9568</w:t>
      </w:r>
      <w:r>
        <w:tab/>
        <w:t>3.769e0</w:t>
      </w:r>
    </w:p>
    <w:p w:rsidR="007B2329" w:rsidRDefault="007B2329" w:rsidP="007B2329">
      <w:r>
        <w:t>796.9587</w:t>
      </w:r>
      <w:r>
        <w:tab/>
        <w:t>1.680e0</w:t>
      </w:r>
    </w:p>
    <w:p w:rsidR="007B2329" w:rsidRDefault="007B2329" w:rsidP="007B2329">
      <w:r>
        <w:t>796.9708</w:t>
      </w:r>
      <w:r>
        <w:tab/>
        <w:t>2.962e0</w:t>
      </w:r>
    </w:p>
    <w:p w:rsidR="007B2329" w:rsidRDefault="007B2329" w:rsidP="007B2329">
      <w:r>
        <w:t>796.9728</w:t>
      </w:r>
      <w:r>
        <w:tab/>
        <w:t>2.155e0</w:t>
      </w:r>
    </w:p>
    <w:p w:rsidR="007B2329" w:rsidRDefault="007B2329" w:rsidP="007B2329">
      <w:r>
        <w:t>796.9871</w:t>
      </w:r>
      <w:r>
        <w:tab/>
        <w:t>1.013e0</w:t>
      </w:r>
    </w:p>
    <w:p w:rsidR="007B2329" w:rsidRDefault="007B2329" w:rsidP="007B2329">
      <w:r>
        <w:lastRenderedPageBreak/>
        <w:t>797.0222</w:t>
      </w:r>
      <w:r>
        <w:tab/>
        <w:t>1.013e0</w:t>
      </w:r>
    </w:p>
    <w:p w:rsidR="007B2329" w:rsidRDefault="007B2329" w:rsidP="007B2329">
      <w:r>
        <w:t>797.0306</w:t>
      </w:r>
      <w:r>
        <w:tab/>
        <w:t>2.025e0</w:t>
      </w:r>
    </w:p>
    <w:p w:rsidR="007B2329" w:rsidRDefault="007B2329" w:rsidP="007B2329">
      <w:r>
        <w:t>797.1156</w:t>
      </w:r>
      <w:r>
        <w:tab/>
        <w:t>2.025e0</w:t>
      </w:r>
    </w:p>
    <w:p w:rsidR="007B2329" w:rsidRDefault="007B2329" w:rsidP="007B2329">
      <w:r>
        <w:t>797.1232</w:t>
      </w:r>
      <w:r>
        <w:tab/>
        <w:t>4.864e0</w:t>
      </w:r>
    </w:p>
    <w:p w:rsidR="007B2329" w:rsidRDefault="007B2329" w:rsidP="007B2329">
      <w:r>
        <w:t>797.1585</w:t>
      </w:r>
      <w:r>
        <w:tab/>
        <w:t>7.089e0</w:t>
      </w:r>
    </w:p>
    <w:p w:rsidR="007B2329" w:rsidRDefault="007B2329" w:rsidP="007B2329">
      <w:r>
        <w:t>797.1616</w:t>
      </w:r>
      <w:r>
        <w:tab/>
        <w:t>1.013e0</w:t>
      </w:r>
    </w:p>
    <w:p w:rsidR="007B2329" w:rsidRDefault="007B2329" w:rsidP="007B2329">
      <w:r>
        <w:t>797.1976</w:t>
      </w:r>
      <w:r>
        <w:tab/>
        <w:t>4.051e0</w:t>
      </w:r>
    </w:p>
    <w:p w:rsidR="007B2329" w:rsidRDefault="007B2329" w:rsidP="007B2329">
      <w:r>
        <w:t>797.2191</w:t>
      </w:r>
      <w:r>
        <w:tab/>
        <w:t>2.025e0</w:t>
      </w:r>
    </w:p>
    <w:p w:rsidR="007B2329" w:rsidRDefault="007B2329" w:rsidP="007B2329">
      <w:r>
        <w:t>797.2350</w:t>
      </w:r>
      <w:r>
        <w:tab/>
        <w:t>2.025e0</w:t>
      </w:r>
    </w:p>
    <w:p w:rsidR="007B2329" w:rsidRDefault="007B2329" w:rsidP="007B2329">
      <w:r>
        <w:t>797.3026</w:t>
      </w:r>
      <w:r>
        <w:tab/>
        <w:t>2.025e0</w:t>
      </w:r>
    </w:p>
    <w:p w:rsidR="007B2329" w:rsidRDefault="007B2329" w:rsidP="007B2329">
      <w:r>
        <w:t>797.3271</w:t>
      </w:r>
      <w:r>
        <w:tab/>
        <w:t>9.567e0</w:t>
      </w:r>
    </w:p>
    <w:p w:rsidR="007B2329" w:rsidRDefault="007B2329" w:rsidP="007B2329">
      <w:r>
        <w:t>797.3354</w:t>
      </w:r>
      <w:r>
        <w:tab/>
        <w:t>2.274e1</w:t>
      </w:r>
    </w:p>
    <w:p w:rsidR="007B2329" w:rsidRDefault="007B2329" w:rsidP="007B2329">
      <w:r>
        <w:t>797.3396</w:t>
      </w:r>
      <w:r>
        <w:tab/>
        <w:t>2.859e1</w:t>
      </w:r>
    </w:p>
    <w:p w:rsidR="007B2329" w:rsidRDefault="007B2329" w:rsidP="007B2329">
      <w:r>
        <w:t>797.3439</w:t>
      </w:r>
      <w:r>
        <w:tab/>
        <w:t>1.399e1</w:t>
      </w:r>
    </w:p>
    <w:p w:rsidR="007B2329" w:rsidRDefault="007B2329" w:rsidP="007B2329">
      <w:r>
        <w:t>797.3453</w:t>
      </w:r>
      <w:r>
        <w:tab/>
        <w:t>2.165e1</w:t>
      </w:r>
    </w:p>
    <w:p w:rsidR="007B2329" w:rsidRDefault="007B2329" w:rsidP="007B2329">
      <w:r>
        <w:t>797.3531</w:t>
      </w:r>
      <w:r>
        <w:tab/>
        <w:t>1.355e1</w:t>
      </w:r>
    </w:p>
    <w:p w:rsidR="007B2329" w:rsidRDefault="007B2329" w:rsidP="007B2329">
      <w:r>
        <w:t>797.3771</w:t>
      </w:r>
      <w:r>
        <w:tab/>
        <w:t>5.769e0</w:t>
      </w:r>
    </w:p>
    <w:p w:rsidR="007B2329" w:rsidRDefault="007B2329" w:rsidP="007B2329">
      <w:r>
        <w:t>797.4096</w:t>
      </w:r>
      <w:r>
        <w:tab/>
        <w:t>2.925e0</w:t>
      </w:r>
    </w:p>
    <w:p w:rsidR="007B2329" w:rsidRDefault="007B2329" w:rsidP="007B2329">
      <w:r>
        <w:t>797.4775</w:t>
      </w:r>
      <w:r>
        <w:tab/>
        <w:t>2.025e0</w:t>
      </w:r>
    </w:p>
    <w:p w:rsidR="007B2329" w:rsidRDefault="007B2329" w:rsidP="007B2329">
      <w:r>
        <w:lastRenderedPageBreak/>
        <w:t>797.5591</w:t>
      </w:r>
      <w:r>
        <w:tab/>
        <w:t>3.566e0</w:t>
      </w:r>
    </w:p>
    <w:p w:rsidR="007B2329" w:rsidRDefault="007B2329" w:rsidP="007B2329">
      <w:r>
        <w:t>797.6192</w:t>
      </w:r>
      <w:r>
        <w:tab/>
        <w:t>2.025e0</w:t>
      </w:r>
    </w:p>
    <w:p w:rsidR="007B2329" w:rsidRDefault="007B2329" w:rsidP="007B2329">
      <w:r>
        <w:t>797.6259</w:t>
      </w:r>
      <w:r>
        <w:tab/>
        <w:t>2.025e0</w:t>
      </w:r>
    </w:p>
    <w:p w:rsidR="007B2329" w:rsidRDefault="007B2329" w:rsidP="007B2329">
      <w:r>
        <w:t>797.6524</w:t>
      </w:r>
      <w:r>
        <w:tab/>
        <w:t>4.051e0</w:t>
      </w:r>
    </w:p>
    <w:p w:rsidR="007B2329" w:rsidRDefault="007B2329" w:rsidP="007B2329">
      <w:r>
        <w:t>797.6813</w:t>
      </w:r>
      <w:r>
        <w:tab/>
        <w:t>1.637e0</w:t>
      </w:r>
    </w:p>
    <w:p w:rsidR="007B2329" w:rsidRDefault="007B2329" w:rsidP="007B2329">
      <w:r>
        <w:t>797.6937</w:t>
      </w:r>
      <w:r>
        <w:tab/>
        <w:t>6.032e0</w:t>
      </w:r>
    </w:p>
    <w:p w:rsidR="007B2329" w:rsidRDefault="007B2329" w:rsidP="007B2329">
      <w:r>
        <w:t>797.7003</w:t>
      </w:r>
      <w:r>
        <w:tab/>
        <w:t>2.025e0</w:t>
      </w:r>
    </w:p>
    <w:p w:rsidR="007B2329" w:rsidRDefault="007B2329" w:rsidP="007B2329">
      <w:r>
        <w:t>797.7198</w:t>
      </w:r>
      <w:r>
        <w:tab/>
        <w:t>2.025e0</w:t>
      </w:r>
    </w:p>
    <w:p w:rsidR="007B2329" w:rsidRDefault="007B2329" w:rsidP="007B2329">
      <w:r>
        <w:t>797.7692</w:t>
      </w:r>
      <w:r>
        <w:tab/>
        <w:t>1.013e0</w:t>
      </w:r>
    </w:p>
    <w:p w:rsidR="007B2329" w:rsidRDefault="007B2329" w:rsidP="007B2329">
      <w:r>
        <w:t>797.7802</w:t>
      </w:r>
      <w:r>
        <w:tab/>
        <w:t>1.013e0</w:t>
      </w:r>
    </w:p>
    <w:p w:rsidR="007B2329" w:rsidRDefault="007B2329" w:rsidP="007B2329">
      <w:r>
        <w:t>797.7977</w:t>
      </w:r>
      <w:r>
        <w:tab/>
        <w:t>2.051e0</w:t>
      </w:r>
    </w:p>
    <w:p w:rsidR="007B2329" w:rsidRDefault="007B2329" w:rsidP="007B2329">
      <w:r>
        <w:t>797.8120</w:t>
      </w:r>
      <w:r>
        <w:tab/>
        <w:t>1.945e0</w:t>
      </w:r>
    </w:p>
    <w:p w:rsidR="007B2329" w:rsidRDefault="007B2329" w:rsidP="007B2329">
      <w:r>
        <w:t>797.8136</w:t>
      </w:r>
      <w:r>
        <w:tab/>
        <w:t>2.025e0</w:t>
      </w:r>
    </w:p>
    <w:p w:rsidR="007B2329" w:rsidRDefault="007B2329" w:rsidP="007B2329">
      <w:r>
        <w:t>797.8340</w:t>
      </w:r>
      <w:r>
        <w:tab/>
        <w:t>1.013e0</w:t>
      </w:r>
    </w:p>
    <w:p w:rsidR="007B2329" w:rsidRDefault="007B2329" w:rsidP="007B2329">
      <w:r>
        <w:t>797.8371</w:t>
      </w:r>
      <w:r>
        <w:tab/>
        <w:t>1.013e0</w:t>
      </w:r>
    </w:p>
    <w:p w:rsidR="007B2329" w:rsidRDefault="007B2329" w:rsidP="007B2329">
      <w:r>
        <w:t>797.8460</w:t>
      </w:r>
      <w:r>
        <w:tab/>
        <w:t>4.051e0</w:t>
      </w:r>
    </w:p>
    <w:p w:rsidR="007B2329" w:rsidRDefault="007B2329" w:rsidP="007B2329">
      <w:r>
        <w:t>797.8745</w:t>
      </w:r>
      <w:r>
        <w:tab/>
        <w:t>1.013e0</w:t>
      </w:r>
    </w:p>
    <w:p w:rsidR="007B2329" w:rsidRDefault="007B2329" w:rsidP="007B2329">
      <w:r>
        <w:t>797.8880</w:t>
      </w:r>
      <w:r>
        <w:tab/>
        <w:t>3.038e0</w:t>
      </w:r>
    </w:p>
    <w:p w:rsidR="007B2329" w:rsidRDefault="007B2329" w:rsidP="007B2329">
      <w:r>
        <w:t>797.9147</w:t>
      </w:r>
      <w:r>
        <w:tab/>
        <w:t>1.013e0</w:t>
      </w:r>
    </w:p>
    <w:p w:rsidR="007B2329" w:rsidRDefault="007B2329" w:rsidP="007B2329">
      <w:r>
        <w:lastRenderedPageBreak/>
        <w:t>797.9559</w:t>
      </w:r>
      <w:r>
        <w:tab/>
        <w:t>5.127e0</w:t>
      </w:r>
    </w:p>
    <w:p w:rsidR="007B2329" w:rsidRDefault="007B2329" w:rsidP="007B2329">
      <w:r>
        <w:t>797.9753</w:t>
      </w:r>
      <w:r>
        <w:tab/>
        <w:t>1.705e0</w:t>
      </w:r>
    </w:p>
    <w:p w:rsidR="007B2329" w:rsidRDefault="007B2329" w:rsidP="007B2329">
      <w:r>
        <w:t>797.9954</w:t>
      </w:r>
      <w:r>
        <w:tab/>
        <w:t>1.975e0</w:t>
      </w:r>
    </w:p>
    <w:p w:rsidR="007B2329" w:rsidRDefault="007B2329" w:rsidP="007B2329">
      <w:r>
        <w:t>798.0024</w:t>
      </w:r>
      <w:r>
        <w:tab/>
        <w:t>2.025e0</w:t>
      </w:r>
    </w:p>
    <w:p w:rsidR="007B2329" w:rsidRDefault="007B2329" w:rsidP="007B2329">
      <w:r>
        <w:t>798.0156</w:t>
      </w:r>
      <w:r>
        <w:tab/>
        <w:t>2.025e0</w:t>
      </w:r>
    </w:p>
    <w:p w:rsidR="007B2329" w:rsidRDefault="007B2329" w:rsidP="007B2329">
      <w:r>
        <w:t>798.0367</w:t>
      </w:r>
      <w:r>
        <w:tab/>
        <w:t>2.025e0</w:t>
      </w:r>
    </w:p>
    <w:p w:rsidR="007B2329" w:rsidRDefault="007B2329" w:rsidP="007B2329">
      <w:r>
        <w:t>798.0411</w:t>
      </w:r>
      <w:r>
        <w:tab/>
        <w:t>5.063e0</w:t>
      </w:r>
    </w:p>
    <w:p w:rsidR="007B2329" w:rsidRDefault="007B2329" w:rsidP="007B2329">
      <w:r>
        <w:t>798.0483</w:t>
      </w:r>
      <w:r>
        <w:tab/>
        <w:t>2.873e0</w:t>
      </w:r>
    </w:p>
    <w:p w:rsidR="007B2329" w:rsidRDefault="007B2329" w:rsidP="007B2329">
      <w:r>
        <w:t>798.0632</w:t>
      </w:r>
      <w:r>
        <w:tab/>
        <w:t>1.013e0</w:t>
      </w:r>
    </w:p>
    <w:p w:rsidR="007B2329" w:rsidRDefault="007B2329" w:rsidP="007B2329">
      <w:r>
        <w:t>798.0763</w:t>
      </w:r>
      <w:r>
        <w:tab/>
        <w:t>1.013e0</w:t>
      </w:r>
    </w:p>
    <w:p w:rsidR="007B2329" w:rsidRDefault="007B2329" w:rsidP="007B2329">
      <w:r>
        <w:t>798.1166</w:t>
      </w:r>
      <w:r>
        <w:tab/>
        <w:t>3.038e0</w:t>
      </w:r>
    </w:p>
    <w:p w:rsidR="007B2329" w:rsidRDefault="007B2329" w:rsidP="007B2329">
      <w:r>
        <w:t>798.1435</w:t>
      </w:r>
      <w:r>
        <w:tab/>
        <w:t>1.013e0</w:t>
      </w:r>
    </w:p>
    <w:p w:rsidR="007B2329" w:rsidRDefault="007B2329" w:rsidP="007B2329">
      <w:r>
        <w:t>798.1852</w:t>
      </w:r>
      <w:r>
        <w:tab/>
        <w:t>3.038e0</w:t>
      </w:r>
    </w:p>
    <w:p w:rsidR="007B2329" w:rsidRDefault="007B2329" w:rsidP="007B2329">
      <w:r>
        <w:t>798.2079</w:t>
      </w:r>
      <w:r>
        <w:tab/>
        <w:t>7.089e0</w:t>
      </w:r>
    </w:p>
    <w:p w:rsidR="007B2329" w:rsidRDefault="007B2329" w:rsidP="007B2329">
      <w:r>
        <w:t>798.2095</w:t>
      </w:r>
      <w:r>
        <w:tab/>
        <w:t>2.691e0</w:t>
      </w:r>
    </w:p>
    <w:p w:rsidR="007B2329" w:rsidRDefault="007B2329" w:rsidP="007B2329">
      <w:r>
        <w:t>798.2108</w:t>
      </w:r>
      <w:r>
        <w:tab/>
        <w:t>2.025e0</w:t>
      </w:r>
    </w:p>
    <w:p w:rsidR="007B2329" w:rsidRDefault="007B2329" w:rsidP="007B2329">
      <w:r>
        <w:t>798.2155</w:t>
      </w:r>
      <w:r>
        <w:tab/>
        <w:t>2.691e0</w:t>
      </w:r>
    </w:p>
    <w:p w:rsidR="007B2329" w:rsidRDefault="007B2329" w:rsidP="007B2329">
      <w:r>
        <w:t>798.2281</w:t>
      </w:r>
      <w:r>
        <w:tab/>
        <w:t>1.013e0</w:t>
      </w:r>
    </w:p>
    <w:p w:rsidR="007B2329" w:rsidRDefault="007B2329" w:rsidP="007B2329">
      <w:r>
        <w:t>798.3050</w:t>
      </w:r>
      <w:r>
        <w:tab/>
        <w:t>1.013e0</w:t>
      </w:r>
    </w:p>
    <w:p w:rsidR="007B2329" w:rsidRDefault="007B2329" w:rsidP="007B2329">
      <w:r>
        <w:lastRenderedPageBreak/>
        <w:t>798.3264</w:t>
      </w:r>
      <w:r>
        <w:tab/>
        <w:t>1.248e1</w:t>
      </w:r>
    </w:p>
    <w:p w:rsidR="007B2329" w:rsidRDefault="007B2329" w:rsidP="007B2329">
      <w:r>
        <w:t>798.3372</w:t>
      </w:r>
      <w:r>
        <w:tab/>
        <w:t>5.752e0</w:t>
      </w:r>
    </w:p>
    <w:p w:rsidR="007B2329" w:rsidRDefault="007B2329" w:rsidP="007B2329">
      <w:r>
        <w:t>798.3435</w:t>
      </w:r>
      <w:r>
        <w:tab/>
        <w:t>7.115e0</w:t>
      </w:r>
    </w:p>
    <w:p w:rsidR="007B2329" w:rsidRDefault="007B2329" w:rsidP="007B2329">
      <w:r>
        <w:t>798.3511</w:t>
      </w:r>
      <w:r>
        <w:tab/>
        <w:t>1.380e1</w:t>
      </w:r>
    </w:p>
    <w:p w:rsidR="007B2329" w:rsidRDefault="007B2329" w:rsidP="007B2329">
      <w:r>
        <w:t>798.3529</w:t>
      </w:r>
      <w:r>
        <w:tab/>
        <w:t>2.111e0</w:t>
      </w:r>
    </w:p>
    <w:p w:rsidR="007B2329" w:rsidRDefault="007B2329" w:rsidP="007B2329">
      <w:r>
        <w:t>798.3972</w:t>
      </w:r>
      <w:r>
        <w:tab/>
        <w:t>1.967e0</w:t>
      </w:r>
    </w:p>
    <w:p w:rsidR="007B2329" w:rsidRDefault="007B2329" w:rsidP="007B2329">
      <w:r>
        <w:t>798.4072</w:t>
      </w:r>
      <w:r>
        <w:tab/>
        <w:t>2.058e0</w:t>
      </w:r>
    </w:p>
    <w:p w:rsidR="007B2329" w:rsidRDefault="007B2329" w:rsidP="007B2329">
      <w:r>
        <w:t>798.4592</w:t>
      </w:r>
      <w:r>
        <w:tab/>
        <w:t>2.025e0</w:t>
      </w:r>
    </w:p>
    <w:p w:rsidR="007B2329" w:rsidRDefault="007B2329" w:rsidP="007B2329">
      <w:r>
        <w:t>798.5720</w:t>
      </w:r>
      <w:r>
        <w:tab/>
        <w:t>2.899e0</w:t>
      </w:r>
    </w:p>
    <w:p w:rsidR="007B2329" w:rsidRDefault="007B2329" w:rsidP="007B2329">
      <w:r>
        <w:t>798.5810</w:t>
      </w:r>
      <w:r>
        <w:tab/>
        <w:t>1.027e0</w:t>
      </w:r>
    </w:p>
    <w:p w:rsidR="007B2329" w:rsidRDefault="007B2329" w:rsidP="007B2329">
      <w:r>
        <w:t>798.6016</w:t>
      </w:r>
      <w:r>
        <w:tab/>
        <w:t>2.025e0</w:t>
      </w:r>
    </w:p>
    <w:p w:rsidR="007B2329" w:rsidRDefault="007B2329" w:rsidP="007B2329">
      <w:r>
        <w:t>798.6177</w:t>
      </w:r>
      <w:r>
        <w:tab/>
        <w:t>3.683e0</w:t>
      </w:r>
    </w:p>
    <w:p w:rsidR="007B2329" w:rsidRDefault="007B2329" w:rsidP="007B2329">
      <w:r>
        <w:t>798.6360</w:t>
      </w:r>
      <w:r>
        <w:tab/>
        <w:t>1.013e0</w:t>
      </w:r>
    </w:p>
    <w:p w:rsidR="007B2329" w:rsidRDefault="007B2329" w:rsidP="007B2329">
      <w:r>
        <w:t>798.6863</w:t>
      </w:r>
      <w:r>
        <w:tab/>
        <w:t>1.266e-2</w:t>
      </w:r>
    </w:p>
    <w:p w:rsidR="007B2329" w:rsidRDefault="007B2329" w:rsidP="007B2329">
      <w:r>
        <w:t>798.6956</w:t>
      </w:r>
      <w:r>
        <w:tab/>
        <w:t>1.013e0</w:t>
      </w:r>
    </w:p>
    <w:p w:rsidR="007B2329" w:rsidRDefault="007B2329" w:rsidP="007B2329">
      <w:r>
        <w:t>798.7368</w:t>
      </w:r>
      <w:r>
        <w:tab/>
        <w:t>1.013e0</w:t>
      </w:r>
    </w:p>
    <w:p w:rsidR="007B2329" w:rsidRDefault="007B2329" w:rsidP="007B2329">
      <w:r>
        <w:t>798.7396</w:t>
      </w:r>
      <w:r>
        <w:tab/>
        <w:t>2.674e0</w:t>
      </w:r>
    </w:p>
    <w:p w:rsidR="007B2329" w:rsidRDefault="007B2329" w:rsidP="007B2329">
      <w:r>
        <w:t>798.7898</w:t>
      </w:r>
      <w:r>
        <w:tab/>
        <w:t>2.025e0</w:t>
      </w:r>
    </w:p>
    <w:p w:rsidR="007B2329" w:rsidRDefault="007B2329" w:rsidP="007B2329">
      <w:r>
        <w:t>798.8137</w:t>
      </w:r>
      <w:r>
        <w:tab/>
        <w:t>4.051e0</w:t>
      </w:r>
    </w:p>
    <w:p w:rsidR="007B2329" w:rsidRDefault="007B2329" w:rsidP="007B2329">
      <w:r>
        <w:lastRenderedPageBreak/>
        <w:t>798.8168</w:t>
      </w:r>
      <w:r>
        <w:tab/>
        <w:t>1.013e0</w:t>
      </w:r>
    </w:p>
    <w:p w:rsidR="007B2329" w:rsidRDefault="007B2329" w:rsidP="007B2329">
      <w:r>
        <w:t>798.8364</w:t>
      </w:r>
      <w:r>
        <w:tab/>
        <w:t>1.831e0</w:t>
      </w:r>
    </w:p>
    <w:p w:rsidR="007B2329" w:rsidRDefault="007B2329" w:rsidP="007B2329">
      <w:r>
        <w:t>798.8648</w:t>
      </w:r>
      <w:r>
        <w:tab/>
        <w:t>2.025e0</w:t>
      </w:r>
    </w:p>
    <w:p w:rsidR="007B2329" w:rsidRDefault="007B2329" w:rsidP="007B2329">
      <w:r>
        <w:t>798.8792</w:t>
      </w:r>
      <w:r>
        <w:tab/>
        <w:t>3.034e0</w:t>
      </w:r>
    </w:p>
    <w:p w:rsidR="007B2329" w:rsidRDefault="007B2329" w:rsidP="007B2329">
      <w:r>
        <w:t>798.9246</w:t>
      </w:r>
      <w:r>
        <w:tab/>
        <w:t>1.013e0</w:t>
      </w:r>
    </w:p>
    <w:p w:rsidR="007B2329" w:rsidRDefault="007B2329" w:rsidP="007B2329">
      <w:r>
        <w:t>798.9312</w:t>
      </w:r>
      <w:r>
        <w:tab/>
        <w:t>1.860e0</w:t>
      </w:r>
    </w:p>
    <w:p w:rsidR="007B2329" w:rsidRDefault="007B2329" w:rsidP="007B2329">
      <w:r>
        <w:t>798.9494</w:t>
      </w:r>
      <w:r>
        <w:tab/>
        <w:t>1.487e0</w:t>
      </w:r>
    </w:p>
    <w:p w:rsidR="007B2329" w:rsidRDefault="007B2329" w:rsidP="007B2329">
      <w:r>
        <w:t>798.9582</w:t>
      </w:r>
      <w:r>
        <w:tab/>
        <w:t>1.013e0</w:t>
      </w:r>
    </w:p>
    <w:p w:rsidR="007B2329" w:rsidRDefault="007B2329" w:rsidP="007B2329">
      <w:r>
        <w:t>798.9600</w:t>
      </w:r>
      <w:r>
        <w:tab/>
        <w:t>3.949e0</w:t>
      </w:r>
    </w:p>
    <w:p w:rsidR="007B2329" w:rsidRDefault="007B2329" w:rsidP="007B2329">
      <w:r>
        <w:t>798.9922</w:t>
      </w:r>
      <w:r>
        <w:tab/>
        <w:t>1.013e0</w:t>
      </w:r>
    </w:p>
    <w:p w:rsidR="007B2329" w:rsidRDefault="007B2329" w:rsidP="007B2329">
      <w:r>
        <w:t>799.0112</w:t>
      </w:r>
      <w:r>
        <w:tab/>
        <w:t>5.063e0</w:t>
      </w:r>
    </w:p>
    <w:p w:rsidR="007B2329" w:rsidRDefault="007B2329" w:rsidP="007B2329">
      <w:r>
        <w:t>799.0239</w:t>
      </w:r>
      <w:r>
        <w:tab/>
        <w:t>4.051e0</w:t>
      </w:r>
    </w:p>
    <w:p w:rsidR="007B2329" w:rsidRDefault="007B2329" w:rsidP="007B2329">
      <w:r>
        <w:t>799.0302</w:t>
      </w:r>
      <w:r>
        <w:tab/>
        <w:t>2.957e0</w:t>
      </w:r>
    </w:p>
    <w:p w:rsidR="007B2329" w:rsidRDefault="007B2329" w:rsidP="007B2329">
      <w:r>
        <w:t>799.0364</w:t>
      </w:r>
      <w:r>
        <w:tab/>
        <w:t>1.025e0</w:t>
      </w:r>
    </w:p>
    <w:p w:rsidR="007B2329" w:rsidRDefault="007B2329" w:rsidP="007B2329">
      <w:r>
        <w:t>799.0439</w:t>
      </w:r>
      <w:r>
        <w:tab/>
        <w:t>1.013e0</w:t>
      </w:r>
    </w:p>
    <w:p w:rsidR="007B2329" w:rsidRDefault="007B2329" w:rsidP="007B2329">
      <w:r>
        <w:t>799.0684</w:t>
      </w:r>
      <w:r>
        <w:tab/>
        <w:t>2.025e0</w:t>
      </w:r>
    </w:p>
    <w:p w:rsidR="007B2329" w:rsidRDefault="007B2329" w:rsidP="007B2329">
      <w:r>
        <w:t>799.1010</w:t>
      </w:r>
      <w:r>
        <w:tab/>
        <w:t>3.038e0</w:t>
      </w:r>
    </w:p>
    <w:p w:rsidR="007B2329" w:rsidRDefault="007B2329" w:rsidP="007B2329">
      <w:r>
        <w:t>799.1122</w:t>
      </w:r>
      <w:r>
        <w:tab/>
        <w:t>1.013e0</w:t>
      </w:r>
    </w:p>
    <w:p w:rsidR="007B2329" w:rsidRDefault="007B2329" w:rsidP="007B2329">
      <w:r>
        <w:t>799.1304</w:t>
      </w:r>
      <w:r>
        <w:tab/>
        <w:t>4.423e0</w:t>
      </w:r>
    </w:p>
    <w:p w:rsidR="007B2329" w:rsidRDefault="007B2329" w:rsidP="007B2329">
      <w:r>
        <w:lastRenderedPageBreak/>
        <w:t>799.1573</w:t>
      </w:r>
      <w:r>
        <w:tab/>
        <w:t>2.025e0</w:t>
      </w:r>
    </w:p>
    <w:p w:rsidR="007B2329" w:rsidRDefault="007B2329" w:rsidP="007B2329">
      <w:r>
        <w:t>799.1653</w:t>
      </w:r>
      <w:r>
        <w:tab/>
        <w:t>2.025e0</w:t>
      </w:r>
    </w:p>
    <w:p w:rsidR="007B2329" w:rsidRDefault="007B2329" w:rsidP="007B2329">
      <w:r>
        <w:t>799.1806</w:t>
      </w:r>
      <w:r>
        <w:tab/>
        <w:t>1.013e0</w:t>
      </w:r>
    </w:p>
    <w:p w:rsidR="007B2329" w:rsidRDefault="007B2329" w:rsidP="007B2329">
      <w:r>
        <w:t>799.2134</w:t>
      </w:r>
      <w:r>
        <w:tab/>
        <w:t>1.013e0</w:t>
      </w:r>
    </w:p>
    <w:p w:rsidR="007B2329" w:rsidRDefault="007B2329" w:rsidP="007B2329">
      <w:r>
        <w:t>799.2343</w:t>
      </w:r>
      <w:r>
        <w:tab/>
        <w:t>1.013e0</w:t>
      </w:r>
    </w:p>
    <w:p w:rsidR="007B2329" w:rsidRDefault="007B2329" w:rsidP="007B2329">
      <w:r>
        <w:t>799.2462</w:t>
      </w:r>
      <w:r>
        <w:tab/>
        <w:t>1.615e0</w:t>
      </w:r>
    </w:p>
    <w:p w:rsidR="007B2329" w:rsidRDefault="007B2329" w:rsidP="007B2329">
      <w:r>
        <w:t>799.2593</w:t>
      </w:r>
      <w:r>
        <w:tab/>
        <w:t>4.748e0</w:t>
      </w:r>
    </w:p>
    <w:p w:rsidR="007B2329" w:rsidRDefault="007B2329" w:rsidP="007B2329">
      <w:r>
        <w:t>799.2682</w:t>
      </w:r>
      <w:r>
        <w:tab/>
        <w:t>4.042e-1</w:t>
      </w:r>
    </w:p>
    <w:p w:rsidR="007B2329" w:rsidRDefault="007B2329" w:rsidP="007B2329">
      <w:r>
        <w:t>799.3490</w:t>
      </w:r>
      <w:r>
        <w:tab/>
        <w:t>2.025e0</w:t>
      </w:r>
    </w:p>
    <w:p w:rsidR="007B2329" w:rsidRDefault="007B2329" w:rsidP="007B2329">
      <w:r>
        <w:t>799.3582</w:t>
      </w:r>
      <w:r>
        <w:tab/>
        <w:t>2.864e1</w:t>
      </w:r>
    </w:p>
    <w:p w:rsidR="007B2329" w:rsidRDefault="007B2329" w:rsidP="007B2329">
      <w:r>
        <w:t>799.4229</w:t>
      </w:r>
      <w:r>
        <w:tab/>
        <w:t>2.680e1</w:t>
      </w:r>
    </w:p>
    <w:p w:rsidR="007B2329" w:rsidRDefault="007B2329" w:rsidP="007B2329">
      <w:r>
        <w:t>799.4444</w:t>
      </w:r>
      <w:r>
        <w:tab/>
        <w:t>1.273e2</w:t>
      </w:r>
    </w:p>
    <w:p w:rsidR="007B2329" w:rsidRDefault="007B2329" w:rsidP="007B2329">
      <w:r>
        <w:t>799.4562</w:t>
      </w:r>
      <w:r>
        <w:tab/>
        <w:t>5.044e0</w:t>
      </w:r>
    </w:p>
    <w:p w:rsidR="007B2329" w:rsidRDefault="007B2329" w:rsidP="007B2329">
      <w:r>
        <w:t>799.4583</w:t>
      </w:r>
      <w:r>
        <w:tab/>
        <w:t>6.884e1</w:t>
      </w:r>
    </w:p>
    <w:p w:rsidR="007B2329" w:rsidRDefault="007B2329" w:rsidP="007B2329">
      <w:r>
        <w:t>799.4594</w:t>
      </w:r>
      <w:r>
        <w:tab/>
        <w:t>3.104e2</w:t>
      </w:r>
    </w:p>
    <w:p w:rsidR="007B2329" w:rsidRDefault="007B2329" w:rsidP="007B2329">
      <w:r>
        <w:t>799.4894</w:t>
      </w:r>
      <w:r>
        <w:tab/>
        <w:t>9.609e0</w:t>
      </w:r>
    </w:p>
    <w:p w:rsidR="007B2329" w:rsidRDefault="007B2329" w:rsidP="007B2329">
      <w:r>
        <w:t>799.4982</w:t>
      </w:r>
      <w:r>
        <w:tab/>
        <w:t>3.660e0</w:t>
      </w:r>
    </w:p>
    <w:p w:rsidR="007B2329" w:rsidRDefault="007B2329" w:rsidP="007B2329">
      <w:r>
        <w:t>799.5694</w:t>
      </w:r>
      <w:r>
        <w:tab/>
        <w:t>4.964e0</w:t>
      </w:r>
    </w:p>
    <w:p w:rsidR="007B2329" w:rsidRDefault="007B2329" w:rsidP="007B2329">
      <w:r>
        <w:t>799.5848</w:t>
      </w:r>
      <w:r>
        <w:tab/>
        <w:t>2.025e0</w:t>
      </w:r>
    </w:p>
    <w:p w:rsidR="007B2329" w:rsidRDefault="007B2329" w:rsidP="007B2329">
      <w:r>
        <w:lastRenderedPageBreak/>
        <w:t>799.6302</w:t>
      </w:r>
      <w:r>
        <w:tab/>
        <w:t>3.602e0</w:t>
      </w:r>
    </w:p>
    <w:p w:rsidR="007B2329" w:rsidRDefault="007B2329" w:rsidP="007B2329">
      <w:r>
        <w:t>799.6391</w:t>
      </w:r>
      <w:r>
        <w:tab/>
        <w:t>1.013e0</w:t>
      </w:r>
    </w:p>
    <w:p w:rsidR="007B2329" w:rsidRDefault="007B2329" w:rsidP="007B2329">
      <w:r>
        <w:t>799.6787</w:t>
      </w:r>
      <w:r>
        <w:tab/>
        <w:t>3.038e0</w:t>
      </w:r>
    </w:p>
    <w:p w:rsidR="007B2329" w:rsidRDefault="007B2329" w:rsidP="007B2329">
      <w:r>
        <w:t>799.6860</w:t>
      </w:r>
      <w:r>
        <w:tab/>
        <w:t>2.015e0</w:t>
      </w:r>
    </w:p>
    <w:p w:rsidR="007B2329" w:rsidRDefault="007B2329" w:rsidP="007B2329">
      <w:r>
        <w:t>799.7063</w:t>
      </w:r>
      <w:r>
        <w:tab/>
        <w:t>1.013e0</w:t>
      </w:r>
    </w:p>
    <w:p w:rsidR="007B2329" w:rsidRDefault="007B2329" w:rsidP="007B2329">
      <w:r>
        <w:t>799.7516</w:t>
      </w:r>
      <w:r>
        <w:tab/>
        <w:t>2.025e0</w:t>
      </w:r>
    </w:p>
    <w:p w:rsidR="007B2329" w:rsidRDefault="007B2329" w:rsidP="007B2329">
      <w:r>
        <w:t>799.7602</w:t>
      </w:r>
      <w:r>
        <w:tab/>
        <w:t>2.025e0</w:t>
      </w:r>
    </w:p>
    <w:p w:rsidR="007B2329" w:rsidRDefault="007B2329" w:rsidP="007B2329">
      <w:r>
        <w:t>799.7733</w:t>
      </w:r>
      <w:r>
        <w:tab/>
        <w:t>5.082e0</w:t>
      </w:r>
    </w:p>
    <w:p w:rsidR="007B2329" w:rsidRDefault="007B2329" w:rsidP="007B2329">
      <w:r>
        <w:t>799.7870</w:t>
      </w:r>
      <w:r>
        <w:tab/>
        <w:t>2.514e0</w:t>
      </w:r>
    </w:p>
    <w:p w:rsidR="007B2329" w:rsidRDefault="007B2329" w:rsidP="007B2329">
      <w:r>
        <w:t>799.8141</w:t>
      </w:r>
      <w:r>
        <w:tab/>
        <w:t>4.051e0</w:t>
      </w:r>
    </w:p>
    <w:p w:rsidR="007B2329" w:rsidRDefault="007B2329" w:rsidP="007B2329">
      <w:r>
        <w:t>799.8636</w:t>
      </w:r>
      <w:r>
        <w:tab/>
        <w:t>1.025e0</w:t>
      </w:r>
    </w:p>
    <w:p w:rsidR="007B2329" w:rsidRDefault="007B2329" w:rsidP="007B2329">
      <w:r>
        <w:t>799.8669</w:t>
      </w:r>
      <w:r>
        <w:tab/>
        <w:t>2.025e0</w:t>
      </w:r>
    </w:p>
    <w:p w:rsidR="007B2329" w:rsidRDefault="007B2329" w:rsidP="007B2329">
      <w:r>
        <w:t>799.8928</w:t>
      </w:r>
      <w:r>
        <w:tab/>
        <w:t>1.013e0</w:t>
      </w:r>
    </w:p>
    <w:p w:rsidR="007B2329" w:rsidRDefault="007B2329" w:rsidP="007B2329">
      <w:r>
        <w:t>799.9263</w:t>
      </w:r>
      <w:r>
        <w:tab/>
        <w:t>1.013e0</w:t>
      </w:r>
    </w:p>
    <w:p w:rsidR="007B2329" w:rsidRDefault="007B2329" w:rsidP="007B2329">
      <w:r>
        <w:t>799.9362</w:t>
      </w:r>
      <w:r>
        <w:tab/>
        <w:t>3.960e0</w:t>
      </w:r>
    </w:p>
    <w:p w:rsidR="007B2329" w:rsidRDefault="007B2329" w:rsidP="007B2329">
      <w:r>
        <w:t>799.9383</w:t>
      </w:r>
      <w:r>
        <w:tab/>
        <w:t>1.857e0</w:t>
      </w:r>
    </w:p>
    <w:p w:rsidR="007B2329" w:rsidRDefault="007B2329" w:rsidP="007B2329">
      <w:r>
        <w:t>799.9780</w:t>
      </w:r>
      <w:r>
        <w:tab/>
        <w:t>2.598e0</w:t>
      </w:r>
    </w:p>
    <w:p w:rsidR="007B2329" w:rsidRDefault="007B2329" w:rsidP="007B2329">
      <w:r>
        <w:t>800.0300</w:t>
      </w:r>
      <w:r>
        <w:tab/>
        <w:t>1.013e0</w:t>
      </w:r>
    </w:p>
    <w:p w:rsidR="007B2329" w:rsidRDefault="007B2329" w:rsidP="007B2329">
      <w:r>
        <w:t>800.0358</w:t>
      </w:r>
      <w:r>
        <w:tab/>
        <w:t>5.874e0</w:t>
      </w:r>
    </w:p>
    <w:p w:rsidR="007B2329" w:rsidRDefault="007B2329" w:rsidP="007B2329">
      <w:r>
        <w:lastRenderedPageBreak/>
        <w:t>800.0568</w:t>
      </w:r>
      <w:r>
        <w:tab/>
        <w:t>2.025e0</w:t>
      </w:r>
    </w:p>
    <w:p w:rsidR="007B2329" w:rsidRDefault="007B2329" w:rsidP="007B2329">
      <w:r>
        <w:t>800.0836</w:t>
      </w:r>
      <w:r>
        <w:tab/>
        <w:t>2.025e0</w:t>
      </w:r>
    </w:p>
    <w:p w:rsidR="007B2329" w:rsidRDefault="007B2329" w:rsidP="007B2329">
      <w:r>
        <w:t>800.1116</w:t>
      </w:r>
      <w:r>
        <w:tab/>
        <w:t>5.063e0</w:t>
      </w:r>
    </w:p>
    <w:p w:rsidR="007B2329" w:rsidRDefault="007B2329" w:rsidP="007B2329">
      <w:r>
        <w:t>800.1311</w:t>
      </w:r>
      <w:r>
        <w:tab/>
        <w:t>2.025e0</w:t>
      </w:r>
    </w:p>
    <w:p w:rsidR="007B2329" w:rsidRDefault="007B2329" w:rsidP="007B2329">
      <w:r>
        <w:t>800.1578</w:t>
      </w:r>
      <w:r>
        <w:tab/>
        <w:t>1.635e0</w:t>
      </w:r>
    </w:p>
    <w:p w:rsidR="007B2329" w:rsidRDefault="007B2329" w:rsidP="007B2329">
      <w:r>
        <w:t>800.1691</w:t>
      </w:r>
      <w:r>
        <w:tab/>
        <w:t>3.571e0</w:t>
      </w:r>
    </w:p>
    <w:p w:rsidR="007B2329" w:rsidRDefault="007B2329" w:rsidP="007B2329">
      <w:r>
        <w:t>800.2022</w:t>
      </w:r>
      <w:r>
        <w:tab/>
        <w:t>2.025e0</w:t>
      </w:r>
    </w:p>
    <w:p w:rsidR="007B2329" w:rsidRDefault="007B2329" w:rsidP="007B2329">
      <w:r>
        <w:t>800.2662</w:t>
      </w:r>
      <w:r>
        <w:tab/>
        <w:t>3.680e0</w:t>
      </w:r>
    </w:p>
    <w:p w:rsidR="007B2329" w:rsidRDefault="007B2329" w:rsidP="007B2329">
      <w:r>
        <w:t>800.2730</w:t>
      </w:r>
      <w:r>
        <w:tab/>
        <w:t>2.025e0</w:t>
      </w:r>
    </w:p>
    <w:p w:rsidR="007B2329" w:rsidRDefault="007B2329" w:rsidP="007B2329">
      <w:r>
        <w:t>800.2820</w:t>
      </w:r>
      <w:r>
        <w:tab/>
        <w:t>4.305e0</w:t>
      </w:r>
    </w:p>
    <w:p w:rsidR="007B2329" w:rsidRDefault="007B2329" w:rsidP="007B2329">
      <w:r>
        <w:t>800.2983</w:t>
      </w:r>
      <w:r>
        <w:tab/>
        <w:t>8.611e0</w:t>
      </w:r>
    </w:p>
    <w:p w:rsidR="007B2329" w:rsidRDefault="007B2329" w:rsidP="007B2329">
      <w:r>
        <w:t>800.3214</w:t>
      </w:r>
      <w:r>
        <w:tab/>
        <w:t>8.424e0</w:t>
      </w:r>
    </w:p>
    <w:p w:rsidR="007B2329" w:rsidRDefault="007B2329" w:rsidP="007B2329">
      <w:r>
        <w:t>800.3326</w:t>
      </w:r>
      <w:r>
        <w:tab/>
        <w:t>1.030e1</w:t>
      </w:r>
    </w:p>
    <w:p w:rsidR="007B2329" w:rsidRDefault="007B2329" w:rsidP="007B2329">
      <w:r>
        <w:t>800.3372</w:t>
      </w:r>
      <w:r>
        <w:tab/>
        <w:t>1.543e1</w:t>
      </w:r>
    </w:p>
    <w:p w:rsidR="007B2329" w:rsidRDefault="007B2329" w:rsidP="007B2329">
      <w:r>
        <w:t>800.3500</w:t>
      </w:r>
      <w:r>
        <w:tab/>
        <w:t>1.028e1</w:t>
      </w:r>
    </w:p>
    <w:p w:rsidR="007B2329" w:rsidRDefault="007B2329" w:rsidP="007B2329">
      <w:r>
        <w:t>800.3589</w:t>
      </w:r>
      <w:r>
        <w:tab/>
        <w:t>2.067e1</w:t>
      </w:r>
    </w:p>
    <w:p w:rsidR="007B2329" w:rsidRDefault="007B2329" w:rsidP="007B2329">
      <w:r>
        <w:t>800.3845</w:t>
      </w:r>
      <w:r>
        <w:tab/>
        <w:t>1.013e0</w:t>
      </w:r>
    </w:p>
    <w:p w:rsidR="007B2329" w:rsidRDefault="007B2329" w:rsidP="007B2329">
      <w:r>
        <w:t>800.4257</w:t>
      </w:r>
      <w:r>
        <w:tab/>
        <w:t>7.278e0</w:t>
      </w:r>
    </w:p>
    <w:p w:rsidR="007B2329" w:rsidRDefault="007B2329" w:rsidP="007B2329">
      <w:r>
        <w:t>800.4283</w:t>
      </w:r>
      <w:r>
        <w:tab/>
        <w:t>1.250e1</w:t>
      </w:r>
    </w:p>
    <w:p w:rsidR="007B2329" w:rsidRDefault="007B2329" w:rsidP="007B2329">
      <w:r>
        <w:lastRenderedPageBreak/>
        <w:t>800.4631</w:t>
      </w:r>
      <w:r>
        <w:tab/>
        <w:t>9.711e1</w:t>
      </w:r>
    </w:p>
    <w:p w:rsidR="007B2329" w:rsidRDefault="007B2329" w:rsidP="007B2329">
      <w:r>
        <w:t>800.4656</w:t>
      </w:r>
      <w:r>
        <w:tab/>
        <w:t>7.616e1</w:t>
      </w:r>
    </w:p>
    <w:p w:rsidR="007B2329" w:rsidRDefault="007B2329" w:rsidP="007B2329">
      <w:r>
        <w:t>800.4703</w:t>
      </w:r>
      <w:r>
        <w:tab/>
        <w:t>4.263e1</w:t>
      </w:r>
    </w:p>
    <w:p w:rsidR="007B2329" w:rsidRDefault="007B2329" w:rsidP="007B2329">
      <w:r>
        <w:t>800.4766</w:t>
      </w:r>
      <w:r>
        <w:tab/>
        <w:t>1.624e0</w:t>
      </w:r>
    </w:p>
    <w:p w:rsidR="007B2329" w:rsidRDefault="007B2329" w:rsidP="007B2329">
      <w:r>
        <w:t>800.5389</w:t>
      </w:r>
      <w:r>
        <w:tab/>
        <w:t>3.134e0</w:t>
      </w:r>
    </w:p>
    <w:p w:rsidR="007B2329" w:rsidRDefault="007B2329" w:rsidP="007B2329">
      <w:r>
        <w:t>800.6159</w:t>
      </w:r>
      <w:r>
        <w:tab/>
        <w:t>2.025e0</w:t>
      </w:r>
    </w:p>
    <w:p w:rsidR="007B2329" w:rsidRDefault="007B2329" w:rsidP="007B2329">
      <w:r>
        <w:t>800.6194</w:t>
      </w:r>
      <w:r>
        <w:tab/>
        <w:t>2.741e0</w:t>
      </w:r>
    </w:p>
    <w:p w:rsidR="007B2329" w:rsidRDefault="007B2329" w:rsidP="007B2329">
      <w:r>
        <w:t>800.6371</w:t>
      </w:r>
      <w:r>
        <w:tab/>
        <w:t>1.013e0</w:t>
      </w:r>
    </w:p>
    <w:p w:rsidR="007B2329" w:rsidRDefault="007B2329" w:rsidP="007B2329">
      <w:r>
        <w:t>800.6775</w:t>
      </w:r>
      <w:r>
        <w:tab/>
        <w:t>1.013e0</w:t>
      </w:r>
    </w:p>
    <w:p w:rsidR="007B2329" w:rsidRDefault="007B2329" w:rsidP="007B2329">
      <w:r>
        <w:t>800.6823</w:t>
      </w:r>
      <w:r>
        <w:tab/>
        <w:t>2.025e0</w:t>
      </w:r>
    </w:p>
    <w:p w:rsidR="007B2329" w:rsidRDefault="007B2329" w:rsidP="007B2329">
      <w:r>
        <w:t>800.6936</w:t>
      </w:r>
      <w:r>
        <w:tab/>
        <w:t>2.232e-1</w:t>
      </w:r>
    </w:p>
    <w:p w:rsidR="007B2329" w:rsidRDefault="007B2329" w:rsidP="007B2329">
      <w:r>
        <w:t>800.6985</w:t>
      </w:r>
      <w:r>
        <w:tab/>
        <w:t>2.025e0</w:t>
      </w:r>
    </w:p>
    <w:p w:rsidR="007B2329" w:rsidRDefault="007B2329" w:rsidP="007B2329">
      <w:r>
        <w:t>800.7236</w:t>
      </w:r>
      <w:r>
        <w:tab/>
        <w:t>6.062e0</w:t>
      </w:r>
    </w:p>
    <w:p w:rsidR="007B2329" w:rsidRDefault="007B2329" w:rsidP="007B2329">
      <w:r>
        <w:t>800.7590</w:t>
      </w:r>
      <w:r>
        <w:tab/>
        <w:t>5.060e0</w:t>
      </w:r>
    </w:p>
    <w:p w:rsidR="007B2329" w:rsidRDefault="007B2329" w:rsidP="007B2329">
      <w:r>
        <w:t>800.7728</w:t>
      </w:r>
      <w:r>
        <w:tab/>
        <w:t>3.425e0</w:t>
      </w:r>
    </w:p>
    <w:p w:rsidR="007B2329" w:rsidRDefault="007B2329" w:rsidP="007B2329">
      <w:r>
        <w:t>800.8157</w:t>
      </w:r>
      <w:r>
        <w:tab/>
        <w:t>4.114e0</w:t>
      </w:r>
    </w:p>
    <w:p w:rsidR="007B2329" w:rsidRDefault="007B2329" w:rsidP="007B2329">
      <w:r>
        <w:t>800.8262</w:t>
      </w:r>
      <w:r>
        <w:tab/>
        <w:t>2.025e0</w:t>
      </w:r>
    </w:p>
    <w:p w:rsidR="007B2329" w:rsidRDefault="007B2329" w:rsidP="007B2329">
      <w:r>
        <w:t>800.8432</w:t>
      </w:r>
      <w:r>
        <w:tab/>
        <w:t>1.563e0</w:t>
      </w:r>
    </w:p>
    <w:p w:rsidR="007B2329" w:rsidRDefault="007B2329" w:rsidP="007B2329">
      <w:r>
        <w:t>800.8495</w:t>
      </w:r>
      <w:r>
        <w:tab/>
        <w:t>2.578e0</w:t>
      </w:r>
    </w:p>
    <w:p w:rsidR="007B2329" w:rsidRDefault="007B2329" w:rsidP="007B2329">
      <w:r>
        <w:lastRenderedPageBreak/>
        <w:t>800.8793</w:t>
      </w:r>
      <w:r>
        <w:tab/>
        <w:t>4.051e0</w:t>
      </w:r>
    </w:p>
    <w:p w:rsidR="007B2329" w:rsidRDefault="007B2329" w:rsidP="007B2329">
      <w:r>
        <w:t>800.8937</w:t>
      </w:r>
      <w:r>
        <w:tab/>
        <w:t>2.025e0</w:t>
      </w:r>
    </w:p>
    <w:p w:rsidR="007B2329" w:rsidRDefault="007B2329" w:rsidP="007B2329">
      <w:r>
        <w:t>800.9243</w:t>
      </w:r>
      <w:r>
        <w:tab/>
        <w:t>3.714e0</w:t>
      </w:r>
    </w:p>
    <w:p w:rsidR="007B2329" w:rsidRDefault="007B2329" w:rsidP="007B2329">
      <w:r>
        <w:t>800.9340</w:t>
      </w:r>
      <w:r>
        <w:tab/>
        <w:t>1.013e0</w:t>
      </w:r>
    </w:p>
    <w:p w:rsidR="007B2329" w:rsidRDefault="007B2329" w:rsidP="007B2329">
      <w:r>
        <w:t>800.9535</w:t>
      </w:r>
      <w:r>
        <w:tab/>
        <w:t>1.977e0</w:t>
      </w:r>
    </w:p>
    <w:p w:rsidR="007B2329" w:rsidRDefault="007B2329" w:rsidP="007B2329">
      <w:r>
        <w:t>800.9882</w:t>
      </w:r>
      <w:r>
        <w:tab/>
        <w:t>3.038e0</w:t>
      </w:r>
    </w:p>
    <w:p w:rsidR="007B2329" w:rsidRDefault="007B2329" w:rsidP="007B2329">
      <w:r>
        <w:t>800.9913</w:t>
      </w:r>
      <w:r>
        <w:tab/>
        <w:t>2.025e0</w:t>
      </w:r>
    </w:p>
    <w:p w:rsidR="007B2329" w:rsidRDefault="007B2329" w:rsidP="007B2329">
      <w:r>
        <w:t>801.0041</w:t>
      </w:r>
      <w:r>
        <w:tab/>
        <w:t>3.018e0</w:t>
      </w:r>
    </w:p>
    <w:p w:rsidR="007B2329" w:rsidRDefault="007B2329" w:rsidP="007B2329">
      <w:r>
        <w:t>801.0101</w:t>
      </w:r>
      <w:r>
        <w:tab/>
        <w:t>4.051e0</w:t>
      </w:r>
    </w:p>
    <w:p w:rsidR="007B2329" w:rsidRDefault="007B2329" w:rsidP="007B2329">
      <w:r>
        <w:t>801.0640</w:t>
      </w:r>
      <w:r>
        <w:tab/>
        <w:t>1.013e0</w:t>
      </w:r>
    </w:p>
    <w:p w:rsidR="007B2329" w:rsidRDefault="007B2329" w:rsidP="007B2329">
      <w:r>
        <w:t>801.0742</w:t>
      </w:r>
      <w:r>
        <w:tab/>
        <w:t>2.025e0</w:t>
      </w:r>
    </w:p>
    <w:p w:rsidR="007B2329" w:rsidRDefault="007B2329" w:rsidP="007B2329">
      <w:r>
        <w:t>801.0820</w:t>
      </w:r>
      <w:r>
        <w:tab/>
        <w:t>1.013e0</w:t>
      </w:r>
    </w:p>
    <w:p w:rsidR="007B2329" w:rsidRDefault="007B2329" w:rsidP="007B2329">
      <w:r>
        <w:t>801.1008</w:t>
      </w:r>
      <w:r>
        <w:tab/>
        <w:t>2.038e0</w:t>
      </w:r>
    </w:p>
    <w:p w:rsidR="007B2329" w:rsidRDefault="007B2329" w:rsidP="007B2329">
      <w:r>
        <w:t>801.1235</w:t>
      </w:r>
      <w:r>
        <w:tab/>
        <w:t>1.013e0</w:t>
      </w:r>
    </w:p>
    <w:p w:rsidR="007B2329" w:rsidRDefault="007B2329" w:rsidP="007B2329">
      <w:r>
        <w:t>801.1499</w:t>
      </w:r>
      <w:r>
        <w:tab/>
        <w:t>1.013e0</w:t>
      </w:r>
    </w:p>
    <w:p w:rsidR="007B2329" w:rsidRDefault="007B2329" w:rsidP="007B2329">
      <w:r>
        <w:t>801.1787</w:t>
      </w:r>
      <w:r>
        <w:tab/>
        <w:t>2.579e0</w:t>
      </w:r>
    </w:p>
    <w:p w:rsidR="007B2329" w:rsidRDefault="007B2329" w:rsidP="007B2329">
      <w:r>
        <w:t>801.1842</w:t>
      </w:r>
      <w:r>
        <w:tab/>
        <w:t>2.693e0</w:t>
      </w:r>
    </w:p>
    <w:p w:rsidR="007B2329" w:rsidRDefault="007B2329" w:rsidP="007B2329">
      <w:r>
        <w:t>801.2111</w:t>
      </w:r>
      <w:r>
        <w:tab/>
        <w:t>1.525e0</w:t>
      </w:r>
    </w:p>
    <w:p w:rsidR="007B2329" w:rsidRDefault="007B2329" w:rsidP="007B2329">
      <w:r>
        <w:t>801.2180</w:t>
      </w:r>
      <w:r>
        <w:tab/>
        <w:t>1.013e0</w:t>
      </w:r>
    </w:p>
    <w:p w:rsidR="007B2329" w:rsidRDefault="007B2329" w:rsidP="007B2329">
      <w:r>
        <w:lastRenderedPageBreak/>
        <w:t>801.2452</w:t>
      </w:r>
      <w:r>
        <w:tab/>
        <w:t>2.056e0</w:t>
      </w:r>
    </w:p>
    <w:p w:rsidR="007B2329" w:rsidRDefault="007B2329" w:rsidP="007B2329">
      <w:r>
        <w:t>801.2856</w:t>
      </w:r>
      <w:r>
        <w:tab/>
        <w:t>1.013e0</w:t>
      </w:r>
    </w:p>
    <w:p w:rsidR="007B2329" w:rsidRDefault="007B2329" w:rsidP="007B2329">
      <w:r>
        <w:t>801.2984</w:t>
      </w:r>
      <w:r>
        <w:tab/>
        <w:t>1.129e1</w:t>
      </w:r>
    </w:p>
    <w:p w:rsidR="007B2329" w:rsidRDefault="007B2329" w:rsidP="007B2329">
      <w:r>
        <w:t>801.3170</w:t>
      </w:r>
      <w:r>
        <w:tab/>
        <w:t>3.162e0</w:t>
      </w:r>
    </w:p>
    <w:p w:rsidR="007B2329" w:rsidRDefault="007B2329" w:rsidP="007B2329">
      <w:r>
        <w:t>801.3423</w:t>
      </w:r>
      <w:r>
        <w:tab/>
        <w:t>1.018e1</w:t>
      </w:r>
    </w:p>
    <w:p w:rsidR="007B2329" w:rsidRDefault="007B2329" w:rsidP="007B2329">
      <w:r>
        <w:t>801.3571</w:t>
      </w:r>
      <w:r>
        <w:tab/>
        <w:t>4.051e0</w:t>
      </w:r>
    </w:p>
    <w:p w:rsidR="007B2329" w:rsidRDefault="007B2329" w:rsidP="007B2329">
      <w:r>
        <w:t>801.3723</w:t>
      </w:r>
      <w:r>
        <w:tab/>
        <w:t>1.448e0</w:t>
      </w:r>
    </w:p>
    <w:p w:rsidR="007B2329" w:rsidRDefault="007B2329" w:rsidP="007B2329">
      <w:r>
        <w:t>801.3815</w:t>
      </w:r>
      <w:r>
        <w:tab/>
        <w:t>1.979e0</w:t>
      </w:r>
    </w:p>
    <w:p w:rsidR="007B2329" w:rsidRDefault="007B2329" w:rsidP="007B2329">
      <w:r>
        <w:t>801.4410</w:t>
      </w:r>
      <w:r>
        <w:tab/>
        <w:t>4.826e0</w:t>
      </w:r>
    </w:p>
    <w:p w:rsidR="007B2329" w:rsidRDefault="007B2329" w:rsidP="007B2329">
      <w:r>
        <w:t>801.4547</w:t>
      </w:r>
      <w:r>
        <w:tab/>
        <w:t>6.684e0</w:t>
      </w:r>
    </w:p>
    <w:p w:rsidR="007B2329" w:rsidRDefault="007B2329" w:rsidP="007B2329">
      <w:r>
        <w:t>801.4582</w:t>
      </w:r>
      <w:r>
        <w:tab/>
        <w:t>8.613e0</w:t>
      </w:r>
    </w:p>
    <w:p w:rsidR="007B2329" w:rsidRDefault="007B2329" w:rsidP="007B2329">
      <w:r>
        <w:t>801.5534</w:t>
      </w:r>
      <w:r>
        <w:tab/>
        <w:t>3.016e0</w:t>
      </w:r>
    </w:p>
    <w:p w:rsidR="007B2329" w:rsidRDefault="007B2329" w:rsidP="007B2329">
      <w:r>
        <w:t>801.5556</w:t>
      </w:r>
      <w:r>
        <w:tab/>
        <w:t>3.730e0</w:t>
      </w:r>
    </w:p>
    <w:p w:rsidR="007B2329" w:rsidRDefault="007B2329" w:rsidP="007B2329">
      <w:r>
        <w:t>801.5691</w:t>
      </w:r>
      <w:r>
        <w:tab/>
        <w:t>6.155e0</w:t>
      </w:r>
    </w:p>
    <w:p w:rsidR="007B2329" w:rsidRDefault="007B2329" w:rsidP="007B2329">
      <w:r>
        <w:t>801.5776</w:t>
      </w:r>
      <w:r>
        <w:tab/>
        <w:t>2.964e0</w:t>
      </w:r>
    </w:p>
    <w:p w:rsidR="007B2329" w:rsidRDefault="007B2329" w:rsidP="007B2329">
      <w:r>
        <w:t>801.5854</w:t>
      </w:r>
      <w:r>
        <w:tab/>
        <w:t>5.847e0</w:t>
      </w:r>
    </w:p>
    <w:p w:rsidR="007B2329" w:rsidRDefault="007B2329" w:rsidP="007B2329">
      <w:r>
        <w:t>801.6516</w:t>
      </w:r>
      <w:r>
        <w:tab/>
        <w:t>3.607e0</w:t>
      </w:r>
    </w:p>
    <w:p w:rsidR="007B2329" w:rsidRDefault="007B2329" w:rsidP="007B2329">
      <w:r>
        <w:t>801.6688</w:t>
      </w:r>
      <w:r>
        <w:tab/>
        <w:t>6.564e0</w:t>
      </w:r>
    </w:p>
    <w:p w:rsidR="007B2329" w:rsidRDefault="007B2329" w:rsidP="007B2329">
      <w:r>
        <w:t>801.6751</w:t>
      </w:r>
      <w:r>
        <w:tab/>
        <w:t>2.025e0</w:t>
      </w:r>
    </w:p>
    <w:p w:rsidR="007B2329" w:rsidRDefault="007B2329" w:rsidP="007B2329">
      <w:r>
        <w:lastRenderedPageBreak/>
        <w:t>801.6765</w:t>
      </w:r>
      <w:r>
        <w:tab/>
        <w:t>1.013e0</w:t>
      </w:r>
    </w:p>
    <w:p w:rsidR="007B2329" w:rsidRDefault="007B2329" w:rsidP="007B2329">
      <w:r>
        <w:t>801.7164</w:t>
      </w:r>
      <w:r>
        <w:tab/>
        <w:t>3.015e0</w:t>
      </w:r>
    </w:p>
    <w:p w:rsidR="007B2329" w:rsidRDefault="007B2329" w:rsidP="007B2329">
      <w:r>
        <w:t>801.7394</w:t>
      </w:r>
      <w:r>
        <w:tab/>
        <w:t>3.038e0</w:t>
      </w:r>
    </w:p>
    <w:p w:rsidR="007B2329" w:rsidRDefault="007B2329" w:rsidP="007B2329">
      <w:r>
        <w:t>801.7431</w:t>
      </w:r>
      <w:r>
        <w:tab/>
        <w:t>2.025e0</w:t>
      </w:r>
    </w:p>
    <w:p w:rsidR="007B2329" w:rsidRDefault="007B2329" w:rsidP="007B2329">
      <w:r>
        <w:t>801.7650</w:t>
      </w:r>
      <w:r>
        <w:tab/>
        <w:t>2.025e0</w:t>
      </w:r>
    </w:p>
    <w:p w:rsidR="007B2329" w:rsidRDefault="007B2329" w:rsidP="007B2329">
      <w:r>
        <w:t>801.8161</w:t>
      </w:r>
      <w:r>
        <w:tab/>
        <w:t>2.514e0</w:t>
      </w:r>
    </w:p>
    <w:p w:rsidR="007B2329" w:rsidRDefault="007B2329" w:rsidP="007B2329">
      <w:r>
        <w:t>801.8352</w:t>
      </w:r>
      <w:r>
        <w:tab/>
        <w:t>2.025e0</w:t>
      </w:r>
    </w:p>
    <w:p w:rsidR="007B2329" w:rsidRDefault="007B2329" w:rsidP="007B2329">
      <w:r>
        <w:t>801.8608</w:t>
      </w:r>
      <w:r>
        <w:tab/>
        <w:t>4.074e0</w:t>
      </w:r>
    </w:p>
    <w:p w:rsidR="007B2329" w:rsidRDefault="007B2329" w:rsidP="007B2329">
      <w:r>
        <w:t>801.8662</w:t>
      </w:r>
      <w:r>
        <w:tab/>
        <w:t>1.013e0</w:t>
      </w:r>
    </w:p>
    <w:p w:rsidR="007B2329" w:rsidRDefault="007B2329" w:rsidP="007B2329">
      <w:r>
        <w:t>801.8892</w:t>
      </w:r>
      <w:r>
        <w:tab/>
        <w:t>3.706e0</w:t>
      </w:r>
    </w:p>
    <w:p w:rsidR="007B2329" w:rsidRDefault="007B2329" w:rsidP="007B2329">
      <w:r>
        <w:t>801.8943</w:t>
      </w:r>
      <w:r>
        <w:tab/>
        <w:t>3.038e0</w:t>
      </w:r>
    </w:p>
    <w:p w:rsidR="007B2329" w:rsidRDefault="007B2329" w:rsidP="007B2329">
      <w:r>
        <w:t>801.9015</w:t>
      </w:r>
      <w:r>
        <w:tab/>
        <w:t>3.038e0</w:t>
      </w:r>
    </w:p>
    <w:p w:rsidR="007B2329" w:rsidRDefault="007B2329" w:rsidP="007B2329">
      <w:r>
        <w:t>801.9432</w:t>
      </w:r>
      <w:r>
        <w:tab/>
        <w:t>4.051e0</w:t>
      </w:r>
    </w:p>
    <w:p w:rsidR="007B2329" w:rsidRDefault="007B2329" w:rsidP="007B2329">
      <w:r>
        <w:t>801.9470</w:t>
      </w:r>
      <w:r>
        <w:tab/>
        <w:t>2.014e0</w:t>
      </w:r>
    </w:p>
    <w:p w:rsidR="007B2329" w:rsidRDefault="007B2329" w:rsidP="007B2329">
      <w:r>
        <w:t>801.9541</w:t>
      </w:r>
      <w:r>
        <w:tab/>
        <w:t>2.025e0</w:t>
      </w:r>
    </w:p>
    <w:p w:rsidR="007B2329" w:rsidRDefault="007B2329" w:rsidP="007B2329">
      <w:r>
        <w:t>801.9777</w:t>
      </w:r>
      <w:r>
        <w:tab/>
        <w:t>3.038e0</w:t>
      </w:r>
    </w:p>
    <w:p w:rsidR="007B2329" w:rsidRDefault="007B2329" w:rsidP="007B2329">
      <w:r>
        <w:t>802.0463</w:t>
      </w:r>
      <w:r>
        <w:tab/>
        <w:t>4.742e0</w:t>
      </w:r>
    </w:p>
    <w:p w:rsidR="007B2329" w:rsidRDefault="007B2329" w:rsidP="007B2329">
      <w:r>
        <w:t>802.0662</w:t>
      </w:r>
      <w:r>
        <w:tab/>
        <w:t>1.013e0</w:t>
      </w:r>
    </w:p>
    <w:p w:rsidR="007B2329" w:rsidRDefault="007B2329" w:rsidP="007B2329">
      <w:r>
        <w:t>802.0684</w:t>
      </w:r>
      <w:r>
        <w:tab/>
        <w:t>3.038e0</w:t>
      </w:r>
    </w:p>
    <w:p w:rsidR="007B2329" w:rsidRDefault="007B2329" w:rsidP="007B2329">
      <w:r>
        <w:lastRenderedPageBreak/>
        <w:t>802.0828</w:t>
      </w:r>
      <w:r>
        <w:tab/>
        <w:t>2.025e0</w:t>
      </w:r>
    </w:p>
    <w:p w:rsidR="007B2329" w:rsidRDefault="007B2329" w:rsidP="007B2329">
      <w:r>
        <w:t>802.0951</w:t>
      </w:r>
      <w:r>
        <w:tab/>
        <w:t>3.038e0</w:t>
      </w:r>
    </w:p>
    <w:p w:rsidR="007B2329" w:rsidRDefault="007B2329" w:rsidP="007B2329">
      <w:r>
        <w:t>802.1044</w:t>
      </w:r>
      <w:r>
        <w:tab/>
        <w:t>2.025e0</w:t>
      </w:r>
    </w:p>
    <w:p w:rsidR="007B2329" w:rsidRDefault="007B2329" w:rsidP="007B2329">
      <w:r>
        <w:t>802.1129</w:t>
      </w:r>
      <w:r>
        <w:tab/>
        <w:t>4.048e0</w:t>
      </w:r>
    </w:p>
    <w:p w:rsidR="007B2329" w:rsidRDefault="007B2329" w:rsidP="007B2329">
      <w:r>
        <w:t>802.1179</w:t>
      </w:r>
      <w:r>
        <w:tab/>
        <w:t>2.905e0</w:t>
      </w:r>
    </w:p>
    <w:p w:rsidR="007B2329" w:rsidRDefault="007B2329" w:rsidP="007B2329">
      <w:r>
        <w:t>802.1639</w:t>
      </w:r>
      <w:r>
        <w:tab/>
        <w:t>1.013e0</w:t>
      </w:r>
    </w:p>
    <w:p w:rsidR="007B2329" w:rsidRDefault="007B2329" w:rsidP="007B2329">
      <w:r>
        <w:t>802.1848</w:t>
      </w:r>
      <w:r>
        <w:tab/>
        <w:t>1.013e0</w:t>
      </w:r>
    </w:p>
    <w:p w:rsidR="007B2329" w:rsidRDefault="007B2329" w:rsidP="007B2329">
      <w:r>
        <w:t>802.2252</w:t>
      </w:r>
      <w:r>
        <w:tab/>
        <w:t>3.943e0</w:t>
      </w:r>
    </w:p>
    <w:p w:rsidR="007B2329" w:rsidRDefault="007B2329" w:rsidP="007B2329">
      <w:r>
        <w:t>802.2731</w:t>
      </w:r>
      <w:r>
        <w:tab/>
        <w:t>3.152e0</w:t>
      </w:r>
    </w:p>
    <w:p w:rsidR="007B2329" w:rsidRDefault="007B2329" w:rsidP="007B2329">
      <w:r>
        <w:t>802.2858</w:t>
      </w:r>
      <w:r>
        <w:tab/>
        <w:t>1.013e0</w:t>
      </w:r>
    </w:p>
    <w:p w:rsidR="007B2329" w:rsidRDefault="007B2329" w:rsidP="007B2329">
      <w:r>
        <w:t>802.2969</w:t>
      </w:r>
      <w:r>
        <w:tab/>
        <w:t>1.656e0</w:t>
      </w:r>
    </w:p>
    <w:p w:rsidR="007B2329" w:rsidRDefault="007B2329" w:rsidP="007B2329">
      <w:r>
        <w:t>802.3040</w:t>
      </w:r>
      <w:r>
        <w:tab/>
        <w:t>2.300e0</w:t>
      </w:r>
    </w:p>
    <w:p w:rsidR="007B2329" w:rsidRDefault="007B2329" w:rsidP="007B2329">
      <w:r>
        <w:t>802.3260</w:t>
      </w:r>
      <w:r>
        <w:tab/>
        <w:t>3.039e0</w:t>
      </w:r>
    </w:p>
    <w:p w:rsidR="007B2329" w:rsidRDefault="007B2329" w:rsidP="007B2329">
      <w:r>
        <w:t>802.3381</w:t>
      </w:r>
      <w:r>
        <w:tab/>
        <w:t>1.013e0</w:t>
      </w:r>
    </w:p>
    <w:p w:rsidR="007B2329" w:rsidRDefault="007B2329" w:rsidP="007B2329">
      <w:r>
        <w:t>802.3554</w:t>
      </w:r>
      <w:r>
        <w:tab/>
        <w:t>1.611e0</w:t>
      </w:r>
    </w:p>
    <w:p w:rsidR="007B2329" w:rsidRDefault="007B2329" w:rsidP="007B2329">
      <w:r>
        <w:t>802.3992</w:t>
      </w:r>
      <w:r>
        <w:tab/>
        <w:t>1.131e0</w:t>
      </w:r>
    </w:p>
    <w:p w:rsidR="007B2329" w:rsidRDefault="007B2329" w:rsidP="007B2329">
      <w:r>
        <w:t>802.4648</w:t>
      </w:r>
      <w:r>
        <w:tab/>
        <w:t>3.474e0</w:t>
      </w:r>
    </w:p>
    <w:p w:rsidR="007B2329" w:rsidRDefault="007B2329" w:rsidP="007B2329">
      <w:r>
        <w:t>802.5127</w:t>
      </w:r>
      <w:r>
        <w:tab/>
        <w:t>3.704e0</w:t>
      </w:r>
    </w:p>
    <w:p w:rsidR="007B2329" w:rsidRDefault="007B2329" w:rsidP="007B2329">
      <w:r>
        <w:t>802.5293</w:t>
      </w:r>
      <w:r>
        <w:tab/>
        <w:t>1.013e0</w:t>
      </w:r>
    </w:p>
    <w:p w:rsidR="007B2329" w:rsidRDefault="007B2329" w:rsidP="007B2329">
      <w:r>
        <w:lastRenderedPageBreak/>
        <w:t>802.6398</w:t>
      </w:r>
      <w:r>
        <w:tab/>
        <w:t>3.038e0</w:t>
      </w:r>
    </w:p>
    <w:p w:rsidR="007B2329" w:rsidRDefault="007B2329" w:rsidP="007B2329">
      <w:r>
        <w:t>802.6508</w:t>
      </w:r>
      <w:r>
        <w:tab/>
        <w:t>1.013e0</w:t>
      </w:r>
    </w:p>
    <w:p w:rsidR="007B2329" w:rsidRDefault="007B2329" w:rsidP="007B2329">
      <w:r>
        <w:t>802.6642</w:t>
      </w:r>
      <w:r>
        <w:tab/>
        <w:t>1.013e0</w:t>
      </w:r>
    </w:p>
    <w:p w:rsidR="007B2329" w:rsidRDefault="007B2329" w:rsidP="007B2329">
      <w:r>
        <w:t>802.7050</w:t>
      </w:r>
      <w:r>
        <w:tab/>
        <w:t>1.013e0</w:t>
      </w:r>
    </w:p>
    <w:p w:rsidR="007B2329" w:rsidRDefault="007B2329" w:rsidP="007B2329">
      <w:r>
        <w:t>802.7228</w:t>
      </w:r>
      <w:r>
        <w:tab/>
        <w:t>2.013e0</w:t>
      </w:r>
    </w:p>
    <w:p w:rsidR="007B2329" w:rsidRDefault="007B2329" w:rsidP="007B2329">
      <w:r>
        <w:t>802.7278</w:t>
      </w:r>
      <w:r>
        <w:tab/>
        <w:t>4.975e0</w:t>
      </w:r>
    </w:p>
    <w:p w:rsidR="007B2329" w:rsidRDefault="007B2329" w:rsidP="007B2329">
      <w:r>
        <w:t>802.7382</w:t>
      </w:r>
      <w:r>
        <w:tab/>
        <w:t>4.051e0</w:t>
      </w:r>
    </w:p>
    <w:p w:rsidR="007B2329" w:rsidRDefault="007B2329" w:rsidP="007B2329">
      <w:r>
        <w:t>802.7639</w:t>
      </w:r>
      <w:r>
        <w:tab/>
        <w:t>2.038e0</w:t>
      </w:r>
    </w:p>
    <w:p w:rsidR="007B2329" w:rsidRDefault="007B2329" w:rsidP="007B2329">
      <w:r>
        <w:t>802.8294</w:t>
      </w:r>
      <w:r>
        <w:tab/>
        <w:t>1.013e0</w:t>
      </w:r>
    </w:p>
    <w:p w:rsidR="007B2329" w:rsidRDefault="007B2329" w:rsidP="007B2329">
      <w:r>
        <w:t>802.8403</w:t>
      </w:r>
      <w:r>
        <w:tab/>
        <w:t>1.013e0</w:t>
      </w:r>
    </w:p>
    <w:p w:rsidR="007B2329" w:rsidRDefault="007B2329" w:rsidP="007B2329">
      <w:r>
        <w:t>802.8611</w:t>
      </w:r>
      <w:r>
        <w:tab/>
        <w:t>2.547e0</w:t>
      </w:r>
    </w:p>
    <w:p w:rsidR="007B2329" w:rsidRDefault="007B2329" w:rsidP="007B2329">
      <w:r>
        <w:t>802.8667</w:t>
      </w:r>
      <w:r>
        <w:tab/>
        <w:t>2.198e0</w:t>
      </w:r>
    </w:p>
    <w:p w:rsidR="007B2329" w:rsidRDefault="007B2329" w:rsidP="007B2329">
      <w:r>
        <w:t>802.8751</w:t>
      </w:r>
      <w:r>
        <w:tab/>
        <w:t>3.038e0</w:t>
      </w:r>
    </w:p>
    <w:p w:rsidR="007B2329" w:rsidRDefault="007B2329" w:rsidP="007B2329">
      <w:r>
        <w:t>802.8858</w:t>
      </w:r>
      <w:r>
        <w:tab/>
        <w:t>3.038e0</w:t>
      </w:r>
    </w:p>
    <w:p w:rsidR="007B2329" w:rsidRDefault="007B2329" w:rsidP="007B2329">
      <w:r>
        <w:t>802.9352</w:t>
      </w:r>
      <w:r>
        <w:tab/>
        <w:t>1.013e0</w:t>
      </w:r>
    </w:p>
    <w:p w:rsidR="007B2329" w:rsidRDefault="007B2329" w:rsidP="007B2329">
      <w:r>
        <w:t>802.9437</w:t>
      </w:r>
      <w:r>
        <w:tab/>
        <w:t>5.880e0</w:t>
      </w:r>
    </w:p>
    <w:p w:rsidR="007B2329" w:rsidRDefault="007B2329" w:rsidP="007B2329">
      <w:r>
        <w:t>802.9790</w:t>
      </w:r>
      <w:r>
        <w:tab/>
        <w:t>1.967e0</w:t>
      </w:r>
    </w:p>
    <w:p w:rsidR="007B2329" w:rsidRDefault="007B2329" w:rsidP="007B2329">
      <w:r>
        <w:t>803.0162</w:t>
      </w:r>
      <w:r>
        <w:tab/>
        <w:t>1.013e0</w:t>
      </w:r>
    </w:p>
    <w:p w:rsidR="007B2329" w:rsidRDefault="007B2329" w:rsidP="007B2329">
      <w:r>
        <w:t>803.0634</w:t>
      </w:r>
      <w:r>
        <w:tab/>
        <w:t>2.025e0</w:t>
      </w:r>
    </w:p>
    <w:p w:rsidR="007B2329" w:rsidRDefault="007B2329" w:rsidP="007B2329">
      <w:r>
        <w:lastRenderedPageBreak/>
        <w:t>803.0999</w:t>
      </w:r>
      <w:r>
        <w:tab/>
        <w:t>3.038e0</w:t>
      </w:r>
    </w:p>
    <w:p w:rsidR="007B2329" w:rsidRDefault="007B2329" w:rsidP="007B2329">
      <w:r>
        <w:t>803.1245</w:t>
      </w:r>
      <w:r>
        <w:tab/>
        <w:t>1.266e-2</w:t>
      </w:r>
    </w:p>
    <w:p w:rsidR="007B2329" w:rsidRDefault="007B2329" w:rsidP="007B2329">
      <w:r>
        <w:t>803.1381</w:t>
      </w:r>
      <w:r>
        <w:tab/>
        <w:t>2.025e0</w:t>
      </w:r>
    </w:p>
    <w:p w:rsidR="007B2329" w:rsidRDefault="007B2329" w:rsidP="007B2329">
      <w:r>
        <w:t>803.2072</w:t>
      </w:r>
      <w:r>
        <w:tab/>
        <w:t>3.862e0</w:t>
      </w:r>
    </w:p>
    <w:p w:rsidR="007B2329" w:rsidRDefault="007B2329" w:rsidP="007B2329">
      <w:r>
        <w:t>803.2205</w:t>
      </w:r>
      <w:r>
        <w:tab/>
        <w:t>1.197e0</w:t>
      </w:r>
    </w:p>
    <w:p w:rsidR="007B2329" w:rsidRDefault="007B2329" w:rsidP="007B2329">
      <w:r>
        <w:t>803.2327</w:t>
      </w:r>
      <w:r>
        <w:tab/>
        <w:t>1.013e0</w:t>
      </w:r>
    </w:p>
    <w:p w:rsidR="007B2329" w:rsidRDefault="007B2329" w:rsidP="007B2329">
      <w:r>
        <w:t>803.2371</w:t>
      </w:r>
      <w:r>
        <w:tab/>
        <w:t>1.013e0</w:t>
      </w:r>
    </w:p>
    <w:p w:rsidR="007B2329" w:rsidRDefault="007B2329" w:rsidP="007B2329">
      <w:r>
        <w:t>803.2685</w:t>
      </w:r>
      <w:r>
        <w:tab/>
        <w:t>2.606e0</w:t>
      </w:r>
    </w:p>
    <w:p w:rsidR="007B2329" w:rsidRDefault="007B2329" w:rsidP="007B2329">
      <w:r>
        <w:t>803.2877</w:t>
      </w:r>
      <w:r>
        <w:tab/>
        <w:t>2.977e0</w:t>
      </w:r>
    </w:p>
    <w:p w:rsidR="007B2329" w:rsidRDefault="007B2329" w:rsidP="007B2329">
      <w:r>
        <w:t>803.2900</w:t>
      </w:r>
      <w:r>
        <w:tab/>
        <w:t>4.212e0</w:t>
      </w:r>
    </w:p>
    <w:p w:rsidR="007B2329" w:rsidRDefault="007B2329" w:rsidP="007B2329">
      <w:r>
        <w:t>803.3329</w:t>
      </w:r>
      <w:r>
        <w:tab/>
        <w:t>3.111e0</w:t>
      </w:r>
    </w:p>
    <w:p w:rsidR="007B2329" w:rsidRDefault="007B2329" w:rsidP="007B2329">
      <w:r>
        <w:t>803.4091</w:t>
      </w:r>
      <w:r>
        <w:tab/>
        <w:t>1.196e0</w:t>
      </w:r>
    </w:p>
    <w:p w:rsidR="007B2329" w:rsidRDefault="007B2329" w:rsidP="007B2329">
      <w:r>
        <w:t>803.4643</w:t>
      </w:r>
      <w:r>
        <w:tab/>
        <w:t>4.370e0</w:t>
      </w:r>
    </w:p>
    <w:p w:rsidR="007B2329" w:rsidRDefault="007B2329" w:rsidP="007B2329">
      <w:r>
        <w:t>803.4667</w:t>
      </w:r>
      <w:r>
        <w:tab/>
        <w:t>7.301e0</w:t>
      </w:r>
    </w:p>
    <w:p w:rsidR="007B2329" w:rsidRDefault="007B2329" w:rsidP="007B2329">
      <w:r>
        <w:t>803.4791</w:t>
      </w:r>
      <w:r>
        <w:tab/>
        <w:t>2.552e1</w:t>
      </w:r>
    </w:p>
    <w:p w:rsidR="007B2329" w:rsidRDefault="007B2329" w:rsidP="007B2329">
      <w:r>
        <w:t>803.4921</w:t>
      </w:r>
      <w:r>
        <w:tab/>
        <w:t>2.690e0</w:t>
      </w:r>
    </w:p>
    <w:p w:rsidR="007B2329" w:rsidRDefault="007B2329" w:rsidP="007B2329">
      <w:r>
        <w:t>803.5129</w:t>
      </w:r>
      <w:r>
        <w:tab/>
        <w:t>2.903e0</w:t>
      </w:r>
    </w:p>
    <w:p w:rsidR="007B2329" w:rsidRDefault="007B2329" w:rsidP="007B2329">
      <w:r>
        <w:t>803.5142</w:t>
      </w:r>
      <w:r>
        <w:tab/>
        <w:t>3.019e0</w:t>
      </w:r>
    </w:p>
    <w:p w:rsidR="007B2329" w:rsidRDefault="007B2329" w:rsidP="007B2329">
      <w:r>
        <w:t>803.5987</w:t>
      </w:r>
      <w:r>
        <w:tab/>
        <w:t>1.532e0</w:t>
      </w:r>
    </w:p>
    <w:p w:rsidR="007B2329" w:rsidRDefault="007B2329" w:rsidP="007B2329">
      <w:r>
        <w:lastRenderedPageBreak/>
        <w:t>803.5999</w:t>
      </w:r>
      <w:r>
        <w:tab/>
        <w:t>2.824e0</w:t>
      </w:r>
    </w:p>
    <w:p w:rsidR="007B2329" w:rsidRDefault="007B2329" w:rsidP="007B2329">
      <w:r>
        <w:t>803.6194</w:t>
      </w:r>
      <w:r>
        <w:tab/>
        <w:t>3.153e0</w:t>
      </w:r>
    </w:p>
    <w:p w:rsidR="007B2329" w:rsidRDefault="007B2329" w:rsidP="007B2329">
      <w:r>
        <w:t>803.6321</w:t>
      </w:r>
      <w:r>
        <w:tab/>
        <w:t>3.038e0</w:t>
      </w:r>
    </w:p>
    <w:p w:rsidR="007B2329" w:rsidRDefault="007B2329" w:rsidP="007B2329">
      <w:r>
        <w:t>803.6363</w:t>
      </w:r>
      <w:r>
        <w:tab/>
        <w:t>2.025e0</w:t>
      </w:r>
    </w:p>
    <w:p w:rsidR="007B2329" w:rsidRDefault="007B2329" w:rsidP="007B2329">
      <w:r>
        <w:t>803.6375</w:t>
      </w:r>
      <w:r>
        <w:tab/>
        <w:t>4.051e0</w:t>
      </w:r>
    </w:p>
    <w:p w:rsidR="007B2329" w:rsidRDefault="007B2329" w:rsidP="007B2329">
      <w:r>
        <w:t>803.6445</w:t>
      </w:r>
      <w:r>
        <w:tab/>
        <w:t>4.018e0</w:t>
      </w:r>
    </w:p>
    <w:p w:rsidR="007B2329" w:rsidRDefault="007B2329" w:rsidP="007B2329">
      <w:r>
        <w:t>803.7001</w:t>
      </w:r>
      <w:r>
        <w:tab/>
        <w:t>2.012e0</w:t>
      </w:r>
    </w:p>
    <w:p w:rsidR="007B2329" w:rsidRDefault="007B2329" w:rsidP="007B2329">
      <w:r>
        <w:t>803.7173</w:t>
      </w:r>
      <w:r>
        <w:tab/>
        <w:t>2.999e0</w:t>
      </w:r>
    </w:p>
    <w:p w:rsidR="007B2329" w:rsidRDefault="007B2329" w:rsidP="007B2329">
      <w:r>
        <w:t>803.7338</w:t>
      </w:r>
      <w:r>
        <w:tab/>
        <w:t>2.025e0</w:t>
      </w:r>
    </w:p>
    <w:p w:rsidR="007B2329" w:rsidRDefault="007B2329" w:rsidP="007B2329">
      <w:r>
        <w:t>803.7475</w:t>
      </w:r>
      <w:r>
        <w:tab/>
        <w:t>1.013e0</w:t>
      </w:r>
    </w:p>
    <w:p w:rsidR="007B2329" w:rsidRDefault="007B2329" w:rsidP="007B2329">
      <w:r>
        <w:t>803.8080</w:t>
      </w:r>
      <w:r>
        <w:tab/>
        <w:t>3.116e0</w:t>
      </w:r>
    </w:p>
    <w:p w:rsidR="007B2329" w:rsidRDefault="007B2329" w:rsidP="007B2329">
      <w:r>
        <w:t>803.8140</w:t>
      </w:r>
      <w:r>
        <w:tab/>
        <w:t>3.038e0</w:t>
      </w:r>
    </w:p>
    <w:p w:rsidR="007B2329" w:rsidRDefault="007B2329" w:rsidP="007B2329">
      <w:r>
        <w:t>803.8256</w:t>
      </w:r>
      <w:r>
        <w:tab/>
        <w:t>3.038e0</w:t>
      </w:r>
    </w:p>
    <w:p w:rsidR="007B2329" w:rsidRDefault="007B2329" w:rsidP="007B2329">
      <w:r>
        <w:t>803.8362</w:t>
      </w:r>
      <w:r>
        <w:tab/>
        <w:t>2.552e0</w:t>
      </w:r>
    </w:p>
    <w:p w:rsidR="007B2329" w:rsidRDefault="007B2329" w:rsidP="007B2329">
      <w:r>
        <w:t>803.9009</w:t>
      </w:r>
      <w:r>
        <w:tab/>
        <w:t>3.023e0</w:t>
      </w:r>
    </w:p>
    <w:p w:rsidR="007B2329" w:rsidRDefault="007B2329" w:rsidP="007B2329">
      <w:r>
        <w:t>803.9058</w:t>
      </w:r>
      <w:r>
        <w:tab/>
        <w:t>2.025e0</w:t>
      </w:r>
    </w:p>
    <w:p w:rsidR="007B2329" w:rsidRDefault="007B2329" w:rsidP="007B2329">
      <w:r>
        <w:t>803.9507</w:t>
      </w:r>
      <w:r>
        <w:tab/>
        <w:t>1.013e0</w:t>
      </w:r>
    </w:p>
    <w:p w:rsidR="007B2329" w:rsidRDefault="007B2329" w:rsidP="007B2329">
      <w:r>
        <w:t>803.9775</w:t>
      </w:r>
      <w:r>
        <w:tab/>
        <w:t>3.038e0</w:t>
      </w:r>
    </w:p>
    <w:p w:rsidR="007B2329" w:rsidRDefault="007B2329" w:rsidP="007B2329">
      <w:r>
        <w:t>804.0183</w:t>
      </w:r>
      <w:r>
        <w:tab/>
        <w:t>1.013e0</w:t>
      </w:r>
    </w:p>
    <w:p w:rsidR="007B2329" w:rsidRDefault="007B2329" w:rsidP="007B2329">
      <w:r>
        <w:lastRenderedPageBreak/>
        <w:t>804.0876</w:t>
      </w:r>
      <w:r>
        <w:tab/>
        <w:t>2.873e0</w:t>
      </w:r>
    </w:p>
    <w:p w:rsidR="007B2329" w:rsidRDefault="007B2329" w:rsidP="007B2329">
      <w:r>
        <w:t>804.0910</w:t>
      </w:r>
      <w:r>
        <w:tab/>
        <w:t>2.051e0</w:t>
      </w:r>
    </w:p>
    <w:p w:rsidR="007B2329" w:rsidRDefault="007B2329" w:rsidP="007B2329">
      <w:r>
        <w:t>804.0929</w:t>
      </w:r>
      <w:r>
        <w:tab/>
        <w:t>2.025e0</w:t>
      </w:r>
    </w:p>
    <w:p w:rsidR="007B2329" w:rsidRDefault="007B2329" w:rsidP="007B2329">
      <w:r>
        <w:t>804.1134</w:t>
      </w:r>
      <w:r>
        <w:tab/>
        <w:t>1.013e0</w:t>
      </w:r>
    </w:p>
    <w:p w:rsidR="007B2329" w:rsidRDefault="007B2329" w:rsidP="007B2329">
      <w:r>
        <w:t>804.1270</w:t>
      </w:r>
      <w:r>
        <w:tab/>
        <w:t>1.013e0</w:t>
      </w:r>
    </w:p>
    <w:p w:rsidR="007B2329" w:rsidRDefault="007B2329" w:rsidP="007B2329">
      <w:r>
        <w:t>804.1539</w:t>
      </w:r>
      <w:r>
        <w:tab/>
        <w:t>1.013e0</w:t>
      </w:r>
    </w:p>
    <w:p w:rsidR="007B2329" w:rsidRDefault="007B2329" w:rsidP="007B2329">
      <w:r>
        <w:t>804.1629</w:t>
      </w:r>
      <w:r>
        <w:tab/>
        <w:t>2.945e0</w:t>
      </w:r>
    </w:p>
    <w:p w:rsidR="007B2329" w:rsidRDefault="007B2329" w:rsidP="007B2329">
      <w:r>
        <w:t>804.2217</w:t>
      </w:r>
      <w:r>
        <w:tab/>
        <w:t>1.013e0</w:t>
      </w:r>
    </w:p>
    <w:p w:rsidR="007B2329" w:rsidRDefault="007B2329" w:rsidP="007B2329">
      <w:r>
        <w:t>804.2549</w:t>
      </w:r>
      <w:r>
        <w:tab/>
        <w:t>2.276e0</w:t>
      </w:r>
    </w:p>
    <w:p w:rsidR="007B2329" w:rsidRDefault="007B2329" w:rsidP="007B2329">
      <w:r>
        <w:t>804.2628</w:t>
      </w:r>
      <w:r>
        <w:tab/>
        <w:t>1.013e0</w:t>
      </w:r>
    </w:p>
    <w:p w:rsidR="007B2329" w:rsidRDefault="007B2329" w:rsidP="007B2329">
      <w:r>
        <w:t>804.3120</w:t>
      </w:r>
      <w:r>
        <w:tab/>
        <w:t>1.521e0</w:t>
      </w:r>
    </w:p>
    <w:p w:rsidR="007B2329" w:rsidRDefault="007B2329" w:rsidP="007B2329">
      <w:r>
        <w:t>804.3406</w:t>
      </w:r>
      <w:r>
        <w:tab/>
        <w:t>2.512e0</w:t>
      </w:r>
    </w:p>
    <w:p w:rsidR="007B2329" w:rsidRDefault="007B2329" w:rsidP="007B2329">
      <w:r>
        <w:t>804.3739</w:t>
      </w:r>
      <w:r>
        <w:tab/>
        <w:t>2.025e0</w:t>
      </w:r>
    </w:p>
    <w:p w:rsidR="007B2329" w:rsidRDefault="007B2329" w:rsidP="007B2329">
      <w:r>
        <w:t>804.3945</w:t>
      </w:r>
      <w:r>
        <w:tab/>
        <w:t>2.209e0</w:t>
      </w:r>
    </w:p>
    <w:p w:rsidR="007B2329" w:rsidRDefault="007B2329" w:rsidP="007B2329">
      <w:r>
        <w:t>804.4185</w:t>
      </w:r>
      <w:r>
        <w:tab/>
        <w:t>3.858e0</w:t>
      </w:r>
    </w:p>
    <w:p w:rsidR="007B2329" w:rsidRDefault="007B2329" w:rsidP="007B2329">
      <w:r>
        <w:t>804.4863</w:t>
      </w:r>
      <w:r>
        <w:tab/>
        <w:t>1.681e1</w:t>
      </w:r>
    </w:p>
    <w:p w:rsidR="007B2329" w:rsidRDefault="007B2329" w:rsidP="007B2329">
      <w:r>
        <w:t>804.4924</w:t>
      </w:r>
      <w:r>
        <w:tab/>
        <w:t>3.376e1</w:t>
      </w:r>
    </w:p>
    <w:p w:rsidR="007B2329" w:rsidRDefault="007B2329" w:rsidP="007B2329">
      <w:r>
        <w:t>804.4952</w:t>
      </w:r>
      <w:r>
        <w:tab/>
        <w:t>2.955e1</w:t>
      </w:r>
    </w:p>
    <w:p w:rsidR="007B2329" w:rsidRDefault="007B2329" w:rsidP="007B2329">
      <w:r>
        <w:t>804.4968</w:t>
      </w:r>
      <w:r>
        <w:tab/>
        <w:t>1.970e1</w:t>
      </w:r>
    </w:p>
    <w:p w:rsidR="007B2329" w:rsidRDefault="007B2329" w:rsidP="007B2329">
      <w:r>
        <w:lastRenderedPageBreak/>
        <w:t>804.4991</w:t>
      </w:r>
      <w:r>
        <w:tab/>
        <w:t>3.778e1</w:t>
      </w:r>
    </w:p>
    <w:p w:rsidR="007B2329" w:rsidRDefault="007B2329" w:rsidP="007B2329">
      <w:r>
        <w:t>804.5036</w:t>
      </w:r>
      <w:r>
        <w:tab/>
        <w:t>1.455e1</w:t>
      </w:r>
    </w:p>
    <w:p w:rsidR="007B2329" w:rsidRDefault="007B2329" w:rsidP="007B2329">
      <w:r>
        <w:t>804.5878</w:t>
      </w:r>
      <w:r>
        <w:tab/>
        <w:t>2.025e0</w:t>
      </w:r>
    </w:p>
    <w:p w:rsidR="007B2329" w:rsidRDefault="007B2329" w:rsidP="007B2329">
      <w:r>
        <w:t>804.5959</w:t>
      </w:r>
      <w:r>
        <w:tab/>
        <w:t>3.187e0</w:t>
      </w:r>
    </w:p>
    <w:p w:rsidR="007B2329" w:rsidRDefault="007B2329" w:rsidP="007B2329">
      <w:r>
        <w:t>804.6085</w:t>
      </w:r>
      <w:r>
        <w:tab/>
        <w:t>3.038e0</w:t>
      </w:r>
    </w:p>
    <w:p w:rsidR="007B2329" w:rsidRDefault="007B2329" w:rsidP="007B2329">
      <w:r>
        <w:t>804.6426</w:t>
      </w:r>
      <w:r>
        <w:tab/>
        <w:t>2.025e0</w:t>
      </w:r>
    </w:p>
    <w:p w:rsidR="007B2329" w:rsidRDefault="007B2329" w:rsidP="007B2329">
      <w:r>
        <w:t>804.6483</w:t>
      </w:r>
      <w:r>
        <w:tab/>
        <w:t>3.038e0</w:t>
      </w:r>
    </w:p>
    <w:p w:rsidR="007B2329" w:rsidRDefault="007B2329" w:rsidP="007B2329">
      <w:r>
        <w:t>804.6669</w:t>
      </w:r>
      <w:r>
        <w:tab/>
        <w:t>2.025e0</w:t>
      </w:r>
    </w:p>
    <w:p w:rsidR="007B2329" w:rsidRDefault="007B2329" w:rsidP="007B2329">
      <w:r>
        <w:t>804.6897</w:t>
      </w:r>
      <w:r>
        <w:tab/>
        <w:t>4.040e0</w:t>
      </w:r>
    </w:p>
    <w:p w:rsidR="007B2329" w:rsidRDefault="007B2329" w:rsidP="007B2329">
      <w:r>
        <w:t>804.7111</w:t>
      </w:r>
      <w:r>
        <w:tab/>
        <w:t>6.060e0</w:t>
      </w:r>
    </w:p>
    <w:p w:rsidR="007B2329" w:rsidRDefault="007B2329" w:rsidP="007B2329">
      <w:r>
        <w:t>804.7365</w:t>
      </w:r>
      <w:r>
        <w:tab/>
        <w:t>2.025e0</w:t>
      </w:r>
    </w:p>
    <w:p w:rsidR="007B2329" w:rsidRDefault="007B2329" w:rsidP="007B2329">
      <w:r>
        <w:t>804.7640</w:t>
      </w:r>
      <w:r>
        <w:tab/>
        <w:t>1.013e0</w:t>
      </w:r>
    </w:p>
    <w:p w:rsidR="007B2329" w:rsidRDefault="007B2329" w:rsidP="007B2329">
      <w:r>
        <w:t>804.8245</w:t>
      </w:r>
      <w:r>
        <w:tab/>
        <w:t>2.025e0</w:t>
      </w:r>
    </w:p>
    <w:p w:rsidR="007B2329" w:rsidRDefault="007B2329" w:rsidP="007B2329">
      <w:r>
        <w:t>804.8323</w:t>
      </w:r>
      <w:r>
        <w:tab/>
        <w:t>1.013e0</w:t>
      </w:r>
    </w:p>
    <w:p w:rsidR="007B2329" w:rsidRDefault="007B2329" w:rsidP="007B2329">
      <w:r>
        <w:t>804.8626</w:t>
      </w:r>
      <w:r>
        <w:tab/>
        <w:t>2.025e0</w:t>
      </w:r>
    </w:p>
    <w:p w:rsidR="007B2329" w:rsidRDefault="007B2329" w:rsidP="007B2329">
      <w:r>
        <w:t>804.8862</w:t>
      </w:r>
      <w:r>
        <w:tab/>
        <w:t>1.013e0</w:t>
      </w:r>
    </w:p>
    <w:p w:rsidR="007B2329" w:rsidRDefault="007B2329" w:rsidP="007B2329">
      <w:r>
        <w:t>804.8934</w:t>
      </w:r>
      <w:r>
        <w:tab/>
        <w:t>2.025e0</w:t>
      </w:r>
    </w:p>
    <w:p w:rsidR="007B2329" w:rsidRDefault="007B2329" w:rsidP="007B2329">
      <w:r>
        <w:t>804.9082</w:t>
      </w:r>
      <w:r>
        <w:tab/>
        <w:t>2.025e0</w:t>
      </w:r>
    </w:p>
    <w:p w:rsidR="007B2329" w:rsidRDefault="007B2329" w:rsidP="007B2329">
      <w:r>
        <w:t>804.9201</w:t>
      </w:r>
      <w:r>
        <w:tab/>
        <w:t>3.855e0</w:t>
      </w:r>
    </w:p>
    <w:p w:rsidR="007B2329" w:rsidRDefault="007B2329" w:rsidP="007B2329">
      <w:r>
        <w:lastRenderedPageBreak/>
        <w:t>804.9413</w:t>
      </w:r>
      <w:r>
        <w:tab/>
        <w:t>2.012e0</w:t>
      </w:r>
    </w:p>
    <w:p w:rsidR="007B2329" w:rsidRDefault="007B2329" w:rsidP="007B2329">
      <w:r>
        <w:t>804.9682</w:t>
      </w:r>
      <w:r>
        <w:tab/>
        <w:t>1.013e0</w:t>
      </w:r>
    </w:p>
    <w:p w:rsidR="007B2329" w:rsidRDefault="007B2329" w:rsidP="007B2329">
      <w:r>
        <w:t>804.9847</w:t>
      </w:r>
      <w:r>
        <w:tab/>
        <w:t>3.038e0</w:t>
      </w:r>
    </w:p>
    <w:p w:rsidR="007B2329" w:rsidRDefault="007B2329" w:rsidP="007B2329">
      <w:r>
        <w:t>804.9910</w:t>
      </w:r>
      <w:r>
        <w:tab/>
        <w:t>3.015e0</w:t>
      </w:r>
    </w:p>
    <w:p w:rsidR="007B2329" w:rsidRDefault="007B2329" w:rsidP="007B2329">
      <w:r>
        <w:t>805.0193</w:t>
      </w:r>
      <w:r>
        <w:tab/>
        <w:t>2.025e0</w:t>
      </w:r>
    </w:p>
    <w:p w:rsidR="007B2329" w:rsidRDefault="007B2329" w:rsidP="007B2329">
      <w:r>
        <w:t>805.0356</w:t>
      </w:r>
      <w:r>
        <w:tab/>
        <w:t>1.013e0</w:t>
      </w:r>
    </w:p>
    <w:p w:rsidR="007B2329" w:rsidRDefault="007B2329" w:rsidP="007B2329">
      <w:r>
        <w:t>805.0494</w:t>
      </w:r>
      <w:r>
        <w:tab/>
        <w:t>1.013e0</w:t>
      </w:r>
    </w:p>
    <w:p w:rsidR="007B2329" w:rsidRDefault="007B2329" w:rsidP="007B2329">
      <w:r>
        <w:t>805.0627</w:t>
      </w:r>
      <w:r>
        <w:tab/>
        <w:t>1.013e0</w:t>
      </w:r>
    </w:p>
    <w:p w:rsidR="007B2329" w:rsidRDefault="007B2329" w:rsidP="007B2329">
      <w:r>
        <w:t>805.0709</w:t>
      </w:r>
      <w:r>
        <w:tab/>
        <w:t>3.038e0</w:t>
      </w:r>
    </w:p>
    <w:p w:rsidR="007B2329" w:rsidRDefault="007B2329" w:rsidP="007B2329">
      <w:r>
        <w:t>805.0897</w:t>
      </w:r>
      <w:r>
        <w:tab/>
        <w:t>1.976e0</w:t>
      </w:r>
    </w:p>
    <w:p w:rsidR="007B2329" w:rsidRDefault="007B2329" w:rsidP="007B2329">
      <w:r>
        <w:t>805.1511</w:t>
      </w:r>
      <w:r>
        <w:tab/>
        <w:t>3.038e0</w:t>
      </w:r>
    </w:p>
    <w:p w:rsidR="007B2329" w:rsidRDefault="007B2329" w:rsidP="007B2329">
      <w:r>
        <w:t>805.1553</w:t>
      </w:r>
      <w:r>
        <w:tab/>
        <w:t>2.025e0</w:t>
      </w:r>
    </w:p>
    <w:p w:rsidR="007B2329" w:rsidRDefault="007B2329" w:rsidP="007B2329">
      <w:r>
        <w:t>805.1608</w:t>
      </w:r>
      <w:r>
        <w:tab/>
        <w:t>3.038e0</w:t>
      </w:r>
    </w:p>
    <w:p w:rsidR="007B2329" w:rsidRDefault="007B2329" w:rsidP="007B2329">
      <w:r>
        <w:t>805.1713</w:t>
      </w:r>
      <w:r>
        <w:tab/>
        <w:t>1.013e0</w:t>
      </w:r>
    </w:p>
    <w:p w:rsidR="007B2329" w:rsidRDefault="007B2329" w:rsidP="007B2329">
      <w:r>
        <w:t>805.1795</w:t>
      </w:r>
      <w:r>
        <w:tab/>
        <w:t>3.591e0</w:t>
      </w:r>
    </w:p>
    <w:p w:rsidR="007B2329" w:rsidRDefault="007B2329" w:rsidP="007B2329">
      <w:r>
        <w:t>805.1981</w:t>
      </w:r>
      <w:r>
        <w:tab/>
        <w:t>2.025e0</w:t>
      </w:r>
    </w:p>
    <w:p w:rsidR="007B2329" w:rsidRDefault="007B2329" w:rsidP="007B2329">
      <w:r>
        <w:t>805.2366</w:t>
      </w:r>
      <w:r>
        <w:tab/>
        <w:t>4.780e0</w:t>
      </w:r>
    </w:p>
    <w:p w:rsidR="007B2329" w:rsidRDefault="007B2329" w:rsidP="007B2329">
      <w:r>
        <w:t>805.2467</w:t>
      </w:r>
      <w:r>
        <w:tab/>
        <w:t>1.157e0</w:t>
      </w:r>
    </w:p>
    <w:p w:rsidR="007B2329" w:rsidRDefault="007B2329" w:rsidP="007B2329">
      <w:r>
        <w:t>805.2548</w:t>
      </w:r>
      <w:r>
        <w:tab/>
        <w:t>2.025e0</w:t>
      </w:r>
    </w:p>
    <w:p w:rsidR="007B2329" w:rsidRDefault="007B2329" w:rsidP="007B2329">
      <w:r>
        <w:lastRenderedPageBreak/>
        <w:t>805.2890</w:t>
      </w:r>
      <w:r>
        <w:tab/>
        <w:t>1.520e0</w:t>
      </w:r>
    </w:p>
    <w:p w:rsidR="007B2329" w:rsidRDefault="007B2329" w:rsidP="007B2329">
      <w:r>
        <w:t>805.3070</w:t>
      </w:r>
      <w:r>
        <w:tab/>
        <w:t>2.003e0</w:t>
      </w:r>
    </w:p>
    <w:p w:rsidR="007B2329" w:rsidRDefault="007B2329" w:rsidP="007B2329">
      <w:r>
        <w:t>805.3652</w:t>
      </w:r>
      <w:r>
        <w:tab/>
        <w:t>1.350e0</w:t>
      </w:r>
    </w:p>
    <w:p w:rsidR="007B2329" w:rsidRDefault="007B2329" w:rsidP="007B2329">
      <w:r>
        <w:t>805.4854</w:t>
      </w:r>
      <w:r>
        <w:tab/>
        <w:t>4.615e0</w:t>
      </w:r>
    </w:p>
    <w:p w:rsidR="007B2329" w:rsidRDefault="007B2329" w:rsidP="007B2329">
      <w:r>
        <w:t>805.4963</w:t>
      </w:r>
      <w:r>
        <w:tab/>
        <w:t>1.251e1</w:t>
      </w:r>
    </w:p>
    <w:p w:rsidR="007B2329" w:rsidRDefault="007B2329" w:rsidP="007B2329">
      <w:r>
        <w:t>805.5020</w:t>
      </w:r>
      <w:r>
        <w:tab/>
        <w:t>1.367e1</w:t>
      </w:r>
    </w:p>
    <w:p w:rsidR="007B2329" w:rsidRDefault="007B2329" w:rsidP="007B2329">
      <w:r>
        <w:t>805.5053</w:t>
      </w:r>
      <w:r>
        <w:tab/>
        <w:t>7.041e0</w:t>
      </w:r>
    </w:p>
    <w:p w:rsidR="007B2329" w:rsidRDefault="007B2329" w:rsidP="007B2329">
      <w:r>
        <w:t>805.5156</w:t>
      </w:r>
      <w:r>
        <w:tab/>
        <w:t>3.993e0</w:t>
      </w:r>
    </w:p>
    <w:p w:rsidR="007B2329" w:rsidRDefault="007B2329" w:rsidP="007B2329">
      <w:r>
        <w:t>805.5207</w:t>
      </w:r>
      <w:r>
        <w:tab/>
        <w:t>2.624e0</w:t>
      </w:r>
    </w:p>
    <w:p w:rsidR="007B2329" w:rsidRDefault="007B2329" w:rsidP="007B2329">
      <w:r>
        <w:t>805.5790</w:t>
      </w:r>
      <w:r>
        <w:tab/>
        <w:t>4.515e0</w:t>
      </w:r>
    </w:p>
    <w:p w:rsidR="007B2329" w:rsidRDefault="007B2329" w:rsidP="007B2329">
      <w:r>
        <w:t>805.6018</w:t>
      </w:r>
      <w:r>
        <w:tab/>
        <w:t>2.038e0</w:t>
      </w:r>
    </w:p>
    <w:p w:rsidR="007B2329" w:rsidRDefault="007B2329" w:rsidP="007B2329">
      <w:r>
        <w:t>805.6175</w:t>
      </w:r>
      <w:r>
        <w:tab/>
        <w:t>2.025e0</w:t>
      </w:r>
    </w:p>
    <w:p w:rsidR="007B2329" w:rsidRDefault="007B2329" w:rsidP="007B2329">
      <w:r>
        <w:t>805.6262</w:t>
      </w:r>
      <w:r>
        <w:tab/>
        <w:t>3.824e0</w:t>
      </w:r>
    </w:p>
    <w:p w:rsidR="007B2329" w:rsidRDefault="007B2329" w:rsidP="007B2329">
      <w:r>
        <w:t>805.6649</w:t>
      </w:r>
      <w:r>
        <w:tab/>
        <w:t>1.013e0</w:t>
      </w:r>
    </w:p>
    <w:p w:rsidR="007B2329" w:rsidRDefault="007B2329" w:rsidP="007B2329">
      <w:r>
        <w:t>805.6848</w:t>
      </w:r>
      <w:r>
        <w:tab/>
        <w:t>3.031e0</w:t>
      </w:r>
    </w:p>
    <w:p w:rsidR="007B2329" w:rsidRDefault="007B2329" w:rsidP="007B2329">
      <w:r>
        <w:t>805.6938</w:t>
      </w:r>
      <w:r>
        <w:tab/>
        <w:t>2.013e0</w:t>
      </w:r>
    </w:p>
    <w:p w:rsidR="007B2329" w:rsidRDefault="007B2329" w:rsidP="007B2329">
      <w:r>
        <w:t>805.7413</w:t>
      </w:r>
      <w:r>
        <w:tab/>
        <w:t>1.013e0</w:t>
      </w:r>
    </w:p>
    <w:p w:rsidR="007B2329" w:rsidRDefault="007B2329" w:rsidP="007B2329">
      <w:r>
        <w:t>805.7602</w:t>
      </w:r>
      <w:r>
        <w:tab/>
        <w:t>2.025e0</w:t>
      </w:r>
    </w:p>
    <w:p w:rsidR="007B2329" w:rsidRDefault="007B2329" w:rsidP="007B2329">
      <w:r>
        <w:t>805.7643</w:t>
      </w:r>
      <w:r>
        <w:tab/>
        <w:t>4.051e0</w:t>
      </w:r>
    </w:p>
    <w:p w:rsidR="007B2329" w:rsidRDefault="007B2329" w:rsidP="007B2329">
      <w:r>
        <w:lastRenderedPageBreak/>
        <w:t>805.7668</w:t>
      </w:r>
      <w:r>
        <w:tab/>
        <w:t>2.026e0</w:t>
      </w:r>
    </w:p>
    <w:p w:rsidR="007B2329" w:rsidRDefault="007B2329" w:rsidP="007B2329">
      <w:r>
        <w:t>805.7733</w:t>
      </w:r>
      <w:r>
        <w:tab/>
        <w:t>3.038e0</w:t>
      </w:r>
    </w:p>
    <w:p w:rsidR="007B2329" w:rsidRDefault="007B2329" w:rsidP="007B2329">
      <w:r>
        <w:t>805.7839</w:t>
      </w:r>
      <w:r>
        <w:tab/>
        <w:t>4.700e0</w:t>
      </w:r>
    </w:p>
    <w:p w:rsidR="007B2329" w:rsidRDefault="007B2329" w:rsidP="007B2329">
      <w:r>
        <w:t>805.8588</w:t>
      </w:r>
      <w:r>
        <w:tab/>
        <w:t>5.102e0</w:t>
      </w:r>
    </w:p>
    <w:p w:rsidR="007B2329" w:rsidRDefault="007B2329" w:rsidP="007B2329">
      <w:r>
        <w:t>805.8602</w:t>
      </w:r>
      <w:r>
        <w:tab/>
        <w:t>5.072e0</w:t>
      </w:r>
    </w:p>
    <w:p w:rsidR="007B2329" w:rsidRDefault="007B2329" w:rsidP="007B2329">
      <w:r>
        <w:t>805.9118</w:t>
      </w:r>
      <w:r>
        <w:tab/>
        <w:t>1.710e0</w:t>
      </w:r>
    </w:p>
    <w:p w:rsidR="007B2329" w:rsidRDefault="007B2329" w:rsidP="007B2329">
      <w:r>
        <w:t>805.9276</w:t>
      </w:r>
      <w:r>
        <w:tab/>
        <w:t>2.025e0</w:t>
      </w:r>
    </w:p>
    <w:p w:rsidR="007B2329" w:rsidRDefault="007B2329" w:rsidP="007B2329">
      <w:r>
        <w:t>805.9658</w:t>
      </w:r>
      <w:r>
        <w:tab/>
        <w:t>2.486e0</w:t>
      </w:r>
    </w:p>
    <w:p w:rsidR="007B2329" w:rsidRDefault="007B2329" w:rsidP="007B2329">
      <w:r>
        <w:t>805.9810</w:t>
      </w:r>
      <w:r>
        <w:tab/>
        <w:t>7.089e0</w:t>
      </w:r>
    </w:p>
    <w:p w:rsidR="007B2329" w:rsidRDefault="007B2329" w:rsidP="007B2329">
      <w:r>
        <w:t>805.9861</w:t>
      </w:r>
      <w:r>
        <w:tab/>
        <w:t>2.025e0</w:t>
      </w:r>
    </w:p>
    <w:p w:rsidR="007B2329" w:rsidRDefault="007B2329" w:rsidP="007B2329">
      <w:r>
        <w:t>805.9939</w:t>
      </w:r>
      <w:r>
        <w:tab/>
        <w:t>3.929e0</w:t>
      </w:r>
    </w:p>
    <w:p w:rsidR="007B2329" w:rsidRDefault="007B2329" w:rsidP="007B2329">
      <w:r>
        <w:t>806.0466</w:t>
      </w:r>
      <w:r>
        <w:tab/>
        <w:t>2.025e0</w:t>
      </w:r>
    </w:p>
    <w:p w:rsidR="007B2329" w:rsidRDefault="007B2329" w:rsidP="007B2329">
      <w:r>
        <w:t>806.0560</w:t>
      </w:r>
      <w:r>
        <w:tab/>
        <w:t>5.063e0</w:t>
      </w:r>
    </w:p>
    <w:p w:rsidR="007B2329" w:rsidRDefault="007B2329" w:rsidP="007B2329">
      <w:r>
        <w:t>806.0773</w:t>
      </w:r>
      <w:r>
        <w:tab/>
        <w:t>3.038e0</w:t>
      </w:r>
    </w:p>
    <w:p w:rsidR="007B2329" w:rsidRDefault="007B2329" w:rsidP="007B2329">
      <w:r>
        <w:t>806.0936</w:t>
      </w:r>
      <w:r>
        <w:tab/>
        <w:t>1.989e0</w:t>
      </w:r>
    </w:p>
    <w:p w:rsidR="007B2329" w:rsidRDefault="007B2329" w:rsidP="007B2329">
      <w:r>
        <w:t>806.1218</w:t>
      </w:r>
      <w:r>
        <w:tab/>
        <w:t>3.038e0</w:t>
      </w:r>
    </w:p>
    <w:p w:rsidR="007B2329" w:rsidRDefault="007B2329" w:rsidP="007B2329">
      <w:r>
        <w:t>806.1490</w:t>
      </w:r>
      <w:r>
        <w:tab/>
        <w:t>1.013e0</w:t>
      </w:r>
    </w:p>
    <w:p w:rsidR="007B2329" w:rsidRDefault="007B2329" w:rsidP="007B2329">
      <w:r>
        <w:t>806.1898</w:t>
      </w:r>
      <w:r>
        <w:tab/>
        <w:t>3.038e0</w:t>
      </w:r>
    </w:p>
    <w:p w:rsidR="007B2329" w:rsidRDefault="007B2329" w:rsidP="007B2329">
      <w:r>
        <w:t>806.2034</w:t>
      </w:r>
      <w:r>
        <w:tab/>
        <w:t>1.567e0</w:t>
      </w:r>
    </w:p>
    <w:p w:rsidR="007B2329" w:rsidRDefault="007B2329" w:rsidP="007B2329">
      <w:r>
        <w:lastRenderedPageBreak/>
        <w:t>806.2152</w:t>
      </w:r>
      <w:r>
        <w:tab/>
        <w:t>5.389e0</w:t>
      </w:r>
    </w:p>
    <w:p w:rsidR="007B2329" w:rsidRDefault="007B2329" w:rsidP="007B2329">
      <w:r>
        <w:t>806.2306</w:t>
      </w:r>
      <w:r>
        <w:tab/>
        <w:t>6.077e0</w:t>
      </w:r>
    </w:p>
    <w:p w:rsidR="007B2329" w:rsidRDefault="007B2329" w:rsidP="007B2329">
      <w:r>
        <w:t>806.2772</w:t>
      </w:r>
      <w:r>
        <w:tab/>
        <w:t>4.867e0</w:t>
      </w:r>
    </w:p>
    <w:p w:rsidR="007B2329" w:rsidRDefault="007B2329" w:rsidP="007B2329">
      <w:r>
        <w:t>806.3457</w:t>
      </w:r>
      <w:r>
        <w:tab/>
        <w:t>4.391e1</w:t>
      </w:r>
    </w:p>
    <w:p w:rsidR="007B2329" w:rsidRDefault="007B2329" w:rsidP="007B2329">
      <w:r>
        <w:t>806.3514</w:t>
      </w:r>
      <w:r>
        <w:tab/>
        <w:t>1.528e1</w:t>
      </w:r>
    </w:p>
    <w:p w:rsidR="007B2329" w:rsidRDefault="007B2329" w:rsidP="007B2329">
      <w:r>
        <w:t>806.3570</w:t>
      </w:r>
      <w:r>
        <w:tab/>
        <w:t>5.102e0</w:t>
      </w:r>
    </w:p>
    <w:p w:rsidR="007B2329" w:rsidRDefault="007B2329" w:rsidP="007B2329">
      <w:r>
        <w:t>806.3646</w:t>
      </w:r>
      <w:r>
        <w:tab/>
        <w:t>1.411e1</w:t>
      </w:r>
    </w:p>
    <w:p w:rsidR="007B2329" w:rsidRDefault="007B2329" w:rsidP="007B2329">
      <w:r>
        <w:t>806.3703</w:t>
      </w:r>
      <w:r>
        <w:tab/>
        <w:t>6.521e0</w:t>
      </w:r>
    </w:p>
    <w:p w:rsidR="007B2329" w:rsidRDefault="007B2329" w:rsidP="007B2329">
      <w:r>
        <w:t>806.4695</w:t>
      </w:r>
      <w:r>
        <w:tab/>
        <w:t>4.967e1</w:t>
      </w:r>
    </w:p>
    <w:p w:rsidR="007B2329" w:rsidRDefault="007B2329" w:rsidP="007B2329">
      <w:r>
        <w:t>806.4752</w:t>
      </w:r>
      <w:r>
        <w:tab/>
        <w:t>4.054e2</w:t>
      </w:r>
    </w:p>
    <w:p w:rsidR="007B2329" w:rsidRDefault="007B2329" w:rsidP="007B2329">
      <w:r>
        <w:t>806.4778</w:t>
      </w:r>
      <w:r>
        <w:tab/>
        <w:t>3.555e2</w:t>
      </w:r>
    </w:p>
    <w:p w:rsidR="007B2329" w:rsidRDefault="007B2329" w:rsidP="007B2329">
      <w:r>
        <w:t>806.4814</w:t>
      </w:r>
      <w:r>
        <w:tab/>
        <w:t>2.354e2</w:t>
      </w:r>
    </w:p>
    <w:p w:rsidR="007B2329" w:rsidRDefault="007B2329" w:rsidP="007B2329">
      <w:r>
        <w:t>806.4861</w:t>
      </w:r>
      <w:r>
        <w:tab/>
        <w:t>2.117e2</w:t>
      </w:r>
    </w:p>
    <w:p w:rsidR="007B2329" w:rsidRDefault="007B2329" w:rsidP="007B2329">
      <w:r>
        <w:t>806.5077</w:t>
      </w:r>
      <w:r>
        <w:tab/>
        <w:t>1.125e1</w:t>
      </w:r>
    </w:p>
    <w:p w:rsidR="007B2329" w:rsidRDefault="007B2329" w:rsidP="007B2329">
      <w:r>
        <w:t>806.5293</w:t>
      </w:r>
      <w:r>
        <w:tab/>
        <w:t>1.013e0</w:t>
      </w:r>
    </w:p>
    <w:p w:rsidR="007B2329" w:rsidRDefault="007B2329" w:rsidP="007B2329">
      <w:r>
        <w:t>806.6335</w:t>
      </w:r>
      <w:r>
        <w:tab/>
        <w:t>3.086e0</w:t>
      </w:r>
    </w:p>
    <w:p w:rsidR="007B2329" w:rsidRDefault="007B2329" w:rsidP="007B2329">
      <w:r>
        <w:t>806.6501</w:t>
      </w:r>
      <w:r>
        <w:tab/>
        <w:t>2.025e0</w:t>
      </w:r>
    </w:p>
    <w:p w:rsidR="007B2329" w:rsidRDefault="007B2329" w:rsidP="007B2329">
      <w:r>
        <w:t>806.6636</w:t>
      </w:r>
      <w:r>
        <w:tab/>
        <w:t>2.805e0</w:t>
      </w:r>
    </w:p>
    <w:p w:rsidR="007B2329" w:rsidRDefault="007B2329" w:rsidP="007B2329">
      <w:r>
        <w:t>806.6855</w:t>
      </w:r>
      <w:r>
        <w:tab/>
        <w:t>3.038e0</w:t>
      </w:r>
    </w:p>
    <w:p w:rsidR="007B2329" w:rsidRDefault="007B2329" w:rsidP="007B2329">
      <w:r>
        <w:lastRenderedPageBreak/>
        <w:t>806.7012</w:t>
      </w:r>
      <w:r>
        <w:tab/>
        <w:t>2.741e0</w:t>
      </w:r>
    </w:p>
    <w:p w:rsidR="007B2329" w:rsidRDefault="007B2329" w:rsidP="007B2329">
      <w:r>
        <w:t>806.7198</w:t>
      </w:r>
      <w:r>
        <w:tab/>
        <w:t>1.013e0</w:t>
      </w:r>
    </w:p>
    <w:p w:rsidR="007B2329" w:rsidRDefault="007B2329" w:rsidP="007B2329">
      <w:r>
        <w:t>806.7267</w:t>
      </w:r>
      <w:r>
        <w:tab/>
        <w:t>4.051e0</w:t>
      </w:r>
    </w:p>
    <w:p w:rsidR="007B2329" w:rsidRDefault="007B2329" w:rsidP="007B2329">
      <w:r>
        <w:t>806.7339</w:t>
      </w:r>
      <w:r>
        <w:tab/>
        <w:t>3.038e0</w:t>
      </w:r>
    </w:p>
    <w:p w:rsidR="007B2329" w:rsidRDefault="007B2329" w:rsidP="007B2329">
      <w:r>
        <w:t>806.7607</w:t>
      </w:r>
      <w:r>
        <w:tab/>
        <w:t>7.044e0</w:t>
      </w:r>
    </w:p>
    <w:p w:rsidR="007B2329" w:rsidRDefault="007B2329" w:rsidP="007B2329">
      <w:r>
        <w:t>806.7640</w:t>
      </w:r>
      <w:r>
        <w:tab/>
        <w:t>2.025e0</w:t>
      </w:r>
    </w:p>
    <w:p w:rsidR="007B2329" w:rsidRDefault="007B2329" w:rsidP="007B2329">
      <w:r>
        <w:t>806.8422</w:t>
      </w:r>
      <w:r>
        <w:tab/>
        <w:t>2.557e0</w:t>
      </w:r>
    </w:p>
    <w:p w:rsidR="007B2329" w:rsidRDefault="007B2329" w:rsidP="007B2329">
      <w:r>
        <w:t>806.8829</w:t>
      </w:r>
      <w:r>
        <w:tab/>
        <w:t>1.013e0</w:t>
      </w:r>
    </w:p>
    <w:p w:rsidR="007B2329" w:rsidRDefault="007B2329" w:rsidP="007B2329">
      <w:r>
        <w:t>806.8865</w:t>
      </w:r>
      <w:r>
        <w:tab/>
        <w:t>3.359e0</w:t>
      </w:r>
    </w:p>
    <w:p w:rsidR="007B2329" w:rsidRDefault="007B2329" w:rsidP="007B2329">
      <w:r>
        <w:t>806.9124</w:t>
      </w:r>
      <w:r>
        <w:tab/>
        <w:t>7.796e0</w:t>
      </w:r>
    </w:p>
    <w:p w:rsidR="007B2329" w:rsidRDefault="007B2329" w:rsidP="007B2329">
      <w:r>
        <w:t>806.9166</w:t>
      </w:r>
      <w:r>
        <w:tab/>
        <w:t>3.038e0</w:t>
      </w:r>
    </w:p>
    <w:p w:rsidR="007B2329" w:rsidRDefault="007B2329" w:rsidP="007B2329">
      <w:r>
        <w:t>806.9305</w:t>
      </w:r>
      <w:r>
        <w:tab/>
        <w:t>2.025e0</w:t>
      </w:r>
    </w:p>
    <w:p w:rsidR="007B2329" w:rsidRDefault="007B2329" w:rsidP="007B2329">
      <w:r>
        <w:t>806.9830</w:t>
      </w:r>
      <w:r>
        <w:tab/>
        <w:t>1.831e0</w:t>
      </w:r>
    </w:p>
    <w:p w:rsidR="007B2329" w:rsidRDefault="007B2329" w:rsidP="007B2329">
      <w:r>
        <w:t>806.9843</w:t>
      </w:r>
      <w:r>
        <w:tab/>
        <w:t>3.038e0</w:t>
      </w:r>
    </w:p>
    <w:p w:rsidR="007B2329" w:rsidRDefault="007B2329" w:rsidP="007B2329">
      <w:r>
        <w:t>807.0122</w:t>
      </w:r>
      <w:r>
        <w:tab/>
        <w:t>2.564e0</w:t>
      </w:r>
    </w:p>
    <w:p w:rsidR="007B2329" w:rsidRDefault="007B2329" w:rsidP="007B2329">
      <w:r>
        <w:t>807.0400</w:t>
      </w:r>
      <w:r>
        <w:tab/>
        <w:t>1.013e0</w:t>
      </w:r>
    </w:p>
    <w:p w:rsidR="007B2329" w:rsidRDefault="007B2329" w:rsidP="007B2329">
      <w:r>
        <w:t>807.0416</w:t>
      </w:r>
      <w:r>
        <w:tab/>
        <w:t>3.038e0</w:t>
      </w:r>
    </w:p>
    <w:p w:rsidR="007B2329" w:rsidRDefault="007B2329" w:rsidP="007B2329">
      <w:r>
        <w:t>807.0587</w:t>
      </w:r>
      <w:r>
        <w:tab/>
        <w:t>2.025e0</w:t>
      </w:r>
    </w:p>
    <w:p w:rsidR="007B2329" w:rsidRDefault="007B2329" w:rsidP="007B2329">
      <w:r>
        <w:t>807.0926</w:t>
      </w:r>
      <w:r>
        <w:tab/>
        <w:t>4.965e0</w:t>
      </w:r>
    </w:p>
    <w:p w:rsidR="007B2329" w:rsidRDefault="007B2329" w:rsidP="007B2329">
      <w:r>
        <w:lastRenderedPageBreak/>
        <w:t>807.1174</w:t>
      </w:r>
      <w:r>
        <w:tab/>
        <w:t>3.038e0</w:t>
      </w:r>
    </w:p>
    <w:p w:rsidR="007B2329" w:rsidRDefault="007B2329" w:rsidP="007B2329">
      <w:r>
        <w:t>807.1632</w:t>
      </w:r>
      <w:r>
        <w:tab/>
        <w:t>3.670e0</w:t>
      </w:r>
    </w:p>
    <w:p w:rsidR="007B2329" w:rsidRDefault="007B2329" w:rsidP="007B2329">
      <w:r>
        <w:t>807.1686</w:t>
      </w:r>
      <w:r>
        <w:tab/>
        <w:t>1.013e0</w:t>
      </w:r>
    </w:p>
    <w:p w:rsidR="007B2329" w:rsidRDefault="007B2329" w:rsidP="007B2329">
      <w:r>
        <w:t>807.1752</w:t>
      </w:r>
      <w:r>
        <w:tab/>
        <w:t>5.063e0</w:t>
      </w:r>
    </w:p>
    <w:p w:rsidR="007B2329" w:rsidRDefault="007B2329" w:rsidP="007B2329">
      <w:r>
        <w:t>807.1985</w:t>
      </w:r>
      <w:r>
        <w:tab/>
        <w:t>3.830e0</w:t>
      </w:r>
    </w:p>
    <w:p w:rsidR="007B2329" w:rsidRDefault="007B2329" w:rsidP="007B2329">
      <w:r>
        <w:t>807.2153</w:t>
      </w:r>
      <w:r>
        <w:tab/>
        <w:t>2.987e0</w:t>
      </w:r>
    </w:p>
    <w:p w:rsidR="007B2329" w:rsidRDefault="007B2329" w:rsidP="007B2329">
      <w:r>
        <w:t>807.2563</w:t>
      </w:r>
      <w:r>
        <w:tab/>
        <w:t>5.875e0</w:t>
      </w:r>
    </w:p>
    <w:p w:rsidR="007B2329" w:rsidRDefault="007B2329" w:rsidP="007B2329">
      <w:r>
        <w:t>807.3152</w:t>
      </w:r>
      <w:r>
        <w:tab/>
        <w:t>5.595e0</w:t>
      </w:r>
    </w:p>
    <w:p w:rsidR="007B2329" w:rsidRDefault="007B2329" w:rsidP="007B2329">
      <w:r>
        <w:t>807.3315</w:t>
      </w:r>
      <w:r>
        <w:tab/>
        <w:t>4.726e0</w:t>
      </w:r>
    </w:p>
    <w:p w:rsidR="007B2329" w:rsidRDefault="007B2329" w:rsidP="007B2329">
      <w:r>
        <w:t>807.3374</w:t>
      </w:r>
      <w:r>
        <w:tab/>
        <w:t>4.791e-1</w:t>
      </w:r>
    </w:p>
    <w:p w:rsidR="007B2329" w:rsidRDefault="007B2329" w:rsidP="007B2329">
      <w:r>
        <w:t>807.3394</w:t>
      </w:r>
      <w:r>
        <w:tab/>
        <w:t>1.029e1</w:t>
      </w:r>
    </w:p>
    <w:p w:rsidR="007B2329" w:rsidRDefault="007B2329" w:rsidP="007B2329">
      <w:r>
        <w:t>807.3445</w:t>
      </w:r>
      <w:r>
        <w:tab/>
        <w:t>1.026e1</w:t>
      </w:r>
    </w:p>
    <w:p w:rsidR="007B2329" w:rsidRDefault="007B2329" w:rsidP="007B2329">
      <w:r>
        <w:t>807.4770</w:t>
      </w:r>
      <w:r>
        <w:tab/>
        <w:t>2.433e2</w:t>
      </w:r>
    </w:p>
    <w:p w:rsidR="007B2329" w:rsidRDefault="007B2329" w:rsidP="007B2329">
      <w:r>
        <w:t>807.4816</w:t>
      </w:r>
      <w:r>
        <w:tab/>
        <w:t>2.174e2</w:t>
      </w:r>
    </w:p>
    <w:p w:rsidR="007B2329" w:rsidRDefault="007B2329" w:rsidP="007B2329">
      <w:r>
        <w:t>807.4844</w:t>
      </w:r>
      <w:r>
        <w:tab/>
        <w:t>2.057e1</w:t>
      </w:r>
    </w:p>
    <w:p w:rsidR="007B2329" w:rsidRDefault="007B2329" w:rsidP="007B2329">
      <w:r>
        <w:t>807.4871</w:t>
      </w:r>
      <w:r>
        <w:tab/>
        <w:t>5.912e1</w:t>
      </w:r>
    </w:p>
    <w:p w:rsidR="007B2329" w:rsidRDefault="007B2329" w:rsidP="007B2329">
      <w:r>
        <w:t>807.4881</w:t>
      </w:r>
      <w:r>
        <w:tab/>
        <w:t>1.123e2</w:t>
      </w:r>
    </w:p>
    <w:p w:rsidR="007B2329" w:rsidRDefault="007B2329" w:rsidP="007B2329">
      <w:r>
        <w:t>807.4903</w:t>
      </w:r>
      <w:r>
        <w:tab/>
        <w:t>8.521e0</w:t>
      </w:r>
    </w:p>
    <w:p w:rsidR="007B2329" w:rsidRDefault="007B2329" w:rsidP="007B2329">
      <w:r>
        <w:t>807.5239</w:t>
      </w:r>
      <w:r>
        <w:tab/>
        <w:t>5.456e0</w:t>
      </w:r>
    </w:p>
    <w:p w:rsidR="007B2329" w:rsidRDefault="007B2329" w:rsidP="007B2329">
      <w:r>
        <w:lastRenderedPageBreak/>
        <w:t>807.5883</w:t>
      </w:r>
      <w:r>
        <w:tab/>
        <w:t>5.063e0</w:t>
      </w:r>
    </w:p>
    <w:p w:rsidR="007B2329" w:rsidRDefault="007B2329" w:rsidP="007B2329">
      <w:r>
        <w:t>807.6174</w:t>
      </w:r>
      <w:r>
        <w:tab/>
        <w:t>1.013e0</w:t>
      </w:r>
    </w:p>
    <w:p w:rsidR="007B2329" w:rsidRDefault="007B2329" w:rsidP="007B2329">
      <w:r>
        <w:t>807.6357</w:t>
      </w:r>
      <w:r>
        <w:tab/>
        <w:t>3.038e0</w:t>
      </w:r>
    </w:p>
    <w:p w:rsidR="007B2329" w:rsidRDefault="007B2329" w:rsidP="007B2329">
      <w:r>
        <w:t>807.6558</w:t>
      </w:r>
      <w:r>
        <w:tab/>
        <w:t>2.025e0</w:t>
      </w:r>
    </w:p>
    <w:p w:rsidR="007B2329" w:rsidRDefault="007B2329" w:rsidP="007B2329">
      <w:r>
        <w:t>807.6930</w:t>
      </w:r>
      <w:r>
        <w:tab/>
        <w:t>1.238e1</w:t>
      </w:r>
    </w:p>
    <w:p w:rsidR="007B2329" w:rsidRDefault="007B2329" w:rsidP="007B2329">
      <w:r>
        <w:t>807.7269</w:t>
      </w:r>
      <w:r>
        <w:tab/>
        <w:t>3.038e0</w:t>
      </w:r>
    </w:p>
    <w:p w:rsidR="007B2329" w:rsidRDefault="007B2329" w:rsidP="007B2329">
      <w:r>
        <w:t>807.7447</w:t>
      </w:r>
      <w:r>
        <w:tab/>
        <w:t>3.038e0</w:t>
      </w:r>
    </w:p>
    <w:p w:rsidR="007B2329" w:rsidRDefault="007B2329" w:rsidP="007B2329">
      <w:r>
        <w:t>807.7632</w:t>
      </w:r>
      <w:r>
        <w:tab/>
        <w:t>1.952e0</w:t>
      </w:r>
    </w:p>
    <w:p w:rsidR="007B2329" w:rsidRDefault="007B2329" w:rsidP="007B2329">
      <w:r>
        <w:t>807.7732</w:t>
      </w:r>
      <w:r>
        <w:tab/>
        <w:t>3.038e0</w:t>
      </w:r>
    </w:p>
    <w:p w:rsidR="007B2329" w:rsidRDefault="007B2329" w:rsidP="007B2329">
      <w:r>
        <w:t>807.8107</w:t>
      </w:r>
      <w:r>
        <w:tab/>
        <w:t>2.871e0</w:t>
      </w:r>
    </w:p>
    <w:p w:rsidR="007B2329" w:rsidRDefault="007B2329" w:rsidP="007B2329">
      <w:r>
        <w:t>807.8123</w:t>
      </w:r>
      <w:r>
        <w:tab/>
        <w:t>2.025e0</w:t>
      </w:r>
    </w:p>
    <w:p w:rsidR="007B2329" w:rsidRDefault="007B2329" w:rsidP="007B2329">
      <w:r>
        <w:t>807.8232</w:t>
      </w:r>
      <w:r>
        <w:tab/>
        <w:t>2.460e0</w:t>
      </w:r>
    </w:p>
    <w:p w:rsidR="007B2329" w:rsidRDefault="007B2329" w:rsidP="007B2329">
      <w:r>
        <w:t>807.8660</w:t>
      </w:r>
      <w:r>
        <w:tab/>
        <w:t>4.945e0</w:t>
      </w:r>
    </w:p>
    <w:p w:rsidR="007B2329" w:rsidRDefault="007B2329" w:rsidP="007B2329">
      <w:r>
        <w:t>807.9073</w:t>
      </w:r>
      <w:r>
        <w:tab/>
        <w:t>2.275e0</w:t>
      </w:r>
    </w:p>
    <w:p w:rsidR="007B2329" w:rsidRDefault="007B2329" w:rsidP="007B2329">
      <w:r>
        <w:t>807.9099</w:t>
      </w:r>
      <w:r>
        <w:tab/>
        <w:t>3.335e0</w:t>
      </w:r>
    </w:p>
    <w:p w:rsidR="007B2329" w:rsidRDefault="007B2329" w:rsidP="007B2329">
      <w:r>
        <w:t>807.9125</w:t>
      </w:r>
      <w:r>
        <w:tab/>
        <w:t>4.051e0</w:t>
      </w:r>
    </w:p>
    <w:p w:rsidR="007B2329" w:rsidRDefault="007B2329" w:rsidP="007B2329">
      <w:r>
        <w:t>807.9222</w:t>
      </w:r>
      <w:r>
        <w:tab/>
        <w:t>1.013e0</w:t>
      </w:r>
    </w:p>
    <w:p w:rsidR="007B2329" w:rsidRDefault="007B2329" w:rsidP="007B2329">
      <w:r>
        <w:t>807.9637</w:t>
      </w:r>
      <w:r>
        <w:tab/>
        <w:t>2.025e0</w:t>
      </w:r>
    </w:p>
    <w:p w:rsidR="007B2329" w:rsidRDefault="007B2329" w:rsidP="007B2329">
      <w:r>
        <w:t>807.9981</w:t>
      </w:r>
      <w:r>
        <w:tab/>
        <w:t>1.904e0</w:t>
      </w:r>
    </w:p>
    <w:p w:rsidR="007B2329" w:rsidRDefault="007B2329" w:rsidP="007B2329">
      <w:r>
        <w:lastRenderedPageBreak/>
        <w:t>808.0172</w:t>
      </w:r>
      <w:r>
        <w:tab/>
        <w:t>2.025e0</w:t>
      </w:r>
    </w:p>
    <w:p w:rsidR="007B2329" w:rsidRDefault="007B2329" w:rsidP="007B2329">
      <w:r>
        <w:t>808.0248</w:t>
      </w:r>
      <w:r>
        <w:tab/>
        <w:t>1.013e0</w:t>
      </w:r>
    </w:p>
    <w:p w:rsidR="007B2329" w:rsidRDefault="007B2329" w:rsidP="007B2329">
      <w:r>
        <w:t>808.0396</w:t>
      </w:r>
      <w:r>
        <w:tab/>
        <w:t>1.013e0</w:t>
      </w:r>
    </w:p>
    <w:p w:rsidR="007B2329" w:rsidRDefault="007B2329" w:rsidP="007B2329">
      <w:r>
        <w:t>808.0552</w:t>
      </w:r>
      <w:r>
        <w:tab/>
        <w:t>2.025e0</w:t>
      </w:r>
    </w:p>
    <w:p w:rsidR="007B2329" w:rsidRDefault="007B2329" w:rsidP="007B2329">
      <w:r>
        <w:t>808.0668</w:t>
      </w:r>
      <w:r>
        <w:tab/>
        <w:t>1.013e0</w:t>
      </w:r>
    </w:p>
    <w:p w:rsidR="007B2329" w:rsidRDefault="007B2329" w:rsidP="007B2329">
      <w:r>
        <w:t>808.0934</w:t>
      </w:r>
      <w:r>
        <w:tab/>
        <w:t>5.063e0</w:t>
      </w:r>
    </w:p>
    <w:p w:rsidR="007B2329" w:rsidRDefault="007B2329" w:rsidP="007B2329">
      <w:r>
        <w:t>808.1491</w:t>
      </w:r>
      <w:r>
        <w:tab/>
        <w:t>4.051e0</w:t>
      </w:r>
    </w:p>
    <w:p w:rsidR="007B2329" w:rsidRDefault="007B2329" w:rsidP="007B2329">
      <w:r>
        <w:t>808.1758</w:t>
      </w:r>
      <w:r>
        <w:tab/>
        <w:t>2.581e0</w:t>
      </w:r>
    </w:p>
    <w:p w:rsidR="007B2329" w:rsidRDefault="007B2329" w:rsidP="007B2329">
      <w:r>
        <w:t>808.2292</w:t>
      </w:r>
      <w:r>
        <w:tab/>
        <w:t>2.025e0</w:t>
      </w:r>
    </w:p>
    <w:p w:rsidR="007B2329" w:rsidRDefault="007B2329" w:rsidP="007B2329">
      <w:r>
        <w:t>808.2362</w:t>
      </w:r>
      <w:r>
        <w:tab/>
        <w:t>4.215e0</w:t>
      </w:r>
    </w:p>
    <w:p w:rsidR="007B2329" w:rsidRDefault="007B2329" w:rsidP="007B2329">
      <w:r>
        <w:t>808.2445</w:t>
      </w:r>
      <w:r>
        <w:tab/>
        <w:t>2.525e0</w:t>
      </w:r>
    </w:p>
    <w:p w:rsidR="007B2329" w:rsidRDefault="007B2329" w:rsidP="007B2329">
      <w:r>
        <w:t>808.3171</w:t>
      </w:r>
      <w:r>
        <w:tab/>
        <w:t>1.433e0</w:t>
      </w:r>
    </w:p>
    <w:p w:rsidR="007B2329" w:rsidRDefault="007B2329" w:rsidP="007B2329">
      <w:r>
        <w:t>808.3309</w:t>
      </w:r>
      <w:r>
        <w:tab/>
        <w:t>1.901e0</w:t>
      </w:r>
    </w:p>
    <w:p w:rsidR="007B2329" w:rsidRDefault="007B2329" w:rsidP="007B2329">
      <w:r>
        <w:t>808.3353</w:t>
      </w:r>
      <w:r>
        <w:tab/>
        <w:t>6.076e0</w:t>
      </w:r>
    </w:p>
    <w:p w:rsidR="007B2329" w:rsidRDefault="007B2329" w:rsidP="007B2329">
      <w:r>
        <w:t>808.3593</w:t>
      </w:r>
      <w:r>
        <w:tab/>
        <w:t>3.900e0</w:t>
      </w:r>
    </w:p>
    <w:p w:rsidR="007B2329" w:rsidRDefault="007B2329" w:rsidP="007B2329">
      <w:r>
        <w:t>808.3634</w:t>
      </w:r>
      <w:r>
        <w:tab/>
        <w:t>6.523e0</w:t>
      </w:r>
    </w:p>
    <w:p w:rsidR="007B2329" w:rsidRDefault="007B2329" w:rsidP="007B2329">
      <w:r>
        <w:t>808.4233</w:t>
      </w:r>
      <w:r>
        <w:tab/>
        <w:t>3.244e0</w:t>
      </w:r>
    </w:p>
    <w:p w:rsidR="007B2329" w:rsidRDefault="007B2329" w:rsidP="007B2329">
      <w:r>
        <w:t>808.4746</w:t>
      </w:r>
      <w:r>
        <w:tab/>
        <w:t>2.373e1</w:t>
      </w:r>
    </w:p>
    <w:p w:rsidR="007B2329" w:rsidRDefault="007B2329" w:rsidP="007B2329">
      <w:r>
        <w:t>808.4866</w:t>
      </w:r>
      <w:r>
        <w:tab/>
        <w:t>2.669e1</w:t>
      </w:r>
    </w:p>
    <w:p w:rsidR="007B2329" w:rsidRDefault="007B2329" w:rsidP="007B2329">
      <w:r>
        <w:lastRenderedPageBreak/>
        <w:t>808.4901</w:t>
      </w:r>
      <w:r>
        <w:tab/>
        <w:t>2.118e1</w:t>
      </w:r>
    </w:p>
    <w:p w:rsidR="007B2329" w:rsidRDefault="007B2329" w:rsidP="007B2329">
      <w:r>
        <w:t>808.4935</w:t>
      </w:r>
      <w:r>
        <w:tab/>
        <w:t>2.237e1</w:t>
      </w:r>
    </w:p>
    <w:p w:rsidR="007B2329" w:rsidRDefault="007B2329" w:rsidP="007B2329">
      <w:r>
        <w:t>808.4990</w:t>
      </w:r>
      <w:r>
        <w:tab/>
        <w:t>1.447e1</w:t>
      </w:r>
    </w:p>
    <w:p w:rsidR="007B2329" w:rsidRDefault="007B2329" w:rsidP="007B2329">
      <w:r>
        <w:t>808.5013</w:t>
      </w:r>
      <w:r>
        <w:tab/>
        <w:t>2.887e1</w:t>
      </w:r>
    </w:p>
    <w:p w:rsidR="007B2329" w:rsidRDefault="007B2329" w:rsidP="007B2329">
      <w:r>
        <w:t>808.5063</w:t>
      </w:r>
      <w:r>
        <w:tab/>
        <w:t>7.659e0</w:t>
      </w:r>
    </w:p>
    <w:p w:rsidR="007B2329" w:rsidRDefault="007B2329" w:rsidP="007B2329">
      <w:r>
        <w:t>808.6252</w:t>
      </w:r>
      <w:r>
        <w:tab/>
        <w:t>1.013e0</w:t>
      </w:r>
    </w:p>
    <w:p w:rsidR="007B2329" w:rsidRDefault="007B2329" w:rsidP="007B2329">
      <w:r>
        <w:t>808.6289</w:t>
      </w:r>
      <w:r>
        <w:tab/>
        <w:t>2.025e0</w:t>
      </w:r>
    </w:p>
    <w:p w:rsidR="007B2329" w:rsidRDefault="007B2329" w:rsidP="007B2329">
      <w:r>
        <w:t>808.6882</w:t>
      </w:r>
      <w:r>
        <w:tab/>
        <w:t>4.764e0</w:t>
      </w:r>
    </w:p>
    <w:p w:rsidR="007B2329" w:rsidRDefault="007B2329" w:rsidP="007B2329">
      <w:r>
        <w:t>808.7208</w:t>
      </w:r>
      <w:r>
        <w:tab/>
        <w:t>5.063e0</w:t>
      </w:r>
    </w:p>
    <w:p w:rsidR="007B2329" w:rsidRDefault="007B2329" w:rsidP="007B2329">
      <w:r>
        <w:t>808.7279</w:t>
      </w:r>
      <w:r>
        <w:tab/>
        <w:t>2.025e0</w:t>
      </w:r>
    </w:p>
    <w:p w:rsidR="007B2329" w:rsidRDefault="007B2329" w:rsidP="007B2329">
      <w:r>
        <w:t>808.7366</w:t>
      </w:r>
      <w:r>
        <w:tab/>
        <w:t>3.648e0</w:t>
      </w:r>
    </w:p>
    <w:p w:rsidR="007B2329" w:rsidRDefault="007B2329" w:rsidP="007B2329">
      <w:r>
        <w:t>808.7382</w:t>
      </w:r>
      <w:r>
        <w:tab/>
        <w:t>4.051e0</w:t>
      </w:r>
    </w:p>
    <w:p w:rsidR="007B2329" w:rsidRDefault="007B2329" w:rsidP="007B2329">
      <w:r>
        <w:t>808.7652</w:t>
      </w:r>
      <w:r>
        <w:tab/>
        <w:t>3.038e0</w:t>
      </w:r>
    </w:p>
    <w:p w:rsidR="007B2329" w:rsidRDefault="007B2329" w:rsidP="007B2329">
      <w:r>
        <w:t>808.7855</w:t>
      </w:r>
      <w:r>
        <w:tab/>
        <w:t>4.051e0</w:t>
      </w:r>
    </w:p>
    <w:p w:rsidR="007B2329" w:rsidRDefault="007B2329" w:rsidP="007B2329">
      <w:r>
        <w:t>808.8185</w:t>
      </w:r>
      <w:r>
        <w:tab/>
        <w:t>3.335e0</w:t>
      </w:r>
    </w:p>
    <w:p w:rsidR="007B2329" w:rsidRDefault="007B2329" w:rsidP="007B2329">
      <w:r>
        <w:t>808.8202</w:t>
      </w:r>
      <w:r>
        <w:tab/>
        <w:t>3.884e0</w:t>
      </w:r>
    </w:p>
    <w:p w:rsidR="007B2329" w:rsidRDefault="007B2329" w:rsidP="007B2329">
      <w:r>
        <w:t>808.8334</w:t>
      </w:r>
      <w:r>
        <w:tab/>
        <w:t>2.025e0</w:t>
      </w:r>
    </w:p>
    <w:p w:rsidR="007B2329" w:rsidRDefault="007B2329" w:rsidP="007B2329">
      <w:r>
        <w:t>808.8384</w:t>
      </w:r>
      <w:r>
        <w:tab/>
        <w:t>3.932e0</w:t>
      </w:r>
    </w:p>
    <w:p w:rsidR="007B2329" w:rsidRDefault="007B2329" w:rsidP="007B2329">
      <w:r>
        <w:t>808.8469</w:t>
      </w:r>
      <w:r>
        <w:tab/>
        <w:t>2.025e0</w:t>
      </w:r>
    </w:p>
    <w:p w:rsidR="007B2329" w:rsidRDefault="007B2329" w:rsidP="007B2329">
      <w:r>
        <w:lastRenderedPageBreak/>
        <w:t>808.8862</w:t>
      </w:r>
      <w:r>
        <w:tab/>
        <w:t>2.025e0</w:t>
      </w:r>
    </w:p>
    <w:p w:rsidR="007B2329" w:rsidRDefault="007B2329" w:rsidP="007B2329">
      <w:r>
        <w:t>808.9532</w:t>
      </w:r>
      <w:r>
        <w:tab/>
        <w:t>2.025e0</w:t>
      </w:r>
    </w:p>
    <w:p w:rsidR="007B2329" w:rsidRDefault="007B2329" w:rsidP="007B2329">
      <w:r>
        <w:t>808.9574</w:t>
      </w:r>
      <w:r>
        <w:tab/>
        <w:t>1.013e0</w:t>
      </w:r>
    </w:p>
    <w:p w:rsidR="007B2329" w:rsidRDefault="007B2329" w:rsidP="007B2329">
      <w:r>
        <w:t>808.9810</w:t>
      </w:r>
      <w:r>
        <w:tab/>
        <w:t>5.823e0</w:t>
      </w:r>
    </w:p>
    <w:p w:rsidR="007B2329" w:rsidRDefault="007B2329" w:rsidP="007B2329">
      <w:r>
        <w:t>808.9926</w:t>
      </w:r>
      <w:r>
        <w:tab/>
        <w:t>1.013e0</w:t>
      </w:r>
    </w:p>
    <w:p w:rsidR="007B2329" w:rsidRDefault="007B2329" w:rsidP="007B2329">
      <w:r>
        <w:t>809.0252</w:t>
      </w:r>
      <w:r>
        <w:tab/>
        <w:t>1.013e0</w:t>
      </w:r>
    </w:p>
    <w:p w:rsidR="007B2329" w:rsidRDefault="007B2329" w:rsidP="007B2329">
      <w:r>
        <w:t>809.0366</w:t>
      </w:r>
      <w:r>
        <w:tab/>
        <w:t>2.763e0</w:t>
      </w:r>
    </w:p>
    <w:p w:rsidR="007B2329" w:rsidRDefault="007B2329" w:rsidP="007B2329">
      <w:r>
        <w:t>809.0399</w:t>
      </w:r>
      <w:r>
        <w:tab/>
        <w:t>3.038e0</w:t>
      </w:r>
    </w:p>
    <w:p w:rsidR="007B2329" w:rsidRDefault="007B2329" w:rsidP="007B2329">
      <w:r>
        <w:t>809.0584</w:t>
      </w:r>
      <w:r>
        <w:tab/>
        <w:t>5.063e0</w:t>
      </w:r>
    </w:p>
    <w:p w:rsidR="007B2329" w:rsidRDefault="007B2329" w:rsidP="007B2329">
      <w:r>
        <w:t>809.0750</w:t>
      </w:r>
      <w:r>
        <w:tab/>
        <w:t>3.038e0</w:t>
      </w:r>
    </w:p>
    <w:p w:rsidR="007B2329" w:rsidRDefault="007B2329" w:rsidP="007B2329">
      <w:r>
        <w:t>809.0845</w:t>
      </w:r>
      <w:r>
        <w:tab/>
        <w:t>2.025e0</w:t>
      </w:r>
    </w:p>
    <w:p w:rsidR="007B2329" w:rsidRDefault="007B2329" w:rsidP="007B2329">
      <w:r>
        <w:t>809.1024</w:t>
      </w:r>
      <w:r>
        <w:tab/>
        <w:t>4.940e0</w:t>
      </w:r>
    </w:p>
    <w:p w:rsidR="007B2329" w:rsidRDefault="007B2329" w:rsidP="007B2329">
      <w:r>
        <w:t>809.1105</w:t>
      </w:r>
      <w:r>
        <w:tab/>
        <w:t>1.013e0</w:t>
      </w:r>
    </w:p>
    <w:p w:rsidR="007B2329" w:rsidRDefault="007B2329" w:rsidP="007B2329">
      <w:r>
        <w:t>809.1441</w:t>
      </w:r>
      <w:r>
        <w:tab/>
        <w:t>1.579e0</w:t>
      </w:r>
    </w:p>
    <w:p w:rsidR="007B2329" w:rsidRDefault="007B2329" w:rsidP="007B2329">
      <w:r>
        <w:t>809.1954</w:t>
      </w:r>
      <w:r>
        <w:tab/>
        <w:t>1.013e0</w:t>
      </w:r>
    </w:p>
    <w:p w:rsidR="007B2329" w:rsidRDefault="007B2329" w:rsidP="007B2329">
      <w:r>
        <w:t>809.1979</w:t>
      </w:r>
      <w:r>
        <w:tab/>
        <w:t>1.013e0</w:t>
      </w:r>
    </w:p>
    <w:p w:rsidR="007B2329" w:rsidRDefault="007B2329" w:rsidP="007B2329">
      <w:r>
        <w:t>809.2115</w:t>
      </w:r>
      <w:r>
        <w:tab/>
        <w:t>2.025e0</w:t>
      </w:r>
    </w:p>
    <w:p w:rsidR="007B2329" w:rsidRDefault="007B2329" w:rsidP="007B2329">
      <w:r>
        <w:t>809.2284</w:t>
      </w:r>
      <w:r>
        <w:tab/>
        <w:t>2.237e0</w:t>
      </w:r>
    </w:p>
    <w:p w:rsidR="007B2329" w:rsidRDefault="007B2329" w:rsidP="007B2329">
      <w:r>
        <w:t>809.2500</w:t>
      </w:r>
      <w:r>
        <w:tab/>
        <w:t>4.933e0</w:t>
      </w:r>
    </w:p>
    <w:p w:rsidR="007B2329" w:rsidRDefault="007B2329" w:rsidP="007B2329">
      <w:r>
        <w:lastRenderedPageBreak/>
        <w:t>809.2838</w:t>
      </w:r>
      <w:r>
        <w:tab/>
        <w:t>1.378e0</w:t>
      </w:r>
    </w:p>
    <w:p w:rsidR="007B2329" w:rsidRDefault="007B2329" w:rsidP="007B2329">
      <w:r>
        <w:t>809.2881</w:t>
      </w:r>
      <w:r>
        <w:tab/>
        <w:t>3.862e0</w:t>
      </w:r>
    </w:p>
    <w:p w:rsidR="007B2329" w:rsidRDefault="007B2329" w:rsidP="007B2329">
      <w:r>
        <w:t>809.2921</w:t>
      </w:r>
      <w:r>
        <w:tab/>
        <w:t>2.310e0</w:t>
      </w:r>
    </w:p>
    <w:p w:rsidR="007B2329" w:rsidRDefault="007B2329" w:rsidP="007B2329">
      <w:r>
        <w:t>809.2968</w:t>
      </w:r>
      <w:r>
        <w:tab/>
        <w:t>2.990e0</w:t>
      </w:r>
    </w:p>
    <w:p w:rsidR="007B2329" w:rsidRDefault="007B2329" w:rsidP="007B2329">
      <w:r>
        <w:t>809.3342</w:t>
      </w:r>
      <w:r>
        <w:tab/>
        <w:t>8.921e0</w:t>
      </w:r>
    </w:p>
    <w:p w:rsidR="007B2329" w:rsidRDefault="007B2329" w:rsidP="007B2329">
      <w:r>
        <w:t>809.3481</w:t>
      </w:r>
      <w:r>
        <w:tab/>
        <w:t>1.013e0</w:t>
      </w:r>
    </w:p>
    <w:p w:rsidR="007B2329" w:rsidRDefault="007B2329" w:rsidP="007B2329">
      <w:r>
        <w:t>809.3782</w:t>
      </w:r>
      <w:r>
        <w:tab/>
        <w:t>1.352e0</w:t>
      </w:r>
    </w:p>
    <w:p w:rsidR="007B2329" w:rsidRDefault="007B2329" w:rsidP="007B2329">
      <w:r>
        <w:t>809.3988</w:t>
      </w:r>
      <w:r>
        <w:tab/>
        <w:t>2.749e0</w:t>
      </w:r>
    </w:p>
    <w:p w:rsidR="007B2329" w:rsidRDefault="007B2329" w:rsidP="007B2329">
      <w:r>
        <w:t>809.4437</w:t>
      </w:r>
      <w:r>
        <w:tab/>
        <w:t>5.639e0</w:t>
      </w:r>
    </w:p>
    <w:p w:rsidR="007B2329" w:rsidRDefault="007B2329" w:rsidP="007B2329">
      <w:r>
        <w:t>809.4495</w:t>
      </w:r>
      <w:r>
        <w:tab/>
        <w:t>2.416e0</w:t>
      </w:r>
    </w:p>
    <w:p w:rsidR="007B2329" w:rsidRDefault="007B2329" w:rsidP="007B2329">
      <w:r>
        <w:t>809.4572</w:t>
      </w:r>
      <w:r>
        <w:tab/>
        <w:t>6.641e0</w:t>
      </w:r>
    </w:p>
    <w:p w:rsidR="007B2329" w:rsidRDefault="007B2329" w:rsidP="007B2329">
      <w:r>
        <w:t>809.4953</w:t>
      </w:r>
      <w:r>
        <w:tab/>
        <w:t>1.117e0</w:t>
      </w:r>
    </w:p>
    <w:p w:rsidR="007B2329" w:rsidRDefault="007B2329" w:rsidP="007B2329">
      <w:r>
        <w:t>809.5202</w:t>
      </w:r>
      <w:r>
        <w:tab/>
        <w:t>1.153e0</w:t>
      </w:r>
    </w:p>
    <w:p w:rsidR="007B2329" w:rsidRDefault="007B2329" w:rsidP="007B2329">
      <w:r>
        <w:t>809.5936</w:t>
      </w:r>
      <w:r>
        <w:tab/>
        <w:t>1.013e0</w:t>
      </w:r>
    </w:p>
    <w:p w:rsidR="007B2329" w:rsidRDefault="007B2329" w:rsidP="007B2329">
      <w:r>
        <w:t>809.5976</w:t>
      </w:r>
      <w:r>
        <w:tab/>
        <w:t>3.038e0</w:t>
      </w:r>
    </w:p>
    <w:p w:rsidR="007B2329" w:rsidRDefault="007B2329" w:rsidP="007B2329">
      <w:r>
        <w:t>809.6042</w:t>
      </w:r>
      <w:r>
        <w:tab/>
        <w:t>6.245e0</w:t>
      </w:r>
    </w:p>
    <w:p w:rsidR="007B2329" w:rsidRDefault="007B2329" w:rsidP="007B2329">
      <w:r>
        <w:t>809.6236</w:t>
      </w:r>
      <w:r>
        <w:tab/>
        <w:t>1.039e0</w:t>
      </w:r>
    </w:p>
    <w:p w:rsidR="007B2329" w:rsidRDefault="007B2329" w:rsidP="007B2329">
      <w:r>
        <w:t>809.6354</w:t>
      </w:r>
      <w:r>
        <w:tab/>
        <w:t>2.025e0</w:t>
      </w:r>
    </w:p>
    <w:p w:rsidR="007B2329" w:rsidRDefault="007B2329" w:rsidP="007B2329">
      <w:r>
        <w:t>809.6366</w:t>
      </w:r>
      <w:r>
        <w:tab/>
        <w:t>3.705e0</w:t>
      </w:r>
    </w:p>
    <w:p w:rsidR="007B2329" w:rsidRDefault="007B2329" w:rsidP="007B2329">
      <w:r>
        <w:lastRenderedPageBreak/>
        <w:t>809.6821</w:t>
      </w:r>
      <w:r>
        <w:tab/>
        <w:t>2.025e0</w:t>
      </w:r>
    </w:p>
    <w:p w:rsidR="007B2329" w:rsidRDefault="007B2329" w:rsidP="007B2329">
      <w:r>
        <w:t>809.7117</w:t>
      </w:r>
      <w:r>
        <w:tab/>
        <w:t>3.215e0</w:t>
      </w:r>
    </w:p>
    <w:p w:rsidR="007B2329" w:rsidRDefault="007B2329" w:rsidP="007B2329">
      <w:r>
        <w:t>809.7298</w:t>
      </w:r>
      <w:r>
        <w:tab/>
        <w:t>1.013e0</w:t>
      </w:r>
    </w:p>
    <w:p w:rsidR="007B2329" w:rsidRDefault="007B2329" w:rsidP="007B2329">
      <w:r>
        <w:t>809.7817</w:t>
      </w:r>
      <w:r>
        <w:tab/>
        <w:t>3.038e0</w:t>
      </w:r>
    </w:p>
    <w:p w:rsidR="007B2329" w:rsidRDefault="007B2329" w:rsidP="007B2329">
      <w:r>
        <w:t>809.7889</w:t>
      </w:r>
      <w:r>
        <w:tab/>
        <w:t>3.038e0</w:t>
      </w:r>
    </w:p>
    <w:p w:rsidR="007B2329" w:rsidRDefault="007B2329" w:rsidP="007B2329">
      <w:r>
        <w:t>809.8060</w:t>
      </w:r>
      <w:r>
        <w:tab/>
        <w:t>1.013e0</w:t>
      </w:r>
    </w:p>
    <w:p w:rsidR="007B2329" w:rsidRDefault="007B2329" w:rsidP="007B2329">
      <w:r>
        <w:t>809.8116</w:t>
      </w:r>
      <w:r>
        <w:tab/>
        <w:t>3.008e0</w:t>
      </w:r>
    </w:p>
    <w:p w:rsidR="007B2329" w:rsidRDefault="007B2329" w:rsidP="007B2329">
      <w:r>
        <w:t>809.8663</w:t>
      </w:r>
      <w:r>
        <w:tab/>
        <w:t>1.013e0</w:t>
      </w:r>
    </w:p>
    <w:p w:rsidR="007B2329" w:rsidRDefault="007B2329" w:rsidP="007B2329">
      <w:r>
        <w:t>809.8914</w:t>
      </w:r>
      <w:r>
        <w:tab/>
        <w:t>1.013e0</w:t>
      </w:r>
    </w:p>
    <w:p w:rsidR="007B2329" w:rsidRDefault="007B2329" w:rsidP="007B2329">
      <w:r>
        <w:t>809.8936</w:t>
      </w:r>
      <w:r>
        <w:tab/>
        <w:t>2.221e0</w:t>
      </w:r>
    </w:p>
    <w:p w:rsidR="007B2329" w:rsidRDefault="007B2329" w:rsidP="007B2329">
      <w:r>
        <w:t>809.9041</w:t>
      </w:r>
      <w:r>
        <w:tab/>
        <w:t>4.051e0</w:t>
      </w:r>
    </w:p>
    <w:p w:rsidR="007B2329" w:rsidRDefault="007B2329" w:rsidP="007B2329">
      <w:r>
        <w:t>809.9063</w:t>
      </w:r>
      <w:r>
        <w:tab/>
        <w:t>1.312e0</w:t>
      </w:r>
    </w:p>
    <w:p w:rsidR="007B2329" w:rsidRDefault="007B2329" w:rsidP="007B2329">
      <w:r>
        <w:t>809.9590</w:t>
      </w:r>
      <w:r>
        <w:tab/>
        <w:t>1.013e0</w:t>
      </w:r>
    </w:p>
    <w:p w:rsidR="007B2329" w:rsidRDefault="007B2329" w:rsidP="007B2329">
      <w:r>
        <w:t>809.9828</w:t>
      </w:r>
      <w:r>
        <w:tab/>
        <w:t>4.502e0</w:t>
      </w:r>
    </w:p>
    <w:p w:rsidR="007B2329" w:rsidRDefault="007B2329" w:rsidP="007B2329">
      <w:r>
        <w:t>809.9891</w:t>
      </w:r>
      <w:r>
        <w:tab/>
        <w:t>1.013e0</w:t>
      </w:r>
    </w:p>
    <w:p w:rsidR="007B2329" w:rsidRDefault="007B2329" w:rsidP="007B2329">
      <w:r>
        <w:t>809.9901</w:t>
      </w:r>
      <w:r>
        <w:tab/>
        <w:t>2.025e0</w:t>
      </w:r>
    </w:p>
    <w:p w:rsidR="007B2329" w:rsidRDefault="007B2329" w:rsidP="007B2329">
      <w:r>
        <w:t>810.0435</w:t>
      </w:r>
      <w:r>
        <w:tab/>
        <w:t>1.013e0</w:t>
      </w:r>
    </w:p>
    <w:p w:rsidR="007B2329" w:rsidRDefault="007B2329" w:rsidP="007B2329">
      <w:r>
        <w:t>810.0502</w:t>
      </w:r>
      <w:r>
        <w:tab/>
        <w:t>1.575e0</w:t>
      </w:r>
    </w:p>
    <w:p w:rsidR="007B2329" w:rsidRDefault="007B2329" w:rsidP="007B2329">
      <w:r>
        <w:t>810.0801</w:t>
      </w:r>
      <w:r>
        <w:tab/>
        <w:t>3.038e0</w:t>
      </w:r>
    </w:p>
    <w:p w:rsidR="007B2329" w:rsidRDefault="007B2329" w:rsidP="007B2329">
      <w:r>
        <w:lastRenderedPageBreak/>
        <w:t>810.1196</w:t>
      </w:r>
      <w:r>
        <w:tab/>
        <w:t>5.063e0</w:t>
      </w:r>
    </w:p>
    <w:p w:rsidR="007B2329" w:rsidRDefault="007B2329" w:rsidP="007B2329">
      <w:r>
        <w:t>810.1210</w:t>
      </w:r>
      <w:r>
        <w:tab/>
        <w:t>4.051e0</w:t>
      </w:r>
    </w:p>
    <w:p w:rsidR="007B2329" w:rsidRDefault="007B2329" w:rsidP="007B2329">
      <w:r>
        <w:t>810.1450</w:t>
      </w:r>
      <w:r>
        <w:tab/>
        <w:t>4.051e0</w:t>
      </w:r>
    </w:p>
    <w:p w:rsidR="007B2329" w:rsidRDefault="007B2329" w:rsidP="007B2329">
      <w:r>
        <w:t>810.1563</w:t>
      </w:r>
      <w:r>
        <w:tab/>
        <w:t>2.025e0</w:t>
      </w:r>
    </w:p>
    <w:p w:rsidR="007B2329" w:rsidRDefault="007B2329" w:rsidP="007B2329">
      <w:r>
        <w:t>810.1624</w:t>
      </w:r>
      <w:r>
        <w:tab/>
        <w:t>1.013e0</w:t>
      </w:r>
    </w:p>
    <w:p w:rsidR="007B2329" w:rsidRDefault="007B2329" w:rsidP="007B2329">
      <w:r>
        <w:t>810.1663</w:t>
      </w:r>
      <w:r>
        <w:tab/>
        <w:t>2.025e0</w:t>
      </w:r>
    </w:p>
    <w:p w:rsidR="007B2329" w:rsidRDefault="007B2329" w:rsidP="007B2329">
      <w:r>
        <w:t>810.1784</w:t>
      </w:r>
      <w:r>
        <w:tab/>
        <w:t>4.051e0</w:t>
      </w:r>
    </w:p>
    <w:p w:rsidR="007B2329" w:rsidRDefault="007B2329" w:rsidP="007B2329">
      <w:r>
        <w:t>810.2048</w:t>
      </w:r>
      <w:r>
        <w:tab/>
        <w:t>2.025e0</w:t>
      </w:r>
    </w:p>
    <w:p w:rsidR="007B2329" w:rsidRDefault="007B2329" w:rsidP="007B2329">
      <w:r>
        <w:t>810.2480</w:t>
      </w:r>
      <w:r>
        <w:tab/>
        <w:t>1.013e0</w:t>
      </w:r>
    </w:p>
    <w:p w:rsidR="007B2329" w:rsidRDefault="007B2329" w:rsidP="007B2329">
      <w:r>
        <w:t>810.2507</w:t>
      </w:r>
      <w:r>
        <w:tab/>
        <w:t>2.387e0</w:t>
      </w:r>
    </w:p>
    <w:p w:rsidR="007B2329" w:rsidRDefault="007B2329" w:rsidP="007B2329">
      <w:r>
        <w:t>810.2709</w:t>
      </w:r>
      <w:r>
        <w:tab/>
        <w:t>2.162e0</w:t>
      </w:r>
    </w:p>
    <w:p w:rsidR="007B2329" w:rsidRDefault="007B2329" w:rsidP="007B2329">
      <w:r>
        <w:t>810.2728</w:t>
      </w:r>
      <w:r>
        <w:tab/>
        <w:t>2.117e0</w:t>
      </w:r>
    </w:p>
    <w:p w:rsidR="007B2329" w:rsidRDefault="007B2329" w:rsidP="007B2329">
      <w:r>
        <w:t>810.3284</w:t>
      </w:r>
      <w:r>
        <w:tab/>
        <w:t>4.129e0</w:t>
      </w:r>
    </w:p>
    <w:p w:rsidR="007B2329" w:rsidRDefault="007B2329" w:rsidP="007B2329">
      <w:r>
        <w:t>810.3393</w:t>
      </w:r>
      <w:r>
        <w:tab/>
        <w:t>2.400e0</w:t>
      </w:r>
    </w:p>
    <w:p w:rsidR="007B2329" w:rsidRDefault="007B2329" w:rsidP="007B2329">
      <w:r>
        <w:t>810.3507</w:t>
      </w:r>
      <w:r>
        <w:tab/>
        <w:t>2.012e0</w:t>
      </w:r>
    </w:p>
    <w:p w:rsidR="007B2329" w:rsidRDefault="007B2329" w:rsidP="007B2329">
      <w:r>
        <w:t>810.3716</w:t>
      </w:r>
      <w:r>
        <w:tab/>
        <w:t>1.013e0</w:t>
      </w:r>
    </w:p>
    <w:p w:rsidR="007B2329" w:rsidRDefault="007B2329" w:rsidP="007B2329">
      <w:r>
        <w:t>810.3984</w:t>
      </w:r>
      <w:r>
        <w:tab/>
        <w:t>1.013e0</w:t>
      </w:r>
    </w:p>
    <w:p w:rsidR="007B2329" w:rsidRDefault="007B2329" w:rsidP="007B2329">
      <w:r>
        <w:t>810.4330</w:t>
      </w:r>
      <w:r>
        <w:tab/>
        <w:t>1.345e0</w:t>
      </w:r>
    </w:p>
    <w:p w:rsidR="007B2329" w:rsidRDefault="007B2329" w:rsidP="007B2329">
      <w:r>
        <w:t>810.4844</w:t>
      </w:r>
      <w:r>
        <w:tab/>
        <w:t>2.566e0</w:t>
      </w:r>
    </w:p>
    <w:p w:rsidR="007B2329" w:rsidRDefault="007B2329" w:rsidP="007B2329">
      <w:r>
        <w:lastRenderedPageBreak/>
        <w:t>810.5679</w:t>
      </w:r>
      <w:r>
        <w:tab/>
        <w:t>3.038e0</w:t>
      </w:r>
    </w:p>
    <w:p w:rsidR="007B2329" w:rsidRDefault="007B2329" w:rsidP="007B2329">
      <w:r>
        <w:t>810.6194</w:t>
      </w:r>
      <w:r>
        <w:tab/>
        <w:t>1.474e0</w:t>
      </w:r>
    </w:p>
    <w:p w:rsidR="007B2329" w:rsidRDefault="007B2329" w:rsidP="007B2329">
      <w:r>
        <w:t>810.6633</w:t>
      </w:r>
      <w:r>
        <w:tab/>
        <w:t>1.864e0</w:t>
      </w:r>
    </w:p>
    <w:p w:rsidR="007B2329" w:rsidRDefault="007B2329" w:rsidP="007B2329">
      <w:r>
        <w:t>810.7016</w:t>
      </w:r>
      <w:r>
        <w:tab/>
        <w:t>2.025e0</w:t>
      </w:r>
    </w:p>
    <w:p w:rsidR="007B2329" w:rsidRDefault="007B2329" w:rsidP="007B2329">
      <w:r>
        <w:t>810.7404</w:t>
      </w:r>
      <w:r>
        <w:tab/>
        <w:t>2.972e0</w:t>
      </w:r>
    </w:p>
    <w:p w:rsidR="007B2329" w:rsidRDefault="007B2329" w:rsidP="007B2329">
      <w:r>
        <w:t>810.7729</w:t>
      </w:r>
      <w:r>
        <w:tab/>
        <w:t>1.013e0</w:t>
      </w:r>
    </w:p>
    <w:p w:rsidR="007B2329" w:rsidRDefault="007B2329" w:rsidP="007B2329">
      <w:r>
        <w:t>810.7811</w:t>
      </w:r>
      <w:r>
        <w:tab/>
        <w:t>1.013e0</w:t>
      </w:r>
    </w:p>
    <w:p w:rsidR="007B2329" w:rsidRDefault="007B2329" w:rsidP="007B2329">
      <w:r>
        <w:t>810.7928</w:t>
      </w:r>
      <w:r>
        <w:tab/>
        <w:t>2.025e0</w:t>
      </w:r>
    </w:p>
    <w:p w:rsidR="007B2329" w:rsidRDefault="007B2329" w:rsidP="007B2329">
      <w:r>
        <w:t>810.8080</w:t>
      </w:r>
      <w:r>
        <w:tab/>
        <w:t>4.519e0</w:t>
      </w:r>
    </w:p>
    <w:p w:rsidR="007B2329" w:rsidRDefault="007B2329" w:rsidP="007B2329">
      <w:r>
        <w:t>810.8412</w:t>
      </w:r>
      <w:r>
        <w:tab/>
        <w:t>1.013e0</w:t>
      </w:r>
    </w:p>
    <w:p w:rsidR="007B2329" w:rsidRDefault="007B2329" w:rsidP="007B2329">
      <w:r>
        <w:t>810.8422</w:t>
      </w:r>
      <w:r>
        <w:tab/>
        <w:t>3.038e0</w:t>
      </w:r>
    </w:p>
    <w:p w:rsidR="007B2329" w:rsidRDefault="007B2329" w:rsidP="007B2329">
      <w:r>
        <w:t>810.8721</w:t>
      </w:r>
      <w:r>
        <w:tab/>
        <w:t>2.031e0</w:t>
      </w:r>
    </w:p>
    <w:p w:rsidR="007B2329" w:rsidRDefault="007B2329" w:rsidP="007B2329">
      <w:r>
        <w:t>810.8836</w:t>
      </w:r>
      <w:r>
        <w:tab/>
        <w:t>1.977e0</w:t>
      </w:r>
    </w:p>
    <w:p w:rsidR="007B2329" w:rsidRDefault="007B2329" w:rsidP="007B2329">
      <w:r>
        <w:t>810.9086</w:t>
      </w:r>
      <w:r>
        <w:tab/>
        <w:t>1.013e0</w:t>
      </w:r>
    </w:p>
    <w:p w:rsidR="007B2329" w:rsidRDefault="007B2329" w:rsidP="007B2329">
      <w:r>
        <w:t>810.9271</w:t>
      </w:r>
      <w:r>
        <w:tab/>
        <w:t>3.610e0</w:t>
      </w:r>
    </w:p>
    <w:p w:rsidR="007B2329" w:rsidRDefault="007B2329" w:rsidP="007B2329">
      <w:r>
        <w:t>810.9766</w:t>
      </w:r>
      <w:r>
        <w:tab/>
        <w:t>1.013e0</w:t>
      </w:r>
    </w:p>
    <w:p w:rsidR="007B2329" w:rsidRDefault="007B2329" w:rsidP="007B2329">
      <w:r>
        <w:t>811.0131</w:t>
      </w:r>
      <w:r>
        <w:tab/>
        <w:t>1.013e0</w:t>
      </w:r>
    </w:p>
    <w:p w:rsidR="007B2329" w:rsidRDefault="007B2329" w:rsidP="007B2329">
      <w:r>
        <w:t>811.0268</w:t>
      </w:r>
      <w:r>
        <w:tab/>
        <w:t>3.038e0</w:t>
      </w:r>
    </w:p>
    <w:p w:rsidR="007B2329" w:rsidRDefault="007B2329" w:rsidP="007B2329">
      <w:r>
        <w:t>811.0616</w:t>
      </w:r>
      <w:r>
        <w:tab/>
        <w:t>1.013e0</w:t>
      </w:r>
    </w:p>
    <w:p w:rsidR="007B2329" w:rsidRDefault="007B2329" w:rsidP="007B2329">
      <w:r>
        <w:lastRenderedPageBreak/>
        <w:t>811.0732</w:t>
      </w:r>
      <w:r>
        <w:tab/>
        <w:t>2.608e0</w:t>
      </w:r>
    </w:p>
    <w:p w:rsidR="007B2329" w:rsidRDefault="007B2329" w:rsidP="007B2329">
      <w:r>
        <w:t>811.0797</w:t>
      </w:r>
      <w:r>
        <w:tab/>
        <w:t>2.025e0</w:t>
      </w:r>
    </w:p>
    <w:p w:rsidR="007B2329" w:rsidRDefault="007B2329" w:rsidP="007B2329">
      <w:r>
        <w:t>811.1828</w:t>
      </w:r>
      <w:r>
        <w:tab/>
        <w:t>2.821e0</w:t>
      </w:r>
    </w:p>
    <w:p w:rsidR="007B2329" w:rsidRDefault="007B2329" w:rsidP="007B2329">
      <w:r>
        <w:t>811.1972</w:t>
      </w:r>
      <w:r>
        <w:tab/>
        <w:t>2.025e0</w:t>
      </w:r>
    </w:p>
    <w:p w:rsidR="007B2329" w:rsidRDefault="007B2329" w:rsidP="007B2329">
      <w:r>
        <w:t>811.2695</w:t>
      </w:r>
      <w:r>
        <w:tab/>
        <w:t>1.338e0</w:t>
      </w:r>
    </w:p>
    <w:p w:rsidR="007B2329" w:rsidRDefault="007B2329" w:rsidP="007B2329">
      <w:r>
        <w:t>811.2773</w:t>
      </w:r>
      <w:r>
        <w:tab/>
        <w:t>1.313e-2</w:t>
      </w:r>
    </w:p>
    <w:p w:rsidR="007B2329" w:rsidRDefault="007B2329" w:rsidP="007B2329">
      <w:r>
        <w:t>811.2785</w:t>
      </w:r>
      <w:r>
        <w:tab/>
        <w:t>2.606e0</w:t>
      </w:r>
    </w:p>
    <w:p w:rsidR="007B2329" w:rsidRDefault="007B2329" w:rsidP="007B2329">
      <w:r>
        <w:t>811.3258</w:t>
      </w:r>
      <w:r>
        <w:tab/>
        <w:t>5.063e0</w:t>
      </w:r>
    </w:p>
    <w:p w:rsidR="007B2329" w:rsidRDefault="007B2329" w:rsidP="007B2329">
      <w:r>
        <w:t>811.3499</w:t>
      </w:r>
      <w:r>
        <w:tab/>
        <w:t>1.013e0</w:t>
      </w:r>
    </w:p>
    <w:p w:rsidR="007B2329" w:rsidRDefault="007B2329" w:rsidP="007B2329">
      <w:r>
        <w:t>811.3745</w:t>
      </w:r>
      <w:r>
        <w:tab/>
        <w:t>1.291e1</w:t>
      </w:r>
    </w:p>
    <w:p w:rsidR="007B2329" w:rsidRDefault="007B2329" w:rsidP="007B2329">
      <w:r>
        <w:t>811.3976</w:t>
      </w:r>
      <w:r>
        <w:tab/>
        <w:t>4.989e0</w:t>
      </w:r>
    </w:p>
    <w:p w:rsidR="007B2329" w:rsidRDefault="007B2329" w:rsidP="007B2329">
      <w:r>
        <w:t>811.4110</w:t>
      </w:r>
      <w:r>
        <w:tab/>
        <w:t>6.076e0</w:t>
      </w:r>
    </w:p>
    <w:p w:rsidR="007B2329" w:rsidRDefault="007B2329" w:rsidP="007B2329">
      <w:r>
        <w:t>811.4211</w:t>
      </w:r>
      <w:r>
        <w:tab/>
        <w:t>3.516e1</w:t>
      </w:r>
    </w:p>
    <w:p w:rsidR="007B2329" w:rsidRDefault="007B2329" w:rsidP="007B2329">
      <w:r>
        <w:t>811.4222</w:t>
      </w:r>
      <w:r>
        <w:tab/>
        <w:t>9.074e1</w:t>
      </w:r>
    </w:p>
    <w:p w:rsidR="007B2329" w:rsidRDefault="007B2329" w:rsidP="007B2329">
      <w:r>
        <w:t>811.4249</w:t>
      </w:r>
      <w:r>
        <w:tab/>
        <w:t>1.351e1</w:t>
      </w:r>
    </w:p>
    <w:p w:rsidR="007B2329" w:rsidRDefault="007B2329" w:rsidP="007B2329">
      <w:r>
        <w:t>811.4282</w:t>
      </w:r>
      <w:r>
        <w:tab/>
        <w:t>2.305e1</w:t>
      </w:r>
    </w:p>
    <w:p w:rsidR="007B2329" w:rsidRDefault="007B2329" w:rsidP="007B2329">
      <w:r>
        <w:t>811.4821</w:t>
      </w:r>
      <w:r>
        <w:tab/>
        <w:t>1.955e0</w:t>
      </w:r>
    </w:p>
    <w:p w:rsidR="007B2329" w:rsidRDefault="007B2329" w:rsidP="007B2329">
      <w:r>
        <w:t>811.4853</w:t>
      </w:r>
      <w:r>
        <w:tab/>
        <w:t>3.676e0</w:t>
      </w:r>
    </w:p>
    <w:p w:rsidR="007B2329" w:rsidRDefault="007B2329" w:rsidP="007B2329">
      <w:r>
        <w:t>811.5153</w:t>
      </w:r>
      <w:r>
        <w:tab/>
        <w:t>2.329e0</w:t>
      </w:r>
    </w:p>
    <w:p w:rsidR="007B2329" w:rsidRDefault="007B2329" w:rsidP="007B2329">
      <w:r>
        <w:lastRenderedPageBreak/>
        <w:t>811.5734</w:t>
      </w:r>
      <w:r>
        <w:tab/>
        <w:t>1.627e0</w:t>
      </w:r>
    </w:p>
    <w:p w:rsidR="007B2329" w:rsidRDefault="007B2329" w:rsidP="007B2329">
      <w:r>
        <w:t>811.5950</w:t>
      </w:r>
      <w:r>
        <w:tab/>
        <w:t>2.025e0</w:t>
      </w:r>
    </w:p>
    <w:p w:rsidR="007B2329" w:rsidRDefault="007B2329" w:rsidP="007B2329">
      <w:r>
        <w:t>811.6289</w:t>
      </w:r>
      <w:r>
        <w:tab/>
        <w:t>1.039e0</w:t>
      </w:r>
    </w:p>
    <w:p w:rsidR="007B2329" w:rsidRDefault="007B2329" w:rsidP="007B2329">
      <w:r>
        <w:t>811.6561</w:t>
      </w:r>
      <w:r>
        <w:tab/>
        <w:t>2.025e0</w:t>
      </w:r>
    </w:p>
    <w:p w:rsidR="007B2329" w:rsidRDefault="007B2329" w:rsidP="007B2329">
      <w:r>
        <w:t>811.6632</w:t>
      </w:r>
      <w:r>
        <w:tab/>
        <w:t>2.025e0</w:t>
      </w:r>
    </w:p>
    <w:p w:rsidR="007B2329" w:rsidRDefault="007B2329" w:rsidP="007B2329">
      <w:r>
        <w:t>811.6865</w:t>
      </w:r>
      <w:r>
        <w:tab/>
        <w:t>4.858e0</w:t>
      </w:r>
    </w:p>
    <w:p w:rsidR="007B2329" w:rsidRDefault="007B2329" w:rsidP="007B2329">
      <w:r>
        <w:t>811.6891</w:t>
      </w:r>
      <w:r>
        <w:tab/>
        <w:t>1.013e0</w:t>
      </w:r>
    </w:p>
    <w:p w:rsidR="007B2329" w:rsidRDefault="007B2329" w:rsidP="007B2329">
      <w:r>
        <w:t>811.7065</w:t>
      </w:r>
      <w:r>
        <w:tab/>
        <w:t>2.101e0</w:t>
      </w:r>
    </w:p>
    <w:p w:rsidR="007B2329" w:rsidRDefault="007B2329" w:rsidP="007B2329">
      <w:r>
        <w:t>811.7244</w:t>
      </w:r>
      <w:r>
        <w:tab/>
        <w:t>2.025e0</w:t>
      </w:r>
    </w:p>
    <w:p w:rsidR="007B2329" w:rsidRDefault="007B2329" w:rsidP="007B2329">
      <w:r>
        <w:t>811.7515</w:t>
      </w:r>
      <w:r>
        <w:tab/>
        <w:t>1.013e0</w:t>
      </w:r>
    </w:p>
    <w:p w:rsidR="007B2329" w:rsidRDefault="007B2329" w:rsidP="007B2329">
      <w:r>
        <w:t>811.7742</w:t>
      </w:r>
      <w:r>
        <w:tab/>
        <w:t>1.013e0</w:t>
      </w:r>
    </w:p>
    <w:p w:rsidR="007B2329" w:rsidRDefault="007B2329" w:rsidP="007B2329">
      <w:r>
        <w:t>811.8116</w:t>
      </w:r>
      <w:r>
        <w:tab/>
        <w:t>2.726e0</w:t>
      </w:r>
    </w:p>
    <w:p w:rsidR="007B2329" w:rsidRDefault="007B2329" w:rsidP="007B2329">
      <w:r>
        <w:t>811.8275</w:t>
      </w:r>
      <w:r>
        <w:tab/>
        <w:t>4.014e0</w:t>
      </w:r>
    </w:p>
    <w:p w:rsidR="007B2329" w:rsidRDefault="007B2329" w:rsidP="007B2329">
      <w:r>
        <w:t>811.8422</w:t>
      </w:r>
      <w:r>
        <w:tab/>
        <w:t>1.013e0</w:t>
      </w:r>
    </w:p>
    <w:p w:rsidR="007B2329" w:rsidRDefault="007B2329" w:rsidP="007B2329">
      <w:r>
        <w:t>811.8473</w:t>
      </w:r>
      <w:r>
        <w:tab/>
        <w:t>1.013e0</w:t>
      </w:r>
    </w:p>
    <w:p w:rsidR="007B2329" w:rsidRDefault="007B2329" w:rsidP="007B2329">
      <w:r>
        <w:t>811.8520</w:t>
      </w:r>
      <w:r>
        <w:tab/>
        <w:t>2.025e0</w:t>
      </w:r>
    </w:p>
    <w:p w:rsidR="007B2329" w:rsidRDefault="007B2329" w:rsidP="007B2329">
      <w:r>
        <w:t>811.8608</w:t>
      </w:r>
      <w:r>
        <w:tab/>
        <w:t>1.358e0</w:t>
      </w:r>
    </w:p>
    <w:p w:rsidR="007B2329" w:rsidRDefault="007B2329" w:rsidP="007B2329">
      <w:r>
        <w:t>811.8676</w:t>
      </w:r>
      <w:r>
        <w:tab/>
        <w:t>1.311e0</w:t>
      </w:r>
    </w:p>
    <w:p w:rsidR="007B2329" w:rsidRDefault="007B2329" w:rsidP="007B2329">
      <w:r>
        <w:t>811.8881</w:t>
      </w:r>
      <w:r>
        <w:tab/>
        <w:t>1.013e0</w:t>
      </w:r>
    </w:p>
    <w:p w:rsidR="007B2329" w:rsidRDefault="007B2329" w:rsidP="007B2329">
      <w:r>
        <w:lastRenderedPageBreak/>
        <w:t>811.9192</w:t>
      </w:r>
      <w:r>
        <w:tab/>
        <w:t>3.038e0</w:t>
      </w:r>
    </w:p>
    <w:p w:rsidR="007B2329" w:rsidRDefault="007B2329" w:rsidP="007B2329">
      <w:r>
        <w:t>811.9567</w:t>
      </w:r>
      <w:r>
        <w:tab/>
        <w:t>1.013e0</w:t>
      </w:r>
    </w:p>
    <w:p w:rsidR="007B2329" w:rsidRDefault="007B2329" w:rsidP="007B2329">
      <w:r>
        <w:t>811.9601</w:t>
      </w:r>
      <w:r>
        <w:tab/>
        <w:t>2.025e0</w:t>
      </w:r>
    </w:p>
    <w:p w:rsidR="007B2329" w:rsidRDefault="007B2329" w:rsidP="007B2329">
      <w:r>
        <w:t>811.9720</w:t>
      </w:r>
      <w:r>
        <w:tab/>
        <w:t>3.115e0</w:t>
      </w:r>
    </w:p>
    <w:p w:rsidR="007B2329" w:rsidRDefault="007B2329" w:rsidP="007B2329">
      <w:r>
        <w:t>811.9839</w:t>
      </w:r>
      <w:r>
        <w:tab/>
        <w:t>2.025e0</w:t>
      </w:r>
    </w:p>
    <w:p w:rsidR="007B2329" w:rsidRDefault="007B2329" w:rsidP="007B2329">
      <w:r>
        <w:t>812.0298</w:t>
      </w:r>
      <w:r>
        <w:tab/>
        <w:t>4.051e0</w:t>
      </w:r>
    </w:p>
    <w:p w:rsidR="007B2329" w:rsidRDefault="007B2329" w:rsidP="007B2329">
      <w:r>
        <w:t>812.0388</w:t>
      </w:r>
      <w:r>
        <w:tab/>
        <w:t>1.013e0</w:t>
      </w:r>
    </w:p>
    <w:p w:rsidR="007B2329" w:rsidRDefault="007B2329" w:rsidP="007B2329">
      <w:r>
        <w:t>812.0662</w:t>
      </w:r>
      <w:r>
        <w:tab/>
        <w:t>1.013e0</w:t>
      </w:r>
    </w:p>
    <w:p w:rsidR="007B2329" w:rsidRDefault="007B2329" w:rsidP="007B2329">
      <w:r>
        <w:t>812.0801</w:t>
      </w:r>
      <w:r>
        <w:tab/>
        <w:t>1.013e0</w:t>
      </w:r>
    </w:p>
    <w:p w:rsidR="007B2329" w:rsidRDefault="007B2329" w:rsidP="007B2329">
      <w:r>
        <w:t>812.1306</w:t>
      </w:r>
      <w:r>
        <w:tab/>
        <w:t>2.025e0</w:t>
      </w:r>
    </w:p>
    <w:p w:rsidR="007B2329" w:rsidRDefault="007B2329" w:rsidP="007B2329">
      <w:r>
        <w:t>812.1635</w:t>
      </w:r>
      <w:r>
        <w:tab/>
        <w:t>1.013e0</w:t>
      </w:r>
    </w:p>
    <w:p w:rsidR="007B2329" w:rsidRDefault="007B2329" w:rsidP="007B2329">
      <w:r>
        <w:t>812.1658</w:t>
      </w:r>
      <w:r>
        <w:tab/>
        <w:t>4.051e0</w:t>
      </w:r>
    </w:p>
    <w:p w:rsidR="007B2329" w:rsidRDefault="007B2329" w:rsidP="007B2329">
      <w:r>
        <w:t>812.1721</w:t>
      </w:r>
      <w:r>
        <w:tab/>
        <w:t>3.668e0</w:t>
      </w:r>
    </w:p>
    <w:p w:rsidR="007B2329" w:rsidRDefault="007B2329" w:rsidP="007B2329">
      <w:r>
        <w:t>812.1812</w:t>
      </w:r>
      <w:r>
        <w:tab/>
        <w:t>2.025e0</w:t>
      </w:r>
    </w:p>
    <w:p w:rsidR="007B2329" w:rsidRDefault="007B2329" w:rsidP="007B2329">
      <w:r>
        <w:t>812.1859</w:t>
      </w:r>
      <w:r>
        <w:tab/>
        <w:t>2.025e0</w:t>
      </w:r>
    </w:p>
    <w:p w:rsidR="007B2329" w:rsidRDefault="007B2329" w:rsidP="007B2329">
      <w:r>
        <w:t>812.2028</w:t>
      </w:r>
      <w:r>
        <w:tab/>
        <w:t>3.038e0</w:t>
      </w:r>
    </w:p>
    <w:p w:rsidR="007B2329" w:rsidRDefault="007B2329" w:rsidP="007B2329">
      <w:r>
        <w:t>812.2655</w:t>
      </w:r>
      <w:r>
        <w:tab/>
        <w:t>3.786e0</w:t>
      </w:r>
    </w:p>
    <w:p w:rsidR="007B2329" w:rsidRDefault="007B2329" w:rsidP="007B2329">
      <w:r>
        <w:t>812.2964</w:t>
      </w:r>
      <w:r>
        <w:tab/>
        <w:t>1.447e0</w:t>
      </w:r>
    </w:p>
    <w:p w:rsidR="007B2329" w:rsidRDefault="007B2329" w:rsidP="007B2329">
      <w:r>
        <w:t>812.2988</w:t>
      </w:r>
      <w:r>
        <w:tab/>
        <w:t>1.437e0</w:t>
      </w:r>
    </w:p>
    <w:p w:rsidR="007B2329" w:rsidRDefault="007B2329" w:rsidP="007B2329">
      <w:r>
        <w:lastRenderedPageBreak/>
        <w:t>812.3241</w:t>
      </w:r>
      <w:r>
        <w:tab/>
        <w:t>3.592e0</w:t>
      </w:r>
    </w:p>
    <w:p w:rsidR="007B2329" w:rsidRDefault="007B2329" w:rsidP="007B2329">
      <w:r>
        <w:t>812.3344</w:t>
      </w:r>
      <w:r>
        <w:tab/>
        <w:t>1.013e0</w:t>
      </w:r>
    </w:p>
    <w:p w:rsidR="007B2329" w:rsidRDefault="007B2329" w:rsidP="007B2329">
      <w:r>
        <w:t>812.3370</w:t>
      </w:r>
      <w:r>
        <w:tab/>
        <w:t>5.128e0</w:t>
      </w:r>
    </w:p>
    <w:p w:rsidR="007B2329" w:rsidRDefault="007B2329" w:rsidP="007B2329">
      <w:r>
        <w:t>812.4193</w:t>
      </w:r>
      <w:r>
        <w:tab/>
        <w:t>3.769e1</w:t>
      </w:r>
    </w:p>
    <w:p w:rsidR="007B2329" w:rsidRDefault="007B2329" w:rsidP="007B2329">
      <w:r>
        <w:t>812.4280</w:t>
      </w:r>
      <w:r>
        <w:tab/>
        <w:t>3.233e1</w:t>
      </w:r>
    </w:p>
    <w:p w:rsidR="007B2329" w:rsidRDefault="007B2329" w:rsidP="007B2329">
      <w:r>
        <w:t>812.4306</w:t>
      </w:r>
      <w:r>
        <w:tab/>
        <w:t>9.955e0</w:t>
      </w:r>
    </w:p>
    <w:p w:rsidR="007B2329" w:rsidRDefault="007B2329" w:rsidP="007B2329">
      <w:r>
        <w:t>812.4327</w:t>
      </w:r>
      <w:r>
        <w:tab/>
        <w:t>4.480e0</w:t>
      </w:r>
    </w:p>
    <w:p w:rsidR="007B2329" w:rsidRDefault="007B2329" w:rsidP="007B2329">
      <w:r>
        <w:t>812.4374</w:t>
      </w:r>
      <w:r>
        <w:tab/>
        <w:t>3.427e0</w:t>
      </w:r>
    </w:p>
    <w:p w:rsidR="007B2329" w:rsidRDefault="007B2329" w:rsidP="007B2329">
      <w:r>
        <w:t>812.5252</w:t>
      </w:r>
      <w:r>
        <w:tab/>
        <w:t>4.051e0</w:t>
      </w:r>
    </w:p>
    <w:p w:rsidR="007B2329" w:rsidRDefault="007B2329" w:rsidP="007B2329">
      <w:r>
        <w:t>812.5267</w:t>
      </w:r>
      <w:r>
        <w:tab/>
        <w:t>2.950e0</w:t>
      </w:r>
    </w:p>
    <w:p w:rsidR="007B2329" w:rsidRDefault="007B2329" w:rsidP="007B2329">
      <w:r>
        <w:t>812.5995</w:t>
      </w:r>
      <w:r>
        <w:tab/>
        <w:t>2.440e0</w:t>
      </w:r>
    </w:p>
    <w:p w:rsidR="007B2329" w:rsidRDefault="007B2329" w:rsidP="007B2329">
      <w:r>
        <w:t>812.6552</w:t>
      </w:r>
      <w:r>
        <w:tab/>
        <w:t>1.013e0</w:t>
      </w:r>
    </w:p>
    <w:p w:rsidR="007B2329" w:rsidRDefault="007B2329" w:rsidP="007B2329">
      <w:r>
        <w:t>812.6758</w:t>
      </w:r>
      <w:r>
        <w:tab/>
        <w:t>4.003e0</w:t>
      </w:r>
    </w:p>
    <w:p w:rsidR="007B2329" w:rsidRDefault="007B2329" w:rsidP="007B2329">
      <w:r>
        <w:t>812.6889</w:t>
      </w:r>
      <w:r>
        <w:tab/>
        <w:t>2.025e0</w:t>
      </w:r>
    </w:p>
    <w:p w:rsidR="007B2329" w:rsidRDefault="007B2329" w:rsidP="007B2329">
      <w:r>
        <w:t>812.6904</w:t>
      </w:r>
      <w:r>
        <w:tab/>
        <w:t>1.013e0</w:t>
      </w:r>
    </w:p>
    <w:p w:rsidR="007B2329" w:rsidRDefault="007B2329" w:rsidP="007B2329">
      <w:r>
        <w:t>812.7103</w:t>
      </w:r>
      <w:r>
        <w:tab/>
        <w:t>1.543e0</w:t>
      </w:r>
    </w:p>
    <w:p w:rsidR="007B2329" w:rsidRDefault="007B2329" w:rsidP="007B2329">
      <w:r>
        <w:t>812.7298</w:t>
      </w:r>
      <w:r>
        <w:tab/>
        <w:t>2.618e0</w:t>
      </w:r>
    </w:p>
    <w:p w:rsidR="007B2329" w:rsidRDefault="007B2329" w:rsidP="007B2329">
      <w:r>
        <w:t>812.7390</w:t>
      </w:r>
      <w:r>
        <w:tab/>
        <w:t>2.025e0</w:t>
      </w:r>
    </w:p>
    <w:p w:rsidR="007B2329" w:rsidRDefault="007B2329" w:rsidP="007B2329">
      <w:r>
        <w:t>812.7709</w:t>
      </w:r>
      <w:r>
        <w:tab/>
        <w:t>3.038e0</w:t>
      </w:r>
    </w:p>
    <w:p w:rsidR="007B2329" w:rsidRDefault="007B2329" w:rsidP="007B2329">
      <w:r>
        <w:lastRenderedPageBreak/>
        <w:t>812.7775</w:t>
      </w:r>
      <w:r>
        <w:tab/>
        <w:t>5.041e0</w:t>
      </w:r>
    </w:p>
    <w:p w:rsidR="007B2329" w:rsidRDefault="007B2329" w:rsidP="007B2329">
      <w:r>
        <w:t>812.7839</w:t>
      </w:r>
      <w:r>
        <w:tab/>
        <w:t>1.621e0</w:t>
      </w:r>
    </w:p>
    <w:p w:rsidR="007B2329" w:rsidRDefault="007B2329" w:rsidP="007B2329">
      <w:r>
        <w:t>812.8065</w:t>
      </w:r>
      <w:r>
        <w:tab/>
        <w:t>2.025e0</w:t>
      </w:r>
    </w:p>
    <w:p w:rsidR="007B2329" w:rsidRDefault="007B2329" w:rsidP="007B2329">
      <w:r>
        <w:t>812.8382</w:t>
      </w:r>
      <w:r>
        <w:tab/>
        <w:t>1.713e0</w:t>
      </w:r>
    </w:p>
    <w:p w:rsidR="007B2329" w:rsidRDefault="007B2329" w:rsidP="007B2329">
      <w:r>
        <w:t>812.8836</w:t>
      </w:r>
      <w:r>
        <w:tab/>
        <w:t>3.038e0</w:t>
      </w:r>
    </w:p>
    <w:p w:rsidR="007B2329" w:rsidRDefault="007B2329" w:rsidP="007B2329">
      <w:r>
        <w:t>812.8863</w:t>
      </w:r>
      <w:r>
        <w:tab/>
        <w:t>2.052e0</w:t>
      </w:r>
    </w:p>
    <w:p w:rsidR="007B2329" w:rsidRDefault="007B2329" w:rsidP="007B2329">
      <w:r>
        <w:t>812.9064</w:t>
      </w:r>
      <w:r>
        <w:tab/>
        <w:t>6.028e0</w:t>
      </w:r>
    </w:p>
    <w:p w:rsidR="007B2329" w:rsidRDefault="007B2329" w:rsidP="007B2329">
      <w:r>
        <w:t>812.9075</w:t>
      </w:r>
      <w:r>
        <w:tab/>
        <w:t>2.025e0</w:t>
      </w:r>
    </w:p>
    <w:p w:rsidR="007B2329" w:rsidRDefault="007B2329" w:rsidP="007B2329">
      <w:r>
        <w:t>812.9111</w:t>
      </w:r>
      <w:r>
        <w:tab/>
        <w:t>1.013e0</w:t>
      </w:r>
    </w:p>
    <w:p w:rsidR="007B2329" w:rsidRDefault="007B2329" w:rsidP="007B2329">
      <w:r>
        <w:t>812.9212</w:t>
      </w:r>
      <w:r>
        <w:tab/>
        <w:t>1.367e0</w:t>
      </w:r>
    </w:p>
    <w:p w:rsidR="007B2329" w:rsidRDefault="007B2329" w:rsidP="007B2329">
      <w:r>
        <w:t>812.9440</w:t>
      </w:r>
      <w:r>
        <w:tab/>
        <w:t>1.013e0</w:t>
      </w:r>
    </w:p>
    <w:p w:rsidR="007B2329" w:rsidRDefault="007B2329" w:rsidP="007B2329">
      <w:r>
        <w:t>813.0031</w:t>
      </w:r>
      <w:r>
        <w:tab/>
        <w:t>2.025e0</w:t>
      </w:r>
    </w:p>
    <w:p w:rsidR="007B2329" w:rsidRDefault="007B2329" w:rsidP="007B2329">
      <w:r>
        <w:t>813.0109</w:t>
      </w:r>
      <w:r>
        <w:tab/>
        <w:t>1.013e0</w:t>
      </w:r>
    </w:p>
    <w:p w:rsidR="007B2329" w:rsidRDefault="007B2329" w:rsidP="007B2329">
      <w:r>
        <w:t>813.0129</w:t>
      </w:r>
      <w:r>
        <w:tab/>
        <w:t>2.002e0</w:t>
      </w:r>
    </w:p>
    <w:p w:rsidR="007B2329" w:rsidRDefault="007B2329" w:rsidP="007B2329">
      <w:r>
        <w:t>813.0243</w:t>
      </w:r>
      <w:r>
        <w:tab/>
        <w:t>4.051e0</w:t>
      </w:r>
    </w:p>
    <w:p w:rsidR="007B2329" w:rsidRDefault="007B2329" w:rsidP="007B2329">
      <w:r>
        <w:t>813.0645</w:t>
      </w:r>
      <w:r>
        <w:tab/>
        <w:t>1.013e0</w:t>
      </w:r>
    </w:p>
    <w:p w:rsidR="007B2329" w:rsidRDefault="007B2329" w:rsidP="007B2329">
      <w:r>
        <w:t>813.0699</w:t>
      </w:r>
      <w:r>
        <w:tab/>
        <w:t>3.038e0</w:t>
      </w:r>
    </w:p>
    <w:p w:rsidR="007B2329" w:rsidRDefault="007B2329" w:rsidP="007B2329">
      <w:r>
        <w:t>813.0793</w:t>
      </w:r>
      <w:r>
        <w:tab/>
        <w:t>1.013e0</w:t>
      </w:r>
    </w:p>
    <w:p w:rsidR="007B2329" w:rsidRDefault="007B2329" w:rsidP="007B2329">
      <w:r>
        <w:t>813.0975</w:t>
      </w:r>
      <w:r>
        <w:tab/>
        <w:t>1.013e0</w:t>
      </w:r>
    </w:p>
    <w:p w:rsidR="007B2329" w:rsidRDefault="007B2329" w:rsidP="007B2329">
      <w:r>
        <w:lastRenderedPageBreak/>
        <w:t>813.1202</w:t>
      </w:r>
      <w:r>
        <w:tab/>
        <w:t>1.266e-2</w:t>
      </w:r>
    </w:p>
    <w:p w:rsidR="007B2329" w:rsidRDefault="007B2329" w:rsidP="007B2329">
      <w:r>
        <w:t>813.1403</w:t>
      </w:r>
      <w:r>
        <w:tab/>
        <w:t>2.025e0</w:t>
      </w:r>
    </w:p>
    <w:p w:rsidR="007B2329" w:rsidRDefault="007B2329" w:rsidP="007B2329">
      <w:r>
        <w:t>813.1612</w:t>
      </w:r>
      <w:r>
        <w:tab/>
        <w:t>1.013e0</w:t>
      </w:r>
    </w:p>
    <w:p w:rsidR="007B2329" w:rsidRDefault="007B2329" w:rsidP="007B2329">
      <w:r>
        <w:t>813.1678</w:t>
      </w:r>
      <w:r>
        <w:tab/>
        <w:t>4.051e0</w:t>
      </w:r>
    </w:p>
    <w:p w:rsidR="007B2329" w:rsidRDefault="007B2329" w:rsidP="007B2329">
      <w:r>
        <w:t>813.1749</w:t>
      </w:r>
      <w:r>
        <w:tab/>
        <w:t>2.945e0</w:t>
      </w:r>
    </w:p>
    <w:p w:rsidR="007B2329" w:rsidRDefault="007B2329" w:rsidP="007B2329">
      <w:r>
        <w:t>813.2510</w:t>
      </w:r>
      <w:r>
        <w:tab/>
        <w:t>1.675e0</w:t>
      </w:r>
    </w:p>
    <w:p w:rsidR="007B2329" w:rsidRDefault="007B2329" w:rsidP="007B2329">
      <w:r>
        <w:t>813.2763</w:t>
      </w:r>
      <w:r>
        <w:tab/>
        <w:t>1.927e0</w:t>
      </w:r>
    </w:p>
    <w:p w:rsidR="007B2329" w:rsidRDefault="007B2329" w:rsidP="007B2329">
      <w:r>
        <w:t>813.2822</w:t>
      </w:r>
      <w:r>
        <w:tab/>
        <w:t>3.416e0</w:t>
      </w:r>
    </w:p>
    <w:p w:rsidR="007B2329" w:rsidRDefault="007B2329" w:rsidP="007B2329">
      <w:r>
        <w:t>813.3110</w:t>
      </w:r>
      <w:r>
        <w:tab/>
        <w:t>1.529e0</w:t>
      </w:r>
    </w:p>
    <w:p w:rsidR="007B2329" w:rsidRDefault="007B2329" w:rsidP="007B2329">
      <w:r>
        <w:t>813.3460</w:t>
      </w:r>
      <w:r>
        <w:tab/>
        <w:t>2.025e0</w:t>
      </w:r>
    </w:p>
    <w:p w:rsidR="007B2329" w:rsidRDefault="007B2329" w:rsidP="007B2329">
      <w:r>
        <w:t>813.3474</w:t>
      </w:r>
      <w:r>
        <w:tab/>
        <w:t>7.238e0</w:t>
      </w:r>
    </w:p>
    <w:p w:rsidR="007B2329" w:rsidRDefault="007B2329" w:rsidP="007B2329">
      <w:r>
        <w:t>813.3580</w:t>
      </w:r>
      <w:r>
        <w:tab/>
        <w:t>1.278e1</w:t>
      </w:r>
    </w:p>
    <w:p w:rsidR="007B2329" w:rsidRDefault="007B2329" w:rsidP="007B2329">
      <w:r>
        <w:t>813.3671</w:t>
      </w:r>
      <w:r>
        <w:tab/>
        <w:t>2.025e0</w:t>
      </w:r>
    </w:p>
    <w:p w:rsidR="007B2329" w:rsidRDefault="007B2329" w:rsidP="007B2329">
      <w:r>
        <w:t>813.4107</w:t>
      </w:r>
      <w:r>
        <w:tab/>
        <w:t>7.506e0</w:t>
      </w:r>
    </w:p>
    <w:p w:rsidR="007B2329" w:rsidRDefault="007B2329" w:rsidP="007B2329">
      <w:r>
        <w:t>813.4175</w:t>
      </w:r>
      <w:r>
        <w:tab/>
        <w:t>1.044e0</w:t>
      </w:r>
    </w:p>
    <w:p w:rsidR="007B2329" w:rsidRDefault="007B2329" w:rsidP="007B2329">
      <w:r>
        <w:t>813.4354</w:t>
      </w:r>
      <w:r>
        <w:tab/>
        <w:t>2.243e0</w:t>
      </w:r>
    </w:p>
    <w:p w:rsidR="007B2329" w:rsidRDefault="007B2329" w:rsidP="007B2329">
      <w:r>
        <w:t>813.5049</w:t>
      </w:r>
      <w:r>
        <w:tab/>
        <w:t>2.025e0</w:t>
      </w:r>
    </w:p>
    <w:p w:rsidR="007B2329" w:rsidRDefault="007B2329" w:rsidP="007B2329">
      <w:r>
        <w:t>813.5721</w:t>
      </w:r>
      <w:r>
        <w:tab/>
        <w:t>2.337e0</w:t>
      </w:r>
    </w:p>
    <w:p w:rsidR="007B2329" w:rsidRDefault="007B2329" w:rsidP="007B2329">
      <w:r>
        <w:t>813.5859</w:t>
      </w:r>
      <w:r>
        <w:tab/>
        <w:t>2.283e0</w:t>
      </w:r>
    </w:p>
    <w:p w:rsidR="007B2329" w:rsidRDefault="007B2329" w:rsidP="007B2329">
      <w:r>
        <w:lastRenderedPageBreak/>
        <w:t>813.6133</w:t>
      </w:r>
      <w:r>
        <w:tab/>
        <w:t>1.013e0</w:t>
      </w:r>
    </w:p>
    <w:p w:rsidR="007B2329" w:rsidRDefault="007B2329" w:rsidP="007B2329">
      <w:r>
        <w:t>813.6440</w:t>
      </w:r>
      <w:r>
        <w:tab/>
        <w:t>4.837e0</w:t>
      </w:r>
    </w:p>
    <w:p w:rsidR="007B2329" w:rsidRDefault="007B2329" w:rsidP="007B2329">
      <w:r>
        <w:t>813.7014</w:t>
      </w:r>
      <w:r>
        <w:tab/>
        <w:t>1.727e0</w:t>
      </w:r>
    </w:p>
    <w:p w:rsidR="007B2329" w:rsidRDefault="007B2329" w:rsidP="007B2329">
      <w:r>
        <w:t>813.7092</w:t>
      </w:r>
      <w:r>
        <w:tab/>
        <w:t>2.025e0</w:t>
      </w:r>
    </w:p>
    <w:p w:rsidR="007B2329" w:rsidRDefault="007B2329" w:rsidP="007B2329">
      <w:r>
        <w:t>813.7656</w:t>
      </w:r>
      <w:r>
        <w:tab/>
        <w:t>8.909e0</w:t>
      </w:r>
    </w:p>
    <w:p w:rsidR="007B2329" w:rsidRDefault="007B2329" w:rsidP="007B2329">
      <w:r>
        <w:t>813.8089</w:t>
      </w:r>
      <w:r>
        <w:tab/>
        <w:t>3.038e0</w:t>
      </w:r>
    </w:p>
    <w:p w:rsidR="007B2329" w:rsidRDefault="007B2329" w:rsidP="007B2329">
      <w:r>
        <w:t>813.8268</w:t>
      </w:r>
      <w:r>
        <w:tab/>
        <w:t>1.013e0</w:t>
      </w:r>
    </w:p>
    <w:p w:rsidR="007B2329" w:rsidRDefault="007B2329" w:rsidP="007B2329">
      <w:r>
        <w:t>813.8452</w:t>
      </w:r>
      <w:r>
        <w:tab/>
        <w:t>3.173e0</w:t>
      </w:r>
    </w:p>
    <w:p w:rsidR="007B2329" w:rsidRDefault="007B2329" w:rsidP="007B2329">
      <w:r>
        <w:t>813.8528</w:t>
      </w:r>
      <w:r>
        <w:tab/>
        <w:t>1.616e0</w:t>
      </w:r>
    </w:p>
    <w:p w:rsidR="007B2329" w:rsidRDefault="007B2329" w:rsidP="007B2329">
      <w:r>
        <w:t>813.8604</w:t>
      </w:r>
      <w:r>
        <w:tab/>
        <w:t>4.051e0</w:t>
      </w:r>
    </w:p>
    <w:p w:rsidR="007B2329" w:rsidRDefault="007B2329" w:rsidP="007B2329">
      <w:r>
        <w:t>813.9012</w:t>
      </w:r>
      <w:r>
        <w:tab/>
        <w:t>1.013e0</w:t>
      </w:r>
    </w:p>
    <w:p w:rsidR="007B2329" w:rsidRDefault="007B2329" w:rsidP="007B2329">
      <w:r>
        <w:t>813.9083</w:t>
      </w:r>
      <w:r>
        <w:tab/>
        <w:t>2.025e0</w:t>
      </w:r>
    </w:p>
    <w:p w:rsidR="007B2329" w:rsidRDefault="007B2329" w:rsidP="007B2329">
      <w:r>
        <w:t>813.9286</w:t>
      </w:r>
      <w:r>
        <w:tab/>
        <w:t>1.013e0</w:t>
      </w:r>
    </w:p>
    <w:p w:rsidR="007B2329" w:rsidRDefault="007B2329" w:rsidP="007B2329">
      <w:r>
        <w:t>813.9355</w:t>
      </w:r>
      <w:r>
        <w:tab/>
        <w:t>1.941e0</w:t>
      </w:r>
    </w:p>
    <w:p w:rsidR="007B2329" w:rsidRDefault="007B2329" w:rsidP="007B2329">
      <w:r>
        <w:t>813.9529</w:t>
      </w:r>
      <w:r>
        <w:tab/>
        <w:t>5.063e0</w:t>
      </w:r>
    </w:p>
    <w:p w:rsidR="007B2329" w:rsidRDefault="007B2329" w:rsidP="007B2329">
      <w:r>
        <w:t>813.9609</w:t>
      </w:r>
      <w:r>
        <w:tab/>
        <w:t>3.409e0</w:t>
      </w:r>
    </w:p>
    <w:p w:rsidR="007B2329" w:rsidRDefault="007B2329" w:rsidP="007B2329">
      <w:r>
        <w:t>813.9630</w:t>
      </w:r>
      <w:r>
        <w:tab/>
        <w:t>1.950e0</w:t>
      </w:r>
    </w:p>
    <w:p w:rsidR="007B2329" w:rsidRDefault="007B2329" w:rsidP="007B2329">
      <w:r>
        <w:t>813.9974</w:t>
      </w:r>
      <w:r>
        <w:tab/>
        <w:t>1.013e0</w:t>
      </w:r>
    </w:p>
    <w:p w:rsidR="007B2329" w:rsidRDefault="007B2329" w:rsidP="007B2329">
      <w:r>
        <w:t>814.0384</w:t>
      </w:r>
      <w:r>
        <w:tab/>
        <w:t>1.013e0</w:t>
      </w:r>
    </w:p>
    <w:p w:rsidR="007B2329" w:rsidRDefault="007B2329" w:rsidP="007B2329">
      <w:r>
        <w:lastRenderedPageBreak/>
        <w:t>814.0452</w:t>
      </w:r>
      <w:r>
        <w:tab/>
        <w:t>1.511e0</w:t>
      </w:r>
    </w:p>
    <w:p w:rsidR="007B2329" w:rsidRDefault="007B2329" w:rsidP="007B2329">
      <w:r>
        <w:t>814.0522</w:t>
      </w:r>
      <w:r>
        <w:tab/>
        <w:t>1.266e-2</w:t>
      </w:r>
    </w:p>
    <w:p w:rsidR="007B2329" w:rsidRDefault="007B2329" w:rsidP="007B2329">
      <w:r>
        <w:t>814.0584</w:t>
      </w:r>
      <w:r>
        <w:tab/>
        <w:t>2.014e0</w:t>
      </w:r>
    </w:p>
    <w:p w:rsidR="007B2329" w:rsidRDefault="007B2329" w:rsidP="007B2329">
      <w:r>
        <w:t>814.0941</w:t>
      </w:r>
      <w:r>
        <w:tab/>
        <w:t>2.025e0</w:t>
      </w:r>
    </w:p>
    <w:p w:rsidR="007B2329" w:rsidRDefault="007B2329" w:rsidP="007B2329">
      <w:r>
        <w:t>814.1343</w:t>
      </w:r>
      <w:r>
        <w:tab/>
        <w:t>1.013e0</w:t>
      </w:r>
    </w:p>
    <w:p w:rsidR="007B2329" w:rsidRDefault="007B2329" w:rsidP="007B2329">
      <w:r>
        <w:t>814.1710</w:t>
      </w:r>
      <w:r>
        <w:tab/>
        <w:t>1.865e0</w:t>
      </w:r>
    </w:p>
    <w:p w:rsidR="007B2329" w:rsidRDefault="007B2329" w:rsidP="007B2329">
      <w:r>
        <w:t>814.1830</w:t>
      </w:r>
      <w:r>
        <w:tab/>
        <w:t>4.051e0</w:t>
      </w:r>
    </w:p>
    <w:p w:rsidR="007B2329" w:rsidRDefault="007B2329" w:rsidP="007B2329">
      <w:r>
        <w:t>814.1970</w:t>
      </w:r>
      <w:r>
        <w:tab/>
        <w:t>2.712e0</w:t>
      </w:r>
    </w:p>
    <w:p w:rsidR="007B2329" w:rsidRDefault="007B2329" w:rsidP="007B2329">
      <w:r>
        <w:t>814.1991</w:t>
      </w:r>
      <w:r>
        <w:tab/>
        <w:t>3.467e0</w:t>
      </w:r>
    </w:p>
    <w:p w:rsidR="007B2329" w:rsidRDefault="007B2329" w:rsidP="007B2329">
      <w:r>
        <w:t>814.2312</w:t>
      </w:r>
      <w:r>
        <w:tab/>
        <w:t>3.164e0</w:t>
      </w:r>
    </w:p>
    <w:p w:rsidR="007B2329" w:rsidRDefault="007B2329" w:rsidP="007B2329">
      <w:r>
        <w:t>814.2339</w:t>
      </w:r>
      <w:r>
        <w:tab/>
        <w:t>1.013e0</w:t>
      </w:r>
    </w:p>
    <w:p w:rsidR="007B2329" w:rsidRDefault="007B2329" w:rsidP="007B2329">
      <w:r>
        <w:t>814.3098</w:t>
      </w:r>
      <w:r>
        <w:tab/>
        <w:t>4.111e0</w:t>
      </w:r>
    </w:p>
    <w:p w:rsidR="007B2329" w:rsidRDefault="007B2329" w:rsidP="007B2329">
      <w:r>
        <w:t>814.3152</w:t>
      </w:r>
      <w:r>
        <w:tab/>
        <w:t>1.861e1</w:t>
      </w:r>
    </w:p>
    <w:p w:rsidR="007B2329" w:rsidRDefault="007B2329" w:rsidP="007B2329">
      <w:r>
        <w:t>814.3340</w:t>
      </w:r>
      <w:r>
        <w:tab/>
        <w:t>1.114e1</w:t>
      </w:r>
    </w:p>
    <w:p w:rsidR="007B2329" w:rsidRDefault="007B2329" w:rsidP="007B2329">
      <w:r>
        <w:t>814.3359</w:t>
      </w:r>
      <w:r>
        <w:tab/>
        <w:t>1.427e1</w:t>
      </w:r>
    </w:p>
    <w:p w:rsidR="007B2329" w:rsidRDefault="007B2329" w:rsidP="007B2329">
      <w:r>
        <w:t>814.3393</w:t>
      </w:r>
      <w:r>
        <w:tab/>
        <w:t>6.532e1</w:t>
      </w:r>
    </w:p>
    <w:p w:rsidR="007B2329" w:rsidRDefault="007B2329" w:rsidP="007B2329">
      <w:r>
        <w:t>814.3641</w:t>
      </w:r>
      <w:r>
        <w:tab/>
        <w:t>5.317e0</w:t>
      </w:r>
    </w:p>
    <w:p w:rsidR="007B2329" w:rsidRDefault="007B2329" w:rsidP="007B2329">
      <w:r>
        <w:t>814.3928</w:t>
      </w:r>
      <w:r>
        <w:tab/>
        <w:t>1.747e1</w:t>
      </w:r>
    </w:p>
    <w:p w:rsidR="007B2329" w:rsidRDefault="007B2329" w:rsidP="007B2329">
      <w:r>
        <w:t>814.4483</w:t>
      </w:r>
      <w:r>
        <w:tab/>
        <w:t>8.022e0</w:t>
      </w:r>
    </w:p>
    <w:p w:rsidR="007B2329" w:rsidRDefault="007B2329" w:rsidP="007B2329">
      <w:r>
        <w:lastRenderedPageBreak/>
        <w:t>814.4501</w:t>
      </w:r>
      <w:r>
        <w:tab/>
        <w:t>1.149e1</w:t>
      </w:r>
    </w:p>
    <w:p w:rsidR="007B2329" w:rsidRDefault="007B2329" w:rsidP="007B2329">
      <w:r>
        <w:t>814.4659</w:t>
      </w:r>
      <w:r>
        <w:tab/>
        <w:t>3.676e1</w:t>
      </w:r>
    </w:p>
    <w:p w:rsidR="007B2329" w:rsidRDefault="007B2329" w:rsidP="007B2329">
      <w:r>
        <w:t>814.4849</w:t>
      </w:r>
      <w:r>
        <w:tab/>
        <w:t>2.002e1</w:t>
      </w:r>
    </w:p>
    <w:p w:rsidR="007B2329" w:rsidRDefault="007B2329" w:rsidP="007B2329">
      <w:r>
        <w:t>814.4969</w:t>
      </w:r>
      <w:r>
        <w:tab/>
        <w:t>2.423e0</w:t>
      </w:r>
    </w:p>
    <w:p w:rsidR="007B2329" w:rsidRDefault="007B2329" w:rsidP="007B2329">
      <w:r>
        <w:t>814.5012</w:t>
      </w:r>
      <w:r>
        <w:tab/>
        <w:t>3.942e0</w:t>
      </w:r>
    </w:p>
    <w:p w:rsidR="007B2329" w:rsidRDefault="007B2329" w:rsidP="007B2329">
      <w:r>
        <w:t>814.5182</w:t>
      </w:r>
      <w:r>
        <w:tab/>
        <w:t>9.349e0</w:t>
      </w:r>
    </w:p>
    <w:p w:rsidR="007B2329" w:rsidRDefault="007B2329" w:rsidP="007B2329">
      <w:r>
        <w:t>814.6072</w:t>
      </w:r>
      <w:r>
        <w:tab/>
        <w:t>2.025e0</w:t>
      </w:r>
    </w:p>
    <w:p w:rsidR="007B2329" w:rsidRDefault="007B2329" w:rsidP="007B2329">
      <w:r>
        <w:t>814.6147</w:t>
      </w:r>
      <w:r>
        <w:tab/>
        <w:t>2.676e0</w:t>
      </w:r>
    </w:p>
    <w:p w:rsidR="007B2329" w:rsidRDefault="007B2329" w:rsidP="007B2329">
      <w:r>
        <w:t>814.6221</w:t>
      </w:r>
      <w:r>
        <w:tab/>
        <w:t>2.402e0</w:t>
      </w:r>
    </w:p>
    <w:p w:rsidR="007B2329" w:rsidRDefault="007B2329" w:rsidP="007B2329">
      <w:r>
        <w:t>814.6495</w:t>
      </w:r>
      <w:r>
        <w:tab/>
        <w:t>2.025e0</w:t>
      </w:r>
    </w:p>
    <w:p w:rsidR="007B2329" w:rsidRDefault="007B2329" w:rsidP="007B2329">
      <w:r>
        <w:t>814.6807</w:t>
      </w:r>
      <w:r>
        <w:tab/>
        <w:t>2.356e0</w:t>
      </w:r>
    </w:p>
    <w:p w:rsidR="007B2329" w:rsidRDefault="007B2329" w:rsidP="007B2329">
      <w:r>
        <w:t>814.6836</w:t>
      </w:r>
      <w:r>
        <w:tab/>
        <w:t>2.025e0</w:t>
      </w:r>
    </w:p>
    <w:p w:rsidR="007B2329" w:rsidRDefault="007B2329" w:rsidP="007B2329">
      <w:r>
        <w:t>814.7039</w:t>
      </w:r>
      <w:r>
        <w:tab/>
        <w:t>2.025e0</w:t>
      </w:r>
    </w:p>
    <w:p w:rsidR="007B2329" w:rsidRDefault="007B2329" w:rsidP="007B2329">
      <w:r>
        <w:t>814.7249</w:t>
      </w:r>
      <w:r>
        <w:tab/>
        <w:t>1.013e0</w:t>
      </w:r>
    </w:p>
    <w:p w:rsidR="007B2329" w:rsidRDefault="007B2329" w:rsidP="007B2329">
      <w:r>
        <w:t>814.7383</w:t>
      </w:r>
      <w:r>
        <w:tab/>
        <w:t>2.009e0</w:t>
      </w:r>
    </w:p>
    <w:p w:rsidR="007B2329" w:rsidRDefault="007B2329" w:rsidP="007B2329">
      <w:r>
        <w:t>814.7518</w:t>
      </w:r>
      <w:r>
        <w:tab/>
        <w:t>1.013e0</w:t>
      </w:r>
    </w:p>
    <w:p w:rsidR="007B2329" w:rsidRDefault="007B2329" w:rsidP="007B2329">
      <w:r>
        <w:t>814.8101</w:t>
      </w:r>
      <w:r>
        <w:tab/>
        <w:t>5.063e0</w:t>
      </w:r>
    </w:p>
    <w:p w:rsidR="007B2329" w:rsidRDefault="007B2329" w:rsidP="007B2329">
      <w:r>
        <w:t>814.8400</w:t>
      </w:r>
      <w:r>
        <w:tab/>
        <w:t>3.002e0</w:t>
      </w:r>
    </w:p>
    <w:p w:rsidR="007B2329" w:rsidRDefault="007B2329" w:rsidP="007B2329">
      <w:r>
        <w:t>814.8438</w:t>
      </w:r>
      <w:r>
        <w:tab/>
        <w:t>2.875e0</w:t>
      </w:r>
    </w:p>
    <w:p w:rsidR="007B2329" w:rsidRDefault="007B2329" w:rsidP="007B2329">
      <w:r>
        <w:lastRenderedPageBreak/>
        <w:t>814.8690</w:t>
      </w:r>
      <w:r>
        <w:tab/>
        <w:t>4.051e0</w:t>
      </w:r>
    </w:p>
    <w:p w:rsidR="007B2329" w:rsidRDefault="007B2329" w:rsidP="007B2329">
      <w:r>
        <w:t>814.8752</w:t>
      </w:r>
      <w:r>
        <w:tab/>
        <w:t>1.013e0</w:t>
      </w:r>
    </w:p>
    <w:p w:rsidR="007B2329" w:rsidRDefault="007B2329" w:rsidP="007B2329">
      <w:r>
        <w:t>814.8824</w:t>
      </w:r>
      <w:r>
        <w:tab/>
        <w:t>5.658e0</w:t>
      </w:r>
    </w:p>
    <w:p w:rsidR="007B2329" w:rsidRDefault="007B2329" w:rsidP="007B2329">
      <w:r>
        <w:t>814.8956</w:t>
      </w:r>
      <w:r>
        <w:tab/>
        <w:t>1.013e0</w:t>
      </w:r>
    </w:p>
    <w:p w:rsidR="007B2329" w:rsidRDefault="007B2329" w:rsidP="007B2329">
      <w:r>
        <w:t>814.9058</w:t>
      </w:r>
      <w:r>
        <w:tab/>
        <w:t>1.735e1</w:t>
      </w:r>
    </w:p>
    <w:p w:rsidR="007B2329" w:rsidRDefault="007B2329" w:rsidP="007B2329">
      <w:r>
        <w:t>814.9100</w:t>
      </w:r>
      <w:r>
        <w:tab/>
        <w:t>4.051e0</w:t>
      </w:r>
    </w:p>
    <w:p w:rsidR="007B2329" w:rsidRDefault="007B2329" w:rsidP="007B2329">
      <w:r>
        <w:t>814.9131</w:t>
      </w:r>
      <w:r>
        <w:tab/>
        <w:t>1.013e0</w:t>
      </w:r>
    </w:p>
    <w:p w:rsidR="007B2329" w:rsidRDefault="007B2329" w:rsidP="007B2329">
      <w:r>
        <w:t>814.9520</w:t>
      </w:r>
      <w:r>
        <w:tab/>
        <w:t>2.413e0</w:t>
      </w:r>
    </w:p>
    <w:p w:rsidR="007B2329" w:rsidRDefault="007B2329" w:rsidP="007B2329">
      <w:r>
        <w:t>814.9632</w:t>
      </w:r>
      <w:r>
        <w:tab/>
        <w:t>1.013e0</w:t>
      </w:r>
    </w:p>
    <w:p w:rsidR="007B2329" w:rsidRDefault="007B2329" w:rsidP="007B2329">
      <w:r>
        <w:t>814.9993</w:t>
      </w:r>
      <w:r>
        <w:tab/>
        <w:t>1.013e0</w:t>
      </w:r>
    </w:p>
    <w:p w:rsidR="007B2329" w:rsidRDefault="007B2329" w:rsidP="007B2329">
      <w:r>
        <w:t>815.0014</w:t>
      </w:r>
      <w:r>
        <w:tab/>
        <w:t>1.336e0</w:t>
      </w:r>
    </w:p>
    <w:p w:rsidR="007B2329" w:rsidRDefault="007B2329" w:rsidP="007B2329">
      <w:r>
        <w:t>815.0265</w:t>
      </w:r>
      <w:r>
        <w:tab/>
        <w:t>1.013e0</w:t>
      </w:r>
    </w:p>
    <w:p w:rsidR="007B2329" w:rsidRDefault="007B2329" w:rsidP="007B2329">
      <w:r>
        <w:t>815.0285</w:t>
      </w:r>
      <w:r>
        <w:tab/>
        <w:t>3.038e0</w:t>
      </w:r>
    </w:p>
    <w:p w:rsidR="007B2329" w:rsidRDefault="007B2329" w:rsidP="007B2329">
      <w:r>
        <w:t>815.0812</w:t>
      </w:r>
      <w:r>
        <w:tab/>
        <w:t>2.025e0</w:t>
      </w:r>
    </w:p>
    <w:p w:rsidR="007B2329" w:rsidRDefault="007B2329" w:rsidP="007B2329">
      <w:r>
        <w:t>815.0908</w:t>
      </w:r>
      <w:r>
        <w:tab/>
        <w:t>2.025e0</w:t>
      </w:r>
    </w:p>
    <w:p w:rsidR="007B2329" w:rsidRDefault="007B2329" w:rsidP="007B2329">
      <w:r>
        <w:t>815.1088</w:t>
      </w:r>
      <w:r>
        <w:tab/>
        <w:t>3.038e0</w:t>
      </w:r>
    </w:p>
    <w:p w:rsidR="007B2329" w:rsidRDefault="007B2329" w:rsidP="007B2329">
      <w:r>
        <w:t>815.1149</w:t>
      </w:r>
      <w:r>
        <w:tab/>
        <w:t>2.623e0</w:t>
      </w:r>
    </w:p>
    <w:p w:rsidR="007B2329" w:rsidRDefault="007B2329" w:rsidP="007B2329">
      <w:r>
        <w:t>815.1636</w:t>
      </w:r>
      <w:r>
        <w:tab/>
        <w:t>1.013e0</w:t>
      </w:r>
    </w:p>
    <w:p w:rsidR="007B2329" w:rsidRDefault="007B2329" w:rsidP="007B2329">
      <w:r>
        <w:t>815.2299</w:t>
      </w:r>
      <w:r>
        <w:tab/>
        <w:t>1.946e0</w:t>
      </w:r>
    </w:p>
    <w:p w:rsidR="007B2329" w:rsidRDefault="007B2329" w:rsidP="007B2329">
      <w:r>
        <w:lastRenderedPageBreak/>
        <w:t>815.2319</w:t>
      </w:r>
      <w:r>
        <w:tab/>
        <w:t>3.962e0</w:t>
      </w:r>
    </w:p>
    <w:p w:rsidR="007B2329" w:rsidRDefault="007B2329" w:rsidP="007B2329">
      <w:r>
        <w:t>815.2339</w:t>
      </w:r>
      <w:r>
        <w:tab/>
        <w:t>1.013e0</w:t>
      </w:r>
    </w:p>
    <w:p w:rsidR="007B2329" w:rsidRDefault="007B2329" w:rsidP="007B2329">
      <w:r>
        <w:t>815.2355</w:t>
      </w:r>
      <w:r>
        <w:tab/>
        <w:t>3.583e0</w:t>
      </w:r>
    </w:p>
    <w:p w:rsidR="007B2329" w:rsidRDefault="007B2329" w:rsidP="007B2329">
      <w:r>
        <w:t>815.2588</w:t>
      </w:r>
      <w:r>
        <w:tab/>
        <w:t>5.332e0</w:t>
      </w:r>
    </w:p>
    <w:p w:rsidR="007B2329" w:rsidRDefault="007B2329" w:rsidP="007B2329">
      <w:r>
        <w:t>815.3491</w:t>
      </w:r>
      <w:r>
        <w:tab/>
        <w:t>4.640e0</w:t>
      </w:r>
    </w:p>
    <w:p w:rsidR="007B2329" w:rsidRDefault="007B2329" w:rsidP="007B2329">
      <w:r>
        <w:t>815.3520</w:t>
      </w:r>
      <w:r>
        <w:tab/>
        <w:t>1.885e1</w:t>
      </w:r>
    </w:p>
    <w:p w:rsidR="007B2329" w:rsidRDefault="007B2329" w:rsidP="007B2329">
      <w:r>
        <w:t>815.3541</w:t>
      </w:r>
      <w:r>
        <w:tab/>
        <w:t>1.013e0</w:t>
      </w:r>
    </w:p>
    <w:p w:rsidR="007B2329" w:rsidRDefault="007B2329" w:rsidP="007B2329">
      <w:r>
        <w:t>815.3588</w:t>
      </w:r>
      <w:r>
        <w:tab/>
        <w:t>1.445e1</w:t>
      </w:r>
    </w:p>
    <w:p w:rsidR="007B2329" w:rsidRDefault="007B2329" w:rsidP="007B2329">
      <w:r>
        <w:t>815.3630</w:t>
      </w:r>
      <w:r>
        <w:tab/>
        <w:t>7.748e0</w:t>
      </w:r>
    </w:p>
    <w:p w:rsidR="007B2329" w:rsidRDefault="007B2329" w:rsidP="007B2329">
      <w:r>
        <w:t>815.3677</w:t>
      </w:r>
      <w:r>
        <w:tab/>
        <w:t>6.330e0</w:t>
      </w:r>
    </w:p>
    <w:p w:rsidR="007B2329" w:rsidRDefault="007B2329" w:rsidP="007B2329">
      <w:r>
        <w:t>815.3697</w:t>
      </w:r>
      <w:r>
        <w:tab/>
        <w:t>3.665e0</w:t>
      </w:r>
    </w:p>
    <w:p w:rsidR="007B2329" w:rsidRDefault="007B2329" w:rsidP="007B2329">
      <w:r>
        <w:t>815.3742</w:t>
      </w:r>
      <w:r>
        <w:tab/>
        <w:t>1.189e1</w:t>
      </w:r>
    </w:p>
    <w:p w:rsidR="007B2329" w:rsidRDefault="007B2329" w:rsidP="007B2329">
      <w:r>
        <w:t>815.4371</w:t>
      </w:r>
      <w:r>
        <w:tab/>
        <w:t>5.747e0</w:t>
      </w:r>
    </w:p>
    <w:p w:rsidR="007B2329" w:rsidRDefault="007B2329" w:rsidP="007B2329">
      <w:r>
        <w:t>815.4427</w:t>
      </w:r>
      <w:r>
        <w:tab/>
        <w:t>1.131e0</w:t>
      </w:r>
    </w:p>
    <w:p w:rsidR="007B2329" w:rsidRDefault="007B2329" w:rsidP="007B2329">
      <w:r>
        <w:t>815.4683</w:t>
      </w:r>
      <w:r>
        <w:tab/>
        <w:t>2.261e1</w:t>
      </w:r>
    </w:p>
    <w:p w:rsidR="007B2329" w:rsidRDefault="007B2329" w:rsidP="007B2329">
      <w:r>
        <w:t>815.5077</w:t>
      </w:r>
      <w:r>
        <w:tab/>
        <w:t>4.015e0</w:t>
      </w:r>
    </w:p>
    <w:p w:rsidR="007B2329" w:rsidRDefault="007B2329" w:rsidP="007B2329">
      <w:r>
        <w:t>815.5308</w:t>
      </w:r>
      <w:r>
        <w:tab/>
        <w:t>1.633e0</w:t>
      </w:r>
    </w:p>
    <w:p w:rsidR="007B2329" w:rsidRDefault="007B2329" w:rsidP="007B2329">
      <w:r>
        <w:t>815.5450</w:t>
      </w:r>
      <w:r>
        <w:tab/>
        <w:t>5.063e0</w:t>
      </w:r>
    </w:p>
    <w:p w:rsidR="007B2329" w:rsidRDefault="007B2329" w:rsidP="007B2329">
      <w:r>
        <w:t>815.6044</w:t>
      </w:r>
      <w:r>
        <w:tab/>
        <w:t>6.501e0</w:t>
      </w:r>
    </w:p>
    <w:p w:rsidR="007B2329" w:rsidRDefault="007B2329" w:rsidP="007B2329">
      <w:r>
        <w:lastRenderedPageBreak/>
        <w:t>815.6140</w:t>
      </w:r>
      <w:r>
        <w:tab/>
        <w:t>5.063e0</w:t>
      </w:r>
    </w:p>
    <w:p w:rsidR="007B2329" w:rsidRDefault="007B2329" w:rsidP="007B2329">
      <w:r>
        <w:t>815.6239</w:t>
      </w:r>
      <w:r>
        <w:tab/>
        <w:t>1.447e0</w:t>
      </w:r>
    </w:p>
    <w:p w:rsidR="007B2329" w:rsidRDefault="007B2329" w:rsidP="007B2329">
      <w:r>
        <w:t>815.6430</w:t>
      </w:r>
      <w:r>
        <w:tab/>
        <w:t>4.635e0</w:t>
      </w:r>
    </w:p>
    <w:p w:rsidR="007B2329" w:rsidRDefault="007B2329" w:rsidP="007B2329">
      <w:r>
        <w:t>815.6993</w:t>
      </w:r>
      <w:r>
        <w:tab/>
        <w:t>1.013e0</w:t>
      </w:r>
    </w:p>
    <w:p w:rsidR="007B2329" w:rsidRDefault="007B2329" w:rsidP="007B2329">
      <w:r>
        <w:t>815.7130</w:t>
      </w:r>
      <w:r>
        <w:tab/>
        <w:t>2.025e0</w:t>
      </w:r>
    </w:p>
    <w:p w:rsidR="007B2329" w:rsidRDefault="007B2329" w:rsidP="007B2329">
      <w:r>
        <w:t>815.7272</w:t>
      </w:r>
      <w:r>
        <w:tab/>
        <w:t>1.013e0</w:t>
      </w:r>
    </w:p>
    <w:p w:rsidR="007B2329" w:rsidRDefault="007B2329" w:rsidP="007B2329">
      <w:r>
        <w:t>815.7586</w:t>
      </w:r>
      <w:r>
        <w:tab/>
        <w:t>2.798e0</w:t>
      </w:r>
    </w:p>
    <w:p w:rsidR="007B2329" w:rsidRDefault="007B2329" w:rsidP="007B2329">
      <w:r>
        <w:t>815.7693</w:t>
      </w:r>
      <w:r>
        <w:tab/>
        <w:t>1.380e0</w:t>
      </w:r>
    </w:p>
    <w:p w:rsidR="007B2329" w:rsidRDefault="007B2329" w:rsidP="007B2329">
      <w:r>
        <w:t>815.7886</w:t>
      </w:r>
      <w:r>
        <w:tab/>
        <w:t>2.025e0</w:t>
      </w:r>
    </w:p>
    <w:p w:rsidR="007B2329" w:rsidRDefault="007B2329" w:rsidP="007B2329">
      <w:r>
        <w:t>815.7955</w:t>
      </w:r>
      <w:r>
        <w:tab/>
        <w:t>1.013e0</w:t>
      </w:r>
    </w:p>
    <w:p w:rsidR="007B2329" w:rsidRDefault="007B2329" w:rsidP="007B2329">
      <w:r>
        <w:t>815.8107</w:t>
      </w:r>
      <w:r>
        <w:tab/>
        <w:t>1.013e0</w:t>
      </w:r>
    </w:p>
    <w:p w:rsidR="007B2329" w:rsidRDefault="007B2329" w:rsidP="007B2329">
      <w:r>
        <w:t>815.8183</w:t>
      </w:r>
      <w:r>
        <w:tab/>
        <w:t>2.025e0</w:t>
      </w:r>
    </w:p>
    <w:p w:rsidR="007B2329" w:rsidRDefault="007B2329" w:rsidP="007B2329">
      <w:r>
        <w:t>815.8636</w:t>
      </w:r>
      <w:r>
        <w:tab/>
        <w:t>4.650e0</w:t>
      </w:r>
    </w:p>
    <w:p w:rsidR="007B2329" w:rsidRDefault="007B2329" w:rsidP="007B2329">
      <w:r>
        <w:t>815.8849</w:t>
      </w:r>
      <w:r>
        <w:tab/>
        <w:t>3.241e0</w:t>
      </w:r>
    </w:p>
    <w:p w:rsidR="007B2329" w:rsidRDefault="007B2329" w:rsidP="007B2329">
      <w:r>
        <w:t>815.9010</w:t>
      </w:r>
      <w:r>
        <w:tab/>
        <w:t>1.127e1</w:t>
      </w:r>
    </w:p>
    <w:p w:rsidR="007B2329" w:rsidRDefault="007B2329" w:rsidP="007B2329">
      <w:r>
        <w:t>815.9161</w:t>
      </w:r>
      <w:r>
        <w:tab/>
        <w:t>3.839e0</w:t>
      </w:r>
    </w:p>
    <w:p w:rsidR="007B2329" w:rsidRDefault="007B2329" w:rsidP="007B2329">
      <w:r>
        <w:t>815.9262</w:t>
      </w:r>
      <w:r>
        <w:tab/>
        <w:t>1.996e0</w:t>
      </w:r>
    </w:p>
    <w:p w:rsidR="007B2329" w:rsidRDefault="007B2329" w:rsidP="007B2329">
      <w:r>
        <w:t>815.9636</w:t>
      </w:r>
      <w:r>
        <w:tab/>
        <w:t>4.143e0</w:t>
      </w:r>
    </w:p>
    <w:p w:rsidR="007B2329" w:rsidRDefault="007B2329" w:rsidP="007B2329">
      <w:r>
        <w:t>815.9745</w:t>
      </w:r>
      <w:r>
        <w:tab/>
        <w:t>1.013e0</w:t>
      </w:r>
    </w:p>
    <w:p w:rsidR="007B2329" w:rsidRDefault="007B2329" w:rsidP="007B2329">
      <w:r>
        <w:lastRenderedPageBreak/>
        <w:t>815.9848</w:t>
      </w:r>
      <w:r>
        <w:tab/>
        <w:t>3.969e0</w:t>
      </w:r>
    </w:p>
    <w:p w:rsidR="007B2329" w:rsidRDefault="007B2329" w:rsidP="007B2329">
      <w:r>
        <w:t>816.0898</w:t>
      </w:r>
      <w:r>
        <w:tab/>
        <w:t>5.487e0</w:t>
      </w:r>
    </w:p>
    <w:p w:rsidR="007B2329" w:rsidRDefault="007B2329" w:rsidP="007B2329">
      <w:r>
        <w:t>816.0935</w:t>
      </w:r>
      <w:r>
        <w:tab/>
        <w:t>1.038e0</w:t>
      </w:r>
    </w:p>
    <w:p w:rsidR="007B2329" w:rsidRDefault="007B2329" w:rsidP="007B2329">
      <w:r>
        <w:t>816.0992</w:t>
      </w:r>
      <w:r>
        <w:tab/>
        <w:t>1.013e0</w:t>
      </w:r>
    </w:p>
    <w:p w:rsidR="007B2329" w:rsidRDefault="007B2329" w:rsidP="007B2329">
      <w:r>
        <w:t>816.1009</w:t>
      </w:r>
      <w:r>
        <w:tab/>
        <w:t>4.051e0</w:t>
      </w:r>
    </w:p>
    <w:p w:rsidR="007B2329" w:rsidRDefault="007B2329" w:rsidP="007B2329">
      <w:r>
        <w:t>816.1593</w:t>
      </w:r>
      <w:r>
        <w:tab/>
        <w:t>3.964e0</w:t>
      </w:r>
    </w:p>
    <w:p w:rsidR="007B2329" w:rsidRDefault="007B2329" w:rsidP="007B2329">
      <w:r>
        <w:t>816.1940</w:t>
      </w:r>
      <w:r>
        <w:tab/>
        <w:t>1.013e0</w:t>
      </w:r>
    </w:p>
    <w:p w:rsidR="007B2329" w:rsidRDefault="007B2329" w:rsidP="007B2329">
      <w:r>
        <w:t>816.2209</w:t>
      </w:r>
      <w:r>
        <w:tab/>
        <w:t>1.962e0</w:t>
      </w:r>
    </w:p>
    <w:p w:rsidR="007B2329" w:rsidRDefault="007B2329" w:rsidP="007B2329">
      <w:r>
        <w:t>816.2334</w:t>
      </w:r>
      <w:r>
        <w:tab/>
        <w:t>3.289e0</w:t>
      </w:r>
    </w:p>
    <w:p w:rsidR="007B2329" w:rsidRDefault="007B2329" w:rsidP="007B2329">
      <w:r>
        <w:t>816.2427</w:t>
      </w:r>
      <w:r>
        <w:tab/>
        <w:t>1.349e0</w:t>
      </w:r>
    </w:p>
    <w:p w:rsidR="007B2329" w:rsidRDefault="007B2329" w:rsidP="007B2329">
      <w:r>
        <w:t>816.2464</w:t>
      </w:r>
      <w:r>
        <w:tab/>
        <w:t>4.654e-2</w:t>
      </w:r>
    </w:p>
    <w:p w:rsidR="007B2329" w:rsidRDefault="007B2329" w:rsidP="007B2329">
      <w:r>
        <w:t>816.2694</w:t>
      </w:r>
      <w:r>
        <w:tab/>
        <w:t>1.976e0</w:t>
      </w:r>
    </w:p>
    <w:p w:rsidR="007B2329" w:rsidRDefault="007B2329" w:rsidP="007B2329">
      <w:r>
        <w:t>816.2893</w:t>
      </w:r>
      <w:r>
        <w:tab/>
        <w:t>3.307e0</w:t>
      </w:r>
    </w:p>
    <w:p w:rsidR="007B2329" w:rsidRDefault="007B2329" w:rsidP="007B2329">
      <w:r>
        <w:t>816.2905</w:t>
      </w:r>
      <w:r>
        <w:tab/>
        <w:t>1.597e0</w:t>
      </w:r>
    </w:p>
    <w:p w:rsidR="007B2329" w:rsidRDefault="007B2329" w:rsidP="007B2329">
      <w:r>
        <w:t>816.3271</w:t>
      </w:r>
      <w:r>
        <w:tab/>
        <w:t>1.033e1</w:t>
      </w:r>
    </w:p>
    <w:p w:rsidR="007B2329" w:rsidRDefault="007B2329" w:rsidP="007B2329">
      <w:r>
        <w:t>816.3525</w:t>
      </w:r>
      <w:r>
        <w:tab/>
        <w:t>2.290e0</w:t>
      </w:r>
    </w:p>
    <w:p w:rsidR="007B2329" w:rsidRDefault="007B2329" w:rsidP="007B2329">
      <w:r>
        <w:t>816.3879</w:t>
      </w:r>
      <w:r>
        <w:tab/>
        <w:t>2.906e0</w:t>
      </w:r>
    </w:p>
    <w:p w:rsidR="007B2329" w:rsidRDefault="007B2329" w:rsidP="007B2329">
      <w:r>
        <w:t>816.4615</w:t>
      </w:r>
      <w:r>
        <w:tab/>
        <w:t>6.336e0</w:t>
      </w:r>
    </w:p>
    <w:p w:rsidR="007B2329" w:rsidRDefault="007B2329" w:rsidP="007B2329">
      <w:r>
        <w:t>816.4769</w:t>
      </w:r>
      <w:r>
        <w:tab/>
        <w:t>6.589e0</w:t>
      </w:r>
    </w:p>
    <w:p w:rsidR="007B2329" w:rsidRDefault="007B2329" w:rsidP="007B2329">
      <w:r>
        <w:lastRenderedPageBreak/>
        <w:t>816.4781</w:t>
      </w:r>
      <w:r>
        <w:tab/>
        <w:t>4.902e1</w:t>
      </w:r>
    </w:p>
    <w:p w:rsidR="007B2329" w:rsidRDefault="007B2329" w:rsidP="007B2329">
      <w:r>
        <w:t>816.4792</w:t>
      </w:r>
      <w:r>
        <w:tab/>
        <w:t>2.055e2</w:t>
      </w:r>
    </w:p>
    <w:p w:rsidR="007B2329" w:rsidRDefault="007B2329" w:rsidP="007B2329">
      <w:r>
        <w:t>816.4806</w:t>
      </w:r>
      <w:r>
        <w:tab/>
        <w:t>1.403e2</w:t>
      </w:r>
    </w:p>
    <w:p w:rsidR="007B2329" w:rsidRDefault="007B2329" w:rsidP="007B2329">
      <w:r>
        <w:t>816.4819</w:t>
      </w:r>
      <w:r>
        <w:tab/>
        <w:t>3.499e2</w:t>
      </w:r>
    </w:p>
    <w:p w:rsidR="007B2329" w:rsidRDefault="007B2329" w:rsidP="007B2329">
      <w:r>
        <w:t>816.4877</w:t>
      </w:r>
      <w:r>
        <w:tab/>
        <w:t>2.943e2</w:t>
      </w:r>
    </w:p>
    <w:p w:rsidR="007B2329" w:rsidRDefault="007B2329" w:rsidP="007B2329">
      <w:r>
        <w:t>816.5515</w:t>
      </w:r>
      <w:r>
        <w:tab/>
        <w:t>3.038e0</w:t>
      </w:r>
    </w:p>
    <w:p w:rsidR="007B2329" w:rsidRDefault="007B2329" w:rsidP="007B2329">
      <w:r>
        <w:t>816.5991</w:t>
      </w:r>
      <w:r>
        <w:tab/>
        <w:t>1.025e0</w:t>
      </w:r>
    </w:p>
    <w:p w:rsidR="007B2329" w:rsidRDefault="007B2329" w:rsidP="007B2329">
      <w:r>
        <w:t>816.6303</w:t>
      </w:r>
      <w:r>
        <w:tab/>
        <w:t>6.771e0</w:t>
      </w:r>
    </w:p>
    <w:p w:rsidR="007B2329" w:rsidRDefault="007B2329" w:rsidP="007B2329">
      <w:r>
        <w:t>816.6404</w:t>
      </w:r>
      <w:r>
        <w:tab/>
        <w:t>5.063e0</w:t>
      </w:r>
    </w:p>
    <w:p w:rsidR="007B2329" w:rsidRDefault="007B2329" w:rsidP="007B2329">
      <w:r>
        <w:t>816.6877</w:t>
      </w:r>
      <w:r>
        <w:tab/>
        <w:t>3.038e0</w:t>
      </w:r>
    </w:p>
    <w:p w:rsidR="007B2329" w:rsidRDefault="007B2329" w:rsidP="007B2329">
      <w:r>
        <w:t>816.7290</w:t>
      </w:r>
      <w:r>
        <w:tab/>
        <w:t>4.051e0</w:t>
      </w:r>
    </w:p>
    <w:p w:rsidR="007B2329" w:rsidRDefault="007B2329" w:rsidP="007B2329">
      <w:r>
        <w:t>816.7303</w:t>
      </w:r>
      <w:r>
        <w:tab/>
        <w:t>1.951e0</w:t>
      </w:r>
    </w:p>
    <w:p w:rsidR="007B2329" w:rsidRDefault="007B2329" w:rsidP="007B2329">
      <w:r>
        <w:t>816.7574</w:t>
      </w:r>
      <w:r>
        <w:tab/>
        <w:t>4.725e0</w:t>
      </w:r>
    </w:p>
    <w:p w:rsidR="007B2329" w:rsidRDefault="007B2329" w:rsidP="007B2329">
      <w:r>
        <w:t>816.7781</w:t>
      </w:r>
      <w:r>
        <w:tab/>
        <w:t>1.013e0</w:t>
      </w:r>
    </w:p>
    <w:p w:rsidR="007B2329" w:rsidRDefault="007B2329" w:rsidP="007B2329">
      <w:r>
        <w:t>816.7823</w:t>
      </w:r>
      <w:r>
        <w:tab/>
        <w:t>5.020e0</w:t>
      </w:r>
    </w:p>
    <w:p w:rsidR="007B2329" w:rsidRDefault="007B2329" w:rsidP="007B2329">
      <w:r>
        <w:t>816.7969</w:t>
      </w:r>
      <w:r>
        <w:tab/>
        <w:t>3.038e0</w:t>
      </w:r>
    </w:p>
    <w:p w:rsidR="007B2329" w:rsidRDefault="007B2329" w:rsidP="007B2329">
      <w:r>
        <w:t>816.8129</w:t>
      </w:r>
      <w:r>
        <w:tab/>
        <w:t>1.013e0</w:t>
      </w:r>
    </w:p>
    <w:p w:rsidR="007B2329" w:rsidRDefault="007B2329" w:rsidP="007B2329">
      <w:r>
        <w:t>816.8237</w:t>
      </w:r>
      <w:r>
        <w:tab/>
        <w:t>8.214e0</w:t>
      </w:r>
    </w:p>
    <w:p w:rsidR="007B2329" w:rsidRDefault="007B2329" w:rsidP="007B2329">
      <w:r>
        <w:t>816.8635</w:t>
      </w:r>
      <w:r>
        <w:tab/>
        <w:t>1.013e0</w:t>
      </w:r>
    </w:p>
    <w:p w:rsidR="007B2329" w:rsidRDefault="007B2329" w:rsidP="007B2329">
      <w:r>
        <w:lastRenderedPageBreak/>
        <w:t>816.8679</w:t>
      </w:r>
      <w:r>
        <w:tab/>
        <w:t>1.013e0</w:t>
      </w:r>
    </w:p>
    <w:p w:rsidR="007B2329" w:rsidRDefault="007B2329" w:rsidP="007B2329">
      <w:r>
        <w:t>816.8920</w:t>
      </w:r>
      <w:r>
        <w:tab/>
        <w:t>3.038e0</w:t>
      </w:r>
    </w:p>
    <w:p w:rsidR="007B2329" w:rsidRDefault="007B2329" w:rsidP="007B2329">
      <w:r>
        <w:t>816.8948</w:t>
      </w:r>
      <w:r>
        <w:tab/>
        <w:t>2.920e0</w:t>
      </w:r>
    </w:p>
    <w:p w:rsidR="007B2329" w:rsidRDefault="007B2329" w:rsidP="007B2329">
      <w:r>
        <w:t>816.9171</w:t>
      </w:r>
      <w:r>
        <w:tab/>
        <w:t>3.233e0</w:t>
      </w:r>
    </w:p>
    <w:p w:rsidR="007B2329" w:rsidRDefault="007B2329" w:rsidP="007B2329">
      <w:r>
        <w:t>816.9487</w:t>
      </w:r>
      <w:r>
        <w:tab/>
        <w:t>2.025e0</w:t>
      </w:r>
    </w:p>
    <w:p w:rsidR="007B2329" w:rsidRDefault="007B2329" w:rsidP="007B2329">
      <w:r>
        <w:t>816.9732</w:t>
      </w:r>
      <w:r>
        <w:tab/>
        <w:t>3.726e0</w:t>
      </w:r>
    </w:p>
    <w:p w:rsidR="007B2329" w:rsidRDefault="007B2329" w:rsidP="007B2329">
      <w:r>
        <w:t>817.0163</w:t>
      </w:r>
      <w:r>
        <w:tab/>
        <w:t>3.038e0</w:t>
      </w:r>
    </w:p>
    <w:p w:rsidR="007B2329" w:rsidRDefault="007B2329" w:rsidP="007B2329">
      <w:r>
        <w:t>817.0242</w:t>
      </w:r>
      <w:r>
        <w:tab/>
        <w:t>3.874e0</w:t>
      </w:r>
    </w:p>
    <w:p w:rsidR="007B2329" w:rsidRDefault="007B2329" w:rsidP="007B2329">
      <w:r>
        <w:t>817.0374</w:t>
      </w:r>
      <w:r>
        <w:tab/>
        <w:t>2.272e0</w:t>
      </w:r>
    </w:p>
    <w:p w:rsidR="007B2329" w:rsidRDefault="007B2329" w:rsidP="007B2329">
      <w:r>
        <w:t>817.0745</w:t>
      </w:r>
      <w:r>
        <w:tab/>
        <w:t>1.013e0</w:t>
      </w:r>
    </w:p>
    <w:p w:rsidR="007B2329" w:rsidRDefault="007B2329" w:rsidP="007B2329">
      <w:r>
        <w:t>817.0964</w:t>
      </w:r>
      <w:r>
        <w:tab/>
        <w:t>4.051e0</w:t>
      </w:r>
    </w:p>
    <w:p w:rsidR="007B2329" w:rsidRDefault="007B2329" w:rsidP="007B2329">
      <w:r>
        <w:t>817.0985</w:t>
      </w:r>
      <w:r>
        <w:tab/>
        <w:t>4.051e0</w:t>
      </w:r>
    </w:p>
    <w:p w:rsidR="007B2329" w:rsidRDefault="007B2329" w:rsidP="007B2329">
      <w:r>
        <w:t>817.1019</w:t>
      </w:r>
      <w:r>
        <w:tab/>
        <w:t>1.013e0</w:t>
      </w:r>
    </w:p>
    <w:p w:rsidR="007B2329" w:rsidRDefault="007B2329" w:rsidP="007B2329">
      <w:r>
        <w:t>817.1255</w:t>
      </w:r>
      <w:r>
        <w:tab/>
        <w:t>2.025e0</w:t>
      </w:r>
    </w:p>
    <w:p w:rsidR="007B2329" w:rsidRDefault="007B2329" w:rsidP="007B2329">
      <w:r>
        <w:t>817.1389</w:t>
      </w:r>
      <w:r>
        <w:tab/>
        <w:t>2.025e0</w:t>
      </w:r>
    </w:p>
    <w:p w:rsidR="007B2329" w:rsidRDefault="007B2329" w:rsidP="007B2329">
      <w:r>
        <w:t>817.1707</w:t>
      </w:r>
      <w:r>
        <w:tab/>
        <w:t>1.013e0</w:t>
      </w:r>
    </w:p>
    <w:p w:rsidR="007B2329" w:rsidRDefault="007B2329" w:rsidP="007B2329">
      <w:r>
        <w:t>817.1846</w:t>
      </w:r>
      <w:r>
        <w:tab/>
        <w:t>1.013e0</w:t>
      </w:r>
    </w:p>
    <w:p w:rsidR="007B2329" w:rsidRDefault="007B2329" w:rsidP="007B2329">
      <w:r>
        <w:t>817.2106</w:t>
      </w:r>
      <w:r>
        <w:tab/>
        <w:t>6.411e0</w:t>
      </w:r>
    </w:p>
    <w:p w:rsidR="007B2329" w:rsidRDefault="007B2329" w:rsidP="007B2329">
      <w:r>
        <w:t>817.2195</w:t>
      </w:r>
      <w:r>
        <w:tab/>
        <w:t>1.013e0</w:t>
      </w:r>
    </w:p>
    <w:p w:rsidR="007B2329" w:rsidRDefault="007B2329" w:rsidP="007B2329">
      <w:r>
        <w:lastRenderedPageBreak/>
        <w:t>817.2250</w:t>
      </w:r>
      <w:r>
        <w:tab/>
        <w:t>3.472e0</w:t>
      </w:r>
    </w:p>
    <w:p w:rsidR="007B2329" w:rsidRDefault="007B2329" w:rsidP="007B2329">
      <w:r>
        <w:t>817.2364</w:t>
      </w:r>
      <w:r>
        <w:tab/>
        <w:t>2.025e0</w:t>
      </w:r>
    </w:p>
    <w:p w:rsidR="007B2329" w:rsidRDefault="007B2329" w:rsidP="007B2329">
      <w:r>
        <w:t>817.2411</w:t>
      </w:r>
      <w:r>
        <w:tab/>
        <w:t>7.295e-1</w:t>
      </w:r>
    </w:p>
    <w:p w:rsidR="007B2329" w:rsidRDefault="007B2329" w:rsidP="007B2329">
      <w:r>
        <w:t>817.2460</w:t>
      </w:r>
      <w:r>
        <w:tab/>
        <w:t>2.911e0</w:t>
      </w:r>
    </w:p>
    <w:p w:rsidR="007B2329" w:rsidRDefault="007B2329" w:rsidP="007B2329">
      <w:r>
        <w:t>817.2838</w:t>
      </w:r>
      <w:r>
        <w:tab/>
        <w:t>3.356e0</w:t>
      </w:r>
    </w:p>
    <w:p w:rsidR="007B2329" w:rsidRDefault="007B2329" w:rsidP="007B2329">
      <w:r>
        <w:t>817.2858</w:t>
      </w:r>
      <w:r>
        <w:tab/>
        <w:t>2.207e0</w:t>
      </w:r>
    </w:p>
    <w:p w:rsidR="007B2329" w:rsidRDefault="007B2329" w:rsidP="007B2329">
      <w:r>
        <w:t>817.2877</w:t>
      </w:r>
      <w:r>
        <w:tab/>
        <w:t>2.025e0</w:t>
      </w:r>
    </w:p>
    <w:p w:rsidR="007B2329" w:rsidRDefault="007B2329" w:rsidP="007B2329">
      <w:r>
        <w:t>817.3185</w:t>
      </w:r>
      <w:r>
        <w:tab/>
        <w:t>2.467e0</w:t>
      </w:r>
    </w:p>
    <w:p w:rsidR="007B2329" w:rsidRDefault="007B2329" w:rsidP="007B2329">
      <w:r>
        <w:t>817.3290</w:t>
      </w:r>
      <w:r>
        <w:tab/>
        <w:t>8.430e0</w:t>
      </w:r>
    </w:p>
    <w:p w:rsidR="007B2329" w:rsidRDefault="007B2329" w:rsidP="007B2329">
      <w:r>
        <w:t>817.3449</w:t>
      </w:r>
      <w:r>
        <w:tab/>
        <w:t>1.234e0</w:t>
      </w:r>
    </w:p>
    <w:p w:rsidR="007B2329" w:rsidRDefault="007B2329" w:rsidP="007B2329">
      <w:r>
        <w:t>817.3662</w:t>
      </w:r>
      <w:r>
        <w:tab/>
        <w:t>6.322e0</w:t>
      </w:r>
    </w:p>
    <w:p w:rsidR="007B2329" w:rsidRDefault="007B2329" w:rsidP="007B2329">
      <w:r>
        <w:t>817.3973</w:t>
      </w:r>
      <w:r>
        <w:tab/>
        <w:t>2.025e0</w:t>
      </w:r>
    </w:p>
    <w:p w:rsidR="007B2329" w:rsidRDefault="007B2329" w:rsidP="007B2329">
      <w:r>
        <w:t>817.4824</w:t>
      </w:r>
      <w:r>
        <w:tab/>
        <w:t>1.335e2</w:t>
      </w:r>
    </w:p>
    <w:p w:rsidR="007B2329" w:rsidRDefault="007B2329" w:rsidP="007B2329">
      <w:r>
        <w:t>817.4860</w:t>
      </w:r>
      <w:r>
        <w:tab/>
        <w:t>1.215e2</w:t>
      </w:r>
    </w:p>
    <w:p w:rsidR="007B2329" w:rsidRDefault="007B2329" w:rsidP="007B2329">
      <w:r>
        <w:t>817.4878</w:t>
      </w:r>
      <w:r>
        <w:tab/>
        <w:t>2.221e2</w:t>
      </w:r>
    </w:p>
    <w:p w:rsidR="007B2329" w:rsidRDefault="007B2329" w:rsidP="007B2329">
      <w:r>
        <w:t>817.4904</w:t>
      </w:r>
      <w:r>
        <w:tab/>
        <w:t>8.138e1</w:t>
      </w:r>
    </w:p>
    <w:p w:rsidR="007B2329" w:rsidRDefault="007B2329" w:rsidP="007B2329">
      <w:r>
        <w:t>817.4944</w:t>
      </w:r>
      <w:r>
        <w:tab/>
        <w:t>2.337e1</w:t>
      </w:r>
    </w:p>
    <w:p w:rsidR="007B2329" w:rsidRDefault="007B2329" w:rsidP="007B2329">
      <w:r>
        <w:t>817.4965</w:t>
      </w:r>
      <w:r>
        <w:tab/>
        <w:t>4.929e1</w:t>
      </w:r>
    </w:p>
    <w:p w:rsidR="007B2329" w:rsidRDefault="007B2329" w:rsidP="007B2329">
      <w:r>
        <w:t>817.5015</w:t>
      </w:r>
      <w:r>
        <w:tab/>
        <w:t>1.013e0</w:t>
      </w:r>
    </w:p>
    <w:p w:rsidR="007B2329" w:rsidRDefault="007B2329" w:rsidP="007B2329">
      <w:r>
        <w:lastRenderedPageBreak/>
        <w:t>817.5217</w:t>
      </w:r>
      <w:r>
        <w:tab/>
        <w:t>2.025e0</w:t>
      </w:r>
    </w:p>
    <w:p w:rsidR="007B2329" w:rsidRDefault="007B2329" w:rsidP="007B2329">
      <w:r>
        <w:t>817.6052</w:t>
      </w:r>
      <w:r>
        <w:tab/>
        <w:t>2.854e0</w:t>
      </w:r>
    </w:p>
    <w:p w:rsidR="007B2329" w:rsidRDefault="007B2329" w:rsidP="007B2329">
      <w:r>
        <w:t>817.6388</w:t>
      </w:r>
      <w:r>
        <w:tab/>
        <w:t>7.164e0</w:t>
      </w:r>
    </w:p>
    <w:p w:rsidR="007B2329" w:rsidRDefault="007B2329" w:rsidP="007B2329">
      <w:r>
        <w:t>817.6660</w:t>
      </w:r>
      <w:r>
        <w:tab/>
        <w:t>3.491e0</w:t>
      </w:r>
    </w:p>
    <w:p w:rsidR="007B2329" w:rsidRDefault="007B2329" w:rsidP="007B2329">
      <w:r>
        <w:t>817.6728</w:t>
      </w:r>
      <w:r>
        <w:tab/>
        <w:t>4.892e0</w:t>
      </w:r>
    </w:p>
    <w:p w:rsidR="007B2329" w:rsidRDefault="007B2329" w:rsidP="007B2329">
      <w:r>
        <w:t>817.7085</w:t>
      </w:r>
      <w:r>
        <w:tab/>
        <w:t>4.039e0</w:t>
      </w:r>
    </w:p>
    <w:p w:rsidR="007B2329" w:rsidRDefault="007B2329" w:rsidP="007B2329">
      <w:r>
        <w:t>817.7106</w:t>
      </w:r>
      <w:r>
        <w:tab/>
        <w:t>1.013e0</w:t>
      </w:r>
    </w:p>
    <w:p w:rsidR="007B2329" w:rsidRDefault="007B2329" w:rsidP="007B2329">
      <w:r>
        <w:t>817.7287</w:t>
      </w:r>
      <w:r>
        <w:tab/>
        <w:t>2.532e-2</w:t>
      </w:r>
    </w:p>
    <w:p w:rsidR="007B2329" w:rsidRDefault="007B2329" w:rsidP="007B2329">
      <w:r>
        <w:t>817.7629</w:t>
      </w:r>
      <w:r>
        <w:tab/>
        <w:t>1.013e0</w:t>
      </w:r>
    </w:p>
    <w:p w:rsidR="007B2329" w:rsidRDefault="007B2329" w:rsidP="007B2329">
      <w:r>
        <w:t>817.7673</w:t>
      </w:r>
      <w:r>
        <w:tab/>
        <w:t>2.428e0</w:t>
      </w:r>
    </w:p>
    <w:p w:rsidR="007B2329" w:rsidRDefault="007B2329" w:rsidP="007B2329">
      <w:r>
        <w:t>817.8093</w:t>
      </w:r>
      <w:r>
        <w:tab/>
        <w:t>4.051e0</w:t>
      </w:r>
    </w:p>
    <w:p w:rsidR="007B2329" w:rsidRDefault="007B2329" w:rsidP="007B2329">
      <w:r>
        <w:t>817.8127</w:t>
      </w:r>
      <w:r>
        <w:tab/>
        <w:t>1.013e0</w:t>
      </w:r>
    </w:p>
    <w:p w:rsidR="007B2329" w:rsidRDefault="007B2329" w:rsidP="007B2329">
      <w:r>
        <w:t>817.8182</w:t>
      </w:r>
      <w:r>
        <w:tab/>
        <w:t>4.340e0</w:t>
      </w:r>
    </w:p>
    <w:p w:rsidR="007B2329" w:rsidRDefault="007B2329" w:rsidP="007B2329">
      <w:r>
        <w:t>817.8503</w:t>
      </w:r>
      <w:r>
        <w:tab/>
        <w:t>6.083e0</w:t>
      </w:r>
    </w:p>
    <w:p w:rsidR="007B2329" w:rsidRDefault="007B2329" w:rsidP="007B2329">
      <w:r>
        <w:t>817.8593</w:t>
      </w:r>
      <w:r>
        <w:tab/>
        <w:t>2.025e0</w:t>
      </w:r>
    </w:p>
    <w:p w:rsidR="007B2329" w:rsidRDefault="007B2329" w:rsidP="007B2329">
      <w:r>
        <w:t>817.9009</w:t>
      </w:r>
      <w:r>
        <w:tab/>
        <w:t>2.025e0</w:t>
      </w:r>
    </w:p>
    <w:p w:rsidR="007B2329" w:rsidRDefault="007B2329" w:rsidP="007B2329">
      <w:r>
        <w:t>817.9075</w:t>
      </w:r>
      <w:r>
        <w:tab/>
        <w:t>2.025e0</w:t>
      </w:r>
    </w:p>
    <w:p w:rsidR="007B2329" w:rsidRDefault="007B2329" w:rsidP="007B2329">
      <w:r>
        <w:t>817.9177</w:t>
      </w:r>
      <w:r>
        <w:tab/>
        <w:t>1.490e0</w:t>
      </w:r>
    </w:p>
    <w:p w:rsidR="007B2329" w:rsidRDefault="007B2329" w:rsidP="007B2329">
      <w:r>
        <w:t>817.9399</w:t>
      </w:r>
      <w:r>
        <w:tab/>
        <w:t>3.997e0</w:t>
      </w:r>
    </w:p>
    <w:p w:rsidR="007B2329" w:rsidRDefault="007B2329" w:rsidP="007B2329">
      <w:r>
        <w:lastRenderedPageBreak/>
        <w:t>817.9700</w:t>
      </w:r>
      <w:r>
        <w:tab/>
        <w:t>3.972e0</w:t>
      </w:r>
    </w:p>
    <w:p w:rsidR="007B2329" w:rsidRDefault="007B2329" w:rsidP="007B2329">
      <w:r>
        <w:t>817.9854</w:t>
      </w:r>
      <w:r>
        <w:tab/>
        <w:t>4.051e0</w:t>
      </w:r>
    </w:p>
    <w:p w:rsidR="007B2329" w:rsidRDefault="007B2329" w:rsidP="007B2329">
      <w:r>
        <w:t>817.9901</w:t>
      </w:r>
      <w:r>
        <w:tab/>
        <w:t>2.025e0</w:t>
      </w:r>
    </w:p>
    <w:p w:rsidR="007B2329" w:rsidRDefault="007B2329" w:rsidP="007B2329">
      <w:r>
        <w:t>818.0074</w:t>
      </w:r>
      <w:r>
        <w:tab/>
        <w:t>2.025e0</w:t>
      </w:r>
    </w:p>
    <w:p w:rsidR="007B2329" w:rsidRDefault="007B2329" w:rsidP="007B2329">
      <w:r>
        <w:t>818.0456</w:t>
      </w:r>
      <w:r>
        <w:tab/>
        <w:t>6.786e0</w:t>
      </w:r>
    </w:p>
    <w:p w:rsidR="007B2329" w:rsidRDefault="007B2329" w:rsidP="007B2329">
      <w:r>
        <w:t>818.0522</w:t>
      </w:r>
      <w:r>
        <w:tab/>
        <w:t>1.013e0</w:t>
      </w:r>
    </w:p>
    <w:p w:rsidR="007B2329" w:rsidRDefault="007B2329" w:rsidP="007B2329">
      <w:r>
        <w:t>818.0635</w:t>
      </w:r>
      <w:r>
        <w:tab/>
        <w:t>1.645e0</w:t>
      </w:r>
    </w:p>
    <w:p w:rsidR="007B2329" w:rsidRDefault="007B2329" w:rsidP="007B2329">
      <w:r>
        <w:t>818.1349</w:t>
      </w:r>
      <w:r>
        <w:tab/>
        <w:t>5.063e0</w:t>
      </w:r>
    </w:p>
    <w:p w:rsidR="007B2329" w:rsidRDefault="007B2329" w:rsidP="007B2329">
      <w:r>
        <w:t>818.1415</w:t>
      </w:r>
      <w:r>
        <w:tab/>
        <w:t>2.025e0</w:t>
      </w:r>
    </w:p>
    <w:p w:rsidR="007B2329" w:rsidRDefault="007B2329" w:rsidP="007B2329">
      <w:r>
        <w:t>818.1447</w:t>
      </w:r>
      <w:r>
        <w:tab/>
        <w:t>4.051e0</w:t>
      </w:r>
    </w:p>
    <w:p w:rsidR="007B2329" w:rsidRDefault="007B2329" w:rsidP="007B2329">
      <w:r>
        <w:t>818.1658</w:t>
      </w:r>
      <w:r>
        <w:tab/>
        <w:t>4.051e0</w:t>
      </w:r>
    </w:p>
    <w:p w:rsidR="007B2329" w:rsidRDefault="007B2329" w:rsidP="007B2329">
      <w:r>
        <w:t>818.1813</w:t>
      </w:r>
      <w:r>
        <w:tab/>
        <w:t>2.025e0</w:t>
      </w:r>
    </w:p>
    <w:p w:rsidR="007B2329" w:rsidRDefault="007B2329" w:rsidP="007B2329">
      <w:r>
        <w:t>818.2032</w:t>
      </w:r>
      <w:r>
        <w:tab/>
        <w:t>2.263e0</w:t>
      </w:r>
    </w:p>
    <w:p w:rsidR="007B2329" w:rsidRDefault="007B2329" w:rsidP="007B2329">
      <w:r>
        <w:t>818.2115</w:t>
      </w:r>
      <w:r>
        <w:tab/>
        <w:t>4.819e0</w:t>
      </w:r>
    </w:p>
    <w:p w:rsidR="007B2329" w:rsidRDefault="007B2329" w:rsidP="007B2329">
      <w:r>
        <w:t>818.2339</w:t>
      </w:r>
      <w:r>
        <w:tab/>
        <w:t>2.497e0</w:t>
      </w:r>
    </w:p>
    <w:p w:rsidR="007B2329" w:rsidRDefault="007B2329" w:rsidP="007B2329">
      <w:r>
        <w:t>818.2567</w:t>
      </w:r>
      <w:r>
        <w:tab/>
        <w:t>1.184e0</w:t>
      </w:r>
    </w:p>
    <w:p w:rsidR="007B2329" w:rsidRDefault="007B2329" w:rsidP="007B2329">
      <w:r>
        <w:t>818.2668</w:t>
      </w:r>
      <w:r>
        <w:tab/>
        <w:t>4.576e0</w:t>
      </w:r>
    </w:p>
    <w:p w:rsidR="007B2329" w:rsidRDefault="007B2329" w:rsidP="007B2329">
      <w:r>
        <w:t>818.2690</w:t>
      </w:r>
      <w:r>
        <w:tab/>
        <w:t>1.478e0</w:t>
      </w:r>
    </w:p>
    <w:p w:rsidR="007B2329" w:rsidRDefault="007B2329" w:rsidP="007B2329">
      <w:r>
        <w:t>818.3649</w:t>
      </w:r>
      <w:r>
        <w:tab/>
        <w:t>3.038e0</w:t>
      </w:r>
    </w:p>
    <w:p w:rsidR="007B2329" w:rsidRDefault="007B2329" w:rsidP="007B2329">
      <w:r>
        <w:lastRenderedPageBreak/>
        <w:t>818.3740</w:t>
      </w:r>
      <w:r>
        <w:tab/>
        <w:t>1.939e0</w:t>
      </w:r>
    </w:p>
    <w:p w:rsidR="007B2329" w:rsidRDefault="007B2329" w:rsidP="007B2329">
      <w:r>
        <w:t>818.4248</w:t>
      </w:r>
      <w:r>
        <w:tab/>
        <w:t>8.635e0</w:t>
      </w:r>
    </w:p>
    <w:p w:rsidR="007B2329" w:rsidRDefault="007B2329" w:rsidP="007B2329">
      <w:r>
        <w:t>818.4689</w:t>
      </w:r>
      <w:r>
        <w:tab/>
        <w:t>2.025e0</w:t>
      </w:r>
    </w:p>
    <w:p w:rsidR="007B2329" w:rsidRDefault="007B2329" w:rsidP="007B2329">
      <w:r>
        <w:t>818.4855</w:t>
      </w:r>
      <w:r>
        <w:tab/>
        <w:t>3.446e1</w:t>
      </w:r>
    </w:p>
    <w:p w:rsidR="007B2329" w:rsidRDefault="007B2329" w:rsidP="007B2329">
      <w:r>
        <w:t>818.4875</w:t>
      </w:r>
      <w:r>
        <w:tab/>
        <w:t>2.456e1</w:t>
      </w:r>
    </w:p>
    <w:p w:rsidR="007B2329" w:rsidRDefault="007B2329" w:rsidP="007B2329">
      <w:r>
        <w:t>818.4976</w:t>
      </w:r>
      <w:r>
        <w:tab/>
        <w:t>5.681e1</w:t>
      </w:r>
    </w:p>
    <w:p w:rsidR="007B2329" w:rsidRDefault="007B2329" w:rsidP="007B2329">
      <w:r>
        <w:t>818.5014</w:t>
      </w:r>
      <w:r>
        <w:tab/>
        <w:t>3.962e1</w:t>
      </w:r>
    </w:p>
    <w:p w:rsidR="007B2329" w:rsidRDefault="007B2329" w:rsidP="007B2329">
      <w:r>
        <w:t>818.5027</w:t>
      </w:r>
      <w:r>
        <w:tab/>
        <w:t>1.227e1</w:t>
      </w:r>
    </w:p>
    <w:p w:rsidR="007B2329" w:rsidRDefault="007B2329" w:rsidP="007B2329">
      <w:r>
        <w:t>818.5068</w:t>
      </w:r>
      <w:r>
        <w:tab/>
        <w:t>1.013e0</w:t>
      </w:r>
    </w:p>
    <w:p w:rsidR="007B2329" w:rsidRDefault="007B2329" w:rsidP="007B2329">
      <w:r>
        <w:t>818.5538</w:t>
      </w:r>
      <w:r>
        <w:tab/>
        <w:t>2.025e0</w:t>
      </w:r>
    </w:p>
    <w:p w:rsidR="007B2329" w:rsidRDefault="007B2329" w:rsidP="007B2329">
      <w:r>
        <w:t>818.5692</w:t>
      </w:r>
      <w:r>
        <w:tab/>
        <w:t>7.527e0</w:t>
      </w:r>
    </w:p>
    <w:p w:rsidR="007B2329" w:rsidRDefault="007B2329" w:rsidP="007B2329">
      <w:r>
        <w:t>818.5922</w:t>
      </w:r>
      <w:r>
        <w:tab/>
        <w:t>1.013e0</w:t>
      </w:r>
    </w:p>
    <w:p w:rsidR="007B2329" w:rsidRDefault="007B2329" w:rsidP="007B2329">
      <w:r>
        <w:t>818.6098</w:t>
      </w:r>
      <w:r>
        <w:tab/>
        <w:t>2.025e0</w:t>
      </w:r>
    </w:p>
    <w:p w:rsidR="007B2329" w:rsidRDefault="007B2329" w:rsidP="007B2329">
      <w:r>
        <w:t>818.6584</w:t>
      </w:r>
      <w:r>
        <w:tab/>
        <w:t>1.013e0</w:t>
      </w:r>
    </w:p>
    <w:p w:rsidR="007B2329" w:rsidRDefault="007B2329" w:rsidP="007B2329">
      <w:r>
        <w:t>818.6616</w:t>
      </w:r>
      <w:r>
        <w:tab/>
        <w:t>2.561e0</w:t>
      </w:r>
    </w:p>
    <w:p w:rsidR="007B2329" w:rsidRDefault="007B2329" w:rsidP="007B2329">
      <w:r>
        <w:t>818.6902</w:t>
      </w:r>
      <w:r>
        <w:tab/>
        <w:t>3.725e0</w:t>
      </w:r>
    </w:p>
    <w:p w:rsidR="007B2329" w:rsidRDefault="007B2329" w:rsidP="007B2329">
      <w:r>
        <w:t>818.7288</w:t>
      </w:r>
      <w:r>
        <w:tab/>
        <w:t>2.025e0</w:t>
      </w:r>
    </w:p>
    <w:p w:rsidR="007B2329" w:rsidRDefault="007B2329" w:rsidP="007B2329">
      <w:r>
        <w:t>818.7413</w:t>
      </w:r>
      <w:r>
        <w:tab/>
        <w:t>1.013e0</w:t>
      </w:r>
    </w:p>
    <w:p w:rsidR="007B2329" w:rsidRDefault="007B2329" w:rsidP="007B2329">
      <w:r>
        <w:t>818.7736</w:t>
      </w:r>
      <w:r>
        <w:tab/>
        <w:t>3.908e0</w:t>
      </w:r>
    </w:p>
    <w:p w:rsidR="007B2329" w:rsidRDefault="007B2329" w:rsidP="007B2329">
      <w:r>
        <w:lastRenderedPageBreak/>
        <w:t>818.7750</w:t>
      </w:r>
      <w:r>
        <w:tab/>
        <w:t>4.051e0</w:t>
      </w:r>
    </w:p>
    <w:p w:rsidR="007B2329" w:rsidRDefault="007B2329" w:rsidP="007B2329">
      <w:r>
        <w:t>818.7787</w:t>
      </w:r>
      <w:r>
        <w:tab/>
        <w:t>3.770e0</w:t>
      </w:r>
    </w:p>
    <w:p w:rsidR="007B2329" w:rsidRDefault="007B2329" w:rsidP="007B2329">
      <w:r>
        <w:t>818.8383</w:t>
      </w:r>
      <w:r>
        <w:tab/>
        <w:t>4.014e0</w:t>
      </w:r>
    </w:p>
    <w:p w:rsidR="007B2329" w:rsidRDefault="007B2329" w:rsidP="007B2329">
      <w:r>
        <w:t>818.8431</w:t>
      </w:r>
      <w:r>
        <w:tab/>
        <w:t>1.465e0</w:t>
      </w:r>
    </w:p>
    <w:p w:rsidR="007B2329" w:rsidRDefault="007B2329" w:rsidP="007B2329">
      <w:r>
        <w:t>818.8654</w:t>
      </w:r>
      <w:r>
        <w:tab/>
        <w:t>1.682e0</w:t>
      </w:r>
    </w:p>
    <w:p w:rsidR="007B2329" w:rsidRDefault="007B2329" w:rsidP="007B2329">
      <w:r>
        <w:t>818.8922</w:t>
      </w:r>
      <w:r>
        <w:tab/>
        <w:t>4.051e0</w:t>
      </w:r>
    </w:p>
    <w:p w:rsidR="007B2329" w:rsidRDefault="007B2329" w:rsidP="007B2329">
      <w:r>
        <w:t>818.9337</w:t>
      </w:r>
      <w:r>
        <w:tab/>
        <w:t>2.025e0</w:t>
      </w:r>
    </w:p>
    <w:p w:rsidR="007B2329" w:rsidRDefault="007B2329" w:rsidP="007B2329">
      <w:r>
        <w:t>818.9475</w:t>
      </w:r>
      <w:r>
        <w:tab/>
        <w:t>6.076e0</w:t>
      </w:r>
    </w:p>
    <w:p w:rsidR="007B2329" w:rsidRDefault="007B2329" w:rsidP="007B2329">
      <w:r>
        <w:t>818.9707</w:t>
      </w:r>
      <w:r>
        <w:tab/>
        <w:t>2.025e0</w:t>
      </w:r>
    </w:p>
    <w:p w:rsidR="007B2329" w:rsidRDefault="007B2329" w:rsidP="007B2329">
      <w:r>
        <w:t>818.9889</w:t>
      </w:r>
      <w:r>
        <w:tab/>
        <w:t>2.148e0</w:t>
      </w:r>
    </w:p>
    <w:p w:rsidR="007B2329" w:rsidRDefault="007B2329" w:rsidP="007B2329">
      <w:r>
        <w:t>819.0086</w:t>
      </w:r>
      <w:r>
        <w:tab/>
        <w:t>4.416e0</w:t>
      </w:r>
    </w:p>
    <w:p w:rsidR="007B2329" w:rsidRDefault="007B2329" w:rsidP="007B2329">
      <w:r>
        <w:t>819.0170</w:t>
      </w:r>
      <w:r>
        <w:tab/>
        <w:t>1.013e0</w:t>
      </w:r>
    </w:p>
    <w:p w:rsidR="007B2329" w:rsidRDefault="007B2329" w:rsidP="007B2329">
      <w:r>
        <w:t>819.0450</w:t>
      </w:r>
      <w:r>
        <w:tab/>
        <w:t>7.217e0</w:t>
      </w:r>
    </w:p>
    <w:p w:rsidR="007B2329" w:rsidRDefault="007B2329" w:rsidP="007B2329">
      <w:r>
        <w:t>819.0507</w:t>
      </w:r>
      <w:r>
        <w:tab/>
        <w:t>1.013e0</w:t>
      </w:r>
    </w:p>
    <w:p w:rsidR="007B2329" w:rsidRDefault="007B2329" w:rsidP="007B2329">
      <w:r>
        <w:t>819.0679</w:t>
      </w:r>
      <w:r>
        <w:tab/>
        <w:t>1.013e0</w:t>
      </w:r>
    </w:p>
    <w:p w:rsidR="007B2329" w:rsidRDefault="007B2329" w:rsidP="007B2329">
      <w:r>
        <w:t>819.0859</w:t>
      </w:r>
      <w:r>
        <w:tab/>
        <w:t>1.013e0</w:t>
      </w:r>
    </w:p>
    <w:p w:rsidR="007B2329" w:rsidRDefault="007B2329" w:rsidP="007B2329">
      <w:r>
        <w:t>819.1223</w:t>
      </w:r>
      <w:r>
        <w:tab/>
        <w:t>7.089e0</w:t>
      </w:r>
    </w:p>
    <w:p w:rsidR="007B2329" w:rsidRDefault="007B2329" w:rsidP="007B2329">
      <w:r>
        <w:t>819.1275</w:t>
      </w:r>
      <w:r>
        <w:tab/>
        <w:t>1.013e0</w:t>
      </w:r>
    </w:p>
    <w:p w:rsidR="007B2329" w:rsidRDefault="007B2329" w:rsidP="007B2329">
      <w:r>
        <w:t>819.1492</w:t>
      </w:r>
      <w:r>
        <w:tab/>
        <w:t>3.038e0</w:t>
      </w:r>
    </w:p>
    <w:p w:rsidR="007B2329" w:rsidRDefault="007B2329" w:rsidP="007B2329">
      <w:r>
        <w:lastRenderedPageBreak/>
        <w:t>819.1807</w:t>
      </w:r>
      <w:r>
        <w:tab/>
        <w:t>2.976e0</w:t>
      </w:r>
    </w:p>
    <w:p w:rsidR="007B2329" w:rsidRDefault="007B2329" w:rsidP="007B2329">
      <w:r>
        <w:t>819.2146</w:t>
      </w:r>
      <w:r>
        <w:tab/>
        <w:t>1.808e0</w:t>
      </w:r>
    </w:p>
    <w:p w:rsidR="007B2329" w:rsidRDefault="007B2329" w:rsidP="007B2329">
      <w:r>
        <w:t>819.2280</w:t>
      </w:r>
      <w:r>
        <w:tab/>
        <w:t>2.954e0</w:t>
      </w:r>
    </w:p>
    <w:p w:rsidR="007B2329" w:rsidRDefault="007B2329" w:rsidP="007B2329">
      <w:r>
        <w:t>819.2293</w:t>
      </w:r>
      <w:r>
        <w:tab/>
        <w:t>2.025e0</w:t>
      </w:r>
    </w:p>
    <w:p w:rsidR="007B2329" w:rsidRDefault="007B2329" w:rsidP="007B2329">
      <w:r>
        <w:t>819.2381</w:t>
      </w:r>
      <w:r>
        <w:tab/>
        <w:t>1.013e0</w:t>
      </w:r>
    </w:p>
    <w:p w:rsidR="007B2329" w:rsidRDefault="007B2329" w:rsidP="007B2329">
      <w:r>
        <w:t>819.2695</w:t>
      </w:r>
      <w:r>
        <w:tab/>
        <w:t>3.886e0</w:t>
      </w:r>
    </w:p>
    <w:p w:rsidR="007B2329" w:rsidRDefault="007B2329" w:rsidP="007B2329">
      <w:r>
        <w:t>819.2723</w:t>
      </w:r>
      <w:r>
        <w:tab/>
        <w:t>1.521e0</w:t>
      </w:r>
    </w:p>
    <w:p w:rsidR="007B2329" w:rsidRDefault="007B2329" w:rsidP="007B2329">
      <w:r>
        <w:t>819.3345</w:t>
      </w:r>
      <w:r>
        <w:tab/>
        <w:t>1.186e0</w:t>
      </w:r>
    </w:p>
    <w:p w:rsidR="007B2329" w:rsidRDefault="007B2329" w:rsidP="007B2329">
      <w:r>
        <w:t>819.3408</w:t>
      </w:r>
      <w:r>
        <w:tab/>
        <w:t>3.038e0</w:t>
      </w:r>
    </w:p>
    <w:p w:rsidR="007B2329" w:rsidRDefault="007B2329" w:rsidP="007B2329">
      <w:r>
        <w:t>819.4736</w:t>
      </w:r>
      <w:r>
        <w:tab/>
        <w:t>1.965e0</w:t>
      </w:r>
    </w:p>
    <w:p w:rsidR="007B2329" w:rsidRDefault="007B2329" w:rsidP="007B2329">
      <w:r>
        <w:t>819.5273</w:t>
      </w:r>
      <w:r>
        <w:tab/>
        <w:t>5.469e0</w:t>
      </w:r>
    </w:p>
    <w:p w:rsidR="007B2329" w:rsidRDefault="007B2329" w:rsidP="007B2329">
      <w:r>
        <w:t>819.5331</w:t>
      </w:r>
      <w:r>
        <w:tab/>
        <w:t>9.047e0</w:t>
      </w:r>
    </w:p>
    <w:p w:rsidR="007B2329" w:rsidRDefault="007B2329" w:rsidP="007B2329">
      <w:r>
        <w:t>819.5942</w:t>
      </w:r>
      <w:r>
        <w:tab/>
        <w:t>1.013e0</w:t>
      </w:r>
    </w:p>
    <w:p w:rsidR="007B2329" w:rsidRDefault="007B2329" w:rsidP="007B2329">
      <w:r>
        <w:t>819.6403</w:t>
      </w:r>
      <w:r>
        <w:tab/>
        <w:t>2.025e0</w:t>
      </w:r>
    </w:p>
    <w:p w:rsidR="007B2329" w:rsidRDefault="007B2329" w:rsidP="007B2329">
      <w:r>
        <w:t>819.6450</w:t>
      </w:r>
      <w:r>
        <w:tab/>
        <w:t>2.342e0</w:t>
      </w:r>
    </w:p>
    <w:p w:rsidR="007B2329" w:rsidRDefault="007B2329" w:rsidP="007B2329">
      <w:r>
        <w:t>819.6597</w:t>
      </w:r>
      <w:r>
        <w:tab/>
        <w:t>3.038e0</w:t>
      </w:r>
    </w:p>
    <w:p w:rsidR="007B2329" w:rsidRDefault="007B2329" w:rsidP="007B2329">
      <w:r>
        <w:t>819.6652</w:t>
      </w:r>
      <w:r>
        <w:tab/>
        <w:t>2.025e0</w:t>
      </w:r>
    </w:p>
    <w:p w:rsidR="007B2329" w:rsidRDefault="007B2329" w:rsidP="007B2329">
      <w:r>
        <w:t>819.6699</w:t>
      </w:r>
      <w:r>
        <w:tab/>
        <w:t>3.212e0</w:t>
      </w:r>
    </w:p>
    <w:p w:rsidR="007B2329" w:rsidRDefault="007B2329" w:rsidP="007B2329">
      <w:r>
        <w:t>819.7072</w:t>
      </w:r>
      <w:r>
        <w:tab/>
        <w:t>2.025e0</w:t>
      </w:r>
    </w:p>
    <w:p w:rsidR="007B2329" w:rsidRDefault="007B2329" w:rsidP="007B2329">
      <w:r>
        <w:lastRenderedPageBreak/>
        <w:t>819.7206</w:t>
      </w:r>
      <w:r>
        <w:tab/>
        <w:t>1.013e0</w:t>
      </w:r>
    </w:p>
    <w:p w:rsidR="007B2329" w:rsidRDefault="007B2329" w:rsidP="007B2329">
      <w:r>
        <w:t>819.7249</w:t>
      </w:r>
      <w:r>
        <w:tab/>
        <w:t>4.051e0</w:t>
      </w:r>
    </w:p>
    <w:p w:rsidR="007B2329" w:rsidRDefault="007B2329" w:rsidP="007B2329">
      <w:r>
        <w:t>819.7959</w:t>
      </w:r>
      <w:r>
        <w:tab/>
        <w:t>6.744e0</w:t>
      </w:r>
    </w:p>
    <w:p w:rsidR="007B2329" w:rsidRDefault="007B2329" w:rsidP="007B2329">
      <w:r>
        <w:t>819.7970</w:t>
      </w:r>
      <w:r>
        <w:tab/>
        <w:t>2.025e0</w:t>
      </w:r>
    </w:p>
    <w:p w:rsidR="007B2329" w:rsidRDefault="007B2329" w:rsidP="007B2329">
      <w:r>
        <w:t>819.8060</w:t>
      </w:r>
      <w:r>
        <w:tab/>
        <w:t>3.033e0</w:t>
      </w:r>
    </w:p>
    <w:p w:rsidR="007B2329" w:rsidRDefault="007B2329" w:rsidP="007B2329">
      <w:r>
        <w:t>819.8102</w:t>
      </w:r>
      <w:r>
        <w:tab/>
        <w:t>3.899e0</w:t>
      </w:r>
    </w:p>
    <w:p w:rsidR="007B2329" w:rsidRDefault="007B2329" w:rsidP="007B2329">
      <w:r>
        <w:t>819.8311</w:t>
      </w:r>
      <w:r>
        <w:tab/>
        <w:t>1.013e0</w:t>
      </w:r>
    </w:p>
    <w:p w:rsidR="007B2329" w:rsidRDefault="007B2329" w:rsidP="007B2329">
      <w:r>
        <w:t>819.8449</w:t>
      </w:r>
      <w:r>
        <w:tab/>
        <w:t>1.989e0</w:t>
      </w:r>
    </w:p>
    <w:p w:rsidR="007B2329" w:rsidRDefault="007B2329" w:rsidP="007B2329">
      <w:r>
        <w:t>819.9003</w:t>
      </w:r>
      <w:r>
        <w:tab/>
        <w:t>1.013e0</w:t>
      </w:r>
    </w:p>
    <w:p w:rsidR="007B2329" w:rsidRDefault="007B2329" w:rsidP="007B2329">
      <w:r>
        <w:t>819.9139</w:t>
      </w:r>
      <w:r>
        <w:tab/>
        <w:t>5.484e0</w:t>
      </w:r>
    </w:p>
    <w:p w:rsidR="007B2329" w:rsidRDefault="007B2329" w:rsidP="007B2329">
      <w:r>
        <w:t>819.9282</w:t>
      </w:r>
      <w:r>
        <w:tab/>
        <w:t>1.013e0</w:t>
      </w:r>
    </w:p>
    <w:p w:rsidR="007B2329" w:rsidRDefault="007B2329" w:rsidP="007B2329">
      <w:r>
        <w:t>819.9610</w:t>
      </w:r>
      <w:r>
        <w:tab/>
        <w:t>2.025e0</w:t>
      </w:r>
    </w:p>
    <w:p w:rsidR="007B2329" w:rsidRDefault="007B2329" w:rsidP="007B2329">
      <w:r>
        <w:t>819.9922</w:t>
      </w:r>
      <w:r>
        <w:tab/>
        <w:t>2.025e0</w:t>
      </w:r>
    </w:p>
    <w:p w:rsidR="007B2329" w:rsidRDefault="007B2329" w:rsidP="007B2329">
      <w:r>
        <w:t>820.0106</w:t>
      </w:r>
      <w:r>
        <w:tab/>
        <w:t>2.025e0</w:t>
      </w:r>
    </w:p>
    <w:p w:rsidR="007B2329" w:rsidRDefault="007B2329" w:rsidP="007B2329">
      <w:r>
        <w:t>820.0162</w:t>
      </w:r>
      <w:r>
        <w:tab/>
        <w:t>1.531e0</w:t>
      </w:r>
    </w:p>
    <w:p w:rsidR="007B2329" w:rsidRDefault="007B2329" w:rsidP="007B2329">
      <w:r>
        <w:t>820.0676</w:t>
      </w:r>
      <w:r>
        <w:tab/>
        <w:t>1.013e0</w:t>
      </w:r>
    </w:p>
    <w:p w:rsidR="007B2329" w:rsidRDefault="007B2329" w:rsidP="007B2329">
      <w:r>
        <w:t>820.0820</w:t>
      </w:r>
      <w:r>
        <w:tab/>
        <w:t>2.025e0</w:t>
      </w:r>
    </w:p>
    <w:p w:rsidR="007B2329" w:rsidRDefault="007B2329" w:rsidP="007B2329">
      <w:r>
        <w:t>820.0934</w:t>
      </w:r>
      <w:r>
        <w:tab/>
        <w:t>1.013e0</w:t>
      </w:r>
    </w:p>
    <w:p w:rsidR="007B2329" w:rsidRDefault="007B2329" w:rsidP="007B2329">
      <w:r>
        <w:t>820.1077</w:t>
      </w:r>
      <w:r>
        <w:tab/>
        <w:t>2.772e0</w:t>
      </w:r>
    </w:p>
    <w:p w:rsidR="007B2329" w:rsidRDefault="007B2329" w:rsidP="007B2329">
      <w:r>
        <w:lastRenderedPageBreak/>
        <w:t>820.1490</w:t>
      </w:r>
      <w:r>
        <w:tab/>
        <w:t>3.038e0</w:t>
      </w:r>
    </w:p>
    <w:p w:rsidR="007B2329" w:rsidRDefault="007B2329" w:rsidP="007B2329">
      <w:r>
        <w:t>820.1890</w:t>
      </w:r>
      <w:r>
        <w:tab/>
        <w:t>4.895e0</w:t>
      </w:r>
    </w:p>
    <w:p w:rsidR="007B2329" w:rsidRDefault="007B2329" w:rsidP="007B2329">
      <w:r>
        <w:t>820.2044</w:t>
      </w:r>
      <w:r>
        <w:tab/>
        <w:t>1.013e0</w:t>
      </w:r>
    </w:p>
    <w:p w:rsidR="007B2329" w:rsidRDefault="007B2329" w:rsidP="007B2329">
      <w:r>
        <w:t>820.2179</w:t>
      </w:r>
      <w:r>
        <w:tab/>
        <w:t>3.754e0</w:t>
      </w:r>
    </w:p>
    <w:p w:rsidR="007B2329" w:rsidRDefault="007B2329" w:rsidP="007B2329">
      <w:r>
        <w:t>820.2371</w:t>
      </w:r>
      <w:r>
        <w:tab/>
        <w:t>2.912e0</w:t>
      </w:r>
    </w:p>
    <w:p w:rsidR="007B2329" w:rsidRDefault="007B2329" w:rsidP="007B2329">
      <w:r>
        <w:t>820.2875</w:t>
      </w:r>
      <w:r>
        <w:tab/>
        <w:t>3.534e0</w:t>
      </w:r>
    </w:p>
    <w:p w:rsidR="007B2329" w:rsidRDefault="007B2329" w:rsidP="007B2329">
      <w:r>
        <w:t>820.3025</w:t>
      </w:r>
      <w:r>
        <w:tab/>
        <w:t>2.025e0</w:t>
      </w:r>
    </w:p>
    <w:p w:rsidR="007B2329" w:rsidRDefault="007B2329" w:rsidP="007B2329">
      <w:r>
        <w:t>820.4147</w:t>
      </w:r>
      <w:r>
        <w:tab/>
        <w:t>1.364e1</w:t>
      </w:r>
    </w:p>
    <w:p w:rsidR="007B2329" w:rsidRDefault="007B2329" w:rsidP="007B2329">
      <w:r>
        <w:t>820.4527</w:t>
      </w:r>
      <w:r>
        <w:tab/>
        <w:t>1.204e1</w:t>
      </w:r>
    </w:p>
    <w:p w:rsidR="007B2329" w:rsidRDefault="007B2329" w:rsidP="007B2329">
      <w:r>
        <w:t>820.4892</w:t>
      </w:r>
      <w:r>
        <w:tab/>
        <w:t>3.467e1</w:t>
      </w:r>
    </w:p>
    <w:p w:rsidR="007B2329" w:rsidRDefault="007B2329" w:rsidP="007B2329">
      <w:r>
        <w:t>820.4931</w:t>
      </w:r>
      <w:r>
        <w:tab/>
        <w:t>2.046e1</w:t>
      </w:r>
    </w:p>
    <w:p w:rsidR="007B2329" w:rsidRDefault="007B2329" w:rsidP="007B2329">
      <w:r>
        <w:t>820.4966</w:t>
      </w:r>
      <w:r>
        <w:tab/>
        <w:t>2.718e1</w:t>
      </w:r>
    </w:p>
    <w:p w:rsidR="007B2329" w:rsidRDefault="007B2329" w:rsidP="007B2329">
      <w:r>
        <w:t>820.5072</w:t>
      </w:r>
      <w:r>
        <w:tab/>
        <w:t>1.513e1</w:t>
      </w:r>
    </w:p>
    <w:p w:rsidR="007B2329" w:rsidRDefault="007B2329" w:rsidP="007B2329">
      <w:r>
        <w:t>820.5221</w:t>
      </w:r>
      <w:r>
        <w:tab/>
        <w:t>1.013e0</w:t>
      </w:r>
    </w:p>
    <w:p w:rsidR="007B2329" w:rsidRDefault="007B2329" w:rsidP="007B2329">
      <w:r>
        <w:t>820.5242</w:t>
      </w:r>
      <w:r>
        <w:tab/>
        <w:t>3.084e1</w:t>
      </w:r>
    </w:p>
    <w:p w:rsidR="007B2329" w:rsidRDefault="007B2329" w:rsidP="007B2329">
      <w:r>
        <w:t>820.5287</w:t>
      </w:r>
      <w:r>
        <w:tab/>
        <w:t>1.765e1</w:t>
      </w:r>
    </w:p>
    <w:p w:rsidR="007B2329" w:rsidRDefault="007B2329" w:rsidP="007B2329">
      <w:r>
        <w:t>820.5651</w:t>
      </w:r>
      <w:r>
        <w:tab/>
        <w:t>9.409e0</w:t>
      </w:r>
    </w:p>
    <w:p w:rsidR="007B2329" w:rsidRDefault="007B2329" w:rsidP="007B2329">
      <w:r>
        <w:t>820.5965</w:t>
      </w:r>
      <w:r>
        <w:tab/>
        <w:t>4.051e0</w:t>
      </w:r>
    </w:p>
    <w:p w:rsidR="007B2329" w:rsidRDefault="007B2329" w:rsidP="007B2329">
      <w:r>
        <w:t>820.6488</w:t>
      </w:r>
      <w:r>
        <w:tab/>
        <w:t>3.573e0</w:t>
      </w:r>
    </w:p>
    <w:p w:rsidR="007B2329" w:rsidRDefault="007B2329" w:rsidP="007B2329">
      <w:r>
        <w:lastRenderedPageBreak/>
        <w:t>820.6505</w:t>
      </w:r>
      <w:r>
        <w:tab/>
        <w:t>5.516e0</w:t>
      </w:r>
    </w:p>
    <w:p w:rsidR="007B2329" w:rsidRDefault="007B2329" w:rsidP="007B2329">
      <w:r>
        <w:t>820.6553</w:t>
      </w:r>
      <w:r>
        <w:tab/>
        <w:t>2.262e0</w:t>
      </w:r>
    </w:p>
    <w:p w:rsidR="007B2329" w:rsidRDefault="007B2329" w:rsidP="007B2329">
      <w:r>
        <w:t>820.6739</w:t>
      </w:r>
      <w:r>
        <w:tab/>
        <w:t>1.013e0</w:t>
      </w:r>
    </w:p>
    <w:p w:rsidR="007B2329" w:rsidRDefault="007B2329" w:rsidP="007B2329">
      <w:r>
        <w:t>820.6990</w:t>
      </w:r>
      <w:r>
        <w:tab/>
        <w:t>2.532e-2</w:t>
      </w:r>
    </w:p>
    <w:p w:rsidR="007B2329" w:rsidRDefault="007B2329" w:rsidP="007B2329">
      <w:r>
        <w:t>820.7151</w:t>
      </w:r>
      <w:r>
        <w:tab/>
        <w:t>1.013e0</w:t>
      </w:r>
    </w:p>
    <w:p w:rsidR="007B2329" w:rsidRDefault="007B2329" w:rsidP="007B2329">
      <w:r>
        <w:t>820.7200</w:t>
      </w:r>
      <w:r>
        <w:tab/>
        <w:t>2.025e0</w:t>
      </w:r>
    </w:p>
    <w:p w:rsidR="007B2329" w:rsidRDefault="007B2329" w:rsidP="007B2329">
      <w:r>
        <w:t>820.7872</w:t>
      </w:r>
      <w:r>
        <w:tab/>
        <w:t>3.834e0</w:t>
      </w:r>
    </w:p>
    <w:p w:rsidR="007B2329" w:rsidRDefault="007B2329" w:rsidP="007B2329">
      <w:r>
        <w:t>820.7965</w:t>
      </w:r>
      <w:r>
        <w:tab/>
        <w:t>2.025e0</w:t>
      </w:r>
    </w:p>
    <w:p w:rsidR="007B2329" w:rsidRDefault="007B2329" w:rsidP="007B2329">
      <w:r>
        <w:t>820.8021</w:t>
      </w:r>
      <w:r>
        <w:tab/>
        <w:t>3.038e0</w:t>
      </w:r>
    </w:p>
    <w:p w:rsidR="007B2329" w:rsidRDefault="007B2329" w:rsidP="007B2329">
      <w:r>
        <w:t>820.8209</w:t>
      </w:r>
      <w:r>
        <w:tab/>
        <w:t>2.025e0</w:t>
      </w:r>
    </w:p>
    <w:p w:rsidR="007B2329" w:rsidRDefault="007B2329" w:rsidP="007B2329">
      <w:r>
        <w:t>820.8463</w:t>
      </w:r>
      <w:r>
        <w:tab/>
        <w:t>4.421e0</w:t>
      </w:r>
    </w:p>
    <w:p w:rsidR="007B2329" w:rsidRDefault="007B2329" w:rsidP="007B2329">
      <w:r>
        <w:t>820.8736</w:t>
      </w:r>
      <w:r>
        <w:tab/>
        <w:t>2.025e0</w:t>
      </w:r>
    </w:p>
    <w:p w:rsidR="007B2329" w:rsidRDefault="007B2329" w:rsidP="007B2329">
      <w:r>
        <w:t>820.8814</w:t>
      </w:r>
      <w:r>
        <w:tab/>
        <w:t>1.013e0</w:t>
      </w:r>
    </w:p>
    <w:p w:rsidR="007B2329" w:rsidRDefault="007B2329" w:rsidP="007B2329">
      <w:r>
        <w:t>820.8948</w:t>
      </w:r>
      <w:r>
        <w:tab/>
        <w:t>1.013e0</w:t>
      </w:r>
    </w:p>
    <w:p w:rsidR="007B2329" w:rsidRDefault="007B2329" w:rsidP="007B2329">
      <w:r>
        <w:t>820.9363</w:t>
      </w:r>
      <w:r>
        <w:tab/>
        <w:t>1.013e0</w:t>
      </w:r>
    </w:p>
    <w:p w:rsidR="007B2329" w:rsidRDefault="007B2329" w:rsidP="007B2329">
      <w:r>
        <w:t>820.9720</w:t>
      </w:r>
      <w:r>
        <w:tab/>
        <w:t>2.025e0</w:t>
      </w:r>
    </w:p>
    <w:p w:rsidR="007B2329" w:rsidRDefault="007B2329" w:rsidP="007B2329">
      <w:r>
        <w:t>820.9970</w:t>
      </w:r>
      <w:r>
        <w:tab/>
        <w:t>3.038e0</w:t>
      </w:r>
    </w:p>
    <w:p w:rsidR="007B2329" w:rsidRDefault="007B2329" w:rsidP="007B2329">
      <w:r>
        <w:t>821.0020</w:t>
      </w:r>
      <w:r>
        <w:tab/>
        <w:t>1.599e0</w:t>
      </w:r>
    </w:p>
    <w:p w:rsidR="007B2329" w:rsidRDefault="007B2329" w:rsidP="007B2329">
      <w:r>
        <w:t>821.0193</w:t>
      </w:r>
      <w:r>
        <w:tab/>
        <w:t>2.025e0</w:t>
      </w:r>
    </w:p>
    <w:p w:rsidR="007B2329" w:rsidRDefault="007B2329" w:rsidP="007B2329">
      <w:r>
        <w:lastRenderedPageBreak/>
        <w:t>821.0331</w:t>
      </w:r>
      <w:r>
        <w:tab/>
        <w:t>1.013e0</w:t>
      </w:r>
    </w:p>
    <w:p w:rsidR="007B2329" w:rsidRDefault="007B2329" w:rsidP="007B2329">
      <w:r>
        <w:t>821.0428</w:t>
      </w:r>
      <w:r>
        <w:tab/>
        <w:t>2.025e0</w:t>
      </w:r>
    </w:p>
    <w:p w:rsidR="007B2329" w:rsidRDefault="007B2329" w:rsidP="007B2329">
      <w:r>
        <w:t>821.0886</w:t>
      </w:r>
      <w:r>
        <w:tab/>
        <w:t>2.025e0</w:t>
      </w:r>
    </w:p>
    <w:p w:rsidR="007B2329" w:rsidRDefault="007B2329" w:rsidP="007B2329">
      <w:r>
        <w:t>821.0936</w:t>
      </w:r>
      <w:r>
        <w:tab/>
        <w:t>2.025e0</w:t>
      </w:r>
    </w:p>
    <w:p w:rsidR="007B2329" w:rsidRDefault="007B2329" w:rsidP="007B2329">
      <w:r>
        <w:t>821.1026</w:t>
      </w:r>
      <w:r>
        <w:tab/>
        <w:t>1.013e0</w:t>
      </w:r>
    </w:p>
    <w:p w:rsidR="007B2329" w:rsidRDefault="007B2329" w:rsidP="007B2329">
      <w:r>
        <w:t>821.1187</w:t>
      </w:r>
      <w:r>
        <w:tab/>
        <w:t>1.013e0</w:t>
      </w:r>
    </w:p>
    <w:p w:rsidR="007B2329" w:rsidRDefault="007B2329" w:rsidP="007B2329">
      <w:r>
        <w:t>821.1575</w:t>
      </w:r>
      <w:r>
        <w:tab/>
        <w:t>2.025e0</w:t>
      </w:r>
    </w:p>
    <w:p w:rsidR="007B2329" w:rsidRDefault="007B2329" w:rsidP="007B2329">
      <w:r>
        <w:t>821.1782</w:t>
      </w:r>
      <w:r>
        <w:tab/>
        <w:t>1.980e0</w:t>
      </w:r>
    </w:p>
    <w:p w:rsidR="007B2329" w:rsidRDefault="007B2329" w:rsidP="007B2329">
      <w:r>
        <w:t>821.1854</w:t>
      </w:r>
      <w:r>
        <w:tab/>
        <w:t>2.025e0</w:t>
      </w:r>
    </w:p>
    <w:p w:rsidR="007B2329" w:rsidRDefault="007B2329" w:rsidP="007B2329">
      <w:r>
        <w:t>821.1913</w:t>
      </w:r>
      <w:r>
        <w:tab/>
        <w:t>3.013e0</w:t>
      </w:r>
    </w:p>
    <w:p w:rsidR="007B2329" w:rsidRDefault="007B2329" w:rsidP="007B2329">
      <w:r>
        <w:t>821.2009</w:t>
      </w:r>
      <w:r>
        <w:tab/>
        <w:t>2.025e0</w:t>
      </w:r>
    </w:p>
    <w:p w:rsidR="007B2329" w:rsidRDefault="007B2329" w:rsidP="007B2329">
      <w:r>
        <w:t>821.2105</w:t>
      </w:r>
      <w:r>
        <w:tab/>
        <w:t>2.025e0</w:t>
      </w:r>
    </w:p>
    <w:p w:rsidR="007B2329" w:rsidRDefault="007B2329" w:rsidP="007B2329">
      <w:r>
        <w:t>821.2130</w:t>
      </w:r>
      <w:r>
        <w:tab/>
        <w:t>1.013e0</w:t>
      </w:r>
    </w:p>
    <w:p w:rsidR="007B2329" w:rsidRDefault="007B2329" w:rsidP="007B2329">
      <w:r>
        <w:t>821.3096</w:t>
      </w:r>
      <w:r>
        <w:tab/>
        <w:t>1.013e0</w:t>
      </w:r>
    </w:p>
    <w:p w:rsidR="007B2329" w:rsidRDefault="007B2329" w:rsidP="007B2329">
      <w:r>
        <w:t>821.3239</w:t>
      </w:r>
      <w:r>
        <w:tab/>
        <w:t>1.013e0</w:t>
      </w:r>
    </w:p>
    <w:p w:rsidR="007B2329" w:rsidRDefault="007B2329" w:rsidP="007B2329">
      <w:r>
        <w:t>821.4252</w:t>
      </w:r>
      <w:r>
        <w:tab/>
        <w:t>5.063e0</w:t>
      </w:r>
    </w:p>
    <w:p w:rsidR="007B2329" w:rsidRDefault="007B2329" w:rsidP="007B2329">
      <w:r>
        <w:t>821.4289</w:t>
      </w:r>
      <w:r>
        <w:tab/>
        <w:t>4.464e0</w:t>
      </w:r>
    </w:p>
    <w:p w:rsidR="007B2329" w:rsidRDefault="007B2329" w:rsidP="007B2329">
      <w:r>
        <w:t>821.4335</w:t>
      </w:r>
      <w:r>
        <w:tab/>
        <w:t>1.750e1</w:t>
      </w:r>
    </w:p>
    <w:p w:rsidR="007B2329" w:rsidRDefault="007B2329" w:rsidP="007B2329">
      <w:r>
        <w:t>821.4431</w:t>
      </w:r>
      <w:r>
        <w:tab/>
        <w:t>1.718e2</w:t>
      </w:r>
    </w:p>
    <w:p w:rsidR="007B2329" w:rsidRDefault="007B2329" w:rsidP="007B2329">
      <w:r>
        <w:lastRenderedPageBreak/>
        <w:t>821.4485</w:t>
      </w:r>
      <w:r>
        <w:tab/>
        <w:t>1.410e2</w:t>
      </w:r>
    </w:p>
    <w:p w:rsidR="007B2329" w:rsidRDefault="007B2329" w:rsidP="007B2329">
      <w:r>
        <w:t>821.4578</w:t>
      </w:r>
      <w:r>
        <w:tab/>
        <w:t>3.312e1</w:t>
      </w:r>
    </w:p>
    <w:p w:rsidR="007B2329" w:rsidRDefault="007B2329" w:rsidP="007B2329">
      <w:r>
        <w:t>821.5283</w:t>
      </w:r>
      <w:r>
        <w:tab/>
        <w:t>6.120e0</w:t>
      </w:r>
    </w:p>
    <w:p w:rsidR="007B2329" w:rsidRDefault="007B2329" w:rsidP="007B2329">
      <w:r>
        <w:t>821.5301</w:t>
      </w:r>
      <w:r>
        <w:tab/>
        <w:t>2.967e0</w:t>
      </w:r>
    </w:p>
    <w:p w:rsidR="007B2329" w:rsidRDefault="007B2329" w:rsidP="007B2329">
      <w:r>
        <w:t>821.5730</w:t>
      </w:r>
      <w:r>
        <w:tab/>
        <w:t>1.519e0</w:t>
      </w:r>
    </w:p>
    <w:p w:rsidR="007B2329" w:rsidRDefault="007B2329" w:rsidP="007B2329">
      <w:r>
        <w:t>821.6165</w:t>
      </w:r>
      <w:r>
        <w:tab/>
        <w:t>3.040e0</w:t>
      </w:r>
    </w:p>
    <w:p w:rsidR="007B2329" w:rsidRDefault="007B2329" w:rsidP="007B2329">
      <w:r>
        <w:t>821.6176</w:t>
      </w:r>
      <w:r>
        <w:tab/>
        <w:t>1.212e0</w:t>
      </w:r>
    </w:p>
    <w:p w:rsidR="007B2329" w:rsidRDefault="007B2329" w:rsidP="007B2329">
      <w:r>
        <w:t>821.6693</w:t>
      </w:r>
      <w:r>
        <w:tab/>
        <w:t>1.013e0</w:t>
      </w:r>
    </w:p>
    <w:p w:rsidR="007B2329" w:rsidRDefault="007B2329" w:rsidP="007B2329">
      <w:r>
        <w:t>821.6790</w:t>
      </w:r>
      <w:r>
        <w:tab/>
        <w:t>1.013e0</w:t>
      </w:r>
    </w:p>
    <w:p w:rsidR="007B2329" w:rsidRDefault="007B2329" w:rsidP="007B2329">
      <w:r>
        <w:t>821.7006</w:t>
      </w:r>
      <w:r>
        <w:tab/>
        <w:t>5.063e0</w:t>
      </w:r>
    </w:p>
    <w:p w:rsidR="007B2329" w:rsidRDefault="007B2329" w:rsidP="007B2329">
      <w:r>
        <w:t>821.7106</w:t>
      </w:r>
      <w:r>
        <w:tab/>
        <w:t>6.676e0</w:t>
      </w:r>
    </w:p>
    <w:p w:rsidR="007B2329" w:rsidRDefault="007B2329" w:rsidP="007B2329">
      <w:r>
        <w:t>821.7384</w:t>
      </w:r>
      <w:r>
        <w:tab/>
        <w:t>1.482e0</w:t>
      </w:r>
    </w:p>
    <w:p w:rsidR="007B2329" w:rsidRDefault="007B2329" w:rsidP="007B2329">
      <w:r>
        <w:t>821.7595</w:t>
      </w:r>
      <w:r>
        <w:tab/>
        <w:t>3.038e0</w:t>
      </w:r>
    </w:p>
    <w:p w:rsidR="007B2329" w:rsidRDefault="007B2329" w:rsidP="007B2329">
      <w:r>
        <w:t>821.7792</w:t>
      </w:r>
      <w:r>
        <w:tab/>
        <w:t>2.025e0</w:t>
      </w:r>
    </w:p>
    <w:p w:rsidR="007B2329" w:rsidRDefault="007B2329" w:rsidP="007B2329">
      <w:r>
        <w:t>821.7972</w:t>
      </w:r>
      <w:r>
        <w:tab/>
        <w:t>1.013e0</w:t>
      </w:r>
    </w:p>
    <w:p w:rsidR="007B2329" w:rsidRDefault="007B2329" w:rsidP="007B2329">
      <w:r>
        <w:t>821.8268</w:t>
      </w:r>
      <w:r>
        <w:tab/>
        <w:t>1.832e0</w:t>
      </w:r>
    </w:p>
    <w:p w:rsidR="007B2329" w:rsidRDefault="007B2329" w:rsidP="007B2329">
      <w:r>
        <w:t>821.8492</w:t>
      </w:r>
      <w:r>
        <w:tab/>
        <w:t>3.490e0</w:t>
      </w:r>
    </w:p>
    <w:p w:rsidR="007B2329" w:rsidRDefault="007B2329" w:rsidP="007B2329">
      <w:r>
        <w:t>821.8569</w:t>
      </w:r>
      <w:r>
        <w:tab/>
        <w:t>2.025e0</w:t>
      </w:r>
    </w:p>
    <w:p w:rsidR="007B2329" w:rsidRDefault="007B2329" w:rsidP="007B2329">
      <w:r>
        <w:t>821.8799</w:t>
      </w:r>
      <w:r>
        <w:tab/>
        <w:t>4.051e0</w:t>
      </w:r>
    </w:p>
    <w:p w:rsidR="007B2329" w:rsidRDefault="007B2329" w:rsidP="007B2329">
      <w:r>
        <w:lastRenderedPageBreak/>
        <w:t>821.9193</w:t>
      </w:r>
      <w:r>
        <w:tab/>
        <w:t>2.825e0</w:t>
      </w:r>
    </w:p>
    <w:p w:rsidR="007B2329" w:rsidRDefault="007B2329" w:rsidP="007B2329">
      <w:r>
        <w:t>821.9326</w:t>
      </w:r>
      <w:r>
        <w:tab/>
        <w:t>5.063e0</w:t>
      </w:r>
    </w:p>
    <w:p w:rsidR="007B2329" w:rsidRDefault="007B2329" w:rsidP="007B2329">
      <w:r>
        <w:t>821.9363</w:t>
      </w:r>
      <w:r>
        <w:tab/>
        <w:t>3.067e0</w:t>
      </w:r>
    </w:p>
    <w:p w:rsidR="007B2329" w:rsidRDefault="007B2329" w:rsidP="007B2329">
      <w:r>
        <w:t>822.0090</w:t>
      </w:r>
      <w:r>
        <w:tab/>
        <w:t>2.025e0</w:t>
      </w:r>
    </w:p>
    <w:p w:rsidR="007B2329" w:rsidRDefault="007B2329" w:rsidP="007B2329">
      <w:r>
        <w:t>822.0461</w:t>
      </w:r>
      <w:r>
        <w:tab/>
        <w:t>2.025e0</w:t>
      </w:r>
    </w:p>
    <w:p w:rsidR="007B2329" w:rsidRDefault="007B2329" w:rsidP="007B2329">
      <w:r>
        <w:t>822.0978</w:t>
      </w:r>
      <w:r>
        <w:tab/>
        <w:t>9.050e0</w:t>
      </w:r>
    </w:p>
    <w:p w:rsidR="007B2329" w:rsidRDefault="007B2329" w:rsidP="007B2329">
      <w:r>
        <w:t>822.1025</w:t>
      </w:r>
      <w:r>
        <w:tab/>
        <w:t>1.013e0</w:t>
      </w:r>
    </w:p>
    <w:p w:rsidR="007B2329" w:rsidRDefault="007B2329" w:rsidP="007B2329">
      <w:r>
        <w:t>822.1122</w:t>
      </w:r>
      <w:r>
        <w:tab/>
        <w:t>3.038e0</w:t>
      </w:r>
    </w:p>
    <w:p w:rsidR="007B2329" w:rsidRDefault="007B2329" w:rsidP="007B2329">
      <w:r>
        <w:t>822.1201</w:t>
      </w:r>
      <w:r>
        <w:tab/>
        <w:t>1.013e0</w:t>
      </w:r>
    </w:p>
    <w:p w:rsidR="007B2329" w:rsidRDefault="007B2329" w:rsidP="007B2329">
      <w:r>
        <w:t>822.1746</w:t>
      </w:r>
      <w:r>
        <w:tab/>
        <w:t>4.050e0</w:t>
      </w:r>
    </w:p>
    <w:p w:rsidR="007B2329" w:rsidRDefault="007B2329" w:rsidP="007B2329">
      <w:r>
        <w:t>822.1760</w:t>
      </w:r>
      <w:r>
        <w:tab/>
        <w:t>4.051e0</w:t>
      </w:r>
    </w:p>
    <w:p w:rsidR="007B2329" w:rsidRDefault="007B2329" w:rsidP="007B2329">
      <w:r>
        <w:t>822.1776</w:t>
      </w:r>
      <w:r>
        <w:tab/>
        <w:t>1.357e0</w:t>
      </w:r>
    </w:p>
    <w:p w:rsidR="007B2329" w:rsidRDefault="007B2329" w:rsidP="007B2329">
      <w:r>
        <w:t>822.1813</w:t>
      </w:r>
      <w:r>
        <w:tab/>
        <w:t>1.013e0</w:t>
      </w:r>
    </w:p>
    <w:p w:rsidR="007B2329" w:rsidRDefault="007B2329" w:rsidP="007B2329">
      <w:r>
        <w:t>822.2092</w:t>
      </w:r>
      <w:r>
        <w:tab/>
        <w:t>2.025e0</w:t>
      </w:r>
    </w:p>
    <w:p w:rsidR="007B2329" w:rsidRDefault="007B2329" w:rsidP="007B2329">
      <w:r>
        <w:t>822.2407</w:t>
      </w:r>
      <w:r>
        <w:tab/>
        <w:t>2.792e0</w:t>
      </w:r>
    </w:p>
    <w:p w:rsidR="007B2329" w:rsidRDefault="007B2329" w:rsidP="007B2329">
      <w:r>
        <w:t>822.2828</w:t>
      </w:r>
      <w:r>
        <w:tab/>
        <w:t>4.015e0</w:t>
      </w:r>
    </w:p>
    <w:p w:rsidR="007B2329" w:rsidRDefault="007B2329" w:rsidP="007B2329">
      <w:r>
        <w:t>822.3176</w:t>
      </w:r>
      <w:r>
        <w:tab/>
        <w:t>4.997e0</w:t>
      </w:r>
    </w:p>
    <w:p w:rsidR="007B2329" w:rsidRDefault="007B2329" w:rsidP="007B2329">
      <w:r>
        <w:t>822.3340</w:t>
      </w:r>
      <w:r>
        <w:tab/>
        <w:t>2.025e0</w:t>
      </w:r>
    </w:p>
    <w:p w:rsidR="007B2329" w:rsidRDefault="007B2329" w:rsidP="007B2329">
      <w:r>
        <w:t>822.3424</w:t>
      </w:r>
      <w:r>
        <w:tab/>
        <w:t>7.730e0</w:t>
      </w:r>
    </w:p>
    <w:p w:rsidR="007B2329" w:rsidRDefault="007B2329" w:rsidP="007B2329">
      <w:r>
        <w:lastRenderedPageBreak/>
        <w:t>822.3487</w:t>
      </w:r>
      <w:r>
        <w:tab/>
        <w:t>8.202e0</w:t>
      </w:r>
    </w:p>
    <w:p w:rsidR="007B2329" w:rsidRDefault="007B2329" w:rsidP="007B2329">
      <w:r>
        <w:t>822.3502</w:t>
      </w:r>
      <w:r>
        <w:tab/>
        <w:t>1.933e1</w:t>
      </w:r>
    </w:p>
    <w:p w:rsidR="007B2329" w:rsidRDefault="007B2329" w:rsidP="007B2329">
      <w:r>
        <w:t>822.3565</w:t>
      </w:r>
      <w:r>
        <w:tab/>
        <w:t>2.213e1</w:t>
      </w:r>
    </w:p>
    <w:p w:rsidR="007B2329" w:rsidRDefault="007B2329" w:rsidP="007B2329">
      <w:r>
        <w:t>822.3822</w:t>
      </w:r>
      <w:r>
        <w:tab/>
        <w:t>2.025e0</w:t>
      </w:r>
    </w:p>
    <w:p w:rsidR="007B2329" w:rsidRDefault="007B2329" w:rsidP="007B2329">
      <w:r>
        <w:t>822.4252</w:t>
      </w:r>
      <w:r>
        <w:tab/>
        <w:t>1.013e0</w:t>
      </w:r>
    </w:p>
    <w:p w:rsidR="007B2329" w:rsidRDefault="007B2329" w:rsidP="007B2329">
      <w:r>
        <w:t>822.4333</w:t>
      </w:r>
      <w:r>
        <w:tab/>
        <w:t>4.851e0</w:t>
      </w:r>
    </w:p>
    <w:p w:rsidR="007B2329" w:rsidRDefault="007B2329" w:rsidP="007B2329">
      <w:r>
        <w:t>822.4365</w:t>
      </w:r>
      <w:r>
        <w:tab/>
        <w:t>2.321e1</w:t>
      </w:r>
    </w:p>
    <w:p w:rsidR="007B2329" w:rsidRDefault="007B2329" w:rsidP="007B2329">
      <w:r>
        <w:t>822.4402</w:t>
      </w:r>
      <w:r>
        <w:tab/>
        <w:t>8.132e0</w:t>
      </w:r>
    </w:p>
    <w:p w:rsidR="007B2329" w:rsidRDefault="007B2329" w:rsidP="007B2329">
      <w:r>
        <w:t>822.4425</w:t>
      </w:r>
      <w:r>
        <w:tab/>
        <w:t>5.839e1</w:t>
      </w:r>
    </w:p>
    <w:p w:rsidR="007B2329" w:rsidRDefault="007B2329" w:rsidP="007B2329">
      <w:r>
        <w:t>822.4465</w:t>
      </w:r>
      <w:r>
        <w:tab/>
        <w:t>3.087e1</w:t>
      </w:r>
    </w:p>
    <w:p w:rsidR="007B2329" w:rsidRDefault="007B2329" w:rsidP="007B2329">
      <w:r>
        <w:t>822.4601</w:t>
      </w:r>
      <w:r>
        <w:tab/>
        <w:t>2.370e1</w:t>
      </w:r>
    </w:p>
    <w:p w:rsidR="007B2329" w:rsidRDefault="007B2329" w:rsidP="007B2329">
      <w:r>
        <w:t>822.5256</w:t>
      </w:r>
      <w:r>
        <w:tab/>
        <w:t>3.379e0</w:t>
      </w:r>
    </w:p>
    <w:p w:rsidR="007B2329" w:rsidRDefault="007B2329" w:rsidP="007B2329">
      <w:r>
        <w:t>822.5388</w:t>
      </w:r>
      <w:r>
        <w:tab/>
        <w:t>5.672e0</w:t>
      </w:r>
    </w:p>
    <w:p w:rsidR="007B2329" w:rsidRDefault="007B2329" w:rsidP="007B2329">
      <w:r>
        <w:t>822.5425</w:t>
      </w:r>
      <w:r>
        <w:tab/>
        <w:t>1.013e0</w:t>
      </w:r>
    </w:p>
    <w:p w:rsidR="007B2329" w:rsidRDefault="007B2329" w:rsidP="007B2329">
      <w:r>
        <w:t>822.5556</w:t>
      </w:r>
      <w:r>
        <w:tab/>
        <w:t>1.013e0</w:t>
      </w:r>
    </w:p>
    <w:p w:rsidR="007B2329" w:rsidRDefault="007B2329" w:rsidP="007B2329">
      <w:r>
        <w:t>822.6337</w:t>
      </w:r>
      <w:r>
        <w:tab/>
        <w:t>4.051e0</w:t>
      </w:r>
    </w:p>
    <w:p w:rsidR="007B2329" w:rsidRDefault="007B2329" w:rsidP="007B2329">
      <w:r>
        <w:t>822.6513</w:t>
      </w:r>
      <w:r>
        <w:tab/>
        <w:t>2.025e0</w:t>
      </w:r>
    </w:p>
    <w:p w:rsidR="007B2329" w:rsidRDefault="007B2329" w:rsidP="007B2329">
      <w:r>
        <w:t>822.6607</w:t>
      </w:r>
      <w:r>
        <w:tab/>
        <w:t>2.796e0</w:t>
      </w:r>
    </w:p>
    <w:p w:rsidR="007B2329" w:rsidRDefault="007B2329" w:rsidP="007B2329">
      <w:r>
        <w:t>822.6976</w:t>
      </w:r>
      <w:r>
        <w:tab/>
        <w:t>4.575e0</w:t>
      </w:r>
    </w:p>
    <w:p w:rsidR="007B2329" w:rsidRDefault="007B2329" w:rsidP="007B2329">
      <w:r>
        <w:lastRenderedPageBreak/>
        <w:t>822.7214</w:t>
      </w:r>
      <w:r>
        <w:tab/>
        <w:t>1.013e0</w:t>
      </w:r>
    </w:p>
    <w:p w:rsidR="007B2329" w:rsidRDefault="007B2329" w:rsidP="007B2329">
      <w:r>
        <w:t>822.7407</w:t>
      </w:r>
      <w:r>
        <w:tab/>
        <w:t>3.038e0</w:t>
      </w:r>
    </w:p>
    <w:p w:rsidR="007B2329" w:rsidRDefault="007B2329" w:rsidP="007B2329">
      <w:r>
        <w:t>822.7491</w:t>
      </w:r>
      <w:r>
        <w:tab/>
        <w:t>2.912e0</w:t>
      </w:r>
    </w:p>
    <w:p w:rsidR="007B2329" w:rsidRDefault="007B2329" w:rsidP="007B2329">
      <w:r>
        <w:t>822.7701</w:t>
      </w:r>
      <w:r>
        <w:tab/>
        <w:t>3.038e0</w:t>
      </w:r>
    </w:p>
    <w:p w:rsidR="007B2329" w:rsidRDefault="007B2329" w:rsidP="007B2329">
      <w:r>
        <w:t>822.8322</w:t>
      </w:r>
      <w:r>
        <w:tab/>
        <w:t>3.038e0</w:t>
      </w:r>
    </w:p>
    <w:p w:rsidR="007B2329" w:rsidRDefault="007B2329" w:rsidP="007B2329">
      <w:r>
        <w:t>822.8530</w:t>
      </w:r>
      <w:r>
        <w:tab/>
        <w:t>1.025e0</w:t>
      </w:r>
    </w:p>
    <w:p w:rsidR="007B2329" w:rsidRDefault="007B2329" w:rsidP="007B2329">
      <w:r>
        <w:t>822.8804</w:t>
      </w:r>
      <w:r>
        <w:tab/>
        <w:t>1.364e0</w:t>
      </w:r>
    </w:p>
    <w:p w:rsidR="007B2329" w:rsidRDefault="007B2329" w:rsidP="007B2329">
      <w:r>
        <w:t>822.9050</w:t>
      </w:r>
      <w:r>
        <w:tab/>
        <w:t>3.963e0</w:t>
      </w:r>
    </w:p>
    <w:p w:rsidR="007B2329" w:rsidRDefault="007B2329" w:rsidP="007B2329">
      <w:r>
        <w:t>822.9158</w:t>
      </w:r>
      <w:r>
        <w:tab/>
        <w:t>1.013e0</w:t>
      </w:r>
    </w:p>
    <w:p w:rsidR="007B2329" w:rsidRDefault="007B2329" w:rsidP="007B2329">
      <w:r>
        <w:t>822.9266</w:t>
      </w:r>
      <w:r>
        <w:tab/>
        <w:t>4.088e0</w:t>
      </w:r>
    </w:p>
    <w:p w:rsidR="007B2329" w:rsidRDefault="007B2329" w:rsidP="007B2329">
      <w:r>
        <w:t>822.9308</w:t>
      </w:r>
      <w:r>
        <w:tab/>
        <w:t>3.038e0</w:t>
      </w:r>
    </w:p>
    <w:p w:rsidR="007B2329" w:rsidRDefault="007B2329" w:rsidP="007B2329">
      <w:r>
        <w:t>822.9553</w:t>
      </w:r>
      <w:r>
        <w:tab/>
        <w:t>3.038e0</w:t>
      </w:r>
    </w:p>
    <w:p w:rsidR="007B2329" w:rsidRDefault="007B2329" w:rsidP="007B2329">
      <w:r>
        <w:t>822.9620</w:t>
      </w:r>
      <w:r>
        <w:tab/>
        <w:t>2.025e0</w:t>
      </w:r>
    </w:p>
    <w:p w:rsidR="007B2329" w:rsidRDefault="007B2329" w:rsidP="007B2329">
      <w:r>
        <w:t>823.0146</w:t>
      </w:r>
      <w:r>
        <w:tab/>
        <w:t>2.025e0</w:t>
      </w:r>
    </w:p>
    <w:p w:rsidR="007B2329" w:rsidRDefault="007B2329" w:rsidP="007B2329">
      <w:r>
        <w:t>823.0264</w:t>
      </w:r>
      <w:r>
        <w:tab/>
        <w:t>1.013e0</w:t>
      </w:r>
    </w:p>
    <w:p w:rsidR="007B2329" w:rsidRDefault="007B2329" w:rsidP="007B2329">
      <w:r>
        <w:t>823.0308</w:t>
      </w:r>
      <w:r>
        <w:tab/>
        <w:t>3.038e0</w:t>
      </w:r>
    </w:p>
    <w:p w:rsidR="007B2329" w:rsidRDefault="007B2329" w:rsidP="007B2329">
      <w:r>
        <w:t>823.0461</w:t>
      </w:r>
      <w:r>
        <w:tab/>
        <w:t>2.025e0</w:t>
      </w:r>
    </w:p>
    <w:p w:rsidR="007B2329" w:rsidRDefault="007B2329" w:rsidP="007B2329">
      <w:r>
        <w:t>823.0682</w:t>
      </w:r>
      <w:r>
        <w:tab/>
        <w:t>1.013e0</w:t>
      </w:r>
    </w:p>
    <w:p w:rsidR="007B2329" w:rsidRDefault="007B2329" w:rsidP="007B2329">
      <w:r>
        <w:t>823.0994</w:t>
      </w:r>
      <w:r>
        <w:tab/>
        <w:t>3.038e0</w:t>
      </w:r>
    </w:p>
    <w:p w:rsidR="007B2329" w:rsidRDefault="007B2329" w:rsidP="007B2329">
      <w:r>
        <w:lastRenderedPageBreak/>
        <w:t>823.1152</w:t>
      </w:r>
      <w:r>
        <w:tab/>
        <w:t>2.025e0</w:t>
      </w:r>
    </w:p>
    <w:p w:rsidR="007B2329" w:rsidRDefault="007B2329" w:rsidP="007B2329">
      <w:r>
        <w:t>823.1204</w:t>
      </w:r>
      <w:r>
        <w:tab/>
        <w:t>1.013e0</w:t>
      </w:r>
    </w:p>
    <w:p w:rsidR="007B2329" w:rsidRDefault="007B2329" w:rsidP="007B2329">
      <w:r>
        <w:t>823.1234</w:t>
      </w:r>
      <w:r>
        <w:tab/>
        <w:t>1.013e0</w:t>
      </w:r>
    </w:p>
    <w:p w:rsidR="007B2329" w:rsidRDefault="007B2329" w:rsidP="007B2329">
      <w:r>
        <w:t>823.1373</w:t>
      </w:r>
      <w:r>
        <w:tab/>
        <w:t>1.013e0</w:t>
      </w:r>
    </w:p>
    <w:p w:rsidR="007B2329" w:rsidRDefault="007B2329" w:rsidP="007B2329">
      <w:r>
        <w:t>823.1971</w:t>
      </w:r>
      <w:r>
        <w:tab/>
        <w:t>2.025e0</w:t>
      </w:r>
    </w:p>
    <w:p w:rsidR="007B2329" w:rsidRDefault="007B2329" w:rsidP="007B2329">
      <w:r>
        <w:t>823.2011</w:t>
      </w:r>
      <w:r>
        <w:tab/>
        <w:t>5.886e0</w:t>
      </w:r>
    </w:p>
    <w:p w:rsidR="007B2329" w:rsidRDefault="007B2329" w:rsidP="007B2329">
      <w:r>
        <w:t>823.2031</w:t>
      </w:r>
      <w:r>
        <w:tab/>
        <w:t>1.772e0</w:t>
      </w:r>
    </w:p>
    <w:p w:rsidR="007B2329" w:rsidRDefault="007B2329" w:rsidP="007B2329">
      <w:r>
        <w:t>823.2125</w:t>
      </w:r>
      <w:r>
        <w:tab/>
        <w:t>7.693e0</w:t>
      </w:r>
    </w:p>
    <w:p w:rsidR="007B2329" w:rsidRDefault="007B2329" w:rsidP="007B2329">
      <w:r>
        <w:t>823.2274</w:t>
      </w:r>
      <w:r>
        <w:tab/>
        <w:t>2.025e0</w:t>
      </w:r>
    </w:p>
    <w:p w:rsidR="007B2329" w:rsidRDefault="007B2329" w:rsidP="007B2329">
      <w:r>
        <w:t>823.3038</w:t>
      </w:r>
      <w:r>
        <w:tab/>
        <w:t>2.025e0</w:t>
      </w:r>
    </w:p>
    <w:p w:rsidR="007B2329" w:rsidRDefault="007B2329" w:rsidP="007B2329">
      <w:r>
        <w:t>823.3219</w:t>
      </w:r>
      <w:r>
        <w:tab/>
        <w:t>6.831e0</w:t>
      </w:r>
    </w:p>
    <w:p w:rsidR="007B2329" w:rsidRDefault="007B2329" w:rsidP="007B2329">
      <w:r>
        <w:t>823.3608</w:t>
      </w:r>
      <w:r>
        <w:tab/>
        <w:t>7.309e0</w:t>
      </w:r>
    </w:p>
    <w:p w:rsidR="007B2329" w:rsidRDefault="007B2329" w:rsidP="007B2329">
      <w:r>
        <w:t>823.3749</w:t>
      </w:r>
      <w:r>
        <w:tab/>
        <w:t>8.855e0</w:t>
      </w:r>
    </w:p>
    <w:p w:rsidR="007B2329" w:rsidRDefault="007B2329" w:rsidP="007B2329">
      <w:r>
        <w:t>823.3807</w:t>
      </w:r>
      <w:r>
        <w:tab/>
        <w:t>4.051e0</w:t>
      </w:r>
    </w:p>
    <w:p w:rsidR="007B2329" w:rsidRDefault="007B2329" w:rsidP="007B2329">
      <w:r>
        <w:t>823.4003</w:t>
      </w:r>
      <w:r>
        <w:tab/>
        <w:t>7.019e0</w:t>
      </w:r>
    </w:p>
    <w:p w:rsidR="007B2329" w:rsidRDefault="007B2329" w:rsidP="007B2329">
      <w:r>
        <w:t>823.4477</w:t>
      </w:r>
      <w:r>
        <w:tab/>
        <w:t>2.010e0</w:t>
      </w:r>
    </w:p>
    <w:p w:rsidR="007B2329" w:rsidRDefault="007B2329" w:rsidP="007B2329">
      <w:r>
        <w:t>823.4556</w:t>
      </w:r>
      <w:r>
        <w:tab/>
        <w:t>7.730e0</w:t>
      </w:r>
    </w:p>
    <w:p w:rsidR="007B2329" w:rsidRDefault="007B2329" w:rsidP="007B2329">
      <w:r>
        <w:t>823.4576</w:t>
      </w:r>
      <w:r>
        <w:tab/>
        <w:t>2.025e0</w:t>
      </w:r>
    </w:p>
    <w:p w:rsidR="007B2329" w:rsidRDefault="007B2329" w:rsidP="007B2329">
      <w:r>
        <w:t>823.4917</w:t>
      </w:r>
      <w:r>
        <w:tab/>
        <w:t>9.817e0</w:t>
      </w:r>
    </w:p>
    <w:p w:rsidR="007B2329" w:rsidRDefault="007B2329" w:rsidP="007B2329">
      <w:r>
        <w:lastRenderedPageBreak/>
        <w:t>823.4979</w:t>
      </w:r>
      <w:r>
        <w:tab/>
        <w:t>1.013e0</w:t>
      </w:r>
    </w:p>
    <w:p w:rsidR="007B2329" w:rsidRDefault="007B2329" w:rsidP="007B2329">
      <w:r>
        <w:t>823.5255</w:t>
      </w:r>
      <w:r>
        <w:tab/>
        <w:t>1.013e0</w:t>
      </w:r>
    </w:p>
    <w:p w:rsidR="007B2329" w:rsidRDefault="007B2329" w:rsidP="007B2329">
      <w:r>
        <w:t>823.5679</w:t>
      </w:r>
      <w:r>
        <w:tab/>
        <w:t>3.713e0</w:t>
      </w:r>
    </w:p>
    <w:p w:rsidR="007B2329" w:rsidRDefault="007B2329" w:rsidP="007B2329">
      <w:r>
        <w:t>823.5947</w:t>
      </w:r>
      <w:r>
        <w:tab/>
        <w:t>2.025e0</w:t>
      </w:r>
    </w:p>
    <w:p w:rsidR="007B2329" w:rsidRDefault="007B2329" w:rsidP="007B2329">
      <w:r>
        <w:t>823.6199</w:t>
      </w:r>
      <w:r>
        <w:tab/>
        <w:t>2.025e0</w:t>
      </w:r>
    </w:p>
    <w:p w:rsidR="007B2329" w:rsidRDefault="007B2329" w:rsidP="007B2329">
      <w:r>
        <w:t>823.6342</w:t>
      </w:r>
      <w:r>
        <w:tab/>
        <w:t>2.321e0</w:t>
      </w:r>
    </w:p>
    <w:p w:rsidR="007B2329" w:rsidRDefault="007B2329" w:rsidP="007B2329">
      <w:r>
        <w:t>823.6560</w:t>
      </w:r>
      <w:r>
        <w:tab/>
        <w:t>1.941e0</w:t>
      </w:r>
    </w:p>
    <w:p w:rsidR="007B2329" w:rsidRDefault="007B2329" w:rsidP="007B2329">
      <w:r>
        <w:t>823.6819</w:t>
      </w:r>
      <w:r>
        <w:tab/>
        <w:t>3.760e0</w:t>
      </w:r>
    </w:p>
    <w:p w:rsidR="007B2329" w:rsidRDefault="007B2329" w:rsidP="007B2329">
      <w:r>
        <w:t>823.7082</w:t>
      </w:r>
      <w:r>
        <w:tab/>
        <w:t>3.051e0</w:t>
      </w:r>
    </w:p>
    <w:p w:rsidR="007B2329" w:rsidRDefault="007B2329" w:rsidP="007B2329">
      <w:r>
        <w:t>823.7198</w:t>
      </w:r>
      <w:r>
        <w:tab/>
        <w:t>1.013e0</w:t>
      </w:r>
    </w:p>
    <w:p w:rsidR="007B2329" w:rsidRDefault="007B2329" w:rsidP="007B2329">
      <w:r>
        <w:t>823.7406</w:t>
      </w:r>
      <w:r>
        <w:tab/>
        <w:t>2.025e0</w:t>
      </w:r>
    </w:p>
    <w:p w:rsidR="007B2329" w:rsidRDefault="007B2329" w:rsidP="007B2329">
      <w:r>
        <w:t>823.7706</w:t>
      </w:r>
      <w:r>
        <w:tab/>
        <w:t>2.025e0</w:t>
      </w:r>
    </w:p>
    <w:p w:rsidR="007B2329" w:rsidRDefault="007B2329" w:rsidP="007B2329">
      <w:r>
        <w:t>823.7769</w:t>
      </w:r>
      <w:r>
        <w:tab/>
        <w:t>4.051e0</w:t>
      </w:r>
    </w:p>
    <w:p w:rsidR="007B2329" w:rsidRDefault="007B2329" w:rsidP="007B2329">
      <w:r>
        <w:t>823.8274</w:t>
      </w:r>
      <w:r>
        <w:tab/>
        <w:t>3.038e0</w:t>
      </w:r>
    </w:p>
    <w:p w:rsidR="007B2329" w:rsidRDefault="007B2329" w:rsidP="007B2329">
      <w:r>
        <w:t>823.8481</w:t>
      </w:r>
      <w:r>
        <w:tab/>
        <w:t>2.376e0</w:t>
      </w:r>
    </w:p>
    <w:p w:rsidR="007B2329" w:rsidRDefault="007B2329" w:rsidP="007B2329">
      <w:r>
        <w:t>823.8695</w:t>
      </w:r>
      <w:r>
        <w:tab/>
        <w:t>2.156e0</w:t>
      </w:r>
    </w:p>
    <w:p w:rsidR="007B2329" w:rsidRDefault="007B2329" w:rsidP="007B2329">
      <w:r>
        <w:t>823.8859</w:t>
      </w:r>
      <w:r>
        <w:tab/>
        <w:t>1.013e0</w:t>
      </w:r>
    </w:p>
    <w:p w:rsidR="007B2329" w:rsidRDefault="007B2329" w:rsidP="007B2329">
      <w:r>
        <w:t>823.8978</w:t>
      </w:r>
      <w:r>
        <w:tab/>
        <w:t>3.997e-1</w:t>
      </w:r>
    </w:p>
    <w:p w:rsidR="007B2329" w:rsidRDefault="007B2329" w:rsidP="007B2329">
      <w:r>
        <w:t>823.8996</w:t>
      </w:r>
      <w:r>
        <w:tab/>
        <w:t>1.013e0</w:t>
      </w:r>
    </w:p>
    <w:p w:rsidR="007B2329" w:rsidRDefault="007B2329" w:rsidP="007B2329">
      <w:r>
        <w:lastRenderedPageBreak/>
        <w:t>823.9074</w:t>
      </w:r>
      <w:r>
        <w:tab/>
        <w:t>2.025e0</w:t>
      </w:r>
    </w:p>
    <w:p w:rsidR="007B2329" w:rsidRDefault="007B2329" w:rsidP="007B2329">
      <w:r>
        <w:t>823.9479</w:t>
      </w:r>
      <w:r>
        <w:tab/>
        <w:t>3.372e0</w:t>
      </w:r>
    </w:p>
    <w:p w:rsidR="007B2329" w:rsidRDefault="007B2329" w:rsidP="007B2329">
      <w:r>
        <w:t>823.9550</w:t>
      </w:r>
      <w:r>
        <w:tab/>
        <w:t>7.733e0</w:t>
      </w:r>
    </w:p>
    <w:p w:rsidR="007B2329" w:rsidRDefault="007B2329" w:rsidP="007B2329">
      <w:r>
        <w:t>823.9690</w:t>
      </w:r>
      <w:r>
        <w:tab/>
        <w:t>1.013e0</w:t>
      </w:r>
    </w:p>
    <w:p w:rsidR="007B2329" w:rsidRDefault="007B2329" w:rsidP="007B2329">
      <w:r>
        <w:t>824.0180</w:t>
      </w:r>
      <w:r>
        <w:tab/>
        <w:t>3.038e0</w:t>
      </w:r>
    </w:p>
    <w:p w:rsidR="007B2329" w:rsidRDefault="007B2329" w:rsidP="007B2329">
      <w:r>
        <w:t>824.0383</w:t>
      </w:r>
      <w:r>
        <w:tab/>
        <w:t>1.013e0</w:t>
      </w:r>
    </w:p>
    <w:p w:rsidR="007B2329" w:rsidRDefault="007B2329" w:rsidP="007B2329">
      <w:r>
        <w:t>824.0579</w:t>
      </w:r>
      <w:r>
        <w:tab/>
        <w:t>3.038e0</w:t>
      </w:r>
    </w:p>
    <w:p w:rsidR="007B2329" w:rsidRDefault="007B2329" w:rsidP="007B2329">
      <w:r>
        <w:t>824.0602</w:t>
      </w:r>
      <w:r>
        <w:tab/>
        <w:t>4.051e0</w:t>
      </w:r>
    </w:p>
    <w:p w:rsidR="007B2329" w:rsidRDefault="007B2329" w:rsidP="007B2329">
      <w:r>
        <w:t>824.0984</w:t>
      </w:r>
      <w:r>
        <w:tab/>
        <w:t>2.038e0</w:t>
      </w:r>
    </w:p>
    <w:p w:rsidR="007B2329" w:rsidRDefault="007B2329" w:rsidP="007B2329">
      <w:r>
        <w:t>824.1354</w:t>
      </w:r>
      <w:r>
        <w:tab/>
        <w:t>1.013e0</w:t>
      </w:r>
    </w:p>
    <w:p w:rsidR="007B2329" w:rsidRDefault="007B2329" w:rsidP="007B2329">
      <w:r>
        <w:t>824.1498</w:t>
      </w:r>
      <w:r>
        <w:tab/>
        <w:t>4.329e0</w:t>
      </w:r>
    </w:p>
    <w:p w:rsidR="007B2329" w:rsidRDefault="007B2329" w:rsidP="007B2329">
      <w:r>
        <w:t>824.1668</w:t>
      </w:r>
      <w:r>
        <w:tab/>
        <w:t>2.025e0</w:t>
      </w:r>
    </w:p>
    <w:p w:rsidR="007B2329" w:rsidRDefault="007B2329" w:rsidP="007B2329">
      <w:r>
        <w:t>824.1810</w:t>
      </w:r>
      <w:r>
        <w:tab/>
        <w:t>1.936e0</w:t>
      </w:r>
    </w:p>
    <w:p w:rsidR="007B2329" w:rsidRDefault="007B2329" w:rsidP="007B2329">
      <w:r>
        <w:t>824.1906</w:t>
      </w:r>
      <w:r>
        <w:tab/>
        <w:t>2.025e0</w:t>
      </w:r>
    </w:p>
    <w:p w:rsidR="007B2329" w:rsidRDefault="007B2329" w:rsidP="007B2329">
      <w:r>
        <w:t>824.1974</w:t>
      </w:r>
      <w:r>
        <w:tab/>
        <w:t>9.206e0</w:t>
      </w:r>
    </w:p>
    <w:p w:rsidR="007B2329" w:rsidRDefault="007B2329" w:rsidP="007B2329">
      <w:r>
        <w:t>824.3239</w:t>
      </w:r>
      <w:r>
        <w:tab/>
        <w:t>1.013e0</w:t>
      </w:r>
    </w:p>
    <w:p w:rsidR="007B2329" w:rsidRDefault="007B2329" w:rsidP="007B2329">
      <w:r>
        <w:t>824.3565</w:t>
      </w:r>
      <w:r>
        <w:tab/>
        <w:t>1.832e2</w:t>
      </w:r>
    </w:p>
    <w:p w:rsidR="007B2329" w:rsidRDefault="007B2329" w:rsidP="007B2329">
      <w:r>
        <w:t>824.3585</w:t>
      </w:r>
      <w:r>
        <w:tab/>
        <w:t>4.381e2</w:t>
      </w:r>
    </w:p>
    <w:p w:rsidR="007B2329" w:rsidRDefault="007B2329" w:rsidP="007B2329">
      <w:r>
        <w:t>824.3602</w:t>
      </w:r>
      <w:r>
        <w:tab/>
        <w:t>4.152e2</w:t>
      </w:r>
    </w:p>
    <w:p w:rsidR="007B2329" w:rsidRDefault="007B2329" w:rsidP="007B2329">
      <w:r>
        <w:lastRenderedPageBreak/>
        <w:t>824.3705</w:t>
      </w:r>
      <w:r>
        <w:tab/>
        <w:t>1.692e2</w:t>
      </w:r>
    </w:p>
    <w:p w:rsidR="007B2329" w:rsidRDefault="007B2329" w:rsidP="007B2329">
      <w:r>
        <w:t>824.4130</w:t>
      </w:r>
      <w:r>
        <w:tab/>
        <w:t>2.025e0</w:t>
      </w:r>
    </w:p>
    <w:p w:rsidR="007B2329" w:rsidRDefault="007B2329" w:rsidP="007B2329">
      <w:r>
        <w:t>824.5096</w:t>
      </w:r>
      <w:r>
        <w:tab/>
        <w:t>5.063e0</w:t>
      </w:r>
    </w:p>
    <w:p w:rsidR="007B2329" w:rsidRDefault="007B2329" w:rsidP="007B2329">
      <w:r>
        <w:t>824.5684</w:t>
      </w:r>
      <w:r>
        <w:tab/>
        <w:t>5.854e0</w:t>
      </w:r>
    </w:p>
    <w:p w:rsidR="007B2329" w:rsidRDefault="007B2329" w:rsidP="007B2329">
      <w:r>
        <w:t>824.5969</w:t>
      </w:r>
      <w:r>
        <w:tab/>
        <w:t>3.943e0</w:t>
      </w:r>
    </w:p>
    <w:p w:rsidR="007B2329" w:rsidRDefault="007B2329" w:rsidP="007B2329">
      <w:r>
        <w:t>824.6093</w:t>
      </w:r>
      <w:r>
        <w:tab/>
        <w:t>4.110e0</w:t>
      </w:r>
    </w:p>
    <w:p w:rsidR="007B2329" w:rsidRDefault="007B2329" w:rsidP="007B2329">
      <w:r>
        <w:t>824.6160</w:t>
      </w:r>
      <w:r>
        <w:tab/>
        <w:t>9.618e-1</w:t>
      </w:r>
    </w:p>
    <w:p w:rsidR="007B2329" w:rsidRDefault="007B2329" w:rsidP="007B2329">
      <w:r>
        <w:t>824.6460</w:t>
      </w:r>
      <w:r>
        <w:tab/>
        <w:t>3.038e0</w:t>
      </w:r>
    </w:p>
    <w:p w:rsidR="007B2329" w:rsidRDefault="007B2329" w:rsidP="007B2329">
      <w:r>
        <w:t>824.7132</w:t>
      </w:r>
      <w:r>
        <w:tab/>
        <w:t>3.638e0</w:t>
      </w:r>
    </w:p>
    <w:p w:rsidR="007B2329" w:rsidRDefault="007B2329" w:rsidP="007B2329">
      <w:r>
        <w:t>824.7265</w:t>
      </w:r>
      <w:r>
        <w:tab/>
        <w:t>1.265e0</w:t>
      </w:r>
    </w:p>
    <w:p w:rsidR="007B2329" w:rsidRDefault="007B2329" w:rsidP="007B2329">
      <w:r>
        <w:t>824.7311</w:t>
      </w:r>
      <w:r>
        <w:tab/>
        <w:t>3.038e0</w:t>
      </w:r>
    </w:p>
    <w:p w:rsidR="007B2329" w:rsidRDefault="007B2329" w:rsidP="007B2329">
      <w:r>
        <w:t>824.7518</w:t>
      </w:r>
      <w:r>
        <w:tab/>
        <w:t>2.038e0</w:t>
      </w:r>
    </w:p>
    <w:p w:rsidR="007B2329" w:rsidRDefault="007B2329" w:rsidP="007B2329">
      <w:r>
        <w:t>824.7601</w:t>
      </w:r>
      <w:r>
        <w:tab/>
        <w:t>6.437e0</w:t>
      </w:r>
    </w:p>
    <w:p w:rsidR="007B2329" w:rsidRDefault="007B2329" w:rsidP="007B2329">
      <w:r>
        <w:t>824.8109</w:t>
      </w:r>
      <w:r>
        <w:tab/>
        <w:t>3.038e0</w:t>
      </w:r>
    </w:p>
    <w:p w:rsidR="007B2329" w:rsidRDefault="007B2329" w:rsidP="007B2329">
      <w:r>
        <w:t>824.8158</w:t>
      </w:r>
      <w:r>
        <w:tab/>
        <w:t>1.013e0</w:t>
      </w:r>
    </w:p>
    <w:p w:rsidR="007B2329" w:rsidRDefault="007B2329" w:rsidP="007B2329">
      <w:r>
        <w:t>824.8434</w:t>
      </w:r>
      <w:r>
        <w:tab/>
        <w:t>2.025e0</w:t>
      </w:r>
    </w:p>
    <w:p w:rsidR="007B2329" w:rsidRDefault="007B2329" w:rsidP="007B2329">
      <w:r>
        <w:t>824.8602</w:t>
      </w:r>
      <w:r>
        <w:tab/>
        <w:t>1.814e0</w:t>
      </w:r>
    </w:p>
    <w:p w:rsidR="007B2329" w:rsidRDefault="007B2329" w:rsidP="007B2329">
      <w:r>
        <w:t>824.8773</w:t>
      </w:r>
      <w:r>
        <w:tab/>
        <w:t>2.025e0</w:t>
      </w:r>
    </w:p>
    <w:p w:rsidR="007B2329" w:rsidRDefault="007B2329" w:rsidP="007B2329">
      <w:r>
        <w:t>824.8804</w:t>
      </w:r>
      <w:r>
        <w:tab/>
        <w:t>1.177e0</w:t>
      </w:r>
    </w:p>
    <w:p w:rsidR="007B2329" w:rsidRDefault="007B2329" w:rsidP="007B2329">
      <w:r>
        <w:lastRenderedPageBreak/>
        <w:t>824.9177</w:t>
      </w:r>
      <w:r>
        <w:tab/>
        <w:t>2.485e0</w:t>
      </w:r>
    </w:p>
    <w:p w:rsidR="007B2329" w:rsidRDefault="007B2329" w:rsidP="007B2329">
      <w:r>
        <w:t>824.9360</w:t>
      </w:r>
      <w:r>
        <w:tab/>
        <w:t>2.825e0</w:t>
      </w:r>
    </w:p>
    <w:p w:rsidR="007B2329" w:rsidRDefault="007B2329" w:rsidP="007B2329">
      <w:r>
        <w:t>824.9549</w:t>
      </w:r>
      <w:r>
        <w:tab/>
        <w:t>1.013e0</w:t>
      </w:r>
    </w:p>
    <w:p w:rsidR="007B2329" w:rsidRDefault="007B2329" w:rsidP="007B2329">
      <w:r>
        <w:t>824.9839</w:t>
      </w:r>
      <w:r>
        <w:tab/>
        <w:t>1.013e0</w:t>
      </w:r>
    </w:p>
    <w:p w:rsidR="007B2329" w:rsidRDefault="007B2329" w:rsidP="007B2329">
      <w:r>
        <w:t>825.0292</w:t>
      </w:r>
      <w:r>
        <w:tab/>
        <w:t>2.025e0</w:t>
      </w:r>
    </w:p>
    <w:p w:rsidR="007B2329" w:rsidRDefault="007B2329" w:rsidP="007B2329">
      <w:r>
        <w:t>825.0378</w:t>
      </w:r>
      <w:r>
        <w:tab/>
        <w:t>4.051e0</w:t>
      </w:r>
    </w:p>
    <w:p w:rsidR="007B2329" w:rsidRDefault="007B2329" w:rsidP="007B2329">
      <w:r>
        <w:t>825.0433</w:t>
      </w:r>
      <w:r>
        <w:tab/>
        <w:t>3.038e0</w:t>
      </w:r>
    </w:p>
    <w:p w:rsidR="007B2329" w:rsidRDefault="007B2329" w:rsidP="007B2329">
      <w:r>
        <w:t>825.0486</w:t>
      </w:r>
      <w:r>
        <w:tab/>
        <w:t>4.051e0</w:t>
      </w:r>
    </w:p>
    <w:p w:rsidR="007B2329" w:rsidRDefault="007B2329" w:rsidP="007B2329">
      <w:r>
        <w:t>825.0800</w:t>
      </w:r>
      <w:r>
        <w:tab/>
        <w:t>3.038e0</w:t>
      </w:r>
    </w:p>
    <w:p w:rsidR="007B2329" w:rsidRDefault="007B2329" w:rsidP="007B2329">
      <w:r>
        <w:t>825.0983</w:t>
      </w:r>
      <w:r>
        <w:tab/>
        <w:t>2.025e0</w:t>
      </w:r>
    </w:p>
    <w:p w:rsidR="007B2329" w:rsidRDefault="007B2329" w:rsidP="007B2329">
      <w:r>
        <w:t>825.1212</w:t>
      </w:r>
      <w:r>
        <w:tab/>
        <w:t>2.025e0</w:t>
      </w:r>
    </w:p>
    <w:p w:rsidR="007B2329" w:rsidRDefault="007B2329" w:rsidP="007B2329">
      <w:r>
        <w:t>825.1270</w:t>
      </w:r>
      <w:r>
        <w:tab/>
        <w:t>3.038e0</w:t>
      </w:r>
    </w:p>
    <w:p w:rsidR="007B2329" w:rsidRDefault="007B2329" w:rsidP="007B2329">
      <w:r>
        <w:t>825.1284</w:t>
      </w:r>
      <w:r>
        <w:tab/>
        <w:t>2.025e0</w:t>
      </w:r>
    </w:p>
    <w:p w:rsidR="007B2329" w:rsidRDefault="007B2329" w:rsidP="007B2329">
      <w:r>
        <w:t>825.1355</w:t>
      </w:r>
      <w:r>
        <w:tab/>
        <w:t>1.013e0</w:t>
      </w:r>
    </w:p>
    <w:p w:rsidR="007B2329" w:rsidRDefault="007B2329" w:rsidP="007B2329">
      <w:r>
        <w:t>825.1530</w:t>
      </w:r>
      <w:r>
        <w:tab/>
        <w:t>3.038e0</w:t>
      </w:r>
    </w:p>
    <w:p w:rsidR="007B2329" w:rsidRDefault="007B2329" w:rsidP="007B2329">
      <w:r>
        <w:t>825.1987</w:t>
      </w:r>
      <w:r>
        <w:tab/>
        <w:t>5.847e0</w:t>
      </w:r>
    </w:p>
    <w:p w:rsidR="007B2329" w:rsidRDefault="007B2329" w:rsidP="007B2329">
      <w:r>
        <w:t>825.2286</w:t>
      </w:r>
      <w:r>
        <w:tab/>
        <w:t>2.784e0</w:t>
      </w:r>
    </w:p>
    <w:p w:rsidR="007B2329" w:rsidRDefault="007B2329" w:rsidP="007B2329">
      <w:r>
        <w:t>825.2499</w:t>
      </w:r>
      <w:r>
        <w:tab/>
        <w:t>2.025e0</w:t>
      </w:r>
    </w:p>
    <w:p w:rsidR="007B2329" w:rsidRDefault="007B2329" w:rsidP="007B2329">
      <w:r>
        <w:t>825.2604</w:t>
      </w:r>
      <w:r>
        <w:tab/>
        <w:t>2.025e0</w:t>
      </w:r>
    </w:p>
    <w:p w:rsidR="007B2329" w:rsidRDefault="007B2329" w:rsidP="007B2329">
      <w:r>
        <w:lastRenderedPageBreak/>
        <w:t>825.3526</w:t>
      </w:r>
      <w:r>
        <w:tab/>
        <w:t>9.726e1</w:t>
      </w:r>
    </w:p>
    <w:p w:rsidR="007B2329" w:rsidRDefault="007B2329" w:rsidP="007B2329">
      <w:r>
        <w:t>825.3549</w:t>
      </w:r>
      <w:r>
        <w:tab/>
        <w:t>6.076e0</w:t>
      </w:r>
    </w:p>
    <w:p w:rsidR="007B2329" w:rsidRDefault="007B2329" w:rsidP="007B2329">
      <w:r>
        <w:t>825.3610</w:t>
      </w:r>
      <w:r>
        <w:tab/>
        <w:t>8.576e1</w:t>
      </w:r>
    </w:p>
    <w:p w:rsidR="007B2329" w:rsidRDefault="007B2329" w:rsidP="007B2329">
      <w:r>
        <w:t>825.3638</w:t>
      </w:r>
      <w:r>
        <w:tab/>
        <w:t>7.461e1</w:t>
      </w:r>
    </w:p>
    <w:p w:rsidR="007B2329" w:rsidRDefault="007B2329" w:rsidP="007B2329">
      <w:r>
        <w:t>825.3649</w:t>
      </w:r>
      <w:r>
        <w:tab/>
        <w:t>3.497e1</w:t>
      </w:r>
    </w:p>
    <w:p w:rsidR="007B2329" w:rsidRDefault="007B2329" w:rsidP="007B2329">
      <w:r>
        <w:t>825.3667</w:t>
      </w:r>
      <w:r>
        <w:tab/>
        <w:t>1.179e2</w:t>
      </w:r>
    </w:p>
    <w:p w:rsidR="007B2329" w:rsidRDefault="007B2329" w:rsidP="007B2329">
      <w:r>
        <w:t>825.3689</w:t>
      </w:r>
      <w:r>
        <w:tab/>
        <w:t>1.991e2</w:t>
      </w:r>
    </w:p>
    <w:p w:rsidR="007B2329" w:rsidRDefault="007B2329" w:rsidP="007B2329">
      <w:r>
        <w:t>825.4554</w:t>
      </w:r>
      <w:r>
        <w:tab/>
        <w:t>2.025e0</w:t>
      </w:r>
    </w:p>
    <w:p w:rsidR="007B2329" w:rsidRDefault="007B2329" w:rsidP="007B2329">
      <w:r>
        <w:t>825.5598</w:t>
      </w:r>
      <w:r>
        <w:tab/>
        <w:t>1.701e0</w:t>
      </w:r>
    </w:p>
    <w:p w:rsidR="007B2329" w:rsidRDefault="007B2329" w:rsidP="007B2329">
      <w:r>
        <w:t>825.5791</w:t>
      </w:r>
      <w:r>
        <w:tab/>
        <w:t>1.013e0</w:t>
      </w:r>
    </w:p>
    <w:p w:rsidR="007B2329" w:rsidRDefault="007B2329" w:rsidP="007B2329">
      <w:r>
        <w:t>825.5855</w:t>
      </w:r>
      <w:r>
        <w:tab/>
        <w:t>2.025e0</w:t>
      </w:r>
    </w:p>
    <w:p w:rsidR="007B2329" w:rsidRDefault="007B2329" w:rsidP="007B2329">
      <w:r>
        <w:t>825.6031</w:t>
      </w:r>
      <w:r>
        <w:tab/>
        <w:t>4.283e0</w:t>
      </w:r>
    </w:p>
    <w:p w:rsidR="007B2329" w:rsidRDefault="007B2329" w:rsidP="007B2329">
      <w:r>
        <w:t>825.6202</w:t>
      </w:r>
      <w:r>
        <w:tab/>
        <w:t>4.584e0</w:t>
      </w:r>
    </w:p>
    <w:p w:rsidR="007B2329" w:rsidRDefault="007B2329" w:rsidP="007B2329">
      <w:r>
        <w:t>825.6630</w:t>
      </w:r>
      <w:r>
        <w:tab/>
        <w:t>1.013e0</w:t>
      </w:r>
    </w:p>
    <w:p w:rsidR="007B2329" w:rsidRDefault="007B2329" w:rsidP="007B2329">
      <w:r>
        <w:t>825.6965</w:t>
      </w:r>
      <w:r>
        <w:tab/>
        <w:t>3.038e0</w:t>
      </w:r>
    </w:p>
    <w:p w:rsidR="007B2329" w:rsidRDefault="007B2329" w:rsidP="007B2329">
      <w:r>
        <w:t>825.7327</w:t>
      </w:r>
      <w:r>
        <w:tab/>
        <w:t>1.013e0</w:t>
      </w:r>
    </w:p>
    <w:p w:rsidR="007B2329" w:rsidRDefault="007B2329" w:rsidP="007B2329">
      <w:r>
        <w:t>825.7392</w:t>
      </w:r>
      <w:r>
        <w:tab/>
        <w:t>2.025e0</w:t>
      </w:r>
    </w:p>
    <w:p w:rsidR="007B2329" w:rsidRDefault="007B2329" w:rsidP="007B2329">
      <w:r>
        <w:t>825.7556</w:t>
      </w:r>
      <w:r>
        <w:tab/>
        <w:t>2.025e0</w:t>
      </w:r>
    </w:p>
    <w:p w:rsidR="007B2329" w:rsidRDefault="007B2329" w:rsidP="007B2329">
      <w:r>
        <w:t>825.7703</w:t>
      </w:r>
      <w:r>
        <w:tab/>
        <w:t>2.025e0</w:t>
      </w:r>
    </w:p>
    <w:p w:rsidR="007B2329" w:rsidRDefault="007B2329" w:rsidP="007B2329">
      <w:r>
        <w:lastRenderedPageBreak/>
        <w:t>825.8168</w:t>
      </w:r>
      <w:r>
        <w:tab/>
        <w:t>3.038e0</w:t>
      </w:r>
    </w:p>
    <w:p w:rsidR="007B2329" w:rsidRDefault="007B2329" w:rsidP="007B2329">
      <w:r>
        <w:t>825.8364</w:t>
      </w:r>
      <w:r>
        <w:tab/>
        <w:t>1.928e0</w:t>
      </w:r>
    </w:p>
    <w:p w:rsidR="007B2329" w:rsidRDefault="007B2329" w:rsidP="007B2329">
      <w:r>
        <w:t>825.8406</w:t>
      </w:r>
      <w:r>
        <w:tab/>
        <w:t>5.988e0</w:t>
      </w:r>
    </w:p>
    <w:p w:rsidR="007B2329" w:rsidRDefault="007B2329" w:rsidP="007B2329">
      <w:r>
        <w:t>825.8776</w:t>
      </w:r>
      <w:r>
        <w:tab/>
        <w:t>1.977e0</w:t>
      </w:r>
    </w:p>
    <w:p w:rsidR="007B2329" w:rsidRDefault="007B2329" w:rsidP="007B2329">
      <w:r>
        <w:t>825.9234</w:t>
      </w:r>
      <w:r>
        <w:tab/>
        <w:t>7.874e0</w:t>
      </w:r>
    </w:p>
    <w:p w:rsidR="007B2329" w:rsidRDefault="007B2329" w:rsidP="007B2329">
      <w:r>
        <w:t>825.9310</w:t>
      </w:r>
      <w:r>
        <w:tab/>
        <w:t>3.956e0</w:t>
      </w:r>
    </w:p>
    <w:p w:rsidR="007B2329" w:rsidRDefault="007B2329" w:rsidP="007B2329">
      <w:r>
        <w:t>825.9691</w:t>
      </w:r>
      <w:r>
        <w:tab/>
        <w:t>1.013e0</w:t>
      </w:r>
    </w:p>
    <w:p w:rsidR="007B2329" w:rsidRDefault="007B2329" w:rsidP="007B2329">
      <w:r>
        <w:t>825.9971</w:t>
      </w:r>
      <w:r>
        <w:tab/>
        <w:t>6.744e0</w:t>
      </w:r>
    </w:p>
    <w:p w:rsidR="007B2329" w:rsidRDefault="007B2329" w:rsidP="007B2329">
      <w:r>
        <w:t>826.0245</w:t>
      </w:r>
      <w:r>
        <w:tab/>
        <w:t>2.025e0</w:t>
      </w:r>
    </w:p>
    <w:p w:rsidR="007B2329" w:rsidRDefault="007B2329" w:rsidP="007B2329">
      <w:r>
        <w:t>826.0746</w:t>
      </w:r>
      <w:r>
        <w:tab/>
        <w:t>5.063e0</w:t>
      </w:r>
    </w:p>
    <w:p w:rsidR="007B2329" w:rsidRDefault="007B2329" w:rsidP="007B2329">
      <w:r>
        <w:t>826.0779</w:t>
      </w:r>
      <w:r>
        <w:tab/>
        <w:t>2.025e0</w:t>
      </w:r>
    </w:p>
    <w:p w:rsidR="007B2329" w:rsidRDefault="007B2329" w:rsidP="007B2329">
      <w:r>
        <w:t>826.1065</w:t>
      </w:r>
      <w:r>
        <w:tab/>
        <w:t>2.025e0</w:t>
      </w:r>
    </w:p>
    <w:p w:rsidR="007B2329" w:rsidRDefault="007B2329" w:rsidP="007B2329">
      <w:r>
        <w:t>826.1080</w:t>
      </w:r>
      <w:r>
        <w:tab/>
        <w:t>1.013e0</w:t>
      </w:r>
    </w:p>
    <w:p w:rsidR="007B2329" w:rsidRDefault="007B2329" w:rsidP="007B2329">
      <w:r>
        <w:t>826.1157</w:t>
      </w:r>
      <w:r>
        <w:tab/>
        <w:t>2.805e0</w:t>
      </w:r>
    </w:p>
    <w:p w:rsidR="007B2329" w:rsidRDefault="007B2329" w:rsidP="007B2329">
      <w:r>
        <w:t>826.1221</w:t>
      </w:r>
      <w:r>
        <w:tab/>
        <w:t>2.025e0</w:t>
      </w:r>
    </w:p>
    <w:p w:rsidR="007B2329" w:rsidRDefault="007B2329" w:rsidP="007B2329">
      <w:r>
        <w:t>826.1497</w:t>
      </w:r>
      <w:r>
        <w:tab/>
        <w:t>1.013e0</w:t>
      </w:r>
    </w:p>
    <w:p w:rsidR="007B2329" w:rsidRDefault="007B2329" w:rsidP="007B2329">
      <w:r>
        <w:t>826.1638</w:t>
      </w:r>
      <w:r>
        <w:tab/>
        <w:t>1.013e0</w:t>
      </w:r>
    </w:p>
    <w:p w:rsidR="007B2329" w:rsidRDefault="007B2329" w:rsidP="007B2329">
      <w:r>
        <w:t>826.1848</w:t>
      </w:r>
      <w:r>
        <w:tab/>
        <w:t>2.902e0</w:t>
      </w:r>
    </w:p>
    <w:p w:rsidR="007B2329" w:rsidRDefault="007B2329" w:rsidP="007B2329">
      <w:r>
        <w:t>826.1890</w:t>
      </w:r>
      <w:r>
        <w:tab/>
        <w:t>1.013e0</w:t>
      </w:r>
    </w:p>
    <w:p w:rsidR="007B2329" w:rsidRDefault="007B2329" w:rsidP="007B2329">
      <w:r>
        <w:lastRenderedPageBreak/>
        <w:t>826.2180</w:t>
      </w:r>
      <w:r>
        <w:tab/>
        <w:t>3.883e0</w:t>
      </w:r>
    </w:p>
    <w:p w:rsidR="007B2329" w:rsidRDefault="007B2329" w:rsidP="007B2329">
      <w:r>
        <w:t>826.2300</w:t>
      </w:r>
      <w:r>
        <w:tab/>
        <w:t>3.038e0</w:t>
      </w:r>
    </w:p>
    <w:p w:rsidR="007B2329" w:rsidRDefault="007B2329" w:rsidP="007B2329">
      <w:r>
        <w:t>826.2394</w:t>
      </w:r>
      <w:r>
        <w:tab/>
        <w:t>5.215e0</w:t>
      </w:r>
    </w:p>
    <w:p w:rsidR="007B2329" w:rsidRDefault="007B2329" w:rsidP="007B2329">
      <w:r>
        <w:t>826.3414</w:t>
      </w:r>
      <w:r>
        <w:tab/>
        <w:t>1.013e0</w:t>
      </w:r>
    </w:p>
    <w:p w:rsidR="007B2329" w:rsidRDefault="007B2329" w:rsidP="007B2329">
      <w:r>
        <w:t>826.3585</w:t>
      </w:r>
      <w:r>
        <w:tab/>
        <w:t>4.909e1</w:t>
      </w:r>
    </w:p>
    <w:p w:rsidR="007B2329" w:rsidRDefault="007B2329" w:rsidP="007B2329">
      <w:r>
        <w:t>826.3685</w:t>
      </w:r>
      <w:r>
        <w:tab/>
        <w:t>4.333e1</w:t>
      </w:r>
    </w:p>
    <w:p w:rsidR="007B2329" w:rsidRDefault="007B2329" w:rsidP="007B2329">
      <w:r>
        <w:t>826.3705</w:t>
      </w:r>
      <w:r>
        <w:tab/>
        <w:t>3.054e1</w:t>
      </w:r>
    </w:p>
    <w:p w:rsidR="007B2329" w:rsidRDefault="007B2329" w:rsidP="007B2329">
      <w:r>
        <w:t>826.3727</w:t>
      </w:r>
      <w:r>
        <w:tab/>
        <w:t>1.036e2</w:t>
      </w:r>
    </w:p>
    <w:p w:rsidR="007B2329" w:rsidRDefault="007B2329" w:rsidP="007B2329">
      <w:r>
        <w:t>826.4401</w:t>
      </w:r>
      <w:r>
        <w:tab/>
        <w:t>1.063e1</w:t>
      </w:r>
    </w:p>
    <w:p w:rsidR="007B2329" w:rsidRDefault="007B2329" w:rsidP="007B2329">
      <w:r>
        <w:t>826.4490</w:t>
      </w:r>
      <w:r>
        <w:tab/>
        <w:t>2.025e0</w:t>
      </w:r>
    </w:p>
    <w:p w:rsidR="007B2329" w:rsidRDefault="007B2329" w:rsidP="007B2329">
      <w:r>
        <w:t>826.4590</w:t>
      </w:r>
      <w:r>
        <w:tab/>
        <w:t>5.063e0</w:t>
      </w:r>
    </w:p>
    <w:p w:rsidR="007B2329" w:rsidRDefault="007B2329" w:rsidP="007B2329">
      <w:r>
        <w:t>826.5466</w:t>
      </w:r>
      <w:r>
        <w:tab/>
        <w:t>1.169e0</w:t>
      </w:r>
    </w:p>
    <w:p w:rsidR="007B2329" w:rsidRDefault="007B2329" w:rsidP="007B2329">
      <w:r>
        <w:t>826.5493</w:t>
      </w:r>
      <w:r>
        <w:tab/>
        <w:t>1.701e0</w:t>
      </w:r>
    </w:p>
    <w:p w:rsidR="007B2329" w:rsidRDefault="007B2329" w:rsidP="007B2329">
      <w:r>
        <w:t>826.5950</w:t>
      </w:r>
      <w:r>
        <w:tab/>
        <w:t>1.013e0</w:t>
      </w:r>
    </w:p>
    <w:p w:rsidR="007B2329" w:rsidRDefault="007B2329" w:rsidP="007B2329">
      <w:r>
        <w:t>826.6043</w:t>
      </w:r>
      <w:r>
        <w:tab/>
        <w:t>1.546e0</w:t>
      </w:r>
    </w:p>
    <w:p w:rsidR="007B2329" w:rsidRDefault="007B2329" w:rsidP="007B2329">
      <w:r>
        <w:t>826.6138</w:t>
      </w:r>
      <w:r>
        <w:tab/>
        <w:t>3.038e0</w:t>
      </w:r>
    </w:p>
    <w:p w:rsidR="007B2329" w:rsidRDefault="007B2329" w:rsidP="007B2329">
      <w:r>
        <w:t>826.6365</w:t>
      </w:r>
      <w:r>
        <w:tab/>
        <w:t>1.105e0</w:t>
      </w:r>
    </w:p>
    <w:p w:rsidR="007B2329" w:rsidRDefault="007B2329" w:rsidP="007B2329">
      <w:r>
        <w:t>826.6721</w:t>
      </w:r>
      <w:r>
        <w:tab/>
        <w:t>2.129e0</w:t>
      </w:r>
    </w:p>
    <w:p w:rsidR="007B2329" w:rsidRDefault="007B2329" w:rsidP="007B2329">
      <w:r>
        <w:t>826.6853</w:t>
      </w:r>
      <w:r>
        <w:tab/>
        <w:t>2.025e0</w:t>
      </w:r>
    </w:p>
    <w:p w:rsidR="007B2329" w:rsidRDefault="007B2329" w:rsidP="007B2329">
      <w:r>
        <w:lastRenderedPageBreak/>
        <w:t>826.6924</w:t>
      </w:r>
      <w:r>
        <w:tab/>
        <w:t>2.025e0</w:t>
      </w:r>
    </w:p>
    <w:p w:rsidR="007B2329" w:rsidRDefault="007B2329" w:rsidP="007B2329">
      <w:r>
        <w:t>826.7342</w:t>
      </w:r>
      <w:r>
        <w:tab/>
        <w:t>3.038e0</w:t>
      </w:r>
    </w:p>
    <w:p w:rsidR="007B2329" w:rsidRDefault="007B2329" w:rsidP="007B2329">
      <w:r>
        <w:t>826.7601</w:t>
      </w:r>
      <w:r>
        <w:tab/>
        <w:t>3.401e0</w:t>
      </w:r>
    </w:p>
    <w:p w:rsidR="007B2329" w:rsidRDefault="007B2329" w:rsidP="007B2329">
      <w:r>
        <w:t>826.7757</w:t>
      </w:r>
      <w:r>
        <w:tab/>
        <w:t>2.025e0</w:t>
      </w:r>
    </w:p>
    <w:p w:rsidR="007B2329" w:rsidRDefault="007B2329" w:rsidP="007B2329">
      <w:r>
        <w:t>826.7941</w:t>
      </w:r>
      <w:r>
        <w:tab/>
        <w:t>4.051e0</w:t>
      </w:r>
    </w:p>
    <w:p w:rsidR="007B2329" w:rsidRDefault="007B2329" w:rsidP="007B2329">
      <w:r>
        <w:t>826.8037</w:t>
      </w:r>
      <w:r>
        <w:tab/>
        <w:t>2.025e0</w:t>
      </w:r>
    </w:p>
    <w:p w:rsidR="007B2329" w:rsidRDefault="007B2329" w:rsidP="007B2329">
      <w:r>
        <w:t>826.8491</w:t>
      </w:r>
      <w:r>
        <w:tab/>
        <w:t>1.013e0</w:t>
      </w:r>
    </w:p>
    <w:p w:rsidR="007B2329" w:rsidRDefault="007B2329" w:rsidP="007B2329">
      <w:r>
        <w:t>826.8544</w:t>
      </w:r>
      <w:r>
        <w:tab/>
        <w:t>5.988e0</w:t>
      </w:r>
    </w:p>
    <w:p w:rsidR="007B2329" w:rsidRDefault="007B2329" w:rsidP="007B2329">
      <w:r>
        <w:t>826.8660</w:t>
      </w:r>
      <w:r>
        <w:tab/>
        <w:t>1.013e0</w:t>
      </w:r>
    </w:p>
    <w:p w:rsidR="007B2329" w:rsidRDefault="007B2329" w:rsidP="007B2329">
      <w:r>
        <w:t>826.8735</w:t>
      </w:r>
      <w:r>
        <w:tab/>
        <w:t>5.017e0</w:t>
      </w:r>
    </w:p>
    <w:p w:rsidR="007B2329" w:rsidRDefault="007B2329" w:rsidP="007B2329">
      <w:r>
        <w:t>826.8888</w:t>
      </w:r>
      <w:r>
        <w:tab/>
        <w:t>3.975e0</w:t>
      </w:r>
    </w:p>
    <w:p w:rsidR="007B2329" w:rsidRDefault="007B2329" w:rsidP="007B2329">
      <w:r>
        <w:t>826.8922</w:t>
      </w:r>
      <w:r>
        <w:tab/>
        <w:t>1.977e0</w:t>
      </w:r>
    </w:p>
    <w:p w:rsidR="007B2329" w:rsidRDefault="007B2329" w:rsidP="007B2329">
      <w:r>
        <w:t>826.9246</w:t>
      </w:r>
      <w:r>
        <w:tab/>
        <w:t>3.524e0</w:t>
      </w:r>
    </w:p>
    <w:p w:rsidR="007B2329" w:rsidRDefault="007B2329" w:rsidP="007B2329">
      <w:r>
        <w:t>826.9427</w:t>
      </w:r>
      <w:r>
        <w:tab/>
        <w:t>1.013e0</w:t>
      </w:r>
    </w:p>
    <w:p w:rsidR="007B2329" w:rsidRDefault="007B2329" w:rsidP="007B2329">
      <w:r>
        <w:t>826.9510</w:t>
      </w:r>
      <w:r>
        <w:tab/>
        <w:t>1.013e0</w:t>
      </w:r>
    </w:p>
    <w:p w:rsidR="007B2329" w:rsidRDefault="007B2329" w:rsidP="007B2329">
      <w:r>
        <w:t>826.9749</w:t>
      </w:r>
      <w:r>
        <w:tab/>
        <w:t>1.583e0</w:t>
      </w:r>
    </w:p>
    <w:p w:rsidR="007B2329" w:rsidRDefault="007B2329" w:rsidP="007B2329">
      <w:r>
        <w:t>826.9773</w:t>
      </w:r>
      <w:r>
        <w:tab/>
        <w:t>2.025e0</w:t>
      </w:r>
    </w:p>
    <w:p w:rsidR="007B2329" w:rsidRDefault="007B2329" w:rsidP="007B2329">
      <w:r>
        <w:t>827.0128</w:t>
      </w:r>
      <w:r>
        <w:tab/>
        <w:t>1.013e0</w:t>
      </w:r>
    </w:p>
    <w:p w:rsidR="007B2329" w:rsidRDefault="007B2329" w:rsidP="007B2329">
      <w:r>
        <w:t>827.0357</w:t>
      </w:r>
      <w:r>
        <w:tab/>
        <w:t>1.013e0</w:t>
      </w:r>
    </w:p>
    <w:p w:rsidR="007B2329" w:rsidRDefault="007B2329" w:rsidP="007B2329">
      <w:r>
        <w:lastRenderedPageBreak/>
        <w:t>827.0750</w:t>
      </w:r>
      <w:r>
        <w:tab/>
        <w:t>4.051e0</w:t>
      </w:r>
    </w:p>
    <w:p w:rsidR="007B2329" w:rsidRDefault="007B2329" w:rsidP="007B2329">
      <w:r>
        <w:t>827.0914</w:t>
      </w:r>
      <w:r>
        <w:tab/>
        <w:t>3.038e0</w:t>
      </w:r>
    </w:p>
    <w:p w:rsidR="007B2329" w:rsidRDefault="007B2329" w:rsidP="007B2329">
      <w:r>
        <w:t>827.1078</w:t>
      </w:r>
      <w:r>
        <w:tab/>
        <w:t>2.025e0</w:t>
      </w:r>
    </w:p>
    <w:p w:rsidR="007B2329" w:rsidRDefault="007B2329" w:rsidP="007B2329">
      <w:r>
        <w:t>827.1210</w:t>
      </w:r>
      <w:r>
        <w:tab/>
        <w:t>1.013e0</w:t>
      </w:r>
    </w:p>
    <w:p w:rsidR="007B2329" w:rsidRDefault="007B2329" w:rsidP="007B2329">
      <w:r>
        <w:t>827.1525</w:t>
      </w:r>
      <w:r>
        <w:tab/>
        <w:t>3.038e0</w:t>
      </w:r>
    </w:p>
    <w:p w:rsidR="007B2329" w:rsidRDefault="007B2329" w:rsidP="007B2329">
      <w:r>
        <w:t>827.1586</w:t>
      </w:r>
      <w:r>
        <w:tab/>
        <w:t>2.774e0</w:t>
      </w:r>
    </w:p>
    <w:p w:rsidR="007B2329" w:rsidRDefault="007B2329" w:rsidP="007B2329">
      <w:r>
        <w:t>827.2490</w:t>
      </w:r>
      <w:r>
        <w:tab/>
        <w:t>1.585e0</w:t>
      </w:r>
    </w:p>
    <w:p w:rsidR="007B2329" w:rsidRDefault="007B2329" w:rsidP="007B2329">
      <w:r>
        <w:t>827.2815</w:t>
      </w:r>
      <w:r>
        <w:tab/>
        <w:t>2.025e0</w:t>
      </w:r>
    </w:p>
    <w:p w:rsidR="007B2329" w:rsidRDefault="007B2329" w:rsidP="007B2329">
      <w:r>
        <w:t>827.3591</w:t>
      </w:r>
      <w:r>
        <w:tab/>
        <w:t>1.368e1</w:t>
      </w:r>
    </w:p>
    <w:p w:rsidR="007B2329" w:rsidRDefault="007B2329" w:rsidP="007B2329">
      <w:r>
        <w:t>827.3680</w:t>
      </w:r>
      <w:r>
        <w:tab/>
        <w:t>4.705e0</w:t>
      </w:r>
    </w:p>
    <w:p w:rsidR="007B2329" w:rsidRDefault="007B2329" w:rsidP="007B2329">
      <w:r>
        <w:t>827.3698</w:t>
      </w:r>
      <w:r>
        <w:tab/>
        <w:t>2.082e1</w:t>
      </w:r>
    </w:p>
    <w:p w:rsidR="007B2329" w:rsidRDefault="007B2329" w:rsidP="007B2329">
      <w:r>
        <w:t>827.3809</w:t>
      </w:r>
      <w:r>
        <w:tab/>
        <w:t>6.965e0</w:t>
      </w:r>
    </w:p>
    <w:p w:rsidR="007B2329" w:rsidRDefault="007B2329" w:rsidP="007B2329">
      <w:r>
        <w:t>827.3882</w:t>
      </w:r>
      <w:r>
        <w:tab/>
        <w:t>1.082e1</w:t>
      </w:r>
    </w:p>
    <w:p w:rsidR="007B2329" w:rsidRDefault="007B2329" w:rsidP="007B2329">
      <w:r>
        <w:t>827.3953</w:t>
      </w:r>
      <w:r>
        <w:tab/>
        <w:t>2.025e0</w:t>
      </w:r>
    </w:p>
    <w:p w:rsidR="007B2329" w:rsidRDefault="007B2329" w:rsidP="007B2329">
      <w:r>
        <w:t>827.4041</w:t>
      </w:r>
      <w:r>
        <w:tab/>
        <w:t>5.915e0</w:t>
      </w:r>
    </w:p>
    <w:p w:rsidR="007B2329" w:rsidRDefault="007B2329" w:rsidP="007B2329">
      <w:r>
        <w:t>827.4129</w:t>
      </w:r>
      <w:r>
        <w:tab/>
        <w:t>1.025e0</w:t>
      </w:r>
    </w:p>
    <w:p w:rsidR="007B2329" w:rsidRDefault="007B2329" w:rsidP="007B2329">
      <w:r>
        <w:t>827.5313</w:t>
      </w:r>
      <w:r>
        <w:tab/>
        <w:t>1.350e0</w:t>
      </w:r>
    </w:p>
    <w:p w:rsidR="007B2329" w:rsidRDefault="007B2329" w:rsidP="007B2329">
      <w:r>
        <w:t>827.5328</w:t>
      </w:r>
      <w:r>
        <w:tab/>
        <w:t>1.725e0</w:t>
      </w:r>
    </w:p>
    <w:p w:rsidR="007B2329" w:rsidRDefault="007B2329" w:rsidP="007B2329">
      <w:r>
        <w:t>827.5436</w:t>
      </w:r>
      <w:r>
        <w:tab/>
        <w:t>1.629e0</w:t>
      </w:r>
    </w:p>
    <w:p w:rsidR="007B2329" w:rsidRDefault="007B2329" w:rsidP="007B2329">
      <w:r>
        <w:lastRenderedPageBreak/>
        <w:t>827.5458</w:t>
      </w:r>
      <w:r>
        <w:tab/>
        <w:t>5.546e0</w:t>
      </w:r>
    </w:p>
    <w:p w:rsidR="007B2329" w:rsidRDefault="007B2329" w:rsidP="007B2329">
      <w:r>
        <w:t>827.5555</w:t>
      </w:r>
      <w:r>
        <w:tab/>
        <w:t>2.235e0</w:t>
      </w:r>
    </w:p>
    <w:p w:rsidR="007B2329" w:rsidRDefault="007B2329" w:rsidP="007B2329">
      <w:r>
        <w:t>827.5598</w:t>
      </w:r>
      <w:r>
        <w:tab/>
        <w:t>2.748e0</w:t>
      </w:r>
    </w:p>
    <w:p w:rsidR="007B2329" w:rsidRDefault="007B2329" w:rsidP="007B2329">
      <w:r>
        <w:t>827.6328</w:t>
      </w:r>
      <w:r>
        <w:tab/>
        <w:t>2.025e0</w:t>
      </w:r>
    </w:p>
    <w:p w:rsidR="007B2329" w:rsidRDefault="007B2329" w:rsidP="007B2329">
      <w:r>
        <w:t>827.6707</w:t>
      </w:r>
      <w:r>
        <w:tab/>
        <w:t>2.021e0</w:t>
      </w:r>
    </w:p>
    <w:p w:rsidR="007B2329" w:rsidRDefault="007B2329" w:rsidP="007B2329">
      <w:r>
        <w:t>827.6849</w:t>
      </w:r>
      <w:r>
        <w:tab/>
        <w:t>6.076e0</w:t>
      </w:r>
    </w:p>
    <w:p w:rsidR="007B2329" w:rsidRDefault="007B2329" w:rsidP="007B2329">
      <w:r>
        <w:t>827.6954</w:t>
      </w:r>
      <w:r>
        <w:tab/>
        <w:t>2.025e0</w:t>
      </w:r>
    </w:p>
    <w:p w:rsidR="007B2329" w:rsidRDefault="007B2329" w:rsidP="007B2329">
      <w:r>
        <w:t>827.7125</w:t>
      </w:r>
      <w:r>
        <w:tab/>
        <w:t>2.404e0</w:t>
      </w:r>
    </w:p>
    <w:p w:rsidR="007B2329" w:rsidRDefault="007B2329" w:rsidP="007B2329">
      <w:r>
        <w:t>827.7185</w:t>
      </w:r>
      <w:r>
        <w:tab/>
        <w:t>4.051e0</w:t>
      </w:r>
    </w:p>
    <w:p w:rsidR="007B2329" w:rsidRDefault="007B2329" w:rsidP="007B2329">
      <w:r>
        <w:t>827.7792</w:t>
      </w:r>
      <w:r>
        <w:tab/>
        <w:t>3.038e0</w:t>
      </w:r>
    </w:p>
    <w:p w:rsidR="007B2329" w:rsidRDefault="007B2329" w:rsidP="007B2329">
      <w:r>
        <w:t>827.7841</w:t>
      </w:r>
      <w:r>
        <w:tab/>
        <w:t>1.038e0</w:t>
      </w:r>
    </w:p>
    <w:p w:rsidR="007B2329" w:rsidRDefault="007B2329" w:rsidP="007B2329">
      <w:r>
        <w:t>827.7983</w:t>
      </w:r>
      <w:r>
        <w:tab/>
        <w:t>1.013e0</w:t>
      </w:r>
    </w:p>
    <w:p w:rsidR="007B2329" w:rsidRDefault="007B2329" w:rsidP="007B2329">
      <w:r>
        <w:t>827.8153</w:t>
      </w:r>
      <w:r>
        <w:tab/>
        <w:t>2.021e0</w:t>
      </w:r>
    </w:p>
    <w:p w:rsidR="007B2329" w:rsidRDefault="007B2329" w:rsidP="007B2329">
      <w:r>
        <w:t>827.8340</w:t>
      </w:r>
      <w:r>
        <w:tab/>
        <w:t>1.013e0</w:t>
      </w:r>
    </w:p>
    <w:p w:rsidR="007B2329" w:rsidRDefault="007B2329" w:rsidP="007B2329">
      <w:r>
        <w:t>827.8569</w:t>
      </w:r>
      <w:r>
        <w:tab/>
        <w:t>4.051e0</w:t>
      </w:r>
    </w:p>
    <w:p w:rsidR="007B2329" w:rsidRDefault="007B2329" w:rsidP="007B2329">
      <w:r>
        <w:t>827.8900</w:t>
      </w:r>
      <w:r>
        <w:tab/>
        <w:t>1.013e0</w:t>
      </w:r>
    </w:p>
    <w:p w:rsidR="007B2329" w:rsidRDefault="007B2329" w:rsidP="007B2329">
      <w:r>
        <w:t>827.9115</w:t>
      </w:r>
      <w:r>
        <w:tab/>
        <w:t>2.663e0</w:t>
      </w:r>
    </w:p>
    <w:p w:rsidR="007B2329" w:rsidRDefault="007B2329" w:rsidP="007B2329">
      <w:r>
        <w:t>827.9265</w:t>
      </w:r>
      <w:r>
        <w:tab/>
        <w:t>5.063e0</w:t>
      </w:r>
    </w:p>
    <w:p w:rsidR="007B2329" w:rsidRDefault="007B2329" w:rsidP="007B2329">
      <w:r>
        <w:t>827.9316</w:t>
      </w:r>
      <w:r>
        <w:tab/>
        <w:t>4.051e0</w:t>
      </w:r>
    </w:p>
    <w:p w:rsidR="007B2329" w:rsidRDefault="007B2329" w:rsidP="007B2329">
      <w:r>
        <w:lastRenderedPageBreak/>
        <w:t>827.9675</w:t>
      </w:r>
      <w:r>
        <w:tab/>
        <w:t>4.051e0</w:t>
      </w:r>
    </w:p>
    <w:p w:rsidR="007B2329" w:rsidRDefault="007B2329" w:rsidP="007B2329">
      <w:r>
        <w:t>827.9716</w:t>
      </w:r>
      <w:r>
        <w:tab/>
        <w:t>2.025e0</w:t>
      </w:r>
    </w:p>
    <w:p w:rsidR="007B2329" w:rsidRDefault="007B2329" w:rsidP="007B2329">
      <w:r>
        <w:t>828.0065</w:t>
      </w:r>
      <w:r>
        <w:tab/>
        <w:t>3.038e0</w:t>
      </w:r>
    </w:p>
    <w:p w:rsidR="007B2329" w:rsidRDefault="007B2329" w:rsidP="007B2329">
      <w:r>
        <w:t>828.0154</w:t>
      </w:r>
      <w:r>
        <w:tab/>
        <w:t>1.013e0</w:t>
      </w:r>
    </w:p>
    <w:p w:rsidR="007B2329" w:rsidRDefault="007B2329" w:rsidP="007B2329">
      <w:r>
        <w:t>828.0435</w:t>
      </w:r>
      <w:r>
        <w:tab/>
        <w:t>1.013e0</w:t>
      </w:r>
    </w:p>
    <w:p w:rsidR="007B2329" w:rsidRDefault="007B2329" w:rsidP="007B2329">
      <w:r>
        <w:t>828.1036</w:t>
      </w:r>
      <w:r>
        <w:tab/>
        <w:t>4.051e0</w:t>
      </w:r>
    </w:p>
    <w:p w:rsidR="007B2329" w:rsidRDefault="007B2329" w:rsidP="007B2329">
      <w:r>
        <w:t>828.1153</w:t>
      </w:r>
      <w:r>
        <w:tab/>
        <w:t>3.038e0</w:t>
      </w:r>
    </w:p>
    <w:p w:rsidR="007B2329" w:rsidRDefault="007B2329" w:rsidP="007B2329">
      <w:r>
        <w:t>828.1204</w:t>
      </w:r>
      <w:r>
        <w:tab/>
        <w:t>2.025e0</w:t>
      </w:r>
    </w:p>
    <w:p w:rsidR="007B2329" w:rsidRDefault="007B2329" w:rsidP="007B2329">
      <w:r>
        <w:t>828.1310</w:t>
      </w:r>
      <w:r>
        <w:tab/>
        <w:t>5.063e0</w:t>
      </w:r>
    </w:p>
    <w:p w:rsidR="007B2329" w:rsidRDefault="007B2329" w:rsidP="007B2329">
      <w:r>
        <w:t>828.1403</w:t>
      </w:r>
      <w:r>
        <w:tab/>
        <w:t>3.038e0</w:t>
      </w:r>
    </w:p>
    <w:p w:rsidR="007B2329" w:rsidRDefault="007B2329" w:rsidP="007B2329">
      <w:r>
        <w:t>828.2040</w:t>
      </w:r>
      <w:r>
        <w:tab/>
        <w:t>3.097e0</w:t>
      </w:r>
    </w:p>
    <w:p w:rsidR="007B2329" w:rsidRDefault="007B2329" w:rsidP="007B2329">
      <w:r>
        <w:t>828.2288</w:t>
      </w:r>
      <w:r>
        <w:tab/>
        <w:t>3.038e0</w:t>
      </w:r>
    </w:p>
    <w:p w:rsidR="007B2329" w:rsidRDefault="007B2329" w:rsidP="007B2329">
      <w:r>
        <w:t>828.3223</w:t>
      </w:r>
      <w:r>
        <w:tab/>
        <w:t>2.025e0</w:t>
      </w:r>
    </w:p>
    <w:p w:rsidR="007B2329" w:rsidRDefault="007B2329" w:rsidP="007B2329">
      <w:r>
        <w:t>828.3295</w:t>
      </w:r>
      <w:r>
        <w:tab/>
        <w:t>3.960e1</w:t>
      </w:r>
    </w:p>
    <w:p w:rsidR="007B2329" w:rsidRDefault="007B2329" w:rsidP="007B2329">
      <w:r>
        <w:t>828.3339</w:t>
      </w:r>
      <w:r>
        <w:tab/>
        <w:t>5.429e1</w:t>
      </w:r>
    </w:p>
    <w:p w:rsidR="007B2329" w:rsidRDefault="007B2329" w:rsidP="007B2329">
      <w:r>
        <w:t>828.3355</w:t>
      </w:r>
      <w:r>
        <w:tab/>
        <w:t>8.271e1</w:t>
      </w:r>
    </w:p>
    <w:p w:rsidR="007B2329" w:rsidRDefault="007B2329" w:rsidP="007B2329">
      <w:r>
        <w:t>828.3389</w:t>
      </w:r>
      <w:r>
        <w:tab/>
        <w:t>4.293e1</w:t>
      </w:r>
    </w:p>
    <w:p w:rsidR="007B2329" w:rsidRDefault="007B2329" w:rsidP="007B2329">
      <w:r>
        <w:t>828.3419</w:t>
      </w:r>
      <w:r>
        <w:tab/>
        <w:t>3.253e1</w:t>
      </w:r>
    </w:p>
    <w:p w:rsidR="007B2329" w:rsidRDefault="007B2329" w:rsidP="007B2329">
      <w:r>
        <w:t>828.3430</w:t>
      </w:r>
      <w:r>
        <w:tab/>
        <w:t>4.533e1</w:t>
      </w:r>
    </w:p>
    <w:p w:rsidR="007B2329" w:rsidRDefault="007B2329" w:rsidP="007B2329">
      <w:r>
        <w:lastRenderedPageBreak/>
        <w:t>828.3661</w:t>
      </w:r>
      <w:r>
        <w:tab/>
        <w:t>4.051e0</w:t>
      </w:r>
    </w:p>
    <w:p w:rsidR="007B2329" w:rsidRDefault="007B2329" w:rsidP="007B2329">
      <w:r>
        <w:t>828.4266</w:t>
      </w:r>
      <w:r>
        <w:tab/>
        <w:t>7.962e0</w:t>
      </w:r>
    </w:p>
    <w:p w:rsidR="007B2329" w:rsidRDefault="007B2329" w:rsidP="007B2329">
      <w:r>
        <w:t>828.4872</w:t>
      </w:r>
      <w:r>
        <w:tab/>
        <w:t>3.123e0</w:t>
      </w:r>
    </w:p>
    <w:p w:rsidR="007B2329" w:rsidRDefault="007B2329" w:rsidP="007B2329">
      <w:r>
        <w:t>828.5148</w:t>
      </w:r>
      <w:r>
        <w:tab/>
        <w:t>3.565e0</w:t>
      </w:r>
    </w:p>
    <w:p w:rsidR="007B2329" w:rsidRDefault="007B2329" w:rsidP="007B2329">
      <w:r>
        <w:t>828.5169</w:t>
      </w:r>
      <w:r>
        <w:tab/>
        <w:t>4.190e0</w:t>
      </w:r>
    </w:p>
    <w:p w:rsidR="007B2329" w:rsidRDefault="007B2329" w:rsidP="007B2329">
      <w:r>
        <w:t>828.5436</w:t>
      </w:r>
      <w:r>
        <w:tab/>
        <w:t>2.025e0</w:t>
      </w:r>
    </w:p>
    <w:p w:rsidR="007B2329" w:rsidRDefault="007B2329" w:rsidP="007B2329">
      <w:r>
        <w:t>828.5552</w:t>
      </w:r>
      <w:r>
        <w:tab/>
        <w:t>1.701e0</w:t>
      </w:r>
    </w:p>
    <w:p w:rsidR="007B2329" w:rsidRDefault="007B2329" w:rsidP="007B2329">
      <w:r>
        <w:t>828.5599</w:t>
      </w:r>
      <w:r>
        <w:tab/>
        <w:t>4.324e0</w:t>
      </w:r>
    </w:p>
    <w:p w:rsidR="007B2329" w:rsidRDefault="007B2329" w:rsidP="007B2329">
      <w:r>
        <w:t>828.5679</w:t>
      </w:r>
      <w:r>
        <w:tab/>
        <w:t>2.025e0</w:t>
      </w:r>
    </w:p>
    <w:p w:rsidR="007B2329" w:rsidRDefault="007B2329" w:rsidP="007B2329">
      <w:r>
        <w:t>828.6011</w:t>
      </w:r>
      <w:r>
        <w:tab/>
        <w:t>4.017e0</w:t>
      </w:r>
    </w:p>
    <w:p w:rsidR="007B2329" w:rsidRDefault="007B2329" w:rsidP="007B2329">
      <w:r>
        <w:t>828.6290</w:t>
      </w:r>
      <w:r>
        <w:tab/>
        <w:t>2.989e0</w:t>
      </w:r>
    </w:p>
    <w:p w:rsidR="007B2329" w:rsidRDefault="007B2329" w:rsidP="007B2329">
      <w:r>
        <w:t>828.6567</w:t>
      </w:r>
      <w:r>
        <w:tab/>
        <w:t>2.025e0</w:t>
      </w:r>
    </w:p>
    <w:p w:rsidR="007B2329" w:rsidRDefault="007B2329" w:rsidP="007B2329">
      <w:r>
        <w:t>828.6613</w:t>
      </w:r>
      <w:r>
        <w:tab/>
        <w:t>3.038e0</w:t>
      </w:r>
    </w:p>
    <w:p w:rsidR="007B2329" w:rsidRDefault="007B2329" w:rsidP="007B2329">
      <w:r>
        <w:t>828.6877</w:t>
      </w:r>
      <w:r>
        <w:tab/>
        <w:t>2.925e0</w:t>
      </w:r>
    </w:p>
    <w:p w:rsidR="007B2329" w:rsidRDefault="007B2329" w:rsidP="007B2329">
      <w:r>
        <w:t>828.7049</w:t>
      </w:r>
      <w:r>
        <w:tab/>
        <w:t>2.025e0</w:t>
      </w:r>
    </w:p>
    <w:p w:rsidR="007B2329" w:rsidRDefault="007B2329" w:rsidP="007B2329">
      <w:r>
        <w:t>828.7123</w:t>
      </w:r>
      <w:r>
        <w:tab/>
        <w:t>1.013e0</w:t>
      </w:r>
    </w:p>
    <w:p w:rsidR="007B2329" w:rsidRDefault="007B2329" w:rsidP="007B2329">
      <w:r>
        <w:t>828.7631</w:t>
      </w:r>
      <w:r>
        <w:tab/>
        <w:t>5.213e0</w:t>
      </w:r>
    </w:p>
    <w:p w:rsidR="007B2329" w:rsidRDefault="007B2329" w:rsidP="007B2329">
      <w:r>
        <w:t>828.7648</w:t>
      </w:r>
      <w:r>
        <w:tab/>
        <w:t>1.013e0</w:t>
      </w:r>
    </w:p>
    <w:p w:rsidR="007B2329" w:rsidRDefault="007B2329" w:rsidP="007B2329">
      <w:r>
        <w:t>828.7681</w:t>
      </w:r>
      <w:r>
        <w:tab/>
        <w:t>1.791e0</w:t>
      </w:r>
    </w:p>
    <w:p w:rsidR="007B2329" w:rsidRDefault="007B2329" w:rsidP="007B2329">
      <w:r>
        <w:lastRenderedPageBreak/>
        <w:t>828.8383</w:t>
      </w:r>
      <w:r>
        <w:tab/>
        <w:t>1.013e0</w:t>
      </w:r>
    </w:p>
    <w:p w:rsidR="007B2329" w:rsidRDefault="007B2329" w:rsidP="007B2329">
      <w:r>
        <w:t>828.8496</w:t>
      </w:r>
      <w:r>
        <w:tab/>
        <w:t>1.013e0</w:t>
      </w:r>
    </w:p>
    <w:p w:rsidR="007B2329" w:rsidRDefault="007B2329" w:rsidP="007B2329">
      <w:r>
        <w:t>828.8660</w:t>
      </w:r>
      <w:r>
        <w:tab/>
        <w:t>1.013e0</w:t>
      </w:r>
    </w:p>
    <w:p w:rsidR="007B2329" w:rsidRDefault="007B2329" w:rsidP="007B2329">
      <w:r>
        <w:t>828.8786</w:t>
      </w:r>
      <w:r>
        <w:tab/>
        <w:t>3.038e0</w:t>
      </w:r>
    </w:p>
    <w:p w:rsidR="007B2329" w:rsidRDefault="007B2329" w:rsidP="007B2329">
      <w:r>
        <w:t>828.9055</w:t>
      </w:r>
      <w:r>
        <w:tab/>
        <w:t>7.089e0</w:t>
      </w:r>
    </w:p>
    <w:p w:rsidR="007B2329" w:rsidRDefault="007B2329" w:rsidP="007B2329">
      <w:r>
        <w:t>828.9146</w:t>
      </w:r>
      <w:r>
        <w:tab/>
        <w:t>6.076e0</w:t>
      </w:r>
    </w:p>
    <w:p w:rsidR="007B2329" w:rsidRDefault="007B2329" w:rsidP="007B2329">
      <w:r>
        <w:t>828.9589</w:t>
      </w:r>
      <w:r>
        <w:tab/>
        <w:t>2.025e0</w:t>
      </w:r>
    </w:p>
    <w:p w:rsidR="007B2329" w:rsidRDefault="007B2329" w:rsidP="007B2329">
      <w:r>
        <w:t>828.9637</w:t>
      </w:r>
      <w:r>
        <w:tab/>
        <w:t>1.013e0</w:t>
      </w:r>
    </w:p>
    <w:p w:rsidR="007B2329" w:rsidRDefault="007B2329" w:rsidP="007B2329">
      <w:r>
        <w:t>828.9714</w:t>
      </w:r>
      <w:r>
        <w:tab/>
        <w:t>5.551e0</w:t>
      </w:r>
    </w:p>
    <w:p w:rsidR="007B2329" w:rsidRDefault="007B2329" w:rsidP="007B2329">
      <w:r>
        <w:t>829.0474</w:t>
      </w:r>
      <w:r>
        <w:tab/>
        <w:t>1.013e0</w:t>
      </w:r>
    </w:p>
    <w:p w:rsidR="007B2329" w:rsidRDefault="007B2329" w:rsidP="007B2329">
      <w:r>
        <w:t>829.0521</w:t>
      </w:r>
      <w:r>
        <w:tab/>
        <w:t>1.013e0</w:t>
      </w:r>
    </w:p>
    <w:p w:rsidR="007B2329" w:rsidRDefault="007B2329" w:rsidP="007B2329">
      <w:r>
        <w:t>829.0612</w:t>
      </w:r>
      <w:r>
        <w:tab/>
        <w:t>2.025e0</w:t>
      </w:r>
    </w:p>
    <w:p w:rsidR="007B2329" w:rsidRDefault="007B2329" w:rsidP="007B2329">
      <w:r>
        <w:t>829.0693</w:t>
      </w:r>
      <w:r>
        <w:tab/>
        <w:t>1.013e0</w:t>
      </w:r>
    </w:p>
    <w:p w:rsidR="007B2329" w:rsidRDefault="007B2329" w:rsidP="007B2329">
      <w:r>
        <w:t>829.0753</w:t>
      </w:r>
      <w:r>
        <w:tab/>
        <w:t>1.013e0</w:t>
      </w:r>
    </w:p>
    <w:p w:rsidR="007B2329" w:rsidRDefault="007B2329" w:rsidP="007B2329">
      <w:r>
        <w:t>829.1044</w:t>
      </w:r>
      <w:r>
        <w:tab/>
        <w:t>2.025e0</w:t>
      </w:r>
    </w:p>
    <w:p w:rsidR="007B2329" w:rsidRDefault="007B2329" w:rsidP="007B2329">
      <w:r>
        <w:t>829.1179</w:t>
      </w:r>
      <w:r>
        <w:tab/>
        <w:t>2.025e0</w:t>
      </w:r>
    </w:p>
    <w:p w:rsidR="007B2329" w:rsidRDefault="007B2329" w:rsidP="007B2329">
      <w:r>
        <w:t>829.1588</w:t>
      </w:r>
      <w:r>
        <w:tab/>
        <w:t>1.013e0</w:t>
      </w:r>
    </w:p>
    <w:p w:rsidR="007B2329" w:rsidRDefault="007B2329" w:rsidP="007B2329">
      <w:r>
        <w:t>829.1726</w:t>
      </w:r>
      <w:r>
        <w:tab/>
        <w:t>2.025e0</w:t>
      </w:r>
    </w:p>
    <w:p w:rsidR="007B2329" w:rsidRDefault="007B2329" w:rsidP="007B2329">
      <w:r>
        <w:t>829.2044</w:t>
      </w:r>
      <w:r>
        <w:tab/>
        <w:t>1.331e0</w:t>
      </w:r>
    </w:p>
    <w:p w:rsidR="007B2329" w:rsidRDefault="007B2329" w:rsidP="007B2329">
      <w:r>
        <w:lastRenderedPageBreak/>
        <w:t>829.2220</w:t>
      </w:r>
      <w:r>
        <w:tab/>
        <w:t>1.013e0</w:t>
      </w:r>
    </w:p>
    <w:p w:rsidR="007B2329" w:rsidRDefault="007B2329" w:rsidP="007B2329">
      <w:r>
        <w:t>829.3195</w:t>
      </w:r>
      <w:r>
        <w:tab/>
        <w:t>1.415e1</w:t>
      </w:r>
    </w:p>
    <w:p w:rsidR="007B2329" w:rsidRDefault="007B2329" w:rsidP="007B2329">
      <w:r>
        <w:t>829.3318</w:t>
      </w:r>
      <w:r>
        <w:tab/>
        <w:t>6.114e1</w:t>
      </w:r>
    </w:p>
    <w:p w:rsidR="007B2329" w:rsidRDefault="007B2329" w:rsidP="007B2329">
      <w:r>
        <w:t>829.3355</w:t>
      </w:r>
      <w:r>
        <w:tab/>
        <w:t>1.998e1</w:t>
      </w:r>
    </w:p>
    <w:p w:rsidR="007B2329" w:rsidRDefault="007B2329" w:rsidP="007B2329">
      <w:r>
        <w:t>829.3403</w:t>
      </w:r>
      <w:r>
        <w:tab/>
        <w:t>4.548e1</w:t>
      </w:r>
    </w:p>
    <w:p w:rsidR="007B2329" w:rsidRDefault="007B2329" w:rsidP="007B2329">
      <w:r>
        <w:t>829.3615</w:t>
      </w:r>
      <w:r>
        <w:tab/>
        <w:t>1.375e1</w:t>
      </w:r>
    </w:p>
    <w:p w:rsidR="007B2329" w:rsidRDefault="007B2329" w:rsidP="007B2329">
      <w:r>
        <w:t>829.4509</w:t>
      </w:r>
      <w:r>
        <w:tab/>
        <w:t>4.051e0</w:t>
      </w:r>
    </w:p>
    <w:p w:rsidR="007B2329" w:rsidRDefault="007B2329" w:rsidP="007B2329">
      <w:r>
        <w:t>829.4661</w:t>
      </w:r>
      <w:r>
        <w:tab/>
        <w:t>2.397e0</w:t>
      </w:r>
    </w:p>
    <w:p w:rsidR="007B2329" w:rsidRDefault="007B2329" w:rsidP="007B2329">
      <w:r>
        <w:t>829.4985</w:t>
      </w:r>
      <w:r>
        <w:tab/>
        <w:t>3.308e0</w:t>
      </w:r>
    </w:p>
    <w:p w:rsidR="007B2329" w:rsidRDefault="007B2329" w:rsidP="007B2329">
      <w:r>
        <w:t>829.5013</w:t>
      </w:r>
      <w:r>
        <w:tab/>
        <w:t>4.051e0</w:t>
      </w:r>
    </w:p>
    <w:p w:rsidR="007B2329" w:rsidRDefault="007B2329" w:rsidP="007B2329">
      <w:r>
        <w:t>829.5318</w:t>
      </w:r>
      <w:r>
        <w:tab/>
        <w:t>2.025e0</w:t>
      </w:r>
    </w:p>
    <w:p w:rsidR="007B2329" w:rsidRDefault="007B2329" w:rsidP="007B2329">
      <w:r>
        <w:t>829.5485</w:t>
      </w:r>
      <w:r>
        <w:tab/>
        <w:t>2.038e0</w:t>
      </w:r>
    </w:p>
    <w:p w:rsidR="007B2329" w:rsidRDefault="007B2329" w:rsidP="007B2329">
      <w:r>
        <w:t>829.6199</w:t>
      </w:r>
      <w:r>
        <w:tab/>
        <w:t>1.013e0</w:t>
      </w:r>
    </w:p>
    <w:p w:rsidR="007B2329" w:rsidRDefault="007B2329" w:rsidP="007B2329">
      <w:r>
        <w:t>829.6615</w:t>
      </w:r>
      <w:r>
        <w:tab/>
        <w:t>2.025e0</w:t>
      </w:r>
    </w:p>
    <w:p w:rsidR="007B2329" w:rsidRDefault="007B2329" w:rsidP="007B2329">
      <w:r>
        <w:t>829.6709</w:t>
      </w:r>
      <w:r>
        <w:tab/>
        <w:t>4.469e0</w:t>
      </w:r>
    </w:p>
    <w:p w:rsidR="007B2329" w:rsidRDefault="007B2329" w:rsidP="007B2329">
      <w:r>
        <w:t>829.6890</w:t>
      </w:r>
      <w:r>
        <w:tab/>
        <w:t>6.076e0</w:t>
      </w:r>
    </w:p>
    <w:p w:rsidR="007B2329" w:rsidRDefault="007B2329" w:rsidP="007B2329">
      <w:r>
        <w:t>829.6965</w:t>
      </w:r>
      <w:r>
        <w:tab/>
        <w:t>1.013e0</w:t>
      </w:r>
    </w:p>
    <w:p w:rsidR="007B2329" w:rsidRDefault="007B2329" w:rsidP="007B2329">
      <w:r>
        <w:t>829.7803</w:t>
      </w:r>
      <w:r>
        <w:tab/>
        <w:t>5.063e0</w:t>
      </w:r>
    </w:p>
    <w:p w:rsidR="007B2329" w:rsidRDefault="007B2329" w:rsidP="007B2329">
      <w:r>
        <w:t>829.7964</w:t>
      </w:r>
      <w:r>
        <w:tab/>
        <w:t>4.051e0</w:t>
      </w:r>
    </w:p>
    <w:p w:rsidR="007B2329" w:rsidRDefault="007B2329" w:rsidP="007B2329">
      <w:r>
        <w:lastRenderedPageBreak/>
        <w:t>829.7995</w:t>
      </w:r>
      <w:r>
        <w:tab/>
        <w:t>2.006e0</w:t>
      </w:r>
    </w:p>
    <w:p w:rsidR="007B2329" w:rsidRDefault="007B2329" w:rsidP="007B2329">
      <w:r>
        <w:t>829.8152</w:t>
      </w:r>
      <w:r>
        <w:tab/>
        <w:t>2.025e0</w:t>
      </w:r>
    </w:p>
    <w:p w:rsidR="007B2329" w:rsidRDefault="007B2329" w:rsidP="007B2329">
      <w:r>
        <w:t>829.8710</w:t>
      </w:r>
      <w:r>
        <w:tab/>
        <w:t>2.025e0</w:t>
      </w:r>
    </w:p>
    <w:p w:rsidR="007B2329" w:rsidRDefault="007B2329" w:rsidP="007B2329">
      <w:r>
        <w:t>829.8839</w:t>
      </w:r>
      <w:r>
        <w:tab/>
        <w:t>1.013e0</w:t>
      </w:r>
    </w:p>
    <w:p w:rsidR="007B2329" w:rsidRDefault="007B2329" w:rsidP="007B2329">
      <w:r>
        <w:t>829.8955</w:t>
      </w:r>
      <w:r>
        <w:tab/>
        <w:t>5.725e0</w:t>
      </w:r>
    </w:p>
    <w:p w:rsidR="007B2329" w:rsidRDefault="007B2329" w:rsidP="007B2329">
      <w:r>
        <w:t>829.9068</w:t>
      </w:r>
      <w:r>
        <w:tab/>
        <w:t>4.051e0</w:t>
      </w:r>
    </w:p>
    <w:p w:rsidR="007B2329" w:rsidRDefault="007B2329" w:rsidP="007B2329">
      <w:r>
        <w:t>829.9156</w:t>
      </w:r>
      <w:r>
        <w:tab/>
        <w:t>3.038e0</w:t>
      </w:r>
    </w:p>
    <w:p w:rsidR="007B2329" w:rsidRDefault="007B2329" w:rsidP="007B2329">
      <w:r>
        <w:t>829.9337</w:t>
      </w:r>
      <w:r>
        <w:tab/>
        <w:t>2.025e0</w:t>
      </w:r>
    </w:p>
    <w:p w:rsidR="007B2329" w:rsidRDefault="007B2329" w:rsidP="007B2329">
      <w:r>
        <w:t>830.0230</w:t>
      </w:r>
      <w:r>
        <w:tab/>
        <w:t>2.025e0</w:t>
      </w:r>
    </w:p>
    <w:p w:rsidR="007B2329" w:rsidRDefault="007B2329" w:rsidP="007B2329">
      <w:r>
        <w:t>830.0248</w:t>
      </w:r>
      <w:r>
        <w:tab/>
        <w:t>4.051e0</w:t>
      </w:r>
    </w:p>
    <w:p w:rsidR="007B2329" w:rsidRDefault="007B2329" w:rsidP="007B2329">
      <w:r>
        <w:t>830.0359</w:t>
      </w:r>
      <w:r>
        <w:tab/>
        <w:t>1.013e0</w:t>
      </w:r>
    </w:p>
    <w:p w:rsidR="007B2329" w:rsidRDefault="007B2329" w:rsidP="007B2329">
      <w:r>
        <w:t>830.0527</w:t>
      </w:r>
      <w:r>
        <w:tab/>
        <w:t>2.025e0</w:t>
      </w:r>
    </w:p>
    <w:p w:rsidR="007B2329" w:rsidRDefault="007B2329" w:rsidP="007B2329">
      <w:r>
        <w:t>830.0565</w:t>
      </w:r>
      <w:r>
        <w:tab/>
        <w:t>3.038e0</w:t>
      </w:r>
    </w:p>
    <w:p w:rsidR="007B2329" w:rsidRDefault="007B2329" w:rsidP="007B2329">
      <w:r>
        <w:t>830.1083</w:t>
      </w:r>
      <w:r>
        <w:tab/>
        <w:t>1.013e0</w:t>
      </w:r>
    </w:p>
    <w:p w:rsidR="007B2329" w:rsidRDefault="007B2329" w:rsidP="007B2329">
      <w:r>
        <w:t>830.1783</w:t>
      </w:r>
      <w:r>
        <w:tab/>
        <w:t>2.025e0</w:t>
      </w:r>
    </w:p>
    <w:p w:rsidR="007B2329" w:rsidRDefault="007B2329" w:rsidP="007B2329">
      <w:r>
        <w:t>830.1830</w:t>
      </w:r>
      <w:r>
        <w:tab/>
        <w:t>5.063e0</w:t>
      </w:r>
    </w:p>
    <w:p w:rsidR="007B2329" w:rsidRDefault="007B2329" w:rsidP="007B2329">
      <w:r>
        <w:t>830.1923</w:t>
      </w:r>
      <w:r>
        <w:tab/>
        <w:t>1.013e0</w:t>
      </w:r>
    </w:p>
    <w:p w:rsidR="007B2329" w:rsidRDefault="007B2329" w:rsidP="007B2329">
      <w:r>
        <w:t>830.1966</w:t>
      </w:r>
      <w:r>
        <w:tab/>
        <w:t>4.963e0</w:t>
      </w:r>
    </w:p>
    <w:p w:rsidR="007B2329" w:rsidRDefault="007B2329" w:rsidP="007B2329">
      <w:r>
        <w:t>830.2184</w:t>
      </w:r>
      <w:r>
        <w:tab/>
        <w:t>3.765e0</w:t>
      </w:r>
    </w:p>
    <w:p w:rsidR="007B2329" w:rsidRDefault="007B2329" w:rsidP="007B2329">
      <w:r>
        <w:lastRenderedPageBreak/>
        <w:t>830.2319</w:t>
      </w:r>
      <w:r>
        <w:tab/>
        <w:t>4.104e0</w:t>
      </w:r>
    </w:p>
    <w:p w:rsidR="007B2329" w:rsidRDefault="007B2329" w:rsidP="007B2329">
      <w:r>
        <w:t>830.2387</w:t>
      </w:r>
      <w:r>
        <w:tab/>
        <w:t>1.013e0</w:t>
      </w:r>
    </w:p>
    <w:p w:rsidR="007B2329" w:rsidRDefault="007B2329" w:rsidP="007B2329">
      <w:r>
        <w:t>830.3016</w:t>
      </w:r>
      <w:r>
        <w:tab/>
        <w:t>4.114e0</w:t>
      </w:r>
    </w:p>
    <w:p w:rsidR="007B2329" w:rsidRDefault="007B2329" w:rsidP="007B2329">
      <w:r>
        <w:t>830.3094</w:t>
      </w:r>
      <w:r>
        <w:tab/>
        <w:t>5.572e0</w:t>
      </w:r>
    </w:p>
    <w:p w:rsidR="007B2329" w:rsidRDefault="007B2329" w:rsidP="007B2329">
      <w:r>
        <w:t>830.3217</w:t>
      </w:r>
      <w:r>
        <w:tab/>
        <w:t>1.745e0</w:t>
      </w:r>
    </w:p>
    <w:p w:rsidR="007B2329" w:rsidRDefault="007B2329" w:rsidP="007B2329">
      <w:r>
        <w:t>830.3436</w:t>
      </w:r>
      <w:r>
        <w:tab/>
        <w:t>7.167e0</w:t>
      </w:r>
    </w:p>
    <w:p w:rsidR="007B2329" w:rsidRDefault="007B2329" w:rsidP="007B2329">
      <w:r>
        <w:t>830.3702</w:t>
      </w:r>
      <w:r>
        <w:tab/>
        <w:t>3.173e0</w:t>
      </w:r>
    </w:p>
    <w:p w:rsidR="007B2329" w:rsidRDefault="007B2329" w:rsidP="007B2329">
      <w:r>
        <w:t>830.4594</w:t>
      </w:r>
      <w:r>
        <w:tab/>
        <w:t>7.089e0</w:t>
      </w:r>
    </w:p>
    <w:p w:rsidR="007B2329" w:rsidRDefault="007B2329" w:rsidP="007B2329">
      <w:r>
        <w:t>830.4924</w:t>
      </w:r>
      <w:r>
        <w:tab/>
        <w:t>1.721e1</w:t>
      </w:r>
    </w:p>
    <w:p w:rsidR="007B2329" w:rsidRDefault="007B2329" w:rsidP="007B2329">
      <w:r>
        <w:t>830.4955</w:t>
      </w:r>
      <w:r>
        <w:tab/>
        <w:t>2.996e1</w:t>
      </w:r>
    </w:p>
    <w:p w:rsidR="007B2329" w:rsidRDefault="007B2329" w:rsidP="007B2329">
      <w:r>
        <w:t>830.5005</w:t>
      </w:r>
      <w:r>
        <w:tab/>
        <w:t>9.199e0</w:t>
      </w:r>
    </w:p>
    <w:p w:rsidR="007B2329" w:rsidRDefault="007B2329" w:rsidP="007B2329">
      <w:r>
        <w:t>830.5034</w:t>
      </w:r>
      <w:r>
        <w:tab/>
        <w:t>2.096e1</w:t>
      </w:r>
    </w:p>
    <w:p w:rsidR="007B2329" w:rsidRDefault="007B2329" w:rsidP="007B2329">
      <w:r>
        <w:t>830.5136</w:t>
      </w:r>
      <w:r>
        <w:tab/>
        <w:t>1.518e1</w:t>
      </w:r>
    </w:p>
    <w:p w:rsidR="007B2329" w:rsidRDefault="007B2329" w:rsidP="007B2329">
      <w:r>
        <w:t>830.5190</w:t>
      </w:r>
      <w:r>
        <w:tab/>
        <w:t>7.846e0</w:t>
      </w:r>
    </w:p>
    <w:p w:rsidR="007B2329" w:rsidRDefault="007B2329" w:rsidP="007B2329">
      <w:r>
        <w:t>830.5255</w:t>
      </w:r>
      <w:r>
        <w:tab/>
        <w:t>8.490e0</w:t>
      </w:r>
    </w:p>
    <w:p w:rsidR="007B2329" w:rsidRDefault="007B2329" w:rsidP="007B2329">
      <w:r>
        <w:t>830.5415</w:t>
      </w:r>
      <w:r>
        <w:tab/>
        <w:t>1.013e0</w:t>
      </w:r>
    </w:p>
    <w:p w:rsidR="007B2329" w:rsidRDefault="007B2329" w:rsidP="007B2329">
      <w:r>
        <w:t>830.6211</w:t>
      </w:r>
      <w:r>
        <w:tab/>
        <w:t>5.184e0</w:t>
      </w:r>
    </w:p>
    <w:p w:rsidR="007B2329" w:rsidRDefault="007B2329" w:rsidP="007B2329">
      <w:r>
        <w:t>830.6342</w:t>
      </w:r>
      <w:r>
        <w:tab/>
        <w:t>2.025e0</w:t>
      </w:r>
    </w:p>
    <w:p w:rsidR="007B2329" w:rsidRDefault="007B2329" w:rsidP="007B2329">
      <w:r>
        <w:t>830.6573</w:t>
      </w:r>
      <w:r>
        <w:tab/>
        <w:t>1.707e0</w:t>
      </w:r>
    </w:p>
    <w:p w:rsidR="007B2329" w:rsidRDefault="007B2329" w:rsidP="007B2329">
      <w:r>
        <w:lastRenderedPageBreak/>
        <w:t>830.6625</w:t>
      </w:r>
      <w:r>
        <w:tab/>
        <w:t>1.013e0</w:t>
      </w:r>
    </w:p>
    <w:p w:rsidR="007B2329" w:rsidRDefault="007B2329" w:rsidP="007B2329">
      <w:r>
        <w:t>830.6724</w:t>
      </w:r>
      <w:r>
        <w:tab/>
        <w:t>3.036e0</w:t>
      </w:r>
    </w:p>
    <w:p w:rsidR="007B2329" w:rsidRDefault="007B2329" w:rsidP="007B2329">
      <w:r>
        <w:t>830.6803</w:t>
      </w:r>
      <w:r>
        <w:tab/>
        <w:t>1.013e0</w:t>
      </w:r>
    </w:p>
    <w:p w:rsidR="007B2329" w:rsidRDefault="007B2329" w:rsidP="007B2329">
      <w:r>
        <w:t>830.7299</w:t>
      </w:r>
      <w:r>
        <w:tab/>
        <w:t>1.013e0</w:t>
      </w:r>
    </w:p>
    <w:p w:rsidR="007B2329" w:rsidRDefault="007B2329" w:rsidP="007B2329">
      <w:r>
        <w:t>830.7426</w:t>
      </w:r>
      <w:r>
        <w:tab/>
        <w:t>4.051e0</w:t>
      </w:r>
    </w:p>
    <w:p w:rsidR="007B2329" w:rsidRDefault="007B2329" w:rsidP="007B2329">
      <w:r>
        <w:t>830.7601</w:t>
      </w:r>
      <w:r>
        <w:tab/>
        <w:t>1.791e0</w:t>
      </w:r>
    </w:p>
    <w:p w:rsidR="007B2329" w:rsidRDefault="007B2329" w:rsidP="007B2329">
      <w:r>
        <w:t>830.7643</w:t>
      </w:r>
      <w:r>
        <w:tab/>
        <w:t>3.038e0</w:t>
      </w:r>
    </w:p>
    <w:p w:rsidR="007B2329" w:rsidRDefault="007B2329" w:rsidP="007B2329">
      <w:r>
        <w:t>830.7715</w:t>
      </w:r>
      <w:r>
        <w:tab/>
        <w:t>2.025e0</w:t>
      </w:r>
    </w:p>
    <w:p w:rsidR="007B2329" w:rsidRDefault="007B2329" w:rsidP="007B2329">
      <w:r>
        <w:t>830.8532</w:t>
      </w:r>
      <w:r>
        <w:tab/>
        <w:t>2.038e0</w:t>
      </w:r>
    </w:p>
    <w:p w:rsidR="007B2329" w:rsidRDefault="007B2329" w:rsidP="007B2329">
      <w:r>
        <w:t>830.8689</w:t>
      </w:r>
      <w:r>
        <w:tab/>
        <w:t>3.699e0</w:t>
      </w:r>
    </w:p>
    <w:p w:rsidR="007B2329" w:rsidRDefault="007B2329" w:rsidP="007B2329">
      <w:r>
        <w:t>830.8764</w:t>
      </w:r>
      <w:r>
        <w:tab/>
        <w:t>3.038e0</w:t>
      </w:r>
    </w:p>
    <w:p w:rsidR="007B2329" w:rsidRDefault="007B2329" w:rsidP="007B2329">
      <w:r>
        <w:t>830.8809</w:t>
      </w:r>
      <w:r>
        <w:tab/>
        <w:t>3.038e0</w:t>
      </w:r>
    </w:p>
    <w:p w:rsidR="007B2329" w:rsidRDefault="007B2329" w:rsidP="007B2329">
      <w:r>
        <w:t>830.9055</w:t>
      </w:r>
      <w:r>
        <w:tab/>
        <w:t>1.013e0</w:t>
      </w:r>
    </w:p>
    <w:p w:rsidR="007B2329" w:rsidRDefault="007B2329" w:rsidP="007B2329">
      <w:r>
        <w:t>830.9330</w:t>
      </w:r>
      <w:r>
        <w:tab/>
        <w:t>1.013e0</w:t>
      </w:r>
    </w:p>
    <w:p w:rsidR="007B2329" w:rsidRDefault="007B2329" w:rsidP="007B2329">
      <w:r>
        <w:t>830.9497</w:t>
      </w:r>
      <w:r>
        <w:tab/>
        <w:t>2.025e0</w:t>
      </w:r>
    </w:p>
    <w:p w:rsidR="007B2329" w:rsidRDefault="007B2329" w:rsidP="007B2329">
      <w:r>
        <w:t>830.9551</w:t>
      </w:r>
      <w:r>
        <w:tab/>
        <w:t>2.025e0</w:t>
      </w:r>
    </w:p>
    <w:p w:rsidR="007B2329" w:rsidRDefault="007B2329" w:rsidP="007B2329">
      <w:r>
        <w:t>830.9595</w:t>
      </w:r>
      <w:r>
        <w:tab/>
        <w:t>4.051e0</w:t>
      </w:r>
    </w:p>
    <w:p w:rsidR="007B2329" w:rsidRDefault="007B2329" w:rsidP="007B2329">
      <w:r>
        <w:t>830.9639</w:t>
      </w:r>
      <w:r>
        <w:tab/>
        <w:t>2.025e0</w:t>
      </w:r>
    </w:p>
    <w:p w:rsidR="007B2329" w:rsidRDefault="007B2329" w:rsidP="007B2329">
      <w:r>
        <w:t>830.9676</w:t>
      </w:r>
      <w:r>
        <w:tab/>
        <w:t>1.013e0</w:t>
      </w:r>
    </w:p>
    <w:p w:rsidR="007B2329" w:rsidRDefault="007B2329" w:rsidP="007B2329">
      <w:r>
        <w:lastRenderedPageBreak/>
        <w:t>831.0262</w:t>
      </w:r>
      <w:r>
        <w:tab/>
        <w:t>2.173e0</w:t>
      </w:r>
    </w:p>
    <w:p w:rsidR="007B2329" w:rsidRDefault="007B2329" w:rsidP="007B2329">
      <w:r>
        <w:t>831.0348</w:t>
      </w:r>
      <w:r>
        <w:tab/>
        <w:t>1.013e0</w:t>
      </w:r>
    </w:p>
    <w:p w:rsidR="007B2329" w:rsidRDefault="007B2329" w:rsidP="007B2329">
      <w:r>
        <w:t>831.0870</w:t>
      </w:r>
      <w:r>
        <w:tab/>
        <w:t>2.025e0</w:t>
      </w:r>
    </w:p>
    <w:p w:rsidR="007B2329" w:rsidRDefault="007B2329" w:rsidP="007B2329">
      <w:r>
        <w:t>831.1019</w:t>
      </w:r>
      <w:r>
        <w:tab/>
        <w:t>1.013e0</w:t>
      </w:r>
    </w:p>
    <w:p w:rsidR="007B2329" w:rsidRDefault="007B2329" w:rsidP="007B2329">
      <w:r>
        <w:t>831.1147</w:t>
      </w:r>
      <w:r>
        <w:tab/>
        <w:t>1.013e0</w:t>
      </w:r>
    </w:p>
    <w:p w:rsidR="007B2329" w:rsidRDefault="007B2329" w:rsidP="007B2329">
      <w:r>
        <w:t>831.1290</w:t>
      </w:r>
      <w:r>
        <w:tab/>
        <w:t>1.013e0</w:t>
      </w:r>
    </w:p>
    <w:p w:rsidR="007B2329" w:rsidRDefault="007B2329" w:rsidP="007B2329">
      <w:r>
        <w:t>831.1711</w:t>
      </w:r>
      <w:r>
        <w:tab/>
        <w:t>3.782e0</w:t>
      </w:r>
    </w:p>
    <w:p w:rsidR="007B2329" w:rsidRDefault="007B2329" w:rsidP="007B2329">
      <w:r>
        <w:t>831.1920</w:t>
      </w:r>
      <w:r>
        <w:tab/>
        <w:t>1.898e0</w:t>
      </w:r>
    </w:p>
    <w:p w:rsidR="007B2329" w:rsidRDefault="007B2329" w:rsidP="007B2329">
      <w:r>
        <w:t>831.2045</w:t>
      </w:r>
      <w:r>
        <w:tab/>
        <w:t>1.013e0</w:t>
      </w:r>
    </w:p>
    <w:p w:rsidR="007B2329" w:rsidRDefault="007B2329" w:rsidP="007B2329">
      <w:r>
        <w:t>831.2267</w:t>
      </w:r>
      <w:r>
        <w:tab/>
        <w:t>5.269e0</w:t>
      </w:r>
    </w:p>
    <w:p w:rsidR="007B2329" w:rsidRDefault="007B2329" w:rsidP="007B2329">
      <w:r>
        <w:t>831.2691</w:t>
      </w:r>
      <w:r>
        <w:tab/>
        <w:t>1.013e0</w:t>
      </w:r>
    </w:p>
    <w:p w:rsidR="007B2329" w:rsidRDefault="007B2329" w:rsidP="007B2329">
      <w:r>
        <w:t>831.2792</w:t>
      </w:r>
      <w:r>
        <w:tab/>
        <w:t>2.216e0</w:t>
      </w:r>
    </w:p>
    <w:p w:rsidR="007B2329" w:rsidRDefault="007B2329" w:rsidP="007B2329">
      <w:r>
        <w:t>831.4014</w:t>
      </w:r>
      <w:r>
        <w:tab/>
        <w:t>2.025e0</w:t>
      </w:r>
    </w:p>
    <w:p w:rsidR="007B2329" w:rsidRDefault="007B2329" w:rsidP="007B2329">
      <w:r>
        <w:t>831.4231</w:t>
      </w:r>
      <w:r>
        <w:tab/>
        <w:t>1.595e0</w:t>
      </w:r>
    </w:p>
    <w:p w:rsidR="007B2329" w:rsidRDefault="007B2329" w:rsidP="007B2329">
      <w:r>
        <w:t>831.4506</w:t>
      </w:r>
      <w:r>
        <w:tab/>
        <w:t>2.009e0</w:t>
      </w:r>
    </w:p>
    <w:p w:rsidR="007B2329" w:rsidRDefault="007B2329" w:rsidP="007B2329">
      <w:r>
        <w:t>831.4684</w:t>
      </w:r>
      <w:r>
        <w:tab/>
        <w:t>2.081e0</w:t>
      </w:r>
    </w:p>
    <w:p w:rsidR="007B2329" w:rsidRDefault="007B2329" w:rsidP="007B2329">
      <w:r>
        <w:t>831.4755</w:t>
      </w:r>
      <w:r>
        <w:tab/>
        <w:t>1.237e1</w:t>
      </w:r>
    </w:p>
    <w:p w:rsidR="007B2329" w:rsidRDefault="007B2329" w:rsidP="007B2329">
      <w:r>
        <w:t>831.4892</w:t>
      </w:r>
      <w:r>
        <w:tab/>
        <w:t>1.495e1</w:t>
      </w:r>
    </w:p>
    <w:p w:rsidR="007B2329" w:rsidRDefault="007B2329" w:rsidP="007B2329">
      <w:r>
        <w:t>831.5015</w:t>
      </w:r>
      <w:r>
        <w:tab/>
        <w:t>1.933e1</w:t>
      </w:r>
    </w:p>
    <w:p w:rsidR="007B2329" w:rsidRDefault="007B2329" w:rsidP="007B2329">
      <w:r>
        <w:lastRenderedPageBreak/>
        <w:t>831.5077</w:t>
      </w:r>
      <w:r>
        <w:tab/>
        <w:t>4.642e0</w:t>
      </w:r>
    </w:p>
    <w:p w:rsidR="007B2329" w:rsidRDefault="007B2329" w:rsidP="007B2329">
      <w:r>
        <w:t>831.5181</w:t>
      </w:r>
      <w:r>
        <w:tab/>
        <w:t>8.699e0</w:t>
      </w:r>
    </w:p>
    <w:p w:rsidR="007B2329" w:rsidRDefault="007B2329" w:rsidP="007B2329">
      <w:r>
        <w:t>831.5377</w:t>
      </w:r>
      <w:r>
        <w:tab/>
        <w:t>2.025e0</w:t>
      </w:r>
    </w:p>
    <w:p w:rsidR="007B2329" w:rsidRDefault="007B2329" w:rsidP="007B2329">
      <w:r>
        <w:t>831.5441</w:t>
      </w:r>
      <w:r>
        <w:tab/>
        <w:t>2.025e0</w:t>
      </w:r>
    </w:p>
    <w:p w:rsidR="007B2329" w:rsidRDefault="007B2329" w:rsidP="007B2329">
      <w:r>
        <w:t>831.6379</w:t>
      </w:r>
      <w:r>
        <w:tab/>
        <w:t>1.751e0</w:t>
      </w:r>
    </w:p>
    <w:p w:rsidR="007B2329" w:rsidRDefault="007B2329" w:rsidP="007B2329">
      <w:r>
        <w:t>831.6466</w:t>
      </w:r>
      <w:r>
        <w:tab/>
        <w:t>2.025e0</w:t>
      </w:r>
    </w:p>
    <w:p w:rsidR="007B2329" w:rsidRDefault="007B2329" w:rsidP="007B2329">
      <w:r>
        <w:t>831.6606</w:t>
      </w:r>
      <w:r>
        <w:tab/>
        <w:t>3.038e0</w:t>
      </w:r>
    </w:p>
    <w:p w:rsidR="007B2329" w:rsidRDefault="007B2329" w:rsidP="007B2329">
      <w:r>
        <w:t>831.7036</w:t>
      </w:r>
      <w:r>
        <w:tab/>
        <w:t>4.051e0</w:t>
      </w:r>
    </w:p>
    <w:p w:rsidR="007B2329" w:rsidRDefault="007B2329" w:rsidP="007B2329">
      <w:r>
        <w:t>831.7168</w:t>
      </w:r>
      <w:r>
        <w:tab/>
        <w:t>4.051e0</w:t>
      </w:r>
    </w:p>
    <w:p w:rsidR="007B2329" w:rsidRDefault="007B2329" w:rsidP="007B2329">
      <w:r>
        <w:t>831.7322</w:t>
      </w:r>
      <w:r>
        <w:tab/>
        <w:t>4.051e0</w:t>
      </w:r>
    </w:p>
    <w:p w:rsidR="007B2329" w:rsidRDefault="007B2329" w:rsidP="007B2329">
      <w:r>
        <w:t>831.7593</w:t>
      </w:r>
      <w:r>
        <w:tab/>
        <w:t>2.025e0</w:t>
      </w:r>
    </w:p>
    <w:p w:rsidR="007B2329" w:rsidRDefault="007B2329" w:rsidP="007B2329">
      <w:r>
        <w:t>831.7725</w:t>
      </w:r>
      <w:r>
        <w:tab/>
        <w:t>3.038e0</w:t>
      </w:r>
    </w:p>
    <w:p w:rsidR="007B2329" w:rsidRDefault="007B2329" w:rsidP="007B2329">
      <w:r>
        <w:t>831.7932</w:t>
      </w:r>
      <w:r>
        <w:tab/>
        <w:t>3.038e0</w:t>
      </w:r>
    </w:p>
    <w:p w:rsidR="007B2329" w:rsidRDefault="007B2329" w:rsidP="007B2329">
      <w:r>
        <w:t>831.8309</w:t>
      </w:r>
      <w:r>
        <w:tab/>
        <w:t>1.013e0</w:t>
      </w:r>
    </w:p>
    <w:p w:rsidR="007B2329" w:rsidRDefault="007B2329" w:rsidP="007B2329">
      <w:r>
        <w:t>831.8344</w:t>
      </w:r>
      <w:r>
        <w:tab/>
        <w:t>3.038e0</w:t>
      </w:r>
    </w:p>
    <w:p w:rsidR="007B2329" w:rsidRDefault="007B2329" w:rsidP="007B2329">
      <w:r>
        <w:t>831.8380</w:t>
      </w:r>
      <w:r>
        <w:tab/>
        <w:t>2.025e0</w:t>
      </w:r>
    </w:p>
    <w:p w:rsidR="007B2329" w:rsidRDefault="007B2329" w:rsidP="007B2329">
      <w:r>
        <w:t>831.8525</w:t>
      </w:r>
      <w:r>
        <w:tab/>
        <w:t>2.025e0</w:t>
      </w:r>
    </w:p>
    <w:p w:rsidR="007B2329" w:rsidRDefault="007B2329" w:rsidP="007B2329">
      <w:r>
        <w:t>831.8656</w:t>
      </w:r>
      <w:r>
        <w:tab/>
        <w:t>2.025e0</w:t>
      </w:r>
    </w:p>
    <w:p w:rsidR="007B2329" w:rsidRDefault="007B2329" w:rsidP="007B2329">
      <w:r>
        <w:t>831.8846</w:t>
      </w:r>
      <w:r>
        <w:tab/>
        <w:t>1.013e0</w:t>
      </w:r>
    </w:p>
    <w:p w:rsidR="007B2329" w:rsidRDefault="007B2329" w:rsidP="007B2329">
      <w:r>
        <w:lastRenderedPageBreak/>
        <w:t>831.9160</w:t>
      </w:r>
      <w:r>
        <w:tab/>
        <w:t>1.013e0</w:t>
      </w:r>
    </w:p>
    <w:p w:rsidR="007B2329" w:rsidRDefault="007B2329" w:rsidP="007B2329">
      <w:r>
        <w:t>831.9330</w:t>
      </w:r>
      <w:r>
        <w:tab/>
        <w:t>2.025e0</w:t>
      </w:r>
    </w:p>
    <w:p w:rsidR="007B2329" w:rsidRDefault="007B2329" w:rsidP="007B2329">
      <w:r>
        <w:t>831.9371</w:t>
      </w:r>
      <w:r>
        <w:tab/>
        <w:t>2.025e0</w:t>
      </w:r>
    </w:p>
    <w:p w:rsidR="007B2329" w:rsidRDefault="007B2329" w:rsidP="007B2329">
      <w:r>
        <w:t>831.9609</w:t>
      </w:r>
      <w:r>
        <w:tab/>
        <w:t>6.017e0</w:t>
      </w:r>
    </w:p>
    <w:p w:rsidR="007B2329" w:rsidRDefault="007B2329" w:rsidP="007B2329">
      <w:r>
        <w:t>831.9650</w:t>
      </w:r>
      <w:r>
        <w:tab/>
        <w:t>2.511e0</w:t>
      </w:r>
    </w:p>
    <w:p w:rsidR="007B2329" w:rsidRDefault="007B2329" w:rsidP="007B2329">
      <w:r>
        <w:t>832.0174</w:t>
      </w:r>
      <w:r>
        <w:tab/>
        <w:t>2.025e0</w:t>
      </w:r>
    </w:p>
    <w:p w:rsidR="007B2329" w:rsidRDefault="007B2329" w:rsidP="007B2329">
      <w:r>
        <w:t>832.0384</w:t>
      </w:r>
      <w:r>
        <w:tab/>
        <w:t>1.013e0</w:t>
      </w:r>
    </w:p>
    <w:p w:rsidR="007B2329" w:rsidRDefault="007B2329" w:rsidP="007B2329">
      <w:r>
        <w:t>832.0673</w:t>
      </w:r>
      <w:r>
        <w:tab/>
        <w:t>2.025e0</w:t>
      </w:r>
    </w:p>
    <w:p w:rsidR="007B2329" w:rsidRDefault="007B2329" w:rsidP="007B2329">
      <w:r>
        <w:t>832.0946</w:t>
      </w:r>
      <w:r>
        <w:tab/>
        <w:t>1.013e0</w:t>
      </w:r>
    </w:p>
    <w:p w:rsidR="007B2329" w:rsidRDefault="007B2329" w:rsidP="007B2329">
      <w:r>
        <w:t>832.1084</w:t>
      </w:r>
      <w:r>
        <w:tab/>
        <w:t>1.013e0</w:t>
      </w:r>
    </w:p>
    <w:p w:rsidR="007B2329" w:rsidRDefault="007B2329" w:rsidP="007B2329">
      <w:r>
        <w:t>832.1366</w:t>
      </w:r>
      <w:r>
        <w:tab/>
        <w:t>1.013e0</w:t>
      </w:r>
    </w:p>
    <w:p w:rsidR="007B2329" w:rsidRDefault="007B2329" w:rsidP="007B2329">
      <w:r>
        <w:t>832.1465</w:t>
      </w:r>
      <w:r>
        <w:tab/>
        <w:t>2.552e0</w:t>
      </w:r>
    </w:p>
    <w:p w:rsidR="007B2329" w:rsidRDefault="007B2329" w:rsidP="007B2329">
      <w:r>
        <w:t>832.1647</w:t>
      </w:r>
      <w:r>
        <w:tab/>
        <w:t>2.025e0</w:t>
      </w:r>
    </w:p>
    <w:p w:rsidR="007B2329" w:rsidRDefault="007B2329" w:rsidP="007B2329">
      <w:r>
        <w:t>832.1917</w:t>
      </w:r>
      <w:r>
        <w:tab/>
        <w:t>1.952e0</w:t>
      </w:r>
    </w:p>
    <w:p w:rsidR="007B2329" w:rsidRDefault="007B2329" w:rsidP="007B2329">
      <w:r>
        <w:t>832.2307</w:t>
      </w:r>
      <w:r>
        <w:tab/>
        <w:t>2.275e0</w:t>
      </w:r>
    </w:p>
    <w:p w:rsidR="007B2329" w:rsidRDefault="007B2329" w:rsidP="007B2329">
      <w:r>
        <w:t>832.2377</w:t>
      </w:r>
      <w:r>
        <w:tab/>
        <w:t>1.878e0</w:t>
      </w:r>
    </w:p>
    <w:p w:rsidR="007B2329" w:rsidRDefault="007B2329" w:rsidP="007B2329">
      <w:r>
        <w:t>832.2634</w:t>
      </w:r>
      <w:r>
        <w:tab/>
        <w:t>2.025e0</w:t>
      </w:r>
    </w:p>
    <w:p w:rsidR="007B2329" w:rsidRDefault="007B2329" w:rsidP="007B2329">
      <w:r>
        <w:t>832.2924</w:t>
      </w:r>
      <w:r>
        <w:tab/>
        <w:t>4.897e0</w:t>
      </w:r>
    </w:p>
    <w:p w:rsidR="007B2329" w:rsidRDefault="007B2329" w:rsidP="007B2329">
      <w:r>
        <w:t>832.3497</w:t>
      </w:r>
      <w:r>
        <w:tab/>
        <w:t>1.609e0</w:t>
      </w:r>
    </w:p>
    <w:p w:rsidR="007B2329" w:rsidRDefault="007B2329" w:rsidP="007B2329">
      <w:r>
        <w:lastRenderedPageBreak/>
        <w:t>832.3530</w:t>
      </w:r>
      <w:r>
        <w:tab/>
        <w:t>9.280e0</w:t>
      </w:r>
    </w:p>
    <w:p w:rsidR="007B2329" w:rsidRDefault="007B2329" w:rsidP="007B2329">
      <w:r>
        <w:t>832.3635</w:t>
      </w:r>
      <w:r>
        <w:tab/>
        <w:t>3.038e0</w:t>
      </w:r>
    </w:p>
    <w:p w:rsidR="007B2329" w:rsidRDefault="007B2329" w:rsidP="007B2329">
      <w:r>
        <w:t>832.3691</w:t>
      </w:r>
      <w:r>
        <w:tab/>
        <w:t>6.043e0</w:t>
      </w:r>
    </w:p>
    <w:p w:rsidR="007B2329" w:rsidRDefault="007B2329" w:rsidP="007B2329">
      <w:r>
        <w:t>832.3834</w:t>
      </w:r>
      <w:r>
        <w:tab/>
        <w:t>6.913e0</w:t>
      </w:r>
    </w:p>
    <w:p w:rsidR="007B2329" w:rsidRDefault="007B2329" w:rsidP="007B2329">
      <w:r>
        <w:t>832.3895</w:t>
      </w:r>
      <w:r>
        <w:tab/>
        <w:t>1.013e0</w:t>
      </w:r>
    </w:p>
    <w:p w:rsidR="007B2329" w:rsidRDefault="007B2329" w:rsidP="007B2329">
      <w:r>
        <w:t>832.4160</w:t>
      </w:r>
      <w:r>
        <w:tab/>
        <w:t>7.973e0</w:t>
      </w:r>
    </w:p>
    <w:p w:rsidR="007B2329" w:rsidRDefault="007B2329" w:rsidP="007B2329">
      <w:r>
        <w:t>832.4797</w:t>
      </w:r>
      <w:r>
        <w:tab/>
        <w:t>5.833e0</w:t>
      </w:r>
    </w:p>
    <w:p w:rsidR="007B2329" w:rsidRDefault="007B2329" w:rsidP="007B2329">
      <w:r>
        <w:t>832.5132</w:t>
      </w:r>
      <w:r>
        <w:tab/>
        <w:t>4.869e0</w:t>
      </w:r>
    </w:p>
    <w:p w:rsidR="007B2329" w:rsidRDefault="007B2329" w:rsidP="007B2329">
      <w:r>
        <w:t>832.5290</w:t>
      </w:r>
      <w:r>
        <w:tab/>
        <w:t>1.013e0</w:t>
      </w:r>
    </w:p>
    <w:p w:rsidR="007B2329" w:rsidRDefault="007B2329" w:rsidP="007B2329">
      <w:r>
        <w:t>832.5376</w:t>
      </w:r>
      <w:r>
        <w:tab/>
        <w:t>2.641e0</w:t>
      </w:r>
    </w:p>
    <w:p w:rsidR="007B2329" w:rsidRDefault="007B2329" w:rsidP="007B2329">
      <w:r>
        <w:t>832.5389</w:t>
      </w:r>
      <w:r>
        <w:tab/>
        <w:t>2.695e0</w:t>
      </w:r>
    </w:p>
    <w:p w:rsidR="007B2329" w:rsidRDefault="007B2329" w:rsidP="007B2329">
      <w:r>
        <w:t>832.5416</w:t>
      </w:r>
      <w:r>
        <w:tab/>
        <w:t>4.071e0</w:t>
      </w:r>
    </w:p>
    <w:p w:rsidR="007B2329" w:rsidRDefault="007B2329" w:rsidP="007B2329">
      <w:r>
        <w:t>832.5461</w:t>
      </w:r>
      <w:r>
        <w:tab/>
        <w:t>4.141e0</w:t>
      </w:r>
    </w:p>
    <w:p w:rsidR="007B2329" w:rsidRDefault="007B2329" w:rsidP="007B2329">
      <w:r>
        <w:t>832.5651</w:t>
      </w:r>
      <w:r>
        <w:tab/>
        <w:t>2.155e0</w:t>
      </w:r>
    </w:p>
    <w:p w:rsidR="007B2329" w:rsidRDefault="007B2329" w:rsidP="007B2329">
      <w:r>
        <w:t>832.6204</w:t>
      </w:r>
      <w:r>
        <w:tab/>
        <w:t>4.051e0</w:t>
      </w:r>
    </w:p>
    <w:p w:rsidR="007B2329" w:rsidRDefault="007B2329" w:rsidP="007B2329">
      <w:r>
        <w:t>832.6266</w:t>
      </w:r>
      <w:r>
        <w:tab/>
        <w:t>2.532e-2</w:t>
      </w:r>
    </w:p>
    <w:p w:rsidR="007B2329" w:rsidRDefault="007B2329" w:rsidP="007B2329">
      <w:r>
        <w:t>832.6286</w:t>
      </w:r>
      <w:r>
        <w:tab/>
        <w:t>1.926e0</w:t>
      </w:r>
    </w:p>
    <w:p w:rsidR="007B2329" w:rsidRDefault="007B2329" w:rsidP="007B2329">
      <w:r>
        <w:t>832.6328</w:t>
      </w:r>
      <w:r>
        <w:tab/>
        <w:t>3.981e0</w:t>
      </w:r>
    </w:p>
    <w:p w:rsidR="007B2329" w:rsidRDefault="007B2329" w:rsidP="007B2329">
      <w:r>
        <w:t>832.6552</w:t>
      </w:r>
      <w:r>
        <w:tab/>
        <w:t>5.927e0</w:t>
      </w:r>
    </w:p>
    <w:p w:rsidR="007B2329" w:rsidRDefault="007B2329" w:rsidP="007B2329">
      <w:r>
        <w:lastRenderedPageBreak/>
        <w:t>832.6581</w:t>
      </w:r>
      <w:r>
        <w:tab/>
        <w:t>2.025e0</w:t>
      </w:r>
    </w:p>
    <w:p w:rsidR="007B2329" w:rsidRDefault="007B2329" w:rsidP="007B2329">
      <w:r>
        <w:t>832.7267</w:t>
      </w:r>
      <w:r>
        <w:tab/>
        <w:t>3.038e0</w:t>
      </w:r>
    </w:p>
    <w:p w:rsidR="007B2329" w:rsidRDefault="007B2329" w:rsidP="007B2329">
      <w:r>
        <w:t>832.7529</w:t>
      </w:r>
      <w:r>
        <w:tab/>
        <w:t>1.013e0</w:t>
      </w:r>
    </w:p>
    <w:p w:rsidR="007B2329" w:rsidRDefault="007B2329" w:rsidP="007B2329">
      <w:r>
        <w:t>832.7663</w:t>
      </w:r>
      <w:r>
        <w:tab/>
        <w:t>2.025e0</w:t>
      </w:r>
    </w:p>
    <w:p w:rsidR="007B2329" w:rsidRDefault="007B2329" w:rsidP="007B2329">
      <w:r>
        <w:t>832.7903</w:t>
      </w:r>
      <w:r>
        <w:tab/>
        <w:t>2.025e0</w:t>
      </w:r>
    </w:p>
    <w:p w:rsidR="007B2329" w:rsidRDefault="007B2329" w:rsidP="007B2329">
      <w:r>
        <w:t>832.8032</w:t>
      </w:r>
      <w:r>
        <w:tab/>
        <w:t>4.241e0</w:t>
      </w:r>
    </w:p>
    <w:p w:rsidR="007B2329" w:rsidRDefault="007B2329" w:rsidP="007B2329">
      <w:r>
        <w:t>832.8098</w:t>
      </w:r>
      <w:r>
        <w:tab/>
        <w:t>2.025e0</w:t>
      </w:r>
    </w:p>
    <w:p w:rsidR="007B2329" w:rsidRDefault="007B2329" w:rsidP="007B2329">
      <w:r>
        <w:t>832.8168</w:t>
      </w:r>
      <w:r>
        <w:tab/>
        <w:t>1.038e0</w:t>
      </w:r>
    </w:p>
    <w:p w:rsidR="007B2329" w:rsidRDefault="007B2329" w:rsidP="007B2329">
      <w:r>
        <w:t>832.8508</w:t>
      </w:r>
      <w:r>
        <w:tab/>
        <w:t>1.013e0</w:t>
      </w:r>
    </w:p>
    <w:p w:rsidR="007B2329" w:rsidRDefault="007B2329" w:rsidP="007B2329">
      <w:r>
        <w:t>832.8578</w:t>
      </w:r>
      <w:r>
        <w:tab/>
        <w:t>2.025e0</w:t>
      </w:r>
    </w:p>
    <w:p w:rsidR="007B2329" w:rsidRDefault="007B2329" w:rsidP="007B2329">
      <w:r>
        <w:t>832.8958</w:t>
      </w:r>
      <w:r>
        <w:tab/>
        <w:t>4.011e0</w:t>
      </w:r>
    </w:p>
    <w:p w:rsidR="007B2329" w:rsidRDefault="007B2329" w:rsidP="007B2329">
      <w:r>
        <w:t>832.8987</w:t>
      </w:r>
      <w:r>
        <w:tab/>
        <w:t>1.013e0</w:t>
      </w:r>
    </w:p>
    <w:p w:rsidR="007B2329" w:rsidRDefault="007B2329" w:rsidP="007B2329">
      <w:r>
        <w:t>832.9344</w:t>
      </w:r>
      <w:r>
        <w:tab/>
        <w:t>2.025e0</w:t>
      </w:r>
    </w:p>
    <w:p w:rsidR="007B2329" w:rsidRDefault="007B2329" w:rsidP="007B2329">
      <w:r>
        <w:t>832.9492</w:t>
      </w:r>
      <w:r>
        <w:tab/>
        <w:t>3.038e0</w:t>
      </w:r>
    </w:p>
    <w:p w:rsidR="007B2329" w:rsidRDefault="007B2329" w:rsidP="007B2329">
      <w:r>
        <w:t>832.9630</w:t>
      </w:r>
      <w:r>
        <w:tab/>
        <w:t>1.013e0</w:t>
      </w:r>
    </w:p>
    <w:p w:rsidR="007B2329" w:rsidRDefault="007B2329" w:rsidP="007B2329">
      <w:r>
        <w:t>832.9673</w:t>
      </w:r>
      <w:r>
        <w:tab/>
        <w:t>4.712e0</w:t>
      </w:r>
    </w:p>
    <w:p w:rsidR="007B2329" w:rsidRDefault="007B2329" w:rsidP="007B2329">
      <w:r>
        <w:t>832.9789</w:t>
      </w:r>
      <w:r>
        <w:tab/>
        <w:t>2.025e0</w:t>
      </w:r>
    </w:p>
    <w:p w:rsidR="007B2329" w:rsidRDefault="007B2329" w:rsidP="007B2329">
      <w:r>
        <w:t>833.0186</w:t>
      </w:r>
      <w:r>
        <w:tab/>
        <w:t>1.013e0</w:t>
      </w:r>
    </w:p>
    <w:p w:rsidR="007B2329" w:rsidRDefault="007B2329" w:rsidP="007B2329">
      <w:r>
        <w:t>833.0198</w:t>
      </w:r>
      <w:r>
        <w:tab/>
        <w:t>2.025e0</w:t>
      </w:r>
    </w:p>
    <w:p w:rsidR="007B2329" w:rsidRDefault="007B2329" w:rsidP="007B2329">
      <w:r>
        <w:lastRenderedPageBreak/>
        <w:t>833.0351</w:t>
      </w:r>
      <w:r>
        <w:tab/>
        <w:t>3.038e0</w:t>
      </w:r>
    </w:p>
    <w:p w:rsidR="007B2329" w:rsidRDefault="007B2329" w:rsidP="007B2329">
      <w:r>
        <w:t>833.0856</w:t>
      </w:r>
      <w:r>
        <w:tab/>
        <w:t>1.013e0</w:t>
      </w:r>
    </w:p>
    <w:p w:rsidR="007B2329" w:rsidRDefault="007B2329" w:rsidP="007B2329">
      <w:r>
        <w:t>833.0964</w:t>
      </w:r>
      <w:r>
        <w:tab/>
        <w:t>2.025e0</w:t>
      </w:r>
    </w:p>
    <w:p w:rsidR="007B2329" w:rsidRDefault="007B2329" w:rsidP="007B2329">
      <w:r>
        <w:t>833.1110</w:t>
      </w:r>
      <w:r>
        <w:tab/>
        <w:t>2.025e0</w:t>
      </w:r>
    </w:p>
    <w:p w:rsidR="007B2329" w:rsidRDefault="007B2329" w:rsidP="007B2329">
      <w:r>
        <w:t>833.1148</w:t>
      </w:r>
      <w:r>
        <w:tab/>
        <w:t>1.661e0</w:t>
      </w:r>
    </w:p>
    <w:p w:rsidR="007B2329" w:rsidRDefault="007B2329" w:rsidP="007B2329">
      <w:r>
        <w:t>833.1362</w:t>
      </w:r>
      <w:r>
        <w:tab/>
        <w:t>1.013e0</w:t>
      </w:r>
    </w:p>
    <w:p w:rsidR="007B2329" w:rsidRDefault="007B2329" w:rsidP="007B2329">
      <w:r>
        <w:t>833.1494</w:t>
      </w:r>
      <w:r>
        <w:tab/>
        <w:t>2.025e0</w:t>
      </w:r>
    </w:p>
    <w:p w:rsidR="007B2329" w:rsidRDefault="007B2329" w:rsidP="007B2329">
      <w:r>
        <w:t>833.1780</w:t>
      </w:r>
      <w:r>
        <w:tab/>
        <w:t>2.025e0</w:t>
      </w:r>
    </w:p>
    <w:p w:rsidR="007B2329" w:rsidRDefault="007B2329" w:rsidP="007B2329">
      <w:r>
        <w:t>833.1924</w:t>
      </w:r>
      <w:r>
        <w:tab/>
        <w:t>3.290e0</w:t>
      </w:r>
    </w:p>
    <w:p w:rsidR="007B2329" w:rsidRDefault="007B2329" w:rsidP="007B2329">
      <w:r>
        <w:t>833.2338</w:t>
      </w:r>
      <w:r>
        <w:tab/>
        <w:t>4.179e-1</w:t>
      </w:r>
    </w:p>
    <w:p w:rsidR="007B2329" w:rsidRDefault="007B2329" w:rsidP="007B2329">
      <w:r>
        <w:t>833.2529</w:t>
      </w:r>
      <w:r>
        <w:tab/>
        <w:t>2.448e0</w:t>
      </w:r>
    </w:p>
    <w:p w:rsidR="007B2329" w:rsidRDefault="007B2329" w:rsidP="007B2329">
      <w:r>
        <w:t>833.2679</w:t>
      </w:r>
      <w:r>
        <w:tab/>
        <w:t>3.038e0</w:t>
      </w:r>
    </w:p>
    <w:p w:rsidR="007B2329" w:rsidRDefault="007B2329" w:rsidP="007B2329">
      <w:r>
        <w:t>833.2935</w:t>
      </w:r>
      <w:r>
        <w:tab/>
        <w:t>2.054e0</w:t>
      </w:r>
    </w:p>
    <w:p w:rsidR="007B2329" w:rsidRDefault="007B2329" w:rsidP="007B2329">
      <w:r>
        <w:t>833.3022</w:t>
      </w:r>
      <w:r>
        <w:tab/>
        <w:t>3.553e0</w:t>
      </w:r>
    </w:p>
    <w:p w:rsidR="007B2329" w:rsidRDefault="007B2329" w:rsidP="007B2329">
      <w:r>
        <w:t>833.3043</w:t>
      </w:r>
      <w:r>
        <w:tab/>
        <w:t>3.038e0</w:t>
      </w:r>
    </w:p>
    <w:p w:rsidR="007B2329" w:rsidRDefault="007B2329" w:rsidP="007B2329">
      <w:r>
        <w:t>833.3457</w:t>
      </w:r>
      <w:r>
        <w:tab/>
        <w:t>3.882e0</w:t>
      </w:r>
    </w:p>
    <w:p w:rsidR="007B2329" w:rsidRDefault="007B2329" w:rsidP="007B2329">
      <w:r>
        <w:t>833.4124</w:t>
      </w:r>
      <w:r>
        <w:tab/>
        <w:t>1.605e0</w:t>
      </w:r>
    </w:p>
    <w:p w:rsidR="007B2329" w:rsidRDefault="007B2329" w:rsidP="007B2329">
      <w:r>
        <w:t>833.4247</w:t>
      </w:r>
      <w:r>
        <w:tab/>
        <w:t>1.376e0</w:t>
      </w:r>
    </w:p>
    <w:p w:rsidR="007B2329" w:rsidRDefault="007B2329" w:rsidP="007B2329">
      <w:r>
        <w:t>833.4789</w:t>
      </w:r>
      <w:r>
        <w:tab/>
        <w:t>4.697e0</w:t>
      </w:r>
    </w:p>
    <w:p w:rsidR="007B2329" w:rsidRDefault="007B2329" w:rsidP="007B2329">
      <w:r>
        <w:lastRenderedPageBreak/>
        <w:t>833.4819</w:t>
      </w:r>
      <w:r>
        <w:tab/>
        <w:t>1.133e0</w:t>
      </w:r>
    </w:p>
    <w:p w:rsidR="007B2329" w:rsidRDefault="007B2329" w:rsidP="007B2329">
      <w:r>
        <w:t>833.5041</w:t>
      </w:r>
      <w:r>
        <w:tab/>
        <w:t>6.405e0</w:t>
      </w:r>
    </w:p>
    <w:p w:rsidR="007B2329" w:rsidRDefault="007B2329" w:rsidP="007B2329">
      <w:r>
        <w:t>833.5295</w:t>
      </w:r>
      <w:r>
        <w:tab/>
        <w:t>3.038e0</w:t>
      </w:r>
    </w:p>
    <w:p w:rsidR="007B2329" w:rsidRDefault="007B2329" w:rsidP="007B2329">
      <w:r>
        <w:t>833.5349</w:t>
      </w:r>
      <w:r>
        <w:tab/>
        <w:t>1.140e0</w:t>
      </w:r>
    </w:p>
    <w:p w:rsidR="007B2329" w:rsidRDefault="007B2329" w:rsidP="007B2329">
      <w:r>
        <w:t>833.5709</w:t>
      </w:r>
      <w:r>
        <w:tab/>
        <w:t>1.880e0</w:t>
      </w:r>
    </w:p>
    <w:p w:rsidR="007B2329" w:rsidRDefault="007B2329" w:rsidP="007B2329">
      <w:r>
        <w:t>833.5812</w:t>
      </w:r>
      <w:r>
        <w:tab/>
        <w:t>2.884e0</w:t>
      </w:r>
    </w:p>
    <w:p w:rsidR="007B2329" w:rsidRDefault="007B2329" w:rsidP="007B2329">
      <w:r>
        <w:t>833.5939</w:t>
      </w:r>
      <w:r>
        <w:tab/>
        <w:t>1.013e0</w:t>
      </w:r>
    </w:p>
    <w:p w:rsidR="007B2329" w:rsidRDefault="007B2329" w:rsidP="007B2329">
      <w:r>
        <w:t>833.5951</w:t>
      </w:r>
      <w:r>
        <w:tab/>
        <w:t>2.025e0</w:t>
      </w:r>
    </w:p>
    <w:p w:rsidR="007B2329" w:rsidRDefault="007B2329" w:rsidP="007B2329">
      <w:r>
        <w:t>833.6230</w:t>
      </w:r>
      <w:r>
        <w:tab/>
        <w:t>2.025e0</w:t>
      </w:r>
    </w:p>
    <w:p w:rsidR="007B2329" w:rsidRDefault="007B2329" w:rsidP="007B2329">
      <w:r>
        <w:t>833.6697</w:t>
      </w:r>
      <w:r>
        <w:tab/>
        <w:t>2.025e0</w:t>
      </w:r>
    </w:p>
    <w:p w:rsidR="007B2329" w:rsidRDefault="007B2329" w:rsidP="007B2329">
      <w:r>
        <w:t>833.6707</w:t>
      </w:r>
      <w:r>
        <w:tab/>
        <w:t>2.025e0</w:t>
      </w:r>
    </w:p>
    <w:p w:rsidR="007B2329" w:rsidRDefault="007B2329" w:rsidP="007B2329">
      <w:r>
        <w:t>833.6799</w:t>
      </w:r>
      <w:r>
        <w:tab/>
        <w:t>2.839e0</w:t>
      </w:r>
    </w:p>
    <w:p w:rsidR="007B2329" w:rsidRDefault="007B2329" w:rsidP="007B2329">
      <w:r>
        <w:t>833.7250</w:t>
      </w:r>
      <w:r>
        <w:tab/>
        <w:t>2.025e0</w:t>
      </w:r>
    </w:p>
    <w:p w:rsidR="007B2329" w:rsidRDefault="007B2329" w:rsidP="007B2329">
      <w:r>
        <w:t>833.7585</w:t>
      </w:r>
      <w:r>
        <w:tab/>
        <w:t>3.038e0</w:t>
      </w:r>
    </w:p>
    <w:p w:rsidR="007B2329" w:rsidRDefault="007B2329" w:rsidP="007B2329">
      <w:r>
        <w:t>833.7695</w:t>
      </w:r>
      <w:r>
        <w:tab/>
        <w:t>2.025e0</w:t>
      </w:r>
    </w:p>
    <w:p w:rsidR="007B2329" w:rsidRDefault="007B2329" w:rsidP="007B2329">
      <w:r>
        <w:t>833.7790</w:t>
      </w:r>
      <w:r>
        <w:tab/>
        <w:t>2.947e0</w:t>
      </w:r>
    </w:p>
    <w:p w:rsidR="007B2329" w:rsidRDefault="007B2329" w:rsidP="007B2329">
      <w:r>
        <w:t>833.8188</w:t>
      </w:r>
      <w:r>
        <w:tab/>
        <w:t>1.013e0</w:t>
      </w:r>
    </w:p>
    <w:p w:rsidR="007B2329" w:rsidRDefault="007B2329" w:rsidP="007B2329">
      <w:r>
        <w:t>833.8249</w:t>
      </w:r>
      <w:r>
        <w:tab/>
        <w:t>2.025e0</w:t>
      </w:r>
    </w:p>
    <w:p w:rsidR="007B2329" w:rsidRDefault="007B2329" w:rsidP="007B2329">
      <w:r>
        <w:t>833.8676</w:t>
      </w:r>
      <w:r>
        <w:tab/>
        <w:t>4.051e0</w:t>
      </w:r>
    </w:p>
    <w:p w:rsidR="007B2329" w:rsidRDefault="007B2329" w:rsidP="007B2329">
      <w:r>
        <w:lastRenderedPageBreak/>
        <w:t>833.8699</w:t>
      </w:r>
      <w:r>
        <w:tab/>
        <w:t>2.025e0</w:t>
      </w:r>
    </w:p>
    <w:p w:rsidR="007B2329" w:rsidRDefault="007B2329" w:rsidP="007B2329">
      <w:r>
        <w:t>833.8747</w:t>
      </w:r>
      <w:r>
        <w:tab/>
        <w:t>1.013e0</w:t>
      </w:r>
    </w:p>
    <w:p w:rsidR="007B2329" w:rsidRDefault="007B2329" w:rsidP="007B2329">
      <w:r>
        <w:t>833.9306</w:t>
      </w:r>
      <w:r>
        <w:tab/>
        <w:t>1.013e0</w:t>
      </w:r>
    </w:p>
    <w:p w:rsidR="007B2329" w:rsidRDefault="007B2329" w:rsidP="007B2329">
      <w:r>
        <w:t>833.9464</w:t>
      </w:r>
      <w:r>
        <w:tab/>
        <w:t>1.695e0</w:t>
      </w:r>
    </w:p>
    <w:p w:rsidR="007B2329" w:rsidRDefault="007B2329" w:rsidP="007B2329">
      <w:r>
        <w:t>833.9589</w:t>
      </w:r>
      <w:r>
        <w:tab/>
        <w:t>3.038e0</w:t>
      </w:r>
    </w:p>
    <w:p w:rsidR="007B2329" w:rsidRDefault="007B2329" w:rsidP="007B2329">
      <w:r>
        <w:t>833.9767</w:t>
      </w:r>
      <w:r>
        <w:tab/>
        <w:t>2.688e0</w:t>
      </w:r>
    </w:p>
    <w:p w:rsidR="007B2329" w:rsidRDefault="007B2329" w:rsidP="007B2329">
      <w:r>
        <w:t>834.0240</w:t>
      </w:r>
      <w:r>
        <w:tab/>
        <w:t>2.025e0</w:t>
      </w:r>
    </w:p>
    <w:p w:rsidR="007B2329" w:rsidRDefault="007B2329" w:rsidP="007B2329">
      <w:r>
        <w:t>834.0293</w:t>
      </w:r>
      <w:r>
        <w:tab/>
        <w:t>1.013e0</w:t>
      </w:r>
    </w:p>
    <w:p w:rsidR="007B2329" w:rsidRDefault="007B2329" w:rsidP="007B2329">
      <w:r>
        <w:t>834.0338</w:t>
      </w:r>
      <w:r>
        <w:tab/>
        <w:t>1.025e0</w:t>
      </w:r>
    </w:p>
    <w:p w:rsidR="007B2329" w:rsidRDefault="007B2329" w:rsidP="007B2329">
      <w:r>
        <w:t>834.0685</w:t>
      </w:r>
      <w:r>
        <w:tab/>
        <w:t>1.013e0</w:t>
      </w:r>
    </w:p>
    <w:p w:rsidR="007B2329" w:rsidRDefault="007B2329" w:rsidP="007B2329">
      <w:r>
        <w:t>834.0852</w:t>
      </w:r>
      <w:r>
        <w:tab/>
        <w:t>2.025e0</w:t>
      </w:r>
    </w:p>
    <w:p w:rsidR="007B2329" w:rsidRDefault="007B2329" w:rsidP="007B2329">
      <w:r>
        <w:t>834.0927</w:t>
      </w:r>
      <w:r>
        <w:tab/>
        <w:t>1.904e0</w:t>
      </w:r>
    </w:p>
    <w:p w:rsidR="007B2329" w:rsidRDefault="007B2329" w:rsidP="007B2329">
      <w:r>
        <w:t>834.1133</w:t>
      </w:r>
      <w:r>
        <w:tab/>
        <w:t>1.013e0</w:t>
      </w:r>
    </w:p>
    <w:p w:rsidR="007B2329" w:rsidRDefault="007B2329" w:rsidP="007B2329">
      <w:r>
        <w:t>834.1273</w:t>
      </w:r>
      <w:r>
        <w:tab/>
        <w:t>1.013e0</w:t>
      </w:r>
    </w:p>
    <w:p w:rsidR="007B2329" w:rsidRDefault="007B2329" w:rsidP="007B2329">
      <w:r>
        <w:t>834.1467</w:t>
      </w:r>
      <w:r>
        <w:tab/>
        <w:t>2.025e0</w:t>
      </w:r>
    </w:p>
    <w:p w:rsidR="007B2329" w:rsidRDefault="007B2329" w:rsidP="007B2329">
      <w:r>
        <w:t>834.1538</w:t>
      </w:r>
      <w:r>
        <w:tab/>
        <w:t>1.013e0</w:t>
      </w:r>
    </w:p>
    <w:p w:rsidR="007B2329" w:rsidRDefault="007B2329" w:rsidP="007B2329">
      <w:r>
        <w:t>834.1712</w:t>
      </w:r>
      <w:r>
        <w:tab/>
        <w:t>2.795e0</w:t>
      </w:r>
    </w:p>
    <w:p w:rsidR="007B2329" w:rsidRDefault="007B2329" w:rsidP="007B2329">
      <w:r>
        <w:t>834.2299</w:t>
      </w:r>
      <w:r>
        <w:tab/>
        <w:t>2.557e0</w:t>
      </w:r>
    </w:p>
    <w:p w:rsidR="007B2329" w:rsidRDefault="007B2329" w:rsidP="007B2329">
      <w:r>
        <w:t>834.2387</w:t>
      </w:r>
      <w:r>
        <w:tab/>
        <w:t>1.013e0</w:t>
      </w:r>
    </w:p>
    <w:p w:rsidR="007B2329" w:rsidRDefault="007B2329" w:rsidP="007B2329">
      <w:r>
        <w:lastRenderedPageBreak/>
        <w:t>834.2534</w:t>
      </w:r>
      <w:r>
        <w:tab/>
        <w:t>1.013e0</w:t>
      </w:r>
    </w:p>
    <w:p w:rsidR="007B2329" w:rsidRDefault="007B2329" w:rsidP="007B2329">
      <w:r>
        <w:t>834.3082</w:t>
      </w:r>
      <w:r>
        <w:tab/>
        <w:t>3.415e0</w:t>
      </w:r>
    </w:p>
    <w:p w:rsidR="007B2329" w:rsidRDefault="007B2329" w:rsidP="007B2329">
      <w:r>
        <w:t>834.3309</w:t>
      </w:r>
      <w:r>
        <w:tab/>
        <w:t>2.025e0</w:t>
      </w:r>
    </w:p>
    <w:p w:rsidR="007B2329" w:rsidRDefault="007B2329" w:rsidP="007B2329">
      <w:r>
        <w:t>834.3517</w:t>
      </w:r>
      <w:r>
        <w:tab/>
        <w:t>2.025e0</w:t>
      </w:r>
    </w:p>
    <w:p w:rsidR="007B2329" w:rsidRDefault="007B2329" w:rsidP="007B2329">
      <w:r>
        <w:t>834.3918</w:t>
      </w:r>
      <w:r>
        <w:tab/>
        <w:t>4.583e0</w:t>
      </w:r>
    </w:p>
    <w:p w:rsidR="007B2329" w:rsidRDefault="007B2329" w:rsidP="007B2329">
      <w:r>
        <w:t>834.4391</w:t>
      </w:r>
      <w:r>
        <w:tab/>
        <w:t>4.095e0</w:t>
      </w:r>
    </w:p>
    <w:p w:rsidR="007B2329" w:rsidRDefault="007B2329" w:rsidP="007B2329">
      <w:r>
        <w:t>834.4439</w:t>
      </w:r>
      <w:r>
        <w:tab/>
        <w:t>7.794e0</w:t>
      </w:r>
    </w:p>
    <w:p w:rsidR="007B2329" w:rsidRDefault="007B2329" w:rsidP="007B2329">
      <w:r>
        <w:t>834.4573</w:t>
      </w:r>
      <w:r>
        <w:tab/>
        <w:t>3.924e0</w:t>
      </w:r>
    </w:p>
    <w:p w:rsidR="007B2329" w:rsidRDefault="007B2329" w:rsidP="007B2329">
      <w:r>
        <w:t>834.4769</w:t>
      </w:r>
      <w:r>
        <w:tab/>
        <w:t>1.104e1</w:t>
      </w:r>
    </w:p>
    <w:p w:rsidR="007B2329" w:rsidRDefault="007B2329" w:rsidP="007B2329">
      <w:r>
        <w:t>834.4832</w:t>
      </w:r>
      <w:r>
        <w:tab/>
        <w:t>1.338e1</w:t>
      </w:r>
    </w:p>
    <w:p w:rsidR="007B2329" w:rsidRDefault="007B2329" w:rsidP="007B2329">
      <w:r>
        <w:t>834.5067</w:t>
      </w:r>
      <w:r>
        <w:tab/>
        <w:t>8.110e0</w:t>
      </w:r>
    </w:p>
    <w:p w:rsidR="007B2329" w:rsidRDefault="007B2329" w:rsidP="007B2329">
      <w:r>
        <w:t>834.5104</w:t>
      </w:r>
      <w:r>
        <w:tab/>
        <w:t>4.490e0</w:t>
      </w:r>
    </w:p>
    <w:p w:rsidR="007B2329" w:rsidRDefault="007B2329" w:rsidP="007B2329">
      <w:r>
        <w:t>834.5120</w:t>
      </w:r>
      <w:r>
        <w:tab/>
        <w:t>7.845e0</w:t>
      </w:r>
    </w:p>
    <w:p w:rsidR="007B2329" w:rsidRDefault="007B2329" w:rsidP="007B2329">
      <w:r>
        <w:t>834.5198</w:t>
      </w:r>
      <w:r>
        <w:tab/>
        <w:t>8.972e0</w:t>
      </w:r>
    </w:p>
    <w:p w:rsidR="007B2329" w:rsidRDefault="007B2329" w:rsidP="007B2329">
      <w:r>
        <w:t>834.5764</w:t>
      </w:r>
      <w:r>
        <w:tab/>
        <w:t>1.013e0</w:t>
      </w:r>
    </w:p>
    <w:p w:rsidR="007B2329" w:rsidRDefault="007B2329" w:rsidP="007B2329">
      <w:r>
        <w:t>834.6100</w:t>
      </w:r>
      <w:r>
        <w:tab/>
        <w:t>1.013e0</w:t>
      </w:r>
    </w:p>
    <w:p w:rsidR="007B2329" w:rsidRDefault="007B2329" w:rsidP="007B2329">
      <w:r>
        <w:t>834.6274</w:t>
      </w:r>
      <w:r>
        <w:tab/>
        <w:t>2.098e0</w:t>
      </w:r>
    </w:p>
    <w:p w:rsidR="007B2329" w:rsidRDefault="007B2329" w:rsidP="007B2329">
      <w:r>
        <w:t>834.6451</w:t>
      </w:r>
      <w:r>
        <w:tab/>
        <w:t>1.926e0</w:t>
      </w:r>
    </w:p>
    <w:p w:rsidR="007B2329" w:rsidRDefault="007B2329" w:rsidP="007B2329">
      <w:r>
        <w:t>834.6771</w:t>
      </w:r>
      <w:r>
        <w:tab/>
        <w:t>1.013e0</w:t>
      </w:r>
    </w:p>
    <w:p w:rsidR="007B2329" w:rsidRDefault="007B2329" w:rsidP="007B2329">
      <w:r>
        <w:lastRenderedPageBreak/>
        <w:t>834.7027</w:t>
      </w:r>
      <w:r>
        <w:tab/>
        <w:t>1.013e0</w:t>
      </w:r>
    </w:p>
    <w:p w:rsidR="007B2329" w:rsidRDefault="007B2329" w:rsidP="007B2329">
      <w:r>
        <w:t>834.7072</w:t>
      </w:r>
      <w:r>
        <w:tab/>
        <w:t>3.038e0</w:t>
      </w:r>
    </w:p>
    <w:p w:rsidR="007B2329" w:rsidRDefault="007B2329" w:rsidP="007B2329">
      <w:r>
        <w:t>834.7455</w:t>
      </w:r>
      <w:r>
        <w:tab/>
        <w:t>3.638e0</w:t>
      </w:r>
    </w:p>
    <w:p w:rsidR="007B2329" w:rsidRDefault="007B2329" w:rsidP="007B2329">
      <w:r>
        <w:t>834.7707</w:t>
      </w:r>
      <w:r>
        <w:tab/>
        <w:t>2.025e0</w:t>
      </w:r>
    </w:p>
    <w:p w:rsidR="007B2329" w:rsidRDefault="007B2329" w:rsidP="007B2329">
      <w:r>
        <w:t>834.7731</w:t>
      </w:r>
      <w:r>
        <w:tab/>
        <w:t>1.013e0</w:t>
      </w:r>
    </w:p>
    <w:p w:rsidR="007B2329" w:rsidRDefault="007B2329" w:rsidP="007B2329">
      <w:r>
        <w:t>834.8146</w:t>
      </w:r>
      <w:r>
        <w:tab/>
        <w:t>1.013e0</w:t>
      </w:r>
    </w:p>
    <w:p w:rsidR="007B2329" w:rsidRDefault="007B2329" w:rsidP="007B2329">
      <w:r>
        <w:t>834.8362</w:t>
      </w:r>
      <w:r>
        <w:tab/>
        <w:t>2.025e0</w:t>
      </w:r>
    </w:p>
    <w:p w:rsidR="007B2329" w:rsidRDefault="007B2329" w:rsidP="007B2329">
      <w:r>
        <w:t>834.8572</w:t>
      </w:r>
      <w:r>
        <w:tab/>
        <w:t>1.013e0</w:t>
      </w:r>
    </w:p>
    <w:p w:rsidR="007B2329" w:rsidRDefault="007B2329" w:rsidP="007B2329">
      <w:r>
        <w:t>834.8643</w:t>
      </w:r>
      <w:r>
        <w:tab/>
        <w:t>2.025e0</w:t>
      </w:r>
    </w:p>
    <w:p w:rsidR="007B2329" w:rsidRDefault="007B2329" w:rsidP="007B2329">
      <w:r>
        <w:t>834.9136</w:t>
      </w:r>
      <w:r>
        <w:tab/>
        <w:t>1.013e0</w:t>
      </w:r>
    </w:p>
    <w:p w:rsidR="007B2329" w:rsidRDefault="007B2329" w:rsidP="007B2329">
      <w:r>
        <w:t>834.9222</w:t>
      </w:r>
      <w:r>
        <w:tab/>
        <w:t>1.695e0</w:t>
      </w:r>
    </w:p>
    <w:p w:rsidR="007B2329" w:rsidRDefault="007B2329" w:rsidP="007B2329">
      <w:r>
        <w:t>834.9277</w:t>
      </w:r>
      <w:r>
        <w:tab/>
        <w:t>2.335e0</w:t>
      </w:r>
    </w:p>
    <w:p w:rsidR="007B2329" w:rsidRDefault="007B2329" w:rsidP="007B2329">
      <w:r>
        <w:t>834.9531</w:t>
      </w:r>
      <w:r>
        <w:tab/>
        <w:t>4.051e0</w:t>
      </w:r>
    </w:p>
    <w:p w:rsidR="007B2329" w:rsidRDefault="007B2329" w:rsidP="007B2329">
      <w:r>
        <w:t>834.9556</w:t>
      </w:r>
      <w:r>
        <w:tab/>
        <w:t>1.013e0</w:t>
      </w:r>
    </w:p>
    <w:p w:rsidR="007B2329" w:rsidRDefault="007B2329" w:rsidP="007B2329">
      <w:r>
        <w:t>834.9666</w:t>
      </w:r>
      <w:r>
        <w:tab/>
        <w:t>1.013e0</w:t>
      </w:r>
    </w:p>
    <w:p w:rsidR="007B2329" w:rsidRDefault="007B2329" w:rsidP="007B2329">
      <w:r>
        <w:t>834.9698</w:t>
      </w:r>
      <w:r>
        <w:tab/>
        <w:t>1.013e0</w:t>
      </w:r>
    </w:p>
    <w:p w:rsidR="007B2329" w:rsidRDefault="007B2329" w:rsidP="007B2329">
      <w:r>
        <w:t>835.0337</w:t>
      </w:r>
      <w:r>
        <w:tab/>
        <w:t>2.025e0</w:t>
      </w:r>
    </w:p>
    <w:p w:rsidR="007B2329" w:rsidRDefault="007B2329" w:rsidP="007B2329">
      <w:r>
        <w:t>835.0583</w:t>
      </w:r>
      <w:r>
        <w:tab/>
        <w:t>2.025e0</w:t>
      </w:r>
    </w:p>
    <w:p w:rsidR="007B2329" w:rsidRDefault="007B2329" w:rsidP="007B2329">
      <w:r>
        <w:t>835.0909</w:t>
      </w:r>
      <w:r>
        <w:tab/>
        <w:t>2.025e0</w:t>
      </w:r>
    </w:p>
    <w:p w:rsidR="007B2329" w:rsidRDefault="007B2329" w:rsidP="007B2329">
      <w:r>
        <w:lastRenderedPageBreak/>
        <w:t>835.1173</w:t>
      </w:r>
      <w:r>
        <w:tab/>
        <w:t>2.025e0</w:t>
      </w:r>
    </w:p>
    <w:p w:rsidR="007B2329" w:rsidRDefault="007B2329" w:rsidP="007B2329">
      <w:r>
        <w:t>835.1246</w:t>
      </w:r>
      <w:r>
        <w:tab/>
        <w:t>1.013e0</w:t>
      </w:r>
    </w:p>
    <w:p w:rsidR="007B2329" w:rsidRDefault="007B2329" w:rsidP="007B2329">
      <w:r>
        <w:t>835.1459</w:t>
      </w:r>
      <w:r>
        <w:tab/>
        <w:t>3.038e0</w:t>
      </w:r>
    </w:p>
    <w:p w:rsidR="007B2329" w:rsidRDefault="007B2329" w:rsidP="007B2329">
      <w:r>
        <w:t>835.1685</w:t>
      </w:r>
      <w:r>
        <w:tab/>
        <w:t>1.013e0</w:t>
      </w:r>
    </w:p>
    <w:p w:rsidR="007B2329" w:rsidRDefault="007B2329" w:rsidP="007B2329">
      <w:r>
        <w:t>835.1976</w:t>
      </w:r>
      <w:r>
        <w:tab/>
        <w:t>1.954e0</w:t>
      </w:r>
    </w:p>
    <w:p w:rsidR="007B2329" w:rsidRDefault="007B2329" w:rsidP="007B2329">
      <w:r>
        <w:t>835.2031</w:t>
      </w:r>
      <w:r>
        <w:tab/>
        <w:t>1.013e0</w:t>
      </w:r>
    </w:p>
    <w:p w:rsidR="007B2329" w:rsidRDefault="007B2329" w:rsidP="007B2329">
      <w:r>
        <w:t>835.2885</w:t>
      </w:r>
      <w:r>
        <w:tab/>
        <w:t>4.100e0</w:t>
      </w:r>
    </w:p>
    <w:p w:rsidR="007B2329" w:rsidRDefault="007B2329" w:rsidP="007B2329">
      <w:r>
        <w:t>835.2972</w:t>
      </w:r>
      <w:r>
        <w:tab/>
        <w:t>6.301e-2</w:t>
      </w:r>
    </w:p>
    <w:p w:rsidR="007B2329" w:rsidRDefault="007B2329" w:rsidP="007B2329">
      <w:r>
        <w:t>835.3068</w:t>
      </w:r>
      <w:r>
        <w:tab/>
        <w:t>6.770e0</w:t>
      </w:r>
    </w:p>
    <w:p w:rsidR="007B2329" w:rsidRDefault="007B2329" w:rsidP="007B2329">
      <w:r>
        <w:t>835.3287</w:t>
      </w:r>
      <w:r>
        <w:tab/>
        <w:t>2.277e0</w:t>
      </w:r>
    </w:p>
    <w:p w:rsidR="007B2329" w:rsidRDefault="007B2329" w:rsidP="007B2329">
      <w:r>
        <w:t>835.3582</w:t>
      </w:r>
      <w:r>
        <w:tab/>
        <w:t>3.082e0</w:t>
      </w:r>
    </w:p>
    <w:p w:rsidR="007B2329" w:rsidRDefault="007B2329" w:rsidP="007B2329">
      <w:r>
        <w:t>835.3914</w:t>
      </w:r>
      <w:r>
        <w:tab/>
        <w:t>1.948e0</w:t>
      </w:r>
    </w:p>
    <w:p w:rsidR="007B2329" w:rsidRDefault="007B2329" w:rsidP="007B2329">
      <w:r>
        <w:t>835.4009</w:t>
      </w:r>
      <w:r>
        <w:tab/>
        <w:t>3.038e0</w:t>
      </w:r>
    </w:p>
    <w:p w:rsidR="007B2329" w:rsidRDefault="007B2329" w:rsidP="007B2329">
      <w:r>
        <w:t>835.4337</w:t>
      </w:r>
      <w:r>
        <w:tab/>
        <w:t>1.060e1</w:t>
      </w:r>
    </w:p>
    <w:p w:rsidR="007B2329" w:rsidRDefault="007B2329" w:rsidP="007B2329">
      <w:r>
        <w:t>835.4498</w:t>
      </w:r>
      <w:r>
        <w:tab/>
        <w:t>1.453e0</w:t>
      </w:r>
    </w:p>
    <w:p w:rsidR="007B2329" w:rsidRDefault="007B2329" w:rsidP="007B2329">
      <w:r>
        <w:t>835.4598</w:t>
      </w:r>
      <w:r>
        <w:tab/>
        <w:t>2.579e1</w:t>
      </w:r>
    </w:p>
    <w:p w:rsidR="007B2329" w:rsidRDefault="007B2329" w:rsidP="007B2329">
      <w:r>
        <w:t>835.4638</w:t>
      </w:r>
      <w:r>
        <w:tab/>
        <w:t>1.451e1</w:t>
      </w:r>
    </w:p>
    <w:p w:rsidR="007B2329" w:rsidRDefault="007B2329" w:rsidP="007B2329">
      <w:r>
        <w:t>835.4666</w:t>
      </w:r>
      <w:r>
        <w:tab/>
        <w:t>1.829e0</w:t>
      </w:r>
    </w:p>
    <w:p w:rsidR="007B2329" w:rsidRDefault="007B2329" w:rsidP="007B2329">
      <w:r>
        <w:t>835.4776</w:t>
      </w:r>
      <w:r>
        <w:tab/>
        <w:t>2.564e1</w:t>
      </w:r>
    </w:p>
    <w:p w:rsidR="007B2329" w:rsidRDefault="007B2329" w:rsidP="007B2329">
      <w:r>
        <w:lastRenderedPageBreak/>
        <w:t>835.4857</w:t>
      </w:r>
      <w:r>
        <w:tab/>
        <w:t>2.033e1</w:t>
      </w:r>
    </w:p>
    <w:p w:rsidR="007B2329" w:rsidRDefault="007B2329" w:rsidP="007B2329">
      <w:r>
        <w:t>835.4915</w:t>
      </w:r>
      <w:r>
        <w:tab/>
        <w:t>7.138e0</w:t>
      </w:r>
    </w:p>
    <w:p w:rsidR="007B2329" w:rsidRDefault="007B2329" w:rsidP="007B2329">
      <w:r>
        <w:t>835.4966</w:t>
      </w:r>
      <w:r>
        <w:tab/>
        <w:t>2.025e0</w:t>
      </w:r>
    </w:p>
    <w:p w:rsidR="007B2329" w:rsidRDefault="007B2329" w:rsidP="007B2329">
      <w:r>
        <w:t>835.5140</w:t>
      </w:r>
      <w:r>
        <w:tab/>
        <w:t>1.833e0</w:t>
      </w:r>
    </w:p>
    <w:p w:rsidR="007B2329" w:rsidRDefault="007B2329" w:rsidP="007B2329">
      <w:r>
        <w:t>835.5192</w:t>
      </w:r>
      <w:r>
        <w:tab/>
        <w:t>1.816e0</w:t>
      </w:r>
    </w:p>
    <w:p w:rsidR="007B2329" w:rsidRDefault="007B2329" w:rsidP="007B2329">
      <w:r>
        <w:t>835.5884</w:t>
      </w:r>
      <w:r>
        <w:tab/>
        <w:t>2.025e0</w:t>
      </w:r>
    </w:p>
    <w:p w:rsidR="007B2329" w:rsidRDefault="007B2329" w:rsidP="007B2329">
      <w:r>
        <w:t>835.6022</w:t>
      </w:r>
      <w:r>
        <w:tab/>
        <w:t>1.013e0</w:t>
      </w:r>
    </w:p>
    <w:p w:rsidR="007B2329" w:rsidRDefault="007B2329" w:rsidP="007B2329">
      <w:r>
        <w:t>835.6095</w:t>
      </w:r>
      <w:r>
        <w:tab/>
        <w:t>1.013e0</w:t>
      </w:r>
    </w:p>
    <w:p w:rsidR="007B2329" w:rsidRDefault="007B2329" w:rsidP="007B2329">
      <w:r>
        <w:t>835.6161</w:t>
      </w:r>
      <w:r>
        <w:tab/>
        <w:t>6.110e0</w:t>
      </w:r>
    </w:p>
    <w:p w:rsidR="007B2329" w:rsidRDefault="007B2329" w:rsidP="007B2329">
      <w:r>
        <w:t>835.6771</w:t>
      </w:r>
      <w:r>
        <w:tab/>
        <w:t>1.013e0</w:t>
      </w:r>
    </w:p>
    <w:p w:rsidR="007B2329" w:rsidRDefault="007B2329" w:rsidP="007B2329">
      <w:r>
        <w:t>835.6793</w:t>
      </w:r>
      <w:r>
        <w:tab/>
        <w:t>1.854e0</w:t>
      </w:r>
    </w:p>
    <w:p w:rsidR="007B2329" w:rsidRDefault="007B2329" w:rsidP="007B2329">
      <w:r>
        <w:t>835.6945</w:t>
      </w:r>
      <w:r>
        <w:tab/>
        <w:t>2.025e0</w:t>
      </w:r>
    </w:p>
    <w:p w:rsidR="007B2329" w:rsidRDefault="007B2329" w:rsidP="007B2329">
      <w:r>
        <w:t>835.7120</w:t>
      </w:r>
      <w:r>
        <w:tab/>
        <w:t>2.025e0</w:t>
      </w:r>
    </w:p>
    <w:p w:rsidR="007B2329" w:rsidRDefault="007B2329" w:rsidP="007B2329">
      <w:r>
        <w:t>835.7645</w:t>
      </w:r>
      <w:r>
        <w:tab/>
        <w:t>3.038e0</w:t>
      </w:r>
    </w:p>
    <w:p w:rsidR="007B2329" w:rsidRDefault="007B2329" w:rsidP="007B2329">
      <w:r>
        <w:t>835.7709</w:t>
      </w:r>
      <w:r>
        <w:tab/>
        <w:t>1.013e0</w:t>
      </w:r>
    </w:p>
    <w:p w:rsidR="007B2329" w:rsidRDefault="007B2329" w:rsidP="007B2329">
      <w:r>
        <w:t>835.7905</w:t>
      </w:r>
      <w:r>
        <w:tab/>
        <w:t>2.025e0</w:t>
      </w:r>
    </w:p>
    <w:p w:rsidR="007B2329" w:rsidRDefault="007B2329" w:rsidP="007B2329">
      <w:r>
        <w:t>835.8035</w:t>
      </w:r>
      <w:r>
        <w:tab/>
        <w:t>4.051e0</w:t>
      </w:r>
    </w:p>
    <w:p w:rsidR="007B2329" w:rsidRDefault="007B2329" w:rsidP="007B2329">
      <w:r>
        <w:t>835.8130</w:t>
      </w:r>
      <w:r>
        <w:tab/>
        <w:t>2.025e0</w:t>
      </w:r>
    </w:p>
    <w:p w:rsidR="007B2329" w:rsidRDefault="007B2329" w:rsidP="007B2329">
      <w:r>
        <w:t>835.8289</w:t>
      </w:r>
      <w:r>
        <w:tab/>
        <w:t>1.013e0</w:t>
      </w:r>
    </w:p>
    <w:p w:rsidR="007B2329" w:rsidRDefault="007B2329" w:rsidP="007B2329">
      <w:r>
        <w:lastRenderedPageBreak/>
        <w:t>835.8987</w:t>
      </w:r>
      <w:r>
        <w:tab/>
        <w:t>3.038e0</w:t>
      </w:r>
    </w:p>
    <w:p w:rsidR="007B2329" w:rsidRDefault="007B2329" w:rsidP="007B2329">
      <w:r>
        <w:t>835.9105</w:t>
      </w:r>
      <w:r>
        <w:tab/>
        <w:t>1.695e0</w:t>
      </w:r>
    </w:p>
    <w:p w:rsidR="007B2329" w:rsidRDefault="007B2329" w:rsidP="007B2329">
      <w:r>
        <w:t>835.9315</w:t>
      </w:r>
      <w:r>
        <w:tab/>
        <w:t>1.013e0</w:t>
      </w:r>
    </w:p>
    <w:p w:rsidR="007B2329" w:rsidRDefault="007B2329" w:rsidP="007B2329">
      <w:r>
        <w:t>835.9381</w:t>
      </w:r>
      <w:r>
        <w:tab/>
        <w:t>6.389e0</w:t>
      </w:r>
    </w:p>
    <w:p w:rsidR="007B2329" w:rsidRDefault="007B2329" w:rsidP="007B2329">
      <w:r>
        <w:t>835.9536</w:t>
      </w:r>
      <w:r>
        <w:tab/>
        <w:t>1.013e0</w:t>
      </w:r>
    </w:p>
    <w:p w:rsidR="007B2329" w:rsidRDefault="007B2329" w:rsidP="007B2329">
      <w:r>
        <w:t>835.9742</w:t>
      </w:r>
      <w:r>
        <w:tab/>
        <w:t>2.025e0</w:t>
      </w:r>
    </w:p>
    <w:p w:rsidR="007B2329" w:rsidRDefault="007B2329" w:rsidP="007B2329">
      <w:r>
        <w:t>835.9872</w:t>
      </w:r>
      <w:r>
        <w:tab/>
        <w:t>3.038e0</w:t>
      </w:r>
    </w:p>
    <w:p w:rsidR="007B2329" w:rsidRDefault="007B2329" w:rsidP="007B2329">
      <w:r>
        <w:t>836.0403</w:t>
      </w:r>
      <w:r>
        <w:tab/>
        <w:t>4.051e0</w:t>
      </w:r>
    </w:p>
    <w:p w:rsidR="007B2329" w:rsidRDefault="007B2329" w:rsidP="007B2329">
      <w:r>
        <w:t>836.0522</w:t>
      </w:r>
      <w:r>
        <w:tab/>
        <w:t>1.013e0</w:t>
      </w:r>
    </w:p>
    <w:p w:rsidR="007B2329" w:rsidRDefault="007B2329" w:rsidP="007B2329">
      <w:r>
        <w:t>836.0757</w:t>
      </w:r>
      <w:r>
        <w:tab/>
        <w:t>4.051e0</w:t>
      </w:r>
    </w:p>
    <w:p w:rsidR="007B2329" w:rsidRDefault="007B2329" w:rsidP="007B2329">
      <w:r>
        <w:t>836.0955</w:t>
      </w:r>
      <w:r>
        <w:tab/>
        <w:t>1.909e0</w:t>
      </w:r>
    </w:p>
    <w:p w:rsidR="007B2329" w:rsidRDefault="007B2329" w:rsidP="007B2329">
      <w:r>
        <w:t>836.1010</w:t>
      </w:r>
      <w:r>
        <w:tab/>
        <w:t>1.013e0</w:t>
      </w:r>
    </w:p>
    <w:p w:rsidR="007B2329" w:rsidRDefault="007B2329" w:rsidP="007B2329">
      <w:r>
        <w:t>836.1085</w:t>
      </w:r>
      <w:r>
        <w:tab/>
        <w:t>1.013e0</w:t>
      </w:r>
    </w:p>
    <w:p w:rsidR="007B2329" w:rsidRDefault="007B2329" w:rsidP="007B2329">
      <w:r>
        <w:t>836.1493</w:t>
      </w:r>
      <w:r>
        <w:tab/>
        <w:t>6.076e0</w:t>
      </w:r>
    </w:p>
    <w:p w:rsidR="007B2329" w:rsidRDefault="007B2329" w:rsidP="007B2329">
      <w:r>
        <w:t>836.1509</w:t>
      </w:r>
      <w:r>
        <w:tab/>
        <w:t>1.013e0</w:t>
      </w:r>
    </w:p>
    <w:p w:rsidR="007B2329" w:rsidRDefault="007B2329" w:rsidP="007B2329">
      <w:r>
        <w:t>836.1595</w:t>
      </w:r>
      <w:r>
        <w:tab/>
        <w:t>2.025e0</w:t>
      </w:r>
    </w:p>
    <w:p w:rsidR="007B2329" w:rsidRDefault="007B2329" w:rsidP="007B2329">
      <w:r>
        <w:t>836.1857</w:t>
      </w:r>
      <w:r>
        <w:tab/>
        <w:t>2.025e0</w:t>
      </w:r>
    </w:p>
    <w:p w:rsidR="007B2329" w:rsidRDefault="007B2329" w:rsidP="007B2329">
      <w:r>
        <w:t>836.1949</w:t>
      </w:r>
      <w:r>
        <w:tab/>
        <w:t>5.040e0</w:t>
      </w:r>
    </w:p>
    <w:p w:rsidR="007B2329" w:rsidRDefault="007B2329" w:rsidP="007B2329">
      <w:r>
        <w:t>836.1979</w:t>
      </w:r>
      <w:r>
        <w:tab/>
        <w:t>2.025e0</w:t>
      </w:r>
    </w:p>
    <w:p w:rsidR="007B2329" w:rsidRDefault="007B2329" w:rsidP="007B2329">
      <w:r>
        <w:lastRenderedPageBreak/>
        <w:t>836.2528</w:t>
      </w:r>
      <w:r>
        <w:tab/>
        <w:t>1.519e0</w:t>
      </w:r>
    </w:p>
    <w:p w:rsidR="007B2329" w:rsidRDefault="007B2329" w:rsidP="007B2329">
      <w:r>
        <w:t>836.2812</w:t>
      </w:r>
      <w:r>
        <w:tab/>
        <w:t>1.519e0</w:t>
      </w:r>
    </w:p>
    <w:p w:rsidR="007B2329" w:rsidRDefault="007B2329" w:rsidP="007B2329">
      <w:r>
        <w:t>836.2911</w:t>
      </w:r>
      <w:r>
        <w:tab/>
        <w:t>1.013e0</w:t>
      </w:r>
    </w:p>
    <w:p w:rsidR="007B2329" w:rsidRDefault="007B2329" w:rsidP="007B2329">
      <w:r>
        <w:t>836.3300</w:t>
      </w:r>
      <w:r>
        <w:tab/>
        <w:t>2.976e0</w:t>
      </w:r>
    </w:p>
    <w:p w:rsidR="007B2329" w:rsidRDefault="007B2329" w:rsidP="007B2329">
      <w:r>
        <w:t>836.3442</w:t>
      </w:r>
      <w:r>
        <w:tab/>
        <w:t>1.500e0</w:t>
      </w:r>
    </w:p>
    <w:p w:rsidR="007B2329" w:rsidRDefault="007B2329" w:rsidP="007B2329">
      <w:r>
        <w:t>836.3475</w:t>
      </w:r>
      <w:r>
        <w:tab/>
        <w:t>3.183e0</w:t>
      </w:r>
    </w:p>
    <w:p w:rsidR="007B2329" w:rsidRDefault="007B2329" w:rsidP="007B2329">
      <w:r>
        <w:t>836.3987</w:t>
      </w:r>
      <w:r>
        <w:tab/>
        <w:t>4.561e0</w:t>
      </w:r>
    </w:p>
    <w:p w:rsidR="007B2329" w:rsidRDefault="007B2329" w:rsidP="007B2329">
      <w:r>
        <w:t>836.4232</w:t>
      </w:r>
      <w:r>
        <w:tab/>
        <w:t>5.584e-1</w:t>
      </w:r>
    </w:p>
    <w:p w:rsidR="007B2329" w:rsidRDefault="007B2329" w:rsidP="007B2329">
      <w:r>
        <w:t>836.4636</w:t>
      </w:r>
      <w:r>
        <w:tab/>
        <w:t>1.126e1</w:t>
      </w:r>
    </w:p>
    <w:p w:rsidR="007B2329" w:rsidRDefault="007B2329" w:rsidP="007B2329">
      <w:r>
        <w:t>836.4692</w:t>
      </w:r>
      <w:r>
        <w:tab/>
        <w:t>1.249e1</w:t>
      </w:r>
    </w:p>
    <w:p w:rsidR="007B2329" w:rsidRDefault="007B2329" w:rsidP="007B2329">
      <w:r>
        <w:t>836.4752</w:t>
      </w:r>
      <w:r>
        <w:tab/>
        <w:t>5.993e0</w:t>
      </w:r>
    </w:p>
    <w:p w:rsidR="007B2329" w:rsidRDefault="007B2329" w:rsidP="007B2329">
      <w:r>
        <w:t>836.4766</w:t>
      </w:r>
      <w:r>
        <w:tab/>
        <w:t>2.072e1</w:t>
      </w:r>
    </w:p>
    <w:p w:rsidR="007B2329" w:rsidRDefault="007B2329" w:rsidP="007B2329">
      <w:r>
        <w:t>836.4810</w:t>
      </w:r>
      <w:r>
        <w:tab/>
        <w:t>5.559e0</w:t>
      </w:r>
    </w:p>
    <w:p w:rsidR="007B2329" w:rsidRDefault="007B2329" w:rsidP="007B2329">
      <w:r>
        <w:t>836.4944</w:t>
      </w:r>
      <w:r>
        <w:tab/>
        <w:t>6.998e0</w:t>
      </w:r>
    </w:p>
    <w:p w:rsidR="007B2329" w:rsidRDefault="007B2329" w:rsidP="007B2329">
      <w:r>
        <w:t>836.4985</w:t>
      </w:r>
      <w:r>
        <w:tab/>
        <w:t>1.334e0</w:t>
      </w:r>
    </w:p>
    <w:p w:rsidR="007B2329" w:rsidRDefault="007B2329" w:rsidP="007B2329">
      <w:r>
        <w:t>836.5060</w:t>
      </w:r>
      <w:r>
        <w:tab/>
        <w:t>4.865e0</w:t>
      </w:r>
    </w:p>
    <w:p w:rsidR="007B2329" w:rsidRDefault="007B2329" w:rsidP="007B2329">
      <w:r>
        <w:t>836.5737</w:t>
      </w:r>
      <w:r>
        <w:tab/>
        <w:t>3.038e0</w:t>
      </w:r>
    </w:p>
    <w:p w:rsidR="007B2329" w:rsidRDefault="007B2329" w:rsidP="007B2329">
      <w:r>
        <w:t>836.6010</w:t>
      </w:r>
      <w:r>
        <w:tab/>
        <w:t>1.013e0</w:t>
      </w:r>
    </w:p>
    <w:p w:rsidR="007B2329" w:rsidRDefault="007B2329" w:rsidP="007B2329">
      <w:r>
        <w:t>836.6149</w:t>
      </w:r>
      <w:r>
        <w:tab/>
        <w:t>1.025e0</w:t>
      </w:r>
    </w:p>
    <w:p w:rsidR="007B2329" w:rsidRDefault="007B2329" w:rsidP="007B2329">
      <w:r>
        <w:lastRenderedPageBreak/>
        <w:t>836.6821</w:t>
      </w:r>
      <w:r>
        <w:tab/>
        <w:t>2.632e0</w:t>
      </w:r>
    </w:p>
    <w:p w:rsidR="007B2329" w:rsidRDefault="007B2329" w:rsidP="007B2329">
      <w:r>
        <w:t>836.6861</w:t>
      </w:r>
      <w:r>
        <w:tab/>
        <w:t>5.063e0</w:t>
      </w:r>
    </w:p>
    <w:p w:rsidR="007B2329" w:rsidRDefault="007B2329" w:rsidP="007B2329">
      <w:r>
        <w:t>836.7136</w:t>
      </w:r>
      <w:r>
        <w:tab/>
        <w:t>1.013e0</w:t>
      </w:r>
    </w:p>
    <w:p w:rsidR="007B2329" w:rsidRDefault="007B2329" w:rsidP="007B2329">
      <w:r>
        <w:t>836.7698</w:t>
      </w:r>
      <w:r>
        <w:tab/>
        <w:t>2.025e0</w:t>
      </w:r>
    </w:p>
    <w:p w:rsidR="007B2329" w:rsidRDefault="007B2329" w:rsidP="007B2329">
      <w:r>
        <w:t>836.7828</w:t>
      </w:r>
      <w:r>
        <w:tab/>
        <w:t>2.025e0</w:t>
      </w:r>
    </w:p>
    <w:p w:rsidR="007B2329" w:rsidRDefault="007B2329" w:rsidP="007B2329">
      <w:r>
        <w:t>836.8541</w:t>
      </w:r>
      <w:r>
        <w:tab/>
        <w:t>1.013e0</w:t>
      </w:r>
    </w:p>
    <w:p w:rsidR="007B2329" w:rsidRDefault="007B2329" w:rsidP="007B2329">
      <w:r>
        <w:t>836.8611</w:t>
      </w:r>
      <w:r>
        <w:tab/>
        <w:t>2.025e0</w:t>
      </w:r>
    </w:p>
    <w:p w:rsidR="007B2329" w:rsidRDefault="007B2329" w:rsidP="007B2329">
      <w:r>
        <w:t>836.9104</w:t>
      </w:r>
      <w:r>
        <w:tab/>
        <w:t>2.025e0</w:t>
      </w:r>
    </w:p>
    <w:p w:rsidR="007B2329" w:rsidRDefault="007B2329" w:rsidP="007B2329">
      <w:r>
        <w:t>836.9135</w:t>
      </w:r>
      <w:r>
        <w:tab/>
        <w:t>4.063e0</w:t>
      </w:r>
    </w:p>
    <w:p w:rsidR="007B2329" w:rsidRDefault="007B2329" w:rsidP="007B2329">
      <w:r>
        <w:t>836.9830</w:t>
      </w:r>
      <w:r>
        <w:tab/>
        <w:t>1.675e0</w:t>
      </w:r>
    </w:p>
    <w:p w:rsidR="007B2329" w:rsidRDefault="007B2329" w:rsidP="007B2329">
      <w:r>
        <w:t>836.9897</w:t>
      </w:r>
      <w:r>
        <w:tab/>
        <w:t>2.025e0</w:t>
      </w:r>
    </w:p>
    <w:p w:rsidR="007B2329" w:rsidRDefault="007B2329" w:rsidP="007B2329">
      <w:r>
        <w:t>837.0283</w:t>
      </w:r>
      <w:r>
        <w:tab/>
        <w:t>4.051e0</w:t>
      </w:r>
    </w:p>
    <w:p w:rsidR="007B2329" w:rsidRDefault="007B2329" w:rsidP="007B2329">
      <w:r>
        <w:t>837.0374</w:t>
      </w:r>
      <w:r>
        <w:tab/>
        <w:t>2.025e0</w:t>
      </w:r>
    </w:p>
    <w:p w:rsidR="007B2329" w:rsidRDefault="007B2329" w:rsidP="007B2329">
      <w:r>
        <w:t>837.0495</w:t>
      </w:r>
      <w:r>
        <w:tab/>
        <w:t>2.025e0</w:t>
      </w:r>
    </w:p>
    <w:p w:rsidR="007B2329" w:rsidRDefault="007B2329" w:rsidP="007B2329">
      <w:r>
        <w:t>837.0825</w:t>
      </w:r>
      <w:r>
        <w:tab/>
        <w:t>3.038e0</w:t>
      </w:r>
    </w:p>
    <w:p w:rsidR="007B2329" w:rsidRDefault="007B2329" w:rsidP="007B2329">
      <w:r>
        <w:t>837.0937</w:t>
      </w:r>
      <w:r>
        <w:tab/>
        <w:t>1.013e0</w:t>
      </w:r>
    </w:p>
    <w:p w:rsidR="007B2329" w:rsidRDefault="007B2329" w:rsidP="007B2329">
      <w:r>
        <w:t>837.1042</w:t>
      </w:r>
      <w:r>
        <w:tab/>
        <w:t>2.532e-2</w:t>
      </w:r>
    </w:p>
    <w:p w:rsidR="007B2329" w:rsidRDefault="007B2329" w:rsidP="007B2329">
      <w:r>
        <w:t>837.1641</w:t>
      </w:r>
      <w:r>
        <w:tab/>
        <w:t>2.025e0</w:t>
      </w:r>
    </w:p>
    <w:p w:rsidR="007B2329" w:rsidRDefault="007B2329" w:rsidP="007B2329">
      <w:r>
        <w:t>837.1884</w:t>
      </w:r>
      <w:r>
        <w:tab/>
        <w:t>3.038e0</w:t>
      </w:r>
    </w:p>
    <w:p w:rsidR="007B2329" w:rsidRDefault="007B2329" w:rsidP="007B2329">
      <w:r>
        <w:lastRenderedPageBreak/>
        <w:t>837.2348</w:t>
      </w:r>
      <w:r>
        <w:tab/>
        <w:t>1.013e0</w:t>
      </w:r>
    </w:p>
    <w:p w:rsidR="007B2329" w:rsidRDefault="007B2329" w:rsidP="007B2329">
      <w:r>
        <w:t>837.2439</w:t>
      </w:r>
      <w:r>
        <w:tab/>
        <w:t>1.013e0</w:t>
      </w:r>
    </w:p>
    <w:p w:rsidR="007B2329" w:rsidRDefault="007B2329" w:rsidP="007B2329">
      <w:r>
        <w:t>837.2952</w:t>
      </w:r>
      <w:r>
        <w:tab/>
        <w:t>4.835e0</w:t>
      </w:r>
    </w:p>
    <w:p w:rsidR="007B2329" w:rsidRDefault="007B2329" w:rsidP="007B2329">
      <w:r>
        <w:t>837.3336</w:t>
      </w:r>
      <w:r>
        <w:tab/>
        <w:t>2.532e-2</w:t>
      </w:r>
    </w:p>
    <w:p w:rsidR="007B2329" w:rsidRDefault="007B2329" w:rsidP="007B2329">
      <w:r>
        <w:t>837.3910</w:t>
      </w:r>
      <w:r>
        <w:tab/>
        <w:t>5.517e1</w:t>
      </w:r>
    </w:p>
    <w:p w:rsidR="007B2329" w:rsidRDefault="007B2329" w:rsidP="007B2329">
      <w:r>
        <w:t>837.3937</w:t>
      </w:r>
      <w:r>
        <w:tab/>
        <w:t>3.738e1</w:t>
      </w:r>
    </w:p>
    <w:p w:rsidR="007B2329" w:rsidRDefault="007B2329" w:rsidP="007B2329">
      <w:r>
        <w:t>837.4092</w:t>
      </w:r>
      <w:r>
        <w:tab/>
        <w:t>1.266e2</w:t>
      </w:r>
    </w:p>
    <w:p w:rsidR="007B2329" w:rsidRDefault="007B2329" w:rsidP="007B2329">
      <w:r>
        <w:t>837.4128</w:t>
      </w:r>
      <w:r>
        <w:tab/>
        <w:t>6.011e1</w:t>
      </w:r>
    </w:p>
    <w:p w:rsidR="007B2329" w:rsidRDefault="007B2329" w:rsidP="007B2329">
      <w:r>
        <w:t>837.4175</w:t>
      </w:r>
      <w:r>
        <w:tab/>
        <w:t>5.483e1</w:t>
      </w:r>
    </w:p>
    <w:p w:rsidR="007B2329" w:rsidRDefault="007B2329" w:rsidP="007B2329">
      <w:r>
        <w:t>837.4229</w:t>
      </w:r>
      <w:r>
        <w:tab/>
        <w:t>2.378e1</w:t>
      </w:r>
    </w:p>
    <w:p w:rsidR="007B2329" w:rsidRDefault="007B2329" w:rsidP="007B2329">
      <w:r>
        <w:t>837.4273</w:t>
      </w:r>
      <w:r>
        <w:tab/>
        <w:t>2.025e0</w:t>
      </w:r>
    </w:p>
    <w:p w:rsidR="007B2329" w:rsidRDefault="007B2329" w:rsidP="007B2329">
      <w:r>
        <w:t>837.5172</w:t>
      </w:r>
      <w:r>
        <w:tab/>
        <w:t>1.846e0</w:t>
      </w:r>
    </w:p>
    <w:p w:rsidR="007B2329" w:rsidRDefault="007B2329" w:rsidP="007B2329">
      <w:r>
        <w:t>837.6243</w:t>
      </w:r>
      <w:r>
        <w:tab/>
        <w:t>3.911e0</w:t>
      </w:r>
    </w:p>
    <w:p w:rsidR="007B2329" w:rsidRDefault="007B2329" w:rsidP="007B2329">
      <w:r>
        <w:t>837.6261</w:t>
      </w:r>
      <w:r>
        <w:tab/>
        <w:t>1.013e0</w:t>
      </w:r>
    </w:p>
    <w:p w:rsidR="007B2329" w:rsidRDefault="007B2329" w:rsidP="007B2329">
      <w:r>
        <w:t>837.6436</w:t>
      </w:r>
      <w:r>
        <w:tab/>
        <w:t>4.051e0</w:t>
      </w:r>
    </w:p>
    <w:p w:rsidR="007B2329" w:rsidRDefault="007B2329" w:rsidP="007B2329">
      <w:r>
        <w:t>837.6572</w:t>
      </w:r>
      <w:r>
        <w:tab/>
        <w:t>1.013e0</w:t>
      </w:r>
    </w:p>
    <w:p w:rsidR="007B2329" w:rsidRDefault="007B2329" w:rsidP="007B2329">
      <w:r>
        <w:t>837.6803</w:t>
      </w:r>
      <w:r>
        <w:tab/>
        <w:t>1.025e0</w:t>
      </w:r>
    </w:p>
    <w:p w:rsidR="007B2329" w:rsidRDefault="007B2329" w:rsidP="007B2329">
      <w:r>
        <w:t>837.6854</w:t>
      </w:r>
      <w:r>
        <w:tab/>
        <w:t>1.013e0</w:t>
      </w:r>
    </w:p>
    <w:p w:rsidR="007B2329" w:rsidRDefault="007B2329" w:rsidP="007B2329">
      <w:r>
        <w:t>837.6931</w:t>
      </w:r>
      <w:r>
        <w:tab/>
        <w:t>1.013e0</w:t>
      </w:r>
    </w:p>
    <w:p w:rsidR="007B2329" w:rsidRDefault="007B2329" w:rsidP="007B2329">
      <w:r>
        <w:lastRenderedPageBreak/>
        <w:t>837.7458</w:t>
      </w:r>
      <w:r>
        <w:tab/>
        <w:t>3.314e0</w:t>
      </w:r>
    </w:p>
    <w:p w:rsidR="007B2329" w:rsidRDefault="007B2329" w:rsidP="007B2329">
      <w:r>
        <w:t>837.7574</w:t>
      </w:r>
      <w:r>
        <w:tab/>
        <w:t>2.025e0</w:t>
      </w:r>
    </w:p>
    <w:p w:rsidR="007B2329" w:rsidRDefault="007B2329" w:rsidP="007B2329">
      <w:r>
        <w:t>837.7823</w:t>
      </w:r>
      <w:r>
        <w:tab/>
        <w:t>2.973e0</w:t>
      </w:r>
    </w:p>
    <w:p w:rsidR="007B2329" w:rsidRDefault="007B2329" w:rsidP="007B2329">
      <w:r>
        <w:t>837.7956</w:t>
      </w:r>
      <w:r>
        <w:tab/>
        <w:t>1.013e0</w:t>
      </w:r>
    </w:p>
    <w:p w:rsidR="007B2329" w:rsidRDefault="007B2329" w:rsidP="007B2329">
      <w:r>
        <w:t>837.8039</w:t>
      </w:r>
      <w:r>
        <w:tab/>
        <w:t>2.025e0</w:t>
      </w:r>
    </w:p>
    <w:p w:rsidR="007B2329" w:rsidRDefault="007B2329" w:rsidP="007B2329">
      <w:r>
        <w:t>837.8401</w:t>
      </w:r>
      <w:r>
        <w:tab/>
        <w:t>2.025e0</w:t>
      </w:r>
    </w:p>
    <w:p w:rsidR="007B2329" w:rsidRDefault="007B2329" w:rsidP="007B2329">
      <w:r>
        <w:t>837.8545</w:t>
      </w:r>
      <w:r>
        <w:tab/>
        <w:t>2.025e0</w:t>
      </w:r>
    </w:p>
    <w:p w:rsidR="007B2329" w:rsidRDefault="007B2329" w:rsidP="007B2329">
      <w:r>
        <w:t>837.8683</w:t>
      </w:r>
      <w:r>
        <w:tab/>
        <w:t>1.025e0</w:t>
      </w:r>
    </w:p>
    <w:p w:rsidR="007B2329" w:rsidRDefault="007B2329" w:rsidP="007B2329">
      <w:r>
        <w:t>837.8752</w:t>
      </w:r>
      <w:r>
        <w:tab/>
        <w:t>3.038e0</w:t>
      </w:r>
    </w:p>
    <w:p w:rsidR="007B2329" w:rsidRDefault="007B2329" w:rsidP="007B2329">
      <w:r>
        <w:t>837.9003</w:t>
      </w:r>
      <w:r>
        <w:tab/>
        <w:t>3.038e0</w:t>
      </w:r>
    </w:p>
    <w:p w:rsidR="007B2329" w:rsidRDefault="007B2329" w:rsidP="007B2329">
      <w:r>
        <w:t>837.9108</w:t>
      </w:r>
      <w:r>
        <w:tab/>
        <w:t>1.013e0</w:t>
      </w:r>
    </w:p>
    <w:p w:rsidR="007B2329" w:rsidRDefault="007B2329" w:rsidP="007B2329">
      <w:r>
        <w:t>837.9212</w:t>
      </w:r>
      <w:r>
        <w:tab/>
        <w:t>3.586e0</w:t>
      </w:r>
    </w:p>
    <w:p w:rsidR="007B2329" w:rsidRDefault="007B2329" w:rsidP="007B2329">
      <w:r>
        <w:t>837.9811</w:t>
      </w:r>
      <w:r>
        <w:tab/>
        <w:t>2.025e0</w:t>
      </w:r>
    </w:p>
    <w:p w:rsidR="007B2329" w:rsidRDefault="007B2329" w:rsidP="007B2329">
      <w:r>
        <w:t>837.9971</w:t>
      </w:r>
      <w:r>
        <w:tab/>
        <w:t>1.013e0</w:t>
      </w:r>
    </w:p>
    <w:p w:rsidR="007B2329" w:rsidRDefault="007B2329" w:rsidP="007B2329">
      <w:r>
        <w:t>838.0234</w:t>
      </w:r>
      <w:r>
        <w:tab/>
        <w:t>1.013e0</w:t>
      </w:r>
    </w:p>
    <w:p w:rsidR="007B2329" w:rsidRDefault="007B2329" w:rsidP="007B2329">
      <w:r>
        <w:t>838.0706</w:t>
      </w:r>
      <w:r>
        <w:tab/>
        <w:t>1.038e0</w:t>
      </w:r>
    </w:p>
    <w:p w:rsidR="007B2329" w:rsidRDefault="007B2329" w:rsidP="007B2329">
      <w:r>
        <w:t>838.0798</w:t>
      </w:r>
      <w:r>
        <w:tab/>
        <w:t>1.013e0</w:t>
      </w:r>
    </w:p>
    <w:p w:rsidR="007B2329" w:rsidRDefault="007B2329" w:rsidP="007B2329">
      <w:r>
        <w:t>838.0941</w:t>
      </w:r>
      <w:r>
        <w:tab/>
        <w:t>1.013e0</w:t>
      </w:r>
    </w:p>
    <w:p w:rsidR="007B2329" w:rsidRDefault="007B2329" w:rsidP="007B2329">
      <w:r>
        <w:t>838.1081</w:t>
      </w:r>
      <w:r>
        <w:tab/>
        <w:t>2.025e0</w:t>
      </w:r>
    </w:p>
    <w:p w:rsidR="007B2329" w:rsidRDefault="007B2329" w:rsidP="007B2329">
      <w:r>
        <w:lastRenderedPageBreak/>
        <w:t>838.1213</w:t>
      </w:r>
      <w:r>
        <w:tab/>
        <w:t>2.025e0</w:t>
      </w:r>
    </w:p>
    <w:p w:rsidR="007B2329" w:rsidRDefault="007B2329" w:rsidP="007B2329">
      <w:r>
        <w:t>838.1339</w:t>
      </w:r>
      <w:r>
        <w:tab/>
        <w:t>4.051e0</w:t>
      </w:r>
    </w:p>
    <w:p w:rsidR="007B2329" w:rsidRDefault="007B2329" w:rsidP="007B2329">
      <w:r>
        <w:t>838.1362</w:t>
      </w:r>
      <w:r>
        <w:tab/>
        <w:t>1.013e0</w:t>
      </w:r>
    </w:p>
    <w:p w:rsidR="007B2329" w:rsidRDefault="007B2329" w:rsidP="007B2329">
      <w:r>
        <w:t>838.1716</w:t>
      </w:r>
      <w:r>
        <w:tab/>
        <w:t>1.025e0</w:t>
      </w:r>
    </w:p>
    <w:p w:rsidR="007B2329" w:rsidRDefault="007B2329" w:rsidP="007B2329">
      <w:r>
        <w:t>838.1813</w:t>
      </w:r>
      <w:r>
        <w:tab/>
        <w:t>2.025e0</w:t>
      </w:r>
    </w:p>
    <w:p w:rsidR="007B2329" w:rsidRDefault="007B2329" w:rsidP="007B2329">
      <w:r>
        <w:t>838.2015</w:t>
      </w:r>
      <w:r>
        <w:tab/>
        <w:t>1.013e0</w:t>
      </w:r>
    </w:p>
    <w:p w:rsidR="007B2329" w:rsidRDefault="007B2329" w:rsidP="007B2329">
      <w:r>
        <w:t>838.2204</w:t>
      </w:r>
      <w:r>
        <w:tab/>
        <w:t>2.025e0</w:t>
      </w:r>
    </w:p>
    <w:p w:rsidR="007B2329" w:rsidRDefault="007B2329" w:rsidP="007B2329">
      <w:r>
        <w:t>838.2349</w:t>
      </w:r>
      <w:r>
        <w:tab/>
        <w:t>1.013e0</w:t>
      </w:r>
    </w:p>
    <w:p w:rsidR="007B2329" w:rsidRDefault="007B2329" w:rsidP="007B2329">
      <w:r>
        <w:t>838.2865</w:t>
      </w:r>
      <w:r>
        <w:tab/>
        <w:t>1.013e0</w:t>
      </w:r>
    </w:p>
    <w:p w:rsidR="007B2329" w:rsidRDefault="007B2329" w:rsidP="007B2329">
      <w:r>
        <w:t>838.3814</w:t>
      </w:r>
      <w:r>
        <w:tab/>
        <w:t>2.358e1</w:t>
      </w:r>
    </w:p>
    <w:p w:rsidR="007B2329" w:rsidRDefault="007B2329" w:rsidP="007B2329">
      <w:r>
        <w:t>838.3834</w:t>
      </w:r>
      <w:r>
        <w:tab/>
        <w:t>3.580e1</w:t>
      </w:r>
    </w:p>
    <w:p w:rsidR="007B2329" w:rsidRDefault="007B2329" w:rsidP="007B2329">
      <w:r>
        <w:t>838.3864</w:t>
      </w:r>
      <w:r>
        <w:tab/>
        <w:t>1.584e1</w:t>
      </w:r>
    </w:p>
    <w:p w:rsidR="007B2329" w:rsidRDefault="007B2329" w:rsidP="007B2329">
      <w:r>
        <w:t>838.3925</w:t>
      </w:r>
      <w:r>
        <w:tab/>
        <w:t>4.788e1</w:t>
      </w:r>
    </w:p>
    <w:p w:rsidR="007B2329" w:rsidRDefault="007B2329" w:rsidP="007B2329">
      <w:r>
        <w:t>838.3936</w:t>
      </w:r>
      <w:r>
        <w:tab/>
        <w:t>3.508e1</w:t>
      </w:r>
    </w:p>
    <w:p w:rsidR="007B2329" w:rsidRDefault="007B2329" w:rsidP="007B2329">
      <w:r>
        <w:t>838.3971</w:t>
      </w:r>
      <w:r>
        <w:tab/>
        <w:t>3.739e1</w:t>
      </w:r>
    </w:p>
    <w:p w:rsidR="007B2329" w:rsidRDefault="007B2329" w:rsidP="007B2329">
      <w:r>
        <w:t>838.4045</w:t>
      </w:r>
      <w:r>
        <w:tab/>
        <w:t>4.000e1</w:t>
      </w:r>
    </w:p>
    <w:p w:rsidR="007B2329" w:rsidRDefault="007B2329" w:rsidP="007B2329">
      <w:r>
        <w:t>838.4693</w:t>
      </w:r>
      <w:r>
        <w:tab/>
        <w:t>1.453e1</w:t>
      </w:r>
    </w:p>
    <w:p w:rsidR="007B2329" w:rsidRDefault="007B2329" w:rsidP="007B2329">
      <w:r>
        <w:t>838.5271</w:t>
      </w:r>
      <w:r>
        <w:tab/>
        <w:t>2.829e0</w:t>
      </w:r>
    </w:p>
    <w:p w:rsidR="007B2329" w:rsidRDefault="007B2329" w:rsidP="007B2329">
      <w:r>
        <w:t>838.5529</w:t>
      </w:r>
      <w:r>
        <w:tab/>
        <w:t>2.567e0</w:t>
      </w:r>
    </w:p>
    <w:p w:rsidR="007B2329" w:rsidRDefault="007B2329" w:rsidP="007B2329">
      <w:r>
        <w:lastRenderedPageBreak/>
        <w:t>838.5958</w:t>
      </w:r>
      <w:r>
        <w:tab/>
        <w:t>2.025e0</w:t>
      </w:r>
    </w:p>
    <w:p w:rsidR="007B2329" w:rsidRDefault="007B2329" w:rsidP="007B2329">
      <w:r>
        <w:t>838.6086</w:t>
      </w:r>
      <w:r>
        <w:tab/>
        <w:t>2.025e0</w:t>
      </w:r>
    </w:p>
    <w:p w:rsidR="007B2329" w:rsidRDefault="007B2329" w:rsidP="007B2329">
      <w:r>
        <w:t>838.6131</w:t>
      </w:r>
      <w:r>
        <w:tab/>
        <w:t>3.783e0</w:t>
      </w:r>
    </w:p>
    <w:p w:rsidR="007B2329" w:rsidRDefault="007B2329" w:rsidP="007B2329">
      <w:r>
        <w:t>838.6159</w:t>
      </w:r>
      <w:r>
        <w:tab/>
        <w:t>1.013e0</w:t>
      </w:r>
    </w:p>
    <w:p w:rsidR="007B2329" w:rsidRDefault="007B2329" w:rsidP="007B2329">
      <w:r>
        <w:t>838.6350</w:t>
      </w:r>
      <w:r>
        <w:tab/>
        <w:t>2.025e0</w:t>
      </w:r>
    </w:p>
    <w:p w:rsidR="007B2329" w:rsidRDefault="007B2329" w:rsidP="007B2329">
      <w:r>
        <w:t>838.6583</w:t>
      </w:r>
      <w:r>
        <w:tab/>
        <w:t>2.025e0</w:t>
      </w:r>
    </w:p>
    <w:p w:rsidR="007B2329" w:rsidRDefault="007B2329" w:rsidP="007B2329">
      <w:r>
        <w:t>838.6832</w:t>
      </w:r>
      <w:r>
        <w:tab/>
        <w:t>4.051e0</w:t>
      </w:r>
    </w:p>
    <w:p w:rsidR="007B2329" w:rsidRDefault="007B2329" w:rsidP="007B2329">
      <w:r>
        <w:t>838.6880</w:t>
      </w:r>
      <w:r>
        <w:tab/>
        <w:t>4.051e0</w:t>
      </w:r>
    </w:p>
    <w:p w:rsidR="007B2329" w:rsidRDefault="007B2329" w:rsidP="007B2329">
      <w:r>
        <w:t>838.7275</w:t>
      </w:r>
      <w:r>
        <w:tab/>
        <w:t>1.013e0</w:t>
      </w:r>
    </w:p>
    <w:p w:rsidR="007B2329" w:rsidRDefault="007B2329" w:rsidP="007B2329">
      <w:r>
        <w:t>838.7429</w:t>
      </w:r>
      <w:r>
        <w:tab/>
        <w:t>2.025e0</w:t>
      </w:r>
    </w:p>
    <w:p w:rsidR="007B2329" w:rsidRDefault="007B2329" w:rsidP="007B2329">
      <w:r>
        <w:t>838.7714</w:t>
      </w:r>
      <w:r>
        <w:tab/>
        <w:t>1.013e0</w:t>
      </w:r>
    </w:p>
    <w:p w:rsidR="007B2329" w:rsidRDefault="007B2329" w:rsidP="007B2329">
      <w:r>
        <w:t>838.8134</w:t>
      </w:r>
      <w:r>
        <w:tab/>
        <w:t>1.013e0</w:t>
      </w:r>
    </w:p>
    <w:p w:rsidR="007B2329" w:rsidRDefault="007B2329" w:rsidP="007B2329">
      <w:r>
        <w:t>838.8273</w:t>
      </w:r>
      <w:r>
        <w:tab/>
        <w:t>2.025e0</w:t>
      </w:r>
    </w:p>
    <w:p w:rsidR="007B2329" w:rsidRDefault="007B2329" w:rsidP="007B2329">
      <w:r>
        <w:t>838.8294</w:t>
      </w:r>
      <w:r>
        <w:tab/>
        <w:t>5.063e0</w:t>
      </w:r>
    </w:p>
    <w:p w:rsidR="007B2329" w:rsidRDefault="007B2329" w:rsidP="007B2329">
      <w:r>
        <w:t>838.8367</w:t>
      </w:r>
      <w:r>
        <w:tab/>
        <w:t>3.002e0</w:t>
      </w:r>
    </w:p>
    <w:p w:rsidR="007B2329" w:rsidRDefault="007B2329" w:rsidP="007B2329">
      <w:r>
        <w:t>838.8619</w:t>
      </w:r>
      <w:r>
        <w:tab/>
        <w:t>1.013e0</w:t>
      </w:r>
    </w:p>
    <w:p w:rsidR="007B2329" w:rsidRDefault="007B2329" w:rsidP="007B2329">
      <w:r>
        <w:t>838.8840</w:t>
      </w:r>
      <w:r>
        <w:tab/>
        <w:t>1.013e0</w:t>
      </w:r>
    </w:p>
    <w:p w:rsidR="007B2329" w:rsidRDefault="007B2329" w:rsidP="007B2329">
      <w:r>
        <w:t>838.8876</w:t>
      </w:r>
      <w:r>
        <w:tab/>
        <w:t>1.038e0</w:t>
      </w:r>
    </w:p>
    <w:p w:rsidR="007B2329" w:rsidRDefault="007B2329" w:rsidP="007B2329">
      <w:r>
        <w:t>838.8979</w:t>
      </w:r>
      <w:r>
        <w:tab/>
        <w:t>2.025e0</w:t>
      </w:r>
    </w:p>
    <w:p w:rsidR="007B2329" w:rsidRDefault="007B2329" w:rsidP="007B2329">
      <w:r>
        <w:lastRenderedPageBreak/>
        <w:t>838.9179</w:t>
      </w:r>
      <w:r>
        <w:tab/>
        <w:t>7.779e-1</w:t>
      </w:r>
    </w:p>
    <w:p w:rsidR="007B2329" w:rsidRDefault="007B2329" w:rsidP="007B2329">
      <w:r>
        <w:t>838.9290</w:t>
      </w:r>
      <w:r>
        <w:tab/>
        <w:t>3.038e0</w:t>
      </w:r>
    </w:p>
    <w:p w:rsidR="007B2329" w:rsidRDefault="007B2329" w:rsidP="007B2329">
      <w:r>
        <w:t>838.9312</w:t>
      </w:r>
      <w:r>
        <w:tab/>
        <w:t>5.063e0</w:t>
      </w:r>
    </w:p>
    <w:p w:rsidR="007B2329" w:rsidRDefault="007B2329" w:rsidP="007B2329">
      <w:r>
        <w:t>838.9863</w:t>
      </w:r>
      <w:r>
        <w:tab/>
        <w:t>3.038e0</w:t>
      </w:r>
    </w:p>
    <w:p w:rsidR="007B2329" w:rsidRDefault="007B2329" w:rsidP="007B2329">
      <w:r>
        <w:t>839.0226</w:t>
      </w:r>
      <w:r>
        <w:tab/>
        <w:t>2.025e0</w:t>
      </w:r>
    </w:p>
    <w:p w:rsidR="007B2329" w:rsidRDefault="007B2329" w:rsidP="007B2329">
      <w:r>
        <w:t>839.0313</w:t>
      </w:r>
      <w:r>
        <w:tab/>
        <w:t>1.013e0</w:t>
      </w:r>
    </w:p>
    <w:p w:rsidR="007B2329" w:rsidRDefault="007B2329" w:rsidP="007B2329">
      <w:r>
        <w:t>839.0403</w:t>
      </w:r>
      <w:r>
        <w:tab/>
        <w:t>3.038e0</w:t>
      </w:r>
    </w:p>
    <w:p w:rsidR="007B2329" w:rsidRDefault="007B2329" w:rsidP="007B2329">
      <w:r>
        <w:t>839.0434</w:t>
      </w:r>
      <w:r>
        <w:tab/>
        <w:t>2.025e0</w:t>
      </w:r>
    </w:p>
    <w:p w:rsidR="007B2329" w:rsidRDefault="007B2329" w:rsidP="007B2329">
      <w:r>
        <w:t>839.0483</w:t>
      </w:r>
      <w:r>
        <w:tab/>
        <w:t>1.013e0</w:t>
      </w:r>
    </w:p>
    <w:p w:rsidR="007B2329" w:rsidRDefault="007B2329" w:rsidP="007B2329">
      <w:r>
        <w:t>839.0527</w:t>
      </w:r>
      <w:r>
        <w:tab/>
        <w:t>2.025e0</w:t>
      </w:r>
    </w:p>
    <w:p w:rsidR="007B2329" w:rsidRDefault="007B2329" w:rsidP="007B2329">
      <w:r>
        <w:t>839.0985</w:t>
      </w:r>
      <w:r>
        <w:tab/>
        <w:t>1.013e0</w:t>
      </w:r>
    </w:p>
    <w:p w:rsidR="007B2329" w:rsidRDefault="007B2329" w:rsidP="007B2329">
      <w:r>
        <w:t>839.1371</w:t>
      </w:r>
      <w:r>
        <w:tab/>
        <w:t>3.038e0</w:t>
      </w:r>
    </w:p>
    <w:p w:rsidR="007B2329" w:rsidRDefault="007B2329" w:rsidP="007B2329">
      <w:r>
        <w:t>839.1403</w:t>
      </w:r>
      <w:r>
        <w:tab/>
        <w:t>3.038e0</w:t>
      </w:r>
    </w:p>
    <w:p w:rsidR="007B2329" w:rsidRDefault="007B2329" w:rsidP="007B2329">
      <w:r>
        <w:t>839.1441</w:t>
      </w:r>
      <w:r>
        <w:tab/>
        <w:t>2.025e0</w:t>
      </w:r>
    </w:p>
    <w:p w:rsidR="007B2329" w:rsidRDefault="007B2329" w:rsidP="007B2329">
      <w:r>
        <w:t>839.1522</w:t>
      </w:r>
      <w:r>
        <w:tab/>
        <w:t>3.038e0</w:t>
      </w:r>
    </w:p>
    <w:p w:rsidR="007B2329" w:rsidRDefault="007B2329" w:rsidP="007B2329">
      <w:r>
        <w:t>839.1807</w:t>
      </w:r>
      <w:r>
        <w:tab/>
        <w:t>3.038e0</w:t>
      </w:r>
    </w:p>
    <w:p w:rsidR="007B2329" w:rsidRDefault="007B2329" w:rsidP="007B2329">
      <w:r>
        <w:t>839.2044</w:t>
      </w:r>
      <w:r>
        <w:tab/>
        <w:t>1.038e0</w:t>
      </w:r>
    </w:p>
    <w:p w:rsidR="007B2329" w:rsidRDefault="007B2329" w:rsidP="007B2329">
      <w:r>
        <w:t>839.2061</w:t>
      </w:r>
      <w:r>
        <w:tab/>
        <w:t>3.038e0</w:t>
      </w:r>
    </w:p>
    <w:p w:rsidR="007B2329" w:rsidRDefault="007B2329" w:rsidP="007B2329">
      <w:r>
        <w:t>839.2432</w:t>
      </w:r>
      <w:r>
        <w:tab/>
        <w:t>3.038e0</w:t>
      </w:r>
    </w:p>
    <w:p w:rsidR="007B2329" w:rsidRDefault="007B2329" w:rsidP="007B2329">
      <w:r>
        <w:lastRenderedPageBreak/>
        <w:t>839.2670</w:t>
      </w:r>
      <w:r>
        <w:tab/>
        <w:t>4.187e0</w:t>
      </w:r>
    </w:p>
    <w:p w:rsidR="007B2329" w:rsidRDefault="007B2329" w:rsidP="007B2329">
      <w:r>
        <w:t>839.2923</w:t>
      </w:r>
      <w:r>
        <w:tab/>
        <w:t>3.038e0</w:t>
      </w:r>
    </w:p>
    <w:p w:rsidR="007B2329" w:rsidRDefault="007B2329" w:rsidP="007B2329">
      <w:r>
        <w:t>839.3304</w:t>
      </w:r>
      <w:r>
        <w:tab/>
        <w:t>1.373e1</w:t>
      </w:r>
    </w:p>
    <w:p w:rsidR="007B2329" w:rsidRDefault="007B2329" w:rsidP="007B2329">
      <w:r>
        <w:t>839.3523</w:t>
      </w:r>
      <w:r>
        <w:tab/>
        <w:t>2.025e0</w:t>
      </w:r>
    </w:p>
    <w:p w:rsidR="007B2329" w:rsidRDefault="007B2329" w:rsidP="007B2329">
      <w:r>
        <w:t>839.3785</w:t>
      </w:r>
      <w:r>
        <w:tab/>
        <w:t>2.679e1</w:t>
      </w:r>
    </w:p>
    <w:p w:rsidR="007B2329" w:rsidRDefault="007B2329" w:rsidP="007B2329">
      <w:r>
        <w:t>839.3862</w:t>
      </w:r>
      <w:r>
        <w:tab/>
        <w:t>2.489e1</w:t>
      </w:r>
    </w:p>
    <w:p w:rsidR="007B2329" w:rsidRDefault="007B2329" w:rsidP="007B2329">
      <w:r>
        <w:t>839.3991</w:t>
      </w:r>
      <w:r>
        <w:tab/>
        <w:t>2.927e1</w:t>
      </w:r>
    </w:p>
    <w:p w:rsidR="007B2329" w:rsidRDefault="007B2329" w:rsidP="007B2329">
      <w:r>
        <w:t>839.4108</w:t>
      </w:r>
      <w:r>
        <w:tab/>
        <w:t>2.328e1</w:t>
      </w:r>
    </w:p>
    <w:p w:rsidR="007B2329" w:rsidRDefault="007B2329" w:rsidP="007B2329">
      <w:r>
        <w:t>839.4226</w:t>
      </w:r>
      <w:r>
        <w:tab/>
        <w:t>2.100e1</w:t>
      </w:r>
    </w:p>
    <w:p w:rsidR="007B2329" w:rsidRDefault="007B2329" w:rsidP="007B2329">
      <w:r>
        <w:t>839.4372</w:t>
      </w:r>
      <w:r>
        <w:tab/>
        <w:t>4.067e0</w:t>
      </w:r>
    </w:p>
    <w:p w:rsidR="007B2329" w:rsidRDefault="007B2329" w:rsidP="007B2329">
      <w:r>
        <w:t>839.4392</w:t>
      </w:r>
      <w:r>
        <w:tab/>
        <w:t>5.220e0</w:t>
      </w:r>
    </w:p>
    <w:p w:rsidR="007B2329" w:rsidRDefault="007B2329" w:rsidP="007B2329">
      <w:r>
        <w:t>839.4667</w:t>
      </w:r>
      <w:r>
        <w:tab/>
        <w:t>8.743e0</w:t>
      </w:r>
    </w:p>
    <w:p w:rsidR="007B2329" w:rsidRDefault="007B2329" w:rsidP="007B2329">
      <w:r>
        <w:t>839.5305</w:t>
      </w:r>
      <w:r>
        <w:tab/>
        <w:t>4.229e0</w:t>
      </w:r>
    </w:p>
    <w:p w:rsidR="007B2329" w:rsidRDefault="007B2329" w:rsidP="007B2329">
      <w:r>
        <w:t>839.5475</w:t>
      </w:r>
      <w:r>
        <w:tab/>
        <w:t>2.025e0</w:t>
      </w:r>
    </w:p>
    <w:p w:rsidR="007B2329" w:rsidRDefault="007B2329" w:rsidP="007B2329">
      <w:r>
        <w:t>839.5515</w:t>
      </w:r>
      <w:r>
        <w:tab/>
        <w:t>1.965e0</w:t>
      </w:r>
    </w:p>
    <w:p w:rsidR="007B2329" w:rsidRDefault="007B2329" w:rsidP="007B2329">
      <w:r>
        <w:t>839.5614</w:t>
      </w:r>
      <w:r>
        <w:tab/>
        <w:t>1.013e0</w:t>
      </w:r>
    </w:p>
    <w:p w:rsidR="007B2329" w:rsidRDefault="007B2329" w:rsidP="007B2329">
      <w:r>
        <w:t>839.5805</w:t>
      </w:r>
      <w:r>
        <w:tab/>
        <w:t>4.359e-2</w:t>
      </w:r>
    </w:p>
    <w:p w:rsidR="007B2329" w:rsidRDefault="007B2329" w:rsidP="007B2329">
      <w:r>
        <w:t>839.6042</w:t>
      </w:r>
      <w:r>
        <w:tab/>
        <w:t>1.470e0</w:t>
      </w:r>
    </w:p>
    <w:p w:rsidR="007B2329" w:rsidRDefault="007B2329" w:rsidP="007B2329">
      <w:r>
        <w:t>839.6071</w:t>
      </w:r>
      <w:r>
        <w:tab/>
        <w:t>2.740e0</w:t>
      </w:r>
    </w:p>
    <w:p w:rsidR="007B2329" w:rsidRDefault="007B2329" w:rsidP="007B2329">
      <w:r>
        <w:lastRenderedPageBreak/>
        <w:t>839.6241</w:t>
      </w:r>
      <w:r>
        <w:tab/>
        <w:t>1.013e0</w:t>
      </w:r>
    </w:p>
    <w:p w:rsidR="007B2329" w:rsidRDefault="007B2329" w:rsidP="007B2329">
      <w:r>
        <w:t>839.6413</w:t>
      </w:r>
      <w:r>
        <w:tab/>
        <w:t>1.013e0</w:t>
      </w:r>
    </w:p>
    <w:p w:rsidR="007B2329" w:rsidRDefault="007B2329" w:rsidP="007B2329">
      <w:r>
        <w:t>839.6885</w:t>
      </w:r>
      <w:r>
        <w:tab/>
        <w:t>2.812e0</w:t>
      </w:r>
    </w:p>
    <w:p w:rsidR="007B2329" w:rsidRDefault="007B2329" w:rsidP="007B2329">
      <w:r>
        <w:t>839.7028</w:t>
      </w:r>
      <w:r>
        <w:tab/>
        <w:t>1.013e0</w:t>
      </w:r>
    </w:p>
    <w:p w:rsidR="007B2329" w:rsidRDefault="007B2329" w:rsidP="007B2329">
      <w:r>
        <w:t>839.7058</w:t>
      </w:r>
      <w:r>
        <w:tab/>
        <w:t>3.902e0</w:t>
      </w:r>
    </w:p>
    <w:p w:rsidR="007B2329" w:rsidRDefault="007B2329" w:rsidP="007B2329">
      <w:r>
        <w:t>839.7089</w:t>
      </w:r>
      <w:r>
        <w:tab/>
        <w:t>3.038e0</w:t>
      </w:r>
    </w:p>
    <w:p w:rsidR="007B2329" w:rsidRDefault="007B2329" w:rsidP="007B2329">
      <w:r>
        <w:t>839.7440</w:t>
      </w:r>
      <w:r>
        <w:tab/>
        <w:t>1.013e0</w:t>
      </w:r>
    </w:p>
    <w:p w:rsidR="007B2329" w:rsidRDefault="007B2329" w:rsidP="007B2329">
      <w:r>
        <w:t>839.7515</w:t>
      </w:r>
      <w:r>
        <w:tab/>
        <w:t>2.025e0</w:t>
      </w:r>
    </w:p>
    <w:p w:rsidR="007B2329" w:rsidRDefault="007B2329" w:rsidP="007B2329">
      <w:r>
        <w:t>839.7759</w:t>
      </w:r>
      <w:r>
        <w:tab/>
        <w:t>1.013e0</w:t>
      </w:r>
    </w:p>
    <w:p w:rsidR="007B2329" w:rsidRDefault="007B2329" w:rsidP="007B2329">
      <w:r>
        <w:t>839.7915</w:t>
      </w:r>
      <w:r>
        <w:tab/>
        <w:t>3.038e0</w:t>
      </w:r>
    </w:p>
    <w:p w:rsidR="007B2329" w:rsidRDefault="007B2329" w:rsidP="007B2329">
      <w:r>
        <w:t>839.7935</w:t>
      </w:r>
      <w:r>
        <w:tab/>
        <w:t>1.013e0</w:t>
      </w:r>
    </w:p>
    <w:p w:rsidR="007B2329" w:rsidRDefault="007B2329" w:rsidP="007B2329">
      <w:r>
        <w:t>839.8150</w:t>
      </w:r>
      <w:r>
        <w:tab/>
        <w:t>2.532e-2</w:t>
      </w:r>
    </w:p>
    <w:p w:rsidR="007B2329" w:rsidRDefault="007B2329" w:rsidP="007B2329">
      <w:r>
        <w:t>839.8292</w:t>
      </w:r>
      <w:r>
        <w:tab/>
        <w:t>2.025e0</w:t>
      </w:r>
    </w:p>
    <w:p w:rsidR="007B2329" w:rsidRDefault="007B2329" w:rsidP="007B2329">
      <w:r>
        <w:t>839.8446</w:t>
      </w:r>
      <w:r>
        <w:tab/>
        <w:t>5.063e0</w:t>
      </w:r>
    </w:p>
    <w:p w:rsidR="007B2329" w:rsidRDefault="007B2329" w:rsidP="007B2329">
      <w:r>
        <w:t>839.9004</w:t>
      </w:r>
      <w:r>
        <w:tab/>
        <w:t>1.013e0</w:t>
      </w:r>
    </w:p>
    <w:p w:rsidR="007B2329" w:rsidRDefault="007B2329" w:rsidP="007B2329">
      <w:r>
        <w:t>839.9213</w:t>
      </w:r>
      <w:r>
        <w:tab/>
        <w:t>1.714e0</w:t>
      </w:r>
    </w:p>
    <w:p w:rsidR="007B2329" w:rsidRDefault="007B2329" w:rsidP="007B2329">
      <w:r>
        <w:t>839.9275</w:t>
      </w:r>
      <w:r>
        <w:tab/>
        <w:t>3.038e0</w:t>
      </w:r>
    </w:p>
    <w:p w:rsidR="007B2329" w:rsidRDefault="007B2329" w:rsidP="007B2329">
      <w:r>
        <w:t>839.9838</w:t>
      </w:r>
      <w:r>
        <w:tab/>
        <w:t>2.025e0</w:t>
      </w:r>
    </w:p>
    <w:p w:rsidR="007B2329" w:rsidRDefault="007B2329" w:rsidP="007B2329">
      <w:r>
        <w:t>839.9885</w:t>
      </w:r>
      <w:r>
        <w:tab/>
        <w:t>2.025e0</w:t>
      </w:r>
    </w:p>
    <w:p w:rsidR="007B2329" w:rsidRDefault="007B2329" w:rsidP="007B2329">
      <w:r>
        <w:lastRenderedPageBreak/>
        <w:t>839.9976</w:t>
      </w:r>
      <w:r>
        <w:tab/>
        <w:t>2.025e0</w:t>
      </w:r>
    </w:p>
    <w:p w:rsidR="007B2329" w:rsidRDefault="007B2329" w:rsidP="007B2329">
      <w:r>
        <w:t>840.0154</w:t>
      </w:r>
      <w:r>
        <w:tab/>
        <w:t>2.025e0</w:t>
      </w:r>
    </w:p>
    <w:p w:rsidR="007B2329" w:rsidRDefault="007B2329" w:rsidP="007B2329">
      <w:r>
        <w:t>840.0526</w:t>
      </w:r>
      <w:r>
        <w:tab/>
        <w:t>1.025e0</w:t>
      </w:r>
    </w:p>
    <w:p w:rsidR="007B2329" w:rsidRDefault="007B2329" w:rsidP="007B2329">
      <w:r>
        <w:t>840.0840</w:t>
      </w:r>
      <w:r>
        <w:tab/>
        <w:t>2.025e0</w:t>
      </w:r>
    </w:p>
    <w:p w:rsidR="007B2329" w:rsidRDefault="007B2329" w:rsidP="007B2329">
      <w:r>
        <w:t>840.1407</w:t>
      </w:r>
      <w:r>
        <w:tab/>
        <w:t>2.025e0</w:t>
      </w:r>
    </w:p>
    <w:p w:rsidR="007B2329" w:rsidRDefault="007B2329" w:rsidP="007B2329">
      <w:r>
        <w:t>840.1528</w:t>
      </w:r>
      <w:r>
        <w:tab/>
        <w:t>2.025e0</w:t>
      </w:r>
    </w:p>
    <w:p w:rsidR="007B2329" w:rsidRDefault="007B2329" w:rsidP="007B2329">
      <w:r>
        <w:t>840.2006</w:t>
      </w:r>
      <w:r>
        <w:tab/>
        <w:t>3.630e0</w:t>
      </w:r>
    </w:p>
    <w:p w:rsidR="007B2329" w:rsidRDefault="007B2329" w:rsidP="007B2329">
      <w:r>
        <w:t>840.2155</w:t>
      </w:r>
      <w:r>
        <w:tab/>
        <w:t>2.681e0</w:t>
      </w:r>
    </w:p>
    <w:p w:rsidR="007B2329" w:rsidRDefault="007B2329" w:rsidP="007B2329">
      <w:r>
        <w:t>840.2253</w:t>
      </w:r>
      <w:r>
        <w:tab/>
        <w:t>2.532e0</w:t>
      </w:r>
    </w:p>
    <w:p w:rsidR="007B2329" w:rsidRDefault="007B2329" w:rsidP="007B2329">
      <w:r>
        <w:t>840.2825</w:t>
      </w:r>
      <w:r>
        <w:tab/>
        <w:t>4.102e0</w:t>
      </w:r>
    </w:p>
    <w:p w:rsidR="007B2329" w:rsidRDefault="007B2329" w:rsidP="007B2329">
      <w:r>
        <w:t>840.3011</w:t>
      </w:r>
      <w:r>
        <w:tab/>
        <w:t>3.431e0</w:t>
      </w:r>
    </w:p>
    <w:p w:rsidR="007B2329" w:rsidRDefault="007B2329" w:rsidP="007B2329">
      <w:r>
        <w:t>840.3163</w:t>
      </w:r>
      <w:r>
        <w:tab/>
        <w:t>7.790e0</w:t>
      </w:r>
    </w:p>
    <w:p w:rsidR="007B2329" w:rsidRDefault="007B2329" w:rsidP="007B2329">
      <w:r>
        <w:t>840.3379</w:t>
      </w:r>
      <w:r>
        <w:tab/>
        <w:t>4.704e0</w:t>
      </w:r>
    </w:p>
    <w:p w:rsidR="007B2329" w:rsidRDefault="007B2329" w:rsidP="007B2329">
      <w:r>
        <w:t>840.3506</w:t>
      </w:r>
      <w:r>
        <w:tab/>
        <w:t>2.111e0</w:t>
      </w:r>
    </w:p>
    <w:p w:rsidR="007B2329" w:rsidRDefault="007B2329" w:rsidP="007B2329">
      <w:r>
        <w:t>840.3625</w:t>
      </w:r>
      <w:r>
        <w:tab/>
        <w:t>2.814e0</w:t>
      </w:r>
    </w:p>
    <w:p w:rsidR="007B2329" w:rsidRDefault="007B2329" w:rsidP="007B2329">
      <w:r>
        <w:t>840.3813</w:t>
      </w:r>
      <w:r>
        <w:tab/>
        <w:t>1.013e0</w:t>
      </w:r>
    </w:p>
    <w:p w:rsidR="007B2329" w:rsidRDefault="007B2329" w:rsidP="007B2329">
      <w:r>
        <w:t>840.3908</w:t>
      </w:r>
      <w:r>
        <w:tab/>
        <w:t>5.513e0</w:t>
      </w:r>
    </w:p>
    <w:p w:rsidR="007B2329" w:rsidRDefault="007B2329" w:rsidP="007B2329">
      <w:r>
        <w:t>840.3925</w:t>
      </w:r>
      <w:r>
        <w:tab/>
        <w:t>8.700e0</w:t>
      </w:r>
    </w:p>
    <w:p w:rsidR="007B2329" w:rsidRDefault="007B2329" w:rsidP="007B2329">
      <w:r>
        <w:t>840.4137</w:t>
      </w:r>
      <w:r>
        <w:tab/>
        <w:t>2.531e0</w:t>
      </w:r>
    </w:p>
    <w:p w:rsidR="007B2329" w:rsidRDefault="007B2329" w:rsidP="007B2329">
      <w:r>
        <w:lastRenderedPageBreak/>
        <w:t>840.4341</w:t>
      </w:r>
      <w:r>
        <w:tab/>
        <w:t>1.721e0</w:t>
      </w:r>
    </w:p>
    <w:p w:rsidR="007B2329" w:rsidRDefault="007B2329" w:rsidP="007B2329">
      <w:r>
        <w:t>840.4944</w:t>
      </w:r>
      <w:r>
        <w:tab/>
        <w:t>2.025e0</w:t>
      </w:r>
    </w:p>
    <w:p w:rsidR="007B2329" w:rsidRDefault="007B2329" w:rsidP="007B2329">
      <w:r>
        <w:t>840.5369</w:t>
      </w:r>
      <w:r>
        <w:tab/>
        <w:t>1.032e0</w:t>
      </w:r>
    </w:p>
    <w:p w:rsidR="007B2329" w:rsidRDefault="007B2329" w:rsidP="007B2329">
      <w:r>
        <w:t>840.5496</w:t>
      </w:r>
      <w:r>
        <w:tab/>
        <w:t>1.925e0</w:t>
      </w:r>
    </w:p>
    <w:p w:rsidR="007B2329" w:rsidRDefault="007B2329" w:rsidP="007B2329">
      <w:r>
        <w:t>840.5728</w:t>
      </w:r>
      <w:r>
        <w:tab/>
        <w:t>2.025e0</w:t>
      </w:r>
    </w:p>
    <w:p w:rsidR="007B2329" w:rsidRDefault="007B2329" w:rsidP="007B2329">
      <w:r>
        <w:t>840.5822</w:t>
      </w:r>
      <w:r>
        <w:tab/>
        <w:t>8.190e0</w:t>
      </w:r>
    </w:p>
    <w:p w:rsidR="007B2329" w:rsidRDefault="007B2329" w:rsidP="007B2329">
      <w:r>
        <w:t>840.6426</w:t>
      </w:r>
      <w:r>
        <w:tab/>
        <w:t>2.025e0</w:t>
      </w:r>
    </w:p>
    <w:p w:rsidR="007B2329" w:rsidRDefault="007B2329" w:rsidP="007B2329">
      <w:r>
        <w:t>840.6638</w:t>
      </w:r>
      <w:r>
        <w:tab/>
        <w:t>1.013e0</w:t>
      </w:r>
    </w:p>
    <w:p w:rsidR="007B2329" w:rsidRDefault="007B2329" w:rsidP="007B2329">
      <w:r>
        <w:t>840.6689</w:t>
      </w:r>
      <w:r>
        <w:tab/>
        <w:t>2.025e0</w:t>
      </w:r>
    </w:p>
    <w:p w:rsidR="007B2329" w:rsidRDefault="007B2329" w:rsidP="007B2329">
      <w:r>
        <w:t>840.6722</w:t>
      </w:r>
      <w:r>
        <w:tab/>
        <w:t>2.840e0</w:t>
      </w:r>
    </w:p>
    <w:p w:rsidR="007B2329" w:rsidRDefault="007B2329" w:rsidP="007B2329">
      <w:r>
        <w:t>840.7141</w:t>
      </w:r>
      <w:r>
        <w:tab/>
        <w:t>1.876e0</w:t>
      </w:r>
    </w:p>
    <w:p w:rsidR="007B2329" w:rsidRDefault="007B2329" w:rsidP="007B2329">
      <w:r>
        <w:t>840.7345</w:t>
      </w:r>
      <w:r>
        <w:tab/>
        <w:t>1.013e0</w:t>
      </w:r>
    </w:p>
    <w:p w:rsidR="007B2329" w:rsidRDefault="007B2329" w:rsidP="007B2329">
      <w:r>
        <w:t>840.7540</w:t>
      </w:r>
      <w:r>
        <w:tab/>
        <w:t>2.025e0</w:t>
      </w:r>
    </w:p>
    <w:p w:rsidR="007B2329" w:rsidRDefault="007B2329" w:rsidP="007B2329">
      <w:r>
        <w:t>840.7769</w:t>
      </w:r>
      <w:r>
        <w:tab/>
        <w:t>3.038e0</w:t>
      </w:r>
    </w:p>
    <w:p w:rsidR="007B2329" w:rsidRDefault="007B2329" w:rsidP="007B2329">
      <w:r>
        <w:t>840.7833</w:t>
      </w:r>
      <w:r>
        <w:tab/>
        <w:t>2.025e0</w:t>
      </w:r>
    </w:p>
    <w:p w:rsidR="007B2329" w:rsidRDefault="007B2329" w:rsidP="007B2329">
      <w:r>
        <w:t>840.8066</w:t>
      </w:r>
      <w:r>
        <w:tab/>
        <w:t>2.025e0</w:t>
      </w:r>
    </w:p>
    <w:p w:rsidR="007B2329" w:rsidRDefault="007B2329" w:rsidP="007B2329">
      <w:r>
        <w:t>840.8229</w:t>
      </w:r>
      <w:r>
        <w:tab/>
        <w:t>2.025e0</w:t>
      </w:r>
    </w:p>
    <w:p w:rsidR="007B2329" w:rsidRDefault="007B2329" w:rsidP="007B2329">
      <w:r>
        <w:t>840.8387</w:t>
      </w:r>
      <w:r>
        <w:tab/>
        <w:t>2.025e0</w:t>
      </w:r>
    </w:p>
    <w:p w:rsidR="007B2329" w:rsidRDefault="007B2329" w:rsidP="007B2329">
      <w:r>
        <w:t>840.8860</w:t>
      </w:r>
      <w:r>
        <w:tab/>
        <w:t>2.960e0</w:t>
      </w:r>
    </w:p>
    <w:p w:rsidR="007B2329" w:rsidRDefault="007B2329" w:rsidP="007B2329">
      <w:r>
        <w:lastRenderedPageBreak/>
        <w:t>840.8906</w:t>
      </w:r>
      <w:r>
        <w:tab/>
        <w:t>4.051e0</w:t>
      </w:r>
    </w:p>
    <w:p w:rsidR="007B2329" w:rsidRDefault="007B2329" w:rsidP="007B2329">
      <w:r>
        <w:t>840.9004</w:t>
      </w:r>
      <w:r>
        <w:tab/>
        <w:t>2.025e0</w:t>
      </w:r>
    </w:p>
    <w:p w:rsidR="007B2329" w:rsidRDefault="007B2329" w:rsidP="007B2329">
      <w:r>
        <w:t>840.9323</w:t>
      </w:r>
      <w:r>
        <w:tab/>
        <w:t>1.013e0</w:t>
      </w:r>
    </w:p>
    <w:p w:rsidR="007B2329" w:rsidRDefault="007B2329" w:rsidP="007B2329">
      <w:r>
        <w:t>840.9608</w:t>
      </w:r>
      <w:r>
        <w:tab/>
        <w:t>1.013e0</w:t>
      </w:r>
    </w:p>
    <w:p w:rsidR="007B2329" w:rsidRDefault="007B2329" w:rsidP="007B2329">
      <w:r>
        <w:t>840.9760</w:t>
      </w:r>
      <w:r>
        <w:tab/>
        <w:t>3.038e0</w:t>
      </w:r>
    </w:p>
    <w:p w:rsidR="007B2329" w:rsidRDefault="007B2329" w:rsidP="007B2329">
      <w:r>
        <w:t>840.9874</w:t>
      </w:r>
      <w:r>
        <w:tab/>
        <w:t>2.025e0</w:t>
      </w:r>
    </w:p>
    <w:p w:rsidR="007B2329" w:rsidRDefault="007B2329" w:rsidP="007B2329">
      <w:r>
        <w:t>840.9943</w:t>
      </w:r>
      <w:r>
        <w:tab/>
        <w:t>4.051e0</w:t>
      </w:r>
    </w:p>
    <w:p w:rsidR="007B2329" w:rsidRDefault="007B2329" w:rsidP="007B2329">
      <w:r>
        <w:t>841.0003</w:t>
      </w:r>
      <w:r>
        <w:tab/>
        <w:t>2.024e0</w:t>
      </w:r>
    </w:p>
    <w:p w:rsidR="007B2329" w:rsidRDefault="007B2329" w:rsidP="007B2329">
      <w:r>
        <w:t>841.0140</w:t>
      </w:r>
      <w:r>
        <w:tab/>
        <w:t>3.038e0</w:t>
      </w:r>
    </w:p>
    <w:p w:rsidR="007B2329" w:rsidRDefault="007B2329" w:rsidP="007B2329">
      <w:r>
        <w:t>841.0457</w:t>
      </w:r>
      <w:r>
        <w:tab/>
        <w:t>1.013e0</w:t>
      </w:r>
    </w:p>
    <w:p w:rsidR="007B2329" w:rsidRDefault="007B2329" w:rsidP="007B2329">
      <w:r>
        <w:t>841.0879</w:t>
      </w:r>
      <w:r>
        <w:tab/>
        <w:t>1.013e0</w:t>
      </w:r>
    </w:p>
    <w:p w:rsidR="007B2329" w:rsidRDefault="007B2329" w:rsidP="007B2329">
      <w:r>
        <w:t>841.0953</w:t>
      </w:r>
      <w:r>
        <w:tab/>
        <w:t>5.063e0</w:t>
      </w:r>
    </w:p>
    <w:p w:rsidR="007B2329" w:rsidRDefault="007B2329" w:rsidP="007B2329">
      <w:r>
        <w:t>841.1086</w:t>
      </w:r>
      <w:r>
        <w:tab/>
        <w:t>2.025e0</w:t>
      </w:r>
    </w:p>
    <w:p w:rsidR="007B2329" w:rsidRDefault="007B2329" w:rsidP="007B2329">
      <w:r>
        <w:t>841.1158</w:t>
      </w:r>
      <w:r>
        <w:tab/>
        <w:t>1.013e0</w:t>
      </w:r>
    </w:p>
    <w:p w:rsidR="007B2329" w:rsidRDefault="007B2329" w:rsidP="007B2329">
      <w:r>
        <w:t>841.1732</w:t>
      </w:r>
      <w:r>
        <w:tab/>
        <w:t>2.025e0</w:t>
      </w:r>
    </w:p>
    <w:p w:rsidR="007B2329" w:rsidRDefault="007B2329" w:rsidP="007B2329">
      <w:r>
        <w:t>841.1805</w:t>
      </w:r>
      <w:r>
        <w:tab/>
        <w:t>3.038e0</w:t>
      </w:r>
    </w:p>
    <w:p w:rsidR="007B2329" w:rsidRDefault="007B2329" w:rsidP="007B2329">
      <w:r>
        <w:t>841.1942</w:t>
      </w:r>
      <w:r>
        <w:tab/>
        <w:t>2.025e0</w:t>
      </w:r>
    </w:p>
    <w:p w:rsidR="007B2329" w:rsidRDefault="007B2329" w:rsidP="007B2329">
      <w:r>
        <w:t>841.2010</w:t>
      </w:r>
      <w:r>
        <w:tab/>
        <w:t>1.013e0</w:t>
      </w:r>
    </w:p>
    <w:p w:rsidR="007B2329" w:rsidRDefault="007B2329" w:rsidP="007B2329">
      <w:r>
        <w:t>841.2062</w:t>
      </w:r>
      <w:r>
        <w:tab/>
        <w:t>3.051e0</w:t>
      </w:r>
    </w:p>
    <w:p w:rsidR="007B2329" w:rsidRDefault="007B2329" w:rsidP="007B2329">
      <w:r>
        <w:lastRenderedPageBreak/>
        <w:t>841.2076</w:t>
      </w:r>
      <w:r>
        <w:tab/>
        <w:t>2.502e0</w:t>
      </w:r>
    </w:p>
    <w:p w:rsidR="007B2329" w:rsidRDefault="007B2329" w:rsidP="007B2329">
      <w:r>
        <w:t>841.2197</w:t>
      </w:r>
      <w:r>
        <w:tab/>
        <w:t>3.038e0</w:t>
      </w:r>
    </w:p>
    <w:p w:rsidR="007B2329" w:rsidRDefault="007B2329" w:rsidP="007B2329">
      <w:r>
        <w:t>841.2764</w:t>
      </w:r>
      <w:r>
        <w:tab/>
        <w:t>2.753e0</w:t>
      </w:r>
    </w:p>
    <w:p w:rsidR="007B2329" w:rsidRDefault="007B2329" w:rsidP="007B2329">
      <w:r>
        <w:t>841.2873</w:t>
      </w:r>
      <w:r>
        <w:tab/>
        <w:t>2.489e0</w:t>
      </w:r>
    </w:p>
    <w:p w:rsidR="007B2329" w:rsidRDefault="007B2329" w:rsidP="007B2329">
      <w:r>
        <w:t>841.2961</w:t>
      </w:r>
      <w:r>
        <w:tab/>
        <w:t>4.132e0</w:t>
      </w:r>
    </w:p>
    <w:p w:rsidR="007B2329" w:rsidRDefault="007B2329" w:rsidP="007B2329">
      <w:r>
        <w:t>841.3528</w:t>
      </w:r>
      <w:r>
        <w:tab/>
        <w:t>5.923e0</w:t>
      </w:r>
    </w:p>
    <w:p w:rsidR="007B2329" w:rsidRDefault="007B2329" w:rsidP="007B2329">
      <w:r>
        <w:t>841.3801</w:t>
      </w:r>
      <w:r>
        <w:tab/>
        <w:t>1.287e1</w:t>
      </w:r>
    </w:p>
    <w:p w:rsidR="007B2329" w:rsidRDefault="007B2329" w:rsidP="007B2329">
      <w:r>
        <w:t>841.3921</w:t>
      </w:r>
      <w:r>
        <w:tab/>
        <w:t>2.025e0</w:t>
      </w:r>
    </w:p>
    <w:p w:rsidR="007B2329" w:rsidRDefault="007B2329" w:rsidP="007B2329">
      <w:r>
        <w:t>841.4097</w:t>
      </w:r>
      <w:r>
        <w:tab/>
        <w:t>2.013e0</w:t>
      </w:r>
    </w:p>
    <w:p w:rsidR="007B2329" w:rsidRDefault="007B2329" w:rsidP="007B2329">
      <w:r>
        <w:t>841.4277</w:t>
      </w:r>
      <w:r>
        <w:tab/>
        <w:t>1.643e0</w:t>
      </w:r>
    </w:p>
    <w:p w:rsidR="007B2329" w:rsidRDefault="007B2329" w:rsidP="007B2329">
      <w:r>
        <w:t>841.5614</w:t>
      </w:r>
      <w:r>
        <w:tab/>
        <w:t>2.025e0</w:t>
      </w:r>
    </w:p>
    <w:p w:rsidR="007B2329" w:rsidRDefault="007B2329" w:rsidP="007B2329">
      <w:r>
        <w:t>841.6324</w:t>
      </w:r>
      <w:r>
        <w:tab/>
        <w:t>4.051e0</w:t>
      </w:r>
    </w:p>
    <w:p w:rsidR="007B2329" w:rsidRDefault="007B2329" w:rsidP="007B2329">
      <w:r>
        <w:t>841.6899</w:t>
      </w:r>
      <w:r>
        <w:tab/>
        <w:t>3.038e0</w:t>
      </w:r>
    </w:p>
    <w:p w:rsidR="007B2329" w:rsidRDefault="007B2329" w:rsidP="007B2329">
      <w:r>
        <w:t>841.6966</w:t>
      </w:r>
      <w:r>
        <w:tab/>
        <w:t>2.025e0</w:t>
      </w:r>
    </w:p>
    <w:p w:rsidR="007B2329" w:rsidRDefault="007B2329" w:rsidP="007B2329">
      <w:r>
        <w:t>841.7162</w:t>
      </w:r>
      <w:r>
        <w:tab/>
        <w:t>3.038e0</w:t>
      </w:r>
    </w:p>
    <w:p w:rsidR="007B2329" w:rsidRDefault="007B2329" w:rsidP="007B2329">
      <w:r>
        <w:t>841.7324</w:t>
      </w:r>
      <w:r>
        <w:tab/>
        <w:t>2.025e0</w:t>
      </w:r>
    </w:p>
    <w:p w:rsidR="007B2329" w:rsidRDefault="007B2329" w:rsidP="007B2329">
      <w:r>
        <w:t>841.7579</w:t>
      </w:r>
      <w:r>
        <w:tab/>
        <w:t>1.013e0</w:t>
      </w:r>
    </w:p>
    <w:p w:rsidR="007B2329" w:rsidRDefault="007B2329" w:rsidP="007B2329">
      <w:r>
        <w:t>841.7925</w:t>
      </w:r>
      <w:r>
        <w:tab/>
        <w:t>2.025e0</w:t>
      </w:r>
    </w:p>
    <w:p w:rsidR="007B2329" w:rsidRDefault="007B2329" w:rsidP="007B2329">
      <w:r>
        <w:t>841.8096</w:t>
      </w:r>
      <w:r>
        <w:tab/>
        <w:t>1.013e0</w:t>
      </w:r>
    </w:p>
    <w:p w:rsidR="007B2329" w:rsidRDefault="007B2329" w:rsidP="007B2329">
      <w:r>
        <w:lastRenderedPageBreak/>
        <w:t>841.8596</w:t>
      </w:r>
      <w:r>
        <w:tab/>
        <w:t>1.013e0</w:t>
      </w:r>
    </w:p>
    <w:p w:rsidR="007B2329" w:rsidRDefault="007B2329" w:rsidP="007B2329">
      <w:r>
        <w:t>841.8668</w:t>
      </w:r>
      <w:r>
        <w:tab/>
        <w:t>1.013e0</w:t>
      </w:r>
    </w:p>
    <w:p w:rsidR="007B2329" w:rsidRDefault="007B2329" w:rsidP="007B2329">
      <w:r>
        <w:t>841.8685</w:t>
      </w:r>
      <w:r>
        <w:tab/>
        <w:t>5.063e0</w:t>
      </w:r>
    </w:p>
    <w:p w:rsidR="007B2329" w:rsidRDefault="007B2329" w:rsidP="007B2329">
      <w:r>
        <w:t>841.8954</w:t>
      </w:r>
      <w:r>
        <w:tab/>
        <w:t>2.025e0</w:t>
      </w:r>
    </w:p>
    <w:p w:rsidR="007B2329" w:rsidRDefault="007B2329" w:rsidP="007B2329">
      <w:r>
        <w:t>841.9092</w:t>
      </w:r>
      <w:r>
        <w:tab/>
        <w:t>1.013e0</w:t>
      </w:r>
    </w:p>
    <w:p w:rsidR="007B2329" w:rsidRDefault="007B2329" w:rsidP="007B2329">
      <w:r>
        <w:t>841.9108</w:t>
      </w:r>
      <w:r>
        <w:tab/>
        <w:t>3.038e0</w:t>
      </w:r>
    </w:p>
    <w:p w:rsidR="007B2329" w:rsidRDefault="007B2329" w:rsidP="007B2329">
      <w:r>
        <w:t>841.9292</w:t>
      </w:r>
      <w:r>
        <w:tab/>
        <w:t>5.680e0</w:t>
      </w:r>
    </w:p>
    <w:p w:rsidR="007B2329" w:rsidRDefault="007B2329" w:rsidP="007B2329">
      <w:r>
        <w:t>841.9654</w:t>
      </w:r>
      <w:r>
        <w:tab/>
        <w:t>3.382e0</w:t>
      </w:r>
    </w:p>
    <w:p w:rsidR="007B2329" w:rsidRDefault="007B2329" w:rsidP="007B2329">
      <w:r>
        <w:t>841.9883</w:t>
      </w:r>
      <w:r>
        <w:tab/>
        <w:t>3.038e0</w:t>
      </w:r>
    </w:p>
    <w:p w:rsidR="007B2329" w:rsidRDefault="007B2329" w:rsidP="007B2329">
      <w:r>
        <w:t>842.0081</w:t>
      </w:r>
      <w:r>
        <w:tab/>
        <w:t>2.025e0</w:t>
      </w:r>
    </w:p>
    <w:p w:rsidR="007B2329" w:rsidRDefault="007B2329" w:rsidP="007B2329">
      <w:r>
        <w:t>842.0373</w:t>
      </w:r>
      <w:r>
        <w:tab/>
        <w:t>3.038e0</w:t>
      </w:r>
    </w:p>
    <w:p w:rsidR="007B2329" w:rsidRDefault="007B2329" w:rsidP="007B2329">
      <w:r>
        <w:t>842.0645</w:t>
      </w:r>
      <w:r>
        <w:tab/>
        <w:t>3.038e0</w:t>
      </w:r>
    </w:p>
    <w:p w:rsidR="007B2329" w:rsidRDefault="007B2329" w:rsidP="007B2329">
      <w:r>
        <w:t>842.0787</w:t>
      </w:r>
      <w:r>
        <w:tab/>
        <w:t>1.013e0</w:t>
      </w:r>
    </w:p>
    <w:p w:rsidR="007B2329" w:rsidRDefault="007B2329" w:rsidP="007B2329">
      <w:r>
        <w:t>842.1075</w:t>
      </w:r>
      <w:r>
        <w:tab/>
        <w:t>1.013e0</w:t>
      </w:r>
    </w:p>
    <w:p w:rsidR="007B2329" w:rsidRDefault="007B2329" w:rsidP="007B2329">
      <w:r>
        <w:t>842.1135</w:t>
      </w:r>
      <w:r>
        <w:tab/>
        <w:t>1.013e0</w:t>
      </w:r>
    </w:p>
    <w:p w:rsidR="007B2329" w:rsidRDefault="007B2329" w:rsidP="007B2329">
      <w:r>
        <w:t>842.1312</w:t>
      </w:r>
      <w:r>
        <w:tab/>
        <w:t>2.025e0</w:t>
      </w:r>
    </w:p>
    <w:p w:rsidR="007B2329" w:rsidRDefault="007B2329" w:rsidP="007B2329">
      <w:r>
        <w:t>842.1392</w:t>
      </w:r>
      <w:r>
        <w:tab/>
        <w:t>3.038e0</w:t>
      </w:r>
    </w:p>
    <w:p w:rsidR="007B2329" w:rsidRDefault="007B2329" w:rsidP="007B2329">
      <w:r>
        <w:t>842.1920</w:t>
      </w:r>
      <w:r>
        <w:tab/>
        <w:t>2.025e0</w:t>
      </w:r>
    </w:p>
    <w:p w:rsidR="007B2329" w:rsidRDefault="007B2329" w:rsidP="007B2329">
      <w:r>
        <w:t>842.2342</w:t>
      </w:r>
      <w:r>
        <w:tab/>
        <w:t>4.119e0</w:t>
      </w:r>
    </w:p>
    <w:p w:rsidR="007B2329" w:rsidRDefault="007B2329" w:rsidP="007B2329">
      <w:r>
        <w:lastRenderedPageBreak/>
        <w:t>842.2410</w:t>
      </w:r>
      <w:r>
        <w:tab/>
        <w:t>2.311e0</w:t>
      </w:r>
    </w:p>
    <w:p w:rsidR="007B2329" w:rsidRDefault="007B2329" w:rsidP="007B2329">
      <w:r>
        <w:t>842.2660</w:t>
      </w:r>
      <w:r>
        <w:tab/>
        <w:t>5.473e0</w:t>
      </w:r>
    </w:p>
    <w:p w:rsidR="007B2329" w:rsidRDefault="007B2329" w:rsidP="007B2329">
      <w:r>
        <w:t>842.2878</w:t>
      </w:r>
      <w:r>
        <w:tab/>
        <w:t>5.193e0</w:t>
      </w:r>
    </w:p>
    <w:p w:rsidR="007B2329" w:rsidRDefault="007B2329" w:rsidP="007B2329">
      <w:r>
        <w:t>842.2984</w:t>
      </w:r>
      <w:r>
        <w:tab/>
        <w:t>4.839e0</w:t>
      </w:r>
    </w:p>
    <w:p w:rsidR="007B2329" w:rsidRDefault="007B2329" w:rsidP="007B2329">
      <w:r>
        <w:t>842.3134</w:t>
      </w:r>
      <w:r>
        <w:tab/>
        <w:t>7.844e0</w:t>
      </w:r>
    </w:p>
    <w:p w:rsidR="007B2329" w:rsidRDefault="007B2329" w:rsidP="007B2329">
      <w:r>
        <w:t>842.3177</w:t>
      </w:r>
      <w:r>
        <w:tab/>
        <w:t>1.013e0</w:t>
      </w:r>
    </w:p>
    <w:p w:rsidR="007B2329" w:rsidRDefault="007B2329" w:rsidP="007B2329">
      <w:r>
        <w:t>842.3477</w:t>
      </w:r>
      <w:r>
        <w:tab/>
        <w:t>3.632e0</w:t>
      </w:r>
    </w:p>
    <w:p w:rsidR="007B2329" w:rsidRDefault="007B2329" w:rsidP="007B2329">
      <w:r>
        <w:t>842.3600</w:t>
      </w:r>
      <w:r>
        <w:tab/>
        <w:t>4.785e0</w:t>
      </w:r>
    </w:p>
    <w:p w:rsidR="007B2329" w:rsidRDefault="007B2329" w:rsidP="007B2329">
      <w:r>
        <w:t>842.3641</w:t>
      </w:r>
      <w:r>
        <w:tab/>
        <w:t>1.028e1</w:t>
      </w:r>
    </w:p>
    <w:p w:rsidR="007B2329" w:rsidRDefault="007B2329" w:rsidP="007B2329">
      <w:r>
        <w:t>842.3717</w:t>
      </w:r>
      <w:r>
        <w:tab/>
        <w:t>5.055e0</w:t>
      </w:r>
    </w:p>
    <w:p w:rsidR="007B2329" w:rsidRDefault="007B2329" w:rsidP="007B2329">
      <w:r>
        <w:t>842.3786</w:t>
      </w:r>
      <w:r>
        <w:tab/>
        <w:t>3.000e0</w:t>
      </w:r>
    </w:p>
    <w:p w:rsidR="007B2329" w:rsidRDefault="007B2329" w:rsidP="007B2329">
      <w:r>
        <w:t>842.4102</w:t>
      </w:r>
      <w:r>
        <w:tab/>
        <w:t>1.038e0</w:t>
      </w:r>
    </w:p>
    <w:p w:rsidR="007B2329" w:rsidRDefault="007B2329" w:rsidP="007B2329">
      <w:r>
        <w:t>842.4283</w:t>
      </w:r>
      <w:r>
        <w:tab/>
        <w:t>5.050e0</w:t>
      </w:r>
    </w:p>
    <w:p w:rsidR="007B2329" w:rsidRDefault="007B2329" w:rsidP="007B2329">
      <w:r>
        <w:t>842.4437</w:t>
      </w:r>
      <w:r>
        <w:tab/>
        <w:t>3.022e0</w:t>
      </w:r>
    </w:p>
    <w:p w:rsidR="007B2329" w:rsidRDefault="007B2329" w:rsidP="007B2329">
      <w:r>
        <w:t>842.4470</w:t>
      </w:r>
      <w:r>
        <w:tab/>
        <w:t>3.580e0</w:t>
      </w:r>
    </w:p>
    <w:p w:rsidR="007B2329" w:rsidRDefault="007B2329" w:rsidP="007B2329">
      <w:r>
        <w:t>842.4683</w:t>
      </w:r>
      <w:r>
        <w:tab/>
        <w:t>2.353e0</w:t>
      </w:r>
    </w:p>
    <w:p w:rsidR="007B2329" w:rsidRDefault="007B2329" w:rsidP="007B2329">
      <w:r>
        <w:t>842.4844</w:t>
      </w:r>
      <w:r>
        <w:tab/>
        <w:t>3.247e0</w:t>
      </w:r>
    </w:p>
    <w:p w:rsidR="007B2329" w:rsidRDefault="007B2329" w:rsidP="007B2329">
      <w:r>
        <w:t>842.4894</w:t>
      </w:r>
      <w:r>
        <w:tab/>
        <w:t>1.282e0</w:t>
      </w:r>
    </w:p>
    <w:p w:rsidR="007B2329" w:rsidRDefault="007B2329" w:rsidP="007B2329">
      <w:r>
        <w:t>842.4955</w:t>
      </w:r>
      <w:r>
        <w:tab/>
        <w:t>1.431e0</w:t>
      </w:r>
    </w:p>
    <w:p w:rsidR="007B2329" w:rsidRDefault="007B2329" w:rsidP="007B2329">
      <w:r>
        <w:lastRenderedPageBreak/>
        <w:t>842.5037</w:t>
      </w:r>
      <w:r>
        <w:tab/>
        <w:t>1.013e0</w:t>
      </w:r>
    </w:p>
    <w:p w:rsidR="007B2329" w:rsidRDefault="007B2329" w:rsidP="007B2329">
      <w:r>
        <w:t>842.5081</w:t>
      </w:r>
      <w:r>
        <w:tab/>
        <w:t>3.038e0</w:t>
      </w:r>
    </w:p>
    <w:p w:rsidR="007B2329" w:rsidRDefault="007B2329" w:rsidP="007B2329">
      <w:r>
        <w:t>842.5315</w:t>
      </w:r>
      <w:r>
        <w:tab/>
        <w:t>3.654e0</w:t>
      </w:r>
    </w:p>
    <w:p w:rsidR="007B2329" w:rsidRDefault="007B2329" w:rsidP="007B2329">
      <w:r>
        <w:t>842.5806</w:t>
      </w:r>
      <w:r>
        <w:tab/>
        <w:t>1.470e0</w:t>
      </w:r>
    </w:p>
    <w:p w:rsidR="007B2329" w:rsidRDefault="007B2329" w:rsidP="007B2329">
      <w:r>
        <w:t>842.6044</w:t>
      </w:r>
      <w:r>
        <w:tab/>
        <w:t>1.519e0</w:t>
      </w:r>
    </w:p>
    <w:p w:rsidR="007B2329" w:rsidRDefault="007B2329" w:rsidP="007B2329">
      <w:r>
        <w:t>842.6213</w:t>
      </w:r>
      <w:r>
        <w:tab/>
        <w:t>1.013e0</w:t>
      </w:r>
    </w:p>
    <w:p w:rsidR="007B2329" w:rsidRDefault="007B2329" w:rsidP="007B2329">
      <w:r>
        <w:t>842.6301</w:t>
      </w:r>
      <w:r>
        <w:tab/>
        <w:t>5.063e0</w:t>
      </w:r>
    </w:p>
    <w:p w:rsidR="007B2329" w:rsidRDefault="007B2329" w:rsidP="007B2329">
      <w:r>
        <w:t>842.6436</w:t>
      </w:r>
      <w:r>
        <w:tab/>
        <w:t>3.951e0</w:t>
      </w:r>
    </w:p>
    <w:p w:rsidR="007B2329" w:rsidRDefault="007B2329" w:rsidP="007B2329">
      <w:r>
        <w:t>842.6737</w:t>
      </w:r>
      <w:r>
        <w:tab/>
        <w:t>1.013e0</w:t>
      </w:r>
    </w:p>
    <w:p w:rsidR="007B2329" w:rsidRDefault="007B2329" w:rsidP="007B2329">
      <w:r>
        <w:t>842.6808</w:t>
      </w:r>
      <w:r>
        <w:tab/>
        <w:t>2.025e0</w:t>
      </w:r>
    </w:p>
    <w:p w:rsidR="007B2329" w:rsidRDefault="007B2329" w:rsidP="007B2329">
      <w:r>
        <w:t>842.6876</w:t>
      </w:r>
      <w:r>
        <w:tab/>
        <w:t>3.038e0</w:t>
      </w:r>
    </w:p>
    <w:p w:rsidR="007B2329" w:rsidRDefault="007B2329" w:rsidP="007B2329">
      <w:r>
        <w:t>842.7812</w:t>
      </w:r>
      <w:r>
        <w:tab/>
        <w:t>3.038e0</w:t>
      </w:r>
    </w:p>
    <w:p w:rsidR="007B2329" w:rsidRDefault="007B2329" w:rsidP="007B2329">
      <w:r>
        <w:t>842.8043</w:t>
      </w:r>
      <w:r>
        <w:tab/>
        <w:t>2.986e0</w:t>
      </w:r>
    </w:p>
    <w:p w:rsidR="007B2329" w:rsidRDefault="007B2329" w:rsidP="007B2329">
      <w:r>
        <w:t>842.8404</w:t>
      </w:r>
      <w:r>
        <w:tab/>
        <w:t>6.076e0</w:t>
      </w:r>
    </w:p>
    <w:p w:rsidR="007B2329" w:rsidRDefault="007B2329" w:rsidP="007B2329">
      <w:r>
        <w:t>842.8646</w:t>
      </w:r>
      <w:r>
        <w:tab/>
        <w:t>2.025e0</w:t>
      </w:r>
    </w:p>
    <w:p w:rsidR="007B2329" w:rsidRDefault="007B2329" w:rsidP="007B2329">
      <w:r>
        <w:t>842.9171</w:t>
      </w:r>
      <w:r>
        <w:tab/>
        <w:t>5.680e0</w:t>
      </w:r>
    </w:p>
    <w:p w:rsidR="007B2329" w:rsidRDefault="007B2329" w:rsidP="007B2329">
      <w:r>
        <w:t>842.9293</w:t>
      </w:r>
      <w:r>
        <w:tab/>
        <w:t>4.094e0</w:t>
      </w:r>
    </w:p>
    <w:p w:rsidR="007B2329" w:rsidRDefault="007B2329" w:rsidP="007B2329">
      <w:r>
        <w:t>842.9387</w:t>
      </w:r>
      <w:r>
        <w:tab/>
        <w:t>3.038e0</w:t>
      </w:r>
    </w:p>
    <w:p w:rsidR="007B2329" w:rsidRDefault="007B2329" w:rsidP="007B2329">
      <w:r>
        <w:t>842.9572</w:t>
      </w:r>
      <w:r>
        <w:tab/>
        <w:t>4.051e0</w:t>
      </w:r>
    </w:p>
    <w:p w:rsidR="007B2329" w:rsidRDefault="007B2329" w:rsidP="007B2329">
      <w:r>
        <w:lastRenderedPageBreak/>
        <w:t>842.9733</w:t>
      </w:r>
      <w:r>
        <w:tab/>
        <w:t>2.025e0</w:t>
      </w:r>
    </w:p>
    <w:p w:rsidR="007B2329" w:rsidRDefault="007B2329" w:rsidP="007B2329">
      <w:r>
        <w:t>843.0283</w:t>
      </w:r>
      <w:r>
        <w:tab/>
        <w:t>1.013e0</w:t>
      </w:r>
    </w:p>
    <w:p w:rsidR="007B2329" w:rsidRDefault="007B2329" w:rsidP="007B2329">
      <w:r>
        <w:t>843.0443</w:t>
      </w:r>
      <w:r>
        <w:tab/>
        <w:t>1.013e0</w:t>
      </w:r>
    </w:p>
    <w:p w:rsidR="007B2329" w:rsidRDefault="007B2329" w:rsidP="007B2329">
      <w:r>
        <w:t>843.0507</w:t>
      </w:r>
      <w:r>
        <w:tab/>
        <w:t>1.940e0</w:t>
      </w:r>
    </w:p>
    <w:p w:rsidR="007B2329" w:rsidRDefault="007B2329" w:rsidP="007B2329">
      <w:r>
        <w:t>843.0616</w:t>
      </w:r>
      <w:r>
        <w:tab/>
        <w:t>4.046e0</w:t>
      </w:r>
    </w:p>
    <w:p w:rsidR="007B2329" w:rsidRDefault="007B2329" w:rsidP="007B2329">
      <w:r>
        <w:t>843.0789</w:t>
      </w:r>
      <w:r>
        <w:tab/>
        <w:t>1.013e0</w:t>
      </w:r>
    </w:p>
    <w:p w:rsidR="007B2329" w:rsidRDefault="007B2329" w:rsidP="007B2329">
      <w:r>
        <w:t>843.1119</w:t>
      </w:r>
      <w:r>
        <w:tab/>
        <w:t>4.051e0</w:t>
      </w:r>
    </w:p>
    <w:p w:rsidR="007B2329" w:rsidRDefault="007B2329" w:rsidP="007B2329">
      <w:r>
        <w:t>843.1354</w:t>
      </w:r>
      <w:r>
        <w:tab/>
        <w:t>2.025e0</w:t>
      </w:r>
    </w:p>
    <w:p w:rsidR="007B2329" w:rsidRDefault="007B2329" w:rsidP="007B2329">
      <w:r>
        <w:t>843.1480</w:t>
      </w:r>
      <w:r>
        <w:tab/>
        <w:t>3.038e0</w:t>
      </w:r>
    </w:p>
    <w:p w:rsidR="007B2329" w:rsidRDefault="007B2329" w:rsidP="007B2329">
      <w:r>
        <w:t>843.1677</w:t>
      </w:r>
      <w:r>
        <w:tab/>
        <w:t>2.025e0</w:t>
      </w:r>
    </w:p>
    <w:p w:rsidR="007B2329" w:rsidRDefault="007B2329" w:rsidP="007B2329">
      <w:r>
        <w:t>843.2129</w:t>
      </w:r>
      <w:r>
        <w:tab/>
        <w:t>2.025e0</w:t>
      </w:r>
    </w:p>
    <w:p w:rsidR="007B2329" w:rsidRDefault="007B2329" w:rsidP="007B2329">
      <w:r>
        <w:t>843.2203</w:t>
      </w:r>
      <w:r>
        <w:tab/>
        <w:t>2.025e0</w:t>
      </w:r>
    </w:p>
    <w:p w:rsidR="007B2329" w:rsidRDefault="007B2329" w:rsidP="007B2329">
      <w:r>
        <w:t>843.2278</w:t>
      </w:r>
      <w:r>
        <w:tab/>
        <w:t>4.051e0</w:t>
      </w:r>
    </w:p>
    <w:p w:rsidR="007B2329" w:rsidRDefault="007B2329" w:rsidP="007B2329">
      <w:r>
        <w:t>843.2901</w:t>
      </w:r>
      <w:r>
        <w:tab/>
        <w:t>4.986e0</w:t>
      </w:r>
    </w:p>
    <w:p w:rsidR="007B2329" w:rsidRDefault="007B2329" w:rsidP="007B2329">
      <w:r>
        <w:t>843.3364</w:t>
      </w:r>
      <w:r>
        <w:tab/>
        <w:t>8.940e0</w:t>
      </w:r>
    </w:p>
    <w:p w:rsidR="007B2329" w:rsidRDefault="007B2329" w:rsidP="007B2329">
      <w:r>
        <w:t>843.3442</w:t>
      </w:r>
      <w:r>
        <w:tab/>
        <w:t>1.173e1</w:t>
      </w:r>
    </w:p>
    <w:p w:rsidR="007B2329" w:rsidRDefault="007B2329" w:rsidP="007B2329">
      <w:r>
        <w:t>843.3462</w:t>
      </w:r>
      <w:r>
        <w:tab/>
        <w:t>1.104e1</w:t>
      </w:r>
    </w:p>
    <w:p w:rsidR="007B2329" w:rsidRDefault="007B2329" w:rsidP="007B2329">
      <w:r>
        <w:t>843.3510</w:t>
      </w:r>
      <w:r>
        <w:tab/>
        <w:t>1.048e1</w:t>
      </w:r>
    </w:p>
    <w:p w:rsidR="007B2329" w:rsidRDefault="007B2329" w:rsidP="007B2329">
      <w:r>
        <w:t>843.3771</w:t>
      </w:r>
      <w:r>
        <w:tab/>
        <w:t>1.403e1</w:t>
      </w:r>
    </w:p>
    <w:p w:rsidR="007B2329" w:rsidRDefault="007B2329" w:rsidP="007B2329">
      <w:r>
        <w:lastRenderedPageBreak/>
        <w:t>843.4326</w:t>
      </w:r>
      <w:r>
        <w:tab/>
        <w:t>2.950e0</w:t>
      </w:r>
    </w:p>
    <w:p w:rsidR="007B2329" w:rsidRDefault="007B2329" w:rsidP="007B2329">
      <w:r>
        <w:t>843.4348</w:t>
      </w:r>
      <w:r>
        <w:tab/>
        <w:t>1.013e0</w:t>
      </w:r>
    </w:p>
    <w:p w:rsidR="007B2329" w:rsidRDefault="007B2329" w:rsidP="007B2329">
      <w:r>
        <w:t>843.4470</w:t>
      </w:r>
      <w:r>
        <w:tab/>
        <w:t>3.895e0</w:t>
      </w:r>
    </w:p>
    <w:p w:rsidR="007B2329" w:rsidRDefault="007B2329" w:rsidP="007B2329">
      <w:r>
        <w:t>843.4527</w:t>
      </w:r>
      <w:r>
        <w:tab/>
        <w:t>2.013e0</w:t>
      </w:r>
    </w:p>
    <w:p w:rsidR="007B2329" w:rsidRDefault="007B2329" w:rsidP="007B2329">
      <w:r>
        <w:t>843.4618</w:t>
      </w:r>
      <w:r>
        <w:tab/>
        <w:t>4.006e0</w:t>
      </w:r>
    </w:p>
    <w:p w:rsidR="007B2329" w:rsidRDefault="007B2329" w:rsidP="007B2329">
      <w:r>
        <w:t>843.4847</w:t>
      </w:r>
      <w:r>
        <w:tab/>
        <w:t>2.075e0</w:t>
      </w:r>
    </w:p>
    <w:p w:rsidR="007B2329" w:rsidRDefault="007B2329" w:rsidP="007B2329">
      <w:r>
        <w:t>843.5363</w:t>
      </w:r>
      <w:r>
        <w:tab/>
        <w:t>3.165e0</w:t>
      </w:r>
    </w:p>
    <w:p w:rsidR="007B2329" w:rsidRDefault="007B2329" w:rsidP="007B2329">
      <w:r>
        <w:t>843.5528</w:t>
      </w:r>
      <w:r>
        <w:tab/>
        <w:t>2.025e0</w:t>
      </w:r>
    </w:p>
    <w:p w:rsidR="007B2329" w:rsidRDefault="007B2329" w:rsidP="007B2329">
      <w:r>
        <w:t>843.5554</w:t>
      </w:r>
      <w:r>
        <w:tab/>
        <w:t>3.382e0</w:t>
      </w:r>
    </w:p>
    <w:p w:rsidR="007B2329" w:rsidRDefault="007B2329" w:rsidP="007B2329">
      <w:r>
        <w:t>843.5669</w:t>
      </w:r>
      <w:r>
        <w:tab/>
        <w:t>3.526e0</w:t>
      </w:r>
    </w:p>
    <w:p w:rsidR="007B2329" w:rsidRDefault="007B2329" w:rsidP="007B2329">
      <w:r>
        <w:t>843.6021</w:t>
      </w:r>
      <w:r>
        <w:tab/>
        <w:t>1.013e0</w:t>
      </w:r>
    </w:p>
    <w:p w:rsidR="007B2329" w:rsidRDefault="007B2329" w:rsidP="007B2329">
      <w:r>
        <w:t>843.6041</w:t>
      </w:r>
      <w:r>
        <w:tab/>
        <w:t>1.013e0</w:t>
      </w:r>
    </w:p>
    <w:p w:rsidR="007B2329" w:rsidRDefault="007B2329" w:rsidP="007B2329">
      <w:r>
        <w:t>843.6300</w:t>
      </w:r>
      <w:r>
        <w:tab/>
        <w:t>2.025e0</w:t>
      </w:r>
    </w:p>
    <w:p w:rsidR="007B2329" w:rsidRDefault="007B2329" w:rsidP="007B2329">
      <w:r>
        <w:t>843.6715</w:t>
      </w:r>
      <w:r>
        <w:tab/>
        <w:t>1.013e0</w:t>
      </w:r>
    </w:p>
    <w:p w:rsidR="007B2329" w:rsidRDefault="007B2329" w:rsidP="007B2329">
      <w:r>
        <w:t>843.6761</w:t>
      </w:r>
      <w:r>
        <w:tab/>
        <w:t>1.025e0</w:t>
      </w:r>
    </w:p>
    <w:p w:rsidR="007B2329" w:rsidRDefault="007B2329" w:rsidP="007B2329">
      <w:r>
        <w:t>843.6836</w:t>
      </w:r>
      <w:r>
        <w:tab/>
        <w:t>2.025e0</w:t>
      </w:r>
    </w:p>
    <w:p w:rsidR="007B2329" w:rsidRDefault="007B2329" w:rsidP="007B2329">
      <w:r>
        <w:t>843.6887</w:t>
      </w:r>
      <w:r>
        <w:tab/>
        <w:t>1.013e0</w:t>
      </w:r>
    </w:p>
    <w:p w:rsidR="007B2329" w:rsidRDefault="007B2329" w:rsidP="007B2329">
      <w:r>
        <w:t>843.6989</w:t>
      </w:r>
      <w:r>
        <w:tab/>
        <w:t>4.051e0</w:t>
      </w:r>
    </w:p>
    <w:p w:rsidR="007B2329" w:rsidRDefault="007B2329" w:rsidP="007B2329">
      <w:r>
        <w:t>843.7018</w:t>
      </w:r>
      <w:r>
        <w:tab/>
        <w:t>2.025e0</w:t>
      </w:r>
    </w:p>
    <w:p w:rsidR="007B2329" w:rsidRDefault="007B2329" w:rsidP="007B2329">
      <w:r>
        <w:lastRenderedPageBreak/>
        <w:t>843.7372</w:t>
      </w:r>
      <w:r>
        <w:tab/>
        <w:t>2.025e0</w:t>
      </w:r>
    </w:p>
    <w:p w:rsidR="007B2329" w:rsidRDefault="007B2329" w:rsidP="007B2329">
      <w:r>
        <w:t>843.7516</w:t>
      </w:r>
      <w:r>
        <w:tab/>
        <w:t>1.013e0</w:t>
      </w:r>
    </w:p>
    <w:p w:rsidR="007B2329" w:rsidRDefault="007B2329" w:rsidP="007B2329">
      <w:r>
        <w:t>843.7645</w:t>
      </w:r>
      <w:r>
        <w:tab/>
        <w:t>2.025e0</w:t>
      </w:r>
    </w:p>
    <w:p w:rsidR="007B2329" w:rsidRDefault="007B2329" w:rsidP="007B2329">
      <w:r>
        <w:t>843.7734</w:t>
      </w:r>
      <w:r>
        <w:tab/>
        <w:t>1.013e0</w:t>
      </w:r>
    </w:p>
    <w:p w:rsidR="007B2329" w:rsidRDefault="007B2329" w:rsidP="007B2329">
      <w:r>
        <w:t>843.8084</w:t>
      </w:r>
      <w:r>
        <w:tab/>
        <w:t>1.013e0</w:t>
      </w:r>
    </w:p>
    <w:p w:rsidR="007B2329" w:rsidRDefault="007B2329" w:rsidP="007B2329">
      <w:r>
        <w:t>843.8152</w:t>
      </w:r>
      <w:r>
        <w:tab/>
        <w:t>2.025e0</w:t>
      </w:r>
    </w:p>
    <w:p w:rsidR="007B2329" w:rsidRDefault="007B2329" w:rsidP="007B2329">
      <w:r>
        <w:t>843.8508</w:t>
      </w:r>
      <w:r>
        <w:tab/>
        <w:t>1.013e0</w:t>
      </w:r>
    </w:p>
    <w:p w:rsidR="007B2329" w:rsidRDefault="007B2329" w:rsidP="007B2329">
      <w:r>
        <w:t>843.8934</w:t>
      </w:r>
      <w:r>
        <w:tab/>
        <w:t>3.021e0</w:t>
      </w:r>
    </w:p>
    <w:p w:rsidR="007B2329" w:rsidRDefault="007B2329" w:rsidP="007B2329">
      <w:r>
        <w:t>843.9019</w:t>
      </w:r>
      <w:r>
        <w:tab/>
        <w:t>3.038e0</w:t>
      </w:r>
    </w:p>
    <w:p w:rsidR="007B2329" w:rsidRDefault="007B2329" w:rsidP="007B2329">
      <w:r>
        <w:t>843.9103</w:t>
      </w:r>
      <w:r>
        <w:tab/>
        <w:t>2.573e0</w:t>
      </w:r>
    </w:p>
    <w:p w:rsidR="007B2329" w:rsidRDefault="007B2329" w:rsidP="007B2329">
      <w:r>
        <w:t>843.9609</w:t>
      </w:r>
      <w:r>
        <w:tab/>
        <w:t>5.388e0</w:t>
      </w:r>
    </w:p>
    <w:p w:rsidR="007B2329" w:rsidRDefault="007B2329" w:rsidP="007B2329">
      <w:r>
        <w:t>843.9927</w:t>
      </w:r>
      <w:r>
        <w:tab/>
        <w:t>1.013e0</w:t>
      </w:r>
    </w:p>
    <w:p w:rsidR="007B2329" w:rsidRDefault="007B2329" w:rsidP="007B2329">
      <w:r>
        <w:t>843.9973</w:t>
      </w:r>
      <w:r>
        <w:tab/>
        <w:t>3.038e0</w:t>
      </w:r>
    </w:p>
    <w:p w:rsidR="007B2329" w:rsidRDefault="007B2329" w:rsidP="007B2329">
      <w:r>
        <w:t>844.0071</w:t>
      </w:r>
      <w:r>
        <w:tab/>
        <w:t>1.013e0</w:t>
      </w:r>
    </w:p>
    <w:p w:rsidR="007B2329" w:rsidRDefault="007B2329" w:rsidP="007B2329">
      <w:r>
        <w:t>844.0497</w:t>
      </w:r>
      <w:r>
        <w:tab/>
        <w:t>2.025e0</w:t>
      </w:r>
    </w:p>
    <w:p w:rsidR="007B2329" w:rsidRDefault="007B2329" w:rsidP="007B2329">
      <w:r>
        <w:t>844.0781</w:t>
      </w:r>
      <w:r>
        <w:tab/>
        <w:t>2.025e0</w:t>
      </w:r>
    </w:p>
    <w:p w:rsidR="007B2329" w:rsidRDefault="007B2329" w:rsidP="007B2329">
      <w:r>
        <w:t>844.0942</w:t>
      </w:r>
      <w:r>
        <w:tab/>
        <w:t>1.013e0</w:t>
      </w:r>
    </w:p>
    <w:p w:rsidR="007B2329" w:rsidRDefault="007B2329" w:rsidP="007B2329">
      <w:r>
        <w:t>844.1080</w:t>
      </w:r>
      <w:r>
        <w:tab/>
        <w:t>3.038e0</w:t>
      </w:r>
    </w:p>
    <w:p w:rsidR="007B2329" w:rsidRDefault="007B2329" w:rsidP="007B2329">
      <w:r>
        <w:t>844.1116</w:t>
      </w:r>
      <w:r>
        <w:tab/>
        <w:t>1.013e0</w:t>
      </w:r>
    </w:p>
    <w:p w:rsidR="007B2329" w:rsidRDefault="007B2329" w:rsidP="007B2329">
      <w:r>
        <w:lastRenderedPageBreak/>
        <w:t>844.1288</w:t>
      </w:r>
      <w:r>
        <w:tab/>
        <w:t>1.013e0</w:t>
      </w:r>
    </w:p>
    <w:p w:rsidR="007B2329" w:rsidRDefault="007B2329" w:rsidP="007B2329">
      <w:r>
        <w:t>844.1385</w:t>
      </w:r>
      <w:r>
        <w:tab/>
        <w:t>2.025e0</w:t>
      </w:r>
    </w:p>
    <w:p w:rsidR="007B2329" w:rsidRDefault="007B2329" w:rsidP="007B2329">
      <w:r>
        <w:t>844.1469</w:t>
      </w:r>
      <w:r>
        <w:tab/>
        <w:t>1.013e0</w:t>
      </w:r>
    </w:p>
    <w:p w:rsidR="007B2329" w:rsidRDefault="007B2329" w:rsidP="007B2329">
      <w:r>
        <w:t>844.1774</w:t>
      </w:r>
      <w:r>
        <w:tab/>
        <w:t>1.013e0</w:t>
      </w:r>
    </w:p>
    <w:p w:rsidR="007B2329" w:rsidRDefault="007B2329" w:rsidP="007B2329">
      <w:r>
        <w:t>844.1786</w:t>
      </w:r>
      <w:r>
        <w:tab/>
        <w:t>1.013e0</w:t>
      </w:r>
    </w:p>
    <w:p w:rsidR="007B2329" w:rsidRDefault="007B2329" w:rsidP="007B2329">
      <w:r>
        <w:t>844.1985</w:t>
      </w:r>
      <w:r>
        <w:tab/>
        <w:t>2.025e0</w:t>
      </w:r>
    </w:p>
    <w:p w:rsidR="007B2329" w:rsidRDefault="007B2329" w:rsidP="007B2329">
      <w:r>
        <w:t>844.2772</w:t>
      </w:r>
      <w:r>
        <w:tab/>
        <w:t>4.626e0</w:t>
      </w:r>
    </w:p>
    <w:p w:rsidR="007B2329" w:rsidRDefault="007B2329" w:rsidP="007B2329">
      <w:r>
        <w:t>844.3054</w:t>
      </w:r>
      <w:r>
        <w:tab/>
        <w:t>1.013e0</w:t>
      </w:r>
    </w:p>
    <w:p w:rsidR="007B2329" w:rsidRDefault="007B2329" w:rsidP="007B2329">
      <w:r>
        <w:t>844.3099</w:t>
      </w:r>
      <w:r>
        <w:tab/>
        <w:t>1.083e0</w:t>
      </w:r>
    </w:p>
    <w:p w:rsidR="007B2329" w:rsidRDefault="007B2329" w:rsidP="007B2329">
      <w:r>
        <w:t>844.3550</w:t>
      </w:r>
      <w:r>
        <w:tab/>
        <w:t>9.164e0</w:t>
      </w:r>
    </w:p>
    <w:p w:rsidR="007B2329" w:rsidRDefault="007B2329" w:rsidP="007B2329">
      <w:r>
        <w:t>844.3586</w:t>
      </w:r>
      <w:r>
        <w:tab/>
        <w:t>4.657e0</w:t>
      </w:r>
    </w:p>
    <w:p w:rsidR="007B2329" w:rsidRDefault="007B2329" w:rsidP="007B2329">
      <w:r>
        <w:t>844.3655</w:t>
      </w:r>
      <w:r>
        <w:tab/>
        <w:t>1.381e0</w:t>
      </w:r>
    </w:p>
    <w:p w:rsidR="007B2329" w:rsidRDefault="007B2329" w:rsidP="007B2329">
      <w:r>
        <w:t>844.3733</w:t>
      </w:r>
      <w:r>
        <w:tab/>
        <w:t>8.749e0</w:t>
      </w:r>
    </w:p>
    <w:p w:rsidR="007B2329" w:rsidRDefault="007B2329" w:rsidP="007B2329">
      <w:r>
        <w:t>844.3851</w:t>
      </w:r>
      <w:r>
        <w:tab/>
        <w:t>1.095e1</w:t>
      </w:r>
    </w:p>
    <w:p w:rsidR="007B2329" w:rsidRDefault="007B2329" w:rsidP="007B2329">
      <w:r>
        <w:t>844.4429</w:t>
      </w:r>
      <w:r>
        <w:tab/>
        <w:t>3.038e0</w:t>
      </w:r>
    </w:p>
    <w:p w:rsidR="007B2329" w:rsidRDefault="007B2329" w:rsidP="007B2329">
      <w:r>
        <w:t>844.4958</w:t>
      </w:r>
      <w:r>
        <w:tab/>
        <w:t>2.025e0</w:t>
      </w:r>
    </w:p>
    <w:p w:rsidR="007B2329" w:rsidRDefault="007B2329" w:rsidP="007B2329">
      <w:r>
        <w:t>844.5066</w:t>
      </w:r>
      <w:r>
        <w:tab/>
        <w:t>1.912e0</w:t>
      </w:r>
    </w:p>
    <w:p w:rsidR="007B2329" w:rsidRDefault="007B2329" w:rsidP="007B2329">
      <w:r>
        <w:t>844.5206</w:t>
      </w:r>
      <w:r>
        <w:tab/>
        <w:t>5.436e0</w:t>
      </w:r>
    </w:p>
    <w:p w:rsidR="007B2329" w:rsidRDefault="007B2329" w:rsidP="007B2329">
      <w:r>
        <w:t>844.5316</w:t>
      </w:r>
      <w:r>
        <w:tab/>
        <w:t>1.041e0</w:t>
      </w:r>
    </w:p>
    <w:p w:rsidR="007B2329" w:rsidRDefault="007B2329" w:rsidP="007B2329">
      <w:r>
        <w:lastRenderedPageBreak/>
        <w:t>844.5492</w:t>
      </w:r>
      <w:r>
        <w:tab/>
        <w:t>1.618e0</w:t>
      </w:r>
    </w:p>
    <w:p w:rsidR="007B2329" w:rsidRDefault="007B2329" w:rsidP="007B2329">
      <w:r>
        <w:t>844.5760</w:t>
      </w:r>
      <w:r>
        <w:tab/>
        <w:t>4.916e0</w:t>
      </w:r>
    </w:p>
    <w:p w:rsidR="007B2329" w:rsidRDefault="007B2329" w:rsidP="007B2329">
      <w:r>
        <w:t>844.6085</w:t>
      </w:r>
      <w:r>
        <w:tab/>
        <w:t>3.038e0</w:t>
      </w:r>
    </w:p>
    <w:p w:rsidR="007B2329" w:rsidRDefault="007B2329" w:rsidP="007B2329">
      <w:r>
        <w:t>844.6103</w:t>
      </w:r>
      <w:r>
        <w:tab/>
        <w:t>2.025e0</w:t>
      </w:r>
    </w:p>
    <w:p w:rsidR="007B2329" w:rsidRDefault="007B2329" w:rsidP="007B2329">
      <w:r>
        <w:t>844.6168</w:t>
      </w:r>
      <w:r>
        <w:tab/>
        <w:t>3.780e0</w:t>
      </w:r>
    </w:p>
    <w:p w:rsidR="007B2329" w:rsidRDefault="007B2329" w:rsidP="007B2329">
      <w:r>
        <w:t>844.6315</w:t>
      </w:r>
      <w:r>
        <w:tab/>
        <w:t>4.051e0</w:t>
      </w:r>
    </w:p>
    <w:p w:rsidR="007B2329" w:rsidRDefault="007B2329" w:rsidP="007B2329">
      <w:r>
        <w:t>844.6460</w:t>
      </w:r>
      <w:r>
        <w:tab/>
        <w:t>1.013e0</w:t>
      </w:r>
    </w:p>
    <w:p w:rsidR="007B2329" w:rsidRDefault="007B2329" w:rsidP="007B2329">
      <w:r>
        <w:t>844.6674</w:t>
      </w:r>
      <w:r>
        <w:tab/>
        <w:t>3.038e0</w:t>
      </w:r>
    </w:p>
    <w:p w:rsidR="007B2329" w:rsidRDefault="007B2329" w:rsidP="007B2329">
      <w:r>
        <w:t>844.7073</w:t>
      </w:r>
      <w:r>
        <w:tab/>
        <w:t>6.076e0</w:t>
      </w:r>
    </w:p>
    <w:p w:rsidR="007B2329" w:rsidRDefault="007B2329" w:rsidP="007B2329">
      <w:r>
        <w:t>844.7299</w:t>
      </w:r>
      <w:r>
        <w:tab/>
        <w:t>2.025e0</w:t>
      </w:r>
    </w:p>
    <w:p w:rsidR="007B2329" w:rsidRDefault="007B2329" w:rsidP="007B2329">
      <w:r>
        <w:t>844.7454</w:t>
      </w:r>
      <w:r>
        <w:tab/>
        <w:t>1.013e0</w:t>
      </w:r>
    </w:p>
    <w:p w:rsidR="007B2329" w:rsidRDefault="007B2329" w:rsidP="007B2329">
      <w:r>
        <w:t>844.7481</w:t>
      </w:r>
      <w:r>
        <w:tab/>
        <w:t>5.063e0</w:t>
      </w:r>
    </w:p>
    <w:p w:rsidR="007B2329" w:rsidRDefault="007B2329" w:rsidP="007B2329">
      <w:r>
        <w:t>844.7813</w:t>
      </w:r>
      <w:r>
        <w:tab/>
        <w:t>4.016e0</w:t>
      </w:r>
    </w:p>
    <w:p w:rsidR="007B2329" w:rsidRDefault="007B2329" w:rsidP="007B2329">
      <w:r>
        <w:t>844.7952</w:t>
      </w:r>
      <w:r>
        <w:tab/>
        <w:t>2.025e0</w:t>
      </w:r>
    </w:p>
    <w:p w:rsidR="007B2329" w:rsidRDefault="007B2329" w:rsidP="007B2329">
      <w:r>
        <w:t>844.8195</w:t>
      </w:r>
      <w:r>
        <w:tab/>
        <w:t>2.025e0</w:t>
      </w:r>
    </w:p>
    <w:p w:rsidR="007B2329" w:rsidRDefault="007B2329" w:rsidP="007B2329">
      <w:r>
        <w:t>844.8404</w:t>
      </w:r>
      <w:r>
        <w:tab/>
        <w:t>1.013e0</w:t>
      </w:r>
    </w:p>
    <w:p w:rsidR="007B2329" w:rsidRDefault="007B2329" w:rsidP="007B2329">
      <w:r>
        <w:t>844.8447</w:t>
      </w:r>
      <w:r>
        <w:tab/>
        <w:t>2.025e0</w:t>
      </w:r>
    </w:p>
    <w:p w:rsidR="007B2329" w:rsidRDefault="007B2329" w:rsidP="007B2329">
      <w:r>
        <w:t>844.8582</w:t>
      </w:r>
      <w:r>
        <w:tab/>
        <w:t>1.013e0</w:t>
      </w:r>
    </w:p>
    <w:p w:rsidR="007B2329" w:rsidRDefault="007B2329" w:rsidP="007B2329">
      <w:r>
        <w:t>844.9284</w:t>
      </w:r>
      <w:r>
        <w:tab/>
        <w:t>2.573e0</w:t>
      </w:r>
    </w:p>
    <w:p w:rsidR="007B2329" w:rsidRDefault="007B2329" w:rsidP="007B2329">
      <w:r>
        <w:lastRenderedPageBreak/>
        <w:t>844.9667</w:t>
      </w:r>
      <w:r>
        <w:tab/>
        <w:t>3.038e0</w:t>
      </w:r>
    </w:p>
    <w:p w:rsidR="007B2329" w:rsidRDefault="007B2329" w:rsidP="007B2329">
      <w:r>
        <w:t>844.9742</w:t>
      </w:r>
      <w:r>
        <w:tab/>
        <w:t>1.778e0</w:t>
      </w:r>
    </w:p>
    <w:p w:rsidR="007B2329" w:rsidRDefault="007B2329" w:rsidP="007B2329">
      <w:r>
        <w:t>844.9810</w:t>
      </w:r>
      <w:r>
        <w:tab/>
        <w:t>2.025e0</w:t>
      </w:r>
    </w:p>
    <w:p w:rsidR="007B2329" w:rsidRDefault="007B2329" w:rsidP="007B2329">
      <w:r>
        <w:t>845.0154</w:t>
      </w:r>
      <w:r>
        <w:tab/>
        <w:t>2.025e0</w:t>
      </w:r>
    </w:p>
    <w:p w:rsidR="007B2329" w:rsidRDefault="007B2329" w:rsidP="007B2329">
      <w:r>
        <w:t>845.0199</w:t>
      </w:r>
      <w:r>
        <w:tab/>
        <w:t>2.025e0</w:t>
      </w:r>
    </w:p>
    <w:p w:rsidR="007B2329" w:rsidRDefault="007B2329" w:rsidP="007B2329">
      <w:r>
        <w:t>845.0403</w:t>
      </w:r>
      <w:r>
        <w:tab/>
        <w:t>3.038e0</w:t>
      </w:r>
    </w:p>
    <w:p w:rsidR="007B2329" w:rsidRDefault="007B2329" w:rsidP="007B2329">
      <w:r>
        <w:t>845.0821</w:t>
      </w:r>
      <w:r>
        <w:tab/>
        <w:t>2.038e0</w:t>
      </w:r>
    </w:p>
    <w:p w:rsidR="007B2329" w:rsidRDefault="007B2329" w:rsidP="007B2329">
      <w:r>
        <w:t>845.0862</w:t>
      </w:r>
      <w:r>
        <w:tab/>
        <w:t>3.038e0</w:t>
      </w:r>
    </w:p>
    <w:p w:rsidR="007B2329" w:rsidRDefault="007B2329" w:rsidP="007B2329">
      <w:r>
        <w:t>845.0939</w:t>
      </w:r>
      <w:r>
        <w:tab/>
        <w:t>1.013e0</w:t>
      </w:r>
    </w:p>
    <w:p w:rsidR="007B2329" w:rsidRDefault="007B2329" w:rsidP="007B2329">
      <w:r>
        <w:t>845.1071</w:t>
      </w:r>
      <w:r>
        <w:tab/>
        <w:t>3.038e0</w:t>
      </w:r>
    </w:p>
    <w:p w:rsidR="007B2329" w:rsidRDefault="007B2329" w:rsidP="007B2329">
      <w:r>
        <w:t>845.1700</w:t>
      </w:r>
      <w:r>
        <w:tab/>
        <w:t>2.025e0</w:t>
      </w:r>
    </w:p>
    <w:p w:rsidR="007B2329" w:rsidRDefault="007B2329" w:rsidP="007B2329">
      <w:r>
        <w:t>845.1788</w:t>
      </w:r>
      <w:r>
        <w:tab/>
        <w:t>1.013e0</w:t>
      </w:r>
    </w:p>
    <w:p w:rsidR="007B2329" w:rsidRDefault="007B2329" w:rsidP="007B2329">
      <w:r>
        <w:t>845.1959</w:t>
      </w:r>
      <w:r>
        <w:tab/>
        <w:t>1.013e0</w:t>
      </w:r>
    </w:p>
    <w:p w:rsidR="007B2329" w:rsidRDefault="007B2329" w:rsidP="007B2329">
      <w:r>
        <w:t>845.2146</w:t>
      </w:r>
      <w:r>
        <w:tab/>
        <w:t>1.013e0</w:t>
      </w:r>
    </w:p>
    <w:p w:rsidR="007B2329" w:rsidRDefault="007B2329" w:rsidP="007B2329">
      <w:r>
        <w:t>845.2213</w:t>
      </w:r>
      <w:r>
        <w:tab/>
        <w:t>2.025e0</w:t>
      </w:r>
    </w:p>
    <w:p w:rsidR="007B2329" w:rsidRDefault="007B2329" w:rsidP="007B2329">
      <w:r>
        <w:t>845.2512</w:t>
      </w:r>
      <w:r>
        <w:tab/>
        <w:t>2.273e0</w:t>
      </w:r>
    </w:p>
    <w:p w:rsidR="007B2329" w:rsidRDefault="007B2329" w:rsidP="007B2329">
      <w:r>
        <w:t>845.2750</w:t>
      </w:r>
      <w:r>
        <w:tab/>
        <w:t>2.979e0</w:t>
      </w:r>
    </w:p>
    <w:p w:rsidR="007B2329" w:rsidRDefault="007B2329" w:rsidP="007B2329">
      <w:r>
        <w:t>845.3478</w:t>
      </w:r>
      <w:r>
        <w:tab/>
        <w:t>2.391e1</w:t>
      </w:r>
    </w:p>
    <w:p w:rsidR="007B2329" w:rsidRDefault="007B2329" w:rsidP="007B2329">
      <w:r>
        <w:t>845.3531</w:t>
      </w:r>
      <w:r>
        <w:tab/>
        <w:t>8.411e0</w:t>
      </w:r>
    </w:p>
    <w:p w:rsidR="007B2329" w:rsidRDefault="007B2329" w:rsidP="007B2329">
      <w:r>
        <w:lastRenderedPageBreak/>
        <w:t>845.3567</w:t>
      </w:r>
      <w:r>
        <w:tab/>
        <w:t>1.013e0</w:t>
      </w:r>
    </w:p>
    <w:p w:rsidR="007B2329" w:rsidRDefault="007B2329" w:rsidP="007B2329">
      <w:r>
        <w:t>845.3680</w:t>
      </w:r>
      <w:r>
        <w:tab/>
        <w:t>4.528e1</w:t>
      </w:r>
    </w:p>
    <w:p w:rsidR="007B2329" w:rsidRDefault="007B2329" w:rsidP="007B2329">
      <w:r>
        <w:t>845.3786</w:t>
      </w:r>
      <w:r>
        <w:tab/>
        <w:t>6.066e0</w:t>
      </w:r>
    </w:p>
    <w:p w:rsidR="007B2329" w:rsidRDefault="007B2329" w:rsidP="007B2329">
      <w:r>
        <w:t>845.4034</w:t>
      </w:r>
      <w:r>
        <w:tab/>
        <w:t>9.292e0</w:t>
      </w:r>
    </w:p>
    <w:p w:rsidR="007B2329" w:rsidRDefault="007B2329" w:rsidP="007B2329">
      <w:r>
        <w:t>845.4414</w:t>
      </w:r>
      <w:r>
        <w:tab/>
        <w:t>6.543e0</w:t>
      </w:r>
    </w:p>
    <w:p w:rsidR="007B2329" w:rsidRDefault="007B2329" w:rsidP="007B2329">
      <w:r>
        <w:t>845.4686</w:t>
      </w:r>
      <w:r>
        <w:tab/>
        <w:t>2.263e0</w:t>
      </w:r>
    </w:p>
    <w:p w:rsidR="007B2329" w:rsidRDefault="007B2329" w:rsidP="007B2329">
      <w:r>
        <w:t>845.4780</w:t>
      </w:r>
      <w:r>
        <w:tab/>
        <w:t>5.362e0</w:t>
      </w:r>
    </w:p>
    <w:p w:rsidR="007B2329" w:rsidRDefault="007B2329" w:rsidP="007B2329">
      <w:r>
        <w:t>845.4995</w:t>
      </w:r>
      <w:r>
        <w:tab/>
        <w:t>1.013e0</w:t>
      </w:r>
    </w:p>
    <w:p w:rsidR="007B2329" w:rsidRDefault="007B2329" w:rsidP="007B2329">
      <w:r>
        <w:t>845.5054</w:t>
      </w:r>
      <w:r>
        <w:tab/>
        <w:t>3.852e0</w:t>
      </w:r>
    </w:p>
    <w:p w:rsidR="007B2329" w:rsidRDefault="007B2329" w:rsidP="007B2329">
      <w:r>
        <w:t>845.5413</w:t>
      </w:r>
      <w:r>
        <w:tab/>
        <w:t>1.707e0</w:t>
      </w:r>
    </w:p>
    <w:p w:rsidR="007B2329" w:rsidRDefault="007B2329" w:rsidP="007B2329">
      <w:r>
        <w:t>845.5427</w:t>
      </w:r>
      <w:r>
        <w:tab/>
        <w:t>5.244e0</w:t>
      </w:r>
    </w:p>
    <w:p w:rsidR="007B2329" w:rsidRDefault="007B2329" w:rsidP="007B2329">
      <w:r>
        <w:t>845.5839</w:t>
      </w:r>
      <w:r>
        <w:tab/>
        <w:t>4.394e0</w:t>
      </w:r>
    </w:p>
    <w:p w:rsidR="007B2329" w:rsidRDefault="007B2329" w:rsidP="007B2329">
      <w:r>
        <w:t>845.5936</w:t>
      </w:r>
      <w:r>
        <w:tab/>
        <w:t>6.594e0</w:t>
      </w:r>
    </w:p>
    <w:p w:rsidR="007B2329" w:rsidRDefault="007B2329" w:rsidP="007B2329">
      <w:r>
        <w:t>845.5998</w:t>
      </w:r>
      <w:r>
        <w:tab/>
        <w:t>1.668e0</w:t>
      </w:r>
    </w:p>
    <w:p w:rsidR="007B2329" w:rsidRDefault="007B2329" w:rsidP="007B2329">
      <w:r>
        <w:t>845.6036</w:t>
      </w:r>
      <w:r>
        <w:tab/>
        <w:t>3.038e0</w:t>
      </w:r>
    </w:p>
    <w:p w:rsidR="007B2329" w:rsidRDefault="007B2329" w:rsidP="007B2329">
      <w:r>
        <w:t>845.6540</w:t>
      </w:r>
      <w:r>
        <w:tab/>
        <w:t>1.013e0</w:t>
      </w:r>
    </w:p>
    <w:p w:rsidR="007B2329" w:rsidRDefault="007B2329" w:rsidP="007B2329">
      <w:r>
        <w:t>845.6823</w:t>
      </w:r>
      <w:r>
        <w:tab/>
        <w:t>4.051e0</w:t>
      </w:r>
    </w:p>
    <w:p w:rsidR="007B2329" w:rsidRDefault="007B2329" w:rsidP="007B2329">
      <w:r>
        <w:t>845.7122</w:t>
      </w:r>
      <w:r>
        <w:tab/>
        <w:t>4.051e0</w:t>
      </w:r>
    </w:p>
    <w:p w:rsidR="007B2329" w:rsidRDefault="007B2329" w:rsidP="007B2329">
      <w:r>
        <w:t>845.7208</w:t>
      </w:r>
      <w:r>
        <w:tab/>
        <w:t>1.013e0</w:t>
      </w:r>
    </w:p>
    <w:p w:rsidR="007B2329" w:rsidRDefault="007B2329" w:rsidP="007B2329">
      <w:r>
        <w:lastRenderedPageBreak/>
        <w:t>845.7261</w:t>
      </w:r>
      <w:r>
        <w:tab/>
        <w:t>1.013e0</w:t>
      </w:r>
    </w:p>
    <w:p w:rsidR="007B2329" w:rsidRDefault="007B2329" w:rsidP="007B2329">
      <w:r>
        <w:t>845.7552</w:t>
      </w:r>
      <w:r>
        <w:tab/>
        <w:t>5.063e0</w:t>
      </w:r>
    </w:p>
    <w:p w:rsidR="007B2329" w:rsidRDefault="007B2329" w:rsidP="007B2329">
      <w:r>
        <w:t>845.7686</w:t>
      </w:r>
      <w:r>
        <w:tab/>
        <w:t>1.013e0</w:t>
      </w:r>
    </w:p>
    <w:p w:rsidR="007B2329" w:rsidRDefault="007B2329" w:rsidP="007B2329">
      <w:r>
        <w:t>845.7830</w:t>
      </w:r>
      <w:r>
        <w:tab/>
        <w:t>1.013e0</w:t>
      </w:r>
    </w:p>
    <w:p w:rsidR="007B2329" w:rsidRDefault="007B2329" w:rsidP="007B2329">
      <w:r>
        <w:t>845.8401</w:t>
      </w:r>
      <w:r>
        <w:tab/>
        <w:t>1.013e0</w:t>
      </w:r>
    </w:p>
    <w:p w:rsidR="007B2329" w:rsidRDefault="007B2329" w:rsidP="007B2329">
      <w:r>
        <w:t>845.8630</w:t>
      </w:r>
      <w:r>
        <w:tab/>
        <w:t>2.025e0</w:t>
      </w:r>
    </w:p>
    <w:p w:rsidR="007B2329" w:rsidRDefault="007B2329" w:rsidP="007B2329">
      <w:r>
        <w:t>845.8860</w:t>
      </w:r>
      <w:r>
        <w:tab/>
        <w:t>2.956e0</w:t>
      </w:r>
    </w:p>
    <w:p w:rsidR="007B2329" w:rsidRDefault="007B2329" w:rsidP="007B2329">
      <w:r>
        <w:t>845.9507</w:t>
      </w:r>
      <w:r>
        <w:tab/>
        <w:t>3.038e0</w:t>
      </w:r>
    </w:p>
    <w:p w:rsidR="007B2329" w:rsidRDefault="007B2329" w:rsidP="007B2329">
      <w:r>
        <w:t>845.9537</w:t>
      </w:r>
      <w:r>
        <w:tab/>
        <w:t>1.013e0</w:t>
      </w:r>
    </w:p>
    <w:p w:rsidR="007B2329" w:rsidRDefault="007B2329" w:rsidP="007B2329">
      <w:r>
        <w:t>845.9572</w:t>
      </w:r>
      <w:r>
        <w:tab/>
        <w:t>1.013e0</w:t>
      </w:r>
    </w:p>
    <w:p w:rsidR="007B2329" w:rsidRDefault="007B2329" w:rsidP="007B2329">
      <w:r>
        <w:t>845.9819</w:t>
      </w:r>
      <w:r>
        <w:tab/>
        <w:t>1.013e0</w:t>
      </w:r>
    </w:p>
    <w:p w:rsidR="007B2329" w:rsidRDefault="007B2329" w:rsidP="007B2329">
      <w:r>
        <w:t>845.9857</w:t>
      </w:r>
      <w:r>
        <w:tab/>
        <w:t>3.786e0</w:t>
      </w:r>
    </w:p>
    <w:p w:rsidR="007B2329" w:rsidRDefault="007B2329" w:rsidP="007B2329">
      <w:r>
        <w:t>845.9965</w:t>
      </w:r>
      <w:r>
        <w:tab/>
        <w:t>3.038e0</w:t>
      </w:r>
    </w:p>
    <w:p w:rsidR="007B2329" w:rsidRDefault="007B2329" w:rsidP="007B2329">
      <w:r>
        <w:t>846.0106</w:t>
      </w:r>
      <w:r>
        <w:tab/>
        <w:t>1.013e0</w:t>
      </w:r>
    </w:p>
    <w:p w:rsidR="007B2329" w:rsidRDefault="007B2329" w:rsidP="007B2329">
      <w:r>
        <w:t>846.0399</w:t>
      </w:r>
      <w:r>
        <w:tab/>
        <w:t>2.025e0</w:t>
      </w:r>
    </w:p>
    <w:p w:rsidR="007B2329" w:rsidRDefault="007B2329" w:rsidP="007B2329">
      <w:r>
        <w:t>846.0414</w:t>
      </w:r>
      <w:r>
        <w:tab/>
        <w:t>1.013e0</w:t>
      </w:r>
    </w:p>
    <w:p w:rsidR="007B2329" w:rsidRDefault="007B2329" w:rsidP="007B2329">
      <w:r>
        <w:t>846.0604</w:t>
      </w:r>
      <w:r>
        <w:tab/>
        <w:t>2.025e0</w:t>
      </w:r>
    </w:p>
    <w:p w:rsidR="007B2329" w:rsidRDefault="007B2329" w:rsidP="007B2329">
      <w:r>
        <w:t>846.0645</w:t>
      </w:r>
      <w:r>
        <w:tab/>
        <w:t>2.025e0</w:t>
      </w:r>
    </w:p>
    <w:p w:rsidR="007B2329" w:rsidRDefault="007B2329" w:rsidP="007B2329">
      <w:r>
        <w:t>846.1102</w:t>
      </w:r>
      <w:r>
        <w:tab/>
        <w:t>1.013e0</w:t>
      </w:r>
    </w:p>
    <w:p w:rsidR="007B2329" w:rsidRDefault="007B2329" w:rsidP="007B2329">
      <w:r>
        <w:lastRenderedPageBreak/>
        <w:t>846.1244</w:t>
      </w:r>
      <w:r>
        <w:tab/>
        <w:t>3.038e0</w:t>
      </w:r>
    </w:p>
    <w:p w:rsidR="007B2329" w:rsidRDefault="007B2329" w:rsidP="007B2329">
      <w:r>
        <w:t>846.1260</w:t>
      </w:r>
      <w:r>
        <w:tab/>
        <w:t>1.013e0</w:t>
      </w:r>
    </w:p>
    <w:p w:rsidR="007B2329" w:rsidRDefault="007B2329" w:rsidP="007B2329">
      <w:r>
        <w:t>846.1571</w:t>
      </w:r>
      <w:r>
        <w:tab/>
        <w:t>2.025e0</w:t>
      </w:r>
    </w:p>
    <w:p w:rsidR="007B2329" w:rsidRDefault="007B2329" w:rsidP="007B2329">
      <w:r>
        <w:t>846.1598</w:t>
      </w:r>
      <w:r>
        <w:tab/>
        <w:t>2.025e0</w:t>
      </w:r>
    </w:p>
    <w:p w:rsidR="007B2329" w:rsidRDefault="007B2329" w:rsidP="007B2329">
      <w:r>
        <w:t>846.1782</w:t>
      </w:r>
      <w:r>
        <w:tab/>
        <w:t>1.013e0</w:t>
      </w:r>
    </w:p>
    <w:p w:rsidR="007B2329" w:rsidRDefault="007B2329" w:rsidP="007B2329">
      <w:r>
        <w:t>846.2240</w:t>
      </w:r>
      <w:r>
        <w:tab/>
        <w:t>1.013e0</w:t>
      </w:r>
    </w:p>
    <w:p w:rsidR="007B2329" w:rsidRDefault="007B2329" w:rsidP="007B2329">
      <w:r>
        <w:t>846.2252</w:t>
      </w:r>
      <w:r>
        <w:tab/>
        <w:t>2.695e0</w:t>
      </w:r>
    </w:p>
    <w:p w:rsidR="007B2329" w:rsidRDefault="007B2329" w:rsidP="007B2329">
      <w:r>
        <w:t>846.2453</w:t>
      </w:r>
      <w:r>
        <w:tab/>
        <w:t>1.185e0</w:t>
      </w:r>
    </w:p>
    <w:p w:rsidR="007B2329" w:rsidRDefault="007B2329" w:rsidP="007B2329">
      <w:r>
        <w:t>846.2571</w:t>
      </w:r>
      <w:r>
        <w:tab/>
        <w:t>2.542e0</w:t>
      </w:r>
    </w:p>
    <w:p w:rsidR="007B2329" w:rsidRDefault="007B2329" w:rsidP="007B2329">
      <w:r>
        <w:t>846.3342</w:t>
      </w:r>
      <w:r>
        <w:tab/>
        <w:t>2.747e0</w:t>
      </w:r>
    </w:p>
    <w:p w:rsidR="007B2329" w:rsidRDefault="007B2329" w:rsidP="007B2329">
      <w:r>
        <w:t>846.3658</w:t>
      </w:r>
      <w:r>
        <w:tab/>
        <w:t>7.051e0</w:t>
      </w:r>
    </w:p>
    <w:p w:rsidR="007B2329" w:rsidRDefault="007B2329" w:rsidP="007B2329">
      <w:r>
        <w:t>846.3789</w:t>
      </w:r>
      <w:r>
        <w:tab/>
        <w:t>1.994e1</w:t>
      </w:r>
    </w:p>
    <w:p w:rsidR="007B2329" w:rsidRDefault="007B2329" w:rsidP="007B2329">
      <w:r>
        <w:t>846.3823</w:t>
      </w:r>
      <w:r>
        <w:tab/>
        <w:t>4.267e0</w:t>
      </w:r>
    </w:p>
    <w:p w:rsidR="007B2329" w:rsidRDefault="007B2329" w:rsidP="007B2329">
      <w:r>
        <w:t>846.3835</w:t>
      </w:r>
      <w:r>
        <w:tab/>
        <w:t>5.309e0</w:t>
      </w:r>
    </w:p>
    <w:p w:rsidR="007B2329" w:rsidRDefault="007B2329" w:rsidP="007B2329">
      <w:r>
        <w:t>846.4432</w:t>
      </w:r>
      <w:r>
        <w:tab/>
        <w:t>3.464e0</w:t>
      </w:r>
    </w:p>
    <w:p w:rsidR="007B2329" w:rsidRDefault="007B2329" w:rsidP="007B2329">
      <w:r>
        <w:t>846.4536</w:t>
      </w:r>
      <w:r>
        <w:tab/>
        <w:t>2.525e0</w:t>
      </w:r>
    </w:p>
    <w:p w:rsidR="007B2329" w:rsidRDefault="007B2329" w:rsidP="007B2329">
      <w:r>
        <w:t>846.4953</w:t>
      </w:r>
      <w:r>
        <w:tab/>
        <w:t>1.452e1</w:t>
      </w:r>
    </w:p>
    <w:p w:rsidR="007B2329" w:rsidRDefault="007B2329" w:rsidP="007B2329">
      <w:r>
        <w:t>846.4986</w:t>
      </w:r>
      <w:r>
        <w:tab/>
        <w:t>9.182e0</w:t>
      </w:r>
    </w:p>
    <w:p w:rsidR="007B2329" w:rsidRDefault="007B2329" w:rsidP="007B2329">
      <w:r>
        <w:t>846.5030</w:t>
      </w:r>
      <w:r>
        <w:tab/>
        <w:t>3.038e0</w:t>
      </w:r>
    </w:p>
    <w:p w:rsidR="007B2329" w:rsidRDefault="007B2329" w:rsidP="007B2329">
      <w:r>
        <w:lastRenderedPageBreak/>
        <w:t>846.5046</w:t>
      </w:r>
      <w:r>
        <w:tab/>
        <w:t>6.002e0</w:t>
      </w:r>
    </w:p>
    <w:p w:rsidR="007B2329" w:rsidRDefault="007B2329" w:rsidP="007B2329">
      <w:r>
        <w:t>846.5176</w:t>
      </w:r>
      <w:r>
        <w:tab/>
        <w:t>5.277e0</w:t>
      </w:r>
    </w:p>
    <w:p w:rsidR="007B2329" w:rsidRDefault="007B2329" w:rsidP="007B2329">
      <w:r>
        <w:t>846.5190</w:t>
      </w:r>
      <w:r>
        <w:tab/>
        <w:t>4.080e0</w:t>
      </w:r>
    </w:p>
    <w:p w:rsidR="007B2329" w:rsidRDefault="007B2329" w:rsidP="007B2329">
      <w:r>
        <w:t>846.5229</w:t>
      </w:r>
      <w:r>
        <w:tab/>
        <w:t>5.855e0</w:t>
      </w:r>
    </w:p>
    <w:p w:rsidR="007B2329" w:rsidRDefault="007B2329" w:rsidP="007B2329">
      <w:r>
        <w:t>846.5300</w:t>
      </w:r>
      <w:r>
        <w:tab/>
        <w:t>3.704e0</w:t>
      </w:r>
    </w:p>
    <w:p w:rsidR="007B2329" w:rsidRDefault="007B2329" w:rsidP="007B2329">
      <w:r>
        <w:t>846.5944</w:t>
      </w:r>
      <w:r>
        <w:tab/>
        <w:t>4.557e0</w:t>
      </w:r>
    </w:p>
    <w:p w:rsidR="007B2329" w:rsidRDefault="007B2329" w:rsidP="007B2329">
      <w:r>
        <w:t>846.5958</w:t>
      </w:r>
      <w:r>
        <w:tab/>
        <w:t>3.216e0</w:t>
      </w:r>
    </w:p>
    <w:p w:rsidR="007B2329" w:rsidRDefault="007B2329" w:rsidP="007B2329">
      <w:r>
        <w:t>846.6158</w:t>
      </w:r>
      <w:r>
        <w:tab/>
        <w:t>1.956e0</w:t>
      </w:r>
    </w:p>
    <w:p w:rsidR="007B2329" w:rsidRDefault="007B2329" w:rsidP="007B2329">
      <w:r>
        <w:t>846.6183</w:t>
      </w:r>
      <w:r>
        <w:tab/>
        <w:t>1.013e0</w:t>
      </w:r>
    </w:p>
    <w:p w:rsidR="007B2329" w:rsidRDefault="007B2329" w:rsidP="007B2329">
      <w:r>
        <w:t>846.6651</w:t>
      </w:r>
      <w:r>
        <w:tab/>
        <w:t>2.025e0</w:t>
      </w:r>
    </w:p>
    <w:p w:rsidR="007B2329" w:rsidRDefault="007B2329" w:rsidP="007B2329">
      <w:r>
        <w:t>846.7362</w:t>
      </w:r>
      <w:r>
        <w:tab/>
        <w:t>1.013e0</w:t>
      </w:r>
    </w:p>
    <w:p w:rsidR="007B2329" w:rsidRDefault="007B2329" w:rsidP="007B2329">
      <w:r>
        <w:t>846.7433</w:t>
      </w:r>
      <w:r>
        <w:tab/>
        <w:t>2.025e0</w:t>
      </w:r>
    </w:p>
    <w:p w:rsidR="007B2329" w:rsidRDefault="007B2329" w:rsidP="007B2329">
      <w:r>
        <w:t>846.7517</w:t>
      </w:r>
      <w:r>
        <w:tab/>
        <w:t>2.025e0</w:t>
      </w:r>
    </w:p>
    <w:p w:rsidR="007B2329" w:rsidRDefault="007B2329" w:rsidP="007B2329">
      <w:r>
        <w:t>846.7656</w:t>
      </w:r>
      <w:r>
        <w:tab/>
        <w:t>2.025e0</w:t>
      </w:r>
    </w:p>
    <w:p w:rsidR="007B2329" w:rsidRDefault="007B2329" w:rsidP="007B2329">
      <w:r>
        <w:t>846.7700</w:t>
      </w:r>
      <w:r>
        <w:tab/>
        <w:t>1.013e0</w:t>
      </w:r>
    </w:p>
    <w:p w:rsidR="007B2329" w:rsidRDefault="007B2329" w:rsidP="007B2329">
      <w:r>
        <w:t>846.8216</w:t>
      </w:r>
      <w:r>
        <w:tab/>
        <w:t>2.025e0</w:t>
      </w:r>
    </w:p>
    <w:p w:rsidR="007B2329" w:rsidRDefault="007B2329" w:rsidP="007B2329">
      <w:r>
        <w:t>846.8594</w:t>
      </w:r>
      <w:r>
        <w:tab/>
        <w:t>1.025e0</w:t>
      </w:r>
    </w:p>
    <w:p w:rsidR="007B2329" w:rsidRDefault="007B2329" w:rsidP="007B2329">
      <w:r>
        <w:t>846.8645</w:t>
      </w:r>
      <w:r>
        <w:tab/>
        <w:t>2.025e0</w:t>
      </w:r>
    </w:p>
    <w:p w:rsidR="007B2329" w:rsidRDefault="007B2329" w:rsidP="007B2329">
      <w:r>
        <w:t>846.9033</w:t>
      </w:r>
      <w:r>
        <w:tab/>
        <w:t>3.038e0</w:t>
      </w:r>
    </w:p>
    <w:p w:rsidR="007B2329" w:rsidRDefault="007B2329" w:rsidP="007B2329">
      <w:r>
        <w:lastRenderedPageBreak/>
        <w:t>846.9072</w:t>
      </w:r>
      <w:r>
        <w:tab/>
        <w:t>1.013e0</w:t>
      </w:r>
    </w:p>
    <w:p w:rsidR="007B2329" w:rsidRDefault="007B2329" w:rsidP="007B2329">
      <w:r>
        <w:t>846.9906</w:t>
      </w:r>
      <w:r>
        <w:tab/>
        <w:t>2.906e0</w:t>
      </w:r>
    </w:p>
    <w:p w:rsidR="007B2329" w:rsidRDefault="007B2329" w:rsidP="007B2329">
      <w:r>
        <w:t>846.9922</w:t>
      </w:r>
      <w:r>
        <w:tab/>
        <w:t>2.025e0</w:t>
      </w:r>
    </w:p>
    <w:p w:rsidR="007B2329" w:rsidRDefault="007B2329" w:rsidP="007B2329">
      <w:r>
        <w:t>847.0113</w:t>
      </w:r>
      <w:r>
        <w:tab/>
        <w:t>4.051e0</w:t>
      </w:r>
    </w:p>
    <w:p w:rsidR="007B2329" w:rsidRDefault="007B2329" w:rsidP="007B2329">
      <w:r>
        <w:t>847.0424</w:t>
      </w:r>
      <w:r>
        <w:tab/>
        <w:t>5.063e0</w:t>
      </w:r>
    </w:p>
    <w:p w:rsidR="007B2329" w:rsidRDefault="007B2329" w:rsidP="007B2329">
      <w:r>
        <w:t>847.0566</w:t>
      </w:r>
      <w:r>
        <w:tab/>
        <w:t>2.025e0</w:t>
      </w:r>
    </w:p>
    <w:p w:rsidR="007B2329" w:rsidRDefault="007B2329" w:rsidP="007B2329">
      <w:r>
        <w:t>847.1208</w:t>
      </w:r>
      <w:r>
        <w:tab/>
        <w:t>1.013e0</w:t>
      </w:r>
    </w:p>
    <w:p w:rsidR="007B2329" w:rsidRDefault="007B2329" w:rsidP="007B2329">
      <w:r>
        <w:t>847.1636</w:t>
      </w:r>
      <w:r>
        <w:tab/>
        <w:t>1.013e0</w:t>
      </w:r>
    </w:p>
    <w:p w:rsidR="007B2329" w:rsidRDefault="007B2329" w:rsidP="007B2329">
      <w:r>
        <w:t>847.1851</w:t>
      </w:r>
      <w:r>
        <w:tab/>
        <w:t>4.051e0</w:t>
      </w:r>
    </w:p>
    <w:p w:rsidR="007B2329" w:rsidRDefault="007B2329" w:rsidP="007B2329">
      <w:r>
        <w:t>847.1881</w:t>
      </w:r>
      <w:r>
        <w:tab/>
        <w:t>4.051e0</w:t>
      </w:r>
    </w:p>
    <w:p w:rsidR="007B2329" w:rsidRDefault="007B2329" w:rsidP="007B2329">
      <w:r>
        <w:t>847.2228</w:t>
      </w:r>
      <w:r>
        <w:tab/>
        <w:t>3.038e0</w:t>
      </w:r>
    </w:p>
    <w:p w:rsidR="007B2329" w:rsidRDefault="007B2329" w:rsidP="007B2329">
      <w:r>
        <w:t>847.2349</w:t>
      </w:r>
      <w:r>
        <w:tab/>
        <w:t>2.789e0</w:t>
      </w:r>
    </w:p>
    <w:p w:rsidR="007B2329" w:rsidRDefault="007B2329" w:rsidP="007B2329">
      <w:r>
        <w:t>847.2597</w:t>
      </w:r>
      <w:r>
        <w:tab/>
        <w:t>1.336e0</w:t>
      </w:r>
    </w:p>
    <w:p w:rsidR="007B2329" w:rsidRDefault="007B2329" w:rsidP="007B2329">
      <w:r>
        <w:t>847.2630</w:t>
      </w:r>
      <w:r>
        <w:tab/>
        <w:t>2.697e0</w:t>
      </w:r>
    </w:p>
    <w:p w:rsidR="007B2329" w:rsidRDefault="007B2329" w:rsidP="007B2329">
      <w:r>
        <w:t>847.2885</w:t>
      </w:r>
      <w:r>
        <w:tab/>
        <w:t>3.312e0</w:t>
      </w:r>
    </w:p>
    <w:p w:rsidR="007B2329" w:rsidRDefault="007B2329" w:rsidP="007B2329">
      <w:r>
        <w:t>847.3058</w:t>
      </w:r>
      <w:r>
        <w:tab/>
        <w:t>1.465e0</w:t>
      </w:r>
    </w:p>
    <w:p w:rsidR="007B2329" w:rsidRDefault="007B2329" w:rsidP="007B2329">
      <w:r>
        <w:t>847.3165</w:t>
      </w:r>
      <w:r>
        <w:tab/>
        <w:t>2.025e0</w:t>
      </w:r>
    </w:p>
    <w:p w:rsidR="007B2329" w:rsidRDefault="007B2329" w:rsidP="007B2329">
      <w:r>
        <w:t>847.3648</w:t>
      </w:r>
      <w:r>
        <w:tab/>
        <w:t>2.616e0</w:t>
      </w:r>
    </w:p>
    <w:p w:rsidR="007B2329" w:rsidRDefault="007B2329" w:rsidP="007B2329">
      <w:r>
        <w:t>847.4136</w:t>
      </w:r>
      <w:r>
        <w:tab/>
        <w:t>1.013e0</w:t>
      </w:r>
    </w:p>
    <w:p w:rsidR="007B2329" w:rsidRDefault="007B2329" w:rsidP="007B2329">
      <w:r>
        <w:lastRenderedPageBreak/>
        <w:t>847.4351</w:t>
      </w:r>
      <w:r>
        <w:tab/>
        <w:t>2.631e0</w:t>
      </w:r>
    </w:p>
    <w:p w:rsidR="007B2329" w:rsidRDefault="007B2329" w:rsidP="007B2329">
      <w:r>
        <w:t>847.4456</w:t>
      </w:r>
      <w:r>
        <w:tab/>
        <w:t>6.795e0</w:t>
      </w:r>
    </w:p>
    <w:p w:rsidR="007B2329" w:rsidRDefault="007B2329" w:rsidP="007B2329">
      <w:r>
        <w:t>847.4541</w:t>
      </w:r>
      <w:r>
        <w:tab/>
        <w:t>3.032e0</w:t>
      </w:r>
    </w:p>
    <w:p w:rsidR="007B2329" w:rsidRDefault="007B2329" w:rsidP="007B2329">
      <w:r>
        <w:t>847.4566</w:t>
      </w:r>
      <w:r>
        <w:tab/>
        <w:t>1.054e0</w:t>
      </w:r>
    </w:p>
    <w:p w:rsidR="007B2329" w:rsidRDefault="007B2329" w:rsidP="007B2329">
      <w:r>
        <w:t>847.4793</w:t>
      </w:r>
      <w:r>
        <w:tab/>
        <w:t>9.261e0</w:t>
      </w:r>
    </w:p>
    <w:p w:rsidR="007B2329" w:rsidRDefault="007B2329" w:rsidP="007B2329">
      <w:r>
        <w:t>847.4827</w:t>
      </w:r>
      <w:r>
        <w:tab/>
        <w:t>5.809e0</w:t>
      </w:r>
    </w:p>
    <w:p w:rsidR="007B2329" w:rsidRDefault="007B2329" w:rsidP="007B2329">
      <w:r>
        <w:t>847.4990</w:t>
      </w:r>
      <w:r>
        <w:tab/>
        <w:t>4.051e0</w:t>
      </w:r>
    </w:p>
    <w:p w:rsidR="007B2329" w:rsidRDefault="007B2329" w:rsidP="007B2329">
      <w:r>
        <w:t>847.5160</w:t>
      </w:r>
      <w:r>
        <w:tab/>
        <w:t>6.723e0</w:t>
      </w:r>
    </w:p>
    <w:p w:rsidR="007B2329" w:rsidRDefault="007B2329" w:rsidP="007B2329">
      <w:r>
        <w:t>847.5323</w:t>
      </w:r>
      <w:r>
        <w:tab/>
        <w:t>3.100e0</w:t>
      </w:r>
    </w:p>
    <w:p w:rsidR="007B2329" w:rsidRDefault="007B2329" w:rsidP="007B2329">
      <w:r>
        <w:t>847.5367</w:t>
      </w:r>
      <w:r>
        <w:tab/>
        <w:t>2.948e0</w:t>
      </w:r>
    </w:p>
    <w:p w:rsidR="007B2329" w:rsidRDefault="007B2329" w:rsidP="007B2329">
      <w:r>
        <w:t>847.5780</w:t>
      </w:r>
      <w:r>
        <w:tab/>
        <w:t>4.519e0</w:t>
      </w:r>
    </w:p>
    <w:p w:rsidR="007B2329" w:rsidRDefault="007B2329" w:rsidP="007B2329">
      <w:r>
        <w:t>847.6002</w:t>
      </w:r>
      <w:r>
        <w:tab/>
        <w:t>2.025e0</w:t>
      </w:r>
    </w:p>
    <w:p w:rsidR="007B2329" w:rsidRDefault="007B2329" w:rsidP="007B2329">
      <w:r>
        <w:t>847.6445</w:t>
      </w:r>
      <w:r>
        <w:tab/>
        <w:t>1.789e0</w:t>
      </w:r>
    </w:p>
    <w:p w:rsidR="007B2329" w:rsidRDefault="007B2329" w:rsidP="007B2329">
      <w:r>
        <w:t>847.6478</w:t>
      </w:r>
      <w:r>
        <w:tab/>
        <w:t>1.013e0</w:t>
      </w:r>
    </w:p>
    <w:p w:rsidR="007B2329" w:rsidRDefault="007B2329" w:rsidP="007B2329">
      <w:r>
        <w:t>847.6845</w:t>
      </w:r>
      <w:r>
        <w:tab/>
        <w:t>1.013e0</w:t>
      </w:r>
    </w:p>
    <w:p w:rsidR="007B2329" w:rsidRDefault="007B2329" w:rsidP="007B2329">
      <w:r>
        <w:t>847.7191</w:t>
      </w:r>
      <w:r>
        <w:tab/>
        <w:t>4.986e0</w:t>
      </w:r>
    </w:p>
    <w:p w:rsidR="007B2329" w:rsidRDefault="007B2329" w:rsidP="007B2329">
      <w:r>
        <w:t>847.7205</w:t>
      </w:r>
      <w:r>
        <w:tab/>
        <w:t>2.025e0</w:t>
      </w:r>
    </w:p>
    <w:p w:rsidR="007B2329" w:rsidRDefault="007B2329" w:rsidP="007B2329">
      <w:r>
        <w:t>847.7273</w:t>
      </w:r>
      <w:r>
        <w:tab/>
        <w:t>2.025e0</w:t>
      </w:r>
    </w:p>
    <w:p w:rsidR="007B2329" w:rsidRDefault="007B2329" w:rsidP="007B2329">
      <w:r>
        <w:t>847.7478</w:t>
      </w:r>
      <w:r>
        <w:tab/>
        <w:t>1.013e0</w:t>
      </w:r>
    </w:p>
    <w:p w:rsidR="007B2329" w:rsidRDefault="007B2329" w:rsidP="007B2329">
      <w:r>
        <w:lastRenderedPageBreak/>
        <w:t>847.7802</w:t>
      </w:r>
      <w:r>
        <w:tab/>
        <w:t>2.051e0</w:t>
      </w:r>
    </w:p>
    <w:p w:rsidR="007B2329" w:rsidRDefault="007B2329" w:rsidP="007B2329">
      <w:r>
        <w:t>847.8046</w:t>
      </w:r>
      <w:r>
        <w:tab/>
        <w:t>3.038e0</w:t>
      </w:r>
    </w:p>
    <w:p w:rsidR="007B2329" w:rsidRDefault="007B2329" w:rsidP="007B2329">
      <w:r>
        <w:t>847.8262</w:t>
      </w:r>
      <w:r>
        <w:tab/>
        <w:t>4.051e0</w:t>
      </w:r>
    </w:p>
    <w:p w:rsidR="007B2329" w:rsidRDefault="007B2329" w:rsidP="007B2329">
      <w:r>
        <w:t>847.8666</w:t>
      </w:r>
      <w:r>
        <w:tab/>
        <w:t>1.973e0</w:t>
      </w:r>
    </w:p>
    <w:p w:rsidR="007B2329" w:rsidRDefault="007B2329" w:rsidP="007B2329">
      <w:r>
        <w:t>847.8798</w:t>
      </w:r>
      <w:r>
        <w:tab/>
        <w:t>4.051e0</w:t>
      </w:r>
    </w:p>
    <w:p w:rsidR="007B2329" w:rsidRDefault="007B2329" w:rsidP="007B2329">
      <w:r>
        <w:t>847.9471</w:t>
      </w:r>
      <w:r>
        <w:tab/>
        <w:t>1.013e0</w:t>
      </w:r>
    </w:p>
    <w:p w:rsidR="007B2329" w:rsidRDefault="007B2329" w:rsidP="007B2329">
      <w:r>
        <w:t>847.9614</w:t>
      </w:r>
      <w:r>
        <w:tab/>
        <w:t>1.266e-2</w:t>
      </w:r>
    </w:p>
    <w:p w:rsidR="007B2329" w:rsidRDefault="007B2329" w:rsidP="007B2329">
      <w:r>
        <w:t>847.9833</w:t>
      </w:r>
      <w:r>
        <w:tab/>
        <w:t>4.051e0</w:t>
      </w:r>
    </w:p>
    <w:p w:rsidR="007B2329" w:rsidRDefault="007B2329" w:rsidP="007B2329">
      <w:r>
        <w:t>847.9892</w:t>
      </w:r>
      <w:r>
        <w:tab/>
        <w:t>2.025e0</w:t>
      </w:r>
    </w:p>
    <w:p w:rsidR="007B2329" w:rsidRDefault="007B2329" w:rsidP="007B2329">
      <w:r>
        <w:t>848.0364</w:t>
      </w:r>
      <w:r>
        <w:tab/>
        <w:t>2.025e0</w:t>
      </w:r>
    </w:p>
    <w:p w:rsidR="007B2329" w:rsidRDefault="007B2329" w:rsidP="007B2329">
      <w:r>
        <w:t>848.0402</w:t>
      </w:r>
      <w:r>
        <w:tab/>
        <w:t>1.013e0</w:t>
      </w:r>
    </w:p>
    <w:p w:rsidR="007B2329" w:rsidRDefault="007B2329" w:rsidP="007B2329">
      <w:r>
        <w:t>848.0471</w:t>
      </w:r>
      <w:r>
        <w:tab/>
        <w:t>1.013e0</w:t>
      </w:r>
    </w:p>
    <w:p w:rsidR="007B2329" w:rsidRDefault="007B2329" w:rsidP="007B2329">
      <w:r>
        <w:t>848.0612</w:t>
      </w:r>
      <w:r>
        <w:tab/>
        <w:t>2.025e0</w:t>
      </w:r>
    </w:p>
    <w:p w:rsidR="007B2329" w:rsidRDefault="007B2329" w:rsidP="007B2329">
      <w:r>
        <w:t>848.0685</w:t>
      </w:r>
      <w:r>
        <w:tab/>
        <w:t>2.025e0</w:t>
      </w:r>
    </w:p>
    <w:p w:rsidR="007B2329" w:rsidRDefault="007B2329" w:rsidP="007B2329">
      <w:r>
        <w:t>848.0754</w:t>
      </w:r>
      <w:r>
        <w:tab/>
        <w:t>1.013e0</w:t>
      </w:r>
    </w:p>
    <w:p w:rsidR="007B2329" w:rsidRDefault="007B2329" w:rsidP="007B2329">
      <w:r>
        <w:t>848.1247</w:t>
      </w:r>
      <w:r>
        <w:tab/>
        <w:t>2.025e0</w:t>
      </w:r>
    </w:p>
    <w:p w:rsidR="007B2329" w:rsidRDefault="007B2329" w:rsidP="007B2329">
      <w:r>
        <w:t>848.1332</w:t>
      </w:r>
      <w:r>
        <w:tab/>
        <w:t>2.025e0</w:t>
      </w:r>
    </w:p>
    <w:p w:rsidR="007B2329" w:rsidRDefault="007B2329" w:rsidP="007B2329">
      <w:r>
        <w:t>848.1396</w:t>
      </w:r>
      <w:r>
        <w:tab/>
        <w:t>2.025e0</w:t>
      </w:r>
    </w:p>
    <w:p w:rsidR="007B2329" w:rsidRDefault="007B2329" w:rsidP="007B2329">
      <w:r>
        <w:t>848.1677</w:t>
      </w:r>
      <w:r>
        <w:tab/>
        <w:t>2.025e0</w:t>
      </w:r>
    </w:p>
    <w:p w:rsidR="007B2329" w:rsidRDefault="007B2329" w:rsidP="007B2329">
      <w:r>
        <w:lastRenderedPageBreak/>
        <w:t>848.1753</w:t>
      </w:r>
      <w:r>
        <w:tab/>
        <w:t>2.025e0</w:t>
      </w:r>
    </w:p>
    <w:p w:rsidR="007B2329" w:rsidRDefault="007B2329" w:rsidP="007B2329">
      <w:r>
        <w:t>848.2044</w:t>
      </w:r>
      <w:r>
        <w:tab/>
        <w:t>3.931e0</w:t>
      </w:r>
    </w:p>
    <w:p w:rsidR="007B2329" w:rsidRDefault="007B2329" w:rsidP="007B2329">
      <w:r>
        <w:t>848.2538</w:t>
      </w:r>
      <w:r>
        <w:tab/>
        <w:t>1.340e0</w:t>
      </w:r>
    </w:p>
    <w:p w:rsidR="007B2329" w:rsidRDefault="007B2329" w:rsidP="007B2329">
      <w:r>
        <w:t>848.2781</w:t>
      </w:r>
      <w:r>
        <w:tab/>
        <w:t>1.860e0</w:t>
      </w:r>
    </w:p>
    <w:p w:rsidR="007B2329" w:rsidRDefault="007B2329" w:rsidP="007B2329">
      <w:r>
        <w:t>848.2933</w:t>
      </w:r>
      <w:r>
        <w:tab/>
        <w:t>1.912e0</w:t>
      </w:r>
    </w:p>
    <w:p w:rsidR="007B2329" w:rsidRDefault="007B2329" w:rsidP="007B2329">
      <w:r>
        <w:t>848.3028</w:t>
      </w:r>
      <w:r>
        <w:tab/>
        <w:t>3.038e0</w:t>
      </w:r>
    </w:p>
    <w:p w:rsidR="007B2329" w:rsidRDefault="007B2329" w:rsidP="007B2329">
      <w:r>
        <w:t>848.3120</w:t>
      </w:r>
      <w:r>
        <w:tab/>
        <w:t>1.906e0</w:t>
      </w:r>
    </w:p>
    <w:p w:rsidR="007B2329" w:rsidRDefault="007B2329" w:rsidP="007B2329">
      <w:r>
        <w:t>848.3552</w:t>
      </w:r>
      <w:r>
        <w:tab/>
        <w:t>2.025e0</w:t>
      </w:r>
    </w:p>
    <w:p w:rsidR="007B2329" w:rsidRDefault="007B2329" w:rsidP="007B2329">
      <w:r>
        <w:t>848.3763</w:t>
      </w:r>
      <w:r>
        <w:tab/>
        <w:t>2.259e0</w:t>
      </w:r>
    </w:p>
    <w:p w:rsidR="007B2329" w:rsidRDefault="007B2329" w:rsidP="007B2329">
      <w:r>
        <w:t>848.4318</w:t>
      </w:r>
      <w:r>
        <w:tab/>
        <w:t>2.025e0</w:t>
      </w:r>
    </w:p>
    <w:p w:rsidR="007B2329" w:rsidRDefault="007B2329" w:rsidP="007B2329">
      <w:r>
        <w:t>848.4595</w:t>
      </w:r>
      <w:r>
        <w:tab/>
        <w:t>4.993e0</w:t>
      </w:r>
    </w:p>
    <w:p w:rsidR="007B2329" w:rsidRDefault="007B2329" w:rsidP="007B2329">
      <w:r>
        <w:t>848.4672</w:t>
      </w:r>
      <w:r>
        <w:tab/>
        <w:t>2.669e0</w:t>
      </w:r>
    </w:p>
    <w:p w:rsidR="007B2329" w:rsidRDefault="007B2329" w:rsidP="007B2329">
      <w:r>
        <w:t>848.4891</w:t>
      </w:r>
      <w:r>
        <w:tab/>
        <w:t>2.025e0</w:t>
      </w:r>
    </w:p>
    <w:p w:rsidR="007B2329" w:rsidRDefault="007B2329" w:rsidP="007B2329">
      <w:r>
        <w:t>848.4928</w:t>
      </w:r>
      <w:r>
        <w:tab/>
        <w:t>8.145e0</w:t>
      </w:r>
    </w:p>
    <w:p w:rsidR="007B2329" w:rsidRDefault="007B2329" w:rsidP="007B2329">
      <w:r>
        <w:t>848.5469</w:t>
      </w:r>
      <w:r>
        <w:tab/>
        <w:t>2.532e0</w:t>
      </w:r>
    </w:p>
    <w:p w:rsidR="007B2329" w:rsidRDefault="007B2329" w:rsidP="007B2329">
      <w:r>
        <w:t>848.5827</w:t>
      </w:r>
      <w:r>
        <w:tab/>
        <w:t>6.969e0</w:t>
      </w:r>
    </w:p>
    <w:p w:rsidR="007B2329" w:rsidRDefault="007B2329" w:rsidP="007B2329">
      <w:r>
        <w:t>848.6395</w:t>
      </w:r>
      <w:r>
        <w:tab/>
        <w:t>2.025e0</w:t>
      </w:r>
    </w:p>
    <w:p w:rsidR="007B2329" w:rsidRDefault="007B2329" w:rsidP="007B2329">
      <w:r>
        <w:t>848.6603</w:t>
      </w:r>
      <w:r>
        <w:tab/>
        <w:t>1.013e0</w:t>
      </w:r>
    </w:p>
    <w:p w:rsidR="007B2329" w:rsidRDefault="007B2329" w:rsidP="007B2329">
      <w:r>
        <w:t>848.6656</w:t>
      </w:r>
      <w:r>
        <w:tab/>
        <w:t>3.038e0</w:t>
      </w:r>
    </w:p>
    <w:p w:rsidR="007B2329" w:rsidRDefault="007B2329" w:rsidP="007B2329">
      <w:r>
        <w:lastRenderedPageBreak/>
        <w:t>848.6675</w:t>
      </w:r>
      <w:r>
        <w:tab/>
        <w:t>4.051e0</w:t>
      </w:r>
    </w:p>
    <w:p w:rsidR="007B2329" w:rsidRDefault="007B2329" w:rsidP="007B2329">
      <w:r>
        <w:t>848.6713</w:t>
      </w:r>
      <w:r>
        <w:tab/>
        <w:t>2.025e0</w:t>
      </w:r>
    </w:p>
    <w:p w:rsidR="007B2329" w:rsidRDefault="007B2329" w:rsidP="007B2329">
      <w:r>
        <w:t>848.6938</w:t>
      </w:r>
      <w:r>
        <w:tab/>
        <w:t>2.025e0</w:t>
      </w:r>
    </w:p>
    <w:p w:rsidR="007B2329" w:rsidRDefault="007B2329" w:rsidP="007B2329">
      <w:r>
        <w:t>848.7059</w:t>
      </w:r>
      <w:r>
        <w:tab/>
        <w:t>5.063e0</w:t>
      </w:r>
    </w:p>
    <w:p w:rsidR="007B2329" w:rsidRDefault="007B2329" w:rsidP="007B2329">
      <w:r>
        <w:t>848.7680</w:t>
      </w:r>
      <w:r>
        <w:tab/>
        <w:t>1.013e0</w:t>
      </w:r>
    </w:p>
    <w:p w:rsidR="007B2329" w:rsidRDefault="007B2329" w:rsidP="007B2329">
      <w:r>
        <w:t>848.7887</w:t>
      </w:r>
      <w:r>
        <w:tab/>
        <w:t>1.013e0</w:t>
      </w:r>
    </w:p>
    <w:p w:rsidR="007B2329" w:rsidRDefault="007B2329" w:rsidP="007B2329">
      <w:r>
        <w:t>848.7900</w:t>
      </w:r>
      <w:r>
        <w:tab/>
        <w:t>4.051e0</w:t>
      </w:r>
    </w:p>
    <w:p w:rsidR="007B2329" w:rsidRDefault="007B2329" w:rsidP="007B2329">
      <w:r>
        <w:t>848.7942</w:t>
      </w:r>
      <w:r>
        <w:tab/>
        <w:t>1.025e0</w:t>
      </w:r>
    </w:p>
    <w:p w:rsidR="007B2329" w:rsidRDefault="007B2329" w:rsidP="007B2329">
      <w:r>
        <w:t>848.8172</w:t>
      </w:r>
      <w:r>
        <w:tab/>
        <w:t>1.013e0</w:t>
      </w:r>
    </w:p>
    <w:p w:rsidR="007B2329" w:rsidRDefault="007B2329" w:rsidP="007B2329">
      <w:r>
        <w:t>848.8274</w:t>
      </w:r>
      <w:r>
        <w:tab/>
        <w:t>2.606e0</w:t>
      </w:r>
    </w:p>
    <w:p w:rsidR="007B2329" w:rsidRDefault="007B2329" w:rsidP="007B2329">
      <w:r>
        <w:t>848.8318</w:t>
      </w:r>
      <w:r>
        <w:tab/>
        <w:t>3.038e0</w:t>
      </w:r>
    </w:p>
    <w:p w:rsidR="007B2329" w:rsidRDefault="007B2329" w:rsidP="007B2329">
      <w:r>
        <w:t>848.8699</w:t>
      </w:r>
      <w:r>
        <w:tab/>
        <w:t>1.013e0</w:t>
      </w:r>
    </w:p>
    <w:p w:rsidR="007B2329" w:rsidRDefault="007B2329" w:rsidP="007B2329">
      <w:r>
        <w:t>848.9030</w:t>
      </w:r>
      <w:r>
        <w:tab/>
        <w:t>3.896e0</w:t>
      </w:r>
    </w:p>
    <w:p w:rsidR="007B2329" w:rsidRDefault="007B2329" w:rsidP="007B2329">
      <w:r>
        <w:t>848.9275</w:t>
      </w:r>
      <w:r>
        <w:tab/>
        <w:t>4.921e0</w:t>
      </w:r>
    </w:p>
    <w:p w:rsidR="007B2329" w:rsidRDefault="007B2329" w:rsidP="007B2329">
      <w:r>
        <w:t>848.9321</w:t>
      </w:r>
      <w:r>
        <w:tab/>
        <w:t>3.038e0</w:t>
      </w:r>
    </w:p>
    <w:p w:rsidR="007B2329" w:rsidRDefault="007B2329" w:rsidP="007B2329">
      <w:r>
        <w:t>848.9340</w:t>
      </w:r>
      <w:r>
        <w:tab/>
        <w:t>2.025e0</w:t>
      </w:r>
    </w:p>
    <w:p w:rsidR="007B2329" w:rsidRDefault="007B2329" w:rsidP="007B2329">
      <w:r>
        <w:t>848.9737</w:t>
      </w:r>
      <w:r>
        <w:tab/>
        <w:t>4.051e0</w:t>
      </w:r>
    </w:p>
    <w:p w:rsidR="007B2329" w:rsidRDefault="007B2329" w:rsidP="007B2329">
      <w:r>
        <w:t>849.0038</w:t>
      </w:r>
      <w:r>
        <w:tab/>
        <w:t>1.013e0</w:t>
      </w:r>
    </w:p>
    <w:p w:rsidR="007B2329" w:rsidRDefault="007B2329" w:rsidP="007B2329">
      <w:r>
        <w:t>849.0216</w:t>
      </w:r>
      <w:r>
        <w:tab/>
        <w:t>2.025e0</w:t>
      </w:r>
    </w:p>
    <w:p w:rsidR="007B2329" w:rsidRDefault="007B2329" w:rsidP="007B2329">
      <w:r>
        <w:lastRenderedPageBreak/>
        <w:t>849.0389</w:t>
      </w:r>
      <w:r>
        <w:tab/>
        <w:t>2.025e0</w:t>
      </w:r>
    </w:p>
    <w:p w:rsidR="007B2329" w:rsidRDefault="007B2329" w:rsidP="007B2329">
      <w:r>
        <w:t>849.0458</w:t>
      </w:r>
      <w:r>
        <w:tab/>
        <w:t>1.013e0</w:t>
      </w:r>
    </w:p>
    <w:p w:rsidR="007B2329" w:rsidRDefault="007B2329" w:rsidP="007B2329">
      <w:r>
        <w:t>849.0671</w:t>
      </w:r>
      <w:r>
        <w:tab/>
        <w:t>4.051e0</w:t>
      </w:r>
    </w:p>
    <w:p w:rsidR="007B2329" w:rsidRDefault="007B2329" w:rsidP="007B2329">
      <w:r>
        <w:t>849.1028</w:t>
      </w:r>
      <w:r>
        <w:tab/>
        <w:t>1.013e0</w:t>
      </w:r>
    </w:p>
    <w:p w:rsidR="007B2329" w:rsidRDefault="007B2329" w:rsidP="007B2329">
      <w:r>
        <w:t>849.1060</w:t>
      </w:r>
      <w:r>
        <w:tab/>
        <w:t>1.013e0</w:t>
      </w:r>
    </w:p>
    <w:p w:rsidR="007B2329" w:rsidRDefault="007B2329" w:rsidP="007B2329">
      <w:r>
        <w:t>849.1312</w:t>
      </w:r>
      <w:r>
        <w:tab/>
        <w:t>1.013e0</w:t>
      </w:r>
    </w:p>
    <w:p w:rsidR="007B2329" w:rsidRDefault="007B2329" w:rsidP="007B2329">
      <w:r>
        <w:t>849.1987</w:t>
      </w:r>
      <w:r>
        <w:tab/>
        <w:t>3.980e0</w:t>
      </w:r>
    </w:p>
    <w:p w:rsidR="007B2329" w:rsidRDefault="007B2329" w:rsidP="007B2329">
      <w:r>
        <w:t>849.2079</w:t>
      </w:r>
      <w:r>
        <w:tab/>
        <w:t>1.013e0</w:t>
      </w:r>
    </w:p>
    <w:p w:rsidR="007B2329" w:rsidRDefault="007B2329" w:rsidP="007B2329">
      <w:r>
        <w:t>849.2203</w:t>
      </w:r>
      <w:r>
        <w:tab/>
        <w:t>2.025e0</w:t>
      </w:r>
    </w:p>
    <w:p w:rsidR="007B2329" w:rsidRDefault="007B2329" w:rsidP="007B2329">
      <w:r>
        <w:t>849.2360</w:t>
      </w:r>
      <w:r>
        <w:tab/>
        <w:t>4.862e-1</w:t>
      </w:r>
    </w:p>
    <w:p w:rsidR="007B2329" w:rsidRDefault="007B2329" w:rsidP="007B2329">
      <w:r>
        <w:t>849.2385</w:t>
      </w:r>
      <w:r>
        <w:tab/>
        <w:t>2.025e0</w:t>
      </w:r>
    </w:p>
    <w:p w:rsidR="007B2329" w:rsidRDefault="007B2329" w:rsidP="007B2329">
      <w:r>
        <w:t>849.2454</w:t>
      </w:r>
      <w:r>
        <w:tab/>
        <w:t>1.013e0</w:t>
      </w:r>
    </w:p>
    <w:p w:rsidR="007B2329" w:rsidRDefault="007B2329" w:rsidP="007B2329">
      <w:r>
        <w:t>849.2990</w:t>
      </w:r>
      <w:r>
        <w:tab/>
        <w:t>3.431e0</w:t>
      </w:r>
    </w:p>
    <w:p w:rsidR="007B2329" w:rsidRDefault="007B2329" w:rsidP="007B2329">
      <w:r>
        <w:t>849.3428</w:t>
      </w:r>
      <w:r>
        <w:tab/>
        <w:t>1.286e0</w:t>
      </w:r>
    </w:p>
    <w:p w:rsidR="007B2329" w:rsidRDefault="007B2329" w:rsidP="007B2329">
      <w:r>
        <w:t>849.3461</w:t>
      </w:r>
      <w:r>
        <w:tab/>
        <w:t>5.920e0</w:t>
      </w:r>
    </w:p>
    <w:p w:rsidR="007B2329" w:rsidRDefault="007B2329" w:rsidP="007B2329">
      <w:r>
        <w:t>849.3597</w:t>
      </w:r>
      <w:r>
        <w:tab/>
        <w:t>1.739e0</w:t>
      </w:r>
    </w:p>
    <w:p w:rsidR="007B2329" w:rsidRDefault="007B2329" w:rsidP="007B2329">
      <w:r>
        <w:t>849.3621</w:t>
      </w:r>
      <w:r>
        <w:tab/>
        <w:t>3.015e0</w:t>
      </w:r>
    </w:p>
    <w:p w:rsidR="007B2329" w:rsidRDefault="007B2329" w:rsidP="007B2329">
      <w:r>
        <w:t>849.3812</w:t>
      </w:r>
      <w:r>
        <w:tab/>
        <w:t>7.174e0</w:t>
      </w:r>
    </w:p>
    <w:p w:rsidR="007B2329" w:rsidRDefault="007B2329" w:rsidP="007B2329">
      <w:r>
        <w:t>849.4749</w:t>
      </w:r>
      <w:r>
        <w:tab/>
        <w:t>9.549e1</w:t>
      </w:r>
    </w:p>
    <w:p w:rsidR="007B2329" w:rsidRDefault="007B2329" w:rsidP="007B2329">
      <w:r>
        <w:lastRenderedPageBreak/>
        <w:t>849.4801</w:t>
      </w:r>
      <w:r>
        <w:tab/>
        <w:t>4.449e1</w:t>
      </w:r>
    </w:p>
    <w:p w:rsidR="007B2329" w:rsidRDefault="007B2329" w:rsidP="007B2329">
      <w:r>
        <w:t>849.4907</w:t>
      </w:r>
      <w:r>
        <w:tab/>
        <w:t>3.687e1</w:t>
      </w:r>
    </w:p>
    <w:p w:rsidR="007B2329" w:rsidRDefault="007B2329" w:rsidP="007B2329">
      <w:r>
        <w:t>849.4933</w:t>
      </w:r>
      <w:r>
        <w:tab/>
        <w:t>3.644e0</w:t>
      </w:r>
    </w:p>
    <w:p w:rsidR="007B2329" w:rsidRDefault="007B2329" w:rsidP="007B2329">
      <w:r>
        <w:t>849.4958</w:t>
      </w:r>
      <w:r>
        <w:tab/>
        <w:t>2.025e0</w:t>
      </w:r>
    </w:p>
    <w:p w:rsidR="007B2329" w:rsidRDefault="007B2329" w:rsidP="007B2329">
      <w:r>
        <w:t>849.4995</w:t>
      </w:r>
      <w:r>
        <w:tab/>
        <w:t>2.061e1</w:t>
      </w:r>
    </w:p>
    <w:p w:rsidR="007B2329" w:rsidRDefault="007B2329" w:rsidP="007B2329">
      <w:r>
        <w:t>849.5743</w:t>
      </w:r>
      <w:r>
        <w:tab/>
        <w:t>1.013e0</w:t>
      </w:r>
    </w:p>
    <w:p w:rsidR="007B2329" w:rsidRDefault="007B2329" w:rsidP="007B2329">
      <w:r>
        <w:t>849.6116</w:t>
      </w:r>
      <w:r>
        <w:tab/>
        <w:t>5.063e0</w:t>
      </w:r>
    </w:p>
    <w:p w:rsidR="007B2329" w:rsidRDefault="007B2329" w:rsidP="007B2329">
      <w:r>
        <w:t>849.6277</w:t>
      </w:r>
      <w:r>
        <w:tab/>
        <w:t>3.038e0</w:t>
      </w:r>
    </w:p>
    <w:p w:rsidR="007B2329" w:rsidRDefault="007B2329" w:rsidP="007B2329">
      <w:r>
        <w:t>849.6453</w:t>
      </w:r>
      <w:r>
        <w:tab/>
        <w:t>1.013e0</w:t>
      </w:r>
    </w:p>
    <w:p w:rsidR="007B2329" w:rsidRDefault="007B2329" w:rsidP="007B2329">
      <w:r>
        <w:t>849.7169</w:t>
      </w:r>
      <w:r>
        <w:tab/>
        <w:t>2.025e0</w:t>
      </w:r>
    </w:p>
    <w:p w:rsidR="007B2329" w:rsidRDefault="007B2329" w:rsidP="007B2329">
      <w:r>
        <w:t>849.7433</w:t>
      </w:r>
      <w:r>
        <w:tab/>
        <w:t>2.759e0</w:t>
      </w:r>
    </w:p>
    <w:p w:rsidR="007B2329" w:rsidRDefault="007B2329" w:rsidP="007B2329">
      <w:r>
        <w:t>849.7720</w:t>
      </w:r>
      <w:r>
        <w:tab/>
        <w:t>2.025e0</w:t>
      </w:r>
    </w:p>
    <w:p w:rsidR="007B2329" w:rsidRDefault="007B2329" w:rsidP="007B2329">
      <w:r>
        <w:t>849.7812</w:t>
      </w:r>
      <w:r>
        <w:tab/>
        <w:t>2.965e0</w:t>
      </w:r>
    </w:p>
    <w:p w:rsidR="007B2329" w:rsidRDefault="007B2329" w:rsidP="007B2329">
      <w:r>
        <w:t>849.7853</w:t>
      </w:r>
      <w:r>
        <w:tab/>
        <w:t>3.038e0</w:t>
      </w:r>
    </w:p>
    <w:p w:rsidR="007B2329" w:rsidRDefault="007B2329" w:rsidP="007B2329">
      <w:r>
        <w:t>849.8513</w:t>
      </w:r>
      <w:r>
        <w:tab/>
        <w:t>1.013e0</w:t>
      </w:r>
    </w:p>
    <w:p w:rsidR="007B2329" w:rsidRDefault="007B2329" w:rsidP="007B2329">
      <w:r>
        <w:t>849.8600</w:t>
      </w:r>
      <w:r>
        <w:tab/>
        <w:t>1.013e0</w:t>
      </w:r>
    </w:p>
    <w:p w:rsidR="007B2329" w:rsidRDefault="007B2329" w:rsidP="007B2329">
      <w:r>
        <w:t>849.8724</w:t>
      </w:r>
      <w:r>
        <w:tab/>
        <w:t>2.025e0</w:t>
      </w:r>
    </w:p>
    <w:p w:rsidR="007B2329" w:rsidRDefault="007B2329" w:rsidP="007B2329">
      <w:r>
        <w:t>849.8864</w:t>
      </w:r>
      <w:r>
        <w:tab/>
        <w:t>1.013e0</w:t>
      </w:r>
    </w:p>
    <w:p w:rsidR="007B2329" w:rsidRDefault="007B2329" w:rsidP="007B2329">
      <w:r>
        <w:t>849.8927</w:t>
      </w:r>
      <w:r>
        <w:tab/>
        <w:t>3.860e0</w:t>
      </w:r>
    </w:p>
    <w:p w:rsidR="007B2329" w:rsidRDefault="007B2329" w:rsidP="007B2329">
      <w:r>
        <w:lastRenderedPageBreak/>
        <w:t>849.8982</w:t>
      </w:r>
      <w:r>
        <w:tab/>
        <w:t>6.744e0</w:t>
      </w:r>
    </w:p>
    <w:p w:rsidR="007B2329" w:rsidRDefault="007B2329" w:rsidP="007B2329">
      <w:r>
        <w:t>849.9310</w:t>
      </w:r>
      <w:r>
        <w:tab/>
        <w:t>1.013e0</w:t>
      </w:r>
    </w:p>
    <w:p w:rsidR="007B2329" w:rsidRDefault="007B2329" w:rsidP="007B2329">
      <w:r>
        <w:t>849.9531</w:t>
      </w:r>
      <w:r>
        <w:tab/>
        <w:t>3.038e0</w:t>
      </w:r>
    </w:p>
    <w:p w:rsidR="007B2329" w:rsidRDefault="007B2329" w:rsidP="007B2329">
      <w:r>
        <w:t>849.9882</w:t>
      </w:r>
      <w:r>
        <w:tab/>
        <w:t>3.031e0</w:t>
      </w:r>
    </w:p>
    <w:p w:rsidR="007B2329" w:rsidRDefault="007B2329" w:rsidP="007B2329">
      <w:r>
        <w:t>850.0040</w:t>
      </w:r>
      <w:r>
        <w:tab/>
        <w:t>2.025e0</w:t>
      </w:r>
    </w:p>
    <w:p w:rsidR="007B2329" w:rsidRDefault="007B2329" w:rsidP="007B2329">
      <w:r>
        <w:t>850.0380</w:t>
      </w:r>
      <w:r>
        <w:tab/>
        <w:t>4.051e0</w:t>
      </w:r>
    </w:p>
    <w:p w:rsidR="007B2329" w:rsidRDefault="007B2329" w:rsidP="007B2329">
      <w:r>
        <w:t>850.0453</w:t>
      </w:r>
      <w:r>
        <w:tab/>
        <w:t>4.051e0</w:t>
      </w:r>
    </w:p>
    <w:p w:rsidR="007B2329" w:rsidRDefault="007B2329" w:rsidP="007B2329">
      <w:r>
        <w:t>850.0728</w:t>
      </w:r>
      <w:r>
        <w:tab/>
        <w:t>3.038e0</w:t>
      </w:r>
    </w:p>
    <w:p w:rsidR="007B2329" w:rsidRDefault="007B2329" w:rsidP="007B2329">
      <w:r>
        <w:t>850.0884</w:t>
      </w:r>
      <w:r>
        <w:tab/>
        <w:t>2.025e0</w:t>
      </w:r>
    </w:p>
    <w:p w:rsidR="007B2329" w:rsidRDefault="007B2329" w:rsidP="007B2329">
      <w:r>
        <w:t>850.0984</w:t>
      </w:r>
      <w:r>
        <w:tab/>
        <w:t>3.325e0</w:t>
      </w:r>
    </w:p>
    <w:p w:rsidR="007B2329" w:rsidRDefault="007B2329" w:rsidP="007B2329">
      <w:r>
        <w:t>850.1886</w:t>
      </w:r>
      <w:r>
        <w:tab/>
        <w:t>4.340e0</w:t>
      </w:r>
    </w:p>
    <w:p w:rsidR="007B2329" w:rsidRDefault="007B2329" w:rsidP="007B2329">
      <w:r>
        <w:t>850.2039</w:t>
      </w:r>
      <w:r>
        <w:tab/>
        <w:t>2.025e0</w:t>
      </w:r>
    </w:p>
    <w:p w:rsidR="007B2329" w:rsidRDefault="007B2329" w:rsidP="007B2329">
      <w:r>
        <w:t>850.2255</w:t>
      </w:r>
      <w:r>
        <w:tab/>
        <w:t>9.557e0</w:t>
      </w:r>
    </w:p>
    <w:p w:rsidR="007B2329" w:rsidRDefault="007B2329" w:rsidP="007B2329">
      <w:r>
        <w:t>850.2954</w:t>
      </w:r>
      <w:r>
        <w:tab/>
        <w:t>1.025e0</w:t>
      </w:r>
    </w:p>
    <w:p w:rsidR="007B2329" w:rsidRDefault="007B2329" w:rsidP="007B2329">
      <w:r>
        <w:t>850.3193</w:t>
      </w:r>
      <w:r>
        <w:tab/>
        <w:t>1.720e1</w:t>
      </w:r>
    </w:p>
    <w:p w:rsidR="007B2329" w:rsidRDefault="007B2329" w:rsidP="007B2329">
      <w:r>
        <w:t>850.3245</w:t>
      </w:r>
      <w:r>
        <w:tab/>
        <w:t>1.484e1</w:t>
      </w:r>
    </w:p>
    <w:p w:rsidR="007B2329" w:rsidRDefault="007B2329" w:rsidP="007B2329">
      <w:r>
        <w:t>850.3269</w:t>
      </w:r>
      <w:r>
        <w:tab/>
        <w:t>2.692e1</w:t>
      </w:r>
    </w:p>
    <w:p w:rsidR="007B2329" w:rsidRDefault="007B2329" w:rsidP="007B2329">
      <w:r>
        <w:t>850.3325</w:t>
      </w:r>
      <w:r>
        <w:tab/>
        <w:t>3.774e1</w:t>
      </w:r>
    </w:p>
    <w:p w:rsidR="007B2329" w:rsidRDefault="007B2329" w:rsidP="007B2329">
      <w:r>
        <w:t>850.3337</w:t>
      </w:r>
      <w:r>
        <w:tab/>
        <w:t>1.399e1</w:t>
      </w:r>
    </w:p>
    <w:p w:rsidR="007B2329" w:rsidRDefault="007B2329" w:rsidP="007B2329">
      <w:r>
        <w:lastRenderedPageBreak/>
        <w:t>850.3411</w:t>
      </w:r>
      <w:r>
        <w:tab/>
        <w:t>3.322e1</w:t>
      </w:r>
    </w:p>
    <w:p w:rsidR="007B2329" w:rsidRDefault="007B2329" w:rsidP="007B2329">
      <w:r>
        <w:t>850.3492</w:t>
      </w:r>
      <w:r>
        <w:tab/>
        <w:t>7.089e0</w:t>
      </w:r>
    </w:p>
    <w:p w:rsidR="007B2329" w:rsidRDefault="007B2329" w:rsidP="007B2329">
      <w:r>
        <w:t>850.3597</w:t>
      </w:r>
      <w:r>
        <w:tab/>
        <w:t>3.038e0</w:t>
      </w:r>
    </w:p>
    <w:p w:rsidR="007B2329" w:rsidRDefault="007B2329" w:rsidP="007B2329">
      <w:r>
        <w:t>850.4611</w:t>
      </w:r>
      <w:r>
        <w:tab/>
        <w:t>1.143e1</w:t>
      </w:r>
    </w:p>
    <w:p w:rsidR="007B2329" w:rsidRDefault="007B2329" w:rsidP="007B2329">
      <w:r>
        <w:t>850.4720</w:t>
      </w:r>
      <w:r>
        <w:tab/>
        <w:t>2.929e0</w:t>
      </w:r>
    </w:p>
    <w:p w:rsidR="007B2329" w:rsidRDefault="007B2329" w:rsidP="007B2329">
      <w:r>
        <w:t>850.4750</w:t>
      </w:r>
      <w:r>
        <w:tab/>
        <w:t>4.526e1</w:t>
      </w:r>
    </w:p>
    <w:p w:rsidR="007B2329" w:rsidRDefault="007B2329" w:rsidP="007B2329">
      <w:r>
        <w:t>850.4852</w:t>
      </w:r>
      <w:r>
        <w:tab/>
        <w:t>5.241e1</w:t>
      </w:r>
    </w:p>
    <w:p w:rsidR="007B2329" w:rsidRDefault="007B2329" w:rsidP="007B2329">
      <w:r>
        <w:t>850.4938</w:t>
      </w:r>
      <w:r>
        <w:tab/>
        <w:t>8.311e0</w:t>
      </w:r>
    </w:p>
    <w:p w:rsidR="007B2329" w:rsidRDefault="007B2329" w:rsidP="007B2329">
      <w:r>
        <w:t>850.5390</w:t>
      </w:r>
      <w:r>
        <w:tab/>
        <w:t>1.813e0</w:t>
      </w:r>
    </w:p>
    <w:p w:rsidR="007B2329" w:rsidRDefault="007B2329" w:rsidP="007B2329">
      <w:r>
        <w:t>850.5619</w:t>
      </w:r>
      <w:r>
        <w:tab/>
        <w:t>1.013e0</w:t>
      </w:r>
    </w:p>
    <w:p w:rsidR="007B2329" w:rsidRDefault="007B2329" w:rsidP="007B2329">
      <w:r>
        <w:t>850.6112</w:t>
      </w:r>
      <w:r>
        <w:tab/>
        <w:t>3.038e0</w:t>
      </w:r>
    </w:p>
    <w:p w:rsidR="007B2329" w:rsidRDefault="007B2329" w:rsidP="007B2329">
      <w:r>
        <w:t>850.6555</w:t>
      </w:r>
      <w:r>
        <w:tab/>
        <w:t>3.038e0</w:t>
      </w:r>
    </w:p>
    <w:p w:rsidR="007B2329" w:rsidRDefault="007B2329" w:rsidP="007B2329">
      <w:r>
        <w:t>850.6631</w:t>
      </w:r>
      <w:r>
        <w:tab/>
        <w:t>3.038e0</w:t>
      </w:r>
    </w:p>
    <w:p w:rsidR="007B2329" w:rsidRDefault="007B2329" w:rsidP="007B2329">
      <w:r>
        <w:t>850.7029</w:t>
      </w:r>
      <w:r>
        <w:tab/>
        <w:t>1.013e0</w:t>
      </w:r>
    </w:p>
    <w:p w:rsidR="007B2329" w:rsidRDefault="007B2329" w:rsidP="007B2329">
      <w:r>
        <w:t>850.7479</w:t>
      </w:r>
      <w:r>
        <w:tab/>
        <w:t>1.013e0</w:t>
      </w:r>
    </w:p>
    <w:p w:rsidR="007B2329" w:rsidRDefault="007B2329" w:rsidP="007B2329">
      <w:r>
        <w:t>850.7838</w:t>
      </w:r>
      <w:r>
        <w:tab/>
        <w:t>9.773e-1</w:t>
      </w:r>
    </w:p>
    <w:p w:rsidR="007B2329" w:rsidRDefault="007B2329" w:rsidP="007B2329">
      <w:r>
        <w:t>850.7931</w:t>
      </w:r>
      <w:r>
        <w:tab/>
        <w:t>2.025e0</w:t>
      </w:r>
    </w:p>
    <w:p w:rsidR="007B2329" w:rsidRDefault="007B2329" w:rsidP="007B2329">
      <w:r>
        <w:t>850.8075</w:t>
      </w:r>
      <w:r>
        <w:tab/>
        <w:t>2.025e0</w:t>
      </w:r>
    </w:p>
    <w:p w:rsidR="007B2329" w:rsidRDefault="007B2329" w:rsidP="007B2329">
      <w:r>
        <w:t>850.8321</w:t>
      </w:r>
      <w:r>
        <w:tab/>
        <w:t>1.013e0</w:t>
      </w:r>
    </w:p>
    <w:p w:rsidR="007B2329" w:rsidRDefault="007B2329" w:rsidP="007B2329">
      <w:r>
        <w:lastRenderedPageBreak/>
        <w:t>850.8887</w:t>
      </w:r>
      <w:r>
        <w:tab/>
        <w:t>3.038e0</w:t>
      </w:r>
    </w:p>
    <w:p w:rsidR="007B2329" w:rsidRDefault="007B2329" w:rsidP="007B2329">
      <w:r>
        <w:t>850.8935</w:t>
      </w:r>
      <w:r>
        <w:tab/>
        <w:t>3.038e0</w:t>
      </w:r>
    </w:p>
    <w:p w:rsidR="007B2329" w:rsidRDefault="007B2329" w:rsidP="007B2329">
      <w:r>
        <w:t>850.8992</w:t>
      </w:r>
      <w:r>
        <w:tab/>
        <w:t>7.757e0</w:t>
      </w:r>
    </w:p>
    <w:p w:rsidR="007B2329" w:rsidRDefault="007B2329" w:rsidP="007B2329">
      <w:r>
        <w:t>850.9139</w:t>
      </w:r>
      <w:r>
        <w:tab/>
        <w:t>3.958e0</w:t>
      </w:r>
    </w:p>
    <w:p w:rsidR="007B2329" w:rsidRDefault="007B2329" w:rsidP="007B2329">
      <w:r>
        <w:t>850.9196</w:t>
      </w:r>
      <w:r>
        <w:tab/>
        <w:t>2.025e0</w:t>
      </w:r>
    </w:p>
    <w:p w:rsidR="007B2329" w:rsidRDefault="007B2329" w:rsidP="007B2329">
      <w:r>
        <w:t>850.9243</w:t>
      </w:r>
      <w:r>
        <w:tab/>
        <w:t>2.535e0</w:t>
      </w:r>
    </w:p>
    <w:p w:rsidR="007B2329" w:rsidRDefault="007B2329" w:rsidP="007B2329">
      <w:r>
        <w:t>850.9850</w:t>
      </w:r>
      <w:r>
        <w:tab/>
        <w:t>3.784e0</w:t>
      </w:r>
    </w:p>
    <w:p w:rsidR="007B2329" w:rsidRDefault="007B2329" w:rsidP="007B2329">
      <w:r>
        <w:t>850.9888</w:t>
      </w:r>
      <w:r>
        <w:tab/>
        <w:t>2.025e0</w:t>
      </w:r>
    </w:p>
    <w:p w:rsidR="007B2329" w:rsidRDefault="007B2329" w:rsidP="007B2329">
      <w:r>
        <w:t>851.0024</w:t>
      </w:r>
      <w:r>
        <w:tab/>
        <w:t>2.025e0</w:t>
      </w:r>
    </w:p>
    <w:p w:rsidR="007B2329" w:rsidRDefault="007B2329" w:rsidP="007B2329">
      <w:r>
        <w:t>851.0040</w:t>
      </w:r>
      <w:r>
        <w:tab/>
        <w:t>4.555e0</w:t>
      </w:r>
    </w:p>
    <w:p w:rsidR="007B2329" w:rsidRDefault="007B2329" w:rsidP="007B2329">
      <w:r>
        <w:t>851.0107</w:t>
      </w:r>
      <w:r>
        <w:tab/>
        <w:t>2.025e0</w:t>
      </w:r>
    </w:p>
    <w:p w:rsidR="007B2329" w:rsidRDefault="007B2329" w:rsidP="007B2329">
      <w:r>
        <w:t>851.0893</w:t>
      </w:r>
      <w:r>
        <w:tab/>
        <w:t>1.013e0</w:t>
      </w:r>
    </w:p>
    <w:p w:rsidR="007B2329" w:rsidRDefault="007B2329" w:rsidP="007B2329">
      <w:r>
        <w:t>851.1205</w:t>
      </w:r>
      <w:r>
        <w:tab/>
        <w:t>1.013e0</w:t>
      </w:r>
    </w:p>
    <w:p w:rsidR="007B2329" w:rsidRDefault="007B2329" w:rsidP="007B2329">
      <w:r>
        <w:t>851.1249</w:t>
      </w:r>
      <w:r>
        <w:tab/>
        <w:t>1.025e0</w:t>
      </w:r>
    </w:p>
    <w:p w:rsidR="007B2329" w:rsidRDefault="007B2329" w:rsidP="007B2329">
      <w:r>
        <w:t>851.1292</w:t>
      </w:r>
      <w:r>
        <w:tab/>
        <w:t>2.025e0</w:t>
      </w:r>
    </w:p>
    <w:p w:rsidR="007B2329" w:rsidRDefault="007B2329" w:rsidP="007B2329">
      <w:r>
        <w:t>851.1745</w:t>
      </w:r>
      <w:r>
        <w:tab/>
        <w:t>3.038e0</w:t>
      </w:r>
    </w:p>
    <w:p w:rsidR="007B2329" w:rsidRDefault="007B2329" w:rsidP="007B2329">
      <w:r>
        <w:t>851.1812</w:t>
      </w:r>
      <w:r>
        <w:tab/>
        <w:t>2.025e0</w:t>
      </w:r>
    </w:p>
    <w:p w:rsidR="007B2329" w:rsidRDefault="007B2329" w:rsidP="007B2329">
      <w:r>
        <w:t>851.2225</w:t>
      </w:r>
      <w:r>
        <w:tab/>
        <w:t>1.013e0</w:t>
      </w:r>
    </w:p>
    <w:p w:rsidR="007B2329" w:rsidRDefault="007B2329" w:rsidP="007B2329">
      <w:r>
        <w:t>851.2538</w:t>
      </w:r>
      <w:r>
        <w:tab/>
        <w:t>3.630e0</w:t>
      </w:r>
    </w:p>
    <w:p w:rsidR="007B2329" w:rsidRDefault="007B2329" w:rsidP="007B2329">
      <w:r>
        <w:lastRenderedPageBreak/>
        <w:t>851.2948</w:t>
      </w:r>
      <w:r>
        <w:tab/>
        <w:t>9.307e0</w:t>
      </w:r>
    </w:p>
    <w:p w:rsidR="007B2329" w:rsidRDefault="007B2329" w:rsidP="007B2329">
      <w:r>
        <w:t>851.3091</w:t>
      </w:r>
      <w:r>
        <w:tab/>
        <w:t>1.018e1</w:t>
      </w:r>
    </w:p>
    <w:p w:rsidR="007B2329" w:rsidRDefault="007B2329" w:rsidP="007B2329">
      <w:r>
        <w:t>851.3211</w:t>
      </w:r>
      <w:r>
        <w:tab/>
        <w:t>3.893e1</w:t>
      </w:r>
    </w:p>
    <w:p w:rsidR="007B2329" w:rsidRDefault="007B2329" w:rsidP="007B2329">
      <w:r>
        <w:t>851.3420</w:t>
      </w:r>
      <w:r>
        <w:tab/>
        <w:t>9.539e0</w:t>
      </w:r>
    </w:p>
    <w:p w:rsidR="007B2329" w:rsidRDefault="007B2329" w:rsidP="007B2329">
      <w:r>
        <w:t>851.3458</w:t>
      </w:r>
      <w:r>
        <w:tab/>
        <w:t>7.280e0</w:t>
      </w:r>
    </w:p>
    <w:p w:rsidR="007B2329" w:rsidRDefault="007B2329" w:rsidP="007B2329">
      <w:r>
        <w:t>851.3475</w:t>
      </w:r>
      <w:r>
        <w:tab/>
        <w:t>4.557e0</w:t>
      </w:r>
    </w:p>
    <w:p w:rsidR="007B2329" w:rsidRDefault="007B2329" w:rsidP="007B2329">
      <w:r>
        <w:t>851.3589</w:t>
      </w:r>
      <w:r>
        <w:tab/>
        <w:t>1.013e0</w:t>
      </w:r>
    </w:p>
    <w:p w:rsidR="007B2329" w:rsidRDefault="007B2329" w:rsidP="007B2329">
      <w:r>
        <w:t>851.3954</w:t>
      </w:r>
      <w:r>
        <w:tab/>
        <w:t>8.101e0</w:t>
      </w:r>
    </w:p>
    <w:p w:rsidR="007B2329" w:rsidRDefault="007B2329" w:rsidP="007B2329">
      <w:r>
        <w:t>851.4181</w:t>
      </w:r>
      <w:r>
        <w:tab/>
        <w:t>1.077e1</w:t>
      </w:r>
    </w:p>
    <w:p w:rsidR="007B2329" w:rsidRDefault="007B2329" w:rsidP="007B2329">
      <w:r>
        <w:t>851.4324</w:t>
      </w:r>
      <w:r>
        <w:tab/>
        <w:t>1.484e1</w:t>
      </w:r>
    </w:p>
    <w:p w:rsidR="007B2329" w:rsidRDefault="007B2329" w:rsidP="007B2329">
      <w:r>
        <w:t>851.4537</w:t>
      </w:r>
      <w:r>
        <w:tab/>
        <w:t>9.669e0</w:t>
      </w:r>
    </w:p>
    <w:p w:rsidR="007B2329" w:rsidRDefault="007B2329" w:rsidP="007B2329">
      <w:r>
        <w:t>851.4559</w:t>
      </w:r>
      <w:r>
        <w:tab/>
        <w:t>2.001e1</w:t>
      </w:r>
    </w:p>
    <w:p w:rsidR="007B2329" w:rsidRDefault="007B2329" w:rsidP="007B2329">
      <w:r>
        <w:t>851.4600</w:t>
      </w:r>
      <w:r>
        <w:tab/>
        <w:t>2.573e1</w:t>
      </w:r>
    </w:p>
    <w:p w:rsidR="007B2329" w:rsidRDefault="007B2329" w:rsidP="007B2329">
      <w:r>
        <w:t>851.4740</w:t>
      </w:r>
      <w:r>
        <w:tab/>
        <w:t>3.081e0</w:t>
      </w:r>
    </w:p>
    <w:p w:rsidR="007B2329" w:rsidRDefault="007B2329" w:rsidP="007B2329">
      <w:r>
        <w:t>851.4947</w:t>
      </w:r>
      <w:r>
        <w:tab/>
        <w:t>9.353e0</w:t>
      </w:r>
    </w:p>
    <w:p w:rsidR="007B2329" w:rsidRDefault="007B2329" w:rsidP="007B2329">
      <w:r>
        <w:t>851.5330</w:t>
      </w:r>
      <w:r>
        <w:tab/>
        <w:t>2.025e0</w:t>
      </w:r>
    </w:p>
    <w:p w:rsidR="007B2329" w:rsidRDefault="007B2329" w:rsidP="007B2329">
      <w:r>
        <w:t>851.5518</w:t>
      </w:r>
      <w:r>
        <w:tab/>
        <w:t>3.257e0</w:t>
      </w:r>
    </w:p>
    <w:p w:rsidR="007B2329" w:rsidRDefault="007B2329" w:rsidP="007B2329">
      <w:r>
        <w:t>851.5550</w:t>
      </w:r>
      <w:r>
        <w:tab/>
        <w:t>8.179e0</w:t>
      </w:r>
    </w:p>
    <w:p w:rsidR="007B2329" w:rsidRDefault="007B2329" w:rsidP="007B2329">
      <w:r>
        <w:t>851.5580</w:t>
      </w:r>
      <w:r>
        <w:tab/>
        <w:t>1.651e0</w:t>
      </w:r>
    </w:p>
    <w:p w:rsidR="007B2329" w:rsidRDefault="007B2329" w:rsidP="007B2329">
      <w:r>
        <w:lastRenderedPageBreak/>
        <w:t>851.5948</w:t>
      </w:r>
      <w:r>
        <w:tab/>
        <w:t>1.082e0</w:t>
      </w:r>
    </w:p>
    <w:p w:rsidR="007B2329" w:rsidRDefault="007B2329" w:rsidP="007B2329">
      <w:r>
        <w:t>851.6086</w:t>
      </w:r>
      <w:r>
        <w:tab/>
        <w:t>5.133e0</w:t>
      </w:r>
    </w:p>
    <w:p w:rsidR="007B2329" w:rsidRDefault="007B2329" w:rsidP="007B2329">
      <w:r>
        <w:t>851.6190</w:t>
      </w:r>
      <w:r>
        <w:tab/>
        <w:t>1.013e0</w:t>
      </w:r>
    </w:p>
    <w:p w:rsidR="007B2329" w:rsidRDefault="007B2329" w:rsidP="007B2329">
      <w:r>
        <w:t>851.6207</w:t>
      </w:r>
      <w:r>
        <w:tab/>
        <w:t>2.025e0</w:t>
      </w:r>
    </w:p>
    <w:p w:rsidR="007B2329" w:rsidRDefault="007B2329" w:rsidP="007B2329">
      <w:r>
        <w:t>851.6526</w:t>
      </w:r>
      <w:r>
        <w:tab/>
        <w:t>1.025e0</w:t>
      </w:r>
    </w:p>
    <w:p w:rsidR="007B2329" w:rsidRDefault="007B2329" w:rsidP="007B2329">
      <w:r>
        <w:t>851.6880</w:t>
      </w:r>
      <w:r>
        <w:tab/>
        <w:t>2.106e0</w:t>
      </w:r>
    </w:p>
    <w:p w:rsidR="007B2329" w:rsidRDefault="007B2329" w:rsidP="007B2329">
      <w:r>
        <w:t>851.7092</w:t>
      </w:r>
      <w:r>
        <w:tab/>
        <w:t>2.025e0</w:t>
      </w:r>
    </w:p>
    <w:p w:rsidR="007B2329" w:rsidRDefault="007B2329" w:rsidP="007B2329">
      <w:r>
        <w:t>851.7333</w:t>
      </w:r>
      <w:r>
        <w:tab/>
        <w:t>1.013e0</w:t>
      </w:r>
    </w:p>
    <w:p w:rsidR="007B2329" w:rsidRDefault="007B2329" w:rsidP="007B2329">
      <w:r>
        <w:t>851.7346</w:t>
      </w:r>
      <w:r>
        <w:tab/>
        <w:t>7.395e0</w:t>
      </w:r>
    </w:p>
    <w:p w:rsidR="007B2329" w:rsidRDefault="007B2329" w:rsidP="007B2329">
      <w:r>
        <w:t>851.7474</w:t>
      </w:r>
      <w:r>
        <w:tab/>
        <w:t>2.025e0</w:t>
      </w:r>
    </w:p>
    <w:p w:rsidR="007B2329" w:rsidRDefault="007B2329" w:rsidP="007B2329">
      <w:r>
        <w:t>851.7812</w:t>
      </w:r>
      <w:r>
        <w:tab/>
        <w:t>1.013e0</w:t>
      </w:r>
    </w:p>
    <w:p w:rsidR="007B2329" w:rsidRDefault="007B2329" w:rsidP="007B2329">
      <w:r>
        <w:t>851.8052</w:t>
      </w:r>
      <w:r>
        <w:tab/>
        <w:t>2.966e0</w:t>
      </w:r>
    </w:p>
    <w:p w:rsidR="007B2329" w:rsidRDefault="007B2329" w:rsidP="007B2329">
      <w:r>
        <w:t>851.8250</w:t>
      </w:r>
      <w:r>
        <w:tab/>
        <w:t>5.063e0</w:t>
      </w:r>
    </w:p>
    <w:p w:rsidR="007B2329" w:rsidRDefault="007B2329" w:rsidP="007B2329">
      <w:r>
        <w:t>851.8293</w:t>
      </w:r>
      <w:r>
        <w:tab/>
        <w:t>1.051e0</w:t>
      </w:r>
    </w:p>
    <w:p w:rsidR="007B2329" w:rsidRDefault="007B2329" w:rsidP="007B2329">
      <w:r>
        <w:t>851.8561</w:t>
      </w:r>
      <w:r>
        <w:tab/>
        <w:t>5.917e0</w:t>
      </w:r>
    </w:p>
    <w:p w:rsidR="007B2329" w:rsidRDefault="007B2329" w:rsidP="007B2329">
      <w:r>
        <w:t>851.9197</w:t>
      </w:r>
      <w:r>
        <w:tab/>
        <w:t>1.013e0</w:t>
      </w:r>
    </w:p>
    <w:p w:rsidR="007B2329" w:rsidRDefault="007B2329" w:rsidP="007B2329">
      <w:r>
        <w:t>851.9308</w:t>
      </w:r>
      <w:r>
        <w:tab/>
        <w:t>3.038e0</w:t>
      </w:r>
    </w:p>
    <w:p w:rsidR="007B2329" w:rsidRDefault="007B2329" w:rsidP="007B2329">
      <w:r>
        <w:t>851.9431</w:t>
      </w:r>
      <w:r>
        <w:tab/>
        <w:t>3.038e0</w:t>
      </w:r>
    </w:p>
    <w:p w:rsidR="007B2329" w:rsidRDefault="007B2329" w:rsidP="007B2329">
      <w:r>
        <w:t>851.9545</w:t>
      </w:r>
      <w:r>
        <w:tab/>
        <w:t>6.696e0</w:t>
      </w:r>
    </w:p>
    <w:p w:rsidR="007B2329" w:rsidRDefault="007B2329" w:rsidP="007B2329">
      <w:r>
        <w:lastRenderedPageBreak/>
        <w:t>851.9587</w:t>
      </w:r>
      <w:r>
        <w:tab/>
        <w:t>2.025e0</w:t>
      </w:r>
    </w:p>
    <w:p w:rsidR="007B2329" w:rsidRDefault="007B2329" w:rsidP="007B2329">
      <w:r>
        <w:t>851.9992</w:t>
      </w:r>
      <w:r>
        <w:tab/>
        <w:t>3.699e0</w:t>
      </w:r>
    </w:p>
    <w:p w:rsidR="007B2329" w:rsidRDefault="007B2329" w:rsidP="007B2329">
      <w:r>
        <w:t>852.0691</w:t>
      </w:r>
      <w:r>
        <w:tab/>
        <w:t>2.025e0</w:t>
      </w:r>
    </w:p>
    <w:p w:rsidR="007B2329" w:rsidRDefault="007B2329" w:rsidP="007B2329">
      <w:r>
        <w:t>852.0905</w:t>
      </w:r>
      <w:r>
        <w:tab/>
        <w:t>3.051e0</w:t>
      </w:r>
    </w:p>
    <w:p w:rsidR="007B2329" w:rsidRDefault="007B2329" w:rsidP="007B2329">
      <w:r>
        <w:t>852.1026</w:t>
      </w:r>
      <w:r>
        <w:tab/>
        <w:t>3.038e0</w:t>
      </w:r>
    </w:p>
    <w:p w:rsidR="007B2329" w:rsidRDefault="007B2329" w:rsidP="007B2329">
      <w:r>
        <w:t>852.1249</w:t>
      </w:r>
      <w:r>
        <w:tab/>
        <w:t>2.038e0</w:t>
      </w:r>
    </w:p>
    <w:p w:rsidR="007B2329" w:rsidRDefault="007B2329" w:rsidP="007B2329">
      <w:r>
        <w:t>852.1669</w:t>
      </w:r>
      <w:r>
        <w:tab/>
        <w:t>1.978e0</w:t>
      </w:r>
    </w:p>
    <w:p w:rsidR="007B2329" w:rsidRDefault="007B2329" w:rsidP="007B2329">
      <w:r>
        <w:t>852.1701</w:t>
      </w:r>
      <w:r>
        <w:tab/>
        <w:t>2.025e0</w:t>
      </w:r>
    </w:p>
    <w:p w:rsidR="007B2329" w:rsidRDefault="007B2329" w:rsidP="007B2329">
      <w:r>
        <w:t>852.1916</w:t>
      </w:r>
      <w:r>
        <w:tab/>
        <w:t>1.013e0</w:t>
      </w:r>
    </w:p>
    <w:p w:rsidR="007B2329" w:rsidRDefault="007B2329" w:rsidP="007B2329">
      <w:r>
        <w:t>852.2149</w:t>
      </w:r>
      <w:r>
        <w:tab/>
        <w:t>2.726e0</w:t>
      </w:r>
    </w:p>
    <w:p w:rsidR="007B2329" w:rsidRDefault="007B2329" w:rsidP="007B2329">
      <w:r>
        <w:t>852.2351</w:t>
      </w:r>
      <w:r>
        <w:tab/>
        <w:t>5.655e0</w:t>
      </w:r>
    </w:p>
    <w:p w:rsidR="007B2329" w:rsidRDefault="007B2329" w:rsidP="007B2329">
      <w:r>
        <w:t>852.2463</w:t>
      </w:r>
      <w:r>
        <w:tab/>
        <w:t>5.974e0</w:t>
      </w:r>
    </w:p>
    <w:p w:rsidR="007B2329" w:rsidRDefault="007B2329" w:rsidP="007B2329">
      <w:r>
        <w:t>852.2995</w:t>
      </w:r>
      <w:r>
        <w:tab/>
        <w:t>4.051e0</w:t>
      </w:r>
    </w:p>
    <w:p w:rsidR="007B2329" w:rsidRDefault="007B2329" w:rsidP="007B2329">
      <w:r>
        <w:t>852.3122</w:t>
      </w:r>
      <w:r>
        <w:tab/>
        <w:t>5.962e0</w:t>
      </w:r>
    </w:p>
    <w:p w:rsidR="007B2329" w:rsidRDefault="007B2329" w:rsidP="007B2329">
      <w:r>
        <w:t>852.3138</w:t>
      </w:r>
      <w:r>
        <w:tab/>
        <w:t>9.352e0</w:t>
      </w:r>
    </w:p>
    <w:p w:rsidR="007B2329" w:rsidRDefault="007B2329" w:rsidP="007B2329">
      <w:r>
        <w:t>852.3216</w:t>
      </w:r>
      <w:r>
        <w:tab/>
        <w:t>4.205e0</w:t>
      </w:r>
    </w:p>
    <w:p w:rsidR="007B2329" w:rsidRDefault="007B2329" w:rsidP="007B2329">
      <w:r>
        <w:t>852.3342</w:t>
      </w:r>
      <w:r>
        <w:tab/>
        <w:t>1.934e0</w:t>
      </w:r>
    </w:p>
    <w:p w:rsidR="007B2329" w:rsidRDefault="007B2329" w:rsidP="007B2329">
      <w:r>
        <w:t>852.3452</w:t>
      </w:r>
      <w:r>
        <w:tab/>
        <w:t>5.998e0</w:t>
      </w:r>
    </w:p>
    <w:p w:rsidR="007B2329" w:rsidRDefault="007B2329" w:rsidP="007B2329">
      <w:r>
        <w:t>852.3781</w:t>
      </w:r>
      <w:r>
        <w:tab/>
        <w:t>1.272e0</w:t>
      </w:r>
    </w:p>
    <w:p w:rsidR="007B2329" w:rsidRDefault="007B2329" w:rsidP="007B2329">
      <w:r>
        <w:lastRenderedPageBreak/>
        <w:t>852.3867</w:t>
      </w:r>
      <w:r>
        <w:tab/>
        <w:t>5.646e0</w:t>
      </w:r>
    </w:p>
    <w:p w:rsidR="007B2329" w:rsidRDefault="007B2329" w:rsidP="007B2329">
      <w:r>
        <w:t>852.4072</w:t>
      </w:r>
      <w:r>
        <w:tab/>
        <w:t>3.752e0</w:t>
      </w:r>
    </w:p>
    <w:p w:rsidR="007B2329" w:rsidRDefault="007B2329" w:rsidP="007B2329">
      <w:r>
        <w:t>852.4208</w:t>
      </w:r>
      <w:r>
        <w:tab/>
        <w:t>1.408e0</w:t>
      </w:r>
    </w:p>
    <w:p w:rsidR="007B2329" w:rsidRDefault="007B2329" w:rsidP="007B2329">
      <w:r>
        <w:t>852.4364</w:t>
      </w:r>
      <w:r>
        <w:tab/>
        <w:t>4.032e0</w:t>
      </w:r>
    </w:p>
    <w:p w:rsidR="007B2329" w:rsidRDefault="007B2329" w:rsidP="007B2329">
      <w:r>
        <w:t>852.4570</w:t>
      </w:r>
      <w:r>
        <w:tab/>
        <w:t>1.935e0</w:t>
      </w:r>
    </w:p>
    <w:p w:rsidR="007B2329" w:rsidRDefault="007B2329" w:rsidP="007B2329">
      <w:r>
        <w:t>852.4584</w:t>
      </w:r>
      <w:r>
        <w:tab/>
        <w:t>9.415e0</w:t>
      </w:r>
    </w:p>
    <w:p w:rsidR="007B2329" w:rsidRDefault="007B2329" w:rsidP="007B2329">
      <w:r>
        <w:t>852.4842</w:t>
      </w:r>
      <w:r>
        <w:tab/>
        <w:t>1.310e1</w:t>
      </w:r>
    </w:p>
    <w:p w:rsidR="007B2329" w:rsidRDefault="007B2329" w:rsidP="007B2329">
      <w:r>
        <w:t>852.5516</w:t>
      </w:r>
      <w:r>
        <w:tab/>
        <w:t>4.472e0</w:t>
      </w:r>
    </w:p>
    <w:p w:rsidR="007B2329" w:rsidRDefault="007B2329" w:rsidP="007B2329">
      <w:r>
        <w:t>852.5621</w:t>
      </w:r>
      <w:r>
        <w:tab/>
        <w:t>3.148e0</w:t>
      </w:r>
    </w:p>
    <w:p w:rsidR="007B2329" w:rsidRDefault="007B2329" w:rsidP="007B2329">
      <w:r>
        <w:t>852.5930</w:t>
      </w:r>
      <w:r>
        <w:tab/>
        <w:t>1.013e0</w:t>
      </w:r>
    </w:p>
    <w:p w:rsidR="007B2329" w:rsidRDefault="007B2329" w:rsidP="007B2329">
      <w:r>
        <w:t>852.6101</w:t>
      </w:r>
      <w:r>
        <w:tab/>
        <w:t>1.013e0</w:t>
      </w:r>
    </w:p>
    <w:p w:rsidR="007B2329" w:rsidRDefault="007B2329" w:rsidP="007B2329">
      <w:r>
        <w:t>852.6277</w:t>
      </w:r>
      <w:r>
        <w:tab/>
        <w:t>1.266e-2</w:t>
      </w:r>
    </w:p>
    <w:p w:rsidR="007B2329" w:rsidRDefault="007B2329" w:rsidP="007B2329">
      <w:r>
        <w:t>852.6489</w:t>
      </w:r>
      <w:r>
        <w:tab/>
        <w:t>6.076e0</w:t>
      </w:r>
    </w:p>
    <w:p w:rsidR="007B2329" w:rsidRDefault="007B2329" w:rsidP="007B2329">
      <w:r>
        <w:t>852.6563</w:t>
      </w:r>
      <w:r>
        <w:tab/>
        <w:t>1.991e0</w:t>
      </w:r>
    </w:p>
    <w:p w:rsidR="007B2329" w:rsidRDefault="007B2329" w:rsidP="007B2329">
      <w:r>
        <w:t>852.6642</w:t>
      </w:r>
      <w:r>
        <w:tab/>
        <w:t>3.038e0</w:t>
      </w:r>
    </w:p>
    <w:p w:rsidR="007B2329" w:rsidRDefault="007B2329" w:rsidP="007B2329">
      <w:r>
        <w:t>852.6785</w:t>
      </w:r>
      <w:r>
        <w:tab/>
        <w:t>1.013e0</w:t>
      </w:r>
    </w:p>
    <w:p w:rsidR="007B2329" w:rsidRDefault="007B2329" w:rsidP="007B2329">
      <w:r>
        <w:t>852.7363</w:t>
      </w:r>
      <w:r>
        <w:tab/>
        <w:t>1.013e0</w:t>
      </w:r>
    </w:p>
    <w:p w:rsidR="007B2329" w:rsidRDefault="007B2329" w:rsidP="007B2329">
      <w:r>
        <w:t>852.7467</w:t>
      </w:r>
      <w:r>
        <w:tab/>
        <w:t>2.025e0</w:t>
      </w:r>
    </w:p>
    <w:p w:rsidR="007B2329" w:rsidRDefault="007B2329" w:rsidP="007B2329">
      <w:r>
        <w:t>852.7504</w:t>
      </w:r>
      <w:r>
        <w:tab/>
        <w:t>1.013e0</w:t>
      </w:r>
    </w:p>
    <w:p w:rsidR="007B2329" w:rsidRDefault="007B2329" w:rsidP="007B2329">
      <w:r>
        <w:lastRenderedPageBreak/>
        <w:t>852.7789</w:t>
      </w:r>
      <w:r>
        <w:tab/>
        <w:t>1.013e0</w:t>
      </w:r>
    </w:p>
    <w:p w:rsidR="007B2329" w:rsidRDefault="007B2329" w:rsidP="007B2329">
      <w:r>
        <w:t>852.7863</w:t>
      </w:r>
      <w:r>
        <w:tab/>
        <w:t>2.025e0</w:t>
      </w:r>
    </w:p>
    <w:p w:rsidR="007B2329" w:rsidRDefault="007B2329" w:rsidP="007B2329">
      <w:r>
        <w:t>852.8311</w:t>
      </w:r>
      <w:r>
        <w:tab/>
        <w:t>1.013e0</w:t>
      </w:r>
    </w:p>
    <w:p w:rsidR="007B2329" w:rsidRDefault="007B2329" w:rsidP="007B2329">
      <w:r>
        <w:t>852.8571</w:t>
      </w:r>
      <w:r>
        <w:tab/>
        <w:t>2.025e0</w:t>
      </w:r>
    </w:p>
    <w:p w:rsidR="007B2329" w:rsidRDefault="007B2329" w:rsidP="007B2329">
      <w:r>
        <w:t>852.8872</w:t>
      </w:r>
      <w:r>
        <w:tab/>
        <w:t>2.025e0</w:t>
      </w:r>
    </w:p>
    <w:p w:rsidR="007B2329" w:rsidRDefault="007B2329" w:rsidP="007B2329">
      <w:r>
        <w:t>852.8936</w:t>
      </w:r>
      <w:r>
        <w:tab/>
        <w:t>1.882e0</w:t>
      </w:r>
    </w:p>
    <w:p w:rsidR="007B2329" w:rsidRDefault="007B2329" w:rsidP="007B2329">
      <w:r>
        <w:t>852.9269</w:t>
      </w:r>
      <w:r>
        <w:tab/>
        <w:t>2.025e0</w:t>
      </w:r>
    </w:p>
    <w:p w:rsidR="007B2329" w:rsidRDefault="007B2329" w:rsidP="007B2329">
      <w:r>
        <w:t>852.9550</w:t>
      </w:r>
      <w:r>
        <w:tab/>
        <w:t>1.217e0</w:t>
      </w:r>
    </w:p>
    <w:p w:rsidR="007B2329" w:rsidRDefault="007B2329" w:rsidP="007B2329">
      <w:r>
        <w:t>852.9796</w:t>
      </w:r>
      <w:r>
        <w:tab/>
        <w:t>3.038e0</w:t>
      </w:r>
    </w:p>
    <w:p w:rsidR="007B2329" w:rsidRDefault="007B2329" w:rsidP="007B2329">
      <w:r>
        <w:t>853.0007</w:t>
      </w:r>
      <w:r>
        <w:tab/>
        <w:t>2.960e0</w:t>
      </w:r>
    </w:p>
    <w:p w:rsidR="007B2329" w:rsidRDefault="007B2329" w:rsidP="007B2329">
      <w:r>
        <w:t>853.0083</w:t>
      </w:r>
      <w:r>
        <w:tab/>
        <w:t>2.025e0</w:t>
      </w:r>
    </w:p>
    <w:p w:rsidR="007B2329" w:rsidRDefault="007B2329" w:rsidP="007B2329">
      <w:r>
        <w:t>853.0439</w:t>
      </w:r>
      <w:r>
        <w:tab/>
        <w:t>2.025e0</w:t>
      </w:r>
    </w:p>
    <w:p w:rsidR="007B2329" w:rsidRDefault="007B2329" w:rsidP="007B2329">
      <w:r>
        <w:t>853.0663</w:t>
      </w:r>
      <w:r>
        <w:tab/>
        <w:t>2.944e0</w:t>
      </w:r>
    </w:p>
    <w:p w:rsidR="007B2329" w:rsidRDefault="007B2329" w:rsidP="007B2329">
      <w:r>
        <w:t>853.0945</w:t>
      </w:r>
      <w:r>
        <w:tab/>
        <w:t>1.013e0</w:t>
      </w:r>
    </w:p>
    <w:p w:rsidR="007B2329" w:rsidRDefault="007B2329" w:rsidP="007B2329">
      <w:r>
        <w:t>853.0986</w:t>
      </w:r>
      <w:r>
        <w:tab/>
        <w:t>2.025e0</w:t>
      </w:r>
    </w:p>
    <w:p w:rsidR="007B2329" w:rsidRDefault="007B2329" w:rsidP="007B2329">
      <w:r>
        <w:t>853.1193</w:t>
      </w:r>
      <w:r>
        <w:tab/>
        <w:t>1.013e0</w:t>
      </w:r>
    </w:p>
    <w:p w:rsidR="007B2329" w:rsidRDefault="007B2329" w:rsidP="007B2329">
      <w:r>
        <w:t>853.1717</w:t>
      </w:r>
      <w:r>
        <w:tab/>
        <w:t>6.076e0</w:t>
      </w:r>
    </w:p>
    <w:p w:rsidR="007B2329" w:rsidRDefault="007B2329" w:rsidP="007B2329">
      <w:r>
        <w:t>853.1803</w:t>
      </w:r>
      <w:r>
        <w:tab/>
        <w:t>1.013e0</w:t>
      </w:r>
    </w:p>
    <w:p w:rsidR="007B2329" w:rsidRDefault="007B2329" w:rsidP="007B2329">
      <w:r>
        <w:t>853.2069</w:t>
      </w:r>
      <w:r>
        <w:tab/>
        <w:t>1.519e0</w:t>
      </w:r>
    </w:p>
    <w:p w:rsidR="007B2329" w:rsidRDefault="007B2329" w:rsidP="007B2329">
      <w:r>
        <w:lastRenderedPageBreak/>
        <w:t>853.2092</w:t>
      </w:r>
      <w:r>
        <w:tab/>
        <w:t>1.013e0</w:t>
      </w:r>
    </w:p>
    <w:p w:rsidR="007B2329" w:rsidRDefault="007B2329" w:rsidP="007B2329">
      <w:r>
        <w:t>853.2496</w:t>
      </w:r>
      <w:r>
        <w:tab/>
        <w:t>1.240e0</w:t>
      </w:r>
    </w:p>
    <w:p w:rsidR="007B2329" w:rsidRDefault="007B2329" w:rsidP="007B2329">
      <w:r>
        <w:t>853.3084</w:t>
      </w:r>
      <w:r>
        <w:tab/>
        <w:t>3.801e0</w:t>
      </w:r>
    </w:p>
    <w:p w:rsidR="007B2329" w:rsidRDefault="007B2329" w:rsidP="007B2329">
      <w:r>
        <w:t>853.3133</w:t>
      </w:r>
      <w:r>
        <w:tab/>
        <w:t>4.978e0</w:t>
      </w:r>
    </w:p>
    <w:p w:rsidR="007B2329" w:rsidRDefault="007B2329" w:rsidP="007B2329">
      <w:r>
        <w:t>853.3433</w:t>
      </w:r>
      <w:r>
        <w:tab/>
        <w:t>2.547e0</w:t>
      </w:r>
    </w:p>
    <w:p w:rsidR="007B2329" w:rsidRDefault="007B2329" w:rsidP="007B2329">
      <w:r>
        <w:t>853.3539</w:t>
      </w:r>
      <w:r>
        <w:tab/>
        <w:t>2.025e0</w:t>
      </w:r>
    </w:p>
    <w:p w:rsidR="007B2329" w:rsidRDefault="007B2329" w:rsidP="007B2329">
      <w:r>
        <w:t>853.4055</w:t>
      </w:r>
      <w:r>
        <w:tab/>
        <w:t>8.611e0</w:t>
      </w:r>
    </w:p>
    <w:p w:rsidR="007B2329" w:rsidRDefault="007B2329" w:rsidP="007B2329">
      <w:r>
        <w:t>853.4067</w:t>
      </w:r>
      <w:r>
        <w:tab/>
        <w:t>6.628e0</w:t>
      </w:r>
    </w:p>
    <w:p w:rsidR="007B2329" w:rsidRDefault="007B2329" w:rsidP="007B2329">
      <w:r>
        <w:t>853.4200</w:t>
      </w:r>
      <w:r>
        <w:tab/>
        <w:t>5.437e0</w:t>
      </w:r>
    </w:p>
    <w:p w:rsidR="007B2329" w:rsidRDefault="007B2329" w:rsidP="007B2329">
      <w:r>
        <w:t>853.4329</w:t>
      </w:r>
      <w:r>
        <w:tab/>
        <w:t>3.038e0</w:t>
      </w:r>
    </w:p>
    <w:p w:rsidR="007B2329" w:rsidRDefault="007B2329" w:rsidP="007B2329">
      <w:r>
        <w:t>853.4719</w:t>
      </w:r>
      <w:r>
        <w:tab/>
        <w:t>4.637e0</w:t>
      </w:r>
    </w:p>
    <w:p w:rsidR="007B2329" w:rsidRDefault="007B2329" w:rsidP="007B2329">
      <w:r>
        <w:t>853.4968</w:t>
      </w:r>
      <w:r>
        <w:tab/>
        <w:t>3.690e0</w:t>
      </w:r>
    </w:p>
    <w:p w:rsidR="007B2329" w:rsidRDefault="007B2329" w:rsidP="007B2329">
      <w:r>
        <w:t>853.5068</w:t>
      </w:r>
      <w:r>
        <w:tab/>
        <w:t>3.397e0</w:t>
      </w:r>
    </w:p>
    <w:p w:rsidR="007B2329" w:rsidRDefault="007B2329" w:rsidP="007B2329">
      <w:r>
        <w:t>853.5455</w:t>
      </w:r>
      <w:r>
        <w:tab/>
        <w:t>2.092e0</w:t>
      </w:r>
    </w:p>
    <w:p w:rsidR="007B2329" w:rsidRDefault="007B2329" w:rsidP="007B2329">
      <w:r>
        <w:t>853.5862</w:t>
      </w:r>
      <w:r>
        <w:tab/>
        <w:t>1.686e0</w:t>
      </w:r>
    </w:p>
    <w:p w:rsidR="007B2329" w:rsidRDefault="007B2329" w:rsidP="007B2329">
      <w:r>
        <w:t>853.5930</w:t>
      </w:r>
      <w:r>
        <w:tab/>
        <w:t>1.013e0</w:t>
      </w:r>
    </w:p>
    <w:p w:rsidR="007B2329" w:rsidRDefault="007B2329" w:rsidP="007B2329">
      <w:r>
        <w:t>853.6022</w:t>
      </w:r>
      <w:r>
        <w:tab/>
        <w:t>7.765e-1</w:t>
      </w:r>
    </w:p>
    <w:p w:rsidR="007B2329" w:rsidRDefault="007B2329" w:rsidP="007B2329">
      <w:r>
        <w:t>853.6111</w:t>
      </w:r>
      <w:r>
        <w:tab/>
        <w:t>1.013e0</w:t>
      </w:r>
    </w:p>
    <w:p w:rsidR="007B2329" w:rsidRDefault="007B2329" w:rsidP="007B2329">
      <w:r>
        <w:t>853.6537</w:t>
      </w:r>
      <w:r>
        <w:tab/>
        <w:t>1.013e0</w:t>
      </w:r>
    </w:p>
    <w:p w:rsidR="007B2329" w:rsidRDefault="007B2329" w:rsidP="007B2329">
      <w:r>
        <w:lastRenderedPageBreak/>
        <w:t>853.6682</w:t>
      </w:r>
      <w:r>
        <w:tab/>
        <w:t>2.025e0</w:t>
      </w:r>
    </w:p>
    <w:p w:rsidR="007B2329" w:rsidRDefault="007B2329" w:rsidP="007B2329">
      <w:r>
        <w:t>853.6809</w:t>
      </w:r>
      <w:r>
        <w:tab/>
        <w:t>2.025e0</w:t>
      </w:r>
    </w:p>
    <w:p w:rsidR="007B2329" w:rsidRDefault="007B2329" w:rsidP="007B2329">
      <w:r>
        <w:t>853.6967</w:t>
      </w:r>
      <w:r>
        <w:tab/>
        <w:t>1.013e0</w:t>
      </w:r>
    </w:p>
    <w:p w:rsidR="007B2329" w:rsidRDefault="007B2329" w:rsidP="007B2329">
      <w:r>
        <w:t>853.7111</w:t>
      </w:r>
      <w:r>
        <w:tab/>
        <w:t>2.025e0</w:t>
      </w:r>
    </w:p>
    <w:p w:rsidR="007B2329" w:rsidRDefault="007B2329" w:rsidP="007B2329">
      <w:r>
        <w:t>853.7399</w:t>
      </w:r>
      <w:r>
        <w:tab/>
        <w:t>2.025e0</w:t>
      </w:r>
    </w:p>
    <w:p w:rsidR="007B2329" w:rsidRDefault="007B2329" w:rsidP="007B2329">
      <w:r>
        <w:t>853.7793</w:t>
      </w:r>
      <w:r>
        <w:tab/>
        <w:t>1.013e0</w:t>
      </w:r>
    </w:p>
    <w:p w:rsidR="007B2329" w:rsidRDefault="007B2329" w:rsidP="007B2329">
      <w:r>
        <w:t>853.7970</w:t>
      </w:r>
      <w:r>
        <w:tab/>
        <w:t>1.013e0</w:t>
      </w:r>
    </w:p>
    <w:p w:rsidR="007B2329" w:rsidRDefault="007B2329" w:rsidP="007B2329">
      <w:r>
        <w:t>853.8259</w:t>
      </w:r>
      <w:r>
        <w:tab/>
        <w:t>2.822e0</w:t>
      </w:r>
    </w:p>
    <w:p w:rsidR="007B2329" w:rsidRDefault="007B2329" w:rsidP="007B2329">
      <w:r>
        <w:t>853.8765</w:t>
      </w:r>
      <w:r>
        <w:tab/>
        <w:t>3.038e0</w:t>
      </w:r>
    </w:p>
    <w:p w:rsidR="007B2329" w:rsidRDefault="007B2329" w:rsidP="007B2329">
      <w:r>
        <w:t>853.8815</w:t>
      </w:r>
      <w:r>
        <w:tab/>
        <w:t>1.013e0</w:t>
      </w:r>
    </w:p>
    <w:p w:rsidR="007B2329" w:rsidRDefault="007B2329" w:rsidP="007B2329">
      <w:r>
        <w:t>853.8976</w:t>
      </w:r>
      <w:r>
        <w:tab/>
        <w:t>1.821e0</w:t>
      </w:r>
    </w:p>
    <w:p w:rsidR="007B2329" w:rsidRDefault="007B2329" w:rsidP="007B2329">
      <w:r>
        <w:t>853.9142</w:t>
      </w:r>
      <w:r>
        <w:tab/>
        <w:t>3.038e0</w:t>
      </w:r>
    </w:p>
    <w:p w:rsidR="007B2329" w:rsidRDefault="007B2329" w:rsidP="007B2329">
      <w:r>
        <w:t>853.9409</w:t>
      </w:r>
      <w:r>
        <w:tab/>
        <w:t>1.013e0</w:t>
      </w:r>
    </w:p>
    <w:p w:rsidR="007B2329" w:rsidRDefault="007B2329" w:rsidP="007B2329">
      <w:r>
        <w:t>853.9434</w:t>
      </w:r>
      <w:r>
        <w:tab/>
        <w:t>6.076e0</w:t>
      </w:r>
    </w:p>
    <w:p w:rsidR="007B2329" w:rsidRDefault="007B2329" w:rsidP="007B2329">
      <w:r>
        <w:t>853.9565</w:t>
      </w:r>
      <w:r>
        <w:tab/>
        <w:t>3.029e0</w:t>
      </w:r>
    </w:p>
    <w:p w:rsidR="007B2329" w:rsidRDefault="007B2329" w:rsidP="007B2329">
      <w:r>
        <w:t>853.9983</w:t>
      </w:r>
      <w:r>
        <w:tab/>
        <w:t>1.013e0</w:t>
      </w:r>
    </w:p>
    <w:p w:rsidR="007B2329" w:rsidRDefault="007B2329" w:rsidP="007B2329">
      <w:r>
        <w:t>854.0323</w:t>
      </w:r>
      <w:r>
        <w:tab/>
        <w:t>1.013e0</w:t>
      </w:r>
    </w:p>
    <w:p w:rsidR="007B2329" w:rsidRDefault="007B2329" w:rsidP="007B2329">
      <w:r>
        <w:t>854.0856</w:t>
      </w:r>
      <w:r>
        <w:tab/>
        <w:t>2.025e0</w:t>
      </w:r>
    </w:p>
    <w:p w:rsidR="007B2329" w:rsidRDefault="007B2329" w:rsidP="007B2329">
      <w:r>
        <w:t>854.1075</w:t>
      </w:r>
      <w:r>
        <w:tab/>
        <w:t>2.025e0</w:t>
      </w:r>
    </w:p>
    <w:p w:rsidR="007B2329" w:rsidRDefault="007B2329" w:rsidP="007B2329">
      <w:r>
        <w:lastRenderedPageBreak/>
        <w:t>854.1132</w:t>
      </w:r>
      <w:r>
        <w:tab/>
        <w:t>4.051e0</w:t>
      </w:r>
    </w:p>
    <w:p w:rsidR="007B2329" w:rsidRDefault="007B2329" w:rsidP="007B2329">
      <w:r>
        <w:t>854.1306</w:t>
      </w:r>
      <w:r>
        <w:tab/>
        <w:t>2.025e0</w:t>
      </w:r>
    </w:p>
    <w:p w:rsidR="007B2329" w:rsidRDefault="007B2329" w:rsidP="007B2329">
      <w:r>
        <w:t>854.1560</w:t>
      </w:r>
      <w:r>
        <w:tab/>
        <w:t>1.013e0</w:t>
      </w:r>
    </w:p>
    <w:p w:rsidR="007B2329" w:rsidRDefault="007B2329" w:rsidP="007B2329">
      <w:r>
        <w:t>854.1695</w:t>
      </w:r>
      <w:r>
        <w:tab/>
        <w:t>1.013e0</w:t>
      </w:r>
    </w:p>
    <w:p w:rsidR="007B2329" w:rsidRDefault="007B2329" w:rsidP="007B2329">
      <w:r>
        <w:t>854.2449</w:t>
      </w:r>
      <w:r>
        <w:tab/>
        <w:t>1.668e0</w:t>
      </w:r>
    </w:p>
    <w:p w:rsidR="007B2329" w:rsidRDefault="007B2329" w:rsidP="007B2329">
      <w:r>
        <w:t>854.2859</w:t>
      </w:r>
      <w:r>
        <w:tab/>
        <w:t>6.898e0</w:t>
      </w:r>
    </w:p>
    <w:p w:rsidR="007B2329" w:rsidRDefault="007B2329" w:rsidP="007B2329">
      <w:r>
        <w:t>854.2881</w:t>
      </w:r>
      <w:r>
        <w:tab/>
        <w:t>4.528e0</w:t>
      </w:r>
    </w:p>
    <w:p w:rsidR="007B2329" w:rsidRDefault="007B2329" w:rsidP="007B2329">
      <w:r>
        <w:t>854.3002</w:t>
      </w:r>
      <w:r>
        <w:tab/>
        <w:t>5.743e0</w:t>
      </w:r>
    </w:p>
    <w:p w:rsidR="007B2329" w:rsidRDefault="007B2329" w:rsidP="007B2329">
      <w:r>
        <w:t>854.3323</w:t>
      </w:r>
      <w:r>
        <w:tab/>
        <w:t>4.051e0</w:t>
      </w:r>
    </w:p>
    <w:p w:rsidR="007B2329" w:rsidRDefault="007B2329" w:rsidP="007B2329">
      <w:r>
        <w:t>854.3387</w:t>
      </w:r>
      <w:r>
        <w:tab/>
        <w:t>4.735e0</w:t>
      </w:r>
    </w:p>
    <w:p w:rsidR="007B2329" w:rsidRDefault="007B2329" w:rsidP="007B2329">
      <w:r>
        <w:t>854.3438</w:t>
      </w:r>
      <w:r>
        <w:tab/>
        <w:t>2.722e0</w:t>
      </w:r>
    </w:p>
    <w:p w:rsidR="007B2329" w:rsidRDefault="007B2329" w:rsidP="007B2329">
      <w:r>
        <w:t>854.3918</w:t>
      </w:r>
      <w:r>
        <w:tab/>
        <w:t>4.896e0</w:t>
      </w:r>
    </w:p>
    <w:p w:rsidR="007B2329" w:rsidRDefault="007B2329" w:rsidP="007B2329">
      <w:r>
        <w:t>854.4696</w:t>
      </w:r>
      <w:r>
        <w:tab/>
        <w:t>3.010e0</w:t>
      </w:r>
    </w:p>
    <w:p w:rsidR="007B2329" w:rsidRDefault="007B2329" w:rsidP="007B2329">
      <w:r>
        <w:t>854.5229</w:t>
      </w:r>
      <w:r>
        <w:tab/>
        <w:t>1.419e0</w:t>
      </w:r>
    </w:p>
    <w:p w:rsidR="007B2329" w:rsidRDefault="007B2329" w:rsidP="007B2329">
      <w:r>
        <w:t>854.5536</w:t>
      </w:r>
      <w:r>
        <w:tab/>
        <w:t>1.505e0</w:t>
      </w:r>
    </w:p>
    <w:p w:rsidR="007B2329" w:rsidRDefault="007B2329" w:rsidP="007B2329">
      <w:r>
        <w:t>854.5729</w:t>
      </w:r>
      <w:r>
        <w:tab/>
        <w:t>1.013e0</w:t>
      </w:r>
    </w:p>
    <w:p w:rsidR="007B2329" w:rsidRDefault="007B2329" w:rsidP="007B2329">
      <w:r>
        <w:t>854.5790</w:t>
      </w:r>
      <w:r>
        <w:tab/>
        <w:t>1.996e0</w:t>
      </w:r>
    </w:p>
    <w:p w:rsidR="007B2329" w:rsidRDefault="007B2329" w:rsidP="007B2329">
      <w:r>
        <w:t>854.5916</w:t>
      </w:r>
      <w:r>
        <w:tab/>
        <w:t>2.418e0</w:t>
      </w:r>
    </w:p>
    <w:p w:rsidR="007B2329" w:rsidRDefault="007B2329" w:rsidP="007B2329">
      <w:r>
        <w:t>854.6269</w:t>
      </w:r>
      <w:r>
        <w:tab/>
        <w:t>3.038e0</w:t>
      </w:r>
    </w:p>
    <w:p w:rsidR="007B2329" w:rsidRDefault="007B2329" w:rsidP="007B2329">
      <w:r>
        <w:lastRenderedPageBreak/>
        <w:t>854.6437</w:t>
      </w:r>
      <w:r>
        <w:tab/>
        <w:t>3.038e0</w:t>
      </w:r>
    </w:p>
    <w:p w:rsidR="007B2329" w:rsidRDefault="007B2329" w:rsidP="007B2329">
      <w:r>
        <w:t>854.6749</w:t>
      </w:r>
      <w:r>
        <w:tab/>
        <w:t>1.013e0</w:t>
      </w:r>
    </w:p>
    <w:p w:rsidR="007B2329" w:rsidRDefault="007B2329" w:rsidP="007B2329">
      <w:r>
        <w:t>854.6875</w:t>
      </w:r>
      <w:r>
        <w:tab/>
        <w:t>1.013e0</w:t>
      </w:r>
    </w:p>
    <w:p w:rsidR="007B2329" w:rsidRDefault="007B2329" w:rsidP="007B2329">
      <w:r>
        <w:t>854.7270</w:t>
      </w:r>
      <w:r>
        <w:tab/>
        <w:t>1.013e0</w:t>
      </w:r>
    </w:p>
    <w:p w:rsidR="007B2329" w:rsidRDefault="007B2329" w:rsidP="007B2329">
      <w:r>
        <w:t>854.7304</w:t>
      </w:r>
      <w:r>
        <w:tab/>
        <w:t>1.013e0</w:t>
      </w:r>
    </w:p>
    <w:p w:rsidR="007B2329" w:rsidRDefault="007B2329" w:rsidP="007B2329">
      <w:r>
        <w:t>854.7332</w:t>
      </w:r>
      <w:r>
        <w:tab/>
        <w:t>3.038e0</w:t>
      </w:r>
    </w:p>
    <w:p w:rsidR="007B2329" w:rsidRDefault="007B2329" w:rsidP="007B2329">
      <w:r>
        <w:t>854.7706</w:t>
      </w:r>
      <w:r>
        <w:tab/>
        <w:t>3.038e0</w:t>
      </w:r>
    </w:p>
    <w:p w:rsidR="007B2329" w:rsidRDefault="007B2329" w:rsidP="007B2329">
      <w:r>
        <w:t>854.7820</w:t>
      </w:r>
      <w:r>
        <w:tab/>
        <w:t>2.025e0</w:t>
      </w:r>
    </w:p>
    <w:p w:rsidR="007B2329" w:rsidRDefault="007B2329" w:rsidP="007B2329">
      <w:r>
        <w:t>854.8029</w:t>
      </w:r>
      <w:r>
        <w:tab/>
        <w:t>2.025e0</w:t>
      </w:r>
    </w:p>
    <w:p w:rsidR="007B2329" w:rsidRDefault="007B2329" w:rsidP="007B2329">
      <w:r>
        <w:t>854.8392</w:t>
      </w:r>
      <w:r>
        <w:tab/>
        <w:t>2.025e0</w:t>
      </w:r>
    </w:p>
    <w:p w:rsidR="007B2329" w:rsidRDefault="007B2329" w:rsidP="007B2329">
      <w:r>
        <w:t>854.8515</w:t>
      </w:r>
      <w:r>
        <w:tab/>
        <w:t>8.211e0</w:t>
      </w:r>
    </w:p>
    <w:p w:rsidR="007B2329" w:rsidRDefault="007B2329" w:rsidP="007B2329">
      <w:r>
        <w:t>854.8786</w:t>
      </w:r>
      <w:r>
        <w:tab/>
        <w:t>1.013e0</w:t>
      </w:r>
    </w:p>
    <w:p w:rsidR="007B2329" w:rsidRDefault="007B2329" w:rsidP="007B2329">
      <w:r>
        <w:t>854.9089</w:t>
      </w:r>
      <w:r>
        <w:tab/>
        <w:t>2.025e0</w:t>
      </w:r>
    </w:p>
    <w:p w:rsidR="007B2329" w:rsidRDefault="007B2329" w:rsidP="007B2329">
      <w:r>
        <w:t>854.9315</w:t>
      </w:r>
      <w:r>
        <w:tab/>
        <w:t>2.600e0</w:t>
      </w:r>
    </w:p>
    <w:p w:rsidR="007B2329" w:rsidRDefault="007B2329" w:rsidP="007B2329">
      <w:r>
        <w:t>854.9461</w:t>
      </w:r>
      <w:r>
        <w:tab/>
        <w:t>1.980e0</w:t>
      </w:r>
    </w:p>
    <w:p w:rsidR="007B2329" w:rsidRDefault="007B2329" w:rsidP="007B2329">
      <w:r>
        <w:t>854.9747</w:t>
      </w:r>
      <w:r>
        <w:tab/>
        <w:t>1.013e0</w:t>
      </w:r>
    </w:p>
    <w:p w:rsidR="007B2329" w:rsidRDefault="007B2329" w:rsidP="007B2329">
      <w:r>
        <w:t>854.9890</w:t>
      </w:r>
      <w:r>
        <w:tab/>
        <w:t>1.013e0</w:t>
      </w:r>
    </w:p>
    <w:p w:rsidR="007B2329" w:rsidRDefault="007B2329" w:rsidP="007B2329">
      <w:r>
        <w:t>855.0467</w:t>
      </w:r>
      <w:r>
        <w:tab/>
        <w:t>1.013e0</w:t>
      </w:r>
    </w:p>
    <w:p w:rsidR="007B2329" w:rsidRDefault="007B2329" w:rsidP="007B2329">
      <w:r>
        <w:t>855.0753</w:t>
      </w:r>
      <w:r>
        <w:tab/>
        <w:t>1.013e0</w:t>
      </w:r>
    </w:p>
    <w:p w:rsidR="007B2329" w:rsidRDefault="007B2329" w:rsidP="007B2329">
      <w:r>
        <w:lastRenderedPageBreak/>
        <w:t>855.0898</w:t>
      </w:r>
      <w:r>
        <w:tab/>
        <w:t>1.013e0</w:t>
      </w:r>
    </w:p>
    <w:p w:rsidR="007B2329" w:rsidRDefault="007B2329" w:rsidP="007B2329">
      <w:r>
        <w:t>855.0937</w:t>
      </w:r>
      <w:r>
        <w:tab/>
        <w:t>4.051e0</w:t>
      </w:r>
    </w:p>
    <w:p w:rsidR="007B2329" w:rsidRDefault="007B2329" w:rsidP="007B2329">
      <w:r>
        <w:t>855.1179</w:t>
      </w:r>
      <w:r>
        <w:tab/>
        <w:t>3.038e0</w:t>
      </w:r>
    </w:p>
    <w:p w:rsidR="007B2329" w:rsidRDefault="007B2329" w:rsidP="007B2329">
      <w:r>
        <w:t>855.1639</w:t>
      </w:r>
      <w:r>
        <w:tab/>
        <w:t>2.025e0</w:t>
      </w:r>
    </w:p>
    <w:p w:rsidR="007B2329" w:rsidRDefault="007B2329" w:rsidP="007B2329">
      <w:r>
        <w:t>855.2177</w:t>
      </w:r>
      <w:r>
        <w:tab/>
        <w:t>2.025e0</w:t>
      </w:r>
    </w:p>
    <w:p w:rsidR="007B2329" w:rsidRDefault="007B2329" w:rsidP="007B2329">
      <w:r>
        <w:t>855.2231</w:t>
      </w:r>
      <w:r>
        <w:tab/>
        <w:t>2.038e0</w:t>
      </w:r>
    </w:p>
    <w:p w:rsidR="007B2329" w:rsidRDefault="007B2329" w:rsidP="007B2329">
      <w:r>
        <w:t>855.3177</w:t>
      </w:r>
      <w:r>
        <w:tab/>
        <w:t>3.649e0</w:t>
      </w:r>
    </w:p>
    <w:p w:rsidR="007B2329" w:rsidRDefault="007B2329" w:rsidP="007B2329">
      <w:r>
        <w:t>855.3228</w:t>
      </w:r>
      <w:r>
        <w:tab/>
        <w:t>3.476e0</w:t>
      </w:r>
    </w:p>
    <w:p w:rsidR="007B2329" w:rsidRDefault="007B2329" w:rsidP="007B2329">
      <w:r>
        <w:t>855.3303</w:t>
      </w:r>
      <w:r>
        <w:tab/>
        <w:t>3.038e0</w:t>
      </w:r>
    </w:p>
    <w:p w:rsidR="007B2329" w:rsidRDefault="007B2329" w:rsidP="007B2329">
      <w:r>
        <w:t>855.3496</w:t>
      </w:r>
      <w:r>
        <w:tab/>
        <w:t>3.706e0</w:t>
      </w:r>
    </w:p>
    <w:p w:rsidR="007B2329" w:rsidRDefault="007B2329" w:rsidP="007B2329">
      <w:r>
        <w:t>855.3672</w:t>
      </w:r>
      <w:r>
        <w:tab/>
        <w:t>2.081e0</w:t>
      </w:r>
    </w:p>
    <w:p w:rsidR="007B2329" w:rsidRDefault="007B2329" w:rsidP="007B2329">
      <w:r>
        <w:t>855.4041</w:t>
      </w:r>
      <w:r>
        <w:tab/>
        <w:t>6.580e0</w:t>
      </w:r>
    </w:p>
    <w:p w:rsidR="007B2329" w:rsidRDefault="007B2329" w:rsidP="007B2329">
      <w:r>
        <w:t>855.4100</w:t>
      </w:r>
      <w:r>
        <w:tab/>
        <w:t>2.703e0</w:t>
      </w:r>
    </w:p>
    <w:p w:rsidR="007B2329" w:rsidRDefault="007B2329" w:rsidP="007B2329">
      <w:r>
        <w:t>855.4233</w:t>
      </w:r>
      <w:r>
        <w:tab/>
        <w:t>7.062e0</w:t>
      </w:r>
    </w:p>
    <w:p w:rsidR="007B2329" w:rsidRDefault="007B2329" w:rsidP="007B2329">
      <w:r>
        <w:t>855.4465</w:t>
      </w:r>
      <w:r>
        <w:tab/>
        <w:t>3.709e0</w:t>
      </w:r>
    </w:p>
    <w:p w:rsidR="007B2329" w:rsidRDefault="007B2329" w:rsidP="007B2329">
      <w:r>
        <w:t>855.4573</w:t>
      </w:r>
      <w:r>
        <w:tab/>
        <w:t>1.480e0</w:t>
      </w:r>
    </w:p>
    <w:p w:rsidR="007B2329" w:rsidRDefault="007B2329" w:rsidP="007B2329">
      <w:r>
        <w:t>855.4656</w:t>
      </w:r>
      <w:r>
        <w:tab/>
        <w:t>3.010e0</w:t>
      </w:r>
    </w:p>
    <w:p w:rsidR="007B2329" w:rsidRDefault="007B2329" w:rsidP="007B2329">
      <w:r>
        <w:t>855.5353</w:t>
      </w:r>
      <w:r>
        <w:tab/>
        <w:t>5.493e0</w:t>
      </w:r>
    </w:p>
    <w:p w:rsidR="007B2329" w:rsidRDefault="007B2329" w:rsidP="007B2329">
      <w:r>
        <w:t>855.5640</w:t>
      </w:r>
      <w:r>
        <w:tab/>
        <w:t>3.175e0</w:t>
      </w:r>
    </w:p>
    <w:p w:rsidR="007B2329" w:rsidRDefault="007B2329" w:rsidP="007B2329">
      <w:r>
        <w:lastRenderedPageBreak/>
        <w:t>855.6036</w:t>
      </w:r>
      <w:r>
        <w:tab/>
        <w:t>3.038e0</w:t>
      </w:r>
    </w:p>
    <w:p w:rsidR="007B2329" w:rsidRDefault="007B2329" w:rsidP="007B2329">
      <w:r>
        <w:t>855.6071</w:t>
      </w:r>
      <w:r>
        <w:tab/>
        <w:t>1.519e0</w:t>
      </w:r>
    </w:p>
    <w:p w:rsidR="007B2329" w:rsidRDefault="007B2329" w:rsidP="007B2329">
      <w:r>
        <w:t>855.6365</w:t>
      </w:r>
      <w:r>
        <w:tab/>
        <w:t>3.038e0</w:t>
      </w:r>
    </w:p>
    <w:p w:rsidR="007B2329" w:rsidRDefault="007B2329" w:rsidP="007B2329">
      <w:r>
        <w:t>855.6402</w:t>
      </w:r>
      <w:r>
        <w:tab/>
        <w:t>1.013e0</w:t>
      </w:r>
    </w:p>
    <w:p w:rsidR="007B2329" w:rsidRDefault="007B2329" w:rsidP="007B2329">
      <w:r>
        <w:t>855.6771</w:t>
      </w:r>
      <w:r>
        <w:tab/>
        <w:t>2.025e0</w:t>
      </w:r>
    </w:p>
    <w:p w:rsidR="007B2329" w:rsidRDefault="007B2329" w:rsidP="007B2329">
      <w:r>
        <w:t>855.7078</w:t>
      </w:r>
      <w:r>
        <w:tab/>
        <w:t>1.013e0</w:t>
      </w:r>
    </w:p>
    <w:p w:rsidR="007B2329" w:rsidRDefault="007B2329" w:rsidP="007B2329">
      <w:r>
        <w:t>855.7235</w:t>
      </w:r>
      <w:r>
        <w:tab/>
        <w:t>2.025e0</w:t>
      </w:r>
    </w:p>
    <w:p w:rsidR="007B2329" w:rsidRDefault="007B2329" w:rsidP="007B2329">
      <w:r>
        <w:t>855.7367</w:t>
      </w:r>
      <w:r>
        <w:tab/>
        <w:t>3.038e0</w:t>
      </w:r>
    </w:p>
    <w:p w:rsidR="007B2329" w:rsidRDefault="007B2329" w:rsidP="007B2329">
      <w:r>
        <w:t>855.7419</w:t>
      </w:r>
      <w:r>
        <w:tab/>
        <w:t>1.013e0</w:t>
      </w:r>
    </w:p>
    <w:p w:rsidR="007B2329" w:rsidRDefault="007B2329" w:rsidP="007B2329">
      <w:r>
        <w:t>855.7942</w:t>
      </w:r>
      <w:r>
        <w:tab/>
        <w:t>3.038e0</w:t>
      </w:r>
    </w:p>
    <w:p w:rsidR="007B2329" w:rsidRDefault="007B2329" w:rsidP="007B2329">
      <w:r>
        <w:t>855.8352</w:t>
      </w:r>
      <w:r>
        <w:tab/>
        <w:t>4.005e0</w:t>
      </w:r>
    </w:p>
    <w:p w:rsidR="007B2329" w:rsidRDefault="007B2329" w:rsidP="007B2329">
      <w:r>
        <w:t>855.8374</w:t>
      </w:r>
      <w:r>
        <w:tab/>
        <w:t>1.013e0</w:t>
      </w:r>
    </w:p>
    <w:p w:rsidR="007B2329" w:rsidRDefault="007B2329" w:rsidP="007B2329">
      <w:r>
        <w:t>855.8796</w:t>
      </w:r>
      <w:r>
        <w:tab/>
        <w:t>2.025e0</w:t>
      </w:r>
    </w:p>
    <w:p w:rsidR="007B2329" w:rsidRDefault="007B2329" w:rsidP="007B2329">
      <w:r>
        <w:t>855.9016</w:t>
      </w:r>
      <w:r>
        <w:tab/>
        <w:t>2.008e0</w:t>
      </w:r>
    </w:p>
    <w:p w:rsidR="007B2329" w:rsidRDefault="007B2329" w:rsidP="007B2329">
      <w:r>
        <w:t>855.9163</w:t>
      </w:r>
      <w:r>
        <w:tab/>
        <w:t>3.038e0</w:t>
      </w:r>
    </w:p>
    <w:p w:rsidR="007B2329" w:rsidRDefault="007B2329" w:rsidP="007B2329">
      <w:r>
        <w:t>855.9313</w:t>
      </w:r>
      <w:r>
        <w:tab/>
        <w:t>1.787e0</w:t>
      </w:r>
    </w:p>
    <w:p w:rsidR="007B2329" w:rsidRDefault="007B2329" w:rsidP="007B2329">
      <w:r>
        <w:t>855.9495</w:t>
      </w:r>
      <w:r>
        <w:tab/>
        <w:t>2.649e0</w:t>
      </w:r>
    </w:p>
    <w:p w:rsidR="007B2329" w:rsidRDefault="007B2329" w:rsidP="007B2329">
      <w:r>
        <w:t>855.9735</w:t>
      </w:r>
      <w:r>
        <w:tab/>
        <w:t>2.025e0</w:t>
      </w:r>
    </w:p>
    <w:p w:rsidR="007B2329" w:rsidRDefault="007B2329" w:rsidP="007B2329">
      <w:r>
        <w:t>856.0115</w:t>
      </w:r>
      <w:r>
        <w:tab/>
        <w:t>2.025e0</w:t>
      </w:r>
    </w:p>
    <w:p w:rsidR="007B2329" w:rsidRDefault="007B2329" w:rsidP="007B2329">
      <w:r>
        <w:lastRenderedPageBreak/>
        <w:t>856.0243</w:t>
      </w:r>
      <w:r>
        <w:tab/>
        <w:t>2.025e0</w:t>
      </w:r>
    </w:p>
    <w:p w:rsidR="007B2329" w:rsidRDefault="007B2329" w:rsidP="007B2329">
      <w:r>
        <w:t>856.0467</w:t>
      </w:r>
      <w:r>
        <w:tab/>
        <w:t>1.013e0</w:t>
      </w:r>
    </w:p>
    <w:p w:rsidR="007B2329" w:rsidRDefault="007B2329" w:rsidP="007B2329">
      <w:r>
        <w:t>856.0641</w:t>
      </w:r>
      <w:r>
        <w:tab/>
        <w:t>1.013e0</w:t>
      </w:r>
    </w:p>
    <w:p w:rsidR="007B2329" w:rsidRDefault="007B2329" w:rsidP="007B2329">
      <w:r>
        <w:t>856.0817</w:t>
      </w:r>
      <w:r>
        <w:tab/>
        <w:t>1.013e0</w:t>
      </w:r>
    </w:p>
    <w:p w:rsidR="007B2329" w:rsidRDefault="007B2329" w:rsidP="007B2329">
      <w:r>
        <w:t>856.0851</w:t>
      </w:r>
      <w:r>
        <w:tab/>
        <w:t>3.038e0</w:t>
      </w:r>
    </w:p>
    <w:p w:rsidR="007B2329" w:rsidRDefault="007B2329" w:rsidP="007B2329">
      <w:r>
        <w:t>856.1105</w:t>
      </w:r>
      <w:r>
        <w:tab/>
        <w:t>2.025e0</w:t>
      </w:r>
    </w:p>
    <w:p w:rsidR="007B2329" w:rsidRDefault="007B2329" w:rsidP="007B2329">
      <w:r>
        <w:t>856.1539</w:t>
      </w:r>
      <w:r>
        <w:tab/>
        <w:t>1.266e-2</w:t>
      </w:r>
    </w:p>
    <w:p w:rsidR="007B2329" w:rsidRDefault="007B2329" w:rsidP="007B2329">
      <w:r>
        <w:t>856.1582</w:t>
      </w:r>
      <w:r>
        <w:tab/>
        <w:t>3.038e0</w:t>
      </w:r>
    </w:p>
    <w:p w:rsidR="007B2329" w:rsidRDefault="007B2329" w:rsidP="007B2329">
      <w:r>
        <w:t>856.2076</w:t>
      </w:r>
      <w:r>
        <w:tab/>
        <w:t>3.038e0</w:t>
      </w:r>
    </w:p>
    <w:p w:rsidR="007B2329" w:rsidRDefault="007B2329" w:rsidP="007B2329">
      <w:r>
        <w:t>856.2217</w:t>
      </w:r>
      <w:r>
        <w:tab/>
        <w:t>2.025e0</w:t>
      </w:r>
    </w:p>
    <w:p w:rsidR="007B2329" w:rsidRDefault="007B2329" w:rsidP="007B2329">
      <w:r>
        <w:t>856.2610</w:t>
      </w:r>
      <w:r>
        <w:tab/>
        <w:t>1.842e0</w:t>
      </w:r>
    </w:p>
    <w:p w:rsidR="007B2329" w:rsidRDefault="007B2329" w:rsidP="007B2329">
      <w:r>
        <w:t>856.2688</w:t>
      </w:r>
      <w:r>
        <w:tab/>
        <w:t>1.013e0</w:t>
      </w:r>
    </w:p>
    <w:p w:rsidR="007B2329" w:rsidRDefault="007B2329" w:rsidP="007B2329">
      <w:r>
        <w:t>856.2975</w:t>
      </w:r>
      <w:r>
        <w:tab/>
        <w:t>2.491e0</w:t>
      </w:r>
    </w:p>
    <w:p w:rsidR="007B2329" w:rsidRDefault="007B2329" w:rsidP="007B2329">
      <w:r>
        <w:t>856.3388</w:t>
      </w:r>
      <w:r>
        <w:tab/>
        <w:t>3.543e0</w:t>
      </w:r>
    </w:p>
    <w:p w:rsidR="007B2329" w:rsidRDefault="007B2329" w:rsidP="007B2329">
      <w:r>
        <w:t>856.3732</w:t>
      </w:r>
      <w:r>
        <w:tab/>
        <w:t>3.038e0</w:t>
      </w:r>
    </w:p>
    <w:p w:rsidR="007B2329" w:rsidRDefault="007B2329" w:rsidP="007B2329">
      <w:r>
        <w:t>856.3983</w:t>
      </w:r>
      <w:r>
        <w:tab/>
        <w:t>1.759e0</w:t>
      </w:r>
    </w:p>
    <w:p w:rsidR="007B2329" w:rsidRDefault="007B2329" w:rsidP="007B2329">
      <w:r>
        <w:t>856.4028</w:t>
      </w:r>
      <w:r>
        <w:tab/>
        <w:t>1.182e1</w:t>
      </w:r>
    </w:p>
    <w:p w:rsidR="007B2329" w:rsidRDefault="007B2329" w:rsidP="007B2329">
      <w:r>
        <w:t>856.4068</w:t>
      </w:r>
      <w:r>
        <w:tab/>
        <w:t>5.890e0</w:t>
      </w:r>
    </w:p>
    <w:p w:rsidR="007B2329" w:rsidRDefault="007B2329" w:rsidP="007B2329">
      <w:r>
        <w:t>856.4337</w:t>
      </w:r>
      <w:r>
        <w:tab/>
        <w:t>3.007e0</w:t>
      </w:r>
    </w:p>
    <w:p w:rsidR="007B2329" w:rsidRDefault="007B2329" w:rsidP="007B2329">
      <w:r>
        <w:lastRenderedPageBreak/>
        <w:t>856.4850</w:t>
      </w:r>
      <w:r>
        <w:tab/>
        <w:t>5.036e0</w:t>
      </w:r>
    </w:p>
    <w:p w:rsidR="007B2329" w:rsidRDefault="007B2329" w:rsidP="007B2329">
      <w:r>
        <w:t>856.4918</w:t>
      </w:r>
      <w:r>
        <w:tab/>
        <w:t>2.907e-2</w:t>
      </w:r>
    </w:p>
    <w:p w:rsidR="007B2329" w:rsidRDefault="007B2329" w:rsidP="007B2329">
      <w:r>
        <w:t>856.5109</w:t>
      </w:r>
      <w:r>
        <w:tab/>
        <w:t>1.032e0</w:t>
      </w:r>
    </w:p>
    <w:p w:rsidR="007B2329" w:rsidRDefault="007B2329" w:rsidP="007B2329">
      <w:r>
        <w:t>856.5278</w:t>
      </w:r>
      <w:r>
        <w:tab/>
        <w:t>1.013e0</w:t>
      </w:r>
    </w:p>
    <w:p w:rsidR="007B2329" w:rsidRDefault="007B2329" w:rsidP="007B2329">
      <w:r>
        <w:t>856.5311</w:t>
      </w:r>
      <w:r>
        <w:tab/>
        <w:t>1.252e0</w:t>
      </w:r>
    </w:p>
    <w:p w:rsidR="007B2329" w:rsidRDefault="007B2329" w:rsidP="007B2329">
      <w:r>
        <w:t>856.6091</w:t>
      </w:r>
      <w:r>
        <w:tab/>
        <w:t>4.237e0</w:t>
      </w:r>
    </w:p>
    <w:p w:rsidR="007B2329" w:rsidRDefault="007B2329" w:rsidP="007B2329">
      <w:r>
        <w:t>856.6221</w:t>
      </w:r>
      <w:r>
        <w:tab/>
        <w:t>2.532e0</w:t>
      </w:r>
    </w:p>
    <w:p w:rsidR="007B2329" w:rsidRDefault="007B2329" w:rsidP="007B2329">
      <w:r>
        <w:t>856.6475</w:t>
      </w:r>
      <w:r>
        <w:tab/>
        <w:t>3.051e0</w:t>
      </w:r>
    </w:p>
    <w:p w:rsidR="007B2329" w:rsidRDefault="007B2329" w:rsidP="007B2329">
      <w:r>
        <w:t>856.6736</w:t>
      </w:r>
      <w:r>
        <w:tab/>
        <w:t>2.025e0</w:t>
      </w:r>
    </w:p>
    <w:p w:rsidR="007B2329" w:rsidRDefault="007B2329" w:rsidP="007B2329">
      <w:r>
        <w:t>856.7025</w:t>
      </w:r>
      <w:r>
        <w:tab/>
        <w:t>2.025e0</w:t>
      </w:r>
    </w:p>
    <w:p w:rsidR="007B2329" w:rsidRDefault="007B2329" w:rsidP="007B2329">
      <w:r>
        <w:t>856.7080</w:t>
      </w:r>
      <w:r>
        <w:tab/>
        <w:t>2.025e0</w:t>
      </w:r>
    </w:p>
    <w:p w:rsidR="007B2329" w:rsidRDefault="007B2329" w:rsidP="007B2329">
      <w:r>
        <w:t>856.7150</w:t>
      </w:r>
      <w:r>
        <w:tab/>
        <w:t>1.013e0</w:t>
      </w:r>
    </w:p>
    <w:p w:rsidR="007B2329" w:rsidRDefault="007B2329" w:rsidP="007B2329">
      <w:r>
        <w:t>856.7294</w:t>
      </w:r>
      <w:r>
        <w:tab/>
        <w:t>1.266e-2</w:t>
      </w:r>
    </w:p>
    <w:p w:rsidR="007B2329" w:rsidRDefault="007B2329" w:rsidP="007B2329">
      <w:r>
        <w:t>856.7659</w:t>
      </w:r>
      <w:r>
        <w:tab/>
        <w:t>2.025e0</w:t>
      </w:r>
    </w:p>
    <w:p w:rsidR="007B2329" w:rsidRDefault="007B2329" w:rsidP="007B2329">
      <w:r>
        <w:t>856.8256</w:t>
      </w:r>
      <w:r>
        <w:tab/>
        <w:t>4.051e0</w:t>
      </w:r>
    </w:p>
    <w:p w:rsidR="007B2329" w:rsidRDefault="007B2329" w:rsidP="007B2329">
      <w:r>
        <w:t>856.8734</w:t>
      </w:r>
      <w:r>
        <w:tab/>
        <w:t>1.013e0</w:t>
      </w:r>
    </w:p>
    <w:p w:rsidR="007B2329" w:rsidRDefault="007B2329" w:rsidP="007B2329">
      <w:r>
        <w:t>856.8928</w:t>
      </w:r>
      <w:r>
        <w:tab/>
        <w:t>1.013e0</w:t>
      </w:r>
    </w:p>
    <w:p w:rsidR="007B2329" w:rsidRDefault="007B2329" w:rsidP="007B2329">
      <w:r>
        <w:t>856.8990</w:t>
      </w:r>
      <w:r>
        <w:tab/>
        <w:t>1.957e0</w:t>
      </w:r>
    </w:p>
    <w:p w:rsidR="007B2329" w:rsidRDefault="007B2329" w:rsidP="007B2329">
      <w:r>
        <w:t>856.9167</w:t>
      </w:r>
      <w:r>
        <w:tab/>
        <w:t>1.013e0</w:t>
      </w:r>
    </w:p>
    <w:p w:rsidR="007B2329" w:rsidRDefault="007B2329" w:rsidP="007B2329">
      <w:r>
        <w:lastRenderedPageBreak/>
        <w:t>856.9274</w:t>
      </w:r>
      <w:r>
        <w:tab/>
        <w:t>3.038e0</w:t>
      </w:r>
    </w:p>
    <w:p w:rsidR="007B2329" w:rsidRDefault="007B2329" w:rsidP="007B2329">
      <w:r>
        <w:t>856.9496</w:t>
      </w:r>
      <w:r>
        <w:tab/>
        <w:t>2.458e0</w:t>
      </w:r>
    </w:p>
    <w:p w:rsidR="007B2329" w:rsidRDefault="007B2329" w:rsidP="007B2329">
      <w:r>
        <w:t>856.9620</w:t>
      </w:r>
      <w:r>
        <w:tab/>
        <w:t>4.051e0</w:t>
      </w:r>
    </w:p>
    <w:p w:rsidR="007B2329" w:rsidRDefault="007B2329" w:rsidP="007B2329">
      <w:r>
        <w:t>856.9766</w:t>
      </w:r>
      <w:r>
        <w:tab/>
        <w:t>1.013e0</w:t>
      </w:r>
    </w:p>
    <w:p w:rsidR="007B2329" w:rsidRDefault="007B2329" w:rsidP="007B2329">
      <w:r>
        <w:t>857.0291</w:t>
      </w:r>
      <w:r>
        <w:tab/>
        <w:t>1.013e0</w:t>
      </w:r>
    </w:p>
    <w:p w:rsidR="007B2329" w:rsidRDefault="007B2329" w:rsidP="007B2329">
      <w:r>
        <w:t>857.0605</w:t>
      </w:r>
      <w:r>
        <w:tab/>
        <w:t>1.013e0</w:t>
      </w:r>
    </w:p>
    <w:p w:rsidR="007B2329" w:rsidRDefault="007B2329" w:rsidP="007B2329">
      <w:r>
        <w:t>857.0731</w:t>
      </w:r>
      <w:r>
        <w:tab/>
        <w:t>2.850e0</w:t>
      </w:r>
    </w:p>
    <w:p w:rsidR="007B2329" w:rsidRDefault="007B2329" w:rsidP="007B2329">
      <w:r>
        <w:t>857.0958</w:t>
      </w:r>
      <w:r>
        <w:tab/>
        <w:t>1.013e0</w:t>
      </w:r>
    </w:p>
    <w:p w:rsidR="007B2329" w:rsidRDefault="007B2329" w:rsidP="007B2329">
      <w:r>
        <w:t>857.1161</w:t>
      </w:r>
      <w:r>
        <w:tab/>
        <w:t>3.038e0</w:t>
      </w:r>
    </w:p>
    <w:p w:rsidR="007B2329" w:rsidRDefault="007B2329" w:rsidP="007B2329">
      <w:r>
        <w:t>857.1192</w:t>
      </w:r>
      <w:r>
        <w:tab/>
        <w:t>3.038e0</w:t>
      </w:r>
    </w:p>
    <w:p w:rsidR="007B2329" w:rsidRDefault="007B2329" w:rsidP="007B2329">
      <w:r>
        <w:t>857.1394</w:t>
      </w:r>
      <w:r>
        <w:tab/>
        <w:t>2.025e0</w:t>
      </w:r>
    </w:p>
    <w:p w:rsidR="007B2329" w:rsidRDefault="007B2329" w:rsidP="007B2329">
      <w:r>
        <w:t>857.2180</w:t>
      </w:r>
      <w:r>
        <w:tab/>
        <w:t>3.038e0</w:t>
      </w:r>
    </w:p>
    <w:p w:rsidR="007B2329" w:rsidRDefault="007B2329" w:rsidP="007B2329">
      <w:r>
        <w:t>857.2480</w:t>
      </w:r>
      <w:r>
        <w:tab/>
        <w:t>1.519e0</w:t>
      </w:r>
    </w:p>
    <w:p w:rsidR="007B2329" w:rsidRDefault="007B2329" w:rsidP="007B2329">
      <w:r>
        <w:t>857.2776</w:t>
      </w:r>
      <w:r>
        <w:tab/>
        <w:t>2.911e0</w:t>
      </w:r>
    </w:p>
    <w:p w:rsidR="007B2329" w:rsidRDefault="007B2329" w:rsidP="007B2329">
      <w:r>
        <w:t>857.3371</w:t>
      </w:r>
      <w:r>
        <w:tab/>
        <w:t>3.085e0</w:t>
      </w:r>
    </w:p>
    <w:p w:rsidR="007B2329" w:rsidRDefault="007B2329" w:rsidP="007B2329">
      <w:r>
        <w:t>857.3531</w:t>
      </w:r>
      <w:r>
        <w:tab/>
        <w:t>1.575e0</w:t>
      </w:r>
    </w:p>
    <w:p w:rsidR="007B2329" w:rsidRDefault="007B2329" w:rsidP="007B2329">
      <w:r>
        <w:t>857.3724</w:t>
      </w:r>
      <w:r>
        <w:tab/>
        <w:t>1.929e0</w:t>
      </w:r>
    </w:p>
    <w:p w:rsidR="007B2329" w:rsidRDefault="007B2329" w:rsidP="007B2329">
      <w:r>
        <w:t>857.3876</w:t>
      </w:r>
      <w:r>
        <w:tab/>
        <w:t>2.025e0</w:t>
      </w:r>
    </w:p>
    <w:p w:rsidR="007B2329" w:rsidRDefault="007B2329" w:rsidP="007B2329">
      <w:r>
        <w:t>857.3969</w:t>
      </w:r>
      <w:r>
        <w:tab/>
        <w:t>1.151e1</w:t>
      </w:r>
    </w:p>
    <w:p w:rsidR="007B2329" w:rsidRDefault="007B2329" w:rsidP="007B2329">
      <w:r>
        <w:lastRenderedPageBreak/>
        <w:t>857.4019</w:t>
      </w:r>
      <w:r>
        <w:tab/>
        <w:t>1.109e1</w:t>
      </w:r>
    </w:p>
    <w:p w:rsidR="007B2329" w:rsidRDefault="007B2329" w:rsidP="007B2329">
      <w:r>
        <w:t>857.4072</w:t>
      </w:r>
      <w:r>
        <w:tab/>
        <w:t>1.490e1</w:t>
      </w:r>
    </w:p>
    <w:p w:rsidR="007B2329" w:rsidRDefault="007B2329" w:rsidP="007B2329">
      <w:r>
        <w:t>857.4149</w:t>
      </w:r>
      <w:r>
        <w:tab/>
        <w:t>4.461e0</w:t>
      </w:r>
    </w:p>
    <w:p w:rsidR="007B2329" w:rsidRDefault="007B2329" w:rsidP="007B2329">
      <w:r>
        <w:t>857.4257</w:t>
      </w:r>
      <w:r>
        <w:tab/>
        <w:t>2.220e0</w:t>
      </w:r>
    </w:p>
    <w:p w:rsidR="007B2329" w:rsidRDefault="007B2329" w:rsidP="007B2329">
      <w:r>
        <w:t>857.4429</w:t>
      </w:r>
      <w:r>
        <w:tab/>
        <w:t>4.739e0</w:t>
      </w:r>
    </w:p>
    <w:p w:rsidR="007B2329" w:rsidRDefault="007B2329" w:rsidP="007B2329">
      <w:r>
        <w:t>857.4811</w:t>
      </w:r>
      <w:r>
        <w:tab/>
        <w:t>3.549e0</w:t>
      </w:r>
    </w:p>
    <w:p w:rsidR="007B2329" w:rsidRDefault="007B2329" w:rsidP="007B2329">
      <w:r>
        <w:t>857.4927</w:t>
      </w:r>
      <w:r>
        <w:tab/>
        <w:t>2.025e0</w:t>
      </w:r>
    </w:p>
    <w:p w:rsidR="007B2329" w:rsidRDefault="007B2329" w:rsidP="007B2329">
      <w:r>
        <w:t>857.5387</w:t>
      </w:r>
      <w:r>
        <w:tab/>
        <w:t>1.723e0</w:t>
      </w:r>
    </w:p>
    <w:p w:rsidR="007B2329" w:rsidRDefault="007B2329" w:rsidP="007B2329">
      <w:r>
        <w:t>857.5545</w:t>
      </w:r>
      <w:r>
        <w:tab/>
        <w:t>1.103e0</w:t>
      </w:r>
    </w:p>
    <w:p w:rsidR="007B2329" w:rsidRDefault="007B2329" w:rsidP="007B2329">
      <w:r>
        <w:t>857.5687</w:t>
      </w:r>
      <w:r>
        <w:tab/>
        <w:t>2.532e0</w:t>
      </w:r>
    </w:p>
    <w:p w:rsidR="007B2329" w:rsidRDefault="007B2329" w:rsidP="007B2329">
      <w:r>
        <w:t>857.6224</w:t>
      </w:r>
      <w:r>
        <w:tab/>
        <w:t>2.025e0</w:t>
      </w:r>
    </w:p>
    <w:p w:rsidR="007B2329" w:rsidRDefault="007B2329" w:rsidP="007B2329">
      <w:r>
        <w:t>857.6326</w:t>
      </w:r>
      <w:r>
        <w:tab/>
        <w:t>3.034e0</w:t>
      </w:r>
    </w:p>
    <w:p w:rsidR="007B2329" w:rsidRDefault="007B2329" w:rsidP="007B2329">
      <w:r>
        <w:t>857.6475</w:t>
      </w:r>
      <w:r>
        <w:tab/>
        <w:t>2.284e0</w:t>
      </w:r>
    </w:p>
    <w:p w:rsidR="007B2329" w:rsidRDefault="007B2329" w:rsidP="007B2329">
      <w:r>
        <w:t>857.6521</w:t>
      </w:r>
      <w:r>
        <w:tab/>
        <w:t>2.025e0</w:t>
      </w:r>
    </w:p>
    <w:p w:rsidR="007B2329" w:rsidRDefault="007B2329" w:rsidP="007B2329">
      <w:r>
        <w:t>857.6884</w:t>
      </w:r>
      <w:r>
        <w:tab/>
        <w:t>1.013e0</w:t>
      </w:r>
    </w:p>
    <w:p w:rsidR="007B2329" w:rsidRDefault="007B2329" w:rsidP="007B2329">
      <w:r>
        <w:t>857.7089</w:t>
      </w:r>
      <w:r>
        <w:tab/>
        <w:t>1.013e0</w:t>
      </w:r>
    </w:p>
    <w:p w:rsidR="007B2329" w:rsidRDefault="007B2329" w:rsidP="007B2329">
      <w:r>
        <w:t>857.7235</w:t>
      </w:r>
      <w:r>
        <w:tab/>
        <w:t>2.025e0</w:t>
      </w:r>
    </w:p>
    <w:p w:rsidR="007B2329" w:rsidRDefault="007B2329" w:rsidP="007B2329">
      <w:r>
        <w:t>857.7380</w:t>
      </w:r>
      <w:r>
        <w:tab/>
        <w:t>2.025e0</w:t>
      </w:r>
    </w:p>
    <w:p w:rsidR="007B2329" w:rsidRDefault="007B2329" w:rsidP="007B2329">
      <w:r>
        <w:t>857.7521</w:t>
      </w:r>
      <w:r>
        <w:tab/>
        <w:t>2.025e0</w:t>
      </w:r>
    </w:p>
    <w:p w:rsidR="007B2329" w:rsidRDefault="007B2329" w:rsidP="007B2329">
      <w:r>
        <w:lastRenderedPageBreak/>
        <w:t>857.7810</w:t>
      </w:r>
      <w:r>
        <w:tab/>
        <w:t>2.025e0</w:t>
      </w:r>
    </w:p>
    <w:p w:rsidR="007B2329" w:rsidRDefault="007B2329" w:rsidP="007B2329">
      <w:r>
        <w:t>857.7954</w:t>
      </w:r>
      <w:r>
        <w:tab/>
        <w:t>1.013e0</w:t>
      </w:r>
    </w:p>
    <w:p w:rsidR="007B2329" w:rsidRDefault="007B2329" w:rsidP="007B2329">
      <w:r>
        <w:t>857.8100</w:t>
      </w:r>
      <w:r>
        <w:tab/>
        <w:t>1.013e0</w:t>
      </w:r>
    </w:p>
    <w:p w:rsidR="007B2329" w:rsidRDefault="007B2329" w:rsidP="007B2329">
      <w:r>
        <w:t>857.8259</w:t>
      </w:r>
      <w:r>
        <w:tab/>
        <w:t>2.025e0</w:t>
      </w:r>
    </w:p>
    <w:p w:rsidR="007B2329" w:rsidRDefault="007B2329" w:rsidP="007B2329">
      <w:r>
        <w:t>857.8478</w:t>
      </w:r>
      <w:r>
        <w:tab/>
        <w:t>2.025e0</w:t>
      </w:r>
    </w:p>
    <w:p w:rsidR="007B2329" w:rsidRDefault="007B2329" w:rsidP="007B2329">
      <w:r>
        <w:t>857.8719</w:t>
      </w:r>
      <w:r>
        <w:tab/>
        <w:t>3.835e0</w:t>
      </w:r>
    </w:p>
    <w:p w:rsidR="007B2329" w:rsidRDefault="007B2329" w:rsidP="007B2329">
      <w:r>
        <w:t>857.9111</w:t>
      </w:r>
      <w:r>
        <w:tab/>
        <w:t>2.970e0</w:t>
      </w:r>
    </w:p>
    <w:p w:rsidR="007B2329" w:rsidRDefault="007B2329" w:rsidP="007B2329">
      <w:r>
        <w:t>857.9253</w:t>
      </w:r>
      <w:r>
        <w:tab/>
        <w:t>3.038e0</w:t>
      </w:r>
    </w:p>
    <w:p w:rsidR="007B2329" w:rsidRDefault="007B2329" w:rsidP="007B2329">
      <w:r>
        <w:t>857.9366</w:t>
      </w:r>
      <w:r>
        <w:tab/>
        <w:t>6.076e0</w:t>
      </w:r>
    </w:p>
    <w:p w:rsidR="007B2329" w:rsidRDefault="007B2329" w:rsidP="007B2329">
      <w:r>
        <w:t>857.9505</w:t>
      </w:r>
      <w:r>
        <w:tab/>
        <w:t>4.480e0</w:t>
      </w:r>
    </w:p>
    <w:p w:rsidR="007B2329" w:rsidRDefault="007B2329" w:rsidP="007B2329">
      <w:r>
        <w:t>857.9587</w:t>
      </w:r>
      <w:r>
        <w:tab/>
        <w:t>1.013e0</w:t>
      </w:r>
    </w:p>
    <w:p w:rsidR="007B2329" w:rsidRDefault="007B2329" w:rsidP="007B2329">
      <w:r>
        <w:t>857.9686</w:t>
      </w:r>
      <w:r>
        <w:tab/>
        <w:t>1.013e0</w:t>
      </w:r>
    </w:p>
    <w:p w:rsidR="007B2329" w:rsidRDefault="007B2329" w:rsidP="007B2329">
      <w:r>
        <w:t>858.0261</w:t>
      </w:r>
      <w:r>
        <w:tab/>
        <w:t>1.013e0</w:t>
      </w:r>
    </w:p>
    <w:p w:rsidR="007B2329" w:rsidRDefault="007B2329" w:rsidP="007B2329">
      <w:r>
        <w:t>858.0549</w:t>
      </w:r>
      <w:r>
        <w:tab/>
        <w:t>1.013e0</w:t>
      </w:r>
    </w:p>
    <w:p w:rsidR="007B2329" w:rsidRDefault="007B2329" w:rsidP="007B2329">
      <w:r>
        <w:t>858.1339</w:t>
      </w:r>
      <w:r>
        <w:tab/>
        <w:t>3.038e0</w:t>
      </w:r>
    </w:p>
    <w:p w:rsidR="007B2329" w:rsidRDefault="007B2329" w:rsidP="007B2329">
      <w:r>
        <w:t>858.1509</w:t>
      </w:r>
      <w:r>
        <w:tab/>
        <w:t>2.939e0</w:t>
      </w:r>
    </w:p>
    <w:p w:rsidR="007B2329" w:rsidRDefault="007B2329" w:rsidP="007B2329">
      <w:r>
        <w:t>858.1539</w:t>
      </w:r>
      <w:r>
        <w:tab/>
        <w:t>7.089e0</w:t>
      </w:r>
    </w:p>
    <w:p w:rsidR="007B2329" w:rsidRDefault="007B2329" w:rsidP="007B2329">
      <w:r>
        <w:t>858.1777</w:t>
      </w:r>
      <w:r>
        <w:tab/>
        <w:t>2.025e0</w:t>
      </w:r>
    </w:p>
    <w:p w:rsidR="007B2329" w:rsidRDefault="007B2329" w:rsidP="007B2329">
      <w:r>
        <w:t>858.2211</w:t>
      </w:r>
      <w:r>
        <w:tab/>
        <w:t>2.025e0</w:t>
      </w:r>
    </w:p>
    <w:p w:rsidR="007B2329" w:rsidRDefault="007B2329" w:rsidP="007B2329">
      <w:r>
        <w:lastRenderedPageBreak/>
        <w:t>858.2369</w:t>
      </w:r>
      <w:r>
        <w:tab/>
        <w:t>2.025e0</w:t>
      </w:r>
    </w:p>
    <w:p w:rsidR="007B2329" w:rsidRDefault="007B2329" w:rsidP="007B2329">
      <w:r>
        <w:t>858.2467</w:t>
      </w:r>
      <w:r>
        <w:tab/>
        <w:t>1.013e0</w:t>
      </w:r>
    </w:p>
    <w:p w:rsidR="007B2329" w:rsidRDefault="007B2329" w:rsidP="007B2329">
      <w:r>
        <w:t>858.2723</w:t>
      </w:r>
      <w:r>
        <w:tab/>
        <w:t>1.519e0</w:t>
      </w:r>
    </w:p>
    <w:p w:rsidR="007B2329" w:rsidRDefault="007B2329" w:rsidP="007B2329">
      <w:r>
        <w:t>858.2874</w:t>
      </w:r>
      <w:r>
        <w:tab/>
        <w:t>4.018e0</w:t>
      </w:r>
    </w:p>
    <w:p w:rsidR="007B2329" w:rsidRDefault="007B2329" w:rsidP="007B2329">
      <w:r>
        <w:t>858.3725</w:t>
      </w:r>
      <w:r>
        <w:tab/>
        <w:t>3.628e0</w:t>
      </w:r>
    </w:p>
    <w:p w:rsidR="007B2329" w:rsidRDefault="007B2329" w:rsidP="007B2329">
      <w:r>
        <w:t>858.3973</w:t>
      </w:r>
      <w:r>
        <w:tab/>
        <w:t>1.326e0</w:t>
      </w:r>
    </w:p>
    <w:p w:rsidR="007B2329" w:rsidRDefault="007B2329" w:rsidP="007B2329">
      <w:r>
        <w:t>858.4056</w:t>
      </w:r>
      <w:r>
        <w:tab/>
        <w:t>1.275e1</w:t>
      </w:r>
    </w:p>
    <w:p w:rsidR="007B2329" w:rsidRDefault="007B2329" w:rsidP="007B2329">
      <w:r>
        <w:t>858.4224</w:t>
      </w:r>
      <w:r>
        <w:tab/>
        <w:t>6.302e0</w:t>
      </w:r>
    </w:p>
    <w:p w:rsidR="007B2329" w:rsidRDefault="007B2329" w:rsidP="007B2329">
      <w:r>
        <w:t>858.4483</w:t>
      </w:r>
      <w:r>
        <w:tab/>
        <w:t>1.378e0</w:t>
      </w:r>
    </w:p>
    <w:p w:rsidR="007B2329" w:rsidRDefault="007B2329" w:rsidP="007B2329">
      <w:r>
        <w:t>858.4587</w:t>
      </w:r>
      <w:r>
        <w:tab/>
        <w:t>1.013e0</w:t>
      </w:r>
    </w:p>
    <w:p w:rsidR="007B2329" w:rsidRDefault="007B2329" w:rsidP="007B2329">
      <w:r>
        <w:t>858.4615</w:t>
      </w:r>
      <w:r>
        <w:tab/>
        <w:t>2.138e0</w:t>
      </w:r>
    </w:p>
    <w:p w:rsidR="007B2329" w:rsidRDefault="007B2329" w:rsidP="007B2329">
      <w:r>
        <w:t>858.4664</w:t>
      </w:r>
      <w:r>
        <w:tab/>
        <w:t>2.684e0</w:t>
      </w:r>
    </w:p>
    <w:p w:rsidR="007B2329" w:rsidRDefault="007B2329" w:rsidP="007B2329">
      <w:r>
        <w:t>858.4871</w:t>
      </w:r>
      <w:r>
        <w:tab/>
        <w:t>2.718e0</w:t>
      </w:r>
    </w:p>
    <w:p w:rsidR="007B2329" w:rsidRDefault="007B2329" w:rsidP="007B2329">
      <w:r>
        <w:t>858.5365</w:t>
      </w:r>
      <w:r>
        <w:tab/>
        <w:t>4.051e0</w:t>
      </w:r>
    </w:p>
    <w:p w:rsidR="007B2329" w:rsidRDefault="007B2329" w:rsidP="007B2329">
      <w:r>
        <w:t>858.5558</w:t>
      </w:r>
      <w:r>
        <w:tab/>
        <w:t>1.957e0</w:t>
      </w:r>
    </w:p>
    <w:p w:rsidR="007B2329" w:rsidRDefault="007B2329" w:rsidP="007B2329">
      <w:r>
        <w:t>858.5669</w:t>
      </w:r>
      <w:r>
        <w:tab/>
        <w:t>1.013e0</w:t>
      </w:r>
    </w:p>
    <w:p w:rsidR="007B2329" w:rsidRDefault="007B2329" w:rsidP="007B2329">
      <w:r>
        <w:t>858.5810</w:t>
      </w:r>
      <w:r>
        <w:tab/>
        <w:t>2.025e0</w:t>
      </w:r>
    </w:p>
    <w:p w:rsidR="007B2329" w:rsidRDefault="007B2329" w:rsidP="007B2329">
      <w:r>
        <w:t>858.6160</w:t>
      </w:r>
      <w:r>
        <w:tab/>
        <w:t>1.378e0</w:t>
      </w:r>
    </w:p>
    <w:p w:rsidR="007B2329" w:rsidRDefault="007B2329" w:rsidP="007B2329">
      <w:r>
        <w:t>858.6462</w:t>
      </w:r>
      <w:r>
        <w:tab/>
        <w:t>1.944e0</w:t>
      </w:r>
    </w:p>
    <w:p w:rsidR="007B2329" w:rsidRDefault="007B2329" w:rsidP="007B2329">
      <w:r>
        <w:lastRenderedPageBreak/>
        <w:t>858.6536</w:t>
      </w:r>
      <w:r>
        <w:tab/>
        <w:t>2.025e0</w:t>
      </w:r>
    </w:p>
    <w:p w:rsidR="007B2329" w:rsidRDefault="007B2329" w:rsidP="007B2329">
      <w:r>
        <w:t>858.6789</w:t>
      </w:r>
      <w:r>
        <w:tab/>
        <w:t>1.025e0</w:t>
      </w:r>
    </w:p>
    <w:p w:rsidR="007B2329" w:rsidRDefault="007B2329" w:rsidP="007B2329">
      <w:r>
        <w:t>858.7096</w:t>
      </w:r>
      <w:r>
        <w:tab/>
        <w:t>2.532e-2</w:t>
      </w:r>
    </w:p>
    <w:p w:rsidR="007B2329" w:rsidRDefault="007B2329" w:rsidP="007B2329">
      <w:r>
        <w:t>858.7109</w:t>
      </w:r>
      <w:r>
        <w:tab/>
        <w:t>2.025e0</w:t>
      </w:r>
    </w:p>
    <w:p w:rsidR="007B2329" w:rsidRDefault="007B2329" w:rsidP="007B2329">
      <w:r>
        <w:t>858.7186</w:t>
      </w:r>
      <w:r>
        <w:tab/>
        <w:t>1.013e0</w:t>
      </w:r>
    </w:p>
    <w:p w:rsidR="007B2329" w:rsidRDefault="007B2329" w:rsidP="007B2329">
      <w:r>
        <w:t>858.7373</w:t>
      </w:r>
      <w:r>
        <w:tab/>
        <w:t>1.266e-2</w:t>
      </w:r>
    </w:p>
    <w:p w:rsidR="007B2329" w:rsidRDefault="007B2329" w:rsidP="007B2329">
      <w:r>
        <w:t>858.7473</w:t>
      </w:r>
      <w:r>
        <w:tab/>
        <w:t>1.013e0</w:t>
      </w:r>
    </w:p>
    <w:p w:rsidR="007B2329" w:rsidRDefault="007B2329" w:rsidP="007B2329">
      <w:r>
        <w:t>858.8051</w:t>
      </w:r>
      <w:r>
        <w:tab/>
        <w:t>2.025e0</w:t>
      </w:r>
    </w:p>
    <w:p w:rsidR="007B2329" w:rsidRDefault="007B2329" w:rsidP="007B2329">
      <w:r>
        <w:t>858.8215</w:t>
      </w:r>
      <w:r>
        <w:tab/>
        <w:t>1.013e0</w:t>
      </w:r>
    </w:p>
    <w:p w:rsidR="007B2329" w:rsidRDefault="007B2329" w:rsidP="007B2329">
      <w:r>
        <w:t>858.8328</w:t>
      </w:r>
      <w:r>
        <w:tab/>
        <w:t>1.038e0</w:t>
      </w:r>
    </w:p>
    <w:p w:rsidR="007B2329" w:rsidRDefault="007B2329" w:rsidP="007B2329">
      <w:r>
        <w:t>858.8627</w:t>
      </w:r>
      <w:r>
        <w:tab/>
        <w:t>1.013e0</w:t>
      </w:r>
    </w:p>
    <w:p w:rsidR="007B2329" w:rsidRDefault="007B2329" w:rsidP="007B2329">
      <w:r>
        <w:t>858.8681</w:t>
      </w:r>
      <w:r>
        <w:tab/>
        <w:t>2.025e0</w:t>
      </w:r>
    </w:p>
    <w:p w:rsidR="007B2329" w:rsidRDefault="007B2329" w:rsidP="007B2329">
      <w:r>
        <w:t>858.9073</w:t>
      </w:r>
      <w:r>
        <w:tab/>
        <w:t>3.959e0</w:t>
      </w:r>
    </w:p>
    <w:p w:rsidR="007B2329" w:rsidRDefault="007B2329" w:rsidP="007B2329">
      <w:r>
        <w:t>858.9164</w:t>
      </w:r>
      <w:r>
        <w:tab/>
        <w:t>5.063e0</w:t>
      </w:r>
    </w:p>
    <w:p w:rsidR="007B2329" w:rsidRDefault="007B2329" w:rsidP="007B2329">
      <w:r>
        <w:t>858.9207</w:t>
      </w:r>
      <w:r>
        <w:tab/>
        <w:t>2.025e0</w:t>
      </w:r>
    </w:p>
    <w:p w:rsidR="007B2329" w:rsidRDefault="007B2329" w:rsidP="007B2329">
      <w:r>
        <w:t>858.9781</w:t>
      </w:r>
      <w:r>
        <w:tab/>
        <w:t>1.013e0</w:t>
      </w:r>
    </w:p>
    <w:p w:rsidR="007B2329" w:rsidRDefault="007B2329" w:rsidP="007B2329">
      <w:r>
        <w:t>859.0070</w:t>
      </w:r>
      <w:r>
        <w:tab/>
        <w:t>2.025e0</w:t>
      </w:r>
    </w:p>
    <w:p w:rsidR="007B2329" w:rsidRDefault="007B2329" w:rsidP="007B2329">
      <w:r>
        <w:t>859.0247</w:t>
      </w:r>
      <w:r>
        <w:tab/>
        <w:t>1.013e0</w:t>
      </w:r>
    </w:p>
    <w:p w:rsidR="007B2329" w:rsidRDefault="007B2329" w:rsidP="007B2329">
      <w:r>
        <w:t>859.0508</w:t>
      </w:r>
      <w:r>
        <w:tab/>
        <w:t>2.025e0</w:t>
      </w:r>
    </w:p>
    <w:p w:rsidR="007B2329" w:rsidRDefault="007B2329" w:rsidP="007B2329">
      <w:r>
        <w:lastRenderedPageBreak/>
        <w:t>859.0596</w:t>
      </w:r>
      <w:r>
        <w:tab/>
        <w:t>1.013e0</w:t>
      </w:r>
    </w:p>
    <w:p w:rsidR="007B2329" w:rsidRDefault="007B2329" w:rsidP="007B2329">
      <w:r>
        <w:t>859.0647</w:t>
      </w:r>
      <w:r>
        <w:tab/>
        <w:t>1.013e0</w:t>
      </w:r>
    </w:p>
    <w:p w:rsidR="007B2329" w:rsidRDefault="007B2329" w:rsidP="007B2329">
      <w:r>
        <w:t>859.0793</w:t>
      </w:r>
      <w:r>
        <w:tab/>
        <w:t>1.013e0</w:t>
      </w:r>
    </w:p>
    <w:p w:rsidR="007B2329" w:rsidRDefault="007B2329" w:rsidP="007B2329">
      <w:r>
        <w:t>859.0936</w:t>
      </w:r>
      <w:r>
        <w:tab/>
        <w:t>1.013e0</w:t>
      </w:r>
    </w:p>
    <w:p w:rsidR="007B2329" w:rsidRDefault="007B2329" w:rsidP="007B2329">
      <w:r>
        <w:t>859.1157</w:t>
      </w:r>
      <w:r>
        <w:tab/>
        <w:t>2.025e0</w:t>
      </w:r>
    </w:p>
    <w:p w:rsidR="007B2329" w:rsidRDefault="007B2329" w:rsidP="007B2329">
      <w:r>
        <w:t>859.1262</w:t>
      </w:r>
      <w:r>
        <w:tab/>
        <w:t>1.013e0</w:t>
      </w:r>
    </w:p>
    <w:p w:rsidR="007B2329" w:rsidRDefault="007B2329" w:rsidP="007B2329">
      <w:r>
        <w:t>859.1719</w:t>
      </w:r>
      <w:r>
        <w:tab/>
        <w:t>2.025e0</w:t>
      </w:r>
    </w:p>
    <w:p w:rsidR="007B2329" w:rsidRDefault="007B2329" w:rsidP="007B2329">
      <w:r>
        <w:t>859.1804</w:t>
      </w:r>
      <w:r>
        <w:tab/>
        <w:t>1.013e0</w:t>
      </w:r>
    </w:p>
    <w:p w:rsidR="007B2329" w:rsidRDefault="007B2329" w:rsidP="007B2329">
      <w:r>
        <w:t>859.1915</w:t>
      </w:r>
      <w:r>
        <w:tab/>
        <w:t>4.362e0</w:t>
      </w:r>
    </w:p>
    <w:p w:rsidR="007B2329" w:rsidRDefault="007B2329" w:rsidP="007B2329">
      <w:r>
        <w:t>859.1946</w:t>
      </w:r>
      <w:r>
        <w:tab/>
        <w:t>1.013e0</w:t>
      </w:r>
    </w:p>
    <w:p w:rsidR="007B2329" w:rsidRDefault="007B2329" w:rsidP="007B2329">
      <w:r>
        <w:t>859.2278</w:t>
      </w:r>
      <w:r>
        <w:tab/>
        <w:t>1.013e0</w:t>
      </w:r>
    </w:p>
    <w:p w:rsidR="007B2329" w:rsidRDefault="007B2329" w:rsidP="007B2329">
      <w:r>
        <w:t>859.2939</w:t>
      </w:r>
      <w:r>
        <w:tab/>
        <w:t>2.456e0</w:t>
      </w:r>
    </w:p>
    <w:p w:rsidR="007B2329" w:rsidRDefault="007B2329" w:rsidP="007B2329">
      <w:r>
        <w:t>859.2957</w:t>
      </w:r>
      <w:r>
        <w:tab/>
        <w:t>5.678e0</w:t>
      </w:r>
    </w:p>
    <w:p w:rsidR="007B2329" w:rsidRDefault="007B2329" w:rsidP="007B2329">
      <w:r>
        <w:t>859.3174</w:t>
      </w:r>
      <w:r>
        <w:tab/>
        <w:t>1.375e0</w:t>
      </w:r>
    </w:p>
    <w:p w:rsidR="007B2329" w:rsidRDefault="007B2329" w:rsidP="007B2329">
      <w:r>
        <w:t>859.3198</w:t>
      </w:r>
      <w:r>
        <w:tab/>
        <w:t>1.463e0</w:t>
      </w:r>
    </w:p>
    <w:p w:rsidR="007B2329" w:rsidRDefault="007B2329" w:rsidP="007B2329">
      <w:r>
        <w:t>859.3247</w:t>
      </w:r>
      <w:r>
        <w:tab/>
        <w:t>4.971e0</w:t>
      </w:r>
    </w:p>
    <w:p w:rsidR="007B2329" w:rsidRDefault="007B2329" w:rsidP="007B2329">
      <w:r>
        <w:t>859.3576</w:t>
      </w:r>
      <w:r>
        <w:tab/>
        <w:t>3.306e0</w:t>
      </w:r>
    </w:p>
    <w:p w:rsidR="007B2329" w:rsidRDefault="007B2329" w:rsidP="007B2329">
      <w:r>
        <w:t>859.3891</w:t>
      </w:r>
      <w:r>
        <w:tab/>
        <w:t>1.015e1</w:t>
      </w:r>
    </w:p>
    <w:p w:rsidR="007B2329" w:rsidRDefault="007B2329" w:rsidP="007B2329">
      <w:r>
        <w:t>859.3965</w:t>
      </w:r>
      <w:r>
        <w:tab/>
        <w:t>3.315e0</w:t>
      </w:r>
    </w:p>
    <w:p w:rsidR="007B2329" w:rsidRDefault="007B2329" w:rsidP="007B2329">
      <w:r>
        <w:lastRenderedPageBreak/>
        <w:t>859.4053</w:t>
      </w:r>
      <w:r>
        <w:tab/>
        <w:t>5.930e0</w:t>
      </w:r>
    </w:p>
    <w:p w:rsidR="007B2329" w:rsidRDefault="007B2329" w:rsidP="007B2329">
      <w:r>
        <w:t>859.4075</w:t>
      </w:r>
      <w:r>
        <w:tab/>
        <w:t>1.992e0</w:t>
      </w:r>
    </w:p>
    <w:p w:rsidR="007B2329" w:rsidRDefault="007B2329" w:rsidP="007B2329">
      <w:r>
        <w:t>859.4231</w:t>
      </w:r>
      <w:r>
        <w:tab/>
        <w:t>2.416e0</w:t>
      </w:r>
    </w:p>
    <w:p w:rsidR="007B2329" w:rsidRDefault="007B2329" w:rsidP="007B2329">
      <w:r>
        <w:t>859.4358</w:t>
      </w:r>
      <w:r>
        <w:tab/>
        <w:t>2.756e0</w:t>
      </w:r>
    </w:p>
    <w:p w:rsidR="007B2329" w:rsidRDefault="007B2329" w:rsidP="007B2329">
      <w:r>
        <w:t>859.4801</w:t>
      </w:r>
      <w:r>
        <w:tab/>
        <w:t>7.089e0</w:t>
      </w:r>
    </w:p>
    <w:p w:rsidR="007B2329" w:rsidRDefault="007B2329" w:rsidP="007B2329">
      <w:r>
        <w:t>859.4839</w:t>
      </w:r>
      <w:r>
        <w:tab/>
        <w:t>6.779e0</w:t>
      </w:r>
    </w:p>
    <w:p w:rsidR="007B2329" w:rsidRDefault="007B2329" w:rsidP="007B2329">
      <w:r>
        <w:t>859.5220</w:t>
      </w:r>
      <w:r>
        <w:tab/>
        <w:t>1.958e0</w:t>
      </w:r>
    </w:p>
    <w:p w:rsidR="007B2329" w:rsidRDefault="007B2329" w:rsidP="007B2329">
      <w:r>
        <w:t>859.6139</w:t>
      </w:r>
      <w:r>
        <w:tab/>
        <w:t>1.013e0</w:t>
      </w:r>
    </w:p>
    <w:p w:rsidR="007B2329" w:rsidRDefault="007B2329" w:rsidP="007B2329">
      <w:r>
        <w:t>859.6193</w:t>
      </w:r>
      <w:r>
        <w:tab/>
        <w:t>2.835e0</w:t>
      </w:r>
    </w:p>
    <w:p w:rsidR="007B2329" w:rsidRDefault="007B2329" w:rsidP="007B2329">
      <w:r>
        <w:t>859.6517</w:t>
      </w:r>
      <w:r>
        <w:tab/>
        <w:t>1.013e0</w:t>
      </w:r>
    </w:p>
    <w:p w:rsidR="007B2329" w:rsidRDefault="007B2329" w:rsidP="007B2329">
      <w:r>
        <w:t>859.6553</w:t>
      </w:r>
      <w:r>
        <w:tab/>
        <w:t>2.025e0</w:t>
      </w:r>
    </w:p>
    <w:p w:rsidR="007B2329" w:rsidRDefault="007B2329" w:rsidP="007B2329">
      <w:r>
        <w:t>859.6788</w:t>
      </w:r>
      <w:r>
        <w:tab/>
        <w:t>2.025e0</w:t>
      </w:r>
    </w:p>
    <w:p w:rsidR="007B2329" w:rsidRDefault="007B2329" w:rsidP="007B2329">
      <w:r>
        <w:t>859.6915</w:t>
      </w:r>
      <w:r>
        <w:tab/>
        <w:t>5.063e0</w:t>
      </w:r>
    </w:p>
    <w:p w:rsidR="007B2329" w:rsidRDefault="007B2329" w:rsidP="007B2329">
      <w:r>
        <w:t>859.7163</w:t>
      </w:r>
      <w:r>
        <w:tab/>
        <w:t>3.038e0</w:t>
      </w:r>
    </w:p>
    <w:p w:rsidR="007B2329" w:rsidRDefault="007B2329" w:rsidP="007B2329">
      <w:r>
        <w:t>859.7536</w:t>
      </w:r>
      <w:r>
        <w:tab/>
        <w:t>1.013e0</w:t>
      </w:r>
    </w:p>
    <w:p w:rsidR="007B2329" w:rsidRDefault="007B2329" w:rsidP="007B2329">
      <w:r>
        <w:t>859.7795</w:t>
      </w:r>
      <w:r>
        <w:tab/>
        <w:t>2.025e0</w:t>
      </w:r>
    </w:p>
    <w:p w:rsidR="007B2329" w:rsidRDefault="007B2329" w:rsidP="007B2329">
      <w:r>
        <w:t>859.7867</w:t>
      </w:r>
      <w:r>
        <w:tab/>
        <w:t>1.013e0</w:t>
      </w:r>
    </w:p>
    <w:p w:rsidR="007B2329" w:rsidRDefault="007B2329" w:rsidP="007B2329">
      <w:r>
        <w:t>859.8014</w:t>
      </w:r>
      <w:r>
        <w:tab/>
        <w:t>2.025e0</w:t>
      </w:r>
    </w:p>
    <w:p w:rsidR="007B2329" w:rsidRDefault="007B2329" w:rsidP="007B2329">
      <w:r>
        <w:t>859.8250</w:t>
      </w:r>
      <w:r>
        <w:tab/>
        <w:t>2.025e0</w:t>
      </w:r>
    </w:p>
    <w:p w:rsidR="007B2329" w:rsidRDefault="007B2329" w:rsidP="007B2329">
      <w:r>
        <w:lastRenderedPageBreak/>
        <w:t>859.8632</w:t>
      </w:r>
      <w:r>
        <w:tab/>
        <w:t>3.008e0</w:t>
      </w:r>
    </w:p>
    <w:p w:rsidR="007B2329" w:rsidRDefault="007B2329" w:rsidP="007B2329">
      <w:r>
        <w:t>859.8736</w:t>
      </w:r>
      <w:r>
        <w:tab/>
        <w:t>1.013e0</w:t>
      </w:r>
    </w:p>
    <w:p w:rsidR="007B2329" w:rsidRDefault="007B2329" w:rsidP="007B2329">
      <w:r>
        <w:t>859.8809</w:t>
      </w:r>
      <w:r>
        <w:tab/>
        <w:t>4.051e0</w:t>
      </w:r>
    </w:p>
    <w:p w:rsidR="007B2329" w:rsidRDefault="007B2329" w:rsidP="007B2329">
      <w:r>
        <w:t>859.8921</w:t>
      </w:r>
      <w:r>
        <w:tab/>
        <w:t>3.038e0</w:t>
      </w:r>
    </w:p>
    <w:p w:rsidR="007B2329" w:rsidRDefault="007B2329" w:rsidP="007B2329">
      <w:r>
        <w:t>859.9023</w:t>
      </w:r>
      <w:r>
        <w:tab/>
        <w:t>1.013e0</w:t>
      </w:r>
    </w:p>
    <w:p w:rsidR="007B2329" w:rsidRDefault="007B2329" w:rsidP="007B2329">
      <w:r>
        <w:t>859.9096</w:t>
      </w:r>
      <w:r>
        <w:tab/>
        <w:t>3.038e0</w:t>
      </w:r>
    </w:p>
    <w:p w:rsidR="007B2329" w:rsidRDefault="007B2329" w:rsidP="007B2329">
      <w:r>
        <w:t>859.9220</w:t>
      </w:r>
      <w:r>
        <w:tab/>
        <w:t>1.266e-2</w:t>
      </w:r>
    </w:p>
    <w:p w:rsidR="007B2329" w:rsidRDefault="007B2329" w:rsidP="007B2329">
      <w:r>
        <w:t>859.9802</w:t>
      </w:r>
      <w:r>
        <w:tab/>
        <w:t>4.441e0</w:t>
      </w:r>
    </w:p>
    <w:p w:rsidR="007B2329" w:rsidRDefault="007B2329" w:rsidP="007B2329">
      <w:r>
        <w:t>860.0408</w:t>
      </w:r>
      <w:r>
        <w:tab/>
        <w:t>1.013e0</w:t>
      </w:r>
    </w:p>
    <w:p w:rsidR="007B2329" w:rsidRDefault="007B2329" w:rsidP="007B2329">
      <w:r>
        <w:t>860.0510</w:t>
      </w:r>
      <w:r>
        <w:tab/>
        <w:t>7.058e0</w:t>
      </w:r>
    </w:p>
    <w:p w:rsidR="007B2329" w:rsidRDefault="007B2329" w:rsidP="007B2329">
      <w:r>
        <w:t>860.0687</w:t>
      </w:r>
      <w:r>
        <w:tab/>
        <w:t>2.025e0</w:t>
      </w:r>
    </w:p>
    <w:p w:rsidR="007B2329" w:rsidRDefault="007B2329" w:rsidP="007B2329">
      <w:r>
        <w:t>860.0823</w:t>
      </w:r>
      <w:r>
        <w:tab/>
        <w:t>2.025e0</w:t>
      </w:r>
    </w:p>
    <w:p w:rsidR="007B2329" w:rsidRDefault="007B2329" w:rsidP="007B2329">
      <w:r>
        <w:t>860.1482</w:t>
      </w:r>
      <w:r>
        <w:tab/>
        <w:t>2.025e0</w:t>
      </w:r>
    </w:p>
    <w:p w:rsidR="007B2329" w:rsidRDefault="007B2329" w:rsidP="007B2329">
      <w:r>
        <w:t>860.1770</w:t>
      </w:r>
      <w:r>
        <w:tab/>
        <w:t>2.025e0</w:t>
      </w:r>
    </w:p>
    <w:p w:rsidR="007B2329" w:rsidRDefault="007B2329" w:rsidP="007B2329">
      <w:r>
        <w:t>860.2783</w:t>
      </w:r>
      <w:r>
        <w:tab/>
        <w:t>2.200e0</w:t>
      </w:r>
    </w:p>
    <w:p w:rsidR="007B2329" w:rsidRDefault="007B2329" w:rsidP="007B2329">
      <w:r>
        <w:t>860.2930</w:t>
      </w:r>
      <w:r>
        <w:tab/>
        <w:t>1.013e0</w:t>
      </w:r>
    </w:p>
    <w:p w:rsidR="007B2329" w:rsidRDefault="007B2329" w:rsidP="007B2329">
      <w:r>
        <w:t>860.3094</w:t>
      </w:r>
      <w:r>
        <w:tab/>
        <w:t>4.887e0</w:t>
      </w:r>
    </w:p>
    <w:p w:rsidR="007B2329" w:rsidRDefault="007B2329" w:rsidP="007B2329">
      <w:r>
        <w:t>860.3286</w:t>
      </w:r>
      <w:r>
        <w:tab/>
        <w:t>5.363e0</w:t>
      </w:r>
    </w:p>
    <w:p w:rsidR="007B2329" w:rsidRDefault="007B2329" w:rsidP="007B2329">
      <w:r>
        <w:t>860.3419</w:t>
      </w:r>
      <w:r>
        <w:tab/>
        <w:t>2.247e0</w:t>
      </w:r>
    </w:p>
    <w:p w:rsidR="007B2329" w:rsidRDefault="007B2329" w:rsidP="007B2329">
      <w:r>
        <w:lastRenderedPageBreak/>
        <w:t>860.3431</w:t>
      </w:r>
      <w:r>
        <w:tab/>
        <w:t>2.663e0</w:t>
      </w:r>
    </w:p>
    <w:p w:rsidR="007B2329" w:rsidRDefault="007B2329" w:rsidP="007B2329">
      <w:r>
        <w:t>860.3596</w:t>
      </w:r>
      <w:r>
        <w:tab/>
        <w:t>1.790e0</w:t>
      </w:r>
    </w:p>
    <w:p w:rsidR="007B2329" w:rsidRDefault="007B2329" w:rsidP="007B2329">
      <w:r>
        <w:t>860.3747</w:t>
      </w:r>
      <w:r>
        <w:tab/>
        <w:t>1.196e1</w:t>
      </w:r>
    </w:p>
    <w:p w:rsidR="007B2329" w:rsidRDefault="007B2329" w:rsidP="007B2329">
      <w:r>
        <w:t>860.3834</w:t>
      </w:r>
      <w:r>
        <w:tab/>
        <w:t>4.774e0</w:t>
      </w:r>
    </w:p>
    <w:p w:rsidR="007B2329" w:rsidRDefault="007B2329" w:rsidP="007B2329">
      <w:r>
        <w:t>860.4158</w:t>
      </w:r>
      <w:r>
        <w:tab/>
        <w:t>3.816e0</w:t>
      </w:r>
    </w:p>
    <w:p w:rsidR="007B2329" w:rsidRDefault="007B2329" w:rsidP="007B2329">
      <w:r>
        <w:t>860.4188</w:t>
      </w:r>
      <w:r>
        <w:tab/>
        <w:t>2.025e0</w:t>
      </w:r>
    </w:p>
    <w:p w:rsidR="007B2329" w:rsidRDefault="007B2329" w:rsidP="007B2329">
      <w:r>
        <w:t>860.4593</w:t>
      </w:r>
      <w:r>
        <w:tab/>
        <w:t>8.656e0</w:t>
      </w:r>
    </w:p>
    <w:p w:rsidR="007B2329" w:rsidRDefault="007B2329" w:rsidP="007B2329">
      <w:r>
        <w:t>860.5137</w:t>
      </w:r>
      <w:r>
        <w:tab/>
        <w:t>8.564e0</w:t>
      </w:r>
    </w:p>
    <w:p w:rsidR="007B2329" w:rsidRDefault="007B2329" w:rsidP="007B2329">
      <w:r>
        <w:t>860.5352</w:t>
      </w:r>
      <w:r>
        <w:tab/>
        <w:t>7.089e0</w:t>
      </w:r>
    </w:p>
    <w:p w:rsidR="007B2329" w:rsidRDefault="007B2329" w:rsidP="007B2329">
      <w:r>
        <w:t>860.5424</w:t>
      </w:r>
      <w:r>
        <w:tab/>
        <w:t>8.124e0</w:t>
      </w:r>
    </w:p>
    <w:p w:rsidR="007B2329" w:rsidRDefault="007B2329" w:rsidP="007B2329">
      <w:r>
        <w:t>860.5497</w:t>
      </w:r>
      <w:r>
        <w:tab/>
        <w:t>1.444e0</w:t>
      </w:r>
    </w:p>
    <w:p w:rsidR="007B2329" w:rsidRDefault="007B2329" w:rsidP="007B2329">
      <w:r>
        <w:t>860.5678</w:t>
      </w:r>
      <w:r>
        <w:tab/>
        <w:t>1.385e0</w:t>
      </w:r>
    </w:p>
    <w:p w:rsidR="007B2329" w:rsidRDefault="007B2329" w:rsidP="007B2329">
      <w:r>
        <w:t>860.5930</w:t>
      </w:r>
      <w:r>
        <w:tab/>
        <w:t>2.062e0</w:t>
      </w:r>
    </w:p>
    <w:p w:rsidR="007B2329" w:rsidRDefault="007B2329" w:rsidP="007B2329">
      <w:r>
        <w:t>860.5983</w:t>
      </w:r>
      <w:r>
        <w:tab/>
        <w:t>5.174e0</w:t>
      </w:r>
    </w:p>
    <w:p w:rsidR="007B2329" w:rsidRDefault="007B2329" w:rsidP="007B2329">
      <w:r>
        <w:t>860.7190</w:t>
      </w:r>
      <w:r>
        <w:tab/>
        <w:t>2.025e0</w:t>
      </w:r>
    </w:p>
    <w:p w:rsidR="007B2329" w:rsidRDefault="007B2329" w:rsidP="007B2329">
      <w:r>
        <w:t>860.7368</w:t>
      </w:r>
      <w:r>
        <w:tab/>
        <w:t>4.051e0</w:t>
      </w:r>
    </w:p>
    <w:p w:rsidR="007B2329" w:rsidRDefault="007B2329" w:rsidP="007B2329">
      <w:r>
        <w:t>860.7925</w:t>
      </w:r>
      <w:r>
        <w:tab/>
        <w:t>2.025e0</w:t>
      </w:r>
    </w:p>
    <w:p w:rsidR="007B2329" w:rsidRDefault="007B2329" w:rsidP="007B2329">
      <w:r>
        <w:t>860.8516</w:t>
      </w:r>
      <w:r>
        <w:tab/>
        <w:t>3.036e0</w:t>
      </w:r>
    </w:p>
    <w:p w:rsidR="007B2329" w:rsidRDefault="007B2329" w:rsidP="007B2329">
      <w:r>
        <w:t>860.9084</w:t>
      </w:r>
      <w:r>
        <w:tab/>
        <w:t>3.051e0</w:t>
      </w:r>
    </w:p>
    <w:p w:rsidR="007B2329" w:rsidRDefault="007B2329" w:rsidP="007B2329">
      <w:r>
        <w:lastRenderedPageBreak/>
        <w:t>860.9186</w:t>
      </w:r>
      <w:r>
        <w:tab/>
        <w:t>4.051e0</w:t>
      </w:r>
    </w:p>
    <w:p w:rsidR="007B2329" w:rsidRDefault="007B2329" w:rsidP="007B2329">
      <w:r>
        <w:t>860.9289</w:t>
      </w:r>
      <w:r>
        <w:tab/>
        <w:t>2.025e0</w:t>
      </w:r>
    </w:p>
    <w:p w:rsidR="007B2329" w:rsidRDefault="007B2329" w:rsidP="007B2329">
      <w:r>
        <w:t>860.9494</w:t>
      </w:r>
      <w:r>
        <w:tab/>
        <w:t>2.025e0</w:t>
      </w:r>
    </w:p>
    <w:p w:rsidR="007B2329" w:rsidRDefault="007B2329" w:rsidP="007B2329">
      <w:r>
        <w:t>860.9768</w:t>
      </w:r>
      <w:r>
        <w:tab/>
        <w:t>2.038e0</w:t>
      </w:r>
    </w:p>
    <w:p w:rsidR="007B2329" w:rsidRDefault="007B2329" w:rsidP="007B2329">
      <w:r>
        <w:t>860.9844</w:t>
      </w:r>
      <w:r>
        <w:tab/>
        <w:t>2.603e0</w:t>
      </w:r>
    </w:p>
    <w:p w:rsidR="007B2329" w:rsidRDefault="007B2329" w:rsidP="007B2329">
      <w:r>
        <w:t>861.0012</w:t>
      </w:r>
      <w:r>
        <w:tab/>
        <w:t>1.013e0</w:t>
      </w:r>
    </w:p>
    <w:p w:rsidR="007B2329" w:rsidRDefault="007B2329" w:rsidP="007B2329">
      <w:r>
        <w:t>861.0046</w:t>
      </w:r>
      <w:r>
        <w:tab/>
        <w:t>1.013e0</w:t>
      </w:r>
    </w:p>
    <w:p w:rsidR="007B2329" w:rsidRDefault="007B2329" w:rsidP="007B2329">
      <w:r>
        <w:t>861.0446</w:t>
      </w:r>
      <w:r>
        <w:tab/>
        <w:t>1.013e0</w:t>
      </w:r>
    </w:p>
    <w:p w:rsidR="007B2329" w:rsidRDefault="007B2329" w:rsidP="007B2329">
      <w:r>
        <w:t>861.0671</w:t>
      </w:r>
      <w:r>
        <w:tab/>
        <w:t>3.038e0</w:t>
      </w:r>
    </w:p>
    <w:p w:rsidR="007B2329" w:rsidRDefault="007B2329" w:rsidP="007B2329">
      <w:r>
        <w:t>861.0734</w:t>
      </w:r>
      <w:r>
        <w:tab/>
        <w:t>1.013e0</w:t>
      </w:r>
    </w:p>
    <w:p w:rsidR="007B2329" w:rsidRDefault="007B2329" w:rsidP="007B2329">
      <w:r>
        <w:t>861.0878</w:t>
      </w:r>
      <w:r>
        <w:tab/>
        <w:t>1.013e0</w:t>
      </w:r>
    </w:p>
    <w:p w:rsidR="007B2329" w:rsidRDefault="007B2329" w:rsidP="007B2329">
      <w:r>
        <w:t>861.1215</w:t>
      </w:r>
      <w:r>
        <w:tab/>
        <w:t>2.038e0</w:t>
      </w:r>
    </w:p>
    <w:p w:rsidR="007B2329" w:rsidRDefault="007B2329" w:rsidP="007B2329">
      <w:r>
        <w:t>861.1459</w:t>
      </w:r>
      <w:r>
        <w:tab/>
        <w:t>1.013e0</w:t>
      </w:r>
    </w:p>
    <w:p w:rsidR="007B2329" w:rsidRDefault="007B2329" w:rsidP="007B2329">
      <w:r>
        <w:t>861.1746</w:t>
      </w:r>
      <w:r>
        <w:tab/>
        <w:t>4.051e0</w:t>
      </w:r>
    </w:p>
    <w:p w:rsidR="007B2329" w:rsidRDefault="007B2329" w:rsidP="007B2329">
      <w:r>
        <w:t>861.1903</w:t>
      </w:r>
      <w:r>
        <w:tab/>
        <w:t>1.013e0</w:t>
      </w:r>
    </w:p>
    <w:p w:rsidR="007B2329" w:rsidRDefault="007B2329" w:rsidP="007B2329">
      <w:r>
        <w:t>861.2042</w:t>
      </w:r>
      <w:r>
        <w:tab/>
        <w:t>2.051e0</w:t>
      </w:r>
    </w:p>
    <w:p w:rsidR="007B2329" w:rsidRDefault="007B2329" w:rsidP="007B2329">
      <w:r>
        <w:t>861.2759</w:t>
      </w:r>
      <w:r>
        <w:tab/>
        <w:t>1.013e0</w:t>
      </w:r>
    </w:p>
    <w:p w:rsidR="007B2329" w:rsidRDefault="007B2329" w:rsidP="007B2329">
      <w:r>
        <w:t>861.2898</w:t>
      </w:r>
      <w:r>
        <w:tab/>
        <w:t>8.594e0</w:t>
      </w:r>
    </w:p>
    <w:p w:rsidR="007B2329" w:rsidRDefault="007B2329" w:rsidP="007B2329">
      <w:r>
        <w:t>861.3199</w:t>
      </w:r>
      <w:r>
        <w:tab/>
        <w:t>5.508e0</w:t>
      </w:r>
    </w:p>
    <w:p w:rsidR="007B2329" w:rsidRDefault="007B2329" w:rsidP="007B2329">
      <w:r>
        <w:lastRenderedPageBreak/>
        <w:t>861.3268</w:t>
      </w:r>
      <w:r>
        <w:tab/>
        <w:t>1.324e1</w:t>
      </w:r>
    </w:p>
    <w:p w:rsidR="007B2329" w:rsidRDefault="007B2329" w:rsidP="007B2329">
      <w:r>
        <w:t>861.3373</w:t>
      </w:r>
      <w:r>
        <w:tab/>
        <w:t>1.062e1</w:t>
      </w:r>
    </w:p>
    <w:p w:rsidR="007B2329" w:rsidRDefault="007B2329" w:rsidP="007B2329">
      <w:r>
        <w:t>861.3495</w:t>
      </w:r>
      <w:r>
        <w:tab/>
        <w:t>1.582e1</w:t>
      </w:r>
    </w:p>
    <w:p w:rsidR="007B2329" w:rsidRDefault="007B2329" w:rsidP="007B2329">
      <w:r>
        <w:t>861.3532</w:t>
      </w:r>
      <w:r>
        <w:tab/>
        <w:t>2.279e1</w:t>
      </w:r>
    </w:p>
    <w:p w:rsidR="007B2329" w:rsidRDefault="007B2329" w:rsidP="007B2329">
      <w:r>
        <w:t>861.3574</w:t>
      </w:r>
      <w:r>
        <w:tab/>
        <w:t>2.127e1</w:t>
      </w:r>
    </w:p>
    <w:p w:rsidR="007B2329" w:rsidRDefault="007B2329" w:rsidP="007B2329">
      <w:r>
        <w:t>861.3598</w:t>
      </w:r>
      <w:r>
        <w:tab/>
        <w:t>8.487e0</w:t>
      </w:r>
    </w:p>
    <w:p w:rsidR="007B2329" w:rsidRDefault="007B2329" w:rsidP="007B2329">
      <w:r>
        <w:t>861.3722</w:t>
      </w:r>
      <w:r>
        <w:tab/>
        <w:t>3.038e0</w:t>
      </w:r>
    </w:p>
    <w:p w:rsidR="007B2329" w:rsidRDefault="007B2329" w:rsidP="007B2329">
      <w:r>
        <w:t>861.3772</w:t>
      </w:r>
      <w:r>
        <w:tab/>
        <w:t>1.013e0</w:t>
      </w:r>
    </w:p>
    <w:p w:rsidR="007B2329" w:rsidRDefault="007B2329" w:rsidP="007B2329">
      <w:r>
        <w:t>861.4219</w:t>
      </w:r>
      <w:r>
        <w:tab/>
        <w:t>4.170e0</w:t>
      </w:r>
    </w:p>
    <w:p w:rsidR="007B2329" w:rsidRDefault="007B2329" w:rsidP="007B2329">
      <w:r>
        <w:t>861.4363</w:t>
      </w:r>
      <w:r>
        <w:tab/>
        <w:t>2.398e0</w:t>
      </w:r>
    </w:p>
    <w:p w:rsidR="007B2329" w:rsidRDefault="007B2329" w:rsidP="007B2329">
      <w:r>
        <w:t>861.4644</w:t>
      </w:r>
      <w:r>
        <w:tab/>
        <w:t>4.712e0</w:t>
      </w:r>
    </w:p>
    <w:p w:rsidR="007B2329" w:rsidRDefault="007B2329" w:rsidP="007B2329">
      <w:r>
        <w:t>861.4785</w:t>
      </w:r>
      <w:r>
        <w:tab/>
        <w:t>4.051e0</w:t>
      </w:r>
    </w:p>
    <w:p w:rsidR="007B2329" w:rsidRDefault="007B2329" w:rsidP="007B2329">
      <w:r>
        <w:t>861.4874</w:t>
      </w:r>
      <w:r>
        <w:tab/>
        <w:t>3.835e0</w:t>
      </w:r>
    </w:p>
    <w:p w:rsidR="007B2329" w:rsidRDefault="007B2329" w:rsidP="007B2329">
      <w:r>
        <w:t>861.5018</w:t>
      </w:r>
      <w:r>
        <w:tab/>
        <w:t>7.533e0</w:t>
      </w:r>
    </w:p>
    <w:p w:rsidR="007B2329" w:rsidRDefault="007B2329" w:rsidP="007B2329">
      <w:r>
        <w:t>861.5113</w:t>
      </w:r>
      <w:r>
        <w:tab/>
        <w:t>5.947e0</w:t>
      </w:r>
    </w:p>
    <w:p w:rsidR="007B2329" w:rsidRDefault="007B2329" w:rsidP="007B2329">
      <w:r>
        <w:t>861.5505</w:t>
      </w:r>
      <w:r>
        <w:tab/>
        <w:t>4.290e0</w:t>
      </w:r>
    </w:p>
    <w:p w:rsidR="007B2329" w:rsidRDefault="007B2329" w:rsidP="007B2329">
      <w:r>
        <w:t>861.5900</w:t>
      </w:r>
      <w:r>
        <w:tab/>
        <w:t>2.473e0</w:t>
      </w:r>
    </w:p>
    <w:p w:rsidR="007B2329" w:rsidRDefault="007B2329" w:rsidP="007B2329">
      <w:r>
        <w:t>861.5948</w:t>
      </w:r>
      <w:r>
        <w:tab/>
        <w:t>3.544e0</w:t>
      </w:r>
    </w:p>
    <w:p w:rsidR="007B2329" w:rsidRDefault="007B2329" w:rsidP="007B2329">
      <w:r>
        <w:t>861.6064</w:t>
      </w:r>
      <w:r>
        <w:tab/>
        <w:t>2.789e0</w:t>
      </w:r>
    </w:p>
    <w:p w:rsidR="007B2329" w:rsidRDefault="007B2329" w:rsidP="007B2329">
      <w:r>
        <w:lastRenderedPageBreak/>
        <w:t>861.6090</w:t>
      </w:r>
      <w:r>
        <w:tab/>
        <w:t>1.013e0</w:t>
      </w:r>
    </w:p>
    <w:p w:rsidR="007B2329" w:rsidRDefault="007B2329" w:rsidP="007B2329">
      <w:r>
        <w:t>861.6315</w:t>
      </w:r>
      <w:r>
        <w:tab/>
        <w:t>5.063e0</w:t>
      </w:r>
    </w:p>
    <w:p w:rsidR="007B2329" w:rsidRDefault="007B2329" w:rsidP="007B2329">
      <w:r>
        <w:t>861.6509</w:t>
      </w:r>
      <w:r>
        <w:tab/>
        <w:t>3.290e0</w:t>
      </w:r>
    </w:p>
    <w:p w:rsidR="007B2329" w:rsidRDefault="007B2329" w:rsidP="007B2329">
      <w:r>
        <w:t>861.6723</w:t>
      </w:r>
      <w:r>
        <w:tab/>
        <w:t>2.038e0</w:t>
      </w:r>
    </w:p>
    <w:p w:rsidR="007B2329" w:rsidRDefault="007B2329" w:rsidP="007B2329">
      <w:r>
        <w:t>861.6874</w:t>
      </w:r>
      <w:r>
        <w:tab/>
        <w:t>2.025e0</w:t>
      </w:r>
    </w:p>
    <w:p w:rsidR="007B2329" w:rsidRDefault="007B2329" w:rsidP="007B2329">
      <w:r>
        <w:t>861.7971</w:t>
      </w:r>
      <w:r>
        <w:tab/>
        <w:t>4.051e0</w:t>
      </w:r>
    </w:p>
    <w:p w:rsidR="007B2329" w:rsidRDefault="007B2329" w:rsidP="007B2329">
      <w:r>
        <w:t>861.8069</w:t>
      </w:r>
      <w:r>
        <w:tab/>
        <w:t>2.025e0</w:t>
      </w:r>
    </w:p>
    <w:p w:rsidR="007B2329" w:rsidRDefault="007B2329" w:rsidP="007B2329">
      <w:r>
        <w:t>861.8136</w:t>
      </w:r>
      <w:r>
        <w:tab/>
        <w:t>2.928e0</w:t>
      </w:r>
    </w:p>
    <w:p w:rsidR="007B2329" w:rsidRDefault="007B2329" w:rsidP="007B2329">
      <w:r>
        <w:t>861.8259</w:t>
      </w:r>
      <w:r>
        <w:tab/>
        <w:t>2.025e0</w:t>
      </w:r>
    </w:p>
    <w:p w:rsidR="007B2329" w:rsidRDefault="007B2329" w:rsidP="007B2329">
      <w:r>
        <w:t>861.8696</w:t>
      </w:r>
      <w:r>
        <w:tab/>
        <w:t>1.013e0</w:t>
      </w:r>
    </w:p>
    <w:p w:rsidR="007B2329" w:rsidRDefault="007B2329" w:rsidP="007B2329">
      <w:r>
        <w:t>861.8839</w:t>
      </w:r>
      <w:r>
        <w:tab/>
        <w:t>1.013e0</w:t>
      </w:r>
    </w:p>
    <w:p w:rsidR="007B2329" w:rsidRDefault="007B2329" w:rsidP="007B2329">
      <w:r>
        <w:t>861.9359</w:t>
      </w:r>
      <w:r>
        <w:tab/>
        <w:t>1.013e0</w:t>
      </w:r>
    </w:p>
    <w:p w:rsidR="007B2329" w:rsidRDefault="007B2329" w:rsidP="007B2329">
      <w:r>
        <w:t>861.9648</w:t>
      </w:r>
      <w:r>
        <w:tab/>
        <w:t>3.038e0</w:t>
      </w:r>
    </w:p>
    <w:p w:rsidR="007B2329" w:rsidRDefault="007B2329" w:rsidP="007B2329">
      <w:r>
        <w:t>862.0142</w:t>
      </w:r>
      <w:r>
        <w:tab/>
        <w:t>1.013e0</w:t>
      </w:r>
    </w:p>
    <w:p w:rsidR="007B2329" w:rsidRDefault="007B2329" w:rsidP="007B2329">
      <w:r>
        <w:t>862.0215</w:t>
      </w:r>
      <w:r>
        <w:tab/>
        <w:t>3.038e0</w:t>
      </w:r>
    </w:p>
    <w:p w:rsidR="007B2329" w:rsidRDefault="007B2329" w:rsidP="007B2329">
      <w:r>
        <w:t>862.0375</w:t>
      </w:r>
      <w:r>
        <w:tab/>
        <w:t>2.025e0</w:t>
      </w:r>
    </w:p>
    <w:p w:rsidR="007B2329" w:rsidRDefault="007B2329" w:rsidP="007B2329">
      <w:r>
        <w:t>862.0579</w:t>
      </w:r>
      <w:r>
        <w:tab/>
        <w:t>1.013e0</w:t>
      </w:r>
    </w:p>
    <w:p w:rsidR="007B2329" w:rsidRDefault="007B2329" w:rsidP="007B2329">
      <w:r>
        <w:t>862.0723</w:t>
      </w:r>
      <w:r>
        <w:tab/>
        <w:t>1.013e0</w:t>
      </w:r>
    </w:p>
    <w:p w:rsidR="007B2329" w:rsidRDefault="007B2329" w:rsidP="007B2329">
      <w:r>
        <w:t>862.0773</w:t>
      </w:r>
      <w:r>
        <w:tab/>
        <w:t>2.025e0</w:t>
      </w:r>
    </w:p>
    <w:p w:rsidR="007B2329" w:rsidRDefault="007B2329" w:rsidP="007B2329">
      <w:r>
        <w:lastRenderedPageBreak/>
        <w:t>862.1219</w:t>
      </w:r>
      <w:r>
        <w:tab/>
        <w:t>2.025e0</w:t>
      </w:r>
    </w:p>
    <w:p w:rsidR="007B2329" w:rsidRDefault="007B2329" w:rsidP="007B2329">
      <w:r>
        <w:t>862.1590</w:t>
      </w:r>
      <w:r>
        <w:tab/>
        <w:t>1.013e0</w:t>
      </w:r>
    </w:p>
    <w:p w:rsidR="007B2329" w:rsidRDefault="007B2329" w:rsidP="007B2329">
      <w:r>
        <w:t>862.1882</w:t>
      </w:r>
      <w:r>
        <w:tab/>
        <w:t>2.025e0</w:t>
      </w:r>
    </w:p>
    <w:p w:rsidR="007B2329" w:rsidRDefault="007B2329" w:rsidP="007B2329">
      <w:r>
        <w:t>862.2235</w:t>
      </w:r>
      <w:r>
        <w:tab/>
        <w:t>3.038e0</w:t>
      </w:r>
    </w:p>
    <w:p w:rsidR="007B2329" w:rsidRDefault="007B2329" w:rsidP="007B2329">
      <w:r>
        <w:t>862.3121</w:t>
      </w:r>
      <w:r>
        <w:tab/>
        <w:t>2.282e0</w:t>
      </w:r>
    </w:p>
    <w:p w:rsidR="007B2329" w:rsidRDefault="007B2329" w:rsidP="007B2329">
      <w:r>
        <w:t>862.3170</w:t>
      </w:r>
      <w:r>
        <w:tab/>
        <w:t>7.408e0</w:t>
      </w:r>
    </w:p>
    <w:p w:rsidR="007B2329" w:rsidRDefault="007B2329" w:rsidP="007B2329">
      <w:r>
        <w:t>862.3248</w:t>
      </w:r>
      <w:r>
        <w:tab/>
        <w:t>1.013e0</w:t>
      </w:r>
    </w:p>
    <w:p w:rsidR="007B2329" w:rsidRDefault="007B2329" w:rsidP="007B2329">
      <w:r>
        <w:t>862.3313</w:t>
      </w:r>
      <w:r>
        <w:tab/>
        <w:t>3.090e0</w:t>
      </w:r>
    </w:p>
    <w:p w:rsidR="007B2329" w:rsidRDefault="007B2329" w:rsidP="007B2329">
      <w:r>
        <w:t>862.3580</w:t>
      </w:r>
      <w:r>
        <w:tab/>
        <w:t>5.100e0</w:t>
      </w:r>
    </w:p>
    <w:p w:rsidR="007B2329" w:rsidRDefault="007B2329" w:rsidP="007B2329">
      <w:r>
        <w:t>862.3649</w:t>
      </w:r>
      <w:r>
        <w:tab/>
        <w:t>7.548e0</w:t>
      </w:r>
    </w:p>
    <w:p w:rsidR="007B2329" w:rsidRDefault="007B2329" w:rsidP="007B2329">
      <w:r>
        <w:t>862.3718</w:t>
      </w:r>
      <w:r>
        <w:tab/>
        <w:t>8.840e0</w:t>
      </w:r>
    </w:p>
    <w:p w:rsidR="007B2329" w:rsidRDefault="007B2329" w:rsidP="007B2329">
      <w:r>
        <w:t>862.3766</w:t>
      </w:r>
      <w:r>
        <w:tab/>
        <w:t>1.197e1</w:t>
      </w:r>
    </w:p>
    <w:p w:rsidR="007B2329" w:rsidRDefault="007B2329" w:rsidP="007B2329">
      <w:r>
        <w:t>862.4648</w:t>
      </w:r>
      <w:r>
        <w:tab/>
        <w:t>6.076e0</w:t>
      </w:r>
    </w:p>
    <w:p w:rsidR="007B2329" w:rsidRDefault="007B2329" w:rsidP="007B2329">
      <w:r>
        <w:t>862.5226</w:t>
      </w:r>
      <w:r>
        <w:tab/>
        <w:t>6.273e0</w:t>
      </w:r>
    </w:p>
    <w:p w:rsidR="007B2329" w:rsidRDefault="007B2329" w:rsidP="007B2329">
      <w:r>
        <w:t>862.5237</w:t>
      </w:r>
      <w:r>
        <w:tab/>
        <w:t>2.173e0</w:t>
      </w:r>
    </w:p>
    <w:p w:rsidR="007B2329" w:rsidRDefault="007B2329" w:rsidP="007B2329">
      <w:r>
        <w:t>862.5276</w:t>
      </w:r>
      <w:r>
        <w:tab/>
        <w:t>3.190e0</w:t>
      </w:r>
    </w:p>
    <w:p w:rsidR="007B2329" w:rsidRDefault="007B2329" w:rsidP="007B2329">
      <w:r>
        <w:t>862.5416</w:t>
      </w:r>
      <w:r>
        <w:tab/>
        <w:t>5.665e0</w:t>
      </w:r>
    </w:p>
    <w:p w:rsidR="007B2329" w:rsidRDefault="007B2329" w:rsidP="007B2329">
      <w:r>
        <w:t>862.5464</w:t>
      </w:r>
      <w:r>
        <w:tab/>
        <w:t>3.038e0</w:t>
      </w:r>
    </w:p>
    <w:p w:rsidR="007B2329" w:rsidRDefault="007B2329" w:rsidP="007B2329">
      <w:r>
        <w:t>862.5560</w:t>
      </w:r>
      <w:r>
        <w:tab/>
        <w:t>7.489e0</w:t>
      </w:r>
    </w:p>
    <w:p w:rsidR="007B2329" w:rsidRDefault="007B2329" w:rsidP="007B2329">
      <w:r>
        <w:lastRenderedPageBreak/>
        <w:t>862.5751</w:t>
      </w:r>
      <w:r>
        <w:tab/>
        <w:t>6.582e0</w:t>
      </w:r>
    </w:p>
    <w:p w:rsidR="007B2329" w:rsidRDefault="007B2329" w:rsidP="007B2329">
      <w:r>
        <w:t>862.5953</w:t>
      </w:r>
      <w:r>
        <w:tab/>
        <w:t>2.532e0</w:t>
      </w:r>
    </w:p>
    <w:p w:rsidR="007B2329" w:rsidRDefault="007B2329" w:rsidP="007B2329">
      <w:r>
        <w:t>862.6132</w:t>
      </w:r>
      <w:r>
        <w:tab/>
        <w:t>3.038e0</w:t>
      </w:r>
    </w:p>
    <w:p w:rsidR="007B2329" w:rsidRDefault="007B2329" w:rsidP="007B2329">
      <w:r>
        <w:t>862.6585</w:t>
      </w:r>
      <w:r>
        <w:tab/>
        <w:t>2.025e0</w:t>
      </w:r>
    </w:p>
    <w:p w:rsidR="007B2329" w:rsidRDefault="007B2329" w:rsidP="007B2329">
      <w:r>
        <w:t>862.6658</w:t>
      </w:r>
      <w:r>
        <w:tab/>
        <w:t>2.025e0</w:t>
      </w:r>
    </w:p>
    <w:p w:rsidR="007B2329" w:rsidRDefault="007B2329" w:rsidP="007B2329">
      <w:r>
        <w:t>862.6806</w:t>
      </w:r>
      <w:r>
        <w:tab/>
        <w:t>1.013e0</w:t>
      </w:r>
    </w:p>
    <w:p w:rsidR="007B2329" w:rsidRDefault="007B2329" w:rsidP="007B2329">
      <w:r>
        <w:t>862.6952</w:t>
      </w:r>
      <w:r>
        <w:tab/>
        <w:t>2.025e0</w:t>
      </w:r>
    </w:p>
    <w:p w:rsidR="007B2329" w:rsidRDefault="007B2329" w:rsidP="007B2329">
      <w:r>
        <w:t>862.7386</w:t>
      </w:r>
      <w:r>
        <w:tab/>
        <w:t>2.025e0</w:t>
      </w:r>
    </w:p>
    <w:p w:rsidR="007B2329" w:rsidRDefault="007B2329" w:rsidP="007B2329">
      <w:r>
        <w:t>862.7540</w:t>
      </w:r>
      <w:r>
        <w:tab/>
        <w:t>3.038e0</w:t>
      </w:r>
    </w:p>
    <w:p w:rsidR="007B2329" w:rsidRDefault="007B2329" w:rsidP="007B2329">
      <w:r>
        <w:t>862.7822</w:t>
      </w:r>
      <w:r>
        <w:tab/>
        <w:t>1.013e0</w:t>
      </w:r>
    </w:p>
    <w:p w:rsidR="007B2329" w:rsidRDefault="007B2329" w:rsidP="007B2329">
      <w:r>
        <w:t>862.7965</w:t>
      </w:r>
      <w:r>
        <w:tab/>
        <w:t>1.013e0</w:t>
      </w:r>
    </w:p>
    <w:p w:rsidR="007B2329" w:rsidRDefault="007B2329" w:rsidP="007B2329">
      <w:r>
        <w:t>862.8202</w:t>
      </w:r>
      <w:r>
        <w:tab/>
        <w:t>1.025e0</w:t>
      </w:r>
    </w:p>
    <w:p w:rsidR="007B2329" w:rsidRDefault="007B2329" w:rsidP="007B2329">
      <w:r>
        <w:t>862.8547</w:t>
      </w:r>
      <w:r>
        <w:tab/>
        <w:t>1.013e0</w:t>
      </w:r>
    </w:p>
    <w:p w:rsidR="007B2329" w:rsidRDefault="007B2329" w:rsidP="007B2329">
      <w:r>
        <w:t>862.8770</w:t>
      </w:r>
      <w:r>
        <w:tab/>
        <w:t>2.025e0</w:t>
      </w:r>
    </w:p>
    <w:p w:rsidR="007B2329" w:rsidRDefault="007B2329" w:rsidP="007B2329">
      <w:r>
        <w:t>862.8907</w:t>
      </w:r>
      <w:r>
        <w:tab/>
        <w:t>4.051e0</w:t>
      </w:r>
    </w:p>
    <w:p w:rsidR="007B2329" w:rsidRDefault="007B2329" w:rsidP="007B2329">
      <w:r>
        <w:t>862.9059</w:t>
      </w:r>
      <w:r>
        <w:tab/>
        <w:t>3.038e0</w:t>
      </w:r>
    </w:p>
    <w:p w:rsidR="007B2329" w:rsidRDefault="007B2329" w:rsidP="007B2329">
      <w:r>
        <w:t>862.9337</w:t>
      </w:r>
      <w:r>
        <w:tab/>
        <w:t>4.618e0</w:t>
      </w:r>
    </w:p>
    <w:p w:rsidR="007B2329" w:rsidRDefault="007B2329" w:rsidP="007B2329">
      <w:r>
        <w:t>862.9451</w:t>
      </w:r>
      <w:r>
        <w:tab/>
        <w:t>2.025e0</w:t>
      </w:r>
    </w:p>
    <w:p w:rsidR="007B2329" w:rsidRDefault="007B2329" w:rsidP="007B2329">
      <w:r>
        <w:t>862.9553</w:t>
      </w:r>
      <w:r>
        <w:tab/>
        <w:t>2.025e0</w:t>
      </w:r>
    </w:p>
    <w:p w:rsidR="007B2329" w:rsidRDefault="007B2329" w:rsidP="007B2329">
      <w:r>
        <w:lastRenderedPageBreak/>
        <w:t>862.9703</w:t>
      </w:r>
      <w:r>
        <w:tab/>
        <w:t>4.051e0</w:t>
      </w:r>
    </w:p>
    <w:p w:rsidR="007B2329" w:rsidRDefault="007B2329" w:rsidP="007B2329">
      <w:r>
        <w:t>863.0410</w:t>
      </w:r>
      <w:r>
        <w:tab/>
        <w:t>1.038e0</w:t>
      </w:r>
    </w:p>
    <w:p w:rsidR="007B2329" w:rsidRDefault="007B2329" w:rsidP="007B2329">
      <w:r>
        <w:t>863.0575</w:t>
      </w:r>
      <w:r>
        <w:tab/>
        <w:t>1.013e0</w:t>
      </w:r>
    </w:p>
    <w:p w:rsidR="007B2329" w:rsidRDefault="007B2329" w:rsidP="007B2329">
      <w:r>
        <w:t>863.0868</w:t>
      </w:r>
      <w:r>
        <w:tab/>
        <w:t>2.025e0</w:t>
      </w:r>
    </w:p>
    <w:p w:rsidR="007B2329" w:rsidRDefault="007B2329" w:rsidP="007B2329">
      <w:r>
        <w:t>863.0953</w:t>
      </w:r>
      <w:r>
        <w:tab/>
        <w:t>3.038e0</w:t>
      </w:r>
    </w:p>
    <w:p w:rsidR="007B2329" w:rsidRDefault="007B2329" w:rsidP="007B2329">
      <w:r>
        <w:t>863.1089</w:t>
      </w:r>
      <w:r>
        <w:tab/>
        <w:t>2.025e0</w:t>
      </w:r>
    </w:p>
    <w:p w:rsidR="007B2329" w:rsidRDefault="007B2329" w:rsidP="007B2329">
      <w:r>
        <w:t>863.1321</w:t>
      </w:r>
      <w:r>
        <w:tab/>
        <w:t>2.025e0</w:t>
      </w:r>
    </w:p>
    <w:p w:rsidR="007B2329" w:rsidRDefault="007B2329" w:rsidP="007B2329">
      <w:r>
        <w:t>863.1344</w:t>
      </w:r>
      <w:r>
        <w:tab/>
        <w:t>2.025e0</w:t>
      </w:r>
    </w:p>
    <w:p w:rsidR="007B2329" w:rsidRDefault="007B2329" w:rsidP="007B2329">
      <w:r>
        <w:t>863.1735</w:t>
      </w:r>
      <w:r>
        <w:tab/>
        <w:t>1.013e0</w:t>
      </w:r>
    </w:p>
    <w:p w:rsidR="007B2329" w:rsidRDefault="007B2329" w:rsidP="007B2329">
      <w:r>
        <w:t>863.2083</w:t>
      </w:r>
      <w:r>
        <w:tab/>
        <w:t>3.038e0</w:t>
      </w:r>
    </w:p>
    <w:p w:rsidR="007B2329" w:rsidRDefault="007B2329" w:rsidP="007B2329">
      <w:r>
        <w:t>863.2174</w:t>
      </w:r>
      <w:r>
        <w:tab/>
        <w:t>1.013e0</w:t>
      </w:r>
    </w:p>
    <w:p w:rsidR="007B2329" w:rsidRDefault="007B2329" w:rsidP="007B2329">
      <w:r>
        <w:t>863.2314</w:t>
      </w:r>
      <w:r>
        <w:tab/>
        <w:t>1.013e0</w:t>
      </w:r>
    </w:p>
    <w:p w:rsidR="007B2329" w:rsidRDefault="007B2329" w:rsidP="007B2329">
      <w:r>
        <w:t>863.2690</w:t>
      </w:r>
      <w:r>
        <w:tab/>
        <w:t>4.195e0</w:t>
      </w:r>
    </w:p>
    <w:p w:rsidR="007B2329" w:rsidRDefault="007B2329" w:rsidP="007B2329">
      <w:r>
        <w:t>863.3105</w:t>
      </w:r>
      <w:r>
        <w:tab/>
        <w:t>6.146e0</w:t>
      </w:r>
    </w:p>
    <w:p w:rsidR="007B2329" w:rsidRDefault="007B2329" w:rsidP="007B2329">
      <w:r>
        <w:t>863.3328</w:t>
      </w:r>
      <w:r>
        <w:tab/>
        <w:t>3.498e0</w:t>
      </w:r>
    </w:p>
    <w:p w:rsidR="007B2329" w:rsidRDefault="007B2329" w:rsidP="007B2329">
      <w:r>
        <w:t>863.3414</w:t>
      </w:r>
      <w:r>
        <w:tab/>
        <w:t>5.683e0</w:t>
      </w:r>
    </w:p>
    <w:p w:rsidR="007B2329" w:rsidRDefault="007B2329" w:rsidP="007B2329">
      <w:r>
        <w:t>863.3431</w:t>
      </w:r>
      <w:r>
        <w:tab/>
        <w:t>4.360e0</w:t>
      </w:r>
    </w:p>
    <w:p w:rsidR="007B2329" w:rsidRDefault="007B2329" w:rsidP="007B2329">
      <w:r>
        <w:t>863.3539</w:t>
      </w:r>
      <w:r>
        <w:tab/>
        <w:t>1.993e0</w:t>
      </w:r>
    </w:p>
    <w:p w:rsidR="007B2329" w:rsidRDefault="007B2329" w:rsidP="007B2329">
      <w:r>
        <w:t>863.3859</w:t>
      </w:r>
      <w:r>
        <w:tab/>
        <w:t>4.484e0</w:t>
      </w:r>
    </w:p>
    <w:p w:rsidR="007B2329" w:rsidRDefault="007B2329" w:rsidP="007B2329">
      <w:r>
        <w:lastRenderedPageBreak/>
        <w:t>863.4447</w:t>
      </w:r>
      <w:r>
        <w:tab/>
        <w:t>7.283e0</w:t>
      </w:r>
    </w:p>
    <w:p w:rsidR="007B2329" w:rsidRDefault="007B2329" w:rsidP="007B2329">
      <w:r>
        <w:t>863.4642</w:t>
      </w:r>
      <w:r>
        <w:tab/>
        <w:t>1.186e0</w:t>
      </w:r>
    </w:p>
    <w:p w:rsidR="007B2329" w:rsidRDefault="007B2329" w:rsidP="007B2329">
      <w:r>
        <w:t>863.4686</w:t>
      </w:r>
      <w:r>
        <w:tab/>
        <w:t>3.020e0</w:t>
      </w:r>
    </w:p>
    <w:p w:rsidR="007B2329" w:rsidRDefault="007B2329" w:rsidP="007B2329">
      <w:r>
        <w:t>863.4893</w:t>
      </w:r>
      <w:r>
        <w:tab/>
        <w:t>9.189e0</w:t>
      </w:r>
    </w:p>
    <w:p w:rsidR="007B2329" w:rsidRDefault="007B2329" w:rsidP="007B2329">
      <w:r>
        <w:t>863.4965</w:t>
      </w:r>
      <w:r>
        <w:tab/>
        <w:t>4.584e0</w:t>
      </w:r>
    </w:p>
    <w:p w:rsidR="007B2329" w:rsidRDefault="007B2329" w:rsidP="007B2329">
      <w:r>
        <w:t>863.4991</w:t>
      </w:r>
      <w:r>
        <w:tab/>
        <w:t>4.533e0</w:t>
      </w:r>
    </w:p>
    <w:p w:rsidR="007B2329" w:rsidRDefault="007B2329" w:rsidP="007B2329">
      <w:r>
        <w:t>863.5033</w:t>
      </w:r>
      <w:r>
        <w:tab/>
        <w:t>1.278e0</w:t>
      </w:r>
    </w:p>
    <w:p w:rsidR="007B2329" w:rsidRDefault="007B2329" w:rsidP="007B2329">
      <w:r>
        <w:t>863.5099</w:t>
      </w:r>
      <w:r>
        <w:tab/>
        <w:t>2.678e1</w:t>
      </w:r>
    </w:p>
    <w:p w:rsidR="007B2329" w:rsidRDefault="007B2329" w:rsidP="007B2329">
      <w:r>
        <w:t>863.5155</w:t>
      </w:r>
      <w:r>
        <w:tab/>
        <w:t>1.282e1</w:t>
      </w:r>
    </w:p>
    <w:p w:rsidR="007B2329" w:rsidRDefault="007B2329" w:rsidP="007B2329">
      <w:r>
        <w:t>863.5610</w:t>
      </w:r>
      <w:r>
        <w:tab/>
        <w:t>5.570e0</w:t>
      </w:r>
    </w:p>
    <w:p w:rsidR="007B2329" w:rsidRDefault="007B2329" w:rsidP="007B2329">
      <w:r>
        <w:t>863.5629</w:t>
      </w:r>
      <w:r>
        <w:tab/>
        <w:t>7.933e0</w:t>
      </w:r>
    </w:p>
    <w:p w:rsidR="007B2329" w:rsidRDefault="007B2329" w:rsidP="007B2329">
      <w:r>
        <w:t>863.5655</w:t>
      </w:r>
      <w:r>
        <w:tab/>
        <w:t>1.013e0</w:t>
      </w:r>
    </w:p>
    <w:p w:rsidR="007B2329" w:rsidRDefault="007B2329" w:rsidP="007B2329">
      <w:r>
        <w:t>863.6088</w:t>
      </w:r>
      <w:r>
        <w:tab/>
        <w:t>1.013e0</w:t>
      </w:r>
    </w:p>
    <w:p w:rsidR="007B2329" w:rsidRDefault="007B2329" w:rsidP="007B2329">
      <w:r>
        <w:t>863.6149</w:t>
      </w:r>
      <w:r>
        <w:tab/>
        <w:t>3.038e0</w:t>
      </w:r>
    </w:p>
    <w:p w:rsidR="007B2329" w:rsidRDefault="007B2329" w:rsidP="007B2329">
      <w:r>
        <w:t>863.6451</w:t>
      </w:r>
      <w:r>
        <w:tab/>
        <w:t>2.025e0</w:t>
      </w:r>
    </w:p>
    <w:p w:rsidR="007B2329" w:rsidRDefault="007B2329" w:rsidP="007B2329">
      <w:r>
        <w:t>863.6594</w:t>
      </w:r>
      <w:r>
        <w:tab/>
        <w:t>1.984e0</w:t>
      </w:r>
    </w:p>
    <w:p w:rsidR="007B2329" w:rsidRDefault="007B2329" w:rsidP="007B2329">
      <w:r>
        <w:t>863.6936</w:t>
      </w:r>
      <w:r>
        <w:tab/>
        <w:t>2.025e0</w:t>
      </w:r>
    </w:p>
    <w:p w:rsidR="007B2329" w:rsidRDefault="007B2329" w:rsidP="007B2329">
      <w:r>
        <w:t>863.7109</w:t>
      </w:r>
      <w:r>
        <w:tab/>
        <w:t>2.025e0</w:t>
      </w:r>
    </w:p>
    <w:p w:rsidR="007B2329" w:rsidRDefault="007B2329" w:rsidP="007B2329">
      <w:r>
        <w:t>863.7464</w:t>
      </w:r>
      <w:r>
        <w:tab/>
        <w:t>1.013e0</w:t>
      </w:r>
    </w:p>
    <w:p w:rsidR="007B2329" w:rsidRDefault="007B2329" w:rsidP="007B2329">
      <w:r>
        <w:lastRenderedPageBreak/>
        <w:t>863.7811</w:t>
      </w:r>
      <w:r>
        <w:tab/>
        <w:t>1.013e0</w:t>
      </w:r>
    </w:p>
    <w:p w:rsidR="007B2329" w:rsidRDefault="007B2329" w:rsidP="007B2329">
      <w:r>
        <w:t>863.7974</w:t>
      </w:r>
      <w:r>
        <w:tab/>
        <w:t>4.051e0</w:t>
      </w:r>
    </w:p>
    <w:p w:rsidR="007B2329" w:rsidRDefault="007B2329" w:rsidP="007B2329">
      <w:r>
        <w:t>863.8588</w:t>
      </w:r>
      <w:r>
        <w:tab/>
        <w:t>2.025e0</w:t>
      </w:r>
    </w:p>
    <w:p w:rsidR="007B2329" w:rsidRDefault="007B2329" w:rsidP="007B2329">
      <w:r>
        <w:t>863.8676</w:t>
      </w:r>
      <w:r>
        <w:tab/>
        <w:t>2.983e0</w:t>
      </w:r>
    </w:p>
    <w:p w:rsidR="007B2329" w:rsidRDefault="007B2329" w:rsidP="007B2329">
      <w:r>
        <w:t>863.8882</w:t>
      </w:r>
      <w:r>
        <w:tab/>
        <w:t>5.359e0</w:t>
      </w:r>
    </w:p>
    <w:p w:rsidR="007B2329" w:rsidRDefault="007B2329" w:rsidP="007B2329">
      <w:r>
        <w:t>863.9425</w:t>
      </w:r>
      <w:r>
        <w:tab/>
        <w:t>1.013e0</w:t>
      </w:r>
    </w:p>
    <w:p w:rsidR="007B2329" w:rsidRDefault="007B2329" w:rsidP="007B2329">
      <w:r>
        <w:t>863.9476</w:t>
      </w:r>
      <w:r>
        <w:tab/>
        <w:t>5.063e0</w:t>
      </w:r>
    </w:p>
    <w:p w:rsidR="007B2329" w:rsidRDefault="007B2329" w:rsidP="007B2329">
      <w:r>
        <w:t>863.9668</w:t>
      </w:r>
      <w:r>
        <w:tab/>
        <w:t>2.025e0</w:t>
      </w:r>
    </w:p>
    <w:p w:rsidR="007B2329" w:rsidRDefault="007B2329" w:rsidP="007B2329">
      <w:r>
        <w:t>863.9858</w:t>
      </w:r>
      <w:r>
        <w:tab/>
        <w:t>1.013e0</w:t>
      </w:r>
    </w:p>
    <w:p w:rsidR="007B2329" w:rsidRDefault="007B2329" w:rsidP="007B2329">
      <w:r>
        <w:t>864.0004</w:t>
      </w:r>
      <w:r>
        <w:tab/>
        <w:t>1.880e0</w:t>
      </w:r>
    </w:p>
    <w:p w:rsidR="007B2329" w:rsidRDefault="007B2329" w:rsidP="007B2329">
      <w:r>
        <w:t>864.0788</w:t>
      </w:r>
      <w:r>
        <w:tab/>
        <w:t>2.025e0</w:t>
      </w:r>
    </w:p>
    <w:p w:rsidR="007B2329" w:rsidRDefault="007B2329" w:rsidP="007B2329">
      <w:r>
        <w:t>864.1024</w:t>
      </w:r>
      <w:r>
        <w:tab/>
        <w:t>1.013e0</w:t>
      </w:r>
    </w:p>
    <w:p w:rsidR="007B2329" w:rsidRDefault="007B2329" w:rsidP="007B2329">
      <w:r>
        <w:t>864.1240</w:t>
      </w:r>
      <w:r>
        <w:tab/>
        <w:t>2.025e0</w:t>
      </w:r>
    </w:p>
    <w:p w:rsidR="007B2329" w:rsidRDefault="007B2329" w:rsidP="007B2329">
      <w:r>
        <w:t>864.1612</w:t>
      </w:r>
      <w:r>
        <w:tab/>
        <w:t>3.038e0</w:t>
      </w:r>
    </w:p>
    <w:p w:rsidR="007B2329" w:rsidRDefault="007B2329" w:rsidP="007B2329">
      <w:r>
        <w:t>864.1657</w:t>
      </w:r>
      <w:r>
        <w:tab/>
        <w:t>1.025e0</w:t>
      </w:r>
    </w:p>
    <w:p w:rsidR="007B2329" w:rsidRDefault="007B2329" w:rsidP="007B2329">
      <w:r>
        <w:t>864.1746</w:t>
      </w:r>
      <w:r>
        <w:tab/>
        <w:t>1.013e0</w:t>
      </w:r>
    </w:p>
    <w:p w:rsidR="007B2329" w:rsidRDefault="007B2329" w:rsidP="007B2329">
      <w:r>
        <w:t>864.2139</w:t>
      </w:r>
      <w:r>
        <w:tab/>
        <w:t>2.025e0</w:t>
      </w:r>
    </w:p>
    <w:p w:rsidR="007B2329" w:rsidRDefault="007B2329" w:rsidP="007B2329">
      <w:r>
        <w:t>864.2568</w:t>
      </w:r>
      <w:r>
        <w:tab/>
        <w:t>3.038e0</w:t>
      </w:r>
    </w:p>
    <w:p w:rsidR="007B2329" w:rsidRDefault="007B2329" w:rsidP="007B2329">
      <w:r>
        <w:t>864.2755</w:t>
      </w:r>
      <w:r>
        <w:tab/>
        <w:t>1.519e0</w:t>
      </w:r>
    </w:p>
    <w:p w:rsidR="007B2329" w:rsidRDefault="007B2329" w:rsidP="007B2329">
      <w:r>
        <w:lastRenderedPageBreak/>
        <w:t>864.2779</w:t>
      </w:r>
      <w:r>
        <w:tab/>
        <w:t>4.039e0</w:t>
      </w:r>
    </w:p>
    <w:p w:rsidR="007B2329" w:rsidRDefault="007B2329" w:rsidP="007B2329">
      <w:r>
        <w:t>864.2907</w:t>
      </w:r>
      <w:r>
        <w:tab/>
        <w:t>2.016e0</w:t>
      </w:r>
    </w:p>
    <w:p w:rsidR="007B2329" w:rsidRDefault="007B2329" w:rsidP="007B2329">
      <w:r>
        <w:t>864.3072</w:t>
      </w:r>
      <w:r>
        <w:tab/>
        <w:t>4.012e0</w:t>
      </w:r>
    </w:p>
    <w:p w:rsidR="007B2329" w:rsidRDefault="007B2329" w:rsidP="007B2329">
      <w:r>
        <w:t>864.3197</w:t>
      </w:r>
      <w:r>
        <w:tab/>
        <w:t>1.013e0</w:t>
      </w:r>
    </w:p>
    <w:p w:rsidR="007B2329" w:rsidRDefault="007B2329" w:rsidP="007B2329">
      <w:r>
        <w:t>864.3488</w:t>
      </w:r>
      <w:r>
        <w:tab/>
        <w:t>2.254e0</w:t>
      </w:r>
    </w:p>
    <w:p w:rsidR="007B2329" w:rsidRDefault="007B2329" w:rsidP="007B2329">
      <w:r>
        <w:t>864.3533</w:t>
      </w:r>
      <w:r>
        <w:tab/>
        <w:t>3.721e0</w:t>
      </w:r>
    </w:p>
    <w:p w:rsidR="007B2329" w:rsidRDefault="007B2329" w:rsidP="007B2329">
      <w:r>
        <w:t>864.3685</w:t>
      </w:r>
      <w:r>
        <w:tab/>
        <w:t>2.648e0</w:t>
      </w:r>
    </w:p>
    <w:p w:rsidR="007B2329" w:rsidRDefault="007B2329" w:rsidP="007B2329">
      <w:r>
        <w:t>864.4513</w:t>
      </w:r>
      <w:r>
        <w:tab/>
        <w:t>9.179e0</w:t>
      </w:r>
    </w:p>
    <w:p w:rsidR="007B2329" w:rsidRDefault="007B2329" w:rsidP="007B2329">
      <w:r>
        <w:t>864.4849</w:t>
      </w:r>
      <w:r>
        <w:tab/>
        <w:t>1.408e1</w:t>
      </w:r>
    </w:p>
    <w:p w:rsidR="007B2329" w:rsidRDefault="007B2329" w:rsidP="007B2329">
      <w:r>
        <w:t>864.4886</w:t>
      </w:r>
      <w:r>
        <w:tab/>
        <w:t>9.562e0</w:t>
      </w:r>
    </w:p>
    <w:p w:rsidR="007B2329" w:rsidRDefault="007B2329" w:rsidP="007B2329">
      <w:r>
        <w:t>864.4910</w:t>
      </w:r>
      <w:r>
        <w:tab/>
        <w:t>5.908e0</w:t>
      </w:r>
    </w:p>
    <w:p w:rsidR="007B2329" w:rsidRDefault="007B2329" w:rsidP="007B2329">
      <w:r>
        <w:t>864.4955</w:t>
      </w:r>
      <w:r>
        <w:tab/>
        <w:t>3.250e0</w:t>
      </w:r>
    </w:p>
    <w:p w:rsidR="007B2329" w:rsidRDefault="007B2329" w:rsidP="007B2329">
      <w:r>
        <w:t>864.5052</w:t>
      </w:r>
      <w:r>
        <w:tab/>
        <w:t>6.048e0</w:t>
      </w:r>
    </w:p>
    <w:p w:rsidR="007B2329" w:rsidRDefault="007B2329" w:rsidP="007B2329">
      <w:r>
        <w:t>864.5300</w:t>
      </w:r>
      <w:r>
        <w:tab/>
        <w:t>2.025e0</w:t>
      </w:r>
    </w:p>
    <w:p w:rsidR="007B2329" w:rsidRDefault="007B2329" w:rsidP="007B2329">
      <w:r>
        <w:t>864.5453</w:t>
      </w:r>
      <w:r>
        <w:tab/>
        <w:t>3.685e0</w:t>
      </w:r>
    </w:p>
    <w:p w:rsidR="007B2329" w:rsidRDefault="007B2329" w:rsidP="007B2329">
      <w:r>
        <w:t>864.5652</w:t>
      </w:r>
      <w:r>
        <w:tab/>
        <w:t>9.172e0</w:t>
      </w:r>
    </w:p>
    <w:p w:rsidR="007B2329" w:rsidRDefault="007B2329" w:rsidP="007B2329">
      <w:r>
        <w:t>864.5813</w:t>
      </w:r>
      <w:r>
        <w:tab/>
        <w:t>1.493e0</w:t>
      </w:r>
    </w:p>
    <w:p w:rsidR="007B2329" w:rsidRDefault="007B2329" w:rsidP="007B2329">
      <w:r>
        <w:t>864.5830</w:t>
      </w:r>
      <w:r>
        <w:tab/>
        <w:t>2.761e0</w:t>
      </w:r>
    </w:p>
    <w:p w:rsidR="007B2329" w:rsidRDefault="007B2329" w:rsidP="007B2329">
      <w:r>
        <w:t>864.5879</w:t>
      </w:r>
      <w:r>
        <w:tab/>
        <w:t>3.544e0</w:t>
      </w:r>
    </w:p>
    <w:p w:rsidR="007B2329" w:rsidRDefault="007B2329" w:rsidP="007B2329">
      <w:r>
        <w:lastRenderedPageBreak/>
        <w:t>864.6409</w:t>
      </w:r>
      <w:r>
        <w:tab/>
        <w:t>2.025e0</w:t>
      </w:r>
    </w:p>
    <w:p w:rsidR="007B2329" w:rsidRDefault="007B2329" w:rsidP="007B2329">
      <w:r>
        <w:t>864.6599</w:t>
      </w:r>
      <w:r>
        <w:tab/>
        <w:t>1.013e0</w:t>
      </w:r>
    </w:p>
    <w:p w:rsidR="007B2329" w:rsidRDefault="007B2329" w:rsidP="007B2329">
      <w:r>
        <w:t>864.6650</w:t>
      </w:r>
      <w:r>
        <w:tab/>
        <w:t>2.025e0</w:t>
      </w:r>
    </w:p>
    <w:p w:rsidR="007B2329" w:rsidRDefault="007B2329" w:rsidP="007B2329">
      <w:r>
        <w:t>864.6733</w:t>
      </w:r>
      <w:r>
        <w:tab/>
        <w:t>3.038e0</w:t>
      </w:r>
    </w:p>
    <w:p w:rsidR="007B2329" w:rsidRDefault="007B2329" w:rsidP="007B2329">
      <w:r>
        <w:t>864.7213</w:t>
      </w:r>
      <w:r>
        <w:tab/>
        <w:t>2.025e0</w:t>
      </w:r>
    </w:p>
    <w:p w:rsidR="007B2329" w:rsidRDefault="007B2329" w:rsidP="007B2329">
      <w:r>
        <w:t>864.7556</w:t>
      </w:r>
      <w:r>
        <w:tab/>
        <w:t>2.025e0</w:t>
      </w:r>
    </w:p>
    <w:p w:rsidR="007B2329" w:rsidRDefault="007B2329" w:rsidP="007B2329">
      <w:r>
        <w:t>864.7672</w:t>
      </w:r>
      <w:r>
        <w:tab/>
        <w:t>2.038e0</w:t>
      </w:r>
    </w:p>
    <w:p w:rsidR="007B2329" w:rsidRDefault="007B2329" w:rsidP="007B2329">
      <w:r>
        <w:t>864.8014</w:t>
      </w:r>
      <w:r>
        <w:tab/>
        <w:t>3.530e0</w:t>
      </w:r>
    </w:p>
    <w:p w:rsidR="007B2329" w:rsidRDefault="007B2329" w:rsidP="007B2329">
      <w:r>
        <w:t>864.8040</w:t>
      </w:r>
      <w:r>
        <w:tab/>
        <w:t>3.051e0</w:t>
      </w:r>
    </w:p>
    <w:p w:rsidR="007B2329" w:rsidRDefault="007B2329" w:rsidP="007B2329">
      <w:r>
        <w:t>864.8285</w:t>
      </w:r>
      <w:r>
        <w:tab/>
        <w:t>1.013e0</w:t>
      </w:r>
    </w:p>
    <w:p w:rsidR="007B2329" w:rsidRDefault="007B2329" w:rsidP="007B2329">
      <w:r>
        <w:t>864.8378</w:t>
      </w:r>
      <w:r>
        <w:tab/>
        <w:t>2.025e0</w:t>
      </w:r>
    </w:p>
    <w:p w:rsidR="007B2329" w:rsidRDefault="007B2329" w:rsidP="007B2329">
      <w:r>
        <w:t>864.8540</w:t>
      </w:r>
      <w:r>
        <w:tab/>
        <w:t>2.025e0</w:t>
      </w:r>
    </w:p>
    <w:p w:rsidR="007B2329" w:rsidRDefault="007B2329" w:rsidP="007B2329">
      <w:r>
        <w:t>864.8682</w:t>
      </w:r>
      <w:r>
        <w:tab/>
        <w:t>2.025e0</w:t>
      </w:r>
    </w:p>
    <w:p w:rsidR="007B2329" w:rsidRDefault="007B2329" w:rsidP="007B2329">
      <w:r>
        <w:t>864.8864</w:t>
      </w:r>
      <w:r>
        <w:tab/>
        <w:t>1.013e0</w:t>
      </w:r>
    </w:p>
    <w:p w:rsidR="007B2329" w:rsidRDefault="007B2329" w:rsidP="007B2329">
      <w:r>
        <w:t>864.8988</w:t>
      </w:r>
      <w:r>
        <w:tab/>
        <w:t>4.900e0</w:t>
      </w:r>
    </w:p>
    <w:p w:rsidR="007B2329" w:rsidRDefault="007B2329" w:rsidP="007B2329">
      <w:r>
        <w:t>864.9229</w:t>
      </w:r>
      <w:r>
        <w:tab/>
        <w:t>2.025e0</w:t>
      </w:r>
    </w:p>
    <w:p w:rsidR="007B2329" w:rsidRDefault="007B2329" w:rsidP="007B2329">
      <w:r>
        <w:t>864.9297</w:t>
      </w:r>
      <w:r>
        <w:tab/>
        <w:t>6.076e0</w:t>
      </w:r>
    </w:p>
    <w:p w:rsidR="007B2329" w:rsidRDefault="007B2329" w:rsidP="007B2329">
      <w:r>
        <w:t>864.9816</w:t>
      </w:r>
      <w:r>
        <w:tab/>
        <w:t>1.013e0</w:t>
      </w:r>
    </w:p>
    <w:p w:rsidR="007B2329" w:rsidRDefault="007B2329" w:rsidP="007B2329">
      <w:r>
        <w:t>864.9865</w:t>
      </w:r>
      <w:r>
        <w:tab/>
        <w:t>2.025e0</w:t>
      </w:r>
    </w:p>
    <w:p w:rsidR="007B2329" w:rsidRDefault="007B2329" w:rsidP="007B2329">
      <w:r>
        <w:lastRenderedPageBreak/>
        <w:t>865.0007</w:t>
      </w:r>
      <w:r>
        <w:tab/>
        <w:t>4.051e0</w:t>
      </w:r>
    </w:p>
    <w:p w:rsidR="007B2329" w:rsidRDefault="007B2329" w:rsidP="007B2329">
      <w:r>
        <w:t>865.0171</w:t>
      </w:r>
      <w:r>
        <w:tab/>
        <w:t>2.025e0</w:t>
      </w:r>
    </w:p>
    <w:p w:rsidR="007B2329" w:rsidRDefault="007B2329" w:rsidP="007B2329">
      <w:r>
        <w:t>865.0605</w:t>
      </w:r>
      <w:r>
        <w:tab/>
        <w:t>3.038e0</w:t>
      </w:r>
    </w:p>
    <w:p w:rsidR="007B2329" w:rsidRDefault="007B2329" w:rsidP="007B2329">
      <w:r>
        <w:t>865.0833</w:t>
      </w:r>
      <w:r>
        <w:tab/>
        <w:t>2.025e0</w:t>
      </w:r>
    </w:p>
    <w:p w:rsidR="007B2329" w:rsidRDefault="007B2329" w:rsidP="007B2329">
      <w:r>
        <w:t>865.0881</w:t>
      </w:r>
      <w:r>
        <w:tab/>
        <w:t>2.025e0</w:t>
      </w:r>
    </w:p>
    <w:p w:rsidR="007B2329" w:rsidRDefault="007B2329" w:rsidP="007B2329">
      <w:r>
        <w:t>865.1332</w:t>
      </w:r>
      <w:r>
        <w:tab/>
        <w:t>3.038e0</w:t>
      </w:r>
    </w:p>
    <w:p w:rsidR="007B2329" w:rsidRDefault="007B2329" w:rsidP="007B2329">
      <w:r>
        <w:t>865.1769</w:t>
      </w:r>
      <w:r>
        <w:tab/>
        <w:t>1.013e0</w:t>
      </w:r>
    </w:p>
    <w:p w:rsidR="007B2329" w:rsidRDefault="007B2329" w:rsidP="007B2329">
      <w:r>
        <w:t>865.2019</w:t>
      </w:r>
      <w:r>
        <w:tab/>
        <w:t>1.013e0</w:t>
      </w:r>
    </w:p>
    <w:p w:rsidR="007B2329" w:rsidRDefault="007B2329" w:rsidP="007B2329">
      <w:r>
        <w:t>865.2050</w:t>
      </w:r>
      <w:r>
        <w:tab/>
        <w:t>2.025e0</w:t>
      </w:r>
    </w:p>
    <w:p w:rsidR="007B2329" w:rsidRDefault="007B2329" w:rsidP="007B2329">
      <w:r>
        <w:t>865.2205</w:t>
      </w:r>
      <w:r>
        <w:tab/>
        <w:t>1.013e0</w:t>
      </w:r>
    </w:p>
    <w:p w:rsidR="007B2329" w:rsidRDefault="007B2329" w:rsidP="007B2329">
      <w:r>
        <w:t>865.2509</w:t>
      </w:r>
      <w:r>
        <w:tab/>
        <w:t>1.013e0</w:t>
      </w:r>
    </w:p>
    <w:p w:rsidR="007B2329" w:rsidRDefault="007B2329" w:rsidP="007B2329">
      <w:r>
        <w:t>865.2787</w:t>
      </w:r>
      <w:r>
        <w:tab/>
        <w:t>1.013e0</w:t>
      </w:r>
    </w:p>
    <w:p w:rsidR="007B2329" w:rsidRDefault="007B2329" w:rsidP="007B2329">
      <w:r>
        <w:t>865.2808</w:t>
      </w:r>
      <w:r>
        <w:tab/>
        <w:t>2.025e0</w:t>
      </w:r>
    </w:p>
    <w:p w:rsidR="007B2329" w:rsidRDefault="007B2329" w:rsidP="007B2329">
      <w:r>
        <w:t>865.3049</w:t>
      </w:r>
      <w:r>
        <w:tab/>
        <w:t>1.594e0</w:t>
      </w:r>
    </w:p>
    <w:p w:rsidR="007B2329" w:rsidRDefault="007B2329" w:rsidP="007B2329">
      <w:r>
        <w:t>865.3522</w:t>
      </w:r>
      <w:r>
        <w:tab/>
        <w:t>2.391e0</w:t>
      </w:r>
    </w:p>
    <w:p w:rsidR="007B2329" w:rsidRDefault="007B2329" w:rsidP="007B2329">
      <w:r>
        <w:t>865.3629</w:t>
      </w:r>
      <w:r>
        <w:tab/>
        <w:t>4.041e0</w:t>
      </w:r>
    </w:p>
    <w:p w:rsidR="007B2329" w:rsidRDefault="007B2329" w:rsidP="007B2329">
      <w:r>
        <w:t>865.3708</w:t>
      </w:r>
      <w:r>
        <w:tab/>
        <w:t>8.236e0</w:t>
      </w:r>
    </w:p>
    <w:p w:rsidR="007B2329" w:rsidRDefault="007B2329" w:rsidP="007B2329">
      <w:r>
        <w:t>865.3764</w:t>
      </w:r>
      <w:r>
        <w:tab/>
        <w:t>8.343e-1</w:t>
      </w:r>
    </w:p>
    <w:p w:rsidR="007B2329" w:rsidRDefault="007B2329" w:rsidP="007B2329">
      <w:r>
        <w:t>865.4224</w:t>
      </w:r>
      <w:r>
        <w:tab/>
        <w:t>1.013e0</w:t>
      </w:r>
    </w:p>
    <w:p w:rsidR="007B2329" w:rsidRDefault="007B2329" w:rsidP="007B2329">
      <w:r>
        <w:lastRenderedPageBreak/>
        <w:t>865.4589</w:t>
      </w:r>
      <w:r>
        <w:tab/>
        <w:t>8.491e0</w:t>
      </w:r>
    </w:p>
    <w:p w:rsidR="007B2329" w:rsidRDefault="007B2329" w:rsidP="007B2329">
      <w:r>
        <w:t>865.4674</w:t>
      </w:r>
      <w:r>
        <w:tab/>
        <w:t>1.674e0</w:t>
      </w:r>
    </w:p>
    <w:p w:rsidR="007B2329" w:rsidRDefault="007B2329" w:rsidP="007B2329">
      <w:r>
        <w:t>865.4689</w:t>
      </w:r>
      <w:r>
        <w:tab/>
        <w:t>3.036e0</w:t>
      </w:r>
    </w:p>
    <w:p w:rsidR="007B2329" w:rsidRDefault="007B2329" w:rsidP="007B2329">
      <w:r>
        <w:t>865.4816</w:t>
      </w:r>
      <w:r>
        <w:tab/>
        <w:t>7.103e0</w:t>
      </w:r>
    </w:p>
    <w:p w:rsidR="007B2329" w:rsidRDefault="007B2329" w:rsidP="007B2329">
      <w:r>
        <w:t>865.4869</w:t>
      </w:r>
      <w:r>
        <w:tab/>
        <w:t>7.164e0</w:t>
      </w:r>
    </w:p>
    <w:p w:rsidR="007B2329" w:rsidRDefault="007B2329" w:rsidP="007B2329">
      <w:r>
        <w:t>865.5869</w:t>
      </w:r>
      <w:r>
        <w:tab/>
        <w:t>4.051e0</w:t>
      </w:r>
    </w:p>
    <w:p w:rsidR="007B2329" w:rsidRDefault="007B2329" w:rsidP="007B2329">
      <w:r>
        <w:t>865.6302</w:t>
      </w:r>
      <w:r>
        <w:tab/>
        <w:t>2.038e0</w:t>
      </w:r>
    </w:p>
    <w:p w:rsidR="007B2329" w:rsidRDefault="007B2329" w:rsidP="007B2329">
      <w:r>
        <w:t>865.6411</w:t>
      </w:r>
      <w:r>
        <w:tab/>
        <w:t>1.887e0</w:t>
      </w:r>
    </w:p>
    <w:p w:rsidR="007B2329" w:rsidRDefault="007B2329" w:rsidP="007B2329">
      <w:r>
        <w:t>865.6421</w:t>
      </w:r>
      <w:r>
        <w:tab/>
        <w:t>1.013e0</w:t>
      </w:r>
    </w:p>
    <w:p w:rsidR="007B2329" w:rsidRDefault="007B2329" w:rsidP="007B2329">
      <w:r>
        <w:t>865.6616</w:t>
      </w:r>
      <w:r>
        <w:tab/>
        <w:t>3.038e0</w:t>
      </w:r>
    </w:p>
    <w:p w:rsidR="007B2329" w:rsidRDefault="007B2329" w:rsidP="007B2329">
      <w:r>
        <w:t>865.6676</w:t>
      </w:r>
      <w:r>
        <w:tab/>
        <w:t>4.051e0</w:t>
      </w:r>
    </w:p>
    <w:p w:rsidR="007B2329" w:rsidRDefault="007B2329" w:rsidP="007B2329">
      <w:r>
        <w:t>865.6744</w:t>
      </w:r>
      <w:r>
        <w:tab/>
        <w:t>1.013e0</w:t>
      </w:r>
    </w:p>
    <w:p w:rsidR="007B2329" w:rsidRDefault="007B2329" w:rsidP="007B2329">
      <w:r>
        <w:t>865.7053</w:t>
      </w:r>
      <w:r>
        <w:tab/>
        <w:t>2.025e0</w:t>
      </w:r>
    </w:p>
    <w:p w:rsidR="007B2329" w:rsidRDefault="007B2329" w:rsidP="007B2329">
      <w:r>
        <w:t>865.7368</w:t>
      </w:r>
      <w:r>
        <w:tab/>
        <w:t>2.025e0</w:t>
      </w:r>
    </w:p>
    <w:p w:rsidR="007B2329" w:rsidRDefault="007B2329" w:rsidP="007B2329">
      <w:r>
        <w:t>865.7584</w:t>
      </w:r>
      <w:r>
        <w:tab/>
        <w:t>1.013e0</w:t>
      </w:r>
    </w:p>
    <w:p w:rsidR="007B2329" w:rsidRDefault="007B2329" w:rsidP="007B2329">
      <w:r>
        <w:t>865.8021</w:t>
      </w:r>
      <w:r>
        <w:tab/>
        <w:t>1.024e0</w:t>
      </w:r>
    </w:p>
    <w:p w:rsidR="007B2329" w:rsidRDefault="007B2329" w:rsidP="007B2329">
      <w:r>
        <w:t>865.8286</w:t>
      </w:r>
      <w:r>
        <w:tab/>
        <w:t>4.051e0</w:t>
      </w:r>
    </w:p>
    <w:p w:rsidR="007B2329" w:rsidRDefault="007B2329" w:rsidP="007B2329">
      <w:r>
        <w:t>865.8834</w:t>
      </w:r>
      <w:r>
        <w:tab/>
        <w:t>3.038e0</w:t>
      </w:r>
    </w:p>
    <w:p w:rsidR="007B2329" w:rsidRDefault="007B2329" w:rsidP="007B2329">
      <w:r>
        <w:t>865.8892</w:t>
      </w:r>
      <w:r>
        <w:tab/>
        <w:t>4.945e0</w:t>
      </w:r>
    </w:p>
    <w:p w:rsidR="007B2329" w:rsidRDefault="007B2329" w:rsidP="007B2329">
      <w:r>
        <w:lastRenderedPageBreak/>
        <w:t>865.9232</w:t>
      </w:r>
      <w:r>
        <w:tab/>
        <w:t>3.038e0</w:t>
      </w:r>
    </w:p>
    <w:p w:rsidR="007B2329" w:rsidRDefault="007B2329" w:rsidP="007B2329">
      <w:r>
        <w:t>865.9299</w:t>
      </w:r>
      <w:r>
        <w:tab/>
        <w:t>1.013e0</w:t>
      </w:r>
    </w:p>
    <w:p w:rsidR="007B2329" w:rsidRDefault="007B2329" w:rsidP="007B2329">
      <w:r>
        <w:t>865.9625</w:t>
      </w:r>
      <w:r>
        <w:tab/>
        <w:t>3.038e0</w:t>
      </w:r>
    </w:p>
    <w:p w:rsidR="007B2329" w:rsidRDefault="007B2329" w:rsidP="007B2329">
      <w:r>
        <w:t>866.0134</w:t>
      </w:r>
      <w:r>
        <w:tab/>
        <w:t>1.013e0</w:t>
      </w:r>
    </w:p>
    <w:p w:rsidR="007B2329" w:rsidRDefault="007B2329" w:rsidP="007B2329">
      <w:r>
        <w:t>866.0202</w:t>
      </w:r>
      <w:r>
        <w:tab/>
        <w:t>1.013e0</w:t>
      </w:r>
    </w:p>
    <w:p w:rsidR="007B2329" w:rsidRDefault="007B2329" w:rsidP="007B2329">
      <w:r>
        <w:t>866.0333</w:t>
      </w:r>
      <w:r>
        <w:tab/>
        <w:t>4.051e0</w:t>
      </w:r>
    </w:p>
    <w:p w:rsidR="007B2329" w:rsidRDefault="007B2329" w:rsidP="007B2329">
      <w:r>
        <w:t>866.0406</w:t>
      </w:r>
      <w:r>
        <w:tab/>
        <w:t>2.025e0</w:t>
      </w:r>
    </w:p>
    <w:p w:rsidR="007B2329" w:rsidRDefault="007B2329" w:rsidP="007B2329">
      <w:r>
        <w:t>866.0927</w:t>
      </w:r>
      <w:r>
        <w:tab/>
        <w:t>1.013e0</w:t>
      </w:r>
    </w:p>
    <w:p w:rsidR="007B2329" w:rsidRDefault="007B2329" w:rsidP="007B2329">
      <w:r>
        <w:t>866.1073</w:t>
      </w:r>
      <w:r>
        <w:tab/>
        <w:t>2.025e0</w:t>
      </w:r>
    </w:p>
    <w:p w:rsidR="007B2329" w:rsidRDefault="007B2329" w:rsidP="007B2329">
      <w:r>
        <w:t>866.1098</w:t>
      </w:r>
      <w:r>
        <w:tab/>
        <w:t>2.025e0</w:t>
      </w:r>
    </w:p>
    <w:p w:rsidR="007B2329" w:rsidRDefault="007B2329" w:rsidP="007B2329">
      <w:r>
        <w:t>866.1470</w:t>
      </w:r>
      <w:r>
        <w:tab/>
        <w:t>4.051e0</w:t>
      </w:r>
    </w:p>
    <w:p w:rsidR="007B2329" w:rsidRDefault="007B2329" w:rsidP="007B2329">
      <w:r>
        <w:t>866.1656</w:t>
      </w:r>
      <w:r>
        <w:tab/>
        <w:t>1.013e0</w:t>
      </w:r>
    </w:p>
    <w:p w:rsidR="007B2329" w:rsidRDefault="007B2329" w:rsidP="007B2329">
      <w:r>
        <w:t>866.1991</w:t>
      </w:r>
      <w:r>
        <w:tab/>
        <w:t>2.025e0</w:t>
      </w:r>
    </w:p>
    <w:p w:rsidR="007B2329" w:rsidRDefault="007B2329" w:rsidP="007B2329">
      <w:r>
        <w:t>866.2468</w:t>
      </w:r>
      <w:r>
        <w:tab/>
        <w:t>3.005e0</w:t>
      </w:r>
    </w:p>
    <w:p w:rsidR="007B2329" w:rsidRDefault="007B2329" w:rsidP="007B2329">
      <w:r>
        <w:t>866.2530</w:t>
      </w:r>
      <w:r>
        <w:tab/>
        <w:t>1.013e0</w:t>
      </w:r>
    </w:p>
    <w:p w:rsidR="007B2329" w:rsidRDefault="007B2329" w:rsidP="007B2329">
      <w:r>
        <w:t>866.2966</w:t>
      </w:r>
      <w:r>
        <w:tab/>
        <w:t>6.337e0</w:t>
      </w:r>
    </w:p>
    <w:p w:rsidR="007B2329" w:rsidRDefault="007B2329" w:rsidP="007B2329">
      <w:r>
        <w:t>866.3010</w:t>
      </w:r>
      <w:r>
        <w:tab/>
        <w:t>1.013e0</w:t>
      </w:r>
    </w:p>
    <w:p w:rsidR="007B2329" w:rsidRDefault="007B2329" w:rsidP="007B2329">
      <w:r>
        <w:t>866.3318</w:t>
      </w:r>
      <w:r>
        <w:tab/>
        <w:t>2.393e0</w:t>
      </w:r>
    </w:p>
    <w:p w:rsidR="007B2329" w:rsidRDefault="007B2329" w:rsidP="007B2329">
      <w:r>
        <w:t>866.3333</w:t>
      </w:r>
      <w:r>
        <w:tab/>
        <w:t>3.946e0</w:t>
      </w:r>
    </w:p>
    <w:p w:rsidR="007B2329" w:rsidRDefault="007B2329" w:rsidP="007B2329">
      <w:r>
        <w:lastRenderedPageBreak/>
        <w:t>866.4249</w:t>
      </w:r>
      <w:r>
        <w:tab/>
        <w:t>3.038e0</w:t>
      </w:r>
    </w:p>
    <w:p w:rsidR="007B2329" w:rsidRDefault="007B2329" w:rsidP="007B2329">
      <w:r>
        <w:t>866.4913</w:t>
      </w:r>
      <w:r>
        <w:tab/>
        <w:t>1.237e1</w:t>
      </w:r>
    </w:p>
    <w:p w:rsidR="007B2329" w:rsidRDefault="007B2329" w:rsidP="007B2329">
      <w:r>
        <w:t>866.5109</w:t>
      </w:r>
      <w:r>
        <w:tab/>
        <w:t>4.439e1</w:t>
      </w:r>
    </w:p>
    <w:p w:rsidR="007B2329" w:rsidRDefault="007B2329" w:rsidP="007B2329">
      <w:r>
        <w:t>866.5145</w:t>
      </w:r>
      <w:r>
        <w:tab/>
        <w:t>2.128e1</w:t>
      </w:r>
    </w:p>
    <w:p w:rsidR="007B2329" w:rsidRDefault="007B2329" w:rsidP="007B2329">
      <w:r>
        <w:t>866.5159</w:t>
      </w:r>
      <w:r>
        <w:tab/>
        <w:t>3.523e1</w:t>
      </w:r>
    </w:p>
    <w:p w:rsidR="007B2329" w:rsidRDefault="007B2329" w:rsidP="007B2329">
      <w:r>
        <w:t>866.5185</w:t>
      </w:r>
      <w:r>
        <w:tab/>
        <w:t>2.824e1</w:t>
      </w:r>
    </w:p>
    <w:p w:rsidR="007B2329" w:rsidRDefault="007B2329" w:rsidP="007B2329">
      <w:r>
        <w:t>866.5236</w:t>
      </w:r>
      <w:r>
        <w:tab/>
        <w:t>2.956e1</w:t>
      </w:r>
    </w:p>
    <w:p w:rsidR="007B2329" w:rsidRDefault="007B2329" w:rsidP="007B2329">
      <w:r>
        <w:t>866.5275</w:t>
      </w:r>
      <w:r>
        <w:tab/>
        <w:t>2.646e1</w:t>
      </w:r>
    </w:p>
    <w:p w:rsidR="007B2329" w:rsidRDefault="007B2329" w:rsidP="007B2329">
      <w:r>
        <w:t>866.5707</w:t>
      </w:r>
      <w:r>
        <w:tab/>
        <w:t>3.029e0</w:t>
      </w:r>
    </w:p>
    <w:p w:rsidR="007B2329" w:rsidRDefault="007B2329" w:rsidP="007B2329">
      <w:r>
        <w:t>866.6542</w:t>
      </w:r>
      <w:r>
        <w:tab/>
        <w:t>3.038e0</w:t>
      </w:r>
    </w:p>
    <w:p w:rsidR="007B2329" w:rsidRDefault="007B2329" w:rsidP="007B2329">
      <w:r>
        <w:t>866.6893</w:t>
      </w:r>
      <w:r>
        <w:tab/>
        <w:t>1.013e0</w:t>
      </w:r>
    </w:p>
    <w:p w:rsidR="007B2329" w:rsidRDefault="007B2329" w:rsidP="007B2329">
      <w:r>
        <w:t>866.7152</w:t>
      </w:r>
      <w:r>
        <w:tab/>
        <w:t>2.025e0</w:t>
      </w:r>
    </w:p>
    <w:p w:rsidR="007B2329" w:rsidRDefault="007B2329" w:rsidP="007B2329">
      <w:r>
        <w:t>866.7192</w:t>
      </w:r>
      <w:r>
        <w:tab/>
        <w:t>2.025e0</w:t>
      </w:r>
    </w:p>
    <w:p w:rsidR="007B2329" w:rsidRDefault="007B2329" w:rsidP="007B2329">
      <w:r>
        <w:t>866.7504</w:t>
      </w:r>
      <w:r>
        <w:tab/>
        <w:t>3.038e0</w:t>
      </w:r>
    </w:p>
    <w:p w:rsidR="007B2329" w:rsidRDefault="007B2329" w:rsidP="007B2329">
      <w:r>
        <w:t>866.7623</w:t>
      </w:r>
      <w:r>
        <w:tab/>
        <w:t>1.013e0</w:t>
      </w:r>
    </w:p>
    <w:p w:rsidR="007B2329" w:rsidRDefault="007B2329" w:rsidP="007B2329">
      <w:r>
        <w:t>866.7692</w:t>
      </w:r>
      <w:r>
        <w:tab/>
        <w:t>2.025e0</w:t>
      </w:r>
    </w:p>
    <w:p w:rsidR="007B2329" w:rsidRDefault="007B2329" w:rsidP="007B2329">
      <w:r>
        <w:t>866.7762</w:t>
      </w:r>
      <w:r>
        <w:tab/>
        <w:t>2.025e0</w:t>
      </w:r>
    </w:p>
    <w:p w:rsidR="007B2329" w:rsidRDefault="007B2329" w:rsidP="007B2329">
      <w:r>
        <w:t>866.8207</w:t>
      </w:r>
      <w:r>
        <w:tab/>
        <w:t>4.051e0</w:t>
      </w:r>
    </w:p>
    <w:p w:rsidR="007B2329" w:rsidRDefault="007B2329" w:rsidP="007B2329">
      <w:r>
        <w:t>866.8313</w:t>
      </w:r>
      <w:r>
        <w:tab/>
        <w:t>2.025e0</w:t>
      </w:r>
    </w:p>
    <w:p w:rsidR="007B2329" w:rsidRDefault="007B2329" w:rsidP="007B2329">
      <w:r>
        <w:lastRenderedPageBreak/>
        <w:t>866.8424</w:t>
      </w:r>
      <w:r>
        <w:tab/>
        <w:t>1.013e0</w:t>
      </w:r>
    </w:p>
    <w:p w:rsidR="007B2329" w:rsidRDefault="007B2329" w:rsidP="007B2329">
      <w:r>
        <w:t>866.8936</w:t>
      </w:r>
      <w:r>
        <w:tab/>
        <w:t>1.013e0</w:t>
      </w:r>
    </w:p>
    <w:p w:rsidR="007B2329" w:rsidRDefault="007B2329" w:rsidP="007B2329">
      <w:r>
        <w:t>866.9069</w:t>
      </w:r>
      <w:r>
        <w:tab/>
        <w:t>3.677e0</w:t>
      </w:r>
    </w:p>
    <w:p w:rsidR="007B2329" w:rsidRDefault="007B2329" w:rsidP="007B2329">
      <w:r>
        <w:t>866.9089</w:t>
      </w:r>
      <w:r>
        <w:tab/>
        <w:t>1.013e0</w:t>
      </w:r>
    </w:p>
    <w:p w:rsidR="007B2329" w:rsidRDefault="007B2329" w:rsidP="007B2329">
      <w:r>
        <w:t>866.9371</w:t>
      </w:r>
      <w:r>
        <w:tab/>
        <w:t>2.025e0</w:t>
      </w:r>
    </w:p>
    <w:p w:rsidR="007B2329" w:rsidRDefault="007B2329" w:rsidP="007B2329">
      <w:r>
        <w:t>866.9394</w:t>
      </w:r>
      <w:r>
        <w:tab/>
        <w:t>2.025e0</w:t>
      </w:r>
    </w:p>
    <w:p w:rsidR="007B2329" w:rsidRDefault="007B2329" w:rsidP="007B2329">
      <w:r>
        <w:t>866.9664</w:t>
      </w:r>
      <w:r>
        <w:tab/>
        <w:t>1.266e-2</w:t>
      </w:r>
    </w:p>
    <w:p w:rsidR="007B2329" w:rsidRDefault="007B2329" w:rsidP="007B2329">
      <w:r>
        <w:t>866.9788</w:t>
      </w:r>
      <w:r>
        <w:tab/>
        <w:t>3.038e0</w:t>
      </w:r>
    </w:p>
    <w:p w:rsidR="007B2329" w:rsidRDefault="007B2329" w:rsidP="007B2329">
      <w:r>
        <w:t>867.0175</w:t>
      </w:r>
      <w:r>
        <w:tab/>
        <w:t>2.025e0</w:t>
      </w:r>
    </w:p>
    <w:p w:rsidR="007B2329" w:rsidRDefault="007B2329" w:rsidP="007B2329">
      <w:r>
        <w:t>867.0245</w:t>
      </w:r>
      <w:r>
        <w:tab/>
        <w:t>4.038e0</w:t>
      </w:r>
    </w:p>
    <w:p w:rsidR="007B2329" w:rsidRDefault="007B2329" w:rsidP="007B2329">
      <w:r>
        <w:t>867.0463</w:t>
      </w:r>
      <w:r>
        <w:tab/>
        <w:t>2.025e0</w:t>
      </w:r>
    </w:p>
    <w:p w:rsidR="007B2329" w:rsidRDefault="007B2329" w:rsidP="007B2329">
      <w:r>
        <w:t>867.0535</w:t>
      </w:r>
      <w:r>
        <w:tab/>
        <w:t>1.013e0</w:t>
      </w:r>
    </w:p>
    <w:p w:rsidR="007B2329" w:rsidRDefault="007B2329" w:rsidP="007B2329">
      <w:r>
        <w:t>867.0886</w:t>
      </w:r>
      <w:r>
        <w:tab/>
        <w:t>2.025e0</w:t>
      </w:r>
    </w:p>
    <w:p w:rsidR="007B2329" w:rsidRDefault="007B2329" w:rsidP="007B2329">
      <w:r>
        <w:t>867.1121</w:t>
      </w:r>
      <w:r>
        <w:tab/>
        <w:t>1.013e0</w:t>
      </w:r>
    </w:p>
    <w:p w:rsidR="007B2329" w:rsidRDefault="007B2329" w:rsidP="007B2329">
      <w:r>
        <w:t>867.1367</w:t>
      </w:r>
      <w:r>
        <w:tab/>
        <w:t>3.038e0</w:t>
      </w:r>
    </w:p>
    <w:p w:rsidR="007B2329" w:rsidRDefault="007B2329" w:rsidP="007B2329">
      <w:r>
        <w:t>867.1468</w:t>
      </w:r>
      <w:r>
        <w:tab/>
        <w:t>1.013e0</w:t>
      </w:r>
    </w:p>
    <w:p w:rsidR="007B2329" w:rsidRDefault="007B2329" w:rsidP="007B2329">
      <w:r>
        <w:t>867.1880</w:t>
      </w:r>
      <w:r>
        <w:tab/>
        <w:t>4.051e0</w:t>
      </w:r>
    </w:p>
    <w:p w:rsidR="007B2329" w:rsidRDefault="007B2329" w:rsidP="007B2329">
      <w:r>
        <w:t>867.2137</w:t>
      </w:r>
      <w:r>
        <w:tab/>
        <w:t>1.013e0</w:t>
      </w:r>
    </w:p>
    <w:p w:rsidR="007B2329" w:rsidRDefault="007B2329" w:rsidP="007B2329">
      <w:r>
        <w:t>867.2302</w:t>
      </w:r>
      <w:r>
        <w:tab/>
        <w:t>3.038e0</w:t>
      </w:r>
    </w:p>
    <w:p w:rsidR="007B2329" w:rsidRDefault="007B2329" w:rsidP="007B2329">
      <w:r>
        <w:lastRenderedPageBreak/>
        <w:t>867.2427</w:t>
      </w:r>
      <w:r>
        <w:tab/>
        <w:t>1.013e0</w:t>
      </w:r>
    </w:p>
    <w:p w:rsidR="007B2329" w:rsidRDefault="007B2329" w:rsidP="007B2329">
      <w:r>
        <w:t>867.2482</w:t>
      </w:r>
      <w:r>
        <w:tab/>
        <w:t>1.266e-2</w:t>
      </w:r>
    </w:p>
    <w:p w:rsidR="007B2329" w:rsidRDefault="007B2329" w:rsidP="007B2329">
      <w:r>
        <w:t>867.2526</w:t>
      </w:r>
      <w:r>
        <w:tab/>
        <w:t>2.021e0</w:t>
      </w:r>
    </w:p>
    <w:p w:rsidR="007B2329" w:rsidRDefault="007B2329" w:rsidP="007B2329">
      <w:r>
        <w:t>867.3011</w:t>
      </w:r>
      <w:r>
        <w:tab/>
        <w:t>2.358e0</w:t>
      </w:r>
    </w:p>
    <w:p w:rsidR="007B2329" w:rsidRDefault="007B2329" w:rsidP="007B2329">
      <w:r>
        <w:t>867.3158</w:t>
      </w:r>
      <w:r>
        <w:tab/>
        <w:t>3.413e0</w:t>
      </w:r>
    </w:p>
    <w:p w:rsidR="007B2329" w:rsidRDefault="007B2329" w:rsidP="007B2329">
      <w:r>
        <w:t>867.3450</w:t>
      </w:r>
      <w:r>
        <w:tab/>
        <w:t>1.880e0</w:t>
      </w:r>
    </w:p>
    <w:p w:rsidR="007B2329" w:rsidRDefault="007B2329" w:rsidP="007B2329">
      <w:r>
        <w:t>867.3683</w:t>
      </w:r>
      <w:r>
        <w:tab/>
        <w:t>2.369e0</w:t>
      </w:r>
    </w:p>
    <w:p w:rsidR="007B2329" w:rsidRDefault="007B2329" w:rsidP="007B2329">
      <w:r>
        <w:t>867.3699</w:t>
      </w:r>
      <w:r>
        <w:tab/>
        <w:t>4.657e0</w:t>
      </w:r>
    </w:p>
    <w:p w:rsidR="007B2329" w:rsidRDefault="007B2329" w:rsidP="007B2329">
      <w:r>
        <w:t>867.3757</w:t>
      </w:r>
      <w:r>
        <w:tab/>
        <w:t>1.063e0</w:t>
      </w:r>
    </w:p>
    <w:p w:rsidR="007B2329" w:rsidRDefault="007B2329" w:rsidP="007B2329">
      <w:r>
        <w:t>867.3876</w:t>
      </w:r>
      <w:r>
        <w:tab/>
        <w:t>1.184e0</w:t>
      </w:r>
    </w:p>
    <w:p w:rsidR="007B2329" w:rsidRDefault="007B2329" w:rsidP="007B2329">
      <w:r>
        <w:t>867.3954</w:t>
      </w:r>
      <w:r>
        <w:tab/>
        <w:t>7.337e0</w:t>
      </w:r>
    </w:p>
    <w:p w:rsidR="007B2329" w:rsidRDefault="007B2329" w:rsidP="007B2329">
      <w:r>
        <w:t>867.4191</w:t>
      </w:r>
      <w:r>
        <w:tab/>
        <w:t>3.147e0</w:t>
      </w:r>
    </w:p>
    <w:p w:rsidR="007B2329" w:rsidRDefault="007B2329" w:rsidP="007B2329">
      <w:r>
        <w:t>867.4809</w:t>
      </w:r>
      <w:r>
        <w:tab/>
        <w:t>6.622e0</w:t>
      </w:r>
    </w:p>
    <w:p w:rsidR="007B2329" w:rsidRDefault="007B2329" w:rsidP="007B2329">
      <w:r>
        <w:t>867.4906</w:t>
      </w:r>
      <w:r>
        <w:tab/>
        <w:t>4.051e0</w:t>
      </w:r>
    </w:p>
    <w:p w:rsidR="007B2329" w:rsidRDefault="007B2329" w:rsidP="007B2329">
      <w:r>
        <w:t>867.5095</w:t>
      </w:r>
      <w:r>
        <w:tab/>
        <w:t>2.224e1</w:t>
      </w:r>
    </w:p>
    <w:p w:rsidR="007B2329" w:rsidRDefault="007B2329" w:rsidP="007B2329">
      <w:r>
        <w:t>867.5108</w:t>
      </w:r>
      <w:r>
        <w:tab/>
        <w:t>2.213e1</w:t>
      </w:r>
    </w:p>
    <w:p w:rsidR="007B2329" w:rsidRDefault="007B2329" w:rsidP="007B2329">
      <w:r>
        <w:t>867.5183</w:t>
      </w:r>
      <w:r>
        <w:tab/>
        <w:t>2.127e1</w:t>
      </w:r>
    </w:p>
    <w:p w:rsidR="007B2329" w:rsidRDefault="007B2329" w:rsidP="007B2329">
      <w:r>
        <w:t>867.5194</w:t>
      </w:r>
      <w:r>
        <w:tab/>
        <w:t>8.434e0</w:t>
      </w:r>
    </w:p>
    <w:p w:rsidR="007B2329" w:rsidRDefault="007B2329" w:rsidP="007B2329">
      <w:r>
        <w:t>867.5231</w:t>
      </w:r>
      <w:r>
        <w:tab/>
        <w:t>1.596e1</w:t>
      </w:r>
    </w:p>
    <w:p w:rsidR="007B2329" w:rsidRDefault="007B2329" w:rsidP="007B2329">
      <w:r>
        <w:lastRenderedPageBreak/>
        <w:t>867.5252</w:t>
      </w:r>
      <w:r>
        <w:tab/>
        <w:t>1.547e1</w:t>
      </w:r>
    </w:p>
    <w:p w:rsidR="007B2329" w:rsidRDefault="007B2329" w:rsidP="007B2329">
      <w:r>
        <w:t>867.5484</w:t>
      </w:r>
      <w:r>
        <w:tab/>
        <w:t>1.330e1</w:t>
      </w:r>
    </w:p>
    <w:p w:rsidR="007B2329" w:rsidRDefault="007B2329" w:rsidP="007B2329">
      <w:r>
        <w:t>867.5914</w:t>
      </w:r>
      <w:r>
        <w:tab/>
        <w:t>5.063e0</w:t>
      </w:r>
    </w:p>
    <w:p w:rsidR="007B2329" w:rsidRDefault="007B2329" w:rsidP="007B2329">
      <w:r>
        <w:t>867.6494</w:t>
      </w:r>
      <w:r>
        <w:tab/>
        <w:t>5.814e0</w:t>
      </w:r>
    </w:p>
    <w:p w:rsidR="007B2329" w:rsidRDefault="007B2329" w:rsidP="007B2329">
      <w:r>
        <w:t>867.6652</w:t>
      </w:r>
      <w:r>
        <w:tab/>
        <w:t>1.013e0</w:t>
      </w:r>
    </w:p>
    <w:p w:rsidR="007B2329" w:rsidRDefault="007B2329" w:rsidP="007B2329">
      <w:r>
        <w:t>867.7061</w:t>
      </w:r>
      <w:r>
        <w:tab/>
        <w:t>2.025e0</w:t>
      </w:r>
    </w:p>
    <w:p w:rsidR="007B2329" w:rsidRDefault="007B2329" w:rsidP="007B2329">
      <w:r>
        <w:t>867.7146</w:t>
      </w:r>
      <w:r>
        <w:tab/>
        <w:t>4.063e0</w:t>
      </w:r>
    </w:p>
    <w:p w:rsidR="007B2329" w:rsidRDefault="007B2329" w:rsidP="007B2329">
      <w:r>
        <w:t>867.7599</w:t>
      </w:r>
      <w:r>
        <w:tab/>
        <w:t>2.025e0</w:t>
      </w:r>
    </w:p>
    <w:p w:rsidR="007B2329" w:rsidRDefault="007B2329" w:rsidP="007B2329">
      <w:r>
        <w:t>867.7640</w:t>
      </w:r>
      <w:r>
        <w:tab/>
        <w:t>2.025e0</w:t>
      </w:r>
    </w:p>
    <w:p w:rsidR="007B2329" w:rsidRDefault="007B2329" w:rsidP="007B2329">
      <w:r>
        <w:t>867.7773</w:t>
      </w:r>
      <w:r>
        <w:tab/>
        <w:t>5.063e0</w:t>
      </w:r>
    </w:p>
    <w:p w:rsidR="007B2329" w:rsidRDefault="007B2329" w:rsidP="007B2329">
      <w:r>
        <w:t>867.7953</w:t>
      </w:r>
      <w:r>
        <w:tab/>
        <w:t>6.076e0</w:t>
      </w:r>
    </w:p>
    <w:p w:rsidR="007B2329" w:rsidRDefault="007B2329" w:rsidP="007B2329">
      <w:r>
        <w:t>867.8449</w:t>
      </w:r>
      <w:r>
        <w:tab/>
        <w:t>2.038e0</w:t>
      </w:r>
    </w:p>
    <w:p w:rsidR="007B2329" w:rsidRDefault="007B2329" w:rsidP="007B2329">
      <w:r>
        <w:t>867.8531</w:t>
      </w:r>
      <w:r>
        <w:tab/>
        <w:t>2.517e0</w:t>
      </w:r>
    </w:p>
    <w:p w:rsidR="007B2329" w:rsidRDefault="007B2329" w:rsidP="007B2329">
      <w:r>
        <w:t>867.8706</w:t>
      </w:r>
      <w:r>
        <w:tab/>
        <w:t>2.025e0</w:t>
      </w:r>
    </w:p>
    <w:p w:rsidR="007B2329" w:rsidRDefault="007B2329" w:rsidP="007B2329">
      <w:r>
        <w:t>867.9276</w:t>
      </w:r>
      <w:r>
        <w:tab/>
        <w:t>2.025e0</w:t>
      </w:r>
    </w:p>
    <w:p w:rsidR="007B2329" w:rsidRDefault="007B2329" w:rsidP="007B2329">
      <w:r>
        <w:t>867.9319</w:t>
      </w:r>
      <w:r>
        <w:tab/>
        <w:t>3.038e0</w:t>
      </w:r>
    </w:p>
    <w:p w:rsidR="007B2329" w:rsidRDefault="007B2329" w:rsidP="007B2329">
      <w:r>
        <w:t>867.9453</w:t>
      </w:r>
      <w:r>
        <w:tab/>
        <w:t>3.038e0</w:t>
      </w:r>
    </w:p>
    <w:p w:rsidR="007B2329" w:rsidRDefault="007B2329" w:rsidP="007B2329">
      <w:r>
        <w:t>867.9578</w:t>
      </w:r>
      <w:r>
        <w:tab/>
        <w:t>1.013e0</w:t>
      </w:r>
    </w:p>
    <w:p w:rsidR="007B2329" w:rsidRDefault="007B2329" w:rsidP="007B2329">
      <w:r>
        <w:t>867.9658</w:t>
      </w:r>
      <w:r>
        <w:tab/>
        <w:t>2.025e0</w:t>
      </w:r>
    </w:p>
    <w:p w:rsidR="007B2329" w:rsidRDefault="007B2329" w:rsidP="007B2329">
      <w:r>
        <w:lastRenderedPageBreak/>
        <w:t>868.0112</w:t>
      </w:r>
      <w:r>
        <w:tab/>
        <w:t>3.038e0</w:t>
      </w:r>
    </w:p>
    <w:p w:rsidR="007B2329" w:rsidRDefault="007B2329" w:rsidP="007B2329">
      <w:r>
        <w:t>868.0152</w:t>
      </w:r>
      <w:r>
        <w:tab/>
        <w:t>1.013e0</w:t>
      </w:r>
    </w:p>
    <w:p w:rsidR="007B2329" w:rsidRDefault="007B2329" w:rsidP="007B2329">
      <w:r>
        <w:t>868.0342</w:t>
      </w:r>
      <w:r>
        <w:tab/>
        <w:t>2.025e0</w:t>
      </w:r>
    </w:p>
    <w:p w:rsidR="007B2329" w:rsidRDefault="007B2329" w:rsidP="007B2329">
      <w:r>
        <w:t>868.0733</w:t>
      </w:r>
      <w:r>
        <w:tab/>
        <w:t>1.013e0</w:t>
      </w:r>
    </w:p>
    <w:p w:rsidR="007B2329" w:rsidRDefault="007B2329" w:rsidP="007B2329">
      <w:r>
        <w:t>868.0880</w:t>
      </w:r>
      <w:r>
        <w:tab/>
        <w:t>4.051e0</w:t>
      </w:r>
    </w:p>
    <w:p w:rsidR="007B2329" w:rsidRDefault="007B2329" w:rsidP="007B2329">
      <w:r>
        <w:t>868.1027</w:t>
      </w:r>
      <w:r>
        <w:tab/>
        <w:t>1.013e0</w:t>
      </w:r>
    </w:p>
    <w:p w:rsidR="007B2329" w:rsidRDefault="007B2329" w:rsidP="007B2329">
      <w:r>
        <w:t>868.1087</w:t>
      </w:r>
      <w:r>
        <w:tab/>
        <w:t>1.127e0</w:t>
      </w:r>
    </w:p>
    <w:p w:rsidR="007B2329" w:rsidRDefault="007B2329" w:rsidP="007B2329">
      <w:r>
        <w:t>868.1144</w:t>
      </w:r>
      <w:r>
        <w:tab/>
        <w:t>3.038e0</w:t>
      </w:r>
    </w:p>
    <w:p w:rsidR="007B2329" w:rsidRDefault="007B2329" w:rsidP="007B2329">
      <w:r>
        <w:t>868.1464</w:t>
      </w:r>
      <w:r>
        <w:tab/>
        <w:t>1.013e0</w:t>
      </w:r>
    </w:p>
    <w:p w:rsidR="007B2329" w:rsidRDefault="007B2329" w:rsidP="007B2329">
      <w:r>
        <w:t>868.2217</w:t>
      </w:r>
      <w:r>
        <w:tab/>
        <w:t>2.025e0</w:t>
      </w:r>
    </w:p>
    <w:p w:rsidR="007B2329" w:rsidRDefault="007B2329" w:rsidP="007B2329">
      <w:r>
        <w:t>868.2266</w:t>
      </w:r>
      <w:r>
        <w:tab/>
        <w:t>3.038e0</w:t>
      </w:r>
    </w:p>
    <w:p w:rsidR="007B2329" w:rsidRDefault="007B2329" w:rsidP="007B2329">
      <w:r>
        <w:t>868.2306</w:t>
      </w:r>
      <w:r>
        <w:tab/>
        <w:t>2.025e0</w:t>
      </w:r>
    </w:p>
    <w:p w:rsidR="007B2329" w:rsidRDefault="007B2329" w:rsidP="007B2329">
      <w:r>
        <w:t>868.2484</w:t>
      </w:r>
      <w:r>
        <w:tab/>
        <w:t>1.013e0</w:t>
      </w:r>
    </w:p>
    <w:p w:rsidR="007B2329" w:rsidRDefault="007B2329" w:rsidP="007B2329">
      <w:r>
        <w:t>868.2701</w:t>
      </w:r>
      <w:r>
        <w:tab/>
        <w:t>4.903e0</w:t>
      </w:r>
    </w:p>
    <w:p w:rsidR="007B2329" w:rsidRDefault="007B2329" w:rsidP="007B2329">
      <w:r>
        <w:t>868.2774</w:t>
      </w:r>
      <w:r>
        <w:tab/>
        <w:t>3.722e0</w:t>
      </w:r>
    </w:p>
    <w:p w:rsidR="007B2329" w:rsidRDefault="007B2329" w:rsidP="007B2329">
      <w:r>
        <w:t>868.2789</w:t>
      </w:r>
      <w:r>
        <w:tab/>
        <w:t>2.025e0</w:t>
      </w:r>
    </w:p>
    <w:p w:rsidR="007B2329" w:rsidRDefault="007B2329" w:rsidP="007B2329">
      <w:r>
        <w:t>868.3079</w:t>
      </w:r>
      <w:r>
        <w:tab/>
        <w:t>1.810e0</w:t>
      </w:r>
    </w:p>
    <w:p w:rsidR="007B2329" w:rsidRDefault="007B2329" w:rsidP="007B2329">
      <w:r>
        <w:t>868.3370</w:t>
      </w:r>
      <w:r>
        <w:tab/>
        <w:t>2.877e0</w:t>
      </w:r>
    </w:p>
    <w:p w:rsidR="007B2329" w:rsidRDefault="007B2329" w:rsidP="007B2329">
      <w:r>
        <w:t>868.3649</w:t>
      </w:r>
      <w:r>
        <w:tab/>
        <w:t>1.013e0</w:t>
      </w:r>
    </w:p>
    <w:p w:rsidR="007B2329" w:rsidRDefault="007B2329" w:rsidP="007B2329">
      <w:r>
        <w:lastRenderedPageBreak/>
        <w:t>868.3813</w:t>
      </w:r>
      <w:r>
        <w:tab/>
        <w:t>5.627e0</w:t>
      </w:r>
    </w:p>
    <w:p w:rsidR="007B2329" w:rsidRDefault="007B2329" w:rsidP="007B2329">
      <w:r>
        <w:t>868.3967</w:t>
      </w:r>
      <w:r>
        <w:tab/>
        <w:t>3.339e0</w:t>
      </w:r>
    </w:p>
    <w:p w:rsidR="007B2329" w:rsidRDefault="007B2329" w:rsidP="007B2329">
      <w:r>
        <w:t>868.4071</w:t>
      </w:r>
      <w:r>
        <w:tab/>
        <w:t>1.278e0</w:t>
      </w:r>
    </w:p>
    <w:p w:rsidR="007B2329" w:rsidRDefault="007B2329" w:rsidP="007B2329">
      <w:r>
        <w:t>868.4089</w:t>
      </w:r>
      <w:r>
        <w:tab/>
        <w:t>4.235e0</w:t>
      </w:r>
    </w:p>
    <w:p w:rsidR="007B2329" w:rsidRDefault="007B2329" w:rsidP="007B2329">
      <w:r>
        <w:t>868.4816</w:t>
      </w:r>
      <w:r>
        <w:tab/>
        <w:t>1.013e0</w:t>
      </w:r>
    </w:p>
    <w:p w:rsidR="007B2329" w:rsidRDefault="007B2329" w:rsidP="007B2329">
      <w:r>
        <w:t>868.5047</w:t>
      </w:r>
      <w:r>
        <w:tab/>
        <w:t>4.419e0</w:t>
      </w:r>
    </w:p>
    <w:p w:rsidR="007B2329" w:rsidRDefault="007B2329" w:rsidP="007B2329">
      <w:r>
        <w:t>868.5109</w:t>
      </w:r>
      <w:r>
        <w:tab/>
        <w:t>1.140e0</w:t>
      </w:r>
    </w:p>
    <w:p w:rsidR="007B2329" w:rsidRDefault="007B2329" w:rsidP="007B2329">
      <w:r>
        <w:t>868.5258</w:t>
      </w:r>
      <w:r>
        <w:tab/>
        <w:t>6.157e0</w:t>
      </w:r>
    </w:p>
    <w:p w:rsidR="007B2329" w:rsidRDefault="007B2329" w:rsidP="007B2329">
      <w:r>
        <w:t>868.5273</w:t>
      </w:r>
      <w:r>
        <w:tab/>
        <w:t>6.400e0</w:t>
      </w:r>
    </w:p>
    <w:p w:rsidR="007B2329" w:rsidRDefault="007B2329" w:rsidP="007B2329">
      <w:r>
        <w:t>868.5883</w:t>
      </w:r>
      <w:r>
        <w:tab/>
        <w:t>4.216e0</w:t>
      </w:r>
    </w:p>
    <w:p w:rsidR="007B2329" w:rsidRDefault="007B2329" w:rsidP="007B2329">
      <w:r>
        <w:t>868.5986</w:t>
      </w:r>
      <w:r>
        <w:tab/>
        <w:t>1.452e0</w:t>
      </w:r>
    </w:p>
    <w:p w:rsidR="007B2329" w:rsidRDefault="007B2329" w:rsidP="007B2329">
      <w:r>
        <w:t>868.6357</w:t>
      </w:r>
      <w:r>
        <w:tab/>
        <w:t>1.013e0</w:t>
      </w:r>
    </w:p>
    <w:p w:rsidR="007B2329" w:rsidRDefault="007B2329" w:rsidP="007B2329">
      <w:r>
        <w:t>868.6566</w:t>
      </w:r>
      <w:r>
        <w:tab/>
        <w:t>1.887e0</w:t>
      </w:r>
    </w:p>
    <w:p w:rsidR="007B2329" w:rsidRDefault="007B2329" w:rsidP="007B2329">
      <w:r>
        <w:t>868.7084</w:t>
      </w:r>
      <w:r>
        <w:tab/>
        <w:t>2.025e0</w:t>
      </w:r>
    </w:p>
    <w:p w:rsidR="007B2329" w:rsidRDefault="007B2329" w:rsidP="007B2329">
      <w:r>
        <w:t>868.7150</w:t>
      </w:r>
      <w:r>
        <w:tab/>
        <w:t>2.025e0</w:t>
      </w:r>
    </w:p>
    <w:p w:rsidR="007B2329" w:rsidRDefault="007B2329" w:rsidP="007B2329">
      <w:r>
        <w:t>868.7175</w:t>
      </w:r>
      <w:r>
        <w:tab/>
        <w:t>2.025e0</w:t>
      </w:r>
    </w:p>
    <w:p w:rsidR="007B2329" w:rsidRDefault="007B2329" w:rsidP="007B2329">
      <w:r>
        <w:t>868.7460</w:t>
      </w:r>
      <w:r>
        <w:tab/>
        <w:t>2.025e0</w:t>
      </w:r>
    </w:p>
    <w:p w:rsidR="007B2329" w:rsidRDefault="007B2329" w:rsidP="007B2329">
      <w:r>
        <w:t>868.8317</w:t>
      </w:r>
      <w:r>
        <w:tab/>
        <w:t>1.013e0</w:t>
      </w:r>
    </w:p>
    <w:p w:rsidR="007B2329" w:rsidRDefault="007B2329" w:rsidP="007B2329">
      <w:r>
        <w:t>868.8442</w:t>
      </w:r>
      <w:r>
        <w:tab/>
        <w:t>2.025e0</w:t>
      </w:r>
    </w:p>
    <w:p w:rsidR="007B2329" w:rsidRDefault="007B2329" w:rsidP="007B2329">
      <w:r>
        <w:lastRenderedPageBreak/>
        <w:t>868.8510</w:t>
      </w:r>
      <w:r>
        <w:tab/>
        <w:t>2.019e0</w:t>
      </w:r>
    </w:p>
    <w:p w:rsidR="007B2329" w:rsidRDefault="007B2329" w:rsidP="007B2329">
      <w:r>
        <w:t>868.8550</w:t>
      </w:r>
      <w:r>
        <w:tab/>
        <w:t>7.089e0</w:t>
      </w:r>
    </w:p>
    <w:p w:rsidR="007B2329" w:rsidRDefault="007B2329" w:rsidP="007B2329">
      <w:r>
        <w:t>868.8743</w:t>
      </w:r>
      <w:r>
        <w:tab/>
        <w:t>3.742e0</w:t>
      </w:r>
    </w:p>
    <w:p w:rsidR="007B2329" w:rsidRDefault="007B2329" w:rsidP="007B2329">
      <w:r>
        <w:t>868.9053</w:t>
      </w:r>
      <w:r>
        <w:tab/>
        <w:t>2.025e0</w:t>
      </w:r>
    </w:p>
    <w:p w:rsidR="007B2329" w:rsidRDefault="007B2329" w:rsidP="007B2329">
      <w:r>
        <w:t>868.9563</w:t>
      </w:r>
      <w:r>
        <w:tab/>
        <w:t>3.036e0</w:t>
      </w:r>
    </w:p>
    <w:p w:rsidR="007B2329" w:rsidRDefault="007B2329" w:rsidP="007B2329">
      <w:r>
        <w:t>868.9973</w:t>
      </w:r>
      <w:r>
        <w:tab/>
        <w:t>2.025e0</w:t>
      </w:r>
    </w:p>
    <w:p w:rsidR="007B2329" w:rsidRDefault="007B2329" w:rsidP="007B2329">
      <w:r>
        <w:t>869.0107</w:t>
      </w:r>
      <w:r>
        <w:tab/>
        <w:t>2.038e0</w:t>
      </w:r>
    </w:p>
    <w:p w:rsidR="007B2329" w:rsidRDefault="007B2329" w:rsidP="007B2329">
      <w:r>
        <w:t>869.0295</w:t>
      </w:r>
      <w:r>
        <w:tab/>
        <w:t>2.025e0</w:t>
      </w:r>
    </w:p>
    <w:p w:rsidR="007B2329" w:rsidRDefault="007B2329" w:rsidP="007B2329">
      <w:r>
        <w:t>869.0587</w:t>
      </w:r>
      <w:r>
        <w:tab/>
        <w:t>1.013e0</w:t>
      </w:r>
    </w:p>
    <w:p w:rsidR="007B2329" w:rsidRDefault="007B2329" w:rsidP="007B2329">
      <w:r>
        <w:t>869.0651</w:t>
      </w:r>
      <w:r>
        <w:tab/>
        <w:t>5.018e0</w:t>
      </w:r>
    </w:p>
    <w:p w:rsidR="007B2329" w:rsidRDefault="007B2329" w:rsidP="007B2329">
      <w:r>
        <w:t>869.0715</w:t>
      </w:r>
      <w:r>
        <w:tab/>
        <w:t>1.025e0</w:t>
      </w:r>
    </w:p>
    <w:p w:rsidR="007B2329" w:rsidRDefault="007B2329" w:rsidP="007B2329">
      <w:r>
        <w:t>869.0741</w:t>
      </w:r>
      <w:r>
        <w:tab/>
        <w:t>3.038e0</w:t>
      </w:r>
    </w:p>
    <w:p w:rsidR="007B2329" w:rsidRDefault="007B2329" w:rsidP="007B2329">
      <w:r>
        <w:t>869.0762</w:t>
      </w:r>
      <w:r>
        <w:tab/>
        <w:t>1.013e0</w:t>
      </w:r>
    </w:p>
    <w:p w:rsidR="007B2329" w:rsidRDefault="007B2329" w:rsidP="007B2329">
      <w:r>
        <w:t>869.1092</w:t>
      </w:r>
      <w:r>
        <w:tab/>
        <w:t>2.025e0</w:t>
      </w:r>
    </w:p>
    <w:p w:rsidR="007B2329" w:rsidRDefault="007B2329" w:rsidP="007B2329">
      <w:r>
        <w:t>869.1383</w:t>
      </w:r>
      <w:r>
        <w:tab/>
        <w:t>2.025e0</w:t>
      </w:r>
    </w:p>
    <w:p w:rsidR="007B2329" w:rsidRDefault="007B2329" w:rsidP="007B2329">
      <w:r>
        <w:t>869.1603</w:t>
      </w:r>
      <w:r>
        <w:tab/>
        <w:t>2.025e0</w:t>
      </w:r>
    </w:p>
    <w:p w:rsidR="007B2329" w:rsidRDefault="007B2329" w:rsidP="007B2329">
      <w:r>
        <w:t>869.1749</w:t>
      </w:r>
      <w:r>
        <w:tab/>
        <w:t>2.025e0</w:t>
      </w:r>
    </w:p>
    <w:p w:rsidR="007B2329" w:rsidRDefault="007B2329" w:rsidP="007B2329">
      <w:r>
        <w:t>869.2116</w:t>
      </w:r>
      <w:r>
        <w:tab/>
        <w:t>1.013e0</w:t>
      </w:r>
    </w:p>
    <w:p w:rsidR="007B2329" w:rsidRDefault="007B2329" w:rsidP="007B2329">
      <w:r>
        <w:t>869.2344</w:t>
      </w:r>
      <w:r>
        <w:tab/>
        <w:t>1.558e0</w:t>
      </w:r>
    </w:p>
    <w:p w:rsidR="007B2329" w:rsidRDefault="007B2329" w:rsidP="007B2329">
      <w:r>
        <w:lastRenderedPageBreak/>
        <w:t>869.2438</w:t>
      </w:r>
      <w:r>
        <w:tab/>
        <w:t>1.992e0</w:t>
      </w:r>
    </w:p>
    <w:p w:rsidR="007B2329" w:rsidRDefault="007B2329" w:rsidP="007B2329">
      <w:r>
        <w:t>869.2897</w:t>
      </w:r>
      <w:r>
        <w:tab/>
        <w:t>1.351e0</w:t>
      </w:r>
    </w:p>
    <w:p w:rsidR="007B2329" w:rsidRDefault="007B2329" w:rsidP="007B2329">
      <w:r>
        <w:t>869.3062</w:t>
      </w:r>
      <w:r>
        <w:tab/>
        <w:t>1.842e0</w:t>
      </w:r>
    </w:p>
    <w:p w:rsidR="007B2329" w:rsidRDefault="007B2329" w:rsidP="007B2329">
      <w:r>
        <w:t>869.3119</w:t>
      </w:r>
      <w:r>
        <w:tab/>
        <w:t>3.329e0</w:t>
      </w:r>
    </w:p>
    <w:p w:rsidR="007B2329" w:rsidRDefault="007B2329" w:rsidP="007B2329">
      <w:r>
        <w:t>869.3284</w:t>
      </w:r>
      <w:r>
        <w:tab/>
        <w:t>1.013e0</w:t>
      </w:r>
    </w:p>
    <w:p w:rsidR="007B2329" w:rsidRDefault="007B2329" w:rsidP="007B2329">
      <w:r>
        <w:t>869.3422</w:t>
      </w:r>
      <w:r>
        <w:tab/>
        <w:t>2.088e0</w:t>
      </w:r>
    </w:p>
    <w:p w:rsidR="007B2329" w:rsidRDefault="007B2329" w:rsidP="007B2329">
      <w:r>
        <w:t>869.3717</w:t>
      </w:r>
      <w:r>
        <w:tab/>
        <w:t>1.013e0</w:t>
      </w:r>
    </w:p>
    <w:p w:rsidR="007B2329" w:rsidRDefault="007B2329" w:rsidP="007B2329">
      <w:r>
        <w:t>869.4033</w:t>
      </w:r>
      <w:r>
        <w:tab/>
        <w:t>2.251e0</w:t>
      </w:r>
    </w:p>
    <w:p w:rsidR="007B2329" w:rsidRDefault="007B2329" w:rsidP="007B2329">
      <w:r>
        <w:t>869.4199</w:t>
      </w:r>
      <w:r>
        <w:tab/>
        <w:t>5.841e0</w:t>
      </w:r>
    </w:p>
    <w:p w:rsidR="007B2329" w:rsidRDefault="007B2329" w:rsidP="007B2329">
      <w:r>
        <w:t>869.4268</w:t>
      </w:r>
      <w:r>
        <w:tab/>
        <w:t>5.471e0</w:t>
      </w:r>
    </w:p>
    <w:p w:rsidR="007B2329" w:rsidRDefault="007B2329" w:rsidP="007B2329">
      <w:r>
        <w:t>869.4298</w:t>
      </w:r>
      <w:r>
        <w:tab/>
        <w:t>6.361e0</w:t>
      </w:r>
    </w:p>
    <w:p w:rsidR="007B2329" w:rsidRDefault="007B2329" w:rsidP="007B2329">
      <w:r>
        <w:t>869.4577</w:t>
      </w:r>
      <w:r>
        <w:tab/>
        <w:t>1.968e0</w:t>
      </w:r>
    </w:p>
    <w:p w:rsidR="007B2329" w:rsidRDefault="007B2329" w:rsidP="007B2329">
      <w:r>
        <w:t>869.4636</w:t>
      </w:r>
      <w:r>
        <w:tab/>
        <w:t>1.767e0</w:t>
      </w:r>
    </w:p>
    <w:p w:rsidR="007B2329" w:rsidRDefault="007B2329" w:rsidP="007B2329">
      <w:r>
        <w:t>869.4647</w:t>
      </w:r>
      <w:r>
        <w:tab/>
        <w:t>1.266e-2</w:t>
      </w:r>
    </w:p>
    <w:p w:rsidR="007B2329" w:rsidRDefault="007B2329" w:rsidP="007B2329">
      <w:r>
        <w:t>869.5325</w:t>
      </w:r>
      <w:r>
        <w:tab/>
        <w:t>3.919e0</w:t>
      </w:r>
    </w:p>
    <w:p w:rsidR="007B2329" w:rsidRDefault="007B2329" w:rsidP="007B2329">
      <w:r>
        <w:t>869.5480</w:t>
      </w:r>
      <w:r>
        <w:tab/>
        <w:t>1.712e0</w:t>
      </w:r>
    </w:p>
    <w:p w:rsidR="007B2329" w:rsidRDefault="007B2329" w:rsidP="007B2329">
      <w:r>
        <w:t>869.5615</w:t>
      </w:r>
      <w:r>
        <w:tab/>
        <w:t>1.411e0</w:t>
      </w:r>
    </w:p>
    <w:p w:rsidR="007B2329" w:rsidRDefault="007B2329" w:rsidP="007B2329">
      <w:r>
        <w:t>869.6360</w:t>
      </w:r>
      <w:r>
        <w:tab/>
        <w:t>3.038e0</w:t>
      </w:r>
    </w:p>
    <w:p w:rsidR="007B2329" w:rsidRDefault="007B2329" w:rsidP="007B2329">
      <w:r>
        <w:t>869.6494</w:t>
      </w:r>
      <w:r>
        <w:tab/>
        <w:t>1.013e0</w:t>
      </w:r>
    </w:p>
    <w:p w:rsidR="007B2329" w:rsidRDefault="007B2329" w:rsidP="007B2329">
      <w:r>
        <w:lastRenderedPageBreak/>
        <w:t>869.6846</w:t>
      </w:r>
      <w:r>
        <w:tab/>
        <w:t>1.013e0</w:t>
      </w:r>
    </w:p>
    <w:p w:rsidR="007B2329" w:rsidRDefault="007B2329" w:rsidP="007B2329">
      <w:r>
        <w:t>869.7109</w:t>
      </w:r>
      <w:r>
        <w:tab/>
        <w:t>1.025e0</w:t>
      </w:r>
    </w:p>
    <w:p w:rsidR="007B2329" w:rsidRDefault="007B2329" w:rsidP="007B2329">
      <w:r>
        <w:t>869.7372</w:t>
      </w:r>
      <w:r>
        <w:tab/>
        <w:t>1.013e0</w:t>
      </w:r>
    </w:p>
    <w:p w:rsidR="007B2329" w:rsidRDefault="007B2329" w:rsidP="007B2329">
      <w:r>
        <w:t>869.7398</w:t>
      </w:r>
      <w:r>
        <w:tab/>
        <w:t>3.038e0</w:t>
      </w:r>
    </w:p>
    <w:p w:rsidR="007B2329" w:rsidRDefault="007B2329" w:rsidP="007B2329">
      <w:r>
        <w:t>869.7567</w:t>
      </w:r>
      <w:r>
        <w:tab/>
        <w:t>2.038e0</w:t>
      </w:r>
    </w:p>
    <w:p w:rsidR="007B2329" w:rsidRDefault="007B2329" w:rsidP="007B2329">
      <w:r>
        <w:t>869.7660</w:t>
      </w:r>
      <w:r>
        <w:tab/>
        <w:t>1.013e0</w:t>
      </w:r>
    </w:p>
    <w:p w:rsidR="007B2329" w:rsidRDefault="007B2329" w:rsidP="007B2329">
      <w:r>
        <w:t>869.8207</w:t>
      </w:r>
      <w:r>
        <w:tab/>
        <w:t>1.013e0</w:t>
      </w:r>
    </w:p>
    <w:p w:rsidR="007B2329" w:rsidRDefault="007B2329" w:rsidP="007B2329">
      <w:r>
        <w:t>869.8685</w:t>
      </w:r>
      <w:r>
        <w:tab/>
        <w:t>2.025e0</w:t>
      </w:r>
    </w:p>
    <w:p w:rsidR="007B2329" w:rsidRDefault="007B2329" w:rsidP="007B2329">
      <w:r>
        <w:t>869.8831</w:t>
      </w:r>
      <w:r>
        <w:tab/>
        <w:t>1.013e0</w:t>
      </w:r>
    </w:p>
    <w:p w:rsidR="007B2329" w:rsidRDefault="007B2329" w:rsidP="007B2329">
      <w:r>
        <w:t>869.8989</w:t>
      </w:r>
      <w:r>
        <w:tab/>
        <w:t>2.903e0</w:t>
      </w:r>
    </w:p>
    <w:p w:rsidR="007B2329" w:rsidRDefault="007B2329" w:rsidP="007B2329">
      <w:r>
        <w:t>869.9161</w:t>
      </w:r>
      <w:r>
        <w:tab/>
        <w:t>5.031e0</w:t>
      </w:r>
    </w:p>
    <w:p w:rsidR="007B2329" w:rsidRDefault="007B2329" w:rsidP="007B2329">
      <w:r>
        <w:t>869.9418</w:t>
      </w:r>
      <w:r>
        <w:tab/>
        <w:t>1.013e0</w:t>
      </w:r>
    </w:p>
    <w:p w:rsidR="007B2329" w:rsidRDefault="007B2329" w:rsidP="007B2329">
      <w:r>
        <w:t>869.9561</w:t>
      </w:r>
      <w:r>
        <w:tab/>
        <w:t>1.013e0</w:t>
      </w:r>
    </w:p>
    <w:p w:rsidR="007B2329" w:rsidRDefault="007B2329" w:rsidP="007B2329">
      <w:r>
        <w:t>869.9576</w:t>
      </w:r>
      <w:r>
        <w:tab/>
        <w:t>3.523e0</w:t>
      </w:r>
    </w:p>
    <w:p w:rsidR="007B2329" w:rsidRDefault="007B2329" w:rsidP="007B2329">
      <w:r>
        <w:t>869.9857</w:t>
      </w:r>
      <w:r>
        <w:tab/>
        <w:t>2.025e0</w:t>
      </w:r>
    </w:p>
    <w:p w:rsidR="007B2329" w:rsidRDefault="007B2329" w:rsidP="007B2329">
      <w:r>
        <w:t>870.0413</w:t>
      </w:r>
      <w:r>
        <w:tab/>
        <w:t>2.025e0</w:t>
      </w:r>
    </w:p>
    <w:p w:rsidR="007B2329" w:rsidRDefault="007B2329" w:rsidP="007B2329">
      <w:r>
        <w:t>870.0582</w:t>
      </w:r>
      <w:r>
        <w:tab/>
        <w:t>1.013e0</w:t>
      </w:r>
    </w:p>
    <w:p w:rsidR="007B2329" w:rsidRDefault="007B2329" w:rsidP="007B2329">
      <w:r>
        <w:t>870.0657</w:t>
      </w:r>
      <w:r>
        <w:tab/>
        <w:t>2.025e0</w:t>
      </w:r>
    </w:p>
    <w:p w:rsidR="007B2329" w:rsidRDefault="007B2329" w:rsidP="007B2329">
      <w:r>
        <w:t>870.0793</w:t>
      </w:r>
      <w:r>
        <w:tab/>
        <w:t>3.038e0</w:t>
      </w:r>
    </w:p>
    <w:p w:rsidR="007B2329" w:rsidRDefault="007B2329" w:rsidP="007B2329">
      <w:r>
        <w:lastRenderedPageBreak/>
        <w:t>870.0897</w:t>
      </w:r>
      <w:r>
        <w:tab/>
        <w:t>1.013e0</w:t>
      </w:r>
    </w:p>
    <w:p w:rsidR="007B2329" w:rsidRDefault="007B2329" w:rsidP="007B2329">
      <w:r>
        <w:t>870.0952</w:t>
      </w:r>
      <w:r>
        <w:tab/>
        <w:t>2.025e0</w:t>
      </w:r>
    </w:p>
    <w:p w:rsidR="007B2329" w:rsidRDefault="007B2329" w:rsidP="007B2329">
      <w:r>
        <w:t>870.1168</w:t>
      </w:r>
      <w:r>
        <w:tab/>
        <w:t>1.013e0</w:t>
      </w:r>
    </w:p>
    <w:p w:rsidR="007B2329" w:rsidRDefault="007B2329" w:rsidP="007B2329">
      <w:r>
        <w:t>870.1795</w:t>
      </w:r>
      <w:r>
        <w:tab/>
        <w:t>3.038e0</w:t>
      </w:r>
    </w:p>
    <w:p w:rsidR="007B2329" w:rsidRDefault="007B2329" w:rsidP="007B2329">
      <w:r>
        <w:t>870.1899</w:t>
      </w:r>
      <w:r>
        <w:tab/>
        <w:t>2.025e0</w:t>
      </w:r>
    </w:p>
    <w:p w:rsidR="007B2329" w:rsidRDefault="007B2329" w:rsidP="007B2329">
      <w:r>
        <w:t>870.2236</w:t>
      </w:r>
      <w:r>
        <w:tab/>
        <w:t>2.025e0</w:t>
      </w:r>
    </w:p>
    <w:p w:rsidR="007B2329" w:rsidRDefault="007B2329" w:rsidP="007B2329">
      <w:r>
        <w:t>870.2482</w:t>
      </w:r>
      <w:r>
        <w:tab/>
        <w:t>2.025e0</w:t>
      </w:r>
    </w:p>
    <w:p w:rsidR="007B2329" w:rsidRDefault="007B2329" w:rsidP="007B2329">
      <w:r>
        <w:t>870.2802</w:t>
      </w:r>
      <w:r>
        <w:tab/>
        <w:t>1.266e-2</w:t>
      </w:r>
    </w:p>
    <w:p w:rsidR="007B2329" w:rsidRDefault="007B2329" w:rsidP="007B2329">
      <w:r>
        <w:t>870.2913</w:t>
      </w:r>
      <w:r>
        <w:tab/>
        <w:t>1.829e0</w:t>
      </w:r>
    </w:p>
    <w:p w:rsidR="007B2329" w:rsidRDefault="007B2329" w:rsidP="007B2329">
      <w:r>
        <w:t>870.3088</w:t>
      </w:r>
      <w:r>
        <w:tab/>
        <w:t>1.087e0</w:t>
      </w:r>
    </w:p>
    <w:p w:rsidR="007B2329" w:rsidRDefault="007B2329" w:rsidP="007B2329">
      <w:r>
        <w:t>870.3523</w:t>
      </w:r>
      <w:r>
        <w:tab/>
        <w:t>5.336e0</w:t>
      </w:r>
    </w:p>
    <w:p w:rsidR="007B2329" w:rsidRDefault="007B2329" w:rsidP="007B2329">
      <w:r>
        <w:t>870.3610</w:t>
      </w:r>
      <w:r>
        <w:tab/>
        <w:t>4.311e0</w:t>
      </w:r>
    </w:p>
    <w:p w:rsidR="007B2329" w:rsidRDefault="007B2329" w:rsidP="007B2329">
      <w:r>
        <w:t>870.3796</w:t>
      </w:r>
      <w:r>
        <w:tab/>
        <w:t>1.013e0</w:t>
      </w:r>
    </w:p>
    <w:p w:rsidR="007B2329" w:rsidRDefault="007B2329" w:rsidP="007B2329">
      <w:r>
        <w:t>870.3828</w:t>
      </w:r>
      <w:r>
        <w:tab/>
        <w:t>1.418e0</w:t>
      </w:r>
    </w:p>
    <w:p w:rsidR="007B2329" w:rsidRDefault="007B2329" w:rsidP="007B2329">
      <w:r>
        <w:t>870.4374</w:t>
      </w:r>
      <w:r>
        <w:tab/>
        <w:t>2.383e0</w:t>
      </w:r>
    </w:p>
    <w:p w:rsidR="007B2329" w:rsidRDefault="007B2329" w:rsidP="007B2329">
      <w:r>
        <w:t>870.4532</w:t>
      </w:r>
      <w:r>
        <w:tab/>
        <w:t>1.013e0</w:t>
      </w:r>
    </w:p>
    <w:p w:rsidR="007B2329" w:rsidRDefault="007B2329" w:rsidP="007B2329">
      <w:r>
        <w:t>870.5756</w:t>
      </w:r>
      <w:r>
        <w:tab/>
        <w:t>3.958e0</w:t>
      </w:r>
    </w:p>
    <w:p w:rsidR="007B2329" w:rsidRDefault="007B2329" w:rsidP="007B2329">
      <w:r>
        <w:t>870.5780</w:t>
      </w:r>
      <w:r>
        <w:tab/>
        <w:t>5.052e0</w:t>
      </w:r>
    </w:p>
    <w:p w:rsidR="007B2329" w:rsidRDefault="007B2329" w:rsidP="007B2329">
      <w:r>
        <w:t>870.6135</w:t>
      </w:r>
      <w:r>
        <w:tab/>
        <w:t>1.013e0</w:t>
      </w:r>
    </w:p>
    <w:p w:rsidR="007B2329" w:rsidRDefault="007B2329" w:rsidP="007B2329">
      <w:r>
        <w:lastRenderedPageBreak/>
        <w:t>870.6180</w:t>
      </w:r>
      <w:r>
        <w:tab/>
        <w:t>4.557e0</w:t>
      </w:r>
    </w:p>
    <w:p w:rsidR="007B2329" w:rsidRDefault="007B2329" w:rsidP="007B2329">
      <w:r>
        <w:t>870.6722</w:t>
      </w:r>
      <w:r>
        <w:tab/>
        <w:t>1.013e0</w:t>
      </w:r>
    </w:p>
    <w:p w:rsidR="007B2329" w:rsidRDefault="007B2329" w:rsidP="007B2329">
      <w:r>
        <w:t>870.6834</w:t>
      </w:r>
      <w:r>
        <w:tab/>
        <w:t>1.013e0</w:t>
      </w:r>
    </w:p>
    <w:p w:rsidR="007B2329" w:rsidRDefault="007B2329" w:rsidP="007B2329">
      <w:r>
        <w:t>870.7117</w:t>
      </w:r>
      <w:r>
        <w:tab/>
        <w:t>5.063e0</w:t>
      </w:r>
    </w:p>
    <w:p w:rsidR="007B2329" w:rsidRDefault="007B2329" w:rsidP="007B2329">
      <w:r>
        <w:t>870.7161</w:t>
      </w:r>
      <w:r>
        <w:tab/>
        <w:t>1.013e0</w:t>
      </w:r>
    </w:p>
    <w:p w:rsidR="007B2329" w:rsidRDefault="007B2329" w:rsidP="007B2329">
      <w:r>
        <w:t>870.7307</w:t>
      </w:r>
      <w:r>
        <w:tab/>
        <w:t>3.038e0</w:t>
      </w:r>
    </w:p>
    <w:p w:rsidR="007B2329" w:rsidRDefault="007B2329" w:rsidP="007B2329">
      <w:r>
        <w:t>870.7624</w:t>
      </w:r>
      <w:r>
        <w:tab/>
        <w:t>2.025e0</w:t>
      </w:r>
    </w:p>
    <w:p w:rsidR="007B2329" w:rsidRDefault="007B2329" w:rsidP="007B2329">
      <w:r>
        <w:t>870.8036</w:t>
      </w:r>
      <w:r>
        <w:tab/>
        <w:t>1.013e0</w:t>
      </w:r>
    </w:p>
    <w:p w:rsidR="007B2329" w:rsidRDefault="007B2329" w:rsidP="007B2329">
      <w:r>
        <w:t>870.8145</w:t>
      </w:r>
      <w:r>
        <w:tab/>
        <w:t>2.928e0</w:t>
      </w:r>
    </w:p>
    <w:p w:rsidR="007B2329" w:rsidRDefault="007B2329" w:rsidP="007B2329">
      <w:r>
        <w:t>870.8438</w:t>
      </w:r>
      <w:r>
        <w:tab/>
        <w:t>4.051e0</w:t>
      </w:r>
    </w:p>
    <w:p w:rsidR="007B2329" w:rsidRDefault="007B2329" w:rsidP="007B2329">
      <w:r>
        <w:t>870.8475</w:t>
      </w:r>
      <w:r>
        <w:tab/>
        <w:t>2.025e0</w:t>
      </w:r>
    </w:p>
    <w:p w:rsidR="007B2329" w:rsidRDefault="007B2329" w:rsidP="007B2329">
      <w:r>
        <w:t>870.8769</w:t>
      </w:r>
      <w:r>
        <w:tab/>
        <w:t>3.038e0</w:t>
      </w:r>
    </w:p>
    <w:p w:rsidR="007B2329" w:rsidRDefault="007B2329" w:rsidP="007B2329">
      <w:r>
        <w:t>870.9035</w:t>
      </w:r>
      <w:r>
        <w:tab/>
        <w:t>2.025e0</w:t>
      </w:r>
    </w:p>
    <w:p w:rsidR="007B2329" w:rsidRDefault="007B2329" w:rsidP="007B2329">
      <w:r>
        <w:t>870.9062</w:t>
      </w:r>
      <w:r>
        <w:tab/>
        <w:t>2.025e0</w:t>
      </w:r>
    </w:p>
    <w:p w:rsidR="007B2329" w:rsidRDefault="007B2329" w:rsidP="007B2329">
      <w:r>
        <w:t>870.9206</w:t>
      </w:r>
      <w:r>
        <w:tab/>
        <w:t>1.013e0</w:t>
      </w:r>
    </w:p>
    <w:p w:rsidR="007B2329" w:rsidRDefault="007B2329" w:rsidP="007B2329">
      <w:r>
        <w:t>871.0087</w:t>
      </w:r>
      <w:r>
        <w:tab/>
        <w:t>6.076e0</w:t>
      </w:r>
    </w:p>
    <w:p w:rsidR="007B2329" w:rsidRDefault="007B2329" w:rsidP="007B2329">
      <w:r>
        <w:t>871.0228</w:t>
      </w:r>
      <w:r>
        <w:tab/>
        <w:t>3.038e0</w:t>
      </w:r>
    </w:p>
    <w:p w:rsidR="007B2329" w:rsidRDefault="007B2329" w:rsidP="007B2329">
      <w:r>
        <w:t>871.0536</w:t>
      </w:r>
      <w:r>
        <w:tab/>
        <w:t>1.013e0</w:t>
      </w:r>
    </w:p>
    <w:p w:rsidR="007B2329" w:rsidRDefault="007B2329" w:rsidP="007B2329">
      <w:r>
        <w:t>871.0838</w:t>
      </w:r>
      <w:r>
        <w:tab/>
        <w:t>2.025e0</w:t>
      </w:r>
    </w:p>
    <w:p w:rsidR="007B2329" w:rsidRDefault="007B2329" w:rsidP="007B2329">
      <w:r>
        <w:lastRenderedPageBreak/>
        <w:t>871.0937</w:t>
      </w:r>
      <w:r>
        <w:tab/>
        <w:t>2.025e0</w:t>
      </w:r>
    </w:p>
    <w:p w:rsidR="007B2329" w:rsidRDefault="007B2329" w:rsidP="007B2329">
      <w:r>
        <w:t>871.1059</w:t>
      </w:r>
      <w:r>
        <w:tab/>
        <w:t>3.038e0</w:t>
      </w:r>
    </w:p>
    <w:p w:rsidR="007B2329" w:rsidRDefault="007B2329" w:rsidP="007B2329">
      <w:r>
        <w:t>871.1082</w:t>
      </w:r>
      <w:r>
        <w:tab/>
        <w:t>2.025e0</w:t>
      </w:r>
    </w:p>
    <w:p w:rsidR="007B2329" w:rsidRDefault="007B2329" w:rsidP="007B2329">
      <w:r>
        <w:t>871.1400</w:t>
      </w:r>
      <w:r>
        <w:tab/>
        <w:t>1.013e0</w:t>
      </w:r>
    </w:p>
    <w:p w:rsidR="007B2329" w:rsidRDefault="007B2329" w:rsidP="007B2329">
      <w:r>
        <w:t>871.1901</w:t>
      </w:r>
      <w:r>
        <w:tab/>
        <w:t>1.013e0</w:t>
      </w:r>
    </w:p>
    <w:p w:rsidR="007B2329" w:rsidRDefault="007B2329" w:rsidP="007B2329">
      <w:r>
        <w:t>871.2071</w:t>
      </w:r>
      <w:r>
        <w:tab/>
        <w:t>1.013e0</w:t>
      </w:r>
    </w:p>
    <w:p w:rsidR="007B2329" w:rsidRDefault="007B2329" w:rsidP="007B2329">
      <w:r>
        <w:t>871.2426</w:t>
      </w:r>
      <w:r>
        <w:tab/>
        <w:t>2.025e0</w:t>
      </w:r>
    </w:p>
    <w:p w:rsidR="007B2329" w:rsidRDefault="007B2329" w:rsidP="007B2329">
      <w:r>
        <w:t>871.2964</w:t>
      </w:r>
      <w:r>
        <w:tab/>
        <w:t>2.945e0</w:t>
      </w:r>
    </w:p>
    <w:p w:rsidR="007B2329" w:rsidRDefault="007B2329" w:rsidP="007B2329">
      <w:r>
        <w:t>871.3048</w:t>
      </w:r>
      <w:r>
        <w:tab/>
        <w:t>1.609e0</w:t>
      </w:r>
    </w:p>
    <w:p w:rsidR="007B2329" w:rsidRDefault="007B2329" w:rsidP="007B2329">
      <w:r>
        <w:t>871.3157</w:t>
      </w:r>
      <w:r>
        <w:tab/>
        <w:t>1.313e0</w:t>
      </w:r>
    </w:p>
    <w:p w:rsidR="007B2329" w:rsidRDefault="007B2329" w:rsidP="007B2329">
      <w:r>
        <w:t>871.3256</w:t>
      </w:r>
      <w:r>
        <w:tab/>
        <w:t>2.267e0</w:t>
      </w:r>
    </w:p>
    <w:p w:rsidR="007B2329" w:rsidRDefault="007B2329" w:rsidP="007B2329">
      <w:r>
        <w:t>871.3448</w:t>
      </w:r>
      <w:r>
        <w:tab/>
        <w:t>1.013e0</w:t>
      </w:r>
    </w:p>
    <w:p w:rsidR="007B2329" w:rsidRDefault="007B2329" w:rsidP="007B2329">
      <w:r>
        <w:t>871.3548</w:t>
      </w:r>
      <w:r>
        <w:tab/>
        <w:t>2.389e0</w:t>
      </w:r>
    </w:p>
    <w:p w:rsidR="007B2329" w:rsidRDefault="007B2329" w:rsidP="007B2329">
      <w:r>
        <w:t>871.3693</w:t>
      </w:r>
      <w:r>
        <w:tab/>
        <w:t>3.682e0</w:t>
      </w:r>
    </w:p>
    <w:p w:rsidR="007B2329" w:rsidRDefault="007B2329" w:rsidP="007B2329">
      <w:r>
        <w:t>871.3994</w:t>
      </w:r>
      <w:r>
        <w:tab/>
        <w:t>2.025e0</w:t>
      </w:r>
    </w:p>
    <w:p w:rsidR="007B2329" w:rsidRDefault="007B2329" w:rsidP="007B2329">
      <w:r>
        <w:t>871.4030</w:t>
      </w:r>
      <w:r>
        <w:tab/>
        <w:t>3.622e0</w:t>
      </w:r>
    </w:p>
    <w:p w:rsidR="007B2329" w:rsidRDefault="007B2329" w:rsidP="007B2329">
      <w:r>
        <w:t>871.4198</w:t>
      </w:r>
      <w:r>
        <w:tab/>
        <w:t>5.024e0</w:t>
      </w:r>
    </w:p>
    <w:p w:rsidR="007B2329" w:rsidRDefault="007B2329" w:rsidP="007B2329">
      <w:r>
        <w:t>871.4540</w:t>
      </w:r>
      <w:r>
        <w:tab/>
        <w:t>5.207e0</w:t>
      </w:r>
    </w:p>
    <w:p w:rsidR="007B2329" w:rsidRDefault="007B2329" w:rsidP="007B2329">
      <w:r>
        <w:t>871.4579</w:t>
      </w:r>
      <w:r>
        <w:tab/>
        <w:t>9.964e0</w:t>
      </w:r>
    </w:p>
    <w:p w:rsidR="007B2329" w:rsidRDefault="007B2329" w:rsidP="007B2329">
      <w:r>
        <w:lastRenderedPageBreak/>
        <w:t>871.5413</w:t>
      </w:r>
      <w:r>
        <w:tab/>
        <w:t>6.286e0</w:t>
      </w:r>
    </w:p>
    <w:p w:rsidR="007B2329" w:rsidRDefault="007B2329" w:rsidP="007B2329">
      <w:r>
        <w:t>871.6306</w:t>
      </w:r>
      <w:r>
        <w:tab/>
        <w:t>2.025e0</w:t>
      </w:r>
    </w:p>
    <w:p w:rsidR="007B2329" w:rsidRDefault="007B2329" w:rsidP="007B2329">
      <w:r>
        <w:t>871.6405</w:t>
      </w:r>
      <w:r>
        <w:tab/>
        <w:t>3.038e0</w:t>
      </w:r>
    </w:p>
    <w:p w:rsidR="007B2329" w:rsidRDefault="007B2329" w:rsidP="007B2329">
      <w:r>
        <w:t>871.6597</w:t>
      </w:r>
      <w:r>
        <w:tab/>
        <w:t>3.038e0</w:t>
      </w:r>
    </w:p>
    <w:p w:rsidR="007B2329" w:rsidRDefault="007B2329" w:rsidP="007B2329">
      <w:r>
        <w:t>871.6649</w:t>
      </w:r>
      <w:r>
        <w:tab/>
        <w:t>1.013e0</w:t>
      </w:r>
    </w:p>
    <w:p w:rsidR="007B2329" w:rsidRDefault="007B2329" w:rsidP="007B2329">
      <w:r>
        <w:t>871.6889</w:t>
      </w:r>
      <w:r>
        <w:tab/>
        <w:t>2.025e0</w:t>
      </w:r>
    </w:p>
    <w:p w:rsidR="007B2329" w:rsidRDefault="007B2329" w:rsidP="007B2329">
      <w:r>
        <w:t>871.6960</w:t>
      </w:r>
      <w:r>
        <w:tab/>
        <w:t>1.013e0</w:t>
      </w:r>
    </w:p>
    <w:p w:rsidR="007B2329" w:rsidRDefault="007B2329" w:rsidP="007B2329">
      <w:r>
        <w:t>871.7659</w:t>
      </w:r>
      <w:r>
        <w:tab/>
        <w:t>1.013e0</w:t>
      </w:r>
    </w:p>
    <w:p w:rsidR="007B2329" w:rsidRDefault="007B2329" w:rsidP="007B2329">
      <w:r>
        <w:t>871.7838</w:t>
      </w:r>
      <w:r>
        <w:tab/>
        <w:t>1.013e0</w:t>
      </w:r>
    </w:p>
    <w:p w:rsidR="007B2329" w:rsidRDefault="007B2329" w:rsidP="007B2329">
      <w:r>
        <w:t>871.7912</w:t>
      </w:r>
      <w:r>
        <w:tab/>
        <w:t>4.051e0</w:t>
      </w:r>
    </w:p>
    <w:p w:rsidR="007B2329" w:rsidRDefault="007B2329" w:rsidP="007B2329">
      <w:r>
        <w:t>871.7987</w:t>
      </w:r>
      <w:r>
        <w:tab/>
        <w:t>1.013e0</w:t>
      </w:r>
    </w:p>
    <w:p w:rsidR="007B2329" w:rsidRDefault="007B2329" w:rsidP="007B2329">
      <w:r>
        <w:t>871.8286</w:t>
      </w:r>
      <w:r>
        <w:tab/>
        <w:t>3.038e0</w:t>
      </w:r>
    </w:p>
    <w:p w:rsidR="007B2329" w:rsidRDefault="007B2329" w:rsidP="007B2329">
      <w:r>
        <w:t>871.8424</w:t>
      </w:r>
      <w:r>
        <w:tab/>
        <w:t>1.013e0</w:t>
      </w:r>
    </w:p>
    <w:p w:rsidR="007B2329" w:rsidRDefault="007B2329" w:rsidP="007B2329">
      <w:r>
        <w:t>871.8500</w:t>
      </w:r>
      <w:r>
        <w:tab/>
        <w:t>1.013e0</w:t>
      </w:r>
    </w:p>
    <w:p w:rsidR="007B2329" w:rsidRDefault="007B2329" w:rsidP="007B2329">
      <w:r>
        <w:t>871.9518</w:t>
      </w:r>
      <w:r>
        <w:tab/>
        <w:t>4.051e0</w:t>
      </w:r>
    </w:p>
    <w:p w:rsidR="007B2329" w:rsidRDefault="007B2329" w:rsidP="007B2329">
      <w:r>
        <w:t>871.9683</w:t>
      </w:r>
      <w:r>
        <w:tab/>
        <w:t>2.025e0</w:t>
      </w:r>
    </w:p>
    <w:p w:rsidR="007B2329" w:rsidRDefault="007B2329" w:rsidP="007B2329">
      <w:r>
        <w:t>871.9709</w:t>
      </w:r>
      <w:r>
        <w:tab/>
        <w:t>5.063e0</w:t>
      </w:r>
    </w:p>
    <w:p w:rsidR="007B2329" w:rsidRDefault="007B2329" w:rsidP="007B2329">
      <w:r>
        <w:t>871.9775</w:t>
      </w:r>
      <w:r>
        <w:tab/>
        <w:t>7.074e0</w:t>
      </w:r>
    </w:p>
    <w:p w:rsidR="007B2329" w:rsidRDefault="007B2329" w:rsidP="007B2329">
      <w:r>
        <w:t>871.9961</w:t>
      </w:r>
      <w:r>
        <w:tab/>
        <w:t>2.025e0</w:t>
      </w:r>
    </w:p>
    <w:p w:rsidR="007B2329" w:rsidRDefault="007B2329" w:rsidP="007B2329">
      <w:r>
        <w:lastRenderedPageBreak/>
        <w:t>872.0037</w:t>
      </w:r>
      <w:r>
        <w:tab/>
        <w:t>1.013e0</w:t>
      </w:r>
    </w:p>
    <w:p w:rsidR="007B2329" w:rsidRDefault="007B2329" w:rsidP="007B2329">
      <w:r>
        <w:t>872.0349</w:t>
      </w:r>
      <w:r>
        <w:tab/>
        <w:t>4.051e0</w:t>
      </w:r>
    </w:p>
    <w:p w:rsidR="007B2329" w:rsidRDefault="007B2329" w:rsidP="007B2329">
      <w:r>
        <w:t>872.0746</w:t>
      </w:r>
      <w:r>
        <w:tab/>
        <w:t>2.025e0</w:t>
      </w:r>
    </w:p>
    <w:p w:rsidR="007B2329" w:rsidRDefault="007B2329" w:rsidP="007B2329">
      <w:r>
        <w:t>872.0805</w:t>
      </w:r>
      <w:r>
        <w:tab/>
        <w:t>2.025e0</w:t>
      </w:r>
    </w:p>
    <w:p w:rsidR="007B2329" w:rsidRDefault="007B2329" w:rsidP="007B2329">
      <w:r>
        <w:t>872.1206</w:t>
      </w:r>
      <w:r>
        <w:tab/>
        <w:t>1.013e0</w:t>
      </w:r>
    </w:p>
    <w:p w:rsidR="007B2329" w:rsidRDefault="007B2329" w:rsidP="007B2329">
      <w:r>
        <w:t>872.1281</w:t>
      </w:r>
      <w:r>
        <w:tab/>
        <w:t>2.025e0</w:t>
      </w:r>
    </w:p>
    <w:p w:rsidR="007B2329" w:rsidRDefault="007B2329" w:rsidP="007B2329">
      <w:r>
        <w:t>872.1751</w:t>
      </w:r>
      <w:r>
        <w:tab/>
        <w:t>3.038e0</w:t>
      </w:r>
    </w:p>
    <w:p w:rsidR="007B2329" w:rsidRDefault="007B2329" w:rsidP="007B2329">
      <w:r>
        <w:t>872.1899</w:t>
      </w:r>
      <w:r>
        <w:tab/>
        <w:t>7.089e0</w:t>
      </w:r>
    </w:p>
    <w:p w:rsidR="007B2329" w:rsidRDefault="007B2329" w:rsidP="007B2329">
      <w:r>
        <w:t>872.1993</w:t>
      </w:r>
      <w:r>
        <w:tab/>
        <w:t>2.025e0</w:t>
      </w:r>
    </w:p>
    <w:p w:rsidR="007B2329" w:rsidRDefault="007B2329" w:rsidP="007B2329">
      <w:r>
        <w:t>872.2063</w:t>
      </w:r>
      <w:r>
        <w:tab/>
        <w:t>1.013e0</w:t>
      </w:r>
    </w:p>
    <w:p w:rsidR="007B2329" w:rsidRDefault="007B2329" w:rsidP="007B2329">
      <w:r>
        <w:t>872.2084</w:t>
      </w:r>
      <w:r>
        <w:tab/>
        <w:t>1.013e0</w:t>
      </w:r>
    </w:p>
    <w:p w:rsidR="007B2329" w:rsidRDefault="007B2329" w:rsidP="007B2329">
      <w:r>
        <w:t>872.2211</w:t>
      </w:r>
      <w:r>
        <w:tab/>
        <w:t>3.038e0</w:t>
      </w:r>
    </w:p>
    <w:p w:rsidR="007B2329" w:rsidRDefault="007B2329" w:rsidP="007B2329">
      <w:r>
        <w:t>872.2232</w:t>
      </w:r>
      <w:r>
        <w:tab/>
        <w:t>2.025e0</w:t>
      </w:r>
    </w:p>
    <w:p w:rsidR="007B2329" w:rsidRDefault="007B2329" w:rsidP="007B2329">
      <w:r>
        <w:t>872.2954</w:t>
      </w:r>
      <w:r>
        <w:tab/>
        <w:t>5.635e0</w:t>
      </w:r>
    </w:p>
    <w:p w:rsidR="007B2329" w:rsidRDefault="007B2329" w:rsidP="007B2329">
      <w:r>
        <w:t>872.3182</w:t>
      </w:r>
      <w:r>
        <w:tab/>
        <w:t>1.343e0</w:t>
      </w:r>
    </w:p>
    <w:p w:rsidR="007B2329" w:rsidRDefault="007B2329" w:rsidP="007B2329">
      <w:r>
        <w:t>872.3679</w:t>
      </w:r>
      <w:r>
        <w:tab/>
        <w:t>3.499e0</w:t>
      </w:r>
    </w:p>
    <w:p w:rsidR="007B2329" w:rsidRDefault="007B2329" w:rsidP="007B2329">
      <w:r>
        <w:t>872.3759</w:t>
      </w:r>
      <w:r>
        <w:tab/>
        <w:t>1.997e0</w:t>
      </w:r>
    </w:p>
    <w:p w:rsidR="007B2329" w:rsidRDefault="007B2329" w:rsidP="007B2329">
      <w:r>
        <w:t>872.3770</w:t>
      </w:r>
      <w:r>
        <w:tab/>
        <w:t>4.649e0</w:t>
      </w:r>
    </w:p>
    <w:p w:rsidR="007B2329" w:rsidRDefault="007B2329" w:rsidP="007B2329">
      <w:r>
        <w:t>872.3956</w:t>
      </w:r>
      <w:r>
        <w:tab/>
        <w:t>4.215e0</w:t>
      </w:r>
    </w:p>
    <w:p w:rsidR="007B2329" w:rsidRDefault="007B2329" w:rsidP="007B2329">
      <w:r>
        <w:lastRenderedPageBreak/>
        <w:t>872.4022</w:t>
      </w:r>
      <w:r>
        <w:tab/>
        <w:t>1.621e0</w:t>
      </w:r>
    </w:p>
    <w:p w:rsidR="007B2329" w:rsidRDefault="007B2329" w:rsidP="007B2329">
      <w:r>
        <w:t>872.4062</w:t>
      </w:r>
      <w:r>
        <w:tab/>
        <w:t>2.231e0</w:t>
      </w:r>
    </w:p>
    <w:p w:rsidR="007B2329" w:rsidRDefault="007B2329" w:rsidP="007B2329">
      <w:r>
        <w:t>872.4135</w:t>
      </w:r>
      <w:r>
        <w:tab/>
        <w:t>1.266e-2</w:t>
      </w:r>
    </w:p>
    <w:p w:rsidR="007B2329" w:rsidRDefault="007B2329" w:rsidP="007B2329">
      <w:r>
        <w:t>872.4481</w:t>
      </w:r>
      <w:r>
        <w:tab/>
        <w:t>1.623e0</w:t>
      </w:r>
    </w:p>
    <w:p w:rsidR="007B2329" w:rsidRDefault="007B2329" w:rsidP="007B2329">
      <w:r>
        <w:t>872.4626</w:t>
      </w:r>
      <w:r>
        <w:tab/>
        <w:t>1.104e1</w:t>
      </w:r>
    </w:p>
    <w:p w:rsidR="007B2329" w:rsidRDefault="007B2329" w:rsidP="007B2329">
      <w:r>
        <w:t>872.4644</w:t>
      </w:r>
      <w:r>
        <w:tab/>
        <w:t>9.372e0</w:t>
      </w:r>
    </w:p>
    <w:p w:rsidR="007B2329" w:rsidRDefault="007B2329" w:rsidP="007B2329">
      <w:r>
        <w:t>872.4702</w:t>
      </w:r>
      <w:r>
        <w:tab/>
        <w:t>4.518e0</w:t>
      </w:r>
    </w:p>
    <w:p w:rsidR="007B2329" w:rsidRDefault="007B2329" w:rsidP="007B2329">
      <w:r>
        <w:t>872.5336</w:t>
      </w:r>
      <w:r>
        <w:tab/>
        <w:t>1.475e1</w:t>
      </w:r>
    </w:p>
    <w:p w:rsidR="007B2329" w:rsidRDefault="007B2329" w:rsidP="007B2329">
      <w:r>
        <w:t>872.5453</w:t>
      </w:r>
      <w:r>
        <w:tab/>
        <w:t>2.025e0</w:t>
      </w:r>
    </w:p>
    <w:p w:rsidR="007B2329" w:rsidRDefault="007B2329" w:rsidP="007B2329">
      <w:r>
        <w:t>872.5543</w:t>
      </w:r>
      <w:r>
        <w:tab/>
        <w:t>8.674e0</w:t>
      </w:r>
    </w:p>
    <w:p w:rsidR="007B2329" w:rsidRDefault="007B2329" w:rsidP="007B2329">
      <w:r>
        <w:t>872.5684</w:t>
      </w:r>
      <w:r>
        <w:tab/>
        <w:t>3.219e0</w:t>
      </w:r>
    </w:p>
    <w:p w:rsidR="007B2329" w:rsidRDefault="007B2329" w:rsidP="007B2329">
      <w:r>
        <w:t>872.6155</w:t>
      </w:r>
      <w:r>
        <w:tab/>
        <w:t>4.104e0</w:t>
      </w:r>
    </w:p>
    <w:p w:rsidR="007B2329" w:rsidRDefault="007B2329" w:rsidP="007B2329">
      <w:r>
        <w:t>872.6774</w:t>
      </w:r>
      <w:r>
        <w:tab/>
        <w:t>1.013e0</w:t>
      </w:r>
    </w:p>
    <w:p w:rsidR="007B2329" w:rsidRDefault="007B2329" w:rsidP="007B2329">
      <w:r>
        <w:t>872.6932</w:t>
      </w:r>
      <w:r>
        <w:tab/>
        <w:t>5.063e0</w:t>
      </w:r>
    </w:p>
    <w:p w:rsidR="007B2329" w:rsidRDefault="007B2329" w:rsidP="007B2329">
      <w:r>
        <w:t>872.7123</w:t>
      </w:r>
      <w:r>
        <w:tab/>
        <w:t>1.013e0</w:t>
      </w:r>
    </w:p>
    <w:p w:rsidR="007B2329" w:rsidRDefault="007B2329" w:rsidP="007B2329">
      <w:r>
        <w:t>872.7297</w:t>
      </w:r>
      <w:r>
        <w:tab/>
        <w:t>1.013e0</w:t>
      </w:r>
    </w:p>
    <w:p w:rsidR="007B2329" w:rsidRDefault="007B2329" w:rsidP="007B2329">
      <w:r>
        <w:t>872.7605</w:t>
      </w:r>
      <w:r>
        <w:tab/>
        <w:t>3.038e0</w:t>
      </w:r>
    </w:p>
    <w:p w:rsidR="007B2329" w:rsidRDefault="007B2329" w:rsidP="007B2329">
      <w:r>
        <w:t>872.7665</w:t>
      </w:r>
      <w:r>
        <w:tab/>
        <w:t>4.051e0</w:t>
      </w:r>
    </w:p>
    <w:p w:rsidR="007B2329" w:rsidRDefault="007B2329" w:rsidP="007B2329">
      <w:r>
        <w:t>872.7800</w:t>
      </w:r>
      <w:r>
        <w:tab/>
        <w:t>1.013e0</w:t>
      </w:r>
    </w:p>
    <w:p w:rsidR="007B2329" w:rsidRDefault="007B2329" w:rsidP="007B2329">
      <w:r>
        <w:lastRenderedPageBreak/>
        <w:t>872.7849</w:t>
      </w:r>
      <w:r>
        <w:tab/>
        <w:t>1.966e0</w:t>
      </w:r>
    </w:p>
    <w:p w:rsidR="007B2329" w:rsidRDefault="007B2329" w:rsidP="007B2329">
      <w:r>
        <w:t>872.8517</w:t>
      </w:r>
      <w:r>
        <w:tab/>
        <w:t>4.029e0</w:t>
      </w:r>
    </w:p>
    <w:p w:rsidR="007B2329" w:rsidRDefault="007B2329" w:rsidP="007B2329">
      <w:r>
        <w:t>872.8677</w:t>
      </w:r>
      <w:r>
        <w:tab/>
        <w:t>1.013e0</w:t>
      </w:r>
    </w:p>
    <w:p w:rsidR="007B2329" w:rsidRDefault="007B2329" w:rsidP="007B2329">
      <w:r>
        <w:t>872.8757</w:t>
      </w:r>
      <w:r>
        <w:tab/>
        <w:t>2.025e0</w:t>
      </w:r>
    </w:p>
    <w:p w:rsidR="007B2329" w:rsidRDefault="007B2329" w:rsidP="007B2329">
      <w:r>
        <w:t>872.9001</w:t>
      </w:r>
      <w:r>
        <w:tab/>
        <w:t>4.366e0</w:t>
      </w:r>
    </w:p>
    <w:p w:rsidR="007B2329" w:rsidRDefault="007B2329" w:rsidP="007B2329">
      <w:r>
        <w:t>872.9247</w:t>
      </w:r>
      <w:r>
        <w:tab/>
        <w:t>5.243e0</w:t>
      </w:r>
    </w:p>
    <w:p w:rsidR="007B2329" w:rsidRDefault="007B2329" w:rsidP="007B2329">
      <w:r>
        <w:t>872.9457</w:t>
      </w:r>
      <w:r>
        <w:tab/>
        <w:t>3.038e0</w:t>
      </w:r>
    </w:p>
    <w:p w:rsidR="007B2329" w:rsidRDefault="007B2329" w:rsidP="007B2329">
      <w:r>
        <w:t>872.9482</w:t>
      </w:r>
      <w:r>
        <w:tab/>
        <w:t>4.051e0</w:t>
      </w:r>
    </w:p>
    <w:p w:rsidR="007B2329" w:rsidRDefault="007B2329" w:rsidP="007B2329">
      <w:r>
        <w:t>872.9710</w:t>
      </w:r>
      <w:r>
        <w:tab/>
        <w:t>4.851e0</w:t>
      </w:r>
    </w:p>
    <w:p w:rsidR="007B2329" w:rsidRDefault="007B2329" w:rsidP="007B2329">
      <w:r>
        <w:t>873.0131</w:t>
      </w:r>
      <w:r>
        <w:tab/>
        <w:t>3.038e0</w:t>
      </w:r>
    </w:p>
    <w:p w:rsidR="007B2329" w:rsidRDefault="007B2329" w:rsidP="007B2329">
      <w:r>
        <w:t>873.0157</w:t>
      </w:r>
      <w:r>
        <w:tab/>
        <w:t>1.013e0</w:t>
      </w:r>
    </w:p>
    <w:p w:rsidR="007B2329" w:rsidRDefault="007B2329" w:rsidP="007B2329">
      <w:r>
        <w:t>873.0227</w:t>
      </w:r>
      <w:r>
        <w:tab/>
        <w:t>2.025e0</w:t>
      </w:r>
    </w:p>
    <w:p w:rsidR="007B2329" w:rsidRDefault="007B2329" w:rsidP="007B2329">
      <w:r>
        <w:t>873.0438</w:t>
      </w:r>
      <w:r>
        <w:tab/>
        <w:t>1.013e0</w:t>
      </w:r>
    </w:p>
    <w:p w:rsidR="007B2329" w:rsidRDefault="007B2329" w:rsidP="007B2329">
      <w:r>
        <w:t>873.0510</w:t>
      </w:r>
      <w:r>
        <w:tab/>
        <w:t>2.025e0</w:t>
      </w:r>
    </w:p>
    <w:p w:rsidR="007B2329" w:rsidRDefault="007B2329" w:rsidP="007B2329">
      <w:r>
        <w:t>873.0682</w:t>
      </w:r>
      <w:r>
        <w:tab/>
        <w:t>1.013e0</w:t>
      </w:r>
    </w:p>
    <w:p w:rsidR="007B2329" w:rsidRDefault="007B2329" w:rsidP="007B2329">
      <w:r>
        <w:t>873.0859</w:t>
      </w:r>
      <w:r>
        <w:tab/>
        <w:t>1.013e0</w:t>
      </w:r>
    </w:p>
    <w:p w:rsidR="007B2329" w:rsidRDefault="007B2329" w:rsidP="007B2329">
      <w:r>
        <w:t>873.1351</w:t>
      </w:r>
      <w:r>
        <w:tab/>
        <w:t>1.013e0</w:t>
      </w:r>
    </w:p>
    <w:p w:rsidR="007B2329" w:rsidRDefault="007B2329" w:rsidP="007B2329">
      <w:r>
        <w:t>873.1693</w:t>
      </w:r>
      <w:r>
        <w:tab/>
        <w:t>1.013e0</w:t>
      </w:r>
    </w:p>
    <w:p w:rsidR="007B2329" w:rsidRDefault="007B2329" w:rsidP="007B2329">
      <w:r>
        <w:t>873.1869</w:t>
      </w:r>
      <w:r>
        <w:tab/>
        <w:t>1.013e0</w:t>
      </w:r>
    </w:p>
    <w:p w:rsidR="007B2329" w:rsidRDefault="007B2329" w:rsidP="007B2329">
      <w:r>
        <w:lastRenderedPageBreak/>
        <w:t>873.1902</w:t>
      </w:r>
      <w:r>
        <w:tab/>
        <w:t>4.051e0</w:t>
      </w:r>
    </w:p>
    <w:p w:rsidR="007B2329" w:rsidRDefault="007B2329" w:rsidP="007B2329">
      <w:r>
        <w:t>873.2200</w:t>
      </w:r>
      <w:r>
        <w:tab/>
        <w:t>2.025e0</w:t>
      </w:r>
    </w:p>
    <w:p w:rsidR="007B2329" w:rsidRDefault="007B2329" w:rsidP="007B2329">
      <w:r>
        <w:t>873.2421</w:t>
      </w:r>
      <w:r>
        <w:tab/>
        <w:t>6.076e0</w:t>
      </w:r>
    </w:p>
    <w:p w:rsidR="007B2329" w:rsidRDefault="007B2329" w:rsidP="007B2329">
      <w:r>
        <w:t>873.3473</w:t>
      </w:r>
      <w:r>
        <w:tab/>
        <w:t>7.683e0</w:t>
      </w:r>
    </w:p>
    <w:p w:rsidR="007B2329" w:rsidRDefault="007B2329" w:rsidP="007B2329">
      <w:r>
        <w:t>873.3661</w:t>
      </w:r>
      <w:r>
        <w:tab/>
        <w:t>1.013e0</w:t>
      </w:r>
    </w:p>
    <w:p w:rsidR="007B2329" w:rsidRDefault="007B2329" w:rsidP="007B2329">
      <w:r>
        <w:t>873.3784</w:t>
      </w:r>
      <w:r>
        <w:tab/>
        <w:t>2.034e1</w:t>
      </w:r>
    </w:p>
    <w:p w:rsidR="007B2329" w:rsidRDefault="007B2329" w:rsidP="007B2329">
      <w:r>
        <w:t>873.3862</w:t>
      </w:r>
      <w:r>
        <w:tab/>
        <w:t>4.176e1</w:t>
      </w:r>
    </w:p>
    <w:p w:rsidR="007B2329" w:rsidRDefault="007B2329" w:rsidP="007B2329">
      <w:r>
        <w:t>873.3907</w:t>
      </w:r>
      <w:r>
        <w:tab/>
        <w:t>2.846e1</w:t>
      </w:r>
    </w:p>
    <w:p w:rsidR="007B2329" w:rsidRDefault="007B2329" w:rsidP="007B2329">
      <w:r>
        <w:t>873.3939</w:t>
      </w:r>
      <w:r>
        <w:tab/>
        <w:t>1.540e1</w:t>
      </w:r>
    </w:p>
    <w:p w:rsidR="007B2329" w:rsidRDefault="007B2329" w:rsidP="007B2329">
      <w:r>
        <w:t>873.4141</w:t>
      </w:r>
      <w:r>
        <w:tab/>
        <w:t>1.227e1</w:t>
      </w:r>
    </w:p>
    <w:p w:rsidR="007B2329" w:rsidRDefault="007B2329" w:rsidP="007B2329">
      <w:r>
        <w:t>873.4196</w:t>
      </w:r>
      <w:r>
        <w:tab/>
        <w:t>1.299e1</w:t>
      </w:r>
    </w:p>
    <w:p w:rsidR="007B2329" w:rsidRDefault="007B2329" w:rsidP="007B2329">
      <w:r>
        <w:t>873.4399</w:t>
      </w:r>
      <w:r>
        <w:tab/>
        <w:t>1.013e0</w:t>
      </w:r>
    </w:p>
    <w:p w:rsidR="007B2329" w:rsidRDefault="007B2329" w:rsidP="007B2329">
      <w:r>
        <w:t>873.4787</w:t>
      </w:r>
      <w:r>
        <w:tab/>
        <w:t>3.051e0</w:t>
      </w:r>
    </w:p>
    <w:p w:rsidR="007B2329" w:rsidRDefault="007B2329" w:rsidP="007B2329">
      <w:r>
        <w:t>873.4917</w:t>
      </w:r>
      <w:r>
        <w:tab/>
        <w:t>4.228e0</w:t>
      </w:r>
    </w:p>
    <w:p w:rsidR="007B2329" w:rsidRDefault="007B2329" w:rsidP="007B2329">
      <w:r>
        <w:t>873.5206</w:t>
      </w:r>
      <w:r>
        <w:tab/>
        <w:t>2.025e0</w:t>
      </w:r>
    </w:p>
    <w:p w:rsidR="007B2329" w:rsidRDefault="007B2329" w:rsidP="007B2329">
      <w:r>
        <w:t>873.5259</w:t>
      </w:r>
      <w:r>
        <w:tab/>
        <w:t>1.123e1</w:t>
      </w:r>
    </w:p>
    <w:p w:rsidR="007B2329" w:rsidRDefault="007B2329" w:rsidP="007B2329">
      <w:r>
        <w:t>873.5678</w:t>
      </w:r>
      <w:r>
        <w:tab/>
        <w:t>4.566e0</w:t>
      </w:r>
    </w:p>
    <w:p w:rsidR="007B2329" w:rsidRDefault="007B2329" w:rsidP="007B2329">
      <w:r>
        <w:t>873.5798</w:t>
      </w:r>
      <w:r>
        <w:tab/>
        <w:t>8.761e0</w:t>
      </w:r>
    </w:p>
    <w:p w:rsidR="007B2329" w:rsidRDefault="007B2329" w:rsidP="007B2329">
      <w:r>
        <w:t>873.5826</w:t>
      </w:r>
      <w:r>
        <w:tab/>
        <w:t>3.293e0</w:t>
      </w:r>
    </w:p>
    <w:p w:rsidR="007B2329" w:rsidRDefault="007B2329" w:rsidP="007B2329">
      <w:r>
        <w:lastRenderedPageBreak/>
        <w:t>873.6095</w:t>
      </w:r>
      <w:r>
        <w:tab/>
        <w:t>1.013e0</w:t>
      </w:r>
    </w:p>
    <w:p w:rsidR="007B2329" w:rsidRDefault="007B2329" w:rsidP="007B2329">
      <w:r>
        <w:t>873.6162</w:t>
      </w:r>
      <w:r>
        <w:tab/>
        <w:t>3.773e0</w:t>
      </w:r>
    </w:p>
    <w:p w:rsidR="007B2329" w:rsidRDefault="007B2329" w:rsidP="007B2329">
      <w:r>
        <w:t>873.6189</w:t>
      </w:r>
      <w:r>
        <w:tab/>
        <w:t>3.919e0</w:t>
      </w:r>
    </w:p>
    <w:p w:rsidR="007B2329" w:rsidRDefault="007B2329" w:rsidP="007B2329">
      <w:r>
        <w:t>873.7037</w:t>
      </w:r>
      <w:r>
        <w:tab/>
        <w:t>2.025e0</w:t>
      </w:r>
    </w:p>
    <w:p w:rsidR="007B2329" w:rsidRDefault="007B2329" w:rsidP="007B2329">
      <w:r>
        <w:t>873.7257</w:t>
      </w:r>
      <w:r>
        <w:tab/>
        <w:t>2.025e0</w:t>
      </w:r>
    </w:p>
    <w:p w:rsidR="007B2329" w:rsidRDefault="007B2329" w:rsidP="007B2329">
      <w:r>
        <w:t>873.7328</w:t>
      </w:r>
      <w:r>
        <w:tab/>
        <w:t>2.025e0</w:t>
      </w:r>
    </w:p>
    <w:p w:rsidR="007B2329" w:rsidRDefault="007B2329" w:rsidP="007B2329">
      <w:r>
        <w:t>873.7955</w:t>
      </w:r>
      <w:r>
        <w:tab/>
        <w:t>3.038e0</w:t>
      </w:r>
    </w:p>
    <w:p w:rsidR="007B2329" w:rsidRDefault="007B2329" w:rsidP="007B2329">
      <w:r>
        <w:t>873.7993</w:t>
      </w:r>
      <w:r>
        <w:tab/>
        <w:t>2.025e0</w:t>
      </w:r>
    </w:p>
    <w:p w:rsidR="007B2329" w:rsidRDefault="007B2329" w:rsidP="007B2329">
      <w:r>
        <w:t>873.8071</w:t>
      </w:r>
      <w:r>
        <w:tab/>
        <w:t>2.925e0</w:t>
      </w:r>
    </w:p>
    <w:p w:rsidR="007B2329" w:rsidRDefault="007B2329" w:rsidP="007B2329">
      <w:r>
        <w:t>873.8120</w:t>
      </w:r>
      <w:r>
        <w:tab/>
        <w:t>1.013e0</w:t>
      </w:r>
    </w:p>
    <w:p w:rsidR="007B2329" w:rsidRDefault="007B2329" w:rsidP="007B2329">
      <w:r>
        <w:t>873.9019</w:t>
      </w:r>
      <w:r>
        <w:tab/>
        <w:t>4.051e0</w:t>
      </w:r>
    </w:p>
    <w:p w:rsidR="007B2329" w:rsidRDefault="007B2329" w:rsidP="007B2329">
      <w:r>
        <w:t>873.9258</w:t>
      </w:r>
      <w:r>
        <w:tab/>
        <w:t>4.006e0</w:t>
      </w:r>
    </w:p>
    <w:p w:rsidR="007B2329" w:rsidRDefault="007B2329" w:rsidP="007B2329">
      <w:r>
        <w:t>873.9303</w:t>
      </w:r>
      <w:r>
        <w:tab/>
        <w:t>1.013e0</w:t>
      </w:r>
    </w:p>
    <w:p w:rsidR="007B2329" w:rsidRDefault="007B2329" w:rsidP="007B2329">
      <w:r>
        <w:t>873.9370</w:t>
      </w:r>
      <w:r>
        <w:tab/>
        <w:t>3.038e0</w:t>
      </w:r>
    </w:p>
    <w:p w:rsidR="007B2329" w:rsidRDefault="007B2329" w:rsidP="007B2329">
      <w:r>
        <w:t>873.9523</w:t>
      </w:r>
      <w:r>
        <w:tab/>
        <w:t>1.013e1</w:t>
      </w:r>
    </w:p>
    <w:p w:rsidR="007B2329" w:rsidRDefault="007B2329" w:rsidP="007B2329">
      <w:r>
        <w:t>873.9584</w:t>
      </w:r>
      <w:r>
        <w:tab/>
        <w:t>2.025e0</w:t>
      </w:r>
    </w:p>
    <w:p w:rsidR="007B2329" w:rsidRDefault="007B2329" w:rsidP="007B2329">
      <w:r>
        <w:t>873.9680</w:t>
      </w:r>
      <w:r>
        <w:tab/>
        <w:t>1.013e0</w:t>
      </w:r>
    </w:p>
    <w:p w:rsidR="007B2329" w:rsidRDefault="007B2329" w:rsidP="007B2329">
      <w:r>
        <w:t>873.9824</w:t>
      </w:r>
      <w:r>
        <w:tab/>
        <w:t>1.013e0</w:t>
      </w:r>
    </w:p>
    <w:p w:rsidR="007B2329" w:rsidRDefault="007B2329" w:rsidP="007B2329">
      <w:r>
        <w:t>874.0376</w:t>
      </w:r>
      <w:r>
        <w:tab/>
        <w:t>2.025e0</w:t>
      </w:r>
    </w:p>
    <w:p w:rsidR="007B2329" w:rsidRDefault="007B2329" w:rsidP="007B2329">
      <w:r>
        <w:lastRenderedPageBreak/>
        <w:t>874.0488</w:t>
      </w:r>
      <w:r>
        <w:tab/>
        <w:t>1.013e0</w:t>
      </w:r>
    </w:p>
    <w:p w:rsidR="007B2329" w:rsidRDefault="007B2329" w:rsidP="007B2329">
      <w:r>
        <w:t>874.0703</w:t>
      </w:r>
      <w:r>
        <w:tab/>
        <w:t>1.013e0</w:t>
      </w:r>
    </w:p>
    <w:p w:rsidR="007B2329" w:rsidRDefault="007B2329" w:rsidP="007B2329">
      <w:r>
        <w:t>874.0999</w:t>
      </w:r>
      <w:r>
        <w:tab/>
        <w:t>2.025e0</w:t>
      </w:r>
    </w:p>
    <w:p w:rsidR="007B2329" w:rsidRDefault="007B2329" w:rsidP="007B2329">
      <w:r>
        <w:t>874.1519</w:t>
      </w:r>
      <w:r>
        <w:tab/>
        <w:t>1.163e0</w:t>
      </w:r>
    </w:p>
    <w:p w:rsidR="007B2329" w:rsidRDefault="007B2329" w:rsidP="007B2329">
      <w:r>
        <w:t>874.1704</w:t>
      </w:r>
      <w:r>
        <w:tab/>
        <w:t>3.038e0</w:t>
      </w:r>
    </w:p>
    <w:p w:rsidR="007B2329" w:rsidRDefault="007B2329" w:rsidP="007B2329">
      <w:r>
        <w:t>874.1879</w:t>
      </w:r>
      <w:r>
        <w:tab/>
        <w:t>1.013e0</w:t>
      </w:r>
    </w:p>
    <w:p w:rsidR="007B2329" w:rsidRDefault="007B2329" w:rsidP="007B2329">
      <w:r>
        <w:t>874.2025</w:t>
      </w:r>
      <w:r>
        <w:tab/>
        <w:t>2.025e0</w:t>
      </w:r>
    </w:p>
    <w:p w:rsidR="007B2329" w:rsidRDefault="007B2329" w:rsidP="007B2329">
      <w:r>
        <w:t>874.2209</w:t>
      </w:r>
      <w:r>
        <w:tab/>
        <w:t>3.038e0</w:t>
      </w:r>
    </w:p>
    <w:p w:rsidR="007B2329" w:rsidRDefault="007B2329" w:rsidP="007B2329">
      <w:r>
        <w:t>874.2266</w:t>
      </w:r>
      <w:r>
        <w:tab/>
        <w:t>2.025e0</w:t>
      </w:r>
    </w:p>
    <w:p w:rsidR="007B2329" w:rsidRDefault="007B2329" w:rsidP="007B2329">
      <w:r>
        <w:t>874.2960</w:t>
      </w:r>
      <w:r>
        <w:tab/>
        <w:t>1.842e0</w:t>
      </w:r>
    </w:p>
    <w:p w:rsidR="007B2329" w:rsidRDefault="007B2329" w:rsidP="007B2329">
      <w:r>
        <w:t>874.3251</w:t>
      </w:r>
      <w:r>
        <w:tab/>
        <w:t>1.066e1</w:t>
      </w:r>
    </w:p>
    <w:p w:rsidR="007B2329" w:rsidRDefault="007B2329" w:rsidP="007B2329">
      <w:r>
        <w:t>874.3530</w:t>
      </w:r>
      <w:r>
        <w:tab/>
        <w:t>1.013e0</w:t>
      </w:r>
    </w:p>
    <w:p w:rsidR="007B2329" w:rsidRDefault="007B2329" w:rsidP="007B2329">
      <w:r>
        <w:t>874.3563</w:t>
      </w:r>
      <w:r>
        <w:tab/>
        <w:t>1.142e1</w:t>
      </w:r>
    </w:p>
    <w:p w:rsidR="007B2329" w:rsidRDefault="007B2329" w:rsidP="007B2329">
      <w:r>
        <w:t>874.3644</w:t>
      </w:r>
      <w:r>
        <w:tab/>
        <w:t>1.446e1</w:t>
      </w:r>
    </w:p>
    <w:p w:rsidR="007B2329" w:rsidRDefault="007B2329" w:rsidP="007B2329">
      <w:r>
        <w:t>874.4050</w:t>
      </w:r>
      <w:r>
        <w:tab/>
        <w:t>4.998e0</w:t>
      </w:r>
    </w:p>
    <w:p w:rsidR="007B2329" w:rsidRDefault="007B2329" w:rsidP="007B2329">
      <w:r>
        <w:t>874.4524</w:t>
      </w:r>
      <w:r>
        <w:tab/>
        <w:t>1.013e0</w:t>
      </w:r>
    </w:p>
    <w:p w:rsidR="007B2329" w:rsidRDefault="007B2329" w:rsidP="007B2329">
      <w:r>
        <w:t>874.4745</w:t>
      </w:r>
      <w:r>
        <w:tab/>
        <w:t>3.901e1</w:t>
      </w:r>
    </w:p>
    <w:p w:rsidR="007B2329" w:rsidRDefault="007B2329" w:rsidP="007B2329">
      <w:r>
        <w:t>874.4792</w:t>
      </w:r>
      <w:r>
        <w:tab/>
        <w:t>1.044e1</w:t>
      </w:r>
    </w:p>
    <w:p w:rsidR="007B2329" w:rsidRDefault="007B2329" w:rsidP="007B2329">
      <w:r>
        <w:t>874.4811</w:t>
      </w:r>
      <w:r>
        <w:tab/>
        <w:t>1.645e1</w:t>
      </w:r>
    </w:p>
    <w:p w:rsidR="007B2329" w:rsidRDefault="007B2329" w:rsidP="007B2329">
      <w:r>
        <w:lastRenderedPageBreak/>
        <w:t>874.4827</w:t>
      </w:r>
      <w:r>
        <w:tab/>
        <w:t>2.218e1</w:t>
      </w:r>
    </w:p>
    <w:p w:rsidR="007B2329" w:rsidRDefault="007B2329" w:rsidP="007B2329">
      <w:r>
        <w:t>874.4946</w:t>
      </w:r>
      <w:r>
        <w:tab/>
        <w:t>2.631e1</w:t>
      </w:r>
    </w:p>
    <w:p w:rsidR="007B2329" w:rsidRDefault="007B2329" w:rsidP="007B2329">
      <w:r>
        <w:t>874.5057</w:t>
      </w:r>
      <w:r>
        <w:tab/>
        <w:t>1.013e0</w:t>
      </w:r>
    </w:p>
    <w:p w:rsidR="007B2329" w:rsidRDefault="007B2329" w:rsidP="007B2329">
      <w:r>
        <w:t>874.6536</w:t>
      </w:r>
      <w:r>
        <w:tab/>
        <w:t>3.038e0</w:t>
      </w:r>
    </w:p>
    <w:p w:rsidR="007B2329" w:rsidRDefault="007B2329" w:rsidP="007B2329">
      <w:r>
        <w:t>874.6769</w:t>
      </w:r>
      <w:r>
        <w:tab/>
        <w:t>3.038e0</w:t>
      </w:r>
    </w:p>
    <w:p w:rsidR="007B2329" w:rsidRDefault="007B2329" w:rsidP="007B2329">
      <w:r>
        <w:t>874.6799</w:t>
      </w:r>
      <w:r>
        <w:tab/>
        <w:t>3.996e0</w:t>
      </w:r>
    </w:p>
    <w:p w:rsidR="007B2329" w:rsidRDefault="007B2329" w:rsidP="007B2329">
      <w:r>
        <w:t>874.6912</w:t>
      </w:r>
      <w:r>
        <w:tab/>
        <w:t>1.013e0</w:t>
      </w:r>
    </w:p>
    <w:p w:rsidR="007B2329" w:rsidRDefault="007B2329" w:rsidP="007B2329">
      <w:r>
        <w:t>874.7258</w:t>
      </w:r>
      <w:r>
        <w:tab/>
        <w:t>1.013e0</w:t>
      </w:r>
    </w:p>
    <w:p w:rsidR="007B2329" w:rsidRDefault="007B2329" w:rsidP="007B2329">
      <w:r>
        <w:t>874.7460</w:t>
      </w:r>
      <w:r>
        <w:tab/>
        <w:t>2.025e0</w:t>
      </w:r>
    </w:p>
    <w:p w:rsidR="007B2329" w:rsidRDefault="007B2329" w:rsidP="007B2329">
      <w:r>
        <w:t>874.7538</w:t>
      </w:r>
      <w:r>
        <w:tab/>
        <w:t>3.038e0</w:t>
      </w:r>
    </w:p>
    <w:p w:rsidR="007B2329" w:rsidRDefault="007B2329" w:rsidP="007B2329">
      <w:r>
        <w:t>874.7899</w:t>
      </w:r>
      <w:r>
        <w:tab/>
        <w:t>1.013e0</w:t>
      </w:r>
    </w:p>
    <w:p w:rsidR="007B2329" w:rsidRDefault="007B2329" w:rsidP="007B2329">
      <w:r>
        <w:t>874.8032</w:t>
      </w:r>
      <w:r>
        <w:tab/>
        <w:t>1.457e0</w:t>
      </w:r>
    </w:p>
    <w:p w:rsidR="007B2329" w:rsidRDefault="007B2329" w:rsidP="007B2329">
      <w:r>
        <w:t>874.8270</w:t>
      </w:r>
      <w:r>
        <w:tab/>
        <w:t>1.013e0</w:t>
      </w:r>
    </w:p>
    <w:p w:rsidR="007B2329" w:rsidRDefault="007B2329" w:rsidP="007B2329">
      <w:r>
        <w:t>874.8329</w:t>
      </w:r>
      <w:r>
        <w:tab/>
        <w:t>4.051e0</w:t>
      </w:r>
    </w:p>
    <w:p w:rsidR="007B2329" w:rsidRDefault="007B2329" w:rsidP="007B2329">
      <w:r>
        <w:t>874.8488</w:t>
      </w:r>
      <w:r>
        <w:tab/>
        <w:t>1.013e0</w:t>
      </w:r>
    </w:p>
    <w:p w:rsidR="007B2329" w:rsidRDefault="007B2329" w:rsidP="007B2329">
      <w:r>
        <w:t>874.8925</w:t>
      </w:r>
      <w:r>
        <w:tab/>
        <w:t>1.013e0</w:t>
      </w:r>
    </w:p>
    <w:p w:rsidR="007B2329" w:rsidRDefault="007B2329" w:rsidP="007B2329">
      <w:r>
        <w:t>874.8939</w:t>
      </w:r>
      <w:r>
        <w:tab/>
        <w:t>4.051e0</w:t>
      </w:r>
    </w:p>
    <w:p w:rsidR="007B2329" w:rsidRDefault="007B2329" w:rsidP="007B2329">
      <w:r>
        <w:t>874.9370</w:t>
      </w:r>
      <w:r>
        <w:tab/>
        <w:t>2.025e0</w:t>
      </w:r>
    </w:p>
    <w:p w:rsidR="007B2329" w:rsidRDefault="007B2329" w:rsidP="007B2329">
      <w:r>
        <w:t>874.9398</w:t>
      </w:r>
      <w:r>
        <w:tab/>
        <w:t>2.025e0</w:t>
      </w:r>
    </w:p>
    <w:p w:rsidR="007B2329" w:rsidRDefault="007B2329" w:rsidP="007B2329">
      <w:r>
        <w:lastRenderedPageBreak/>
        <w:t>874.9649</w:t>
      </w:r>
      <w:r>
        <w:tab/>
        <w:t>3.017e0</w:t>
      </w:r>
    </w:p>
    <w:p w:rsidR="007B2329" w:rsidRDefault="007B2329" w:rsidP="007B2329">
      <w:r>
        <w:t>874.9955</w:t>
      </w:r>
      <w:r>
        <w:tab/>
        <w:t>2.025e0</w:t>
      </w:r>
    </w:p>
    <w:p w:rsidR="007B2329" w:rsidRDefault="007B2329" w:rsidP="007B2329">
      <w:r>
        <w:t>875.0117</w:t>
      </w:r>
      <w:r>
        <w:tab/>
        <w:t>1.013e0</w:t>
      </w:r>
    </w:p>
    <w:p w:rsidR="007B2329" w:rsidRDefault="007B2329" w:rsidP="007B2329">
      <w:r>
        <w:t>875.0420</w:t>
      </w:r>
      <w:r>
        <w:tab/>
        <w:t>2.025e0</w:t>
      </w:r>
    </w:p>
    <w:p w:rsidR="007B2329" w:rsidRDefault="007B2329" w:rsidP="007B2329">
      <w:r>
        <w:t>875.1088</w:t>
      </w:r>
      <w:r>
        <w:tab/>
        <w:t>3.038e0</w:t>
      </w:r>
    </w:p>
    <w:p w:rsidR="007B2329" w:rsidRDefault="007B2329" w:rsidP="007B2329">
      <w:r>
        <w:t>875.1310</w:t>
      </w:r>
      <w:r>
        <w:tab/>
        <w:t>1.013e0</w:t>
      </w:r>
    </w:p>
    <w:p w:rsidR="007B2329" w:rsidRDefault="007B2329" w:rsidP="007B2329">
      <w:r>
        <w:t>875.1434</w:t>
      </w:r>
      <w:r>
        <w:tab/>
        <w:t>5.969e0</w:t>
      </w:r>
    </w:p>
    <w:p w:rsidR="007B2329" w:rsidRDefault="007B2329" w:rsidP="007B2329">
      <w:r>
        <w:t>875.1482</w:t>
      </w:r>
      <w:r>
        <w:tab/>
        <w:t>2.025e0</w:t>
      </w:r>
    </w:p>
    <w:p w:rsidR="007B2329" w:rsidRDefault="007B2329" w:rsidP="007B2329">
      <w:r>
        <w:t>875.1541</w:t>
      </w:r>
      <w:r>
        <w:tab/>
        <w:t>2.025e0</w:t>
      </w:r>
    </w:p>
    <w:p w:rsidR="007B2329" w:rsidRDefault="007B2329" w:rsidP="007B2329">
      <w:r>
        <w:t>875.2053</w:t>
      </w:r>
      <w:r>
        <w:tab/>
        <w:t>2.025e0</w:t>
      </w:r>
    </w:p>
    <w:p w:rsidR="007B2329" w:rsidRDefault="007B2329" w:rsidP="007B2329">
      <w:r>
        <w:t>875.2156</w:t>
      </w:r>
      <w:r>
        <w:tab/>
        <w:t>1.013e0</w:t>
      </w:r>
    </w:p>
    <w:p w:rsidR="007B2329" w:rsidRDefault="007B2329" w:rsidP="007B2329">
      <w:r>
        <w:t>875.2656</w:t>
      </w:r>
      <w:r>
        <w:tab/>
        <w:t>2.025e0</w:t>
      </w:r>
    </w:p>
    <w:p w:rsidR="007B2329" w:rsidRDefault="007B2329" w:rsidP="007B2329">
      <w:r>
        <w:t>875.2935</w:t>
      </w:r>
      <w:r>
        <w:tab/>
        <w:t>4.249e-1</w:t>
      </w:r>
    </w:p>
    <w:p w:rsidR="007B2329" w:rsidRDefault="007B2329" w:rsidP="007B2329">
      <w:r>
        <w:t>875.3062</w:t>
      </w:r>
      <w:r>
        <w:tab/>
        <w:t>7.272e0</w:t>
      </w:r>
    </w:p>
    <w:p w:rsidR="007B2329" w:rsidRDefault="007B2329" w:rsidP="007B2329">
      <w:r>
        <w:t>875.3480</w:t>
      </w:r>
      <w:r>
        <w:tab/>
        <w:t>7.063e0</w:t>
      </w:r>
    </w:p>
    <w:p w:rsidR="007B2329" w:rsidRDefault="007B2329" w:rsidP="007B2329">
      <w:r>
        <w:t>875.3773</w:t>
      </w:r>
      <w:r>
        <w:tab/>
        <w:t>1.013e0</w:t>
      </w:r>
    </w:p>
    <w:p w:rsidR="007B2329" w:rsidRDefault="007B2329" w:rsidP="007B2329">
      <w:r>
        <w:t>875.3929</w:t>
      </w:r>
      <w:r>
        <w:tab/>
        <w:t>6.272e0</w:t>
      </w:r>
    </w:p>
    <w:p w:rsidR="007B2329" w:rsidRDefault="007B2329" w:rsidP="007B2329">
      <w:r>
        <w:t>875.4067</w:t>
      </w:r>
      <w:r>
        <w:tab/>
        <w:t>3.638e0</w:t>
      </w:r>
    </w:p>
    <w:p w:rsidR="007B2329" w:rsidRDefault="007B2329" w:rsidP="007B2329">
      <w:r>
        <w:t>875.4287</w:t>
      </w:r>
      <w:r>
        <w:tab/>
        <w:t>2.858e0</w:t>
      </w:r>
    </w:p>
    <w:p w:rsidR="007B2329" w:rsidRDefault="007B2329" w:rsidP="007B2329">
      <w:r>
        <w:lastRenderedPageBreak/>
        <w:t>875.4443</w:t>
      </w:r>
      <w:r>
        <w:tab/>
        <w:t>2.025e0</w:t>
      </w:r>
    </w:p>
    <w:p w:rsidR="007B2329" w:rsidRDefault="007B2329" w:rsidP="007B2329">
      <w:r>
        <w:t>875.4662</w:t>
      </w:r>
      <w:r>
        <w:tab/>
        <w:t>1.610e1</w:t>
      </w:r>
    </w:p>
    <w:p w:rsidR="007B2329" w:rsidRDefault="007B2329" w:rsidP="007B2329">
      <w:r>
        <w:t>875.4695</w:t>
      </w:r>
      <w:r>
        <w:tab/>
        <w:t>9.603e0</w:t>
      </w:r>
    </w:p>
    <w:p w:rsidR="007B2329" w:rsidRDefault="007B2329" w:rsidP="007B2329">
      <w:r>
        <w:t>875.4711</w:t>
      </w:r>
      <w:r>
        <w:tab/>
        <w:t>2.732e1</w:t>
      </w:r>
    </w:p>
    <w:p w:rsidR="007B2329" w:rsidRDefault="007B2329" w:rsidP="007B2329">
      <w:r>
        <w:t>875.4916</w:t>
      </w:r>
      <w:r>
        <w:tab/>
        <w:t>1.807e1</w:t>
      </w:r>
    </w:p>
    <w:p w:rsidR="007B2329" w:rsidRDefault="007B2329" w:rsidP="007B2329">
      <w:r>
        <w:t>875.5084</w:t>
      </w:r>
      <w:r>
        <w:tab/>
        <w:t>1.380e1</w:t>
      </w:r>
    </w:p>
    <w:p w:rsidR="007B2329" w:rsidRDefault="007B2329" w:rsidP="007B2329">
      <w:r>
        <w:t>875.5094</w:t>
      </w:r>
      <w:r>
        <w:tab/>
        <w:t>2.887e0</w:t>
      </w:r>
    </w:p>
    <w:p w:rsidR="007B2329" w:rsidRDefault="007B2329" w:rsidP="007B2329">
      <w:r>
        <w:t>875.5295</w:t>
      </w:r>
      <w:r>
        <w:tab/>
        <w:t>2.025e0</w:t>
      </w:r>
    </w:p>
    <w:p w:rsidR="007B2329" w:rsidRDefault="007B2329" w:rsidP="007B2329">
      <w:r>
        <w:t>875.5561</w:t>
      </w:r>
      <w:r>
        <w:tab/>
        <w:t>4.170e0</w:t>
      </w:r>
    </w:p>
    <w:p w:rsidR="007B2329" w:rsidRDefault="007B2329" w:rsidP="007B2329">
      <w:r>
        <w:t>875.5781</w:t>
      </w:r>
      <w:r>
        <w:tab/>
        <w:t>2.025e0</w:t>
      </w:r>
    </w:p>
    <w:p w:rsidR="007B2329" w:rsidRDefault="007B2329" w:rsidP="007B2329">
      <w:r>
        <w:t>875.5850</w:t>
      </w:r>
      <w:r>
        <w:tab/>
        <w:t>1.013e0</w:t>
      </w:r>
    </w:p>
    <w:p w:rsidR="007B2329" w:rsidRDefault="007B2329" w:rsidP="007B2329">
      <w:r>
        <w:t>875.6115</w:t>
      </w:r>
      <w:r>
        <w:tab/>
        <w:t>2.533e0</w:t>
      </w:r>
    </w:p>
    <w:p w:rsidR="007B2329" w:rsidRDefault="007B2329" w:rsidP="007B2329">
      <w:r>
        <w:t>875.6566</w:t>
      </w:r>
      <w:r>
        <w:tab/>
        <w:t>3.798e-2</w:t>
      </w:r>
    </w:p>
    <w:p w:rsidR="007B2329" w:rsidRDefault="007B2329" w:rsidP="007B2329">
      <w:r>
        <w:t>875.6859</w:t>
      </w:r>
      <w:r>
        <w:tab/>
        <w:t>1.013e0</w:t>
      </w:r>
    </w:p>
    <w:p w:rsidR="007B2329" w:rsidRDefault="007B2329" w:rsidP="007B2329">
      <w:r>
        <w:t>875.7061</w:t>
      </w:r>
      <w:r>
        <w:tab/>
        <w:t>1.013e0</w:t>
      </w:r>
    </w:p>
    <w:p w:rsidR="007B2329" w:rsidRDefault="007B2329" w:rsidP="007B2329">
      <w:r>
        <w:t>875.7302</w:t>
      </w:r>
      <w:r>
        <w:tab/>
        <w:t>1.013e0</w:t>
      </w:r>
    </w:p>
    <w:p w:rsidR="007B2329" w:rsidRDefault="007B2329" w:rsidP="007B2329">
      <w:r>
        <w:t>875.7340</w:t>
      </w:r>
      <w:r>
        <w:tab/>
        <w:t>3.180e0</w:t>
      </w:r>
    </w:p>
    <w:p w:rsidR="007B2329" w:rsidRDefault="007B2329" w:rsidP="007B2329">
      <w:r>
        <w:t>875.7700</w:t>
      </w:r>
      <w:r>
        <w:tab/>
        <w:t>5.063e0</w:t>
      </w:r>
    </w:p>
    <w:p w:rsidR="007B2329" w:rsidRDefault="007B2329" w:rsidP="007B2329">
      <w:r>
        <w:t>875.7743</w:t>
      </w:r>
      <w:r>
        <w:tab/>
        <w:t>2.025e0</w:t>
      </w:r>
    </w:p>
    <w:p w:rsidR="007B2329" w:rsidRDefault="007B2329" w:rsidP="007B2329">
      <w:r>
        <w:lastRenderedPageBreak/>
        <w:t>875.7894</w:t>
      </w:r>
      <w:r>
        <w:tab/>
        <w:t>1.013e0</w:t>
      </w:r>
    </w:p>
    <w:p w:rsidR="007B2329" w:rsidRDefault="007B2329" w:rsidP="007B2329">
      <w:r>
        <w:t>875.8223</w:t>
      </w:r>
      <w:r>
        <w:tab/>
        <w:t>2.025e0</w:t>
      </w:r>
    </w:p>
    <w:p w:rsidR="007B2329" w:rsidRDefault="007B2329" w:rsidP="007B2329">
      <w:r>
        <w:t>875.8547</w:t>
      </w:r>
      <w:r>
        <w:tab/>
        <w:t>2.025e0</w:t>
      </w:r>
    </w:p>
    <w:p w:rsidR="007B2329" w:rsidRDefault="007B2329" w:rsidP="007B2329">
      <w:r>
        <w:t>875.8598</w:t>
      </w:r>
      <w:r>
        <w:tab/>
        <w:t>1.013e0</w:t>
      </w:r>
    </w:p>
    <w:p w:rsidR="007B2329" w:rsidRDefault="007B2329" w:rsidP="007B2329">
      <w:r>
        <w:t>875.8771</w:t>
      </w:r>
      <w:r>
        <w:tab/>
        <w:t>1.013e0</w:t>
      </w:r>
    </w:p>
    <w:p w:rsidR="007B2329" w:rsidRDefault="007B2329" w:rsidP="007B2329">
      <w:r>
        <w:t>875.8918</w:t>
      </w:r>
      <w:r>
        <w:tab/>
        <w:t>2.025e0</w:t>
      </w:r>
    </w:p>
    <w:p w:rsidR="007B2329" w:rsidRDefault="007B2329" w:rsidP="007B2329">
      <w:r>
        <w:t>875.8978</w:t>
      </w:r>
      <w:r>
        <w:tab/>
        <w:t>2.038e0</w:t>
      </w:r>
    </w:p>
    <w:p w:rsidR="007B2329" w:rsidRDefault="007B2329" w:rsidP="007B2329">
      <w:r>
        <w:t>875.9083</w:t>
      </w:r>
      <w:r>
        <w:tab/>
        <w:t>1.013e0</w:t>
      </w:r>
    </w:p>
    <w:p w:rsidR="007B2329" w:rsidRDefault="007B2329" w:rsidP="007B2329">
      <w:r>
        <w:t>875.9263</w:t>
      </w:r>
      <w:r>
        <w:tab/>
        <w:t>1.013e0</w:t>
      </w:r>
    </w:p>
    <w:p w:rsidR="007B2329" w:rsidRDefault="007B2329" w:rsidP="007B2329">
      <w:r>
        <w:t>875.9818</w:t>
      </w:r>
      <w:r>
        <w:tab/>
        <w:t>3.038e0</w:t>
      </w:r>
    </w:p>
    <w:p w:rsidR="007B2329" w:rsidRDefault="007B2329" w:rsidP="007B2329">
      <w:r>
        <w:t>875.9854</w:t>
      </w:r>
      <w:r>
        <w:tab/>
        <w:t>3.615e0</w:t>
      </w:r>
    </w:p>
    <w:p w:rsidR="007B2329" w:rsidRDefault="007B2329" w:rsidP="007B2329">
      <w:r>
        <w:t>876.0094</w:t>
      </w:r>
      <w:r>
        <w:tab/>
        <w:t>1.013e0</w:t>
      </w:r>
    </w:p>
    <w:p w:rsidR="007B2329" w:rsidRDefault="007B2329" w:rsidP="007B2329">
      <w:r>
        <w:t>876.0244</w:t>
      </w:r>
      <w:r>
        <w:tab/>
        <w:t>1.013e0</w:t>
      </w:r>
    </w:p>
    <w:p w:rsidR="007B2329" w:rsidRDefault="007B2329" w:rsidP="007B2329">
      <w:r>
        <w:t>876.0618</w:t>
      </w:r>
      <w:r>
        <w:tab/>
        <w:t>1.013e0</w:t>
      </w:r>
    </w:p>
    <w:p w:rsidR="007B2329" w:rsidRDefault="007B2329" w:rsidP="007B2329">
      <w:r>
        <w:t>876.0748</w:t>
      </w:r>
      <w:r>
        <w:tab/>
        <w:t>3.038e0</w:t>
      </w:r>
    </w:p>
    <w:p w:rsidR="007B2329" w:rsidRDefault="007B2329" w:rsidP="007B2329">
      <w:r>
        <w:t>876.0829</w:t>
      </w:r>
      <w:r>
        <w:tab/>
        <w:t>2.025e0</w:t>
      </w:r>
    </w:p>
    <w:p w:rsidR="007B2329" w:rsidRDefault="007B2329" w:rsidP="007B2329">
      <w:r>
        <w:t>876.0927</w:t>
      </w:r>
      <w:r>
        <w:tab/>
        <w:t>3.038e0</w:t>
      </w:r>
    </w:p>
    <w:p w:rsidR="007B2329" w:rsidRDefault="007B2329" w:rsidP="007B2329">
      <w:r>
        <w:t>876.1523</w:t>
      </w:r>
      <w:r>
        <w:tab/>
        <w:t>2.025e0</w:t>
      </w:r>
    </w:p>
    <w:p w:rsidR="007B2329" w:rsidRDefault="007B2329" w:rsidP="007B2329">
      <w:r>
        <w:t>876.2008</w:t>
      </w:r>
      <w:r>
        <w:tab/>
        <w:t>1.013e0</w:t>
      </w:r>
    </w:p>
    <w:p w:rsidR="007B2329" w:rsidRDefault="007B2329" w:rsidP="007B2329">
      <w:r>
        <w:lastRenderedPageBreak/>
        <w:t>876.2061</w:t>
      </w:r>
      <w:r>
        <w:tab/>
        <w:t>1.025e0</w:t>
      </w:r>
    </w:p>
    <w:p w:rsidR="007B2329" w:rsidRDefault="007B2329" w:rsidP="007B2329">
      <w:r>
        <w:t>876.2158</w:t>
      </w:r>
      <w:r>
        <w:tab/>
        <w:t>1.013e0</w:t>
      </w:r>
    </w:p>
    <w:p w:rsidR="007B2329" w:rsidRDefault="007B2329" w:rsidP="007B2329">
      <w:r>
        <w:t>876.2307</w:t>
      </w:r>
      <w:r>
        <w:tab/>
        <w:t>2.025e0</w:t>
      </w:r>
    </w:p>
    <w:p w:rsidR="007B2329" w:rsidRDefault="007B2329" w:rsidP="007B2329">
      <w:r>
        <w:t>876.2443</w:t>
      </w:r>
      <w:r>
        <w:tab/>
        <w:t>2.888e0</w:t>
      </w:r>
    </w:p>
    <w:p w:rsidR="007B2329" w:rsidRDefault="007B2329" w:rsidP="007B2329">
      <w:r>
        <w:t>876.2494</w:t>
      </w:r>
      <w:r>
        <w:tab/>
        <w:t>4.682e0</w:t>
      </w:r>
    </w:p>
    <w:p w:rsidR="007B2329" w:rsidRDefault="007B2329" w:rsidP="007B2329">
      <w:r>
        <w:t>876.2867</w:t>
      </w:r>
      <w:r>
        <w:tab/>
        <w:t>1.717e0</w:t>
      </w:r>
    </w:p>
    <w:p w:rsidR="007B2329" w:rsidRDefault="007B2329" w:rsidP="007B2329">
      <w:r>
        <w:t>876.3374</w:t>
      </w:r>
      <w:r>
        <w:tab/>
        <w:t>2.558e0</w:t>
      </w:r>
    </w:p>
    <w:p w:rsidR="007B2329" w:rsidRDefault="007B2329" w:rsidP="007B2329">
      <w:r>
        <w:t>876.3533</w:t>
      </w:r>
      <w:r>
        <w:tab/>
        <w:t>4.770e0</w:t>
      </w:r>
    </w:p>
    <w:p w:rsidR="007B2329" w:rsidRDefault="007B2329" w:rsidP="007B2329">
      <w:r>
        <w:t>876.3615</w:t>
      </w:r>
      <w:r>
        <w:tab/>
        <w:t>1.073e0</w:t>
      </w:r>
    </w:p>
    <w:p w:rsidR="007B2329" w:rsidRDefault="007B2329" w:rsidP="007B2329">
      <w:r>
        <w:t>876.4067</w:t>
      </w:r>
      <w:r>
        <w:tab/>
        <w:t>2.659e0</w:t>
      </w:r>
    </w:p>
    <w:p w:rsidR="007B2329" w:rsidRDefault="007B2329" w:rsidP="007B2329">
      <w:r>
        <w:t>876.4218</w:t>
      </w:r>
      <w:r>
        <w:tab/>
        <w:t>1.013e0</w:t>
      </w:r>
    </w:p>
    <w:p w:rsidR="007B2329" w:rsidRDefault="007B2329" w:rsidP="007B2329">
      <w:r>
        <w:t>876.4620</w:t>
      </w:r>
      <w:r>
        <w:tab/>
        <w:t>3.314e0</w:t>
      </w:r>
    </w:p>
    <w:p w:rsidR="007B2329" w:rsidRDefault="007B2329" w:rsidP="007B2329">
      <w:r>
        <w:t>876.4706</w:t>
      </w:r>
      <w:r>
        <w:tab/>
        <w:t>1.359e0</w:t>
      </w:r>
    </w:p>
    <w:p w:rsidR="007B2329" w:rsidRDefault="007B2329" w:rsidP="007B2329">
      <w:r>
        <w:t>876.4819</w:t>
      </w:r>
      <w:r>
        <w:tab/>
        <w:t>7.475e0</w:t>
      </w:r>
    </w:p>
    <w:p w:rsidR="007B2329" w:rsidRDefault="007B2329" w:rsidP="007B2329">
      <w:r>
        <w:t>876.4941</w:t>
      </w:r>
      <w:r>
        <w:tab/>
        <w:t>4.820e0</w:t>
      </w:r>
    </w:p>
    <w:p w:rsidR="007B2329" w:rsidRDefault="007B2329" w:rsidP="007B2329">
      <w:r>
        <w:t>876.5029</w:t>
      </w:r>
      <w:r>
        <w:tab/>
        <w:t>3.759e0</w:t>
      </w:r>
    </w:p>
    <w:p w:rsidR="007B2329" w:rsidRDefault="007B2329" w:rsidP="007B2329">
      <w:r>
        <w:t>876.5177</w:t>
      </w:r>
      <w:r>
        <w:tab/>
        <w:t>3.603e0</w:t>
      </w:r>
    </w:p>
    <w:p w:rsidR="007B2329" w:rsidRDefault="007B2329" w:rsidP="007B2329">
      <w:r>
        <w:t>876.5440</w:t>
      </w:r>
      <w:r>
        <w:tab/>
        <w:t>2.247e0</w:t>
      </w:r>
    </w:p>
    <w:p w:rsidR="007B2329" w:rsidRDefault="007B2329" w:rsidP="007B2329">
      <w:r>
        <w:t>876.5629</w:t>
      </w:r>
      <w:r>
        <w:tab/>
        <w:t>3.038e0</w:t>
      </w:r>
    </w:p>
    <w:p w:rsidR="007B2329" w:rsidRDefault="007B2329" w:rsidP="007B2329">
      <w:r>
        <w:lastRenderedPageBreak/>
        <w:t>876.6309</w:t>
      </w:r>
      <w:r>
        <w:tab/>
        <w:t>2.025e0</w:t>
      </w:r>
    </w:p>
    <w:p w:rsidR="007B2329" w:rsidRDefault="007B2329" w:rsidP="007B2329">
      <w:r>
        <w:t>876.6499</w:t>
      </w:r>
      <w:r>
        <w:tab/>
        <w:t>3.038e0</w:t>
      </w:r>
    </w:p>
    <w:p w:rsidR="007B2329" w:rsidRDefault="007B2329" w:rsidP="007B2329">
      <w:r>
        <w:t>876.6813</w:t>
      </w:r>
      <w:r>
        <w:tab/>
        <w:t>2.025e0</w:t>
      </w:r>
    </w:p>
    <w:p w:rsidR="007B2329" w:rsidRDefault="007B2329" w:rsidP="007B2329">
      <w:r>
        <w:t>876.6868</w:t>
      </w:r>
      <w:r>
        <w:tab/>
        <w:t>2.025e0</w:t>
      </w:r>
    </w:p>
    <w:p w:rsidR="007B2329" w:rsidRDefault="007B2329" w:rsidP="007B2329">
      <w:r>
        <w:t>876.6926</w:t>
      </w:r>
      <w:r>
        <w:tab/>
        <w:t>4.051e0</w:t>
      </w:r>
    </w:p>
    <w:p w:rsidR="007B2329" w:rsidRDefault="007B2329" w:rsidP="007B2329">
      <w:r>
        <w:t>876.7009</w:t>
      </w:r>
      <w:r>
        <w:tab/>
        <w:t>1.013e0</w:t>
      </w:r>
    </w:p>
    <w:p w:rsidR="007B2329" w:rsidRDefault="007B2329" w:rsidP="007B2329">
      <w:r>
        <w:t>876.7258</w:t>
      </w:r>
      <w:r>
        <w:tab/>
        <w:t>2.025e0</w:t>
      </w:r>
    </w:p>
    <w:p w:rsidR="007B2329" w:rsidRDefault="007B2329" w:rsidP="007B2329">
      <w:r>
        <w:t>876.7491</w:t>
      </w:r>
      <w:r>
        <w:tab/>
        <w:t>1.997e0</w:t>
      </w:r>
    </w:p>
    <w:p w:rsidR="007B2329" w:rsidRDefault="007B2329" w:rsidP="007B2329">
      <w:r>
        <w:t>876.7502</w:t>
      </w:r>
      <w:r>
        <w:tab/>
        <w:t>4.051e0</w:t>
      </w:r>
    </w:p>
    <w:p w:rsidR="007B2329" w:rsidRDefault="007B2329" w:rsidP="007B2329">
      <w:r>
        <w:t>876.7734</w:t>
      </w:r>
      <w:r>
        <w:tab/>
        <w:t>1.013e0</w:t>
      </w:r>
    </w:p>
    <w:p w:rsidR="007B2329" w:rsidRDefault="007B2329" w:rsidP="007B2329">
      <w:r>
        <w:t>876.8188</w:t>
      </w:r>
      <w:r>
        <w:tab/>
        <w:t>2.025e0</w:t>
      </w:r>
    </w:p>
    <w:p w:rsidR="007B2329" w:rsidRDefault="007B2329" w:rsidP="007B2329">
      <w:r>
        <w:t>876.8920</w:t>
      </w:r>
      <w:r>
        <w:tab/>
        <w:t>4.051e0</w:t>
      </w:r>
    </w:p>
    <w:p w:rsidR="007B2329" w:rsidRDefault="007B2329" w:rsidP="007B2329">
      <w:r>
        <w:t>876.9067</w:t>
      </w:r>
      <w:r>
        <w:tab/>
        <w:t>4.507e0</w:t>
      </w:r>
    </w:p>
    <w:p w:rsidR="007B2329" w:rsidRDefault="007B2329" w:rsidP="007B2329">
      <w:r>
        <w:t>876.9219</w:t>
      </w:r>
      <w:r>
        <w:tab/>
        <w:t>3.038e0</w:t>
      </w:r>
    </w:p>
    <w:p w:rsidR="007B2329" w:rsidRDefault="007B2329" w:rsidP="007B2329">
      <w:r>
        <w:t>876.9236</w:t>
      </w:r>
      <w:r>
        <w:tab/>
        <w:t>5.920e0</w:t>
      </w:r>
    </w:p>
    <w:p w:rsidR="007B2329" w:rsidRDefault="007B2329" w:rsidP="007B2329">
      <w:r>
        <w:t>876.9395</w:t>
      </w:r>
      <w:r>
        <w:tab/>
        <w:t>1.619e0</w:t>
      </w:r>
    </w:p>
    <w:p w:rsidR="007B2329" w:rsidRDefault="007B2329" w:rsidP="007B2329">
      <w:r>
        <w:t>876.9579</w:t>
      </w:r>
      <w:r>
        <w:tab/>
        <w:t>1.013e0</w:t>
      </w:r>
    </w:p>
    <w:p w:rsidR="007B2329" w:rsidRDefault="007B2329" w:rsidP="007B2329">
      <w:r>
        <w:t>876.9860</w:t>
      </w:r>
      <w:r>
        <w:tab/>
        <w:t>2.025e0</w:t>
      </w:r>
    </w:p>
    <w:p w:rsidR="007B2329" w:rsidRDefault="007B2329" w:rsidP="007B2329">
      <w:r>
        <w:t>877.0693</w:t>
      </w:r>
      <w:r>
        <w:tab/>
        <w:t>1.013e0</w:t>
      </w:r>
    </w:p>
    <w:p w:rsidR="007B2329" w:rsidRDefault="007B2329" w:rsidP="007B2329">
      <w:r>
        <w:lastRenderedPageBreak/>
        <w:t>877.1031</w:t>
      </w:r>
      <w:r>
        <w:tab/>
        <w:t>3.038e0</w:t>
      </w:r>
    </w:p>
    <w:p w:rsidR="007B2329" w:rsidRDefault="007B2329" w:rsidP="007B2329">
      <w:r>
        <w:t>877.1213</w:t>
      </w:r>
      <w:r>
        <w:tab/>
        <w:t>4.051e0</w:t>
      </w:r>
    </w:p>
    <w:p w:rsidR="007B2329" w:rsidRDefault="007B2329" w:rsidP="007B2329">
      <w:r>
        <w:t>877.1474</w:t>
      </w:r>
      <w:r>
        <w:tab/>
        <w:t>3.038e0</w:t>
      </w:r>
    </w:p>
    <w:p w:rsidR="007B2329" w:rsidRDefault="007B2329" w:rsidP="007B2329">
      <w:r>
        <w:t>877.1545</w:t>
      </w:r>
      <w:r>
        <w:tab/>
        <w:t>5.063e0</w:t>
      </w:r>
    </w:p>
    <w:p w:rsidR="007B2329" w:rsidRDefault="007B2329" w:rsidP="007B2329">
      <w:r>
        <w:t>877.2122</w:t>
      </w:r>
      <w:r>
        <w:tab/>
        <w:t>1.013e0</w:t>
      </w:r>
    </w:p>
    <w:p w:rsidR="007B2329" w:rsidRDefault="007B2329" w:rsidP="007B2329">
      <w:r>
        <w:t>877.2305</w:t>
      </w:r>
      <w:r>
        <w:tab/>
        <w:t>1.013e0</w:t>
      </w:r>
    </w:p>
    <w:p w:rsidR="007B2329" w:rsidRDefault="007B2329" w:rsidP="007B2329">
      <w:r>
        <w:t>877.2361</w:t>
      </w:r>
      <w:r>
        <w:tab/>
        <w:t>4.803e0</w:t>
      </w:r>
    </w:p>
    <w:p w:rsidR="007B2329" w:rsidRDefault="007B2329" w:rsidP="007B2329">
      <w:r>
        <w:t>877.2382</w:t>
      </w:r>
      <w:r>
        <w:tab/>
        <w:t>2.025e0</w:t>
      </w:r>
    </w:p>
    <w:p w:rsidR="007B2329" w:rsidRDefault="007B2329" w:rsidP="007B2329">
      <w:r>
        <w:t>877.2549</w:t>
      </w:r>
      <w:r>
        <w:tab/>
        <w:t>4.051e0</w:t>
      </w:r>
    </w:p>
    <w:p w:rsidR="007B2329" w:rsidRDefault="007B2329" w:rsidP="007B2329">
      <w:r>
        <w:t>877.2587</w:t>
      </w:r>
      <w:r>
        <w:tab/>
        <w:t>2.701e0</w:t>
      </w:r>
    </w:p>
    <w:p w:rsidR="007B2329" w:rsidRDefault="007B2329" w:rsidP="007B2329">
      <w:r>
        <w:t>877.2752</w:t>
      </w:r>
      <w:r>
        <w:tab/>
        <w:t>1.013e0</w:t>
      </w:r>
    </w:p>
    <w:p w:rsidR="007B2329" w:rsidRDefault="007B2329" w:rsidP="007B2329">
      <w:r>
        <w:t>877.3181</w:t>
      </w:r>
      <w:r>
        <w:tab/>
        <w:t>2.025e0</w:t>
      </w:r>
    </w:p>
    <w:p w:rsidR="007B2329" w:rsidRDefault="007B2329" w:rsidP="007B2329">
      <w:r>
        <w:t>877.3293</w:t>
      </w:r>
      <w:r>
        <w:tab/>
        <w:t>4.375e-1</w:t>
      </w:r>
    </w:p>
    <w:p w:rsidR="007B2329" w:rsidRDefault="007B2329" w:rsidP="007B2329">
      <w:r>
        <w:t>877.3701</w:t>
      </w:r>
      <w:r>
        <w:tab/>
        <w:t>4.084e0</w:t>
      </w:r>
    </w:p>
    <w:p w:rsidR="007B2329" w:rsidRDefault="007B2329" w:rsidP="007B2329">
      <w:r>
        <w:t>877.4026</w:t>
      </w:r>
      <w:r>
        <w:tab/>
        <w:t>2.433e0</w:t>
      </w:r>
    </w:p>
    <w:p w:rsidR="007B2329" w:rsidRDefault="007B2329" w:rsidP="007B2329">
      <w:r>
        <w:t>877.4549</w:t>
      </w:r>
      <w:r>
        <w:tab/>
        <w:t>1.166e1</w:t>
      </w:r>
    </w:p>
    <w:p w:rsidR="007B2329" w:rsidRDefault="007B2329" w:rsidP="007B2329">
      <w:r>
        <w:t>877.4769</w:t>
      </w:r>
      <w:r>
        <w:tab/>
        <w:t>2.102e0</w:t>
      </w:r>
    </w:p>
    <w:p w:rsidR="007B2329" w:rsidRDefault="007B2329" w:rsidP="007B2329">
      <w:r>
        <w:t>877.4816</w:t>
      </w:r>
      <w:r>
        <w:tab/>
        <w:t>2.383e0</w:t>
      </w:r>
    </w:p>
    <w:p w:rsidR="007B2329" w:rsidRDefault="007B2329" w:rsidP="007B2329">
      <w:r>
        <w:t>877.4828</w:t>
      </w:r>
      <w:r>
        <w:tab/>
        <w:t>5.011e0</w:t>
      </w:r>
    </w:p>
    <w:p w:rsidR="007B2329" w:rsidRDefault="007B2329" w:rsidP="007B2329">
      <w:r>
        <w:lastRenderedPageBreak/>
        <w:t>877.5019</w:t>
      </w:r>
      <w:r>
        <w:tab/>
        <w:t>8.543e0</w:t>
      </w:r>
    </w:p>
    <w:p w:rsidR="007B2329" w:rsidRDefault="007B2329" w:rsidP="007B2329">
      <w:r>
        <w:t>877.5254</w:t>
      </w:r>
      <w:r>
        <w:tab/>
        <w:t>1.013e0</w:t>
      </w:r>
    </w:p>
    <w:p w:rsidR="007B2329" w:rsidRDefault="007B2329" w:rsidP="007B2329">
      <w:r>
        <w:t>877.5349</w:t>
      </w:r>
      <w:r>
        <w:tab/>
        <w:t>4.051e0</w:t>
      </w:r>
    </w:p>
    <w:p w:rsidR="007B2329" w:rsidRDefault="007B2329" w:rsidP="007B2329">
      <w:r>
        <w:t>877.5760</w:t>
      </w:r>
      <w:r>
        <w:tab/>
        <w:t>4.383e0</w:t>
      </w:r>
    </w:p>
    <w:p w:rsidR="007B2329" w:rsidRDefault="007B2329" w:rsidP="007B2329">
      <w:r>
        <w:t>877.6078</w:t>
      </w:r>
      <w:r>
        <w:tab/>
        <w:t>1.419e0</w:t>
      </w:r>
    </w:p>
    <w:p w:rsidR="007B2329" w:rsidRDefault="007B2329" w:rsidP="007B2329">
      <w:r>
        <w:t>877.7021</w:t>
      </w:r>
      <w:r>
        <w:tab/>
        <w:t>2.025e0</w:t>
      </w:r>
    </w:p>
    <w:p w:rsidR="007B2329" w:rsidRDefault="007B2329" w:rsidP="007B2329">
      <w:r>
        <w:t>877.7163</w:t>
      </w:r>
      <w:r>
        <w:tab/>
        <w:t>4.051e0</w:t>
      </w:r>
    </w:p>
    <w:p w:rsidR="007B2329" w:rsidRDefault="007B2329" w:rsidP="007B2329">
      <w:r>
        <w:t>877.7318</w:t>
      </w:r>
      <w:r>
        <w:tab/>
        <w:t>1.013e0</w:t>
      </w:r>
    </w:p>
    <w:p w:rsidR="007B2329" w:rsidRDefault="007B2329" w:rsidP="007B2329">
      <w:r>
        <w:t>877.7615</w:t>
      </w:r>
      <w:r>
        <w:tab/>
        <w:t>1.013e0</w:t>
      </w:r>
    </w:p>
    <w:p w:rsidR="007B2329" w:rsidRDefault="007B2329" w:rsidP="007B2329">
      <w:r>
        <w:t>877.7662</w:t>
      </w:r>
      <w:r>
        <w:tab/>
        <w:t>1.038e0</w:t>
      </w:r>
    </w:p>
    <w:p w:rsidR="007B2329" w:rsidRDefault="007B2329" w:rsidP="007B2329">
      <w:r>
        <w:t>877.7906</w:t>
      </w:r>
      <w:r>
        <w:tab/>
        <w:t>4.051e0</w:t>
      </w:r>
    </w:p>
    <w:p w:rsidR="007B2329" w:rsidRDefault="007B2329" w:rsidP="007B2329">
      <w:r>
        <w:t>877.8497</w:t>
      </w:r>
      <w:r>
        <w:tab/>
        <w:t>2.010e0</w:t>
      </w:r>
    </w:p>
    <w:p w:rsidR="007B2329" w:rsidRDefault="007B2329" w:rsidP="007B2329">
      <w:r>
        <w:t>877.8539</w:t>
      </w:r>
      <w:r>
        <w:tab/>
        <w:t>2.025e0</w:t>
      </w:r>
    </w:p>
    <w:p w:rsidR="007B2329" w:rsidRDefault="007B2329" w:rsidP="007B2329">
      <w:r>
        <w:t>877.8643</w:t>
      </w:r>
      <w:r>
        <w:tab/>
        <w:t>1.013e0</w:t>
      </w:r>
    </w:p>
    <w:p w:rsidR="007B2329" w:rsidRDefault="007B2329" w:rsidP="007B2329">
      <w:r>
        <w:t>877.9364</w:t>
      </w:r>
      <w:r>
        <w:tab/>
        <w:t>3.038e0</w:t>
      </w:r>
    </w:p>
    <w:p w:rsidR="007B2329" w:rsidRDefault="007B2329" w:rsidP="007B2329">
      <w:r>
        <w:t>877.9907</w:t>
      </w:r>
      <w:r>
        <w:tab/>
        <w:t>3.038e0</w:t>
      </w:r>
    </w:p>
    <w:p w:rsidR="007B2329" w:rsidRDefault="007B2329" w:rsidP="007B2329">
      <w:r>
        <w:t>878.0189</w:t>
      </w:r>
      <w:r>
        <w:tab/>
        <w:t>2.025e0</w:t>
      </w:r>
    </w:p>
    <w:p w:rsidR="007B2329" w:rsidRDefault="007B2329" w:rsidP="007B2329">
      <w:r>
        <w:t>878.0246</w:t>
      </w:r>
      <w:r>
        <w:tab/>
        <w:t>1.013e0</w:t>
      </w:r>
    </w:p>
    <w:p w:rsidR="007B2329" w:rsidRDefault="007B2329" w:rsidP="007B2329">
      <w:r>
        <w:t>878.0929</w:t>
      </w:r>
      <w:r>
        <w:tab/>
        <w:t>2.025e0</w:t>
      </w:r>
    </w:p>
    <w:p w:rsidR="007B2329" w:rsidRDefault="007B2329" w:rsidP="007B2329">
      <w:r>
        <w:lastRenderedPageBreak/>
        <w:t>878.1365</w:t>
      </w:r>
      <w:r>
        <w:tab/>
        <w:t>2.025e0</w:t>
      </w:r>
    </w:p>
    <w:p w:rsidR="007B2329" w:rsidRDefault="007B2329" w:rsidP="007B2329">
      <w:r>
        <w:t>878.1591</w:t>
      </w:r>
      <w:r>
        <w:tab/>
        <w:t>5.063e0</w:t>
      </w:r>
    </w:p>
    <w:p w:rsidR="007B2329" w:rsidRDefault="007B2329" w:rsidP="007B2329">
      <w:r>
        <w:t>878.2266</w:t>
      </w:r>
      <w:r>
        <w:tab/>
        <w:t>1.013e0</w:t>
      </w:r>
    </w:p>
    <w:p w:rsidR="007B2329" w:rsidRDefault="007B2329" w:rsidP="007B2329">
      <w:r>
        <w:t>878.2531</w:t>
      </w:r>
      <w:r>
        <w:tab/>
        <w:t>2.025e0</w:t>
      </w:r>
    </w:p>
    <w:p w:rsidR="007B2329" w:rsidRDefault="007B2329" w:rsidP="007B2329">
      <w:r>
        <w:t>878.2764</w:t>
      </w:r>
      <w:r>
        <w:tab/>
        <w:t>3.452e0</w:t>
      </w:r>
    </w:p>
    <w:p w:rsidR="007B2329" w:rsidRDefault="007B2329" w:rsidP="007B2329">
      <w:r>
        <w:t>878.2774</w:t>
      </w:r>
      <w:r>
        <w:tab/>
        <w:t>1.013e0</w:t>
      </w:r>
    </w:p>
    <w:p w:rsidR="007B2329" w:rsidRDefault="007B2329" w:rsidP="007B2329">
      <w:r>
        <w:t>878.2838</w:t>
      </w:r>
      <w:r>
        <w:tab/>
        <w:t>3.214e0</w:t>
      </w:r>
    </w:p>
    <w:p w:rsidR="007B2329" w:rsidRDefault="007B2329" w:rsidP="007B2329">
      <w:r>
        <w:t>878.2880</w:t>
      </w:r>
      <w:r>
        <w:tab/>
        <w:t>2.900e0</w:t>
      </w:r>
    </w:p>
    <w:p w:rsidR="007B2329" w:rsidRDefault="007B2329" w:rsidP="007B2329">
      <w:r>
        <w:t>878.2996</w:t>
      </w:r>
      <w:r>
        <w:tab/>
        <w:t>1.931e0</w:t>
      </w:r>
    </w:p>
    <w:p w:rsidR="007B2329" w:rsidRDefault="007B2329" w:rsidP="007B2329">
      <w:r>
        <w:t>878.3166</w:t>
      </w:r>
      <w:r>
        <w:tab/>
        <w:t>9.430e0</w:t>
      </w:r>
    </w:p>
    <w:p w:rsidR="007B2329" w:rsidRDefault="007B2329" w:rsidP="007B2329">
      <w:r>
        <w:t>878.3506</w:t>
      </w:r>
      <w:r>
        <w:tab/>
        <w:t>2.752e0</w:t>
      </w:r>
    </w:p>
    <w:p w:rsidR="007B2329" w:rsidRDefault="007B2329" w:rsidP="007B2329">
      <w:r>
        <w:t>878.3654</w:t>
      </w:r>
      <w:r>
        <w:tab/>
        <w:t>1.013e0</w:t>
      </w:r>
    </w:p>
    <w:p w:rsidR="007B2329" w:rsidRDefault="007B2329" w:rsidP="007B2329">
      <w:r>
        <w:t>878.3682</w:t>
      </w:r>
      <w:r>
        <w:tab/>
        <w:t>1.222e1</w:t>
      </w:r>
    </w:p>
    <w:p w:rsidR="007B2329" w:rsidRDefault="007B2329" w:rsidP="007B2329">
      <w:r>
        <w:t>878.3808</w:t>
      </w:r>
      <w:r>
        <w:tab/>
        <w:t>2.736e0</w:t>
      </w:r>
    </w:p>
    <w:p w:rsidR="007B2329" w:rsidRDefault="007B2329" w:rsidP="007B2329">
      <w:r>
        <w:t>878.4099</w:t>
      </w:r>
      <w:r>
        <w:tab/>
        <w:t>1.853e0</w:t>
      </w:r>
    </w:p>
    <w:p w:rsidR="007B2329" w:rsidRDefault="007B2329" w:rsidP="007B2329">
      <w:r>
        <w:t>878.4539</w:t>
      </w:r>
      <w:r>
        <w:tab/>
        <w:t>1.013e0</w:t>
      </w:r>
    </w:p>
    <w:p w:rsidR="007B2329" w:rsidRDefault="007B2329" w:rsidP="007B2329">
      <w:r>
        <w:t>878.4631</w:t>
      </w:r>
      <w:r>
        <w:tab/>
        <w:t>5.458e0</w:t>
      </w:r>
    </w:p>
    <w:p w:rsidR="007B2329" w:rsidRDefault="007B2329" w:rsidP="007B2329">
      <w:r>
        <w:t>878.4751</w:t>
      </w:r>
      <w:r>
        <w:tab/>
        <w:t>9.927e0</w:t>
      </w:r>
    </w:p>
    <w:p w:rsidR="007B2329" w:rsidRDefault="007B2329" w:rsidP="007B2329">
      <w:r>
        <w:t>878.4838</w:t>
      </w:r>
      <w:r>
        <w:tab/>
        <w:t>2.025e0</w:t>
      </w:r>
    </w:p>
    <w:p w:rsidR="007B2329" w:rsidRDefault="007B2329" w:rsidP="007B2329">
      <w:r>
        <w:lastRenderedPageBreak/>
        <w:t>878.4877</w:t>
      </w:r>
      <w:r>
        <w:tab/>
        <w:t>9.315e0</w:t>
      </w:r>
    </w:p>
    <w:p w:rsidR="007B2329" w:rsidRDefault="007B2329" w:rsidP="007B2329">
      <w:r>
        <w:t>878.5137</w:t>
      </w:r>
      <w:r>
        <w:tab/>
        <w:t>5.747e0</w:t>
      </w:r>
    </w:p>
    <w:p w:rsidR="007B2329" w:rsidRDefault="007B2329" w:rsidP="007B2329">
      <w:r>
        <w:t>878.5222</w:t>
      </w:r>
      <w:r>
        <w:tab/>
        <w:t>5.812e0</w:t>
      </w:r>
    </w:p>
    <w:p w:rsidR="007B2329" w:rsidRDefault="007B2329" w:rsidP="007B2329">
      <w:r>
        <w:t>878.5666</w:t>
      </w:r>
      <w:r>
        <w:tab/>
        <w:t>2.954e0</w:t>
      </w:r>
    </w:p>
    <w:p w:rsidR="007B2329" w:rsidRDefault="007B2329" w:rsidP="007B2329">
      <w:r>
        <w:t>878.5857</w:t>
      </w:r>
      <w:r>
        <w:tab/>
        <w:t>3.063e0</w:t>
      </w:r>
    </w:p>
    <w:p w:rsidR="007B2329" w:rsidRDefault="007B2329" w:rsidP="007B2329">
      <w:r>
        <w:t>878.6161</w:t>
      </w:r>
      <w:r>
        <w:tab/>
        <w:t>1.013e0</w:t>
      </w:r>
    </w:p>
    <w:p w:rsidR="007B2329" w:rsidRDefault="007B2329" w:rsidP="007B2329">
      <w:r>
        <w:t>878.6420</w:t>
      </w:r>
      <w:r>
        <w:tab/>
        <w:t>3.038e0</w:t>
      </w:r>
    </w:p>
    <w:p w:rsidR="007B2329" w:rsidRDefault="007B2329" w:rsidP="007B2329">
      <w:r>
        <w:t>878.6458</w:t>
      </w:r>
      <w:r>
        <w:tab/>
        <w:t>3.038e0</w:t>
      </w:r>
    </w:p>
    <w:p w:rsidR="007B2329" w:rsidRDefault="007B2329" w:rsidP="007B2329">
      <w:r>
        <w:t>878.6572</w:t>
      </w:r>
      <w:r>
        <w:tab/>
        <w:t>2.025e0</w:t>
      </w:r>
    </w:p>
    <w:p w:rsidR="007B2329" w:rsidRDefault="007B2329" w:rsidP="007B2329">
      <w:r>
        <w:t>878.6605</w:t>
      </w:r>
      <w:r>
        <w:tab/>
        <w:t>1.013e0</w:t>
      </w:r>
    </w:p>
    <w:p w:rsidR="007B2329" w:rsidRDefault="007B2329" w:rsidP="007B2329">
      <w:r>
        <w:t>878.6831</w:t>
      </w:r>
      <w:r>
        <w:tab/>
        <w:t>1.013e0</w:t>
      </w:r>
    </w:p>
    <w:p w:rsidR="007B2329" w:rsidRDefault="007B2329" w:rsidP="007B2329">
      <w:r>
        <w:t>878.6898</w:t>
      </w:r>
      <w:r>
        <w:tab/>
        <w:t>2.025e0</w:t>
      </w:r>
    </w:p>
    <w:p w:rsidR="007B2329" w:rsidRDefault="007B2329" w:rsidP="007B2329">
      <w:r>
        <w:t>878.7115</w:t>
      </w:r>
      <w:r>
        <w:tab/>
        <w:t>2.025e0</w:t>
      </w:r>
    </w:p>
    <w:p w:rsidR="007B2329" w:rsidRDefault="007B2329" w:rsidP="007B2329">
      <w:r>
        <w:t>878.7275</w:t>
      </w:r>
      <w:r>
        <w:tab/>
        <w:t>3.038e0</w:t>
      </w:r>
    </w:p>
    <w:p w:rsidR="007B2329" w:rsidRDefault="007B2329" w:rsidP="007B2329">
      <w:r>
        <w:t>878.7592</w:t>
      </w:r>
      <w:r>
        <w:tab/>
        <w:t>3.038e0</w:t>
      </w:r>
    </w:p>
    <w:p w:rsidR="007B2329" w:rsidRDefault="007B2329" w:rsidP="007B2329">
      <w:r>
        <w:t>878.7670</w:t>
      </w:r>
      <w:r>
        <w:tab/>
        <w:t>1.013e0</w:t>
      </w:r>
    </w:p>
    <w:p w:rsidR="007B2329" w:rsidRDefault="007B2329" w:rsidP="007B2329">
      <w:r>
        <w:t>878.7700</w:t>
      </w:r>
      <w:r>
        <w:tab/>
        <w:t>3.051e0</w:t>
      </w:r>
    </w:p>
    <w:p w:rsidR="007B2329" w:rsidRDefault="007B2329" w:rsidP="007B2329">
      <w:r>
        <w:t>878.8215</w:t>
      </w:r>
      <w:r>
        <w:tab/>
        <w:t>2.025e0</w:t>
      </w:r>
    </w:p>
    <w:p w:rsidR="007B2329" w:rsidRDefault="007B2329" w:rsidP="007B2329">
      <w:r>
        <w:t>878.8226</w:t>
      </w:r>
      <w:r>
        <w:tab/>
        <w:t>2.025e0</w:t>
      </w:r>
    </w:p>
    <w:p w:rsidR="007B2329" w:rsidRDefault="007B2329" w:rsidP="007B2329">
      <w:r>
        <w:lastRenderedPageBreak/>
        <w:t>878.8522</w:t>
      </w:r>
      <w:r>
        <w:tab/>
        <w:t>1.013e0</w:t>
      </w:r>
    </w:p>
    <w:p w:rsidR="007B2329" w:rsidRDefault="007B2329" w:rsidP="007B2329">
      <w:r>
        <w:t>878.8599</w:t>
      </w:r>
      <w:r>
        <w:tab/>
        <w:t>1.969e0</w:t>
      </w:r>
    </w:p>
    <w:p w:rsidR="007B2329" w:rsidRDefault="007B2329" w:rsidP="007B2329">
      <w:r>
        <w:t>878.8962</w:t>
      </w:r>
      <w:r>
        <w:tab/>
        <w:t>1.937e0</w:t>
      </w:r>
    </w:p>
    <w:p w:rsidR="007B2329" w:rsidRDefault="007B2329" w:rsidP="007B2329">
      <w:r>
        <w:t>878.9117</w:t>
      </w:r>
      <w:r>
        <w:tab/>
        <w:t>2.025e0</w:t>
      </w:r>
    </w:p>
    <w:p w:rsidR="007B2329" w:rsidRDefault="007B2329" w:rsidP="007B2329">
      <w:r>
        <w:t>878.9407</w:t>
      </w:r>
      <w:r>
        <w:tab/>
        <w:t>3.038e0</w:t>
      </w:r>
    </w:p>
    <w:p w:rsidR="007B2329" w:rsidRDefault="007B2329" w:rsidP="007B2329">
      <w:r>
        <w:t>878.9783</w:t>
      </w:r>
      <w:r>
        <w:tab/>
        <w:t>8.101e0</w:t>
      </w:r>
    </w:p>
    <w:p w:rsidR="007B2329" w:rsidRDefault="007B2329" w:rsidP="007B2329">
      <w:r>
        <w:t>879.0143</w:t>
      </w:r>
      <w:r>
        <w:tab/>
        <w:t>1.969e0</w:t>
      </w:r>
    </w:p>
    <w:p w:rsidR="007B2329" w:rsidRDefault="007B2329" w:rsidP="007B2329">
      <w:r>
        <w:t>879.0291</w:t>
      </w:r>
      <w:r>
        <w:tab/>
        <w:t>1.013e0</w:t>
      </w:r>
    </w:p>
    <w:p w:rsidR="007B2329" w:rsidRDefault="007B2329" w:rsidP="007B2329">
      <w:r>
        <w:t>879.0511</w:t>
      </w:r>
      <w:r>
        <w:tab/>
        <w:t>6.076e0</w:t>
      </w:r>
    </w:p>
    <w:p w:rsidR="007B2329" w:rsidRDefault="007B2329" w:rsidP="007B2329">
      <w:r>
        <w:t>879.0574</w:t>
      </w:r>
      <w:r>
        <w:tab/>
        <w:t>5.063e0</w:t>
      </w:r>
    </w:p>
    <w:p w:rsidR="007B2329" w:rsidRDefault="007B2329" w:rsidP="007B2329">
      <w:r>
        <w:t>879.0884</w:t>
      </w:r>
      <w:r>
        <w:tab/>
        <w:t>2.025e0</w:t>
      </w:r>
    </w:p>
    <w:p w:rsidR="007B2329" w:rsidRDefault="007B2329" w:rsidP="007B2329">
      <w:r>
        <w:t>879.1050</w:t>
      </w:r>
      <w:r>
        <w:tab/>
        <w:t>1.013e0</w:t>
      </w:r>
    </w:p>
    <w:p w:rsidR="007B2329" w:rsidRDefault="007B2329" w:rsidP="007B2329">
      <w:r>
        <w:t>879.1619</w:t>
      </w:r>
      <w:r>
        <w:tab/>
        <w:t>4.051e0</w:t>
      </w:r>
    </w:p>
    <w:p w:rsidR="007B2329" w:rsidRDefault="007B2329" w:rsidP="007B2329">
      <w:r>
        <w:t>879.1914</w:t>
      </w:r>
      <w:r>
        <w:tab/>
        <w:t>1.013e0</w:t>
      </w:r>
    </w:p>
    <w:p w:rsidR="007B2329" w:rsidRDefault="007B2329" w:rsidP="007B2329">
      <w:r>
        <w:t>879.2547</w:t>
      </w:r>
      <w:r>
        <w:tab/>
        <w:t>3.038e0</w:t>
      </w:r>
    </w:p>
    <w:p w:rsidR="007B2329" w:rsidRDefault="007B2329" w:rsidP="007B2329">
      <w:r>
        <w:t>879.2900</w:t>
      </w:r>
      <w:r>
        <w:tab/>
        <w:t>1.493e0</w:t>
      </w:r>
    </w:p>
    <w:p w:rsidR="007B2329" w:rsidRDefault="007B2329" w:rsidP="007B2329">
      <w:r>
        <w:t>879.2952</w:t>
      </w:r>
      <w:r>
        <w:tab/>
        <w:t>1.013e0</w:t>
      </w:r>
    </w:p>
    <w:p w:rsidR="007B2329" w:rsidRDefault="007B2329" w:rsidP="007B2329">
      <w:r>
        <w:t>879.3097</w:t>
      </w:r>
      <w:r>
        <w:tab/>
        <w:t>3.038e0</w:t>
      </w:r>
    </w:p>
    <w:p w:rsidR="007B2329" w:rsidRDefault="007B2329" w:rsidP="007B2329">
      <w:r>
        <w:t>879.3172</w:t>
      </w:r>
      <w:r>
        <w:tab/>
        <w:t>2.282e0</w:t>
      </w:r>
    </w:p>
    <w:p w:rsidR="007B2329" w:rsidRDefault="007B2329" w:rsidP="007B2329">
      <w:r>
        <w:lastRenderedPageBreak/>
        <w:t>879.3390</w:t>
      </w:r>
      <w:r>
        <w:tab/>
        <w:t>1.013e0</w:t>
      </w:r>
    </w:p>
    <w:p w:rsidR="007B2329" w:rsidRDefault="007B2329" w:rsidP="007B2329">
      <w:r>
        <w:t>879.3516</w:t>
      </w:r>
      <w:r>
        <w:tab/>
        <w:t>1.143e1</w:t>
      </w:r>
    </w:p>
    <w:p w:rsidR="007B2329" w:rsidRDefault="007B2329" w:rsidP="007B2329">
      <w:r>
        <w:t>879.3589</w:t>
      </w:r>
      <w:r>
        <w:tab/>
        <w:t>4.158e0</w:t>
      </w:r>
    </w:p>
    <w:p w:rsidR="007B2329" w:rsidRDefault="007B2329" w:rsidP="007B2329">
      <w:r>
        <w:t>879.3656</w:t>
      </w:r>
      <w:r>
        <w:tab/>
        <w:t>7.208e0</w:t>
      </w:r>
    </w:p>
    <w:p w:rsidR="007B2329" w:rsidRDefault="007B2329" w:rsidP="007B2329">
      <w:r>
        <w:t>879.4401</w:t>
      </w:r>
      <w:r>
        <w:tab/>
        <w:t>1.038e0</w:t>
      </w:r>
    </w:p>
    <w:p w:rsidR="007B2329" w:rsidRDefault="007B2329" w:rsidP="007B2329">
      <w:r>
        <w:t>879.4794</w:t>
      </w:r>
      <w:r>
        <w:tab/>
        <w:t>7.129e0</w:t>
      </w:r>
    </w:p>
    <w:p w:rsidR="007B2329" w:rsidRDefault="007B2329" w:rsidP="007B2329">
      <w:r>
        <w:t>879.4876</w:t>
      </w:r>
      <w:r>
        <w:tab/>
        <w:t>2.009e1</w:t>
      </w:r>
    </w:p>
    <w:p w:rsidR="007B2329" w:rsidRDefault="007B2329" w:rsidP="007B2329">
      <w:r>
        <w:t>879.4916</w:t>
      </w:r>
      <w:r>
        <w:tab/>
        <w:t>1.911e0</w:t>
      </w:r>
    </w:p>
    <w:p w:rsidR="007B2329" w:rsidRDefault="007B2329" w:rsidP="007B2329">
      <w:r>
        <w:t>879.5013</w:t>
      </w:r>
      <w:r>
        <w:tab/>
        <w:t>1.229e1</w:t>
      </w:r>
    </w:p>
    <w:p w:rsidR="007B2329" w:rsidRDefault="007B2329" w:rsidP="007B2329">
      <w:r>
        <w:t>879.5038</w:t>
      </w:r>
      <w:r>
        <w:tab/>
        <w:t>2.346e1</w:t>
      </w:r>
    </w:p>
    <w:p w:rsidR="007B2329" w:rsidRDefault="007B2329" w:rsidP="007B2329">
      <w:r>
        <w:t>879.5141</w:t>
      </w:r>
      <w:r>
        <w:tab/>
        <w:t>2.025e0</w:t>
      </w:r>
    </w:p>
    <w:p w:rsidR="007B2329" w:rsidRDefault="007B2329" w:rsidP="007B2329">
      <w:r>
        <w:t>879.5170</w:t>
      </w:r>
      <w:r>
        <w:tab/>
        <w:t>1.403e0</w:t>
      </w:r>
    </w:p>
    <w:p w:rsidR="007B2329" w:rsidRDefault="007B2329" w:rsidP="007B2329">
      <w:r>
        <w:t>879.5209</w:t>
      </w:r>
      <w:r>
        <w:tab/>
        <w:t>1.572e1</w:t>
      </w:r>
    </w:p>
    <w:p w:rsidR="007B2329" w:rsidRDefault="007B2329" w:rsidP="007B2329">
      <w:r>
        <w:t>879.5541</w:t>
      </w:r>
      <w:r>
        <w:tab/>
        <w:t>2.025e0</w:t>
      </w:r>
    </w:p>
    <w:p w:rsidR="007B2329" w:rsidRDefault="007B2329" w:rsidP="007B2329">
      <w:r>
        <w:t>879.5624</w:t>
      </w:r>
      <w:r>
        <w:tab/>
        <w:t>2.497e0</w:t>
      </w:r>
    </w:p>
    <w:p w:rsidR="007B2329" w:rsidRDefault="007B2329" w:rsidP="007B2329">
      <w:r>
        <w:t>879.5898</w:t>
      </w:r>
      <w:r>
        <w:tab/>
        <w:t>6.849e0</w:t>
      </w:r>
    </w:p>
    <w:p w:rsidR="007B2329" w:rsidRDefault="007B2329" w:rsidP="007B2329">
      <w:r>
        <w:t>879.6591</w:t>
      </w:r>
      <w:r>
        <w:tab/>
        <w:t>5.063e0</w:t>
      </w:r>
    </w:p>
    <w:p w:rsidR="007B2329" w:rsidRDefault="007B2329" w:rsidP="007B2329">
      <w:r>
        <w:t>879.7085</w:t>
      </w:r>
      <w:r>
        <w:tab/>
        <w:t>1.013e0</w:t>
      </w:r>
    </w:p>
    <w:p w:rsidR="007B2329" w:rsidRDefault="007B2329" w:rsidP="007B2329">
      <w:r>
        <w:t>879.7233</w:t>
      </w:r>
      <w:r>
        <w:tab/>
        <w:t>3.117e0</w:t>
      </w:r>
    </w:p>
    <w:p w:rsidR="007B2329" w:rsidRDefault="007B2329" w:rsidP="007B2329">
      <w:r>
        <w:lastRenderedPageBreak/>
        <w:t>879.7378</w:t>
      </w:r>
      <w:r>
        <w:tab/>
        <w:t>1.013e0</w:t>
      </w:r>
    </w:p>
    <w:p w:rsidR="007B2329" w:rsidRDefault="007B2329" w:rsidP="007B2329">
      <w:r>
        <w:t>879.7493</w:t>
      </w:r>
      <w:r>
        <w:tab/>
        <w:t>1.013e0</w:t>
      </w:r>
    </w:p>
    <w:p w:rsidR="007B2329" w:rsidRDefault="007B2329" w:rsidP="007B2329">
      <w:r>
        <w:t>879.7523</w:t>
      </w:r>
      <w:r>
        <w:tab/>
        <w:t>1.013e0</w:t>
      </w:r>
    </w:p>
    <w:p w:rsidR="007B2329" w:rsidRDefault="007B2329" w:rsidP="007B2329">
      <w:r>
        <w:t>879.7968</w:t>
      </w:r>
      <w:r>
        <w:tab/>
        <w:t>1.013e0</w:t>
      </w:r>
    </w:p>
    <w:p w:rsidR="007B2329" w:rsidRDefault="007B2329" w:rsidP="007B2329">
      <w:r>
        <w:t>879.8054</w:t>
      </w:r>
      <w:r>
        <w:tab/>
        <w:t>2.025e0</w:t>
      </w:r>
    </w:p>
    <w:p w:rsidR="007B2329" w:rsidRDefault="007B2329" w:rsidP="007B2329">
      <w:r>
        <w:t>879.8503</w:t>
      </w:r>
      <w:r>
        <w:tab/>
        <w:t>2.064e0</w:t>
      </w:r>
    </w:p>
    <w:p w:rsidR="007B2329" w:rsidRDefault="007B2329" w:rsidP="007B2329">
      <w:r>
        <w:t>879.8757</w:t>
      </w:r>
      <w:r>
        <w:tab/>
        <w:t>3.038e0</w:t>
      </w:r>
    </w:p>
    <w:p w:rsidR="007B2329" w:rsidRDefault="007B2329" w:rsidP="007B2329">
      <w:r>
        <w:t>879.9240</w:t>
      </w:r>
      <w:r>
        <w:tab/>
        <w:t>2.025e0</w:t>
      </w:r>
    </w:p>
    <w:p w:rsidR="007B2329" w:rsidRDefault="007B2329" w:rsidP="007B2329">
      <w:r>
        <w:t>879.9363</w:t>
      </w:r>
      <w:r>
        <w:tab/>
        <w:t>5.726e0</w:t>
      </w:r>
    </w:p>
    <w:p w:rsidR="007B2329" w:rsidRDefault="007B2329" w:rsidP="007B2329">
      <w:r>
        <w:t>879.9383</w:t>
      </w:r>
      <w:r>
        <w:tab/>
        <w:t>4.076e0</w:t>
      </w:r>
    </w:p>
    <w:p w:rsidR="007B2329" w:rsidRDefault="007B2329" w:rsidP="007B2329">
      <w:r>
        <w:t>879.9468</w:t>
      </w:r>
      <w:r>
        <w:tab/>
        <w:t>3.270e0</w:t>
      </w:r>
    </w:p>
    <w:p w:rsidR="007B2329" w:rsidRDefault="007B2329" w:rsidP="007B2329">
      <w:r>
        <w:t>879.9515</w:t>
      </w:r>
      <w:r>
        <w:tab/>
        <w:t>7.089e0</w:t>
      </w:r>
    </w:p>
    <w:p w:rsidR="007B2329" w:rsidRDefault="007B2329" w:rsidP="007B2329">
      <w:r>
        <w:t>879.9611</w:t>
      </w:r>
      <w:r>
        <w:tab/>
        <w:t>5.850e0</w:t>
      </w:r>
    </w:p>
    <w:p w:rsidR="007B2329" w:rsidRDefault="007B2329" w:rsidP="007B2329">
      <w:r>
        <w:t>879.9652</w:t>
      </w:r>
      <w:r>
        <w:tab/>
        <w:t>4.063e0</w:t>
      </w:r>
    </w:p>
    <w:p w:rsidR="007B2329" w:rsidRDefault="007B2329" w:rsidP="007B2329">
      <w:r>
        <w:t>879.9841</w:t>
      </w:r>
      <w:r>
        <w:tab/>
        <w:t>3.038e0</w:t>
      </w:r>
    </w:p>
    <w:p w:rsidR="007B2329" w:rsidRDefault="007B2329" w:rsidP="007B2329">
      <w:r>
        <w:t>880.0479</w:t>
      </w:r>
      <w:r>
        <w:tab/>
        <w:t>2.025e0</w:t>
      </w:r>
    </w:p>
    <w:p w:rsidR="007B2329" w:rsidRDefault="007B2329" w:rsidP="007B2329">
      <w:r>
        <w:t>880.0553</w:t>
      </w:r>
      <w:r>
        <w:tab/>
        <w:t>2.025e0</w:t>
      </w:r>
    </w:p>
    <w:p w:rsidR="007B2329" w:rsidRDefault="007B2329" w:rsidP="007B2329">
      <w:r>
        <w:t>880.0664</w:t>
      </w:r>
      <w:r>
        <w:tab/>
        <w:t>2.025e0</w:t>
      </w:r>
    </w:p>
    <w:p w:rsidR="007B2329" w:rsidRDefault="007B2329" w:rsidP="007B2329">
      <w:r>
        <w:t>880.0994</w:t>
      </w:r>
      <w:r>
        <w:tab/>
        <w:t>2.025e0</w:t>
      </w:r>
    </w:p>
    <w:p w:rsidR="007B2329" w:rsidRDefault="007B2329" w:rsidP="007B2329">
      <w:r>
        <w:lastRenderedPageBreak/>
        <w:t>880.1073</w:t>
      </w:r>
      <w:r>
        <w:tab/>
        <w:t>3.038e0</w:t>
      </w:r>
    </w:p>
    <w:p w:rsidR="007B2329" w:rsidRDefault="007B2329" w:rsidP="007B2329">
      <w:r>
        <w:t>880.1199</w:t>
      </w:r>
      <w:r>
        <w:tab/>
        <w:t>4.051e0</w:t>
      </w:r>
    </w:p>
    <w:p w:rsidR="007B2329" w:rsidRDefault="007B2329" w:rsidP="007B2329">
      <w:r>
        <w:t>880.1537</w:t>
      </w:r>
      <w:r>
        <w:tab/>
        <w:t>1.013e0</w:t>
      </w:r>
    </w:p>
    <w:p w:rsidR="007B2329" w:rsidRDefault="007B2329" w:rsidP="007B2329">
      <w:r>
        <w:t>880.2107</w:t>
      </w:r>
      <w:r>
        <w:tab/>
        <w:t>1.013e0</w:t>
      </w:r>
    </w:p>
    <w:p w:rsidR="007B2329" w:rsidRDefault="007B2329" w:rsidP="007B2329">
      <w:r>
        <w:t>880.2397</w:t>
      </w:r>
      <w:r>
        <w:tab/>
        <w:t>1.013e0</w:t>
      </w:r>
    </w:p>
    <w:p w:rsidR="007B2329" w:rsidRDefault="007B2329" w:rsidP="007B2329">
      <w:r>
        <w:t>880.2461</w:t>
      </w:r>
      <w:r>
        <w:tab/>
        <w:t>4.748e0</w:t>
      </w:r>
    </w:p>
    <w:p w:rsidR="007B2329" w:rsidRDefault="007B2329" w:rsidP="007B2329">
      <w:r>
        <w:t>880.2496</w:t>
      </w:r>
      <w:r>
        <w:tab/>
        <w:t>4.682e0</w:t>
      </w:r>
    </w:p>
    <w:p w:rsidR="007B2329" w:rsidRDefault="007B2329" w:rsidP="007B2329">
      <w:r>
        <w:t>880.2689</w:t>
      </w:r>
      <w:r>
        <w:tab/>
        <w:t>1.519e0</w:t>
      </w:r>
    </w:p>
    <w:p w:rsidR="007B2329" w:rsidRDefault="007B2329" w:rsidP="007B2329">
      <w:r>
        <w:t>880.2808</w:t>
      </w:r>
      <w:r>
        <w:tab/>
        <w:t>3.544e0</w:t>
      </w:r>
    </w:p>
    <w:p w:rsidR="007B2329" w:rsidRDefault="007B2329" w:rsidP="007B2329">
      <w:r>
        <w:t>880.2841</w:t>
      </w:r>
      <w:r>
        <w:tab/>
        <w:t>2.818e0</w:t>
      </w:r>
    </w:p>
    <w:p w:rsidR="007B2329" w:rsidRDefault="007B2329" w:rsidP="007B2329">
      <w:r>
        <w:t>880.2859</w:t>
      </w:r>
      <w:r>
        <w:tab/>
        <w:t>4.613e0</w:t>
      </w:r>
    </w:p>
    <w:p w:rsidR="007B2329" w:rsidRDefault="007B2329" w:rsidP="007B2329">
      <w:r>
        <w:t>880.3071</w:t>
      </w:r>
      <w:r>
        <w:tab/>
        <w:t>1.013e0</w:t>
      </w:r>
    </w:p>
    <w:p w:rsidR="007B2329" w:rsidRDefault="007B2329" w:rsidP="007B2329">
      <w:r>
        <w:t>880.3835</w:t>
      </w:r>
      <w:r>
        <w:tab/>
        <w:t>2.297e0</w:t>
      </w:r>
    </w:p>
    <w:p w:rsidR="007B2329" w:rsidRDefault="007B2329" w:rsidP="007B2329">
      <w:r>
        <w:t>880.4634</w:t>
      </w:r>
      <w:r>
        <w:tab/>
        <w:t>1.201e1</w:t>
      </w:r>
    </w:p>
    <w:p w:rsidR="007B2329" w:rsidRDefault="007B2329" w:rsidP="007B2329">
      <w:r>
        <w:t>880.4838</w:t>
      </w:r>
      <w:r>
        <w:tab/>
        <w:t>3.531e1</w:t>
      </w:r>
    </w:p>
    <w:p w:rsidR="007B2329" w:rsidRDefault="007B2329" w:rsidP="007B2329">
      <w:r>
        <w:t>880.4974</w:t>
      </w:r>
      <w:r>
        <w:tab/>
        <w:t>1.711e1</w:t>
      </w:r>
    </w:p>
    <w:p w:rsidR="007B2329" w:rsidRDefault="007B2329" w:rsidP="007B2329">
      <w:r>
        <w:t>880.5059</w:t>
      </w:r>
      <w:r>
        <w:tab/>
        <w:t>2.278e1</w:t>
      </w:r>
    </w:p>
    <w:p w:rsidR="007B2329" w:rsidRDefault="007B2329" w:rsidP="007B2329">
      <w:r>
        <w:t>880.5071</w:t>
      </w:r>
      <w:r>
        <w:tab/>
        <w:t>1.663e1</w:t>
      </w:r>
    </w:p>
    <w:p w:rsidR="007B2329" w:rsidRDefault="007B2329" w:rsidP="007B2329">
      <w:r>
        <w:t>880.5084</w:t>
      </w:r>
      <w:r>
        <w:tab/>
        <w:t>1.450e1</w:t>
      </w:r>
    </w:p>
    <w:p w:rsidR="007B2329" w:rsidRDefault="007B2329" w:rsidP="007B2329">
      <w:r>
        <w:lastRenderedPageBreak/>
        <w:t>880.5303</w:t>
      </w:r>
      <w:r>
        <w:tab/>
        <w:t>1.819e1</w:t>
      </w:r>
    </w:p>
    <w:p w:rsidR="007B2329" w:rsidRDefault="007B2329" w:rsidP="007B2329">
      <w:r>
        <w:t>880.5557</w:t>
      </w:r>
      <w:r>
        <w:tab/>
        <w:t>5.086e0</w:t>
      </w:r>
    </w:p>
    <w:p w:rsidR="007B2329" w:rsidRDefault="007B2329" w:rsidP="007B2329">
      <w:r>
        <w:t>880.6096</w:t>
      </w:r>
      <w:r>
        <w:tab/>
        <w:t>1.013e0</w:t>
      </w:r>
    </w:p>
    <w:p w:rsidR="007B2329" w:rsidRDefault="007B2329" w:rsidP="007B2329">
      <w:r>
        <w:t>880.6252</w:t>
      </w:r>
      <w:r>
        <w:tab/>
        <w:t>5.063e0</w:t>
      </w:r>
    </w:p>
    <w:p w:rsidR="007B2329" w:rsidRDefault="007B2329" w:rsidP="007B2329">
      <w:r>
        <w:t>880.6273</w:t>
      </w:r>
      <w:r>
        <w:tab/>
        <w:t>1.266e-2</w:t>
      </w:r>
    </w:p>
    <w:p w:rsidR="007B2329" w:rsidRDefault="007B2329" w:rsidP="007B2329">
      <w:r>
        <w:t>880.6461</w:t>
      </w:r>
      <w:r>
        <w:tab/>
        <w:t>8.151e0</w:t>
      </w:r>
    </w:p>
    <w:p w:rsidR="007B2329" w:rsidRDefault="007B2329" w:rsidP="007B2329">
      <w:r>
        <w:t>880.6600</w:t>
      </w:r>
      <w:r>
        <w:tab/>
        <w:t>4.051e0</w:t>
      </w:r>
    </w:p>
    <w:p w:rsidR="007B2329" w:rsidRDefault="007B2329" w:rsidP="007B2329">
      <w:r>
        <w:t>880.6671</w:t>
      </w:r>
      <w:r>
        <w:tab/>
        <w:t>2.025e0</w:t>
      </w:r>
    </w:p>
    <w:p w:rsidR="007B2329" w:rsidRDefault="007B2329" w:rsidP="007B2329">
      <w:r>
        <w:t>880.7037</w:t>
      </w:r>
      <w:r>
        <w:tab/>
        <w:t>1.025e0</w:t>
      </w:r>
    </w:p>
    <w:p w:rsidR="007B2329" w:rsidRDefault="007B2329" w:rsidP="007B2329">
      <w:r>
        <w:t>880.7353</w:t>
      </w:r>
      <w:r>
        <w:tab/>
        <w:t>4.051e0</w:t>
      </w:r>
    </w:p>
    <w:p w:rsidR="007B2329" w:rsidRDefault="007B2329" w:rsidP="007B2329">
      <w:r>
        <w:t>880.7456</w:t>
      </w:r>
      <w:r>
        <w:tab/>
        <w:t>3.038e0</w:t>
      </w:r>
    </w:p>
    <w:p w:rsidR="007B2329" w:rsidRDefault="007B2329" w:rsidP="007B2329">
      <w:r>
        <w:t>880.7633</w:t>
      </w:r>
      <w:r>
        <w:tab/>
        <w:t>3.038e0</w:t>
      </w:r>
    </w:p>
    <w:p w:rsidR="007B2329" w:rsidRDefault="007B2329" w:rsidP="007B2329">
      <w:r>
        <w:t>880.7939</w:t>
      </w:r>
      <w:r>
        <w:tab/>
        <w:t>2.025e0</w:t>
      </w:r>
    </w:p>
    <w:p w:rsidR="007B2329" w:rsidRDefault="007B2329" w:rsidP="007B2329">
      <w:r>
        <w:t>880.8461</w:t>
      </w:r>
      <w:r>
        <w:tab/>
        <w:t>3.038e0</w:t>
      </w:r>
    </w:p>
    <w:p w:rsidR="007B2329" w:rsidRDefault="007B2329" w:rsidP="007B2329">
      <w:r>
        <w:t>880.9124</w:t>
      </w:r>
      <w:r>
        <w:tab/>
        <w:t>2.025e0</w:t>
      </w:r>
    </w:p>
    <w:p w:rsidR="007B2329" w:rsidRDefault="007B2329" w:rsidP="007B2329">
      <w:r>
        <w:t>880.9307</w:t>
      </w:r>
      <w:r>
        <w:tab/>
        <w:t>6.076e0</w:t>
      </w:r>
    </w:p>
    <w:p w:rsidR="007B2329" w:rsidRDefault="007B2329" w:rsidP="007B2329">
      <w:r>
        <w:t>880.9343</w:t>
      </w:r>
      <w:r>
        <w:tab/>
        <w:t>2.025e0</w:t>
      </w:r>
    </w:p>
    <w:p w:rsidR="007B2329" w:rsidRDefault="007B2329" w:rsidP="007B2329">
      <w:r>
        <w:t>880.9525</w:t>
      </w:r>
      <w:r>
        <w:tab/>
        <w:t>6.076e0</w:t>
      </w:r>
    </w:p>
    <w:p w:rsidR="007B2329" w:rsidRDefault="007B2329" w:rsidP="007B2329">
      <w:r>
        <w:t>880.9713</w:t>
      </w:r>
      <w:r>
        <w:tab/>
        <w:t>6.826e0</w:t>
      </w:r>
    </w:p>
    <w:p w:rsidR="007B2329" w:rsidRDefault="007B2329" w:rsidP="007B2329">
      <w:r>
        <w:lastRenderedPageBreak/>
        <w:t>880.9754</w:t>
      </w:r>
      <w:r>
        <w:tab/>
        <w:t>8.062e0</w:t>
      </w:r>
    </w:p>
    <w:p w:rsidR="007B2329" w:rsidRDefault="007B2329" w:rsidP="007B2329">
      <w:r>
        <w:t>880.9827</w:t>
      </w:r>
      <w:r>
        <w:tab/>
        <w:t>1.013e0</w:t>
      </w:r>
    </w:p>
    <w:p w:rsidR="007B2329" w:rsidRDefault="007B2329" w:rsidP="007B2329">
      <w:r>
        <w:t>881.0674</w:t>
      </w:r>
      <w:r>
        <w:tab/>
        <w:t>2.025e0</w:t>
      </w:r>
    </w:p>
    <w:p w:rsidR="007B2329" w:rsidRDefault="007B2329" w:rsidP="007B2329">
      <w:r>
        <w:t>881.0904</w:t>
      </w:r>
      <w:r>
        <w:tab/>
        <w:t>2.025e0</w:t>
      </w:r>
    </w:p>
    <w:p w:rsidR="007B2329" w:rsidRDefault="007B2329" w:rsidP="007B2329">
      <w:r>
        <w:t>881.0928</w:t>
      </w:r>
      <w:r>
        <w:tab/>
        <w:t>2.025e0</w:t>
      </w:r>
    </w:p>
    <w:p w:rsidR="007B2329" w:rsidRDefault="007B2329" w:rsidP="007B2329">
      <w:r>
        <w:t>881.1097</w:t>
      </w:r>
      <w:r>
        <w:tab/>
        <w:t>4.051e0</w:t>
      </w:r>
    </w:p>
    <w:p w:rsidR="007B2329" w:rsidRDefault="007B2329" w:rsidP="007B2329">
      <w:r>
        <w:t>881.1357</w:t>
      </w:r>
      <w:r>
        <w:tab/>
        <w:t>1.013e0</w:t>
      </w:r>
    </w:p>
    <w:p w:rsidR="007B2329" w:rsidRDefault="007B2329" w:rsidP="007B2329">
      <w:r>
        <w:t>881.1711</w:t>
      </w:r>
      <w:r>
        <w:tab/>
        <w:t>1.013e0</w:t>
      </w:r>
    </w:p>
    <w:p w:rsidR="007B2329" w:rsidRDefault="007B2329" w:rsidP="007B2329">
      <w:r>
        <w:t>881.2155</w:t>
      </w:r>
      <w:r>
        <w:tab/>
        <w:t>1.013e0</w:t>
      </w:r>
    </w:p>
    <w:p w:rsidR="007B2329" w:rsidRDefault="007B2329" w:rsidP="007B2329">
      <w:r>
        <w:t>881.2261</w:t>
      </w:r>
      <w:r>
        <w:tab/>
        <w:t>3.038e0</w:t>
      </w:r>
    </w:p>
    <w:p w:rsidR="007B2329" w:rsidRDefault="007B2329" w:rsidP="007B2329">
      <w:r>
        <w:t>881.2372</w:t>
      </w:r>
      <w:r>
        <w:tab/>
        <w:t>1.013e0</w:t>
      </w:r>
    </w:p>
    <w:p w:rsidR="007B2329" w:rsidRDefault="007B2329" w:rsidP="007B2329">
      <w:r>
        <w:t>881.2384</w:t>
      </w:r>
      <w:r>
        <w:tab/>
        <w:t>5.063e0</w:t>
      </w:r>
    </w:p>
    <w:p w:rsidR="007B2329" w:rsidRDefault="007B2329" w:rsidP="007B2329">
      <w:r>
        <w:t>881.2744</w:t>
      </w:r>
      <w:r>
        <w:tab/>
        <w:t>2.446e0</w:t>
      </w:r>
    </w:p>
    <w:p w:rsidR="007B2329" w:rsidRDefault="007B2329" w:rsidP="007B2329">
      <w:r>
        <w:t>881.2923</w:t>
      </w:r>
      <w:r>
        <w:tab/>
        <w:t>2.025e0</w:t>
      </w:r>
    </w:p>
    <w:p w:rsidR="007B2329" w:rsidRDefault="007B2329" w:rsidP="007B2329">
      <w:r>
        <w:t>881.3087</w:t>
      </w:r>
      <w:r>
        <w:tab/>
        <w:t>6.419e0</w:t>
      </w:r>
    </w:p>
    <w:p w:rsidR="007B2329" w:rsidRDefault="007B2329" w:rsidP="007B2329">
      <w:r>
        <w:t>881.3210</w:t>
      </w:r>
      <w:r>
        <w:tab/>
        <w:t>3.897e0</w:t>
      </w:r>
    </w:p>
    <w:p w:rsidR="007B2329" w:rsidRDefault="007B2329" w:rsidP="007B2329">
      <w:r>
        <w:t>881.3230</w:t>
      </w:r>
      <w:r>
        <w:tab/>
        <w:t>2.724e0</w:t>
      </w:r>
    </w:p>
    <w:p w:rsidR="007B2329" w:rsidRDefault="007B2329" w:rsidP="007B2329">
      <w:r>
        <w:t>881.3615</w:t>
      </w:r>
      <w:r>
        <w:tab/>
        <w:t>3.273e0</w:t>
      </w:r>
    </w:p>
    <w:p w:rsidR="007B2329" w:rsidRDefault="007B2329" w:rsidP="007B2329">
      <w:r>
        <w:t>881.3637</w:t>
      </w:r>
      <w:r>
        <w:tab/>
        <w:t>1.013e0</w:t>
      </w:r>
    </w:p>
    <w:p w:rsidR="007B2329" w:rsidRDefault="007B2329" w:rsidP="007B2329">
      <w:r>
        <w:lastRenderedPageBreak/>
        <w:t>881.4143</w:t>
      </w:r>
      <w:r>
        <w:tab/>
        <w:t>4.248e0</w:t>
      </w:r>
    </w:p>
    <w:p w:rsidR="007B2329" w:rsidRDefault="007B2329" w:rsidP="007B2329">
      <w:r>
        <w:t>881.4785</w:t>
      </w:r>
      <w:r>
        <w:tab/>
        <w:t>1.136e1</w:t>
      </w:r>
    </w:p>
    <w:p w:rsidR="007B2329" w:rsidRDefault="007B2329" w:rsidP="007B2329">
      <w:r>
        <w:t>881.5100</w:t>
      </w:r>
      <w:r>
        <w:tab/>
        <w:t>1.840e1</w:t>
      </w:r>
    </w:p>
    <w:p w:rsidR="007B2329" w:rsidRDefault="007B2329" w:rsidP="007B2329">
      <w:r>
        <w:t>881.5176</w:t>
      </w:r>
      <w:r>
        <w:tab/>
        <w:t>1.280e0</w:t>
      </w:r>
    </w:p>
    <w:p w:rsidR="007B2329" w:rsidRDefault="007B2329" w:rsidP="007B2329">
      <w:r>
        <w:t>881.5264</w:t>
      </w:r>
      <w:r>
        <w:tab/>
        <w:t>1.013e0</w:t>
      </w:r>
    </w:p>
    <w:p w:rsidR="007B2329" w:rsidRDefault="007B2329" w:rsidP="007B2329">
      <w:r>
        <w:t>881.5355</w:t>
      </w:r>
      <w:r>
        <w:tab/>
        <w:t>6.113e0</w:t>
      </w:r>
    </w:p>
    <w:p w:rsidR="007B2329" w:rsidRDefault="007B2329" w:rsidP="007B2329">
      <w:r>
        <w:t>881.5449</w:t>
      </w:r>
      <w:r>
        <w:tab/>
        <w:t>1.565e1</w:t>
      </w:r>
    </w:p>
    <w:p w:rsidR="007B2329" w:rsidRDefault="007B2329" w:rsidP="007B2329">
      <w:r>
        <w:t>881.5593</w:t>
      </w:r>
      <w:r>
        <w:tab/>
        <w:t>1.233e1</w:t>
      </w:r>
    </w:p>
    <w:p w:rsidR="007B2329" w:rsidRDefault="007B2329" w:rsidP="007B2329">
      <w:r>
        <w:t>881.5936</w:t>
      </w:r>
      <w:r>
        <w:tab/>
        <w:t>2.025e0</w:t>
      </w:r>
    </w:p>
    <w:p w:rsidR="007B2329" w:rsidRDefault="007B2329" w:rsidP="007B2329">
      <w:r>
        <w:t>881.6047</w:t>
      </w:r>
      <w:r>
        <w:tab/>
        <w:t>2.336e0</w:t>
      </w:r>
    </w:p>
    <w:p w:rsidR="007B2329" w:rsidRDefault="007B2329" w:rsidP="007B2329">
      <w:r>
        <w:t>881.6147</w:t>
      </w:r>
      <w:r>
        <w:tab/>
        <w:t>2.025e0</w:t>
      </w:r>
    </w:p>
    <w:p w:rsidR="007B2329" w:rsidRDefault="007B2329" w:rsidP="007B2329">
      <w:r>
        <w:t>881.6448</w:t>
      </w:r>
      <w:r>
        <w:tab/>
        <w:t>1.013e0</w:t>
      </w:r>
    </w:p>
    <w:p w:rsidR="007B2329" w:rsidRDefault="007B2329" w:rsidP="007B2329">
      <w:r>
        <w:t>881.6754</w:t>
      </w:r>
      <w:r>
        <w:tab/>
        <w:t>2.025e0</w:t>
      </w:r>
    </w:p>
    <w:p w:rsidR="007B2329" w:rsidRDefault="007B2329" w:rsidP="007B2329">
      <w:r>
        <w:t>881.6856</w:t>
      </w:r>
      <w:r>
        <w:tab/>
        <w:t>4.051e0</w:t>
      </w:r>
    </w:p>
    <w:p w:rsidR="007B2329" w:rsidRDefault="007B2329" w:rsidP="007B2329">
      <w:r>
        <w:t>881.7091</w:t>
      </w:r>
      <w:r>
        <w:tab/>
        <w:t>3.038e0</w:t>
      </w:r>
    </w:p>
    <w:p w:rsidR="007B2329" w:rsidRDefault="007B2329" w:rsidP="007B2329">
      <w:r>
        <w:t>881.7331</w:t>
      </w:r>
      <w:r>
        <w:tab/>
        <w:t>2.025e0</w:t>
      </w:r>
    </w:p>
    <w:p w:rsidR="007B2329" w:rsidRDefault="007B2329" w:rsidP="007B2329">
      <w:r>
        <w:t>881.7405</w:t>
      </w:r>
      <w:r>
        <w:tab/>
        <w:t>4.051e0</w:t>
      </w:r>
    </w:p>
    <w:p w:rsidR="007B2329" w:rsidRDefault="007B2329" w:rsidP="007B2329">
      <w:r>
        <w:t>881.7851</w:t>
      </w:r>
      <w:r>
        <w:tab/>
        <w:t>5.063e0</w:t>
      </w:r>
    </w:p>
    <w:p w:rsidR="007B2329" w:rsidRDefault="007B2329" w:rsidP="007B2329">
      <w:r>
        <w:t>881.7869</w:t>
      </w:r>
      <w:r>
        <w:tab/>
        <w:t>2.025e0</w:t>
      </w:r>
    </w:p>
    <w:p w:rsidR="007B2329" w:rsidRDefault="007B2329" w:rsidP="007B2329">
      <w:r>
        <w:lastRenderedPageBreak/>
        <w:t>881.8400</w:t>
      </w:r>
      <w:r>
        <w:tab/>
        <w:t>2.025e0</w:t>
      </w:r>
    </w:p>
    <w:p w:rsidR="007B2329" w:rsidRDefault="007B2329" w:rsidP="007B2329">
      <w:r>
        <w:t>881.8446</w:t>
      </w:r>
      <w:r>
        <w:tab/>
        <w:t>3.038e0</w:t>
      </w:r>
    </w:p>
    <w:p w:rsidR="007B2329" w:rsidRDefault="007B2329" w:rsidP="007B2329">
      <w:r>
        <w:t>881.8633</w:t>
      </w:r>
      <w:r>
        <w:tab/>
        <w:t>1.013e0</w:t>
      </w:r>
    </w:p>
    <w:p w:rsidR="007B2329" w:rsidRDefault="007B2329" w:rsidP="007B2329">
      <w:r>
        <w:t>881.9397</w:t>
      </w:r>
      <w:r>
        <w:tab/>
        <w:t>3.038e0</w:t>
      </w:r>
    </w:p>
    <w:p w:rsidR="007B2329" w:rsidRDefault="007B2329" w:rsidP="007B2329">
      <w:r>
        <w:t>881.9422</w:t>
      </w:r>
      <w:r>
        <w:tab/>
        <w:t>1.211e1</w:t>
      </w:r>
    </w:p>
    <w:p w:rsidR="007B2329" w:rsidRDefault="007B2329" w:rsidP="007B2329">
      <w:r>
        <w:t>881.9559</w:t>
      </w:r>
      <w:r>
        <w:tab/>
        <w:t>5.063e0</w:t>
      </w:r>
    </w:p>
    <w:p w:rsidR="007B2329" w:rsidRDefault="007B2329" w:rsidP="007B2329">
      <w:r>
        <w:t>881.9644</w:t>
      </w:r>
      <w:r>
        <w:tab/>
        <w:t>2.025e0</w:t>
      </w:r>
    </w:p>
    <w:p w:rsidR="007B2329" w:rsidRDefault="007B2329" w:rsidP="007B2329">
      <w:r>
        <w:t>881.9705</w:t>
      </w:r>
      <w:r>
        <w:tab/>
        <w:t>1.038e0</w:t>
      </w:r>
    </w:p>
    <w:p w:rsidR="007B2329" w:rsidRDefault="007B2329" w:rsidP="007B2329">
      <w:r>
        <w:t>881.9789</w:t>
      </w:r>
      <w:r>
        <w:tab/>
        <w:t>3.788e0</w:t>
      </w:r>
    </w:p>
    <w:p w:rsidR="007B2329" w:rsidRDefault="007B2329" w:rsidP="007B2329">
      <w:r>
        <w:t>882.0291</w:t>
      </w:r>
      <w:r>
        <w:tab/>
        <w:t>2.025e0</w:t>
      </w:r>
    </w:p>
    <w:p w:rsidR="007B2329" w:rsidRDefault="007B2329" w:rsidP="007B2329">
      <w:r>
        <w:t>882.0695</w:t>
      </w:r>
      <w:r>
        <w:tab/>
        <w:t>5.063e0</w:t>
      </w:r>
    </w:p>
    <w:p w:rsidR="007B2329" w:rsidRDefault="007B2329" w:rsidP="007B2329">
      <w:r>
        <w:t>882.0712</w:t>
      </w:r>
      <w:r>
        <w:tab/>
        <w:t>2.025e0</w:t>
      </w:r>
    </w:p>
    <w:p w:rsidR="007B2329" w:rsidRDefault="007B2329" w:rsidP="007B2329">
      <w:r>
        <w:t>882.0740</w:t>
      </w:r>
      <w:r>
        <w:tab/>
        <w:t>1.013e0</w:t>
      </w:r>
    </w:p>
    <w:p w:rsidR="007B2329" w:rsidRDefault="007B2329" w:rsidP="007B2329">
      <w:r>
        <w:t>882.1179</w:t>
      </w:r>
      <w:r>
        <w:tab/>
        <w:t>1.013e0</w:t>
      </w:r>
    </w:p>
    <w:p w:rsidR="007B2329" w:rsidRDefault="007B2329" w:rsidP="007B2329">
      <w:r>
        <w:t>882.1329</w:t>
      </w:r>
      <w:r>
        <w:tab/>
        <w:t>1.013e0</w:t>
      </w:r>
    </w:p>
    <w:p w:rsidR="007B2329" w:rsidRDefault="007B2329" w:rsidP="007B2329">
      <w:r>
        <w:t>882.1625</w:t>
      </w:r>
      <w:r>
        <w:tab/>
        <w:t>2.025e0</w:t>
      </w:r>
    </w:p>
    <w:p w:rsidR="007B2329" w:rsidRDefault="007B2329" w:rsidP="007B2329">
      <w:r>
        <w:t>882.1666</w:t>
      </w:r>
      <w:r>
        <w:tab/>
        <w:t>1.013e0</w:t>
      </w:r>
    </w:p>
    <w:p w:rsidR="007B2329" w:rsidRDefault="007B2329" w:rsidP="007B2329">
      <w:r>
        <w:t>882.1952</w:t>
      </w:r>
      <w:r>
        <w:tab/>
        <w:t>2.025e0</w:t>
      </w:r>
    </w:p>
    <w:p w:rsidR="007B2329" w:rsidRDefault="007B2329" w:rsidP="007B2329">
      <w:r>
        <w:t>882.2012</w:t>
      </w:r>
      <w:r>
        <w:tab/>
        <w:t>1.013e0</w:t>
      </w:r>
    </w:p>
    <w:p w:rsidR="007B2329" w:rsidRDefault="007B2329" w:rsidP="007B2329">
      <w:r>
        <w:lastRenderedPageBreak/>
        <w:t>882.2184</w:t>
      </w:r>
      <w:r>
        <w:tab/>
        <w:t>1.013e0</w:t>
      </w:r>
    </w:p>
    <w:p w:rsidR="007B2329" w:rsidRDefault="007B2329" w:rsidP="007B2329">
      <w:r>
        <w:t>882.2270</w:t>
      </w:r>
      <w:r>
        <w:tab/>
        <w:t>2.025e0</w:t>
      </w:r>
    </w:p>
    <w:p w:rsidR="007B2329" w:rsidRDefault="007B2329" w:rsidP="007B2329">
      <w:r>
        <w:t>882.2499</w:t>
      </w:r>
      <w:r>
        <w:tab/>
        <w:t>2.371e0</w:t>
      </w:r>
    </w:p>
    <w:p w:rsidR="007B2329" w:rsidRDefault="007B2329" w:rsidP="007B2329">
      <w:r>
        <w:t>882.2540</w:t>
      </w:r>
      <w:r>
        <w:tab/>
        <w:t>4.902e0</w:t>
      </w:r>
    </w:p>
    <w:p w:rsidR="007B2329" w:rsidRDefault="007B2329" w:rsidP="007B2329">
      <w:r>
        <w:t>882.2581</w:t>
      </w:r>
      <w:r>
        <w:tab/>
        <w:t>2.025e0</w:t>
      </w:r>
    </w:p>
    <w:p w:rsidR="007B2329" w:rsidRDefault="007B2329" w:rsidP="007B2329">
      <w:r>
        <w:t>882.2601</w:t>
      </w:r>
      <w:r>
        <w:tab/>
        <w:t>2.888e0</w:t>
      </w:r>
    </w:p>
    <w:p w:rsidR="007B2329" w:rsidRDefault="007B2329" w:rsidP="007B2329">
      <w:r>
        <w:t>882.3212</w:t>
      </w:r>
      <w:r>
        <w:tab/>
        <w:t>2.916e0</w:t>
      </w:r>
    </w:p>
    <w:p w:rsidR="007B2329" w:rsidRDefault="007B2329" w:rsidP="007B2329">
      <w:r>
        <w:t>882.3285</w:t>
      </w:r>
      <w:r>
        <w:tab/>
        <w:t>1.752e0</w:t>
      </w:r>
    </w:p>
    <w:p w:rsidR="007B2329" w:rsidRDefault="007B2329" w:rsidP="007B2329">
      <w:r>
        <w:t>882.3328</w:t>
      </w:r>
      <w:r>
        <w:tab/>
        <w:t>2.296e0</w:t>
      </w:r>
    </w:p>
    <w:p w:rsidR="007B2329" w:rsidRDefault="007B2329" w:rsidP="007B2329">
      <w:r>
        <w:t>882.3387</w:t>
      </w:r>
      <w:r>
        <w:tab/>
        <w:t>2.025e0</w:t>
      </w:r>
    </w:p>
    <w:p w:rsidR="007B2329" w:rsidRDefault="007B2329" w:rsidP="007B2329">
      <w:r>
        <w:t>882.3741</w:t>
      </w:r>
      <w:r>
        <w:tab/>
        <w:t>2.684e0</w:t>
      </w:r>
    </w:p>
    <w:p w:rsidR="007B2329" w:rsidRDefault="007B2329" w:rsidP="007B2329">
      <w:r>
        <w:t>882.4055</w:t>
      </w:r>
      <w:r>
        <w:tab/>
        <w:t>6.414e-1</w:t>
      </w:r>
    </w:p>
    <w:p w:rsidR="007B2329" w:rsidRDefault="007B2329" w:rsidP="007B2329">
      <w:r>
        <w:t>882.4087</w:t>
      </w:r>
      <w:r>
        <w:tab/>
        <w:t>2.025e0</w:t>
      </w:r>
    </w:p>
    <w:p w:rsidR="007B2329" w:rsidRDefault="007B2329" w:rsidP="007B2329">
      <w:r>
        <w:t>882.4198</w:t>
      </w:r>
      <w:r>
        <w:tab/>
        <w:t>1.242e0</w:t>
      </w:r>
    </w:p>
    <w:p w:rsidR="007B2329" w:rsidRDefault="007B2329" w:rsidP="007B2329">
      <w:r>
        <w:t>882.4539</w:t>
      </w:r>
      <w:r>
        <w:tab/>
        <w:t>1.013e0</w:t>
      </w:r>
    </w:p>
    <w:p w:rsidR="007B2329" w:rsidRDefault="007B2329" w:rsidP="007B2329">
      <w:r>
        <w:t>882.4881</w:t>
      </w:r>
      <w:r>
        <w:tab/>
        <w:t>1.013e0</w:t>
      </w:r>
    </w:p>
    <w:p w:rsidR="007B2329" w:rsidRDefault="007B2329" w:rsidP="007B2329">
      <w:r>
        <w:t>882.5393</w:t>
      </w:r>
      <w:r>
        <w:tab/>
        <w:t>1.013e0</w:t>
      </w:r>
    </w:p>
    <w:p w:rsidR="007B2329" w:rsidRDefault="007B2329" w:rsidP="007B2329">
      <w:r>
        <w:t>882.5600</w:t>
      </w:r>
      <w:r>
        <w:tab/>
        <w:t>7.043e0</w:t>
      </w:r>
    </w:p>
    <w:p w:rsidR="007B2329" w:rsidRDefault="007B2329" w:rsidP="007B2329">
      <w:r>
        <w:t>882.5661</w:t>
      </w:r>
      <w:r>
        <w:tab/>
        <w:t>1.519e0</w:t>
      </w:r>
    </w:p>
    <w:p w:rsidR="007B2329" w:rsidRDefault="007B2329" w:rsidP="007B2329">
      <w:r>
        <w:lastRenderedPageBreak/>
        <w:t>882.5683</w:t>
      </w:r>
      <w:r>
        <w:tab/>
        <w:t>6.846e0</w:t>
      </w:r>
    </w:p>
    <w:p w:rsidR="007B2329" w:rsidRDefault="007B2329" w:rsidP="007B2329">
      <w:r>
        <w:t>882.5834</w:t>
      </w:r>
      <w:r>
        <w:tab/>
        <w:t>2.493e0</w:t>
      </w:r>
    </w:p>
    <w:p w:rsidR="007B2329" w:rsidRDefault="007B2329" w:rsidP="007B2329">
      <w:r>
        <w:t>882.5989</w:t>
      </w:r>
      <w:r>
        <w:tab/>
        <w:t>1.519e0</w:t>
      </w:r>
    </w:p>
    <w:p w:rsidR="007B2329" w:rsidRDefault="007B2329" w:rsidP="007B2329">
      <w:r>
        <w:t>882.6362</w:t>
      </w:r>
      <w:r>
        <w:tab/>
        <w:t>1.013e0</w:t>
      </w:r>
    </w:p>
    <w:p w:rsidR="007B2329" w:rsidRDefault="007B2329" w:rsidP="007B2329">
      <w:r>
        <w:t>882.6510</w:t>
      </w:r>
      <w:r>
        <w:tab/>
        <w:t>2.025e0</w:t>
      </w:r>
    </w:p>
    <w:p w:rsidR="007B2329" w:rsidRDefault="007B2329" w:rsidP="007B2329">
      <w:r>
        <w:t>882.6806</w:t>
      </w:r>
      <w:r>
        <w:tab/>
        <w:t>1.013e0</w:t>
      </w:r>
    </w:p>
    <w:p w:rsidR="007B2329" w:rsidRDefault="007B2329" w:rsidP="007B2329">
      <w:r>
        <w:t>882.6907</w:t>
      </w:r>
      <w:r>
        <w:tab/>
        <w:t>3.038e0</w:t>
      </w:r>
    </w:p>
    <w:p w:rsidR="007B2329" w:rsidRDefault="007B2329" w:rsidP="007B2329">
      <w:r>
        <w:t>882.7101</w:t>
      </w:r>
      <w:r>
        <w:tab/>
        <w:t>1.013e0</w:t>
      </w:r>
    </w:p>
    <w:p w:rsidR="007B2329" w:rsidRDefault="007B2329" w:rsidP="007B2329">
      <w:r>
        <w:t>882.7202</w:t>
      </w:r>
      <w:r>
        <w:tab/>
        <w:t>7.193e-1</w:t>
      </w:r>
    </w:p>
    <w:p w:rsidR="007B2329" w:rsidRDefault="007B2329" w:rsidP="007B2329">
      <w:r>
        <w:t>882.7319</w:t>
      </w:r>
      <w:r>
        <w:tab/>
        <w:t>3.038e0</w:t>
      </w:r>
    </w:p>
    <w:p w:rsidR="007B2329" w:rsidRDefault="007B2329" w:rsidP="007B2329">
      <w:r>
        <w:t>882.7405</w:t>
      </w:r>
      <w:r>
        <w:tab/>
        <w:t>2.025e0</w:t>
      </w:r>
    </w:p>
    <w:p w:rsidR="007B2329" w:rsidRDefault="007B2329" w:rsidP="007B2329">
      <w:r>
        <w:t>882.7730</w:t>
      </w:r>
      <w:r>
        <w:tab/>
        <w:t>4.051e0</w:t>
      </w:r>
    </w:p>
    <w:p w:rsidR="007B2329" w:rsidRDefault="007B2329" w:rsidP="007B2329">
      <w:r>
        <w:t>882.7930</w:t>
      </w:r>
      <w:r>
        <w:tab/>
        <w:t>2.025e0</w:t>
      </w:r>
    </w:p>
    <w:p w:rsidR="007B2329" w:rsidRDefault="007B2329" w:rsidP="007B2329">
      <w:r>
        <w:t>882.8281</w:t>
      </w:r>
      <w:r>
        <w:tab/>
        <w:t>1.013e0</w:t>
      </w:r>
    </w:p>
    <w:p w:rsidR="007B2329" w:rsidRDefault="007B2329" w:rsidP="007B2329">
      <w:r>
        <w:t>882.8508</w:t>
      </w:r>
      <w:r>
        <w:tab/>
        <w:t>2.025e0</w:t>
      </w:r>
    </w:p>
    <w:p w:rsidR="007B2329" w:rsidRDefault="007B2329" w:rsidP="007B2329">
      <w:r>
        <w:t>882.8586</w:t>
      </w:r>
      <w:r>
        <w:tab/>
        <w:t>1.013e0</w:t>
      </w:r>
    </w:p>
    <w:p w:rsidR="007B2329" w:rsidRDefault="007B2329" w:rsidP="007B2329">
      <w:r>
        <w:t>882.8882</w:t>
      </w:r>
      <w:r>
        <w:tab/>
        <w:t>1.013e0</w:t>
      </w:r>
    </w:p>
    <w:p w:rsidR="007B2329" w:rsidRDefault="007B2329" w:rsidP="007B2329">
      <w:r>
        <w:t>882.9113</w:t>
      </w:r>
      <w:r>
        <w:tab/>
        <w:t>1.013e0</w:t>
      </w:r>
    </w:p>
    <w:p w:rsidR="007B2329" w:rsidRDefault="007B2329" w:rsidP="007B2329">
      <w:r>
        <w:t>882.9225</w:t>
      </w:r>
      <w:r>
        <w:tab/>
        <w:t>3.025e0</w:t>
      </w:r>
    </w:p>
    <w:p w:rsidR="007B2329" w:rsidRDefault="007B2329" w:rsidP="007B2329">
      <w:r>
        <w:lastRenderedPageBreak/>
        <w:t>882.9327</w:t>
      </w:r>
      <w:r>
        <w:tab/>
        <w:t>1.025e0</w:t>
      </w:r>
    </w:p>
    <w:p w:rsidR="007B2329" w:rsidRDefault="007B2329" w:rsidP="007B2329">
      <w:r>
        <w:t>882.9398</w:t>
      </w:r>
      <w:r>
        <w:tab/>
        <w:t>2.025e0</w:t>
      </w:r>
    </w:p>
    <w:p w:rsidR="007B2329" w:rsidRDefault="007B2329" w:rsidP="007B2329">
      <w:r>
        <w:t>882.9631</w:t>
      </w:r>
      <w:r>
        <w:tab/>
        <w:t>3.590e0</w:t>
      </w:r>
    </w:p>
    <w:p w:rsidR="007B2329" w:rsidRDefault="007B2329" w:rsidP="007B2329">
      <w:r>
        <w:t>882.9937</w:t>
      </w:r>
      <w:r>
        <w:tab/>
        <w:t>2.776e0</w:t>
      </w:r>
    </w:p>
    <w:p w:rsidR="007B2329" w:rsidRDefault="007B2329" w:rsidP="007B2329">
      <w:r>
        <w:t>883.0029</w:t>
      </w:r>
      <w:r>
        <w:tab/>
        <w:t>4.012e0</w:t>
      </w:r>
    </w:p>
    <w:p w:rsidR="007B2329" w:rsidRDefault="007B2329" w:rsidP="007B2329">
      <w:r>
        <w:t>883.0121</w:t>
      </w:r>
      <w:r>
        <w:tab/>
        <w:t>2.025e0</w:t>
      </w:r>
    </w:p>
    <w:p w:rsidR="007B2329" w:rsidRDefault="007B2329" w:rsidP="007B2329">
      <w:r>
        <w:t>883.0957</w:t>
      </w:r>
      <w:r>
        <w:tab/>
        <w:t>1.013e0</w:t>
      </w:r>
    </w:p>
    <w:p w:rsidR="007B2329" w:rsidRDefault="007B2329" w:rsidP="007B2329">
      <w:r>
        <w:t>883.1306</w:t>
      </w:r>
      <w:r>
        <w:tab/>
        <w:t>1.013e0</w:t>
      </w:r>
    </w:p>
    <w:p w:rsidR="007B2329" w:rsidRDefault="007B2329" w:rsidP="007B2329">
      <w:r>
        <w:t>883.1478</w:t>
      </w:r>
      <w:r>
        <w:tab/>
        <w:t>2.025e0</w:t>
      </w:r>
    </w:p>
    <w:p w:rsidR="007B2329" w:rsidRDefault="007B2329" w:rsidP="007B2329">
      <w:r>
        <w:t>883.1828</w:t>
      </w:r>
      <w:r>
        <w:tab/>
        <w:t>1.013e0</w:t>
      </w:r>
    </w:p>
    <w:p w:rsidR="007B2329" w:rsidRDefault="007B2329" w:rsidP="007B2329">
      <w:r>
        <w:t>883.1987</w:t>
      </w:r>
      <w:r>
        <w:tab/>
        <w:t>4.051e0</w:t>
      </w:r>
    </w:p>
    <w:p w:rsidR="007B2329" w:rsidRDefault="007B2329" w:rsidP="007B2329">
      <w:r>
        <w:t>883.2012</w:t>
      </w:r>
      <w:r>
        <w:tab/>
        <w:t>2.025e0</w:t>
      </w:r>
    </w:p>
    <w:p w:rsidR="007B2329" w:rsidRDefault="007B2329" w:rsidP="007B2329">
      <w:r>
        <w:t>883.2620</w:t>
      </w:r>
      <w:r>
        <w:tab/>
        <w:t>6.346e0</w:t>
      </w:r>
    </w:p>
    <w:p w:rsidR="007B2329" w:rsidRDefault="007B2329" w:rsidP="007B2329">
      <w:r>
        <w:t>883.2723</w:t>
      </w:r>
      <w:r>
        <w:tab/>
        <w:t>3.889e0</w:t>
      </w:r>
    </w:p>
    <w:p w:rsidR="007B2329" w:rsidRDefault="007B2329" w:rsidP="007B2329">
      <w:r>
        <w:t>883.2784</w:t>
      </w:r>
      <w:r>
        <w:tab/>
        <w:t>5.190e-1</w:t>
      </w:r>
    </w:p>
    <w:p w:rsidR="007B2329" w:rsidRDefault="007B2329" w:rsidP="007B2329">
      <w:r>
        <w:t>883.3157</w:t>
      </w:r>
      <w:r>
        <w:tab/>
        <w:t>4.394e0</w:t>
      </w:r>
    </w:p>
    <w:p w:rsidR="007B2329" w:rsidRDefault="007B2329" w:rsidP="007B2329">
      <w:r>
        <w:t>883.3306</w:t>
      </w:r>
      <w:r>
        <w:tab/>
        <w:t>1.873e0</w:t>
      </w:r>
    </w:p>
    <w:p w:rsidR="007B2329" w:rsidRDefault="007B2329" w:rsidP="007B2329">
      <w:r>
        <w:t>883.3849</w:t>
      </w:r>
      <w:r>
        <w:tab/>
        <w:t>9.159e0</w:t>
      </w:r>
    </w:p>
    <w:p w:rsidR="007B2329" w:rsidRDefault="007B2329" w:rsidP="007B2329">
      <w:r>
        <w:t>883.3983</w:t>
      </w:r>
      <w:r>
        <w:tab/>
        <w:t>5.448e0</w:t>
      </w:r>
    </w:p>
    <w:p w:rsidR="007B2329" w:rsidRDefault="007B2329" w:rsidP="007B2329">
      <w:r>
        <w:lastRenderedPageBreak/>
        <w:t>883.4056</w:t>
      </w:r>
      <w:r>
        <w:tab/>
        <w:t>1.189e0</w:t>
      </w:r>
    </w:p>
    <w:p w:rsidR="007B2329" w:rsidRDefault="007B2329" w:rsidP="007B2329">
      <w:r>
        <w:t>883.4095</w:t>
      </w:r>
      <w:r>
        <w:tab/>
        <w:t>3.011e0</w:t>
      </w:r>
    </w:p>
    <w:p w:rsidR="007B2329" w:rsidRDefault="007B2329" w:rsidP="007B2329">
      <w:r>
        <w:t>883.4308</w:t>
      </w:r>
      <w:r>
        <w:tab/>
        <w:t>2.206e0</w:t>
      </w:r>
    </w:p>
    <w:p w:rsidR="007B2329" w:rsidRDefault="007B2329" w:rsidP="007B2329">
      <w:r>
        <w:t>883.4424</w:t>
      </w:r>
      <w:r>
        <w:tab/>
        <w:t>4.198e0</w:t>
      </w:r>
    </w:p>
    <w:p w:rsidR="007B2329" w:rsidRDefault="007B2329" w:rsidP="007B2329">
      <w:r>
        <w:t>883.4517</w:t>
      </w:r>
      <w:r>
        <w:tab/>
        <w:t>1.013e0</w:t>
      </w:r>
    </w:p>
    <w:p w:rsidR="007B2329" w:rsidRDefault="007B2329" w:rsidP="007B2329">
      <w:r>
        <w:t>883.4662</w:t>
      </w:r>
      <w:r>
        <w:tab/>
        <w:t>2.929e0</w:t>
      </w:r>
    </w:p>
    <w:p w:rsidR="007B2329" w:rsidRDefault="007B2329" w:rsidP="007B2329">
      <w:r>
        <w:t>883.5105</w:t>
      </w:r>
      <w:r>
        <w:tab/>
        <w:t>1.013e0</w:t>
      </w:r>
    </w:p>
    <w:p w:rsidR="007B2329" w:rsidRDefault="007B2329" w:rsidP="007B2329">
      <w:r>
        <w:t>883.5334</w:t>
      </w:r>
      <w:r>
        <w:tab/>
        <w:t>3.038e0</w:t>
      </w:r>
    </w:p>
    <w:p w:rsidR="007B2329" w:rsidRDefault="007B2329" w:rsidP="007B2329">
      <w:r>
        <w:t>883.5873</w:t>
      </w:r>
      <w:r>
        <w:tab/>
        <w:t>1.574e0</w:t>
      </w:r>
    </w:p>
    <w:p w:rsidR="007B2329" w:rsidRDefault="007B2329" w:rsidP="007B2329">
      <w:r>
        <w:t>883.5995</w:t>
      </w:r>
      <w:r>
        <w:tab/>
        <w:t>1.013e0</w:t>
      </w:r>
    </w:p>
    <w:p w:rsidR="007B2329" w:rsidRDefault="007B2329" w:rsidP="007B2329">
      <w:r>
        <w:t>883.6301</w:t>
      </w:r>
      <w:r>
        <w:tab/>
        <w:t>2.532e0</w:t>
      </w:r>
    </w:p>
    <w:p w:rsidR="007B2329" w:rsidRDefault="007B2329" w:rsidP="007B2329">
      <w:r>
        <w:t>883.6885</w:t>
      </w:r>
      <w:r>
        <w:tab/>
        <w:t>1.013e0</w:t>
      </w:r>
    </w:p>
    <w:p w:rsidR="007B2329" w:rsidRDefault="007B2329" w:rsidP="007B2329">
      <w:r>
        <w:t>883.6930</w:t>
      </w:r>
      <w:r>
        <w:tab/>
        <w:t>3.038e0</w:t>
      </w:r>
    </w:p>
    <w:p w:rsidR="007B2329" w:rsidRDefault="007B2329" w:rsidP="007B2329">
      <w:r>
        <w:t>883.7222</w:t>
      </w:r>
      <w:r>
        <w:tab/>
        <w:t>1.013e0</w:t>
      </w:r>
    </w:p>
    <w:p w:rsidR="007B2329" w:rsidRDefault="007B2329" w:rsidP="007B2329">
      <w:r>
        <w:t>883.7397</w:t>
      </w:r>
      <w:r>
        <w:tab/>
        <w:t>2.025e0</w:t>
      </w:r>
    </w:p>
    <w:p w:rsidR="007B2329" w:rsidRDefault="007B2329" w:rsidP="007B2329">
      <w:r>
        <w:t>883.7529</w:t>
      </w:r>
      <w:r>
        <w:tab/>
        <w:t>3.038e0</w:t>
      </w:r>
    </w:p>
    <w:p w:rsidR="007B2329" w:rsidRDefault="007B2329" w:rsidP="007B2329">
      <w:r>
        <w:t>883.7617</w:t>
      </w:r>
      <w:r>
        <w:tab/>
        <w:t>2.025e0</w:t>
      </w:r>
    </w:p>
    <w:p w:rsidR="007B2329" w:rsidRDefault="007B2329" w:rsidP="007B2329">
      <w:r>
        <w:t>883.7628</w:t>
      </w:r>
      <w:r>
        <w:tab/>
        <w:t>1.013e0</w:t>
      </w:r>
    </w:p>
    <w:p w:rsidR="007B2329" w:rsidRDefault="007B2329" w:rsidP="007B2329">
      <w:r>
        <w:t>883.8315</w:t>
      </w:r>
      <w:r>
        <w:tab/>
        <w:t>4.051e0</w:t>
      </w:r>
    </w:p>
    <w:p w:rsidR="007B2329" w:rsidRDefault="007B2329" w:rsidP="007B2329">
      <w:r>
        <w:lastRenderedPageBreak/>
        <w:t>883.8927</w:t>
      </w:r>
      <w:r>
        <w:tab/>
        <w:t>2.025e0</w:t>
      </w:r>
    </w:p>
    <w:p w:rsidR="007B2329" w:rsidRDefault="007B2329" w:rsidP="007B2329">
      <w:r>
        <w:t>883.9589</w:t>
      </w:r>
      <w:r>
        <w:tab/>
        <w:t>2.999e0</w:t>
      </w:r>
    </w:p>
    <w:p w:rsidR="007B2329" w:rsidRDefault="007B2329" w:rsidP="007B2329">
      <w:r>
        <w:t>883.9762</w:t>
      </w:r>
      <w:r>
        <w:tab/>
        <w:t>2.038e0</w:t>
      </w:r>
    </w:p>
    <w:p w:rsidR="007B2329" w:rsidRDefault="007B2329" w:rsidP="007B2329">
      <w:r>
        <w:t>883.9853</w:t>
      </w:r>
      <w:r>
        <w:tab/>
        <w:t>2.025e0</w:t>
      </w:r>
    </w:p>
    <w:p w:rsidR="007B2329" w:rsidRDefault="007B2329" w:rsidP="007B2329">
      <w:r>
        <w:t>884.0444</w:t>
      </w:r>
      <w:r>
        <w:tab/>
        <w:t>2.025e0</w:t>
      </w:r>
    </w:p>
    <w:p w:rsidR="007B2329" w:rsidRDefault="007B2329" w:rsidP="007B2329">
      <w:r>
        <w:t>884.0590</w:t>
      </w:r>
      <w:r>
        <w:tab/>
        <w:t>3.038e0</w:t>
      </w:r>
    </w:p>
    <w:p w:rsidR="007B2329" w:rsidRDefault="007B2329" w:rsidP="007B2329">
      <w:r>
        <w:t>884.0889</w:t>
      </w:r>
      <w:r>
        <w:tab/>
        <w:t>1.013e0</w:t>
      </w:r>
    </w:p>
    <w:p w:rsidR="007B2329" w:rsidRDefault="007B2329" w:rsidP="007B2329">
      <w:r>
        <w:t>884.1154</w:t>
      </w:r>
      <w:r>
        <w:tab/>
        <w:t>2.025e0</w:t>
      </w:r>
    </w:p>
    <w:p w:rsidR="007B2329" w:rsidRDefault="007B2329" w:rsidP="007B2329">
      <w:r>
        <w:t>884.1955</w:t>
      </w:r>
      <w:r>
        <w:tab/>
        <w:t>1.013e0</w:t>
      </w:r>
    </w:p>
    <w:p w:rsidR="007B2329" w:rsidRDefault="007B2329" w:rsidP="007B2329">
      <w:r>
        <w:t>884.2079</w:t>
      </w:r>
      <w:r>
        <w:tab/>
        <w:t>2.025e0</w:t>
      </w:r>
    </w:p>
    <w:p w:rsidR="007B2329" w:rsidRDefault="007B2329" w:rsidP="007B2329">
      <w:r>
        <w:t>884.2545</w:t>
      </w:r>
      <w:r>
        <w:tab/>
        <w:t>3.419e0</w:t>
      </w:r>
    </w:p>
    <w:p w:rsidR="007B2329" w:rsidRDefault="007B2329" w:rsidP="007B2329">
      <w:r>
        <w:t>884.2802</w:t>
      </w:r>
      <w:r>
        <w:tab/>
        <w:t>3.697e0</w:t>
      </w:r>
    </w:p>
    <w:p w:rsidR="007B2329" w:rsidRDefault="007B2329" w:rsidP="007B2329">
      <w:r>
        <w:t>884.2892</w:t>
      </w:r>
      <w:r>
        <w:tab/>
        <w:t>2.887e0</w:t>
      </w:r>
    </w:p>
    <w:p w:rsidR="007B2329" w:rsidRDefault="007B2329" w:rsidP="007B2329">
      <w:r>
        <w:t>884.3157</w:t>
      </w:r>
      <w:r>
        <w:tab/>
        <w:t>4.148e0</w:t>
      </w:r>
    </w:p>
    <w:p w:rsidR="007B2329" w:rsidRDefault="007B2329" w:rsidP="007B2329">
      <w:r>
        <w:t>884.3378</w:t>
      </w:r>
      <w:r>
        <w:tab/>
        <w:t>5.063e0</w:t>
      </w:r>
    </w:p>
    <w:p w:rsidR="007B2329" w:rsidRDefault="007B2329" w:rsidP="007B2329">
      <w:r>
        <w:t>884.3678</w:t>
      </w:r>
      <w:r>
        <w:tab/>
        <w:t>4.618e0</w:t>
      </w:r>
    </w:p>
    <w:p w:rsidR="007B2329" w:rsidRDefault="007B2329" w:rsidP="007B2329">
      <w:r>
        <w:t>884.3862</w:t>
      </w:r>
      <w:r>
        <w:tab/>
        <w:t>1.013e0</w:t>
      </w:r>
    </w:p>
    <w:p w:rsidR="007B2329" w:rsidRDefault="007B2329" w:rsidP="007B2329">
      <w:r>
        <w:t>884.3895</w:t>
      </w:r>
      <w:r>
        <w:tab/>
        <w:t>6.449e0</w:t>
      </w:r>
    </w:p>
    <w:p w:rsidR="007B2329" w:rsidRDefault="007B2329" w:rsidP="007B2329">
      <w:r>
        <w:t>884.3932</w:t>
      </w:r>
      <w:r>
        <w:tab/>
        <w:t>1.740e0</w:t>
      </w:r>
    </w:p>
    <w:p w:rsidR="007B2329" w:rsidRDefault="007B2329" w:rsidP="007B2329">
      <w:r>
        <w:lastRenderedPageBreak/>
        <w:t>884.5197</w:t>
      </w:r>
      <w:r>
        <w:tab/>
        <w:t>1.013e0</w:t>
      </w:r>
    </w:p>
    <w:p w:rsidR="007B2329" w:rsidRDefault="007B2329" w:rsidP="007B2329">
      <w:r>
        <w:t>884.6251</w:t>
      </w:r>
      <w:r>
        <w:tab/>
        <w:t>2.544e0</w:t>
      </w:r>
    </w:p>
    <w:p w:rsidR="007B2329" w:rsidRDefault="007B2329" w:rsidP="007B2329">
      <w:r>
        <w:t>884.6306</w:t>
      </w:r>
      <w:r>
        <w:tab/>
        <w:t>2.025e0</w:t>
      </w:r>
    </w:p>
    <w:p w:rsidR="007B2329" w:rsidRDefault="007B2329" w:rsidP="007B2329">
      <w:r>
        <w:t>884.6378</w:t>
      </w:r>
      <w:r>
        <w:tab/>
        <w:t>3.085e0</w:t>
      </w:r>
    </w:p>
    <w:p w:rsidR="007B2329" w:rsidRDefault="007B2329" w:rsidP="007B2329">
      <w:r>
        <w:t>884.6864</w:t>
      </w:r>
      <w:r>
        <w:tab/>
        <w:t>1.013e0</w:t>
      </w:r>
    </w:p>
    <w:p w:rsidR="007B2329" w:rsidRDefault="007B2329" w:rsidP="007B2329">
      <w:r>
        <w:t>884.6976</w:t>
      </w:r>
      <w:r>
        <w:tab/>
        <w:t>1.013e0</w:t>
      </w:r>
    </w:p>
    <w:p w:rsidR="007B2329" w:rsidRDefault="007B2329" w:rsidP="007B2329">
      <w:r>
        <w:t>884.7006</w:t>
      </w:r>
      <w:r>
        <w:tab/>
        <w:t>2.025e0</w:t>
      </w:r>
    </w:p>
    <w:p w:rsidR="007B2329" w:rsidRDefault="007B2329" w:rsidP="007B2329">
      <w:r>
        <w:t>884.7513</w:t>
      </w:r>
      <w:r>
        <w:tab/>
        <w:t>3.038e0</w:t>
      </w:r>
    </w:p>
    <w:p w:rsidR="007B2329" w:rsidRDefault="007B2329" w:rsidP="007B2329">
      <w:r>
        <w:t>884.7716</w:t>
      </w:r>
      <w:r>
        <w:tab/>
        <w:t>2.025e0</w:t>
      </w:r>
    </w:p>
    <w:p w:rsidR="007B2329" w:rsidRDefault="007B2329" w:rsidP="007B2329">
      <w:r>
        <w:t>884.7736</w:t>
      </w:r>
      <w:r>
        <w:tab/>
        <w:t>2.025e0</w:t>
      </w:r>
    </w:p>
    <w:p w:rsidR="007B2329" w:rsidRDefault="007B2329" w:rsidP="007B2329">
      <w:r>
        <w:t>884.7868</w:t>
      </w:r>
      <w:r>
        <w:tab/>
        <w:t>2.025e0</w:t>
      </w:r>
    </w:p>
    <w:p w:rsidR="007B2329" w:rsidRDefault="007B2329" w:rsidP="007B2329">
      <w:r>
        <w:t>884.8044</w:t>
      </w:r>
      <w:r>
        <w:tab/>
        <w:t>1.013e0</w:t>
      </w:r>
    </w:p>
    <w:p w:rsidR="007B2329" w:rsidRDefault="007B2329" w:rsidP="007B2329">
      <w:r>
        <w:t>884.8163</w:t>
      </w:r>
      <w:r>
        <w:tab/>
        <w:t>1.013e0</w:t>
      </w:r>
    </w:p>
    <w:p w:rsidR="007B2329" w:rsidRDefault="007B2329" w:rsidP="007B2329">
      <w:r>
        <w:t>884.8780</w:t>
      </w:r>
      <w:r>
        <w:tab/>
        <w:t>5.063e0</w:t>
      </w:r>
    </w:p>
    <w:p w:rsidR="007B2329" w:rsidRDefault="007B2329" w:rsidP="007B2329">
      <w:r>
        <w:t>884.8895</w:t>
      </w:r>
      <w:r>
        <w:tab/>
        <w:t>3.038e0</w:t>
      </w:r>
    </w:p>
    <w:p w:rsidR="007B2329" w:rsidRDefault="007B2329" w:rsidP="007B2329">
      <w:r>
        <w:t>884.8906</w:t>
      </w:r>
      <w:r>
        <w:tab/>
        <w:t>4.051e0</w:t>
      </w:r>
    </w:p>
    <w:p w:rsidR="007B2329" w:rsidRDefault="007B2329" w:rsidP="007B2329">
      <w:r>
        <w:t>884.9302</w:t>
      </w:r>
      <w:r>
        <w:tab/>
        <w:t>3.038e0</w:t>
      </w:r>
    </w:p>
    <w:p w:rsidR="007B2329" w:rsidRDefault="007B2329" w:rsidP="007B2329">
      <w:r>
        <w:t>884.9659</w:t>
      </w:r>
      <w:r>
        <w:tab/>
        <w:t>2.025e0</w:t>
      </w:r>
    </w:p>
    <w:p w:rsidR="007B2329" w:rsidRDefault="007B2329" w:rsidP="007B2329">
      <w:r>
        <w:t>885.0243</w:t>
      </w:r>
      <w:r>
        <w:tab/>
        <w:t>3.038e0</w:t>
      </w:r>
    </w:p>
    <w:p w:rsidR="007B2329" w:rsidRDefault="007B2329" w:rsidP="007B2329">
      <w:r>
        <w:lastRenderedPageBreak/>
        <w:t>885.0335</w:t>
      </w:r>
      <w:r>
        <w:tab/>
        <w:t>2.025e0</w:t>
      </w:r>
    </w:p>
    <w:p w:rsidR="007B2329" w:rsidRDefault="007B2329" w:rsidP="007B2329">
      <w:r>
        <w:t>885.0930</w:t>
      </w:r>
      <w:r>
        <w:tab/>
        <w:t>1.013e0</w:t>
      </w:r>
    </w:p>
    <w:p w:rsidR="007B2329" w:rsidRDefault="007B2329" w:rsidP="007B2329">
      <w:r>
        <w:t>885.1176</w:t>
      </w:r>
      <w:r>
        <w:tab/>
        <w:t>3.038e0</w:t>
      </w:r>
    </w:p>
    <w:p w:rsidR="007B2329" w:rsidRDefault="007B2329" w:rsidP="007B2329">
      <w:r>
        <w:t>885.1768</w:t>
      </w:r>
      <w:r>
        <w:tab/>
        <w:t>2.025e0</w:t>
      </w:r>
    </w:p>
    <w:p w:rsidR="007B2329" w:rsidRDefault="007B2329" w:rsidP="007B2329">
      <w:r>
        <w:t>885.1971</w:t>
      </w:r>
      <w:r>
        <w:tab/>
        <w:t>2.025e0</w:t>
      </w:r>
    </w:p>
    <w:p w:rsidR="007B2329" w:rsidRDefault="007B2329" w:rsidP="007B2329">
      <w:r>
        <w:t>885.2173</w:t>
      </w:r>
      <w:r>
        <w:tab/>
        <w:t>1.013e0</w:t>
      </w:r>
    </w:p>
    <w:p w:rsidR="007B2329" w:rsidRDefault="007B2329" w:rsidP="007B2329">
      <w:r>
        <w:t>885.2576</w:t>
      </w:r>
      <w:r>
        <w:tab/>
        <w:t>3.544e0</w:t>
      </w:r>
    </w:p>
    <w:p w:rsidR="007B2329" w:rsidRDefault="007B2329" w:rsidP="007B2329">
      <w:r>
        <w:t>885.2621</w:t>
      </w:r>
      <w:r>
        <w:tab/>
        <w:t>1.013e0</w:t>
      </w:r>
    </w:p>
    <w:p w:rsidR="007B2329" w:rsidRDefault="007B2329" w:rsidP="007B2329">
      <w:r>
        <w:t>885.2687</w:t>
      </w:r>
      <w:r>
        <w:tab/>
        <w:t>1.849e0</w:t>
      </w:r>
    </w:p>
    <w:p w:rsidR="007B2329" w:rsidRDefault="007B2329" w:rsidP="007B2329">
      <w:r>
        <w:t>885.2930</w:t>
      </w:r>
      <w:r>
        <w:tab/>
        <w:t>2.877e0</w:t>
      </w:r>
    </w:p>
    <w:p w:rsidR="007B2329" w:rsidRDefault="007B2329" w:rsidP="007B2329">
      <w:r>
        <w:t>885.2968</w:t>
      </w:r>
      <w:r>
        <w:tab/>
        <w:t>1.519e0</w:t>
      </w:r>
    </w:p>
    <w:p w:rsidR="007B2329" w:rsidRDefault="007B2329" w:rsidP="007B2329">
      <w:r>
        <w:t>885.3096</w:t>
      </w:r>
      <w:r>
        <w:tab/>
        <w:t>2.025e0</w:t>
      </w:r>
    </w:p>
    <w:p w:rsidR="007B2329" w:rsidRDefault="007B2329" w:rsidP="007B2329">
      <w:r>
        <w:t>885.3448</w:t>
      </w:r>
      <w:r>
        <w:tab/>
        <w:t>3.067e0</w:t>
      </w:r>
    </w:p>
    <w:p w:rsidR="007B2329" w:rsidRDefault="007B2329" w:rsidP="007B2329">
      <w:r>
        <w:t>885.4102</w:t>
      </w:r>
      <w:r>
        <w:tab/>
        <w:t>2.181e0</w:t>
      </w:r>
    </w:p>
    <w:p w:rsidR="007B2329" w:rsidRDefault="007B2329" w:rsidP="007B2329">
      <w:r>
        <w:t>885.4287</w:t>
      </w:r>
      <w:r>
        <w:tab/>
        <w:t>1.242e1</w:t>
      </w:r>
    </w:p>
    <w:p w:rsidR="007B2329" w:rsidRDefault="007B2329" w:rsidP="007B2329">
      <w:r>
        <w:t>885.4478</w:t>
      </w:r>
      <w:r>
        <w:tab/>
        <w:t>2.025e0</w:t>
      </w:r>
    </w:p>
    <w:p w:rsidR="007B2329" w:rsidRDefault="007B2329" w:rsidP="007B2329">
      <w:r>
        <w:t>885.4562</w:t>
      </w:r>
      <w:r>
        <w:tab/>
        <w:t>1.827e0</w:t>
      </w:r>
    </w:p>
    <w:p w:rsidR="007B2329" w:rsidRDefault="007B2329" w:rsidP="007B2329">
      <w:r>
        <w:t>885.4578</w:t>
      </w:r>
      <w:r>
        <w:tab/>
        <w:t>2.864e0</w:t>
      </w:r>
    </w:p>
    <w:p w:rsidR="007B2329" w:rsidRDefault="007B2329" w:rsidP="007B2329">
      <w:r>
        <w:t>885.4697</w:t>
      </w:r>
      <w:r>
        <w:tab/>
        <w:t>5.520e-1</w:t>
      </w:r>
    </w:p>
    <w:p w:rsidR="007B2329" w:rsidRDefault="007B2329" w:rsidP="007B2329">
      <w:r>
        <w:lastRenderedPageBreak/>
        <w:t>885.4867</w:t>
      </w:r>
      <w:r>
        <w:tab/>
        <w:t>1.099e0</w:t>
      </w:r>
    </w:p>
    <w:p w:rsidR="007B2329" w:rsidRDefault="007B2329" w:rsidP="007B2329">
      <w:r>
        <w:t>885.5310</w:t>
      </w:r>
      <w:r>
        <w:tab/>
        <w:t>1.013e0</w:t>
      </w:r>
    </w:p>
    <w:p w:rsidR="007B2329" w:rsidRDefault="007B2329" w:rsidP="007B2329">
      <w:r>
        <w:t>885.5564</w:t>
      </w:r>
      <w:r>
        <w:tab/>
        <w:t>2.410e0</w:t>
      </w:r>
    </w:p>
    <w:p w:rsidR="007B2329" w:rsidRDefault="007B2329" w:rsidP="007B2329">
      <w:r>
        <w:t>885.6333</w:t>
      </w:r>
      <w:r>
        <w:tab/>
        <w:t>2.025e0</w:t>
      </w:r>
    </w:p>
    <w:p w:rsidR="007B2329" w:rsidRDefault="007B2329" w:rsidP="007B2329">
      <w:r>
        <w:t>885.6464</w:t>
      </w:r>
      <w:r>
        <w:tab/>
        <w:t>2.025e0</w:t>
      </w:r>
    </w:p>
    <w:p w:rsidR="007B2329" w:rsidRDefault="007B2329" w:rsidP="007B2329">
      <w:r>
        <w:t>885.6669</w:t>
      </w:r>
      <w:r>
        <w:tab/>
        <w:t>1.013e0</w:t>
      </w:r>
    </w:p>
    <w:p w:rsidR="007B2329" w:rsidRDefault="007B2329" w:rsidP="007B2329">
      <w:r>
        <w:t>885.6865</w:t>
      </w:r>
      <w:r>
        <w:tab/>
        <w:t>3.038e0</w:t>
      </w:r>
    </w:p>
    <w:p w:rsidR="007B2329" w:rsidRDefault="007B2329" w:rsidP="007B2329">
      <w:r>
        <w:t>885.6902</w:t>
      </w:r>
      <w:r>
        <w:tab/>
        <w:t>2.025e0</w:t>
      </w:r>
    </w:p>
    <w:p w:rsidR="007B2329" w:rsidRDefault="007B2329" w:rsidP="007B2329">
      <w:r>
        <w:t>885.6925</w:t>
      </w:r>
      <w:r>
        <w:tab/>
        <w:t>1.013e0</w:t>
      </w:r>
    </w:p>
    <w:p w:rsidR="007B2329" w:rsidRDefault="007B2329" w:rsidP="007B2329">
      <w:r>
        <w:t>885.7675</w:t>
      </w:r>
      <w:r>
        <w:tab/>
        <w:t>2.025e0</w:t>
      </w:r>
    </w:p>
    <w:p w:rsidR="007B2329" w:rsidRDefault="007B2329" w:rsidP="007B2329">
      <w:r>
        <w:t>885.7722</w:t>
      </w:r>
      <w:r>
        <w:tab/>
        <w:t>3.038e0</w:t>
      </w:r>
    </w:p>
    <w:p w:rsidR="007B2329" w:rsidRDefault="007B2329" w:rsidP="007B2329">
      <w:r>
        <w:t>885.7761</w:t>
      </w:r>
      <w:r>
        <w:tab/>
        <w:t>2.025e0</w:t>
      </w:r>
    </w:p>
    <w:p w:rsidR="007B2329" w:rsidRDefault="007B2329" w:rsidP="007B2329">
      <w:r>
        <w:t>885.8084</w:t>
      </w:r>
      <w:r>
        <w:tab/>
        <w:t>1.025e0</w:t>
      </w:r>
    </w:p>
    <w:p w:rsidR="007B2329" w:rsidRDefault="007B2329" w:rsidP="007B2329">
      <w:r>
        <w:t>885.8287</w:t>
      </w:r>
      <w:r>
        <w:tab/>
        <w:t>3.038e0</w:t>
      </w:r>
    </w:p>
    <w:p w:rsidR="007B2329" w:rsidRDefault="007B2329" w:rsidP="007B2329">
      <w:r>
        <w:t>885.8550</w:t>
      </w:r>
      <w:r>
        <w:tab/>
        <w:t>1.013e0</w:t>
      </w:r>
    </w:p>
    <w:p w:rsidR="007B2329" w:rsidRDefault="007B2329" w:rsidP="007B2329">
      <w:r>
        <w:t>885.8859</w:t>
      </w:r>
      <w:r>
        <w:tab/>
        <w:t>2.025e0</w:t>
      </w:r>
    </w:p>
    <w:p w:rsidR="007B2329" w:rsidRDefault="007B2329" w:rsidP="007B2329">
      <w:r>
        <w:t>885.9060</w:t>
      </w:r>
      <w:r>
        <w:tab/>
        <w:t>2.956e0</w:t>
      </w:r>
    </w:p>
    <w:p w:rsidR="007B2329" w:rsidRDefault="007B2329" w:rsidP="007B2329">
      <w:r>
        <w:t>885.9491</w:t>
      </w:r>
      <w:r>
        <w:tab/>
        <w:t>2.025e0</w:t>
      </w:r>
    </w:p>
    <w:p w:rsidR="007B2329" w:rsidRDefault="007B2329" w:rsidP="007B2329">
      <w:r>
        <w:t>885.9506</w:t>
      </w:r>
      <w:r>
        <w:tab/>
        <w:t>2.177e0</w:t>
      </w:r>
    </w:p>
    <w:p w:rsidR="007B2329" w:rsidRDefault="007B2329" w:rsidP="007B2329">
      <w:r>
        <w:lastRenderedPageBreak/>
        <w:t>885.9731</w:t>
      </w:r>
      <w:r>
        <w:tab/>
        <w:t>1.013e0</w:t>
      </w:r>
    </w:p>
    <w:p w:rsidR="007B2329" w:rsidRDefault="007B2329" w:rsidP="007B2329">
      <w:r>
        <w:t>885.9751</w:t>
      </w:r>
      <w:r>
        <w:tab/>
        <w:t>2.025e0</w:t>
      </w:r>
    </w:p>
    <w:p w:rsidR="007B2329" w:rsidRDefault="007B2329" w:rsidP="007B2329">
      <w:r>
        <w:t>885.9811</w:t>
      </w:r>
      <w:r>
        <w:tab/>
        <w:t>1.699e0</w:t>
      </w:r>
    </w:p>
    <w:p w:rsidR="007B2329" w:rsidRDefault="007B2329" w:rsidP="007B2329">
      <w:r>
        <w:t>885.9887</w:t>
      </w:r>
      <w:r>
        <w:tab/>
        <w:t>2.712e0</w:t>
      </w:r>
    </w:p>
    <w:p w:rsidR="007B2329" w:rsidRDefault="007B2329" w:rsidP="007B2329">
      <w:r>
        <w:t>886.0517</w:t>
      </w:r>
      <w:r>
        <w:tab/>
        <w:t>3.038e0</w:t>
      </w:r>
    </w:p>
    <w:p w:rsidR="007B2329" w:rsidRDefault="007B2329" w:rsidP="007B2329">
      <w:r>
        <w:t>886.0543</w:t>
      </w:r>
      <w:r>
        <w:tab/>
        <w:t>3.051e0</w:t>
      </w:r>
    </w:p>
    <w:p w:rsidR="007B2329" w:rsidRDefault="007B2329" w:rsidP="007B2329">
      <w:r>
        <w:t>886.0643</w:t>
      </w:r>
      <w:r>
        <w:tab/>
        <w:t>2.025e0</w:t>
      </w:r>
    </w:p>
    <w:p w:rsidR="007B2329" w:rsidRDefault="007B2329" w:rsidP="007B2329">
      <w:r>
        <w:t>886.0944</w:t>
      </w:r>
      <w:r>
        <w:tab/>
        <w:t>1.013e0</w:t>
      </w:r>
    </w:p>
    <w:p w:rsidR="007B2329" w:rsidRDefault="007B2329" w:rsidP="007B2329">
      <w:r>
        <w:t>886.1087</w:t>
      </w:r>
      <w:r>
        <w:tab/>
        <w:t>1.013e0</w:t>
      </w:r>
    </w:p>
    <w:p w:rsidR="007B2329" w:rsidRDefault="007B2329" w:rsidP="007B2329">
      <w:r>
        <w:t>886.1160</w:t>
      </w:r>
      <w:r>
        <w:tab/>
        <w:t>2.025e0</w:t>
      </w:r>
    </w:p>
    <w:p w:rsidR="007B2329" w:rsidRDefault="007B2329" w:rsidP="007B2329">
      <w:r>
        <w:t>886.1237</w:t>
      </w:r>
      <w:r>
        <w:tab/>
        <w:t>2.025e0</w:t>
      </w:r>
    </w:p>
    <w:p w:rsidR="007B2329" w:rsidRDefault="007B2329" w:rsidP="007B2329">
      <w:r>
        <w:t>886.1718</w:t>
      </w:r>
      <w:r>
        <w:tab/>
        <w:t>4.051e0</w:t>
      </w:r>
    </w:p>
    <w:p w:rsidR="007B2329" w:rsidRDefault="007B2329" w:rsidP="007B2329">
      <w:r>
        <w:t>886.1967</w:t>
      </w:r>
      <w:r>
        <w:tab/>
        <w:t>2.025e0</w:t>
      </w:r>
    </w:p>
    <w:p w:rsidR="007B2329" w:rsidRDefault="007B2329" w:rsidP="007B2329">
      <w:r>
        <w:t>886.1982</w:t>
      </w:r>
      <w:r>
        <w:tab/>
        <w:t>2.025e0</w:t>
      </w:r>
    </w:p>
    <w:p w:rsidR="007B2329" w:rsidRDefault="007B2329" w:rsidP="007B2329">
      <w:r>
        <w:t>886.2092</w:t>
      </w:r>
      <w:r>
        <w:tab/>
        <w:t>1.013e0</w:t>
      </w:r>
    </w:p>
    <w:p w:rsidR="007B2329" w:rsidRDefault="007B2329" w:rsidP="007B2329">
      <w:r>
        <w:t>886.2490</w:t>
      </w:r>
      <w:r>
        <w:tab/>
        <w:t>4.063e0</w:t>
      </w:r>
    </w:p>
    <w:p w:rsidR="007B2329" w:rsidRDefault="007B2329" w:rsidP="007B2329">
      <w:r>
        <w:t>886.2799</w:t>
      </w:r>
      <w:r>
        <w:tab/>
        <w:t>2.025e0</w:t>
      </w:r>
    </w:p>
    <w:p w:rsidR="007B2329" w:rsidRDefault="007B2329" w:rsidP="007B2329">
      <w:r>
        <w:t>886.2963</w:t>
      </w:r>
      <w:r>
        <w:tab/>
        <w:t>3.853e0</w:t>
      </w:r>
    </w:p>
    <w:p w:rsidR="007B2329" w:rsidRDefault="007B2329" w:rsidP="007B2329">
      <w:r>
        <w:t>886.3397</w:t>
      </w:r>
      <w:r>
        <w:tab/>
        <w:t>2.025e0</w:t>
      </w:r>
    </w:p>
    <w:p w:rsidR="007B2329" w:rsidRDefault="007B2329" w:rsidP="007B2329">
      <w:r>
        <w:lastRenderedPageBreak/>
        <w:t>886.3763</w:t>
      </w:r>
      <w:r>
        <w:tab/>
        <w:t>5.156e0</w:t>
      </w:r>
    </w:p>
    <w:p w:rsidR="007B2329" w:rsidRDefault="007B2329" w:rsidP="007B2329">
      <w:r>
        <w:t>886.4142</w:t>
      </w:r>
      <w:r>
        <w:tab/>
        <w:t>1.243e0</w:t>
      </w:r>
    </w:p>
    <w:p w:rsidR="007B2329" w:rsidRDefault="007B2329" w:rsidP="007B2329">
      <w:r>
        <w:t>886.4423</w:t>
      </w:r>
      <w:r>
        <w:tab/>
        <w:t>1.104e0</w:t>
      </w:r>
    </w:p>
    <w:p w:rsidR="007B2329" w:rsidRDefault="007B2329" w:rsidP="007B2329">
      <w:r>
        <w:t>886.4808</w:t>
      </w:r>
      <w:r>
        <w:tab/>
        <w:t>3.101e0</w:t>
      </w:r>
    </w:p>
    <w:p w:rsidR="007B2329" w:rsidRDefault="007B2329" w:rsidP="007B2329">
      <w:r>
        <w:t>886.5103</w:t>
      </w:r>
      <w:r>
        <w:tab/>
        <w:t>1.013e0</w:t>
      </w:r>
    </w:p>
    <w:p w:rsidR="007B2329" w:rsidRDefault="007B2329" w:rsidP="007B2329">
      <w:r>
        <w:t>886.5232</w:t>
      </w:r>
      <w:r>
        <w:tab/>
        <w:t>2.865e0</w:t>
      </w:r>
    </w:p>
    <w:p w:rsidR="007B2329" w:rsidRDefault="007B2329" w:rsidP="007B2329">
      <w:r>
        <w:t>886.5251</w:t>
      </w:r>
      <w:r>
        <w:tab/>
        <w:t>1.094e0</w:t>
      </w:r>
    </w:p>
    <w:p w:rsidR="007B2329" w:rsidRDefault="007B2329" w:rsidP="007B2329">
      <w:r>
        <w:t>886.5738</w:t>
      </w:r>
      <w:r>
        <w:tab/>
        <w:t>3.970e0</w:t>
      </w:r>
    </w:p>
    <w:p w:rsidR="007B2329" w:rsidRDefault="007B2329" w:rsidP="007B2329">
      <w:r>
        <w:t>886.5772</w:t>
      </w:r>
      <w:r>
        <w:tab/>
        <w:t>3.170e0</w:t>
      </w:r>
    </w:p>
    <w:p w:rsidR="007B2329" w:rsidRDefault="007B2329" w:rsidP="007B2329">
      <w:r>
        <w:t>886.6196</w:t>
      </w:r>
      <w:r>
        <w:tab/>
        <w:t>2.604e0</w:t>
      </w:r>
    </w:p>
    <w:p w:rsidR="007B2329" w:rsidRDefault="007B2329" w:rsidP="007B2329">
      <w:r>
        <w:t>886.6443</w:t>
      </w:r>
      <w:r>
        <w:tab/>
        <w:t>1.013e0</w:t>
      </w:r>
    </w:p>
    <w:p w:rsidR="007B2329" w:rsidRDefault="007B2329" w:rsidP="007B2329">
      <w:r>
        <w:t>886.6996</w:t>
      </w:r>
      <w:r>
        <w:tab/>
        <w:t>1.013e0</w:t>
      </w:r>
    </w:p>
    <w:p w:rsidR="007B2329" w:rsidRDefault="007B2329" w:rsidP="007B2329">
      <w:r>
        <w:t>886.7082</w:t>
      </w:r>
      <w:r>
        <w:tab/>
        <w:t>3.038e0</w:t>
      </w:r>
    </w:p>
    <w:p w:rsidR="007B2329" w:rsidRDefault="007B2329" w:rsidP="007B2329">
      <w:r>
        <w:t>886.7172</w:t>
      </w:r>
      <w:r>
        <w:tab/>
        <w:t>1.013e0</w:t>
      </w:r>
    </w:p>
    <w:p w:rsidR="007B2329" w:rsidRDefault="007B2329" w:rsidP="007B2329">
      <w:r>
        <w:t>886.7336</w:t>
      </w:r>
      <w:r>
        <w:tab/>
        <w:t>1.013e0</w:t>
      </w:r>
    </w:p>
    <w:p w:rsidR="007B2329" w:rsidRDefault="007B2329" w:rsidP="007B2329">
      <w:r>
        <w:t>886.7483</w:t>
      </w:r>
      <w:r>
        <w:tab/>
        <w:t>1.013e0</w:t>
      </w:r>
    </w:p>
    <w:p w:rsidR="007B2329" w:rsidRDefault="007B2329" w:rsidP="007B2329">
      <w:r>
        <w:t>886.7780</w:t>
      </w:r>
      <w:r>
        <w:tab/>
        <w:t>1.013e0</w:t>
      </w:r>
    </w:p>
    <w:p w:rsidR="007B2329" w:rsidRDefault="007B2329" w:rsidP="007B2329">
      <w:r>
        <w:t>886.7999</w:t>
      </w:r>
      <w:r>
        <w:tab/>
        <w:t>3.038e0</w:t>
      </w:r>
    </w:p>
    <w:p w:rsidR="007B2329" w:rsidRDefault="007B2329" w:rsidP="007B2329">
      <w:r>
        <w:t>886.8080</w:t>
      </w:r>
      <w:r>
        <w:tab/>
        <w:t>1.013e0</w:t>
      </w:r>
    </w:p>
    <w:p w:rsidR="007B2329" w:rsidRDefault="007B2329" w:rsidP="007B2329">
      <w:r>
        <w:lastRenderedPageBreak/>
        <w:t>886.8524</w:t>
      </w:r>
      <w:r>
        <w:tab/>
        <w:t>1.013e0</w:t>
      </w:r>
    </w:p>
    <w:p w:rsidR="007B2329" w:rsidRDefault="007B2329" w:rsidP="007B2329">
      <w:r>
        <w:t>886.9119</w:t>
      </w:r>
      <w:r>
        <w:tab/>
        <w:t>1.013e0</w:t>
      </w:r>
    </w:p>
    <w:p w:rsidR="007B2329" w:rsidRDefault="007B2329" w:rsidP="007B2329">
      <w:r>
        <w:t>886.9246</w:t>
      </w:r>
      <w:r>
        <w:tab/>
        <w:t>4.051e0</w:t>
      </w:r>
    </w:p>
    <w:p w:rsidR="007B2329" w:rsidRDefault="007B2329" w:rsidP="007B2329">
      <w:r>
        <w:t>886.9357</w:t>
      </w:r>
      <w:r>
        <w:tab/>
        <w:t>2.793e0</w:t>
      </w:r>
    </w:p>
    <w:p w:rsidR="007B2329" w:rsidRDefault="007B2329" w:rsidP="007B2329">
      <w:r>
        <w:t>886.9408</w:t>
      </w:r>
      <w:r>
        <w:tab/>
        <w:t>2.025e0</w:t>
      </w:r>
    </w:p>
    <w:p w:rsidR="007B2329" w:rsidRDefault="007B2329" w:rsidP="007B2329">
      <w:r>
        <w:t>886.9706</w:t>
      </w:r>
      <w:r>
        <w:tab/>
        <w:t>3.038e0</w:t>
      </w:r>
    </w:p>
    <w:p w:rsidR="007B2329" w:rsidRDefault="007B2329" w:rsidP="007B2329">
      <w:r>
        <w:t>886.9786</w:t>
      </w:r>
      <w:r>
        <w:tab/>
        <w:t>2.025e0</w:t>
      </w:r>
    </w:p>
    <w:p w:rsidR="007B2329" w:rsidRDefault="007B2329" w:rsidP="007B2329">
      <w:r>
        <w:t>886.9951</w:t>
      </w:r>
      <w:r>
        <w:tab/>
        <w:t>4.818e0</w:t>
      </w:r>
    </w:p>
    <w:p w:rsidR="007B2329" w:rsidRDefault="007B2329" w:rsidP="007B2329">
      <w:r>
        <w:t>887.0312</w:t>
      </w:r>
      <w:r>
        <w:tab/>
        <w:t>1.013e0</w:t>
      </w:r>
    </w:p>
    <w:p w:rsidR="007B2329" w:rsidRDefault="007B2329" w:rsidP="007B2329">
      <w:r>
        <w:t>887.0428</w:t>
      </w:r>
      <w:r>
        <w:tab/>
        <w:t>2.025e0</w:t>
      </w:r>
    </w:p>
    <w:p w:rsidR="007B2329" w:rsidRDefault="007B2329" w:rsidP="007B2329">
      <w:r>
        <w:t>887.0978</w:t>
      </w:r>
      <w:r>
        <w:tab/>
        <w:t>2.025e0</w:t>
      </w:r>
    </w:p>
    <w:p w:rsidR="007B2329" w:rsidRDefault="007B2329" w:rsidP="007B2329">
      <w:r>
        <w:t>887.1203</w:t>
      </w:r>
      <w:r>
        <w:tab/>
        <w:t>1.013e0</w:t>
      </w:r>
    </w:p>
    <w:p w:rsidR="007B2329" w:rsidRDefault="007B2329" w:rsidP="007B2329">
      <w:r>
        <w:t>887.1381</w:t>
      </w:r>
      <w:r>
        <w:tab/>
        <w:t>1.013e0</w:t>
      </w:r>
    </w:p>
    <w:p w:rsidR="007B2329" w:rsidRDefault="007B2329" w:rsidP="007B2329">
      <w:r>
        <w:t>887.1503</w:t>
      </w:r>
      <w:r>
        <w:tab/>
        <w:t>1.013e0</w:t>
      </w:r>
    </w:p>
    <w:p w:rsidR="007B2329" w:rsidRDefault="007B2329" w:rsidP="007B2329">
      <w:r>
        <w:t>887.1875</w:t>
      </w:r>
      <w:r>
        <w:tab/>
        <w:t>2.025e0</w:t>
      </w:r>
    </w:p>
    <w:p w:rsidR="007B2329" w:rsidRDefault="007B2329" w:rsidP="007B2329">
      <w:r>
        <w:t>887.2075</w:t>
      </w:r>
      <w:r>
        <w:tab/>
        <w:t>1.013e0</w:t>
      </w:r>
    </w:p>
    <w:p w:rsidR="007B2329" w:rsidRDefault="007B2329" w:rsidP="007B2329">
      <w:r>
        <w:t>887.2192</w:t>
      </w:r>
      <w:r>
        <w:tab/>
        <w:t>3.038e0</w:t>
      </w:r>
    </w:p>
    <w:p w:rsidR="007B2329" w:rsidRDefault="007B2329" w:rsidP="007B2329">
      <w:r>
        <w:t>887.2395</w:t>
      </w:r>
      <w:r>
        <w:tab/>
        <w:t>2.025e0</w:t>
      </w:r>
    </w:p>
    <w:p w:rsidR="007B2329" w:rsidRDefault="007B2329" w:rsidP="007B2329">
      <w:r>
        <w:t>887.2952</w:t>
      </w:r>
      <w:r>
        <w:tab/>
        <w:t>4.746e0</w:t>
      </w:r>
    </w:p>
    <w:p w:rsidR="007B2329" w:rsidRDefault="007B2329" w:rsidP="007B2329">
      <w:r>
        <w:lastRenderedPageBreak/>
        <w:t>887.2989</w:t>
      </w:r>
      <w:r>
        <w:tab/>
        <w:t>1.013e0</w:t>
      </w:r>
    </w:p>
    <w:p w:rsidR="007B2329" w:rsidRDefault="007B2329" w:rsidP="007B2329">
      <w:r>
        <w:t>887.3533</w:t>
      </w:r>
      <w:r>
        <w:tab/>
        <w:t>5.418e0</w:t>
      </w:r>
    </w:p>
    <w:p w:rsidR="007B2329" w:rsidRDefault="007B2329" w:rsidP="007B2329">
      <w:r>
        <w:t>887.3568</w:t>
      </w:r>
      <w:r>
        <w:tab/>
        <w:t>1.790e0</w:t>
      </w:r>
    </w:p>
    <w:p w:rsidR="007B2329" w:rsidRDefault="007B2329" w:rsidP="007B2329">
      <w:r>
        <w:t>887.3790</w:t>
      </w:r>
      <w:r>
        <w:tab/>
        <w:t>3.518e0</w:t>
      </w:r>
    </w:p>
    <w:p w:rsidR="007B2329" w:rsidRDefault="007B2329" w:rsidP="007B2329">
      <w:r>
        <w:t>887.3822</w:t>
      </w:r>
      <w:r>
        <w:tab/>
        <w:t>2.025e0</w:t>
      </w:r>
    </w:p>
    <w:p w:rsidR="007B2329" w:rsidRDefault="007B2329" w:rsidP="007B2329">
      <w:r>
        <w:t>887.3914</w:t>
      </w:r>
      <w:r>
        <w:tab/>
        <w:t>1.013e0</w:t>
      </w:r>
    </w:p>
    <w:p w:rsidR="007B2329" w:rsidRDefault="007B2329" w:rsidP="007B2329">
      <w:r>
        <w:t>887.3944</w:t>
      </w:r>
      <w:r>
        <w:tab/>
        <w:t>2.967e0</w:t>
      </w:r>
    </w:p>
    <w:p w:rsidR="007B2329" w:rsidRDefault="007B2329" w:rsidP="007B2329">
      <w:r>
        <w:t>887.4097</w:t>
      </w:r>
      <w:r>
        <w:tab/>
        <w:t>1.262e0</w:t>
      </w:r>
    </w:p>
    <w:p w:rsidR="007B2329" w:rsidRDefault="007B2329" w:rsidP="007B2329">
      <w:r>
        <w:t>887.4312</w:t>
      </w:r>
      <w:r>
        <w:tab/>
        <w:t>3.863e0</w:t>
      </w:r>
    </w:p>
    <w:p w:rsidR="007B2329" w:rsidRDefault="007B2329" w:rsidP="007B2329">
      <w:r>
        <w:t>887.4776</w:t>
      </w:r>
      <w:r>
        <w:tab/>
        <w:t>4.065e0</w:t>
      </w:r>
    </w:p>
    <w:p w:rsidR="007B2329" w:rsidRDefault="007B2329" w:rsidP="007B2329">
      <w:r>
        <w:t>887.4878</w:t>
      </w:r>
      <w:r>
        <w:tab/>
        <w:t>4.016e0</w:t>
      </w:r>
    </w:p>
    <w:p w:rsidR="007B2329" w:rsidRDefault="007B2329" w:rsidP="007B2329">
      <w:r>
        <w:t>887.4924</w:t>
      </w:r>
      <w:r>
        <w:tab/>
        <w:t>1.013e0</w:t>
      </w:r>
    </w:p>
    <w:p w:rsidR="007B2329" w:rsidRDefault="007B2329" w:rsidP="007B2329">
      <w:r>
        <w:t>887.5274</w:t>
      </w:r>
      <w:r>
        <w:tab/>
        <w:t>1.034e0</w:t>
      </w:r>
    </w:p>
    <w:p w:rsidR="007B2329" w:rsidRDefault="007B2329" w:rsidP="007B2329">
      <w:r>
        <w:t>887.5532</w:t>
      </w:r>
      <w:r>
        <w:tab/>
        <w:t>2.443e0</w:t>
      </w:r>
    </w:p>
    <w:p w:rsidR="007B2329" w:rsidRDefault="007B2329" w:rsidP="007B2329">
      <w:r>
        <w:t>887.5818</w:t>
      </w:r>
      <w:r>
        <w:tab/>
        <w:t>1.013e0</w:t>
      </w:r>
    </w:p>
    <w:p w:rsidR="007B2329" w:rsidRDefault="007B2329" w:rsidP="007B2329">
      <w:r>
        <w:t>887.6046</w:t>
      </w:r>
      <w:r>
        <w:tab/>
        <w:t>2.693e0</w:t>
      </w:r>
    </w:p>
    <w:p w:rsidR="007B2329" w:rsidRDefault="007B2329" w:rsidP="007B2329">
      <w:r>
        <w:t>887.6172</w:t>
      </w:r>
      <w:r>
        <w:tab/>
        <w:t>1.519e0</w:t>
      </w:r>
    </w:p>
    <w:p w:rsidR="007B2329" w:rsidRDefault="007B2329" w:rsidP="007B2329">
      <w:r>
        <w:t>887.6563</w:t>
      </w:r>
      <w:r>
        <w:tab/>
        <w:t>1.013e0</w:t>
      </w:r>
    </w:p>
    <w:p w:rsidR="007B2329" w:rsidRDefault="007B2329" w:rsidP="007B2329">
      <w:r>
        <w:t>887.6810</w:t>
      </w:r>
      <w:r>
        <w:tab/>
        <w:t>3.038e0</w:t>
      </w:r>
    </w:p>
    <w:p w:rsidR="007B2329" w:rsidRDefault="007B2329" w:rsidP="007B2329">
      <w:r>
        <w:lastRenderedPageBreak/>
        <w:t>887.6978</w:t>
      </w:r>
      <w:r>
        <w:tab/>
        <w:t>2.025e0</w:t>
      </w:r>
    </w:p>
    <w:p w:rsidR="007B2329" w:rsidRDefault="007B2329" w:rsidP="007B2329">
      <w:r>
        <w:t>887.7456</w:t>
      </w:r>
      <w:r>
        <w:tab/>
        <w:t>1.013e0</w:t>
      </w:r>
    </w:p>
    <w:p w:rsidR="007B2329" w:rsidRDefault="007B2329" w:rsidP="007B2329">
      <w:r>
        <w:t>887.7903</w:t>
      </w:r>
      <w:r>
        <w:tab/>
        <w:t>1.013e0</w:t>
      </w:r>
    </w:p>
    <w:p w:rsidR="007B2329" w:rsidRDefault="007B2329" w:rsidP="007B2329">
      <w:r>
        <w:t>887.8154</w:t>
      </w:r>
      <w:r>
        <w:tab/>
        <w:t>1.013e0</w:t>
      </w:r>
    </w:p>
    <w:p w:rsidR="007B2329" w:rsidRDefault="007B2329" w:rsidP="007B2329">
      <w:r>
        <w:t>887.8337</w:t>
      </w:r>
      <w:r>
        <w:tab/>
        <w:t>2.025e0</w:t>
      </w:r>
    </w:p>
    <w:p w:rsidR="007B2329" w:rsidRDefault="007B2329" w:rsidP="007B2329">
      <w:r>
        <w:t>887.8648</w:t>
      </w:r>
      <w:r>
        <w:tab/>
        <w:t>1.013e0</w:t>
      </w:r>
    </w:p>
    <w:p w:rsidR="007B2329" w:rsidRDefault="007B2329" w:rsidP="007B2329">
      <w:r>
        <w:t>887.8799</w:t>
      </w:r>
      <w:r>
        <w:tab/>
        <w:t>3.038e0</w:t>
      </w:r>
    </w:p>
    <w:p w:rsidR="007B2329" w:rsidRDefault="007B2329" w:rsidP="007B2329">
      <w:r>
        <w:t>887.8816</w:t>
      </w:r>
      <w:r>
        <w:tab/>
        <w:t>1.013e0</w:t>
      </w:r>
    </w:p>
    <w:p w:rsidR="007B2329" w:rsidRDefault="007B2329" w:rsidP="007B2329">
      <w:r>
        <w:t>887.9321</w:t>
      </w:r>
      <w:r>
        <w:tab/>
        <w:t>6.076e0</w:t>
      </w:r>
    </w:p>
    <w:p w:rsidR="007B2329" w:rsidRDefault="007B2329" w:rsidP="007B2329">
      <w:r>
        <w:t>887.9367</w:t>
      </w:r>
      <w:r>
        <w:tab/>
        <w:t>2.875e0</w:t>
      </w:r>
    </w:p>
    <w:p w:rsidR="007B2329" w:rsidRDefault="007B2329" w:rsidP="007B2329">
      <w:r>
        <w:t>887.9651</w:t>
      </w:r>
      <w:r>
        <w:tab/>
        <w:t>4.051e0</w:t>
      </w:r>
    </w:p>
    <w:p w:rsidR="007B2329" w:rsidRDefault="007B2329" w:rsidP="007B2329">
      <w:r>
        <w:t>887.9741</w:t>
      </w:r>
      <w:r>
        <w:tab/>
        <w:t>2.025e0</w:t>
      </w:r>
    </w:p>
    <w:p w:rsidR="007B2329" w:rsidRDefault="007B2329" w:rsidP="007B2329">
      <w:r>
        <w:t>888.0062</w:t>
      </w:r>
      <w:r>
        <w:tab/>
        <w:t>4.818e0</w:t>
      </w:r>
    </w:p>
    <w:p w:rsidR="007B2329" w:rsidRDefault="007B2329" w:rsidP="007B2329">
      <w:r>
        <w:t>888.0137</w:t>
      </w:r>
      <w:r>
        <w:tab/>
        <w:t>1.013e0</w:t>
      </w:r>
    </w:p>
    <w:p w:rsidR="007B2329" w:rsidRDefault="007B2329" w:rsidP="007B2329">
      <w:r>
        <w:t>888.0793</w:t>
      </w:r>
      <w:r>
        <w:tab/>
        <w:t>2.025e0</w:t>
      </w:r>
    </w:p>
    <w:p w:rsidR="007B2329" w:rsidRDefault="007B2329" w:rsidP="007B2329">
      <w:r>
        <w:t>888.1033</w:t>
      </w:r>
      <w:r>
        <w:tab/>
        <w:t>4.051e0</w:t>
      </w:r>
    </w:p>
    <w:p w:rsidR="007B2329" w:rsidRDefault="007B2329" w:rsidP="007B2329">
      <w:r>
        <w:t>888.1352</w:t>
      </w:r>
      <w:r>
        <w:tab/>
        <w:t>1.013e0</w:t>
      </w:r>
    </w:p>
    <w:p w:rsidR="007B2329" w:rsidRDefault="007B2329" w:rsidP="007B2329">
      <w:r>
        <w:t>888.2865</w:t>
      </w:r>
      <w:r>
        <w:tab/>
        <w:t>3.051e0</w:t>
      </w:r>
    </w:p>
    <w:p w:rsidR="007B2329" w:rsidRDefault="007B2329" w:rsidP="007B2329">
      <w:r>
        <w:t>888.3472</w:t>
      </w:r>
      <w:r>
        <w:tab/>
        <w:t>5.063e0</w:t>
      </w:r>
    </w:p>
    <w:p w:rsidR="007B2329" w:rsidRDefault="007B2329" w:rsidP="007B2329">
      <w:r>
        <w:lastRenderedPageBreak/>
        <w:t>888.3606</w:t>
      </w:r>
      <w:r>
        <w:tab/>
        <w:t>2.294e0</w:t>
      </w:r>
    </w:p>
    <w:p w:rsidR="007B2329" w:rsidRDefault="007B2329" w:rsidP="007B2329">
      <w:r>
        <w:t>888.3630</w:t>
      </w:r>
      <w:r>
        <w:tab/>
        <w:t>1.468e1</w:t>
      </w:r>
    </w:p>
    <w:p w:rsidR="007B2329" w:rsidRDefault="007B2329" w:rsidP="007B2329">
      <w:r>
        <w:t>888.3741</w:t>
      </w:r>
      <w:r>
        <w:tab/>
        <w:t>5.766e0</w:t>
      </w:r>
    </w:p>
    <w:p w:rsidR="007B2329" w:rsidRDefault="007B2329" w:rsidP="007B2329">
      <w:r>
        <w:t>888.3776</w:t>
      </w:r>
      <w:r>
        <w:tab/>
        <w:t>4.366e0</w:t>
      </w:r>
    </w:p>
    <w:p w:rsidR="007B2329" w:rsidRDefault="007B2329" w:rsidP="007B2329">
      <w:r>
        <w:t>888.3793</w:t>
      </w:r>
      <w:r>
        <w:tab/>
        <w:t>2.025e0</w:t>
      </w:r>
    </w:p>
    <w:p w:rsidR="007B2329" w:rsidRDefault="007B2329" w:rsidP="007B2329">
      <w:r>
        <w:t>888.3964</w:t>
      </w:r>
      <w:r>
        <w:tab/>
        <w:t>9.613e0</w:t>
      </w:r>
    </w:p>
    <w:p w:rsidR="007B2329" w:rsidRDefault="007B2329" w:rsidP="007B2329">
      <w:r>
        <w:t>888.3995</w:t>
      </w:r>
      <w:r>
        <w:tab/>
        <w:t>8.024e0</w:t>
      </w:r>
    </w:p>
    <w:p w:rsidR="007B2329" w:rsidRDefault="007B2329" w:rsidP="007B2329">
      <w:r>
        <w:t>888.4586</w:t>
      </w:r>
      <w:r>
        <w:tab/>
        <w:t>1.013e0</w:t>
      </w:r>
    </w:p>
    <w:p w:rsidR="007B2329" w:rsidRDefault="007B2329" w:rsidP="007B2329">
      <w:r>
        <w:t>888.4614</w:t>
      </w:r>
      <w:r>
        <w:tab/>
        <w:t>6.517e0</w:t>
      </w:r>
    </w:p>
    <w:p w:rsidR="007B2329" w:rsidRDefault="007B2329" w:rsidP="007B2329">
      <w:r>
        <w:t>888.4834</w:t>
      </w:r>
      <w:r>
        <w:tab/>
        <w:t>3.089e0</w:t>
      </w:r>
    </w:p>
    <w:p w:rsidR="007B2329" w:rsidRDefault="007B2329" w:rsidP="007B2329">
      <w:r>
        <w:t>888.5010</w:t>
      </w:r>
      <w:r>
        <w:tab/>
        <w:t>3.007e0</w:t>
      </w:r>
    </w:p>
    <w:p w:rsidR="007B2329" w:rsidRDefault="007B2329" w:rsidP="007B2329">
      <w:r>
        <w:t>888.5073</w:t>
      </w:r>
      <w:r>
        <w:tab/>
        <w:t>3.932e0</w:t>
      </w:r>
    </w:p>
    <w:p w:rsidR="007B2329" w:rsidRDefault="007B2329" w:rsidP="007B2329">
      <w:r>
        <w:t>888.5162</w:t>
      </w:r>
      <w:r>
        <w:tab/>
        <w:t>4.051e0</w:t>
      </w:r>
    </w:p>
    <w:p w:rsidR="007B2329" w:rsidRDefault="007B2329" w:rsidP="007B2329">
      <w:r>
        <w:t>888.5370</w:t>
      </w:r>
      <w:r>
        <w:tab/>
        <w:t>1.712e0</w:t>
      </w:r>
    </w:p>
    <w:p w:rsidR="007B2329" w:rsidRDefault="007B2329" w:rsidP="007B2329">
      <w:r>
        <w:t>888.5546</w:t>
      </w:r>
      <w:r>
        <w:tab/>
        <w:t>3.381e0</w:t>
      </w:r>
    </w:p>
    <w:p w:rsidR="007B2329" w:rsidRDefault="007B2329" w:rsidP="007B2329">
      <w:r>
        <w:t>888.6307</w:t>
      </w:r>
      <w:r>
        <w:tab/>
        <w:t>2.532e0</w:t>
      </w:r>
    </w:p>
    <w:p w:rsidR="007B2329" w:rsidRDefault="007B2329" w:rsidP="007B2329">
      <w:r>
        <w:t>888.6397</w:t>
      </w:r>
      <w:r>
        <w:tab/>
        <w:t>1.013e0</w:t>
      </w:r>
    </w:p>
    <w:p w:rsidR="007B2329" w:rsidRDefault="007B2329" w:rsidP="007B2329">
      <w:r>
        <w:t>888.6469</w:t>
      </w:r>
      <w:r>
        <w:tab/>
        <w:t>7.233e0</w:t>
      </w:r>
    </w:p>
    <w:p w:rsidR="007B2329" w:rsidRDefault="007B2329" w:rsidP="007B2329">
      <w:r>
        <w:t>888.6689</w:t>
      </w:r>
      <w:r>
        <w:tab/>
        <w:t>2.025e0</w:t>
      </w:r>
    </w:p>
    <w:p w:rsidR="007B2329" w:rsidRDefault="007B2329" w:rsidP="007B2329">
      <w:r>
        <w:lastRenderedPageBreak/>
        <w:t>888.6721</w:t>
      </w:r>
      <w:r>
        <w:tab/>
        <w:t>2.025e0</w:t>
      </w:r>
    </w:p>
    <w:p w:rsidR="007B2329" w:rsidRDefault="007B2329" w:rsidP="007B2329">
      <w:r>
        <w:t>888.6826</w:t>
      </w:r>
      <w:r>
        <w:tab/>
        <w:t>4.051e0</w:t>
      </w:r>
    </w:p>
    <w:p w:rsidR="007B2329" w:rsidRDefault="007B2329" w:rsidP="007B2329">
      <w:r>
        <w:t>888.6993</w:t>
      </w:r>
      <w:r>
        <w:tab/>
        <w:t>1.013e0</w:t>
      </w:r>
    </w:p>
    <w:p w:rsidR="007B2329" w:rsidRDefault="007B2329" w:rsidP="007B2329">
      <w:r>
        <w:t>888.7296</w:t>
      </w:r>
      <w:r>
        <w:tab/>
        <w:t>1.013e0</w:t>
      </w:r>
    </w:p>
    <w:p w:rsidR="007B2329" w:rsidRDefault="007B2329" w:rsidP="007B2329">
      <w:r>
        <w:t>888.7443</w:t>
      </w:r>
      <w:r>
        <w:tab/>
        <w:t>1.013e0</w:t>
      </w:r>
    </w:p>
    <w:p w:rsidR="007B2329" w:rsidRDefault="007B2329" w:rsidP="007B2329">
      <w:r>
        <w:t>888.7523</w:t>
      </w:r>
      <w:r>
        <w:tab/>
        <w:t>2.025e0</w:t>
      </w:r>
    </w:p>
    <w:p w:rsidR="007B2329" w:rsidRDefault="007B2329" w:rsidP="007B2329">
      <w:r>
        <w:t>888.8188</w:t>
      </w:r>
      <w:r>
        <w:tab/>
        <w:t>1.013e0</w:t>
      </w:r>
    </w:p>
    <w:p w:rsidR="007B2329" w:rsidRDefault="007B2329" w:rsidP="007B2329">
      <w:r>
        <w:t>888.8303</w:t>
      </w:r>
      <w:r>
        <w:tab/>
        <w:t>1.013e0</w:t>
      </w:r>
    </w:p>
    <w:p w:rsidR="007B2329" w:rsidRDefault="007B2329" w:rsidP="007B2329">
      <w:r>
        <w:t>888.8362</w:t>
      </w:r>
      <w:r>
        <w:tab/>
        <w:t>3.038e0</w:t>
      </w:r>
    </w:p>
    <w:p w:rsidR="007B2329" w:rsidRDefault="007B2329" w:rsidP="007B2329">
      <w:r>
        <w:t>888.8635</w:t>
      </w:r>
      <w:r>
        <w:tab/>
        <w:t>2.025e0</w:t>
      </w:r>
    </w:p>
    <w:p w:rsidR="007B2329" w:rsidRDefault="007B2329" w:rsidP="007B2329">
      <w:r>
        <w:t>888.8889</w:t>
      </w:r>
      <w:r>
        <w:tab/>
        <w:t>3.038e0</w:t>
      </w:r>
    </w:p>
    <w:p w:rsidR="007B2329" w:rsidRDefault="007B2329" w:rsidP="007B2329">
      <w:r>
        <w:t>888.9308</w:t>
      </w:r>
      <w:r>
        <w:tab/>
        <w:t>3.038e0</w:t>
      </w:r>
    </w:p>
    <w:p w:rsidR="007B2329" w:rsidRDefault="007B2329" w:rsidP="007B2329">
      <w:r>
        <w:t>888.9381</w:t>
      </w:r>
      <w:r>
        <w:tab/>
        <w:t>2.025e0</w:t>
      </w:r>
    </w:p>
    <w:p w:rsidR="007B2329" w:rsidRDefault="007B2329" w:rsidP="007B2329">
      <w:r>
        <w:t>888.9977</w:t>
      </w:r>
      <w:r>
        <w:tab/>
        <w:t>1.013e0</w:t>
      </w:r>
    </w:p>
    <w:p w:rsidR="007B2329" w:rsidRDefault="007B2329" w:rsidP="007B2329">
      <w:r>
        <w:t>889.0336</w:t>
      </w:r>
      <w:r>
        <w:tab/>
        <w:t>3.038e0</w:t>
      </w:r>
    </w:p>
    <w:p w:rsidR="007B2329" w:rsidRDefault="007B2329" w:rsidP="007B2329">
      <w:r>
        <w:t>889.0347</w:t>
      </w:r>
      <w:r>
        <w:tab/>
        <w:t>4.051e0</w:t>
      </w:r>
    </w:p>
    <w:p w:rsidR="007B2329" w:rsidRDefault="007B2329" w:rsidP="007B2329">
      <w:r>
        <w:t>889.0423</w:t>
      </w:r>
      <w:r>
        <w:tab/>
        <w:t>1.013e0</w:t>
      </w:r>
    </w:p>
    <w:p w:rsidR="007B2329" w:rsidRDefault="007B2329" w:rsidP="007B2329">
      <w:r>
        <w:t>889.0493</w:t>
      </w:r>
      <w:r>
        <w:tab/>
        <w:t>1.013e0</w:t>
      </w:r>
    </w:p>
    <w:p w:rsidR="007B2329" w:rsidRDefault="007B2329" w:rsidP="007B2329">
      <w:r>
        <w:t>889.0978</w:t>
      </w:r>
      <w:r>
        <w:tab/>
        <w:t>4.051e0</w:t>
      </w:r>
    </w:p>
    <w:p w:rsidR="007B2329" w:rsidRDefault="007B2329" w:rsidP="007B2329">
      <w:r>
        <w:lastRenderedPageBreak/>
        <w:t>889.1169</w:t>
      </w:r>
      <w:r>
        <w:tab/>
        <w:t>2.025e0</w:t>
      </w:r>
    </w:p>
    <w:p w:rsidR="007B2329" w:rsidRDefault="007B2329" w:rsidP="007B2329">
      <w:r>
        <w:t>889.1542</w:t>
      </w:r>
      <w:r>
        <w:tab/>
        <w:t>2.025e0</w:t>
      </w:r>
    </w:p>
    <w:p w:rsidR="007B2329" w:rsidRDefault="007B2329" w:rsidP="007B2329">
      <w:r>
        <w:t>889.1677</w:t>
      </w:r>
      <w:r>
        <w:tab/>
        <w:t>1.266e-2</w:t>
      </w:r>
    </w:p>
    <w:p w:rsidR="007B2329" w:rsidRDefault="007B2329" w:rsidP="007B2329">
      <w:r>
        <w:t>889.2022</w:t>
      </w:r>
      <w:r>
        <w:tab/>
        <w:t>1.013e0</w:t>
      </w:r>
    </w:p>
    <w:p w:rsidR="007B2329" w:rsidRDefault="007B2329" w:rsidP="007B2329">
      <w:r>
        <w:t>889.2352</w:t>
      </w:r>
      <w:r>
        <w:tab/>
        <w:t>2.025e0</w:t>
      </w:r>
    </w:p>
    <w:p w:rsidR="007B2329" w:rsidRDefault="007B2329" w:rsidP="007B2329">
      <w:r>
        <w:t>889.2363</w:t>
      </w:r>
      <w:r>
        <w:tab/>
        <w:t>2.025e0</w:t>
      </w:r>
    </w:p>
    <w:p w:rsidR="007B2329" w:rsidRDefault="007B2329" w:rsidP="007B2329">
      <w:r>
        <w:t>889.3510</w:t>
      </w:r>
      <w:r>
        <w:tab/>
        <w:t>1.433e1</w:t>
      </w:r>
    </w:p>
    <w:p w:rsidR="007B2329" w:rsidRDefault="007B2329" w:rsidP="007B2329">
      <w:r>
        <w:t>889.3571</w:t>
      </w:r>
      <w:r>
        <w:tab/>
        <w:t>3.038e0</w:t>
      </w:r>
    </w:p>
    <w:p w:rsidR="007B2329" w:rsidRDefault="007B2329" w:rsidP="007B2329">
      <w:r>
        <w:t>889.3870</w:t>
      </w:r>
      <w:r>
        <w:tab/>
        <w:t>1.433e1</w:t>
      </w:r>
    </w:p>
    <w:p w:rsidR="007B2329" w:rsidRDefault="007B2329" w:rsidP="007B2329">
      <w:r>
        <w:t>889.3915</w:t>
      </w:r>
      <w:r>
        <w:tab/>
        <w:t>1.500e1</w:t>
      </w:r>
    </w:p>
    <w:p w:rsidR="007B2329" w:rsidRDefault="007B2329" w:rsidP="007B2329">
      <w:r>
        <w:t>889.3968</w:t>
      </w:r>
      <w:r>
        <w:tab/>
        <w:t>1.618e1</w:t>
      </w:r>
    </w:p>
    <w:p w:rsidR="007B2329" w:rsidRDefault="007B2329" w:rsidP="007B2329">
      <w:r>
        <w:t>889.3979</w:t>
      </w:r>
      <w:r>
        <w:tab/>
        <w:t>3.577e1</w:t>
      </w:r>
    </w:p>
    <w:p w:rsidR="007B2329" w:rsidRDefault="007B2329" w:rsidP="007B2329">
      <w:r>
        <w:t>889.4900</w:t>
      </w:r>
      <w:r>
        <w:tab/>
        <w:t>8.032e0</w:t>
      </w:r>
    </w:p>
    <w:p w:rsidR="007B2329" w:rsidRDefault="007B2329" w:rsidP="007B2329">
      <w:r>
        <w:t>889.4941</w:t>
      </w:r>
      <w:r>
        <w:tab/>
        <w:t>5.568e0</w:t>
      </w:r>
    </w:p>
    <w:p w:rsidR="007B2329" w:rsidRDefault="007B2329" w:rsidP="007B2329">
      <w:r>
        <w:t>889.5048</w:t>
      </w:r>
      <w:r>
        <w:tab/>
        <w:t>2.025e0</w:t>
      </w:r>
    </w:p>
    <w:p w:rsidR="007B2329" w:rsidRDefault="007B2329" w:rsidP="007B2329">
      <w:r>
        <w:t>889.5140</w:t>
      </w:r>
      <w:r>
        <w:tab/>
        <w:t>4.077e0</w:t>
      </w:r>
    </w:p>
    <w:p w:rsidR="007B2329" w:rsidRDefault="007B2329" w:rsidP="007B2329">
      <w:r>
        <w:t>889.5386</w:t>
      </w:r>
      <w:r>
        <w:tab/>
        <w:t>8.101e0</w:t>
      </w:r>
    </w:p>
    <w:p w:rsidR="007B2329" w:rsidRDefault="007B2329" w:rsidP="007B2329">
      <w:r>
        <w:t>889.5676</w:t>
      </w:r>
      <w:r>
        <w:tab/>
        <w:t>2.313e0</w:t>
      </w:r>
    </w:p>
    <w:p w:rsidR="007B2329" w:rsidRDefault="007B2329" w:rsidP="007B2329">
      <w:r>
        <w:t>889.5721</w:t>
      </w:r>
      <w:r>
        <w:tab/>
        <w:t>1.114e0</w:t>
      </w:r>
    </w:p>
    <w:p w:rsidR="007B2329" w:rsidRDefault="007B2329" w:rsidP="007B2329">
      <w:r>
        <w:lastRenderedPageBreak/>
        <w:t>889.5796</w:t>
      </w:r>
      <w:r>
        <w:tab/>
        <w:t>1.362e-1</w:t>
      </w:r>
    </w:p>
    <w:p w:rsidR="007B2329" w:rsidRDefault="007B2329" w:rsidP="007B2329">
      <w:r>
        <w:t>889.6646</w:t>
      </w:r>
      <w:r>
        <w:tab/>
        <w:t>4.051e0</w:t>
      </w:r>
    </w:p>
    <w:p w:rsidR="007B2329" w:rsidRDefault="007B2329" w:rsidP="007B2329">
      <w:r>
        <w:t>889.6791</w:t>
      </w:r>
      <w:r>
        <w:tab/>
        <w:t>2.025e0</w:t>
      </w:r>
    </w:p>
    <w:p w:rsidR="007B2329" w:rsidRDefault="007B2329" w:rsidP="007B2329">
      <w:r>
        <w:t>889.7065</w:t>
      </w:r>
      <w:r>
        <w:tab/>
        <w:t>2.025e0</w:t>
      </w:r>
    </w:p>
    <w:p w:rsidR="007B2329" w:rsidRDefault="007B2329" w:rsidP="007B2329">
      <w:r>
        <w:t>889.7286</w:t>
      </w:r>
      <w:r>
        <w:tab/>
        <w:t>1.013e0</w:t>
      </w:r>
    </w:p>
    <w:p w:rsidR="007B2329" w:rsidRDefault="007B2329" w:rsidP="007B2329">
      <w:r>
        <w:t>889.7752</w:t>
      </w:r>
      <w:r>
        <w:tab/>
        <w:t>1.013e0</w:t>
      </w:r>
    </w:p>
    <w:p w:rsidR="007B2329" w:rsidRDefault="007B2329" w:rsidP="007B2329">
      <w:r>
        <w:t>889.8104</w:t>
      </w:r>
      <w:r>
        <w:tab/>
        <w:t>4.051e0</w:t>
      </w:r>
    </w:p>
    <w:p w:rsidR="007B2329" w:rsidRDefault="007B2329" w:rsidP="007B2329">
      <w:r>
        <w:t>889.8448</w:t>
      </w:r>
      <w:r>
        <w:tab/>
        <w:t>1.013e0</w:t>
      </w:r>
    </w:p>
    <w:p w:rsidR="007B2329" w:rsidRDefault="007B2329" w:rsidP="007B2329">
      <w:r>
        <w:t>889.8632</w:t>
      </w:r>
      <w:r>
        <w:tab/>
        <w:t>1.013e0</w:t>
      </w:r>
    </w:p>
    <w:p w:rsidR="007B2329" w:rsidRDefault="007B2329" w:rsidP="007B2329">
      <w:r>
        <w:t>889.8781</w:t>
      </w:r>
      <w:r>
        <w:tab/>
        <w:t>2.025e0</w:t>
      </w:r>
    </w:p>
    <w:p w:rsidR="007B2329" w:rsidRDefault="007B2329" w:rsidP="007B2329">
      <w:r>
        <w:t>889.8853</w:t>
      </w:r>
      <w:r>
        <w:tab/>
        <w:t>2.025e0</w:t>
      </w:r>
    </w:p>
    <w:p w:rsidR="007B2329" w:rsidRDefault="007B2329" w:rsidP="007B2329">
      <w:r>
        <w:t>889.9129</w:t>
      </w:r>
      <w:r>
        <w:tab/>
        <w:t>3.038e0</w:t>
      </w:r>
    </w:p>
    <w:p w:rsidR="007B2329" w:rsidRDefault="007B2329" w:rsidP="007B2329">
      <w:r>
        <w:t>889.9444</w:t>
      </w:r>
      <w:r>
        <w:tab/>
        <w:t>3.095e0</w:t>
      </w:r>
    </w:p>
    <w:p w:rsidR="007B2329" w:rsidRDefault="007B2329" w:rsidP="007B2329">
      <w:r>
        <w:t>889.9631</w:t>
      </w:r>
      <w:r>
        <w:tab/>
        <w:t>1.013e0</w:t>
      </w:r>
    </w:p>
    <w:p w:rsidR="007B2329" w:rsidRDefault="007B2329" w:rsidP="007B2329">
      <w:r>
        <w:t>889.9824</w:t>
      </w:r>
      <w:r>
        <w:tab/>
        <w:t>1.454e0</w:t>
      </w:r>
    </w:p>
    <w:p w:rsidR="007B2329" w:rsidRDefault="007B2329" w:rsidP="007B2329">
      <w:r>
        <w:t>889.9837</w:t>
      </w:r>
      <w:r>
        <w:tab/>
        <w:t>2.776e0</w:t>
      </w:r>
    </w:p>
    <w:p w:rsidR="007B2329" w:rsidRDefault="007B2329" w:rsidP="007B2329">
      <w:r>
        <w:t>889.9894</w:t>
      </w:r>
      <w:r>
        <w:tab/>
        <w:t>4.051e0</w:t>
      </w:r>
    </w:p>
    <w:p w:rsidR="007B2329" w:rsidRDefault="007B2329" w:rsidP="007B2329">
      <w:r>
        <w:t>890.0123</w:t>
      </w:r>
      <w:r>
        <w:tab/>
        <w:t>1.013e0</w:t>
      </w:r>
    </w:p>
    <w:p w:rsidR="007B2329" w:rsidRDefault="007B2329" w:rsidP="007B2329">
      <w:r>
        <w:t>890.0292</w:t>
      </w:r>
      <w:r>
        <w:tab/>
        <w:t>1.013e0</w:t>
      </w:r>
    </w:p>
    <w:p w:rsidR="007B2329" w:rsidRDefault="007B2329" w:rsidP="007B2329">
      <w:r>
        <w:lastRenderedPageBreak/>
        <w:t>890.0938</w:t>
      </w:r>
      <w:r>
        <w:tab/>
        <w:t>3.038e0</w:t>
      </w:r>
    </w:p>
    <w:p w:rsidR="007B2329" w:rsidRDefault="007B2329" w:rsidP="007B2329">
      <w:r>
        <w:t>890.1005</w:t>
      </w:r>
      <w:r>
        <w:tab/>
        <w:t>2.025e0</w:t>
      </w:r>
    </w:p>
    <w:p w:rsidR="007B2329" w:rsidRDefault="007B2329" w:rsidP="007B2329">
      <w:r>
        <w:t>890.1317</w:t>
      </w:r>
      <w:r>
        <w:tab/>
        <w:t>1.013e0</w:t>
      </w:r>
    </w:p>
    <w:p w:rsidR="007B2329" w:rsidRDefault="007B2329" w:rsidP="007B2329">
      <w:r>
        <w:t>890.1469</w:t>
      </w:r>
      <w:r>
        <w:tab/>
        <w:t>2.025e0</w:t>
      </w:r>
    </w:p>
    <w:p w:rsidR="007B2329" w:rsidRDefault="007B2329" w:rsidP="007B2329">
      <w:r>
        <w:t>890.1979</w:t>
      </w:r>
      <w:r>
        <w:tab/>
        <w:t>3.038e0</w:t>
      </w:r>
    </w:p>
    <w:p w:rsidR="007B2329" w:rsidRDefault="007B2329" w:rsidP="007B2329">
      <w:r>
        <w:t>890.2363</w:t>
      </w:r>
      <w:r>
        <w:tab/>
        <w:t>6.076e0</w:t>
      </w:r>
    </w:p>
    <w:p w:rsidR="007B2329" w:rsidRDefault="007B2329" w:rsidP="007B2329">
      <w:r>
        <w:t>890.2453</w:t>
      </w:r>
      <w:r>
        <w:tab/>
        <w:t>4.051e0</w:t>
      </w:r>
    </w:p>
    <w:p w:rsidR="007B2329" w:rsidRDefault="007B2329" w:rsidP="007B2329">
      <w:r>
        <w:t>890.2701</w:t>
      </w:r>
      <w:r>
        <w:tab/>
        <w:t>2.989e0</w:t>
      </w:r>
    </w:p>
    <w:p w:rsidR="007B2329" w:rsidRDefault="007B2329" w:rsidP="007B2329">
      <w:r>
        <w:t>890.2812</w:t>
      </w:r>
      <w:r>
        <w:tab/>
        <w:t>8.241e0</w:t>
      </w:r>
    </w:p>
    <w:p w:rsidR="007B2329" w:rsidRDefault="007B2329" w:rsidP="007B2329">
      <w:r>
        <w:t>890.3114</w:t>
      </w:r>
      <w:r>
        <w:tab/>
        <w:t>1.013e0</w:t>
      </w:r>
    </w:p>
    <w:p w:rsidR="007B2329" w:rsidRDefault="007B2329" w:rsidP="007B2329">
      <w:r>
        <w:t>890.3259</w:t>
      </w:r>
      <w:r>
        <w:tab/>
        <w:t>3.247e0</w:t>
      </w:r>
    </w:p>
    <w:p w:rsidR="007B2329" w:rsidRDefault="007B2329" w:rsidP="007B2329">
      <w:r>
        <w:t>890.3599</w:t>
      </w:r>
      <w:r>
        <w:tab/>
        <w:t>7.930e0</w:t>
      </w:r>
    </w:p>
    <w:p w:rsidR="007B2329" w:rsidRDefault="007B2329" w:rsidP="007B2329">
      <w:r>
        <w:t>890.4128</w:t>
      </w:r>
      <w:r>
        <w:tab/>
        <w:t>3.500e0</w:t>
      </w:r>
    </w:p>
    <w:p w:rsidR="007B2329" w:rsidRDefault="007B2329" w:rsidP="007B2329">
      <w:r>
        <w:t>890.4707</w:t>
      </w:r>
      <w:r>
        <w:tab/>
        <w:t>1.038e0</w:t>
      </w:r>
    </w:p>
    <w:p w:rsidR="007B2329" w:rsidRDefault="007B2329" w:rsidP="007B2329">
      <w:r>
        <w:t>890.4841</w:t>
      </w:r>
      <w:r>
        <w:tab/>
        <w:t>1.025e0</w:t>
      </w:r>
    </w:p>
    <w:p w:rsidR="007B2329" w:rsidRDefault="007B2329" w:rsidP="007B2329">
      <w:r>
        <w:t>890.4967</w:t>
      </w:r>
      <w:r>
        <w:tab/>
        <w:t>1.219e0</w:t>
      </w:r>
    </w:p>
    <w:p w:rsidR="007B2329" w:rsidRDefault="007B2329" w:rsidP="007B2329">
      <w:r>
        <w:t>890.5087</w:t>
      </w:r>
      <w:r>
        <w:tab/>
        <w:t>8.037e0</w:t>
      </w:r>
    </w:p>
    <w:p w:rsidR="007B2329" w:rsidRDefault="007B2329" w:rsidP="007B2329">
      <w:r>
        <w:t>890.5167</w:t>
      </w:r>
      <w:r>
        <w:tab/>
        <w:t>1.724e0</w:t>
      </w:r>
    </w:p>
    <w:p w:rsidR="007B2329" w:rsidRDefault="007B2329" w:rsidP="007B2329">
      <w:r>
        <w:t>890.5349</w:t>
      </w:r>
      <w:r>
        <w:tab/>
        <w:t>5.290e0</w:t>
      </w:r>
    </w:p>
    <w:p w:rsidR="007B2329" w:rsidRDefault="007B2329" w:rsidP="007B2329">
      <w:r>
        <w:lastRenderedPageBreak/>
        <w:t>890.5511</w:t>
      </w:r>
      <w:r>
        <w:tab/>
        <w:t>1.459e0</w:t>
      </w:r>
    </w:p>
    <w:p w:rsidR="007B2329" w:rsidRDefault="007B2329" w:rsidP="007B2329">
      <w:r>
        <w:t>890.5674</w:t>
      </w:r>
      <w:r>
        <w:tab/>
        <w:t>3.776e0</w:t>
      </w:r>
    </w:p>
    <w:p w:rsidR="007B2329" w:rsidRDefault="007B2329" w:rsidP="007B2329">
      <w:r>
        <w:t>890.5884</w:t>
      </w:r>
      <w:r>
        <w:tab/>
        <w:t>1.120e0</w:t>
      </w:r>
    </w:p>
    <w:p w:rsidR="007B2329" w:rsidRDefault="007B2329" w:rsidP="007B2329">
      <w:r>
        <w:t>890.5938</w:t>
      </w:r>
      <w:r>
        <w:tab/>
        <w:t>3.038e0</w:t>
      </w:r>
    </w:p>
    <w:p w:rsidR="007B2329" w:rsidRDefault="007B2329" w:rsidP="007B2329">
      <w:r>
        <w:t>890.6398</w:t>
      </w:r>
      <w:r>
        <w:tab/>
        <w:t>1.059e0</w:t>
      </w:r>
    </w:p>
    <w:p w:rsidR="007B2329" w:rsidRDefault="007B2329" w:rsidP="007B2329">
      <w:r>
        <w:t>890.6545</w:t>
      </w:r>
      <w:r>
        <w:tab/>
        <w:t>1.013e0</w:t>
      </w:r>
    </w:p>
    <w:p w:rsidR="007B2329" w:rsidRDefault="007B2329" w:rsidP="007B2329">
      <w:r>
        <w:t>890.6696</w:t>
      </w:r>
      <w:r>
        <w:tab/>
        <w:t>1.013e0</w:t>
      </w:r>
    </w:p>
    <w:p w:rsidR="007B2329" w:rsidRDefault="007B2329" w:rsidP="007B2329">
      <w:r>
        <w:t>890.6895</w:t>
      </w:r>
      <w:r>
        <w:tab/>
        <w:t>1.013e0</w:t>
      </w:r>
    </w:p>
    <w:p w:rsidR="007B2329" w:rsidRDefault="007B2329" w:rsidP="007B2329">
      <w:r>
        <w:t>890.7198</w:t>
      </w:r>
      <w:r>
        <w:tab/>
        <w:t>3.097e0</w:t>
      </w:r>
    </w:p>
    <w:p w:rsidR="007B2329" w:rsidRDefault="007B2329" w:rsidP="007B2329">
      <w:r>
        <w:t>890.7236</w:t>
      </w:r>
      <w:r>
        <w:tab/>
        <w:t>1.013e0</w:t>
      </w:r>
    </w:p>
    <w:p w:rsidR="007B2329" w:rsidRDefault="007B2329" w:rsidP="007B2329">
      <w:r>
        <w:t>890.7593</w:t>
      </w:r>
      <w:r>
        <w:tab/>
        <w:t>1.013e0</w:t>
      </w:r>
    </w:p>
    <w:p w:rsidR="007B2329" w:rsidRDefault="007B2329" w:rsidP="007B2329">
      <w:r>
        <w:t>890.7792</w:t>
      </w:r>
      <w:r>
        <w:tab/>
        <w:t>3.038e0</w:t>
      </w:r>
    </w:p>
    <w:p w:rsidR="007B2329" w:rsidRDefault="007B2329" w:rsidP="007B2329">
      <w:r>
        <w:t>890.7894</w:t>
      </w:r>
      <w:r>
        <w:tab/>
        <w:t>1.013e0</w:t>
      </w:r>
    </w:p>
    <w:p w:rsidR="007B2329" w:rsidRDefault="007B2329" w:rsidP="007B2329">
      <w:r>
        <w:t>890.8254</w:t>
      </w:r>
      <w:r>
        <w:tab/>
        <w:t>3.285e0</w:t>
      </w:r>
    </w:p>
    <w:p w:rsidR="007B2329" w:rsidRDefault="007B2329" w:rsidP="007B2329">
      <w:r>
        <w:t>890.8390</w:t>
      </w:r>
      <w:r>
        <w:tab/>
        <w:t>3.038e0</w:t>
      </w:r>
    </w:p>
    <w:p w:rsidR="007B2329" w:rsidRDefault="007B2329" w:rsidP="007B2329">
      <w:r>
        <w:t>890.8489</w:t>
      </w:r>
      <w:r>
        <w:tab/>
        <w:t>1.013e0</w:t>
      </w:r>
    </w:p>
    <w:p w:rsidR="007B2329" w:rsidRDefault="007B2329" w:rsidP="007B2329">
      <w:r>
        <w:t>890.8594</w:t>
      </w:r>
      <w:r>
        <w:tab/>
        <w:t>2.025e0</w:t>
      </w:r>
    </w:p>
    <w:p w:rsidR="007B2329" w:rsidRDefault="007B2329" w:rsidP="007B2329">
      <w:r>
        <w:t>890.8863</w:t>
      </w:r>
      <w:r>
        <w:tab/>
        <w:t>2.025e0</w:t>
      </w:r>
    </w:p>
    <w:p w:rsidR="007B2329" w:rsidRDefault="007B2329" w:rsidP="007B2329">
      <w:r>
        <w:t>890.9020</w:t>
      </w:r>
      <w:r>
        <w:tab/>
        <w:t>3.038e0</w:t>
      </w:r>
    </w:p>
    <w:p w:rsidR="007B2329" w:rsidRDefault="007B2329" w:rsidP="007B2329">
      <w:r>
        <w:lastRenderedPageBreak/>
        <w:t>890.9090</w:t>
      </w:r>
      <w:r>
        <w:tab/>
        <w:t>2.025e0</w:t>
      </w:r>
    </w:p>
    <w:p w:rsidR="007B2329" w:rsidRDefault="007B2329" w:rsidP="007B2329">
      <w:r>
        <w:t>890.9245</w:t>
      </w:r>
      <w:r>
        <w:tab/>
        <w:t>1.865e0</w:t>
      </w:r>
    </w:p>
    <w:p w:rsidR="007B2329" w:rsidRDefault="007B2329" w:rsidP="007B2329">
      <w:r>
        <w:t>890.9534</w:t>
      </w:r>
      <w:r>
        <w:tab/>
        <w:t>1.013e0</w:t>
      </w:r>
    </w:p>
    <w:p w:rsidR="007B2329" w:rsidRDefault="007B2329" w:rsidP="007B2329">
      <w:r>
        <w:t>891.0123</w:t>
      </w:r>
      <w:r>
        <w:tab/>
        <w:t>1.013e0</w:t>
      </w:r>
    </w:p>
    <w:p w:rsidR="007B2329" w:rsidRDefault="007B2329" w:rsidP="007B2329">
      <w:r>
        <w:t>891.0389</w:t>
      </w:r>
      <w:r>
        <w:tab/>
        <w:t>2.025e0</w:t>
      </w:r>
    </w:p>
    <w:p w:rsidR="007B2329" w:rsidRDefault="007B2329" w:rsidP="007B2329">
      <w:r>
        <w:t>891.0424</w:t>
      </w:r>
      <w:r>
        <w:tab/>
        <w:t>3.038e0</w:t>
      </w:r>
    </w:p>
    <w:p w:rsidR="007B2329" w:rsidRDefault="007B2329" w:rsidP="007B2329">
      <w:r>
        <w:t>891.0609</w:t>
      </w:r>
      <w:r>
        <w:tab/>
        <w:t>1.013e0</w:t>
      </w:r>
    </w:p>
    <w:p w:rsidR="007B2329" w:rsidRDefault="007B2329" w:rsidP="007B2329">
      <w:r>
        <w:t>891.0657</w:t>
      </w:r>
      <w:r>
        <w:tab/>
        <w:t>1.025e0</w:t>
      </w:r>
    </w:p>
    <w:p w:rsidR="007B2329" w:rsidRDefault="007B2329" w:rsidP="007B2329">
      <w:r>
        <w:t>891.0783</w:t>
      </w:r>
      <w:r>
        <w:tab/>
        <w:t>4.051e0</w:t>
      </w:r>
    </w:p>
    <w:p w:rsidR="007B2329" w:rsidRDefault="007B2329" w:rsidP="007B2329">
      <w:r>
        <w:t>891.1125</w:t>
      </w:r>
      <w:r>
        <w:tab/>
        <w:t>1.013e0</w:t>
      </w:r>
    </w:p>
    <w:p w:rsidR="007B2329" w:rsidRDefault="007B2329" w:rsidP="007B2329">
      <w:r>
        <w:t>891.1301</w:t>
      </w:r>
      <w:r>
        <w:tab/>
        <w:t>1.013e0</w:t>
      </w:r>
    </w:p>
    <w:p w:rsidR="007B2329" w:rsidRDefault="007B2329" w:rsidP="007B2329">
      <w:r>
        <w:t>891.1404</w:t>
      </w:r>
      <w:r>
        <w:tab/>
        <w:t>2.025e0</w:t>
      </w:r>
    </w:p>
    <w:p w:rsidR="007B2329" w:rsidRDefault="007B2329" w:rsidP="007B2329">
      <w:r>
        <w:t>891.2075</w:t>
      </w:r>
      <w:r>
        <w:tab/>
        <w:t>1.013e0</w:t>
      </w:r>
    </w:p>
    <w:p w:rsidR="007B2329" w:rsidRDefault="007B2329" w:rsidP="007B2329">
      <w:r>
        <w:t>891.2300</w:t>
      </w:r>
      <w:r>
        <w:tab/>
        <w:t>2.936e0</w:t>
      </w:r>
    </w:p>
    <w:p w:rsidR="007B2329" w:rsidRDefault="007B2329" w:rsidP="007B2329">
      <w:r>
        <w:t>891.2899</w:t>
      </w:r>
      <w:r>
        <w:tab/>
        <w:t>2.025e0</w:t>
      </w:r>
    </w:p>
    <w:p w:rsidR="007B2329" w:rsidRDefault="007B2329" w:rsidP="007B2329">
      <w:r>
        <w:t>891.2962</w:t>
      </w:r>
      <w:r>
        <w:tab/>
        <w:t>2.940e0</w:t>
      </w:r>
    </w:p>
    <w:p w:rsidR="007B2329" w:rsidRDefault="007B2329" w:rsidP="007B2329">
      <w:r>
        <w:t>891.3052</w:t>
      </w:r>
      <w:r>
        <w:tab/>
        <w:t>3.721e0</w:t>
      </w:r>
    </w:p>
    <w:p w:rsidR="007B2329" w:rsidRDefault="007B2329" w:rsidP="007B2329">
      <w:r>
        <w:t>891.3499</w:t>
      </w:r>
      <w:r>
        <w:tab/>
        <w:t>9.299e0</w:t>
      </w:r>
    </w:p>
    <w:p w:rsidR="007B2329" w:rsidRDefault="007B2329" w:rsidP="007B2329">
      <w:r>
        <w:t>891.3601</w:t>
      </w:r>
      <w:r>
        <w:tab/>
        <w:t>1.025e0</w:t>
      </w:r>
    </w:p>
    <w:p w:rsidR="007B2329" w:rsidRDefault="007B2329" w:rsidP="007B2329">
      <w:r>
        <w:lastRenderedPageBreak/>
        <w:t>891.3867</w:t>
      </w:r>
      <w:r>
        <w:tab/>
        <w:t>7.514e0</w:t>
      </w:r>
    </w:p>
    <w:p w:rsidR="007B2329" w:rsidRDefault="007B2329" w:rsidP="007B2329">
      <w:r>
        <w:t>891.3907</w:t>
      </w:r>
      <w:r>
        <w:tab/>
        <w:t>4.051e0</w:t>
      </w:r>
    </w:p>
    <w:p w:rsidR="007B2329" w:rsidRDefault="007B2329" w:rsidP="007B2329">
      <w:r>
        <w:t>891.4542</w:t>
      </w:r>
      <w:r>
        <w:tab/>
        <w:t>2.025e0</w:t>
      </w:r>
    </w:p>
    <w:p w:rsidR="007B2329" w:rsidRDefault="007B2329" w:rsidP="007B2329">
      <w:r>
        <w:t>891.4907</w:t>
      </w:r>
      <w:r>
        <w:tab/>
        <w:t>1.967e1</w:t>
      </w:r>
    </w:p>
    <w:p w:rsidR="007B2329" w:rsidRDefault="007B2329" w:rsidP="007B2329">
      <w:r>
        <w:t>891.4967</w:t>
      </w:r>
      <w:r>
        <w:tab/>
        <w:t>3.625e1</w:t>
      </w:r>
    </w:p>
    <w:p w:rsidR="007B2329" w:rsidRDefault="007B2329" w:rsidP="007B2329">
      <w:r>
        <w:t>891.5073</w:t>
      </w:r>
      <w:r>
        <w:tab/>
        <w:t>4.203e1</w:t>
      </w:r>
    </w:p>
    <w:p w:rsidR="007B2329" w:rsidRDefault="007B2329" w:rsidP="007B2329">
      <w:r>
        <w:t>891.5084</w:t>
      </w:r>
      <w:r>
        <w:tab/>
        <w:t>3.014e1</w:t>
      </w:r>
    </w:p>
    <w:p w:rsidR="007B2329" w:rsidRDefault="007B2329" w:rsidP="007B2329">
      <w:r>
        <w:t>891.5109</w:t>
      </w:r>
      <w:r>
        <w:tab/>
        <w:t>2.361e1</w:t>
      </w:r>
    </w:p>
    <w:p w:rsidR="007B2329" w:rsidRDefault="007B2329" w:rsidP="007B2329">
      <w:r>
        <w:t>891.5145</w:t>
      </w:r>
      <w:r>
        <w:tab/>
        <w:t>4.051e0</w:t>
      </w:r>
    </w:p>
    <w:p w:rsidR="007B2329" w:rsidRDefault="007B2329" w:rsidP="007B2329">
      <w:r>
        <w:t>891.5212</w:t>
      </w:r>
      <w:r>
        <w:tab/>
        <w:t>2.379e1</w:t>
      </w:r>
    </w:p>
    <w:p w:rsidR="007B2329" w:rsidRDefault="007B2329" w:rsidP="007B2329">
      <w:r>
        <w:t>891.6161</w:t>
      </w:r>
      <w:r>
        <w:tab/>
        <w:t>3.873e0</w:t>
      </w:r>
    </w:p>
    <w:p w:rsidR="007B2329" w:rsidRDefault="007B2329" w:rsidP="007B2329">
      <w:r>
        <w:t>891.6637</w:t>
      </w:r>
      <w:r>
        <w:tab/>
        <w:t>2.025e0</w:t>
      </w:r>
    </w:p>
    <w:p w:rsidR="007B2329" w:rsidRDefault="007B2329" w:rsidP="007B2329">
      <w:r>
        <w:t>891.6710</w:t>
      </w:r>
      <w:r>
        <w:tab/>
        <w:t>3.038e0</w:t>
      </w:r>
    </w:p>
    <w:p w:rsidR="007B2329" w:rsidRDefault="007B2329" w:rsidP="007B2329">
      <w:r>
        <w:t>891.7159</w:t>
      </w:r>
      <w:r>
        <w:tab/>
        <w:t>2.025e0</w:t>
      </w:r>
    </w:p>
    <w:p w:rsidR="007B2329" w:rsidRDefault="007B2329" w:rsidP="007B2329">
      <w:r>
        <w:t>891.7236</w:t>
      </w:r>
      <w:r>
        <w:tab/>
        <w:t>2.025e0</w:t>
      </w:r>
    </w:p>
    <w:p w:rsidR="007B2329" w:rsidRDefault="007B2329" w:rsidP="007B2329">
      <w:r>
        <w:t>891.7310</w:t>
      </w:r>
      <w:r>
        <w:tab/>
        <w:t>2.025e0</w:t>
      </w:r>
    </w:p>
    <w:p w:rsidR="007B2329" w:rsidRDefault="007B2329" w:rsidP="007B2329">
      <w:r>
        <w:t>891.7357</w:t>
      </w:r>
      <w:r>
        <w:tab/>
        <w:t>2.025e0</w:t>
      </w:r>
    </w:p>
    <w:p w:rsidR="007B2329" w:rsidRDefault="007B2329" w:rsidP="007B2329">
      <w:r>
        <w:t>891.8057</w:t>
      </w:r>
      <w:r>
        <w:tab/>
        <w:t>3.038e0</w:t>
      </w:r>
    </w:p>
    <w:p w:rsidR="007B2329" w:rsidRDefault="007B2329" w:rsidP="007B2329">
      <w:r>
        <w:t>891.8135</w:t>
      </w:r>
      <w:r>
        <w:tab/>
        <w:t>2.025e0</w:t>
      </w:r>
    </w:p>
    <w:p w:rsidR="007B2329" w:rsidRDefault="007B2329" w:rsidP="007B2329">
      <w:r>
        <w:lastRenderedPageBreak/>
        <w:t>891.8432</w:t>
      </w:r>
      <w:r>
        <w:tab/>
        <w:t>2.025e0</w:t>
      </w:r>
    </w:p>
    <w:p w:rsidR="007B2329" w:rsidRDefault="007B2329" w:rsidP="007B2329">
      <w:r>
        <w:t>891.8558</w:t>
      </w:r>
      <w:r>
        <w:tab/>
        <w:t>1.013e0</w:t>
      </w:r>
    </w:p>
    <w:p w:rsidR="007B2329" w:rsidRDefault="007B2329" w:rsidP="007B2329">
      <w:r>
        <w:t>891.8659</w:t>
      </w:r>
      <w:r>
        <w:tab/>
        <w:t>1.013e0</w:t>
      </w:r>
    </w:p>
    <w:p w:rsidR="007B2329" w:rsidRDefault="007B2329" w:rsidP="007B2329">
      <w:r>
        <w:t>891.9064</w:t>
      </w:r>
      <w:r>
        <w:tab/>
        <w:t>3.038e0</w:t>
      </w:r>
    </w:p>
    <w:p w:rsidR="007B2329" w:rsidRDefault="007B2329" w:rsidP="007B2329">
      <w:r>
        <w:t>891.9555</w:t>
      </w:r>
      <w:r>
        <w:tab/>
        <w:t>2.025e0</w:t>
      </w:r>
    </w:p>
    <w:p w:rsidR="007B2329" w:rsidRDefault="007B2329" w:rsidP="007B2329">
      <w:r>
        <w:t>891.9814</w:t>
      </w:r>
      <w:r>
        <w:tab/>
        <w:t>3.684e0</w:t>
      </w:r>
    </w:p>
    <w:p w:rsidR="007B2329" w:rsidRDefault="007B2329" w:rsidP="007B2329">
      <w:r>
        <w:t>892.0003</w:t>
      </w:r>
      <w:r>
        <w:tab/>
        <w:t>1.013e0</w:t>
      </w:r>
    </w:p>
    <w:p w:rsidR="007B2329" w:rsidRDefault="007B2329" w:rsidP="007B2329">
      <w:r>
        <w:t>892.0057</w:t>
      </w:r>
      <w:r>
        <w:tab/>
        <w:t>3.038e0</w:t>
      </w:r>
    </w:p>
    <w:p w:rsidR="007B2329" w:rsidRDefault="007B2329" w:rsidP="007B2329">
      <w:r>
        <w:t>892.0115</w:t>
      </w:r>
      <w:r>
        <w:tab/>
        <w:t>3.887e0</w:t>
      </w:r>
    </w:p>
    <w:p w:rsidR="007B2329" w:rsidRDefault="007B2329" w:rsidP="007B2329">
      <w:r>
        <w:t>892.1095</w:t>
      </w:r>
      <w:r>
        <w:tab/>
        <w:t>1.013e0</w:t>
      </w:r>
    </w:p>
    <w:p w:rsidR="007B2329" w:rsidRDefault="007B2329" w:rsidP="007B2329">
      <w:r>
        <w:t>892.1440</w:t>
      </w:r>
      <w:r>
        <w:tab/>
        <w:t>1.013e0</w:t>
      </w:r>
    </w:p>
    <w:p w:rsidR="007B2329" w:rsidRDefault="007B2329" w:rsidP="007B2329">
      <w:r>
        <w:t>892.1647</w:t>
      </w:r>
      <w:r>
        <w:tab/>
        <w:t>1.013e0</w:t>
      </w:r>
    </w:p>
    <w:p w:rsidR="007B2329" w:rsidRDefault="007B2329" w:rsidP="007B2329">
      <w:r>
        <w:t>892.1716</w:t>
      </w:r>
      <w:r>
        <w:tab/>
        <w:t>2.025e0</w:t>
      </w:r>
    </w:p>
    <w:p w:rsidR="007B2329" w:rsidRDefault="007B2329" w:rsidP="007B2329">
      <w:r>
        <w:t>892.2017</w:t>
      </w:r>
      <w:r>
        <w:tab/>
        <w:t>2.025e0</w:t>
      </w:r>
    </w:p>
    <w:p w:rsidR="007B2329" w:rsidRDefault="007B2329" w:rsidP="007B2329">
      <w:r>
        <w:t>892.2098</w:t>
      </w:r>
      <w:r>
        <w:tab/>
        <w:t>1.013e0</w:t>
      </w:r>
    </w:p>
    <w:p w:rsidR="007B2329" w:rsidRDefault="007B2329" w:rsidP="007B2329">
      <w:r>
        <w:t>892.2248</w:t>
      </w:r>
      <w:r>
        <w:tab/>
        <w:t>2.025e0</w:t>
      </w:r>
    </w:p>
    <w:p w:rsidR="007B2329" w:rsidRDefault="007B2329" w:rsidP="007B2329">
      <w:r>
        <w:t>892.2272</w:t>
      </w:r>
      <w:r>
        <w:tab/>
        <w:t>1.013e0</w:t>
      </w:r>
    </w:p>
    <w:p w:rsidR="007B2329" w:rsidRDefault="007B2329" w:rsidP="007B2329">
      <w:r>
        <w:t>892.2844</w:t>
      </w:r>
      <w:r>
        <w:tab/>
        <w:t>1.761e0</w:t>
      </w:r>
    </w:p>
    <w:p w:rsidR="007B2329" w:rsidRDefault="007B2329" w:rsidP="007B2329">
      <w:r>
        <w:t>892.2994</w:t>
      </w:r>
      <w:r>
        <w:tab/>
        <w:t>3.935e0</w:t>
      </w:r>
    </w:p>
    <w:p w:rsidR="007B2329" w:rsidRDefault="007B2329" w:rsidP="007B2329">
      <w:r>
        <w:lastRenderedPageBreak/>
        <w:t>892.3071</w:t>
      </w:r>
      <w:r>
        <w:tab/>
        <w:t>2.719e0</w:t>
      </w:r>
    </w:p>
    <w:p w:rsidR="007B2329" w:rsidRDefault="007B2329" w:rsidP="007B2329">
      <w:r>
        <w:t>892.3223</w:t>
      </w:r>
      <w:r>
        <w:tab/>
        <w:t>2.025e0</w:t>
      </w:r>
    </w:p>
    <w:p w:rsidR="007B2329" w:rsidRDefault="007B2329" w:rsidP="007B2329">
      <w:r>
        <w:t>892.3270</w:t>
      </w:r>
      <w:r>
        <w:tab/>
        <w:t>4.051e0</w:t>
      </w:r>
    </w:p>
    <w:p w:rsidR="007B2329" w:rsidRDefault="007B2329" w:rsidP="007B2329">
      <w:r>
        <w:t>892.3593</w:t>
      </w:r>
      <w:r>
        <w:tab/>
        <w:t>1.013e0</w:t>
      </w:r>
    </w:p>
    <w:p w:rsidR="007B2329" w:rsidRDefault="007B2329" w:rsidP="007B2329">
      <w:r>
        <w:t>892.4684</w:t>
      </w:r>
      <w:r>
        <w:tab/>
        <w:t>6.697e0</w:t>
      </w:r>
    </w:p>
    <w:p w:rsidR="007B2329" w:rsidRDefault="007B2329" w:rsidP="007B2329">
      <w:r>
        <w:t>892.5030</w:t>
      </w:r>
      <w:r>
        <w:tab/>
        <w:t>3.479e1</w:t>
      </w:r>
    </w:p>
    <w:p w:rsidR="007B2329" w:rsidRDefault="007B2329" w:rsidP="007B2329">
      <w:r>
        <w:t>892.5049</w:t>
      </w:r>
      <w:r>
        <w:tab/>
        <w:t>9.996e0</w:t>
      </w:r>
    </w:p>
    <w:p w:rsidR="007B2329" w:rsidRDefault="007B2329" w:rsidP="007B2329">
      <w:r>
        <w:t>892.5084</w:t>
      </w:r>
      <w:r>
        <w:tab/>
        <w:t>2.923e1</w:t>
      </w:r>
    </w:p>
    <w:p w:rsidR="007B2329" w:rsidRDefault="007B2329" w:rsidP="007B2329">
      <w:r>
        <w:t>892.5304</w:t>
      </w:r>
      <w:r>
        <w:tab/>
        <w:t>1.579e1</w:t>
      </w:r>
    </w:p>
    <w:p w:rsidR="007B2329" w:rsidRDefault="007B2329" w:rsidP="007B2329">
      <w:r>
        <w:t>892.5475</w:t>
      </w:r>
      <w:r>
        <w:tab/>
        <w:t>8.854e0</w:t>
      </w:r>
    </w:p>
    <w:p w:rsidR="007B2329" w:rsidRDefault="007B2329" w:rsidP="007B2329">
      <w:r>
        <w:t>892.5516</w:t>
      </w:r>
      <w:r>
        <w:tab/>
        <w:t>2.025e0</w:t>
      </w:r>
    </w:p>
    <w:p w:rsidR="007B2329" w:rsidRDefault="007B2329" w:rsidP="007B2329">
      <w:r>
        <w:t>892.5687</w:t>
      </w:r>
      <w:r>
        <w:tab/>
        <w:t>3.038e0</w:t>
      </w:r>
    </w:p>
    <w:p w:rsidR="007B2329" w:rsidRDefault="007B2329" w:rsidP="007B2329">
      <w:r>
        <w:t>892.5940</w:t>
      </w:r>
      <w:r>
        <w:tab/>
        <w:t>3.038e0</w:t>
      </w:r>
    </w:p>
    <w:p w:rsidR="007B2329" w:rsidRDefault="007B2329" w:rsidP="007B2329">
      <w:r>
        <w:t>892.6891</w:t>
      </w:r>
      <w:r>
        <w:tab/>
        <w:t>1.013e0</w:t>
      </w:r>
    </w:p>
    <w:p w:rsidR="007B2329" w:rsidRDefault="007B2329" w:rsidP="007B2329">
      <w:r>
        <w:t>892.7034</w:t>
      </w:r>
      <w:r>
        <w:tab/>
        <w:t>3.038e0</w:t>
      </w:r>
    </w:p>
    <w:p w:rsidR="007B2329" w:rsidRDefault="007B2329" w:rsidP="007B2329">
      <w:r>
        <w:t>892.7320</w:t>
      </w:r>
      <w:r>
        <w:tab/>
        <w:t>3.038e0</w:t>
      </w:r>
    </w:p>
    <w:p w:rsidR="007B2329" w:rsidRDefault="007B2329" w:rsidP="007B2329">
      <w:r>
        <w:t>892.7330</w:t>
      </w:r>
      <w:r>
        <w:tab/>
        <w:t>2.025e0</w:t>
      </w:r>
    </w:p>
    <w:p w:rsidR="007B2329" w:rsidRDefault="007B2329" w:rsidP="007B2329">
      <w:r>
        <w:t>892.7454</w:t>
      </w:r>
      <w:r>
        <w:tab/>
        <w:t>3.038e0</w:t>
      </w:r>
    </w:p>
    <w:p w:rsidR="007B2329" w:rsidRDefault="007B2329" w:rsidP="007B2329">
      <w:r>
        <w:t>892.7485</w:t>
      </w:r>
      <w:r>
        <w:tab/>
        <w:t>1.013e0</w:t>
      </w:r>
    </w:p>
    <w:p w:rsidR="007B2329" w:rsidRDefault="007B2329" w:rsidP="007B2329">
      <w:r>
        <w:lastRenderedPageBreak/>
        <w:t>892.7628</w:t>
      </w:r>
      <w:r>
        <w:tab/>
        <w:t>2.291e0</w:t>
      </w:r>
    </w:p>
    <w:p w:rsidR="007B2329" w:rsidRDefault="007B2329" w:rsidP="007B2329">
      <w:r>
        <w:t>892.7936</w:t>
      </w:r>
      <w:r>
        <w:tab/>
        <w:t>2.025e0</w:t>
      </w:r>
    </w:p>
    <w:p w:rsidR="007B2329" w:rsidRDefault="007B2329" w:rsidP="007B2329">
      <w:r>
        <w:t>892.8272</w:t>
      </w:r>
      <w:r>
        <w:tab/>
        <w:t>3.038e0</w:t>
      </w:r>
    </w:p>
    <w:p w:rsidR="007B2329" w:rsidRDefault="007B2329" w:rsidP="007B2329">
      <w:r>
        <w:t>892.8314</w:t>
      </w:r>
      <w:r>
        <w:tab/>
        <w:t>2.025e0</w:t>
      </w:r>
    </w:p>
    <w:p w:rsidR="007B2329" w:rsidRDefault="007B2329" w:rsidP="007B2329">
      <w:r>
        <w:t>892.8386</w:t>
      </w:r>
      <w:r>
        <w:tab/>
        <w:t>1.013e0</w:t>
      </w:r>
    </w:p>
    <w:p w:rsidR="007B2329" w:rsidRDefault="007B2329" w:rsidP="007B2329">
      <w:r>
        <w:t>892.8833</w:t>
      </w:r>
      <w:r>
        <w:tab/>
        <w:t>1.013e0</w:t>
      </w:r>
    </w:p>
    <w:p w:rsidR="007B2329" w:rsidRDefault="007B2329" w:rsidP="007B2329">
      <w:r>
        <w:t>892.8870</w:t>
      </w:r>
      <w:r>
        <w:tab/>
        <w:t>1.013e0</w:t>
      </w:r>
    </w:p>
    <w:p w:rsidR="007B2329" w:rsidRDefault="007B2329" w:rsidP="007B2329">
      <w:r>
        <w:t>892.9088</w:t>
      </w:r>
      <w:r>
        <w:tab/>
        <w:t>3.038e0</w:t>
      </w:r>
    </w:p>
    <w:p w:rsidR="007B2329" w:rsidRDefault="007B2329" w:rsidP="007B2329">
      <w:r>
        <w:t>892.9582</w:t>
      </w:r>
      <w:r>
        <w:tab/>
        <w:t>1.013e0</w:t>
      </w:r>
    </w:p>
    <w:p w:rsidR="007B2329" w:rsidRDefault="007B2329" w:rsidP="007B2329">
      <w:r>
        <w:t>892.9607</w:t>
      </w:r>
      <w:r>
        <w:tab/>
        <w:t>4.051e0</w:t>
      </w:r>
    </w:p>
    <w:p w:rsidR="007B2329" w:rsidRDefault="007B2329" w:rsidP="007B2329">
      <w:r>
        <w:t>892.9724</w:t>
      </w:r>
      <w:r>
        <w:tab/>
        <w:t>3.684e0</w:t>
      </w:r>
    </w:p>
    <w:p w:rsidR="007B2329" w:rsidRDefault="007B2329" w:rsidP="007B2329">
      <w:r>
        <w:t>893.0181</w:t>
      </w:r>
      <w:r>
        <w:tab/>
        <w:t>1.013e0</w:t>
      </w:r>
    </w:p>
    <w:p w:rsidR="007B2329" w:rsidRDefault="007B2329" w:rsidP="007B2329">
      <w:r>
        <w:t>893.0225</w:t>
      </w:r>
      <w:r>
        <w:tab/>
        <w:t>1.013e0</w:t>
      </w:r>
    </w:p>
    <w:p w:rsidR="007B2329" w:rsidRDefault="007B2329" w:rsidP="007B2329">
      <w:r>
        <w:t>893.0333</w:t>
      </w:r>
      <w:r>
        <w:tab/>
        <w:t>4.051e0</w:t>
      </w:r>
    </w:p>
    <w:p w:rsidR="007B2329" w:rsidRDefault="007B2329" w:rsidP="007B2329">
      <w:r>
        <w:t>893.0439</w:t>
      </w:r>
      <w:r>
        <w:tab/>
        <w:t>2.025e0</w:t>
      </w:r>
    </w:p>
    <w:p w:rsidR="007B2329" w:rsidRDefault="007B2329" w:rsidP="007B2329">
      <w:r>
        <w:t>893.0778</w:t>
      </w:r>
      <w:r>
        <w:tab/>
        <w:t>2.025e0</w:t>
      </w:r>
    </w:p>
    <w:p w:rsidR="007B2329" w:rsidRDefault="007B2329" w:rsidP="007B2329">
      <w:r>
        <w:t>893.1080</w:t>
      </w:r>
      <w:r>
        <w:tab/>
        <w:t>2.025e0</w:t>
      </w:r>
    </w:p>
    <w:p w:rsidR="007B2329" w:rsidRDefault="007B2329" w:rsidP="007B2329">
      <w:r>
        <w:t>893.1150</w:t>
      </w:r>
      <w:r>
        <w:tab/>
        <w:t>2.025e0</w:t>
      </w:r>
    </w:p>
    <w:p w:rsidR="007B2329" w:rsidRDefault="007B2329" w:rsidP="007B2329">
      <w:r>
        <w:t>893.1531</w:t>
      </w:r>
      <w:r>
        <w:tab/>
        <w:t>1.013e0</w:t>
      </w:r>
    </w:p>
    <w:p w:rsidR="007B2329" w:rsidRDefault="007B2329" w:rsidP="007B2329">
      <w:r>
        <w:lastRenderedPageBreak/>
        <w:t>893.1581</w:t>
      </w:r>
      <w:r>
        <w:tab/>
        <w:t>1.013e0</w:t>
      </w:r>
    </w:p>
    <w:p w:rsidR="007B2329" w:rsidRDefault="007B2329" w:rsidP="007B2329">
      <w:r>
        <w:t>893.1753</w:t>
      </w:r>
      <w:r>
        <w:tab/>
        <w:t>3.038e0</w:t>
      </w:r>
    </w:p>
    <w:p w:rsidR="007B2329" w:rsidRDefault="007B2329" w:rsidP="007B2329">
      <w:r>
        <w:t>893.2278</w:t>
      </w:r>
      <w:r>
        <w:tab/>
        <w:t>1.013e0</w:t>
      </w:r>
    </w:p>
    <w:p w:rsidR="007B2329" w:rsidRDefault="007B2329" w:rsidP="007B2329">
      <w:r>
        <w:t>893.2578</w:t>
      </w:r>
      <w:r>
        <w:tab/>
        <w:t>1.013e0</w:t>
      </w:r>
    </w:p>
    <w:p w:rsidR="007B2329" w:rsidRDefault="007B2329" w:rsidP="007B2329">
      <w:r>
        <w:t>893.2729</w:t>
      </w:r>
      <w:r>
        <w:tab/>
        <w:t>1.013e0</w:t>
      </w:r>
    </w:p>
    <w:p w:rsidR="007B2329" w:rsidRDefault="007B2329" w:rsidP="007B2329">
      <w:r>
        <w:t>893.3248</w:t>
      </w:r>
      <w:r>
        <w:tab/>
        <w:t>2.574e0</w:t>
      </w:r>
    </w:p>
    <w:p w:rsidR="007B2329" w:rsidRDefault="007B2329" w:rsidP="007B2329">
      <w:r>
        <w:t>893.3538</w:t>
      </w:r>
      <w:r>
        <w:tab/>
        <w:t>1.728e0</w:t>
      </w:r>
    </w:p>
    <w:p w:rsidR="007B2329" w:rsidRDefault="007B2329" w:rsidP="007B2329">
      <w:r>
        <w:t>893.4554</w:t>
      </w:r>
      <w:r>
        <w:tab/>
        <w:t>1.912e1</w:t>
      </w:r>
    </w:p>
    <w:p w:rsidR="007B2329" w:rsidRDefault="007B2329" w:rsidP="007B2329">
      <w:r>
        <w:t>893.4749</w:t>
      </w:r>
      <w:r>
        <w:tab/>
        <w:t>1.515e1</w:t>
      </w:r>
    </w:p>
    <w:p w:rsidR="007B2329" w:rsidRDefault="007B2329" w:rsidP="007B2329">
      <w:r>
        <w:t>893.4819</w:t>
      </w:r>
      <w:r>
        <w:tab/>
        <w:t>1.119e1</w:t>
      </w:r>
    </w:p>
    <w:p w:rsidR="007B2329" w:rsidRDefault="007B2329" w:rsidP="007B2329">
      <w:r>
        <w:t>893.4842</w:t>
      </w:r>
      <w:r>
        <w:tab/>
        <w:t>2.363e1</w:t>
      </w:r>
    </w:p>
    <w:p w:rsidR="007B2329" w:rsidRDefault="007B2329" w:rsidP="007B2329">
      <w:r>
        <w:t>893.4855</w:t>
      </w:r>
      <w:r>
        <w:tab/>
        <w:t>1.040e1</w:t>
      </w:r>
    </w:p>
    <w:p w:rsidR="007B2329" w:rsidRDefault="007B2329" w:rsidP="007B2329">
      <w:r>
        <w:t>893.4885</w:t>
      </w:r>
      <w:r>
        <w:tab/>
        <w:t>6.099e1</w:t>
      </w:r>
    </w:p>
    <w:p w:rsidR="007B2329" w:rsidRDefault="007B2329" w:rsidP="007B2329">
      <w:r>
        <w:t>893.5063</w:t>
      </w:r>
      <w:r>
        <w:tab/>
        <w:t>1.847e0</w:t>
      </w:r>
    </w:p>
    <w:p w:rsidR="007B2329" w:rsidRDefault="007B2329" w:rsidP="007B2329">
      <w:r>
        <w:t>893.5574</w:t>
      </w:r>
      <w:r>
        <w:tab/>
        <w:t>1.013e0</w:t>
      </w:r>
    </w:p>
    <w:p w:rsidR="007B2329" w:rsidRDefault="007B2329" w:rsidP="007B2329">
      <w:r>
        <w:t>893.6005</w:t>
      </w:r>
      <w:r>
        <w:tab/>
        <w:t>2.025e0</w:t>
      </w:r>
    </w:p>
    <w:p w:rsidR="007B2329" w:rsidRDefault="007B2329" w:rsidP="007B2329">
      <w:r>
        <w:t>893.6165</w:t>
      </w:r>
      <w:r>
        <w:tab/>
        <w:t>2.025e0</w:t>
      </w:r>
    </w:p>
    <w:p w:rsidR="007B2329" w:rsidRDefault="007B2329" w:rsidP="007B2329">
      <w:r>
        <w:t>893.6851</w:t>
      </w:r>
      <w:r>
        <w:tab/>
        <w:t>2.025e0</w:t>
      </w:r>
    </w:p>
    <w:p w:rsidR="007B2329" w:rsidRDefault="007B2329" w:rsidP="007B2329">
      <w:r>
        <w:t>893.7049</w:t>
      </w:r>
      <w:r>
        <w:tab/>
        <w:t>2.025e0</w:t>
      </w:r>
    </w:p>
    <w:p w:rsidR="007B2329" w:rsidRDefault="007B2329" w:rsidP="007B2329">
      <w:r>
        <w:lastRenderedPageBreak/>
        <w:t>893.7134</w:t>
      </w:r>
      <w:r>
        <w:tab/>
        <w:t>1.025e0</w:t>
      </w:r>
    </w:p>
    <w:p w:rsidR="007B2329" w:rsidRDefault="007B2329" w:rsidP="007B2329">
      <w:r>
        <w:t>893.7294</w:t>
      </w:r>
      <w:r>
        <w:tab/>
        <w:t>2.025e0</w:t>
      </w:r>
    </w:p>
    <w:p w:rsidR="007B2329" w:rsidRDefault="007B2329" w:rsidP="007B2329">
      <w:r>
        <w:t>893.7373</w:t>
      </w:r>
      <w:r>
        <w:tab/>
        <w:t>4.051e0</w:t>
      </w:r>
    </w:p>
    <w:p w:rsidR="007B2329" w:rsidRDefault="007B2329" w:rsidP="007B2329">
      <w:r>
        <w:t>893.7678</w:t>
      </w:r>
      <w:r>
        <w:tab/>
        <w:t>1.013e0</w:t>
      </w:r>
    </w:p>
    <w:p w:rsidR="007B2329" w:rsidRDefault="007B2329" w:rsidP="007B2329">
      <w:r>
        <w:t>893.7825</w:t>
      </w:r>
      <w:r>
        <w:tab/>
        <w:t>2.025e0</w:t>
      </w:r>
    </w:p>
    <w:p w:rsidR="007B2329" w:rsidRDefault="007B2329" w:rsidP="007B2329">
      <w:r>
        <w:t>893.8088</w:t>
      </w:r>
      <w:r>
        <w:tab/>
        <w:t>3.038e0</w:t>
      </w:r>
    </w:p>
    <w:p w:rsidR="007B2329" w:rsidRDefault="007B2329" w:rsidP="007B2329">
      <w:r>
        <w:t>893.8125</w:t>
      </w:r>
      <w:r>
        <w:tab/>
        <w:t>1.013e0</w:t>
      </w:r>
    </w:p>
    <w:p w:rsidR="007B2329" w:rsidRDefault="007B2329" w:rsidP="007B2329">
      <w:r>
        <w:t>893.8640</w:t>
      </w:r>
      <w:r>
        <w:tab/>
        <w:t>2.892e0</w:t>
      </w:r>
    </w:p>
    <w:p w:rsidR="007B2329" w:rsidRDefault="007B2329" w:rsidP="007B2329">
      <w:r>
        <w:t>893.8714</w:t>
      </w:r>
      <w:r>
        <w:tab/>
        <w:t>3.038e0</w:t>
      </w:r>
    </w:p>
    <w:p w:rsidR="007B2329" w:rsidRDefault="007B2329" w:rsidP="007B2329">
      <w:r>
        <w:t>893.8870</w:t>
      </w:r>
      <w:r>
        <w:tab/>
        <w:t>1.013e0</w:t>
      </w:r>
    </w:p>
    <w:p w:rsidR="007B2329" w:rsidRDefault="007B2329" w:rsidP="007B2329">
      <w:r>
        <w:t>893.9349</w:t>
      </w:r>
      <w:r>
        <w:tab/>
        <w:t>3.189e0</w:t>
      </w:r>
    </w:p>
    <w:p w:rsidR="007B2329" w:rsidRDefault="007B2329" w:rsidP="007B2329">
      <w:r>
        <w:t>893.9399</w:t>
      </w:r>
      <w:r>
        <w:tab/>
        <w:t>2.025e0</w:t>
      </w:r>
    </w:p>
    <w:p w:rsidR="007B2329" w:rsidRDefault="007B2329" w:rsidP="007B2329">
      <w:r>
        <w:t>893.9474</w:t>
      </w:r>
      <w:r>
        <w:tab/>
        <w:t>2.025e0</w:t>
      </w:r>
    </w:p>
    <w:p w:rsidR="007B2329" w:rsidRDefault="007B2329" w:rsidP="007B2329">
      <w:r>
        <w:t>893.9526</w:t>
      </w:r>
      <w:r>
        <w:tab/>
        <w:t>1.013e0</w:t>
      </w:r>
    </w:p>
    <w:p w:rsidR="007B2329" w:rsidRDefault="007B2329" w:rsidP="007B2329">
      <w:r>
        <w:t>893.9588</w:t>
      </w:r>
      <w:r>
        <w:tab/>
        <w:t>3.038e0</w:t>
      </w:r>
    </w:p>
    <w:p w:rsidR="007B2329" w:rsidRDefault="007B2329" w:rsidP="007B2329">
      <w:r>
        <w:t>893.9985</w:t>
      </w:r>
      <w:r>
        <w:tab/>
        <w:t>4.051e0</w:t>
      </w:r>
    </w:p>
    <w:p w:rsidR="007B2329" w:rsidRDefault="007B2329" w:rsidP="007B2329">
      <w:r>
        <w:t>894.0074</w:t>
      </w:r>
      <w:r>
        <w:tab/>
        <w:t>2.025e0</w:t>
      </w:r>
    </w:p>
    <w:p w:rsidR="007B2329" w:rsidRDefault="007B2329" w:rsidP="007B2329">
      <w:r>
        <w:t>894.0198</w:t>
      </w:r>
      <w:r>
        <w:tab/>
        <w:t>3.038e0</w:t>
      </w:r>
    </w:p>
    <w:p w:rsidR="007B2329" w:rsidRDefault="007B2329" w:rsidP="007B2329">
      <w:r>
        <w:t>894.0625</w:t>
      </w:r>
      <w:r>
        <w:tab/>
        <w:t>6.076e0</w:t>
      </w:r>
    </w:p>
    <w:p w:rsidR="007B2329" w:rsidRDefault="007B2329" w:rsidP="007B2329">
      <w:r>
        <w:lastRenderedPageBreak/>
        <w:t>894.1121</w:t>
      </w:r>
      <w:r>
        <w:tab/>
        <w:t>1.013e0</w:t>
      </w:r>
    </w:p>
    <w:p w:rsidR="007B2329" w:rsidRDefault="007B2329" w:rsidP="007B2329">
      <w:r>
        <w:t>894.1276</w:t>
      </w:r>
      <w:r>
        <w:tab/>
        <w:t>1.013e0</w:t>
      </w:r>
    </w:p>
    <w:p w:rsidR="007B2329" w:rsidRDefault="007B2329" w:rsidP="007B2329">
      <w:r>
        <w:t>894.1423</w:t>
      </w:r>
      <w:r>
        <w:tab/>
        <w:t>1.013e0</w:t>
      </w:r>
    </w:p>
    <w:p w:rsidR="007B2329" w:rsidRDefault="007B2329" w:rsidP="007B2329">
      <w:r>
        <w:t>894.1878</w:t>
      </w:r>
      <w:r>
        <w:tab/>
        <w:t>1.013e0</w:t>
      </w:r>
    </w:p>
    <w:p w:rsidR="007B2329" w:rsidRDefault="007B2329" w:rsidP="007B2329">
      <w:r>
        <w:t>894.2143</w:t>
      </w:r>
      <w:r>
        <w:tab/>
        <w:t>2.025e0</w:t>
      </w:r>
    </w:p>
    <w:p w:rsidR="007B2329" w:rsidRDefault="007B2329" w:rsidP="007B2329">
      <w:r>
        <w:t>894.2171</w:t>
      </w:r>
      <w:r>
        <w:tab/>
        <w:t>1.889e0</w:t>
      </w:r>
    </w:p>
    <w:p w:rsidR="007B2329" w:rsidRDefault="007B2329" w:rsidP="007B2329">
      <w:r>
        <w:t>894.2431</w:t>
      </w:r>
      <w:r>
        <w:tab/>
        <w:t>4.080e0</w:t>
      </w:r>
    </w:p>
    <w:p w:rsidR="007B2329" w:rsidRDefault="007B2329" w:rsidP="007B2329">
      <w:r>
        <w:t>894.2832</w:t>
      </w:r>
      <w:r>
        <w:tab/>
        <w:t>1.879e0</w:t>
      </w:r>
    </w:p>
    <w:p w:rsidR="007B2329" w:rsidRDefault="007B2329" w:rsidP="007B2329">
      <w:r>
        <w:t>894.3079</w:t>
      </w:r>
      <w:r>
        <w:tab/>
        <w:t>6.355e0</w:t>
      </w:r>
    </w:p>
    <w:p w:rsidR="007B2329" w:rsidRDefault="007B2329" w:rsidP="007B2329">
      <w:r>
        <w:t>894.3110</w:t>
      </w:r>
      <w:r>
        <w:tab/>
        <w:t>1.519e0</w:t>
      </w:r>
    </w:p>
    <w:p w:rsidR="007B2329" w:rsidRDefault="007B2329" w:rsidP="007B2329">
      <w:r>
        <w:t>894.3518</w:t>
      </w:r>
      <w:r>
        <w:tab/>
        <w:t>1.362e0</w:t>
      </w:r>
    </w:p>
    <w:p w:rsidR="007B2329" w:rsidRDefault="007B2329" w:rsidP="007B2329">
      <w:r>
        <w:t>894.3736</w:t>
      </w:r>
      <w:r>
        <w:tab/>
        <w:t>3.135e0</w:t>
      </w:r>
    </w:p>
    <w:p w:rsidR="007B2329" w:rsidRDefault="007B2329" w:rsidP="007B2329">
      <w:r>
        <w:t>894.3810</w:t>
      </w:r>
      <w:r>
        <w:tab/>
        <w:t>2.025e0</w:t>
      </w:r>
    </w:p>
    <w:p w:rsidR="007B2329" w:rsidRDefault="007B2329" w:rsidP="007B2329">
      <w:r>
        <w:t>894.4258</w:t>
      </w:r>
      <w:r>
        <w:tab/>
        <w:t>6.538e0</w:t>
      </w:r>
    </w:p>
    <w:p w:rsidR="007B2329" w:rsidRDefault="007B2329" w:rsidP="007B2329">
      <w:r>
        <w:t>894.4750</w:t>
      </w:r>
      <w:r>
        <w:tab/>
        <w:t>1.985e1</w:t>
      </w:r>
    </w:p>
    <w:p w:rsidR="007B2329" w:rsidRDefault="007B2329" w:rsidP="007B2329">
      <w:r>
        <w:t>894.4816</w:t>
      </w:r>
      <w:r>
        <w:tab/>
        <w:t>1.602e1</w:t>
      </w:r>
    </w:p>
    <w:p w:rsidR="007B2329" w:rsidRDefault="007B2329" w:rsidP="007B2329">
      <w:r>
        <w:t>894.4834</w:t>
      </w:r>
      <w:r>
        <w:tab/>
        <w:t>1.840e1</w:t>
      </w:r>
    </w:p>
    <w:p w:rsidR="007B2329" w:rsidRDefault="007B2329" w:rsidP="007B2329">
      <w:r>
        <w:t>894.4900</w:t>
      </w:r>
      <w:r>
        <w:tab/>
        <w:t>6.723e0</w:t>
      </w:r>
    </w:p>
    <w:p w:rsidR="007B2329" w:rsidRDefault="007B2329" w:rsidP="007B2329">
      <w:r>
        <w:t>894.4951</w:t>
      </w:r>
      <w:r>
        <w:tab/>
        <w:t>3.031e1</w:t>
      </w:r>
    </w:p>
    <w:p w:rsidR="007B2329" w:rsidRDefault="007B2329" w:rsidP="007B2329">
      <w:r>
        <w:lastRenderedPageBreak/>
        <w:t>894.4963</w:t>
      </w:r>
      <w:r>
        <w:tab/>
        <w:t>4.108e1</w:t>
      </w:r>
    </w:p>
    <w:p w:rsidR="007B2329" w:rsidRDefault="007B2329" w:rsidP="007B2329">
      <w:r>
        <w:t>894.5325</w:t>
      </w:r>
      <w:r>
        <w:tab/>
        <w:t>2.008e1</w:t>
      </w:r>
    </w:p>
    <w:p w:rsidR="007B2329" w:rsidRDefault="007B2329" w:rsidP="007B2329">
      <w:r>
        <w:t>894.5645</w:t>
      </w:r>
      <w:r>
        <w:tab/>
        <w:t>8.494e0</w:t>
      </w:r>
    </w:p>
    <w:p w:rsidR="007B2329" w:rsidRDefault="007B2329" w:rsidP="007B2329">
      <w:r>
        <w:t>894.5942</w:t>
      </w:r>
      <w:r>
        <w:tab/>
        <w:t>1.013e0</w:t>
      </w:r>
    </w:p>
    <w:p w:rsidR="007B2329" w:rsidRDefault="007B2329" w:rsidP="007B2329">
      <w:r>
        <w:t>894.7133</w:t>
      </w:r>
      <w:r>
        <w:tab/>
        <w:t>2.025e0</w:t>
      </w:r>
    </w:p>
    <w:p w:rsidR="007B2329" w:rsidRDefault="007B2329" w:rsidP="007B2329">
      <w:r>
        <w:t>894.7272</w:t>
      </w:r>
      <w:r>
        <w:tab/>
        <w:t>1.013e0</w:t>
      </w:r>
    </w:p>
    <w:p w:rsidR="007B2329" w:rsidRDefault="007B2329" w:rsidP="007B2329">
      <w:r>
        <w:t>894.7570</w:t>
      </w:r>
      <w:r>
        <w:tab/>
        <w:t>4.051e0</w:t>
      </w:r>
    </w:p>
    <w:p w:rsidR="007B2329" w:rsidRDefault="007B2329" w:rsidP="007B2329">
      <w:r>
        <w:t>894.7620</w:t>
      </w:r>
      <w:r>
        <w:tab/>
        <w:t>2.025e0</w:t>
      </w:r>
    </w:p>
    <w:p w:rsidR="007B2329" w:rsidRDefault="007B2329" w:rsidP="007B2329">
      <w:r>
        <w:t>894.7874</w:t>
      </w:r>
      <w:r>
        <w:tab/>
        <w:t>1.025e0</w:t>
      </w:r>
    </w:p>
    <w:p w:rsidR="007B2329" w:rsidRDefault="007B2329" w:rsidP="007B2329">
      <w:r>
        <w:t>894.8250</w:t>
      </w:r>
      <w:r>
        <w:tab/>
        <w:t>2.025e0</w:t>
      </w:r>
    </w:p>
    <w:p w:rsidR="007B2329" w:rsidRDefault="007B2329" w:rsidP="007B2329">
      <w:r>
        <w:t>894.8264</w:t>
      </w:r>
      <w:r>
        <w:tab/>
        <w:t>3.038e0</w:t>
      </w:r>
    </w:p>
    <w:p w:rsidR="007B2329" w:rsidRDefault="007B2329" w:rsidP="007B2329">
      <w:r>
        <w:t>894.8535</w:t>
      </w:r>
      <w:r>
        <w:tab/>
        <w:t>3.038e0</w:t>
      </w:r>
    </w:p>
    <w:p w:rsidR="007B2329" w:rsidRDefault="007B2329" w:rsidP="007B2329">
      <w:r>
        <w:t>894.8562</w:t>
      </w:r>
      <w:r>
        <w:tab/>
        <w:t>2.025e0</w:t>
      </w:r>
    </w:p>
    <w:p w:rsidR="007B2329" w:rsidRDefault="007B2329" w:rsidP="007B2329">
      <w:r>
        <w:t>894.8737</w:t>
      </w:r>
      <w:r>
        <w:tab/>
        <w:t>3.976e0</w:t>
      </w:r>
    </w:p>
    <w:p w:rsidR="007B2329" w:rsidRDefault="007B2329" w:rsidP="007B2329">
      <w:r>
        <w:t>894.9272</w:t>
      </w:r>
      <w:r>
        <w:tab/>
        <w:t>2.025e0</w:t>
      </w:r>
    </w:p>
    <w:p w:rsidR="007B2329" w:rsidRDefault="007B2329" w:rsidP="007B2329">
      <w:r>
        <w:t>894.9366</w:t>
      </w:r>
      <w:r>
        <w:tab/>
        <w:t>2.849e0</w:t>
      </w:r>
    </w:p>
    <w:p w:rsidR="007B2329" w:rsidRDefault="007B2329" w:rsidP="007B2329">
      <w:r>
        <w:t>894.9554</w:t>
      </w:r>
      <w:r>
        <w:tab/>
        <w:t>7.089e0</w:t>
      </w:r>
    </w:p>
    <w:p w:rsidR="007B2329" w:rsidRDefault="007B2329" w:rsidP="007B2329">
      <w:r>
        <w:t>894.9761</w:t>
      </w:r>
      <w:r>
        <w:tab/>
        <w:t>7.089e0</w:t>
      </w:r>
    </w:p>
    <w:p w:rsidR="007B2329" w:rsidRDefault="007B2329" w:rsidP="007B2329">
      <w:r>
        <w:t>895.0098</w:t>
      </w:r>
      <w:r>
        <w:tab/>
        <w:t>3.038e0</w:t>
      </w:r>
    </w:p>
    <w:p w:rsidR="007B2329" w:rsidRDefault="007B2329" w:rsidP="007B2329">
      <w:r>
        <w:lastRenderedPageBreak/>
        <w:t>895.0126</w:t>
      </w:r>
      <w:r>
        <w:tab/>
        <w:t>1.013e0</w:t>
      </w:r>
    </w:p>
    <w:p w:rsidR="007B2329" w:rsidRDefault="007B2329" w:rsidP="007B2329">
      <w:r>
        <w:t>895.0569</w:t>
      </w:r>
      <w:r>
        <w:tab/>
        <w:t>3.038e0</w:t>
      </w:r>
    </w:p>
    <w:p w:rsidR="007B2329" w:rsidRDefault="007B2329" w:rsidP="007B2329">
      <w:r>
        <w:t>895.0894</w:t>
      </w:r>
      <w:r>
        <w:tab/>
        <w:t>3.038e0</w:t>
      </w:r>
    </w:p>
    <w:p w:rsidR="007B2329" w:rsidRDefault="007B2329" w:rsidP="007B2329">
      <w:r>
        <w:t>895.0915</w:t>
      </w:r>
      <w:r>
        <w:tab/>
        <w:t>4.051e0</w:t>
      </w:r>
    </w:p>
    <w:p w:rsidR="007B2329" w:rsidRDefault="007B2329" w:rsidP="007B2329">
      <w:r>
        <w:t>895.1324</w:t>
      </w:r>
      <w:r>
        <w:tab/>
        <w:t>1.013e0</w:t>
      </w:r>
    </w:p>
    <w:p w:rsidR="007B2329" w:rsidRDefault="007B2329" w:rsidP="007B2329">
      <w:r>
        <w:t>895.1483</w:t>
      </w:r>
      <w:r>
        <w:tab/>
        <w:t>2.025e0</w:t>
      </w:r>
    </w:p>
    <w:p w:rsidR="007B2329" w:rsidRDefault="007B2329" w:rsidP="007B2329">
      <w:r>
        <w:t>895.1625</w:t>
      </w:r>
      <w:r>
        <w:tab/>
        <w:t>2.025e0</w:t>
      </w:r>
    </w:p>
    <w:p w:rsidR="007B2329" w:rsidRDefault="007B2329" w:rsidP="007B2329">
      <w:r>
        <w:t>895.1779</w:t>
      </w:r>
      <w:r>
        <w:tab/>
        <w:t>1.013e0</w:t>
      </w:r>
    </w:p>
    <w:p w:rsidR="007B2329" w:rsidRDefault="007B2329" w:rsidP="007B2329">
      <w:r>
        <w:t>895.2547</w:t>
      </w:r>
      <w:r>
        <w:tab/>
        <w:t>1.137e0</w:t>
      </w:r>
    </w:p>
    <w:p w:rsidR="007B2329" w:rsidRDefault="007B2329" w:rsidP="007B2329">
      <w:r>
        <w:t>895.2873</w:t>
      </w:r>
      <w:r>
        <w:tab/>
        <w:t>4.711e0</w:t>
      </w:r>
    </w:p>
    <w:p w:rsidR="007B2329" w:rsidRDefault="007B2329" w:rsidP="007B2329">
      <w:r>
        <w:t>895.3057</w:t>
      </w:r>
      <w:r>
        <w:tab/>
        <w:t>7.112e0</w:t>
      </w:r>
    </w:p>
    <w:p w:rsidR="007B2329" w:rsidRDefault="007B2329" w:rsidP="007B2329">
      <w:r>
        <w:t>895.3181</w:t>
      </w:r>
      <w:r>
        <w:tab/>
        <w:t>1.644e0</w:t>
      </w:r>
    </w:p>
    <w:p w:rsidR="007B2329" w:rsidRDefault="007B2329" w:rsidP="007B2329">
      <w:r>
        <w:t>895.3248</w:t>
      </w:r>
      <w:r>
        <w:tab/>
        <w:t>3.434e0</w:t>
      </w:r>
    </w:p>
    <w:p w:rsidR="007B2329" w:rsidRDefault="007B2329" w:rsidP="007B2329">
      <w:r>
        <w:t>895.4295</w:t>
      </w:r>
      <w:r>
        <w:tab/>
        <w:t>2.025e0</w:t>
      </w:r>
    </w:p>
    <w:p w:rsidR="007B2329" w:rsidRDefault="007B2329" w:rsidP="007B2329">
      <w:r>
        <w:t>895.4478</w:t>
      </w:r>
      <w:r>
        <w:tab/>
        <w:t>1.282e0</w:t>
      </w:r>
    </w:p>
    <w:p w:rsidR="007B2329" w:rsidRDefault="007B2329" w:rsidP="007B2329">
      <w:r>
        <w:t>895.4803</w:t>
      </w:r>
      <w:r>
        <w:tab/>
        <w:t>4.029e0</w:t>
      </w:r>
    </w:p>
    <w:p w:rsidR="007B2329" w:rsidRDefault="007B2329" w:rsidP="007B2329">
      <w:r>
        <w:t>895.4886</w:t>
      </w:r>
      <w:r>
        <w:tab/>
        <w:t>3.072e0</w:t>
      </w:r>
    </w:p>
    <w:p w:rsidR="007B2329" w:rsidRDefault="007B2329" w:rsidP="007B2329">
      <w:r>
        <w:t>895.4905</w:t>
      </w:r>
      <w:r>
        <w:tab/>
        <w:t>4.024e0</w:t>
      </w:r>
    </w:p>
    <w:p w:rsidR="007B2329" w:rsidRDefault="007B2329" w:rsidP="007B2329">
      <w:r>
        <w:t>895.4928</w:t>
      </w:r>
      <w:r>
        <w:tab/>
        <w:t>2.025e0</w:t>
      </w:r>
    </w:p>
    <w:p w:rsidR="007B2329" w:rsidRDefault="007B2329" w:rsidP="007B2329">
      <w:r>
        <w:lastRenderedPageBreak/>
        <w:t>895.4976</w:t>
      </w:r>
      <w:r>
        <w:tab/>
        <w:t>1.570e1</w:t>
      </w:r>
    </w:p>
    <w:p w:rsidR="007B2329" w:rsidRDefault="007B2329" w:rsidP="007B2329">
      <w:r>
        <w:t>895.5222</w:t>
      </w:r>
      <w:r>
        <w:tab/>
        <w:t>1.127e1</w:t>
      </w:r>
    </w:p>
    <w:p w:rsidR="007B2329" w:rsidRDefault="007B2329" w:rsidP="007B2329">
      <w:r>
        <w:t>895.5286</w:t>
      </w:r>
      <w:r>
        <w:tab/>
        <w:t>5.403e0</w:t>
      </w:r>
    </w:p>
    <w:p w:rsidR="007B2329" w:rsidRDefault="007B2329" w:rsidP="007B2329">
      <w:r>
        <w:t>895.5496</w:t>
      </w:r>
      <w:r>
        <w:tab/>
        <w:t>4.006e0</w:t>
      </w:r>
    </w:p>
    <w:p w:rsidR="007B2329" w:rsidRDefault="007B2329" w:rsidP="007B2329">
      <w:r>
        <w:t>895.5664</w:t>
      </w:r>
      <w:r>
        <w:tab/>
        <w:t>6.387e0</w:t>
      </w:r>
    </w:p>
    <w:p w:rsidR="007B2329" w:rsidRDefault="007B2329" w:rsidP="007B2329">
      <w:r>
        <w:t>895.5759</w:t>
      </w:r>
      <w:r>
        <w:tab/>
        <w:t>1.013e0</w:t>
      </w:r>
    </w:p>
    <w:p w:rsidR="007B2329" w:rsidRDefault="007B2329" w:rsidP="007B2329">
      <w:r>
        <w:t>895.6103</w:t>
      </w:r>
      <w:r>
        <w:tab/>
        <w:t>3.765e0</w:t>
      </w:r>
    </w:p>
    <w:p w:rsidR="007B2329" w:rsidRDefault="007B2329" w:rsidP="007B2329">
      <w:r>
        <w:t>895.6134</w:t>
      </w:r>
      <w:r>
        <w:tab/>
        <w:t>1.013e0</w:t>
      </w:r>
    </w:p>
    <w:p w:rsidR="007B2329" w:rsidRDefault="007B2329" w:rsidP="007B2329">
      <w:r>
        <w:t>895.6582</w:t>
      </w:r>
      <w:r>
        <w:tab/>
        <w:t>1.013e0</w:t>
      </w:r>
    </w:p>
    <w:p w:rsidR="007B2329" w:rsidRDefault="007B2329" w:rsidP="007B2329">
      <w:r>
        <w:t>895.6652</w:t>
      </w:r>
      <w:r>
        <w:tab/>
        <w:t>2.025e0</w:t>
      </w:r>
    </w:p>
    <w:p w:rsidR="007B2329" w:rsidRDefault="007B2329" w:rsidP="007B2329">
      <w:r>
        <w:t>895.6807</w:t>
      </w:r>
      <w:r>
        <w:tab/>
        <w:t>2.025e0</w:t>
      </w:r>
    </w:p>
    <w:p w:rsidR="007B2329" w:rsidRDefault="007B2329" w:rsidP="007B2329">
      <w:r>
        <w:t>895.7078</w:t>
      </w:r>
      <w:r>
        <w:tab/>
        <w:t>2.025e0</w:t>
      </w:r>
    </w:p>
    <w:p w:rsidR="007B2329" w:rsidRDefault="007B2329" w:rsidP="007B2329">
      <w:r>
        <w:t>895.7108</w:t>
      </w:r>
      <w:r>
        <w:tab/>
        <w:t>2.025e0</w:t>
      </w:r>
    </w:p>
    <w:p w:rsidR="007B2329" w:rsidRDefault="007B2329" w:rsidP="007B2329">
      <w:r>
        <w:t>895.7238</w:t>
      </w:r>
      <w:r>
        <w:tab/>
        <w:t>2.025e0</w:t>
      </w:r>
    </w:p>
    <w:p w:rsidR="007B2329" w:rsidRDefault="007B2329" w:rsidP="007B2329">
      <w:r>
        <w:t>895.7926</w:t>
      </w:r>
      <w:r>
        <w:tab/>
        <w:t>2.025e0</w:t>
      </w:r>
    </w:p>
    <w:p w:rsidR="007B2329" w:rsidRDefault="007B2329" w:rsidP="007B2329">
      <w:r>
        <w:t>895.7943</w:t>
      </w:r>
      <w:r>
        <w:tab/>
        <w:t>1.013e0</w:t>
      </w:r>
    </w:p>
    <w:p w:rsidR="007B2329" w:rsidRDefault="007B2329" w:rsidP="007B2329">
      <w:r>
        <w:t>895.8007</w:t>
      </w:r>
      <w:r>
        <w:tab/>
        <w:t>2.025e0</w:t>
      </w:r>
    </w:p>
    <w:p w:rsidR="007B2329" w:rsidRDefault="007B2329" w:rsidP="007B2329">
      <w:r>
        <w:t>895.8055</w:t>
      </w:r>
      <w:r>
        <w:tab/>
        <w:t>3.038e0</w:t>
      </w:r>
    </w:p>
    <w:p w:rsidR="007B2329" w:rsidRDefault="007B2329" w:rsidP="007B2329">
      <w:r>
        <w:t>895.8235</w:t>
      </w:r>
      <w:r>
        <w:tab/>
        <w:t>1.013e0</w:t>
      </w:r>
    </w:p>
    <w:p w:rsidR="007B2329" w:rsidRDefault="007B2329" w:rsidP="007B2329">
      <w:r>
        <w:lastRenderedPageBreak/>
        <w:t>895.8249</w:t>
      </w:r>
      <w:r>
        <w:tab/>
        <w:t>2.025e0</w:t>
      </w:r>
    </w:p>
    <w:p w:rsidR="007B2329" w:rsidRDefault="007B2329" w:rsidP="007B2329">
      <w:r>
        <w:t>895.8585</w:t>
      </w:r>
      <w:r>
        <w:tab/>
        <w:t>3.038e0</w:t>
      </w:r>
    </w:p>
    <w:p w:rsidR="007B2329" w:rsidRDefault="007B2329" w:rsidP="007B2329">
      <w:r>
        <w:t>895.8984</w:t>
      </w:r>
      <w:r>
        <w:tab/>
        <w:t>2.025e0</w:t>
      </w:r>
    </w:p>
    <w:p w:rsidR="007B2329" w:rsidRDefault="007B2329" w:rsidP="007B2329">
      <w:r>
        <w:t>895.9210</w:t>
      </w:r>
      <w:r>
        <w:tab/>
        <w:t>2.025e0</w:t>
      </w:r>
    </w:p>
    <w:p w:rsidR="007B2329" w:rsidRDefault="007B2329" w:rsidP="007B2329">
      <w:r>
        <w:t>895.9587</w:t>
      </w:r>
      <w:r>
        <w:tab/>
        <w:t>1.013e0</w:t>
      </w:r>
    </w:p>
    <w:p w:rsidR="007B2329" w:rsidRDefault="007B2329" w:rsidP="007B2329">
      <w:r>
        <w:t>895.9823</w:t>
      </w:r>
      <w:r>
        <w:tab/>
        <w:t>2.672e0</w:t>
      </w:r>
    </w:p>
    <w:p w:rsidR="007B2329" w:rsidRDefault="007B2329" w:rsidP="007B2329">
      <w:r>
        <w:t>896.0303</w:t>
      </w:r>
      <w:r>
        <w:tab/>
        <w:t>5.063e0</w:t>
      </w:r>
    </w:p>
    <w:p w:rsidR="007B2329" w:rsidRDefault="007B2329" w:rsidP="007B2329">
      <w:r>
        <w:t>896.0337</w:t>
      </w:r>
      <w:r>
        <w:tab/>
        <w:t>2.025e0</w:t>
      </w:r>
    </w:p>
    <w:p w:rsidR="007B2329" w:rsidRDefault="007B2329" w:rsidP="007B2329">
      <w:r>
        <w:t>896.0413</w:t>
      </w:r>
      <w:r>
        <w:tab/>
        <w:t>2.025e0</w:t>
      </w:r>
    </w:p>
    <w:p w:rsidR="007B2329" w:rsidRDefault="007B2329" w:rsidP="007B2329">
      <w:r>
        <w:t>896.0441</w:t>
      </w:r>
      <w:r>
        <w:tab/>
        <w:t>2.025e0</w:t>
      </w:r>
    </w:p>
    <w:p w:rsidR="007B2329" w:rsidRDefault="007B2329" w:rsidP="007B2329">
      <w:r>
        <w:t>896.1387</w:t>
      </w:r>
      <w:r>
        <w:tab/>
        <w:t>2.025e0</w:t>
      </w:r>
    </w:p>
    <w:p w:rsidR="007B2329" w:rsidRDefault="007B2329" w:rsidP="007B2329">
      <w:r>
        <w:t>896.1708</w:t>
      </w:r>
      <w:r>
        <w:tab/>
        <w:t>3.038e0</w:t>
      </w:r>
    </w:p>
    <w:p w:rsidR="007B2329" w:rsidRDefault="007B2329" w:rsidP="007B2329">
      <w:r>
        <w:t>896.1839</w:t>
      </w:r>
      <w:r>
        <w:tab/>
        <w:t>1.013e0</w:t>
      </w:r>
    </w:p>
    <w:p w:rsidR="007B2329" w:rsidRDefault="007B2329" w:rsidP="007B2329">
      <w:r>
        <w:t>896.1915</w:t>
      </w:r>
      <w:r>
        <w:tab/>
        <w:t>4.051e0</w:t>
      </w:r>
    </w:p>
    <w:p w:rsidR="007B2329" w:rsidRDefault="007B2329" w:rsidP="007B2329">
      <w:r>
        <w:t>896.2199</w:t>
      </w:r>
      <w:r>
        <w:tab/>
        <w:t>2.038e0</w:t>
      </w:r>
    </w:p>
    <w:p w:rsidR="007B2329" w:rsidRDefault="007B2329" w:rsidP="007B2329">
      <w:r>
        <w:t>896.2350</w:t>
      </w:r>
      <w:r>
        <w:tab/>
        <w:t>1.013e0</w:t>
      </w:r>
    </w:p>
    <w:p w:rsidR="007B2329" w:rsidRDefault="007B2329" w:rsidP="007B2329">
      <w:r>
        <w:t>896.2885</w:t>
      </w:r>
      <w:r>
        <w:tab/>
        <w:t>5.367e0</w:t>
      </w:r>
    </w:p>
    <w:p w:rsidR="007B2329" w:rsidRDefault="007B2329" w:rsidP="007B2329">
      <w:r>
        <w:t>896.3105</w:t>
      </w:r>
      <w:r>
        <w:tab/>
        <w:t>3.845e0</w:t>
      </w:r>
    </w:p>
    <w:p w:rsidR="007B2329" w:rsidRDefault="007B2329" w:rsidP="007B2329">
      <w:r>
        <w:t>896.3140</w:t>
      </w:r>
      <w:r>
        <w:tab/>
        <w:t>3.920e0</w:t>
      </w:r>
    </w:p>
    <w:p w:rsidR="007B2329" w:rsidRDefault="007B2329" w:rsidP="007B2329">
      <w:r>
        <w:lastRenderedPageBreak/>
        <w:t>896.3312</w:t>
      </w:r>
      <w:r>
        <w:tab/>
        <w:t>7.667e0</w:t>
      </w:r>
    </w:p>
    <w:p w:rsidR="007B2329" w:rsidRDefault="007B2329" w:rsidP="007B2329">
      <w:r>
        <w:t>896.3344</w:t>
      </w:r>
      <w:r>
        <w:tab/>
        <w:t>2.025e0</w:t>
      </w:r>
    </w:p>
    <w:p w:rsidR="007B2329" w:rsidRDefault="007B2329" w:rsidP="007B2329">
      <w:r>
        <w:t>896.3603</w:t>
      </w:r>
      <w:r>
        <w:tab/>
        <w:t>3.732e0</w:t>
      </w:r>
    </w:p>
    <w:p w:rsidR="007B2329" w:rsidRDefault="007B2329" w:rsidP="007B2329">
      <w:r>
        <w:t>896.4224</w:t>
      </w:r>
      <w:r>
        <w:tab/>
        <w:t>1.013e0</w:t>
      </w:r>
    </w:p>
    <w:p w:rsidR="007B2329" w:rsidRDefault="007B2329" w:rsidP="007B2329">
      <w:r>
        <w:t>896.4467</w:t>
      </w:r>
      <w:r>
        <w:tab/>
        <w:t>1.971e0</w:t>
      </w:r>
    </w:p>
    <w:p w:rsidR="007B2329" w:rsidRDefault="007B2329" w:rsidP="007B2329">
      <w:r>
        <w:t>896.4500</w:t>
      </w:r>
      <w:r>
        <w:tab/>
        <w:t>1.850e1</w:t>
      </w:r>
    </w:p>
    <w:p w:rsidR="007B2329" w:rsidRDefault="007B2329" w:rsidP="007B2329">
      <w:r>
        <w:t>896.4553</w:t>
      </w:r>
      <w:r>
        <w:tab/>
        <w:t>1.392e1</w:t>
      </w:r>
    </w:p>
    <w:p w:rsidR="007B2329" w:rsidRDefault="007B2329" w:rsidP="007B2329">
      <w:r>
        <w:t>896.4878</w:t>
      </w:r>
      <w:r>
        <w:tab/>
        <w:t>2.719e1</w:t>
      </w:r>
    </w:p>
    <w:p w:rsidR="007B2329" w:rsidRDefault="007B2329" w:rsidP="007B2329">
      <w:r>
        <w:t>896.5010</w:t>
      </w:r>
      <w:r>
        <w:tab/>
        <w:t>2.310e1</w:t>
      </w:r>
    </w:p>
    <w:p w:rsidR="007B2329" w:rsidRDefault="007B2329" w:rsidP="007B2329">
      <w:r>
        <w:t>896.5115</w:t>
      </w:r>
      <w:r>
        <w:tab/>
        <w:t>2.025e0</w:t>
      </w:r>
    </w:p>
    <w:p w:rsidR="007B2329" w:rsidRDefault="007B2329" w:rsidP="007B2329">
      <w:r>
        <w:t>896.5139</w:t>
      </w:r>
      <w:r>
        <w:tab/>
        <w:t>2.552e1</w:t>
      </w:r>
    </w:p>
    <w:p w:rsidR="007B2329" w:rsidRDefault="007B2329" w:rsidP="007B2329">
      <w:r>
        <w:t>896.5177</w:t>
      </w:r>
      <w:r>
        <w:tab/>
        <w:t>3.987e0</w:t>
      </w:r>
    </w:p>
    <w:p w:rsidR="007B2329" w:rsidRDefault="007B2329" w:rsidP="007B2329">
      <w:r>
        <w:t>896.5211</w:t>
      </w:r>
      <w:r>
        <w:tab/>
        <w:t>2.432e1</w:t>
      </w:r>
    </w:p>
    <w:p w:rsidR="007B2329" w:rsidRDefault="007B2329" w:rsidP="007B2329">
      <w:r>
        <w:t>896.5298</w:t>
      </w:r>
      <w:r>
        <w:tab/>
        <w:t>3.105e1</w:t>
      </w:r>
    </w:p>
    <w:p w:rsidR="007B2329" w:rsidRDefault="007B2329" w:rsidP="007B2329">
      <w:r>
        <w:t>896.5345</w:t>
      </w:r>
      <w:r>
        <w:tab/>
        <w:t>1.226e1</w:t>
      </w:r>
    </w:p>
    <w:p w:rsidR="007B2329" w:rsidRDefault="007B2329" w:rsidP="007B2329">
      <w:r>
        <w:t>896.5578</w:t>
      </w:r>
      <w:r>
        <w:tab/>
        <w:t>7.629e0</w:t>
      </w:r>
    </w:p>
    <w:p w:rsidR="007B2329" w:rsidRDefault="007B2329" w:rsidP="007B2329">
      <w:r>
        <w:t>896.5859</w:t>
      </w:r>
      <w:r>
        <w:tab/>
        <w:t>7.175e0</w:t>
      </w:r>
    </w:p>
    <w:p w:rsidR="007B2329" w:rsidRDefault="007B2329" w:rsidP="007B2329">
      <w:r>
        <w:t>896.7013</w:t>
      </w:r>
      <w:r>
        <w:tab/>
        <w:t>2.025e0</w:t>
      </w:r>
    </w:p>
    <w:p w:rsidR="007B2329" w:rsidRDefault="007B2329" w:rsidP="007B2329">
      <w:r>
        <w:t>896.7072</w:t>
      </w:r>
      <w:r>
        <w:tab/>
        <w:t>4.051e0</w:t>
      </w:r>
    </w:p>
    <w:p w:rsidR="007B2329" w:rsidRDefault="007B2329" w:rsidP="007B2329">
      <w:r>
        <w:lastRenderedPageBreak/>
        <w:t>896.7103</w:t>
      </w:r>
      <w:r>
        <w:tab/>
        <w:t>1.013e0</w:t>
      </w:r>
    </w:p>
    <w:p w:rsidR="007B2329" w:rsidRDefault="007B2329" w:rsidP="007B2329">
      <w:r>
        <w:t>896.7404</w:t>
      </w:r>
      <w:r>
        <w:tab/>
        <w:t>2.025e0</w:t>
      </w:r>
    </w:p>
    <w:p w:rsidR="007B2329" w:rsidRDefault="007B2329" w:rsidP="007B2329">
      <w:r>
        <w:t>896.7897</w:t>
      </w:r>
      <w:r>
        <w:tab/>
        <w:t>2.156e0</w:t>
      </w:r>
    </w:p>
    <w:p w:rsidR="007B2329" w:rsidRDefault="007B2329" w:rsidP="007B2329">
      <w:r>
        <w:t>896.7934</w:t>
      </w:r>
      <w:r>
        <w:tab/>
        <w:t>1.013e0</w:t>
      </w:r>
    </w:p>
    <w:p w:rsidR="007B2329" w:rsidRDefault="007B2329" w:rsidP="007B2329">
      <w:r>
        <w:t>896.8008</w:t>
      </w:r>
      <w:r>
        <w:tab/>
        <w:t>1.013e0</w:t>
      </w:r>
    </w:p>
    <w:p w:rsidR="007B2329" w:rsidRDefault="007B2329" w:rsidP="007B2329">
      <w:r>
        <w:t>896.8533</w:t>
      </w:r>
      <w:r>
        <w:tab/>
        <w:t>2.025e0</w:t>
      </w:r>
    </w:p>
    <w:p w:rsidR="007B2329" w:rsidRDefault="007B2329" w:rsidP="007B2329">
      <w:r>
        <w:t>896.8605</w:t>
      </w:r>
      <w:r>
        <w:tab/>
        <w:t>2.025e0</w:t>
      </w:r>
    </w:p>
    <w:p w:rsidR="007B2329" w:rsidRDefault="007B2329" w:rsidP="007B2329">
      <w:r>
        <w:t>896.8755</w:t>
      </w:r>
      <w:r>
        <w:tab/>
        <w:t>1.013e0</w:t>
      </w:r>
    </w:p>
    <w:p w:rsidR="007B2329" w:rsidRDefault="007B2329" w:rsidP="007B2329">
      <w:r>
        <w:t>896.9272</w:t>
      </w:r>
      <w:r>
        <w:tab/>
        <w:t>3.038e0</w:t>
      </w:r>
    </w:p>
    <w:p w:rsidR="007B2329" w:rsidRDefault="007B2329" w:rsidP="007B2329">
      <w:r>
        <w:t>896.9286</w:t>
      </w:r>
      <w:r>
        <w:tab/>
        <w:t>1.013e0</w:t>
      </w:r>
    </w:p>
    <w:p w:rsidR="007B2329" w:rsidRDefault="007B2329" w:rsidP="007B2329">
      <w:r>
        <w:t>896.9324</w:t>
      </w:r>
      <w:r>
        <w:tab/>
        <w:t>3.956e0</w:t>
      </w:r>
    </w:p>
    <w:p w:rsidR="007B2329" w:rsidRDefault="007B2329" w:rsidP="007B2329">
      <w:r>
        <w:t>896.9458</w:t>
      </w:r>
      <w:r>
        <w:tab/>
        <w:t>2.025e0</w:t>
      </w:r>
    </w:p>
    <w:p w:rsidR="007B2329" w:rsidRDefault="007B2329" w:rsidP="007B2329">
      <w:r>
        <w:t>896.9659</w:t>
      </w:r>
      <w:r>
        <w:tab/>
        <w:t>1.013e0</w:t>
      </w:r>
    </w:p>
    <w:p w:rsidR="007B2329" w:rsidRDefault="007B2329" w:rsidP="007B2329">
      <w:r>
        <w:t>896.9808</w:t>
      </w:r>
      <w:r>
        <w:tab/>
        <w:t>1.013e0</w:t>
      </w:r>
    </w:p>
    <w:p w:rsidR="007B2329" w:rsidRDefault="007B2329" w:rsidP="007B2329">
      <w:r>
        <w:t>897.0295</w:t>
      </w:r>
      <w:r>
        <w:tab/>
        <w:t>1.013e0</w:t>
      </w:r>
    </w:p>
    <w:p w:rsidR="007B2329" w:rsidRDefault="007B2329" w:rsidP="007B2329">
      <w:r>
        <w:t>897.0467</w:t>
      </w:r>
      <w:r>
        <w:tab/>
        <w:t>1.013e0</w:t>
      </w:r>
    </w:p>
    <w:p w:rsidR="007B2329" w:rsidRDefault="007B2329" w:rsidP="007B2329">
      <w:r>
        <w:t>897.0494</w:t>
      </w:r>
      <w:r>
        <w:tab/>
        <w:t>4.051e0</w:t>
      </w:r>
    </w:p>
    <w:p w:rsidR="007B2329" w:rsidRDefault="007B2329" w:rsidP="007B2329">
      <w:r>
        <w:t>897.1163</w:t>
      </w:r>
      <w:r>
        <w:tab/>
        <w:t>1.013e0</w:t>
      </w:r>
    </w:p>
    <w:p w:rsidR="007B2329" w:rsidRDefault="007B2329" w:rsidP="007B2329">
      <w:r>
        <w:t>897.1312</w:t>
      </w:r>
      <w:r>
        <w:tab/>
        <w:t>2.025e0</w:t>
      </w:r>
    </w:p>
    <w:p w:rsidR="007B2329" w:rsidRDefault="007B2329" w:rsidP="007B2329">
      <w:r>
        <w:lastRenderedPageBreak/>
        <w:t>897.1464</w:t>
      </w:r>
      <w:r>
        <w:tab/>
        <w:t>1.013e0</w:t>
      </w:r>
    </w:p>
    <w:p w:rsidR="007B2329" w:rsidRDefault="007B2329" w:rsidP="007B2329">
      <w:r>
        <w:t>897.1615</w:t>
      </w:r>
      <w:r>
        <w:tab/>
        <w:t>1.013e0</w:t>
      </w:r>
    </w:p>
    <w:p w:rsidR="007B2329" w:rsidRDefault="007B2329" w:rsidP="007B2329">
      <w:r>
        <w:t>897.1744</w:t>
      </w:r>
      <w:r>
        <w:tab/>
        <w:t>3.038e0</w:t>
      </w:r>
    </w:p>
    <w:p w:rsidR="007B2329" w:rsidRDefault="007B2329" w:rsidP="007B2329">
      <w:r>
        <w:t>897.1822</w:t>
      </w:r>
      <w:r>
        <w:tab/>
        <w:t>1.013e0</w:t>
      </w:r>
    </w:p>
    <w:p w:rsidR="007B2329" w:rsidRDefault="007B2329" w:rsidP="007B2329">
      <w:r>
        <w:t>897.2164</w:t>
      </w:r>
      <w:r>
        <w:tab/>
        <w:t>1.013e0</w:t>
      </w:r>
    </w:p>
    <w:p w:rsidR="007B2329" w:rsidRDefault="007B2329" w:rsidP="007B2329">
      <w:r>
        <w:t>897.2565</w:t>
      </w:r>
      <w:r>
        <w:tab/>
        <w:t>5.063e0</w:t>
      </w:r>
    </w:p>
    <w:p w:rsidR="007B2329" w:rsidRDefault="007B2329" w:rsidP="007B2329">
      <w:r>
        <w:t>897.2669</w:t>
      </w:r>
      <w:r>
        <w:tab/>
        <w:t>4.051e0</w:t>
      </w:r>
    </w:p>
    <w:p w:rsidR="007B2329" w:rsidRDefault="007B2329" w:rsidP="007B2329">
      <w:r>
        <w:t>897.2994</w:t>
      </w:r>
      <w:r>
        <w:tab/>
        <w:t>1.013e0</w:t>
      </w:r>
    </w:p>
    <w:p w:rsidR="007B2329" w:rsidRDefault="007B2329" w:rsidP="007B2329">
      <w:r>
        <w:t>897.3057</w:t>
      </w:r>
      <w:r>
        <w:tab/>
        <w:t>8.013e0</w:t>
      </w:r>
    </w:p>
    <w:p w:rsidR="007B2329" w:rsidRDefault="007B2329" w:rsidP="007B2329">
      <w:r>
        <w:t>897.3222</w:t>
      </w:r>
      <w:r>
        <w:tab/>
        <w:t>4.389e0</w:t>
      </w:r>
    </w:p>
    <w:p w:rsidR="007B2329" w:rsidRDefault="007B2329" w:rsidP="007B2329">
      <w:r>
        <w:t>897.3519</w:t>
      </w:r>
      <w:r>
        <w:tab/>
        <w:t>1.013e0</w:t>
      </w:r>
    </w:p>
    <w:p w:rsidR="007B2329" w:rsidRDefault="007B2329" w:rsidP="007B2329">
      <w:r>
        <w:t>897.3622</w:t>
      </w:r>
      <w:r>
        <w:tab/>
        <w:t>2.611e0</w:t>
      </w:r>
    </w:p>
    <w:p w:rsidR="007B2329" w:rsidRDefault="007B2329" w:rsidP="007B2329">
      <w:r>
        <w:t>897.3719</w:t>
      </w:r>
      <w:r>
        <w:tab/>
        <w:t>1.185e1</w:t>
      </w:r>
    </w:p>
    <w:p w:rsidR="007B2329" w:rsidRDefault="007B2329" w:rsidP="007B2329">
      <w:r>
        <w:t>897.3892</w:t>
      </w:r>
      <w:r>
        <w:tab/>
        <w:t>6.590e0</w:t>
      </w:r>
    </w:p>
    <w:p w:rsidR="007B2329" w:rsidRDefault="007B2329" w:rsidP="007B2329">
      <w:r>
        <w:t>897.4338</w:t>
      </w:r>
      <w:r>
        <w:tab/>
        <w:t>5.285e0</w:t>
      </w:r>
    </w:p>
    <w:p w:rsidR="007B2329" w:rsidRDefault="007B2329" w:rsidP="007B2329">
      <w:r>
        <w:t>897.4644</w:t>
      </w:r>
      <w:r>
        <w:tab/>
        <w:t>3.681e0</w:t>
      </w:r>
    </w:p>
    <w:p w:rsidR="007B2329" w:rsidRDefault="007B2329" w:rsidP="007B2329">
      <w:r>
        <w:t>897.4873</w:t>
      </w:r>
      <w:r>
        <w:tab/>
        <w:t>3.038e0</w:t>
      </w:r>
    </w:p>
    <w:p w:rsidR="007B2329" w:rsidRDefault="007B2329" w:rsidP="007B2329">
      <w:r>
        <w:t>897.5056</w:t>
      </w:r>
      <w:r>
        <w:tab/>
        <w:t>8.846e0</w:t>
      </w:r>
    </w:p>
    <w:p w:rsidR="007B2329" w:rsidRDefault="007B2329" w:rsidP="007B2329">
      <w:r>
        <w:t>897.5103</w:t>
      </w:r>
      <w:r>
        <w:tab/>
        <w:t>2.459e1</w:t>
      </w:r>
    </w:p>
    <w:p w:rsidR="007B2329" w:rsidRDefault="007B2329" w:rsidP="007B2329">
      <w:r>
        <w:lastRenderedPageBreak/>
        <w:t>897.5209</w:t>
      </w:r>
      <w:r>
        <w:tab/>
        <w:t>1.504e1</w:t>
      </w:r>
    </w:p>
    <w:p w:rsidR="007B2329" w:rsidRDefault="007B2329" w:rsidP="007B2329">
      <w:r>
        <w:t>897.5265</w:t>
      </w:r>
      <w:r>
        <w:tab/>
        <w:t>5.570e0</w:t>
      </w:r>
    </w:p>
    <w:p w:rsidR="007B2329" w:rsidRDefault="007B2329" w:rsidP="007B2329">
      <w:r>
        <w:t>897.5353</w:t>
      </w:r>
      <w:r>
        <w:tab/>
        <w:t>2.367e1</w:t>
      </w:r>
    </w:p>
    <w:p w:rsidR="007B2329" w:rsidRDefault="007B2329" w:rsidP="007B2329">
      <w:r>
        <w:t>897.5400</w:t>
      </w:r>
      <w:r>
        <w:tab/>
        <w:t>1.440e1</w:t>
      </w:r>
    </w:p>
    <w:p w:rsidR="007B2329" w:rsidRDefault="007B2329" w:rsidP="007B2329">
      <w:r>
        <w:t>897.5557</w:t>
      </w:r>
      <w:r>
        <w:tab/>
        <w:t>6.582e0</w:t>
      </w:r>
    </w:p>
    <w:p w:rsidR="007B2329" w:rsidRDefault="007B2329" w:rsidP="007B2329">
      <w:r>
        <w:t>897.6431</w:t>
      </w:r>
      <w:r>
        <w:tab/>
        <w:t>2.025e0</w:t>
      </w:r>
    </w:p>
    <w:p w:rsidR="007B2329" w:rsidRDefault="007B2329" w:rsidP="007B2329">
      <w:r>
        <w:t>897.6666</w:t>
      </w:r>
      <w:r>
        <w:tab/>
        <w:t>3.038e0</w:t>
      </w:r>
    </w:p>
    <w:p w:rsidR="007B2329" w:rsidRDefault="007B2329" w:rsidP="007B2329">
      <w:r>
        <w:t>897.6734</w:t>
      </w:r>
      <w:r>
        <w:tab/>
        <w:t>2.025e0</w:t>
      </w:r>
    </w:p>
    <w:p w:rsidR="007B2329" w:rsidRDefault="007B2329" w:rsidP="007B2329">
      <w:r>
        <w:t>897.6807</w:t>
      </w:r>
      <w:r>
        <w:tab/>
        <w:t>2.025e0</w:t>
      </w:r>
    </w:p>
    <w:p w:rsidR="007B2329" w:rsidRDefault="007B2329" w:rsidP="007B2329">
      <w:r>
        <w:t>897.7014</w:t>
      </w:r>
      <w:r>
        <w:tab/>
        <w:t>4.051e0</w:t>
      </w:r>
    </w:p>
    <w:p w:rsidR="007B2329" w:rsidRDefault="007B2329" w:rsidP="007B2329">
      <w:r>
        <w:t>897.7332</w:t>
      </w:r>
      <w:r>
        <w:tab/>
        <w:t>1.013e0</w:t>
      </w:r>
    </w:p>
    <w:p w:rsidR="007B2329" w:rsidRDefault="007B2329" w:rsidP="007B2329">
      <w:r>
        <w:t>897.7562</w:t>
      </w:r>
      <w:r>
        <w:tab/>
        <w:t>3.038e0</w:t>
      </w:r>
    </w:p>
    <w:p w:rsidR="007B2329" w:rsidRDefault="007B2329" w:rsidP="007B2329">
      <w:r>
        <w:t>897.7785</w:t>
      </w:r>
      <w:r>
        <w:tab/>
        <w:t>1.013e0</w:t>
      </w:r>
    </w:p>
    <w:p w:rsidR="007B2329" w:rsidRDefault="007B2329" w:rsidP="007B2329">
      <w:r>
        <w:t>897.8387</w:t>
      </w:r>
      <w:r>
        <w:tab/>
        <w:t>2.025e0</w:t>
      </w:r>
    </w:p>
    <w:p w:rsidR="007B2329" w:rsidRDefault="007B2329" w:rsidP="007B2329">
      <w:r>
        <w:t>897.8577</w:t>
      </w:r>
      <w:r>
        <w:tab/>
        <w:t>1.013e0</w:t>
      </w:r>
    </w:p>
    <w:p w:rsidR="007B2329" w:rsidRDefault="007B2329" w:rsidP="007B2329">
      <w:r>
        <w:t>897.9065</w:t>
      </w:r>
      <w:r>
        <w:tab/>
        <w:t>2.025e0</w:t>
      </w:r>
    </w:p>
    <w:p w:rsidR="007B2329" w:rsidRDefault="007B2329" w:rsidP="007B2329">
      <w:r>
        <w:t>897.9116</w:t>
      </w:r>
      <w:r>
        <w:tab/>
        <w:t>2.025e0</w:t>
      </w:r>
    </w:p>
    <w:p w:rsidR="007B2329" w:rsidRDefault="007B2329" w:rsidP="007B2329">
      <w:r>
        <w:t>897.9289</w:t>
      </w:r>
      <w:r>
        <w:tab/>
        <w:t>2.025e0</w:t>
      </w:r>
    </w:p>
    <w:p w:rsidR="007B2329" w:rsidRDefault="007B2329" w:rsidP="007B2329">
      <w:r>
        <w:t>897.9686</w:t>
      </w:r>
      <w:r>
        <w:tab/>
        <w:t>2.025e0</w:t>
      </w:r>
    </w:p>
    <w:p w:rsidR="007B2329" w:rsidRDefault="007B2329" w:rsidP="007B2329">
      <w:r>
        <w:lastRenderedPageBreak/>
        <w:t>897.9919</w:t>
      </w:r>
      <w:r>
        <w:tab/>
        <w:t>3.038e0</w:t>
      </w:r>
    </w:p>
    <w:p w:rsidR="007B2329" w:rsidRDefault="007B2329" w:rsidP="007B2329">
      <w:r>
        <w:t>898.0162</w:t>
      </w:r>
      <w:r>
        <w:tab/>
        <w:t>2.025e0</w:t>
      </w:r>
    </w:p>
    <w:p w:rsidR="007B2329" w:rsidRDefault="007B2329" w:rsidP="007B2329">
      <w:r>
        <w:t>898.0452</w:t>
      </w:r>
      <w:r>
        <w:tab/>
        <w:t>2.025e0</w:t>
      </w:r>
    </w:p>
    <w:p w:rsidR="007B2329" w:rsidRDefault="007B2329" w:rsidP="007B2329">
      <w:r>
        <w:t>898.0494</w:t>
      </w:r>
      <w:r>
        <w:tab/>
        <w:t>4.051e0</w:t>
      </w:r>
    </w:p>
    <w:p w:rsidR="007B2329" w:rsidRDefault="007B2329" w:rsidP="007B2329">
      <w:r>
        <w:t>898.0945</w:t>
      </w:r>
      <w:r>
        <w:tab/>
        <w:t>1.013e0</w:t>
      </w:r>
    </w:p>
    <w:p w:rsidR="007B2329" w:rsidRDefault="007B2329" w:rsidP="007B2329">
      <w:r>
        <w:t>898.1246</w:t>
      </w:r>
      <w:r>
        <w:tab/>
        <w:t>1.013e0</w:t>
      </w:r>
    </w:p>
    <w:p w:rsidR="007B2329" w:rsidRDefault="007B2329" w:rsidP="007B2329">
      <w:r>
        <w:t>898.1323</w:t>
      </w:r>
      <w:r>
        <w:tab/>
        <w:t>3.038e0</w:t>
      </w:r>
    </w:p>
    <w:p w:rsidR="007B2329" w:rsidRDefault="007B2329" w:rsidP="007B2329">
      <w:r>
        <w:t>898.1364</w:t>
      </w:r>
      <w:r>
        <w:tab/>
        <w:t>3.038e0</w:t>
      </w:r>
    </w:p>
    <w:p w:rsidR="007B2329" w:rsidRDefault="007B2329" w:rsidP="007B2329">
      <w:r>
        <w:t>898.1399</w:t>
      </w:r>
      <w:r>
        <w:tab/>
        <w:t>1.013e0</w:t>
      </w:r>
    </w:p>
    <w:p w:rsidR="007B2329" w:rsidRDefault="007B2329" w:rsidP="007B2329">
      <w:r>
        <w:t>898.1683</w:t>
      </w:r>
      <w:r>
        <w:tab/>
        <w:t>2.025e0</w:t>
      </w:r>
    </w:p>
    <w:p w:rsidR="007B2329" w:rsidRDefault="007B2329" w:rsidP="007B2329">
      <w:r>
        <w:t>898.1713</w:t>
      </w:r>
      <w:r>
        <w:tab/>
        <w:t>2.025e0</w:t>
      </w:r>
    </w:p>
    <w:p w:rsidR="007B2329" w:rsidRDefault="007B2329" w:rsidP="007B2329">
      <w:r>
        <w:t>898.2303</w:t>
      </w:r>
      <w:r>
        <w:tab/>
        <w:t>1.013e0</w:t>
      </w:r>
    </w:p>
    <w:p w:rsidR="007B2329" w:rsidRDefault="007B2329" w:rsidP="007B2329">
      <w:r>
        <w:t>898.2451</w:t>
      </w:r>
      <w:r>
        <w:tab/>
        <w:t>1.013e0</w:t>
      </w:r>
    </w:p>
    <w:p w:rsidR="007B2329" w:rsidRDefault="007B2329" w:rsidP="007B2329">
      <w:r>
        <w:t>898.2729</w:t>
      </w:r>
      <w:r>
        <w:tab/>
        <w:t>3.038e0</w:t>
      </w:r>
    </w:p>
    <w:p w:rsidR="007B2329" w:rsidRDefault="007B2329" w:rsidP="007B2329">
      <w:r>
        <w:t>898.2806</w:t>
      </w:r>
      <w:r>
        <w:tab/>
        <w:t>1.013e0</w:t>
      </w:r>
    </w:p>
    <w:p w:rsidR="007B2329" w:rsidRDefault="007B2329" w:rsidP="007B2329">
      <w:r>
        <w:t>898.2860</w:t>
      </w:r>
      <w:r>
        <w:tab/>
        <w:t>2.414e0</w:t>
      </w:r>
    </w:p>
    <w:p w:rsidR="007B2329" w:rsidRDefault="007B2329" w:rsidP="007B2329">
      <w:r>
        <w:t>898.3256</w:t>
      </w:r>
      <w:r>
        <w:tab/>
        <w:t>1.992e0</w:t>
      </w:r>
    </w:p>
    <w:p w:rsidR="007B2329" w:rsidRDefault="007B2329" w:rsidP="007B2329">
      <w:r>
        <w:t>898.3339</w:t>
      </w:r>
      <w:r>
        <w:tab/>
        <w:t>3.234e0</w:t>
      </w:r>
    </w:p>
    <w:p w:rsidR="007B2329" w:rsidRDefault="007B2329" w:rsidP="007B2329">
      <w:r>
        <w:t>898.3360</w:t>
      </w:r>
      <w:r>
        <w:tab/>
        <w:t>2.025e0</w:t>
      </w:r>
    </w:p>
    <w:p w:rsidR="007B2329" w:rsidRDefault="007B2329" w:rsidP="007B2329">
      <w:r>
        <w:lastRenderedPageBreak/>
        <w:t>898.3633</w:t>
      </w:r>
      <w:r>
        <w:tab/>
        <w:t>3.687e0</w:t>
      </w:r>
    </w:p>
    <w:p w:rsidR="007B2329" w:rsidRDefault="007B2329" w:rsidP="007B2329">
      <w:r>
        <w:t>898.3694</w:t>
      </w:r>
      <w:r>
        <w:tab/>
        <w:t>2.710e0</w:t>
      </w:r>
    </w:p>
    <w:p w:rsidR="007B2329" w:rsidRDefault="007B2329" w:rsidP="007B2329">
      <w:r>
        <w:t>898.3787</w:t>
      </w:r>
      <w:r>
        <w:tab/>
        <w:t>1.679e0</w:t>
      </w:r>
    </w:p>
    <w:p w:rsidR="007B2329" w:rsidRDefault="007B2329" w:rsidP="007B2329">
      <w:r>
        <w:t>898.4134</w:t>
      </w:r>
      <w:r>
        <w:tab/>
        <w:t>4.856e0</w:t>
      </w:r>
    </w:p>
    <w:p w:rsidR="007B2329" w:rsidRDefault="007B2329" w:rsidP="007B2329">
      <w:r>
        <w:t>898.4547</w:t>
      </w:r>
      <w:r>
        <w:tab/>
        <w:t>1.246e0</w:t>
      </w:r>
    </w:p>
    <w:p w:rsidR="007B2329" w:rsidRDefault="007B2329" w:rsidP="007B2329">
      <w:r>
        <w:t>898.4637</w:t>
      </w:r>
      <w:r>
        <w:tab/>
        <w:t>3.038e0</w:t>
      </w:r>
    </w:p>
    <w:p w:rsidR="007B2329" w:rsidRDefault="007B2329" w:rsidP="007B2329">
      <w:r>
        <w:t>898.4864</w:t>
      </w:r>
      <w:r>
        <w:tab/>
        <w:t>1.656e0</w:t>
      </w:r>
    </w:p>
    <w:p w:rsidR="007B2329" w:rsidRDefault="007B2329" w:rsidP="007B2329">
      <w:r>
        <w:t>898.4885</w:t>
      </w:r>
      <w:r>
        <w:tab/>
        <w:t>5.623e0</w:t>
      </w:r>
    </w:p>
    <w:p w:rsidR="007B2329" w:rsidRDefault="007B2329" w:rsidP="007B2329">
      <w:r>
        <w:t>898.5292</w:t>
      </w:r>
      <w:r>
        <w:tab/>
        <w:t>5.442e0</w:t>
      </w:r>
    </w:p>
    <w:p w:rsidR="007B2329" w:rsidRDefault="007B2329" w:rsidP="007B2329">
      <w:r>
        <w:t>898.5664</w:t>
      </w:r>
      <w:r>
        <w:tab/>
        <w:t>6.050e0</w:t>
      </w:r>
    </w:p>
    <w:p w:rsidR="007B2329" w:rsidRDefault="007B2329" w:rsidP="007B2329">
      <w:r>
        <w:t>898.5675</w:t>
      </w:r>
      <w:r>
        <w:tab/>
        <w:t>1.607e0</w:t>
      </w:r>
    </w:p>
    <w:p w:rsidR="007B2329" w:rsidRDefault="007B2329" w:rsidP="007B2329">
      <w:r>
        <w:t>898.5854</w:t>
      </w:r>
      <w:r>
        <w:tab/>
        <w:t>1.013e0</w:t>
      </w:r>
    </w:p>
    <w:p w:rsidR="007B2329" w:rsidRDefault="007B2329" w:rsidP="007B2329">
      <w:r>
        <w:t>898.6133</w:t>
      </w:r>
      <w:r>
        <w:tab/>
        <w:t>3.544e0</w:t>
      </w:r>
    </w:p>
    <w:p w:rsidR="007B2329" w:rsidRDefault="007B2329" w:rsidP="007B2329">
      <w:r>
        <w:t>898.6370</w:t>
      </w:r>
      <w:r>
        <w:tab/>
        <w:t>1.013e0</w:t>
      </w:r>
    </w:p>
    <w:p w:rsidR="007B2329" w:rsidRDefault="007B2329" w:rsidP="007B2329">
      <w:r>
        <w:t>898.6686</w:t>
      </w:r>
      <w:r>
        <w:tab/>
        <w:t>1.013e0</w:t>
      </w:r>
    </w:p>
    <w:p w:rsidR="007B2329" w:rsidRDefault="007B2329" w:rsidP="007B2329">
      <w:r>
        <w:t>898.6815</w:t>
      </w:r>
      <w:r>
        <w:tab/>
        <w:t>4.919e0</w:t>
      </w:r>
    </w:p>
    <w:p w:rsidR="007B2329" w:rsidRDefault="007B2329" w:rsidP="007B2329">
      <w:r>
        <w:t>898.7304</w:t>
      </w:r>
      <w:r>
        <w:tab/>
        <w:t>3.038e0</w:t>
      </w:r>
    </w:p>
    <w:p w:rsidR="007B2329" w:rsidRDefault="007B2329" w:rsidP="007B2329">
      <w:r>
        <w:t>898.7380</w:t>
      </w:r>
      <w:r>
        <w:tab/>
        <w:t>1.013e0</w:t>
      </w:r>
    </w:p>
    <w:p w:rsidR="007B2329" w:rsidRDefault="007B2329" w:rsidP="007B2329">
      <w:r>
        <w:t>898.7556</w:t>
      </w:r>
      <w:r>
        <w:tab/>
        <w:t>1.013e0</w:t>
      </w:r>
    </w:p>
    <w:p w:rsidR="007B2329" w:rsidRDefault="007B2329" w:rsidP="007B2329">
      <w:r>
        <w:lastRenderedPageBreak/>
        <w:t>898.7576</w:t>
      </w:r>
      <w:r>
        <w:tab/>
        <w:t>1.013e0</w:t>
      </w:r>
    </w:p>
    <w:p w:rsidR="007B2329" w:rsidRDefault="007B2329" w:rsidP="007B2329">
      <w:r>
        <w:t>898.8037</w:t>
      </w:r>
      <w:r>
        <w:tab/>
        <w:t>1.013e0</w:t>
      </w:r>
    </w:p>
    <w:p w:rsidR="007B2329" w:rsidRDefault="007B2329" w:rsidP="007B2329">
      <w:r>
        <w:t>898.8212</w:t>
      </w:r>
      <w:r>
        <w:tab/>
        <w:t>1.013e0</w:t>
      </w:r>
    </w:p>
    <w:p w:rsidR="007B2329" w:rsidRDefault="007B2329" w:rsidP="007B2329">
      <w:r>
        <w:t>898.8342</w:t>
      </w:r>
      <w:r>
        <w:tab/>
        <w:t>2.002e0</w:t>
      </w:r>
    </w:p>
    <w:p w:rsidR="007B2329" w:rsidRDefault="007B2329" w:rsidP="007B2329">
      <w:r>
        <w:t>898.8680</w:t>
      </w:r>
      <w:r>
        <w:tab/>
        <w:t>3.038e0</w:t>
      </w:r>
    </w:p>
    <w:p w:rsidR="007B2329" w:rsidRDefault="007B2329" w:rsidP="007B2329">
      <w:r>
        <w:t>898.8731</w:t>
      </w:r>
      <w:r>
        <w:tab/>
        <w:t>1.013e0</w:t>
      </w:r>
    </w:p>
    <w:p w:rsidR="007B2329" w:rsidRDefault="007B2329" w:rsidP="007B2329">
      <w:r>
        <w:t>898.8910</w:t>
      </w:r>
      <w:r>
        <w:tab/>
        <w:t>1.904e0</w:t>
      </w:r>
    </w:p>
    <w:p w:rsidR="007B2329" w:rsidRDefault="007B2329" w:rsidP="007B2329">
      <w:r>
        <w:t>898.9232</w:t>
      </w:r>
      <w:r>
        <w:tab/>
        <w:t>1.931e0</w:t>
      </w:r>
    </w:p>
    <w:p w:rsidR="007B2329" w:rsidRDefault="007B2329" w:rsidP="007B2329">
      <w:r>
        <w:t>898.9373</w:t>
      </w:r>
      <w:r>
        <w:tab/>
        <w:t>5.063e0</w:t>
      </w:r>
    </w:p>
    <w:p w:rsidR="007B2329" w:rsidRDefault="007B2329" w:rsidP="007B2329">
      <w:r>
        <w:t>898.9385</w:t>
      </w:r>
      <w:r>
        <w:tab/>
        <w:t>1.013e0</w:t>
      </w:r>
    </w:p>
    <w:p w:rsidR="007B2329" w:rsidRDefault="007B2329" w:rsidP="007B2329">
      <w:r>
        <w:t>898.9536</w:t>
      </w:r>
      <w:r>
        <w:tab/>
        <w:t>1.013e0</w:t>
      </w:r>
    </w:p>
    <w:p w:rsidR="007B2329" w:rsidRDefault="007B2329" w:rsidP="007B2329">
      <w:r>
        <w:t>898.9858</w:t>
      </w:r>
      <w:r>
        <w:tab/>
        <w:t>2.025e0</w:t>
      </w:r>
    </w:p>
    <w:p w:rsidR="007B2329" w:rsidRDefault="007B2329" w:rsidP="007B2329">
      <w:r>
        <w:t>898.9955</w:t>
      </w:r>
      <w:r>
        <w:tab/>
        <w:t>3.038e0</w:t>
      </w:r>
    </w:p>
    <w:p w:rsidR="007B2329" w:rsidRDefault="007B2329" w:rsidP="007B2329">
      <w:r>
        <w:t>899.0132</w:t>
      </w:r>
      <w:r>
        <w:tab/>
        <w:t>4.051e0</w:t>
      </w:r>
    </w:p>
    <w:p w:rsidR="007B2329" w:rsidRDefault="007B2329" w:rsidP="007B2329">
      <w:r>
        <w:t>899.0156</w:t>
      </w:r>
      <w:r>
        <w:tab/>
        <w:t>5.063e0</w:t>
      </w:r>
    </w:p>
    <w:p w:rsidR="007B2329" w:rsidRDefault="007B2329" w:rsidP="007B2329">
      <w:r>
        <w:t>899.0258</w:t>
      </w:r>
      <w:r>
        <w:tab/>
        <w:t>1.013e0</w:t>
      </w:r>
    </w:p>
    <w:p w:rsidR="007B2329" w:rsidRDefault="007B2329" w:rsidP="007B2329">
      <w:r>
        <w:t>899.0352</w:t>
      </w:r>
      <w:r>
        <w:tab/>
        <w:t>7.299e0</w:t>
      </w:r>
    </w:p>
    <w:p w:rsidR="007B2329" w:rsidRDefault="007B2329" w:rsidP="007B2329">
      <w:r>
        <w:t>899.0892</w:t>
      </w:r>
      <w:r>
        <w:tab/>
        <w:t>2.025e0</w:t>
      </w:r>
    </w:p>
    <w:p w:rsidR="007B2329" w:rsidRDefault="007B2329" w:rsidP="007B2329">
      <w:r>
        <w:t>899.1104</w:t>
      </w:r>
      <w:r>
        <w:tab/>
        <w:t>2.038e0</w:t>
      </w:r>
    </w:p>
    <w:p w:rsidR="007B2329" w:rsidRDefault="007B2329" w:rsidP="007B2329">
      <w:r>
        <w:lastRenderedPageBreak/>
        <w:t>899.1436</w:t>
      </w:r>
      <w:r>
        <w:tab/>
        <w:t>1.013e0</w:t>
      </w:r>
    </w:p>
    <w:p w:rsidR="007B2329" w:rsidRDefault="007B2329" w:rsidP="007B2329">
      <w:r>
        <w:t>899.1495</w:t>
      </w:r>
      <w:r>
        <w:tab/>
        <w:t>1.013e0</w:t>
      </w:r>
    </w:p>
    <w:p w:rsidR="007B2329" w:rsidRDefault="007B2329" w:rsidP="007B2329">
      <w:r>
        <w:t>899.2103</w:t>
      </w:r>
      <w:r>
        <w:tab/>
        <w:t>4.961e0</w:t>
      </w:r>
    </w:p>
    <w:p w:rsidR="007B2329" w:rsidRDefault="007B2329" w:rsidP="007B2329">
      <w:r>
        <w:t>899.2654</w:t>
      </w:r>
      <w:r>
        <w:tab/>
        <w:t>2.025e0</w:t>
      </w:r>
    </w:p>
    <w:p w:rsidR="007B2329" w:rsidRDefault="007B2329" w:rsidP="007B2329">
      <w:r>
        <w:t>899.2699</w:t>
      </w:r>
      <w:r>
        <w:tab/>
        <w:t>1.013e0</w:t>
      </w:r>
    </w:p>
    <w:p w:rsidR="007B2329" w:rsidRDefault="007B2329" w:rsidP="007B2329">
      <w:r>
        <w:t>899.2852</w:t>
      </w:r>
      <w:r>
        <w:tab/>
        <w:t>2.025e0</w:t>
      </w:r>
    </w:p>
    <w:p w:rsidR="007B2329" w:rsidRDefault="007B2329" w:rsidP="007B2329">
      <w:r>
        <w:t>899.3113</w:t>
      </w:r>
      <w:r>
        <w:tab/>
        <w:t>2.274e0</w:t>
      </w:r>
    </w:p>
    <w:p w:rsidR="007B2329" w:rsidRDefault="007B2329" w:rsidP="007B2329">
      <w:r>
        <w:t>899.3393</w:t>
      </w:r>
      <w:r>
        <w:tab/>
        <w:t>6.123e0</w:t>
      </w:r>
    </w:p>
    <w:p w:rsidR="007B2329" w:rsidRDefault="007B2329" w:rsidP="007B2329">
      <w:r>
        <w:t>899.3519</w:t>
      </w:r>
      <w:r>
        <w:tab/>
        <w:t>3.714e0</w:t>
      </w:r>
    </w:p>
    <w:p w:rsidR="007B2329" w:rsidRDefault="007B2329" w:rsidP="007B2329">
      <w:r>
        <w:t>899.3787</w:t>
      </w:r>
      <w:r>
        <w:tab/>
        <w:t>4.540e0</w:t>
      </w:r>
    </w:p>
    <w:p w:rsidR="007B2329" w:rsidRDefault="007B2329" w:rsidP="007B2329">
      <w:r>
        <w:t>899.3900</w:t>
      </w:r>
      <w:r>
        <w:tab/>
        <w:t>1.154e1</w:t>
      </w:r>
    </w:p>
    <w:p w:rsidR="007B2329" w:rsidRDefault="007B2329" w:rsidP="007B2329">
      <w:r>
        <w:t>899.3971</w:t>
      </w:r>
      <w:r>
        <w:tab/>
        <w:t>4.961e0</w:t>
      </w:r>
    </w:p>
    <w:p w:rsidR="007B2329" w:rsidRDefault="007B2329" w:rsidP="007B2329">
      <w:r>
        <w:t>899.4177</w:t>
      </w:r>
      <w:r>
        <w:tab/>
        <w:t>2.565e0</w:t>
      </w:r>
    </w:p>
    <w:p w:rsidR="007B2329" w:rsidRDefault="007B2329" w:rsidP="007B2329">
      <w:r>
        <w:t>899.4316</w:t>
      </w:r>
      <w:r>
        <w:tab/>
        <w:t>5.579e0</w:t>
      </w:r>
    </w:p>
    <w:p w:rsidR="007B2329" w:rsidRDefault="007B2329" w:rsidP="007B2329">
      <w:r>
        <w:t>899.4531</w:t>
      </w:r>
      <w:r>
        <w:tab/>
        <w:t>2.478e0</w:t>
      </w:r>
    </w:p>
    <w:p w:rsidR="007B2329" w:rsidRDefault="007B2329" w:rsidP="007B2329">
      <w:r>
        <w:t>899.6336</w:t>
      </w:r>
      <w:r>
        <w:tab/>
        <w:t>4.051e0</w:t>
      </w:r>
    </w:p>
    <w:p w:rsidR="007B2329" w:rsidRDefault="007B2329" w:rsidP="007B2329">
      <w:r>
        <w:t>899.6493</w:t>
      </w:r>
      <w:r>
        <w:tab/>
        <w:t>1.013e0</w:t>
      </w:r>
    </w:p>
    <w:p w:rsidR="007B2329" w:rsidRDefault="007B2329" w:rsidP="007B2329">
      <w:r>
        <w:t>899.6723</w:t>
      </w:r>
      <w:r>
        <w:tab/>
        <w:t>2.038e0</w:t>
      </w:r>
    </w:p>
    <w:p w:rsidR="007B2329" w:rsidRDefault="007B2329" w:rsidP="007B2329">
      <w:r>
        <w:t>899.6983</w:t>
      </w:r>
      <w:r>
        <w:tab/>
        <w:t>2.025e0</w:t>
      </w:r>
    </w:p>
    <w:p w:rsidR="007B2329" w:rsidRDefault="007B2329" w:rsidP="007B2329">
      <w:r>
        <w:lastRenderedPageBreak/>
        <w:t>899.7058</w:t>
      </w:r>
      <w:r>
        <w:tab/>
        <w:t>3.038e0</w:t>
      </w:r>
    </w:p>
    <w:p w:rsidR="007B2329" w:rsidRDefault="007B2329" w:rsidP="007B2329">
      <w:r>
        <w:t>899.7526</w:t>
      </w:r>
      <w:r>
        <w:tab/>
        <w:t>1.013e0</w:t>
      </w:r>
    </w:p>
    <w:p w:rsidR="007B2329" w:rsidRDefault="007B2329" w:rsidP="007B2329">
      <w:r>
        <w:t>899.7848</w:t>
      </w:r>
      <w:r>
        <w:tab/>
        <w:t>1.013e0</w:t>
      </w:r>
    </w:p>
    <w:p w:rsidR="007B2329" w:rsidRDefault="007B2329" w:rsidP="007B2329">
      <w:r>
        <w:t>899.8194</w:t>
      </w:r>
      <w:r>
        <w:tab/>
        <w:t>2.025e0</w:t>
      </w:r>
    </w:p>
    <w:p w:rsidR="007B2329" w:rsidRDefault="007B2329" w:rsidP="007B2329">
      <w:r>
        <w:t>899.8584</w:t>
      </w:r>
      <w:r>
        <w:tab/>
        <w:t>1.266e-2</w:t>
      </w:r>
    </w:p>
    <w:p w:rsidR="007B2329" w:rsidRDefault="007B2329" w:rsidP="007B2329">
      <w:r>
        <w:t>899.9034</w:t>
      </w:r>
      <w:r>
        <w:tab/>
        <w:t>1.013e0</w:t>
      </w:r>
    </w:p>
    <w:p w:rsidR="007B2329" w:rsidRDefault="007B2329" w:rsidP="007B2329">
      <w:r>
        <w:t>899.9187</w:t>
      </w:r>
      <w:r>
        <w:tab/>
        <w:t>1.013e0</w:t>
      </w:r>
    </w:p>
    <w:p w:rsidR="007B2329" w:rsidRDefault="007B2329" w:rsidP="007B2329">
      <w:r>
        <w:t>899.9472</w:t>
      </w:r>
      <w:r>
        <w:tab/>
        <w:t>3.038e0</w:t>
      </w:r>
    </w:p>
    <w:p w:rsidR="007B2329" w:rsidRDefault="007B2329" w:rsidP="007B2329">
      <w:r>
        <w:t>899.9611</w:t>
      </w:r>
      <w:r>
        <w:tab/>
        <w:t>2.025e0</w:t>
      </w:r>
    </w:p>
    <w:p w:rsidR="007B2329" w:rsidRDefault="007B2329" w:rsidP="007B2329">
      <w:r>
        <w:t>899.9631</w:t>
      </w:r>
      <w:r>
        <w:tab/>
        <w:t>1.742e0</w:t>
      </w:r>
    </w:p>
    <w:p w:rsidR="007B2329" w:rsidRDefault="007B2329" w:rsidP="007B2329">
      <w:r>
        <w:t>899.9789</w:t>
      </w:r>
      <w:r>
        <w:tab/>
        <w:t>1.013e0</w:t>
      </w:r>
    </w:p>
    <w:p w:rsidR="007B2329" w:rsidRDefault="007B2329" w:rsidP="007B2329">
      <w:r>
        <w:t>899.9936</w:t>
      </w:r>
      <w:r>
        <w:tab/>
        <w:t>3.038e0</w:t>
      </w:r>
    </w:p>
    <w:p w:rsidR="007B2329" w:rsidRDefault="007B2329" w:rsidP="007B2329">
      <w:r>
        <w:t>900.0067</w:t>
      </w:r>
      <w:r>
        <w:tab/>
        <w:t>1.013e0</w:t>
      </w:r>
    </w:p>
    <w:p w:rsidR="007B2329" w:rsidRDefault="007B2329" w:rsidP="007B2329">
      <w:r>
        <w:t>900.0137</w:t>
      </w:r>
      <w:r>
        <w:tab/>
        <w:t>5.063e0</w:t>
      </w:r>
    </w:p>
    <w:p w:rsidR="007B2329" w:rsidRDefault="007B2329" w:rsidP="007B2329">
      <w:r>
        <w:t>900.0546</w:t>
      </w:r>
      <w:r>
        <w:tab/>
        <w:t>1.013e0</w:t>
      </w:r>
    </w:p>
    <w:p w:rsidR="007B2329" w:rsidRDefault="007B2329" w:rsidP="007B2329">
      <w:r>
        <w:t>900.0694</w:t>
      </w:r>
      <w:r>
        <w:tab/>
        <w:t>1.013e0</w:t>
      </w:r>
    </w:p>
    <w:p w:rsidR="007B2329" w:rsidRDefault="007B2329" w:rsidP="007B2329">
      <w:r>
        <w:t>900.1149</w:t>
      </w:r>
      <w:r>
        <w:tab/>
        <w:t>5.063e0</w:t>
      </w:r>
    </w:p>
    <w:p w:rsidR="007B2329" w:rsidRDefault="007B2329" w:rsidP="007B2329">
      <w:r>
        <w:t>900.1513</w:t>
      </w:r>
      <w:r>
        <w:tab/>
        <w:t>2.025e0</w:t>
      </w:r>
    </w:p>
    <w:p w:rsidR="007B2329" w:rsidRDefault="007B2329" w:rsidP="007B2329">
      <w:r>
        <w:t>900.2173</w:t>
      </w:r>
      <w:r>
        <w:tab/>
        <w:t>3.038e0</w:t>
      </w:r>
    </w:p>
    <w:p w:rsidR="007B2329" w:rsidRDefault="007B2329" w:rsidP="007B2329">
      <w:r>
        <w:lastRenderedPageBreak/>
        <w:t>900.2391</w:t>
      </w:r>
      <w:r>
        <w:tab/>
        <w:t>1.937e0</w:t>
      </w:r>
    </w:p>
    <w:p w:rsidR="007B2329" w:rsidRDefault="007B2329" w:rsidP="007B2329">
      <w:r>
        <w:t>900.2404</w:t>
      </w:r>
      <w:r>
        <w:tab/>
        <w:t>2.271e0</w:t>
      </w:r>
    </w:p>
    <w:p w:rsidR="007B2329" w:rsidRDefault="007B2329" w:rsidP="007B2329">
      <w:r>
        <w:t>900.2466</w:t>
      </w:r>
      <w:r>
        <w:tab/>
        <w:t>2.038e0</w:t>
      </w:r>
    </w:p>
    <w:p w:rsidR="007B2329" w:rsidRDefault="007B2329" w:rsidP="007B2329">
      <w:r>
        <w:t>900.2596</w:t>
      </w:r>
      <w:r>
        <w:tab/>
        <w:t>1.013e0</w:t>
      </w:r>
    </w:p>
    <w:p w:rsidR="007B2329" w:rsidRDefault="007B2329" w:rsidP="007B2329">
      <w:r>
        <w:t>900.2809</w:t>
      </w:r>
      <w:r>
        <w:tab/>
        <w:t>2.800e0</w:t>
      </w:r>
    </w:p>
    <w:p w:rsidR="007B2329" w:rsidRDefault="007B2329" w:rsidP="007B2329">
      <w:r>
        <w:t>900.3398</w:t>
      </w:r>
      <w:r>
        <w:tab/>
        <w:t>6.784e0</w:t>
      </w:r>
    </w:p>
    <w:p w:rsidR="007B2329" w:rsidRDefault="007B2329" w:rsidP="007B2329">
      <w:r>
        <w:t>900.3489</w:t>
      </w:r>
      <w:r>
        <w:tab/>
        <w:t>3.219e0</w:t>
      </w:r>
    </w:p>
    <w:p w:rsidR="007B2329" w:rsidRDefault="007B2329" w:rsidP="007B2329">
      <w:r>
        <w:t>900.3680</w:t>
      </w:r>
      <w:r>
        <w:tab/>
        <w:t>1.042e1</w:t>
      </w:r>
    </w:p>
    <w:p w:rsidR="007B2329" w:rsidRDefault="007B2329" w:rsidP="007B2329">
      <w:r>
        <w:t>900.3980</w:t>
      </w:r>
      <w:r>
        <w:tab/>
        <w:t>6.683e0</w:t>
      </w:r>
    </w:p>
    <w:p w:rsidR="007B2329" w:rsidRDefault="007B2329" w:rsidP="007B2329">
      <w:r>
        <w:t>900.4113</w:t>
      </w:r>
      <w:r>
        <w:tab/>
        <w:t>1.971e0</w:t>
      </w:r>
    </w:p>
    <w:p w:rsidR="007B2329" w:rsidRDefault="007B2329" w:rsidP="007B2329">
      <w:r>
        <w:t>900.4161</w:t>
      </w:r>
      <w:r>
        <w:tab/>
        <w:t>2.025e0</w:t>
      </w:r>
    </w:p>
    <w:p w:rsidR="007B2329" w:rsidRDefault="007B2329" w:rsidP="007B2329">
      <w:r>
        <w:t>900.4221</w:t>
      </w:r>
      <w:r>
        <w:tab/>
        <w:t>1.430e0</w:t>
      </w:r>
    </w:p>
    <w:p w:rsidR="007B2329" w:rsidRDefault="007B2329" w:rsidP="007B2329">
      <w:r>
        <w:t>900.4847</w:t>
      </w:r>
      <w:r>
        <w:tab/>
        <w:t>3.608e0</w:t>
      </w:r>
    </w:p>
    <w:p w:rsidR="007B2329" w:rsidRDefault="007B2329" w:rsidP="007B2329">
      <w:r>
        <w:t>900.5299</w:t>
      </w:r>
      <w:r>
        <w:tab/>
        <w:t>1.908e0</w:t>
      </w:r>
    </w:p>
    <w:p w:rsidR="007B2329" w:rsidRDefault="007B2329" w:rsidP="007B2329">
      <w:r>
        <w:t>900.6074</w:t>
      </w:r>
      <w:r>
        <w:tab/>
        <w:t>1.098e0</w:t>
      </w:r>
    </w:p>
    <w:p w:rsidR="007B2329" w:rsidRDefault="007B2329" w:rsidP="007B2329">
      <w:r>
        <w:t>900.6292</w:t>
      </w:r>
      <w:r>
        <w:tab/>
        <w:t>3.038e0</w:t>
      </w:r>
    </w:p>
    <w:p w:rsidR="007B2329" w:rsidRDefault="007B2329" w:rsidP="007B2329">
      <w:r>
        <w:t>900.6323</w:t>
      </w:r>
      <w:r>
        <w:tab/>
        <w:t>2.236e0</w:t>
      </w:r>
    </w:p>
    <w:p w:rsidR="007B2329" w:rsidRDefault="007B2329" w:rsidP="007B2329">
      <w:r>
        <w:t>900.6783</w:t>
      </w:r>
      <w:r>
        <w:tab/>
        <w:t>3.038e0</w:t>
      </w:r>
    </w:p>
    <w:p w:rsidR="007B2329" w:rsidRDefault="007B2329" w:rsidP="007B2329">
      <w:r>
        <w:t>900.7186</w:t>
      </w:r>
      <w:r>
        <w:tab/>
        <w:t>2.025e0</w:t>
      </w:r>
    </w:p>
    <w:p w:rsidR="007B2329" w:rsidRDefault="007B2329" w:rsidP="007B2329">
      <w:r>
        <w:lastRenderedPageBreak/>
        <w:t>900.7336</w:t>
      </w:r>
      <w:r>
        <w:tab/>
        <w:t>1.013e0</w:t>
      </w:r>
    </w:p>
    <w:p w:rsidR="007B2329" w:rsidRDefault="007B2329" w:rsidP="007B2329">
      <w:r>
        <w:t>900.7645</w:t>
      </w:r>
      <w:r>
        <w:tab/>
        <w:t>3.038e0</w:t>
      </w:r>
    </w:p>
    <w:p w:rsidR="007B2329" w:rsidRDefault="007B2329" w:rsidP="007B2329">
      <w:r>
        <w:t>900.7811</w:t>
      </w:r>
      <w:r>
        <w:tab/>
        <w:t>3.038e0</w:t>
      </w:r>
    </w:p>
    <w:p w:rsidR="007B2329" w:rsidRDefault="007B2329" w:rsidP="007B2329">
      <w:r>
        <w:t>900.8018</w:t>
      </w:r>
      <w:r>
        <w:tab/>
        <w:t>2.025e0</w:t>
      </w:r>
    </w:p>
    <w:p w:rsidR="007B2329" w:rsidRDefault="007B2329" w:rsidP="007B2329">
      <w:r>
        <w:t>900.8248</w:t>
      </w:r>
      <w:r>
        <w:tab/>
        <w:t>1.013e0</w:t>
      </w:r>
    </w:p>
    <w:p w:rsidR="007B2329" w:rsidRDefault="007B2329" w:rsidP="007B2329">
      <w:r>
        <w:t>900.8546</w:t>
      </w:r>
      <w:r>
        <w:tab/>
        <w:t>3.038e0</w:t>
      </w:r>
    </w:p>
    <w:p w:rsidR="007B2329" w:rsidRDefault="007B2329" w:rsidP="007B2329">
      <w:r>
        <w:t>900.8698</w:t>
      </w:r>
      <w:r>
        <w:tab/>
        <w:t>1.013e0</w:t>
      </w:r>
    </w:p>
    <w:p w:rsidR="007B2329" w:rsidRDefault="007B2329" w:rsidP="007B2329">
      <w:r>
        <w:t>900.8852</w:t>
      </w:r>
      <w:r>
        <w:tab/>
        <w:t>1.013e0</w:t>
      </w:r>
    </w:p>
    <w:p w:rsidR="007B2329" w:rsidRDefault="007B2329" w:rsidP="007B2329">
      <w:r>
        <w:t>900.9149</w:t>
      </w:r>
      <w:r>
        <w:tab/>
        <w:t>2.815e0</w:t>
      </w:r>
    </w:p>
    <w:p w:rsidR="007B2329" w:rsidRDefault="007B2329" w:rsidP="007B2329">
      <w:r>
        <w:t>900.9227</w:t>
      </w:r>
      <w:r>
        <w:tab/>
        <w:t>2.025e0</w:t>
      </w:r>
    </w:p>
    <w:p w:rsidR="007B2329" w:rsidRDefault="007B2329" w:rsidP="007B2329">
      <w:r>
        <w:t>900.9495</w:t>
      </w:r>
      <w:r>
        <w:tab/>
        <w:t>4.051e0</w:t>
      </w:r>
    </w:p>
    <w:p w:rsidR="007B2329" w:rsidRDefault="007B2329" w:rsidP="007B2329">
      <w:r>
        <w:t>901.0009</w:t>
      </w:r>
      <w:r>
        <w:tab/>
        <w:t>2.793e0</w:t>
      </w:r>
    </w:p>
    <w:p w:rsidR="007B2329" w:rsidRDefault="007B2329" w:rsidP="007B2329">
      <w:r>
        <w:t>901.0066</w:t>
      </w:r>
      <w:r>
        <w:tab/>
        <w:t>2.025e0</w:t>
      </w:r>
    </w:p>
    <w:p w:rsidR="007B2329" w:rsidRDefault="007B2329" w:rsidP="007B2329">
      <w:r>
        <w:t>901.0211</w:t>
      </w:r>
      <w:r>
        <w:tab/>
        <w:t>5.063e0</w:t>
      </w:r>
    </w:p>
    <w:p w:rsidR="007B2329" w:rsidRDefault="007B2329" w:rsidP="007B2329">
      <w:r>
        <w:t>901.0251</w:t>
      </w:r>
      <w:r>
        <w:tab/>
        <w:t>2.025e0</w:t>
      </w:r>
    </w:p>
    <w:p w:rsidR="007B2329" w:rsidRDefault="007B2329" w:rsidP="007B2329">
      <w:r>
        <w:t>901.0811</w:t>
      </w:r>
      <w:r>
        <w:tab/>
        <w:t>1.013e0</w:t>
      </w:r>
    </w:p>
    <w:p w:rsidR="007B2329" w:rsidRDefault="007B2329" w:rsidP="007B2329">
      <w:r>
        <w:t>901.1182</w:t>
      </w:r>
      <w:r>
        <w:tab/>
        <w:t>4.051e0</w:t>
      </w:r>
    </w:p>
    <w:p w:rsidR="007B2329" w:rsidRDefault="007B2329" w:rsidP="007B2329">
      <w:r>
        <w:t>901.1217</w:t>
      </w:r>
      <w:r>
        <w:tab/>
        <w:t>1.013e0</w:t>
      </w:r>
    </w:p>
    <w:p w:rsidR="007B2329" w:rsidRDefault="007B2329" w:rsidP="007B2329">
      <w:r>
        <w:t>901.1399</w:t>
      </w:r>
      <w:r>
        <w:tab/>
        <w:t>2.025e0</w:t>
      </w:r>
    </w:p>
    <w:p w:rsidR="007B2329" w:rsidRDefault="007B2329" w:rsidP="007B2329">
      <w:r>
        <w:lastRenderedPageBreak/>
        <w:t>901.1571</w:t>
      </w:r>
      <w:r>
        <w:tab/>
        <w:t>1.013e0</w:t>
      </w:r>
    </w:p>
    <w:p w:rsidR="007B2329" w:rsidRDefault="007B2329" w:rsidP="007B2329">
      <w:r>
        <w:t>901.1719</w:t>
      </w:r>
      <w:r>
        <w:tab/>
        <w:t>2.025e0</w:t>
      </w:r>
    </w:p>
    <w:p w:rsidR="007B2329" w:rsidRDefault="007B2329" w:rsidP="007B2329">
      <w:r>
        <w:t>901.2425</w:t>
      </w:r>
      <w:r>
        <w:tab/>
        <w:t>3.038e0</w:t>
      </w:r>
    </w:p>
    <w:p w:rsidR="007B2329" w:rsidRDefault="007B2329" w:rsidP="007B2329">
      <w:r>
        <w:t>901.2438</w:t>
      </w:r>
      <w:r>
        <w:tab/>
        <w:t>3.231e0</w:t>
      </w:r>
    </w:p>
    <w:p w:rsidR="007B2329" w:rsidRDefault="007B2329" w:rsidP="007B2329">
      <w:r>
        <w:t>901.2478</w:t>
      </w:r>
      <w:r>
        <w:tab/>
        <w:t>1.761e0</w:t>
      </w:r>
    </w:p>
    <w:p w:rsidR="007B2329" w:rsidRDefault="007B2329" w:rsidP="007B2329">
      <w:r>
        <w:t>901.2814</w:t>
      </w:r>
      <w:r>
        <w:tab/>
        <w:t>5.063e0</w:t>
      </w:r>
    </w:p>
    <w:p w:rsidR="007B2329" w:rsidRDefault="007B2329" w:rsidP="007B2329">
      <w:r>
        <w:t>901.2912</w:t>
      </w:r>
      <w:r>
        <w:tab/>
        <w:t>4.051e0</w:t>
      </w:r>
    </w:p>
    <w:p w:rsidR="007B2329" w:rsidRDefault="007B2329" w:rsidP="007B2329">
      <w:r>
        <w:t>901.3232</w:t>
      </w:r>
      <w:r>
        <w:tab/>
        <w:t>2.025e0</w:t>
      </w:r>
    </w:p>
    <w:p w:rsidR="007B2329" w:rsidRDefault="007B2329" w:rsidP="007B2329">
      <w:r>
        <w:t>901.3301</w:t>
      </w:r>
      <w:r>
        <w:tab/>
        <w:t>2.025e0</w:t>
      </w:r>
    </w:p>
    <w:p w:rsidR="007B2329" w:rsidRDefault="007B2329" w:rsidP="007B2329">
      <w:r>
        <w:t>901.3344</w:t>
      </w:r>
      <w:r>
        <w:tab/>
        <w:t>4.164e0</w:t>
      </w:r>
    </w:p>
    <w:p w:rsidR="007B2329" w:rsidRDefault="007B2329" w:rsidP="007B2329">
      <w:r>
        <w:t>901.3522</w:t>
      </w:r>
      <w:r>
        <w:tab/>
        <w:t>6.605e0</w:t>
      </w:r>
    </w:p>
    <w:p w:rsidR="007B2329" w:rsidRDefault="007B2329" w:rsidP="007B2329">
      <w:r>
        <w:t>901.3948</w:t>
      </w:r>
      <w:r>
        <w:tab/>
        <w:t>1.788e0</w:t>
      </w:r>
    </w:p>
    <w:p w:rsidR="007B2329" w:rsidRDefault="007B2329" w:rsidP="007B2329">
      <w:r>
        <w:t>901.4178</w:t>
      </w:r>
      <w:r>
        <w:tab/>
        <w:t>4.176e0</w:t>
      </w:r>
    </w:p>
    <w:p w:rsidR="007B2329" w:rsidRDefault="007B2329" w:rsidP="007B2329">
      <w:r>
        <w:t>901.4411</w:t>
      </w:r>
      <w:r>
        <w:tab/>
        <w:t>5.390e0</w:t>
      </w:r>
    </w:p>
    <w:p w:rsidR="007B2329" w:rsidRDefault="007B2329" w:rsidP="007B2329">
      <w:r>
        <w:t>901.4570</w:t>
      </w:r>
      <w:r>
        <w:tab/>
        <w:t>9.324e0</w:t>
      </w:r>
    </w:p>
    <w:p w:rsidR="007B2329" w:rsidRDefault="007B2329" w:rsidP="007B2329">
      <w:r>
        <w:t>901.4589</w:t>
      </w:r>
      <w:r>
        <w:tab/>
        <w:t>1.188e0</w:t>
      </w:r>
    </w:p>
    <w:p w:rsidR="007B2329" w:rsidRDefault="007B2329" w:rsidP="007B2329">
      <w:r>
        <w:t>901.4601</w:t>
      </w:r>
      <w:r>
        <w:tab/>
        <w:t>1.641e0</w:t>
      </w:r>
    </w:p>
    <w:p w:rsidR="007B2329" w:rsidRDefault="007B2329" w:rsidP="007B2329">
      <w:r>
        <w:t>901.4644</w:t>
      </w:r>
      <w:r>
        <w:tab/>
        <w:t>2.964e0</w:t>
      </w:r>
    </w:p>
    <w:p w:rsidR="007B2329" w:rsidRDefault="007B2329" w:rsidP="007B2329">
      <w:r>
        <w:t>901.4698</w:t>
      </w:r>
      <w:r>
        <w:tab/>
        <w:t>3.038e0</w:t>
      </w:r>
    </w:p>
    <w:p w:rsidR="007B2329" w:rsidRDefault="007B2329" w:rsidP="007B2329">
      <w:r>
        <w:lastRenderedPageBreak/>
        <w:t>901.4869</w:t>
      </w:r>
      <w:r>
        <w:tab/>
        <w:t>1.275e0</w:t>
      </w:r>
    </w:p>
    <w:p w:rsidR="007B2329" w:rsidRDefault="007B2329" w:rsidP="007B2329">
      <w:r>
        <w:t>901.5760</w:t>
      </w:r>
      <w:r>
        <w:tab/>
        <w:t>2.514e0</w:t>
      </w:r>
    </w:p>
    <w:p w:rsidR="007B2329" w:rsidRDefault="007B2329" w:rsidP="007B2329">
      <w:r>
        <w:t>901.5895</w:t>
      </w:r>
      <w:r>
        <w:tab/>
        <w:t>1.817e0</w:t>
      </w:r>
    </w:p>
    <w:p w:rsidR="007B2329" w:rsidRDefault="007B2329" w:rsidP="007B2329">
      <w:r>
        <w:t>901.5953</w:t>
      </w:r>
      <w:r>
        <w:tab/>
        <w:t>1.013e0</w:t>
      </w:r>
    </w:p>
    <w:p w:rsidR="007B2329" w:rsidRDefault="007B2329" w:rsidP="007B2329">
      <w:r>
        <w:t>901.5966</w:t>
      </w:r>
      <w:r>
        <w:tab/>
        <w:t>1.700e0</w:t>
      </w:r>
    </w:p>
    <w:p w:rsidR="007B2329" w:rsidRDefault="007B2329" w:rsidP="007B2329">
      <w:r>
        <w:t>901.6072</w:t>
      </w:r>
      <w:r>
        <w:tab/>
        <w:t>5.270e0</w:t>
      </w:r>
    </w:p>
    <w:p w:rsidR="007B2329" w:rsidRDefault="007B2329" w:rsidP="007B2329">
      <w:r>
        <w:t>901.6196</w:t>
      </w:r>
      <w:r>
        <w:tab/>
        <w:t>2.415e0</w:t>
      </w:r>
    </w:p>
    <w:p w:rsidR="007B2329" w:rsidRDefault="007B2329" w:rsidP="007B2329">
      <w:r>
        <w:t>901.7709</w:t>
      </w:r>
      <w:r>
        <w:tab/>
        <w:t>2.025e0</w:t>
      </w:r>
    </w:p>
    <w:p w:rsidR="007B2329" w:rsidRDefault="007B2329" w:rsidP="007B2329">
      <w:r>
        <w:t>901.7765</w:t>
      </w:r>
      <w:r>
        <w:tab/>
        <w:t>1.013e0</w:t>
      </w:r>
    </w:p>
    <w:p w:rsidR="007B2329" w:rsidRDefault="007B2329" w:rsidP="007B2329">
      <w:r>
        <w:t>901.7826</w:t>
      </w:r>
      <w:r>
        <w:tab/>
        <w:t>3.023e0</w:t>
      </w:r>
    </w:p>
    <w:p w:rsidR="007B2329" w:rsidRDefault="007B2329" w:rsidP="007B2329">
      <w:r>
        <w:t>901.7972</w:t>
      </w:r>
      <w:r>
        <w:tab/>
        <w:t>1.013e0</w:t>
      </w:r>
    </w:p>
    <w:p w:rsidR="007B2329" w:rsidRDefault="007B2329" w:rsidP="007B2329">
      <w:r>
        <w:t>901.8060</w:t>
      </w:r>
      <w:r>
        <w:tab/>
        <w:t>2.025e0</w:t>
      </w:r>
    </w:p>
    <w:p w:rsidR="007B2329" w:rsidRDefault="007B2329" w:rsidP="007B2329">
      <w:r>
        <w:t>901.8670</w:t>
      </w:r>
      <w:r>
        <w:tab/>
        <w:t>1.013e0</w:t>
      </w:r>
    </w:p>
    <w:p w:rsidR="007B2329" w:rsidRDefault="007B2329" w:rsidP="007B2329">
      <w:r>
        <w:t>901.9060</w:t>
      </w:r>
      <w:r>
        <w:tab/>
        <w:t>4.051e0</w:t>
      </w:r>
    </w:p>
    <w:p w:rsidR="007B2329" w:rsidRDefault="007B2329" w:rsidP="007B2329">
      <w:r>
        <w:t>901.9072</w:t>
      </w:r>
      <w:r>
        <w:tab/>
        <w:t>3.038e0</w:t>
      </w:r>
    </w:p>
    <w:p w:rsidR="007B2329" w:rsidRDefault="007B2329" w:rsidP="007B2329">
      <w:r>
        <w:t>901.9471</w:t>
      </w:r>
      <w:r>
        <w:tab/>
        <w:t>2.771e0</w:t>
      </w:r>
    </w:p>
    <w:p w:rsidR="007B2329" w:rsidRDefault="007B2329" w:rsidP="007B2329">
      <w:r>
        <w:t>901.9731</w:t>
      </w:r>
      <w:r>
        <w:tab/>
        <w:t>1.013e0</w:t>
      </w:r>
    </w:p>
    <w:p w:rsidR="007B2329" w:rsidRDefault="007B2329" w:rsidP="007B2329">
      <w:r>
        <w:t>901.9846</w:t>
      </w:r>
      <w:r>
        <w:tab/>
        <w:t>2.025e0</w:t>
      </w:r>
    </w:p>
    <w:p w:rsidR="007B2329" w:rsidRDefault="007B2329" w:rsidP="007B2329">
      <w:r>
        <w:t>902.0333</w:t>
      </w:r>
      <w:r>
        <w:tab/>
        <w:t>1.013e0</w:t>
      </w:r>
    </w:p>
    <w:p w:rsidR="007B2329" w:rsidRDefault="007B2329" w:rsidP="007B2329">
      <w:r>
        <w:lastRenderedPageBreak/>
        <w:t>902.0662</w:t>
      </w:r>
      <w:r>
        <w:tab/>
        <w:t>4.051e0</w:t>
      </w:r>
    </w:p>
    <w:p w:rsidR="007B2329" w:rsidRDefault="007B2329" w:rsidP="007B2329">
      <w:r>
        <w:t>902.0677</w:t>
      </w:r>
      <w:r>
        <w:tab/>
        <w:t>1.013e0</w:t>
      </w:r>
    </w:p>
    <w:p w:rsidR="007B2329" w:rsidRDefault="007B2329" w:rsidP="007B2329">
      <w:r>
        <w:t>902.1092</w:t>
      </w:r>
      <w:r>
        <w:tab/>
        <w:t>1.013e0</w:t>
      </w:r>
    </w:p>
    <w:p w:rsidR="007B2329" w:rsidRDefault="007B2329" w:rsidP="007B2329">
      <w:r>
        <w:t>902.1215</w:t>
      </w:r>
      <w:r>
        <w:tab/>
        <w:t>3.038e0</w:t>
      </w:r>
    </w:p>
    <w:p w:rsidR="007B2329" w:rsidRDefault="007B2329" w:rsidP="007B2329">
      <w:r>
        <w:t>902.1281</w:t>
      </w:r>
      <w:r>
        <w:tab/>
        <w:t>2.025e0</w:t>
      </w:r>
    </w:p>
    <w:p w:rsidR="007B2329" w:rsidRDefault="007B2329" w:rsidP="007B2329">
      <w:r>
        <w:t>902.1797</w:t>
      </w:r>
      <w:r>
        <w:tab/>
        <w:t>3.038e0</w:t>
      </w:r>
    </w:p>
    <w:p w:rsidR="007B2329" w:rsidRDefault="007B2329" w:rsidP="007B2329">
      <w:r>
        <w:t>902.2021</w:t>
      </w:r>
      <w:r>
        <w:tab/>
        <w:t>1.013e0</w:t>
      </w:r>
    </w:p>
    <w:p w:rsidR="007B2329" w:rsidRDefault="007B2329" w:rsidP="007B2329">
      <w:r>
        <w:t>902.2150</w:t>
      </w:r>
      <w:r>
        <w:tab/>
        <w:t>1.013e0</w:t>
      </w:r>
    </w:p>
    <w:p w:rsidR="007B2329" w:rsidRDefault="007B2329" w:rsidP="007B2329">
      <w:r>
        <w:t>902.2428</w:t>
      </w:r>
      <w:r>
        <w:tab/>
        <w:t>5.063e0</w:t>
      </w:r>
    </w:p>
    <w:p w:rsidR="007B2329" w:rsidRDefault="007B2329" w:rsidP="007B2329">
      <w:r>
        <w:t>902.2753</w:t>
      </w:r>
      <w:r>
        <w:tab/>
        <w:t>1.266e-2</w:t>
      </w:r>
    </w:p>
    <w:p w:rsidR="007B2329" w:rsidRDefault="007B2329" w:rsidP="007B2329">
      <w:r>
        <w:t>902.2784</w:t>
      </w:r>
      <w:r>
        <w:tab/>
        <w:t>4.336e0</w:t>
      </w:r>
    </w:p>
    <w:p w:rsidR="007B2329" w:rsidRDefault="007B2329" w:rsidP="007B2329">
      <w:r>
        <w:t>902.2810</w:t>
      </w:r>
      <w:r>
        <w:tab/>
        <w:t>2.025e0</w:t>
      </w:r>
    </w:p>
    <w:p w:rsidR="007B2329" w:rsidRDefault="007B2329" w:rsidP="007B2329">
      <w:r>
        <w:t>902.2878</w:t>
      </w:r>
      <w:r>
        <w:tab/>
        <w:t>1.516e0</w:t>
      </w:r>
    </w:p>
    <w:p w:rsidR="007B2329" w:rsidRDefault="007B2329" w:rsidP="007B2329">
      <w:r>
        <w:t>902.2899</w:t>
      </w:r>
      <w:r>
        <w:tab/>
        <w:t>1.761e0</w:t>
      </w:r>
    </w:p>
    <w:p w:rsidR="007B2329" w:rsidRDefault="007B2329" w:rsidP="007B2329">
      <w:r>
        <w:t>902.3209</w:t>
      </w:r>
      <w:r>
        <w:tab/>
        <w:t>2.025e0</w:t>
      </w:r>
    </w:p>
    <w:p w:rsidR="007B2329" w:rsidRDefault="007B2329" w:rsidP="007B2329">
      <w:r>
        <w:t>902.3447</w:t>
      </w:r>
      <w:r>
        <w:tab/>
        <w:t>5.377e0</w:t>
      </w:r>
    </w:p>
    <w:p w:rsidR="007B2329" w:rsidRDefault="007B2329" w:rsidP="007B2329">
      <w:r>
        <w:t>902.3779</w:t>
      </w:r>
      <w:r>
        <w:tab/>
        <w:t>4.942e0</w:t>
      </w:r>
    </w:p>
    <w:p w:rsidR="007B2329" w:rsidRDefault="007B2329" w:rsidP="007B2329">
      <w:r>
        <w:t>902.3965</w:t>
      </w:r>
      <w:r>
        <w:tab/>
        <w:t>1.700e0</w:t>
      </w:r>
    </w:p>
    <w:p w:rsidR="007B2329" w:rsidRDefault="007B2329" w:rsidP="007B2329">
      <w:r>
        <w:t>902.3978</w:t>
      </w:r>
      <w:r>
        <w:tab/>
        <w:t>2.253e0</w:t>
      </w:r>
    </w:p>
    <w:p w:rsidR="007B2329" w:rsidRDefault="007B2329" w:rsidP="007B2329">
      <w:r>
        <w:lastRenderedPageBreak/>
        <w:t>902.3988</w:t>
      </w:r>
      <w:r>
        <w:tab/>
        <w:t>1.034e0</w:t>
      </w:r>
    </w:p>
    <w:p w:rsidR="007B2329" w:rsidRDefault="007B2329" w:rsidP="007B2329">
      <w:r>
        <w:t>902.4059</w:t>
      </w:r>
      <w:r>
        <w:tab/>
        <w:t>2.838e0</w:t>
      </w:r>
    </w:p>
    <w:p w:rsidR="007B2329" w:rsidRDefault="007B2329" w:rsidP="007B2329">
      <w:r>
        <w:t>902.4519</w:t>
      </w:r>
      <w:r>
        <w:tab/>
        <w:t>3.751e0</w:t>
      </w:r>
    </w:p>
    <w:p w:rsidR="007B2329" w:rsidRDefault="007B2329" w:rsidP="007B2329">
      <w:r>
        <w:t>902.4542</w:t>
      </w:r>
      <w:r>
        <w:tab/>
        <w:t>3.129e0</w:t>
      </w:r>
    </w:p>
    <w:p w:rsidR="007B2329" w:rsidRDefault="007B2329" w:rsidP="007B2329">
      <w:r>
        <w:t>902.4965</w:t>
      </w:r>
      <w:r>
        <w:tab/>
        <w:t>2.245e0</w:t>
      </w:r>
    </w:p>
    <w:p w:rsidR="007B2329" w:rsidRDefault="007B2329" w:rsidP="007B2329">
      <w:r>
        <w:t>902.5240</w:t>
      </w:r>
      <w:r>
        <w:tab/>
        <w:t>9.773e-1</w:t>
      </w:r>
    </w:p>
    <w:p w:rsidR="007B2329" w:rsidRDefault="007B2329" w:rsidP="007B2329">
      <w:r>
        <w:t>902.5895</w:t>
      </w:r>
      <w:r>
        <w:tab/>
        <w:t>1.169e0</w:t>
      </w:r>
    </w:p>
    <w:p w:rsidR="007B2329" w:rsidRDefault="007B2329" w:rsidP="007B2329">
      <w:r>
        <w:t>902.6253</w:t>
      </w:r>
      <w:r>
        <w:tab/>
        <w:t>2.949e0</w:t>
      </w:r>
    </w:p>
    <w:p w:rsidR="007B2329" w:rsidRDefault="007B2329" w:rsidP="007B2329">
      <w:r>
        <w:t>902.6324</w:t>
      </w:r>
      <w:r>
        <w:tab/>
        <w:t>2.610e0</w:t>
      </w:r>
    </w:p>
    <w:p w:rsidR="007B2329" w:rsidRDefault="007B2329" w:rsidP="007B2329">
      <w:r>
        <w:t>902.6406</w:t>
      </w:r>
      <w:r>
        <w:tab/>
        <w:t>2.025e0</w:t>
      </w:r>
    </w:p>
    <w:p w:rsidR="007B2329" w:rsidRDefault="007B2329" w:rsidP="007B2329">
      <w:r>
        <w:t>902.6492</w:t>
      </w:r>
      <w:r>
        <w:tab/>
        <w:t>2.025e0</w:t>
      </w:r>
    </w:p>
    <w:p w:rsidR="007B2329" w:rsidRDefault="007B2329" w:rsidP="007B2329">
      <w:r>
        <w:t>902.6538</w:t>
      </w:r>
      <w:r>
        <w:tab/>
        <w:t>1.013e0</w:t>
      </w:r>
    </w:p>
    <w:p w:rsidR="007B2329" w:rsidRDefault="007B2329" w:rsidP="007B2329">
      <w:r>
        <w:t>902.6687</w:t>
      </w:r>
      <w:r>
        <w:tab/>
        <w:t>1.013e0</w:t>
      </w:r>
    </w:p>
    <w:p w:rsidR="007B2329" w:rsidRDefault="007B2329" w:rsidP="007B2329">
      <w:r>
        <w:t>902.7294</w:t>
      </w:r>
      <w:r>
        <w:tab/>
        <w:t>2.025e0</w:t>
      </w:r>
    </w:p>
    <w:p w:rsidR="007B2329" w:rsidRDefault="007B2329" w:rsidP="007B2329">
      <w:r>
        <w:t>902.7444</w:t>
      </w:r>
      <w:r>
        <w:tab/>
        <w:t>1.013e0</w:t>
      </w:r>
    </w:p>
    <w:p w:rsidR="007B2329" w:rsidRDefault="007B2329" w:rsidP="007B2329">
      <w:r>
        <w:t>902.8118</w:t>
      </w:r>
      <w:r>
        <w:tab/>
        <w:t>2.025e0</w:t>
      </w:r>
    </w:p>
    <w:p w:rsidR="007B2329" w:rsidRDefault="007B2329" w:rsidP="007B2329">
      <w:r>
        <w:t>902.8203</w:t>
      </w:r>
      <w:r>
        <w:tab/>
        <w:t>1.013e0</w:t>
      </w:r>
    </w:p>
    <w:p w:rsidR="007B2329" w:rsidRDefault="007B2329" w:rsidP="007B2329">
      <w:r>
        <w:t>902.8291</w:t>
      </w:r>
      <w:r>
        <w:tab/>
        <w:t>1.013e0</w:t>
      </w:r>
    </w:p>
    <w:p w:rsidR="007B2329" w:rsidRDefault="007B2329" w:rsidP="007B2329">
      <w:r>
        <w:t>902.8381</w:t>
      </w:r>
      <w:r>
        <w:tab/>
        <w:t>3.038e0</w:t>
      </w:r>
    </w:p>
    <w:p w:rsidR="007B2329" w:rsidRDefault="007B2329" w:rsidP="007B2329">
      <w:r>
        <w:lastRenderedPageBreak/>
        <w:t>902.8393</w:t>
      </w:r>
      <w:r>
        <w:tab/>
        <w:t>2.002e0</w:t>
      </w:r>
    </w:p>
    <w:p w:rsidR="007B2329" w:rsidRDefault="007B2329" w:rsidP="007B2329">
      <w:r>
        <w:t>902.8644</w:t>
      </w:r>
      <w:r>
        <w:tab/>
        <w:t>1.013e0</w:t>
      </w:r>
    </w:p>
    <w:p w:rsidR="007B2329" w:rsidRDefault="007B2329" w:rsidP="007B2329">
      <w:r>
        <w:t>902.8736</w:t>
      </w:r>
      <w:r>
        <w:tab/>
        <w:t>3.035e0</w:t>
      </w:r>
    </w:p>
    <w:p w:rsidR="007B2329" w:rsidRDefault="007B2329" w:rsidP="007B2329">
      <w:r>
        <w:t>902.8959</w:t>
      </w:r>
      <w:r>
        <w:tab/>
        <w:t>3.038e0</w:t>
      </w:r>
    </w:p>
    <w:p w:rsidR="007B2329" w:rsidRDefault="007B2329" w:rsidP="007B2329">
      <w:r>
        <w:t>902.9118</w:t>
      </w:r>
      <w:r>
        <w:tab/>
        <w:t>1.013e0</w:t>
      </w:r>
    </w:p>
    <w:p w:rsidR="007B2329" w:rsidRDefault="007B2329" w:rsidP="007B2329">
      <w:r>
        <w:t>902.9766</w:t>
      </w:r>
      <w:r>
        <w:tab/>
        <w:t>4.737e0</w:t>
      </w:r>
    </w:p>
    <w:p w:rsidR="007B2329" w:rsidRDefault="007B2329" w:rsidP="007B2329">
      <w:r>
        <w:t>902.9779</w:t>
      </w:r>
      <w:r>
        <w:tab/>
        <w:t>3.038e0</w:t>
      </w:r>
    </w:p>
    <w:p w:rsidR="007B2329" w:rsidRDefault="007B2329" w:rsidP="007B2329">
      <w:r>
        <w:t>903.0012</w:t>
      </w:r>
      <w:r>
        <w:tab/>
        <w:t>4.051e0</w:t>
      </w:r>
    </w:p>
    <w:p w:rsidR="007B2329" w:rsidRDefault="007B2329" w:rsidP="007B2329">
      <w:r>
        <w:t>903.0161</w:t>
      </w:r>
      <w:r>
        <w:tab/>
        <w:t>2.025e0</w:t>
      </w:r>
    </w:p>
    <w:p w:rsidR="007B2329" w:rsidRDefault="007B2329" w:rsidP="007B2329">
      <w:r>
        <w:t>903.0643</w:t>
      </w:r>
      <w:r>
        <w:tab/>
        <w:t>3.038e0</w:t>
      </w:r>
    </w:p>
    <w:p w:rsidR="007B2329" w:rsidRDefault="007B2329" w:rsidP="007B2329">
      <w:r>
        <w:t>903.1595</w:t>
      </w:r>
      <w:r>
        <w:tab/>
        <w:t>2.025e0</w:t>
      </w:r>
    </w:p>
    <w:p w:rsidR="007B2329" w:rsidRDefault="007B2329" w:rsidP="007B2329">
      <w:r>
        <w:t>903.1752</w:t>
      </w:r>
      <w:r>
        <w:tab/>
        <w:t>3.004e0</w:t>
      </w:r>
    </w:p>
    <w:p w:rsidR="007B2329" w:rsidRDefault="007B2329" w:rsidP="007B2329">
      <w:r>
        <w:t>903.1833</w:t>
      </w:r>
      <w:r>
        <w:tab/>
        <w:t>1.013e0</w:t>
      </w:r>
    </w:p>
    <w:p w:rsidR="007B2329" w:rsidRDefault="007B2329" w:rsidP="007B2329">
      <w:r>
        <w:t>903.2070</w:t>
      </w:r>
      <w:r>
        <w:tab/>
        <w:t>2.025e0</w:t>
      </w:r>
    </w:p>
    <w:p w:rsidR="007B2329" w:rsidRDefault="007B2329" w:rsidP="007B2329">
      <w:r>
        <w:t>903.2386</w:t>
      </w:r>
      <w:r>
        <w:tab/>
        <w:t>2.025e0</w:t>
      </w:r>
    </w:p>
    <w:p w:rsidR="007B2329" w:rsidRDefault="007B2329" w:rsidP="007B2329">
      <w:r>
        <w:t>903.2462</w:t>
      </w:r>
      <w:r>
        <w:tab/>
        <w:t>3.038e0</w:t>
      </w:r>
    </w:p>
    <w:p w:rsidR="007B2329" w:rsidRDefault="007B2329" w:rsidP="007B2329">
      <w:r>
        <w:t>903.2708</w:t>
      </w:r>
      <w:r>
        <w:tab/>
        <w:t>1.924e0</w:t>
      </w:r>
    </w:p>
    <w:p w:rsidR="007B2329" w:rsidRDefault="007B2329" w:rsidP="007B2329">
      <w:r>
        <w:t>903.2737</w:t>
      </w:r>
      <w:r>
        <w:tab/>
        <w:t>5.000e0</w:t>
      </w:r>
    </w:p>
    <w:p w:rsidR="007B2329" w:rsidRDefault="007B2329" w:rsidP="007B2329">
      <w:r>
        <w:t>903.3328</w:t>
      </w:r>
      <w:r>
        <w:tab/>
        <w:t>6.767e0</w:t>
      </w:r>
    </w:p>
    <w:p w:rsidR="007B2329" w:rsidRDefault="007B2329" w:rsidP="007B2329">
      <w:r>
        <w:lastRenderedPageBreak/>
        <w:t>903.3361</w:t>
      </w:r>
      <w:r>
        <w:tab/>
        <w:t>3.224e0</w:t>
      </w:r>
    </w:p>
    <w:p w:rsidR="007B2329" w:rsidRDefault="007B2329" w:rsidP="007B2329">
      <w:r>
        <w:t>903.3602</w:t>
      </w:r>
      <w:r>
        <w:tab/>
        <w:t>1.885e0</w:t>
      </w:r>
    </w:p>
    <w:p w:rsidR="007B2329" w:rsidRDefault="007B2329" w:rsidP="007B2329">
      <w:r>
        <w:t>903.3802</w:t>
      </w:r>
      <w:r>
        <w:tab/>
        <w:t>2.025e0</w:t>
      </w:r>
    </w:p>
    <w:p w:rsidR="007B2329" w:rsidRDefault="007B2329" w:rsidP="007B2329">
      <w:r>
        <w:t>903.3874</w:t>
      </w:r>
      <w:r>
        <w:tab/>
        <w:t>3.213e0</w:t>
      </w:r>
    </w:p>
    <w:p w:rsidR="007B2329" w:rsidRDefault="007B2329" w:rsidP="007B2329">
      <w:r>
        <w:t>903.4106</w:t>
      </w:r>
      <w:r>
        <w:tab/>
        <w:t>3.344e0</w:t>
      </w:r>
    </w:p>
    <w:p w:rsidR="007B2329" w:rsidRDefault="007B2329" w:rsidP="007B2329">
      <w:r>
        <w:t>903.4329</w:t>
      </w:r>
      <w:r>
        <w:tab/>
        <w:t>1.020e1</w:t>
      </w:r>
    </w:p>
    <w:p w:rsidR="007B2329" w:rsidRDefault="007B2329" w:rsidP="007B2329">
      <w:r>
        <w:t>903.4467</w:t>
      </w:r>
      <w:r>
        <w:tab/>
        <w:t>3.242e0</w:t>
      </w:r>
    </w:p>
    <w:p w:rsidR="007B2329" w:rsidRDefault="007B2329" w:rsidP="007B2329">
      <w:r>
        <w:t>903.5141</w:t>
      </w:r>
      <w:r>
        <w:tab/>
        <w:t>3.848e0</w:t>
      </w:r>
    </w:p>
    <w:p w:rsidR="007B2329" w:rsidRDefault="007B2329" w:rsidP="007B2329">
      <w:r>
        <w:t>903.5328</w:t>
      </w:r>
      <w:r>
        <w:tab/>
        <w:t>1.013e0</w:t>
      </w:r>
    </w:p>
    <w:p w:rsidR="007B2329" w:rsidRDefault="007B2329" w:rsidP="007B2329">
      <w:r>
        <w:t>903.5387</w:t>
      </w:r>
      <w:r>
        <w:tab/>
        <w:t>1.013e0</w:t>
      </w:r>
    </w:p>
    <w:p w:rsidR="007B2329" w:rsidRDefault="007B2329" w:rsidP="007B2329">
      <w:r>
        <w:t>903.5609</w:t>
      </w:r>
      <w:r>
        <w:tab/>
        <w:t>2.630e0</w:t>
      </w:r>
    </w:p>
    <w:p w:rsidR="007B2329" w:rsidRDefault="007B2329" w:rsidP="007B2329">
      <w:r>
        <w:t>903.5729</w:t>
      </w:r>
      <w:r>
        <w:tab/>
        <w:t>2.729e0</w:t>
      </w:r>
    </w:p>
    <w:p w:rsidR="007B2329" w:rsidRDefault="007B2329" w:rsidP="007B2329">
      <w:r>
        <w:t>903.5998</w:t>
      </w:r>
      <w:r>
        <w:tab/>
        <w:t>3.114e0</w:t>
      </w:r>
    </w:p>
    <w:p w:rsidR="007B2329" w:rsidRDefault="007B2329" w:rsidP="007B2329">
      <w:r>
        <w:t>903.7137</w:t>
      </w:r>
      <w:r>
        <w:tab/>
        <w:t>1.013e0</w:t>
      </w:r>
    </w:p>
    <w:p w:rsidR="007B2329" w:rsidRDefault="007B2329" w:rsidP="007B2329">
      <w:r>
        <w:t>903.7443</w:t>
      </w:r>
      <w:r>
        <w:tab/>
        <w:t>1.013e0</w:t>
      </w:r>
    </w:p>
    <w:p w:rsidR="007B2329" w:rsidRDefault="007B2329" w:rsidP="007B2329">
      <w:r>
        <w:t>903.7743</w:t>
      </w:r>
      <w:r>
        <w:tab/>
        <w:t>1.013e0</w:t>
      </w:r>
    </w:p>
    <w:p w:rsidR="007B2329" w:rsidRDefault="007B2329" w:rsidP="007B2329">
      <w:r>
        <w:t>903.7886</w:t>
      </w:r>
      <w:r>
        <w:tab/>
        <w:t>2.025e0</w:t>
      </w:r>
    </w:p>
    <w:p w:rsidR="007B2329" w:rsidRDefault="007B2329" w:rsidP="007B2329">
      <w:r>
        <w:t>903.8262</w:t>
      </w:r>
      <w:r>
        <w:tab/>
        <w:t>1.013e0</w:t>
      </w:r>
    </w:p>
    <w:p w:rsidR="007B2329" w:rsidRDefault="007B2329" w:rsidP="007B2329">
      <w:r>
        <w:t>903.8650</w:t>
      </w:r>
      <w:r>
        <w:tab/>
        <w:t>2.025e0</w:t>
      </w:r>
    </w:p>
    <w:p w:rsidR="007B2329" w:rsidRDefault="007B2329" w:rsidP="007B2329">
      <w:r>
        <w:lastRenderedPageBreak/>
        <w:t>903.8845</w:t>
      </w:r>
      <w:r>
        <w:tab/>
        <w:t>3.051e0</w:t>
      </w:r>
    </w:p>
    <w:p w:rsidR="007B2329" w:rsidRDefault="007B2329" w:rsidP="007B2329">
      <w:r>
        <w:t>903.9109</w:t>
      </w:r>
      <w:r>
        <w:tab/>
        <w:t>2.025e0</w:t>
      </w:r>
    </w:p>
    <w:p w:rsidR="007B2329" w:rsidRDefault="007B2329" w:rsidP="007B2329">
      <w:r>
        <w:t>903.9274</w:t>
      </w:r>
      <w:r>
        <w:tab/>
        <w:t>5.063e0</w:t>
      </w:r>
    </w:p>
    <w:p w:rsidR="007B2329" w:rsidRDefault="007B2329" w:rsidP="007B2329">
      <w:r>
        <w:t>903.9410</w:t>
      </w:r>
      <w:r>
        <w:tab/>
        <w:t>1.013e0</w:t>
      </w:r>
    </w:p>
    <w:p w:rsidR="007B2329" w:rsidRDefault="007B2329" w:rsidP="007B2329">
      <w:r>
        <w:t>903.9437</w:t>
      </w:r>
      <w:r>
        <w:tab/>
        <w:t>2.025e0</w:t>
      </w:r>
    </w:p>
    <w:p w:rsidR="007B2329" w:rsidRDefault="007B2329" w:rsidP="007B2329">
      <w:r>
        <w:t>903.9473</w:t>
      </w:r>
      <w:r>
        <w:tab/>
        <w:t>4.820e0</w:t>
      </w:r>
    </w:p>
    <w:p w:rsidR="007B2329" w:rsidRDefault="007B2329" w:rsidP="007B2329">
      <w:r>
        <w:t>903.9695</w:t>
      </w:r>
      <w:r>
        <w:tab/>
        <w:t>3.806e0</w:t>
      </w:r>
    </w:p>
    <w:p w:rsidR="007B2329" w:rsidRDefault="007B2329" w:rsidP="007B2329">
      <w:r>
        <w:t>903.9905</w:t>
      </w:r>
      <w:r>
        <w:tab/>
        <w:t>2.038e0</w:t>
      </w:r>
    </w:p>
    <w:p w:rsidR="007B2329" w:rsidRDefault="007B2329" w:rsidP="007B2329">
      <w:r>
        <w:t>904.0405</w:t>
      </w:r>
      <w:r>
        <w:tab/>
        <w:t>2.025e0</w:t>
      </w:r>
    </w:p>
    <w:p w:rsidR="007B2329" w:rsidRDefault="007B2329" w:rsidP="007B2329">
      <w:r>
        <w:t>904.0620</w:t>
      </w:r>
      <w:r>
        <w:tab/>
        <w:t>1.013e0</w:t>
      </w:r>
    </w:p>
    <w:p w:rsidR="007B2329" w:rsidRDefault="007B2329" w:rsidP="007B2329">
      <w:r>
        <w:t>904.0871</w:t>
      </w:r>
      <w:r>
        <w:tab/>
        <w:t>3.038e0</w:t>
      </w:r>
    </w:p>
    <w:p w:rsidR="007B2329" w:rsidRDefault="007B2329" w:rsidP="007B2329">
      <w:r>
        <w:t>904.1250</w:t>
      </w:r>
      <w:r>
        <w:tab/>
        <w:t>2.025e0</w:t>
      </w:r>
    </w:p>
    <w:p w:rsidR="007B2329" w:rsidRDefault="007B2329" w:rsidP="007B2329">
      <w:r>
        <w:t>904.1531</w:t>
      </w:r>
      <w:r>
        <w:tab/>
        <w:t>1.013e0</w:t>
      </w:r>
    </w:p>
    <w:p w:rsidR="007B2329" w:rsidRDefault="007B2329" w:rsidP="007B2329">
      <w:r>
        <w:t>904.1986</w:t>
      </w:r>
      <w:r>
        <w:tab/>
        <w:t>2.025e0</w:t>
      </w:r>
    </w:p>
    <w:p w:rsidR="007B2329" w:rsidRDefault="007B2329" w:rsidP="007B2329">
      <w:r>
        <w:t>904.2141</w:t>
      </w:r>
      <w:r>
        <w:tab/>
        <w:t>1.013e0</w:t>
      </w:r>
    </w:p>
    <w:p w:rsidR="007B2329" w:rsidRDefault="007B2329" w:rsidP="007B2329">
      <w:r>
        <w:t>904.2592</w:t>
      </w:r>
      <w:r>
        <w:tab/>
        <w:t>1.013e0</w:t>
      </w:r>
    </w:p>
    <w:p w:rsidR="007B2329" w:rsidRDefault="007B2329" w:rsidP="007B2329">
      <w:r>
        <w:t>904.2656</w:t>
      </w:r>
      <w:r>
        <w:tab/>
        <w:t>1.013e0</w:t>
      </w:r>
    </w:p>
    <w:p w:rsidR="007B2329" w:rsidRDefault="007B2329" w:rsidP="007B2329">
      <w:r>
        <w:t>904.2917</w:t>
      </w:r>
      <w:r>
        <w:tab/>
        <w:t>1.776e0</w:t>
      </w:r>
    </w:p>
    <w:p w:rsidR="007B2329" w:rsidRDefault="007B2329" w:rsidP="007B2329">
      <w:r>
        <w:t>904.3313</w:t>
      </w:r>
      <w:r>
        <w:tab/>
        <w:t>4.455e0</w:t>
      </w:r>
    </w:p>
    <w:p w:rsidR="007B2329" w:rsidRDefault="007B2329" w:rsidP="007B2329">
      <w:r>
        <w:lastRenderedPageBreak/>
        <w:t>904.3348</w:t>
      </w:r>
      <w:r>
        <w:tab/>
        <w:t>1.013e0</w:t>
      </w:r>
    </w:p>
    <w:p w:rsidR="007B2329" w:rsidRDefault="007B2329" w:rsidP="007B2329">
      <w:r>
        <w:t>904.3411</w:t>
      </w:r>
      <w:r>
        <w:tab/>
        <w:t>7.799e0</w:t>
      </w:r>
    </w:p>
    <w:p w:rsidR="007B2329" w:rsidRDefault="007B2329" w:rsidP="007B2329">
      <w:r>
        <w:t>904.3474</w:t>
      </w:r>
      <w:r>
        <w:tab/>
        <w:t>1.779e0</w:t>
      </w:r>
    </w:p>
    <w:p w:rsidR="007B2329" w:rsidRDefault="007B2329" w:rsidP="007B2329">
      <w:r>
        <w:t>904.3505</w:t>
      </w:r>
      <w:r>
        <w:tab/>
        <w:t>1.013e0</w:t>
      </w:r>
    </w:p>
    <w:p w:rsidR="007B2329" w:rsidRDefault="007B2329" w:rsidP="007B2329">
      <w:r>
        <w:t>904.3827</w:t>
      </w:r>
      <w:r>
        <w:tab/>
        <w:t>1.384e0</w:t>
      </w:r>
    </w:p>
    <w:p w:rsidR="007B2329" w:rsidRDefault="007B2329" w:rsidP="007B2329">
      <w:r>
        <w:t>904.3968</w:t>
      </w:r>
      <w:r>
        <w:tab/>
        <w:t>1.032e0</w:t>
      </w:r>
    </w:p>
    <w:p w:rsidR="007B2329" w:rsidRDefault="007B2329" w:rsidP="007B2329">
      <w:r>
        <w:t>904.4098</w:t>
      </w:r>
      <w:r>
        <w:tab/>
        <w:t>2.277e0</w:t>
      </w:r>
    </w:p>
    <w:p w:rsidR="007B2329" w:rsidRDefault="007B2329" w:rsidP="007B2329">
      <w:r>
        <w:t>904.4479</w:t>
      </w:r>
      <w:r>
        <w:tab/>
        <w:t>1.162e0</w:t>
      </w:r>
    </w:p>
    <w:p w:rsidR="007B2329" w:rsidRDefault="007B2329" w:rsidP="007B2329">
      <w:r>
        <w:t>904.4563</w:t>
      </w:r>
      <w:r>
        <w:tab/>
        <w:t>3.036e0</w:t>
      </w:r>
    </w:p>
    <w:p w:rsidR="007B2329" w:rsidRDefault="007B2329" w:rsidP="007B2329">
      <w:r>
        <w:t>904.4728</w:t>
      </w:r>
      <w:r>
        <w:tab/>
        <w:t>2.592e0</w:t>
      </w:r>
    </w:p>
    <w:p w:rsidR="007B2329" w:rsidRDefault="007B2329" w:rsidP="007B2329">
      <w:r>
        <w:t>904.4778</w:t>
      </w:r>
      <w:r>
        <w:tab/>
        <w:t>2.025e0</w:t>
      </w:r>
    </w:p>
    <w:p w:rsidR="007B2329" w:rsidRDefault="007B2329" w:rsidP="007B2329">
      <w:r>
        <w:t>904.5441</w:t>
      </w:r>
      <w:r>
        <w:tab/>
        <w:t>3.993e0</w:t>
      </w:r>
    </w:p>
    <w:p w:rsidR="007B2329" w:rsidRDefault="007B2329" w:rsidP="007B2329">
      <w:r>
        <w:t>904.5840</w:t>
      </w:r>
      <w:r>
        <w:tab/>
        <w:t>3.399e0</w:t>
      </w:r>
    </w:p>
    <w:p w:rsidR="007B2329" w:rsidRDefault="007B2329" w:rsidP="007B2329">
      <w:r>
        <w:t>904.6006</w:t>
      </w:r>
      <w:r>
        <w:tab/>
        <w:t>3.108e0</w:t>
      </w:r>
    </w:p>
    <w:p w:rsidR="007B2329" w:rsidRDefault="007B2329" w:rsidP="007B2329">
      <w:r>
        <w:t>904.6050</w:t>
      </w:r>
      <w:r>
        <w:tab/>
        <w:t>7.595e0</w:t>
      </w:r>
    </w:p>
    <w:p w:rsidR="007B2329" w:rsidRDefault="007B2329" w:rsidP="007B2329">
      <w:r>
        <w:t>904.6213</w:t>
      </w:r>
      <w:r>
        <w:tab/>
        <w:t>5.019e0</w:t>
      </w:r>
    </w:p>
    <w:p w:rsidR="007B2329" w:rsidRDefault="007B2329" w:rsidP="007B2329">
      <w:r>
        <w:t>904.6385</w:t>
      </w:r>
      <w:r>
        <w:tab/>
        <w:t>1.013e0</w:t>
      </w:r>
    </w:p>
    <w:p w:rsidR="007B2329" w:rsidRDefault="007B2329" w:rsidP="007B2329">
      <w:r>
        <w:t>904.6534</w:t>
      </w:r>
      <w:r>
        <w:tab/>
        <w:t>6.076e0</w:t>
      </w:r>
    </w:p>
    <w:p w:rsidR="007B2329" w:rsidRDefault="007B2329" w:rsidP="007B2329">
      <w:r>
        <w:t>904.6838</w:t>
      </w:r>
      <w:r>
        <w:tab/>
        <w:t>2.025e0</w:t>
      </w:r>
    </w:p>
    <w:p w:rsidR="007B2329" w:rsidRDefault="007B2329" w:rsidP="007B2329">
      <w:r>
        <w:lastRenderedPageBreak/>
        <w:t>904.6851</w:t>
      </w:r>
      <w:r>
        <w:tab/>
        <w:t>3.038e0</w:t>
      </w:r>
    </w:p>
    <w:p w:rsidR="007B2329" w:rsidRDefault="007B2329" w:rsidP="007B2329">
      <w:r>
        <w:t>904.7053</w:t>
      </w:r>
      <w:r>
        <w:tab/>
        <w:t>1.013e0</w:t>
      </w:r>
    </w:p>
    <w:p w:rsidR="007B2329" w:rsidRDefault="007B2329" w:rsidP="007B2329">
      <w:r>
        <w:t>904.7740</w:t>
      </w:r>
      <w:r>
        <w:tab/>
        <w:t>5.063e0</w:t>
      </w:r>
    </w:p>
    <w:p w:rsidR="007B2329" w:rsidRDefault="007B2329" w:rsidP="007B2329">
      <w:r>
        <w:t>904.7897</w:t>
      </w:r>
      <w:r>
        <w:tab/>
        <w:t>2.025e0</w:t>
      </w:r>
    </w:p>
    <w:p w:rsidR="007B2329" w:rsidRDefault="007B2329" w:rsidP="007B2329">
      <w:r>
        <w:t>904.8051</w:t>
      </w:r>
      <w:r>
        <w:tab/>
        <w:t>1.013e0</w:t>
      </w:r>
    </w:p>
    <w:p w:rsidR="007B2329" w:rsidRDefault="007B2329" w:rsidP="007B2329">
      <w:r>
        <w:t>904.8745</w:t>
      </w:r>
      <w:r>
        <w:tab/>
        <w:t>1.013e0</w:t>
      </w:r>
    </w:p>
    <w:p w:rsidR="007B2329" w:rsidRDefault="007B2329" w:rsidP="007B2329">
      <w:r>
        <w:t>904.8955</w:t>
      </w:r>
      <w:r>
        <w:tab/>
        <w:t>4.051e0</w:t>
      </w:r>
    </w:p>
    <w:p w:rsidR="007B2329" w:rsidRDefault="007B2329" w:rsidP="007B2329">
      <w:r>
        <w:t>904.9097</w:t>
      </w:r>
      <w:r>
        <w:tab/>
        <w:t>1.013e0</w:t>
      </w:r>
    </w:p>
    <w:p w:rsidR="007B2329" w:rsidRDefault="007B2329" w:rsidP="007B2329">
      <w:r>
        <w:t>904.9414</w:t>
      </w:r>
      <w:r>
        <w:tab/>
        <w:t>1.013e0</w:t>
      </w:r>
    </w:p>
    <w:p w:rsidR="007B2329" w:rsidRDefault="007B2329" w:rsidP="007B2329">
      <w:r>
        <w:t>904.9568</w:t>
      </w:r>
      <w:r>
        <w:tab/>
        <w:t>1.013e0</w:t>
      </w:r>
    </w:p>
    <w:p w:rsidR="007B2329" w:rsidRDefault="007B2329" w:rsidP="007B2329">
      <w:r>
        <w:t>904.9636</w:t>
      </w:r>
      <w:r>
        <w:tab/>
        <w:t>2.025e0</w:t>
      </w:r>
    </w:p>
    <w:p w:rsidR="007B2329" w:rsidRDefault="007B2329" w:rsidP="007B2329">
      <w:r>
        <w:t>904.9692</w:t>
      </w:r>
      <w:r>
        <w:tab/>
        <w:t>2.793e0</w:t>
      </w:r>
    </w:p>
    <w:p w:rsidR="007B2329" w:rsidRDefault="007B2329" w:rsidP="007B2329">
      <w:r>
        <w:t>904.9707</w:t>
      </w:r>
      <w:r>
        <w:tab/>
        <w:t>5.470e0</w:t>
      </w:r>
    </w:p>
    <w:p w:rsidR="007B2329" w:rsidRDefault="007B2329" w:rsidP="007B2329">
      <w:r>
        <w:t>905.0044</w:t>
      </w:r>
      <w:r>
        <w:tab/>
        <w:t>2.025e0</w:t>
      </w:r>
    </w:p>
    <w:p w:rsidR="007B2329" w:rsidRDefault="007B2329" w:rsidP="007B2329">
      <w:r>
        <w:t>905.0621</w:t>
      </w:r>
      <w:r>
        <w:tab/>
        <w:t>1.013e0</w:t>
      </w:r>
    </w:p>
    <w:p w:rsidR="007B2329" w:rsidRDefault="007B2329" w:rsidP="007B2329">
      <w:r>
        <w:t>905.0781</w:t>
      </w:r>
      <w:r>
        <w:tab/>
        <w:t>1.013e0</w:t>
      </w:r>
    </w:p>
    <w:p w:rsidR="007B2329" w:rsidRDefault="007B2329" w:rsidP="007B2329">
      <w:r>
        <w:t>905.0988</w:t>
      </w:r>
      <w:r>
        <w:tab/>
        <w:t>3.038e0</w:t>
      </w:r>
    </w:p>
    <w:p w:rsidR="007B2329" w:rsidRDefault="007B2329" w:rsidP="007B2329">
      <w:r>
        <w:t>905.1020</w:t>
      </w:r>
      <w:r>
        <w:tab/>
        <w:t>2.025e0</w:t>
      </w:r>
    </w:p>
    <w:p w:rsidR="007B2329" w:rsidRDefault="007B2329" w:rsidP="007B2329">
      <w:r>
        <w:t>905.1767</w:t>
      </w:r>
      <w:r>
        <w:tab/>
        <w:t>4.051e0</w:t>
      </w:r>
    </w:p>
    <w:p w:rsidR="007B2329" w:rsidRDefault="007B2329" w:rsidP="007B2329">
      <w:r>
        <w:lastRenderedPageBreak/>
        <w:t>905.1833</w:t>
      </w:r>
      <w:r>
        <w:tab/>
        <w:t>1.038e0</w:t>
      </w:r>
    </w:p>
    <w:p w:rsidR="007B2329" w:rsidRDefault="007B2329" w:rsidP="007B2329">
      <w:r>
        <w:t>905.2615</w:t>
      </w:r>
      <w:r>
        <w:tab/>
        <w:t>4.051e0</w:t>
      </w:r>
    </w:p>
    <w:p w:rsidR="007B2329" w:rsidRDefault="007B2329" w:rsidP="007B2329">
      <w:r>
        <w:t>905.2791</w:t>
      </w:r>
      <w:r>
        <w:tab/>
        <w:t>3.764e0</w:t>
      </w:r>
    </w:p>
    <w:p w:rsidR="007B2329" w:rsidRDefault="007B2329" w:rsidP="007B2329">
      <w:r>
        <w:t>905.3207</w:t>
      </w:r>
      <w:r>
        <w:tab/>
        <w:t>2.025e0</w:t>
      </w:r>
    </w:p>
    <w:p w:rsidR="007B2329" w:rsidRDefault="007B2329" w:rsidP="007B2329">
      <w:r>
        <w:t>905.3313</w:t>
      </w:r>
      <w:r>
        <w:tab/>
        <w:t>1.013e0</w:t>
      </w:r>
    </w:p>
    <w:p w:rsidR="007B2329" w:rsidRDefault="007B2329" w:rsidP="007B2329">
      <w:r>
        <w:t>905.3617</w:t>
      </w:r>
      <w:r>
        <w:tab/>
        <w:t>4.440e0</w:t>
      </w:r>
    </w:p>
    <w:p w:rsidR="007B2329" w:rsidRDefault="007B2329" w:rsidP="007B2329">
      <w:r>
        <w:t>905.3745</w:t>
      </w:r>
      <w:r>
        <w:tab/>
        <w:t>3.813e0</w:t>
      </w:r>
    </w:p>
    <w:p w:rsidR="007B2329" w:rsidRDefault="007B2329" w:rsidP="007B2329">
      <w:r>
        <w:t>905.3804</w:t>
      </w:r>
      <w:r>
        <w:tab/>
        <w:t>4.449e0</w:t>
      </w:r>
    </w:p>
    <w:p w:rsidR="007B2329" w:rsidRDefault="007B2329" w:rsidP="007B2329">
      <w:r>
        <w:t>905.3930</w:t>
      </w:r>
      <w:r>
        <w:tab/>
        <w:t>1.857e0</w:t>
      </w:r>
    </w:p>
    <w:p w:rsidR="007B2329" w:rsidRDefault="007B2329" w:rsidP="007B2329">
      <w:r>
        <w:t>905.4178</w:t>
      </w:r>
      <w:r>
        <w:tab/>
        <w:t>5.961e0</w:t>
      </w:r>
    </w:p>
    <w:p w:rsidR="007B2329" w:rsidRDefault="007B2329" w:rsidP="007B2329">
      <w:r>
        <w:t>905.4837</w:t>
      </w:r>
      <w:r>
        <w:tab/>
        <w:t>7.219e0</w:t>
      </w:r>
    </w:p>
    <w:p w:rsidR="007B2329" w:rsidRDefault="007B2329" w:rsidP="007B2329">
      <w:r>
        <w:t>905.5123</w:t>
      </w:r>
      <w:r>
        <w:tab/>
        <w:t>8.132e0</w:t>
      </w:r>
    </w:p>
    <w:p w:rsidR="007B2329" w:rsidRDefault="007B2329" w:rsidP="007B2329">
      <w:r>
        <w:t>905.5181</w:t>
      </w:r>
      <w:r>
        <w:tab/>
        <w:t>3.679e0</w:t>
      </w:r>
    </w:p>
    <w:p w:rsidR="007B2329" w:rsidRDefault="007B2329" w:rsidP="007B2329">
      <w:r>
        <w:t>905.5206</w:t>
      </w:r>
      <w:r>
        <w:tab/>
        <w:t>3.574e0</w:t>
      </w:r>
    </w:p>
    <w:p w:rsidR="007B2329" w:rsidRDefault="007B2329" w:rsidP="007B2329">
      <w:r>
        <w:t>905.5265</w:t>
      </w:r>
      <w:r>
        <w:tab/>
        <w:t>6.277e0</w:t>
      </w:r>
    </w:p>
    <w:p w:rsidR="007B2329" w:rsidRDefault="007B2329" w:rsidP="007B2329">
      <w:r>
        <w:t>905.5329</w:t>
      </w:r>
      <w:r>
        <w:tab/>
        <w:t>2.681e0</w:t>
      </w:r>
    </w:p>
    <w:p w:rsidR="007B2329" w:rsidRDefault="007B2329" w:rsidP="007B2329">
      <w:r>
        <w:t>905.5552</w:t>
      </w:r>
      <w:r>
        <w:tab/>
        <w:t>6.070e0</w:t>
      </w:r>
    </w:p>
    <w:p w:rsidR="007B2329" w:rsidRDefault="007B2329" w:rsidP="007B2329">
      <w:r>
        <w:t>905.5644</w:t>
      </w:r>
      <w:r>
        <w:tab/>
        <w:t>3.038e0</w:t>
      </w:r>
    </w:p>
    <w:p w:rsidR="007B2329" w:rsidRDefault="007B2329" w:rsidP="007B2329">
      <w:r>
        <w:t>905.5939</w:t>
      </w:r>
      <w:r>
        <w:tab/>
        <w:t>2.883e0</w:t>
      </w:r>
    </w:p>
    <w:p w:rsidR="007B2329" w:rsidRDefault="007B2329" w:rsidP="007B2329">
      <w:r>
        <w:lastRenderedPageBreak/>
        <w:t>905.6287</w:t>
      </w:r>
      <w:r>
        <w:tab/>
        <w:t>2.025e0</w:t>
      </w:r>
    </w:p>
    <w:p w:rsidR="007B2329" w:rsidRDefault="007B2329" w:rsidP="007B2329">
      <w:r>
        <w:t>905.6377</w:t>
      </w:r>
      <w:r>
        <w:tab/>
        <w:t>2.025e0</w:t>
      </w:r>
    </w:p>
    <w:p w:rsidR="007B2329" w:rsidRDefault="007B2329" w:rsidP="007B2329">
      <w:r>
        <w:t>905.6418</w:t>
      </w:r>
      <w:r>
        <w:tab/>
        <w:t>4.906e0</w:t>
      </w:r>
    </w:p>
    <w:p w:rsidR="007B2329" w:rsidRDefault="007B2329" w:rsidP="007B2329">
      <w:r>
        <w:t>905.6850</w:t>
      </w:r>
      <w:r>
        <w:tab/>
        <w:t>1.013e0</w:t>
      </w:r>
    </w:p>
    <w:p w:rsidR="007B2329" w:rsidRDefault="007B2329" w:rsidP="007B2329">
      <w:r>
        <w:t>905.7002</w:t>
      </w:r>
      <w:r>
        <w:tab/>
        <w:t>3.038e0</w:t>
      </w:r>
    </w:p>
    <w:p w:rsidR="007B2329" w:rsidRDefault="007B2329" w:rsidP="007B2329">
      <w:r>
        <w:t>905.7307</w:t>
      </w:r>
      <w:r>
        <w:tab/>
        <w:t>1.013e0</w:t>
      </w:r>
    </w:p>
    <w:p w:rsidR="007B2329" w:rsidRDefault="007B2329" w:rsidP="007B2329">
      <w:r>
        <w:t>905.7364</w:t>
      </w:r>
      <w:r>
        <w:tab/>
        <w:t>2.025e0</w:t>
      </w:r>
    </w:p>
    <w:p w:rsidR="007B2329" w:rsidRDefault="007B2329" w:rsidP="007B2329">
      <w:r>
        <w:t>905.7611</w:t>
      </w:r>
      <w:r>
        <w:tab/>
        <w:t>2.025e0</w:t>
      </w:r>
    </w:p>
    <w:p w:rsidR="007B2329" w:rsidRDefault="007B2329" w:rsidP="007B2329">
      <w:r>
        <w:t>905.8196</w:t>
      </w:r>
      <w:r>
        <w:tab/>
        <w:t>4.028e0</w:t>
      </w:r>
    </w:p>
    <w:p w:rsidR="007B2329" w:rsidRDefault="007B2329" w:rsidP="007B2329">
      <w:r>
        <w:t>905.8455</w:t>
      </w:r>
      <w:r>
        <w:tab/>
        <w:t>2.025e0</w:t>
      </w:r>
    </w:p>
    <w:p w:rsidR="007B2329" w:rsidRDefault="007B2329" w:rsidP="007B2329">
      <w:r>
        <w:t>905.8522</w:t>
      </w:r>
      <w:r>
        <w:tab/>
        <w:t>2.025e0</w:t>
      </w:r>
    </w:p>
    <w:p w:rsidR="007B2329" w:rsidRDefault="007B2329" w:rsidP="007B2329">
      <w:r>
        <w:t>905.8589</w:t>
      </w:r>
      <w:r>
        <w:tab/>
        <w:t>2.025e0</w:t>
      </w:r>
    </w:p>
    <w:p w:rsidR="007B2329" w:rsidRDefault="007B2329" w:rsidP="007B2329">
      <w:r>
        <w:t>905.8715</w:t>
      </w:r>
      <w:r>
        <w:tab/>
        <w:t>1.013e0</w:t>
      </w:r>
    </w:p>
    <w:p w:rsidR="007B2329" w:rsidRDefault="007B2329" w:rsidP="007B2329">
      <w:r>
        <w:t>905.9279</w:t>
      </w:r>
      <w:r>
        <w:tab/>
        <w:t>1.266e-2</w:t>
      </w:r>
    </w:p>
    <w:p w:rsidR="007B2329" w:rsidRDefault="007B2329" w:rsidP="007B2329">
      <w:r>
        <w:t>905.9357</w:t>
      </w:r>
      <w:r>
        <w:tab/>
        <w:t>1.843e0</w:t>
      </w:r>
    </w:p>
    <w:p w:rsidR="007B2329" w:rsidRDefault="007B2329" w:rsidP="007B2329">
      <w:r>
        <w:t>905.9819</w:t>
      </w:r>
      <w:r>
        <w:tab/>
        <w:t>2.025e0</w:t>
      </w:r>
    </w:p>
    <w:p w:rsidR="007B2329" w:rsidRDefault="007B2329" w:rsidP="007B2329">
      <w:r>
        <w:t>905.9900</w:t>
      </w:r>
      <w:r>
        <w:tab/>
        <w:t>2.892e0</w:t>
      </w:r>
    </w:p>
    <w:p w:rsidR="007B2329" w:rsidRDefault="007B2329" w:rsidP="007B2329">
      <w:r>
        <w:t>906.0235</w:t>
      </w:r>
      <w:r>
        <w:tab/>
        <w:t>1.013e0</w:t>
      </w:r>
    </w:p>
    <w:p w:rsidR="007B2329" w:rsidRDefault="007B2329" w:rsidP="007B2329">
      <w:r>
        <w:t>906.0342</w:t>
      </w:r>
      <w:r>
        <w:tab/>
        <w:t>1.013e0</w:t>
      </w:r>
    </w:p>
    <w:p w:rsidR="007B2329" w:rsidRDefault="007B2329" w:rsidP="007B2329">
      <w:r>
        <w:lastRenderedPageBreak/>
        <w:t>906.0555</w:t>
      </w:r>
      <w:r>
        <w:tab/>
        <w:t>2.025e0</w:t>
      </w:r>
    </w:p>
    <w:p w:rsidR="007B2329" w:rsidRDefault="007B2329" w:rsidP="007B2329">
      <w:r>
        <w:t>906.1104</w:t>
      </w:r>
      <w:r>
        <w:tab/>
        <w:t>4.051e0</w:t>
      </w:r>
    </w:p>
    <w:p w:rsidR="007B2329" w:rsidRDefault="007B2329" w:rsidP="007B2329">
      <w:r>
        <w:t>906.1405</w:t>
      </w:r>
      <w:r>
        <w:tab/>
        <w:t>1.013e0</w:t>
      </w:r>
    </w:p>
    <w:p w:rsidR="007B2329" w:rsidRDefault="007B2329" w:rsidP="007B2329">
      <w:r>
        <w:t>906.1577</w:t>
      </w:r>
      <w:r>
        <w:tab/>
        <w:t>3.038e0</w:t>
      </w:r>
    </w:p>
    <w:p w:rsidR="007B2329" w:rsidRDefault="007B2329" w:rsidP="007B2329">
      <w:r>
        <w:t>906.2100</w:t>
      </w:r>
      <w:r>
        <w:tab/>
        <w:t>1.013e0</w:t>
      </w:r>
    </w:p>
    <w:p w:rsidR="007B2329" w:rsidRDefault="007B2329" w:rsidP="007B2329">
      <w:r>
        <w:t>906.2277</w:t>
      </w:r>
      <w:r>
        <w:tab/>
        <w:t>2.025e0</w:t>
      </w:r>
    </w:p>
    <w:p w:rsidR="007B2329" w:rsidRDefault="007B2329" w:rsidP="007B2329">
      <w:r>
        <w:t>906.2542</w:t>
      </w:r>
      <w:r>
        <w:tab/>
        <w:t>2.025e0</w:t>
      </w:r>
    </w:p>
    <w:p w:rsidR="007B2329" w:rsidRDefault="007B2329" w:rsidP="007B2329">
      <w:r>
        <w:t>906.2695</w:t>
      </w:r>
      <w:r>
        <w:tab/>
        <w:t>4.051e0</w:t>
      </w:r>
    </w:p>
    <w:p w:rsidR="007B2329" w:rsidRDefault="007B2329" w:rsidP="007B2329">
      <w:r>
        <w:t>906.3281</w:t>
      </w:r>
      <w:r>
        <w:tab/>
        <w:t>1.262e0</w:t>
      </w:r>
    </w:p>
    <w:p w:rsidR="007B2329" w:rsidRDefault="007B2329" w:rsidP="007B2329">
      <w:r>
        <w:t>906.3353</w:t>
      </w:r>
      <w:r>
        <w:tab/>
        <w:t>1.519e0</w:t>
      </w:r>
    </w:p>
    <w:p w:rsidR="007B2329" w:rsidRDefault="007B2329" w:rsidP="007B2329">
      <w:r>
        <w:t>906.3656</w:t>
      </w:r>
      <w:r>
        <w:tab/>
        <w:t>1.866e0</w:t>
      </w:r>
    </w:p>
    <w:p w:rsidR="007B2329" w:rsidRDefault="007B2329" w:rsidP="007B2329">
      <w:r>
        <w:t>906.3684</w:t>
      </w:r>
      <w:r>
        <w:tab/>
        <w:t>1.013e0</w:t>
      </w:r>
    </w:p>
    <w:p w:rsidR="007B2329" w:rsidRDefault="007B2329" w:rsidP="007B2329">
      <w:r>
        <w:t>906.3801</w:t>
      </w:r>
      <w:r>
        <w:tab/>
        <w:t>1.013e0</w:t>
      </w:r>
    </w:p>
    <w:p w:rsidR="007B2329" w:rsidRDefault="007B2329" w:rsidP="007B2329">
      <w:r>
        <w:t>906.3890</w:t>
      </w:r>
      <w:r>
        <w:tab/>
        <w:t>1.877e0</w:t>
      </w:r>
    </w:p>
    <w:p w:rsidR="007B2329" w:rsidRDefault="007B2329" w:rsidP="007B2329">
      <w:r>
        <w:t>906.4065</w:t>
      </w:r>
      <w:r>
        <w:tab/>
        <w:t>2.633e0</w:t>
      </w:r>
    </w:p>
    <w:p w:rsidR="007B2329" w:rsidRDefault="007B2329" w:rsidP="007B2329">
      <w:r>
        <w:t>906.4281</w:t>
      </w:r>
      <w:r>
        <w:tab/>
        <w:t>1.404e0</w:t>
      </w:r>
    </w:p>
    <w:p w:rsidR="007B2329" w:rsidRDefault="007B2329" w:rsidP="007B2329">
      <w:r>
        <w:t>906.5209</w:t>
      </w:r>
      <w:r>
        <w:tab/>
        <w:t>1.560e1</w:t>
      </w:r>
    </w:p>
    <w:p w:rsidR="007B2329" w:rsidRDefault="007B2329" w:rsidP="007B2329">
      <w:r>
        <w:t>906.5308</w:t>
      </w:r>
      <w:r>
        <w:tab/>
        <w:t>1.464e1</w:t>
      </w:r>
    </w:p>
    <w:p w:rsidR="007B2329" w:rsidRDefault="007B2329" w:rsidP="007B2329">
      <w:r>
        <w:t>906.5402</w:t>
      </w:r>
      <w:r>
        <w:tab/>
        <w:t>1.293e1</w:t>
      </w:r>
    </w:p>
    <w:p w:rsidR="007B2329" w:rsidRDefault="007B2329" w:rsidP="007B2329">
      <w:r>
        <w:lastRenderedPageBreak/>
        <w:t>906.5416</w:t>
      </w:r>
      <w:r>
        <w:tab/>
        <w:t>4.775e1</w:t>
      </w:r>
    </w:p>
    <w:p w:rsidR="007B2329" w:rsidRDefault="007B2329" w:rsidP="007B2329">
      <w:r>
        <w:t>906.5474</w:t>
      </w:r>
      <w:r>
        <w:tab/>
        <w:t>1.338e1</w:t>
      </w:r>
    </w:p>
    <w:p w:rsidR="007B2329" w:rsidRDefault="007B2329" w:rsidP="007B2329">
      <w:r>
        <w:t>906.5499</w:t>
      </w:r>
      <w:r>
        <w:tab/>
        <w:t>2.927e1</w:t>
      </w:r>
    </w:p>
    <w:p w:rsidR="007B2329" w:rsidRDefault="007B2329" w:rsidP="007B2329">
      <w:r>
        <w:t>906.5571</w:t>
      </w:r>
      <w:r>
        <w:tab/>
        <w:t>4.010e0</w:t>
      </w:r>
    </w:p>
    <w:p w:rsidR="007B2329" w:rsidRDefault="007B2329" w:rsidP="007B2329">
      <w:r>
        <w:t>906.5582</w:t>
      </w:r>
      <w:r>
        <w:tab/>
        <w:t>4.263e1</w:t>
      </w:r>
    </w:p>
    <w:p w:rsidR="007B2329" w:rsidRDefault="007B2329" w:rsidP="007B2329">
      <w:r>
        <w:t>906.6582</w:t>
      </w:r>
      <w:r>
        <w:tab/>
        <w:t>2.025e0</w:t>
      </w:r>
    </w:p>
    <w:p w:rsidR="007B2329" w:rsidRDefault="007B2329" w:rsidP="007B2329">
      <w:r>
        <w:t>906.6718</w:t>
      </w:r>
      <w:r>
        <w:tab/>
        <w:t>2.025e0</w:t>
      </w:r>
    </w:p>
    <w:p w:rsidR="007B2329" w:rsidRDefault="007B2329" w:rsidP="007B2329">
      <w:r>
        <w:t>906.7656</w:t>
      </w:r>
      <w:r>
        <w:tab/>
        <w:t>3.038e0</w:t>
      </w:r>
    </w:p>
    <w:p w:rsidR="007B2329" w:rsidRDefault="007B2329" w:rsidP="007B2329">
      <w:r>
        <w:t>906.7669</w:t>
      </w:r>
      <w:r>
        <w:tab/>
        <w:t>1.013e0</w:t>
      </w:r>
    </w:p>
    <w:p w:rsidR="007B2329" w:rsidRDefault="007B2329" w:rsidP="007B2329">
      <w:r>
        <w:t>906.7686</w:t>
      </w:r>
      <w:r>
        <w:tab/>
        <w:t>1.038e0</w:t>
      </w:r>
    </w:p>
    <w:p w:rsidR="007B2329" w:rsidRDefault="007B2329" w:rsidP="007B2329">
      <w:r>
        <w:t>906.7913</w:t>
      </w:r>
      <w:r>
        <w:tab/>
        <w:t>3.038e0</w:t>
      </w:r>
    </w:p>
    <w:p w:rsidR="007B2329" w:rsidRDefault="007B2329" w:rsidP="007B2329">
      <w:r>
        <w:t>906.8015</w:t>
      </w:r>
      <w:r>
        <w:tab/>
        <w:t>1.013e0</w:t>
      </w:r>
    </w:p>
    <w:p w:rsidR="007B2329" w:rsidRDefault="007B2329" w:rsidP="007B2329">
      <w:r>
        <w:t>906.8093</w:t>
      </w:r>
      <w:r>
        <w:tab/>
        <w:t>1.216e0</w:t>
      </w:r>
    </w:p>
    <w:p w:rsidR="007B2329" w:rsidRDefault="007B2329" w:rsidP="007B2329">
      <w:r>
        <w:t>906.8213</w:t>
      </w:r>
      <w:r>
        <w:tab/>
        <w:t>2.532e-2</w:t>
      </w:r>
    </w:p>
    <w:p w:rsidR="007B2329" w:rsidRDefault="007B2329" w:rsidP="007B2329">
      <w:r>
        <w:t>906.8293</w:t>
      </w:r>
      <w:r>
        <w:tab/>
        <w:t>3.038e0</w:t>
      </w:r>
    </w:p>
    <w:p w:rsidR="007B2329" w:rsidRDefault="007B2329" w:rsidP="007B2329">
      <w:r>
        <w:t>906.8546</w:t>
      </w:r>
      <w:r>
        <w:tab/>
        <w:t>2.025e0</w:t>
      </w:r>
    </w:p>
    <w:p w:rsidR="007B2329" w:rsidRDefault="007B2329" w:rsidP="007B2329">
      <w:r>
        <w:t>906.9191</w:t>
      </w:r>
      <w:r>
        <w:tab/>
        <w:t>3.001e0</w:t>
      </w:r>
    </w:p>
    <w:p w:rsidR="007B2329" w:rsidRDefault="007B2329" w:rsidP="007B2329">
      <w:r>
        <w:t>906.9224</w:t>
      </w:r>
      <w:r>
        <w:tab/>
        <w:t>3.038e0</w:t>
      </w:r>
    </w:p>
    <w:p w:rsidR="007B2329" w:rsidRDefault="007B2329" w:rsidP="007B2329">
      <w:r>
        <w:t>906.9423</w:t>
      </w:r>
      <w:r>
        <w:tab/>
        <w:t>9.127e0</w:t>
      </w:r>
    </w:p>
    <w:p w:rsidR="007B2329" w:rsidRDefault="007B2329" w:rsidP="007B2329">
      <w:r>
        <w:lastRenderedPageBreak/>
        <w:t>906.9765</w:t>
      </w:r>
      <w:r>
        <w:tab/>
        <w:t>1.013e0</w:t>
      </w:r>
    </w:p>
    <w:p w:rsidR="007B2329" w:rsidRDefault="007B2329" w:rsidP="007B2329">
      <w:r>
        <w:t>906.9886</w:t>
      </w:r>
      <w:r>
        <w:tab/>
        <w:t>1.013e0</w:t>
      </w:r>
    </w:p>
    <w:p w:rsidR="007B2329" w:rsidRDefault="007B2329" w:rsidP="007B2329">
      <w:r>
        <w:t>907.0145</w:t>
      </w:r>
      <w:r>
        <w:tab/>
        <w:t>2.025e0</w:t>
      </w:r>
    </w:p>
    <w:p w:rsidR="007B2329" w:rsidRDefault="007B2329" w:rsidP="007B2329">
      <w:r>
        <w:t>907.0523</w:t>
      </w:r>
      <w:r>
        <w:tab/>
        <w:t>1.013e0</w:t>
      </w:r>
    </w:p>
    <w:p w:rsidR="007B2329" w:rsidRDefault="007B2329" w:rsidP="007B2329">
      <w:r>
        <w:t>907.1055</w:t>
      </w:r>
      <w:r>
        <w:tab/>
        <w:t>2.025e0</w:t>
      </w:r>
    </w:p>
    <w:p w:rsidR="007B2329" w:rsidRDefault="007B2329" w:rsidP="007B2329">
      <w:r>
        <w:t>907.1068</w:t>
      </w:r>
      <w:r>
        <w:tab/>
        <w:t>4.051e0</w:t>
      </w:r>
    </w:p>
    <w:p w:rsidR="007B2329" w:rsidRDefault="007B2329" w:rsidP="007B2329">
      <w:r>
        <w:t>907.1440</w:t>
      </w:r>
      <w:r>
        <w:tab/>
        <w:t>1.013e0</w:t>
      </w:r>
    </w:p>
    <w:p w:rsidR="007B2329" w:rsidRDefault="007B2329" w:rsidP="007B2329">
      <w:r>
        <w:t>907.1741</w:t>
      </w:r>
      <w:r>
        <w:tab/>
        <w:t>1.013e0</w:t>
      </w:r>
    </w:p>
    <w:p w:rsidR="007B2329" w:rsidRDefault="007B2329" w:rsidP="007B2329">
      <w:r>
        <w:t>907.1784</w:t>
      </w:r>
      <w:r>
        <w:tab/>
        <w:t>2.038e0</w:t>
      </w:r>
    </w:p>
    <w:p w:rsidR="007B2329" w:rsidRDefault="007B2329" w:rsidP="007B2329">
      <w:r>
        <w:t>907.1812</w:t>
      </w:r>
      <w:r>
        <w:tab/>
        <w:t>3.038e0</w:t>
      </w:r>
    </w:p>
    <w:p w:rsidR="007B2329" w:rsidRDefault="007B2329" w:rsidP="007B2329">
      <w:r>
        <w:t>907.1894</w:t>
      </w:r>
      <w:r>
        <w:tab/>
        <w:t>6.076e0</w:t>
      </w:r>
    </w:p>
    <w:p w:rsidR="007B2329" w:rsidRDefault="007B2329" w:rsidP="007B2329">
      <w:r>
        <w:t>907.2061</w:t>
      </w:r>
      <w:r>
        <w:tab/>
        <w:t>1.013e0</w:t>
      </w:r>
    </w:p>
    <w:p w:rsidR="007B2329" w:rsidRDefault="007B2329" w:rsidP="007B2329">
      <w:r>
        <w:t>907.2803</w:t>
      </w:r>
      <w:r>
        <w:tab/>
        <w:t>1.013e0</w:t>
      </w:r>
    </w:p>
    <w:p w:rsidR="007B2329" w:rsidRDefault="007B2329" w:rsidP="007B2329">
      <w:r>
        <w:t>907.2933</w:t>
      </w:r>
      <w:r>
        <w:tab/>
        <w:t>1.013e0</w:t>
      </w:r>
    </w:p>
    <w:p w:rsidR="007B2329" w:rsidRDefault="007B2329" w:rsidP="007B2329">
      <w:r>
        <w:t>907.2952</w:t>
      </w:r>
      <w:r>
        <w:tab/>
        <w:t>1.968e0</w:t>
      </w:r>
    </w:p>
    <w:p w:rsidR="007B2329" w:rsidRDefault="007B2329" w:rsidP="007B2329">
      <w:r>
        <w:t>907.3333</w:t>
      </w:r>
      <w:r>
        <w:tab/>
        <w:t>2.806e0</w:t>
      </w:r>
    </w:p>
    <w:p w:rsidR="007B2329" w:rsidRDefault="007B2329" w:rsidP="007B2329">
      <w:r>
        <w:t>907.3523</w:t>
      </w:r>
      <w:r>
        <w:tab/>
        <w:t>3.145e0</w:t>
      </w:r>
    </w:p>
    <w:p w:rsidR="007B2329" w:rsidRDefault="007B2329" w:rsidP="007B2329">
      <w:r>
        <w:t>907.3722</w:t>
      </w:r>
      <w:r>
        <w:tab/>
        <w:t>2.124e0</w:t>
      </w:r>
    </w:p>
    <w:p w:rsidR="007B2329" w:rsidRDefault="007B2329" w:rsidP="007B2329">
      <w:r>
        <w:t>907.4010</w:t>
      </w:r>
      <w:r>
        <w:tab/>
        <w:t>3.024e0</w:t>
      </w:r>
    </w:p>
    <w:p w:rsidR="007B2329" w:rsidRDefault="007B2329" w:rsidP="007B2329">
      <w:r>
        <w:lastRenderedPageBreak/>
        <w:t>907.4107</w:t>
      </w:r>
      <w:r>
        <w:tab/>
        <w:t>8.205e0</w:t>
      </w:r>
    </w:p>
    <w:p w:rsidR="007B2329" w:rsidRDefault="007B2329" w:rsidP="007B2329">
      <w:r>
        <w:t>907.4449</w:t>
      </w:r>
      <w:r>
        <w:tab/>
        <w:t>1.013e0</w:t>
      </w:r>
    </w:p>
    <w:p w:rsidR="007B2329" w:rsidRDefault="007B2329" w:rsidP="007B2329">
      <w:r>
        <w:t>907.5256</w:t>
      </w:r>
      <w:r>
        <w:tab/>
        <w:t>1.683e1</w:t>
      </w:r>
    </w:p>
    <w:p w:rsidR="007B2329" w:rsidRDefault="007B2329" w:rsidP="007B2329">
      <w:r>
        <w:t>907.5267</w:t>
      </w:r>
      <w:r>
        <w:tab/>
        <w:t>2.231e1</w:t>
      </w:r>
    </w:p>
    <w:p w:rsidR="007B2329" w:rsidRDefault="007B2329" w:rsidP="007B2329">
      <w:r>
        <w:t>907.5305</w:t>
      </w:r>
      <w:r>
        <w:tab/>
        <w:t>4.761e0</w:t>
      </w:r>
    </w:p>
    <w:p w:rsidR="007B2329" w:rsidRDefault="007B2329" w:rsidP="007B2329">
      <w:r>
        <w:t>907.5316</w:t>
      </w:r>
      <w:r>
        <w:tab/>
        <w:t>3.038e0</w:t>
      </w:r>
    </w:p>
    <w:p w:rsidR="007B2329" w:rsidRDefault="007B2329" w:rsidP="007B2329">
      <w:r>
        <w:t>907.5327</w:t>
      </w:r>
      <w:r>
        <w:tab/>
        <w:t>7.962e0</w:t>
      </w:r>
    </w:p>
    <w:p w:rsidR="007B2329" w:rsidRDefault="007B2329" w:rsidP="007B2329">
      <w:r>
        <w:t>907.5361</w:t>
      </w:r>
      <w:r>
        <w:tab/>
        <w:t>4.166e1</w:t>
      </w:r>
    </w:p>
    <w:p w:rsidR="007B2329" w:rsidRDefault="007B2329" w:rsidP="007B2329">
      <w:r>
        <w:t>907.5397</w:t>
      </w:r>
      <w:r>
        <w:tab/>
        <w:t>4.111e1</w:t>
      </w:r>
    </w:p>
    <w:p w:rsidR="007B2329" w:rsidRDefault="007B2329" w:rsidP="007B2329">
      <w:r>
        <w:t>907.5438</w:t>
      </w:r>
      <w:r>
        <w:tab/>
        <w:t>4.329e1</w:t>
      </w:r>
    </w:p>
    <w:p w:rsidR="007B2329" w:rsidRDefault="007B2329" w:rsidP="007B2329">
      <w:r>
        <w:t>907.5460</w:t>
      </w:r>
      <w:r>
        <w:tab/>
        <w:t>1.639e1</w:t>
      </w:r>
    </w:p>
    <w:p w:rsidR="007B2329" w:rsidRDefault="007B2329" w:rsidP="007B2329">
      <w:r>
        <w:t>907.6983</w:t>
      </w:r>
      <w:r>
        <w:tab/>
        <w:t>3.038e0</w:t>
      </w:r>
    </w:p>
    <w:p w:rsidR="007B2329" w:rsidRDefault="007B2329" w:rsidP="007B2329">
      <w:r>
        <w:t>907.7065</w:t>
      </w:r>
      <w:r>
        <w:tab/>
        <w:t>2.025e0</w:t>
      </w:r>
    </w:p>
    <w:p w:rsidR="007B2329" w:rsidRDefault="007B2329" w:rsidP="007B2329">
      <w:r>
        <w:t>907.7535</w:t>
      </w:r>
      <w:r>
        <w:tab/>
        <w:t>5.501e0</w:t>
      </w:r>
    </w:p>
    <w:p w:rsidR="007B2329" w:rsidRDefault="007B2329" w:rsidP="007B2329">
      <w:r>
        <w:t>907.7673</w:t>
      </w:r>
      <w:r>
        <w:tab/>
        <w:t>2.025e0</w:t>
      </w:r>
    </w:p>
    <w:p w:rsidR="007B2329" w:rsidRDefault="007B2329" w:rsidP="007B2329">
      <w:r>
        <w:t>907.7823</w:t>
      </w:r>
      <w:r>
        <w:tab/>
        <w:t>3.038e0</w:t>
      </w:r>
    </w:p>
    <w:p w:rsidR="007B2329" w:rsidRDefault="007B2329" w:rsidP="007B2329">
      <w:r>
        <w:t>907.7964</w:t>
      </w:r>
      <w:r>
        <w:tab/>
        <w:t>2.025e0</w:t>
      </w:r>
    </w:p>
    <w:p w:rsidR="007B2329" w:rsidRDefault="007B2329" w:rsidP="007B2329">
      <w:r>
        <w:t>907.8323</w:t>
      </w:r>
      <w:r>
        <w:tab/>
        <w:t>1.013e0</w:t>
      </w:r>
    </w:p>
    <w:p w:rsidR="007B2329" w:rsidRDefault="007B2329" w:rsidP="007B2329">
      <w:r>
        <w:t>907.8668</w:t>
      </w:r>
      <w:r>
        <w:tab/>
        <w:t>1.013e0</w:t>
      </w:r>
    </w:p>
    <w:p w:rsidR="007B2329" w:rsidRDefault="007B2329" w:rsidP="007B2329">
      <w:r>
        <w:lastRenderedPageBreak/>
        <w:t>907.8859</w:t>
      </w:r>
      <w:r>
        <w:tab/>
        <w:t>2.025e0</w:t>
      </w:r>
    </w:p>
    <w:p w:rsidR="007B2329" w:rsidRDefault="007B2329" w:rsidP="007B2329">
      <w:r>
        <w:t>907.8893</w:t>
      </w:r>
      <w:r>
        <w:tab/>
        <w:t>1.013e0</w:t>
      </w:r>
    </w:p>
    <w:p w:rsidR="007B2329" w:rsidRDefault="007B2329" w:rsidP="007B2329">
      <w:r>
        <w:t>907.9044</w:t>
      </w:r>
      <w:r>
        <w:tab/>
        <w:t>3.897e0</w:t>
      </w:r>
    </w:p>
    <w:p w:rsidR="007B2329" w:rsidRDefault="007B2329" w:rsidP="007B2329">
      <w:r>
        <w:t>907.9195</w:t>
      </w:r>
      <w:r>
        <w:tab/>
        <w:t>3.038e0</w:t>
      </w:r>
    </w:p>
    <w:p w:rsidR="007B2329" w:rsidRDefault="007B2329" w:rsidP="007B2329">
      <w:r>
        <w:t>907.9345</w:t>
      </w:r>
      <w:r>
        <w:tab/>
        <w:t>1.013e0</w:t>
      </w:r>
    </w:p>
    <w:p w:rsidR="007B2329" w:rsidRDefault="007B2329" w:rsidP="007B2329">
      <w:r>
        <w:t>907.9642</w:t>
      </w:r>
      <w:r>
        <w:tab/>
        <w:t>2.025e0</w:t>
      </w:r>
    </w:p>
    <w:p w:rsidR="007B2329" w:rsidRDefault="007B2329" w:rsidP="007B2329">
      <w:r>
        <w:t>907.9662</w:t>
      </w:r>
      <w:r>
        <w:tab/>
        <w:t>3.768e0</w:t>
      </w:r>
    </w:p>
    <w:p w:rsidR="007B2329" w:rsidRDefault="007B2329" w:rsidP="007B2329">
      <w:r>
        <w:t>907.9764</w:t>
      </w:r>
      <w:r>
        <w:tab/>
        <w:t>6.544e0</w:t>
      </w:r>
    </w:p>
    <w:p w:rsidR="007B2329" w:rsidRDefault="007B2329" w:rsidP="007B2329">
      <w:r>
        <w:t>908.0106</w:t>
      </w:r>
      <w:r>
        <w:tab/>
        <w:t>1.013e0</w:t>
      </w:r>
    </w:p>
    <w:p w:rsidR="007B2329" w:rsidRDefault="007B2329" w:rsidP="007B2329">
      <w:r>
        <w:t>908.0541</w:t>
      </w:r>
      <w:r>
        <w:tab/>
        <w:t>1.013e0</w:t>
      </w:r>
    </w:p>
    <w:p w:rsidR="007B2329" w:rsidRDefault="007B2329" w:rsidP="007B2329">
      <w:r>
        <w:t>908.0714</w:t>
      </w:r>
      <w:r>
        <w:tab/>
        <w:t>1.013e0</w:t>
      </w:r>
    </w:p>
    <w:p w:rsidR="007B2329" w:rsidRDefault="007B2329" w:rsidP="007B2329">
      <w:r>
        <w:t>908.1063</w:t>
      </w:r>
      <w:r>
        <w:tab/>
        <w:t>4.051e0</w:t>
      </w:r>
    </w:p>
    <w:p w:rsidR="007B2329" w:rsidRDefault="007B2329" w:rsidP="007B2329">
      <w:r>
        <w:t>908.1537</w:t>
      </w:r>
      <w:r>
        <w:tab/>
        <w:t>1.013e0</w:t>
      </w:r>
    </w:p>
    <w:p w:rsidR="007B2329" w:rsidRDefault="007B2329" w:rsidP="007B2329">
      <w:r>
        <w:t>908.1711</w:t>
      </w:r>
      <w:r>
        <w:tab/>
        <w:t>1.013e0</w:t>
      </w:r>
    </w:p>
    <w:p w:rsidR="007B2329" w:rsidRDefault="007B2329" w:rsidP="007B2329">
      <w:r>
        <w:t>908.1897</w:t>
      </w:r>
      <w:r>
        <w:tab/>
        <w:t>2.025e0</w:t>
      </w:r>
    </w:p>
    <w:p w:rsidR="007B2329" w:rsidRDefault="007B2329" w:rsidP="007B2329">
      <w:r>
        <w:t>908.2308</w:t>
      </w:r>
      <w:r>
        <w:tab/>
        <w:t>2.006e0</w:t>
      </w:r>
    </w:p>
    <w:p w:rsidR="007B2329" w:rsidRDefault="007B2329" w:rsidP="007B2329">
      <w:r>
        <w:t>908.2611</w:t>
      </w:r>
      <w:r>
        <w:tab/>
        <w:t>2.025e0</w:t>
      </w:r>
    </w:p>
    <w:p w:rsidR="007B2329" w:rsidRDefault="007B2329" w:rsidP="007B2329">
      <w:r>
        <w:t>908.2729</w:t>
      </w:r>
      <w:r>
        <w:tab/>
        <w:t>2.790e0</w:t>
      </w:r>
    </w:p>
    <w:p w:rsidR="007B2329" w:rsidRDefault="007B2329" w:rsidP="007B2329">
      <w:r>
        <w:t>908.2850</w:t>
      </w:r>
      <w:r>
        <w:tab/>
        <w:t>2.025e0</w:t>
      </w:r>
    </w:p>
    <w:p w:rsidR="007B2329" w:rsidRDefault="007B2329" w:rsidP="007B2329">
      <w:r>
        <w:lastRenderedPageBreak/>
        <w:t>908.3071</w:t>
      </w:r>
      <w:r>
        <w:tab/>
        <w:t>3.038e0</w:t>
      </w:r>
    </w:p>
    <w:p w:rsidR="007B2329" w:rsidRDefault="007B2329" w:rsidP="007B2329">
      <w:r>
        <w:t>908.3134</w:t>
      </w:r>
      <w:r>
        <w:tab/>
        <w:t>3.038e0</w:t>
      </w:r>
    </w:p>
    <w:p w:rsidR="007B2329" w:rsidRDefault="007B2329" w:rsidP="007B2329">
      <w:r>
        <w:t>908.3412</w:t>
      </w:r>
      <w:r>
        <w:tab/>
        <w:t>4.936e0</w:t>
      </w:r>
    </w:p>
    <w:p w:rsidR="007B2329" w:rsidRDefault="007B2329" w:rsidP="007B2329">
      <w:r>
        <w:t>908.4045</w:t>
      </w:r>
      <w:r>
        <w:tab/>
        <w:t>4.051e0</w:t>
      </w:r>
    </w:p>
    <w:p w:rsidR="007B2329" w:rsidRDefault="007B2329" w:rsidP="007B2329">
      <w:r>
        <w:t>908.4269</w:t>
      </w:r>
      <w:r>
        <w:tab/>
        <w:t>6.213e0</w:t>
      </w:r>
    </w:p>
    <w:p w:rsidR="007B2329" w:rsidRDefault="007B2329" w:rsidP="007B2329">
      <w:r>
        <w:t>908.4859</w:t>
      </w:r>
      <w:r>
        <w:tab/>
        <w:t>2.025e0</w:t>
      </w:r>
    </w:p>
    <w:p w:rsidR="007B2329" w:rsidRDefault="007B2329" w:rsidP="007B2329">
      <w:r>
        <w:t>908.5010</w:t>
      </w:r>
      <w:r>
        <w:tab/>
        <w:t>1.744e1</w:t>
      </w:r>
    </w:p>
    <w:p w:rsidR="007B2329" w:rsidRDefault="007B2329" w:rsidP="007B2329">
      <w:r>
        <w:t>908.5192</w:t>
      </w:r>
      <w:r>
        <w:tab/>
        <w:t>2.820e1</w:t>
      </w:r>
    </w:p>
    <w:p w:rsidR="007B2329" w:rsidRDefault="007B2329" w:rsidP="007B2329">
      <w:r>
        <w:t>908.5207</w:t>
      </w:r>
      <w:r>
        <w:tab/>
        <w:t>2.885e1</w:t>
      </w:r>
    </w:p>
    <w:p w:rsidR="007B2329" w:rsidRDefault="007B2329" w:rsidP="007B2329">
      <w:r>
        <w:t>908.5240</w:t>
      </w:r>
      <w:r>
        <w:tab/>
        <w:t>2.931e1</w:t>
      </w:r>
    </w:p>
    <w:p w:rsidR="007B2329" w:rsidRDefault="007B2329" w:rsidP="007B2329">
      <w:r>
        <w:t>908.5302</w:t>
      </w:r>
      <w:r>
        <w:tab/>
        <w:t>1.783e1</w:t>
      </w:r>
    </w:p>
    <w:p w:rsidR="007B2329" w:rsidRDefault="007B2329" w:rsidP="007B2329">
      <w:r>
        <w:t>908.5327</w:t>
      </w:r>
      <w:r>
        <w:tab/>
        <w:t>2.948e1</w:t>
      </w:r>
    </w:p>
    <w:p w:rsidR="007B2329" w:rsidRDefault="007B2329" w:rsidP="007B2329">
      <w:r>
        <w:t>908.5491</w:t>
      </w:r>
      <w:r>
        <w:tab/>
        <w:t>2.256e1</w:t>
      </w:r>
    </w:p>
    <w:p w:rsidR="007B2329" w:rsidRDefault="007B2329" w:rsidP="007B2329">
      <w:r>
        <w:t>908.5773</w:t>
      </w:r>
      <w:r>
        <w:tab/>
        <w:t>2.193e1</w:t>
      </w:r>
    </w:p>
    <w:p w:rsidR="007B2329" w:rsidRDefault="007B2329" w:rsidP="007B2329">
      <w:r>
        <w:t>908.6671</w:t>
      </w:r>
      <w:r>
        <w:tab/>
        <w:t>2.525e0</w:t>
      </w:r>
    </w:p>
    <w:p w:rsidR="007B2329" w:rsidRDefault="007B2329" w:rsidP="007B2329">
      <w:r>
        <w:t>908.6686</w:t>
      </w:r>
      <w:r>
        <w:tab/>
        <w:t>4.958e0</w:t>
      </w:r>
    </w:p>
    <w:p w:rsidR="007B2329" w:rsidRDefault="007B2329" w:rsidP="007B2329">
      <w:r>
        <w:t>908.6820</w:t>
      </w:r>
      <w:r>
        <w:tab/>
        <w:t>2.025e0</w:t>
      </w:r>
    </w:p>
    <w:p w:rsidR="007B2329" w:rsidRDefault="007B2329" w:rsidP="007B2329">
      <w:r>
        <w:t>908.7157</w:t>
      </w:r>
      <w:r>
        <w:tab/>
        <w:t>1.038e0</w:t>
      </w:r>
    </w:p>
    <w:p w:rsidR="007B2329" w:rsidRDefault="007B2329" w:rsidP="007B2329">
      <w:r>
        <w:t>908.7382</w:t>
      </w:r>
      <w:r>
        <w:tab/>
        <w:t>3.038e0</w:t>
      </w:r>
    </w:p>
    <w:p w:rsidR="007B2329" w:rsidRDefault="007B2329" w:rsidP="007B2329">
      <w:r>
        <w:lastRenderedPageBreak/>
        <w:t>908.7627</w:t>
      </w:r>
      <w:r>
        <w:tab/>
        <w:t>1.013e0</w:t>
      </w:r>
    </w:p>
    <w:p w:rsidR="007B2329" w:rsidRDefault="007B2329" w:rsidP="007B2329">
      <w:r>
        <w:t>908.7994</w:t>
      </w:r>
      <w:r>
        <w:tab/>
        <w:t>3.038e0</w:t>
      </w:r>
    </w:p>
    <w:p w:rsidR="007B2329" w:rsidRDefault="007B2329" w:rsidP="007B2329">
      <w:r>
        <w:t>908.8024</w:t>
      </w:r>
      <w:r>
        <w:tab/>
        <w:t>3.038e0</w:t>
      </w:r>
    </w:p>
    <w:p w:rsidR="007B2329" w:rsidRDefault="007B2329" w:rsidP="007B2329">
      <w:r>
        <w:t>908.8840</w:t>
      </w:r>
      <w:r>
        <w:tab/>
        <w:t>3.798e-2</w:t>
      </w:r>
    </w:p>
    <w:p w:rsidR="007B2329" w:rsidRDefault="007B2329" w:rsidP="007B2329">
      <w:r>
        <w:t>908.9120</w:t>
      </w:r>
      <w:r>
        <w:tab/>
        <w:t>2.025e0</w:t>
      </w:r>
    </w:p>
    <w:p w:rsidR="007B2329" w:rsidRDefault="007B2329" w:rsidP="007B2329">
      <w:r>
        <w:t>908.9143</w:t>
      </w:r>
      <w:r>
        <w:tab/>
        <w:t>1.013e0</w:t>
      </w:r>
    </w:p>
    <w:p w:rsidR="007B2329" w:rsidRDefault="007B2329" w:rsidP="007B2329">
      <w:r>
        <w:t>908.9162</w:t>
      </w:r>
      <w:r>
        <w:tab/>
        <w:t>5.063e0</w:t>
      </w:r>
    </w:p>
    <w:p w:rsidR="007B2329" w:rsidRDefault="007B2329" w:rsidP="007B2329">
      <w:r>
        <w:t>908.9318</w:t>
      </w:r>
      <w:r>
        <w:tab/>
        <w:t>1.013e0</w:t>
      </w:r>
    </w:p>
    <w:p w:rsidR="007B2329" w:rsidRDefault="007B2329" w:rsidP="007B2329">
      <w:r>
        <w:t>908.9548</w:t>
      </w:r>
      <w:r>
        <w:tab/>
        <w:t>2.025e0</w:t>
      </w:r>
    </w:p>
    <w:p w:rsidR="007B2329" w:rsidRDefault="007B2329" w:rsidP="007B2329">
      <w:r>
        <w:t>908.9599</w:t>
      </w:r>
      <w:r>
        <w:tab/>
        <w:t>1.744e0</w:t>
      </w:r>
    </w:p>
    <w:p w:rsidR="007B2329" w:rsidRDefault="007B2329" w:rsidP="007B2329">
      <w:r>
        <w:t>908.9666</w:t>
      </w:r>
      <w:r>
        <w:tab/>
        <w:t>1.013e0</w:t>
      </w:r>
    </w:p>
    <w:p w:rsidR="007B2329" w:rsidRDefault="007B2329" w:rsidP="007B2329">
      <w:r>
        <w:t>908.9850</w:t>
      </w:r>
      <w:r>
        <w:tab/>
        <w:t>1.013e0</w:t>
      </w:r>
    </w:p>
    <w:p w:rsidR="007B2329" w:rsidRDefault="007B2329" w:rsidP="007B2329">
      <w:r>
        <w:t>909.0404</w:t>
      </w:r>
      <w:r>
        <w:tab/>
        <w:t>2.025e0</w:t>
      </w:r>
    </w:p>
    <w:p w:rsidR="007B2329" w:rsidRDefault="007B2329" w:rsidP="007B2329">
      <w:r>
        <w:t>909.0574</w:t>
      </w:r>
      <w:r>
        <w:tab/>
        <w:t>2.025e0</w:t>
      </w:r>
    </w:p>
    <w:p w:rsidR="007B2329" w:rsidRDefault="007B2329" w:rsidP="007B2329">
      <w:r>
        <w:t>909.0691</w:t>
      </w:r>
      <w:r>
        <w:tab/>
        <w:t>2.025e0</w:t>
      </w:r>
    </w:p>
    <w:p w:rsidR="007B2329" w:rsidRDefault="007B2329" w:rsidP="007B2329">
      <w:r>
        <w:t>909.0720</w:t>
      </w:r>
      <w:r>
        <w:tab/>
        <w:t>2.038e0</w:t>
      </w:r>
    </w:p>
    <w:p w:rsidR="007B2329" w:rsidRDefault="007B2329" w:rsidP="007B2329">
      <w:r>
        <w:t>909.0837</w:t>
      </w:r>
      <w:r>
        <w:tab/>
        <w:t>1.013e0</w:t>
      </w:r>
    </w:p>
    <w:p w:rsidR="007B2329" w:rsidRDefault="007B2329" w:rsidP="007B2329">
      <w:r>
        <w:t>909.1184</w:t>
      </w:r>
      <w:r>
        <w:tab/>
        <w:t>1.013e0</w:t>
      </w:r>
    </w:p>
    <w:p w:rsidR="007B2329" w:rsidRDefault="007B2329" w:rsidP="007B2329">
      <w:r>
        <w:t>909.1677</w:t>
      </w:r>
      <w:r>
        <w:tab/>
        <w:t>1.585e0</w:t>
      </w:r>
    </w:p>
    <w:p w:rsidR="007B2329" w:rsidRDefault="007B2329" w:rsidP="007B2329">
      <w:r>
        <w:lastRenderedPageBreak/>
        <w:t>909.2291</w:t>
      </w:r>
      <w:r>
        <w:tab/>
        <w:t>3.038e0</w:t>
      </w:r>
    </w:p>
    <w:p w:rsidR="007B2329" w:rsidRDefault="007B2329" w:rsidP="007B2329">
      <w:r>
        <w:t>909.2385</w:t>
      </w:r>
      <w:r>
        <w:tab/>
        <w:t>2.025e0</w:t>
      </w:r>
    </w:p>
    <w:p w:rsidR="007B2329" w:rsidRDefault="007B2329" w:rsidP="007B2329">
      <w:r>
        <w:t>909.2470</w:t>
      </w:r>
      <w:r>
        <w:tab/>
        <w:t>2.025e0</w:t>
      </w:r>
    </w:p>
    <w:p w:rsidR="007B2329" w:rsidRDefault="007B2329" w:rsidP="007B2329">
      <w:r>
        <w:t>909.2529</w:t>
      </w:r>
      <w:r>
        <w:tab/>
        <w:t>1.013e0</w:t>
      </w:r>
    </w:p>
    <w:p w:rsidR="007B2329" w:rsidRDefault="007B2329" w:rsidP="007B2329">
      <w:r>
        <w:t>909.2691</w:t>
      </w:r>
      <w:r>
        <w:tab/>
        <w:t>3.897e0</w:t>
      </w:r>
    </w:p>
    <w:p w:rsidR="007B2329" w:rsidRDefault="007B2329" w:rsidP="007B2329">
      <w:r>
        <w:t>909.3211</w:t>
      </w:r>
      <w:r>
        <w:tab/>
        <w:t>5.265e0</w:t>
      </w:r>
    </w:p>
    <w:p w:rsidR="007B2329" w:rsidRDefault="007B2329" w:rsidP="007B2329">
      <w:r>
        <w:t>909.3355</w:t>
      </w:r>
      <w:r>
        <w:tab/>
        <w:t>1.573e0</w:t>
      </w:r>
    </w:p>
    <w:p w:rsidR="007B2329" w:rsidRDefault="007B2329" w:rsidP="007B2329">
      <w:r>
        <w:t>909.3449</w:t>
      </w:r>
      <w:r>
        <w:tab/>
        <w:t>2.708e0</w:t>
      </w:r>
    </w:p>
    <w:p w:rsidR="007B2329" w:rsidRDefault="007B2329" w:rsidP="007B2329">
      <w:r>
        <w:t>909.3912</w:t>
      </w:r>
      <w:r>
        <w:tab/>
        <w:t>2.823e0</w:t>
      </w:r>
    </w:p>
    <w:p w:rsidR="007B2329" w:rsidRDefault="007B2329" w:rsidP="007B2329">
      <w:r>
        <w:t>909.3979</w:t>
      </w:r>
      <w:r>
        <w:tab/>
        <w:t>1.950e0</w:t>
      </w:r>
    </w:p>
    <w:p w:rsidR="007B2329" w:rsidRDefault="007B2329" w:rsidP="007B2329">
      <w:r>
        <w:t>909.4117</w:t>
      </w:r>
      <w:r>
        <w:tab/>
        <w:t>1.013e0</w:t>
      </w:r>
    </w:p>
    <w:p w:rsidR="007B2329" w:rsidRDefault="007B2329" w:rsidP="007B2329">
      <w:r>
        <w:t>909.4852</w:t>
      </w:r>
      <w:r>
        <w:tab/>
        <w:t>4.556e0</w:t>
      </w:r>
    </w:p>
    <w:p w:rsidR="007B2329" w:rsidRDefault="007B2329" w:rsidP="007B2329">
      <w:r>
        <w:t>909.4971</w:t>
      </w:r>
      <w:r>
        <w:tab/>
        <w:t>2.025e0</w:t>
      </w:r>
    </w:p>
    <w:p w:rsidR="007B2329" w:rsidRDefault="007B2329" w:rsidP="007B2329">
      <w:r>
        <w:t>909.5212</w:t>
      </w:r>
      <w:r>
        <w:tab/>
        <w:t>7.030e0</w:t>
      </w:r>
    </w:p>
    <w:p w:rsidR="007B2329" w:rsidRDefault="007B2329" w:rsidP="007B2329">
      <w:r>
        <w:t>909.5298</w:t>
      </w:r>
      <w:r>
        <w:tab/>
        <w:t>1.730e1</w:t>
      </w:r>
    </w:p>
    <w:p w:rsidR="007B2329" w:rsidRDefault="007B2329" w:rsidP="007B2329">
      <w:r>
        <w:t>909.5320</w:t>
      </w:r>
      <w:r>
        <w:tab/>
        <w:t>2.178e1</w:t>
      </w:r>
    </w:p>
    <w:p w:rsidR="007B2329" w:rsidRDefault="007B2329" w:rsidP="007B2329">
      <w:r>
        <w:t>909.5363</w:t>
      </w:r>
      <w:r>
        <w:tab/>
        <w:t>1.904e1</w:t>
      </w:r>
    </w:p>
    <w:p w:rsidR="007B2329" w:rsidRDefault="007B2329" w:rsidP="007B2329">
      <w:r>
        <w:t>909.5667</w:t>
      </w:r>
      <w:r>
        <w:tab/>
        <w:t>4.032e0</w:t>
      </w:r>
    </w:p>
    <w:p w:rsidR="007B2329" w:rsidRDefault="007B2329" w:rsidP="007B2329">
      <w:r>
        <w:t>909.6354</w:t>
      </w:r>
      <w:r>
        <w:tab/>
        <w:t>3.294e0</w:t>
      </w:r>
    </w:p>
    <w:p w:rsidR="007B2329" w:rsidRDefault="007B2329" w:rsidP="007B2329">
      <w:r>
        <w:lastRenderedPageBreak/>
        <w:t>909.6623</w:t>
      </w:r>
      <w:r>
        <w:tab/>
        <w:t>2.025e0</w:t>
      </w:r>
    </w:p>
    <w:p w:rsidR="007B2329" w:rsidRDefault="007B2329" w:rsidP="007B2329">
      <w:r>
        <w:t>909.6711</w:t>
      </w:r>
      <w:r>
        <w:tab/>
        <w:t>1.013e0</w:t>
      </w:r>
    </w:p>
    <w:p w:rsidR="007B2329" w:rsidRDefault="007B2329" w:rsidP="007B2329">
      <w:r>
        <w:t>909.6920</w:t>
      </w:r>
      <w:r>
        <w:tab/>
        <w:t>1.013e0</w:t>
      </w:r>
    </w:p>
    <w:p w:rsidR="007B2329" w:rsidRDefault="007B2329" w:rsidP="007B2329">
      <w:r>
        <w:t>909.7254</w:t>
      </w:r>
      <w:r>
        <w:tab/>
        <w:t>3.038e0</w:t>
      </w:r>
    </w:p>
    <w:p w:rsidR="007B2329" w:rsidRDefault="007B2329" w:rsidP="007B2329">
      <w:r>
        <w:t>909.7533</w:t>
      </w:r>
      <w:r>
        <w:tab/>
        <w:t>2.025e0</w:t>
      </w:r>
    </w:p>
    <w:p w:rsidR="007B2329" w:rsidRDefault="007B2329" w:rsidP="007B2329">
      <w:r>
        <w:t>909.7560</w:t>
      </w:r>
      <w:r>
        <w:tab/>
        <w:t>2.025e0</w:t>
      </w:r>
    </w:p>
    <w:p w:rsidR="007B2329" w:rsidRDefault="007B2329" w:rsidP="007B2329">
      <w:r>
        <w:t>909.7623</w:t>
      </w:r>
      <w:r>
        <w:tab/>
        <w:t>1.013e0</w:t>
      </w:r>
    </w:p>
    <w:p w:rsidR="007B2329" w:rsidRDefault="007B2329" w:rsidP="007B2329">
      <w:r>
        <w:t>909.7857</w:t>
      </w:r>
      <w:r>
        <w:tab/>
        <w:t>7.089e0</w:t>
      </w:r>
    </w:p>
    <w:p w:rsidR="007B2329" w:rsidRDefault="007B2329" w:rsidP="007B2329">
      <w:r>
        <w:t>909.8050</w:t>
      </w:r>
      <w:r>
        <w:tab/>
        <w:t>4.051e0</w:t>
      </w:r>
    </w:p>
    <w:p w:rsidR="007B2329" w:rsidRDefault="007B2329" w:rsidP="007B2329">
      <w:r>
        <w:t>909.8488</w:t>
      </w:r>
      <w:r>
        <w:tab/>
        <w:t>3.038e0</w:t>
      </w:r>
    </w:p>
    <w:p w:rsidR="007B2329" w:rsidRDefault="007B2329" w:rsidP="007B2329">
      <w:r>
        <w:t>909.8787</w:t>
      </w:r>
      <w:r>
        <w:tab/>
        <w:t>1.013e0</w:t>
      </w:r>
    </w:p>
    <w:p w:rsidR="007B2329" w:rsidRDefault="007B2329" w:rsidP="007B2329">
      <w:r>
        <w:t>909.9350</w:t>
      </w:r>
      <w:r>
        <w:tab/>
        <w:t>1.843e0</w:t>
      </w:r>
    </w:p>
    <w:p w:rsidR="007B2329" w:rsidRDefault="007B2329" w:rsidP="007B2329">
      <w:r>
        <w:t>909.9419</w:t>
      </w:r>
      <w:r>
        <w:tab/>
        <w:t>2.929e0</w:t>
      </w:r>
    </w:p>
    <w:p w:rsidR="007B2329" w:rsidRDefault="007B2329" w:rsidP="007B2329">
      <w:r>
        <w:t>909.9874</w:t>
      </w:r>
      <w:r>
        <w:tab/>
        <w:t>2.025e0</w:t>
      </w:r>
    </w:p>
    <w:p w:rsidR="007B2329" w:rsidRDefault="007B2329" w:rsidP="007B2329">
      <w:r>
        <w:t>910.0306</w:t>
      </w:r>
      <w:r>
        <w:tab/>
        <w:t>1.013e0</w:t>
      </w:r>
    </w:p>
    <w:p w:rsidR="007B2329" w:rsidRDefault="007B2329" w:rsidP="007B2329">
      <w:r>
        <w:t>910.0388</w:t>
      </w:r>
      <w:r>
        <w:tab/>
        <w:t>3.862e0</w:t>
      </w:r>
    </w:p>
    <w:p w:rsidR="007B2329" w:rsidRDefault="007B2329" w:rsidP="007B2329">
      <w:r>
        <w:t>910.0412</w:t>
      </w:r>
      <w:r>
        <w:tab/>
        <w:t>2.025e0</w:t>
      </w:r>
    </w:p>
    <w:p w:rsidR="007B2329" w:rsidRDefault="007B2329" w:rsidP="007B2329">
      <w:r>
        <w:t>910.0428</w:t>
      </w:r>
      <w:r>
        <w:tab/>
        <w:t>6.457e0</w:t>
      </w:r>
    </w:p>
    <w:p w:rsidR="007B2329" w:rsidRDefault="007B2329" w:rsidP="007B2329">
      <w:r>
        <w:t>910.0464</w:t>
      </w:r>
      <w:r>
        <w:tab/>
        <w:t>4.051e0</w:t>
      </w:r>
    </w:p>
    <w:p w:rsidR="007B2329" w:rsidRDefault="007B2329" w:rsidP="007B2329">
      <w:r>
        <w:lastRenderedPageBreak/>
        <w:t>910.0522</w:t>
      </w:r>
      <w:r>
        <w:tab/>
        <w:t>2.025e0</w:t>
      </w:r>
    </w:p>
    <w:p w:rsidR="007B2329" w:rsidRDefault="007B2329" w:rsidP="007B2329">
      <w:r>
        <w:t>910.0660</w:t>
      </w:r>
      <w:r>
        <w:tab/>
        <w:t>1.013e0</w:t>
      </w:r>
    </w:p>
    <w:p w:rsidR="007B2329" w:rsidRDefault="007B2329" w:rsidP="007B2329">
      <w:r>
        <w:t>910.0675</w:t>
      </w:r>
      <w:r>
        <w:tab/>
        <w:t>1.013e0</w:t>
      </w:r>
    </w:p>
    <w:p w:rsidR="007B2329" w:rsidRDefault="007B2329" w:rsidP="007B2329">
      <w:r>
        <w:t>910.0739</w:t>
      </w:r>
      <w:r>
        <w:tab/>
        <w:t>2.025e0</w:t>
      </w:r>
    </w:p>
    <w:p w:rsidR="007B2329" w:rsidRDefault="007B2329" w:rsidP="007B2329">
      <w:r>
        <w:t>910.1204</w:t>
      </w:r>
      <w:r>
        <w:tab/>
        <w:t>2.025e0</w:t>
      </w:r>
    </w:p>
    <w:p w:rsidR="007B2329" w:rsidRDefault="007B2329" w:rsidP="007B2329">
      <w:r>
        <w:t>910.1570</w:t>
      </w:r>
      <w:r>
        <w:tab/>
        <w:t>2.025e0</w:t>
      </w:r>
    </w:p>
    <w:p w:rsidR="007B2329" w:rsidRDefault="007B2329" w:rsidP="007B2329">
      <w:r>
        <w:t>910.1743</w:t>
      </w:r>
      <w:r>
        <w:tab/>
        <w:t>1.013e0</w:t>
      </w:r>
    </w:p>
    <w:p w:rsidR="007B2329" w:rsidRDefault="007B2329" w:rsidP="007B2329">
      <w:r>
        <w:t>910.1951</w:t>
      </w:r>
      <w:r>
        <w:tab/>
        <w:t>3.038e0</w:t>
      </w:r>
    </w:p>
    <w:p w:rsidR="007B2329" w:rsidRDefault="007B2329" w:rsidP="007B2329">
      <w:r>
        <w:t>910.2000</w:t>
      </w:r>
      <w:r>
        <w:tab/>
        <w:t>1.013e0</w:t>
      </w:r>
    </w:p>
    <w:p w:rsidR="007B2329" w:rsidRDefault="007B2329" w:rsidP="007B2329">
      <w:r>
        <w:t>910.2206</w:t>
      </w:r>
      <w:r>
        <w:tab/>
        <w:t>2.025e0</w:t>
      </w:r>
    </w:p>
    <w:p w:rsidR="007B2329" w:rsidRDefault="007B2329" w:rsidP="007B2329">
      <w:r>
        <w:t>910.2504</w:t>
      </w:r>
      <w:r>
        <w:tab/>
        <w:t>1.013e0</w:t>
      </w:r>
    </w:p>
    <w:p w:rsidR="007B2329" w:rsidRDefault="007B2329" w:rsidP="007B2329">
      <w:r>
        <w:t>910.2551</w:t>
      </w:r>
      <w:r>
        <w:tab/>
        <w:t>4.025e0</w:t>
      </w:r>
    </w:p>
    <w:p w:rsidR="007B2329" w:rsidRDefault="007B2329" w:rsidP="007B2329">
      <w:r>
        <w:t>910.2870</w:t>
      </w:r>
      <w:r>
        <w:tab/>
        <w:t>4.051e0</w:t>
      </w:r>
    </w:p>
    <w:p w:rsidR="007B2329" w:rsidRDefault="007B2329" w:rsidP="007B2329">
      <w:r>
        <w:t>910.2896</w:t>
      </w:r>
      <w:r>
        <w:tab/>
        <w:t>1.425e0</w:t>
      </w:r>
    </w:p>
    <w:p w:rsidR="007B2329" w:rsidRDefault="007B2329" w:rsidP="007B2329">
      <w:r>
        <w:t>910.3271</w:t>
      </w:r>
      <w:r>
        <w:tab/>
        <w:t>1.013e0</w:t>
      </w:r>
    </w:p>
    <w:p w:rsidR="007B2329" w:rsidRDefault="007B2329" w:rsidP="007B2329">
      <w:r>
        <w:t>910.3413</w:t>
      </w:r>
      <w:r>
        <w:tab/>
        <w:t>4.751e0</w:t>
      </w:r>
    </w:p>
    <w:p w:rsidR="007B2329" w:rsidRDefault="007B2329" w:rsidP="007B2329">
      <w:r>
        <w:t>910.3505</w:t>
      </w:r>
      <w:r>
        <w:tab/>
        <w:t>2.585e0</w:t>
      </w:r>
    </w:p>
    <w:p w:rsidR="007B2329" w:rsidRDefault="007B2329" w:rsidP="007B2329">
      <w:r>
        <w:t>910.3706</w:t>
      </w:r>
      <w:r>
        <w:tab/>
        <w:t>8.196e0</w:t>
      </w:r>
    </w:p>
    <w:p w:rsidR="007B2329" w:rsidRDefault="007B2329" w:rsidP="007B2329">
      <w:r>
        <w:t>910.4287</w:t>
      </w:r>
      <w:r>
        <w:tab/>
        <w:t>1.443e1</w:t>
      </w:r>
    </w:p>
    <w:p w:rsidR="007B2329" w:rsidRDefault="007B2329" w:rsidP="007B2329">
      <w:r>
        <w:lastRenderedPageBreak/>
        <w:t>910.4487</w:t>
      </w:r>
      <w:r>
        <w:tab/>
        <w:t>1.013e0</w:t>
      </w:r>
    </w:p>
    <w:p w:rsidR="007B2329" w:rsidRDefault="007B2329" w:rsidP="007B2329">
      <w:r>
        <w:t>910.5022</w:t>
      </w:r>
      <w:r>
        <w:tab/>
        <w:t>3.031e1</w:t>
      </w:r>
    </w:p>
    <w:p w:rsidR="007B2329" w:rsidRDefault="007B2329" w:rsidP="007B2329">
      <w:r>
        <w:t>910.5065</w:t>
      </w:r>
      <w:r>
        <w:tab/>
        <w:t>1.036e2</w:t>
      </w:r>
    </w:p>
    <w:p w:rsidR="007B2329" w:rsidRDefault="007B2329" w:rsidP="007B2329">
      <w:r>
        <w:t>910.5111</w:t>
      </w:r>
      <w:r>
        <w:tab/>
        <w:t>4.373e1</w:t>
      </w:r>
    </w:p>
    <w:p w:rsidR="007B2329" w:rsidRDefault="007B2329" w:rsidP="007B2329">
      <w:r>
        <w:t>910.5131</w:t>
      </w:r>
      <w:r>
        <w:tab/>
        <w:t>4.617e1</w:t>
      </w:r>
    </w:p>
    <w:p w:rsidR="007B2329" w:rsidRDefault="007B2329" w:rsidP="007B2329">
      <w:r>
        <w:t>910.6017</w:t>
      </w:r>
      <w:r>
        <w:tab/>
        <w:t>2.025e0</w:t>
      </w:r>
    </w:p>
    <w:p w:rsidR="007B2329" w:rsidRDefault="007B2329" w:rsidP="007B2329">
      <w:r>
        <w:t>910.6635</w:t>
      </w:r>
      <w:r>
        <w:tab/>
        <w:t>3.038e0</w:t>
      </w:r>
    </w:p>
    <w:p w:rsidR="007B2329" w:rsidRDefault="007B2329" w:rsidP="007B2329">
      <w:r>
        <w:t>910.6778</w:t>
      </w:r>
      <w:r>
        <w:tab/>
        <w:t>8.952e-1</w:t>
      </w:r>
    </w:p>
    <w:p w:rsidR="007B2329" w:rsidRDefault="007B2329" w:rsidP="007B2329">
      <w:r>
        <w:t>910.6916</w:t>
      </w:r>
      <w:r>
        <w:tab/>
        <w:t>2.532e-2</w:t>
      </w:r>
    </w:p>
    <w:p w:rsidR="007B2329" w:rsidRDefault="007B2329" w:rsidP="007B2329">
      <w:r>
        <w:t>910.7004</w:t>
      </w:r>
      <w:r>
        <w:tab/>
        <w:t>2.025e0</w:t>
      </w:r>
    </w:p>
    <w:p w:rsidR="007B2329" w:rsidRDefault="007B2329" w:rsidP="007B2329">
      <w:r>
        <w:t>910.7130</w:t>
      </w:r>
      <w:r>
        <w:tab/>
        <w:t>4.051e0</w:t>
      </w:r>
    </w:p>
    <w:p w:rsidR="007B2329" w:rsidRDefault="007B2329" w:rsidP="007B2329">
      <w:r>
        <w:t>910.7256</w:t>
      </w:r>
      <w:r>
        <w:tab/>
        <w:t>4.051e0</w:t>
      </w:r>
    </w:p>
    <w:p w:rsidR="007B2329" w:rsidRDefault="007B2329" w:rsidP="007B2329">
      <w:r>
        <w:t>910.7391</w:t>
      </w:r>
      <w:r>
        <w:tab/>
        <w:t>1.013e0</w:t>
      </w:r>
    </w:p>
    <w:p w:rsidR="007B2329" w:rsidRDefault="007B2329" w:rsidP="007B2329">
      <w:r>
        <w:t>910.7642</w:t>
      </w:r>
      <w:r>
        <w:tab/>
        <w:t>2.025e0</w:t>
      </w:r>
    </w:p>
    <w:p w:rsidR="007B2329" w:rsidRDefault="007B2329" w:rsidP="007B2329">
      <w:r>
        <w:t>910.7837</w:t>
      </w:r>
      <w:r>
        <w:tab/>
        <w:t>3.038e0</w:t>
      </w:r>
    </w:p>
    <w:p w:rsidR="007B2329" w:rsidRDefault="007B2329" w:rsidP="007B2329">
      <w:r>
        <w:t>910.8459</w:t>
      </w:r>
      <w:r>
        <w:tab/>
        <w:t>1.013e0</w:t>
      </w:r>
    </w:p>
    <w:p w:rsidR="007B2329" w:rsidRDefault="007B2329" w:rsidP="007B2329">
      <w:r>
        <w:t>910.8533</w:t>
      </w:r>
      <w:r>
        <w:tab/>
        <w:t>4.051e0</w:t>
      </w:r>
    </w:p>
    <w:p w:rsidR="007B2329" w:rsidRDefault="007B2329" w:rsidP="007B2329">
      <w:r>
        <w:t>910.8766</w:t>
      </w:r>
      <w:r>
        <w:tab/>
        <w:t>4.051e0</w:t>
      </w:r>
    </w:p>
    <w:p w:rsidR="007B2329" w:rsidRDefault="007B2329" w:rsidP="007B2329">
      <w:r>
        <w:t>910.9067</w:t>
      </w:r>
      <w:r>
        <w:tab/>
        <w:t>2.025e0</w:t>
      </w:r>
    </w:p>
    <w:p w:rsidR="007B2329" w:rsidRDefault="007B2329" w:rsidP="007B2329">
      <w:r>
        <w:lastRenderedPageBreak/>
        <w:t>910.9400</w:t>
      </w:r>
      <w:r>
        <w:tab/>
        <w:t>3.001e0</w:t>
      </w:r>
    </w:p>
    <w:p w:rsidR="007B2329" w:rsidRDefault="007B2329" w:rsidP="007B2329">
      <w:r>
        <w:t>910.9563</w:t>
      </w:r>
      <w:r>
        <w:tab/>
        <w:t>2.263e0</w:t>
      </w:r>
    </w:p>
    <w:p w:rsidR="007B2329" w:rsidRDefault="007B2329" w:rsidP="007B2329">
      <w:r>
        <w:t>910.9779</w:t>
      </w:r>
      <w:r>
        <w:tab/>
        <w:t>1.013e0</w:t>
      </w:r>
    </w:p>
    <w:p w:rsidR="007B2329" w:rsidRDefault="007B2329" w:rsidP="007B2329">
      <w:r>
        <w:t>910.9907</w:t>
      </w:r>
      <w:r>
        <w:tab/>
        <w:t>2.025e0</w:t>
      </w:r>
    </w:p>
    <w:p w:rsidR="007B2329" w:rsidRDefault="007B2329" w:rsidP="007B2329">
      <w:r>
        <w:t>911.0439</w:t>
      </w:r>
      <w:r>
        <w:tab/>
        <w:t>1.013e0</w:t>
      </w:r>
    </w:p>
    <w:p w:rsidR="007B2329" w:rsidRDefault="007B2329" w:rsidP="007B2329">
      <w:r>
        <w:t>911.0580</w:t>
      </w:r>
      <w:r>
        <w:tab/>
        <w:t>2.025e0</w:t>
      </w:r>
    </w:p>
    <w:p w:rsidR="007B2329" w:rsidRDefault="007B2329" w:rsidP="007B2329">
      <w:r>
        <w:t>911.1045</w:t>
      </w:r>
      <w:r>
        <w:tab/>
        <w:t>3.783e0</w:t>
      </w:r>
    </w:p>
    <w:p w:rsidR="007B2329" w:rsidRDefault="007B2329" w:rsidP="007B2329">
      <w:r>
        <w:t>911.1205</w:t>
      </w:r>
      <w:r>
        <w:tab/>
        <w:t>1.013e0</w:t>
      </w:r>
    </w:p>
    <w:p w:rsidR="007B2329" w:rsidRDefault="007B2329" w:rsidP="007B2329">
      <w:r>
        <w:t>911.1357</w:t>
      </w:r>
      <w:r>
        <w:tab/>
        <w:t>1.013e0</w:t>
      </w:r>
    </w:p>
    <w:p w:rsidR="007B2329" w:rsidRDefault="007B2329" w:rsidP="007B2329">
      <w:r>
        <w:t>911.1661</w:t>
      </w:r>
      <w:r>
        <w:tab/>
        <w:t>1.013e0</w:t>
      </w:r>
    </w:p>
    <w:p w:rsidR="007B2329" w:rsidRDefault="007B2329" w:rsidP="007B2329">
      <w:r>
        <w:t>911.2195</w:t>
      </w:r>
      <w:r>
        <w:tab/>
        <w:t>2.025e0</w:t>
      </w:r>
    </w:p>
    <w:p w:rsidR="007B2329" w:rsidRDefault="007B2329" w:rsidP="007B2329">
      <w:r>
        <w:t>911.2266</w:t>
      </w:r>
      <w:r>
        <w:tab/>
        <w:t>5.063e0</w:t>
      </w:r>
    </w:p>
    <w:p w:rsidR="007B2329" w:rsidRDefault="007B2329" w:rsidP="007B2329">
      <w:r>
        <w:t>911.2294</w:t>
      </w:r>
      <w:r>
        <w:tab/>
        <w:t>1.013e0</w:t>
      </w:r>
    </w:p>
    <w:p w:rsidR="007B2329" w:rsidRDefault="007B2329" w:rsidP="007B2329">
      <w:r>
        <w:t>911.2355</w:t>
      </w:r>
      <w:r>
        <w:tab/>
        <w:t>2.025e0</w:t>
      </w:r>
    </w:p>
    <w:p w:rsidR="007B2329" w:rsidRDefault="007B2329" w:rsidP="007B2329">
      <w:r>
        <w:t>911.2429</w:t>
      </w:r>
      <w:r>
        <w:tab/>
        <w:t>1.013e0</w:t>
      </w:r>
    </w:p>
    <w:p w:rsidR="007B2329" w:rsidRDefault="007B2329" w:rsidP="007B2329">
      <w:r>
        <w:t>911.2542</w:t>
      </w:r>
      <w:r>
        <w:tab/>
        <w:t>5.328e0</w:t>
      </w:r>
    </w:p>
    <w:p w:rsidR="007B2329" w:rsidRDefault="007B2329" w:rsidP="007B2329">
      <w:r>
        <w:t>911.2603</w:t>
      </w:r>
      <w:r>
        <w:tab/>
        <w:t>1.674e0</w:t>
      </w:r>
    </w:p>
    <w:p w:rsidR="007B2329" w:rsidRDefault="007B2329" w:rsidP="007B2329">
      <w:r>
        <w:t>911.3337</w:t>
      </w:r>
      <w:r>
        <w:tab/>
        <w:t>1.570e0</w:t>
      </w:r>
    </w:p>
    <w:p w:rsidR="007B2329" w:rsidRDefault="007B2329" w:rsidP="007B2329">
      <w:r>
        <w:t>911.3400</w:t>
      </w:r>
      <w:r>
        <w:tab/>
        <w:t>6.498e0</w:t>
      </w:r>
    </w:p>
    <w:p w:rsidR="007B2329" w:rsidRDefault="007B2329" w:rsidP="007B2329">
      <w:r>
        <w:lastRenderedPageBreak/>
        <w:t>911.3654</w:t>
      </w:r>
      <w:r>
        <w:tab/>
        <w:t>7.908e0</w:t>
      </w:r>
    </w:p>
    <w:p w:rsidR="007B2329" w:rsidRDefault="007B2329" w:rsidP="007B2329">
      <w:r>
        <w:t>911.4335</w:t>
      </w:r>
      <w:r>
        <w:tab/>
        <w:t>1.013e0</w:t>
      </w:r>
    </w:p>
    <w:p w:rsidR="007B2329" w:rsidRDefault="007B2329" w:rsidP="007B2329">
      <w:r>
        <w:t>911.4695</w:t>
      </w:r>
      <w:r>
        <w:tab/>
        <w:t>1.985e0</w:t>
      </w:r>
    </w:p>
    <w:p w:rsidR="007B2329" w:rsidRDefault="007B2329" w:rsidP="007B2329">
      <w:r>
        <w:t>911.4885</w:t>
      </w:r>
      <w:r>
        <w:tab/>
        <w:t>1.790e1</w:t>
      </w:r>
    </w:p>
    <w:p w:rsidR="007B2329" w:rsidRDefault="007B2329" w:rsidP="007B2329">
      <w:r>
        <w:t>911.5078</w:t>
      </w:r>
      <w:r>
        <w:tab/>
        <w:t>6.504e1</w:t>
      </w:r>
    </w:p>
    <w:p w:rsidR="007B2329" w:rsidRDefault="007B2329" w:rsidP="007B2329">
      <w:r>
        <w:t>911.5099</w:t>
      </w:r>
      <w:r>
        <w:tab/>
        <w:t>1.472e1</w:t>
      </w:r>
    </w:p>
    <w:p w:rsidR="007B2329" w:rsidRDefault="007B2329" w:rsidP="007B2329">
      <w:r>
        <w:t>911.5134</w:t>
      </w:r>
      <w:r>
        <w:tab/>
        <w:t>8.975e0</w:t>
      </w:r>
    </w:p>
    <w:p w:rsidR="007B2329" w:rsidRDefault="007B2329" w:rsidP="007B2329">
      <w:r>
        <w:t>911.5197</w:t>
      </w:r>
      <w:r>
        <w:tab/>
        <w:t>1.669e1</w:t>
      </w:r>
    </w:p>
    <w:p w:rsidR="007B2329" w:rsidRDefault="007B2329" w:rsidP="007B2329">
      <w:r>
        <w:t>911.5617</w:t>
      </w:r>
      <w:r>
        <w:tab/>
        <w:t>3.038e0</w:t>
      </w:r>
    </w:p>
    <w:p w:rsidR="007B2329" w:rsidRDefault="007B2329" w:rsidP="007B2329">
      <w:r>
        <w:t>911.6244</w:t>
      </w:r>
      <w:r>
        <w:tab/>
        <w:t>2.928e0</w:t>
      </w:r>
    </w:p>
    <w:p w:rsidR="007B2329" w:rsidRDefault="007B2329" w:rsidP="007B2329">
      <w:r>
        <w:t>911.6550</w:t>
      </w:r>
      <w:r>
        <w:tab/>
        <w:t>1.765e0</w:t>
      </w:r>
    </w:p>
    <w:p w:rsidR="007B2329" w:rsidRDefault="007B2329" w:rsidP="007B2329">
      <w:r>
        <w:t>911.6562</w:t>
      </w:r>
      <w:r>
        <w:tab/>
        <w:t>3.038e0</w:t>
      </w:r>
    </w:p>
    <w:p w:rsidR="007B2329" w:rsidRDefault="007B2329" w:rsidP="007B2329">
      <w:r>
        <w:t>911.7312</w:t>
      </w:r>
      <w:r>
        <w:tab/>
        <w:t>1.013e0</w:t>
      </w:r>
    </w:p>
    <w:p w:rsidR="007B2329" w:rsidRDefault="007B2329" w:rsidP="007B2329">
      <w:r>
        <w:t>911.7548</w:t>
      </w:r>
      <w:r>
        <w:tab/>
        <w:t>1.013e0</w:t>
      </w:r>
    </w:p>
    <w:p w:rsidR="007B2329" w:rsidRDefault="007B2329" w:rsidP="007B2329">
      <w:r>
        <w:t>911.7620</w:t>
      </w:r>
      <w:r>
        <w:tab/>
        <w:t>1.013e0</w:t>
      </w:r>
    </w:p>
    <w:p w:rsidR="007B2329" w:rsidRDefault="007B2329" w:rsidP="007B2329">
      <w:r>
        <w:t>911.7708</w:t>
      </w:r>
      <w:r>
        <w:tab/>
        <w:t>3.038e0</w:t>
      </w:r>
    </w:p>
    <w:p w:rsidR="007B2329" w:rsidRDefault="007B2329" w:rsidP="007B2329">
      <w:r>
        <w:t>911.8375</w:t>
      </w:r>
      <w:r>
        <w:tab/>
        <w:t>2.025e0</w:t>
      </w:r>
    </w:p>
    <w:p w:rsidR="007B2329" w:rsidRDefault="007B2329" w:rsidP="007B2329">
      <w:r>
        <w:t>911.8415</w:t>
      </w:r>
      <w:r>
        <w:tab/>
        <w:t>4.051e0</w:t>
      </w:r>
    </w:p>
    <w:p w:rsidR="007B2329" w:rsidRDefault="007B2329" w:rsidP="007B2329">
      <w:r>
        <w:t>911.8687</w:t>
      </w:r>
      <w:r>
        <w:tab/>
        <w:t>4.051e0</w:t>
      </w:r>
    </w:p>
    <w:p w:rsidR="007B2329" w:rsidRDefault="007B2329" w:rsidP="007B2329">
      <w:r>
        <w:lastRenderedPageBreak/>
        <w:t>911.8896</w:t>
      </w:r>
      <w:r>
        <w:tab/>
        <w:t>1.266e-2</w:t>
      </w:r>
    </w:p>
    <w:p w:rsidR="007B2329" w:rsidRDefault="007B2329" w:rsidP="007B2329">
      <w:r>
        <w:t>911.9146</w:t>
      </w:r>
      <w:r>
        <w:tab/>
        <w:t>2.025e0</w:t>
      </w:r>
    </w:p>
    <w:p w:rsidR="007B2329" w:rsidRDefault="007B2329" w:rsidP="007B2329">
      <w:r>
        <w:t>911.9156</w:t>
      </w:r>
      <w:r>
        <w:tab/>
        <w:t>2.025e0</w:t>
      </w:r>
    </w:p>
    <w:p w:rsidR="007B2329" w:rsidRDefault="007B2329" w:rsidP="007B2329">
      <w:r>
        <w:t>911.9303</w:t>
      </w:r>
      <w:r>
        <w:tab/>
        <w:t>1.013e0</w:t>
      </w:r>
    </w:p>
    <w:p w:rsidR="007B2329" w:rsidRDefault="007B2329" w:rsidP="007B2329">
      <w:r>
        <w:t>911.9453</w:t>
      </w:r>
      <w:r>
        <w:tab/>
        <w:t>1.013e0</w:t>
      </w:r>
    </w:p>
    <w:p w:rsidR="007B2329" w:rsidRDefault="007B2329" w:rsidP="007B2329">
      <w:r>
        <w:t>911.9680</w:t>
      </w:r>
      <w:r>
        <w:tab/>
        <w:t>3.038e0</w:t>
      </w:r>
    </w:p>
    <w:p w:rsidR="007B2329" w:rsidRDefault="007B2329" w:rsidP="007B2329">
      <w:r>
        <w:t>911.9910</w:t>
      </w:r>
      <w:r>
        <w:tab/>
        <w:t>1.013e0</w:t>
      </w:r>
    </w:p>
    <w:p w:rsidR="007B2329" w:rsidRDefault="007B2329" w:rsidP="007B2329">
      <w:r>
        <w:t>912.0114</w:t>
      </w:r>
      <w:r>
        <w:tab/>
        <w:t>4.602e0</w:t>
      </w:r>
    </w:p>
    <w:p w:rsidR="007B2329" w:rsidRDefault="007B2329" w:rsidP="007B2329">
      <w:r>
        <w:t>912.0247</w:t>
      </w:r>
      <w:r>
        <w:tab/>
        <w:t>3.038e0</w:t>
      </w:r>
    </w:p>
    <w:p w:rsidR="007B2329" w:rsidRDefault="007B2329" w:rsidP="007B2329">
      <w:r>
        <w:t>912.0463</w:t>
      </w:r>
      <w:r>
        <w:tab/>
        <w:t>2.025e0</w:t>
      </w:r>
    </w:p>
    <w:p w:rsidR="007B2329" w:rsidRDefault="007B2329" w:rsidP="007B2329">
      <w:r>
        <w:t>912.0523</w:t>
      </w:r>
      <w:r>
        <w:tab/>
        <w:t>1.013e0</w:t>
      </w:r>
    </w:p>
    <w:p w:rsidR="007B2329" w:rsidRDefault="007B2329" w:rsidP="007B2329">
      <w:r>
        <w:t>912.0831</w:t>
      </w:r>
      <w:r>
        <w:tab/>
        <w:t>1.013e0</w:t>
      </w:r>
    </w:p>
    <w:p w:rsidR="007B2329" w:rsidRDefault="007B2329" w:rsidP="007B2329">
      <w:r>
        <w:t>912.0919</w:t>
      </w:r>
      <w:r>
        <w:tab/>
        <w:t>3.038e0</w:t>
      </w:r>
    </w:p>
    <w:p w:rsidR="007B2329" w:rsidRDefault="007B2329" w:rsidP="007B2329">
      <w:r>
        <w:t>912.1056</w:t>
      </w:r>
      <w:r>
        <w:tab/>
        <w:t>2.025e0</w:t>
      </w:r>
    </w:p>
    <w:p w:rsidR="007B2329" w:rsidRDefault="007B2329" w:rsidP="007B2329">
      <w:r>
        <w:t>912.1117</w:t>
      </w:r>
      <w:r>
        <w:tab/>
        <w:t>2.025e0</w:t>
      </w:r>
    </w:p>
    <w:p w:rsidR="007B2329" w:rsidRDefault="007B2329" w:rsidP="007B2329">
      <w:r>
        <w:t>912.1423</w:t>
      </w:r>
      <w:r>
        <w:tab/>
        <w:t>1.604e0</w:t>
      </w:r>
    </w:p>
    <w:p w:rsidR="007B2329" w:rsidRDefault="007B2329" w:rsidP="007B2329">
      <w:r>
        <w:t>912.1583</w:t>
      </w:r>
      <w:r>
        <w:tab/>
        <w:t>2.025e0</w:t>
      </w:r>
    </w:p>
    <w:p w:rsidR="007B2329" w:rsidRDefault="007B2329" w:rsidP="007B2329">
      <w:r>
        <w:t>912.1760</w:t>
      </w:r>
      <w:r>
        <w:tab/>
        <w:t>1.013e0</w:t>
      </w:r>
    </w:p>
    <w:p w:rsidR="007B2329" w:rsidRDefault="007B2329" w:rsidP="007B2329">
      <w:r>
        <w:t>912.1901</w:t>
      </w:r>
      <w:r>
        <w:tab/>
        <w:t>1.013e0</w:t>
      </w:r>
    </w:p>
    <w:p w:rsidR="007B2329" w:rsidRDefault="007B2329" w:rsidP="007B2329">
      <w:r>
        <w:lastRenderedPageBreak/>
        <w:t>912.2111</w:t>
      </w:r>
      <w:r>
        <w:tab/>
        <w:t>1.013e0</w:t>
      </w:r>
    </w:p>
    <w:p w:rsidR="007B2329" w:rsidRDefault="007B2329" w:rsidP="007B2329">
      <w:r>
        <w:t>912.2286</w:t>
      </w:r>
      <w:r>
        <w:tab/>
        <w:t>3.263e0</w:t>
      </w:r>
    </w:p>
    <w:p w:rsidR="007B2329" w:rsidRDefault="007B2329" w:rsidP="007B2329">
      <w:r>
        <w:t>912.2357</w:t>
      </w:r>
      <w:r>
        <w:tab/>
        <w:t>1.013e0</w:t>
      </w:r>
    </w:p>
    <w:p w:rsidR="007B2329" w:rsidRDefault="007B2329" w:rsidP="007B2329">
      <w:r>
        <w:t>912.2412</w:t>
      </w:r>
      <w:r>
        <w:tab/>
        <w:t>3.038e0</w:t>
      </w:r>
    </w:p>
    <w:p w:rsidR="007B2329" w:rsidRDefault="007B2329" w:rsidP="007B2329">
      <w:r>
        <w:t>912.2739</w:t>
      </w:r>
      <w:r>
        <w:tab/>
        <w:t>1.535e0</w:t>
      </w:r>
    </w:p>
    <w:p w:rsidR="007B2329" w:rsidRDefault="007B2329" w:rsidP="007B2329">
      <w:r>
        <w:t>912.2966</w:t>
      </w:r>
      <w:r>
        <w:tab/>
        <w:t>1.013e0</w:t>
      </w:r>
    </w:p>
    <w:p w:rsidR="007B2329" w:rsidRDefault="007B2329" w:rsidP="007B2329">
      <w:r>
        <w:t>912.2998</w:t>
      </w:r>
      <w:r>
        <w:tab/>
        <w:t>3.889e0</w:t>
      </w:r>
    </w:p>
    <w:p w:rsidR="007B2329" w:rsidRDefault="007B2329" w:rsidP="007B2329">
      <w:r>
        <w:t>912.3194</w:t>
      </w:r>
      <w:r>
        <w:tab/>
        <w:t>5.704e0</w:t>
      </w:r>
    </w:p>
    <w:p w:rsidR="007B2329" w:rsidRDefault="007B2329" w:rsidP="007B2329">
      <w:r>
        <w:t>912.3660</w:t>
      </w:r>
      <w:r>
        <w:tab/>
        <w:t>1.832e0</w:t>
      </w:r>
    </w:p>
    <w:p w:rsidR="007B2329" w:rsidRDefault="007B2329" w:rsidP="007B2329">
      <w:r>
        <w:t>912.3743</w:t>
      </w:r>
      <w:r>
        <w:tab/>
        <w:t>3.897e0</w:t>
      </w:r>
    </w:p>
    <w:p w:rsidR="007B2329" w:rsidRDefault="007B2329" w:rsidP="007B2329">
      <w:r>
        <w:t>912.3892</w:t>
      </w:r>
      <w:r>
        <w:tab/>
        <w:t>4.204e0</w:t>
      </w:r>
    </w:p>
    <w:p w:rsidR="007B2329" w:rsidRDefault="007B2329" w:rsidP="007B2329">
      <w:r>
        <w:t>912.3903</w:t>
      </w:r>
      <w:r>
        <w:tab/>
        <w:t>4.202e0</w:t>
      </w:r>
    </w:p>
    <w:p w:rsidR="007B2329" w:rsidRDefault="007B2329" w:rsidP="007B2329">
      <w:r>
        <w:t>912.4189</w:t>
      </w:r>
      <w:r>
        <w:tab/>
        <w:t>4.581e0</w:t>
      </w:r>
    </w:p>
    <w:p w:rsidR="007B2329" w:rsidRDefault="007B2329" w:rsidP="007B2329">
      <w:r>
        <w:t>912.4321</w:t>
      </w:r>
      <w:r>
        <w:tab/>
        <w:t>1.013e0</w:t>
      </w:r>
    </w:p>
    <w:p w:rsidR="007B2329" w:rsidRDefault="007B2329" w:rsidP="007B2329">
      <w:r>
        <w:t>912.4496</w:t>
      </w:r>
      <w:r>
        <w:tab/>
        <w:t>6.519e0</w:t>
      </w:r>
    </w:p>
    <w:p w:rsidR="007B2329" w:rsidRDefault="007B2329" w:rsidP="007B2329">
      <w:r>
        <w:t>912.4914</w:t>
      </w:r>
      <w:r>
        <w:tab/>
        <w:t>7.436e0</w:t>
      </w:r>
    </w:p>
    <w:p w:rsidR="007B2329" w:rsidRDefault="007B2329" w:rsidP="007B2329">
      <w:r>
        <w:t>912.5001</w:t>
      </w:r>
      <w:r>
        <w:tab/>
        <w:t>5.198e0</w:t>
      </w:r>
    </w:p>
    <w:p w:rsidR="007B2329" w:rsidRDefault="007B2329" w:rsidP="007B2329">
      <w:r>
        <w:t>912.5188</w:t>
      </w:r>
      <w:r>
        <w:tab/>
        <w:t>9.869e0</w:t>
      </w:r>
    </w:p>
    <w:p w:rsidR="007B2329" w:rsidRDefault="007B2329" w:rsidP="007B2329">
      <w:r>
        <w:t>912.5259</w:t>
      </w:r>
      <w:r>
        <w:tab/>
        <w:t>1.013e0</w:t>
      </w:r>
    </w:p>
    <w:p w:rsidR="007B2329" w:rsidRDefault="007B2329" w:rsidP="007B2329">
      <w:r>
        <w:lastRenderedPageBreak/>
        <w:t>912.5306</w:t>
      </w:r>
      <w:r>
        <w:tab/>
        <w:t>4.266e1</w:t>
      </w:r>
    </w:p>
    <w:p w:rsidR="007B2329" w:rsidRDefault="007B2329" w:rsidP="007B2329">
      <w:r>
        <w:t>912.5541</w:t>
      </w:r>
      <w:r>
        <w:tab/>
        <w:t>1.070e1</w:t>
      </w:r>
    </w:p>
    <w:p w:rsidR="007B2329" w:rsidRDefault="007B2329" w:rsidP="007B2329">
      <w:r>
        <w:t>912.6177</w:t>
      </w:r>
      <w:r>
        <w:tab/>
        <w:t>1.013e0</w:t>
      </w:r>
    </w:p>
    <w:p w:rsidR="007B2329" w:rsidRDefault="007B2329" w:rsidP="007B2329">
      <w:r>
        <w:t>912.6684</w:t>
      </w:r>
      <w:r>
        <w:tab/>
        <w:t>4.051e0</w:t>
      </w:r>
    </w:p>
    <w:p w:rsidR="007B2329" w:rsidRDefault="007B2329" w:rsidP="007B2329">
      <w:r>
        <w:t>912.7120</w:t>
      </w:r>
      <w:r>
        <w:tab/>
        <w:t>3.038e0</w:t>
      </w:r>
    </w:p>
    <w:p w:rsidR="007B2329" w:rsidRDefault="007B2329" w:rsidP="007B2329">
      <w:r>
        <w:t>912.7198</w:t>
      </w:r>
      <w:r>
        <w:tab/>
        <w:t>3.038e0</w:t>
      </w:r>
    </w:p>
    <w:p w:rsidR="007B2329" w:rsidRDefault="007B2329" w:rsidP="007B2329">
      <w:r>
        <w:t>912.7249</w:t>
      </w:r>
      <w:r>
        <w:tab/>
        <w:t>2.025e0</w:t>
      </w:r>
    </w:p>
    <w:p w:rsidR="007B2329" w:rsidRDefault="007B2329" w:rsidP="007B2329">
      <w:r>
        <w:t>912.7537</w:t>
      </w:r>
      <w:r>
        <w:tab/>
        <w:t>2.025e0</w:t>
      </w:r>
    </w:p>
    <w:p w:rsidR="007B2329" w:rsidRDefault="007B2329" w:rsidP="007B2329">
      <w:r>
        <w:t>912.8099</w:t>
      </w:r>
      <w:r>
        <w:tab/>
        <w:t>2.025e0</w:t>
      </w:r>
    </w:p>
    <w:p w:rsidR="007B2329" w:rsidRDefault="007B2329" w:rsidP="007B2329">
      <w:r>
        <w:t>912.8218</w:t>
      </w:r>
      <w:r>
        <w:tab/>
        <w:t>3.051e0</w:t>
      </w:r>
    </w:p>
    <w:p w:rsidR="007B2329" w:rsidRDefault="007B2329" w:rsidP="007B2329">
      <w:r>
        <w:t>912.8361</w:t>
      </w:r>
      <w:r>
        <w:tab/>
        <w:t>1.013e0</w:t>
      </w:r>
    </w:p>
    <w:p w:rsidR="007B2329" w:rsidRDefault="007B2329" w:rsidP="007B2329">
      <w:r>
        <w:t>912.8533</w:t>
      </w:r>
      <w:r>
        <w:tab/>
        <w:t>1.013e0</w:t>
      </w:r>
    </w:p>
    <w:p w:rsidR="007B2329" w:rsidRDefault="007B2329" w:rsidP="007B2329">
      <w:r>
        <w:t>912.9085</w:t>
      </w:r>
      <w:r>
        <w:tab/>
        <w:t>1.266e-2</w:t>
      </w:r>
    </w:p>
    <w:p w:rsidR="007B2329" w:rsidRDefault="007B2329" w:rsidP="007B2329">
      <w:r>
        <w:t>912.9230</w:t>
      </w:r>
      <w:r>
        <w:tab/>
        <w:t>1.013e0</w:t>
      </w:r>
    </w:p>
    <w:p w:rsidR="007B2329" w:rsidRDefault="007B2329" w:rsidP="007B2329">
      <w:r>
        <w:t>912.9503</w:t>
      </w:r>
      <w:r>
        <w:tab/>
        <w:t>6.076e0</w:t>
      </w:r>
    </w:p>
    <w:p w:rsidR="007B2329" w:rsidRDefault="007B2329" w:rsidP="007B2329">
      <w:r>
        <w:t>912.9542</w:t>
      </w:r>
      <w:r>
        <w:tab/>
        <w:t>1.013e0</w:t>
      </w:r>
    </w:p>
    <w:p w:rsidR="007B2329" w:rsidRDefault="007B2329" w:rsidP="007B2329">
      <w:r>
        <w:t>912.9749</w:t>
      </w:r>
      <w:r>
        <w:tab/>
        <w:t>3.038e0</w:t>
      </w:r>
    </w:p>
    <w:p w:rsidR="007B2329" w:rsidRDefault="007B2329" w:rsidP="007B2329">
      <w:r>
        <w:t>912.9846</w:t>
      </w:r>
      <w:r>
        <w:tab/>
        <w:t>4.051e0</w:t>
      </w:r>
    </w:p>
    <w:p w:rsidR="007B2329" w:rsidRDefault="007B2329" w:rsidP="007B2329">
      <w:r>
        <w:t>912.9929</w:t>
      </w:r>
      <w:r>
        <w:tab/>
        <w:t>2.025e0</w:t>
      </w:r>
    </w:p>
    <w:p w:rsidR="007B2329" w:rsidRDefault="007B2329" w:rsidP="007B2329">
      <w:r>
        <w:lastRenderedPageBreak/>
        <w:t>913.0226</w:t>
      </w:r>
      <w:r>
        <w:tab/>
        <w:t>1.013e0</w:t>
      </w:r>
    </w:p>
    <w:p w:rsidR="007B2329" w:rsidRDefault="007B2329" w:rsidP="007B2329">
      <w:r>
        <w:t>913.0309</w:t>
      </w:r>
      <w:r>
        <w:tab/>
        <w:t>1.013e0</w:t>
      </w:r>
    </w:p>
    <w:p w:rsidR="007B2329" w:rsidRDefault="007B2329" w:rsidP="007B2329">
      <w:r>
        <w:t>913.0396</w:t>
      </w:r>
      <w:r>
        <w:tab/>
        <w:t>1.013e0</w:t>
      </w:r>
    </w:p>
    <w:p w:rsidR="007B2329" w:rsidRDefault="007B2329" w:rsidP="007B2329">
      <w:r>
        <w:t>913.0668</w:t>
      </w:r>
      <w:r>
        <w:tab/>
        <w:t>5.063e0</w:t>
      </w:r>
    </w:p>
    <w:p w:rsidR="007B2329" w:rsidRDefault="007B2329" w:rsidP="007B2329">
      <w:r>
        <w:t>913.0992</w:t>
      </w:r>
      <w:r>
        <w:tab/>
        <w:t>3.705e0</w:t>
      </w:r>
    </w:p>
    <w:p w:rsidR="007B2329" w:rsidRDefault="007B2329" w:rsidP="007B2329">
      <w:r>
        <w:t>913.1175</w:t>
      </w:r>
      <w:r>
        <w:tab/>
        <w:t>2.593e0</w:t>
      </w:r>
    </w:p>
    <w:p w:rsidR="007B2329" w:rsidRDefault="007B2329" w:rsidP="007B2329">
      <w:r>
        <w:t>913.1575</w:t>
      </w:r>
      <w:r>
        <w:tab/>
        <w:t>1.013e0</w:t>
      </w:r>
    </w:p>
    <w:p w:rsidR="007B2329" w:rsidRDefault="007B2329" w:rsidP="007B2329">
      <w:r>
        <w:t>913.1746</w:t>
      </w:r>
      <w:r>
        <w:tab/>
        <w:t>1.013e0</w:t>
      </w:r>
    </w:p>
    <w:p w:rsidR="007B2329" w:rsidRDefault="007B2329" w:rsidP="007B2329">
      <w:r>
        <w:t>913.1949</w:t>
      </w:r>
      <w:r>
        <w:tab/>
        <w:t>2.025e0</w:t>
      </w:r>
    </w:p>
    <w:p w:rsidR="007B2329" w:rsidRDefault="007B2329" w:rsidP="007B2329">
      <w:r>
        <w:t>913.2078</w:t>
      </w:r>
      <w:r>
        <w:tab/>
        <w:t>3.038e0</w:t>
      </w:r>
    </w:p>
    <w:p w:rsidR="007B2329" w:rsidRDefault="007B2329" w:rsidP="007B2329">
      <w:r>
        <w:t>913.2447</w:t>
      </w:r>
      <w:r>
        <w:tab/>
        <w:t>2.025e0</w:t>
      </w:r>
    </w:p>
    <w:p w:rsidR="007B2329" w:rsidRDefault="007B2329" w:rsidP="007B2329">
      <w:r>
        <w:t>913.2544</w:t>
      </w:r>
      <w:r>
        <w:tab/>
        <w:t>3.620e0</w:t>
      </w:r>
    </w:p>
    <w:p w:rsidR="007B2329" w:rsidRDefault="007B2329" w:rsidP="007B2329">
      <w:r>
        <w:t>913.2766</w:t>
      </w:r>
      <w:r>
        <w:tab/>
        <w:t>2.025e0</w:t>
      </w:r>
    </w:p>
    <w:p w:rsidR="007B2329" w:rsidRDefault="007B2329" w:rsidP="007B2329">
      <w:r>
        <w:t>913.2845</w:t>
      </w:r>
      <w:r>
        <w:tab/>
        <w:t>6.854e0</w:t>
      </w:r>
    </w:p>
    <w:p w:rsidR="007B2329" w:rsidRDefault="007B2329" w:rsidP="007B2329">
      <w:r>
        <w:t>913.2871</w:t>
      </w:r>
      <w:r>
        <w:tab/>
        <w:t>5.861e0</w:t>
      </w:r>
    </w:p>
    <w:p w:rsidR="007B2329" w:rsidRDefault="007B2329" w:rsidP="007B2329">
      <w:r>
        <w:t>913.2889</w:t>
      </w:r>
      <w:r>
        <w:tab/>
        <w:t>7.906e0</w:t>
      </w:r>
    </w:p>
    <w:p w:rsidR="007B2329" w:rsidRDefault="007B2329" w:rsidP="007B2329">
      <w:r>
        <w:t>913.3056</w:t>
      </w:r>
      <w:r>
        <w:tab/>
        <w:t>6.076e0</w:t>
      </w:r>
    </w:p>
    <w:p w:rsidR="007B2329" w:rsidRDefault="007B2329" w:rsidP="007B2329">
      <w:r>
        <w:t>913.3810</w:t>
      </w:r>
      <w:r>
        <w:tab/>
        <w:t>4.051e0</w:t>
      </w:r>
    </w:p>
    <w:p w:rsidR="007B2329" w:rsidRDefault="007B2329" w:rsidP="007B2329">
      <w:r>
        <w:t>913.3881</w:t>
      </w:r>
      <w:r>
        <w:tab/>
        <w:t>2.962e0</w:t>
      </w:r>
    </w:p>
    <w:p w:rsidR="007B2329" w:rsidRDefault="007B2329" w:rsidP="007B2329">
      <w:r>
        <w:lastRenderedPageBreak/>
        <w:t>913.4143</w:t>
      </w:r>
      <w:r>
        <w:tab/>
        <w:t>3.987e0</w:t>
      </w:r>
    </w:p>
    <w:p w:rsidR="007B2329" w:rsidRDefault="007B2329" w:rsidP="007B2329">
      <w:r>
        <w:t>913.4160</w:t>
      </w:r>
      <w:r>
        <w:tab/>
        <w:t>4.235e0</w:t>
      </w:r>
    </w:p>
    <w:p w:rsidR="007B2329" w:rsidRDefault="007B2329" w:rsidP="007B2329">
      <w:r>
        <w:t>913.4478</w:t>
      </w:r>
      <w:r>
        <w:tab/>
        <w:t>5.570e0</w:t>
      </w:r>
    </w:p>
    <w:p w:rsidR="007B2329" w:rsidRDefault="007B2329" w:rsidP="007B2329">
      <w:r>
        <w:t>913.4721</w:t>
      </w:r>
      <w:r>
        <w:tab/>
        <w:t>1.694e1</w:t>
      </w:r>
    </w:p>
    <w:p w:rsidR="007B2329" w:rsidRDefault="007B2329" w:rsidP="007B2329">
      <w:r>
        <w:t>913.4824</w:t>
      </w:r>
      <w:r>
        <w:tab/>
        <w:t>3.038e0</w:t>
      </w:r>
    </w:p>
    <w:p w:rsidR="007B2329" w:rsidRDefault="007B2329" w:rsidP="007B2329">
      <w:r>
        <w:t>913.4841</w:t>
      </w:r>
      <w:r>
        <w:tab/>
        <w:t>1.188e1</w:t>
      </w:r>
    </w:p>
    <w:p w:rsidR="007B2329" w:rsidRDefault="007B2329" w:rsidP="007B2329">
      <w:r>
        <w:t>913.4902</w:t>
      </w:r>
      <w:r>
        <w:tab/>
        <w:t>4.907e0</w:t>
      </w:r>
    </w:p>
    <w:p w:rsidR="007B2329" w:rsidRDefault="007B2329" w:rsidP="007B2329">
      <w:r>
        <w:t>913.4954</w:t>
      </w:r>
      <w:r>
        <w:tab/>
        <w:t>3.038e0</w:t>
      </w:r>
    </w:p>
    <w:p w:rsidR="007B2329" w:rsidRDefault="007B2329" w:rsidP="007B2329">
      <w:r>
        <w:t>913.5038</w:t>
      </w:r>
      <w:r>
        <w:tab/>
        <w:t>1.178e1</w:t>
      </w:r>
    </w:p>
    <w:p w:rsidR="007B2329" w:rsidRDefault="007B2329" w:rsidP="007B2329">
      <w:r>
        <w:t>913.5283</w:t>
      </w:r>
      <w:r>
        <w:tab/>
        <w:t>1.147e0</w:t>
      </w:r>
    </w:p>
    <w:p w:rsidR="007B2329" w:rsidRDefault="007B2329" w:rsidP="007B2329">
      <w:r>
        <w:t>913.5366</w:t>
      </w:r>
      <w:r>
        <w:tab/>
        <w:t>6.936e0</w:t>
      </w:r>
    </w:p>
    <w:p w:rsidR="007B2329" w:rsidRDefault="007B2329" w:rsidP="007B2329">
      <w:r>
        <w:t>913.5482</w:t>
      </w:r>
      <w:r>
        <w:tab/>
        <w:t>2.731e0</w:t>
      </w:r>
    </w:p>
    <w:p w:rsidR="007B2329" w:rsidRDefault="007B2329" w:rsidP="007B2329">
      <w:r>
        <w:t>913.5974</w:t>
      </w:r>
      <w:r>
        <w:tab/>
        <w:t>1.013e0</w:t>
      </w:r>
    </w:p>
    <w:p w:rsidR="007B2329" w:rsidRDefault="007B2329" w:rsidP="007B2329">
      <w:r>
        <w:t>913.6360</w:t>
      </w:r>
      <w:r>
        <w:tab/>
        <w:t>1.857e0</w:t>
      </w:r>
    </w:p>
    <w:p w:rsidR="007B2329" w:rsidRDefault="007B2329" w:rsidP="007B2329">
      <w:r>
        <w:t>913.6581</w:t>
      </w:r>
      <w:r>
        <w:tab/>
        <w:t>1.013e0</w:t>
      </w:r>
    </w:p>
    <w:p w:rsidR="007B2329" w:rsidRDefault="007B2329" w:rsidP="007B2329">
      <w:r>
        <w:t>913.6650</w:t>
      </w:r>
      <w:r>
        <w:tab/>
        <w:t>1.266e-2</w:t>
      </w:r>
    </w:p>
    <w:p w:rsidR="007B2329" w:rsidRDefault="007B2329" w:rsidP="007B2329">
      <w:r>
        <w:t>913.6737</w:t>
      </w:r>
      <w:r>
        <w:tab/>
        <w:t>1.013e0</w:t>
      </w:r>
    </w:p>
    <w:p w:rsidR="007B2329" w:rsidRDefault="007B2329" w:rsidP="007B2329">
      <w:r>
        <w:t>913.6996</w:t>
      </w:r>
      <w:r>
        <w:tab/>
        <w:t>1.894e0</w:t>
      </w:r>
    </w:p>
    <w:p w:rsidR="007B2329" w:rsidRDefault="007B2329" w:rsidP="007B2329">
      <w:r>
        <w:t>913.7502</w:t>
      </w:r>
      <w:r>
        <w:tab/>
        <w:t>1.013e0</w:t>
      </w:r>
    </w:p>
    <w:p w:rsidR="007B2329" w:rsidRDefault="007B2329" w:rsidP="007B2329">
      <w:r>
        <w:lastRenderedPageBreak/>
        <w:t>913.8169</w:t>
      </w:r>
      <w:r>
        <w:tab/>
        <w:t>1.013e0</w:t>
      </w:r>
    </w:p>
    <w:p w:rsidR="007B2329" w:rsidRDefault="007B2329" w:rsidP="007B2329">
      <w:r>
        <w:t>913.8271</w:t>
      </w:r>
      <w:r>
        <w:tab/>
        <w:t>1.013e0</w:t>
      </w:r>
    </w:p>
    <w:p w:rsidR="007B2329" w:rsidRDefault="007B2329" w:rsidP="007B2329">
      <w:r>
        <w:t>913.8413</w:t>
      </w:r>
      <w:r>
        <w:tab/>
        <w:t>5.063e0</w:t>
      </w:r>
    </w:p>
    <w:p w:rsidR="007B2329" w:rsidRDefault="007B2329" w:rsidP="007B2329">
      <w:r>
        <w:t>913.8498</w:t>
      </w:r>
      <w:r>
        <w:tab/>
        <w:t>2.025e0</w:t>
      </w:r>
    </w:p>
    <w:p w:rsidR="007B2329" w:rsidRDefault="007B2329" w:rsidP="007B2329">
      <w:r>
        <w:t>913.8962</w:t>
      </w:r>
      <w:r>
        <w:tab/>
        <w:t>2.025e0</w:t>
      </w:r>
    </w:p>
    <w:p w:rsidR="007B2329" w:rsidRDefault="007B2329" w:rsidP="007B2329">
      <w:r>
        <w:t>913.9034</w:t>
      </w:r>
      <w:r>
        <w:tab/>
        <w:t>1.013e0</w:t>
      </w:r>
    </w:p>
    <w:p w:rsidR="007B2329" w:rsidRDefault="007B2329" w:rsidP="007B2329">
      <w:r>
        <w:t>913.9255</w:t>
      </w:r>
      <w:r>
        <w:tab/>
        <w:t>5.063e0</w:t>
      </w:r>
    </w:p>
    <w:p w:rsidR="007B2329" w:rsidRDefault="007B2329" w:rsidP="007B2329">
      <w:r>
        <w:t>913.9769</w:t>
      </w:r>
      <w:r>
        <w:tab/>
        <w:t>3.038e0</w:t>
      </w:r>
    </w:p>
    <w:p w:rsidR="007B2329" w:rsidRDefault="007B2329" w:rsidP="007B2329">
      <w:r>
        <w:t>913.9861</w:t>
      </w:r>
      <w:r>
        <w:tab/>
        <w:t>1.013e0</w:t>
      </w:r>
    </w:p>
    <w:p w:rsidR="007B2329" w:rsidRDefault="007B2329" w:rsidP="007B2329">
      <w:r>
        <w:t>914.0046</w:t>
      </w:r>
      <w:r>
        <w:tab/>
        <w:t>6.076e0</w:t>
      </w:r>
    </w:p>
    <w:p w:rsidR="007B2329" w:rsidRDefault="007B2329" w:rsidP="007B2329">
      <w:r>
        <w:t>914.0103</w:t>
      </w:r>
      <w:r>
        <w:tab/>
        <w:t>1.013e0</w:t>
      </w:r>
    </w:p>
    <w:p w:rsidR="007B2329" w:rsidRDefault="007B2329" w:rsidP="007B2329">
      <w:r>
        <w:t>914.0629</w:t>
      </w:r>
      <w:r>
        <w:tab/>
        <w:t>2.025e0</w:t>
      </w:r>
    </w:p>
    <w:p w:rsidR="007B2329" w:rsidRDefault="007B2329" w:rsidP="007B2329">
      <w:r>
        <w:t>914.0878</w:t>
      </w:r>
      <w:r>
        <w:tab/>
        <w:t>3.038e0</w:t>
      </w:r>
    </w:p>
    <w:p w:rsidR="007B2329" w:rsidRDefault="007B2329" w:rsidP="007B2329">
      <w:r>
        <w:t>914.1100</w:t>
      </w:r>
      <w:r>
        <w:tab/>
        <w:t>2.025e0</w:t>
      </w:r>
    </w:p>
    <w:p w:rsidR="007B2329" w:rsidRDefault="007B2329" w:rsidP="007B2329">
      <w:r>
        <w:t>914.1251</w:t>
      </w:r>
      <w:r>
        <w:tab/>
        <w:t>3.038e0</w:t>
      </w:r>
    </w:p>
    <w:p w:rsidR="007B2329" w:rsidRDefault="007B2329" w:rsidP="007B2329">
      <w:r>
        <w:t>914.1336</w:t>
      </w:r>
      <w:r>
        <w:tab/>
        <w:t>2.337e0</w:t>
      </w:r>
    </w:p>
    <w:p w:rsidR="007B2329" w:rsidRDefault="007B2329" w:rsidP="007B2329">
      <w:r>
        <w:t>914.2056</w:t>
      </w:r>
      <w:r>
        <w:tab/>
        <w:t>3.038e0</w:t>
      </w:r>
    </w:p>
    <w:p w:rsidR="007B2329" w:rsidRDefault="007B2329" w:rsidP="007B2329">
      <w:r>
        <w:t>914.2406</w:t>
      </w:r>
      <w:r>
        <w:tab/>
        <w:t>1.013e0</w:t>
      </w:r>
    </w:p>
    <w:p w:rsidR="007B2329" w:rsidRDefault="007B2329" w:rsidP="007B2329">
      <w:r>
        <w:t>914.2485</w:t>
      </w:r>
      <w:r>
        <w:tab/>
        <w:t>3.836e0</w:t>
      </w:r>
    </w:p>
    <w:p w:rsidR="007B2329" w:rsidRDefault="007B2329" w:rsidP="007B2329">
      <w:r>
        <w:lastRenderedPageBreak/>
        <w:t>914.2623</w:t>
      </w:r>
      <w:r>
        <w:tab/>
        <w:t>2.025e0</w:t>
      </w:r>
    </w:p>
    <w:p w:rsidR="007B2329" w:rsidRDefault="007B2329" w:rsidP="007B2329">
      <w:r>
        <w:t>914.2715</w:t>
      </w:r>
      <w:r>
        <w:tab/>
        <w:t>3.559e0</w:t>
      </w:r>
    </w:p>
    <w:p w:rsidR="007B2329" w:rsidRDefault="007B2329" w:rsidP="007B2329">
      <w:r>
        <w:t>914.3087</w:t>
      </w:r>
      <w:r>
        <w:tab/>
        <w:t>4.142e0</w:t>
      </w:r>
    </w:p>
    <w:p w:rsidR="007B2329" w:rsidRDefault="007B2329" w:rsidP="007B2329">
      <w:r>
        <w:t>914.3163</w:t>
      </w:r>
      <w:r>
        <w:tab/>
        <w:t>4.051e0</w:t>
      </w:r>
    </w:p>
    <w:p w:rsidR="007B2329" w:rsidRDefault="007B2329" w:rsidP="007B2329">
      <w:r>
        <w:t>914.3538</w:t>
      </w:r>
      <w:r>
        <w:tab/>
        <w:t>2.926e0</w:t>
      </w:r>
    </w:p>
    <w:p w:rsidR="007B2329" w:rsidRDefault="007B2329" w:rsidP="007B2329">
      <w:r>
        <w:t>914.3578</w:t>
      </w:r>
      <w:r>
        <w:tab/>
        <w:t>3.094e0</w:t>
      </w:r>
    </w:p>
    <w:p w:rsidR="007B2329" w:rsidRDefault="007B2329" w:rsidP="007B2329">
      <w:r>
        <w:t>914.3612</w:t>
      </w:r>
      <w:r>
        <w:tab/>
        <w:t>5.842e0</w:t>
      </w:r>
    </w:p>
    <w:p w:rsidR="007B2329" w:rsidRDefault="007B2329" w:rsidP="007B2329">
      <w:r>
        <w:t>914.3763</w:t>
      </w:r>
      <w:r>
        <w:tab/>
        <w:t>1.013e0</w:t>
      </w:r>
    </w:p>
    <w:p w:rsidR="007B2329" w:rsidRDefault="007B2329" w:rsidP="007B2329">
      <w:r>
        <w:t>914.3920</w:t>
      </w:r>
      <w:r>
        <w:tab/>
        <w:t>7.036e0</w:t>
      </w:r>
    </w:p>
    <w:p w:rsidR="007B2329" w:rsidRDefault="007B2329" w:rsidP="007B2329">
      <w:r>
        <w:t>914.4053</w:t>
      </w:r>
      <w:r>
        <w:tab/>
        <w:t>9.968e0</w:t>
      </w:r>
    </w:p>
    <w:p w:rsidR="007B2329" w:rsidRDefault="007B2329" w:rsidP="007B2329">
      <w:r>
        <w:t>914.4091</w:t>
      </w:r>
      <w:r>
        <w:tab/>
        <w:t>1.013e0</w:t>
      </w:r>
    </w:p>
    <w:p w:rsidR="007B2329" w:rsidRDefault="007B2329" w:rsidP="007B2329">
      <w:r>
        <w:t>914.4177</w:t>
      </w:r>
      <w:r>
        <w:tab/>
        <w:t>3.728e0</w:t>
      </w:r>
    </w:p>
    <w:p w:rsidR="007B2329" w:rsidRDefault="007B2329" w:rsidP="007B2329">
      <w:r>
        <w:t>914.4269</w:t>
      </w:r>
      <w:r>
        <w:tab/>
        <w:t>5.895e0</w:t>
      </w:r>
    </w:p>
    <w:p w:rsidR="007B2329" w:rsidRDefault="007B2329" w:rsidP="007B2329">
      <w:r>
        <w:t>914.4479</w:t>
      </w:r>
      <w:r>
        <w:tab/>
        <w:t>7.897e0</w:t>
      </w:r>
    </w:p>
    <w:p w:rsidR="007B2329" w:rsidRDefault="007B2329" w:rsidP="007B2329">
      <w:r>
        <w:t>914.4545</w:t>
      </w:r>
      <w:r>
        <w:tab/>
        <w:t>2.207e0</w:t>
      </w:r>
    </w:p>
    <w:p w:rsidR="007B2329" w:rsidRDefault="007B2329" w:rsidP="007B2329">
      <w:r>
        <w:t>914.4933</w:t>
      </w:r>
      <w:r>
        <w:tab/>
        <w:t>1.013e0</w:t>
      </w:r>
    </w:p>
    <w:p w:rsidR="007B2329" w:rsidRDefault="007B2329" w:rsidP="007B2329">
      <w:r>
        <w:t>914.5162</w:t>
      </w:r>
      <w:r>
        <w:tab/>
        <w:t>5.054e0</w:t>
      </w:r>
    </w:p>
    <w:p w:rsidR="007B2329" w:rsidRDefault="007B2329" w:rsidP="007B2329">
      <w:r>
        <w:t>914.5461</w:t>
      </w:r>
      <w:r>
        <w:tab/>
        <w:t>1.013e0</w:t>
      </w:r>
    </w:p>
    <w:p w:rsidR="007B2329" w:rsidRDefault="007B2329" w:rsidP="007B2329">
      <w:r>
        <w:t>914.5786</w:t>
      </w:r>
      <w:r>
        <w:tab/>
        <w:t>1.325e0</w:t>
      </w:r>
    </w:p>
    <w:p w:rsidR="007B2329" w:rsidRDefault="007B2329" w:rsidP="007B2329">
      <w:r>
        <w:lastRenderedPageBreak/>
        <w:t>914.6429</w:t>
      </w:r>
      <w:r>
        <w:tab/>
        <w:t>2.025e0</w:t>
      </w:r>
    </w:p>
    <w:p w:rsidR="007B2329" w:rsidRDefault="007B2329" w:rsidP="007B2329">
      <w:r>
        <w:t>914.6453</w:t>
      </w:r>
      <w:r>
        <w:tab/>
        <w:t>1.275e0</w:t>
      </w:r>
    </w:p>
    <w:p w:rsidR="007B2329" w:rsidRDefault="007B2329" w:rsidP="007B2329">
      <w:r>
        <w:t>914.6924</w:t>
      </w:r>
      <w:r>
        <w:tab/>
        <w:t>3.038e0</w:t>
      </w:r>
    </w:p>
    <w:p w:rsidR="007B2329" w:rsidRDefault="007B2329" w:rsidP="007B2329">
      <w:r>
        <w:t>914.6974</w:t>
      </w:r>
      <w:r>
        <w:tab/>
        <w:t>1.013e0</w:t>
      </w:r>
    </w:p>
    <w:p w:rsidR="007B2329" w:rsidRDefault="007B2329" w:rsidP="007B2329">
      <w:r>
        <w:t>914.7223</w:t>
      </w:r>
      <w:r>
        <w:tab/>
        <w:t>2.870e0</w:t>
      </w:r>
    </w:p>
    <w:p w:rsidR="007B2329" w:rsidRDefault="007B2329" w:rsidP="007B2329">
      <w:r>
        <w:t>914.7304</w:t>
      </w:r>
      <w:r>
        <w:tab/>
        <w:t>2.025e0</w:t>
      </w:r>
    </w:p>
    <w:p w:rsidR="007B2329" w:rsidRDefault="007B2329" w:rsidP="007B2329">
      <w:r>
        <w:t>914.7350</w:t>
      </w:r>
      <w:r>
        <w:tab/>
        <w:t>2.025e0</w:t>
      </w:r>
    </w:p>
    <w:p w:rsidR="007B2329" w:rsidRDefault="007B2329" w:rsidP="007B2329">
      <w:r>
        <w:t>914.7569</w:t>
      </w:r>
      <w:r>
        <w:tab/>
        <w:t>3.038e0</w:t>
      </w:r>
    </w:p>
    <w:p w:rsidR="007B2329" w:rsidRDefault="007B2329" w:rsidP="007B2329">
      <w:r>
        <w:t>914.7919</w:t>
      </w:r>
      <w:r>
        <w:tab/>
        <w:t>1.013e0</w:t>
      </w:r>
    </w:p>
    <w:p w:rsidR="007B2329" w:rsidRDefault="007B2329" w:rsidP="007B2329">
      <w:r>
        <w:t>914.8512</w:t>
      </w:r>
      <w:r>
        <w:tab/>
        <w:t>2.420e0</w:t>
      </w:r>
    </w:p>
    <w:p w:rsidR="007B2329" w:rsidRDefault="007B2329" w:rsidP="007B2329">
      <w:r>
        <w:t>914.8685</w:t>
      </w:r>
      <w:r>
        <w:tab/>
        <w:t>2.609e0</w:t>
      </w:r>
    </w:p>
    <w:p w:rsidR="007B2329" w:rsidRDefault="007B2329" w:rsidP="007B2329">
      <w:r>
        <w:t>914.8749</w:t>
      </w:r>
      <w:r>
        <w:tab/>
        <w:t>2.025e0</w:t>
      </w:r>
    </w:p>
    <w:p w:rsidR="007B2329" w:rsidRDefault="007B2329" w:rsidP="007B2329">
      <w:r>
        <w:t>914.8839</w:t>
      </w:r>
      <w:r>
        <w:tab/>
        <w:t>2.025e0</w:t>
      </w:r>
    </w:p>
    <w:p w:rsidR="007B2329" w:rsidRDefault="007B2329" w:rsidP="007B2329">
      <w:r>
        <w:t>914.8918</w:t>
      </w:r>
      <w:r>
        <w:tab/>
        <w:t>2.703e0</w:t>
      </w:r>
    </w:p>
    <w:p w:rsidR="007B2329" w:rsidRDefault="007B2329" w:rsidP="007B2329">
      <w:r>
        <w:t>914.9146</w:t>
      </w:r>
      <w:r>
        <w:tab/>
        <w:t>1.013e0</w:t>
      </w:r>
    </w:p>
    <w:p w:rsidR="007B2329" w:rsidRDefault="007B2329" w:rsidP="007B2329">
      <w:r>
        <w:t>914.9510</w:t>
      </w:r>
      <w:r>
        <w:tab/>
        <w:t>5.063e0</w:t>
      </w:r>
    </w:p>
    <w:p w:rsidR="007B2329" w:rsidRDefault="007B2329" w:rsidP="007B2329">
      <w:r>
        <w:t>914.9545</w:t>
      </w:r>
      <w:r>
        <w:tab/>
        <w:t>3.038e0</w:t>
      </w:r>
    </w:p>
    <w:p w:rsidR="007B2329" w:rsidRDefault="007B2329" w:rsidP="007B2329">
      <w:r>
        <w:t>914.9944</w:t>
      </w:r>
      <w:r>
        <w:tab/>
        <w:t>2.025e0</w:t>
      </w:r>
    </w:p>
    <w:p w:rsidR="007B2329" w:rsidRDefault="007B2329" w:rsidP="007B2329">
      <w:r>
        <w:t>915.0275</w:t>
      </w:r>
      <w:r>
        <w:tab/>
        <w:t>2.025e0</w:t>
      </w:r>
    </w:p>
    <w:p w:rsidR="007B2329" w:rsidRDefault="007B2329" w:rsidP="007B2329">
      <w:r>
        <w:lastRenderedPageBreak/>
        <w:t>915.0525</w:t>
      </w:r>
      <w:r>
        <w:tab/>
        <w:t>1.013e0</w:t>
      </w:r>
    </w:p>
    <w:p w:rsidR="007B2329" w:rsidRDefault="007B2329" w:rsidP="007B2329">
      <w:r>
        <w:t>915.0679</w:t>
      </w:r>
      <w:r>
        <w:tab/>
        <w:t>1.013e0</w:t>
      </w:r>
    </w:p>
    <w:p w:rsidR="007B2329" w:rsidRDefault="007B2329" w:rsidP="007B2329">
      <w:r>
        <w:t>915.1098</w:t>
      </w:r>
      <w:r>
        <w:tab/>
        <w:t>3.038e0</w:t>
      </w:r>
    </w:p>
    <w:p w:rsidR="007B2329" w:rsidRDefault="007B2329" w:rsidP="007B2329">
      <w:r>
        <w:t>915.1138</w:t>
      </w:r>
      <w:r>
        <w:tab/>
        <w:t>1.013e0</w:t>
      </w:r>
    </w:p>
    <w:p w:rsidR="007B2329" w:rsidRDefault="007B2329" w:rsidP="007B2329">
      <w:r>
        <w:t>915.2049</w:t>
      </w:r>
      <w:r>
        <w:tab/>
        <w:t>3.628e0</w:t>
      </w:r>
    </w:p>
    <w:p w:rsidR="007B2329" w:rsidRDefault="007B2329" w:rsidP="007B2329">
      <w:r>
        <w:t>915.2134</w:t>
      </w:r>
      <w:r>
        <w:tab/>
        <w:t>2.025e0</w:t>
      </w:r>
    </w:p>
    <w:p w:rsidR="007B2329" w:rsidRDefault="007B2329" w:rsidP="007B2329">
      <w:r>
        <w:t>915.2512</w:t>
      </w:r>
      <w:r>
        <w:tab/>
        <w:t>1.882e0</w:t>
      </w:r>
    </w:p>
    <w:p w:rsidR="007B2329" w:rsidRDefault="007B2329" w:rsidP="007B2329">
      <w:r>
        <w:t>915.2526</w:t>
      </w:r>
      <w:r>
        <w:tab/>
        <w:t>1.013e0</w:t>
      </w:r>
    </w:p>
    <w:p w:rsidR="007B2329" w:rsidRDefault="007B2329" w:rsidP="007B2329">
      <w:r>
        <w:t>915.2559</w:t>
      </w:r>
      <w:r>
        <w:tab/>
        <w:t>4.503e0</w:t>
      </w:r>
    </w:p>
    <w:p w:rsidR="007B2329" w:rsidRDefault="007B2329" w:rsidP="007B2329">
      <w:r>
        <w:t>915.2692</w:t>
      </w:r>
      <w:r>
        <w:tab/>
        <w:t>2.025e0</w:t>
      </w:r>
    </w:p>
    <w:p w:rsidR="007B2329" w:rsidRDefault="007B2329" w:rsidP="007B2329">
      <w:r>
        <w:t>915.3252</w:t>
      </w:r>
      <w:r>
        <w:tab/>
        <w:t>4.051e0</w:t>
      </w:r>
    </w:p>
    <w:p w:rsidR="007B2329" w:rsidRDefault="007B2329" w:rsidP="007B2329">
      <w:r>
        <w:t>915.3307</w:t>
      </w:r>
      <w:r>
        <w:tab/>
        <w:t>2.549e0</w:t>
      </w:r>
    </w:p>
    <w:p w:rsidR="007B2329" w:rsidRDefault="007B2329" w:rsidP="007B2329">
      <w:r>
        <w:t>915.3441</w:t>
      </w:r>
      <w:r>
        <w:tab/>
        <w:t>1.013e0</w:t>
      </w:r>
    </w:p>
    <w:p w:rsidR="007B2329" w:rsidRDefault="007B2329" w:rsidP="007B2329">
      <w:r>
        <w:t>915.3653</w:t>
      </w:r>
      <w:r>
        <w:tab/>
        <w:t>3.816e0</w:t>
      </w:r>
    </w:p>
    <w:p w:rsidR="007B2329" w:rsidRDefault="007B2329" w:rsidP="007B2329">
      <w:r>
        <w:t>915.4063</w:t>
      </w:r>
      <w:r>
        <w:tab/>
        <w:t>1.316e1</w:t>
      </w:r>
    </w:p>
    <w:p w:rsidR="007B2329" w:rsidRDefault="007B2329" w:rsidP="007B2329">
      <w:r>
        <w:t>915.4131</w:t>
      </w:r>
      <w:r>
        <w:tab/>
        <w:t>1.135e1</w:t>
      </w:r>
    </w:p>
    <w:p w:rsidR="007B2329" w:rsidRDefault="007B2329" w:rsidP="007B2329">
      <w:r>
        <w:t>915.4213</w:t>
      </w:r>
      <w:r>
        <w:tab/>
        <w:t>1.040e1</w:t>
      </w:r>
    </w:p>
    <w:p w:rsidR="007B2329" w:rsidRDefault="007B2329" w:rsidP="007B2329">
      <w:r>
        <w:t>915.4392</w:t>
      </w:r>
      <w:r>
        <w:tab/>
        <w:t>2.025e0</w:t>
      </w:r>
    </w:p>
    <w:p w:rsidR="007B2329" w:rsidRDefault="007B2329" w:rsidP="007B2329">
      <w:r>
        <w:t>915.4568</w:t>
      </w:r>
      <w:r>
        <w:tab/>
        <w:t>1.274e1</w:t>
      </w:r>
    </w:p>
    <w:p w:rsidR="007B2329" w:rsidRDefault="007B2329" w:rsidP="007B2329">
      <w:r>
        <w:lastRenderedPageBreak/>
        <w:t>915.4673</w:t>
      </w:r>
      <w:r>
        <w:tab/>
        <w:t>6.371e0</w:t>
      </w:r>
    </w:p>
    <w:p w:rsidR="007B2329" w:rsidRDefault="007B2329" w:rsidP="007B2329">
      <w:r>
        <w:t>915.5214</w:t>
      </w:r>
      <w:r>
        <w:tab/>
        <w:t>1.287e0</w:t>
      </w:r>
    </w:p>
    <w:p w:rsidR="007B2329" w:rsidRDefault="007B2329" w:rsidP="007B2329">
      <w:r>
        <w:t>915.5430</w:t>
      </w:r>
      <w:r>
        <w:tab/>
        <w:t>1.013e0</w:t>
      </w:r>
    </w:p>
    <w:p w:rsidR="007B2329" w:rsidRDefault="007B2329" w:rsidP="007B2329">
      <w:r>
        <w:t>915.6086</w:t>
      </w:r>
      <w:r>
        <w:tab/>
        <w:t>2.102e0</w:t>
      </w:r>
    </w:p>
    <w:p w:rsidR="007B2329" w:rsidRDefault="007B2329" w:rsidP="007B2329">
      <w:r>
        <w:t>915.6296</w:t>
      </w:r>
      <w:r>
        <w:tab/>
        <w:t>1.519e0</w:t>
      </w:r>
    </w:p>
    <w:p w:rsidR="007B2329" w:rsidRDefault="007B2329" w:rsidP="007B2329">
      <w:r>
        <w:t>915.6427</w:t>
      </w:r>
      <w:r>
        <w:tab/>
        <w:t>1.013e0</w:t>
      </w:r>
    </w:p>
    <w:p w:rsidR="007B2329" w:rsidRDefault="007B2329" w:rsidP="007B2329">
      <w:r>
        <w:t>915.6728</w:t>
      </w:r>
      <w:r>
        <w:tab/>
        <w:t>2.644e0</w:t>
      </w:r>
    </w:p>
    <w:p w:rsidR="007B2329" w:rsidRDefault="007B2329" w:rsidP="007B2329">
      <w:r>
        <w:t>915.6953</w:t>
      </w:r>
      <w:r>
        <w:tab/>
        <w:t>2.025e0</w:t>
      </w:r>
    </w:p>
    <w:p w:rsidR="007B2329" w:rsidRDefault="007B2329" w:rsidP="007B2329">
      <w:r>
        <w:t>915.7583</w:t>
      </w:r>
      <w:r>
        <w:tab/>
        <w:t>1.013e0</w:t>
      </w:r>
    </w:p>
    <w:p w:rsidR="007B2329" w:rsidRDefault="007B2329" w:rsidP="007B2329">
      <w:r>
        <w:t>915.7731</w:t>
      </w:r>
      <w:r>
        <w:tab/>
        <w:t>3.038e0</w:t>
      </w:r>
    </w:p>
    <w:p w:rsidR="007B2329" w:rsidRDefault="007B2329" w:rsidP="007B2329">
      <w:r>
        <w:t>915.8074</w:t>
      </w:r>
      <w:r>
        <w:tab/>
        <w:t>3.038e0</w:t>
      </w:r>
    </w:p>
    <w:p w:rsidR="007B2329" w:rsidRDefault="007B2329" w:rsidP="007B2329">
      <w:r>
        <w:t>915.8120</w:t>
      </w:r>
      <w:r>
        <w:tab/>
        <w:t>1.013e0</w:t>
      </w:r>
    </w:p>
    <w:p w:rsidR="007B2329" w:rsidRDefault="007B2329" w:rsidP="007B2329">
      <w:r>
        <w:t>915.8501</w:t>
      </w:r>
      <w:r>
        <w:tab/>
        <w:t>2.025e0</w:t>
      </w:r>
    </w:p>
    <w:p w:rsidR="007B2329" w:rsidRDefault="007B2329" w:rsidP="007B2329">
      <w:r>
        <w:t>915.8753</w:t>
      </w:r>
      <w:r>
        <w:tab/>
        <w:t>5.063e0</w:t>
      </w:r>
    </w:p>
    <w:p w:rsidR="007B2329" w:rsidRDefault="007B2329" w:rsidP="007B2329">
      <w:r>
        <w:t>915.8810</w:t>
      </w:r>
      <w:r>
        <w:tab/>
        <w:t>2.025e0</w:t>
      </w:r>
    </w:p>
    <w:p w:rsidR="007B2329" w:rsidRDefault="007B2329" w:rsidP="007B2329">
      <w:r>
        <w:t>915.9117</w:t>
      </w:r>
      <w:r>
        <w:tab/>
        <w:t>8.101e0</w:t>
      </w:r>
    </w:p>
    <w:p w:rsidR="007B2329" w:rsidRDefault="007B2329" w:rsidP="007B2329">
      <w:r>
        <w:t>915.9438</w:t>
      </w:r>
      <w:r>
        <w:tab/>
        <w:t>3.038e0</w:t>
      </w:r>
    </w:p>
    <w:p w:rsidR="007B2329" w:rsidRDefault="007B2329" w:rsidP="007B2329">
      <w:r>
        <w:t>915.9880</w:t>
      </w:r>
      <w:r>
        <w:tab/>
        <w:t>1.013e0</w:t>
      </w:r>
    </w:p>
    <w:p w:rsidR="007B2329" w:rsidRDefault="007B2329" w:rsidP="007B2329">
      <w:r>
        <w:t>915.9982</w:t>
      </w:r>
      <w:r>
        <w:tab/>
        <w:t>1.013e0</w:t>
      </w:r>
    </w:p>
    <w:p w:rsidR="007B2329" w:rsidRDefault="007B2329" w:rsidP="007B2329">
      <w:r>
        <w:lastRenderedPageBreak/>
        <w:t>916.0417</w:t>
      </w:r>
      <w:r>
        <w:tab/>
        <w:t>2.025e0</w:t>
      </w:r>
    </w:p>
    <w:p w:rsidR="007B2329" w:rsidRDefault="007B2329" w:rsidP="007B2329">
      <w:r>
        <w:t>916.0439</w:t>
      </w:r>
      <w:r>
        <w:tab/>
        <w:t>2.025e0</w:t>
      </w:r>
    </w:p>
    <w:p w:rsidR="007B2329" w:rsidRDefault="007B2329" w:rsidP="007B2329">
      <w:r>
        <w:t>916.0853</w:t>
      </w:r>
      <w:r>
        <w:tab/>
        <w:t>3.038e0</w:t>
      </w:r>
    </w:p>
    <w:p w:rsidR="007B2329" w:rsidRDefault="007B2329" w:rsidP="007B2329">
      <w:r>
        <w:t>916.1157</w:t>
      </w:r>
      <w:r>
        <w:tab/>
        <w:t>1.013e0</w:t>
      </w:r>
    </w:p>
    <w:p w:rsidR="007B2329" w:rsidRDefault="007B2329" w:rsidP="007B2329">
      <w:r>
        <w:t>916.1530</w:t>
      </w:r>
      <w:r>
        <w:tab/>
        <w:t>2.025e0</w:t>
      </w:r>
    </w:p>
    <w:p w:rsidR="007B2329" w:rsidRDefault="007B2329" w:rsidP="007B2329">
      <w:r>
        <w:t>916.1855</w:t>
      </w:r>
      <w:r>
        <w:tab/>
        <w:t>2.025e0</w:t>
      </w:r>
    </w:p>
    <w:p w:rsidR="007B2329" w:rsidRDefault="007B2329" w:rsidP="007B2329">
      <w:r>
        <w:t>916.2645</w:t>
      </w:r>
      <w:r>
        <w:tab/>
        <w:t>2.025e0</w:t>
      </w:r>
    </w:p>
    <w:p w:rsidR="007B2329" w:rsidRDefault="007B2329" w:rsidP="007B2329">
      <w:r>
        <w:t>916.3040</w:t>
      </w:r>
      <w:r>
        <w:tab/>
        <w:t>8.614e0</w:t>
      </w:r>
    </w:p>
    <w:p w:rsidR="007B2329" w:rsidRDefault="007B2329" w:rsidP="007B2329">
      <w:r>
        <w:t>916.3103</w:t>
      </w:r>
      <w:r>
        <w:tab/>
        <w:t>1.013e0</w:t>
      </w:r>
    </w:p>
    <w:p w:rsidR="007B2329" w:rsidRDefault="007B2329" w:rsidP="007B2329">
      <w:r>
        <w:t>916.3158</w:t>
      </w:r>
      <w:r>
        <w:tab/>
        <w:t>3.724e0</w:t>
      </w:r>
    </w:p>
    <w:p w:rsidR="007B2329" w:rsidRDefault="007B2329" w:rsidP="007B2329">
      <w:r>
        <w:t>916.3594</w:t>
      </w:r>
      <w:r>
        <w:tab/>
        <w:t>1.832e0</w:t>
      </w:r>
    </w:p>
    <w:p w:rsidR="007B2329" w:rsidRDefault="007B2329" w:rsidP="007B2329">
      <w:r>
        <w:t>916.3621</w:t>
      </w:r>
      <w:r>
        <w:tab/>
        <w:t>4.746e0</w:t>
      </w:r>
    </w:p>
    <w:p w:rsidR="007B2329" w:rsidRDefault="007B2329" w:rsidP="007B2329">
      <w:r>
        <w:t>916.3721</w:t>
      </w:r>
      <w:r>
        <w:tab/>
        <w:t>1.013e0</w:t>
      </w:r>
    </w:p>
    <w:p w:rsidR="007B2329" w:rsidRDefault="007B2329" w:rsidP="007B2329">
      <w:r>
        <w:t>916.3755</w:t>
      </w:r>
      <w:r>
        <w:tab/>
        <w:t>6.424e0</w:t>
      </w:r>
    </w:p>
    <w:p w:rsidR="007B2329" w:rsidRDefault="007B2329" w:rsidP="007B2329">
      <w:r>
        <w:t>916.3888</w:t>
      </w:r>
      <w:r>
        <w:tab/>
        <w:t>3.485e0</w:t>
      </w:r>
    </w:p>
    <w:p w:rsidR="007B2329" w:rsidRDefault="007B2329" w:rsidP="007B2329">
      <w:r>
        <w:t>916.4073</w:t>
      </w:r>
      <w:r>
        <w:tab/>
        <w:t>3.821e0</w:t>
      </w:r>
    </w:p>
    <w:p w:rsidR="007B2329" w:rsidRDefault="007B2329" w:rsidP="007B2329">
      <w:r>
        <w:t>916.4105</w:t>
      </w:r>
      <w:r>
        <w:tab/>
        <w:t>6.576e0</w:t>
      </w:r>
    </w:p>
    <w:p w:rsidR="007B2329" w:rsidRDefault="007B2329" w:rsidP="007B2329">
      <w:r>
        <w:t>916.4158</w:t>
      </w:r>
      <w:r>
        <w:tab/>
        <w:t>1.530e0</w:t>
      </w:r>
    </w:p>
    <w:p w:rsidR="007B2329" w:rsidRDefault="007B2329" w:rsidP="007B2329">
      <w:r>
        <w:t>916.4417</w:t>
      </w:r>
      <w:r>
        <w:tab/>
        <w:t>2.025e0</w:t>
      </w:r>
    </w:p>
    <w:p w:rsidR="007B2329" w:rsidRDefault="007B2329" w:rsidP="007B2329">
      <w:r>
        <w:lastRenderedPageBreak/>
        <w:t>916.4569</w:t>
      </w:r>
      <w:r>
        <w:tab/>
        <w:t>5.341e0</w:t>
      </w:r>
    </w:p>
    <w:p w:rsidR="007B2329" w:rsidRDefault="007B2329" w:rsidP="007B2329">
      <w:r>
        <w:t>916.4888</w:t>
      </w:r>
      <w:r>
        <w:tab/>
        <w:t>2.402e0</w:t>
      </w:r>
    </w:p>
    <w:p w:rsidR="007B2329" w:rsidRDefault="007B2329" w:rsidP="007B2329">
      <w:r>
        <w:t>916.5027</w:t>
      </w:r>
      <w:r>
        <w:tab/>
        <w:t>2.025e0</w:t>
      </w:r>
    </w:p>
    <w:p w:rsidR="007B2329" w:rsidRDefault="007B2329" w:rsidP="007B2329">
      <w:r>
        <w:t>916.5406</w:t>
      </w:r>
      <w:r>
        <w:tab/>
        <w:t>1.184e0</w:t>
      </w:r>
    </w:p>
    <w:p w:rsidR="007B2329" w:rsidRDefault="007B2329" w:rsidP="007B2329">
      <w:r>
        <w:t>916.5715</w:t>
      </w:r>
      <w:r>
        <w:tab/>
        <w:t>1.394e0</w:t>
      </w:r>
    </w:p>
    <w:p w:rsidR="007B2329" w:rsidRDefault="007B2329" w:rsidP="007B2329">
      <w:r>
        <w:t>916.5877</w:t>
      </w:r>
      <w:r>
        <w:tab/>
        <w:t>1.013e0</w:t>
      </w:r>
    </w:p>
    <w:p w:rsidR="007B2329" w:rsidRDefault="007B2329" w:rsidP="007B2329">
      <w:r>
        <w:t>916.5909</w:t>
      </w:r>
      <w:r>
        <w:tab/>
        <w:t>1.678e0</w:t>
      </w:r>
    </w:p>
    <w:p w:rsidR="007B2329" w:rsidRDefault="007B2329" w:rsidP="007B2329">
      <w:r>
        <w:t>916.6105</w:t>
      </w:r>
      <w:r>
        <w:tab/>
        <w:t>1.739e0</w:t>
      </w:r>
    </w:p>
    <w:p w:rsidR="007B2329" w:rsidRDefault="007B2329" w:rsidP="007B2329">
      <w:r>
        <w:t>916.6175</w:t>
      </w:r>
      <w:r>
        <w:tab/>
        <w:t>2.132e0</w:t>
      </w:r>
    </w:p>
    <w:p w:rsidR="007B2329" w:rsidRDefault="007B2329" w:rsidP="007B2329">
      <w:r>
        <w:t>916.6401</w:t>
      </w:r>
      <w:r>
        <w:tab/>
        <w:t>1.436e0</w:t>
      </w:r>
    </w:p>
    <w:p w:rsidR="007B2329" w:rsidRDefault="007B2329" w:rsidP="007B2329">
      <w:r>
        <w:t>916.6921</w:t>
      </w:r>
      <w:r>
        <w:tab/>
        <w:t>1.013e0</w:t>
      </w:r>
    </w:p>
    <w:p w:rsidR="007B2329" w:rsidRDefault="007B2329" w:rsidP="007B2329">
      <w:r>
        <w:t>916.6940</w:t>
      </w:r>
      <w:r>
        <w:tab/>
        <w:t>4.051e0</w:t>
      </w:r>
    </w:p>
    <w:p w:rsidR="007B2329" w:rsidRDefault="007B2329" w:rsidP="007B2329">
      <w:r>
        <w:t>916.7176</w:t>
      </w:r>
      <w:r>
        <w:tab/>
        <w:t>2.025e0</w:t>
      </w:r>
    </w:p>
    <w:p w:rsidR="007B2329" w:rsidRDefault="007B2329" w:rsidP="007B2329">
      <w:r>
        <w:t>916.7347</w:t>
      </w:r>
      <w:r>
        <w:tab/>
        <w:t>3.038e0</w:t>
      </w:r>
    </w:p>
    <w:p w:rsidR="007B2329" w:rsidRDefault="007B2329" w:rsidP="007B2329">
      <w:r>
        <w:t>916.7568</w:t>
      </w:r>
      <w:r>
        <w:tab/>
        <w:t>2.025e0</w:t>
      </w:r>
    </w:p>
    <w:p w:rsidR="007B2329" w:rsidRDefault="007B2329" w:rsidP="007B2329">
      <w:r>
        <w:t>916.7711</w:t>
      </w:r>
      <w:r>
        <w:tab/>
        <w:t>2.025e0</w:t>
      </w:r>
    </w:p>
    <w:p w:rsidR="007B2329" w:rsidRDefault="007B2329" w:rsidP="007B2329">
      <w:r>
        <w:t>916.8531</w:t>
      </w:r>
      <w:r>
        <w:tab/>
        <w:t>2.025e0</w:t>
      </w:r>
    </w:p>
    <w:p w:rsidR="007B2329" w:rsidRDefault="007B2329" w:rsidP="007B2329">
      <w:r>
        <w:t>916.8633</w:t>
      </w:r>
      <w:r>
        <w:tab/>
        <w:t>1.013e0</w:t>
      </w:r>
    </w:p>
    <w:p w:rsidR="007B2329" w:rsidRDefault="007B2329" w:rsidP="007B2329">
      <w:r>
        <w:t>916.8790</w:t>
      </w:r>
      <w:r>
        <w:tab/>
        <w:t>1.013e0</w:t>
      </w:r>
    </w:p>
    <w:p w:rsidR="007B2329" w:rsidRDefault="007B2329" w:rsidP="007B2329">
      <w:r>
        <w:lastRenderedPageBreak/>
        <w:t>916.9077</w:t>
      </w:r>
      <w:r>
        <w:tab/>
        <w:t>2.025e0</w:t>
      </w:r>
    </w:p>
    <w:p w:rsidR="007B2329" w:rsidRDefault="007B2329" w:rsidP="007B2329">
      <w:r>
        <w:t>916.9544</w:t>
      </w:r>
      <w:r>
        <w:tab/>
        <w:t>5.063e0</w:t>
      </w:r>
    </w:p>
    <w:p w:rsidR="007B2329" w:rsidRDefault="007B2329" w:rsidP="007B2329">
      <w:r>
        <w:t>916.9555</w:t>
      </w:r>
      <w:r>
        <w:tab/>
        <w:t>1.013e0</w:t>
      </w:r>
    </w:p>
    <w:p w:rsidR="007B2329" w:rsidRDefault="007B2329" w:rsidP="007B2329">
      <w:r>
        <w:t>916.9641</w:t>
      </w:r>
      <w:r>
        <w:tab/>
        <w:t>2.025e0</w:t>
      </w:r>
    </w:p>
    <w:p w:rsidR="007B2329" w:rsidRDefault="007B2329" w:rsidP="007B2329">
      <w:r>
        <w:t>917.0399</w:t>
      </w:r>
      <w:r>
        <w:tab/>
        <w:t>5.063e0</w:t>
      </w:r>
    </w:p>
    <w:p w:rsidR="007B2329" w:rsidRDefault="007B2329" w:rsidP="007B2329">
      <w:r>
        <w:t>917.0628</w:t>
      </w:r>
      <w:r>
        <w:tab/>
        <w:t>1.013e0</w:t>
      </w:r>
    </w:p>
    <w:p w:rsidR="007B2329" w:rsidRDefault="007B2329" w:rsidP="007B2329">
      <w:r>
        <w:t>917.0784</w:t>
      </w:r>
      <w:r>
        <w:tab/>
        <w:t>1.013e0</w:t>
      </w:r>
    </w:p>
    <w:p w:rsidR="007B2329" w:rsidRDefault="007B2329" w:rsidP="007B2329">
      <w:r>
        <w:t>917.0941</w:t>
      </w:r>
      <w:r>
        <w:tab/>
        <w:t>1.013e0</w:t>
      </w:r>
    </w:p>
    <w:p w:rsidR="007B2329" w:rsidRDefault="007B2329" w:rsidP="007B2329">
      <w:r>
        <w:t>917.1531</w:t>
      </w:r>
      <w:r>
        <w:tab/>
        <w:t>2.025e0</w:t>
      </w:r>
    </w:p>
    <w:p w:rsidR="007B2329" w:rsidRDefault="007B2329" w:rsidP="007B2329">
      <w:r>
        <w:t>917.1552</w:t>
      </w:r>
      <w:r>
        <w:tab/>
        <w:t>2.025e0</w:t>
      </w:r>
    </w:p>
    <w:p w:rsidR="007B2329" w:rsidRDefault="007B2329" w:rsidP="007B2329">
      <w:r>
        <w:t>917.1724</w:t>
      </w:r>
      <w:r>
        <w:tab/>
        <w:t>4.366e0</w:t>
      </w:r>
    </w:p>
    <w:p w:rsidR="007B2329" w:rsidRDefault="007B2329" w:rsidP="007B2329">
      <w:r>
        <w:t>917.1792</w:t>
      </w:r>
      <w:r>
        <w:tab/>
        <w:t>3.129e0</w:t>
      </w:r>
    </w:p>
    <w:p w:rsidR="007B2329" w:rsidRDefault="007B2329" w:rsidP="007B2329">
      <w:r>
        <w:t>917.2322</w:t>
      </w:r>
      <w:r>
        <w:tab/>
        <w:t>2.025e0</w:t>
      </w:r>
    </w:p>
    <w:p w:rsidR="007B2329" w:rsidRDefault="007B2329" w:rsidP="007B2329">
      <w:r>
        <w:t>917.2551</w:t>
      </w:r>
      <w:r>
        <w:tab/>
        <w:t>2.025e0</w:t>
      </w:r>
    </w:p>
    <w:p w:rsidR="007B2329" w:rsidRDefault="007B2329" w:rsidP="007B2329">
      <w:r>
        <w:t>917.2734</w:t>
      </w:r>
      <w:r>
        <w:tab/>
        <w:t>4.347e0</w:t>
      </w:r>
    </w:p>
    <w:p w:rsidR="007B2329" w:rsidRDefault="007B2329" w:rsidP="007B2329">
      <w:r>
        <w:t>917.3066</w:t>
      </w:r>
      <w:r>
        <w:tab/>
        <w:t>5.895e0</w:t>
      </w:r>
    </w:p>
    <w:p w:rsidR="007B2329" w:rsidRDefault="007B2329" w:rsidP="007B2329">
      <w:r>
        <w:t>917.3131</w:t>
      </w:r>
      <w:r>
        <w:tab/>
        <w:t>2.025e0</w:t>
      </w:r>
    </w:p>
    <w:p w:rsidR="007B2329" w:rsidRDefault="007B2329" w:rsidP="007B2329">
      <w:r>
        <w:t>917.3370</w:t>
      </w:r>
      <w:r>
        <w:tab/>
        <w:t>7.550e0</w:t>
      </w:r>
    </w:p>
    <w:p w:rsidR="007B2329" w:rsidRDefault="007B2329" w:rsidP="007B2329">
      <w:r>
        <w:t>917.3433</w:t>
      </w:r>
      <w:r>
        <w:tab/>
        <w:t>1.258e0</w:t>
      </w:r>
    </w:p>
    <w:p w:rsidR="007B2329" w:rsidRDefault="007B2329" w:rsidP="007B2329">
      <w:r>
        <w:lastRenderedPageBreak/>
        <w:t>917.3559</w:t>
      </w:r>
      <w:r>
        <w:tab/>
        <w:t>1.984e0</w:t>
      </w:r>
    </w:p>
    <w:p w:rsidR="007B2329" w:rsidRDefault="007B2329" w:rsidP="007B2329">
      <w:r>
        <w:t>917.3657</w:t>
      </w:r>
      <w:r>
        <w:tab/>
        <w:t>2.804e0</w:t>
      </w:r>
    </w:p>
    <w:p w:rsidR="007B2329" w:rsidRDefault="007B2329" w:rsidP="007B2329">
      <w:r>
        <w:t>917.3990</w:t>
      </w:r>
      <w:r>
        <w:tab/>
        <w:t>7.000e0</w:t>
      </w:r>
    </w:p>
    <w:p w:rsidR="007B2329" w:rsidRDefault="007B2329" w:rsidP="007B2329">
      <w:r>
        <w:t>917.4104</w:t>
      </w:r>
      <w:r>
        <w:tab/>
        <w:t>5.798e0</w:t>
      </w:r>
    </w:p>
    <w:p w:rsidR="007B2329" w:rsidRDefault="007B2329" w:rsidP="007B2329">
      <w:r>
        <w:t>917.4300</w:t>
      </w:r>
      <w:r>
        <w:tab/>
        <w:t>1.599e0</w:t>
      </w:r>
    </w:p>
    <w:p w:rsidR="007B2329" w:rsidRDefault="007B2329" w:rsidP="007B2329">
      <w:r>
        <w:t>917.4545</w:t>
      </w:r>
      <w:r>
        <w:tab/>
        <w:t>2.446e0</w:t>
      </w:r>
    </w:p>
    <w:p w:rsidR="007B2329" w:rsidRDefault="007B2329" w:rsidP="007B2329">
      <w:r>
        <w:t>917.4626</w:t>
      </w:r>
      <w:r>
        <w:tab/>
        <w:t>2.492e0</w:t>
      </w:r>
    </w:p>
    <w:p w:rsidR="007B2329" w:rsidRDefault="007B2329" w:rsidP="007B2329">
      <w:r>
        <w:t>917.4803</w:t>
      </w:r>
      <w:r>
        <w:tab/>
        <w:t>1.406e1</w:t>
      </w:r>
    </w:p>
    <w:p w:rsidR="007B2329" w:rsidRDefault="007B2329" w:rsidP="007B2329">
      <w:r>
        <w:t>917.4908</w:t>
      </w:r>
      <w:r>
        <w:tab/>
        <w:t>2.025e0</w:t>
      </w:r>
    </w:p>
    <w:p w:rsidR="007B2329" w:rsidRDefault="007B2329" w:rsidP="007B2329">
      <w:r>
        <w:t>917.5145</w:t>
      </w:r>
      <w:r>
        <w:tab/>
        <w:t>7.028e0</w:t>
      </w:r>
    </w:p>
    <w:p w:rsidR="007B2329" w:rsidRDefault="007B2329" w:rsidP="007B2329">
      <w:r>
        <w:t>917.5862</w:t>
      </w:r>
      <w:r>
        <w:tab/>
        <w:t>3.632e0</w:t>
      </w:r>
    </w:p>
    <w:p w:rsidR="007B2329" w:rsidRDefault="007B2329" w:rsidP="007B2329">
      <w:r>
        <w:t>917.5952</w:t>
      </w:r>
      <w:r>
        <w:tab/>
        <w:t>3.209e0</w:t>
      </w:r>
    </w:p>
    <w:p w:rsidR="007B2329" w:rsidRDefault="007B2329" w:rsidP="007B2329">
      <w:r>
        <w:t>917.6129</w:t>
      </w:r>
      <w:r>
        <w:tab/>
        <w:t>3.884e0</w:t>
      </w:r>
    </w:p>
    <w:p w:rsidR="007B2329" w:rsidRDefault="007B2329" w:rsidP="007B2329">
      <w:r>
        <w:t>917.6202</w:t>
      </w:r>
      <w:r>
        <w:tab/>
        <w:t>1.013e0</w:t>
      </w:r>
    </w:p>
    <w:p w:rsidR="007B2329" w:rsidRDefault="007B2329" w:rsidP="007B2329">
      <w:r>
        <w:t>917.6701</w:t>
      </w:r>
      <w:r>
        <w:tab/>
        <w:t>2.025e0</w:t>
      </w:r>
    </w:p>
    <w:p w:rsidR="007B2329" w:rsidRDefault="007B2329" w:rsidP="007B2329">
      <w:r>
        <w:t>917.6773</w:t>
      </w:r>
      <w:r>
        <w:tab/>
        <w:t>2.538e0</w:t>
      </w:r>
    </w:p>
    <w:p w:rsidR="007B2329" w:rsidRDefault="007B2329" w:rsidP="007B2329">
      <w:r>
        <w:t>917.7068</w:t>
      </w:r>
      <w:r>
        <w:tab/>
        <w:t>1.519e0</w:t>
      </w:r>
    </w:p>
    <w:p w:rsidR="007B2329" w:rsidRDefault="007B2329" w:rsidP="007B2329">
      <w:r>
        <w:t>917.7237</w:t>
      </w:r>
      <w:r>
        <w:tab/>
        <w:t>1.013e0</w:t>
      </w:r>
    </w:p>
    <w:p w:rsidR="007B2329" w:rsidRDefault="007B2329" w:rsidP="007B2329">
      <w:r>
        <w:t>917.7393</w:t>
      </w:r>
      <w:r>
        <w:tab/>
        <w:t>1.013e0</w:t>
      </w:r>
    </w:p>
    <w:p w:rsidR="007B2329" w:rsidRDefault="007B2329" w:rsidP="007B2329">
      <w:r>
        <w:lastRenderedPageBreak/>
        <w:t>917.7545</w:t>
      </w:r>
      <w:r>
        <w:tab/>
        <w:t>1.013e0</w:t>
      </w:r>
    </w:p>
    <w:p w:rsidR="007B2329" w:rsidRDefault="007B2329" w:rsidP="007B2329">
      <w:r>
        <w:t>917.7760</w:t>
      </w:r>
      <w:r>
        <w:tab/>
        <w:t>3.038e0</w:t>
      </w:r>
    </w:p>
    <w:p w:rsidR="007B2329" w:rsidRDefault="007B2329" w:rsidP="007B2329">
      <w:r>
        <w:t>917.8096</w:t>
      </w:r>
      <w:r>
        <w:tab/>
        <w:t>2.025e0</w:t>
      </w:r>
    </w:p>
    <w:p w:rsidR="007B2329" w:rsidRDefault="007B2329" w:rsidP="007B2329">
      <w:r>
        <w:t>917.8182</w:t>
      </w:r>
      <w:r>
        <w:tab/>
        <w:t>2.270e0</w:t>
      </w:r>
    </w:p>
    <w:p w:rsidR="007B2329" w:rsidRDefault="007B2329" w:rsidP="007B2329">
      <w:r>
        <w:t>917.8390</w:t>
      </w:r>
      <w:r>
        <w:tab/>
        <w:t>2.025e0</w:t>
      </w:r>
    </w:p>
    <w:p w:rsidR="007B2329" w:rsidRDefault="007B2329" w:rsidP="007B2329">
      <w:r>
        <w:t>917.8468</w:t>
      </w:r>
      <w:r>
        <w:tab/>
        <w:t>2.025e0</w:t>
      </w:r>
    </w:p>
    <w:p w:rsidR="007B2329" w:rsidRDefault="007B2329" w:rsidP="007B2329">
      <w:r>
        <w:t>917.8678</w:t>
      </w:r>
      <w:r>
        <w:tab/>
        <w:t>3.038e0</w:t>
      </w:r>
    </w:p>
    <w:p w:rsidR="007B2329" w:rsidRDefault="007B2329" w:rsidP="007B2329">
      <w:r>
        <w:t>917.9237</w:t>
      </w:r>
      <w:r>
        <w:tab/>
        <w:t>2.025e0</w:t>
      </w:r>
    </w:p>
    <w:p w:rsidR="007B2329" w:rsidRDefault="007B2329" w:rsidP="007B2329">
      <w:r>
        <w:t>917.9557</w:t>
      </w:r>
      <w:r>
        <w:tab/>
        <w:t>4.051e0</w:t>
      </w:r>
    </w:p>
    <w:p w:rsidR="007B2329" w:rsidRDefault="007B2329" w:rsidP="007B2329">
      <w:r>
        <w:t>917.9651</w:t>
      </w:r>
      <w:r>
        <w:tab/>
        <w:t>2.025e0</w:t>
      </w:r>
    </w:p>
    <w:p w:rsidR="007B2329" w:rsidRDefault="007B2329" w:rsidP="007B2329">
      <w:r>
        <w:t>917.9921</w:t>
      </w:r>
      <w:r>
        <w:tab/>
        <w:t>6.076e0</w:t>
      </w:r>
    </w:p>
    <w:p w:rsidR="007B2329" w:rsidRDefault="007B2329" w:rsidP="007B2329">
      <w:r>
        <w:t>917.9956</w:t>
      </w:r>
      <w:r>
        <w:tab/>
        <w:t>2.277e0</w:t>
      </w:r>
    </w:p>
    <w:p w:rsidR="007B2329" w:rsidRDefault="007B2329" w:rsidP="007B2329">
      <w:r>
        <w:t>918.0271</w:t>
      </w:r>
      <w:r>
        <w:tab/>
        <w:t>1.013e0</w:t>
      </w:r>
    </w:p>
    <w:p w:rsidR="007B2329" w:rsidRDefault="007B2329" w:rsidP="007B2329">
      <w:r>
        <w:t>918.0776</w:t>
      </w:r>
      <w:r>
        <w:tab/>
        <w:t>1.013e0</w:t>
      </w:r>
    </w:p>
    <w:p w:rsidR="007B2329" w:rsidRDefault="007B2329" w:rsidP="007B2329">
      <w:r>
        <w:t>918.0927</w:t>
      </w:r>
      <w:r>
        <w:tab/>
        <w:t>1.013e0</w:t>
      </w:r>
    </w:p>
    <w:p w:rsidR="007B2329" w:rsidRDefault="007B2329" w:rsidP="007B2329">
      <w:r>
        <w:t>918.1011</w:t>
      </w:r>
      <w:r>
        <w:tab/>
        <w:t>2.025e0</w:t>
      </w:r>
    </w:p>
    <w:p w:rsidR="007B2329" w:rsidRDefault="007B2329" w:rsidP="007B2329">
      <w:r>
        <w:t>918.1699</w:t>
      </w:r>
      <w:r>
        <w:tab/>
        <w:t>1.013e0</w:t>
      </w:r>
    </w:p>
    <w:p w:rsidR="007B2329" w:rsidRDefault="007B2329" w:rsidP="007B2329">
      <w:r>
        <w:t>918.1851</w:t>
      </w:r>
      <w:r>
        <w:tab/>
        <w:t>6.076e0</w:t>
      </w:r>
    </w:p>
    <w:p w:rsidR="007B2329" w:rsidRDefault="007B2329" w:rsidP="007B2329">
      <w:r>
        <w:t>918.2089</w:t>
      </w:r>
      <w:r>
        <w:tab/>
        <w:t>3.038e0</w:t>
      </w:r>
    </w:p>
    <w:p w:rsidR="007B2329" w:rsidRDefault="007B2329" w:rsidP="007B2329">
      <w:r>
        <w:lastRenderedPageBreak/>
        <w:t>918.2239</w:t>
      </w:r>
      <w:r>
        <w:tab/>
        <w:t>2.025e0</w:t>
      </w:r>
    </w:p>
    <w:p w:rsidR="007B2329" w:rsidRDefault="007B2329" w:rsidP="007B2329">
      <w:r>
        <w:t>918.2313</w:t>
      </w:r>
      <w:r>
        <w:tab/>
        <w:t>1.964e0</w:t>
      </w:r>
    </w:p>
    <w:p w:rsidR="007B2329" w:rsidRDefault="007B2329" w:rsidP="007B2329">
      <w:r>
        <w:t>918.2625</w:t>
      </w:r>
      <w:r>
        <w:tab/>
        <w:t>1.013e0</w:t>
      </w:r>
    </w:p>
    <w:p w:rsidR="007B2329" w:rsidRDefault="007B2329" w:rsidP="007B2329">
      <w:r>
        <w:t>918.3007</w:t>
      </w:r>
      <w:r>
        <w:tab/>
        <w:t>7.887e0</w:t>
      </w:r>
    </w:p>
    <w:p w:rsidR="007B2329" w:rsidRDefault="007B2329" w:rsidP="007B2329">
      <w:r>
        <w:t>918.3132</w:t>
      </w:r>
      <w:r>
        <w:tab/>
        <w:t>4.853e0</w:t>
      </w:r>
    </w:p>
    <w:p w:rsidR="007B2329" w:rsidRDefault="007B2329" w:rsidP="007B2329">
      <w:r>
        <w:t>918.3670</w:t>
      </w:r>
      <w:r>
        <w:tab/>
        <w:t>6.856e0</w:t>
      </w:r>
    </w:p>
    <w:p w:rsidR="007B2329" w:rsidRDefault="007B2329" w:rsidP="007B2329">
      <w:r>
        <w:t>918.3831</w:t>
      </w:r>
      <w:r>
        <w:tab/>
        <w:t>5.967e0</w:t>
      </w:r>
    </w:p>
    <w:p w:rsidR="007B2329" w:rsidRDefault="007B2329" w:rsidP="007B2329">
      <w:r>
        <w:t>918.4114</w:t>
      </w:r>
      <w:r>
        <w:tab/>
        <w:t>1.161e1</w:t>
      </w:r>
    </w:p>
    <w:p w:rsidR="007B2329" w:rsidRDefault="007B2329" w:rsidP="007B2329">
      <w:r>
        <w:t>918.4188</w:t>
      </w:r>
      <w:r>
        <w:tab/>
        <w:t>4.569e0</w:t>
      </w:r>
    </w:p>
    <w:p w:rsidR="007B2329" w:rsidRDefault="007B2329" w:rsidP="007B2329">
      <w:r>
        <w:t>918.4207</w:t>
      </w:r>
      <w:r>
        <w:tab/>
        <w:t>6.018e0</w:t>
      </w:r>
    </w:p>
    <w:p w:rsidR="007B2329" w:rsidRDefault="007B2329" w:rsidP="007B2329">
      <w:r>
        <w:t>918.4645</w:t>
      </w:r>
      <w:r>
        <w:tab/>
        <w:t>4.970e0</w:t>
      </w:r>
    </w:p>
    <w:p w:rsidR="007B2329" w:rsidRDefault="007B2329" w:rsidP="007B2329">
      <w:r>
        <w:t>918.4773</w:t>
      </w:r>
      <w:r>
        <w:tab/>
        <w:t>1.013e0</w:t>
      </w:r>
    </w:p>
    <w:p w:rsidR="007B2329" w:rsidRDefault="007B2329" w:rsidP="007B2329">
      <w:r>
        <w:t>918.4831</w:t>
      </w:r>
      <w:r>
        <w:tab/>
        <w:t>3.621e0</w:t>
      </w:r>
    </w:p>
    <w:p w:rsidR="007B2329" w:rsidRDefault="007B2329" w:rsidP="007B2329">
      <w:r>
        <w:t>918.5001</w:t>
      </w:r>
      <w:r>
        <w:tab/>
        <w:t>4.902e0</w:t>
      </w:r>
    </w:p>
    <w:p w:rsidR="007B2329" w:rsidRDefault="007B2329" w:rsidP="007B2329">
      <w:r>
        <w:t>918.5090</w:t>
      </w:r>
      <w:r>
        <w:tab/>
        <w:t>4.600e0</w:t>
      </w:r>
    </w:p>
    <w:p w:rsidR="007B2329" w:rsidRDefault="007B2329" w:rsidP="007B2329">
      <w:r>
        <w:t>918.5195</w:t>
      </w:r>
      <w:r>
        <w:tab/>
        <w:t>3.637e0</w:t>
      </w:r>
    </w:p>
    <w:p w:rsidR="007B2329" w:rsidRDefault="007B2329" w:rsidP="007B2329">
      <w:r>
        <w:t>918.5421</w:t>
      </w:r>
      <w:r>
        <w:tab/>
        <w:t>2.146e0</w:t>
      </w:r>
    </w:p>
    <w:p w:rsidR="007B2329" w:rsidRDefault="007B2329" w:rsidP="007B2329">
      <w:r>
        <w:t>918.6004</w:t>
      </w:r>
      <w:r>
        <w:tab/>
        <w:t>4.034e0</w:t>
      </w:r>
    </w:p>
    <w:p w:rsidR="007B2329" w:rsidRDefault="007B2329" w:rsidP="007B2329">
      <w:r>
        <w:t>918.6161</w:t>
      </w:r>
      <w:r>
        <w:tab/>
        <w:t>1.378e0</w:t>
      </w:r>
    </w:p>
    <w:p w:rsidR="007B2329" w:rsidRDefault="007B2329" w:rsidP="007B2329">
      <w:r>
        <w:lastRenderedPageBreak/>
        <w:t>918.6336</w:t>
      </w:r>
      <w:r>
        <w:tab/>
        <w:t>2.025e0</w:t>
      </w:r>
    </w:p>
    <w:p w:rsidR="007B2329" w:rsidRDefault="007B2329" w:rsidP="007B2329">
      <w:r>
        <w:t>918.6599</w:t>
      </w:r>
      <w:r>
        <w:tab/>
        <w:t>1.984e0</w:t>
      </w:r>
    </w:p>
    <w:p w:rsidR="007B2329" w:rsidRDefault="007B2329" w:rsidP="007B2329">
      <w:r>
        <w:t>918.6683</w:t>
      </w:r>
      <w:r>
        <w:tab/>
        <w:t>1.460e0</w:t>
      </w:r>
    </w:p>
    <w:p w:rsidR="007B2329" w:rsidRDefault="007B2329" w:rsidP="007B2329">
      <w:r>
        <w:t>918.6861</w:t>
      </w:r>
      <w:r>
        <w:tab/>
        <w:t>1.013e0</w:t>
      </w:r>
    </w:p>
    <w:p w:rsidR="007B2329" w:rsidRDefault="007B2329" w:rsidP="007B2329">
      <w:r>
        <w:t>918.6927</w:t>
      </w:r>
      <w:r>
        <w:tab/>
        <w:t>1.013e0</w:t>
      </w:r>
    </w:p>
    <w:p w:rsidR="007B2329" w:rsidRDefault="007B2329" w:rsidP="007B2329">
      <w:r>
        <w:t>918.7220</w:t>
      </w:r>
      <w:r>
        <w:tab/>
        <w:t>4.051e0</w:t>
      </w:r>
    </w:p>
    <w:p w:rsidR="007B2329" w:rsidRDefault="007B2329" w:rsidP="007B2329">
      <w:r>
        <w:t>918.7426</w:t>
      </w:r>
      <w:r>
        <w:tab/>
        <w:t>3.038e0</w:t>
      </w:r>
    </w:p>
    <w:p w:rsidR="007B2329" w:rsidRDefault="007B2329" w:rsidP="007B2329">
      <w:r>
        <w:t>918.7628</w:t>
      </w:r>
      <w:r>
        <w:tab/>
        <w:t>2.025e0</w:t>
      </w:r>
    </w:p>
    <w:p w:rsidR="007B2329" w:rsidRDefault="007B2329" w:rsidP="007B2329">
      <w:r>
        <w:t>918.7697</w:t>
      </w:r>
      <w:r>
        <w:tab/>
        <w:t>2.025e0</w:t>
      </w:r>
    </w:p>
    <w:p w:rsidR="007B2329" w:rsidRDefault="007B2329" w:rsidP="007B2329">
      <w:r>
        <w:t>918.7853</w:t>
      </w:r>
      <w:r>
        <w:tab/>
        <w:t>1.013e0</w:t>
      </w:r>
    </w:p>
    <w:p w:rsidR="007B2329" w:rsidRDefault="007B2329" w:rsidP="007B2329">
      <w:r>
        <w:t>918.8718</w:t>
      </w:r>
      <w:r>
        <w:tab/>
        <w:t>1.013e0</w:t>
      </w:r>
    </w:p>
    <w:p w:rsidR="007B2329" w:rsidRDefault="007B2329" w:rsidP="007B2329">
      <w:r>
        <w:t>918.8774</w:t>
      </w:r>
      <w:r>
        <w:tab/>
        <w:t>1.013e0</w:t>
      </w:r>
    </w:p>
    <w:p w:rsidR="007B2329" w:rsidRDefault="007B2329" w:rsidP="007B2329">
      <w:r>
        <w:t>918.9008</w:t>
      </w:r>
      <w:r>
        <w:tab/>
        <w:t>2.025e0</w:t>
      </w:r>
    </w:p>
    <w:p w:rsidR="007B2329" w:rsidRDefault="007B2329" w:rsidP="007B2329">
      <w:r>
        <w:t>918.9112</w:t>
      </w:r>
      <w:r>
        <w:tab/>
        <w:t>3.939e0</w:t>
      </w:r>
    </w:p>
    <w:p w:rsidR="007B2329" w:rsidRDefault="007B2329" w:rsidP="007B2329">
      <w:r>
        <w:t>918.9975</w:t>
      </w:r>
      <w:r>
        <w:tab/>
        <w:t>2.025e0</w:t>
      </w:r>
    </w:p>
    <w:p w:rsidR="007B2329" w:rsidRDefault="007B2329" w:rsidP="007B2329">
      <w:r>
        <w:t>919.0006</w:t>
      </w:r>
      <w:r>
        <w:tab/>
        <w:t>3.038e0</w:t>
      </w:r>
    </w:p>
    <w:p w:rsidR="007B2329" w:rsidRDefault="007B2329" w:rsidP="007B2329">
      <w:r>
        <w:t>919.0236</w:t>
      </w:r>
      <w:r>
        <w:tab/>
        <w:t>1.013e0</w:t>
      </w:r>
    </w:p>
    <w:p w:rsidR="007B2329" w:rsidRDefault="007B2329" w:rsidP="007B2329">
      <w:r>
        <w:t>919.0314</w:t>
      </w:r>
      <w:r>
        <w:tab/>
        <w:t>1.013e0</w:t>
      </w:r>
    </w:p>
    <w:p w:rsidR="007B2329" w:rsidRDefault="007B2329" w:rsidP="007B2329">
      <w:r>
        <w:t>919.0470</w:t>
      </w:r>
      <w:r>
        <w:tab/>
        <w:t>1.013e0</w:t>
      </w:r>
    </w:p>
    <w:p w:rsidR="007B2329" w:rsidRDefault="007B2329" w:rsidP="007B2329">
      <w:r>
        <w:lastRenderedPageBreak/>
        <w:t>919.0537</w:t>
      </w:r>
      <w:r>
        <w:tab/>
        <w:t>1.025e0</w:t>
      </w:r>
    </w:p>
    <w:p w:rsidR="007B2329" w:rsidRDefault="007B2329" w:rsidP="007B2329">
      <w:r>
        <w:t>919.1327</w:t>
      </w:r>
      <w:r>
        <w:tab/>
        <w:t>4.051e0</w:t>
      </w:r>
    </w:p>
    <w:p w:rsidR="007B2329" w:rsidRDefault="007B2329" w:rsidP="007B2329">
      <w:r>
        <w:t>919.1392</w:t>
      </w:r>
      <w:r>
        <w:tab/>
        <w:t>1.013e0</w:t>
      </w:r>
    </w:p>
    <w:p w:rsidR="007B2329" w:rsidRDefault="007B2329" w:rsidP="007B2329">
      <w:r>
        <w:t>919.1451</w:t>
      </w:r>
      <w:r>
        <w:tab/>
        <w:t>2.770e0</w:t>
      </w:r>
    </w:p>
    <w:p w:rsidR="007B2329" w:rsidRDefault="007B2329" w:rsidP="007B2329">
      <w:r>
        <w:t>919.1534</w:t>
      </w:r>
      <w:r>
        <w:tab/>
        <w:t>3.038e0</w:t>
      </w:r>
    </w:p>
    <w:p w:rsidR="007B2329" w:rsidRDefault="007B2329" w:rsidP="007B2329">
      <w:r>
        <w:t>919.1699</w:t>
      </w:r>
      <w:r>
        <w:tab/>
        <w:t>1.013e0</w:t>
      </w:r>
    </w:p>
    <w:p w:rsidR="007B2329" w:rsidRDefault="007B2329" w:rsidP="007B2329">
      <w:r>
        <w:t>919.1874</w:t>
      </w:r>
      <w:r>
        <w:tab/>
        <w:t>2.025e0</w:t>
      </w:r>
    </w:p>
    <w:p w:rsidR="007B2329" w:rsidRDefault="007B2329" w:rsidP="007B2329">
      <w:r>
        <w:t>919.2208</w:t>
      </w:r>
      <w:r>
        <w:tab/>
        <w:t>7.089e0</w:t>
      </w:r>
    </w:p>
    <w:p w:rsidR="007B2329" w:rsidRDefault="007B2329" w:rsidP="007B2329">
      <w:r>
        <w:t>919.2557</w:t>
      </w:r>
      <w:r>
        <w:tab/>
        <w:t>4.992e0</w:t>
      </w:r>
    </w:p>
    <w:p w:rsidR="007B2329" w:rsidRDefault="007B2329" w:rsidP="007B2329">
      <w:r>
        <w:t>919.2776</w:t>
      </w:r>
      <w:r>
        <w:tab/>
        <w:t>2.933e0</w:t>
      </w:r>
    </w:p>
    <w:p w:rsidR="007B2329" w:rsidRDefault="007B2329" w:rsidP="007B2329">
      <w:r>
        <w:t>919.2829</w:t>
      </w:r>
      <w:r>
        <w:tab/>
        <w:t>4.051e0</w:t>
      </w:r>
    </w:p>
    <w:p w:rsidR="007B2329" w:rsidRDefault="007B2329" w:rsidP="007B2329">
      <w:r>
        <w:t>919.2912</w:t>
      </w:r>
      <w:r>
        <w:tab/>
        <w:t>2.025e0</w:t>
      </w:r>
    </w:p>
    <w:p w:rsidR="007B2329" w:rsidRDefault="007B2329" w:rsidP="007B2329">
      <w:r>
        <w:t>919.3423</w:t>
      </w:r>
      <w:r>
        <w:tab/>
        <w:t>3.473e0</w:t>
      </w:r>
    </w:p>
    <w:p w:rsidR="007B2329" w:rsidRDefault="007B2329" w:rsidP="007B2329">
      <w:r>
        <w:t>919.3447</w:t>
      </w:r>
      <w:r>
        <w:tab/>
        <w:t>3.108e0</w:t>
      </w:r>
    </w:p>
    <w:p w:rsidR="007B2329" w:rsidRDefault="007B2329" w:rsidP="007B2329">
      <w:r>
        <w:t>919.3960</w:t>
      </w:r>
      <w:r>
        <w:tab/>
        <w:t>1.013e0</w:t>
      </w:r>
    </w:p>
    <w:p w:rsidR="007B2329" w:rsidRDefault="007B2329" w:rsidP="007B2329">
      <w:r>
        <w:t>919.4048</w:t>
      </w:r>
      <w:r>
        <w:tab/>
        <w:t>3.638e0</w:t>
      </w:r>
    </w:p>
    <w:p w:rsidR="007B2329" w:rsidRDefault="007B2329" w:rsidP="007B2329">
      <w:r>
        <w:t>919.4316</w:t>
      </w:r>
      <w:r>
        <w:tab/>
        <w:t>1.013e0</w:t>
      </w:r>
    </w:p>
    <w:p w:rsidR="007B2329" w:rsidRDefault="007B2329" w:rsidP="007B2329">
      <w:r>
        <w:t>919.4341</w:t>
      </w:r>
      <w:r>
        <w:tab/>
        <w:t>6.306e0</w:t>
      </w:r>
    </w:p>
    <w:p w:rsidR="007B2329" w:rsidRDefault="007B2329" w:rsidP="007B2329">
      <w:r>
        <w:t>919.4359</w:t>
      </w:r>
      <w:r>
        <w:tab/>
        <w:t>1.874e0</w:t>
      </w:r>
    </w:p>
    <w:p w:rsidR="007B2329" w:rsidRDefault="007B2329" w:rsidP="007B2329">
      <w:r>
        <w:lastRenderedPageBreak/>
        <w:t>919.4568</w:t>
      </w:r>
      <w:r>
        <w:tab/>
        <w:t>2.637e0</w:t>
      </w:r>
    </w:p>
    <w:p w:rsidR="007B2329" w:rsidRDefault="007B2329" w:rsidP="007B2329">
      <w:r>
        <w:t>919.4738</w:t>
      </w:r>
      <w:r>
        <w:tab/>
        <w:t>2.614e0</w:t>
      </w:r>
    </w:p>
    <w:p w:rsidR="007B2329" w:rsidRDefault="007B2329" w:rsidP="007B2329">
      <w:r>
        <w:t>919.4873</w:t>
      </w:r>
      <w:r>
        <w:tab/>
        <w:t>2.187e0</w:t>
      </w:r>
    </w:p>
    <w:p w:rsidR="007B2329" w:rsidRDefault="007B2329" w:rsidP="007B2329">
      <w:r>
        <w:t>919.5076</w:t>
      </w:r>
      <w:r>
        <w:tab/>
        <w:t>1.120e0</w:t>
      </w:r>
    </w:p>
    <w:p w:rsidR="007B2329" w:rsidRDefault="007B2329" w:rsidP="007B2329">
      <w:r>
        <w:t>919.5187</w:t>
      </w:r>
      <w:r>
        <w:tab/>
        <w:t>4.023e0</w:t>
      </w:r>
    </w:p>
    <w:p w:rsidR="007B2329" w:rsidRDefault="007B2329" w:rsidP="007B2329">
      <w:r>
        <w:t>919.5801</w:t>
      </w:r>
      <w:r>
        <w:tab/>
        <w:t>1.216e0</w:t>
      </w:r>
    </w:p>
    <w:p w:rsidR="007B2329" w:rsidRDefault="007B2329" w:rsidP="007B2329">
      <w:r>
        <w:t>919.5894</w:t>
      </w:r>
      <w:r>
        <w:tab/>
        <w:t>1.535e0</w:t>
      </w:r>
    </w:p>
    <w:p w:rsidR="007B2329" w:rsidRDefault="007B2329" w:rsidP="007B2329">
      <w:r>
        <w:t>919.6136</w:t>
      </w:r>
      <w:r>
        <w:tab/>
        <w:t>5.063e0</w:t>
      </w:r>
    </w:p>
    <w:p w:rsidR="007B2329" w:rsidRDefault="007B2329" w:rsidP="007B2329">
      <w:r>
        <w:t>919.6474</w:t>
      </w:r>
      <w:r>
        <w:tab/>
        <w:t>1.013e0</w:t>
      </w:r>
    </w:p>
    <w:p w:rsidR="007B2329" w:rsidRDefault="007B2329" w:rsidP="007B2329">
      <w:r>
        <w:t>919.6574</w:t>
      </w:r>
      <w:r>
        <w:tab/>
        <w:t>2.597e0</w:t>
      </w:r>
    </w:p>
    <w:p w:rsidR="007B2329" w:rsidRDefault="007B2329" w:rsidP="007B2329">
      <w:r>
        <w:t>919.6685</w:t>
      </w:r>
      <w:r>
        <w:tab/>
        <w:t>3.846e0</w:t>
      </w:r>
    </w:p>
    <w:p w:rsidR="007B2329" w:rsidRDefault="007B2329" w:rsidP="007B2329">
      <w:r>
        <w:t>919.7386</w:t>
      </w:r>
      <w:r>
        <w:tab/>
        <w:t>3.038e0</w:t>
      </w:r>
    </w:p>
    <w:p w:rsidR="007B2329" w:rsidRDefault="007B2329" w:rsidP="007B2329">
      <w:r>
        <w:t>919.7517</w:t>
      </w:r>
      <w:r>
        <w:tab/>
        <w:t>1.013e0</w:t>
      </w:r>
    </w:p>
    <w:p w:rsidR="007B2329" w:rsidRDefault="007B2329" w:rsidP="007B2329">
      <w:r>
        <w:t>919.7690</w:t>
      </w:r>
      <w:r>
        <w:tab/>
        <w:t>1.013e0</w:t>
      </w:r>
    </w:p>
    <w:p w:rsidR="007B2329" w:rsidRDefault="007B2329" w:rsidP="007B2329">
      <w:r>
        <w:t>919.8171</w:t>
      </w:r>
      <w:r>
        <w:tab/>
        <w:t>1.013e0</w:t>
      </w:r>
    </w:p>
    <w:p w:rsidR="007B2329" w:rsidRDefault="007B2329" w:rsidP="007B2329">
      <w:r>
        <w:t>919.8323</w:t>
      </w:r>
      <w:r>
        <w:tab/>
        <w:t>5.063e0</w:t>
      </w:r>
    </w:p>
    <w:p w:rsidR="007B2329" w:rsidRDefault="007B2329" w:rsidP="007B2329">
      <w:r>
        <w:t>919.8477</w:t>
      </w:r>
      <w:r>
        <w:tab/>
        <w:t>2.025e0</w:t>
      </w:r>
    </w:p>
    <w:p w:rsidR="007B2329" w:rsidRDefault="007B2329" w:rsidP="007B2329">
      <w:r>
        <w:t>919.8512</w:t>
      </w:r>
      <w:r>
        <w:tab/>
        <w:t>1.013e0</w:t>
      </w:r>
    </w:p>
    <w:p w:rsidR="007B2329" w:rsidRDefault="007B2329" w:rsidP="007B2329">
      <w:r>
        <w:t>919.9203</w:t>
      </w:r>
      <w:r>
        <w:tab/>
        <w:t>1.013e0</w:t>
      </w:r>
    </w:p>
    <w:p w:rsidR="007B2329" w:rsidRDefault="007B2329" w:rsidP="007B2329">
      <w:r>
        <w:lastRenderedPageBreak/>
        <w:t>919.9454</w:t>
      </w:r>
      <w:r>
        <w:tab/>
        <w:t>2.870e0</w:t>
      </w:r>
    </w:p>
    <w:p w:rsidR="007B2329" w:rsidRDefault="007B2329" w:rsidP="007B2329">
      <w:r>
        <w:t>919.9556</w:t>
      </w:r>
      <w:r>
        <w:tab/>
        <w:t>1.013e0</w:t>
      </w:r>
    </w:p>
    <w:p w:rsidR="007B2329" w:rsidRDefault="007B2329" w:rsidP="007B2329">
      <w:r>
        <w:t>919.9863</w:t>
      </w:r>
      <w:r>
        <w:tab/>
        <w:t>1.013e0</w:t>
      </w:r>
    </w:p>
    <w:p w:rsidR="007B2329" w:rsidRDefault="007B2329" w:rsidP="007B2329">
      <w:r>
        <w:t>920.0018</w:t>
      </w:r>
      <w:r>
        <w:tab/>
        <w:t>2.025e0</w:t>
      </w:r>
    </w:p>
    <w:p w:rsidR="007B2329" w:rsidRDefault="007B2329" w:rsidP="007B2329">
      <w:r>
        <w:t>920.0125</w:t>
      </w:r>
      <w:r>
        <w:tab/>
        <w:t>4.020e0</w:t>
      </w:r>
    </w:p>
    <w:p w:rsidR="007B2329" w:rsidRDefault="007B2329" w:rsidP="007B2329">
      <w:r>
        <w:t>920.0326</w:t>
      </w:r>
      <w:r>
        <w:tab/>
        <w:t>2.025e0</w:t>
      </w:r>
    </w:p>
    <w:p w:rsidR="007B2329" w:rsidRDefault="007B2329" w:rsidP="007B2329">
      <w:r>
        <w:t>920.0452</w:t>
      </w:r>
      <w:r>
        <w:tab/>
        <w:t>3.038e0</w:t>
      </w:r>
    </w:p>
    <w:p w:rsidR="007B2329" w:rsidRDefault="007B2329" w:rsidP="007B2329">
      <w:r>
        <w:t>920.0533</w:t>
      </w:r>
      <w:r>
        <w:tab/>
        <w:t>2.025e0</w:t>
      </w:r>
    </w:p>
    <w:p w:rsidR="007B2329" w:rsidRDefault="007B2329" w:rsidP="007B2329">
      <w:r>
        <w:t>920.0714</w:t>
      </w:r>
      <w:r>
        <w:tab/>
        <w:t>2.025e0</w:t>
      </w:r>
    </w:p>
    <w:p w:rsidR="007B2329" w:rsidRDefault="007B2329" w:rsidP="007B2329">
      <w:r>
        <w:t>920.1096</w:t>
      </w:r>
      <w:r>
        <w:tab/>
        <w:t>1.013e0</w:t>
      </w:r>
    </w:p>
    <w:p w:rsidR="007B2329" w:rsidRDefault="007B2329" w:rsidP="007B2329">
      <w:r>
        <w:t>920.1248</w:t>
      </w:r>
      <w:r>
        <w:tab/>
        <w:t>3.038e0</w:t>
      </w:r>
    </w:p>
    <w:p w:rsidR="007B2329" w:rsidRDefault="007B2329" w:rsidP="007B2329">
      <w:r>
        <w:t>920.1609</w:t>
      </w:r>
      <w:r>
        <w:tab/>
        <w:t>2.025e0</w:t>
      </w:r>
    </w:p>
    <w:p w:rsidR="007B2329" w:rsidRDefault="007B2329" w:rsidP="007B2329">
      <w:r>
        <w:t>920.1713</w:t>
      </w:r>
      <w:r>
        <w:tab/>
        <w:t>1.013e0</w:t>
      </w:r>
    </w:p>
    <w:p w:rsidR="007B2329" w:rsidRDefault="007B2329" w:rsidP="007B2329">
      <w:r>
        <w:t>920.2377</w:t>
      </w:r>
      <w:r>
        <w:tab/>
        <w:t>6.829e0</w:t>
      </w:r>
    </w:p>
    <w:p w:rsidR="007B2329" w:rsidRDefault="007B2329" w:rsidP="007B2329">
      <w:r>
        <w:t>920.2410</w:t>
      </w:r>
      <w:r>
        <w:tab/>
        <w:t>2.025e0</w:t>
      </w:r>
    </w:p>
    <w:p w:rsidR="007B2329" w:rsidRDefault="007B2329" w:rsidP="007B2329">
      <w:r>
        <w:t>920.2753</w:t>
      </w:r>
      <w:r>
        <w:tab/>
        <w:t>5.063e0</w:t>
      </w:r>
    </w:p>
    <w:p w:rsidR="007B2329" w:rsidRDefault="007B2329" w:rsidP="007B2329">
      <w:r>
        <w:t>920.2797</w:t>
      </w:r>
      <w:r>
        <w:tab/>
        <w:t>2.025e0</w:t>
      </w:r>
    </w:p>
    <w:p w:rsidR="007B2329" w:rsidRDefault="007B2329" w:rsidP="007B2329">
      <w:r>
        <w:t>920.2825</w:t>
      </w:r>
      <w:r>
        <w:tab/>
        <w:t>3.038e0</w:t>
      </w:r>
    </w:p>
    <w:p w:rsidR="007B2329" w:rsidRDefault="007B2329" w:rsidP="007B2329">
      <w:r>
        <w:t>920.3220</w:t>
      </w:r>
      <w:r>
        <w:tab/>
        <w:t>4.141e0</w:t>
      </w:r>
    </w:p>
    <w:p w:rsidR="007B2329" w:rsidRDefault="007B2329" w:rsidP="007B2329">
      <w:r>
        <w:lastRenderedPageBreak/>
        <w:t>920.3337</w:t>
      </w:r>
      <w:r>
        <w:tab/>
        <w:t>1.534e0</w:t>
      </w:r>
    </w:p>
    <w:p w:rsidR="007B2329" w:rsidRDefault="007B2329" w:rsidP="007B2329">
      <w:r>
        <w:t>920.3398</w:t>
      </w:r>
      <w:r>
        <w:tab/>
        <w:t>4.845e0</w:t>
      </w:r>
    </w:p>
    <w:p w:rsidR="007B2329" w:rsidRDefault="007B2329" w:rsidP="007B2329">
      <w:r>
        <w:t>920.3615</w:t>
      </w:r>
      <w:r>
        <w:tab/>
        <w:t>2.716e0</w:t>
      </w:r>
    </w:p>
    <w:p w:rsidR="007B2329" w:rsidRDefault="007B2329" w:rsidP="007B2329">
      <w:r>
        <w:t>920.3792</w:t>
      </w:r>
      <w:r>
        <w:tab/>
        <w:t>7.181e0</w:t>
      </w:r>
    </w:p>
    <w:p w:rsidR="007B2329" w:rsidRDefault="007B2329" w:rsidP="007B2329">
      <w:r>
        <w:t>920.3859</w:t>
      </w:r>
      <w:r>
        <w:tab/>
        <w:t>2.773e0</w:t>
      </w:r>
    </w:p>
    <w:p w:rsidR="007B2329" w:rsidRDefault="007B2329" w:rsidP="007B2329">
      <w:r>
        <w:t>920.4215</w:t>
      </w:r>
      <w:r>
        <w:tab/>
        <w:t>5.763e0</w:t>
      </w:r>
    </w:p>
    <w:p w:rsidR="007B2329" w:rsidRDefault="007B2329" w:rsidP="007B2329">
      <w:r>
        <w:t>920.4333</w:t>
      </w:r>
      <w:r>
        <w:tab/>
        <w:t>1.013e0</w:t>
      </w:r>
    </w:p>
    <w:p w:rsidR="007B2329" w:rsidRDefault="007B2329" w:rsidP="007B2329">
      <w:r>
        <w:t>920.4510</w:t>
      </w:r>
      <w:r>
        <w:tab/>
        <w:t>2.627e0</w:t>
      </w:r>
    </w:p>
    <w:p w:rsidR="007B2329" w:rsidRDefault="007B2329" w:rsidP="007B2329">
      <w:r>
        <w:t>920.5016</w:t>
      </w:r>
      <w:r>
        <w:tab/>
        <w:t>4.012e0</w:t>
      </w:r>
    </w:p>
    <w:p w:rsidR="007B2329" w:rsidRDefault="007B2329" w:rsidP="007B2329">
      <w:r>
        <w:t>920.5032</w:t>
      </w:r>
      <w:r>
        <w:tab/>
        <w:t>2.025e0</w:t>
      </w:r>
    </w:p>
    <w:p w:rsidR="007B2329" w:rsidRDefault="007B2329" w:rsidP="007B2329">
      <w:r>
        <w:t>920.5413</w:t>
      </w:r>
      <w:r>
        <w:tab/>
        <w:t>6.495e0</w:t>
      </w:r>
    </w:p>
    <w:p w:rsidR="007B2329" w:rsidRDefault="007B2329" w:rsidP="007B2329">
      <w:r>
        <w:t>920.5681</w:t>
      </w:r>
      <w:r>
        <w:tab/>
        <w:t>7.879e0</w:t>
      </w:r>
    </w:p>
    <w:p w:rsidR="007B2329" w:rsidRDefault="007B2329" w:rsidP="007B2329">
      <w:r>
        <w:t>920.5737</w:t>
      </w:r>
      <w:r>
        <w:tab/>
        <w:t>5.913e0</w:t>
      </w:r>
    </w:p>
    <w:p w:rsidR="007B2329" w:rsidRDefault="007B2329" w:rsidP="007B2329">
      <w:r>
        <w:t>920.5769</w:t>
      </w:r>
      <w:r>
        <w:tab/>
        <w:t>1.487e0</w:t>
      </w:r>
    </w:p>
    <w:p w:rsidR="007B2329" w:rsidRDefault="007B2329" w:rsidP="007B2329">
      <w:r>
        <w:t>920.5791</w:t>
      </w:r>
      <w:r>
        <w:tab/>
        <w:t>1.013e0</w:t>
      </w:r>
    </w:p>
    <w:p w:rsidR="007B2329" w:rsidRDefault="007B2329" w:rsidP="007B2329">
      <w:r>
        <w:t>920.6133</w:t>
      </w:r>
      <w:r>
        <w:tab/>
        <w:t>2.025e0</w:t>
      </w:r>
    </w:p>
    <w:p w:rsidR="007B2329" w:rsidRDefault="007B2329" w:rsidP="007B2329">
      <w:r>
        <w:t>920.6287</w:t>
      </w:r>
      <w:r>
        <w:tab/>
        <w:t>1.690e0</w:t>
      </w:r>
    </w:p>
    <w:p w:rsidR="007B2329" w:rsidRDefault="007B2329" w:rsidP="007B2329">
      <w:r>
        <w:t>920.6616</w:t>
      </w:r>
      <w:r>
        <w:tab/>
        <w:t>1.584e0</w:t>
      </w:r>
    </w:p>
    <w:p w:rsidR="007B2329" w:rsidRDefault="007B2329" w:rsidP="007B2329">
      <w:r>
        <w:t>920.6803</w:t>
      </w:r>
      <w:r>
        <w:tab/>
        <w:t>1.013e0</w:t>
      </w:r>
    </w:p>
    <w:p w:rsidR="007B2329" w:rsidRDefault="007B2329" w:rsidP="007B2329">
      <w:r>
        <w:lastRenderedPageBreak/>
        <w:t>920.6872</w:t>
      </w:r>
      <w:r>
        <w:tab/>
        <w:t>2.025e0</w:t>
      </w:r>
    </w:p>
    <w:p w:rsidR="007B2329" w:rsidRDefault="007B2329" w:rsidP="007B2329">
      <w:r>
        <w:t>920.7034</w:t>
      </w:r>
      <w:r>
        <w:tab/>
        <w:t>2.025e0</w:t>
      </w:r>
    </w:p>
    <w:p w:rsidR="007B2329" w:rsidRDefault="007B2329" w:rsidP="007B2329">
      <w:r>
        <w:t>920.7396</w:t>
      </w:r>
      <w:r>
        <w:tab/>
        <w:t>7.089e0</w:t>
      </w:r>
    </w:p>
    <w:p w:rsidR="007B2329" w:rsidRDefault="007B2329" w:rsidP="007B2329">
      <w:r>
        <w:t>920.7499</w:t>
      </w:r>
      <w:r>
        <w:tab/>
        <w:t>5.063e0</w:t>
      </w:r>
    </w:p>
    <w:p w:rsidR="007B2329" w:rsidRDefault="007B2329" w:rsidP="007B2329">
      <w:r>
        <w:t>920.8305</w:t>
      </w:r>
      <w:r>
        <w:tab/>
        <w:t>6.663e0</w:t>
      </w:r>
    </w:p>
    <w:p w:rsidR="007B2329" w:rsidRDefault="007B2329" w:rsidP="007B2329">
      <w:r>
        <w:t>920.8499</w:t>
      </w:r>
      <w:r>
        <w:tab/>
        <w:t>1.013e0</w:t>
      </w:r>
    </w:p>
    <w:p w:rsidR="007B2329" w:rsidRDefault="007B2329" w:rsidP="007B2329">
      <w:r>
        <w:t>920.8813</w:t>
      </w:r>
      <w:r>
        <w:tab/>
        <w:t>1.013e0</w:t>
      </w:r>
    </w:p>
    <w:p w:rsidR="007B2329" w:rsidRDefault="007B2329" w:rsidP="007B2329">
      <w:r>
        <w:t>920.9271</w:t>
      </w:r>
      <w:r>
        <w:tab/>
        <w:t>1.013e0</w:t>
      </w:r>
    </w:p>
    <w:p w:rsidR="007B2329" w:rsidRDefault="007B2329" w:rsidP="007B2329">
      <w:r>
        <w:t>920.9448</w:t>
      </w:r>
      <w:r>
        <w:tab/>
        <w:t>4.895e0</w:t>
      </w:r>
    </w:p>
    <w:p w:rsidR="007B2329" w:rsidRDefault="007B2329" w:rsidP="007B2329">
      <w:r>
        <w:t>920.9575</w:t>
      </w:r>
      <w:r>
        <w:tab/>
        <w:t>4.063e0</w:t>
      </w:r>
    </w:p>
    <w:p w:rsidR="007B2329" w:rsidRDefault="007B2329" w:rsidP="007B2329">
      <w:r>
        <w:t>920.9858</w:t>
      </w:r>
      <w:r>
        <w:tab/>
        <w:t>1.013e0</w:t>
      </w:r>
    </w:p>
    <w:p w:rsidR="007B2329" w:rsidRDefault="007B2329" w:rsidP="007B2329">
      <w:r>
        <w:t>920.9918</w:t>
      </w:r>
      <w:r>
        <w:tab/>
        <w:t>3.038e0</w:t>
      </w:r>
    </w:p>
    <w:p w:rsidR="007B2329" w:rsidRDefault="007B2329" w:rsidP="007B2329">
      <w:r>
        <w:t>921.0196</w:t>
      </w:r>
      <w:r>
        <w:tab/>
        <w:t>2.025e0</w:t>
      </w:r>
    </w:p>
    <w:p w:rsidR="007B2329" w:rsidRDefault="007B2329" w:rsidP="007B2329">
      <w:r>
        <w:t>921.0544</w:t>
      </w:r>
      <w:r>
        <w:tab/>
        <w:t>5.063e0</w:t>
      </w:r>
    </w:p>
    <w:p w:rsidR="007B2329" w:rsidRDefault="007B2329" w:rsidP="007B2329">
      <w:r>
        <w:t>921.0593</w:t>
      </w:r>
      <w:r>
        <w:tab/>
        <w:t>2.025e0</w:t>
      </w:r>
    </w:p>
    <w:p w:rsidR="007B2329" w:rsidRDefault="007B2329" w:rsidP="007B2329">
      <w:r>
        <w:t>921.1487</w:t>
      </w:r>
      <w:r>
        <w:tab/>
        <w:t>4.051e0</w:t>
      </w:r>
    </w:p>
    <w:p w:rsidR="007B2329" w:rsidRDefault="007B2329" w:rsidP="007B2329">
      <w:r>
        <w:t>921.1573</w:t>
      </w:r>
      <w:r>
        <w:tab/>
        <w:t>5.035e0</w:t>
      </w:r>
    </w:p>
    <w:p w:rsidR="007B2329" w:rsidRDefault="007B2329" w:rsidP="007B2329">
      <w:r>
        <w:t>921.1584</w:t>
      </w:r>
      <w:r>
        <w:tab/>
        <w:t>2.025e0</w:t>
      </w:r>
    </w:p>
    <w:p w:rsidR="007B2329" w:rsidRDefault="007B2329" w:rsidP="007B2329">
      <w:r>
        <w:t>921.1891</w:t>
      </w:r>
      <w:r>
        <w:tab/>
        <w:t>1.013e0</w:t>
      </w:r>
    </w:p>
    <w:p w:rsidR="007B2329" w:rsidRDefault="007B2329" w:rsidP="007B2329">
      <w:r>
        <w:lastRenderedPageBreak/>
        <w:t>921.2717</w:t>
      </w:r>
      <w:r>
        <w:tab/>
        <w:t>1.013e0</w:t>
      </w:r>
    </w:p>
    <w:p w:rsidR="007B2329" w:rsidRDefault="007B2329" w:rsidP="007B2329">
      <w:r>
        <w:t>921.2805</w:t>
      </w:r>
      <w:r>
        <w:tab/>
        <w:t>2.025e0</w:t>
      </w:r>
    </w:p>
    <w:p w:rsidR="007B2329" w:rsidRDefault="007B2329" w:rsidP="007B2329">
      <w:r>
        <w:t>921.2974</w:t>
      </w:r>
      <w:r>
        <w:tab/>
        <w:t>4.726e0</w:t>
      </w:r>
    </w:p>
    <w:p w:rsidR="007B2329" w:rsidRDefault="007B2329" w:rsidP="007B2329">
      <w:r>
        <w:t>921.3069</w:t>
      </w:r>
      <w:r>
        <w:tab/>
        <w:t>2.403e0</w:t>
      </w:r>
    </w:p>
    <w:p w:rsidR="007B2329" w:rsidRDefault="007B2329" w:rsidP="007B2329">
      <w:r>
        <w:t>921.3104</w:t>
      </w:r>
      <w:r>
        <w:tab/>
        <w:t>4.949e0</w:t>
      </w:r>
    </w:p>
    <w:p w:rsidR="007B2329" w:rsidRDefault="007B2329" w:rsidP="007B2329">
      <w:r>
        <w:t>921.3280</w:t>
      </w:r>
      <w:r>
        <w:tab/>
        <w:t>1.013e0</w:t>
      </w:r>
    </w:p>
    <w:p w:rsidR="007B2329" w:rsidRDefault="007B2329" w:rsidP="007B2329">
      <w:r>
        <w:t>921.3318</w:t>
      </w:r>
      <w:r>
        <w:tab/>
        <w:t>3.595e0</w:t>
      </w:r>
    </w:p>
    <w:p w:rsidR="007B2329" w:rsidRDefault="007B2329" w:rsidP="007B2329">
      <w:r>
        <w:t>921.3487</w:t>
      </w:r>
      <w:r>
        <w:tab/>
        <w:t>7.974e0</w:t>
      </w:r>
    </w:p>
    <w:p w:rsidR="007B2329" w:rsidRDefault="007B2329" w:rsidP="007B2329">
      <w:r>
        <w:t>921.3900</w:t>
      </w:r>
      <w:r>
        <w:tab/>
        <w:t>1.696e0</w:t>
      </w:r>
    </w:p>
    <w:p w:rsidR="007B2329" w:rsidRDefault="007B2329" w:rsidP="007B2329">
      <w:r>
        <w:t>921.4056</w:t>
      </w:r>
      <w:r>
        <w:tab/>
        <w:t>1.013e0</w:t>
      </w:r>
    </w:p>
    <w:p w:rsidR="007B2329" w:rsidRDefault="007B2329" w:rsidP="007B2329">
      <w:r>
        <w:t>921.4084</w:t>
      </w:r>
      <w:r>
        <w:tab/>
        <w:t>3.910e0</w:t>
      </w:r>
    </w:p>
    <w:p w:rsidR="007B2329" w:rsidRDefault="007B2329" w:rsidP="007B2329">
      <w:r>
        <w:t>921.4392</w:t>
      </w:r>
      <w:r>
        <w:tab/>
        <w:t>3.737e0</w:t>
      </w:r>
    </w:p>
    <w:p w:rsidR="007B2329" w:rsidRDefault="007B2329" w:rsidP="007B2329">
      <w:r>
        <w:t>921.4422</w:t>
      </w:r>
      <w:r>
        <w:tab/>
        <w:t>3.048e0</w:t>
      </w:r>
    </w:p>
    <w:p w:rsidR="007B2329" w:rsidRDefault="007B2329" w:rsidP="007B2329">
      <w:r>
        <w:t>921.4753</w:t>
      </w:r>
      <w:r>
        <w:tab/>
        <w:t>2.025e0</w:t>
      </w:r>
    </w:p>
    <w:p w:rsidR="007B2329" w:rsidRDefault="007B2329" w:rsidP="007B2329">
      <w:r>
        <w:t>921.4968</w:t>
      </w:r>
      <w:r>
        <w:tab/>
        <w:t>2.347e0</w:t>
      </w:r>
    </w:p>
    <w:p w:rsidR="007B2329" w:rsidRDefault="007B2329" w:rsidP="007B2329">
      <w:r>
        <w:t>921.4981</w:t>
      </w:r>
      <w:r>
        <w:tab/>
        <w:t>5.060e0</w:t>
      </w:r>
    </w:p>
    <w:p w:rsidR="007B2329" w:rsidRDefault="007B2329" w:rsidP="007B2329">
      <w:r>
        <w:t>921.5269</w:t>
      </w:r>
      <w:r>
        <w:tab/>
        <w:t>1.013e0</w:t>
      </w:r>
    </w:p>
    <w:p w:rsidR="007B2329" w:rsidRDefault="007B2329" w:rsidP="007B2329">
      <w:r>
        <w:t>921.5286</w:t>
      </w:r>
      <w:r>
        <w:tab/>
        <w:t>2.380e0</w:t>
      </w:r>
    </w:p>
    <w:p w:rsidR="007B2329" w:rsidRDefault="007B2329" w:rsidP="007B2329">
      <w:r>
        <w:t>921.5386</w:t>
      </w:r>
      <w:r>
        <w:tab/>
        <w:t>4.021e0</w:t>
      </w:r>
    </w:p>
    <w:p w:rsidR="007B2329" w:rsidRDefault="007B2329" w:rsidP="007B2329">
      <w:r>
        <w:lastRenderedPageBreak/>
        <w:t>921.5446</w:t>
      </w:r>
      <w:r>
        <w:tab/>
        <w:t>1.013e0</w:t>
      </w:r>
    </w:p>
    <w:p w:rsidR="007B2329" w:rsidRDefault="007B2329" w:rsidP="007B2329">
      <w:r>
        <w:t>921.5494</w:t>
      </w:r>
      <w:r>
        <w:tab/>
        <w:t>4.764e0</w:t>
      </w:r>
    </w:p>
    <w:p w:rsidR="007B2329" w:rsidRDefault="007B2329" w:rsidP="007B2329">
      <w:r>
        <w:t>921.5734</w:t>
      </w:r>
      <w:r>
        <w:tab/>
        <w:t>1.325e1</w:t>
      </w:r>
    </w:p>
    <w:p w:rsidR="007B2329" w:rsidRDefault="007B2329" w:rsidP="007B2329">
      <w:r>
        <w:t>921.5976</w:t>
      </w:r>
      <w:r>
        <w:tab/>
        <w:t>2.913e0</w:t>
      </w:r>
    </w:p>
    <w:p w:rsidR="007B2329" w:rsidRDefault="007B2329" w:rsidP="007B2329">
      <w:r>
        <w:t>921.6523</w:t>
      </w:r>
      <w:r>
        <w:tab/>
        <w:t>2.518e0</w:t>
      </w:r>
    </w:p>
    <w:p w:rsidR="007B2329" w:rsidRDefault="007B2329" w:rsidP="007B2329">
      <w:r>
        <w:t>921.6662</w:t>
      </w:r>
      <w:r>
        <w:tab/>
        <w:t>2.532e-2</w:t>
      </w:r>
    </w:p>
    <w:p w:rsidR="007B2329" w:rsidRDefault="007B2329" w:rsidP="007B2329">
      <w:r>
        <w:t>921.6678</w:t>
      </w:r>
      <w:r>
        <w:tab/>
        <w:t>1.013e0</w:t>
      </w:r>
    </w:p>
    <w:p w:rsidR="007B2329" w:rsidRDefault="007B2329" w:rsidP="007B2329">
      <w:r>
        <w:t>921.6727</w:t>
      </w:r>
      <w:r>
        <w:tab/>
        <w:t>5.063e0</w:t>
      </w:r>
    </w:p>
    <w:p w:rsidR="007B2329" w:rsidRDefault="007B2329" w:rsidP="007B2329">
      <w:r>
        <w:t>921.6956</w:t>
      </w:r>
      <w:r>
        <w:tab/>
        <w:t>1.013e0</w:t>
      </w:r>
    </w:p>
    <w:p w:rsidR="007B2329" w:rsidRDefault="007B2329" w:rsidP="007B2329">
      <w:r>
        <w:t>921.7018</w:t>
      </w:r>
      <w:r>
        <w:tab/>
        <w:t>4.521e0</w:t>
      </w:r>
    </w:p>
    <w:p w:rsidR="007B2329" w:rsidRDefault="007B2329" w:rsidP="007B2329">
      <w:r>
        <w:t>921.7136</w:t>
      </w:r>
      <w:r>
        <w:tab/>
        <w:t>2.025e0</w:t>
      </w:r>
    </w:p>
    <w:p w:rsidR="007B2329" w:rsidRDefault="007B2329" w:rsidP="007B2329">
      <w:r>
        <w:t>921.7604</w:t>
      </w:r>
      <w:r>
        <w:tab/>
        <w:t>1.013e0</w:t>
      </w:r>
    </w:p>
    <w:p w:rsidR="007B2329" w:rsidRDefault="007B2329" w:rsidP="007B2329">
      <w:r>
        <w:t>921.7780</w:t>
      </w:r>
      <w:r>
        <w:tab/>
        <w:t>3.038e0</w:t>
      </w:r>
    </w:p>
    <w:p w:rsidR="007B2329" w:rsidRDefault="007B2329" w:rsidP="007B2329">
      <w:r>
        <w:t>921.7816</w:t>
      </w:r>
      <w:r>
        <w:tab/>
        <w:t>3.038e0</w:t>
      </w:r>
    </w:p>
    <w:p w:rsidR="007B2329" w:rsidRDefault="007B2329" w:rsidP="007B2329">
      <w:r>
        <w:t>921.8093</w:t>
      </w:r>
      <w:r>
        <w:tab/>
        <w:t>3.038e0</w:t>
      </w:r>
    </w:p>
    <w:p w:rsidR="007B2329" w:rsidRDefault="007B2329" w:rsidP="007B2329">
      <w:r>
        <w:t>921.8190</w:t>
      </w:r>
      <w:r>
        <w:tab/>
        <w:t>1.025e0</w:t>
      </w:r>
    </w:p>
    <w:p w:rsidR="007B2329" w:rsidRDefault="007B2329" w:rsidP="007B2329">
      <w:r>
        <w:t>921.8683</w:t>
      </w:r>
      <w:r>
        <w:tab/>
        <w:t>2.025e0</w:t>
      </w:r>
    </w:p>
    <w:p w:rsidR="007B2329" w:rsidRDefault="007B2329" w:rsidP="007B2329">
      <w:r>
        <w:t>921.8888</w:t>
      </w:r>
      <w:r>
        <w:tab/>
        <w:t>3.038e0</w:t>
      </w:r>
    </w:p>
    <w:p w:rsidR="007B2329" w:rsidRDefault="007B2329" w:rsidP="007B2329">
      <w:r>
        <w:t>921.8991</w:t>
      </w:r>
      <w:r>
        <w:tab/>
        <w:t>1.013e0</w:t>
      </w:r>
    </w:p>
    <w:p w:rsidR="007B2329" w:rsidRDefault="007B2329" w:rsidP="007B2329">
      <w:r>
        <w:lastRenderedPageBreak/>
        <w:t>921.9073</w:t>
      </w:r>
      <w:r>
        <w:tab/>
        <w:t>3.038e0</w:t>
      </w:r>
    </w:p>
    <w:p w:rsidR="007B2329" w:rsidRDefault="007B2329" w:rsidP="007B2329">
      <w:r>
        <w:t>921.9301</w:t>
      </w:r>
      <w:r>
        <w:tab/>
        <w:t>2.025e0</w:t>
      </w:r>
    </w:p>
    <w:p w:rsidR="007B2329" w:rsidRDefault="007B2329" w:rsidP="007B2329">
      <w:r>
        <w:t>921.9461</w:t>
      </w:r>
      <w:r>
        <w:tab/>
        <w:t>4.051e0</w:t>
      </w:r>
    </w:p>
    <w:p w:rsidR="007B2329" w:rsidRDefault="007B2329" w:rsidP="007B2329">
      <w:r>
        <w:t>922.0074</w:t>
      </w:r>
      <w:r>
        <w:tab/>
        <w:t>1.013e0</w:t>
      </w:r>
    </w:p>
    <w:p w:rsidR="007B2329" w:rsidRDefault="007B2329" w:rsidP="007B2329">
      <w:r>
        <w:t>922.0150</w:t>
      </w:r>
      <w:r>
        <w:tab/>
        <w:t>2.025e0</w:t>
      </w:r>
    </w:p>
    <w:p w:rsidR="007B2329" w:rsidRDefault="007B2329" w:rsidP="007B2329">
      <w:r>
        <w:t>922.0365</w:t>
      </w:r>
      <w:r>
        <w:tab/>
        <w:t>3.008e0</w:t>
      </w:r>
    </w:p>
    <w:p w:rsidR="007B2329" w:rsidRDefault="007B2329" w:rsidP="007B2329">
      <w:r>
        <w:t>922.0376</w:t>
      </w:r>
      <w:r>
        <w:tab/>
        <w:t>2.025e0</w:t>
      </w:r>
    </w:p>
    <w:p w:rsidR="007B2329" w:rsidRDefault="007B2329" w:rsidP="007B2329">
      <w:r>
        <w:t>922.0845</w:t>
      </w:r>
      <w:r>
        <w:tab/>
        <w:t>3.038e0</w:t>
      </w:r>
    </w:p>
    <w:p w:rsidR="007B2329" w:rsidRDefault="007B2329" w:rsidP="007B2329">
      <w:r>
        <w:t>922.1049</w:t>
      </w:r>
      <w:r>
        <w:tab/>
        <w:t>1.025e0</w:t>
      </w:r>
    </w:p>
    <w:p w:rsidR="007B2329" w:rsidRDefault="007B2329" w:rsidP="007B2329">
      <w:r>
        <w:t>922.1308</w:t>
      </w:r>
      <w:r>
        <w:tab/>
        <w:t>1.013e0</w:t>
      </w:r>
    </w:p>
    <w:p w:rsidR="007B2329" w:rsidRDefault="007B2329" w:rsidP="007B2329">
      <w:r>
        <w:t>922.1456</w:t>
      </w:r>
      <w:r>
        <w:tab/>
        <w:t>4.051e0</w:t>
      </w:r>
    </w:p>
    <w:p w:rsidR="007B2329" w:rsidRDefault="007B2329" w:rsidP="007B2329">
      <w:r>
        <w:t>922.1832</w:t>
      </w:r>
      <w:r>
        <w:tab/>
        <w:t>3.038e0</w:t>
      </w:r>
    </w:p>
    <w:p w:rsidR="007B2329" w:rsidRDefault="007B2329" w:rsidP="007B2329">
      <w:r>
        <w:t>922.1955</w:t>
      </w:r>
      <w:r>
        <w:tab/>
        <w:t>2.189e0</w:t>
      </w:r>
    </w:p>
    <w:p w:rsidR="007B2329" w:rsidRDefault="007B2329" w:rsidP="007B2329">
      <w:r>
        <w:t>922.2698</w:t>
      </w:r>
      <w:r>
        <w:tab/>
        <w:t>2.025e0</w:t>
      </w:r>
    </w:p>
    <w:p w:rsidR="007B2329" w:rsidRDefault="007B2329" w:rsidP="007B2329">
      <w:r>
        <w:t>922.2809</w:t>
      </w:r>
      <w:r>
        <w:tab/>
        <w:t>5.063e0</w:t>
      </w:r>
    </w:p>
    <w:p w:rsidR="007B2329" w:rsidRDefault="007B2329" w:rsidP="007B2329">
      <w:r>
        <w:t>922.3179</w:t>
      </w:r>
      <w:r>
        <w:tab/>
        <w:t>1.940e0</w:t>
      </w:r>
    </w:p>
    <w:p w:rsidR="007B2329" w:rsidRDefault="007B2329" w:rsidP="007B2329">
      <w:r>
        <w:t>922.3255</w:t>
      </w:r>
      <w:r>
        <w:tab/>
        <w:t>4.766e0</w:t>
      </w:r>
    </w:p>
    <w:p w:rsidR="007B2329" w:rsidRDefault="007B2329" w:rsidP="007B2329">
      <w:r>
        <w:t>922.3275</w:t>
      </w:r>
      <w:r>
        <w:tab/>
        <w:t>2.365e0</w:t>
      </w:r>
    </w:p>
    <w:p w:rsidR="007B2329" w:rsidRDefault="007B2329" w:rsidP="007B2329">
      <w:r>
        <w:t>922.3536</w:t>
      </w:r>
      <w:r>
        <w:tab/>
        <w:t>1.095e0</w:t>
      </w:r>
    </w:p>
    <w:p w:rsidR="007B2329" w:rsidRDefault="007B2329" w:rsidP="007B2329">
      <w:r>
        <w:lastRenderedPageBreak/>
        <w:t>922.3604</w:t>
      </w:r>
      <w:r>
        <w:tab/>
        <w:t>4.844e0</w:t>
      </w:r>
    </w:p>
    <w:p w:rsidR="007B2329" w:rsidRDefault="007B2329" w:rsidP="007B2329">
      <w:r>
        <w:t>922.3872</w:t>
      </w:r>
      <w:r>
        <w:tab/>
        <w:t>2.313e0</w:t>
      </w:r>
    </w:p>
    <w:p w:rsidR="007B2329" w:rsidRDefault="007B2329" w:rsidP="007B2329">
      <w:r>
        <w:t>922.4039</w:t>
      </w:r>
      <w:r>
        <w:tab/>
        <w:t>2.212e0</w:t>
      </w:r>
    </w:p>
    <w:p w:rsidR="007B2329" w:rsidRDefault="007B2329" w:rsidP="007B2329">
      <w:r>
        <w:t>922.4054</w:t>
      </w:r>
      <w:r>
        <w:tab/>
        <w:t>1.013e0</w:t>
      </w:r>
    </w:p>
    <w:p w:rsidR="007B2329" w:rsidRDefault="007B2329" w:rsidP="007B2329">
      <w:r>
        <w:t>922.4402</w:t>
      </w:r>
      <w:r>
        <w:tab/>
        <w:t>1.013e0</w:t>
      </w:r>
    </w:p>
    <w:p w:rsidR="007B2329" w:rsidRDefault="007B2329" w:rsidP="007B2329">
      <w:r>
        <w:t>922.4506</w:t>
      </w:r>
      <w:r>
        <w:tab/>
        <w:t>3.910e0</w:t>
      </w:r>
    </w:p>
    <w:p w:rsidR="007B2329" w:rsidRDefault="007B2329" w:rsidP="007B2329">
      <w:r>
        <w:t>922.4927</w:t>
      </w:r>
      <w:r>
        <w:tab/>
        <w:t>6.075e0</w:t>
      </w:r>
    </w:p>
    <w:p w:rsidR="007B2329" w:rsidRDefault="007B2329" w:rsidP="007B2329">
      <w:r>
        <w:t>922.4975</w:t>
      </w:r>
      <w:r>
        <w:tab/>
        <w:t>6.530e0</w:t>
      </w:r>
    </w:p>
    <w:p w:rsidR="007B2329" w:rsidRDefault="007B2329" w:rsidP="007B2329">
      <w:r>
        <w:t>922.5112</w:t>
      </w:r>
      <w:r>
        <w:tab/>
        <w:t>7.292e0</w:t>
      </w:r>
    </w:p>
    <w:p w:rsidR="007B2329" w:rsidRDefault="007B2329" w:rsidP="007B2329">
      <w:r>
        <w:t>922.5402</w:t>
      </w:r>
      <w:r>
        <w:tab/>
        <w:t>1.013e0</w:t>
      </w:r>
    </w:p>
    <w:p w:rsidR="007B2329" w:rsidRDefault="007B2329" w:rsidP="007B2329">
      <w:r>
        <w:t>922.5490</w:t>
      </w:r>
      <w:r>
        <w:tab/>
        <w:t>1.025e1</w:t>
      </w:r>
    </w:p>
    <w:p w:rsidR="007B2329" w:rsidRDefault="007B2329" w:rsidP="007B2329">
      <w:r>
        <w:t>922.5540</w:t>
      </w:r>
      <w:r>
        <w:tab/>
        <w:t>1.130e1</w:t>
      </w:r>
    </w:p>
    <w:p w:rsidR="007B2329" w:rsidRDefault="007B2329" w:rsidP="007B2329">
      <w:r>
        <w:t>922.5599</w:t>
      </w:r>
      <w:r>
        <w:tab/>
        <w:t>9.502e0</w:t>
      </w:r>
    </w:p>
    <w:p w:rsidR="007B2329" w:rsidRDefault="007B2329" w:rsidP="007B2329">
      <w:r>
        <w:t>922.5788</w:t>
      </w:r>
      <w:r>
        <w:tab/>
        <w:t>1.013e0</w:t>
      </w:r>
    </w:p>
    <w:p w:rsidR="007B2329" w:rsidRDefault="007B2329" w:rsidP="007B2329">
      <w:r>
        <w:t>922.5798</w:t>
      </w:r>
      <w:r>
        <w:tab/>
        <w:t>6.009e0</w:t>
      </w:r>
    </w:p>
    <w:p w:rsidR="007B2329" w:rsidRDefault="007B2329" w:rsidP="007B2329">
      <w:r>
        <w:t>922.5839</w:t>
      </w:r>
      <w:r>
        <w:tab/>
        <w:t>8.745e0</w:t>
      </w:r>
    </w:p>
    <w:p w:rsidR="007B2329" w:rsidRDefault="007B2329" w:rsidP="007B2329">
      <w:r>
        <w:t>922.5887</w:t>
      </w:r>
      <w:r>
        <w:tab/>
        <w:t>4.173e0</w:t>
      </w:r>
    </w:p>
    <w:p w:rsidR="007B2329" w:rsidRDefault="007B2329" w:rsidP="007B2329">
      <w:r>
        <w:t>922.6052</w:t>
      </w:r>
      <w:r>
        <w:tab/>
        <w:t>9.158e0</w:t>
      </w:r>
    </w:p>
    <w:p w:rsidR="007B2329" w:rsidRDefault="007B2329" w:rsidP="007B2329">
      <w:r>
        <w:t>922.6256</w:t>
      </w:r>
      <w:r>
        <w:tab/>
        <w:t>1.013e0</w:t>
      </w:r>
    </w:p>
    <w:p w:rsidR="007B2329" w:rsidRDefault="007B2329" w:rsidP="007B2329">
      <w:r>
        <w:lastRenderedPageBreak/>
        <w:t>922.6547</w:t>
      </w:r>
      <w:r>
        <w:tab/>
        <w:t>2.015e0</w:t>
      </w:r>
    </w:p>
    <w:p w:rsidR="007B2329" w:rsidRDefault="007B2329" w:rsidP="007B2329">
      <w:r>
        <w:t>922.7024</w:t>
      </w:r>
      <w:r>
        <w:tab/>
        <w:t>1.013e0</w:t>
      </w:r>
    </w:p>
    <w:p w:rsidR="007B2329" w:rsidRDefault="007B2329" w:rsidP="007B2329">
      <w:r>
        <w:t>922.7068</w:t>
      </w:r>
      <w:r>
        <w:tab/>
        <w:t>3.038e0</w:t>
      </w:r>
    </w:p>
    <w:p w:rsidR="007B2329" w:rsidRDefault="007B2329" w:rsidP="007B2329">
      <w:r>
        <w:t>922.7085</w:t>
      </w:r>
      <w:r>
        <w:tab/>
        <w:t>1.013e0</w:t>
      </w:r>
    </w:p>
    <w:p w:rsidR="007B2329" w:rsidRDefault="007B2329" w:rsidP="007B2329">
      <w:r>
        <w:t>922.7178</w:t>
      </w:r>
      <w:r>
        <w:tab/>
        <w:t>1.013e0</w:t>
      </w:r>
    </w:p>
    <w:p w:rsidR="007B2329" w:rsidRDefault="007B2329" w:rsidP="007B2329">
      <w:r>
        <w:t>922.7490</w:t>
      </w:r>
      <w:r>
        <w:tab/>
        <w:t>1.013e0</w:t>
      </w:r>
    </w:p>
    <w:p w:rsidR="007B2329" w:rsidRDefault="007B2329" w:rsidP="007B2329">
      <w:r>
        <w:t>922.7512</w:t>
      </w:r>
      <w:r>
        <w:tab/>
        <w:t>3.038e0</w:t>
      </w:r>
    </w:p>
    <w:p w:rsidR="007B2329" w:rsidRDefault="007B2329" w:rsidP="007B2329">
      <w:r>
        <w:t>922.7778</w:t>
      </w:r>
      <w:r>
        <w:tab/>
        <w:t>1.013e0</w:t>
      </w:r>
    </w:p>
    <w:p w:rsidR="007B2329" w:rsidRDefault="007B2329" w:rsidP="007B2329">
      <w:r>
        <w:t>922.7802</w:t>
      </w:r>
      <w:r>
        <w:tab/>
        <w:t>1.013e0</w:t>
      </w:r>
    </w:p>
    <w:p w:rsidR="007B2329" w:rsidRDefault="007B2329" w:rsidP="007B2329">
      <w:r>
        <w:t>922.7953</w:t>
      </w:r>
      <w:r>
        <w:tab/>
        <w:t>1.013e0</w:t>
      </w:r>
    </w:p>
    <w:p w:rsidR="007B2329" w:rsidRDefault="007B2329" w:rsidP="007B2329">
      <w:r>
        <w:t>922.8152</w:t>
      </w:r>
      <w:r>
        <w:tab/>
        <w:t>2.025e0</w:t>
      </w:r>
    </w:p>
    <w:p w:rsidR="007B2329" w:rsidRDefault="007B2329" w:rsidP="007B2329">
      <w:r>
        <w:t>922.8600</w:t>
      </w:r>
      <w:r>
        <w:tab/>
        <w:t>1.013e0</w:t>
      </w:r>
    </w:p>
    <w:p w:rsidR="007B2329" w:rsidRDefault="007B2329" w:rsidP="007B2329">
      <w:r>
        <w:t>922.8801</w:t>
      </w:r>
      <w:r>
        <w:tab/>
        <w:t>2.025e0</w:t>
      </w:r>
    </w:p>
    <w:p w:rsidR="007B2329" w:rsidRDefault="007B2329" w:rsidP="007B2329">
      <w:r>
        <w:t>922.9033</w:t>
      </w:r>
      <w:r>
        <w:tab/>
        <w:t>1.013e0</w:t>
      </w:r>
    </w:p>
    <w:p w:rsidR="007B2329" w:rsidRDefault="007B2329" w:rsidP="007B2329">
      <w:r>
        <w:t>922.9252</w:t>
      </w:r>
      <w:r>
        <w:tab/>
        <w:t>2.025e0</w:t>
      </w:r>
    </w:p>
    <w:p w:rsidR="007B2329" w:rsidRDefault="007B2329" w:rsidP="007B2329">
      <w:r>
        <w:t>922.9808</w:t>
      </w:r>
      <w:r>
        <w:tab/>
        <w:t>1.013e0</w:t>
      </w:r>
    </w:p>
    <w:p w:rsidR="007B2329" w:rsidRDefault="007B2329" w:rsidP="007B2329">
      <w:r>
        <w:t>923.0002</w:t>
      </w:r>
      <w:r>
        <w:tab/>
        <w:t>3.038e0</w:t>
      </w:r>
    </w:p>
    <w:p w:rsidR="007B2329" w:rsidRDefault="007B2329" w:rsidP="007B2329">
      <w:r>
        <w:t>923.0184</w:t>
      </w:r>
      <w:r>
        <w:tab/>
        <w:t>2.025e0</w:t>
      </w:r>
    </w:p>
    <w:p w:rsidR="007B2329" w:rsidRDefault="007B2329" w:rsidP="007B2329">
      <w:r>
        <w:t>923.0369</w:t>
      </w:r>
      <w:r>
        <w:tab/>
        <w:t>2.025e0</w:t>
      </w:r>
    </w:p>
    <w:p w:rsidR="007B2329" w:rsidRDefault="007B2329" w:rsidP="007B2329">
      <w:r>
        <w:lastRenderedPageBreak/>
        <w:t>923.0808</w:t>
      </w:r>
      <w:r>
        <w:tab/>
        <w:t>1.013e0</w:t>
      </w:r>
    </w:p>
    <w:p w:rsidR="007B2329" w:rsidRDefault="007B2329" w:rsidP="007B2329">
      <w:r>
        <w:t>923.1198</w:t>
      </w:r>
      <w:r>
        <w:tab/>
        <w:t>3.038e0</w:t>
      </w:r>
    </w:p>
    <w:p w:rsidR="007B2329" w:rsidRDefault="007B2329" w:rsidP="007B2329">
      <w:r>
        <w:t>923.1584</w:t>
      </w:r>
      <w:r>
        <w:tab/>
        <w:t>2.025e0</w:t>
      </w:r>
    </w:p>
    <w:p w:rsidR="007B2329" w:rsidRDefault="007B2329" w:rsidP="007B2329">
      <w:r>
        <w:t>923.1663</w:t>
      </w:r>
      <w:r>
        <w:tab/>
        <w:t>1.013e0</w:t>
      </w:r>
    </w:p>
    <w:p w:rsidR="007B2329" w:rsidRDefault="007B2329" w:rsidP="007B2329">
      <w:r>
        <w:t>923.2292</w:t>
      </w:r>
      <w:r>
        <w:tab/>
        <w:t>3.641e0</w:t>
      </w:r>
    </w:p>
    <w:p w:rsidR="007B2329" w:rsidRDefault="007B2329" w:rsidP="007B2329">
      <w:r>
        <w:t>923.2670</w:t>
      </w:r>
      <w:r>
        <w:tab/>
        <w:t>3.038e0</w:t>
      </w:r>
    </w:p>
    <w:p w:rsidR="007B2329" w:rsidRDefault="007B2329" w:rsidP="007B2329">
      <w:r>
        <w:t>923.3261</w:t>
      </w:r>
      <w:r>
        <w:tab/>
        <w:t>1.667e0</w:t>
      </w:r>
    </w:p>
    <w:p w:rsidR="007B2329" w:rsidRDefault="007B2329" w:rsidP="007B2329">
      <w:r>
        <w:t>923.3600</w:t>
      </w:r>
      <w:r>
        <w:tab/>
        <w:t>2.715e0</w:t>
      </w:r>
    </w:p>
    <w:p w:rsidR="007B2329" w:rsidRDefault="007B2329" w:rsidP="007B2329">
      <w:r>
        <w:t>923.3635</w:t>
      </w:r>
      <w:r>
        <w:tab/>
        <w:t>1.104e0</w:t>
      </w:r>
    </w:p>
    <w:p w:rsidR="007B2329" w:rsidRDefault="007B2329" w:rsidP="007B2329">
      <w:r>
        <w:t>923.3725</w:t>
      </w:r>
      <w:r>
        <w:tab/>
        <w:t>2.025e0</w:t>
      </w:r>
    </w:p>
    <w:p w:rsidR="007B2329" w:rsidRDefault="007B2329" w:rsidP="007B2329">
      <w:r>
        <w:t>923.3981</w:t>
      </w:r>
      <w:r>
        <w:tab/>
        <w:t>1.223e0</w:t>
      </w:r>
    </w:p>
    <w:p w:rsidR="007B2329" w:rsidRDefault="007B2329" w:rsidP="007B2329">
      <w:r>
        <w:t>923.4052</w:t>
      </w:r>
      <w:r>
        <w:tab/>
        <w:t>2.742e0</w:t>
      </w:r>
    </w:p>
    <w:p w:rsidR="007B2329" w:rsidRDefault="007B2329" w:rsidP="007B2329">
      <w:r>
        <w:t>923.4174</w:t>
      </w:r>
      <w:r>
        <w:tab/>
        <w:t>8.834e0</w:t>
      </w:r>
    </w:p>
    <w:p w:rsidR="007B2329" w:rsidRDefault="007B2329" w:rsidP="007B2329">
      <w:r>
        <w:t>923.4186</w:t>
      </w:r>
      <w:r>
        <w:tab/>
        <w:t>1.013e0</w:t>
      </w:r>
    </w:p>
    <w:p w:rsidR="007B2329" w:rsidRDefault="007B2329" w:rsidP="007B2329">
      <w:r>
        <w:t>923.5095</w:t>
      </w:r>
      <w:r>
        <w:tab/>
        <w:t>2.243e0</w:t>
      </w:r>
    </w:p>
    <w:p w:rsidR="007B2329" w:rsidRDefault="007B2329" w:rsidP="007B2329">
      <w:r>
        <w:t>923.5163</w:t>
      </w:r>
      <w:r>
        <w:tab/>
        <w:t>4.012e0</w:t>
      </w:r>
    </w:p>
    <w:p w:rsidR="007B2329" w:rsidRDefault="007B2329" w:rsidP="007B2329">
      <w:r>
        <w:t>923.5263</w:t>
      </w:r>
      <w:r>
        <w:tab/>
        <w:t>7.261e0</w:t>
      </w:r>
    </w:p>
    <w:p w:rsidR="007B2329" w:rsidRDefault="007B2329" w:rsidP="007B2329">
      <w:r>
        <w:t>923.5409</w:t>
      </w:r>
      <w:r>
        <w:tab/>
        <w:t>7.769e0</w:t>
      </w:r>
    </w:p>
    <w:p w:rsidR="007B2329" w:rsidRDefault="007B2329" w:rsidP="007B2329">
      <w:r>
        <w:t>923.5474</w:t>
      </w:r>
      <w:r>
        <w:tab/>
        <w:t>1.323e1</w:t>
      </w:r>
    </w:p>
    <w:p w:rsidR="007B2329" w:rsidRDefault="007B2329" w:rsidP="007B2329">
      <w:r>
        <w:lastRenderedPageBreak/>
        <w:t>923.5496</w:t>
      </w:r>
      <w:r>
        <w:tab/>
        <w:t>7.820e0</w:t>
      </w:r>
    </w:p>
    <w:p w:rsidR="007B2329" w:rsidRDefault="007B2329" w:rsidP="007B2329">
      <w:r>
        <w:t>923.5991</w:t>
      </w:r>
      <w:r>
        <w:tab/>
        <w:t>1.013e0</w:t>
      </w:r>
    </w:p>
    <w:p w:rsidR="007B2329" w:rsidRDefault="007B2329" w:rsidP="007B2329">
      <w:r>
        <w:t>923.6211</w:t>
      </w:r>
      <w:r>
        <w:tab/>
        <w:t>9.548e-1</w:t>
      </w:r>
    </w:p>
    <w:p w:rsidR="007B2329" w:rsidRDefault="007B2329" w:rsidP="007B2329">
      <w:r>
        <w:t>923.6459</w:t>
      </w:r>
      <w:r>
        <w:tab/>
        <w:t>2.025e0</w:t>
      </w:r>
    </w:p>
    <w:p w:rsidR="007B2329" w:rsidRDefault="007B2329" w:rsidP="007B2329">
      <w:r>
        <w:t>923.6656</w:t>
      </w:r>
      <w:r>
        <w:tab/>
        <w:t>1.025e0</w:t>
      </w:r>
    </w:p>
    <w:p w:rsidR="007B2329" w:rsidRDefault="007B2329" w:rsidP="007B2329">
      <w:r>
        <w:t>923.6777</w:t>
      </w:r>
      <w:r>
        <w:tab/>
        <w:t>2.667e0</w:t>
      </w:r>
    </w:p>
    <w:p w:rsidR="007B2329" w:rsidRDefault="007B2329" w:rsidP="007B2329">
      <w:r>
        <w:t>923.7229</w:t>
      </w:r>
      <w:r>
        <w:tab/>
        <w:t>1.013e0</w:t>
      </w:r>
    </w:p>
    <w:p w:rsidR="007B2329" w:rsidRDefault="007B2329" w:rsidP="007B2329">
      <w:r>
        <w:t>923.7538</w:t>
      </w:r>
      <w:r>
        <w:tab/>
        <w:t>1.013e0</w:t>
      </w:r>
    </w:p>
    <w:p w:rsidR="007B2329" w:rsidRDefault="007B2329" w:rsidP="007B2329">
      <w:r>
        <w:t>923.7729</w:t>
      </w:r>
      <w:r>
        <w:tab/>
        <w:t>2.025e0</w:t>
      </w:r>
    </w:p>
    <w:p w:rsidR="007B2329" w:rsidRDefault="007B2329" w:rsidP="007B2329">
      <w:r>
        <w:t>923.8004</w:t>
      </w:r>
      <w:r>
        <w:tab/>
        <w:t>3.038e0</w:t>
      </w:r>
    </w:p>
    <w:p w:rsidR="007B2329" w:rsidRDefault="007B2329" w:rsidP="007B2329">
      <w:r>
        <w:t>923.8406</w:t>
      </w:r>
      <w:r>
        <w:tab/>
        <w:t>3.038e0</w:t>
      </w:r>
    </w:p>
    <w:p w:rsidR="007B2329" w:rsidRDefault="007B2329" w:rsidP="007B2329">
      <w:r>
        <w:t>923.9088</w:t>
      </w:r>
      <w:r>
        <w:tab/>
        <w:t>2.025e0</w:t>
      </w:r>
    </w:p>
    <w:p w:rsidR="007B2329" w:rsidRDefault="007B2329" w:rsidP="007B2329">
      <w:r>
        <w:t>923.9370</w:t>
      </w:r>
      <w:r>
        <w:tab/>
        <w:t>3.038e0</w:t>
      </w:r>
    </w:p>
    <w:p w:rsidR="007B2329" w:rsidRDefault="007B2329" w:rsidP="007B2329">
      <w:r>
        <w:t>923.9709</w:t>
      </w:r>
      <w:r>
        <w:tab/>
        <w:t>2.025e0</w:t>
      </w:r>
    </w:p>
    <w:p w:rsidR="007B2329" w:rsidRDefault="007B2329" w:rsidP="007B2329">
      <w:r>
        <w:t>923.9782</w:t>
      </w:r>
      <w:r>
        <w:tab/>
        <w:t>2.025e0</w:t>
      </w:r>
    </w:p>
    <w:p w:rsidR="007B2329" w:rsidRDefault="007B2329" w:rsidP="007B2329">
      <w:r>
        <w:t>923.9792</w:t>
      </w:r>
      <w:r>
        <w:tab/>
        <w:t>5.063e0</w:t>
      </w:r>
    </w:p>
    <w:p w:rsidR="007B2329" w:rsidRDefault="007B2329" w:rsidP="007B2329">
      <w:r>
        <w:t>924.0171</w:t>
      </w:r>
      <w:r>
        <w:tab/>
        <w:t>1.013e0</w:t>
      </w:r>
    </w:p>
    <w:p w:rsidR="007B2329" w:rsidRDefault="007B2329" w:rsidP="007B2329">
      <w:r>
        <w:t>924.0184</w:t>
      </w:r>
      <w:r>
        <w:tab/>
        <w:t>3.038e0</w:t>
      </w:r>
    </w:p>
    <w:p w:rsidR="007B2329" w:rsidRDefault="007B2329" w:rsidP="007B2329">
      <w:r>
        <w:t>924.0280</w:t>
      </w:r>
      <w:r>
        <w:tab/>
        <w:t>1.013e0</w:t>
      </w:r>
    </w:p>
    <w:p w:rsidR="007B2329" w:rsidRDefault="007B2329" w:rsidP="007B2329">
      <w:r>
        <w:lastRenderedPageBreak/>
        <w:t>924.0790</w:t>
      </w:r>
      <w:r>
        <w:tab/>
        <w:t>1.013e0</w:t>
      </w:r>
    </w:p>
    <w:p w:rsidR="007B2329" w:rsidRDefault="007B2329" w:rsidP="007B2329">
      <w:r>
        <w:t>924.1407</w:t>
      </w:r>
      <w:r>
        <w:tab/>
        <w:t>2.025e0</w:t>
      </w:r>
    </w:p>
    <w:p w:rsidR="007B2329" w:rsidRDefault="007B2329" w:rsidP="007B2329">
      <w:r>
        <w:t>924.1623</w:t>
      </w:r>
      <w:r>
        <w:tab/>
        <w:t>1.013e0</w:t>
      </w:r>
    </w:p>
    <w:p w:rsidR="007B2329" w:rsidRDefault="007B2329" w:rsidP="007B2329">
      <w:r>
        <w:t>924.1716</w:t>
      </w:r>
      <w:r>
        <w:tab/>
        <w:t>1.013e0</w:t>
      </w:r>
    </w:p>
    <w:p w:rsidR="007B2329" w:rsidRDefault="007B2329" w:rsidP="007B2329">
      <w:r>
        <w:t>924.2031</w:t>
      </w:r>
      <w:r>
        <w:tab/>
        <w:t>1.013e0</w:t>
      </w:r>
    </w:p>
    <w:p w:rsidR="007B2329" w:rsidRDefault="007B2329" w:rsidP="007B2329">
      <w:r>
        <w:t>924.2581</w:t>
      </w:r>
      <w:r>
        <w:tab/>
        <w:t>3.038e0</w:t>
      </w:r>
    </w:p>
    <w:p w:rsidR="007B2329" w:rsidRDefault="007B2329" w:rsidP="007B2329">
      <w:r>
        <w:t>924.2831</w:t>
      </w:r>
      <w:r>
        <w:tab/>
        <w:t>3.038e0</w:t>
      </w:r>
    </w:p>
    <w:p w:rsidR="007B2329" w:rsidRDefault="007B2329" w:rsidP="007B2329">
      <w:r>
        <w:t>924.3342</w:t>
      </w:r>
      <w:r>
        <w:tab/>
        <w:t>1.895e0</w:t>
      </w:r>
    </w:p>
    <w:p w:rsidR="007B2329" w:rsidRDefault="007B2329" w:rsidP="007B2329">
      <w:r>
        <w:t>924.3807</w:t>
      </w:r>
      <w:r>
        <w:tab/>
        <w:t>4.013e0</w:t>
      </w:r>
    </w:p>
    <w:p w:rsidR="007B2329" w:rsidRDefault="007B2329" w:rsidP="007B2329">
      <w:r>
        <w:t>924.3860</w:t>
      </w:r>
      <w:r>
        <w:tab/>
        <w:t>4.810e0</w:t>
      </w:r>
    </w:p>
    <w:p w:rsidR="007B2329" w:rsidRDefault="007B2329" w:rsidP="007B2329">
      <w:r>
        <w:t>924.4161</w:t>
      </w:r>
      <w:r>
        <w:tab/>
        <w:t>9.829e0</w:t>
      </w:r>
    </w:p>
    <w:p w:rsidR="007B2329" w:rsidRDefault="007B2329" w:rsidP="007B2329">
      <w:r>
        <w:t>924.4193</w:t>
      </w:r>
      <w:r>
        <w:tab/>
        <w:t>1.013e0</w:t>
      </w:r>
    </w:p>
    <w:p w:rsidR="007B2329" w:rsidRDefault="007B2329" w:rsidP="007B2329">
      <w:r>
        <w:t>924.5153</w:t>
      </w:r>
      <w:r>
        <w:tab/>
        <w:t>2.137e1</w:t>
      </w:r>
    </w:p>
    <w:p w:rsidR="007B2329" w:rsidRDefault="007B2329" w:rsidP="007B2329">
      <w:r>
        <w:t>924.5435</w:t>
      </w:r>
      <w:r>
        <w:tab/>
        <w:t>3.891e1</w:t>
      </w:r>
    </w:p>
    <w:p w:rsidR="007B2329" w:rsidRDefault="007B2329" w:rsidP="007B2329">
      <w:r>
        <w:t>924.5467</w:t>
      </w:r>
      <w:r>
        <w:tab/>
        <w:t>3.206e1</w:t>
      </w:r>
    </w:p>
    <w:p w:rsidR="007B2329" w:rsidRDefault="007B2329" w:rsidP="007B2329">
      <w:r>
        <w:t>924.5493</w:t>
      </w:r>
      <w:r>
        <w:tab/>
        <w:t>5.483e1</w:t>
      </w:r>
    </w:p>
    <w:p w:rsidR="007B2329" w:rsidRDefault="007B2329" w:rsidP="007B2329">
      <w:r>
        <w:t>924.5529</w:t>
      </w:r>
      <w:r>
        <w:tab/>
        <w:t>5.519e1</w:t>
      </w:r>
    </w:p>
    <w:p w:rsidR="007B2329" w:rsidRDefault="007B2329" w:rsidP="007B2329">
      <w:r>
        <w:t>924.5547</w:t>
      </w:r>
      <w:r>
        <w:tab/>
        <w:t>1.391e1</w:t>
      </w:r>
    </w:p>
    <w:p w:rsidR="007B2329" w:rsidRDefault="007B2329" w:rsidP="007B2329">
      <w:r>
        <w:t>924.5571</w:t>
      </w:r>
      <w:r>
        <w:tab/>
        <w:t>3.302e1</w:t>
      </w:r>
    </w:p>
    <w:p w:rsidR="007B2329" w:rsidRDefault="007B2329" w:rsidP="007B2329">
      <w:r>
        <w:lastRenderedPageBreak/>
        <w:t>924.5611</w:t>
      </w:r>
      <w:r>
        <w:tab/>
        <w:t>5.204e0</w:t>
      </w:r>
    </w:p>
    <w:p w:rsidR="007B2329" w:rsidRDefault="007B2329" w:rsidP="007B2329">
      <w:r>
        <w:t>924.6392</w:t>
      </w:r>
      <w:r>
        <w:tab/>
        <w:t>4.051e0</w:t>
      </w:r>
    </w:p>
    <w:p w:rsidR="007B2329" w:rsidRDefault="007B2329" w:rsidP="007B2329">
      <w:r>
        <w:t>924.6516</w:t>
      </w:r>
      <w:r>
        <w:tab/>
        <w:t>1.013e0</w:t>
      </w:r>
    </w:p>
    <w:p w:rsidR="007B2329" w:rsidRDefault="007B2329" w:rsidP="007B2329">
      <w:r>
        <w:t>924.7450</w:t>
      </w:r>
      <w:r>
        <w:tab/>
        <w:t>1.013e0</w:t>
      </w:r>
    </w:p>
    <w:p w:rsidR="007B2329" w:rsidRDefault="007B2329" w:rsidP="007B2329">
      <w:r>
        <w:t>924.7813</w:t>
      </w:r>
      <w:r>
        <w:tab/>
        <w:t>3.590e0</w:t>
      </w:r>
    </w:p>
    <w:p w:rsidR="007B2329" w:rsidRDefault="007B2329" w:rsidP="007B2329">
      <w:r>
        <w:t>924.7910</w:t>
      </w:r>
      <w:r>
        <w:tab/>
        <w:t>1.013e0</w:t>
      </w:r>
    </w:p>
    <w:p w:rsidR="007B2329" w:rsidRDefault="007B2329" w:rsidP="007B2329">
      <w:r>
        <w:t>924.8163</w:t>
      </w:r>
      <w:r>
        <w:tab/>
        <w:t>3.845e0</w:t>
      </w:r>
    </w:p>
    <w:p w:rsidR="007B2329" w:rsidRDefault="007B2329" w:rsidP="007B2329">
      <w:r>
        <w:t>924.8529</w:t>
      </w:r>
      <w:r>
        <w:tab/>
        <w:t>2.025e0</w:t>
      </w:r>
    </w:p>
    <w:p w:rsidR="007B2329" w:rsidRDefault="007B2329" w:rsidP="007B2329">
      <w:r>
        <w:t>924.8892</w:t>
      </w:r>
      <w:r>
        <w:tab/>
        <w:t>1.013e0</w:t>
      </w:r>
    </w:p>
    <w:p w:rsidR="007B2329" w:rsidRDefault="007B2329" w:rsidP="007B2329">
      <w:r>
        <w:t>924.8977</w:t>
      </w:r>
      <w:r>
        <w:tab/>
        <w:t>2.025e0</w:t>
      </w:r>
    </w:p>
    <w:p w:rsidR="007B2329" w:rsidRDefault="007B2329" w:rsidP="007B2329">
      <w:r>
        <w:t>924.9454</w:t>
      </w:r>
      <w:r>
        <w:tab/>
        <w:t>2.038e0</w:t>
      </w:r>
    </w:p>
    <w:p w:rsidR="007B2329" w:rsidRDefault="007B2329" w:rsidP="007B2329">
      <w:r>
        <w:t>924.9693</w:t>
      </w:r>
      <w:r>
        <w:tab/>
        <w:t>2.025e0</w:t>
      </w:r>
    </w:p>
    <w:p w:rsidR="007B2329" w:rsidRDefault="007B2329" w:rsidP="007B2329">
      <w:r>
        <w:t>924.9916</w:t>
      </w:r>
      <w:r>
        <w:tab/>
        <w:t>4.051e0</w:t>
      </w:r>
    </w:p>
    <w:p w:rsidR="007B2329" w:rsidRDefault="007B2329" w:rsidP="007B2329">
      <w:r>
        <w:t>925.0066</w:t>
      </w:r>
      <w:r>
        <w:tab/>
        <w:t>4.051e0</w:t>
      </w:r>
    </w:p>
    <w:p w:rsidR="007B2329" w:rsidRDefault="007B2329" w:rsidP="007B2329">
      <w:r>
        <w:t>925.0313</w:t>
      </w:r>
      <w:r>
        <w:tab/>
        <w:t>2.025e0</w:t>
      </w:r>
    </w:p>
    <w:p w:rsidR="007B2329" w:rsidRDefault="007B2329" w:rsidP="007B2329">
      <w:r>
        <w:t>925.0909</w:t>
      </w:r>
      <w:r>
        <w:tab/>
        <w:t>2.025e0</w:t>
      </w:r>
    </w:p>
    <w:p w:rsidR="007B2329" w:rsidRDefault="007B2329" w:rsidP="007B2329">
      <w:r>
        <w:t>925.1268</w:t>
      </w:r>
      <w:r>
        <w:tab/>
        <w:t>1.013e0</w:t>
      </w:r>
    </w:p>
    <w:p w:rsidR="007B2329" w:rsidRDefault="007B2329" w:rsidP="007B2329">
      <w:r>
        <w:t>925.1442</w:t>
      </w:r>
      <w:r>
        <w:tab/>
        <w:t>1.013e0</w:t>
      </w:r>
    </w:p>
    <w:p w:rsidR="007B2329" w:rsidRDefault="007B2329" w:rsidP="007B2329">
      <w:r>
        <w:t>925.1550</w:t>
      </w:r>
      <w:r>
        <w:tab/>
        <w:t>2.025e0</w:t>
      </w:r>
    </w:p>
    <w:p w:rsidR="007B2329" w:rsidRDefault="007B2329" w:rsidP="007B2329">
      <w:r>
        <w:lastRenderedPageBreak/>
        <w:t>925.2012</w:t>
      </w:r>
      <w:r>
        <w:tab/>
        <w:t>2.025e0</w:t>
      </w:r>
    </w:p>
    <w:p w:rsidR="007B2329" w:rsidRDefault="007B2329" w:rsidP="007B2329">
      <w:r>
        <w:t>925.2096</w:t>
      </w:r>
      <w:r>
        <w:tab/>
        <w:t>2.025e0</w:t>
      </w:r>
    </w:p>
    <w:p w:rsidR="007B2329" w:rsidRDefault="007B2329" w:rsidP="007B2329">
      <w:r>
        <w:t>925.2437</w:t>
      </w:r>
      <w:r>
        <w:tab/>
        <w:t>1.013e0</w:t>
      </w:r>
    </w:p>
    <w:p w:rsidR="007B2329" w:rsidRDefault="007B2329" w:rsidP="007B2329">
      <w:r>
        <w:t>925.2644</w:t>
      </w:r>
      <w:r>
        <w:tab/>
        <w:t>5.019e0</w:t>
      </w:r>
    </w:p>
    <w:p w:rsidR="007B2329" w:rsidRDefault="007B2329" w:rsidP="007B2329">
      <w:r>
        <w:t>925.2678</w:t>
      </w:r>
      <w:r>
        <w:tab/>
        <w:t>4.051e0</w:t>
      </w:r>
    </w:p>
    <w:p w:rsidR="007B2329" w:rsidRDefault="007B2329" w:rsidP="007B2329">
      <w:r>
        <w:t>925.2747</w:t>
      </w:r>
      <w:r>
        <w:tab/>
        <w:t>2.038e0</w:t>
      </w:r>
    </w:p>
    <w:p w:rsidR="007B2329" w:rsidRDefault="007B2329" w:rsidP="007B2329">
      <w:r>
        <w:t>925.2946</w:t>
      </w:r>
      <w:r>
        <w:tab/>
        <w:t>2.021e0</w:t>
      </w:r>
    </w:p>
    <w:p w:rsidR="007B2329" w:rsidRDefault="007B2329" w:rsidP="007B2329">
      <w:r>
        <w:t>925.3235</w:t>
      </w:r>
      <w:r>
        <w:tab/>
        <w:t>2.269e0</w:t>
      </w:r>
    </w:p>
    <w:p w:rsidR="007B2329" w:rsidRDefault="007B2329" w:rsidP="007B2329">
      <w:r>
        <w:t>925.3646</w:t>
      </w:r>
      <w:r>
        <w:tab/>
        <w:t>2.025e0</w:t>
      </w:r>
    </w:p>
    <w:p w:rsidR="007B2329" w:rsidRDefault="007B2329" w:rsidP="007B2329">
      <w:r>
        <w:t>925.3758</w:t>
      </w:r>
      <w:r>
        <w:tab/>
        <w:t>5.346e0</w:t>
      </w:r>
    </w:p>
    <w:p w:rsidR="007B2329" w:rsidRDefault="007B2329" w:rsidP="007B2329">
      <w:r>
        <w:t>925.4049</w:t>
      </w:r>
      <w:r>
        <w:tab/>
        <w:t>6.795e0</w:t>
      </w:r>
    </w:p>
    <w:p w:rsidR="007B2329" w:rsidRDefault="007B2329" w:rsidP="007B2329">
      <w:r>
        <w:t>925.4473</w:t>
      </w:r>
      <w:r>
        <w:tab/>
        <w:t>1.027e1</w:t>
      </w:r>
    </w:p>
    <w:p w:rsidR="007B2329" w:rsidRDefault="007B2329" w:rsidP="007B2329">
      <w:r>
        <w:t>925.5322</w:t>
      </w:r>
      <w:r>
        <w:tab/>
        <w:t>2.109e1</w:t>
      </w:r>
    </w:p>
    <w:p w:rsidR="007B2329" w:rsidRDefault="007B2329" w:rsidP="007B2329">
      <w:r>
        <w:t>925.5381</w:t>
      </w:r>
      <w:r>
        <w:tab/>
        <w:t>4.377e0</w:t>
      </w:r>
    </w:p>
    <w:p w:rsidR="007B2329" w:rsidRDefault="007B2329" w:rsidP="007B2329">
      <w:r>
        <w:t>925.5397</w:t>
      </w:r>
      <w:r>
        <w:tab/>
        <w:t>2.884e1</w:t>
      </w:r>
    </w:p>
    <w:p w:rsidR="007B2329" w:rsidRDefault="007B2329" w:rsidP="007B2329">
      <w:r>
        <w:t>925.5519</w:t>
      </w:r>
      <w:r>
        <w:tab/>
        <w:t>7.343e0</w:t>
      </w:r>
    </w:p>
    <w:p w:rsidR="007B2329" w:rsidRDefault="007B2329" w:rsidP="007B2329">
      <w:r>
        <w:t>925.5547</w:t>
      </w:r>
      <w:r>
        <w:tab/>
        <w:t>3.037e1</w:t>
      </w:r>
    </w:p>
    <w:p w:rsidR="007B2329" w:rsidRDefault="007B2329" w:rsidP="007B2329">
      <w:r>
        <w:t>925.5568</w:t>
      </w:r>
      <w:r>
        <w:tab/>
        <w:t>2.118e1</w:t>
      </w:r>
    </w:p>
    <w:p w:rsidR="007B2329" w:rsidRDefault="007B2329" w:rsidP="007B2329">
      <w:r>
        <w:t>925.5722</w:t>
      </w:r>
      <w:r>
        <w:tab/>
        <w:t>2.085e1</w:t>
      </w:r>
    </w:p>
    <w:p w:rsidR="007B2329" w:rsidRDefault="007B2329" w:rsidP="007B2329">
      <w:r>
        <w:lastRenderedPageBreak/>
        <w:t>925.5811</w:t>
      </w:r>
      <w:r>
        <w:tab/>
        <w:t>1.013e0</w:t>
      </w:r>
    </w:p>
    <w:p w:rsidR="007B2329" w:rsidRDefault="007B2329" w:rsidP="007B2329">
      <w:r>
        <w:t>925.6052</w:t>
      </w:r>
      <w:r>
        <w:tab/>
        <w:t>3.038e0</w:t>
      </w:r>
    </w:p>
    <w:p w:rsidR="007B2329" w:rsidRDefault="007B2329" w:rsidP="007B2329">
      <w:r>
        <w:t>925.6806</w:t>
      </w:r>
      <w:r>
        <w:tab/>
        <w:t>2.025e0</w:t>
      </w:r>
    </w:p>
    <w:p w:rsidR="007B2329" w:rsidRDefault="007B2329" w:rsidP="007B2329">
      <w:r>
        <w:t>925.7518</w:t>
      </w:r>
      <w:r>
        <w:tab/>
        <w:t>2.025e0</w:t>
      </w:r>
    </w:p>
    <w:p w:rsidR="007B2329" w:rsidRDefault="007B2329" w:rsidP="007B2329">
      <w:r>
        <w:t>925.7673</w:t>
      </w:r>
      <w:r>
        <w:tab/>
        <w:t>1.013e0</w:t>
      </w:r>
    </w:p>
    <w:p w:rsidR="007B2329" w:rsidRDefault="007B2329" w:rsidP="007B2329">
      <w:r>
        <w:t>925.8017</w:t>
      </w:r>
      <w:r>
        <w:tab/>
        <w:t>1.013e0</w:t>
      </w:r>
    </w:p>
    <w:p w:rsidR="007B2329" w:rsidRDefault="007B2329" w:rsidP="007B2329">
      <w:r>
        <w:t>925.8371</w:t>
      </w:r>
      <w:r>
        <w:tab/>
        <w:t>2.025e0</w:t>
      </w:r>
    </w:p>
    <w:p w:rsidR="007B2329" w:rsidRDefault="007B2329" w:rsidP="007B2329">
      <w:r>
        <w:t>925.8395</w:t>
      </w:r>
      <w:r>
        <w:tab/>
        <w:t>2.025e0</w:t>
      </w:r>
    </w:p>
    <w:p w:rsidR="007B2329" w:rsidRDefault="007B2329" w:rsidP="007B2329">
      <w:r>
        <w:t>925.8685</w:t>
      </w:r>
      <w:r>
        <w:tab/>
        <w:t>4.187e0</w:t>
      </w:r>
    </w:p>
    <w:p w:rsidR="007B2329" w:rsidRDefault="007B2329" w:rsidP="007B2329">
      <w:r>
        <w:t>925.9055</w:t>
      </w:r>
      <w:r>
        <w:tab/>
        <w:t>1.013e0</w:t>
      </w:r>
    </w:p>
    <w:p w:rsidR="007B2329" w:rsidRDefault="007B2329" w:rsidP="007B2329">
      <w:r>
        <w:t>925.9695</w:t>
      </w:r>
      <w:r>
        <w:tab/>
        <w:t>2.025e0</w:t>
      </w:r>
    </w:p>
    <w:p w:rsidR="007B2329" w:rsidRDefault="007B2329" w:rsidP="007B2329">
      <w:r>
        <w:t>925.9788</w:t>
      </w:r>
      <w:r>
        <w:tab/>
        <w:t>2.025e0</w:t>
      </w:r>
    </w:p>
    <w:p w:rsidR="007B2329" w:rsidRDefault="007B2329" w:rsidP="007B2329">
      <w:r>
        <w:t>926.0021</w:t>
      </w:r>
      <w:r>
        <w:tab/>
        <w:t>5.063e0</w:t>
      </w:r>
    </w:p>
    <w:p w:rsidR="007B2329" w:rsidRDefault="007B2329" w:rsidP="007B2329">
      <w:r>
        <w:t>926.0048</w:t>
      </w:r>
      <w:r>
        <w:tab/>
        <w:t>1.013e0</w:t>
      </w:r>
    </w:p>
    <w:p w:rsidR="007B2329" w:rsidRDefault="007B2329" w:rsidP="007B2329">
      <w:r>
        <w:t>926.0065</w:t>
      </w:r>
      <w:r>
        <w:tab/>
        <w:t>3.038e0</w:t>
      </w:r>
    </w:p>
    <w:p w:rsidR="007B2329" w:rsidRDefault="007B2329" w:rsidP="007B2329">
      <w:r>
        <w:t>926.0297</w:t>
      </w:r>
      <w:r>
        <w:tab/>
        <w:t>3.038e0</w:t>
      </w:r>
    </w:p>
    <w:p w:rsidR="007B2329" w:rsidRDefault="007B2329" w:rsidP="007B2329">
      <w:r>
        <w:t>926.1085</w:t>
      </w:r>
      <w:r>
        <w:tab/>
        <w:t>1.013e0</w:t>
      </w:r>
    </w:p>
    <w:p w:rsidR="007B2329" w:rsidRDefault="007B2329" w:rsidP="007B2329">
      <w:r>
        <w:t>926.1395</w:t>
      </w:r>
      <w:r>
        <w:tab/>
        <w:t>1.013e0</w:t>
      </w:r>
    </w:p>
    <w:p w:rsidR="007B2329" w:rsidRDefault="007B2329" w:rsidP="007B2329">
      <w:r>
        <w:t>926.1476</w:t>
      </w:r>
      <w:r>
        <w:tab/>
        <w:t>2.025e0</w:t>
      </w:r>
    </w:p>
    <w:p w:rsidR="007B2329" w:rsidRDefault="007B2329" w:rsidP="007B2329">
      <w:r>
        <w:lastRenderedPageBreak/>
        <w:t>926.1705</w:t>
      </w:r>
      <w:r>
        <w:tab/>
        <w:t>2.025e0</w:t>
      </w:r>
    </w:p>
    <w:p w:rsidR="007B2329" w:rsidRDefault="007B2329" w:rsidP="007B2329">
      <w:r>
        <w:t>926.1749</w:t>
      </w:r>
      <w:r>
        <w:tab/>
        <w:t>3.038e0</w:t>
      </w:r>
    </w:p>
    <w:p w:rsidR="007B2329" w:rsidRDefault="007B2329" w:rsidP="007B2329">
      <w:r>
        <w:t>926.1858</w:t>
      </w:r>
      <w:r>
        <w:tab/>
        <w:t>1.013e0</w:t>
      </w:r>
    </w:p>
    <w:p w:rsidR="007B2329" w:rsidRDefault="007B2329" w:rsidP="007B2329">
      <w:r>
        <w:t>926.1993</w:t>
      </w:r>
      <w:r>
        <w:tab/>
        <w:t>2.025e0</w:t>
      </w:r>
    </w:p>
    <w:p w:rsidR="007B2329" w:rsidRDefault="007B2329" w:rsidP="007B2329">
      <w:r>
        <w:t>926.2083</w:t>
      </w:r>
      <w:r>
        <w:tab/>
        <w:t>1.013e0</w:t>
      </w:r>
    </w:p>
    <w:p w:rsidR="007B2329" w:rsidRDefault="007B2329" w:rsidP="007B2329">
      <w:r>
        <w:t>926.2789</w:t>
      </w:r>
      <w:r>
        <w:tab/>
        <w:t>1.013e0</w:t>
      </w:r>
    </w:p>
    <w:p w:rsidR="007B2329" w:rsidRDefault="007B2329" w:rsidP="007B2329">
      <w:r>
        <w:t>926.2949</w:t>
      </w:r>
      <w:r>
        <w:tab/>
        <w:t>1.013e0</w:t>
      </w:r>
    </w:p>
    <w:p w:rsidR="007B2329" w:rsidRDefault="007B2329" w:rsidP="007B2329">
      <w:r>
        <w:t>926.3015</w:t>
      </w:r>
      <w:r>
        <w:tab/>
        <w:t>1.595e0</w:t>
      </w:r>
    </w:p>
    <w:p w:rsidR="007B2329" w:rsidRDefault="007B2329" w:rsidP="007B2329">
      <w:r>
        <w:t>926.3177</w:t>
      </w:r>
      <w:r>
        <w:tab/>
        <w:t>2.025e0</w:t>
      </w:r>
    </w:p>
    <w:p w:rsidR="007B2329" w:rsidRDefault="007B2329" w:rsidP="007B2329">
      <w:r>
        <w:t>926.3359</w:t>
      </w:r>
      <w:r>
        <w:tab/>
        <w:t>2.590e0</w:t>
      </w:r>
    </w:p>
    <w:p w:rsidR="007B2329" w:rsidRDefault="007B2329" w:rsidP="007B2329">
      <w:r>
        <w:t>926.3448</w:t>
      </w:r>
      <w:r>
        <w:tab/>
        <w:t>1.884e0</w:t>
      </w:r>
    </w:p>
    <w:p w:rsidR="007B2329" w:rsidRDefault="007B2329" w:rsidP="007B2329">
      <w:r>
        <w:t>926.3788</w:t>
      </w:r>
      <w:r>
        <w:tab/>
        <w:t>2.751e0</w:t>
      </w:r>
    </w:p>
    <w:p w:rsidR="007B2329" w:rsidRDefault="007B2329" w:rsidP="007B2329">
      <w:r>
        <w:t>926.3893</w:t>
      </w:r>
      <w:r>
        <w:tab/>
        <w:t>4.527e0</w:t>
      </w:r>
    </w:p>
    <w:p w:rsidR="007B2329" w:rsidRDefault="007B2329" w:rsidP="007B2329">
      <w:r>
        <w:t>926.4150</w:t>
      </w:r>
      <w:r>
        <w:tab/>
        <w:t>4.519e0</w:t>
      </w:r>
    </w:p>
    <w:p w:rsidR="007B2329" w:rsidRDefault="007B2329" w:rsidP="007B2329">
      <w:r>
        <w:t>926.4491</w:t>
      </w:r>
      <w:r>
        <w:tab/>
        <w:t>2.135e0</w:t>
      </w:r>
    </w:p>
    <w:p w:rsidR="007B2329" w:rsidRDefault="007B2329" w:rsidP="007B2329">
      <w:r>
        <w:t>926.4530</w:t>
      </w:r>
      <w:r>
        <w:tab/>
        <w:t>3.015e0</w:t>
      </w:r>
    </w:p>
    <w:p w:rsidR="007B2329" w:rsidRDefault="007B2329" w:rsidP="007B2329">
      <w:r>
        <w:t>926.4570</w:t>
      </w:r>
      <w:r>
        <w:tab/>
        <w:t>2.025e0</w:t>
      </w:r>
    </w:p>
    <w:p w:rsidR="007B2329" w:rsidRDefault="007B2329" w:rsidP="007B2329">
      <w:r>
        <w:t>926.4718</w:t>
      </w:r>
      <w:r>
        <w:tab/>
        <w:t>2.025e0</w:t>
      </w:r>
    </w:p>
    <w:p w:rsidR="007B2329" w:rsidRDefault="007B2329" w:rsidP="007B2329">
      <w:r>
        <w:t>926.5152</w:t>
      </w:r>
      <w:r>
        <w:tab/>
        <w:t>1.627e0</w:t>
      </w:r>
    </w:p>
    <w:p w:rsidR="007B2329" w:rsidRDefault="007B2329" w:rsidP="007B2329">
      <w:r>
        <w:lastRenderedPageBreak/>
        <w:t>926.5195</w:t>
      </w:r>
      <w:r>
        <w:tab/>
        <w:t>9.754e0</w:t>
      </w:r>
    </w:p>
    <w:p w:rsidR="007B2329" w:rsidRDefault="007B2329" w:rsidP="007B2329">
      <w:r>
        <w:t>926.5447</w:t>
      </w:r>
      <w:r>
        <w:tab/>
        <w:t>6.331e0</w:t>
      </w:r>
    </w:p>
    <w:p w:rsidR="007B2329" w:rsidRDefault="007B2329" w:rsidP="007B2329">
      <w:r>
        <w:t>926.5519</w:t>
      </w:r>
      <w:r>
        <w:tab/>
        <w:t>5.502e0</w:t>
      </w:r>
    </w:p>
    <w:p w:rsidR="007B2329" w:rsidRDefault="007B2329" w:rsidP="007B2329">
      <w:r>
        <w:t>926.5792</w:t>
      </w:r>
      <w:r>
        <w:tab/>
        <w:t>8.136e0</w:t>
      </w:r>
    </w:p>
    <w:p w:rsidR="007B2329" w:rsidRDefault="007B2329" w:rsidP="007B2329">
      <w:r>
        <w:t>926.5829</w:t>
      </w:r>
      <w:r>
        <w:tab/>
        <w:t>9.829e0</w:t>
      </w:r>
    </w:p>
    <w:p w:rsidR="007B2329" w:rsidRDefault="007B2329" w:rsidP="007B2329">
      <w:r>
        <w:t>926.5945</w:t>
      </w:r>
      <w:r>
        <w:tab/>
        <w:t>6.405e0</w:t>
      </w:r>
    </w:p>
    <w:p w:rsidR="007B2329" w:rsidRDefault="007B2329" w:rsidP="007B2329">
      <w:r>
        <w:t>926.6110</w:t>
      </w:r>
      <w:r>
        <w:tab/>
        <w:t>5.063e0</w:t>
      </w:r>
    </w:p>
    <w:p w:rsidR="007B2329" w:rsidRDefault="007B2329" w:rsidP="007B2329">
      <w:r>
        <w:t>926.6127</w:t>
      </w:r>
      <w:r>
        <w:tab/>
        <w:t>2.795e0</w:t>
      </w:r>
    </w:p>
    <w:p w:rsidR="007B2329" w:rsidRDefault="007B2329" w:rsidP="007B2329">
      <w:r>
        <w:t>926.6978</w:t>
      </w:r>
      <w:r>
        <w:tab/>
        <w:t>1.013e0</w:t>
      </w:r>
    </w:p>
    <w:p w:rsidR="007B2329" w:rsidRDefault="007B2329" w:rsidP="007B2329">
      <w:r>
        <w:t>926.7018</w:t>
      </w:r>
      <w:r>
        <w:tab/>
        <w:t>2.989e0</w:t>
      </w:r>
    </w:p>
    <w:p w:rsidR="007B2329" w:rsidRDefault="007B2329" w:rsidP="007B2329">
      <w:r>
        <w:t>926.7138</w:t>
      </w:r>
      <w:r>
        <w:tab/>
        <w:t>1.013e0</w:t>
      </w:r>
    </w:p>
    <w:p w:rsidR="007B2329" w:rsidRDefault="007B2329" w:rsidP="007B2329">
      <w:r>
        <w:t>926.7443</w:t>
      </w:r>
      <w:r>
        <w:tab/>
        <w:t>4.051e0</w:t>
      </w:r>
    </w:p>
    <w:p w:rsidR="007B2329" w:rsidRDefault="007B2329" w:rsidP="007B2329">
      <w:r>
        <w:t>926.7657</w:t>
      </w:r>
      <w:r>
        <w:tab/>
        <w:t>1.013e0</w:t>
      </w:r>
    </w:p>
    <w:p w:rsidR="007B2329" w:rsidRDefault="007B2329" w:rsidP="007B2329">
      <w:r>
        <w:t>926.7756</w:t>
      </w:r>
      <w:r>
        <w:tab/>
        <w:t>1.013e0</w:t>
      </w:r>
    </w:p>
    <w:p w:rsidR="007B2329" w:rsidRDefault="007B2329" w:rsidP="007B2329">
      <w:r>
        <w:t>926.7910</w:t>
      </w:r>
      <w:r>
        <w:tab/>
        <w:t>2.025e0</w:t>
      </w:r>
    </w:p>
    <w:p w:rsidR="007B2329" w:rsidRDefault="007B2329" w:rsidP="007B2329">
      <w:r>
        <w:t>926.8083</w:t>
      </w:r>
      <w:r>
        <w:tab/>
        <w:t>3.038e0</w:t>
      </w:r>
    </w:p>
    <w:p w:rsidR="007B2329" w:rsidRDefault="007B2329" w:rsidP="007B2329">
      <w:r>
        <w:t>926.8444</w:t>
      </w:r>
      <w:r>
        <w:tab/>
        <w:t>2.025e0</w:t>
      </w:r>
    </w:p>
    <w:p w:rsidR="007B2329" w:rsidRDefault="007B2329" w:rsidP="007B2329">
      <w:r>
        <w:t>926.8842</w:t>
      </w:r>
      <w:r>
        <w:tab/>
        <w:t>1.013e0</w:t>
      </w:r>
    </w:p>
    <w:p w:rsidR="007B2329" w:rsidRDefault="007B2329" w:rsidP="007B2329">
      <w:r>
        <w:t>926.9153</w:t>
      </w:r>
      <w:r>
        <w:tab/>
        <w:t>1.013e0</w:t>
      </w:r>
    </w:p>
    <w:p w:rsidR="007B2329" w:rsidRDefault="007B2329" w:rsidP="007B2329">
      <w:r>
        <w:lastRenderedPageBreak/>
        <w:t>926.9515</w:t>
      </w:r>
      <w:r>
        <w:tab/>
        <w:t>1.013e0</w:t>
      </w:r>
    </w:p>
    <w:p w:rsidR="007B2329" w:rsidRDefault="007B2329" w:rsidP="007B2329">
      <w:r>
        <w:t>926.9727</w:t>
      </w:r>
      <w:r>
        <w:tab/>
        <w:t>3.038e0</w:t>
      </w:r>
    </w:p>
    <w:p w:rsidR="007B2329" w:rsidRDefault="007B2329" w:rsidP="007B2329">
      <w:r>
        <w:t>926.9774</w:t>
      </w:r>
      <w:r>
        <w:tab/>
        <w:t>1.013e0</w:t>
      </w:r>
    </w:p>
    <w:p w:rsidR="007B2329" w:rsidRDefault="007B2329" w:rsidP="007B2329">
      <w:r>
        <w:t>926.9837</w:t>
      </w:r>
      <w:r>
        <w:tab/>
        <w:t>2.870e0</w:t>
      </w:r>
    </w:p>
    <w:p w:rsidR="007B2329" w:rsidRDefault="007B2329" w:rsidP="007B2329">
      <w:r>
        <w:t>926.9857</w:t>
      </w:r>
      <w:r>
        <w:tab/>
        <w:t>1.013e0</w:t>
      </w:r>
    </w:p>
    <w:p w:rsidR="007B2329" w:rsidRDefault="007B2329" w:rsidP="007B2329">
      <w:r>
        <w:t>927.0034</w:t>
      </w:r>
      <w:r>
        <w:tab/>
        <w:t>1.013e0</w:t>
      </w:r>
    </w:p>
    <w:p w:rsidR="007B2329" w:rsidRDefault="007B2329" w:rsidP="007B2329">
      <w:r>
        <w:t>927.0394</w:t>
      </w:r>
      <w:r>
        <w:tab/>
        <w:t>1.013e0</w:t>
      </w:r>
    </w:p>
    <w:p w:rsidR="007B2329" w:rsidRDefault="007B2329" w:rsidP="007B2329">
      <w:r>
        <w:t>927.0547</w:t>
      </w:r>
      <w:r>
        <w:tab/>
        <w:t>2.025e0</w:t>
      </w:r>
    </w:p>
    <w:p w:rsidR="007B2329" w:rsidRDefault="007B2329" w:rsidP="007B2329">
      <w:r>
        <w:t>927.1088</w:t>
      </w:r>
      <w:r>
        <w:tab/>
        <w:t>2.025e0</w:t>
      </w:r>
    </w:p>
    <w:p w:rsidR="007B2329" w:rsidRDefault="007B2329" w:rsidP="007B2329">
      <w:r>
        <w:t>927.1199</w:t>
      </w:r>
      <w:r>
        <w:tab/>
        <w:t>1.013e0</w:t>
      </w:r>
    </w:p>
    <w:p w:rsidR="007B2329" w:rsidRDefault="007B2329" w:rsidP="007B2329">
      <w:r>
        <w:t>927.1636</w:t>
      </w:r>
      <w:r>
        <w:tab/>
        <w:t>1.013e0</w:t>
      </w:r>
    </w:p>
    <w:p w:rsidR="007B2329" w:rsidRDefault="007B2329" w:rsidP="007B2329">
      <w:r>
        <w:t>927.1714</w:t>
      </w:r>
      <w:r>
        <w:tab/>
        <w:t>2.180e0</w:t>
      </w:r>
    </w:p>
    <w:p w:rsidR="007B2329" w:rsidRDefault="007B2329" w:rsidP="007B2329">
      <w:r>
        <w:t>927.1791</w:t>
      </w:r>
      <w:r>
        <w:tab/>
        <w:t>2.025e0</w:t>
      </w:r>
    </w:p>
    <w:p w:rsidR="007B2329" w:rsidRDefault="007B2329" w:rsidP="007B2329">
      <w:r>
        <w:t>927.2242</w:t>
      </w:r>
      <w:r>
        <w:tab/>
        <w:t>1.013e0</w:t>
      </w:r>
    </w:p>
    <w:p w:rsidR="007B2329" w:rsidRDefault="007B2329" w:rsidP="007B2329">
      <w:r>
        <w:t>927.2264</w:t>
      </w:r>
      <w:r>
        <w:tab/>
        <w:t>4.051e0</w:t>
      </w:r>
    </w:p>
    <w:p w:rsidR="007B2329" w:rsidRDefault="007B2329" w:rsidP="007B2329">
      <w:r>
        <w:t>927.2421</w:t>
      </w:r>
      <w:r>
        <w:tab/>
        <w:t>3.038e0</w:t>
      </w:r>
    </w:p>
    <w:p w:rsidR="007B2329" w:rsidRDefault="007B2329" w:rsidP="007B2329">
      <w:r>
        <w:t>927.2928</w:t>
      </w:r>
      <w:r>
        <w:tab/>
        <w:t>7.884e0</w:t>
      </w:r>
    </w:p>
    <w:p w:rsidR="007B2329" w:rsidRDefault="007B2329" w:rsidP="007B2329">
      <w:r>
        <w:t>927.3141</w:t>
      </w:r>
      <w:r>
        <w:tab/>
        <w:t>2.025e0</w:t>
      </w:r>
    </w:p>
    <w:p w:rsidR="007B2329" w:rsidRDefault="007B2329" w:rsidP="007B2329">
      <w:r>
        <w:t>927.3203</w:t>
      </w:r>
      <w:r>
        <w:tab/>
        <w:t>3.038e0</w:t>
      </w:r>
    </w:p>
    <w:p w:rsidR="007B2329" w:rsidRDefault="007B2329" w:rsidP="007B2329">
      <w:r>
        <w:lastRenderedPageBreak/>
        <w:t>927.3275</w:t>
      </w:r>
      <w:r>
        <w:tab/>
        <w:t>4.457e0</w:t>
      </w:r>
    </w:p>
    <w:p w:rsidR="007B2329" w:rsidRDefault="007B2329" w:rsidP="007B2329">
      <w:r>
        <w:t>927.4079</w:t>
      </w:r>
      <w:r>
        <w:tab/>
        <w:t>6.671e0</w:t>
      </w:r>
    </w:p>
    <w:p w:rsidR="007B2329" w:rsidRDefault="007B2329" w:rsidP="007B2329">
      <w:r>
        <w:t>927.4123</w:t>
      </w:r>
      <w:r>
        <w:tab/>
        <w:t>3.746e0</w:t>
      </w:r>
    </w:p>
    <w:p w:rsidR="007B2329" w:rsidRDefault="007B2329" w:rsidP="007B2329">
      <w:r>
        <w:t>927.4338</w:t>
      </w:r>
      <w:r>
        <w:tab/>
        <w:t>1.062e0</w:t>
      </w:r>
    </w:p>
    <w:p w:rsidR="007B2329" w:rsidRDefault="007B2329" w:rsidP="007B2329">
      <w:r>
        <w:t>927.4876</w:t>
      </w:r>
      <w:r>
        <w:tab/>
        <w:t>5.120e0</w:t>
      </w:r>
    </w:p>
    <w:p w:rsidR="007B2329" w:rsidRDefault="007B2329" w:rsidP="007B2329">
      <w:r>
        <w:t>927.4895</w:t>
      </w:r>
      <w:r>
        <w:tab/>
        <w:t>1.013e0</w:t>
      </w:r>
    </w:p>
    <w:p w:rsidR="007B2329" w:rsidRDefault="007B2329" w:rsidP="007B2329">
      <w:r>
        <w:t>927.4916</w:t>
      </w:r>
      <w:r>
        <w:tab/>
        <w:t>2.025e0</w:t>
      </w:r>
    </w:p>
    <w:p w:rsidR="007B2329" w:rsidRDefault="007B2329" w:rsidP="007B2329">
      <w:r>
        <w:t>927.5042</w:t>
      </w:r>
      <w:r>
        <w:tab/>
        <w:t>4.451e0</w:t>
      </w:r>
    </w:p>
    <w:p w:rsidR="007B2329" w:rsidRDefault="007B2329" w:rsidP="007B2329">
      <w:r>
        <w:t>927.5052</w:t>
      </w:r>
      <w:r>
        <w:tab/>
        <w:t>1.341e0</w:t>
      </w:r>
    </w:p>
    <w:p w:rsidR="007B2329" w:rsidRDefault="007B2329" w:rsidP="007B2329">
      <w:r>
        <w:t>927.5254</w:t>
      </w:r>
      <w:r>
        <w:tab/>
        <w:t>3.883e0</w:t>
      </w:r>
    </w:p>
    <w:p w:rsidR="007B2329" w:rsidRDefault="007B2329" w:rsidP="007B2329">
      <w:r>
        <w:t>927.5601</w:t>
      </w:r>
      <w:r>
        <w:tab/>
        <w:t>1.748e0</w:t>
      </w:r>
    </w:p>
    <w:p w:rsidR="007B2329" w:rsidRDefault="007B2329" w:rsidP="007B2329">
      <w:r>
        <w:t>927.5714</w:t>
      </w:r>
      <w:r>
        <w:tab/>
        <w:t>5.278e0</w:t>
      </w:r>
    </w:p>
    <w:p w:rsidR="007B2329" w:rsidRDefault="007B2329" w:rsidP="007B2329">
      <w:r>
        <w:t>927.6127</w:t>
      </w:r>
      <w:r>
        <w:tab/>
        <w:t>1.387e0</w:t>
      </w:r>
    </w:p>
    <w:p w:rsidR="007B2329" w:rsidRDefault="007B2329" w:rsidP="007B2329">
      <w:r>
        <w:t>927.6180</w:t>
      </w:r>
      <w:r>
        <w:tab/>
        <w:t>3.622e0</w:t>
      </w:r>
    </w:p>
    <w:p w:rsidR="007B2329" w:rsidRDefault="007B2329" w:rsidP="007B2329">
      <w:r>
        <w:t>927.6321</w:t>
      </w:r>
      <w:r>
        <w:tab/>
        <w:t>4.131e0</w:t>
      </w:r>
    </w:p>
    <w:p w:rsidR="007B2329" w:rsidRDefault="007B2329" w:rsidP="007B2329">
      <w:r>
        <w:t>927.6606</w:t>
      </w:r>
      <w:r>
        <w:tab/>
        <w:t>1.013e0</w:t>
      </w:r>
    </w:p>
    <w:p w:rsidR="007B2329" w:rsidRDefault="007B2329" w:rsidP="007B2329">
      <w:r>
        <w:t>927.6623</w:t>
      </w:r>
      <w:r>
        <w:tab/>
        <w:t>3.038e0</w:t>
      </w:r>
    </w:p>
    <w:p w:rsidR="007B2329" w:rsidRDefault="007B2329" w:rsidP="007B2329">
      <w:r>
        <w:t>927.7120</w:t>
      </w:r>
      <w:r>
        <w:tab/>
        <w:t>1.013e0</w:t>
      </w:r>
    </w:p>
    <w:p w:rsidR="007B2329" w:rsidRDefault="007B2329" w:rsidP="007B2329">
      <w:r>
        <w:t>927.7385</w:t>
      </w:r>
      <w:r>
        <w:tab/>
        <w:t>1.013e0</w:t>
      </w:r>
    </w:p>
    <w:p w:rsidR="007B2329" w:rsidRDefault="007B2329" w:rsidP="007B2329">
      <w:r>
        <w:lastRenderedPageBreak/>
        <w:t>927.7926</w:t>
      </w:r>
      <w:r>
        <w:tab/>
        <w:t>2.025e0</w:t>
      </w:r>
    </w:p>
    <w:p w:rsidR="007B2329" w:rsidRDefault="007B2329" w:rsidP="007B2329">
      <w:r>
        <w:t>927.7949</w:t>
      </w:r>
      <w:r>
        <w:tab/>
        <w:t>3.038e0</w:t>
      </w:r>
    </w:p>
    <w:p w:rsidR="007B2329" w:rsidRDefault="007B2329" w:rsidP="007B2329">
      <w:r>
        <w:t>927.8048</w:t>
      </w:r>
      <w:r>
        <w:tab/>
        <w:t>3.038e0</w:t>
      </w:r>
    </w:p>
    <w:p w:rsidR="007B2329" w:rsidRDefault="007B2329" w:rsidP="007B2329">
      <w:r>
        <w:t>927.8460</w:t>
      </w:r>
      <w:r>
        <w:tab/>
        <w:t>3.038e0</w:t>
      </w:r>
    </w:p>
    <w:p w:rsidR="007B2329" w:rsidRDefault="007B2329" w:rsidP="007B2329">
      <w:r>
        <w:t>927.8557</w:t>
      </w:r>
      <w:r>
        <w:tab/>
        <w:t>2.025e0</w:t>
      </w:r>
    </w:p>
    <w:p w:rsidR="007B2329" w:rsidRDefault="007B2329" w:rsidP="007B2329">
      <w:r>
        <w:t>927.9040</w:t>
      </w:r>
      <w:r>
        <w:tab/>
        <w:t>3.038e0</w:t>
      </w:r>
    </w:p>
    <w:p w:rsidR="007B2329" w:rsidRDefault="007B2329" w:rsidP="007B2329">
      <w:r>
        <w:t>927.9494</w:t>
      </w:r>
      <w:r>
        <w:tab/>
        <w:t>1.013e0</w:t>
      </w:r>
    </w:p>
    <w:p w:rsidR="007B2329" w:rsidRDefault="007B2329" w:rsidP="007B2329">
      <w:r>
        <w:t>927.9639</w:t>
      </w:r>
      <w:r>
        <w:tab/>
        <w:t>4.839e0</w:t>
      </w:r>
    </w:p>
    <w:p w:rsidR="007B2329" w:rsidRDefault="007B2329" w:rsidP="007B2329">
      <w:r>
        <w:t>927.9764</w:t>
      </w:r>
      <w:r>
        <w:tab/>
        <w:t>4.051e0</w:t>
      </w:r>
    </w:p>
    <w:p w:rsidR="007B2329" w:rsidRDefault="007B2329" w:rsidP="007B2329">
      <w:r>
        <w:t>927.9893</w:t>
      </w:r>
      <w:r>
        <w:tab/>
        <w:t>3.038e0</w:t>
      </w:r>
    </w:p>
    <w:p w:rsidR="007B2329" w:rsidRDefault="007B2329" w:rsidP="007B2329">
      <w:r>
        <w:t>928.0034</w:t>
      </w:r>
      <w:r>
        <w:tab/>
        <w:t>3.038e0</w:t>
      </w:r>
    </w:p>
    <w:p w:rsidR="007B2329" w:rsidRDefault="007B2329" w:rsidP="007B2329">
      <w:r>
        <w:t>928.0410</w:t>
      </w:r>
      <w:r>
        <w:tab/>
        <w:t>2.025e0</w:t>
      </w:r>
    </w:p>
    <w:p w:rsidR="007B2329" w:rsidRDefault="007B2329" w:rsidP="007B2329">
      <w:r>
        <w:t>928.0500</w:t>
      </w:r>
      <w:r>
        <w:tab/>
        <w:t>5.063e0</w:t>
      </w:r>
    </w:p>
    <w:p w:rsidR="007B2329" w:rsidRDefault="007B2329" w:rsidP="007B2329">
      <w:r>
        <w:t>928.0659</w:t>
      </w:r>
      <w:r>
        <w:tab/>
        <w:t>1.013e0</w:t>
      </w:r>
    </w:p>
    <w:p w:rsidR="007B2329" w:rsidRDefault="007B2329" w:rsidP="007B2329">
      <w:r>
        <w:t>928.1354</w:t>
      </w:r>
      <w:r>
        <w:tab/>
        <w:t>1.013e0</w:t>
      </w:r>
    </w:p>
    <w:p w:rsidR="007B2329" w:rsidRDefault="007B2329" w:rsidP="007B2329">
      <w:r>
        <w:t>928.1613</w:t>
      </w:r>
      <w:r>
        <w:tab/>
        <w:t>2.025e0</w:t>
      </w:r>
    </w:p>
    <w:p w:rsidR="007B2329" w:rsidRDefault="007B2329" w:rsidP="007B2329">
      <w:r>
        <w:t>928.2518</w:t>
      </w:r>
      <w:r>
        <w:tab/>
        <w:t>1.013e0</w:t>
      </w:r>
    </w:p>
    <w:p w:rsidR="007B2329" w:rsidRDefault="007B2329" w:rsidP="007B2329">
      <w:r>
        <w:t>928.2661</w:t>
      </w:r>
      <w:r>
        <w:tab/>
        <w:t>2.025e0</w:t>
      </w:r>
    </w:p>
    <w:p w:rsidR="007B2329" w:rsidRDefault="007B2329" w:rsidP="007B2329">
      <w:r>
        <w:t>928.2747</w:t>
      </w:r>
      <w:r>
        <w:tab/>
        <w:t>2.025e0</w:t>
      </w:r>
    </w:p>
    <w:p w:rsidR="007B2329" w:rsidRDefault="007B2329" w:rsidP="007B2329">
      <w:r>
        <w:lastRenderedPageBreak/>
        <w:t>928.2911</w:t>
      </w:r>
      <w:r>
        <w:tab/>
        <w:t>4.376e0</w:t>
      </w:r>
    </w:p>
    <w:p w:rsidR="007B2329" w:rsidRDefault="007B2329" w:rsidP="007B2329">
      <w:r>
        <w:t>928.2957</w:t>
      </w:r>
      <w:r>
        <w:tab/>
        <w:t>3.038e0</w:t>
      </w:r>
    </w:p>
    <w:p w:rsidR="007B2329" w:rsidRDefault="007B2329" w:rsidP="007B2329">
      <w:r>
        <w:t>928.2977</w:t>
      </w:r>
      <w:r>
        <w:tab/>
        <w:t>3.897e0</w:t>
      </w:r>
    </w:p>
    <w:p w:rsidR="007B2329" w:rsidRDefault="007B2329" w:rsidP="007B2329">
      <w:r>
        <w:t>928.3052</w:t>
      </w:r>
      <w:r>
        <w:tab/>
        <w:t>2.025e0</w:t>
      </w:r>
    </w:p>
    <w:p w:rsidR="007B2329" w:rsidRDefault="007B2329" w:rsidP="007B2329">
      <w:r>
        <w:t>928.3745</w:t>
      </w:r>
      <w:r>
        <w:tab/>
        <w:t>3.704e0</w:t>
      </w:r>
    </w:p>
    <w:p w:rsidR="007B2329" w:rsidRDefault="007B2329" w:rsidP="007B2329">
      <w:r>
        <w:t>928.3990</w:t>
      </w:r>
      <w:r>
        <w:tab/>
        <w:t>2.025e0</w:t>
      </w:r>
    </w:p>
    <w:p w:rsidR="007B2329" w:rsidRDefault="007B2329" w:rsidP="007B2329">
      <w:r>
        <w:t>928.4308</w:t>
      </w:r>
      <w:r>
        <w:tab/>
        <w:t>1.261e1</w:t>
      </w:r>
    </w:p>
    <w:p w:rsidR="007B2329" w:rsidRDefault="007B2329" w:rsidP="007B2329">
      <w:r>
        <w:t>928.4341</w:t>
      </w:r>
      <w:r>
        <w:tab/>
        <w:t>6.507e0</w:t>
      </w:r>
    </w:p>
    <w:p w:rsidR="007B2329" w:rsidRDefault="007B2329" w:rsidP="007B2329">
      <w:r>
        <w:t>928.4373</w:t>
      </w:r>
      <w:r>
        <w:tab/>
        <w:t>1.013e0</w:t>
      </w:r>
    </w:p>
    <w:p w:rsidR="007B2329" w:rsidRDefault="007B2329" w:rsidP="007B2329">
      <w:r>
        <w:t>928.4554</w:t>
      </w:r>
      <w:r>
        <w:tab/>
        <w:t>3.895e0</w:t>
      </w:r>
    </w:p>
    <w:p w:rsidR="007B2329" w:rsidRDefault="007B2329" w:rsidP="007B2329">
      <w:r>
        <w:t>928.4633</w:t>
      </w:r>
      <w:r>
        <w:tab/>
        <w:t>2.391e0</w:t>
      </w:r>
    </w:p>
    <w:p w:rsidR="007B2329" w:rsidRDefault="007B2329" w:rsidP="007B2329">
      <w:r>
        <w:t>928.4729</w:t>
      </w:r>
      <w:r>
        <w:tab/>
        <w:t>1.013e0</w:t>
      </w:r>
    </w:p>
    <w:p w:rsidR="007B2329" w:rsidRDefault="007B2329" w:rsidP="007B2329">
      <w:r>
        <w:t>928.5540</w:t>
      </w:r>
      <w:r>
        <w:tab/>
        <w:t>3.038e0</w:t>
      </w:r>
    </w:p>
    <w:p w:rsidR="007B2329" w:rsidRDefault="007B2329" w:rsidP="007B2329">
      <w:r>
        <w:t>928.5938</w:t>
      </w:r>
      <w:r>
        <w:tab/>
        <w:t>1.669e0</w:t>
      </w:r>
    </w:p>
    <w:p w:rsidR="007B2329" w:rsidRDefault="007B2329" w:rsidP="007B2329">
      <w:r>
        <w:t>928.6179</w:t>
      </w:r>
      <w:r>
        <w:tab/>
        <w:t>1.880e0</w:t>
      </w:r>
    </w:p>
    <w:p w:rsidR="007B2329" w:rsidRDefault="007B2329" w:rsidP="007B2329">
      <w:r>
        <w:t>928.6290</w:t>
      </w:r>
      <w:r>
        <w:tab/>
        <w:t>1.197e0</w:t>
      </w:r>
    </w:p>
    <w:p w:rsidR="007B2329" w:rsidRDefault="007B2329" w:rsidP="007B2329">
      <w:r>
        <w:t>928.6555</w:t>
      </w:r>
      <w:r>
        <w:tab/>
        <w:t>1.013e0</w:t>
      </w:r>
    </w:p>
    <w:p w:rsidR="007B2329" w:rsidRDefault="007B2329" w:rsidP="007B2329">
      <w:r>
        <w:t>928.6778</w:t>
      </w:r>
      <w:r>
        <w:tab/>
        <w:t>3.022e0</w:t>
      </w:r>
    </w:p>
    <w:p w:rsidR="007B2329" w:rsidRDefault="007B2329" w:rsidP="007B2329">
      <w:r>
        <w:t>928.7445</w:t>
      </w:r>
      <w:r>
        <w:tab/>
        <w:t>1.013e0</w:t>
      </w:r>
    </w:p>
    <w:p w:rsidR="007B2329" w:rsidRDefault="007B2329" w:rsidP="007B2329">
      <w:r>
        <w:lastRenderedPageBreak/>
        <w:t>928.7483</w:t>
      </w:r>
      <w:r>
        <w:tab/>
        <w:t>2.025e0</w:t>
      </w:r>
    </w:p>
    <w:p w:rsidR="007B2329" w:rsidRDefault="007B2329" w:rsidP="007B2329">
      <w:r>
        <w:t>928.7573</w:t>
      </w:r>
      <w:r>
        <w:tab/>
        <w:t>2.025e0</w:t>
      </w:r>
    </w:p>
    <w:p w:rsidR="007B2329" w:rsidRDefault="007B2329" w:rsidP="007B2329">
      <w:r>
        <w:t>928.7856</w:t>
      </w:r>
      <w:r>
        <w:tab/>
        <w:t>4.051e0</w:t>
      </w:r>
    </w:p>
    <w:p w:rsidR="007B2329" w:rsidRDefault="007B2329" w:rsidP="007B2329">
      <w:r>
        <w:t>928.7968</w:t>
      </w:r>
      <w:r>
        <w:tab/>
        <w:t>2.025e0</w:t>
      </w:r>
    </w:p>
    <w:p w:rsidR="007B2329" w:rsidRDefault="007B2329" w:rsidP="007B2329">
      <w:r>
        <w:t>928.8106</w:t>
      </w:r>
      <w:r>
        <w:tab/>
        <w:t>2.025e0</w:t>
      </w:r>
    </w:p>
    <w:p w:rsidR="007B2329" w:rsidRDefault="007B2329" w:rsidP="007B2329">
      <w:r>
        <w:t>928.8437</w:t>
      </w:r>
      <w:r>
        <w:tab/>
        <w:t>1.013e0</w:t>
      </w:r>
    </w:p>
    <w:p w:rsidR="007B2329" w:rsidRDefault="007B2329" w:rsidP="007B2329">
      <w:r>
        <w:t>928.8612</w:t>
      </w:r>
      <w:r>
        <w:tab/>
        <w:t>1.013e0</w:t>
      </w:r>
    </w:p>
    <w:p w:rsidR="007B2329" w:rsidRDefault="007B2329" w:rsidP="007B2329">
      <w:r>
        <w:t>928.9128</w:t>
      </w:r>
      <w:r>
        <w:tab/>
        <w:t>6.076e0</w:t>
      </w:r>
    </w:p>
    <w:p w:rsidR="007B2329" w:rsidRDefault="007B2329" w:rsidP="007B2329">
      <w:r>
        <w:t>928.9431</w:t>
      </w:r>
      <w:r>
        <w:tab/>
        <w:t>3.038e0</w:t>
      </w:r>
    </w:p>
    <w:p w:rsidR="007B2329" w:rsidRDefault="007B2329" w:rsidP="007B2329">
      <w:r>
        <w:t>928.9600</w:t>
      </w:r>
      <w:r>
        <w:tab/>
        <w:t>4.051e0</w:t>
      </w:r>
    </w:p>
    <w:p w:rsidR="007B2329" w:rsidRDefault="007B2329" w:rsidP="007B2329">
      <w:r>
        <w:t>928.9832</w:t>
      </w:r>
      <w:r>
        <w:tab/>
        <w:t>2.025e0</w:t>
      </w:r>
    </w:p>
    <w:p w:rsidR="007B2329" w:rsidRDefault="007B2329" w:rsidP="007B2329">
      <w:r>
        <w:t>929.0128</w:t>
      </w:r>
      <w:r>
        <w:tab/>
        <w:t>3.038e0</w:t>
      </w:r>
    </w:p>
    <w:p w:rsidR="007B2329" w:rsidRDefault="007B2329" w:rsidP="007B2329">
      <w:r>
        <w:t>929.0474</w:t>
      </w:r>
      <w:r>
        <w:tab/>
        <w:t>1.013e0</w:t>
      </w:r>
    </w:p>
    <w:p w:rsidR="007B2329" w:rsidRDefault="007B2329" w:rsidP="007B2329">
      <w:r>
        <w:t>929.0774</w:t>
      </w:r>
      <w:r>
        <w:tab/>
        <w:t>3.038e0</w:t>
      </w:r>
    </w:p>
    <w:p w:rsidR="007B2329" w:rsidRDefault="007B2329" w:rsidP="007B2329">
      <w:r>
        <w:t>929.1296</w:t>
      </w:r>
      <w:r>
        <w:tab/>
        <w:t>2.025e0</w:t>
      </w:r>
    </w:p>
    <w:p w:rsidR="007B2329" w:rsidRDefault="007B2329" w:rsidP="007B2329">
      <w:r>
        <w:t>929.1338</w:t>
      </w:r>
      <w:r>
        <w:tab/>
        <w:t>1.013e0</w:t>
      </w:r>
    </w:p>
    <w:p w:rsidR="007B2329" w:rsidRDefault="007B2329" w:rsidP="007B2329">
      <w:r>
        <w:t>929.1527</w:t>
      </w:r>
      <w:r>
        <w:tab/>
        <w:t>1.013e0</w:t>
      </w:r>
    </w:p>
    <w:p w:rsidR="007B2329" w:rsidRDefault="007B2329" w:rsidP="007B2329">
      <w:r>
        <w:t>929.1683</w:t>
      </w:r>
      <w:r>
        <w:tab/>
        <w:t>1.013e0</w:t>
      </w:r>
    </w:p>
    <w:p w:rsidR="007B2329" w:rsidRDefault="007B2329" w:rsidP="007B2329">
      <w:r>
        <w:t>929.2219</w:t>
      </w:r>
      <w:r>
        <w:tab/>
        <w:t>9.114e0</w:t>
      </w:r>
    </w:p>
    <w:p w:rsidR="007B2329" w:rsidRDefault="007B2329" w:rsidP="007B2329">
      <w:r>
        <w:lastRenderedPageBreak/>
        <w:t>929.2507</w:t>
      </w:r>
      <w:r>
        <w:tab/>
        <w:t>3.076e0</w:t>
      </w:r>
    </w:p>
    <w:p w:rsidR="007B2329" w:rsidRDefault="007B2329" w:rsidP="007B2329">
      <w:r>
        <w:t>929.2791</w:t>
      </w:r>
      <w:r>
        <w:tab/>
        <w:t>1.006e1</w:t>
      </w:r>
    </w:p>
    <w:p w:rsidR="007B2329" w:rsidRDefault="007B2329" w:rsidP="007B2329">
      <w:r>
        <w:t>929.2902</w:t>
      </w:r>
      <w:r>
        <w:tab/>
        <w:t>2.025e0</w:t>
      </w:r>
    </w:p>
    <w:p w:rsidR="007B2329" w:rsidRDefault="007B2329" w:rsidP="007B2329">
      <w:r>
        <w:t>929.2916</w:t>
      </w:r>
      <w:r>
        <w:tab/>
        <w:t>1.013e1</w:t>
      </w:r>
    </w:p>
    <w:p w:rsidR="007B2329" w:rsidRDefault="007B2329" w:rsidP="007B2329">
      <w:r>
        <w:t>929.2927</w:t>
      </w:r>
      <w:r>
        <w:tab/>
        <w:t>1.114e1</w:t>
      </w:r>
    </w:p>
    <w:p w:rsidR="007B2329" w:rsidRDefault="007B2329" w:rsidP="007B2329">
      <w:r>
        <w:t>929.3387</w:t>
      </w:r>
      <w:r>
        <w:tab/>
        <w:t>5.439e0</w:t>
      </w:r>
    </w:p>
    <w:p w:rsidR="007B2329" w:rsidRDefault="007B2329" w:rsidP="007B2329">
      <w:r>
        <w:t>929.3416</w:t>
      </w:r>
      <w:r>
        <w:tab/>
        <w:t>7.894e0</w:t>
      </w:r>
    </w:p>
    <w:p w:rsidR="007B2329" w:rsidRDefault="007B2329" w:rsidP="007B2329">
      <w:r>
        <w:t>929.3675</w:t>
      </w:r>
      <w:r>
        <w:tab/>
        <w:t>2.155e0</w:t>
      </w:r>
    </w:p>
    <w:p w:rsidR="007B2329" w:rsidRDefault="007B2329" w:rsidP="007B2329">
      <w:r>
        <w:t>929.4081</w:t>
      </w:r>
      <w:r>
        <w:tab/>
        <w:t>2.899e0</w:t>
      </w:r>
    </w:p>
    <w:p w:rsidR="007B2329" w:rsidRDefault="007B2329" w:rsidP="007B2329">
      <w:r>
        <w:t>929.4329</w:t>
      </w:r>
      <w:r>
        <w:tab/>
        <w:t>3.622e0</w:t>
      </w:r>
    </w:p>
    <w:p w:rsidR="007B2329" w:rsidRDefault="007B2329" w:rsidP="007B2329">
      <w:r>
        <w:t>929.4495</w:t>
      </w:r>
      <w:r>
        <w:tab/>
        <w:t>7.571e0</w:t>
      </w:r>
    </w:p>
    <w:p w:rsidR="007B2329" w:rsidRDefault="007B2329" w:rsidP="007B2329">
      <w:r>
        <w:t>929.4639</w:t>
      </w:r>
      <w:r>
        <w:tab/>
        <w:t>5.301e0</w:t>
      </w:r>
    </w:p>
    <w:p w:rsidR="007B2329" w:rsidRDefault="007B2329" w:rsidP="007B2329">
      <w:r>
        <w:t>929.5042</w:t>
      </w:r>
      <w:r>
        <w:tab/>
        <w:t>1.150e1</w:t>
      </w:r>
    </w:p>
    <w:p w:rsidR="007B2329" w:rsidRDefault="007B2329" w:rsidP="007B2329">
      <w:r>
        <w:t>929.5215</w:t>
      </w:r>
      <w:r>
        <w:tab/>
        <w:t>6.698e0</w:t>
      </w:r>
    </w:p>
    <w:p w:rsidR="007B2329" w:rsidRDefault="007B2329" w:rsidP="007B2329">
      <w:r>
        <w:t>929.5255</w:t>
      </w:r>
      <w:r>
        <w:tab/>
        <w:t>5.076e0</w:t>
      </w:r>
    </w:p>
    <w:p w:rsidR="007B2329" w:rsidRDefault="007B2329" w:rsidP="007B2329">
      <w:r>
        <w:t>929.5347</w:t>
      </w:r>
      <w:r>
        <w:tab/>
        <w:t>2.089e0</w:t>
      </w:r>
    </w:p>
    <w:p w:rsidR="007B2329" w:rsidRDefault="007B2329" w:rsidP="007B2329">
      <w:r>
        <w:t>929.5946</w:t>
      </w:r>
      <w:r>
        <w:tab/>
        <w:t>1.208e0</w:t>
      </w:r>
    </w:p>
    <w:p w:rsidR="007B2329" w:rsidRDefault="007B2329" w:rsidP="007B2329">
      <w:r>
        <w:t>929.6042</w:t>
      </w:r>
      <w:r>
        <w:tab/>
        <w:t>2.262e0</w:t>
      </w:r>
    </w:p>
    <w:p w:rsidR="007B2329" w:rsidRDefault="007B2329" w:rsidP="007B2329">
      <w:r>
        <w:t>929.6119</w:t>
      </w:r>
      <w:r>
        <w:tab/>
        <w:t>2.025e0</w:t>
      </w:r>
    </w:p>
    <w:p w:rsidR="007B2329" w:rsidRDefault="007B2329" w:rsidP="007B2329">
      <w:r>
        <w:lastRenderedPageBreak/>
        <w:t>929.6354</w:t>
      </w:r>
      <w:r>
        <w:tab/>
        <w:t>1.188e0</w:t>
      </w:r>
    </w:p>
    <w:p w:rsidR="007B2329" w:rsidRDefault="007B2329" w:rsidP="007B2329">
      <w:r>
        <w:t>929.6506</w:t>
      </w:r>
      <w:r>
        <w:tab/>
        <w:t>1.915e0</w:t>
      </w:r>
    </w:p>
    <w:p w:rsidR="007B2329" w:rsidRDefault="007B2329" w:rsidP="007B2329">
      <w:r>
        <w:t>929.6546</w:t>
      </w:r>
      <w:r>
        <w:tab/>
        <w:t>1.638e0</w:t>
      </w:r>
    </w:p>
    <w:p w:rsidR="007B2329" w:rsidRDefault="007B2329" w:rsidP="007B2329">
      <w:r>
        <w:t>929.7065</w:t>
      </w:r>
      <w:r>
        <w:tab/>
        <w:t>3.038e0</w:t>
      </w:r>
    </w:p>
    <w:p w:rsidR="007B2329" w:rsidRDefault="007B2329" w:rsidP="007B2329">
      <w:r>
        <w:t>929.7753</w:t>
      </w:r>
      <w:r>
        <w:tab/>
        <w:t>3.038e0</w:t>
      </w:r>
    </w:p>
    <w:p w:rsidR="007B2329" w:rsidRDefault="007B2329" w:rsidP="007B2329">
      <w:r>
        <w:t>929.7939</w:t>
      </w:r>
      <w:r>
        <w:tab/>
        <w:t>5.063e0</w:t>
      </w:r>
    </w:p>
    <w:p w:rsidR="007B2329" w:rsidRDefault="007B2329" w:rsidP="007B2329">
      <w:r>
        <w:t>929.8290</w:t>
      </w:r>
      <w:r>
        <w:tab/>
        <w:t>5.015e0</w:t>
      </w:r>
    </w:p>
    <w:p w:rsidR="007B2329" w:rsidRDefault="007B2329" w:rsidP="007B2329">
      <w:r>
        <w:t>929.8420</w:t>
      </w:r>
      <w:r>
        <w:tab/>
        <w:t>1.013e0</w:t>
      </w:r>
    </w:p>
    <w:p w:rsidR="007B2329" w:rsidRDefault="007B2329" w:rsidP="007B2329">
      <w:r>
        <w:t>929.8530</w:t>
      </w:r>
      <w:r>
        <w:tab/>
        <w:t>1.013e0</w:t>
      </w:r>
    </w:p>
    <w:p w:rsidR="007B2329" w:rsidRDefault="007B2329" w:rsidP="007B2329">
      <w:r>
        <w:t>929.8842</w:t>
      </w:r>
      <w:r>
        <w:tab/>
        <w:t>2.219e0</w:t>
      </w:r>
    </w:p>
    <w:p w:rsidR="007B2329" w:rsidRDefault="007B2329" w:rsidP="007B2329">
      <w:r>
        <w:t>929.9109</w:t>
      </w:r>
      <w:r>
        <w:tab/>
        <w:t>1.013e0</w:t>
      </w:r>
    </w:p>
    <w:p w:rsidR="007B2329" w:rsidRDefault="007B2329" w:rsidP="007B2329">
      <w:r>
        <w:t>929.9282</w:t>
      </w:r>
      <w:r>
        <w:tab/>
        <w:t>2.025e0</w:t>
      </w:r>
    </w:p>
    <w:p w:rsidR="007B2329" w:rsidRDefault="007B2329" w:rsidP="007B2329">
      <w:r>
        <w:t>929.9625</w:t>
      </w:r>
      <w:r>
        <w:tab/>
        <w:t>3.038e0</w:t>
      </w:r>
    </w:p>
    <w:p w:rsidR="007B2329" w:rsidRDefault="007B2329" w:rsidP="007B2329">
      <w:r>
        <w:t>929.9705</w:t>
      </w:r>
      <w:r>
        <w:tab/>
        <w:t>4.051e0</w:t>
      </w:r>
    </w:p>
    <w:p w:rsidR="007B2329" w:rsidRDefault="007B2329" w:rsidP="007B2329">
      <w:r>
        <w:t>929.9776</w:t>
      </w:r>
      <w:r>
        <w:tab/>
        <w:t>1.013e0</w:t>
      </w:r>
    </w:p>
    <w:p w:rsidR="007B2329" w:rsidRDefault="007B2329" w:rsidP="007B2329">
      <w:r>
        <w:t>929.9933</w:t>
      </w:r>
      <w:r>
        <w:tab/>
        <w:t>1.013e0</w:t>
      </w:r>
    </w:p>
    <w:p w:rsidR="007B2329" w:rsidRDefault="007B2329" w:rsidP="007B2329">
      <w:r>
        <w:t>930.0088</w:t>
      </w:r>
      <w:r>
        <w:tab/>
        <w:t>3.038e0</w:t>
      </w:r>
    </w:p>
    <w:p w:rsidR="007B2329" w:rsidRDefault="007B2329" w:rsidP="007B2329">
      <w:r>
        <w:t>930.0243</w:t>
      </w:r>
      <w:r>
        <w:tab/>
        <w:t>1.013e0</w:t>
      </w:r>
    </w:p>
    <w:p w:rsidR="007B2329" w:rsidRDefault="007B2329" w:rsidP="007B2329">
      <w:r>
        <w:t>930.0450</w:t>
      </w:r>
      <w:r>
        <w:tab/>
        <w:t>1.013e0</w:t>
      </w:r>
    </w:p>
    <w:p w:rsidR="007B2329" w:rsidRDefault="007B2329" w:rsidP="007B2329">
      <w:r>
        <w:lastRenderedPageBreak/>
        <w:t>930.1137</w:t>
      </w:r>
      <w:r>
        <w:tab/>
        <w:t>1.013e0</w:t>
      </w:r>
    </w:p>
    <w:p w:rsidR="007B2329" w:rsidRDefault="007B2329" w:rsidP="007B2329">
      <w:r>
        <w:t>930.1230</w:t>
      </w:r>
      <w:r>
        <w:tab/>
        <w:t>2.025e0</w:t>
      </w:r>
    </w:p>
    <w:p w:rsidR="007B2329" w:rsidRDefault="007B2329" w:rsidP="007B2329">
      <w:r>
        <w:t>930.1741</w:t>
      </w:r>
      <w:r>
        <w:tab/>
        <w:t>3.038e0</w:t>
      </w:r>
    </w:p>
    <w:p w:rsidR="007B2329" w:rsidRDefault="007B2329" w:rsidP="007B2329">
      <w:r>
        <w:t>930.2088</w:t>
      </w:r>
      <w:r>
        <w:tab/>
        <w:t>5.063e0</w:t>
      </w:r>
    </w:p>
    <w:p w:rsidR="007B2329" w:rsidRDefault="007B2329" w:rsidP="007B2329">
      <w:r>
        <w:t>930.2207</w:t>
      </w:r>
      <w:r>
        <w:tab/>
        <w:t>8.556e0</w:t>
      </w:r>
    </w:p>
    <w:p w:rsidR="007B2329" w:rsidRDefault="007B2329" w:rsidP="007B2329">
      <w:r>
        <w:t>930.2325</w:t>
      </w:r>
      <w:r>
        <w:tab/>
        <w:t>4.063e0</w:t>
      </w:r>
    </w:p>
    <w:p w:rsidR="007B2329" w:rsidRDefault="007B2329" w:rsidP="007B2329">
      <w:r>
        <w:t>930.2430</w:t>
      </w:r>
      <w:r>
        <w:tab/>
        <w:t>2.025e0</w:t>
      </w:r>
    </w:p>
    <w:p w:rsidR="007B2329" w:rsidRDefault="007B2329" w:rsidP="007B2329">
      <w:r>
        <w:t>930.2468</w:t>
      </w:r>
      <w:r>
        <w:tab/>
        <w:t>5.063e0</w:t>
      </w:r>
    </w:p>
    <w:p w:rsidR="007B2329" w:rsidRDefault="007B2329" w:rsidP="007B2329">
      <w:r>
        <w:t>930.2676</w:t>
      </w:r>
      <w:r>
        <w:tab/>
        <w:t>4.051e0</w:t>
      </w:r>
    </w:p>
    <w:p w:rsidR="007B2329" w:rsidRDefault="007B2329" w:rsidP="007B2329">
      <w:r>
        <w:t>930.3195</w:t>
      </w:r>
      <w:r>
        <w:tab/>
        <w:t>4.963e0</w:t>
      </w:r>
    </w:p>
    <w:p w:rsidR="007B2329" w:rsidRDefault="007B2329" w:rsidP="007B2329">
      <w:r>
        <w:t>930.3664</w:t>
      </w:r>
      <w:r>
        <w:tab/>
        <w:t>7.358e0</w:t>
      </w:r>
    </w:p>
    <w:p w:rsidR="007B2329" w:rsidRDefault="007B2329" w:rsidP="007B2329">
      <w:r>
        <w:t>930.3878</w:t>
      </w:r>
      <w:r>
        <w:tab/>
        <w:t>8.489e0</w:t>
      </w:r>
    </w:p>
    <w:p w:rsidR="007B2329" w:rsidRDefault="007B2329" w:rsidP="007B2329">
      <w:r>
        <w:t>930.3923</w:t>
      </w:r>
      <w:r>
        <w:tab/>
        <w:t>9.724e0</w:t>
      </w:r>
    </w:p>
    <w:p w:rsidR="007B2329" w:rsidRDefault="007B2329" w:rsidP="007B2329">
      <w:r>
        <w:t>930.3981</w:t>
      </w:r>
      <w:r>
        <w:tab/>
        <w:t>3.240e0</w:t>
      </w:r>
    </w:p>
    <w:p w:rsidR="007B2329" w:rsidRDefault="007B2329" w:rsidP="007B2329">
      <w:r>
        <w:t>930.4246</w:t>
      </w:r>
      <w:r>
        <w:tab/>
        <w:t>1.469e0</w:t>
      </w:r>
    </w:p>
    <w:p w:rsidR="007B2329" w:rsidRDefault="007B2329" w:rsidP="007B2329">
      <w:r>
        <w:t>930.4470</w:t>
      </w:r>
      <w:r>
        <w:tab/>
        <w:t>6.824e0</w:t>
      </w:r>
    </w:p>
    <w:p w:rsidR="007B2329" w:rsidRDefault="007B2329" w:rsidP="007B2329">
      <w:r>
        <w:t>930.4785</w:t>
      </w:r>
      <w:r>
        <w:tab/>
        <w:t>5.063e0</w:t>
      </w:r>
    </w:p>
    <w:p w:rsidR="007B2329" w:rsidRDefault="007B2329" w:rsidP="007B2329">
      <w:r>
        <w:t>930.5057</w:t>
      </w:r>
      <w:r>
        <w:tab/>
        <w:t>2.078e0</w:t>
      </w:r>
    </w:p>
    <w:p w:rsidR="007B2329" w:rsidRDefault="007B2329" w:rsidP="007B2329">
      <w:r>
        <w:t>930.5258</w:t>
      </w:r>
      <w:r>
        <w:tab/>
        <w:t>2.758e0</w:t>
      </w:r>
    </w:p>
    <w:p w:rsidR="007B2329" w:rsidRDefault="007B2329" w:rsidP="007B2329">
      <w:r>
        <w:lastRenderedPageBreak/>
        <w:t>930.5383</w:t>
      </w:r>
      <w:r>
        <w:tab/>
        <w:t>6.859e0</w:t>
      </w:r>
    </w:p>
    <w:p w:rsidR="007B2329" w:rsidRDefault="007B2329" w:rsidP="007B2329">
      <w:r>
        <w:t>930.5647</w:t>
      </w:r>
      <w:r>
        <w:tab/>
        <w:t>2.808e0</w:t>
      </w:r>
    </w:p>
    <w:p w:rsidR="007B2329" w:rsidRDefault="007B2329" w:rsidP="007B2329">
      <w:r>
        <w:t>930.6320</w:t>
      </w:r>
      <w:r>
        <w:tab/>
        <w:t>1.013e0</w:t>
      </w:r>
    </w:p>
    <w:p w:rsidR="007B2329" w:rsidRDefault="007B2329" w:rsidP="007B2329">
      <w:r>
        <w:t>930.6346</w:t>
      </w:r>
      <w:r>
        <w:tab/>
        <w:t>5.547e0</w:t>
      </w:r>
    </w:p>
    <w:p w:rsidR="007B2329" w:rsidRDefault="007B2329" w:rsidP="007B2329">
      <w:r>
        <w:t>930.6370</w:t>
      </w:r>
      <w:r>
        <w:tab/>
        <w:t>3.740e0</w:t>
      </w:r>
    </w:p>
    <w:p w:rsidR="007B2329" w:rsidRDefault="007B2329" w:rsidP="007B2329">
      <w:r>
        <w:t>930.6785</w:t>
      </w:r>
      <w:r>
        <w:tab/>
        <w:t>1.013e0</w:t>
      </w:r>
    </w:p>
    <w:p w:rsidR="007B2329" w:rsidRDefault="007B2329" w:rsidP="007B2329">
      <w:r>
        <w:t>930.6980</w:t>
      </w:r>
      <w:r>
        <w:tab/>
        <w:t>3.585e0</w:t>
      </w:r>
    </w:p>
    <w:p w:rsidR="007B2329" w:rsidRDefault="007B2329" w:rsidP="007B2329">
      <w:r>
        <w:t>930.7255</w:t>
      </w:r>
      <w:r>
        <w:tab/>
        <w:t>3.038e0</w:t>
      </w:r>
    </w:p>
    <w:p w:rsidR="007B2329" w:rsidRDefault="007B2329" w:rsidP="007B2329">
      <w:r>
        <w:t>930.7567</w:t>
      </w:r>
      <w:r>
        <w:tab/>
        <w:t>1.013e0</w:t>
      </w:r>
    </w:p>
    <w:p w:rsidR="007B2329" w:rsidRDefault="007B2329" w:rsidP="007B2329">
      <w:r>
        <w:t>930.7790</w:t>
      </w:r>
      <w:r>
        <w:tab/>
        <w:t>4.051e0</w:t>
      </w:r>
    </w:p>
    <w:p w:rsidR="007B2329" w:rsidRDefault="007B2329" w:rsidP="007B2329">
      <w:r>
        <w:t>930.8407</w:t>
      </w:r>
      <w:r>
        <w:tab/>
        <w:t>3.038e0</w:t>
      </w:r>
    </w:p>
    <w:p w:rsidR="007B2329" w:rsidRDefault="007B2329" w:rsidP="007B2329">
      <w:r>
        <w:t>930.8813</w:t>
      </w:r>
      <w:r>
        <w:tab/>
        <w:t>1.013e0</w:t>
      </w:r>
    </w:p>
    <w:p w:rsidR="007B2329" w:rsidRDefault="007B2329" w:rsidP="007B2329">
      <w:r>
        <w:t>930.8910</w:t>
      </w:r>
      <w:r>
        <w:tab/>
        <w:t>2.025e0</w:t>
      </w:r>
    </w:p>
    <w:p w:rsidR="007B2329" w:rsidRDefault="007B2329" w:rsidP="007B2329">
      <w:r>
        <w:t>930.9075</w:t>
      </w:r>
      <w:r>
        <w:tab/>
        <w:t>3.038e0</w:t>
      </w:r>
    </w:p>
    <w:p w:rsidR="007B2329" w:rsidRDefault="007B2329" w:rsidP="007B2329">
      <w:r>
        <w:t>930.9128</w:t>
      </w:r>
      <w:r>
        <w:tab/>
        <w:t>1.013e0</w:t>
      </w:r>
    </w:p>
    <w:p w:rsidR="007B2329" w:rsidRDefault="007B2329" w:rsidP="007B2329">
      <w:r>
        <w:t>930.9175</w:t>
      </w:r>
      <w:r>
        <w:tab/>
        <w:t>4.051e0</w:t>
      </w:r>
    </w:p>
    <w:p w:rsidR="007B2329" w:rsidRDefault="007B2329" w:rsidP="007B2329">
      <w:r>
        <w:t>930.9960</w:t>
      </w:r>
      <w:r>
        <w:tab/>
        <w:t>2.025e0</w:t>
      </w:r>
    </w:p>
    <w:p w:rsidR="007B2329" w:rsidRDefault="007B2329" w:rsidP="007B2329">
      <w:r>
        <w:t>930.9999</w:t>
      </w:r>
      <w:r>
        <w:tab/>
        <w:t>2.655e0</w:t>
      </w:r>
    </w:p>
    <w:p w:rsidR="007B2329" w:rsidRDefault="007B2329" w:rsidP="007B2329">
      <w:r>
        <w:t>931.0260</w:t>
      </w:r>
      <w:r>
        <w:tab/>
        <w:t>3.038e0</w:t>
      </w:r>
    </w:p>
    <w:p w:rsidR="007B2329" w:rsidRDefault="007B2329" w:rsidP="007B2329">
      <w:r>
        <w:lastRenderedPageBreak/>
        <w:t>931.0549</w:t>
      </w:r>
      <w:r>
        <w:tab/>
        <w:t>4.051e0</w:t>
      </w:r>
    </w:p>
    <w:p w:rsidR="007B2329" w:rsidRDefault="007B2329" w:rsidP="007B2329">
      <w:r>
        <w:t>931.0597</w:t>
      </w:r>
      <w:r>
        <w:tab/>
        <w:t>1.013e0</w:t>
      </w:r>
    </w:p>
    <w:p w:rsidR="007B2329" w:rsidRDefault="007B2329" w:rsidP="007B2329">
      <w:r>
        <w:t>931.0681</w:t>
      </w:r>
      <w:r>
        <w:tab/>
        <w:t>1.013e0</w:t>
      </w:r>
    </w:p>
    <w:p w:rsidR="007B2329" w:rsidRDefault="007B2329" w:rsidP="007B2329">
      <w:r>
        <w:t>931.0766</w:t>
      </w:r>
      <w:r>
        <w:tab/>
        <w:t>1.013e0</w:t>
      </w:r>
    </w:p>
    <w:p w:rsidR="007B2329" w:rsidRDefault="007B2329" w:rsidP="007B2329">
      <w:r>
        <w:t>931.0967</w:t>
      </w:r>
      <w:r>
        <w:tab/>
        <w:t>3.038e0</w:t>
      </w:r>
    </w:p>
    <w:p w:rsidR="007B2329" w:rsidRDefault="007B2329" w:rsidP="007B2329">
      <w:r>
        <w:t>931.1028</w:t>
      </w:r>
      <w:r>
        <w:tab/>
        <w:t>2.025e0</w:t>
      </w:r>
    </w:p>
    <w:p w:rsidR="007B2329" w:rsidRDefault="007B2329" w:rsidP="007B2329">
      <w:r>
        <w:t>931.1154</w:t>
      </w:r>
      <w:r>
        <w:tab/>
        <w:t>1.013e0</w:t>
      </w:r>
    </w:p>
    <w:p w:rsidR="007B2329" w:rsidRDefault="007B2329" w:rsidP="007B2329">
      <w:r>
        <w:t>931.1617</w:t>
      </w:r>
      <w:r>
        <w:tab/>
        <w:t>2.025e0</w:t>
      </w:r>
    </w:p>
    <w:p w:rsidR="007B2329" w:rsidRDefault="007B2329" w:rsidP="007B2329">
      <w:r>
        <w:t>931.2396</w:t>
      </w:r>
      <w:r>
        <w:tab/>
        <w:t>5.063e0</w:t>
      </w:r>
    </w:p>
    <w:p w:rsidR="007B2329" w:rsidRDefault="007B2329" w:rsidP="007B2329">
      <w:r>
        <w:t>931.2509</w:t>
      </w:r>
      <w:r>
        <w:tab/>
        <w:t>9.114e0</w:t>
      </w:r>
    </w:p>
    <w:p w:rsidR="007B2329" w:rsidRDefault="007B2329" w:rsidP="007B2329">
      <w:r>
        <w:t>931.2708</w:t>
      </w:r>
      <w:r>
        <w:tab/>
        <w:t>1.013e0</w:t>
      </w:r>
    </w:p>
    <w:p w:rsidR="007B2329" w:rsidRDefault="007B2329" w:rsidP="007B2329">
      <w:r>
        <w:t>931.2770</w:t>
      </w:r>
      <w:r>
        <w:tab/>
        <w:t>4.275e0</w:t>
      </w:r>
    </w:p>
    <w:p w:rsidR="007B2329" w:rsidRDefault="007B2329" w:rsidP="007B2329">
      <w:r>
        <w:t>931.2797</w:t>
      </w:r>
      <w:r>
        <w:tab/>
        <w:t>1.013e0</w:t>
      </w:r>
    </w:p>
    <w:p w:rsidR="007B2329" w:rsidRDefault="007B2329" w:rsidP="007B2329">
      <w:r>
        <w:t>931.3613</w:t>
      </w:r>
      <w:r>
        <w:tab/>
        <w:t>2.417e0</w:t>
      </w:r>
    </w:p>
    <w:p w:rsidR="007B2329" w:rsidRDefault="007B2329" w:rsidP="007B2329">
      <w:r>
        <w:t>931.3643</w:t>
      </w:r>
      <w:r>
        <w:tab/>
        <w:t>1.757e0</w:t>
      </w:r>
    </w:p>
    <w:p w:rsidR="007B2329" w:rsidRDefault="007B2329" w:rsidP="007B2329">
      <w:r>
        <w:t>931.3660</w:t>
      </w:r>
      <w:r>
        <w:tab/>
        <w:t>1.714e0</w:t>
      </w:r>
    </w:p>
    <w:p w:rsidR="007B2329" w:rsidRDefault="007B2329" w:rsidP="007B2329">
      <w:r>
        <w:t>931.3741</w:t>
      </w:r>
      <w:r>
        <w:tab/>
        <w:t>1.765e0</w:t>
      </w:r>
    </w:p>
    <w:p w:rsidR="007B2329" w:rsidRDefault="007B2329" w:rsidP="007B2329">
      <w:r>
        <w:t>931.4183</w:t>
      </w:r>
      <w:r>
        <w:tab/>
        <w:t>1.025e0</w:t>
      </w:r>
    </w:p>
    <w:p w:rsidR="007B2329" w:rsidRDefault="007B2329" w:rsidP="007B2329">
      <w:r>
        <w:t>931.4316</w:t>
      </w:r>
      <w:r>
        <w:tab/>
        <w:t>4.408e0</w:t>
      </w:r>
    </w:p>
    <w:p w:rsidR="007B2329" w:rsidRDefault="007B2329" w:rsidP="007B2329">
      <w:r>
        <w:lastRenderedPageBreak/>
        <w:t>931.4340</w:t>
      </w:r>
      <w:r>
        <w:tab/>
        <w:t>1.713e0</w:t>
      </w:r>
    </w:p>
    <w:p w:rsidR="007B2329" w:rsidRDefault="007B2329" w:rsidP="007B2329">
      <w:r>
        <w:t>931.4465</w:t>
      </w:r>
      <w:r>
        <w:tab/>
        <w:t>4.243e0</w:t>
      </w:r>
    </w:p>
    <w:p w:rsidR="007B2329" w:rsidRDefault="007B2329" w:rsidP="007B2329">
      <w:r>
        <w:t>931.4653</w:t>
      </w:r>
      <w:r>
        <w:tab/>
        <w:t>2.468e0</w:t>
      </w:r>
    </w:p>
    <w:p w:rsidR="007B2329" w:rsidRDefault="007B2329" w:rsidP="007B2329">
      <w:r>
        <w:t>931.5361</w:t>
      </w:r>
      <w:r>
        <w:tab/>
        <w:t>1.487e0</w:t>
      </w:r>
    </w:p>
    <w:p w:rsidR="007B2329" w:rsidRDefault="007B2329" w:rsidP="007B2329">
      <w:r>
        <w:t>931.5671</w:t>
      </w:r>
      <w:r>
        <w:tab/>
        <w:t>1.013e0</w:t>
      </w:r>
    </w:p>
    <w:p w:rsidR="007B2329" w:rsidRDefault="007B2329" w:rsidP="007B2329">
      <w:r>
        <w:t>931.5706</w:t>
      </w:r>
      <w:r>
        <w:tab/>
        <w:t>3.204e0</w:t>
      </w:r>
    </w:p>
    <w:p w:rsidR="007B2329" w:rsidRDefault="007B2329" w:rsidP="007B2329">
      <w:r>
        <w:t>931.6299</w:t>
      </w:r>
      <w:r>
        <w:tab/>
        <w:t>1.013e0</w:t>
      </w:r>
    </w:p>
    <w:p w:rsidR="007B2329" w:rsidRDefault="007B2329" w:rsidP="007B2329">
      <w:r>
        <w:t>931.6516</w:t>
      </w:r>
      <w:r>
        <w:tab/>
        <w:t>1.117e0</w:t>
      </w:r>
    </w:p>
    <w:p w:rsidR="007B2329" w:rsidRDefault="007B2329" w:rsidP="007B2329">
      <w:r>
        <w:t>931.6745</w:t>
      </w:r>
      <w:r>
        <w:tab/>
        <w:t>1.927e0</w:t>
      </w:r>
    </w:p>
    <w:p w:rsidR="007B2329" w:rsidRDefault="007B2329" w:rsidP="007B2329">
      <w:r>
        <w:t>931.6959</w:t>
      </w:r>
      <w:r>
        <w:tab/>
        <w:t>5.063e0</w:t>
      </w:r>
    </w:p>
    <w:p w:rsidR="007B2329" w:rsidRDefault="007B2329" w:rsidP="007B2329">
      <w:r>
        <w:t>931.7235</w:t>
      </w:r>
      <w:r>
        <w:tab/>
        <w:t>1.013e0</w:t>
      </w:r>
    </w:p>
    <w:p w:rsidR="007B2329" w:rsidRDefault="007B2329" w:rsidP="007B2329">
      <w:r>
        <w:t>931.7520</w:t>
      </w:r>
      <w:r>
        <w:tab/>
        <w:t>4.051e0</w:t>
      </w:r>
    </w:p>
    <w:p w:rsidR="007B2329" w:rsidRDefault="007B2329" w:rsidP="007B2329">
      <w:r>
        <w:t>931.7854</w:t>
      </w:r>
      <w:r>
        <w:tab/>
        <w:t>1.013e0</w:t>
      </w:r>
    </w:p>
    <w:p w:rsidR="007B2329" w:rsidRDefault="007B2329" w:rsidP="007B2329">
      <w:r>
        <w:t>931.8134</w:t>
      </w:r>
      <w:r>
        <w:tab/>
        <w:t>5.582e0</w:t>
      </w:r>
    </w:p>
    <w:p w:rsidR="007B2329" w:rsidRDefault="007B2329" w:rsidP="007B2329">
      <w:r>
        <w:t>931.8323</w:t>
      </w:r>
      <w:r>
        <w:tab/>
        <w:t>2.025e0</w:t>
      </w:r>
    </w:p>
    <w:p w:rsidR="007B2329" w:rsidRDefault="007B2329" w:rsidP="007B2329">
      <w:r>
        <w:t>931.8489</w:t>
      </w:r>
      <w:r>
        <w:tab/>
        <w:t>2.025e0</w:t>
      </w:r>
    </w:p>
    <w:p w:rsidR="007B2329" w:rsidRDefault="007B2329" w:rsidP="007B2329">
      <w:r>
        <w:t>931.8540</w:t>
      </w:r>
      <w:r>
        <w:tab/>
        <w:t>1.025e0</w:t>
      </w:r>
    </w:p>
    <w:p w:rsidR="007B2329" w:rsidRDefault="007B2329" w:rsidP="007B2329">
      <w:r>
        <w:t>931.9180</w:t>
      </w:r>
      <w:r>
        <w:tab/>
        <w:t>2.025e0</w:t>
      </w:r>
    </w:p>
    <w:p w:rsidR="007B2329" w:rsidRDefault="007B2329" w:rsidP="007B2329">
      <w:r>
        <w:t>931.9233</w:t>
      </w:r>
      <w:r>
        <w:tab/>
        <w:t>2.025e0</w:t>
      </w:r>
    </w:p>
    <w:p w:rsidR="007B2329" w:rsidRDefault="007B2329" w:rsidP="007B2329">
      <w:r>
        <w:lastRenderedPageBreak/>
        <w:t>931.9261</w:t>
      </w:r>
      <w:r>
        <w:tab/>
        <w:t>3.038e0</w:t>
      </w:r>
    </w:p>
    <w:p w:rsidR="007B2329" w:rsidRDefault="007B2329" w:rsidP="007B2329">
      <w:r>
        <w:t>931.9777</w:t>
      </w:r>
      <w:r>
        <w:tab/>
        <w:t>2.025e0</w:t>
      </w:r>
    </w:p>
    <w:p w:rsidR="007B2329" w:rsidRDefault="007B2329" w:rsidP="007B2329">
      <w:r>
        <w:t>931.9882</w:t>
      </w:r>
      <w:r>
        <w:tab/>
        <w:t>2.025e0</w:t>
      </w:r>
    </w:p>
    <w:p w:rsidR="007B2329" w:rsidRDefault="007B2329" w:rsidP="007B2329">
      <w:r>
        <w:t>932.0023</w:t>
      </w:r>
      <w:r>
        <w:tab/>
        <w:t>2.025e0</w:t>
      </w:r>
    </w:p>
    <w:p w:rsidR="007B2329" w:rsidRDefault="007B2329" w:rsidP="007B2329">
      <w:r>
        <w:t>932.0394</w:t>
      </w:r>
      <w:r>
        <w:tab/>
        <w:t>1.013e0</w:t>
      </w:r>
    </w:p>
    <w:p w:rsidR="007B2329" w:rsidRDefault="007B2329" w:rsidP="007B2329">
      <w:r>
        <w:t>932.1055</w:t>
      </w:r>
      <w:r>
        <w:tab/>
        <w:t>2.025e0</w:t>
      </w:r>
    </w:p>
    <w:p w:rsidR="007B2329" w:rsidRDefault="007B2329" w:rsidP="007B2329">
      <w:r>
        <w:t>932.1111</w:t>
      </w:r>
      <w:r>
        <w:tab/>
        <w:t>3.038e0</w:t>
      </w:r>
    </w:p>
    <w:p w:rsidR="007B2329" w:rsidRDefault="007B2329" w:rsidP="007B2329">
      <w:r>
        <w:t>932.1259</w:t>
      </w:r>
      <w:r>
        <w:tab/>
        <w:t>1.013e0</w:t>
      </w:r>
    </w:p>
    <w:p w:rsidR="007B2329" w:rsidRDefault="007B2329" w:rsidP="007B2329">
      <w:r>
        <w:t>932.1599</w:t>
      </w:r>
      <w:r>
        <w:tab/>
        <w:t>1.013e0</w:t>
      </w:r>
    </w:p>
    <w:p w:rsidR="007B2329" w:rsidRDefault="007B2329" w:rsidP="007B2329">
      <w:r>
        <w:t>932.1646</w:t>
      </w:r>
      <w:r>
        <w:tab/>
        <w:t>4.051e0</w:t>
      </w:r>
    </w:p>
    <w:p w:rsidR="007B2329" w:rsidRDefault="007B2329" w:rsidP="007B2329">
      <w:r>
        <w:t>932.2269</w:t>
      </w:r>
      <w:r>
        <w:tab/>
        <w:t>3.038e0</w:t>
      </w:r>
    </w:p>
    <w:p w:rsidR="007B2329" w:rsidRDefault="007B2329" w:rsidP="007B2329">
      <w:r>
        <w:t>932.2301</w:t>
      </w:r>
      <w:r>
        <w:tab/>
        <w:t>2.025e0</w:t>
      </w:r>
    </w:p>
    <w:p w:rsidR="007B2329" w:rsidRDefault="007B2329" w:rsidP="007B2329">
      <w:r>
        <w:t>932.2628</w:t>
      </w:r>
      <w:r>
        <w:tab/>
        <w:t>6.361e0</w:t>
      </w:r>
    </w:p>
    <w:p w:rsidR="007B2329" w:rsidRDefault="007B2329" w:rsidP="007B2329">
      <w:r>
        <w:t>932.2664</w:t>
      </w:r>
      <w:r>
        <w:tab/>
        <w:t>2.025e0</w:t>
      </w:r>
    </w:p>
    <w:p w:rsidR="007B2329" w:rsidRDefault="007B2329" w:rsidP="007B2329">
      <w:r>
        <w:t>932.2961</w:t>
      </w:r>
      <w:r>
        <w:tab/>
        <w:t>7.957e0</w:t>
      </w:r>
    </w:p>
    <w:p w:rsidR="007B2329" w:rsidRDefault="007B2329" w:rsidP="007B2329">
      <w:r>
        <w:t>932.3074</w:t>
      </w:r>
      <w:r>
        <w:tab/>
        <w:t>7.089e0</w:t>
      </w:r>
    </w:p>
    <w:p w:rsidR="007B2329" w:rsidRDefault="007B2329" w:rsidP="007B2329">
      <w:r>
        <w:t>932.3318</w:t>
      </w:r>
      <w:r>
        <w:tab/>
        <w:t>2.951e0</w:t>
      </w:r>
    </w:p>
    <w:p w:rsidR="007B2329" w:rsidRDefault="007B2329" w:rsidP="007B2329">
      <w:r>
        <w:t>932.3564</w:t>
      </w:r>
      <w:r>
        <w:tab/>
        <w:t>2.273e0</w:t>
      </w:r>
    </w:p>
    <w:p w:rsidR="007B2329" w:rsidRDefault="007B2329" w:rsidP="007B2329">
      <w:r>
        <w:t>932.3784</w:t>
      </w:r>
      <w:r>
        <w:tab/>
        <w:t>1.013e0</w:t>
      </w:r>
    </w:p>
    <w:p w:rsidR="007B2329" w:rsidRDefault="007B2329" w:rsidP="007B2329">
      <w:r>
        <w:lastRenderedPageBreak/>
        <w:t>932.3834</w:t>
      </w:r>
      <w:r>
        <w:tab/>
        <w:t>4.132e0</w:t>
      </w:r>
    </w:p>
    <w:p w:rsidR="007B2329" w:rsidRDefault="007B2329" w:rsidP="007B2329">
      <w:r>
        <w:t>932.4281</w:t>
      </w:r>
      <w:r>
        <w:tab/>
        <w:t>1.013e0</w:t>
      </w:r>
    </w:p>
    <w:p w:rsidR="007B2329" w:rsidRDefault="007B2329" w:rsidP="007B2329">
      <w:r>
        <w:t>932.4567</w:t>
      </w:r>
      <w:r>
        <w:tab/>
        <w:t>1.050e0</w:t>
      </w:r>
    </w:p>
    <w:p w:rsidR="007B2329" w:rsidRDefault="007B2329" w:rsidP="007B2329">
      <w:r>
        <w:t>932.4585</w:t>
      </w:r>
      <w:r>
        <w:tab/>
        <w:t>8.574e0</w:t>
      </w:r>
    </w:p>
    <w:p w:rsidR="007B2329" w:rsidRDefault="007B2329" w:rsidP="007B2329">
      <w:r>
        <w:t>932.5033</w:t>
      </w:r>
      <w:r>
        <w:tab/>
        <w:t>3.038e0</w:t>
      </w:r>
    </w:p>
    <w:p w:rsidR="007B2329" w:rsidRDefault="007B2329" w:rsidP="007B2329">
      <w:r>
        <w:t>932.5114</w:t>
      </w:r>
      <w:r>
        <w:tab/>
        <w:t>2.400e0</w:t>
      </w:r>
    </w:p>
    <w:p w:rsidR="007B2329" w:rsidRDefault="007B2329" w:rsidP="007B2329">
      <w:r>
        <w:t>932.5146</w:t>
      </w:r>
      <w:r>
        <w:tab/>
        <w:t>6.233e0</w:t>
      </w:r>
    </w:p>
    <w:p w:rsidR="007B2329" w:rsidRDefault="007B2329" w:rsidP="007B2329">
      <w:r>
        <w:t>932.5309</w:t>
      </w:r>
      <w:r>
        <w:tab/>
        <w:t>3.550e0</w:t>
      </w:r>
    </w:p>
    <w:p w:rsidR="007B2329" w:rsidRDefault="007B2329" w:rsidP="007B2329">
      <w:r>
        <w:t>932.5328</w:t>
      </w:r>
      <w:r>
        <w:tab/>
        <w:t>6.075e0</w:t>
      </w:r>
    </w:p>
    <w:p w:rsidR="007B2329" w:rsidRDefault="007B2329" w:rsidP="007B2329">
      <w:r>
        <w:t>932.5951</w:t>
      </w:r>
      <w:r>
        <w:tab/>
        <w:t>1.637e0</w:t>
      </w:r>
    </w:p>
    <w:p w:rsidR="007B2329" w:rsidRDefault="007B2329" w:rsidP="007B2329">
      <w:r>
        <w:t>932.6071</w:t>
      </w:r>
      <w:r>
        <w:tab/>
        <w:t>1.023e1</w:t>
      </w:r>
    </w:p>
    <w:p w:rsidR="007B2329" w:rsidRDefault="007B2329" w:rsidP="007B2329">
      <w:r>
        <w:t>932.6498</w:t>
      </w:r>
      <w:r>
        <w:tab/>
        <w:t>2.683e0</w:t>
      </w:r>
    </w:p>
    <w:p w:rsidR="007B2329" w:rsidRDefault="007B2329" w:rsidP="007B2329">
      <w:r>
        <w:t>932.7219</w:t>
      </w:r>
      <w:r>
        <w:tab/>
        <w:t>1.013e0</w:t>
      </w:r>
    </w:p>
    <w:p w:rsidR="007B2329" w:rsidRDefault="007B2329" w:rsidP="007B2329">
      <w:r>
        <w:t>932.7347</w:t>
      </w:r>
      <w:r>
        <w:tab/>
        <w:t>1.013e0</w:t>
      </w:r>
    </w:p>
    <w:p w:rsidR="007B2329" w:rsidRDefault="007B2329" w:rsidP="007B2329">
      <w:r>
        <w:t>932.7375</w:t>
      </w:r>
      <w:r>
        <w:tab/>
        <w:t>2.025e0</w:t>
      </w:r>
    </w:p>
    <w:p w:rsidR="007B2329" w:rsidRDefault="007B2329" w:rsidP="007B2329">
      <w:r>
        <w:t>932.7531</w:t>
      </w:r>
      <w:r>
        <w:tab/>
        <w:t>4.051e0</w:t>
      </w:r>
    </w:p>
    <w:p w:rsidR="007B2329" w:rsidRDefault="007B2329" w:rsidP="007B2329">
      <w:r>
        <w:t>932.8157</w:t>
      </w:r>
      <w:r>
        <w:tab/>
        <w:t>1.013e0</w:t>
      </w:r>
    </w:p>
    <w:p w:rsidR="007B2329" w:rsidRDefault="007B2329" w:rsidP="007B2329">
      <w:r>
        <w:t>932.8635</w:t>
      </w:r>
      <w:r>
        <w:tab/>
        <w:t>2.025e0</w:t>
      </w:r>
    </w:p>
    <w:p w:rsidR="007B2329" w:rsidRDefault="007B2329" w:rsidP="007B2329">
      <w:r>
        <w:t>932.8822</w:t>
      </w:r>
      <w:r>
        <w:tab/>
        <w:t>3.038e0</w:t>
      </w:r>
    </w:p>
    <w:p w:rsidR="007B2329" w:rsidRDefault="007B2329" w:rsidP="007B2329">
      <w:r>
        <w:lastRenderedPageBreak/>
        <w:t>932.8854</w:t>
      </w:r>
      <w:r>
        <w:tab/>
        <w:t>1.013e0</w:t>
      </w:r>
    </w:p>
    <w:p w:rsidR="007B2329" w:rsidRDefault="007B2329" w:rsidP="007B2329">
      <w:r>
        <w:t>932.9249</w:t>
      </w:r>
      <w:r>
        <w:tab/>
        <w:t>1.013e0</w:t>
      </w:r>
    </w:p>
    <w:p w:rsidR="007B2329" w:rsidRDefault="007B2329" w:rsidP="007B2329">
      <w:r>
        <w:t>932.9372</w:t>
      </w:r>
      <w:r>
        <w:tab/>
        <w:t>2.025e0</w:t>
      </w:r>
    </w:p>
    <w:p w:rsidR="007B2329" w:rsidRDefault="007B2329" w:rsidP="007B2329">
      <w:r>
        <w:t>932.9554</w:t>
      </w:r>
      <w:r>
        <w:tab/>
        <w:t>5.063e0</w:t>
      </w:r>
    </w:p>
    <w:p w:rsidR="007B2329" w:rsidRDefault="007B2329" w:rsidP="007B2329">
      <w:r>
        <w:t>932.9615</w:t>
      </w:r>
      <w:r>
        <w:tab/>
        <w:t>3.051e0</w:t>
      </w:r>
    </w:p>
    <w:p w:rsidR="007B2329" w:rsidRDefault="007B2329" w:rsidP="007B2329">
      <w:r>
        <w:t>932.9709</w:t>
      </w:r>
      <w:r>
        <w:tab/>
        <w:t>2.025e0</w:t>
      </w:r>
    </w:p>
    <w:p w:rsidR="007B2329" w:rsidRDefault="007B2329" w:rsidP="007B2329">
      <w:r>
        <w:t>932.9802</w:t>
      </w:r>
      <w:r>
        <w:tab/>
        <w:t>5.694e0</w:t>
      </w:r>
    </w:p>
    <w:p w:rsidR="007B2329" w:rsidRDefault="007B2329" w:rsidP="007B2329">
      <w:r>
        <w:t>933.0344</w:t>
      </w:r>
      <w:r>
        <w:tab/>
        <w:t>2.025e0</w:t>
      </w:r>
    </w:p>
    <w:p w:rsidR="007B2329" w:rsidRDefault="007B2329" w:rsidP="007B2329">
      <w:r>
        <w:t>933.0362</w:t>
      </w:r>
      <w:r>
        <w:tab/>
        <w:t>1.013e0</w:t>
      </w:r>
    </w:p>
    <w:p w:rsidR="007B2329" w:rsidRDefault="007B2329" w:rsidP="007B2329">
      <w:r>
        <w:t>933.0421</w:t>
      </w:r>
      <w:r>
        <w:tab/>
        <w:t>2.025e0</w:t>
      </w:r>
    </w:p>
    <w:p w:rsidR="007B2329" w:rsidRDefault="007B2329" w:rsidP="007B2329">
      <w:r>
        <w:t>933.0972</w:t>
      </w:r>
      <w:r>
        <w:tab/>
        <w:t>1.013e0</w:t>
      </w:r>
    </w:p>
    <w:p w:rsidR="007B2329" w:rsidRDefault="007B2329" w:rsidP="007B2329">
      <w:r>
        <w:t>933.1123</w:t>
      </w:r>
      <w:r>
        <w:tab/>
        <w:t>1.013e0</w:t>
      </w:r>
    </w:p>
    <w:p w:rsidR="007B2329" w:rsidRDefault="007B2329" w:rsidP="007B2329">
      <w:r>
        <w:t>933.1279</w:t>
      </w:r>
      <w:r>
        <w:tab/>
        <w:t>1.013e0</w:t>
      </w:r>
    </w:p>
    <w:p w:rsidR="007B2329" w:rsidRDefault="007B2329" w:rsidP="007B2329">
      <w:r>
        <w:t>933.1594</w:t>
      </w:r>
      <w:r>
        <w:tab/>
        <w:t>1.013e0</w:t>
      </w:r>
    </w:p>
    <w:p w:rsidR="007B2329" w:rsidRDefault="007B2329" w:rsidP="007B2329">
      <w:r>
        <w:t>933.1749</w:t>
      </w:r>
      <w:r>
        <w:tab/>
        <w:t>3.038e0</w:t>
      </w:r>
    </w:p>
    <w:p w:rsidR="007B2329" w:rsidRDefault="007B2329" w:rsidP="007B2329">
      <w:r>
        <w:t>933.1846</w:t>
      </w:r>
      <w:r>
        <w:tab/>
        <w:t>3.038e0</w:t>
      </w:r>
    </w:p>
    <w:p w:rsidR="007B2329" w:rsidRDefault="007B2329" w:rsidP="007B2329">
      <w:r>
        <w:t>933.1909</w:t>
      </w:r>
      <w:r>
        <w:tab/>
        <w:t>1.013e0</w:t>
      </w:r>
    </w:p>
    <w:p w:rsidR="007B2329" w:rsidRDefault="007B2329" w:rsidP="007B2329">
      <w:r>
        <w:t>933.2562</w:t>
      </w:r>
      <w:r>
        <w:tab/>
        <w:t>1.013e0</w:t>
      </w:r>
    </w:p>
    <w:p w:rsidR="007B2329" w:rsidRDefault="007B2329" w:rsidP="007B2329">
      <w:r>
        <w:t>933.2687</w:t>
      </w:r>
      <w:r>
        <w:tab/>
        <w:t>1.013e0</w:t>
      </w:r>
    </w:p>
    <w:p w:rsidR="007B2329" w:rsidRDefault="007B2329" w:rsidP="007B2329">
      <w:r>
        <w:lastRenderedPageBreak/>
        <w:t>933.2780</w:t>
      </w:r>
      <w:r>
        <w:tab/>
        <w:t>2.025e0</w:t>
      </w:r>
    </w:p>
    <w:p w:rsidR="007B2329" w:rsidRDefault="007B2329" w:rsidP="007B2329">
      <w:r>
        <w:t>933.2805</w:t>
      </w:r>
      <w:r>
        <w:tab/>
        <w:t>4.051e0</w:t>
      </w:r>
    </w:p>
    <w:p w:rsidR="007B2329" w:rsidRDefault="007B2329" w:rsidP="007B2329">
      <w:r>
        <w:t>933.2898</w:t>
      </w:r>
      <w:r>
        <w:tab/>
        <w:t>3.038e0</w:t>
      </w:r>
    </w:p>
    <w:p w:rsidR="007B2329" w:rsidRDefault="007B2329" w:rsidP="007B2329">
      <w:r>
        <w:t>933.3085</w:t>
      </w:r>
      <w:r>
        <w:tab/>
        <w:t>1.013e0</w:t>
      </w:r>
    </w:p>
    <w:p w:rsidR="007B2329" w:rsidRDefault="007B2329" w:rsidP="007B2329">
      <w:r>
        <w:t>933.3275</w:t>
      </w:r>
      <w:r>
        <w:tab/>
        <w:t>6.253e0</w:t>
      </w:r>
    </w:p>
    <w:p w:rsidR="007B2329" w:rsidRDefault="007B2329" w:rsidP="007B2329">
      <w:r>
        <w:t>933.3870</w:t>
      </w:r>
      <w:r>
        <w:tab/>
        <w:t>2.691e0</w:t>
      </w:r>
    </w:p>
    <w:p w:rsidR="007B2329" w:rsidRDefault="007B2329" w:rsidP="007B2329">
      <w:r>
        <w:t>933.3938</w:t>
      </w:r>
      <w:r>
        <w:tab/>
        <w:t>5.436e0</w:t>
      </w:r>
    </w:p>
    <w:p w:rsidR="007B2329" w:rsidRDefault="007B2329" w:rsidP="007B2329">
      <w:r>
        <w:t>933.4090</w:t>
      </w:r>
      <w:r>
        <w:tab/>
        <w:t>6.491e0</w:t>
      </w:r>
    </w:p>
    <w:p w:rsidR="007B2329" w:rsidRDefault="007B2329" w:rsidP="007B2329">
      <w:r>
        <w:t>933.4283</w:t>
      </w:r>
      <w:r>
        <w:tab/>
        <w:t>4.710e0</w:t>
      </w:r>
    </w:p>
    <w:p w:rsidR="007B2329" w:rsidRDefault="007B2329" w:rsidP="007B2329">
      <w:r>
        <w:t>933.4844</w:t>
      </w:r>
      <w:r>
        <w:tab/>
        <w:t>5.026e0</w:t>
      </w:r>
    </w:p>
    <w:p w:rsidR="007B2329" w:rsidRDefault="007B2329" w:rsidP="007B2329">
      <w:r>
        <w:t>933.4891</w:t>
      </w:r>
      <w:r>
        <w:tab/>
        <w:t>3.472e0</w:t>
      </w:r>
    </w:p>
    <w:p w:rsidR="007B2329" w:rsidRDefault="007B2329" w:rsidP="007B2329">
      <w:r>
        <w:t>933.4961</w:t>
      </w:r>
      <w:r>
        <w:tab/>
        <w:t>5.194e0</w:t>
      </w:r>
    </w:p>
    <w:p w:rsidR="007B2329" w:rsidRDefault="007B2329" w:rsidP="007B2329">
      <w:r>
        <w:t>933.5113</w:t>
      </w:r>
      <w:r>
        <w:tab/>
        <w:t>4.051e0</w:t>
      </w:r>
    </w:p>
    <w:p w:rsidR="007B2329" w:rsidRDefault="007B2329" w:rsidP="007B2329">
      <w:r>
        <w:t>933.5341</w:t>
      </w:r>
      <w:r>
        <w:tab/>
        <w:t>2.023e0</w:t>
      </w:r>
    </w:p>
    <w:p w:rsidR="007B2329" w:rsidRDefault="007B2329" w:rsidP="007B2329">
      <w:r>
        <w:t>933.5363</w:t>
      </w:r>
      <w:r>
        <w:tab/>
        <w:t>3.507e0</w:t>
      </w:r>
    </w:p>
    <w:p w:rsidR="007B2329" w:rsidRDefault="007B2329" w:rsidP="007B2329">
      <w:r>
        <w:t>933.5447</w:t>
      </w:r>
      <w:r>
        <w:tab/>
        <w:t>5.213e0</w:t>
      </w:r>
    </w:p>
    <w:p w:rsidR="007B2329" w:rsidRDefault="007B2329" w:rsidP="007B2329">
      <w:r>
        <w:t>933.5827</w:t>
      </w:r>
      <w:r>
        <w:tab/>
        <w:t>5.780e0</w:t>
      </w:r>
    </w:p>
    <w:p w:rsidR="007B2329" w:rsidRDefault="007B2329" w:rsidP="007B2329">
      <w:r>
        <w:t>933.5943</w:t>
      </w:r>
      <w:r>
        <w:tab/>
        <w:t>2.350e0</w:t>
      </w:r>
    </w:p>
    <w:p w:rsidR="007B2329" w:rsidRDefault="007B2329" w:rsidP="007B2329">
      <w:r>
        <w:t>933.5956</w:t>
      </w:r>
      <w:r>
        <w:tab/>
        <w:t>1.249e0</w:t>
      </w:r>
    </w:p>
    <w:p w:rsidR="007B2329" w:rsidRDefault="007B2329" w:rsidP="007B2329">
      <w:r>
        <w:lastRenderedPageBreak/>
        <w:t>933.6199</w:t>
      </w:r>
      <w:r>
        <w:tab/>
        <w:t>2.025e0</w:t>
      </w:r>
    </w:p>
    <w:p w:rsidR="007B2329" w:rsidRDefault="007B2329" w:rsidP="007B2329">
      <w:r>
        <w:t>933.6270</w:t>
      </w:r>
      <w:r>
        <w:tab/>
        <w:t>2.997e0</w:t>
      </w:r>
    </w:p>
    <w:p w:rsidR="007B2329" w:rsidRDefault="007B2329" w:rsidP="007B2329">
      <w:r>
        <w:t>933.6904</w:t>
      </w:r>
      <w:r>
        <w:tab/>
        <w:t>1.013e0</w:t>
      </w:r>
    </w:p>
    <w:p w:rsidR="007B2329" w:rsidRDefault="007B2329" w:rsidP="007B2329">
      <w:r>
        <w:t>933.7035</w:t>
      </w:r>
      <w:r>
        <w:tab/>
        <w:t>3.038e0</w:t>
      </w:r>
    </w:p>
    <w:p w:rsidR="007B2329" w:rsidRDefault="007B2329" w:rsidP="007B2329">
      <w:r>
        <w:t>933.7273</w:t>
      </w:r>
      <w:r>
        <w:tab/>
        <w:t>3.038e0</w:t>
      </w:r>
    </w:p>
    <w:p w:rsidR="007B2329" w:rsidRDefault="007B2329" w:rsidP="007B2329">
      <w:r>
        <w:t>933.7326</w:t>
      </w:r>
      <w:r>
        <w:tab/>
        <w:t>3.038e0</w:t>
      </w:r>
    </w:p>
    <w:p w:rsidR="007B2329" w:rsidRDefault="007B2329" w:rsidP="007B2329">
      <w:r>
        <w:t>933.7484</w:t>
      </w:r>
      <w:r>
        <w:tab/>
        <w:t>2.025e0</w:t>
      </w:r>
    </w:p>
    <w:p w:rsidR="007B2329" w:rsidRDefault="007B2329" w:rsidP="007B2329">
      <w:r>
        <w:t>933.7573</w:t>
      </w:r>
      <w:r>
        <w:tab/>
        <w:t>2.025e0</w:t>
      </w:r>
    </w:p>
    <w:p w:rsidR="007B2329" w:rsidRDefault="007B2329" w:rsidP="007B2329">
      <w:r>
        <w:t>933.8149</w:t>
      </w:r>
      <w:r>
        <w:tab/>
        <w:t>3.038e0</w:t>
      </w:r>
    </w:p>
    <w:p w:rsidR="007B2329" w:rsidRDefault="007B2329" w:rsidP="007B2329">
      <w:r>
        <w:t>933.8235</w:t>
      </w:r>
      <w:r>
        <w:tab/>
        <w:t>4.051e0</w:t>
      </w:r>
    </w:p>
    <w:p w:rsidR="007B2329" w:rsidRDefault="007B2329" w:rsidP="007B2329">
      <w:r>
        <w:t>933.8325</w:t>
      </w:r>
      <w:r>
        <w:tab/>
        <w:t>4.051e0</w:t>
      </w:r>
    </w:p>
    <w:p w:rsidR="007B2329" w:rsidRDefault="007B2329" w:rsidP="007B2329">
      <w:r>
        <w:t>933.8862</w:t>
      </w:r>
      <w:r>
        <w:tab/>
        <w:t>3.038e0</w:t>
      </w:r>
    </w:p>
    <w:p w:rsidR="007B2329" w:rsidRDefault="007B2329" w:rsidP="007B2329">
      <w:r>
        <w:t>933.9063</w:t>
      </w:r>
      <w:r>
        <w:tab/>
        <w:t>2.025e0</w:t>
      </w:r>
    </w:p>
    <w:p w:rsidR="007B2329" w:rsidRDefault="007B2329" w:rsidP="007B2329">
      <w:r>
        <w:t>933.9303</w:t>
      </w:r>
      <w:r>
        <w:tab/>
        <w:t>3.038e0</w:t>
      </w:r>
    </w:p>
    <w:p w:rsidR="007B2329" w:rsidRDefault="007B2329" w:rsidP="007B2329">
      <w:r>
        <w:t>933.9484</w:t>
      </w:r>
      <w:r>
        <w:tab/>
        <w:t>2.025e0</w:t>
      </w:r>
    </w:p>
    <w:p w:rsidR="007B2329" w:rsidRDefault="007B2329" w:rsidP="007B2329">
      <w:r>
        <w:t>933.9562</w:t>
      </w:r>
      <w:r>
        <w:tab/>
        <w:t>3.038e0</w:t>
      </w:r>
    </w:p>
    <w:p w:rsidR="007B2329" w:rsidRDefault="007B2329" w:rsidP="007B2329">
      <w:r>
        <w:t>933.9594</w:t>
      </w:r>
      <w:r>
        <w:tab/>
        <w:t>4.051e0</w:t>
      </w:r>
    </w:p>
    <w:p w:rsidR="007B2329" w:rsidRDefault="007B2329" w:rsidP="007B2329">
      <w:r>
        <w:t>933.9953</w:t>
      </w:r>
      <w:r>
        <w:tab/>
        <w:t>3.038e0</w:t>
      </w:r>
    </w:p>
    <w:p w:rsidR="007B2329" w:rsidRDefault="007B2329" w:rsidP="007B2329">
      <w:r>
        <w:t>934.0398</w:t>
      </w:r>
      <w:r>
        <w:tab/>
        <w:t>6.076e0</w:t>
      </w:r>
    </w:p>
    <w:p w:rsidR="007B2329" w:rsidRDefault="007B2329" w:rsidP="007B2329">
      <w:r>
        <w:lastRenderedPageBreak/>
        <w:t>934.0593</w:t>
      </w:r>
      <w:r>
        <w:tab/>
        <w:t>3.038e0</w:t>
      </w:r>
    </w:p>
    <w:p w:rsidR="007B2329" w:rsidRDefault="007B2329" w:rsidP="007B2329">
      <w:r>
        <w:t>934.1309</w:t>
      </w:r>
      <w:r>
        <w:tab/>
        <w:t>2.025e0</w:t>
      </w:r>
    </w:p>
    <w:p w:rsidR="007B2329" w:rsidRDefault="007B2329" w:rsidP="007B2329">
      <w:r>
        <w:t>934.1949</w:t>
      </w:r>
      <w:r>
        <w:tab/>
        <w:t>3.038e0</w:t>
      </w:r>
    </w:p>
    <w:p w:rsidR="007B2329" w:rsidRDefault="007B2329" w:rsidP="007B2329">
      <w:r>
        <w:t>934.2065</w:t>
      </w:r>
      <w:r>
        <w:tab/>
        <w:t>1.013e0</w:t>
      </w:r>
    </w:p>
    <w:p w:rsidR="007B2329" w:rsidRDefault="007B2329" w:rsidP="007B2329">
      <w:r>
        <w:t>934.2233</w:t>
      </w:r>
      <w:r>
        <w:tab/>
        <w:t>3.038e0</w:t>
      </w:r>
    </w:p>
    <w:p w:rsidR="007B2329" w:rsidRDefault="007B2329" w:rsidP="007B2329">
      <w:r>
        <w:t>934.2376</w:t>
      </w:r>
      <w:r>
        <w:tab/>
        <w:t>2.025e0</w:t>
      </w:r>
    </w:p>
    <w:p w:rsidR="007B2329" w:rsidRDefault="007B2329" w:rsidP="007B2329">
      <w:r>
        <w:t>934.2994</w:t>
      </w:r>
      <w:r>
        <w:tab/>
        <w:t>7.136e0</w:t>
      </w:r>
    </w:p>
    <w:p w:rsidR="007B2329" w:rsidRDefault="007B2329" w:rsidP="007B2329">
      <w:r>
        <w:t>934.3062</w:t>
      </w:r>
      <w:r>
        <w:tab/>
        <w:t>1.772e0</w:t>
      </w:r>
    </w:p>
    <w:p w:rsidR="007B2329" w:rsidRDefault="007B2329" w:rsidP="007B2329">
      <w:r>
        <w:t>934.3220</w:t>
      </w:r>
      <w:r>
        <w:tab/>
        <w:t>1.013e0</w:t>
      </w:r>
    </w:p>
    <w:p w:rsidR="007B2329" w:rsidRDefault="007B2329" w:rsidP="007B2329">
      <w:r>
        <w:t>934.4443</w:t>
      </w:r>
      <w:r>
        <w:tab/>
        <w:t>1.878e0</w:t>
      </w:r>
    </w:p>
    <w:p w:rsidR="007B2329" w:rsidRDefault="007B2329" w:rsidP="007B2329">
      <w:r>
        <w:t>934.4722</w:t>
      </w:r>
      <w:r>
        <w:tab/>
        <w:t>1.013e0</w:t>
      </w:r>
    </w:p>
    <w:p w:rsidR="007B2329" w:rsidRDefault="007B2329" w:rsidP="007B2329">
      <w:r>
        <w:t>934.4806</w:t>
      </w:r>
      <w:r>
        <w:tab/>
        <w:t>3.102e0</w:t>
      </w:r>
    </w:p>
    <w:p w:rsidR="007B2329" w:rsidRDefault="007B2329" w:rsidP="007B2329">
      <w:r>
        <w:t>934.5034</w:t>
      </w:r>
      <w:r>
        <w:tab/>
        <w:t>6.892e0</w:t>
      </w:r>
    </w:p>
    <w:p w:rsidR="007B2329" w:rsidRDefault="007B2329" w:rsidP="007B2329">
      <w:r>
        <w:t>934.5148</w:t>
      </w:r>
      <w:r>
        <w:tab/>
        <w:t>4.482e0</w:t>
      </w:r>
    </w:p>
    <w:p w:rsidR="007B2329" w:rsidRDefault="007B2329" w:rsidP="007B2329">
      <w:r>
        <w:t>934.5373</w:t>
      </w:r>
      <w:r>
        <w:tab/>
        <w:t>2.775e0</w:t>
      </w:r>
    </w:p>
    <w:p w:rsidR="007B2329" w:rsidRDefault="007B2329" w:rsidP="007B2329">
      <w:r>
        <w:t>934.5703</w:t>
      </w:r>
      <w:r>
        <w:tab/>
        <w:t>2.191e0</w:t>
      </w:r>
    </w:p>
    <w:p w:rsidR="007B2329" w:rsidRDefault="007B2329" w:rsidP="007B2329">
      <w:r>
        <w:t>934.6375</w:t>
      </w:r>
      <w:r>
        <w:tab/>
        <w:t>1.782e0</w:t>
      </w:r>
    </w:p>
    <w:p w:rsidR="007B2329" w:rsidRDefault="007B2329" w:rsidP="007B2329">
      <w:r>
        <w:t>934.6523</w:t>
      </w:r>
      <w:r>
        <w:tab/>
        <w:t>2.025e0</w:t>
      </w:r>
    </w:p>
    <w:p w:rsidR="007B2329" w:rsidRDefault="007B2329" w:rsidP="007B2329">
      <w:r>
        <w:t>934.6544</w:t>
      </w:r>
      <w:r>
        <w:tab/>
        <w:t>2.655e0</w:t>
      </w:r>
    </w:p>
    <w:p w:rsidR="007B2329" w:rsidRDefault="007B2329" w:rsidP="007B2329">
      <w:r>
        <w:lastRenderedPageBreak/>
        <w:t>934.6602</w:t>
      </w:r>
      <w:r>
        <w:tab/>
        <w:t>1.013e0</w:t>
      </w:r>
    </w:p>
    <w:p w:rsidR="007B2329" w:rsidRDefault="007B2329" w:rsidP="007B2329">
      <w:r>
        <w:t>934.7100</w:t>
      </w:r>
      <w:r>
        <w:tab/>
        <w:t>1.013e0</w:t>
      </w:r>
    </w:p>
    <w:p w:rsidR="007B2329" w:rsidRDefault="007B2329" w:rsidP="007B2329">
      <w:r>
        <w:t>934.7279</w:t>
      </w:r>
      <w:r>
        <w:tab/>
        <w:t>1.013e0</w:t>
      </w:r>
    </w:p>
    <w:p w:rsidR="007B2329" w:rsidRDefault="007B2329" w:rsidP="007B2329">
      <w:r>
        <w:t>934.7446</w:t>
      </w:r>
      <w:r>
        <w:tab/>
        <w:t>2.025e0</w:t>
      </w:r>
    </w:p>
    <w:p w:rsidR="007B2329" w:rsidRDefault="007B2329" w:rsidP="007B2329">
      <w:r>
        <w:t>934.7968</w:t>
      </w:r>
      <w:r>
        <w:tab/>
        <w:t>3.038e0</w:t>
      </w:r>
    </w:p>
    <w:p w:rsidR="007B2329" w:rsidRDefault="007B2329" w:rsidP="007B2329">
      <w:r>
        <w:t>934.8008</w:t>
      </w:r>
      <w:r>
        <w:tab/>
        <w:t>1.013e0</w:t>
      </w:r>
    </w:p>
    <w:p w:rsidR="007B2329" w:rsidRDefault="007B2329" w:rsidP="007B2329">
      <w:r>
        <w:t>934.8245</w:t>
      </w:r>
      <w:r>
        <w:tab/>
        <w:t>2.025e0</w:t>
      </w:r>
    </w:p>
    <w:p w:rsidR="007B2329" w:rsidRDefault="007B2329" w:rsidP="007B2329">
      <w:r>
        <w:t>934.8633</w:t>
      </w:r>
      <w:r>
        <w:tab/>
        <w:t>1.013e0</w:t>
      </w:r>
    </w:p>
    <w:p w:rsidR="007B2329" w:rsidRDefault="007B2329" w:rsidP="007B2329">
      <w:r>
        <w:t>934.8794</w:t>
      </w:r>
      <w:r>
        <w:tab/>
        <w:t>2.025e0</w:t>
      </w:r>
    </w:p>
    <w:p w:rsidR="007B2329" w:rsidRDefault="007B2329" w:rsidP="007B2329">
      <w:r>
        <w:t>934.9201</w:t>
      </w:r>
      <w:r>
        <w:tab/>
        <w:t>3.038e0</w:t>
      </w:r>
    </w:p>
    <w:p w:rsidR="007B2329" w:rsidRDefault="007B2329" w:rsidP="007B2329">
      <w:r>
        <w:t>934.9416</w:t>
      </w:r>
      <w:r>
        <w:tab/>
        <w:t>1.013e0</w:t>
      </w:r>
    </w:p>
    <w:p w:rsidR="007B2329" w:rsidRDefault="007B2329" w:rsidP="007B2329">
      <w:r>
        <w:t>934.9656</w:t>
      </w:r>
      <w:r>
        <w:tab/>
        <w:t>3.038e0</w:t>
      </w:r>
    </w:p>
    <w:p w:rsidR="007B2329" w:rsidRDefault="007B2329" w:rsidP="007B2329">
      <w:r>
        <w:t>934.9670</w:t>
      </w:r>
      <w:r>
        <w:tab/>
        <w:t>7.089e0</w:t>
      </w:r>
    </w:p>
    <w:p w:rsidR="007B2329" w:rsidRDefault="007B2329" w:rsidP="007B2329">
      <w:r>
        <w:t>934.9757</w:t>
      </w:r>
      <w:r>
        <w:tab/>
        <w:t>4.051e0</w:t>
      </w:r>
    </w:p>
    <w:p w:rsidR="007B2329" w:rsidRDefault="007B2329" w:rsidP="007B2329">
      <w:r>
        <w:t>935.0198</w:t>
      </w:r>
      <w:r>
        <w:tab/>
        <w:t>2.025e0</w:t>
      </w:r>
    </w:p>
    <w:p w:rsidR="007B2329" w:rsidRDefault="007B2329" w:rsidP="007B2329">
      <w:r>
        <w:t>935.0355</w:t>
      </w:r>
      <w:r>
        <w:tab/>
        <w:t>1.013e0</w:t>
      </w:r>
    </w:p>
    <w:p w:rsidR="007B2329" w:rsidRDefault="007B2329" w:rsidP="007B2329">
      <w:r>
        <w:t>935.0536</w:t>
      </w:r>
      <w:r>
        <w:tab/>
        <w:t>4.051e0</w:t>
      </w:r>
    </w:p>
    <w:p w:rsidR="007B2329" w:rsidRDefault="007B2329" w:rsidP="007B2329">
      <w:r>
        <w:t>935.1155</w:t>
      </w:r>
      <w:r>
        <w:tab/>
        <w:t>2.025e0</w:t>
      </w:r>
    </w:p>
    <w:p w:rsidR="007B2329" w:rsidRDefault="007B2329" w:rsidP="007B2329">
      <w:r>
        <w:t>935.1201</w:t>
      </w:r>
      <w:r>
        <w:tab/>
        <w:t>1.025e0</w:t>
      </w:r>
    </w:p>
    <w:p w:rsidR="007B2329" w:rsidRDefault="007B2329" w:rsidP="007B2329">
      <w:r>
        <w:lastRenderedPageBreak/>
        <w:t>935.1329</w:t>
      </w:r>
      <w:r>
        <w:tab/>
        <w:t>1.266e-2</w:t>
      </w:r>
    </w:p>
    <w:p w:rsidR="007B2329" w:rsidRDefault="007B2329" w:rsidP="007B2329">
      <w:r>
        <w:t>935.1765</w:t>
      </w:r>
      <w:r>
        <w:tab/>
        <w:t>2.025e0</w:t>
      </w:r>
    </w:p>
    <w:p w:rsidR="007B2329" w:rsidRDefault="007B2329" w:rsidP="007B2329">
      <w:r>
        <w:t>935.2286</w:t>
      </w:r>
      <w:r>
        <w:tab/>
        <w:t>2.025e0</w:t>
      </w:r>
    </w:p>
    <w:p w:rsidR="007B2329" w:rsidRDefault="007B2329" w:rsidP="007B2329">
      <w:r>
        <w:t>935.2421</w:t>
      </w:r>
      <w:r>
        <w:tab/>
        <w:t>3.038e0</w:t>
      </w:r>
    </w:p>
    <w:p w:rsidR="007B2329" w:rsidRDefault="007B2329" w:rsidP="007B2329">
      <w:r>
        <w:t>935.2594</w:t>
      </w:r>
      <w:r>
        <w:tab/>
        <w:t>3.038e0</w:t>
      </w:r>
    </w:p>
    <w:p w:rsidR="007B2329" w:rsidRDefault="007B2329" w:rsidP="007B2329">
      <w:r>
        <w:t>935.2861</w:t>
      </w:r>
      <w:r>
        <w:tab/>
        <w:t>6.076e0</w:t>
      </w:r>
    </w:p>
    <w:p w:rsidR="007B2329" w:rsidRDefault="007B2329" w:rsidP="007B2329">
      <w:r>
        <w:t>935.3947</w:t>
      </w:r>
      <w:r>
        <w:tab/>
        <w:t>5.504e0</w:t>
      </w:r>
    </w:p>
    <w:p w:rsidR="007B2329" w:rsidRDefault="007B2329" w:rsidP="007B2329">
      <w:r>
        <w:t>935.4412</w:t>
      </w:r>
      <w:r>
        <w:tab/>
        <w:t>8.188e0</w:t>
      </w:r>
    </w:p>
    <w:p w:rsidR="007B2329" w:rsidRDefault="007B2329" w:rsidP="007B2329">
      <w:r>
        <w:t>935.4750</w:t>
      </w:r>
      <w:r>
        <w:tab/>
        <w:t>1.853e1</w:t>
      </w:r>
    </w:p>
    <w:p w:rsidR="007B2329" w:rsidRDefault="007B2329" w:rsidP="007B2329">
      <w:r>
        <w:t>935.4809</w:t>
      </w:r>
      <w:r>
        <w:tab/>
        <w:t>1.980e1</w:t>
      </w:r>
    </w:p>
    <w:p w:rsidR="007B2329" w:rsidRDefault="007B2329" w:rsidP="007B2329">
      <w:r>
        <w:t>935.4895</w:t>
      </w:r>
      <w:r>
        <w:tab/>
        <w:t>1.013e0</w:t>
      </w:r>
    </w:p>
    <w:p w:rsidR="007B2329" w:rsidRDefault="007B2329" w:rsidP="007B2329">
      <w:r>
        <w:t>935.4985</w:t>
      </w:r>
      <w:r>
        <w:tab/>
        <w:t>2.233e1</w:t>
      </w:r>
    </w:p>
    <w:p w:rsidR="007B2329" w:rsidRDefault="007B2329" w:rsidP="007B2329">
      <w:r>
        <w:t>935.5091</w:t>
      </w:r>
      <w:r>
        <w:tab/>
        <w:t>1.974e1</w:t>
      </w:r>
    </w:p>
    <w:p w:rsidR="007B2329" w:rsidRDefault="007B2329" w:rsidP="007B2329">
      <w:r>
        <w:t>935.5147</w:t>
      </w:r>
      <w:r>
        <w:tab/>
        <w:t>2.013e1</w:t>
      </w:r>
    </w:p>
    <w:p w:rsidR="007B2329" w:rsidRDefault="007B2329" w:rsidP="007B2329">
      <w:r>
        <w:t>935.5187</w:t>
      </w:r>
      <w:r>
        <w:tab/>
        <w:t>1.410e1</w:t>
      </w:r>
    </w:p>
    <w:p w:rsidR="007B2329" w:rsidRDefault="007B2329" w:rsidP="007B2329">
      <w:r>
        <w:t>935.6183</w:t>
      </w:r>
      <w:r>
        <w:tab/>
        <w:t>3.406e0</w:t>
      </w:r>
    </w:p>
    <w:p w:rsidR="007B2329" w:rsidRDefault="007B2329" w:rsidP="007B2329">
      <w:r>
        <w:t>935.6931</w:t>
      </w:r>
      <w:r>
        <w:tab/>
        <w:t>1.013e0</w:t>
      </w:r>
    </w:p>
    <w:p w:rsidR="007B2329" w:rsidRDefault="007B2329" w:rsidP="007B2329">
      <w:r>
        <w:t>935.7163</w:t>
      </w:r>
      <w:r>
        <w:tab/>
        <w:t>2.025e0</w:t>
      </w:r>
    </w:p>
    <w:p w:rsidR="007B2329" w:rsidRDefault="007B2329" w:rsidP="007B2329">
      <w:r>
        <w:t>935.7578</w:t>
      </w:r>
      <w:r>
        <w:tab/>
        <w:t>2.025e0</w:t>
      </w:r>
    </w:p>
    <w:p w:rsidR="007B2329" w:rsidRDefault="007B2329" w:rsidP="007B2329">
      <w:r>
        <w:lastRenderedPageBreak/>
        <w:t>935.7916</w:t>
      </w:r>
      <w:r>
        <w:tab/>
        <w:t>3.038e0</w:t>
      </w:r>
    </w:p>
    <w:p w:rsidR="007B2329" w:rsidRDefault="007B2329" w:rsidP="007B2329">
      <w:r>
        <w:t>935.7949</w:t>
      </w:r>
      <w:r>
        <w:tab/>
        <w:t>2.025e0</w:t>
      </w:r>
    </w:p>
    <w:p w:rsidR="007B2329" w:rsidRDefault="007B2329" w:rsidP="007B2329">
      <w:r>
        <w:t>935.8184</w:t>
      </w:r>
      <w:r>
        <w:tab/>
        <w:t>1.013e0</w:t>
      </w:r>
    </w:p>
    <w:p w:rsidR="007B2329" w:rsidRDefault="007B2329" w:rsidP="007B2329">
      <w:r>
        <w:t>935.8464</w:t>
      </w:r>
      <w:r>
        <w:tab/>
        <w:t>2.025e0</w:t>
      </w:r>
    </w:p>
    <w:p w:rsidR="007B2329" w:rsidRDefault="007B2329" w:rsidP="007B2329">
      <w:r>
        <w:t>935.9125</w:t>
      </w:r>
      <w:r>
        <w:tab/>
        <w:t>2.025e0</w:t>
      </w:r>
    </w:p>
    <w:p w:rsidR="007B2329" w:rsidRDefault="007B2329" w:rsidP="007B2329">
      <w:r>
        <w:t>935.9283</w:t>
      </w:r>
      <w:r>
        <w:tab/>
        <w:t>1.013e0</w:t>
      </w:r>
    </w:p>
    <w:p w:rsidR="007B2329" w:rsidRDefault="007B2329" w:rsidP="007B2329">
      <w:r>
        <w:t>935.9340</w:t>
      </w:r>
      <w:r>
        <w:tab/>
        <w:t>5.063e0</w:t>
      </w:r>
    </w:p>
    <w:p w:rsidR="007B2329" w:rsidRDefault="007B2329" w:rsidP="007B2329">
      <w:r>
        <w:t>935.9439</w:t>
      </w:r>
      <w:r>
        <w:tab/>
        <w:t>1.013e0</w:t>
      </w:r>
    </w:p>
    <w:p w:rsidR="007B2329" w:rsidRDefault="007B2329" w:rsidP="007B2329">
      <w:r>
        <w:t>935.9777</w:t>
      </w:r>
      <w:r>
        <w:tab/>
        <w:t>1.013e0</w:t>
      </w:r>
    </w:p>
    <w:p w:rsidR="007B2329" w:rsidRDefault="007B2329" w:rsidP="007B2329">
      <w:r>
        <w:t>935.9863</w:t>
      </w:r>
      <w:r>
        <w:tab/>
        <w:t>2.025e0</w:t>
      </w:r>
    </w:p>
    <w:p w:rsidR="007B2329" w:rsidRDefault="007B2329" w:rsidP="007B2329">
      <w:r>
        <w:t>936.0127</w:t>
      </w:r>
      <w:r>
        <w:tab/>
        <w:t>1.013e0</w:t>
      </w:r>
    </w:p>
    <w:p w:rsidR="007B2329" w:rsidRDefault="007B2329" w:rsidP="007B2329">
      <w:r>
        <w:t>936.0220</w:t>
      </w:r>
      <w:r>
        <w:tab/>
        <w:t>1.013e0</w:t>
      </w:r>
    </w:p>
    <w:p w:rsidR="007B2329" w:rsidRDefault="007B2329" w:rsidP="007B2329">
      <w:r>
        <w:t>936.0640</w:t>
      </w:r>
      <w:r>
        <w:tab/>
        <w:t>1.013e0</w:t>
      </w:r>
    </w:p>
    <w:p w:rsidR="007B2329" w:rsidRDefault="007B2329" w:rsidP="007B2329">
      <w:r>
        <w:t>936.0991</w:t>
      </w:r>
      <w:r>
        <w:tab/>
        <w:t>1.013e0</w:t>
      </w:r>
    </w:p>
    <w:p w:rsidR="007B2329" w:rsidRDefault="007B2329" w:rsidP="007B2329">
      <w:r>
        <w:t>936.1804</w:t>
      </w:r>
      <w:r>
        <w:tab/>
        <w:t>1.013e0</w:t>
      </w:r>
    </w:p>
    <w:p w:rsidR="007B2329" w:rsidRDefault="007B2329" w:rsidP="007B2329">
      <w:r>
        <w:t>936.1944</w:t>
      </w:r>
      <w:r>
        <w:tab/>
        <w:t>1.013e0</w:t>
      </w:r>
    </w:p>
    <w:p w:rsidR="007B2329" w:rsidRDefault="007B2329" w:rsidP="007B2329">
      <w:r>
        <w:t>936.2027</w:t>
      </w:r>
      <w:r>
        <w:tab/>
        <w:t>2.960e0</w:t>
      </w:r>
    </w:p>
    <w:p w:rsidR="007B2329" w:rsidRDefault="007B2329" w:rsidP="007B2329">
      <w:r>
        <w:t>936.2151</w:t>
      </w:r>
      <w:r>
        <w:tab/>
        <w:t>1.013e0</w:t>
      </w:r>
    </w:p>
    <w:p w:rsidR="007B2329" w:rsidRDefault="007B2329" w:rsidP="007B2329">
      <w:r>
        <w:t>936.2338</w:t>
      </w:r>
      <w:r>
        <w:tab/>
        <w:t>2.025e0</w:t>
      </w:r>
    </w:p>
    <w:p w:rsidR="007B2329" w:rsidRDefault="007B2329" w:rsidP="007B2329">
      <w:r>
        <w:lastRenderedPageBreak/>
        <w:t>936.2883</w:t>
      </w:r>
      <w:r>
        <w:tab/>
        <w:t>2.025e0</w:t>
      </w:r>
    </w:p>
    <w:p w:rsidR="007B2329" w:rsidRDefault="007B2329" w:rsidP="007B2329">
      <w:r>
        <w:t>936.3125</w:t>
      </w:r>
      <w:r>
        <w:tab/>
        <w:t>2.025e0</w:t>
      </w:r>
    </w:p>
    <w:p w:rsidR="007B2329" w:rsidRDefault="007B2329" w:rsidP="007B2329">
      <w:r>
        <w:t>936.3195</w:t>
      </w:r>
      <w:r>
        <w:tab/>
        <w:t>2.025e0</w:t>
      </w:r>
    </w:p>
    <w:p w:rsidR="007B2329" w:rsidRDefault="007B2329" w:rsidP="007B2329">
      <w:r>
        <w:t>936.3255</w:t>
      </w:r>
      <w:r>
        <w:tab/>
        <w:t>1.752e0</w:t>
      </w:r>
    </w:p>
    <w:p w:rsidR="007B2329" w:rsidRDefault="007B2329" w:rsidP="007B2329">
      <w:r>
        <w:t>936.3314</w:t>
      </w:r>
      <w:r>
        <w:tab/>
        <w:t>3.038e0</w:t>
      </w:r>
    </w:p>
    <w:p w:rsidR="007B2329" w:rsidRDefault="007B2329" w:rsidP="007B2329">
      <w:r>
        <w:t>936.3354</w:t>
      </w:r>
      <w:r>
        <w:tab/>
        <w:t>1.013e0</w:t>
      </w:r>
    </w:p>
    <w:p w:rsidR="007B2329" w:rsidRDefault="007B2329" w:rsidP="007B2329">
      <w:r>
        <w:t>936.3433</w:t>
      </w:r>
      <w:r>
        <w:tab/>
        <w:t>2.025e0</w:t>
      </w:r>
    </w:p>
    <w:p w:rsidR="007B2329" w:rsidRDefault="007B2329" w:rsidP="007B2329">
      <w:r>
        <w:t>936.4005</w:t>
      </w:r>
      <w:r>
        <w:tab/>
        <w:t>3.124e0</w:t>
      </w:r>
    </w:p>
    <w:p w:rsidR="007B2329" w:rsidRDefault="007B2329" w:rsidP="007B2329">
      <w:r>
        <w:t>936.4527</w:t>
      </w:r>
      <w:r>
        <w:tab/>
        <w:t>1.013e0</w:t>
      </w:r>
    </w:p>
    <w:p w:rsidR="007B2329" w:rsidRDefault="007B2329" w:rsidP="007B2329">
      <w:r>
        <w:t>936.4608</w:t>
      </w:r>
      <w:r>
        <w:tab/>
        <w:t>7.966e0</w:t>
      </w:r>
    </w:p>
    <w:p w:rsidR="007B2329" w:rsidRDefault="007B2329" w:rsidP="007B2329">
      <w:r>
        <w:t>936.4712</w:t>
      </w:r>
      <w:r>
        <w:tab/>
        <w:t>9.916e0</w:t>
      </w:r>
    </w:p>
    <w:p w:rsidR="007B2329" w:rsidRDefault="007B2329" w:rsidP="007B2329">
      <w:r>
        <w:t>936.4777</w:t>
      </w:r>
      <w:r>
        <w:tab/>
        <w:t>1.696e1</w:t>
      </w:r>
    </w:p>
    <w:p w:rsidR="007B2329" w:rsidRDefault="007B2329" w:rsidP="007B2329">
      <w:r>
        <w:t>936.4910</w:t>
      </w:r>
      <w:r>
        <w:tab/>
        <w:t>1.623e1</w:t>
      </w:r>
    </w:p>
    <w:p w:rsidR="007B2329" w:rsidRDefault="007B2329" w:rsidP="007B2329">
      <w:r>
        <w:t>936.4946</w:t>
      </w:r>
      <w:r>
        <w:tab/>
        <w:t>1.204e1</w:t>
      </w:r>
    </w:p>
    <w:p w:rsidR="007B2329" w:rsidRDefault="007B2329" w:rsidP="007B2329">
      <w:r>
        <w:t>936.5224</w:t>
      </w:r>
      <w:r>
        <w:tab/>
        <w:t>7.510e0</w:t>
      </w:r>
    </w:p>
    <w:p w:rsidR="007B2329" w:rsidRDefault="007B2329" w:rsidP="007B2329">
      <w:r>
        <w:t>936.5549</w:t>
      </w:r>
      <w:r>
        <w:tab/>
        <w:t>5.014e0</w:t>
      </w:r>
    </w:p>
    <w:p w:rsidR="007B2329" w:rsidRDefault="007B2329" w:rsidP="007B2329">
      <w:r>
        <w:t>936.5578</w:t>
      </w:r>
      <w:r>
        <w:tab/>
        <w:t>5.938e0</w:t>
      </w:r>
    </w:p>
    <w:p w:rsidR="007B2329" w:rsidRDefault="007B2329" w:rsidP="007B2329">
      <w:r>
        <w:t>936.5678</w:t>
      </w:r>
      <w:r>
        <w:tab/>
        <w:t>6.076e0</w:t>
      </w:r>
    </w:p>
    <w:p w:rsidR="007B2329" w:rsidRDefault="007B2329" w:rsidP="007B2329">
      <w:r>
        <w:t>936.5749</w:t>
      </w:r>
      <w:r>
        <w:tab/>
        <w:t>3.488e0</w:t>
      </w:r>
    </w:p>
    <w:p w:rsidR="007B2329" w:rsidRDefault="007B2329" w:rsidP="007B2329">
      <w:r>
        <w:lastRenderedPageBreak/>
        <w:t>936.6105</w:t>
      </w:r>
      <w:r>
        <w:tab/>
        <w:t>5.063e0</w:t>
      </w:r>
    </w:p>
    <w:p w:rsidR="007B2329" w:rsidRDefault="007B2329" w:rsidP="007B2329">
      <w:r>
        <w:t>936.6830</w:t>
      </w:r>
      <w:r>
        <w:tab/>
        <w:t>2.335e0</w:t>
      </w:r>
    </w:p>
    <w:p w:rsidR="007B2329" w:rsidRDefault="007B2329" w:rsidP="007B2329">
      <w:r>
        <w:t>936.7153</w:t>
      </w:r>
      <w:r>
        <w:tab/>
        <w:t>2.025e0</w:t>
      </w:r>
    </w:p>
    <w:p w:rsidR="007B2329" w:rsidRDefault="007B2329" w:rsidP="007B2329">
      <w:r>
        <w:t>936.7587</w:t>
      </w:r>
      <w:r>
        <w:tab/>
        <w:t>1.013e0</w:t>
      </w:r>
    </w:p>
    <w:p w:rsidR="007B2329" w:rsidRDefault="007B2329" w:rsidP="007B2329">
      <w:r>
        <w:t>936.7790</w:t>
      </w:r>
      <w:r>
        <w:tab/>
        <w:t>3.038e0</w:t>
      </w:r>
    </w:p>
    <w:p w:rsidR="007B2329" w:rsidRDefault="007B2329" w:rsidP="007B2329">
      <w:r>
        <w:t>936.7826</w:t>
      </w:r>
      <w:r>
        <w:tab/>
        <w:t>2.025e0</w:t>
      </w:r>
    </w:p>
    <w:p w:rsidR="007B2329" w:rsidRDefault="007B2329" w:rsidP="007B2329">
      <w:r>
        <w:t>936.7975</w:t>
      </w:r>
      <w:r>
        <w:tab/>
        <w:t>2.025e0</w:t>
      </w:r>
    </w:p>
    <w:p w:rsidR="007B2329" w:rsidRDefault="007B2329" w:rsidP="007B2329">
      <w:r>
        <w:t>936.8241</w:t>
      </w:r>
      <w:r>
        <w:tab/>
        <w:t>3.038e0</w:t>
      </w:r>
    </w:p>
    <w:p w:rsidR="007B2329" w:rsidRDefault="007B2329" w:rsidP="007B2329">
      <w:r>
        <w:t>936.8459</w:t>
      </w:r>
      <w:r>
        <w:tab/>
        <w:t>2.025e0</w:t>
      </w:r>
    </w:p>
    <w:p w:rsidR="007B2329" w:rsidRDefault="007B2329" w:rsidP="007B2329">
      <w:r>
        <w:t>936.8643</w:t>
      </w:r>
      <w:r>
        <w:tab/>
        <w:t>2.025e0</w:t>
      </w:r>
    </w:p>
    <w:p w:rsidR="007B2329" w:rsidRDefault="007B2329" w:rsidP="007B2329">
      <w:r>
        <w:t>936.8886</w:t>
      </w:r>
      <w:r>
        <w:tab/>
        <w:t>3.038e0</w:t>
      </w:r>
    </w:p>
    <w:p w:rsidR="007B2329" w:rsidRDefault="007B2329" w:rsidP="007B2329">
      <w:r>
        <w:t>936.8920</w:t>
      </w:r>
      <w:r>
        <w:tab/>
        <w:t>2.025e0</w:t>
      </w:r>
    </w:p>
    <w:p w:rsidR="007B2329" w:rsidRDefault="007B2329" w:rsidP="007B2329">
      <w:r>
        <w:t>936.8998</w:t>
      </w:r>
      <w:r>
        <w:tab/>
        <w:t>1.013e0</w:t>
      </w:r>
    </w:p>
    <w:p w:rsidR="007B2329" w:rsidRDefault="007B2329" w:rsidP="007B2329">
      <w:r>
        <w:t>936.9027</w:t>
      </w:r>
      <w:r>
        <w:tab/>
        <w:t>2.025e0</w:t>
      </w:r>
    </w:p>
    <w:p w:rsidR="007B2329" w:rsidRDefault="007B2329" w:rsidP="007B2329">
      <w:r>
        <w:t>936.9279</w:t>
      </w:r>
      <w:r>
        <w:tab/>
        <w:t>2.025e0</w:t>
      </w:r>
    </w:p>
    <w:p w:rsidR="007B2329" w:rsidRDefault="007B2329" w:rsidP="007B2329">
      <w:r>
        <w:t>936.9314</w:t>
      </w:r>
      <w:r>
        <w:tab/>
        <w:t>1.013e0</w:t>
      </w:r>
    </w:p>
    <w:p w:rsidR="007B2329" w:rsidRDefault="007B2329" w:rsidP="007B2329">
      <w:r>
        <w:t>936.9941</w:t>
      </w:r>
      <w:r>
        <w:tab/>
        <w:t>1.013e0</w:t>
      </w:r>
    </w:p>
    <w:p w:rsidR="007B2329" w:rsidRDefault="007B2329" w:rsidP="007B2329">
      <w:r>
        <w:t>937.0253</w:t>
      </w:r>
      <w:r>
        <w:tab/>
        <w:t>3.038e0</w:t>
      </w:r>
    </w:p>
    <w:p w:rsidR="007B2329" w:rsidRDefault="007B2329" w:rsidP="007B2329">
      <w:r>
        <w:t>937.0598</w:t>
      </w:r>
      <w:r>
        <w:tab/>
        <w:t>2.025e0</w:t>
      </w:r>
    </w:p>
    <w:p w:rsidR="007B2329" w:rsidRDefault="007B2329" w:rsidP="007B2329">
      <w:r>
        <w:lastRenderedPageBreak/>
        <w:t>937.0696</w:t>
      </w:r>
      <w:r>
        <w:tab/>
        <w:t>3.038e0</w:t>
      </w:r>
    </w:p>
    <w:p w:rsidR="007B2329" w:rsidRDefault="007B2329" w:rsidP="007B2329">
      <w:r>
        <w:t>937.0882</w:t>
      </w:r>
      <w:r>
        <w:tab/>
        <w:t>1.013e0</w:t>
      </w:r>
    </w:p>
    <w:p w:rsidR="007B2329" w:rsidRDefault="007B2329" w:rsidP="007B2329">
      <w:r>
        <w:t>937.0947</w:t>
      </w:r>
      <w:r>
        <w:tab/>
        <w:t>1.013e0</w:t>
      </w:r>
    </w:p>
    <w:p w:rsidR="007B2329" w:rsidRDefault="007B2329" w:rsidP="007B2329">
      <w:r>
        <w:t>937.1823</w:t>
      </w:r>
      <w:r>
        <w:tab/>
        <w:t>2.025e0</w:t>
      </w:r>
    </w:p>
    <w:p w:rsidR="007B2329" w:rsidRDefault="007B2329" w:rsidP="007B2329">
      <w:r>
        <w:t>937.1980</w:t>
      </w:r>
      <w:r>
        <w:tab/>
        <w:t>1.948e0</w:t>
      </w:r>
    </w:p>
    <w:p w:rsidR="007B2329" w:rsidRDefault="007B2329" w:rsidP="007B2329">
      <w:r>
        <w:t>937.2204</w:t>
      </w:r>
      <w:r>
        <w:tab/>
        <w:t>5.063e0</w:t>
      </w:r>
    </w:p>
    <w:p w:rsidR="007B2329" w:rsidRDefault="007B2329" w:rsidP="007B2329">
      <w:r>
        <w:t>937.2452</w:t>
      </w:r>
      <w:r>
        <w:tab/>
        <w:t>2.025e0</w:t>
      </w:r>
    </w:p>
    <w:p w:rsidR="007B2329" w:rsidRDefault="007B2329" w:rsidP="007B2329">
      <w:r>
        <w:t>937.2538</w:t>
      </w:r>
      <w:r>
        <w:tab/>
        <w:t>2.025e0</w:t>
      </w:r>
    </w:p>
    <w:p w:rsidR="007B2329" w:rsidRDefault="007B2329" w:rsidP="007B2329">
      <w:r>
        <w:t>937.2911</w:t>
      </w:r>
      <w:r>
        <w:tab/>
        <w:t>1.606e0</w:t>
      </w:r>
    </w:p>
    <w:p w:rsidR="007B2329" w:rsidRDefault="007B2329" w:rsidP="007B2329">
      <w:r>
        <w:t>937.3109</w:t>
      </w:r>
      <w:r>
        <w:tab/>
        <w:t>5.541e0</w:t>
      </w:r>
    </w:p>
    <w:p w:rsidR="007B2329" w:rsidRDefault="007B2329" w:rsidP="007B2329">
      <w:r>
        <w:t>937.3323</w:t>
      </w:r>
      <w:r>
        <w:tab/>
        <w:t>4.051e0</w:t>
      </w:r>
    </w:p>
    <w:p w:rsidR="007B2329" w:rsidRDefault="007B2329" w:rsidP="007B2329">
      <w:r>
        <w:t>937.3613</w:t>
      </w:r>
      <w:r>
        <w:tab/>
        <w:t>1.293e0</w:t>
      </w:r>
    </w:p>
    <w:p w:rsidR="007B2329" w:rsidRDefault="007B2329" w:rsidP="007B2329">
      <w:r>
        <w:t>937.3664</w:t>
      </w:r>
      <w:r>
        <w:tab/>
        <w:t>1.013e0</w:t>
      </w:r>
    </w:p>
    <w:p w:rsidR="007B2329" w:rsidRDefault="007B2329" w:rsidP="007B2329">
      <w:r>
        <w:t>937.3693</w:t>
      </w:r>
      <w:r>
        <w:tab/>
        <w:t>1.269e0</w:t>
      </w:r>
    </w:p>
    <w:p w:rsidR="007B2329" w:rsidRDefault="007B2329" w:rsidP="007B2329">
      <w:r>
        <w:t>937.4001</w:t>
      </w:r>
      <w:r>
        <w:tab/>
        <w:t>1.597e0</w:t>
      </w:r>
    </w:p>
    <w:p w:rsidR="007B2329" w:rsidRDefault="007B2329" w:rsidP="007B2329">
      <w:r>
        <w:t>937.4108</w:t>
      </w:r>
      <w:r>
        <w:tab/>
        <w:t>6.818e0</w:t>
      </w:r>
    </w:p>
    <w:p w:rsidR="007B2329" w:rsidRDefault="007B2329" w:rsidP="007B2329">
      <w:r>
        <w:t>937.4745</w:t>
      </w:r>
      <w:r>
        <w:tab/>
        <w:t>6.795e0</w:t>
      </w:r>
    </w:p>
    <w:p w:rsidR="007B2329" w:rsidRDefault="007B2329" w:rsidP="007B2329">
      <w:r>
        <w:t>937.4887</w:t>
      </w:r>
      <w:r>
        <w:tab/>
        <w:t>2.092e0</w:t>
      </w:r>
    </w:p>
    <w:p w:rsidR="007B2329" w:rsidRDefault="007B2329" w:rsidP="007B2329">
      <w:r>
        <w:t>937.4939</w:t>
      </w:r>
      <w:r>
        <w:tab/>
        <w:t>1.241e1</w:t>
      </w:r>
    </w:p>
    <w:p w:rsidR="007B2329" w:rsidRDefault="007B2329" w:rsidP="007B2329">
      <w:r>
        <w:lastRenderedPageBreak/>
        <w:t>937.5137</w:t>
      </w:r>
      <w:r>
        <w:tab/>
        <w:t>5.136e0</w:t>
      </w:r>
    </w:p>
    <w:p w:rsidR="007B2329" w:rsidRDefault="007B2329" w:rsidP="007B2329">
      <w:r>
        <w:t>937.5397</w:t>
      </w:r>
      <w:r>
        <w:tab/>
        <w:t>1.086e1</w:t>
      </w:r>
    </w:p>
    <w:p w:rsidR="007B2329" w:rsidRDefault="007B2329" w:rsidP="007B2329">
      <w:r>
        <w:t>937.5430</w:t>
      </w:r>
      <w:r>
        <w:tab/>
        <w:t>1.130e1</w:t>
      </w:r>
    </w:p>
    <w:p w:rsidR="007B2329" w:rsidRDefault="007B2329" w:rsidP="007B2329">
      <w:r>
        <w:t>937.5513</w:t>
      </w:r>
      <w:r>
        <w:tab/>
        <w:t>4.051e0</w:t>
      </w:r>
    </w:p>
    <w:p w:rsidR="007B2329" w:rsidRDefault="007B2329" w:rsidP="007B2329">
      <w:r>
        <w:t>937.5529</w:t>
      </w:r>
      <w:r>
        <w:tab/>
        <w:t>3.664e0</w:t>
      </w:r>
    </w:p>
    <w:p w:rsidR="007B2329" w:rsidRDefault="007B2329" w:rsidP="007B2329">
      <w:r>
        <w:t>937.5643</w:t>
      </w:r>
      <w:r>
        <w:tab/>
        <w:t>5.110e0</w:t>
      </w:r>
    </w:p>
    <w:p w:rsidR="007B2329" w:rsidRDefault="007B2329" w:rsidP="007B2329">
      <w:r>
        <w:t>937.5919</w:t>
      </w:r>
      <w:r>
        <w:tab/>
        <w:t>7.237e0</w:t>
      </w:r>
    </w:p>
    <w:p w:rsidR="007B2329" w:rsidRDefault="007B2329" w:rsidP="007B2329">
      <w:r>
        <w:t>937.6049</w:t>
      </w:r>
      <w:r>
        <w:tab/>
        <w:t>3.544e0</w:t>
      </w:r>
    </w:p>
    <w:p w:rsidR="007B2329" w:rsidRDefault="007B2329" w:rsidP="007B2329">
      <w:r>
        <w:t>937.7365</w:t>
      </w:r>
      <w:r>
        <w:tab/>
        <w:t>1.025e0</w:t>
      </w:r>
    </w:p>
    <w:p w:rsidR="007B2329" w:rsidRDefault="007B2329" w:rsidP="007B2329">
      <w:r>
        <w:t>937.7472</w:t>
      </w:r>
      <w:r>
        <w:tab/>
        <w:t>2.025e0</w:t>
      </w:r>
    </w:p>
    <w:p w:rsidR="007B2329" w:rsidRDefault="007B2329" w:rsidP="007B2329">
      <w:r>
        <w:t>937.7679</w:t>
      </w:r>
      <w:r>
        <w:tab/>
        <w:t>2.025e0</w:t>
      </w:r>
    </w:p>
    <w:p w:rsidR="007B2329" w:rsidRDefault="007B2329" w:rsidP="007B2329">
      <w:r>
        <w:t>937.7712</w:t>
      </w:r>
      <w:r>
        <w:tab/>
        <w:t>1.013e0</w:t>
      </w:r>
    </w:p>
    <w:p w:rsidR="007B2329" w:rsidRDefault="007B2329" w:rsidP="007B2329">
      <w:r>
        <w:t>937.8411</w:t>
      </w:r>
      <w:r>
        <w:tab/>
        <w:t>1.013e0</w:t>
      </w:r>
    </w:p>
    <w:p w:rsidR="007B2329" w:rsidRDefault="007B2329" w:rsidP="007B2329">
      <w:r>
        <w:t>937.8571</w:t>
      </w:r>
      <w:r>
        <w:tab/>
        <w:t>1.013e0</w:t>
      </w:r>
    </w:p>
    <w:p w:rsidR="007B2329" w:rsidRDefault="007B2329" w:rsidP="007B2329">
      <w:r>
        <w:t>937.8726</w:t>
      </w:r>
      <w:r>
        <w:tab/>
        <w:t>1.013e0</w:t>
      </w:r>
    </w:p>
    <w:p w:rsidR="007B2329" w:rsidRDefault="007B2329" w:rsidP="007B2329">
      <w:r>
        <w:t>937.9385</w:t>
      </w:r>
      <w:r>
        <w:tab/>
        <w:t>3.038e0</w:t>
      </w:r>
    </w:p>
    <w:p w:rsidR="007B2329" w:rsidRDefault="007B2329" w:rsidP="007B2329">
      <w:r>
        <w:t>937.9430</w:t>
      </w:r>
      <w:r>
        <w:tab/>
        <w:t>3.038e0</w:t>
      </w:r>
    </w:p>
    <w:p w:rsidR="007B2329" w:rsidRDefault="007B2329" w:rsidP="007B2329">
      <w:r>
        <w:t>937.9667</w:t>
      </w:r>
      <w:r>
        <w:tab/>
        <w:t>3.038e0</w:t>
      </w:r>
    </w:p>
    <w:p w:rsidR="007B2329" w:rsidRDefault="007B2329" w:rsidP="007B2329">
      <w:r>
        <w:t>937.9835</w:t>
      </w:r>
      <w:r>
        <w:tab/>
        <w:t>7.089e0</w:t>
      </w:r>
    </w:p>
    <w:p w:rsidR="007B2329" w:rsidRDefault="007B2329" w:rsidP="007B2329">
      <w:r>
        <w:lastRenderedPageBreak/>
        <w:t>938.0428</w:t>
      </w:r>
      <w:r>
        <w:tab/>
        <w:t>4.051e0</w:t>
      </w:r>
    </w:p>
    <w:p w:rsidR="007B2329" w:rsidRDefault="007B2329" w:rsidP="007B2329">
      <w:r>
        <w:t>938.0511</w:t>
      </w:r>
      <w:r>
        <w:tab/>
        <w:t>2.025e0</w:t>
      </w:r>
    </w:p>
    <w:p w:rsidR="007B2329" w:rsidRDefault="007B2329" w:rsidP="007B2329">
      <w:r>
        <w:t>938.0603</w:t>
      </w:r>
      <w:r>
        <w:tab/>
        <w:t>1.013e0</w:t>
      </w:r>
    </w:p>
    <w:p w:rsidR="007B2329" w:rsidRDefault="007B2329" w:rsidP="007B2329">
      <w:r>
        <w:t>938.0701</w:t>
      </w:r>
      <w:r>
        <w:tab/>
        <w:t>2.025e0</w:t>
      </w:r>
    </w:p>
    <w:p w:rsidR="007B2329" w:rsidRDefault="007B2329" w:rsidP="007B2329">
      <w:r>
        <w:t>938.0923</w:t>
      </w:r>
      <w:r>
        <w:tab/>
        <w:t>1.013e0</w:t>
      </w:r>
    </w:p>
    <w:p w:rsidR="007B2329" w:rsidRDefault="007B2329" w:rsidP="007B2329">
      <w:r>
        <w:t>938.1115</w:t>
      </w:r>
      <w:r>
        <w:tab/>
        <w:t>3.038e0</w:t>
      </w:r>
    </w:p>
    <w:p w:rsidR="007B2329" w:rsidRDefault="007B2329" w:rsidP="007B2329">
      <w:r>
        <w:t>938.1630</w:t>
      </w:r>
      <w:r>
        <w:tab/>
        <w:t>2.025e0</w:t>
      </w:r>
    </w:p>
    <w:p w:rsidR="007B2329" w:rsidRDefault="007B2329" w:rsidP="007B2329">
      <w:r>
        <w:t>938.1779</w:t>
      </w:r>
      <w:r>
        <w:tab/>
        <w:t>3.038e0</w:t>
      </w:r>
    </w:p>
    <w:p w:rsidR="007B2329" w:rsidRDefault="007B2329" w:rsidP="007B2329">
      <w:r>
        <w:t>938.2030</w:t>
      </w:r>
      <w:r>
        <w:tab/>
        <w:t>6.076e0</w:t>
      </w:r>
    </w:p>
    <w:p w:rsidR="007B2329" w:rsidRDefault="007B2329" w:rsidP="007B2329">
      <w:r>
        <w:t>938.2104</w:t>
      </w:r>
      <w:r>
        <w:tab/>
        <w:t>3.038e0</w:t>
      </w:r>
    </w:p>
    <w:p w:rsidR="007B2329" w:rsidRDefault="007B2329" w:rsidP="007B2329">
      <w:r>
        <w:t>938.2277</w:t>
      </w:r>
      <w:r>
        <w:tab/>
        <w:t>1.013e0</w:t>
      </w:r>
    </w:p>
    <w:p w:rsidR="007B2329" w:rsidRDefault="007B2329" w:rsidP="007B2329">
      <w:r>
        <w:t>938.2422</w:t>
      </w:r>
      <w:r>
        <w:tab/>
        <w:t>2.025e0</w:t>
      </w:r>
    </w:p>
    <w:p w:rsidR="007B2329" w:rsidRDefault="007B2329" w:rsidP="007B2329">
      <w:r>
        <w:t>938.2578</w:t>
      </w:r>
      <w:r>
        <w:tab/>
        <w:t>3.038e0</w:t>
      </w:r>
    </w:p>
    <w:p w:rsidR="007B2329" w:rsidRDefault="007B2329" w:rsidP="007B2329">
      <w:r>
        <w:t>938.2728</w:t>
      </w:r>
      <w:r>
        <w:tab/>
        <w:t>5.870e0</w:t>
      </w:r>
    </w:p>
    <w:p w:rsidR="007B2329" w:rsidRDefault="007B2329" w:rsidP="007B2329">
      <w:r>
        <w:t>938.2945</w:t>
      </w:r>
      <w:r>
        <w:tab/>
        <w:t>4.420e0</w:t>
      </w:r>
    </w:p>
    <w:p w:rsidR="007B2329" w:rsidRDefault="007B2329" w:rsidP="007B2329">
      <w:r>
        <w:t>938.3697</w:t>
      </w:r>
      <w:r>
        <w:tab/>
        <w:t>5.538e0</w:t>
      </w:r>
    </w:p>
    <w:p w:rsidR="007B2329" w:rsidRDefault="007B2329" w:rsidP="007B2329">
      <w:r>
        <w:t>938.4086</w:t>
      </w:r>
      <w:r>
        <w:tab/>
        <w:t>4.051e0</w:t>
      </w:r>
    </w:p>
    <w:p w:rsidR="007B2329" w:rsidRDefault="007B2329" w:rsidP="007B2329">
      <w:r>
        <w:t>938.4131</w:t>
      </w:r>
      <w:r>
        <w:tab/>
        <w:t>1.013e0</w:t>
      </w:r>
    </w:p>
    <w:p w:rsidR="007B2329" w:rsidRDefault="007B2329" w:rsidP="007B2329">
      <w:r>
        <w:t>938.4363</w:t>
      </w:r>
      <w:r>
        <w:tab/>
        <w:t>2.396e0</w:t>
      </w:r>
    </w:p>
    <w:p w:rsidR="007B2329" w:rsidRDefault="007B2329" w:rsidP="007B2329">
      <w:r>
        <w:lastRenderedPageBreak/>
        <w:t>938.4770</w:t>
      </w:r>
      <w:r>
        <w:tab/>
        <w:t>8.734e0</w:t>
      </w:r>
    </w:p>
    <w:p w:rsidR="007B2329" w:rsidRDefault="007B2329" w:rsidP="007B2329">
      <w:r>
        <w:t>938.4883</w:t>
      </w:r>
      <w:r>
        <w:tab/>
        <w:t>3.547e0</w:t>
      </w:r>
    </w:p>
    <w:p w:rsidR="007B2329" w:rsidRDefault="007B2329" w:rsidP="007B2329">
      <w:r>
        <w:t>938.4908</w:t>
      </w:r>
      <w:r>
        <w:tab/>
        <w:t>6.991e0</w:t>
      </w:r>
    </w:p>
    <w:p w:rsidR="007B2329" w:rsidRDefault="007B2329" w:rsidP="007B2329">
      <w:r>
        <w:t>938.5007</w:t>
      </w:r>
      <w:r>
        <w:tab/>
        <w:t>3.038e0</w:t>
      </w:r>
    </w:p>
    <w:p w:rsidR="007B2329" w:rsidRDefault="007B2329" w:rsidP="007B2329">
      <w:r>
        <w:t>938.5070</w:t>
      </w:r>
      <w:r>
        <w:tab/>
        <w:t>4.294e0</w:t>
      </w:r>
    </w:p>
    <w:p w:rsidR="007B2329" w:rsidRDefault="007B2329" w:rsidP="007B2329">
      <w:r>
        <w:t>938.5128</w:t>
      </w:r>
      <w:r>
        <w:tab/>
        <w:t>8.967e0</w:t>
      </w:r>
    </w:p>
    <w:p w:rsidR="007B2329" w:rsidRDefault="007B2329" w:rsidP="007B2329">
      <w:r>
        <w:t>938.5524</w:t>
      </w:r>
      <w:r>
        <w:tab/>
        <w:t>1.788e1</w:t>
      </w:r>
    </w:p>
    <w:p w:rsidR="007B2329" w:rsidRDefault="007B2329" w:rsidP="007B2329">
      <w:r>
        <w:t>938.5634</w:t>
      </w:r>
      <w:r>
        <w:tab/>
        <w:t>1.013e0</w:t>
      </w:r>
    </w:p>
    <w:p w:rsidR="007B2329" w:rsidRDefault="007B2329" w:rsidP="007B2329">
      <w:r>
        <w:t>938.5688</w:t>
      </w:r>
      <w:r>
        <w:tab/>
        <w:t>5.169e0</w:t>
      </w:r>
    </w:p>
    <w:p w:rsidR="007B2329" w:rsidRDefault="007B2329" w:rsidP="007B2329">
      <w:r>
        <w:t>938.5916</w:t>
      </w:r>
      <w:r>
        <w:tab/>
        <w:t>3.038e0</w:t>
      </w:r>
    </w:p>
    <w:p w:rsidR="007B2329" w:rsidRDefault="007B2329" w:rsidP="007B2329">
      <w:r>
        <w:t>938.5948</w:t>
      </w:r>
      <w:r>
        <w:tab/>
        <w:t>1.536e1</w:t>
      </w:r>
    </w:p>
    <w:p w:rsidR="007B2329" w:rsidRDefault="007B2329" w:rsidP="007B2329">
      <w:r>
        <w:t>938.6420</w:t>
      </w:r>
      <w:r>
        <w:tab/>
        <w:t>1.013e0</w:t>
      </w:r>
    </w:p>
    <w:p w:rsidR="007B2329" w:rsidRDefault="007B2329" w:rsidP="007B2329">
      <w:r>
        <w:t>938.6441</w:t>
      </w:r>
      <w:r>
        <w:tab/>
        <w:t>4.352e0</w:t>
      </w:r>
    </w:p>
    <w:p w:rsidR="007B2329" w:rsidRDefault="007B2329" w:rsidP="007B2329">
      <w:r>
        <w:t>938.6536</w:t>
      </w:r>
      <w:r>
        <w:tab/>
        <w:t>3.038e0</w:t>
      </w:r>
    </w:p>
    <w:p w:rsidR="007B2329" w:rsidRDefault="007B2329" w:rsidP="007B2329">
      <w:r>
        <w:t>938.6592</w:t>
      </w:r>
      <w:r>
        <w:tab/>
        <w:t>2.399e0</w:t>
      </w:r>
    </w:p>
    <w:p w:rsidR="007B2329" w:rsidRDefault="007B2329" w:rsidP="007B2329">
      <w:r>
        <w:t>938.6677</w:t>
      </w:r>
      <w:r>
        <w:tab/>
        <w:t>4.051e0</w:t>
      </w:r>
    </w:p>
    <w:p w:rsidR="007B2329" w:rsidRDefault="007B2329" w:rsidP="007B2329">
      <w:r>
        <w:t>938.6985</w:t>
      </w:r>
      <w:r>
        <w:tab/>
        <w:t>3.038e0</w:t>
      </w:r>
    </w:p>
    <w:p w:rsidR="007B2329" w:rsidRDefault="007B2329" w:rsidP="007B2329">
      <w:r>
        <w:t>938.7522</w:t>
      </w:r>
      <w:r>
        <w:tab/>
        <w:t>1.013e0</w:t>
      </w:r>
    </w:p>
    <w:p w:rsidR="007B2329" w:rsidRDefault="007B2329" w:rsidP="007B2329">
      <w:r>
        <w:t>938.7789</w:t>
      </w:r>
      <w:r>
        <w:tab/>
        <w:t>3.038e0</w:t>
      </w:r>
    </w:p>
    <w:p w:rsidR="007B2329" w:rsidRDefault="007B2329" w:rsidP="007B2329">
      <w:r>
        <w:lastRenderedPageBreak/>
        <w:t>938.7991</w:t>
      </w:r>
      <w:r>
        <w:tab/>
        <w:t>1.013e0</w:t>
      </w:r>
    </w:p>
    <w:p w:rsidR="007B2329" w:rsidRDefault="007B2329" w:rsidP="007B2329">
      <w:r>
        <w:t>938.8356</w:t>
      </w:r>
      <w:r>
        <w:tab/>
        <w:t>1.013e0</w:t>
      </w:r>
    </w:p>
    <w:p w:rsidR="007B2329" w:rsidRDefault="007B2329" w:rsidP="007B2329">
      <w:r>
        <w:t>938.8832</w:t>
      </w:r>
      <w:r>
        <w:tab/>
        <w:t>2.025e0</w:t>
      </w:r>
    </w:p>
    <w:p w:rsidR="007B2329" w:rsidRDefault="007B2329" w:rsidP="007B2329">
      <w:r>
        <w:t>938.9405</w:t>
      </w:r>
      <w:r>
        <w:tab/>
        <w:t>1.013e0</w:t>
      </w:r>
    </w:p>
    <w:p w:rsidR="007B2329" w:rsidRDefault="007B2329" w:rsidP="007B2329">
      <w:r>
        <w:t>938.9564</w:t>
      </w:r>
      <w:r>
        <w:tab/>
        <w:t>1.013e0</w:t>
      </w:r>
    </w:p>
    <w:p w:rsidR="007B2329" w:rsidRDefault="007B2329" w:rsidP="007B2329">
      <w:r>
        <w:t>938.9951</w:t>
      </w:r>
      <w:r>
        <w:tab/>
        <w:t>2.025e0</w:t>
      </w:r>
    </w:p>
    <w:p w:rsidR="007B2329" w:rsidRDefault="007B2329" w:rsidP="007B2329">
      <w:r>
        <w:t>939.0035</w:t>
      </w:r>
      <w:r>
        <w:tab/>
        <w:t>2.025e0</w:t>
      </w:r>
    </w:p>
    <w:p w:rsidR="007B2329" w:rsidRDefault="007B2329" w:rsidP="007B2329">
      <w:r>
        <w:t>939.0065</w:t>
      </w:r>
      <w:r>
        <w:tab/>
        <w:t>5.063e0</w:t>
      </w:r>
    </w:p>
    <w:p w:rsidR="007B2329" w:rsidRDefault="007B2329" w:rsidP="007B2329">
      <w:r>
        <w:t>939.0814</w:t>
      </w:r>
      <w:r>
        <w:tab/>
        <w:t>3.038e0</w:t>
      </w:r>
    </w:p>
    <w:p w:rsidR="007B2329" w:rsidRDefault="007B2329" w:rsidP="007B2329">
      <w:r>
        <w:t>939.1039</w:t>
      </w:r>
      <w:r>
        <w:tab/>
        <w:t>4.051e0</w:t>
      </w:r>
    </w:p>
    <w:p w:rsidR="007B2329" w:rsidRDefault="007B2329" w:rsidP="007B2329">
      <w:r>
        <w:t>939.1136</w:t>
      </w:r>
      <w:r>
        <w:tab/>
        <w:t>1.013e0</w:t>
      </w:r>
    </w:p>
    <w:p w:rsidR="007B2329" w:rsidRDefault="007B2329" w:rsidP="007B2329">
      <w:r>
        <w:t>939.2006</w:t>
      </w:r>
      <w:r>
        <w:tab/>
        <w:t>3.038e0</w:t>
      </w:r>
    </w:p>
    <w:p w:rsidR="007B2329" w:rsidRDefault="007B2329" w:rsidP="007B2329">
      <w:r>
        <w:t>939.2079</w:t>
      </w:r>
      <w:r>
        <w:tab/>
        <w:t>1.013e0</w:t>
      </w:r>
    </w:p>
    <w:p w:rsidR="007B2329" w:rsidRDefault="007B2329" w:rsidP="007B2329">
      <w:r>
        <w:t>939.2234</w:t>
      </w:r>
      <w:r>
        <w:tab/>
        <w:t>2.025e0</w:t>
      </w:r>
    </w:p>
    <w:p w:rsidR="007B2329" w:rsidRDefault="007B2329" w:rsidP="007B2329">
      <w:r>
        <w:t>939.2516</w:t>
      </w:r>
      <w:r>
        <w:tab/>
        <w:t>3.038e0</w:t>
      </w:r>
    </w:p>
    <w:p w:rsidR="007B2329" w:rsidRDefault="007B2329" w:rsidP="007B2329">
      <w:r>
        <w:t>939.2661</w:t>
      </w:r>
      <w:r>
        <w:tab/>
        <w:t>6.076e0</w:t>
      </w:r>
    </w:p>
    <w:p w:rsidR="007B2329" w:rsidRDefault="007B2329" w:rsidP="007B2329">
      <w:r>
        <w:t>939.2746</w:t>
      </w:r>
      <w:r>
        <w:tab/>
        <w:t>5.927e0</w:t>
      </w:r>
    </w:p>
    <w:p w:rsidR="007B2329" w:rsidRDefault="007B2329" w:rsidP="007B2329">
      <w:r>
        <w:t>939.3024</w:t>
      </w:r>
      <w:r>
        <w:tab/>
        <w:t>2.025e0</w:t>
      </w:r>
    </w:p>
    <w:p w:rsidR="007B2329" w:rsidRDefault="007B2329" w:rsidP="007B2329">
      <w:r>
        <w:t>939.3456</w:t>
      </w:r>
      <w:r>
        <w:tab/>
        <w:t>1.882e0</w:t>
      </w:r>
    </w:p>
    <w:p w:rsidR="007B2329" w:rsidRDefault="007B2329" w:rsidP="007B2329">
      <w:r>
        <w:lastRenderedPageBreak/>
        <w:t>939.3483</w:t>
      </w:r>
      <w:r>
        <w:tab/>
        <w:t>5.151e0</w:t>
      </w:r>
    </w:p>
    <w:p w:rsidR="007B2329" w:rsidRDefault="007B2329" w:rsidP="007B2329">
      <w:r>
        <w:t>939.3761</w:t>
      </w:r>
      <w:r>
        <w:tab/>
        <w:t>5.453e0</w:t>
      </w:r>
    </w:p>
    <w:p w:rsidR="007B2329" w:rsidRDefault="007B2329" w:rsidP="007B2329">
      <w:r>
        <w:t>939.3980</w:t>
      </w:r>
      <w:r>
        <w:tab/>
        <w:t>4.749e0</w:t>
      </w:r>
    </w:p>
    <w:p w:rsidR="007B2329" w:rsidRDefault="007B2329" w:rsidP="007B2329">
      <w:r>
        <w:t>939.4189</w:t>
      </w:r>
      <w:r>
        <w:tab/>
        <w:t>3.409e0</w:t>
      </w:r>
    </w:p>
    <w:p w:rsidR="007B2329" w:rsidRDefault="007B2329" w:rsidP="007B2329">
      <w:r>
        <w:t>939.4443</w:t>
      </w:r>
      <w:r>
        <w:tab/>
        <w:t>2.025e0</w:t>
      </w:r>
    </w:p>
    <w:p w:rsidR="007B2329" w:rsidRDefault="007B2329" w:rsidP="007B2329">
      <w:r>
        <w:t>939.4766</w:t>
      </w:r>
      <w:r>
        <w:tab/>
        <w:t>4.529e0</w:t>
      </w:r>
    </w:p>
    <w:p w:rsidR="007B2329" w:rsidRDefault="007B2329" w:rsidP="007B2329">
      <w:r>
        <w:t>939.5074</w:t>
      </w:r>
      <w:r>
        <w:tab/>
        <w:t>8.866e0</w:t>
      </w:r>
    </w:p>
    <w:p w:rsidR="007B2329" w:rsidRDefault="007B2329" w:rsidP="007B2329">
      <w:r>
        <w:t>939.5123</w:t>
      </w:r>
      <w:r>
        <w:tab/>
        <w:t>5.256e0</w:t>
      </w:r>
    </w:p>
    <w:p w:rsidR="007B2329" w:rsidRDefault="007B2329" w:rsidP="007B2329">
      <w:r>
        <w:t>939.5233</w:t>
      </w:r>
      <w:r>
        <w:tab/>
        <w:t>5.063e0</w:t>
      </w:r>
    </w:p>
    <w:p w:rsidR="007B2329" w:rsidRDefault="007B2329" w:rsidP="007B2329">
      <w:r>
        <w:t>939.5602</w:t>
      </w:r>
      <w:r>
        <w:tab/>
        <w:t>5.333e0</w:t>
      </w:r>
    </w:p>
    <w:p w:rsidR="007B2329" w:rsidRDefault="007B2329" w:rsidP="007B2329">
      <w:r>
        <w:t>939.5638</w:t>
      </w:r>
      <w:r>
        <w:tab/>
        <w:t>8.840e0</w:t>
      </w:r>
    </w:p>
    <w:p w:rsidR="007B2329" w:rsidRDefault="007B2329" w:rsidP="007B2329">
      <w:r>
        <w:t>939.5847</w:t>
      </w:r>
      <w:r>
        <w:tab/>
        <w:t>1.018e1</w:t>
      </w:r>
    </w:p>
    <w:p w:rsidR="007B2329" w:rsidRDefault="007B2329" w:rsidP="007B2329">
      <w:r>
        <w:t>939.6279</w:t>
      </w:r>
      <w:r>
        <w:tab/>
        <w:t>6.076e0</w:t>
      </w:r>
    </w:p>
    <w:p w:rsidR="007B2329" w:rsidRDefault="007B2329" w:rsidP="007B2329">
      <w:r>
        <w:t>939.6321</w:t>
      </w:r>
      <w:r>
        <w:tab/>
        <w:t>1.013e0</w:t>
      </w:r>
    </w:p>
    <w:p w:rsidR="007B2329" w:rsidRDefault="007B2329" w:rsidP="007B2329">
      <w:r>
        <w:t>939.6605</w:t>
      </w:r>
      <w:r>
        <w:tab/>
        <w:t>4.051e0</w:t>
      </w:r>
    </w:p>
    <w:p w:rsidR="007B2329" w:rsidRDefault="007B2329" w:rsidP="007B2329">
      <w:r>
        <w:t>939.6956</w:t>
      </w:r>
      <w:r>
        <w:tab/>
        <w:t>1.013e0</w:t>
      </w:r>
    </w:p>
    <w:p w:rsidR="007B2329" w:rsidRDefault="007B2329" w:rsidP="007B2329">
      <w:r>
        <w:t>939.7023</w:t>
      </w:r>
      <w:r>
        <w:tab/>
        <w:t>3.038e0</w:t>
      </w:r>
    </w:p>
    <w:p w:rsidR="007B2329" w:rsidRDefault="007B2329" w:rsidP="007B2329">
      <w:r>
        <w:t>939.7894</w:t>
      </w:r>
      <w:r>
        <w:tab/>
        <w:t>1.013e0</w:t>
      </w:r>
    </w:p>
    <w:p w:rsidR="007B2329" w:rsidRDefault="007B2329" w:rsidP="007B2329">
      <w:r>
        <w:t>939.8524</w:t>
      </w:r>
      <w:r>
        <w:tab/>
        <w:t>1.013e0</w:t>
      </w:r>
    </w:p>
    <w:p w:rsidR="007B2329" w:rsidRDefault="007B2329" w:rsidP="007B2329">
      <w:r>
        <w:lastRenderedPageBreak/>
        <w:t>939.8682</w:t>
      </w:r>
      <w:r>
        <w:tab/>
        <w:t>3.038e0</w:t>
      </w:r>
    </w:p>
    <w:p w:rsidR="007B2329" w:rsidRDefault="007B2329" w:rsidP="007B2329">
      <w:r>
        <w:t>939.8997</w:t>
      </w:r>
      <w:r>
        <w:tab/>
        <w:t>1.013e0</w:t>
      </w:r>
    </w:p>
    <w:p w:rsidR="007B2329" w:rsidRDefault="007B2329" w:rsidP="007B2329">
      <w:r>
        <w:t>939.9423</w:t>
      </w:r>
      <w:r>
        <w:tab/>
        <w:t>2.025e0</w:t>
      </w:r>
    </w:p>
    <w:p w:rsidR="007B2329" w:rsidRDefault="007B2329" w:rsidP="007B2329">
      <w:r>
        <w:t>940.0002</w:t>
      </w:r>
      <w:r>
        <w:tab/>
        <w:t>3.038e0</w:t>
      </w:r>
    </w:p>
    <w:p w:rsidR="007B2329" w:rsidRDefault="007B2329" w:rsidP="007B2329">
      <w:r>
        <w:t>940.0137</w:t>
      </w:r>
      <w:r>
        <w:tab/>
        <w:t>3.291e0</w:t>
      </w:r>
    </w:p>
    <w:p w:rsidR="007B2329" w:rsidRDefault="007B2329" w:rsidP="007B2329">
      <w:r>
        <w:t>940.0726</w:t>
      </w:r>
      <w:r>
        <w:tab/>
        <w:t>2.025e0</w:t>
      </w:r>
    </w:p>
    <w:p w:rsidR="007B2329" w:rsidRDefault="007B2329" w:rsidP="007B2329">
      <w:r>
        <w:t>940.0941</w:t>
      </w:r>
      <w:r>
        <w:tab/>
        <w:t>3.810e0</w:t>
      </w:r>
    </w:p>
    <w:p w:rsidR="007B2329" w:rsidRDefault="007B2329" w:rsidP="007B2329">
      <w:r>
        <w:t>940.1042</w:t>
      </w:r>
      <w:r>
        <w:tab/>
        <w:t>1.013e0</w:t>
      </w:r>
    </w:p>
    <w:p w:rsidR="007B2329" w:rsidRDefault="007B2329" w:rsidP="007B2329">
      <w:r>
        <w:t>940.1948</w:t>
      </w:r>
      <w:r>
        <w:tab/>
        <w:t>2.025e0</w:t>
      </w:r>
    </w:p>
    <w:p w:rsidR="007B2329" w:rsidRDefault="007B2329" w:rsidP="007B2329">
      <w:r>
        <w:t>940.2204</w:t>
      </w:r>
      <w:r>
        <w:tab/>
        <w:t>3.038e0</w:t>
      </w:r>
    </w:p>
    <w:p w:rsidR="007B2329" w:rsidRDefault="007B2329" w:rsidP="007B2329">
      <w:r>
        <w:t>940.2223</w:t>
      </w:r>
      <w:r>
        <w:tab/>
        <w:t>2.025e0</w:t>
      </w:r>
    </w:p>
    <w:p w:rsidR="007B2329" w:rsidRDefault="007B2329" w:rsidP="007B2329">
      <w:r>
        <w:t>940.2304</w:t>
      </w:r>
      <w:r>
        <w:tab/>
        <w:t>1.013e0</w:t>
      </w:r>
    </w:p>
    <w:p w:rsidR="007B2329" w:rsidRDefault="007B2329" w:rsidP="007B2329">
      <w:r>
        <w:t>940.2656</w:t>
      </w:r>
      <w:r>
        <w:tab/>
        <w:t>2.025e0</w:t>
      </w:r>
    </w:p>
    <w:p w:rsidR="007B2329" w:rsidRDefault="007B2329" w:rsidP="007B2329">
      <w:r>
        <w:t>940.2725</w:t>
      </w:r>
      <w:r>
        <w:tab/>
        <w:t>2.889e0</w:t>
      </w:r>
    </w:p>
    <w:p w:rsidR="007B2329" w:rsidRDefault="007B2329" w:rsidP="007B2329">
      <w:r>
        <w:t>940.2779</w:t>
      </w:r>
      <w:r>
        <w:tab/>
        <w:t>2.025e0</w:t>
      </w:r>
    </w:p>
    <w:p w:rsidR="007B2329" w:rsidRDefault="007B2329" w:rsidP="007B2329">
      <w:r>
        <w:t>940.3349</w:t>
      </w:r>
      <w:r>
        <w:tab/>
        <w:t>4.108e0</w:t>
      </w:r>
    </w:p>
    <w:p w:rsidR="007B2329" w:rsidRDefault="007B2329" w:rsidP="007B2329">
      <w:r>
        <w:t>940.3916</w:t>
      </w:r>
      <w:r>
        <w:tab/>
        <w:t>5.072e0</w:t>
      </w:r>
    </w:p>
    <w:p w:rsidR="007B2329" w:rsidRDefault="007B2329" w:rsidP="007B2329">
      <w:r>
        <w:t>940.4123</w:t>
      </w:r>
      <w:r>
        <w:tab/>
        <w:t>1.398e1</w:t>
      </w:r>
    </w:p>
    <w:p w:rsidR="007B2329" w:rsidRDefault="007B2329" w:rsidP="007B2329">
      <w:r>
        <w:t>940.4338</w:t>
      </w:r>
      <w:r>
        <w:tab/>
        <w:t>2.032e-1</w:t>
      </w:r>
    </w:p>
    <w:p w:rsidR="007B2329" w:rsidRDefault="007B2329" w:rsidP="007B2329">
      <w:r>
        <w:lastRenderedPageBreak/>
        <w:t>940.4507</w:t>
      </w:r>
      <w:r>
        <w:tab/>
        <w:t>9.912e0</w:t>
      </w:r>
    </w:p>
    <w:p w:rsidR="007B2329" w:rsidRDefault="007B2329" w:rsidP="007B2329">
      <w:r>
        <w:t>940.4529</w:t>
      </w:r>
      <w:r>
        <w:tab/>
        <w:t>4.478e0</w:t>
      </w:r>
    </w:p>
    <w:p w:rsidR="007B2329" w:rsidRDefault="007B2329" w:rsidP="007B2329">
      <w:r>
        <w:t>940.4556</w:t>
      </w:r>
      <w:r>
        <w:tab/>
        <w:t>1.110e1</w:t>
      </w:r>
    </w:p>
    <w:p w:rsidR="007B2329" w:rsidRDefault="007B2329" w:rsidP="007B2329">
      <w:r>
        <w:t>940.4567</w:t>
      </w:r>
      <w:r>
        <w:tab/>
        <w:t>4.719e0</w:t>
      </w:r>
    </w:p>
    <w:p w:rsidR="007B2329" w:rsidRDefault="007B2329" w:rsidP="007B2329">
      <w:r>
        <w:t>940.4637</w:t>
      </w:r>
      <w:r>
        <w:tab/>
        <w:t>3.038e0</w:t>
      </w:r>
    </w:p>
    <w:p w:rsidR="007B2329" w:rsidRDefault="007B2329" w:rsidP="007B2329">
      <w:r>
        <w:t>940.4763</w:t>
      </w:r>
      <w:r>
        <w:tab/>
        <w:t>1.013e0</w:t>
      </w:r>
    </w:p>
    <w:p w:rsidR="007B2329" w:rsidRDefault="007B2329" w:rsidP="007B2329">
      <w:r>
        <w:t>940.5098</w:t>
      </w:r>
      <w:r>
        <w:tab/>
        <w:t>4.744e0</w:t>
      </w:r>
    </w:p>
    <w:p w:rsidR="007B2329" w:rsidRDefault="007B2329" w:rsidP="007B2329">
      <w:r>
        <w:t>940.5236</w:t>
      </w:r>
      <w:r>
        <w:tab/>
        <w:t>3.950e0</w:t>
      </w:r>
    </w:p>
    <w:p w:rsidR="007B2329" w:rsidRDefault="007B2329" w:rsidP="007B2329">
      <w:r>
        <w:t>940.5459</w:t>
      </w:r>
      <w:r>
        <w:tab/>
        <w:t>3.988e0</w:t>
      </w:r>
    </w:p>
    <w:p w:rsidR="007B2329" w:rsidRDefault="007B2329" w:rsidP="007B2329">
      <w:r>
        <w:t>940.5800</w:t>
      </w:r>
      <w:r>
        <w:tab/>
        <w:t>3.038e0</w:t>
      </w:r>
    </w:p>
    <w:p w:rsidR="007B2329" w:rsidRDefault="007B2329" w:rsidP="007B2329">
      <w:r>
        <w:t>940.6396</w:t>
      </w:r>
      <w:r>
        <w:tab/>
        <w:t>5.051e0</w:t>
      </w:r>
    </w:p>
    <w:p w:rsidR="007B2329" w:rsidRDefault="007B2329" w:rsidP="007B2329">
      <w:r>
        <w:t>940.6422</w:t>
      </w:r>
      <w:r>
        <w:tab/>
        <w:t>3.009e0</w:t>
      </w:r>
    </w:p>
    <w:p w:rsidR="007B2329" w:rsidRDefault="007B2329" w:rsidP="007B2329">
      <w:r>
        <w:t>940.6619</w:t>
      </w:r>
      <w:r>
        <w:tab/>
        <w:t>1.013e0</w:t>
      </w:r>
    </w:p>
    <w:p w:rsidR="007B2329" w:rsidRDefault="007B2329" w:rsidP="007B2329">
      <w:r>
        <w:t>940.7650</w:t>
      </w:r>
      <w:r>
        <w:tab/>
        <w:t>1.013e0</w:t>
      </w:r>
    </w:p>
    <w:p w:rsidR="007B2329" w:rsidRDefault="007B2329" w:rsidP="007B2329">
      <w:r>
        <w:t>940.7661</w:t>
      </w:r>
      <w:r>
        <w:tab/>
        <w:t>4.051e0</w:t>
      </w:r>
    </w:p>
    <w:p w:rsidR="007B2329" w:rsidRDefault="007B2329" w:rsidP="007B2329">
      <w:r>
        <w:t>940.7847</w:t>
      </w:r>
      <w:r>
        <w:tab/>
        <w:t>3.038e0</w:t>
      </w:r>
    </w:p>
    <w:p w:rsidR="007B2329" w:rsidRDefault="007B2329" w:rsidP="007B2329">
      <w:r>
        <w:t>940.8023</w:t>
      </w:r>
      <w:r>
        <w:tab/>
        <w:t>8.190e-1</w:t>
      </w:r>
    </w:p>
    <w:p w:rsidR="007B2329" w:rsidRDefault="007B2329" w:rsidP="007B2329">
      <w:r>
        <w:t>940.8990</w:t>
      </w:r>
      <w:r>
        <w:tab/>
        <w:t>2.025e0</w:t>
      </w:r>
    </w:p>
    <w:p w:rsidR="007B2329" w:rsidRDefault="007B2329" w:rsidP="007B2329">
      <w:r>
        <w:t>940.9227</w:t>
      </w:r>
      <w:r>
        <w:tab/>
        <w:t>2.025e0</w:t>
      </w:r>
    </w:p>
    <w:p w:rsidR="007B2329" w:rsidRDefault="007B2329" w:rsidP="007B2329">
      <w:r>
        <w:lastRenderedPageBreak/>
        <w:t>940.9329</w:t>
      </w:r>
      <w:r>
        <w:tab/>
        <w:t>4.051e0</w:t>
      </w:r>
    </w:p>
    <w:p w:rsidR="007B2329" w:rsidRDefault="007B2329" w:rsidP="007B2329">
      <w:r>
        <w:t>940.9416</w:t>
      </w:r>
      <w:r>
        <w:tab/>
        <w:t>2.025e0</w:t>
      </w:r>
    </w:p>
    <w:p w:rsidR="007B2329" w:rsidRDefault="007B2329" w:rsidP="007B2329">
      <w:r>
        <w:t>940.9463</w:t>
      </w:r>
      <w:r>
        <w:tab/>
        <w:t>2.025e0</w:t>
      </w:r>
    </w:p>
    <w:p w:rsidR="007B2329" w:rsidRDefault="007B2329" w:rsidP="007B2329">
      <w:r>
        <w:t>940.9857</w:t>
      </w:r>
      <w:r>
        <w:tab/>
        <w:t>2.025e0</w:t>
      </w:r>
    </w:p>
    <w:p w:rsidR="007B2329" w:rsidRDefault="007B2329" w:rsidP="007B2329">
      <w:r>
        <w:t>940.9889</w:t>
      </w:r>
      <w:r>
        <w:tab/>
        <w:t>3.038e0</w:t>
      </w:r>
    </w:p>
    <w:p w:rsidR="007B2329" w:rsidRDefault="007B2329" w:rsidP="007B2329">
      <w:r>
        <w:t>941.0102</w:t>
      </w:r>
      <w:r>
        <w:tab/>
        <w:t>2.993e0</w:t>
      </w:r>
    </w:p>
    <w:p w:rsidR="007B2329" w:rsidRDefault="007B2329" w:rsidP="007B2329">
      <w:r>
        <w:t>941.0170</w:t>
      </w:r>
      <w:r>
        <w:tab/>
        <w:t>1.013e0</w:t>
      </w:r>
    </w:p>
    <w:p w:rsidR="007B2329" w:rsidRDefault="007B2329" w:rsidP="007B2329">
      <w:r>
        <w:t>941.0490</w:t>
      </w:r>
      <w:r>
        <w:tab/>
        <w:t>1.013e0</w:t>
      </w:r>
    </w:p>
    <w:p w:rsidR="007B2329" w:rsidRDefault="007B2329" w:rsidP="007B2329">
      <w:r>
        <w:t>941.0563</w:t>
      </w:r>
      <w:r>
        <w:tab/>
        <w:t>2.025e0</w:t>
      </w:r>
    </w:p>
    <w:p w:rsidR="007B2329" w:rsidRDefault="007B2329" w:rsidP="007B2329">
      <w:r>
        <w:t>941.0662</w:t>
      </w:r>
      <w:r>
        <w:tab/>
        <w:t>1.013e0</w:t>
      </w:r>
    </w:p>
    <w:p w:rsidR="007B2329" w:rsidRDefault="007B2329" w:rsidP="007B2329">
      <w:r>
        <w:t>941.0683</w:t>
      </w:r>
      <w:r>
        <w:tab/>
        <w:t>3.038e0</w:t>
      </w:r>
    </w:p>
    <w:p w:rsidR="007B2329" w:rsidRDefault="007B2329" w:rsidP="007B2329">
      <w:r>
        <w:t>941.0959</w:t>
      </w:r>
      <w:r>
        <w:tab/>
        <w:t>1.013e0</w:t>
      </w:r>
    </w:p>
    <w:p w:rsidR="007B2329" w:rsidRDefault="007B2329" w:rsidP="007B2329">
      <w:r>
        <w:t>941.1053</w:t>
      </w:r>
      <w:r>
        <w:tab/>
        <w:t>2.025e0</w:t>
      </w:r>
    </w:p>
    <w:p w:rsidR="007B2329" w:rsidRDefault="007B2329" w:rsidP="007B2329">
      <w:r>
        <w:t>941.1765</w:t>
      </w:r>
      <w:r>
        <w:tab/>
        <w:t>3.038e0</w:t>
      </w:r>
    </w:p>
    <w:p w:rsidR="007B2329" w:rsidRDefault="007B2329" w:rsidP="007B2329">
      <w:r>
        <w:t>941.1870</w:t>
      </w:r>
      <w:r>
        <w:tab/>
        <w:t>1.013e0</w:t>
      </w:r>
    </w:p>
    <w:p w:rsidR="007B2329" w:rsidRDefault="007B2329" w:rsidP="007B2329">
      <w:r>
        <w:t>941.2219</w:t>
      </w:r>
      <w:r>
        <w:tab/>
        <w:t>2.025e0</w:t>
      </w:r>
    </w:p>
    <w:p w:rsidR="007B2329" w:rsidRDefault="007B2329" w:rsidP="007B2329">
      <w:r>
        <w:t>941.2432</w:t>
      </w:r>
      <w:r>
        <w:tab/>
        <w:t>3.902e0</w:t>
      </w:r>
    </w:p>
    <w:p w:rsidR="007B2329" w:rsidRDefault="007B2329" w:rsidP="007B2329">
      <w:r>
        <w:t>941.3487</w:t>
      </w:r>
      <w:r>
        <w:tab/>
        <w:t>6.631e0</w:t>
      </w:r>
    </w:p>
    <w:p w:rsidR="007B2329" w:rsidRDefault="007B2329" w:rsidP="007B2329">
      <w:r>
        <w:t>941.3575</w:t>
      </w:r>
      <w:r>
        <w:tab/>
        <w:t>2.247e0</w:t>
      </w:r>
    </w:p>
    <w:p w:rsidR="007B2329" w:rsidRDefault="007B2329" w:rsidP="007B2329">
      <w:r>
        <w:lastRenderedPageBreak/>
        <w:t>941.3834</w:t>
      </w:r>
      <w:r>
        <w:tab/>
        <w:t>2.824e0</w:t>
      </w:r>
    </w:p>
    <w:p w:rsidR="007B2329" w:rsidRDefault="007B2329" w:rsidP="007B2329">
      <w:r>
        <w:t>941.4052</w:t>
      </w:r>
      <w:r>
        <w:tab/>
        <w:t>6.191e0</w:t>
      </w:r>
    </w:p>
    <w:p w:rsidR="007B2329" w:rsidRDefault="007B2329" w:rsidP="007B2329">
      <w:r>
        <w:t>941.4305</w:t>
      </w:r>
      <w:r>
        <w:tab/>
        <w:t>8.006e0</w:t>
      </w:r>
    </w:p>
    <w:p w:rsidR="007B2329" w:rsidRDefault="007B2329" w:rsidP="007B2329">
      <w:r>
        <w:t>941.4487</w:t>
      </w:r>
      <w:r>
        <w:tab/>
        <w:t>2.623e0</w:t>
      </w:r>
    </w:p>
    <w:p w:rsidR="007B2329" w:rsidRDefault="007B2329" w:rsidP="007B2329">
      <w:r>
        <w:t>941.4581</w:t>
      </w:r>
      <w:r>
        <w:tab/>
        <w:t>6.097e0</w:t>
      </w:r>
    </w:p>
    <w:p w:rsidR="007B2329" w:rsidRDefault="007B2329" w:rsidP="007B2329">
      <w:r>
        <w:t>941.4769</w:t>
      </w:r>
      <w:r>
        <w:tab/>
        <w:t>4.261e0</w:t>
      </w:r>
    </w:p>
    <w:p w:rsidR="007B2329" w:rsidRDefault="007B2329" w:rsidP="007B2329">
      <w:r>
        <w:t>941.5048</w:t>
      </w:r>
      <w:r>
        <w:tab/>
        <w:t>9.748e0</w:t>
      </w:r>
    </w:p>
    <w:p w:rsidR="007B2329" w:rsidRDefault="007B2329" w:rsidP="007B2329">
      <w:r>
        <w:t>941.5289</w:t>
      </w:r>
      <w:r>
        <w:tab/>
        <w:t>1.025e0</w:t>
      </w:r>
    </w:p>
    <w:p w:rsidR="007B2329" w:rsidRDefault="007B2329" w:rsidP="007B2329">
      <w:r>
        <w:t>941.5402</w:t>
      </w:r>
      <w:r>
        <w:tab/>
        <w:t>1.843e0</w:t>
      </w:r>
    </w:p>
    <w:p w:rsidR="007B2329" w:rsidRDefault="007B2329" w:rsidP="007B2329">
      <w:r>
        <w:t>941.5853</w:t>
      </w:r>
      <w:r>
        <w:tab/>
        <w:t>3.038e0</w:t>
      </w:r>
    </w:p>
    <w:p w:rsidR="007B2329" w:rsidRDefault="007B2329" w:rsidP="007B2329">
      <w:r>
        <w:t>941.6090</w:t>
      </w:r>
      <w:r>
        <w:tab/>
        <w:t>3.038e0</w:t>
      </w:r>
    </w:p>
    <w:p w:rsidR="007B2329" w:rsidRDefault="007B2329" w:rsidP="007B2329">
      <w:r>
        <w:t>941.6628</w:t>
      </w:r>
      <w:r>
        <w:tab/>
        <w:t>2.204e0</w:t>
      </w:r>
    </w:p>
    <w:p w:rsidR="007B2329" w:rsidRDefault="007B2329" w:rsidP="007B2329">
      <w:r>
        <w:t>941.6720</w:t>
      </w:r>
      <w:r>
        <w:tab/>
        <w:t>4.051e0</w:t>
      </w:r>
    </w:p>
    <w:p w:rsidR="007B2329" w:rsidRDefault="007B2329" w:rsidP="007B2329">
      <w:r>
        <w:t>941.6854</w:t>
      </w:r>
      <w:r>
        <w:tab/>
        <w:t>2.025e0</w:t>
      </w:r>
    </w:p>
    <w:p w:rsidR="007B2329" w:rsidRDefault="007B2329" w:rsidP="007B2329">
      <w:r>
        <w:t>941.6882</w:t>
      </w:r>
      <w:r>
        <w:tab/>
        <w:t>3.038e0</w:t>
      </w:r>
    </w:p>
    <w:p w:rsidR="007B2329" w:rsidRDefault="007B2329" w:rsidP="007B2329">
      <w:r>
        <w:t>941.7573</w:t>
      </w:r>
      <w:r>
        <w:tab/>
        <w:t>1.013e0</w:t>
      </w:r>
    </w:p>
    <w:p w:rsidR="007B2329" w:rsidRDefault="007B2329" w:rsidP="007B2329">
      <w:r>
        <w:t>941.8032</w:t>
      </w:r>
      <w:r>
        <w:tab/>
        <w:t>3.404e0</w:t>
      </w:r>
    </w:p>
    <w:p w:rsidR="007B2329" w:rsidRDefault="007B2329" w:rsidP="007B2329">
      <w:r>
        <w:t>941.8126</w:t>
      </w:r>
      <w:r>
        <w:tab/>
        <w:t>3.038e0</w:t>
      </w:r>
    </w:p>
    <w:p w:rsidR="007B2329" w:rsidRDefault="007B2329" w:rsidP="007B2329">
      <w:r>
        <w:t>941.8839</w:t>
      </w:r>
      <w:r>
        <w:tab/>
        <w:t>1.013e0</w:t>
      </w:r>
    </w:p>
    <w:p w:rsidR="007B2329" w:rsidRDefault="007B2329" w:rsidP="007B2329">
      <w:r>
        <w:lastRenderedPageBreak/>
        <w:t>941.8994</w:t>
      </w:r>
      <w:r>
        <w:tab/>
        <w:t>1.013e0</w:t>
      </w:r>
    </w:p>
    <w:p w:rsidR="007B2329" w:rsidRDefault="007B2329" w:rsidP="007B2329">
      <w:r>
        <w:t>941.9150</w:t>
      </w:r>
      <w:r>
        <w:tab/>
        <w:t>1.013e0</w:t>
      </w:r>
    </w:p>
    <w:p w:rsidR="007B2329" w:rsidRDefault="007B2329" w:rsidP="007B2329">
      <w:r>
        <w:t>941.9305</w:t>
      </w:r>
      <w:r>
        <w:tab/>
        <w:t>2.025e0</w:t>
      </w:r>
    </w:p>
    <w:p w:rsidR="007B2329" w:rsidRDefault="007B2329" w:rsidP="007B2329">
      <w:r>
        <w:t>941.9388</w:t>
      </w:r>
      <w:r>
        <w:tab/>
        <w:t>4.051e0</w:t>
      </w:r>
    </w:p>
    <w:p w:rsidR="007B2329" w:rsidRDefault="007B2329" w:rsidP="007B2329">
      <w:r>
        <w:t>941.9625</w:t>
      </w:r>
      <w:r>
        <w:tab/>
        <w:t>3.038e0</w:t>
      </w:r>
    </w:p>
    <w:p w:rsidR="007B2329" w:rsidRDefault="007B2329" w:rsidP="007B2329">
      <w:r>
        <w:t>941.9863</w:t>
      </w:r>
      <w:r>
        <w:tab/>
        <w:t>1.935e0</w:t>
      </w:r>
    </w:p>
    <w:p w:rsidR="007B2329" w:rsidRDefault="007B2329" w:rsidP="007B2329">
      <w:r>
        <w:t>941.9940</w:t>
      </w:r>
      <w:r>
        <w:tab/>
        <w:t>1.013e0</w:t>
      </w:r>
    </w:p>
    <w:p w:rsidR="007B2329" w:rsidRDefault="007B2329" w:rsidP="007B2329">
      <w:r>
        <w:t>942.0095</w:t>
      </w:r>
      <w:r>
        <w:tab/>
        <w:t>1.013e0</w:t>
      </w:r>
    </w:p>
    <w:p w:rsidR="007B2329" w:rsidRDefault="007B2329" w:rsidP="007B2329">
      <w:r>
        <w:t>942.0253</w:t>
      </w:r>
      <w:r>
        <w:tab/>
        <w:t>2.025e0</w:t>
      </w:r>
    </w:p>
    <w:p w:rsidR="007B2329" w:rsidRDefault="007B2329" w:rsidP="007B2329">
      <w:r>
        <w:t>942.0427</w:t>
      </w:r>
      <w:r>
        <w:tab/>
        <w:t>2.025e0</w:t>
      </w:r>
    </w:p>
    <w:p w:rsidR="007B2329" w:rsidRDefault="007B2329" w:rsidP="007B2329">
      <w:r>
        <w:t>942.0653</w:t>
      </w:r>
      <w:r>
        <w:tab/>
        <w:t>1.013e0</w:t>
      </w:r>
    </w:p>
    <w:p w:rsidR="007B2329" w:rsidRDefault="007B2329" w:rsidP="007B2329">
      <w:r>
        <w:t>942.0681</w:t>
      </w:r>
      <w:r>
        <w:tab/>
        <w:t>3.038e0</w:t>
      </w:r>
    </w:p>
    <w:p w:rsidR="007B2329" w:rsidRDefault="007B2329" w:rsidP="007B2329">
      <w:r>
        <w:t>942.0825</w:t>
      </w:r>
      <w:r>
        <w:tab/>
        <w:t>1.013e0</w:t>
      </w:r>
    </w:p>
    <w:p w:rsidR="007B2329" w:rsidRDefault="007B2329" w:rsidP="007B2329">
      <w:r>
        <w:t>942.1174</w:t>
      </w:r>
      <w:r>
        <w:tab/>
        <w:t>1.013e0</w:t>
      </w:r>
    </w:p>
    <w:p w:rsidR="007B2329" w:rsidRDefault="007B2329" w:rsidP="007B2329">
      <w:r>
        <w:t>942.1199</w:t>
      </w:r>
      <w:r>
        <w:tab/>
        <w:t>3.038e0</w:t>
      </w:r>
    </w:p>
    <w:p w:rsidR="007B2329" w:rsidRDefault="007B2329" w:rsidP="007B2329">
      <w:r>
        <w:t>942.1356</w:t>
      </w:r>
      <w:r>
        <w:tab/>
        <w:t>1.013e0</w:t>
      </w:r>
    </w:p>
    <w:p w:rsidR="007B2329" w:rsidRDefault="007B2329" w:rsidP="007B2329">
      <w:r>
        <w:t>942.2618</w:t>
      </w:r>
      <w:r>
        <w:tab/>
        <w:t>1.013e0</w:t>
      </w:r>
    </w:p>
    <w:p w:rsidR="007B2329" w:rsidRDefault="007B2329" w:rsidP="007B2329">
      <w:r>
        <w:t>942.2674</w:t>
      </w:r>
      <w:r>
        <w:tab/>
        <w:t>2.025e0</w:t>
      </w:r>
    </w:p>
    <w:p w:rsidR="007B2329" w:rsidRDefault="007B2329" w:rsidP="007B2329">
      <w:r>
        <w:t>942.2739</w:t>
      </w:r>
      <w:r>
        <w:tab/>
        <w:t>5.063e0</w:t>
      </w:r>
    </w:p>
    <w:p w:rsidR="007B2329" w:rsidRDefault="007B2329" w:rsidP="007B2329">
      <w:r>
        <w:lastRenderedPageBreak/>
        <w:t>942.3074</w:t>
      </w:r>
      <w:r>
        <w:tab/>
        <w:t>1.294e1</w:t>
      </w:r>
    </w:p>
    <w:p w:rsidR="007B2329" w:rsidRDefault="007B2329" w:rsidP="007B2329">
      <w:r>
        <w:t>942.3519</w:t>
      </w:r>
      <w:r>
        <w:tab/>
        <w:t>3.034e0</w:t>
      </w:r>
    </w:p>
    <w:p w:rsidR="007B2329" w:rsidRDefault="007B2329" w:rsidP="007B2329">
      <w:r>
        <w:t>942.3767</w:t>
      </w:r>
      <w:r>
        <w:tab/>
        <w:t>2.849e0</w:t>
      </w:r>
    </w:p>
    <w:p w:rsidR="007B2329" w:rsidRDefault="007B2329" w:rsidP="007B2329">
      <w:r>
        <w:t>942.3879</w:t>
      </w:r>
      <w:r>
        <w:tab/>
        <w:t>1.013e0</w:t>
      </w:r>
    </w:p>
    <w:p w:rsidR="007B2329" w:rsidRDefault="007B2329" w:rsidP="007B2329">
      <w:r>
        <w:t>942.4141</w:t>
      </w:r>
      <w:r>
        <w:tab/>
        <w:t>7.097e0</w:t>
      </w:r>
    </w:p>
    <w:p w:rsidR="007B2329" w:rsidRDefault="007B2329" w:rsidP="007B2329">
      <w:r>
        <w:t>942.4357</w:t>
      </w:r>
      <w:r>
        <w:tab/>
        <w:t>1.013e0</w:t>
      </w:r>
    </w:p>
    <w:p w:rsidR="007B2329" w:rsidRDefault="007B2329" w:rsidP="007B2329">
      <w:r>
        <w:t>942.4663</w:t>
      </w:r>
      <w:r>
        <w:tab/>
        <w:t>3.102e0</w:t>
      </w:r>
    </w:p>
    <w:p w:rsidR="007B2329" w:rsidRDefault="007B2329" w:rsidP="007B2329">
      <w:r>
        <w:t>942.4825</w:t>
      </w:r>
      <w:r>
        <w:tab/>
        <w:t>2.338e0</w:t>
      </w:r>
    </w:p>
    <w:p w:rsidR="007B2329" w:rsidRDefault="007B2329" w:rsidP="007B2329">
      <w:r>
        <w:t>942.4901</w:t>
      </w:r>
      <w:r>
        <w:tab/>
        <w:t>3.451e0</w:t>
      </w:r>
    </w:p>
    <w:p w:rsidR="007B2329" w:rsidRDefault="007B2329" w:rsidP="007B2329">
      <w:r>
        <w:t>942.5015</w:t>
      </w:r>
      <w:r>
        <w:tab/>
        <w:t>1.951e0</w:t>
      </w:r>
    </w:p>
    <w:p w:rsidR="007B2329" w:rsidRDefault="007B2329" w:rsidP="007B2329">
      <w:r>
        <w:t>942.5233</w:t>
      </w:r>
      <w:r>
        <w:tab/>
        <w:t>5.987e0</w:t>
      </w:r>
    </w:p>
    <w:p w:rsidR="007B2329" w:rsidRDefault="007B2329" w:rsidP="007B2329">
      <w:r>
        <w:t>942.5303</w:t>
      </w:r>
      <w:r>
        <w:tab/>
        <w:t>2.025e0</w:t>
      </w:r>
    </w:p>
    <w:p w:rsidR="007B2329" w:rsidRDefault="007B2329" w:rsidP="007B2329">
      <w:r>
        <w:t>942.5324</w:t>
      </w:r>
      <w:r>
        <w:tab/>
        <w:t>5.337e0</w:t>
      </w:r>
    </w:p>
    <w:p w:rsidR="007B2329" w:rsidRDefault="007B2329" w:rsidP="007B2329">
      <w:r>
        <w:t>942.6248</w:t>
      </w:r>
      <w:r>
        <w:tab/>
        <w:t>6.889e0</w:t>
      </w:r>
    </w:p>
    <w:p w:rsidR="007B2329" w:rsidRDefault="007B2329" w:rsidP="007B2329">
      <w:r>
        <w:t>942.6560</w:t>
      </w:r>
      <w:r>
        <w:tab/>
        <w:t>1.013e0</w:t>
      </w:r>
    </w:p>
    <w:p w:rsidR="007B2329" w:rsidRDefault="007B2329" w:rsidP="007B2329">
      <w:r>
        <w:t>942.6635</w:t>
      </w:r>
      <w:r>
        <w:tab/>
        <w:t>3.038e0</w:t>
      </w:r>
    </w:p>
    <w:p w:rsidR="007B2329" w:rsidRDefault="007B2329" w:rsidP="007B2329">
      <w:r>
        <w:t>942.7319</w:t>
      </w:r>
      <w:r>
        <w:tab/>
        <w:t>3.038e0</w:t>
      </w:r>
    </w:p>
    <w:p w:rsidR="007B2329" w:rsidRDefault="007B2329" w:rsidP="007B2329">
      <w:r>
        <w:t>942.7497</w:t>
      </w:r>
      <w:r>
        <w:tab/>
        <w:t>2.025e0</w:t>
      </w:r>
    </w:p>
    <w:p w:rsidR="007B2329" w:rsidRDefault="007B2329" w:rsidP="007B2329">
      <w:r>
        <w:t>942.7822</w:t>
      </w:r>
      <w:r>
        <w:tab/>
        <w:t>1.025e0</w:t>
      </w:r>
    </w:p>
    <w:p w:rsidR="007B2329" w:rsidRDefault="007B2329" w:rsidP="007B2329">
      <w:r>
        <w:lastRenderedPageBreak/>
        <w:t>942.7930</w:t>
      </w:r>
      <w:r>
        <w:tab/>
        <w:t>2.025e0</w:t>
      </w:r>
    </w:p>
    <w:p w:rsidR="007B2329" w:rsidRDefault="007B2329" w:rsidP="007B2329">
      <w:r>
        <w:t>942.8274</w:t>
      </w:r>
      <w:r>
        <w:tab/>
        <w:t>1.013e0</w:t>
      </w:r>
    </w:p>
    <w:p w:rsidR="007B2329" w:rsidRDefault="007B2329" w:rsidP="007B2329">
      <w:r>
        <w:t>942.8408</w:t>
      </w:r>
      <w:r>
        <w:tab/>
        <w:t>4.051e0</w:t>
      </w:r>
    </w:p>
    <w:p w:rsidR="007B2329" w:rsidRDefault="007B2329" w:rsidP="007B2329">
      <w:r>
        <w:t>942.8774</w:t>
      </w:r>
      <w:r>
        <w:tab/>
        <w:t>4.051e0</w:t>
      </w:r>
    </w:p>
    <w:p w:rsidR="007B2329" w:rsidRDefault="007B2329" w:rsidP="007B2329">
      <w:r>
        <w:t>942.8929</w:t>
      </w:r>
      <w:r>
        <w:tab/>
        <w:t>1.013e0</w:t>
      </w:r>
    </w:p>
    <w:p w:rsidR="007B2329" w:rsidRDefault="007B2329" w:rsidP="007B2329">
      <w:r>
        <w:t>942.9400</w:t>
      </w:r>
      <w:r>
        <w:tab/>
        <w:t>1.013e0</w:t>
      </w:r>
    </w:p>
    <w:p w:rsidR="007B2329" w:rsidRDefault="007B2329" w:rsidP="007B2329">
      <w:r>
        <w:t>942.9486</w:t>
      </w:r>
      <w:r>
        <w:tab/>
        <w:t>2.025e0</w:t>
      </w:r>
    </w:p>
    <w:p w:rsidR="007B2329" w:rsidRDefault="007B2329" w:rsidP="007B2329">
      <w:r>
        <w:t>942.9853</w:t>
      </w:r>
      <w:r>
        <w:tab/>
        <w:t>4.051e0</w:t>
      </w:r>
    </w:p>
    <w:p w:rsidR="007B2329" w:rsidRDefault="007B2329" w:rsidP="007B2329">
      <w:r>
        <w:t>943.0033</w:t>
      </w:r>
      <w:r>
        <w:tab/>
        <w:t>1.013e0</w:t>
      </w:r>
    </w:p>
    <w:p w:rsidR="007B2329" w:rsidRDefault="007B2329" w:rsidP="007B2329">
      <w:r>
        <w:t>943.0057</w:t>
      </w:r>
      <w:r>
        <w:tab/>
        <w:t>2.025e0</w:t>
      </w:r>
    </w:p>
    <w:p w:rsidR="007B2329" w:rsidRDefault="007B2329" w:rsidP="007B2329">
      <w:r>
        <w:t>943.0268</w:t>
      </w:r>
      <w:r>
        <w:tab/>
        <w:t>2.025e0</w:t>
      </w:r>
    </w:p>
    <w:p w:rsidR="007B2329" w:rsidRDefault="007B2329" w:rsidP="007B2329">
      <w:r>
        <w:t>943.0294</w:t>
      </w:r>
      <w:r>
        <w:tab/>
        <w:t>1.013e0</w:t>
      </w:r>
    </w:p>
    <w:p w:rsidR="007B2329" w:rsidRDefault="007B2329" w:rsidP="007B2329">
      <w:r>
        <w:t>943.0665</w:t>
      </w:r>
      <w:r>
        <w:tab/>
        <w:t>1.013e0</w:t>
      </w:r>
    </w:p>
    <w:p w:rsidR="007B2329" w:rsidRDefault="007B2329" w:rsidP="007B2329">
      <w:r>
        <w:t>943.0980</w:t>
      </w:r>
      <w:r>
        <w:tab/>
        <w:t>1.013e0</w:t>
      </w:r>
    </w:p>
    <w:p w:rsidR="007B2329" w:rsidRDefault="007B2329" w:rsidP="007B2329">
      <w:r>
        <w:t>943.1171</w:t>
      </w:r>
      <w:r>
        <w:tab/>
        <w:t>3.038e0</w:t>
      </w:r>
    </w:p>
    <w:p w:rsidR="007B2329" w:rsidRDefault="007B2329" w:rsidP="007B2329">
      <w:r>
        <w:t>943.1274</w:t>
      </w:r>
      <w:r>
        <w:tab/>
        <w:t>4.051e0</w:t>
      </w:r>
    </w:p>
    <w:p w:rsidR="007B2329" w:rsidRDefault="007B2329" w:rsidP="007B2329">
      <w:r>
        <w:t>943.1293</w:t>
      </w:r>
      <w:r>
        <w:tab/>
        <w:t>2.025e0</w:t>
      </w:r>
    </w:p>
    <w:p w:rsidR="007B2329" w:rsidRDefault="007B2329" w:rsidP="007B2329">
      <w:r>
        <w:t>943.2083</w:t>
      </w:r>
      <w:r>
        <w:tab/>
        <w:t>1.013e0</w:t>
      </w:r>
    </w:p>
    <w:p w:rsidR="007B2329" w:rsidRDefault="007B2329" w:rsidP="007B2329">
      <w:r>
        <w:t>943.2145</w:t>
      </w:r>
      <w:r>
        <w:tab/>
        <w:t>1.013e0</w:t>
      </w:r>
    </w:p>
    <w:p w:rsidR="007B2329" w:rsidRDefault="007B2329" w:rsidP="007B2329">
      <w:r>
        <w:lastRenderedPageBreak/>
        <w:t>943.2637</w:t>
      </w:r>
      <w:r>
        <w:tab/>
        <w:t>2.218e0</w:t>
      </w:r>
    </w:p>
    <w:p w:rsidR="007B2329" w:rsidRDefault="007B2329" w:rsidP="007B2329">
      <w:r>
        <w:t>943.2664</w:t>
      </w:r>
      <w:r>
        <w:tab/>
        <w:t>3.038e0</w:t>
      </w:r>
    </w:p>
    <w:p w:rsidR="007B2329" w:rsidRDefault="007B2329" w:rsidP="007B2329">
      <w:r>
        <w:t>943.2762</w:t>
      </w:r>
      <w:r>
        <w:tab/>
        <w:t>9.901e0</w:t>
      </w:r>
    </w:p>
    <w:p w:rsidR="007B2329" w:rsidRDefault="007B2329" w:rsidP="007B2329">
      <w:r>
        <w:t>943.3030</w:t>
      </w:r>
      <w:r>
        <w:tab/>
        <w:t>1.013e0</w:t>
      </w:r>
    </w:p>
    <w:p w:rsidR="007B2329" w:rsidRDefault="007B2329" w:rsidP="007B2329">
      <w:r>
        <w:t>943.3161</w:t>
      </w:r>
      <w:r>
        <w:tab/>
        <w:t>1.527e0</w:t>
      </w:r>
    </w:p>
    <w:p w:rsidR="007B2329" w:rsidRDefault="007B2329" w:rsidP="007B2329">
      <w:r>
        <w:t>943.3378</w:t>
      </w:r>
      <w:r>
        <w:tab/>
        <w:t>1.820e0</w:t>
      </w:r>
    </w:p>
    <w:p w:rsidR="007B2329" w:rsidRDefault="007B2329" w:rsidP="007B2329">
      <w:r>
        <w:t>943.3455</w:t>
      </w:r>
      <w:r>
        <w:tab/>
        <w:t>7.958e0</w:t>
      </w:r>
    </w:p>
    <w:p w:rsidR="007B2329" w:rsidRDefault="007B2329" w:rsidP="007B2329">
      <w:r>
        <w:t>943.3824</w:t>
      </w:r>
      <w:r>
        <w:tab/>
        <w:t>1.013e0</w:t>
      </w:r>
    </w:p>
    <w:p w:rsidR="007B2329" w:rsidRDefault="007B2329" w:rsidP="007B2329">
      <w:r>
        <w:t>943.4007</w:t>
      </w:r>
      <w:r>
        <w:tab/>
        <w:t>9.762e0</w:t>
      </w:r>
    </w:p>
    <w:p w:rsidR="007B2329" w:rsidRDefault="007B2329" w:rsidP="007B2329">
      <w:r>
        <w:t>943.4225</w:t>
      </w:r>
      <w:r>
        <w:tab/>
        <w:t>3.937e0</w:t>
      </w:r>
    </w:p>
    <w:p w:rsidR="007B2329" w:rsidRDefault="007B2329" w:rsidP="007B2329">
      <w:r>
        <w:t>943.4337</w:t>
      </w:r>
      <w:r>
        <w:tab/>
        <w:t>1.013e0</w:t>
      </w:r>
    </w:p>
    <w:p w:rsidR="007B2329" w:rsidRDefault="007B2329" w:rsidP="007B2329">
      <w:r>
        <w:t>943.4474</w:t>
      </w:r>
      <w:r>
        <w:tab/>
        <w:t>1.665e0</w:t>
      </w:r>
    </w:p>
    <w:p w:rsidR="007B2329" w:rsidRDefault="007B2329" w:rsidP="007B2329">
      <w:r>
        <w:t>943.4552</w:t>
      </w:r>
      <w:r>
        <w:tab/>
        <w:t>3.510e0</w:t>
      </w:r>
    </w:p>
    <w:p w:rsidR="007B2329" w:rsidRDefault="007B2329" w:rsidP="007B2329">
      <w:r>
        <w:t>943.4783</w:t>
      </w:r>
      <w:r>
        <w:tab/>
        <w:t>6.503e0</w:t>
      </w:r>
    </w:p>
    <w:p w:rsidR="007B2329" w:rsidRDefault="007B2329" w:rsidP="007B2329">
      <w:r>
        <w:t>943.4818</w:t>
      </w:r>
      <w:r>
        <w:tab/>
        <w:t>3.382e0</w:t>
      </w:r>
    </w:p>
    <w:p w:rsidR="007B2329" w:rsidRDefault="007B2329" w:rsidP="007B2329">
      <w:r>
        <w:t>943.5291</w:t>
      </w:r>
      <w:r>
        <w:tab/>
        <w:t>2.025e0</w:t>
      </w:r>
    </w:p>
    <w:p w:rsidR="007B2329" w:rsidRDefault="007B2329" w:rsidP="007B2329">
      <w:r>
        <w:t>943.5394</w:t>
      </w:r>
      <w:r>
        <w:tab/>
        <w:t>3.500e0</w:t>
      </w:r>
    </w:p>
    <w:p w:rsidR="007B2329" w:rsidRDefault="007B2329" w:rsidP="007B2329">
      <w:r>
        <w:t>943.5594</w:t>
      </w:r>
      <w:r>
        <w:tab/>
        <w:t>5.244e0</w:t>
      </w:r>
    </w:p>
    <w:p w:rsidR="007B2329" w:rsidRDefault="007B2329" w:rsidP="007B2329">
      <w:r>
        <w:t>943.5715</w:t>
      </w:r>
      <w:r>
        <w:tab/>
        <w:t>1.013e0</w:t>
      </w:r>
    </w:p>
    <w:p w:rsidR="007B2329" w:rsidRDefault="007B2329" w:rsidP="007B2329">
      <w:r>
        <w:lastRenderedPageBreak/>
        <w:t>943.5758</w:t>
      </w:r>
      <w:r>
        <w:tab/>
        <w:t>5.063e0</w:t>
      </w:r>
    </w:p>
    <w:p w:rsidR="007B2329" w:rsidRDefault="007B2329" w:rsidP="007B2329">
      <w:r>
        <w:t>943.5927</w:t>
      </w:r>
      <w:r>
        <w:tab/>
        <w:t>4.286e0</w:t>
      </w:r>
    </w:p>
    <w:p w:rsidR="007B2329" w:rsidRDefault="007B2329" w:rsidP="007B2329">
      <w:r>
        <w:t>943.6272</w:t>
      </w:r>
      <w:r>
        <w:tab/>
        <w:t>2.025e0</w:t>
      </w:r>
    </w:p>
    <w:p w:rsidR="007B2329" w:rsidRDefault="007B2329" w:rsidP="007B2329">
      <w:r>
        <w:t>943.6359</w:t>
      </w:r>
      <w:r>
        <w:tab/>
        <w:t>1.013e0</w:t>
      </w:r>
    </w:p>
    <w:p w:rsidR="007B2329" w:rsidRDefault="007B2329" w:rsidP="007B2329">
      <w:r>
        <w:t>943.6661</w:t>
      </w:r>
      <w:r>
        <w:tab/>
        <w:t>3.038e0</w:t>
      </w:r>
    </w:p>
    <w:p w:rsidR="007B2329" w:rsidRDefault="007B2329" w:rsidP="007B2329">
      <w:r>
        <w:t>943.7050</w:t>
      </w:r>
      <w:r>
        <w:tab/>
        <w:t>1.013e0</w:t>
      </w:r>
    </w:p>
    <w:p w:rsidR="007B2329" w:rsidRDefault="007B2329" w:rsidP="007B2329">
      <w:r>
        <w:t>943.7292</w:t>
      </w:r>
      <w:r>
        <w:tab/>
        <w:t>1.013e0</w:t>
      </w:r>
    </w:p>
    <w:p w:rsidR="007B2329" w:rsidRDefault="007B2329" w:rsidP="007B2329">
      <w:r>
        <w:t>943.7610</w:t>
      </w:r>
      <w:r>
        <w:tab/>
        <w:t>1.013e0</w:t>
      </w:r>
    </w:p>
    <w:p w:rsidR="007B2329" w:rsidRDefault="007B2329" w:rsidP="007B2329">
      <w:r>
        <w:t>943.7740</w:t>
      </w:r>
      <w:r>
        <w:tab/>
        <w:t>1.013e0</w:t>
      </w:r>
    </w:p>
    <w:p w:rsidR="007B2329" w:rsidRDefault="007B2329" w:rsidP="007B2329">
      <w:r>
        <w:t>943.7916</w:t>
      </w:r>
      <w:r>
        <w:tab/>
        <w:t>2.025e0</w:t>
      </w:r>
    </w:p>
    <w:p w:rsidR="007B2329" w:rsidRDefault="007B2329" w:rsidP="007B2329">
      <w:r>
        <w:t>943.8371</w:t>
      </w:r>
      <w:r>
        <w:tab/>
        <w:t>3.038e0</w:t>
      </w:r>
    </w:p>
    <w:p w:rsidR="007B2329" w:rsidRDefault="007B2329" w:rsidP="007B2329">
      <w:r>
        <w:t>943.8400</w:t>
      </w:r>
      <w:r>
        <w:tab/>
        <w:t>4.051e0</w:t>
      </w:r>
    </w:p>
    <w:p w:rsidR="007B2329" w:rsidRDefault="007B2329" w:rsidP="007B2329">
      <w:r>
        <w:t>943.8609</w:t>
      </w:r>
      <w:r>
        <w:tab/>
        <w:t>2.038e0</w:t>
      </w:r>
    </w:p>
    <w:p w:rsidR="007B2329" w:rsidRDefault="007B2329" w:rsidP="007B2329">
      <w:r>
        <w:t>943.8873</w:t>
      </w:r>
      <w:r>
        <w:tab/>
        <w:t>1.013e0</w:t>
      </w:r>
    </w:p>
    <w:p w:rsidR="007B2329" w:rsidRDefault="007B2329" w:rsidP="007B2329">
      <w:r>
        <w:t>943.8896</w:t>
      </w:r>
      <w:r>
        <w:tab/>
        <w:t>2.025e0</w:t>
      </w:r>
    </w:p>
    <w:p w:rsidR="007B2329" w:rsidRDefault="007B2329" w:rsidP="007B2329">
      <w:r>
        <w:t>943.8953</w:t>
      </w:r>
      <w:r>
        <w:tab/>
        <w:t>2.025e0</w:t>
      </w:r>
    </w:p>
    <w:p w:rsidR="007B2329" w:rsidRDefault="007B2329" w:rsidP="007B2329">
      <w:r>
        <w:t>943.9530</w:t>
      </w:r>
      <w:r>
        <w:tab/>
        <w:t>2.025e0</w:t>
      </w:r>
    </w:p>
    <w:p w:rsidR="007B2329" w:rsidRDefault="007B2329" w:rsidP="007B2329">
      <w:r>
        <w:t>943.9632</w:t>
      </w:r>
      <w:r>
        <w:tab/>
        <w:t>5.063e0</w:t>
      </w:r>
    </w:p>
    <w:p w:rsidR="007B2329" w:rsidRDefault="007B2329" w:rsidP="007B2329">
      <w:r>
        <w:t>943.9761</w:t>
      </w:r>
      <w:r>
        <w:tab/>
        <w:t>2.902e0</w:t>
      </w:r>
    </w:p>
    <w:p w:rsidR="007B2329" w:rsidRDefault="007B2329" w:rsidP="007B2329">
      <w:r>
        <w:lastRenderedPageBreak/>
        <w:t>944.0930</w:t>
      </w:r>
      <w:r>
        <w:tab/>
        <w:t>2.025e0</w:t>
      </w:r>
    </w:p>
    <w:p w:rsidR="007B2329" w:rsidRDefault="007B2329" w:rsidP="007B2329">
      <w:r>
        <w:t>944.1088</w:t>
      </w:r>
      <w:r>
        <w:tab/>
        <w:t>3.038e0</w:t>
      </w:r>
    </w:p>
    <w:p w:rsidR="007B2329" w:rsidRDefault="007B2329" w:rsidP="007B2329">
      <w:r>
        <w:t>944.1611</w:t>
      </w:r>
      <w:r>
        <w:tab/>
        <w:t>1.013e0</w:t>
      </w:r>
    </w:p>
    <w:p w:rsidR="007B2329" w:rsidRDefault="007B2329" w:rsidP="007B2329">
      <w:r>
        <w:t>944.1781</w:t>
      </w:r>
      <w:r>
        <w:tab/>
        <w:t>1.013e0</w:t>
      </w:r>
    </w:p>
    <w:p w:rsidR="007B2329" w:rsidRDefault="007B2329" w:rsidP="007B2329">
      <w:r>
        <w:t>944.1816</w:t>
      </w:r>
      <w:r>
        <w:tab/>
        <w:t>2.988e0</w:t>
      </w:r>
    </w:p>
    <w:p w:rsidR="007B2329" w:rsidRDefault="007B2329" w:rsidP="007B2329">
      <w:r>
        <w:t>944.2150</w:t>
      </w:r>
      <w:r>
        <w:tab/>
        <w:t>2.025e0</w:t>
      </w:r>
    </w:p>
    <w:p w:rsidR="007B2329" w:rsidRDefault="007B2329" w:rsidP="007B2329">
      <w:r>
        <w:t>944.2349</w:t>
      </w:r>
      <w:r>
        <w:tab/>
        <w:t>1.013e0</w:t>
      </w:r>
    </w:p>
    <w:p w:rsidR="007B2329" w:rsidRDefault="007B2329" w:rsidP="007B2329">
      <w:r>
        <w:t>944.2469</w:t>
      </w:r>
      <w:r>
        <w:tab/>
        <w:t>2.025e0</w:t>
      </w:r>
    </w:p>
    <w:p w:rsidR="007B2329" w:rsidRDefault="007B2329" w:rsidP="007B2329">
      <w:r>
        <w:t>944.2609</w:t>
      </w:r>
      <w:r>
        <w:tab/>
        <w:t>6.076e0</w:t>
      </w:r>
    </w:p>
    <w:p w:rsidR="007B2329" w:rsidRDefault="007B2329" w:rsidP="007B2329">
      <w:r>
        <w:t>944.2759</w:t>
      </w:r>
      <w:r>
        <w:tab/>
        <w:t>4.051e0</w:t>
      </w:r>
    </w:p>
    <w:p w:rsidR="007B2329" w:rsidRDefault="007B2329" w:rsidP="007B2329">
      <w:r>
        <w:t>944.2820</w:t>
      </w:r>
      <w:r>
        <w:tab/>
        <w:t>2.025e0</w:t>
      </w:r>
    </w:p>
    <w:p w:rsidR="007B2329" w:rsidRDefault="007B2329" w:rsidP="007B2329">
      <w:r>
        <w:t>944.3527</w:t>
      </w:r>
      <w:r>
        <w:tab/>
        <w:t>2.703e0</w:t>
      </w:r>
    </w:p>
    <w:p w:rsidR="007B2329" w:rsidRDefault="007B2329" w:rsidP="007B2329">
      <w:r>
        <w:t>944.3552</w:t>
      </w:r>
      <w:r>
        <w:tab/>
        <w:t>1.669e0</w:t>
      </w:r>
    </w:p>
    <w:p w:rsidR="007B2329" w:rsidRDefault="007B2329" w:rsidP="007B2329">
      <w:r>
        <w:t>944.3629</w:t>
      </w:r>
      <w:r>
        <w:tab/>
        <w:t>1.882e0</w:t>
      </w:r>
    </w:p>
    <w:p w:rsidR="007B2329" w:rsidRDefault="007B2329" w:rsidP="007B2329">
      <w:r>
        <w:t>944.3749</w:t>
      </w:r>
      <w:r>
        <w:tab/>
        <w:t>9.521e0</w:t>
      </w:r>
    </w:p>
    <w:p w:rsidR="007B2329" w:rsidRDefault="007B2329" w:rsidP="007B2329">
      <w:r>
        <w:t>944.3768</w:t>
      </w:r>
      <w:r>
        <w:tab/>
        <w:t>2.025e0</w:t>
      </w:r>
    </w:p>
    <w:p w:rsidR="007B2329" w:rsidRDefault="007B2329" w:rsidP="007B2329">
      <w:r>
        <w:t>944.3809</w:t>
      </w:r>
      <w:r>
        <w:tab/>
        <w:t>4.451e0</w:t>
      </w:r>
    </w:p>
    <w:p w:rsidR="007B2329" w:rsidRDefault="007B2329" w:rsidP="007B2329">
      <w:r>
        <w:t>944.3840</w:t>
      </w:r>
      <w:r>
        <w:tab/>
        <w:t>1.597e0</w:t>
      </w:r>
    </w:p>
    <w:p w:rsidR="007B2329" w:rsidRDefault="007B2329" w:rsidP="007B2329">
      <w:r>
        <w:t>944.3915</w:t>
      </w:r>
      <w:r>
        <w:tab/>
        <w:t>4.305e0</w:t>
      </w:r>
    </w:p>
    <w:p w:rsidR="007B2329" w:rsidRDefault="007B2329" w:rsidP="007B2329">
      <w:r>
        <w:lastRenderedPageBreak/>
        <w:t>944.4347</w:t>
      </w:r>
      <w:r>
        <w:tab/>
        <w:t>1.378e0</w:t>
      </w:r>
    </w:p>
    <w:p w:rsidR="007B2329" w:rsidRDefault="007B2329" w:rsidP="007B2329">
      <w:r>
        <w:t>944.4722</w:t>
      </w:r>
      <w:r>
        <w:tab/>
        <w:t>2.025e0</w:t>
      </w:r>
    </w:p>
    <w:p w:rsidR="007B2329" w:rsidRDefault="007B2329" w:rsidP="007B2329">
      <w:r>
        <w:t>944.4973</w:t>
      </w:r>
      <w:r>
        <w:tab/>
        <w:t>1.561e0</w:t>
      </w:r>
    </w:p>
    <w:p w:rsidR="007B2329" w:rsidRDefault="007B2329" w:rsidP="007B2329">
      <w:r>
        <w:t>944.5071</w:t>
      </w:r>
      <w:r>
        <w:tab/>
        <w:t>3.042e0</w:t>
      </w:r>
    </w:p>
    <w:p w:rsidR="007B2329" w:rsidRDefault="007B2329" w:rsidP="007B2329">
      <w:r>
        <w:t>944.5104</w:t>
      </w:r>
      <w:r>
        <w:tab/>
        <w:t>2.025e0</w:t>
      </w:r>
    </w:p>
    <w:p w:rsidR="007B2329" w:rsidRDefault="007B2329" w:rsidP="007B2329">
      <w:r>
        <w:t>944.5416</w:t>
      </w:r>
      <w:r>
        <w:tab/>
        <w:t>2.600e0</w:t>
      </w:r>
    </w:p>
    <w:p w:rsidR="007B2329" w:rsidRDefault="007B2329" w:rsidP="007B2329">
      <w:r>
        <w:t>944.5434</w:t>
      </w:r>
      <w:r>
        <w:tab/>
        <w:t>1.796e0</w:t>
      </w:r>
    </w:p>
    <w:p w:rsidR="007B2329" w:rsidRDefault="007B2329" w:rsidP="007B2329">
      <w:r>
        <w:t>944.5702</w:t>
      </w:r>
      <w:r>
        <w:tab/>
        <w:t>2.221e0</w:t>
      </w:r>
    </w:p>
    <w:p w:rsidR="007B2329" w:rsidRDefault="007B2329" w:rsidP="007B2329">
      <w:r>
        <w:t>944.5923</w:t>
      </w:r>
      <w:r>
        <w:tab/>
        <w:t>2.914e0</w:t>
      </w:r>
    </w:p>
    <w:p w:rsidR="007B2329" w:rsidRDefault="007B2329" w:rsidP="007B2329">
      <w:r>
        <w:t>944.6464</w:t>
      </w:r>
      <w:r>
        <w:tab/>
        <w:t>1.996e0</w:t>
      </w:r>
    </w:p>
    <w:p w:rsidR="007B2329" w:rsidRDefault="007B2329" w:rsidP="007B2329">
      <w:r>
        <w:t>944.6687</w:t>
      </w:r>
      <w:r>
        <w:tab/>
        <w:t>1.013e0</w:t>
      </w:r>
    </w:p>
    <w:p w:rsidR="007B2329" w:rsidRDefault="007B2329" w:rsidP="007B2329">
      <w:r>
        <w:t>944.6899</w:t>
      </w:r>
      <w:r>
        <w:tab/>
        <w:t>2.588e0</w:t>
      </w:r>
    </w:p>
    <w:p w:rsidR="007B2329" w:rsidRDefault="007B2329" w:rsidP="007B2329">
      <w:r>
        <w:t>944.6937</w:t>
      </w:r>
      <w:r>
        <w:tab/>
        <w:t>5.051e0</w:t>
      </w:r>
    </w:p>
    <w:p w:rsidR="007B2329" w:rsidRDefault="007B2329" w:rsidP="007B2329">
      <w:r>
        <w:t>944.7714</w:t>
      </w:r>
      <w:r>
        <w:tab/>
        <w:t>2.025e0</w:t>
      </w:r>
    </w:p>
    <w:p w:rsidR="007B2329" w:rsidRDefault="007B2329" w:rsidP="007B2329">
      <w:r>
        <w:t>944.8036</w:t>
      </w:r>
      <w:r>
        <w:tab/>
        <w:t>2.025e0</w:t>
      </w:r>
    </w:p>
    <w:p w:rsidR="007B2329" w:rsidRDefault="007B2329" w:rsidP="007B2329">
      <w:r>
        <w:t>944.8196</w:t>
      </w:r>
      <w:r>
        <w:tab/>
        <w:t>1.013e0</w:t>
      </w:r>
    </w:p>
    <w:p w:rsidR="007B2329" w:rsidRDefault="007B2329" w:rsidP="007B2329">
      <w:r>
        <w:t>944.8354</w:t>
      </w:r>
      <w:r>
        <w:tab/>
        <w:t>1.013e0</w:t>
      </w:r>
    </w:p>
    <w:p w:rsidR="007B2329" w:rsidRDefault="007B2329" w:rsidP="007B2329">
      <w:r>
        <w:t>944.8391</w:t>
      </w:r>
      <w:r>
        <w:tab/>
        <w:t>3.038e0</w:t>
      </w:r>
    </w:p>
    <w:p w:rsidR="007B2329" w:rsidRDefault="007B2329" w:rsidP="007B2329">
      <w:r>
        <w:t>944.8828</w:t>
      </w:r>
      <w:r>
        <w:tab/>
        <w:t>1.013e0</w:t>
      </w:r>
    </w:p>
    <w:p w:rsidR="007B2329" w:rsidRDefault="007B2329" w:rsidP="007B2329">
      <w:r>
        <w:lastRenderedPageBreak/>
        <w:t>944.9051</w:t>
      </w:r>
      <w:r>
        <w:tab/>
        <w:t>1.266e-2</w:t>
      </w:r>
    </w:p>
    <w:p w:rsidR="007B2329" w:rsidRDefault="007B2329" w:rsidP="007B2329">
      <w:r>
        <w:t>944.9399</w:t>
      </w:r>
      <w:r>
        <w:tab/>
        <w:t>1.013e0</w:t>
      </w:r>
    </w:p>
    <w:p w:rsidR="007B2329" w:rsidRDefault="007B2329" w:rsidP="007B2329">
      <w:r>
        <w:t>944.9619</w:t>
      </w:r>
      <w:r>
        <w:tab/>
        <w:t>1.890e0</w:t>
      </w:r>
    </w:p>
    <w:p w:rsidR="007B2329" w:rsidRDefault="007B2329" w:rsidP="007B2329">
      <w:r>
        <w:t>944.9662</w:t>
      </w:r>
      <w:r>
        <w:tab/>
        <w:t>4.051e0</w:t>
      </w:r>
    </w:p>
    <w:p w:rsidR="007B2329" w:rsidRDefault="007B2329" w:rsidP="007B2329">
      <w:r>
        <w:t>944.9739</w:t>
      </w:r>
      <w:r>
        <w:tab/>
        <w:t>1.013e0</w:t>
      </w:r>
    </w:p>
    <w:p w:rsidR="007B2329" w:rsidRDefault="007B2329" w:rsidP="007B2329">
      <w:r>
        <w:t>944.9803</w:t>
      </w:r>
      <w:r>
        <w:tab/>
        <w:t>3.038e0</w:t>
      </w:r>
    </w:p>
    <w:p w:rsidR="007B2329" w:rsidRDefault="007B2329" w:rsidP="007B2329">
      <w:r>
        <w:t>945.0570</w:t>
      </w:r>
      <w:r>
        <w:tab/>
        <w:t>1.013e0</w:t>
      </w:r>
    </w:p>
    <w:p w:rsidR="007B2329" w:rsidRDefault="007B2329" w:rsidP="007B2329">
      <w:r>
        <w:t>945.0582</w:t>
      </w:r>
      <w:r>
        <w:tab/>
        <w:t>3.038e0</w:t>
      </w:r>
    </w:p>
    <w:p w:rsidR="007B2329" w:rsidRDefault="007B2329" w:rsidP="007B2329">
      <w:r>
        <w:t>945.1279</w:t>
      </w:r>
      <w:r>
        <w:tab/>
        <w:t>2.025e0</w:t>
      </w:r>
    </w:p>
    <w:p w:rsidR="007B2329" w:rsidRDefault="007B2329" w:rsidP="007B2329">
      <w:r>
        <w:t>945.1674</w:t>
      </w:r>
      <w:r>
        <w:tab/>
        <w:t>2.025e0</w:t>
      </w:r>
    </w:p>
    <w:p w:rsidR="007B2329" w:rsidRDefault="007B2329" w:rsidP="007B2329">
      <w:r>
        <w:t>945.1899</w:t>
      </w:r>
      <w:r>
        <w:tab/>
        <w:t>3.038e0</w:t>
      </w:r>
    </w:p>
    <w:p w:rsidR="007B2329" w:rsidRDefault="007B2329" w:rsidP="007B2329">
      <w:r>
        <w:t>945.1989</w:t>
      </w:r>
      <w:r>
        <w:tab/>
        <w:t>1.013e0</w:t>
      </w:r>
    </w:p>
    <w:p w:rsidR="007B2329" w:rsidRDefault="007B2329" w:rsidP="007B2329">
      <w:r>
        <w:t>945.2028</w:t>
      </w:r>
      <w:r>
        <w:tab/>
        <w:t>2.025e0</w:t>
      </w:r>
    </w:p>
    <w:p w:rsidR="007B2329" w:rsidRDefault="007B2329" w:rsidP="007B2329">
      <w:r>
        <w:t>945.2104</w:t>
      </w:r>
      <w:r>
        <w:tab/>
        <w:t>1.013e0</w:t>
      </w:r>
    </w:p>
    <w:p w:rsidR="007B2329" w:rsidRDefault="007B2329" w:rsidP="007B2329">
      <w:r>
        <w:t>945.2305</w:t>
      </w:r>
      <w:r>
        <w:tab/>
        <w:t>2.025e0</w:t>
      </w:r>
    </w:p>
    <w:p w:rsidR="007B2329" w:rsidRDefault="007B2329" w:rsidP="007B2329">
      <w:r>
        <w:t>945.2451</w:t>
      </w:r>
      <w:r>
        <w:tab/>
        <w:t>2.025e0</w:t>
      </w:r>
    </w:p>
    <w:p w:rsidR="007B2329" w:rsidRDefault="007B2329" w:rsidP="007B2329">
      <w:r>
        <w:t>945.2468</w:t>
      </w:r>
      <w:r>
        <w:tab/>
        <w:t>1.013e0</w:t>
      </w:r>
    </w:p>
    <w:p w:rsidR="007B2329" w:rsidRDefault="007B2329" w:rsidP="007B2329">
      <w:r>
        <w:t>945.2670</w:t>
      </w:r>
      <w:r>
        <w:tab/>
        <w:t>2.038e0</w:t>
      </w:r>
    </w:p>
    <w:p w:rsidR="007B2329" w:rsidRDefault="007B2329" w:rsidP="007B2329">
      <w:r>
        <w:t>945.2681</w:t>
      </w:r>
      <w:r>
        <w:tab/>
        <w:t>2.889e0</w:t>
      </w:r>
    </w:p>
    <w:p w:rsidR="007B2329" w:rsidRDefault="007B2329" w:rsidP="007B2329">
      <w:r>
        <w:lastRenderedPageBreak/>
        <w:t>945.2873</w:t>
      </w:r>
      <w:r>
        <w:tab/>
        <w:t>6.076e0</w:t>
      </w:r>
    </w:p>
    <w:p w:rsidR="007B2329" w:rsidRDefault="007B2329" w:rsidP="007B2329">
      <w:r>
        <w:t>945.3186</w:t>
      </w:r>
      <w:r>
        <w:tab/>
        <w:t>5.162e0</w:t>
      </w:r>
    </w:p>
    <w:p w:rsidR="007B2329" w:rsidRDefault="007B2329" w:rsidP="007B2329">
      <w:r>
        <w:t>945.3505</w:t>
      </w:r>
      <w:r>
        <w:tab/>
        <w:t>2.654e0</w:t>
      </w:r>
    </w:p>
    <w:p w:rsidR="007B2329" w:rsidRDefault="007B2329" w:rsidP="007B2329">
      <w:r>
        <w:t>945.3524</w:t>
      </w:r>
      <w:r>
        <w:tab/>
        <w:t>1.622e0</w:t>
      </w:r>
    </w:p>
    <w:p w:rsidR="007B2329" w:rsidRDefault="007B2329" w:rsidP="007B2329">
      <w:r>
        <w:t>945.3544</w:t>
      </w:r>
      <w:r>
        <w:tab/>
        <w:t>4.287e0</w:t>
      </w:r>
    </w:p>
    <w:p w:rsidR="007B2329" w:rsidRDefault="007B2329" w:rsidP="007B2329">
      <w:r>
        <w:t>945.3733</w:t>
      </w:r>
      <w:r>
        <w:tab/>
        <w:t>1.013e0</w:t>
      </w:r>
    </w:p>
    <w:p w:rsidR="007B2329" w:rsidRDefault="007B2329" w:rsidP="007B2329">
      <w:r>
        <w:t>945.4047</w:t>
      </w:r>
      <w:r>
        <w:tab/>
        <w:t>2.054e0</w:t>
      </w:r>
    </w:p>
    <w:p w:rsidR="007B2329" w:rsidRDefault="007B2329" w:rsidP="007B2329">
      <w:r>
        <w:t>945.4334</w:t>
      </w:r>
      <w:r>
        <w:tab/>
        <w:t>5.282e0</w:t>
      </w:r>
    </w:p>
    <w:p w:rsidR="007B2329" w:rsidRDefault="007B2329" w:rsidP="007B2329">
      <w:r>
        <w:t>945.4402</w:t>
      </w:r>
      <w:r>
        <w:tab/>
        <w:t>5.233e0</w:t>
      </w:r>
    </w:p>
    <w:p w:rsidR="007B2329" w:rsidRDefault="007B2329" w:rsidP="007B2329">
      <w:r>
        <w:t>945.5206</w:t>
      </w:r>
      <w:r>
        <w:tab/>
        <w:t>8.859e0</w:t>
      </w:r>
    </w:p>
    <w:p w:rsidR="007B2329" w:rsidRDefault="007B2329" w:rsidP="007B2329">
      <w:r>
        <w:t>945.5473</w:t>
      </w:r>
      <w:r>
        <w:tab/>
        <w:t>1.013e0</w:t>
      </w:r>
    </w:p>
    <w:p w:rsidR="007B2329" w:rsidRDefault="007B2329" w:rsidP="007B2329">
      <w:r>
        <w:t>945.5594</w:t>
      </w:r>
      <w:r>
        <w:tab/>
        <w:t>1.455e0</w:t>
      </w:r>
    </w:p>
    <w:p w:rsidR="007B2329" w:rsidRDefault="007B2329" w:rsidP="007B2329">
      <w:r>
        <w:t>945.5706</w:t>
      </w:r>
      <w:r>
        <w:tab/>
        <w:t>3.219e0</w:t>
      </w:r>
    </w:p>
    <w:p w:rsidR="007B2329" w:rsidRDefault="007B2329" w:rsidP="007B2329">
      <w:r>
        <w:t>945.5734</w:t>
      </w:r>
      <w:r>
        <w:tab/>
        <w:t>7.630e-2</w:t>
      </w:r>
    </w:p>
    <w:p w:rsidR="007B2329" w:rsidRDefault="007B2329" w:rsidP="007B2329">
      <w:r>
        <w:t>945.5798</w:t>
      </w:r>
      <w:r>
        <w:tab/>
        <w:t>1.013e0</w:t>
      </w:r>
    </w:p>
    <w:p w:rsidR="007B2329" w:rsidRDefault="007B2329" w:rsidP="007B2329">
      <w:r>
        <w:t>945.5890</w:t>
      </w:r>
      <w:r>
        <w:tab/>
        <w:t>2.025e0</w:t>
      </w:r>
    </w:p>
    <w:p w:rsidR="007B2329" w:rsidRDefault="007B2329" w:rsidP="007B2329">
      <w:r>
        <w:t>945.5916</w:t>
      </w:r>
      <w:r>
        <w:tab/>
        <w:t>4.549e0</w:t>
      </w:r>
    </w:p>
    <w:p w:rsidR="007B2329" w:rsidRDefault="007B2329" w:rsidP="007B2329">
      <w:r>
        <w:t>945.6494</w:t>
      </w:r>
      <w:r>
        <w:tab/>
        <w:t>2.204e0</w:t>
      </w:r>
    </w:p>
    <w:p w:rsidR="007B2329" w:rsidRDefault="007B2329" w:rsidP="007B2329">
      <w:r>
        <w:t>945.6667</w:t>
      </w:r>
      <w:r>
        <w:tab/>
        <w:t>1.013e0</w:t>
      </w:r>
    </w:p>
    <w:p w:rsidR="007B2329" w:rsidRDefault="007B2329" w:rsidP="007B2329">
      <w:r>
        <w:lastRenderedPageBreak/>
        <w:t>945.7183</w:t>
      </w:r>
      <w:r>
        <w:tab/>
        <w:t>2.025e0</w:t>
      </w:r>
    </w:p>
    <w:p w:rsidR="007B2329" w:rsidRDefault="007B2329" w:rsidP="007B2329">
      <w:r>
        <w:t>945.7356</w:t>
      </w:r>
      <w:r>
        <w:tab/>
        <w:t>1.013e0</w:t>
      </w:r>
    </w:p>
    <w:p w:rsidR="007B2329" w:rsidRDefault="007B2329" w:rsidP="007B2329">
      <w:r>
        <w:t>945.7369</w:t>
      </w:r>
      <w:r>
        <w:tab/>
        <w:t>1.013e0</w:t>
      </w:r>
    </w:p>
    <w:p w:rsidR="007B2329" w:rsidRDefault="007B2329" w:rsidP="007B2329">
      <w:r>
        <w:t>945.7526</w:t>
      </w:r>
      <w:r>
        <w:tab/>
        <w:t>3.038e0</w:t>
      </w:r>
    </w:p>
    <w:p w:rsidR="007B2329" w:rsidRDefault="007B2329" w:rsidP="007B2329">
      <w:r>
        <w:t>945.7787</w:t>
      </w:r>
      <w:r>
        <w:tab/>
        <w:t>2.025e0</w:t>
      </w:r>
    </w:p>
    <w:p w:rsidR="007B2329" w:rsidRDefault="007B2329" w:rsidP="007B2329">
      <w:r>
        <w:t>945.8161</w:t>
      </w:r>
      <w:r>
        <w:tab/>
        <w:t>1.013e0</w:t>
      </w:r>
    </w:p>
    <w:p w:rsidR="007B2329" w:rsidRDefault="007B2329" w:rsidP="007B2329">
      <w:r>
        <w:t>945.8502</w:t>
      </w:r>
      <w:r>
        <w:tab/>
        <w:t>2.025e0</w:t>
      </w:r>
    </w:p>
    <w:p w:rsidR="007B2329" w:rsidRDefault="007B2329" w:rsidP="007B2329">
      <w:r>
        <w:t>945.8513</w:t>
      </w:r>
      <w:r>
        <w:tab/>
        <w:t>1.013e0</w:t>
      </w:r>
    </w:p>
    <w:p w:rsidR="007B2329" w:rsidRDefault="007B2329" w:rsidP="007B2329">
      <w:r>
        <w:t>945.8633</w:t>
      </w:r>
      <w:r>
        <w:tab/>
        <w:t>1.013e0</w:t>
      </w:r>
    </w:p>
    <w:p w:rsidR="007B2329" w:rsidRDefault="007B2329" w:rsidP="007B2329">
      <w:r>
        <w:t>945.8687</w:t>
      </w:r>
      <w:r>
        <w:tab/>
        <w:t>1.013e0</w:t>
      </w:r>
    </w:p>
    <w:p w:rsidR="007B2329" w:rsidRDefault="007B2329" w:rsidP="007B2329">
      <w:r>
        <w:t>945.9266</w:t>
      </w:r>
      <w:r>
        <w:tab/>
        <w:t>2.025e0</w:t>
      </w:r>
    </w:p>
    <w:p w:rsidR="007B2329" w:rsidRDefault="007B2329" w:rsidP="007B2329">
      <w:r>
        <w:t>945.9901</w:t>
      </w:r>
      <w:r>
        <w:tab/>
        <w:t>1.013e0</w:t>
      </w:r>
    </w:p>
    <w:p w:rsidR="007B2329" w:rsidRDefault="007B2329" w:rsidP="007B2329">
      <w:r>
        <w:t>946.0059</w:t>
      </w:r>
      <w:r>
        <w:tab/>
        <w:t>4.924e0</w:t>
      </w:r>
    </w:p>
    <w:p w:rsidR="007B2329" w:rsidRDefault="007B2329" w:rsidP="007B2329">
      <w:r>
        <w:t>946.0263</w:t>
      </w:r>
      <w:r>
        <w:tab/>
        <w:t>5.063e0</w:t>
      </w:r>
    </w:p>
    <w:p w:rsidR="007B2329" w:rsidRDefault="007B2329" w:rsidP="007B2329">
      <w:r>
        <w:t>946.0318</w:t>
      </w:r>
      <w:r>
        <w:tab/>
        <w:t>6.904e0</w:t>
      </w:r>
    </w:p>
    <w:p w:rsidR="007B2329" w:rsidRDefault="007B2329" w:rsidP="007B2329">
      <w:r>
        <w:t>946.0748</w:t>
      </w:r>
      <w:r>
        <w:tab/>
        <w:t>3.038e0</w:t>
      </w:r>
    </w:p>
    <w:p w:rsidR="007B2329" w:rsidRDefault="007B2329" w:rsidP="007B2329">
      <w:r>
        <w:t>946.1484</w:t>
      </w:r>
      <w:r>
        <w:tab/>
        <w:t>1.013e0</w:t>
      </w:r>
    </w:p>
    <w:p w:rsidR="007B2329" w:rsidRDefault="007B2329" w:rsidP="007B2329">
      <w:r>
        <w:t>946.1507</w:t>
      </w:r>
      <w:r>
        <w:tab/>
        <w:t>2.025e0</w:t>
      </w:r>
    </w:p>
    <w:p w:rsidR="007B2329" w:rsidRDefault="007B2329" w:rsidP="007B2329">
      <w:r>
        <w:t>946.2257</w:t>
      </w:r>
      <w:r>
        <w:tab/>
        <w:t>1.013e0</w:t>
      </w:r>
    </w:p>
    <w:p w:rsidR="007B2329" w:rsidRDefault="007B2329" w:rsidP="007B2329">
      <w:r>
        <w:lastRenderedPageBreak/>
        <w:t>946.2361</w:t>
      </w:r>
      <w:r>
        <w:tab/>
        <w:t>4.051e0</w:t>
      </w:r>
    </w:p>
    <w:p w:rsidR="007B2329" w:rsidRDefault="007B2329" w:rsidP="007B2329">
      <w:r>
        <w:t>946.2515</w:t>
      </w:r>
      <w:r>
        <w:tab/>
        <w:t>2.025e0</w:t>
      </w:r>
    </w:p>
    <w:p w:rsidR="007B2329" w:rsidRDefault="007B2329" w:rsidP="007B2329">
      <w:r>
        <w:t>946.2638</w:t>
      </w:r>
      <w:r>
        <w:tab/>
        <w:t>2.038e0</w:t>
      </w:r>
    </w:p>
    <w:p w:rsidR="007B2329" w:rsidRDefault="007B2329" w:rsidP="007B2329">
      <w:r>
        <w:t>946.2756</w:t>
      </w:r>
      <w:r>
        <w:tab/>
        <w:t>1.876e0</w:t>
      </w:r>
    </w:p>
    <w:p w:rsidR="007B2329" w:rsidRDefault="007B2329" w:rsidP="007B2329">
      <w:r>
        <w:t>946.2785</w:t>
      </w:r>
      <w:r>
        <w:tab/>
        <w:t>4.051e0</w:t>
      </w:r>
    </w:p>
    <w:p w:rsidR="007B2329" w:rsidRDefault="007B2329" w:rsidP="007B2329">
      <w:r>
        <w:t>946.2806</w:t>
      </w:r>
      <w:r>
        <w:tab/>
        <w:t>7.797e0</w:t>
      </w:r>
    </w:p>
    <w:p w:rsidR="007B2329" w:rsidRDefault="007B2329" w:rsidP="007B2329">
      <w:r>
        <w:t>946.2906</w:t>
      </w:r>
      <w:r>
        <w:tab/>
        <w:t>1.013e0</w:t>
      </w:r>
    </w:p>
    <w:p w:rsidR="007B2329" w:rsidRDefault="007B2329" w:rsidP="007B2329">
      <w:r>
        <w:t>946.3021</w:t>
      </w:r>
      <w:r>
        <w:tab/>
        <w:t>9.607e0</w:t>
      </w:r>
    </w:p>
    <w:p w:rsidR="007B2329" w:rsidRDefault="007B2329" w:rsidP="007B2329">
      <w:r>
        <w:t>946.3345</w:t>
      </w:r>
      <w:r>
        <w:tab/>
        <w:t>8.685e0</w:t>
      </w:r>
    </w:p>
    <w:p w:rsidR="007B2329" w:rsidRDefault="007B2329" w:rsidP="007B2329">
      <w:r>
        <w:t>946.3578</w:t>
      </w:r>
      <w:r>
        <w:tab/>
        <w:t>1.417e0</w:t>
      </w:r>
    </w:p>
    <w:p w:rsidR="007B2329" w:rsidRDefault="007B2329" w:rsidP="007B2329">
      <w:r>
        <w:t>946.4114</w:t>
      </w:r>
      <w:r>
        <w:tab/>
        <w:t>1.515e0</w:t>
      </w:r>
    </w:p>
    <w:p w:rsidR="007B2329" w:rsidRDefault="007B2329" w:rsidP="007B2329">
      <w:r>
        <w:t>946.4736</w:t>
      </w:r>
      <w:r>
        <w:tab/>
        <w:t>1.882e0</w:t>
      </w:r>
    </w:p>
    <w:p w:rsidR="007B2329" w:rsidRDefault="007B2329" w:rsidP="007B2329">
      <w:r>
        <w:t>946.4758</w:t>
      </w:r>
      <w:r>
        <w:tab/>
        <w:t>3.038e0</w:t>
      </w:r>
    </w:p>
    <w:p w:rsidR="007B2329" w:rsidRDefault="007B2329" w:rsidP="007B2329">
      <w:r>
        <w:t>946.4890</w:t>
      </w:r>
      <w:r>
        <w:tab/>
        <w:t>1.151e0</w:t>
      </w:r>
    </w:p>
    <w:p w:rsidR="007B2329" w:rsidRDefault="007B2329" w:rsidP="007B2329">
      <w:r>
        <w:t>946.5049</w:t>
      </w:r>
      <w:r>
        <w:tab/>
        <w:t>2.180e0</w:t>
      </w:r>
    </w:p>
    <w:p w:rsidR="007B2329" w:rsidRDefault="007B2329" w:rsidP="007B2329">
      <w:r>
        <w:t>946.5266</w:t>
      </w:r>
      <w:r>
        <w:tab/>
        <w:t>1.647e0</w:t>
      </w:r>
    </w:p>
    <w:p w:rsidR="007B2329" w:rsidRDefault="007B2329" w:rsidP="007B2329">
      <w:r>
        <w:t>946.5600</w:t>
      </w:r>
      <w:r>
        <w:tab/>
        <w:t>2.025e0</w:t>
      </w:r>
    </w:p>
    <w:p w:rsidR="007B2329" w:rsidRDefault="007B2329" w:rsidP="007B2329">
      <w:r>
        <w:t>946.5824</w:t>
      </w:r>
      <w:r>
        <w:tab/>
        <w:t>1.521e0</w:t>
      </w:r>
    </w:p>
    <w:p w:rsidR="007B2329" w:rsidRDefault="007B2329" w:rsidP="007B2329">
      <w:r>
        <w:t>946.6232</w:t>
      </w:r>
      <w:r>
        <w:tab/>
        <w:t>3.276e0</w:t>
      </w:r>
    </w:p>
    <w:p w:rsidR="007B2329" w:rsidRDefault="007B2329" w:rsidP="007B2329">
      <w:r>
        <w:lastRenderedPageBreak/>
        <w:t>946.6443</w:t>
      </w:r>
      <w:r>
        <w:tab/>
        <w:t>4.039e0</w:t>
      </w:r>
    </w:p>
    <w:p w:rsidR="007B2329" w:rsidRDefault="007B2329" w:rsidP="007B2329">
      <w:r>
        <w:t>946.6524</w:t>
      </w:r>
      <w:r>
        <w:tab/>
        <w:t>2.006e0</w:t>
      </w:r>
    </w:p>
    <w:p w:rsidR="007B2329" w:rsidRDefault="007B2329" w:rsidP="007B2329">
      <w:r>
        <w:t>946.6788</w:t>
      </w:r>
      <w:r>
        <w:tab/>
        <w:t>1.057e0</w:t>
      </w:r>
    </w:p>
    <w:p w:rsidR="007B2329" w:rsidRDefault="007B2329" w:rsidP="007B2329">
      <w:r>
        <w:t>946.7159</w:t>
      </w:r>
      <w:r>
        <w:tab/>
        <w:t>1.013e0</w:t>
      </w:r>
    </w:p>
    <w:p w:rsidR="007B2329" w:rsidRDefault="007B2329" w:rsidP="007B2329">
      <w:r>
        <w:t>946.7661</w:t>
      </w:r>
      <w:r>
        <w:tab/>
        <w:t>2.025e0</w:t>
      </w:r>
    </w:p>
    <w:p w:rsidR="007B2329" w:rsidRDefault="007B2329" w:rsidP="007B2329">
      <w:r>
        <w:t>946.8312</w:t>
      </w:r>
      <w:r>
        <w:tab/>
        <w:t>1.013e0</w:t>
      </w:r>
    </w:p>
    <w:p w:rsidR="007B2329" w:rsidRDefault="007B2329" w:rsidP="007B2329">
      <w:r>
        <w:t>946.8924</w:t>
      </w:r>
      <w:r>
        <w:tab/>
        <w:t>3.038e0</w:t>
      </w:r>
    </w:p>
    <w:p w:rsidR="007B2329" w:rsidRDefault="007B2329" w:rsidP="007B2329">
      <w:r>
        <w:t>946.9396</w:t>
      </w:r>
      <w:r>
        <w:tab/>
        <w:t>2.025e0</w:t>
      </w:r>
    </w:p>
    <w:p w:rsidR="007B2329" w:rsidRDefault="007B2329" w:rsidP="007B2329">
      <w:r>
        <w:t>946.9479</w:t>
      </w:r>
      <w:r>
        <w:tab/>
        <w:t>2.025e0</w:t>
      </w:r>
    </w:p>
    <w:p w:rsidR="007B2329" w:rsidRDefault="007B2329" w:rsidP="007B2329">
      <w:r>
        <w:t>946.9522</w:t>
      </w:r>
      <w:r>
        <w:tab/>
        <w:t>1.013e0</w:t>
      </w:r>
    </w:p>
    <w:p w:rsidR="007B2329" w:rsidRDefault="007B2329" w:rsidP="007B2329">
      <w:r>
        <w:t>946.9696</w:t>
      </w:r>
      <w:r>
        <w:tab/>
        <w:t>1.013e0</w:t>
      </w:r>
    </w:p>
    <w:p w:rsidR="007B2329" w:rsidRDefault="007B2329" w:rsidP="007B2329">
      <w:r>
        <w:t>946.9872</w:t>
      </w:r>
      <w:r>
        <w:tab/>
        <w:t>2.025e0</w:t>
      </w:r>
    </w:p>
    <w:p w:rsidR="007B2329" w:rsidRDefault="007B2329" w:rsidP="007B2329">
      <w:r>
        <w:t>946.9965</w:t>
      </w:r>
      <w:r>
        <w:tab/>
        <w:t>2.025e0</w:t>
      </w:r>
    </w:p>
    <w:p w:rsidR="007B2329" w:rsidRDefault="007B2329" w:rsidP="007B2329">
      <w:r>
        <w:t>946.9989</w:t>
      </w:r>
      <w:r>
        <w:tab/>
        <w:t>5.810e0</w:t>
      </w:r>
    </w:p>
    <w:p w:rsidR="007B2329" w:rsidRDefault="007B2329" w:rsidP="007B2329">
      <w:r>
        <w:t>947.0262</w:t>
      </w:r>
      <w:r>
        <w:tab/>
        <w:t>3.038e0</w:t>
      </w:r>
    </w:p>
    <w:p w:rsidR="007B2329" w:rsidRDefault="007B2329" w:rsidP="007B2329">
      <w:r>
        <w:t>947.0667</w:t>
      </w:r>
      <w:r>
        <w:tab/>
        <w:t>2.025e0</w:t>
      </w:r>
    </w:p>
    <w:p w:rsidR="007B2329" w:rsidRDefault="007B2329" w:rsidP="007B2329">
      <w:r>
        <w:t>947.0849</w:t>
      </w:r>
      <w:r>
        <w:tab/>
        <w:t>1.013e0</w:t>
      </w:r>
    </w:p>
    <w:p w:rsidR="007B2329" w:rsidRDefault="007B2329" w:rsidP="007B2329">
      <w:r>
        <w:t>947.1023</w:t>
      </w:r>
      <w:r>
        <w:tab/>
        <w:t>1.013e0</w:t>
      </w:r>
    </w:p>
    <w:p w:rsidR="007B2329" w:rsidRDefault="007B2329" w:rsidP="007B2329">
      <w:r>
        <w:t>947.1144</w:t>
      </w:r>
      <w:r>
        <w:tab/>
        <w:t>1.013e0</w:t>
      </w:r>
    </w:p>
    <w:p w:rsidR="007B2329" w:rsidRDefault="007B2329" w:rsidP="007B2329">
      <w:r>
        <w:lastRenderedPageBreak/>
        <w:t>947.1713</w:t>
      </w:r>
      <w:r>
        <w:tab/>
        <w:t>1.013e0</w:t>
      </w:r>
    </w:p>
    <w:p w:rsidR="007B2329" w:rsidRDefault="007B2329" w:rsidP="007B2329">
      <w:r>
        <w:t>947.2494</w:t>
      </w:r>
      <w:r>
        <w:tab/>
        <w:t>2.025e0</w:t>
      </w:r>
    </w:p>
    <w:p w:rsidR="007B2329" w:rsidRDefault="007B2329" w:rsidP="007B2329">
      <w:r>
        <w:t>947.2542</w:t>
      </w:r>
      <w:r>
        <w:tab/>
        <w:t>3.038e0</w:t>
      </w:r>
    </w:p>
    <w:p w:rsidR="007B2329" w:rsidRDefault="007B2329" w:rsidP="007B2329">
      <w:r>
        <w:t>947.2807</w:t>
      </w:r>
      <w:r>
        <w:tab/>
        <w:t>2.025e0</w:t>
      </w:r>
    </w:p>
    <w:p w:rsidR="007B2329" w:rsidRDefault="007B2329" w:rsidP="007B2329">
      <w:r>
        <w:t>947.3199</w:t>
      </w:r>
      <w:r>
        <w:tab/>
        <w:t>4.455e0</w:t>
      </w:r>
    </w:p>
    <w:p w:rsidR="007B2329" w:rsidRDefault="007B2329" w:rsidP="007B2329">
      <w:r>
        <w:t>947.3387</w:t>
      </w:r>
      <w:r>
        <w:tab/>
        <w:t>1.013e0</w:t>
      </w:r>
    </w:p>
    <w:p w:rsidR="007B2329" w:rsidRDefault="007B2329" w:rsidP="007B2329">
      <w:r>
        <w:t>947.3516</w:t>
      </w:r>
      <w:r>
        <w:tab/>
        <w:t>4.272e0</w:t>
      </w:r>
    </w:p>
    <w:p w:rsidR="007B2329" w:rsidRDefault="007B2329" w:rsidP="007B2329">
      <w:r>
        <w:t>947.4205</w:t>
      </w:r>
      <w:r>
        <w:tab/>
        <w:t>5.993e0</w:t>
      </w:r>
    </w:p>
    <w:p w:rsidR="007B2329" w:rsidRDefault="007B2329" w:rsidP="007B2329">
      <w:r>
        <w:t>947.4225</w:t>
      </w:r>
      <w:r>
        <w:tab/>
        <w:t>4.335e0</w:t>
      </w:r>
    </w:p>
    <w:p w:rsidR="007B2329" w:rsidRDefault="007B2329" w:rsidP="007B2329">
      <w:r>
        <w:t>947.4276</w:t>
      </w:r>
      <w:r>
        <w:tab/>
        <w:t>2.025e0</w:t>
      </w:r>
    </w:p>
    <w:p w:rsidR="007B2329" w:rsidRDefault="007B2329" w:rsidP="007B2329">
      <w:r>
        <w:t>947.4446</w:t>
      </w:r>
      <w:r>
        <w:tab/>
        <w:t>2.824e0</w:t>
      </w:r>
    </w:p>
    <w:p w:rsidR="007B2329" w:rsidRDefault="007B2329" w:rsidP="007B2329">
      <w:r>
        <w:t>947.4559</w:t>
      </w:r>
      <w:r>
        <w:tab/>
        <w:t>4.142e0</w:t>
      </w:r>
    </w:p>
    <w:p w:rsidR="007B2329" w:rsidRDefault="007B2329" w:rsidP="007B2329">
      <w:r>
        <w:t>947.4948</w:t>
      </w:r>
      <w:r>
        <w:tab/>
        <w:t>2.025e0</w:t>
      </w:r>
    </w:p>
    <w:p w:rsidR="007B2329" w:rsidRDefault="007B2329" w:rsidP="007B2329">
      <w:r>
        <w:t>947.5474</w:t>
      </w:r>
      <w:r>
        <w:tab/>
        <w:t>1.025e0</w:t>
      </w:r>
    </w:p>
    <w:p w:rsidR="007B2329" w:rsidRDefault="007B2329" w:rsidP="007B2329">
      <w:r>
        <w:t>947.5739</w:t>
      </w:r>
      <w:r>
        <w:tab/>
        <w:t>1.013e0</w:t>
      </w:r>
    </w:p>
    <w:p w:rsidR="007B2329" w:rsidRDefault="007B2329" w:rsidP="007B2329">
      <w:r>
        <w:t>947.5840</w:t>
      </w:r>
      <w:r>
        <w:tab/>
        <w:t>2.025e0</w:t>
      </w:r>
    </w:p>
    <w:p w:rsidR="007B2329" w:rsidRDefault="007B2329" w:rsidP="007B2329">
      <w:r>
        <w:t>947.5935</w:t>
      </w:r>
      <w:r>
        <w:tab/>
        <w:t>1.038e0</w:t>
      </w:r>
    </w:p>
    <w:p w:rsidR="007B2329" w:rsidRDefault="007B2329" w:rsidP="007B2329">
      <w:r>
        <w:t>947.5962</w:t>
      </w:r>
      <w:r>
        <w:tab/>
        <w:t>2.093e0</w:t>
      </w:r>
    </w:p>
    <w:p w:rsidR="007B2329" w:rsidRDefault="007B2329" w:rsidP="007B2329">
      <w:r>
        <w:t>947.6040</w:t>
      </w:r>
      <w:r>
        <w:tab/>
        <w:t>1.089e0</w:t>
      </w:r>
    </w:p>
    <w:p w:rsidR="007B2329" w:rsidRDefault="007B2329" w:rsidP="007B2329">
      <w:r>
        <w:lastRenderedPageBreak/>
        <w:t>947.6296</w:t>
      </w:r>
      <w:r>
        <w:tab/>
        <w:t>5.477e0</w:t>
      </w:r>
    </w:p>
    <w:p w:rsidR="007B2329" w:rsidRDefault="007B2329" w:rsidP="007B2329">
      <w:r>
        <w:t>947.6614</w:t>
      </w:r>
      <w:r>
        <w:tab/>
        <w:t>1.013e0</w:t>
      </w:r>
    </w:p>
    <w:p w:rsidR="007B2329" w:rsidRDefault="007B2329" w:rsidP="007B2329">
      <w:r>
        <w:t>947.7221</w:t>
      </w:r>
      <w:r>
        <w:tab/>
        <w:t>2.025e0</w:t>
      </w:r>
    </w:p>
    <w:p w:rsidR="007B2329" w:rsidRDefault="007B2329" w:rsidP="007B2329">
      <w:r>
        <w:t>947.7233</w:t>
      </w:r>
      <w:r>
        <w:tab/>
        <w:t>2.665e0</w:t>
      </w:r>
    </w:p>
    <w:p w:rsidR="007B2329" w:rsidRDefault="007B2329" w:rsidP="007B2329">
      <w:r>
        <w:t>947.7326</w:t>
      </w:r>
      <w:r>
        <w:tab/>
        <w:t>1.013e0</w:t>
      </w:r>
    </w:p>
    <w:p w:rsidR="007B2329" w:rsidRDefault="007B2329" w:rsidP="007B2329">
      <w:r>
        <w:t>947.7643</w:t>
      </w:r>
      <w:r>
        <w:tab/>
        <w:t>1.013e0</w:t>
      </w:r>
    </w:p>
    <w:p w:rsidR="007B2329" w:rsidRDefault="007B2329" w:rsidP="007B2329">
      <w:r>
        <w:t>947.8279</w:t>
      </w:r>
      <w:r>
        <w:tab/>
        <w:t>2.025e0</w:t>
      </w:r>
    </w:p>
    <w:p w:rsidR="007B2329" w:rsidRDefault="007B2329" w:rsidP="007B2329">
      <w:r>
        <w:t>947.8436</w:t>
      </w:r>
      <w:r>
        <w:tab/>
        <w:t>1.013e0</w:t>
      </w:r>
    </w:p>
    <w:p w:rsidR="007B2329" w:rsidRDefault="007B2329" w:rsidP="007B2329">
      <w:r>
        <w:t>947.8770</w:t>
      </w:r>
      <w:r>
        <w:tab/>
        <w:t>4.051e0</w:t>
      </w:r>
    </w:p>
    <w:p w:rsidR="007B2329" w:rsidRDefault="007B2329" w:rsidP="007B2329">
      <w:r>
        <w:t>947.8806</w:t>
      </w:r>
      <w:r>
        <w:tab/>
        <w:t>1.013e0</w:t>
      </w:r>
    </w:p>
    <w:p w:rsidR="007B2329" w:rsidRDefault="007B2329" w:rsidP="007B2329">
      <w:r>
        <w:t>947.8909</w:t>
      </w:r>
      <w:r>
        <w:tab/>
        <w:t>1.013e0</w:t>
      </w:r>
    </w:p>
    <w:p w:rsidR="007B2329" w:rsidRDefault="007B2329" w:rsidP="007B2329">
      <w:r>
        <w:t>947.9043</w:t>
      </w:r>
      <w:r>
        <w:tab/>
        <w:t>2.025e0</w:t>
      </w:r>
    </w:p>
    <w:p w:rsidR="007B2329" w:rsidRDefault="007B2329" w:rsidP="007B2329">
      <w:r>
        <w:t>947.9150</w:t>
      </w:r>
      <w:r>
        <w:tab/>
        <w:t>1.013e0</w:t>
      </w:r>
    </w:p>
    <w:p w:rsidR="007B2329" w:rsidRDefault="007B2329" w:rsidP="007B2329">
      <w:r>
        <w:t>947.9409</w:t>
      </w:r>
      <w:r>
        <w:tab/>
        <w:t>2.857e0</w:t>
      </w:r>
    </w:p>
    <w:p w:rsidR="007B2329" w:rsidRDefault="007B2329" w:rsidP="007B2329">
      <w:r>
        <w:t>947.9543</w:t>
      </w:r>
      <w:r>
        <w:tab/>
        <w:t>1.266e-2</w:t>
      </w:r>
    </w:p>
    <w:p w:rsidR="007B2329" w:rsidRDefault="007B2329" w:rsidP="007B2329">
      <w:r>
        <w:t>947.9664</w:t>
      </w:r>
      <w:r>
        <w:tab/>
        <w:t>1.013e0</w:t>
      </w:r>
    </w:p>
    <w:p w:rsidR="007B2329" w:rsidRDefault="007B2329" w:rsidP="007B2329">
      <w:r>
        <w:t>947.9786</w:t>
      </w:r>
      <w:r>
        <w:tab/>
        <w:t>2.025e0</w:t>
      </w:r>
    </w:p>
    <w:p w:rsidR="007B2329" w:rsidRDefault="007B2329" w:rsidP="007B2329">
      <w:r>
        <w:t>947.9861</w:t>
      </w:r>
      <w:r>
        <w:tab/>
        <w:t>1.013e0</w:t>
      </w:r>
    </w:p>
    <w:p w:rsidR="007B2329" w:rsidRDefault="007B2329" w:rsidP="007B2329">
      <w:r>
        <w:t>948.0338</w:t>
      </w:r>
      <w:r>
        <w:tab/>
        <w:t>2.025e0</w:t>
      </w:r>
    </w:p>
    <w:p w:rsidR="007B2329" w:rsidRDefault="007B2329" w:rsidP="007B2329">
      <w:r>
        <w:lastRenderedPageBreak/>
        <w:t>948.0659</w:t>
      </w:r>
      <w:r>
        <w:tab/>
        <w:t>4.051e0</w:t>
      </w:r>
    </w:p>
    <w:p w:rsidR="007B2329" w:rsidRDefault="007B2329" w:rsidP="007B2329">
      <w:r>
        <w:t>948.0894</w:t>
      </w:r>
      <w:r>
        <w:tab/>
        <w:t>2.025e0</w:t>
      </w:r>
    </w:p>
    <w:p w:rsidR="007B2329" w:rsidRDefault="007B2329" w:rsidP="007B2329">
      <w:r>
        <w:t>948.1512</w:t>
      </w:r>
      <w:r>
        <w:tab/>
        <w:t>1.025e0</w:t>
      </w:r>
    </w:p>
    <w:p w:rsidR="007B2329" w:rsidRDefault="007B2329" w:rsidP="007B2329">
      <w:r>
        <w:t>948.1683</w:t>
      </w:r>
      <w:r>
        <w:tab/>
        <w:t>1.013e0</w:t>
      </w:r>
    </w:p>
    <w:p w:rsidR="007B2329" w:rsidRDefault="007B2329" w:rsidP="007B2329">
      <w:r>
        <w:t>948.1857</w:t>
      </w:r>
      <w:r>
        <w:tab/>
        <w:t>1.013e0</w:t>
      </w:r>
    </w:p>
    <w:p w:rsidR="007B2329" w:rsidRDefault="007B2329" w:rsidP="007B2329">
      <w:r>
        <w:t>948.1923</w:t>
      </w:r>
      <w:r>
        <w:tab/>
        <w:t>1.013e0</w:t>
      </w:r>
    </w:p>
    <w:p w:rsidR="007B2329" w:rsidRDefault="007B2329" w:rsidP="007B2329">
      <w:r>
        <w:t>948.1978</w:t>
      </w:r>
      <w:r>
        <w:tab/>
        <w:t>2.988e0</w:t>
      </w:r>
    </w:p>
    <w:p w:rsidR="007B2329" w:rsidRDefault="007B2329" w:rsidP="007B2329">
      <w:r>
        <w:t>948.2241</w:t>
      </w:r>
      <w:r>
        <w:tab/>
        <w:t>2.025e0</w:t>
      </w:r>
    </w:p>
    <w:p w:rsidR="007B2329" w:rsidRDefault="007B2329" w:rsidP="007B2329">
      <w:r>
        <w:t>948.2359</w:t>
      </w:r>
      <w:r>
        <w:tab/>
        <w:t>3.038e0</w:t>
      </w:r>
    </w:p>
    <w:p w:rsidR="007B2329" w:rsidRDefault="007B2329" w:rsidP="007B2329">
      <w:r>
        <w:t>948.2884</w:t>
      </w:r>
      <w:r>
        <w:tab/>
        <w:t>2.025e0</w:t>
      </w:r>
    </w:p>
    <w:p w:rsidR="007B2329" w:rsidRDefault="007B2329" w:rsidP="007B2329">
      <w:r>
        <w:t>948.3057</w:t>
      </w:r>
      <w:r>
        <w:tab/>
        <w:t>3.787e0</w:t>
      </w:r>
    </w:p>
    <w:p w:rsidR="007B2329" w:rsidRDefault="007B2329" w:rsidP="007B2329">
      <w:r>
        <w:t>948.3333</w:t>
      </w:r>
      <w:r>
        <w:tab/>
        <w:t>4.315e0</w:t>
      </w:r>
    </w:p>
    <w:p w:rsidR="007B2329" w:rsidRDefault="007B2329" w:rsidP="007B2329">
      <w:r>
        <w:t>948.3431</w:t>
      </w:r>
      <w:r>
        <w:tab/>
        <w:t>5.467e0</w:t>
      </w:r>
    </w:p>
    <w:p w:rsidR="007B2329" w:rsidRDefault="007B2329" w:rsidP="007B2329">
      <w:r>
        <w:t>948.3511</w:t>
      </w:r>
      <w:r>
        <w:tab/>
        <w:t>1.954e0</w:t>
      </w:r>
    </w:p>
    <w:p w:rsidR="007B2329" w:rsidRDefault="007B2329" w:rsidP="007B2329">
      <w:r>
        <w:t>948.3719</w:t>
      </w:r>
      <w:r>
        <w:tab/>
        <w:t>1.197e0</w:t>
      </w:r>
    </w:p>
    <w:p w:rsidR="007B2329" w:rsidRDefault="007B2329" w:rsidP="007B2329">
      <w:r>
        <w:t>948.4046</w:t>
      </w:r>
      <w:r>
        <w:tab/>
        <w:t>1.838e0</w:t>
      </w:r>
    </w:p>
    <w:p w:rsidR="007B2329" w:rsidRDefault="007B2329" w:rsidP="007B2329">
      <w:r>
        <w:t>948.4234</w:t>
      </w:r>
      <w:r>
        <w:tab/>
        <w:t>3.256e0</w:t>
      </w:r>
    </w:p>
    <w:p w:rsidR="007B2329" w:rsidRDefault="007B2329" w:rsidP="007B2329">
      <w:r>
        <w:t>948.4466</w:t>
      </w:r>
      <w:r>
        <w:tab/>
        <w:t>2.025e0</w:t>
      </w:r>
    </w:p>
    <w:p w:rsidR="007B2329" w:rsidRDefault="007B2329" w:rsidP="007B2329">
      <w:r>
        <w:t>948.4567</w:t>
      </w:r>
      <w:r>
        <w:tab/>
        <w:t>2.382e0</w:t>
      </w:r>
    </w:p>
    <w:p w:rsidR="007B2329" w:rsidRDefault="007B2329" w:rsidP="007B2329">
      <w:r>
        <w:lastRenderedPageBreak/>
        <w:t>948.4778</w:t>
      </w:r>
      <w:r>
        <w:tab/>
        <w:t>2.690e0</w:t>
      </w:r>
    </w:p>
    <w:p w:rsidR="007B2329" w:rsidRDefault="007B2329" w:rsidP="007B2329">
      <w:r>
        <w:t>948.4989</w:t>
      </w:r>
      <w:r>
        <w:tab/>
        <w:t>1.670e0</w:t>
      </w:r>
    </w:p>
    <w:p w:rsidR="007B2329" w:rsidRDefault="007B2329" w:rsidP="007B2329">
      <w:r>
        <w:t>948.5248</w:t>
      </w:r>
      <w:r>
        <w:tab/>
        <w:t>5.897e0</w:t>
      </w:r>
    </w:p>
    <w:p w:rsidR="007B2329" w:rsidRDefault="007B2329" w:rsidP="007B2329">
      <w:r>
        <w:t>948.5278</w:t>
      </w:r>
      <w:r>
        <w:tab/>
        <w:t>2.025e0</w:t>
      </w:r>
    </w:p>
    <w:p w:rsidR="007B2329" w:rsidRDefault="007B2329" w:rsidP="007B2329">
      <w:r>
        <w:t>948.5717</w:t>
      </w:r>
      <w:r>
        <w:tab/>
        <w:t>2.222e0</w:t>
      </w:r>
    </w:p>
    <w:p w:rsidR="007B2329" w:rsidRDefault="007B2329" w:rsidP="007B2329">
      <w:r>
        <w:t>948.5873</w:t>
      </w:r>
      <w:r>
        <w:tab/>
        <w:t>2.025e0</w:t>
      </w:r>
    </w:p>
    <w:p w:rsidR="007B2329" w:rsidRDefault="007B2329" w:rsidP="007B2329">
      <w:r>
        <w:t>948.6005</w:t>
      </w:r>
      <w:r>
        <w:tab/>
        <w:t>2.549e0</w:t>
      </w:r>
    </w:p>
    <w:p w:rsidR="007B2329" w:rsidRDefault="007B2329" w:rsidP="007B2329">
      <w:r>
        <w:t>948.6063</w:t>
      </w:r>
      <w:r>
        <w:tab/>
        <w:t>1.841e0</w:t>
      </w:r>
    </w:p>
    <w:p w:rsidR="007B2329" w:rsidRDefault="007B2329" w:rsidP="007B2329">
      <w:r>
        <w:t>948.6683</w:t>
      </w:r>
      <w:r>
        <w:tab/>
        <w:t>3.217e0</w:t>
      </w:r>
    </w:p>
    <w:p w:rsidR="007B2329" w:rsidRDefault="007B2329" w:rsidP="007B2329">
      <w:r>
        <w:t>948.7158</w:t>
      </w:r>
      <w:r>
        <w:tab/>
        <w:t>1.013e0</w:t>
      </w:r>
    </w:p>
    <w:p w:rsidR="007B2329" w:rsidRDefault="007B2329" w:rsidP="007B2329">
      <w:r>
        <w:t>948.7445</w:t>
      </w:r>
      <w:r>
        <w:tab/>
        <w:t>6.547e0</w:t>
      </w:r>
    </w:p>
    <w:p w:rsidR="007B2329" w:rsidRDefault="007B2329" w:rsidP="007B2329">
      <w:r>
        <w:t>948.7620</w:t>
      </w:r>
      <w:r>
        <w:tab/>
        <w:t>1.013e0</w:t>
      </w:r>
    </w:p>
    <w:p w:rsidR="007B2329" w:rsidRDefault="007B2329" w:rsidP="007B2329">
      <w:r>
        <w:t>948.7637</w:t>
      </w:r>
      <w:r>
        <w:tab/>
        <w:t>1.013e0</w:t>
      </w:r>
    </w:p>
    <w:p w:rsidR="007B2329" w:rsidRDefault="007B2329" w:rsidP="007B2329">
      <w:r>
        <w:t>948.7794</w:t>
      </w:r>
      <w:r>
        <w:tab/>
        <w:t>1.013e0</w:t>
      </w:r>
    </w:p>
    <w:p w:rsidR="007B2329" w:rsidRDefault="007B2329" w:rsidP="007B2329">
      <w:r>
        <w:t>948.7816</w:t>
      </w:r>
      <w:r>
        <w:tab/>
        <w:t>6.076e0</w:t>
      </w:r>
    </w:p>
    <w:p w:rsidR="007B2329" w:rsidRDefault="007B2329" w:rsidP="007B2329">
      <w:r>
        <w:t>948.8116</w:t>
      </w:r>
      <w:r>
        <w:tab/>
        <w:t>1.013e0</w:t>
      </w:r>
    </w:p>
    <w:p w:rsidR="007B2329" w:rsidRDefault="007B2329" w:rsidP="007B2329">
      <w:r>
        <w:t>948.9291</w:t>
      </w:r>
      <w:r>
        <w:tab/>
        <w:t>1.857e0</w:t>
      </w:r>
    </w:p>
    <w:p w:rsidR="007B2329" w:rsidRDefault="007B2329" w:rsidP="007B2329">
      <w:r>
        <w:t>948.9621</w:t>
      </w:r>
      <w:r>
        <w:tab/>
        <w:t>2.025e0</w:t>
      </w:r>
    </w:p>
    <w:p w:rsidR="007B2329" w:rsidRDefault="007B2329" w:rsidP="007B2329">
      <w:r>
        <w:t>948.9698</w:t>
      </w:r>
      <w:r>
        <w:tab/>
        <w:t>1.013e0</w:t>
      </w:r>
    </w:p>
    <w:p w:rsidR="007B2329" w:rsidRDefault="007B2329" w:rsidP="007B2329">
      <w:r>
        <w:lastRenderedPageBreak/>
        <w:t>948.9973</w:t>
      </w:r>
      <w:r>
        <w:tab/>
        <w:t>3.038e0</w:t>
      </w:r>
    </w:p>
    <w:p w:rsidR="007B2329" w:rsidRDefault="007B2329" w:rsidP="007B2329">
      <w:r>
        <w:t>949.0333</w:t>
      </w:r>
      <w:r>
        <w:tab/>
        <w:t>2.025e0</w:t>
      </w:r>
    </w:p>
    <w:p w:rsidR="007B2329" w:rsidRDefault="007B2329" w:rsidP="007B2329">
      <w:r>
        <w:t>949.0497</w:t>
      </w:r>
      <w:r>
        <w:tab/>
        <w:t>1.013e0</w:t>
      </w:r>
    </w:p>
    <w:p w:rsidR="007B2329" w:rsidRDefault="007B2329" w:rsidP="007B2329">
      <w:r>
        <w:t>949.0508</w:t>
      </w:r>
      <w:r>
        <w:tab/>
        <w:t>2.025e0</w:t>
      </w:r>
    </w:p>
    <w:p w:rsidR="007B2329" w:rsidRDefault="007B2329" w:rsidP="007B2329">
      <w:r>
        <w:t>949.0902</w:t>
      </w:r>
      <w:r>
        <w:tab/>
        <w:t>3.038e0</w:t>
      </w:r>
    </w:p>
    <w:p w:rsidR="007B2329" w:rsidRDefault="007B2329" w:rsidP="007B2329">
      <w:r>
        <w:t>949.1306</w:t>
      </w:r>
      <w:r>
        <w:tab/>
        <w:t>1.013e0</w:t>
      </w:r>
    </w:p>
    <w:p w:rsidR="007B2329" w:rsidRDefault="007B2329" w:rsidP="007B2329">
      <w:r>
        <w:t>949.1482</w:t>
      </w:r>
      <w:r>
        <w:tab/>
        <w:t>1.013e0</w:t>
      </w:r>
    </w:p>
    <w:p w:rsidR="007B2329" w:rsidRDefault="007B2329" w:rsidP="007B2329">
      <w:r>
        <w:t>949.1683</w:t>
      </w:r>
      <w:r>
        <w:tab/>
        <w:t>2.025e0</w:t>
      </w:r>
    </w:p>
    <w:p w:rsidR="007B2329" w:rsidRDefault="007B2329" w:rsidP="007B2329">
      <w:r>
        <w:t>949.1766</w:t>
      </w:r>
      <w:r>
        <w:tab/>
        <w:t>2.025e0</w:t>
      </w:r>
    </w:p>
    <w:p w:rsidR="007B2329" w:rsidRDefault="007B2329" w:rsidP="007B2329">
      <w:r>
        <w:t>949.2515</w:t>
      </w:r>
      <w:r>
        <w:tab/>
        <w:t>1.013e0</w:t>
      </w:r>
    </w:p>
    <w:p w:rsidR="007B2329" w:rsidRDefault="007B2329" w:rsidP="007B2329">
      <w:r>
        <w:t>949.2717</w:t>
      </w:r>
      <w:r>
        <w:tab/>
        <w:t>1.013e0</w:t>
      </w:r>
    </w:p>
    <w:p w:rsidR="007B2329" w:rsidRDefault="007B2329" w:rsidP="007B2329">
      <w:r>
        <w:t>949.3032</w:t>
      </w:r>
      <w:r>
        <w:tab/>
        <w:t>1.013e0</w:t>
      </w:r>
    </w:p>
    <w:p w:rsidR="007B2329" w:rsidRDefault="007B2329" w:rsidP="007B2329">
      <w:r>
        <w:t>949.3510</w:t>
      </w:r>
      <w:r>
        <w:tab/>
        <w:t>1.981e0</w:t>
      </w:r>
    </w:p>
    <w:p w:rsidR="007B2329" w:rsidRDefault="007B2329" w:rsidP="007B2329">
      <w:r>
        <w:t>949.3670</w:t>
      </w:r>
      <w:r>
        <w:tab/>
        <w:t>1.796e0</w:t>
      </w:r>
    </w:p>
    <w:p w:rsidR="007B2329" w:rsidRDefault="007B2329" w:rsidP="007B2329">
      <w:r>
        <w:t>949.4079</w:t>
      </w:r>
      <w:r>
        <w:tab/>
        <w:t>4.553e0</w:t>
      </w:r>
    </w:p>
    <w:p w:rsidR="007B2329" w:rsidRDefault="007B2329" w:rsidP="007B2329">
      <w:r>
        <w:t>949.4119</w:t>
      </w:r>
      <w:r>
        <w:tab/>
        <w:t>3.489e0</w:t>
      </w:r>
    </w:p>
    <w:p w:rsidR="007B2329" w:rsidRDefault="007B2329" w:rsidP="007B2329">
      <w:r>
        <w:t>949.4149</w:t>
      </w:r>
      <w:r>
        <w:tab/>
        <w:t>1.811e0</w:t>
      </w:r>
    </w:p>
    <w:p w:rsidR="007B2329" w:rsidRDefault="007B2329" w:rsidP="007B2329">
      <w:r>
        <w:t>949.4478</w:t>
      </w:r>
      <w:r>
        <w:tab/>
        <w:t>4.051e0</w:t>
      </w:r>
    </w:p>
    <w:p w:rsidR="007B2329" w:rsidRDefault="007B2329" w:rsidP="007B2329">
      <w:r>
        <w:t>949.4802</w:t>
      </w:r>
      <w:r>
        <w:tab/>
        <w:t>6.554e0</w:t>
      </w:r>
    </w:p>
    <w:p w:rsidR="007B2329" w:rsidRDefault="007B2329" w:rsidP="007B2329">
      <w:r>
        <w:lastRenderedPageBreak/>
        <w:t>949.5067</w:t>
      </w:r>
      <w:r>
        <w:tab/>
        <w:t>4.093e0</w:t>
      </w:r>
    </w:p>
    <w:p w:rsidR="007B2329" w:rsidRDefault="007B2329" w:rsidP="007B2329">
      <w:r>
        <w:t>949.5239</w:t>
      </w:r>
      <w:r>
        <w:tab/>
        <w:t>9.115e0</w:t>
      </w:r>
    </w:p>
    <w:p w:rsidR="007B2329" w:rsidRDefault="007B2329" w:rsidP="007B2329">
      <w:r>
        <w:t>949.5261</w:t>
      </w:r>
      <w:r>
        <w:tab/>
        <w:t>1.013e0</w:t>
      </w:r>
    </w:p>
    <w:p w:rsidR="007B2329" w:rsidRDefault="007B2329" w:rsidP="007B2329">
      <w:r>
        <w:t>949.5344</w:t>
      </w:r>
      <w:r>
        <w:tab/>
        <w:t>5.114e0</w:t>
      </w:r>
    </w:p>
    <w:p w:rsidR="007B2329" w:rsidRDefault="007B2329" w:rsidP="007B2329">
      <w:r>
        <w:t>949.5408</w:t>
      </w:r>
      <w:r>
        <w:tab/>
        <w:t>5.453e0</w:t>
      </w:r>
    </w:p>
    <w:p w:rsidR="007B2329" w:rsidRDefault="007B2329" w:rsidP="007B2329">
      <w:r>
        <w:t>949.5732</w:t>
      </w:r>
      <w:r>
        <w:tab/>
        <w:t>1.013e0</w:t>
      </w:r>
    </w:p>
    <w:p w:rsidR="007B2329" w:rsidRDefault="007B2329" w:rsidP="007B2329">
      <w:r>
        <w:t>949.5783</w:t>
      </w:r>
      <w:r>
        <w:tab/>
        <w:t>1.853e0</w:t>
      </w:r>
    </w:p>
    <w:p w:rsidR="007B2329" w:rsidRDefault="007B2329" w:rsidP="007B2329">
      <w:r>
        <w:t>949.5894</w:t>
      </w:r>
      <w:r>
        <w:tab/>
        <w:t>1.013e0</w:t>
      </w:r>
    </w:p>
    <w:p w:rsidR="007B2329" w:rsidRDefault="007B2329" w:rsidP="007B2329">
      <w:r>
        <w:t>949.6436</w:t>
      </w:r>
      <w:r>
        <w:tab/>
        <w:t>3.026e0</w:t>
      </w:r>
    </w:p>
    <w:p w:rsidR="007B2329" w:rsidRDefault="007B2329" w:rsidP="007B2329">
      <w:r>
        <w:t>949.6895</w:t>
      </w:r>
      <w:r>
        <w:tab/>
        <w:t>1.013e0</w:t>
      </w:r>
    </w:p>
    <w:p w:rsidR="007B2329" w:rsidRDefault="007B2329" w:rsidP="007B2329">
      <w:r>
        <w:t>949.7326</w:t>
      </w:r>
      <w:r>
        <w:tab/>
        <w:t>1.013e0</w:t>
      </w:r>
    </w:p>
    <w:p w:rsidR="007B2329" w:rsidRDefault="007B2329" w:rsidP="007B2329">
      <w:r>
        <w:t>949.7668</w:t>
      </w:r>
      <w:r>
        <w:tab/>
        <w:t>2.025e0</w:t>
      </w:r>
    </w:p>
    <w:p w:rsidR="007B2329" w:rsidRDefault="007B2329" w:rsidP="007B2329">
      <w:r>
        <w:t>949.7707</w:t>
      </w:r>
      <w:r>
        <w:tab/>
        <w:t>2.025e0</w:t>
      </w:r>
    </w:p>
    <w:p w:rsidR="007B2329" w:rsidRDefault="007B2329" w:rsidP="007B2329">
      <w:r>
        <w:t>949.8242</w:t>
      </w:r>
      <w:r>
        <w:tab/>
        <w:t>3.038e0</w:t>
      </w:r>
    </w:p>
    <w:p w:rsidR="007B2329" w:rsidRDefault="007B2329" w:rsidP="007B2329">
      <w:r>
        <w:t>949.8261</w:t>
      </w:r>
      <w:r>
        <w:tab/>
        <w:t>3.038e0</w:t>
      </w:r>
    </w:p>
    <w:p w:rsidR="007B2329" w:rsidRDefault="007B2329" w:rsidP="007B2329">
      <w:r>
        <w:t>949.8601</w:t>
      </w:r>
      <w:r>
        <w:tab/>
        <w:t>4.051e0</w:t>
      </w:r>
    </w:p>
    <w:p w:rsidR="007B2329" w:rsidRDefault="007B2329" w:rsidP="007B2329">
      <w:r>
        <w:t>949.9087</w:t>
      </w:r>
      <w:r>
        <w:tab/>
        <w:t>2.025e0</w:t>
      </w:r>
    </w:p>
    <w:p w:rsidR="007B2329" w:rsidRDefault="007B2329" w:rsidP="007B2329">
      <w:r>
        <w:t>949.9768</w:t>
      </w:r>
      <w:r>
        <w:tab/>
        <w:t>3.870e0</w:t>
      </w:r>
    </w:p>
    <w:p w:rsidR="007B2329" w:rsidRDefault="007B2329" w:rsidP="007B2329">
      <w:r>
        <w:t>949.9946</w:t>
      </w:r>
      <w:r>
        <w:tab/>
        <w:t>6.076e0</w:t>
      </w:r>
      <w:bookmarkStart w:id="0" w:name="_GoBack"/>
      <w:bookmarkEnd w:id="0"/>
    </w:p>
    <w:p w:rsidR="007B2329" w:rsidRDefault="007B2329" w:rsidP="007B2329"/>
    <w:p w:rsidR="00595483" w:rsidRPr="00044EB7" w:rsidRDefault="00595483" w:rsidP="00044EB7"/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C9"/>
    <w:rsid w:val="00044EB7"/>
    <w:rsid w:val="001D65C8"/>
    <w:rsid w:val="004C2A0A"/>
    <w:rsid w:val="00595483"/>
    <w:rsid w:val="007B2329"/>
    <w:rsid w:val="00A563A9"/>
    <w:rsid w:val="00B22530"/>
    <w:rsid w:val="00BD115B"/>
    <w:rsid w:val="00E751C4"/>
    <w:rsid w:val="00E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543A0"/>
  <w15:docId w15:val="{18BE1FA9-9C45-49E3-9E4F-517541D0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3321</Pages>
  <Words>160457</Words>
  <Characters>914609</Characters>
  <Application>Microsoft Office Word</Application>
  <DocSecurity>0</DocSecurity>
  <Lines>7621</Lines>
  <Paragraphs>2145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1072921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2</cp:revision>
  <dcterms:created xsi:type="dcterms:W3CDTF">2022-06-23T12:03:00Z</dcterms:created>
  <dcterms:modified xsi:type="dcterms:W3CDTF">2022-06-23T12:03:00Z</dcterms:modified>
</cp:coreProperties>
</file>